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0BE3A" w14:textId="293F5548" w:rsidR="00696FAC" w:rsidRPr="00E22158" w:rsidRDefault="006B6C2B" w:rsidP="004B5A85">
      <w:pPr>
        <w:pStyle w:val="Photoauteur"/>
        <w:spacing w:before="0" w:after="840"/>
      </w:pPr>
      <w:r>
        <w:drawing>
          <wp:anchor distT="0" distB="0" distL="114300" distR="114300" simplePos="0" relativeHeight="251658240" behindDoc="0" locked="0" layoutInCell="1" allowOverlap="1" wp14:anchorId="73C6DEB9" wp14:editId="01B57467">
            <wp:simplePos x="0" y="0"/>
            <wp:positionH relativeFrom="page">
              <wp:posOffset>0</wp:posOffset>
            </wp:positionH>
            <wp:positionV relativeFrom="page">
              <wp:posOffset>0</wp:posOffset>
            </wp:positionV>
            <wp:extent cx="1440180" cy="10692130"/>
            <wp:effectExtent l="0" t="0" r="0" b="0"/>
            <wp:wrapNone/>
            <wp:docPr id="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65F">
        <w:drawing>
          <wp:inline distT="0" distB="0" distL="0" distR="0" wp14:anchorId="790DD97C" wp14:editId="76524995">
            <wp:extent cx="3837305" cy="6321425"/>
            <wp:effectExtent l="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37305" cy="6321425"/>
                    </a:xfrm>
                    <a:prstGeom prst="rect">
                      <a:avLst/>
                    </a:prstGeom>
                    <a:noFill/>
                    <a:ln>
                      <a:noFill/>
                    </a:ln>
                  </pic:spPr>
                </pic:pic>
              </a:graphicData>
            </a:graphic>
          </wp:inline>
        </w:drawing>
      </w:r>
    </w:p>
    <w:p w14:paraId="0523F6C7" w14:textId="77777777" w:rsidR="004B5A85" w:rsidRDefault="00696FAC" w:rsidP="00473900">
      <w:pPr>
        <w:pStyle w:val="Auteur"/>
        <w:spacing w:after="1320"/>
      </w:pPr>
      <w:r w:rsidRPr="00696FAC">
        <w:t xml:space="preserve">Jean de la </w:t>
      </w:r>
      <w:proofErr w:type="spellStart"/>
      <w:r w:rsidRPr="00696FAC">
        <w:t>Hire</w:t>
      </w:r>
      <w:proofErr w:type="spellEnd"/>
      <w:r w:rsidR="004B5A85">
        <w:t xml:space="preserve"> (</w:t>
      </w:r>
      <w:r w:rsidRPr="00696FAC">
        <w:t>Adolphe d</w:t>
      </w:r>
      <w:r w:rsidR="004B5A85">
        <w:t>’</w:t>
      </w:r>
      <w:proofErr w:type="spellStart"/>
      <w:r w:rsidRPr="00696FAC">
        <w:t>Espie</w:t>
      </w:r>
      <w:proofErr w:type="spellEnd"/>
      <w:r w:rsidR="004B5A85">
        <w:t>)</w:t>
      </w:r>
    </w:p>
    <w:p w14:paraId="0838F274" w14:textId="21E91053" w:rsidR="00033562" w:rsidRPr="007C1C6B" w:rsidRDefault="00033562" w:rsidP="00696FAC">
      <w:pPr>
        <w:pStyle w:val="Titrelivre"/>
      </w:pPr>
      <w:r w:rsidRPr="007C1C6B">
        <w:t>LE</w:t>
      </w:r>
      <w:r w:rsidR="00696FAC">
        <w:t>S RAVAGEURS DU MONDE</w:t>
      </w:r>
    </w:p>
    <w:p w14:paraId="7C75C0B3" w14:textId="27C8EE06" w:rsidR="00033562" w:rsidRPr="00696FAC" w:rsidRDefault="00696FAC" w:rsidP="00473900">
      <w:pPr>
        <w:pStyle w:val="DateSortie"/>
      </w:pPr>
      <w:r>
        <w:t>1928</w:t>
      </w:r>
    </w:p>
    <w:p w14:paraId="4C6E9DB8" w14:textId="77777777" w:rsidR="00033562" w:rsidRDefault="00033562" w:rsidP="007C1C6B">
      <w:pPr>
        <w:sectPr w:rsidR="00033562">
          <w:footerReference w:type="default" r:id="rId10"/>
          <w:pgSz w:w="11906" w:h="16838" w:code="9"/>
          <w:pgMar w:top="0" w:right="0" w:bottom="0" w:left="0" w:header="0" w:footer="0" w:gutter="0"/>
          <w:cols w:space="708"/>
          <w:titlePg/>
          <w:docGrid w:linePitch="360"/>
        </w:sectPr>
      </w:pPr>
    </w:p>
    <w:p w14:paraId="4AA57E13" w14:textId="77777777" w:rsidR="00033562" w:rsidRDefault="00033562" w:rsidP="004B5A85">
      <w:pPr>
        <w:pStyle w:val="Titretablematires"/>
      </w:pPr>
      <w:r>
        <w:lastRenderedPageBreak/>
        <w:t>Table des matières</w:t>
      </w:r>
    </w:p>
    <w:p w14:paraId="49E27DC3" w14:textId="77777777" w:rsidR="00033562" w:rsidRDefault="00033562"/>
    <w:p w14:paraId="118AE53B" w14:textId="64D144DB" w:rsidR="005E5F3D"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202462461" w:history="1">
        <w:r w:rsidR="005E5F3D" w:rsidRPr="00F55177">
          <w:rPr>
            <w:rStyle w:val="Lienhypertexte"/>
          </w:rPr>
          <w:t>CHAPITRE PREMIER  LA TRAGIQUE SURPRISE</w:t>
        </w:r>
        <w:r w:rsidR="005E5F3D">
          <w:rPr>
            <w:webHidden/>
          </w:rPr>
          <w:tab/>
        </w:r>
        <w:r w:rsidR="005E5F3D">
          <w:rPr>
            <w:webHidden/>
          </w:rPr>
          <w:fldChar w:fldCharType="begin"/>
        </w:r>
        <w:r w:rsidR="005E5F3D">
          <w:rPr>
            <w:webHidden/>
          </w:rPr>
          <w:instrText xml:space="preserve"> PAGEREF _Toc202462461 \h </w:instrText>
        </w:r>
        <w:r w:rsidR="005E5F3D">
          <w:rPr>
            <w:webHidden/>
          </w:rPr>
        </w:r>
        <w:r w:rsidR="005E5F3D">
          <w:rPr>
            <w:webHidden/>
          </w:rPr>
          <w:fldChar w:fldCharType="separate"/>
        </w:r>
        <w:r w:rsidR="00FF158B">
          <w:rPr>
            <w:webHidden/>
          </w:rPr>
          <w:t>4</w:t>
        </w:r>
        <w:r w:rsidR="005E5F3D">
          <w:rPr>
            <w:webHidden/>
          </w:rPr>
          <w:fldChar w:fldCharType="end"/>
        </w:r>
      </w:hyperlink>
    </w:p>
    <w:p w14:paraId="1888B505" w14:textId="51CB2AE3"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62" w:history="1">
        <w:r w:rsidRPr="00F55177">
          <w:rPr>
            <w:rStyle w:val="Lienhypertexte"/>
          </w:rPr>
          <w:t>CHAPITRE II  PIERROT L’ÉCUREUIL</w:t>
        </w:r>
        <w:r>
          <w:rPr>
            <w:webHidden/>
          </w:rPr>
          <w:tab/>
        </w:r>
        <w:r>
          <w:rPr>
            <w:webHidden/>
          </w:rPr>
          <w:fldChar w:fldCharType="begin"/>
        </w:r>
        <w:r>
          <w:rPr>
            <w:webHidden/>
          </w:rPr>
          <w:instrText xml:space="preserve"> PAGEREF _Toc202462462 \h </w:instrText>
        </w:r>
        <w:r>
          <w:rPr>
            <w:webHidden/>
          </w:rPr>
        </w:r>
        <w:r>
          <w:rPr>
            <w:webHidden/>
          </w:rPr>
          <w:fldChar w:fldCharType="separate"/>
        </w:r>
        <w:r w:rsidR="00FF158B">
          <w:rPr>
            <w:webHidden/>
          </w:rPr>
          <w:t>25</w:t>
        </w:r>
        <w:r>
          <w:rPr>
            <w:webHidden/>
          </w:rPr>
          <w:fldChar w:fldCharType="end"/>
        </w:r>
      </w:hyperlink>
    </w:p>
    <w:p w14:paraId="4F953737" w14:textId="7C51453D"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63" w:history="1">
        <w:r w:rsidRPr="00F55177">
          <w:rPr>
            <w:rStyle w:val="Lienhypertexte"/>
          </w:rPr>
          <w:t>CHAPITRE III  SOLITUDE OCÉANIQUE</w:t>
        </w:r>
        <w:r>
          <w:rPr>
            <w:webHidden/>
          </w:rPr>
          <w:tab/>
        </w:r>
        <w:r>
          <w:rPr>
            <w:webHidden/>
          </w:rPr>
          <w:fldChar w:fldCharType="begin"/>
        </w:r>
        <w:r>
          <w:rPr>
            <w:webHidden/>
          </w:rPr>
          <w:instrText xml:space="preserve"> PAGEREF _Toc202462463 \h </w:instrText>
        </w:r>
        <w:r>
          <w:rPr>
            <w:webHidden/>
          </w:rPr>
        </w:r>
        <w:r>
          <w:rPr>
            <w:webHidden/>
          </w:rPr>
          <w:fldChar w:fldCharType="separate"/>
        </w:r>
        <w:r w:rsidR="00FF158B">
          <w:rPr>
            <w:webHidden/>
          </w:rPr>
          <w:t>32</w:t>
        </w:r>
        <w:r>
          <w:rPr>
            <w:webHidden/>
          </w:rPr>
          <w:fldChar w:fldCharType="end"/>
        </w:r>
      </w:hyperlink>
    </w:p>
    <w:p w14:paraId="2A740DE0" w14:textId="5060D800"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64" w:history="1">
        <w:r w:rsidRPr="00F55177">
          <w:rPr>
            <w:rStyle w:val="Lienhypertexte"/>
          </w:rPr>
          <w:t>CHAPITRE IV  LES CAPTIFS</w:t>
        </w:r>
        <w:r>
          <w:rPr>
            <w:webHidden/>
          </w:rPr>
          <w:tab/>
        </w:r>
        <w:r>
          <w:rPr>
            <w:webHidden/>
          </w:rPr>
          <w:fldChar w:fldCharType="begin"/>
        </w:r>
        <w:r>
          <w:rPr>
            <w:webHidden/>
          </w:rPr>
          <w:instrText xml:space="preserve"> PAGEREF _Toc202462464 \h </w:instrText>
        </w:r>
        <w:r>
          <w:rPr>
            <w:webHidden/>
          </w:rPr>
        </w:r>
        <w:r>
          <w:rPr>
            <w:webHidden/>
          </w:rPr>
          <w:fldChar w:fldCharType="separate"/>
        </w:r>
        <w:r w:rsidR="00FF158B">
          <w:rPr>
            <w:webHidden/>
          </w:rPr>
          <w:t>41</w:t>
        </w:r>
        <w:r>
          <w:rPr>
            <w:webHidden/>
          </w:rPr>
          <w:fldChar w:fldCharType="end"/>
        </w:r>
      </w:hyperlink>
    </w:p>
    <w:p w14:paraId="41451C7F" w14:textId="1A9256A7"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65" w:history="1">
        <w:r w:rsidRPr="00F55177">
          <w:rPr>
            <w:rStyle w:val="Lienhypertexte"/>
          </w:rPr>
          <w:t>CHAPITRE V  ÉTRANGE EXISTENCE</w:t>
        </w:r>
        <w:r>
          <w:rPr>
            <w:webHidden/>
          </w:rPr>
          <w:tab/>
        </w:r>
        <w:r>
          <w:rPr>
            <w:webHidden/>
          </w:rPr>
          <w:fldChar w:fldCharType="begin"/>
        </w:r>
        <w:r>
          <w:rPr>
            <w:webHidden/>
          </w:rPr>
          <w:instrText xml:space="preserve"> PAGEREF _Toc202462465 \h </w:instrText>
        </w:r>
        <w:r>
          <w:rPr>
            <w:webHidden/>
          </w:rPr>
        </w:r>
        <w:r>
          <w:rPr>
            <w:webHidden/>
          </w:rPr>
          <w:fldChar w:fldCharType="separate"/>
        </w:r>
        <w:r w:rsidR="00FF158B">
          <w:rPr>
            <w:webHidden/>
          </w:rPr>
          <w:t>46</w:t>
        </w:r>
        <w:r>
          <w:rPr>
            <w:webHidden/>
          </w:rPr>
          <w:fldChar w:fldCharType="end"/>
        </w:r>
      </w:hyperlink>
    </w:p>
    <w:p w14:paraId="136310FA" w14:textId="21171D01"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66" w:history="1">
        <w:r w:rsidRPr="00F55177">
          <w:rPr>
            <w:rStyle w:val="Lienhypertexte"/>
          </w:rPr>
          <w:t>CHAPITRE VI  LE « NYCTALOPE » SE DÉMONTRE</w:t>
        </w:r>
        <w:r>
          <w:rPr>
            <w:webHidden/>
          </w:rPr>
          <w:tab/>
        </w:r>
        <w:r>
          <w:rPr>
            <w:webHidden/>
          </w:rPr>
          <w:fldChar w:fldCharType="begin"/>
        </w:r>
        <w:r>
          <w:rPr>
            <w:webHidden/>
          </w:rPr>
          <w:instrText xml:space="preserve"> PAGEREF _Toc202462466 \h </w:instrText>
        </w:r>
        <w:r>
          <w:rPr>
            <w:webHidden/>
          </w:rPr>
        </w:r>
        <w:r>
          <w:rPr>
            <w:webHidden/>
          </w:rPr>
          <w:fldChar w:fldCharType="separate"/>
        </w:r>
        <w:r w:rsidR="00FF158B">
          <w:rPr>
            <w:webHidden/>
          </w:rPr>
          <w:t>52</w:t>
        </w:r>
        <w:r>
          <w:rPr>
            <w:webHidden/>
          </w:rPr>
          <w:fldChar w:fldCharType="end"/>
        </w:r>
      </w:hyperlink>
    </w:p>
    <w:p w14:paraId="5A8EFC51" w14:textId="08BBBFD4"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67" w:history="1">
        <w:r w:rsidRPr="00F55177">
          <w:rPr>
            <w:rStyle w:val="Lienhypertexte"/>
          </w:rPr>
          <w:t>CHAPITRE VII  ÉVASION PRÉPARÉE</w:t>
        </w:r>
        <w:r>
          <w:rPr>
            <w:webHidden/>
          </w:rPr>
          <w:tab/>
        </w:r>
        <w:r>
          <w:rPr>
            <w:webHidden/>
          </w:rPr>
          <w:fldChar w:fldCharType="begin"/>
        </w:r>
        <w:r>
          <w:rPr>
            <w:webHidden/>
          </w:rPr>
          <w:instrText xml:space="preserve"> PAGEREF _Toc202462467 \h </w:instrText>
        </w:r>
        <w:r>
          <w:rPr>
            <w:webHidden/>
          </w:rPr>
        </w:r>
        <w:r>
          <w:rPr>
            <w:webHidden/>
          </w:rPr>
          <w:fldChar w:fldCharType="separate"/>
        </w:r>
        <w:r w:rsidR="00FF158B">
          <w:rPr>
            <w:webHidden/>
          </w:rPr>
          <w:t>68</w:t>
        </w:r>
        <w:r>
          <w:rPr>
            <w:webHidden/>
          </w:rPr>
          <w:fldChar w:fldCharType="end"/>
        </w:r>
      </w:hyperlink>
    </w:p>
    <w:p w14:paraId="3A72A3CA" w14:textId="0D3B3A2C"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68" w:history="1">
        <w:r w:rsidRPr="00F55177">
          <w:rPr>
            <w:rStyle w:val="Lienhypertexte"/>
          </w:rPr>
          <w:t>CHAPITRE VIII  S’ACCOMPLIRA-T-ELLE, L’ÉVASION ?</w:t>
        </w:r>
        <w:r>
          <w:rPr>
            <w:webHidden/>
          </w:rPr>
          <w:tab/>
        </w:r>
        <w:r>
          <w:rPr>
            <w:webHidden/>
          </w:rPr>
          <w:fldChar w:fldCharType="begin"/>
        </w:r>
        <w:r>
          <w:rPr>
            <w:webHidden/>
          </w:rPr>
          <w:instrText xml:space="preserve"> PAGEREF _Toc202462468 \h </w:instrText>
        </w:r>
        <w:r>
          <w:rPr>
            <w:webHidden/>
          </w:rPr>
        </w:r>
        <w:r>
          <w:rPr>
            <w:webHidden/>
          </w:rPr>
          <w:fldChar w:fldCharType="separate"/>
        </w:r>
        <w:r w:rsidR="00FF158B">
          <w:rPr>
            <w:webHidden/>
          </w:rPr>
          <w:t>76</w:t>
        </w:r>
        <w:r>
          <w:rPr>
            <w:webHidden/>
          </w:rPr>
          <w:fldChar w:fldCharType="end"/>
        </w:r>
      </w:hyperlink>
    </w:p>
    <w:p w14:paraId="5B025998" w14:textId="323C020A"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69" w:history="1">
        <w:r w:rsidRPr="00F55177">
          <w:rPr>
            <w:rStyle w:val="Lienhypertexte"/>
          </w:rPr>
          <w:t>CHAPITRE IX  « QUI JE SUIS ?… REGARDE-MOI ! »</w:t>
        </w:r>
        <w:r>
          <w:rPr>
            <w:webHidden/>
          </w:rPr>
          <w:tab/>
        </w:r>
        <w:r>
          <w:rPr>
            <w:webHidden/>
          </w:rPr>
          <w:fldChar w:fldCharType="begin"/>
        </w:r>
        <w:r>
          <w:rPr>
            <w:webHidden/>
          </w:rPr>
          <w:instrText xml:space="preserve"> PAGEREF _Toc202462469 \h </w:instrText>
        </w:r>
        <w:r>
          <w:rPr>
            <w:webHidden/>
          </w:rPr>
        </w:r>
        <w:r>
          <w:rPr>
            <w:webHidden/>
          </w:rPr>
          <w:fldChar w:fldCharType="separate"/>
        </w:r>
        <w:r w:rsidR="00FF158B">
          <w:rPr>
            <w:webHidden/>
          </w:rPr>
          <w:t>101</w:t>
        </w:r>
        <w:r>
          <w:rPr>
            <w:webHidden/>
          </w:rPr>
          <w:fldChar w:fldCharType="end"/>
        </w:r>
      </w:hyperlink>
    </w:p>
    <w:p w14:paraId="0433F490" w14:textId="4BBE6AAA"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70" w:history="1">
        <w:r w:rsidRPr="00F55177">
          <w:rPr>
            <w:rStyle w:val="Lienhypertexte"/>
          </w:rPr>
          <w:t>CHAPITRE X  CAMPING FORCÉ</w:t>
        </w:r>
        <w:r>
          <w:rPr>
            <w:webHidden/>
          </w:rPr>
          <w:tab/>
        </w:r>
        <w:r>
          <w:rPr>
            <w:webHidden/>
          </w:rPr>
          <w:fldChar w:fldCharType="begin"/>
        </w:r>
        <w:r>
          <w:rPr>
            <w:webHidden/>
          </w:rPr>
          <w:instrText xml:space="preserve"> PAGEREF _Toc202462470 \h </w:instrText>
        </w:r>
        <w:r>
          <w:rPr>
            <w:webHidden/>
          </w:rPr>
        </w:r>
        <w:r>
          <w:rPr>
            <w:webHidden/>
          </w:rPr>
          <w:fldChar w:fldCharType="separate"/>
        </w:r>
        <w:r w:rsidR="00FF158B">
          <w:rPr>
            <w:webHidden/>
          </w:rPr>
          <w:t>116</w:t>
        </w:r>
        <w:r>
          <w:rPr>
            <w:webHidden/>
          </w:rPr>
          <w:fldChar w:fldCharType="end"/>
        </w:r>
      </w:hyperlink>
    </w:p>
    <w:p w14:paraId="5839F1B5" w14:textId="4CEB4BD2"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71" w:history="1">
        <w:r w:rsidRPr="00F55177">
          <w:rPr>
            <w:rStyle w:val="Lienhypertexte"/>
          </w:rPr>
          <w:t>CHAPITRE XI  L’APPEL DE DÉTRESSE</w:t>
        </w:r>
        <w:r>
          <w:rPr>
            <w:webHidden/>
          </w:rPr>
          <w:tab/>
        </w:r>
        <w:r>
          <w:rPr>
            <w:webHidden/>
          </w:rPr>
          <w:fldChar w:fldCharType="begin"/>
        </w:r>
        <w:r>
          <w:rPr>
            <w:webHidden/>
          </w:rPr>
          <w:instrText xml:space="preserve"> PAGEREF _Toc202462471 \h </w:instrText>
        </w:r>
        <w:r>
          <w:rPr>
            <w:webHidden/>
          </w:rPr>
        </w:r>
        <w:r>
          <w:rPr>
            <w:webHidden/>
          </w:rPr>
          <w:fldChar w:fldCharType="separate"/>
        </w:r>
        <w:r w:rsidR="00FF158B">
          <w:rPr>
            <w:webHidden/>
          </w:rPr>
          <w:t>122</w:t>
        </w:r>
        <w:r>
          <w:rPr>
            <w:webHidden/>
          </w:rPr>
          <w:fldChar w:fldCharType="end"/>
        </w:r>
      </w:hyperlink>
    </w:p>
    <w:p w14:paraId="41FA8BD7" w14:textId="1E8B6FA1"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72" w:history="1">
        <w:r w:rsidRPr="00F55177">
          <w:rPr>
            <w:rStyle w:val="Lienhypertexte"/>
          </w:rPr>
          <w:t>CHAPITRE XII  GRAVE CONFUSION</w:t>
        </w:r>
        <w:r>
          <w:rPr>
            <w:webHidden/>
          </w:rPr>
          <w:tab/>
        </w:r>
        <w:r>
          <w:rPr>
            <w:webHidden/>
          </w:rPr>
          <w:fldChar w:fldCharType="begin"/>
        </w:r>
        <w:r>
          <w:rPr>
            <w:webHidden/>
          </w:rPr>
          <w:instrText xml:space="preserve"> PAGEREF _Toc202462472 \h </w:instrText>
        </w:r>
        <w:r>
          <w:rPr>
            <w:webHidden/>
          </w:rPr>
        </w:r>
        <w:r>
          <w:rPr>
            <w:webHidden/>
          </w:rPr>
          <w:fldChar w:fldCharType="separate"/>
        </w:r>
        <w:r w:rsidR="00FF158B">
          <w:rPr>
            <w:webHidden/>
          </w:rPr>
          <w:t>133</w:t>
        </w:r>
        <w:r>
          <w:rPr>
            <w:webHidden/>
          </w:rPr>
          <w:fldChar w:fldCharType="end"/>
        </w:r>
      </w:hyperlink>
    </w:p>
    <w:p w14:paraId="43D37DD6" w14:textId="2D151A9C"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73" w:history="1">
        <w:r w:rsidRPr="00F55177">
          <w:rPr>
            <w:rStyle w:val="Lienhypertexte"/>
          </w:rPr>
          <w:t>CHAPITRE XIII  LE CHOC DE DEUX HAINES</w:t>
        </w:r>
        <w:r>
          <w:rPr>
            <w:webHidden/>
          </w:rPr>
          <w:tab/>
        </w:r>
        <w:r>
          <w:rPr>
            <w:webHidden/>
          </w:rPr>
          <w:fldChar w:fldCharType="begin"/>
        </w:r>
        <w:r>
          <w:rPr>
            <w:webHidden/>
          </w:rPr>
          <w:instrText xml:space="preserve"> PAGEREF _Toc202462473 \h </w:instrText>
        </w:r>
        <w:r>
          <w:rPr>
            <w:webHidden/>
          </w:rPr>
        </w:r>
        <w:r>
          <w:rPr>
            <w:webHidden/>
          </w:rPr>
          <w:fldChar w:fldCharType="separate"/>
        </w:r>
        <w:r w:rsidR="00FF158B">
          <w:rPr>
            <w:webHidden/>
          </w:rPr>
          <w:t>145</w:t>
        </w:r>
        <w:r>
          <w:rPr>
            <w:webHidden/>
          </w:rPr>
          <w:fldChar w:fldCharType="end"/>
        </w:r>
      </w:hyperlink>
    </w:p>
    <w:p w14:paraId="238F6691" w14:textId="35D74437"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74" w:history="1">
        <w:r w:rsidRPr="00F55177">
          <w:rPr>
            <w:rStyle w:val="Lienhypertexte"/>
          </w:rPr>
          <w:t>CHAPITRE XIV  PAS DE GRÂCE !</w:t>
        </w:r>
        <w:r>
          <w:rPr>
            <w:webHidden/>
          </w:rPr>
          <w:tab/>
        </w:r>
        <w:r>
          <w:rPr>
            <w:webHidden/>
          </w:rPr>
          <w:fldChar w:fldCharType="begin"/>
        </w:r>
        <w:r>
          <w:rPr>
            <w:webHidden/>
          </w:rPr>
          <w:instrText xml:space="preserve"> PAGEREF _Toc202462474 \h </w:instrText>
        </w:r>
        <w:r>
          <w:rPr>
            <w:webHidden/>
          </w:rPr>
        </w:r>
        <w:r>
          <w:rPr>
            <w:webHidden/>
          </w:rPr>
          <w:fldChar w:fldCharType="separate"/>
        </w:r>
        <w:r w:rsidR="00FF158B">
          <w:rPr>
            <w:webHidden/>
          </w:rPr>
          <w:t>153</w:t>
        </w:r>
        <w:r>
          <w:rPr>
            <w:webHidden/>
          </w:rPr>
          <w:fldChar w:fldCharType="end"/>
        </w:r>
      </w:hyperlink>
    </w:p>
    <w:p w14:paraId="4F5E8AC3" w14:textId="7EF7314F"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75" w:history="1">
        <w:r w:rsidRPr="00F55177">
          <w:rPr>
            <w:rStyle w:val="Lienhypertexte"/>
          </w:rPr>
          <w:t>CHAPITRE XV  LES MONSTRES DE LA MER</w:t>
        </w:r>
        <w:r>
          <w:rPr>
            <w:webHidden/>
          </w:rPr>
          <w:tab/>
        </w:r>
        <w:r>
          <w:rPr>
            <w:webHidden/>
          </w:rPr>
          <w:fldChar w:fldCharType="begin"/>
        </w:r>
        <w:r>
          <w:rPr>
            <w:webHidden/>
          </w:rPr>
          <w:instrText xml:space="preserve"> PAGEREF _Toc202462475 \h </w:instrText>
        </w:r>
        <w:r>
          <w:rPr>
            <w:webHidden/>
          </w:rPr>
        </w:r>
        <w:r>
          <w:rPr>
            <w:webHidden/>
          </w:rPr>
          <w:fldChar w:fldCharType="separate"/>
        </w:r>
        <w:r w:rsidR="00FF158B">
          <w:rPr>
            <w:webHidden/>
          </w:rPr>
          <w:t>162</w:t>
        </w:r>
        <w:r>
          <w:rPr>
            <w:webHidden/>
          </w:rPr>
          <w:fldChar w:fldCharType="end"/>
        </w:r>
      </w:hyperlink>
    </w:p>
    <w:p w14:paraId="78FE3C9E" w14:textId="5E618783"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76" w:history="1">
        <w:r w:rsidRPr="00F55177">
          <w:rPr>
            <w:rStyle w:val="Lienhypertexte"/>
          </w:rPr>
          <w:t>CHAPITRE XVI  LE REPAS DES MONSTRES</w:t>
        </w:r>
        <w:r>
          <w:rPr>
            <w:webHidden/>
          </w:rPr>
          <w:tab/>
        </w:r>
        <w:r>
          <w:rPr>
            <w:webHidden/>
          </w:rPr>
          <w:fldChar w:fldCharType="begin"/>
        </w:r>
        <w:r>
          <w:rPr>
            <w:webHidden/>
          </w:rPr>
          <w:instrText xml:space="preserve"> PAGEREF _Toc202462476 \h </w:instrText>
        </w:r>
        <w:r>
          <w:rPr>
            <w:webHidden/>
          </w:rPr>
        </w:r>
        <w:r>
          <w:rPr>
            <w:webHidden/>
          </w:rPr>
          <w:fldChar w:fldCharType="separate"/>
        </w:r>
        <w:r w:rsidR="00FF158B">
          <w:rPr>
            <w:webHidden/>
          </w:rPr>
          <w:t>181</w:t>
        </w:r>
        <w:r>
          <w:rPr>
            <w:webHidden/>
          </w:rPr>
          <w:fldChar w:fldCharType="end"/>
        </w:r>
      </w:hyperlink>
    </w:p>
    <w:p w14:paraId="4C687B2C" w14:textId="1F0A9D5F"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77" w:history="1">
        <w:r w:rsidRPr="00F55177">
          <w:rPr>
            <w:rStyle w:val="Lienhypertexte"/>
          </w:rPr>
          <w:t>CHAPITRE XVII  PIERROT À L’ŒUVRE</w:t>
        </w:r>
        <w:r>
          <w:rPr>
            <w:webHidden/>
          </w:rPr>
          <w:tab/>
        </w:r>
        <w:r>
          <w:rPr>
            <w:webHidden/>
          </w:rPr>
          <w:fldChar w:fldCharType="begin"/>
        </w:r>
        <w:r>
          <w:rPr>
            <w:webHidden/>
          </w:rPr>
          <w:instrText xml:space="preserve"> PAGEREF _Toc202462477 \h </w:instrText>
        </w:r>
        <w:r>
          <w:rPr>
            <w:webHidden/>
          </w:rPr>
        </w:r>
        <w:r>
          <w:rPr>
            <w:webHidden/>
          </w:rPr>
          <w:fldChar w:fldCharType="separate"/>
        </w:r>
        <w:r w:rsidR="00FF158B">
          <w:rPr>
            <w:webHidden/>
          </w:rPr>
          <w:t>189</w:t>
        </w:r>
        <w:r>
          <w:rPr>
            <w:webHidden/>
          </w:rPr>
          <w:fldChar w:fldCharType="end"/>
        </w:r>
      </w:hyperlink>
    </w:p>
    <w:p w14:paraId="5F4A37E6" w14:textId="50991B32"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78" w:history="1">
        <w:r w:rsidRPr="00F55177">
          <w:rPr>
            <w:rStyle w:val="Lienhypertexte"/>
          </w:rPr>
          <w:t>CHAPITRE XVIII  L’ÉMERSION AHURISSANTE</w:t>
        </w:r>
        <w:r>
          <w:rPr>
            <w:webHidden/>
          </w:rPr>
          <w:tab/>
        </w:r>
        <w:r>
          <w:rPr>
            <w:webHidden/>
          </w:rPr>
          <w:fldChar w:fldCharType="begin"/>
        </w:r>
        <w:r>
          <w:rPr>
            <w:webHidden/>
          </w:rPr>
          <w:instrText xml:space="preserve"> PAGEREF _Toc202462478 \h </w:instrText>
        </w:r>
        <w:r>
          <w:rPr>
            <w:webHidden/>
          </w:rPr>
        </w:r>
        <w:r>
          <w:rPr>
            <w:webHidden/>
          </w:rPr>
          <w:fldChar w:fldCharType="separate"/>
        </w:r>
        <w:r w:rsidR="00FF158B">
          <w:rPr>
            <w:webHidden/>
          </w:rPr>
          <w:t>205</w:t>
        </w:r>
        <w:r>
          <w:rPr>
            <w:webHidden/>
          </w:rPr>
          <w:fldChar w:fldCharType="end"/>
        </w:r>
      </w:hyperlink>
    </w:p>
    <w:p w14:paraId="3D4F687E" w14:textId="6D8C18B0"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79" w:history="1">
        <w:r w:rsidRPr="00F55177">
          <w:rPr>
            <w:rStyle w:val="Lienhypertexte"/>
          </w:rPr>
          <w:t>CHAPITRE XIX  TOMMY LE MASSACREUR</w:t>
        </w:r>
        <w:r>
          <w:rPr>
            <w:webHidden/>
          </w:rPr>
          <w:tab/>
        </w:r>
        <w:r>
          <w:rPr>
            <w:webHidden/>
          </w:rPr>
          <w:fldChar w:fldCharType="begin"/>
        </w:r>
        <w:r>
          <w:rPr>
            <w:webHidden/>
          </w:rPr>
          <w:instrText xml:space="preserve"> PAGEREF _Toc202462479 \h </w:instrText>
        </w:r>
        <w:r>
          <w:rPr>
            <w:webHidden/>
          </w:rPr>
        </w:r>
        <w:r>
          <w:rPr>
            <w:webHidden/>
          </w:rPr>
          <w:fldChar w:fldCharType="separate"/>
        </w:r>
        <w:r w:rsidR="00FF158B">
          <w:rPr>
            <w:webHidden/>
          </w:rPr>
          <w:t>218</w:t>
        </w:r>
        <w:r>
          <w:rPr>
            <w:webHidden/>
          </w:rPr>
          <w:fldChar w:fldCharType="end"/>
        </w:r>
      </w:hyperlink>
    </w:p>
    <w:p w14:paraId="2A687FDE" w14:textId="25DBD6EB"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80" w:history="1">
        <w:r w:rsidRPr="00F55177">
          <w:rPr>
            <w:rStyle w:val="Lienhypertexte"/>
          </w:rPr>
          <w:t>CHAPITRE XX  LA « REVANCHE » ET LA « VICTOIRE »</w:t>
        </w:r>
        <w:r>
          <w:rPr>
            <w:webHidden/>
          </w:rPr>
          <w:tab/>
        </w:r>
        <w:r>
          <w:rPr>
            <w:webHidden/>
          </w:rPr>
          <w:fldChar w:fldCharType="begin"/>
        </w:r>
        <w:r>
          <w:rPr>
            <w:webHidden/>
          </w:rPr>
          <w:instrText xml:space="preserve"> PAGEREF _Toc202462480 \h </w:instrText>
        </w:r>
        <w:r>
          <w:rPr>
            <w:webHidden/>
          </w:rPr>
        </w:r>
        <w:r>
          <w:rPr>
            <w:webHidden/>
          </w:rPr>
          <w:fldChar w:fldCharType="separate"/>
        </w:r>
        <w:r w:rsidR="00FF158B">
          <w:rPr>
            <w:webHidden/>
          </w:rPr>
          <w:t>238</w:t>
        </w:r>
        <w:r>
          <w:rPr>
            <w:webHidden/>
          </w:rPr>
          <w:fldChar w:fldCharType="end"/>
        </w:r>
      </w:hyperlink>
    </w:p>
    <w:p w14:paraId="05FE362D" w14:textId="4B9F1F56"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81" w:history="1">
        <w:r w:rsidRPr="00F55177">
          <w:rPr>
            <w:rStyle w:val="Lienhypertexte"/>
          </w:rPr>
          <w:t>CHAPITRE XXI  LA VICTIME DE L’ARAIGNÉE</w:t>
        </w:r>
        <w:r>
          <w:rPr>
            <w:webHidden/>
          </w:rPr>
          <w:tab/>
        </w:r>
        <w:r>
          <w:rPr>
            <w:webHidden/>
          </w:rPr>
          <w:fldChar w:fldCharType="begin"/>
        </w:r>
        <w:r>
          <w:rPr>
            <w:webHidden/>
          </w:rPr>
          <w:instrText xml:space="preserve"> PAGEREF _Toc202462481 \h </w:instrText>
        </w:r>
        <w:r>
          <w:rPr>
            <w:webHidden/>
          </w:rPr>
        </w:r>
        <w:r>
          <w:rPr>
            <w:webHidden/>
          </w:rPr>
          <w:fldChar w:fldCharType="separate"/>
        </w:r>
        <w:r w:rsidR="00FF158B">
          <w:rPr>
            <w:webHidden/>
          </w:rPr>
          <w:t>255</w:t>
        </w:r>
        <w:r>
          <w:rPr>
            <w:webHidden/>
          </w:rPr>
          <w:fldChar w:fldCharType="end"/>
        </w:r>
      </w:hyperlink>
    </w:p>
    <w:p w14:paraId="04711D9D" w14:textId="40DF7093"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82" w:history="1">
        <w:r w:rsidRPr="00F55177">
          <w:rPr>
            <w:rStyle w:val="Lienhypertexte"/>
          </w:rPr>
          <w:t>CHAPITRE XXII  NE PERDONS PAS DE TEMPS !</w:t>
        </w:r>
        <w:r>
          <w:rPr>
            <w:webHidden/>
          </w:rPr>
          <w:tab/>
        </w:r>
        <w:r>
          <w:rPr>
            <w:webHidden/>
          </w:rPr>
          <w:fldChar w:fldCharType="begin"/>
        </w:r>
        <w:r>
          <w:rPr>
            <w:webHidden/>
          </w:rPr>
          <w:instrText xml:space="preserve"> PAGEREF _Toc202462482 \h </w:instrText>
        </w:r>
        <w:r>
          <w:rPr>
            <w:webHidden/>
          </w:rPr>
        </w:r>
        <w:r>
          <w:rPr>
            <w:webHidden/>
          </w:rPr>
          <w:fldChar w:fldCharType="separate"/>
        </w:r>
        <w:r w:rsidR="00FF158B">
          <w:rPr>
            <w:webHidden/>
          </w:rPr>
          <w:t>273</w:t>
        </w:r>
        <w:r>
          <w:rPr>
            <w:webHidden/>
          </w:rPr>
          <w:fldChar w:fldCharType="end"/>
        </w:r>
      </w:hyperlink>
    </w:p>
    <w:p w14:paraId="0289CB88" w14:textId="1B96EE8F"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83" w:history="1">
        <w:r w:rsidRPr="00F55177">
          <w:rPr>
            <w:rStyle w:val="Lienhypertexte"/>
          </w:rPr>
          <w:t>CHAPITRE XXIII  CONTRE LE RAVAGEUR</w:t>
        </w:r>
        <w:r>
          <w:rPr>
            <w:webHidden/>
          </w:rPr>
          <w:tab/>
        </w:r>
        <w:r>
          <w:rPr>
            <w:webHidden/>
          </w:rPr>
          <w:fldChar w:fldCharType="begin"/>
        </w:r>
        <w:r>
          <w:rPr>
            <w:webHidden/>
          </w:rPr>
          <w:instrText xml:space="preserve"> PAGEREF _Toc202462483 \h </w:instrText>
        </w:r>
        <w:r>
          <w:rPr>
            <w:webHidden/>
          </w:rPr>
        </w:r>
        <w:r>
          <w:rPr>
            <w:webHidden/>
          </w:rPr>
          <w:fldChar w:fldCharType="separate"/>
        </w:r>
        <w:r w:rsidR="00FF158B">
          <w:rPr>
            <w:webHidden/>
          </w:rPr>
          <w:t>279</w:t>
        </w:r>
        <w:r>
          <w:rPr>
            <w:webHidden/>
          </w:rPr>
          <w:fldChar w:fldCharType="end"/>
        </w:r>
      </w:hyperlink>
    </w:p>
    <w:p w14:paraId="7B51DC6C" w14:textId="2FD10B95"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84" w:history="1">
        <w:r w:rsidRPr="00F55177">
          <w:rPr>
            <w:rStyle w:val="Lienhypertexte"/>
          </w:rPr>
          <w:t>CHAPITRE XXIV  LA FIERTÉ DE PIERROT</w:t>
        </w:r>
        <w:r>
          <w:rPr>
            <w:webHidden/>
          </w:rPr>
          <w:tab/>
        </w:r>
        <w:r>
          <w:rPr>
            <w:webHidden/>
          </w:rPr>
          <w:fldChar w:fldCharType="begin"/>
        </w:r>
        <w:r>
          <w:rPr>
            <w:webHidden/>
          </w:rPr>
          <w:instrText xml:space="preserve"> PAGEREF _Toc202462484 \h </w:instrText>
        </w:r>
        <w:r>
          <w:rPr>
            <w:webHidden/>
          </w:rPr>
        </w:r>
        <w:r>
          <w:rPr>
            <w:webHidden/>
          </w:rPr>
          <w:fldChar w:fldCharType="separate"/>
        </w:r>
        <w:r w:rsidR="00FF158B">
          <w:rPr>
            <w:webHidden/>
          </w:rPr>
          <w:t>285</w:t>
        </w:r>
        <w:r>
          <w:rPr>
            <w:webHidden/>
          </w:rPr>
          <w:fldChar w:fldCharType="end"/>
        </w:r>
      </w:hyperlink>
    </w:p>
    <w:p w14:paraId="0E820809" w14:textId="434FCA21"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85" w:history="1">
        <w:r w:rsidRPr="00F55177">
          <w:rPr>
            <w:rStyle w:val="Lienhypertexte"/>
          </w:rPr>
          <w:t>CHAPITRE XXV  CATASTROPHE !</w:t>
        </w:r>
        <w:r>
          <w:rPr>
            <w:webHidden/>
          </w:rPr>
          <w:tab/>
        </w:r>
        <w:r>
          <w:rPr>
            <w:webHidden/>
          </w:rPr>
          <w:fldChar w:fldCharType="begin"/>
        </w:r>
        <w:r>
          <w:rPr>
            <w:webHidden/>
          </w:rPr>
          <w:instrText xml:space="preserve"> PAGEREF _Toc202462485 \h </w:instrText>
        </w:r>
        <w:r>
          <w:rPr>
            <w:webHidden/>
          </w:rPr>
        </w:r>
        <w:r>
          <w:rPr>
            <w:webHidden/>
          </w:rPr>
          <w:fldChar w:fldCharType="separate"/>
        </w:r>
        <w:r w:rsidR="00FF158B">
          <w:rPr>
            <w:webHidden/>
          </w:rPr>
          <w:t>301</w:t>
        </w:r>
        <w:r>
          <w:rPr>
            <w:webHidden/>
          </w:rPr>
          <w:fldChar w:fldCharType="end"/>
        </w:r>
      </w:hyperlink>
    </w:p>
    <w:p w14:paraId="2D7B01EF" w14:textId="0DF176A8"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86" w:history="1">
        <w:r w:rsidRPr="00F55177">
          <w:rPr>
            <w:rStyle w:val="Lienhypertexte"/>
          </w:rPr>
          <w:t>CHAPITRE XXVI  FACE À FACE</w:t>
        </w:r>
        <w:r>
          <w:rPr>
            <w:webHidden/>
          </w:rPr>
          <w:tab/>
        </w:r>
        <w:r>
          <w:rPr>
            <w:webHidden/>
          </w:rPr>
          <w:fldChar w:fldCharType="begin"/>
        </w:r>
        <w:r>
          <w:rPr>
            <w:webHidden/>
          </w:rPr>
          <w:instrText xml:space="preserve"> PAGEREF _Toc202462486 \h </w:instrText>
        </w:r>
        <w:r>
          <w:rPr>
            <w:webHidden/>
          </w:rPr>
        </w:r>
        <w:r>
          <w:rPr>
            <w:webHidden/>
          </w:rPr>
          <w:fldChar w:fldCharType="separate"/>
        </w:r>
        <w:r w:rsidR="00FF158B">
          <w:rPr>
            <w:webHidden/>
          </w:rPr>
          <w:t>309</w:t>
        </w:r>
        <w:r>
          <w:rPr>
            <w:webHidden/>
          </w:rPr>
          <w:fldChar w:fldCharType="end"/>
        </w:r>
      </w:hyperlink>
    </w:p>
    <w:p w14:paraId="6305FE4C" w14:textId="5A519651"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87" w:history="1">
        <w:r w:rsidRPr="00F55177">
          <w:rPr>
            <w:rStyle w:val="Lienhypertexte"/>
          </w:rPr>
          <w:t>CHAPITRE XXVII  À TOUTE VITESSE VERS LE DESTIN</w:t>
        </w:r>
        <w:r>
          <w:rPr>
            <w:webHidden/>
          </w:rPr>
          <w:tab/>
        </w:r>
        <w:r>
          <w:rPr>
            <w:webHidden/>
          </w:rPr>
          <w:fldChar w:fldCharType="begin"/>
        </w:r>
        <w:r>
          <w:rPr>
            <w:webHidden/>
          </w:rPr>
          <w:instrText xml:space="preserve"> PAGEREF _Toc202462487 \h </w:instrText>
        </w:r>
        <w:r>
          <w:rPr>
            <w:webHidden/>
          </w:rPr>
        </w:r>
        <w:r>
          <w:rPr>
            <w:webHidden/>
          </w:rPr>
          <w:fldChar w:fldCharType="separate"/>
        </w:r>
        <w:r w:rsidR="00FF158B">
          <w:rPr>
            <w:webHidden/>
          </w:rPr>
          <w:t>319</w:t>
        </w:r>
        <w:r>
          <w:rPr>
            <w:webHidden/>
          </w:rPr>
          <w:fldChar w:fldCharType="end"/>
        </w:r>
      </w:hyperlink>
    </w:p>
    <w:p w14:paraId="77F98698" w14:textId="39F2C0F4"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88" w:history="1">
        <w:r w:rsidRPr="00F55177">
          <w:rPr>
            <w:rStyle w:val="Lienhypertexte"/>
          </w:rPr>
          <w:t>CHAPITRE XXVIII  LE DÉNOUEMENT SUR TERRE FERME</w:t>
        </w:r>
        <w:r>
          <w:rPr>
            <w:webHidden/>
          </w:rPr>
          <w:tab/>
        </w:r>
        <w:r>
          <w:rPr>
            <w:webHidden/>
          </w:rPr>
          <w:fldChar w:fldCharType="begin"/>
        </w:r>
        <w:r>
          <w:rPr>
            <w:webHidden/>
          </w:rPr>
          <w:instrText xml:space="preserve"> PAGEREF _Toc202462488 \h </w:instrText>
        </w:r>
        <w:r>
          <w:rPr>
            <w:webHidden/>
          </w:rPr>
        </w:r>
        <w:r>
          <w:rPr>
            <w:webHidden/>
          </w:rPr>
          <w:fldChar w:fldCharType="separate"/>
        </w:r>
        <w:r w:rsidR="00FF158B">
          <w:rPr>
            <w:webHidden/>
          </w:rPr>
          <w:t>328</w:t>
        </w:r>
        <w:r>
          <w:rPr>
            <w:webHidden/>
          </w:rPr>
          <w:fldChar w:fldCharType="end"/>
        </w:r>
      </w:hyperlink>
    </w:p>
    <w:p w14:paraId="3AAD5F05" w14:textId="45648DAE"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89" w:history="1">
        <w:r w:rsidRPr="00F55177">
          <w:rPr>
            <w:rStyle w:val="Lienhypertexte"/>
          </w:rPr>
          <w:t>CHAPITRE XXIX  UNE MORALITÉ DE LA FONTAINE</w:t>
        </w:r>
        <w:r>
          <w:rPr>
            <w:webHidden/>
          </w:rPr>
          <w:tab/>
        </w:r>
        <w:r>
          <w:rPr>
            <w:webHidden/>
          </w:rPr>
          <w:fldChar w:fldCharType="begin"/>
        </w:r>
        <w:r>
          <w:rPr>
            <w:webHidden/>
          </w:rPr>
          <w:instrText xml:space="preserve"> PAGEREF _Toc202462489 \h </w:instrText>
        </w:r>
        <w:r>
          <w:rPr>
            <w:webHidden/>
          </w:rPr>
        </w:r>
        <w:r>
          <w:rPr>
            <w:webHidden/>
          </w:rPr>
          <w:fldChar w:fldCharType="separate"/>
        </w:r>
        <w:r w:rsidR="00FF158B">
          <w:rPr>
            <w:webHidden/>
          </w:rPr>
          <w:t>340</w:t>
        </w:r>
        <w:r>
          <w:rPr>
            <w:webHidden/>
          </w:rPr>
          <w:fldChar w:fldCharType="end"/>
        </w:r>
      </w:hyperlink>
    </w:p>
    <w:p w14:paraId="28230894" w14:textId="2A473414" w:rsidR="005E5F3D" w:rsidRDefault="005E5F3D">
      <w:pPr>
        <w:pStyle w:val="TM1"/>
        <w:rPr>
          <w:rFonts w:asciiTheme="minorHAnsi" w:eastAsiaTheme="minorEastAsia" w:hAnsiTheme="minorHAnsi" w:cstheme="minorBidi"/>
          <w:bCs w:val="0"/>
          <w:iCs w:val="0"/>
          <w:color w:val="auto"/>
          <w:kern w:val="2"/>
          <w:sz w:val="24"/>
          <w:szCs w:val="24"/>
          <w14:ligatures w14:val="standardContextual"/>
        </w:rPr>
      </w:pPr>
      <w:hyperlink w:anchor="_Toc202462490" w:history="1">
        <w:r w:rsidRPr="00F55177">
          <w:rPr>
            <w:rStyle w:val="Lienhypertexte"/>
          </w:rPr>
          <w:t>À propos de cette édition électronique</w:t>
        </w:r>
        <w:r>
          <w:rPr>
            <w:webHidden/>
          </w:rPr>
          <w:tab/>
        </w:r>
        <w:r>
          <w:rPr>
            <w:webHidden/>
          </w:rPr>
          <w:fldChar w:fldCharType="begin"/>
        </w:r>
        <w:r>
          <w:rPr>
            <w:webHidden/>
          </w:rPr>
          <w:instrText xml:space="preserve"> PAGEREF _Toc202462490 \h </w:instrText>
        </w:r>
        <w:r>
          <w:rPr>
            <w:webHidden/>
          </w:rPr>
        </w:r>
        <w:r>
          <w:rPr>
            <w:webHidden/>
          </w:rPr>
          <w:fldChar w:fldCharType="separate"/>
        </w:r>
        <w:r w:rsidR="00FF158B">
          <w:rPr>
            <w:webHidden/>
          </w:rPr>
          <w:t>345</w:t>
        </w:r>
        <w:r>
          <w:rPr>
            <w:webHidden/>
          </w:rPr>
          <w:fldChar w:fldCharType="end"/>
        </w:r>
      </w:hyperlink>
    </w:p>
    <w:p w14:paraId="25DF6BF4" w14:textId="630CCD5C" w:rsidR="00033562" w:rsidRDefault="00033562">
      <w:r>
        <w:fldChar w:fldCharType="end"/>
      </w:r>
    </w:p>
    <w:p w14:paraId="073D2EF5" w14:textId="77777777" w:rsidR="004C389C" w:rsidRDefault="004C389C" w:rsidP="004B5A85">
      <w:pPr>
        <w:pStyle w:val="Titre1"/>
      </w:pPr>
      <w:bookmarkStart w:id="0" w:name="_Toc202462461"/>
      <w:r>
        <w:lastRenderedPageBreak/>
        <w:t>CHAPITRE PREMIER</w:t>
      </w:r>
      <w:r>
        <w:br/>
      </w:r>
      <w:r>
        <w:br/>
        <w:t>LA TRAGIQUE SURPRISE</w:t>
      </w:r>
      <w:bookmarkEnd w:id="0"/>
    </w:p>
    <w:p w14:paraId="6B9912B1" w14:textId="66C269D4" w:rsidR="004B5A85" w:rsidRDefault="004C389C" w:rsidP="004C389C">
      <w:r>
        <w:t>Ce 1</w:t>
      </w:r>
      <w:r w:rsidR="004B5A85">
        <w:t>2 janvier</w:t>
      </w:r>
      <w:r>
        <w:t xml:space="preserve"> à midi</w:t>
      </w:r>
      <w:r w:rsidR="004B5A85">
        <w:t xml:space="preserve">, </w:t>
      </w:r>
      <w:r>
        <w:t>dans un des salons privés d</w:t>
      </w:r>
      <w:r w:rsidR="004B5A85">
        <w:t>’</w:t>
      </w:r>
      <w:r>
        <w:t>un grand restaurant du boulevard Poissonnière</w:t>
      </w:r>
      <w:r w:rsidR="004B5A85">
        <w:t xml:space="preserve">, </w:t>
      </w:r>
      <w:r>
        <w:t>à Paris</w:t>
      </w:r>
      <w:r w:rsidR="004B5A85">
        <w:t xml:space="preserve">, </w:t>
      </w:r>
      <w:r>
        <w:t>dix-sept hommes se trouvaient réunis</w:t>
      </w:r>
      <w:r w:rsidR="004B5A85">
        <w:t xml:space="preserve">, </w:t>
      </w:r>
      <w:r>
        <w:t>qui étaient arrivés individuellement ou par couples</w:t>
      </w:r>
      <w:r w:rsidR="004B5A85">
        <w:t xml:space="preserve">, </w:t>
      </w:r>
      <w:r>
        <w:t>ou même par groupes de trois</w:t>
      </w:r>
      <w:r w:rsidR="004B5A85">
        <w:t>.</w:t>
      </w:r>
    </w:p>
    <w:p w14:paraId="3CB751CA" w14:textId="77777777" w:rsidR="004B5A85" w:rsidRDefault="004C389C" w:rsidP="004C389C">
      <w:r>
        <w:t>En rentrant dans le salon</w:t>
      </w:r>
      <w:r w:rsidR="004B5A85">
        <w:t xml:space="preserve">, </w:t>
      </w:r>
      <w:r>
        <w:t>les nouveaux venus serraient les mains des premiers arrivés</w:t>
      </w:r>
      <w:r w:rsidR="004B5A85">
        <w:t xml:space="preserve">, </w:t>
      </w:r>
      <w:r>
        <w:t>et ils échangeaient les paroles les plus banales du monde</w:t>
      </w:r>
      <w:r w:rsidR="004B5A85">
        <w:t xml:space="preserve">. </w:t>
      </w:r>
      <w:r>
        <w:t>Le maître d</w:t>
      </w:r>
      <w:r w:rsidR="004B5A85">
        <w:t>’</w:t>
      </w:r>
      <w:r>
        <w:t>hôtel et les deux garçons spécialement affectés au service de ce salon particulier</w:t>
      </w:r>
      <w:r w:rsidR="004B5A85">
        <w:t xml:space="preserve">, </w:t>
      </w:r>
      <w:r>
        <w:t>po</w:t>
      </w:r>
      <w:r>
        <w:t>u</w:t>
      </w:r>
      <w:r>
        <w:t>vaient croire qu</w:t>
      </w:r>
      <w:r w:rsidR="004B5A85">
        <w:t>’</w:t>
      </w:r>
      <w:r>
        <w:t>il s</w:t>
      </w:r>
      <w:r w:rsidR="004B5A85">
        <w:t>’</w:t>
      </w:r>
      <w:r>
        <w:t>agissait là d</w:t>
      </w:r>
      <w:r w:rsidR="004B5A85">
        <w:t>’</w:t>
      </w:r>
      <w:r>
        <w:t>un petit banquet organisé par des gens d</w:t>
      </w:r>
      <w:r w:rsidR="004B5A85">
        <w:t>’</w:t>
      </w:r>
      <w:r>
        <w:t>une association amicale ou corporative</w:t>
      </w:r>
      <w:r w:rsidR="004B5A85">
        <w:t>.</w:t>
      </w:r>
    </w:p>
    <w:p w14:paraId="4EE1FD3C" w14:textId="77777777" w:rsidR="004B5A85" w:rsidRDefault="004C389C" w:rsidP="004C389C">
      <w:r>
        <w:t>Lorsque midi sonna</w:t>
      </w:r>
      <w:r w:rsidR="004B5A85">
        <w:t xml:space="preserve">, </w:t>
      </w:r>
      <w:r>
        <w:t>les dix-sept hommes s</w:t>
      </w:r>
      <w:r w:rsidR="004B5A85">
        <w:t>’</w:t>
      </w:r>
      <w:r>
        <w:t>assirent</w:t>
      </w:r>
      <w:r w:rsidR="004B5A85">
        <w:t xml:space="preserve">. </w:t>
      </w:r>
      <w:r>
        <w:t>Mais</w:t>
      </w:r>
      <w:r w:rsidR="004B5A85">
        <w:t xml:space="preserve">, </w:t>
      </w:r>
      <w:r>
        <w:t>à l</w:t>
      </w:r>
      <w:r w:rsidR="004B5A85">
        <w:t>’</w:t>
      </w:r>
      <w:r>
        <w:t>une des extrémités de la grande table sensiblement ovale</w:t>
      </w:r>
      <w:r w:rsidR="004B5A85">
        <w:t xml:space="preserve">, </w:t>
      </w:r>
      <w:r>
        <w:t>une chaise était encore inoccupée</w:t>
      </w:r>
      <w:r w:rsidR="004B5A85">
        <w:t xml:space="preserve">, </w:t>
      </w:r>
      <w:r>
        <w:t>et l</w:t>
      </w:r>
      <w:r w:rsidR="004B5A85">
        <w:t>’</w:t>
      </w:r>
      <w:r>
        <w:t>un des convives</w:t>
      </w:r>
      <w:r w:rsidR="004B5A85">
        <w:t xml:space="preserve">, </w:t>
      </w:r>
      <w:r>
        <w:t>celui qui se trouvait à gauche de cette chaise</w:t>
      </w:r>
      <w:r w:rsidR="004B5A85">
        <w:t xml:space="preserve">, </w:t>
      </w:r>
      <w:r>
        <w:t>dit au maître d</w:t>
      </w:r>
      <w:r w:rsidR="004B5A85">
        <w:t>’</w:t>
      </w:r>
      <w:r>
        <w:t>hôtel</w:t>
      </w:r>
      <w:r w:rsidR="004B5A85">
        <w:t> :</w:t>
      </w:r>
    </w:p>
    <w:p w14:paraId="3DAF36ED" w14:textId="77777777" w:rsidR="004B5A85" w:rsidRDefault="004B5A85" w:rsidP="004C389C">
      <w:r>
        <w:t>— </w:t>
      </w:r>
      <w:r w:rsidR="004C389C">
        <w:t>Vous servirez lorsque notre dernier camarade entrera</w:t>
      </w:r>
      <w:r>
        <w:t xml:space="preserve">. </w:t>
      </w:r>
      <w:r w:rsidR="004C389C">
        <w:t>En attendant</w:t>
      </w:r>
      <w:r>
        <w:t xml:space="preserve">, </w:t>
      </w:r>
      <w:r w:rsidR="004C389C">
        <w:t>faites-nous donner des portos</w:t>
      </w:r>
      <w:r>
        <w:t xml:space="preserve">, </w:t>
      </w:r>
      <w:r w:rsidR="004C389C">
        <w:t>à tous</w:t>
      </w:r>
      <w:r>
        <w:t>.</w:t>
      </w:r>
    </w:p>
    <w:p w14:paraId="3BD22570" w14:textId="77777777" w:rsidR="004B5A85" w:rsidRDefault="004C389C" w:rsidP="004C389C">
      <w:r>
        <w:t>Quelques minutes s</w:t>
      </w:r>
      <w:r w:rsidR="004B5A85">
        <w:t>’</w:t>
      </w:r>
      <w:r>
        <w:t>écoulèrent encore</w:t>
      </w:r>
      <w:r w:rsidR="004B5A85">
        <w:t xml:space="preserve">. </w:t>
      </w:r>
      <w:r>
        <w:t>Les conversations banales continuaient</w:t>
      </w:r>
      <w:r w:rsidR="004B5A85">
        <w:t xml:space="preserve">, </w:t>
      </w:r>
      <w:r>
        <w:t>ayant pour sujet les quelconques évén</w:t>
      </w:r>
      <w:r>
        <w:t>e</w:t>
      </w:r>
      <w:r>
        <w:t>ments d</w:t>
      </w:r>
      <w:r w:rsidR="004B5A85">
        <w:t>’</w:t>
      </w:r>
      <w:r>
        <w:t>actualité</w:t>
      </w:r>
      <w:r w:rsidR="004B5A85">
        <w:t xml:space="preserve">, </w:t>
      </w:r>
      <w:r>
        <w:t>ou le temps et la température d</w:t>
      </w:r>
      <w:r w:rsidR="004B5A85">
        <w:t>’</w:t>
      </w:r>
      <w:r>
        <w:t>hier et d</w:t>
      </w:r>
      <w:r w:rsidR="004B5A85">
        <w:t>’</w:t>
      </w:r>
      <w:r>
        <w:t>aujourd</w:t>
      </w:r>
      <w:r w:rsidR="004B5A85">
        <w:t>’</w:t>
      </w:r>
      <w:r>
        <w:t>hui</w:t>
      </w:r>
      <w:r w:rsidR="004B5A85">
        <w:t xml:space="preserve">. </w:t>
      </w:r>
      <w:r>
        <w:t>Servis promptement</w:t>
      </w:r>
      <w:r w:rsidR="004B5A85">
        <w:t xml:space="preserve">, </w:t>
      </w:r>
      <w:r>
        <w:t>les portos furent bus à p</w:t>
      </w:r>
      <w:r>
        <w:t>e</w:t>
      </w:r>
      <w:r>
        <w:t>tits coups</w:t>
      </w:r>
      <w:r w:rsidR="004B5A85">
        <w:t xml:space="preserve"> ; </w:t>
      </w:r>
      <w:r>
        <w:t>et les verres étaient presque vides lorsque l</w:t>
      </w:r>
      <w:r w:rsidR="004B5A85">
        <w:t>’</w:t>
      </w:r>
      <w:r>
        <w:t>une des portes du salon s</w:t>
      </w:r>
      <w:r w:rsidR="004B5A85">
        <w:t>’</w:t>
      </w:r>
      <w:r>
        <w:t>ouvrit</w:t>
      </w:r>
      <w:r w:rsidR="004B5A85">
        <w:t xml:space="preserve">, </w:t>
      </w:r>
      <w:r>
        <w:t>et un homme entra</w:t>
      </w:r>
      <w:r w:rsidR="004B5A85">
        <w:t>.</w:t>
      </w:r>
    </w:p>
    <w:p w14:paraId="14CAC200" w14:textId="77777777" w:rsidR="004B5A85" w:rsidRDefault="004B5A85" w:rsidP="004C389C">
      <w:r>
        <w:t>« </w:t>
      </w:r>
      <w:r w:rsidR="004C389C">
        <w:t>Voilà le dix-huitième convive</w:t>
      </w:r>
      <w:r>
        <w:t xml:space="preserve"> », </w:t>
      </w:r>
      <w:r w:rsidR="004C389C">
        <w:t>pensa le maître d</w:t>
      </w:r>
      <w:r>
        <w:t>’</w:t>
      </w:r>
      <w:r w:rsidR="004C389C">
        <w:t>hôtel</w:t>
      </w:r>
      <w:r>
        <w:t>.</w:t>
      </w:r>
    </w:p>
    <w:p w14:paraId="154A0105" w14:textId="77777777" w:rsidR="004B5A85" w:rsidRDefault="004C389C" w:rsidP="004C389C">
      <w:r>
        <w:lastRenderedPageBreak/>
        <w:t>Et il sortit pour donner l</w:t>
      </w:r>
      <w:r w:rsidR="004B5A85">
        <w:t>’</w:t>
      </w:r>
      <w:r>
        <w:t>ordre aux garçons d</w:t>
      </w:r>
      <w:r w:rsidR="004B5A85">
        <w:t>’</w:t>
      </w:r>
      <w:r>
        <w:t>apporter les plateaux chargés des hors-d</w:t>
      </w:r>
      <w:r w:rsidR="004B5A85">
        <w:t>’</w:t>
      </w:r>
      <w:r>
        <w:t>œuvre</w:t>
      </w:r>
      <w:r w:rsidR="004B5A85">
        <w:t xml:space="preserve">. </w:t>
      </w:r>
      <w:r>
        <w:t xml:space="preserve">Le </w:t>
      </w:r>
      <w:r w:rsidR="004B5A85">
        <w:t>« </w:t>
      </w:r>
      <w:r>
        <w:t>dix-huitième convive</w:t>
      </w:r>
      <w:r w:rsidR="004B5A85">
        <w:t> »</w:t>
      </w:r>
      <w:r>
        <w:t xml:space="preserve"> attendit que la porte fût refermée derrière lui</w:t>
      </w:r>
      <w:r w:rsidR="004B5A85">
        <w:t xml:space="preserve">, </w:t>
      </w:r>
      <w:r>
        <w:t>et</w:t>
      </w:r>
      <w:r w:rsidR="004B5A85">
        <w:t xml:space="preserve">, </w:t>
      </w:r>
      <w:r>
        <w:t>ôtant son ch</w:t>
      </w:r>
      <w:r>
        <w:t>a</w:t>
      </w:r>
      <w:r>
        <w:t>peau</w:t>
      </w:r>
      <w:r w:rsidR="004B5A85">
        <w:t xml:space="preserve">, </w:t>
      </w:r>
      <w:r>
        <w:t>qu</w:t>
      </w:r>
      <w:r w:rsidR="004B5A85">
        <w:t>’</w:t>
      </w:r>
      <w:r>
        <w:t>il suspendit à une patère</w:t>
      </w:r>
      <w:r w:rsidR="004B5A85">
        <w:t xml:space="preserve">, </w:t>
      </w:r>
      <w:r>
        <w:t>il gagna la place évidemment laissée libre pour lui</w:t>
      </w:r>
      <w:r w:rsidR="004B5A85">
        <w:t xml:space="preserve">. </w:t>
      </w:r>
      <w:r>
        <w:t>Là</w:t>
      </w:r>
      <w:r w:rsidR="004B5A85">
        <w:t xml:space="preserve">, </w:t>
      </w:r>
      <w:r>
        <w:t>en s</w:t>
      </w:r>
      <w:r w:rsidR="004B5A85">
        <w:t>’</w:t>
      </w:r>
      <w:r>
        <w:t>asseyant</w:t>
      </w:r>
      <w:r w:rsidR="004B5A85">
        <w:t xml:space="preserve">, </w:t>
      </w:r>
      <w:r>
        <w:t>il se déganta</w:t>
      </w:r>
      <w:r w:rsidR="004B5A85">
        <w:t xml:space="preserve">, </w:t>
      </w:r>
      <w:r>
        <w:t>et il dit</w:t>
      </w:r>
      <w:r w:rsidR="004B5A85">
        <w:t xml:space="preserve">, </w:t>
      </w:r>
      <w:r>
        <w:t>sans autre préambule</w:t>
      </w:r>
      <w:r w:rsidR="004B5A85">
        <w:t> :</w:t>
      </w:r>
    </w:p>
    <w:p w14:paraId="0737FB2C" w14:textId="77777777" w:rsidR="004B5A85" w:rsidRDefault="004B5A85" w:rsidP="004C389C">
      <w:r>
        <w:t>— </w:t>
      </w:r>
      <w:r w:rsidR="004C389C">
        <w:t>Mes chers amis</w:t>
      </w:r>
      <w:r>
        <w:t xml:space="preserve">, </w:t>
      </w:r>
      <w:r w:rsidR="004C389C">
        <w:t>c</w:t>
      </w:r>
      <w:r>
        <w:t>’</w:t>
      </w:r>
      <w:r w:rsidR="004C389C">
        <w:t>est fait</w:t>
      </w:r>
      <w:r>
        <w:t xml:space="preserve">. </w:t>
      </w:r>
      <w:r w:rsidR="004C389C">
        <w:t>Le télégramme officiel a été r</w:t>
      </w:r>
      <w:r w:rsidR="004C389C">
        <w:t>é</w:t>
      </w:r>
      <w:r w:rsidR="004C389C">
        <w:t>digé devant moi en clair</w:t>
      </w:r>
      <w:r>
        <w:t xml:space="preserve">, </w:t>
      </w:r>
      <w:r w:rsidR="004C389C">
        <w:t>et passé à l</w:t>
      </w:r>
      <w:r>
        <w:t>’</w:t>
      </w:r>
      <w:r w:rsidR="004C389C">
        <w:t>attaché de cabinet chargé de le transcrire en chiffre secret et de l</w:t>
      </w:r>
      <w:r>
        <w:t>’</w:t>
      </w:r>
      <w:r w:rsidR="004C389C">
        <w:t>expédier</w:t>
      </w:r>
      <w:r>
        <w:t xml:space="preserve">. </w:t>
      </w:r>
      <w:r w:rsidR="004C389C">
        <w:t>Ainsi donc</w:t>
      </w:r>
      <w:r>
        <w:t xml:space="preserve">, </w:t>
      </w:r>
      <w:r w:rsidR="004C389C">
        <w:t>mangeons de bon appétit</w:t>
      </w:r>
      <w:r>
        <w:t xml:space="preserve">. </w:t>
      </w:r>
      <w:r w:rsidR="004C389C">
        <w:t>Ayons des pensées joyeuses</w:t>
      </w:r>
      <w:r>
        <w:t xml:space="preserve">, </w:t>
      </w:r>
      <w:r w:rsidR="004C389C">
        <w:t>car l</w:t>
      </w:r>
      <w:r>
        <w:t>’</w:t>
      </w:r>
      <w:r w:rsidR="004C389C">
        <w:t>action est heureusement déclenchée</w:t>
      </w:r>
      <w:r>
        <w:t>.</w:t>
      </w:r>
    </w:p>
    <w:p w14:paraId="11CAFAF3" w14:textId="77777777" w:rsidR="004B5A85" w:rsidRDefault="004C389C" w:rsidP="004C389C">
      <w:r>
        <w:t>Chose étrange</w:t>
      </w:r>
      <w:r w:rsidR="004B5A85">
        <w:t xml:space="preserve">, </w:t>
      </w:r>
      <w:r>
        <w:t>aucun des dix-sept autres convives ne r</w:t>
      </w:r>
      <w:r>
        <w:t>é</w:t>
      </w:r>
      <w:r>
        <w:t>pondit par un mot à ces paroles qui apportaient une nouvelle impatiemment attendue</w:t>
      </w:r>
      <w:r w:rsidR="004B5A85">
        <w:t xml:space="preserve">, </w:t>
      </w:r>
      <w:r>
        <w:t>et certainement très bonne</w:t>
      </w:r>
      <w:r w:rsidR="004B5A85">
        <w:t xml:space="preserve">, </w:t>
      </w:r>
      <w:r>
        <w:t>oui</w:t>
      </w:r>
      <w:r w:rsidR="004B5A85">
        <w:t xml:space="preserve">, </w:t>
      </w:r>
      <w:r>
        <w:t>très bonne</w:t>
      </w:r>
      <w:r w:rsidR="004B5A85">
        <w:t xml:space="preserve">, </w:t>
      </w:r>
      <w:r>
        <w:t>car les visages de ces dix-sept hommes furent comme éclairés d</w:t>
      </w:r>
      <w:r w:rsidR="004B5A85">
        <w:t>’</w:t>
      </w:r>
      <w:r>
        <w:t>une satisfaction très vive</w:t>
      </w:r>
      <w:r w:rsidR="004B5A85">
        <w:t xml:space="preserve">. </w:t>
      </w:r>
      <w:r>
        <w:t>Mais cette satisfaction ne se traduisit que par l</w:t>
      </w:r>
      <w:r w:rsidR="004B5A85">
        <w:t>’</w:t>
      </w:r>
      <w:r>
        <w:t>expression des visages</w:t>
      </w:r>
      <w:r w:rsidR="004B5A85">
        <w:t xml:space="preserve">. </w:t>
      </w:r>
      <w:r>
        <w:t>Aucune parole ne so</w:t>
      </w:r>
      <w:r>
        <w:t>r</w:t>
      </w:r>
      <w:r>
        <w:t>tit des bouches</w:t>
      </w:r>
      <w:r w:rsidR="004B5A85">
        <w:t xml:space="preserve">. </w:t>
      </w:r>
      <w:r>
        <w:t>Il y eut tout autour de la table un mouvement général qui fit se pencher les bustes et se courber les têtes</w:t>
      </w:r>
      <w:r w:rsidR="004B5A85">
        <w:t xml:space="preserve">, </w:t>
      </w:r>
      <w:r>
        <w:t>comme si tous ces individus saluaient la nouvelle qui venait de leur être donnée</w:t>
      </w:r>
      <w:r w:rsidR="004B5A85">
        <w:t>.</w:t>
      </w:r>
    </w:p>
    <w:p w14:paraId="1F1472BA" w14:textId="77777777" w:rsidR="004B5A85" w:rsidRDefault="004C389C" w:rsidP="004C389C">
      <w:r>
        <w:t>À cet instant</w:t>
      </w:r>
      <w:r w:rsidR="004B5A85">
        <w:t xml:space="preserve">, </w:t>
      </w:r>
      <w:r>
        <w:t>d</w:t>
      </w:r>
      <w:r w:rsidR="004B5A85">
        <w:t>’</w:t>
      </w:r>
      <w:r>
        <w:t>ailleurs</w:t>
      </w:r>
      <w:r w:rsidR="004B5A85">
        <w:t xml:space="preserve">, </w:t>
      </w:r>
      <w:r>
        <w:t>le maître d</w:t>
      </w:r>
      <w:r w:rsidR="004B5A85">
        <w:t>’</w:t>
      </w:r>
      <w:r>
        <w:t>hôtel entra</w:t>
      </w:r>
      <w:r w:rsidR="004B5A85">
        <w:t xml:space="preserve">, </w:t>
      </w:r>
      <w:r>
        <w:t>tenant la porte ouverte aux deux garçons chargés chacun d</w:t>
      </w:r>
      <w:r w:rsidR="004B5A85">
        <w:t>’</w:t>
      </w:r>
      <w:r>
        <w:t>un immense plateau de métal où étaient alignés les récipients nombreux co</w:t>
      </w:r>
      <w:r>
        <w:t>n</w:t>
      </w:r>
      <w:r>
        <w:t>tenant les hors-d</w:t>
      </w:r>
      <w:r w:rsidR="004B5A85">
        <w:t>’</w:t>
      </w:r>
      <w:r>
        <w:t>œuvre les plus divers</w:t>
      </w:r>
      <w:r w:rsidR="004B5A85">
        <w:t>.</w:t>
      </w:r>
    </w:p>
    <w:p w14:paraId="0F47FF55" w14:textId="77777777" w:rsidR="004B5A85" w:rsidRDefault="004C389C" w:rsidP="004C389C">
      <w:r>
        <w:t>Et le repas commença</w:t>
      </w:r>
      <w:r w:rsidR="004B5A85">
        <w:t xml:space="preserve">, </w:t>
      </w:r>
      <w:r>
        <w:t>continua</w:t>
      </w:r>
      <w:r w:rsidR="004B5A85">
        <w:t xml:space="preserve">, </w:t>
      </w:r>
      <w:r>
        <w:t>se termina sans que le maître d</w:t>
      </w:r>
      <w:r w:rsidR="004B5A85">
        <w:t>’</w:t>
      </w:r>
      <w:r>
        <w:t>hôtel et les garçons eussent surpris dans les convers</w:t>
      </w:r>
      <w:r>
        <w:t>a</w:t>
      </w:r>
      <w:r>
        <w:t>tions des convives la moindre parole qui ne fût pas de la plus parfaite banalité</w:t>
      </w:r>
      <w:r w:rsidR="004B5A85">
        <w:t>.</w:t>
      </w:r>
    </w:p>
    <w:p w14:paraId="21D39AF5" w14:textId="77777777" w:rsidR="004B5A85" w:rsidRDefault="004C389C" w:rsidP="004C389C">
      <w:r>
        <w:lastRenderedPageBreak/>
        <w:t>Or</w:t>
      </w:r>
      <w:r w:rsidR="004B5A85">
        <w:t xml:space="preserve">, </w:t>
      </w:r>
      <w:r>
        <w:t>ce même jour</w:t>
      </w:r>
      <w:r w:rsidR="004B5A85">
        <w:t xml:space="preserve">, </w:t>
      </w:r>
      <w:r>
        <w:t>à Toulon</w:t>
      </w:r>
      <w:r w:rsidR="004B5A85">
        <w:t xml:space="preserve">, </w:t>
      </w:r>
      <w:r>
        <w:t>l</w:t>
      </w:r>
      <w:r w:rsidR="004B5A85">
        <w:t>’</w:t>
      </w:r>
      <w:r>
        <w:t>amiral préfet maritime venait d</w:t>
      </w:r>
      <w:r w:rsidR="004B5A85">
        <w:t>’</w:t>
      </w:r>
      <w:r>
        <w:t>assister au banquet donné par la municipalité en l</w:t>
      </w:r>
      <w:r w:rsidR="004B5A85">
        <w:t>’</w:t>
      </w:r>
      <w:r>
        <w:t>honneur d</w:t>
      </w:r>
      <w:r w:rsidR="004B5A85">
        <w:t>’</w:t>
      </w:r>
      <w:r>
        <w:t>un amiral japonais et de son état-major</w:t>
      </w:r>
      <w:r w:rsidR="004B5A85">
        <w:t xml:space="preserve">, </w:t>
      </w:r>
      <w:r>
        <w:t>venus en voyage d</w:t>
      </w:r>
      <w:r w:rsidR="004B5A85">
        <w:t>’</w:t>
      </w:r>
      <w:r>
        <w:t>études</w:t>
      </w:r>
      <w:r w:rsidR="004B5A85">
        <w:t xml:space="preserve">, </w:t>
      </w:r>
      <w:r>
        <w:t>et il s</w:t>
      </w:r>
      <w:r w:rsidR="004B5A85">
        <w:t>’</w:t>
      </w:r>
      <w:r>
        <w:t>asseyait devant sa table de travail en son bureau de la préfecture maritime</w:t>
      </w:r>
      <w:r w:rsidR="004B5A85">
        <w:t xml:space="preserve">, </w:t>
      </w:r>
      <w:r>
        <w:t>lorsque son officier d</w:t>
      </w:r>
      <w:r w:rsidR="004B5A85">
        <w:t>’</w:t>
      </w:r>
      <w:r>
        <w:t>ordonnance lui remit un télégramme rédigé au moyen du chiffre secret et dont la traduction en clair donna le texte suivant</w:t>
      </w:r>
      <w:r w:rsidR="004B5A85">
        <w:t> :</w:t>
      </w:r>
    </w:p>
    <w:p w14:paraId="4F71B7D7" w14:textId="581B13CE" w:rsidR="004C389C" w:rsidRDefault="004C389C" w:rsidP="004C389C"/>
    <w:p w14:paraId="019E9599" w14:textId="5798F679" w:rsidR="004B5A85" w:rsidRDefault="004B5A85" w:rsidP="004C389C">
      <w:pPr>
        <w:jc w:val="right"/>
      </w:pPr>
      <w:r>
        <w:t>« </w:t>
      </w:r>
      <w:r w:rsidR="004C389C">
        <w:t>Paris</w:t>
      </w:r>
      <w:r>
        <w:t xml:space="preserve">, </w:t>
      </w:r>
      <w:r w:rsidR="004C389C">
        <w:t>1</w:t>
      </w:r>
      <w:r>
        <w:t>2 janvier.</w:t>
      </w:r>
    </w:p>
    <w:p w14:paraId="45E345B1" w14:textId="77777777" w:rsidR="004B5A85" w:rsidRDefault="004B5A85" w:rsidP="004C389C">
      <w:pPr>
        <w:jc w:val="right"/>
      </w:pPr>
      <w:r>
        <w:t>« </w:t>
      </w:r>
      <w:r w:rsidR="004C389C">
        <w:t>Ministre Marine à préfet maritime</w:t>
      </w:r>
      <w:r>
        <w:t>,</w:t>
      </w:r>
    </w:p>
    <w:p w14:paraId="73B7B29F" w14:textId="77777777" w:rsidR="004B5A85" w:rsidRDefault="004B5A85" w:rsidP="004C389C">
      <w:pPr>
        <w:jc w:val="right"/>
      </w:pPr>
      <w:r>
        <w:t>« </w:t>
      </w:r>
      <w:r w:rsidR="004C389C">
        <w:t>Toulon</w:t>
      </w:r>
      <w:r>
        <w:t>.</w:t>
      </w:r>
    </w:p>
    <w:p w14:paraId="553C9E2B" w14:textId="3AF56886" w:rsidR="004C389C" w:rsidRDefault="004B5A85" w:rsidP="004C389C">
      <w:r>
        <w:t>« </w:t>
      </w:r>
      <w:r w:rsidR="004C389C">
        <w:t xml:space="preserve">Institut de France envoie délégation savante pour visiter </w:t>
      </w:r>
      <w:r w:rsidR="004C389C">
        <w:rPr>
          <w:i/>
          <w:iCs/>
        </w:rPr>
        <w:t>Nyctalope</w:t>
      </w:r>
      <w:r>
        <w:rPr>
          <w:i/>
          <w:iCs/>
        </w:rPr>
        <w:t xml:space="preserve">. </w:t>
      </w:r>
      <w:r w:rsidR="004C389C">
        <w:t>Conduisez délégation à bord et autorisez comma</w:t>
      </w:r>
      <w:r w:rsidR="004C389C">
        <w:t>n</w:t>
      </w:r>
      <w:r w:rsidR="004C389C">
        <w:t>dant Martel faire sortie de quelques heures</w:t>
      </w:r>
      <w:r>
        <w:t>. »</w:t>
      </w:r>
    </w:p>
    <w:p w14:paraId="32C08A23" w14:textId="77777777" w:rsidR="004B5A85" w:rsidRDefault="004C389C" w:rsidP="004C389C">
      <w:r>
        <w:t>L</w:t>
      </w:r>
      <w:r w:rsidR="004B5A85">
        <w:t>’</w:t>
      </w:r>
      <w:r>
        <w:t xml:space="preserve">amiral classa le télégramme dans le dossier spécial du </w:t>
      </w:r>
      <w:r>
        <w:rPr>
          <w:i/>
          <w:iCs/>
        </w:rPr>
        <w:t xml:space="preserve">Nyctalope </w:t>
      </w:r>
      <w:r>
        <w:t>et envoya par un planton ses ordres au commandant du sous-marin</w:t>
      </w:r>
      <w:r w:rsidR="004B5A85">
        <w:t>.</w:t>
      </w:r>
    </w:p>
    <w:p w14:paraId="12C0E8E0" w14:textId="77777777" w:rsidR="004B5A85" w:rsidRDefault="004C389C" w:rsidP="004C389C">
      <w:r>
        <w:t>Puis</w:t>
      </w:r>
      <w:r w:rsidR="004B5A85">
        <w:t xml:space="preserve">, </w:t>
      </w:r>
      <w:r>
        <w:t>il n</w:t>
      </w:r>
      <w:r w:rsidR="004B5A85">
        <w:t>’</w:t>
      </w:r>
      <w:r>
        <w:t>y pensa plus</w:t>
      </w:r>
      <w:r w:rsidR="004B5A85">
        <w:t>.</w:t>
      </w:r>
    </w:p>
    <w:p w14:paraId="193391F1" w14:textId="77777777" w:rsidR="004B5A85" w:rsidRDefault="004C389C" w:rsidP="004C389C">
      <w:r>
        <w:t>Une telle visite n</w:t>
      </w:r>
      <w:r w:rsidR="004B5A85">
        <w:t>’</w:t>
      </w:r>
      <w:r>
        <w:t>avait</w:t>
      </w:r>
      <w:r w:rsidR="004B5A85">
        <w:t xml:space="preserve">, </w:t>
      </w:r>
      <w:r>
        <w:t>en effet</w:t>
      </w:r>
      <w:r w:rsidR="004B5A85">
        <w:t xml:space="preserve">, </w:t>
      </w:r>
      <w:r>
        <w:t>rien d</w:t>
      </w:r>
      <w:r w:rsidR="004B5A85">
        <w:t>’</w:t>
      </w:r>
      <w:r>
        <w:t>extraordinaire</w:t>
      </w:r>
      <w:r w:rsidR="004B5A85">
        <w:t>.</w:t>
      </w:r>
    </w:p>
    <w:p w14:paraId="491C98E4" w14:textId="77777777" w:rsidR="004B5A85" w:rsidRDefault="004C389C" w:rsidP="004C389C">
      <w:r>
        <w:t>Depuis peu en service</w:t>
      </w:r>
      <w:r w:rsidR="004B5A85">
        <w:t xml:space="preserve">, </w:t>
      </w:r>
      <w:r>
        <w:t xml:space="preserve">le sous-marin </w:t>
      </w:r>
      <w:r>
        <w:rPr>
          <w:i/>
          <w:iCs/>
        </w:rPr>
        <w:t xml:space="preserve">Nyctalope </w:t>
      </w:r>
      <w:r>
        <w:t>était un navire véritablement merveilleux</w:t>
      </w:r>
      <w:r w:rsidR="004B5A85">
        <w:t xml:space="preserve">, </w:t>
      </w:r>
      <w:r>
        <w:t>d</w:t>
      </w:r>
      <w:r w:rsidR="004B5A85">
        <w:t>’</w:t>
      </w:r>
      <w:r>
        <w:t>un modèle encore unique au monde</w:t>
      </w:r>
      <w:r w:rsidR="004B5A85">
        <w:t>.</w:t>
      </w:r>
    </w:p>
    <w:p w14:paraId="61811DA9" w14:textId="0EEB9827" w:rsidR="004B5A85" w:rsidRDefault="004C389C" w:rsidP="004C389C">
      <w:r>
        <w:t>Inventé et construit par l</w:t>
      </w:r>
      <w:r w:rsidR="004B5A85">
        <w:t>’</w:t>
      </w:r>
      <w:r>
        <w:t>officier et ingénieur de la Marine Ludovic Martel</w:t>
      </w:r>
      <w:r w:rsidR="004B5A85">
        <w:t xml:space="preserve">, </w:t>
      </w:r>
      <w:r>
        <w:t>qui</w:t>
      </w:r>
      <w:r w:rsidR="004B5A85">
        <w:t xml:space="preserve">, </w:t>
      </w:r>
      <w:r>
        <w:t>en huit jours</w:t>
      </w:r>
      <w:r w:rsidR="004B5A85">
        <w:t xml:space="preserve">, </w:t>
      </w:r>
      <w:r>
        <w:t>était devenu célèbre</w:t>
      </w:r>
      <w:r w:rsidR="004B5A85">
        <w:t xml:space="preserve">, </w:t>
      </w:r>
      <w:r>
        <w:t>cet a</w:t>
      </w:r>
      <w:r>
        <w:t>d</w:t>
      </w:r>
      <w:r>
        <w:t>mirable engin de guerre réalisait complètement le légendaire vaisseau sous-marin imaginé par Jules Verne</w:t>
      </w:r>
      <w:r w:rsidR="004B5A85">
        <w:t>.</w:t>
      </w:r>
    </w:p>
    <w:p w14:paraId="2B7B5325" w14:textId="77777777" w:rsidR="004B5A85" w:rsidRDefault="004C389C" w:rsidP="004C389C">
      <w:r>
        <w:lastRenderedPageBreak/>
        <w:t>Aussi</w:t>
      </w:r>
      <w:r w:rsidR="004B5A85">
        <w:t xml:space="preserve">, </w:t>
      </w:r>
      <w:r>
        <w:t xml:space="preserve">le </w:t>
      </w:r>
      <w:r w:rsidRPr="000E15C3">
        <w:rPr>
          <w:i/>
          <w:iCs/>
        </w:rPr>
        <w:t>Nyctalope</w:t>
      </w:r>
      <w:r>
        <w:t xml:space="preserve"> était-il en même temps une véritable curiosité scientifique</w:t>
      </w:r>
      <w:r w:rsidR="004B5A85">
        <w:t xml:space="preserve">, </w:t>
      </w:r>
      <w:r>
        <w:t>et ce n</w:t>
      </w:r>
      <w:r w:rsidR="004B5A85">
        <w:t>’</w:t>
      </w:r>
      <w:r>
        <w:t>était pas la première fois que des hommes éminents venaient en secret</w:t>
      </w:r>
      <w:r w:rsidR="004B5A85">
        <w:t xml:space="preserve">, </w:t>
      </w:r>
      <w:r>
        <w:t>avec une autorisation du ministre de la Marine</w:t>
      </w:r>
      <w:r w:rsidR="004B5A85">
        <w:t xml:space="preserve">, </w:t>
      </w:r>
      <w:r>
        <w:t>visiter ce sous-marin</w:t>
      </w:r>
      <w:r w:rsidR="004B5A85">
        <w:t xml:space="preserve">, </w:t>
      </w:r>
      <w:r>
        <w:t>qui devait modifier radicalement les lois de la guerre maritime et qui</w:t>
      </w:r>
      <w:r w:rsidR="004B5A85">
        <w:t xml:space="preserve">, </w:t>
      </w:r>
      <w:r>
        <w:t>à lui seul</w:t>
      </w:r>
      <w:r w:rsidR="004B5A85">
        <w:t xml:space="preserve">, </w:t>
      </w:r>
      <w:r>
        <w:t>donnait dès maintenant à la France l</w:t>
      </w:r>
      <w:r w:rsidR="004B5A85">
        <w:t>’</w:t>
      </w:r>
      <w:r>
        <w:t>empire incontestable des mers</w:t>
      </w:r>
      <w:r w:rsidR="004B5A85">
        <w:t>.</w:t>
      </w:r>
    </w:p>
    <w:p w14:paraId="463BF638" w14:textId="77777777" w:rsidR="004B5A85" w:rsidRDefault="004C389C" w:rsidP="004C389C">
      <w:r>
        <w:t>D</w:t>
      </w:r>
      <w:r w:rsidR="004B5A85">
        <w:t>’</w:t>
      </w:r>
      <w:r>
        <w:t>ailleurs</w:t>
      </w:r>
      <w:r w:rsidR="004B5A85">
        <w:t xml:space="preserve">, </w:t>
      </w:r>
      <w:r>
        <w:t>ces visites n</w:t>
      </w:r>
      <w:r w:rsidR="004B5A85">
        <w:t>’</w:t>
      </w:r>
      <w:r>
        <w:t>offraient aucun inconvénient au point de vue de la défense nationale</w:t>
      </w:r>
      <w:r w:rsidR="004B5A85">
        <w:t xml:space="preserve">, </w:t>
      </w:r>
      <w:r>
        <w:t>car les visiteurs n</w:t>
      </w:r>
      <w:r w:rsidR="004B5A85">
        <w:t>’</w:t>
      </w:r>
      <w:r>
        <w:t xml:space="preserve">apprenaient rien sur le mécanisme et la construction du </w:t>
      </w:r>
      <w:r>
        <w:rPr>
          <w:i/>
          <w:iCs/>
        </w:rPr>
        <w:t>Ny</w:t>
      </w:r>
      <w:r>
        <w:rPr>
          <w:i/>
          <w:iCs/>
        </w:rPr>
        <w:t>c</w:t>
      </w:r>
      <w:r>
        <w:rPr>
          <w:i/>
          <w:iCs/>
        </w:rPr>
        <w:t>talope</w:t>
      </w:r>
      <w:r w:rsidR="004B5A85">
        <w:rPr>
          <w:i/>
          <w:iCs/>
        </w:rPr>
        <w:t xml:space="preserve">. </w:t>
      </w:r>
      <w:r>
        <w:t>On se bornait à leur montrer les aménagements int</w:t>
      </w:r>
      <w:r>
        <w:t>é</w:t>
      </w:r>
      <w:r>
        <w:t>rieurs et à leur procurer une promenade sous-marine des plus émouvantes</w:t>
      </w:r>
      <w:r w:rsidR="004B5A85">
        <w:t>.</w:t>
      </w:r>
    </w:p>
    <w:p w14:paraId="0E07995C" w14:textId="2BEB9ACA" w:rsidR="004B5A85" w:rsidRDefault="004C389C" w:rsidP="004C389C">
      <w:r>
        <w:t>Le lendemain</w:t>
      </w:r>
      <w:r w:rsidR="004B5A85">
        <w:t xml:space="preserve">, </w:t>
      </w:r>
      <w:r>
        <w:t>1</w:t>
      </w:r>
      <w:r w:rsidR="004B5A85">
        <w:t xml:space="preserve">3 janvier, </w:t>
      </w:r>
      <w:r>
        <w:t>à neuf heures du matin</w:t>
      </w:r>
      <w:r w:rsidR="004B5A85">
        <w:t xml:space="preserve">, </w:t>
      </w:r>
      <w:r>
        <w:t>comme il s</w:t>
      </w:r>
      <w:r w:rsidR="004B5A85">
        <w:t>’</w:t>
      </w:r>
      <w:r>
        <w:t>asseyait à son bureau</w:t>
      </w:r>
      <w:r w:rsidR="004B5A85">
        <w:t xml:space="preserve">, </w:t>
      </w:r>
      <w:r>
        <w:t>l</w:t>
      </w:r>
      <w:r w:rsidR="004B5A85">
        <w:t>’</w:t>
      </w:r>
      <w:r>
        <w:t>amiral reçut du planton de service une carte de visite</w:t>
      </w:r>
      <w:r w:rsidR="004B5A85">
        <w:t>.</w:t>
      </w:r>
    </w:p>
    <w:p w14:paraId="2A5048A6" w14:textId="77777777" w:rsidR="004B5A85" w:rsidRDefault="004C389C" w:rsidP="004C389C">
      <w:r>
        <w:t>Il lut</w:t>
      </w:r>
      <w:r w:rsidR="004B5A85">
        <w:t> :</w:t>
      </w:r>
    </w:p>
    <w:p w14:paraId="0F97E250" w14:textId="549319C4" w:rsidR="004C389C" w:rsidRDefault="004C389C" w:rsidP="004B5A85">
      <w:pPr>
        <w:pStyle w:val="Centr"/>
      </w:pPr>
      <w:r>
        <w:t>Hugues DE MAUDUIT</w:t>
      </w:r>
    </w:p>
    <w:p w14:paraId="45E72A62" w14:textId="77777777" w:rsidR="004B5A85" w:rsidRDefault="004C389C" w:rsidP="004C389C">
      <w:r>
        <w:t>Et</w:t>
      </w:r>
      <w:r w:rsidR="004B5A85">
        <w:t xml:space="preserve">, </w:t>
      </w:r>
      <w:r>
        <w:t>au-dessous de cette ligne gravée</w:t>
      </w:r>
      <w:r w:rsidR="004B5A85">
        <w:t xml:space="preserve">, </w:t>
      </w:r>
      <w:r>
        <w:t>il y avait</w:t>
      </w:r>
      <w:r w:rsidR="004B5A85">
        <w:t xml:space="preserve">, </w:t>
      </w:r>
      <w:r>
        <w:t>tracées au crayon</w:t>
      </w:r>
      <w:r w:rsidR="004B5A85">
        <w:t xml:space="preserve">, </w:t>
      </w:r>
      <w:r>
        <w:t>les lignes suivantes</w:t>
      </w:r>
      <w:r w:rsidR="004B5A85">
        <w:t> :</w:t>
      </w:r>
    </w:p>
    <w:p w14:paraId="6B3EC7F5" w14:textId="20EE288B" w:rsidR="004B5A85" w:rsidRDefault="004B5A85" w:rsidP="004C389C">
      <w:r>
        <w:t>« </w:t>
      </w:r>
      <w:r w:rsidR="004C389C">
        <w:t>Accompagné de dix-sept savants</w:t>
      </w:r>
      <w:r>
        <w:t xml:space="preserve">, </w:t>
      </w:r>
      <w:r w:rsidR="004C389C">
        <w:t>délégués par l</w:t>
      </w:r>
      <w:r>
        <w:t>’</w:t>
      </w:r>
      <w:r w:rsidR="004C389C">
        <w:t>Institut</w:t>
      </w:r>
      <w:r>
        <w:t xml:space="preserve">, </w:t>
      </w:r>
      <w:r w:rsidR="004C389C">
        <w:t xml:space="preserve">pour visiter le sous-marin </w:t>
      </w:r>
      <w:r w:rsidR="004C389C">
        <w:rPr>
          <w:i/>
          <w:iCs/>
        </w:rPr>
        <w:t>Nyctalope</w:t>
      </w:r>
      <w:r>
        <w:rPr>
          <w:i/>
          <w:iCs/>
        </w:rPr>
        <w:t xml:space="preserve"> </w:t>
      </w:r>
      <w:r>
        <w:t>(</w:t>
      </w:r>
      <w:r w:rsidR="004C389C">
        <w:t>autorisation ministérielle du 1</w:t>
      </w:r>
      <w:r>
        <w:t>1 janvier). »</w:t>
      </w:r>
    </w:p>
    <w:p w14:paraId="6CEDE01C" w14:textId="77777777" w:rsidR="004B5A85" w:rsidRDefault="004B5A85" w:rsidP="004C389C">
      <w:r>
        <w:t>— </w:t>
      </w:r>
      <w:r w:rsidR="004C389C">
        <w:t>C</w:t>
      </w:r>
      <w:r>
        <w:t>’</w:t>
      </w:r>
      <w:r w:rsidR="004C389C">
        <w:t>est bien</w:t>
      </w:r>
      <w:r>
        <w:t xml:space="preserve"> ! </w:t>
      </w:r>
      <w:r w:rsidR="004C389C">
        <w:t>fit l</w:t>
      </w:r>
      <w:r>
        <w:t>’</w:t>
      </w:r>
      <w:r w:rsidR="004C389C">
        <w:t>amiral</w:t>
      </w:r>
      <w:r>
        <w:t xml:space="preserve">, </w:t>
      </w:r>
      <w:r w:rsidR="004C389C">
        <w:t>en regardant le planton</w:t>
      </w:r>
      <w:r>
        <w:t xml:space="preserve">. </w:t>
      </w:r>
      <w:r w:rsidR="004C389C">
        <w:t>Fais e</w:t>
      </w:r>
      <w:r w:rsidR="004C389C">
        <w:t>n</w:t>
      </w:r>
      <w:r w:rsidR="004C389C">
        <w:t>trer</w:t>
      </w:r>
      <w:r>
        <w:t>.</w:t>
      </w:r>
    </w:p>
    <w:p w14:paraId="3EF48C59" w14:textId="77777777" w:rsidR="004B5A85" w:rsidRDefault="004C389C" w:rsidP="004C389C">
      <w:r>
        <w:t>Le planton disparut et</w:t>
      </w:r>
      <w:r w:rsidR="004B5A85">
        <w:t xml:space="preserve">, </w:t>
      </w:r>
      <w:r>
        <w:t>deux minutes après</w:t>
      </w:r>
      <w:r w:rsidR="004B5A85">
        <w:t xml:space="preserve">, </w:t>
      </w:r>
      <w:r>
        <w:t>dix-huit me</w:t>
      </w:r>
      <w:r>
        <w:t>s</w:t>
      </w:r>
      <w:r>
        <w:t>sieurs entraient l</w:t>
      </w:r>
      <w:r w:rsidR="004B5A85">
        <w:t>’</w:t>
      </w:r>
      <w:r>
        <w:t>un après l</w:t>
      </w:r>
      <w:r w:rsidR="004B5A85">
        <w:t>’</w:t>
      </w:r>
      <w:r>
        <w:t>autre dans le cabinet</w:t>
      </w:r>
      <w:r w:rsidR="004B5A85">
        <w:t>.</w:t>
      </w:r>
    </w:p>
    <w:p w14:paraId="45A7338D" w14:textId="77777777" w:rsidR="004B5A85" w:rsidRDefault="004B5A85" w:rsidP="004C389C">
      <w:r>
        <w:lastRenderedPageBreak/>
        <w:t>— </w:t>
      </w:r>
      <w:r w:rsidR="004C389C">
        <w:t>Monsieur de Mauduit</w:t>
      </w:r>
      <w:r>
        <w:t xml:space="preserve"> ? </w:t>
      </w:r>
      <w:r w:rsidR="004C389C">
        <w:t>fit l</w:t>
      </w:r>
      <w:r>
        <w:t>’</w:t>
      </w:r>
      <w:r w:rsidR="004C389C">
        <w:t>amiral</w:t>
      </w:r>
      <w:r>
        <w:t xml:space="preserve">, </w:t>
      </w:r>
      <w:r w:rsidR="004C389C">
        <w:t>en tendant la main à celui des délégués qui marchait en tête</w:t>
      </w:r>
      <w:r>
        <w:t>.</w:t>
      </w:r>
    </w:p>
    <w:p w14:paraId="2F4CB4D9" w14:textId="77777777" w:rsidR="004B5A85" w:rsidRDefault="004B5A85" w:rsidP="004C389C">
      <w:r>
        <w:t>— </w:t>
      </w:r>
      <w:r w:rsidR="004C389C">
        <w:t>Oui</w:t>
      </w:r>
      <w:r>
        <w:t xml:space="preserve">, </w:t>
      </w:r>
      <w:r w:rsidR="004C389C">
        <w:t>amiral</w:t>
      </w:r>
      <w:r>
        <w:t>…</w:t>
      </w:r>
    </w:p>
    <w:p w14:paraId="457120A4" w14:textId="77777777" w:rsidR="004B5A85" w:rsidRDefault="004C389C" w:rsidP="004C389C">
      <w:r>
        <w:t>L</w:t>
      </w:r>
      <w:r w:rsidR="004B5A85">
        <w:t>’</w:t>
      </w:r>
      <w:r>
        <w:t>ingénieur Hugues de Mauduit était un homme de trente-cinq ans environ</w:t>
      </w:r>
      <w:r w:rsidR="004B5A85">
        <w:t xml:space="preserve">, </w:t>
      </w:r>
      <w:r>
        <w:t>d</w:t>
      </w:r>
      <w:r w:rsidR="004B5A85">
        <w:t>’</w:t>
      </w:r>
      <w:r>
        <w:t>épaules larges et de haute stature</w:t>
      </w:r>
      <w:r w:rsidR="004B5A85">
        <w:t xml:space="preserve">, </w:t>
      </w:r>
      <w:r>
        <w:t>au visage pâle</w:t>
      </w:r>
      <w:r w:rsidR="004B5A85">
        <w:t xml:space="preserve">, </w:t>
      </w:r>
      <w:r>
        <w:t>entièrement rasé</w:t>
      </w:r>
      <w:r w:rsidR="004B5A85">
        <w:t xml:space="preserve">, </w:t>
      </w:r>
      <w:r>
        <w:t>aux cheveux noirs</w:t>
      </w:r>
      <w:r w:rsidR="004B5A85">
        <w:t xml:space="preserve">, </w:t>
      </w:r>
      <w:r>
        <w:t>aux yeux sombres</w:t>
      </w:r>
      <w:r w:rsidR="004B5A85">
        <w:t xml:space="preserve">, </w:t>
      </w:r>
      <w:r>
        <w:t>vifs et profonds</w:t>
      </w:r>
      <w:r w:rsidR="004B5A85">
        <w:t xml:space="preserve"> : </w:t>
      </w:r>
      <w:r>
        <w:t>un intelligent et un athlète</w:t>
      </w:r>
      <w:r w:rsidR="004B5A85">
        <w:t>.</w:t>
      </w:r>
    </w:p>
    <w:p w14:paraId="7072523F" w14:textId="77777777" w:rsidR="004B5A85" w:rsidRDefault="004C389C" w:rsidP="004C389C">
      <w:r>
        <w:t>Il présenta à l</w:t>
      </w:r>
      <w:r w:rsidR="004B5A85">
        <w:t>’</w:t>
      </w:r>
      <w:r>
        <w:t>amiral ses dix-sept compagnons</w:t>
      </w:r>
      <w:r w:rsidR="004B5A85">
        <w:t xml:space="preserve">, </w:t>
      </w:r>
      <w:r>
        <w:t>en faisant suivre chaque nom d</w:t>
      </w:r>
      <w:r w:rsidR="004B5A85">
        <w:t>’</w:t>
      </w:r>
      <w:r>
        <w:t>un titre scientifique</w:t>
      </w:r>
      <w:r w:rsidR="004B5A85">
        <w:t>…</w:t>
      </w:r>
    </w:p>
    <w:p w14:paraId="24CB38CB" w14:textId="77777777" w:rsidR="004B5A85" w:rsidRDefault="004B5A85" w:rsidP="004C389C">
      <w:r>
        <w:t>— </w:t>
      </w:r>
      <w:r w:rsidR="004C389C">
        <w:t>Messieurs</w:t>
      </w:r>
      <w:r>
        <w:t xml:space="preserve">, </w:t>
      </w:r>
      <w:r w:rsidR="004C389C">
        <w:t>dit l</w:t>
      </w:r>
      <w:r>
        <w:t>’</w:t>
      </w:r>
      <w:r w:rsidR="004C389C">
        <w:t>amiral</w:t>
      </w:r>
      <w:r>
        <w:t xml:space="preserve">, </w:t>
      </w:r>
      <w:r w:rsidR="004C389C">
        <w:t>quand les présentations furent terminées</w:t>
      </w:r>
      <w:r>
        <w:t xml:space="preserve">, </w:t>
      </w:r>
      <w:r w:rsidR="004C389C">
        <w:t xml:space="preserve">je suis prêt à vous conduire immédiatement à bord du </w:t>
      </w:r>
      <w:r w:rsidR="004C389C">
        <w:rPr>
          <w:i/>
          <w:iCs/>
        </w:rPr>
        <w:t>Nyctalope</w:t>
      </w:r>
      <w:r>
        <w:rPr>
          <w:i/>
          <w:iCs/>
        </w:rPr>
        <w:t xml:space="preserve">. </w:t>
      </w:r>
      <w:r w:rsidR="004C389C">
        <w:t>Avez-vous des voitures</w:t>
      </w:r>
      <w:r>
        <w:t xml:space="preserve"> ? </w:t>
      </w:r>
      <w:r w:rsidR="004C389C">
        <w:t>ou dois-je envoyer le planton</w:t>
      </w:r>
      <w:r>
        <w:t>…</w:t>
      </w:r>
    </w:p>
    <w:p w14:paraId="196ADBE4" w14:textId="048EED70" w:rsidR="004B5A85" w:rsidRDefault="004B5A85" w:rsidP="004C389C">
      <w:r>
        <w:t>— </w:t>
      </w:r>
      <w:r w:rsidR="004C389C">
        <w:t>Amiral</w:t>
      </w:r>
      <w:r>
        <w:t xml:space="preserve">, </w:t>
      </w:r>
      <w:r w:rsidR="004C389C">
        <w:t xml:space="preserve">répondit </w:t>
      </w:r>
      <w:r>
        <w:t>M. de </w:t>
      </w:r>
      <w:r w:rsidR="004C389C">
        <w:t>Mauduit</w:t>
      </w:r>
      <w:r>
        <w:t xml:space="preserve">, </w:t>
      </w:r>
      <w:r w:rsidR="004C389C">
        <w:t>nous sommes venus de la gare directement dans quatre automobiles de louage</w:t>
      </w:r>
      <w:r>
        <w:t xml:space="preserve">, </w:t>
      </w:r>
      <w:r w:rsidR="004C389C">
        <w:t>que j</w:t>
      </w:r>
      <w:r>
        <w:t>’</w:t>
      </w:r>
      <w:r w:rsidR="004C389C">
        <w:t>avais commandées hier soir par télégramme à l</w:t>
      </w:r>
      <w:r>
        <w:t>’</w:t>
      </w:r>
      <w:r w:rsidR="004C389C">
        <w:t>un des garages toulonnais</w:t>
      </w:r>
      <w:r>
        <w:t xml:space="preserve">. </w:t>
      </w:r>
      <w:r w:rsidR="004C389C">
        <w:t>Si vous voulez bien accepter la place que je me suis permis de vous réserver dans ma voiture</w:t>
      </w:r>
      <w:r>
        <w:t>…</w:t>
      </w:r>
    </w:p>
    <w:p w14:paraId="30F534FD" w14:textId="77777777" w:rsidR="004B5A85" w:rsidRDefault="004B5A85" w:rsidP="004C389C">
      <w:r>
        <w:t>— </w:t>
      </w:r>
      <w:r w:rsidR="004C389C">
        <w:t>Volontiers</w:t>
      </w:r>
      <w:r>
        <w:t xml:space="preserve">, </w:t>
      </w:r>
      <w:r w:rsidR="004C389C">
        <w:t>monsieur</w:t>
      </w:r>
      <w:r>
        <w:t xml:space="preserve"> ! </w:t>
      </w:r>
      <w:r w:rsidR="004C389C">
        <w:t>fit l</w:t>
      </w:r>
      <w:r>
        <w:t>’</w:t>
      </w:r>
      <w:r w:rsidR="004C389C">
        <w:t>amiral en souriant</w:t>
      </w:r>
      <w:r>
        <w:t>.</w:t>
      </w:r>
    </w:p>
    <w:p w14:paraId="460C69BD" w14:textId="77777777" w:rsidR="004B5A85" w:rsidRDefault="004C389C" w:rsidP="004C389C">
      <w:r>
        <w:t>Un quart d</w:t>
      </w:r>
      <w:r w:rsidR="004B5A85">
        <w:t>’</w:t>
      </w:r>
      <w:r>
        <w:t>heure plus tard</w:t>
      </w:r>
      <w:r w:rsidR="004B5A85">
        <w:t xml:space="preserve">, </w:t>
      </w:r>
      <w:r>
        <w:t>quatre automobiles s</w:t>
      </w:r>
      <w:r w:rsidR="004B5A85">
        <w:t>’</w:t>
      </w:r>
      <w:r>
        <w:t>arrêtaient dans l</w:t>
      </w:r>
      <w:r w:rsidR="004B5A85">
        <w:t>’</w:t>
      </w:r>
      <w:r>
        <w:t>enceinte de l</w:t>
      </w:r>
      <w:r w:rsidR="004B5A85">
        <w:t>’</w:t>
      </w:r>
      <w:r>
        <w:t>arsenal</w:t>
      </w:r>
      <w:r w:rsidR="004B5A85">
        <w:t xml:space="preserve">, </w:t>
      </w:r>
      <w:r>
        <w:t>tout à côté d</w:t>
      </w:r>
      <w:r w:rsidR="004B5A85">
        <w:t>’</w:t>
      </w:r>
      <w:r>
        <w:t>une passerelle en bois</w:t>
      </w:r>
      <w:r w:rsidR="004B5A85">
        <w:t>.</w:t>
      </w:r>
    </w:p>
    <w:p w14:paraId="13D544B6" w14:textId="77777777" w:rsidR="004B5A85" w:rsidRDefault="004C389C" w:rsidP="004C389C">
      <w:r>
        <w:t>Cette passerelle reliait au quai la plate-forme d</w:t>
      </w:r>
      <w:r w:rsidR="004B5A85">
        <w:t>’</w:t>
      </w:r>
      <w:r>
        <w:t>un étrange navire</w:t>
      </w:r>
      <w:r w:rsidR="004B5A85">
        <w:t>.</w:t>
      </w:r>
    </w:p>
    <w:p w14:paraId="2C5ECE33" w14:textId="77777777" w:rsidR="004B5A85" w:rsidRDefault="004C389C" w:rsidP="004C389C">
      <w:r>
        <w:t>Imaginez un énorme cigare de soixante-dix mètres de lo</w:t>
      </w:r>
      <w:r>
        <w:t>n</w:t>
      </w:r>
      <w:r>
        <w:t>gueur</w:t>
      </w:r>
      <w:r w:rsidR="004B5A85">
        <w:t xml:space="preserve">, </w:t>
      </w:r>
      <w:r>
        <w:t>presque tout immergé</w:t>
      </w:r>
      <w:r w:rsidR="004B5A85">
        <w:t>.</w:t>
      </w:r>
    </w:p>
    <w:p w14:paraId="7F009745" w14:textId="77777777" w:rsidR="004B5A85" w:rsidRDefault="004C389C" w:rsidP="004C389C">
      <w:r>
        <w:lastRenderedPageBreak/>
        <w:t>La partie hors l</w:t>
      </w:r>
      <w:r w:rsidR="004B5A85">
        <w:t>’</w:t>
      </w:r>
      <w:r>
        <w:t>eau</w:t>
      </w:r>
      <w:r w:rsidR="004B5A85">
        <w:t xml:space="preserve">, </w:t>
      </w:r>
      <w:r>
        <w:t>à sa plus grande hauteur</w:t>
      </w:r>
      <w:r w:rsidR="004B5A85">
        <w:t xml:space="preserve">, </w:t>
      </w:r>
      <w:r>
        <w:t>était à peine de un mètre</w:t>
      </w:r>
      <w:r w:rsidR="004B5A85">
        <w:t xml:space="preserve">, </w:t>
      </w:r>
      <w:r>
        <w:t>et dans la transparence liquide</w:t>
      </w:r>
      <w:r w:rsidR="004B5A85">
        <w:t xml:space="preserve">, </w:t>
      </w:r>
      <w:r>
        <w:t>on voyait la ligne du sous-marin se continuer à l</w:t>
      </w:r>
      <w:r w:rsidR="004B5A85">
        <w:t>’</w:t>
      </w:r>
      <w:r>
        <w:t>avant et à l</w:t>
      </w:r>
      <w:r w:rsidR="004B5A85">
        <w:t>’</w:t>
      </w:r>
      <w:r>
        <w:t>arrière</w:t>
      </w:r>
      <w:r w:rsidR="004B5A85">
        <w:t>.</w:t>
      </w:r>
    </w:p>
    <w:p w14:paraId="39E60D62" w14:textId="183FF4C3" w:rsidR="004B5A85" w:rsidRDefault="004C389C" w:rsidP="004C389C">
      <w:r>
        <w:t>La surface courbe de la partie émergente était disposée en une sorte de plate-forme</w:t>
      </w:r>
      <w:r w:rsidR="004B5A85">
        <w:t xml:space="preserve">, </w:t>
      </w:r>
      <w:r>
        <w:t>bordée sur trois côtés d</w:t>
      </w:r>
      <w:r w:rsidR="004B5A85">
        <w:t>’</w:t>
      </w:r>
      <w:r>
        <w:t>un garde-fou</w:t>
      </w:r>
      <w:r w:rsidR="004B5A85">
        <w:t xml:space="preserve"> ; </w:t>
      </w:r>
      <w:r>
        <w:t>au milieu de cette plate-forme</w:t>
      </w:r>
      <w:r w:rsidR="004B5A85">
        <w:t xml:space="preserve">, </w:t>
      </w:r>
      <w:r>
        <w:t>une plaque carrée était relevée</w:t>
      </w:r>
      <w:r w:rsidR="004B5A85">
        <w:t xml:space="preserve">, </w:t>
      </w:r>
      <w:r>
        <w:t>découvrant un trou assez large pour que deux hommes pussent y passer de front sans la moindre difficulté</w:t>
      </w:r>
      <w:r w:rsidR="004B5A85">
        <w:t>.</w:t>
      </w:r>
    </w:p>
    <w:p w14:paraId="08B6B15C" w14:textId="41D818A1" w:rsidR="004B5A85" w:rsidRDefault="004C389C" w:rsidP="004C389C">
      <w:r>
        <w:t>Au moment où l</w:t>
      </w:r>
      <w:r w:rsidR="004B5A85">
        <w:t>’</w:t>
      </w:r>
      <w:r>
        <w:t>amiral sautait de l</w:t>
      </w:r>
      <w:r w:rsidR="004B5A85">
        <w:t>’</w:t>
      </w:r>
      <w:r>
        <w:t>automobile sur le quai</w:t>
      </w:r>
      <w:r w:rsidR="004B5A85">
        <w:t xml:space="preserve">, </w:t>
      </w:r>
      <w:r>
        <w:t xml:space="preserve">imité aussitôt par </w:t>
      </w:r>
      <w:r w:rsidR="004B5A85">
        <w:t>M. de </w:t>
      </w:r>
      <w:r>
        <w:t>Mauduit et ses compagnons</w:t>
      </w:r>
      <w:r w:rsidR="004B5A85">
        <w:t xml:space="preserve">, </w:t>
      </w:r>
      <w:r>
        <w:t>auxquels s</w:t>
      </w:r>
      <w:r w:rsidR="004B5A85">
        <w:t>’</w:t>
      </w:r>
      <w:r>
        <w:t>était joint un nègre que l</w:t>
      </w:r>
      <w:r w:rsidR="004B5A85">
        <w:t>’</w:t>
      </w:r>
      <w:r>
        <w:t>amiral supposa être le domestique du chef de la mission scientifique</w:t>
      </w:r>
      <w:r w:rsidR="004B5A85">
        <w:t xml:space="preserve">, </w:t>
      </w:r>
      <w:r>
        <w:t>une tête jaillit du trou</w:t>
      </w:r>
      <w:r w:rsidR="004B5A85">
        <w:t xml:space="preserve">, </w:t>
      </w:r>
      <w:r>
        <w:t>puis un buste vêtu de drap noir</w:t>
      </w:r>
      <w:r w:rsidR="004B5A85">
        <w:t xml:space="preserve">, </w:t>
      </w:r>
      <w:r>
        <w:t>puis tout un corps d</w:t>
      </w:r>
      <w:r w:rsidR="004B5A85">
        <w:t>’</w:t>
      </w:r>
      <w:r>
        <w:t>homme en petite tenue de lieutenant de vaisseau</w:t>
      </w:r>
      <w:r w:rsidR="004B5A85">
        <w:t>.</w:t>
      </w:r>
    </w:p>
    <w:p w14:paraId="281AFC53" w14:textId="16A5AD9B" w:rsidR="004B5A85" w:rsidRDefault="004B5A85" w:rsidP="004C389C">
      <w:r>
        <w:t>— </w:t>
      </w:r>
      <w:r w:rsidR="004C389C">
        <w:t>Voici le commandant Martel qui est</w:t>
      </w:r>
      <w:r>
        <w:t xml:space="preserve">, </w:t>
      </w:r>
      <w:r w:rsidR="004C389C">
        <w:t>en plus</w:t>
      </w:r>
      <w:r>
        <w:t xml:space="preserve">, </w:t>
      </w:r>
      <w:r w:rsidR="004C389C">
        <w:t>ingénieur de la Marine comme vous</w:t>
      </w:r>
      <w:r>
        <w:t xml:space="preserve">, </w:t>
      </w:r>
      <w:r w:rsidR="004C389C">
        <w:t>dit l</w:t>
      </w:r>
      <w:r>
        <w:t>’</w:t>
      </w:r>
      <w:r w:rsidR="004C389C">
        <w:t xml:space="preserve">amiral à </w:t>
      </w:r>
      <w:r>
        <w:t>M. de </w:t>
      </w:r>
      <w:r w:rsidR="004C389C">
        <w:t>Mauduit</w:t>
      </w:r>
      <w:r>
        <w:t>.</w:t>
      </w:r>
    </w:p>
    <w:p w14:paraId="1FB6B6FE" w14:textId="77777777" w:rsidR="004B5A85" w:rsidRDefault="004C389C" w:rsidP="004C389C">
      <w:r>
        <w:t>À la vue du préfet maritime</w:t>
      </w:r>
      <w:r w:rsidR="004B5A85">
        <w:t xml:space="preserve">, </w:t>
      </w:r>
      <w:r>
        <w:t>le commandant Martel s</w:t>
      </w:r>
      <w:r w:rsidR="004B5A85">
        <w:t>’</w:t>
      </w:r>
      <w:r>
        <w:t>élança sur la passerelle et fut sur le quai en quelques secondes</w:t>
      </w:r>
      <w:r w:rsidR="004B5A85">
        <w:t>.</w:t>
      </w:r>
    </w:p>
    <w:p w14:paraId="1E0B4A22" w14:textId="77777777" w:rsidR="004B5A85" w:rsidRDefault="004C389C" w:rsidP="004C389C">
      <w:r>
        <w:t>Après les salutations et les présentations de rigueur</w:t>
      </w:r>
      <w:r w:rsidR="004B5A85">
        <w:t> :</w:t>
      </w:r>
    </w:p>
    <w:p w14:paraId="3C3816A8" w14:textId="77777777" w:rsidR="004B5A85" w:rsidRDefault="004B5A85" w:rsidP="004C389C">
      <w:r>
        <w:t>— </w:t>
      </w:r>
      <w:r w:rsidR="004C389C">
        <w:t>Êtes-vous paré</w:t>
      </w:r>
      <w:r>
        <w:t xml:space="preserve">, </w:t>
      </w:r>
      <w:r w:rsidR="004C389C">
        <w:t>commandant</w:t>
      </w:r>
      <w:r>
        <w:t xml:space="preserve"> ? </w:t>
      </w:r>
      <w:r w:rsidR="004C389C">
        <w:t>demanda le préfet mar</w:t>
      </w:r>
      <w:r w:rsidR="004C389C">
        <w:t>i</w:t>
      </w:r>
      <w:r w:rsidR="004C389C">
        <w:t>time</w:t>
      </w:r>
      <w:r>
        <w:t>.</w:t>
      </w:r>
    </w:p>
    <w:p w14:paraId="34F36A29" w14:textId="77777777" w:rsidR="004B5A85" w:rsidRDefault="004B5A85" w:rsidP="004C389C">
      <w:r>
        <w:t>— </w:t>
      </w:r>
      <w:r w:rsidR="004C389C">
        <w:t>Oui</w:t>
      </w:r>
      <w:r>
        <w:t xml:space="preserve">, </w:t>
      </w:r>
      <w:r w:rsidR="004C389C">
        <w:t>amiral</w:t>
      </w:r>
      <w:r>
        <w:t>.</w:t>
      </w:r>
    </w:p>
    <w:p w14:paraId="2200D403" w14:textId="77777777" w:rsidR="004B5A85" w:rsidRDefault="004B5A85" w:rsidP="004C389C">
      <w:r>
        <w:t>— </w:t>
      </w:r>
      <w:r w:rsidR="004C389C">
        <w:t>Vous allez donc sortir</w:t>
      </w:r>
      <w:r>
        <w:t xml:space="preserve">. </w:t>
      </w:r>
      <w:r w:rsidR="004C389C">
        <w:t>Quand pouvez-vous rentrer</w:t>
      </w:r>
      <w:r>
        <w:t> ?</w:t>
      </w:r>
    </w:p>
    <w:p w14:paraId="61D99EC1" w14:textId="77777777" w:rsidR="004B5A85" w:rsidRDefault="004B5A85" w:rsidP="004C389C">
      <w:r>
        <w:t>— </w:t>
      </w:r>
      <w:r w:rsidR="004C389C">
        <w:t>Mais dans trois ou quatre heures</w:t>
      </w:r>
      <w:r>
        <w:t xml:space="preserve">, </w:t>
      </w:r>
      <w:r w:rsidR="004C389C">
        <w:t>amiral</w:t>
      </w:r>
      <w:r>
        <w:t xml:space="preserve">. </w:t>
      </w:r>
      <w:r w:rsidR="004C389C">
        <w:t xml:space="preserve">Le temps de faire admirer à ces messieurs les qualités sous-marines du </w:t>
      </w:r>
      <w:r w:rsidR="004C389C">
        <w:rPr>
          <w:i/>
          <w:iCs/>
        </w:rPr>
        <w:t>Ny</w:t>
      </w:r>
      <w:r w:rsidR="004C389C">
        <w:rPr>
          <w:i/>
          <w:iCs/>
        </w:rPr>
        <w:t>c</w:t>
      </w:r>
      <w:r w:rsidR="004C389C">
        <w:rPr>
          <w:i/>
          <w:iCs/>
        </w:rPr>
        <w:t xml:space="preserve">talope </w:t>
      </w:r>
      <w:r w:rsidR="004C389C">
        <w:t>et quelques paysages d</w:t>
      </w:r>
      <w:r>
        <w:t>’</w:t>
      </w:r>
      <w:r w:rsidR="004C389C">
        <w:t>entre deux eaux</w:t>
      </w:r>
      <w:r>
        <w:t>…</w:t>
      </w:r>
    </w:p>
    <w:p w14:paraId="0EBFA30E" w14:textId="77777777" w:rsidR="004B5A85" w:rsidRDefault="004B5A85" w:rsidP="004C389C">
      <w:r>
        <w:lastRenderedPageBreak/>
        <w:t>— </w:t>
      </w:r>
      <w:r w:rsidR="004C389C">
        <w:t>C</w:t>
      </w:r>
      <w:r>
        <w:t>’</w:t>
      </w:r>
      <w:r w:rsidR="004C389C">
        <w:t>est bien</w:t>
      </w:r>
      <w:r>
        <w:t xml:space="preserve"> ! </w:t>
      </w:r>
      <w:r w:rsidR="004C389C">
        <w:t>fit l</w:t>
      </w:r>
      <w:r>
        <w:t>’</w:t>
      </w:r>
      <w:r w:rsidR="004C389C">
        <w:t>amiral</w:t>
      </w:r>
      <w:r>
        <w:t xml:space="preserve">. </w:t>
      </w:r>
      <w:r w:rsidR="004C389C">
        <w:t>Bonne promenade</w:t>
      </w:r>
      <w:r>
        <w:t xml:space="preserve">. </w:t>
      </w:r>
      <w:r w:rsidR="004C389C">
        <w:t>Je vous reve</w:t>
      </w:r>
      <w:r w:rsidR="004C389C">
        <w:t>r</w:t>
      </w:r>
      <w:r w:rsidR="004C389C">
        <w:t>rai à la Préfecture maritime</w:t>
      </w:r>
      <w:r>
        <w:t xml:space="preserve">, </w:t>
      </w:r>
      <w:r w:rsidR="004C389C">
        <w:t>messieurs</w:t>
      </w:r>
      <w:r>
        <w:t> ?</w:t>
      </w:r>
    </w:p>
    <w:p w14:paraId="4DBE06D0" w14:textId="7C94EC40" w:rsidR="004B5A85" w:rsidRDefault="004B5A85" w:rsidP="004C389C">
      <w:r>
        <w:t>— </w:t>
      </w:r>
      <w:r w:rsidR="004C389C">
        <w:t>Certes</w:t>
      </w:r>
      <w:r>
        <w:t xml:space="preserve">, </w:t>
      </w:r>
      <w:r w:rsidR="004C389C">
        <w:t>amiral</w:t>
      </w:r>
      <w:r>
        <w:t xml:space="preserve"> ! </w:t>
      </w:r>
      <w:r w:rsidR="004C389C">
        <w:t xml:space="preserve">répondit </w:t>
      </w:r>
      <w:r>
        <w:t>M. de </w:t>
      </w:r>
      <w:r w:rsidR="004C389C">
        <w:t>Mauduit</w:t>
      </w:r>
      <w:r>
        <w:t xml:space="preserve">, </w:t>
      </w:r>
      <w:r w:rsidR="004C389C">
        <w:t>avec un inexpl</w:t>
      </w:r>
      <w:r w:rsidR="004C389C">
        <w:t>i</w:t>
      </w:r>
      <w:r w:rsidR="004C389C">
        <w:t>cable éclair dans ses yeux noirs</w:t>
      </w:r>
      <w:r>
        <w:t xml:space="preserve">… </w:t>
      </w:r>
      <w:r w:rsidR="004C389C">
        <w:t>Nos automobiles vont rentrer au garage</w:t>
      </w:r>
      <w:r>
        <w:t xml:space="preserve">, </w:t>
      </w:r>
      <w:r w:rsidR="004C389C">
        <w:t>après que l</w:t>
      </w:r>
      <w:r>
        <w:t>’</w:t>
      </w:r>
      <w:r w:rsidR="004C389C">
        <w:t>une d</w:t>
      </w:r>
      <w:r>
        <w:t>’</w:t>
      </w:r>
      <w:r w:rsidR="004C389C">
        <w:t>elles</w:t>
      </w:r>
      <w:r>
        <w:t xml:space="preserve">, </w:t>
      </w:r>
      <w:r w:rsidR="004C389C">
        <w:t>comme il est convenu</w:t>
      </w:r>
      <w:r>
        <w:t xml:space="preserve">, </w:t>
      </w:r>
      <w:r w:rsidR="004C389C">
        <w:t>vous aura ramené à la Préfecture</w:t>
      </w:r>
      <w:r>
        <w:t xml:space="preserve">. </w:t>
      </w:r>
      <w:r w:rsidR="004C389C">
        <w:t>Et nous-mêmes</w:t>
      </w:r>
      <w:r>
        <w:t xml:space="preserve">, </w:t>
      </w:r>
      <w:r w:rsidR="004C389C">
        <w:t>au retour</w:t>
      </w:r>
      <w:r>
        <w:t xml:space="preserve">, </w:t>
      </w:r>
      <w:r w:rsidR="004C389C">
        <w:t>nous nous rendrons à pied à la Préfecture maritime</w:t>
      </w:r>
      <w:r>
        <w:t>…</w:t>
      </w:r>
    </w:p>
    <w:p w14:paraId="5258FE00" w14:textId="247054AF" w:rsidR="004B5A85" w:rsidRDefault="004C389C" w:rsidP="004C389C">
      <w:r>
        <w:t>Il salua du chapeau</w:t>
      </w:r>
      <w:r w:rsidR="004B5A85">
        <w:t xml:space="preserve">. </w:t>
      </w:r>
      <w:r>
        <w:t>L</w:t>
      </w:r>
      <w:r w:rsidR="004B5A85">
        <w:t>’</w:t>
      </w:r>
      <w:r>
        <w:t>amiral souleva sa casquette</w:t>
      </w:r>
      <w:r w:rsidR="004B5A85">
        <w:t xml:space="preserve">, </w:t>
      </w:r>
      <w:r>
        <w:t>et</w:t>
      </w:r>
      <w:r w:rsidR="004B5A85">
        <w:t xml:space="preserve">, </w:t>
      </w:r>
      <w:r>
        <w:t>pre</w:t>
      </w:r>
      <w:r>
        <w:t>s</w:t>
      </w:r>
      <w:r>
        <w:t>sé de terminer l</w:t>
      </w:r>
      <w:r w:rsidR="004B5A85">
        <w:t>’</w:t>
      </w:r>
      <w:r>
        <w:t>étude d</w:t>
      </w:r>
      <w:r w:rsidR="004B5A85">
        <w:t>’</w:t>
      </w:r>
      <w:r>
        <w:t>un dossier important</w:t>
      </w:r>
      <w:r w:rsidR="004B5A85">
        <w:t xml:space="preserve">, </w:t>
      </w:r>
      <w:r>
        <w:t>il sauta dans une automobile</w:t>
      </w:r>
      <w:r w:rsidR="004B5A85">
        <w:t xml:space="preserve">, </w:t>
      </w:r>
      <w:r>
        <w:t>qui démarra</w:t>
      </w:r>
      <w:r w:rsidR="004B5A85">
        <w:t xml:space="preserve">, </w:t>
      </w:r>
      <w:r>
        <w:t>tandis que</w:t>
      </w:r>
      <w:r w:rsidR="004B5A85">
        <w:t xml:space="preserve">, </w:t>
      </w:r>
      <w:r>
        <w:t>précédés par le comma</w:t>
      </w:r>
      <w:r>
        <w:t>n</w:t>
      </w:r>
      <w:r>
        <w:t>dant Martel</w:t>
      </w:r>
      <w:r w:rsidR="004B5A85">
        <w:t>, M. de </w:t>
      </w:r>
      <w:r>
        <w:t>Mauduit et les délégués scientifiques fra</w:t>
      </w:r>
      <w:r>
        <w:t>n</w:t>
      </w:r>
      <w:r>
        <w:t>chissaient la passerelle</w:t>
      </w:r>
      <w:r w:rsidR="004B5A85">
        <w:t xml:space="preserve">, </w:t>
      </w:r>
      <w:r>
        <w:t xml:space="preserve">se massaient sur la plate-forme du </w:t>
      </w:r>
      <w:r>
        <w:rPr>
          <w:i/>
          <w:iCs/>
        </w:rPr>
        <w:t>Ny</w:t>
      </w:r>
      <w:r>
        <w:rPr>
          <w:i/>
          <w:iCs/>
        </w:rPr>
        <w:t>c</w:t>
      </w:r>
      <w:r>
        <w:rPr>
          <w:i/>
          <w:iCs/>
        </w:rPr>
        <w:t>talope</w:t>
      </w:r>
      <w:r w:rsidR="004B5A85">
        <w:rPr>
          <w:i/>
          <w:iCs/>
        </w:rPr>
        <w:t xml:space="preserve"> ; </w:t>
      </w:r>
      <w:r>
        <w:t>puis</w:t>
      </w:r>
      <w:r w:rsidR="004B5A85">
        <w:t xml:space="preserve">, </w:t>
      </w:r>
      <w:r>
        <w:t>s</w:t>
      </w:r>
      <w:r w:rsidR="004B5A85">
        <w:t>’</w:t>
      </w:r>
      <w:r>
        <w:t>enfonçant l</w:t>
      </w:r>
      <w:r w:rsidR="004B5A85">
        <w:t>’</w:t>
      </w:r>
      <w:r>
        <w:t>un après l</w:t>
      </w:r>
      <w:r w:rsidR="004B5A85">
        <w:t>’</w:t>
      </w:r>
      <w:r>
        <w:t>autre dans le panneau o</w:t>
      </w:r>
      <w:r>
        <w:t>u</w:t>
      </w:r>
      <w:r>
        <w:t>vert</w:t>
      </w:r>
      <w:r w:rsidR="004B5A85">
        <w:t xml:space="preserve">, </w:t>
      </w:r>
      <w:r>
        <w:t>ils descendaient les marches d</w:t>
      </w:r>
      <w:r w:rsidR="004B5A85">
        <w:t>’</w:t>
      </w:r>
      <w:r>
        <w:t>un escalier en métal</w:t>
      </w:r>
      <w:r w:rsidR="004B5A85">
        <w:t>.</w:t>
      </w:r>
    </w:p>
    <w:p w14:paraId="37F4246E" w14:textId="77777777" w:rsidR="004B5A85" w:rsidRDefault="004C389C" w:rsidP="004C389C">
      <w:r>
        <w:t>Quand ils furent tous entrés</w:t>
      </w:r>
      <w:r w:rsidR="004B5A85">
        <w:t xml:space="preserve">, </w:t>
      </w:r>
      <w:r>
        <w:t>un matelot parut</w:t>
      </w:r>
      <w:r w:rsidR="004B5A85">
        <w:t>.</w:t>
      </w:r>
    </w:p>
    <w:p w14:paraId="55AD9210" w14:textId="77777777" w:rsidR="004B5A85" w:rsidRDefault="004C389C" w:rsidP="004C389C">
      <w:r>
        <w:t>Il décrocha la passerelle</w:t>
      </w:r>
      <w:r w:rsidR="004B5A85">
        <w:t xml:space="preserve">, </w:t>
      </w:r>
      <w:r>
        <w:t>qu</w:t>
      </w:r>
      <w:r w:rsidR="004B5A85">
        <w:t>’</w:t>
      </w:r>
      <w:r>
        <w:t>il poussa et dont il laissa flotter une extrémité sur l</w:t>
      </w:r>
      <w:r w:rsidR="004B5A85">
        <w:t>’</w:t>
      </w:r>
      <w:r>
        <w:t>eau</w:t>
      </w:r>
      <w:r w:rsidR="004B5A85">
        <w:t xml:space="preserve">. </w:t>
      </w:r>
      <w:r>
        <w:t>Ensuite</w:t>
      </w:r>
      <w:r w:rsidR="004B5A85">
        <w:t xml:space="preserve">, </w:t>
      </w:r>
      <w:r>
        <w:t>il sauta dans le panneau et r</w:t>
      </w:r>
      <w:r>
        <w:t>a</w:t>
      </w:r>
      <w:r>
        <w:t>battit la plaque de fermeture</w:t>
      </w:r>
      <w:r w:rsidR="004B5A85">
        <w:t xml:space="preserve">. </w:t>
      </w:r>
      <w:r>
        <w:t>Le garde-fou s</w:t>
      </w:r>
      <w:r w:rsidR="004B5A85">
        <w:t>’</w:t>
      </w:r>
      <w:r>
        <w:t>abattit automat</w:t>
      </w:r>
      <w:r>
        <w:t>i</w:t>
      </w:r>
      <w:r>
        <w:t>quement</w:t>
      </w:r>
      <w:r w:rsidR="004B5A85">
        <w:t>.</w:t>
      </w:r>
    </w:p>
    <w:p w14:paraId="0B0FDDDC" w14:textId="77777777" w:rsidR="004B5A85" w:rsidRDefault="004C389C" w:rsidP="004C389C">
      <w:r>
        <w:t>Quelques minutes après</w:t>
      </w:r>
      <w:r w:rsidR="004B5A85">
        <w:t xml:space="preserve">, </w:t>
      </w:r>
      <w:r>
        <w:t>l</w:t>
      </w:r>
      <w:r w:rsidR="004B5A85">
        <w:t>’</w:t>
      </w:r>
      <w:r>
        <w:t>eau clapait à l</w:t>
      </w:r>
      <w:r w:rsidR="004B5A85">
        <w:t>’</w:t>
      </w:r>
      <w:r>
        <w:t>arrière du sous-marin qui</w:t>
      </w:r>
      <w:r w:rsidR="004B5A85">
        <w:t xml:space="preserve">, </w:t>
      </w:r>
      <w:r>
        <w:t>presque aussitôt</w:t>
      </w:r>
      <w:r w:rsidR="004B5A85">
        <w:t xml:space="preserve">, </w:t>
      </w:r>
      <w:r>
        <w:t>fut immergé complètement</w:t>
      </w:r>
      <w:r w:rsidR="004B5A85">
        <w:t>.</w:t>
      </w:r>
    </w:p>
    <w:p w14:paraId="0D1FA2CC" w14:textId="77777777" w:rsidR="004B5A85" w:rsidRDefault="004C389C" w:rsidP="004C389C">
      <w:r>
        <w:t>À ce moment</w:t>
      </w:r>
      <w:r w:rsidR="004B5A85">
        <w:t xml:space="preserve">, </w:t>
      </w:r>
      <w:r>
        <w:t>à l</w:t>
      </w:r>
      <w:r w:rsidR="004B5A85">
        <w:t>’</w:t>
      </w:r>
      <w:r>
        <w:t xml:space="preserve">intérieur du </w:t>
      </w:r>
      <w:r>
        <w:rPr>
          <w:i/>
          <w:iCs/>
        </w:rPr>
        <w:t>Nyctalope</w:t>
      </w:r>
      <w:r w:rsidR="004B5A85">
        <w:rPr>
          <w:i/>
          <w:iCs/>
        </w:rPr>
        <w:t xml:space="preserve">, </w:t>
      </w:r>
      <w:r>
        <w:t>le commandant Martel introduisait ses hôtes dans une pièce meublée en salle à manger</w:t>
      </w:r>
      <w:r w:rsidR="004B5A85">
        <w:t>.</w:t>
      </w:r>
    </w:p>
    <w:p w14:paraId="6B531D21" w14:textId="77777777" w:rsidR="004B5A85" w:rsidRDefault="004B5A85" w:rsidP="004C389C">
      <w:r>
        <w:t>— </w:t>
      </w:r>
      <w:r w:rsidR="004C389C">
        <w:t>Messieurs</w:t>
      </w:r>
      <w:r>
        <w:t xml:space="preserve">, </w:t>
      </w:r>
      <w:r w:rsidR="004C389C">
        <w:t>dit-il</w:t>
      </w:r>
      <w:r>
        <w:t xml:space="preserve">, </w:t>
      </w:r>
      <w:r w:rsidR="004C389C">
        <w:t>nous voilà partis</w:t>
      </w:r>
      <w:r>
        <w:t xml:space="preserve">. </w:t>
      </w:r>
      <w:r w:rsidR="004C389C">
        <w:t>Dans quelques m</w:t>
      </w:r>
      <w:r w:rsidR="004C389C">
        <w:t>i</w:t>
      </w:r>
      <w:r w:rsidR="004C389C">
        <w:t>nutes</w:t>
      </w:r>
      <w:r>
        <w:t xml:space="preserve">, </w:t>
      </w:r>
      <w:r w:rsidR="004C389C">
        <w:t>nous serons en pleine mer</w:t>
      </w:r>
      <w:r>
        <w:t xml:space="preserve">. </w:t>
      </w:r>
      <w:r w:rsidR="004C389C">
        <w:t>Vous savez déjà</w:t>
      </w:r>
      <w:r>
        <w:t xml:space="preserve">, </w:t>
      </w:r>
      <w:r w:rsidR="004C389C">
        <w:t>par les quelques descriptions que j</w:t>
      </w:r>
      <w:r>
        <w:t>’</w:t>
      </w:r>
      <w:r w:rsidR="004C389C">
        <w:t>ai permis aux journaux d</w:t>
      </w:r>
      <w:r>
        <w:t>’</w:t>
      </w:r>
      <w:r w:rsidR="004C389C">
        <w:t>en donner</w:t>
      </w:r>
      <w:r>
        <w:t xml:space="preserve">, </w:t>
      </w:r>
      <w:r w:rsidR="004C389C">
        <w:t>que mon sous-marin n</w:t>
      </w:r>
      <w:r>
        <w:t>’</w:t>
      </w:r>
      <w:r w:rsidR="004C389C">
        <w:t xml:space="preserve">a rien de commun avec les engins </w:t>
      </w:r>
      <w:r w:rsidR="004C389C">
        <w:lastRenderedPageBreak/>
        <w:t>de cet ordre utilisés jusqu</w:t>
      </w:r>
      <w:r>
        <w:t>’</w:t>
      </w:r>
      <w:r w:rsidR="004C389C">
        <w:t>à présent dans la marine</w:t>
      </w:r>
      <w:r>
        <w:t xml:space="preserve">. </w:t>
      </w:r>
      <w:r w:rsidR="004C389C">
        <w:t>Vingt hommes peuvent vivre ici</w:t>
      </w:r>
      <w:r>
        <w:t xml:space="preserve">, </w:t>
      </w:r>
      <w:r w:rsidR="004C389C">
        <w:t>très commodément</w:t>
      </w:r>
      <w:r>
        <w:t xml:space="preserve">, </w:t>
      </w:r>
      <w:r w:rsidR="004C389C">
        <w:t>très agréablement</w:t>
      </w:r>
      <w:r>
        <w:t xml:space="preserve">, </w:t>
      </w:r>
      <w:r w:rsidR="004C389C">
        <w:t>sans remonter</w:t>
      </w:r>
      <w:r>
        <w:t xml:space="preserve">, </w:t>
      </w:r>
      <w:r w:rsidR="004C389C">
        <w:t>de dix ou quinze jours</w:t>
      </w:r>
      <w:r>
        <w:t xml:space="preserve">, </w:t>
      </w:r>
      <w:r w:rsidR="004C389C">
        <w:t>à la surface</w:t>
      </w:r>
      <w:r>
        <w:t xml:space="preserve">. </w:t>
      </w:r>
      <w:r w:rsidR="004C389C">
        <w:t>En attendant que nous soyons sortis du port</w:t>
      </w:r>
      <w:r>
        <w:t xml:space="preserve">, </w:t>
      </w:r>
      <w:r w:rsidR="004C389C">
        <w:t>je vais vous faire visiter l</w:t>
      </w:r>
      <w:r>
        <w:t>’</w:t>
      </w:r>
      <w:r w:rsidR="004C389C">
        <w:t xml:space="preserve">avant du </w:t>
      </w:r>
      <w:r w:rsidR="004C389C">
        <w:rPr>
          <w:i/>
          <w:iCs/>
        </w:rPr>
        <w:t>Nyctalope</w:t>
      </w:r>
      <w:r>
        <w:rPr>
          <w:i/>
          <w:iCs/>
        </w:rPr>
        <w:t xml:space="preserve">, </w:t>
      </w:r>
      <w:r w:rsidR="004C389C">
        <w:t>c</w:t>
      </w:r>
      <w:r>
        <w:t>’</w:t>
      </w:r>
      <w:r w:rsidR="004C389C">
        <w:t>est la partie où se trouvent</w:t>
      </w:r>
      <w:r>
        <w:t xml:space="preserve">, </w:t>
      </w:r>
      <w:r w:rsidR="004C389C">
        <w:t>en allant du centre à l</w:t>
      </w:r>
      <w:r>
        <w:t>’</w:t>
      </w:r>
      <w:r w:rsidR="004C389C">
        <w:t>éperon</w:t>
      </w:r>
      <w:r>
        <w:t xml:space="preserve">, </w:t>
      </w:r>
      <w:r w:rsidR="004C389C">
        <w:t>cette salle à manger réservée aux officiers</w:t>
      </w:r>
      <w:r>
        <w:t xml:space="preserve">, </w:t>
      </w:r>
      <w:r w:rsidR="004C389C">
        <w:t>la bibli</w:t>
      </w:r>
      <w:r w:rsidR="004C389C">
        <w:t>o</w:t>
      </w:r>
      <w:r w:rsidR="004C389C">
        <w:t>thèque</w:t>
      </w:r>
      <w:r>
        <w:t xml:space="preserve">, </w:t>
      </w:r>
      <w:r w:rsidR="004C389C">
        <w:t>le salon-fumoir pour le repos ou l</w:t>
      </w:r>
      <w:r>
        <w:t>’</w:t>
      </w:r>
      <w:r w:rsidR="004C389C">
        <w:t>étude</w:t>
      </w:r>
      <w:r>
        <w:t xml:space="preserve">, </w:t>
      </w:r>
      <w:r w:rsidR="004C389C">
        <w:t>ma chambre</w:t>
      </w:r>
      <w:r>
        <w:t xml:space="preserve">, </w:t>
      </w:r>
      <w:r w:rsidR="004C389C">
        <w:t>et celle du lieutenant ou officier en second</w:t>
      </w:r>
      <w:r>
        <w:t xml:space="preserve">, </w:t>
      </w:r>
      <w:r w:rsidR="004C389C">
        <w:t>diverses cabines et un réservoir d</w:t>
      </w:r>
      <w:r>
        <w:t>’</w:t>
      </w:r>
      <w:r w:rsidR="004C389C">
        <w:t>air qui s</w:t>
      </w:r>
      <w:r>
        <w:t>’</w:t>
      </w:r>
      <w:r w:rsidR="004C389C">
        <w:t>étend jusqu</w:t>
      </w:r>
      <w:r>
        <w:t>’</w:t>
      </w:r>
      <w:r w:rsidR="004C389C">
        <w:t>à l</w:t>
      </w:r>
      <w:r>
        <w:t>’</w:t>
      </w:r>
      <w:r w:rsidR="004C389C">
        <w:t>étrave</w:t>
      </w:r>
      <w:r>
        <w:t>…</w:t>
      </w:r>
    </w:p>
    <w:p w14:paraId="5BD433B4" w14:textId="77777777" w:rsidR="004B5A85" w:rsidRDefault="004B5A85" w:rsidP="004C389C">
      <w:r>
        <w:t>« </w:t>
      </w:r>
      <w:r w:rsidR="004C389C">
        <w:t xml:space="preserve"> Veuillez me suivre</w:t>
      </w:r>
      <w:r>
        <w:t xml:space="preserve">, </w:t>
      </w:r>
      <w:r w:rsidR="004C389C">
        <w:t>messieurs</w:t>
      </w:r>
      <w:r>
        <w:t>…</w:t>
      </w:r>
    </w:p>
    <w:p w14:paraId="36556ABD" w14:textId="77777777" w:rsidR="004B5A85" w:rsidRDefault="004C389C" w:rsidP="004C389C">
      <w:r>
        <w:t>Tout en parlant</w:t>
      </w:r>
      <w:r w:rsidR="004B5A85">
        <w:t xml:space="preserve">, </w:t>
      </w:r>
      <w:r>
        <w:t>le commandant Martel s</w:t>
      </w:r>
      <w:r w:rsidR="004B5A85">
        <w:t>’</w:t>
      </w:r>
      <w:r>
        <w:t>était mis en marche et avait ouvert une porte</w:t>
      </w:r>
      <w:r w:rsidR="004B5A85">
        <w:t>.</w:t>
      </w:r>
    </w:p>
    <w:p w14:paraId="62DB4296" w14:textId="77777777" w:rsidR="004B5A85" w:rsidRDefault="004C389C" w:rsidP="004C389C">
      <w:r>
        <w:t>Pendant trente secondes peut-être</w:t>
      </w:r>
      <w:r w:rsidR="004B5A85">
        <w:t xml:space="preserve">, </w:t>
      </w:r>
      <w:r>
        <w:t>il tourna le dos à ses v</w:t>
      </w:r>
      <w:r>
        <w:t>i</w:t>
      </w:r>
      <w:r>
        <w:t>siteurs</w:t>
      </w:r>
      <w:r w:rsidR="004B5A85">
        <w:t>.</w:t>
      </w:r>
    </w:p>
    <w:p w14:paraId="730290A2" w14:textId="75ADD05B" w:rsidR="004B5A85" w:rsidRDefault="004C389C" w:rsidP="004C389C">
      <w:r>
        <w:t xml:space="preserve">Il ne vit donc pas </w:t>
      </w:r>
      <w:r w:rsidR="004B5A85">
        <w:t>M. de </w:t>
      </w:r>
      <w:r>
        <w:t>Mauduit faire à ses compagnons un signe mystérieux</w:t>
      </w:r>
      <w:r w:rsidR="004B5A85">
        <w:t xml:space="preserve">, </w:t>
      </w:r>
      <w:r>
        <w:t>auquel ils répondirent tous par une rapide i</w:t>
      </w:r>
      <w:r>
        <w:t>n</w:t>
      </w:r>
      <w:r>
        <w:t>clinaison de tête</w:t>
      </w:r>
      <w:r w:rsidR="004B5A85">
        <w:t>.</w:t>
      </w:r>
    </w:p>
    <w:p w14:paraId="1E466A90" w14:textId="50BC1A8D" w:rsidR="004B5A85" w:rsidRDefault="004C389C" w:rsidP="004C389C">
      <w:r>
        <w:t xml:space="preserve">Et </w:t>
      </w:r>
      <w:r w:rsidR="004B5A85">
        <w:t>M. de </w:t>
      </w:r>
      <w:r>
        <w:t>Mauduit</w:t>
      </w:r>
      <w:r w:rsidR="004B5A85">
        <w:t xml:space="preserve">, </w:t>
      </w:r>
      <w:r>
        <w:t>passant le premier</w:t>
      </w:r>
      <w:r w:rsidR="004B5A85">
        <w:t xml:space="preserve">, </w:t>
      </w:r>
      <w:r>
        <w:t>ils suivirent le co</w:t>
      </w:r>
      <w:r>
        <w:t>m</w:t>
      </w:r>
      <w:r>
        <w:t>mandant Martel</w:t>
      </w:r>
      <w:r w:rsidR="004B5A85">
        <w:t>.</w:t>
      </w:r>
    </w:p>
    <w:p w14:paraId="68998F2D" w14:textId="2B01AB2F" w:rsidR="004B5A85" w:rsidRDefault="004C389C" w:rsidP="004C389C">
      <w:r>
        <w:t>Dans la bibliothèque</w:t>
      </w:r>
      <w:r w:rsidR="004B5A85">
        <w:t xml:space="preserve">, </w:t>
      </w:r>
      <w:r>
        <w:t>qui était magnifique et ne comprenait pas moins de trois mille volumes</w:t>
      </w:r>
      <w:r w:rsidR="004B5A85">
        <w:t xml:space="preserve">, </w:t>
      </w:r>
      <w:r>
        <w:t>rangés sur des rayons disp</w:t>
      </w:r>
      <w:r>
        <w:t>o</w:t>
      </w:r>
      <w:r>
        <w:t>sés entre des hublots pour le moment fermés</w:t>
      </w:r>
      <w:r w:rsidR="004B5A85">
        <w:t xml:space="preserve">, – </w:t>
      </w:r>
      <w:r>
        <w:t>tout l</w:t>
      </w:r>
      <w:r w:rsidR="004B5A85">
        <w:t>’</w:t>
      </w:r>
      <w:r>
        <w:t>intérieur du sous-marin était actuellement éclairé à l</w:t>
      </w:r>
      <w:r w:rsidR="004B5A85">
        <w:t>’</w:t>
      </w:r>
      <w:r>
        <w:t>électricité</w:t>
      </w:r>
      <w:r w:rsidR="004B5A85">
        <w:t>, – M. de </w:t>
      </w:r>
      <w:r>
        <w:t>Mauduit manifesta une vive admiration</w:t>
      </w:r>
      <w:r w:rsidR="004B5A85">
        <w:t>.</w:t>
      </w:r>
    </w:p>
    <w:p w14:paraId="0DFFB2E9" w14:textId="77777777" w:rsidR="004B5A85" w:rsidRDefault="004C389C" w:rsidP="004C389C">
      <w:r>
        <w:t>Les paroles de louange qu</w:t>
      </w:r>
      <w:r w:rsidR="004B5A85">
        <w:t>’</w:t>
      </w:r>
      <w:r>
        <w:t>il prononçait furent tout à coup interrompues par une violente sonnerie</w:t>
      </w:r>
      <w:r w:rsidR="004B5A85">
        <w:t>.</w:t>
      </w:r>
    </w:p>
    <w:p w14:paraId="1DB9CD8D" w14:textId="77777777" w:rsidR="004B5A85" w:rsidRDefault="004B5A85" w:rsidP="004C389C">
      <w:r>
        <w:t>— </w:t>
      </w:r>
      <w:r w:rsidR="004C389C">
        <w:t>Qu</w:t>
      </w:r>
      <w:r>
        <w:t>’</w:t>
      </w:r>
      <w:r w:rsidR="004C389C">
        <w:t>est-ce que c</w:t>
      </w:r>
      <w:r>
        <w:t>’</w:t>
      </w:r>
      <w:r w:rsidR="004C389C">
        <w:t>est</w:t>
      </w:r>
      <w:r>
        <w:t xml:space="preserve"> ? </w:t>
      </w:r>
      <w:r w:rsidR="004C389C">
        <w:t>fit-il</w:t>
      </w:r>
      <w:r>
        <w:t xml:space="preserve">, </w:t>
      </w:r>
      <w:r w:rsidR="004C389C">
        <w:t>en regardant le commandant Martel</w:t>
      </w:r>
      <w:r>
        <w:t>.</w:t>
      </w:r>
    </w:p>
    <w:p w14:paraId="72DF754A" w14:textId="77777777" w:rsidR="004B5A85" w:rsidRDefault="004C389C" w:rsidP="004C389C">
      <w:r>
        <w:lastRenderedPageBreak/>
        <w:t>Celui-ci sourit et répondit</w:t>
      </w:r>
      <w:r w:rsidR="004B5A85">
        <w:t> :</w:t>
      </w:r>
    </w:p>
    <w:p w14:paraId="7C19D538" w14:textId="77777777" w:rsidR="004B5A85" w:rsidRDefault="004B5A85" w:rsidP="004C389C">
      <w:r>
        <w:t>— </w:t>
      </w:r>
      <w:r w:rsidR="004C389C">
        <w:t>C</w:t>
      </w:r>
      <w:r>
        <w:t>’</w:t>
      </w:r>
      <w:r w:rsidR="004C389C">
        <w:t>est le signal de sortie du port</w:t>
      </w:r>
      <w:r>
        <w:t xml:space="preserve">. </w:t>
      </w:r>
      <w:r w:rsidR="004C389C">
        <w:t>Nous sommes en pleine mer</w:t>
      </w:r>
      <w:r>
        <w:t xml:space="preserve">, </w:t>
      </w:r>
      <w:r w:rsidR="004C389C">
        <w:t>et je vais faire ouvrir les panneaux</w:t>
      </w:r>
      <w:r>
        <w:t xml:space="preserve">, </w:t>
      </w:r>
      <w:r w:rsidR="004C389C">
        <w:t>afin que vous puissiez voir le monde sous-marin que nos projecteurs éclaireront</w:t>
      </w:r>
      <w:r>
        <w:t>.</w:t>
      </w:r>
    </w:p>
    <w:p w14:paraId="0ACA1A46" w14:textId="77777777" w:rsidR="004B5A85" w:rsidRDefault="004C389C" w:rsidP="004C389C">
      <w:r>
        <w:t>Il marchait vers une table centrale</w:t>
      </w:r>
      <w:r w:rsidR="004B5A85">
        <w:t xml:space="preserve">, </w:t>
      </w:r>
      <w:r>
        <w:t>où se trouvaient disp</w:t>
      </w:r>
      <w:r>
        <w:t>o</w:t>
      </w:r>
      <w:r>
        <w:t>sées</w:t>
      </w:r>
      <w:r w:rsidR="004B5A85">
        <w:t xml:space="preserve">, </w:t>
      </w:r>
      <w:r>
        <w:t>dans un cadre blanc</w:t>
      </w:r>
      <w:r w:rsidR="004B5A85">
        <w:t xml:space="preserve">, </w:t>
      </w:r>
      <w:r>
        <w:t>deux rangées de boutons d</w:t>
      </w:r>
      <w:r w:rsidR="004B5A85">
        <w:t>’</w:t>
      </w:r>
      <w:r>
        <w:t>ivoire</w:t>
      </w:r>
      <w:r w:rsidR="004B5A85">
        <w:t xml:space="preserve">, </w:t>
      </w:r>
      <w:r>
        <w:t>boutons servant à transmettre électriquement des signaux et des ordres dans les diverses parties du sous-marin</w:t>
      </w:r>
      <w:r w:rsidR="004B5A85">
        <w:t>.</w:t>
      </w:r>
    </w:p>
    <w:p w14:paraId="79097F87" w14:textId="77777777" w:rsidR="004B5A85" w:rsidRDefault="004C389C" w:rsidP="004C389C">
      <w:r>
        <w:t>Mais il ne put faire que deux pas</w:t>
      </w:r>
      <w:r w:rsidR="004B5A85">
        <w:t>.</w:t>
      </w:r>
    </w:p>
    <w:p w14:paraId="2D5F73E2" w14:textId="776BB539" w:rsidR="004B5A85" w:rsidRDefault="004B5A85" w:rsidP="004C389C">
      <w:r>
        <w:t>— </w:t>
      </w:r>
      <w:r w:rsidR="004C389C">
        <w:t>Hop</w:t>
      </w:r>
      <w:r>
        <w:t xml:space="preserve"> ! </w:t>
      </w:r>
      <w:r w:rsidR="004C389C">
        <w:t>c</w:t>
      </w:r>
      <w:r>
        <w:t>’</w:t>
      </w:r>
      <w:r w:rsidR="004C389C">
        <w:t>est le moment</w:t>
      </w:r>
      <w:r>
        <w:t xml:space="preserve"> ! </w:t>
      </w:r>
      <w:r w:rsidR="004C389C">
        <w:t xml:space="preserve">cria </w:t>
      </w:r>
      <w:r>
        <w:t>M. de </w:t>
      </w:r>
      <w:r w:rsidR="004C389C">
        <w:t>Mauduit d</w:t>
      </w:r>
      <w:r>
        <w:t>’</w:t>
      </w:r>
      <w:r w:rsidR="004C389C">
        <w:t>une voix nette</w:t>
      </w:r>
      <w:r>
        <w:t>.</w:t>
      </w:r>
    </w:p>
    <w:p w14:paraId="4F0936C6" w14:textId="77777777" w:rsidR="004B5A85" w:rsidRDefault="004C389C" w:rsidP="004C389C">
      <w:r>
        <w:t>Et ce qui se passa aussitôt fut terrible d</w:t>
      </w:r>
      <w:r w:rsidR="004B5A85">
        <w:t>’</w:t>
      </w:r>
      <w:r>
        <w:t>imprévu et de so</w:t>
      </w:r>
      <w:r>
        <w:t>u</w:t>
      </w:r>
      <w:r>
        <w:t>daineté</w:t>
      </w:r>
      <w:r w:rsidR="004B5A85">
        <w:t>.</w:t>
      </w:r>
    </w:p>
    <w:p w14:paraId="700C3BDF" w14:textId="76F343EC" w:rsidR="004B5A85" w:rsidRDefault="004B5A85" w:rsidP="004C389C">
      <w:r>
        <w:t>M. de </w:t>
      </w:r>
      <w:r w:rsidR="004C389C">
        <w:t>Mauduit bondit sur le commandant Martel</w:t>
      </w:r>
      <w:r>
        <w:t xml:space="preserve">, </w:t>
      </w:r>
      <w:r w:rsidR="004C389C">
        <w:t>qui</w:t>
      </w:r>
      <w:r>
        <w:t xml:space="preserve">, </w:t>
      </w:r>
      <w:r w:rsidR="004C389C">
        <w:t>su</w:t>
      </w:r>
      <w:r w:rsidR="004C389C">
        <w:t>r</w:t>
      </w:r>
      <w:r w:rsidR="004C389C">
        <w:t>pris par derrière</w:t>
      </w:r>
      <w:r>
        <w:t xml:space="preserve">, </w:t>
      </w:r>
      <w:r w:rsidR="004C389C">
        <w:t>tomba sur les genoux</w:t>
      </w:r>
      <w:r>
        <w:t>.</w:t>
      </w:r>
    </w:p>
    <w:p w14:paraId="63765350" w14:textId="25885B9B" w:rsidR="004B5A85" w:rsidRDefault="004C389C" w:rsidP="004C389C">
      <w:r>
        <w:t>En deux tours de main</w:t>
      </w:r>
      <w:r w:rsidR="004B5A85">
        <w:t>, M. de </w:t>
      </w:r>
      <w:r>
        <w:t>Mauduit passa aux poignets et aux chevilles de l</w:t>
      </w:r>
      <w:r w:rsidR="004B5A85">
        <w:t>’</w:t>
      </w:r>
      <w:r>
        <w:t>officier</w:t>
      </w:r>
      <w:r w:rsidR="004B5A85">
        <w:t xml:space="preserve">, </w:t>
      </w:r>
      <w:r>
        <w:t>abasourdi</w:t>
      </w:r>
      <w:r w:rsidR="004B5A85">
        <w:t xml:space="preserve">, </w:t>
      </w:r>
      <w:r>
        <w:t>de solides menottes</w:t>
      </w:r>
      <w:r w:rsidR="004B5A85">
        <w:t xml:space="preserve">, </w:t>
      </w:r>
      <w:r>
        <w:t>qui l</w:t>
      </w:r>
      <w:r w:rsidR="004B5A85">
        <w:t>’</w:t>
      </w:r>
      <w:r>
        <w:t>immobilisèrent sur le tapis</w:t>
      </w:r>
      <w:r w:rsidR="004B5A85">
        <w:t xml:space="preserve">, </w:t>
      </w:r>
      <w:r>
        <w:t>avant qu</w:t>
      </w:r>
      <w:r w:rsidR="004B5A85">
        <w:t>’</w:t>
      </w:r>
      <w:r>
        <w:t>il eût pu faire le moindre geste de défense</w:t>
      </w:r>
      <w:r w:rsidR="004B5A85">
        <w:t>.</w:t>
      </w:r>
    </w:p>
    <w:p w14:paraId="07A244FE" w14:textId="591C8938" w:rsidR="004B5A85" w:rsidRDefault="004C389C" w:rsidP="004C389C">
      <w:r>
        <w:t>D</w:t>
      </w:r>
      <w:r w:rsidR="004B5A85">
        <w:t>’</w:t>
      </w:r>
      <w:r>
        <w:t>autre part</w:t>
      </w:r>
      <w:r w:rsidR="004B5A85">
        <w:t xml:space="preserve">, </w:t>
      </w:r>
      <w:r>
        <w:t xml:space="preserve">au cri de </w:t>
      </w:r>
      <w:r w:rsidR="004B5A85">
        <w:t>M. de </w:t>
      </w:r>
      <w:r>
        <w:t>Mauduit</w:t>
      </w:r>
      <w:r w:rsidR="004B5A85">
        <w:t xml:space="preserve">, </w:t>
      </w:r>
      <w:r>
        <w:t>ses hommes s</w:t>
      </w:r>
      <w:r w:rsidR="004B5A85">
        <w:t>’</w:t>
      </w:r>
      <w:r>
        <w:t>étaient élancés hors de la bibliothèque</w:t>
      </w:r>
      <w:r w:rsidR="004B5A85">
        <w:t xml:space="preserve">, </w:t>
      </w:r>
      <w:r>
        <w:t>les uns par la porte menant à l</w:t>
      </w:r>
      <w:r w:rsidR="004B5A85">
        <w:t>’</w:t>
      </w:r>
      <w:r>
        <w:t>avant</w:t>
      </w:r>
      <w:r w:rsidR="004B5A85">
        <w:t xml:space="preserve">, </w:t>
      </w:r>
      <w:r>
        <w:t>les autres par celle menant à l</w:t>
      </w:r>
      <w:r w:rsidR="004B5A85">
        <w:t>’</w:t>
      </w:r>
      <w:r>
        <w:t>arrière</w:t>
      </w:r>
      <w:r w:rsidR="004B5A85">
        <w:t xml:space="preserve">. </w:t>
      </w:r>
      <w:r>
        <w:t>Ils de</w:t>
      </w:r>
      <w:r>
        <w:t>s</w:t>
      </w:r>
      <w:r>
        <w:t>cendirent les marches qui menaient au couloir circulaire mén</w:t>
      </w:r>
      <w:r>
        <w:t>a</w:t>
      </w:r>
      <w:r>
        <w:t>gé en contre-bas des pièces</w:t>
      </w:r>
      <w:r w:rsidR="004B5A85">
        <w:t xml:space="preserve">, </w:t>
      </w:r>
      <w:r>
        <w:t>et se répandirent dans le sous-marin</w:t>
      </w:r>
      <w:r w:rsidR="004B5A85">
        <w:t>.</w:t>
      </w:r>
    </w:p>
    <w:p w14:paraId="0CE2AA05" w14:textId="77777777" w:rsidR="004B5A85" w:rsidRDefault="004C389C" w:rsidP="004C389C">
      <w:r>
        <w:t>En cinq minutes</w:t>
      </w:r>
      <w:r w:rsidR="004B5A85">
        <w:t xml:space="preserve">, </w:t>
      </w:r>
      <w:r>
        <w:t>les mécaniciens dans la machinerie</w:t>
      </w:r>
      <w:r w:rsidR="004B5A85">
        <w:t xml:space="preserve">, </w:t>
      </w:r>
      <w:r>
        <w:t>les électriciens dans la chambre de production de l</w:t>
      </w:r>
      <w:r w:rsidR="004B5A85">
        <w:t>’</w:t>
      </w:r>
      <w:r>
        <w:t>électricité</w:t>
      </w:r>
      <w:r w:rsidR="004B5A85">
        <w:t xml:space="preserve">, </w:t>
      </w:r>
      <w:r>
        <w:t xml:space="preserve">le </w:t>
      </w:r>
      <w:r>
        <w:lastRenderedPageBreak/>
        <w:t>timonier dans la cabine où se trouvait la roue du gouvernail</w:t>
      </w:r>
      <w:r w:rsidR="004B5A85">
        <w:t xml:space="preserve">, </w:t>
      </w:r>
      <w:r>
        <w:t>le lieutenant dans son poste d</w:t>
      </w:r>
      <w:r w:rsidR="004B5A85">
        <w:t>’</w:t>
      </w:r>
      <w:r>
        <w:t>officier de service</w:t>
      </w:r>
      <w:r w:rsidR="004B5A85">
        <w:t xml:space="preserve">, </w:t>
      </w:r>
      <w:r>
        <w:t>le cuisinier et son aide devant leurs fourneaux</w:t>
      </w:r>
      <w:r w:rsidR="004B5A85">
        <w:t xml:space="preserve">, </w:t>
      </w:r>
      <w:r>
        <w:t>enfin</w:t>
      </w:r>
      <w:r w:rsidR="004B5A85">
        <w:t xml:space="preserve">, </w:t>
      </w:r>
      <w:r>
        <w:t>les autres hommes du bord dans le carré</w:t>
      </w:r>
      <w:r w:rsidR="004B5A85">
        <w:t xml:space="preserve">, </w:t>
      </w:r>
      <w:r>
        <w:t>où ils dormaient et dans le poste où veillaient ceux qui étaient de repos</w:t>
      </w:r>
      <w:r w:rsidR="004B5A85">
        <w:t xml:space="preserve"> ; </w:t>
      </w:r>
      <w:r>
        <w:t>en un mot</w:t>
      </w:r>
      <w:r w:rsidR="004B5A85">
        <w:t xml:space="preserve">, </w:t>
      </w:r>
      <w:r>
        <w:t>l</w:t>
      </w:r>
      <w:r w:rsidR="004B5A85">
        <w:t>’</w:t>
      </w:r>
      <w:r>
        <w:t>équipage tout entier</w:t>
      </w:r>
      <w:r w:rsidR="004B5A85">
        <w:t xml:space="preserve">, </w:t>
      </w:r>
      <w:r>
        <w:t>tous les occupants du sous-marin furent surpris par les énergumènes de sang-froid</w:t>
      </w:r>
      <w:r w:rsidR="004B5A85">
        <w:t xml:space="preserve">, </w:t>
      </w:r>
      <w:r>
        <w:t>qui les frappèrent à la tempe ou sur le sommet du crâne</w:t>
      </w:r>
      <w:r w:rsidR="004B5A85">
        <w:t xml:space="preserve">, </w:t>
      </w:r>
      <w:r>
        <w:t>les étourdirent</w:t>
      </w:r>
      <w:r w:rsidR="004B5A85">
        <w:t xml:space="preserve">, </w:t>
      </w:r>
      <w:r>
        <w:t>les ligotèrent et les laissèrent</w:t>
      </w:r>
      <w:r w:rsidR="004B5A85">
        <w:t xml:space="preserve">, </w:t>
      </w:r>
      <w:r>
        <w:t>assommés ou ahuris</w:t>
      </w:r>
      <w:r w:rsidR="004B5A85">
        <w:t xml:space="preserve">, </w:t>
      </w:r>
      <w:r>
        <w:t>sur le parquet</w:t>
      </w:r>
      <w:r w:rsidR="004B5A85">
        <w:t xml:space="preserve">, </w:t>
      </w:r>
      <w:r>
        <w:t>pour prendre immédiatement leurs places de travail</w:t>
      </w:r>
      <w:r w:rsidR="004B5A85">
        <w:t xml:space="preserve">, </w:t>
      </w:r>
      <w:r>
        <w:t>de surveillance ou de veille</w:t>
      </w:r>
      <w:r w:rsidR="004B5A85">
        <w:t>.</w:t>
      </w:r>
    </w:p>
    <w:p w14:paraId="3991CF67" w14:textId="77777777" w:rsidR="004B5A85" w:rsidRDefault="004C389C" w:rsidP="004C389C">
      <w:r>
        <w:t>Seuls</w:t>
      </w:r>
      <w:r w:rsidR="004B5A85">
        <w:t xml:space="preserve">, </w:t>
      </w:r>
      <w:r>
        <w:t>les dormeurs ne furent pas remplacés</w:t>
      </w:r>
      <w:r w:rsidR="004B5A85">
        <w:t xml:space="preserve">. </w:t>
      </w:r>
      <w:r>
        <w:t>Car ceux qui les avaient surpris dans les hamacs et les y avaient roulés et a</w:t>
      </w:r>
      <w:r>
        <w:t>t</w:t>
      </w:r>
      <w:r>
        <w:t>tachés sortirent du carré en courant</w:t>
      </w:r>
      <w:r w:rsidR="004B5A85">
        <w:t xml:space="preserve">, </w:t>
      </w:r>
      <w:r>
        <w:t>passèrent successivement dans toutes les pièces du sous-marin pour se rendre compte si tout allait à souhait</w:t>
      </w:r>
      <w:r w:rsidR="004B5A85">
        <w:t xml:space="preserve">, </w:t>
      </w:r>
      <w:r>
        <w:t>et retournèrent en dernier lieu dans la b</w:t>
      </w:r>
      <w:r>
        <w:t>i</w:t>
      </w:r>
      <w:r>
        <w:t>bliothèque</w:t>
      </w:r>
      <w:r w:rsidR="004B5A85">
        <w:t>.</w:t>
      </w:r>
    </w:p>
    <w:p w14:paraId="6EFDDE9D" w14:textId="77777777" w:rsidR="004B5A85" w:rsidRDefault="004C389C" w:rsidP="004C389C">
      <w:r>
        <w:t>Là</w:t>
      </w:r>
      <w:r w:rsidR="004B5A85">
        <w:t xml:space="preserve">, </w:t>
      </w:r>
      <w:r>
        <w:t>ils retrouvèrent leur chef</w:t>
      </w:r>
      <w:r w:rsidR="004B5A85">
        <w:t xml:space="preserve">, </w:t>
      </w:r>
      <w:r>
        <w:t>l</w:t>
      </w:r>
      <w:r w:rsidR="004B5A85">
        <w:t>’</w:t>
      </w:r>
      <w:r>
        <w:t>homme debout devant le commandant Martel qui était couché</w:t>
      </w:r>
      <w:r w:rsidR="004B5A85">
        <w:t xml:space="preserve">, </w:t>
      </w:r>
      <w:r>
        <w:t>le front en sueur et les yeux hagards</w:t>
      </w:r>
      <w:r w:rsidR="004B5A85">
        <w:t xml:space="preserve">, </w:t>
      </w:r>
      <w:r>
        <w:t>sur le tapis</w:t>
      </w:r>
      <w:r w:rsidR="004B5A85">
        <w:t>.</w:t>
      </w:r>
    </w:p>
    <w:p w14:paraId="17E90B8C" w14:textId="77777777" w:rsidR="004B5A85" w:rsidRDefault="004B5A85" w:rsidP="004C389C">
      <w:r>
        <w:t>— </w:t>
      </w:r>
      <w:r w:rsidR="004C389C">
        <w:t>Eh bien</w:t>
      </w:r>
      <w:r>
        <w:t xml:space="preserve"> ! </w:t>
      </w:r>
      <w:r w:rsidR="004C389C">
        <w:t>fit-il</w:t>
      </w:r>
      <w:r>
        <w:t xml:space="preserve">, </w:t>
      </w:r>
      <w:r w:rsidR="004C389C">
        <w:t>la voix rude et les sourcils froncés</w:t>
      </w:r>
      <w:r>
        <w:t>.</w:t>
      </w:r>
    </w:p>
    <w:p w14:paraId="006D54F5" w14:textId="77777777" w:rsidR="004B5A85" w:rsidRDefault="004B5A85" w:rsidP="004C389C">
      <w:r>
        <w:t>— </w:t>
      </w:r>
      <w:r w:rsidR="004C389C">
        <w:t>Maître</w:t>
      </w:r>
      <w:r>
        <w:t xml:space="preserve"> ! </w:t>
      </w:r>
      <w:r w:rsidR="004C389C">
        <w:t>répondit avec respect l</w:t>
      </w:r>
      <w:r>
        <w:t>’</w:t>
      </w:r>
      <w:r w:rsidR="004C389C">
        <w:t xml:space="preserve">un des deux </w:t>
      </w:r>
      <w:proofErr w:type="spellStart"/>
      <w:r w:rsidR="004C389C">
        <w:t>survenants</w:t>
      </w:r>
      <w:proofErr w:type="spellEnd"/>
      <w:r>
        <w:t xml:space="preserve">, </w:t>
      </w:r>
      <w:r w:rsidR="004C389C">
        <w:t>c</w:t>
      </w:r>
      <w:r>
        <w:t>’</w:t>
      </w:r>
      <w:r w:rsidR="004C389C">
        <w:t>est fait</w:t>
      </w:r>
      <w:r>
        <w:t xml:space="preserve">. </w:t>
      </w:r>
      <w:r w:rsidR="004C389C">
        <w:t>Le sous-marin est en votre pouvoir</w:t>
      </w:r>
      <w:r>
        <w:t>.</w:t>
      </w:r>
    </w:p>
    <w:p w14:paraId="0C22456B" w14:textId="77777777" w:rsidR="004B5A85" w:rsidRDefault="004B5A85" w:rsidP="004C389C">
      <w:r>
        <w:t>— </w:t>
      </w:r>
      <w:r w:rsidR="004C389C">
        <w:t>Tous les postes sont occupés</w:t>
      </w:r>
      <w:r>
        <w:t> ?</w:t>
      </w:r>
    </w:p>
    <w:p w14:paraId="088D9286" w14:textId="77777777" w:rsidR="004B5A85" w:rsidRDefault="004B5A85" w:rsidP="004C389C">
      <w:r>
        <w:t>— </w:t>
      </w:r>
      <w:r w:rsidR="004C389C">
        <w:t>Tous</w:t>
      </w:r>
      <w:r>
        <w:t> !</w:t>
      </w:r>
    </w:p>
    <w:p w14:paraId="7D5DDD0B" w14:textId="77777777" w:rsidR="004B5A85" w:rsidRDefault="004B5A85" w:rsidP="004C389C">
      <w:r>
        <w:t>— </w:t>
      </w:r>
      <w:r w:rsidR="004C389C">
        <w:t>Et il n</w:t>
      </w:r>
      <w:r>
        <w:t>’</w:t>
      </w:r>
      <w:r w:rsidR="004C389C">
        <w:t>y a pas eu de résistance</w:t>
      </w:r>
      <w:r>
        <w:t> ?</w:t>
      </w:r>
    </w:p>
    <w:p w14:paraId="3BEBB1FF" w14:textId="77777777" w:rsidR="004B5A85" w:rsidRDefault="004B5A85" w:rsidP="004C389C">
      <w:r>
        <w:t>— </w:t>
      </w:r>
      <w:r w:rsidR="004C389C">
        <w:t>Personne n</w:t>
      </w:r>
      <w:r>
        <w:t>’</w:t>
      </w:r>
      <w:r w:rsidR="004C389C">
        <w:t>a eu le temps de résister</w:t>
      </w:r>
      <w:r>
        <w:t>.</w:t>
      </w:r>
    </w:p>
    <w:p w14:paraId="2CD28DFD" w14:textId="664F6D49" w:rsidR="004B5A85" w:rsidRDefault="004B5A85" w:rsidP="004C389C">
      <w:r>
        <w:lastRenderedPageBreak/>
        <w:t>— </w:t>
      </w:r>
      <w:r w:rsidR="004C389C">
        <w:t>C</w:t>
      </w:r>
      <w:r>
        <w:t>’</w:t>
      </w:r>
      <w:r w:rsidR="004C389C">
        <w:t>est bien</w:t>
      </w:r>
      <w:r>
        <w:t xml:space="preserve">. </w:t>
      </w:r>
      <w:r w:rsidR="004C389C">
        <w:t xml:space="preserve">Enlevez </w:t>
      </w:r>
      <w:r>
        <w:t>M. </w:t>
      </w:r>
      <w:r w:rsidR="004C389C">
        <w:t>Martel et portez-le dans la chambre de discipline</w:t>
      </w:r>
      <w:r>
        <w:t xml:space="preserve">. </w:t>
      </w:r>
      <w:r w:rsidR="004C389C">
        <w:t>Vous y porterez aussi le lieutenant et les hommes d</w:t>
      </w:r>
      <w:r>
        <w:t>’</w:t>
      </w:r>
      <w:r w:rsidR="004C389C">
        <w:t>équipage</w:t>
      </w:r>
      <w:r>
        <w:t xml:space="preserve">. </w:t>
      </w:r>
      <w:proofErr w:type="spellStart"/>
      <w:r w:rsidR="004C389C">
        <w:t>Askold</w:t>
      </w:r>
      <w:proofErr w:type="spellEnd"/>
      <w:r w:rsidR="004C389C">
        <w:t xml:space="preserve"> est au poste d</w:t>
      </w:r>
      <w:r>
        <w:t>’</w:t>
      </w:r>
      <w:r w:rsidR="004C389C">
        <w:t>officier</w:t>
      </w:r>
      <w:r>
        <w:t> ?</w:t>
      </w:r>
    </w:p>
    <w:p w14:paraId="56E5BDBF" w14:textId="77777777" w:rsidR="004B5A85" w:rsidRDefault="004B5A85" w:rsidP="004C389C">
      <w:r>
        <w:t>— </w:t>
      </w:r>
      <w:r w:rsidR="004C389C">
        <w:t>Oui</w:t>
      </w:r>
      <w:r>
        <w:t xml:space="preserve">, </w:t>
      </w:r>
      <w:r w:rsidR="004C389C">
        <w:t>maître</w:t>
      </w:r>
      <w:r>
        <w:t>.</w:t>
      </w:r>
    </w:p>
    <w:p w14:paraId="7D87DFE6" w14:textId="77777777" w:rsidR="004B5A85" w:rsidRDefault="004B5A85" w:rsidP="004C389C">
      <w:r>
        <w:t>— </w:t>
      </w:r>
      <w:r w:rsidR="004C389C">
        <w:t>Parfait</w:t>
      </w:r>
      <w:r>
        <w:t xml:space="preserve">. </w:t>
      </w:r>
      <w:r w:rsidR="004C389C">
        <w:t>Allez</w:t>
      </w:r>
      <w:r>
        <w:t> !</w:t>
      </w:r>
    </w:p>
    <w:p w14:paraId="479413F3" w14:textId="77777777" w:rsidR="004B5A85" w:rsidRDefault="004C389C" w:rsidP="004C389C">
      <w:r>
        <w:t>Les deux hommes se baissèrent</w:t>
      </w:r>
      <w:r w:rsidR="004B5A85">
        <w:t xml:space="preserve">, </w:t>
      </w:r>
      <w:r>
        <w:t>saisirent le commandant Martel et le soulevèrent</w:t>
      </w:r>
      <w:r w:rsidR="004B5A85">
        <w:t>.</w:t>
      </w:r>
    </w:p>
    <w:p w14:paraId="7F4784D5" w14:textId="77777777" w:rsidR="004B5A85" w:rsidRDefault="004C389C" w:rsidP="004C389C">
      <w:r>
        <w:t>Alors</w:t>
      </w:r>
      <w:r w:rsidR="004B5A85">
        <w:t xml:space="preserve">, </w:t>
      </w:r>
      <w:r>
        <w:t>Ludovic Martel sortit brusquement de sa stupeur p</w:t>
      </w:r>
      <w:r>
        <w:t>a</w:t>
      </w:r>
      <w:r>
        <w:t>ralysante</w:t>
      </w:r>
      <w:r w:rsidR="004B5A85">
        <w:t xml:space="preserve">, </w:t>
      </w:r>
      <w:r>
        <w:t>et il cria d</w:t>
      </w:r>
      <w:r w:rsidR="004B5A85">
        <w:t>’</w:t>
      </w:r>
      <w:r>
        <w:t>une voix rauque</w:t>
      </w:r>
      <w:r w:rsidR="004B5A85">
        <w:t xml:space="preserve">, </w:t>
      </w:r>
      <w:r>
        <w:t>le visage contracté d</w:t>
      </w:r>
      <w:r w:rsidR="004B5A85">
        <w:t>’</w:t>
      </w:r>
      <w:r>
        <w:t>une colère folle</w:t>
      </w:r>
      <w:r w:rsidR="004B5A85">
        <w:t> :</w:t>
      </w:r>
    </w:p>
    <w:p w14:paraId="5D5B8404" w14:textId="77777777" w:rsidR="004B5A85" w:rsidRDefault="004B5A85" w:rsidP="004C389C">
      <w:r>
        <w:t>— </w:t>
      </w:r>
      <w:r w:rsidR="004C389C">
        <w:t>Monsieur</w:t>
      </w:r>
      <w:r>
        <w:t xml:space="preserve">, </w:t>
      </w:r>
      <w:r w:rsidR="004C389C">
        <w:t>cette odieuse agression</w:t>
      </w:r>
      <w:r>
        <w:t xml:space="preserve">, </w:t>
      </w:r>
      <w:r w:rsidR="004C389C">
        <w:t>cette trahison i</w:t>
      </w:r>
      <w:r w:rsidR="004C389C">
        <w:t>n</w:t>
      </w:r>
      <w:r w:rsidR="004C389C">
        <w:t>fâme</w:t>
      </w:r>
      <w:r>
        <w:t>…</w:t>
      </w:r>
    </w:p>
    <w:p w14:paraId="477278E2" w14:textId="77777777" w:rsidR="004B5A85" w:rsidRDefault="004C389C" w:rsidP="004C389C">
      <w:r>
        <w:t>Mais celui qu</w:t>
      </w:r>
      <w:r w:rsidR="004B5A85">
        <w:t>’</w:t>
      </w:r>
      <w:r>
        <w:t xml:space="preserve">on appelait </w:t>
      </w:r>
      <w:r w:rsidR="004B5A85">
        <w:t>« </w:t>
      </w:r>
      <w:r>
        <w:t>le Maître</w:t>
      </w:r>
      <w:r w:rsidR="004B5A85">
        <w:t> »</w:t>
      </w:r>
      <w:r>
        <w:t xml:space="preserve"> fit un geste</w:t>
      </w:r>
      <w:r w:rsidR="004B5A85">
        <w:t xml:space="preserve">, </w:t>
      </w:r>
      <w:r>
        <w:t>et les deux porteurs sortirent en courant de la bibliothèque avec leur fardeau vivant</w:t>
      </w:r>
      <w:r w:rsidR="004B5A85">
        <w:t xml:space="preserve">. </w:t>
      </w:r>
      <w:r>
        <w:t>Le Maître resta seul</w:t>
      </w:r>
      <w:r w:rsidR="004B5A85">
        <w:t xml:space="preserve">. </w:t>
      </w:r>
      <w:r>
        <w:t>Et qui aurait pu alors voir cet homme eût été épouvanté de l</w:t>
      </w:r>
      <w:r w:rsidR="004B5A85">
        <w:t>’</w:t>
      </w:r>
      <w:r>
        <w:t>expression de son visage</w:t>
      </w:r>
      <w:r w:rsidR="004B5A85">
        <w:t>.</w:t>
      </w:r>
    </w:p>
    <w:p w14:paraId="0E8959B1" w14:textId="77777777" w:rsidR="004B5A85" w:rsidRDefault="004C389C" w:rsidP="004C389C">
      <w:r>
        <w:t>Ses traits s</w:t>
      </w:r>
      <w:r w:rsidR="004B5A85">
        <w:t>’</w:t>
      </w:r>
      <w:r>
        <w:t>étaient comme figés</w:t>
      </w:r>
      <w:r w:rsidR="004B5A85">
        <w:t xml:space="preserve"> : </w:t>
      </w:r>
      <w:r>
        <w:t>ses lèvres sinueuses et serrées</w:t>
      </w:r>
      <w:r w:rsidR="004B5A85">
        <w:t xml:space="preserve">, </w:t>
      </w:r>
      <w:r>
        <w:t>son menton carré</w:t>
      </w:r>
      <w:r w:rsidR="004B5A85">
        <w:t xml:space="preserve">, </w:t>
      </w:r>
      <w:r>
        <w:t>ses sourcils froncés</w:t>
      </w:r>
      <w:r w:rsidR="004B5A85">
        <w:t xml:space="preserve">, </w:t>
      </w:r>
      <w:r>
        <w:t>ses yeux surtout</w:t>
      </w:r>
      <w:r w:rsidR="004B5A85">
        <w:t xml:space="preserve">, </w:t>
      </w:r>
      <w:r>
        <w:t>ses yeux noirs</w:t>
      </w:r>
      <w:r w:rsidR="004B5A85">
        <w:t xml:space="preserve">, </w:t>
      </w:r>
      <w:r>
        <w:t>au regard dur et perçant</w:t>
      </w:r>
      <w:r w:rsidR="004B5A85">
        <w:t xml:space="preserve">, </w:t>
      </w:r>
      <w:r>
        <w:t>exprimaient une éne</w:t>
      </w:r>
      <w:r>
        <w:t>r</w:t>
      </w:r>
      <w:r>
        <w:t>gie farouche en même temps qu</w:t>
      </w:r>
      <w:r w:rsidR="004B5A85">
        <w:t>’</w:t>
      </w:r>
      <w:r>
        <w:t>une joie de triomphe en quelque sorte féroce</w:t>
      </w:r>
      <w:r w:rsidR="004B5A85">
        <w:t>.</w:t>
      </w:r>
    </w:p>
    <w:p w14:paraId="01D6C0B2" w14:textId="77777777" w:rsidR="004B5A85" w:rsidRDefault="004C389C" w:rsidP="004C389C">
      <w:r>
        <w:t>Y avait-il de la noblesse</w:t>
      </w:r>
      <w:r w:rsidR="004B5A85">
        <w:t xml:space="preserve">, </w:t>
      </w:r>
      <w:r>
        <w:t>dans ce visage de vainqueur</w:t>
      </w:r>
      <w:r w:rsidR="004B5A85">
        <w:t> ?</w:t>
      </w:r>
    </w:p>
    <w:p w14:paraId="0B8A32F3" w14:textId="77777777" w:rsidR="004B5A85" w:rsidRDefault="004C389C" w:rsidP="004C389C">
      <w:r>
        <w:t>Peut-être</w:t>
      </w:r>
      <w:r w:rsidR="004B5A85">
        <w:t xml:space="preserve">, </w:t>
      </w:r>
      <w:r>
        <w:t>mais alors</w:t>
      </w:r>
      <w:r w:rsidR="004B5A85">
        <w:t xml:space="preserve">, </w:t>
      </w:r>
      <w:r>
        <w:t>c</w:t>
      </w:r>
      <w:r w:rsidR="004B5A85">
        <w:t>’</w:t>
      </w:r>
      <w:r>
        <w:t>était une noblesse de barbare qui monte sur les cadavres de ses ennemis</w:t>
      </w:r>
      <w:r w:rsidR="004B5A85">
        <w:t> !</w:t>
      </w:r>
    </w:p>
    <w:p w14:paraId="2AC32866" w14:textId="77777777" w:rsidR="004B5A85" w:rsidRDefault="004C389C" w:rsidP="004C389C">
      <w:r>
        <w:t>Hugues de Mauduit demeura immobile</w:t>
      </w:r>
      <w:r w:rsidR="004B5A85">
        <w:t xml:space="preserve">, </w:t>
      </w:r>
      <w:r>
        <w:t>pétrifié dans cette expression formidable</w:t>
      </w:r>
      <w:r w:rsidR="004B5A85">
        <w:t xml:space="preserve">, </w:t>
      </w:r>
      <w:r>
        <w:t>pendant plusieurs minutes</w:t>
      </w:r>
      <w:r w:rsidR="004B5A85">
        <w:t>.</w:t>
      </w:r>
    </w:p>
    <w:p w14:paraId="1F4A5AFB" w14:textId="77777777" w:rsidR="004B5A85" w:rsidRDefault="004C389C" w:rsidP="004C389C">
      <w:r>
        <w:lastRenderedPageBreak/>
        <w:t>Enfin</w:t>
      </w:r>
      <w:r w:rsidR="004B5A85">
        <w:t xml:space="preserve">, </w:t>
      </w:r>
      <w:r>
        <w:t>il eut un vif relèvement de la tête</w:t>
      </w:r>
      <w:r w:rsidR="004B5A85">
        <w:t xml:space="preserve">, </w:t>
      </w:r>
      <w:r>
        <w:t>comme un lion qui défie les chasseurs dont ils pressent l</w:t>
      </w:r>
      <w:r w:rsidR="004B5A85">
        <w:t>’</w:t>
      </w:r>
      <w:r>
        <w:t>arrivée</w:t>
      </w:r>
      <w:r w:rsidR="004B5A85">
        <w:t xml:space="preserve">, </w:t>
      </w:r>
      <w:r>
        <w:t>et il prononça</w:t>
      </w:r>
      <w:r w:rsidR="004B5A85">
        <w:t xml:space="preserve">, </w:t>
      </w:r>
      <w:r>
        <w:t>d</w:t>
      </w:r>
      <w:r w:rsidR="004B5A85">
        <w:t>’</w:t>
      </w:r>
      <w:r>
        <w:t>une voix aux sonorités contenues</w:t>
      </w:r>
      <w:r w:rsidR="004B5A85">
        <w:t> :</w:t>
      </w:r>
    </w:p>
    <w:p w14:paraId="122DE767" w14:textId="77777777" w:rsidR="004B5A85" w:rsidRDefault="004B5A85" w:rsidP="004C389C">
      <w:r>
        <w:t>— </w:t>
      </w:r>
      <w:r w:rsidR="004C389C">
        <w:t>À nous deux</w:t>
      </w:r>
      <w:r>
        <w:t xml:space="preserve">, </w:t>
      </w:r>
      <w:r w:rsidR="004C389C">
        <w:t>maintenant</w:t>
      </w:r>
      <w:r>
        <w:t xml:space="preserve">, </w:t>
      </w:r>
      <w:r w:rsidR="004C389C">
        <w:t>la société et moi</w:t>
      </w:r>
      <w:r>
        <w:t xml:space="preserve"> !… </w:t>
      </w:r>
      <w:r w:rsidR="004C389C">
        <w:t>Les heures de la vengeance vont sonner une à une</w:t>
      </w:r>
      <w:r>
        <w:t xml:space="preserve"> ! </w:t>
      </w:r>
      <w:r w:rsidR="004C389C">
        <w:t>Jusqu</w:t>
      </w:r>
      <w:r>
        <w:t>’</w:t>
      </w:r>
      <w:r w:rsidR="004C389C">
        <w:t>à la mort</w:t>
      </w:r>
      <w:r>
        <w:t xml:space="preserve">, </w:t>
      </w:r>
      <w:r w:rsidR="004C389C">
        <w:t>cette revanche vengeresse sera mon seul but et ma seule joie</w:t>
      </w:r>
      <w:r>
        <w:t> !…</w:t>
      </w:r>
    </w:p>
    <w:p w14:paraId="25EEBD03" w14:textId="77777777" w:rsidR="004B5A85" w:rsidRDefault="004B5A85" w:rsidP="004C389C">
      <w:r>
        <w:t>« </w:t>
      </w:r>
      <w:r w:rsidR="004C389C">
        <w:t>Je ne suis plus celui que le monde a connu</w:t>
      </w:r>
      <w:r>
        <w:t xml:space="preserve">, </w:t>
      </w:r>
      <w:r w:rsidR="004C389C">
        <w:t>et dont il a broyé le cœur</w:t>
      </w:r>
      <w:r>
        <w:t xml:space="preserve"> : </w:t>
      </w:r>
      <w:r w:rsidR="004C389C">
        <w:t>je ne suis même plus Hugues de Mauduit</w:t>
      </w:r>
      <w:r>
        <w:t xml:space="preserve"> ! </w:t>
      </w:r>
      <w:r w:rsidR="004C389C">
        <w:t>Je suis le Ravageur du Monde</w:t>
      </w:r>
      <w:r>
        <w:t xml:space="preserve">, </w:t>
      </w:r>
      <w:r w:rsidR="004C389C">
        <w:t>et je veux que ce nom devienne la terreur du monde entier</w:t>
      </w:r>
      <w:r>
        <w:t> !…</w:t>
      </w:r>
    </w:p>
    <w:p w14:paraId="72F857C5" w14:textId="77777777" w:rsidR="004B5A85" w:rsidRDefault="004C389C" w:rsidP="004C389C">
      <w:r>
        <w:t>Il leva le bras</w:t>
      </w:r>
      <w:r w:rsidR="004B5A85">
        <w:t xml:space="preserve">, </w:t>
      </w:r>
      <w:r>
        <w:t>projeta son poing fermé au-dessus de sa tête</w:t>
      </w:r>
      <w:r w:rsidR="004B5A85">
        <w:t xml:space="preserve">, </w:t>
      </w:r>
      <w:r>
        <w:t>comme pour menacer le ciel lui-même</w:t>
      </w:r>
      <w:r w:rsidR="004B5A85">
        <w:t xml:space="preserve">, </w:t>
      </w:r>
      <w:r>
        <w:t>et</w:t>
      </w:r>
      <w:r w:rsidR="004B5A85">
        <w:t xml:space="preserve">, </w:t>
      </w:r>
      <w:r>
        <w:t>poussant la porte qui s</w:t>
      </w:r>
      <w:r w:rsidR="004B5A85">
        <w:t>’</w:t>
      </w:r>
      <w:r>
        <w:t>ouvrit sur le couloir conduisant à l</w:t>
      </w:r>
      <w:r w:rsidR="004B5A85">
        <w:t>’</w:t>
      </w:r>
      <w:r>
        <w:t xml:space="preserve">arrière du </w:t>
      </w:r>
      <w:r>
        <w:rPr>
          <w:i/>
          <w:iCs/>
        </w:rPr>
        <w:t>Nyctalope</w:t>
      </w:r>
      <w:r w:rsidR="004B5A85">
        <w:rPr>
          <w:i/>
          <w:iCs/>
        </w:rPr>
        <w:t xml:space="preserve">, </w:t>
      </w:r>
      <w:r>
        <w:t>il so</w:t>
      </w:r>
      <w:r>
        <w:t>r</w:t>
      </w:r>
      <w:r>
        <w:t>tit brusquement de la salle à manger</w:t>
      </w:r>
      <w:r w:rsidR="004B5A85">
        <w:t>.</w:t>
      </w:r>
    </w:p>
    <w:p w14:paraId="503E6F8E" w14:textId="77777777" w:rsidR="004B5A85" w:rsidRDefault="004C389C" w:rsidP="004C389C">
      <w:r>
        <w:t>Quel dramatique mystère y avait-il donc dans la vie de cet homme</w:t>
      </w:r>
      <w:r w:rsidR="004B5A85">
        <w:t xml:space="preserve"> ?… </w:t>
      </w:r>
      <w:r>
        <w:t>Quelles souffrances de tendresse trompée</w:t>
      </w:r>
      <w:r w:rsidR="004B5A85">
        <w:t xml:space="preserve">, </w:t>
      </w:r>
      <w:r>
        <w:t>d</w:t>
      </w:r>
      <w:r w:rsidR="004B5A85">
        <w:t>’</w:t>
      </w:r>
      <w:r>
        <w:t>ambition déçue</w:t>
      </w:r>
      <w:r w:rsidR="004B5A85">
        <w:t xml:space="preserve">, </w:t>
      </w:r>
      <w:r>
        <w:t>d</w:t>
      </w:r>
      <w:r w:rsidR="004B5A85">
        <w:t>’</w:t>
      </w:r>
      <w:r>
        <w:t>orgueil bafoué y avait-il déjà dans l</w:t>
      </w:r>
      <w:r w:rsidR="004B5A85">
        <w:t>’</w:t>
      </w:r>
      <w:r>
        <w:t>existence de ce révolté</w:t>
      </w:r>
      <w:r w:rsidR="004B5A85">
        <w:t xml:space="preserve">, </w:t>
      </w:r>
      <w:r>
        <w:t>qui pouvait avoir à peine trente-cinq ans</w:t>
      </w:r>
      <w:r w:rsidR="004B5A85">
        <w:t> ?…</w:t>
      </w:r>
    </w:p>
    <w:p w14:paraId="6FCBFD80" w14:textId="77777777" w:rsidR="004B5A85" w:rsidRDefault="004C389C" w:rsidP="004C389C">
      <w:r>
        <w:t>Ah</w:t>
      </w:r>
      <w:r w:rsidR="004B5A85">
        <w:t xml:space="preserve"> ! </w:t>
      </w:r>
      <w:r>
        <w:t>sans doute quelque chose d</w:t>
      </w:r>
      <w:r w:rsidR="004B5A85">
        <w:t>’</w:t>
      </w:r>
      <w:r>
        <w:t>effroyable</w:t>
      </w:r>
      <w:r w:rsidR="004B5A85">
        <w:t xml:space="preserve">, </w:t>
      </w:r>
      <w:r>
        <w:t>pour que</w:t>
      </w:r>
      <w:r w:rsidR="004B5A85">
        <w:t xml:space="preserve">, </w:t>
      </w:r>
      <w:r>
        <w:t>à son âge</w:t>
      </w:r>
      <w:r w:rsidR="004B5A85">
        <w:t xml:space="preserve">, </w:t>
      </w:r>
      <w:r>
        <w:t>où tous les espoirs sont encore légitimes</w:t>
      </w:r>
      <w:r w:rsidR="004B5A85">
        <w:t xml:space="preserve">, </w:t>
      </w:r>
      <w:r>
        <w:t>cet homme n</w:t>
      </w:r>
      <w:r w:rsidR="004B5A85">
        <w:t>’</w:t>
      </w:r>
      <w:r>
        <w:t>eût d</w:t>
      </w:r>
      <w:r w:rsidR="004B5A85">
        <w:t>’</w:t>
      </w:r>
      <w:r>
        <w:t>autre espérance que celle de se venger</w:t>
      </w:r>
      <w:r w:rsidR="004B5A85">
        <w:t> !…</w:t>
      </w:r>
    </w:p>
    <w:p w14:paraId="61657D23" w14:textId="77777777" w:rsidR="004B5A85" w:rsidRDefault="004C389C" w:rsidP="004C389C">
      <w:r>
        <w:t>Le Ravageur du Monde devait</w:t>
      </w:r>
      <w:r w:rsidR="004B5A85">
        <w:t xml:space="preserve">, </w:t>
      </w:r>
      <w:r>
        <w:t>aussi bien que ses comp</w:t>
      </w:r>
      <w:r>
        <w:t>a</w:t>
      </w:r>
      <w:r>
        <w:t>gnons</w:t>
      </w:r>
      <w:r w:rsidR="004B5A85">
        <w:t xml:space="preserve">, </w:t>
      </w:r>
      <w:r>
        <w:t>connaître complètement à fond les aménagements int</w:t>
      </w:r>
      <w:r>
        <w:t>é</w:t>
      </w:r>
      <w:r>
        <w:t>rieurs du sous-marin</w:t>
      </w:r>
      <w:r w:rsidR="004B5A85">
        <w:t xml:space="preserve">, </w:t>
      </w:r>
      <w:r>
        <w:t>car il alla de pièce en pièce et de compa</w:t>
      </w:r>
      <w:r>
        <w:t>r</w:t>
      </w:r>
      <w:r>
        <w:t>timent en compartiment sans hésiter</w:t>
      </w:r>
      <w:r w:rsidR="004B5A85">
        <w:t>.</w:t>
      </w:r>
    </w:p>
    <w:p w14:paraId="4C8FCFFA" w14:textId="77777777" w:rsidR="004B5A85" w:rsidRDefault="004C389C" w:rsidP="004C389C">
      <w:r>
        <w:t>Partout</w:t>
      </w:r>
      <w:r w:rsidR="004B5A85">
        <w:t xml:space="preserve">, </w:t>
      </w:r>
      <w:r>
        <w:t>de la chambre des machines au poste de l</w:t>
      </w:r>
      <w:r w:rsidR="004B5A85">
        <w:t>’</w:t>
      </w:r>
      <w:r>
        <w:t>équipage</w:t>
      </w:r>
      <w:r w:rsidR="004B5A85">
        <w:t xml:space="preserve">, </w:t>
      </w:r>
      <w:r>
        <w:t>il passa</w:t>
      </w:r>
      <w:r w:rsidR="004B5A85">
        <w:t xml:space="preserve">, </w:t>
      </w:r>
      <w:r>
        <w:t>muet</w:t>
      </w:r>
      <w:r w:rsidR="004B5A85">
        <w:t xml:space="preserve">, </w:t>
      </w:r>
      <w:r>
        <w:t>sévère</w:t>
      </w:r>
      <w:r w:rsidR="004B5A85">
        <w:t xml:space="preserve">, </w:t>
      </w:r>
      <w:r>
        <w:t xml:space="preserve">regardant si ses hommes étaient </w:t>
      </w:r>
      <w:r>
        <w:lastRenderedPageBreak/>
        <w:t>chacun au poste assigné d</w:t>
      </w:r>
      <w:r w:rsidR="004B5A85">
        <w:t>’</w:t>
      </w:r>
      <w:r>
        <w:t>avance</w:t>
      </w:r>
      <w:r w:rsidR="004B5A85">
        <w:t xml:space="preserve">, </w:t>
      </w:r>
      <w:r>
        <w:t>si chacun s</w:t>
      </w:r>
      <w:r w:rsidR="004B5A85">
        <w:t>’</w:t>
      </w:r>
      <w:r>
        <w:t>acquittait de son rôle comme il convenait</w:t>
      </w:r>
      <w:r w:rsidR="004B5A85">
        <w:t>.</w:t>
      </w:r>
    </w:p>
    <w:p w14:paraId="2F236F65" w14:textId="77777777" w:rsidR="004B5A85" w:rsidRDefault="004C389C" w:rsidP="004C389C">
      <w:r>
        <w:t>Et les aventuriers</w:t>
      </w:r>
      <w:r w:rsidR="004B5A85">
        <w:t xml:space="preserve">, </w:t>
      </w:r>
      <w:r>
        <w:t>qu</w:t>
      </w:r>
      <w:r w:rsidR="004B5A85">
        <w:t>’</w:t>
      </w:r>
      <w:r>
        <w:t>il dévisagea successivement</w:t>
      </w:r>
      <w:r w:rsidR="004B5A85">
        <w:t xml:space="preserve">, </w:t>
      </w:r>
      <w:r>
        <w:t>l</w:t>
      </w:r>
      <w:r w:rsidR="004B5A85">
        <w:t>’</w:t>
      </w:r>
      <w:r>
        <w:t>un après l</w:t>
      </w:r>
      <w:r w:rsidR="004B5A85">
        <w:t>’</w:t>
      </w:r>
      <w:r>
        <w:t>autre</w:t>
      </w:r>
      <w:r w:rsidR="004B5A85">
        <w:t xml:space="preserve">, </w:t>
      </w:r>
      <w:r>
        <w:t>répondaient à son regard interrogateur par un r</w:t>
      </w:r>
      <w:r>
        <w:t>e</w:t>
      </w:r>
      <w:r>
        <w:t>gard d</w:t>
      </w:r>
      <w:r w:rsidR="004B5A85">
        <w:t>’</w:t>
      </w:r>
      <w:r>
        <w:t>admiration fanatique et de soumission absolue</w:t>
      </w:r>
      <w:r w:rsidR="004B5A85">
        <w:t>.</w:t>
      </w:r>
    </w:p>
    <w:p w14:paraId="155F89C6" w14:textId="77777777" w:rsidR="004B5A85" w:rsidRDefault="004C389C" w:rsidP="004C389C">
      <w:r>
        <w:t>Ah</w:t>
      </w:r>
      <w:r w:rsidR="004B5A85">
        <w:t xml:space="preserve"> ! </w:t>
      </w:r>
      <w:r>
        <w:t>pour eux</w:t>
      </w:r>
      <w:r w:rsidR="004B5A85">
        <w:t xml:space="preserve">, </w:t>
      </w:r>
      <w:r>
        <w:t>il était bien le Maître</w:t>
      </w:r>
      <w:r w:rsidR="004B5A85">
        <w:t xml:space="preserve">, </w:t>
      </w:r>
      <w:r>
        <w:t>le Chef</w:t>
      </w:r>
      <w:r w:rsidR="004B5A85">
        <w:t xml:space="preserve">, </w:t>
      </w:r>
      <w:r>
        <w:t>auquel on obéit sans examen</w:t>
      </w:r>
      <w:r w:rsidR="004B5A85">
        <w:t xml:space="preserve">, </w:t>
      </w:r>
      <w:r>
        <w:t>sans discussion</w:t>
      </w:r>
      <w:r w:rsidR="004B5A85">
        <w:t xml:space="preserve">, </w:t>
      </w:r>
      <w:r>
        <w:t>en qui l</w:t>
      </w:r>
      <w:r w:rsidR="004B5A85">
        <w:t>’</w:t>
      </w:r>
      <w:r>
        <w:t>on a la plus aveugle confiance et que l</w:t>
      </w:r>
      <w:r w:rsidR="004B5A85">
        <w:t>’</w:t>
      </w:r>
      <w:r>
        <w:t>on suit avec joie dans le danger</w:t>
      </w:r>
      <w:r w:rsidR="004B5A85">
        <w:t xml:space="preserve">, </w:t>
      </w:r>
      <w:r>
        <w:t>dans l</w:t>
      </w:r>
      <w:r w:rsidR="004B5A85">
        <w:t>’</w:t>
      </w:r>
      <w:r>
        <w:t>opprobre</w:t>
      </w:r>
      <w:r w:rsidR="004B5A85">
        <w:t xml:space="preserve">, </w:t>
      </w:r>
      <w:r>
        <w:t>dans le déshonneur</w:t>
      </w:r>
      <w:r w:rsidR="004B5A85">
        <w:t xml:space="preserve">, </w:t>
      </w:r>
      <w:r>
        <w:t>jusqu</w:t>
      </w:r>
      <w:r w:rsidR="004B5A85">
        <w:t>’</w:t>
      </w:r>
      <w:r>
        <w:t>à la mort</w:t>
      </w:r>
      <w:r w:rsidR="004B5A85">
        <w:t xml:space="preserve">, </w:t>
      </w:r>
      <w:r>
        <w:t>jusqu</w:t>
      </w:r>
      <w:r w:rsidR="004B5A85">
        <w:t>’</w:t>
      </w:r>
      <w:r>
        <w:t>au crime</w:t>
      </w:r>
      <w:r w:rsidR="004B5A85">
        <w:t>…</w:t>
      </w:r>
    </w:p>
    <w:p w14:paraId="4E715109" w14:textId="77777777" w:rsidR="004B5A85" w:rsidRDefault="004C389C" w:rsidP="004C389C">
      <w:r>
        <w:t>Le Ravageur s</w:t>
      </w:r>
      <w:r w:rsidR="004B5A85">
        <w:t>’</w:t>
      </w:r>
      <w:r>
        <w:t>arrêta au poste d</w:t>
      </w:r>
      <w:r w:rsidR="004B5A85">
        <w:t>’</w:t>
      </w:r>
      <w:r>
        <w:t>officier</w:t>
      </w:r>
      <w:r w:rsidR="004B5A85">
        <w:t>.</w:t>
      </w:r>
    </w:p>
    <w:p w14:paraId="3826F424" w14:textId="77777777" w:rsidR="004B5A85" w:rsidRDefault="004C389C" w:rsidP="004C389C">
      <w:r>
        <w:t>C</w:t>
      </w:r>
      <w:r w:rsidR="004B5A85">
        <w:t>’</w:t>
      </w:r>
      <w:r>
        <w:t>était une chambre de trois mètres carrés</w:t>
      </w:r>
      <w:r w:rsidR="004B5A85">
        <w:t xml:space="preserve">, </w:t>
      </w:r>
      <w:r>
        <w:t>aux parois co</w:t>
      </w:r>
      <w:r>
        <w:t>u</w:t>
      </w:r>
      <w:r>
        <w:t>vertes d</w:t>
      </w:r>
      <w:r w:rsidR="004B5A85">
        <w:t>’</w:t>
      </w:r>
      <w:r>
        <w:t>instruments et d</w:t>
      </w:r>
      <w:r w:rsidR="004B5A85">
        <w:t>’</w:t>
      </w:r>
      <w:r>
        <w:t>appareils spéciaux à la navigation sous-marine</w:t>
      </w:r>
      <w:r w:rsidR="004B5A85">
        <w:t xml:space="preserve">, </w:t>
      </w:r>
      <w:r>
        <w:t>de cartes</w:t>
      </w:r>
      <w:r w:rsidR="004B5A85">
        <w:t xml:space="preserve">, </w:t>
      </w:r>
      <w:r>
        <w:t>de tableaux à boutons électriques pour les ordres et les signaux</w:t>
      </w:r>
      <w:r w:rsidR="004B5A85">
        <w:t>.</w:t>
      </w:r>
    </w:p>
    <w:p w14:paraId="0800C29A" w14:textId="77777777" w:rsidR="004B5A85" w:rsidRDefault="004C389C" w:rsidP="004C389C">
      <w:r>
        <w:t>Au milieu</w:t>
      </w:r>
      <w:r w:rsidR="004B5A85">
        <w:t xml:space="preserve">, </w:t>
      </w:r>
      <w:r>
        <w:t>une table ronde était fixée</w:t>
      </w:r>
      <w:r w:rsidR="004B5A85">
        <w:t xml:space="preserve">, </w:t>
      </w:r>
      <w:r>
        <w:t>sur laquelle se tro</w:t>
      </w:r>
      <w:r>
        <w:t>u</w:t>
      </w:r>
      <w:r>
        <w:t>vait</w:t>
      </w:r>
      <w:r w:rsidR="004B5A85">
        <w:t xml:space="preserve">, </w:t>
      </w:r>
      <w:r>
        <w:t>à ce moment</w:t>
      </w:r>
      <w:r w:rsidR="004B5A85">
        <w:t xml:space="preserve">, </w:t>
      </w:r>
      <w:r>
        <w:t>étalée une grande carte de la Méditerranée</w:t>
      </w:r>
      <w:r w:rsidR="004B5A85">
        <w:t>.</w:t>
      </w:r>
    </w:p>
    <w:p w14:paraId="5D9DD0B7" w14:textId="77777777" w:rsidR="004B5A85" w:rsidRDefault="004C389C" w:rsidP="004C389C">
      <w:r>
        <w:t>Et dans la vive lumière répandue par une ampoule éle</w:t>
      </w:r>
      <w:r>
        <w:t>c</w:t>
      </w:r>
      <w:r>
        <w:t>trique encastrée dans le plafond</w:t>
      </w:r>
      <w:r w:rsidR="004B5A85">
        <w:t xml:space="preserve">, </w:t>
      </w:r>
      <w:r>
        <w:t>un homme penché sur cette carte</w:t>
      </w:r>
      <w:r w:rsidR="004B5A85">
        <w:t>.</w:t>
      </w:r>
    </w:p>
    <w:p w14:paraId="26C4D765" w14:textId="77777777" w:rsidR="004B5A85" w:rsidRDefault="004B5A85" w:rsidP="004C389C">
      <w:r>
        <w:t>— </w:t>
      </w:r>
      <w:proofErr w:type="spellStart"/>
      <w:r w:rsidR="004C389C">
        <w:t>Askold</w:t>
      </w:r>
      <w:proofErr w:type="spellEnd"/>
      <w:r>
        <w:t xml:space="preserve"> ! </w:t>
      </w:r>
      <w:r w:rsidR="004C389C">
        <w:t>fit le Ravageur</w:t>
      </w:r>
      <w:r>
        <w:t>.</w:t>
      </w:r>
    </w:p>
    <w:p w14:paraId="43C87E72" w14:textId="77777777" w:rsidR="004B5A85" w:rsidRDefault="004B5A85" w:rsidP="004C389C">
      <w:r>
        <w:t>— </w:t>
      </w:r>
      <w:r w:rsidR="004C389C">
        <w:t>Capitaine</w:t>
      </w:r>
      <w:r>
        <w:t xml:space="preserve"> ! </w:t>
      </w:r>
      <w:r w:rsidR="004C389C">
        <w:t>répondit l</w:t>
      </w:r>
      <w:r>
        <w:t>’</w:t>
      </w:r>
      <w:r w:rsidR="004C389C">
        <w:t>homme en se retournant</w:t>
      </w:r>
      <w:r>
        <w:t>.</w:t>
      </w:r>
    </w:p>
    <w:p w14:paraId="26D2C56C" w14:textId="77777777" w:rsidR="004B5A85" w:rsidRDefault="004C389C" w:rsidP="004C389C">
      <w:r>
        <w:t>C</w:t>
      </w:r>
      <w:r w:rsidR="004B5A85">
        <w:t>’</w:t>
      </w:r>
      <w:r>
        <w:t>était un grand gaillard roux</w:t>
      </w:r>
      <w:r w:rsidR="004B5A85">
        <w:t xml:space="preserve">, </w:t>
      </w:r>
      <w:r>
        <w:t>à la barbe frisée</w:t>
      </w:r>
      <w:r w:rsidR="004B5A85">
        <w:t xml:space="preserve">, </w:t>
      </w:r>
      <w:r>
        <w:t>aux longues moustaches tombantes</w:t>
      </w:r>
      <w:r w:rsidR="004B5A85">
        <w:t xml:space="preserve">, </w:t>
      </w:r>
      <w:r>
        <w:t>aux cheveux coupés ras</w:t>
      </w:r>
      <w:r w:rsidR="004B5A85">
        <w:t xml:space="preserve">, </w:t>
      </w:r>
      <w:r>
        <w:t>aux yeux verts d</w:t>
      </w:r>
      <w:r w:rsidR="004B5A85">
        <w:t>’</w:t>
      </w:r>
      <w:r>
        <w:t>une vivacité singulière</w:t>
      </w:r>
      <w:r w:rsidR="004B5A85">
        <w:t xml:space="preserve">. </w:t>
      </w:r>
      <w:r>
        <w:t>Il pouvait avoir trente-cinq ans</w:t>
      </w:r>
      <w:r w:rsidR="004B5A85">
        <w:t xml:space="preserve">, </w:t>
      </w:r>
      <w:r>
        <w:t>lui aussi</w:t>
      </w:r>
      <w:r w:rsidR="004B5A85">
        <w:t>.</w:t>
      </w:r>
    </w:p>
    <w:p w14:paraId="55B19EA4" w14:textId="77777777" w:rsidR="004B5A85" w:rsidRDefault="004B5A85" w:rsidP="004C389C">
      <w:r>
        <w:lastRenderedPageBreak/>
        <w:t>— </w:t>
      </w:r>
      <w:proofErr w:type="spellStart"/>
      <w:r w:rsidR="004C389C">
        <w:t>Askold</w:t>
      </w:r>
      <w:proofErr w:type="spellEnd"/>
      <w:r>
        <w:t xml:space="preserve">, </w:t>
      </w:r>
      <w:r w:rsidR="004C389C">
        <w:t>reprit le Ravageur</w:t>
      </w:r>
      <w:r>
        <w:t xml:space="preserve">, </w:t>
      </w:r>
      <w:r w:rsidR="004C389C">
        <w:t>tout s</w:t>
      </w:r>
      <w:r>
        <w:t>’</w:t>
      </w:r>
      <w:r w:rsidR="004C389C">
        <w:t>est passé comme nous l</w:t>
      </w:r>
      <w:r>
        <w:t>’</w:t>
      </w:r>
      <w:r w:rsidR="004C389C">
        <w:t>avions prévu</w:t>
      </w:r>
      <w:r>
        <w:t xml:space="preserve">. </w:t>
      </w:r>
      <w:r w:rsidR="004C389C">
        <w:t>Nous sommes les maîtres de cet admirable in</w:t>
      </w:r>
      <w:r w:rsidR="004C389C">
        <w:t>s</w:t>
      </w:r>
      <w:r w:rsidR="004C389C">
        <w:t>trument</w:t>
      </w:r>
      <w:r>
        <w:t>…</w:t>
      </w:r>
    </w:p>
    <w:p w14:paraId="5614D278" w14:textId="77777777" w:rsidR="004B5A85" w:rsidRDefault="004B5A85" w:rsidP="004C389C">
      <w:r>
        <w:t>— </w:t>
      </w:r>
      <w:r w:rsidR="004C389C">
        <w:t>De haine et de vengeance</w:t>
      </w:r>
      <w:r>
        <w:t xml:space="preserve"> ! </w:t>
      </w:r>
      <w:r w:rsidR="004C389C">
        <w:t xml:space="preserve">fit </w:t>
      </w:r>
      <w:proofErr w:type="spellStart"/>
      <w:r w:rsidR="004C389C">
        <w:t>Askold</w:t>
      </w:r>
      <w:proofErr w:type="spellEnd"/>
      <w:r w:rsidR="004C389C">
        <w:t xml:space="preserve"> d</w:t>
      </w:r>
      <w:r>
        <w:t>’</w:t>
      </w:r>
      <w:r w:rsidR="004C389C">
        <w:t>une voix sourde</w:t>
      </w:r>
      <w:r>
        <w:t xml:space="preserve">, </w:t>
      </w:r>
      <w:r w:rsidR="004C389C">
        <w:t>avec un étrange éclair dans les yeux</w:t>
      </w:r>
      <w:r>
        <w:t>.</w:t>
      </w:r>
    </w:p>
    <w:p w14:paraId="2BAAFE80" w14:textId="77777777" w:rsidR="004B5A85" w:rsidRDefault="004B5A85" w:rsidP="004C389C">
      <w:r>
        <w:t>— </w:t>
      </w:r>
      <w:r w:rsidR="004C389C">
        <w:t>Oui</w:t>
      </w:r>
      <w:r>
        <w:t xml:space="preserve">, </w:t>
      </w:r>
      <w:r w:rsidR="004C389C">
        <w:t>de vengeance</w:t>
      </w:r>
      <w:r>
        <w:t xml:space="preserve">, </w:t>
      </w:r>
      <w:r w:rsidR="004C389C">
        <w:t>de haine</w:t>
      </w:r>
      <w:r>
        <w:t xml:space="preserve">… </w:t>
      </w:r>
      <w:r w:rsidR="004C389C">
        <w:t>et de justice</w:t>
      </w:r>
      <w:r>
        <w:t xml:space="preserve"> !… </w:t>
      </w:r>
      <w:r w:rsidR="004C389C">
        <w:t>ajouta le Ravageur</w:t>
      </w:r>
      <w:r>
        <w:t xml:space="preserve">. </w:t>
      </w:r>
      <w:proofErr w:type="spellStart"/>
      <w:r w:rsidR="004C389C">
        <w:t>Fengal</w:t>
      </w:r>
      <w:proofErr w:type="spellEnd"/>
      <w:r>
        <w:t xml:space="preserve">, </w:t>
      </w:r>
      <w:r w:rsidR="004C389C">
        <w:t>le timonier</w:t>
      </w:r>
      <w:r>
        <w:t xml:space="preserve">, </w:t>
      </w:r>
      <w:r w:rsidR="004C389C">
        <w:t>a-t-il reçu tes derniers ordres</w:t>
      </w:r>
      <w:r>
        <w:t> ?</w:t>
      </w:r>
    </w:p>
    <w:p w14:paraId="3B366502" w14:textId="77777777" w:rsidR="004B5A85" w:rsidRDefault="004B5A85" w:rsidP="004C389C">
      <w:r>
        <w:t>— </w:t>
      </w:r>
      <w:r w:rsidR="004C389C">
        <w:t>À l</w:t>
      </w:r>
      <w:r>
        <w:t>’</w:t>
      </w:r>
      <w:r w:rsidR="004C389C">
        <w:t>instant</w:t>
      </w:r>
      <w:r>
        <w:t xml:space="preserve">, </w:t>
      </w:r>
      <w:r w:rsidR="004C389C">
        <w:t>capitaine</w:t>
      </w:r>
      <w:r>
        <w:t xml:space="preserve">. </w:t>
      </w:r>
      <w:r w:rsidR="004C389C">
        <w:t>Nous sommes à vingt mètres de profondeur et nous filons</w:t>
      </w:r>
      <w:r>
        <w:t xml:space="preserve">, </w:t>
      </w:r>
      <w:r w:rsidR="004C389C">
        <w:t>à la vitesse moyenne de cinquante nœuds à l</w:t>
      </w:r>
      <w:r>
        <w:t>’</w:t>
      </w:r>
      <w:r w:rsidR="004C389C">
        <w:t>heure</w:t>
      </w:r>
      <w:r>
        <w:t xml:space="preserve">, </w:t>
      </w:r>
      <w:r w:rsidR="004C389C">
        <w:t>vers Gibraltar</w:t>
      </w:r>
      <w:r>
        <w:t>.</w:t>
      </w:r>
    </w:p>
    <w:p w14:paraId="63946A31" w14:textId="77777777" w:rsidR="004B5A85" w:rsidRDefault="004B5A85" w:rsidP="004C389C">
      <w:r>
        <w:t>— </w:t>
      </w:r>
      <w:r w:rsidR="004C389C">
        <w:t>Vers Gibraltar</w:t>
      </w:r>
      <w:r>
        <w:t xml:space="preserve">, </w:t>
      </w:r>
      <w:r w:rsidR="004C389C">
        <w:t>oui</w:t>
      </w:r>
      <w:r>
        <w:t xml:space="preserve"> !… </w:t>
      </w:r>
      <w:r w:rsidR="004C389C">
        <w:t>Et nous irons tout droit vers cette terre de Venezuela</w:t>
      </w:r>
      <w:r>
        <w:t xml:space="preserve">, </w:t>
      </w:r>
      <w:r w:rsidR="004C389C">
        <w:t>que je veux punir la première</w:t>
      </w:r>
      <w:r>
        <w:t xml:space="preserve"> !… </w:t>
      </w:r>
      <w:r w:rsidR="004C389C">
        <w:t>Enfin</w:t>
      </w:r>
      <w:r>
        <w:t xml:space="preserve"> !… </w:t>
      </w:r>
      <w:r w:rsidR="004C389C">
        <w:t>Ensuite</w:t>
      </w:r>
      <w:r>
        <w:t xml:space="preserve">, </w:t>
      </w:r>
      <w:r w:rsidR="004C389C">
        <w:t>ce sera la marine des États-Unis qui subira nos coups</w:t>
      </w:r>
      <w:r>
        <w:t>…</w:t>
      </w:r>
    </w:p>
    <w:p w14:paraId="4A8FD4F9" w14:textId="77777777" w:rsidR="004B5A85" w:rsidRDefault="004C389C" w:rsidP="004C389C">
      <w:r>
        <w:t>Il y eut entre ces deux hommes qui se regardaient avec la même expression dans les yeux</w:t>
      </w:r>
      <w:r w:rsidR="004B5A85">
        <w:t xml:space="preserve">, </w:t>
      </w:r>
      <w:r>
        <w:t>un long silence</w:t>
      </w:r>
      <w:r w:rsidR="004B5A85">
        <w:t>.</w:t>
      </w:r>
    </w:p>
    <w:p w14:paraId="52FF424D" w14:textId="77777777" w:rsidR="004B5A85" w:rsidRDefault="004C389C" w:rsidP="004C389C">
      <w:r>
        <w:t>Et tout à coup</w:t>
      </w:r>
      <w:r w:rsidR="004B5A85">
        <w:t xml:space="preserve">, </w:t>
      </w:r>
      <w:r>
        <w:t>de sa voix bizarrement sourde</w:t>
      </w:r>
      <w:r w:rsidR="004B5A85">
        <w:t xml:space="preserve">, </w:t>
      </w:r>
      <w:proofErr w:type="spellStart"/>
      <w:r>
        <w:t>Askold</w:t>
      </w:r>
      <w:proofErr w:type="spellEnd"/>
      <w:r>
        <w:t xml:space="preserve"> d</w:t>
      </w:r>
      <w:r>
        <w:t>e</w:t>
      </w:r>
      <w:r>
        <w:t>manda</w:t>
      </w:r>
      <w:r w:rsidR="004B5A85">
        <w:t> :</w:t>
      </w:r>
    </w:p>
    <w:p w14:paraId="6E7FBEFD" w14:textId="77777777" w:rsidR="004B5A85" w:rsidRDefault="004B5A85" w:rsidP="004C389C">
      <w:r>
        <w:t>— </w:t>
      </w:r>
      <w:r w:rsidR="004C389C">
        <w:t>Si nous rencontrons sur notre route un navire de guerre américain</w:t>
      </w:r>
      <w:r>
        <w:t xml:space="preserve">, </w:t>
      </w:r>
      <w:r w:rsidR="004C389C">
        <w:t>que ferons-nous</w:t>
      </w:r>
      <w:r>
        <w:t> ?</w:t>
      </w:r>
    </w:p>
    <w:p w14:paraId="5EB61C17" w14:textId="77777777" w:rsidR="004B5A85" w:rsidRDefault="004B5A85" w:rsidP="004C389C">
      <w:r>
        <w:t>— </w:t>
      </w:r>
      <w:r w:rsidR="004C389C">
        <w:t>Nous le coulerons</w:t>
      </w:r>
      <w:r>
        <w:t xml:space="preserve"> ! </w:t>
      </w:r>
      <w:r w:rsidR="004C389C">
        <w:t>répondit le Ravageur</w:t>
      </w:r>
      <w:r>
        <w:t>.</w:t>
      </w:r>
    </w:p>
    <w:p w14:paraId="12CF9B39" w14:textId="77777777" w:rsidR="004B5A85" w:rsidRDefault="004B5A85" w:rsidP="004C389C">
      <w:r>
        <w:t>— </w:t>
      </w:r>
      <w:r w:rsidR="004C389C">
        <w:t>C</w:t>
      </w:r>
      <w:r>
        <w:t>’</w:t>
      </w:r>
      <w:r w:rsidR="004C389C">
        <w:t>est bien</w:t>
      </w:r>
      <w:r>
        <w:t xml:space="preserve"> ! </w:t>
      </w:r>
      <w:r w:rsidR="004C389C">
        <w:t xml:space="preserve">fit </w:t>
      </w:r>
      <w:proofErr w:type="spellStart"/>
      <w:r w:rsidR="004C389C">
        <w:t>Askold</w:t>
      </w:r>
      <w:proofErr w:type="spellEnd"/>
      <w:r>
        <w:t xml:space="preserve">, </w:t>
      </w:r>
      <w:r w:rsidR="004C389C">
        <w:t>impassible</w:t>
      </w:r>
      <w:r>
        <w:t xml:space="preserve">. </w:t>
      </w:r>
      <w:r w:rsidR="004C389C">
        <w:t xml:space="preserve">Je mettrai </w:t>
      </w:r>
      <w:proofErr w:type="spellStart"/>
      <w:r w:rsidR="004C389C">
        <w:t>Raynor</w:t>
      </w:r>
      <w:proofErr w:type="spellEnd"/>
      <w:r w:rsidR="004C389C">
        <w:t xml:space="preserve"> de vigie dans le poste du timonier</w:t>
      </w:r>
      <w:r>
        <w:t xml:space="preserve">. </w:t>
      </w:r>
      <w:r w:rsidR="004C389C">
        <w:t>Il n</w:t>
      </w:r>
      <w:r>
        <w:t>’</w:t>
      </w:r>
      <w:r w:rsidR="004C389C">
        <w:t>a pas son pareil pour reco</w:t>
      </w:r>
      <w:r w:rsidR="004C389C">
        <w:t>n</w:t>
      </w:r>
      <w:r w:rsidR="004C389C">
        <w:t>naître la nationalité des navires</w:t>
      </w:r>
      <w:r>
        <w:t xml:space="preserve">, </w:t>
      </w:r>
      <w:r w:rsidR="004C389C">
        <w:t>même sans pavillon</w:t>
      </w:r>
      <w:r>
        <w:t xml:space="preserve">. </w:t>
      </w:r>
      <w:r w:rsidR="004C389C">
        <w:t>Gibraltar passé</w:t>
      </w:r>
      <w:r>
        <w:t xml:space="preserve">, </w:t>
      </w:r>
      <w:r w:rsidR="004C389C">
        <w:t xml:space="preserve">nous naviguerons à la surface et </w:t>
      </w:r>
      <w:proofErr w:type="spellStart"/>
      <w:r w:rsidR="004C389C">
        <w:t>Raynor</w:t>
      </w:r>
      <w:proofErr w:type="spellEnd"/>
      <w:r w:rsidR="004C389C">
        <w:t xml:space="preserve"> me signalera tout navire en vue</w:t>
      </w:r>
      <w:r>
        <w:t>.</w:t>
      </w:r>
    </w:p>
    <w:p w14:paraId="4804BA88" w14:textId="77777777" w:rsidR="004B5A85" w:rsidRDefault="004B5A85" w:rsidP="004C389C">
      <w:r>
        <w:lastRenderedPageBreak/>
        <w:t>— </w:t>
      </w:r>
      <w:r w:rsidR="004C389C">
        <w:t>Je serai au salon</w:t>
      </w:r>
      <w:r>
        <w:t xml:space="preserve">, </w:t>
      </w:r>
      <w:r w:rsidR="004C389C">
        <w:t>dont je vais faire mon quartier général</w:t>
      </w:r>
      <w:r>
        <w:t xml:space="preserve">, </w:t>
      </w:r>
      <w:r w:rsidR="004C389C">
        <w:t>reprit le Ravageur</w:t>
      </w:r>
      <w:r>
        <w:t xml:space="preserve">, </w:t>
      </w:r>
      <w:r w:rsidR="004C389C">
        <w:t>ou dans ma chambre</w:t>
      </w:r>
      <w:r>
        <w:t xml:space="preserve">. </w:t>
      </w:r>
      <w:r w:rsidR="004C389C">
        <w:t>Dans l</w:t>
      </w:r>
      <w:r>
        <w:t>’</w:t>
      </w:r>
      <w:r w:rsidR="004C389C">
        <w:t>une ou l</w:t>
      </w:r>
      <w:r>
        <w:t>’</w:t>
      </w:r>
      <w:r w:rsidR="004C389C">
        <w:t>autre pièce</w:t>
      </w:r>
      <w:r>
        <w:t xml:space="preserve">, </w:t>
      </w:r>
      <w:r w:rsidR="004C389C">
        <w:t>tous les signaux qui sont ici aboutissent et s</w:t>
      </w:r>
      <w:r>
        <w:t>’</w:t>
      </w:r>
      <w:r w:rsidR="004C389C">
        <w:t>embranchent</w:t>
      </w:r>
      <w:r>
        <w:t xml:space="preserve">. </w:t>
      </w:r>
      <w:r w:rsidR="004C389C">
        <w:t>Tu me tiendras au courant des moindres inc</w:t>
      </w:r>
      <w:r w:rsidR="004C389C">
        <w:t>i</w:t>
      </w:r>
      <w:r w:rsidR="004C389C">
        <w:t>dents</w:t>
      </w:r>
      <w:r>
        <w:t>.</w:t>
      </w:r>
    </w:p>
    <w:p w14:paraId="33BC1E04" w14:textId="77777777" w:rsidR="004B5A85" w:rsidRDefault="004B5A85" w:rsidP="004C389C">
      <w:r>
        <w:t>— </w:t>
      </w:r>
      <w:r w:rsidR="004C389C">
        <w:t>Entendu</w:t>
      </w:r>
      <w:r>
        <w:t xml:space="preserve">, </w:t>
      </w:r>
      <w:r w:rsidR="004C389C">
        <w:t>capitaine</w:t>
      </w:r>
      <w:r>
        <w:t xml:space="preserve"> ! </w:t>
      </w:r>
      <w:r w:rsidR="004C389C">
        <w:t xml:space="preserve">fit </w:t>
      </w:r>
      <w:proofErr w:type="spellStart"/>
      <w:r w:rsidR="004C389C">
        <w:t>Askold</w:t>
      </w:r>
      <w:proofErr w:type="spellEnd"/>
      <w:r w:rsidR="004C389C">
        <w:t xml:space="preserve"> avec une sorte de famili</w:t>
      </w:r>
      <w:r w:rsidR="004C389C">
        <w:t>a</w:t>
      </w:r>
      <w:r w:rsidR="004C389C">
        <w:t>rité qui n</w:t>
      </w:r>
      <w:r>
        <w:t>’</w:t>
      </w:r>
      <w:r w:rsidR="004C389C">
        <w:t>excluait ni le respect ni la soumission</w:t>
      </w:r>
      <w:r>
        <w:t xml:space="preserve">. </w:t>
      </w:r>
      <w:r w:rsidR="004C389C">
        <w:t>Vous n</w:t>
      </w:r>
      <w:r>
        <w:t>’</w:t>
      </w:r>
      <w:r w:rsidR="004C389C">
        <w:t>avez pas d</w:t>
      </w:r>
      <w:r>
        <w:t>’</w:t>
      </w:r>
      <w:r w:rsidR="004C389C">
        <w:t>ordres spéciaux à me donner</w:t>
      </w:r>
      <w:r>
        <w:t> ?</w:t>
      </w:r>
    </w:p>
    <w:p w14:paraId="511461D9" w14:textId="77777777" w:rsidR="004B5A85" w:rsidRDefault="004B5A85" w:rsidP="004C389C">
      <w:r>
        <w:t>— </w:t>
      </w:r>
      <w:r w:rsidR="004C389C">
        <w:t>Non</w:t>
      </w:r>
      <w:r>
        <w:t xml:space="preserve">, </w:t>
      </w:r>
      <w:r w:rsidR="004C389C">
        <w:t>pas pour le moment</w:t>
      </w:r>
      <w:r>
        <w:t xml:space="preserve">. </w:t>
      </w:r>
      <w:r w:rsidR="004C389C">
        <w:t>Veille à ce que le tableau de service tel que je l</w:t>
      </w:r>
      <w:r>
        <w:t>’</w:t>
      </w:r>
      <w:r w:rsidR="004C389C">
        <w:t>ai établi soit strictement observé</w:t>
      </w:r>
      <w:r>
        <w:t>…</w:t>
      </w:r>
    </w:p>
    <w:p w14:paraId="4BBF954F" w14:textId="77777777" w:rsidR="004B5A85" w:rsidRDefault="004C389C" w:rsidP="004C389C">
      <w:r>
        <w:t>Et le Ravageur sortit du poste</w:t>
      </w:r>
      <w:r w:rsidR="004B5A85">
        <w:t>.</w:t>
      </w:r>
    </w:p>
    <w:p w14:paraId="3397E1F1" w14:textId="77777777" w:rsidR="004B5A85" w:rsidRDefault="004C389C" w:rsidP="004C389C">
      <w:r>
        <w:t>Il passa par un couloir qui contournait la salle à manger et entra directement dans le salon</w:t>
      </w:r>
      <w:r w:rsidR="004B5A85">
        <w:t>.</w:t>
      </w:r>
    </w:p>
    <w:p w14:paraId="42B87454" w14:textId="77777777" w:rsidR="004B5A85" w:rsidRDefault="004C389C" w:rsidP="004C389C">
      <w:r>
        <w:t>C</w:t>
      </w:r>
      <w:r w:rsidR="004B5A85">
        <w:t>’</w:t>
      </w:r>
      <w:r>
        <w:t>était une vaste pièce</w:t>
      </w:r>
      <w:r w:rsidR="004B5A85">
        <w:t xml:space="preserve">, </w:t>
      </w:r>
      <w:r>
        <w:t>meublée de deux tables centrales</w:t>
      </w:r>
      <w:r w:rsidR="004B5A85">
        <w:t xml:space="preserve">, </w:t>
      </w:r>
      <w:r>
        <w:t>de divans et de fauteuils en cuir fauve</w:t>
      </w:r>
      <w:r w:rsidR="004B5A85">
        <w:t xml:space="preserve">, </w:t>
      </w:r>
      <w:r>
        <w:t>de meubles-armoires fixés entre les hublots actuellement fermés</w:t>
      </w:r>
      <w:r w:rsidR="004B5A85">
        <w:t>.</w:t>
      </w:r>
    </w:p>
    <w:p w14:paraId="55FC3DE7" w14:textId="77777777" w:rsidR="004B5A85" w:rsidRDefault="004C389C" w:rsidP="004C389C">
      <w:r>
        <w:t>Les mêmes instruments et appareils</w:t>
      </w:r>
      <w:r w:rsidR="004B5A85">
        <w:t xml:space="preserve">, </w:t>
      </w:r>
      <w:r>
        <w:t>qui étaient dans le poste d</w:t>
      </w:r>
      <w:r w:rsidR="004B5A85">
        <w:t>’</w:t>
      </w:r>
      <w:r>
        <w:t>officier</w:t>
      </w:r>
      <w:r w:rsidR="004B5A85">
        <w:t xml:space="preserve">, </w:t>
      </w:r>
      <w:r>
        <w:t>se retrouvaient appendus aux parois de ce s</w:t>
      </w:r>
      <w:r>
        <w:t>a</w:t>
      </w:r>
      <w:r>
        <w:t>lon</w:t>
      </w:r>
      <w:r w:rsidR="004B5A85">
        <w:t>.</w:t>
      </w:r>
    </w:p>
    <w:p w14:paraId="47CAB144" w14:textId="77777777" w:rsidR="004B5A85" w:rsidRDefault="004C389C" w:rsidP="004C389C">
      <w:r>
        <w:t>En passant</w:t>
      </w:r>
      <w:r w:rsidR="004B5A85">
        <w:t xml:space="preserve">, </w:t>
      </w:r>
      <w:r>
        <w:t>le Ravageur jeta un coup d</w:t>
      </w:r>
      <w:r w:rsidR="004B5A85">
        <w:t>’</w:t>
      </w:r>
      <w:r>
        <w:t>œil sur son man</w:t>
      </w:r>
      <w:r>
        <w:t>o</w:t>
      </w:r>
      <w:r>
        <w:t>mètre qui indiquait la pression extérieure de l</w:t>
      </w:r>
      <w:r w:rsidR="004B5A85">
        <w:t>’</w:t>
      </w:r>
      <w:r>
        <w:t>eau et donnait</w:t>
      </w:r>
      <w:r w:rsidR="004B5A85">
        <w:t xml:space="preserve">, </w:t>
      </w:r>
      <w:r>
        <w:t>par conséquent</w:t>
      </w:r>
      <w:r w:rsidR="004B5A85">
        <w:t xml:space="preserve">, </w:t>
      </w:r>
      <w:r>
        <w:t xml:space="preserve">la profondeur à laquelle naviguait le </w:t>
      </w:r>
      <w:r>
        <w:rPr>
          <w:i/>
          <w:iCs/>
        </w:rPr>
        <w:t>Nyctalope</w:t>
      </w:r>
      <w:r w:rsidR="004B5A85">
        <w:rPr>
          <w:i/>
          <w:iCs/>
        </w:rPr>
        <w:t xml:space="preserve">. </w:t>
      </w:r>
      <w:r>
        <w:t>À ce moment</w:t>
      </w:r>
      <w:r w:rsidR="004B5A85">
        <w:t xml:space="preserve">, </w:t>
      </w:r>
      <w:r>
        <w:t>le manomètre indiquait</w:t>
      </w:r>
      <w:r w:rsidR="004B5A85">
        <w:t xml:space="preserve">, </w:t>
      </w:r>
      <w:r>
        <w:t>comme l</w:t>
      </w:r>
      <w:r w:rsidR="004B5A85">
        <w:t>’</w:t>
      </w:r>
      <w:r>
        <w:t xml:space="preserve">avait dit </w:t>
      </w:r>
      <w:proofErr w:type="spellStart"/>
      <w:r>
        <w:t>A</w:t>
      </w:r>
      <w:r>
        <w:t>s</w:t>
      </w:r>
      <w:r>
        <w:t>kold</w:t>
      </w:r>
      <w:proofErr w:type="spellEnd"/>
      <w:r w:rsidR="004B5A85">
        <w:t xml:space="preserve">, </w:t>
      </w:r>
      <w:r>
        <w:t>une profondeur de vingt mètres</w:t>
      </w:r>
      <w:r w:rsidR="004B5A85">
        <w:t>.</w:t>
      </w:r>
    </w:p>
    <w:p w14:paraId="718EACFE" w14:textId="77777777" w:rsidR="004B5A85" w:rsidRDefault="004C389C" w:rsidP="004C389C">
      <w:r>
        <w:t>Et l</w:t>
      </w:r>
      <w:r w:rsidR="004B5A85">
        <w:t>’</w:t>
      </w:r>
      <w:r>
        <w:t>énigmatique Hugues de Mauduit s</w:t>
      </w:r>
      <w:r w:rsidR="004B5A85">
        <w:t>’</w:t>
      </w:r>
      <w:r>
        <w:t>assit dans un fa</w:t>
      </w:r>
      <w:r>
        <w:t>u</w:t>
      </w:r>
      <w:r>
        <w:t>teuil</w:t>
      </w:r>
      <w:r w:rsidR="004B5A85">
        <w:t xml:space="preserve">, </w:t>
      </w:r>
      <w:r>
        <w:t>après avoir appuyé l</w:t>
      </w:r>
      <w:r w:rsidR="004B5A85">
        <w:t>’</w:t>
      </w:r>
      <w:r>
        <w:t>index sur un des boutons d</w:t>
      </w:r>
      <w:r w:rsidR="004B5A85">
        <w:t>’</w:t>
      </w:r>
      <w:r>
        <w:t>ivoire lu</w:t>
      </w:r>
      <w:r>
        <w:t>i</w:t>
      </w:r>
      <w:r>
        <w:t>sant dans un tableau d</w:t>
      </w:r>
      <w:r w:rsidR="004B5A85">
        <w:t>’</w:t>
      </w:r>
      <w:r>
        <w:t>ébène</w:t>
      </w:r>
      <w:r w:rsidR="004B5A85">
        <w:t xml:space="preserve">, </w:t>
      </w:r>
      <w:r>
        <w:t>sur l</w:t>
      </w:r>
      <w:r w:rsidR="004B5A85">
        <w:t>’</w:t>
      </w:r>
      <w:r>
        <w:t>une des tables</w:t>
      </w:r>
      <w:r w:rsidR="004B5A85">
        <w:t>.</w:t>
      </w:r>
    </w:p>
    <w:p w14:paraId="5EA06905" w14:textId="77777777" w:rsidR="004B5A85" w:rsidRDefault="004C389C" w:rsidP="004C389C">
      <w:r>
        <w:lastRenderedPageBreak/>
        <w:t>Une porte s</w:t>
      </w:r>
      <w:r w:rsidR="004B5A85">
        <w:t>’</w:t>
      </w:r>
      <w:r>
        <w:t>ouvrit et livra passage à l</w:t>
      </w:r>
      <w:r w:rsidR="004B5A85">
        <w:t>’</w:t>
      </w:r>
      <w:r>
        <w:t>un des deux hommes qui</w:t>
      </w:r>
      <w:r w:rsidR="004B5A85">
        <w:t xml:space="preserve">, </w:t>
      </w:r>
      <w:r>
        <w:t>tout à l</w:t>
      </w:r>
      <w:r w:rsidR="004B5A85">
        <w:t>’</w:t>
      </w:r>
      <w:r>
        <w:t>heure</w:t>
      </w:r>
      <w:r w:rsidR="004B5A85">
        <w:t xml:space="preserve">, </w:t>
      </w:r>
      <w:r>
        <w:t>avaient reçu l</w:t>
      </w:r>
      <w:r w:rsidR="004B5A85">
        <w:t>’</w:t>
      </w:r>
      <w:r>
        <w:t>ordre de porter les prisonniers dans la chambre de discipline</w:t>
      </w:r>
      <w:r w:rsidR="004B5A85">
        <w:t>.</w:t>
      </w:r>
    </w:p>
    <w:p w14:paraId="071B43FD" w14:textId="77777777" w:rsidR="004B5A85" w:rsidRDefault="004B5A85" w:rsidP="004C389C">
      <w:r>
        <w:t>— </w:t>
      </w:r>
      <w:proofErr w:type="spellStart"/>
      <w:r w:rsidR="004C389C">
        <w:t>Jorry</w:t>
      </w:r>
      <w:proofErr w:type="spellEnd"/>
      <w:r>
        <w:t xml:space="preserve">, </w:t>
      </w:r>
      <w:r w:rsidR="004C389C">
        <w:t>dit le Ravageur</w:t>
      </w:r>
      <w:r>
        <w:t xml:space="preserve">, </w:t>
      </w:r>
      <w:r w:rsidR="004C389C">
        <w:t>que fait le commandant Martel</w:t>
      </w:r>
      <w:r>
        <w:t> ?</w:t>
      </w:r>
    </w:p>
    <w:p w14:paraId="3094782F" w14:textId="77777777" w:rsidR="004B5A85" w:rsidRDefault="004B5A85" w:rsidP="004C389C">
      <w:r>
        <w:t>— </w:t>
      </w:r>
      <w:r w:rsidR="004C389C">
        <w:t>Il reste étendu</w:t>
      </w:r>
      <w:r>
        <w:t xml:space="preserve">, </w:t>
      </w:r>
      <w:r w:rsidR="004C389C">
        <w:t>sombre et silencieux</w:t>
      </w:r>
      <w:r>
        <w:t>.</w:t>
      </w:r>
    </w:p>
    <w:p w14:paraId="2B04F5DE" w14:textId="77777777" w:rsidR="004B5A85" w:rsidRDefault="004B5A85" w:rsidP="004C389C">
      <w:r>
        <w:t>— </w:t>
      </w:r>
      <w:r w:rsidR="004C389C">
        <w:t>Va</w:t>
      </w:r>
      <w:r>
        <w:t xml:space="preserve">. </w:t>
      </w:r>
      <w:r w:rsidR="004C389C">
        <w:t>Dis-lui que je veux causer avec lui</w:t>
      </w:r>
      <w:r>
        <w:t xml:space="preserve">. </w:t>
      </w:r>
      <w:r w:rsidR="004C389C">
        <w:t>Demande-lui sa parole de ne pas se laisser aller à des voies de fait qui seraient inutiles</w:t>
      </w:r>
      <w:r>
        <w:t xml:space="preserve">, </w:t>
      </w:r>
      <w:r w:rsidR="004C389C">
        <w:t>puisqu</w:t>
      </w:r>
      <w:r>
        <w:t>’</w:t>
      </w:r>
      <w:r w:rsidR="004C389C">
        <w:t>il est le plus faible</w:t>
      </w:r>
      <w:r>
        <w:t xml:space="preserve">. </w:t>
      </w:r>
      <w:r w:rsidR="004C389C">
        <w:t>Et s</w:t>
      </w:r>
      <w:r>
        <w:t>’</w:t>
      </w:r>
      <w:r w:rsidR="004C389C">
        <w:t>il te donne sa parole</w:t>
      </w:r>
      <w:r>
        <w:t xml:space="preserve">, </w:t>
      </w:r>
      <w:r w:rsidR="004C389C">
        <w:t>d</w:t>
      </w:r>
      <w:r w:rsidR="004C389C">
        <w:t>é</w:t>
      </w:r>
      <w:r w:rsidR="004C389C">
        <w:t>tache-le</w:t>
      </w:r>
      <w:r>
        <w:t xml:space="preserve">. </w:t>
      </w:r>
      <w:r w:rsidR="004C389C">
        <w:t>Puis</w:t>
      </w:r>
      <w:r>
        <w:t xml:space="preserve">, </w:t>
      </w:r>
      <w:r w:rsidR="004C389C">
        <w:t>tu me l</w:t>
      </w:r>
      <w:r>
        <w:t>’</w:t>
      </w:r>
      <w:r w:rsidR="004C389C">
        <w:t>amèneras</w:t>
      </w:r>
      <w:r>
        <w:t>.</w:t>
      </w:r>
    </w:p>
    <w:p w14:paraId="0B708EBC" w14:textId="77777777" w:rsidR="004B5A85" w:rsidRDefault="004C389C" w:rsidP="004C389C">
      <w:proofErr w:type="spellStart"/>
      <w:r>
        <w:t>Jorry</w:t>
      </w:r>
      <w:proofErr w:type="spellEnd"/>
      <w:r>
        <w:t xml:space="preserve"> s</w:t>
      </w:r>
      <w:r w:rsidR="004B5A85">
        <w:t>’</w:t>
      </w:r>
      <w:r>
        <w:t>inclina et disparut</w:t>
      </w:r>
      <w:r w:rsidR="004B5A85">
        <w:t>.</w:t>
      </w:r>
    </w:p>
    <w:p w14:paraId="12E820DC" w14:textId="77777777" w:rsidR="004B5A85" w:rsidRDefault="004C389C" w:rsidP="004C389C">
      <w:r>
        <w:t>Le Ravageur se releva et</w:t>
      </w:r>
      <w:r w:rsidR="004B5A85">
        <w:t xml:space="preserve">, </w:t>
      </w:r>
      <w:r>
        <w:t>non sans nervosité</w:t>
      </w:r>
      <w:r w:rsidR="004B5A85">
        <w:t xml:space="preserve">, </w:t>
      </w:r>
      <w:r>
        <w:t>il se mit à marcher de long en large dans le salon qu</w:t>
      </w:r>
      <w:r w:rsidR="004B5A85">
        <w:t>’</w:t>
      </w:r>
      <w:r>
        <w:t>éclairaient trois a</w:t>
      </w:r>
      <w:r>
        <w:t>m</w:t>
      </w:r>
      <w:r>
        <w:t>poules électriques saillantes au plafond</w:t>
      </w:r>
      <w:r w:rsidR="004B5A85">
        <w:t>.</w:t>
      </w:r>
    </w:p>
    <w:p w14:paraId="5B94471A" w14:textId="77777777" w:rsidR="004B5A85" w:rsidRDefault="004C389C" w:rsidP="004C389C">
      <w:r>
        <w:t>Il était évident qu</w:t>
      </w:r>
      <w:r w:rsidR="004B5A85">
        <w:t>’</w:t>
      </w:r>
      <w:r>
        <w:t>il allait prononcer dans sa conversation avec celui qu</w:t>
      </w:r>
      <w:r w:rsidR="004B5A85">
        <w:t>’</w:t>
      </w:r>
      <w:r>
        <w:t>il avait brutalement dépossédé de son comma</w:t>
      </w:r>
      <w:r>
        <w:t>n</w:t>
      </w:r>
      <w:r>
        <w:t>dement</w:t>
      </w:r>
      <w:r w:rsidR="004B5A85">
        <w:t xml:space="preserve">, </w:t>
      </w:r>
      <w:r>
        <w:t>des paroles d</w:t>
      </w:r>
      <w:r w:rsidR="004B5A85">
        <w:t>’</w:t>
      </w:r>
      <w:r>
        <w:t>une extrême gravité</w:t>
      </w:r>
      <w:r w:rsidR="004B5A85">
        <w:t>.</w:t>
      </w:r>
    </w:p>
    <w:p w14:paraId="48604188" w14:textId="77777777" w:rsidR="004B5A85" w:rsidRDefault="004C389C" w:rsidP="004C389C">
      <w:r>
        <w:t>De plus</w:t>
      </w:r>
      <w:r w:rsidR="004B5A85">
        <w:t xml:space="preserve">, </w:t>
      </w:r>
      <w:r>
        <w:t>le Ravageur devait prendre une décision</w:t>
      </w:r>
      <w:r w:rsidR="004B5A85">
        <w:t xml:space="preserve">, </w:t>
      </w:r>
      <w:r>
        <w:t>s</w:t>
      </w:r>
      <w:r w:rsidR="004B5A85">
        <w:t>’</w:t>
      </w:r>
      <w:r>
        <w:t>il ne l</w:t>
      </w:r>
      <w:r w:rsidR="004B5A85">
        <w:t>’</w:t>
      </w:r>
      <w:r>
        <w:t>avait pas encore prise</w:t>
      </w:r>
      <w:r w:rsidR="004B5A85">
        <w:t xml:space="preserve">, </w:t>
      </w:r>
      <w:r>
        <w:t>sur le sort du commandant Martel</w:t>
      </w:r>
      <w:r w:rsidR="004B5A85">
        <w:t xml:space="preserve">, </w:t>
      </w:r>
      <w:r>
        <w:t>de son second et de son équipage</w:t>
      </w:r>
      <w:r w:rsidR="004B5A85">
        <w:t>.</w:t>
      </w:r>
    </w:p>
    <w:p w14:paraId="489FED5E" w14:textId="77777777" w:rsidR="004B5A85" w:rsidRDefault="004C389C" w:rsidP="004C389C">
      <w:r>
        <w:t>Conserver à bord les prisonniers</w:t>
      </w:r>
      <w:r w:rsidR="004B5A85">
        <w:t xml:space="preserve">, </w:t>
      </w:r>
      <w:r>
        <w:t>c</w:t>
      </w:r>
      <w:r w:rsidR="004B5A85">
        <w:t>’</w:t>
      </w:r>
      <w:r>
        <w:t>était immobiliser pour leur garde et leur service deux hommes au moins</w:t>
      </w:r>
      <w:r w:rsidR="004B5A85">
        <w:t xml:space="preserve">, </w:t>
      </w:r>
      <w:r>
        <w:t>pour les quarts de jour et deux autres hommes pour les quarts de nuit</w:t>
      </w:r>
      <w:r w:rsidR="004B5A85">
        <w:t xml:space="preserve">. </w:t>
      </w:r>
      <w:r>
        <w:t>C</w:t>
      </w:r>
      <w:r w:rsidR="004B5A85">
        <w:t>’</w:t>
      </w:r>
      <w:r>
        <w:t>était ensuite surcharger inutilement la chambre de discipline</w:t>
      </w:r>
      <w:r w:rsidR="004B5A85">
        <w:t xml:space="preserve">, </w:t>
      </w:r>
      <w:r>
        <w:t>dont le Ravageur avait besoin pour exécuter certains projets</w:t>
      </w:r>
      <w:r w:rsidR="004B5A85">
        <w:t xml:space="preserve"> ; </w:t>
      </w:r>
      <w:r>
        <w:t>et ce point n</w:t>
      </w:r>
      <w:r w:rsidR="004B5A85">
        <w:t>’</w:t>
      </w:r>
      <w:r>
        <w:t>était pas sans importance</w:t>
      </w:r>
      <w:r w:rsidR="004B5A85">
        <w:t xml:space="preserve">, </w:t>
      </w:r>
      <w:r>
        <w:t>car</w:t>
      </w:r>
      <w:r w:rsidR="004B5A85">
        <w:t xml:space="preserve">, </w:t>
      </w:r>
      <w:r>
        <w:t xml:space="preserve">pour si vaste que fût le </w:t>
      </w:r>
      <w:r>
        <w:rPr>
          <w:i/>
          <w:iCs/>
        </w:rPr>
        <w:t>Nyctalope</w:t>
      </w:r>
      <w:r w:rsidR="004B5A85">
        <w:rPr>
          <w:i/>
          <w:iCs/>
        </w:rPr>
        <w:t xml:space="preserve">, </w:t>
      </w:r>
      <w:r>
        <w:t>l</w:t>
      </w:r>
      <w:r w:rsidR="004B5A85">
        <w:t>’</w:t>
      </w:r>
      <w:r>
        <w:t>espace y était en somme assez restreint</w:t>
      </w:r>
      <w:r w:rsidR="004B5A85">
        <w:t xml:space="preserve">. </w:t>
      </w:r>
      <w:r>
        <w:t>Enfin</w:t>
      </w:r>
      <w:r w:rsidR="004B5A85">
        <w:t xml:space="preserve">, </w:t>
      </w:r>
      <w:r>
        <w:t>c</w:t>
      </w:r>
      <w:r w:rsidR="004B5A85">
        <w:t>’</w:t>
      </w:r>
      <w:r>
        <w:t>était s</w:t>
      </w:r>
      <w:r w:rsidR="004B5A85">
        <w:t>’</w:t>
      </w:r>
      <w:r>
        <w:t xml:space="preserve">exposer à ce que des circonstances </w:t>
      </w:r>
      <w:r>
        <w:lastRenderedPageBreak/>
        <w:t>imprévues vinssent permettre au commandant Martel et à ses hommes de tenter de reprendre le sous-marin</w:t>
      </w:r>
      <w:r w:rsidR="004B5A85">
        <w:t>.</w:t>
      </w:r>
    </w:p>
    <w:p w14:paraId="5E2DA183" w14:textId="77777777" w:rsidR="004B5A85" w:rsidRDefault="004C389C" w:rsidP="004C389C">
      <w:r>
        <w:t>De là un danger permanent qu</w:t>
      </w:r>
      <w:r w:rsidR="004B5A85">
        <w:t>’</w:t>
      </w:r>
      <w:r>
        <w:t>il valait mieux écarter</w:t>
      </w:r>
      <w:r w:rsidR="004B5A85">
        <w:t>.</w:t>
      </w:r>
    </w:p>
    <w:p w14:paraId="0A6913CA" w14:textId="77777777" w:rsidR="004B5A85" w:rsidRDefault="004C389C" w:rsidP="004C389C">
      <w:r>
        <w:t>Mais</w:t>
      </w:r>
      <w:r w:rsidR="004B5A85">
        <w:t xml:space="preserve">, </w:t>
      </w:r>
      <w:r>
        <w:t>d</w:t>
      </w:r>
      <w:r w:rsidR="004B5A85">
        <w:t>’</w:t>
      </w:r>
      <w:r>
        <w:t>autre part</w:t>
      </w:r>
      <w:r w:rsidR="004B5A85">
        <w:t xml:space="preserve">, </w:t>
      </w:r>
      <w:r>
        <w:t>rendre la liberté au commandant Martel aurait de terribles inconvénients</w:t>
      </w:r>
      <w:r w:rsidR="004B5A85">
        <w:t xml:space="preserve">. </w:t>
      </w:r>
      <w:r>
        <w:t>Il était hors de doute que</w:t>
      </w:r>
      <w:r w:rsidR="004B5A85">
        <w:t xml:space="preserve">, </w:t>
      </w:r>
      <w:r>
        <w:t>à peine revenu en France</w:t>
      </w:r>
      <w:r w:rsidR="004B5A85">
        <w:t xml:space="preserve">, </w:t>
      </w:r>
      <w:r>
        <w:t>Ludovic Martel construirait</w:t>
      </w:r>
      <w:r w:rsidR="004B5A85">
        <w:t xml:space="preserve"> (</w:t>
      </w:r>
      <w:r>
        <w:t>et l</w:t>
      </w:r>
      <w:r w:rsidR="004B5A85">
        <w:t>’</w:t>
      </w:r>
      <w:r>
        <w:t>argent et les hommes ne lui manqueraient pas pour cela</w:t>
      </w:r>
      <w:r w:rsidR="004B5A85">
        <w:t xml:space="preserve">, </w:t>
      </w:r>
      <w:r>
        <w:t>car toutes les nations du monde y seraient intéressées</w:t>
      </w:r>
      <w:r w:rsidR="004B5A85">
        <w:t xml:space="preserve">) </w:t>
      </w:r>
      <w:r>
        <w:t>construirait en toute hâte un</w:t>
      </w:r>
      <w:r w:rsidR="004B5A85">
        <w:t xml:space="preserve">, </w:t>
      </w:r>
      <w:r>
        <w:t>deux</w:t>
      </w:r>
      <w:r w:rsidR="004B5A85">
        <w:t xml:space="preserve">, </w:t>
      </w:r>
      <w:r>
        <w:t>trois</w:t>
      </w:r>
      <w:r w:rsidR="004B5A85">
        <w:t xml:space="preserve">, </w:t>
      </w:r>
      <w:r>
        <w:t xml:space="preserve">quatre sous-marins pour faire la chasse au </w:t>
      </w:r>
      <w:r>
        <w:rPr>
          <w:i/>
          <w:iCs/>
        </w:rPr>
        <w:t xml:space="preserve">Nyctalope </w:t>
      </w:r>
      <w:r>
        <w:t>et le détruire</w:t>
      </w:r>
      <w:r w:rsidR="004B5A85">
        <w:t>…</w:t>
      </w:r>
    </w:p>
    <w:p w14:paraId="481241BB" w14:textId="77777777" w:rsidR="004B5A85" w:rsidRDefault="004C389C" w:rsidP="004C389C">
      <w:r>
        <w:t>Hugues de Mauduit</w:t>
      </w:r>
      <w:r w:rsidR="004B5A85">
        <w:t xml:space="preserve">, – </w:t>
      </w:r>
      <w:r>
        <w:t>nous lui conserverons ce nom qu</w:t>
      </w:r>
      <w:r w:rsidR="004B5A85">
        <w:t>’</w:t>
      </w:r>
      <w:r>
        <w:t>il s</w:t>
      </w:r>
      <w:r w:rsidR="004B5A85">
        <w:t>’</w:t>
      </w:r>
      <w:r>
        <w:t>est donné lui-même pour cacher sa véritable identité</w:t>
      </w:r>
      <w:r w:rsidR="004B5A85">
        <w:t xml:space="preserve">, – </w:t>
      </w:r>
      <w:r>
        <w:t>Hugues de Mauduit en était là de ses réflexions</w:t>
      </w:r>
      <w:r w:rsidR="004B5A85">
        <w:t xml:space="preserve">, </w:t>
      </w:r>
      <w:r>
        <w:t>lorsqu</w:t>
      </w:r>
      <w:r w:rsidR="004B5A85">
        <w:t>’</w:t>
      </w:r>
      <w:r>
        <w:t>une porte du salon s</w:t>
      </w:r>
      <w:r w:rsidR="004B5A85">
        <w:t>’</w:t>
      </w:r>
      <w:r>
        <w:t xml:space="preserve">ouvrit et la voix de </w:t>
      </w:r>
      <w:proofErr w:type="spellStart"/>
      <w:r>
        <w:t>Jorry</w:t>
      </w:r>
      <w:proofErr w:type="spellEnd"/>
      <w:r>
        <w:t xml:space="preserve"> annonça</w:t>
      </w:r>
      <w:r w:rsidR="004B5A85">
        <w:t> :</w:t>
      </w:r>
    </w:p>
    <w:p w14:paraId="19418BAC" w14:textId="77777777" w:rsidR="004B5A85" w:rsidRDefault="004B5A85" w:rsidP="004C389C">
      <w:r>
        <w:t>— </w:t>
      </w:r>
      <w:r w:rsidR="004C389C">
        <w:t>Le commandant Martel</w:t>
      </w:r>
      <w:r>
        <w:t> !…</w:t>
      </w:r>
    </w:p>
    <w:p w14:paraId="1F4D17F7" w14:textId="77777777" w:rsidR="004B5A85" w:rsidRDefault="004C389C" w:rsidP="004C389C">
      <w:r>
        <w:t>Et</w:t>
      </w:r>
      <w:r w:rsidR="004B5A85">
        <w:t xml:space="preserve">, </w:t>
      </w:r>
      <w:r>
        <w:t>sur les talons de l</w:t>
      </w:r>
      <w:r w:rsidR="004B5A85">
        <w:t>’</w:t>
      </w:r>
      <w:r>
        <w:t>officier qui entrait d</w:t>
      </w:r>
      <w:r w:rsidR="004B5A85">
        <w:t>’</w:t>
      </w:r>
      <w:r>
        <w:t>un pas rapide</w:t>
      </w:r>
      <w:r w:rsidR="004B5A85">
        <w:t xml:space="preserve">, </w:t>
      </w:r>
      <w:r>
        <w:t>la porte se referma</w:t>
      </w:r>
      <w:r w:rsidR="004B5A85">
        <w:t>.</w:t>
      </w:r>
    </w:p>
    <w:p w14:paraId="08E96938" w14:textId="77777777" w:rsidR="004B5A85" w:rsidRDefault="004C389C" w:rsidP="004C389C">
      <w:r>
        <w:t>Quel regard échangèrent les deux hommes</w:t>
      </w:r>
      <w:r w:rsidR="004B5A85">
        <w:t xml:space="preserve">, </w:t>
      </w:r>
      <w:r>
        <w:t>debout</w:t>
      </w:r>
      <w:r w:rsidR="004B5A85">
        <w:t xml:space="preserve">, </w:t>
      </w:r>
      <w:r>
        <w:t>à trois pas l</w:t>
      </w:r>
      <w:r w:rsidR="004B5A85">
        <w:t>’</w:t>
      </w:r>
      <w:r>
        <w:t>un de l</w:t>
      </w:r>
      <w:r w:rsidR="004B5A85">
        <w:t>’</w:t>
      </w:r>
      <w:r>
        <w:t>autre</w:t>
      </w:r>
      <w:r w:rsidR="004B5A85">
        <w:t> !</w:t>
      </w:r>
    </w:p>
    <w:p w14:paraId="3BF116FF" w14:textId="77777777" w:rsidR="004B5A85" w:rsidRDefault="004C389C" w:rsidP="004C389C">
      <w:r>
        <w:t>Les yeux bleus et tout le visage frémissant de l</w:t>
      </w:r>
      <w:r w:rsidR="004B5A85">
        <w:t>’</w:t>
      </w:r>
      <w:r>
        <w:t>officier fra</w:t>
      </w:r>
      <w:r>
        <w:t>n</w:t>
      </w:r>
      <w:r>
        <w:t>çais exprimaient l</w:t>
      </w:r>
      <w:r w:rsidR="004B5A85">
        <w:t>’</w:t>
      </w:r>
      <w:r>
        <w:t>indignation et la fierté</w:t>
      </w:r>
      <w:r w:rsidR="004B5A85">
        <w:t>.</w:t>
      </w:r>
    </w:p>
    <w:p w14:paraId="07B9B9D3" w14:textId="77777777" w:rsidR="004B5A85" w:rsidRDefault="004C389C" w:rsidP="004C389C">
      <w:r>
        <w:t>Par un effort d</w:t>
      </w:r>
      <w:r w:rsidR="004B5A85">
        <w:t>’</w:t>
      </w:r>
      <w:r>
        <w:t>une admirable énergie</w:t>
      </w:r>
      <w:r w:rsidR="004B5A85">
        <w:t xml:space="preserve">, </w:t>
      </w:r>
      <w:r>
        <w:t>le Ravageur n</w:t>
      </w:r>
      <w:r w:rsidR="004B5A85">
        <w:t>’</w:t>
      </w:r>
      <w:r>
        <w:t>avait dans ses yeux et sur ses traits comme figés qu</w:t>
      </w:r>
      <w:r w:rsidR="004B5A85">
        <w:t>’</w:t>
      </w:r>
      <w:r>
        <w:t>une froideur calme</w:t>
      </w:r>
      <w:r w:rsidR="004B5A85">
        <w:t xml:space="preserve">, </w:t>
      </w:r>
      <w:r>
        <w:t>une expression d</w:t>
      </w:r>
      <w:r w:rsidR="004B5A85">
        <w:t>’</w:t>
      </w:r>
      <w:r>
        <w:t>Inébranlable volonté</w:t>
      </w:r>
      <w:r w:rsidR="004B5A85">
        <w:t>.</w:t>
      </w:r>
    </w:p>
    <w:p w14:paraId="449F0493" w14:textId="77777777" w:rsidR="004B5A85" w:rsidRDefault="004C389C" w:rsidP="004C389C">
      <w:r>
        <w:t>Ces deux hommes</w:t>
      </w:r>
      <w:r w:rsidR="004B5A85">
        <w:t xml:space="preserve">, </w:t>
      </w:r>
      <w:r>
        <w:t>égaux par les plus fortes qualités</w:t>
      </w:r>
      <w:r w:rsidR="004B5A85">
        <w:t xml:space="preserve">, </w:t>
      </w:r>
      <w:r>
        <w:t>mais si différents au point de vue de leur rôle et de leur mentalité</w:t>
      </w:r>
      <w:r w:rsidR="004B5A85">
        <w:t xml:space="preserve">, </w:t>
      </w:r>
      <w:r>
        <w:t>ces deux hommes se dévisagèrent un long moment</w:t>
      </w:r>
      <w:r w:rsidR="004B5A85">
        <w:t xml:space="preserve">, </w:t>
      </w:r>
      <w:r>
        <w:lastRenderedPageBreak/>
        <w:t>sans que les yeux de l</w:t>
      </w:r>
      <w:r w:rsidR="004B5A85">
        <w:t>’</w:t>
      </w:r>
      <w:r>
        <w:t>un fussent troublés ou effrayés par le regard de l</w:t>
      </w:r>
      <w:r w:rsidR="004B5A85">
        <w:t>’</w:t>
      </w:r>
      <w:r>
        <w:t>autre</w:t>
      </w:r>
      <w:r w:rsidR="004B5A85">
        <w:t>.</w:t>
      </w:r>
    </w:p>
    <w:p w14:paraId="64B7170F" w14:textId="77777777" w:rsidR="004B5A85" w:rsidRDefault="004C389C" w:rsidP="004C389C">
      <w:r>
        <w:t>Et tout à coup le duel s</w:t>
      </w:r>
      <w:r w:rsidR="004B5A85">
        <w:t>’</w:t>
      </w:r>
      <w:r>
        <w:t>engagea</w:t>
      </w:r>
      <w:r w:rsidR="004B5A85">
        <w:t>.</w:t>
      </w:r>
    </w:p>
    <w:p w14:paraId="18BDAD43" w14:textId="77777777" w:rsidR="004B5A85" w:rsidRDefault="004C389C" w:rsidP="004C389C">
      <w:r>
        <w:t>Ce fut le commandant Martel qui attaqua le premier</w:t>
      </w:r>
      <w:r w:rsidR="004B5A85">
        <w:t>.</w:t>
      </w:r>
    </w:p>
    <w:p w14:paraId="5B17221D" w14:textId="77777777" w:rsidR="004B5A85" w:rsidRDefault="004B5A85" w:rsidP="004C389C">
      <w:r>
        <w:t>— </w:t>
      </w:r>
      <w:r w:rsidR="004C389C">
        <w:t>Monsieur</w:t>
      </w:r>
      <w:r>
        <w:t xml:space="preserve">, </w:t>
      </w:r>
      <w:r w:rsidR="004C389C">
        <w:t>dit-il d</w:t>
      </w:r>
      <w:r>
        <w:t>’</w:t>
      </w:r>
      <w:r w:rsidR="004C389C">
        <w:t>une voix rude et nette</w:t>
      </w:r>
      <w:r>
        <w:t xml:space="preserve">, </w:t>
      </w:r>
      <w:r w:rsidR="004C389C">
        <w:t>sans un geste</w:t>
      </w:r>
      <w:r>
        <w:t xml:space="preserve">, </w:t>
      </w:r>
      <w:r w:rsidR="004C389C">
        <w:t>monsieur</w:t>
      </w:r>
      <w:r>
        <w:t xml:space="preserve">, </w:t>
      </w:r>
      <w:r w:rsidR="004C389C">
        <w:t>qui êtes-vous</w:t>
      </w:r>
      <w:r>
        <w:t xml:space="preserve"> ? </w:t>
      </w:r>
      <w:r w:rsidR="004C389C">
        <w:t>Que signifie cette inqualifiable agre</w:t>
      </w:r>
      <w:r w:rsidR="004C389C">
        <w:t>s</w:t>
      </w:r>
      <w:r w:rsidR="004C389C">
        <w:t>sion</w:t>
      </w:r>
      <w:r>
        <w:t xml:space="preserve"> ? </w:t>
      </w:r>
      <w:r w:rsidR="004C389C">
        <w:t>Pourquoi</w:t>
      </w:r>
      <w:r>
        <w:t xml:space="preserve">, </w:t>
      </w:r>
      <w:r w:rsidR="004C389C">
        <w:t>au mépris du droit et des lois</w:t>
      </w:r>
      <w:r>
        <w:t xml:space="preserve">, </w:t>
      </w:r>
      <w:r w:rsidR="004C389C">
        <w:t>avez-vous mis à l</w:t>
      </w:r>
      <w:r>
        <w:t>’</w:t>
      </w:r>
      <w:r w:rsidR="004C389C">
        <w:t>état de prisonniers mon équipage et moi-même</w:t>
      </w:r>
      <w:r>
        <w:t xml:space="preserve"> ? </w:t>
      </w:r>
      <w:r w:rsidR="004C389C">
        <w:t>Pourquoi</w:t>
      </w:r>
      <w:r>
        <w:t xml:space="preserve">, </w:t>
      </w:r>
      <w:r w:rsidR="004C389C">
        <w:t>enfin</w:t>
      </w:r>
      <w:r>
        <w:t xml:space="preserve">, </w:t>
      </w:r>
      <w:r w:rsidR="004C389C">
        <w:t>vous êtes-vous emparé</w:t>
      </w:r>
      <w:r>
        <w:t xml:space="preserve">, </w:t>
      </w:r>
      <w:r w:rsidR="004C389C">
        <w:t>par la plus odieuse et la plus br</w:t>
      </w:r>
      <w:r w:rsidR="004C389C">
        <w:t>u</w:t>
      </w:r>
      <w:r w:rsidR="004C389C">
        <w:t>tale des trahisons</w:t>
      </w:r>
      <w:r>
        <w:t xml:space="preserve">, </w:t>
      </w:r>
      <w:r w:rsidR="004C389C">
        <w:t>de ce sous-marin qui est mon œuvre</w:t>
      </w:r>
      <w:r>
        <w:t xml:space="preserve">, </w:t>
      </w:r>
      <w:r w:rsidR="004C389C">
        <w:t>le pr</w:t>
      </w:r>
      <w:r w:rsidR="004C389C">
        <w:t>o</w:t>
      </w:r>
      <w:r w:rsidR="004C389C">
        <w:t>duit du travail de mon cerveau et du labeur de mes mains</w:t>
      </w:r>
      <w:r>
        <w:t xml:space="preserve">, </w:t>
      </w:r>
      <w:r w:rsidR="004C389C">
        <w:t>ce sous-marin que j</w:t>
      </w:r>
      <w:r>
        <w:t>’</w:t>
      </w:r>
      <w:r w:rsidR="004C389C">
        <w:t>ai donné à la France</w:t>
      </w:r>
      <w:r>
        <w:t xml:space="preserve">, </w:t>
      </w:r>
      <w:r w:rsidR="004C389C">
        <w:t>ma patrie</w:t>
      </w:r>
      <w:r>
        <w:t xml:space="preserve">, </w:t>
      </w:r>
      <w:r w:rsidR="004C389C">
        <w:t>et dont la France m</w:t>
      </w:r>
      <w:r>
        <w:t>’</w:t>
      </w:r>
      <w:r w:rsidR="004C389C">
        <w:t>a confié</w:t>
      </w:r>
      <w:r>
        <w:t xml:space="preserve">, </w:t>
      </w:r>
      <w:r w:rsidR="004C389C">
        <w:t>en retour</w:t>
      </w:r>
      <w:r>
        <w:t xml:space="preserve">, </w:t>
      </w:r>
      <w:r w:rsidR="004C389C">
        <w:t>le commandement et la garde</w:t>
      </w:r>
      <w:r>
        <w:t> ?…</w:t>
      </w:r>
    </w:p>
    <w:p w14:paraId="777134DE" w14:textId="77777777" w:rsidR="004B5A85" w:rsidRDefault="004B5A85" w:rsidP="004C389C">
      <w:r>
        <w:t>« </w:t>
      </w:r>
      <w:r w:rsidR="004C389C">
        <w:t>Répondez</w:t>
      </w:r>
      <w:r>
        <w:t xml:space="preserve">, </w:t>
      </w:r>
      <w:r w:rsidR="004C389C">
        <w:t>monsieur</w:t>
      </w:r>
      <w:r>
        <w:t xml:space="preserve"> !… </w:t>
      </w:r>
      <w:r w:rsidR="004C389C">
        <w:t>Matériellement</w:t>
      </w:r>
      <w:r>
        <w:t xml:space="preserve">, </w:t>
      </w:r>
      <w:r w:rsidR="004C389C">
        <w:t>je suis votre pr</w:t>
      </w:r>
      <w:r w:rsidR="004C389C">
        <w:t>i</w:t>
      </w:r>
      <w:r w:rsidR="004C389C">
        <w:t>sonnier</w:t>
      </w:r>
      <w:r>
        <w:t xml:space="preserve">. </w:t>
      </w:r>
      <w:r w:rsidR="004C389C">
        <w:t>Mais</w:t>
      </w:r>
      <w:r>
        <w:t xml:space="preserve">, </w:t>
      </w:r>
      <w:r w:rsidR="004C389C">
        <w:t>en une réalité plus haute</w:t>
      </w:r>
      <w:r>
        <w:t xml:space="preserve">, </w:t>
      </w:r>
      <w:r w:rsidR="004C389C">
        <w:t>c</w:t>
      </w:r>
      <w:r>
        <w:t>’</w:t>
      </w:r>
      <w:r w:rsidR="004C389C">
        <w:t>est moi qui suis le juge et vous qui êtes l</w:t>
      </w:r>
      <w:r>
        <w:t>’</w:t>
      </w:r>
      <w:r w:rsidR="004C389C">
        <w:t>accusé</w:t>
      </w:r>
      <w:r>
        <w:t> !…</w:t>
      </w:r>
    </w:p>
    <w:p w14:paraId="005A04F2" w14:textId="77777777" w:rsidR="004B5A85" w:rsidRDefault="004C389C" w:rsidP="004C389C">
      <w:r>
        <w:t>Ah</w:t>
      </w:r>
      <w:r w:rsidR="004B5A85">
        <w:t xml:space="preserve"> ! </w:t>
      </w:r>
      <w:r>
        <w:t>que cet officier français était beau</w:t>
      </w:r>
      <w:r w:rsidR="004B5A85">
        <w:t> !</w:t>
      </w:r>
    </w:p>
    <w:p w14:paraId="792AC1BF" w14:textId="77777777" w:rsidR="004B5A85" w:rsidRDefault="004C389C" w:rsidP="004C389C">
      <w:r>
        <w:t>Jeune</w:t>
      </w:r>
      <w:r w:rsidR="004B5A85">
        <w:t xml:space="preserve">, </w:t>
      </w:r>
      <w:r>
        <w:t>lui aussi</w:t>
      </w:r>
      <w:r w:rsidR="004B5A85">
        <w:t xml:space="preserve">, </w:t>
      </w:r>
      <w:r>
        <w:t>et vigoureux et comme lumineux d</w:t>
      </w:r>
      <w:r w:rsidR="004B5A85">
        <w:t>’</w:t>
      </w:r>
      <w:r>
        <w:t>intelligence</w:t>
      </w:r>
      <w:r w:rsidR="004B5A85">
        <w:t xml:space="preserve">, </w:t>
      </w:r>
      <w:r>
        <w:t>il parlait avec une telle noblesse</w:t>
      </w:r>
      <w:r w:rsidR="004B5A85">
        <w:t xml:space="preserve">, </w:t>
      </w:r>
      <w:r>
        <w:t>un tel feu d</w:t>
      </w:r>
      <w:r w:rsidR="004B5A85">
        <w:t>’</w:t>
      </w:r>
      <w:r>
        <w:t>indignation et de fierté jaillissait de ses clairs yeux bleus</w:t>
      </w:r>
      <w:r w:rsidR="004B5A85">
        <w:t xml:space="preserve">, </w:t>
      </w:r>
      <w:r>
        <w:t>une telle force émanait de toute sa personne svelte</w:t>
      </w:r>
      <w:r w:rsidR="004B5A85">
        <w:t xml:space="preserve">, </w:t>
      </w:r>
      <w:r>
        <w:t>souple et solide</w:t>
      </w:r>
      <w:r w:rsidR="004B5A85">
        <w:t xml:space="preserve">, </w:t>
      </w:r>
      <w:r>
        <w:t>une si intense autorité enfin semblait irradier de son attitude et même de son uniforme où les galons d</w:t>
      </w:r>
      <w:r w:rsidR="004B5A85">
        <w:t>’</w:t>
      </w:r>
      <w:r>
        <w:t>or brillaient</w:t>
      </w:r>
      <w:r w:rsidR="004B5A85">
        <w:t xml:space="preserve">, </w:t>
      </w:r>
      <w:r>
        <w:t>insignes du commandement</w:t>
      </w:r>
      <w:r w:rsidR="004B5A85">
        <w:t xml:space="preserve">, </w:t>
      </w:r>
      <w:r>
        <w:t>que le Ravageur</w:t>
      </w:r>
      <w:r w:rsidR="004B5A85">
        <w:t xml:space="preserve">, </w:t>
      </w:r>
      <w:r>
        <w:t>debout devant lui</w:t>
      </w:r>
      <w:r w:rsidR="004B5A85">
        <w:t xml:space="preserve">, </w:t>
      </w:r>
      <w:r>
        <w:t>dut</w:t>
      </w:r>
      <w:r w:rsidR="004B5A85">
        <w:t xml:space="preserve">, </w:t>
      </w:r>
      <w:r>
        <w:t>tout au fond de son âme</w:t>
      </w:r>
      <w:r w:rsidR="004B5A85">
        <w:t xml:space="preserve">, </w:t>
      </w:r>
      <w:r>
        <w:t>le respecter et l</w:t>
      </w:r>
      <w:r w:rsidR="004B5A85">
        <w:t>’</w:t>
      </w:r>
      <w:r>
        <w:t>admirer</w:t>
      </w:r>
      <w:r w:rsidR="004B5A85">
        <w:t> !…</w:t>
      </w:r>
    </w:p>
    <w:p w14:paraId="5903E57D" w14:textId="77777777" w:rsidR="004B5A85" w:rsidRDefault="004C389C" w:rsidP="004C389C">
      <w:r>
        <w:t>Mais le Ravageur se taisait</w:t>
      </w:r>
      <w:r w:rsidR="004B5A85">
        <w:t>…</w:t>
      </w:r>
    </w:p>
    <w:p w14:paraId="4665848F" w14:textId="77777777" w:rsidR="004B5A85" w:rsidRDefault="004C389C" w:rsidP="004C389C">
      <w:r>
        <w:t>Le commandant Martel attendit une minute peut-être</w:t>
      </w:r>
      <w:r w:rsidR="004B5A85">
        <w:t xml:space="preserve">, </w:t>
      </w:r>
      <w:r>
        <w:t>puis</w:t>
      </w:r>
      <w:r w:rsidR="004B5A85">
        <w:t xml:space="preserve">, </w:t>
      </w:r>
      <w:r>
        <w:t>toujours aussi net et rude</w:t>
      </w:r>
      <w:r w:rsidR="004B5A85">
        <w:t xml:space="preserve">, </w:t>
      </w:r>
      <w:r>
        <w:t>il reprit</w:t>
      </w:r>
      <w:r w:rsidR="004B5A85">
        <w:t> :</w:t>
      </w:r>
    </w:p>
    <w:p w14:paraId="3FCA97A5" w14:textId="77777777" w:rsidR="004B5A85" w:rsidRDefault="004B5A85" w:rsidP="004C389C">
      <w:r>
        <w:lastRenderedPageBreak/>
        <w:t>— </w:t>
      </w:r>
      <w:r w:rsidR="004C389C">
        <w:t>Monsieur</w:t>
      </w:r>
      <w:r>
        <w:t xml:space="preserve">, </w:t>
      </w:r>
      <w:r w:rsidR="004C389C">
        <w:t>au nom de la France</w:t>
      </w:r>
      <w:r>
        <w:t xml:space="preserve">, </w:t>
      </w:r>
      <w:r w:rsidR="004C389C">
        <w:t>au nom des lois au</w:t>
      </w:r>
      <w:r w:rsidR="004C389C">
        <w:t>x</w:t>
      </w:r>
      <w:r w:rsidR="004C389C">
        <w:t>quelles obéissent tous les peuples civilisés</w:t>
      </w:r>
      <w:r>
        <w:t xml:space="preserve">, </w:t>
      </w:r>
      <w:r w:rsidR="004C389C">
        <w:t>je vous somme de faire délivrer mes hommes et de vous rendre</w:t>
      </w:r>
      <w:r>
        <w:t xml:space="preserve">, </w:t>
      </w:r>
      <w:r w:rsidR="004C389C">
        <w:t>vous et les vôtres</w:t>
      </w:r>
      <w:r>
        <w:t xml:space="preserve">, </w:t>
      </w:r>
      <w:r w:rsidR="004C389C">
        <w:t>dans la chambre de discipline d</w:t>
      </w:r>
      <w:r>
        <w:t>’</w:t>
      </w:r>
      <w:r w:rsidR="004C389C">
        <w:t>où je viens</w:t>
      </w:r>
      <w:r>
        <w:t xml:space="preserve">, </w:t>
      </w:r>
      <w:r w:rsidR="004C389C">
        <w:t>et où vous attendrez que je vous remette aux mains de la justice</w:t>
      </w:r>
      <w:r>
        <w:t xml:space="preserve">, </w:t>
      </w:r>
      <w:r w:rsidR="004C389C">
        <w:t>qui jugera comme il convient votre acte de piraterie</w:t>
      </w:r>
      <w:r>
        <w:t>…</w:t>
      </w:r>
    </w:p>
    <w:p w14:paraId="59DE9AF8" w14:textId="77777777" w:rsidR="004B5A85" w:rsidRDefault="004C389C" w:rsidP="004C389C">
      <w:r>
        <w:t>Cela</w:t>
      </w:r>
      <w:r w:rsidR="004B5A85">
        <w:t xml:space="preserve">, </w:t>
      </w:r>
      <w:r>
        <w:t>c</w:t>
      </w:r>
      <w:r w:rsidR="004B5A85">
        <w:t>’</w:t>
      </w:r>
      <w:r>
        <w:t>était de la bravade</w:t>
      </w:r>
      <w:r w:rsidR="004B5A85">
        <w:t xml:space="preserve">, </w:t>
      </w:r>
      <w:r>
        <w:t>et d</w:t>
      </w:r>
      <w:r w:rsidR="004B5A85">
        <w:t>’</w:t>
      </w:r>
      <w:r>
        <w:t>un courage</w:t>
      </w:r>
      <w:r w:rsidR="004B5A85">
        <w:t xml:space="preserve">, </w:t>
      </w:r>
      <w:r>
        <w:t>d</w:t>
      </w:r>
      <w:r w:rsidR="004B5A85">
        <w:t>’</w:t>
      </w:r>
      <w:r>
        <w:t>une témérité bien français</w:t>
      </w:r>
      <w:r w:rsidR="004B5A85">
        <w:t> !</w:t>
      </w:r>
    </w:p>
    <w:p w14:paraId="36F31BBD" w14:textId="77777777" w:rsidR="004B5A85" w:rsidRDefault="004C389C" w:rsidP="004C389C">
      <w:r>
        <w:t>Alors</w:t>
      </w:r>
      <w:r w:rsidR="004B5A85">
        <w:t xml:space="preserve">, </w:t>
      </w:r>
      <w:r>
        <w:t>le Ravageur se départit de sa froide impassibilité et</w:t>
      </w:r>
      <w:r w:rsidR="004B5A85">
        <w:t xml:space="preserve">, </w:t>
      </w:r>
      <w:r>
        <w:t>souriant avec une hautaine courtoisie</w:t>
      </w:r>
      <w:r w:rsidR="004B5A85">
        <w:t xml:space="preserve">, </w:t>
      </w:r>
      <w:r>
        <w:t>il se laissa tomber dans un fauteuil et dit</w:t>
      </w:r>
      <w:r w:rsidR="004B5A85">
        <w:t xml:space="preserve">, </w:t>
      </w:r>
      <w:r>
        <w:t>en désignant d</w:t>
      </w:r>
      <w:r w:rsidR="004B5A85">
        <w:t>’</w:t>
      </w:r>
      <w:r>
        <w:t>un geste nonchalant un autre fauteuil qui se trouvait devant lui</w:t>
      </w:r>
      <w:r w:rsidR="004B5A85">
        <w:t> :</w:t>
      </w:r>
    </w:p>
    <w:p w14:paraId="57CB8D6F" w14:textId="77777777" w:rsidR="004B5A85" w:rsidRDefault="004B5A85" w:rsidP="004C389C">
      <w:r>
        <w:t>— </w:t>
      </w:r>
      <w:proofErr w:type="spellStart"/>
      <w:r w:rsidR="004C389C">
        <w:t>Veuillez vous</w:t>
      </w:r>
      <w:proofErr w:type="spellEnd"/>
      <w:r w:rsidR="004C389C">
        <w:t xml:space="preserve"> asseoir</w:t>
      </w:r>
      <w:r>
        <w:t xml:space="preserve">, </w:t>
      </w:r>
      <w:r w:rsidR="004C389C">
        <w:t>monsieur</w:t>
      </w:r>
      <w:r>
        <w:t xml:space="preserve">, </w:t>
      </w:r>
      <w:r w:rsidR="004C389C">
        <w:t>et écoutez-moi avec le calme qui convient</w:t>
      </w:r>
      <w:r>
        <w:t xml:space="preserve">, </w:t>
      </w:r>
      <w:r w:rsidR="004C389C">
        <w:t>dans votre situation</w:t>
      </w:r>
      <w:r>
        <w:t xml:space="preserve">, </w:t>
      </w:r>
      <w:r w:rsidR="004C389C">
        <w:t>à un homme raiso</w:t>
      </w:r>
      <w:r w:rsidR="004C389C">
        <w:t>n</w:t>
      </w:r>
      <w:r w:rsidR="004C389C">
        <w:t>nable et pratique</w:t>
      </w:r>
      <w:r>
        <w:t>.</w:t>
      </w:r>
    </w:p>
    <w:p w14:paraId="3ED3D5A7" w14:textId="77777777" w:rsidR="004B5A85" w:rsidRDefault="004B5A85" w:rsidP="004C389C">
      <w:r>
        <w:t>— </w:t>
      </w:r>
      <w:r w:rsidR="004C389C">
        <w:t>Je ne m</w:t>
      </w:r>
      <w:r>
        <w:t>’</w:t>
      </w:r>
      <w:r w:rsidR="004C389C">
        <w:t>assiérai pas</w:t>
      </w:r>
      <w:r>
        <w:t xml:space="preserve">, </w:t>
      </w:r>
      <w:r w:rsidR="004C389C">
        <w:t>monsieur</w:t>
      </w:r>
      <w:r>
        <w:t xml:space="preserve">, </w:t>
      </w:r>
      <w:r w:rsidR="004C389C">
        <w:t>répondit le commandant Martel</w:t>
      </w:r>
      <w:r>
        <w:t xml:space="preserve">. </w:t>
      </w:r>
      <w:r w:rsidR="004C389C">
        <w:t>Je n</w:t>
      </w:r>
      <w:r>
        <w:t>’</w:t>
      </w:r>
      <w:r w:rsidR="004C389C">
        <w:t>ai ni à vous écouter</w:t>
      </w:r>
      <w:r>
        <w:t xml:space="preserve">, </w:t>
      </w:r>
      <w:r w:rsidR="004C389C">
        <w:t>ni à traiter avec vous</w:t>
      </w:r>
      <w:r>
        <w:t xml:space="preserve">. </w:t>
      </w:r>
      <w:r w:rsidR="004C389C">
        <w:t>Me re</w:t>
      </w:r>
      <w:r w:rsidR="004C389C">
        <w:t>n</w:t>
      </w:r>
      <w:r w:rsidR="004C389C">
        <w:t>dez-vous</w:t>
      </w:r>
      <w:r>
        <w:t xml:space="preserve">, </w:t>
      </w:r>
      <w:r w:rsidR="004C389C">
        <w:t>oui ou non</w:t>
      </w:r>
      <w:r>
        <w:t xml:space="preserve">, </w:t>
      </w:r>
      <w:r w:rsidR="004C389C">
        <w:t>le commandement qui m</w:t>
      </w:r>
      <w:r>
        <w:t>’</w:t>
      </w:r>
      <w:r w:rsidR="004C389C">
        <w:t>appartient à mon bord</w:t>
      </w:r>
      <w:r>
        <w:t xml:space="preserve"> ? </w:t>
      </w:r>
      <w:r w:rsidR="004C389C">
        <w:t>Si c</w:t>
      </w:r>
      <w:r>
        <w:t>’</w:t>
      </w:r>
      <w:r w:rsidR="004C389C">
        <w:t>est oui</w:t>
      </w:r>
      <w:r>
        <w:t xml:space="preserve">, </w:t>
      </w:r>
      <w:r w:rsidR="004C389C">
        <w:t>un mot de vous suffit</w:t>
      </w:r>
      <w:r>
        <w:t xml:space="preserve">. </w:t>
      </w:r>
      <w:r w:rsidR="004C389C">
        <w:t>Si c</w:t>
      </w:r>
      <w:r>
        <w:t>’</w:t>
      </w:r>
      <w:r w:rsidR="004C389C">
        <w:t>est non</w:t>
      </w:r>
      <w:r>
        <w:t xml:space="preserve">, </w:t>
      </w:r>
      <w:r w:rsidR="004C389C">
        <w:t>je n</w:t>
      </w:r>
      <w:r>
        <w:t>’</w:t>
      </w:r>
      <w:r w:rsidR="004C389C">
        <w:t>ai pas à discuter</w:t>
      </w:r>
      <w:r>
        <w:t xml:space="preserve">. </w:t>
      </w:r>
      <w:r w:rsidR="004C389C">
        <w:t>Vous êtes alors un pirate</w:t>
      </w:r>
      <w:r>
        <w:t xml:space="preserve">, </w:t>
      </w:r>
      <w:r w:rsidR="004C389C">
        <w:t>un bandit</w:t>
      </w:r>
      <w:r>
        <w:t xml:space="preserve">, </w:t>
      </w:r>
      <w:r w:rsidR="004C389C">
        <w:t>contre les actes duquel</w:t>
      </w:r>
      <w:r>
        <w:t xml:space="preserve">, </w:t>
      </w:r>
      <w:r w:rsidR="004C389C">
        <w:t>moi qui suis seul et sans armes</w:t>
      </w:r>
      <w:r>
        <w:t xml:space="preserve">, </w:t>
      </w:r>
      <w:r w:rsidR="004C389C">
        <w:t>je ne puis que protester</w:t>
      </w:r>
      <w:r>
        <w:t xml:space="preserve">. </w:t>
      </w:r>
      <w:r w:rsidR="004C389C">
        <w:t>Et en ce cas</w:t>
      </w:r>
      <w:r>
        <w:t xml:space="preserve">, </w:t>
      </w:r>
      <w:r w:rsidR="004C389C">
        <w:t>faites de moi ce que vous voudrez</w:t>
      </w:r>
      <w:r>
        <w:t xml:space="preserve">, </w:t>
      </w:r>
      <w:r w:rsidR="004C389C">
        <w:t>mo</w:t>
      </w:r>
      <w:r w:rsidR="004C389C">
        <w:t>n</w:t>
      </w:r>
      <w:r w:rsidR="004C389C">
        <w:t>sieur</w:t>
      </w:r>
      <w:r>
        <w:t>.</w:t>
      </w:r>
    </w:p>
    <w:p w14:paraId="3B5CA266" w14:textId="77777777" w:rsidR="004B5A85" w:rsidRDefault="004B5A85" w:rsidP="004C389C">
      <w:r>
        <w:t>« </w:t>
      </w:r>
      <w:r w:rsidR="004C389C">
        <w:t>Un officier français ne traite pas avec un forban</w:t>
      </w:r>
      <w:r>
        <w:t>.</w:t>
      </w:r>
    </w:p>
    <w:p w14:paraId="7D643EE5" w14:textId="77777777" w:rsidR="004B5A85" w:rsidRDefault="004C389C" w:rsidP="004C389C">
      <w:r>
        <w:t>À ces rudes mais justes paroles</w:t>
      </w:r>
      <w:r w:rsidR="004B5A85">
        <w:t xml:space="preserve">, </w:t>
      </w:r>
      <w:r>
        <w:t>le Ravageur tressaillit et une lueur de colère passa dans ses yeux</w:t>
      </w:r>
      <w:r w:rsidR="004B5A85">
        <w:t xml:space="preserve">. </w:t>
      </w:r>
      <w:r>
        <w:t>Mais ce ne fut qu</w:t>
      </w:r>
      <w:r w:rsidR="004B5A85">
        <w:t>’</w:t>
      </w:r>
      <w:r>
        <w:t>un éclair</w:t>
      </w:r>
      <w:r w:rsidR="004B5A85">
        <w:t>.</w:t>
      </w:r>
    </w:p>
    <w:p w14:paraId="3A98FABF" w14:textId="77777777" w:rsidR="004B5A85" w:rsidRDefault="004B5A85" w:rsidP="004C389C">
      <w:r>
        <w:t>— </w:t>
      </w:r>
      <w:r w:rsidR="004C389C">
        <w:t>Monsieur</w:t>
      </w:r>
      <w:r>
        <w:t xml:space="preserve">, </w:t>
      </w:r>
      <w:r w:rsidR="004C389C">
        <w:t>dit-il avec un calme effrayant</w:t>
      </w:r>
      <w:r>
        <w:t xml:space="preserve">, </w:t>
      </w:r>
      <w:r w:rsidR="004C389C">
        <w:t>puisque vous ne voulez pas vous asseoir</w:t>
      </w:r>
      <w:r>
        <w:t xml:space="preserve">, </w:t>
      </w:r>
      <w:r w:rsidR="004C389C">
        <w:t>c</w:t>
      </w:r>
      <w:r>
        <w:t>’</w:t>
      </w:r>
      <w:r w:rsidR="004C389C">
        <w:t xml:space="preserve">est debout que vous </w:t>
      </w:r>
      <w:r w:rsidR="004C389C">
        <w:lastRenderedPageBreak/>
        <w:t>m</w:t>
      </w:r>
      <w:r>
        <w:t>’</w:t>
      </w:r>
      <w:r w:rsidR="004C389C">
        <w:t>entendrez</w:t>
      </w:r>
      <w:r>
        <w:t xml:space="preserve">. </w:t>
      </w:r>
      <w:r w:rsidR="004C389C">
        <w:t>Si vous n</w:t>
      </w:r>
      <w:r>
        <w:t>’</w:t>
      </w:r>
      <w:r w:rsidR="004C389C">
        <w:t>avez pas à discuter avec un forban</w:t>
      </w:r>
      <w:r>
        <w:t xml:space="preserve">, </w:t>
      </w:r>
      <w:r w:rsidR="004C389C">
        <w:t>je n</w:t>
      </w:r>
      <w:r>
        <w:t>’</w:t>
      </w:r>
      <w:r w:rsidR="004C389C">
        <w:t>ai pas à répondre</w:t>
      </w:r>
      <w:r>
        <w:t xml:space="preserve">, </w:t>
      </w:r>
      <w:r w:rsidR="004C389C">
        <w:t>moi</w:t>
      </w:r>
      <w:r>
        <w:t xml:space="preserve">, </w:t>
      </w:r>
      <w:r w:rsidR="004C389C">
        <w:t>aux questions de mon prisonnier</w:t>
      </w:r>
      <w:r>
        <w:t>.</w:t>
      </w:r>
    </w:p>
    <w:p w14:paraId="19B0E2E9" w14:textId="77777777" w:rsidR="004B5A85" w:rsidRDefault="004B5A85" w:rsidP="004C389C">
      <w:r>
        <w:t>« </w:t>
      </w:r>
      <w:r w:rsidR="004C389C">
        <w:t>J</w:t>
      </w:r>
      <w:r>
        <w:t>’</w:t>
      </w:r>
      <w:r w:rsidR="004C389C">
        <w:t>avais l</w:t>
      </w:r>
      <w:r>
        <w:t>’</w:t>
      </w:r>
      <w:r w:rsidR="004C389C">
        <w:t>intention de causer avec vous</w:t>
      </w:r>
      <w:r>
        <w:t xml:space="preserve">. </w:t>
      </w:r>
      <w:r w:rsidR="004C389C">
        <w:t>Votre attitude me dicte une conduite tout autre</w:t>
      </w:r>
      <w:r>
        <w:t>.</w:t>
      </w:r>
    </w:p>
    <w:p w14:paraId="6D4B31E8" w14:textId="77777777" w:rsidR="004B5A85" w:rsidRDefault="004B5A85" w:rsidP="004C389C">
      <w:r>
        <w:t>« </w:t>
      </w:r>
      <w:r w:rsidR="004C389C">
        <w:t>Sachez donc que j</w:t>
      </w:r>
      <w:r>
        <w:t>’</w:t>
      </w:r>
      <w:r w:rsidR="004C389C">
        <w:t>ai pu photographier en secret</w:t>
      </w:r>
      <w:r>
        <w:t xml:space="preserve">, </w:t>
      </w:r>
      <w:r w:rsidR="004C389C">
        <w:t>au m</w:t>
      </w:r>
      <w:r w:rsidR="004C389C">
        <w:t>i</w:t>
      </w:r>
      <w:r w:rsidR="004C389C">
        <w:t>nistère de la Marine</w:t>
      </w:r>
      <w:r>
        <w:t xml:space="preserve">, </w:t>
      </w:r>
      <w:r w:rsidR="004C389C">
        <w:t>les plans de votre sous-marin</w:t>
      </w:r>
      <w:r>
        <w:t xml:space="preserve">, </w:t>
      </w:r>
      <w:r w:rsidR="004C389C">
        <w:t>que j</w:t>
      </w:r>
      <w:r>
        <w:t>’</w:t>
      </w:r>
      <w:r w:rsidR="004C389C">
        <w:t>en ai lu la description technique et que moi</w:t>
      </w:r>
      <w:r>
        <w:t xml:space="preserve">, </w:t>
      </w:r>
      <w:r w:rsidR="004C389C">
        <w:t>ingénieur comme vous</w:t>
      </w:r>
      <w:r>
        <w:t xml:space="preserve">, </w:t>
      </w:r>
      <w:r w:rsidR="004C389C">
        <w:t>je le connais aussi bien que vous-même</w:t>
      </w:r>
      <w:r>
        <w:t>.</w:t>
      </w:r>
    </w:p>
    <w:p w14:paraId="71ABD7B0" w14:textId="77777777" w:rsidR="004B5A85" w:rsidRDefault="004B5A85" w:rsidP="004C389C">
      <w:r>
        <w:t>« </w:t>
      </w:r>
      <w:r w:rsidR="004C389C">
        <w:t>Les hommes que j</w:t>
      </w:r>
      <w:r>
        <w:t>’</w:t>
      </w:r>
      <w:r w:rsidR="004C389C">
        <w:t>ai amenés sont des mécaniciens</w:t>
      </w:r>
      <w:r>
        <w:t xml:space="preserve">, </w:t>
      </w:r>
      <w:r w:rsidR="004C389C">
        <w:t>des électriciens</w:t>
      </w:r>
      <w:r>
        <w:t xml:space="preserve">, </w:t>
      </w:r>
      <w:r w:rsidR="004C389C">
        <w:t>des marins modernes de premier ordre</w:t>
      </w:r>
      <w:r>
        <w:t xml:space="preserve">. </w:t>
      </w:r>
      <w:r w:rsidR="004C389C">
        <w:t>Et</w:t>
      </w:r>
      <w:r>
        <w:t xml:space="preserve">, </w:t>
      </w:r>
      <w:r w:rsidR="004C389C">
        <w:t>de plus</w:t>
      </w:r>
      <w:r>
        <w:t xml:space="preserve">, </w:t>
      </w:r>
      <w:r w:rsidR="004C389C">
        <w:t>ayant voué comme moi une haine mortelle à la société</w:t>
      </w:r>
      <w:r>
        <w:t xml:space="preserve">, </w:t>
      </w:r>
      <w:r w:rsidR="004C389C">
        <w:t>ils me sont attachés jusqu</w:t>
      </w:r>
      <w:r>
        <w:t>’</w:t>
      </w:r>
      <w:r w:rsidR="004C389C">
        <w:t>à la mort</w:t>
      </w:r>
      <w:r>
        <w:t xml:space="preserve">, – </w:t>
      </w:r>
      <w:r w:rsidR="004C389C">
        <w:t>je dirai mieux</w:t>
      </w:r>
      <w:r>
        <w:t xml:space="preserve">, – </w:t>
      </w:r>
      <w:r w:rsidR="004C389C">
        <w:t>jusqu</w:t>
      </w:r>
      <w:r>
        <w:t>’</w:t>
      </w:r>
      <w:r w:rsidR="004C389C">
        <w:t>à ce que vous appelez</w:t>
      </w:r>
      <w:r>
        <w:t xml:space="preserve">, </w:t>
      </w:r>
      <w:r w:rsidR="004C389C">
        <w:t>vous</w:t>
      </w:r>
      <w:r>
        <w:t xml:space="preserve">, </w:t>
      </w:r>
      <w:r w:rsidR="004C389C">
        <w:t>le crime</w:t>
      </w:r>
      <w:r>
        <w:t xml:space="preserve">, </w:t>
      </w:r>
      <w:r w:rsidR="004C389C">
        <w:t>et que nous appelons</w:t>
      </w:r>
      <w:r>
        <w:t xml:space="preserve">, </w:t>
      </w:r>
      <w:r w:rsidR="004C389C">
        <w:t>nous</w:t>
      </w:r>
      <w:r>
        <w:t xml:space="preserve">, </w:t>
      </w:r>
      <w:r w:rsidR="004C389C">
        <w:t>la ve</w:t>
      </w:r>
      <w:r w:rsidR="004C389C">
        <w:t>n</w:t>
      </w:r>
      <w:r w:rsidR="004C389C">
        <w:t>geance</w:t>
      </w:r>
      <w:r>
        <w:t> !…</w:t>
      </w:r>
    </w:p>
    <w:p w14:paraId="57E7DE95" w14:textId="77777777" w:rsidR="004B5A85" w:rsidRDefault="004B5A85" w:rsidP="004C389C">
      <w:r>
        <w:t>« </w:t>
      </w:r>
      <w:r w:rsidR="004C389C">
        <w:t>Ne m</w:t>
      </w:r>
      <w:r>
        <w:t>’</w:t>
      </w:r>
      <w:r w:rsidR="004C389C">
        <w:t>interrompez pas monsieur</w:t>
      </w:r>
      <w:r>
        <w:t> !</w:t>
      </w:r>
    </w:p>
    <w:p w14:paraId="067DB88D" w14:textId="77777777" w:rsidR="004B5A85" w:rsidRDefault="004B5A85" w:rsidP="004C389C">
      <w:r>
        <w:t>« </w:t>
      </w:r>
      <w:r w:rsidR="004C389C">
        <w:t>C</w:t>
      </w:r>
      <w:r>
        <w:t>’</w:t>
      </w:r>
      <w:r w:rsidR="004C389C">
        <w:t>est vous dire que</w:t>
      </w:r>
      <w:r>
        <w:t xml:space="preserve">, </w:t>
      </w:r>
      <w:r w:rsidR="004C389C">
        <w:t xml:space="preserve">maître je suis à bord du </w:t>
      </w:r>
      <w:r w:rsidR="004C389C">
        <w:rPr>
          <w:i/>
          <w:iCs/>
        </w:rPr>
        <w:t>Nyctalope</w:t>
      </w:r>
      <w:r>
        <w:rPr>
          <w:i/>
          <w:iCs/>
        </w:rPr>
        <w:t xml:space="preserve">, </w:t>
      </w:r>
      <w:r w:rsidR="004C389C">
        <w:t>maître je resterai</w:t>
      </w:r>
      <w:r>
        <w:t>.</w:t>
      </w:r>
    </w:p>
    <w:p w14:paraId="305CBF56" w14:textId="77777777" w:rsidR="004B5A85" w:rsidRDefault="004B5A85" w:rsidP="004C389C">
      <w:r>
        <w:t>« </w:t>
      </w:r>
      <w:r w:rsidR="004C389C">
        <w:t>Et puisqu</w:t>
      </w:r>
      <w:r>
        <w:t>’</w:t>
      </w:r>
      <w:r w:rsidR="004C389C">
        <w:t>il n</w:t>
      </w:r>
      <w:r>
        <w:t>’</w:t>
      </w:r>
      <w:r w:rsidR="004C389C">
        <w:t>y a pas de transaction possible avec vous</w:t>
      </w:r>
      <w:r>
        <w:t xml:space="preserve">, </w:t>
      </w:r>
      <w:r w:rsidR="004C389C">
        <w:t>voici ce que je décide</w:t>
      </w:r>
      <w:r>
        <w:t> :</w:t>
      </w:r>
    </w:p>
    <w:p w14:paraId="341F4769" w14:textId="77777777" w:rsidR="004B5A85" w:rsidRDefault="004B5A85" w:rsidP="004C389C">
      <w:r>
        <w:t>« </w:t>
      </w:r>
      <w:r w:rsidR="004C389C">
        <w:t>Je pourrais vous envoyer</w:t>
      </w:r>
      <w:r>
        <w:t xml:space="preserve">, </w:t>
      </w:r>
      <w:r w:rsidR="004C389C">
        <w:t>vous et vos hommes</w:t>
      </w:r>
      <w:r>
        <w:t xml:space="preserve">, </w:t>
      </w:r>
      <w:r w:rsidR="004C389C">
        <w:t>par le tube de lancement des torpilles</w:t>
      </w:r>
      <w:r>
        <w:t xml:space="preserve">, </w:t>
      </w:r>
      <w:r w:rsidR="004C389C">
        <w:t>à la surface de la mer</w:t>
      </w:r>
      <w:r>
        <w:t xml:space="preserve">, </w:t>
      </w:r>
      <w:r w:rsidR="004C389C">
        <w:t>où vous vous arrangeriez comme vous pourriez avec la mort ou avec la vie</w:t>
      </w:r>
      <w:r>
        <w:t>.</w:t>
      </w:r>
    </w:p>
    <w:p w14:paraId="2F677853" w14:textId="77777777" w:rsidR="004B5A85" w:rsidRDefault="004B5A85" w:rsidP="004C389C">
      <w:r>
        <w:t>« </w:t>
      </w:r>
      <w:r w:rsidR="004C389C">
        <w:t>Je serai généreux</w:t>
      </w:r>
      <w:r>
        <w:t xml:space="preserve">. </w:t>
      </w:r>
      <w:r w:rsidR="004C389C">
        <w:t>Je ne vous condamnerai pas à la mort immédiate</w:t>
      </w:r>
      <w:r>
        <w:t>.</w:t>
      </w:r>
    </w:p>
    <w:p w14:paraId="558F7BA8" w14:textId="77777777" w:rsidR="004B5A85" w:rsidRDefault="004B5A85" w:rsidP="004C389C">
      <w:r>
        <w:t>« </w:t>
      </w:r>
      <w:r w:rsidR="004C389C">
        <w:t>Dans les contrées les moins parcourues de l</w:t>
      </w:r>
      <w:r>
        <w:t>’</w:t>
      </w:r>
      <w:r w:rsidR="004C389C">
        <w:t>océan Pac</w:t>
      </w:r>
      <w:r w:rsidR="004C389C">
        <w:t>i</w:t>
      </w:r>
      <w:r w:rsidR="004C389C">
        <w:t>fique</w:t>
      </w:r>
      <w:r>
        <w:t xml:space="preserve">, </w:t>
      </w:r>
      <w:r w:rsidR="004C389C">
        <w:t>il y a encore des îles désertes</w:t>
      </w:r>
      <w:r>
        <w:t xml:space="preserve">. </w:t>
      </w:r>
      <w:r w:rsidR="004C389C">
        <w:t>Je choisirai la plus isolée</w:t>
      </w:r>
      <w:r>
        <w:t xml:space="preserve">, </w:t>
      </w:r>
      <w:r w:rsidR="004C389C">
        <w:t>et votre équipage y sera abandonné</w:t>
      </w:r>
      <w:r>
        <w:t>.</w:t>
      </w:r>
    </w:p>
    <w:p w14:paraId="7C67888B" w14:textId="77777777" w:rsidR="004B5A85" w:rsidRDefault="004B5A85" w:rsidP="004C389C">
      <w:r>
        <w:lastRenderedPageBreak/>
        <w:t>« </w:t>
      </w:r>
      <w:r w:rsidR="004C389C">
        <w:t>Quant à vous</w:t>
      </w:r>
      <w:r>
        <w:t xml:space="preserve">, </w:t>
      </w:r>
      <w:r w:rsidR="004C389C">
        <w:t>je lierai votre sort au mien</w:t>
      </w:r>
      <w:r>
        <w:t xml:space="preserve">. </w:t>
      </w:r>
      <w:r w:rsidR="004C389C">
        <w:t>Vous resterez ici mon prisonnier</w:t>
      </w:r>
      <w:r>
        <w:t xml:space="preserve">. </w:t>
      </w:r>
      <w:r w:rsidR="004C389C">
        <w:t>Je vous laisserai</w:t>
      </w:r>
      <w:r>
        <w:t xml:space="preserve">, </w:t>
      </w:r>
      <w:r w:rsidR="004C389C">
        <w:t>pour vous servir</w:t>
      </w:r>
      <w:r>
        <w:t xml:space="preserve">, </w:t>
      </w:r>
      <w:r w:rsidR="004C389C">
        <w:t>le mousse qui fait partie de votre équipage</w:t>
      </w:r>
      <w:r>
        <w:t xml:space="preserve">. </w:t>
      </w:r>
      <w:r w:rsidR="004C389C">
        <w:t xml:space="preserve">Et puisque le </w:t>
      </w:r>
      <w:r w:rsidR="004C389C">
        <w:rPr>
          <w:i/>
          <w:iCs/>
        </w:rPr>
        <w:t xml:space="preserve">Nyctalope </w:t>
      </w:r>
      <w:r w:rsidR="004C389C">
        <w:t>est votre œuvre</w:t>
      </w:r>
      <w:r>
        <w:t xml:space="preserve">, </w:t>
      </w:r>
      <w:r w:rsidR="004C389C">
        <w:t>réjouissez-vous</w:t>
      </w:r>
      <w:r>
        <w:t xml:space="preserve">, </w:t>
      </w:r>
      <w:r w:rsidR="004C389C">
        <w:t>monsieur</w:t>
      </w:r>
      <w:r>
        <w:t xml:space="preserve">, </w:t>
      </w:r>
      <w:r w:rsidR="004C389C">
        <w:t xml:space="preserve">vous ne quitterez pas le </w:t>
      </w:r>
      <w:r w:rsidR="004C389C">
        <w:rPr>
          <w:i/>
          <w:iCs/>
        </w:rPr>
        <w:t>Nyctalope</w:t>
      </w:r>
      <w:r>
        <w:rPr>
          <w:i/>
          <w:iCs/>
        </w:rPr>
        <w:t xml:space="preserve">. </w:t>
      </w:r>
      <w:r w:rsidR="004C389C">
        <w:t>Vous vivrez autant qu</w:t>
      </w:r>
      <w:r>
        <w:t>’</w:t>
      </w:r>
      <w:r w:rsidR="004C389C">
        <w:t>il vivra et vous mourrez avec lui</w:t>
      </w:r>
      <w:r>
        <w:t>.</w:t>
      </w:r>
    </w:p>
    <w:p w14:paraId="10B26FBE" w14:textId="77777777" w:rsidR="004B5A85" w:rsidRDefault="004B5A85" w:rsidP="004C389C">
      <w:r>
        <w:t>« </w:t>
      </w:r>
      <w:r w:rsidR="004C389C">
        <w:t>Adieu</w:t>
      </w:r>
      <w:r>
        <w:t xml:space="preserve">, </w:t>
      </w:r>
      <w:r w:rsidR="004C389C">
        <w:t>monsieur</w:t>
      </w:r>
      <w:r>
        <w:t> !</w:t>
      </w:r>
    </w:p>
    <w:p w14:paraId="40722E9C" w14:textId="77777777" w:rsidR="004B5A85" w:rsidRDefault="004C389C" w:rsidP="004C389C">
      <w:r>
        <w:t>En prononçant ces paroles avec une formidable ironie</w:t>
      </w:r>
      <w:r w:rsidR="004B5A85">
        <w:t xml:space="preserve">, </w:t>
      </w:r>
      <w:r>
        <w:t>le Ravageur s</w:t>
      </w:r>
      <w:r w:rsidR="004B5A85">
        <w:t>’</w:t>
      </w:r>
      <w:r>
        <w:t>était levé</w:t>
      </w:r>
      <w:r w:rsidR="004B5A85">
        <w:t xml:space="preserve">. </w:t>
      </w:r>
      <w:r>
        <w:t>De l</w:t>
      </w:r>
      <w:r w:rsidR="004B5A85">
        <w:t>’</w:t>
      </w:r>
      <w:r>
        <w:t>index il avait appuyé deux fois sur un bouton d</w:t>
      </w:r>
      <w:r w:rsidR="004B5A85">
        <w:t>’</w:t>
      </w:r>
      <w:r>
        <w:t>ivoire</w:t>
      </w:r>
      <w:r w:rsidR="004B5A85">
        <w:t xml:space="preserve">. </w:t>
      </w:r>
      <w:proofErr w:type="spellStart"/>
      <w:r>
        <w:t>Jorry</w:t>
      </w:r>
      <w:proofErr w:type="spellEnd"/>
      <w:r>
        <w:t xml:space="preserve"> et un autre homme étaient aussitôt e</w:t>
      </w:r>
      <w:r>
        <w:t>n</w:t>
      </w:r>
      <w:r>
        <w:t>trés</w:t>
      </w:r>
      <w:r w:rsidR="004B5A85">
        <w:t>.</w:t>
      </w:r>
    </w:p>
    <w:p w14:paraId="0EFA8958" w14:textId="77777777" w:rsidR="004B5A85" w:rsidRDefault="004C389C" w:rsidP="004C389C">
      <w:r>
        <w:t>Sur un geste du Ravageur</w:t>
      </w:r>
      <w:r w:rsidR="004B5A85">
        <w:t xml:space="preserve">, </w:t>
      </w:r>
      <w:r>
        <w:t>alors qu</w:t>
      </w:r>
      <w:r w:rsidR="004B5A85">
        <w:t>’</w:t>
      </w:r>
      <w:r>
        <w:t xml:space="preserve">il avait jeté le mot </w:t>
      </w:r>
      <w:r w:rsidR="004B5A85">
        <w:t>« </w:t>
      </w:r>
      <w:r>
        <w:t>adieu</w:t>
      </w:r>
      <w:r w:rsidR="004B5A85">
        <w:t xml:space="preserve"> ! », </w:t>
      </w:r>
      <w:r>
        <w:t>tous deux bondirent sur le commandant Martel et</w:t>
      </w:r>
      <w:r w:rsidR="004B5A85">
        <w:t xml:space="preserve">, </w:t>
      </w:r>
      <w:r>
        <w:t>avant qu</w:t>
      </w:r>
      <w:r w:rsidR="004B5A85">
        <w:t>’</w:t>
      </w:r>
      <w:r>
        <w:t>il pût même se rendre compte de ce qui lui arrivait</w:t>
      </w:r>
      <w:r w:rsidR="004B5A85">
        <w:t xml:space="preserve">, </w:t>
      </w:r>
      <w:r>
        <w:t>ils l</w:t>
      </w:r>
      <w:r w:rsidR="004B5A85">
        <w:t>’</w:t>
      </w:r>
      <w:r>
        <w:t>avaient entraîné hors du salon</w:t>
      </w:r>
      <w:r w:rsidR="004B5A85">
        <w:t>.</w:t>
      </w:r>
    </w:p>
    <w:p w14:paraId="3C4B6C80" w14:textId="77777777" w:rsidR="004B5A85" w:rsidRDefault="004C389C" w:rsidP="004C389C">
      <w:r>
        <w:t>Le drame</w:t>
      </w:r>
      <w:r w:rsidR="004B5A85">
        <w:t xml:space="preserve">, – </w:t>
      </w:r>
      <w:r>
        <w:t>drame plus terrible dans ses conséquences immédiates</w:t>
      </w:r>
      <w:r w:rsidR="004B5A85">
        <w:t xml:space="preserve">, </w:t>
      </w:r>
      <w:r>
        <w:t>prochaines et futures</w:t>
      </w:r>
      <w:r w:rsidR="004B5A85">
        <w:t xml:space="preserve">, </w:t>
      </w:r>
      <w:r>
        <w:t>que la plus effroyable des collisions sanglantes</w:t>
      </w:r>
      <w:r w:rsidR="004B5A85">
        <w:t xml:space="preserve">, – </w:t>
      </w:r>
      <w:r>
        <w:t>le drame était accompli</w:t>
      </w:r>
      <w:r w:rsidR="004B5A85">
        <w:t>.</w:t>
      </w:r>
    </w:p>
    <w:p w14:paraId="4FF4D9E2" w14:textId="77777777" w:rsidR="004B5A85" w:rsidRDefault="004C389C" w:rsidP="004C389C">
      <w:r>
        <w:t xml:space="preserve">Le sous-marin </w:t>
      </w:r>
      <w:r>
        <w:rPr>
          <w:i/>
          <w:iCs/>
        </w:rPr>
        <w:t>Le Nyctalope</w:t>
      </w:r>
      <w:r w:rsidR="004B5A85">
        <w:rPr>
          <w:i/>
          <w:iCs/>
        </w:rPr>
        <w:t xml:space="preserve">, </w:t>
      </w:r>
      <w:r>
        <w:t>engin de guerre unique au monde</w:t>
      </w:r>
      <w:r w:rsidR="004B5A85">
        <w:t xml:space="preserve">, </w:t>
      </w:r>
      <w:r>
        <w:t>et l</w:t>
      </w:r>
      <w:r w:rsidR="004B5A85">
        <w:t>’</w:t>
      </w:r>
      <w:r>
        <w:t>officier génial qui l</w:t>
      </w:r>
      <w:r w:rsidR="004B5A85">
        <w:t>’</w:t>
      </w:r>
      <w:r>
        <w:t>avait conçu et construit</w:t>
      </w:r>
      <w:r w:rsidR="004B5A85">
        <w:t xml:space="preserve">, </w:t>
      </w:r>
      <w:r>
        <w:t>étaient au pouvoir d</w:t>
      </w:r>
      <w:r w:rsidR="004B5A85">
        <w:t>’</w:t>
      </w:r>
      <w:r>
        <w:t>un homme mystérieux</w:t>
      </w:r>
      <w:r w:rsidR="004B5A85">
        <w:t xml:space="preserve">, </w:t>
      </w:r>
      <w:r>
        <w:t>d</w:t>
      </w:r>
      <w:r w:rsidR="004B5A85">
        <w:t>’</w:t>
      </w:r>
      <w:r>
        <w:t>un énigmatique ennemi de la société qui se donnait à lui-même</w:t>
      </w:r>
      <w:r w:rsidR="004B5A85">
        <w:t xml:space="preserve">, </w:t>
      </w:r>
      <w:r>
        <w:t>avec une mission de d</w:t>
      </w:r>
      <w:r>
        <w:t>é</w:t>
      </w:r>
      <w:r>
        <w:t>vastation et de vengeance</w:t>
      </w:r>
      <w:r w:rsidR="004B5A85">
        <w:t xml:space="preserve">, </w:t>
      </w:r>
      <w:r>
        <w:t xml:space="preserve">le nom sinistrement évocateur de </w:t>
      </w:r>
      <w:r w:rsidR="004B5A85">
        <w:t>« </w:t>
      </w:r>
      <w:r>
        <w:t>Ravageur du Monde</w:t>
      </w:r>
      <w:r w:rsidR="004B5A85">
        <w:t> ».</w:t>
      </w:r>
    </w:p>
    <w:p w14:paraId="0A7B8C42" w14:textId="348E3E32" w:rsidR="004C389C" w:rsidRDefault="004C389C" w:rsidP="004B5A85">
      <w:pPr>
        <w:pStyle w:val="Titre1"/>
      </w:pPr>
      <w:bookmarkStart w:id="1" w:name="__RefHeading__3_1003869823"/>
      <w:bookmarkStart w:id="2" w:name="_Toc202462462"/>
      <w:bookmarkEnd w:id="1"/>
      <w:r>
        <w:lastRenderedPageBreak/>
        <w:t>CHAPITRE II</w:t>
      </w:r>
      <w:r>
        <w:br/>
      </w:r>
      <w:r>
        <w:br/>
        <w:t>PIERROT L</w:t>
      </w:r>
      <w:r w:rsidR="004B5A85">
        <w:t>’</w:t>
      </w:r>
      <w:r>
        <w:t>ÉCUREUIL</w:t>
      </w:r>
      <w:bookmarkEnd w:id="2"/>
    </w:p>
    <w:p w14:paraId="5B9BD8AC" w14:textId="77777777" w:rsidR="004B5A85" w:rsidRDefault="004C389C" w:rsidP="004C389C">
      <w:r>
        <w:t>Resté seul</w:t>
      </w:r>
      <w:r w:rsidR="004B5A85">
        <w:t xml:space="preserve">, </w:t>
      </w:r>
      <w:r>
        <w:t>Hugues de Mauduit demeura plus d</w:t>
      </w:r>
      <w:r w:rsidR="004B5A85">
        <w:t>’</w:t>
      </w:r>
      <w:r>
        <w:t>une heure dans son fauteuil</w:t>
      </w:r>
      <w:r w:rsidR="004B5A85">
        <w:t xml:space="preserve">, </w:t>
      </w:r>
      <w:r>
        <w:t>les yeux fixes</w:t>
      </w:r>
      <w:r w:rsidR="004B5A85">
        <w:t xml:space="preserve">, </w:t>
      </w:r>
      <w:r>
        <w:t>plongé dans une rêverie s</w:t>
      </w:r>
      <w:r>
        <w:t>i</w:t>
      </w:r>
      <w:r>
        <w:t>nistre</w:t>
      </w:r>
      <w:r w:rsidR="004B5A85">
        <w:t xml:space="preserve">. </w:t>
      </w:r>
      <w:r>
        <w:t>Soudain</w:t>
      </w:r>
      <w:r w:rsidR="004B5A85">
        <w:t xml:space="preserve">, </w:t>
      </w:r>
      <w:r>
        <w:t>il fit un geste sec</w:t>
      </w:r>
      <w:r w:rsidR="004B5A85">
        <w:t xml:space="preserve">, </w:t>
      </w:r>
      <w:r>
        <w:t>comme s</w:t>
      </w:r>
      <w:r w:rsidR="004B5A85">
        <w:t>’</w:t>
      </w:r>
      <w:r>
        <w:t>il concluait en pr</w:t>
      </w:r>
      <w:r>
        <w:t>e</w:t>
      </w:r>
      <w:r>
        <w:t>nant une décision définitive</w:t>
      </w:r>
      <w:r w:rsidR="004B5A85">
        <w:t xml:space="preserve">, </w:t>
      </w:r>
      <w:r>
        <w:t>et il se leva</w:t>
      </w:r>
      <w:r w:rsidR="004B5A85">
        <w:t>.</w:t>
      </w:r>
    </w:p>
    <w:p w14:paraId="58A76EF6" w14:textId="77777777" w:rsidR="004B5A85" w:rsidRDefault="004C389C" w:rsidP="004C389C">
      <w:r>
        <w:t>Il alla à la paroi</w:t>
      </w:r>
      <w:r w:rsidR="004B5A85">
        <w:t xml:space="preserve">, </w:t>
      </w:r>
      <w:r>
        <w:t>s</w:t>
      </w:r>
      <w:r w:rsidR="004B5A85">
        <w:t>’</w:t>
      </w:r>
      <w:r>
        <w:t>arrêta devant la plaque d</w:t>
      </w:r>
      <w:r w:rsidR="004B5A85">
        <w:t>’</w:t>
      </w:r>
      <w:r>
        <w:t>un appareil t</w:t>
      </w:r>
      <w:r>
        <w:t>é</w:t>
      </w:r>
      <w:r>
        <w:t>léphonique et</w:t>
      </w:r>
      <w:r w:rsidR="004B5A85">
        <w:t xml:space="preserve">, </w:t>
      </w:r>
      <w:r>
        <w:t>saisissant un récepteur qu</w:t>
      </w:r>
      <w:r w:rsidR="004B5A85">
        <w:t>’</w:t>
      </w:r>
      <w:r>
        <w:t>il appliqua contre son oreille</w:t>
      </w:r>
      <w:r w:rsidR="004B5A85">
        <w:t xml:space="preserve">, </w:t>
      </w:r>
      <w:r>
        <w:t>il abaissa d</w:t>
      </w:r>
      <w:r w:rsidR="004B5A85">
        <w:t>’</w:t>
      </w:r>
      <w:r>
        <w:t>un coup de doigt un commutateur du tableau des communications</w:t>
      </w:r>
      <w:r w:rsidR="004B5A85">
        <w:t>.</w:t>
      </w:r>
    </w:p>
    <w:p w14:paraId="26C5DE41" w14:textId="77777777" w:rsidR="004B5A85" w:rsidRDefault="004B5A85" w:rsidP="004C389C">
      <w:r>
        <w:t>— </w:t>
      </w:r>
      <w:r w:rsidR="004C389C">
        <w:t>Allô</w:t>
      </w:r>
      <w:r>
        <w:t xml:space="preserve"> ! </w:t>
      </w:r>
      <w:r w:rsidR="004C389C">
        <w:t>allô</w:t>
      </w:r>
      <w:r>
        <w:t xml:space="preserve"> ! </w:t>
      </w:r>
      <w:r w:rsidR="004C389C">
        <w:t>fit-il</w:t>
      </w:r>
      <w:r>
        <w:t xml:space="preserve">… </w:t>
      </w:r>
      <w:proofErr w:type="spellStart"/>
      <w:r w:rsidR="004C389C">
        <w:t>Askold</w:t>
      </w:r>
      <w:proofErr w:type="spellEnd"/>
      <w:r>
        <w:t xml:space="preserve"> ?… </w:t>
      </w:r>
      <w:r w:rsidR="004C389C">
        <w:t>Bien</w:t>
      </w:r>
      <w:r>
        <w:t xml:space="preserve"> ! </w:t>
      </w:r>
      <w:r w:rsidR="004C389C">
        <w:t>Changement d</w:t>
      </w:r>
      <w:r>
        <w:t>’</w:t>
      </w:r>
      <w:r w:rsidR="004C389C">
        <w:t>itinéraire</w:t>
      </w:r>
      <w:r>
        <w:t xml:space="preserve">. </w:t>
      </w:r>
      <w:r w:rsidR="004C389C">
        <w:t>Nous irons plus tard au Venezuela</w:t>
      </w:r>
      <w:r>
        <w:t xml:space="preserve">. </w:t>
      </w:r>
      <w:r w:rsidR="004C389C">
        <w:t>Contourne à toute vitesse l</w:t>
      </w:r>
      <w:r>
        <w:t>’</w:t>
      </w:r>
      <w:r w:rsidR="004C389C">
        <w:t>Amérique du Sud</w:t>
      </w:r>
      <w:r>
        <w:t xml:space="preserve">, </w:t>
      </w:r>
      <w:r w:rsidR="004C389C">
        <w:t>double le cap Horn et file droit sur une île sans nom</w:t>
      </w:r>
      <w:r>
        <w:t xml:space="preserve">, </w:t>
      </w:r>
      <w:r w:rsidR="004C389C">
        <w:t>qui se trouve dans le Pacifique</w:t>
      </w:r>
      <w:r>
        <w:t xml:space="preserve">, </w:t>
      </w:r>
      <w:r w:rsidR="004C389C">
        <w:t>exact</w:t>
      </w:r>
      <w:r w:rsidR="004C389C">
        <w:t>e</w:t>
      </w:r>
      <w:r w:rsidR="004C389C">
        <w:t>ment par 121 degrés 2 minutes de longitude occidentale et 39 degrés 5 minutes de latitude sud</w:t>
      </w:r>
      <w:r>
        <w:t>.</w:t>
      </w:r>
    </w:p>
    <w:p w14:paraId="748B61FC" w14:textId="77777777" w:rsidR="004B5A85" w:rsidRDefault="004B5A85" w:rsidP="004C389C">
      <w:r>
        <w:t>« </w:t>
      </w:r>
      <w:r w:rsidR="004C389C">
        <w:t>C</w:t>
      </w:r>
      <w:r>
        <w:t>’</w:t>
      </w:r>
      <w:r w:rsidR="004C389C">
        <w:t>est bien compris</w:t>
      </w:r>
      <w:r>
        <w:t xml:space="preserve"> ?… </w:t>
      </w:r>
      <w:r w:rsidR="004C389C">
        <w:t>Parfait</w:t>
      </w:r>
      <w:r>
        <w:t> !</w:t>
      </w:r>
    </w:p>
    <w:p w14:paraId="487C86D4" w14:textId="77777777" w:rsidR="004B5A85" w:rsidRDefault="004C389C" w:rsidP="004C389C">
      <w:r>
        <w:t>Il releva le commutateur</w:t>
      </w:r>
      <w:r w:rsidR="004B5A85">
        <w:t xml:space="preserve">, </w:t>
      </w:r>
      <w:r>
        <w:t>en abaissa un autre et reprit</w:t>
      </w:r>
      <w:r w:rsidR="004B5A85">
        <w:t> :</w:t>
      </w:r>
    </w:p>
    <w:p w14:paraId="6F55FF07" w14:textId="77777777" w:rsidR="004B5A85" w:rsidRDefault="004B5A85" w:rsidP="004C389C">
      <w:r>
        <w:t>— </w:t>
      </w:r>
      <w:r w:rsidR="004C389C">
        <w:t>Allô</w:t>
      </w:r>
      <w:r>
        <w:t xml:space="preserve"> ! </w:t>
      </w:r>
      <w:r w:rsidR="004C389C">
        <w:t>allô</w:t>
      </w:r>
      <w:r>
        <w:t xml:space="preserve"> ! </w:t>
      </w:r>
      <w:proofErr w:type="spellStart"/>
      <w:r w:rsidR="004C389C">
        <w:t>Jorry</w:t>
      </w:r>
      <w:proofErr w:type="spellEnd"/>
      <w:r>
        <w:t xml:space="preserve"> ?… </w:t>
      </w:r>
      <w:r w:rsidR="004C389C">
        <w:t>Bien</w:t>
      </w:r>
      <w:r>
        <w:t xml:space="preserve">… </w:t>
      </w:r>
      <w:r w:rsidR="004C389C">
        <w:t>Voici mes ordres</w:t>
      </w:r>
      <w:r>
        <w:t xml:space="preserve">. </w:t>
      </w:r>
      <w:r w:rsidR="004C389C">
        <w:t>Conduis Martel</w:t>
      </w:r>
      <w:r>
        <w:t xml:space="preserve">, </w:t>
      </w:r>
      <w:r w:rsidR="004C389C">
        <w:t>libre de ses mouvements</w:t>
      </w:r>
      <w:r>
        <w:t xml:space="preserve">, </w:t>
      </w:r>
      <w:r w:rsidR="004C389C">
        <w:t>dans la cabine numéro 3</w:t>
      </w:r>
      <w:r>
        <w:t xml:space="preserve">. </w:t>
      </w:r>
      <w:r w:rsidR="004C389C">
        <w:t>C</w:t>
      </w:r>
      <w:r>
        <w:t>’</w:t>
      </w:r>
      <w:r w:rsidR="004C389C">
        <w:t>est là qu</w:t>
      </w:r>
      <w:r>
        <w:t>’</w:t>
      </w:r>
      <w:r w:rsidR="004C389C">
        <w:t>il habitera jusqu</w:t>
      </w:r>
      <w:r>
        <w:t>’</w:t>
      </w:r>
      <w:r w:rsidR="004C389C">
        <w:t>à nouvelle décision</w:t>
      </w:r>
      <w:r>
        <w:t xml:space="preserve">. </w:t>
      </w:r>
      <w:r w:rsidR="004C389C">
        <w:t>Fais mettre deux lits dans cette cabine</w:t>
      </w:r>
      <w:r>
        <w:t xml:space="preserve">, </w:t>
      </w:r>
      <w:r w:rsidR="004C389C">
        <w:t>un pour Martel</w:t>
      </w:r>
      <w:r>
        <w:t xml:space="preserve">, </w:t>
      </w:r>
      <w:r w:rsidR="004C389C">
        <w:t>l</w:t>
      </w:r>
      <w:r>
        <w:t>’</w:t>
      </w:r>
      <w:r w:rsidR="004C389C">
        <w:t>autre pour le mousse qui faisait partie de l</w:t>
      </w:r>
      <w:r>
        <w:t>’</w:t>
      </w:r>
      <w:r w:rsidR="004C389C">
        <w:t>équipage</w:t>
      </w:r>
      <w:r>
        <w:t xml:space="preserve">, </w:t>
      </w:r>
      <w:r w:rsidR="004C389C">
        <w:t>et qui lui servira de domestique</w:t>
      </w:r>
      <w:r>
        <w:t xml:space="preserve">. </w:t>
      </w:r>
      <w:r w:rsidR="004C389C">
        <w:t>Je réglerai plus tard les heures de promenade du prisonnier</w:t>
      </w:r>
      <w:r>
        <w:t xml:space="preserve">. </w:t>
      </w:r>
      <w:r w:rsidR="004C389C">
        <w:t>Jusque-là</w:t>
      </w:r>
      <w:r>
        <w:t xml:space="preserve">, </w:t>
      </w:r>
      <w:r w:rsidR="004C389C">
        <w:t>il ne devra pas sortir de la cabine</w:t>
      </w:r>
      <w:r>
        <w:t xml:space="preserve">. </w:t>
      </w:r>
      <w:r w:rsidR="004C389C">
        <w:t xml:space="preserve">Toi et </w:t>
      </w:r>
      <w:proofErr w:type="spellStart"/>
      <w:r w:rsidR="004C389C">
        <w:t>Brilo</w:t>
      </w:r>
      <w:proofErr w:type="spellEnd"/>
      <w:r>
        <w:t xml:space="preserve">, </w:t>
      </w:r>
      <w:r w:rsidR="004C389C">
        <w:t>vous vous tiendrez à tour de rôle dans la cabine numéro 2</w:t>
      </w:r>
      <w:r>
        <w:t xml:space="preserve">, </w:t>
      </w:r>
      <w:r w:rsidR="004C389C">
        <w:t>qui co</w:t>
      </w:r>
      <w:r w:rsidR="004C389C">
        <w:t>m</w:t>
      </w:r>
      <w:r w:rsidR="004C389C">
        <w:t>munique avec le numéro 3</w:t>
      </w:r>
      <w:r>
        <w:t xml:space="preserve">, </w:t>
      </w:r>
      <w:r w:rsidR="004C389C">
        <w:t xml:space="preserve">et qui sera votre </w:t>
      </w:r>
      <w:r w:rsidR="004C389C">
        <w:lastRenderedPageBreak/>
        <w:t>poste de garde</w:t>
      </w:r>
      <w:r>
        <w:t xml:space="preserve">. </w:t>
      </w:r>
      <w:r w:rsidR="004C389C">
        <w:t>Vous prendrez alternativement le service de jour et le service de nuit</w:t>
      </w:r>
      <w:r>
        <w:t xml:space="preserve">, </w:t>
      </w:r>
      <w:r w:rsidR="004C389C">
        <w:t>pendant une semaine chacun</w:t>
      </w:r>
      <w:r>
        <w:t xml:space="preserve">. </w:t>
      </w:r>
      <w:r w:rsidR="004C389C">
        <w:t>Le mousse devra servir au gardien pour aller chercher les repas et pour toutes choses rel</w:t>
      </w:r>
      <w:r w:rsidR="004C389C">
        <w:t>a</w:t>
      </w:r>
      <w:r w:rsidR="004C389C">
        <w:t>tives aux besoins du prisonnier</w:t>
      </w:r>
      <w:r>
        <w:t xml:space="preserve">… </w:t>
      </w:r>
      <w:r w:rsidR="004C389C">
        <w:t>C</w:t>
      </w:r>
      <w:r>
        <w:t>’</w:t>
      </w:r>
      <w:r w:rsidR="004C389C">
        <w:t>est compris</w:t>
      </w:r>
      <w:r>
        <w:t xml:space="preserve"> ?… </w:t>
      </w:r>
      <w:r w:rsidR="004C389C">
        <w:t>Bien</w:t>
      </w:r>
      <w:r>
        <w:t> !</w:t>
      </w:r>
    </w:p>
    <w:p w14:paraId="2978B650" w14:textId="77777777" w:rsidR="004B5A85" w:rsidRDefault="004B5A85" w:rsidP="004C389C">
      <w:r>
        <w:t>« </w:t>
      </w:r>
      <w:r w:rsidR="004C389C">
        <w:t>Allô</w:t>
      </w:r>
      <w:r>
        <w:t xml:space="preserve"> ! </w:t>
      </w:r>
      <w:r w:rsidR="004C389C">
        <w:t>les autres prisonniers resteront dans la chambre de discipline jusqu</w:t>
      </w:r>
      <w:r>
        <w:t>’</w:t>
      </w:r>
      <w:r w:rsidR="004C389C">
        <w:t>à ce que je les débarque</w:t>
      </w:r>
      <w:r>
        <w:t xml:space="preserve">. </w:t>
      </w:r>
      <w:r w:rsidR="004C389C">
        <w:t>Deux repas par jour</w:t>
      </w:r>
      <w:r>
        <w:t xml:space="preserve">, </w:t>
      </w:r>
      <w:proofErr w:type="spellStart"/>
      <w:r w:rsidR="004C389C">
        <w:t>Poutkine</w:t>
      </w:r>
      <w:proofErr w:type="spellEnd"/>
      <w:r w:rsidR="004C389C">
        <w:t xml:space="preserve"> et </w:t>
      </w:r>
      <w:proofErr w:type="spellStart"/>
      <w:r w:rsidR="004C389C">
        <w:t>Brasky</w:t>
      </w:r>
      <w:proofErr w:type="spellEnd"/>
      <w:r w:rsidR="004C389C">
        <w:t xml:space="preserve"> seront leurs gardiens</w:t>
      </w:r>
      <w:r>
        <w:t xml:space="preserve">. </w:t>
      </w:r>
      <w:r w:rsidR="004C389C">
        <w:t>Kenny aura la survei</w:t>
      </w:r>
      <w:r w:rsidR="004C389C">
        <w:t>l</w:t>
      </w:r>
      <w:r w:rsidR="004C389C">
        <w:t>lance générale</w:t>
      </w:r>
      <w:r>
        <w:t xml:space="preserve">. </w:t>
      </w:r>
      <w:r w:rsidR="004C389C">
        <w:t>Envoie-le-moi</w:t>
      </w:r>
      <w:r>
        <w:t xml:space="preserve">, </w:t>
      </w:r>
      <w:r w:rsidR="004C389C">
        <w:t>que je lui donne personnell</w:t>
      </w:r>
      <w:r w:rsidR="004C389C">
        <w:t>e</w:t>
      </w:r>
      <w:r w:rsidR="004C389C">
        <w:t>ment mes instructions</w:t>
      </w:r>
      <w:r>
        <w:t xml:space="preserve">… </w:t>
      </w:r>
      <w:r w:rsidR="004C389C">
        <w:t>Bien</w:t>
      </w:r>
      <w:r>
        <w:t> !</w:t>
      </w:r>
    </w:p>
    <w:p w14:paraId="1A40BD8D" w14:textId="77777777" w:rsidR="004B5A85" w:rsidRDefault="004C389C" w:rsidP="004C389C">
      <w:r>
        <w:t>Et le Ravageur raccrocha le récepteur</w:t>
      </w:r>
      <w:r w:rsidR="004B5A85">
        <w:t>.</w:t>
      </w:r>
    </w:p>
    <w:p w14:paraId="68C55C7F" w14:textId="77777777" w:rsidR="004B5A85" w:rsidRDefault="004C389C" w:rsidP="004C389C">
      <w:r>
        <w:t xml:space="preserve">Ses ordres avaient été reçus par </w:t>
      </w:r>
      <w:proofErr w:type="spellStart"/>
      <w:r>
        <w:t>Jorry</w:t>
      </w:r>
      <w:proofErr w:type="spellEnd"/>
      <w:r w:rsidR="004B5A85">
        <w:t xml:space="preserve">, </w:t>
      </w:r>
      <w:r>
        <w:t>qui se trouvait alors au corps de garde</w:t>
      </w:r>
      <w:r w:rsidR="004B5A85">
        <w:t xml:space="preserve">, </w:t>
      </w:r>
      <w:r>
        <w:t>où devaient se tenir</w:t>
      </w:r>
      <w:r w:rsidR="004B5A85">
        <w:t xml:space="preserve">, </w:t>
      </w:r>
      <w:r>
        <w:t>occupés à divers tr</w:t>
      </w:r>
      <w:r>
        <w:t>a</w:t>
      </w:r>
      <w:r>
        <w:t>vaux</w:t>
      </w:r>
      <w:r w:rsidR="004B5A85">
        <w:t xml:space="preserve">, </w:t>
      </w:r>
      <w:r>
        <w:t>les hommes laissés disponibles par le service courant</w:t>
      </w:r>
      <w:r w:rsidR="004B5A85">
        <w:t xml:space="preserve">, </w:t>
      </w:r>
      <w:r>
        <w:t xml:space="preserve">les hommes qui </w:t>
      </w:r>
      <w:r w:rsidR="004B5A85">
        <w:t>« </w:t>
      </w:r>
      <w:r>
        <w:t>ne sont pas de quart</w:t>
      </w:r>
      <w:r w:rsidR="004B5A85">
        <w:t xml:space="preserve"> », </w:t>
      </w:r>
      <w:r>
        <w:t>comme on dit en langage maritime</w:t>
      </w:r>
      <w:r w:rsidR="004B5A85">
        <w:t>.</w:t>
      </w:r>
    </w:p>
    <w:p w14:paraId="51163310" w14:textId="77777777" w:rsidR="004B5A85" w:rsidRDefault="004C389C" w:rsidP="004C389C">
      <w:r>
        <w:t>Quand la communication fut terminée</w:t>
      </w:r>
      <w:r w:rsidR="004B5A85">
        <w:t xml:space="preserve">, </w:t>
      </w:r>
      <w:proofErr w:type="spellStart"/>
      <w:r>
        <w:t>Jorry</w:t>
      </w:r>
      <w:proofErr w:type="spellEnd"/>
      <w:r>
        <w:t xml:space="preserve"> appela</w:t>
      </w:r>
      <w:r w:rsidR="004B5A85">
        <w:t> :</w:t>
      </w:r>
    </w:p>
    <w:p w14:paraId="50916A25" w14:textId="77777777" w:rsidR="004B5A85" w:rsidRDefault="004B5A85" w:rsidP="004C389C">
      <w:r>
        <w:t>— </w:t>
      </w:r>
      <w:r w:rsidR="004C389C">
        <w:t>Kenny</w:t>
      </w:r>
      <w:r>
        <w:t xml:space="preserve"> ! </w:t>
      </w:r>
      <w:proofErr w:type="spellStart"/>
      <w:r w:rsidR="004C389C">
        <w:t>Poutkine</w:t>
      </w:r>
      <w:proofErr w:type="spellEnd"/>
      <w:r>
        <w:t xml:space="preserve"> ! </w:t>
      </w:r>
      <w:proofErr w:type="spellStart"/>
      <w:r w:rsidR="004C389C">
        <w:t>Brasky</w:t>
      </w:r>
      <w:proofErr w:type="spellEnd"/>
      <w:r>
        <w:t> !</w:t>
      </w:r>
    </w:p>
    <w:p w14:paraId="6279E110" w14:textId="77777777" w:rsidR="004B5A85" w:rsidRDefault="004C389C" w:rsidP="004C389C">
      <w:r>
        <w:t>Trois hommes se levèrent</w:t>
      </w:r>
      <w:r w:rsidR="004B5A85">
        <w:t xml:space="preserve">, </w:t>
      </w:r>
      <w:r>
        <w:t xml:space="preserve">auxquels </w:t>
      </w:r>
      <w:proofErr w:type="spellStart"/>
      <w:r>
        <w:t>Jorry</w:t>
      </w:r>
      <w:proofErr w:type="spellEnd"/>
      <w:r>
        <w:t xml:space="preserve"> transmit les ordres du Maître</w:t>
      </w:r>
      <w:r w:rsidR="004B5A85">
        <w:t>.</w:t>
      </w:r>
    </w:p>
    <w:p w14:paraId="62703AF4" w14:textId="77777777" w:rsidR="004B5A85" w:rsidRDefault="004C389C" w:rsidP="004C389C">
      <w:r>
        <w:t>Tandis que Kenny se rendait au salon</w:t>
      </w:r>
      <w:r w:rsidR="004B5A85">
        <w:t xml:space="preserve">, </w:t>
      </w:r>
      <w:r>
        <w:t xml:space="preserve">que </w:t>
      </w:r>
      <w:proofErr w:type="spellStart"/>
      <w:r>
        <w:t>Poutkine</w:t>
      </w:r>
      <w:proofErr w:type="spellEnd"/>
      <w:r>
        <w:t xml:space="preserve"> et </w:t>
      </w:r>
      <w:proofErr w:type="spellStart"/>
      <w:r>
        <w:t>Brasky</w:t>
      </w:r>
      <w:proofErr w:type="spellEnd"/>
      <w:r>
        <w:t xml:space="preserve"> se concertaient pour l</w:t>
      </w:r>
      <w:r w:rsidR="004B5A85">
        <w:t>’</w:t>
      </w:r>
      <w:r>
        <w:t>organisation de leur service sp</w:t>
      </w:r>
      <w:r>
        <w:t>é</w:t>
      </w:r>
      <w:r>
        <w:t>cial</w:t>
      </w:r>
      <w:r w:rsidR="004B5A85">
        <w:t xml:space="preserve">, </w:t>
      </w:r>
      <w:proofErr w:type="spellStart"/>
      <w:r>
        <w:t>Jorry</w:t>
      </w:r>
      <w:proofErr w:type="spellEnd"/>
      <w:r>
        <w:t xml:space="preserve"> et </w:t>
      </w:r>
      <w:proofErr w:type="spellStart"/>
      <w:r>
        <w:t>Brilo</w:t>
      </w:r>
      <w:proofErr w:type="spellEnd"/>
      <w:r>
        <w:t xml:space="preserve"> s</w:t>
      </w:r>
      <w:r w:rsidR="004B5A85">
        <w:t>’</w:t>
      </w:r>
      <w:r>
        <w:t>engageaient dans le couloir qui conduisait à la chambre de discipline</w:t>
      </w:r>
      <w:r w:rsidR="004B5A85">
        <w:t>.</w:t>
      </w:r>
    </w:p>
    <w:p w14:paraId="404AA37D" w14:textId="77777777" w:rsidR="004B5A85" w:rsidRDefault="004C389C" w:rsidP="004C389C">
      <w:r>
        <w:t>Ils ouvrirent la porte de cette chambre</w:t>
      </w:r>
      <w:r w:rsidR="004B5A85">
        <w:t xml:space="preserve">, </w:t>
      </w:r>
      <w:r>
        <w:t>qui était une vaste pièce ayant</w:t>
      </w:r>
      <w:r w:rsidR="004B5A85">
        <w:t xml:space="preserve">, </w:t>
      </w:r>
      <w:r>
        <w:t>pour tout ameublement</w:t>
      </w:r>
      <w:r w:rsidR="004B5A85">
        <w:t xml:space="preserve">, </w:t>
      </w:r>
      <w:r>
        <w:t>une planche très large fixée à la paroi</w:t>
      </w:r>
      <w:r w:rsidR="004B5A85">
        <w:t xml:space="preserve">, </w:t>
      </w:r>
      <w:r>
        <w:t>planche sur laquelle dix-sept hommes étaient en ce moment allongés pieds et poings liés</w:t>
      </w:r>
      <w:r w:rsidR="004B5A85">
        <w:t xml:space="preserve">, </w:t>
      </w:r>
      <w:r>
        <w:t>sous la lumière crue tombant du plafond</w:t>
      </w:r>
      <w:r w:rsidR="004B5A85">
        <w:t>.</w:t>
      </w:r>
    </w:p>
    <w:p w14:paraId="57DDC213" w14:textId="77777777" w:rsidR="004B5A85" w:rsidRDefault="004C389C" w:rsidP="004C389C">
      <w:r>
        <w:lastRenderedPageBreak/>
        <w:t>Assis au bord de cette planche</w:t>
      </w:r>
      <w:r w:rsidR="004B5A85">
        <w:t xml:space="preserve">, </w:t>
      </w:r>
      <w:r>
        <w:t>les coudes sur les genoux et le front dans les mains unies</w:t>
      </w:r>
      <w:r w:rsidR="004B5A85">
        <w:t xml:space="preserve">, </w:t>
      </w:r>
      <w:r>
        <w:t>elles aussi</w:t>
      </w:r>
      <w:r w:rsidR="004B5A85">
        <w:t xml:space="preserve">, </w:t>
      </w:r>
      <w:r>
        <w:t>par des menottes</w:t>
      </w:r>
      <w:r w:rsidR="004B5A85">
        <w:t xml:space="preserve">, </w:t>
      </w:r>
      <w:r>
        <w:t>le commandant Martel était prostré</w:t>
      </w:r>
      <w:r w:rsidR="004B5A85">
        <w:t>.</w:t>
      </w:r>
    </w:p>
    <w:p w14:paraId="3B381D50" w14:textId="77777777" w:rsidR="004B5A85" w:rsidRDefault="004B5A85" w:rsidP="004C389C">
      <w:r>
        <w:t>— </w:t>
      </w:r>
      <w:r w:rsidR="004C389C">
        <w:t>Monsieur</w:t>
      </w:r>
      <w:r>
        <w:t xml:space="preserve">, </w:t>
      </w:r>
      <w:r w:rsidR="004C389C">
        <w:t xml:space="preserve">lui dit </w:t>
      </w:r>
      <w:proofErr w:type="spellStart"/>
      <w:r w:rsidR="004C389C">
        <w:t>Jorry</w:t>
      </w:r>
      <w:proofErr w:type="spellEnd"/>
      <w:r w:rsidR="004C389C">
        <w:t xml:space="preserve"> avec politesse</w:t>
      </w:r>
      <w:r>
        <w:t xml:space="preserve">, </w:t>
      </w:r>
      <w:r w:rsidR="004C389C">
        <w:t>j</w:t>
      </w:r>
      <w:r>
        <w:t>’</w:t>
      </w:r>
      <w:r w:rsidR="004C389C">
        <w:t>ai ordre de vous conduire dans la cabine qui vous sera désormais réservée</w:t>
      </w:r>
      <w:r>
        <w:t xml:space="preserve">, </w:t>
      </w:r>
      <w:r w:rsidR="004C389C">
        <w:t>et je dois vous faire accompagner par le mousse de votre équipage</w:t>
      </w:r>
      <w:r>
        <w:t xml:space="preserve">, </w:t>
      </w:r>
      <w:r w:rsidR="004C389C">
        <w:t>qui sera attaché à votre service</w:t>
      </w:r>
      <w:r>
        <w:t>.</w:t>
      </w:r>
    </w:p>
    <w:p w14:paraId="303D8BF0" w14:textId="77777777" w:rsidR="004B5A85" w:rsidRDefault="004B5A85" w:rsidP="004C389C">
      <w:r>
        <w:t>« </w:t>
      </w:r>
      <w:r w:rsidR="004C389C">
        <w:t>Comment s</w:t>
      </w:r>
      <w:r>
        <w:t>’</w:t>
      </w:r>
      <w:r w:rsidR="004C389C">
        <w:t>appelle ce mousse</w:t>
      </w:r>
      <w:r>
        <w:t xml:space="preserve">, </w:t>
      </w:r>
      <w:r w:rsidR="004C389C">
        <w:t>monsieur</w:t>
      </w:r>
      <w:r>
        <w:t> ?</w:t>
      </w:r>
    </w:p>
    <w:p w14:paraId="4005EB1C" w14:textId="77777777" w:rsidR="004B5A85" w:rsidRDefault="004B5A85" w:rsidP="004C389C">
      <w:r>
        <w:t>— </w:t>
      </w:r>
      <w:r w:rsidR="004C389C">
        <w:t>Pierrot l</w:t>
      </w:r>
      <w:r>
        <w:t>’</w:t>
      </w:r>
      <w:r w:rsidR="004C389C">
        <w:t>Écureuil</w:t>
      </w:r>
      <w:r>
        <w:t xml:space="preserve"> !… </w:t>
      </w:r>
      <w:r w:rsidR="004C389C">
        <w:t>répondit le commandant Martel</w:t>
      </w:r>
      <w:r>
        <w:t>.</w:t>
      </w:r>
    </w:p>
    <w:p w14:paraId="7286C89A" w14:textId="77777777" w:rsidR="004B5A85" w:rsidRDefault="004B5A85" w:rsidP="004C389C">
      <w:r>
        <w:t>— </w:t>
      </w:r>
      <w:r w:rsidR="004C389C">
        <w:t>Pierrot l</w:t>
      </w:r>
      <w:r>
        <w:t>’</w:t>
      </w:r>
      <w:r w:rsidR="004C389C">
        <w:t>Écureuil</w:t>
      </w:r>
      <w:r>
        <w:t xml:space="preserve"> !… </w:t>
      </w:r>
      <w:r w:rsidR="004C389C">
        <w:t xml:space="preserve">répéta </w:t>
      </w:r>
      <w:proofErr w:type="spellStart"/>
      <w:r w:rsidR="004C389C">
        <w:t>Jorry</w:t>
      </w:r>
      <w:proofErr w:type="spellEnd"/>
      <w:r>
        <w:t xml:space="preserve">. </w:t>
      </w:r>
      <w:r w:rsidR="004C389C">
        <w:t>Quel drôle de nom</w:t>
      </w:r>
      <w:r>
        <w:t> !</w:t>
      </w:r>
    </w:p>
    <w:p w14:paraId="74597550" w14:textId="77777777" w:rsidR="004B5A85" w:rsidRDefault="004C389C" w:rsidP="004C389C">
      <w:r>
        <w:t>Et</w:t>
      </w:r>
      <w:r w:rsidR="004B5A85">
        <w:t xml:space="preserve">, </w:t>
      </w:r>
      <w:r>
        <w:t>haussant la voix</w:t>
      </w:r>
      <w:r w:rsidR="004B5A85">
        <w:t> :</w:t>
      </w:r>
    </w:p>
    <w:p w14:paraId="56AD872D" w14:textId="77777777" w:rsidR="004B5A85" w:rsidRDefault="004B5A85" w:rsidP="004C389C">
      <w:r>
        <w:t>— </w:t>
      </w:r>
      <w:r w:rsidR="004C389C">
        <w:t>Ohé</w:t>
      </w:r>
      <w:r>
        <w:t xml:space="preserve"> ! </w:t>
      </w:r>
      <w:r w:rsidR="004C389C">
        <w:t>les hommes</w:t>
      </w:r>
      <w:r>
        <w:t xml:space="preserve"> ! </w:t>
      </w:r>
      <w:r w:rsidR="004C389C">
        <w:t>lequel de vous est Pierrot l</w:t>
      </w:r>
      <w:r>
        <w:t>’</w:t>
      </w:r>
      <w:r w:rsidR="004C389C">
        <w:t>Écureuil</w:t>
      </w:r>
      <w:r>
        <w:t> ?</w:t>
      </w:r>
    </w:p>
    <w:p w14:paraId="3C9566A8" w14:textId="77777777" w:rsidR="004B5A85" w:rsidRDefault="004C389C" w:rsidP="004C389C">
      <w:r>
        <w:t>À ce nom bizarre ainsi lancé</w:t>
      </w:r>
      <w:r w:rsidR="004B5A85">
        <w:t xml:space="preserve">, </w:t>
      </w:r>
      <w:r>
        <w:t>un corps svelte et souple se dressa à demi</w:t>
      </w:r>
      <w:r w:rsidR="004B5A85">
        <w:t xml:space="preserve">, </w:t>
      </w:r>
      <w:r>
        <w:t>une tête fine où brillaient deux yeux intelligents et vifs apparut au-dessus des autres</w:t>
      </w:r>
      <w:r w:rsidR="004B5A85">
        <w:t xml:space="preserve">, </w:t>
      </w:r>
      <w:r>
        <w:t>tandis qu</w:t>
      </w:r>
      <w:r w:rsidR="004B5A85">
        <w:t>’</w:t>
      </w:r>
      <w:r>
        <w:t>une voix claire répondait</w:t>
      </w:r>
      <w:r w:rsidR="004B5A85">
        <w:t> :</w:t>
      </w:r>
    </w:p>
    <w:p w14:paraId="111687DF" w14:textId="77777777" w:rsidR="004B5A85" w:rsidRDefault="004B5A85" w:rsidP="004C389C">
      <w:r>
        <w:t>— </w:t>
      </w:r>
      <w:r w:rsidR="004C389C">
        <w:t>Pierrot l</w:t>
      </w:r>
      <w:r>
        <w:t>’</w:t>
      </w:r>
      <w:r w:rsidR="004C389C">
        <w:t>Écureuil</w:t>
      </w:r>
      <w:r>
        <w:t xml:space="preserve">, </w:t>
      </w:r>
      <w:r w:rsidR="004C389C">
        <w:t>c</w:t>
      </w:r>
      <w:r>
        <w:t>’</w:t>
      </w:r>
      <w:r w:rsidR="004C389C">
        <w:t>est moi</w:t>
      </w:r>
      <w:r>
        <w:t> !</w:t>
      </w:r>
    </w:p>
    <w:p w14:paraId="1BC5EE85" w14:textId="77777777" w:rsidR="004B5A85" w:rsidRDefault="004B5A85" w:rsidP="004C389C">
      <w:r>
        <w:t>— </w:t>
      </w:r>
      <w:r w:rsidR="004C389C">
        <w:t>Détache-le</w:t>
      </w:r>
      <w:r>
        <w:t xml:space="preserve">, </w:t>
      </w:r>
      <w:proofErr w:type="spellStart"/>
      <w:r w:rsidR="004C389C">
        <w:t>Brilo</w:t>
      </w:r>
      <w:proofErr w:type="spellEnd"/>
      <w:r>
        <w:t xml:space="preserve">… </w:t>
      </w:r>
      <w:r w:rsidR="004C389C">
        <w:t xml:space="preserve">commanda </w:t>
      </w:r>
      <w:proofErr w:type="spellStart"/>
      <w:r w:rsidR="004C389C">
        <w:t>Jorry</w:t>
      </w:r>
      <w:proofErr w:type="spellEnd"/>
      <w:r>
        <w:t>.</w:t>
      </w:r>
    </w:p>
    <w:p w14:paraId="519BDACD" w14:textId="77777777" w:rsidR="004B5A85" w:rsidRDefault="004C389C" w:rsidP="004C389C">
      <w:r>
        <w:t>Libre de marcher enfin</w:t>
      </w:r>
      <w:r w:rsidR="004B5A85">
        <w:t xml:space="preserve">, </w:t>
      </w:r>
      <w:r>
        <w:t>Pierrot l</w:t>
      </w:r>
      <w:r w:rsidR="004B5A85">
        <w:t>’</w:t>
      </w:r>
      <w:r>
        <w:t>Écureuil sauta sur ses pieds et courut au commandant qui</w:t>
      </w:r>
      <w:r w:rsidR="004B5A85">
        <w:t xml:space="preserve">, </w:t>
      </w:r>
      <w:r>
        <w:t>d</w:t>
      </w:r>
      <w:r w:rsidR="004B5A85">
        <w:t>’</w:t>
      </w:r>
      <w:r>
        <w:t>un geste paternel</w:t>
      </w:r>
      <w:r w:rsidR="004B5A85">
        <w:t xml:space="preserve">, </w:t>
      </w:r>
      <w:r>
        <w:t>lui mit la main sur la tête</w:t>
      </w:r>
      <w:r w:rsidR="004B5A85">
        <w:t>.</w:t>
      </w:r>
    </w:p>
    <w:p w14:paraId="3D250900" w14:textId="77777777" w:rsidR="004B5A85" w:rsidRDefault="004B5A85" w:rsidP="004C389C">
      <w:r>
        <w:t>— </w:t>
      </w:r>
      <w:r w:rsidR="004C389C">
        <w:t>Alors</w:t>
      </w:r>
      <w:r>
        <w:t xml:space="preserve">, </w:t>
      </w:r>
      <w:r w:rsidR="004C389C">
        <w:t xml:space="preserve">mon </w:t>
      </w:r>
      <w:proofErr w:type="spellStart"/>
      <w:r w:rsidR="004C389C">
        <w:t>cap</w:t>
      </w:r>
      <w:r>
        <w:t>’</w:t>
      </w:r>
      <w:r w:rsidR="004C389C">
        <w:t>taine</w:t>
      </w:r>
      <w:proofErr w:type="spellEnd"/>
      <w:r>
        <w:t xml:space="preserve">, </w:t>
      </w:r>
      <w:r w:rsidR="004C389C">
        <w:t>fit le mousse avec une joie émo</w:t>
      </w:r>
      <w:r w:rsidR="004C389C">
        <w:t>u</w:t>
      </w:r>
      <w:r w:rsidR="004C389C">
        <w:t>vante</w:t>
      </w:r>
      <w:r>
        <w:t xml:space="preserve">, </w:t>
      </w:r>
      <w:r w:rsidR="004C389C">
        <w:t>quoi qu</w:t>
      </w:r>
      <w:r>
        <w:t>’</w:t>
      </w:r>
      <w:r w:rsidR="004C389C">
        <w:t>il arrive</w:t>
      </w:r>
      <w:r>
        <w:t xml:space="preserve">, </w:t>
      </w:r>
      <w:r w:rsidR="004C389C">
        <w:t>je ne vous quitterai pas</w:t>
      </w:r>
      <w:r>
        <w:t> ?…</w:t>
      </w:r>
    </w:p>
    <w:p w14:paraId="658AE983" w14:textId="77777777" w:rsidR="004B5A85" w:rsidRDefault="004B5A85" w:rsidP="004C389C">
      <w:r>
        <w:t>— </w:t>
      </w:r>
      <w:r w:rsidR="004C389C">
        <w:t>Hélas</w:t>
      </w:r>
      <w:r>
        <w:t xml:space="preserve"> ! </w:t>
      </w:r>
      <w:r w:rsidR="004C389C">
        <w:t>pauvre petit</w:t>
      </w:r>
      <w:r>
        <w:t xml:space="preserve"> ! </w:t>
      </w:r>
      <w:r w:rsidR="004C389C">
        <w:t>murmura le commandant</w:t>
      </w:r>
      <w:r>
        <w:t xml:space="preserve">. </w:t>
      </w:r>
      <w:r w:rsidR="004C389C">
        <w:t>Si tu s</w:t>
      </w:r>
      <w:r w:rsidR="004C389C">
        <w:t>a</w:t>
      </w:r>
      <w:r w:rsidR="004C389C">
        <w:t>vais à quoi ce bandit te condamne</w:t>
      </w:r>
      <w:r>
        <w:t> !…</w:t>
      </w:r>
    </w:p>
    <w:p w14:paraId="695B7572" w14:textId="77777777" w:rsidR="004B5A85" w:rsidRDefault="004B5A85" w:rsidP="004C389C">
      <w:r>
        <w:lastRenderedPageBreak/>
        <w:t>— </w:t>
      </w:r>
      <w:r w:rsidR="004C389C">
        <w:t>Bah</w:t>
      </w:r>
      <w:r>
        <w:t xml:space="preserve"> ! </w:t>
      </w:r>
      <w:r w:rsidR="004C389C">
        <w:t>fit le gamin en haussant les épaules</w:t>
      </w:r>
      <w:r>
        <w:t xml:space="preserve">, </w:t>
      </w:r>
      <w:r w:rsidR="004C389C">
        <w:t>comme je serai avec vous</w:t>
      </w:r>
      <w:r>
        <w:t xml:space="preserve">, </w:t>
      </w:r>
      <w:proofErr w:type="spellStart"/>
      <w:r w:rsidR="004C389C">
        <w:t>cap</w:t>
      </w:r>
      <w:r>
        <w:t>’</w:t>
      </w:r>
      <w:r w:rsidR="004C389C">
        <w:t>taine</w:t>
      </w:r>
      <w:proofErr w:type="spellEnd"/>
      <w:r>
        <w:t xml:space="preserve">, </w:t>
      </w:r>
      <w:r w:rsidR="004C389C">
        <w:t>tout sera bon</w:t>
      </w:r>
      <w:r>
        <w:t>…</w:t>
      </w:r>
    </w:p>
    <w:p w14:paraId="74CD63AA" w14:textId="77777777" w:rsidR="004B5A85" w:rsidRDefault="004C389C" w:rsidP="004C389C">
      <w:r>
        <w:t>Et à voix basse</w:t>
      </w:r>
      <w:r w:rsidR="004B5A85">
        <w:t xml:space="preserve">, </w:t>
      </w:r>
      <w:r>
        <w:t>il ajouta</w:t>
      </w:r>
      <w:r w:rsidR="004B5A85">
        <w:t xml:space="preserve">, </w:t>
      </w:r>
      <w:r>
        <w:t>en se haussant sur ses pieds nus</w:t>
      </w:r>
      <w:r w:rsidR="004B5A85">
        <w:t xml:space="preserve">, </w:t>
      </w:r>
      <w:r>
        <w:t xml:space="preserve">tandis que </w:t>
      </w:r>
      <w:proofErr w:type="spellStart"/>
      <w:r>
        <w:t>Jorry</w:t>
      </w:r>
      <w:proofErr w:type="spellEnd"/>
      <w:r>
        <w:t xml:space="preserve"> et </w:t>
      </w:r>
      <w:proofErr w:type="spellStart"/>
      <w:r>
        <w:t>Brilo</w:t>
      </w:r>
      <w:proofErr w:type="spellEnd"/>
      <w:r>
        <w:t xml:space="preserve"> se concertaient à l</w:t>
      </w:r>
      <w:r w:rsidR="004B5A85">
        <w:t>’</w:t>
      </w:r>
      <w:r>
        <w:t>écart</w:t>
      </w:r>
      <w:r w:rsidR="004B5A85">
        <w:t> :</w:t>
      </w:r>
    </w:p>
    <w:p w14:paraId="5F6D824A" w14:textId="77777777" w:rsidR="004B5A85" w:rsidRDefault="004B5A85" w:rsidP="004C389C">
      <w:r>
        <w:t>— </w:t>
      </w:r>
      <w:r w:rsidR="004C389C">
        <w:t>Capitaine</w:t>
      </w:r>
      <w:r>
        <w:t xml:space="preserve">, </w:t>
      </w:r>
      <w:r w:rsidR="004C389C">
        <w:t>je ne sais pas ce que ça veut dire</w:t>
      </w:r>
      <w:r>
        <w:t xml:space="preserve">, </w:t>
      </w:r>
      <w:r w:rsidR="004C389C">
        <w:t>tout ça</w:t>
      </w:r>
      <w:r>
        <w:t xml:space="preserve"> ! </w:t>
      </w:r>
      <w:r w:rsidR="004C389C">
        <w:t>mais on aura le plaisir de se tirer des flûtes ensemble</w:t>
      </w:r>
      <w:r>
        <w:t xml:space="preserve">, </w:t>
      </w:r>
      <w:r w:rsidR="004C389C">
        <w:t>sûr</w:t>
      </w:r>
      <w:r>
        <w:t xml:space="preserve"> !… </w:t>
      </w:r>
      <w:r w:rsidR="004C389C">
        <w:t>Moi</w:t>
      </w:r>
      <w:r>
        <w:t xml:space="preserve">, </w:t>
      </w:r>
      <w:r w:rsidR="004C389C">
        <w:t>je me serais étouffé avec ma langue</w:t>
      </w:r>
      <w:r>
        <w:t xml:space="preserve">, </w:t>
      </w:r>
      <w:r w:rsidR="004C389C">
        <w:t>comme les Indiens sioux</w:t>
      </w:r>
      <w:r>
        <w:t xml:space="preserve">, </w:t>
      </w:r>
      <w:r w:rsidR="004C389C">
        <w:t>si on m</w:t>
      </w:r>
      <w:r>
        <w:t>’</w:t>
      </w:r>
      <w:r w:rsidR="004C389C">
        <w:t xml:space="preserve">avait séparé de mon </w:t>
      </w:r>
      <w:proofErr w:type="spellStart"/>
      <w:r w:rsidR="004C389C">
        <w:t>cap</w:t>
      </w:r>
      <w:r>
        <w:t>’</w:t>
      </w:r>
      <w:r w:rsidR="004C389C">
        <w:t>taine</w:t>
      </w:r>
      <w:proofErr w:type="spellEnd"/>
      <w:r>
        <w:t>…</w:t>
      </w:r>
    </w:p>
    <w:p w14:paraId="46ABD325" w14:textId="77777777" w:rsidR="004B5A85" w:rsidRDefault="004C389C" w:rsidP="004C389C">
      <w:r>
        <w:t>Quel était donc cet enfant</w:t>
      </w:r>
      <w:r w:rsidR="004B5A85">
        <w:t xml:space="preserve">, </w:t>
      </w:r>
      <w:r>
        <w:t>qui parlait au commandant Martel avec une telle familiarité et un sans-façon si peu co</w:t>
      </w:r>
      <w:r>
        <w:t>n</w:t>
      </w:r>
      <w:r>
        <w:t>forme aux usages militaires</w:t>
      </w:r>
      <w:r w:rsidR="004B5A85">
        <w:t> ?…</w:t>
      </w:r>
    </w:p>
    <w:p w14:paraId="6E37F190" w14:textId="77777777" w:rsidR="004B5A85" w:rsidRDefault="004C389C" w:rsidP="004C389C">
      <w:r>
        <w:t>Oh</w:t>
      </w:r>
      <w:r w:rsidR="004B5A85">
        <w:t xml:space="preserve"> ! </w:t>
      </w:r>
      <w:r>
        <w:t>quelques mots d</w:t>
      </w:r>
      <w:r w:rsidR="004B5A85">
        <w:t>’</w:t>
      </w:r>
      <w:r>
        <w:t>explication suffiront</w:t>
      </w:r>
      <w:r w:rsidR="004B5A85">
        <w:t>.</w:t>
      </w:r>
    </w:p>
    <w:p w14:paraId="3ADB60CE" w14:textId="77777777" w:rsidR="004B5A85" w:rsidRDefault="004C389C" w:rsidP="004C389C">
      <w:r>
        <w:t>Un jour</w:t>
      </w:r>
      <w:r w:rsidR="004B5A85">
        <w:t xml:space="preserve">, – </w:t>
      </w:r>
      <w:r>
        <w:t>il y avait quatre ans de cela</w:t>
      </w:r>
      <w:r w:rsidR="004B5A85">
        <w:t xml:space="preserve">, – </w:t>
      </w:r>
      <w:r>
        <w:t>l</w:t>
      </w:r>
      <w:r w:rsidR="004B5A85">
        <w:t>’</w:t>
      </w:r>
      <w:r>
        <w:t>enseigne de vai</w:t>
      </w:r>
      <w:r>
        <w:t>s</w:t>
      </w:r>
      <w:r>
        <w:t>seau Martel avait rencontré sur le port de Brest</w:t>
      </w:r>
      <w:r w:rsidR="004B5A85">
        <w:t xml:space="preserve">, </w:t>
      </w:r>
      <w:r>
        <w:t>à la nuit to</w:t>
      </w:r>
      <w:r>
        <w:t>m</w:t>
      </w:r>
      <w:r>
        <w:t>bante</w:t>
      </w:r>
      <w:r w:rsidR="004B5A85">
        <w:t xml:space="preserve">, </w:t>
      </w:r>
      <w:r>
        <w:t>un enfant d</w:t>
      </w:r>
      <w:r w:rsidR="004B5A85">
        <w:t>’</w:t>
      </w:r>
      <w:r>
        <w:t>une dizaine d</w:t>
      </w:r>
      <w:r w:rsidR="004B5A85">
        <w:t>’</w:t>
      </w:r>
      <w:r>
        <w:t>années</w:t>
      </w:r>
      <w:r w:rsidR="004B5A85">
        <w:t xml:space="preserve">, </w:t>
      </w:r>
      <w:r>
        <w:t>qui pleurait</w:t>
      </w:r>
      <w:r w:rsidR="004B5A85">
        <w:t>.</w:t>
      </w:r>
    </w:p>
    <w:p w14:paraId="44FDE4EE" w14:textId="77777777" w:rsidR="004B5A85" w:rsidRDefault="004C389C" w:rsidP="004C389C">
      <w:r>
        <w:t>Aux questions que lui posa l</w:t>
      </w:r>
      <w:r w:rsidR="004B5A85">
        <w:t>’</w:t>
      </w:r>
      <w:r>
        <w:t>officier</w:t>
      </w:r>
      <w:r w:rsidR="004B5A85">
        <w:t xml:space="preserve">, </w:t>
      </w:r>
      <w:r>
        <w:t>l</w:t>
      </w:r>
      <w:r w:rsidR="004B5A85">
        <w:t>’</w:t>
      </w:r>
      <w:r>
        <w:t>enfant ne put donner que de vagues renseignements</w:t>
      </w:r>
      <w:r w:rsidR="004B5A85">
        <w:t xml:space="preserve">. </w:t>
      </w:r>
      <w:r>
        <w:t>Des hommes</w:t>
      </w:r>
      <w:r w:rsidR="004B5A85">
        <w:t xml:space="preserve">, </w:t>
      </w:r>
      <w:r>
        <w:t>des salti</w:t>
      </w:r>
      <w:r>
        <w:t>m</w:t>
      </w:r>
      <w:r>
        <w:t>banques</w:t>
      </w:r>
      <w:r w:rsidR="004B5A85">
        <w:t xml:space="preserve">, </w:t>
      </w:r>
      <w:r>
        <w:t>qui n</w:t>
      </w:r>
      <w:r w:rsidR="004B5A85">
        <w:t>’</w:t>
      </w:r>
      <w:r>
        <w:t>étaient pas ses parents</w:t>
      </w:r>
      <w:r w:rsidR="004B5A85">
        <w:t xml:space="preserve">, – </w:t>
      </w:r>
      <w:r>
        <w:t>ceux-là il ne les avait jamais connus</w:t>
      </w:r>
      <w:r w:rsidR="004B5A85">
        <w:t xml:space="preserve">, – </w:t>
      </w:r>
      <w:r>
        <w:t>l</w:t>
      </w:r>
      <w:r w:rsidR="004B5A85">
        <w:t>’</w:t>
      </w:r>
      <w:r>
        <w:t>avaient abandonné sur le port en lui disant qu</w:t>
      </w:r>
      <w:r w:rsidR="004B5A85">
        <w:t>’</w:t>
      </w:r>
      <w:r>
        <w:t>ils ne gagnaient plus assez d</w:t>
      </w:r>
      <w:r w:rsidR="004B5A85">
        <w:t>’</w:t>
      </w:r>
      <w:r>
        <w:t>argent pour le nourrir</w:t>
      </w:r>
      <w:r w:rsidR="004B5A85">
        <w:t>.</w:t>
      </w:r>
    </w:p>
    <w:p w14:paraId="6A29FA8E" w14:textId="77777777" w:rsidR="004B5A85" w:rsidRDefault="004C389C" w:rsidP="004C389C">
      <w:r>
        <w:t>Et quand l</w:t>
      </w:r>
      <w:r w:rsidR="004B5A85">
        <w:t>’</w:t>
      </w:r>
      <w:r>
        <w:t>officier lui demanda comment il s</w:t>
      </w:r>
      <w:r w:rsidR="004B5A85">
        <w:t>’</w:t>
      </w:r>
      <w:r>
        <w:t>appelait</w:t>
      </w:r>
      <w:r w:rsidR="004B5A85">
        <w:t xml:space="preserve">, </w:t>
      </w:r>
      <w:r>
        <w:t>l</w:t>
      </w:r>
      <w:r w:rsidR="004B5A85">
        <w:t>’</w:t>
      </w:r>
      <w:r>
        <w:t>enfant répondit</w:t>
      </w:r>
      <w:r w:rsidR="004B5A85">
        <w:t> :</w:t>
      </w:r>
    </w:p>
    <w:p w14:paraId="66CAE470" w14:textId="77777777" w:rsidR="004B5A85" w:rsidRDefault="004B5A85" w:rsidP="004C389C">
      <w:r>
        <w:t>— </w:t>
      </w:r>
      <w:r w:rsidR="004C389C">
        <w:t>On m</w:t>
      </w:r>
      <w:r>
        <w:t>’</w:t>
      </w:r>
      <w:r w:rsidR="004C389C">
        <w:t>appelle Pierrot l</w:t>
      </w:r>
      <w:r>
        <w:t>’</w:t>
      </w:r>
      <w:r w:rsidR="004C389C">
        <w:t>Écureuil</w:t>
      </w:r>
      <w:r>
        <w:t xml:space="preserve">, </w:t>
      </w:r>
      <w:r w:rsidR="004C389C">
        <w:t>parce que</w:t>
      </w:r>
      <w:r>
        <w:t xml:space="preserve">, </w:t>
      </w:r>
      <w:r w:rsidR="004C389C">
        <w:t>lorsque les saltimbanques m</w:t>
      </w:r>
      <w:r>
        <w:t>’</w:t>
      </w:r>
      <w:r w:rsidR="004C389C">
        <w:t>ont trouvé</w:t>
      </w:r>
      <w:r>
        <w:t xml:space="preserve">, </w:t>
      </w:r>
      <w:r w:rsidR="004C389C">
        <w:t>il y a longtemps</w:t>
      </w:r>
      <w:r>
        <w:t xml:space="preserve">, </w:t>
      </w:r>
      <w:r w:rsidR="004C389C">
        <w:t>au pied d</w:t>
      </w:r>
      <w:r>
        <w:t>’</w:t>
      </w:r>
      <w:r w:rsidR="004C389C">
        <w:t>une croix de fer sur une route</w:t>
      </w:r>
      <w:r>
        <w:t xml:space="preserve">, </w:t>
      </w:r>
      <w:r w:rsidR="004C389C">
        <w:t>je ne pouvais répondre à leurs que</w:t>
      </w:r>
      <w:r w:rsidR="004C389C">
        <w:t>s</w:t>
      </w:r>
      <w:r w:rsidR="004C389C">
        <w:t>tions qu</w:t>
      </w:r>
      <w:r>
        <w:t>’</w:t>
      </w:r>
      <w:r w:rsidR="004C389C">
        <w:t>en disant</w:t>
      </w:r>
      <w:r>
        <w:t> : « </w:t>
      </w:r>
      <w:r w:rsidR="004C389C">
        <w:t>Pierrot</w:t>
      </w:r>
      <w:r>
        <w:t xml:space="preserve"> ». </w:t>
      </w:r>
      <w:r w:rsidR="004C389C">
        <w:t>Alors</w:t>
      </w:r>
      <w:r>
        <w:t xml:space="preserve">, </w:t>
      </w:r>
      <w:r w:rsidR="004C389C">
        <w:t>comme j</w:t>
      </w:r>
      <w:r>
        <w:t>’</w:t>
      </w:r>
      <w:r w:rsidR="004C389C">
        <w:t>étais souple et vif</w:t>
      </w:r>
      <w:r>
        <w:t xml:space="preserve">, </w:t>
      </w:r>
      <w:r w:rsidR="004C389C">
        <w:t>ils m</w:t>
      </w:r>
      <w:r>
        <w:t>’</w:t>
      </w:r>
      <w:r w:rsidR="004C389C">
        <w:t>ont appelé Pierrot l</w:t>
      </w:r>
      <w:r>
        <w:t>’</w:t>
      </w:r>
      <w:r w:rsidR="004C389C">
        <w:t>Écureuil</w:t>
      </w:r>
      <w:r>
        <w:t xml:space="preserve">… </w:t>
      </w:r>
      <w:r w:rsidR="004C389C">
        <w:t>C</w:t>
      </w:r>
      <w:r>
        <w:t>’</w:t>
      </w:r>
      <w:r w:rsidR="004C389C">
        <w:t>est eux qui m</w:t>
      </w:r>
      <w:r>
        <w:t>’</w:t>
      </w:r>
      <w:r w:rsidR="004C389C">
        <w:t>ont r</w:t>
      </w:r>
      <w:r w:rsidR="004C389C">
        <w:t>a</w:t>
      </w:r>
      <w:r w:rsidR="004C389C">
        <w:t>conté ça</w:t>
      </w:r>
      <w:r>
        <w:t xml:space="preserve">, </w:t>
      </w:r>
      <w:r w:rsidR="004C389C">
        <w:t>comme je vous le dis</w:t>
      </w:r>
      <w:r>
        <w:t xml:space="preserve">, </w:t>
      </w:r>
      <w:r w:rsidR="004C389C">
        <w:t xml:space="preserve">monsieur le </w:t>
      </w:r>
      <w:proofErr w:type="spellStart"/>
      <w:r w:rsidR="004C389C">
        <w:t>cap</w:t>
      </w:r>
      <w:r>
        <w:t>’</w:t>
      </w:r>
      <w:r w:rsidR="004C389C">
        <w:t>taine</w:t>
      </w:r>
      <w:proofErr w:type="spellEnd"/>
      <w:r>
        <w:t>…</w:t>
      </w:r>
    </w:p>
    <w:p w14:paraId="7B4EF423" w14:textId="77777777" w:rsidR="004B5A85" w:rsidRDefault="004C389C" w:rsidP="004C389C">
      <w:r>
        <w:lastRenderedPageBreak/>
        <w:t>L</w:t>
      </w:r>
      <w:r w:rsidR="004B5A85">
        <w:t>’</w:t>
      </w:r>
      <w:r>
        <w:t>enseigne Martel</w:t>
      </w:r>
      <w:r w:rsidR="004B5A85">
        <w:t xml:space="preserve">, </w:t>
      </w:r>
      <w:r>
        <w:t>ému</w:t>
      </w:r>
      <w:r w:rsidR="004B5A85">
        <w:t xml:space="preserve">, </w:t>
      </w:r>
      <w:r>
        <w:t>avait alors</w:t>
      </w:r>
      <w:r w:rsidR="004B5A85">
        <w:t xml:space="preserve">, </w:t>
      </w:r>
      <w:r>
        <w:t>en quelque sorte</w:t>
      </w:r>
      <w:r w:rsidR="004B5A85">
        <w:t xml:space="preserve">, </w:t>
      </w:r>
      <w:r>
        <w:t>adopté l</w:t>
      </w:r>
      <w:r w:rsidR="004B5A85">
        <w:t>’</w:t>
      </w:r>
      <w:r>
        <w:t>enfant et continué de l</w:t>
      </w:r>
      <w:r w:rsidR="004B5A85">
        <w:t>’</w:t>
      </w:r>
      <w:r>
        <w:t>appeler Pierrot l</w:t>
      </w:r>
      <w:r w:rsidR="004B5A85">
        <w:t>’</w:t>
      </w:r>
      <w:r>
        <w:t>Écureuil</w:t>
      </w:r>
      <w:r w:rsidR="004B5A85">
        <w:t>.</w:t>
      </w:r>
    </w:p>
    <w:p w14:paraId="4B2C39E1" w14:textId="77777777" w:rsidR="004B5A85" w:rsidRDefault="004C389C" w:rsidP="004C389C">
      <w:r>
        <w:t>Il l</w:t>
      </w:r>
      <w:r w:rsidR="004B5A85">
        <w:t>’</w:t>
      </w:r>
      <w:r>
        <w:t>avait gardé comme brosseur</w:t>
      </w:r>
      <w:r w:rsidR="004B5A85">
        <w:t xml:space="preserve">, </w:t>
      </w:r>
      <w:r>
        <w:t>lui avait appris à lire et à écrire et</w:t>
      </w:r>
      <w:r w:rsidR="004B5A85">
        <w:t xml:space="preserve">, </w:t>
      </w:r>
      <w:r>
        <w:t xml:space="preserve">quand le </w:t>
      </w:r>
      <w:r>
        <w:rPr>
          <w:i/>
          <w:iCs/>
        </w:rPr>
        <w:t xml:space="preserve">Nyctalope </w:t>
      </w:r>
      <w:r>
        <w:t>fut achevé de construire</w:t>
      </w:r>
      <w:r w:rsidR="004B5A85">
        <w:t xml:space="preserve">, </w:t>
      </w:r>
      <w:r>
        <w:t>Pierrot l</w:t>
      </w:r>
      <w:r w:rsidR="004B5A85">
        <w:t>’</w:t>
      </w:r>
      <w:r>
        <w:t>Écureuil avait été incorporé dans son équipage d</w:t>
      </w:r>
      <w:r w:rsidR="004B5A85">
        <w:t>’</w:t>
      </w:r>
      <w:r>
        <w:t>élite</w:t>
      </w:r>
      <w:r w:rsidR="004B5A85">
        <w:t>.</w:t>
      </w:r>
    </w:p>
    <w:p w14:paraId="17D18866" w14:textId="77777777" w:rsidR="004B5A85" w:rsidRDefault="004C389C" w:rsidP="004C389C">
      <w:r>
        <w:t>Faveur extraordinaire</w:t>
      </w:r>
      <w:r w:rsidR="004B5A85">
        <w:t xml:space="preserve">, </w:t>
      </w:r>
      <w:r>
        <w:t>car il n</w:t>
      </w:r>
      <w:r w:rsidR="004B5A85">
        <w:t>’</w:t>
      </w:r>
      <w:r>
        <w:t>y a pas de mousses à bord des sous-marins</w:t>
      </w:r>
      <w:r w:rsidR="004B5A85">
        <w:t>.</w:t>
      </w:r>
    </w:p>
    <w:p w14:paraId="777A5444" w14:textId="77777777" w:rsidR="004B5A85" w:rsidRDefault="004C389C" w:rsidP="004C389C">
      <w:r>
        <w:t>Pierrot l</w:t>
      </w:r>
      <w:r w:rsidR="004B5A85">
        <w:t>’</w:t>
      </w:r>
      <w:r>
        <w:t>Écureuil avait gardé dans ses rapports avec son père adoptif</w:t>
      </w:r>
      <w:r w:rsidR="004B5A85">
        <w:t xml:space="preserve">, </w:t>
      </w:r>
      <w:r>
        <w:t xml:space="preserve">son </w:t>
      </w:r>
      <w:proofErr w:type="spellStart"/>
      <w:r>
        <w:t>cap</w:t>
      </w:r>
      <w:r w:rsidR="004B5A85">
        <w:t>’</w:t>
      </w:r>
      <w:r>
        <w:t>taine</w:t>
      </w:r>
      <w:proofErr w:type="spellEnd"/>
      <w:r w:rsidR="004B5A85">
        <w:t xml:space="preserve">, </w:t>
      </w:r>
      <w:r>
        <w:t>comme il l</w:t>
      </w:r>
      <w:r w:rsidR="004B5A85">
        <w:t>’</w:t>
      </w:r>
      <w:r>
        <w:t>appelait toujours</w:t>
      </w:r>
      <w:r w:rsidR="004B5A85">
        <w:t xml:space="preserve">, </w:t>
      </w:r>
      <w:r>
        <w:t>une gaminerie familière qui cachait un fond de dévouement à toute épreuve</w:t>
      </w:r>
      <w:r w:rsidR="004B5A85">
        <w:t xml:space="preserve">, </w:t>
      </w:r>
      <w:r>
        <w:t>une admiration respectueuse et avec tout cela</w:t>
      </w:r>
      <w:r w:rsidR="004B5A85">
        <w:t xml:space="preserve">, </w:t>
      </w:r>
      <w:r>
        <w:t>une a</w:t>
      </w:r>
      <w:r>
        <w:t>u</w:t>
      </w:r>
      <w:r>
        <w:t>dace toujours joyeuse de vrai moineau parisien</w:t>
      </w:r>
      <w:r w:rsidR="004B5A85">
        <w:t>…</w:t>
      </w:r>
    </w:p>
    <w:p w14:paraId="2E7B7DA7" w14:textId="77777777" w:rsidR="004B5A85" w:rsidRDefault="004B5A85" w:rsidP="004C389C">
      <w:r>
        <w:t>— </w:t>
      </w:r>
      <w:r w:rsidR="004C389C">
        <w:t>Monsieur</w:t>
      </w:r>
      <w:r>
        <w:t xml:space="preserve">, </w:t>
      </w:r>
      <w:r w:rsidR="004C389C">
        <w:t xml:space="preserve">disait cependant </w:t>
      </w:r>
      <w:proofErr w:type="spellStart"/>
      <w:r w:rsidR="004C389C">
        <w:t>Jorry</w:t>
      </w:r>
      <w:proofErr w:type="spellEnd"/>
      <w:r>
        <w:t xml:space="preserve">, </w:t>
      </w:r>
      <w:r w:rsidR="004C389C">
        <w:t xml:space="preserve">qui en avait fini avec </w:t>
      </w:r>
      <w:proofErr w:type="spellStart"/>
      <w:r w:rsidR="004C389C">
        <w:t>Brilo</w:t>
      </w:r>
      <w:proofErr w:type="spellEnd"/>
      <w:r>
        <w:t xml:space="preserve">, </w:t>
      </w:r>
      <w:r w:rsidR="004C389C">
        <w:t>veuillez me suivre</w:t>
      </w:r>
      <w:r>
        <w:t xml:space="preserve">, </w:t>
      </w:r>
      <w:r w:rsidR="004C389C">
        <w:t>et toi aussi</w:t>
      </w:r>
      <w:r>
        <w:t xml:space="preserve">, </w:t>
      </w:r>
      <w:r w:rsidR="004C389C">
        <w:t>moucheron</w:t>
      </w:r>
      <w:r>
        <w:t> !</w:t>
      </w:r>
    </w:p>
    <w:p w14:paraId="7FA6A857" w14:textId="77777777" w:rsidR="004B5A85" w:rsidRDefault="004C389C" w:rsidP="004C389C">
      <w:r>
        <w:t>Pendant cette courte scène</w:t>
      </w:r>
      <w:r w:rsidR="004B5A85">
        <w:t xml:space="preserve">, </w:t>
      </w:r>
      <w:r>
        <w:t>l</w:t>
      </w:r>
      <w:r w:rsidR="004B5A85">
        <w:t>’</w:t>
      </w:r>
      <w:r>
        <w:t>officier en second et les hommes de l</w:t>
      </w:r>
      <w:r w:rsidR="004B5A85">
        <w:t>’</w:t>
      </w:r>
      <w:r>
        <w:t>équipage du sous-marin avaient réussi tant bien que mal à s</w:t>
      </w:r>
      <w:r w:rsidR="004B5A85">
        <w:t>’</w:t>
      </w:r>
      <w:r>
        <w:t>asseoir sur la planche</w:t>
      </w:r>
      <w:r w:rsidR="004B5A85">
        <w:t>.</w:t>
      </w:r>
    </w:p>
    <w:p w14:paraId="6E1255C6" w14:textId="77777777" w:rsidR="004B5A85" w:rsidRDefault="004B5A85" w:rsidP="004C389C">
      <w:r>
        <w:t>— </w:t>
      </w:r>
      <w:r w:rsidR="004C389C">
        <w:t>Mes amis</w:t>
      </w:r>
      <w:r>
        <w:t xml:space="preserve">, </w:t>
      </w:r>
      <w:r w:rsidR="004C389C">
        <w:t>leur dit gravement le commandant Martel</w:t>
      </w:r>
      <w:r>
        <w:t xml:space="preserve">, </w:t>
      </w:r>
      <w:r w:rsidR="004C389C">
        <w:t>je ne sais si je vous reverrai</w:t>
      </w:r>
      <w:r>
        <w:t xml:space="preserve">. </w:t>
      </w:r>
      <w:r w:rsidR="004C389C">
        <w:t xml:space="preserve">Les forbans qui se sont emparés du </w:t>
      </w:r>
      <w:r w:rsidR="004C389C">
        <w:rPr>
          <w:i/>
          <w:iCs/>
        </w:rPr>
        <w:t xml:space="preserve">Nyctalope </w:t>
      </w:r>
      <w:r w:rsidR="004C389C">
        <w:t>et de nous ont des projets que j</w:t>
      </w:r>
      <w:r>
        <w:t>’</w:t>
      </w:r>
      <w:r w:rsidR="004C389C">
        <w:t>ignore</w:t>
      </w:r>
      <w:r>
        <w:t xml:space="preserve">. </w:t>
      </w:r>
      <w:r w:rsidR="004C389C">
        <w:t>Mais c</w:t>
      </w:r>
      <w:r>
        <w:t>’</w:t>
      </w:r>
      <w:r w:rsidR="004C389C">
        <w:t>est avec la ferme espérance de ne pas me tromper que je vous dis à tous</w:t>
      </w:r>
      <w:r>
        <w:t xml:space="preserve"> : </w:t>
      </w:r>
      <w:r w:rsidR="004C389C">
        <w:t>au revoir</w:t>
      </w:r>
      <w:r>
        <w:t> !</w:t>
      </w:r>
    </w:p>
    <w:p w14:paraId="2B1B72E5" w14:textId="77777777" w:rsidR="004B5A85" w:rsidRDefault="004C389C" w:rsidP="004C389C">
      <w:r>
        <w:t>Et</w:t>
      </w:r>
      <w:r w:rsidR="004B5A85">
        <w:t xml:space="preserve">, </w:t>
      </w:r>
      <w:r>
        <w:t>très pâle</w:t>
      </w:r>
      <w:r w:rsidR="004B5A85">
        <w:t xml:space="preserve">, </w:t>
      </w:r>
      <w:r>
        <w:t>il passa devant la planche</w:t>
      </w:r>
      <w:r w:rsidR="004B5A85">
        <w:t xml:space="preserve">, </w:t>
      </w:r>
      <w:r>
        <w:t>serrant les mains enchaînées de ces hommes</w:t>
      </w:r>
      <w:r w:rsidR="004B5A85">
        <w:t xml:space="preserve">, </w:t>
      </w:r>
      <w:r>
        <w:t>de ces braves et rudes marins qui</w:t>
      </w:r>
      <w:r w:rsidR="004B5A85">
        <w:t xml:space="preserve">, </w:t>
      </w:r>
      <w:r>
        <w:t>tous</w:t>
      </w:r>
      <w:r w:rsidR="004B5A85">
        <w:t xml:space="preserve">, </w:t>
      </w:r>
      <w:r>
        <w:t>laissaient couler sur leurs joues de grosses larmes</w:t>
      </w:r>
      <w:r w:rsidR="004B5A85">
        <w:t>.</w:t>
      </w:r>
    </w:p>
    <w:p w14:paraId="253AC63A" w14:textId="77777777" w:rsidR="004B5A85" w:rsidRDefault="004C389C" w:rsidP="004C389C">
      <w:r>
        <w:t>Cinq minutes après</w:t>
      </w:r>
      <w:r w:rsidR="004B5A85">
        <w:t xml:space="preserve">, </w:t>
      </w:r>
      <w:r>
        <w:t>le commandant Martel et Pierrot l</w:t>
      </w:r>
      <w:r w:rsidR="004B5A85">
        <w:t>’</w:t>
      </w:r>
      <w:r>
        <w:t>Écureuil étaient enfermés dans la cabine numéro 3</w:t>
      </w:r>
      <w:r w:rsidR="004B5A85">
        <w:t xml:space="preserve">, </w:t>
      </w:r>
      <w:r>
        <w:t>qui se composait d</w:t>
      </w:r>
      <w:r w:rsidR="004B5A85">
        <w:t>’</w:t>
      </w:r>
      <w:r>
        <w:t>une pièce</w:t>
      </w:r>
      <w:r w:rsidR="004B5A85">
        <w:t xml:space="preserve">, </w:t>
      </w:r>
      <w:r>
        <w:t xml:space="preserve">où </w:t>
      </w:r>
      <w:proofErr w:type="spellStart"/>
      <w:r>
        <w:t>Brilo</w:t>
      </w:r>
      <w:proofErr w:type="spellEnd"/>
      <w:r>
        <w:t xml:space="preserve"> installa un second lit </w:t>
      </w:r>
      <w:r>
        <w:lastRenderedPageBreak/>
        <w:t>emprunté à la cabine numéro 2</w:t>
      </w:r>
      <w:r w:rsidR="004B5A85">
        <w:t xml:space="preserve">, </w:t>
      </w:r>
      <w:r>
        <w:t>et d</w:t>
      </w:r>
      <w:r w:rsidR="004B5A85">
        <w:t>’</w:t>
      </w:r>
      <w:r>
        <w:t>une autre pièce</w:t>
      </w:r>
      <w:r w:rsidR="004B5A85">
        <w:t xml:space="preserve">, </w:t>
      </w:r>
      <w:r>
        <w:t>plus petite</w:t>
      </w:r>
      <w:r w:rsidR="004B5A85">
        <w:t xml:space="preserve">, </w:t>
      </w:r>
      <w:r>
        <w:t>amén</w:t>
      </w:r>
      <w:r>
        <w:t>a</w:t>
      </w:r>
      <w:r>
        <w:t>gée en cabinet de toilette</w:t>
      </w:r>
      <w:r w:rsidR="004B5A85">
        <w:t>.</w:t>
      </w:r>
    </w:p>
    <w:p w14:paraId="7B17D3BD" w14:textId="77777777" w:rsidR="004B5A85" w:rsidRDefault="004C389C" w:rsidP="004C389C">
      <w:r>
        <w:t>Le numéro 3</w:t>
      </w:r>
      <w:r w:rsidR="004B5A85">
        <w:t xml:space="preserve">, </w:t>
      </w:r>
      <w:r>
        <w:t>proprement dit</w:t>
      </w:r>
      <w:r w:rsidR="004B5A85">
        <w:t xml:space="preserve">, </w:t>
      </w:r>
      <w:r>
        <w:t>communiquait avec le co</w:t>
      </w:r>
      <w:r>
        <w:t>u</w:t>
      </w:r>
      <w:r>
        <w:t>loir central par une porte qui fut condamnée</w:t>
      </w:r>
      <w:r w:rsidR="004B5A85">
        <w:t xml:space="preserve">, </w:t>
      </w:r>
      <w:r>
        <w:t>et avec la cabine numéro 2 par une autre porte</w:t>
      </w:r>
      <w:r w:rsidR="004B5A85">
        <w:t xml:space="preserve">, </w:t>
      </w:r>
      <w:r>
        <w:t>seule laissée praticable</w:t>
      </w:r>
      <w:r w:rsidR="004B5A85">
        <w:t>.</w:t>
      </w:r>
    </w:p>
    <w:p w14:paraId="455F7F07" w14:textId="77777777" w:rsidR="004B5A85" w:rsidRDefault="004C389C" w:rsidP="004C389C">
      <w:r>
        <w:t xml:space="preserve">Et </w:t>
      </w:r>
      <w:proofErr w:type="spellStart"/>
      <w:r>
        <w:t>Jorry</w:t>
      </w:r>
      <w:proofErr w:type="spellEnd"/>
      <w:r>
        <w:t xml:space="preserve"> fit immédiatement connaître à son prisonnier les dispositions prises jusqu</w:t>
      </w:r>
      <w:r w:rsidR="004B5A85">
        <w:t>’</w:t>
      </w:r>
      <w:r>
        <w:t>à nouvel ordre</w:t>
      </w:r>
      <w:r w:rsidR="004B5A85">
        <w:t>.</w:t>
      </w:r>
    </w:p>
    <w:p w14:paraId="3AC7523B" w14:textId="77777777" w:rsidR="004B5A85" w:rsidRDefault="004B5A85" w:rsidP="004C389C">
      <w:r>
        <w:t>— </w:t>
      </w:r>
      <w:r w:rsidR="004C389C">
        <w:t>Monsieur</w:t>
      </w:r>
      <w:r>
        <w:t xml:space="preserve">, </w:t>
      </w:r>
      <w:r w:rsidR="004C389C">
        <w:t>le mousse habitera avec vous dans la cabine numéro 3</w:t>
      </w:r>
      <w:r>
        <w:t xml:space="preserve">. </w:t>
      </w:r>
      <w:r w:rsidR="004C389C">
        <w:t xml:space="preserve">Il y aura toujours </w:t>
      </w:r>
      <w:proofErr w:type="spellStart"/>
      <w:r w:rsidR="004C389C">
        <w:t>Brilo</w:t>
      </w:r>
      <w:proofErr w:type="spellEnd"/>
      <w:r w:rsidR="004C389C">
        <w:t xml:space="preserve"> ou moi dans la cabine numéro 2</w:t>
      </w:r>
      <w:r>
        <w:t xml:space="preserve">. </w:t>
      </w:r>
      <w:r w:rsidR="004C389C">
        <w:t>Quand vous aurez besoin de quelque chose</w:t>
      </w:r>
      <w:r>
        <w:t xml:space="preserve">, </w:t>
      </w:r>
      <w:r w:rsidR="004C389C">
        <w:t>vous frapperez</w:t>
      </w:r>
      <w:r>
        <w:t xml:space="preserve">. </w:t>
      </w:r>
      <w:r w:rsidR="004C389C">
        <w:t>On ouvrira et on enverra le mousse où il faudra</w:t>
      </w:r>
      <w:r>
        <w:t>.</w:t>
      </w:r>
    </w:p>
    <w:p w14:paraId="227C69D1" w14:textId="77777777" w:rsidR="004B5A85" w:rsidRDefault="004B5A85" w:rsidP="004C389C">
      <w:r>
        <w:t>« </w:t>
      </w:r>
      <w:r w:rsidR="004C389C">
        <w:t xml:space="preserve">Je dois vous avertir que </w:t>
      </w:r>
      <w:proofErr w:type="spellStart"/>
      <w:r w:rsidR="004C389C">
        <w:t>Brilo</w:t>
      </w:r>
      <w:proofErr w:type="spellEnd"/>
      <w:r w:rsidR="004C389C">
        <w:t xml:space="preserve"> et moi</w:t>
      </w:r>
      <w:r>
        <w:t xml:space="preserve">, </w:t>
      </w:r>
      <w:r w:rsidR="004C389C">
        <w:t>nous sommes to</w:t>
      </w:r>
      <w:r w:rsidR="004C389C">
        <w:t>u</w:t>
      </w:r>
      <w:r w:rsidR="004C389C">
        <w:t>jours armés</w:t>
      </w:r>
      <w:r>
        <w:t xml:space="preserve">, </w:t>
      </w:r>
      <w:r w:rsidR="004C389C">
        <w:t>et que nous avons l</w:t>
      </w:r>
      <w:r>
        <w:t>’</w:t>
      </w:r>
      <w:r w:rsidR="004C389C">
        <w:t>ordre formel de vous brûler la cervelle à la moindre tentative que vous feriez pour nuire à nous-mêmes ou aux projets du Maître</w:t>
      </w:r>
      <w:r>
        <w:t>.</w:t>
      </w:r>
    </w:p>
    <w:p w14:paraId="48C06F6F" w14:textId="77777777" w:rsidR="004B5A85" w:rsidRDefault="004B5A85" w:rsidP="004C389C">
      <w:r>
        <w:t>« </w:t>
      </w:r>
      <w:r w:rsidR="004C389C">
        <w:t>J</w:t>
      </w:r>
      <w:r>
        <w:t>’</w:t>
      </w:r>
      <w:r w:rsidR="004C389C">
        <w:t>ajoute que vous n</w:t>
      </w:r>
      <w:r>
        <w:t>’</w:t>
      </w:r>
      <w:r w:rsidR="004C389C">
        <w:t>aurez jamais d</w:t>
      </w:r>
      <w:r>
        <w:t>’</w:t>
      </w:r>
      <w:r w:rsidR="004C389C">
        <w:t>armes entre les mains</w:t>
      </w:r>
      <w:r>
        <w:t xml:space="preserve">, </w:t>
      </w:r>
      <w:r w:rsidR="004C389C">
        <w:t>que le mousse sera fouillé chaque fois</w:t>
      </w:r>
      <w:r>
        <w:t xml:space="preserve">, </w:t>
      </w:r>
      <w:r w:rsidR="004C389C">
        <w:t>à la sortie et à l</w:t>
      </w:r>
      <w:r>
        <w:t>’</w:t>
      </w:r>
      <w:r w:rsidR="004C389C">
        <w:t>entrée de la cabine</w:t>
      </w:r>
      <w:r>
        <w:t xml:space="preserve">, </w:t>
      </w:r>
      <w:r w:rsidR="004C389C">
        <w:t>qu</w:t>
      </w:r>
      <w:r>
        <w:t>’</w:t>
      </w:r>
      <w:r w:rsidR="004C389C">
        <w:t>il recevra vingt coups de fouet sur le dos</w:t>
      </w:r>
      <w:r>
        <w:t xml:space="preserve">, </w:t>
      </w:r>
      <w:r w:rsidR="004C389C">
        <w:t>s</w:t>
      </w:r>
      <w:r>
        <w:t>’</w:t>
      </w:r>
      <w:r w:rsidR="004C389C">
        <w:t>il vous apporte n</w:t>
      </w:r>
      <w:r>
        <w:t>’</w:t>
      </w:r>
      <w:r w:rsidR="004C389C">
        <w:t>importe quoi en secret</w:t>
      </w:r>
      <w:r>
        <w:t xml:space="preserve">, </w:t>
      </w:r>
      <w:r w:rsidR="004C389C">
        <w:t>et enfin que vous pouvez d</w:t>
      </w:r>
      <w:r w:rsidR="004C389C">
        <w:t>e</w:t>
      </w:r>
      <w:r w:rsidR="004C389C">
        <w:t>mander des livres</w:t>
      </w:r>
      <w:r>
        <w:t xml:space="preserve">, </w:t>
      </w:r>
      <w:r w:rsidR="004C389C">
        <w:t>du papier et des crayons</w:t>
      </w:r>
      <w:r>
        <w:t xml:space="preserve">, </w:t>
      </w:r>
      <w:r w:rsidR="004C389C">
        <w:t>tout ce qu</w:t>
      </w:r>
      <w:r>
        <w:t>’</w:t>
      </w:r>
      <w:r w:rsidR="004C389C">
        <w:t>il vous plaira</w:t>
      </w:r>
      <w:r>
        <w:t>.</w:t>
      </w:r>
    </w:p>
    <w:p w14:paraId="5547266E" w14:textId="77777777" w:rsidR="004B5A85" w:rsidRDefault="004B5A85" w:rsidP="004C389C">
      <w:r>
        <w:t>« </w:t>
      </w:r>
      <w:r w:rsidR="004C389C">
        <w:t>À midi et à sept heures</w:t>
      </w:r>
      <w:r>
        <w:t xml:space="preserve">, </w:t>
      </w:r>
      <w:r w:rsidR="004C389C">
        <w:t>le mousse ira chercher à la cu</w:t>
      </w:r>
      <w:r w:rsidR="004C389C">
        <w:t>i</w:t>
      </w:r>
      <w:r w:rsidR="004C389C">
        <w:t>sine votre repas et le sien</w:t>
      </w:r>
      <w:r>
        <w:t>.</w:t>
      </w:r>
    </w:p>
    <w:p w14:paraId="29449424" w14:textId="77777777" w:rsidR="004B5A85" w:rsidRDefault="004B5A85" w:rsidP="004C389C">
      <w:r>
        <w:t>« </w:t>
      </w:r>
      <w:r w:rsidR="004C389C">
        <w:t>Quant à vous promener sur la plate-forme</w:t>
      </w:r>
      <w:r>
        <w:t xml:space="preserve">, </w:t>
      </w:r>
      <w:r w:rsidR="004C389C">
        <w:t>pour respirer l</w:t>
      </w:r>
      <w:r>
        <w:t>’</w:t>
      </w:r>
      <w:r w:rsidR="004C389C">
        <w:t>air pur</w:t>
      </w:r>
      <w:r>
        <w:t xml:space="preserve">, </w:t>
      </w:r>
      <w:r w:rsidR="004C389C">
        <w:t>ça viendra probablement</w:t>
      </w:r>
      <w:r>
        <w:t xml:space="preserve">. </w:t>
      </w:r>
      <w:r w:rsidR="004C389C">
        <w:t>Mais le Maître n</w:t>
      </w:r>
      <w:r>
        <w:t>’</w:t>
      </w:r>
      <w:r w:rsidR="004C389C">
        <w:t>a pas fixé les heures</w:t>
      </w:r>
      <w:r>
        <w:t>…</w:t>
      </w:r>
    </w:p>
    <w:p w14:paraId="17DC1D2B" w14:textId="77777777" w:rsidR="004B5A85" w:rsidRDefault="004B5A85" w:rsidP="004C389C">
      <w:r>
        <w:t>« </w:t>
      </w:r>
      <w:r w:rsidR="004C389C">
        <w:t>Voilà</w:t>
      </w:r>
      <w:r>
        <w:t xml:space="preserve">, </w:t>
      </w:r>
      <w:r w:rsidR="004C389C">
        <w:t>c</w:t>
      </w:r>
      <w:r>
        <w:t>’</w:t>
      </w:r>
      <w:r w:rsidR="004C389C">
        <w:t>est tout</w:t>
      </w:r>
      <w:r>
        <w:t xml:space="preserve"> ! </w:t>
      </w:r>
      <w:r w:rsidR="004C389C">
        <w:t>Et maintenant</w:t>
      </w:r>
      <w:r>
        <w:t xml:space="preserve">, </w:t>
      </w:r>
      <w:proofErr w:type="spellStart"/>
      <w:r w:rsidR="004C389C">
        <w:t>Brilo</w:t>
      </w:r>
      <w:proofErr w:type="spellEnd"/>
      <w:r w:rsidR="004C389C">
        <w:t xml:space="preserve"> et moi</w:t>
      </w:r>
      <w:r>
        <w:t xml:space="preserve">, </w:t>
      </w:r>
      <w:r w:rsidR="004C389C">
        <w:t>alternat</w:t>
      </w:r>
      <w:r w:rsidR="004C389C">
        <w:t>i</w:t>
      </w:r>
      <w:r w:rsidR="004C389C">
        <w:t>vement</w:t>
      </w:r>
      <w:r>
        <w:t xml:space="preserve">, </w:t>
      </w:r>
      <w:r w:rsidR="004C389C">
        <w:t>mais continuellement</w:t>
      </w:r>
      <w:r>
        <w:t xml:space="preserve">, </w:t>
      </w:r>
      <w:r w:rsidR="004C389C">
        <w:t>nous sommes à vos ordres</w:t>
      </w:r>
      <w:r>
        <w:t xml:space="preserve">, </w:t>
      </w:r>
      <w:r w:rsidR="004C389C">
        <w:t>monsieur</w:t>
      </w:r>
      <w:r>
        <w:t>.</w:t>
      </w:r>
    </w:p>
    <w:p w14:paraId="2CB2993C" w14:textId="77777777" w:rsidR="004B5A85" w:rsidRDefault="004C389C" w:rsidP="004C389C">
      <w:r>
        <w:lastRenderedPageBreak/>
        <w:t>Et sur ce discours</w:t>
      </w:r>
      <w:r w:rsidR="004B5A85">
        <w:t xml:space="preserve">, </w:t>
      </w:r>
      <w:proofErr w:type="spellStart"/>
      <w:r>
        <w:t>Jorry</w:t>
      </w:r>
      <w:proofErr w:type="spellEnd"/>
      <w:r>
        <w:t xml:space="preserve"> referma la porte de métal</w:t>
      </w:r>
      <w:r w:rsidR="004B5A85">
        <w:t>.</w:t>
      </w:r>
    </w:p>
    <w:p w14:paraId="45763134" w14:textId="77777777" w:rsidR="004B5A85" w:rsidRDefault="004C389C" w:rsidP="004C389C">
      <w:r>
        <w:t>Le commandant Martel et le mousse Pierrot l</w:t>
      </w:r>
      <w:r w:rsidR="004B5A85">
        <w:t>’</w:t>
      </w:r>
      <w:r>
        <w:t>Écureuil étaient seuls dans leur prison</w:t>
      </w:r>
      <w:r w:rsidR="004B5A85">
        <w:t xml:space="preserve">, </w:t>
      </w:r>
      <w:r>
        <w:t>appelée officiellement</w:t>
      </w:r>
      <w:r w:rsidR="004B5A85">
        <w:t xml:space="preserve">, </w:t>
      </w:r>
      <w:r>
        <w:t xml:space="preserve">à bord du </w:t>
      </w:r>
      <w:r>
        <w:rPr>
          <w:i/>
          <w:iCs/>
        </w:rPr>
        <w:t>Nyctalope</w:t>
      </w:r>
      <w:r w:rsidR="004B5A85">
        <w:rPr>
          <w:i/>
          <w:iCs/>
        </w:rPr>
        <w:t xml:space="preserve">, </w:t>
      </w:r>
      <w:r>
        <w:t>la cabine numéro 3</w:t>
      </w:r>
      <w:r w:rsidR="004B5A85">
        <w:t>.</w:t>
      </w:r>
    </w:p>
    <w:p w14:paraId="5FAD5B57" w14:textId="5AAD4D2A" w:rsidR="004C389C" w:rsidRDefault="004C389C" w:rsidP="004B5A85">
      <w:pPr>
        <w:pStyle w:val="Titre1"/>
      </w:pPr>
      <w:bookmarkStart w:id="3" w:name="__RefHeading__5_1003869823"/>
      <w:bookmarkStart w:id="4" w:name="_Toc202462463"/>
      <w:bookmarkEnd w:id="3"/>
      <w:r>
        <w:lastRenderedPageBreak/>
        <w:t>CHAPITRE III</w:t>
      </w:r>
      <w:r>
        <w:br/>
      </w:r>
      <w:r>
        <w:br/>
        <w:t>SOLITUDE OCÉANIQUE</w:t>
      </w:r>
      <w:bookmarkEnd w:id="4"/>
    </w:p>
    <w:p w14:paraId="5D951D9F" w14:textId="77777777" w:rsidR="004B5A85" w:rsidRDefault="004C389C" w:rsidP="004C389C">
      <w:r>
        <w:t>Quelques jours plus tard</w:t>
      </w:r>
      <w:r w:rsidR="004B5A85">
        <w:t xml:space="preserve">, </w:t>
      </w:r>
      <w:r>
        <w:t>après avoir traversé</w:t>
      </w:r>
      <w:r w:rsidR="004B5A85">
        <w:t xml:space="preserve">, </w:t>
      </w:r>
      <w:r>
        <w:t>de Gibraltar au cap Horn</w:t>
      </w:r>
      <w:r w:rsidR="004B5A85">
        <w:t xml:space="preserve">, </w:t>
      </w:r>
      <w:r>
        <w:t>l</w:t>
      </w:r>
      <w:r w:rsidR="004B5A85">
        <w:t>’</w:t>
      </w:r>
      <w:r>
        <w:t>océan Atlantique</w:t>
      </w:r>
      <w:r w:rsidR="004B5A85">
        <w:t xml:space="preserve">, </w:t>
      </w:r>
      <w:r>
        <w:t>après avoir remonté vers le nord une petite partie de l</w:t>
      </w:r>
      <w:r w:rsidR="004B5A85">
        <w:t>’</w:t>
      </w:r>
      <w:r>
        <w:t>océan Pacifique</w:t>
      </w:r>
      <w:r w:rsidR="004B5A85">
        <w:t xml:space="preserve">, </w:t>
      </w:r>
      <w:r>
        <w:t>et cela à la vitesse fantastique de quatre-vingts nœuds à l</w:t>
      </w:r>
      <w:r w:rsidR="004B5A85">
        <w:t>’</w:t>
      </w:r>
      <w:r>
        <w:t>heure</w:t>
      </w:r>
      <w:r w:rsidR="004B5A85">
        <w:t xml:space="preserve">, </w:t>
      </w:r>
      <w:r>
        <w:t xml:space="preserve">le </w:t>
      </w:r>
      <w:r>
        <w:rPr>
          <w:i/>
          <w:iCs/>
        </w:rPr>
        <w:t xml:space="preserve">Nyctalope </w:t>
      </w:r>
      <w:r>
        <w:t>s</w:t>
      </w:r>
      <w:r w:rsidR="004B5A85">
        <w:t>’</w:t>
      </w:r>
      <w:r>
        <w:t>arrêta</w:t>
      </w:r>
      <w:r w:rsidR="004B5A85">
        <w:t>.</w:t>
      </w:r>
    </w:p>
    <w:p w14:paraId="1DB57734" w14:textId="77777777" w:rsidR="004B5A85" w:rsidRDefault="004C389C" w:rsidP="004C389C">
      <w:r>
        <w:t>Il était sept heures du matin</w:t>
      </w:r>
      <w:r w:rsidR="004B5A85">
        <w:t>.</w:t>
      </w:r>
    </w:p>
    <w:p w14:paraId="1578B014" w14:textId="77777777" w:rsidR="004B5A85" w:rsidRDefault="004C389C" w:rsidP="004C389C">
      <w:r>
        <w:t>Au sud-ouest</w:t>
      </w:r>
      <w:r w:rsidR="004B5A85">
        <w:t xml:space="preserve">, </w:t>
      </w:r>
      <w:r>
        <w:t>le soleil montait au-dessus de la mer calme</w:t>
      </w:r>
      <w:r w:rsidR="004B5A85">
        <w:t xml:space="preserve">, </w:t>
      </w:r>
      <w:r>
        <w:t>et le sous-marin</w:t>
      </w:r>
      <w:r w:rsidR="004B5A85">
        <w:t xml:space="preserve">, </w:t>
      </w:r>
      <w:r>
        <w:t>émergeant d</w:t>
      </w:r>
      <w:r w:rsidR="004B5A85">
        <w:t>’</w:t>
      </w:r>
      <w:r>
        <w:t>un mètre à peine à la surface de l</w:t>
      </w:r>
      <w:r w:rsidR="004B5A85">
        <w:t>’</w:t>
      </w:r>
      <w:r>
        <w:t>eau</w:t>
      </w:r>
      <w:r w:rsidR="004B5A85">
        <w:t xml:space="preserve">, </w:t>
      </w:r>
      <w:r>
        <w:t>se laissait bercer à la vague comme une énorme haleine endormie</w:t>
      </w:r>
      <w:r w:rsidR="004B5A85">
        <w:t>.</w:t>
      </w:r>
    </w:p>
    <w:p w14:paraId="08F2B099" w14:textId="77777777" w:rsidR="004B5A85" w:rsidRDefault="004C389C" w:rsidP="004C389C">
      <w:r>
        <w:t>Tout à coup</w:t>
      </w:r>
      <w:r w:rsidR="004B5A85">
        <w:t xml:space="preserve">, </w:t>
      </w:r>
      <w:r>
        <w:t>le panneau central s</w:t>
      </w:r>
      <w:r w:rsidR="004B5A85">
        <w:t>’</w:t>
      </w:r>
      <w:r>
        <w:t>ouvrit et un homme p</w:t>
      </w:r>
      <w:r>
        <w:t>a</w:t>
      </w:r>
      <w:r>
        <w:t>rut</w:t>
      </w:r>
      <w:r w:rsidR="004B5A85">
        <w:t xml:space="preserve">. </w:t>
      </w:r>
      <w:r>
        <w:t>Il sauta sur la plate-forme</w:t>
      </w:r>
      <w:r w:rsidR="004B5A85">
        <w:t xml:space="preserve">, </w:t>
      </w:r>
      <w:r>
        <w:t>releva le garde-fou et marcha vers un endroit de la coque</w:t>
      </w:r>
      <w:r w:rsidR="004B5A85">
        <w:t xml:space="preserve">, </w:t>
      </w:r>
      <w:r>
        <w:t>à l</w:t>
      </w:r>
      <w:r w:rsidR="004B5A85">
        <w:t>’</w:t>
      </w:r>
      <w:r>
        <w:t>arrière</w:t>
      </w:r>
      <w:r w:rsidR="004B5A85">
        <w:t xml:space="preserve">, </w:t>
      </w:r>
      <w:r>
        <w:t>où l</w:t>
      </w:r>
      <w:r w:rsidR="004B5A85">
        <w:t>’</w:t>
      </w:r>
      <w:r>
        <w:t>on pouvait rema</w:t>
      </w:r>
      <w:r>
        <w:t>r</w:t>
      </w:r>
      <w:r>
        <w:t>quer un assez profond renflement</w:t>
      </w:r>
      <w:r w:rsidR="004B5A85">
        <w:t>.</w:t>
      </w:r>
    </w:p>
    <w:p w14:paraId="42A506A8" w14:textId="77777777" w:rsidR="004B5A85" w:rsidRDefault="004C389C" w:rsidP="004C389C">
      <w:r>
        <w:t>Ce renflement était produit par un canot en aluminium complètement ponté</w:t>
      </w:r>
      <w:r w:rsidR="004B5A85">
        <w:t xml:space="preserve">, </w:t>
      </w:r>
      <w:r>
        <w:t>qui était encastré dans la coque du sous-marin</w:t>
      </w:r>
      <w:r w:rsidR="004B5A85">
        <w:t>.</w:t>
      </w:r>
    </w:p>
    <w:p w14:paraId="40551B83" w14:textId="77777777" w:rsidR="004B5A85" w:rsidRDefault="004C389C" w:rsidP="004C389C">
      <w:r>
        <w:t>Le matelot attendit</w:t>
      </w:r>
      <w:r w:rsidR="004B5A85">
        <w:t xml:space="preserve">. </w:t>
      </w:r>
      <w:r>
        <w:t>Et soudain une partie du pont du canot se souleva</w:t>
      </w:r>
      <w:r w:rsidR="004B5A85">
        <w:t xml:space="preserve">, </w:t>
      </w:r>
      <w:r>
        <w:t>poussée de l</w:t>
      </w:r>
      <w:r w:rsidR="004B5A85">
        <w:t>’</w:t>
      </w:r>
      <w:r>
        <w:t>intérieur par un homme qui dit</w:t>
      </w:r>
      <w:r w:rsidR="004B5A85">
        <w:t> :</w:t>
      </w:r>
    </w:p>
    <w:p w14:paraId="43270411" w14:textId="77777777" w:rsidR="004B5A85" w:rsidRDefault="004B5A85" w:rsidP="004C389C">
      <w:r>
        <w:t>— </w:t>
      </w:r>
      <w:r w:rsidR="004C389C">
        <w:t>C</w:t>
      </w:r>
      <w:r>
        <w:t>’</w:t>
      </w:r>
      <w:r w:rsidR="004C389C">
        <w:t>est fait</w:t>
      </w:r>
      <w:r>
        <w:t> !</w:t>
      </w:r>
    </w:p>
    <w:p w14:paraId="3C261FB6" w14:textId="77777777" w:rsidR="004B5A85" w:rsidRDefault="004C389C" w:rsidP="004C389C">
      <w:r>
        <w:t>Alors</w:t>
      </w:r>
      <w:r w:rsidR="004B5A85">
        <w:t xml:space="preserve">, </w:t>
      </w:r>
      <w:r>
        <w:t>les deux matelots enlevèrent le canot de son alvéole</w:t>
      </w:r>
      <w:r w:rsidR="004B5A85">
        <w:t xml:space="preserve">, </w:t>
      </w:r>
      <w:r>
        <w:t>le laissèrent glisser à la mer et s</w:t>
      </w:r>
      <w:r w:rsidR="004B5A85">
        <w:t>’</w:t>
      </w:r>
      <w:r>
        <w:t>y embarquèrent</w:t>
      </w:r>
      <w:r w:rsidR="004B5A85">
        <w:t>.</w:t>
      </w:r>
    </w:p>
    <w:p w14:paraId="6DF9599F" w14:textId="77777777" w:rsidR="004B5A85" w:rsidRDefault="004C389C" w:rsidP="004C389C">
      <w:r>
        <w:lastRenderedPageBreak/>
        <w:t>Pendant qu</w:t>
      </w:r>
      <w:r w:rsidR="004B5A85">
        <w:t>’</w:t>
      </w:r>
      <w:r>
        <w:t>ils armaient les avirons</w:t>
      </w:r>
      <w:r w:rsidR="004B5A85">
        <w:t xml:space="preserve">, </w:t>
      </w:r>
      <w:r>
        <w:t>deux autres hommes sortirent du sous-marin et se dressèrent sur la plate-forme</w:t>
      </w:r>
      <w:r w:rsidR="004B5A85">
        <w:t>.</w:t>
      </w:r>
    </w:p>
    <w:p w14:paraId="425280A7" w14:textId="77777777" w:rsidR="004B5A85" w:rsidRDefault="004C389C" w:rsidP="004C389C">
      <w:r>
        <w:t>L</w:t>
      </w:r>
      <w:r w:rsidR="004B5A85">
        <w:t>’</w:t>
      </w:r>
      <w:r>
        <w:t>un était vêtu d</w:t>
      </w:r>
      <w:r w:rsidR="004B5A85">
        <w:t>’</w:t>
      </w:r>
      <w:r>
        <w:t>une vareuse de laine noire</w:t>
      </w:r>
      <w:r w:rsidR="004B5A85">
        <w:t xml:space="preserve">, </w:t>
      </w:r>
      <w:r>
        <w:t>serrée à la taille par un ceinturon en cuir de même couleur</w:t>
      </w:r>
      <w:r w:rsidR="004B5A85">
        <w:t xml:space="preserve">. </w:t>
      </w:r>
      <w:r>
        <w:t>Des culottes également en laine noire et des bottes molles montant jusqu</w:t>
      </w:r>
      <w:r w:rsidR="004B5A85">
        <w:t>’</w:t>
      </w:r>
      <w:r>
        <w:t>au-dessus du genou</w:t>
      </w:r>
      <w:r w:rsidR="004B5A85">
        <w:t xml:space="preserve">, </w:t>
      </w:r>
      <w:r>
        <w:t>complétaient son costume</w:t>
      </w:r>
      <w:r w:rsidR="004B5A85">
        <w:t>.</w:t>
      </w:r>
    </w:p>
    <w:p w14:paraId="14A5332A" w14:textId="77777777" w:rsidR="004B5A85" w:rsidRDefault="004C389C" w:rsidP="004C389C">
      <w:r>
        <w:t>L</w:t>
      </w:r>
      <w:r w:rsidR="004B5A85">
        <w:t>’</w:t>
      </w:r>
      <w:r>
        <w:t>autre était habillé de la même manière</w:t>
      </w:r>
      <w:r w:rsidR="004B5A85">
        <w:t xml:space="preserve">, </w:t>
      </w:r>
      <w:r>
        <w:t>mais ses vêt</w:t>
      </w:r>
      <w:r>
        <w:t>e</w:t>
      </w:r>
      <w:r>
        <w:t>ments</w:t>
      </w:r>
      <w:r w:rsidR="004B5A85">
        <w:t xml:space="preserve">, </w:t>
      </w:r>
      <w:r>
        <w:t>au lieu d</w:t>
      </w:r>
      <w:r w:rsidR="004B5A85">
        <w:t>’</w:t>
      </w:r>
      <w:r>
        <w:t>être noirs</w:t>
      </w:r>
      <w:r w:rsidR="004B5A85">
        <w:t xml:space="preserve">, </w:t>
      </w:r>
      <w:r>
        <w:t>étaient d</w:t>
      </w:r>
      <w:r w:rsidR="004B5A85">
        <w:t>’</w:t>
      </w:r>
      <w:r>
        <w:t>un gris clair</w:t>
      </w:r>
      <w:r w:rsidR="004B5A85">
        <w:t xml:space="preserve">, </w:t>
      </w:r>
      <w:r>
        <w:t>du même gris que la vareuse</w:t>
      </w:r>
      <w:r w:rsidR="004B5A85">
        <w:t xml:space="preserve">, </w:t>
      </w:r>
      <w:r>
        <w:t>les pantalons et les bottes des matelots en a</w:t>
      </w:r>
      <w:r>
        <w:t>t</w:t>
      </w:r>
      <w:r>
        <w:t>tente dans le canot</w:t>
      </w:r>
      <w:r w:rsidR="004B5A85">
        <w:t xml:space="preserve">. </w:t>
      </w:r>
      <w:r>
        <w:t>Mais</w:t>
      </w:r>
      <w:r w:rsidR="004B5A85">
        <w:t xml:space="preserve">, </w:t>
      </w:r>
      <w:r>
        <w:t>tandis que les matelots portaient un béret bleu</w:t>
      </w:r>
      <w:r w:rsidR="004B5A85">
        <w:t xml:space="preserve">, </w:t>
      </w:r>
      <w:r>
        <w:t xml:space="preserve">le Ravageur et son lieutenant </w:t>
      </w:r>
      <w:proofErr w:type="spellStart"/>
      <w:r>
        <w:t>Askold</w:t>
      </w:r>
      <w:proofErr w:type="spellEnd"/>
      <w:r w:rsidR="004B5A85">
        <w:t xml:space="preserve"> – </w:t>
      </w:r>
      <w:r>
        <w:t>car c</w:t>
      </w:r>
      <w:r w:rsidR="004B5A85">
        <w:t>’</w:t>
      </w:r>
      <w:r>
        <w:t>étaient eux</w:t>
      </w:r>
      <w:r w:rsidR="004B5A85">
        <w:t xml:space="preserve"> – </w:t>
      </w:r>
      <w:r>
        <w:t>étaient coiffés du casque colonial</w:t>
      </w:r>
      <w:r w:rsidR="004B5A85">
        <w:t>.</w:t>
      </w:r>
    </w:p>
    <w:p w14:paraId="7FA5E65B" w14:textId="77777777" w:rsidR="004B5A85" w:rsidRDefault="004B5A85" w:rsidP="004C389C">
      <w:r>
        <w:t>— </w:t>
      </w:r>
      <w:r w:rsidR="004C389C">
        <w:t>Capitaine</w:t>
      </w:r>
      <w:r>
        <w:t xml:space="preserve">, </w:t>
      </w:r>
      <w:r w:rsidR="004C389C">
        <w:t xml:space="preserve">fit </w:t>
      </w:r>
      <w:proofErr w:type="spellStart"/>
      <w:r w:rsidR="004C389C">
        <w:t>Askold</w:t>
      </w:r>
      <w:proofErr w:type="spellEnd"/>
      <w:r w:rsidR="004C389C">
        <w:t xml:space="preserve"> en étendant le bras vers une terre qui émergeait des flots à quelques encablures du </w:t>
      </w:r>
      <w:r w:rsidR="004C389C">
        <w:rPr>
          <w:i/>
          <w:iCs/>
        </w:rPr>
        <w:t>Nyctalope</w:t>
      </w:r>
      <w:r>
        <w:rPr>
          <w:i/>
          <w:iCs/>
        </w:rPr>
        <w:t xml:space="preserve">, </w:t>
      </w:r>
      <w:r w:rsidR="004C389C">
        <w:t>voici l</w:t>
      </w:r>
      <w:r>
        <w:t>’</w:t>
      </w:r>
      <w:r w:rsidR="004C389C">
        <w:t>île déserte</w:t>
      </w:r>
      <w:r>
        <w:t xml:space="preserve">, </w:t>
      </w:r>
      <w:r w:rsidR="004C389C">
        <w:t>l</w:t>
      </w:r>
      <w:r>
        <w:t>’</w:t>
      </w:r>
      <w:r w:rsidR="004C389C">
        <w:t>île sans nom</w:t>
      </w:r>
      <w:r>
        <w:t>…</w:t>
      </w:r>
    </w:p>
    <w:p w14:paraId="37811804" w14:textId="77777777" w:rsidR="004B5A85" w:rsidRDefault="004B5A85" w:rsidP="004C389C">
      <w:r>
        <w:t>— </w:t>
      </w:r>
      <w:r w:rsidR="004C389C">
        <w:t>Je la reconnais</w:t>
      </w:r>
      <w:r>
        <w:t xml:space="preserve"> ! </w:t>
      </w:r>
      <w:r w:rsidR="004C389C">
        <w:t>fit Hugues de Mauduit d</w:t>
      </w:r>
      <w:r>
        <w:t>’</w:t>
      </w:r>
      <w:r w:rsidR="004C389C">
        <w:t>une voix sombre</w:t>
      </w:r>
      <w:r>
        <w:t xml:space="preserve">. </w:t>
      </w:r>
      <w:r w:rsidR="004C389C">
        <w:t>C</w:t>
      </w:r>
      <w:r>
        <w:t>’</w:t>
      </w:r>
      <w:r w:rsidR="004C389C">
        <w:t>est là que j</w:t>
      </w:r>
      <w:r>
        <w:t>’</w:t>
      </w:r>
      <w:r w:rsidR="004C389C">
        <w:t>ai commencé à souffrir</w:t>
      </w:r>
      <w:r>
        <w:t xml:space="preserve">, </w:t>
      </w:r>
      <w:r w:rsidR="004C389C">
        <w:t>par l</w:t>
      </w:r>
      <w:r>
        <w:t>’</w:t>
      </w:r>
      <w:r w:rsidR="004C389C">
        <w:t>injustice et la cruauté des hommes</w:t>
      </w:r>
      <w:r>
        <w:t>.</w:t>
      </w:r>
    </w:p>
    <w:p w14:paraId="39124E91" w14:textId="77777777" w:rsidR="004B5A85" w:rsidRDefault="004C389C" w:rsidP="004C389C">
      <w:r>
        <w:t>Il jeta sur l</w:t>
      </w:r>
      <w:r w:rsidR="004B5A85">
        <w:t>’</w:t>
      </w:r>
      <w:r>
        <w:t>île un regard où un observateur aurait pu di</w:t>
      </w:r>
      <w:r>
        <w:t>s</w:t>
      </w:r>
      <w:r>
        <w:t>cerner une expression de douleur mêlée à une fulguration de c</w:t>
      </w:r>
      <w:r>
        <w:t>o</w:t>
      </w:r>
      <w:r>
        <w:t>lère</w:t>
      </w:r>
      <w:r w:rsidR="004B5A85">
        <w:t xml:space="preserve">, </w:t>
      </w:r>
      <w:r>
        <w:t>et il reprit</w:t>
      </w:r>
      <w:r w:rsidR="004B5A85">
        <w:t> :</w:t>
      </w:r>
    </w:p>
    <w:p w14:paraId="1AE5FAED" w14:textId="77777777" w:rsidR="004B5A85" w:rsidRDefault="004B5A85" w:rsidP="004C389C">
      <w:r>
        <w:t>— </w:t>
      </w:r>
      <w:r w:rsidR="004C389C">
        <w:t>Les prisonniers sont prêts</w:t>
      </w:r>
      <w:r>
        <w:t> ?</w:t>
      </w:r>
    </w:p>
    <w:p w14:paraId="11DD1F1D" w14:textId="77777777" w:rsidR="004B5A85" w:rsidRDefault="004B5A85" w:rsidP="004C389C">
      <w:r>
        <w:t>— </w:t>
      </w:r>
      <w:r w:rsidR="004C389C">
        <w:t>Ils le sont</w:t>
      </w:r>
      <w:r>
        <w:t xml:space="preserve">, </w:t>
      </w:r>
      <w:r w:rsidR="004C389C">
        <w:t xml:space="preserve">répondit </w:t>
      </w:r>
      <w:proofErr w:type="spellStart"/>
      <w:r w:rsidR="004C389C">
        <w:t>Askold</w:t>
      </w:r>
      <w:proofErr w:type="spellEnd"/>
      <w:r>
        <w:t>.</w:t>
      </w:r>
    </w:p>
    <w:p w14:paraId="5EA6C1D9" w14:textId="77777777" w:rsidR="004B5A85" w:rsidRDefault="004B5A85" w:rsidP="004C389C">
      <w:r>
        <w:t>— </w:t>
      </w:r>
      <w:r w:rsidR="004C389C">
        <w:t>Qu</w:t>
      </w:r>
      <w:r>
        <w:t>’</w:t>
      </w:r>
      <w:r w:rsidR="004C389C">
        <w:t>ils embarquent</w:t>
      </w:r>
      <w:r>
        <w:t> !…</w:t>
      </w:r>
    </w:p>
    <w:p w14:paraId="251CAED8" w14:textId="77777777" w:rsidR="004B5A85" w:rsidRDefault="004C389C" w:rsidP="004C389C">
      <w:r>
        <w:t>Et le Ravageur recula jusqu</w:t>
      </w:r>
      <w:r w:rsidR="004B5A85">
        <w:t>’</w:t>
      </w:r>
      <w:r>
        <w:t>à un coin de la plate-forme</w:t>
      </w:r>
      <w:r w:rsidR="004B5A85">
        <w:t xml:space="preserve">, </w:t>
      </w:r>
      <w:r>
        <w:t>s</w:t>
      </w:r>
      <w:r w:rsidR="004B5A85">
        <w:t>’</w:t>
      </w:r>
      <w:r>
        <w:t>appuya du dos au garde-fou</w:t>
      </w:r>
      <w:r w:rsidR="004B5A85">
        <w:t xml:space="preserve">, </w:t>
      </w:r>
      <w:r>
        <w:t>croisa les bras et laissa son regard errer vers l</w:t>
      </w:r>
      <w:r w:rsidR="004B5A85">
        <w:t>’</w:t>
      </w:r>
      <w:r>
        <w:t>île déserte</w:t>
      </w:r>
      <w:r w:rsidR="004B5A85">
        <w:t xml:space="preserve">, </w:t>
      </w:r>
      <w:r>
        <w:t xml:space="preserve">qui élevait au-dessus de </w:t>
      </w:r>
      <w:r>
        <w:lastRenderedPageBreak/>
        <w:t>l</w:t>
      </w:r>
      <w:r w:rsidR="004B5A85">
        <w:t>’</w:t>
      </w:r>
      <w:r>
        <w:t>immensité de la mer trois cônes de rochers abrupts</w:t>
      </w:r>
      <w:r w:rsidR="004B5A85">
        <w:t xml:space="preserve">, </w:t>
      </w:r>
      <w:r>
        <w:t>entre lesquels se devinaient des arbres</w:t>
      </w:r>
      <w:r w:rsidR="004B5A85">
        <w:t>.</w:t>
      </w:r>
    </w:p>
    <w:p w14:paraId="519FEC14" w14:textId="77777777" w:rsidR="004B5A85" w:rsidRDefault="004C389C" w:rsidP="004C389C">
      <w:proofErr w:type="spellStart"/>
      <w:r>
        <w:t>Askold</w:t>
      </w:r>
      <w:proofErr w:type="spellEnd"/>
      <w:r>
        <w:t xml:space="preserve"> se pencha au-dessus de l</w:t>
      </w:r>
      <w:r w:rsidR="004B5A85">
        <w:t>’</w:t>
      </w:r>
      <w:r>
        <w:t>écoutille et cria</w:t>
      </w:r>
      <w:r w:rsidR="004B5A85">
        <w:t> :</w:t>
      </w:r>
    </w:p>
    <w:p w14:paraId="07FCE5A7" w14:textId="77777777" w:rsidR="004B5A85" w:rsidRDefault="004B5A85" w:rsidP="004C389C">
      <w:r>
        <w:t>— </w:t>
      </w:r>
      <w:r w:rsidR="004C389C">
        <w:t>Amenez le premier convoi</w:t>
      </w:r>
      <w:r>
        <w:t> !…</w:t>
      </w:r>
    </w:p>
    <w:p w14:paraId="692023CC" w14:textId="77777777" w:rsidR="004B5A85" w:rsidRDefault="004C389C" w:rsidP="004C389C">
      <w:r>
        <w:t>Alors</w:t>
      </w:r>
      <w:r w:rsidR="004B5A85">
        <w:t xml:space="preserve">, </w:t>
      </w:r>
      <w:r>
        <w:t>précédés et suivis de deux matelots en uniforme gris</w:t>
      </w:r>
      <w:r w:rsidR="004B5A85">
        <w:t xml:space="preserve">, </w:t>
      </w:r>
      <w:r>
        <w:t>qui tenaient ostensiblement un revolver à la main</w:t>
      </w:r>
      <w:r w:rsidR="004B5A85">
        <w:t xml:space="preserve">, </w:t>
      </w:r>
      <w:r>
        <w:t>huit hommes montèrent l</w:t>
      </w:r>
      <w:r w:rsidR="004B5A85">
        <w:t>’</w:t>
      </w:r>
      <w:r>
        <w:t>un après l</w:t>
      </w:r>
      <w:r w:rsidR="004B5A85">
        <w:t>’</w:t>
      </w:r>
      <w:r>
        <w:t>autre sur la plate-forme</w:t>
      </w:r>
      <w:r w:rsidR="004B5A85">
        <w:t>.</w:t>
      </w:r>
    </w:p>
    <w:p w14:paraId="517AA171" w14:textId="77777777" w:rsidR="004B5A85" w:rsidRDefault="004C389C" w:rsidP="004C389C">
      <w:r>
        <w:t>Ils étaient pâles</w:t>
      </w:r>
      <w:r w:rsidR="004B5A85">
        <w:t xml:space="preserve"> ; </w:t>
      </w:r>
      <w:r>
        <w:t>une colère morne se lisait dans leurs yeux et sur leurs visages</w:t>
      </w:r>
      <w:r w:rsidR="004B5A85">
        <w:t xml:space="preserve">. </w:t>
      </w:r>
      <w:r>
        <w:t>Chacun d</w:t>
      </w:r>
      <w:r w:rsidR="004B5A85">
        <w:t>’</w:t>
      </w:r>
      <w:r>
        <w:t>eux portait sur l</w:t>
      </w:r>
      <w:r w:rsidR="004B5A85">
        <w:t>’</w:t>
      </w:r>
      <w:r>
        <w:t>épaule un lourd ballot</w:t>
      </w:r>
      <w:r w:rsidR="004B5A85">
        <w:t>.</w:t>
      </w:r>
    </w:p>
    <w:p w14:paraId="03FDF4AC" w14:textId="77777777" w:rsidR="004B5A85" w:rsidRDefault="004C389C" w:rsidP="004C389C">
      <w:r>
        <w:t>Sur un signe d</w:t>
      </w:r>
      <w:r w:rsidR="004B5A85">
        <w:t>’</w:t>
      </w:r>
      <w:proofErr w:type="spellStart"/>
      <w:r>
        <w:t>Askold</w:t>
      </w:r>
      <w:proofErr w:type="spellEnd"/>
      <w:r w:rsidR="004B5A85">
        <w:t xml:space="preserve">, </w:t>
      </w:r>
      <w:r>
        <w:t>le canot s</w:t>
      </w:r>
      <w:r w:rsidR="004B5A85">
        <w:t>’</w:t>
      </w:r>
      <w:r>
        <w:t>approcha de la plate-forme</w:t>
      </w:r>
      <w:r w:rsidR="004B5A85">
        <w:t xml:space="preserve">, </w:t>
      </w:r>
      <w:r>
        <w:t>du côté où elle n</w:t>
      </w:r>
      <w:r w:rsidR="004B5A85">
        <w:t>’</w:t>
      </w:r>
      <w:r>
        <w:t>avait pas de garde-fou</w:t>
      </w:r>
      <w:r w:rsidR="004B5A85">
        <w:t xml:space="preserve">, </w:t>
      </w:r>
      <w:r>
        <w:t>et un à un</w:t>
      </w:r>
      <w:r w:rsidR="004B5A85">
        <w:t xml:space="preserve">, </w:t>
      </w:r>
      <w:r>
        <w:t>pa</w:t>
      </w:r>
      <w:r>
        <w:t>s</w:t>
      </w:r>
      <w:r>
        <w:t>sant avec une fierté dédaigneuse devant le Ravageur du Monde qui</w:t>
      </w:r>
      <w:r w:rsidR="004B5A85">
        <w:t xml:space="preserve">, </w:t>
      </w:r>
      <w:r>
        <w:t>les bras croisés</w:t>
      </w:r>
      <w:r w:rsidR="004B5A85">
        <w:t xml:space="preserve">, </w:t>
      </w:r>
      <w:r>
        <w:t>les regardait froidement</w:t>
      </w:r>
      <w:r w:rsidR="004B5A85">
        <w:t xml:space="preserve">, </w:t>
      </w:r>
      <w:r>
        <w:t>les huit hommes s</w:t>
      </w:r>
      <w:r w:rsidR="004B5A85">
        <w:t>’</w:t>
      </w:r>
      <w:r>
        <w:t>embarquèrent</w:t>
      </w:r>
      <w:r w:rsidR="004B5A85">
        <w:t xml:space="preserve">, </w:t>
      </w:r>
      <w:r>
        <w:t>suivis par les deux matelots armés</w:t>
      </w:r>
      <w:r w:rsidR="004B5A85">
        <w:t>.</w:t>
      </w:r>
    </w:p>
    <w:p w14:paraId="5BC0DFFC" w14:textId="77777777" w:rsidR="004B5A85" w:rsidRDefault="004B5A85" w:rsidP="004C389C">
      <w:r>
        <w:t>— </w:t>
      </w:r>
      <w:r w:rsidR="004C389C">
        <w:t>En avant</w:t>
      </w:r>
      <w:r>
        <w:t xml:space="preserve"> ! </w:t>
      </w:r>
      <w:r w:rsidR="004C389C">
        <w:t xml:space="preserve">ordonna aussitôt </w:t>
      </w:r>
      <w:proofErr w:type="spellStart"/>
      <w:r w:rsidR="004C389C">
        <w:t>Askold</w:t>
      </w:r>
      <w:proofErr w:type="spellEnd"/>
      <w:r>
        <w:t>.</w:t>
      </w:r>
    </w:p>
    <w:p w14:paraId="4FEA471E" w14:textId="77777777" w:rsidR="004B5A85" w:rsidRDefault="004C389C" w:rsidP="004C389C">
      <w:r>
        <w:t>Poussé par les quatre avirons des deux rameurs</w:t>
      </w:r>
      <w:r w:rsidR="004B5A85">
        <w:t xml:space="preserve">, </w:t>
      </w:r>
      <w:r>
        <w:t>le canot s</w:t>
      </w:r>
      <w:r w:rsidR="004B5A85">
        <w:t>’</w:t>
      </w:r>
      <w:r>
        <w:t>éloigna du sous-marin</w:t>
      </w:r>
      <w:r w:rsidR="004B5A85">
        <w:t>.</w:t>
      </w:r>
    </w:p>
    <w:p w14:paraId="3518F659" w14:textId="77777777" w:rsidR="004B5A85" w:rsidRDefault="004C389C" w:rsidP="004C389C">
      <w:r>
        <w:t>Quelques minutes après</w:t>
      </w:r>
      <w:r w:rsidR="004B5A85">
        <w:t xml:space="preserve">, </w:t>
      </w:r>
      <w:r>
        <w:t>il abordait l</w:t>
      </w:r>
      <w:r w:rsidR="004B5A85">
        <w:t>’</w:t>
      </w:r>
      <w:r>
        <w:t>île devant une petite plage bordée</w:t>
      </w:r>
      <w:r w:rsidR="004B5A85">
        <w:t xml:space="preserve">, </w:t>
      </w:r>
      <w:r>
        <w:t>au fond</w:t>
      </w:r>
      <w:r w:rsidR="004B5A85">
        <w:t xml:space="preserve">, </w:t>
      </w:r>
      <w:r>
        <w:t>d</w:t>
      </w:r>
      <w:r w:rsidR="004B5A85">
        <w:t>’</w:t>
      </w:r>
      <w:r>
        <w:t>une haute falaise</w:t>
      </w:r>
      <w:r w:rsidR="004B5A85">
        <w:t xml:space="preserve"> ; </w:t>
      </w:r>
      <w:r>
        <w:t>les huit hommes d</w:t>
      </w:r>
      <w:r>
        <w:t>é</w:t>
      </w:r>
      <w:r>
        <w:t>barquèrent seuls</w:t>
      </w:r>
      <w:r w:rsidR="004B5A85">
        <w:t xml:space="preserve">, </w:t>
      </w:r>
      <w:r>
        <w:t>et le canot revint</w:t>
      </w:r>
      <w:r w:rsidR="004B5A85">
        <w:t>.</w:t>
      </w:r>
    </w:p>
    <w:p w14:paraId="7AB53048" w14:textId="77777777" w:rsidR="004B5A85" w:rsidRDefault="004B5A85" w:rsidP="004C389C">
      <w:r>
        <w:t>— </w:t>
      </w:r>
      <w:r w:rsidR="004C389C">
        <w:t>Amenez le second convoi</w:t>
      </w:r>
      <w:r>
        <w:t xml:space="preserve"> ! </w:t>
      </w:r>
      <w:r w:rsidR="004C389C">
        <w:t xml:space="preserve">cria </w:t>
      </w:r>
      <w:proofErr w:type="spellStart"/>
      <w:r w:rsidR="004C389C">
        <w:t>Askold</w:t>
      </w:r>
      <w:proofErr w:type="spellEnd"/>
      <w:r>
        <w:t>.</w:t>
      </w:r>
    </w:p>
    <w:p w14:paraId="63DB964B" w14:textId="77777777" w:rsidR="004B5A85" w:rsidRDefault="004C389C" w:rsidP="004C389C">
      <w:r>
        <w:t>Ce fut la même scène et la même manœuvre</w:t>
      </w:r>
      <w:r w:rsidR="004B5A85">
        <w:t xml:space="preserve">, </w:t>
      </w:r>
      <w:r>
        <w:t>le même d</w:t>
      </w:r>
      <w:r>
        <w:t>é</w:t>
      </w:r>
      <w:r>
        <w:t>barquement sur l</w:t>
      </w:r>
      <w:r w:rsidR="004B5A85">
        <w:t>’</w:t>
      </w:r>
      <w:r>
        <w:t>île et le même retour du canot avec ses deux rameurs et ses deux matelots armés</w:t>
      </w:r>
      <w:r w:rsidR="004B5A85">
        <w:t>.</w:t>
      </w:r>
    </w:p>
    <w:p w14:paraId="774708CE" w14:textId="77777777" w:rsidR="004B5A85" w:rsidRDefault="004C389C" w:rsidP="004C389C">
      <w:pPr>
        <w:rPr>
          <w:i/>
          <w:iCs/>
        </w:rPr>
      </w:pPr>
      <w:r>
        <w:t>Vivement</w:t>
      </w:r>
      <w:r w:rsidR="004B5A85">
        <w:t xml:space="preserve">, </w:t>
      </w:r>
      <w:r>
        <w:t>les rameurs remirent le canot dans son alvéole</w:t>
      </w:r>
      <w:r w:rsidR="004B5A85">
        <w:t xml:space="preserve">, </w:t>
      </w:r>
      <w:r>
        <w:t>refermèrent les panneaux de son pont</w:t>
      </w:r>
      <w:r w:rsidR="004B5A85">
        <w:t xml:space="preserve">, </w:t>
      </w:r>
      <w:r>
        <w:t xml:space="preserve">et on les </w:t>
      </w:r>
      <w:r>
        <w:lastRenderedPageBreak/>
        <w:t>entendit qui</w:t>
      </w:r>
      <w:r w:rsidR="004B5A85">
        <w:t xml:space="preserve">, </w:t>
      </w:r>
      <w:r>
        <w:t>à l</w:t>
      </w:r>
      <w:r w:rsidR="004B5A85">
        <w:t>’</w:t>
      </w:r>
      <w:r>
        <w:t>intérieur du sous-marin</w:t>
      </w:r>
      <w:r w:rsidR="004B5A85">
        <w:t xml:space="preserve">, </w:t>
      </w:r>
      <w:r>
        <w:t xml:space="preserve">reboulonnaient le fond du canot à la coque même du </w:t>
      </w:r>
      <w:r>
        <w:rPr>
          <w:i/>
          <w:iCs/>
        </w:rPr>
        <w:t>Nyctalope</w:t>
      </w:r>
      <w:r w:rsidR="004B5A85">
        <w:rPr>
          <w:i/>
          <w:iCs/>
        </w:rPr>
        <w:t>.</w:t>
      </w:r>
    </w:p>
    <w:p w14:paraId="0BD4273F" w14:textId="77777777" w:rsidR="004B5A85" w:rsidRDefault="004C389C" w:rsidP="004C389C">
      <w:r>
        <w:t>Le Ravageur du Monde fit un simple geste</w:t>
      </w:r>
      <w:r w:rsidR="004B5A85">
        <w:t xml:space="preserve">, </w:t>
      </w:r>
      <w:r>
        <w:t xml:space="preserve">et </w:t>
      </w:r>
      <w:proofErr w:type="spellStart"/>
      <w:r>
        <w:t>Askold</w:t>
      </w:r>
      <w:proofErr w:type="spellEnd"/>
      <w:r>
        <w:t xml:space="preserve"> cria</w:t>
      </w:r>
      <w:r w:rsidR="004B5A85">
        <w:t> :</w:t>
      </w:r>
    </w:p>
    <w:p w14:paraId="3FFAE786" w14:textId="77777777" w:rsidR="004B5A85" w:rsidRDefault="004B5A85" w:rsidP="004C389C">
      <w:r>
        <w:t>— </w:t>
      </w:r>
      <w:r w:rsidR="004C389C">
        <w:t>Amenez Martel</w:t>
      </w:r>
      <w:r>
        <w:t> !</w:t>
      </w:r>
    </w:p>
    <w:p w14:paraId="2C5FC4B2" w14:textId="77777777" w:rsidR="004B5A85" w:rsidRDefault="004C389C" w:rsidP="004C389C">
      <w:r>
        <w:t>Une minute s</w:t>
      </w:r>
      <w:r w:rsidR="004B5A85">
        <w:t>’</w:t>
      </w:r>
      <w:r>
        <w:t>écoula</w:t>
      </w:r>
      <w:r w:rsidR="004B5A85">
        <w:t xml:space="preserve">, </w:t>
      </w:r>
      <w:r>
        <w:t>et le commandant Ludovic Martel</w:t>
      </w:r>
      <w:r w:rsidR="004B5A85">
        <w:t xml:space="preserve">, </w:t>
      </w:r>
      <w:r>
        <w:t>très pâle</w:t>
      </w:r>
      <w:r w:rsidR="004B5A85">
        <w:t xml:space="preserve">, </w:t>
      </w:r>
      <w:r>
        <w:t>visiblement ému</w:t>
      </w:r>
      <w:r w:rsidR="004B5A85">
        <w:t xml:space="preserve">, </w:t>
      </w:r>
      <w:r>
        <w:t>parut sur la plate-forme</w:t>
      </w:r>
      <w:r w:rsidR="004B5A85">
        <w:t xml:space="preserve">. </w:t>
      </w:r>
      <w:r>
        <w:t>Son mousse Pierrot l</w:t>
      </w:r>
      <w:r w:rsidR="004B5A85">
        <w:t>’</w:t>
      </w:r>
      <w:r>
        <w:t>Écureuil le suivait</w:t>
      </w:r>
      <w:r w:rsidR="004B5A85">
        <w:t>.</w:t>
      </w:r>
    </w:p>
    <w:p w14:paraId="1A1FDCC0" w14:textId="77777777" w:rsidR="004B5A85" w:rsidRDefault="004B5A85" w:rsidP="004C389C">
      <w:r>
        <w:t>— </w:t>
      </w:r>
      <w:r w:rsidR="004C389C">
        <w:t>Monsieur</w:t>
      </w:r>
      <w:r>
        <w:t xml:space="preserve">, </w:t>
      </w:r>
      <w:r w:rsidR="004C389C">
        <w:t>fit le Ravageur</w:t>
      </w:r>
      <w:r>
        <w:t xml:space="preserve">, </w:t>
      </w:r>
      <w:r w:rsidR="004C389C">
        <w:t>voyez</w:t>
      </w:r>
      <w:r>
        <w:t>…</w:t>
      </w:r>
    </w:p>
    <w:p w14:paraId="4DF3AF16" w14:textId="77777777" w:rsidR="004B5A85" w:rsidRDefault="004C389C" w:rsidP="004C389C">
      <w:r>
        <w:t>Et son bras tendu montrait</w:t>
      </w:r>
      <w:r w:rsidR="004B5A85">
        <w:t xml:space="preserve">, </w:t>
      </w:r>
      <w:r>
        <w:t>là-bas</w:t>
      </w:r>
      <w:r w:rsidR="004B5A85">
        <w:t xml:space="preserve">, </w:t>
      </w:r>
      <w:r>
        <w:t>l</w:t>
      </w:r>
      <w:r w:rsidR="004B5A85">
        <w:t>’</w:t>
      </w:r>
      <w:r>
        <w:t>île sinistre dans la crudité du soleil</w:t>
      </w:r>
      <w:r w:rsidR="004B5A85">
        <w:t xml:space="preserve">, </w:t>
      </w:r>
      <w:r>
        <w:t>et sur la plage on voyait dix-sept hommes al</w:t>
      </w:r>
      <w:r>
        <w:t>i</w:t>
      </w:r>
      <w:r>
        <w:t>gnés près d</w:t>
      </w:r>
      <w:r w:rsidR="004B5A85">
        <w:t>’</w:t>
      </w:r>
      <w:r>
        <w:t>un entassement de ballots</w:t>
      </w:r>
      <w:r w:rsidR="004B5A85">
        <w:t>.</w:t>
      </w:r>
    </w:p>
    <w:p w14:paraId="03C1CD09" w14:textId="77777777" w:rsidR="004B5A85" w:rsidRDefault="004C389C" w:rsidP="004C389C">
      <w:r>
        <w:t>Alors</w:t>
      </w:r>
      <w:r w:rsidR="004B5A85">
        <w:t xml:space="preserve">, </w:t>
      </w:r>
      <w:r>
        <w:t>le commandant Martel comprit</w:t>
      </w:r>
      <w:r w:rsidR="004B5A85">
        <w:t xml:space="preserve">. </w:t>
      </w:r>
      <w:r>
        <w:t>Ses lèvres frémirent</w:t>
      </w:r>
      <w:r w:rsidR="004B5A85">
        <w:t xml:space="preserve">, </w:t>
      </w:r>
      <w:r>
        <w:t>deux larmes jaillirent brusquement de ses yeux</w:t>
      </w:r>
      <w:r w:rsidR="004B5A85">
        <w:t>.</w:t>
      </w:r>
    </w:p>
    <w:p w14:paraId="0171AC56" w14:textId="77777777" w:rsidR="004B5A85" w:rsidRDefault="004C389C" w:rsidP="004C389C">
      <w:r>
        <w:t>Cependant</w:t>
      </w:r>
      <w:r w:rsidR="004B5A85">
        <w:t xml:space="preserve">, </w:t>
      </w:r>
      <w:r>
        <w:t>le Ravageur continuait</w:t>
      </w:r>
      <w:r w:rsidR="004B5A85">
        <w:t> :</w:t>
      </w:r>
    </w:p>
    <w:p w14:paraId="219DB266" w14:textId="77777777" w:rsidR="004B5A85" w:rsidRDefault="004B5A85" w:rsidP="004C389C">
      <w:r>
        <w:t>— </w:t>
      </w:r>
      <w:r w:rsidR="004C389C">
        <w:t>Monsieur</w:t>
      </w:r>
      <w:r>
        <w:t xml:space="preserve">, </w:t>
      </w:r>
      <w:r w:rsidR="004C389C">
        <w:t>je connais cette île</w:t>
      </w:r>
      <w:r>
        <w:t xml:space="preserve">. </w:t>
      </w:r>
      <w:r w:rsidR="004C389C">
        <w:t>Il y a des terres que l</w:t>
      </w:r>
      <w:r>
        <w:t>’</w:t>
      </w:r>
      <w:r w:rsidR="004C389C">
        <w:t>on peut ensemencer et cultiver</w:t>
      </w:r>
      <w:r>
        <w:t xml:space="preserve">. </w:t>
      </w:r>
      <w:r w:rsidR="004C389C">
        <w:t>Il y a des chèvres sauvages que l</w:t>
      </w:r>
      <w:r>
        <w:t>’</w:t>
      </w:r>
      <w:r w:rsidR="004C389C">
        <w:t>on peut capturer et domestiquer</w:t>
      </w:r>
      <w:r>
        <w:t xml:space="preserve">. </w:t>
      </w:r>
      <w:r w:rsidR="004C389C">
        <w:t>Les ballots que vos hommes ont emportés contiennent des graines de toutes sortes</w:t>
      </w:r>
      <w:r>
        <w:t xml:space="preserve">, </w:t>
      </w:r>
      <w:r w:rsidR="004C389C">
        <w:t>des instr</w:t>
      </w:r>
      <w:r w:rsidR="004C389C">
        <w:t>u</w:t>
      </w:r>
      <w:r w:rsidR="004C389C">
        <w:t>ments aratoires</w:t>
      </w:r>
      <w:r>
        <w:t xml:space="preserve">, </w:t>
      </w:r>
      <w:r w:rsidR="004C389C">
        <w:t>des armes blanches</w:t>
      </w:r>
      <w:r>
        <w:t xml:space="preserve">, </w:t>
      </w:r>
      <w:r w:rsidR="004C389C">
        <w:t>que je suis allé acheter moi-même</w:t>
      </w:r>
      <w:r>
        <w:t xml:space="preserve">, </w:t>
      </w:r>
      <w:r w:rsidR="004C389C">
        <w:t>ainsi que les nouveaux costumes dont nous sommes vêtus</w:t>
      </w:r>
      <w:r>
        <w:t xml:space="preserve">, </w:t>
      </w:r>
      <w:r w:rsidR="004C389C">
        <w:t>dans le port de Malaga</w:t>
      </w:r>
      <w:r>
        <w:t xml:space="preserve">, </w:t>
      </w:r>
      <w:r w:rsidR="004C389C">
        <w:t>une nuit où nous étions arrêtés près de la côte espagnole</w:t>
      </w:r>
      <w:r>
        <w:t>.</w:t>
      </w:r>
    </w:p>
    <w:p w14:paraId="3DDE1842" w14:textId="77777777" w:rsidR="004B5A85" w:rsidRDefault="004B5A85" w:rsidP="004C389C">
      <w:r>
        <w:t>« </w:t>
      </w:r>
      <w:r w:rsidR="004C389C">
        <w:t>Vos hommes</w:t>
      </w:r>
      <w:r>
        <w:t xml:space="preserve">, </w:t>
      </w:r>
      <w:r w:rsidR="004C389C">
        <w:t>si le hasard ne leur envoie pas de navire pour les rapatrier</w:t>
      </w:r>
      <w:r>
        <w:t xml:space="preserve">, </w:t>
      </w:r>
      <w:r w:rsidR="004C389C">
        <w:t>pourront vivre là</w:t>
      </w:r>
      <w:r>
        <w:t xml:space="preserve">, </w:t>
      </w:r>
      <w:r w:rsidR="004C389C">
        <w:t>y fonder une colonie pro</w:t>
      </w:r>
      <w:r w:rsidR="004C389C">
        <w:t>s</w:t>
      </w:r>
      <w:r w:rsidR="004C389C">
        <w:t>père et paisible</w:t>
      </w:r>
      <w:r>
        <w:t xml:space="preserve">, </w:t>
      </w:r>
      <w:r w:rsidR="004C389C">
        <w:t>ou bien ils pourront s</w:t>
      </w:r>
      <w:r>
        <w:t>’</w:t>
      </w:r>
      <w:r w:rsidR="004C389C">
        <w:t>y entre-tuer à leur aise et y périr misérablement</w:t>
      </w:r>
      <w:r>
        <w:t>.</w:t>
      </w:r>
    </w:p>
    <w:p w14:paraId="437C1CC8" w14:textId="77777777" w:rsidR="004B5A85" w:rsidRDefault="004B5A85" w:rsidP="004C389C">
      <w:r>
        <w:lastRenderedPageBreak/>
        <w:t>« </w:t>
      </w:r>
      <w:r w:rsidR="004C389C">
        <w:t>Criez-leur votre adieu</w:t>
      </w:r>
      <w:r>
        <w:t xml:space="preserve">, </w:t>
      </w:r>
      <w:r w:rsidR="004C389C">
        <w:t>monsieur</w:t>
      </w:r>
      <w:r>
        <w:t xml:space="preserve">, </w:t>
      </w:r>
      <w:r w:rsidR="004C389C">
        <w:t>car vous allez quitter ces parages pour n</w:t>
      </w:r>
      <w:r>
        <w:t>’</w:t>
      </w:r>
      <w:r w:rsidR="004C389C">
        <w:t>y plus revenir</w:t>
      </w:r>
      <w:r>
        <w:t> !…</w:t>
      </w:r>
    </w:p>
    <w:p w14:paraId="56683AC4" w14:textId="77777777" w:rsidR="004B5A85" w:rsidRDefault="004C389C" w:rsidP="004C389C">
      <w:r>
        <w:t>Ces paroles avaient été prononcées d</w:t>
      </w:r>
      <w:r w:rsidR="004B5A85">
        <w:t>’</w:t>
      </w:r>
      <w:r>
        <w:t>abord avec une indi</w:t>
      </w:r>
      <w:r>
        <w:t>f</w:t>
      </w:r>
      <w:r>
        <w:t>férence glaciale</w:t>
      </w:r>
      <w:r w:rsidR="004B5A85">
        <w:t xml:space="preserve">, </w:t>
      </w:r>
      <w:r>
        <w:t>puis avec une ironie cinglante et féroce</w:t>
      </w:r>
      <w:r w:rsidR="004B5A85">
        <w:t>.</w:t>
      </w:r>
    </w:p>
    <w:p w14:paraId="4D5AA3FD" w14:textId="77777777" w:rsidR="004B5A85" w:rsidRDefault="004C389C" w:rsidP="004C389C">
      <w:r>
        <w:t>Or</w:t>
      </w:r>
      <w:r w:rsidR="004B5A85">
        <w:t xml:space="preserve">, </w:t>
      </w:r>
      <w:r>
        <w:t>les exilés</w:t>
      </w:r>
      <w:r w:rsidR="004B5A85">
        <w:t xml:space="preserve">, </w:t>
      </w:r>
      <w:r>
        <w:t>là-bas</w:t>
      </w:r>
      <w:r w:rsidR="004B5A85">
        <w:t xml:space="preserve">, </w:t>
      </w:r>
      <w:r>
        <w:t>avaient reconnu leur commandant</w:t>
      </w:r>
      <w:r w:rsidR="004B5A85">
        <w:t xml:space="preserve">. </w:t>
      </w:r>
      <w:r>
        <w:t>On les vit agiter tous ensemble leurs bérets en l</w:t>
      </w:r>
      <w:r w:rsidR="004B5A85">
        <w:t>’</w:t>
      </w:r>
      <w:r>
        <w:t>air et crier des paroles ardentes et confuses</w:t>
      </w:r>
      <w:r w:rsidR="004B5A85">
        <w:t xml:space="preserve">, </w:t>
      </w:r>
      <w:r>
        <w:t xml:space="preserve">où ceux qui étaient sur la plate-forme du </w:t>
      </w:r>
      <w:r>
        <w:rPr>
          <w:i/>
          <w:iCs/>
        </w:rPr>
        <w:t xml:space="preserve">Nyctalope </w:t>
      </w:r>
      <w:r>
        <w:t>purent distinguer</w:t>
      </w:r>
      <w:r w:rsidR="004B5A85">
        <w:t> :</w:t>
      </w:r>
    </w:p>
    <w:p w14:paraId="495DE5CD" w14:textId="77777777" w:rsidR="004B5A85" w:rsidRDefault="004B5A85" w:rsidP="004C389C">
      <w:r>
        <w:t>— </w:t>
      </w:r>
      <w:r w:rsidR="004C389C">
        <w:t>Adieu</w:t>
      </w:r>
      <w:r>
        <w:t xml:space="preserve"> ! </w:t>
      </w:r>
      <w:r w:rsidR="004C389C">
        <w:t>nous vivrons</w:t>
      </w:r>
      <w:r>
        <w:t xml:space="preserve"> !… </w:t>
      </w:r>
      <w:r w:rsidR="004C389C">
        <w:t>Nous nous vengerons un jour</w:t>
      </w:r>
      <w:r>
        <w:t xml:space="preserve"> ! </w:t>
      </w:r>
      <w:r w:rsidR="004C389C">
        <w:t>Vive la France</w:t>
      </w:r>
      <w:r>
        <w:t> !…</w:t>
      </w:r>
    </w:p>
    <w:p w14:paraId="3945E707" w14:textId="77777777" w:rsidR="004B5A85" w:rsidRDefault="004B5A85" w:rsidP="004C389C">
      <w:r>
        <w:t>— </w:t>
      </w:r>
      <w:r w:rsidR="004C389C">
        <w:t>Vive la France</w:t>
      </w:r>
      <w:r>
        <w:t xml:space="preserve"> !… </w:t>
      </w:r>
      <w:r w:rsidR="004C389C">
        <w:t>crièrent le commandant et Pierrot l</w:t>
      </w:r>
      <w:r>
        <w:t>’</w:t>
      </w:r>
      <w:r w:rsidR="004C389C">
        <w:t>Écureuil</w:t>
      </w:r>
      <w:r>
        <w:t xml:space="preserve">, </w:t>
      </w:r>
      <w:r w:rsidR="004C389C">
        <w:t>en proie à une exaltation douloureuse</w:t>
      </w:r>
      <w:r>
        <w:t>.</w:t>
      </w:r>
    </w:p>
    <w:p w14:paraId="6C156A22" w14:textId="77777777" w:rsidR="004B5A85" w:rsidRDefault="004C389C" w:rsidP="004C389C">
      <w:r>
        <w:t>Mais il semblait que l</w:t>
      </w:r>
      <w:r w:rsidR="004B5A85">
        <w:t>’</w:t>
      </w:r>
      <w:r>
        <w:t>île s</w:t>
      </w:r>
      <w:r w:rsidR="004B5A85">
        <w:t>’</w:t>
      </w:r>
      <w:r>
        <w:t>éloignait</w:t>
      </w:r>
      <w:r w:rsidR="004B5A85">
        <w:t xml:space="preserve">, </w:t>
      </w:r>
      <w:r>
        <w:t>que les hommes d</w:t>
      </w:r>
      <w:r>
        <w:t>é</w:t>
      </w:r>
      <w:r>
        <w:t>barqués là-bas se rapetissaient</w:t>
      </w:r>
      <w:r w:rsidR="004B5A85">
        <w:t xml:space="preserve">, </w:t>
      </w:r>
      <w:r>
        <w:t>que leurs cris s</w:t>
      </w:r>
      <w:r w:rsidR="004B5A85">
        <w:t>’</w:t>
      </w:r>
      <w:r>
        <w:t>entendaient de moins en moins</w:t>
      </w:r>
      <w:r w:rsidR="004B5A85">
        <w:t>.</w:t>
      </w:r>
    </w:p>
    <w:p w14:paraId="5FC1E913" w14:textId="77777777" w:rsidR="004B5A85" w:rsidRDefault="004C389C" w:rsidP="004C389C">
      <w:r>
        <w:t>Le commandant Martel se rendit compte que</w:t>
      </w:r>
      <w:r w:rsidR="004B5A85">
        <w:t xml:space="preserve">, </w:t>
      </w:r>
      <w:r>
        <w:t>lentement</w:t>
      </w:r>
      <w:r w:rsidR="004B5A85">
        <w:t xml:space="preserve">, </w:t>
      </w:r>
      <w:r>
        <w:t xml:space="preserve">le </w:t>
      </w:r>
      <w:r>
        <w:rPr>
          <w:i/>
          <w:iCs/>
        </w:rPr>
        <w:t xml:space="preserve">Nyctalope </w:t>
      </w:r>
      <w:r>
        <w:t>s</w:t>
      </w:r>
      <w:r w:rsidR="004B5A85">
        <w:t>’</w:t>
      </w:r>
      <w:r>
        <w:t>était remis en marche</w:t>
      </w:r>
      <w:r w:rsidR="004B5A85">
        <w:t xml:space="preserve">, </w:t>
      </w:r>
      <w:r>
        <w:t>qu</w:t>
      </w:r>
      <w:r w:rsidR="004B5A85">
        <w:t>’</w:t>
      </w:r>
      <w:r>
        <w:t>il repartait</w:t>
      </w:r>
      <w:r w:rsidR="004B5A85">
        <w:t>.</w:t>
      </w:r>
    </w:p>
    <w:p w14:paraId="78988BA0" w14:textId="77777777" w:rsidR="004B5A85" w:rsidRDefault="004C389C" w:rsidP="004C389C">
      <w:r>
        <w:t>Alors</w:t>
      </w:r>
      <w:r w:rsidR="004B5A85">
        <w:t xml:space="preserve">, </w:t>
      </w:r>
      <w:r>
        <w:t>il eut</w:t>
      </w:r>
      <w:r w:rsidR="004B5A85">
        <w:t xml:space="preserve">, </w:t>
      </w:r>
      <w:r>
        <w:t>avec une violence brutale</w:t>
      </w:r>
      <w:r w:rsidR="004B5A85">
        <w:t xml:space="preserve">, </w:t>
      </w:r>
      <w:r>
        <w:t>la sensation tort</w:t>
      </w:r>
      <w:r>
        <w:t>u</w:t>
      </w:r>
      <w:r>
        <w:t>rante de la séparation</w:t>
      </w:r>
      <w:r w:rsidR="004B5A85">
        <w:t xml:space="preserve">… </w:t>
      </w:r>
      <w:r>
        <w:t>Ces hommes</w:t>
      </w:r>
      <w:r w:rsidR="004B5A85">
        <w:t xml:space="preserve">, </w:t>
      </w:r>
      <w:r>
        <w:t>abandonnés là-bas</w:t>
      </w:r>
      <w:r w:rsidR="004B5A85">
        <w:t xml:space="preserve">, </w:t>
      </w:r>
      <w:r>
        <w:t>c</w:t>
      </w:r>
      <w:r w:rsidR="004B5A85">
        <w:t>’</w:t>
      </w:r>
      <w:r>
        <w:t>étaient son lieutenant</w:t>
      </w:r>
      <w:r w:rsidR="004B5A85">
        <w:t xml:space="preserve">, </w:t>
      </w:r>
      <w:r>
        <w:t>son équipage</w:t>
      </w:r>
      <w:r w:rsidR="004B5A85">
        <w:t xml:space="preserve">, </w:t>
      </w:r>
      <w:r>
        <w:t>ses marins choisis entre mille</w:t>
      </w:r>
      <w:r w:rsidR="004B5A85">
        <w:t xml:space="preserve">, </w:t>
      </w:r>
      <w:r>
        <w:t>ses frères en quelque sorte</w:t>
      </w:r>
      <w:r w:rsidR="004B5A85">
        <w:t xml:space="preserve">. </w:t>
      </w:r>
      <w:r>
        <w:t>Il lui sembla que son cœur se déchirait</w:t>
      </w:r>
      <w:r w:rsidR="004B5A85">
        <w:t xml:space="preserve">… </w:t>
      </w:r>
      <w:r>
        <w:t>Et aussitôt</w:t>
      </w:r>
      <w:r w:rsidR="004B5A85">
        <w:t xml:space="preserve">, </w:t>
      </w:r>
      <w:r>
        <w:t>instinctivement</w:t>
      </w:r>
      <w:r w:rsidR="004B5A85">
        <w:t xml:space="preserve">, </w:t>
      </w:r>
      <w:r>
        <w:t>il se tourna vers le R</w:t>
      </w:r>
      <w:r>
        <w:t>a</w:t>
      </w:r>
      <w:r>
        <w:t>vageur qui</w:t>
      </w:r>
      <w:r w:rsidR="004B5A85">
        <w:t xml:space="preserve">, </w:t>
      </w:r>
      <w:r>
        <w:t>toujours debout et les bras croisés</w:t>
      </w:r>
      <w:r w:rsidR="004B5A85">
        <w:t xml:space="preserve">, </w:t>
      </w:r>
      <w:r>
        <w:t>regardait d</w:t>
      </w:r>
      <w:r w:rsidR="004B5A85">
        <w:t>’</w:t>
      </w:r>
      <w:r>
        <w:t>un air sombre et dur se rapetisser l</w:t>
      </w:r>
      <w:r w:rsidR="004B5A85">
        <w:t>’</w:t>
      </w:r>
      <w:r>
        <w:t>île déserte</w:t>
      </w:r>
      <w:r w:rsidR="004B5A85">
        <w:t>.</w:t>
      </w:r>
    </w:p>
    <w:p w14:paraId="76A10D80" w14:textId="77777777" w:rsidR="004B5A85" w:rsidRDefault="004C389C" w:rsidP="004C389C">
      <w:r>
        <w:t>Et une indignation formidable fit bondir contre cet homme énigmatique le commandant Martel</w:t>
      </w:r>
      <w:r w:rsidR="004B5A85">
        <w:t>.</w:t>
      </w:r>
    </w:p>
    <w:p w14:paraId="7973E4D3" w14:textId="77777777" w:rsidR="004B5A85" w:rsidRDefault="004B5A85" w:rsidP="004C389C">
      <w:r>
        <w:t>— </w:t>
      </w:r>
      <w:r w:rsidR="004C389C">
        <w:t>Bandit</w:t>
      </w:r>
      <w:r>
        <w:t xml:space="preserve"> ! </w:t>
      </w:r>
      <w:r w:rsidR="004C389C">
        <w:t>hurla-t-il</w:t>
      </w:r>
      <w:r>
        <w:t xml:space="preserve">, </w:t>
      </w:r>
      <w:r w:rsidR="004C389C">
        <w:t>comme fou de douleur et de colère</w:t>
      </w:r>
      <w:r>
        <w:t xml:space="preserve">. </w:t>
      </w:r>
      <w:r w:rsidR="004C389C">
        <w:t>Infâme brigand</w:t>
      </w:r>
      <w:r>
        <w:t> !…</w:t>
      </w:r>
    </w:p>
    <w:p w14:paraId="1E3ACF23" w14:textId="77777777" w:rsidR="004B5A85" w:rsidRDefault="004B5A85" w:rsidP="004C389C">
      <w:r>
        <w:lastRenderedPageBreak/>
        <w:t>— </w:t>
      </w:r>
      <w:proofErr w:type="spellStart"/>
      <w:r w:rsidR="004C389C">
        <w:t>Cap</w:t>
      </w:r>
      <w:r>
        <w:t>’</w:t>
      </w:r>
      <w:r w:rsidR="004C389C">
        <w:t>taine</w:t>
      </w:r>
      <w:proofErr w:type="spellEnd"/>
      <w:r>
        <w:t xml:space="preserve"> ! </w:t>
      </w:r>
      <w:r w:rsidR="004C389C">
        <w:t>dit une voix douce</w:t>
      </w:r>
      <w:r>
        <w:t xml:space="preserve">, </w:t>
      </w:r>
      <w:r w:rsidR="004C389C">
        <w:t>tandis que des mains tremblantes se cramponnaient à ses bras levés</w:t>
      </w:r>
      <w:r>
        <w:t>.</w:t>
      </w:r>
    </w:p>
    <w:p w14:paraId="34C3809C" w14:textId="77777777" w:rsidR="004B5A85" w:rsidRDefault="004C389C" w:rsidP="004C389C">
      <w:r>
        <w:t>Déjà Ludovic Martel était à deux pas du Ravageur</w:t>
      </w:r>
      <w:r w:rsidR="004B5A85">
        <w:t xml:space="preserve">, </w:t>
      </w:r>
      <w:r>
        <w:t>impa</w:t>
      </w:r>
      <w:r>
        <w:t>s</w:t>
      </w:r>
      <w:r>
        <w:t>sible</w:t>
      </w:r>
      <w:r w:rsidR="004B5A85">
        <w:t xml:space="preserve">. </w:t>
      </w:r>
      <w:r>
        <w:t>Il allait se jeter sur lui</w:t>
      </w:r>
      <w:r w:rsidR="004B5A85">
        <w:t xml:space="preserve">, </w:t>
      </w:r>
      <w:r>
        <w:t>lorsque la voix douce et le geste suppliant de Pierrot l</w:t>
      </w:r>
      <w:r w:rsidR="004B5A85">
        <w:t>’</w:t>
      </w:r>
      <w:r>
        <w:t>Écureuil l</w:t>
      </w:r>
      <w:r w:rsidR="004B5A85">
        <w:t>’</w:t>
      </w:r>
      <w:r>
        <w:t>arrêtèrent net</w:t>
      </w:r>
      <w:r w:rsidR="004B5A85">
        <w:t>.</w:t>
      </w:r>
    </w:p>
    <w:p w14:paraId="180AE61D" w14:textId="77777777" w:rsidR="004B5A85" w:rsidRDefault="004C389C" w:rsidP="004C389C">
      <w:r>
        <w:t>Il recula</w:t>
      </w:r>
      <w:r w:rsidR="004B5A85">
        <w:t xml:space="preserve">, </w:t>
      </w:r>
      <w:r>
        <w:t>frémit</w:t>
      </w:r>
      <w:r w:rsidR="004B5A85">
        <w:t xml:space="preserve">, </w:t>
      </w:r>
      <w:r>
        <w:t>s</w:t>
      </w:r>
      <w:r w:rsidR="004B5A85">
        <w:t>’</w:t>
      </w:r>
      <w:r>
        <w:t>essuya le front et</w:t>
      </w:r>
      <w:r w:rsidR="004B5A85">
        <w:t xml:space="preserve">, </w:t>
      </w:r>
      <w:r>
        <w:t>par un effort prod</w:t>
      </w:r>
      <w:r>
        <w:t>i</w:t>
      </w:r>
      <w:r>
        <w:t>gieux de volonté</w:t>
      </w:r>
      <w:r w:rsidR="004B5A85">
        <w:t xml:space="preserve">, </w:t>
      </w:r>
      <w:r>
        <w:t>se calma instantanément</w:t>
      </w:r>
      <w:r w:rsidR="004B5A85">
        <w:t>.</w:t>
      </w:r>
    </w:p>
    <w:p w14:paraId="7FF5A4A7" w14:textId="77777777" w:rsidR="004B5A85" w:rsidRDefault="004B5A85" w:rsidP="004C389C">
      <w:r>
        <w:t>— </w:t>
      </w:r>
      <w:r w:rsidR="004C389C">
        <w:t>Merci</w:t>
      </w:r>
      <w:r>
        <w:t xml:space="preserve">, </w:t>
      </w:r>
      <w:r w:rsidR="004C389C">
        <w:t>mon petit</w:t>
      </w:r>
      <w:r>
        <w:t xml:space="preserve"> ! </w:t>
      </w:r>
      <w:r w:rsidR="004C389C">
        <w:t>murmura-t-il d</w:t>
      </w:r>
      <w:r>
        <w:t>’</w:t>
      </w:r>
      <w:r w:rsidR="004C389C">
        <w:t>une voix contenue</w:t>
      </w:r>
      <w:r>
        <w:t xml:space="preserve">, </w:t>
      </w:r>
      <w:r w:rsidR="004C389C">
        <w:t>en posant sa main droite sur la tête de l</w:t>
      </w:r>
      <w:r>
        <w:t>’</w:t>
      </w:r>
      <w:r w:rsidR="004C389C">
        <w:t>enfant</w:t>
      </w:r>
      <w:r>
        <w:t xml:space="preserve">. </w:t>
      </w:r>
      <w:r w:rsidR="004C389C">
        <w:t>Tu m</w:t>
      </w:r>
      <w:r>
        <w:t>’</w:t>
      </w:r>
      <w:r w:rsidR="004C389C">
        <w:t>as empêché de me souiller au contact de cet homme</w:t>
      </w:r>
      <w:r>
        <w:t>…</w:t>
      </w:r>
    </w:p>
    <w:p w14:paraId="4A8F31DD" w14:textId="77777777" w:rsidR="004B5A85" w:rsidRDefault="004C389C" w:rsidP="004C389C">
      <w:r>
        <w:t>Il regarda bien en face le Ravageur et ajouta</w:t>
      </w:r>
      <w:r w:rsidR="004B5A85">
        <w:t> :</w:t>
      </w:r>
    </w:p>
    <w:p w14:paraId="1CBC5EFB" w14:textId="77777777" w:rsidR="004B5A85" w:rsidRDefault="004B5A85" w:rsidP="004C389C">
      <w:r>
        <w:t>— </w:t>
      </w:r>
      <w:r w:rsidR="004C389C">
        <w:t>Bandit</w:t>
      </w:r>
      <w:r>
        <w:t xml:space="preserve"> ! </w:t>
      </w:r>
      <w:r w:rsidR="004C389C">
        <w:t>je suis en ton pouvoir</w:t>
      </w:r>
      <w:r>
        <w:t xml:space="preserve">. </w:t>
      </w:r>
      <w:r w:rsidR="004C389C">
        <w:t>Tu m</w:t>
      </w:r>
      <w:r>
        <w:t>’</w:t>
      </w:r>
      <w:r w:rsidR="004C389C">
        <w:t>as volé mon sous-marin</w:t>
      </w:r>
      <w:r>
        <w:t xml:space="preserve">… </w:t>
      </w:r>
      <w:r w:rsidR="004C389C">
        <w:t>tu m</w:t>
      </w:r>
      <w:r>
        <w:t>’</w:t>
      </w:r>
      <w:r w:rsidR="004C389C">
        <w:t>as séparé de mes hommes</w:t>
      </w:r>
      <w:r>
        <w:t xml:space="preserve">… </w:t>
      </w:r>
      <w:r w:rsidR="004C389C">
        <w:t>tu m</w:t>
      </w:r>
      <w:r>
        <w:t>’</w:t>
      </w:r>
      <w:r w:rsidR="004C389C">
        <w:t>as condamné à être une sorte de mort vivant</w:t>
      </w:r>
      <w:r>
        <w:t xml:space="preserve">, </w:t>
      </w:r>
      <w:r w:rsidR="004C389C">
        <w:t>à rester l</w:t>
      </w:r>
      <w:r>
        <w:t>’</w:t>
      </w:r>
      <w:r w:rsidR="004C389C">
        <w:t>impuissant témoin des brigandages que tu médites</w:t>
      </w:r>
      <w:r>
        <w:t xml:space="preserve"> ! </w:t>
      </w:r>
      <w:r w:rsidR="004C389C">
        <w:t>Soit</w:t>
      </w:r>
      <w:r>
        <w:t> !</w:t>
      </w:r>
    </w:p>
    <w:p w14:paraId="3C788AF1" w14:textId="77777777" w:rsidR="004B5A85" w:rsidRDefault="004B5A85" w:rsidP="004C389C">
      <w:r>
        <w:t>« </w:t>
      </w:r>
      <w:r w:rsidR="004C389C">
        <w:t>Mais sache bien que je ne serai pas ton complice</w:t>
      </w:r>
      <w:r>
        <w:t xml:space="preserve">, </w:t>
      </w:r>
      <w:r w:rsidR="004C389C">
        <w:t>même par l</w:t>
      </w:r>
      <w:r>
        <w:t>’</w:t>
      </w:r>
      <w:r w:rsidR="004C389C">
        <w:t>inaction</w:t>
      </w:r>
      <w:r>
        <w:t xml:space="preserve">. </w:t>
      </w:r>
      <w:r w:rsidR="004C389C">
        <w:t>Fais-moi surveiller de près</w:t>
      </w:r>
      <w:r>
        <w:t xml:space="preserve">, </w:t>
      </w:r>
      <w:r w:rsidR="004C389C">
        <w:t>gredin</w:t>
      </w:r>
      <w:r>
        <w:t xml:space="preserve"> ! </w:t>
      </w:r>
      <w:r w:rsidR="004C389C">
        <w:t>car à la pr</w:t>
      </w:r>
      <w:r w:rsidR="004C389C">
        <w:t>e</w:t>
      </w:r>
      <w:r w:rsidR="004C389C">
        <w:t>mière occasion</w:t>
      </w:r>
      <w:r>
        <w:t xml:space="preserve">, </w:t>
      </w:r>
      <w:r w:rsidR="004C389C">
        <w:t>ne durerait-elle qu</w:t>
      </w:r>
      <w:r>
        <w:t>’</w:t>
      </w:r>
      <w:r w:rsidR="004C389C">
        <w:t>une minute</w:t>
      </w:r>
      <w:r>
        <w:t xml:space="preserve">, </w:t>
      </w:r>
      <w:r w:rsidR="004C389C">
        <w:t>je ferai sauter ou couler ce sous-marin</w:t>
      </w:r>
      <w:r>
        <w:t xml:space="preserve">. </w:t>
      </w:r>
      <w:r w:rsidR="004C389C">
        <w:t>Je te dis cela parce que</w:t>
      </w:r>
      <w:r>
        <w:t xml:space="preserve">, </w:t>
      </w:r>
      <w:r w:rsidR="004C389C">
        <w:t>même envers un infâme coquin comme toi</w:t>
      </w:r>
      <w:r>
        <w:t xml:space="preserve">, </w:t>
      </w:r>
      <w:r w:rsidR="004C389C">
        <w:t>je ne veux pas agir en traître</w:t>
      </w:r>
      <w:r>
        <w:t>…</w:t>
      </w:r>
    </w:p>
    <w:p w14:paraId="2B72985E" w14:textId="77777777" w:rsidR="004B5A85" w:rsidRDefault="004B5A85" w:rsidP="004C389C">
      <w:r>
        <w:t>« </w:t>
      </w:r>
      <w:r w:rsidR="004C389C">
        <w:t>Garde-moi</w:t>
      </w:r>
      <w:r>
        <w:t xml:space="preserve"> ! </w:t>
      </w:r>
      <w:r w:rsidR="004C389C">
        <w:t>garde-toi</w:t>
      </w:r>
      <w:r>
        <w:t xml:space="preserve"> !… </w:t>
      </w:r>
      <w:r w:rsidR="004C389C">
        <w:t>Sache-le bien</w:t>
      </w:r>
      <w:r>
        <w:t xml:space="preserve"> : </w:t>
      </w:r>
      <w:r w:rsidR="004C389C">
        <w:t>dès maintenant</w:t>
      </w:r>
      <w:r>
        <w:t xml:space="preserve">, </w:t>
      </w:r>
      <w:r w:rsidR="004C389C">
        <w:t>je n</w:t>
      </w:r>
      <w:r>
        <w:t>’</w:t>
      </w:r>
      <w:r w:rsidR="004C389C">
        <w:t>aurai qu</w:t>
      </w:r>
      <w:r>
        <w:t>’</w:t>
      </w:r>
      <w:r w:rsidR="004C389C">
        <w:t>une pensée</w:t>
      </w:r>
      <w:r>
        <w:t xml:space="preserve">, </w:t>
      </w:r>
      <w:r w:rsidR="004C389C">
        <w:t>qu</w:t>
      </w:r>
      <w:r>
        <w:t>’</w:t>
      </w:r>
      <w:r w:rsidR="004C389C">
        <w:t>un but</w:t>
      </w:r>
      <w:r>
        <w:t xml:space="preserve">, </w:t>
      </w:r>
      <w:r w:rsidR="004C389C">
        <w:t>qu</w:t>
      </w:r>
      <w:r>
        <w:t>’</w:t>
      </w:r>
      <w:r w:rsidR="004C389C">
        <w:t>un espoir</w:t>
      </w:r>
      <w:r>
        <w:t xml:space="preserve"> : </w:t>
      </w:r>
      <w:r w:rsidR="004C389C">
        <w:t xml:space="preserve">détruire le </w:t>
      </w:r>
      <w:r w:rsidR="004C389C">
        <w:rPr>
          <w:i/>
          <w:iCs/>
        </w:rPr>
        <w:t>Nyctalope</w:t>
      </w:r>
      <w:r>
        <w:rPr>
          <w:i/>
          <w:iCs/>
        </w:rPr>
        <w:t xml:space="preserve">, </w:t>
      </w:r>
      <w:r w:rsidR="004C389C">
        <w:t>et nous tous avec lui</w:t>
      </w:r>
      <w:r>
        <w:t> !</w:t>
      </w:r>
    </w:p>
    <w:p w14:paraId="10458201" w14:textId="77777777" w:rsidR="004B5A85" w:rsidRDefault="004B5A85" w:rsidP="004C389C">
      <w:r>
        <w:t>« </w:t>
      </w:r>
      <w:r w:rsidR="004C389C">
        <w:t>Ces paroles sont les dernières que tu entendras sortir de ma bouche</w:t>
      </w:r>
      <w:r>
        <w:t xml:space="preserve">. </w:t>
      </w:r>
      <w:r w:rsidR="004C389C">
        <w:t>Adieu</w:t>
      </w:r>
      <w:r>
        <w:t> !…</w:t>
      </w:r>
    </w:p>
    <w:p w14:paraId="6B3C408E" w14:textId="77777777" w:rsidR="004B5A85" w:rsidRDefault="004C389C" w:rsidP="004C389C">
      <w:r>
        <w:t>Et</w:t>
      </w:r>
      <w:r w:rsidR="004B5A85">
        <w:t xml:space="preserve">, </w:t>
      </w:r>
      <w:r>
        <w:t>admirable d</w:t>
      </w:r>
      <w:r w:rsidR="004B5A85">
        <w:t>’</w:t>
      </w:r>
      <w:r>
        <w:t>indignation contenue</w:t>
      </w:r>
      <w:r w:rsidR="004B5A85">
        <w:t xml:space="preserve">, </w:t>
      </w:r>
      <w:r>
        <w:t>de courageuse et noble fierté</w:t>
      </w:r>
      <w:r w:rsidR="004B5A85">
        <w:t xml:space="preserve">, </w:t>
      </w:r>
      <w:r>
        <w:t>le commandant Martel</w:t>
      </w:r>
      <w:r w:rsidR="004B5A85">
        <w:t xml:space="preserve">, </w:t>
      </w:r>
      <w:r>
        <w:t>tenant Pierrot l</w:t>
      </w:r>
      <w:r w:rsidR="004B5A85">
        <w:t>’</w:t>
      </w:r>
      <w:r>
        <w:t xml:space="preserve">Écureuil </w:t>
      </w:r>
      <w:r>
        <w:lastRenderedPageBreak/>
        <w:t>par la main</w:t>
      </w:r>
      <w:r w:rsidR="004B5A85">
        <w:t xml:space="preserve">, </w:t>
      </w:r>
      <w:r>
        <w:t>passa devant le Ravageur du Monde</w:t>
      </w:r>
      <w:r w:rsidR="004B5A85">
        <w:t xml:space="preserve">, </w:t>
      </w:r>
      <w:r>
        <w:t>immobile et comme de marbre</w:t>
      </w:r>
      <w:r w:rsidR="004B5A85">
        <w:t xml:space="preserve">. </w:t>
      </w:r>
      <w:r>
        <w:t>Puis</w:t>
      </w:r>
      <w:r w:rsidR="004B5A85">
        <w:t xml:space="preserve">, </w:t>
      </w:r>
      <w:r>
        <w:t>sans tourner la tête</w:t>
      </w:r>
      <w:r w:rsidR="004B5A85">
        <w:t xml:space="preserve">, </w:t>
      </w:r>
      <w:r>
        <w:t>il s</w:t>
      </w:r>
      <w:r w:rsidR="004B5A85">
        <w:t>’</w:t>
      </w:r>
      <w:r>
        <w:t>enfonça dans l</w:t>
      </w:r>
      <w:r w:rsidR="004B5A85">
        <w:t>’</w:t>
      </w:r>
      <w:r>
        <w:t>escalier au bas duquel l</w:t>
      </w:r>
      <w:r w:rsidR="004B5A85">
        <w:t>’</w:t>
      </w:r>
      <w:r>
        <w:t xml:space="preserve">attendaient </w:t>
      </w:r>
      <w:proofErr w:type="spellStart"/>
      <w:r>
        <w:t>Jorry</w:t>
      </w:r>
      <w:proofErr w:type="spellEnd"/>
      <w:r>
        <w:t xml:space="preserve"> et </w:t>
      </w:r>
      <w:proofErr w:type="spellStart"/>
      <w:r>
        <w:t>Brilo</w:t>
      </w:r>
      <w:proofErr w:type="spellEnd"/>
      <w:r w:rsidR="004B5A85">
        <w:t xml:space="preserve">, </w:t>
      </w:r>
      <w:r>
        <w:t>revolver au poing</w:t>
      </w:r>
      <w:r w:rsidR="004B5A85">
        <w:t>.</w:t>
      </w:r>
    </w:p>
    <w:p w14:paraId="75815E22" w14:textId="77777777" w:rsidR="004B5A85" w:rsidRDefault="004C389C" w:rsidP="004C389C">
      <w:r>
        <w:t>Le Ravageur semblait n</w:t>
      </w:r>
      <w:r w:rsidR="004B5A85">
        <w:t>’</w:t>
      </w:r>
      <w:r>
        <w:t>avoir rien entendu</w:t>
      </w:r>
      <w:r w:rsidR="004B5A85">
        <w:t>.</w:t>
      </w:r>
    </w:p>
    <w:p w14:paraId="0751C9E5" w14:textId="77777777" w:rsidR="004B5A85" w:rsidRDefault="004C389C" w:rsidP="004C389C">
      <w:r>
        <w:t>Ses yeux sombres fixaient toujours l</w:t>
      </w:r>
      <w:r w:rsidR="004B5A85">
        <w:t>’</w:t>
      </w:r>
      <w:r>
        <w:t>île sans nom</w:t>
      </w:r>
      <w:r w:rsidR="004B5A85">
        <w:t xml:space="preserve">, </w:t>
      </w:r>
      <w:r>
        <w:t>qui</w:t>
      </w:r>
      <w:r w:rsidR="004B5A85">
        <w:t xml:space="preserve">, </w:t>
      </w:r>
      <w:r>
        <w:t>déjà</w:t>
      </w:r>
      <w:r w:rsidR="004B5A85">
        <w:t xml:space="preserve">, </w:t>
      </w:r>
      <w:r>
        <w:t>s</w:t>
      </w:r>
      <w:r w:rsidR="004B5A85">
        <w:t>’</w:t>
      </w:r>
      <w:r>
        <w:t>estompait et se perdait dans les brumes diaphanes montant de la mer</w:t>
      </w:r>
      <w:r w:rsidR="004B5A85">
        <w:t xml:space="preserve">, </w:t>
      </w:r>
      <w:r>
        <w:t>sous la chaleur du soleil</w:t>
      </w:r>
      <w:r w:rsidR="004B5A85">
        <w:t>…</w:t>
      </w:r>
    </w:p>
    <w:p w14:paraId="0EA528D4" w14:textId="77777777" w:rsidR="004B5A85" w:rsidRDefault="004C389C" w:rsidP="004C389C">
      <w:r>
        <w:t>Déchirées par le sous-marin en marche</w:t>
      </w:r>
      <w:r w:rsidR="004B5A85">
        <w:t xml:space="preserve">, </w:t>
      </w:r>
      <w:r>
        <w:t>les vagues ruiss</w:t>
      </w:r>
      <w:r>
        <w:t>e</w:t>
      </w:r>
      <w:r>
        <w:t>laient à ses pieds et parfois mouillaient ses bottes</w:t>
      </w:r>
      <w:r w:rsidR="004B5A85">
        <w:t xml:space="preserve">, </w:t>
      </w:r>
      <w:r>
        <w:t>sans qu</w:t>
      </w:r>
      <w:r w:rsidR="004B5A85">
        <w:t>’</w:t>
      </w:r>
      <w:r>
        <w:t>il y prît garde</w:t>
      </w:r>
      <w:r w:rsidR="004B5A85">
        <w:t>.</w:t>
      </w:r>
    </w:p>
    <w:p w14:paraId="5C84D9D6" w14:textId="77777777" w:rsidR="004B5A85" w:rsidRDefault="004C389C" w:rsidP="004C389C">
      <w:r>
        <w:t>Bientôt l</w:t>
      </w:r>
      <w:r w:rsidR="004B5A85">
        <w:t>’</w:t>
      </w:r>
      <w:r>
        <w:t>île ne fut plus qu</w:t>
      </w:r>
      <w:r w:rsidR="004B5A85">
        <w:t>’</w:t>
      </w:r>
      <w:r>
        <w:t>une tache grise dans la brume lumineuse et</w:t>
      </w:r>
      <w:r w:rsidR="004B5A85">
        <w:t xml:space="preserve">, </w:t>
      </w:r>
      <w:r>
        <w:t>enfin</w:t>
      </w:r>
      <w:r w:rsidR="004B5A85">
        <w:t xml:space="preserve">, </w:t>
      </w:r>
      <w:r>
        <w:t>elle disparut tout à fait</w:t>
      </w:r>
      <w:r w:rsidR="004B5A85">
        <w:t>.</w:t>
      </w:r>
    </w:p>
    <w:p w14:paraId="48FBB635" w14:textId="77777777" w:rsidR="004B5A85" w:rsidRDefault="004C389C" w:rsidP="004C389C">
      <w:r>
        <w:t>Alors</w:t>
      </w:r>
      <w:r w:rsidR="004B5A85">
        <w:t xml:space="preserve">, </w:t>
      </w:r>
      <w:r>
        <w:t>le Ravageur</w:t>
      </w:r>
      <w:r w:rsidR="004B5A85">
        <w:t xml:space="preserve">, </w:t>
      </w:r>
      <w:r>
        <w:t>comme se parlant à lui-même</w:t>
      </w:r>
      <w:r w:rsidR="004B5A85">
        <w:t xml:space="preserve">, </w:t>
      </w:r>
      <w:r>
        <w:t>gro</w:t>
      </w:r>
      <w:r>
        <w:t>m</w:t>
      </w:r>
      <w:r>
        <w:t>mela avec une étrange émotion dans la voix</w:t>
      </w:r>
      <w:r w:rsidR="004B5A85">
        <w:t> :</w:t>
      </w:r>
    </w:p>
    <w:p w14:paraId="6F3585F6" w14:textId="6FA5DC27" w:rsidR="004C389C" w:rsidRDefault="004B5A85" w:rsidP="004C389C">
      <w:r>
        <w:t>« </w:t>
      </w:r>
      <w:r w:rsidR="004C389C">
        <w:t>Le plus dur est fait</w:t>
      </w:r>
      <w:r>
        <w:t xml:space="preserve"> !… </w:t>
      </w:r>
      <w:r w:rsidR="004C389C">
        <w:t>Ces hommes sont des Français</w:t>
      </w:r>
      <w:r>
        <w:t xml:space="preserve">… </w:t>
      </w:r>
      <w:r w:rsidR="004C389C">
        <w:t>Je ne me pardonnerais jamais si un seul était mort de ma main</w:t>
      </w:r>
      <w:r>
        <w:t xml:space="preserve">… </w:t>
      </w:r>
      <w:r w:rsidR="004C389C">
        <w:t>Mais je ne pouvais pas les rendre à la civilisation</w:t>
      </w:r>
      <w:r>
        <w:t xml:space="preserve">… </w:t>
      </w:r>
      <w:r w:rsidR="004C389C">
        <w:t>Ils auraient tout raconté</w:t>
      </w:r>
      <w:r>
        <w:t xml:space="preserve">, </w:t>
      </w:r>
      <w:r w:rsidR="004C389C">
        <w:t>et mes véritables ennemis</w:t>
      </w:r>
      <w:r>
        <w:t xml:space="preserve">, </w:t>
      </w:r>
      <w:r w:rsidR="004C389C">
        <w:t>ceux qui me connai</w:t>
      </w:r>
      <w:r w:rsidR="004C389C">
        <w:t>s</w:t>
      </w:r>
      <w:r w:rsidR="004C389C">
        <w:t>sent</w:t>
      </w:r>
      <w:r>
        <w:t xml:space="preserve">, </w:t>
      </w:r>
      <w:r w:rsidR="004C389C">
        <w:t>se seraient tenus sur leurs gardes</w:t>
      </w:r>
      <w:r>
        <w:t xml:space="preserve">… </w:t>
      </w:r>
      <w:r w:rsidR="004C389C">
        <w:t>Plus tard</w:t>
      </w:r>
      <w:r>
        <w:t xml:space="preserve">, </w:t>
      </w:r>
      <w:r w:rsidR="004C389C">
        <w:t>peut-être</w:t>
      </w:r>
      <w:r>
        <w:t xml:space="preserve">, </w:t>
      </w:r>
      <w:r w:rsidR="004C389C">
        <w:t>je reviendrai ici</w:t>
      </w:r>
      <w:r>
        <w:t xml:space="preserve">… </w:t>
      </w:r>
      <w:r w:rsidR="004C389C">
        <w:t>Et je verrai</w:t>
      </w:r>
      <w:r>
        <w:t xml:space="preserve"> !… </w:t>
      </w:r>
      <w:r w:rsidR="004C389C">
        <w:t>Quant au commandant Ma</w:t>
      </w:r>
      <w:r w:rsidR="004C389C">
        <w:t>r</w:t>
      </w:r>
      <w:r w:rsidR="004C389C">
        <w:t>tel</w:t>
      </w:r>
      <w:r>
        <w:t>… »</w:t>
      </w:r>
    </w:p>
    <w:p w14:paraId="776670DE" w14:textId="77777777" w:rsidR="004B5A85" w:rsidRDefault="004C389C" w:rsidP="004C389C">
      <w:r>
        <w:t>Qu</w:t>
      </w:r>
      <w:r w:rsidR="004B5A85">
        <w:t>’</w:t>
      </w:r>
      <w:r>
        <w:t>allait-il dire encore</w:t>
      </w:r>
      <w:r w:rsidR="004B5A85">
        <w:t xml:space="preserve">, </w:t>
      </w:r>
      <w:r>
        <w:t>cet homme étrange</w:t>
      </w:r>
      <w:r w:rsidR="004B5A85">
        <w:t> ?</w:t>
      </w:r>
    </w:p>
    <w:p w14:paraId="472138BD" w14:textId="77777777" w:rsidR="004B5A85" w:rsidRDefault="004C389C" w:rsidP="004C389C">
      <w:r>
        <w:t>Il se tut</w:t>
      </w:r>
      <w:r w:rsidR="004B5A85">
        <w:t xml:space="preserve">. </w:t>
      </w:r>
      <w:r>
        <w:t>Pendant quelques minutes</w:t>
      </w:r>
      <w:r w:rsidR="004B5A85">
        <w:t xml:space="preserve">, </w:t>
      </w:r>
      <w:r>
        <w:t>tête baissée</w:t>
      </w:r>
      <w:r w:rsidR="004B5A85">
        <w:t xml:space="preserve">, </w:t>
      </w:r>
      <w:r>
        <w:t>il resta plongé dans une méditation profonde</w:t>
      </w:r>
      <w:r w:rsidR="004B5A85">
        <w:t>.</w:t>
      </w:r>
    </w:p>
    <w:p w14:paraId="3CAB1871" w14:textId="77777777" w:rsidR="004B5A85" w:rsidRDefault="004C389C" w:rsidP="004C389C">
      <w:r>
        <w:t>Et soudain il releva la tête</w:t>
      </w:r>
      <w:r w:rsidR="004B5A85">
        <w:t xml:space="preserve">, </w:t>
      </w:r>
      <w:r>
        <w:t xml:space="preserve">se tourna vers </w:t>
      </w:r>
      <w:proofErr w:type="spellStart"/>
      <w:r>
        <w:t>Askold</w:t>
      </w:r>
      <w:proofErr w:type="spellEnd"/>
      <w:r w:rsidR="004B5A85">
        <w:t xml:space="preserve">, </w:t>
      </w:r>
      <w:r>
        <w:t>toujours immobile derrière lui</w:t>
      </w:r>
      <w:r w:rsidR="004B5A85">
        <w:t xml:space="preserve">, </w:t>
      </w:r>
      <w:r>
        <w:t>et</w:t>
      </w:r>
      <w:r w:rsidR="004B5A85">
        <w:t xml:space="preserve">, </w:t>
      </w:r>
      <w:r>
        <w:t>transfiguré</w:t>
      </w:r>
      <w:r w:rsidR="004B5A85">
        <w:t xml:space="preserve">, </w:t>
      </w:r>
      <w:r>
        <w:t>l</w:t>
      </w:r>
      <w:r w:rsidR="004B5A85">
        <w:t>’</w:t>
      </w:r>
      <w:r>
        <w:t>œil en feu</w:t>
      </w:r>
      <w:r w:rsidR="004B5A85">
        <w:t xml:space="preserve">, </w:t>
      </w:r>
      <w:r>
        <w:t xml:space="preserve">la </w:t>
      </w:r>
      <w:r>
        <w:lastRenderedPageBreak/>
        <w:t>lèvre fr</w:t>
      </w:r>
      <w:r>
        <w:t>é</w:t>
      </w:r>
      <w:r>
        <w:t>missante</w:t>
      </w:r>
      <w:r w:rsidR="004B5A85">
        <w:t xml:space="preserve">, </w:t>
      </w:r>
      <w:r>
        <w:t>il gronda</w:t>
      </w:r>
      <w:r w:rsidR="004B5A85">
        <w:t xml:space="preserve">, </w:t>
      </w:r>
      <w:r>
        <w:t>en tendant vers l</w:t>
      </w:r>
      <w:r w:rsidR="004B5A85">
        <w:t>’</w:t>
      </w:r>
      <w:r>
        <w:t>est son poing menaçant</w:t>
      </w:r>
      <w:r w:rsidR="004B5A85">
        <w:t> :</w:t>
      </w:r>
    </w:p>
    <w:p w14:paraId="390F7B69" w14:textId="77777777" w:rsidR="004B5A85" w:rsidRDefault="004B5A85" w:rsidP="004C389C">
      <w:r>
        <w:t>— </w:t>
      </w:r>
      <w:r w:rsidR="004C389C">
        <w:t>Nous voilà libres</w:t>
      </w:r>
      <w:r>
        <w:t xml:space="preserve">, </w:t>
      </w:r>
      <w:proofErr w:type="spellStart"/>
      <w:r w:rsidR="004C389C">
        <w:t>Askold</w:t>
      </w:r>
      <w:proofErr w:type="spellEnd"/>
      <w:r>
        <w:t xml:space="preserve">, </w:t>
      </w:r>
      <w:r w:rsidR="004C389C">
        <w:t>libres d</w:t>
      </w:r>
      <w:r>
        <w:t>’</w:t>
      </w:r>
      <w:r w:rsidR="004C389C">
        <w:t>aller à la vengeance</w:t>
      </w:r>
      <w:r>
        <w:t xml:space="preserve"> ! </w:t>
      </w:r>
      <w:r w:rsidR="004C389C">
        <w:t>Libres de courir les plus formidables aventures</w:t>
      </w:r>
      <w:r>
        <w:t xml:space="preserve"> ! </w:t>
      </w:r>
      <w:r w:rsidR="004C389C">
        <w:t>Libres de te</w:t>
      </w:r>
      <w:r w:rsidR="004C389C">
        <w:t>r</w:t>
      </w:r>
      <w:r w:rsidR="004C389C">
        <w:t>roriser le monde</w:t>
      </w:r>
      <w:r>
        <w:t xml:space="preserve">, </w:t>
      </w:r>
      <w:r w:rsidR="004C389C">
        <w:t>ce monde que nous haïssons tous deux d</w:t>
      </w:r>
      <w:r>
        <w:t>’</w:t>
      </w:r>
      <w:r w:rsidR="004C389C">
        <w:t>une même haine</w:t>
      </w:r>
      <w:r>
        <w:t xml:space="preserve"> !… </w:t>
      </w:r>
      <w:r w:rsidR="004C389C">
        <w:t>À l</w:t>
      </w:r>
      <w:r>
        <w:t>’</w:t>
      </w:r>
      <w:r w:rsidR="004C389C">
        <w:t>Amérique</w:t>
      </w:r>
      <w:r>
        <w:t xml:space="preserve">, </w:t>
      </w:r>
      <w:r w:rsidR="004C389C">
        <w:t>d</w:t>
      </w:r>
      <w:r>
        <w:t>’</w:t>
      </w:r>
      <w:r w:rsidR="004C389C">
        <w:t>abord</w:t>
      </w:r>
      <w:r>
        <w:t xml:space="preserve">, </w:t>
      </w:r>
      <w:proofErr w:type="spellStart"/>
      <w:r w:rsidR="004C389C">
        <w:t>Askold</w:t>
      </w:r>
      <w:proofErr w:type="spellEnd"/>
      <w:r>
        <w:t xml:space="preserve"> ! </w:t>
      </w:r>
      <w:r w:rsidR="004C389C">
        <w:t>Nous penserons ensuite à l</w:t>
      </w:r>
      <w:r>
        <w:t>’</w:t>
      </w:r>
      <w:r w:rsidR="004C389C">
        <w:t>Europe</w:t>
      </w:r>
      <w:r>
        <w:t> !…</w:t>
      </w:r>
    </w:p>
    <w:p w14:paraId="30B7FF98" w14:textId="77777777" w:rsidR="004B5A85" w:rsidRDefault="004C389C" w:rsidP="004C389C">
      <w:proofErr w:type="spellStart"/>
      <w:r>
        <w:t>Askold</w:t>
      </w:r>
      <w:proofErr w:type="spellEnd"/>
      <w:r>
        <w:t xml:space="preserve"> ne tressaillit même pas</w:t>
      </w:r>
      <w:r w:rsidR="004B5A85">
        <w:t>.</w:t>
      </w:r>
    </w:p>
    <w:p w14:paraId="172B4172" w14:textId="77777777" w:rsidR="004B5A85" w:rsidRDefault="004C389C" w:rsidP="004C389C">
      <w:r>
        <w:t>D</w:t>
      </w:r>
      <w:r w:rsidR="004B5A85">
        <w:t>’</w:t>
      </w:r>
      <w:r>
        <w:t>une voix calme</w:t>
      </w:r>
      <w:r w:rsidR="004B5A85">
        <w:t xml:space="preserve">, </w:t>
      </w:r>
      <w:r>
        <w:t>sèche et soumise à la fois</w:t>
      </w:r>
      <w:r w:rsidR="004B5A85">
        <w:t xml:space="preserve">, </w:t>
      </w:r>
      <w:r>
        <w:t>il dit</w:t>
      </w:r>
      <w:r w:rsidR="004B5A85">
        <w:t> :</w:t>
      </w:r>
    </w:p>
    <w:p w14:paraId="0297AB7E" w14:textId="77777777" w:rsidR="004B5A85" w:rsidRDefault="004B5A85" w:rsidP="004C389C">
      <w:r>
        <w:t>— </w:t>
      </w:r>
      <w:r w:rsidR="004C389C">
        <w:t>Quelle vitesse</w:t>
      </w:r>
      <w:r>
        <w:t> ?</w:t>
      </w:r>
    </w:p>
    <w:p w14:paraId="3B809E41" w14:textId="77777777" w:rsidR="004B5A85" w:rsidRDefault="004B5A85" w:rsidP="004C389C">
      <w:r>
        <w:t>— </w:t>
      </w:r>
      <w:r w:rsidR="004C389C">
        <w:t>Soixante-dix nœuds</w:t>
      </w:r>
      <w:r>
        <w:t> !</w:t>
      </w:r>
    </w:p>
    <w:p w14:paraId="5B453DFA" w14:textId="77777777" w:rsidR="004B5A85" w:rsidRDefault="004B5A85" w:rsidP="004C389C">
      <w:r>
        <w:t>— </w:t>
      </w:r>
      <w:r w:rsidR="004C389C">
        <w:t>Quel but</w:t>
      </w:r>
      <w:r>
        <w:t> ?</w:t>
      </w:r>
    </w:p>
    <w:p w14:paraId="3E70FD0B" w14:textId="77777777" w:rsidR="004B5A85" w:rsidRDefault="004B5A85" w:rsidP="004C389C">
      <w:r>
        <w:t>— </w:t>
      </w:r>
      <w:r w:rsidR="004C389C">
        <w:t>Le golfe de Venezuela et le port de Maracaïbo</w:t>
      </w:r>
      <w:r>
        <w:t> !</w:t>
      </w:r>
    </w:p>
    <w:p w14:paraId="47AE6F3D" w14:textId="77777777" w:rsidR="004B5A85" w:rsidRDefault="004B5A85" w:rsidP="004C389C">
      <w:r>
        <w:t>— </w:t>
      </w:r>
      <w:r w:rsidR="004C389C">
        <w:t>Navigation en surface</w:t>
      </w:r>
      <w:r>
        <w:t> ?</w:t>
      </w:r>
    </w:p>
    <w:p w14:paraId="152DAF9E" w14:textId="77777777" w:rsidR="004B5A85" w:rsidRDefault="004B5A85" w:rsidP="004C389C">
      <w:r>
        <w:t>— </w:t>
      </w:r>
      <w:r w:rsidR="004C389C">
        <w:t>Non</w:t>
      </w:r>
      <w:r>
        <w:t xml:space="preserve"> ; </w:t>
      </w:r>
      <w:r w:rsidR="004C389C">
        <w:t>tu resteras par trente mètres au-dessous du niveau de l</w:t>
      </w:r>
      <w:r>
        <w:t>’</w:t>
      </w:r>
      <w:r w:rsidR="004C389C">
        <w:t>océan</w:t>
      </w:r>
      <w:r>
        <w:t>.</w:t>
      </w:r>
    </w:p>
    <w:p w14:paraId="4A0FC60A" w14:textId="77777777" w:rsidR="004B5A85" w:rsidRDefault="004C389C" w:rsidP="004C389C">
      <w:r>
        <w:t>Le Ravageur fit un geste</w:t>
      </w:r>
      <w:r w:rsidR="004B5A85">
        <w:t xml:space="preserve">, </w:t>
      </w:r>
      <w:r>
        <w:t>comme d</w:t>
      </w:r>
      <w:r w:rsidR="004B5A85">
        <w:t>’</w:t>
      </w:r>
      <w:r>
        <w:t>adieu</w:t>
      </w:r>
      <w:r w:rsidR="004B5A85">
        <w:t xml:space="preserve">, </w:t>
      </w:r>
      <w:r>
        <w:t>à l</w:t>
      </w:r>
      <w:r w:rsidR="004B5A85">
        <w:t>’</w:t>
      </w:r>
      <w:r>
        <w:t>île invisible</w:t>
      </w:r>
      <w:r w:rsidR="004B5A85">
        <w:t xml:space="preserve">, </w:t>
      </w:r>
      <w:r>
        <w:t>et il descendit dans le sous-marin</w:t>
      </w:r>
      <w:r w:rsidR="004B5A85">
        <w:t>.</w:t>
      </w:r>
    </w:p>
    <w:p w14:paraId="1424B544" w14:textId="77777777" w:rsidR="004B5A85" w:rsidRDefault="004C389C" w:rsidP="004C389C">
      <w:r>
        <w:t>D</w:t>
      </w:r>
      <w:r w:rsidR="004B5A85">
        <w:t>’</w:t>
      </w:r>
      <w:r>
        <w:t>un pas rapide il traversa la salle à manger</w:t>
      </w:r>
      <w:r w:rsidR="004B5A85">
        <w:t xml:space="preserve">, </w:t>
      </w:r>
      <w:r>
        <w:t>le salon</w:t>
      </w:r>
      <w:r w:rsidR="004B5A85">
        <w:t xml:space="preserve">, </w:t>
      </w:r>
      <w:r>
        <w:t>et il entra dans la chambre du commandant</w:t>
      </w:r>
      <w:r w:rsidR="004B5A85">
        <w:t xml:space="preserve">, </w:t>
      </w:r>
      <w:r>
        <w:t>qu</w:t>
      </w:r>
      <w:r w:rsidR="004B5A85">
        <w:t>’</w:t>
      </w:r>
      <w:r>
        <w:t>il avait fait sienne</w:t>
      </w:r>
      <w:r w:rsidR="004B5A85">
        <w:t>.</w:t>
      </w:r>
    </w:p>
    <w:p w14:paraId="4C76557B" w14:textId="77777777" w:rsidR="004B5A85" w:rsidRDefault="004C389C" w:rsidP="004C389C">
      <w:r>
        <w:t>Automatiquement</w:t>
      </w:r>
      <w:r w:rsidR="004B5A85">
        <w:t xml:space="preserve">, </w:t>
      </w:r>
      <w:r>
        <w:t>la porte se referma sur lui</w:t>
      </w:r>
      <w:r w:rsidR="004B5A85">
        <w:t>.</w:t>
      </w:r>
    </w:p>
    <w:p w14:paraId="691A3F65" w14:textId="77777777" w:rsidR="004B5A85" w:rsidRDefault="004C389C" w:rsidP="004C389C">
      <w:r>
        <w:t>Il alla droit vers un cadre fait de lames d</w:t>
      </w:r>
      <w:r w:rsidR="004B5A85">
        <w:t>’</w:t>
      </w:r>
      <w:r>
        <w:t>argent très minces</w:t>
      </w:r>
      <w:r w:rsidR="004B5A85">
        <w:t xml:space="preserve">, </w:t>
      </w:r>
      <w:r>
        <w:t>dans lequel il y avait la miniature d</w:t>
      </w:r>
      <w:r w:rsidR="004B5A85">
        <w:t>’</w:t>
      </w:r>
      <w:r>
        <w:t>une femme au v</w:t>
      </w:r>
      <w:r>
        <w:t>i</w:t>
      </w:r>
      <w:r>
        <w:t>sage fier et doux à la fois</w:t>
      </w:r>
      <w:r w:rsidR="004B5A85">
        <w:t xml:space="preserve">, </w:t>
      </w:r>
      <w:r>
        <w:t>encadré de cheveux blancs</w:t>
      </w:r>
      <w:r w:rsidR="004B5A85">
        <w:t xml:space="preserve">, </w:t>
      </w:r>
      <w:r>
        <w:t>à demi c</w:t>
      </w:r>
      <w:r>
        <w:t>a</w:t>
      </w:r>
      <w:r>
        <w:t>chés sous une grande mantille noire</w:t>
      </w:r>
      <w:r w:rsidR="004B5A85">
        <w:t>.</w:t>
      </w:r>
    </w:p>
    <w:p w14:paraId="06810BAA" w14:textId="77777777" w:rsidR="004B5A85" w:rsidRDefault="004C389C" w:rsidP="004C389C">
      <w:r>
        <w:lastRenderedPageBreak/>
        <w:t>Ce cadre était suspendu au-dessus d</w:t>
      </w:r>
      <w:r w:rsidR="004B5A85">
        <w:t>’</w:t>
      </w:r>
      <w:r>
        <w:t>un lit de fer</w:t>
      </w:r>
      <w:r w:rsidR="004B5A85">
        <w:t>.</w:t>
      </w:r>
    </w:p>
    <w:p w14:paraId="36A89BC4" w14:textId="77777777" w:rsidR="004B5A85" w:rsidRDefault="004C389C" w:rsidP="004C389C">
      <w:r>
        <w:t>Le Ravageur du Monde contempla ce portrait avec une vi</w:t>
      </w:r>
      <w:r>
        <w:t>o</w:t>
      </w:r>
      <w:r>
        <w:t>lente émotion</w:t>
      </w:r>
      <w:r w:rsidR="004B5A85">
        <w:t xml:space="preserve">. </w:t>
      </w:r>
      <w:r>
        <w:t>C</w:t>
      </w:r>
      <w:r w:rsidR="004B5A85">
        <w:t>’</w:t>
      </w:r>
      <w:r>
        <w:t>était la seule chose que</w:t>
      </w:r>
      <w:r w:rsidR="004B5A85">
        <w:t xml:space="preserve">, </w:t>
      </w:r>
      <w:r>
        <w:t>dans ses poches</w:t>
      </w:r>
      <w:r w:rsidR="004B5A85">
        <w:t xml:space="preserve">, </w:t>
      </w:r>
      <w:r>
        <w:t>il avait apportée de terre</w:t>
      </w:r>
      <w:r w:rsidR="004B5A85">
        <w:t>.</w:t>
      </w:r>
    </w:p>
    <w:p w14:paraId="44EE7F39" w14:textId="77777777" w:rsidR="004B5A85" w:rsidRDefault="004C389C" w:rsidP="004C389C">
      <w:r>
        <w:t>Soudain il tomba à genoux</w:t>
      </w:r>
      <w:r w:rsidR="004B5A85">
        <w:t xml:space="preserve">, </w:t>
      </w:r>
      <w:r>
        <w:t>le front sur le bord du lit</w:t>
      </w:r>
      <w:r w:rsidR="004B5A85">
        <w:t xml:space="preserve">, </w:t>
      </w:r>
      <w:r>
        <w:t>et un sanglot le secoua tout entier</w:t>
      </w:r>
      <w:r w:rsidR="004B5A85">
        <w:t xml:space="preserve">, </w:t>
      </w:r>
      <w:r>
        <w:t>tandis qu</w:t>
      </w:r>
      <w:r w:rsidR="004B5A85">
        <w:t>’</w:t>
      </w:r>
      <w:r>
        <w:t>il gémissait d</w:t>
      </w:r>
      <w:r w:rsidR="004B5A85">
        <w:t>’</w:t>
      </w:r>
      <w:r>
        <w:t>une voix atrocement douloureuse</w:t>
      </w:r>
      <w:r w:rsidR="004B5A85">
        <w:t> :</w:t>
      </w:r>
    </w:p>
    <w:p w14:paraId="13EECA16" w14:textId="77777777" w:rsidR="004B5A85" w:rsidRDefault="004B5A85" w:rsidP="004C389C">
      <w:r>
        <w:t>— </w:t>
      </w:r>
      <w:r w:rsidR="004C389C">
        <w:t>Maman</w:t>
      </w:r>
      <w:r>
        <w:t xml:space="preserve"> !… </w:t>
      </w:r>
      <w:r w:rsidR="004C389C">
        <w:t>Maman</w:t>
      </w:r>
      <w:r>
        <w:t xml:space="preserve"> !… </w:t>
      </w:r>
      <w:r w:rsidR="004C389C">
        <w:t>Ma pauvre maman</w:t>
      </w:r>
      <w:r>
        <w:t> !…</w:t>
      </w:r>
    </w:p>
    <w:p w14:paraId="5D91B64F" w14:textId="0C938F58" w:rsidR="004C389C" w:rsidRDefault="004C389C" w:rsidP="004B5A85">
      <w:pPr>
        <w:pStyle w:val="Centr"/>
      </w:pPr>
      <w:r>
        <w:t>* * *</w:t>
      </w:r>
    </w:p>
    <w:p w14:paraId="7658D66B" w14:textId="77777777" w:rsidR="004B5A85" w:rsidRDefault="004C389C" w:rsidP="004C389C">
      <w:r>
        <w:t>Cependant</w:t>
      </w:r>
      <w:r w:rsidR="004B5A85">
        <w:t xml:space="preserve">, </w:t>
      </w:r>
      <w:r>
        <w:t>calme et froid à son poste d</w:t>
      </w:r>
      <w:r w:rsidR="004B5A85">
        <w:t>’</w:t>
      </w:r>
      <w:r>
        <w:t>officier</w:t>
      </w:r>
      <w:r w:rsidR="004B5A85">
        <w:t xml:space="preserve">, </w:t>
      </w:r>
      <w:proofErr w:type="spellStart"/>
      <w:r>
        <w:t>Askold</w:t>
      </w:r>
      <w:proofErr w:type="spellEnd"/>
      <w:r>
        <w:t xml:space="preserve"> lançait des ordres</w:t>
      </w:r>
      <w:r w:rsidR="004B5A85">
        <w:t>.</w:t>
      </w:r>
    </w:p>
    <w:p w14:paraId="702E6FF5" w14:textId="77777777" w:rsidR="004B5A85" w:rsidRDefault="004C389C" w:rsidP="004C389C">
      <w:r>
        <w:t>Le sous-marin s</w:t>
      </w:r>
      <w:r w:rsidR="004B5A85">
        <w:t>’</w:t>
      </w:r>
      <w:r>
        <w:t>enfonçait en diagonale et</w:t>
      </w:r>
      <w:r w:rsidR="004B5A85">
        <w:t xml:space="preserve">, </w:t>
      </w:r>
      <w:r>
        <w:t>parvenu à trente mètres au-dessous du niveau de la mer</w:t>
      </w:r>
      <w:r w:rsidR="004B5A85">
        <w:t xml:space="preserve">, </w:t>
      </w:r>
      <w:r>
        <w:t>il s</w:t>
      </w:r>
      <w:r w:rsidR="004B5A85">
        <w:t>’</w:t>
      </w:r>
      <w:r>
        <w:t>élançait à toute v</w:t>
      </w:r>
      <w:r>
        <w:t>i</w:t>
      </w:r>
      <w:r>
        <w:t>tesse</w:t>
      </w:r>
      <w:r w:rsidR="004B5A85">
        <w:t xml:space="preserve">, </w:t>
      </w:r>
      <w:r>
        <w:t>fendant sans bruit les masses liquides</w:t>
      </w:r>
      <w:r w:rsidR="004B5A85">
        <w:t xml:space="preserve">. </w:t>
      </w:r>
      <w:r>
        <w:t>Effroyable et me</w:t>
      </w:r>
      <w:r>
        <w:t>r</w:t>
      </w:r>
      <w:r>
        <w:t>veilleux engin de guerre et d</w:t>
      </w:r>
      <w:r w:rsidR="004B5A85">
        <w:t>’</w:t>
      </w:r>
      <w:r>
        <w:t>aventure</w:t>
      </w:r>
      <w:r w:rsidR="004B5A85">
        <w:t xml:space="preserve">, </w:t>
      </w:r>
      <w:r>
        <w:t>instrument d</w:t>
      </w:r>
      <w:r w:rsidR="004B5A85">
        <w:t>’</w:t>
      </w:r>
      <w:r>
        <w:t>une volonté terrible</w:t>
      </w:r>
      <w:r w:rsidR="004B5A85">
        <w:t xml:space="preserve">, </w:t>
      </w:r>
      <w:r>
        <w:t>il allait vers l</w:t>
      </w:r>
      <w:r w:rsidR="004B5A85">
        <w:t>’</w:t>
      </w:r>
      <w:r>
        <w:t>énigmatique vengeance</w:t>
      </w:r>
      <w:r w:rsidR="004B5A85">
        <w:t xml:space="preserve">, </w:t>
      </w:r>
      <w:r>
        <w:t>vers le mystère encore incompréhensible</w:t>
      </w:r>
      <w:r w:rsidR="004B5A85">
        <w:t xml:space="preserve">, </w:t>
      </w:r>
      <w:r>
        <w:t>vers le terrifiant inconnu</w:t>
      </w:r>
      <w:r w:rsidR="004B5A85">
        <w:t>…</w:t>
      </w:r>
    </w:p>
    <w:p w14:paraId="5B1D55A5" w14:textId="4926CA5F" w:rsidR="004C389C" w:rsidRDefault="004C389C" w:rsidP="004B5A85">
      <w:pPr>
        <w:pStyle w:val="Titre1"/>
      </w:pPr>
      <w:bookmarkStart w:id="5" w:name="__RefHeading__7_1003869823"/>
      <w:bookmarkStart w:id="6" w:name="_Toc202462464"/>
      <w:bookmarkEnd w:id="5"/>
      <w:r>
        <w:lastRenderedPageBreak/>
        <w:t>CHAPITRE IV</w:t>
      </w:r>
      <w:r>
        <w:br/>
      </w:r>
      <w:r>
        <w:br/>
        <w:t>LES CAPTIFS</w:t>
      </w:r>
      <w:bookmarkEnd w:id="6"/>
    </w:p>
    <w:p w14:paraId="078329F0" w14:textId="77777777" w:rsidR="004B5A85" w:rsidRDefault="004C389C" w:rsidP="004C389C">
      <w:r>
        <w:t xml:space="preserve">Aussitôt après que le merveilleux sous-marin </w:t>
      </w:r>
      <w:r>
        <w:rPr>
          <w:i/>
          <w:iCs/>
        </w:rPr>
        <w:t xml:space="preserve">Nyctalope </w:t>
      </w:r>
      <w:r>
        <w:t>se fut mis en route</w:t>
      </w:r>
      <w:r w:rsidR="004B5A85">
        <w:t xml:space="preserve">, </w:t>
      </w:r>
      <w:r>
        <w:t>s</w:t>
      </w:r>
      <w:r w:rsidR="004B5A85">
        <w:t>’</w:t>
      </w:r>
      <w:r>
        <w:t>éloignant avec rapidité des parages de l</w:t>
      </w:r>
      <w:r w:rsidR="004B5A85">
        <w:t>’</w:t>
      </w:r>
      <w:r>
        <w:t>île déserte</w:t>
      </w:r>
      <w:r w:rsidR="004B5A85">
        <w:t xml:space="preserve">, </w:t>
      </w:r>
      <w:r>
        <w:t>le commandant Martel et Pierrot l</w:t>
      </w:r>
      <w:r w:rsidR="004B5A85">
        <w:t>’</w:t>
      </w:r>
      <w:r>
        <w:t>Écureuil furent co</w:t>
      </w:r>
      <w:r>
        <w:t>n</w:t>
      </w:r>
      <w:r>
        <w:t xml:space="preserve">duits par </w:t>
      </w:r>
      <w:proofErr w:type="spellStart"/>
      <w:r>
        <w:t>Brilo</w:t>
      </w:r>
      <w:proofErr w:type="spellEnd"/>
      <w:r>
        <w:t xml:space="preserve"> dans la cabine numéro 3</w:t>
      </w:r>
      <w:r w:rsidR="004B5A85">
        <w:t xml:space="preserve">, </w:t>
      </w:r>
      <w:r>
        <w:t>qui devait être leur pr</w:t>
      </w:r>
      <w:r>
        <w:t>i</w:t>
      </w:r>
      <w:r>
        <w:t>son</w:t>
      </w:r>
      <w:r w:rsidR="004B5A85">
        <w:t>.</w:t>
      </w:r>
    </w:p>
    <w:p w14:paraId="071F60A2" w14:textId="77777777" w:rsidR="004B5A85" w:rsidRDefault="004C389C" w:rsidP="004C389C">
      <w:r>
        <w:t>Cette cabine se trouvait tout à fait à l</w:t>
      </w:r>
      <w:r w:rsidR="004B5A85">
        <w:t>’</w:t>
      </w:r>
      <w:r>
        <w:t xml:space="preserve">arrière du </w:t>
      </w:r>
      <w:r>
        <w:rPr>
          <w:i/>
          <w:iCs/>
        </w:rPr>
        <w:t>Nyctalope</w:t>
      </w:r>
      <w:r w:rsidR="004B5A85">
        <w:rPr>
          <w:i/>
          <w:iCs/>
        </w:rPr>
        <w:t xml:space="preserve">, </w:t>
      </w:r>
      <w:r>
        <w:t>à bâbord</w:t>
      </w:r>
      <w:r w:rsidR="004B5A85">
        <w:t xml:space="preserve">, </w:t>
      </w:r>
      <w:r>
        <w:t>entre le poste du timonier et la cabine numéro 2</w:t>
      </w:r>
      <w:r w:rsidR="004B5A85">
        <w:t xml:space="preserve">, </w:t>
      </w:r>
      <w:r>
        <w:t xml:space="preserve">qui devait être la chambre de garde de </w:t>
      </w:r>
      <w:proofErr w:type="spellStart"/>
      <w:r>
        <w:t>Brilo</w:t>
      </w:r>
      <w:proofErr w:type="spellEnd"/>
      <w:r>
        <w:t xml:space="preserve"> et de </w:t>
      </w:r>
      <w:proofErr w:type="spellStart"/>
      <w:r>
        <w:t>Jorry</w:t>
      </w:r>
      <w:proofErr w:type="spellEnd"/>
      <w:r w:rsidR="004B5A85">
        <w:t xml:space="preserve">, </w:t>
      </w:r>
      <w:r>
        <w:t>chargés par le Ravageur de la surveillance des prisonniers</w:t>
      </w:r>
      <w:r w:rsidR="004B5A85">
        <w:t>.</w:t>
      </w:r>
    </w:p>
    <w:p w14:paraId="55158679" w14:textId="77777777" w:rsidR="004B5A85" w:rsidRDefault="004C389C" w:rsidP="004C389C">
      <w:r>
        <w:t>La cabine numéro 3 donnait</w:t>
      </w:r>
      <w:r w:rsidR="004B5A85">
        <w:t xml:space="preserve">, </w:t>
      </w:r>
      <w:r>
        <w:t>d</w:t>
      </w:r>
      <w:r w:rsidR="004B5A85">
        <w:t>’</w:t>
      </w:r>
      <w:r>
        <w:t>ordinaire</w:t>
      </w:r>
      <w:r w:rsidR="004B5A85">
        <w:t xml:space="preserve">, </w:t>
      </w:r>
      <w:r>
        <w:t>accès au couloir circulaire qui faisait le tour du sous-marin</w:t>
      </w:r>
      <w:r w:rsidR="004B5A85">
        <w:t xml:space="preserve">. </w:t>
      </w:r>
      <w:r>
        <w:t>Mais cette porte fut condamnée et on ne laissa praticable que la porte faisant co</w:t>
      </w:r>
      <w:r>
        <w:t>m</w:t>
      </w:r>
      <w:r>
        <w:t>muniquer la cabine numéro 3 avec la cabine numéro 2</w:t>
      </w:r>
      <w:r w:rsidR="004B5A85">
        <w:t>.</w:t>
      </w:r>
    </w:p>
    <w:p w14:paraId="3B9F5BFB" w14:textId="77777777" w:rsidR="004B5A85" w:rsidRDefault="004C389C" w:rsidP="004C389C">
      <w:r>
        <w:t>Ainsi</w:t>
      </w:r>
      <w:r w:rsidR="004B5A85">
        <w:t xml:space="preserve">, </w:t>
      </w:r>
      <w:r>
        <w:t>le commandant Martel ne pouvait sortir de sa prison qu</w:t>
      </w:r>
      <w:r w:rsidR="004B5A85">
        <w:t>’</w:t>
      </w:r>
      <w:r>
        <w:t>en passant devant ses gardiens</w:t>
      </w:r>
      <w:r w:rsidR="004B5A85">
        <w:t>.</w:t>
      </w:r>
    </w:p>
    <w:p w14:paraId="51A2F0A8" w14:textId="77777777" w:rsidR="004B5A85" w:rsidRDefault="004B5A85" w:rsidP="004C389C">
      <w:r>
        <w:t>— </w:t>
      </w:r>
      <w:r w:rsidR="004C389C">
        <w:t>Monsieur</w:t>
      </w:r>
      <w:r>
        <w:t xml:space="preserve">, </w:t>
      </w:r>
      <w:r w:rsidR="004C389C">
        <w:t xml:space="preserve">lui dit </w:t>
      </w:r>
      <w:proofErr w:type="spellStart"/>
      <w:r w:rsidR="004C389C">
        <w:t>Brilo</w:t>
      </w:r>
      <w:proofErr w:type="spellEnd"/>
      <w:r w:rsidR="004C389C">
        <w:t xml:space="preserve"> quand ils furent dans la cabine</w:t>
      </w:r>
      <w:r>
        <w:t xml:space="preserve">, </w:t>
      </w:r>
      <w:r w:rsidR="004C389C">
        <w:t>à moins d</w:t>
      </w:r>
      <w:r>
        <w:t>’</w:t>
      </w:r>
      <w:r w:rsidR="004C389C">
        <w:t>incidents</w:t>
      </w:r>
      <w:r>
        <w:t xml:space="preserve">, </w:t>
      </w:r>
      <w:r w:rsidR="004C389C">
        <w:t>le sous-marin voguera en surface au moins deux heures par jour</w:t>
      </w:r>
      <w:r>
        <w:t xml:space="preserve">. </w:t>
      </w:r>
      <w:r w:rsidR="004C389C">
        <w:t>Pendant ces deux heures</w:t>
      </w:r>
      <w:r>
        <w:t xml:space="preserve">, </w:t>
      </w:r>
      <w:r w:rsidR="004C389C">
        <w:t>vous vous pr</w:t>
      </w:r>
      <w:r w:rsidR="004C389C">
        <w:t>o</w:t>
      </w:r>
      <w:r w:rsidR="004C389C">
        <w:t>mènerez sur la plate-forme</w:t>
      </w:r>
      <w:r>
        <w:t>.</w:t>
      </w:r>
    </w:p>
    <w:p w14:paraId="1425B67A" w14:textId="77777777" w:rsidR="004B5A85" w:rsidRDefault="004B5A85" w:rsidP="004C389C">
      <w:r>
        <w:t>— </w:t>
      </w:r>
      <w:r w:rsidR="004C389C">
        <w:t>C</w:t>
      </w:r>
      <w:r>
        <w:t>’</w:t>
      </w:r>
      <w:r w:rsidR="004C389C">
        <w:t>est bien</w:t>
      </w:r>
      <w:r>
        <w:t xml:space="preserve"> ! </w:t>
      </w:r>
      <w:r w:rsidR="004C389C">
        <w:t>fit Martel</w:t>
      </w:r>
      <w:r>
        <w:t xml:space="preserve">. </w:t>
      </w:r>
      <w:r w:rsidR="004C389C">
        <w:t>Laissez-moi</w:t>
      </w:r>
      <w:r>
        <w:t>.</w:t>
      </w:r>
    </w:p>
    <w:p w14:paraId="0129FE7A" w14:textId="77777777" w:rsidR="004B5A85" w:rsidRDefault="004C389C" w:rsidP="004C389C">
      <w:proofErr w:type="spellStart"/>
      <w:r>
        <w:t>Brilo</w:t>
      </w:r>
      <w:proofErr w:type="spellEnd"/>
      <w:r>
        <w:t xml:space="preserve"> salua militairement et sortit</w:t>
      </w:r>
      <w:r w:rsidR="004B5A85">
        <w:t>.</w:t>
      </w:r>
    </w:p>
    <w:p w14:paraId="798953A9" w14:textId="77777777" w:rsidR="004B5A85" w:rsidRDefault="004C389C" w:rsidP="004C389C">
      <w:r>
        <w:t>Alors</w:t>
      </w:r>
      <w:r w:rsidR="004B5A85">
        <w:t xml:space="preserve">, </w:t>
      </w:r>
      <w:r>
        <w:t>l</w:t>
      </w:r>
      <w:r w:rsidR="004B5A85">
        <w:t>’</w:t>
      </w:r>
      <w:r>
        <w:t>officier tomba sur sa couchette</w:t>
      </w:r>
      <w:r w:rsidR="004B5A85">
        <w:t xml:space="preserve">, </w:t>
      </w:r>
      <w:r>
        <w:t>prit sa tête dans ses mains et se plongea dans une douloureuse rêverie</w:t>
      </w:r>
      <w:r w:rsidR="004B5A85">
        <w:t>.</w:t>
      </w:r>
    </w:p>
    <w:p w14:paraId="644FF331" w14:textId="77777777" w:rsidR="004B5A85" w:rsidRDefault="004C389C" w:rsidP="004C389C">
      <w:r>
        <w:lastRenderedPageBreak/>
        <w:t>Il avait de quoi souffrir</w:t>
      </w:r>
      <w:r w:rsidR="004B5A85">
        <w:t xml:space="preserve"> ! </w:t>
      </w:r>
      <w:r>
        <w:t xml:space="preserve">Son puissant </w:t>
      </w:r>
      <w:r>
        <w:rPr>
          <w:i/>
          <w:iCs/>
        </w:rPr>
        <w:t xml:space="preserve">Nyctalope </w:t>
      </w:r>
      <w:r>
        <w:t>lui avait été volé</w:t>
      </w:r>
      <w:r w:rsidR="004B5A85">
        <w:t xml:space="preserve">. </w:t>
      </w:r>
      <w:r>
        <w:t>Au lieu de concourir à accroître la puissance de la France</w:t>
      </w:r>
      <w:r w:rsidR="004B5A85">
        <w:t xml:space="preserve">, </w:t>
      </w:r>
      <w:r>
        <w:t>le sous-marin allait être</w:t>
      </w:r>
      <w:r w:rsidR="004B5A85">
        <w:t xml:space="preserve">, </w:t>
      </w:r>
      <w:r>
        <w:t>désormais</w:t>
      </w:r>
      <w:r w:rsidR="004B5A85">
        <w:t xml:space="preserve">, </w:t>
      </w:r>
      <w:r>
        <w:t>dans les mains du Ravageur du Monde</w:t>
      </w:r>
      <w:r w:rsidR="004B5A85">
        <w:t xml:space="preserve">, </w:t>
      </w:r>
      <w:r>
        <w:t>un terrible instrument de piraterie</w:t>
      </w:r>
      <w:r w:rsidR="004B5A85">
        <w:t xml:space="preserve">, </w:t>
      </w:r>
      <w:r>
        <w:t>de vengeance et de carnage</w:t>
      </w:r>
      <w:r w:rsidR="004B5A85">
        <w:t xml:space="preserve"> ; </w:t>
      </w:r>
      <w:r>
        <w:t>l</w:t>
      </w:r>
      <w:r w:rsidR="004B5A85">
        <w:t>’</w:t>
      </w:r>
      <w:r>
        <w:t>équipage français</w:t>
      </w:r>
      <w:r w:rsidR="004B5A85">
        <w:t xml:space="preserve">, </w:t>
      </w:r>
      <w:r>
        <w:t>cette petite troupe de vaillants marins</w:t>
      </w:r>
      <w:r w:rsidR="004B5A85">
        <w:t xml:space="preserve">, </w:t>
      </w:r>
      <w:r>
        <w:t>que le commandant Martel avait lui-même formés et qu</w:t>
      </w:r>
      <w:r w:rsidR="004B5A85">
        <w:t>’</w:t>
      </w:r>
      <w:r>
        <w:t>il aimait tous comme des frères</w:t>
      </w:r>
      <w:r w:rsidR="004B5A85">
        <w:t xml:space="preserve">, </w:t>
      </w:r>
      <w:r>
        <w:t>cet équipage était maintenant abandonné dans une île déserte et inconnue</w:t>
      </w:r>
      <w:r w:rsidR="004B5A85">
        <w:t xml:space="preserve"> ; </w:t>
      </w:r>
      <w:r>
        <w:t>enfin</w:t>
      </w:r>
      <w:r w:rsidR="004B5A85">
        <w:t xml:space="preserve">, </w:t>
      </w:r>
      <w:r>
        <w:t>lui-même était là</w:t>
      </w:r>
      <w:r w:rsidR="004B5A85">
        <w:t xml:space="preserve">, </w:t>
      </w:r>
      <w:r>
        <w:t>prisonnier</w:t>
      </w:r>
      <w:r w:rsidR="004B5A85">
        <w:t xml:space="preserve">, </w:t>
      </w:r>
      <w:r>
        <w:t>n</w:t>
      </w:r>
      <w:r w:rsidR="004B5A85">
        <w:t>’</w:t>
      </w:r>
      <w:r>
        <w:t>ayant d</w:t>
      </w:r>
      <w:r w:rsidR="004B5A85">
        <w:t>’</w:t>
      </w:r>
      <w:r>
        <w:t>autre ami à bord que Pierrot l</w:t>
      </w:r>
      <w:r w:rsidR="004B5A85">
        <w:t>’</w:t>
      </w:r>
      <w:r>
        <w:t>Écureuil</w:t>
      </w:r>
      <w:r w:rsidR="004B5A85">
        <w:t xml:space="preserve">, </w:t>
      </w:r>
      <w:r>
        <w:t>son petit mousse</w:t>
      </w:r>
      <w:r w:rsidR="004B5A85">
        <w:t> !…</w:t>
      </w:r>
    </w:p>
    <w:p w14:paraId="0A60758D" w14:textId="77777777" w:rsidR="004B5A85" w:rsidRDefault="004C389C" w:rsidP="004C389C">
      <w:r>
        <w:t>Que faire</w:t>
      </w:r>
      <w:r w:rsidR="004B5A85">
        <w:t> ?…</w:t>
      </w:r>
    </w:p>
    <w:p w14:paraId="2314E50E" w14:textId="77777777" w:rsidR="004B5A85" w:rsidRDefault="004C389C" w:rsidP="004C389C">
      <w:r>
        <w:t>Martel leva la tête et vit Pierrot l</w:t>
      </w:r>
      <w:r w:rsidR="004B5A85">
        <w:t>’</w:t>
      </w:r>
      <w:r>
        <w:t>Écureuil qui</w:t>
      </w:r>
      <w:r w:rsidR="004B5A85">
        <w:t xml:space="preserve">, </w:t>
      </w:r>
      <w:r>
        <w:t>assis</w:t>
      </w:r>
      <w:r w:rsidR="004B5A85">
        <w:t xml:space="preserve">, </w:t>
      </w:r>
      <w:r>
        <w:t>lui aussi</w:t>
      </w:r>
      <w:r w:rsidR="004B5A85">
        <w:t xml:space="preserve">, </w:t>
      </w:r>
      <w:r>
        <w:t>sur une couchette</w:t>
      </w:r>
      <w:r w:rsidR="004B5A85">
        <w:t xml:space="preserve">, </w:t>
      </w:r>
      <w:r>
        <w:t>le regardait</w:t>
      </w:r>
      <w:r w:rsidR="004B5A85">
        <w:t>.</w:t>
      </w:r>
    </w:p>
    <w:p w14:paraId="77DB511B" w14:textId="77777777" w:rsidR="004B5A85" w:rsidRDefault="004C389C" w:rsidP="004C389C">
      <w:r>
        <w:t>Et dans ce regard d</w:t>
      </w:r>
      <w:r w:rsidR="004B5A85">
        <w:t>’</w:t>
      </w:r>
      <w:r>
        <w:t>enfant</w:t>
      </w:r>
      <w:r w:rsidR="004B5A85">
        <w:t xml:space="preserve">, </w:t>
      </w:r>
      <w:r>
        <w:t>Martel vit tant de dévouement affectueux</w:t>
      </w:r>
      <w:r w:rsidR="004B5A85">
        <w:t xml:space="preserve">, </w:t>
      </w:r>
      <w:r>
        <w:t>tant d</w:t>
      </w:r>
      <w:r w:rsidR="004B5A85">
        <w:t>’</w:t>
      </w:r>
      <w:r>
        <w:t>intelligence et tant d</w:t>
      </w:r>
      <w:r w:rsidR="004B5A85">
        <w:t>’</w:t>
      </w:r>
      <w:r>
        <w:t>audace</w:t>
      </w:r>
      <w:r w:rsidR="004B5A85">
        <w:t xml:space="preserve">, </w:t>
      </w:r>
      <w:r>
        <w:t>qu</w:t>
      </w:r>
      <w:r w:rsidR="004B5A85">
        <w:t>’</w:t>
      </w:r>
      <w:r>
        <w:t>il comprit que</w:t>
      </w:r>
      <w:r w:rsidR="004B5A85">
        <w:t xml:space="preserve">, </w:t>
      </w:r>
      <w:r>
        <w:t>si jeune qu</w:t>
      </w:r>
      <w:r w:rsidR="004B5A85">
        <w:t>’</w:t>
      </w:r>
      <w:r>
        <w:t>il fût</w:t>
      </w:r>
      <w:r w:rsidR="004B5A85">
        <w:t xml:space="preserve">, </w:t>
      </w:r>
      <w:r>
        <w:t>le mousse vaudrait un homme</w:t>
      </w:r>
      <w:r w:rsidR="004B5A85">
        <w:t xml:space="preserve">, </w:t>
      </w:r>
      <w:r>
        <w:t>le cas échéant</w:t>
      </w:r>
      <w:r w:rsidR="004B5A85">
        <w:t>.</w:t>
      </w:r>
    </w:p>
    <w:p w14:paraId="6E08EE32" w14:textId="77777777" w:rsidR="004B5A85" w:rsidRDefault="004C389C" w:rsidP="004C389C">
      <w:r>
        <w:t>Et</w:t>
      </w:r>
      <w:r w:rsidR="004B5A85">
        <w:t xml:space="preserve">, </w:t>
      </w:r>
      <w:r>
        <w:t>naturellement</w:t>
      </w:r>
      <w:r w:rsidR="004B5A85">
        <w:t xml:space="preserve">, </w:t>
      </w:r>
      <w:r>
        <w:t>il se mit à causer avec lui</w:t>
      </w:r>
      <w:r w:rsidR="004B5A85">
        <w:t xml:space="preserve">, </w:t>
      </w:r>
      <w:r>
        <w:t>presque comme avec un égal en âge et en expérience</w:t>
      </w:r>
      <w:r w:rsidR="004B5A85">
        <w:t>.</w:t>
      </w:r>
    </w:p>
    <w:p w14:paraId="081C8CCD" w14:textId="77777777" w:rsidR="004B5A85" w:rsidRDefault="004B5A85" w:rsidP="004C389C">
      <w:r>
        <w:t>— </w:t>
      </w:r>
      <w:r w:rsidR="004C389C">
        <w:t>Pierrot</w:t>
      </w:r>
      <w:r>
        <w:t xml:space="preserve">, </w:t>
      </w:r>
      <w:r w:rsidR="004C389C">
        <w:t>dit-il</w:t>
      </w:r>
      <w:r>
        <w:t xml:space="preserve">, </w:t>
      </w:r>
      <w:r w:rsidR="004C389C">
        <w:t>tu m</w:t>
      </w:r>
      <w:r>
        <w:t>’</w:t>
      </w:r>
      <w:r w:rsidR="004C389C">
        <w:t>es dévoué</w:t>
      </w:r>
      <w:r>
        <w:t xml:space="preserve">, </w:t>
      </w:r>
      <w:r w:rsidR="004C389C">
        <w:t>n</w:t>
      </w:r>
      <w:r>
        <w:t>’</w:t>
      </w:r>
      <w:r w:rsidR="004C389C">
        <w:t>est-ce pas</w:t>
      </w:r>
      <w:r>
        <w:t> ?</w:t>
      </w:r>
    </w:p>
    <w:p w14:paraId="53CF8DBB" w14:textId="77777777" w:rsidR="004B5A85" w:rsidRDefault="004B5A85" w:rsidP="004C389C">
      <w:r>
        <w:t>— </w:t>
      </w:r>
      <w:r w:rsidR="004C389C">
        <w:t>Jusqu</w:t>
      </w:r>
      <w:r>
        <w:t>’</w:t>
      </w:r>
      <w:r w:rsidR="004C389C">
        <w:t>à la mort</w:t>
      </w:r>
      <w:r>
        <w:t xml:space="preserve">, </w:t>
      </w:r>
      <w:proofErr w:type="spellStart"/>
      <w:r w:rsidR="004C389C">
        <w:t>cap</w:t>
      </w:r>
      <w:r>
        <w:t>’</w:t>
      </w:r>
      <w:r w:rsidR="004C389C">
        <w:t>taine</w:t>
      </w:r>
      <w:proofErr w:type="spellEnd"/>
      <w:r>
        <w:t xml:space="preserve"> ! </w:t>
      </w:r>
      <w:r w:rsidR="004C389C">
        <w:t>répondit l</w:t>
      </w:r>
      <w:r>
        <w:t>’</w:t>
      </w:r>
      <w:r w:rsidR="004C389C">
        <w:t>Écureuil avec un éclair dans les yeux</w:t>
      </w:r>
      <w:r>
        <w:t>.</w:t>
      </w:r>
    </w:p>
    <w:p w14:paraId="466892E3" w14:textId="77777777" w:rsidR="004B5A85" w:rsidRDefault="004B5A85" w:rsidP="004C389C">
      <w:r>
        <w:t>— </w:t>
      </w:r>
      <w:r w:rsidR="004C389C">
        <w:t>Et la France</w:t>
      </w:r>
      <w:r>
        <w:t xml:space="preserve">, </w:t>
      </w:r>
      <w:r w:rsidR="004C389C">
        <w:t>tu l</w:t>
      </w:r>
      <w:r>
        <w:t>’</w:t>
      </w:r>
      <w:r w:rsidR="004C389C">
        <w:t>aimes</w:t>
      </w:r>
      <w:r>
        <w:t xml:space="preserve"> ? </w:t>
      </w:r>
      <w:r w:rsidR="004C389C">
        <w:t>Parle bas</w:t>
      </w:r>
      <w:r>
        <w:t xml:space="preserve">, </w:t>
      </w:r>
      <w:r w:rsidR="004C389C">
        <w:t>Pierrot</w:t>
      </w:r>
      <w:r>
        <w:t> !</w:t>
      </w:r>
    </w:p>
    <w:p w14:paraId="586DFBB9" w14:textId="77777777" w:rsidR="004B5A85" w:rsidRDefault="004B5A85" w:rsidP="004C389C">
      <w:r>
        <w:t>— </w:t>
      </w:r>
      <w:r w:rsidR="004C389C">
        <w:t>De la même manière que je vous aime</w:t>
      </w:r>
      <w:r>
        <w:t xml:space="preserve"> ! </w:t>
      </w:r>
      <w:r w:rsidR="004C389C">
        <w:t>répondit l</w:t>
      </w:r>
      <w:r>
        <w:t>’</w:t>
      </w:r>
      <w:r w:rsidR="004C389C">
        <w:t>enfant avec une simplicité sublime et en baissant la voix le plus po</w:t>
      </w:r>
      <w:r w:rsidR="004C389C">
        <w:t>s</w:t>
      </w:r>
      <w:r w:rsidR="004C389C">
        <w:t>sible</w:t>
      </w:r>
      <w:r>
        <w:t>.</w:t>
      </w:r>
    </w:p>
    <w:p w14:paraId="6854C958" w14:textId="77777777" w:rsidR="004B5A85" w:rsidRDefault="004B5A85" w:rsidP="004C389C">
      <w:r>
        <w:t>— </w:t>
      </w:r>
      <w:r w:rsidR="004C389C">
        <w:t>Alors</w:t>
      </w:r>
      <w:r>
        <w:t xml:space="preserve">, </w:t>
      </w:r>
      <w:r w:rsidR="004C389C">
        <w:t>tu m</w:t>
      </w:r>
      <w:r>
        <w:t>’</w:t>
      </w:r>
      <w:r w:rsidR="004C389C">
        <w:t>aideras</w:t>
      </w:r>
      <w:r>
        <w:t xml:space="preserve">, </w:t>
      </w:r>
      <w:r w:rsidR="004C389C">
        <w:t>si je travaille à empêcher le Ravageur de faire du mal à la France</w:t>
      </w:r>
      <w:r>
        <w:t> ?</w:t>
      </w:r>
    </w:p>
    <w:p w14:paraId="4C217F08" w14:textId="77777777" w:rsidR="004B5A85" w:rsidRDefault="004B5A85" w:rsidP="004C389C">
      <w:r>
        <w:lastRenderedPageBreak/>
        <w:t>— </w:t>
      </w:r>
      <w:r w:rsidR="004C389C">
        <w:t>Oh</w:t>
      </w:r>
      <w:r>
        <w:t xml:space="preserve"> ! </w:t>
      </w:r>
      <w:proofErr w:type="spellStart"/>
      <w:r w:rsidR="004C389C">
        <w:t>cap</w:t>
      </w:r>
      <w:r>
        <w:t>’</w:t>
      </w:r>
      <w:r w:rsidR="004C389C">
        <w:t>taine</w:t>
      </w:r>
      <w:proofErr w:type="spellEnd"/>
      <w:r>
        <w:t xml:space="preserve">, </w:t>
      </w:r>
      <w:r w:rsidR="004C389C">
        <w:t>je ferai tout ce que vous m</w:t>
      </w:r>
      <w:r>
        <w:t>’</w:t>
      </w:r>
      <w:r w:rsidR="004C389C">
        <w:t>ordonnerez</w:t>
      </w:r>
      <w:r>
        <w:t>.</w:t>
      </w:r>
    </w:p>
    <w:p w14:paraId="49F2C357" w14:textId="77777777" w:rsidR="004B5A85" w:rsidRDefault="004B5A85" w:rsidP="004C389C">
      <w:r>
        <w:t>— </w:t>
      </w:r>
      <w:r w:rsidR="004C389C">
        <w:t>C</w:t>
      </w:r>
      <w:r>
        <w:t>’</w:t>
      </w:r>
      <w:r w:rsidR="004C389C">
        <w:t>est bien</w:t>
      </w:r>
      <w:r>
        <w:t xml:space="preserve">, </w:t>
      </w:r>
      <w:r w:rsidR="004C389C">
        <w:t>mon enfant</w:t>
      </w:r>
      <w:r>
        <w:t xml:space="preserve"> !… </w:t>
      </w:r>
      <w:r w:rsidR="004C389C">
        <w:t>Dans un moment de juste c</w:t>
      </w:r>
      <w:r w:rsidR="004C389C">
        <w:t>o</w:t>
      </w:r>
      <w:r w:rsidR="004C389C">
        <w:t>lère</w:t>
      </w:r>
      <w:r>
        <w:t xml:space="preserve">, </w:t>
      </w:r>
      <w:r w:rsidR="004C389C">
        <w:t>j</w:t>
      </w:r>
      <w:r>
        <w:t>’</w:t>
      </w:r>
      <w:r w:rsidR="004C389C">
        <w:t>ai dit à ce forban qu</w:t>
      </w:r>
      <w:r>
        <w:t>’</w:t>
      </w:r>
      <w:r w:rsidR="004C389C">
        <w:t>à la première occasion je ferai sauter ou couler ce sous-marin</w:t>
      </w:r>
      <w:r>
        <w:t xml:space="preserve">, </w:t>
      </w:r>
      <w:r w:rsidR="004C389C">
        <w:t>afin que mon instrument de défense et de gloire française ne devienne pas un engin de crime et de pir</w:t>
      </w:r>
      <w:r w:rsidR="004C389C">
        <w:t>a</w:t>
      </w:r>
      <w:r w:rsidR="004C389C">
        <w:t>terie</w:t>
      </w:r>
      <w:r>
        <w:t>…</w:t>
      </w:r>
    </w:p>
    <w:p w14:paraId="10B2A5A2" w14:textId="77777777" w:rsidR="004B5A85" w:rsidRDefault="004B5A85" w:rsidP="004C389C">
      <w:r>
        <w:t>« </w:t>
      </w:r>
      <w:r w:rsidR="004C389C">
        <w:t>Certes</w:t>
      </w:r>
      <w:r>
        <w:t xml:space="preserve"> ! </w:t>
      </w:r>
      <w:r w:rsidR="004C389C">
        <w:t>ma résolution n</w:t>
      </w:r>
      <w:r>
        <w:t>’</w:t>
      </w:r>
      <w:r w:rsidR="004C389C">
        <w:t>a pas changé</w:t>
      </w:r>
      <w:r>
        <w:t xml:space="preserve">. </w:t>
      </w:r>
      <w:r w:rsidR="004C389C">
        <w:t xml:space="preserve">Mais la destruction du </w:t>
      </w:r>
      <w:r w:rsidR="004C389C">
        <w:rPr>
          <w:i/>
          <w:iCs/>
        </w:rPr>
        <w:t xml:space="preserve">Nyctalope </w:t>
      </w:r>
      <w:r w:rsidR="004C389C">
        <w:t>et notre mort ne doivent être considérées que comme la ressource dernière</w:t>
      </w:r>
      <w:r>
        <w:t>.</w:t>
      </w:r>
    </w:p>
    <w:p w14:paraId="121197AA" w14:textId="77777777" w:rsidR="004B5A85" w:rsidRDefault="004B5A85" w:rsidP="004C389C">
      <w:r>
        <w:t>« </w:t>
      </w:r>
      <w:r w:rsidR="004C389C">
        <w:t>Mieux vaudrait</w:t>
      </w:r>
      <w:r>
        <w:t xml:space="preserve">, </w:t>
      </w:r>
      <w:r w:rsidR="004C389C">
        <w:t>pour le bien de notre patrie et du monde</w:t>
      </w:r>
      <w:r>
        <w:t xml:space="preserve">, </w:t>
      </w:r>
      <w:r w:rsidR="004C389C">
        <w:t>nous évader et retourner en France</w:t>
      </w:r>
      <w:r>
        <w:t xml:space="preserve">. </w:t>
      </w:r>
      <w:r w:rsidR="004C389C">
        <w:t>Là</w:t>
      </w:r>
      <w:r>
        <w:t xml:space="preserve">, </w:t>
      </w:r>
      <w:r w:rsidR="004C389C">
        <w:t>je construirais d</w:t>
      </w:r>
      <w:r>
        <w:t>’</w:t>
      </w:r>
      <w:r w:rsidR="004C389C">
        <w:t>autres sous-marins et dans toutes les mers du globe</w:t>
      </w:r>
      <w:r>
        <w:t xml:space="preserve">, </w:t>
      </w:r>
      <w:r w:rsidR="004C389C">
        <w:t xml:space="preserve">nous donnerions la chasse au </w:t>
      </w:r>
      <w:r w:rsidR="004C389C">
        <w:rPr>
          <w:i/>
          <w:iCs/>
        </w:rPr>
        <w:t>Nyctalope</w:t>
      </w:r>
      <w:r>
        <w:rPr>
          <w:i/>
          <w:iCs/>
        </w:rPr>
        <w:t xml:space="preserve">, </w:t>
      </w:r>
      <w:r w:rsidR="004C389C">
        <w:t>jusqu</w:t>
      </w:r>
      <w:r>
        <w:t>’</w:t>
      </w:r>
      <w:r w:rsidR="004C389C">
        <w:t>à ce que nous ayons détruit le nid de pirates qu</w:t>
      </w:r>
      <w:r>
        <w:t>’</w:t>
      </w:r>
      <w:r w:rsidR="004C389C">
        <w:t>il est devenu</w:t>
      </w:r>
      <w:r>
        <w:t> !…</w:t>
      </w:r>
    </w:p>
    <w:p w14:paraId="77756CD5" w14:textId="77777777" w:rsidR="004B5A85" w:rsidRDefault="004B5A85" w:rsidP="004C389C">
      <w:r>
        <w:t>— </w:t>
      </w:r>
      <w:r w:rsidR="004C389C">
        <w:t>Vous avez raison</w:t>
      </w:r>
      <w:r>
        <w:t xml:space="preserve">, </w:t>
      </w:r>
      <w:proofErr w:type="spellStart"/>
      <w:r w:rsidR="004C389C">
        <w:t>cap</w:t>
      </w:r>
      <w:r>
        <w:t>’</w:t>
      </w:r>
      <w:r w:rsidR="004C389C">
        <w:t>taine</w:t>
      </w:r>
      <w:proofErr w:type="spellEnd"/>
      <w:r>
        <w:t xml:space="preserve"> ! </w:t>
      </w:r>
      <w:r w:rsidR="004C389C">
        <w:t>dit Pierrot l</w:t>
      </w:r>
      <w:r>
        <w:t>’</w:t>
      </w:r>
      <w:r w:rsidR="004C389C">
        <w:t>Écureuil avec une juvénile et jolie assurance</w:t>
      </w:r>
      <w:r>
        <w:t xml:space="preserve">. </w:t>
      </w:r>
      <w:r w:rsidR="004C389C">
        <w:t>Mais j</w:t>
      </w:r>
      <w:r>
        <w:t>’</w:t>
      </w:r>
      <w:r w:rsidR="004C389C">
        <w:t>ai pensé à une chose</w:t>
      </w:r>
      <w:r>
        <w:t xml:space="preserve">, </w:t>
      </w:r>
      <w:r w:rsidR="004C389C">
        <w:t>moi aussi</w:t>
      </w:r>
      <w:r>
        <w:t>.</w:t>
      </w:r>
    </w:p>
    <w:p w14:paraId="34F6B44B" w14:textId="77777777" w:rsidR="004B5A85" w:rsidRDefault="004C389C" w:rsidP="004C389C">
      <w:r>
        <w:t>Dans sa douleur</w:t>
      </w:r>
      <w:r w:rsidR="004B5A85">
        <w:t xml:space="preserve">, </w:t>
      </w:r>
      <w:r>
        <w:t>Ludovic eut la force de sourire en ente</w:t>
      </w:r>
      <w:r>
        <w:t>n</w:t>
      </w:r>
      <w:r>
        <w:t>dant cet enfant parler avec une telle vaillance</w:t>
      </w:r>
      <w:r w:rsidR="004B5A85">
        <w:t>.</w:t>
      </w:r>
    </w:p>
    <w:p w14:paraId="0A30D3E9" w14:textId="77777777" w:rsidR="004B5A85" w:rsidRDefault="004B5A85" w:rsidP="004C389C">
      <w:r>
        <w:t>— </w:t>
      </w:r>
      <w:r w:rsidR="004C389C">
        <w:t>Et à quoi as-tu pensé</w:t>
      </w:r>
      <w:r>
        <w:t xml:space="preserve"> ? </w:t>
      </w:r>
      <w:r w:rsidR="004C389C">
        <w:t>demanda-t-il affectueusement</w:t>
      </w:r>
      <w:r>
        <w:t>.</w:t>
      </w:r>
    </w:p>
    <w:p w14:paraId="05FA076C" w14:textId="77777777" w:rsidR="004B5A85" w:rsidRDefault="004B5A85" w:rsidP="004C389C">
      <w:r>
        <w:t>— </w:t>
      </w:r>
      <w:r w:rsidR="004C389C">
        <w:t>À faire d</w:t>
      </w:r>
      <w:r>
        <w:t>’</w:t>
      </w:r>
      <w:r w:rsidR="004C389C">
        <w:t>une pierre deux coups</w:t>
      </w:r>
      <w:r>
        <w:t>.</w:t>
      </w:r>
    </w:p>
    <w:p w14:paraId="3D230E04" w14:textId="77777777" w:rsidR="004B5A85" w:rsidRDefault="004B5A85" w:rsidP="004C389C">
      <w:r>
        <w:t>— </w:t>
      </w:r>
      <w:r w:rsidR="004C389C">
        <w:t>Explique-toi</w:t>
      </w:r>
      <w:r>
        <w:t xml:space="preserve"> ! </w:t>
      </w:r>
      <w:r w:rsidR="004C389C">
        <w:t>Mais encore une fois</w:t>
      </w:r>
      <w:r>
        <w:t xml:space="preserve">, </w:t>
      </w:r>
      <w:r w:rsidR="004C389C">
        <w:t>parle bas</w:t>
      </w:r>
      <w:r>
        <w:t xml:space="preserve"> ! </w:t>
      </w:r>
      <w:r w:rsidR="004C389C">
        <w:t>Nos ga</w:t>
      </w:r>
      <w:r w:rsidR="004C389C">
        <w:t>r</w:t>
      </w:r>
      <w:r w:rsidR="004C389C">
        <w:t>diens sont là</w:t>
      </w:r>
      <w:r>
        <w:t xml:space="preserve">, </w:t>
      </w:r>
      <w:r w:rsidR="004C389C">
        <w:t>de l</w:t>
      </w:r>
      <w:r>
        <w:t>’</w:t>
      </w:r>
      <w:r w:rsidR="004C389C">
        <w:t>autre côté de cette cloison</w:t>
      </w:r>
      <w:r>
        <w:t xml:space="preserve">… </w:t>
      </w:r>
      <w:r w:rsidR="004C389C">
        <w:t>Ils pourraient nous entendre</w:t>
      </w:r>
      <w:r>
        <w:t> !…</w:t>
      </w:r>
    </w:p>
    <w:p w14:paraId="436FC254" w14:textId="77777777" w:rsidR="004B5A85" w:rsidRDefault="004B5A85" w:rsidP="004C389C">
      <w:r>
        <w:t>— </w:t>
      </w:r>
      <w:r w:rsidR="004C389C">
        <w:t>Voilà</w:t>
      </w:r>
      <w:r>
        <w:t xml:space="preserve">, </w:t>
      </w:r>
      <w:proofErr w:type="spellStart"/>
      <w:r w:rsidR="004C389C">
        <w:t>cap</w:t>
      </w:r>
      <w:r>
        <w:t>’</w:t>
      </w:r>
      <w:r w:rsidR="004C389C">
        <w:t>taine</w:t>
      </w:r>
      <w:proofErr w:type="spellEnd"/>
      <w:r>
        <w:t xml:space="preserve">… </w:t>
      </w:r>
      <w:r w:rsidR="004C389C">
        <w:t>S</w:t>
      </w:r>
      <w:r>
        <w:t>’</w:t>
      </w:r>
      <w:r w:rsidR="004C389C">
        <w:t>évader</w:t>
      </w:r>
      <w:r>
        <w:t xml:space="preserve">, </w:t>
      </w:r>
      <w:r w:rsidR="004C389C">
        <w:t>c</w:t>
      </w:r>
      <w:r>
        <w:t>’</w:t>
      </w:r>
      <w:r w:rsidR="004C389C">
        <w:t>est bien</w:t>
      </w:r>
      <w:r>
        <w:t xml:space="preserve">… </w:t>
      </w:r>
      <w:r w:rsidR="004C389C">
        <w:t>Mais en s</w:t>
      </w:r>
      <w:r>
        <w:t>’</w:t>
      </w:r>
      <w:r w:rsidR="004C389C">
        <w:t>évadant</w:t>
      </w:r>
      <w:r>
        <w:t xml:space="preserve">, </w:t>
      </w:r>
      <w:r w:rsidR="004C389C">
        <w:t xml:space="preserve">on pourrait peut-être avarier en même temps le </w:t>
      </w:r>
      <w:r w:rsidR="004C389C">
        <w:rPr>
          <w:i/>
          <w:iCs/>
        </w:rPr>
        <w:t>Ny</w:t>
      </w:r>
      <w:r w:rsidR="004C389C">
        <w:rPr>
          <w:i/>
          <w:iCs/>
        </w:rPr>
        <w:t>c</w:t>
      </w:r>
      <w:r w:rsidR="004C389C">
        <w:rPr>
          <w:i/>
          <w:iCs/>
        </w:rPr>
        <w:t>talope</w:t>
      </w:r>
      <w:r>
        <w:rPr>
          <w:i/>
          <w:iCs/>
        </w:rPr>
        <w:t xml:space="preserve">. </w:t>
      </w:r>
      <w:r w:rsidR="004C389C">
        <w:t>Je ne sais pas comment</w:t>
      </w:r>
      <w:r>
        <w:t xml:space="preserve">, </w:t>
      </w:r>
      <w:r w:rsidR="004C389C">
        <w:t>par exemple</w:t>
      </w:r>
      <w:r>
        <w:t xml:space="preserve">, </w:t>
      </w:r>
      <w:r w:rsidR="004C389C">
        <w:t xml:space="preserve">ni de quelle </w:t>
      </w:r>
      <w:r w:rsidR="004C389C">
        <w:lastRenderedPageBreak/>
        <w:t>m</w:t>
      </w:r>
      <w:r w:rsidR="004C389C">
        <w:t>a</w:t>
      </w:r>
      <w:r w:rsidR="004C389C">
        <w:t>nière</w:t>
      </w:r>
      <w:r>
        <w:t xml:space="preserve">. </w:t>
      </w:r>
      <w:r w:rsidR="004C389C">
        <w:t>Mais vous êtes si savant</w:t>
      </w:r>
      <w:r>
        <w:t xml:space="preserve">, </w:t>
      </w:r>
      <w:r w:rsidR="004C389C">
        <w:t xml:space="preserve">mon </w:t>
      </w:r>
      <w:proofErr w:type="spellStart"/>
      <w:r w:rsidR="004C389C">
        <w:t>cap</w:t>
      </w:r>
      <w:r>
        <w:t>’</w:t>
      </w:r>
      <w:r w:rsidR="004C389C">
        <w:t>taine</w:t>
      </w:r>
      <w:proofErr w:type="spellEnd"/>
      <w:r>
        <w:t xml:space="preserve">, </w:t>
      </w:r>
      <w:r w:rsidR="004C389C">
        <w:t>que vous trouv</w:t>
      </w:r>
      <w:r w:rsidR="004C389C">
        <w:t>e</w:t>
      </w:r>
      <w:r w:rsidR="004C389C">
        <w:t>rez certainement un bon truc</w:t>
      </w:r>
      <w:r>
        <w:t>…</w:t>
      </w:r>
    </w:p>
    <w:p w14:paraId="6F1F1DA3" w14:textId="77777777" w:rsidR="004B5A85" w:rsidRDefault="004B5A85" w:rsidP="004C389C">
      <w:r>
        <w:t>« </w:t>
      </w:r>
      <w:r w:rsidR="004C389C">
        <w:t>Et si</w:t>
      </w:r>
      <w:r>
        <w:t xml:space="preserve">, </w:t>
      </w:r>
      <w:r w:rsidR="004C389C">
        <w:t>pour que ce truc réussisse</w:t>
      </w:r>
      <w:r>
        <w:t xml:space="preserve">, </w:t>
      </w:r>
      <w:r w:rsidR="004C389C">
        <w:t>vous avez besoin de ri</w:t>
      </w:r>
      <w:r w:rsidR="004C389C">
        <w:t>s</w:t>
      </w:r>
      <w:r w:rsidR="004C389C">
        <w:t>quer la vie de quelqu</w:t>
      </w:r>
      <w:r>
        <w:t>’</w:t>
      </w:r>
      <w:r w:rsidR="004C389C">
        <w:t>un</w:t>
      </w:r>
      <w:r>
        <w:t xml:space="preserve">, </w:t>
      </w:r>
      <w:r w:rsidR="004C389C">
        <w:t>eh bien</w:t>
      </w:r>
      <w:r>
        <w:t xml:space="preserve"> ! </w:t>
      </w:r>
      <w:r w:rsidR="004C389C">
        <w:t>je suis là</w:t>
      </w:r>
      <w:r>
        <w:t xml:space="preserve">, </w:t>
      </w:r>
      <w:r w:rsidR="004C389C">
        <w:t>vous savez</w:t>
      </w:r>
      <w:r>
        <w:t> !…</w:t>
      </w:r>
    </w:p>
    <w:p w14:paraId="6194AECA" w14:textId="77777777" w:rsidR="004B5A85" w:rsidRDefault="004B5A85" w:rsidP="004C389C">
      <w:r>
        <w:t>— </w:t>
      </w:r>
      <w:r w:rsidR="004C389C">
        <w:t>Brave garçon</w:t>
      </w:r>
      <w:r>
        <w:t xml:space="preserve"> ! </w:t>
      </w:r>
      <w:r w:rsidR="004C389C">
        <w:t>s</w:t>
      </w:r>
      <w:r>
        <w:t>’</w:t>
      </w:r>
      <w:r w:rsidR="004C389C">
        <w:t>écria le commandant Martel en se levant et en prenant le mousse dans ses bras</w:t>
      </w:r>
      <w:r>
        <w:t xml:space="preserve">. </w:t>
      </w:r>
      <w:r w:rsidR="004C389C">
        <w:t>Ah</w:t>
      </w:r>
      <w:r>
        <w:t xml:space="preserve"> ! </w:t>
      </w:r>
      <w:r w:rsidR="004C389C">
        <w:t>quel que soit le my</w:t>
      </w:r>
      <w:r w:rsidR="004C389C">
        <w:t>s</w:t>
      </w:r>
      <w:r w:rsidR="004C389C">
        <w:t>tère de ta naissance</w:t>
      </w:r>
      <w:r>
        <w:t xml:space="preserve">, </w:t>
      </w:r>
      <w:r w:rsidR="004C389C">
        <w:t>je suis sûr que tu es bien Français</w:t>
      </w:r>
      <w:r>
        <w:t xml:space="preserve">, </w:t>
      </w:r>
      <w:r w:rsidR="004C389C">
        <w:t>toi</w:t>
      </w:r>
      <w:r>
        <w:t> !…</w:t>
      </w:r>
    </w:p>
    <w:p w14:paraId="1494DCFE" w14:textId="77777777" w:rsidR="004B5A85" w:rsidRDefault="004C389C" w:rsidP="004C389C">
      <w:r>
        <w:t>L</w:t>
      </w:r>
      <w:r w:rsidR="004B5A85">
        <w:t>’</w:t>
      </w:r>
      <w:r>
        <w:t>officier s</w:t>
      </w:r>
      <w:r w:rsidR="004B5A85">
        <w:t>’</w:t>
      </w:r>
      <w:r>
        <w:t>assit sur la même couchette que l</w:t>
      </w:r>
      <w:r w:rsidR="004B5A85">
        <w:t>’</w:t>
      </w:r>
      <w:r>
        <w:t>enfant</w:t>
      </w:r>
      <w:r w:rsidR="004B5A85">
        <w:t xml:space="preserve">, </w:t>
      </w:r>
      <w:r>
        <w:t>et il reprit d</w:t>
      </w:r>
      <w:r w:rsidR="004B5A85">
        <w:t>’</w:t>
      </w:r>
      <w:r>
        <w:t>une voix très basse</w:t>
      </w:r>
      <w:r w:rsidR="004B5A85">
        <w:t> :</w:t>
      </w:r>
    </w:p>
    <w:p w14:paraId="3CAD5E52" w14:textId="77777777" w:rsidR="004B5A85" w:rsidRDefault="004B5A85" w:rsidP="004C389C">
      <w:r>
        <w:t>— </w:t>
      </w:r>
      <w:r w:rsidR="004C389C">
        <w:t>Tu as raison</w:t>
      </w:r>
      <w:r>
        <w:t xml:space="preserve">, </w:t>
      </w:r>
      <w:r w:rsidR="004C389C">
        <w:t>petit</w:t>
      </w:r>
      <w:r>
        <w:t xml:space="preserve">. </w:t>
      </w:r>
      <w:r w:rsidR="004C389C">
        <w:t>Et ton idée est excellente</w:t>
      </w:r>
      <w:r>
        <w:t xml:space="preserve">. </w:t>
      </w:r>
      <w:r w:rsidR="004C389C">
        <w:t>Nous év</w:t>
      </w:r>
      <w:r w:rsidR="004C389C">
        <w:t>a</w:t>
      </w:r>
      <w:r w:rsidR="004C389C">
        <w:t>der</w:t>
      </w:r>
      <w:r>
        <w:t xml:space="preserve">, </w:t>
      </w:r>
      <w:r w:rsidR="004C389C">
        <w:t>et</w:t>
      </w:r>
      <w:r>
        <w:t xml:space="preserve">, </w:t>
      </w:r>
      <w:r w:rsidR="004C389C">
        <w:t>en nous évadant</w:t>
      </w:r>
      <w:r>
        <w:t xml:space="preserve">, </w:t>
      </w:r>
      <w:r w:rsidR="004C389C">
        <w:t xml:space="preserve">détruire le </w:t>
      </w:r>
      <w:r w:rsidR="004C389C">
        <w:rPr>
          <w:i/>
          <w:iCs/>
        </w:rPr>
        <w:t xml:space="preserve">Nyctalope et </w:t>
      </w:r>
      <w:r w:rsidR="004C389C">
        <w:t>faire mourir ceux qui l</w:t>
      </w:r>
      <w:r>
        <w:t>’</w:t>
      </w:r>
      <w:r w:rsidR="004C389C">
        <w:t>ont traîtreusement volé à la France</w:t>
      </w:r>
      <w:r>
        <w:t xml:space="preserve">, </w:t>
      </w:r>
      <w:r w:rsidR="004C389C">
        <w:t>ce serait une double victoire</w:t>
      </w:r>
      <w:r>
        <w:t> !…</w:t>
      </w:r>
    </w:p>
    <w:p w14:paraId="750B7F7E" w14:textId="77777777" w:rsidR="004B5A85" w:rsidRDefault="004B5A85" w:rsidP="004C389C">
      <w:r>
        <w:t>« </w:t>
      </w:r>
      <w:r w:rsidR="004C389C">
        <w:t>Mais pour agir</w:t>
      </w:r>
      <w:r>
        <w:t xml:space="preserve">, </w:t>
      </w:r>
      <w:r w:rsidR="004C389C">
        <w:t>nous aurons besoin de toutes nos forces et de tout notre sang-froid</w:t>
      </w:r>
      <w:r>
        <w:t xml:space="preserve">. </w:t>
      </w:r>
      <w:r w:rsidR="004C389C">
        <w:t>Depuis quelques jours</w:t>
      </w:r>
      <w:r>
        <w:t xml:space="preserve">, </w:t>
      </w:r>
      <w:r w:rsidR="004C389C">
        <w:t>nous avons peu et mal dormi</w:t>
      </w:r>
      <w:r>
        <w:t xml:space="preserve">. </w:t>
      </w:r>
      <w:r w:rsidR="004C389C">
        <w:t>Il faut nous faire une raison</w:t>
      </w:r>
      <w:r>
        <w:t xml:space="preserve">, </w:t>
      </w:r>
      <w:r w:rsidR="004C389C">
        <w:t>maintenant</w:t>
      </w:r>
      <w:r>
        <w:t xml:space="preserve">. </w:t>
      </w:r>
      <w:r w:rsidR="004C389C">
        <w:t>Tu vas te coucher</w:t>
      </w:r>
      <w:r>
        <w:t xml:space="preserve">, </w:t>
      </w:r>
      <w:r w:rsidR="004C389C">
        <w:t>et moi aussi</w:t>
      </w:r>
      <w:r>
        <w:t xml:space="preserve">. </w:t>
      </w:r>
      <w:r w:rsidR="004C389C">
        <w:t>Nous dormirons jusqu</w:t>
      </w:r>
      <w:r>
        <w:t>’</w:t>
      </w:r>
      <w:r w:rsidR="004C389C">
        <w:t>à ce qu</w:t>
      </w:r>
      <w:r>
        <w:t>’</w:t>
      </w:r>
      <w:r w:rsidR="004C389C">
        <w:t>on t</w:t>
      </w:r>
      <w:r>
        <w:t>’</w:t>
      </w:r>
      <w:r w:rsidR="004C389C">
        <w:t>appelle pour aller chercher le repas de midi</w:t>
      </w:r>
      <w:r>
        <w:t xml:space="preserve">. </w:t>
      </w:r>
      <w:r w:rsidR="004C389C">
        <w:t>Et ensuite</w:t>
      </w:r>
      <w:r>
        <w:t xml:space="preserve">, </w:t>
      </w:r>
      <w:r w:rsidR="004C389C">
        <w:t>après avoir bien dormi</w:t>
      </w:r>
      <w:r>
        <w:t xml:space="preserve">, </w:t>
      </w:r>
      <w:r w:rsidR="004C389C">
        <w:t>après avoir réparé nos forces</w:t>
      </w:r>
      <w:r>
        <w:t xml:space="preserve">, </w:t>
      </w:r>
      <w:r w:rsidR="004C389C">
        <w:t>nous cherch</w:t>
      </w:r>
      <w:r w:rsidR="004C389C">
        <w:t>e</w:t>
      </w:r>
      <w:r w:rsidR="004C389C">
        <w:t>rons ensemble le moyen d</w:t>
      </w:r>
      <w:r>
        <w:t>’</w:t>
      </w:r>
      <w:r w:rsidR="004C389C">
        <w:t>exécuter le plus tôt possible notre double projet</w:t>
      </w:r>
      <w:r>
        <w:t>.</w:t>
      </w:r>
    </w:p>
    <w:p w14:paraId="511CC8DA" w14:textId="77777777" w:rsidR="004B5A85" w:rsidRDefault="004B5A85" w:rsidP="004C389C">
      <w:r>
        <w:t>« </w:t>
      </w:r>
      <w:r w:rsidR="004C389C">
        <w:t>Ce sera difficile</w:t>
      </w:r>
      <w:r>
        <w:t xml:space="preserve">. </w:t>
      </w:r>
      <w:r w:rsidR="004C389C">
        <w:t>Mais</w:t>
      </w:r>
      <w:r>
        <w:t xml:space="preserve">, </w:t>
      </w:r>
      <w:r w:rsidR="004C389C">
        <w:t>avec de l</w:t>
      </w:r>
      <w:r>
        <w:t>’</w:t>
      </w:r>
      <w:r w:rsidR="004C389C">
        <w:t>adresse</w:t>
      </w:r>
      <w:r>
        <w:t xml:space="preserve">, </w:t>
      </w:r>
      <w:r w:rsidR="004C389C">
        <w:t>du sang-froid et du courage</w:t>
      </w:r>
      <w:r>
        <w:t xml:space="preserve">, </w:t>
      </w:r>
      <w:r w:rsidR="004C389C">
        <w:t>nous pourrons y arriver</w:t>
      </w:r>
      <w:r>
        <w:t>…</w:t>
      </w:r>
    </w:p>
    <w:p w14:paraId="62A22EEF" w14:textId="77777777" w:rsidR="004B5A85" w:rsidRDefault="004B5A85" w:rsidP="004C389C">
      <w:r>
        <w:t>« </w:t>
      </w:r>
      <w:r w:rsidR="004C389C">
        <w:t>Viens</w:t>
      </w:r>
      <w:r>
        <w:t xml:space="preserve">, </w:t>
      </w:r>
      <w:r w:rsidR="004C389C">
        <w:t>que je t</w:t>
      </w:r>
      <w:r>
        <w:t>’</w:t>
      </w:r>
      <w:r w:rsidR="004C389C">
        <w:t>embrasse</w:t>
      </w:r>
      <w:r>
        <w:t xml:space="preserve"> ! </w:t>
      </w:r>
      <w:r w:rsidR="004C389C">
        <w:t>Je pourrais être ton père</w:t>
      </w:r>
      <w:r>
        <w:t xml:space="preserve">, </w:t>
      </w:r>
      <w:r w:rsidR="004C389C">
        <w:t>tu sais</w:t>
      </w:r>
      <w:r>
        <w:t> !…</w:t>
      </w:r>
    </w:p>
    <w:p w14:paraId="350B838B" w14:textId="77777777" w:rsidR="004B5A85" w:rsidRDefault="004C389C" w:rsidP="004C389C">
      <w:r>
        <w:t>Tout pâle d</w:t>
      </w:r>
      <w:r w:rsidR="004B5A85">
        <w:t>’</w:t>
      </w:r>
      <w:r>
        <w:t>émotion et de fierté</w:t>
      </w:r>
      <w:r w:rsidR="004B5A85">
        <w:t xml:space="preserve">, </w:t>
      </w:r>
      <w:r>
        <w:t>Pierrot l</w:t>
      </w:r>
      <w:r w:rsidR="004B5A85">
        <w:t>’</w:t>
      </w:r>
      <w:r>
        <w:t>Écureuil</w:t>
      </w:r>
      <w:r w:rsidR="004B5A85">
        <w:t xml:space="preserve">, </w:t>
      </w:r>
      <w:r>
        <w:t>le jeune mousse</w:t>
      </w:r>
      <w:r w:rsidR="004B5A85">
        <w:t xml:space="preserve">, </w:t>
      </w:r>
      <w:r>
        <w:t>sentit se poser sur son front les lèvres du célèbre lie</w:t>
      </w:r>
      <w:r>
        <w:t>u</w:t>
      </w:r>
      <w:r>
        <w:t>tenant de vaisseau Ludovic Martel</w:t>
      </w:r>
      <w:r w:rsidR="004B5A85">
        <w:t> !…</w:t>
      </w:r>
    </w:p>
    <w:p w14:paraId="55AC224B" w14:textId="77777777" w:rsidR="004B5A85" w:rsidRDefault="004B5A85" w:rsidP="004C389C">
      <w:r>
        <w:lastRenderedPageBreak/>
        <w:t>— </w:t>
      </w:r>
      <w:r w:rsidR="004C389C">
        <w:t>Ah</w:t>
      </w:r>
      <w:r>
        <w:t xml:space="preserve"> ! </w:t>
      </w:r>
      <w:proofErr w:type="spellStart"/>
      <w:r w:rsidR="004C389C">
        <w:t>cap</w:t>
      </w:r>
      <w:r>
        <w:t>’</w:t>
      </w:r>
      <w:r w:rsidR="004C389C">
        <w:t>taine</w:t>
      </w:r>
      <w:proofErr w:type="spellEnd"/>
      <w:r>
        <w:t xml:space="preserve"> ! </w:t>
      </w:r>
      <w:proofErr w:type="spellStart"/>
      <w:r w:rsidR="004C389C">
        <w:t>cap</w:t>
      </w:r>
      <w:r>
        <w:t>’</w:t>
      </w:r>
      <w:r w:rsidR="004C389C">
        <w:t>taine</w:t>
      </w:r>
      <w:proofErr w:type="spellEnd"/>
      <w:r>
        <w:t xml:space="preserve"> ! </w:t>
      </w:r>
      <w:proofErr w:type="spellStart"/>
      <w:r w:rsidR="004C389C">
        <w:t>put-il</w:t>
      </w:r>
      <w:proofErr w:type="spellEnd"/>
      <w:r w:rsidR="004C389C">
        <w:t xml:space="preserve"> dire seulement</w:t>
      </w:r>
      <w:r>
        <w:t>.</w:t>
      </w:r>
    </w:p>
    <w:p w14:paraId="3C50381D" w14:textId="77777777" w:rsidR="004B5A85" w:rsidRDefault="004C389C" w:rsidP="004C389C">
      <w:r>
        <w:t>Et il se laissa coucher</w:t>
      </w:r>
      <w:r w:rsidR="004B5A85">
        <w:t xml:space="preserve">, </w:t>
      </w:r>
      <w:r>
        <w:t>comme un petit enfant</w:t>
      </w:r>
      <w:r w:rsidR="004B5A85">
        <w:t xml:space="preserve">, </w:t>
      </w:r>
      <w:r>
        <w:t>tout boul</w:t>
      </w:r>
      <w:r>
        <w:t>e</w:t>
      </w:r>
      <w:r>
        <w:t>versé par ces soins paternels dont</w:t>
      </w:r>
      <w:r w:rsidR="004B5A85">
        <w:t xml:space="preserve">, </w:t>
      </w:r>
      <w:r>
        <w:t>pour la première fois de sa vie</w:t>
      </w:r>
      <w:r w:rsidR="004B5A85">
        <w:t xml:space="preserve">, </w:t>
      </w:r>
      <w:r>
        <w:t>il éprouvait la réconfortante douceur</w:t>
      </w:r>
      <w:r w:rsidR="004B5A85">
        <w:t>.</w:t>
      </w:r>
    </w:p>
    <w:p w14:paraId="5B060BF1" w14:textId="77777777" w:rsidR="004B5A85" w:rsidRDefault="004C389C" w:rsidP="004C389C">
      <w:r>
        <w:t>Très attendri lui-même</w:t>
      </w:r>
      <w:r w:rsidR="004B5A85">
        <w:t xml:space="preserve">, </w:t>
      </w:r>
      <w:r>
        <w:t>le commandant Martel ôta sa v</w:t>
      </w:r>
      <w:r>
        <w:t>a</w:t>
      </w:r>
      <w:r>
        <w:t>reuse</w:t>
      </w:r>
      <w:r w:rsidR="004B5A85">
        <w:t xml:space="preserve">, </w:t>
      </w:r>
      <w:r>
        <w:t>déboutonna son col</w:t>
      </w:r>
      <w:r w:rsidR="004B5A85">
        <w:t xml:space="preserve">, </w:t>
      </w:r>
      <w:r>
        <w:t>ôta ses souliers et s</w:t>
      </w:r>
      <w:r w:rsidR="004B5A85">
        <w:t>’</w:t>
      </w:r>
      <w:r>
        <w:t>étendit sur son étroite couchette</w:t>
      </w:r>
      <w:r w:rsidR="004B5A85">
        <w:t>.</w:t>
      </w:r>
    </w:p>
    <w:p w14:paraId="6475A01A" w14:textId="77777777" w:rsidR="004B5A85" w:rsidRDefault="004C389C" w:rsidP="004C389C">
      <w:r>
        <w:t>Il avait cette forte volonté et ce calme d</w:t>
      </w:r>
      <w:r w:rsidR="004B5A85">
        <w:t>’</w:t>
      </w:r>
      <w:r>
        <w:t>esprit qui font que certains hommes</w:t>
      </w:r>
      <w:r w:rsidR="004B5A85">
        <w:t xml:space="preserve">, </w:t>
      </w:r>
      <w:r>
        <w:t>supérieurement doués par la nature</w:t>
      </w:r>
      <w:r w:rsidR="004B5A85">
        <w:t xml:space="preserve">, </w:t>
      </w:r>
      <w:r>
        <w:t>dom</w:t>
      </w:r>
      <w:r>
        <w:t>p</w:t>
      </w:r>
      <w:r>
        <w:t>tent leurs nerfs et dorment quand ils le veulent</w:t>
      </w:r>
      <w:r w:rsidR="004B5A85">
        <w:t>.</w:t>
      </w:r>
    </w:p>
    <w:p w14:paraId="049CFE36" w14:textId="77777777" w:rsidR="004B5A85" w:rsidRDefault="004C389C" w:rsidP="004C389C">
      <w:r>
        <w:t>Après un dernier regard sur l</w:t>
      </w:r>
      <w:r w:rsidR="004B5A85">
        <w:t>’</w:t>
      </w:r>
      <w:r>
        <w:t>héroïque petit mousse</w:t>
      </w:r>
      <w:r w:rsidR="004B5A85">
        <w:t xml:space="preserve">, </w:t>
      </w:r>
      <w:r>
        <w:t>dont la fatigue accumulée pendant des jours avait déjà raison</w:t>
      </w:r>
      <w:r w:rsidR="004B5A85">
        <w:t xml:space="preserve">, </w:t>
      </w:r>
      <w:r>
        <w:t>il fe</w:t>
      </w:r>
      <w:r>
        <w:t>r</w:t>
      </w:r>
      <w:r>
        <w:t>ma les yeux</w:t>
      </w:r>
      <w:r w:rsidR="004B5A85">
        <w:t>.</w:t>
      </w:r>
    </w:p>
    <w:p w14:paraId="119D8AFA" w14:textId="77777777" w:rsidR="004B5A85" w:rsidRDefault="004C389C" w:rsidP="004C389C">
      <w:r>
        <w:t>Et bientôt</w:t>
      </w:r>
      <w:r w:rsidR="004B5A85">
        <w:t xml:space="preserve">, </w:t>
      </w:r>
      <w:r>
        <w:t>dans leur cabine</w:t>
      </w:r>
      <w:r w:rsidR="004B5A85">
        <w:t xml:space="preserve">, </w:t>
      </w:r>
      <w:r>
        <w:t>les deux prisonniers furent également plongés dans un sommeil réparateur</w:t>
      </w:r>
      <w:r w:rsidR="004B5A85">
        <w:t>.</w:t>
      </w:r>
    </w:p>
    <w:p w14:paraId="4F2DE41E" w14:textId="15D1184A" w:rsidR="004C389C" w:rsidRDefault="004C389C" w:rsidP="004B5A85">
      <w:pPr>
        <w:pStyle w:val="Titre1"/>
      </w:pPr>
      <w:bookmarkStart w:id="7" w:name="__RefHeading__9_1003869823"/>
      <w:bookmarkStart w:id="8" w:name="_Toc202462465"/>
      <w:bookmarkEnd w:id="7"/>
      <w:r>
        <w:lastRenderedPageBreak/>
        <w:t>CHAPITRE V</w:t>
      </w:r>
      <w:r>
        <w:br/>
      </w:r>
      <w:r>
        <w:br/>
        <w:t>ÉTRANGE EXISTENCE</w:t>
      </w:r>
      <w:bookmarkEnd w:id="8"/>
    </w:p>
    <w:p w14:paraId="0C03648A" w14:textId="77777777" w:rsidR="004B5A85" w:rsidRDefault="004C389C" w:rsidP="004C389C">
      <w:r>
        <w:t>Or</w:t>
      </w:r>
      <w:r w:rsidR="004B5A85">
        <w:t xml:space="preserve">, </w:t>
      </w:r>
      <w:r>
        <w:t>tandis que les prisonniers prenaient un repos néce</w:t>
      </w:r>
      <w:r>
        <w:t>s</w:t>
      </w:r>
      <w:r>
        <w:t>saire</w:t>
      </w:r>
      <w:r w:rsidR="004B5A85">
        <w:t xml:space="preserve">, </w:t>
      </w:r>
      <w:r>
        <w:t>leurs mystérieux vainqueurs se préparaient à l</w:t>
      </w:r>
      <w:r w:rsidR="004B5A85">
        <w:t>’</w:t>
      </w:r>
      <w:r>
        <w:t>exécution de leurs énigmatiques et sinistres projets</w:t>
      </w:r>
      <w:r w:rsidR="004B5A85">
        <w:t>.</w:t>
      </w:r>
    </w:p>
    <w:p w14:paraId="751F7F3D" w14:textId="77777777" w:rsidR="004B5A85" w:rsidRDefault="004C389C" w:rsidP="004C389C">
      <w:r>
        <w:t>Dans la vaste cabine qu</w:t>
      </w:r>
      <w:r w:rsidR="004B5A85">
        <w:t>’</w:t>
      </w:r>
      <w:r>
        <w:t>on appelait la bibliothèque et qui servait aussi de poste aux cartes</w:t>
      </w:r>
      <w:r w:rsidR="004B5A85">
        <w:t xml:space="preserve">, </w:t>
      </w:r>
      <w:r>
        <w:t xml:space="preserve">Hugues de Mauduit et son lieutenant </w:t>
      </w:r>
      <w:proofErr w:type="spellStart"/>
      <w:r>
        <w:t>Askold</w:t>
      </w:r>
      <w:proofErr w:type="spellEnd"/>
      <w:r>
        <w:t xml:space="preserve"> étaient debout</w:t>
      </w:r>
      <w:r w:rsidR="004B5A85">
        <w:t xml:space="preserve">, </w:t>
      </w:r>
      <w:r>
        <w:t>en face l</w:t>
      </w:r>
      <w:r w:rsidR="004B5A85">
        <w:t>’</w:t>
      </w:r>
      <w:r>
        <w:t>un de l</w:t>
      </w:r>
      <w:r w:rsidR="004B5A85">
        <w:t>’</w:t>
      </w:r>
      <w:r>
        <w:t>autre</w:t>
      </w:r>
      <w:r w:rsidR="004B5A85">
        <w:t xml:space="preserve">, </w:t>
      </w:r>
      <w:r>
        <w:t xml:space="preserve">de chaque </w:t>
      </w:r>
      <w:r w:rsidRPr="005E5F3D">
        <w:t xml:space="preserve">côté </w:t>
      </w:r>
      <w:r>
        <w:t>de la table centrale</w:t>
      </w:r>
      <w:r w:rsidR="004B5A85">
        <w:t>.</w:t>
      </w:r>
    </w:p>
    <w:p w14:paraId="324394CF" w14:textId="77777777" w:rsidR="004B5A85" w:rsidRDefault="004C389C" w:rsidP="004C389C">
      <w:r>
        <w:t>Le Ravageur avait le doigt sur une carte étalée devant eux</w:t>
      </w:r>
      <w:r w:rsidR="004B5A85">
        <w:t xml:space="preserve">, </w:t>
      </w:r>
      <w:r>
        <w:t>et</w:t>
      </w:r>
      <w:r w:rsidR="004B5A85">
        <w:t xml:space="preserve">, </w:t>
      </w:r>
      <w:r>
        <w:t>du doigt</w:t>
      </w:r>
      <w:r w:rsidR="004B5A85">
        <w:t xml:space="preserve">, </w:t>
      </w:r>
      <w:r>
        <w:t>il suivait une ligne imaginaire</w:t>
      </w:r>
      <w:r w:rsidR="004B5A85">
        <w:t xml:space="preserve">, </w:t>
      </w:r>
      <w:r>
        <w:t>en disant</w:t>
      </w:r>
      <w:r w:rsidR="004B5A85">
        <w:t> :</w:t>
      </w:r>
    </w:p>
    <w:p w14:paraId="44ADA555" w14:textId="77777777" w:rsidR="004B5A85" w:rsidRDefault="004B5A85" w:rsidP="004C389C">
      <w:r>
        <w:t>— </w:t>
      </w:r>
      <w:r w:rsidR="004C389C">
        <w:t>Vois-tu</w:t>
      </w:r>
      <w:r>
        <w:t xml:space="preserve">, </w:t>
      </w:r>
      <w:proofErr w:type="spellStart"/>
      <w:r w:rsidR="004C389C">
        <w:t>Askold</w:t>
      </w:r>
      <w:proofErr w:type="spellEnd"/>
      <w:r>
        <w:t xml:space="preserve">, </w:t>
      </w:r>
      <w:r w:rsidR="004C389C">
        <w:t>nous sommes ici</w:t>
      </w:r>
      <w:r>
        <w:t xml:space="preserve">, </w:t>
      </w:r>
      <w:r w:rsidR="004C389C">
        <w:t>à ce point de l</w:t>
      </w:r>
      <w:r>
        <w:t>’</w:t>
      </w:r>
      <w:r w:rsidR="004C389C">
        <w:t>océan Pacifique</w:t>
      </w:r>
      <w:r>
        <w:t xml:space="preserve">, </w:t>
      </w:r>
      <w:r w:rsidR="004C389C">
        <w:t>par cent vingt et un degrés de longitude occidentale et quarante degrés de latitude nord</w:t>
      </w:r>
      <w:r>
        <w:t xml:space="preserve">… </w:t>
      </w:r>
      <w:r w:rsidR="004C389C">
        <w:t>Nous allons doubler le cap Horn</w:t>
      </w:r>
      <w:r>
        <w:t xml:space="preserve">. </w:t>
      </w:r>
      <w:r w:rsidR="004C389C">
        <w:t>Nous remonterons à toute vitesse la côte est</w:t>
      </w:r>
      <w:r>
        <w:t xml:space="preserve">, </w:t>
      </w:r>
      <w:r w:rsidR="004C389C">
        <w:t>puis la côte nord-est de l</w:t>
      </w:r>
      <w:r>
        <w:t>’</w:t>
      </w:r>
      <w:r w:rsidR="004C389C">
        <w:t>Amérique du Sud</w:t>
      </w:r>
      <w:r>
        <w:t xml:space="preserve">. </w:t>
      </w:r>
      <w:r w:rsidR="004C389C">
        <w:t>Dans quelques jours</w:t>
      </w:r>
      <w:r>
        <w:t xml:space="preserve">, </w:t>
      </w:r>
      <w:r w:rsidR="004C389C">
        <w:t>nous s</w:t>
      </w:r>
      <w:r w:rsidR="004C389C">
        <w:t>e</w:t>
      </w:r>
      <w:r w:rsidR="004C389C">
        <w:t>rons dans la mer des Antilles</w:t>
      </w:r>
      <w:r>
        <w:t xml:space="preserve">… </w:t>
      </w:r>
      <w:r w:rsidR="004C389C">
        <w:t>Et là</w:t>
      </w:r>
      <w:r>
        <w:t>…</w:t>
      </w:r>
    </w:p>
    <w:p w14:paraId="77196F75" w14:textId="77777777" w:rsidR="004B5A85" w:rsidRDefault="004C389C" w:rsidP="004C389C">
      <w:r>
        <w:t>Il se tut</w:t>
      </w:r>
      <w:r w:rsidR="004B5A85">
        <w:t xml:space="preserve">, </w:t>
      </w:r>
      <w:r>
        <w:t>leva la tête</w:t>
      </w:r>
      <w:r w:rsidR="004B5A85">
        <w:t xml:space="preserve">, </w:t>
      </w:r>
      <w:r>
        <w:t>tandis que son doigt s</w:t>
      </w:r>
      <w:r w:rsidR="004B5A85">
        <w:t>’</w:t>
      </w:r>
      <w:r>
        <w:t>arrêtait sur un point de la carte et</w:t>
      </w:r>
      <w:r w:rsidR="004B5A85">
        <w:t xml:space="preserve">, </w:t>
      </w:r>
      <w:r>
        <w:t>un éclair dans ses yeux noirs</w:t>
      </w:r>
      <w:r w:rsidR="004B5A85">
        <w:t xml:space="preserve">, </w:t>
      </w:r>
      <w:r>
        <w:t>il reprit</w:t>
      </w:r>
      <w:r w:rsidR="004B5A85">
        <w:t> :</w:t>
      </w:r>
    </w:p>
    <w:p w14:paraId="159A4043" w14:textId="77777777" w:rsidR="004B5A85" w:rsidRDefault="004B5A85" w:rsidP="004C389C">
      <w:r>
        <w:t>— </w:t>
      </w:r>
      <w:r w:rsidR="004C389C">
        <w:t>Là</w:t>
      </w:r>
      <w:r>
        <w:t xml:space="preserve">, </w:t>
      </w:r>
      <w:r w:rsidR="004C389C">
        <w:t>ce sera notre première vengeance</w:t>
      </w:r>
      <w:r>
        <w:t xml:space="preserve"> ! </w:t>
      </w:r>
      <w:r w:rsidR="004C389C">
        <w:t>Quand nous a</w:t>
      </w:r>
      <w:r w:rsidR="004C389C">
        <w:t>u</w:t>
      </w:r>
      <w:r w:rsidR="004C389C">
        <w:t>rons pénétré dans le golfe de Maracaïbo et dans le port de cette ville</w:t>
      </w:r>
      <w:r>
        <w:t xml:space="preserve">, </w:t>
      </w:r>
      <w:r w:rsidR="004C389C">
        <w:t>nous agirons</w:t>
      </w:r>
      <w:r>
        <w:t>…</w:t>
      </w:r>
    </w:p>
    <w:p w14:paraId="6DB3003D" w14:textId="77777777" w:rsidR="004B5A85" w:rsidRDefault="004C389C" w:rsidP="004C389C">
      <w:r>
        <w:t>Ces simples mots</w:t>
      </w:r>
      <w:r w:rsidR="004B5A85">
        <w:t>, « </w:t>
      </w:r>
      <w:r>
        <w:t>nous agirons</w:t>
      </w:r>
      <w:r w:rsidR="004B5A85">
        <w:t xml:space="preserve"> », </w:t>
      </w:r>
      <w:r>
        <w:t>avaient une signific</w:t>
      </w:r>
      <w:r>
        <w:t>a</w:t>
      </w:r>
      <w:r>
        <w:t>tion plus terrible que les plus atroces menaces</w:t>
      </w:r>
      <w:r w:rsidR="004B5A85">
        <w:t>…</w:t>
      </w:r>
    </w:p>
    <w:p w14:paraId="7F1AEE3A" w14:textId="77777777" w:rsidR="004B5A85" w:rsidRDefault="004C389C" w:rsidP="004C389C">
      <w:r>
        <w:t>Qu</w:t>
      </w:r>
      <w:r w:rsidR="004B5A85">
        <w:t>’</w:t>
      </w:r>
      <w:r>
        <w:t>entendait par là le Ravageur du Monde</w:t>
      </w:r>
      <w:r w:rsidR="004B5A85">
        <w:t> ?</w:t>
      </w:r>
    </w:p>
    <w:p w14:paraId="6AF1108D" w14:textId="77777777" w:rsidR="004B5A85" w:rsidRDefault="004C389C" w:rsidP="004C389C">
      <w:proofErr w:type="spellStart"/>
      <w:r>
        <w:lastRenderedPageBreak/>
        <w:t>Askold</w:t>
      </w:r>
      <w:proofErr w:type="spellEnd"/>
      <w:r>
        <w:t xml:space="preserve"> devait le savoir</w:t>
      </w:r>
      <w:r w:rsidR="004B5A85">
        <w:t xml:space="preserve">, </w:t>
      </w:r>
      <w:r>
        <w:t>car</w:t>
      </w:r>
      <w:r w:rsidR="004B5A85">
        <w:t xml:space="preserve">, </w:t>
      </w:r>
      <w:r>
        <w:t>d</w:t>
      </w:r>
      <w:r w:rsidR="004B5A85">
        <w:t>’</w:t>
      </w:r>
      <w:r>
        <w:t>une voix que la colère rendait sifflante</w:t>
      </w:r>
      <w:r w:rsidR="004B5A85">
        <w:t xml:space="preserve">, </w:t>
      </w:r>
      <w:r>
        <w:t>il dit simplement</w:t>
      </w:r>
      <w:r w:rsidR="004B5A85">
        <w:t xml:space="preserve">, </w:t>
      </w:r>
      <w:r>
        <w:t>lui aussi</w:t>
      </w:r>
      <w:r w:rsidR="004B5A85">
        <w:t> :</w:t>
      </w:r>
    </w:p>
    <w:p w14:paraId="6371031B" w14:textId="77777777" w:rsidR="004B5A85" w:rsidRDefault="004B5A85" w:rsidP="004C389C">
      <w:r>
        <w:t>— </w:t>
      </w:r>
      <w:r w:rsidR="004C389C">
        <w:t>Oui</w:t>
      </w:r>
      <w:r>
        <w:t xml:space="preserve">, </w:t>
      </w:r>
      <w:r w:rsidR="004C389C">
        <w:t>Maître</w:t>
      </w:r>
      <w:r>
        <w:t xml:space="preserve">, </w:t>
      </w:r>
      <w:r w:rsidR="004C389C">
        <w:t>nous agirons</w:t>
      </w:r>
      <w:r>
        <w:t> !…</w:t>
      </w:r>
    </w:p>
    <w:p w14:paraId="32F9D550" w14:textId="77777777" w:rsidR="004B5A85" w:rsidRDefault="004B5A85" w:rsidP="004C389C">
      <w:r>
        <w:t>— </w:t>
      </w:r>
      <w:r w:rsidR="004C389C">
        <w:t>En attendant</w:t>
      </w:r>
      <w:r>
        <w:t xml:space="preserve">, </w:t>
      </w:r>
      <w:r w:rsidR="004C389C">
        <w:t>reprit Hugues de Mauduit</w:t>
      </w:r>
      <w:r>
        <w:t xml:space="preserve">, </w:t>
      </w:r>
      <w:r w:rsidR="004C389C">
        <w:t>tu veilleras</w:t>
      </w:r>
      <w:r>
        <w:t xml:space="preserve">, </w:t>
      </w:r>
      <w:proofErr w:type="spellStart"/>
      <w:r w:rsidR="004C389C">
        <w:t>A</w:t>
      </w:r>
      <w:r w:rsidR="004C389C">
        <w:t>s</w:t>
      </w:r>
      <w:r w:rsidR="004C389C">
        <w:t>kold</w:t>
      </w:r>
      <w:proofErr w:type="spellEnd"/>
      <w:r>
        <w:t xml:space="preserve">, </w:t>
      </w:r>
      <w:r w:rsidR="004C389C">
        <w:t>à ce que l</w:t>
      </w:r>
      <w:r>
        <w:t>’</w:t>
      </w:r>
      <w:r w:rsidR="004C389C">
        <w:t>homme de vigie posté à l</w:t>
      </w:r>
      <w:r>
        <w:t>’</w:t>
      </w:r>
      <w:r w:rsidR="004C389C">
        <w:t>avant soit toujours sur le qui-vive</w:t>
      </w:r>
      <w:r>
        <w:t xml:space="preserve">. </w:t>
      </w:r>
      <w:r w:rsidR="004C389C">
        <w:t>À la profondeur où nous sommes</w:t>
      </w:r>
      <w:r>
        <w:t xml:space="preserve">, </w:t>
      </w:r>
      <w:r w:rsidR="004C389C">
        <w:t>tant que dure le jour</w:t>
      </w:r>
      <w:r>
        <w:t xml:space="preserve">, </w:t>
      </w:r>
      <w:r w:rsidR="004C389C">
        <w:t>on peut voir là-haut</w:t>
      </w:r>
      <w:r>
        <w:t xml:space="preserve">, </w:t>
      </w:r>
      <w:r w:rsidR="004C389C">
        <w:t>à la surface</w:t>
      </w:r>
      <w:r>
        <w:t xml:space="preserve">, </w:t>
      </w:r>
      <w:r w:rsidR="004C389C">
        <w:t>la masse d</w:t>
      </w:r>
      <w:r>
        <w:t>’</w:t>
      </w:r>
      <w:r w:rsidR="004C389C">
        <w:t>un navire</w:t>
      </w:r>
      <w:r>
        <w:t xml:space="preserve">… </w:t>
      </w:r>
      <w:r w:rsidR="004C389C">
        <w:t>chaque fois que l</w:t>
      </w:r>
      <w:r>
        <w:t>’</w:t>
      </w:r>
      <w:r w:rsidR="004C389C">
        <w:t>homme de vigie en apercevra un</w:t>
      </w:r>
      <w:r>
        <w:t xml:space="preserve">, </w:t>
      </w:r>
      <w:r w:rsidR="004C389C">
        <w:t>il devra le s</w:t>
      </w:r>
      <w:r w:rsidR="004C389C">
        <w:t>i</w:t>
      </w:r>
      <w:r w:rsidR="004C389C">
        <w:t>gnaler</w:t>
      </w:r>
      <w:r>
        <w:t xml:space="preserve">. </w:t>
      </w:r>
      <w:r w:rsidR="004C389C">
        <w:t>Nous monterons</w:t>
      </w:r>
      <w:r>
        <w:t xml:space="preserve">, </w:t>
      </w:r>
      <w:r w:rsidR="004C389C">
        <w:t>alors</w:t>
      </w:r>
      <w:r>
        <w:t xml:space="preserve">, </w:t>
      </w:r>
      <w:r w:rsidR="004C389C">
        <w:t>à la surface</w:t>
      </w:r>
      <w:r>
        <w:t xml:space="preserve">, </w:t>
      </w:r>
      <w:r w:rsidR="004C389C">
        <w:t>nous le reconna</w:t>
      </w:r>
      <w:r w:rsidR="004C389C">
        <w:t>î</w:t>
      </w:r>
      <w:r w:rsidR="004C389C">
        <w:t>trons et si</w:t>
      </w:r>
      <w:r>
        <w:t xml:space="preserve">, </w:t>
      </w:r>
      <w:r w:rsidR="004C389C">
        <w:t>par bonheur</w:t>
      </w:r>
      <w:r>
        <w:t xml:space="preserve">, </w:t>
      </w:r>
      <w:r w:rsidR="004C389C">
        <w:t>c</w:t>
      </w:r>
      <w:r>
        <w:t>’</w:t>
      </w:r>
      <w:r w:rsidR="004C389C">
        <w:t>est un navire de commerce du Ven</w:t>
      </w:r>
      <w:r w:rsidR="004C389C">
        <w:t>e</w:t>
      </w:r>
      <w:r w:rsidR="004C389C">
        <w:t>zuela où un navire de guerre des États-Unis</w:t>
      </w:r>
      <w:r>
        <w:t xml:space="preserve">, </w:t>
      </w:r>
      <w:r w:rsidR="004C389C">
        <w:t>en ce cas</w:t>
      </w:r>
      <w:r>
        <w:t xml:space="preserve">, </w:t>
      </w:r>
      <w:r w:rsidR="004C389C">
        <w:t>malheur à lui</w:t>
      </w:r>
      <w:r>
        <w:t xml:space="preserve">, </w:t>
      </w:r>
      <w:r w:rsidR="004C389C">
        <w:t>trois fois malheur</w:t>
      </w:r>
      <w:r>
        <w:t> !…</w:t>
      </w:r>
    </w:p>
    <w:p w14:paraId="052EE3EF" w14:textId="77777777" w:rsidR="004B5A85" w:rsidRDefault="004B5A85" w:rsidP="004C389C">
      <w:r>
        <w:t>— </w:t>
      </w:r>
      <w:r w:rsidR="004C389C">
        <w:t>Bien</w:t>
      </w:r>
      <w:r>
        <w:t xml:space="preserve">, </w:t>
      </w:r>
      <w:r w:rsidR="004C389C">
        <w:t>Maître</w:t>
      </w:r>
      <w:r>
        <w:t xml:space="preserve"> ! </w:t>
      </w:r>
      <w:r w:rsidR="004C389C">
        <w:t xml:space="preserve">fit impassiblement </w:t>
      </w:r>
      <w:proofErr w:type="spellStart"/>
      <w:r w:rsidR="004C389C">
        <w:t>Askold</w:t>
      </w:r>
      <w:proofErr w:type="spellEnd"/>
      <w:r>
        <w:t xml:space="preserve">. </w:t>
      </w:r>
      <w:r w:rsidR="004C389C">
        <w:t>Voilà pour le jour</w:t>
      </w:r>
      <w:r>
        <w:t xml:space="preserve">. </w:t>
      </w:r>
      <w:r w:rsidR="004C389C">
        <w:t>Mais la nuit</w:t>
      </w:r>
      <w:r>
        <w:t> ?</w:t>
      </w:r>
    </w:p>
    <w:p w14:paraId="3AF13392" w14:textId="77777777" w:rsidR="004B5A85" w:rsidRDefault="004B5A85" w:rsidP="004C389C">
      <w:r>
        <w:t>— </w:t>
      </w:r>
      <w:r w:rsidR="004C389C">
        <w:t>Pendant la nuit</w:t>
      </w:r>
      <w:r>
        <w:t xml:space="preserve">, </w:t>
      </w:r>
      <w:r w:rsidR="004C389C">
        <w:t>nous naviguerons en surface</w:t>
      </w:r>
      <w:r>
        <w:t xml:space="preserve">. </w:t>
      </w:r>
      <w:r w:rsidR="004C389C">
        <w:t>À travers son hublot</w:t>
      </w:r>
      <w:r>
        <w:t xml:space="preserve">, </w:t>
      </w:r>
      <w:r w:rsidR="004C389C">
        <w:t>la vigie observera l</w:t>
      </w:r>
      <w:r>
        <w:t>’</w:t>
      </w:r>
      <w:r w:rsidR="004C389C">
        <w:t>horizon</w:t>
      </w:r>
      <w:r>
        <w:t xml:space="preserve">. </w:t>
      </w:r>
      <w:r w:rsidR="004C389C">
        <w:t>Chaque fois qu</w:t>
      </w:r>
      <w:r>
        <w:t>’</w:t>
      </w:r>
      <w:r w:rsidR="004C389C">
        <w:t>un feu de navire sera signalé</w:t>
      </w:r>
      <w:r>
        <w:t xml:space="preserve">, </w:t>
      </w:r>
      <w:r w:rsidR="004C389C">
        <w:t>nous irons le reconnaître</w:t>
      </w:r>
      <w:r>
        <w:t xml:space="preserve">… </w:t>
      </w:r>
      <w:r w:rsidR="004C389C">
        <w:t>Et ce sera comme pendant le jour</w:t>
      </w:r>
      <w:r>
        <w:t>…</w:t>
      </w:r>
    </w:p>
    <w:p w14:paraId="02008DFD" w14:textId="77777777" w:rsidR="004B5A85" w:rsidRDefault="004C389C" w:rsidP="004C389C">
      <w:r>
        <w:t>Le Ravageur consulta encore la carte</w:t>
      </w:r>
      <w:r w:rsidR="004B5A85">
        <w:t xml:space="preserve">, </w:t>
      </w:r>
      <w:r>
        <w:t>murmura deux fois</w:t>
      </w:r>
      <w:r w:rsidR="004B5A85">
        <w:t> : « </w:t>
      </w:r>
      <w:r>
        <w:t>Maracaïbo</w:t>
      </w:r>
      <w:r w:rsidR="004B5A85">
        <w:t xml:space="preserve"> », </w:t>
      </w:r>
      <w:r>
        <w:t>puis</w:t>
      </w:r>
      <w:r w:rsidR="004B5A85">
        <w:t xml:space="preserve">, </w:t>
      </w:r>
      <w:r>
        <w:t>impérieux</w:t>
      </w:r>
      <w:r w:rsidR="004B5A85">
        <w:t> :</w:t>
      </w:r>
    </w:p>
    <w:p w14:paraId="2C856EF4" w14:textId="77777777" w:rsidR="004B5A85" w:rsidRDefault="004B5A85" w:rsidP="004C389C">
      <w:r>
        <w:t>— </w:t>
      </w:r>
      <w:r w:rsidR="004C389C">
        <w:t>Laissez-moi</w:t>
      </w:r>
      <w:r>
        <w:t xml:space="preserve">, </w:t>
      </w:r>
      <w:proofErr w:type="spellStart"/>
      <w:r w:rsidR="004C389C">
        <w:t>Askold</w:t>
      </w:r>
      <w:proofErr w:type="spellEnd"/>
      <w:r>
        <w:t>…</w:t>
      </w:r>
    </w:p>
    <w:p w14:paraId="56E2AD3B" w14:textId="77777777" w:rsidR="004B5A85" w:rsidRDefault="004C389C" w:rsidP="004C389C">
      <w:r>
        <w:t>Le lieutenant s</w:t>
      </w:r>
      <w:r w:rsidR="004B5A85">
        <w:t>’</w:t>
      </w:r>
      <w:r>
        <w:t>inclina et sortit</w:t>
      </w:r>
      <w:r w:rsidR="004B5A85">
        <w:t>…</w:t>
      </w:r>
    </w:p>
    <w:p w14:paraId="50757FA4" w14:textId="77777777" w:rsidR="004B5A85" w:rsidRDefault="004C389C" w:rsidP="004C389C">
      <w:r>
        <w:t>Il passa dans le couloir</w:t>
      </w:r>
      <w:r w:rsidR="004B5A85">
        <w:t xml:space="preserve">, </w:t>
      </w:r>
      <w:r>
        <w:t>par la porte de bâbord</w:t>
      </w:r>
      <w:r w:rsidR="004B5A85">
        <w:t xml:space="preserve">, </w:t>
      </w:r>
      <w:r>
        <w:t>et se dirigea à l</w:t>
      </w:r>
      <w:r w:rsidR="004B5A85">
        <w:t>’</w:t>
      </w:r>
      <w:r>
        <w:t>avant</w:t>
      </w:r>
      <w:r w:rsidR="004B5A85">
        <w:t xml:space="preserve">, </w:t>
      </w:r>
      <w:r>
        <w:t>vers le poste de la vigie</w:t>
      </w:r>
      <w:r w:rsidR="004B5A85">
        <w:t>.</w:t>
      </w:r>
    </w:p>
    <w:p w14:paraId="34B2EA58" w14:textId="02EC601D" w:rsidR="004B5A85" w:rsidRDefault="004C389C" w:rsidP="004C389C">
      <w:r>
        <w:t xml:space="preserve">Il y entra et vit </w:t>
      </w:r>
      <w:proofErr w:type="spellStart"/>
      <w:r>
        <w:t>Raynor</w:t>
      </w:r>
      <w:proofErr w:type="spellEnd"/>
      <w:r w:rsidR="004B5A85">
        <w:t xml:space="preserve">, </w:t>
      </w:r>
      <w:r>
        <w:t>assis sur un haut tabouret</w:t>
      </w:r>
      <w:r w:rsidR="004B5A85">
        <w:t xml:space="preserve">, </w:t>
      </w:r>
      <w:r>
        <w:t>au centre du poste</w:t>
      </w:r>
      <w:r w:rsidR="004B5A85">
        <w:t xml:space="preserve">. </w:t>
      </w:r>
      <w:r>
        <w:t>Ce tabouret était à la volonté de l</w:t>
      </w:r>
      <w:r w:rsidR="004B5A85">
        <w:t>’</w:t>
      </w:r>
      <w:r>
        <w:t>occupant</w:t>
      </w:r>
      <w:r w:rsidR="004B5A85">
        <w:t xml:space="preserve">, </w:t>
      </w:r>
      <w:r>
        <w:t>mobile sur son pivot</w:t>
      </w:r>
      <w:r w:rsidR="004B5A85">
        <w:t xml:space="preserve">, </w:t>
      </w:r>
      <w:r>
        <w:t xml:space="preserve">de telle sorte que la vigie pouvait scruter </w:t>
      </w:r>
      <w:r>
        <w:lastRenderedPageBreak/>
        <w:t>la mer à l</w:t>
      </w:r>
      <w:r w:rsidR="004B5A85">
        <w:t>’</w:t>
      </w:r>
      <w:r>
        <w:t>avant</w:t>
      </w:r>
      <w:r w:rsidR="004B5A85">
        <w:t xml:space="preserve">, </w:t>
      </w:r>
      <w:r>
        <w:t>à bâbord et à tribord par trois hublots garnis d</w:t>
      </w:r>
      <w:r w:rsidR="004B5A85">
        <w:t>’</w:t>
      </w:r>
      <w:r>
        <w:t>un cristal épais</w:t>
      </w:r>
      <w:r w:rsidR="004B5A85">
        <w:t xml:space="preserve">, </w:t>
      </w:r>
      <w:r>
        <w:t>mais d</w:t>
      </w:r>
      <w:r w:rsidR="004B5A85">
        <w:t>’</w:t>
      </w:r>
      <w:r>
        <w:t>une limpidité absolue</w:t>
      </w:r>
      <w:r w:rsidR="004B5A85">
        <w:t>…</w:t>
      </w:r>
    </w:p>
    <w:p w14:paraId="59D4A82D" w14:textId="77777777" w:rsidR="004B5A85" w:rsidRDefault="004C389C" w:rsidP="004C389C">
      <w:r>
        <w:t>Lorsque le sous-marin se trouvait à une grande profo</w:t>
      </w:r>
      <w:r>
        <w:t>n</w:t>
      </w:r>
      <w:r>
        <w:t>deur</w:t>
      </w:r>
      <w:r w:rsidR="004B5A85">
        <w:t xml:space="preserve">, </w:t>
      </w:r>
      <w:r>
        <w:t>là où n</w:t>
      </w:r>
      <w:r w:rsidR="004B5A85">
        <w:t>’</w:t>
      </w:r>
      <w:r>
        <w:t>atteignent plus les rayons du soleil</w:t>
      </w:r>
      <w:r w:rsidR="004B5A85">
        <w:t xml:space="preserve">, </w:t>
      </w:r>
      <w:r>
        <w:t>il éclairait sa route en allumant un très puissant projecteur électrique</w:t>
      </w:r>
      <w:r w:rsidR="004B5A85">
        <w:t xml:space="preserve">, </w:t>
      </w:r>
      <w:r>
        <w:t>disp</w:t>
      </w:r>
      <w:r>
        <w:t>o</w:t>
      </w:r>
      <w:r>
        <w:t>sé un peu en arrière des trois hublots de la vigie et qui lançait en éventail</w:t>
      </w:r>
      <w:r w:rsidR="004B5A85">
        <w:t xml:space="preserve">, </w:t>
      </w:r>
      <w:r>
        <w:t>à cent mètres à travers la masse d</w:t>
      </w:r>
      <w:r w:rsidR="004B5A85">
        <w:t>’</w:t>
      </w:r>
      <w:r>
        <w:t>eau</w:t>
      </w:r>
      <w:r w:rsidR="004B5A85">
        <w:t xml:space="preserve">, </w:t>
      </w:r>
      <w:r>
        <w:t>une très vive lumière</w:t>
      </w:r>
      <w:r w:rsidR="004B5A85">
        <w:t>.</w:t>
      </w:r>
    </w:p>
    <w:p w14:paraId="3E374FC4" w14:textId="77777777" w:rsidR="004B5A85" w:rsidRDefault="004B5A85" w:rsidP="004C389C">
      <w:r>
        <w:t>— </w:t>
      </w:r>
      <w:r w:rsidR="004C389C">
        <w:t>Rien de nouveau</w:t>
      </w:r>
      <w:r>
        <w:t xml:space="preserve">, </w:t>
      </w:r>
      <w:proofErr w:type="spellStart"/>
      <w:r w:rsidR="004C389C">
        <w:t>Raynor</w:t>
      </w:r>
      <w:proofErr w:type="spellEnd"/>
      <w:r>
        <w:t> ?</w:t>
      </w:r>
    </w:p>
    <w:p w14:paraId="5F923D09" w14:textId="77777777" w:rsidR="004B5A85" w:rsidRDefault="004B5A85" w:rsidP="004C389C">
      <w:r>
        <w:t>— </w:t>
      </w:r>
      <w:r w:rsidR="004C389C">
        <w:t>Non</w:t>
      </w:r>
      <w:r>
        <w:t xml:space="preserve">, </w:t>
      </w:r>
      <w:r w:rsidR="004C389C">
        <w:t>lieutenant</w:t>
      </w:r>
      <w:r>
        <w:t>.</w:t>
      </w:r>
    </w:p>
    <w:p w14:paraId="0FC0232C" w14:textId="77777777" w:rsidR="004B5A85" w:rsidRDefault="004B5A85" w:rsidP="004C389C">
      <w:r>
        <w:t>— </w:t>
      </w:r>
      <w:r w:rsidR="004C389C">
        <w:t xml:space="preserve">Lorsque </w:t>
      </w:r>
      <w:proofErr w:type="spellStart"/>
      <w:r w:rsidR="004C389C">
        <w:t>Caltic</w:t>
      </w:r>
      <w:proofErr w:type="spellEnd"/>
      <w:r w:rsidR="004C389C">
        <w:t xml:space="preserve"> viendra te remplacer</w:t>
      </w:r>
      <w:r>
        <w:t xml:space="preserve">, </w:t>
      </w:r>
      <w:r w:rsidR="004C389C">
        <w:t>tu lui passeras la consigne</w:t>
      </w:r>
      <w:r>
        <w:t xml:space="preserve">. </w:t>
      </w:r>
      <w:r w:rsidR="004C389C">
        <w:t>La voici</w:t>
      </w:r>
      <w:r>
        <w:t>.</w:t>
      </w:r>
    </w:p>
    <w:p w14:paraId="259B9C05" w14:textId="77777777" w:rsidR="004B5A85" w:rsidRDefault="004C389C" w:rsidP="004C389C">
      <w:r>
        <w:t xml:space="preserve">Et </w:t>
      </w:r>
      <w:proofErr w:type="spellStart"/>
      <w:r>
        <w:t>Askold</w:t>
      </w:r>
      <w:proofErr w:type="spellEnd"/>
      <w:r>
        <w:t xml:space="preserve"> transmit à la vigie les ordres précis du Ravageur</w:t>
      </w:r>
      <w:r w:rsidR="004B5A85">
        <w:t xml:space="preserve">, </w:t>
      </w:r>
      <w:r>
        <w:t>du Maître affectueusement respecté et aveuglément obéi</w:t>
      </w:r>
      <w:r w:rsidR="004B5A85">
        <w:t>.</w:t>
      </w:r>
    </w:p>
    <w:p w14:paraId="3F0F67C2" w14:textId="77777777" w:rsidR="004B5A85" w:rsidRDefault="004C389C" w:rsidP="004C389C">
      <w:r>
        <w:t>Il faut savoir que les deux hommes de vigie</w:t>
      </w:r>
      <w:r w:rsidR="004B5A85">
        <w:t xml:space="preserve">. </w:t>
      </w:r>
      <w:proofErr w:type="spellStart"/>
      <w:r>
        <w:t>Raynor</w:t>
      </w:r>
      <w:proofErr w:type="spellEnd"/>
      <w:r>
        <w:t xml:space="preserve"> et </w:t>
      </w:r>
      <w:proofErr w:type="spellStart"/>
      <w:r>
        <w:t>Ca</w:t>
      </w:r>
      <w:r>
        <w:t>l</w:t>
      </w:r>
      <w:r>
        <w:t>tic</w:t>
      </w:r>
      <w:proofErr w:type="spellEnd"/>
      <w:r w:rsidR="004B5A85">
        <w:t xml:space="preserve">, </w:t>
      </w:r>
      <w:r>
        <w:t>se remplaçaient de six heures en six heures</w:t>
      </w:r>
      <w:r w:rsidR="004B5A85">
        <w:t xml:space="preserve">, </w:t>
      </w:r>
      <w:r>
        <w:t>de telle sorte qu</w:t>
      </w:r>
      <w:r w:rsidR="004B5A85">
        <w:t>’</w:t>
      </w:r>
      <w:r>
        <w:t>ils veillaient alternativement moitié de jour et moitié de nuit</w:t>
      </w:r>
      <w:r w:rsidR="004B5A85">
        <w:t xml:space="preserve">. </w:t>
      </w:r>
      <w:r>
        <w:t>Ainsi</w:t>
      </w:r>
      <w:r w:rsidR="004B5A85">
        <w:t xml:space="preserve">, </w:t>
      </w:r>
      <w:proofErr w:type="spellStart"/>
      <w:r>
        <w:t>Raynor</w:t>
      </w:r>
      <w:proofErr w:type="spellEnd"/>
      <w:r>
        <w:t xml:space="preserve"> était de service de six heures du matin à midi</w:t>
      </w:r>
      <w:r w:rsidR="004B5A85">
        <w:t xml:space="preserve">, </w:t>
      </w:r>
      <w:r>
        <w:t>et de six heures du soir à minuit</w:t>
      </w:r>
      <w:r w:rsidR="004B5A85">
        <w:t xml:space="preserve"> ; </w:t>
      </w:r>
      <w:proofErr w:type="spellStart"/>
      <w:r>
        <w:t>Caltic</w:t>
      </w:r>
      <w:proofErr w:type="spellEnd"/>
      <w:r w:rsidR="004B5A85">
        <w:t xml:space="preserve">, </w:t>
      </w:r>
      <w:r>
        <w:t>lui</w:t>
      </w:r>
      <w:r w:rsidR="004B5A85">
        <w:t xml:space="preserve">, </w:t>
      </w:r>
      <w:r>
        <w:t>veillait de midi à six heures du soir et de minuit à six heures du matin</w:t>
      </w:r>
      <w:r w:rsidR="004B5A85">
        <w:t xml:space="preserve">. </w:t>
      </w:r>
      <w:r>
        <w:t>Pendant les heures de non-veille</w:t>
      </w:r>
      <w:r w:rsidR="004B5A85">
        <w:t xml:space="preserve">, </w:t>
      </w:r>
      <w:r>
        <w:t>l</w:t>
      </w:r>
      <w:r w:rsidR="004B5A85">
        <w:t>’</w:t>
      </w:r>
      <w:r>
        <w:t>un et l</w:t>
      </w:r>
      <w:r w:rsidR="004B5A85">
        <w:t>’</w:t>
      </w:r>
      <w:r>
        <w:t>autre</w:t>
      </w:r>
      <w:r w:rsidR="004B5A85">
        <w:t xml:space="preserve">, </w:t>
      </w:r>
      <w:r>
        <w:t>à moins d</w:t>
      </w:r>
      <w:r w:rsidR="004B5A85">
        <w:t>’</w:t>
      </w:r>
      <w:r>
        <w:t>incidents graves</w:t>
      </w:r>
      <w:r w:rsidR="004B5A85">
        <w:t xml:space="preserve">, </w:t>
      </w:r>
      <w:r>
        <w:t>n</w:t>
      </w:r>
      <w:r w:rsidR="004B5A85">
        <w:t>’</w:t>
      </w:r>
      <w:r>
        <w:t>étaient tenus à aucun service à bord</w:t>
      </w:r>
      <w:r w:rsidR="004B5A85">
        <w:t xml:space="preserve">. </w:t>
      </w:r>
      <w:r>
        <w:t>Ils pouvaient</w:t>
      </w:r>
      <w:r w:rsidR="004B5A85">
        <w:t xml:space="preserve">, </w:t>
      </w:r>
      <w:r>
        <w:t>à leur gré</w:t>
      </w:r>
      <w:r w:rsidR="004B5A85">
        <w:t xml:space="preserve">, </w:t>
      </w:r>
      <w:r>
        <w:t>dormir</w:t>
      </w:r>
      <w:r w:rsidR="004B5A85">
        <w:t xml:space="preserve">, </w:t>
      </w:r>
      <w:r>
        <w:t>lire</w:t>
      </w:r>
      <w:r w:rsidR="004B5A85">
        <w:t xml:space="preserve">, </w:t>
      </w:r>
      <w:r>
        <w:t>s</w:t>
      </w:r>
      <w:r w:rsidR="004B5A85">
        <w:t>’</w:t>
      </w:r>
      <w:r>
        <w:t>amuser à quelque travail volontaire</w:t>
      </w:r>
      <w:r w:rsidR="004B5A85">
        <w:t xml:space="preserve">, </w:t>
      </w:r>
      <w:r>
        <w:t>ou se pr</w:t>
      </w:r>
      <w:r>
        <w:t>o</w:t>
      </w:r>
      <w:r>
        <w:t>mener sur la plate-forme</w:t>
      </w:r>
      <w:r w:rsidR="004B5A85">
        <w:t xml:space="preserve">, </w:t>
      </w:r>
      <w:r>
        <w:t xml:space="preserve">si le </w:t>
      </w:r>
      <w:r>
        <w:rPr>
          <w:i/>
          <w:iCs/>
        </w:rPr>
        <w:t xml:space="preserve">Nyctalope </w:t>
      </w:r>
      <w:r>
        <w:t>naviguait en surface</w:t>
      </w:r>
      <w:r w:rsidR="004B5A85">
        <w:t xml:space="preserve">. </w:t>
      </w:r>
      <w:r>
        <w:t>Pendant les heures de veille</w:t>
      </w:r>
      <w:r w:rsidR="004B5A85">
        <w:t xml:space="preserve">, </w:t>
      </w:r>
      <w:r>
        <w:t>il leur était permis de fumer la pipe et aussi de boire</w:t>
      </w:r>
      <w:r w:rsidR="004B5A85">
        <w:t xml:space="preserve">, </w:t>
      </w:r>
      <w:r>
        <w:t>mais de l</w:t>
      </w:r>
      <w:r w:rsidR="004B5A85">
        <w:t>’</w:t>
      </w:r>
      <w:r>
        <w:t>eau pure seulement</w:t>
      </w:r>
      <w:r w:rsidR="004B5A85">
        <w:t xml:space="preserve"> ; </w:t>
      </w:r>
      <w:r>
        <w:t>une carafe pleine et un verre étaient suspendus à des crochets</w:t>
      </w:r>
      <w:r w:rsidR="004B5A85">
        <w:t xml:space="preserve">, </w:t>
      </w:r>
      <w:r>
        <w:t>à portée de la main</w:t>
      </w:r>
      <w:r w:rsidR="004B5A85">
        <w:t xml:space="preserve">, </w:t>
      </w:r>
      <w:r>
        <w:t>de manière qu</w:t>
      </w:r>
      <w:r w:rsidR="004B5A85">
        <w:t>’</w:t>
      </w:r>
      <w:r>
        <w:t>ils n</w:t>
      </w:r>
      <w:r w:rsidR="004B5A85">
        <w:t>’</w:t>
      </w:r>
      <w:r>
        <w:t>eussent même pas à descendre de leur siège</w:t>
      </w:r>
      <w:r w:rsidR="004B5A85">
        <w:t>.</w:t>
      </w:r>
    </w:p>
    <w:p w14:paraId="6D50922A" w14:textId="77777777" w:rsidR="004B5A85" w:rsidRDefault="004C389C" w:rsidP="004C389C">
      <w:r>
        <w:lastRenderedPageBreak/>
        <w:t>L</w:t>
      </w:r>
      <w:r w:rsidR="004B5A85">
        <w:t>’</w:t>
      </w:r>
      <w:r>
        <w:t>on voit</w:t>
      </w:r>
      <w:r w:rsidR="004B5A85">
        <w:t xml:space="preserve">, </w:t>
      </w:r>
      <w:r>
        <w:t>par ces détails</w:t>
      </w:r>
      <w:r w:rsidR="004B5A85">
        <w:t xml:space="preserve">, </w:t>
      </w:r>
      <w:r>
        <w:t>avec quel ordre et quelle précision le service des vigies était réglé</w:t>
      </w:r>
      <w:r w:rsidR="004B5A85">
        <w:t>.</w:t>
      </w:r>
    </w:p>
    <w:p w14:paraId="0AA03504" w14:textId="77777777" w:rsidR="004B5A85" w:rsidRDefault="004C389C" w:rsidP="004C389C">
      <w:r>
        <w:t>Il en était de même pour tous les autres services</w:t>
      </w:r>
      <w:r w:rsidR="004B5A85">
        <w:t>.</w:t>
      </w:r>
    </w:p>
    <w:p w14:paraId="13D88262" w14:textId="77777777" w:rsidR="004B5A85" w:rsidRDefault="004C389C" w:rsidP="004C389C">
      <w:r>
        <w:t>Ces règlements étaient l</w:t>
      </w:r>
      <w:r w:rsidR="004B5A85">
        <w:t>’</w:t>
      </w:r>
      <w:r>
        <w:t>œuvre du commandant Martel</w:t>
      </w:r>
      <w:r w:rsidR="004B5A85">
        <w:t xml:space="preserve">. </w:t>
      </w:r>
      <w:r>
        <w:t>Après s</w:t>
      </w:r>
      <w:r w:rsidR="004B5A85">
        <w:t>’</w:t>
      </w:r>
      <w:r>
        <w:t xml:space="preserve">être emparé du </w:t>
      </w:r>
      <w:r>
        <w:rPr>
          <w:i/>
          <w:iCs/>
        </w:rPr>
        <w:t>Nyctalope</w:t>
      </w:r>
      <w:r w:rsidR="004B5A85">
        <w:rPr>
          <w:i/>
          <w:iCs/>
        </w:rPr>
        <w:t xml:space="preserve">, </w:t>
      </w:r>
      <w:r>
        <w:t>le Ravageur n</w:t>
      </w:r>
      <w:r w:rsidR="004B5A85">
        <w:t>’</w:t>
      </w:r>
      <w:r>
        <w:t>avait eu qu</w:t>
      </w:r>
      <w:r w:rsidR="004B5A85">
        <w:t>’</w:t>
      </w:r>
      <w:r>
        <w:t>à les appliquer</w:t>
      </w:r>
      <w:r w:rsidR="004B5A85">
        <w:t xml:space="preserve">, </w:t>
      </w:r>
      <w:r>
        <w:t>pour qu</w:t>
      </w:r>
      <w:r w:rsidR="004B5A85">
        <w:t>’</w:t>
      </w:r>
      <w:r>
        <w:t>instantanément tout fonctionnât</w:t>
      </w:r>
      <w:r w:rsidR="004B5A85">
        <w:t xml:space="preserve">, </w:t>
      </w:r>
      <w:r>
        <w:t>avec son équipe de pirates</w:t>
      </w:r>
      <w:r w:rsidR="004B5A85">
        <w:t xml:space="preserve">, </w:t>
      </w:r>
      <w:r>
        <w:t>comme cela avait fonctionné avec l</w:t>
      </w:r>
      <w:r w:rsidR="004B5A85">
        <w:t>’</w:t>
      </w:r>
      <w:r>
        <w:t>équipage des marins français</w:t>
      </w:r>
      <w:r w:rsidR="004B5A85">
        <w:t>.</w:t>
      </w:r>
    </w:p>
    <w:p w14:paraId="720B5EA6" w14:textId="77777777" w:rsidR="004B5A85" w:rsidRDefault="004C389C" w:rsidP="004C389C">
      <w:r>
        <w:t>Ayant donc transmis la consigne</w:t>
      </w:r>
      <w:r w:rsidR="004B5A85">
        <w:t xml:space="preserve">, </w:t>
      </w:r>
      <w:proofErr w:type="spellStart"/>
      <w:r>
        <w:t>Askold</w:t>
      </w:r>
      <w:proofErr w:type="spellEnd"/>
      <w:r>
        <w:t xml:space="preserve"> sortit du poste de vigie et</w:t>
      </w:r>
      <w:r w:rsidR="004B5A85">
        <w:t xml:space="preserve">, </w:t>
      </w:r>
      <w:r>
        <w:t>par le couloir de tribord</w:t>
      </w:r>
      <w:r w:rsidR="004B5A85">
        <w:t xml:space="preserve">, </w:t>
      </w:r>
      <w:r>
        <w:t>il se rendit au corps de garde</w:t>
      </w:r>
      <w:r w:rsidR="004B5A85">
        <w:t>.</w:t>
      </w:r>
    </w:p>
    <w:p w14:paraId="2492E7B9" w14:textId="77777777" w:rsidR="004B5A85" w:rsidRDefault="004C389C" w:rsidP="004C389C">
      <w:r>
        <w:t>Là</w:t>
      </w:r>
      <w:r w:rsidR="004B5A85">
        <w:t xml:space="preserve">, </w:t>
      </w:r>
      <w:r>
        <w:t>autour de l</w:t>
      </w:r>
      <w:r w:rsidR="004B5A85">
        <w:t>’</w:t>
      </w:r>
      <w:r>
        <w:t>escalier de l</w:t>
      </w:r>
      <w:r w:rsidR="004B5A85">
        <w:t>’</w:t>
      </w:r>
      <w:r>
        <w:t>écoutille centrale</w:t>
      </w:r>
      <w:r w:rsidR="004B5A85">
        <w:t xml:space="preserve">, </w:t>
      </w:r>
      <w:r>
        <w:t xml:space="preserve">il trouva </w:t>
      </w:r>
      <w:proofErr w:type="spellStart"/>
      <w:r>
        <w:t>Poutkine</w:t>
      </w:r>
      <w:proofErr w:type="spellEnd"/>
      <w:r w:rsidR="004B5A85">
        <w:t xml:space="preserve">, </w:t>
      </w:r>
      <w:proofErr w:type="spellStart"/>
      <w:r>
        <w:t>Brasky</w:t>
      </w:r>
      <w:proofErr w:type="spellEnd"/>
      <w:r>
        <w:t xml:space="preserve"> et Kenny en train de vérifier le mécanisme des lance-torpilles</w:t>
      </w:r>
      <w:r w:rsidR="004B5A85">
        <w:t>.</w:t>
      </w:r>
    </w:p>
    <w:p w14:paraId="7FB1EFDE" w14:textId="77777777" w:rsidR="004B5A85" w:rsidRDefault="004C389C" w:rsidP="004C389C">
      <w:r>
        <w:t>Il les quitta après avoir donné un coup d</w:t>
      </w:r>
      <w:r w:rsidR="004B5A85">
        <w:t>’</w:t>
      </w:r>
      <w:r>
        <w:t>œil à leur travail et entra dans la chambre des machines</w:t>
      </w:r>
      <w:r w:rsidR="004B5A85">
        <w:t xml:space="preserve">. </w:t>
      </w:r>
      <w:r>
        <w:t xml:space="preserve">Les mécaniciens </w:t>
      </w:r>
      <w:proofErr w:type="spellStart"/>
      <w:r>
        <w:t>Lunoir</w:t>
      </w:r>
      <w:proofErr w:type="spellEnd"/>
      <w:r w:rsidR="004B5A85">
        <w:t xml:space="preserve">, </w:t>
      </w:r>
      <w:proofErr w:type="spellStart"/>
      <w:r>
        <w:t>Fippe</w:t>
      </w:r>
      <w:proofErr w:type="spellEnd"/>
      <w:r>
        <w:t xml:space="preserve"> et John surveillaient la marche du moteur</w:t>
      </w:r>
      <w:r w:rsidR="004B5A85">
        <w:t xml:space="preserve">, </w:t>
      </w:r>
      <w:r>
        <w:t>du générateur électrique</w:t>
      </w:r>
      <w:r w:rsidR="004B5A85">
        <w:t xml:space="preserve">, </w:t>
      </w:r>
      <w:r>
        <w:t>des pistons</w:t>
      </w:r>
      <w:r w:rsidR="004B5A85">
        <w:t xml:space="preserve">. </w:t>
      </w:r>
      <w:r>
        <w:t>Ils huilaient</w:t>
      </w:r>
      <w:r w:rsidR="004B5A85">
        <w:t xml:space="preserve">, </w:t>
      </w:r>
      <w:r>
        <w:t>graissaient</w:t>
      </w:r>
      <w:r w:rsidR="004B5A85">
        <w:t xml:space="preserve">, </w:t>
      </w:r>
      <w:r>
        <w:t>frottaient</w:t>
      </w:r>
      <w:r w:rsidR="004B5A85">
        <w:t xml:space="preserve">, </w:t>
      </w:r>
      <w:r>
        <w:t>su</w:t>
      </w:r>
      <w:r>
        <w:t>r</w:t>
      </w:r>
      <w:r>
        <w:t>veillaient les instruments contrôleurs de la marche</w:t>
      </w:r>
      <w:r w:rsidR="004B5A85">
        <w:t xml:space="preserve">, </w:t>
      </w:r>
      <w:r>
        <w:t>de la pr</w:t>
      </w:r>
      <w:r>
        <w:t>o</w:t>
      </w:r>
      <w:r>
        <w:t>fondeur d</w:t>
      </w:r>
      <w:r w:rsidR="004B5A85">
        <w:t>’</w:t>
      </w:r>
      <w:r>
        <w:t>immersion</w:t>
      </w:r>
      <w:r w:rsidR="004B5A85">
        <w:t xml:space="preserve">, </w:t>
      </w:r>
      <w:r>
        <w:t>etc</w:t>
      </w:r>
      <w:r w:rsidR="004B5A85">
        <w:t>.…</w:t>
      </w:r>
    </w:p>
    <w:p w14:paraId="4C8EDD3F" w14:textId="77777777" w:rsidR="004B5A85" w:rsidRDefault="004C389C" w:rsidP="004C389C">
      <w:proofErr w:type="spellStart"/>
      <w:r>
        <w:t>Askold</w:t>
      </w:r>
      <w:proofErr w:type="spellEnd"/>
      <w:r>
        <w:t xml:space="preserve"> passa</w:t>
      </w:r>
      <w:r w:rsidR="004B5A85">
        <w:t xml:space="preserve">. </w:t>
      </w:r>
      <w:r>
        <w:t>Dans la salle à manger de l</w:t>
      </w:r>
      <w:r w:rsidR="004B5A85">
        <w:t>’</w:t>
      </w:r>
      <w:r>
        <w:t>équipage</w:t>
      </w:r>
      <w:r w:rsidR="004B5A85">
        <w:t xml:space="preserve">, </w:t>
      </w:r>
      <w:r>
        <w:t>il con</w:t>
      </w:r>
      <w:r>
        <w:t>s</w:t>
      </w:r>
      <w:r>
        <w:t>tata que le nègre Jack</w:t>
      </w:r>
      <w:r w:rsidR="004B5A85">
        <w:t xml:space="preserve"> – </w:t>
      </w:r>
      <w:r>
        <w:t>qui servait aussi à certaines heures de valet de chambre pour les officiers</w:t>
      </w:r>
      <w:r w:rsidR="004B5A85">
        <w:t xml:space="preserve"> – </w:t>
      </w:r>
      <w:r>
        <w:t>accomplissait en ce m</w:t>
      </w:r>
      <w:r>
        <w:t>o</w:t>
      </w:r>
      <w:r>
        <w:t>ment son office d</w:t>
      </w:r>
      <w:r w:rsidR="004B5A85">
        <w:t>’</w:t>
      </w:r>
      <w:r>
        <w:t>aide-cuisinier</w:t>
      </w:r>
      <w:r w:rsidR="004B5A85">
        <w:t xml:space="preserve">, </w:t>
      </w:r>
      <w:r>
        <w:t>en préparant la table pour les hommes de la première tournée</w:t>
      </w:r>
      <w:r w:rsidR="004B5A85">
        <w:t xml:space="preserve">, </w:t>
      </w:r>
      <w:r>
        <w:t>par roulement</w:t>
      </w:r>
      <w:r w:rsidR="004B5A85">
        <w:t xml:space="preserve">, </w:t>
      </w:r>
      <w:r>
        <w:t>à une heure de distance</w:t>
      </w:r>
      <w:r w:rsidR="004B5A85">
        <w:t xml:space="preserve">. </w:t>
      </w:r>
      <w:r>
        <w:t>Dans la cuisine</w:t>
      </w:r>
      <w:r w:rsidR="004B5A85">
        <w:t xml:space="preserve">, </w:t>
      </w:r>
      <w:r>
        <w:t>le maître-coq</w:t>
      </w:r>
      <w:r w:rsidR="004B5A85">
        <w:t xml:space="preserve">, </w:t>
      </w:r>
      <w:r>
        <w:t xml:space="preserve">nommé </w:t>
      </w:r>
      <w:proofErr w:type="spellStart"/>
      <w:r>
        <w:t>Larlin</w:t>
      </w:r>
      <w:proofErr w:type="spellEnd"/>
      <w:r w:rsidR="004B5A85">
        <w:t xml:space="preserve">, </w:t>
      </w:r>
      <w:r>
        <w:t>survei</w:t>
      </w:r>
      <w:r>
        <w:t>l</w:t>
      </w:r>
      <w:r>
        <w:t>lait ses fourneaux</w:t>
      </w:r>
      <w:r w:rsidR="004B5A85">
        <w:t>.</w:t>
      </w:r>
    </w:p>
    <w:p w14:paraId="3A3BB09D" w14:textId="412FF634" w:rsidR="004B5A85" w:rsidRDefault="004C389C" w:rsidP="004C389C">
      <w:proofErr w:type="spellStart"/>
      <w:r>
        <w:t>Askold</w:t>
      </w:r>
      <w:proofErr w:type="spellEnd"/>
      <w:r>
        <w:t xml:space="preserve"> flaira la soupe</w:t>
      </w:r>
      <w:r w:rsidR="004B5A85">
        <w:t xml:space="preserve"> </w:t>
      </w:r>
      <w:r>
        <w:t>en souriant et passa aussitôt dans la chambrée</w:t>
      </w:r>
      <w:r w:rsidR="004B5A85">
        <w:t xml:space="preserve">, </w:t>
      </w:r>
      <w:r>
        <w:t>que l</w:t>
      </w:r>
      <w:r w:rsidR="004B5A85">
        <w:t>’</w:t>
      </w:r>
      <w:r>
        <w:t xml:space="preserve">on appelait aussi </w:t>
      </w:r>
      <w:r w:rsidR="004B5A85">
        <w:t>« </w:t>
      </w:r>
      <w:r>
        <w:t>poste de l</w:t>
      </w:r>
      <w:r w:rsidR="004B5A85">
        <w:t>’</w:t>
      </w:r>
      <w:r>
        <w:t>équipage</w:t>
      </w:r>
      <w:r w:rsidR="004B5A85">
        <w:t xml:space="preserve"> ». </w:t>
      </w:r>
      <w:r>
        <w:lastRenderedPageBreak/>
        <w:t>Dans cinq hamacs</w:t>
      </w:r>
      <w:r w:rsidR="004B5A85">
        <w:t xml:space="preserve">, </w:t>
      </w:r>
      <w:r>
        <w:t xml:space="preserve">il vit la vigie </w:t>
      </w:r>
      <w:proofErr w:type="spellStart"/>
      <w:r>
        <w:t>Caltic</w:t>
      </w:r>
      <w:proofErr w:type="spellEnd"/>
      <w:r w:rsidR="004B5A85">
        <w:t xml:space="preserve">, </w:t>
      </w:r>
      <w:r>
        <w:t>le timonier Dumas et les m</w:t>
      </w:r>
      <w:r>
        <w:t>é</w:t>
      </w:r>
      <w:r>
        <w:t xml:space="preserve">caniciens </w:t>
      </w:r>
      <w:proofErr w:type="spellStart"/>
      <w:r>
        <w:t>Aspar</w:t>
      </w:r>
      <w:proofErr w:type="spellEnd"/>
      <w:r w:rsidR="004B5A85">
        <w:t xml:space="preserve">, </w:t>
      </w:r>
      <w:r>
        <w:t>Ted et Barrot</w:t>
      </w:r>
      <w:r w:rsidR="004B5A85">
        <w:t xml:space="preserve">. </w:t>
      </w:r>
      <w:r>
        <w:t>Les cinq hommes dormaient</w:t>
      </w:r>
      <w:r w:rsidR="004B5A85">
        <w:t>.</w:t>
      </w:r>
    </w:p>
    <w:p w14:paraId="756FEA31" w14:textId="77777777" w:rsidR="004B5A85" w:rsidRDefault="004C389C" w:rsidP="004C389C">
      <w:r>
        <w:t>Le lieutenant se garda de les réveiller</w:t>
      </w:r>
      <w:r w:rsidR="004B5A85">
        <w:t xml:space="preserve">, </w:t>
      </w:r>
      <w:r>
        <w:t>et sortant du poste par la porte de bâbord</w:t>
      </w:r>
      <w:r w:rsidR="004B5A85">
        <w:t xml:space="preserve">, </w:t>
      </w:r>
      <w:r>
        <w:t>il suivit le couloir jusqu</w:t>
      </w:r>
      <w:r w:rsidR="004B5A85">
        <w:t>’</w:t>
      </w:r>
      <w:r>
        <w:t>à la cabine n</w:t>
      </w:r>
      <w:r>
        <w:t>u</w:t>
      </w:r>
      <w:r>
        <w:t>méro 2</w:t>
      </w:r>
      <w:r w:rsidR="004B5A85">
        <w:t xml:space="preserve">. </w:t>
      </w:r>
      <w:r>
        <w:t>La porte sur le couloir en était ouverte</w:t>
      </w:r>
      <w:r w:rsidR="004B5A85">
        <w:t xml:space="preserve">. </w:t>
      </w:r>
      <w:r>
        <w:t xml:space="preserve">Il vit </w:t>
      </w:r>
      <w:proofErr w:type="spellStart"/>
      <w:r>
        <w:t>Brilo</w:t>
      </w:r>
      <w:proofErr w:type="spellEnd"/>
      <w:r>
        <w:t xml:space="preserve"> et </w:t>
      </w:r>
      <w:proofErr w:type="spellStart"/>
      <w:r>
        <w:t>Jorry</w:t>
      </w:r>
      <w:proofErr w:type="spellEnd"/>
      <w:r>
        <w:t xml:space="preserve"> en train d</w:t>
      </w:r>
      <w:r w:rsidR="004B5A85">
        <w:t>’</w:t>
      </w:r>
      <w:r>
        <w:t>astiquer des carabines</w:t>
      </w:r>
      <w:r w:rsidR="004B5A85">
        <w:t xml:space="preserve">, </w:t>
      </w:r>
      <w:r>
        <w:t>dont une trentaine étaient rangées sur la couchette</w:t>
      </w:r>
      <w:r w:rsidR="004B5A85">
        <w:t xml:space="preserve">. </w:t>
      </w:r>
      <w:proofErr w:type="spellStart"/>
      <w:r>
        <w:t>Brilo</w:t>
      </w:r>
      <w:proofErr w:type="spellEnd"/>
      <w:r>
        <w:t xml:space="preserve"> et </w:t>
      </w:r>
      <w:proofErr w:type="spellStart"/>
      <w:r>
        <w:t>Jorry</w:t>
      </w:r>
      <w:proofErr w:type="spellEnd"/>
      <w:r w:rsidR="004B5A85">
        <w:t xml:space="preserve">, </w:t>
      </w:r>
      <w:r>
        <w:t>en effet</w:t>
      </w:r>
      <w:r w:rsidR="004B5A85">
        <w:t xml:space="preserve">, </w:t>
      </w:r>
      <w:r>
        <w:t>en sus de leurs fonctions de gardiens</w:t>
      </w:r>
      <w:r w:rsidR="004B5A85">
        <w:t xml:space="preserve">, </w:t>
      </w:r>
      <w:r>
        <w:t>étaient chargés de l</w:t>
      </w:r>
      <w:r w:rsidR="004B5A85">
        <w:t>’</w:t>
      </w:r>
      <w:r>
        <w:t>armurerie</w:t>
      </w:r>
      <w:r w:rsidR="004B5A85">
        <w:t>.</w:t>
      </w:r>
    </w:p>
    <w:p w14:paraId="6260BBD4" w14:textId="77777777" w:rsidR="004B5A85" w:rsidRDefault="004B5A85" w:rsidP="004C389C">
      <w:r>
        <w:t>— </w:t>
      </w:r>
      <w:r w:rsidR="004C389C">
        <w:t>Que fait le prisonnier</w:t>
      </w:r>
      <w:r>
        <w:t xml:space="preserve"> ? </w:t>
      </w:r>
      <w:r w:rsidR="004C389C">
        <w:t xml:space="preserve">demanda </w:t>
      </w:r>
      <w:proofErr w:type="spellStart"/>
      <w:r w:rsidR="004C389C">
        <w:t>Askold</w:t>
      </w:r>
      <w:proofErr w:type="spellEnd"/>
      <w:r>
        <w:t xml:space="preserve">, </w:t>
      </w:r>
      <w:r w:rsidR="004C389C">
        <w:t>en pensant se</w:t>
      </w:r>
      <w:r w:rsidR="004C389C">
        <w:t>u</w:t>
      </w:r>
      <w:r w:rsidR="004C389C">
        <w:t>lement au commandant Martel</w:t>
      </w:r>
      <w:r>
        <w:t xml:space="preserve">, </w:t>
      </w:r>
      <w:r w:rsidR="004C389C">
        <w:t>car</w:t>
      </w:r>
      <w:r>
        <w:t xml:space="preserve">, </w:t>
      </w:r>
      <w:r w:rsidR="004C389C">
        <w:t>pour lui</w:t>
      </w:r>
      <w:r>
        <w:t xml:space="preserve">, </w:t>
      </w:r>
      <w:r w:rsidR="004C389C">
        <w:t>le mousse n</w:t>
      </w:r>
      <w:r>
        <w:t>’</w:t>
      </w:r>
      <w:r w:rsidR="004C389C">
        <w:t>existait pas</w:t>
      </w:r>
      <w:r>
        <w:t>.</w:t>
      </w:r>
    </w:p>
    <w:p w14:paraId="494E5FE8" w14:textId="77777777" w:rsidR="004B5A85" w:rsidRDefault="004B5A85" w:rsidP="004C389C">
      <w:r>
        <w:t>— </w:t>
      </w:r>
      <w:r w:rsidR="004C389C">
        <w:t>Il dort</w:t>
      </w:r>
      <w:r>
        <w:t>.</w:t>
      </w:r>
    </w:p>
    <w:p w14:paraId="5B26B548" w14:textId="77777777" w:rsidR="004B5A85" w:rsidRDefault="004B5A85" w:rsidP="004C389C">
      <w:r>
        <w:t>— </w:t>
      </w:r>
      <w:r w:rsidR="004C389C">
        <w:t>C</w:t>
      </w:r>
      <w:r>
        <w:t>’</w:t>
      </w:r>
      <w:r w:rsidR="004C389C">
        <w:t>est ce qu</w:t>
      </w:r>
      <w:r>
        <w:t>’</w:t>
      </w:r>
      <w:r w:rsidR="004C389C">
        <w:t>il a de mieux à faire</w:t>
      </w:r>
      <w:r>
        <w:t>.</w:t>
      </w:r>
    </w:p>
    <w:p w14:paraId="280B5943" w14:textId="77777777" w:rsidR="004B5A85" w:rsidRDefault="004C389C" w:rsidP="004C389C">
      <w:r>
        <w:t xml:space="preserve">Et </w:t>
      </w:r>
      <w:proofErr w:type="spellStart"/>
      <w:r>
        <w:t>Askold</w:t>
      </w:r>
      <w:proofErr w:type="spellEnd"/>
      <w:r w:rsidR="004B5A85">
        <w:t xml:space="preserve">, </w:t>
      </w:r>
      <w:r>
        <w:t>reprenant le couloir</w:t>
      </w:r>
      <w:r w:rsidR="004B5A85">
        <w:t xml:space="preserve">, </w:t>
      </w:r>
      <w:r>
        <w:t>entra enfin dans le poste du timonier</w:t>
      </w:r>
      <w:r w:rsidR="004B5A85">
        <w:t>.</w:t>
      </w:r>
    </w:p>
    <w:p w14:paraId="10283367" w14:textId="77777777" w:rsidR="004B5A85" w:rsidRDefault="004C389C" w:rsidP="004C389C">
      <w:r>
        <w:t>Là</w:t>
      </w:r>
      <w:r w:rsidR="004B5A85">
        <w:t xml:space="preserve">, </w:t>
      </w:r>
      <w:r>
        <w:t>devant la roue à poignées d</w:t>
      </w:r>
      <w:r w:rsidR="004B5A85">
        <w:t>’</w:t>
      </w:r>
      <w:r>
        <w:t>acier</w:t>
      </w:r>
      <w:r w:rsidR="004B5A85">
        <w:t xml:space="preserve">, </w:t>
      </w:r>
      <w:r>
        <w:t>la boussole montrait une aiguille aimantée</w:t>
      </w:r>
      <w:r w:rsidR="004B5A85">
        <w:t xml:space="preserve"> ; </w:t>
      </w:r>
      <w:r>
        <w:t>et</w:t>
      </w:r>
      <w:r w:rsidR="004B5A85">
        <w:t xml:space="preserve">, </w:t>
      </w:r>
      <w:r>
        <w:t>sous les yeux du timonier</w:t>
      </w:r>
      <w:r w:rsidR="004B5A85">
        <w:t xml:space="preserve">, </w:t>
      </w:r>
      <w:r>
        <w:t>divers in</w:t>
      </w:r>
      <w:r>
        <w:t>s</w:t>
      </w:r>
      <w:r>
        <w:t>truments disposés sur un tableau fixe à la paroi</w:t>
      </w:r>
      <w:r w:rsidR="004B5A85">
        <w:t xml:space="preserve">, </w:t>
      </w:r>
      <w:r>
        <w:t>lui indiquaient la rapidité de la marche</w:t>
      </w:r>
      <w:r w:rsidR="004B5A85">
        <w:t xml:space="preserve">, </w:t>
      </w:r>
      <w:r>
        <w:t>la profondeur d</w:t>
      </w:r>
      <w:r w:rsidR="004B5A85">
        <w:t>’</w:t>
      </w:r>
      <w:r>
        <w:t>immersion</w:t>
      </w:r>
      <w:r w:rsidR="004B5A85">
        <w:t xml:space="preserve">, </w:t>
      </w:r>
      <w:r>
        <w:t>ainsi que le nombre de milles marins parcourus depuis une certaine heure</w:t>
      </w:r>
      <w:r w:rsidR="004B5A85">
        <w:t xml:space="preserve">. </w:t>
      </w:r>
      <w:r>
        <w:t>Et au milieu de ces instruments luisait le pavillon d</w:t>
      </w:r>
      <w:r w:rsidR="004B5A85">
        <w:t>’</w:t>
      </w:r>
      <w:r>
        <w:t>un tél</w:t>
      </w:r>
      <w:r>
        <w:t>é</w:t>
      </w:r>
      <w:r>
        <w:t>phone haut-parleur</w:t>
      </w:r>
      <w:r w:rsidR="004B5A85">
        <w:t xml:space="preserve">, </w:t>
      </w:r>
      <w:r>
        <w:t>chargé de transmettre instantanément et nettement au timonier les indications de la vigie ou les ordres lancés d</w:t>
      </w:r>
      <w:r w:rsidR="004B5A85">
        <w:t>’</w:t>
      </w:r>
      <w:r>
        <w:t>un point quelconque du sous-marin par le Maître ou le lieutenant</w:t>
      </w:r>
      <w:r w:rsidR="004B5A85">
        <w:t xml:space="preserve">. </w:t>
      </w:r>
      <w:r>
        <w:t>Ces téléphones haut-parleurs se retrouvaient d</w:t>
      </w:r>
      <w:r w:rsidR="004B5A85">
        <w:t>’</w:t>
      </w:r>
      <w:r>
        <w:t xml:space="preserve">ailleurs dans toutes les pièces du merveilleux </w:t>
      </w:r>
      <w:r>
        <w:rPr>
          <w:i/>
          <w:iCs/>
        </w:rPr>
        <w:t>Nyctalope</w:t>
      </w:r>
      <w:r w:rsidR="004B5A85">
        <w:rPr>
          <w:i/>
          <w:iCs/>
        </w:rPr>
        <w:t xml:space="preserve">, </w:t>
      </w:r>
      <w:r>
        <w:t>si bien que</w:t>
      </w:r>
      <w:r w:rsidR="004B5A85">
        <w:t xml:space="preserve">, </w:t>
      </w:r>
      <w:r>
        <w:t>d</w:t>
      </w:r>
      <w:r w:rsidR="004B5A85">
        <w:t>’</w:t>
      </w:r>
      <w:r>
        <w:t>un endroit quelconque</w:t>
      </w:r>
      <w:r w:rsidR="004B5A85">
        <w:t xml:space="preserve">, </w:t>
      </w:r>
      <w:r>
        <w:t>les ordres et les indications nécessaires pouvaient être lancés à l</w:t>
      </w:r>
      <w:r w:rsidR="004B5A85">
        <w:t>’</w:t>
      </w:r>
      <w:r>
        <w:t>homme chargé de les ex</w:t>
      </w:r>
      <w:r>
        <w:t>é</w:t>
      </w:r>
      <w:r>
        <w:t>cuter ou d</w:t>
      </w:r>
      <w:r w:rsidR="004B5A85">
        <w:t>’</w:t>
      </w:r>
      <w:r>
        <w:t>en tenir compte</w:t>
      </w:r>
      <w:r w:rsidR="004B5A85">
        <w:t xml:space="preserve">. </w:t>
      </w:r>
      <w:r>
        <w:t xml:space="preserve">À côté </w:t>
      </w:r>
      <w:r>
        <w:lastRenderedPageBreak/>
        <w:t>de chaque appareil</w:t>
      </w:r>
      <w:r w:rsidR="004B5A85">
        <w:t xml:space="preserve">, </w:t>
      </w:r>
      <w:r>
        <w:t>un sy</w:t>
      </w:r>
      <w:r>
        <w:t>s</w:t>
      </w:r>
      <w:r>
        <w:t>tème de commutateurs permettait de donner à la voix une ou plusieurs directions</w:t>
      </w:r>
      <w:r w:rsidR="004B5A85">
        <w:t xml:space="preserve">, </w:t>
      </w:r>
      <w:r>
        <w:t>de telle sorte que l</w:t>
      </w:r>
      <w:r w:rsidR="004B5A85">
        <w:t>’</w:t>
      </w:r>
      <w:r>
        <w:t>ordre ne fût entendu que de l</w:t>
      </w:r>
      <w:r w:rsidR="004B5A85">
        <w:t>’</w:t>
      </w:r>
      <w:r>
        <w:t>homme ou des hommes qu</w:t>
      </w:r>
      <w:r w:rsidR="004B5A85">
        <w:t>’</w:t>
      </w:r>
      <w:r>
        <w:t>il intéressait</w:t>
      </w:r>
      <w:r w:rsidR="004B5A85">
        <w:t>.</w:t>
      </w:r>
    </w:p>
    <w:p w14:paraId="0F64DCEE" w14:textId="77777777" w:rsidR="004B5A85" w:rsidRDefault="004B5A85" w:rsidP="004C389C">
      <w:r>
        <w:t>— </w:t>
      </w:r>
      <w:r w:rsidR="004C389C">
        <w:t>Rien de nouveau</w:t>
      </w:r>
      <w:r>
        <w:t xml:space="preserve">, </w:t>
      </w:r>
      <w:proofErr w:type="spellStart"/>
      <w:r w:rsidR="004C389C">
        <w:t>Fengal</w:t>
      </w:r>
      <w:proofErr w:type="spellEnd"/>
      <w:r>
        <w:t xml:space="preserve"> ? </w:t>
      </w:r>
      <w:r w:rsidR="004C389C">
        <w:t xml:space="preserve">demanda </w:t>
      </w:r>
      <w:proofErr w:type="spellStart"/>
      <w:r w:rsidR="004C389C">
        <w:t>Askold</w:t>
      </w:r>
      <w:proofErr w:type="spellEnd"/>
      <w:r>
        <w:t>.</w:t>
      </w:r>
    </w:p>
    <w:p w14:paraId="5C103822" w14:textId="77777777" w:rsidR="004B5A85" w:rsidRDefault="004B5A85" w:rsidP="004C389C">
      <w:r>
        <w:t>— </w:t>
      </w:r>
      <w:r w:rsidR="004C389C">
        <w:t>Non</w:t>
      </w:r>
      <w:r>
        <w:t xml:space="preserve">, </w:t>
      </w:r>
      <w:r w:rsidR="004C389C">
        <w:t>lieutenant</w:t>
      </w:r>
      <w:r>
        <w:t>.</w:t>
      </w:r>
    </w:p>
    <w:p w14:paraId="2442CF5B" w14:textId="77777777" w:rsidR="004B5A85" w:rsidRDefault="004B5A85" w:rsidP="004C389C">
      <w:r>
        <w:t>— </w:t>
      </w:r>
      <w:r w:rsidR="004C389C">
        <w:t>C</w:t>
      </w:r>
      <w:r>
        <w:t>’</w:t>
      </w:r>
      <w:r w:rsidR="004C389C">
        <w:t>est bien</w:t>
      </w:r>
      <w:r>
        <w:t> !</w:t>
      </w:r>
    </w:p>
    <w:p w14:paraId="19F4907A" w14:textId="77777777" w:rsidR="004B5A85" w:rsidRDefault="004C389C" w:rsidP="004C389C">
      <w:r>
        <w:t xml:space="preserve">Et </w:t>
      </w:r>
      <w:proofErr w:type="spellStart"/>
      <w:r>
        <w:t>Askold</w:t>
      </w:r>
      <w:proofErr w:type="spellEnd"/>
      <w:r w:rsidR="004B5A85">
        <w:t xml:space="preserve">, </w:t>
      </w:r>
      <w:r>
        <w:t>ayant ainsi visité tous ses hommes d</w:t>
      </w:r>
      <w:r w:rsidR="004B5A85">
        <w:t>’</w:t>
      </w:r>
      <w:r>
        <w:t>équipage</w:t>
      </w:r>
      <w:r w:rsidR="004B5A85">
        <w:t xml:space="preserve">, </w:t>
      </w:r>
      <w:r>
        <w:t>se retira au poste d</w:t>
      </w:r>
      <w:r w:rsidR="004B5A85">
        <w:t>’</w:t>
      </w:r>
      <w:r>
        <w:t>officier</w:t>
      </w:r>
      <w:r w:rsidR="004B5A85">
        <w:t xml:space="preserve">, </w:t>
      </w:r>
      <w:r>
        <w:t>où le règlement l</w:t>
      </w:r>
      <w:r w:rsidR="004B5A85">
        <w:t>’</w:t>
      </w:r>
      <w:r>
        <w:t>obligeait à se tenir</w:t>
      </w:r>
      <w:r w:rsidR="004B5A85">
        <w:t xml:space="preserve">, </w:t>
      </w:r>
      <w:r>
        <w:t>lorsqu</w:t>
      </w:r>
      <w:r w:rsidR="004B5A85">
        <w:t>’</w:t>
      </w:r>
      <w:r>
        <w:t>il ne se promenait pas à travers le sous-marin</w:t>
      </w:r>
      <w:r w:rsidR="004B5A85">
        <w:t xml:space="preserve">, </w:t>
      </w:r>
      <w:r>
        <w:t>pendant le temps où il était de service</w:t>
      </w:r>
      <w:r w:rsidR="004B5A85">
        <w:t xml:space="preserve">, </w:t>
      </w:r>
      <w:r>
        <w:t>c</w:t>
      </w:r>
      <w:r w:rsidR="004B5A85">
        <w:t>’</w:t>
      </w:r>
      <w:r>
        <w:t>est-à-dire de six heures à midi et de six heures à minuit</w:t>
      </w:r>
      <w:r w:rsidR="004B5A85">
        <w:t xml:space="preserve">. </w:t>
      </w:r>
      <w:r>
        <w:t>Le capitaine du bord</w:t>
      </w:r>
      <w:r w:rsidR="004B5A85">
        <w:t xml:space="preserve">, </w:t>
      </w:r>
      <w:r>
        <w:t>c</w:t>
      </w:r>
      <w:r w:rsidR="004B5A85">
        <w:t>’</w:t>
      </w:r>
      <w:r>
        <w:t>est-à-dire le R</w:t>
      </w:r>
      <w:r>
        <w:t>a</w:t>
      </w:r>
      <w:r>
        <w:t>vageur maintenant</w:t>
      </w:r>
      <w:r w:rsidR="004B5A85">
        <w:t xml:space="preserve">, </w:t>
      </w:r>
      <w:r>
        <w:t>assurait le service d</w:t>
      </w:r>
      <w:r w:rsidR="004B5A85">
        <w:t>’</w:t>
      </w:r>
      <w:r>
        <w:t>officier de quart de midi à six heures du soir et de minuit à six heures du matin</w:t>
      </w:r>
      <w:r w:rsidR="004B5A85">
        <w:t xml:space="preserve">. </w:t>
      </w:r>
      <w:r>
        <w:t>C</w:t>
      </w:r>
      <w:r w:rsidR="004B5A85">
        <w:t>’</w:t>
      </w:r>
      <w:r>
        <w:t>était</w:t>
      </w:r>
      <w:r w:rsidR="004B5A85">
        <w:t xml:space="preserve">, </w:t>
      </w:r>
      <w:r>
        <w:t>en somme</w:t>
      </w:r>
      <w:r w:rsidR="004B5A85">
        <w:t xml:space="preserve">, </w:t>
      </w:r>
      <w:r>
        <w:t>pour les deux chefs</w:t>
      </w:r>
      <w:r w:rsidR="004B5A85">
        <w:t xml:space="preserve">, </w:t>
      </w:r>
      <w:r>
        <w:t>le même règlement que pour les vigies</w:t>
      </w:r>
      <w:r w:rsidR="004B5A85">
        <w:t xml:space="preserve">, </w:t>
      </w:r>
      <w:r>
        <w:t>les timoniers et les mécaniciens</w:t>
      </w:r>
      <w:r w:rsidR="004B5A85">
        <w:t xml:space="preserve">. </w:t>
      </w:r>
      <w:r>
        <w:t>Il y avait cependant cette différence que</w:t>
      </w:r>
      <w:r w:rsidR="004B5A85">
        <w:t xml:space="preserve">, </w:t>
      </w:r>
      <w:r>
        <w:t>pendant leurs heures de quart</w:t>
      </w:r>
      <w:r w:rsidR="004B5A85">
        <w:t xml:space="preserve">, </w:t>
      </w:r>
      <w:r>
        <w:t>timonier</w:t>
      </w:r>
      <w:r w:rsidR="004B5A85">
        <w:t xml:space="preserve">, </w:t>
      </w:r>
      <w:r>
        <w:t>vigie et mécaniciens ne pouvaient jamais quitter leur poste</w:t>
      </w:r>
      <w:r w:rsidR="004B5A85">
        <w:t xml:space="preserve">, </w:t>
      </w:r>
      <w:r>
        <w:t>même pendant une minute</w:t>
      </w:r>
      <w:r w:rsidR="004B5A85">
        <w:t xml:space="preserve">, </w:t>
      </w:r>
      <w:r>
        <w:t>tandis que les deux chefs pouvaient</w:t>
      </w:r>
      <w:r w:rsidR="004B5A85">
        <w:t xml:space="preserve">, </w:t>
      </w:r>
      <w:r>
        <w:t>selon leur caprice ou les besoins du service</w:t>
      </w:r>
      <w:r w:rsidR="004B5A85">
        <w:t xml:space="preserve">, </w:t>
      </w:r>
      <w:r>
        <w:t>circuler à travers tout le sous-marin</w:t>
      </w:r>
      <w:r w:rsidR="004B5A85">
        <w:t xml:space="preserve">. </w:t>
      </w:r>
      <w:r>
        <w:t>De plus</w:t>
      </w:r>
      <w:r w:rsidR="004B5A85">
        <w:t xml:space="preserve">, </w:t>
      </w:r>
      <w:r>
        <w:t>les hommes mangeaient en deux équipes</w:t>
      </w:r>
      <w:r w:rsidR="004B5A85">
        <w:t xml:space="preserve">, </w:t>
      </w:r>
      <w:r>
        <w:t>tandis que les deux officiers prenaient ensemble leurs repas à onze heures et demie du matin et à cinq heures et demie du soir</w:t>
      </w:r>
      <w:r w:rsidR="004B5A85">
        <w:t>.</w:t>
      </w:r>
    </w:p>
    <w:p w14:paraId="703CC92C" w14:textId="77777777" w:rsidR="004B5A85" w:rsidRDefault="004C389C" w:rsidP="004C389C">
      <w:r>
        <w:t xml:space="preserve">On voit maintenant comment était réglée la vie à bord du </w:t>
      </w:r>
      <w:r>
        <w:rPr>
          <w:i/>
          <w:iCs/>
        </w:rPr>
        <w:t>Nyctalope</w:t>
      </w:r>
      <w:r w:rsidR="004B5A85">
        <w:rPr>
          <w:i/>
          <w:iCs/>
        </w:rPr>
        <w:t xml:space="preserve">. </w:t>
      </w:r>
      <w:r>
        <w:t>Ce rapide aperçu était nécessaire</w:t>
      </w:r>
      <w:r w:rsidR="004B5A85">
        <w:t xml:space="preserve">, </w:t>
      </w:r>
      <w:r>
        <w:t>pour que ne soit pas diminué pour le lecteur l</w:t>
      </w:r>
      <w:r w:rsidR="004B5A85">
        <w:t>’</w:t>
      </w:r>
      <w:r>
        <w:t xml:space="preserve">intérêt passionnant des tragiques et stupéfiants événements dont le </w:t>
      </w:r>
      <w:r>
        <w:rPr>
          <w:i/>
          <w:iCs/>
        </w:rPr>
        <w:t xml:space="preserve">Nyctalope </w:t>
      </w:r>
      <w:r>
        <w:t>allait être tantôt le théâtre</w:t>
      </w:r>
      <w:r w:rsidR="004B5A85">
        <w:t xml:space="preserve">, </w:t>
      </w:r>
      <w:r>
        <w:t>tantôt la cause</w:t>
      </w:r>
      <w:r w:rsidR="004B5A85">
        <w:t xml:space="preserve">, </w:t>
      </w:r>
      <w:r>
        <w:t>tantôt l</w:t>
      </w:r>
      <w:r w:rsidR="004B5A85">
        <w:t>’</w:t>
      </w:r>
      <w:r>
        <w:t>instrument et tantôt les trois à la fois</w:t>
      </w:r>
      <w:r w:rsidR="004B5A85">
        <w:t> !</w:t>
      </w:r>
    </w:p>
    <w:p w14:paraId="3CC20C37" w14:textId="56575AA1" w:rsidR="004C389C" w:rsidRDefault="004C389C" w:rsidP="004B5A85">
      <w:pPr>
        <w:pStyle w:val="Titre1"/>
      </w:pPr>
      <w:bookmarkStart w:id="9" w:name="__RefHeading__11_1003869823"/>
      <w:bookmarkStart w:id="10" w:name="_Toc202462466"/>
      <w:bookmarkEnd w:id="9"/>
      <w:r>
        <w:lastRenderedPageBreak/>
        <w:t>CHAPITRE VI</w:t>
      </w:r>
      <w:r>
        <w:br/>
      </w:r>
      <w:r>
        <w:br/>
        <w:t xml:space="preserve">LE </w:t>
      </w:r>
      <w:r w:rsidR="004B5A85">
        <w:t>« </w:t>
      </w:r>
      <w:r>
        <w:t>NYCTALOPE</w:t>
      </w:r>
      <w:r w:rsidR="004B5A85">
        <w:t> »</w:t>
      </w:r>
      <w:r>
        <w:t xml:space="preserve"> SE DÉMONTRE</w:t>
      </w:r>
      <w:bookmarkEnd w:id="10"/>
    </w:p>
    <w:p w14:paraId="4F431ECE" w14:textId="77777777" w:rsidR="004B5A85" w:rsidRDefault="004C389C" w:rsidP="004C389C">
      <w:r>
        <w:t>Quatre jours après être sorti des parages de l</w:t>
      </w:r>
      <w:r w:rsidR="004B5A85">
        <w:t>’</w:t>
      </w:r>
      <w:r>
        <w:t>île déserte</w:t>
      </w:r>
      <w:r w:rsidR="004B5A85">
        <w:t xml:space="preserve">, </w:t>
      </w:r>
      <w:r>
        <w:t xml:space="preserve">le </w:t>
      </w:r>
      <w:r>
        <w:rPr>
          <w:i/>
          <w:iCs/>
        </w:rPr>
        <w:t xml:space="preserve">Nyctalope </w:t>
      </w:r>
      <w:r>
        <w:t>se trouvait à vingt milles au large des côtes du Brésil</w:t>
      </w:r>
      <w:r w:rsidR="004B5A85">
        <w:t xml:space="preserve">, </w:t>
      </w:r>
      <w:r>
        <w:t>à hauteur de Rio de Janeiro</w:t>
      </w:r>
      <w:r w:rsidR="004B5A85">
        <w:t>.</w:t>
      </w:r>
    </w:p>
    <w:p w14:paraId="25DD1A3B" w14:textId="77777777" w:rsidR="004B5A85" w:rsidRDefault="004C389C" w:rsidP="004C389C">
      <w:r>
        <w:t>Comme les mécaniciens procédaient au nettoyage hebd</w:t>
      </w:r>
      <w:r>
        <w:t>o</w:t>
      </w:r>
      <w:r>
        <w:t>madaire et partiel des machines</w:t>
      </w:r>
      <w:r w:rsidR="004B5A85">
        <w:t xml:space="preserve">, </w:t>
      </w:r>
      <w:r>
        <w:t>le sous-marin allait à petite a</w:t>
      </w:r>
      <w:r>
        <w:t>l</w:t>
      </w:r>
      <w:r>
        <w:t>lure et naviguait en surface</w:t>
      </w:r>
      <w:r w:rsidR="004B5A85">
        <w:t>.</w:t>
      </w:r>
    </w:p>
    <w:p w14:paraId="063DEF4A" w14:textId="77777777" w:rsidR="004B5A85" w:rsidRDefault="004C389C" w:rsidP="004C389C">
      <w:r>
        <w:t>Il était huit heures du soir</w:t>
      </w:r>
      <w:r w:rsidR="004B5A85">
        <w:t xml:space="preserve"> : </w:t>
      </w:r>
      <w:r>
        <w:t>le soleil</w:t>
      </w:r>
      <w:r w:rsidR="004B5A85">
        <w:t xml:space="preserve">, </w:t>
      </w:r>
      <w:r>
        <w:t>bas dans le ciel</w:t>
      </w:r>
      <w:r w:rsidR="004B5A85">
        <w:t xml:space="preserve">, </w:t>
      </w:r>
      <w:r>
        <w:t>to</w:t>
      </w:r>
      <w:r>
        <w:t>u</w:t>
      </w:r>
      <w:r>
        <w:t>chait de son globe étincelant la ligne de l</w:t>
      </w:r>
      <w:r w:rsidR="004B5A85">
        <w:t>’</w:t>
      </w:r>
      <w:r>
        <w:t>horizon</w:t>
      </w:r>
      <w:r w:rsidR="004B5A85">
        <w:t>.</w:t>
      </w:r>
    </w:p>
    <w:p w14:paraId="69985D92" w14:textId="77777777" w:rsidR="004B5A85" w:rsidRDefault="004C389C" w:rsidP="004C389C">
      <w:r>
        <w:t>La mer était douce</w:t>
      </w:r>
      <w:r w:rsidR="004B5A85">
        <w:t xml:space="preserve">, </w:t>
      </w:r>
      <w:r>
        <w:t>sans une vague</w:t>
      </w:r>
      <w:r w:rsidR="004B5A85">
        <w:t xml:space="preserve">, </w:t>
      </w:r>
      <w:r>
        <w:t xml:space="preserve">à peine </w:t>
      </w:r>
      <w:proofErr w:type="spellStart"/>
      <w:r>
        <w:t>clapotante</w:t>
      </w:r>
      <w:proofErr w:type="spellEnd"/>
      <w:r>
        <w:t xml:space="preserve"> aux flancs du sous-marin</w:t>
      </w:r>
      <w:r w:rsidR="004B5A85">
        <w:t>.</w:t>
      </w:r>
    </w:p>
    <w:p w14:paraId="678F7673" w14:textId="77777777" w:rsidR="004B5A85" w:rsidRDefault="004C389C" w:rsidP="004C389C">
      <w:r>
        <w:t>La grande écoutille était ouverte</w:t>
      </w:r>
      <w:r w:rsidR="004B5A85">
        <w:t xml:space="preserve"> ; </w:t>
      </w:r>
      <w:r>
        <w:t>et sur la plate-forme où le garde-fou avait été dressé</w:t>
      </w:r>
      <w:r w:rsidR="004B5A85">
        <w:t xml:space="preserve">, </w:t>
      </w:r>
      <w:r>
        <w:t>le commandant Martel et Pierrot l</w:t>
      </w:r>
      <w:r w:rsidR="004B5A85">
        <w:t>’</w:t>
      </w:r>
      <w:r>
        <w:t>Écureuil se promenaient en silence</w:t>
      </w:r>
      <w:r w:rsidR="004B5A85">
        <w:t>.</w:t>
      </w:r>
    </w:p>
    <w:p w14:paraId="3410B69C" w14:textId="77777777" w:rsidR="004B5A85" w:rsidRDefault="004C389C" w:rsidP="004C389C">
      <w:r>
        <w:t>Soudain</w:t>
      </w:r>
      <w:r w:rsidR="004B5A85">
        <w:t xml:space="preserve">, </w:t>
      </w:r>
      <w:r>
        <w:t>Pierrot l</w:t>
      </w:r>
      <w:r w:rsidR="004B5A85">
        <w:t>’</w:t>
      </w:r>
      <w:r>
        <w:t>Écureuil s</w:t>
      </w:r>
      <w:r w:rsidR="004B5A85">
        <w:t>’</w:t>
      </w:r>
      <w:r>
        <w:t>arrêta</w:t>
      </w:r>
      <w:r w:rsidR="004B5A85">
        <w:t xml:space="preserve">, </w:t>
      </w:r>
      <w:r>
        <w:t>mit la main en abat-jour sur les yeux et fixa un point de l</w:t>
      </w:r>
      <w:r w:rsidR="004B5A85">
        <w:t>’</w:t>
      </w:r>
      <w:r>
        <w:t>horizon</w:t>
      </w:r>
      <w:r w:rsidR="004B5A85">
        <w:t xml:space="preserve">, </w:t>
      </w:r>
      <w:r>
        <w:t>vers le nord-ouest</w:t>
      </w:r>
      <w:r w:rsidR="004B5A85">
        <w:t>.</w:t>
      </w:r>
    </w:p>
    <w:p w14:paraId="56E1681A" w14:textId="77777777" w:rsidR="004B5A85" w:rsidRDefault="004B5A85" w:rsidP="004C389C">
      <w:r>
        <w:t>— </w:t>
      </w:r>
      <w:r w:rsidR="004C389C">
        <w:t>Que regardes-tu</w:t>
      </w:r>
      <w:r>
        <w:t xml:space="preserve">, </w:t>
      </w:r>
      <w:r w:rsidR="004C389C">
        <w:t>petit</w:t>
      </w:r>
      <w:r>
        <w:t xml:space="preserve"> ? </w:t>
      </w:r>
      <w:r w:rsidR="004C389C">
        <w:t>demanda le commandant Martel affectueusement</w:t>
      </w:r>
      <w:r>
        <w:t>.</w:t>
      </w:r>
    </w:p>
    <w:p w14:paraId="24F67F54" w14:textId="77777777" w:rsidR="004B5A85" w:rsidRDefault="004B5A85" w:rsidP="004C389C">
      <w:r>
        <w:t>— </w:t>
      </w:r>
      <w:r w:rsidR="004C389C">
        <w:t>Il me semble bien</w:t>
      </w:r>
      <w:r>
        <w:t xml:space="preserve">, </w:t>
      </w:r>
      <w:r w:rsidR="004C389C">
        <w:t>capitaine</w:t>
      </w:r>
      <w:r>
        <w:t xml:space="preserve">, </w:t>
      </w:r>
      <w:r w:rsidR="004C389C">
        <w:t>que je vois une fumée</w:t>
      </w:r>
      <w:r>
        <w:t xml:space="preserve">, </w:t>
      </w:r>
      <w:r w:rsidR="004C389C">
        <w:t>là-bas</w:t>
      </w:r>
      <w:r>
        <w:t>.</w:t>
      </w:r>
    </w:p>
    <w:p w14:paraId="7C253D26" w14:textId="77777777" w:rsidR="004B5A85" w:rsidRDefault="004C389C" w:rsidP="004C389C">
      <w:r>
        <w:t>À son tour</w:t>
      </w:r>
      <w:r w:rsidR="004B5A85">
        <w:t xml:space="preserve">, </w:t>
      </w:r>
      <w:r>
        <w:t>Ludovic Martel mit sa main en abat-jour et ses yeux de marin ne tardèrent pas à distinguer</w:t>
      </w:r>
      <w:r w:rsidR="004B5A85">
        <w:t xml:space="preserve">, </w:t>
      </w:r>
      <w:r>
        <w:t>en effet</w:t>
      </w:r>
      <w:r w:rsidR="004B5A85">
        <w:t xml:space="preserve">, </w:t>
      </w:r>
      <w:r>
        <w:t xml:space="preserve">dans </w:t>
      </w:r>
      <w:r>
        <w:lastRenderedPageBreak/>
        <w:t>le ciel incendié par le soleil couchant</w:t>
      </w:r>
      <w:r w:rsidR="004B5A85">
        <w:t xml:space="preserve">, </w:t>
      </w:r>
      <w:r>
        <w:t>une longue traînée de f</w:t>
      </w:r>
      <w:r>
        <w:t>u</w:t>
      </w:r>
      <w:r>
        <w:t>mée</w:t>
      </w:r>
      <w:r w:rsidR="004B5A85">
        <w:t>.</w:t>
      </w:r>
    </w:p>
    <w:p w14:paraId="3283C24C" w14:textId="77777777" w:rsidR="004B5A85" w:rsidRDefault="004C389C" w:rsidP="004C389C">
      <w:r>
        <w:t>La vie que menaient les deux prisonniers depuis quatre jours était fort monotone</w:t>
      </w:r>
      <w:r w:rsidR="004B5A85">
        <w:t xml:space="preserve">. </w:t>
      </w:r>
      <w:r>
        <w:t>La première journée</w:t>
      </w:r>
      <w:r w:rsidR="004B5A85">
        <w:t xml:space="preserve">, </w:t>
      </w:r>
      <w:r>
        <w:t>après avoir bien dormi</w:t>
      </w:r>
      <w:r w:rsidR="004B5A85">
        <w:t xml:space="preserve">, </w:t>
      </w:r>
      <w:r>
        <w:t>ils avaient étudié ensemble un projet d</w:t>
      </w:r>
      <w:r w:rsidR="004B5A85">
        <w:t>’</w:t>
      </w:r>
      <w:r>
        <w:t>évasion conçu par l</w:t>
      </w:r>
      <w:r w:rsidR="004B5A85">
        <w:t>’</w:t>
      </w:r>
      <w:r>
        <w:t>officier</w:t>
      </w:r>
      <w:r w:rsidR="004B5A85">
        <w:t>.</w:t>
      </w:r>
    </w:p>
    <w:p w14:paraId="39B02810" w14:textId="77777777" w:rsidR="004B5A85" w:rsidRDefault="004C389C" w:rsidP="004C389C">
      <w:r>
        <w:t>Le lendemain</w:t>
      </w:r>
      <w:r w:rsidR="004B5A85">
        <w:t xml:space="preserve">, </w:t>
      </w:r>
      <w:r>
        <w:t>à la suite de réflexions profondes</w:t>
      </w:r>
      <w:r w:rsidR="004B5A85">
        <w:t xml:space="preserve">, </w:t>
      </w:r>
      <w:r>
        <w:t>ils avaient d</w:t>
      </w:r>
      <w:r w:rsidR="004B5A85">
        <w:t>’</w:t>
      </w:r>
      <w:r>
        <w:t>un commun accord adopté ce projet</w:t>
      </w:r>
      <w:r w:rsidR="004B5A85">
        <w:t xml:space="preserve">, </w:t>
      </w:r>
      <w:r>
        <w:t>lequel</w:t>
      </w:r>
      <w:r w:rsidR="004B5A85">
        <w:t xml:space="preserve">, </w:t>
      </w:r>
      <w:r>
        <w:t>s</w:t>
      </w:r>
      <w:r w:rsidR="004B5A85">
        <w:t>’</w:t>
      </w:r>
      <w:r>
        <w:t>il réussissait</w:t>
      </w:r>
      <w:r w:rsidR="004B5A85">
        <w:t xml:space="preserve">, </w:t>
      </w:r>
      <w:r>
        <w:t>avait le double avantage de leur rendre la liberté et de couler à fond le sous-marin</w:t>
      </w:r>
      <w:r w:rsidR="004B5A85">
        <w:t>.</w:t>
      </w:r>
    </w:p>
    <w:p w14:paraId="61F59974" w14:textId="77777777" w:rsidR="004B5A85" w:rsidRDefault="004C389C" w:rsidP="004C389C">
      <w:r>
        <w:t>Mais</w:t>
      </w:r>
      <w:r w:rsidR="004B5A85">
        <w:t xml:space="preserve">, </w:t>
      </w:r>
      <w:r>
        <w:t>bien que ce fût le seul projet pratique et possible</w:t>
      </w:r>
      <w:r w:rsidR="004B5A85">
        <w:t xml:space="preserve">, </w:t>
      </w:r>
      <w:r>
        <w:t>il était d</w:t>
      </w:r>
      <w:r w:rsidR="004B5A85">
        <w:t>’</w:t>
      </w:r>
      <w:r>
        <w:t>exécution très difficile</w:t>
      </w:r>
      <w:r w:rsidR="004B5A85">
        <w:t xml:space="preserve">, </w:t>
      </w:r>
      <w:r>
        <w:t>étant donnés la surveillance co</w:t>
      </w:r>
      <w:r>
        <w:t>n</w:t>
      </w:r>
      <w:r>
        <w:t>tinuelle et le réel emprisonnement dont le commandant Martel et Pierrot l</w:t>
      </w:r>
      <w:r w:rsidR="004B5A85">
        <w:t>’</w:t>
      </w:r>
      <w:r>
        <w:t>Écureuil étaient les impuissantes victimes</w:t>
      </w:r>
      <w:r w:rsidR="004B5A85">
        <w:t>.</w:t>
      </w:r>
    </w:p>
    <w:p w14:paraId="56C80730" w14:textId="77777777" w:rsidR="004B5A85" w:rsidRDefault="004C389C" w:rsidP="004C389C">
      <w:r>
        <w:t>Il fallait profiter d</w:t>
      </w:r>
      <w:r w:rsidR="004B5A85">
        <w:t>’</w:t>
      </w:r>
      <w:r>
        <w:t>une occasion propice</w:t>
      </w:r>
      <w:r w:rsidR="004B5A85">
        <w:t xml:space="preserve">, </w:t>
      </w:r>
      <w:r>
        <w:t>d</w:t>
      </w:r>
      <w:r w:rsidR="004B5A85">
        <w:t>’</w:t>
      </w:r>
      <w:r>
        <w:t>une occasion qu</w:t>
      </w:r>
      <w:r w:rsidR="004B5A85">
        <w:t>’</w:t>
      </w:r>
      <w:r>
        <w:t>on ne pourrait pas faire naître</w:t>
      </w:r>
      <w:r w:rsidR="004B5A85">
        <w:t xml:space="preserve">. </w:t>
      </w:r>
      <w:r>
        <w:t>Elle devait venir du hasard ou de la Providence</w:t>
      </w:r>
      <w:r w:rsidR="004B5A85">
        <w:t xml:space="preserve"> ! </w:t>
      </w:r>
      <w:r>
        <w:t>En tous cas</w:t>
      </w:r>
      <w:r w:rsidR="004B5A85">
        <w:t xml:space="preserve">, </w:t>
      </w:r>
      <w:r>
        <w:t>depuis que leur plan avait été d</w:t>
      </w:r>
      <w:r>
        <w:t>é</w:t>
      </w:r>
      <w:r>
        <w:t>finitivement arrêté</w:t>
      </w:r>
      <w:r w:rsidR="004B5A85">
        <w:t xml:space="preserve">, </w:t>
      </w:r>
      <w:r>
        <w:t>Ludovic Martel et Pierrot l</w:t>
      </w:r>
      <w:r w:rsidR="004B5A85">
        <w:t>’</w:t>
      </w:r>
      <w:r>
        <w:t>Écureuil avaient pris les précautions nécessaires pour ne pas laisser échapper l</w:t>
      </w:r>
      <w:r w:rsidR="004B5A85">
        <w:t>’</w:t>
      </w:r>
      <w:r>
        <w:t>occasion</w:t>
      </w:r>
      <w:r w:rsidR="004B5A85">
        <w:t xml:space="preserve">, </w:t>
      </w:r>
      <w:r>
        <w:t>si elle se présentait</w:t>
      </w:r>
      <w:r w:rsidR="004B5A85">
        <w:t xml:space="preserve">, </w:t>
      </w:r>
      <w:r>
        <w:t>aussi dormaient-ils à tour de rôle</w:t>
      </w:r>
      <w:r w:rsidR="004B5A85">
        <w:t xml:space="preserve">, </w:t>
      </w:r>
      <w:r>
        <w:t>de manière à être alternativement toujours en observation</w:t>
      </w:r>
      <w:r w:rsidR="004B5A85">
        <w:t xml:space="preserve">. </w:t>
      </w:r>
      <w:r>
        <w:t>Et celui qui veillait se tenait aux écoutes</w:t>
      </w:r>
      <w:r w:rsidR="004B5A85">
        <w:t xml:space="preserve">, </w:t>
      </w:r>
      <w:r>
        <w:t>attentif aux moindres bruits du navire sous-marin</w:t>
      </w:r>
      <w:r w:rsidR="004B5A85">
        <w:t xml:space="preserve">, </w:t>
      </w:r>
      <w:r>
        <w:t>aux moindres déplacements des gardiens de la cabine numéro 2</w:t>
      </w:r>
      <w:r w:rsidR="004B5A85">
        <w:t>.</w:t>
      </w:r>
    </w:p>
    <w:p w14:paraId="761FBD9B" w14:textId="77777777" w:rsidR="004B5A85" w:rsidRDefault="004C389C" w:rsidP="004C389C">
      <w:r>
        <w:t>N</w:t>
      </w:r>
      <w:r w:rsidR="004B5A85">
        <w:t>’</w:t>
      </w:r>
      <w:r>
        <w:t>ayant d</w:t>
      </w:r>
      <w:r w:rsidR="004B5A85">
        <w:t>’</w:t>
      </w:r>
      <w:r>
        <w:t>autre sujet de conversation utile et agréable que ce terrible projet dont ils ne pouvaient évidemment pas parler continuellement</w:t>
      </w:r>
      <w:r w:rsidR="004B5A85">
        <w:t xml:space="preserve">, </w:t>
      </w:r>
      <w:r>
        <w:t>les deux prisonniers commençaient à trouver leur existence affreusement triste et monotone</w:t>
      </w:r>
      <w:r w:rsidR="004B5A85">
        <w:t>.</w:t>
      </w:r>
    </w:p>
    <w:p w14:paraId="07659568" w14:textId="77777777" w:rsidR="004B5A85" w:rsidRDefault="004C389C" w:rsidP="004C389C">
      <w:r>
        <w:lastRenderedPageBreak/>
        <w:t>Leur seule distraction était</w:t>
      </w:r>
      <w:r w:rsidR="004B5A85">
        <w:t xml:space="preserve">, </w:t>
      </w:r>
      <w:r>
        <w:t>avec la lecture</w:t>
      </w:r>
      <w:r w:rsidR="004B5A85">
        <w:t xml:space="preserve">, </w:t>
      </w:r>
      <w:r>
        <w:t>la promenade d</w:t>
      </w:r>
      <w:r w:rsidR="004B5A85">
        <w:t>’</w:t>
      </w:r>
      <w:r>
        <w:t>une ou deux heures qu</w:t>
      </w:r>
      <w:r w:rsidR="004B5A85">
        <w:t>’</w:t>
      </w:r>
      <w:r>
        <w:t>ils faisaient chaque jour</w:t>
      </w:r>
      <w:r w:rsidR="004B5A85">
        <w:t xml:space="preserve">, </w:t>
      </w:r>
      <w:r>
        <w:t>sous la su</w:t>
      </w:r>
      <w:r>
        <w:t>r</w:t>
      </w:r>
      <w:r>
        <w:t xml:space="preserve">veillance de </w:t>
      </w:r>
      <w:proofErr w:type="spellStart"/>
      <w:r>
        <w:t>Brilo</w:t>
      </w:r>
      <w:proofErr w:type="spellEnd"/>
      <w:r>
        <w:t xml:space="preserve"> ou de </w:t>
      </w:r>
      <w:proofErr w:type="spellStart"/>
      <w:r>
        <w:t>Jorry</w:t>
      </w:r>
      <w:proofErr w:type="spellEnd"/>
      <w:r>
        <w:t xml:space="preserve"> sur la plate-forme</w:t>
      </w:r>
      <w:r w:rsidR="004B5A85">
        <w:t>.</w:t>
      </w:r>
    </w:p>
    <w:p w14:paraId="22BC37B5" w14:textId="77777777" w:rsidR="004B5A85" w:rsidRDefault="004C389C" w:rsidP="004C389C">
      <w:r>
        <w:t>Et là</w:t>
      </w:r>
      <w:r w:rsidR="004B5A85">
        <w:t xml:space="preserve">, </w:t>
      </w:r>
      <w:r>
        <w:t>le moindre incident maritime leur était agréable et prenait à leurs yeux de reclus</w:t>
      </w:r>
      <w:r w:rsidR="004B5A85">
        <w:t xml:space="preserve">, </w:t>
      </w:r>
      <w:r>
        <w:t>forcément oisifs</w:t>
      </w:r>
      <w:r w:rsidR="004B5A85">
        <w:t xml:space="preserve">, </w:t>
      </w:r>
      <w:r>
        <w:t>une importance énorme</w:t>
      </w:r>
      <w:r w:rsidR="004B5A85">
        <w:t xml:space="preserve">. </w:t>
      </w:r>
      <w:r>
        <w:t>Et ils s</w:t>
      </w:r>
      <w:r w:rsidR="004B5A85">
        <w:t>’</w:t>
      </w:r>
      <w:r>
        <w:t>intéressaient à ces incidents avec cette passion naïve qu</w:t>
      </w:r>
      <w:r w:rsidR="004B5A85">
        <w:t>’</w:t>
      </w:r>
      <w:r>
        <w:t>ont tous les marins pour le moindre des petits faits nouveaux survenant en mer</w:t>
      </w:r>
      <w:r w:rsidR="004B5A85">
        <w:t>.</w:t>
      </w:r>
    </w:p>
    <w:p w14:paraId="27DF40F9" w14:textId="77777777" w:rsidR="004B5A85" w:rsidRDefault="004C389C" w:rsidP="004C389C">
      <w:r>
        <w:t>Ce soir-là donc</w:t>
      </w:r>
      <w:r w:rsidR="004B5A85">
        <w:t xml:space="preserve">, </w:t>
      </w:r>
      <w:r>
        <w:t>la traînée de fumée découverte dans le ciel et signalée par Pierrot l</w:t>
      </w:r>
      <w:r w:rsidR="004B5A85">
        <w:t>’</w:t>
      </w:r>
      <w:r>
        <w:t>Écureuil absorba immédiatement toute leur attention</w:t>
      </w:r>
      <w:r w:rsidR="004B5A85">
        <w:t>.</w:t>
      </w:r>
    </w:p>
    <w:p w14:paraId="4EDA59FF" w14:textId="77777777" w:rsidR="004B5A85" w:rsidRDefault="004C389C" w:rsidP="004C389C">
      <w:r>
        <w:t>Ils regardaient au nord-ouest</w:t>
      </w:r>
      <w:r w:rsidR="004B5A85">
        <w:t>.</w:t>
      </w:r>
    </w:p>
    <w:p w14:paraId="16981AD4" w14:textId="77777777" w:rsidR="004B5A85" w:rsidRDefault="004C389C" w:rsidP="004C389C">
      <w:r>
        <w:t>Au bout de cinq minutes</w:t>
      </w:r>
      <w:r w:rsidR="004B5A85">
        <w:t xml:space="preserve">, </w:t>
      </w:r>
      <w:r>
        <w:t>Ludovic Martel tressaillit</w:t>
      </w:r>
      <w:r w:rsidR="004B5A85">
        <w:t>.</w:t>
      </w:r>
    </w:p>
    <w:p w14:paraId="05EEB055" w14:textId="77777777" w:rsidR="004B5A85" w:rsidRDefault="004B5A85" w:rsidP="004C389C">
      <w:r>
        <w:t>— </w:t>
      </w:r>
      <w:r w:rsidR="004C389C">
        <w:t>C</w:t>
      </w:r>
      <w:r>
        <w:t>’</w:t>
      </w:r>
      <w:r w:rsidR="004C389C">
        <w:t>est un navire de guerre</w:t>
      </w:r>
      <w:r>
        <w:t>.</w:t>
      </w:r>
    </w:p>
    <w:p w14:paraId="6B392A41" w14:textId="77777777" w:rsidR="004B5A85" w:rsidRDefault="004C389C" w:rsidP="004C389C">
      <w:r>
        <w:t>Il resta encore attentif</w:t>
      </w:r>
      <w:r w:rsidR="004B5A85">
        <w:t>.</w:t>
      </w:r>
    </w:p>
    <w:p w14:paraId="084795F5" w14:textId="77777777" w:rsidR="004B5A85" w:rsidRDefault="004C389C" w:rsidP="004C389C">
      <w:r>
        <w:t>Là-bas</w:t>
      </w:r>
      <w:r w:rsidR="004B5A85">
        <w:t xml:space="preserve">, </w:t>
      </w:r>
      <w:r>
        <w:t>un navire</w:t>
      </w:r>
      <w:r w:rsidR="004B5A85">
        <w:t xml:space="preserve">, </w:t>
      </w:r>
      <w:r>
        <w:t>en effet</w:t>
      </w:r>
      <w:r w:rsidR="004B5A85">
        <w:t xml:space="preserve">, </w:t>
      </w:r>
      <w:r>
        <w:t>surgissait à l</w:t>
      </w:r>
      <w:r w:rsidR="004B5A85">
        <w:t>’</w:t>
      </w:r>
      <w:r>
        <w:t>horizon</w:t>
      </w:r>
      <w:r w:rsidR="004B5A85">
        <w:t>.</w:t>
      </w:r>
    </w:p>
    <w:p w14:paraId="537CFC74" w14:textId="77777777" w:rsidR="004B5A85" w:rsidRDefault="004C389C" w:rsidP="004C389C">
      <w:r>
        <w:t>Et</w:t>
      </w:r>
      <w:r w:rsidR="004B5A85">
        <w:t xml:space="preserve">, </w:t>
      </w:r>
      <w:r>
        <w:t>tout à coup</w:t>
      </w:r>
      <w:r w:rsidR="004B5A85">
        <w:t xml:space="preserve">, </w:t>
      </w:r>
      <w:r>
        <w:t>Ludovic Martel s</w:t>
      </w:r>
      <w:r w:rsidR="004B5A85">
        <w:t>’</w:t>
      </w:r>
      <w:r>
        <w:t>écria</w:t>
      </w:r>
      <w:r w:rsidR="004B5A85">
        <w:t> :</w:t>
      </w:r>
    </w:p>
    <w:p w14:paraId="4A068F61" w14:textId="77777777" w:rsidR="004B5A85" w:rsidRDefault="004B5A85" w:rsidP="004C389C">
      <w:pPr>
        <w:rPr>
          <w:i/>
          <w:iCs/>
        </w:rPr>
      </w:pPr>
      <w:r>
        <w:t>— </w:t>
      </w:r>
      <w:r w:rsidR="004C389C">
        <w:t>Quatre cheminées très hautes</w:t>
      </w:r>
      <w:r>
        <w:t xml:space="preserve">… </w:t>
      </w:r>
      <w:r w:rsidR="004C389C">
        <w:t>C</w:t>
      </w:r>
      <w:r>
        <w:t>’</w:t>
      </w:r>
      <w:r w:rsidR="004C389C">
        <w:t xml:space="preserve">est un croiseur cuirassé des États-Unis du type </w:t>
      </w:r>
      <w:r w:rsidR="004C389C">
        <w:rPr>
          <w:i/>
          <w:iCs/>
        </w:rPr>
        <w:t>Maryland</w:t>
      </w:r>
      <w:r>
        <w:rPr>
          <w:i/>
          <w:iCs/>
        </w:rPr>
        <w:t>…</w:t>
      </w:r>
    </w:p>
    <w:p w14:paraId="2E177BCC" w14:textId="77777777" w:rsidR="004B5A85" w:rsidRDefault="004C389C" w:rsidP="004C389C">
      <w:r>
        <w:t>Le vaisseau était encore bien loin</w:t>
      </w:r>
      <w:r w:rsidR="004B5A85">
        <w:t xml:space="preserve">, </w:t>
      </w:r>
      <w:r>
        <w:t>et c</w:t>
      </w:r>
      <w:r w:rsidR="004B5A85">
        <w:t>’</w:t>
      </w:r>
      <w:r>
        <w:t>est à peine si on pouvait le distinguer à l</w:t>
      </w:r>
      <w:r w:rsidR="004B5A85">
        <w:t>’</w:t>
      </w:r>
      <w:r>
        <w:t>œil nu</w:t>
      </w:r>
      <w:r w:rsidR="004B5A85">
        <w:t xml:space="preserve">. </w:t>
      </w:r>
      <w:r>
        <w:t>Mais un véritable marin connaît les caractéristiques de tous les bateaux de guerre du monde</w:t>
      </w:r>
      <w:r w:rsidR="004B5A85">
        <w:t xml:space="preserve">, </w:t>
      </w:r>
      <w:r>
        <w:t>et</w:t>
      </w:r>
      <w:r w:rsidR="004B5A85">
        <w:t xml:space="preserve">, </w:t>
      </w:r>
      <w:r>
        <w:t>selon les parages où on se trouve</w:t>
      </w:r>
      <w:r w:rsidR="004B5A85">
        <w:t xml:space="preserve">, </w:t>
      </w:r>
      <w:r>
        <w:t>il lui est assez facile de dés</w:t>
      </w:r>
      <w:r>
        <w:t>i</w:t>
      </w:r>
      <w:r>
        <w:t>gner presque toujours</w:t>
      </w:r>
      <w:r w:rsidR="004B5A85">
        <w:t xml:space="preserve">, </w:t>
      </w:r>
      <w:r>
        <w:t>sans erreur</w:t>
      </w:r>
      <w:r w:rsidR="004B5A85">
        <w:t xml:space="preserve">, </w:t>
      </w:r>
      <w:r>
        <w:t>la nationalité et le type du navire en vue</w:t>
      </w:r>
      <w:r w:rsidR="004B5A85">
        <w:t>…</w:t>
      </w:r>
    </w:p>
    <w:p w14:paraId="37A1A7BE" w14:textId="77777777" w:rsidR="004B5A85" w:rsidRDefault="004C389C" w:rsidP="004C389C">
      <w:r>
        <w:t>À peine Ludovic Martel avait-il prononcé ces mots</w:t>
      </w:r>
      <w:r w:rsidR="004B5A85">
        <w:t> : « </w:t>
      </w:r>
      <w:r>
        <w:t>Cro</w:t>
      </w:r>
      <w:r>
        <w:t>i</w:t>
      </w:r>
      <w:r>
        <w:t xml:space="preserve">seur cuirassé des États-Unis du type </w:t>
      </w:r>
      <w:r>
        <w:rPr>
          <w:i/>
          <w:iCs/>
        </w:rPr>
        <w:t>Maryland</w:t>
      </w:r>
      <w:r w:rsidR="004B5A85">
        <w:rPr>
          <w:i/>
          <w:iCs/>
        </w:rPr>
        <w:t> »</w:t>
      </w:r>
      <w:r w:rsidR="004B5A85">
        <w:t xml:space="preserve">, </w:t>
      </w:r>
      <w:r>
        <w:t>qu</w:t>
      </w:r>
      <w:r w:rsidR="004B5A85">
        <w:t>’</w:t>
      </w:r>
      <w:r>
        <w:t xml:space="preserve">il </w:t>
      </w:r>
      <w:r>
        <w:lastRenderedPageBreak/>
        <w:t>se r</w:t>
      </w:r>
      <w:r>
        <w:t>e</w:t>
      </w:r>
      <w:r>
        <w:t>tourna brusquement</w:t>
      </w:r>
      <w:r w:rsidR="004B5A85">
        <w:t xml:space="preserve"> ; </w:t>
      </w:r>
      <w:r>
        <w:t>un strident coup de sifflet venait de d</w:t>
      </w:r>
      <w:r>
        <w:t>é</w:t>
      </w:r>
      <w:r>
        <w:t>chirer l</w:t>
      </w:r>
      <w:r w:rsidR="004B5A85">
        <w:t>’</w:t>
      </w:r>
      <w:r>
        <w:t>air</w:t>
      </w:r>
      <w:r w:rsidR="004B5A85">
        <w:t>.</w:t>
      </w:r>
    </w:p>
    <w:p w14:paraId="399CA414" w14:textId="77777777" w:rsidR="004B5A85" w:rsidRDefault="004C389C" w:rsidP="004C389C">
      <w:r>
        <w:t>Ce signal</w:t>
      </w:r>
      <w:r w:rsidR="004B5A85">
        <w:t xml:space="preserve">, </w:t>
      </w:r>
      <w:r>
        <w:t>cet appel</w:t>
      </w:r>
      <w:r w:rsidR="004B5A85">
        <w:t xml:space="preserve">, </w:t>
      </w:r>
      <w:r>
        <w:t>c</w:t>
      </w:r>
      <w:r w:rsidR="004B5A85">
        <w:t>’</w:t>
      </w:r>
      <w:r>
        <w:t xml:space="preserve">était </w:t>
      </w:r>
      <w:proofErr w:type="spellStart"/>
      <w:r>
        <w:t>Brilo</w:t>
      </w:r>
      <w:proofErr w:type="spellEnd"/>
      <w:r>
        <w:t xml:space="preserve"> qui venait de le lancer</w:t>
      </w:r>
      <w:r w:rsidR="004B5A85">
        <w:t xml:space="preserve"> : </w:t>
      </w:r>
      <w:r>
        <w:t>le pirate avait encore le sifflet d</w:t>
      </w:r>
      <w:r w:rsidR="004B5A85">
        <w:t>’</w:t>
      </w:r>
      <w:r>
        <w:t>acier à la bouche</w:t>
      </w:r>
      <w:r w:rsidR="004B5A85">
        <w:t>.</w:t>
      </w:r>
    </w:p>
    <w:p w14:paraId="0866E77B" w14:textId="77777777" w:rsidR="004B5A85" w:rsidRDefault="004C389C" w:rsidP="004C389C">
      <w:r>
        <w:t>Une minute après</w:t>
      </w:r>
      <w:r w:rsidR="004B5A85">
        <w:t xml:space="preserve">, </w:t>
      </w:r>
      <w:r>
        <w:t>la tête d</w:t>
      </w:r>
      <w:r w:rsidR="004B5A85">
        <w:t>’</w:t>
      </w:r>
      <w:proofErr w:type="spellStart"/>
      <w:r>
        <w:t>Askold</w:t>
      </w:r>
      <w:proofErr w:type="spellEnd"/>
      <w:r>
        <w:t xml:space="preserve"> coiffée du casque col</w:t>
      </w:r>
      <w:r>
        <w:t>o</w:t>
      </w:r>
      <w:r>
        <w:t>nial paraissait à l</w:t>
      </w:r>
      <w:r w:rsidR="004B5A85">
        <w:t>’</w:t>
      </w:r>
      <w:r>
        <w:t>écoutille</w:t>
      </w:r>
      <w:r w:rsidR="004B5A85">
        <w:t>.</w:t>
      </w:r>
    </w:p>
    <w:p w14:paraId="01CCCCA7" w14:textId="77777777" w:rsidR="004B5A85" w:rsidRDefault="004B5A85" w:rsidP="004C389C">
      <w:r>
        <w:t>— </w:t>
      </w:r>
      <w:r w:rsidR="004C389C">
        <w:t>Qu</w:t>
      </w:r>
      <w:r>
        <w:t>’</w:t>
      </w:r>
      <w:r w:rsidR="004C389C">
        <w:t>est-ce que c</w:t>
      </w:r>
      <w:r>
        <w:t>’</w:t>
      </w:r>
      <w:r w:rsidR="004C389C">
        <w:t>est</w:t>
      </w:r>
      <w:r>
        <w:t> ?</w:t>
      </w:r>
    </w:p>
    <w:p w14:paraId="61B41C26" w14:textId="77777777" w:rsidR="004B5A85" w:rsidRDefault="004B5A85" w:rsidP="004C389C">
      <w:r>
        <w:t>— </w:t>
      </w:r>
      <w:r w:rsidR="004C389C">
        <w:t>Vaisseau de guerre</w:t>
      </w:r>
      <w:r>
        <w:t xml:space="preserve">, </w:t>
      </w:r>
      <w:r w:rsidR="004C389C">
        <w:t>États-Unis</w:t>
      </w:r>
      <w:r>
        <w:t xml:space="preserve">, </w:t>
      </w:r>
      <w:r w:rsidR="004C389C">
        <w:t>au nord-ouest</w:t>
      </w:r>
      <w:r>
        <w:t xml:space="preserve">, </w:t>
      </w:r>
      <w:r w:rsidR="004C389C">
        <w:t>fit lacon</w:t>
      </w:r>
      <w:r w:rsidR="004C389C">
        <w:t>i</w:t>
      </w:r>
      <w:r w:rsidR="004C389C">
        <w:t xml:space="preserve">quement </w:t>
      </w:r>
      <w:proofErr w:type="spellStart"/>
      <w:r w:rsidR="004C389C">
        <w:t>Brilo</w:t>
      </w:r>
      <w:proofErr w:type="spellEnd"/>
      <w:r>
        <w:t>.</w:t>
      </w:r>
    </w:p>
    <w:p w14:paraId="472C48FF" w14:textId="77777777" w:rsidR="004B5A85" w:rsidRDefault="004C389C" w:rsidP="004C389C">
      <w:r>
        <w:t>Et il disparut</w:t>
      </w:r>
      <w:r w:rsidR="004B5A85">
        <w:t>.</w:t>
      </w:r>
    </w:p>
    <w:p w14:paraId="5E347841" w14:textId="77777777" w:rsidR="004B5A85" w:rsidRDefault="004B5A85" w:rsidP="004C389C">
      <w:r>
        <w:t>— </w:t>
      </w:r>
      <w:proofErr w:type="spellStart"/>
      <w:r w:rsidR="004C389C">
        <w:rPr>
          <w:i/>
          <w:iCs/>
        </w:rPr>
        <w:t>Aoh</w:t>
      </w:r>
      <w:proofErr w:type="spellEnd"/>
      <w:r>
        <w:rPr>
          <w:i/>
          <w:iCs/>
        </w:rPr>
        <w:t xml:space="preserve"> ! </w:t>
      </w:r>
      <w:r w:rsidR="004C389C">
        <w:t xml:space="preserve">fit </w:t>
      </w:r>
      <w:proofErr w:type="spellStart"/>
      <w:r w:rsidR="004C389C">
        <w:t>Askold</w:t>
      </w:r>
      <w:proofErr w:type="spellEnd"/>
      <w:r>
        <w:t xml:space="preserve">, </w:t>
      </w:r>
      <w:r w:rsidR="004C389C">
        <w:t>soudain très pâle</w:t>
      </w:r>
      <w:r>
        <w:t>.</w:t>
      </w:r>
    </w:p>
    <w:p w14:paraId="0C0AFE56" w14:textId="77777777" w:rsidR="004B5A85" w:rsidRDefault="004C389C" w:rsidP="004C389C">
      <w:r>
        <w:t>Presque aussitôt</w:t>
      </w:r>
      <w:r w:rsidR="004B5A85">
        <w:t xml:space="preserve">, </w:t>
      </w:r>
      <w:r>
        <w:t>il reparut et sauta sur la plate-forme</w:t>
      </w:r>
      <w:r w:rsidR="004B5A85">
        <w:t>.</w:t>
      </w:r>
    </w:p>
    <w:p w14:paraId="55F8D855" w14:textId="77777777" w:rsidR="004B5A85" w:rsidRDefault="004C389C" w:rsidP="004C389C">
      <w:r>
        <w:t>Mais</w:t>
      </w:r>
      <w:r w:rsidR="004B5A85">
        <w:t xml:space="preserve">, </w:t>
      </w:r>
      <w:r>
        <w:t>derrière lui</w:t>
      </w:r>
      <w:r w:rsidR="004B5A85">
        <w:t xml:space="preserve">, </w:t>
      </w:r>
      <w:r>
        <w:t>surgit Hugues de Mauduit</w:t>
      </w:r>
      <w:r w:rsidR="004B5A85">
        <w:t xml:space="preserve">, </w:t>
      </w:r>
      <w:r>
        <w:t>tête nue</w:t>
      </w:r>
      <w:r w:rsidR="004B5A85">
        <w:t xml:space="preserve">. </w:t>
      </w:r>
      <w:r>
        <w:t>Le Ravageur tenait à la main une longue-vue</w:t>
      </w:r>
      <w:r w:rsidR="004B5A85">
        <w:t>.</w:t>
      </w:r>
    </w:p>
    <w:p w14:paraId="1EFEE11D" w14:textId="77777777" w:rsidR="004B5A85" w:rsidRDefault="004C389C" w:rsidP="004C389C">
      <w:r>
        <w:t>Il ne parut pas s</w:t>
      </w:r>
      <w:r w:rsidR="004B5A85">
        <w:t>’</w:t>
      </w:r>
      <w:r>
        <w:t>apercevoir de la présence de Ludovic Ma</w:t>
      </w:r>
      <w:r>
        <w:t>r</w:t>
      </w:r>
      <w:r>
        <w:t>tel et de Pierre l</w:t>
      </w:r>
      <w:r w:rsidR="004B5A85">
        <w:t>’</w:t>
      </w:r>
      <w:r>
        <w:t>Écureuil qui</w:t>
      </w:r>
      <w:r w:rsidR="004B5A85">
        <w:t xml:space="preserve">, </w:t>
      </w:r>
      <w:r>
        <w:t>soudain</w:t>
      </w:r>
      <w:r w:rsidR="004B5A85">
        <w:t xml:space="preserve">, </w:t>
      </w:r>
      <w:r>
        <w:t>anxieux</w:t>
      </w:r>
      <w:r w:rsidR="004B5A85">
        <w:t xml:space="preserve">, </w:t>
      </w:r>
      <w:r>
        <w:t>sans savoir pourquoi</w:t>
      </w:r>
      <w:r w:rsidR="004B5A85">
        <w:t xml:space="preserve">, </w:t>
      </w:r>
      <w:r>
        <w:t>regardaient le groupe formé par le Ravageur</w:t>
      </w:r>
      <w:r w:rsidR="004B5A85">
        <w:t xml:space="preserve">, </w:t>
      </w:r>
      <w:proofErr w:type="spellStart"/>
      <w:r>
        <w:t>Askold</w:t>
      </w:r>
      <w:proofErr w:type="spellEnd"/>
      <w:r>
        <w:t xml:space="preserve"> et </w:t>
      </w:r>
      <w:proofErr w:type="spellStart"/>
      <w:r>
        <w:t>Brilo</w:t>
      </w:r>
      <w:proofErr w:type="spellEnd"/>
      <w:r w:rsidR="004B5A85">
        <w:t>.</w:t>
      </w:r>
    </w:p>
    <w:p w14:paraId="5BF14ADA" w14:textId="77777777" w:rsidR="004B5A85" w:rsidRDefault="004B5A85" w:rsidP="004C389C">
      <w:r>
        <w:t>— </w:t>
      </w:r>
      <w:r w:rsidR="004C389C">
        <w:t>Ton épaule</w:t>
      </w:r>
      <w:r>
        <w:t xml:space="preserve"> ! </w:t>
      </w:r>
      <w:r w:rsidR="004C389C">
        <w:t>fit le Ravageur au matelot</w:t>
      </w:r>
      <w:r>
        <w:t>.</w:t>
      </w:r>
    </w:p>
    <w:p w14:paraId="4839611F" w14:textId="77777777" w:rsidR="004B5A85" w:rsidRDefault="004C389C" w:rsidP="004C389C">
      <w:proofErr w:type="spellStart"/>
      <w:r>
        <w:t>Brilo</w:t>
      </w:r>
      <w:proofErr w:type="spellEnd"/>
      <w:r>
        <w:t xml:space="preserve"> tourna le dos à son maître</w:t>
      </w:r>
      <w:r w:rsidR="004B5A85">
        <w:t xml:space="preserve">, </w:t>
      </w:r>
      <w:r>
        <w:t>et son épaule gauche se</w:t>
      </w:r>
      <w:r>
        <w:t>r</w:t>
      </w:r>
      <w:r>
        <w:t>vit d</w:t>
      </w:r>
      <w:r w:rsidR="004B5A85">
        <w:t>’</w:t>
      </w:r>
      <w:r>
        <w:t>appui à la longue-vue du chef</w:t>
      </w:r>
      <w:r w:rsidR="004B5A85">
        <w:t>.</w:t>
      </w:r>
    </w:p>
    <w:p w14:paraId="782CB76B" w14:textId="77777777" w:rsidR="004B5A85" w:rsidRDefault="004C389C" w:rsidP="004C389C">
      <w:r>
        <w:t>L</w:t>
      </w:r>
      <w:r w:rsidR="004B5A85">
        <w:t>’</w:t>
      </w:r>
      <w:r>
        <w:t>observation dura plusieurs minutes</w:t>
      </w:r>
      <w:r w:rsidR="004B5A85">
        <w:t>.</w:t>
      </w:r>
    </w:p>
    <w:p w14:paraId="2A510846" w14:textId="77777777" w:rsidR="004B5A85" w:rsidRDefault="004C389C" w:rsidP="004C389C">
      <w:r>
        <w:t>Et les prisonniers purent voir le visage du Ravageur se crisper</w:t>
      </w:r>
      <w:r w:rsidR="004B5A85">
        <w:t xml:space="preserve">, </w:t>
      </w:r>
      <w:r>
        <w:t>pâlir</w:t>
      </w:r>
      <w:r w:rsidR="004B5A85">
        <w:t xml:space="preserve">, </w:t>
      </w:r>
      <w:r>
        <w:t>prendre une expression de dureté</w:t>
      </w:r>
      <w:r w:rsidR="004B5A85">
        <w:t xml:space="preserve">, </w:t>
      </w:r>
      <w:r>
        <w:t>de joie et de haine féroce</w:t>
      </w:r>
      <w:r w:rsidR="004B5A85">
        <w:t xml:space="preserve">. </w:t>
      </w:r>
      <w:r>
        <w:t>Son émotion devait être bien vive</w:t>
      </w:r>
      <w:r w:rsidR="004B5A85">
        <w:t xml:space="preserve">, </w:t>
      </w:r>
      <w:r>
        <w:t>car lorsqu</w:t>
      </w:r>
      <w:r w:rsidR="004B5A85">
        <w:t>’</w:t>
      </w:r>
      <w:r>
        <w:t xml:space="preserve">il </w:t>
      </w:r>
      <w:r>
        <w:lastRenderedPageBreak/>
        <w:t>abaissa la longue-vue</w:t>
      </w:r>
      <w:r w:rsidR="004B5A85">
        <w:t xml:space="preserve">, </w:t>
      </w:r>
      <w:r>
        <w:t>ses mains tremblaient</w:t>
      </w:r>
      <w:r w:rsidR="004B5A85">
        <w:t xml:space="preserve">. </w:t>
      </w:r>
      <w:r>
        <w:t>Mais cette ém</w:t>
      </w:r>
      <w:r>
        <w:t>o</w:t>
      </w:r>
      <w:r>
        <w:t>tion ne dura que quelques secondes</w:t>
      </w:r>
      <w:r w:rsidR="004B5A85">
        <w:t>.</w:t>
      </w:r>
    </w:p>
    <w:p w14:paraId="6E4528C3" w14:textId="77777777" w:rsidR="004B5A85" w:rsidRDefault="004C389C" w:rsidP="004C389C">
      <w:r>
        <w:t xml:space="preserve">Ayant passé la longue-vue à </w:t>
      </w:r>
      <w:proofErr w:type="spellStart"/>
      <w:r>
        <w:t>Askold</w:t>
      </w:r>
      <w:proofErr w:type="spellEnd"/>
      <w:r w:rsidR="004B5A85">
        <w:t xml:space="preserve">, </w:t>
      </w:r>
      <w:r>
        <w:t>il s</w:t>
      </w:r>
      <w:r w:rsidR="004B5A85">
        <w:t>’</w:t>
      </w:r>
      <w:r>
        <w:t>avança d</w:t>
      </w:r>
      <w:r w:rsidR="004B5A85">
        <w:t>’</w:t>
      </w:r>
      <w:r>
        <w:t>un pas r</w:t>
      </w:r>
      <w:r>
        <w:t>a</w:t>
      </w:r>
      <w:r>
        <w:t>pide jusqu</w:t>
      </w:r>
      <w:r w:rsidR="004B5A85">
        <w:t>’</w:t>
      </w:r>
      <w:r>
        <w:t>au garde-fou</w:t>
      </w:r>
      <w:r w:rsidR="004B5A85">
        <w:t xml:space="preserve">, </w:t>
      </w:r>
      <w:r>
        <w:t>en disant</w:t>
      </w:r>
      <w:r w:rsidR="004B5A85">
        <w:t> :</w:t>
      </w:r>
    </w:p>
    <w:p w14:paraId="35E9ABB1" w14:textId="77777777" w:rsidR="004B5A85" w:rsidRDefault="004B5A85" w:rsidP="004C389C">
      <w:r>
        <w:t>— </w:t>
      </w:r>
      <w:r w:rsidR="004C389C">
        <w:t>C</w:t>
      </w:r>
      <w:r>
        <w:t>’</w:t>
      </w:r>
      <w:r w:rsidR="004C389C">
        <w:t xml:space="preserve">est le </w:t>
      </w:r>
      <w:r w:rsidR="004C389C">
        <w:rPr>
          <w:i/>
          <w:iCs/>
        </w:rPr>
        <w:t>California</w:t>
      </w:r>
      <w:r>
        <w:rPr>
          <w:i/>
          <w:iCs/>
        </w:rPr>
        <w:t xml:space="preserve">, </w:t>
      </w:r>
      <w:r w:rsidR="004C389C">
        <w:t>croiseur cuirassé</w:t>
      </w:r>
      <w:r>
        <w:t xml:space="preserve">… </w:t>
      </w:r>
      <w:r w:rsidR="004C389C">
        <w:t>Enfin</w:t>
      </w:r>
      <w:r>
        <w:t> !</w:t>
      </w:r>
    </w:p>
    <w:p w14:paraId="3A487CED" w14:textId="77777777" w:rsidR="004B5A85" w:rsidRDefault="004C389C" w:rsidP="004C389C">
      <w:r>
        <w:t>Et</w:t>
      </w:r>
      <w:r w:rsidR="004B5A85">
        <w:t xml:space="preserve">, </w:t>
      </w:r>
      <w:r>
        <w:t>cramponné d</w:t>
      </w:r>
      <w:r w:rsidR="004B5A85">
        <w:t>’</w:t>
      </w:r>
      <w:r>
        <w:t>une main au garde-fou</w:t>
      </w:r>
      <w:r w:rsidR="004B5A85">
        <w:t xml:space="preserve">, </w:t>
      </w:r>
      <w:r>
        <w:t>tendant l</w:t>
      </w:r>
      <w:r w:rsidR="004B5A85">
        <w:t>’</w:t>
      </w:r>
      <w:r>
        <w:t>autre main vers le navire en un geste menaçant</w:t>
      </w:r>
      <w:r w:rsidR="004B5A85">
        <w:t xml:space="preserve">, </w:t>
      </w:r>
      <w:r>
        <w:t>il gronda</w:t>
      </w:r>
      <w:r w:rsidR="004B5A85">
        <w:t> :</w:t>
      </w:r>
    </w:p>
    <w:p w14:paraId="7536A026" w14:textId="77777777" w:rsidR="004B5A85" w:rsidRDefault="004B5A85" w:rsidP="004C389C">
      <w:r>
        <w:t>— </w:t>
      </w:r>
      <w:r w:rsidR="004C389C">
        <w:t xml:space="preserve">Le </w:t>
      </w:r>
      <w:r w:rsidR="004C389C">
        <w:rPr>
          <w:i/>
          <w:iCs/>
        </w:rPr>
        <w:t>California</w:t>
      </w:r>
      <w:r>
        <w:rPr>
          <w:i/>
          <w:iCs/>
        </w:rPr>
        <w:t xml:space="preserve"> ! </w:t>
      </w:r>
      <w:r w:rsidR="004C389C">
        <w:t>précisément le vaisseau commandé par l</w:t>
      </w:r>
      <w:r>
        <w:t>’</w:t>
      </w:r>
      <w:r w:rsidR="004C389C">
        <w:t>un des hommes qui m</w:t>
      </w:r>
      <w:r>
        <w:t>’</w:t>
      </w:r>
      <w:r w:rsidR="004C389C">
        <w:t>ont fait le plus de mal</w:t>
      </w:r>
      <w:r>
        <w:t> !…</w:t>
      </w:r>
    </w:p>
    <w:p w14:paraId="70FD02DA" w14:textId="4266DCB5" w:rsidR="004B5A85" w:rsidRDefault="004B5A85" w:rsidP="004C389C">
      <w:r>
        <w:t>« </w:t>
      </w:r>
      <w:r w:rsidR="004C389C">
        <w:t>Ah</w:t>
      </w:r>
      <w:r>
        <w:t xml:space="preserve"> ! </w:t>
      </w:r>
      <w:r w:rsidR="004C389C">
        <w:t>le destin est d</w:t>
      </w:r>
      <w:r>
        <w:t>’</w:t>
      </w:r>
      <w:r w:rsidR="004C389C">
        <w:t>accord avec moi pour la vengeance</w:t>
      </w:r>
      <w:r>
        <w:t> !</w:t>
      </w:r>
    </w:p>
    <w:p w14:paraId="41B16651" w14:textId="77777777" w:rsidR="004B5A85" w:rsidRDefault="004B5A85" w:rsidP="004C389C">
      <w:r>
        <w:t>« </w:t>
      </w:r>
      <w:r w:rsidR="004C389C">
        <w:t>Marche</w:t>
      </w:r>
      <w:r>
        <w:t xml:space="preserve"> ! </w:t>
      </w:r>
      <w:r w:rsidR="004C389C">
        <w:t>marche</w:t>
      </w:r>
      <w:r>
        <w:t xml:space="preserve">, </w:t>
      </w:r>
      <w:r w:rsidR="004C389C">
        <w:t>navire maudit</w:t>
      </w:r>
      <w:r>
        <w:t xml:space="preserve"> ! </w:t>
      </w:r>
      <w:r w:rsidR="004C389C">
        <w:t>Marche à la mort que te réserve le Ravageur du Monde</w:t>
      </w:r>
      <w:r>
        <w:t> !…</w:t>
      </w:r>
    </w:p>
    <w:p w14:paraId="4DC63318" w14:textId="77777777" w:rsidR="004B5A85" w:rsidRDefault="004C389C" w:rsidP="004C389C">
      <w:r>
        <w:t>Et il resta là</w:t>
      </w:r>
      <w:r w:rsidR="004B5A85">
        <w:t xml:space="preserve">, </w:t>
      </w:r>
      <w:r>
        <w:t>le poing tendu</w:t>
      </w:r>
      <w:r w:rsidR="004B5A85">
        <w:t xml:space="preserve">, </w:t>
      </w:r>
      <w:r>
        <w:t>frémissant</w:t>
      </w:r>
      <w:r w:rsidR="004B5A85">
        <w:t xml:space="preserve">, </w:t>
      </w:r>
      <w:r>
        <w:t>statue vivante de la haine</w:t>
      </w:r>
      <w:r w:rsidR="004B5A85">
        <w:t>.</w:t>
      </w:r>
    </w:p>
    <w:p w14:paraId="509AA826" w14:textId="77777777" w:rsidR="004B5A85" w:rsidRDefault="004C389C" w:rsidP="004C389C">
      <w:r>
        <w:t>Le commandant Martel avait entendu ces effroyables p</w:t>
      </w:r>
      <w:r>
        <w:t>a</w:t>
      </w:r>
      <w:r>
        <w:t>roles</w:t>
      </w:r>
      <w:r w:rsidR="004B5A85">
        <w:t xml:space="preserve">. </w:t>
      </w:r>
      <w:r>
        <w:t>Il ne put retenir le généreux élan de son cœur</w:t>
      </w:r>
      <w:r w:rsidR="004B5A85">
        <w:t xml:space="preserve">. </w:t>
      </w:r>
      <w:r>
        <w:t>Et</w:t>
      </w:r>
      <w:r w:rsidR="004B5A85">
        <w:t xml:space="preserve">, </w:t>
      </w:r>
      <w:r>
        <w:t>s</w:t>
      </w:r>
      <w:r w:rsidR="004B5A85">
        <w:t>’</w:t>
      </w:r>
      <w:r>
        <w:t>avançant rapidement vers le Ravageur</w:t>
      </w:r>
      <w:r w:rsidR="004B5A85">
        <w:t xml:space="preserve">, </w:t>
      </w:r>
      <w:r>
        <w:t>il le toucha doucement à l</w:t>
      </w:r>
      <w:r w:rsidR="004B5A85">
        <w:t>’</w:t>
      </w:r>
      <w:r>
        <w:t xml:space="preserve">épaule avant que </w:t>
      </w:r>
      <w:proofErr w:type="spellStart"/>
      <w:r>
        <w:t>Brilo</w:t>
      </w:r>
      <w:proofErr w:type="spellEnd"/>
      <w:r>
        <w:t xml:space="preserve"> eût pu l</w:t>
      </w:r>
      <w:r w:rsidR="004B5A85">
        <w:t>’</w:t>
      </w:r>
      <w:r>
        <w:t>arrêter</w:t>
      </w:r>
      <w:r w:rsidR="004B5A85">
        <w:t xml:space="preserve">, </w:t>
      </w:r>
      <w:r>
        <w:t>et il dit en même temps</w:t>
      </w:r>
      <w:r w:rsidR="004B5A85">
        <w:t xml:space="preserve">, </w:t>
      </w:r>
      <w:r>
        <w:t>d</w:t>
      </w:r>
      <w:r w:rsidR="004B5A85">
        <w:t>’</w:t>
      </w:r>
      <w:r>
        <w:t>une voix tremblante d</w:t>
      </w:r>
      <w:r w:rsidR="004B5A85">
        <w:t>’</w:t>
      </w:r>
      <w:r>
        <w:t>émotion</w:t>
      </w:r>
      <w:r w:rsidR="004B5A85">
        <w:t> :</w:t>
      </w:r>
    </w:p>
    <w:p w14:paraId="022D84C8" w14:textId="77777777" w:rsidR="004B5A85" w:rsidRDefault="004B5A85" w:rsidP="004C389C">
      <w:r>
        <w:t>— </w:t>
      </w:r>
      <w:r w:rsidR="004C389C">
        <w:t>Monsieur</w:t>
      </w:r>
      <w:r>
        <w:t xml:space="preserve"> ! </w:t>
      </w:r>
      <w:r w:rsidR="004C389C">
        <w:t>qu</w:t>
      </w:r>
      <w:r>
        <w:t>’</w:t>
      </w:r>
      <w:r w:rsidR="004C389C">
        <w:t>allez-vous faire</w:t>
      </w:r>
      <w:r>
        <w:t> ?…</w:t>
      </w:r>
    </w:p>
    <w:p w14:paraId="18628B86" w14:textId="77777777" w:rsidR="004B5A85" w:rsidRDefault="004C389C" w:rsidP="004C389C">
      <w:r>
        <w:t>Hugues de Mauduit se retourna</w:t>
      </w:r>
      <w:r w:rsidR="004B5A85">
        <w:t xml:space="preserve">. </w:t>
      </w:r>
      <w:r>
        <w:t>Il fut visiblement étonné de voir là son prisonnier</w:t>
      </w:r>
      <w:r w:rsidR="004B5A85">
        <w:t xml:space="preserve">, </w:t>
      </w:r>
      <w:r>
        <w:t>qu</w:t>
      </w:r>
      <w:r w:rsidR="004B5A85">
        <w:t>’</w:t>
      </w:r>
      <w:r>
        <w:t>il n</w:t>
      </w:r>
      <w:r w:rsidR="004B5A85">
        <w:t>’</w:t>
      </w:r>
      <w:r>
        <w:t>avait même pas aperçu tout à l</w:t>
      </w:r>
      <w:r w:rsidR="004B5A85">
        <w:t>’</w:t>
      </w:r>
      <w:r>
        <w:t>heure</w:t>
      </w:r>
      <w:r w:rsidR="004B5A85">
        <w:t>.</w:t>
      </w:r>
    </w:p>
    <w:p w14:paraId="7105400B" w14:textId="77777777" w:rsidR="004B5A85" w:rsidRDefault="004C389C" w:rsidP="004C389C">
      <w:r>
        <w:t>Son visage</w:t>
      </w:r>
      <w:r w:rsidR="004B5A85">
        <w:t xml:space="preserve">, </w:t>
      </w:r>
      <w:r>
        <w:t>à la fois noble et dur</w:t>
      </w:r>
      <w:r w:rsidR="004B5A85">
        <w:t xml:space="preserve">, </w:t>
      </w:r>
      <w:r>
        <w:t>refléta d</w:t>
      </w:r>
      <w:r w:rsidR="004B5A85">
        <w:t>’</w:t>
      </w:r>
      <w:r>
        <w:t>abord une vive contrariété</w:t>
      </w:r>
      <w:r w:rsidR="004B5A85">
        <w:t xml:space="preserve">. </w:t>
      </w:r>
      <w:r>
        <w:t>Mais aussitôt</w:t>
      </w:r>
      <w:r w:rsidR="004B5A85">
        <w:t xml:space="preserve">, </w:t>
      </w:r>
      <w:r>
        <w:t>cette expression disparut pour faire place à celle du triomphe et de la cruauté</w:t>
      </w:r>
      <w:r w:rsidR="004B5A85">
        <w:t>.</w:t>
      </w:r>
    </w:p>
    <w:p w14:paraId="7622AA09" w14:textId="77777777" w:rsidR="004B5A85" w:rsidRDefault="004C389C" w:rsidP="004C389C">
      <w:r>
        <w:lastRenderedPageBreak/>
        <w:t>Et</w:t>
      </w:r>
      <w:r w:rsidR="004B5A85">
        <w:t xml:space="preserve">, </w:t>
      </w:r>
      <w:r>
        <w:t>d</w:t>
      </w:r>
      <w:r w:rsidR="004B5A85">
        <w:t>’</w:t>
      </w:r>
      <w:r>
        <w:t>une voix sombre et contenue</w:t>
      </w:r>
      <w:r w:rsidR="004B5A85">
        <w:t xml:space="preserve">, </w:t>
      </w:r>
      <w:r>
        <w:t>il prononça</w:t>
      </w:r>
      <w:r w:rsidR="004B5A85">
        <w:t> :</w:t>
      </w:r>
    </w:p>
    <w:p w14:paraId="3C9E613A" w14:textId="77777777" w:rsidR="004B5A85" w:rsidRDefault="004B5A85" w:rsidP="004C389C">
      <w:r>
        <w:t>— </w:t>
      </w:r>
      <w:r w:rsidR="004C389C">
        <w:t>Ce que je vais faire</w:t>
      </w:r>
      <w:r>
        <w:t xml:space="preserve">, </w:t>
      </w:r>
      <w:r w:rsidR="004C389C">
        <w:t>monsieur</w:t>
      </w:r>
      <w:r>
        <w:t xml:space="preserve"> ? </w:t>
      </w:r>
      <w:r w:rsidR="004C389C">
        <w:t>Cela ne vous regarde pas</w:t>
      </w:r>
      <w:r>
        <w:t xml:space="preserve">, </w:t>
      </w:r>
      <w:r w:rsidR="004C389C">
        <w:t>mais je vous le dirai tout de même</w:t>
      </w:r>
      <w:r>
        <w:t xml:space="preserve">… </w:t>
      </w:r>
      <w:r w:rsidR="004C389C">
        <w:t>Vous voyez ce beau navire qui s</w:t>
      </w:r>
      <w:r>
        <w:t>’</w:t>
      </w:r>
      <w:r w:rsidR="004C389C">
        <w:t>avance vers nous à la vitesse de vingt nœuds à l</w:t>
      </w:r>
      <w:r>
        <w:t>’</w:t>
      </w:r>
      <w:r w:rsidR="004C389C">
        <w:t>heure</w:t>
      </w:r>
      <w:r>
        <w:t xml:space="preserve"> ?… </w:t>
      </w:r>
      <w:r w:rsidR="004C389C">
        <w:t>Dans quelques minutes</w:t>
      </w:r>
      <w:r>
        <w:t xml:space="preserve">, </w:t>
      </w:r>
      <w:r w:rsidR="004C389C">
        <w:t>il sera dans nos eaux</w:t>
      </w:r>
      <w:r>
        <w:t>…</w:t>
      </w:r>
    </w:p>
    <w:p w14:paraId="06B5C701" w14:textId="77777777" w:rsidR="004B5A85" w:rsidRDefault="004B5A85" w:rsidP="004C389C">
      <w:r>
        <w:t>« </w:t>
      </w:r>
      <w:r w:rsidR="004C389C">
        <w:t>Eh bien</w:t>
      </w:r>
      <w:r>
        <w:t xml:space="preserve"> ! </w:t>
      </w:r>
      <w:r w:rsidR="004C389C">
        <w:t>ce beau navire</w:t>
      </w:r>
      <w:r>
        <w:t xml:space="preserve">, </w:t>
      </w:r>
      <w:r w:rsidR="004C389C">
        <w:t>je vais l</w:t>
      </w:r>
      <w:r>
        <w:t>’</w:t>
      </w:r>
      <w:r w:rsidR="004C389C">
        <w:t>attaquer</w:t>
      </w:r>
      <w:r>
        <w:t xml:space="preserve">, </w:t>
      </w:r>
      <w:r w:rsidR="004C389C">
        <w:t>monsieur</w:t>
      </w:r>
      <w:r>
        <w:t> !</w:t>
      </w:r>
    </w:p>
    <w:p w14:paraId="4A756979" w14:textId="77777777" w:rsidR="004B5A85" w:rsidRDefault="004B5A85" w:rsidP="004C389C">
      <w:r>
        <w:t>« </w:t>
      </w:r>
      <w:r w:rsidR="004C389C">
        <w:t>Je vais le couler</w:t>
      </w:r>
      <w:r>
        <w:t xml:space="preserve">, </w:t>
      </w:r>
      <w:r w:rsidR="004C389C">
        <w:t>le détruire</w:t>
      </w:r>
      <w:r>
        <w:t xml:space="preserve">, </w:t>
      </w:r>
      <w:r w:rsidR="004C389C">
        <w:t>et anéantir avec lui son commandant et ses cinq cents hommes d</w:t>
      </w:r>
      <w:r>
        <w:t>’</w:t>
      </w:r>
      <w:r w:rsidR="004C389C">
        <w:t>équipage</w:t>
      </w:r>
      <w:r>
        <w:t>…</w:t>
      </w:r>
    </w:p>
    <w:p w14:paraId="0B181BA3" w14:textId="77777777" w:rsidR="004B5A85" w:rsidRDefault="004B5A85" w:rsidP="004C389C">
      <w:r>
        <w:t>— </w:t>
      </w:r>
      <w:r w:rsidR="004C389C">
        <w:t>Monsieur</w:t>
      </w:r>
      <w:r>
        <w:t xml:space="preserve"> ! </w:t>
      </w:r>
      <w:r w:rsidR="004C389C">
        <w:t>s</w:t>
      </w:r>
      <w:r>
        <w:t>’</w:t>
      </w:r>
      <w:r w:rsidR="004C389C">
        <w:t>écria Ludovic Martel affolé d</w:t>
      </w:r>
      <w:r>
        <w:t>’</w:t>
      </w:r>
      <w:r w:rsidR="004C389C">
        <w:t>indignation</w:t>
      </w:r>
      <w:r>
        <w:t xml:space="preserve">, </w:t>
      </w:r>
      <w:r w:rsidR="004C389C">
        <w:t>vous ne ferez pas cela</w:t>
      </w:r>
      <w:r>
        <w:t> !…</w:t>
      </w:r>
    </w:p>
    <w:p w14:paraId="2284FC5C" w14:textId="77777777" w:rsidR="004B5A85" w:rsidRDefault="004B5A85" w:rsidP="004C389C">
      <w:r>
        <w:t>— </w:t>
      </w:r>
      <w:r w:rsidR="004C389C">
        <w:t>Je ferai cela</w:t>
      </w:r>
      <w:r>
        <w:t xml:space="preserve"> : </w:t>
      </w:r>
      <w:r w:rsidR="004C389C">
        <w:t>je suis le maître</w:t>
      </w:r>
      <w:r>
        <w:t xml:space="preserve"> !… </w:t>
      </w:r>
      <w:r w:rsidR="004C389C">
        <w:t>Ce sera mon premier acte de justice</w:t>
      </w:r>
      <w:r>
        <w:t xml:space="preserve">… </w:t>
      </w:r>
      <w:r w:rsidR="004C389C">
        <w:t>Mais assez</w:t>
      </w:r>
      <w:r>
        <w:t xml:space="preserve"> !… </w:t>
      </w:r>
      <w:proofErr w:type="spellStart"/>
      <w:r w:rsidR="004C389C">
        <w:t>Brilo</w:t>
      </w:r>
      <w:proofErr w:type="spellEnd"/>
      <w:r>
        <w:t> !…</w:t>
      </w:r>
    </w:p>
    <w:p w14:paraId="338E98F9" w14:textId="77777777" w:rsidR="004B5A85" w:rsidRDefault="004C389C" w:rsidP="004C389C">
      <w:r>
        <w:t>Dans sa douleur</w:t>
      </w:r>
      <w:r w:rsidR="004B5A85">
        <w:t xml:space="preserve">, </w:t>
      </w:r>
      <w:r>
        <w:t>dans sa colère indignée</w:t>
      </w:r>
      <w:r w:rsidR="004B5A85">
        <w:t xml:space="preserve">, </w:t>
      </w:r>
      <w:r>
        <w:t>Ludovic Martel eut la pensée brusque de sauter sur le Ravageur</w:t>
      </w:r>
      <w:r w:rsidR="004B5A85">
        <w:t xml:space="preserve">, </w:t>
      </w:r>
      <w:r>
        <w:t>de rouler à la mer avec lui</w:t>
      </w:r>
      <w:r w:rsidR="004B5A85">
        <w:t xml:space="preserve">, </w:t>
      </w:r>
      <w:r>
        <w:t>de l</w:t>
      </w:r>
      <w:r w:rsidR="004B5A85">
        <w:t>’</w:t>
      </w:r>
      <w:r>
        <w:t>étrangler et de le noyer dans les flots pour e</w:t>
      </w:r>
      <w:r>
        <w:t>m</w:t>
      </w:r>
      <w:r>
        <w:t>pêcher ainsi l</w:t>
      </w:r>
      <w:r w:rsidR="004B5A85">
        <w:t>’</w:t>
      </w:r>
      <w:r>
        <w:t>énorme crime</w:t>
      </w:r>
      <w:r w:rsidR="004B5A85">
        <w:t>.</w:t>
      </w:r>
    </w:p>
    <w:p w14:paraId="1379604C" w14:textId="77777777" w:rsidR="004B5A85" w:rsidRDefault="004C389C" w:rsidP="004C389C">
      <w:r>
        <w:t>Tous ses muscles se tendirent</w:t>
      </w:r>
      <w:r w:rsidR="004B5A85">
        <w:t xml:space="preserve">, </w:t>
      </w:r>
      <w:r>
        <w:t>il bondit en avant</w:t>
      </w:r>
      <w:r w:rsidR="004B5A85">
        <w:t>…</w:t>
      </w:r>
    </w:p>
    <w:p w14:paraId="106ED5BE" w14:textId="77777777" w:rsidR="004B5A85" w:rsidRDefault="004C389C" w:rsidP="004C389C">
      <w:r>
        <w:t xml:space="preserve">Mais </w:t>
      </w:r>
      <w:proofErr w:type="spellStart"/>
      <w:r>
        <w:t>Askold</w:t>
      </w:r>
      <w:proofErr w:type="spellEnd"/>
      <w:r>
        <w:t xml:space="preserve"> et </w:t>
      </w:r>
      <w:proofErr w:type="spellStart"/>
      <w:r>
        <w:t>Brilo</w:t>
      </w:r>
      <w:proofErr w:type="spellEnd"/>
      <w:r>
        <w:t xml:space="preserve"> l</w:t>
      </w:r>
      <w:r w:rsidR="004B5A85">
        <w:t>’</w:t>
      </w:r>
      <w:r>
        <w:t>empoignant déjà</w:t>
      </w:r>
      <w:r w:rsidR="004B5A85">
        <w:t xml:space="preserve">, </w:t>
      </w:r>
      <w:r>
        <w:t>l</w:t>
      </w:r>
      <w:r w:rsidR="004B5A85">
        <w:t>’</w:t>
      </w:r>
      <w:r>
        <w:t>entraînaient br</w:t>
      </w:r>
      <w:r>
        <w:t>u</w:t>
      </w:r>
      <w:r>
        <w:t>talement jusqu</w:t>
      </w:r>
      <w:r w:rsidR="004B5A85">
        <w:t>’</w:t>
      </w:r>
      <w:r>
        <w:t>au bas de l</w:t>
      </w:r>
      <w:r w:rsidR="004B5A85">
        <w:t>’</w:t>
      </w:r>
      <w:r>
        <w:t>escalier de l</w:t>
      </w:r>
      <w:r w:rsidR="004B5A85">
        <w:t>’</w:t>
      </w:r>
      <w:r>
        <w:t>écoutille</w:t>
      </w:r>
      <w:r w:rsidR="004B5A85">
        <w:t xml:space="preserve">, </w:t>
      </w:r>
      <w:r>
        <w:t>le poussaient dans le couloir et le jetaient dans la cabine numéro 3</w:t>
      </w:r>
      <w:r w:rsidR="004B5A85">
        <w:t xml:space="preserve">, </w:t>
      </w:r>
      <w:r>
        <w:t>où Pierrot l</w:t>
      </w:r>
      <w:r w:rsidR="004B5A85">
        <w:t>’</w:t>
      </w:r>
      <w:r>
        <w:t>Écureuil</w:t>
      </w:r>
      <w:r w:rsidR="004B5A85">
        <w:t xml:space="preserve">, </w:t>
      </w:r>
      <w:r>
        <w:t>qui avait suivi en courant</w:t>
      </w:r>
      <w:r w:rsidR="004B5A85">
        <w:t xml:space="preserve">, </w:t>
      </w:r>
      <w:r>
        <w:t xml:space="preserve">put entrer avant que </w:t>
      </w:r>
      <w:proofErr w:type="spellStart"/>
      <w:r>
        <w:t>Brilo</w:t>
      </w:r>
      <w:proofErr w:type="spellEnd"/>
      <w:r>
        <w:t xml:space="preserve"> refermât la porte</w:t>
      </w:r>
      <w:r w:rsidR="004B5A85">
        <w:t>.</w:t>
      </w:r>
    </w:p>
    <w:p w14:paraId="39C5360A" w14:textId="77777777" w:rsidR="004B5A85" w:rsidRDefault="004C389C" w:rsidP="004C389C">
      <w:proofErr w:type="spellStart"/>
      <w:r>
        <w:t>Askold</w:t>
      </w:r>
      <w:proofErr w:type="spellEnd"/>
      <w:r>
        <w:t xml:space="preserve"> remonta seul sur la plate-forme</w:t>
      </w:r>
      <w:r w:rsidR="004B5A85">
        <w:t>.</w:t>
      </w:r>
    </w:p>
    <w:p w14:paraId="5044D2E3" w14:textId="77777777" w:rsidR="004B5A85" w:rsidRDefault="004C389C" w:rsidP="004C389C">
      <w:r>
        <w:t>Il ramassa la longue-vue qu</w:t>
      </w:r>
      <w:r w:rsidR="004B5A85">
        <w:t>’</w:t>
      </w:r>
      <w:r>
        <w:t>il avait laissé tomber et qui avait été retenue par un des piliers du garde-fou</w:t>
      </w:r>
      <w:r w:rsidR="004B5A85">
        <w:t xml:space="preserve">. </w:t>
      </w:r>
      <w:r>
        <w:t>Militairement dressé devant le Ravageur</w:t>
      </w:r>
      <w:r w:rsidR="004B5A85">
        <w:t xml:space="preserve">, </w:t>
      </w:r>
      <w:r>
        <w:t>il porta la main à son casque de toile blanche en disant</w:t>
      </w:r>
      <w:r w:rsidR="004B5A85">
        <w:t> :</w:t>
      </w:r>
    </w:p>
    <w:p w14:paraId="7428BE5E" w14:textId="77777777" w:rsidR="004B5A85" w:rsidRDefault="004B5A85" w:rsidP="004C389C">
      <w:r>
        <w:lastRenderedPageBreak/>
        <w:t>— </w:t>
      </w:r>
      <w:r w:rsidR="004C389C">
        <w:t>Quels ordres</w:t>
      </w:r>
      <w:r>
        <w:t xml:space="preserve">, </w:t>
      </w:r>
      <w:r w:rsidR="004C389C">
        <w:t>Maître</w:t>
      </w:r>
      <w:r>
        <w:t> ?</w:t>
      </w:r>
    </w:p>
    <w:p w14:paraId="7F902772" w14:textId="77777777" w:rsidR="004B5A85" w:rsidRDefault="004C389C" w:rsidP="004C389C">
      <w:r>
        <w:t>Le Ravageur regardait le navire</w:t>
      </w:r>
      <w:r w:rsidR="004B5A85">
        <w:t xml:space="preserve">. </w:t>
      </w:r>
      <w:r>
        <w:t>Il se retourna et son visage était d</w:t>
      </w:r>
      <w:r w:rsidR="004B5A85">
        <w:t>’</w:t>
      </w:r>
      <w:r>
        <w:t>une pâleur de cadavre</w:t>
      </w:r>
      <w:r w:rsidR="004B5A85">
        <w:t xml:space="preserve"> ; </w:t>
      </w:r>
      <w:r>
        <w:t>ses yeux étincelaient</w:t>
      </w:r>
      <w:r w:rsidR="004B5A85">
        <w:t>.</w:t>
      </w:r>
    </w:p>
    <w:p w14:paraId="17977CD7" w14:textId="77777777" w:rsidR="004B5A85" w:rsidRDefault="004B5A85" w:rsidP="004C389C">
      <w:r>
        <w:t>— </w:t>
      </w:r>
      <w:r w:rsidR="004C389C">
        <w:t>Je commanderai moi-même la manœuvre</w:t>
      </w:r>
      <w:r>
        <w:t xml:space="preserve">, </w:t>
      </w:r>
      <w:r w:rsidR="004C389C">
        <w:t>déclara-t-il</w:t>
      </w:r>
      <w:r>
        <w:t xml:space="preserve">. </w:t>
      </w:r>
      <w:r w:rsidR="004C389C">
        <w:t>Fais préparer deux torpilles</w:t>
      </w:r>
      <w:r>
        <w:t xml:space="preserve">, </w:t>
      </w:r>
      <w:r w:rsidR="004C389C">
        <w:t>une à bâbord</w:t>
      </w:r>
      <w:r>
        <w:t xml:space="preserve">, </w:t>
      </w:r>
      <w:r w:rsidR="004C389C">
        <w:t>l</w:t>
      </w:r>
      <w:r>
        <w:t>’</w:t>
      </w:r>
      <w:r w:rsidR="004C389C">
        <w:t>autre à tribord</w:t>
      </w:r>
      <w:r>
        <w:t xml:space="preserve">. </w:t>
      </w:r>
      <w:r w:rsidR="004C389C">
        <w:t>On les lancera en même temps à mon commandement de feu</w:t>
      </w:r>
      <w:r>
        <w:t xml:space="preserve"> ! </w:t>
      </w:r>
      <w:r w:rsidR="004C389C">
        <w:t>Branle-bas de combat</w:t>
      </w:r>
      <w:r>
        <w:t xml:space="preserve"> ! </w:t>
      </w:r>
      <w:r w:rsidR="004C389C">
        <w:t>Tous les hommes à leur poste</w:t>
      </w:r>
      <w:r>
        <w:t> !</w:t>
      </w:r>
    </w:p>
    <w:p w14:paraId="058B040A" w14:textId="77777777" w:rsidR="004B5A85" w:rsidRDefault="004C389C" w:rsidP="004C389C">
      <w:r>
        <w:t>Sans répondre</w:t>
      </w:r>
      <w:r w:rsidR="004B5A85">
        <w:t xml:space="preserve">, </w:t>
      </w:r>
      <w:proofErr w:type="spellStart"/>
      <w:r>
        <w:t>Askold</w:t>
      </w:r>
      <w:proofErr w:type="spellEnd"/>
      <w:r>
        <w:t xml:space="preserve"> salua et disparut</w:t>
      </w:r>
      <w:r w:rsidR="004B5A85">
        <w:t>.</w:t>
      </w:r>
    </w:p>
    <w:p w14:paraId="0105A472" w14:textId="77777777" w:rsidR="004B5A85" w:rsidRDefault="004C389C" w:rsidP="004C389C">
      <w:r>
        <w:t>Resté seul sur la plate-forme</w:t>
      </w:r>
      <w:r w:rsidR="004B5A85">
        <w:t xml:space="preserve">, </w:t>
      </w:r>
      <w:r>
        <w:t>le Ravageur se tourna de nouveau vers le navire</w:t>
      </w:r>
      <w:r w:rsidR="004B5A85">
        <w:t>…</w:t>
      </w:r>
    </w:p>
    <w:p w14:paraId="33C80D4A" w14:textId="77777777" w:rsidR="004B5A85" w:rsidRDefault="004C389C" w:rsidP="004C389C">
      <w:r>
        <w:t xml:space="preserve">Le </w:t>
      </w:r>
      <w:r>
        <w:rPr>
          <w:i/>
          <w:iCs/>
        </w:rPr>
        <w:t xml:space="preserve">California </w:t>
      </w:r>
      <w:r>
        <w:t>était maintenant complètement visible</w:t>
      </w:r>
      <w:r w:rsidR="004B5A85">
        <w:t>.</w:t>
      </w:r>
    </w:p>
    <w:p w14:paraId="08E760C5" w14:textId="77777777" w:rsidR="004B5A85" w:rsidRDefault="004C389C" w:rsidP="004C389C">
      <w:r>
        <w:t>Tout blanc</w:t>
      </w:r>
      <w:r w:rsidR="004B5A85">
        <w:t xml:space="preserve">, </w:t>
      </w:r>
      <w:r>
        <w:t>étincelant de cuivres que les dernières lueurs du couchant faisaient rougeoyer</w:t>
      </w:r>
      <w:r w:rsidR="004B5A85">
        <w:t xml:space="preserve">, </w:t>
      </w:r>
      <w:r>
        <w:t>il était assez bas sur l</w:t>
      </w:r>
      <w:r w:rsidR="004B5A85">
        <w:t>’</w:t>
      </w:r>
      <w:r>
        <w:t>eau</w:t>
      </w:r>
      <w:r w:rsidR="004B5A85">
        <w:t xml:space="preserve">, </w:t>
      </w:r>
      <w:r>
        <w:t>mais élevait très haut dans l</w:t>
      </w:r>
      <w:r w:rsidR="004B5A85">
        <w:t>’</w:t>
      </w:r>
      <w:r>
        <w:t>air ses cheminées fumantes entre ses deux mâts à tourelle</w:t>
      </w:r>
      <w:r w:rsidR="004B5A85">
        <w:t>.</w:t>
      </w:r>
    </w:p>
    <w:p w14:paraId="2B0FA792" w14:textId="77777777" w:rsidR="004B5A85" w:rsidRDefault="004C389C" w:rsidP="004C389C">
      <w:r>
        <w:t xml:space="preserve">Il marchait en longue diagonale à la rencontre du </w:t>
      </w:r>
      <w:r>
        <w:rPr>
          <w:i/>
          <w:iCs/>
        </w:rPr>
        <w:t>Nyct</w:t>
      </w:r>
      <w:r>
        <w:rPr>
          <w:i/>
          <w:iCs/>
        </w:rPr>
        <w:t>a</w:t>
      </w:r>
      <w:r>
        <w:rPr>
          <w:i/>
          <w:iCs/>
        </w:rPr>
        <w:t>lope</w:t>
      </w:r>
      <w:r w:rsidR="004B5A85">
        <w:rPr>
          <w:i/>
          <w:iCs/>
        </w:rPr>
        <w:t xml:space="preserve">. </w:t>
      </w:r>
      <w:r>
        <w:t>Il apparaissait donc de trois quarts</w:t>
      </w:r>
      <w:r w:rsidR="004B5A85">
        <w:t xml:space="preserve">, </w:t>
      </w:r>
      <w:r>
        <w:t>mais assez de flanc pour que son pavillon rayé blanc et rouge</w:t>
      </w:r>
      <w:r w:rsidR="004B5A85">
        <w:t xml:space="preserve">, </w:t>
      </w:r>
      <w:r>
        <w:t>au coin bleu constellé de blanc</w:t>
      </w:r>
      <w:r w:rsidR="004B5A85">
        <w:t xml:space="preserve">, </w:t>
      </w:r>
      <w:r>
        <w:t>fût parfaitement visible</w:t>
      </w:r>
      <w:r w:rsidR="004B5A85">
        <w:t xml:space="preserve">, </w:t>
      </w:r>
      <w:r>
        <w:t>flottant à la brise du soir</w:t>
      </w:r>
      <w:r w:rsidR="004B5A85">
        <w:t>…</w:t>
      </w:r>
    </w:p>
    <w:p w14:paraId="112626A5" w14:textId="77777777" w:rsidR="004B5A85" w:rsidRDefault="004C389C" w:rsidP="004C389C">
      <w:r>
        <w:t>Bientôt</w:t>
      </w:r>
      <w:r w:rsidR="004B5A85">
        <w:t xml:space="preserve">, </w:t>
      </w:r>
      <w:r>
        <w:t>le superbe croiseur cuirassé ne fut plus qu</w:t>
      </w:r>
      <w:r w:rsidR="004B5A85">
        <w:t>’</w:t>
      </w:r>
      <w:r>
        <w:t>à moins d</w:t>
      </w:r>
      <w:r w:rsidR="004B5A85">
        <w:t>’</w:t>
      </w:r>
      <w:r>
        <w:t>un mille de distance et le Ravageur pouvait même distinguer les hommes allant et venant sur la plage arrière et un groupe d</w:t>
      </w:r>
      <w:r w:rsidR="004B5A85">
        <w:t>’</w:t>
      </w:r>
      <w:r>
        <w:t>officiers sur la passerelle</w:t>
      </w:r>
      <w:r w:rsidR="004B5A85">
        <w:t>.</w:t>
      </w:r>
    </w:p>
    <w:p w14:paraId="7F52DBA5" w14:textId="77777777" w:rsidR="004B5A85" w:rsidRDefault="004C389C" w:rsidP="004C389C">
      <w:r>
        <w:t>Soudain</w:t>
      </w:r>
      <w:r w:rsidR="004B5A85">
        <w:t xml:space="preserve">, </w:t>
      </w:r>
      <w:r>
        <w:t>Hugues de Mauduit porta à ses lèvres un sifflet d</w:t>
      </w:r>
      <w:r w:rsidR="004B5A85">
        <w:t>’</w:t>
      </w:r>
      <w:r>
        <w:t>argent suspendu à sa chaîne de montre</w:t>
      </w:r>
      <w:r w:rsidR="004B5A85">
        <w:t xml:space="preserve">, </w:t>
      </w:r>
      <w:r>
        <w:t>et il en tira trois sons aigus suivis d</w:t>
      </w:r>
      <w:r w:rsidR="004B5A85">
        <w:t>’</w:t>
      </w:r>
      <w:r>
        <w:t>un roulement</w:t>
      </w:r>
      <w:r w:rsidR="004B5A85">
        <w:t>.</w:t>
      </w:r>
    </w:p>
    <w:p w14:paraId="1A4DE01F" w14:textId="77777777" w:rsidR="004B5A85" w:rsidRDefault="004C389C" w:rsidP="004C389C">
      <w:r>
        <w:lastRenderedPageBreak/>
        <w:t>Alors</w:t>
      </w:r>
      <w:r w:rsidR="004B5A85">
        <w:t xml:space="preserve">, </w:t>
      </w:r>
      <w:r>
        <w:t xml:space="preserve">le matelot </w:t>
      </w:r>
      <w:proofErr w:type="spellStart"/>
      <w:r>
        <w:t>Poutkine</w:t>
      </w:r>
      <w:proofErr w:type="spellEnd"/>
      <w:r>
        <w:t xml:space="preserve"> parut sur la plate-forme</w:t>
      </w:r>
      <w:r w:rsidR="004B5A85">
        <w:t xml:space="preserve">. </w:t>
      </w:r>
      <w:r>
        <w:t>Il po</w:t>
      </w:r>
      <w:r>
        <w:t>r</w:t>
      </w:r>
      <w:r>
        <w:t>tait un drapeau roulé</w:t>
      </w:r>
      <w:r w:rsidR="004B5A85">
        <w:t xml:space="preserve">. </w:t>
      </w:r>
      <w:r>
        <w:t>Il le déroula</w:t>
      </w:r>
      <w:r w:rsidR="004B5A85">
        <w:t xml:space="preserve">. </w:t>
      </w:r>
      <w:r>
        <w:t>Il en planta la longue hampe dans une gaine adaptée tout exprès à un pilier du garde-fou</w:t>
      </w:r>
      <w:r w:rsidR="004B5A85">
        <w:t xml:space="preserve">, </w:t>
      </w:r>
      <w:r>
        <w:t>et le pavillon noir à tête de mort du Ravageur flotta sinistrement dans l</w:t>
      </w:r>
      <w:r w:rsidR="004B5A85">
        <w:t>’</w:t>
      </w:r>
      <w:r>
        <w:t>air</w:t>
      </w:r>
      <w:r w:rsidR="004B5A85">
        <w:t>…</w:t>
      </w:r>
    </w:p>
    <w:p w14:paraId="4BA2FE75" w14:textId="77777777" w:rsidR="004B5A85" w:rsidRDefault="004C389C" w:rsidP="004C389C">
      <w:r>
        <w:t>Cela fait</w:t>
      </w:r>
      <w:r w:rsidR="004B5A85">
        <w:t xml:space="preserve">, </w:t>
      </w:r>
      <w:r>
        <w:t>le matelot resta immobile</w:t>
      </w:r>
      <w:r w:rsidR="004B5A85">
        <w:t xml:space="preserve">, </w:t>
      </w:r>
      <w:r>
        <w:t>raide</w:t>
      </w:r>
      <w:r w:rsidR="004B5A85">
        <w:t xml:space="preserve">, </w:t>
      </w:r>
      <w:r>
        <w:t>près du drapeau</w:t>
      </w:r>
      <w:r w:rsidR="004B5A85">
        <w:t xml:space="preserve">. </w:t>
      </w:r>
      <w:r>
        <w:t>Il tenait encore à la main un porte-voix qu</w:t>
      </w:r>
      <w:r w:rsidR="004B5A85">
        <w:t>’</w:t>
      </w:r>
      <w:r>
        <w:t>il venait de détacher de sa ceinture</w:t>
      </w:r>
      <w:r w:rsidR="004B5A85">
        <w:t>.</w:t>
      </w:r>
    </w:p>
    <w:p w14:paraId="332EDE22" w14:textId="77777777" w:rsidR="004B5A85" w:rsidRDefault="004C389C" w:rsidP="004C389C">
      <w:r>
        <w:t>Dix minutes s</w:t>
      </w:r>
      <w:r w:rsidR="004B5A85">
        <w:t>’</w:t>
      </w:r>
      <w:r>
        <w:t>écoulèrent</w:t>
      </w:r>
      <w:r w:rsidR="004B5A85">
        <w:t>.</w:t>
      </w:r>
    </w:p>
    <w:p w14:paraId="02ED275F" w14:textId="77777777" w:rsidR="004B5A85" w:rsidRDefault="004B5A85" w:rsidP="004C389C">
      <w:r>
        <w:t>— </w:t>
      </w:r>
      <w:r w:rsidR="004C389C">
        <w:t>Ils nous ont vus</w:t>
      </w:r>
      <w:r>
        <w:t xml:space="preserve"> ! </w:t>
      </w:r>
      <w:r w:rsidR="004C389C">
        <w:t>murmura le Ravageur</w:t>
      </w:r>
      <w:r>
        <w:t>.</w:t>
      </w:r>
    </w:p>
    <w:p w14:paraId="6B5DB126" w14:textId="77777777" w:rsidR="004B5A85" w:rsidRDefault="004C389C" w:rsidP="004C389C">
      <w:r>
        <w:t>En effet</w:t>
      </w:r>
      <w:r w:rsidR="004B5A85">
        <w:t xml:space="preserve">, </w:t>
      </w:r>
      <w:r>
        <w:t xml:space="preserve">sur le </w:t>
      </w:r>
      <w:r>
        <w:rPr>
          <w:i/>
          <w:iCs/>
        </w:rPr>
        <w:t>California</w:t>
      </w:r>
      <w:r w:rsidR="004B5A85">
        <w:rPr>
          <w:i/>
          <w:iCs/>
        </w:rPr>
        <w:t xml:space="preserve">, </w:t>
      </w:r>
      <w:r>
        <w:t>maintenant tout proche</w:t>
      </w:r>
      <w:r w:rsidR="004B5A85">
        <w:t xml:space="preserve">, </w:t>
      </w:r>
      <w:r>
        <w:t>une certaine agitation se manifestait</w:t>
      </w:r>
      <w:r w:rsidR="004B5A85">
        <w:t xml:space="preserve">. </w:t>
      </w:r>
      <w:r>
        <w:t>La plage arrière et la plage avant se garnissaient de matelots et d</w:t>
      </w:r>
      <w:r w:rsidR="004B5A85">
        <w:t>’</w:t>
      </w:r>
      <w:r>
        <w:t>officiers</w:t>
      </w:r>
      <w:r w:rsidR="004B5A85">
        <w:t xml:space="preserve">. </w:t>
      </w:r>
      <w:r>
        <w:t>Ceux qui se t</w:t>
      </w:r>
      <w:r>
        <w:t>e</w:t>
      </w:r>
      <w:r>
        <w:t>naient sur la passerelle faisaient des gestes</w:t>
      </w:r>
      <w:r w:rsidR="004B5A85">
        <w:t xml:space="preserve">. </w:t>
      </w:r>
      <w:r>
        <w:t>Hugues de Mauduit et son matelot pouvaient même entendre des paroles confuses</w:t>
      </w:r>
      <w:r w:rsidR="004B5A85">
        <w:t>.</w:t>
      </w:r>
    </w:p>
    <w:p w14:paraId="397EBB27" w14:textId="77777777" w:rsidR="004B5A85" w:rsidRDefault="004B5A85" w:rsidP="004C389C">
      <w:r>
        <w:t>— </w:t>
      </w:r>
      <w:r w:rsidR="004C389C">
        <w:t>Oui</w:t>
      </w:r>
      <w:r>
        <w:t xml:space="preserve"> ! </w:t>
      </w:r>
      <w:r w:rsidR="004C389C">
        <w:t>oui</w:t>
      </w:r>
      <w:r>
        <w:t xml:space="preserve"> ! </w:t>
      </w:r>
      <w:r w:rsidR="004C389C">
        <w:t>murmura le Ravageur</w:t>
      </w:r>
      <w:r>
        <w:t xml:space="preserve">, </w:t>
      </w:r>
      <w:r w:rsidR="004C389C">
        <w:t>demandez-vous quel est ce sous-marin inconnu qui arbore le pavillon noir de la mort</w:t>
      </w:r>
      <w:r>
        <w:t xml:space="preserve">, </w:t>
      </w:r>
      <w:r w:rsidR="004C389C">
        <w:t>je vous le dirai bientôt</w:t>
      </w:r>
      <w:r>
        <w:t>…</w:t>
      </w:r>
    </w:p>
    <w:p w14:paraId="71497618" w14:textId="77777777" w:rsidR="004B5A85" w:rsidRDefault="004C389C" w:rsidP="004C389C">
      <w:r>
        <w:t>Soudain</w:t>
      </w:r>
      <w:r w:rsidR="004B5A85">
        <w:t xml:space="preserve">, </w:t>
      </w:r>
      <w:r>
        <w:t>une fumée blanche apparut à l</w:t>
      </w:r>
      <w:r w:rsidR="004B5A85">
        <w:t>’</w:t>
      </w:r>
      <w:r>
        <w:t>une des tourelles du navire américain et une détonation retentit</w:t>
      </w:r>
      <w:r w:rsidR="004B5A85">
        <w:t>.</w:t>
      </w:r>
    </w:p>
    <w:p w14:paraId="7B114843" w14:textId="4DDEA414" w:rsidR="004C389C" w:rsidRDefault="004C389C" w:rsidP="004C389C">
      <w:r>
        <w:t>Bien qu</w:t>
      </w:r>
      <w:r w:rsidR="004B5A85">
        <w:t>’</w:t>
      </w:r>
      <w:r>
        <w:t>on fût en paix sur toutes les mers du globe</w:t>
      </w:r>
      <w:r w:rsidR="004B5A85">
        <w:t xml:space="preserve">, </w:t>
      </w:r>
      <w:r>
        <w:t xml:space="preserve">le commandant du </w:t>
      </w:r>
      <w:r>
        <w:rPr>
          <w:i/>
          <w:iCs/>
        </w:rPr>
        <w:t xml:space="preserve">California </w:t>
      </w:r>
      <w:r>
        <w:t>était évidemment intrigué par cet étrange sous-marin qui arborait un pavillon célèbre depuis les corsaires du dix-huitième siècle</w:t>
      </w:r>
      <w:r w:rsidR="004B5A85">
        <w:t xml:space="preserve">, </w:t>
      </w:r>
      <w:r>
        <w:t>dans l</w:t>
      </w:r>
      <w:r w:rsidR="004B5A85">
        <w:t>’</w:t>
      </w:r>
      <w:r>
        <w:t>histoire de la piraterie</w:t>
      </w:r>
      <w:r w:rsidR="004B5A85">
        <w:t xml:space="preserve"> ; </w:t>
      </w:r>
      <w:r>
        <w:t>et il avait fait tirer le coup de canon d</w:t>
      </w:r>
      <w:r w:rsidR="004B5A85">
        <w:t>’</w:t>
      </w:r>
      <w:r>
        <w:t>avertissement</w:t>
      </w:r>
      <w:r w:rsidR="004B5A85">
        <w:t xml:space="preserve">, </w:t>
      </w:r>
      <w:r>
        <w:t>lequel</w:t>
      </w:r>
      <w:r w:rsidR="004B5A85">
        <w:t xml:space="preserve">, </w:t>
      </w:r>
      <w:r>
        <w:t>en langage maritime</w:t>
      </w:r>
      <w:r w:rsidR="004B5A85">
        <w:t xml:space="preserve">, </w:t>
      </w:r>
      <w:r>
        <w:t>signifie</w:t>
      </w:r>
      <w:r w:rsidR="004B5A85">
        <w:t> : « </w:t>
      </w:r>
      <w:r>
        <w:t>Arrêtez</w:t>
      </w:r>
      <w:r w:rsidR="004B5A85">
        <w:t xml:space="preserve"> ! </w:t>
      </w:r>
      <w:r>
        <w:t>attendez qu</w:t>
      </w:r>
      <w:r w:rsidR="004B5A85">
        <w:t>’</w:t>
      </w:r>
      <w:r>
        <w:t>on vous r</w:t>
      </w:r>
      <w:r>
        <w:t>e</w:t>
      </w:r>
      <w:r>
        <w:t>connaisse</w:t>
      </w:r>
      <w:r w:rsidR="004B5A85">
        <w:t xml:space="preserve">, </w:t>
      </w:r>
      <w:r>
        <w:t>qu</w:t>
      </w:r>
      <w:r w:rsidR="004B5A85">
        <w:t>’</w:t>
      </w:r>
      <w:r>
        <w:t>on vous envoie un officier</w:t>
      </w:r>
      <w:r w:rsidR="004B5A85">
        <w:t xml:space="preserve">, </w:t>
      </w:r>
      <w:r>
        <w:t>qu</w:t>
      </w:r>
      <w:r w:rsidR="004B5A85">
        <w:t>’</w:t>
      </w:r>
      <w:r>
        <w:t>on sache qui vous êtes</w:t>
      </w:r>
      <w:r w:rsidR="004B5A85">
        <w:t> ! »</w:t>
      </w:r>
    </w:p>
    <w:p w14:paraId="1D2EC91B" w14:textId="77777777" w:rsidR="004B5A85" w:rsidRDefault="004C389C" w:rsidP="004C389C">
      <w:r>
        <w:lastRenderedPageBreak/>
        <w:t>Alors</w:t>
      </w:r>
      <w:r w:rsidR="004B5A85">
        <w:t xml:space="preserve">, </w:t>
      </w:r>
      <w:r>
        <w:t xml:space="preserve">le Ravageur tendit la main vers </w:t>
      </w:r>
      <w:proofErr w:type="spellStart"/>
      <w:r>
        <w:t>Poutkine</w:t>
      </w:r>
      <w:proofErr w:type="spellEnd"/>
      <w:r>
        <w:t xml:space="preserve"> et celui-ci donna au Maître le porte-voix</w:t>
      </w:r>
      <w:r w:rsidR="004B5A85">
        <w:t>.</w:t>
      </w:r>
    </w:p>
    <w:p w14:paraId="58FE06CD" w14:textId="77777777" w:rsidR="004B5A85" w:rsidRDefault="004C389C" w:rsidP="004C389C">
      <w:r>
        <w:t>L</w:t>
      </w:r>
      <w:r w:rsidR="004B5A85">
        <w:t>’</w:t>
      </w:r>
      <w:r>
        <w:t>énigmatique personnage porta l</w:t>
      </w:r>
      <w:r w:rsidR="004B5A85">
        <w:t>’</w:t>
      </w:r>
      <w:r>
        <w:t>instrument à ses lèvres</w:t>
      </w:r>
      <w:r w:rsidR="004B5A85">
        <w:t xml:space="preserve">, </w:t>
      </w:r>
      <w:r>
        <w:t>et sa voix décuplée lança vers le croiseur cuirassé ces étranges et terribles paroles</w:t>
      </w:r>
      <w:r w:rsidR="004B5A85">
        <w:t> :</w:t>
      </w:r>
    </w:p>
    <w:p w14:paraId="56A76127" w14:textId="77777777" w:rsidR="004B5A85" w:rsidRDefault="004B5A85" w:rsidP="004C389C">
      <w:r>
        <w:t>— </w:t>
      </w:r>
      <w:r w:rsidR="004C389C">
        <w:t>Capitaine Johnson</w:t>
      </w:r>
      <w:r>
        <w:t xml:space="preserve"> ! </w:t>
      </w:r>
      <w:r w:rsidR="004C389C">
        <w:t xml:space="preserve">je sais que tu commandes toujours le </w:t>
      </w:r>
      <w:r w:rsidR="004C389C">
        <w:rPr>
          <w:i/>
          <w:iCs/>
        </w:rPr>
        <w:t>California</w:t>
      </w:r>
      <w:r>
        <w:rPr>
          <w:i/>
          <w:iCs/>
        </w:rPr>
        <w:t xml:space="preserve">… </w:t>
      </w:r>
      <w:r w:rsidR="004C389C">
        <w:t>Écoute</w:t>
      </w:r>
      <w:r>
        <w:t xml:space="preserve"> !… </w:t>
      </w:r>
      <w:r w:rsidR="004C389C">
        <w:t>Rappelle-toi la belle et malheureuse Bianca que tu as tant fait souffrir</w:t>
      </w:r>
      <w:r>
        <w:t xml:space="preserve"> !… </w:t>
      </w:r>
      <w:r w:rsidR="004C389C">
        <w:t>Rappelle-toi l</w:t>
      </w:r>
      <w:r>
        <w:t>’</w:t>
      </w:r>
      <w:r w:rsidR="004C389C">
        <w:t>officier Fe</w:t>
      </w:r>
      <w:r w:rsidR="004C389C">
        <w:t>l</w:t>
      </w:r>
      <w:r w:rsidR="004C389C">
        <w:t>ton</w:t>
      </w:r>
      <w:r>
        <w:t xml:space="preserve">, </w:t>
      </w:r>
      <w:r w:rsidR="004C389C">
        <w:t>que tu as indignement humilié</w:t>
      </w:r>
      <w:r>
        <w:t xml:space="preserve">, </w:t>
      </w:r>
      <w:r w:rsidR="004C389C">
        <w:t>que tes officiers et ton équipage ont renié et que les États-Unis ont voulu déshon</w:t>
      </w:r>
      <w:r w:rsidR="004C389C">
        <w:t>o</w:t>
      </w:r>
      <w:r w:rsidR="004C389C">
        <w:t>rer</w:t>
      </w:r>
      <w:r>
        <w:t xml:space="preserve"> !… </w:t>
      </w:r>
      <w:r w:rsidR="004C389C">
        <w:t>Rappelle-toi et écoute encore</w:t>
      </w:r>
      <w:r>
        <w:t xml:space="preserve">… </w:t>
      </w:r>
      <w:r w:rsidR="004C389C">
        <w:t>Felton était le fils de Bianca</w:t>
      </w:r>
      <w:r>
        <w:t xml:space="preserve">, </w:t>
      </w:r>
      <w:r w:rsidR="004C389C">
        <w:t>et Felton est aujourd</w:t>
      </w:r>
      <w:r>
        <w:t>’</w:t>
      </w:r>
      <w:r w:rsidR="004C389C">
        <w:t>hui le Ravageur du Monde</w:t>
      </w:r>
      <w:r>
        <w:t xml:space="preserve"> !… </w:t>
      </w:r>
      <w:r w:rsidR="004C389C">
        <w:t>Américains des États</w:t>
      </w:r>
      <w:r>
        <w:t xml:space="preserve">, </w:t>
      </w:r>
      <w:r w:rsidR="004C389C">
        <w:t>dans cinq minutes</w:t>
      </w:r>
      <w:r>
        <w:t xml:space="preserve">, </w:t>
      </w:r>
      <w:r w:rsidR="004C389C">
        <w:t>vous serez morts</w:t>
      </w:r>
      <w:r>
        <w:t> !…</w:t>
      </w:r>
    </w:p>
    <w:p w14:paraId="365F6274" w14:textId="77777777" w:rsidR="004B5A85" w:rsidRDefault="004C389C" w:rsidP="004C389C">
      <w:r>
        <w:t>Et</w:t>
      </w:r>
      <w:r w:rsidR="004B5A85">
        <w:t xml:space="preserve">, </w:t>
      </w:r>
      <w:r>
        <w:t xml:space="preserve">rendant le porte-voix à </w:t>
      </w:r>
      <w:proofErr w:type="spellStart"/>
      <w:r>
        <w:t>Poutkine</w:t>
      </w:r>
      <w:proofErr w:type="spellEnd"/>
      <w:r w:rsidR="004B5A85">
        <w:t xml:space="preserve">, </w:t>
      </w:r>
      <w:r>
        <w:t>le Ravageur sauta dans l</w:t>
      </w:r>
      <w:r w:rsidR="004B5A85">
        <w:t>’</w:t>
      </w:r>
      <w:r>
        <w:t>écoutille</w:t>
      </w:r>
      <w:r w:rsidR="004B5A85">
        <w:t>.</w:t>
      </w:r>
    </w:p>
    <w:p w14:paraId="2C28101E" w14:textId="77777777" w:rsidR="004B5A85" w:rsidRDefault="004C389C" w:rsidP="004C389C">
      <w:r>
        <w:t>Le matelot enleva vivement le drapeau et suivit son maître</w:t>
      </w:r>
      <w:r w:rsidR="004B5A85">
        <w:t>.</w:t>
      </w:r>
    </w:p>
    <w:p w14:paraId="2E35E119" w14:textId="77777777" w:rsidR="004B5A85" w:rsidRDefault="004C389C" w:rsidP="004C389C">
      <w:r>
        <w:t>À l</w:t>
      </w:r>
      <w:r w:rsidR="004B5A85">
        <w:t>’</w:t>
      </w:r>
      <w:r>
        <w:t>instant même</w:t>
      </w:r>
      <w:r w:rsidR="004B5A85">
        <w:t xml:space="preserve">, </w:t>
      </w:r>
      <w:r>
        <w:t>l</w:t>
      </w:r>
      <w:r w:rsidR="004B5A85">
        <w:t>’</w:t>
      </w:r>
      <w:r>
        <w:t>épais et lourd panneau de fermeture se soulevait mécaniquement</w:t>
      </w:r>
      <w:r w:rsidR="004B5A85">
        <w:t xml:space="preserve">, </w:t>
      </w:r>
      <w:r>
        <w:t>retombait</w:t>
      </w:r>
      <w:r w:rsidR="004B5A85">
        <w:t xml:space="preserve">, </w:t>
      </w:r>
      <w:r>
        <w:t>bouchait hermétiquement l</w:t>
      </w:r>
      <w:r w:rsidR="004B5A85">
        <w:t>’</w:t>
      </w:r>
      <w:r>
        <w:t>écoutille</w:t>
      </w:r>
      <w:r w:rsidR="004B5A85">
        <w:t xml:space="preserve">, </w:t>
      </w:r>
      <w:r>
        <w:t>le garde-fou se rabattait et s</w:t>
      </w:r>
      <w:r w:rsidR="004B5A85">
        <w:t>’</w:t>
      </w:r>
      <w:r>
        <w:t>incrustait dans les ra</w:t>
      </w:r>
      <w:r>
        <w:t>i</w:t>
      </w:r>
      <w:r>
        <w:t>nures de la coque</w:t>
      </w:r>
      <w:r w:rsidR="004B5A85">
        <w:t xml:space="preserve">. </w:t>
      </w:r>
      <w:r>
        <w:t xml:space="preserve">Un bouillonnement agita la mer et le </w:t>
      </w:r>
      <w:r>
        <w:rPr>
          <w:i/>
          <w:iCs/>
        </w:rPr>
        <w:t>Nyct</w:t>
      </w:r>
      <w:r>
        <w:rPr>
          <w:i/>
          <w:iCs/>
        </w:rPr>
        <w:t>a</w:t>
      </w:r>
      <w:r>
        <w:rPr>
          <w:i/>
          <w:iCs/>
        </w:rPr>
        <w:t xml:space="preserve">lope </w:t>
      </w:r>
      <w:r>
        <w:t>s</w:t>
      </w:r>
      <w:r w:rsidR="004B5A85">
        <w:t>’</w:t>
      </w:r>
      <w:r>
        <w:t>enfonça</w:t>
      </w:r>
      <w:r w:rsidR="004B5A85">
        <w:t xml:space="preserve">, </w:t>
      </w:r>
      <w:r>
        <w:t>disparut avant même que là-bas</w:t>
      </w:r>
      <w:r w:rsidR="004B5A85">
        <w:t xml:space="preserve">, </w:t>
      </w:r>
      <w:r>
        <w:t xml:space="preserve">à bord du </w:t>
      </w:r>
      <w:r>
        <w:rPr>
          <w:i/>
          <w:iCs/>
        </w:rPr>
        <w:t>Cal</w:t>
      </w:r>
      <w:r>
        <w:rPr>
          <w:i/>
          <w:iCs/>
        </w:rPr>
        <w:t>i</w:t>
      </w:r>
      <w:r>
        <w:rPr>
          <w:i/>
          <w:iCs/>
        </w:rPr>
        <w:t>fornia</w:t>
      </w:r>
      <w:r w:rsidR="004B5A85">
        <w:rPr>
          <w:i/>
          <w:iCs/>
        </w:rPr>
        <w:t xml:space="preserve">, </w:t>
      </w:r>
      <w:r>
        <w:t>les officiers et les marins</w:t>
      </w:r>
      <w:r w:rsidR="004B5A85">
        <w:t xml:space="preserve">, </w:t>
      </w:r>
      <w:r>
        <w:t>qui avaient entendu les e</w:t>
      </w:r>
      <w:r>
        <w:t>x</w:t>
      </w:r>
      <w:r>
        <w:t>traordinaires paroles</w:t>
      </w:r>
      <w:r w:rsidR="004B5A85">
        <w:t xml:space="preserve">, </w:t>
      </w:r>
      <w:r>
        <w:t>fussent revenus de leur stupéfaction</w:t>
      </w:r>
      <w:r w:rsidR="004B5A85">
        <w:t>…</w:t>
      </w:r>
    </w:p>
    <w:p w14:paraId="5423DC90" w14:textId="77777777" w:rsidR="004B5A85" w:rsidRDefault="004C389C" w:rsidP="004C389C">
      <w:r>
        <w:t>À l</w:t>
      </w:r>
      <w:r w:rsidR="004B5A85">
        <w:t>’</w:t>
      </w:r>
      <w:r>
        <w:t xml:space="preserve">intérieur du </w:t>
      </w:r>
      <w:r>
        <w:rPr>
          <w:i/>
          <w:iCs/>
        </w:rPr>
        <w:t>Nyctalope</w:t>
      </w:r>
      <w:r w:rsidR="004B5A85">
        <w:rPr>
          <w:i/>
          <w:iCs/>
        </w:rPr>
        <w:t xml:space="preserve">, </w:t>
      </w:r>
      <w:r>
        <w:t>la scène effroyable se préparait activement</w:t>
      </w:r>
      <w:r w:rsidR="004B5A85">
        <w:t>.</w:t>
      </w:r>
    </w:p>
    <w:p w14:paraId="40FAD626" w14:textId="77777777" w:rsidR="004B5A85" w:rsidRDefault="004C389C" w:rsidP="004C389C">
      <w:r>
        <w:lastRenderedPageBreak/>
        <w:t>Dans le corps de garde</w:t>
      </w:r>
      <w:r w:rsidR="004B5A85">
        <w:t xml:space="preserve">, </w:t>
      </w:r>
      <w:r>
        <w:t>à bâbord et à tribord</w:t>
      </w:r>
      <w:r w:rsidR="004B5A85">
        <w:t xml:space="preserve">, </w:t>
      </w:r>
      <w:r>
        <w:t>le Ravageur vit les torpilles dans les tubes de lancement</w:t>
      </w:r>
      <w:r w:rsidR="004B5A85">
        <w:t xml:space="preserve">, </w:t>
      </w:r>
      <w:r>
        <w:t>et</w:t>
      </w:r>
      <w:r w:rsidR="004B5A85">
        <w:t xml:space="preserve">, </w:t>
      </w:r>
      <w:r>
        <w:t>debout</w:t>
      </w:r>
      <w:r w:rsidR="004B5A85">
        <w:t xml:space="preserve">, </w:t>
      </w:r>
      <w:r>
        <w:t>les hommes chargés de la manœuvre des tubes</w:t>
      </w:r>
      <w:r w:rsidR="004B5A85">
        <w:t xml:space="preserve"> : </w:t>
      </w:r>
      <w:proofErr w:type="spellStart"/>
      <w:r>
        <w:t>Brilo</w:t>
      </w:r>
      <w:proofErr w:type="spellEnd"/>
      <w:r>
        <w:t xml:space="preserve"> et </w:t>
      </w:r>
      <w:proofErr w:type="spellStart"/>
      <w:r>
        <w:t>Jorry</w:t>
      </w:r>
      <w:proofErr w:type="spellEnd"/>
      <w:r>
        <w:t xml:space="preserve"> à bâbord</w:t>
      </w:r>
      <w:r w:rsidR="004B5A85">
        <w:t xml:space="preserve">, </w:t>
      </w:r>
      <w:r>
        <w:t xml:space="preserve">Kenny et </w:t>
      </w:r>
      <w:proofErr w:type="spellStart"/>
      <w:r>
        <w:t>Brasky</w:t>
      </w:r>
      <w:proofErr w:type="spellEnd"/>
      <w:r>
        <w:t xml:space="preserve"> à tribord</w:t>
      </w:r>
      <w:r w:rsidR="004B5A85">
        <w:t xml:space="preserve">. </w:t>
      </w:r>
      <w:r>
        <w:t>Ils étaient tous graves et pâles</w:t>
      </w:r>
      <w:r w:rsidR="004B5A85">
        <w:t xml:space="preserve">, </w:t>
      </w:r>
      <w:r>
        <w:t>et leurs yeux brillaient d</w:t>
      </w:r>
      <w:r w:rsidR="004B5A85">
        <w:t>’</w:t>
      </w:r>
      <w:r>
        <w:t>un feu sombre</w:t>
      </w:r>
      <w:r w:rsidR="004B5A85">
        <w:t>.</w:t>
      </w:r>
    </w:p>
    <w:p w14:paraId="11FAFF07" w14:textId="77777777" w:rsidR="004B5A85" w:rsidRDefault="004B5A85" w:rsidP="004C389C">
      <w:r>
        <w:t>— </w:t>
      </w:r>
      <w:r w:rsidR="004C389C">
        <w:t>Où est le lieutenant</w:t>
      </w:r>
      <w:r>
        <w:t xml:space="preserve"> ? </w:t>
      </w:r>
      <w:r w:rsidR="004C389C">
        <w:t>dit-il</w:t>
      </w:r>
      <w:r>
        <w:t>.</w:t>
      </w:r>
    </w:p>
    <w:p w14:paraId="2914EF24" w14:textId="77777777" w:rsidR="004B5A85" w:rsidRDefault="004B5A85" w:rsidP="004C389C">
      <w:r>
        <w:t>— </w:t>
      </w:r>
      <w:r w:rsidR="004C389C">
        <w:t>Dans la chambre des machines</w:t>
      </w:r>
      <w:r>
        <w:t xml:space="preserve">, </w:t>
      </w:r>
      <w:r w:rsidR="004C389C">
        <w:t>répondit-on</w:t>
      </w:r>
      <w:r>
        <w:t>.</w:t>
      </w:r>
    </w:p>
    <w:p w14:paraId="2C857A71" w14:textId="77777777" w:rsidR="004B5A85" w:rsidRDefault="004B5A85" w:rsidP="004C389C">
      <w:r>
        <w:t>— </w:t>
      </w:r>
      <w:r w:rsidR="004C389C">
        <w:t>Bien</w:t>
      </w:r>
      <w:r>
        <w:t> !</w:t>
      </w:r>
    </w:p>
    <w:p w14:paraId="647E864B" w14:textId="77777777" w:rsidR="004B5A85" w:rsidRDefault="004C389C" w:rsidP="004C389C">
      <w:r>
        <w:t>Et le Ravageur passa</w:t>
      </w:r>
      <w:r w:rsidR="004B5A85">
        <w:t>.</w:t>
      </w:r>
    </w:p>
    <w:p w14:paraId="54D53CBE" w14:textId="77777777" w:rsidR="004B5A85" w:rsidRDefault="004C389C" w:rsidP="004C389C">
      <w:r>
        <w:t>Il longea d</w:t>
      </w:r>
      <w:r w:rsidR="004B5A85">
        <w:t>’</w:t>
      </w:r>
      <w:r>
        <w:t>un pas rapide le couloir de tribord et entra dans le poste de vigie</w:t>
      </w:r>
      <w:r w:rsidR="004B5A85">
        <w:t>.</w:t>
      </w:r>
    </w:p>
    <w:p w14:paraId="6B17334C" w14:textId="77777777" w:rsidR="004B5A85" w:rsidRDefault="004C389C" w:rsidP="004C389C">
      <w:proofErr w:type="spellStart"/>
      <w:r>
        <w:t>Raynor</w:t>
      </w:r>
      <w:proofErr w:type="spellEnd"/>
      <w:r>
        <w:t xml:space="preserve"> se trouvait là</w:t>
      </w:r>
      <w:r w:rsidR="004B5A85">
        <w:t xml:space="preserve">, </w:t>
      </w:r>
      <w:r>
        <w:t>sur son tabouret</w:t>
      </w:r>
      <w:r w:rsidR="004B5A85">
        <w:t>.</w:t>
      </w:r>
    </w:p>
    <w:p w14:paraId="4FFD7455" w14:textId="77777777" w:rsidR="004B5A85" w:rsidRDefault="004C389C" w:rsidP="004C389C">
      <w:r>
        <w:t>À la vue du Maître</w:t>
      </w:r>
      <w:r w:rsidR="004B5A85">
        <w:t xml:space="preserve">, </w:t>
      </w:r>
      <w:r>
        <w:t>il porta sa main à son bonnet</w:t>
      </w:r>
      <w:r w:rsidR="004B5A85">
        <w:t>.</w:t>
      </w:r>
    </w:p>
    <w:p w14:paraId="3998284A" w14:textId="77777777" w:rsidR="004B5A85" w:rsidRDefault="004B5A85" w:rsidP="004C389C">
      <w:r>
        <w:t>— </w:t>
      </w:r>
      <w:r w:rsidR="004C389C">
        <w:t>Donne-moi ta place</w:t>
      </w:r>
      <w:r>
        <w:t xml:space="preserve">, </w:t>
      </w:r>
      <w:r w:rsidR="004C389C">
        <w:t>dit le Ravageur</w:t>
      </w:r>
      <w:r>
        <w:t>.</w:t>
      </w:r>
    </w:p>
    <w:p w14:paraId="6777177F" w14:textId="77777777" w:rsidR="004B5A85" w:rsidRDefault="004C389C" w:rsidP="004C389C">
      <w:proofErr w:type="spellStart"/>
      <w:r>
        <w:t>Raynor</w:t>
      </w:r>
      <w:proofErr w:type="spellEnd"/>
      <w:r>
        <w:t xml:space="preserve"> sauta sur le parquet</w:t>
      </w:r>
      <w:r w:rsidR="004B5A85">
        <w:t>.</w:t>
      </w:r>
    </w:p>
    <w:p w14:paraId="05BCB110" w14:textId="77777777" w:rsidR="004B5A85" w:rsidRDefault="004C389C" w:rsidP="004C389C">
      <w:r>
        <w:t>Hugues s</w:t>
      </w:r>
      <w:r w:rsidR="004B5A85">
        <w:t>’</w:t>
      </w:r>
      <w:r>
        <w:t>installa</w:t>
      </w:r>
      <w:r w:rsidR="004B5A85">
        <w:t>.</w:t>
      </w:r>
    </w:p>
    <w:p w14:paraId="098E940B" w14:textId="77777777" w:rsidR="004B5A85" w:rsidRDefault="004B5A85" w:rsidP="004C389C">
      <w:r>
        <w:t>— </w:t>
      </w:r>
      <w:r w:rsidR="004C389C">
        <w:t>Avance davantage le pavillon téléphonique</w:t>
      </w:r>
      <w:r>
        <w:t xml:space="preserve"> ! </w:t>
      </w:r>
      <w:r w:rsidR="004C389C">
        <w:t>ordonna e</w:t>
      </w:r>
      <w:r w:rsidR="004C389C">
        <w:t>n</w:t>
      </w:r>
      <w:r w:rsidR="004C389C">
        <w:t>core le chef</w:t>
      </w:r>
      <w:r>
        <w:t>.</w:t>
      </w:r>
    </w:p>
    <w:p w14:paraId="43849CD1" w14:textId="77777777" w:rsidR="004B5A85" w:rsidRDefault="004C389C" w:rsidP="004C389C">
      <w:proofErr w:type="spellStart"/>
      <w:r>
        <w:t>Raynor</w:t>
      </w:r>
      <w:proofErr w:type="spellEnd"/>
      <w:r>
        <w:t xml:space="preserve"> saisit un large pavillon de corne monté sur un tube à encastrements</w:t>
      </w:r>
      <w:r w:rsidR="004B5A85">
        <w:t xml:space="preserve">, </w:t>
      </w:r>
      <w:r>
        <w:t>et il tira jusqu</w:t>
      </w:r>
      <w:r w:rsidR="004B5A85">
        <w:t>’</w:t>
      </w:r>
      <w:r>
        <w:t>à ce que le pavillon fût à vingt centimètres à peine du visage du Ravageur</w:t>
      </w:r>
      <w:r w:rsidR="004B5A85">
        <w:t>…</w:t>
      </w:r>
    </w:p>
    <w:p w14:paraId="545E68D8" w14:textId="77777777" w:rsidR="004B5A85" w:rsidRDefault="004B5A85" w:rsidP="004C389C">
      <w:r>
        <w:t>— </w:t>
      </w:r>
      <w:r w:rsidR="004C389C">
        <w:t>Bien</w:t>
      </w:r>
      <w:r>
        <w:t xml:space="preserve"> ! </w:t>
      </w:r>
      <w:r w:rsidR="004C389C">
        <w:t>tiens-toi devant les commutateurs</w:t>
      </w:r>
      <w:r>
        <w:t xml:space="preserve">. </w:t>
      </w:r>
      <w:r w:rsidR="004C389C">
        <w:t>Et établis les communications avec la machinerie</w:t>
      </w:r>
      <w:r>
        <w:t xml:space="preserve">, </w:t>
      </w:r>
      <w:r w:rsidR="004C389C">
        <w:t>la timonerie et les torpilles</w:t>
      </w:r>
      <w:r>
        <w:t>.</w:t>
      </w:r>
    </w:p>
    <w:p w14:paraId="3A086502" w14:textId="77777777" w:rsidR="004B5A85" w:rsidRDefault="004C389C" w:rsidP="004C389C">
      <w:proofErr w:type="spellStart"/>
      <w:r>
        <w:lastRenderedPageBreak/>
        <w:t>Raynor</w:t>
      </w:r>
      <w:proofErr w:type="spellEnd"/>
      <w:r>
        <w:t xml:space="preserve"> abaissa trois manettes du tableau des commut</w:t>
      </w:r>
      <w:r>
        <w:t>a</w:t>
      </w:r>
      <w:r>
        <w:t>teurs</w:t>
      </w:r>
      <w:r w:rsidR="004B5A85">
        <w:t xml:space="preserve">, </w:t>
      </w:r>
      <w:r>
        <w:t>et aussitôt le Ravageur</w:t>
      </w:r>
      <w:r w:rsidR="004B5A85">
        <w:t xml:space="preserve">, </w:t>
      </w:r>
      <w:r>
        <w:t>d</w:t>
      </w:r>
      <w:r w:rsidR="004B5A85">
        <w:t>’</w:t>
      </w:r>
      <w:r>
        <w:t>une voix terrible en sa séch</w:t>
      </w:r>
      <w:r>
        <w:t>e</w:t>
      </w:r>
      <w:r>
        <w:t>resse et sa froideur</w:t>
      </w:r>
      <w:r w:rsidR="004B5A85">
        <w:t xml:space="preserve">, </w:t>
      </w:r>
      <w:r>
        <w:t>lança ses ordres</w:t>
      </w:r>
      <w:r w:rsidR="004B5A85">
        <w:t xml:space="preserve">, </w:t>
      </w:r>
      <w:r>
        <w:t>que recevait le pavillon t</w:t>
      </w:r>
      <w:r>
        <w:t>é</w:t>
      </w:r>
      <w:r>
        <w:t>léphonique et que les fils électrisés allaient conduire dans les d</w:t>
      </w:r>
      <w:r>
        <w:t>i</w:t>
      </w:r>
      <w:r>
        <w:t xml:space="preserve">verses pièces du </w:t>
      </w:r>
      <w:r>
        <w:rPr>
          <w:i/>
          <w:iCs/>
        </w:rPr>
        <w:t>Nyctalope</w:t>
      </w:r>
      <w:r w:rsidR="004B5A85">
        <w:rPr>
          <w:i/>
          <w:iCs/>
        </w:rPr>
        <w:t xml:space="preserve">, </w:t>
      </w:r>
      <w:r>
        <w:t>où elles retentissaient à travers les téléphones haut-parleurs</w:t>
      </w:r>
      <w:r w:rsidR="004B5A85">
        <w:t>.</w:t>
      </w:r>
    </w:p>
    <w:p w14:paraId="36556EE3" w14:textId="44E90242" w:rsidR="004B5A85" w:rsidRDefault="004B5A85" w:rsidP="004C389C">
      <w:r>
        <w:t>— </w:t>
      </w:r>
      <w:r w:rsidR="004C389C">
        <w:t>Allô</w:t>
      </w:r>
      <w:r>
        <w:t xml:space="preserve"> ! </w:t>
      </w:r>
      <w:r w:rsidR="004C389C">
        <w:t>machinerie</w:t>
      </w:r>
      <w:r>
        <w:t xml:space="preserve">, </w:t>
      </w:r>
      <w:r w:rsidR="004C389C">
        <w:t>allô</w:t>
      </w:r>
      <w:r>
        <w:t xml:space="preserve"> ! </w:t>
      </w:r>
      <w:r w:rsidR="004C389C">
        <w:t>vitesse six nœuds</w:t>
      </w:r>
      <w:r>
        <w:t xml:space="preserve">… </w:t>
      </w:r>
      <w:r w:rsidR="004C389C">
        <w:t>Restez à quatre mètres de profondeur</w:t>
      </w:r>
      <w:r>
        <w:t xml:space="preserve">… </w:t>
      </w:r>
      <w:r w:rsidR="004C389C">
        <w:t>Attention aux commandements de</w:t>
      </w:r>
      <w:r>
        <w:t> : « </w:t>
      </w:r>
      <w:r w:rsidR="004C389C">
        <w:t>Halte</w:t>
      </w:r>
      <w:r>
        <w:t> ! »</w:t>
      </w:r>
      <w:r w:rsidR="004C389C">
        <w:t xml:space="preserve"> et de</w:t>
      </w:r>
      <w:r>
        <w:t> : « </w:t>
      </w:r>
      <w:r w:rsidR="004C389C">
        <w:t>Machine en arrière</w:t>
      </w:r>
      <w:r>
        <w:t> !… »</w:t>
      </w:r>
    </w:p>
    <w:p w14:paraId="01D51A6B" w14:textId="77777777" w:rsidR="004B5A85" w:rsidRDefault="004B5A85" w:rsidP="004C389C">
      <w:r>
        <w:t>— </w:t>
      </w:r>
      <w:r w:rsidR="004C389C">
        <w:t>Entendu</w:t>
      </w:r>
      <w:r>
        <w:t xml:space="preserve"> ! </w:t>
      </w:r>
      <w:r w:rsidR="004C389C">
        <w:t>cria une voix dans le téléphone haut-parleur</w:t>
      </w:r>
      <w:r>
        <w:t xml:space="preserve">, </w:t>
      </w:r>
      <w:r w:rsidR="004C389C">
        <w:t>dont le pavillon s</w:t>
      </w:r>
      <w:r>
        <w:t>’</w:t>
      </w:r>
      <w:r w:rsidR="004C389C">
        <w:t>épanouissait fixé à la paroi</w:t>
      </w:r>
      <w:r>
        <w:t xml:space="preserve">, </w:t>
      </w:r>
      <w:r w:rsidR="004C389C">
        <w:t>sous le hublot de face</w:t>
      </w:r>
      <w:r>
        <w:t>.</w:t>
      </w:r>
    </w:p>
    <w:p w14:paraId="6465CD73" w14:textId="77777777" w:rsidR="004B5A85" w:rsidRDefault="004B5A85" w:rsidP="004C389C">
      <w:r>
        <w:t>— </w:t>
      </w:r>
      <w:r w:rsidR="004C389C">
        <w:t>Allô</w:t>
      </w:r>
      <w:r>
        <w:t xml:space="preserve"> ! </w:t>
      </w:r>
      <w:r w:rsidR="004C389C">
        <w:t>timonerie</w:t>
      </w:r>
      <w:r>
        <w:t xml:space="preserve"> ! </w:t>
      </w:r>
      <w:r w:rsidR="004C389C">
        <w:t>allô</w:t>
      </w:r>
      <w:r>
        <w:t xml:space="preserve"> ! </w:t>
      </w:r>
      <w:r w:rsidR="004C389C">
        <w:t>reprit le Ravageur</w:t>
      </w:r>
      <w:r>
        <w:t>.</w:t>
      </w:r>
    </w:p>
    <w:p w14:paraId="60483D96" w14:textId="77777777" w:rsidR="004B5A85" w:rsidRDefault="004B5A85" w:rsidP="004C389C">
      <w:r>
        <w:t>« </w:t>
      </w:r>
      <w:r w:rsidR="004C389C">
        <w:t>Barre à tribord</w:t>
      </w:r>
      <w:r>
        <w:t xml:space="preserve">, </w:t>
      </w:r>
      <w:r w:rsidR="004C389C">
        <w:t>toute</w:t>
      </w:r>
      <w:r>
        <w:t> !…</w:t>
      </w:r>
    </w:p>
    <w:p w14:paraId="2B5ADBAD" w14:textId="77777777" w:rsidR="004B5A85" w:rsidRDefault="004C389C" w:rsidP="004C389C">
      <w:r>
        <w:t>Puis</w:t>
      </w:r>
      <w:r w:rsidR="004B5A85">
        <w:t xml:space="preserve">, </w:t>
      </w:r>
      <w:r>
        <w:t>après une minute</w:t>
      </w:r>
      <w:r w:rsidR="004B5A85">
        <w:t> :</w:t>
      </w:r>
    </w:p>
    <w:p w14:paraId="38592424" w14:textId="77777777" w:rsidR="004B5A85" w:rsidRDefault="004B5A85" w:rsidP="004C389C">
      <w:r>
        <w:t>— </w:t>
      </w:r>
      <w:r w:rsidR="004C389C">
        <w:t>Marche en avant</w:t>
      </w:r>
      <w:r>
        <w:t xml:space="preserve"> !… </w:t>
      </w:r>
      <w:r w:rsidR="004C389C">
        <w:t>Allô</w:t>
      </w:r>
      <w:r>
        <w:t xml:space="preserve"> ! </w:t>
      </w:r>
      <w:r w:rsidR="004C389C">
        <w:t>torpilleurs</w:t>
      </w:r>
      <w:r>
        <w:t xml:space="preserve"> ! </w:t>
      </w:r>
      <w:r w:rsidR="004C389C">
        <w:t>allô</w:t>
      </w:r>
      <w:r>
        <w:t xml:space="preserve"> !… </w:t>
      </w:r>
      <w:r w:rsidR="004C389C">
        <w:t>garde à vous au commandement</w:t>
      </w:r>
      <w:r>
        <w:t> !</w:t>
      </w:r>
    </w:p>
    <w:p w14:paraId="10566A62" w14:textId="77777777" w:rsidR="004B5A85" w:rsidRDefault="004C389C" w:rsidP="004C389C">
      <w:r>
        <w:t>Et</w:t>
      </w:r>
      <w:r w:rsidR="004B5A85">
        <w:t xml:space="preserve">, </w:t>
      </w:r>
      <w:r>
        <w:t>les yeux fulgurants</w:t>
      </w:r>
      <w:r w:rsidR="004B5A85">
        <w:t xml:space="preserve">, </w:t>
      </w:r>
      <w:r>
        <w:t>blême dans la lumière électrique éclairant le poste</w:t>
      </w:r>
      <w:r w:rsidR="004B5A85">
        <w:t xml:space="preserve">, </w:t>
      </w:r>
      <w:r>
        <w:t>le Ravageur tendit le cou vers le hublot de face</w:t>
      </w:r>
      <w:r w:rsidR="004B5A85">
        <w:t>.</w:t>
      </w:r>
    </w:p>
    <w:p w14:paraId="399C6FC7" w14:textId="77777777" w:rsidR="004B5A85" w:rsidRDefault="004C389C" w:rsidP="004C389C">
      <w:r>
        <w:t>Les eaux n</w:t>
      </w:r>
      <w:r w:rsidR="004B5A85">
        <w:t>’</w:t>
      </w:r>
      <w:r>
        <w:t>étaient pas tout à fait ténébreuses</w:t>
      </w:r>
      <w:r w:rsidR="004B5A85">
        <w:t xml:space="preserve">. </w:t>
      </w:r>
      <w:r>
        <w:t>Bien que le soleil fût maintenant couché</w:t>
      </w:r>
      <w:r w:rsidR="004B5A85">
        <w:t xml:space="preserve">, </w:t>
      </w:r>
      <w:r>
        <w:t>un reste de la clarté du jour se</w:t>
      </w:r>
      <w:r>
        <w:t>m</w:t>
      </w:r>
      <w:r>
        <w:t>blait en diffusion dans la mer</w:t>
      </w:r>
      <w:r w:rsidR="004B5A85">
        <w:t>.</w:t>
      </w:r>
    </w:p>
    <w:p w14:paraId="56E6CF4B" w14:textId="77777777" w:rsidR="004B5A85" w:rsidRDefault="004B5A85" w:rsidP="004C389C">
      <w:r>
        <w:t>— </w:t>
      </w:r>
      <w:r w:rsidR="004C389C">
        <w:t>Regarde</w:t>
      </w:r>
      <w:r>
        <w:t xml:space="preserve">, </w:t>
      </w:r>
      <w:proofErr w:type="spellStart"/>
      <w:r w:rsidR="004C389C">
        <w:t>Rayor</w:t>
      </w:r>
      <w:proofErr w:type="spellEnd"/>
      <w:r>
        <w:t xml:space="preserve"> ! </w:t>
      </w:r>
      <w:r w:rsidR="004C389C">
        <w:t>dit tout à coup le Ravageur d</w:t>
      </w:r>
      <w:r>
        <w:t>’</w:t>
      </w:r>
      <w:r w:rsidR="004C389C">
        <w:t>une voix sifflante</w:t>
      </w:r>
      <w:r>
        <w:t xml:space="preserve">, </w:t>
      </w:r>
      <w:r w:rsidR="004C389C">
        <w:t>voilà l</w:t>
      </w:r>
      <w:r>
        <w:t>’</w:t>
      </w:r>
      <w:r w:rsidR="004C389C">
        <w:t>ennemi</w:t>
      </w:r>
      <w:r>
        <w:t> !</w:t>
      </w:r>
    </w:p>
    <w:p w14:paraId="1BE3C189" w14:textId="77777777" w:rsidR="004B5A85" w:rsidRDefault="004C389C" w:rsidP="004C389C">
      <w:r>
        <w:t>Et le maître et le matelot regardèrent avidement</w:t>
      </w:r>
      <w:r w:rsidR="004B5A85">
        <w:t>.</w:t>
      </w:r>
    </w:p>
    <w:p w14:paraId="6F00BD24" w14:textId="77777777" w:rsidR="004B5A85" w:rsidRDefault="004C389C" w:rsidP="004C389C">
      <w:r>
        <w:lastRenderedPageBreak/>
        <w:t>Là-bas</w:t>
      </w:r>
      <w:r w:rsidR="004B5A85">
        <w:t xml:space="preserve">, </w:t>
      </w:r>
      <w:r>
        <w:t>dans les eaux obscures</w:t>
      </w:r>
      <w:r w:rsidR="004B5A85">
        <w:t xml:space="preserve">, </w:t>
      </w:r>
      <w:r>
        <w:t>mais encore transparentes</w:t>
      </w:r>
      <w:r w:rsidR="004B5A85">
        <w:t xml:space="preserve">, </w:t>
      </w:r>
      <w:r>
        <w:t>une masse noire apparut</w:t>
      </w:r>
      <w:r w:rsidR="004B5A85">
        <w:t xml:space="preserve">… </w:t>
      </w:r>
      <w:r>
        <w:t>Elle passa</w:t>
      </w:r>
      <w:r w:rsidR="004B5A85">
        <w:t xml:space="preserve">, </w:t>
      </w:r>
      <w:r>
        <w:t>rapide</w:t>
      </w:r>
      <w:r w:rsidR="004B5A85">
        <w:t xml:space="preserve"> : </w:t>
      </w:r>
      <w:r>
        <w:t>c</w:t>
      </w:r>
      <w:r w:rsidR="004B5A85">
        <w:t>’</w:t>
      </w:r>
      <w:r>
        <w:t xml:space="preserve">était la carène du </w:t>
      </w:r>
      <w:r>
        <w:rPr>
          <w:i/>
          <w:iCs/>
        </w:rPr>
        <w:t>California</w:t>
      </w:r>
      <w:r w:rsidR="004B5A85">
        <w:rPr>
          <w:i/>
          <w:iCs/>
        </w:rPr>
        <w:t xml:space="preserve">, </w:t>
      </w:r>
      <w:r>
        <w:t>dont le tirant d</w:t>
      </w:r>
      <w:r w:rsidR="004B5A85">
        <w:t>’</w:t>
      </w:r>
      <w:r>
        <w:t>eau était de huit mètres</w:t>
      </w:r>
      <w:r w:rsidR="004B5A85">
        <w:t xml:space="preserve">. </w:t>
      </w:r>
      <w:r>
        <w:t>On vit les bouillons produits par les tourbillons de l</w:t>
      </w:r>
      <w:r w:rsidR="004B5A85">
        <w:t>’</w:t>
      </w:r>
      <w:r>
        <w:t>hélice</w:t>
      </w:r>
      <w:r w:rsidR="004B5A85">
        <w:t>.</w:t>
      </w:r>
    </w:p>
    <w:p w14:paraId="62AAE8D9" w14:textId="77777777" w:rsidR="004B5A85" w:rsidRDefault="004B5A85" w:rsidP="004C389C">
      <w:r>
        <w:t>— </w:t>
      </w:r>
      <w:r w:rsidR="004C389C">
        <w:t>Ils forcent leur vitesse</w:t>
      </w:r>
      <w:r>
        <w:t xml:space="preserve"> ! </w:t>
      </w:r>
      <w:r w:rsidR="004C389C">
        <w:t>ricana sourdement le Ravageur</w:t>
      </w:r>
      <w:r>
        <w:t>.</w:t>
      </w:r>
    </w:p>
    <w:p w14:paraId="77CB1B16" w14:textId="77777777" w:rsidR="004B5A85" w:rsidRDefault="004B5A85" w:rsidP="004C389C">
      <w:r>
        <w:t>« </w:t>
      </w:r>
      <w:r w:rsidR="004C389C">
        <w:t>Fous</w:t>
      </w:r>
      <w:r>
        <w:t xml:space="preserve">, </w:t>
      </w:r>
      <w:r w:rsidR="004C389C">
        <w:t>qui pensent m</w:t>
      </w:r>
      <w:r>
        <w:t>’</w:t>
      </w:r>
      <w:r w:rsidR="004C389C">
        <w:t>échapper aussi facilement</w:t>
      </w:r>
      <w:r>
        <w:t> !…</w:t>
      </w:r>
    </w:p>
    <w:p w14:paraId="02EE30A2" w14:textId="77777777" w:rsidR="004B5A85" w:rsidRDefault="004C389C" w:rsidP="004C389C">
      <w:r>
        <w:t>Il haussa les épaules et reprit</w:t>
      </w:r>
      <w:r w:rsidR="004B5A85">
        <w:t xml:space="preserve">, </w:t>
      </w:r>
      <w:r>
        <w:t>d</w:t>
      </w:r>
      <w:r w:rsidR="004B5A85">
        <w:t>’</w:t>
      </w:r>
      <w:r>
        <w:t>une voix plus élevée</w:t>
      </w:r>
      <w:r w:rsidR="004B5A85">
        <w:t> :</w:t>
      </w:r>
    </w:p>
    <w:p w14:paraId="6D8D6DDD" w14:textId="77777777" w:rsidR="004B5A85" w:rsidRDefault="004B5A85" w:rsidP="004C389C">
      <w:r>
        <w:t>— </w:t>
      </w:r>
      <w:r w:rsidR="004C389C">
        <w:t>Allô</w:t>
      </w:r>
      <w:r>
        <w:t xml:space="preserve"> ! </w:t>
      </w:r>
      <w:r w:rsidR="004C389C">
        <w:t>timonerie</w:t>
      </w:r>
      <w:r>
        <w:t xml:space="preserve">, </w:t>
      </w:r>
      <w:r w:rsidR="004C389C">
        <w:t>allô</w:t>
      </w:r>
      <w:r>
        <w:t xml:space="preserve"> !… </w:t>
      </w:r>
      <w:r w:rsidR="004C389C">
        <w:t>barre à bâbord</w:t>
      </w:r>
      <w:r>
        <w:t xml:space="preserve">, </w:t>
      </w:r>
      <w:r w:rsidR="004C389C">
        <w:t>toute</w:t>
      </w:r>
      <w:r>
        <w:t xml:space="preserve"> !… </w:t>
      </w:r>
      <w:r w:rsidR="004C389C">
        <w:t>Allô</w:t>
      </w:r>
      <w:r>
        <w:t xml:space="preserve">, </w:t>
      </w:r>
      <w:r w:rsidR="004C389C">
        <w:t>machinerie</w:t>
      </w:r>
      <w:r>
        <w:t xml:space="preserve">, </w:t>
      </w:r>
      <w:r w:rsidR="004C389C">
        <w:t>allô</w:t>
      </w:r>
      <w:r>
        <w:t xml:space="preserve"> !… </w:t>
      </w:r>
      <w:r w:rsidR="004C389C">
        <w:t>forcez de vitesse et stoppez au command</w:t>
      </w:r>
      <w:r w:rsidR="004C389C">
        <w:t>e</w:t>
      </w:r>
      <w:r w:rsidR="004C389C">
        <w:t>ment de barre à tribord</w:t>
      </w:r>
      <w:r>
        <w:t> !…</w:t>
      </w:r>
    </w:p>
    <w:p w14:paraId="1433A802" w14:textId="77777777" w:rsidR="004B5A85" w:rsidRDefault="004C389C" w:rsidP="004C389C">
      <w:r>
        <w:t>Les diverses manœuvres s</w:t>
      </w:r>
      <w:r w:rsidR="004B5A85">
        <w:t>’</w:t>
      </w:r>
      <w:r>
        <w:t>exécutèrent</w:t>
      </w:r>
      <w:r w:rsidR="004B5A85">
        <w:t xml:space="preserve">. </w:t>
      </w:r>
      <w:r>
        <w:t>Il s</w:t>
      </w:r>
      <w:r w:rsidR="004B5A85">
        <w:t>’</w:t>
      </w:r>
      <w:r>
        <w:t>écoula deux ou trois minutes</w:t>
      </w:r>
      <w:r w:rsidR="004B5A85">
        <w:t xml:space="preserve">. </w:t>
      </w:r>
      <w:r>
        <w:t>Et par l</w:t>
      </w:r>
      <w:r w:rsidR="004B5A85">
        <w:t>’</w:t>
      </w:r>
      <w:r>
        <w:t>un des hublots</w:t>
      </w:r>
      <w:r w:rsidR="004B5A85">
        <w:t xml:space="preserve">, </w:t>
      </w:r>
      <w:r>
        <w:t xml:space="preserve">le Ravageur et </w:t>
      </w:r>
      <w:proofErr w:type="spellStart"/>
      <w:r>
        <w:t>Raynor</w:t>
      </w:r>
      <w:proofErr w:type="spellEnd"/>
      <w:r>
        <w:t xml:space="preserve"> v</w:t>
      </w:r>
      <w:r>
        <w:t>i</w:t>
      </w:r>
      <w:r>
        <w:t xml:space="preserve">rent reparaître dans la transparence confuse des eaux la masse noire du flanc du </w:t>
      </w:r>
      <w:r>
        <w:rPr>
          <w:i/>
          <w:iCs/>
        </w:rPr>
        <w:t>California</w:t>
      </w:r>
      <w:r w:rsidR="004B5A85">
        <w:rPr>
          <w:i/>
          <w:iCs/>
        </w:rPr>
        <w:t xml:space="preserve">. </w:t>
      </w:r>
      <w:r>
        <w:t>Ils virent le bouillonnement autour des hélices</w:t>
      </w:r>
      <w:r w:rsidR="004B5A85">
        <w:t xml:space="preserve">, </w:t>
      </w:r>
      <w:r>
        <w:t>puis la longue carène</w:t>
      </w:r>
      <w:r w:rsidR="004B5A85">
        <w:t xml:space="preserve">, </w:t>
      </w:r>
      <w:r>
        <w:t>puis l</w:t>
      </w:r>
      <w:r w:rsidR="004B5A85">
        <w:t>’</w:t>
      </w:r>
      <w:r>
        <w:t>éperon</w:t>
      </w:r>
      <w:r w:rsidR="004B5A85">
        <w:t>…</w:t>
      </w:r>
    </w:p>
    <w:p w14:paraId="3849F7B0" w14:textId="77777777" w:rsidR="004B5A85" w:rsidRDefault="004C389C" w:rsidP="004C389C">
      <w:r>
        <w:t xml:space="preserve">Le Ravageur laissa encore un moment filer le </w:t>
      </w:r>
      <w:r>
        <w:rPr>
          <w:i/>
          <w:iCs/>
        </w:rPr>
        <w:t xml:space="preserve">Nyctalope </w:t>
      </w:r>
      <w:r>
        <w:t>à rapide allure</w:t>
      </w:r>
      <w:r w:rsidR="004B5A85">
        <w:t xml:space="preserve">, </w:t>
      </w:r>
      <w:r>
        <w:t>et quand on eut dépassé le croiseur de quelques encablures</w:t>
      </w:r>
      <w:r w:rsidR="004B5A85">
        <w:t xml:space="preserve">, </w:t>
      </w:r>
      <w:r>
        <w:t>il cria</w:t>
      </w:r>
      <w:r w:rsidR="004B5A85">
        <w:t> :</w:t>
      </w:r>
    </w:p>
    <w:p w14:paraId="5FA7BAF9" w14:textId="77777777" w:rsidR="004B5A85" w:rsidRDefault="004B5A85" w:rsidP="004C389C">
      <w:r>
        <w:t>— </w:t>
      </w:r>
      <w:r w:rsidR="004C389C">
        <w:t>Allô</w:t>
      </w:r>
      <w:r>
        <w:t xml:space="preserve"> ! </w:t>
      </w:r>
      <w:r w:rsidR="004C389C">
        <w:t>timonerie</w:t>
      </w:r>
      <w:r>
        <w:t xml:space="preserve">, </w:t>
      </w:r>
      <w:r w:rsidR="004C389C">
        <w:t>allô</w:t>
      </w:r>
      <w:r>
        <w:t xml:space="preserve"> !… </w:t>
      </w:r>
      <w:r w:rsidR="004C389C">
        <w:t>barre à tribord</w:t>
      </w:r>
      <w:r>
        <w:t xml:space="preserve">, </w:t>
      </w:r>
      <w:r w:rsidR="004C389C">
        <w:t>toute</w:t>
      </w:r>
      <w:r>
        <w:t xml:space="preserve"> ! </w:t>
      </w:r>
      <w:r w:rsidR="004C389C">
        <w:t>Machin</w:t>
      </w:r>
      <w:r w:rsidR="004C389C">
        <w:t>e</w:t>
      </w:r>
      <w:r w:rsidR="004C389C">
        <w:t>rie</w:t>
      </w:r>
      <w:r>
        <w:t xml:space="preserve">, </w:t>
      </w:r>
      <w:r w:rsidR="004C389C">
        <w:t>stop</w:t>
      </w:r>
      <w:r>
        <w:t> !</w:t>
      </w:r>
    </w:p>
    <w:p w14:paraId="280B6DAF" w14:textId="77777777" w:rsidR="004B5A85" w:rsidRDefault="004C389C" w:rsidP="004C389C">
      <w:r>
        <w:t>Courant sur son erre</w:t>
      </w:r>
      <w:r w:rsidR="004B5A85">
        <w:t xml:space="preserve">, </w:t>
      </w:r>
      <w:r>
        <w:t xml:space="preserve">le </w:t>
      </w:r>
      <w:r>
        <w:rPr>
          <w:i/>
          <w:iCs/>
        </w:rPr>
        <w:t xml:space="preserve">Nyctalope </w:t>
      </w:r>
      <w:r>
        <w:t>décrivit un quart de cercle et s</w:t>
      </w:r>
      <w:r w:rsidR="004B5A85">
        <w:t>’</w:t>
      </w:r>
      <w:r>
        <w:t>arrêta</w:t>
      </w:r>
      <w:r w:rsidR="004B5A85">
        <w:t xml:space="preserve">… </w:t>
      </w:r>
      <w:r>
        <w:t>Presque aussitôt</w:t>
      </w:r>
      <w:r w:rsidR="004B5A85">
        <w:t xml:space="preserve">, </w:t>
      </w:r>
      <w:r>
        <w:t>à trois encablures à peine</w:t>
      </w:r>
      <w:r w:rsidR="004B5A85">
        <w:t xml:space="preserve">, </w:t>
      </w:r>
      <w:r>
        <w:t xml:space="preserve">la masse noire du </w:t>
      </w:r>
      <w:r>
        <w:rPr>
          <w:i/>
          <w:iCs/>
        </w:rPr>
        <w:t xml:space="preserve">California </w:t>
      </w:r>
      <w:r>
        <w:t>parut dans les eaux</w:t>
      </w:r>
      <w:r w:rsidR="004B5A85">
        <w:t>.</w:t>
      </w:r>
    </w:p>
    <w:p w14:paraId="738D49FC" w14:textId="77777777" w:rsidR="004B5A85" w:rsidRDefault="004C389C" w:rsidP="004C389C">
      <w:r>
        <w:t>Alors</w:t>
      </w:r>
      <w:r w:rsidR="004B5A85">
        <w:t xml:space="preserve">, </w:t>
      </w:r>
      <w:r>
        <w:t>le Ravageur eut comme un frémissement de tout son être</w:t>
      </w:r>
      <w:r w:rsidR="004B5A85">
        <w:t xml:space="preserve">. </w:t>
      </w:r>
      <w:r>
        <w:t>Le moment terrible était venu</w:t>
      </w:r>
      <w:r w:rsidR="004B5A85">
        <w:t xml:space="preserve">. </w:t>
      </w:r>
      <w:r>
        <w:t xml:space="preserve">Le sous-marin était </w:t>
      </w:r>
      <w:r>
        <w:lastRenderedPageBreak/>
        <w:t>imm</w:t>
      </w:r>
      <w:r>
        <w:t>o</w:t>
      </w:r>
      <w:r>
        <w:t>bile</w:t>
      </w:r>
      <w:r w:rsidR="004B5A85">
        <w:t xml:space="preserve">, </w:t>
      </w:r>
      <w:r>
        <w:t>perpendiculairement à la ligne que suivait le croiseur dont l</w:t>
      </w:r>
      <w:r w:rsidR="004B5A85">
        <w:t>’</w:t>
      </w:r>
      <w:r>
        <w:t>étrave passa bientôt devant le hublot de face</w:t>
      </w:r>
      <w:r w:rsidR="004B5A85">
        <w:t>…</w:t>
      </w:r>
    </w:p>
    <w:p w14:paraId="05685F30" w14:textId="20F890EF" w:rsidR="004B5A85" w:rsidRDefault="004B5A85" w:rsidP="004C389C">
      <w:r>
        <w:t>— </w:t>
      </w:r>
      <w:r w:rsidR="004C389C">
        <w:t>Allô</w:t>
      </w:r>
      <w:r>
        <w:t xml:space="preserve"> ! </w:t>
      </w:r>
      <w:r w:rsidR="004C389C">
        <w:t>torpilleurs</w:t>
      </w:r>
      <w:r>
        <w:t xml:space="preserve">, </w:t>
      </w:r>
      <w:r w:rsidR="004C389C">
        <w:t>allô</w:t>
      </w:r>
      <w:r>
        <w:t xml:space="preserve"> ! </w:t>
      </w:r>
      <w:r w:rsidR="004C389C">
        <w:t>cria le Ravageur</w:t>
      </w:r>
      <w:r>
        <w:t xml:space="preserve">, </w:t>
      </w:r>
      <w:r w:rsidR="004C389C">
        <w:t>d</w:t>
      </w:r>
      <w:r>
        <w:t>’</w:t>
      </w:r>
      <w:r w:rsidR="004C389C">
        <w:t>une voix que la passion de la vengeance et de la haine satisfaites faisait resse</w:t>
      </w:r>
      <w:r w:rsidR="004C389C">
        <w:t>m</w:t>
      </w:r>
      <w:r w:rsidR="004C389C">
        <w:t>bler à des rugissements de fauve</w:t>
      </w:r>
      <w:r>
        <w:t xml:space="preserve">. </w:t>
      </w:r>
      <w:r w:rsidR="004C389C">
        <w:t>Allô</w:t>
      </w:r>
      <w:r>
        <w:t xml:space="preserve"> ! </w:t>
      </w:r>
      <w:r w:rsidR="004C389C">
        <w:t>par</w:t>
      </w:r>
      <w:r w:rsidR="00B65835">
        <w:t>é</w:t>
      </w:r>
      <w:r w:rsidR="004C389C">
        <w:t xml:space="preserve"> à lancer les to</w:t>
      </w:r>
      <w:r w:rsidR="004C389C">
        <w:t>r</w:t>
      </w:r>
      <w:r w:rsidR="004C389C">
        <w:t>pilles</w:t>
      </w:r>
      <w:r>
        <w:t xml:space="preserve"> ! </w:t>
      </w:r>
      <w:r w:rsidR="004C389C">
        <w:t>Allume les projecteurs</w:t>
      </w:r>
      <w:r>
        <w:t xml:space="preserve">, </w:t>
      </w:r>
      <w:proofErr w:type="spellStart"/>
      <w:r w:rsidR="004C389C">
        <w:t>Raynor</w:t>
      </w:r>
      <w:proofErr w:type="spellEnd"/>
      <w:r>
        <w:t> !</w:t>
      </w:r>
    </w:p>
    <w:p w14:paraId="13826BBE" w14:textId="77777777" w:rsidR="004B5A85" w:rsidRDefault="004C389C" w:rsidP="004C389C">
      <w:pPr>
        <w:rPr>
          <w:i/>
          <w:iCs/>
        </w:rPr>
      </w:pPr>
      <w:r>
        <w:t>Le matelot fit un geste</w:t>
      </w:r>
      <w:r w:rsidR="004B5A85">
        <w:t xml:space="preserve">, </w:t>
      </w:r>
      <w:r>
        <w:t>et brusquement la mer obscure d</w:t>
      </w:r>
      <w:r>
        <w:t>e</w:t>
      </w:r>
      <w:r>
        <w:t>vant les hublots s</w:t>
      </w:r>
      <w:r w:rsidR="004B5A85">
        <w:t>’</w:t>
      </w:r>
      <w:r>
        <w:t>illumina</w:t>
      </w:r>
      <w:r w:rsidR="004B5A85">
        <w:t xml:space="preserve">… </w:t>
      </w:r>
      <w:r>
        <w:t xml:space="preserve">La masse du </w:t>
      </w:r>
      <w:r>
        <w:rPr>
          <w:i/>
          <w:iCs/>
        </w:rPr>
        <w:t xml:space="preserve">California </w:t>
      </w:r>
      <w:r>
        <w:t>parut alors très nettement énorme et noire dans les eaux claires</w:t>
      </w:r>
      <w:r w:rsidR="004B5A85">
        <w:t xml:space="preserve">… </w:t>
      </w:r>
      <w:r>
        <w:t>Le flanc du croiseur se présentait en plein</w:t>
      </w:r>
      <w:r w:rsidR="004B5A85">
        <w:t xml:space="preserve">, </w:t>
      </w:r>
      <w:r>
        <w:t>en face de l</w:t>
      </w:r>
      <w:r w:rsidR="004B5A85">
        <w:t>’</w:t>
      </w:r>
      <w:r>
        <w:t xml:space="preserve">éperon du </w:t>
      </w:r>
      <w:r>
        <w:rPr>
          <w:i/>
          <w:iCs/>
        </w:rPr>
        <w:t>Nyct</w:t>
      </w:r>
      <w:r>
        <w:rPr>
          <w:i/>
          <w:iCs/>
        </w:rPr>
        <w:t>a</w:t>
      </w:r>
      <w:r>
        <w:rPr>
          <w:i/>
          <w:iCs/>
        </w:rPr>
        <w:t>lope</w:t>
      </w:r>
      <w:r w:rsidR="004B5A85">
        <w:rPr>
          <w:i/>
          <w:iCs/>
        </w:rPr>
        <w:t>…</w:t>
      </w:r>
    </w:p>
    <w:p w14:paraId="072CC637" w14:textId="77777777" w:rsidR="004B5A85" w:rsidRDefault="004B5A85" w:rsidP="004C389C">
      <w:r>
        <w:rPr>
          <w:i/>
          <w:iCs/>
        </w:rPr>
        <w:t>— </w:t>
      </w:r>
      <w:r w:rsidR="004C389C">
        <w:t>Allô</w:t>
      </w:r>
      <w:r>
        <w:t xml:space="preserve"> ! </w:t>
      </w:r>
      <w:r w:rsidR="004C389C">
        <w:t>garde à vous à lancer</w:t>
      </w:r>
      <w:r>
        <w:t xml:space="preserve"> ! </w:t>
      </w:r>
      <w:r w:rsidR="004C389C">
        <w:t>rugit le Ravageur</w:t>
      </w:r>
      <w:r>
        <w:t xml:space="preserve">… </w:t>
      </w:r>
      <w:r w:rsidR="004C389C">
        <w:t>E</w:t>
      </w:r>
      <w:r w:rsidR="004C389C">
        <w:t>n</w:t>
      </w:r>
      <w:r w:rsidR="004C389C">
        <w:t>semble</w:t>
      </w:r>
      <w:r>
        <w:t xml:space="preserve">… </w:t>
      </w:r>
      <w:r w:rsidR="004C389C">
        <w:t>Attention</w:t>
      </w:r>
      <w:r>
        <w:t xml:space="preserve">… </w:t>
      </w:r>
      <w:r w:rsidR="004C389C">
        <w:t>Feu</w:t>
      </w:r>
      <w:r>
        <w:t xml:space="preserve"> !… </w:t>
      </w:r>
      <w:r w:rsidR="004C389C">
        <w:t>Allô</w:t>
      </w:r>
      <w:r>
        <w:t xml:space="preserve"> ! </w:t>
      </w:r>
      <w:r w:rsidR="004C389C">
        <w:t>machine en arrière toute</w:t>
      </w:r>
      <w:r>
        <w:t> !…</w:t>
      </w:r>
    </w:p>
    <w:p w14:paraId="794DEC3B" w14:textId="77777777" w:rsidR="004B5A85" w:rsidRDefault="004C389C" w:rsidP="004C389C">
      <w:r>
        <w:t>Les eaux furent rayées de deux éclairs</w:t>
      </w:r>
      <w:r w:rsidR="004B5A85">
        <w:t xml:space="preserve">… </w:t>
      </w:r>
      <w:r>
        <w:t>Deux lances de feu frappèrent le flanc du croiseur</w:t>
      </w:r>
      <w:r w:rsidR="004B5A85">
        <w:t xml:space="preserve">, </w:t>
      </w:r>
      <w:r>
        <w:t>y pénétrèrent</w:t>
      </w:r>
      <w:r w:rsidR="004B5A85">
        <w:t xml:space="preserve">, </w:t>
      </w:r>
      <w:r>
        <w:t>s</w:t>
      </w:r>
      <w:r w:rsidR="004B5A85">
        <w:t>’</w:t>
      </w:r>
      <w:r>
        <w:t>y fichèrent</w:t>
      </w:r>
      <w:r w:rsidR="004B5A85">
        <w:t xml:space="preserve">, </w:t>
      </w:r>
      <w:r>
        <w:t>ta</w:t>
      </w:r>
      <w:r>
        <w:t>n</w:t>
      </w:r>
      <w:r>
        <w:t>dis que</w:t>
      </w:r>
      <w:r w:rsidR="004B5A85">
        <w:t xml:space="preserve">, </w:t>
      </w:r>
      <w:r>
        <w:t>très visiblement</w:t>
      </w:r>
      <w:r w:rsidR="004B5A85">
        <w:t xml:space="preserve">, </w:t>
      </w:r>
      <w:r>
        <w:t xml:space="preserve">le </w:t>
      </w:r>
      <w:r>
        <w:rPr>
          <w:i/>
          <w:iCs/>
        </w:rPr>
        <w:t xml:space="preserve">Nyctalope </w:t>
      </w:r>
      <w:r>
        <w:t>reculait</w:t>
      </w:r>
      <w:r w:rsidR="004B5A85">
        <w:t>.</w:t>
      </w:r>
    </w:p>
    <w:p w14:paraId="08ED0B74" w14:textId="77777777" w:rsidR="004B5A85" w:rsidRDefault="004B5A85" w:rsidP="004C389C">
      <w:r>
        <w:t>— </w:t>
      </w:r>
      <w:r w:rsidR="004C389C">
        <w:t>Touché</w:t>
      </w:r>
      <w:r>
        <w:t xml:space="preserve"> ! </w:t>
      </w:r>
      <w:r w:rsidR="004C389C">
        <w:t>fit le Ravageur avec une froideur encore plus terrible que son rugissement précédent</w:t>
      </w:r>
      <w:r>
        <w:t>.</w:t>
      </w:r>
    </w:p>
    <w:p w14:paraId="222AFD11" w14:textId="77777777" w:rsidR="004B5A85" w:rsidRDefault="004B5A85" w:rsidP="004C389C">
      <w:r>
        <w:t>— </w:t>
      </w:r>
      <w:r w:rsidR="004C389C">
        <w:t>Oh</w:t>
      </w:r>
      <w:r>
        <w:t xml:space="preserve"> ! </w:t>
      </w:r>
      <w:r w:rsidR="004C389C">
        <w:t>Maître</w:t>
      </w:r>
      <w:r>
        <w:t xml:space="preserve"> ! </w:t>
      </w:r>
      <w:r w:rsidR="004C389C">
        <w:t>Maître</w:t>
      </w:r>
      <w:r>
        <w:t xml:space="preserve"> ! </w:t>
      </w:r>
      <w:r w:rsidR="004C389C">
        <w:t>s</w:t>
      </w:r>
      <w:r>
        <w:t>’</w:t>
      </w:r>
      <w:r w:rsidR="004C389C">
        <w:t xml:space="preserve">écria </w:t>
      </w:r>
      <w:proofErr w:type="spellStart"/>
      <w:r w:rsidR="004C389C">
        <w:t>Raynor</w:t>
      </w:r>
      <w:proofErr w:type="spellEnd"/>
      <w:r w:rsidR="004C389C">
        <w:t xml:space="preserve"> avec exaltation</w:t>
      </w:r>
      <w:r>
        <w:t xml:space="preserve">. </w:t>
      </w:r>
      <w:r w:rsidR="004C389C">
        <w:t>Il faut voir</w:t>
      </w:r>
      <w:r>
        <w:t xml:space="preserve"> ! </w:t>
      </w:r>
      <w:r w:rsidR="004C389C">
        <w:t>il faut voir</w:t>
      </w:r>
      <w:r>
        <w:t xml:space="preserve"> !… </w:t>
      </w:r>
      <w:r w:rsidR="004C389C">
        <w:t>remontons</w:t>
      </w:r>
      <w:r>
        <w:t xml:space="preserve"> !… </w:t>
      </w:r>
      <w:r w:rsidR="004C389C">
        <w:t>dans deux minutes</w:t>
      </w:r>
      <w:r>
        <w:t xml:space="preserve">, </w:t>
      </w:r>
      <w:r w:rsidR="004C389C">
        <w:t>il sautera</w:t>
      </w:r>
      <w:r>
        <w:t xml:space="preserve">… </w:t>
      </w:r>
      <w:r w:rsidR="004C389C">
        <w:t>Il faut voir</w:t>
      </w:r>
      <w:r>
        <w:t> !…</w:t>
      </w:r>
    </w:p>
    <w:p w14:paraId="09E919EF" w14:textId="77777777" w:rsidR="004B5A85" w:rsidRDefault="004B5A85" w:rsidP="004C389C">
      <w:r>
        <w:t>— </w:t>
      </w:r>
      <w:r w:rsidR="004C389C">
        <w:t>Tu as raison</w:t>
      </w:r>
      <w:r>
        <w:t xml:space="preserve"> ! </w:t>
      </w:r>
      <w:r w:rsidR="004C389C">
        <w:t>dit le Ravageur maintenant impassible</w:t>
      </w:r>
      <w:r>
        <w:t>.</w:t>
      </w:r>
    </w:p>
    <w:p w14:paraId="36458B16" w14:textId="77777777" w:rsidR="004B5A85" w:rsidRDefault="004C389C" w:rsidP="004C389C">
      <w:r>
        <w:t>Et</w:t>
      </w:r>
      <w:r w:rsidR="004B5A85">
        <w:t xml:space="preserve">, </w:t>
      </w:r>
      <w:r>
        <w:t>dans le pavillon téléphonique</w:t>
      </w:r>
      <w:r w:rsidR="004B5A85">
        <w:t xml:space="preserve">, </w:t>
      </w:r>
      <w:r>
        <w:t>il prononça</w:t>
      </w:r>
      <w:r w:rsidR="004B5A85">
        <w:t> :</w:t>
      </w:r>
    </w:p>
    <w:p w14:paraId="7B20DAD2" w14:textId="77777777" w:rsidR="004B5A85" w:rsidRDefault="004B5A85" w:rsidP="004C389C">
      <w:r>
        <w:t>— </w:t>
      </w:r>
      <w:r w:rsidR="004C389C">
        <w:t>Allô</w:t>
      </w:r>
      <w:r>
        <w:t xml:space="preserve"> ! </w:t>
      </w:r>
      <w:r w:rsidR="004C389C">
        <w:t>machinerie et timonerie</w:t>
      </w:r>
      <w:r>
        <w:t xml:space="preserve">, </w:t>
      </w:r>
      <w:r w:rsidR="004C389C">
        <w:t>allô</w:t>
      </w:r>
      <w:r>
        <w:t xml:space="preserve"> ! </w:t>
      </w:r>
      <w:r w:rsidR="004C389C">
        <w:t>En surface</w:t>
      </w:r>
      <w:r>
        <w:t xml:space="preserve">, </w:t>
      </w:r>
      <w:r w:rsidR="004C389C">
        <w:t>imm</w:t>
      </w:r>
      <w:r w:rsidR="004C389C">
        <w:t>é</w:t>
      </w:r>
      <w:r w:rsidR="004C389C">
        <w:t>diatement</w:t>
      </w:r>
      <w:r>
        <w:t xml:space="preserve"> ! </w:t>
      </w:r>
      <w:r w:rsidR="004C389C">
        <w:t>Et tout le monde sur la plate-forme</w:t>
      </w:r>
      <w:r>
        <w:t> !</w:t>
      </w:r>
    </w:p>
    <w:p w14:paraId="2605AA6B" w14:textId="77777777" w:rsidR="004B5A85" w:rsidRDefault="004B5A85" w:rsidP="004C389C">
      <w:r>
        <w:lastRenderedPageBreak/>
        <w:t>— </w:t>
      </w:r>
      <w:r w:rsidR="004C389C">
        <w:t>Entendu</w:t>
      </w:r>
      <w:r>
        <w:t xml:space="preserve"> ! </w:t>
      </w:r>
      <w:r w:rsidR="004C389C">
        <w:t>glapirent deux voix confondues en un nasill</w:t>
      </w:r>
      <w:r w:rsidR="004C389C">
        <w:t>e</w:t>
      </w:r>
      <w:r w:rsidR="004C389C">
        <w:t>ment</w:t>
      </w:r>
      <w:r>
        <w:t>.</w:t>
      </w:r>
    </w:p>
    <w:p w14:paraId="1B1E6333" w14:textId="77777777" w:rsidR="004B5A85" w:rsidRDefault="004C389C" w:rsidP="004C389C">
      <w:r>
        <w:t>Il ne fallait pas deux minutes à l</w:t>
      </w:r>
      <w:r w:rsidR="004B5A85">
        <w:t>’</w:t>
      </w:r>
      <w:r>
        <w:t xml:space="preserve">équipage surexcité du </w:t>
      </w:r>
      <w:r>
        <w:rPr>
          <w:i/>
          <w:iCs/>
        </w:rPr>
        <w:t xml:space="preserve">Nyctalope </w:t>
      </w:r>
      <w:r>
        <w:t>pour faire monter le sous-marin de quatre mètres</w:t>
      </w:r>
      <w:r w:rsidR="004B5A85">
        <w:t xml:space="preserve">, </w:t>
      </w:r>
      <w:r>
        <w:t>c</w:t>
      </w:r>
      <w:r w:rsidR="004B5A85">
        <w:t>’</w:t>
      </w:r>
      <w:r>
        <w:t>est-à-dire jusqu</w:t>
      </w:r>
      <w:r w:rsidR="004B5A85">
        <w:t>’</w:t>
      </w:r>
      <w:r>
        <w:t>à la surface de l</w:t>
      </w:r>
      <w:r w:rsidR="004B5A85">
        <w:t>’</w:t>
      </w:r>
      <w:r>
        <w:t>océan</w:t>
      </w:r>
      <w:r w:rsidR="004B5A85">
        <w:t xml:space="preserve">… </w:t>
      </w:r>
      <w:r>
        <w:t>Le capot de l</w:t>
      </w:r>
      <w:r w:rsidR="004B5A85">
        <w:t>’</w:t>
      </w:r>
      <w:r>
        <w:t>écoutille fut ouvert en un clin d</w:t>
      </w:r>
      <w:r w:rsidR="004B5A85">
        <w:t>’</w:t>
      </w:r>
      <w:r>
        <w:t xml:space="preserve">œil par </w:t>
      </w:r>
      <w:proofErr w:type="spellStart"/>
      <w:r>
        <w:t>Askold</w:t>
      </w:r>
      <w:proofErr w:type="spellEnd"/>
      <w:r w:rsidR="004B5A85">
        <w:t>.</w:t>
      </w:r>
    </w:p>
    <w:p w14:paraId="0FEEEE75" w14:textId="77777777" w:rsidR="004B5A85" w:rsidRDefault="004C389C" w:rsidP="004C389C">
      <w:r>
        <w:t>Mais voyant qui était derrière lui</w:t>
      </w:r>
      <w:r w:rsidR="004B5A85">
        <w:t xml:space="preserve">, </w:t>
      </w:r>
      <w:r>
        <w:t>calme et froid sur l</w:t>
      </w:r>
      <w:r w:rsidR="004B5A85">
        <w:t>’</w:t>
      </w:r>
      <w:r>
        <w:t>escalier</w:t>
      </w:r>
      <w:r w:rsidR="004B5A85">
        <w:t xml:space="preserve">, </w:t>
      </w:r>
      <w:proofErr w:type="spellStart"/>
      <w:r>
        <w:t>Askold</w:t>
      </w:r>
      <w:proofErr w:type="spellEnd"/>
      <w:r w:rsidR="004B5A85">
        <w:t xml:space="preserve">, </w:t>
      </w:r>
      <w:r>
        <w:t>frémissant</w:t>
      </w:r>
      <w:r w:rsidR="004B5A85">
        <w:t xml:space="preserve">, </w:t>
      </w:r>
      <w:r>
        <w:t>s</w:t>
      </w:r>
      <w:r w:rsidR="004B5A85">
        <w:t>’</w:t>
      </w:r>
      <w:r>
        <w:t>effaça et laissa passer le Maître</w:t>
      </w:r>
      <w:r w:rsidR="004B5A85">
        <w:t xml:space="preserve">. </w:t>
      </w:r>
      <w:r>
        <w:t>Derrière lui</w:t>
      </w:r>
      <w:r w:rsidR="004B5A85">
        <w:t xml:space="preserve">, </w:t>
      </w:r>
      <w:r>
        <w:t>le lieutenant et les hommes bondirent</w:t>
      </w:r>
      <w:r w:rsidR="004B5A85">
        <w:t xml:space="preserve">, </w:t>
      </w:r>
      <w:r>
        <w:t>rués</w:t>
      </w:r>
      <w:r w:rsidR="004B5A85">
        <w:t>.</w:t>
      </w:r>
    </w:p>
    <w:p w14:paraId="6DAEAB4D" w14:textId="77777777" w:rsidR="004B5A85" w:rsidRDefault="004C389C" w:rsidP="004C389C">
      <w:r>
        <w:t>En cinq secondes</w:t>
      </w:r>
      <w:r w:rsidR="004B5A85">
        <w:t xml:space="preserve">, </w:t>
      </w:r>
      <w:r>
        <w:t>les dix-neuf pirates furent rangés sur la plate-forme</w:t>
      </w:r>
      <w:r w:rsidR="004B5A85">
        <w:t xml:space="preserve">, </w:t>
      </w:r>
      <w:r>
        <w:t>cramponnés au garde-fou</w:t>
      </w:r>
      <w:r w:rsidR="004B5A85">
        <w:t xml:space="preserve">, </w:t>
      </w:r>
      <w:r>
        <w:t xml:space="preserve">face au </w:t>
      </w:r>
      <w:r>
        <w:rPr>
          <w:i/>
          <w:iCs/>
        </w:rPr>
        <w:t>California</w:t>
      </w:r>
      <w:r w:rsidR="004B5A85">
        <w:rPr>
          <w:i/>
          <w:iCs/>
        </w:rPr>
        <w:t xml:space="preserve">… </w:t>
      </w:r>
      <w:r>
        <w:t>Le croiseur américain se trouvait maintenant à un mille de di</w:t>
      </w:r>
      <w:r>
        <w:t>s</w:t>
      </w:r>
      <w:r>
        <w:t>tance environ</w:t>
      </w:r>
      <w:r w:rsidR="004B5A85">
        <w:t xml:space="preserve">. </w:t>
      </w:r>
      <w:r>
        <w:t>Et on le voyait avec une merveilleuse netteté</w:t>
      </w:r>
      <w:r w:rsidR="004B5A85">
        <w:t xml:space="preserve">, </w:t>
      </w:r>
      <w:r>
        <w:t>éclairé qu</w:t>
      </w:r>
      <w:r w:rsidR="004B5A85">
        <w:t>’</w:t>
      </w:r>
      <w:r>
        <w:t>il était par les dernières rougeurs du crépuscule</w:t>
      </w:r>
      <w:r w:rsidR="004B5A85">
        <w:t>…</w:t>
      </w:r>
    </w:p>
    <w:p w14:paraId="3A7BE788" w14:textId="77777777" w:rsidR="004B5A85" w:rsidRDefault="004C389C" w:rsidP="004C389C">
      <w:r>
        <w:t>Et</w:t>
      </w:r>
      <w:r w:rsidR="004B5A85">
        <w:t xml:space="preserve">, </w:t>
      </w:r>
      <w:r>
        <w:t>brusquement</w:t>
      </w:r>
      <w:r w:rsidR="004B5A85">
        <w:t xml:space="preserve">, </w:t>
      </w:r>
      <w:r>
        <w:t>la seconde après l</w:t>
      </w:r>
      <w:r w:rsidR="004B5A85">
        <w:t>’</w:t>
      </w:r>
      <w:r>
        <w:t>instant où les pirates avaient surgi</w:t>
      </w:r>
      <w:r w:rsidR="004B5A85">
        <w:t xml:space="preserve">, </w:t>
      </w:r>
      <w:r>
        <w:t>ce fut l</w:t>
      </w:r>
      <w:r w:rsidR="004B5A85">
        <w:t>’</w:t>
      </w:r>
      <w:r>
        <w:t>épouvantable cataclysme</w:t>
      </w:r>
      <w:r w:rsidR="004B5A85">
        <w:t>.</w:t>
      </w:r>
    </w:p>
    <w:p w14:paraId="231CEC4B" w14:textId="77777777" w:rsidR="004B5A85" w:rsidRDefault="004C389C" w:rsidP="004C389C">
      <w:r>
        <w:t>Toute la masse du croiseur fut soulevée au milieu d</w:t>
      </w:r>
      <w:r w:rsidR="004B5A85">
        <w:t>’</w:t>
      </w:r>
      <w:r>
        <w:t>un r</w:t>
      </w:r>
      <w:r>
        <w:t>e</w:t>
      </w:r>
      <w:r>
        <w:t>mous énorme des eaux</w:t>
      </w:r>
      <w:r w:rsidR="004B5A85">
        <w:t xml:space="preserve">, </w:t>
      </w:r>
      <w:r>
        <w:t>tandis que deux sourdes détonations r</w:t>
      </w:r>
      <w:r>
        <w:t>e</w:t>
      </w:r>
      <w:r>
        <w:t>tentissaient coup sur coup</w:t>
      </w:r>
      <w:r w:rsidR="004B5A85">
        <w:t>.</w:t>
      </w:r>
    </w:p>
    <w:p w14:paraId="02F88987" w14:textId="77777777" w:rsidR="004B5A85" w:rsidRDefault="004C389C" w:rsidP="004C389C">
      <w:r>
        <w:t>En retombant aussitôt au milieu d</w:t>
      </w:r>
      <w:r w:rsidR="004B5A85">
        <w:t>’</w:t>
      </w:r>
      <w:r>
        <w:t>une clameur horrible des cinq cents hommes qui le montaient</w:t>
      </w:r>
      <w:r w:rsidR="004B5A85">
        <w:t xml:space="preserve">, </w:t>
      </w:r>
      <w:r>
        <w:t xml:space="preserve">le </w:t>
      </w:r>
      <w:r>
        <w:rPr>
          <w:i/>
          <w:iCs/>
        </w:rPr>
        <w:t xml:space="preserve">California </w:t>
      </w:r>
      <w:r>
        <w:t>se part</w:t>
      </w:r>
      <w:r>
        <w:t>a</w:t>
      </w:r>
      <w:r>
        <w:t>gea</w:t>
      </w:r>
      <w:r w:rsidR="004B5A85">
        <w:t xml:space="preserve">, </w:t>
      </w:r>
      <w:r>
        <w:t>se divisa</w:t>
      </w:r>
      <w:r w:rsidR="004B5A85">
        <w:t xml:space="preserve">, </w:t>
      </w:r>
      <w:r>
        <w:t>se cassa net en trois morceaux</w:t>
      </w:r>
      <w:r w:rsidR="004B5A85">
        <w:t xml:space="preserve">… </w:t>
      </w:r>
      <w:r>
        <w:t>Il y eut des cr</w:t>
      </w:r>
      <w:r>
        <w:t>a</w:t>
      </w:r>
      <w:r>
        <w:t>quements sinistres qui purent être entendus à des milles de di</w:t>
      </w:r>
      <w:r>
        <w:t>s</w:t>
      </w:r>
      <w:r>
        <w:t>tance</w:t>
      </w:r>
      <w:r w:rsidR="004B5A85">
        <w:t xml:space="preserve">… </w:t>
      </w:r>
      <w:r>
        <w:t>Il y eut un tourbillon de flammes et de fumée</w:t>
      </w:r>
      <w:r w:rsidR="004B5A85">
        <w:t xml:space="preserve">, </w:t>
      </w:r>
      <w:r>
        <w:t>une fo</w:t>
      </w:r>
      <w:r>
        <w:t>r</w:t>
      </w:r>
      <w:r>
        <w:t>midable explosion</w:t>
      </w:r>
      <w:r w:rsidR="004B5A85">
        <w:t xml:space="preserve">, </w:t>
      </w:r>
      <w:r>
        <w:t>un fracas d</w:t>
      </w:r>
      <w:r w:rsidR="004B5A85">
        <w:t>’</w:t>
      </w:r>
      <w:r>
        <w:t>eaux en fureur</w:t>
      </w:r>
      <w:r w:rsidR="004B5A85">
        <w:t xml:space="preserve">… </w:t>
      </w:r>
      <w:r>
        <w:t>Les trois parties du navire s</w:t>
      </w:r>
      <w:r w:rsidR="004B5A85">
        <w:t>’</w:t>
      </w:r>
      <w:proofErr w:type="spellStart"/>
      <w:r>
        <w:t>entre-choquèrent</w:t>
      </w:r>
      <w:proofErr w:type="spellEnd"/>
      <w:r w:rsidR="004B5A85">
        <w:t xml:space="preserve">, </w:t>
      </w:r>
      <w:r>
        <w:t>pulvérisant mâts et cheminées et tout s</w:t>
      </w:r>
      <w:r w:rsidR="004B5A85">
        <w:t>’</w:t>
      </w:r>
      <w:r>
        <w:t>abîma dans le gouffre des eaux tumultueuses</w:t>
      </w:r>
      <w:r w:rsidR="004B5A85">
        <w:t xml:space="preserve">, </w:t>
      </w:r>
      <w:r>
        <w:t>au milieu de mille clameurs déchirantes</w:t>
      </w:r>
      <w:r w:rsidR="004B5A85">
        <w:t xml:space="preserve">, </w:t>
      </w:r>
      <w:r>
        <w:t>de hurlements de folie</w:t>
      </w:r>
      <w:r w:rsidR="004B5A85">
        <w:t xml:space="preserve">, </w:t>
      </w:r>
      <w:r>
        <w:t>de cris désespérés</w:t>
      </w:r>
      <w:r w:rsidR="004B5A85">
        <w:t xml:space="preserve">. </w:t>
      </w:r>
      <w:r>
        <w:t>L</w:t>
      </w:r>
      <w:r w:rsidR="004B5A85">
        <w:t>’</w:t>
      </w:r>
      <w:r>
        <w:t>océan s</w:t>
      </w:r>
      <w:r w:rsidR="004B5A85">
        <w:t>’</w:t>
      </w:r>
      <w:r>
        <w:t>entr</w:t>
      </w:r>
      <w:r w:rsidR="004B5A85">
        <w:t>’</w:t>
      </w:r>
      <w:r>
        <w:t>ouvrit</w:t>
      </w:r>
      <w:r w:rsidR="004B5A85">
        <w:t xml:space="preserve">, </w:t>
      </w:r>
      <w:r>
        <w:lastRenderedPageBreak/>
        <w:t>tourbillonna en un remous écumeux</w:t>
      </w:r>
      <w:r w:rsidR="004B5A85">
        <w:t xml:space="preserve">… </w:t>
      </w:r>
      <w:r>
        <w:t>Puis</w:t>
      </w:r>
      <w:r w:rsidR="004B5A85">
        <w:t xml:space="preserve">, </w:t>
      </w:r>
      <w:r>
        <w:t>une longue et haute vague passa</w:t>
      </w:r>
      <w:r w:rsidR="004B5A85">
        <w:t xml:space="preserve">… </w:t>
      </w:r>
      <w:r>
        <w:t>et plus rien</w:t>
      </w:r>
      <w:r w:rsidR="004B5A85">
        <w:t> !</w:t>
      </w:r>
    </w:p>
    <w:p w14:paraId="606C413E" w14:textId="77777777" w:rsidR="004B5A85" w:rsidRDefault="004C389C" w:rsidP="004C389C">
      <w:r>
        <w:t>Là où</w:t>
      </w:r>
      <w:r w:rsidR="004B5A85">
        <w:t xml:space="preserve">, </w:t>
      </w:r>
      <w:r>
        <w:t>deux minutes auparavant</w:t>
      </w:r>
      <w:r w:rsidR="004B5A85">
        <w:t xml:space="preserve">, </w:t>
      </w:r>
      <w:r>
        <w:t>cheminées empanachées et pavillon flottant</w:t>
      </w:r>
      <w:r w:rsidR="004B5A85">
        <w:t xml:space="preserve">, </w:t>
      </w:r>
      <w:r>
        <w:t>voguait avec fierté un magnifique navire monté par cinq cents marins</w:t>
      </w:r>
      <w:r w:rsidR="004B5A85">
        <w:t xml:space="preserve">, </w:t>
      </w:r>
      <w:r>
        <w:t>là même il n</w:t>
      </w:r>
      <w:r w:rsidR="004B5A85">
        <w:t>’</w:t>
      </w:r>
      <w:r>
        <w:t>y avait plus rien</w:t>
      </w:r>
      <w:r w:rsidR="004B5A85">
        <w:t xml:space="preserve">, </w:t>
      </w:r>
      <w:r>
        <w:t>rien que quelques épaves flottantes et des débris de corps humains que des requins</w:t>
      </w:r>
      <w:r w:rsidR="004B5A85">
        <w:t xml:space="preserve">, </w:t>
      </w:r>
      <w:r>
        <w:t>brusquement surgis des profondeurs</w:t>
      </w:r>
      <w:r w:rsidR="004B5A85">
        <w:t xml:space="preserve">, </w:t>
      </w:r>
      <w:r>
        <w:t>se disp</w:t>
      </w:r>
      <w:r>
        <w:t>u</w:t>
      </w:r>
      <w:r>
        <w:t>taient dans des rejaillissements d</w:t>
      </w:r>
      <w:r w:rsidR="004B5A85">
        <w:t>’</w:t>
      </w:r>
      <w:r>
        <w:t>écume</w:t>
      </w:r>
      <w:r w:rsidR="004B5A85">
        <w:t>…</w:t>
      </w:r>
    </w:p>
    <w:p w14:paraId="5DBE8455" w14:textId="77777777" w:rsidR="004B5A85" w:rsidRDefault="004C389C" w:rsidP="004C389C">
      <w:r>
        <w:t>Secoués par le tangage et le roulis que l</w:t>
      </w:r>
      <w:r w:rsidR="004B5A85">
        <w:t>’</w:t>
      </w:r>
      <w:r>
        <w:t xml:space="preserve">agitation des eaux imprimait au </w:t>
      </w:r>
      <w:r>
        <w:rPr>
          <w:i/>
          <w:iCs/>
        </w:rPr>
        <w:t>Nyctalope</w:t>
      </w:r>
      <w:r w:rsidR="004B5A85">
        <w:rPr>
          <w:i/>
          <w:iCs/>
        </w:rPr>
        <w:t xml:space="preserve">, </w:t>
      </w:r>
      <w:r>
        <w:t>les pirates se cramponnaient plus ne</w:t>
      </w:r>
      <w:r>
        <w:t>r</w:t>
      </w:r>
      <w:r>
        <w:t>veusement</w:t>
      </w:r>
      <w:r w:rsidR="004B5A85">
        <w:t xml:space="preserve">, </w:t>
      </w:r>
      <w:r>
        <w:t>et ils regardaient tous</w:t>
      </w:r>
      <w:r w:rsidR="004B5A85">
        <w:t xml:space="preserve">, </w:t>
      </w:r>
      <w:r>
        <w:t>sans mot dire</w:t>
      </w:r>
      <w:r w:rsidR="004B5A85">
        <w:t xml:space="preserve">, </w:t>
      </w:r>
      <w:r>
        <w:t>les eaux glauques sous lesquelles s</w:t>
      </w:r>
      <w:r w:rsidR="004B5A85">
        <w:t>’</w:t>
      </w:r>
      <w:r>
        <w:t>enfonçaient leurs victimes</w:t>
      </w:r>
      <w:r w:rsidR="004B5A85">
        <w:t>…</w:t>
      </w:r>
    </w:p>
    <w:p w14:paraId="7F6AF35F" w14:textId="77777777" w:rsidR="004B5A85" w:rsidRDefault="004C389C" w:rsidP="004C389C">
      <w:r>
        <w:t>Dominant tous les autres de sa haute taille</w:t>
      </w:r>
      <w:r w:rsidR="004B5A85">
        <w:t xml:space="preserve">, </w:t>
      </w:r>
      <w:r>
        <w:t>l</w:t>
      </w:r>
      <w:r w:rsidR="004B5A85">
        <w:t>’</w:t>
      </w:r>
      <w:r>
        <w:t>ancien officier Felton</w:t>
      </w:r>
      <w:r w:rsidR="004B5A85">
        <w:t xml:space="preserve">, </w:t>
      </w:r>
      <w:r>
        <w:t>le savant Hugues de Mauduit</w:t>
      </w:r>
      <w:r w:rsidR="004B5A85">
        <w:t xml:space="preserve">, </w:t>
      </w:r>
      <w:r>
        <w:t>le terrible et mystérieux Ravageur du Monde</w:t>
      </w:r>
      <w:r w:rsidR="004B5A85">
        <w:t xml:space="preserve">, </w:t>
      </w:r>
      <w:r>
        <w:t>tête nue</w:t>
      </w:r>
      <w:r w:rsidR="004B5A85">
        <w:t xml:space="preserve">, </w:t>
      </w:r>
      <w:r>
        <w:t>les cheveux au vent</w:t>
      </w:r>
      <w:r w:rsidR="004B5A85">
        <w:t xml:space="preserve">, </w:t>
      </w:r>
      <w:r>
        <w:t>avait sans sourciller contemplé son atroce vengeance</w:t>
      </w:r>
      <w:r w:rsidR="004B5A85">
        <w:t>…</w:t>
      </w:r>
    </w:p>
    <w:p w14:paraId="4CDECF05" w14:textId="77777777" w:rsidR="004B5A85" w:rsidRDefault="004C389C" w:rsidP="004C389C">
      <w:r>
        <w:t>Quand tout fut consommé</w:t>
      </w:r>
      <w:r w:rsidR="004B5A85">
        <w:t xml:space="preserve">, </w:t>
      </w:r>
      <w:r>
        <w:t>il leva le bras au-dessus des eaux plates et désertes maintenant aussi loin que la vue pouvait s</w:t>
      </w:r>
      <w:r w:rsidR="004B5A85">
        <w:t>’</w:t>
      </w:r>
      <w:r>
        <w:t>étendre</w:t>
      </w:r>
      <w:r w:rsidR="004B5A85">
        <w:t xml:space="preserve">, </w:t>
      </w:r>
      <w:r>
        <w:t>et il prononça d</w:t>
      </w:r>
      <w:r w:rsidR="004B5A85">
        <w:t>’</w:t>
      </w:r>
      <w:r>
        <w:t>une voix sonore</w:t>
      </w:r>
      <w:r w:rsidR="004B5A85">
        <w:t xml:space="preserve">, </w:t>
      </w:r>
      <w:r>
        <w:t>grave</w:t>
      </w:r>
      <w:r w:rsidR="004B5A85">
        <w:t xml:space="preserve">, </w:t>
      </w:r>
      <w:r>
        <w:t>funèbre</w:t>
      </w:r>
      <w:r w:rsidR="004B5A85">
        <w:t> :</w:t>
      </w:r>
    </w:p>
    <w:p w14:paraId="3EA439CC" w14:textId="77777777" w:rsidR="004B5A85" w:rsidRDefault="004B5A85" w:rsidP="004C389C">
      <w:r>
        <w:t>— </w:t>
      </w:r>
      <w:r w:rsidR="004C389C">
        <w:t>Le temps de la justice et de la vengeance est venu</w:t>
      </w:r>
      <w:r>
        <w:t xml:space="preserve"> !… </w:t>
      </w:r>
      <w:r w:rsidR="004C389C">
        <w:t>Chaque heure qui tombera maintenant dans l</w:t>
      </w:r>
      <w:r>
        <w:t>’</w:t>
      </w:r>
      <w:r w:rsidR="004C389C">
        <w:t>éternité sonnera le glas de nos ennemis</w:t>
      </w:r>
      <w:r>
        <w:t> !…</w:t>
      </w:r>
    </w:p>
    <w:p w14:paraId="613AAC4D" w14:textId="77777777" w:rsidR="004B5A85" w:rsidRDefault="004C389C" w:rsidP="004C389C">
      <w:r>
        <w:t>Il laissa lentement retomber sa main et</w:t>
      </w:r>
      <w:r w:rsidR="004B5A85">
        <w:t xml:space="preserve">, </w:t>
      </w:r>
      <w:r>
        <w:t>impérieux</w:t>
      </w:r>
      <w:r w:rsidR="004B5A85">
        <w:t> :</w:t>
      </w:r>
    </w:p>
    <w:p w14:paraId="0DB8A0E2" w14:textId="77777777" w:rsidR="004B5A85" w:rsidRDefault="004B5A85" w:rsidP="004C389C">
      <w:r>
        <w:t>— </w:t>
      </w:r>
      <w:r w:rsidR="004C389C">
        <w:t>Enfants du Ravageur</w:t>
      </w:r>
      <w:r>
        <w:t xml:space="preserve">, </w:t>
      </w:r>
      <w:r w:rsidR="004C389C">
        <w:t>dit-il</w:t>
      </w:r>
      <w:r>
        <w:t xml:space="preserve">, </w:t>
      </w:r>
      <w:r w:rsidR="004C389C">
        <w:t>à vos postes</w:t>
      </w:r>
      <w:r>
        <w:t> !…</w:t>
      </w:r>
    </w:p>
    <w:p w14:paraId="5BAE89A6" w14:textId="77777777" w:rsidR="004B5A85" w:rsidRDefault="004C389C" w:rsidP="004C389C">
      <w:r>
        <w:t>Tous soumis</w:t>
      </w:r>
      <w:r w:rsidR="004B5A85">
        <w:t xml:space="preserve">, </w:t>
      </w:r>
      <w:r>
        <w:t>respectueux et peut-être effrayés</w:t>
      </w:r>
      <w:r w:rsidR="004B5A85">
        <w:t xml:space="preserve">, </w:t>
      </w:r>
      <w:r>
        <w:t>les dix-huit s</w:t>
      </w:r>
      <w:r w:rsidR="004B5A85">
        <w:t>’</w:t>
      </w:r>
      <w:r>
        <w:t>inclinèrent et</w:t>
      </w:r>
      <w:r w:rsidR="004B5A85">
        <w:t xml:space="preserve">, </w:t>
      </w:r>
      <w:r>
        <w:t>deux par deux</w:t>
      </w:r>
      <w:r w:rsidR="004B5A85">
        <w:t xml:space="preserve">, </w:t>
      </w:r>
      <w:r>
        <w:t>disparurent dans l</w:t>
      </w:r>
      <w:r w:rsidR="004B5A85">
        <w:t>’</w:t>
      </w:r>
      <w:r>
        <w:t>écoutille</w:t>
      </w:r>
      <w:r w:rsidR="004B5A85">
        <w:t xml:space="preserve">. </w:t>
      </w:r>
      <w:proofErr w:type="spellStart"/>
      <w:r>
        <w:t>A</w:t>
      </w:r>
      <w:r>
        <w:t>s</w:t>
      </w:r>
      <w:r>
        <w:t>kold</w:t>
      </w:r>
      <w:proofErr w:type="spellEnd"/>
      <w:r>
        <w:t xml:space="preserve"> s</w:t>
      </w:r>
      <w:r w:rsidR="004B5A85">
        <w:t>’</w:t>
      </w:r>
      <w:r>
        <w:t>en alla le dernier</w:t>
      </w:r>
      <w:r w:rsidR="004B5A85">
        <w:t>.</w:t>
      </w:r>
    </w:p>
    <w:p w14:paraId="201B79E8" w14:textId="77777777" w:rsidR="004B5A85" w:rsidRDefault="004C389C" w:rsidP="004C389C">
      <w:r>
        <w:lastRenderedPageBreak/>
        <w:t>Et le Ravageur du Monde resta seul</w:t>
      </w:r>
      <w:r w:rsidR="004B5A85">
        <w:t>.</w:t>
      </w:r>
    </w:p>
    <w:p w14:paraId="50C1A90E" w14:textId="77777777" w:rsidR="004B5A85" w:rsidRDefault="004C389C" w:rsidP="004C389C">
      <w:r>
        <w:t>Dans la nuit tombante</w:t>
      </w:r>
      <w:r w:rsidR="004B5A85">
        <w:t xml:space="preserve">, </w:t>
      </w:r>
      <w:r>
        <w:t xml:space="preserve">tandis que le </w:t>
      </w:r>
      <w:r>
        <w:rPr>
          <w:i/>
          <w:iCs/>
        </w:rPr>
        <w:t xml:space="preserve">Nyctalope </w:t>
      </w:r>
      <w:r>
        <w:t>était bala</w:t>
      </w:r>
      <w:r>
        <w:t>n</w:t>
      </w:r>
      <w:r>
        <w:t>cé par une légère houle</w:t>
      </w:r>
      <w:r w:rsidR="004B5A85">
        <w:t xml:space="preserve">, </w:t>
      </w:r>
      <w:r>
        <w:t>il garda ses yeux sombres fixés sur l</w:t>
      </w:r>
      <w:r w:rsidR="004B5A85">
        <w:t>’</w:t>
      </w:r>
      <w:r>
        <w:t>endroit où s</w:t>
      </w:r>
      <w:r w:rsidR="004B5A85">
        <w:t>’</w:t>
      </w:r>
      <w:r>
        <w:t>était englouti le croiseur</w:t>
      </w:r>
      <w:r w:rsidR="004B5A85">
        <w:t>.</w:t>
      </w:r>
    </w:p>
    <w:p w14:paraId="21AA61C5" w14:textId="77777777" w:rsidR="004B5A85" w:rsidRDefault="004C389C" w:rsidP="004C389C">
      <w:r>
        <w:t>Pas un muscle de son visage ne tressaillit</w:t>
      </w:r>
      <w:r w:rsidR="004B5A85">
        <w:t>.</w:t>
      </w:r>
    </w:p>
    <w:p w14:paraId="584672C0" w14:textId="77777777" w:rsidR="004B5A85" w:rsidRDefault="004C389C" w:rsidP="004C389C">
      <w:r>
        <w:t>Bientôt</w:t>
      </w:r>
      <w:r w:rsidR="004B5A85">
        <w:t xml:space="preserve">, </w:t>
      </w:r>
      <w:r>
        <w:t>la nuit fut complète</w:t>
      </w:r>
      <w:r w:rsidR="004B5A85">
        <w:t xml:space="preserve">, </w:t>
      </w:r>
      <w:r>
        <w:t>nuit tragique</w:t>
      </w:r>
      <w:r w:rsidR="004B5A85">
        <w:t xml:space="preserve">, </w:t>
      </w:r>
      <w:r>
        <w:t>nuit d</w:t>
      </w:r>
      <w:r w:rsidR="004B5A85">
        <w:t>’</w:t>
      </w:r>
      <w:r>
        <w:t>horreur</w:t>
      </w:r>
      <w:r w:rsidR="004B5A85">
        <w:t xml:space="preserve">, </w:t>
      </w:r>
      <w:r>
        <w:t>pendant laquelle dans les eaux ténébreuses</w:t>
      </w:r>
      <w:r w:rsidR="004B5A85">
        <w:t xml:space="preserve">, </w:t>
      </w:r>
      <w:r>
        <w:t>les requins se livr</w:t>
      </w:r>
      <w:r>
        <w:t>è</w:t>
      </w:r>
      <w:r>
        <w:t>rent à un épouvantable festin</w:t>
      </w:r>
      <w:r w:rsidR="004B5A85">
        <w:t xml:space="preserve">… </w:t>
      </w:r>
      <w:r>
        <w:t>Et quand il n</w:t>
      </w:r>
      <w:r w:rsidR="004B5A85">
        <w:t>’</w:t>
      </w:r>
      <w:r>
        <w:t>y eut plus</w:t>
      </w:r>
      <w:r w:rsidR="004B5A85">
        <w:t xml:space="preserve">, </w:t>
      </w:r>
      <w:r>
        <w:t>dans le ciel du couchant</w:t>
      </w:r>
      <w:r w:rsidR="004B5A85">
        <w:t xml:space="preserve">, </w:t>
      </w:r>
      <w:r>
        <w:t>que la clarté des étoiles</w:t>
      </w:r>
      <w:r w:rsidR="004B5A85">
        <w:t xml:space="preserve">, </w:t>
      </w:r>
      <w:r>
        <w:t>un grand frisson s</w:t>
      </w:r>
      <w:r>
        <w:t>e</w:t>
      </w:r>
      <w:r>
        <w:t>coua les épaules du Ravageur</w:t>
      </w:r>
      <w:r w:rsidR="004B5A85">
        <w:t>.</w:t>
      </w:r>
    </w:p>
    <w:p w14:paraId="063EB891" w14:textId="77777777" w:rsidR="004B5A85" w:rsidRDefault="004C389C" w:rsidP="004C389C">
      <w:r>
        <w:t>Et sa voix</w:t>
      </w:r>
      <w:r w:rsidR="004B5A85">
        <w:t xml:space="preserve">, </w:t>
      </w:r>
      <w:r>
        <w:t>avec un accent déchirant</w:t>
      </w:r>
      <w:r w:rsidR="004B5A85">
        <w:t xml:space="preserve">, </w:t>
      </w:r>
      <w:r>
        <w:t>retentit sur les flots s</w:t>
      </w:r>
      <w:r>
        <w:t>i</w:t>
      </w:r>
      <w:r>
        <w:t>lencieux</w:t>
      </w:r>
      <w:r w:rsidR="004B5A85">
        <w:t xml:space="preserve">. </w:t>
      </w:r>
      <w:r>
        <w:t>Cette voix disait</w:t>
      </w:r>
      <w:r w:rsidR="004B5A85">
        <w:t xml:space="preserve">, </w:t>
      </w:r>
      <w:r>
        <w:t>ou plutôt gémissait</w:t>
      </w:r>
      <w:r w:rsidR="004B5A85">
        <w:t> :</w:t>
      </w:r>
    </w:p>
    <w:p w14:paraId="0F1EE1EE" w14:textId="77777777" w:rsidR="004B5A85" w:rsidRDefault="004B5A85" w:rsidP="004C389C">
      <w:r>
        <w:t>— </w:t>
      </w:r>
      <w:r w:rsidR="004C389C">
        <w:t>Maman</w:t>
      </w:r>
      <w:r>
        <w:t xml:space="preserve"> !… </w:t>
      </w:r>
      <w:r w:rsidR="004C389C">
        <w:t>maman</w:t>
      </w:r>
      <w:r>
        <w:t xml:space="preserve"> !… </w:t>
      </w:r>
      <w:r w:rsidR="004C389C">
        <w:t>chacune de tes larmes sera payée par des flots de sang</w:t>
      </w:r>
      <w:r>
        <w:t xml:space="preserve"> !… </w:t>
      </w:r>
      <w:r w:rsidR="004C389C">
        <w:t>Chacun de tes cris de souffrance par mille cris de désespoir</w:t>
      </w:r>
      <w:r>
        <w:t xml:space="preserve"> ! </w:t>
      </w:r>
      <w:r w:rsidR="004C389C">
        <w:t>et ta vie par la vie de milliers d</w:t>
      </w:r>
      <w:r>
        <w:t>’</w:t>
      </w:r>
      <w:r w:rsidR="004C389C">
        <w:t>hommes</w:t>
      </w:r>
      <w:r>
        <w:t> !…</w:t>
      </w:r>
    </w:p>
    <w:p w14:paraId="3608A28C" w14:textId="77777777" w:rsidR="004B5A85" w:rsidRDefault="004C389C" w:rsidP="004C389C">
      <w:r>
        <w:t>Quel dramatique mystère y avait-il donc dans le passé de ce Ravageur pour qu</w:t>
      </w:r>
      <w:r w:rsidR="004B5A85">
        <w:t>’</w:t>
      </w:r>
      <w:r>
        <w:t>il ne pensât à sa mère qu</w:t>
      </w:r>
      <w:r w:rsidR="004B5A85">
        <w:t>’</w:t>
      </w:r>
      <w:r>
        <w:t>avec la cruauté d</w:t>
      </w:r>
      <w:r w:rsidR="004B5A85">
        <w:t>’</w:t>
      </w:r>
      <w:r>
        <w:t>un implacable vengeur</w:t>
      </w:r>
      <w:r w:rsidR="004B5A85">
        <w:t> ?…</w:t>
      </w:r>
    </w:p>
    <w:p w14:paraId="251A2869" w14:textId="77777777" w:rsidR="004B5A85" w:rsidRDefault="004C389C" w:rsidP="004C389C">
      <w:r>
        <w:t>Ayant gémi ces imprécations</w:t>
      </w:r>
      <w:r w:rsidR="004B5A85">
        <w:t xml:space="preserve">, </w:t>
      </w:r>
      <w:r>
        <w:t>Hugues de Mauduit fit un grand geste comme pour saluer l</w:t>
      </w:r>
      <w:r w:rsidR="004B5A85">
        <w:t>’</w:t>
      </w:r>
      <w:r>
        <w:t>océan</w:t>
      </w:r>
      <w:r w:rsidR="004B5A85">
        <w:t>.</w:t>
      </w:r>
    </w:p>
    <w:p w14:paraId="782C479A" w14:textId="77777777" w:rsidR="004B5A85" w:rsidRDefault="004C389C" w:rsidP="004C389C">
      <w:r>
        <w:t>Et il redescendit lentement</w:t>
      </w:r>
      <w:r w:rsidR="004B5A85">
        <w:t xml:space="preserve">, </w:t>
      </w:r>
      <w:r>
        <w:t>pâle et la tête baissée</w:t>
      </w:r>
      <w:r w:rsidR="004B5A85">
        <w:t xml:space="preserve">, </w:t>
      </w:r>
      <w:r>
        <w:t>dans les flancs du sous-marin</w:t>
      </w:r>
      <w:r w:rsidR="004B5A85">
        <w:t>.</w:t>
      </w:r>
    </w:p>
    <w:p w14:paraId="52B13074" w14:textId="77777777" w:rsidR="004B5A85" w:rsidRDefault="004C389C" w:rsidP="004C389C">
      <w:r>
        <w:t>Une minute après</w:t>
      </w:r>
      <w:r w:rsidR="004B5A85">
        <w:t xml:space="preserve">, </w:t>
      </w:r>
      <w:r>
        <w:t>le capot de l</w:t>
      </w:r>
      <w:r w:rsidR="004B5A85">
        <w:t>’</w:t>
      </w:r>
      <w:r>
        <w:t>écoutille était fermé</w:t>
      </w:r>
      <w:r w:rsidR="004B5A85">
        <w:t xml:space="preserve">, </w:t>
      </w:r>
      <w:r>
        <w:t>le garde-fou rabattu et</w:t>
      </w:r>
      <w:r w:rsidR="004B5A85">
        <w:t xml:space="preserve">, </w:t>
      </w:r>
      <w:r>
        <w:t>sinistre</w:t>
      </w:r>
      <w:r w:rsidR="004B5A85">
        <w:t xml:space="preserve">, </w:t>
      </w:r>
      <w:r>
        <w:t xml:space="preserve">le </w:t>
      </w:r>
      <w:r>
        <w:rPr>
          <w:i/>
          <w:iCs/>
        </w:rPr>
        <w:t xml:space="preserve">Nyctalope </w:t>
      </w:r>
      <w:r>
        <w:t>s</w:t>
      </w:r>
      <w:r w:rsidR="004B5A85">
        <w:t>’</w:t>
      </w:r>
      <w:r>
        <w:t>enfonçait dans les eaux</w:t>
      </w:r>
      <w:r w:rsidR="004B5A85">
        <w:t>.</w:t>
      </w:r>
    </w:p>
    <w:p w14:paraId="73CF0AA0" w14:textId="55C3C6DF" w:rsidR="004C389C" w:rsidRDefault="004C389C" w:rsidP="004B5A85">
      <w:pPr>
        <w:pStyle w:val="Titre1"/>
      </w:pPr>
      <w:bookmarkStart w:id="11" w:name="__RefHeading__13_1003869823"/>
      <w:bookmarkStart w:id="12" w:name="_Toc202462467"/>
      <w:bookmarkEnd w:id="11"/>
      <w:r>
        <w:lastRenderedPageBreak/>
        <w:t>CHAPITRE VII</w:t>
      </w:r>
      <w:r>
        <w:br/>
      </w:r>
      <w:r>
        <w:br/>
        <w:t>ÉVASION PRÉPARÉE</w:t>
      </w:r>
      <w:bookmarkEnd w:id="12"/>
    </w:p>
    <w:p w14:paraId="7F592F88" w14:textId="77777777" w:rsidR="004B5A85" w:rsidRDefault="004C389C" w:rsidP="004C389C">
      <w:r>
        <w:t>Or</w:t>
      </w:r>
      <w:r w:rsidR="004B5A85">
        <w:t xml:space="preserve">, </w:t>
      </w:r>
      <w:r>
        <w:t>pendant ces événements si tragiques</w:t>
      </w:r>
      <w:r w:rsidR="004B5A85">
        <w:t xml:space="preserve">, </w:t>
      </w:r>
      <w:r>
        <w:t>que faisaient le commandant Martel et Pierrot l</w:t>
      </w:r>
      <w:r w:rsidR="004B5A85">
        <w:t>’</w:t>
      </w:r>
      <w:r>
        <w:t>Écureuil</w:t>
      </w:r>
      <w:r w:rsidR="004B5A85">
        <w:t> ?</w:t>
      </w:r>
    </w:p>
    <w:p w14:paraId="529C7CD0" w14:textId="77777777" w:rsidR="004B5A85" w:rsidRDefault="004C389C" w:rsidP="004C389C">
      <w:r>
        <w:t>À peine avaient-ils été enfermés dans la cabine numéro 3</w:t>
      </w:r>
      <w:r w:rsidR="004B5A85">
        <w:t xml:space="preserve">, </w:t>
      </w:r>
      <w:r>
        <w:t>que Ludovic Martel s</w:t>
      </w:r>
      <w:r w:rsidR="004B5A85">
        <w:t>’</w:t>
      </w:r>
      <w:r>
        <w:t>était laissé tomber sur sa couchette</w:t>
      </w:r>
      <w:r w:rsidR="004B5A85">
        <w:t xml:space="preserve">. </w:t>
      </w:r>
      <w:r>
        <w:t>Se</w:t>
      </w:r>
      <w:r>
        <w:t>r</w:t>
      </w:r>
      <w:r>
        <w:t>rant son front de ses mains tremblantes</w:t>
      </w:r>
      <w:r w:rsidR="004B5A85">
        <w:t xml:space="preserve">, </w:t>
      </w:r>
      <w:r>
        <w:t>il ne put retenir les larmes qui se pressaient sous ses paupières</w:t>
      </w:r>
      <w:r w:rsidR="004B5A85">
        <w:t>.</w:t>
      </w:r>
    </w:p>
    <w:p w14:paraId="6AAED4AF" w14:textId="77777777" w:rsidR="004B5A85" w:rsidRDefault="004C389C" w:rsidP="004C389C">
      <w:r>
        <w:t>Larmes d</w:t>
      </w:r>
      <w:r w:rsidR="004B5A85">
        <w:t>’</w:t>
      </w:r>
      <w:r>
        <w:t>indignation</w:t>
      </w:r>
      <w:r w:rsidR="004B5A85">
        <w:t xml:space="preserve">, </w:t>
      </w:r>
      <w:r>
        <w:t xml:space="preserve">de colère et de douleur à la pensée du crime auquel les pirates allaient faire servir son merveilleux et puissant </w:t>
      </w:r>
      <w:r>
        <w:rPr>
          <w:i/>
          <w:iCs/>
        </w:rPr>
        <w:t>Nyctalope</w:t>
      </w:r>
      <w:r w:rsidR="004B5A85">
        <w:rPr>
          <w:i/>
          <w:iCs/>
        </w:rPr>
        <w:t xml:space="preserve">, </w:t>
      </w:r>
      <w:r>
        <w:t>crime abominable qui serait certain</w:t>
      </w:r>
      <w:r>
        <w:t>e</w:t>
      </w:r>
      <w:r>
        <w:t>ment suivi par d</w:t>
      </w:r>
      <w:r w:rsidR="004B5A85">
        <w:t>’</w:t>
      </w:r>
      <w:r>
        <w:t>autres crimes</w:t>
      </w:r>
      <w:r w:rsidR="004B5A85">
        <w:t>.</w:t>
      </w:r>
    </w:p>
    <w:p w14:paraId="49981045" w14:textId="77777777" w:rsidR="004B5A85" w:rsidRDefault="004C389C" w:rsidP="004C389C">
      <w:r>
        <w:t>En voyant pleurer son capitaine</w:t>
      </w:r>
      <w:r w:rsidR="004B5A85">
        <w:t xml:space="preserve">, </w:t>
      </w:r>
      <w:r>
        <w:t>Pierrot l</w:t>
      </w:r>
      <w:r w:rsidR="004B5A85">
        <w:t>’</w:t>
      </w:r>
      <w:r>
        <w:t>Écureuil fut plus violemment ému qu</w:t>
      </w:r>
      <w:r w:rsidR="004B5A85">
        <w:t>’</w:t>
      </w:r>
      <w:r>
        <w:t>il ne l</w:t>
      </w:r>
      <w:r w:rsidR="004B5A85">
        <w:t>’</w:t>
      </w:r>
      <w:r>
        <w:t>avait jamais été</w:t>
      </w:r>
      <w:r w:rsidR="004B5A85">
        <w:t xml:space="preserve">. </w:t>
      </w:r>
      <w:r>
        <w:t>Ah</w:t>
      </w:r>
      <w:r w:rsidR="004B5A85">
        <w:t xml:space="preserve"> ! </w:t>
      </w:r>
      <w:r>
        <w:t>c</w:t>
      </w:r>
      <w:r w:rsidR="004B5A85">
        <w:t>’</w:t>
      </w:r>
      <w:r>
        <w:t>est que</w:t>
      </w:r>
      <w:r w:rsidR="004B5A85">
        <w:t xml:space="preserve">, </w:t>
      </w:r>
      <w:r>
        <w:t>pour tirer des larmes à un intrépide marin comme le commandant Martel</w:t>
      </w:r>
      <w:r w:rsidR="004B5A85">
        <w:t xml:space="preserve">, </w:t>
      </w:r>
      <w:r>
        <w:t>il fallait que les événements fussent singulièrement te</w:t>
      </w:r>
      <w:r>
        <w:t>r</w:t>
      </w:r>
      <w:r>
        <w:t>ribles et désespérés</w:t>
      </w:r>
      <w:r w:rsidR="004B5A85">
        <w:t> !</w:t>
      </w:r>
    </w:p>
    <w:p w14:paraId="61BF6121" w14:textId="77777777" w:rsidR="004B5A85" w:rsidRDefault="004C389C" w:rsidP="004C389C">
      <w:r>
        <w:t>Le jeune mousse s</w:t>
      </w:r>
      <w:r w:rsidR="004B5A85">
        <w:t>’</w:t>
      </w:r>
      <w:r>
        <w:t>approcha de l</w:t>
      </w:r>
      <w:r w:rsidR="004B5A85">
        <w:t>’</w:t>
      </w:r>
      <w:r>
        <w:t>officier</w:t>
      </w:r>
      <w:r w:rsidR="004B5A85">
        <w:t xml:space="preserve">, </w:t>
      </w:r>
      <w:r>
        <w:t>lui prit les mains avec une naïve tendresse</w:t>
      </w:r>
      <w:r w:rsidR="004B5A85">
        <w:t xml:space="preserve">, </w:t>
      </w:r>
      <w:r>
        <w:t>et s</w:t>
      </w:r>
      <w:r w:rsidR="004B5A85">
        <w:t>’</w:t>
      </w:r>
      <w:r>
        <w:t>écria</w:t>
      </w:r>
      <w:r w:rsidR="004B5A85">
        <w:t> :</w:t>
      </w:r>
    </w:p>
    <w:p w14:paraId="01A1F0C8" w14:textId="77777777" w:rsidR="004B5A85" w:rsidRDefault="004B5A85" w:rsidP="004C389C">
      <w:r>
        <w:t>— </w:t>
      </w:r>
      <w:proofErr w:type="spellStart"/>
      <w:r w:rsidR="004C389C">
        <w:t>Cap</w:t>
      </w:r>
      <w:r>
        <w:t>’</w:t>
      </w:r>
      <w:r w:rsidR="004C389C">
        <w:t>taine</w:t>
      </w:r>
      <w:proofErr w:type="spellEnd"/>
      <w:r>
        <w:t xml:space="preserve"> ! </w:t>
      </w:r>
      <w:r w:rsidR="004C389C">
        <w:t>oh</w:t>
      </w:r>
      <w:r>
        <w:t xml:space="preserve"> ! </w:t>
      </w:r>
      <w:r w:rsidR="004C389C">
        <w:t>ne pleurez pas</w:t>
      </w:r>
      <w:r>
        <w:t xml:space="preserve"> !… </w:t>
      </w:r>
      <w:r w:rsidR="004C389C">
        <w:t>Ne pleurez pas</w:t>
      </w:r>
      <w:r>
        <w:t> !…</w:t>
      </w:r>
    </w:p>
    <w:p w14:paraId="34983FBA" w14:textId="77777777" w:rsidR="004B5A85" w:rsidRDefault="004C389C" w:rsidP="004C389C">
      <w:r>
        <w:t>Cette voix d</w:t>
      </w:r>
      <w:r w:rsidR="004B5A85">
        <w:t>’</w:t>
      </w:r>
      <w:r>
        <w:t>angoisse tira Ludovic Martel de sa faiblesse momentanée</w:t>
      </w:r>
      <w:r w:rsidR="004B5A85">
        <w:t xml:space="preserve">. </w:t>
      </w:r>
      <w:r>
        <w:t>Il leva la tête</w:t>
      </w:r>
      <w:r w:rsidR="004B5A85">
        <w:t xml:space="preserve">, </w:t>
      </w:r>
      <w:r>
        <w:t>essuya ses yeux d</w:t>
      </w:r>
      <w:r w:rsidR="004B5A85">
        <w:t>’</w:t>
      </w:r>
      <w:r>
        <w:t>un geste brusque et</w:t>
      </w:r>
      <w:r w:rsidR="004B5A85">
        <w:t xml:space="preserve">, </w:t>
      </w:r>
      <w:r>
        <w:t>la voix sourde</w:t>
      </w:r>
      <w:r w:rsidR="004B5A85">
        <w:t> :</w:t>
      </w:r>
    </w:p>
    <w:p w14:paraId="33A46545" w14:textId="77777777" w:rsidR="004B5A85" w:rsidRDefault="004B5A85" w:rsidP="004C389C">
      <w:r>
        <w:t>— </w:t>
      </w:r>
      <w:r w:rsidR="004C389C">
        <w:t>Tu as raison</w:t>
      </w:r>
      <w:r>
        <w:t xml:space="preserve">, </w:t>
      </w:r>
      <w:r w:rsidR="004C389C">
        <w:t>petit</w:t>
      </w:r>
      <w:r>
        <w:t xml:space="preserve"> ! </w:t>
      </w:r>
      <w:r w:rsidR="004C389C">
        <w:t>Il est indigne de pleurer</w:t>
      </w:r>
      <w:r>
        <w:t xml:space="preserve">. </w:t>
      </w:r>
      <w:r w:rsidR="004C389C">
        <w:t>Il faut agir</w:t>
      </w:r>
      <w:r>
        <w:t>.</w:t>
      </w:r>
    </w:p>
    <w:p w14:paraId="29D90D86" w14:textId="77777777" w:rsidR="004B5A85" w:rsidRDefault="004B5A85" w:rsidP="004C389C">
      <w:r>
        <w:lastRenderedPageBreak/>
        <w:t>« </w:t>
      </w:r>
      <w:r w:rsidR="004C389C">
        <w:t>Nous ne pouvons pas empêcher l</w:t>
      </w:r>
      <w:r>
        <w:t>’</w:t>
      </w:r>
      <w:r w:rsidR="004C389C">
        <w:t>affreux attentat qui va se commettre</w:t>
      </w:r>
      <w:r>
        <w:t xml:space="preserve">, </w:t>
      </w:r>
      <w:r w:rsidR="004C389C">
        <w:t>mais il faut que cette abomination ne puisse pas recommencer</w:t>
      </w:r>
      <w:r>
        <w:t xml:space="preserve">. </w:t>
      </w:r>
      <w:r w:rsidR="004C389C">
        <w:t>Il faut fuir cette nuit</w:t>
      </w:r>
      <w:r>
        <w:t xml:space="preserve">. </w:t>
      </w:r>
      <w:r w:rsidR="004C389C">
        <w:t>Il faut couler le sous-marin cette nuit même</w:t>
      </w:r>
      <w:r>
        <w:t xml:space="preserve">. </w:t>
      </w:r>
      <w:r w:rsidR="004C389C">
        <w:t>Pas de délai</w:t>
      </w:r>
      <w:r>
        <w:t xml:space="preserve"> ! </w:t>
      </w:r>
      <w:r w:rsidR="004C389C">
        <w:t>Plutôt mourir qu</w:t>
      </w:r>
      <w:r>
        <w:t>’</w:t>
      </w:r>
      <w:r w:rsidR="004C389C">
        <w:t>être le spect</w:t>
      </w:r>
      <w:r w:rsidR="004C389C">
        <w:t>a</w:t>
      </w:r>
      <w:r w:rsidR="004C389C">
        <w:t>teur impuissant de ce que ces mystérieux forbans appellent leur vengeance</w:t>
      </w:r>
      <w:r>
        <w:t>.</w:t>
      </w:r>
    </w:p>
    <w:p w14:paraId="236D0DA6" w14:textId="77777777" w:rsidR="004B5A85" w:rsidRDefault="004B5A85" w:rsidP="004C389C">
      <w:r>
        <w:t>« </w:t>
      </w:r>
      <w:r w:rsidR="004C389C">
        <w:t>Tu n</w:t>
      </w:r>
      <w:r>
        <w:t>’</w:t>
      </w:r>
      <w:r w:rsidR="004C389C">
        <w:t>as rien oublié</w:t>
      </w:r>
      <w:r>
        <w:t> ?</w:t>
      </w:r>
    </w:p>
    <w:p w14:paraId="165372DC" w14:textId="77777777" w:rsidR="004B5A85" w:rsidRDefault="004B5A85" w:rsidP="004C389C">
      <w:r>
        <w:t>— </w:t>
      </w:r>
      <w:r w:rsidR="004C389C">
        <w:t>Non</w:t>
      </w:r>
      <w:r>
        <w:t xml:space="preserve">, </w:t>
      </w:r>
      <w:proofErr w:type="spellStart"/>
      <w:r w:rsidR="004C389C">
        <w:t>cap</w:t>
      </w:r>
      <w:r>
        <w:t>’</w:t>
      </w:r>
      <w:r w:rsidR="004C389C">
        <w:t>taine</w:t>
      </w:r>
      <w:proofErr w:type="spellEnd"/>
      <w:r>
        <w:t xml:space="preserve"> ! </w:t>
      </w:r>
      <w:r w:rsidR="004C389C">
        <w:t>répondit Pierrot l</w:t>
      </w:r>
      <w:r>
        <w:t>’</w:t>
      </w:r>
      <w:r w:rsidR="004C389C">
        <w:t>Écureuil</w:t>
      </w:r>
      <w:r>
        <w:t>.</w:t>
      </w:r>
    </w:p>
    <w:p w14:paraId="741CAC34" w14:textId="77777777" w:rsidR="004B5A85" w:rsidRDefault="004B5A85" w:rsidP="004C389C">
      <w:r>
        <w:t>— </w:t>
      </w:r>
      <w:r w:rsidR="004C389C">
        <w:t>Tu sais bien ce que tu dois faire</w:t>
      </w:r>
      <w:r>
        <w:t> ?</w:t>
      </w:r>
    </w:p>
    <w:p w14:paraId="31CEEF00" w14:textId="77777777" w:rsidR="004B5A85" w:rsidRDefault="004B5A85" w:rsidP="004C389C">
      <w:r>
        <w:t>— </w:t>
      </w:r>
      <w:r w:rsidR="004C389C">
        <w:t>Oh</w:t>
      </w:r>
      <w:r>
        <w:t xml:space="preserve"> ! </w:t>
      </w:r>
      <w:r w:rsidR="004C389C">
        <w:t>oui</w:t>
      </w:r>
      <w:r>
        <w:t>…</w:t>
      </w:r>
    </w:p>
    <w:p w14:paraId="08D2731A" w14:textId="77777777" w:rsidR="004B5A85" w:rsidRDefault="004B5A85" w:rsidP="004C389C">
      <w:r>
        <w:t>— </w:t>
      </w:r>
      <w:r w:rsidR="004C389C">
        <w:t>Il faudra agir dans les ténèbres</w:t>
      </w:r>
      <w:r>
        <w:t xml:space="preserve">, </w:t>
      </w:r>
      <w:r w:rsidR="004C389C">
        <w:t>sans parler</w:t>
      </w:r>
      <w:r>
        <w:t xml:space="preserve">, </w:t>
      </w:r>
      <w:r w:rsidR="004C389C">
        <w:t>sans hésiter</w:t>
      </w:r>
      <w:r>
        <w:t xml:space="preserve">, </w:t>
      </w:r>
      <w:r w:rsidR="004C389C">
        <w:t>sans se tromper</w:t>
      </w:r>
      <w:r>
        <w:t xml:space="preserve">. </w:t>
      </w:r>
      <w:r w:rsidR="004C389C">
        <w:t>Nous avons fixé notre rôle à chacun de nous deux</w:t>
      </w:r>
      <w:r>
        <w:t xml:space="preserve">. </w:t>
      </w:r>
      <w:r w:rsidR="004C389C">
        <w:t>La moindre erreur</w:t>
      </w:r>
      <w:r>
        <w:t xml:space="preserve">, </w:t>
      </w:r>
      <w:r w:rsidR="004C389C">
        <w:t>le moindre retard</w:t>
      </w:r>
      <w:r>
        <w:t xml:space="preserve">, </w:t>
      </w:r>
      <w:r w:rsidR="004C389C">
        <w:t>le moindre bruit pourraient nous faire échouer</w:t>
      </w:r>
      <w:r>
        <w:t xml:space="preserve">. </w:t>
      </w:r>
      <w:r w:rsidR="004C389C">
        <w:t>Et si nous échouons</w:t>
      </w:r>
      <w:r>
        <w:t xml:space="preserve">, </w:t>
      </w:r>
      <w:r w:rsidR="004C389C">
        <w:t>petit</w:t>
      </w:r>
      <w:r>
        <w:t xml:space="preserve">, </w:t>
      </w:r>
      <w:r w:rsidR="004C389C">
        <w:t>ne l</w:t>
      </w:r>
      <w:r>
        <w:t>’</w:t>
      </w:r>
      <w:r w:rsidR="004C389C">
        <w:t>oublie pas</w:t>
      </w:r>
      <w:r>
        <w:t xml:space="preserve">, </w:t>
      </w:r>
      <w:r w:rsidR="004C389C">
        <w:t>c</w:t>
      </w:r>
      <w:r>
        <w:t>’</w:t>
      </w:r>
      <w:r w:rsidR="004C389C">
        <w:t>est fini pour nous</w:t>
      </w:r>
      <w:r>
        <w:t xml:space="preserve"> ! </w:t>
      </w:r>
      <w:r w:rsidR="004C389C">
        <w:t>On nous fouillera</w:t>
      </w:r>
      <w:r>
        <w:t xml:space="preserve">, </w:t>
      </w:r>
      <w:r w:rsidR="004C389C">
        <w:t>on trouvera le passe-partout</w:t>
      </w:r>
      <w:r>
        <w:t xml:space="preserve">, </w:t>
      </w:r>
      <w:r w:rsidR="004C389C">
        <w:t>on me le prendra</w:t>
      </w:r>
      <w:r>
        <w:t xml:space="preserve">, </w:t>
      </w:r>
      <w:r w:rsidR="004C389C">
        <w:t>et jamais plus nous ne pou</w:t>
      </w:r>
      <w:r w:rsidR="004C389C">
        <w:t>r</w:t>
      </w:r>
      <w:r w:rsidR="004C389C">
        <w:t>rons sortir à notre gré de cette épouvantable prison</w:t>
      </w:r>
      <w:r>
        <w:t> !</w:t>
      </w:r>
    </w:p>
    <w:p w14:paraId="00384EEB" w14:textId="77777777" w:rsidR="004B5A85" w:rsidRDefault="004B5A85" w:rsidP="004C389C">
      <w:r>
        <w:t>— </w:t>
      </w:r>
      <w:r w:rsidR="004C389C">
        <w:t>Soyez tranquille</w:t>
      </w:r>
      <w:r>
        <w:t xml:space="preserve">, </w:t>
      </w:r>
      <w:proofErr w:type="spellStart"/>
      <w:r w:rsidR="004C389C">
        <w:t>cap</w:t>
      </w:r>
      <w:r>
        <w:t>’</w:t>
      </w:r>
      <w:r w:rsidR="004C389C">
        <w:t>taine</w:t>
      </w:r>
      <w:proofErr w:type="spellEnd"/>
      <w:r>
        <w:t xml:space="preserve"> ! </w:t>
      </w:r>
      <w:r w:rsidR="004C389C">
        <w:t>fit le mousse avec assurance</w:t>
      </w:r>
      <w:r>
        <w:t xml:space="preserve">. </w:t>
      </w:r>
      <w:r w:rsidR="004C389C">
        <w:t>Vous serez content de moi</w:t>
      </w:r>
      <w:r>
        <w:t> !</w:t>
      </w:r>
    </w:p>
    <w:p w14:paraId="089DF0B0" w14:textId="77777777" w:rsidR="004B5A85" w:rsidRDefault="004C389C" w:rsidP="004C389C">
      <w:r>
        <w:t>En quoi consistait donc le projet d</w:t>
      </w:r>
      <w:r w:rsidR="004B5A85">
        <w:t>’</w:t>
      </w:r>
      <w:r>
        <w:t>évasion</w:t>
      </w:r>
      <w:r w:rsidR="004B5A85">
        <w:t> ?…</w:t>
      </w:r>
    </w:p>
    <w:p w14:paraId="365CAC26" w14:textId="77777777" w:rsidR="004B5A85" w:rsidRDefault="004C389C" w:rsidP="004C389C">
      <w:r>
        <w:t>Le voici</w:t>
      </w:r>
      <w:r w:rsidR="004B5A85">
        <w:t>.</w:t>
      </w:r>
    </w:p>
    <w:p w14:paraId="1F5A1595" w14:textId="77777777" w:rsidR="004B5A85" w:rsidRDefault="004C389C" w:rsidP="004C389C">
      <w:r>
        <w:t>Lors de la prise du sous-marin par Hugues de Mauduit et ses hommes</w:t>
      </w:r>
      <w:r w:rsidR="004B5A85">
        <w:t xml:space="preserve">, </w:t>
      </w:r>
      <w:r>
        <w:t>le commandant Martel avait été rapidement et brutalement fouillé</w:t>
      </w:r>
      <w:r w:rsidR="004B5A85">
        <w:t>.</w:t>
      </w:r>
    </w:p>
    <w:p w14:paraId="74E0CB71" w14:textId="77777777" w:rsidR="004B5A85" w:rsidRDefault="004C389C" w:rsidP="004C389C">
      <w:r>
        <w:lastRenderedPageBreak/>
        <w:t>On lui avait enlevé tout ce qui se trouvait dans ses poches</w:t>
      </w:r>
      <w:r w:rsidR="004B5A85">
        <w:t xml:space="preserve">, </w:t>
      </w:r>
      <w:r>
        <w:t>afin qu</w:t>
      </w:r>
      <w:r w:rsidR="004B5A85">
        <w:t>’</w:t>
      </w:r>
      <w:r>
        <w:t>il ne lui restât aucune arme</w:t>
      </w:r>
      <w:r w:rsidR="004B5A85">
        <w:t xml:space="preserve">, </w:t>
      </w:r>
      <w:r>
        <w:t>si par hasard il avait eu sur lui un revolver</w:t>
      </w:r>
      <w:r w:rsidR="004B5A85">
        <w:t xml:space="preserve">, </w:t>
      </w:r>
      <w:r>
        <w:t>un couteau</w:t>
      </w:r>
      <w:r w:rsidR="004B5A85">
        <w:t xml:space="preserve">, </w:t>
      </w:r>
      <w:r>
        <w:t>un simple canif</w:t>
      </w:r>
      <w:r w:rsidR="004B5A85">
        <w:t>.</w:t>
      </w:r>
    </w:p>
    <w:p w14:paraId="15394C17" w14:textId="77777777" w:rsidR="004B5A85" w:rsidRDefault="004C389C" w:rsidP="004C389C">
      <w:r>
        <w:t>Mais une des poches de son pantalon</w:t>
      </w:r>
      <w:r w:rsidR="004B5A85">
        <w:t xml:space="preserve">, </w:t>
      </w:r>
      <w:r>
        <w:t>une poche intérieure spéciale</w:t>
      </w:r>
      <w:r w:rsidR="004B5A85">
        <w:t xml:space="preserve">, </w:t>
      </w:r>
      <w:r>
        <w:t>avait échappé aux investigations précipitées des vai</w:t>
      </w:r>
      <w:r>
        <w:t>n</w:t>
      </w:r>
      <w:r>
        <w:t>queurs</w:t>
      </w:r>
      <w:r w:rsidR="004B5A85">
        <w:t>.</w:t>
      </w:r>
    </w:p>
    <w:p w14:paraId="7F3C6A15" w14:textId="77777777" w:rsidR="004B5A85" w:rsidRDefault="004C389C" w:rsidP="004C389C">
      <w:r>
        <w:t>Cette poche</w:t>
      </w:r>
      <w:r w:rsidR="004B5A85">
        <w:t xml:space="preserve">, </w:t>
      </w:r>
      <w:r>
        <w:t>Ludovic Martel l</w:t>
      </w:r>
      <w:r w:rsidR="004B5A85">
        <w:t>’</w:t>
      </w:r>
      <w:r>
        <w:t>avait fait faire tout exprès pour y garder</w:t>
      </w:r>
      <w:r w:rsidR="004B5A85">
        <w:t xml:space="preserve">, </w:t>
      </w:r>
      <w:r>
        <w:t>de manière à l</w:t>
      </w:r>
      <w:r w:rsidR="004B5A85">
        <w:t>’</w:t>
      </w:r>
      <w:r>
        <w:t>avoir toujours sur lui</w:t>
      </w:r>
      <w:r w:rsidR="004B5A85">
        <w:t xml:space="preserve">, </w:t>
      </w:r>
      <w:r>
        <w:t>un passe-partout en acier plat</w:t>
      </w:r>
      <w:r w:rsidR="004B5A85">
        <w:t xml:space="preserve">, </w:t>
      </w:r>
      <w:r>
        <w:t>petit</w:t>
      </w:r>
      <w:r w:rsidR="004B5A85">
        <w:t xml:space="preserve">, </w:t>
      </w:r>
      <w:r>
        <w:t>presque sans manche</w:t>
      </w:r>
      <w:r w:rsidR="004B5A85">
        <w:t xml:space="preserve">, </w:t>
      </w:r>
      <w:r>
        <w:t>qui ouvrait toutes les portes du sous-marin</w:t>
      </w:r>
      <w:r w:rsidR="004B5A85">
        <w:t>.</w:t>
      </w:r>
    </w:p>
    <w:p w14:paraId="6DFF93B1" w14:textId="77777777" w:rsidR="004B5A85" w:rsidRDefault="004C389C" w:rsidP="004C389C">
      <w:r>
        <w:t xml:space="preserve">Toutes les pièces du </w:t>
      </w:r>
      <w:r>
        <w:rPr>
          <w:i/>
          <w:iCs/>
        </w:rPr>
        <w:t xml:space="preserve">Nyctalope </w:t>
      </w:r>
      <w:r>
        <w:t>communiquaient entre elles et aussi avec le couloir circulaire au moyen de portes à ferm</w:t>
      </w:r>
      <w:r>
        <w:t>e</w:t>
      </w:r>
      <w:r>
        <w:t>tures hermétiques</w:t>
      </w:r>
      <w:r w:rsidR="004B5A85">
        <w:t xml:space="preserve">. </w:t>
      </w:r>
      <w:r>
        <w:t>Les cloisons étaient toutes ainsi des cloisons étanches</w:t>
      </w:r>
      <w:r w:rsidR="004B5A85">
        <w:t xml:space="preserve">, </w:t>
      </w:r>
      <w:r>
        <w:t>une fois les portes closes</w:t>
      </w:r>
      <w:r w:rsidR="004B5A85">
        <w:t xml:space="preserve">. </w:t>
      </w:r>
      <w:r>
        <w:t>De la chambre du comma</w:t>
      </w:r>
      <w:r>
        <w:t>n</w:t>
      </w:r>
      <w:r>
        <w:t>dant</w:t>
      </w:r>
      <w:r w:rsidR="004B5A85">
        <w:t xml:space="preserve">, </w:t>
      </w:r>
      <w:r>
        <w:t>un appareil électrique permettait d</w:t>
      </w:r>
      <w:r w:rsidR="004B5A85">
        <w:t>’</w:t>
      </w:r>
      <w:r>
        <w:t>ouvrir et de fermer ces portes</w:t>
      </w:r>
      <w:r w:rsidR="004B5A85">
        <w:t xml:space="preserve">, </w:t>
      </w:r>
      <w:r>
        <w:t>soit toutes à la fois</w:t>
      </w:r>
      <w:r w:rsidR="004B5A85">
        <w:t xml:space="preserve">, </w:t>
      </w:r>
      <w:r>
        <w:t>soit quelques-unes ou même une seulement</w:t>
      </w:r>
      <w:r w:rsidR="004B5A85">
        <w:t xml:space="preserve">. </w:t>
      </w:r>
      <w:r>
        <w:t>D</w:t>
      </w:r>
      <w:r w:rsidR="004B5A85">
        <w:t>’</w:t>
      </w:r>
      <w:r>
        <w:t>autre part</w:t>
      </w:r>
      <w:r w:rsidR="004B5A85">
        <w:t xml:space="preserve">, </w:t>
      </w:r>
      <w:r>
        <w:t>on pouvait sortir des pièces sur le co</w:t>
      </w:r>
      <w:r>
        <w:t>u</w:t>
      </w:r>
      <w:r>
        <w:t>loir en abaissant une simple manette</w:t>
      </w:r>
      <w:r w:rsidR="004B5A85">
        <w:t xml:space="preserve">. </w:t>
      </w:r>
      <w:r>
        <w:t>Mais on ne pouvait entrer du couloir dans les pièces</w:t>
      </w:r>
      <w:r w:rsidR="004B5A85">
        <w:t xml:space="preserve">, </w:t>
      </w:r>
      <w:r>
        <w:t>ou passer de l</w:t>
      </w:r>
      <w:r w:rsidR="004B5A85">
        <w:t>’</w:t>
      </w:r>
      <w:r>
        <w:t>une dans l</w:t>
      </w:r>
      <w:r w:rsidR="004B5A85">
        <w:t>’</w:t>
      </w:r>
      <w:r>
        <w:t>autre</w:t>
      </w:r>
      <w:r w:rsidR="004B5A85">
        <w:t xml:space="preserve">, – </w:t>
      </w:r>
      <w:r>
        <w:t>sans emprunter le couloir</w:t>
      </w:r>
      <w:r w:rsidR="004B5A85">
        <w:t xml:space="preserve">, – </w:t>
      </w:r>
      <w:r>
        <w:t>qu</w:t>
      </w:r>
      <w:r w:rsidR="004B5A85">
        <w:t>’</w:t>
      </w:r>
      <w:r>
        <w:t>au moyen d</w:t>
      </w:r>
      <w:r w:rsidR="004B5A85">
        <w:t>’</w:t>
      </w:r>
      <w:r>
        <w:t>un passe-partout que le commandant Martel seul possédait</w:t>
      </w:r>
      <w:r w:rsidR="004B5A85">
        <w:t xml:space="preserve">, </w:t>
      </w:r>
      <w:r>
        <w:t>mais en double</w:t>
      </w:r>
      <w:r w:rsidR="004B5A85">
        <w:t>.</w:t>
      </w:r>
    </w:p>
    <w:p w14:paraId="0BF3D4B1" w14:textId="77777777" w:rsidR="004B5A85" w:rsidRDefault="004C389C" w:rsidP="004C389C">
      <w:r>
        <w:t>L</w:t>
      </w:r>
      <w:r w:rsidR="004B5A85">
        <w:t>’</w:t>
      </w:r>
      <w:r>
        <w:t>une de ces deux clefs avait été trouvée par Hugues de Mauduit</w:t>
      </w:r>
      <w:r w:rsidR="004B5A85">
        <w:t xml:space="preserve">, </w:t>
      </w:r>
      <w:r>
        <w:t>suspendue à un crochet dans la chambre du comma</w:t>
      </w:r>
      <w:r>
        <w:t>n</w:t>
      </w:r>
      <w:r>
        <w:t>dant</w:t>
      </w:r>
      <w:r w:rsidR="004B5A85">
        <w:t xml:space="preserve">. </w:t>
      </w:r>
      <w:r>
        <w:t>Et le Ravageur</w:t>
      </w:r>
      <w:r w:rsidR="004B5A85">
        <w:t xml:space="preserve">, </w:t>
      </w:r>
      <w:r>
        <w:t>préoccupé d</w:t>
      </w:r>
      <w:r w:rsidR="004B5A85">
        <w:t>’</w:t>
      </w:r>
      <w:r>
        <w:t>autres soucis</w:t>
      </w:r>
      <w:r w:rsidR="004B5A85">
        <w:t xml:space="preserve">, </w:t>
      </w:r>
      <w:r>
        <w:t>n</w:t>
      </w:r>
      <w:r w:rsidR="004B5A85">
        <w:t>’</w:t>
      </w:r>
      <w:r>
        <w:t>avait pas pe</w:t>
      </w:r>
      <w:r>
        <w:t>n</w:t>
      </w:r>
      <w:r>
        <w:t>sé qu</w:t>
      </w:r>
      <w:r w:rsidR="004B5A85">
        <w:t>’</w:t>
      </w:r>
      <w:r>
        <w:t>il pouvait exister une seconde clef en possession de son prisonnier</w:t>
      </w:r>
      <w:r w:rsidR="004B5A85">
        <w:t>.</w:t>
      </w:r>
    </w:p>
    <w:p w14:paraId="5DA1EF48" w14:textId="77777777" w:rsidR="004B5A85" w:rsidRDefault="004C389C" w:rsidP="004C389C">
      <w:r>
        <w:t>Lorsque la cabine numéro 3 avait été affectée à l</w:t>
      </w:r>
      <w:r w:rsidR="004B5A85">
        <w:t>’</w:t>
      </w:r>
      <w:r>
        <w:t>officier français et à son mousse</w:t>
      </w:r>
      <w:r w:rsidR="004B5A85">
        <w:t xml:space="preserve">, </w:t>
      </w:r>
      <w:r>
        <w:t>les pirates condamnèrent la porte donnant sur le couloir</w:t>
      </w:r>
      <w:r w:rsidR="004B5A85">
        <w:t xml:space="preserve">, </w:t>
      </w:r>
      <w:r>
        <w:t>en enlevant la manette d</w:t>
      </w:r>
      <w:r w:rsidR="004B5A85">
        <w:t>’</w:t>
      </w:r>
      <w:r>
        <w:t xml:space="preserve">ouverture et </w:t>
      </w:r>
      <w:r>
        <w:lastRenderedPageBreak/>
        <w:t>en bouchant le trou de la serrure avec un morceau d</w:t>
      </w:r>
      <w:r w:rsidR="004B5A85">
        <w:t>’</w:t>
      </w:r>
      <w:r>
        <w:t>acier fort</w:t>
      </w:r>
      <w:r>
        <w:t>e</w:t>
      </w:r>
      <w:r>
        <w:t>ment coincé</w:t>
      </w:r>
      <w:r w:rsidR="004B5A85">
        <w:t>.</w:t>
      </w:r>
    </w:p>
    <w:p w14:paraId="5BD8A510" w14:textId="77777777" w:rsidR="004B5A85" w:rsidRDefault="004C389C" w:rsidP="004C389C">
      <w:r>
        <w:t>La cabine numéro 3 n</w:t>
      </w:r>
      <w:r w:rsidR="004B5A85">
        <w:t>’</w:t>
      </w:r>
      <w:r>
        <w:t>avait donc d</w:t>
      </w:r>
      <w:r w:rsidR="004B5A85">
        <w:t>’</w:t>
      </w:r>
      <w:r>
        <w:t>issue que par la cabine numéro 2</w:t>
      </w:r>
      <w:r w:rsidR="004B5A85">
        <w:t xml:space="preserve">. </w:t>
      </w:r>
      <w:r>
        <w:t>Or</w:t>
      </w:r>
      <w:r w:rsidR="004B5A85">
        <w:t xml:space="preserve">, </w:t>
      </w:r>
      <w:r>
        <w:t>nous venons de le dire</w:t>
      </w:r>
      <w:r w:rsidR="004B5A85">
        <w:t xml:space="preserve">, </w:t>
      </w:r>
      <w:r>
        <w:t>on ne passait directement d</w:t>
      </w:r>
      <w:r w:rsidR="004B5A85">
        <w:t>’</w:t>
      </w:r>
      <w:r>
        <w:t>une pièce dans l</w:t>
      </w:r>
      <w:r w:rsidR="004B5A85">
        <w:t>’</w:t>
      </w:r>
      <w:r>
        <w:t>autre qu</w:t>
      </w:r>
      <w:r w:rsidR="004B5A85">
        <w:t>’</w:t>
      </w:r>
      <w:r>
        <w:t>au moyen de la clef</w:t>
      </w:r>
      <w:r w:rsidR="004B5A85">
        <w:t xml:space="preserve">. </w:t>
      </w:r>
      <w:r>
        <w:t>Les pirates pe</w:t>
      </w:r>
      <w:r>
        <w:t>n</w:t>
      </w:r>
      <w:r>
        <w:t xml:space="preserve">saient donc que les prisonniers ne pourraient </w:t>
      </w:r>
      <w:proofErr w:type="spellStart"/>
      <w:r>
        <w:t>par</w:t>
      </w:r>
      <w:proofErr w:type="spellEnd"/>
      <w:r>
        <w:t xml:space="preserve"> sortir sans leur permission</w:t>
      </w:r>
      <w:r w:rsidR="004B5A85">
        <w:t xml:space="preserve"> ? </w:t>
      </w:r>
      <w:r>
        <w:t>Mais comme les pirates eux-mêmes devaient pouvoir entrer à tout moment de la cabine numéro 2 dans la c</w:t>
      </w:r>
      <w:r>
        <w:t>a</w:t>
      </w:r>
      <w:r>
        <w:t>bine numéro 3</w:t>
      </w:r>
      <w:r w:rsidR="004B5A85">
        <w:t xml:space="preserve">, </w:t>
      </w:r>
      <w:r>
        <w:t>ils avaient adapté à la porte</w:t>
      </w:r>
      <w:r w:rsidR="004B5A85">
        <w:t xml:space="preserve">, </w:t>
      </w:r>
      <w:r>
        <w:t>du côté des ga</w:t>
      </w:r>
      <w:r>
        <w:t>r</w:t>
      </w:r>
      <w:r>
        <w:t>diens</w:t>
      </w:r>
      <w:r w:rsidR="004B5A85">
        <w:t xml:space="preserve">, </w:t>
      </w:r>
      <w:r>
        <w:t>la manette enlevée à l</w:t>
      </w:r>
      <w:r w:rsidR="004B5A85">
        <w:t>’</w:t>
      </w:r>
      <w:r>
        <w:t>intérieur de la cabine numéro 3</w:t>
      </w:r>
      <w:r w:rsidR="004B5A85">
        <w:t>.</w:t>
      </w:r>
    </w:p>
    <w:p w14:paraId="5D16C6C9" w14:textId="77777777" w:rsidR="004B5A85" w:rsidRDefault="004C389C" w:rsidP="004C389C">
      <w:r>
        <w:t>Par conséquent</w:t>
      </w:r>
      <w:r w:rsidR="004B5A85">
        <w:t xml:space="preserve">, </w:t>
      </w:r>
      <w:r>
        <w:t>les gardiens seuls</w:t>
      </w:r>
      <w:r w:rsidR="004B5A85">
        <w:t xml:space="preserve">, </w:t>
      </w:r>
      <w:r>
        <w:t>du moins le pensaient-ils</w:t>
      </w:r>
      <w:r w:rsidR="004B5A85">
        <w:t xml:space="preserve">, </w:t>
      </w:r>
      <w:r>
        <w:t>pouvaient ouvrir la porte faisant communiquer les deux c</w:t>
      </w:r>
      <w:r>
        <w:t>a</w:t>
      </w:r>
      <w:r>
        <w:t>bines</w:t>
      </w:r>
      <w:r w:rsidR="004B5A85">
        <w:t>.</w:t>
      </w:r>
    </w:p>
    <w:p w14:paraId="7FAE694B" w14:textId="77777777" w:rsidR="004B5A85" w:rsidRDefault="004C389C" w:rsidP="004C389C">
      <w:r>
        <w:t>Mais Ludovic Martel avait toujours sa clef</w:t>
      </w:r>
      <w:r w:rsidR="004B5A85">
        <w:t xml:space="preserve">. </w:t>
      </w:r>
      <w:r>
        <w:t>Il pouvait donc sortir</w:t>
      </w:r>
      <w:r w:rsidR="004B5A85">
        <w:t xml:space="preserve">, </w:t>
      </w:r>
      <w:r>
        <w:t>non par le couloir</w:t>
      </w:r>
      <w:r w:rsidR="004B5A85">
        <w:t xml:space="preserve">, </w:t>
      </w:r>
      <w:r>
        <w:t>dont la serrure avait été à dessein ob</w:t>
      </w:r>
      <w:r>
        <w:t>s</w:t>
      </w:r>
      <w:r>
        <w:t>truée avec le morceau d</w:t>
      </w:r>
      <w:r w:rsidR="004B5A85">
        <w:t>’</w:t>
      </w:r>
      <w:r>
        <w:t>acier coincé</w:t>
      </w:r>
      <w:r w:rsidR="004B5A85">
        <w:t xml:space="preserve">, </w:t>
      </w:r>
      <w:r>
        <w:t>mais par la cabine numéro 2</w:t>
      </w:r>
      <w:r w:rsidR="004B5A85">
        <w:t xml:space="preserve">. </w:t>
      </w:r>
      <w:r>
        <w:t>Sortir</w:t>
      </w:r>
      <w:r w:rsidR="004B5A85">
        <w:t> !</w:t>
      </w:r>
    </w:p>
    <w:p w14:paraId="63BDC68F" w14:textId="77777777" w:rsidR="004B5A85" w:rsidRDefault="004C389C" w:rsidP="004C389C">
      <w:r>
        <w:t>C</w:t>
      </w:r>
      <w:r w:rsidR="004B5A85">
        <w:t>’</w:t>
      </w:r>
      <w:r>
        <w:t>eût été facile</w:t>
      </w:r>
      <w:r w:rsidR="004B5A85">
        <w:t xml:space="preserve">, </w:t>
      </w:r>
      <w:r>
        <w:t>en effet</w:t>
      </w:r>
      <w:r w:rsidR="004B5A85">
        <w:t xml:space="preserve">, </w:t>
      </w:r>
      <w:r>
        <w:t>si la cabine numéro 2 n</w:t>
      </w:r>
      <w:r w:rsidR="004B5A85">
        <w:t>’</w:t>
      </w:r>
      <w:r>
        <w:t>avait pas été continuellement occupée</w:t>
      </w:r>
      <w:r w:rsidR="004B5A85">
        <w:t xml:space="preserve">, </w:t>
      </w:r>
      <w:r>
        <w:t>jour et nuit</w:t>
      </w:r>
      <w:r w:rsidR="004B5A85">
        <w:t xml:space="preserve">, </w:t>
      </w:r>
      <w:r>
        <w:t xml:space="preserve">soit par </w:t>
      </w:r>
      <w:proofErr w:type="spellStart"/>
      <w:r>
        <w:t>Brilo</w:t>
      </w:r>
      <w:proofErr w:type="spellEnd"/>
      <w:r>
        <w:t xml:space="preserve"> ou </w:t>
      </w:r>
      <w:proofErr w:type="spellStart"/>
      <w:r>
        <w:t>Jo</w:t>
      </w:r>
      <w:r>
        <w:t>r</w:t>
      </w:r>
      <w:r>
        <w:t>ry</w:t>
      </w:r>
      <w:proofErr w:type="spellEnd"/>
      <w:r w:rsidR="004B5A85">
        <w:t xml:space="preserve">, </w:t>
      </w:r>
      <w:r>
        <w:t>soit par tous deux à la fois</w:t>
      </w:r>
      <w:r w:rsidR="004B5A85">
        <w:t xml:space="preserve">. </w:t>
      </w:r>
      <w:r>
        <w:t>Et ces gardiens</w:t>
      </w:r>
      <w:r w:rsidR="004B5A85">
        <w:t xml:space="preserve">, </w:t>
      </w:r>
      <w:r>
        <w:t>qui avaient à la ceinture un revolver chargé</w:t>
      </w:r>
      <w:r w:rsidR="004B5A85">
        <w:t xml:space="preserve">, </w:t>
      </w:r>
      <w:r>
        <w:t>ne dormaient jamais en même temps</w:t>
      </w:r>
      <w:r w:rsidR="004B5A85">
        <w:t>.</w:t>
      </w:r>
    </w:p>
    <w:p w14:paraId="37CF3913" w14:textId="77777777" w:rsidR="004B5A85" w:rsidRDefault="004C389C" w:rsidP="004C389C">
      <w:r>
        <w:t>Passer dans la cabine numéro 2 même quand</w:t>
      </w:r>
      <w:r w:rsidR="004B5A85">
        <w:t xml:space="preserve">, </w:t>
      </w:r>
      <w:r>
        <w:t>par hasard</w:t>
      </w:r>
      <w:r w:rsidR="004B5A85">
        <w:t xml:space="preserve">, </w:t>
      </w:r>
      <w:r>
        <w:t>un seul des deux gardiens s</w:t>
      </w:r>
      <w:r w:rsidR="004B5A85">
        <w:t>’</w:t>
      </w:r>
      <w:r>
        <w:t>y trouvait</w:t>
      </w:r>
      <w:r w:rsidR="004B5A85">
        <w:t xml:space="preserve">, </w:t>
      </w:r>
      <w:r>
        <w:t>eût été pour les priso</w:t>
      </w:r>
      <w:r>
        <w:t>n</w:t>
      </w:r>
      <w:r>
        <w:t>niers une insigne folie</w:t>
      </w:r>
      <w:r w:rsidR="004B5A85">
        <w:t xml:space="preserve">, </w:t>
      </w:r>
      <w:r>
        <w:t>car en supposant qu</w:t>
      </w:r>
      <w:r w:rsidR="004B5A85">
        <w:t>’</w:t>
      </w:r>
      <w:r>
        <w:t>ils pussent</w:t>
      </w:r>
      <w:r w:rsidR="004B5A85">
        <w:t xml:space="preserve">, </w:t>
      </w:r>
      <w:r>
        <w:t>quoique sans armes</w:t>
      </w:r>
      <w:r w:rsidR="004B5A85">
        <w:t xml:space="preserve">, </w:t>
      </w:r>
      <w:r>
        <w:t>avoir raison du gardien armé</w:t>
      </w:r>
      <w:r w:rsidR="004B5A85">
        <w:t xml:space="preserve">, </w:t>
      </w:r>
      <w:r>
        <w:t>qu</w:t>
      </w:r>
      <w:r w:rsidR="004B5A85">
        <w:t>’</w:t>
      </w:r>
      <w:r>
        <w:t>auraient-ils fait ensuite</w:t>
      </w:r>
      <w:r w:rsidR="004B5A85">
        <w:t xml:space="preserve"> ? </w:t>
      </w:r>
      <w:r>
        <w:t>Où seraient-ils allés</w:t>
      </w:r>
      <w:r w:rsidR="004B5A85">
        <w:t> ?</w:t>
      </w:r>
    </w:p>
    <w:p w14:paraId="1831C24C" w14:textId="77777777" w:rsidR="004B5A85" w:rsidRDefault="004C389C" w:rsidP="004C389C">
      <w:r>
        <w:t>Leur plan d</w:t>
      </w:r>
      <w:r w:rsidR="004B5A85">
        <w:t>’</w:t>
      </w:r>
      <w:r>
        <w:t>évasion était de courir à l</w:t>
      </w:r>
      <w:r w:rsidR="004B5A85">
        <w:t>’</w:t>
      </w:r>
      <w:r>
        <w:t>escalier du canot</w:t>
      </w:r>
      <w:r w:rsidR="004B5A85">
        <w:t xml:space="preserve">, </w:t>
      </w:r>
      <w:r>
        <w:t>d</w:t>
      </w:r>
      <w:r w:rsidR="004B5A85">
        <w:t>’</w:t>
      </w:r>
      <w:r>
        <w:t>entrer dans l</w:t>
      </w:r>
      <w:r w:rsidR="004B5A85">
        <w:t>’</w:t>
      </w:r>
      <w:r>
        <w:t>embarcation</w:t>
      </w:r>
      <w:r w:rsidR="004B5A85">
        <w:t xml:space="preserve">, </w:t>
      </w:r>
      <w:r>
        <w:t xml:space="preserve">de larguer les boulons qui la </w:t>
      </w:r>
      <w:r>
        <w:lastRenderedPageBreak/>
        <w:t>ret</w:t>
      </w:r>
      <w:r>
        <w:t>e</w:t>
      </w:r>
      <w:r>
        <w:t xml:space="preserve">naient à la coque du </w:t>
      </w:r>
      <w:r>
        <w:rPr>
          <w:i/>
          <w:iCs/>
        </w:rPr>
        <w:t xml:space="preserve">Nyctalope </w:t>
      </w:r>
      <w:r>
        <w:t>et de monter ainsi à la surface de la mer</w:t>
      </w:r>
      <w:r w:rsidR="004B5A85">
        <w:t xml:space="preserve">. </w:t>
      </w:r>
      <w:r>
        <w:t>Pour fuir ainsi</w:t>
      </w:r>
      <w:r w:rsidR="004B5A85">
        <w:t xml:space="preserve">, </w:t>
      </w:r>
      <w:r>
        <w:t>en effet</w:t>
      </w:r>
      <w:r w:rsidR="004B5A85">
        <w:t xml:space="preserve">, </w:t>
      </w:r>
      <w:r>
        <w:t>peu importait à quelle pr</w:t>
      </w:r>
      <w:r>
        <w:t>o</w:t>
      </w:r>
      <w:r>
        <w:t>fondeur se trouvait le sous-marin</w:t>
      </w:r>
      <w:r w:rsidR="004B5A85">
        <w:t xml:space="preserve">. </w:t>
      </w:r>
      <w:r>
        <w:t>Le canot était ponté et he</w:t>
      </w:r>
      <w:r>
        <w:t>r</w:t>
      </w:r>
      <w:r>
        <w:t>métiquement clos</w:t>
      </w:r>
      <w:r w:rsidR="004B5A85">
        <w:t xml:space="preserve">. </w:t>
      </w:r>
      <w:r>
        <w:t xml:space="preserve">Détaché de la coque du </w:t>
      </w:r>
      <w:r>
        <w:rPr>
          <w:i/>
          <w:iCs/>
        </w:rPr>
        <w:t>Nyctalope</w:t>
      </w:r>
      <w:r w:rsidR="004B5A85">
        <w:rPr>
          <w:i/>
          <w:iCs/>
        </w:rPr>
        <w:t xml:space="preserve">, </w:t>
      </w:r>
      <w:r>
        <w:t>il devait donc bondir comme un ballon à la surface de la mer</w:t>
      </w:r>
      <w:r w:rsidR="004B5A85">
        <w:t xml:space="preserve">, </w:t>
      </w:r>
      <w:r>
        <w:t>et</w:t>
      </w:r>
      <w:r w:rsidR="004B5A85">
        <w:t xml:space="preserve">, </w:t>
      </w:r>
      <w:r>
        <w:t>son poids étant naturellement de beaucoup inférieur au poids de l</w:t>
      </w:r>
      <w:r w:rsidR="004B5A85">
        <w:t>’</w:t>
      </w:r>
      <w:r>
        <w:t>eau qu</w:t>
      </w:r>
      <w:r w:rsidR="004B5A85">
        <w:t>’</w:t>
      </w:r>
      <w:r>
        <w:t>il déplaçait</w:t>
      </w:r>
      <w:r w:rsidR="004B5A85">
        <w:t xml:space="preserve">, </w:t>
      </w:r>
      <w:r>
        <w:t xml:space="preserve">il constituait un </w:t>
      </w:r>
      <w:r w:rsidR="004B5A85">
        <w:t>« </w:t>
      </w:r>
      <w:r>
        <w:t>plus léger que l</w:t>
      </w:r>
      <w:r w:rsidR="004B5A85">
        <w:t>’</w:t>
      </w:r>
      <w:r>
        <w:t>eau</w:t>
      </w:r>
      <w:r w:rsidR="004B5A85">
        <w:t xml:space="preserve"> », </w:t>
      </w:r>
      <w:r>
        <w:t xml:space="preserve">comme un ballon gonflé de gaz constitue </w:t>
      </w:r>
      <w:r w:rsidR="004B5A85">
        <w:t>« </w:t>
      </w:r>
      <w:r>
        <w:t>un plus léger que l</w:t>
      </w:r>
      <w:r w:rsidR="004B5A85">
        <w:t>’</w:t>
      </w:r>
      <w:r>
        <w:t>air</w:t>
      </w:r>
      <w:r w:rsidR="004B5A85">
        <w:t> ».</w:t>
      </w:r>
    </w:p>
    <w:p w14:paraId="037F5CE3" w14:textId="77777777" w:rsidR="004B5A85" w:rsidRDefault="004C389C" w:rsidP="004C389C">
      <w:r>
        <w:t>Mais dans le trajet de la cabine à l</w:t>
      </w:r>
      <w:r w:rsidR="004B5A85">
        <w:t>’</w:t>
      </w:r>
      <w:r>
        <w:t>escalier du canot</w:t>
      </w:r>
      <w:r w:rsidR="004B5A85">
        <w:t xml:space="preserve">, </w:t>
      </w:r>
      <w:r>
        <w:t>les f</w:t>
      </w:r>
      <w:r>
        <w:t>u</w:t>
      </w:r>
      <w:r>
        <w:t>gitifs n</w:t>
      </w:r>
      <w:r w:rsidR="004B5A85">
        <w:t>’</w:t>
      </w:r>
      <w:r>
        <w:t>auraient aucune chance de passer inaperçus</w:t>
      </w:r>
      <w:r w:rsidR="004B5A85">
        <w:t xml:space="preserve">, </w:t>
      </w:r>
      <w:r>
        <w:t>car l</w:t>
      </w:r>
      <w:r w:rsidR="004B5A85">
        <w:t>’</w:t>
      </w:r>
      <w:r>
        <w:t>entrée de l</w:t>
      </w:r>
      <w:r w:rsidR="004B5A85">
        <w:t>’</w:t>
      </w:r>
      <w:r>
        <w:t>escalier du canot se trouvait au beau milieu du corps de garde</w:t>
      </w:r>
      <w:r w:rsidR="004B5A85">
        <w:t xml:space="preserve">, </w:t>
      </w:r>
      <w:r>
        <w:t>où des hommes étaient toujours occupés à quelque tr</w:t>
      </w:r>
      <w:r>
        <w:t>a</w:t>
      </w:r>
      <w:r>
        <w:t>vail</w:t>
      </w:r>
      <w:r w:rsidR="004B5A85">
        <w:t>.</w:t>
      </w:r>
    </w:p>
    <w:p w14:paraId="540528CF" w14:textId="77777777" w:rsidR="004B5A85" w:rsidRDefault="004C389C" w:rsidP="004C389C">
      <w:r>
        <w:t>Pour s</w:t>
      </w:r>
      <w:r w:rsidR="004B5A85">
        <w:t>’</w:t>
      </w:r>
      <w:r>
        <w:t>introduire dans l</w:t>
      </w:r>
      <w:r w:rsidR="004B5A85">
        <w:t>’</w:t>
      </w:r>
      <w:r>
        <w:t>escalier du canot et s</w:t>
      </w:r>
      <w:r w:rsidR="004B5A85">
        <w:t>’</w:t>
      </w:r>
      <w:r>
        <w:t>y cacher</w:t>
      </w:r>
      <w:r w:rsidR="004B5A85">
        <w:t xml:space="preserve">, </w:t>
      </w:r>
      <w:r>
        <w:t>il fallait donc saisir le moment précis où</w:t>
      </w:r>
      <w:r w:rsidR="004B5A85">
        <w:t xml:space="preserve">, </w:t>
      </w:r>
      <w:r>
        <w:t>pour un motif que</w:t>
      </w:r>
      <w:r>
        <w:t>l</w:t>
      </w:r>
      <w:r>
        <w:t>conque</w:t>
      </w:r>
      <w:r w:rsidR="004B5A85">
        <w:t xml:space="preserve">, </w:t>
      </w:r>
      <w:r>
        <w:t>la cabine numéro 2 et le corps de garde seraient égal</w:t>
      </w:r>
      <w:r>
        <w:t>e</w:t>
      </w:r>
      <w:r>
        <w:t>ment déserts</w:t>
      </w:r>
      <w:r w:rsidR="004B5A85">
        <w:t>.</w:t>
      </w:r>
    </w:p>
    <w:p w14:paraId="1C75F341" w14:textId="77777777" w:rsidR="004B5A85" w:rsidRDefault="004C389C" w:rsidP="004C389C">
      <w:r>
        <w:t>Or</w:t>
      </w:r>
      <w:r w:rsidR="004B5A85">
        <w:t xml:space="preserve">, </w:t>
      </w:r>
      <w:r>
        <w:t>voilà pourquoi le capitaine venait de dire</w:t>
      </w:r>
      <w:r w:rsidR="004B5A85">
        <w:t> :</w:t>
      </w:r>
    </w:p>
    <w:p w14:paraId="03B1FCFE" w14:textId="77777777" w:rsidR="004B5A85" w:rsidRDefault="004B5A85" w:rsidP="004C389C">
      <w:r>
        <w:t>— </w:t>
      </w:r>
      <w:r w:rsidR="004C389C">
        <w:t>Il faut fuir cette nuit même</w:t>
      </w:r>
      <w:r>
        <w:t>.</w:t>
      </w:r>
    </w:p>
    <w:p w14:paraId="588DBC74" w14:textId="77777777" w:rsidR="004B5A85" w:rsidRDefault="004C389C" w:rsidP="004C389C">
      <w:r>
        <w:t>Il espérait</w:t>
      </w:r>
      <w:r w:rsidR="004B5A85">
        <w:t xml:space="preserve">, </w:t>
      </w:r>
      <w:r>
        <w:t>avec logique et bon sens</w:t>
      </w:r>
      <w:r w:rsidR="004B5A85">
        <w:t xml:space="preserve">, </w:t>
      </w:r>
      <w:r>
        <w:t>que les pirates vo</w:t>
      </w:r>
      <w:r>
        <w:t>u</w:t>
      </w:r>
      <w:r>
        <w:t>draient assister au spectacle de la destruction du croiseur am</w:t>
      </w:r>
      <w:r>
        <w:t>é</w:t>
      </w:r>
      <w:r>
        <w:t>ricain</w:t>
      </w:r>
      <w:r w:rsidR="004B5A85">
        <w:t xml:space="preserve"> ; </w:t>
      </w:r>
      <w:r>
        <w:t>après avoir lancé les torpilles</w:t>
      </w:r>
      <w:r w:rsidR="004B5A85">
        <w:t xml:space="preserve">, </w:t>
      </w:r>
      <w:r>
        <w:t>le Ravageur ferait remo</w:t>
      </w:r>
      <w:r>
        <w:t>n</w:t>
      </w:r>
      <w:r>
        <w:t xml:space="preserve">ter le </w:t>
      </w:r>
      <w:r>
        <w:rPr>
          <w:i/>
          <w:iCs/>
        </w:rPr>
        <w:t xml:space="preserve">Nyctalope </w:t>
      </w:r>
      <w:r>
        <w:t>à la surface et permettrait à tout l</w:t>
      </w:r>
      <w:r w:rsidR="004B5A85">
        <w:t>’</w:t>
      </w:r>
      <w:r>
        <w:t>équipage d</w:t>
      </w:r>
      <w:r w:rsidR="004B5A85">
        <w:t>’</w:t>
      </w:r>
      <w:r>
        <w:t>aller sur la plate-forme pour jouir de l</w:t>
      </w:r>
      <w:r w:rsidR="004B5A85">
        <w:t>’</w:t>
      </w:r>
      <w:r>
        <w:t>agonie du navire</w:t>
      </w:r>
      <w:r w:rsidR="004B5A85">
        <w:t>.</w:t>
      </w:r>
    </w:p>
    <w:p w14:paraId="633DA03F" w14:textId="77777777" w:rsidR="004B5A85" w:rsidRDefault="004C389C" w:rsidP="004C389C">
      <w:r>
        <w:t>On a vu que le commandant Martel ne se trompait pas dans ses prévisions</w:t>
      </w:r>
      <w:r w:rsidR="004B5A85">
        <w:t xml:space="preserve">. </w:t>
      </w:r>
      <w:r>
        <w:t>Et dès qu</w:t>
      </w:r>
      <w:r w:rsidR="004B5A85">
        <w:t>’</w:t>
      </w:r>
      <w:r>
        <w:t>il eut décidé de profiter de l</w:t>
      </w:r>
      <w:r w:rsidR="004B5A85">
        <w:t>’</w:t>
      </w:r>
      <w:r>
        <w:t>occasion si tragique</w:t>
      </w:r>
      <w:r w:rsidR="004B5A85">
        <w:t xml:space="preserve">, </w:t>
      </w:r>
      <w:r>
        <w:t>toute son attention se trouva concentrée sur les mouvements du sous-marin</w:t>
      </w:r>
      <w:r w:rsidR="004B5A85">
        <w:t xml:space="preserve">. </w:t>
      </w:r>
      <w:r>
        <w:t xml:space="preserve">Il connaissait si bien le </w:t>
      </w:r>
      <w:r>
        <w:rPr>
          <w:i/>
          <w:iCs/>
        </w:rPr>
        <w:lastRenderedPageBreak/>
        <w:t>Nyctalope</w:t>
      </w:r>
      <w:r w:rsidR="004B5A85">
        <w:rPr>
          <w:i/>
          <w:iCs/>
        </w:rPr>
        <w:t xml:space="preserve">, </w:t>
      </w:r>
      <w:r>
        <w:t>son œuvre</w:t>
      </w:r>
      <w:r w:rsidR="004B5A85">
        <w:t xml:space="preserve">, </w:t>
      </w:r>
      <w:r>
        <w:t>qu</w:t>
      </w:r>
      <w:r w:rsidR="004B5A85">
        <w:t>’</w:t>
      </w:r>
      <w:r>
        <w:t>aux seuls bruits qui lui parvenaient</w:t>
      </w:r>
      <w:r w:rsidR="004B5A85">
        <w:t xml:space="preserve">, </w:t>
      </w:r>
      <w:r>
        <w:t>il pouvait fixer le sens des manœuvres accomplies</w:t>
      </w:r>
      <w:r w:rsidR="004B5A85">
        <w:t>…</w:t>
      </w:r>
    </w:p>
    <w:p w14:paraId="0FE203A7" w14:textId="77777777" w:rsidR="004B5A85" w:rsidRDefault="004B5A85" w:rsidP="004C389C">
      <w:r>
        <w:t>— </w:t>
      </w:r>
      <w:r w:rsidR="004C389C">
        <w:t>Tu sais</w:t>
      </w:r>
      <w:r>
        <w:t xml:space="preserve">, </w:t>
      </w:r>
      <w:r w:rsidR="004C389C">
        <w:t>dit-il encore à Pierrot l</w:t>
      </w:r>
      <w:r>
        <w:t>’</w:t>
      </w:r>
      <w:r w:rsidR="004C389C">
        <w:t>Écureuil</w:t>
      </w:r>
      <w:r>
        <w:t xml:space="preserve">, </w:t>
      </w:r>
      <w:r w:rsidR="004C389C">
        <w:t>tu sais qu</w:t>
      </w:r>
      <w:r>
        <w:t>’</w:t>
      </w:r>
      <w:r w:rsidR="004C389C">
        <w:t>une fois dans le canot</w:t>
      </w:r>
      <w:r>
        <w:t xml:space="preserve">, </w:t>
      </w:r>
      <w:r w:rsidR="004C389C">
        <w:t>il ne faudra pas laisser se refermer le panneau du trou qui y donne accès</w:t>
      </w:r>
      <w:r>
        <w:t xml:space="preserve">. </w:t>
      </w:r>
      <w:r w:rsidR="004C389C">
        <w:t>Tu en coinceras la charnière avec tes souliers</w:t>
      </w:r>
      <w:r>
        <w:t xml:space="preserve">, </w:t>
      </w:r>
      <w:r w:rsidR="004C389C">
        <w:t>que tu auras suspendus à ton cou</w:t>
      </w:r>
      <w:r>
        <w:t xml:space="preserve">. </w:t>
      </w:r>
      <w:r w:rsidR="004C389C">
        <w:t>Ainsi</w:t>
      </w:r>
      <w:r>
        <w:t xml:space="preserve">, </w:t>
      </w:r>
      <w:r w:rsidR="004C389C">
        <w:t>le trou restera ouvert et quand</w:t>
      </w:r>
      <w:r>
        <w:t xml:space="preserve">, </w:t>
      </w:r>
      <w:r w:rsidR="004C389C">
        <w:t>ayant largué les boulons d</w:t>
      </w:r>
      <w:r>
        <w:t>’</w:t>
      </w:r>
      <w:r w:rsidR="004C389C">
        <w:t>attache</w:t>
      </w:r>
      <w:r>
        <w:t xml:space="preserve">, </w:t>
      </w:r>
      <w:r w:rsidR="004C389C">
        <w:t>nous enve</w:t>
      </w:r>
      <w:r w:rsidR="004C389C">
        <w:t>r</w:t>
      </w:r>
      <w:r w:rsidR="004C389C">
        <w:t>rons le canot</w:t>
      </w:r>
      <w:r>
        <w:t xml:space="preserve">, </w:t>
      </w:r>
      <w:r w:rsidR="004C389C">
        <w:t>et nous dedans</w:t>
      </w:r>
      <w:r>
        <w:t xml:space="preserve">, </w:t>
      </w:r>
      <w:r w:rsidR="004C389C">
        <w:t>à la surface de la mer</w:t>
      </w:r>
      <w:r>
        <w:t xml:space="preserve">, </w:t>
      </w:r>
      <w:r w:rsidR="004C389C">
        <w:t>le trou étant demeuré à découvert</w:t>
      </w:r>
      <w:r>
        <w:t xml:space="preserve">, </w:t>
      </w:r>
      <w:r w:rsidR="004C389C">
        <w:t>l</w:t>
      </w:r>
      <w:r>
        <w:t>’</w:t>
      </w:r>
      <w:r w:rsidR="004C389C">
        <w:t>eau s</w:t>
      </w:r>
      <w:r>
        <w:t>’</w:t>
      </w:r>
      <w:r w:rsidR="004C389C">
        <w:t>y engouffrera</w:t>
      </w:r>
      <w:r>
        <w:t xml:space="preserve">, </w:t>
      </w:r>
      <w:r w:rsidR="004C389C">
        <w:t>remplira en vingt secondes le corps de garde et les couloirs</w:t>
      </w:r>
      <w:r>
        <w:t xml:space="preserve">. </w:t>
      </w:r>
      <w:r w:rsidR="004C389C">
        <w:t>Il n</w:t>
      </w:r>
      <w:r>
        <w:t>’</w:t>
      </w:r>
      <w:r w:rsidR="004C389C">
        <w:t xml:space="preserve">en faut pas davantage pour que le </w:t>
      </w:r>
      <w:r w:rsidR="004C389C">
        <w:rPr>
          <w:i/>
          <w:iCs/>
        </w:rPr>
        <w:t xml:space="preserve">Nyctalope </w:t>
      </w:r>
      <w:r w:rsidR="004C389C">
        <w:t>coule à fond immédiatement</w:t>
      </w:r>
      <w:r>
        <w:t xml:space="preserve">. </w:t>
      </w:r>
      <w:r w:rsidR="004C389C">
        <w:t>Il ne remontera plus et sera l</w:t>
      </w:r>
      <w:r>
        <w:t>’</w:t>
      </w:r>
      <w:r w:rsidR="004C389C">
        <w:t>éternel tombeau de ces bandits</w:t>
      </w:r>
      <w:r>
        <w:t> !…</w:t>
      </w:r>
    </w:p>
    <w:p w14:paraId="25AEEBDA" w14:textId="77777777" w:rsidR="004B5A85" w:rsidRDefault="004C389C" w:rsidP="004C389C">
      <w:r>
        <w:t>On voit quel était le double plan d</w:t>
      </w:r>
      <w:r w:rsidR="004B5A85">
        <w:t>’</w:t>
      </w:r>
      <w:r>
        <w:t>évasion pour les priso</w:t>
      </w:r>
      <w:r>
        <w:t>n</w:t>
      </w:r>
      <w:r>
        <w:t>niers et de destruction pour le sous-marin</w:t>
      </w:r>
      <w:r w:rsidR="004B5A85">
        <w:t>.</w:t>
      </w:r>
    </w:p>
    <w:p w14:paraId="4A5088C5" w14:textId="77777777" w:rsidR="004B5A85" w:rsidRDefault="004C389C" w:rsidP="004C389C">
      <w:r>
        <w:t>Et ce plan allait s</w:t>
      </w:r>
      <w:r w:rsidR="004B5A85">
        <w:t>’</w:t>
      </w:r>
      <w:r>
        <w:t>exécuter</w:t>
      </w:r>
      <w:r w:rsidR="004B5A85">
        <w:t> !…</w:t>
      </w:r>
    </w:p>
    <w:p w14:paraId="0A1DE85F" w14:textId="77777777" w:rsidR="004B5A85" w:rsidRDefault="004C389C" w:rsidP="004C389C">
      <w:r>
        <w:t>En effet</w:t>
      </w:r>
      <w:r w:rsidR="004B5A85">
        <w:t xml:space="preserve">, </w:t>
      </w:r>
      <w:r>
        <w:t>tapis contre la porte de la cabine numéro 2</w:t>
      </w:r>
      <w:r w:rsidR="004B5A85">
        <w:t xml:space="preserve">, </w:t>
      </w:r>
      <w:r>
        <w:t>Ma</w:t>
      </w:r>
      <w:r>
        <w:t>r</w:t>
      </w:r>
      <w:r>
        <w:t>tel et l</w:t>
      </w:r>
      <w:r w:rsidR="004B5A85">
        <w:t>’</w:t>
      </w:r>
      <w:r>
        <w:t xml:space="preserve">Écureuil entendirent </w:t>
      </w:r>
      <w:proofErr w:type="spellStart"/>
      <w:r>
        <w:t>Jorry</w:t>
      </w:r>
      <w:proofErr w:type="spellEnd"/>
      <w:r>
        <w:t xml:space="preserve"> et </w:t>
      </w:r>
      <w:proofErr w:type="spellStart"/>
      <w:r>
        <w:t>Brilo</w:t>
      </w:r>
      <w:proofErr w:type="spellEnd"/>
      <w:r>
        <w:t xml:space="preserve"> sortir</w:t>
      </w:r>
      <w:r w:rsidR="004B5A85">
        <w:t>.</w:t>
      </w:r>
    </w:p>
    <w:p w14:paraId="0EF9D073" w14:textId="77777777" w:rsidR="004B5A85" w:rsidRDefault="004C389C" w:rsidP="004C389C">
      <w:r>
        <w:t>C</w:t>
      </w:r>
      <w:r w:rsidR="004B5A85">
        <w:t>’</w:t>
      </w:r>
      <w:r>
        <w:t>était le moment où ces deux hommes se rendaient au corps de garde pour être de service aux torpilles</w:t>
      </w:r>
      <w:r w:rsidR="004B5A85">
        <w:t>…</w:t>
      </w:r>
    </w:p>
    <w:p w14:paraId="49DC52FD" w14:textId="77777777" w:rsidR="004B5A85" w:rsidRDefault="004C389C" w:rsidP="004C389C">
      <w:r>
        <w:t>Puis ce furent successivement les bruits</w:t>
      </w:r>
      <w:r w:rsidR="004B5A85">
        <w:t xml:space="preserve"> – </w:t>
      </w:r>
      <w:r>
        <w:t>sinistres par leur signification</w:t>
      </w:r>
      <w:r w:rsidR="004B5A85">
        <w:t xml:space="preserve">, </w:t>
      </w:r>
      <w:r>
        <w:t>leur but et leurs terribles effets</w:t>
      </w:r>
      <w:r w:rsidR="004B5A85">
        <w:t xml:space="preserve"> – </w:t>
      </w:r>
      <w:r>
        <w:t>des manœuvres d</w:t>
      </w:r>
      <w:r w:rsidR="004B5A85">
        <w:t>’</w:t>
      </w:r>
      <w:r>
        <w:t>allée et venue du sous-marin</w:t>
      </w:r>
      <w:r w:rsidR="004B5A85">
        <w:t xml:space="preserve">, </w:t>
      </w:r>
      <w:r>
        <w:t>du lancement des torpilles</w:t>
      </w:r>
      <w:r w:rsidR="004B5A85">
        <w:t xml:space="preserve">, </w:t>
      </w:r>
      <w:r>
        <w:t>de la remontée à la surface</w:t>
      </w:r>
      <w:r w:rsidR="004B5A85">
        <w:t xml:space="preserve">, </w:t>
      </w:r>
      <w:r>
        <w:t>de l</w:t>
      </w:r>
      <w:r w:rsidR="004B5A85">
        <w:t>’</w:t>
      </w:r>
      <w:r>
        <w:t>ouverture bruyante du capot de la grande écoutille et</w:t>
      </w:r>
      <w:r w:rsidR="004B5A85">
        <w:t xml:space="preserve">, </w:t>
      </w:r>
      <w:r>
        <w:t>enfin</w:t>
      </w:r>
      <w:r w:rsidR="004B5A85">
        <w:t xml:space="preserve">, </w:t>
      </w:r>
      <w:r>
        <w:t>de la ruée des pirates sur l</w:t>
      </w:r>
      <w:r w:rsidR="004B5A85">
        <w:t>’</w:t>
      </w:r>
      <w:r>
        <w:t>escalier s</w:t>
      </w:r>
      <w:r>
        <w:t>o</w:t>
      </w:r>
      <w:r>
        <w:t>nore</w:t>
      </w:r>
      <w:r w:rsidR="004B5A85">
        <w:t xml:space="preserve">, </w:t>
      </w:r>
      <w:r>
        <w:t>vers la plate-forme</w:t>
      </w:r>
      <w:r w:rsidR="004B5A85">
        <w:t>.</w:t>
      </w:r>
    </w:p>
    <w:p w14:paraId="5A0750F0" w14:textId="77777777" w:rsidR="004B5A85" w:rsidRDefault="004C389C" w:rsidP="004C389C">
      <w:r>
        <w:t>Un tel silence suivit ensuite</w:t>
      </w:r>
      <w:r w:rsidR="004B5A85">
        <w:t xml:space="preserve">, </w:t>
      </w:r>
      <w:r>
        <w:t>que les deux prisonniers pe</w:t>
      </w:r>
      <w:r>
        <w:t>r</w:t>
      </w:r>
      <w:r>
        <w:t>cevaient distinctement les battements de leur cœur</w:t>
      </w:r>
      <w:r w:rsidR="004B5A85">
        <w:t>.</w:t>
      </w:r>
    </w:p>
    <w:p w14:paraId="0304BF8B" w14:textId="77777777" w:rsidR="004B5A85" w:rsidRDefault="004B5A85" w:rsidP="004C389C">
      <w:r>
        <w:t>— </w:t>
      </w:r>
      <w:r w:rsidR="004C389C">
        <w:t>Pierrot</w:t>
      </w:r>
      <w:r>
        <w:t xml:space="preserve"> ! </w:t>
      </w:r>
      <w:r w:rsidR="004C389C">
        <w:t>fit l</w:t>
      </w:r>
      <w:r>
        <w:t>’</w:t>
      </w:r>
      <w:r w:rsidR="004C389C">
        <w:t>officier</w:t>
      </w:r>
      <w:r>
        <w:t xml:space="preserve">, </w:t>
      </w:r>
      <w:r w:rsidR="004C389C">
        <w:t>c</w:t>
      </w:r>
      <w:r>
        <w:t>’</w:t>
      </w:r>
      <w:r w:rsidR="004C389C">
        <w:t>est le moment</w:t>
      </w:r>
      <w:r>
        <w:t> !…</w:t>
      </w:r>
    </w:p>
    <w:p w14:paraId="51272421" w14:textId="77777777" w:rsidR="004B5A85" w:rsidRDefault="004B5A85" w:rsidP="004C389C">
      <w:r>
        <w:lastRenderedPageBreak/>
        <w:t>— </w:t>
      </w:r>
      <w:r w:rsidR="004C389C">
        <w:t>Je suis prêt</w:t>
      </w:r>
      <w:r>
        <w:t xml:space="preserve">, </w:t>
      </w:r>
      <w:proofErr w:type="spellStart"/>
      <w:r w:rsidR="004C389C">
        <w:t>cap</w:t>
      </w:r>
      <w:r>
        <w:t>’</w:t>
      </w:r>
      <w:r w:rsidR="004C389C">
        <w:t>taine</w:t>
      </w:r>
      <w:proofErr w:type="spellEnd"/>
      <w:r>
        <w:t> !</w:t>
      </w:r>
    </w:p>
    <w:p w14:paraId="1175D2C3" w14:textId="77777777" w:rsidR="004B5A85" w:rsidRDefault="004C389C" w:rsidP="004C389C">
      <w:r>
        <w:t>Et Ludovic Martel introduisit dans la serrure la petite clef qu</w:t>
      </w:r>
      <w:r w:rsidR="004B5A85">
        <w:t>’</w:t>
      </w:r>
      <w:r>
        <w:t>il tenait à la main</w:t>
      </w:r>
      <w:r w:rsidR="004B5A85">
        <w:t xml:space="preserve">. </w:t>
      </w:r>
      <w:r>
        <w:t>La porte s</w:t>
      </w:r>
      <w:r w:rsidR="004B5A85">
        <w:t>’</w:t>
      </w:r>
      <w:r>
        <w:t>ouvrit</w:t>
      </w:r>
      <w:r w:rsidR="004B5A85">
        <w:t xml:space="preserve">. </w:t>
      </w:r>
      <w:r>
        <w:t>Puis l</w:t>
      </w:r>
      <w:r w:rsidR="004B5A85">
        <w:t>’</w:t>
      </w:r>
      <w:r>
        <w:t>officier ouvrit celle de la cabine donnant sur le couloir</w:t>
      </w:r>
      <w:r w:rsidR="004B5A85">
        <w:t xml:space="preserve">, </w:t>
      </w:r>
      <w:r>
        <w:t>en abaissant simplement la manette</w:t>
      </w:r>
      <w:r w:rsidR="004B5A85">
        <w:t xml:space="preserve">. </w:t>
      </w:r>
      <w:r>
        <w:t>Suivi de Pierrot l</w:t>
      </w:r>
      <w:r w:rsidR="004B5A85">
        <w:t>’</w:t>
      </w:r>
      <w:r>
        <w:t>Écureuil</w:t>
      </w:r>
      <w:r w:rsidR="004B5A85">
        <w:t xml:space="preserve">, </w:t>
      </w:r>
      <w:r>
        <w:t>il courut au corps de garde</w:t>
      </w:r>
      <w:r w:rsidR="004B5A85">
        <w:t xml:space="preserve">… </w:t>
      </w:r>
      <w:r>
        <w:t>Là</w:t>
      </w:r>
      <w:r w:rsidR="004B5A85">
        <w:t xml:space="preserve">, </w:t>
      </w:r>
      <w:r>
        <w:t>personne</w:t>
      </w:r>
      <w:r w:rsidR="004B5A85">
        <w:t> !…</w:t>
      </w:r>
    </w:p>
    <w:p w14:paraId="15AA87C7" w14:textId="77777777" w:rsidR="004B5A85" w:rsidRDefault="004C389C" w:rsidP="004C389C">
      <w:r>
        <w:t>Mais par l</w:t>
      </w:r>
      <w:r w:rsidR="004B5A85">
        <w:t>’</w:t>
      </w:r>
      <w:r>
        <w:t>écoutille</w:t>
      </w:r>
      <w:r w:rsidR="004B5A85">
        <w:t xml:space="preserve">, </w:t>
      </w:r>
      <w:r>
        <w:t>les fugitifs virent les pirates qui</w:t>
      </w:r>
      <w:r w:rsidR="004B5A85">
        <w:t xml:space="preserve">, </w:t>
      </w:r>
      <w:r>
        <w:t>rangés sur la plate-forme</w:t>
      </w:r>
      <w:r w:rsidR="004B5A85">
        <w:t xml:space="preserve">, </w:t>
      </w:r>
      <w:r>
        <w:t>leur tournaient tous le dos</w:t>
      </w:r>
      <w:r w:rsidR="004B5A85">
        <w:t>.</w:t>
      </w:r>
    </w:p>
    <w:p w14:paraId="6AEF66FA" w14:textId="77777777" w:rsidR="004B5A85" w:rsidRDefault="004C389C" w:rsidP="004C389C">
      <w:r>
        <w:t>Vite</w:t>
      </w:r>
      <w:r w:rsidR="004B5A85">
        <w:t xml:space="preserve">, </w:t>
      </w:r>
      <w:r>
        <w:t>ils entrèrent dans la cage de l</w:t>
      </w:r>
      <w:r w:rsidR="004B5A85">
        <w:t>’</w:t>
      </w:r>
      <w:r>
        <w:t>escalier conduisant au canot</w:t>
      </w:r>
      <w:r w:rsidR="004B5A85">
        <w:t xml:space="preserve">, </w:t>
      </w:r>
      <w:r>
        <w:t>un escalier étroit et tournant</w:t>
      </w:r>
      <w:r w:rsidR="004B5A85">
        <w:t>.</w:t>
      </w:r>
    </w:p>
    <w:p w14:paraId="470497EE" w14:textId="77777777" w:rsidR="004B5A85" w:rsidRDefault="004C389C" w:rsidP="004C389C">
      <w:r>
        <w:t>À la dernière marche</w:t>
      </w:r>
      <w:r w:rsidR="004B5A85">
        <w:t xml:space="preserve">, </w:t>
      </w:r>
      <w:r>
        <w:t>sous le panneau fermant le trou qui conduisait dans le canot</w:t>
      </w:r>
      <w:r w:rsidR="004B5A85">
        <w:t xml:space="preserve">, </w:t>
      </w:r>
      <w:r>
        <w:t>ils s</w:t>
      </w:r>
      <w:r w:rsidR="004B5A85">
        <w:t>’</w:t>
      </w:r>
      <w:r>
        <w:t>accroupirent</w:t>
      </w:r>
      <w:r w:rsidR="004B5A85">
        <w:t>.</w:t>
      </w:r>
    </w:p>
    <w:p w14:paraId="7C4976F4" w14:textId="77777777" w:rsidR="004B5A85" w:rsidRDefault="004B5A85" w:rsidP="004C389C">
      <w:r>
        <w:t>— </w:t>
      </w:r>
      <w:r w:rsidR="004C389C">
        <w:t>Nous ne pouvons pas encore ouvrir le panneau</w:t>
      </w:r>
      <w:r>
        <w:t xml:space="preserve">, </w:t>
      </w:r>
      <w:r w:rsidR="004C389C">
        <w:t>souffla Ludovic Martel</w:t>
      </w:r>
      <w:r>
        <w:t xml:space="preserve">. </w:t>
      </w:r>
      <w:r w:rsidR="004C389C">
        <w:t>Les ressorts crisseront</w:t>
      </w:r>
      <w:r>
        <w:t xml:space="preserve">, </w:t>
      </w:r>
      <w:r w:rsidR="004C389C">
        <w:t>ils entendraient</w:t>
      </w:r>
      <w:r>
        <w:t xml:space="preserve">, </w:t>
      </w:r>
      <w:r w:rsidR="004C389C">
        <w:t>là-haut</w:t>
      </w:r>
      <w:r>
        <w:t xml:space="preserve">, </w:t>
      </w:r>
      <w:r w:rsidR="004C389C">
        <w:t>sur la plate-forme</w:t>
      </w:r>
      <w:r>
        <w:t>.</w:t>
      </w:r>
    </w:p>
    <w:p w14:paraId="34685A0F" w14:textId="77777777" w:rsidR="004B5A85" w:rsidRDefault="004B5A85" w:rsidP="004C389C">
      <w:r>
        <w:t>— </w:t>
      </w:r>
      <w:r w:rsidR="004C389C">
        <w:t>Attendons</w:t>
      </w:r>
      <w:r>
        <w:t xml:space="preserve"> ! </w:t>
      </w:r>
      <w:r w:rsidR="004C389C">
        <w:t>fit Pierrot l</w:t>
      </w:r>
      <w:r>
        <w:t>’</w:t>
      </w:r>
      <w:r w:rsidR="004C389C">
        <w:t>Écureuil</w:t>
      </w:r>
      <w:r>
        <w:t xml:space="preserve">. </w:t>
      </w:r>
      <w:r w:rsidR="004C389C">
        <w:t>Pourvu qu</w:t>
      </w:r>
      <w:r>
        <w:t>’</w:t>
      </w:r>
      <w:r w:rsidR="004C389C">
        <w:t>en desce</w:t>
      </w:r>
      <w:r w:rsidR="004C389C">
        <w:t>n</w:t>
      </w:r>
      <w:r w:rsidR="004C389C">
        <w:t>dant</w:t>
      </w:r>
      <w:r>
        <w:t xml:space="preserve">, </w:t>
      </w:r>
      <w:proofErr w:type="spellStart"/>
      <w:r w:rsidR="004C389C">
        <w:t>Brilo</w:t>
      </w:r>
      <w:proofErr w:type="spellEnd"/>
      <w:r w:rsidR="004C389C">
        <w:t xml:space="preserve"> et </w:t>
      </w:r>
      <w:proofErr w:type="spellStart"/>
      <w:r w:rsidR="004C389C">
        <w:t>Jorry</w:t>
      </w:r>
      <w:proofErr w:type="spellEnd"/>
      <w:r w:rsidR="004C389C">
        <w:t xml:space="preserve"> n</w:t>
      </w:r>
      <w:r>
        <w:t>’</w:t>
      </w:r>
      <w:r w:rsidR="004C389C">
        <w:t>aillent pas voir dans la cabine numéro 3 ce que nous devenons</w:t>
      </w:r>
      <w:r>
        <w:t>…</w:t>
      </w:r>
    </w:p>
    <w:p w14:paraId="041502C6" w14:textId="77777777" w:rsidR="004B5A85" w:rsidRDefault="004B5A85" w:rsidP="004C389C">
      <w:r>
        <w:t>— </w:t>
      </w:r>
      <w:r w:rsidR="004C389C">
        <w:t>J</w:t>
      </w:r>
      <w:r>
        <w:t>’</w:t>
      </w:r>
      <w:r w:rsidR="004C389C">
        <w:t>espère que non</w:t>
      </w:r>
      <w:r>
        <w:t xml:space="preserve"> ! </w:t>
      </w:r>
      <w:r w:rsidR="004C389C">
        <w:t>Ils resteront au corps de garde</w:t>
      </w:r>
      <w:r>
        <w:t xml:space="preserve">, </w:t>
      </w:r>
      <w:r w:rsidR="004C389C">
        <w:t>sans doute</w:t>
      </w:r>
      <w:r>
        <w:t xml:space="preserve">, </w:t>
      </w:r>
      <w:r w:rsidR="004C389C">
        <w:t>à causer de ce qui va se passer</w:t>
      </w:r>
      <w:r>
        <w:t xml:space="preserve">, </w:t>
      </w:r>
      <w:r w:rsidR="004C389C">
        <w:t>de ce</w:t>
      </w:r>
      <w:r>
        <w:t>…</w:t>
      </w:r>
    </w:p>
    <w:p w14:paraId="78A79B8B" w14:textId="77777777" w:rsidR="004B5A85" w:rsidRDefault="004C389C" w:rsidP="004C389C">
      <w:r>
        <w:t>Une violente détonation coupa la parole à l</w:t>
      </w:r>
      <w:r w:rsidR="004B5A85">
        <w:t>’</w:t>
      </w:r>
      <w:r>
        <w:t>officier</w:t>
      </w:r>
      <w:r w:rsidR="004B5A85">
        <w:t>.</w:t>
      </w:r>
    </w:p>
    <w:p w14:paraId="1B4D2C0E" w14:textId="77777777" w:rsidR="004B5A85" w:rsidRDefault="004C389C" w:rsidP="004C389C">
      <w:r>
        <w:t xml:space="preserve">Le </w:t>
      </w:r>
      <w:r>
        <w:rPr>
          <w:i/>
          <w:iCs/>
        </w:rPr>
        <w:t xml:space="preserve">California </w:t>
      </w:r>
      <w:r>
        <w:t>venait de sauter</w:t>
      </w:r>
      <w:r w:rsidR="004B5A85">
        <w:t> !</w:t>
      </w:r>
    </w:p>
    <w:p w14:paraId="5ECFAEA1" w14:textId="77777777" w:rsidR="004B5A85" w:rsidRDefault="004C389C" w:rsidP="004C389C">
      <w:r>
        <w:t>Et alors</w:t>
      </w:r>
      <w:r w:rsidR="004B5A85">
        <w:t xml:space="preserve">, </w:t>
      </w:r>
      <w:r>
        <w:t>s</w:t>
      </w:r>
      <w:r w:rsidR="004B5A85">
        <w:t>’</w:t>
      </w:r>
      <w:r>
        <w:t>efforçant de dompter la terrible émotion qui couvrait leur front d</w:t>
      </w:r>
      <w:r w:rsidR="004B5A85">
        <w:t>’</w:t>
      </w:r>
      <w:r>
        <w:t>une sueur froide</w:t>
      </w:r>
      <w:r w:rsidR="004B5A85">
        <w:t xml:space="preserve">, </w:t>
      </w:r>
      <w:r>
        <w:t>le cœur battant</w:t>
      </w:r>
      <w:r w:rsidR="004B5A85">
        <w:t xml:space="preserve">, </w:t>
      </w:r>
      <w:r>
        <w:t>les mains frémissantes</w:t>
      </w:r>
      <w:r w:rsidR="004B5A85">
        <w:t xml:space="preserve">, </w:t>
      </w:r>
      <w:r>
        <w:t>tapis l</w:t>
      </w:r>
      <w:r w:rsidR="004B5A85">
        <w:t>’</w:t>
      </w:r>
      <w:r>
        <w:t>un contre l</w:t>
      </w:r>
      <w:r w:rsidR="004B5A85">
        <w:t>’</w:t>
      </w:r>
      <w:r>
        <w:t>autre dans les ténèbres</w:t>
      </w:r>
      <w:r w:rsidR="004B5A85">
        <w:t xml:space="preserve">, </w:t>
      </w:r>
      <w:r>
        <w:t>sur la dernière marche de l</w:t>
      </w:r>
      <w:r w:rsidR="004B5A85">
        <w:t>’</w:t>
      </w:r>
      <w:r>
        <w:t>escalier</w:t>
      </w:r>
      <w:r w:rsidR="004B5A85">
        <w:t xml:space="preserve">, </w:t>
      </w:r>
      <w:r>
        <w:t>le commandant Martel et l</w:t>
      </w:r>
      <w:r w:rsidR="004B5A85">
        <w:t>’</w:t>
      </w:r>
      <w:r>
        <w:t xml:space="preserve">Écureuil attendirent que les pirates eussent commencé de </w:t>
      </w:r>
      <w:r>
        <w:lastRenderedPageBreak/>
        <w:t>qui</w:t>
      </w:r>
      <w:r>
        <w:t>t</w:t>
      </w:r>
      <w:r>
        <w:t>ter la plate-forme et de redescendre dans l</w:t>
      </w:r>
      <w:r w:rsidR="004B5A85">
        <w:t>’</w:t>
      </w:r>
      <w:r>
        <w:t>intérieur du sous-marin</w:t>
      </w:r>
      <w:r w:rsidR="004B5A85">
        <w:t>.</w:t>
      </w:r>
    </w:p>
    <w:p w14:paraId="0E31F546" w14:textId="77777777" w:rsidR="004B5A85" w:rsidRDefault="004C389C" w:rsidP="004B5A85">
      <w:pPr>
        <w:pStyle w:val="Titre1"/>
      </w:pPr>
      <w:bookmarkStart w:id="13" w:name="__RefHeading__15_1003869823"/>
      <w:bookmarkStart w:id="14" w:name="_Toc202462468"/>
      <w:bookmarkEnd w:id="13"/>
      <w:r>
        <w:lastRenderedPageBreak/>
        <w:t>CHAPITRE VIII</w:t>
      </w:r>
      <w:r>
        <w:br/>
      </w:r>
      <w:r>
        <w:br/>
        <w:t>S</w:t>
      </w:r>
      <w:r w:rsidR="004B5A85">
        <w:t>’</w:t>
      </w:r>
      <w:r>
        <w:t>ACCOMPLIRA-T-ELLE</w:t>
      </w:r>
      <w:r w:rsidR="004B5A85">
        <w:t xml:space="preserve">, </w:t>
      </w:r>
      <w:r>
        <w:t>L</w:t>
      </w:r>
      <w:r w:rsidR="004B5A85">
        <w:t>’</w:t>
      </w:r>
      <w:r>
        <w:t>ÉVASION</w:t>
      </w:r>
      <w:r w:rsidR="004B5A85">
        <w:t> ?</w:t>
      </w:r>
      <w:bookmarkEnd w:id="14"/>
    </w:p>
    <w:p w14:paraId="35BF63FD" w14:textId="77777777" w:rsidR="004B5A85" w:rsidRDefault="004B5A85" w:rsidP="004C389C">
      <w:r>
        <w:t>— </w:t>
      </w:r>
      <w:proofErr w:type="spellStart"/>
      <w:r w:rsidR="004C389C">
        <w:t>Cap</w:t>
      </w:r>
      <w:r>
        <w:t>’</w:t>
      </w:r>
      <w:r w:rsidR="004C389C">
        <w:t>taine</w:t>
      </w:r>
      <w:proofErr w:type="spellEnd"/>
      <w:r>
        <w:t xml:space="preserve">, </w:t>
      </w:r>
      <w:r w:rsidR="004C389C">
        <w:t>fit tout à coup Pierrot l</w:t>
      </w:r>
      <w:r>
        <w:t>’</w:t>
      </w:r>
      <w:r w:rsidR="004C389C">
        <w:t>Écureuil</w:t>
      </w:r>
      <w:r>
        <w:t xml:space="preserve">, </w:t>
      </w:r>
      <w:r w:rsidR="004C389C">
        <w:t>c</w:t>
      </w:r>
      <w:r>
        <w:t>’</w:t>
      </w:r>
      <w:r w:rsidR="004C389C">
        <w:t>est le m</w:t>
      </w:r>
      <w:r w:rsidR="004C389C">
        <w:t>o</w:t>
      </w:r>
      <w:r w:rsidR="004C389C">
        <w:t>ment</w:t>
      </w:r>
      <w:r>
        <w:t> !…</w:t>
      </w:r>
    </w:p>
    <w:p w14:paraId="6107F382" w14:textId="77777777" w:rsidR="004B5A85" w:rsidRDefault="004C389C" w:rsidP="004C389C">
      <w:r>
        <w:t>On entendait</w:t>
      </w:r>
      <w:r w:rsidR="004B5A85">
        <w:t xml:space="preserve">, </w:t>
      </w:r>
      <w:r>
        <w:t>en effet</w:t>
      </w:r>
      <w:r w:rsidR="004B5A85">
        <w:t xml:space="preserve">, </w:t>
      </w:r>
      <w:r>
        <w:t>le bruit caractéristique de l</w:t>
      </w:r>
      <w:r w:rsidR="004B5A85">
        <w:t>’</w:t>
      </w:r>
      <w:r>
        <w:t>eau e</w:t>
      </w:r>
      <w:r>
        <w:t>n</w:t>
      </w:r>
      <w:r>
        <w:t>trant dans les water-ballast</w:t>
      </w:r>
      <w:r w:rsidR="004B5A85">
        <w:t xml:space="preserve"> : </w:t>
      </w:r>
      <w:r>
        <w:t>le sous-marin s</w:t>
      </w:r>
      <w:r w:rsidR="004B5A85">
        <w:t>’</w:t>
      </w:r>
      <w:r>
        <w:t>enfonçait</w:t>
      </w:r>
      <w:r w:rsidR="004B5A85">
        <w:t>.</w:t>
      </w:r>
    </w:p>
    <w:p w14:paraId="1F2D7189" w14:textId="77777777" w:rsidR="004B5A85" w:rsidRDefault="004B5A85" w:rsidP="004C389C">
      <w:r>
        <w:t>— </w:t>
      </w:r>
      <w:r w:rsidR="004C389C">
        <w:t>Écoutez</w:t>
      </w:r>
      <w:r>
        <w:t xml:space="preserve">, </w:t>
      </w:r>
      <w:r w:rsidR="004C389C">
        <w:t>fit encore le mousse</w:t>
      </w:r>
      <w:r>
        <w:t xml:space="preserve">. </w:t>
      </w:r>
      <w:r w:rsidR="004C389C">
        <w:t>Tous les forbans regagnent leurs postes</w:t>
      </w:r>
      <w:r>
        <w:t xml:space="preserve">. </w:t>
      </w:r>
      <w:proofErr w:type="spellStart"/>
      <w:r w:rsidR="004C389C">
        <w:t>Brilo</w:t>
      </w:r>
      <w:proofErr w:type="spellEnd"/>
      <w:r w:rsidR="004C389C">
        <w:t xml:space="preserve"> et </w:t>
      </w:r>
      <w:proofErr w:type="spellStart"/>
      <w:r w:rsidR="004C389C">
        <w:t>Jorry</w:t>
      </w:r>
      <w:proofErr w:type="spellEnd"/>
      <w:r>
        <w:t xml:space="preserve">, </w:t>
      </w:r>
      <w:r w:rsidR="004C389C">
        <w:t>sûrement</w:t>
      </w:r>
      <w:r>
        <w:t xml:space="preserve">, </w:t>
      </w:r>
      <w:r w:rsidR="004C389C">
        <w:t>sont en marche vers la cabine numéro 2</w:t>
      </w:r>
      <w:r>
        <w:t xml:space="preserve">. </w:t>
      </w:r>
      <w:r w:rsidR="004C389C">
        <w:t>Qu</w:t>
      </w:r>
      <w:r>
        <w:t>’</w:t>
      </w:r>
      <w:r w:rsidR="004C389C">
        <w:t>ils aient l</w:t>
      </w:r>
      <w:r>
        <w:t>’</w:t>
      </w:r>
      <w:r w:rsidR="004C389C">
        <w:t>idée de regarder tout de suite dans la cabine numéro 3</w:t>
      </w:r>
      <w:r>
        <w:t xml:space="preserve">, </w:t>
      </w:r>
      <w:r w:rsidR="004C389C">
        <w:t>ils ne nous verront pas et ils donn</w:t>
      </w:r>
      <w:r w:rsidR="004C389C">
        <w:t>e</w:t>
      </w:r>
      <w:r w:rsidR="004C389C">
        <w:t>ront l</w:t>
      </w:r>
      <w:r>
        <w:t>’</w:t>
      </w:r>
      <w:r w:rsidR="004C389C">
        <w:t>alarme</w:t>
      </w:r>
      <w:r>
        <w:t xml:space="preserve">. </w:t>
      </w:r>
      <w:r w:rsidR="004C389C">
        <w:t>On fouillera le sous-marin</w:t>
      </w:r>
      <w:r>
        <w:t xml:space="preserve">. </w:t>
      </w:r>
      <w:proofErr w:type="spellStart"/>
      <w:r w:rsidR="004C389C">
        <w:t>Cap</w:t>
      </w:r>
      <w:r>
        <w:t>’</w:t>
      </w:r>
      <w:r w:rsidR="004C389C">
        <w:t>taine</w:t>
      </w:r>
      <w:proofErr w:type="spellEnd"/>
      <w:r>
        <w:t xml:space="preserve">… </w:t>
      </w:r>
      <w:r w:rsidR="004C389C">
        <w:t>dans une minute</w:t>
      </w:r>
      <w:r>
        <w:t xml:space="preserve">, </w:t>
      </w:r>
      <w:r w:rsidR="004C389C">
        <w:t>il sera trop tard</w:t>
      </w:r>
      <w:r>
        <w:t>…</w:t>
      </w:r>
    </w:p>
    <w:p w14:paraId="3F94760D" w14:textId="77777777" w:rsidR="004B5A85" w:rsidRDefault="004B5A85" w:rsidP="004C389C">
      <w:r>
        <w:t>— </w:t>
      </w:r>
      <w:r w:rsidR="004C389C">
        <w:t>Calme-toi</w:t>
      </w:r>
      <w:r>
        <w:t xml:space="preserve">, </w:t>
      </w:r>
      <w:r w:rsidR="004C389C">
        <w:t>Pierrot</w:t>
      </w:r>
      <w:r>
        <w:t xml:space="preserve"> ! </w:t>
      </w:r>
      <w:r w:rsidR="004C389C">
        <w:t>souffla Ludovic Martel</w:t>
      </w:r>
      <w:r>
        <w:t xml:space="preserve">. </w:t>
      </w:r>
      <w:r w:rsidR="004C389C">
        <w:t>Pendant que tu écoutais</w:t>
      </w:r>
      <w:r>
        <w:t xml:space="preserve">, </w:t>
      </w:r>
      <w:r w:rsidR="004C389C">
        <w:t>j</w:t>
      </w:r>
      <w:r>
        <w:t>’</w:t>
      </w:r>
      <w:r w:rsidR="004C389C">
        <w:t>ai largué les boulons</w:t>
      </w:r>
      <w:r>
        <w:t xml:space="preserve">… </w:t>
      </w:r>
      <w:r w:rsidR="004C389C">
        <w:t>Attention</w:t>
      </w:r>
      <w:r>
        <w:t xml:space="preserve">, </w:t>
      </w:r>
      <w:r w:rsidR="004C389C">
        <w:t>je soulève les panneaux</w:t>
      </w:r>
      <w:r>
        <w:t xml:space="preserve">. </w:t>
      </w:r>
      <w:r w:rsidR="004C389C">
        <w:t>Suis-moi</w:t>
      </w:r>
      <w:r>
        <w:t> !</w:t>
      </w:r>
    </w:p>
    <w:p w14:paraId="34A10F28" w14:textId="77777777" w:rsidR="004B5A85" w:rsidRDefault="004C389C" w:rsidP="004C389C">
      <w:r>
        <w:t>L</w:t>
      </w:r>
      <w:r w:rsidR="004B5A85">
        <w:t>’</w:t>
      </w:r>
      <w:r>
        <w:t>obscurité était à ce point complète que le mousse et l</w:t>
      </w:r>
      <w:r w:rsidR="004B5A85">
        <w:t>’</w:t>
      </w:r>
      <w:r>
        <w:t>officier ne se voyaient même pas</w:t>
      </w:r>
      <w:r w:rsidR="004B5A85">
        <w:t xml:space="preserve">, </w:t>
      </w:r>
      <w:r>
        <w:t>bien qu</w:t>
      </w:r>
      <w:r w:rsidR="004B5A85">
        <w:t>’</w:t>
      </w:r>
      <w:r>
        <w:t>ils fussent l</w:t>
      </w:r>
      <w:r w:rsidR="004B5A85">
        <w:t>’</w:t>
      </w:r>
      <w:r>
        <w:t>un près de l</w:t>
      </w:r>
      <w:r w:rsidR="004B5A85">
        <w:t>’</w:t>
      </w:r>
      <w:r>
        <w:t>autre à se toucher au moindre mouvement</w:t>
      </w:r>
      <w:r w:rsidR="004B5A85">
        <w:t>.</w:t>
      </w:r>
    </w:p>
    <w:p w14:paraId="24E23759" w14:textId="77777777" w:rsidR="004B5A85" w:rsidRDefault="004C389C" w:rsidP="004C389C">
      <w:r>
        <w:t>Mais Pierrot l</w:t>
      </w:r>
      <w:r w:rsidR="004B5A85">
        <w:t>’</w:t>
      </w:r>
      <w:r>
        <w:t>Écureuil connaissait tellement tous les d</w:t>
      </w:r>
      <w:r>
        <w:t>é</w:t>
      </w:r>
      <w:r>
        <w:t xml:space="preserve">tails de construction du </w:t>
      </w:r>
      <w:r>
        <w:rPr>
          <w:i/>
          <w:iCs/>
        </w:rPr>
        <w:t>Nyctalope</w:t>
      </w:r>
      <w:r w:rsidR="004B5A85">
        <w:rPr>
          <w:i/>
          <w:iCs/>
        </w:rPr>
        <w:t xml:space="preserve">, </w:t>
      </w:r>
      <w:r>
        <w:t>qu</w:t>
      </w:r>
      <w:r w:rsidR="004B5A85">
        <w:t>’</w:t>
      </w:r>
      <w:r>
        <w:t>il n</w:t>
      </w:r>
      <w:r w:rsidR="004B5A85">
        <w:t>’</w:t>
      </w:r>
      <w:r>
        <w:t>eut aucune peine à suivre le commandant Martel</w:t>
      </w:r>
      <w:r w:rsidR="004B5A85">
        <w:t>.</w:t>
      </w:r>
    </w:p>
    <w:p w14:paraId="523ACA5A" w14:textId="77777777" w:rsidR="004B5A85" w:rsidRDefault="004C389C" w:rsidP="004C389C">
      <w:r>
        <w:t>Les panneaux ouverts étaient</w:t>
      </w:r>
      <w:r w:rsidR="004B5A85">
        <w:t xml:space="preserve">, </w:t>
      </w:r>
      <w:r>
        <w:t>l</w:t>
      </w:r>
      <w:r w:rsidR="004B5A85">
        <w:t>’</w:t>
      </w:r>
      <w:r>
        <w:t>un celui de la coque du sous-marin</w:t>
      </w:r>
      <w:r w:rsidR="004B5A85">
        <w:t xml:space="preserve">, </w:t>
      </w:r>
      <w:r>
        <w:t>l</w:t>
      </w:r>
      <w:r w:rsidR="004B5A85">
        <w:t>’</w:t>
      </w:r>
      <w:r>
        <w:t>autre celui de la coque du canot</w:t>
      </w:r>
      <w:r w:rsidR="004B5A85">
        <w:t>.</w:t>
      </w:r>
    </w:p>
    <w:p w14:paraId="0CF74C75" w14:textId="77777777" w:rsidR="004B5A85" w:rsidRDefault="004C389C" w:rsidP="004C389C">
      <w:r>
        <w:t>Quand on était entré dans le canot</w:t>
      </w:r>
      <w:r w:rsidR="004B5A85">
        <w:t xml:space="preserve">, </w:t>
      </w:r>
      <w:r>
        <w:t>il fallait d</w:t>
      </w:r>
      <w:r w:rsidR="004B5A85">
        <w:t>’</w:t>
      </w:r>
      <w:r>
        <w:t>abord refe</w:t>
      </w:r>
      <w:r>
        <w:t>r</w:t>
      </w:r>
      <w:r>
        <w:t>mer le panneau du sous-marin</w:t>
      </w:r>
      <w:r w:rsidR="004B5A85">
        <w:t xml:space="preserve">, </w:t>
      </w:r>
      <w:r>
        <w:t>ensuite celui du canot</w:t>
      </w:r>
      <w:r w:rsidR="004B5A85">
        <w:t xml:space="preserve">. </w:t>
      </w:r>
      <w:r>
        <w:t xml:space="preserve">Puis on </w:t>
      </w:r>
      <w:r>
        <w:lastRenderedPageBreak/>
        <w:t xml:space="preserve">larguait quatre boulons spéciaux qui retenaient le canot au </w:t>
      </w:r>
      <w:r>
        <w:rPr>
          <w:i/>
          <w:iCs/>
        </w:rPr>
        <w:t>Ny</w:t>
      </w:r>
      <w:r>
        <w:rPr>
          <w:i/>
          <w:iCs/>
        </w:rPr>
        <w:t>c</w:t>
      </w:r>
      <w:r>
        <w:rPr>
          <w:i/>
          <w:iCs/>
        </w:rPr>
        <w:t xml:space="preserve">talope </w:t>
      </w:r>
      <w:r>
        <w:t>et</w:t>
      </w:r>
      <w:r w:rsidR="004B5A85">
        <w:t xml:space="preserve">, </w:t>
      </w:r>
      <w:r>
        <w:t>devenu libre</w:t>
      </w:r>
      <w:r w:rsidR="004B5A85">
        <w:t xml:space="preserve">, </w:t>
      </w:r>
      <w:r>
        <w:t>le canot montait à la surface de l</w:t>
      </w:r>
      <w:r w:rsidR="004B5A85">
        <w:t>’</w:t>
      </w:r>
      <w:r>
        <w:t>océan</w:t>
      </w:r>
      <w:r w:rsidR="004B5A85">
        <w:t xml:space="preserve">, </w:t>
      </w:r>
      <w:r>
        <w:t>comme un ballon gonflé de gaz monte dans l</w:t>
      </w:r>
      <w:r w:rsidR="004B5A85">
        <w:t>’</w:t>
      </w:r>
      <w:r>
        <w:t>air</w:t>
      </w:r>
      <w:r w:rsidR="004B5A85">
        <w:t>.</w:t>
      </w:r>
    </w:p>
    <w:p w14:paraId="68BD7844" w14:textId="77777777" w:rsidR="004B5A85" w:rsidRDefault="004C389C" w:rsidP="004C389C">
      <w:r>
        <w:t>Une fois à la surface</w:t>
      </w:r>
      <w:r w:rsidR="004B5A85">
        <w:t xml:space="preserve">, </w:t>
      </w:r>
      <w:r>
        <w:t>les occupants du canot n</w:t>
      </w:r>
      <w:r w:rsidR="004B5A85">
        <w:t>’</w:t>
      </w:r>
      <w:r>
        <w:t>avaient qu</w:t>
      </w:r>
      <w:r w:rsidR="004B5A85">
        <w:t>’</w:t>
      </w:r>
      <w:r>
        <w:t>à ouvrir son écoutille</w:t>
      </w:r>
      <w:r w:rsidR="004B5A85">
        <w:t xml:space="preserve">, </w:t>
      </w:r>
      <w:r>
        <w:t>à mettre les rames à leurs tolets</w:t>
      </w:r>
      <w:r w:rsidR="004B5A85">
        <w:t xml:space="preserve">, </w:t>
      </w:r>
      <w:r>
        <w:t>et à voguer dans la direction choisie</w:t>
      </w:r>
      <w:r w:rsidR="004B5A85">
        <w:t>.</w:t>
      </w:r>
    </w:p>
    <w:p w14:paraId="06852715" w14:textId="77777777" w:rsidR="004B5A85" w:rsidRDefault="004C389C" w:rsidP="004C389C">
      <w:r>
        <w:t>Mais nous savons que Ludovic Martel et Pierrot l</w:t>
      </w:r>
      <w:r w:rsidR="004B5A85">
        <w:t>’</w:t>
      </w:r>
      <w:r>
        <w:t>Écureuil ne voulaient pas seulement s</w:t>
      </w:r>
      <w:r w:rsidR="004B5A85">
        <w:t>’</w:t>
      </w:r>
      <w:r>
        <w:t>évader</w:t>
      </w:r>
      <w:r w:rsidR="004B5A85">
        <w:t xml:space="preserve">. </w:t>
      </w:r>
      <w:r>
        <w:t>Ils avaient encore un autre but</w:t>
      </w:r>
      <w:r w:rsidR="004B5A85">
        <w:t xml:space="preserve">, </w:t>
      </w:r>
      <w:r>
        <w:t>plus important même à leurs yeux</w:t>
      </w:r>
      <w:r w:rsidR="004B5A85">
        <w:t xml:space="preserve"> : </w:t>
      </w:r>
      <w:r>
        <w:t xml:space="preserve">ils voulaient couler à fond le </w:t>
      </w:r>
      <w:r>
        <w:rPr>
          <w:i/>
          <w:iCs/>
        </w:rPr>
        <w:t xml:space="preserve">Nyctalope </w:t>
      </w:r>
      <w:r>
        <w:t>et tous les forbans qui s</w:t>
      </w:r>
      <w:r w:rsidR="004B5A85">
        <w:t>’</w:t>
      </w:r>
      <w:r>
        <w:t>en étaient emparés</w:t>
      </w:r>
      <w:r w:rsidR="004B5A85">
        <w:t>.</w:t>
      </w:r>
    </w:p>
    <w:p w14:paraId="5039C7A7" w14:textId="77777777" w:rsidR="004B5A85" w:rsidRDefault="004C389C" w:rsidP="004C389C">
      <w:r>
        <w:t>Pour cela</w:t>
      </w:r>
      <w:r w:rsidR="004B5A85">
        <w:t xml:space="preserve">, </w:t>
      </w:r>
      <w:r>
        <w:t>ils n</w:t>
      </w:r>
      <w:r w:rsidR="004B5A85">
        <w:t>’</w:t>
      </w:r>
      <w:r>
        <w:t>avaient qu</w:t>
      </w:r>
      <w:r w:rsidR="004B5A85">
        <w:t>’</w:t>
      </w:r>
      <w:r>
        <w:t>une chose à faire</w:t>
      </w:r>
      <w:r w:rsidR="004B5A85">
        <w:t xml:space="preserve"> : </w:t>
      </w:r>
      <w:r>
        <w:t>laisser ouvert le panneau de la coque du sous-marin</w:t>
      </w:r>
      <w:r w:rsidR="004B5A85">
        <w:t xml:space="preserve">… </w:t>
      </w:r>
      <w:r>
        <w:t>Alors</w:t>
      </w:r>
      <w:r w:rsidR="004B5A85">
        <w:t xml:space="preserve">, </w:t>
      </w:r>
      <w:r>
        <w:t>dans ce trou rond</w:t>
      </w:r>
      <w:r w:rsidR="004B5A85">
        <w:t xml:space="preserve">, </w:t>
      </w:r>
      <w:r>
        <w:t>large de soixante-quinze centimètres</w:t>
      </w:r>
      <w:r w:rsidR="004B5A85">
        <w:t xml:space="preserve">, </w:t>
      </w:r>
      <w:r>
        <w:t>l</w:t>
      </w:r>
      <w:r w:rsidR="004B5A85">
        <w:t>’</w:t>
      </w:r>
      <w:r>
        <w:t>eau s</w:t>
      </w:r>
      <w:r w:rsidR="004B5A85">
        <w:t>’</w:t>
      </w:r>
      <w:r>
        <w:t>engouffrerait en un formidable torrent et</w:t>
      </w:r>
      <w:r w:rsidR="004B5A85">
        <w:t xml:space="preserve">, </w:t>
      </w:r>
      <w:r>
        <w:t>en moins de deux minutes</w:t>
      </w:r>
      <w:r w:rsidR="004B5A85">
        <w:t xml:space="preserve">, </w:t>
      </w:r>
      <w:r>
        <w:t>envah</w:t>
      </w:r>
      <w:r>
        <w:t>i</w:t>
      </w:r>
      <w:r>
        <w:t>rait le corps de garde</w:t>
      </w:r>
      <w:r w:rsidR="004B5A85">
        <w:t xml:space="preserve">, </w:t>
      </w:r>
      <w:r>
        <w:t>les couloirs</w:t>
      </w:r>
      <w:r w:rsidR="004B5A85">
        <w:t xml:space="preserve">, </w:t>
      </w:r>
      <w:r>
        <w:t>les chambres ouvertes du sous-marin</w:t>
      </w:r>
      <w:r w:rsidR="004B5A85">
        <w:t xml:space="preserve">, </w:t>
      </w:r>
      <w:r>
        <w:t xml:space="preserve">peut-être même la chambre des machines et le </w:t>
      </w:r>
      <w:r>
        <w:rPr>
          <w:i/>
          <w:iCs/>
        </w:rPr>
        <w:t xml:space="preserve">Nyctalope </w:t>
      </w:r>
      <w:r>
        <w:t>coulerait</w:t>
      </w:r>
      <w:r w:rsidR="004B5A85">
        <w:t xml:space="preserve">, </w:t>
      </w:r>
      <w:r>
        <w:t>devenu le cercueil de son équipage de p</w:t>
      </w:r>
      <w:r>
        <w:t>i</w:t>
      </w:r>
      <w:r>
        <w:t>rates</w:t>
      </w:r>
      <w:r w:rsidR="004B5A85">
        <w:t>.</w:t>
      </w:r>
    </w:p>
    <w:p w14:paraId="3468378A" w14:textId="77777777" w:rsidR="004B5A85" w:rsidRDefault="004C389C" w:rsidP="004C389C">
      <w:r>
        <w:t>Mais cette opération n</w:t>
      </w:r>
      <w:r w:rsidR="004B5A85">
        <w:t>’</w:t>
      </w:r>
      <w:r>
        <w:t>était pas si simple</w:t>
      </w:r>
      <w:r w:rsidR="004B5A85">
        <w:t xml:space="preserve">, </w:t>
      </w:r>
      <w:r>
        <w:t>ni si facile qu</w:t>
      </w:r>
      <w:r w:rsidR="004B5A85">
        <w:t>’</w:t>
      </w:r>
      <w:r>
        <w:t>elle le paraissait au premier abord</w:t>
      </w:r>
      <w:r w:rsidR="004B5A85">
        <w:t>.</w:t>
      </w:r>
    </w:p>
    <w:p w14:paraId="0DDE72E5" w14:textId="77777777" w:rsidR="004B5A85" w:rsidRDefault="004C389C" w:rsidP="004C389C">
      <w:r>
        <w:t>En effet</w:t>
      </w:r>
      <w:r w:rsidR="004B5A85">
        <w:t xml:space="preserve">, </w:t>
      </w:r>
      <w:r>
        <w:t>le panneau du sous-marin était disposé de telle sorte que si</w:t>
      </w:r>
      <w:r w:rsidR="004B5A85">
        <w:t xml:space="preserve">, </w:t>
      </w:r>
      <w:r>
        <w:t>par une inadvertance insensée ou involontair</w:t>
      </w:r>
      <w:r>
        <w:t>e</w:t>
      </w:r>
      <w:r>
        <w:t>ment</w:t>
      </w:r>
      <w:r w:rsidR="004B5A85">
        <w:t xml:space="preserve">, </w:t>
      </w:r>
      <w:r>
        <w:t>on omettait de le refermer avant de larguer le canot</w:t>
      </w:r>
      <w:r w:rsidR="004B5A85">
        <w:t xml:space="preserve">, </w:t>
      </w:r>
      <w:r>
        <w:t>il se refermait de lui-même automatiquement et avec une force qui dépassait la pression de l</w:t>
      </w:r>
      <w:r w:rsidR="004B5A85">
        <w:t>’</w:t>
      </w:r>
      <w:r>
        <w:t>eau</w:t>
      </w:r>
      <w:r w:rsidR="004B5A85">
        <w:t>.</w:t>
      </w:r>
    </w:p>
    <w:p w14:paraId="21092EC7" w14:textId="77777777" w:rsidR="004B5A85" w:rsidRDefault="004C389C" w:rsidP="004C389C">
      <w:r>
        <w:t>Il fallait donc</w:t>
      </w:r>
      <w:r w:rsidR="004B5A85">
        <w:t xml:space="preserve">, </w:t>
      </w:r>
      <w:r>
        <w:t>non seulement le laisser ouvert</w:t>
      </w:r>
      <w:r w:rsidR="004B5A85">
        <w:t xml:space="preserve">, </w:t>
      </w:r>
      <w:r>
        <w:t>mais encore l</w:t>
      </w:r>
      <w:r w:rsidR="004B5A85">
        <w:t>’</w:t>
      </w:r>
      <w:r>
        <w:t>empêcher de se refermer sur lui-même</w:t>
      </w:r>
      <w:r w:rsidR="004B5A85">
        <w:t>…</w:t>
      </w:r>
    </w:p>
    <w:p w14:paraId="570F11FD" w14:textId="77777777" w:rsidR="004B5A85" w:rsidRDefault="004C389C" w:rsidP="004C389C">
      <w:r>
        <w:lastRenderedPageBreak/>
        <w:t>C</w:t>
      </w:r>
      <w:r w:rsidR="004B5A85">
        <w:t>’</w:t>
      </w:r>
      <w:r>
        <w:t>est pour cela que le commandant Martel et son mousse avaient emporté</w:t>
      </w:r>
      <w:r w:rsidR="004B5A85">
        <w:t xml:space="preserve">, </w:t>
      </w:r>
      <w:r>
        <w:t>suspendus au cou</w:t>
      </w:r>
      <w:r w:rsidR="004B5A85">
        <w:t xml:space="preserve">, </w:t>
      </w:r>
      <w:r>
        <w:t>leurs souliers</w:t>
      </w:r>
      <w:r w:rsidR="004B5A85">
        <w:t xml:space="preserve">, </w:t>
      </w:r>
      <w:r>
        <w:t>alors qu</w:t>
      </w:r>
      <w:r w:rsidR="004B5A85">
        <w:t>’</w:t>
      </w:r>
      <w:r>
        <w:t>il leur aurait été si commode de les laisser dans leur cabine</w:t>
      </w:r>
      <w:r w:rsidR="004B5A85">
        <w:t>.</w:t>
      </w:r>
    </w:p>
    <w:p w14:paraId="3257A01C" w14:textId="77777777" w:rsidR="004B5A85" w:rsidRDefault="004C389C" w:rsidP="004C389C">
      <w:r>
        <w:t>Ludovic Martel comptait enfoncer ces souliers comme des coins</w:t>
      </w:r>
      <w:r w:rsidR="004B5A85">
        <w:t xml:space="preserve">, </w:t>
      </w:r>
      <w:r>
        <w:t>dans les charnières du panneau et empêcher</w:t>
      </w:r>
      <w:r w:rsidR="004B5A85">
        <w:t xml:space="preserve">, </w:t>
      </w:r>
      <w:r>
        <w:t>par cons</w:t>
      </w:r>
      <w:r>
        <w:t>é</w:t>
      </w:r>
      <w:r>
        <w:t>quent</w:t>
      </w:r>
      <w:r w:rsidR="004B5A85">
        <w:t xml:space="preserve">, </w:t>
      </w:r>
      <w:r>
        <w:t>celui-ci de se refermer complètement</w:t>
      </w:r>
      <w:r w:rsidR="004B5A85">
        <w:t>…</w:t>
      </w:r>
    </w:p>
    <w:p w14:paraId="0C21ECBC" w14:textId="77777777" w:rsidR="004B5A85" w:rsidRDefault="004C389C" w:rsidP="004C389C">
      <w:r>
        <w:t>Passer de la cage de l</w:t>
      </w:r>
      <w:r w:rsidR="004B5A85">
        <w:t>’</w:t>
      </w:r>
      <w:r>
        <w:t>escalier dans le canot n</w:t>
      </w:r>
      <w:r w:rsidR="004B5A85">
        <w:t>’</w:t>
      </w:r>
      <w:r>
        <w:t>avait pas d</w:t>
      </w:r>
      <w:r>
        <w:t>e</w:t>
      </w:r>
      <w:r>
        <w:t>mandé une minute à l</w:t>
      </w:r>
      <w:r w:rsidR="004B5A85">
        <w:t>’</w:t>
      </w:r>
      <w:r>
        <w:t>officier et à son mousse</w:t>
      </w:r>
      <w:r w:rsidR="004B5A85">
        <w:t>.</w:t>
      </w:r>
    </w:p>
    <w:p w14:paraId="32ECEAB8" w14:textId="77777777" w:rsidR="004B5A85" w:rsidRDefault="004C389C" w:rsidP="004C389C">
      <w:r>
        <w:t>Mais pour placer dans la charnière les quatre souliers</w:t>
      </w:r>
      <w:r w:rsidR="004B5A85">
        <w:t xml:space="preserve">, </w:t>
      </w:r>
      <w:r>
        <w:t>c</w:t>
      </w:r>
      <w:r w:rsidR="004B5A85">
        <w:t>’</w:t>
      </w:r>
      <w:r>
        <w:t>était une autre affaire</w:t>
      </w:r>
      <w:r w:rsidR="004B5A85">
        <w:t xml:space="preserve">, </w:t>
      </w:r>
      <w:r>
        <w:t>et plus difficile et plus longue</w:t>
      </w:r>
      <w:r w:rsidR="004B5A85">
        <w:t> !</w:t>
      </w:r>
    </w:p>
    <w:p w14:paraId="72BE0B97" w14:textId="77777777" w:rsidR="004B5A85" w:rsidRDefault="004C389C" w:rsidP="004C389C">
      <w:r>
        <w:t>En effet</w:t>
      </w:r>
      <w:r w:rsidR="004B5A85">
        <w:t xml:space="preserve">, </w:t>
      </w:r>
      <w:r>
        <w:t>l</w:t>
      </w:r>
      <w:r w:rsidR="004B5A85">
        <w:t>’</w:t>
      </w:r>
      <w:r>
        <w:t>obscurité</w:t>
      </w:r>
      <w:r w:rsidR="004B5A85">
        <w:t xml:space="preserve">, </w:t>
      </w:r>
      <w:r>
        <w:t>nous l</w:t>
      </w:r>
      <w:r w:rsidR="004B5A85">
        <w:t>’</w:t>
      </w:r>
      <w:r>
        <w:t>avons dit</w:t>
      </w:r>
      <w:r w:rsidR="004B5A85">
        <w:t xml:space="preserve">, </w:t>
      </w:r>
      <w:r>
        <w:t>était absolue</w:t>
      </w:r>
      <w:r w:rsidR="004B5A85">
        <w:t>.</w:t>
      </w:r>
    </w:p>
    <w:p w14:paraId="58D50CDF" w14:textId="77777777" w:rsidR="004B5A85" w:rsidRDefault="004C389C" w:rsidP="004C389C">
      <w:r>
        <w:t>D</w:t>
      </w:r>
      <w:r w:rsidR="004B5A85">
        <w:t>’</w:t>
      </w:r>
      <w:r>
        <w:t>autre part</w:t>
      </w:r>
      <w:r w:rsidR="004B5A85">
        <w:t xml:space="preserve">, </w:t>
      </w:r>
      <w:r>
        <w:t>pour que les souliers pussent tenir dans la charnière et ne dégringolassent pas dans l</w:t>
      </w:r>
      <w:r w:rsidR="004B5A85">
        <w:t>’</w:t>
      </w:r>
      <w:r>
        <w:t>escalier</w:t>
      </w:r>
      <w:r w:rsidR="004B5A85">
        <w:t xml:space="preserve">, </w:t>
      </w:r>
      <w:r>
        <w:t>il fallait qu</w:t>
      </w:r>
      <w:r w:rsidR="004B5A85">
        <w:t>’</w:t>
      </w:r>
      <w:r>
        <w:t>ils fussent déjà coincés</w:t>
      </w:r>
      <w:r w:rsidR="004B5A85">
        <w:t xml:space="preserve">, </w:t>
      </w:r>
      <w:r>
        <w:t>avant que le panneau fût en voie de fermeture</w:t>
      </w:r>
      <w:r w:rsidR="004B5A85">
        <w:t xml:space="preserve">. </w:t>
      </w:r>
      <w:r>
        <w:t>Or</w:t>
      </w:r>
      <w:r w:rsidR="004B5A85">
        <w:t xml:space="preserve">, </w:t>
      </w:r>
      <w:r>
        <w:t>si on fermait le panneau volontairement</w:t>
      </w:r>
      <w:r w:rsidR="004B5A85">
        <w:t xml:space="preserve">, </w:t>
      </w:r>
      <w:r>
        <w:t>il fallait manœuvrer le mécanisme de déclenchement</w:t>
      </w:r>
      <w:r w:rsidR="004B5A85">
        <w:t xml:space="preserve"> (</w:t>
      </w:r>
      <w:r>
        <w:t>qui ne fonctio</w:t>
      </w:r>
      <w:r>
        <w:t>n</w:t>
      </w:r>
      <w:r>
        <w:t>nait automatiquement de lui-même qu</w:t>
      </w:r>
      <w:r w:rsidR="004B5A85">
        <w:t>’</w:t>
      </w:r>
      <w:r>
        <w:t>après la fermeture du panneau du canot</w:t>
      </w:r>
      <w:r w:rsidR="004B5A85">
        <w:t xml:space="preserve">) ; </w:t>
      </w:r>
      <w:r>
        <w:t>et si l</w:t>
      </w:r>
      <w:r w:rsidR="004B5A85">
        <w:t>’</w:t>
      </w:r>
      <w:r>
        <w:t>on manœuvrait ce mécanisme</w:t>
      </w:r>
      <w:r w:rsidR="004B5A85">
        <w:t xml:space="preserve">, </w:t>
      </w:r>
      <w:r>
        <w:t>le panneau se rabattait avec une telle force et une telle rapidité qu</w:t>
      </w:r>
      <w:r w:rsidR="004B5A85">
        <w:t>’</w:t>
      </w:r>
      <w:r>
        <w:t>il était impossible</w:t>
      </w:r>
      <w:r w:rsidR="004B5A85">
        <w:t xml:space="preserve">, </w:t>
      </w:r>
      <w:r>
        <w:t>même à deux hommes s</w:t>
      </w:r>
      <w:r w:rsidR="004B5A85">
        <w:t>’</w:t>
      </w:r>
      <w:r>
        <w:t>arc-boutant de toute leur vigueur</w:t>
      </w:r>
      <w:r w:rsidR="004B5A85">
        <w:t xml:space="preserve">, </w:t>
      </w:r>
      <w:r>
        <w:t>de ralentir le mouvement de cette fermeture</w:t>
      </w:r>
      <w:r w:rsidR="004B5A85">
        <w:t>.</w:t>
      </w:r>
    </w:p>
    <w:p w14:paraId="57225243" w14:textId="77777777" w:rsidR="004B5A85" w:rsidRDefault="004C389C" w:rsidP="004C389C">
      <w:r>
        <w:t>Il fallait donc saisir l</w:t>
      </w:r>
      <w:r w:rsidR="004B5A85">
        <w:t>’</w:t>
      </w:r>
      <w:r>
        <w:t>instant fugitif</w:t>
      </w:r>
      <w:r w:rsidR="004B5A85">
        <w:t xml:space="preserve">, </w:t>
      </w:r>
      <w:r>
        <w:t>et</w:t>
      </w:r>
      <w:r w:rsidR="004B5A85">
        <w:t xml:space="preserve">, </w:t>
      </w:r>
      <w:r>
        <w:t>au moment où le déclenchement se produirait</w:t>
      </w:r>
      <w:r w:rsidR="004B5A85">
        <w:t xml:space="preserve">, </w:t>
      </w:r>
      <w:r>
        <w:t>jeter les souliers dans les cha</w:t>
      </w:r>
      <w:r>
        <w:t>r</w:t>
      </w:r>
      <w:r>
        <w:t>nières</w:t>
      </w:r>
      <w:r w:rsidR="004B5A85">
        <w:t xml:space="preserve"> : </w:t>
      </w:r>
      <w:r>
        <w:t>ils seraient comprimés</w:t>
      </w:r>
      <w:r w:rsidR="004B5A85">
        <w:t xml:space="preserve">, </w:t>
      </w:r>
      <w:r>
        <w:t>tassés</w:t>
      </w:r>
      <w:r w:rsidR="004B5A85">
        <w:t xml:space="preserve">, </w:t>
      </w:r>
      <w:r>
        <w:t>mais formeraient tout de même ainsi un tampon inerte qui laisserait le panneau suff</w:t>
      </w:r>
      <w:r>
        <w:t>i</w:t>
      </w:r>
      <w:r>
        <w:t>samment entre-bâillé pour que l</w:t>
      </w:r>
      <w:r w:rsidR="004B5A85">
        <w:t>’</w:t>
      </w:r>
      <w:r>
        <w:t>eau se précipitât en assez grosse quantité à la fois dans le sous-marin</w:t>
      </w:r>
      <w:r w:rsidR="004B5A85">
        <w:t>.</w:t>
      </w:r>
    </w:p>
    <w:p w14:paraId="47C16EDF" w14:textId="77777777" w:rsidR="004B5A85" w:rsidRDefault="004C389C" w:rsidP="004C389C">
      <w:r>
        <w:lastRenderedPageBreak/>
        <w:t>Et comment saisir</w:t>
      </w:r>
      <w:r w:rsidR="004B5A85">
        <w:t xml:space="preserve">, </w:t>
      </w:r>
      <w:r>
        <w:t>dans l</w:t>
      </w:r>
      <w:r w:rsidR="004B5A85">
        <w:t>’</w:t>
      </w:r>
      <w:r>
        <w:t>obscurité</w:t>
      </w:r>
      <w:r w:rsidR="004B5A85">
        <w:t xml:space="preserve">, </w:t>
      </w:r>
      <w:r>
        <w:t>cet instant propice</w:t>
      </w:r>
      <w:r w:rsidR="004B5A85">
        <w:t xml:space="preserve">, </w:t>
      </w:r>
      <w:r>
        <w:t>d</w:t>
      </w:r>
      <w:r w:rsidR="004B5A85">
        <w:t>’</w:t>
      </w:r>
      <w:r>
        <w:t>une durée de deux ou trois secondes à peine</w:t>
      </w:r>
      <w:r w:rsidR="004B5A85">
        <w:t xml:space="preserve">, </w:t>
      </w:r>
      <w:r>
        <w:t>pour jeter dans les charnières les souliers</w:t>
      </w:r>
      <w:r w:rsidR="004B5A85">
        <w:t xml:space="preserve">, </w:t>
      </w:r>
      <w:r>
        <w:t>que Ludovic venait d</w:t>
      </w:r>
      <w:r w:rsidR="004B5A85">
        <w:t>’</w:t>
      </w:r>
      <w:r>
        <w:t>attacher e</w:t>
      </w:r>
      <w:r>
        <w:t>n</w:t>
      </w:r>
      <w:r>
        <w:t>semble au moyen de leurs cordons</w:t>
      </w:r>
      <w:r w:rsidR="004B5A85">
        <w:t xml:space="preserve"> ?… </w:t>
      </w:r>
      <w:r>
        <w:t>Comment les faire to</w:t>
      </w:r>
      <w:r>
        <w:t>m</w:t>
      </w:r>
      <w:r>
        <w:t>ber</w:t>
      </w:r>
      <w:r w:rsidR="004B5A85">
        <w:t xml:space="preserve">, </w:t>
      </w:r>
      <w:r>
        <w:t>toujours dans l</w:t>
      </w:r>
      <w:r w:rsidR="004B5A85">
        <w:t>’</w:t>
      </w:r>
      <w:r>
        <w:t>ombre</w:t>
      </w:r>
      <w:r w:rsidR="004B5A85">
        <w:t xml:space="preserve">, </w:t>
      </w:r>
      <w:r>
        <w:t>bien exactement dans cette cha</w:t>
      </w:r>
      <w:r>
        <w:t>r</w:t>
      </w:r>
      <w:r>
        <w:t>nière invisible</w:t>
      </w:r>
      <w:r w:rsidR="004B5A85">
        <w:t> ?…</w:t>
      </w:r>
    </w:p>
    <w:p w14:paraId="100CD02A" w14:textId="77777777" w:rsidR="004B5A85" w:rsidRDefault="004C389C" w:rsidP="004C389C">
      <w:r>
        <w:t>Certes</w:t>
      </w:r>
      <w:r w:rsidR="004B5A85">
        <w:t xml:space="preserve">, </w:t>
      </w:r>
      <w:r>
        <w:t>pendant les longues heures où il réfléchissait sur leur projet d</w:t>
      </w:r>
      <w:r w:rsidR="004B5A85">
        <w:t>’</w:t>
      </w:r>
      <w:r>
        <w:t>évasion</w:t>
      </w:r>
      <w:r w:rsidR="004B5A85">
        <w:t xml:space="preserve">, </w:t>
      </w:r>
      <w:r>
        <w:t>le commandant Martel avait bien envisagé ces difficultés</w:t>
      </w:r>
      <w:r w:rsidR="004B5A85">
        <w:t>.</w:t>
      </w:r>
    </w:p>
    <w:p w14:paraId="02BE8FD6" w14:textId="77777777" w:rsidR="004B5A85" w:rsidRDefault="004C389C" w:rsidP="004C389C">
      <w:r>
        <w:t>Et il les avait résolues</w:t>
      </w:r>
      <w:r w:rsidR="004B5A85">
        <w:t>.</w:t>
      </w:r>
    </w:p>
    <w:p w14:paraId="2532EBC4" w14:textId="77777777" w:rsidR="004B5A85" w:rsidRDefault="004C389C" w:rsidP="004C389C">
      <w:r>
        <w:t>Comment</w:t>
      </w:r>
      <w:r w:rsidR="004B5A85">
        <w:t> ?</w:t>
      </w:r>
    </w:p>
    <w:p w14:paraId="5B46FE5A" w14:textId="77777777" w:rsidR="004B5A85" w:rsidRDefault="004C389C" w:rsidP="004C389C">
      <w:r>
        <w:t>En se disant qu</w:t>
      </w:r>
      <w:r w:rsidR="004B5A85">
        <w:t>’</w:t>
      </w:r>
      <w:r>
        <w:t>au moment voulu</w:t>
      </w:r>
      <w:r w:rsidR="004B5A85">
        <w:t xml:space="preserve">, </w:t>
      </w:r>
      <w:r>
        <w:t>et malgré le danger qu</w:t>
      </w:r>
      <w:r w:rsidR="004B5A85">
        <w:t>’</w:t>
      </w:r>
      <w:r>
        <w:t>il y avait à cela</w:t>
      </w:r>
      <w:r w:rsidR="004B5A85">
        <w:t xml:space="preserve">, </w:t>
      </w:r>
      <w:r>
        <w:t>il donnerait de la lumière</w:t>
      </w:r>
      <w:r w:rsidR="004B5A85">
        <w:t>.</w:t>
      </w:r>
    </w:p>
    <w:p w14:paraId="7723B29D" w14:textId="77777777" w:rsidR="004B5A85" w:rsidRDefault="004C389C" w:rsidP="004C389C">
      <w:r>
        <w:t>Éclairer l</w:t>
      </w:r>
      <w:r w:rsidR="004B5A85">
        <w:t>’</w:t>
      </w:r>
      <w:r>
        <w:t>escalier</w:t>
      </w:r>
      <w:r w:rsidR="004B5A85">
        <w:t xml:space="preserve">, </w:t>
      </w:r>
      <w:r>
        <w:t>les passages des panneaux et un peu l</w:t>
      </w:r>
      <w:r w:rsidR="004B5A85">
        <w:t>’</w:t>
      </w:r>
      <w:r>
        <w:t>intérieur du canot lui-même</w:t>
      </w:r>
      <w:r w:rsidR="004B5A85">
        <w:t xml:space="preserve">, </w:t>
      </w:r>
      <w:r>
        <w:t>était chose facile</w:t>
      </w:r>
      <w:r w:rsidR="004B5A85">
        <w:t>.</w:t>
      </w:r>
    </w:p>
    <w:p w14:paraId="1585721E" w14:textId="77777777" w:rsidR="004B5A85" w:rsidRDefault="004C389C" w:rsidP="004C389C">
      <w:r>
        <w:t>Il suffisait</w:t>
      </w:r>
      <w:r w:rsidR="004B5A85">
        <w:t xml:space="preserve">, </w:t>
      </w:r>
      <w:r>
        <w:t>pour Ludovic Martel</w:t>
      </w:r>
      <w:r w:rsidR="004B5A85">
        <w:t xml:space="preserve">, </w:t>
      </w:r>
      <w:r>
        <w:t>en ce moment agenouillé près de Pierrot l</w:t>
      </w:r>
      <w:r w:rsidR="004B5A85">
        <w:t>’</w:t>
      </w:r>
      <w:r>
        <w:t>Écureuil</w:t>
      </w:r>
      <w:r w:rsidR="004B5A85">
        <w:t xml:space="preserve">, </w:t>
      </w:r>
      <w:r>
        <w:t>dans le fond du canot</w:t>
      </w:r>
      <w:r w:rsidR="004B5A85">
        <w:t xml:space="preserve">, </w:t>
      </w:r>
      <w:r>
        <w:t>de se pencher</w:t>
      </w:r>
      <w:r w:rsidR="004B5A85">
        <w:t xml:space="preserve">, </w:t>
      </w:r>
      <w:r>
        <w:t>d</w:t>
      </w:r>
      <w:r w:rsidR="004B5A85">
        <w:t>’</w:t>
      </w:r>
      <w:r>
        <w:t>étendre le bras dans le sous-marin et de tourner un commut</w:t>
      </w:r>
      <w:r>
        <w:t>a</w:t>
      </w:r>
      <w:r>
        <w:t>teur électrique qui se trouvait dans l</w:t>
      </w:r>
      <w:r w:rsidR="004B5A85">
        <w:t>’</w:t>
      </w:r>
      <w:r>
        <w:t xml:space="preserve">intérieur du </w:t>
      </w:r>
      <w:r>
        <w:rPr>
          <w:i/>
          <w:iCs/>
        </w:rPr>
        <w:t>Nyctalope</w:t>
      </w:r>
      <w:r w:rsidR="004B5A85">
        <w:rPr>
          <w:i/>
          <w:iCs/>
        </w:rPr>
        <w:t xml:space="preserve">, </w:t>
      </w:r>
      <w:r>
        <w:t>au bord de l</w:t>
      </w:r>
      <w:r w:rsidR="004B5A85">
        <w:t>’</w:t>
      </w:r>
      <w:r>
        <w:t>ouverture du panneau circulaire</w:t>
      </w:r>
      <w:r w:rsidR="004B5A85">
        <w:t>.</w:t>
      </w:r>
    </w:p>
    <w:p w14:paraId="764105D9" w14:textId="77777777" w:rsidR="004B5A85" w:rsidRDefault="004C389C" w:rsidP="004C389C">
      <w:r>
        <w:t>Ce simple mouvement allumerait une forte lampe éle</w:t>
      </w:r>
      <w:r>
        <w:t>c</w:t>
      </w:r>
      <w:r>
        <w:t>trique voisine</w:t>
      </w:r>
      <w:r w:rsidR="004B5A85">
        <w:t>.</w:t>
      </w:r>
    </w:p>
    <w:p w14:paraId="4D957129" w14:textId="77777777" w:rsidR="004B5A85" w:rsidRDefault="004C389C" w:rsidP="004C389C">
      <w:r>
        <w:t>Or</w:t>
      </w:r>
      <w:r w:rsidR="004B5A85">
        <w:t xml:space="preserve">, </w:t>
      </w:r>
      <w:r>
        <w:t>plus de temps qu</w:t>
      </w:r>
      <w:r w:rsidR="004B5A85">
        <w:t>’</w:t>
      </w:r>
      <w:r>
        <w:t>il n</w:t>
      </w:r>
      <w:r w:rsidR="004B5A85">
        <w:t>’</w:t>
      </w:r>
      <w:r>
        <w:t>en faut pour lire ces explications indispensables</w:t>
      </w:r>
      <w:r w:rsidR="004B5A85">
        <w:t xml:space="preserve">, </w:t>
      </w:r>
      <w:r>
        <w:t>s</w:t>
      </w:r>
      <w:r w:rsidR="004B5A85">
        <w:t>’</w:t>
      </w:r>
      <w:r>
        <w:t>était déjà écoulé depuis que le commandant Martel et Pierrot l</w:t>
      </w:r>
      <w:r w:rsidR="004B5A85">
        <w:t>’</w:t>
      </w:r>
      <w:r>
        <w:t>Écureuil avaient entendu les bruits anno</w:t>
      </w:r>
      <w:r>
        <w:t>n</w:t>
      </w:r>
      <w:r>
        <w:t>çant que le sous-marin s</w:t>
      </w:r>
      <w:r w:rsidR="004B5A85">
        <w:t>’</w:t>
      </w:r>
      <w:r>
        <w:t>immergeait</w:t>
      </w:r>
      <w:r w:rsidR="004B5A85">
        <w:t>.</w:t>
      </w:r>
    </w:p>
    <w:p w14:paraId="52CD82B7" w14:textId="77777777" w:rsidR="004B5A85" w:rsidRDefault="004C389C" w:rsidP="004C389C">
      <w:r>
        <w:t>Combien de minutes</w:t>
      </w:r>
      <w:r w:rsidR="004B5A85">
        <w:t xml:space="preserve"> ?… </w:t>
      </w:r>
      <w:r>
        <w:t>deux</w:t>
      </w:r>
      <w:r w:rsidR="004B5A85">
        <w:t xml:space="preserve">, </w:t>
      </w:r>
      <w:r>
        <w:t>trois peut-être</w:t>
      </w:r>
      <w:r w:rsidR="004B5A85">
        <w:t xml:space="preserve">. </w:t>
      </w:r>
      <w:r>
        <w:t>C</w:t>
      </w:r>
      <w:r w:rsidR="004B5A85">
        <w:t>’</w:t>
      </w:r>
      <w:r>
        <w:t>est peu</w:t>
      </w:r>
      <w:r w:rsidR="004B5A85">
        <w:t xml:space="preserve">, </w:t>
      </w:r>
      <w:r>
        <w:t>semble-t-il</w:t>
      </w:r>
      <w:r w:rsidR="004B5A85">
        <w:t xml:space="preserve">. </w:t>
      </w:r>
      <w:r>
        <w:t>C</w:t>
      </w:r>
      <w:r w:rsidR="004B5A85">
        <w:t>’</w:t>
      </w:r>
      <w:r>
        <w:t>était beaucoup</w:t>
      </w:r>
      <w:r w:rsidR="004B5A85">
        <w:t xml:space="preserve">, </w:t>
      </w:r>
      <w:r>
        <w:t>si l</w:t>
      </w:r>
      <w:r w:rsidR="004B5A85">
        <w:t>’</w:t>
      </w:r>
      <w:r>
        <w:t>on pense qu</w:t>
      </w:r>
      <w:r w:rsidR="004B5A85">
        <w:t>’</w:t>
      </w:r>
      <w:r>
        <w:t xml:space="preserve">il fallait une </w:t>
      </w:r>
      <w:r>
        <w:lastRenderedPageBreak/>
        <w:t>m</w:t>
      </w:r>
      <w:r>
        <w:t>i</w:t>
      </w:r>
      <w:r>
        <w:t xml:space="preserve">nute à peine à </w:t>
      </w:r>
      <w:proofErr w:type="spellStart"/>
      <w:r>
        <w:t>Brilo</w:t>
      </w:r>
      <w:proofErr w:type="spellEnd"/>
      <w:r>
        <w:t xml:space="preserve"> et à </w:t>
      </w:r>
      <w:proofErr w:type="spellStart"/>
      <w:r>
        <w:t>Jorry</w:t>
      </w:r>
      <w:proofErr w:type="spellEnd"/>
      <w:r>
        <w:t xml:space="preserve"> pour se rendre du corps de garde dans la cabine numéro 2</w:t>
      </w:r>
      <w:r w:rsidR="004B5A85">
        <w:t xml:space="preserve">, </w:t>
      </w:r>
      <w:r>
        <w:t>et pouvoir constater que la cabine numéro 3 était vide</w:t>
      </w:r>
      <w:r w:rsidR="004B5A85">
        <w:t xml:space="preserve">… </w:t>
      </w:r>
      <w:r>
        <w:t>Une minute de plus leur suffirait alors pour donner l</w:t>
      </w:r>
      <w:r w:rsidR="004B5A85">
        <w:t>’</w:t>
      </w:r>
      <w:r>
        <w:t>alarme</w:t>
      </w:r>
      <w:r w:rsidR="004B5A85">
        <w:t>…</w:t>
      </w:r>
    </w:p>
    <w:p w14:paraId="2E81CF4E" w14:textId="77777777" w:rsidR="004B5A85" w:rsidRDefault="004C389C" w:rsidP="004C389C">
      <w:r>
        <w:t>Et ce fut ce qui arriva</w:t>
      </w:r>
      <w:r w:rsidR="004B5A85">
        <w:t>.</w:t>
      </w:r>
    </w:p>
    <w:p w14:paraId="61974043" w14:textId="77777777" w:rsidR="004B5A85" w:rsidRDefault="004C389C" w:rsidP="004C389C">
      <w:r>
        <w:t>Au moment où</w:t>
      </w:r>
      <w:r w:rsidR="004B5A85">
        <w:t xml:space="preserve">, </w:t>
      </w:r>
      <w:r>
        <w:t>dans le canot</w:t>
      </w:r>
      <w:r w:rsidR="004B5A85">
        <w:t xml:space="preserve">, </w:t>
      </w:r>
      <w:r>
        <w:t>le commandant Martel se penchait pour atteindre le commutateur électrique et donner de la lumière</w:t>
      </w:r>
      <w:r w:rsidR="004B5A85">
        <w:t xml:space="preserve">, </w:t>
      </w:r>
      <w:r>
        <w:t>une bruyante sonnerie retentit au corps de garde</w:t>
      </w:r>
      <w:r w:rsidR="004B5A85">
        <w:t>.</w:t>
      </w:r>
    </w:p>
    <w:p w14:paraId="62438A1F" w14:textId="77777777" w:rsidR="004B5A85" w:rsidRDefault="004B5A85" w:rsidP="004C389C">
      <w:r>
        <w:t>— </w:t>
      </w:r>
      <w:r w:rsidR="004C389C">
        <w:t>Le signal d</w:t>
      </w:r>
      <w:r>
        <w:t>’</w:t>
      </w:r>
      <w:r w:rsidR="004C389C">
        <w:t>alarme</w:t>
      </w:r>
      <w:r>
        <w:t xml:space="preserve"> ! </w:t>
      </w:r>
      <w:r w:rsidR="004C389C">
        <w:t>fit Pierrot l</w:t>
      </w:r>
      <w:r>
        <w:t>’</w:t>
      </w:r>
      <w:r w:rsidR="004C389C">
        <w:t>Écureuil</w:t>
      </w:r>
      <w:r>
        <w:t xml:space="preserve">, </w:t>
      </w:r>
      <w:r w:rsidR="004C389C">
        <w:t>atterré</w:t>
      </w:r>
      <w:r>
        <w:t>.</w:t>
      </w:r>
    </w:p>
    <w:p w14:paraId="07A197E9" w14:textId="77777777" w:rsidR="004B5A85" w:rsidRDefault="004C389C" w:rsidP="004C389C">
      <w:r>
        <w:t>Brusquement</w:t>
      </w:r>
      <w:r w:rsidR="004B5A85">
        <w:t xml:space="preserve">, </w:t>
      </w:r>
      <w:r>
        <w:t>Ludovic Martel retira son bras sans avoir touché le commutateur</w:t>
      </w:r>
      <w:r w:rsidR="004B5A85">
        <w:t>.</w:t>
      </w:r>
    </w:p>
    <w:p w14:paraId="0165BDD7" w14:textId="77777777" w:rsidR="004B5A85" w:rsidRDefault="004C389C" w:rsidP="004C389C">
      <w:r>
        <w:t>Il ne s</w:t>
      </w:r>
      <w:r w:rsidR="004B5A85">
        <w:t>’</w:t>
      </w:r>
      <w:r>
        <w:t>agissait plus maintenant de donner de la lumière</w:t>
      </w:r>
      <w:r w:rsidR="004B5A85">
        <w:t xml:space="preserve">, </w:t>
      </w:r>
      <w:r>
        <w:t>de jeter les souliers</w:t>
      </w:r>
      <w:r w:rsidR="004B5A85">
        <w:t xml:space="preserve">, </w:t>
      </w:r>
      <w:r>
        <w:t>de coincer le panneau de fermeture</w:t>
      </w:r>
      <w:r w:rsidR="004B5A85">
        <w:t xml:space="preserve"> !… </w:t>
      </w:r>
      <w:r>
        <w:t>Il s</w:t>
      </w:r>
      <w:r w:rsidR="004B5A85">
        <w:t>’</w:t>
      </w:r>
      <w:r>
        <w:t>agissait de partir</w:t>
      </w:r>
      <w:r w:rsidR="004B5A85">
        <w:t xml:space="preserve">, </w:t>
      </w:r>
      <w:r>
        <w:t>tout de suite</w:t>
      </w:r>
      <w:r w:rsidR="004B5A85">
        <w:t xml:space="preserve">, </w:t>
      </w:r>
      <w:r>
        <w:t>instantanément</w:t>
      </w:r>
      <w:r w:rsidR="004B5A85">
        <w:t xml:space="preserve">, </w:t>
      </w:r>
      <w:r>
        <w:t>sans une s</w:t>
      </w:r>
      <w:r>
        <w:t>e</w:t>
      </w:r>
      <w:r>
        <w:t>conde de délai</w:t>
      </w:r>
      <w:r w:rsidR="004B5A85">
        <w:t>.</w:t>
      </w:r>
    </w:p>
    <w:p w14:paraId="5F5BF74F" w14:textId="77777777" w:rsidR="004B5A85" w:rsidRDefault="004B5A85" w:rsidP="004C389C">
      <w:r>
        <w:t>— </w:t>
      </w:r>
      <w:r w:rsidR="004C389C">
        <w:t>Vite</w:t>
      </w:r>
      <w:r>
        <w:t xml:space="preserve"> ! </w:t>
      </w:r>
      <w:r w:rsidR="004C389C">
        <w:t>fit le commandant avec sang-froid</w:t>
      </w:r>
      <w:r>
        <w:t xml:space="preserve">, </w:t>
      </w:r>
      <w:r w:rsidR="004C389C">
        <w:t>fermons le pa</w:t>
      </w:r>
      <w:r w:rsidR="004C389C">
        <w:t>n</w:t>
      </w:r>
      <w:r w:rsidR="004C389C">
        <w:t>neau du canot</w:t>
      </w:r>
      <w:r>
        <w:t xml:space="preserve">. </w:t>
      </w:r>
      <w:r w:rsidR="004C389C">
        <w:t>Celui du sous-marin se refermera automatiqu</w:t>
      </w:r>
      <w:r w:rsidR="004C389C">
        <w:t>e</w:t>
      </w:r>
      <w:r w:rsidR="004C389C">
        <w:t>ment</w:t>
      </w:r>
      <w:r>
        <w:t xml:space="preserve">. </w:t>
      </w:r>
      <w:r w:rsidR="004C389C">
        <w:t>Tant pis</w:t>
      </w:r>
      <w:r>
        <w:t xml:space="preserve">. </w:t>
      </w:r>
      <w:r w:rsidR="004C389C">
        <w:t>Ce sera la guerre</w:t>
      </w:r>
      <w:r>
        <w:t> !…</w:t>
      </w:r>
    </w:p>
    <w:p w14:paraId="2A5C23B8" w14:textId="77777777" w:rsidR="004B5A85" w:rsidRDefault="004C389C" w:rsidP="004C389C">
      <w:r>
        <w:t>Tout en parlant</w:t>
      </w:r>
      <w:r w:rsidR="004B5A85">
        <w:t xml:space="preserve">, </w:t>
      </w:r>
      <w:r>
        <w:t>aidé dans l</w:t>
      </w:r>
      <w:r w:rsidR="004B5A85">
        <w:t>’</w:t>
      </w:r>
      <w:r>
        <w:t>obscurité par Pierrot l</w:t>
      </w:r>
      <w:r w:rsidR="004B5A85">
        <w:t>’</w:t>
      </w:r>
      <w:r>
        <w:t>Écureuil</w:t>
      </w:r>
      <w:r w:rsidR="004B5A85">
        <w:t xml:space="preserve">, </w:t>
      </w:r>
      <w:r>
        <w:t>l</w:t>
      </w:r>
      <w:r w:rsidR="004B5A85">
        <w:t>’</w:t>
      </w:r>
      <w:r>
        <w:t>officier avait rabattu le panneau du canot</w:t>
      </w:r>
      <w:r w:rsidR="004B5A85">
        <w:t xml:space="preserve">, </w:t>
      </w:r>
      <w:r>
        <w:t>et ils le boulo</w:t>
      </w:r>
      <w:r>
        <w:t>n</w:t>
      </w:r>
      <w:r>
        <w:t>naient</w:t>
      </w:r>
      <w:r w:rsidR="004B5A85">
        <w:t xml:space="preserve">. </w:t>
      </w:r>
      <w:r>
        <w:t>Puis</w:t>
      </w:r>
      <w:r w:rsidR="004B5A85">
        <w:t xml:space="preserve">, </w:t>
      </w:r>
      <w:r>
        <w:t>tous deux ensemble</w:t>
      </w:r>
      <w:r w:rsidR="004B5A85">
        <w:t xml:space="preserve">, </w:t>
      </w:r>
      <w:r>
        <w:t xml:space="preserve">ils larguèrent les boulons qui retenaient le canot à la coque du </w:t>
      </w:r>
      <w:r>
        <w:rPr>
          <w:i/>
          <w:iCs/>
        </w:rPr>
        <w:t>Nyctalope</w:t>
      </w:r>
      <w:r w:rsidR="004B5A85">
        <w:rPr>
          <w:i/>
          <w:iCs/>
        </w:rPr>
        <w:t xml:space="preserve">, </w:t>
      </w:r>
      <w:r>
        <w:t>et</w:t>
      </w:r>
      <w:r w:rsidR="004B5A85">
        <w:t xml:space="preserve">, </w:t>
      </w:r>
      <w:r>
        <w:t>tout à coup</w:t>
      </w:r>
      <w:r w:rsidR="004B5A85">
        <w:t xml:space="preserve">, </w:t>
      </w:r>
      <w:r>
        <w:t>une forte secousse les jeta l</w:t>
      </w:r>
      <w:r w:rsidR="004B5A85">
        <w:t>’</w:t>
      </w:r>
      <w:r>
        <w:t>un sur l</w:t>
      </w:r>
      <w:r w:rsidR="004B5A85">
        <w:t>’</w:t>
      </w:r>
      <w:r>
        <w:t>autre</w:t>
      </w:r>
      <w:r w:rsidR="004B5A85">
        <w:t xml:space="preserve"> : </w:t>
      </w:r>
      <w:r>
        <w:t>délivré</w:t>
      </w:r>
      <w:r w:rsidR="004B5A85">
        <w:t xml:space="preserve">, </w:t>
      </w:r>
      <w:r>
        <w:t>le canot montait d</w:t>
      </w:r>
      <w:r w:rsidR="004B5A85">
        <w:t>’</w:t>
      </w:r>
      <w:r>
        <w:t>un bond à la surface de l</w:t>
      </w:r>
      <w:r w:rsidR="004B5A85">
        <w:t>’</w:t>
      </w:r>
      <w:r>
        <w:t>océan</w:t>
      </w:r>
      <w:r w:rsidR="004B5A85">
        <w:t xml:space="preserve">. </w:t>
      </w:r>
      <w:r>
        <w:t>Il ne s</w:t>
      </w:r>
      <w:r w:rsidR="004B5A85">
        <w:t>’</w:t>
      </w:r>
      <w:r>
        <w:t>était pas écoulé trente secondes depuis le retentissement du signal d</w:t>
      </w:r>
      <w:r w:rsidR="004B5A85">
        <w:t>’</w:t>
      </w:r>
      <w:r>
        <w:t>alarme</w:t>
      </w:r>
      <w:r w:rsidR="004B5A85">
        <w:t> !…</w:t>
      </w:r>
    </w:p>
    <w:p w14:paraId="5E743D97" w14:textId="77777777" w:rsidR="004B5A85" w:rsidRDefault="004C389C" w:rsidP="004C389C">
      <w:r>
        <w:t>Une autre secousse</w:t>
      </w:r>
      <w:r w:rsidR="004B5A85">
        <w:t xml:space="preserve">, </w:t>
      </w:r>
      <w:r>
        <w:t>plus violente</w:t>
      </w:r>
      <w:r w:rsidR="004B5A85">
        <w:t xml:space="preserve">, </w:t>
      </w:r>
      <w:r>
        <w:t>rejeta encore l</w:t>
      </w:r>
      <w:r w:rsidR="004B5A85">
        <w:t>’</w:t>
      </w:r>
      <w:r>
        <w:t>un sur l</w:t>
      </w:r>
      <w:r w:rsidR="004B5A85">
        <w:t>’</w:t>
      </w:r>
      <w:r>
        <w:t>autre les deux évadés</w:t>
      </w:r>
      <w:r w:rsidR="004B5A85">
        <w:t xml:space="preserve">. </w:t>
      </w:r>
      <w:r>
        <w:t>Ils comprirent ce qui arrivait</w:t>
      </w:r>
      <w:r w:rsidR="004B5A85">
        <w:t xml:space="preserve"> : </w:t>
      </w:r>
      <w:r>
        <w:t xml:space="preserve">jailli </w:t>
      </w:r>
      <w:r>
        <w:lastRenderedPageBreak/>
        <w:t>hors de l</w:t>
      </w:r>
      <w:r w:rsidR="004B5A85">
        <w:t>’</w:t>
      </w:r>
      <w:r>
        <w:t>eau en raison de sa force ascensionnelle</w:t>
      </w:r>
      <w:r w:rsidR="004B5A85">
        <w:t xml:space="preserve">, </w:t>
      </w:r>
      <w:r>
        <w:t>le canot retombait sur les vagues</w:t>
      </w:r>
      <w:r w:rsidR="004B5A85">
        <w:t>.</w:t>
      </w:r>
    </w:p>
    <w:p w14:paraId="3925ED52" w14:textId="77777777" w:rsidR="004B5A85" w:rsidRDefault="004B5A85" w:rsidP="004C389C">
      <w:r>
        <w:t>— </w:t>
      </w:r>
      <w:r w:rsidR="004C389C">
        <w:t>L</w:t>
      </w:r>
      <w:r>
        <w:t>’</w:t>
      </w:r>
      <w:r w:rsidR="004C389C">
        <w:t>écoutille</w:t>
      </w:r>
      <w:r>
        <w:t xml:space="preserve"> ! </w:t>
      </w:r>
      <w:r w:rsidR="004C389C">
        <w:t>cria Ludovic Martel</w:t>
      </w:r>
      <w:r>
        <w:t xml:space="preserve">, </w:t>
      </w:r>
      <w:r w:rsidR="004C389C">
        <w:t>rudement</w:t>
      </w:r>
      <w:r>
        <w:t>.</w:t>
      </w:r>
    </w:p>
    <w:p w14:paraId="5C5BEAA6" w14:textId="77777777" w:rsidR="004B5A85" w:rsidRDefault="004B5A85" w:rsidP="004C389C">
      <w:r>
        <w:t>— </w:t>
      </w:r>
      <w:r w:rsidR="004C389C">
        <w:t>Oui</w:t>
      </w:r>
      <w:r>
        <w:t xml:space="preserve">, </w:t>
      </w:r>
      <w:proofErr w:type="spellStart"/>
      <w:r w:rsidR="004C389C">
        <w:t>cap</w:t>
      </w:r>
      <w:r>
        <w:t>’</w:t>
      </w:r>
      <w:r w:rsidR="004C389C">
        <w:t>taine</w:t>
      </w:r>
      <w:proofErr w:type="spellEnd"/>
      <w:r>
        <w:t>.</w:t>
      </w:r>
    </w:p>
    <w:p w14:paraId="06FF2CBD" w14:textId="77777777" w:rsidR="004B5A85" w:rsidRDefault="004C389C" w:rsidP="004C389C">
      <w:r>
        <w:t>Il y eut un crissement d</w:t>
      </w:r>
      <w:r w:rsidR="004B5A85">
        <w:t>’</w:t>
      </w:r>
      <w:r>
        <w:t>acier</w:t>
      </w:r>
      <w:r w:rsidR="004B5A85">
        <w:t xml:space="preserve">, </w:t>
      </w:r>
      <w:r>
        <w:t>une poussée sur une plaque</w:t>
      </w:r>
      <w:r w:rsidR="004B5A85">
        <w:t xml:space="preserve">, </w:t>
      </w:r>
      <w:r>
        <w:t>et dans le pont du canot se fit une longue et large ouverture re</w:t>
      </w:r>
      <w:r>
        <w:t>c</w:t>
      </w:r>
      <w:r>
        <w:t>tangulaire</w:t>
      </w:r>
      <w:r w:rsidR="004B5A85">
        <w:t xml:space="preserve">, </w:t>
      </w:r>
      <w:r>
        <w:t>par où le ciel immense apparut</w:t>
      </w:r>
      <w:r w:rsidR="004B5A85">
        <w:t xml:space="preserve">, </w:t>
      </w:r>
      <w:r>
        <w:t>illuminé d</w:t>
      </w:r>
      <w:r w:rsidR="004B5A85">
        <w:t>’</w:t>
      </w:r>
      <w:r>
        <w:t>étoiles</w:t>
      </w:r>
      <w:r w:rsidR="004B5A85">
        <w:t>…</w:t>
      </w:r>
    </w:p>
    <w:p w14:paraId="45AD0AA5" w14:textId="77777777" w:rsidR="004B5A85" w:rsidRDefault="004B5A85" w:rsidP="004C389C">
      <w:r>
        <w:t>— </w:t>
      </w:r>
      <w:r w:rsidR="004C389C">
        <w:t>Les avirons</w:t>
      </w:r>
      <w:r>
        <w:t xml:space="preserve"> ! </w:t>
      </w:r>
      <w:r w:rsidR="004C389C">
        <w:t>fit le commandant</w:t>
      </w:r>
      <w:r>
        <w:t xml:space="preserve">, </w:t>
      </w:r>
      <w:r w:rsidR="004C389C">
        <w:t>de la même voix rude</w:t>
      </w:r>
      <w:r>
        <w:t>.</w:t>
      </w:r>
    </w:p>
    <w:p w14:paraId="780CFDE0" w14:textId="77777777" w:rsidR="004B5A85" w:rsidRDefault="004B5A85" w:rsidP="004C389C">
      <w:r>
        <w:t>— </w:t>
      </w:r>
      <w:r w:rsidR="004C389C">
        <w:t>Oui</w:t>
      </w:r>
      <w:r>
        <w:t xml:space="preserve">, </w:t>
      </w:r>
      <w:proofErr w:type="spellStart"/>
      <w:r w:rsidR="004C389C">
        <w:t>cap</w:t>
      </w:r>
      <w:r>
        <w:t>’</w:t>
      </w:r>
      <w:r w:rsidR="004C389C">
        <w:t>taine</w:t>
      </w:r>
      <w:proofErr w:type="spellEnd"/>
      <w:r>
        <w:t>.</w:t>
      </w:r>
    </w:p>
    <w:p w14:paraId="7F811DAA" w14:textId="77777777" w:rsidR="004B5A85" w:rsidRDefault="004C389C" w:rsidP="004C389C">
      <w:r>
        <w:t>Et en un instant</w:t>
      </w:r>
      <w:r w:rsidR="004B5A85">
        <w:t xml:space="preserve">, </w:t>
      </w:r>
      <w:r>
        <w:t>les quatre avirons</w:t>
      </w:r>
      <w:r w:rsidR="004B5A85">
        <w:t xml:space="preserve">, </w:t>
      </w:r>
      <w:r>
        <w:t>dont était muni le c</w:t>
      </w:r>
      <w:r>
        <w:t>a</w:t>
      </w:r>
      <w:r>
        <w:t>not</w:t>
      </w:r>
      <w:r w:rsidR="004B5A85">
        <w:t xml:space="preserve">, </w:t>
      </w:r>
      <w:r>
        <w:t>furent accrochés à leurs tolets</w:t>
      </w:r>
      <w:r w:rsidR="004B5A85">
        <w:t>…</w:t>
      </w:r>
    </w:p>
    <w:p w14:paraId="41743752" w14:textId="77777777" w:rsidR="004B5A85" w:rsidRDefault="004B5A85" w:rsidP="004C389C">
      <w:r>
        <w:t>— </w:t>
      </w:r>
      <w:r w:rsidR="004C389C">
        <w:t>Là-bas</w:t>
      </w:r>
      <w:r>
        <w:t xml:space="preserve">, </w:t>
      </w:r>
      <w:r w:rsidR="004C389C">
        <w:t>fit l</w:t>
      </w:r>
      <w:r>
        <w:t>’</w:t>
      </w:r>
      <w:r w:rsidR="004C389C">
        <w:t>officier en tendant les bras</w:t>
      </w:r>
      <w:r>
        <w:t xml:space="preserve">, </w:t>
      </w:r>
      <w:r w:rsidR="004C389C">
        <w:t>un phare</w:t>
      </w:r>
      <w:r>
        <w:t xml:space="preserve">. </w:t>
      </w:r>
      <w:r w:rsidR="004C389C">
        <w:t>V</w:t>
      </w:r>
      <w:r w:rsidR="004C389C">
        <w:t>o</w:t>
      </w:r>
      <w:r w:rsidR="004C389C">
        <w:t>guons</w:t>
      </w:r>
      <w:r>
        <w:t> !…</w:t>
      </w:r>
    </w:p>
    <w:p w14:paraId="69E2662E" w14:textId="77777777" w:rsidR="004B5A85" w:rsidRDefault="004C389C" w:rsidP="004C389C">
      <w:r>
        <w:t>En effet</w:t>
      </w:r>
      <w:r w:rsidR="004B5A85">
        <w:t xml:space="preserve">, </w:t>
      </w:r>
      <w:r>
        <w:t>dans la nuit</w:t>
      </w:r>
      <w:r w:rsidR="004B5A85">
        <w:t xml:space="preserve">, </w:t>
      </w:r>
      <w:r>
        <w:t>à l</w:t>
      </w:r>
      <w:r w:rsidR="004B5A85">
        <w:t>’</w:t>
      </w:r>
      <w:r>
        <w:t>ouest</w:t>
      </w:r>
      <w:r w:rsidR="004B5A85">
        <w:t xml:space="preserve">, </w:t>
      </w:r>
      <w:r>
        <w:t>une lueur intermittente était comme un œil tantôt blanc</w:t>
      </w:r>
      <w:r w:rsidR="004B5A85">
        <w:t xml:space="preserve">, </w:t>
      </w:r>
      <w:r>
        <w:t>tantôt rouge</w:t>
      </w:r>
      <w:r w:rsidR="004B5A85">
        <w:t xml:space="preserve">, </w:t>
      </w:r>
      <w:r>
        <w:t>qui s</w:t>
      </w:r>
      <w:r w:rsidR="004B5A85">
        <w:t>’</w:t>
      </w:r>
      <w:r>
        <w:t>ouvrait et se fermait dans les ténèbres</w:t>
      </w:r>
      <w:r w:rsidR="004B5A85">
        <w:t xml:space="preserve">. </w:t>
      </w:r>
      <w:r>
        <w:t>C</w:t>
      </w:r>
      <w:r w:rsidR="004B5A85">
        <w:t>’</w:t>
      </w:r>
      <w:r>
        <w:t>était un phare</w:t>
      </w:r>
      <w:r w:rsidR="004B5A85">
        <w:t xml:space="preserve">. </w:t>
      </w:r>
      <w:r>
        <w:t>De quel côté</w:t>
      </w:r>
      <w:r w:rsidR="004B5A85">
        <w:t xml:space="preserve"> ? </w:t>
      </w:r>
      <w:r>
        <w:t>Les deux fugitifs n</w:t>
      </w:r>
      <w:r w:rsidR="004B5A85">
        <w:t>’</w:t>
      </w:r>
      <w:r>
        <w:t>auraient su le dire</w:t>
      </w:r>
      <w:r w:rsidR="004B5A85">
        <w:t>.</w:t>
      </w:r>
    </w:p>
    <w:p w14:paraId="47A528EE" w14:textId="77777777" w:rsidR="004B5A85" w:rsidRDefault="004C389C" w:rsidP="004C389C">
      <w:r>
        <w:t>Mais qu</w:t>
      </w:r>
      <w:r w:rsidR="004B5A85">
        <w:t>’</w:t>
      </w:r>
      <w:r>
        <w:t>importaient la situation géographique</w:t>
      </w:r>
      <w:r w:rsidR="004B5A85">
        <w:t xml:space="preserve">, </w:t>
      </w:r>
      <w:r>
        <w:t>la dénom</w:t>
      </w:r>
      <w:r>
        <w:t>i</w:t>
      </w:r>
      <w:r>
        <w:t>nation politique de la côte</w:t>
      </w:r>
      <w:r w:rsidR="004B5A85">
        <w:t xml:space="preserve"> ?… </w:t>
      </w:r>
      <w:r>
        <w:t>Que ce fût dans l</w:t>
      </w:r>
      <w:r w:rsidR="004B5A85">
        <w:t>’</w:t>
      </w:r>
      <w:r>
        <w:t>Ancien ou le Nouveau Monde</w:t>
      </w:r>
      <w:r w:rsidR="004B5A85">
        <w:t xml:space="preserve">, </w:t>
      </w:r>
      <w:r>
        <w:t>c</w:t>
      </w:r>
      <w:r w:rsidR="004B5A85">
        <w:t>’</w:t>
      </w:r>
      <w:r>
        <w:t>était un pays</w:t>
      </w:r>
      <w:r w:rsidR="004B5A85">
        <w:t xml:space="preserve">, </w:t>
      </w:r>
      <w:r>
        <w:t>un pays civilisé</w:t>
      </w:r>
      <w:r w:rsidR="004B5A85">
        <w:t xml:space="preserve">, </w:t>
      </w:r>
      <w:r>
        <w:t>policé</w:t>
      </w:r>
      <w:r w:rsidR="004B5A85">
        <w:t xml:space="preserve"> ; </w:t>
      </w:r>
      <w:r>
        <w:t>un pays où l</w:t>
      </w:r>
      <w:r w:rsidR="004B5A85">
        <w:t>’</w:t>
      </w:r>
      <w:r>
        <w:t>on ne trouverait pas de pirates</w:t>
      </w:r>
      <w:r w:rsidR="004B5A85">
        <w:t>.</w:t>
      </w:r>
    </w:p>
    <w:p w14:paraId="35C9E00D" w14:textId="77777777" w:rsidR="004B5A85" w:rsidRDefault="004C389C" w:rsidP="004C389C">
      <w:r>
        <w:t>Et ce phare</w:t>
      </w:r>
      <w:r w:rsidR="004B5A85">
        <w:t xml:space="preserve">, </w:t>
      </w:r>
      <w:r>
        <w:t>là-bas</w:t>
      </w:r>
      <w:r w:rsidR="004B5A85">
        <w:t xml:space="preserve">, </w:t>
      </w:r>
      <w:r>
        <w:t>ce phare mystérieux</w:t>
      </w:r>
      <w:r w:rsidR="004B5A85">
        <w:t xml:space="preserve">, </w:t>
      </w:r>
      <w:r>
        <w:t>c</w:t>
      </w:r>
      <w:r w:rsidR="004B5A85">
        <w:t>’</w:t>
      </w:r>
      <w:r>
        <w:t>était le salut</w:t>
      </w:r>
      <w:r w:rsidR="004B5A85">
        <w:t> !…</w:t>
      </w:r>
    </w:p>
    <w:p w14:paraId="078043EE" w14:textId="77777777" w:rsidR="004B5A85" w:rsidRDefault="004B5A85" w:rsidP="004C389C">
      <w:r>
        <w:t>— </w:t>
      </w:r>
      <w:r w:rsidR="004C389C">
        <w:t>Voguons</w:t>
      </w:r>
      <w:r>
        <w:t xml:space="preserve"> ! </w:t>
      </w:r>
      <w:r w:rsidR="004C389C">
        <w:t>voguons</w:t>
      </w:r>
      <w:r>
        <w:t xml:space="preserve"> ! </w:t>
      </w:r>
      <w:r w:rsidR="004C389C">
        <w:t>faisait Ludovic Martel</w:t>
      </w:r>
      <w:r>
        <w:t xml:space="preserve">, </w:t>
      </w:r>
      <w:r w:rsidR="004C389C">
        <w:t>exalté</w:t>
      </w:r>
      <w:r>
        <w:t>.</w:t>
      </w:r>
    </w:p>
    <w:p w14:paraId="396EE75F" w14:textId="77777777" w:rsidR="004B5A85" w:rsidRDefault="004C389C" w:rsidP="004C389C">
      <w:r>
        <w:lastRenderedPageBreak/>
        <w:t>En cadence</w:t>
      </w:r>
      <w:r w:rsidR="004B5A85">
        <w:t xml:space="preserve">, </w:t>
      </w:r>
      <w:r>
        <w:t>mais avec une fébrilité visible</w:t>
      </w:r>
      <w:r w:rsidR="004B5A85">
        <w:t xml:space="preserve">, </w:t>
      </w:r>
      <w:r>
        <w:t>l</w:t>
      </w:r>
      <w:r w:rsidR="004B5A85">
        <w:t>’</w:t>
      </w:r>
      <w:r>
        <w:t>officier et le mousse maniaient les avirons</w:t>
      </w:r>
      <w:r w:rsidR="004B5A85">
        <w:t xml:space="preserve">, </w:t>
      </w:r>
      <w:r>
        <w:t>et le léger canot d</w:t>
      </w:r>
      <w:r w:rsidR="004B5A85">
        <w:t>’</w:t>
      </w:r>
      <w:r>
        <w:t>aluminium v</w:t>
      </w:r>
      <w:r>
        <w:t>o</w:t>
      </w:r>
      <w:r>
        <w:t>lait sur l</w:t>
      </w:r>
      <w:r w:rsidR="004B5A85">
        <w:t>’</w:t>
      </w:r>
      <w:r>
        <w:t>eau</w:t>
      </w:r>
      <w:r w:rsidR="004B5A85">
        <w:t xml:space="preserve">, </w:t>
      </w:r>
      <w:r>
        <w:t>sur cet océan dont les vagues arrondies et calmes semblaient se faire les bienveillantes complices des fugitifs</w:t>
      </w:r>
      <w:r w:rsidR="004B5A85">
        <w:t>.</w:t>
      </w:r>
    </w:p>
    <w:p w14:paraId="4AE20AB8" w14:textId="77777777" w:rsidR="004B5A85" w:rsidRDefault="004C389C" w:rsidP="004C389C">
      <w:r>
        <w:t>Pas de vent</w:t>
      </w:r>
      <w:r w:rsidR="004B5A85">
        <w:t xml:space="preserve">, </w:t>
      </w:r>
      <w:r>
        <w:t>pas de houle</w:t>
      </w:r>
      <w:r w:rsidR="004B5A85">
        <w:t xml:space="preserve"> : </w:t>
      </w:r>
      <w:r>
        <w:t>c</w:t>
      </w:r>
      <w:r w:rsidR="004B5A85">
        <w:t>’</w:t>
      </w:r>
      <w:r>
        <w:t>était un temps idéal</w:t>
      </w:r>
      <w:r w:rsidR="004B5A85">
        <w:t> !</w:t>
      </w:r>
    </w:p>
    <w:p w14:paraId="1E55033F" w14:textId="77777777" w:rsidR="004B5A85" w:rsidRDefault="004C389C" w:rsidP="004C389C">
      <w:r>
        <w:t>Mais</w:t>
      </w:r>
      <w:r w:rsidR="004B5A85">
        <w:t xml:space="preserve">, </w:t>
      </w:r>
      <w:r>
        <w:t>tout à coup</w:t>
      </w:r>
      <w:r w:rsidR="004B5A85">
        <w:t xml:space="preserve">, </w:t>
      </w:r>
      <w:r>
        <w:t>sans cesser de ramer</w:t>
      </w:r>
      <w:r w:rsidR="004B5A85">
        <w:t xml:space="preserve">, </w:t>
      </w:r>
      <w:r>
        <w:t>l</w:t>
      </w:r>
      <w:r w:rsidR="004B5A85">
        <w:t>’</w:t>
      </w:r>
      <w:r>
        <w:t>officier murm</w:t>
      </w:r>
      <w:r>
        <w:t>u</w:t>
      </w:r>
      <w:r>
        <w:t>ra</w:t>
      </w:r>
      <w:r w:rsidR="004B5A85">
        <w:t> :</w:t>
      </w:r>
    </w:p>
    <w:p w14:paraId="0CD5EC10" w14:textId="77777777" w:rsidR="004B5A85" w:rsidRDefault="004B5A85" w:rsidP="004C389C">
      <w:r>
        <w:t>— </w:t>
      </w:r>
      <w:r w:rsidR="004C389C">
        <w:t>Ils vont s</w:t>
      </w:r>
      <w:r>
        <w:t>’</w:t>
      </w:r>
      <w:r w:rsidR="004C389C">
        <w:t>apercevoir que nous nous sommes évadés avec le canot</w:t>
      </w:r>
      <w:r>
        <w:t>…</w:t>
      </w:r>
    </w:p>
    <w:p w14:paraId="466AB34F" w14:textId="77777777" w:rsidR="004B5A85" w:rsidRDefault="004B5A85" w:rsidP="004C389C">
      <w:r>
        <w:t>— </w:t>
      </w:r>
      <w:r w:rsidR="004C389C">
        <w:t>Eh bien</w:t>
      </w:r>
      <w:r>
        <w:t xml:space="preserve"> ? </w:t>
      </w:r>
      <w:r w:rsidR="004C389C">
        <w:t>fit le mousse</w:t>
      </w:r>
      <w:r>
        <w:t xml:space="preserve">, </w:t>
      </w:r>
      <w:r w:rsidR="004C389C">
        <w:t>froidement</w:t>
      </w:r>
      <w:r>
        <w:t>.</w:t>
      </w:r>
    </w:p>
    <w:p w14:paraId="3D1818EC" w14:textId="77777777" w:rsidR="004B5A85" w:rsidRDefault="004B5A85" w:rsidP="004C389C">
      <w:r>
        <w:t>— </w:t>
      </w:r>
      <w:r w:rsidR="004C389C">
        <w:t>Ils remonteront à la surface</w:t>
      </w:r>
      <w:r>
        <w:t xml:space="preserve">, </w:t>
      </w:r>
      <w:r w:rsidR="004C389C">
        <w:t>fouilleront la nuit avec les projecteurs</w:t>
      </w:r>
      <w:r>
        <w:t>…</w:t>
      </w:r>
    </w:p>
    <w:p w14:paraId="4C8DB66B" w14:textId="77777777" w:rsidR="004B5A85" w:rsidRDefault="004B5A85" w:rsidP="004C389C">
      <w:r>
        <w:t>— </w:t>
      </w:r>
      <w:r w:rsidR="004C389C">
        <w:t>Ils nous découvriront</w:t>
      </w:r>
      <w:r>
        <w:t xml:space="preserve">, </w:t>
      </w:r>
      <w:r w:rsidR="004C389C">
        <w:t>continua impassiblement le g</w:t>
      </w:r>
      <w:r w:rsidR="004C389C">
        <w:t>a</w:t>
      </w:r>
      <w:r w:rsidR="004C389C">
        <w:t>min</w:t>
      </w:r>
      <w:r>
        <w:t xml:space="preserve">, </w:t>
      </w:r>
      <w:r w:rsidR="004C389C">
        <w:t>et ils nous donneront la chasse</w:t>
      </w:r>
      <w:r>
        <w:t>…</w:t>
      </w:r>
    </w:p>
    <w:p w14:paraId="462CB140" w14:textId="77777777" w:rsidR="004B5A85" w:rsidRDefault="004B5A85" w:rsidP="004C389C">
      <w:r>
        <w:t>— </w:t>
      </w:r>
      <w:r w:rsidR="004C389C">
        <w:t>C</w:t>
      </w:r>
      <w:r>
        <w:t>’</w:t>
      </w:r>
      <w:r w:rsidR="004C389C">
        <w:t>est-à-dire</w:t>
      </w:r>
      <w:r>
        <w:t xml:space="preserve">, </w:t>
      </w:r>
      <w:r w:rsidR="004C389C">
        <w:t>compléta Ludovic Martel</w:t>
      </w:r>
      <w:r>
        <w:t xml:space="preserve">, </w:t>
      </w:r>
      <w:r w:rsidR="004C389C">
        <w:t>qu</w:t>
      </w:r>
      <w:r>
        <w:t>’</w:t>
      </w:r>
      <w:r w:rsidR="004C389C">
        <w:t>en trois m</w:t>
      </w:r>
      <w:r w:rsidR="004C389C">
        <w:t>i</w:t>
      </w:r>
      <w:r w:rsidR="004C389C">
        <w:t>nutes</w:t>
      </w:r>
      <w:r>
        <w:t xml:space="preserve">, </w:t>
      </w:r>
      <w:r w:rsidR="004C389C">
        <w:t>ils seront sur nous</w:t>
      </w:r>
      <w:r>
        <w:t> !…</w:t>
      </w:r>
    </w:p>
    <w:p w14:paraId="6D9ECB94" w14:textId="77777777" w:rsidR="004B5A85" w:rsidRDefault="004B5A85" w:rsidP="004C389C">
      <w:r>
        <w:t>— </w:t>
      </w:r>
      <w:r w:rsidR="004C389C">
        <w:t>Et vous n</w:t>
      </w:r>
      <w:r>
        <w:t>’</w:t>
      </w:r>
      <w:r w:rsidR="004C389C">
        <w:t>aviez pas pensé à cela</w:t>
      </w:r>
      <w:r>
        <w:t xml:space="preserve">, </w:t>
      </w:r>
      <w:r w:rsidR="004C389C">
        <w:t xml:space="preserve">mon </w:t>
      </w:r>
      <w:proofErr w:type="spellStart"/>
      <w:r w:rsidR="004C389C">
        <w:t>cap</w:t>
      </w:r>
      <w:r>
        <w:t>’</w:t>
      </w:r>
      <w:r w:rsidR="004C389C">
        <w:t>taine</w:t>
      </w:r>
      <w:proofErr w:type="spellEnd"/>
      <w:r>
        <w:t xml:space="preserve"> ? </w:t>
      </w:r>
      <w:r w:rsidR="004C389C">
        <w:t>dema</w:t>
      </w:r>
      <w:r w:rsidR="004C389C">
        <w:t>n</w:t>
      </w:r>
      <w:r w:rsidR="004C389C">
        <w:t>da Pierrot l</w:t>
      </w:r>
      <w:r>
        <w:t>’</w:t>
      </w:r>
      <w:r w:rsidR="004C389C">
        <w:t>Écureuil avec un sérieux qui aurait été comique en des circonstances moins pleines de périls</w:t>
      </w:r>
      <w:r>
        <w:t>…</w:t>
      </w:r>
    </w:p>
    <w:p w14:paraId="6E0C27B0" w14:textId="77777777" w:rsidR="004B5A85" w:rsidRDefault="004B5A85" w:rsidP="004C389C">
      <w:r>
        <w:t>— </w:t>
      </w:r>
      <w:r w:rsidR="004C389C">
        <w:t>Ma foi non</w:t>
      </w:r>
      <w:r>
        <w:t xml:space="preserve">, </w:t>
      </w:r>
      <w:r w:rsidR="004C389C">
        <w:t>mon petit</w:t>
      </w:r>
      <w:r>
        <w:t> !</w:t>
      </w:r>
    </w:p>
    <w:p w14:paraId="497CFB42" w14:textId="77777777" w:rsidR="004B5A85" w:rsidRDefault="004B5A85" w:rsidP="004C389C">
      <w:r>
        <w:t>— </w:t>
      </w:r>
      <w:r w:rsidR="004C389C">
        <w:t>Eh bien</w:t>
      </w:r>
      <w:r>
        <w:t xml:space="preserve"> ! </w:t>
      </w:r>
      <w:proofErr w:type="spellStart"/>
      <w:r w:rsidR="004C389C">
        <w:t>cap</w:t>
      </w:r>
      <w:r>
        <w:t>’</w:t>
      </w:r>
      <w:r w:rsidR="004C389C">
        <w:t>taine</w:t>
      </w:r>
      <w:proofErr w:type="spellEnd"/>
      <w:r>
        <w:t xml:space="preserve">, </w:t>
      </w:r>
      <w:r w:rsidR="004C389C">
        <w:t>s</w:t>
      </w:r>
      <w:r>
        <w:t>’</w:t>
      </w:r>
      <w:r w:rsidR="004C389C">
        <w:t>écria le mousse avec un naïf orgueil</w:t>
      </w:r>
      <w:r>
        <w:t xml:space="preserve">, </w:t>
      </w:r>
      <w:r w:rsidR="004C389C">
        <w:t>j</w:t>
      </w:r>
      <w:r>
        <w:t>’</w:t>
      </w:r>
      <w:r w:rsidR="004C389C">
        <w:t>y ai pensé</w:t>
      </w:r>
      <w:r>
        <w:t xml:space="preserve">, </w:t>
      </w:r>
      <w:r w:rsidR="004C389C">
        <w:t>moi</w:t>
      </w:r>
      <w:r>
        <w:t xml:space="preserve">, </w:t>
      </w:r>
      <w:r w:rsidR="004C389C">
        <w:t>et j</w:t>
      </w:r>
      <w:r>
        <w:t>’</w:t>
      </w:r>
      <w:r w:rsidR="004C389C">
        <w:t>ai mon idée</w:t>
      </w:r>
      <w:r>
        <w:t>…</w:t>
      </w:r>
    </w:p>
    <w:p w14:paraId="0E1854AE" w14:textId="77777777" w:rsidR="004B5A85" w:rsidRDefault="004B5A85" w:rsidP="004C389C">
      <w:r>
        <w:t>— </w:t>
      </w:r>
      <w:r w:rsidR="004C389C">
        <w:t>Laquelle</w:t>
      </w:r>
      <w:r>
        <w:t xml:space="preserve"> ? </w:t>
      </w:r>
      <w:r w:rsidR="004C389C">
        <w:t>demanda l</w:t>
      </w:r>
      <w:r>
        <w:t>’</w:t>
      </w:r>
      <w:r w:rsidR="004C389C">
        <w:t>officier</w:t>
      </w:r>
      <w:r>
        <w:t xml:space="preserve">, </w:t>
      </w:r>
      <w:r w:rsidR="004C389C">
        <w:t>surpris</w:t>
      </w:r>
      <w:r>
        <w:t>.</w:t>
      </w:r>
    </w:p>
    <w:p w14:paraId="6F9C12A1" w14:textId="77777777" w:rsidR="004B5A85" w:rsidRDefault="004C389C" w:rsidP="004C389C">
      <w:r>
        <w:t>Au lieu de répondre</w:t>
      </w:r>
      <w:r w:rsidR="004B5A85">
        <w:t xml:space="preserve">, </w:t>
      </w:r>
      <w:r>
        <w:t>et toujours ramant avec vigueur</w:t>
      </w:r>
      <w:r w:rsidR="004B5A85">
        <w:t xml:space="preserve">, </w:t>
      </w:r>
      <w:r>
        <w:t>Pie</w:t>
      </w:r>
      <w:r>
        <w:t>r</w:t>
      </w:r>
      <w:r>
        <w:t>rot l</w:t>
      </w:r>
      <w:r w:rsidR="004B5A85">
        <w:t>’</w:t>
      </w:r>
      <w:r>
        <w:t>Écureuil osa interroger le capitaine</w:t>
      </w:r>
      <w:r w:rsidR="004B5A85">
        <w:t>.</w:t>
      </w:r>
    </w:p>
    <w:p w14:paraId="40E514BE" w14:textId="77777777" w:rsidR="004B5A85" w:rsidRDefault="004B5A85" w:rsidP="004C389C">
      <w:r>
        <w:lastRenderedPageBreak/>
        <w:t>— </w:t>
      </w:r>
      <w:r w:rsidR="004C389C">
        <w:t>À combien de distance croyez-vous que nous soyons de ce phare</w:t>
      </w:r>
      <w:r>
        <w:t xml:space="preserve">, </w:t>
      </w:r>
      <w:proofErr w:type="spellStart"/>
      <w:r w:rsidR="004C389C">
        <w:t>cap</w:t>
      </w:r>
      <w:r>
        <w:t>’</w:t>
      </w:r>
      <w:r w:rsidR="004C389C">
        <w:t>taine</w:t>
      </w:r>
      <w:proofErr w:type="spellEnd"/>
      <w:r>
        <w:t> ?</w:t>
      </w:r>
    </w:p>
    <w:p w14:paraId="1C47FF16" w14:textId="77777777" w:rsidR="004B5A85" w:rsidRDefault="004B5A85" w:rsidP="004C389C">
      <w:r>
        <w:t>— </w:t>
      </w:r>
      <w:r w:rsidR="004C389C">
        <w:t>À deux ou trois milles au plus</w:t>
      </w:r>
      <w:r>
        <w:t xml:space="preserve">… </w:t>
      </w:r>
      <w:r w:rsidR="004C389C">
        <w:t>Lorsque le navire que le forban a fait sauter nous est apparu</w:t>
      </w:r>
      <w:r>
        <w:t xml:space="preserve">, </w:t>
      </w:r>
      <w:r w:rsidR="004C389C">
        <w:t>la côte</w:t>
      </w:r>
      <w:r>
        <w:t xml:space="preserve">, </w:t>
      </w:r>
      <w:r w:rsidR="004C389C">
        <w:t>quoique basse</w:t>
      </w:r>
      <w:r>
        <w:t xml:space="preserve">, </w:t>
      </w:r>
      <w:r w:rsidR="004C389C">
        <w:t>était très visible</w:t>
      </w:r>
      <w:r>
        <w:t xml:space="preserve">… </w:t>
      </w:r>
      <w:r w:rsidR="004C389C">
        <w:t>Et le phare doit être isolé en mer</w:t>
      </w:r>
      <w:r>
        <w:t>…</w:t>
      </w:r>
    </w:p>
    <w:p w14:paraId="7038DD3B" w14:textId="77777777" w:rsidR="004B5A85" w:rsidRDefault="004B5A85" w:rsidP="004C389C">
      <w:r>
        <w:t>— </w:t>
      </w:r>
      <w:r w:rsidR="004C389C">
        <w:t>Deux ou trois milles</w:t>
      </w:r>
      <w:r>
        <w:t xml:space="preserve"> ? </w:t>
      </w:r>
      <w:r w:rsidR="004C389C">
        <w:t>répéta le mousse</w:t>
      </w:r>
      <w:r>
        <w:t xml:space="preserve">. </w:t>
      </w:r>
      <w:r w:rsidR="004C389C">
        <w:t>Est-ce que vous pourriez nager jusqu</w:t>
      </w:r>
      <w:r>
        <w:t>’</w:t>
      </w:r>
      <w:r w:rsidR="004C389C">
        <w:t>au phare</w:t>
      </w:r>
      <w:r>
        <w:t xml:space="preserve">, </w:t>
      </w:r>
      <w:proofErr w:type="spellStart"/>
      <w:r w:rsidR="004C389C">
        <w:t>cap</w:t>
      </w:r>
      <w:r>
        <w:t>’</w:t>
      </w:r>
      <w:r w:rsidR="004C389C">
        <w:t>taine</w:t>
      </w:r>
      <w:proofErr w:type="spellEnd"/>
      <w:r>
        <w:t> ?</w:t>
      </w:r>
    </w:p>
    <w:p w14:paraId="2B3CF9FF" w14:textId="77777777" w:rsidR="004B5A85" w:rsidRDefault="004B5A85" w:rsidP="004C389C">
      <w:r>
        <w:t>— </w:t>
      </w:r>
      <w:r w:rsidR="004C389C">
        <w:t>Avec cette mer calme</w:t>
      </w:r>
      <w:r>
        <w:t xml:space="preserve">, </w:t>
      </w:r>
      <w:r w:rsidR="004C389C">
        <w:t>oui</w:t>
      </w:r>
      <w:r>
        <w:t xml:space="preserve">, </w:t>
      </w:r>
      <w:r w:rsidR="004C389C">
        <w:t>probablement</w:t>
      </w:r>
      <w:r>
        <w:t xml:space="preserve">, </w:t>
      </w:r>
      <w:r w:rsidR="004C389C">
        <w:t>répondit l</w:t>
      </w:r>
      <w:r>
        <w:t>’</w:t>
      </w:r>
      <w:r w:rsidR="004C389C">
        <w:t>officier</w:t>
      </w:r>
      <w:r>
        <w:t xml:space="preserve">, </w:t>
      </w:r>
      <w:r w:rsidR="004C389C">
        <w:t>qu</w:t>
      </w:r>
      <w:r>
        <w:t>’</w:t>
      </w:r>
      <w:r w:rsidR="004C389C">
        <w:t>une émotion subite tenailla</w:t>
      </w:r>
      <w:r>
        <w:t>.</w:t>
      </w:r>
    </w:p>
    <w:p w14:paraId="49EF4279" w14:textId="77777777" w:rsidR="004B5A85" w:rsidRDefault="004B5A85" w:rsidP="004C389C">
      <w:r>
        <w:t>— </w:t>
      </w:r>
      <w:r w:rsidR="004C389C">
        <w:t>Eh bien</w:t>
      </w:r>
      <w:r>
        <w:t xml:space="preserve"> ! </w:t>
      </w:r>
      <w:r w:rsidR="004C389C">
        <w:t>voici mon idée</w:t>
      </w:r>
      <w:r>
        <w:t xml:space="preserve">, </w:t>
      </w:r>
      <w:r w:rsidR="004C389C">
        <w:t>reprit Pierrot l</w:t>
      </w:r>
      <w:r>
        <w:t>’</w:t>
      </w:r>
      <w:r w:rsidR="004C389C">
        <w:t>Écureuil avec r</w:t>
      </w:r>
      <w:r w:rsidR="004C389C">
        <w:t>é</w:t>
      </w:r>
      <w:r w:rsidR="004C389C">
        <w:t>solution</w:t>
      </w:r>
      <w:r>
        <w:t xml:space="preserve">. </w:t>
      </w:r>
      <w:r w:rsidR="004C389C">
        <w:t xml:space="preserve">Si le </w:t>
      </w:r>
      <w:r w:rsidR="004C389C">
        <w:rPr>
          <w:i/>
          <w:iCs/>
        </w:rPr>
        <w:t xml:space="preserve">Nyctalope </w:t>
      </w:r>
      <w:r w:rsidR="004C389C">
        <w:t>vient à émerger</w:t>
      </w:r>
      <w:r>
        <w:t xml:space="preserve">, </w:t>
      </w:r>
      <w:r w:rsidR="004C389C">
        <w:t>certainement il nous découvrira</w:t>
      </w:r>
      <w:r>
        <w:t xml:space="preserve">, </w:t>
      </w:r>
      <w:r w:rsidR="004C389C">
        <w:t>n</w:t>
      </w:r>
      <w:r>
        <w:t>’</w:t>
      </w:r>
      <w:r w:rsidR="004C389C">
        <w:t>est-ce pas</w:t>
      </w:r>
      <w:r>
        <w:t> ?</w:t>
      </w:r>
    </w:p>
    <w:p w14:paraId="7DADBFFE" w14:textId="77777777" w:rsidR="004B5A85" w:rsidRDefault="004B5A85" w:rsidP="004C389C">
      <w:r>
        <w:t>— </w:t>
      </w:r>
      <w:r w:rsidR="004C389C">
        <w:t>Certainement</w:t>
      </w:r>
      <w:r>
        <w:t>.</w:t>
      </w:r>
    </w:p>
    <w:p w14:paraId="0590E009" w14:textId="77777777" w:rsidR="004B5A85" w:rsidRDefault="004B5A85" w:rsidP="004C389C">
      <w:r>
        <w:t>— </w:t>
      </w:r>
      <w:r w:rsidR="004C389C">
        <w:t>Alors</w:t>
      </w:r>
      <w:r>
        <w:t xml:space="preserve">, </w:t>
      </w:r>
      <w:r w:rsidR="004C389C">
        <w:t>dès qu</w:t>
      </w:r>
      <w:r>
        <w:t>’</w:t>
      </w:r>
      <w:r w:rsidR="004C389C">
        <w:t>il émergera et que le premier rayon de ses projecteurs le trahira</w:t>
      </w:r>
      <w:r>
        <w:t xml:space="preserve">, </w:t>
      </w:r>
      <w:r w:rsidR="004C389C">
        <w:t>vous sauterez à l</w:t>
      </w:r>
      <w:r>
        <w:t>’</w:t>
      </w:r>
      <w:r w:rsidR="004C389C">
        <w:t>eau</w:t>
      </w:r>
      <w:r>
        <w:t xml:space="preserve">, </w:t>
      </w:r>
      <w:proofErr w:type="spellStart"/>
      <w:r w:rsidR="004C389C">
        <w:t>cap</w:t>
      </w:r>
      <w:r>
        <w:t>’</w:t>
      </w:r>
      <w:r w:rsidR="004C389C">
        <w:t>taine</w:t>
      </w:r>
      <w:proofErr w:type="spellEnd"/>
      <w:r>
        <w:t xml:space="preserve">, </w:t>
      </w:r>
      <w:r w:rsidR="004C389C">
        <w:t>et vous nagerez droit sur le phare</w:t>
      </w:r>
      <w:r>
        <w:t>…</w:t>
      </w:r>
    </w:p>
    <w:p w14:paraId="7AF4B87E" w14:textId="77777777" w:rsidR="004B5A85" w:rsidRDefault="004B5A85" w:rsidP="004C389C">
      <w:r>
        <w:t>— </w:t>
      </w:r>
      <w:r w:rsidR="004C389C">
        <w:t>Et toi</w:t>
      </w:r>
      <w:r>
        <w:t> ?</w:t>
      </w:r>
    </w:p>
    <w:p w14:paraId="2EA26392" w14:textId="77777777" w:rsidR="004B5A85" w:rsidRDefault="004B5A85" w:rsidP="004C389C">
      <w:r>
        <w:t>— </w:t>
      </w:r>
      <w:r w:rsidR="004C389C">
        <w:t>Moi</w:t>
      </w:r>
      <w:r>
        <w:t xml:space="preserve">, </w:t>
      </w:r>
      <w:r w:rsidR="004C389C">
        <w:t>je resterai dans le canot</w:t>
      </w:r>
      <w:r>
        <w:t xml:space="preserve"> ; </w:t>
      </w:r>
      <w:r w:rsidR="004C389C">
        <w:t>je virerai de bord</w:t>
      </w:r>
      <w:r>
        <w:t xml:space="preserve">, </w:t>
      </w:r>
      <w:r w:rsidR="004C389C">
        <w:t>et je f</w:t>
      </w:r>
      <w:r w:rsidR="004C389C">
        <w:t>i</w:t>
      </w:r>
      <w:r w:rsidR="004C389C">
        <w:t>lerai vers le large</w:t>
      </w:r>
      <w:r>
        <w:t xml:space="preserve">… </w:t>
      </w:r>
      <w:r w:rsidR="004C389C">
        <w:t>Naturellement</w:t>
      </w:r>
      <w:r>
        <w:t xml:space="preserve">, </w:t>
      </w:r>
      <w:r w:rsidR="004C389C">
        <w:t>comme le canot s</w:t>
      </w:r>
      <w:r>
        <w:t>’</w:t>
      </w:r>
      <w:r w:rsidR="004C389C">
        <w:t>élève au-dessus de l</w:t>
      </w:r>
      <w:r>
        <w:t>’</w:t>
      </w:r>
      <w:r w:rsidR="004C389C">
        <w:t>eau énormément plus que la tête d</w:t>
      </w:r>
      <w:r>
        <w:t>’</w:t>
      </w:r>
      <w:r w:rsidR="004C389C">
        <w:t>un nageur</w:t>
      </w:r>
      <w:r>
        <w:t xml:space="preserve">, </w:t>
      </w:r>
      <w:r w:rsidR="004C389C">
        <w:t>c</w:t>
      </w:r>
      <w:r>
        <w:t>’</w:t>
      </w:r>
      <w:r w:rsidR="004C389C">
        <w:t>est moi que les forbans découvriront</w:t>
      </w:r>
      <w:r>
        <w:t xml:space="preserve">… </w:t>
      </w:r>
      <w:r w:rsidR="004C389C">
        <w:t>Ils viennent</w:t>
      </w:r>
      <w:r>
        <w:t xml:space="preserve">. </w:t>
      </w:r>
      <w:r w:rsidR="004C389C">
        <w:t>Ils s</w:t>
      </w:r>
      <w:r>
        <w:t>’</w:t>
      </w:r>
      <w:r w:rsidR="004C389C">
        <w:t>emparent de moi</w:t>
      </w:r>
      <w:r>
        <w:t xml:space="preserve">. </w:t>
      </w:r>
      <w:r w:rsidR="004C389C">
        <w:t>Ils m</w:t>
      </w:r>
      <w:r>
        <w:t>’</w:t>
      </w:r>
      <w:r w:rsidR="004C389C">
        <w:t>interrogent</w:t>
      </w:r>
      <w:r>
        <w:t> : « </w:t>
      </w:r>
      <w:r w:rsidR="004C389C">
        <w:t>Où est le commandant Martel</w:t>
      </w:r>
      <w:r>
        <w:t> ? »</w:t>
      </w:r>
      <w:r w:rsidR="004C389C">
        <w:t xml:space="preserve"> Moi</w:t>
      </w:r>
      <w:r>
        <w:t xml:space="preserve">, </w:t>
      </w:r>
      <w:r w:rsidR="004C389C">
        <w:t>d</w:t>
      </w:r>
      <w:r>
        <w:t>’</w:t>
      </w:r>
      <w:r w:rsidR="004C389C">
        <w:t>abord</w:t>
      </w:r>
      <w:r>
        <w:t xml:space="preserve">, </w:t>
      </w:r>
      <w:r w:rsidR="004C389C">
        <w:t>je fais la bête pour gagner du temps</w:t>
      </w:r>
      <w:r>
        <w:t xml:space="preserve">. </w:t>
      </w:r>
      <w:r w:rsidR="004C389C">
        <w:t>Puis</w:t>
      </w:r>
      <w:r>
        <w:t xml:space="preserve">, </w:t>
      </w:r>
      <w:r w:rsidR="004C389C">
        <w:t xml:space="preserve">comme à regret et feignant </w:t>
      </w:r>
      <w:proofErr w:type="gramStart"/>
      <w:r w:rsidR="004C389C">
        <w:t>d</w:t>
      </w:r>
      <w:r>
        <w:t>’</w:t>
      </w:r>
      <w:r w:rsidR="004C389C">
        <w:t>avoir peur des</w:t>
      </w:r>
      <w:proofErr w:type="gramEnd"/>
      <w:r w:rsidR="004C389C">
        <w:t xml:space="preserve"> menaces qu</w:t>
      </w:r>
      <w:r>
        <w:t>’</w:t>
      </w:r>
      <w:r w:rsidR="004C389C">
        <w:t>ils ne manqu</w:t>
      </w:r>
      <w:r w:rsidR="004C389C">
        <w:t>e</w:t>
      </w:r>
      <w:r w:rsidR="004C389C">
        <w:t>ront pas de me faire</w:t>
      </w:r>
      <w:r>
        <w:t xml:space="preserve">, </w:t>
      </w:r>
      <w:r w:rsidR="004C389C">
        <w:t xml:space="preserve">je dirai que vous êtes resté dans le </w:t>
      </w:r>
      <w:r w:rsidR="004C389C">
        <w:rPr>
          <w:i/>
          <w:iCs/>
        </w:rPr>
        <w:t>Nyct</w:t>
      </w:r>
      <w:r w:rsidR="004C389C">
        <w:rPr>
          <w:i/>
          <w:iCs/>
        </w:rPr>
        <w:t>a</w:t>
      </w:r>
      <w:r w:rsidR="004C389C">
        <w:rPr>
          <w:i/>
          <w:iCs/>
        </w:rPr>
        <w:t xml:space="preserve">lope </w:t>
      </w:r>
      <w:r w:rsidR="004C389C">
        <w:t>pour le couler à fond</w:t>
      </w:r>
      <w:r>
        <w:t xml:space="preserve">, </w:t>
      </w:r>
      <w:r w:rsidR="004C389C">
        <w:t>comptant vous échapper par un des tubes de lancement de torpilles</w:t>
      </w:r>
      <w:r>
        <w:t>…</w:t>
      </w:r>
    </w:p>
    <w:p w14:paraId="7C3573F3" w14:textId="77777777" w:rsidR="004B5A85" w:rsidRDefault="004B5A85" w:rsidP="004C389C">
      <w:r>
        <w:lastRenderedPageBreak/>
        <w:t>« </w:t>
      </w:r>
      <w:r w:rsidR="004C389C">
        <w:t>Alors</w:t>
      </w:r>
      <w:r>
        <w:t xml:space="preserve">, </w:t>
      </w:r>
      <w:r w:rsidR="004C389C">
        <w:t>vous comprenez</w:t>
      </w:r>
      <w:r>
        <w:t xml:space="preserve">, </w:t>
      </w:r>
      <w:proofErr w:type="spellStart"/>
      <w:r w:rsidR="004C389C">
        <w:t>cap</w:t>
      </w:r>
      <w:r>
        <w:t>’</w:t>
      </w:r>
      <w:r w:rsidR="004C389C">
        <w:t>taine</w:t>
      </w:r>
      <w:proofErr w:type="spellEnd"/>
      <w:r>
        <w:t xml:space="preserve">, </w:t>
      </w:r>
      <w:r w:rsidR="004C389C">
        <w:t>on cherche</w:t>
      </w:r>
      <w:r>
        <w:t xml:space="preserve">, </w:t>
      </w:r>
      <w:r w:rsidR="004C389C">
        <w:t>on fouille le sous-marin de fond en comble</w:t>
      </w:r>
      <w:r>
        <w:t xml:space="preserve">, </w:t>
      </w:r>
      <w:r w:rsidR="004C389C">
        <w:t>et comme il y a pas mal de r</w:t>
      </w:r>
      <w:r w:rsidR="004C389C">
        <w:t>e</w:t>
      </w:r>
      <w:r w:rsidR="004C389C">
        <w:t>coins où un homme peut se cacher</w:t>
      </w:r>
      <w:r>
        <w:t xml:space="preserve">, </w:t>
      </w:r>
      <w:r w:rsidR="004C389C">
        <w:t>ça prend du temps</w:t>
      </w:r>
      <w:r>
        <w:t xml:space="preserve">, </w:t>
      </w:r>
      <w:r w:rsidR="004C389C">
        <w:t>cette e</w:t>
      </w:r>
      <w:r w:rsidR="004C389C">
        <w:t>x</w:t>
      </w:r>
      <w:r w:rsidR="004C389C">
        <w:t>ploration</w:t>
      </w:r>
      <w:r>
        <w:t xml:space="preserve">, </w:t>
      </w:r>
      <w:r w:rsidR="004C389C">
        <w:t>sans compter le bon quart d</w:t>
      </w:r>
      <w:r>
        <w:t>’</w:t>
      </w:r>
      <w:r w:rsidR="004C389C">
        <w:t>heure pendant lequel j</w:t>
      </w:r>
      <w:r>
        <w:t>’</w:t>
      </w:r>
      <w:r w:rsidR="004C389C">
        <w:t>aurai déjà fait la bête en racontant des histoires</w:t>
      </w:r>
      <w:r>
        <w:t>…</w:t>
      </w:r>
    </w:p>
    <w:p w14:paraId="1A5F70DA" w14:textId="77777777" w:rsidR="004B5A85" w:rsidRDefault="004B5A85" w:rsidP="004C389C">
      <w:r>
        <w:t>« </w:t>
      </w:r>
      <w:r w:rsidR="004C389C">
        <w:t>On ne vous trouve pas</w:t>
      </w:r>
      <w:r>
        <w:t xml:space="preserve">, </w:t>
      </w:r>
      <w:r w:rsidR="004C389C">
        <w:t>naturellement</w:t>
      </w:r>
      <w:r>
        <w:t> !</w:t>
      </w:r>
    </w:p>
    <w:p w14:paraId="7090D586" w14:textId="77777777" w:rsidR="004B5A85" w:rsidRDefault="004B5A85" w:rsidP="004C389C">
      <w:r>
        <w:t>« </w:t>
      </w:r>
      <w:r w:rsidR="004C389C">
        <w:t>Alors</w:t>
      </w:r>
      <w:r>
        <w:t xml:space="preserve">, </w:t>
      </w:r>
      <w:r w:rsidR="004C389C">
        <w:t>on se remet à fouiller la mer avec les projecteurs</w:t>
      </w:r>
      <w:r>
        <w:t xml:space="preserve">. </w:t>
      </w:r>
      <w:r w:rsidR="004C389C">
        <w:t>Mais trop tard</w:t>
      </w:r>
      <w:r>
        <w:t xml:space="preserve">, </w:t>
      </w:r>
      <w:r w:rsidR="004C389C">
        <w:t>messieurs les pirates</w:t>
      </w:r>
      <w:r>
        <w:t xml:space="preserve"> ! </w:t>
      </w:r>
      <w:r w:rsidR="004C389C">
        <w:t xml:space="preserve">Mon </w:t>
      </w:r>
      <w:proofErr w:type="spellStart"/>
      <w:r w:rsidR="004C389C">
        <w:t>cap</w:t>
      </w:r>
      <w:r>
        <w:t>’</w:t>
      </w:r>
      <w:r w:rsidR="004C389C">
        <w:t>taine</w:t>
      </w:r>
      <w:proofErr w:type="spellEnd"/>
      <w:r w:rsidR="004C389C">
        <w:t xml:space="preserve"> a eu le temps de filer bon train et d</w:t>
      </w:r>
      <w:r>
        <w:t>’</w:t>
      </w:r>
      <w:r w:rsidR="004C389C">
        <w:t>approcher si près du phare que c</w:t>
      </w:r>
      <w:r>
        <w:t>’</w:t>
      </w:r>
      <w:r w:rsidR="004C389C">
        <w:t>est comme s</w:t>
      </w:r>
      <w:r>
        <w:t>’</w:t>
      </w:r>
      <w:r w:rsidR="004C389C">
        <w:t>il était dedans</w:t>
      </w:r>
      <w:r>
        <w:t>.</w:t>
      </w:r>
    </w:p>
    <w:p w14:paraId="19C70968" w14:textId="77777777" w:rsidR="004B5A85" w:rsidRDefault="004B5A85" w:rsidP="004C389C">
      <w:r>
        <w:t>« </w:t>
      </w:r>
      <w:r w:rsidR="004C389C">
        <w:t>Bref</w:t>
      </w:r>
      <w:r>
        <w:t xml:space="preserve">, </w:t>
      </w:r>
      <w:proofErr w:type="spellStart"/>
      <w:r w:rsidR="004C389C">
        <w:t>cap</w:t>
      </w:r>
      <w:r>
        <w:t>’</w:t>
      </w:r>
      <w:r w:rsidR="004C389C">
        <w:t>taine</w:t>
      </w:r>
      <w:proofErr w:type="spellEnd"/>
      <w:r>
        <w:t xml:space="preserve">, </w:t>
      </w:r>
      <w:r w:rsidR="004C389C">
        <w:t>vous êtes sauvé</w:t>
      </w:r>
      <w:r>
        <w:t xml:space="preserve">. </w:t>
      </w:r>
      <w:r w:rsidR="004C389C">
        <w:t>Vous retournez en France</w:t>
      </w:r>
      <w:r>
        <w:t xml:space="preserve">, </w:t>
      </w:r>
      <w:r w:rsidR="004C389C">
        <w:t xml:space="preserve">vous construisez deux ou trois autres </w:t>
      </w:r>
      <w:r w:rsidR="004C389C">
        <w:rPr>
          <w:i/>
          <w:iCs/>
        </w:rPr>
        <w:t xml:space="preserve">Nyctalope </w:t>
      </w:r>
      <w:r w:rsidR="004C389C">
        <w:t>et</w:t>
      </w:r>
      <w:r>
        <w:t xml:space="preserve">, </w:t>
      </w:r>
      <w:r w:rsidR="004C389C">
        <w:t>avec eux</w:t>
      </w:r>
      <w:r>
        <w:t xml:space="preserve">, </w:t>
      </w:r>
      <w:r w:rsidR="004C389C">
        <w:t>vous vous mettez à la chasse du Ravageur du Monde</w:t>
      </w:r>
      <w:r>
        <w:t>.</w:t>
      </w:r>
    </w:p>
    <w:p w14:paraId="0C5AD472" w14:textId="77777777" w:rsidR="004B5A85" w:rsidRDefault="004B5A85" w:rsidP="004C389C">
      <w:r>
        <w:t>« </w:t>
      </w:r>
      <w:r w:rsidR="004C389C">
        <w:t>Et moi</w:t>
      </w:r>
      <w:r>
        <w:t xml:space="preserve">, </w:t>
      </w:r>
      <w:r w:rsidR="004C389C">
        <w:t>parbleu</w:t>
      </w:r>
      <w:r>
        <w:t xml:space="preserve"> ! </w:t>
      </w:r>
      <w:r w:rsidR="004C389C">
        <w:t>qui suis resté avec lui</w:t>
      </w:r>
      <w:r>
        <w:t xml:space="preserve">, </w:t>
      </w:r>
      <w:r w:rsidR="004C389C">
        <w:t>je trouverai bien moyen de filer en douce</w:t>
      </w:r>
      <w:r>
        <w:t xml:space="preserve">, </w:t>
      </w:r>
      <w:r w:rsidR="004C389C">
        <w:t>dans la mer</w:t>
      </w:r>
      <w:r>
        <w:t xml:space="preserve">, </w:t>
      </w:r>
      <w:r w:rsidR="004C389C">
        <w:t>des bouteilles bien bo</w:t>
      </w:r>
      <w:r w:rsidR="004C389C">
        <w:t>u</w:t>
      </w:r>
      <w:r w:rsidR="004C389C">
        <w:t>chées</w:t>
      </w:r>
      <w:r>
        <w:t xml:space="preserve">, </w:t>
      </w:r>
      <w:r w:rsidR="004C389C">
        <w:t>contenant chacune un papier dedans</w:t>
      </w:r>
      <w:r>
        <w:t xml:space="preserve">, </w:t>
      </w:r>
      <w:r w:rsidR="004C389C">
        <w:t>et quelque chose d</w:t>
      </w:r>
      <w:r>
        <w:t>’</w:t>
      </w:r>
      <w:r w:rsidR="004C389C">
        <w:t>écrit dessus</w:t>
      </w:r>
      <w:r>
        <w:t>.</w:t>
      </w:r>
    </w:p>
    <w:p w14:paraId="5034451A" w14:textId="77777777" w:rsidR="004B5A85" w:rsidRDefault="004B5A85" w:rsidP="004C389C">
      <w:r>
        <w:t>« </w:t>
      </w:r>
      <w:r w:rsidR="004C389C">
        <w:t>On trouve une de ces bouteilles</w:t>
      </w:r>
      <w:r>
        <w:t xml:space="preserve">, </w:t>
      </w:r>
      <w:r w:rsidR="004C389C">
        <w:t>en mer ou sur les côtes</w:t>
      </w:r>
      <w:r>
        <w:t xml:space="preserve">. </w:t>
      </w:r>
      <w:r w:rsidR="004C389C">
        <w:t>Ça vous aide dans votre chasse</w:t>
      </w:r>
      <w:r>
        <w:t xml:space="preserve">. </w:t>
      </w:r>
      <w:r w:rsidR="004C389C">
        <w:t xml:space="preserve">Vous rencontrez le </w:t>
      </w:r>
      <w:r w:rsidR="004C389C">
        <w:rPr>
          <w:i/>
          <w:iCs/>
        </w:rPr>
        <w:t>Nyctalope</w:t>
      </w:r>
      <w:r>
        <w:rPr>
          <w:i/>
          <w:iCs/>
        </w:rPr>
        <w:t xml:space="preserve">. </w:t>
      </w:r>
      <w:r w:rsidR="004C389C">
        <w:t>Vous le coulez</w:t>
      </w:r>
      <w:r>
        <w:t xml:space="preserve">, </w:t>
      </w:r>
      <w:r w:rsidR="004C389C">
        <w:t>et moi</w:t>
      </w:r>
      <w:r>
        <w:t xml:space="preserve">… </w:t>
      </w:r>
      <w:r w:rsidR="004C389C">
        <w:t>et moi</w:t>
      </w:r>
      <w:r>
        <w:t xml:space="preserve">… </w:t>
      </w:r>
      <w:r w:rsidR="004C389C">
        <w:t>Eh bien</w:t>
      </w:r>
      <w:r>
        <w:t xml:space="preserve"> ! </w:t>
      </w:r>
      <w:r w:rsidR="004C389C">
        <w:t>moi</w:t>
      </w:r>
      <w:r>
        <w:t xml:space="preserve">, </w:t>
      </w:r>
      <w:r w:rsidR="004C389C">
        <w:t>pardi</w:t>
      </w:r>
      <w:r>
        <w:t xml:space="preserve"> ! </w:t>
      </w:r>
      <w:r w:rsidR="004C389C">
        <w:t>si je ne peux pas m</w:t>
      </w:r>
      <w:r>
        <w:t>’</w:t>
      </w:r>
      <w:r w:rsidR="004C389C">
        <w:t>évader par un capot avant la bataille</w:t>
      </w:r>
      <w:r>
        <w:t xml:space="preserve">, </w:t>
      </w:r>
      <w:r w:rsidR="004C389C">
        <w:t>je coule à fond</w:t>
      </w:r>
      <w:r>
        <w:t xml:space="preserve">, </w:t>
      </w:r>
      <w:r w:rsidR="004C389C">
        <w:t>voilà tout</w:t>
      </w:r>
      <w:r>
        <w:t xml:space="preserve">. </w:t>
      </w:r>
      <w:r w:rsidR="004C389C">
        <w:t>Mais j</w:t>
      </w:r>
      <w:r>
        <w:t>’</w:t>
      </w:r>
      <w:r w:rsidR="004C389C">
        <w:t xml:space="preserve">ai sauvé mon </w:t>
      </w:r>
      <w:proofErr w:type="spellStart"/>
      <w:r w:rsidR="004C389C">
        <w:t>cap</w:t>
      </w:r>
      <w:r>
        <w:t>’</w:t>
      </w:r>
      <w:r w:rsidR="004C389C">
        <w:t>taine</w:t>
      </w:r>
      <w:proofErr w:type="spellEnd"/>
      <w:r>
        <w:t xml:space="preserve">… </w:t>
      </w:r>
      <w:r w:rsidR="004C389C">
        <w:t>Et vive la France</w:t>
      </w:r>
      <w:r>
        <w:t xml:space="preserve"> !… </w:t>
      </w:r>
      <w:r w:rsidR="004C389C">
        <w:t>Voilà</w:t>
      </w:r>
      <w:r>
        <w:t> !</w:t>
      </w:r>
    </w:p>
    <w:p w14:paraId="76CA5A77" w14:textId="77777777" w:rsidR="004B5A85" w:rsidRDefault="004C389C" w:rsidP="004C389C">
      <w:r>
        <w:t>Ce pittoresque</w:t>
      </w:r>
      <w:r w:rsidR="004B5A85">
        <w:t xml:space="preserve">, </w:t>
      </w:r>
      <w:r>
        <w:t>cet héroïque</w:t>
      </w:r>
      <w:r w:rsidR="004B5A85">
        <w:t xml:space="preserve">, </w:t>
      </w:r>
      <w:r>
        <w:t>cet effarant discours d</w:t>
      </w:r>
      <w:r w:rsidR="004B5A85">
        <w:t>’</w:t>
      </w:r>
      <w:r>
        <w:t>un e</w:t>
      </w:r>
      <w:r>
        <w:t>n</w:t>
      </w:r>
      <w:r>
        <w:t>fant de quatorze ans</w:t>
      </w:r>
      <w:r w:rsidR="004B5A85">
        <w:t xml:space="preserve">, </w:t>
      </w:r>
      <w:r>
        <w:t>le commandant Martel l</w:t>
      </w:r>
      <w:r w:rsidR="004B5A85">
        <w:t>’</w:t>
      </w:r>
      <w:r>
        <w:t>avait écouté sans l</w:t>
      </w:r>
      <w:r w:rsidR="004B5A85">
        <w:t>’</w:t>
      </w:r>
      <w:r>
        <w:t>interrompre et tout en continuant de ramer en cadence</w:t>
      </w:r>
      <w:r w:rsidR="004B5A85">
        <w:t>.</w:t>
      </w:r>
    </w:p>
    <w:p w14:paraId="57785682" w14:textId="77777777" w:rsidR="004B5A85" w:rsidRDefault="004C389C" w:rsidP="004C389C">
      <w:r>
        <w:t>Mais avant que Pierrot l</w:t>
      </w:r>
      <w:r w:rsidR="004B5A85">
        <w:t>’</w:t>
      </w:r>
      <w:r>
        <w:t>Écureuil eût fini de parler</w:t>
      </w:r>
      <w:r w:rsidR="004B5A85">
        <w:t xml:space="preserve">, </w:t>
      </w:r>
      <w:r>
        <w:t>de grosses larmes d</w:t>
      </w:r>
      <w:r w:rsidR="004B5A85">
        <w:t>’</w:t>
      </w:r>
      <w:r>
        <w:t>émotion jaillirent des yeux de l</w:t>
      </w:r>
      <w:r w:rsidR="004B5A85">
        <w:t>’</w:t>
      </w:r>
      <w:r>
        <w:t>officier</w:t>
      </w:r>
      <w:r w:rsidR="004B5A85">
        <w:t xml:space="preserve">, </w:t>
      </w:r>
      <w:r>
        <w:t xml:space="preserve">sur </w:t>
      </w:r>
      <w:r>
        <w:lastRenderedPageBreak/>
        <w:t>ses joues elles coulaient</w:t>
      </w:r>
      <w:r w:rsidR="004B5A85">
        <w:t xml:space="preserve">, </w:t>
      </w:r>
      <w:r>
        <w:t>brillantes</w:t>
      </w:r>
      <w:r w:rsidR="004B5A85">
        <w:t xml:space="preserve">, </w:t>
      </w:r>
      <w:r>
        <w:t>à la clarté pâle de la lune et des étoiles</w:t>
      </w:r>
      <w:r w:rsidR="004B5A85">
        <w:t xml:space="preserve">. </w:t>
      </w:r>
      <w:r>
        <w:t>Et l</w:t>
      </w:r>
      <w:r w:rsidR="004B5A85">
        <w:t>’</w:t>
      </w:r>
      <w:r>
        <w:t>émotion lui serrait tellement la gorge que Ludovic Martel ne put pas parler</w:t>
      </w:r>
      <w:r w:rsidR="004B5A85">
        <w:t>.</w:t>
      </w:r>
    </w:p>
    <w:p w14:paraId="74A47F78" w14:textId="77777777" w:rsidR="004B5A85" w:rsidRDefault="004C389C" w:rsidP="004C389C">
      <w:r>
        <w:t>Pierrot l</w:t>
      </w:r>
      <w:r w:rsidR="004B5A85">
        <w:t>’</w:t>
      </w:r>
      <w:r>
        <w:t>Écureuil vit les larmes sur la face blême de l</w:t>
      </w:r>
      <w:r w:rsidR="004B5A85">
        <w:t>’</w:t>
      </w:r>
      <w:r>
        <w:t>officier</w:t>
      </w:r>
      <w:r w:rsidR="004B5A85">
        <w:t>.</w:t>
      </w:r>
    </w:p>
    <w:p w14:paraId="5645EDAE" w14:textId="77777777" w:rsidR="004B5A85" w:rsidRDefault="004B5A85" w:rsidP="004C389C">
      <w:r>
        <w:t>— </w:t>
      </w:r>
      <w:r w:rsidR="004C389C">
        <w:t>Oh</w:t>
      </w:r>
      <w:r>
        <w:t xml:space="preserve"> ! </w:t>
      </w:r>
      <w:proofErr w:type="spellStart"/>
      <w:r w:rsidR="004C389C">
        <w:t>cap</w:t>
      </w:r>
      <w:r>
        <w:t>’</w:t>
      </w:r>
      <w:r w:rsidR="004C389C">
        <w:t>taine</w:t>
      </w:r>
      <w:proofErr w:type="spellEnd"/>
      <w:r>
        <w:t xml:space="preserve"> ! </w:t>
      </w:r>
      <w:r w:rsidR="004C389C">
        <w:t>s</w:t>
      </w:r>
      <w:r>
        <w:t>’</w:t>
      </w:r>
      <w:r w:rsidR="004C389C">
        <w:t>écria-t-il</w:t>
      </w:r>
      <w:r>
        <w:t xml:space="preserve">, </w:t>
      </w:r>
      <w:r w:rsidR="004C389C">
        <w:t>vous pleurez</w:t>
      </w:r>
      <w:r>
        <w:t xml:space="preserve"> !… </w:t>
      </w:r>
      <w:r w:rsidR="004C389C">
        <w:t>Pourquoi</w:t>
      </w:r>
      <w:r>
        <w:t xml:space="preserve">, </w:t>
      </w:r>
      <w:r w:rsidR="004C389C">
        <w:t>mais pourquoi</w:t>
      </w:r>
      <w:r>
        <w:t> ?</w:t>
      </w:r>
    </w:p>
    <w:p w14:paraId="71EFF37C" w14:textId="77777777" w:rsidR="004B5A85" w:rsidRDefault="004B5A85" w:rsidP="004C389C">
      <w:r>
        <w:t>— </w:t>
      </w:r>
      <w:r w:rsidR="004C389C">
        <w:t>Ah</w:t>
      </w:r>
      <w:r>
        <w:t xml:space="preserve"> ! </w:t>
      </w:r>
      <w:r w:rsidR="004C389C">
        <w:t>brave petit</w:t>
      </w:r>
      <w:r>
        <w:t xml:space="preserve"> ! </w:t>
      </w:r>
      <w:r w:rsidR="004C389C">
        <w:t>brave petit</w:t>
      </w:r>
      <w:r>
        <w:t> !…</w:t>
      </w:r>
    </w:p>
    <w:p w14:paraId="0A896252" w14:textId="77777777" w:rsidR="004B5A85" w:rsidRDefault="004C389C" w:rsidP="004C389C">
      <w:r>
        <w:t>Et lâchant les rames</w:t>
      </w:r>
      <w:r w:rsidR="004B5A85">
        <w:t xml:space="preserve">, </w:t>
      </w:r>
      <w:r>
        <w:t>le commandant Martel prit le mousse à pleins bras</w:t>
      </w:r>
      <w:r w:rsidR="004B5A85">
        <w:t xml:space="preserve">, </w:t>
      </w:r>
      <w:r>
        <w:t>le baisa sur le front comme si cet enfant eût été son fils</w:t>
      </w:r>
      <w:r w:rsidR="004B5A85">
        <w:t>.</w:t>
      </w:r>
    </w:p>
    <w:p w14:paraId="782D91AD" w14:textId="77777777" w:rsidR="004B5A85" w:rsidRDefault="004C389C" w:rsidP="004C389C">
      <w:r>
        <w:t>Mais à l</w:t>
      </w:r>
      <w:r w:rsidR="004B5A85">
        <w:t>’</w:t>
      </w:r>
      <w:r>
        <w:t>instant même</w:t>
      </w:r>
      <w:r w:rsidR="004B5A85">
        <w:t xml:space="preserve">, </w:t>
      </w:r>
      <w:r>
        <w:t>une sorte d</w:t>
      </w:r>
      <w:r w:rsidR="004B5A85">
        <w:t>’</w:t>
      </w:r>
      <w:r>
        <w:t>éclair jaillit dans la nuit</w:t>
      </w:r>
      <w:r w:rsidR="004B5A85">
        <w:t xml:space="preserve">, </w:t>
      </w:r>
      <w:r>
        <w:t>venant non pas du ciel</w:t>
      </w:r>
      <w:r w:rsidR="004B5A85">
        <w:t xml:space="preserve">, </w:t>
      </w:r>
      <w:r>
        <w:t>mais de la surface de la mer</w:t>
      </w:r>
      <w:r w:rsidR="004B5A85">
        <w:t>.</w:t>
      </w:r>
    </w:p>
    <w:p w14:paraId="6D5D2017" w14:textId="77777777" w:rsidR="004B5A85" w:rsidRDefault="004C389C" w:rsidP="004C389C">
      <w:r>
        <w:t>Pierrot l</w:t>
      </w:r>
      <w:r w:rsidR="004B5A85">
        <w:t>’</w:t>
      </w:r>
      <w:r>
        <w:t>Écureuil vit ce faisceau de lumière qui glissait sur les ondes obscures</w:t>
      </w:r>
      <w:r w:rsidR="004B5A85">
        <w:t>.</w:t>
      </w:r>
    </w:p>
    <w:p w14:paraId="6007E6CB" w14:textId="77777777" w:rsidR="004B5A85" w:rsidRDefault="004B5A85" w:rsidP="004C389C">
      <w:r>
        <w:t>— </w:t>
      </w:r>
      <w:proofErr w:type="spellStart"/>
      <w:r w:rsidR="004C389C">
        <w:t>Cap</w:t>
      </w:r>
      <w:r>
        <w:t>’</w:t>
      </w:r>
      <w:r w:rsidR="004C389C">
        <w:t>taine</w:t>
      </w:r>
      <w:proofErr w:type="spellEnd"/>
      <w:r>
        <w:t xml:space="preserve"> ! </w:t>
      </w:r>
      <w:proofErr w:type="spellStart"/>
      <w:r w:rsidR="004C389C">
        <w:t>cap</w:t>
      </w:r>
      <w:r>
        <w:t>’</w:t>
      </w:r>
      <w:r w:rsidR="004C389C">
        <w:t>taine</w:t>
      </w:r>
      <w:proofErr w:type="spellEnd"/>
      <w:r>
        <w:t xml:space="preserve"> ! </w:t>
      </w:r>
      <w:r w:rsidR="004C389C">
        <w:t>s</w:t>
      </w:r>
      <w:r>
        <w:t>’</w:t>
      </w:r>
      <w:r w:rsidR="004C389C">
        <w:t>écria-t-il</w:t>
      </w:r>
      <w:r>
        <w:t xml:space="preserve">, </w:t>
      </w:r>
      <w:r w:rsidR="004C389C">
        <w:t>d</w:t>
      </w:r>
      <w:r>
        <w:t>’</w:t>
      </w:r>
      <w:r w:rsidR="004C389C">
        <w:t>une voix contenue</w:t>
      </w:r>
      <w:r>
        <w:t xml:space="preserve">, </w:t>
      </w:r>
      <w:r w:rsidR="004C389C">
        <w:t xml:space="preserve">voilà les projecteurs du </w:t>
      </w:r>
      <w:r w:rsidR="004C389C">
        <w:rPr>
          <w:i/>
          <w:iCs/>
        </w:rPr>
        <w:t>Nyctalope</w:t>
      </w:r>
      <w:r>
        <w:rPr>
          <w:i/>
          <w:iCs/>
        </w:rPr>
        <w:t xml:space="preserve"> !… </w:t>
      </w:r>
      <w:r w:rsidR="004C389C">
        <w:t>Jetez-vous à l</w:t>
      </w:r>
      <w:r>
        <w:t>’</w:t>
      </w:r>
      <w:r w:rsidR="004C389C">
        <w:t>eau</w:t>
      </w:r>
      <w:r>
        <w:t xml:space="preserve"> ! </w:t>
      </w:r>
      <w:r w:rsidR="004C389C">
        <w:t>vite</w:t>
      </w:r>
      <w:r>
        <w:t xml:space="preserve"> ! </w:t>
      </w:r>
      <w:r w:rsidR="004C389C">
        <w:t>vite</w:t>
      </w:r>
      <w:r>
        <w:t> !</w:t>
      </w:r>
    </w:p>
    <w:p w14:paraId="402B58D7" w14:textId="77777777" w:rsidR="004B5A85" w:rsidRDefault="004B5A85" w:rsidP="004C389C">
      <w:r>
        <w:t>— </w:t>
      </w:r>
      <w:r w:rsidR="004C389C">
        <w:t>Non</w:t>
      </w:r>
      <w:r>
        <w:t xml:space="preserve">, </w:t>
      </w:r>
      <w:r w:rsidR="004C389C">
        <w:t>Pierrot</w:t>
      </w:r>
      <w:r>
        <w:t xml:space="preserve">, </w:t>
      </w:r>
      <w:r w:rsidR="004C389C">
        <w:t>fit l</w:t>
      </w:r>
      <w:r>
        <w:t>’</w:t>
      </w:r>
      <w:r w:rsidR="004C389C">
        <w:t>officier</w:t>
      </w:r>
      <w:r>
        <w:t xml:space="preserve">, </w:t>
      </w:r>
      <w:r w:rsidR="004C389C">
        <w:t>je n</w:t>
      </w:r>
      <w:r>
        <w:t>’</w:t>
      </w:r>
      <w:r w:rsidR="004C389C">
        <w:t>accepte pas ton sacrifice</w:t>
      </w:r>
      <w:r>
        <w:t>.</w:t>
      </w:r>
    </w:p>
    <w:p w14:paraId="3272D8FB" w14:textId="77777777" w:rsidR="004B5A85" w:rsidRDefault="004B5A85" w:rsidP="004C389C">
      <w:r>
        <w:t>— </w:t>
      </w:r>
      <w:r w:rsidR="004C389C">
        <w:t>Vous n</w:t>
      </w:r>
      <w:r>
        <w:t>’</w:t>
      </w:r>
      <w:r w:rsidR="004C389C">
        <w:t>acceptez pas</w:t>
      </w:r>
      <w:r>
        <w:t xml:space="preserve"> ! </w:t>
      </w:r>
      <w:r w:rsidR="004C389C">
        <w:t>s</w:t>
      </w:r>
      <w:r>
        <w:t>’</w:t>
      </w:r>
      <w:r w:rsidR="004C389C">
        <w:t>exclama le mousse avec stupeur</w:t>
      </w:r>
      <w:r>
        <w:t>.</w:t>
      </w:r>
    </w:p>
    <w:p w14:paraId="0346DDAE" w14:textId="77777777" w:rsidR="004B5A85" w:rsidRDefault="004B5A85" w:rsidP="004C389C">
      <w:r>
        <w:t>— </w:t>
      </w:r>
      <w:r w:rsidR="004C389C">
        <w:t>Je ne le dois pas</w:t>
      </w:r>
      <w:r>
        <w:t> !</w:t>
      </w:r>
    </w:p>
    <w:p w14:paraId="019E56E8" w14:textId="77777777" w:rsidR="004B5A85" w:rsidRDefault="004C389C" w:rsidP="004C389C">
      <w:r>
        <w:t>Alors ce fut une scène aussi étrange que rapide</w:t>
      </w:r>
      <w:r w:rsidR="004B5A85">
        <w:t>.</w:t>
      </w:r>
    </w:p>
    <w:p w14:paraId="5D09B7D4" w14:textId="77777777" w:rsidR="004B5A85" w:rsidRDefault="004C389C" w:rsidP="004C389C">
      <w:r>
        <w:t>L</w:t>
      </w:r>
      <w:r w:rsidR="004B5A85">
        <w:t>’</w:t>
      </w:r>
      <w:r>
        <w:t>enfant se dressa</w:t>
      </w:r>
      <w:r w:rsidR="004B5A85">
        <w:t xml:space="preserve">, </w:t>
      </w:r>
      <w:r>
        <w:t>et</w:t>
      </w:r>
      <w:r w:rsidR="004B5A85">
        <w:t xml:space="preserve">, </w:t>
      </w:r>
      <w:r>
        <w:t>avec un accent d</w:t>
      </w:r>
      <w:r w:rsidR="004B5A85">
        <w:t>’</w:t>
      </w:r>
      <w:r>
        <w:t>inconcevable aut</w:t>
      </w:r>
      <w:r>
        <w:t>o</w:t>
      </w:r>
      <w:r>
        <w:t>rité</w:t>
      </w:r>
      <w:r w:rsidR="004B5A85">
        <w:t> :</w:t>
      </w:r>
    </w:p>
    <w:p w14:paraId="5CDBD962" w14:textId="77777777" w:rsidR="004B5A85" w:rsidRDefault="004B5A85" w:rsidP="004C389C">
      <w:r>
        <w:lastRenderedPageBreak/>
        <w:t>— </w:t>
      </w:r>
      <w:r w:rsidR="004C389C">
        <w:t>Vous le devez</w:t>
      </w:r>
      <w:r>
        <w:t xml:space="preserve">, </w:t>
      </w:r>
      <w:proofErr w:type="spellStart"/>
      <w:r w:rsidR="004C389C">
        <w:t>cap</w:t>
      </w:r>
      <w:r>
        <w:t>’</w:t>
      </w:r>
      <w:r w:rsidR="004C389C">
        <w:t>taine</w:t>
      </w:r>
      <w:proofErr w:type="spellEnd"/>
      <w:r>
        <w:t xml:space="preserve"> ! </w:t>
      </w:r>
      <w:r w:rsidR="004C389C">
        <w:t>dit-il</w:t>
      </w:r>
      <w:r>
        <w:t xml:space="preserve">. </w:t>
      </w:r>
      <w:r w:rsidR="004C389C">
        <w:t>L</w:t>
      </w:r>
      <w:r>
        <w:t>’</w:t>
      </w:r>
      <w:r w:rsidR="004C389C">
        <w:t>un de nous peut se sa</w:t>
      </w:r>
      <w:r w:rsidR="004C389C">
        <w:t>u</w:t>
      </w:r>
      <w:r w:rsidR="004C389C">
        <w:t>ver</w:t>
      </w:r>
      <w:r>
        <w:t xml:space="preserve"> ; </w:t>
      </w:r>
      <w:r w:rsidR="004C389C">
        <w:t>il faut que ce soit vous</w:t>
      </w:r>
      <w:r>
        <w:t xml:space="preserve"> ! </w:t>
      </w:r>
      <w:proofErr w:type="spellStart"/>
      <w:r w:rsidR="004C389C">
        <w:t>Cap</w:t>
      </w:r>
      <w:r>
        <w:t>’</w:t>
      </w:r>
      <w:r w:rsidR="004C389C">
        <w:t>taine</w:t>
      </w:r>
      <w:proofErr w:type="spellEnd"/>
      <w:r>
        <w:t xml:space="preserve">, </w:t>
      </w:r>
      <w:r w:rsidR="004C389C">
        <w:t>vous repris par le Rav</w:t>
      </w:r>
      <w:r w:rsidR="004C389C">
        <w:t>a</w:t>
      </w:r>
      <w:r w:rsidR="004C389C">
        <w:t>geur</w:t>
      </w:r>
      <w:r>
        <w:t xml:space="preserve">, </w:t>
      </w:r>
      <w:r w:rsidR="004C389C">
        <w:t>c</w:t>
      </w:r>
      <w:r>
        <w:t>’</w:t>
      </w:r>
      <w:r w:rsidR="004C389C">
        <w:t>est comme si nous étions morts tous les deux</w:t>
      </w:r>
      <w:r>
        <w:t xml:space="preserve">. </w:t>
      </w:r>
      <w:r w:rsidR="004C389C">
        <w:t>Et le fo</w:t>
      </w:r>
      <w:r w:rsidR="004C389C">
        <w:t>r</w:t>
      </w:r>
      <w:r w:rsidR="004C389C">
        <w:t>ban est vainqueur sur toute la ligne</w:t>
      </w:r>
      <w:r>
        <w:t xml:space="preserve"> ! </w:t>
      </w:r>
      <w:r w:rsidR="004C389C">
        <w:t>Tandis que si vous vous sauvez</w:t>
      </w:r>
      <w:r>
        <w:t xml:space="preserve">, </w:t>
      </w:r>
      <w:r w:rsidR="004C389C">
        <w:t>vous le vaincrez un jour</w:t>
      </w:r>
      <w:r>
        <w:t>.</w:t>
      </w:r>
    </w:p>
    <w:p w14:paraId="2CB67F27" w14:textId="77777777" w:rsidR="004B5A85" w:rsidRDefault="004B5A85" w:rsidP="004C389C">
      <w:r>
        <w:t>« </w:t>
      </w:r>
      <w:r w:rsidR="004C389C">
        <w:t>Qu</w:t>
      </w:r>
      <w:r>
        <w:t>’</w:t>
      </w:r>
      <w:r w:rsidR="004C389C">
        <w:t>est-ce que je risque</w:t>
      </w:r>
      <w:r>
        <w:t xml:space="preserve">, </w:t>
      </w:r>
      <w:r w:rsidR="004C389C">
        <w:t>moi</w:t>
      </w:r>
      <w:r>
        <w:t xml:space="preserve"> ? </w:t>
      </w:r>
      <w:r w:rsidR="004C389C">
        <w:t>Rien</w:t>
      </w:r>
      <w:r>
        <w:t xml:space="preserve"> ! </w:t>
      </w:r>
      <w:r w:rsidR="004C389C">
        <w:t>On ne tue pas un e</w:t>
      </w:r>
      <w:r w:rsidR="004C389C">
        <w:t>n</w:t>
      </w:r>
      <w:r w:rsidR="004C389C">
        <w:t>fant</w:t>
      </w:r>
      <w:r>
        <w:t> !…</w:t>
      </w:r>
    </w:p>
    <w:p w14:paraId="4A3D39DA" w14:textId="77777777" w:rsidR="004B5A85" w:rsidRDefault="004B5A85" w:rsidP="004C389C">
      <w:r>
        <w:t>« </w:t>
      </w:r>
      <w:r w:rsidR="004C389C">
        <w:t>Et que risque le monde entier</w:t>
      </w:r>
      <w:r>
        <w:t xml:space="preserve">, </w:t>
      </w:r>
      <w:r w:rsidR="004C389C">
        <w:t>si vous vous laissez pre</w:t>
      </w:r>
      <w:r w:rsidR="004C389C">
        <w:t>n</w:t>
      </w:r>
      <w:r w:rsidR="004C389C">
        <w:t>dre</w:t>
      </w:r>
      <w:r>
        <w:t xml:space="preserve"> ? </w:t>
      </w:r>
      <w:r w:rsidR="004C389C">
        <w:t>Combien de navires coulés</w:t>
      </w:r>
      <w:r>
        <w:t xml:space="preserve">, </w:t>
      </w:r>
      <w:r w:rsidR="004C389C">
        <w:t>combien d</w:t>
      </w:r>
      <w:r>
        <w:t>’</w:t>
      </w:r>
      <w:r w:rsidR="004C389C">
        <w:t>hommes engloutis par le Ravageur</w:t>
      </w:r>
      <w:r>
        <w:t xml:space="preserve"> !… </w:t>
      </w:r>
      <w:r w:rsidR="004C389C">
        <w:t>Et ce sera votre faute</w:t>
      </w:r>
      <w:r>
        <w:t xml:space="preserve">, </w:t>
      </w:r>
      <w:proofErr w:type="spellStart"/>
      <w:r w:rsidR="004C389C">
        <w:t>cap</w:t>
      </w:r>
      <w:r>
        <w:t>’</w:t>
      </w:r>
      <w:r w:rsidR="004C389C">
        <w:t>taine</w:t>
      </w:r>
      <w:proofErr w:type="spellEnd"/>
      <w:r>
        <w:t xml:space="preserve">, </w:t>
      </w:r>
      <w:r w:rsidR="004C389C">
        <w:t>puisqu</w:t>
      </w:r>
      <w:r>
        <w:t>’</w:t>
      </w:r>
      <w:r w:rsidR="004C389C">
        <w:t>en vous sauvant</w:t>
      </w:r>
      <w:r>
        <w:t xml:space="preserve">, </w:t>
      </w:r>
      <w:r w:rsidR="004C389C">
        <w:t>vous pourrez un jour détruire le Ravageur</w:t>
      </w:r>
      <w:r>
        <w:t xml:space="preserve">… </w:t>
      </w:r>
      <w:proofErr w:type="spellStart"/>
      <w:r w:rsidR="004C389C">
        <w:t>Cap</w:t>
      </w:r>
      <w:r>
        <w:t>’</w:t>
      </w:r>
      <w:r w:rsidR="004C389C">
        <w:t>taine</w:t>
      </w:r>
      <w:proofErr w:type="spellEnd"/>
      <w:r>
        <w:t xml:space="preserve">, </w:t>
      </w:r>
      <w:r w:rsidR="004C389C">
        <w:t>au nom de la France</w:t>
      </w:r>
      <w:r>
        <w:t xml:space="preserve">, </w:t>
      </w:r>
      <w:r w:rsidR="004C389C">
        <w:t>jetez-vous à l</w:t>
      </w:r>
      <w:r>
        <w:t>’</w:t>
      </w:r>
      <w:r w:rsidR="004C389C">
        <w:t>eau</w:t>
      </w:r>
      <w:r>
        <w:t xml:space="preserve">, </w:t>
      </w:r>
      <w:r w:rsidR="004C389C">
        <w:t>nagez</w:t>
      </w:r>
      <w:r>
        <w:t xml:space="preserve">, </w:t>
      </w:r>
      <w:r w:rsidR="004C389C">
        <w:t>fuyez vers le phare</w:t>
      </w:r>
      <w:r>
        <w:t xml:space="preserve">, </w:t>
      </w:r>
      <w:r w:rsidR="004C389C">
        <w:t>vers la terre</w:t>
      </w:r>
      <w:r>
        <w:t> !…</w:t>
      </w:r>
    </w:p>
    <w:p w14:paraId="43A118BB" w14:textId="77777777" w:rsidR="004B5A85" w:rsidRDefault="004B5A85" w:rsidP="004C389C">
      <w:r>
        <w:t>« </w:t>
      </w:r>
      <w:r w:rsidR="004C389C">
        <w:t>Vite</w:t>
      </w:r>
      <w:r>
        <w:t xml:space="preserve"> ! </w:t>
      </w:r>
      <w:r w:rsidR="004C389C">
        <w:t>dans quelques minutes</w:t>
      </w:r>
      <w:r>
        <w:t xml:space="preserve">, </w:t>
      </w:r>
      <w:r w:rsidR="004C389C">
        <w:t>il sera trop tard</w:t>
      </w:r>
      <w:r>
        <w:t> !…</w:t>
      </w:r>
    </w:p>
    <w:p w14:paraId="79CD1E8C" w14:textId="77777777" w:rsidR="004B5A85" w:rsidRDefault="004C389C" w:rsidP="004C389C">
      <w:r>
        <w:t>Et l</w:t>
      </w:r>
      <w:r w:rsidR="004B5A85">
        <w:t>’</w:t>
      </w:r>
      <w:r>
        <w:t>héroïque enfant</w:t>
      </w:r>
      <w:r w:rsidR="004B5A85">
        <w:t xml:space="preserve">, </w:t>
      </w:r>
      <w:r>
        <w:t>qui puisait dans son âme la force d</w:t>
      </w:r>
      <w:r w:rsidR="004B5A85">
        <w:t>’</w:t>
      </w:r>
      <w:r>
        <w:t>un tel sacrifice et de semblables paroles</w:t>
      </w:r>
      <w:r w:rsidR="004B5A85">
        <w:t xml:space="preserve">, </w:t>
      </w:r>
      <w:r>
        <w:t>l</w:t>
      </w:r>
      <w:r w:rsidR="004B5A85">
        <w:t>’</w:t>
      </w:r>
      <w:r>
        <w:t>admirable petit Français déboutonna la vareuse de l</w:t>
      </w:r>
      <w:r w:rsidR="004B5A85">
        <w:t>’</w:t>
      </w:r>
      <w:r>
        <w:t>officier indécis</w:t>
      </w:r>
      <w:r w:rsidR="004B5A85">
        <w:t xml:space="preserve">, </w:t>
      </w:r>
      <w:r>
        <w:t>la lui ôta vivement</w:t>
      </w:r>
      <w:r w:rsidR="004B5A85">
        <w:t xml:space="preserve">, </w:t>
      </w:r>
      <w:r>
        <w:t>et sans que sa voix tremblât</w:t>
      </w:r>
      <w:r w:rsidR="004B5A85">
        <w:t> :</w:t>
      </w:r>
    </w:p>
    <w:p w14:paraId="74747936" w14:textId="77777777" w:rsidR="004B5A85" w:rsidRDefault="004B5A85" w:rsidP="004C389C">
      <w:r>
        <w:t>— </w:t>
      </w:r>
      <w:r w:rsidR="004C389C">
        <w:t>Adieu</w:t>
      </w:r>
      <w:r>
        <w:t xml:space="preserve">, </w:t>
      </w:r>
      <w:proofErr w:type="spellStart"/>
      <w:r w:rsidR="004C389C">
        <w:t>cap</w:t>
      </w:r>
      <w:r>
        <w:t>’</w:t>
      </w:r>
      <w:r w:rsidR="004C389C">
        <w:t>taine</w:t>
      </w:r>
      <w:proofErr w:type="spellEnd"/>
      <w:r>
        <w:t xml:space="preserve"> ! </w:t>
      </w:r>
      <w:r w:rsidR="004C389C">
        <w:t>marmonna-t-il</w:t>
      </w:r>
      <w:r>
        <w:t xml:space="preserve">. </w:t>
      </w:r>
      <w:r w:rsidR="004C389C">
        <w:t>Et bonne chance</w:t>
      </w:r>
      <w:r>
        <w:t xml:space="preserve"> ! </w:t>
      </w:r>
      <w:r w:rsidR="004C389C">
        <w:t>E</w:t>
      </w:r>
      <w:r w:rsidR="004C389C">
        <w:t>m</w:t>
      </w:r>
      <w:r w:rsidR="004C389C">
        <w:t>brassez-moi</w:t>
      </w:r>
      <w:r>
        <w:t> !</w:t>
      </w:r>
    </w:p>
    <w:p w14:paraId="473E43A7" w14:textId="77777777" w:rsidR="004B5A85" w:rsidRDefault="004C389C" w:rsidP="004C389C">
      <w:r>
        <w:t>Un grand frisson secoua le corps de l</w:t>
      </w:r>
      <w:r w:rsidR="004B5A85">
        <w:t>’</w:t>
      </w:r>
      <w:r>
        <w:t>officier</w:t>
      </w:r>
      <w:r w:rsidR="004B5A85">
        <w:t xml:space="preserve">. </w:t>
      </w:r>
      <w:r>
        <w:t>Ses yeux se portèrent sur le faisceau de lumière qui</w:t>
      </w:r>
      <w:r w:rsidR="004B5A85">
        <w:t xml:space="preserve">, </w:t>
      </w:r>
      <w:r>
        <w:t>lentement</w:t>
      </w:r>
      <w:r w:rsidR="004B5A85">
        <w:t xml:space="preserve">, </w:t>
      </w:r>
      <w:r>
        <w:t>se glissait à la surface de l</w:t>
      </w:r>
      <w:r w:rsidR="004B5A85">
        <w:t>’</w:t>
      </w:r>
      <w:r>
        <w:t>océan</w:t>
      </w:r>
      <w:r w:rsidR="004B5A85">
        <w:t>.</w:t>
      </w:r>
    </w:p>
    <w:p w14:paraId="7D455355" w14:textId="77777777" w:rsidR="004B5A85" w:rsidRDefault="004C389C" w:rsidP="004C389C">
      <w:r>
        <w:t>Et tout à coup</w:t>
      </w:r>
      <w:r w:rsidR="004B5A85">
        <w:t xml:space="preserve">, </w:t>
      </w:r>
      <w:r>
        <w:t>il s</w:t>
      </w:r>
      <w:r w:rsidR="004B5A85">
        <w:t>’</w:t>
      </w:r>
      <w:r>
        <w:t>écria</w:t>
      </w:r>
      <w:r w:rsidR="004B5A85">
        <w:t> :</w:t>
      </w:r>
    </w:p>
    <w:p w14:paraId="3BA5B161" w14:textId="77777777" w:rsidR="004B5A85" w:rsidRDefault="004B5A85" w:rsidP="004C389C">
      <w:r>
        <w:t>— </w:t>
      </w:r>
      <w:r w:rsidR="004C389C">
        <w:t>Tu as raison</w:t>
      </w:r>
      <w:r>
        <w:t xml:space="preserve">, </w:t>
      </w:r>
      <w:r w:rsidR="004C389C">
        <w:t>Pierrot</w:t>
      </w:r>
      <w:r>
        <w:t xml:space="preserve"> ! </w:t>
      </w:r>
      <w:r w:rsidR="004C389C">
        <w:t>Le devoir est là</w:t>
      </w:r>
      <w:r>
        <w:t xml:space="preserve">, </w:t>
      </w:r>
      <w:r w:rsidR="004C389C">
        <w:t>en effet</w:t>
      </w:r>
      <w:r>
        <w:t xml:space="preserve">, </w:t>
      </w:r>
      <w:r w:rsidR="004C389C">
        <w:t>pour la France</w:t>
      </w:r>
      <w:r>
        <w:t xml:space="preserve">, </w:t>
      </w:r>
      <w:r w:rsidR="004C389C">
        <w:t>pour l</w:t>
      </w:r>
      <w:r>
        <w:t>’</w:t>
      </w:r>
      <w:r w:rsidR="004C389C">
        <w:t>humanité</w:t>
      </w:r>
      <w:r>
        <w:t xml:space="preserve"> ! </w:t>
      </w:r>
      <w:r w:rsidR="004C389C">
        <w:t>Mais je ne te dis pas adieu</w:t>
      </w:r>
      <w:r>
        <w:t xml:space="preserve">, </w:t>
      </w:r>
      <w:r w:rsidR="004C389C">
        <w:t>ni merci</w:t>
      </w:r>
      <w:r>
        <w:t xml:space="preserve"> ! </w:t>
      </w:r>
      <w:r w:rsidR="004C389C">
        <w:t>Je te dis au revoir</w:t>
      </w:r>
      <w:r>
        <w:t xml:space="preserve">, </w:t>
      </w:r>
      <w:r w:rsidR="004C389C">
        <w:t>Pierrot</w:t>
      </w:r>
      <w:r>
        <w:t xml:space="preserve"> ! </w:t>
      </w:r>
      <w:r w:rsidR="004C389C">
        <w:t>et le merci</w:t>
      </w:r>
      <w:r>
        <w:t xml:space="preserve">, </w:t>
      </w:r>
      <w:r w:rsidR="004C389C">
        <w:t>c</w:t>
      </w:r>
      <w:r>
        <w:t>’</w:t>
      </w:r>
      <w:r w:rsidR="004C389C">
        <w:t>est le monde entier qui te le donnera quand je t</w:t>
      </w:r>
      <w:r>
        <w:t>’</w:t>
      </w:r>
      <w:r w:rsidR="004C389C">
        <w:t>aurai sauvé à mon tour</w:t>
      </w:r>
      <w:r>
        <w:t>.</w:t>
      </w:r>
    </w:p>
    <w:p w14:paraId="3CB05E7B" w14:textId="77777777" w:rsidR="004B5A85" w:rsidRDefault="004C389C" w:rsidP="004C389C">
      <w:r>
        <w:lastRenderedPageBreak/>
        <w:t>Il étreignit l</w:t>
      </w:r>
      <w:r w:rsidR="004B5A85">
        <w:t>’</w:t>
      </w:r>
      <w:r>
        <w:t>enfant</w:t>
      </w:r>
      <w:r w:rsidR="004B5A85">
        <w:t xml:space="preserve">, </w:t>
      </w:r>
      <w:r>
        <w:t>l</w:t>
      </w:r>
      <w:r w:rsidR="004B5A85">
        <w:t>’</w:t>
      </w:r>
      <w:r>
        <w:t>embrassa et s</w:t>
      </w:r>
      <w:r w:rsidR="004B5A85">
        <w:t>’</w:t>
      </w:r>
      <w:r>
        <w:t>élançant</w:t>
      </w:r>
      <w:r w:rsidR="004B5A85">
        <w:t xml:space="preserve">, </w:t>
      </w:r>
      <w:r>
        <w:t>sauta dans les flots</w:t>
      </w:r>
      <w:r w:rsidR="004B5A85">
        <w:t>.</w:t>
      </w:r>
    </w:p>
    <w:p w14:paraId="17C03FD9" w14:textId="77777777" w:rsidR="004B5A85" w:rsidRDefault="004C389C" w:rsidP="004C389C">
      <w:r>
        <w:t>Vite</w:t>
      </w:r>
      <w:r w:rsidR="004B5A85">
        <w:t xml:space="preserve">, </w:t>
      </w:r>
      <w:r>
        <w:t>Pierrot l</w:t>
      </w:r>
      <w:r w:rsidR="004B5A85">
        <w:t>’</w:t>
      </w:r>
      <w:r>
        <w:t>Écureuil</w:t>
      </w:r>
      <w:r w:rsidR="004B5A85">
        <w:t xml:space="preserve">, </w:t>
      </w:r>
      <w:r>
        <w:t>fier maintenant de son acte</w:t>
      </w:r>
      <w:r w:rsidR="004B5A85">
        <w:t xml:space="preserve">, </w:t>
      </w:r>
      <w:r>
        <w:t>enleva une couple de rames de leurs tolets et les jeta dans le fond du canot</w:t>
      </w:r>
      <w:r w:rsidR="004B5A85">
        <w:t>.</w:t>
      </w:r>
    </w:p>
    <w:p w14:paraId="45A69EBE" w14:textId="77777777" w:rsidR="004B5A85" w:rsidRDefault="004C389C" w:rsidP="004C389C">
      <w:r>
        <w:t>Puis</w:t>
      </w:r>
      <w:r w:rsidR="004B5A85">
        <w:t xml:space="preserve">, </w:t>
      </w:r>
      <w:r>
        <w:t>s</w:t>
      </w:r>
      <w:r w:rsidR="004B5A85">
        <w:t>’</w:t>
      </w:r>
      <w:r>
        <w:t>asseyant à son banc et saisissant les deux autres rames</w:t>
      </w:r>
      <w:r w:rsidR="004B5A85">
        <w:t xml:space="preserve">, </w:t>
      </w:r>
      <w:r>
        <w:t>il vira de bord et se dirigea dans le sens opposé</w:t>
      </w:r>
      <w:r w:rsidR="004B5A85">
        <w:t xml:space="preserve">, </w:t>
      </w:r>
      <w:r>
        <w:t>tout à la fois au phare lointain</w:t>
      </w:r>
      <w:r w:rsidR="004B5A85">
        <w:t xml:space="preserve">, </w:t>
      </w:r>
      <w:r>
        <w:t>ainsi qu</w:t>
      </w:r>
      <w:r w:rsidR="004B5A85">
        <w:t>’</w:t>
      </w:r>
      <w:r>
        <w:t>au foyer plus proche du proje</w:t>
      </w:r>
      <w:r>
        <w:t>c</w:t>
      </w:r>
      <w:r>
        <w:t>teur</w:t>
      </w:r>
      <w:r w:rsidR="004B5A85">
        <w:t>.</w:t>
      </w:r>
    </w:p>
    <w:p w14:paraId="3078A096" w14:textId="77777777" w:rsidR="004B5A85" w:rsidRDefault="004C389C" w:rsidP="004C389C">
      <w:r>
        <w:t>Il ramait depuis cinq minutes environ lorsque la projection électrique qui</w:t>
      </w:r>
      <w:r w:rsidR="004B5A85">
        <w:t xml:space="preserve">, </w:t>
      </w:r>
      <w:r>
        <w:t>peu à peu</w:t>
      </w:r>
      <w:r w:rsidR="004B5A85">
        <w:t xml:space="preserve">, </w:t>
      </w:r>
      <w:r>
        <w:t>se rapprochait de lui</w:t>
      </w:r>
      <w:r w:rsidR="004B5A85">
        <w:t xml:space="preserve">, </w:t>
      </w:r>
      <w:r>
        <w:t>l</w:t>
      </w:r>
      <w:r w:rsidR="004B5A85">
        <w:t>’</w:t>
      </w:r>
      <w:r>
        <w:t>atteignit</w:t>
      </w:r>
      <w:r w:rsidR="004B5A85">
        <w:t xml:space="preserve">, </w:t>
      </w:r>
      <w:r>
        <w:t>ill</w:t>
      </w:r>
      <w:r>
        <w:t>u</w:t>
      </w:r>
      <w:r>
        <w:t>minant le canot</w:t>
      </w:r>
      <w:r w:rsidR="004B5A85">
        <w:t>.</w:t>
      </w:r>
    </w:p>
    <w:p w14:paraId="31765B7A" w14:textId="77777777" w:rsidR="004B5A85" w:rsidRDefault="004C389C" w:rsidP="004C389C">
      <w:r>
        <w:t>Mais</w:t>
      </w:r>
      <w:r w:rsidR="004B5A85">
        <w:t xml:space="preserve">, </w:t>
      </w:r>
      <w:r>
        <w:t>contrairement à ce que redoutait Pierrot l</w:t>
      </w:r>
      <w:r w:rsidR="004B5A85">
        <w:t>’</w:t>
      </w:r>
      <w:r>
        <w:t>Écureuil</w:t>
      </w:r>
      <w:r w:rsidR="004B5A85">
        <w:t xml:space="preserve">, </w:t>
      </w:r>
      <w:r>
        <w:t>la lumière ne s</w:t>
      </w:r>
      <w:r w:rsidR="004B5A85">
        <w:t>’</w:t>
      </w:r>
      <w:r>
        <w:t>immobilisa pas sur lui</w:t>
      </w:r>
      <w:r w:rsidR="004B5A85">
        <w:t xml:space="preserve">. </w:t>
      </w:r>
      <w:r>
        <w:t>Elle passa et continua sa glissade circulaire</w:t>
      </w:r>
      <w:r w:rsidR="004B5A85">
        <w:t>.</w:t>
      </w:r>
    </w:p>
    <w:p w14:paraId="2D184B45" w14:textId="77777777" w:rsidR="004B5A85" w:rsidRDefault="004C389C" w:rsidP="004C389C">
      <w:r>
        <w:t>Pierrot étouffa un cri de joie</w:t>
      </w:r>
      <w:r w:rsidR="004B5A85">
        <w:t>.</w:t>
      </w:r>
    </w:p>
    <w:p w14:paraId="2FFD0B27" w14:textId="77777777" w:rsidR="004B5A85" w:rsidRDefault="004B5A85" w:rsidP="004C389C">
      <w:r>
        <w:t>« </w:t>
      </w:r>
      <w:r w:rsidR="004C389C">
        <w:t>Ils ne m</w:t>
      </w:r>
      <w:r>
        <w:t>’</w:t>
      </w:r>
      <w:r w:rsidR="004C389C">
        <w:t>ont pas vu</w:t>
      </w:r>
      <w:r>
        <w:t xml:space="preserve"> ! </w:t>
      </w:r>
      <w:r w:rsidR="004C389C">
        <w:t>se dit-il</w:t>
      </w:r>
      <w:r>
        <w:t xml:space="preserve">. </w:t>
      </w:r>
      <w:r w:rsidR="004C389C">
        <w:t>Tant mieux</w:t>
      </w:r>
      <w:r>
        <w:t xml:space="preserve">, </w:t>
      </w:r>
      <w:r w:rsidR="004C389C">
        <w:t xml:space="preserve">car le </w:t>
      </w:r>
      <w:proofErr w:type="spellStart"/>
      <w:r w:rsidR="004C389C">
        <w:t>cap</w:t>
      </w:r>
      <w:r>
        <w:t>’</w:t>
      </w:r>
      <w:r w:rsidR="004C389C">
        <w:t>taine</w:t>
      </w:r>
      <w:proofErr w:type="spellEnd"/>
      <w:r w:rsidR="004C389C">
        <w:t xml:space="preserve"> n</w:t>
      </w:r>
      <w:r>
        <w:t>’</w:t>
      </w:r>
      <w:r w:rsidR="004C389C">
        <w:t>est pas encore assez éloigné de moi</w:t>
      </w:r>
      <w:r>
        <w:t xml:space="preserve">… </w:t>
      </w:r>
      <w:r w:rsidR="004C389C">
        <w:t>Voguons</w:t>
      </w:r>
      <w:r>
        <w:t xml:space="preserve"> ! </w:t>
      </w:r>
      <w:r w:rsidR="004C389C">
        <w:t>Quand la lueur repassera</w:t>
      </w:r>
      <w:r>
        <w:t xml:space="preserve">, </w:t>
      </w:r>
      <w:r w:rsidR="004C389C">
        <w:t>s</w:t>
      </w:r>
      <w:r>
        <w:t>’</w:t>
      </w:r>
      <w:r w:rsidR="004C389C">
        <w:t>ils me voient</w:t>
      </w:r>
      <w:r>
        <w:t xml:space="preserve">, </w:t>
      </w:r>
      <w:r w:rsidR="004C389C">
        <w:t>cette fois</w:t>
      </w:r>
      <w:r>
        <w:t xml:space="preserve">, </w:t>
      </w:r>
      <w:r w:rsidR="004C389C">
        <w:t xml:space="preserve">je ne serai plus dans les eaux du </w:t>
      </w:r>
      <w:proofErr w:type="spellStart"/>
      <w:r w:rsidR="004C389C">
        <w:t>cap</w:t>
      </w:r>
      <w:r>
        <w:t>’</w:t>
      </w:r>
      <w:r w:rsidR="004C389C">
        <w:t>taine</w:t>
      </w:r>
      <w:proofErr w:type="spellEnd"/>
      <w:r>
        <w:t xml:space="preserve">, </w:t>
      </w:r>
      <w:r w:rsidR="004C389C">
        <w:t>et il pourra continuer tranquillement à nager vers le phare</w:t>
      </w:r>
      <w:r>
        <w:t>.</w:t>
      </w:r>
    </w:p>
    <w:p w14:paraId="69FF57AF" w14:textId="77777777" w:rsidR="004B5A85" w:rsidRDefault="004B5A85" w:rsidP="004C389C">
      <w:r>
        <w:t>« </w:t>
      </w:r>
      <w:r w:rsidR="004C389C">
        <w:t>Je me charge d</w:t>
      </w:r>
      <w:r>
        <w:t>’</w:t>
      </w:r>
      <w:r w:rsidR="004C389C">
        <w:t>amuser les forbans</w:t>
      </w:r>
      <w:r>
        <w:t xml:space="preserve">, </w:t>
      </w:r>
      <w:r w:rsidR="004C389C">
        <w:t>moi</w:t>
      </w:r>
      <w:r>
        <w:t xml:space="preserve">, </w:t>
      </w:r>
      <w:r w:rsidR="004C389C">
        <w:t xml:space="preserve">assez longtemps pour que le </w:t>
      </w:r>
      <w:proofErr w:type="spellStart"/>
      <w:r w:rsidR="004C389C">
        <w:t>cap</w:t>
      </w:r>
      <w:r>
        <w:t>’</w:t>
      </w:r>
      <w:r w:rsidR="004C389C">
        <w:t>taine</w:t>
      </w:r>
      <w:proofErr w:type="spellEnd"/>
      <w:r w:rsidR="004C389C">
        <w:t xml:space="preserve"> soit hors d</w:t>
      </w:r>
      <w:r>
        <w:t>’</w:t>
      </w:r>
      <w:r w:rsidR="004C389C">
        <w:t>atteinte</w:t>
      </w:r>
      <w:r>
        <w:t>.</w:t>
      </w:r>
    </w:p>
    <w:p w14:paraId="03A29003" w14:textId="19A1A9E4" w:rsidR="004C389C" w:rsidRDefault="004B5A85" w:rsidP="004C389C">
      <w:r>
        <w:t>« </w:t>
      </w:r>
      <w:r w:rsidR="004C389C">
        <w:t>Hop</w:t>
      </w:r>
      <w:r>
        <w:t xml:space="preserve"> ! </w:t>
      </w:r>
      <w:r w:rsidR="004C389C">
        <w:t>voguons</w:t>
      </w:r>
      <w:r>
        <w:t> !… »</w:t>
      </w:r>
    </w:p>
    <w:p w14:paraId="6BF37D60" w14:textId="77777777" w:rsidR="004B5A85" w:rsidRDefault="004C389C" w:rsidP="004C389C">
      <w:r>
        <w:t>Animé d</w:t>
      </w:r>
      <w:r w:rsidR="004B5A85">
        <w:t>’</w:t>
      </w:r>
      <w:r>
        <w:t>une vigueur nouvelle</w:t>
      </w:r>
      <w:r w:rsidR="004B5A85">
        <w:t xml:space="preserve">, </w:t>
      </w:r>
      <w:r>
        <w:t>il continua de ramer dans la direction même que suivait la projection</w:t>
      </w:r>
      <w:r w:rsidR="004B5A85">
        <w:t xml:space="preserve">. </w:t>
      </w:r>
      <w:r>
        <w:t>Il calculait très adro</w:t>
      </w:r>
      <w:r>
        <w:t>i</w:t>
      </w:r>
      <w:r>
        <w:t>tement qu</w:t>
      </w:r>
      <w:r w:rsidR="004B5A85">
        <w:t>’</w:t>
      </w:r>
      <w:r>
        <w:t>il gagnerait quelques minutes sur la seconde atteinte du faisceau lumineux</w:t>
      </w:r>
      <w:r w:rsidR="004B5A85">
        <w:t>…</w:t>
      </w:r>
    </w:p>
    <w:p w14:paraId="497377BE" w14:textId="77777777" w:rsidR="004B5A85" w:rsidRDefault="004C389C" w:rsidP="004C389C">
      <w:r>
        <w:lastRenderedPageBreak/>
        <w:t>Et ce faisceau</w:t>
      </w:r>
      <w:r w:rsidR="004B5A85">
        <w:t xml:space="preserve">, </w:t>
      </w:r>
      <w:r>
        <w:t>qui balayait circulairement l</w:t>
      </w:r>
      <w:r w:rsidR="004B5A85">
        <w:t>’</w:t>
      </w:r>
      <w:r>
        <w:t>océan obscur</w:t>
      </w:r>
      <w:r w:rsidR="004B5A85">
        <w:t xml:space="preserve">, </w:t>
      </w:r>
      <w:r>
        <w:t>Pierrot l</w:t>
      </w:r>
      <w:r w:rsidR="004B5A85">
        <w:t>’</w:t>
      </w:r>
      <w:r>
        <w:t>Écureuil le suivait des yeux</w:t>
      </w:r>
      <w:r w:rsidR="004B5A85">
        <w:t xml:space="preserve">. </w:t>
      </w:r>
      <w:r>
        <w:t>Il le vit s</w:t>
      </w:r>
      <w:r w:rsidR="004B5A85">
        <w:t>’</w:t>
      </w:r>
      <w:r>
        <w:t>éloigner lent</w:t>
      </w:r>
      <w:r>
        <w:t>e</w:t>
      </w:r>
      <w:r>
        <w:t>ment</w:t>
      </w:r>
      <w:r w:rsidR="004B5A85">
        <w:t xml:space="preserve">, </w:t>
      </w:r>
      <w:r>
        <w:t>tourner</w:t>
      </w:r>
      <w:r w:rsidR="004B5A85">
        <w:t xml:space="preserve">, </w:t>
      </w:r>
      <w:r>
        <w:t>revenir</w:t>
      </w:r>
      <w:r w:rsidR="004B5A85">
        <w:t xml:space="preserve">, </w:t>
      </w:r>
      <w:r>
        <w:t>s</w:t>
      </w:r>
      <w:r w:rsidR="004B5A85">
        <w:t>’</w:t>
      </w:r>
      <w:r>
        <w:t>approcher</w:t>
      </w:r>
      <w:r w:rsidR="004B5A85">
        <w:t>…</w:t>
      </w:r>
    </w:p>
    <w:p w14:paraId="520504BF" w14:textId="77777777" w:rsidR="004B5A85" w:rsidRDefault="004C389C" w:rsidP="004C389C">
      <w:r>
        <w:t>Soudain</w:t>
      </w:r>
      <w:r w:rsidR="004B5A85">
        <w:t xml:space="preserve">, </w:t>
      </w:r>
      <w:r>
        <w:t>le canot de nouveau baigna dans la lumière</w:t>
      </w:r>
      <w:r w:rsidR="004B5A85">
        <w:t>.</w:t>
      </w:r>
    </w:p>
    <w:p w14:paraId="3682216F" w14:textId="77777777" w:rsidR="004B5A85" w:rsidRDefault="004C389C" w:rsidP="004C389C">
      <w:r>
        <w:t>Mais</w:t>
      </w:r>
      <w:r w:rsidR="004B5A85">
        <w:t xml:space="preserve">, </w:t>
      </w:r>
      <w:r>
        <w:t>cette fois</w:t>
      </w:r>
      <w:r w:rsidR="004B5A85">
        <w:t xml:space="preserve">, </w:t>
      </w:r>
      <w:r>
        <w:t>après avoir vacillé un moment à gauche et à droite</w:t>
      </w:r>
      <w:r w:rsidR="004B5A85">
        <w:t xml:space="preserve">, </w:t>
      </w:r>
      <w:r>
        <w:t>la projection lumineuse s</w:t>
      </w:r>
      <w:r w:rsidR="004B5A85">
        <w:t>’</w:t>
      </w:r>
      <w:r>
        <w:t>arrêta sur l</w:t>
      </w:r>
      <w:r w:rsidR="004B5A85">
        <w:t>’</w:t>
      </w:r>
      <w:r>
        <w:t>esquif</w:t>
      </w:r>
      <w:r w:rsidR="004B5A85">
        <w:t>.</w:t>
      </w:r>
    </w:p>
    <w:p w14:paraId="418386C3" w14:textId="2593E9EE" w:rsidR="004C389C" w:rsidRDefault="004B5A85" w:rsidP="004C389C">
      <w:r>
        <w:t>« </w:t>
      </w:r>
      <w:r w:rsidR="004C389C">
        <w:t>Y a pas</w:t>
      </w:r>
      <w:r>
        <w:t xml:space="preserve">, </w:t>
      </w:r>
      <w:r w:rsidR="004C389C">
        <w:t>se dit Pierrot</w:t>
      </w:r>
      <w:r>
        <w:t xml:space="preserve">, </w:t>
      </w:r>
      <w:r w:rsidR="004C389C">
        <w:t>je suis repéré</w:t>
      </w:r>
      <w:r>
        <w:t xml:space="preserve">. </w:t>
      </w:r>
      <w:r w:rsidR="004C389C">
        <w:t>Voyons to</w:t>
      </w:r>
      <w:r w:rsidR="004C389C">
        <w:t>u</w:t>
      </w:r>
      <w:r w:rsidR="004C389C">
        <w:t>jours</w:t>
      </w:r>
      <w:r>
        <w:t> !… »</w:t>
      </w:r>
    </w:p>
    <w:p w14:paraId="511664CF" w14:textId="77777777" w:rsidR="004B5A85" w:rsidRDefault="004C389C" w:rsidP="004C389C">
      <w:r>
        <w:t>Il n</w:t>
      </w:r>
      <w:r w:rsidR="004B5A85">
        <w:t>’</w:t>
      </w:r>
      <w:r>
        <w:t>eut pas à ramer longtemps</w:t>
      </w:r>
      <w:r w:rsidR="004B5A85">
        <w:t>.</w:t>
      </w:r>
    </w:p>
    <w:p w14:paraId="4F5DABD1" w14:textId="77777777" w:rsidR="004B5A85" w:rsidRDefault="004C389C" w:rsidP="004C389C">
      <w:r>
        <w:t>Il entendit bientôt le bouillonnement que faisait l</w:t>
      </w:r>
      <w:r w:rsidR="004B5A85">
        <w:t>’</w:t>
      </w:r>
      <w:r>
        <w:t xml:space="preserve">hélice du </w:t>
      </w:r>
      <w:r>
        <w:rPr>
          <w:i/>
          <w:iCs/>
        </w:rPr>
        <w:t xml:space="preserve">Nyctalope </w:t>
      </w:r>
      <w:r>
        <w:t>et le bruit des vagues retentissantes</w:t>
      </w:r>
      <w:r w:rsidR="004B5A85">
        <w:t xml:space="preserve">, </w:t>
      </w:r>
      <w:r>
        <w:t>coupées par l</w:t>
      </w:r>
      <w:r w:rsidR="004B5A85">
        <w:t>’</w:t>
      </w:r>
      <w:r>
        <w:t>avant du sous-marin</w:t>
      </w:r>
      <w:r w:rsidR="004B5A85">
        <w:t xml:space="preserve">, </w:t>
      </w:r>
      <w:r>
        <w:t>qui naviguait en surface</w:t>
      </w:r>
      <w:r w:rsidR="004B5A85">
        <w:t>.</w:t>
      </w:r>
    </w:p>
    <w:p w14:paraId="1595D08D" w14:textId="77777777" w:rsidR="004B5A85" w:rsidRDefault="004C389C" w:rsidP="004C389C">
      <w:r>
        <w:t>Et dans la nuit</w:t>
      </w:r>
      <w:r w:rsidR="004B5A85">
        <w:t xml:space="preserve">, </w:t>
      </w:r>
      <w:r>
        <w:t>singulièrement fantastique avec ce navire étrange glissant sur l</w:t>
      </w:r>
      <w:r w:rsidR="004B5A85">
        <w:t>’</w:t>
      </w:r>
      <w:r>
        <w:t>eau et projetant en avant un énorme rais de lumière</w:t>
      </w:r>
      <w:r w:rsidR="004B5A85">
        <w:t xml:space="preserve">, </w:t>
      </w:r>
      <w:r>
        <w:t>dans la nuit cependant calme</w:t>
      </w:r>
      <w:r w:rsidR="004B5A85">
        <w:t xml:space="preserve">, </w:t>
      </w:r>
      <w:r>
        <w:t>une voix forte s</w:t>
      </w:r>
      <w:r w:rsidR="004B5A85">
        <w:t>’</w:t>
      </w:r>
      <w:r>
        <w:t>éleva</w:t>
      </w:r>
      <w:r w:rsidR="004B5A85">
        <w:t> :</w:t>
      </w:r>
    </w:p>
    <w:p w14:paraId="396A7514" w14:textId="77777777" w:rsidR="004B5A85" w:rsidRDefault="004B5A85" w:rsidP="004C389C">
      <w:r>
        <w:t>— </w:t>
      </w:r>
      <w:r w:rsidR="004C389C">
        <w:t>Ohé</w:t>
      </w:r>
      <w:r>
        <w:t xml:space="preserve"> ! </w:t>
      </w:r>
      <w:r w:rsidR="004C389C">
        <w:t>du canot</w:t>
      </w:r>
      <w:r>
        <w:t xml:space="preserve"> ! </w:t>
      </w:r>
      <w:r w:rsidR="004C389C">
        <w:t>Stoppez ou nous vous coupons en deux</w:t>
      </w:r>
      <w:r>
        <w:t> !</w:t>
      </w:r>
    </w:p>
    <w:p w14:paraId="41E2D0C6" w14:textId="77777777" w:rsidR="004B5A85" w:rsidRDefault="004C389C" w:rsidP="004C389C">
      <w:r>
        <w:t>Pierrot l</w:t>
      </w:r>
      <w:r w:rsidR="004B5A85">
        <w:t>’</w:t>
      </w:r>
      <w:r>
        <w:t>Écureuil lâcha les rames et cria</w:t>
      </w:r>
      <w:r w:rsidR="004B5A85">
        <w:t> :</w:t>
      </w:r>
    </w:p>
    <w:p w14:paraId="285BF41A" w14:textId="77777777" w:rsidR="004B5A85" w:rsidRDefault="004B5A85" w:rsidP="004C389C">
      <w:r>
        <w:t>— </w:t>
      </w:r>
      <w:r w:rsidR="004C389C">
        <w:t>Stop</w:t>
      </w:r>
      <w:r>
        <w:t xml:space="preserve"> ! </w:t>
      </w:r>
      <w:r w:rsidR="004C389C">
        <w:t>je me rends</w:t>
      </w:r>
      <w:r>
        <w:t>…</w:t>
      </w:r>
    </w:p>
    <w:p w14:paraId="094896F1" w14:textId="77777777" w:rsidR="004B5A85" w:rsidRDefault="004C389C" w:rsidP="004C389C">
      <w:r>
        <w:t>Une minute plus tard</w:t>
      </w:r>
      <w:r w:rsidR="004B5A85">
        <w:t xml:space="preserve">, </w:t>
      </w:r>
      <w:r>
        <w:t>il voyait la masse noire du sous-marin s</w:t>
      </w:r>
      <w:r w:rsidR="004B5A85">
        <w:t>’</w:t>
      </w:r>
      <w:r>
        <w:t>immobiliser à deux brassées du canot</w:t>
      </w:r>
      <w:r w:rsidR="004B5A85">
        <w:t xml:space="preserve">, </w:t>
      </w:r>
      <w:r>
        <w:t>et il pouvait di</w:t>
      </w:r>
      <w:r>
        <w:t>s</w:t>
      </w:r>
      <w:r>
        <w:t>tinguer nettement sur la plate-forme quatre hommes debout contre le garde-fou</w:t>
      </w:r>
      <w:r w:rsidR="004B5A85">
        <w:t>.</w:t>
      </w:r>
    </w:p>
    <w:p w14:paraId="03CB2565" w14:textId="77777777" w:rsidR="004B5A85" w:rsidRDefault="004B5A85" w:rsidP="004C389C">
      <w:r>
        <w:t>— </w:t>
      </w:r>
      <w:r w:rsidR="004C389C">
        <w:t>Abordez</w:t>
      </w:r>
      <w:r>
        <w:t xml:space="preserve"> ! </w:t>
      </w:r>
      <w:r w:rsidR="004C389C">
        <w:t>dit une voix que Pierrot l</w:t>
      </w:r>
      <w:r>
        <w:t>’</w:t>
      </w:r>
      <w:r w:rsidR="004C389C">
        <w:t>Écureuil reconnut pour celle d</w:t>
      </w:r>
      <w:r>
        <w:t>’</w:t>
      </w:r>
      <w:proofErr w:type="spellStart"/>
      <w:r w:rsidR="004C389C">
        <w:t>Askold</w:t>
      </w:r>
      <w:proofErr w:type="spellEnd"/>
      <w:r>
        <w:t xml:space="preserve">. </w:t>
      </w:r>
      <w:r w:rsidR="004C389C">
        <w:t>Abordez ou je fais feu</w:t>
      </w:r>
      <w:r>
        <w:t> !</w:t>
      </w:r>
    </w:p>
    <w:p w14:paraId="244F5F1B" w14:textId="77777777" w:rsidR="004B5A85" w:rsidRDefault="004C389C" w:rsidP="004C389C">
      <w:r>
        <w:lastRenderedPageBreak/>
        <w:t>Et il vit que le forban épaulait une carabine</w:t>
      </w:r>
      <w:r w:rsidR="004B5A85">
        <w:t>.</w:t>
      </w:r>
    </w:p>
    <w:p w14:paraId="6E767D14" w14:textId="77777777" w:rsidR="004B5A85" w:rsidRDefault="004C389C" w:rsidP="004C389C">
      <w:r>
        <w:t>Docilement</w:t>
      </w:r>
      <w:r w:rsidR="004B5A85">
        <w:t xml:space="preserve">, </w:t>
      </w:r>
      <w:r>
        <w:t>il reprit les rames</w:t>
      </w:r>
      <w:r w:rsidR="004B5A85">
        <w:t xml:space="preserve">, </w:t>
      </w:r>
      <w:r>
        <w:t>et</w:t>
      </w:r>
      <w:r w:rsidR="004B5A85">
        <w:t xml:space="preserve">, </w:t>
      </w:r>
      <w:r>
        <w:t>en deux coups</w:t>
      </w:r>
      <w:r w:rsidR="004B5A85">
        <w:t xml:space="preserve">, </w:t>
      </w:r>
      <w:r>
        <w:t>il poussa le canot contre le sous-marin</w:t>
      </w:r>
      <w:r w:rsidR="004B5A85">
        <w:t>.</w:t>
      </w:r>
    </w:p>
    <w:p w14:paraId="459B720D" w14:textId="77777777" w:rsidR="004B5A85" w:rsidRDefault="004C389C" w:rsidP="004C389C">
      <w:r>
        <w:t>Aussitôt le canot fut saisi</w:t>
      </w:r>
      <w:r w:rsidR="004B5A85">
        <w:t xml:space="preserve">, </w:t>
      </w:r>
      <w:r>
        <w:t>enlevé</w:t>
      </w:r>
      <w:r w:rsidR="004B5A85">
        <w:t xml:space="preserve">, </w:t>
      </w:r>
      <w:r>
        <w:t xml:space="preserve">remis en place dans son alvéole par </w:t>
      </w:r>
      <w:proofErr w:type="spellStart"/>
      <w:r>
        <w:t>Jorry</w:t>
      </w:r>
      <w:proofErr w:type="spellEnd"/>
      <w:r>
        <w:t xml:space="preserve"> et </w:t>
      </w:r>
      <w:proofErr w:type="spellStart"/>
      <w:r>
        <w:t>Brilo</w:t>
      </w:r>
      <w:proofErr w:type="spellEnd"/>
      <w:r w:rsidR="004B5A85">
        <w:t xml:space="preserve">, </w:t>
      </w:r>
      <w:r>
        <w:t>tandis qu</w:t>
      </w:r>
      <w:r w:rsidR="004B5A85">
        <w:t>’</w:t>
      </w:r>
      <w:proofErr w:type="spellStart"/>
      <w:r>
        <w:t>Askold</w:t>
      </w:r>
      <w:proofErr w:type="spellEnd"/>
      <w:r>
        <w:t xml:space="preserve"> empoignait lui-même Pierrot l</w:t>
      </w:r>
      <w:r w:rsidR="004B5A85">
        <w:t>’</w:t>
      </w:r>
      <w:r>
        <w:t>Écureuil par les bras</w:t>
      </w:r>
      <w:r w:rsidR="004B5A85">
        <w:t xml:space="preserve">, </w:t>
      </w:r>
      <w:r>
        <w:t>l</w:t>
      </w:r>
      <w:r w:rsidR="004B5A85">
        <w:t>’</w:t>
      </w:r>
      <w:r>
        <w:t>enlevait</w:t>
      </w:r>
      <w:r w:rsidR="004B5A85">
        <w:t xml:space="preserve">, </w:t>
      </w:r>
      <w:r>
        <w:t>et le plantait</w:t>
      </w:r>
      <w:r w:rsidR="004B5A85">
        <w:t xml:space="preserve">, </w:t>
      </w:r>
      <w:r>
        <w:t>debout</w:t>
      </w:r>
      <w:r w:rsidR="004B5A85">
        <w:t xml:space="preserve">, </w:t>
      </w:r>
      <w:r>
        <w:t>devant le quatrième personnage</w:t>
      </w:r>
      <w:r w:rsidR="004B5A85">
        <w:t xml:space="preserve">, </w:t>
      </w:r>
      <w:r>
        <w:t>qui n</w:t>
      </w:r>
      <w:r w:rsidR="004B5A85">
        <w:t>’</w:t>
      </w:r>
      <w:r>
        <w:t>était autre que le Ravageur</w:t>
      </w:r>
      <w:r w:rsidR="004B5A85">
        <w:t>.</w:t>
      </w:r>
    </w:p>
    <w:p w14:paraId="1A1AE2D3" w14:textId="77777777" w:rsidR="004B5A85" w:rsidRDefault="004C389C" w:rsidP="004C389C">
      <w:r>
        <w:t>La clarté qui</w:t>
      </w:r>
      <w:r w:rsidR="004B5A85">
        <w:t xml:space="preserve">, </w:t>
      </w:r>
      <w:r>
        <w:t>par l</w:t>
      </w:r>
      <w:r w:rsidR="004B5A85">
        <w:t>’</w:t>
      </w:r>
      <w:r>
        <w:t>écoutille</w:t>
      </w:r>
      <w:r w:rsidR="004B5A85">
        <w:t xml:space="preserve">, </w:t>
      </w:r>
      <w:r>
        <w:t>venait de l</w:t>
      </w:r>
      <w:r w:rsidR="004B5A85">
        <w:t>’</w:t>
      </w:r>
      <w:r>
        <w:t>intérieur du sous-marin</w:t>
      </w:r>
      <w:r w:rsidR="004B5A85">
        <w:t xml:space="preserve">, </w:t>
      </w:r>
      <w:r>
        <w:t>frappait en plein le visage du Ravageur</w:t>
      </w:r>
      <w:r w:rsidR="004B5A85">
        <w:t xml:space="preserve">, </w:t>
      </w:r>
      <w:r>
        <w:t>et le mousse put voir que ce visage exprimait une terrible colère</w:t>
      </w:r>
      <w:r w:rsidR="004B5A85">
        <w:t>.</w:t>
      </w:r>
    </w:p>
    <w:p w14:paraId="046F7E1D" w14:textId="77777777" w:rsidR="004B5A85" w:rsidRDefault="004B5A85" w:rsidP="004C389C">
      <w:r>
        <w:t>— </w:t>
      </w:r>
      <w:r w:rsidR="004C389C">
        <w:t>Où est ton officier</w:t>
      </w:r>
      <w:r>
        <w:t xml:space="preserve"> ? </w:t>
      </w:r>
      <w:r w:rsidR="004C389C">
        <w:t>demanda tout de suite le Ravageur</w:t>
      </w:r>
      <w:r>
        <w:t xml:space="preserve">, </w:t>
      </w:r>
      <w:r w:rsidR="004C389C">
        <w:t>avec une fureur qu</w:t>
      </w:r>
      <w:r>
        <w:t>’</w:t>
      </w:r>
      <w:r w:rsidR="004C389C">
        <w:t>il ne pouvait pas dissimuler</w:t>
      </w:r>
      <w:r>
        <w:t>.</w:t>
      </w:r>
    </w:p>
    <w:p w14:paraId="43DBE2AE" w14:textId="77777777" w:rsidR="004B5A85" w:rsidRDefault="004B5A85" w:rsidP="004C389C">
      <w:r>
        <w:t>— </w:t>
      </w:r>
      <w:r w:rsidR="004C389C">
        <w:t xml:space="preserve">Mon </w:t>
      </w:r>
      <w:proofErr w:type="spellStart"/>
      <w:r w:rsidR="004C389C">
        <w:t>cap</w:t>
      </w:r>
      <w:r>
        <w:t>’</w:t>
      </w:r>
      <w:r w:rsidR="004C389C">
        <w:t>taine</w:t>
      </w:r>
      <w:proofErr w:type="spellEnd"/>
      <w:r>
        <w:t xml:space="preserve"> ? </w:t>
      </w:r>
      <w:r w:rsidR="004C389C">
        <w:t>balbutia Pierrot l</w:t>
      </w:r>
      <w:r>
        <w:t>’</w:t>
      </w:r>
      <w:r w:rsidR="004C389C">
        <w:t>Écureuil</w:t>
      </w:r>
      <w:r>
        <w:t xml:space="preserve">, </w:t>
      </w:r>
      <w:r w:rsidR="004C389C">
        <w:t>en faisant p</w:t>
      </w:r>
      <w:r w:rsidR="004C389C">
        <w:t>a</w:t>
      </w:r>
      <w:r w:rsidR="004C389C">
        <w:t>raître une grande frayeur</w:t>
      </w:r>
      <w:r>
        <w:t>.</w:t>
      </w:r>
    </w:p>
    <w:p w14:paraId="782D6E6E" w14:textId="77777777" w:rsidR="004B5A85" w:rsidRDefault="004B5A85" w:rsidP="004C389C">
      <w:r>
        <w:t>— </w:t>
      </w:r>
      <w:r w:rsidR="004C389C">
        <w:t>Oui</w:t>
      </w:r>
      <w:r>
        <w:t xml:space="preserve">, </w:t>
      </w:r>
      <w:r w:rsidR="004C389C">
        <w:t>ton capitaine</w:t>
      </w:r>
      <w:r>
        <w:t xml:space="preserve">. </w:t>
      </w:r>
      <w:r w:rsidR="004C389C">
        <w:t>Voyons</w:t>
      </w:r>
      <w:r>
        <w:t xml:space="preserve">, </w:t>
      </w:r>
      <w:r w:rsidR="004C389C">
        <w:t>réponds</w:t>
      </w:r>
      <w:r>
        <w:t> !…</w:t>
      </w:r>
    </w:p>
    <w:p w14:paraId="4BBF5644" w14:textId="77777777" w:rsidR="004B5A85" w:rsidRDefault="004C389C" w:rsidP="004C389C">
      <w:r>
        <w:t>Mais le mousse se cacha le visage dans ses bras et il se mit à pleurer</w:t>
      </w:r>
      <w:r w:rsidR="004B5A85">
        <w:t>.</w:t>
      </w:r>
    </w:p>
    <w:p w14:paraId="42D1CF63" w14:textId="77777777" w:rsidR="004B5A85" w:rsidRDefault="004C389C" w:rsidP="004C389C">
      <w:r>
        <w:t>Ah</w:t>
      </w:r>
      <w:r w:rsidR="004B5A85">
        <w:t xml:space="preserve"> ! </w:t>
      </w:r>
      <w:r>
        <w:t>il n</w:t>
      </w:r>
      <w:r w:rsidR="004B5A85">
        <w:t>’</w:t>
      </w:r>
      <w:r>
        <w:t>eut pas grand effort à faire pour verser très réell</w:t>
      </w:r>
      <w:r>
        <w:t>e</w:t>
      </w:r>
      <w:r>
        <w:t>ment des larmes</w:t>
      </w:r>
      <w:r w:rsidR="004B5A85">
        <w:t>.</w:t>
      </w:r>
    </w:p>
    <w:p w14:paraId="5F217ABA" w14:textId="77777777" w:rsidR="004B5A85" w:rsidRDefault="004C389C" w:rsidP="004C389C">
      <w:r>
        <w:t>On pense quelle était la profonde émotion de cet enfant qui avait pu trouver</w:t>
      </w:r>
      <w:r w:rsidR="004B5A85">
        <w:t xml:space="preserve">, </w:t>
      </w:r>
      <w:r>
        <w:t>pendant un moment</w:t>
      </w:r>
      <w:r w:rsidR="004B5A85">
        <w:t xml:space="preserve">, </w:t>
      </w:r>
      <w:r>
        <w:t>au fond de son brave cœur de Français</w:t>
      </w:r>
      <w:r w:rsidR="004B5A85">
        <w:t xml:space="preserve">, </w:t>
      </w:r>
      <w:r>
        <w:t>tant de force</w:t>
      </w:r>
      <w:r w:rsidR="004B5A85">
        <w:t xml:space="preserve">, </w:t>
      </w:r>
      <w:r>
        <w:t>d</w:t>
      </w:r>
      <w:r w:rsidR="004B5A85">
        <w:t>’</w:t>
      </w:r>
      <w:r>
        <w:t>intelligence</w:t>
      </w:r>
      <w:r w:rsidR="004B5A85">
        <w:t xml:space="preserve">, </w:t>
      </w:r>
      <w:r>
        <w:t>de sang-froid</w:t>
      </w:r>
      <w:r w:rsidR="004B5A85">
        <w:t>.</w:t>
      </w:r>
    </w:p>
    <w:p w14:paraId="77CBD25C" w14:textId="77777777" w:rsidR="004B5A85" w:rsidRDefault="004C389C" w:rsidP="004C389C">
      <w:r>
        <w:t>La tension nerveuse tombait maintenant</w:t>
      </w:r>
      <w:r w:rsidR="004B5A85">
        <w:t xml:space="preserve">, </w:t>
      </w:r>
      <w:r>
        <w:t>et Pierrot l</w:t>
      </w:r>
      <w:r w:rsidR="004B5A85">
        <w:t>’</w:t>
      </w:r>
      <w:r>
        <w:t>Écureuil pleura</w:t>
      </w:r>
      <w:r w:rsidR="004B5A85">
        <w:t>.</w:t>
      </w:r>
    </w:p>
    <w:p w14:paraId="21861861" w14:textId="77777777" w:rsidR="004B5A85" w:rsidRDefault="004C389C" w:rsidP="004C389C">
      <w:r>
        <w:lastRenderedPageBreak/>
        <w:t>Ces larmes</w:t>
      </w:r>
      <w:r w:rsidR="004B5A85">
        <w:t xml:space="preserve">, </w:t>
      </w:r>
      <w:r>
        <w:t>d</w:t>
      </w:r>
      <w:r w:rsidR="004B5A85">
        <w:t>’</w:t>
      </w:r>
      <w:r>
        <w:t>ailleurs</w:t>
      </w:r>
      <w:r w:rsidR="004B5A85">
        <w:t xml:space="preserve">, </w:t>
      </w:r>
      <w:r>
        <w:t>lui faisaient du bien</w:t>
      </w:r>
      <w:r w:rsidR="004B5A85">
        <w:t xml:space="preserve">, </w:t>
      </w:r>
      <w:r>
        <w:t>et lui perme</w:t>
      </w:r>
      <w:r>
        <w:t>t</w:t>
      </w:r>
      <w:r>
        <w:t>taient aussi de gagner du temps</w:t>
      </w:r>
      <w:r w:rsidR="004B5A85">
        <w:t xml:space="preserve">, </w:t>
      </w:r>
      <w:r>
        <w:t>de ne pas répondre tout de suite ce qu</w:t>
      </w:r>
      <w:r w:rsidR="004B5A85">
        <w:t>’</w:t>
      </w:r>
      <w:r>
        <w:t>il avait décidé de dire</w:t>
      </w:r>
      <w:r w:rsidR="004B5A85">
        <w:t xml:space="preserve">, </w:t>
      </w:r>
      <w:r>
        <w:t>pour laisser au commandant Martel le temps de se sauver</w:t>
      </w:r>
      <w:r w:rsidR="004B5A85">
        <w:t>.</w:t>
      </w:r>
    </w:p>
    <w:p w14:paraId="3AD02CD0" w14:textId="77777777" w:rsidR="004B5A85" w:rsidRDefault="004C389C" w:rsidP="004C389C">
      <w:r>
        <w:t>Mais Hugues de Mauduit n</w:t>
      </w:r>
      <w:r w:rsidR="004B5A85">
        <w:t>’</w:t>
      </w:r>
      <w:r>
        <w:t>était pas homme à s</w:t>
      </w:r>
      <w:r w:rsidR="004B5A85">
        <w:t>’</w:t>
      </w:r>
      <w:r>
        <w:t>attendrir</w:t>
      </w:r>
      <w:r w:rsidR="004B5A85">
        <w:t>.</w:t>
      </w:r>
    </w:p>
    <w:p w14:paraId="364AACA2" w14:textId="77777777" w:rsidR="004B5A85" w:rsidRDefault="004B5A85" w:rsidP="004C389C">
      <w:r>
        <w:t>— </w:t>
      </w:r>
      <w:r w:rsidR="004C389C">
        <w:t>Il ne s</w:t>
      </w:r>
      <w:r>
        <w:t>’</w:t>
      </w:r>
      <w:r w:rsidR="004C389C">
        <w:t>agit pas de pleurer</w:t>
      </w:r>
      <w:r>
        <w:t xml:space="preserve"> ! </w:t>
      </w:r>
      <w:r w:rsidR="004C389C">
        <w:t>gronda-t-il</w:t>
      </w:r>
      <w:r>
        <w:t xml:space="preserve">. </w:t>
      </w:r>
      <w:r w:rsidR="004C389C">
        <w:t>Réponds</w:t>
      </w:r>
      <w:r>
        <w:t xml:space="preserve"> ! </w:t>
      </w:r>
      <w:r w:rsidR="004C389C">
        <w:t>Où est le capitaine</w:t>
      </w:r>
      <w:r>
        <w:t xml:space="preserve"> ? </w:t>
      </w:r>
      <w:r w:rsidR="004C389C">
        <w:t>Parle tout de suite</w:t>
      </w:r>
      <w:r>
        <w:t xml:space="preserve">, </w:t>
      </w:r>
      <w:r w:rsidR="004C389C">
        <w:t>sinon</w:t>
      </w:r>
      <w:r>
        <w:t xml:space="preserve">, </w:t>
      </w:r>
      <w:r w:rsidR="004C389C">
        <w:t>tout enfant que tu es</w:t>
      </w:r>
      <w:r>
        <w:t xml:space="preserve">, </w:t>
      </w:r>
      <w:r w:rsidR="004C389C">
        <w:t>je te fais fouetter comme un homme jusqu</w:t>
      </w:r>
      <w:r>
        <w:t>’</w:t>
      </w:r>
      <w:r w:rsidR="004C389C">
        <w:t>à ce que le sang rui</w:t>
      </w:r>
      <w:r w:rsidR="004C389C">
        <w:t>s</w:t>
      </w:r>
      <w:r w:rsidR="004C389C">
        <w:t>selle sur ton dos</w:t>
      </w:r>
      <w:r>
        <w:t> !…</w:t>
      </w:r>
    </w:p>
    <w:p w14:paraId="0D0D05FD" w14:textId="77777777" w:rsidR="004B5A85" w:rsidRDefault="004C389C" w:rsidP="004C389C">
      <w:r>
        <w:t>À cette épouvantable menace</w:t>
      </w:r>
      <w:r w:rsidR="004B5A85">
        <w:t xml:space="preserve">, – </w:t>
      </w:r>
      <w:r>
        <w:t>qu</w:t>
      </w:r>
      <w:r w:rsidR="004B5A85">
        <w:t>’</w:t>
      </w:r>
      <w:r>
        <w:t>il ne redoutait pas</w:t>
      </w:r>
      <w:r w:rsidR="004B5A85">
        <w:t xml:space="preserve">, </w:t>
      </w:r>
      <w:r>
        <w:t>puisqu</w:t>
      </w:r>
      <w:r w:rsidR="004B5A85">
        <w:t>’</w:t>
      </w:r>
      <w:r>
        <w:t>il était décidé à parler</w:t>
      </w:r>
      <w:r w:rsidR="004B5A85">
        <w:t xml:space="preserve">, – </w:t>
      </w:r>
      <w:r>
        <w:t>Pierrot l</w:t>
      </w:r>
      <w:r w:rsidR="004B5A85">
        <w:t>’</w:t>
      </w:r>
      <w:r>
        <w:t>Écureuil parut frémir et</w:t>
      </w:r>
      <w:r w:rsidR="004B5A85">
        <w:t xml:space="preserve">, </w:t>
      </w:r>
      <w:r>
        <w:t>laissant retomber ses bras</w:t>
      </w:r>
      <w:r w:rsidR="004B5A85">
        <w:t xml:space="preserve">, </w:t>
      </w:r>
      <w:r>
        <w:t>joignant ses mains</w:t>
      </w:r>
      <w:r w:rsidR="004B5A85">
        <w:t> :</w:t>
      </w:r>
    </w:p>
    <w:p w14:paraId="18182DBB" w14:textId="77777777" w:rsidR="004B5A85" w:rsidRDefault="004B5A85" w:rsidP="004C389C">
      <w:r>
        <w:t>— </w:t>
      </w:r>
      <w:r w:rsidR="004C389C">
        <w:t>Monsieur</w:t>
      </w:r>
      <w:r>
        <w:t xml:space="preserve">, </w:t>
      </w:r>
      <w:r w:rsidR="004C389C">
        <w:t>je vous prie</w:t>
      </w:r>
      <w:r>
        <w:t xml:space="preserve"> ! </w:t>
      </w:r>
      <w:r w:rsidR="004C389C">
        <w:t>ne me battez pas</w:t>
      </w:r>
      <w:r>
        <w:t> !…</w:t>
      </w:r>
    </w:p>
    <w:p w14:paraId="60074479" w14:textId="77777777" w:rsidR="004B5A85" w:rsidRDefault="004B5A85" w:rsidP="004C389C">
      <w:r>
        <w:t>— </w:t>
      </w:r>
      <w:r w:rsidR="004C389C">
        <w:t>Alors</w:t>
      </w:r>
      <w:r>
        <w:t xml:space="preserve">, </w:t>
      </w:r>
      <w:r w:rsidR="004C389C">
        <w:t>parle</w:t>
      </w:r>
      <w:r>
        <w:t> !</w:t>
      </w:r>
    </w:p>
    <w:p w14:paraId="0F90E006" w14:textId="77777777" w:rsidR="004B5A85" w:rsidRDefault="004B5A85" w:rsidP="004C389C">
      <w:r>
        <w:t>— </w:t>
      </w:r>
      <w:r w:rsidR="004C389C">
        <w:t>Eh bien</w:t>
      </w:r>
      <w:r>
        <w:t xml:space="preserve"> ! </w:t>
      </w:r>
      <w:r w:rsidR="004C389C">
        <w:t>fit le mousse en hésitant</w:t>
      </w:r>
      <w:r>
        <w:t xml:space="preserve">, </w:t>
      </w:r>
      <w:r w:rsidR="004C389C">
        <w:t>le capitaine m</w:t>
      </w:r>
      <w:r>
        <w:t>’</w:t>
      </w:r>
      <w:r w:rsidR="004C389C">
        <w:t>a dit de me sauver</w:t>
      </w:r>
      <w:r>
        <w:t xml:space="preserve">, </w:t>
      </w:r>
      <w:r w:rsidR="004C389C">
        <w:t>si Dieu voulait que je me sauve</w:t>
      </w:r>
      <w:r>
        <w:t xml:space="preserve">… </w:t>
      </w:r>
      <w:r w:rsidR="004C389C">
        <w:t>qu</w:t>
      </w:r>
      <w:r>
        <w:t>’</w:t>
      </w:r>
      <w:r w:rsidR="004C389C">
        <w:t>il ne voulait pas avoir ma mort sur la conscience</w:t>
      </w:r>
      <w:r>
        <w:t xml:space="preserve">… </w:t>
      </w:r>
      <w:r w:rsidR="004C389C">
        <w:t>qu</w:t>
      </w:r>
      <w:r>
        <w:t>’</w:t>
      </w:r>
      <w:r w:rsidR="004C389C">
        <w:t>on était près de la côte</w:t>
      </w:r>
      <w:r>
        <w:t xml:space="preserve">… </w:t>
      </w:r>
      <w:r w:rsidR="004C389C">
        <w:t>Qu</w:t>
      </w:r>
      <w:r>
        <w:t>’</w:t>
      </w:r>
      <w:r w:rsidR="004C389C">
        <w:t>en ramant toute la nuit</w:t>
      </w:r>
      <w:r>
        <w:t xml:space="preserve">, </w:t>
      </w:r>
      <w:r w:rsidR="004C389C">
        <w:t>je pourrais bien m</w:t>
      </w:r>
      <w:r>
        <w:t>’</w:t>
      </w:r>
      <w:r w:rsidR="004C389C">
        <w:t>en approcher a</w:t>
      </w:r>
      <w:r w:rsidR="004C389C">
        <w:t>s</w:t>
      </w:r>
      <w:r w:rsidR="004C389C">
        <w:t>sez pour être recueilli par quelque pêcheur</w:t>
      </w:r>
      <w:r>
        <w:t xml:space="preserve">. </w:t>
      </w:r>
      <w:r w:rsidR="004C389C">
        <w:t>Et alors</w:t>
      </w:r>
      <w:r>
        <w:t xml:space="preserve">, </w:t>
      </w:r>
      <w:r w:rsidR="004C389C">
        <w:t>il m</w:t>
      </w:r>
      <w:r>
        <w:t>’</w:t>
      </w:r>
      <w:r w:rsidR="004C389C">
        <w:t>a mis dans le canot</w:t>
      </w:r>
      <w:r>
        <w:t xml:space="preserve">, </w:t>
      </w:r>
      <w:r w:rsidR="004C389C">
        <w:t>il a largué les boulons</w:t>
      </w:r>
      <w:r>
        <w:t xml:space="preserve">… </w:t>
      </w:r>
      <w:r w:rsidR="004C389C">
        <w:t>et naturellement</w:t>
      </w:r>
      <w:r>
        <w:t xml:space="preserve">, </w:t>
      </w:r>
      <w:r w:rsidR="004C389C">
        <w:t>je n</w:t>
      </w:r>
      <w:r>
        <w:t>’</w:t>
      </w:r>
      <w:r w:rsidR="004C389C">
        <w:t>ai fait qu</w:t>
      </w:r>
      <w:r>
        <w:t>’</w:t>
      </w:r>
      <w:r w:rsidR="004C389C">
        <w:t>un saut jusqu</w:t>
      </w:r>
      <w:r>
        <w:t>’</w:t>
      </w:r>
      <w:r w:rsidR="004C389C">
        <w:t>à la surface</w:t>
      </w:r>
      <w:r>
        <w:t>…</w:t>
      </w:r>
    </w:p>
    <w:p w14:paraId="42652E46" w14:textId="77777777" w:rsidR="004B5A85" w:rsidRDefault="004B5A85" w:rsidP="004C389C">
      <w:r>
        <w:t>— </w:t>
      </w:r>
      <w:r w:rsidR="004C389C">
        <w:t>Mais alors</w:t>
      </w:r>
      <w:r>
        <w:t xml:space="preserve">, </w:t>
      </w:r>
      <w:r w:rsidR="004C389C">
        <w:t>s</w:t>
      </w:r>
      <w:r>
        <w:t>’</w:t>
      </w:r>
      <w:r w:rsidR="004C389C">
        <w:t>écria le Ravageur</w:t>
      </w:r>
      <w:r>
        <w:t xml:space="preserve">, </w:t>
      </w:r>
      <w:r w:rsidR="004C389C">
        <w:t>Ludovic Martel est resté à bord</w:t>
      </w:r>
      <w:r>
        <w:t> ?…</w:t>
      </w:r>
    </w:p>
    <w:p w14:paraId="0CE08467" w14:textId="77777777" w:rsidR="004B5A85" w:rsidRDefault="004B5A85" w:rsidP="004C389C">
      <w:r>
        <w:t>— </w:t>
      </w:r>
      <w:r w:rsidR="004C389C">
        <w:t>Oui</w:t>
      </w:r>
      <w:r>
        <w:t xml:space="preserve">, </w:t>
      </w:r>
      <w:r w:rsidR="004C389C">
        <w:t>monsieur</w:t>
      </w:r>
      <w:r>
        <w:t xml:space="preserve">… </w:t>
      </w:r>
      <w:r w:rsidR="004C389C">
        <w:t>pour</w:t>
      </w:r>
      <w:r>
        <w:t xml:space="preserve">… </w:t>
      </w:r>
      <w:r w:rsidR="004C389C">
        <w:t>pour</w:t>
      </w:r>
      <w:r>
        <w:t>…</w:t>
      </w:r>
    </w:p>
    <w:p w14:paraId="79E76F9A" w14:textId="77777777" w:rsidR="004B5A85" w:rsidRDefault="004B5A85" w:rsidP="004C389C">
      <w:r>
        <w:t>— </w:t>
      </w:r>
      <w:r w:rsidR="004C389C">
        <w:t>Allons</w:t>
      </w:r>
      <w:r>
        <w:t xml:space="preserve">, </w:t>
      </w:r>
      <w:r w:rsidR="004C389C">
        <w:t>parle</w:t>
      </w:r>
      <w:r>
        <w:t> !</w:t>
      </w:r>
    </w:p>
    <w:p w14:paraId="3827DF08" w14:textId="77777777" w:rsidR="004B5A85" w:rsidRDefault="004B5A85" w:rsidP="004C389C">
      <w:r>
        <w:t>— </w:t>
      </w:r>
      <w:r w:rsidR="004C389C">
        <w:t>Pour couler le sous-marin</w:t>
      </w:r>
      <w:r>
        <w:t> !…</w:t>
      </w:r>
    </w:p>
    <w:p w14:paraId="6E97F190" w14:textId="77777777" w:rsidR="004B5A85" w:rsidRDefault="004B5A85" w:rsidP="004C389C">
      <w:r>
        <w:lastRenderedPageBreak/>
        <w:t>— </w:t>
      </w:r>
      <w:r w:rsidR="004C389C">
        <w:t>Tout le monde en bas</w:t>
      </w:r>
      <w:r>
        <w:t xml:space="preserve"> ! </w:t>
      </w:r>
      <w:r w:rsidR="004C389C">
        <w:t>hurla le Ravageur</w:t>
      </w:r>
      <w:r>
        <w:t xml:space="preserve">. </w:t>
      </w:r>
      <w:r w:rsidR="004C389C">
        <w:t>Laissez l</w:t>
      </w:r>
      <w:r>
        <w:t>’</w:t>
      </w:r>
      <w:r w:rsidR="004C389C">
        <w:t>écoutille ouverte</w:t>
      </w:r>
      <w:r>
        <w:t xml:space="preserve">. </w:t>
      </w:r>
      <w:r w:rsidR="004C389C">
        <w:t>Un homme de vigie dans l</w:t>
      </w:r>
      <w:r>
        <w:t>’</w:t>
      </w:r>
      <w:r w:rsidR="004C389C">
        <w:t>escalier</w:t>
      </w:r>
      <w:r>
        <w:t xml:space="preserve">… </w:t>
      </w:r>
      <w:r w:rsidR="004C389C">
        <w:t>Que l</w:t>
      </w:r>
      <w:r>
        <w:t>’</w:t>
      </w:r>
      <w:r w:rsidR="004C389C">
        <w:t>on cherche partout</w:t>
      </w:r>
      <w:r>
        <w:t xml:space="preserve">, </w:t>
      </w:r>
      <w:r w:rsidR="004C389C">
        <w:t>partout</w:t>
      </w:r>
      <w:r>
        <w:t> !</w:t>
      </w:r>
    </w:p>
    <w:p w14:paraId="67BF6F45" w14:textId="77777777" w:rsidR="004B5A85" w:rsidRDefault="004C389C" w:rsidP="004C389C">
      <w:r>
        <w:t>En effet</w:t>
      </w:r>
      <w:r w:rsidR="004B5A85">
        <w:t xml:space="preserve">, </w:t>
      </w:r>
      <w:r>
        <w:t>comment douter des paroles de cet enfant</w:t>
      </w:r>
      <w:r w:rsidR="004B5A85">
        <w:t xml:space="preserve"> ? </w:t>
      </w:r>
      <w:r>
        <w:t>Comment le Ravageur aurait-il pu imaginer l</w:t>
      </w:r>
      <w:r w:rsidR="004B5A85">
        <w:t>’</w:t>
      </w:r>
      <w:r>
        <w:t>héroïque</w:t>
      </w:r>
      <w:r w:rsidR="004B5A85">
        <w:t xml:space="preserve">, </w:t>
      </w:r>
      <w:r>
        <w:t>la s</w:t>
      </w:r>
      <w:r>
        <w:t>u</w:t>
      </w:r>
      <w:r>
        <w:t>blime ruse conçue par le gamin</w:t>
      </w:r>
      <w:r w:rsidR="004B5A85">
        <w:t> ?…</w:t>
      </w:r>
    </w:p>
    <w:p w14:paraId="0252E68C" w14:textId="77777777" w:rsidR="004B5A85" w:rsidRDefault="004C389C" w:rsidP="004C389C">
      <w:proofErr w:type="gramStart"/>
      <w:r>
        <w:t>Par contre</w:t>
      </w:r>
      <w:proofErr w:type="gramEnd"/>
      <w:r w:rsidR="004B5A85">
        <w:t xml:space="preserve">, </w:t>
      </w:r>
      <w:r>
        <w:t>il savait mieux que personne que le comma</w:t>
      </w:r>
      <w:r>
        <w:t>n</w:t>
      </w:r>
      <w:r>
        <w:t>dant Martel était homme à couler le sous-marin et à périr dans ses flancs</w:t>
      </w:r>
      <w:r w:rsidR="004B5A85">
        <w:t>.</w:t>
      </w:r>
    </w:p>
    <w:p w14:paraId="178A1B5C" w14:textId="77777777" w:rsidR="004B5A85" w:rsidRDefault="004C389C" w:rsidP="004C389C">
      <w:pPr>
        <w:rPr>
          <w:i/>
          <w:iCs/>
        </w:rPr>
      </w:pPr>
      <w:r>
        <w:t>Pierrot l</w:t>
      </w:r>
      <w:r w:rsidR="004B5A85">
        <w:t>’</w:t>
      </w:r>
      <w:r>
        <w:t>Écureuil fut enfermé dans la cabine numéro 3</w:t>
      </w:r>
      <w:r w:rsidR="004B5A85">
        <w:t xml:space="preserve">, </w:t>
      </w:r>
      <w:r>
        <w:t>et tout l</w:t>
      </w:r>
      <w:r w:rsidR="004B5A85">
        <w:t>’</w:t>
      </w:r>
      <w:r>
        <w:t xml:space="preserve">équipage du forban fouilla méthodiquement le </w:t>
      </w:r>
      <w:r>
        <w:rPr>
          <w:i/>
          <w:iCs/>
        </w:rPr>
        <w:t>Nyctalope</w:t>
      </w:r>
      <w:r w:rsidR="004B5A85">
        <w:rPr>
          <w:i/>
          <w:iCs/>
        </w:rPr>
        <w:t>.</w:t>
      </w:r>
    </w:p>
    <w:p w14:paraId="78668A4B" w14:textId="77777777" w:rsidR="004B5A85" w:rsidRDefault="004C389C" w:rsidP="004C389C">
      <w:r>
        <w:t>Dans sa prison</w:t>
      </w:r>
      <w:r w:rsidR="004B5A85">
        <w:t xml:space="preserve">, </w:t>
      </w:r>
      <w:r>
        <w:t>Pierrot l</w:t>
      </w:r>
      <w:r w:rsidR="004B5A85">
        <w:t>’</w:t>
      </w:r>
      <w:r>
        <w:t>Écureuil riait de bonheur</w:t>
      </w:r>
      <w:r w:rsidR="004B5A85">
        <w:t>.</w:t>
      </w:r>
    </w:p>
    <w:p w14:paraId="3CAF63EC" w14:textId="77777777" w:rsidR="004B5A85" w:rsidRDefault="004C389C" w:rsidP="004C389C">
      <w:r>
        <w:t>Il avait sur lui une modeste mais solide montre en acier que Ludovic Martel lui avait donnée</w:t>
      </w:r>
      <w:r w:rsidR="004B5A85">
        <w:t xml:space="preserve">, </w:t>
      </w:r>
      <w:r>
        <w:t>un jour</w:t>
      </w:r>
      <w:r w:rsidR="004B5A85">
        <w:t xml:space="preserve">, </w:t>
      </w:r>
      <w:r>
        <w:t>pour le récompe</w:t>
      </w:r>
      <w:r>
        <w:t>n</w:t>
      </w:r>
      <w:r>
        <w:t>ser de sa bonne conduite</w:t>
      </w:r>
      <w:r w:rsidR="004B5A85">
        <w:t>.</w:t>
      </w:r>
    </w:p>
    <w:p w14:paraId="243D5C53" w14:textId="77777777" w:rsidR="004B5A85" w:rsidRDefault="004C389C" w:rsidP="004C389C">
      <w:r>
        <w:t>Et maintenant</w:t>
      </w:r>
      <w:r w:rsidR="004B5A85">
        <w:t xml:space="preserve">, </w:t>
      </w:r>
      <w:r>
        <w:t>cette montre à la main</w:t>
      </w:r>
      <w:r w:rsidR="004B5A85">
        <w:t xml:space="preserve">, </w:t>
      </w:r>
      <w:r>
        <w:t>il regardait passer les minutes</w:t>
      </w:r>
      <w:r w:rsidR="004B5A85">
        <w:t>.</w:t>
      </w:r>
    </w:p>
    <w:p w14:paraId="15F069E0" w14:textId="77777777" w:rsidR="004B5A85" w:rsidRDefault="004C389C" w:rsidP="004C389C">
      <w:r>
        <w:t>Oh</w:t>
      </w:r>
      <w:r w:rsidR="004B5A85">
        <w:t xml:space="preserve"> ! </w:t>
      </w:r>
      <w:r>
        <w:t>comme les aiguilles marchaient lentement</w:t>
      </w:r>
      <w:r w:rsidR="004B5A85">
        <w:t xml:space="preserve">, </w:t>
      </w:r>
      <w:r>
        <w:t>à son avis</w:t>
      </w:r>
      <w:r w:rsidR="004B5A85">
        <w:t> !</w:t>
      </w:r>
    </w:p>
    <w:p w14:paraId="6935EC87" w14:textId="77777777" w:rsidR="004B5A85" w:rsidRDefault="004C389C" w:rsidP="004C389C">
      <w:r>
        <w:t>Il comptait qu</w:t>
      </w:r>
      <w:r w:rsidR="004B5A85">
        <w:t>’</w:t>
      </w:r>
      <w:r>
        <w:t>une demi-heure au moins s</w:t>
      </w:r>
      <w:r w:rsidR="004B5A85">
        <w:t>’</w:t>
      </w:r>
      <w:r>
        <w:t>écoulerait avant que le sous-marin fût exploré de fond en comble dans ses moindres recoins</w:t>
      </w:r>
      <w:r w:rsidR="004B5A85">
        <w:t xml:space="preserve">, </w:t>
      </w:r>
      <w:r>
        <w:t>dans les multiples endroits où pouvait se c</w:t>
      </w:r>
      <w:r>
        <w:t>a</w:t>
      </w:r>
      <w:r>
        <w:t>cher un homme</w:t>
      </w:r>
      <w:r w:rsidR="004B5A85">
        <w:t xml:space="preserve">, </w:t>
      </w:r>
      <w:r>
        <w:t>par conséquent avant que les pirates fussent convaincus que le commandant Martel n</w:t>
      </w:r>
      <w:r w:rsidR="004B5A85">
        <w:t>’</w:t>
      </w:r>
      <w:r>
        <w:t>était pas à bord</w:t>
      </w:r>
      <w:r w:rsidR="004B5A85">
        <w:t>.</w:t>
      </w:r>
    </w:p>
    <w:p w14:paraId="5F414E50" w14:textId="77777777" w:rsidR="004B5A85" w:rsidRDefault="004C389C" w:rsidP="004C389C">
      <w:r>
        <w:t>Et Pierrot l</w:t>
      </w:r>
      <w:r w:rsidR="004B5A85">
        <w:t>’</w:t>
      </w:r>
      <w:r>
        <w:t>Écureuil raisonnait ainsi</w:t>
      </w:r>
      <w:r w:rsidR="004B5A85">
        <w:t> :</w:t>
      </w:r>
    </w:p>
    <w:p w14:paraId="2DE29C7D" w14:textId="54BFDAFF" w:rsidR="004C389C" w:rsidRDefault="004B5A85" w:rsidP="004C389C">
      <w:r>
        <w:lastRenderedPageBreak/>
        <w:t>« </w:t>
      </w:r>
      <w:r w:rsidR="004C389C">
        <w:t>Dix minutes depuis le moment où le capitaine s</w:t>
      </w:r>
      <w:r>
        <w:t>’</w:t>
      </w:r>
      <w:r w:rsidR="004C389C">
        <w:t>est jeté à la nage et celui où j</w:t>
      </w:r>
      <w:r>
        <w:t>’</w:t>
      </w:r>
      <w:r w:rsidR="004C389C">
        <w:t>ai été pris</w:t>
      </w:r>
      <w:r>
        <w:t xml:space="preserve">. </w:t>
      </w:r>
      <w:r w:rsidR="004C389C">
        <w:t>Dix minutes d</w:t>
      </w:r>
      <w:r>
        <w:t>’</w:t>
      </w:r>
      <w:r w:rsidR="004C389C">
        <w:t>explications</w:t>
      </w:r>
      <w:r>
        <w:t xml:space="preserve">. </w:t>
      </w:r>
      <w:r w:rsidR="004C389C">
        <w:t>Trente minutes de recherche</w:t>
      </w:r>
      <w:r>
        <w:t xml:space="preserve">. </w:t>
      </w:r>
      <w:r w:rsidR="004C389C">
        <w:t>Dix minutes ensuite de retard de toute sorte</w:t>
      </w:r>
      <w:r>
        <w:t xml:space="preserve">, </w:t>
      </w:r>
      <w:r w:rsidR="004C389C">
        <w:t xml:space="preserve">quand on aura découvert que le </w:t>
      </w:r>
      <w:proofErr w:type="spellStart"/>
      <w:r w:rsidR="004C389C">
        <w:t>cap</w:t>
      </w:r>
      <w:r>
        <w:t>’</w:t>
      </w:r>
      <w:r w:rsidR="004C389C">
        <w:t>taine</w:t>
      </w:r>
      <w:proofErr w:type="spellEnd"/>
      <w:r w:rsidR="004C389C">
        <w:t xml:space="preserve"> n</w:t>
      </w:r>
      <w:r>
        <w:t>’</w:t>
      </w:r>
      <w:r w:rsidR="004C389C">
        <w:t>est pas à bord</w:t>
      </w:r>
      <w:r>
        <w:t xml:space="preserve">. </w:t>
      </w:r>
      <w:r w:rsidR="004C389C">
        <w:t>Ça fera une heure entière</w:t>
      </w:r>
      <w:r>
        <w:t>. »</w:t>
      </w:r>
    </w:p>
    <w:p w14:paraId="58A12B63" w14:textId="77777777" w:rsidR="004B5A85" w:rsidRDefault="004B5A85" w:rsidP="004C389C">
      <w:r>
        <w:t>« </w:t>
      </w:r>
      <w:r w:rsidR="004C389C">
        <w:t>Pas de danger qu</w:t>
      </w:r>
      <w:r>
        <w:t>’</w:t>
      </w:r>
      <w:r w:rsidR="004C389C">
        <w:t>ils le rattrapent maintenant</w:t>
      </w:r>
      <w:r>
        <w:t xml:space="preserve">, </w:t>
      </w:r>
      <w:r w:rsidR="004C389C">
        <w:t>même s</w:t>
      </w:r>
      <w:r>
        <w:t>’</w:t>
      </w:r>
      <w:r w:rsidR="004C389C">
        <w:t>ils avaient l</w:t>
      </w:r>
      <w:r>
        <w:t>’</w:t>
      </w:r>
      <w:r w:rsidR="004C389C">
        <w:t>idée de piquer droit sur le phare</w:t>
      </w:r>
      <w:r>
        <w:t> !…</w:t>
      </w:r>
    </w:p>
    <w:p w14:paraId="39DF969A" w14:textId="77777777" w:rsidR="004B5A85" w:rsidRDefault="004B5A85" w:rsidP="004C389C">
      <w:r>
        <w:t>« </w:t>
      </w:r>
      <w:r w:rsidR="004C389C">
        <w:t>Pourvu qu</w:t>
      </w:r>
      <w:r>
        <w:t>’</w:t>
      </w:r>
      <w:r w:rsidR="004C389C">
        <w:t xml:space="preserve">il ne soit rien arrivé au </w:t>
      </w:r>
      <w:proofErr w:type="spellStart"/>
      <w:r w:rsidR="004C389C">
        <w:t>cap</w:t>
      </w:r>
      <w:r>
        <w:t>’</w:t>
      </w:r>
      <w:r w:rsidR="004C389C">
        <w:t>taine</w:t>
      </w:r>
      <w:proofErr w:type="spellEnd"/>
      <w:r>
        <w:t xml:space="preserve"> !… </w:t>
      </w:r>
      <w:r w:rsidR="004C389C">
        <w:t>Mais il est si bon nageur</w:t>
      </w:r>
      <w:r>
        <w:t xml:space="preserve">, </w:t>
      </w:r>
      <w:r w:rsidR="004C389C">
        <w:t>si vigoureux</w:t>
      </w:r>
      <w:r>
        <w:t xml:space="preserve">, </w:t>
      </w:r>
      <w:r w:rsidR="004C389C">
        <w:t>si vaillant</w:t>
      </w:r>
      <w:r>
        <w:t xml:space="preserve"> ! </w:t>
      </w:r>
      <w:r w:rsidR="004C389C">
        <w:t>Puis</w:t>
      </w:r>
      <w:r>
        <w:t xml:space="preserve">, </w:t>
      </w:r>
      <w:r w:rsidR="004C389C">
        <w:t>la mer est calme</w:t>
      </w:r>
      <w:r>
        <w:t xml:space="preserve">, </w:t>
      </w:r>
      <w:r w:rsidR="004C389C">
        <w:t>la nuit n</w:t>
      </w:r>
      <w:r>
        <w:t>’</w:t>
      </w:r>
      <w:r w:rsidR="004C389C">
        <w:t>est pas froide</w:t>
      </w:r>
      <w:r>
        <w:t>…</w:t>
      </w:r>
    </w:p>
    <w:p w14:paraId="7544A65F" w14:textId="3A0A5805" w:rsidR="004C389C" w:rsidRDefault="004B5A85" w:rsidP="004C389C">
      <w:r>
        <w:t>« </w:t>
      </w:r>
      <w:r w:rsidR="004C389C">
        <w:t>Allons</w:t>
      </w:r>
      <w:r>
        <w:t xml:space="preserve">, </w:t>
      </w:r>
      <w:r w:rsidR="004C389C">
        <w:t>ça réussit</w:t>
      </w:r>
      <w:r>
        <w:t xml:space="preserve">, </w:t>
      </w:r>
      <w:r w:rsidR="004C389C">
        <w:t>ma petite ruse</w:t>
      </w:r>
      <w:r>
        <w:t xml:space="preserve">… </w:t>
      </w:r>
      <w:r w:rsidR="004C389C">
        <w:t>Et j</w:t>
      </w:r>
      <w:r>
        <w:t>’</w:t>
      </w:r>
      <w:r w:rsidR="004C389C">
        <w:t>ai roulé le Rav</w:t>
      </w:r>
      <w:r w:rsidR="004C389C">
        <w:t>a</w:t>
      </w:r>
      <w:r w:rsidR="004C389C">
        <w:t>geur du Monde</w:t>
      </w:r>
      <w:r>
        <w:t xml:space="preserve">, </w:t>
      </w:r>
      <w:r w:rsidR="004C389C">
        <w:t>moi</w:t>
      </w:r>
      <w:r>
        <w:t xml:space="preserve">, </w:t>
      </w:r>
      <w:r w:rsidR="004C389C">
        <w:t>Pierrot l</w:t>
      </w:r>
      <w:r>
        <w:t>’</w:t>
      </w:r>
      <w:r w:rsidR="004C389C">
        <w:t>Écureuil</w:t>
      </w:r>
      <w:r>
        <w:t xml:space="preserve">, </w:t>
      </w:r>
      <w:r w:rsidR="004C389C">
        <w:t>le mousse</w:t>
      </w:r>
      <w:r>
        <w:t xml:space="preserve"> !… </w:t>
      </w:r>
      <w:r w:rsidR="004C389C">
        <w:t>Ah</w:t>
      </w:r>
      <w:r>
        <w:t xml:space="preserve"> ! </w:t>
      </w:r>
      <w:r w:rsidR="004C389C">
        <w:t>ah</w:t>
      </w:r>
      <w:r>
        <w:t xml:space="preserve"> ! </w:t>
      </w:r>
      <w:r w:rsidR="004C389C">
        <w:t>ah</w:t>
      </w:r>
      <w:r>
        <w:t xml:space="preserve"> ! </w:t>
      </w:r>
      <w:r w:rsidR="004C389C">
        <w:t>ah</w:t>
      </w:r>
      <w:r>
        <w:t> ! »</w:t>
      </w:r>
    </w:p>
    <w:p w14:paraId="37663E91" w14:textId="77777777" w:rsidR="004B5A85" w:rsidRDefault="004C389C" w:rsidP="004C389C">
      <w:r>
        <w:t>Et le brave garçon était tout heureux</w:t>
      </w:r>
      <w:r w:rsidR="004B5A85">
        <w:t>.</w:t>
      </w:r>
    </w:p>
    <w:p w14:paraId="51EC5735" w14:textId="77777777" w:rsidR="004B5A85" w:rsidRDefault="004C389C" w:rsidP="004C389C">
      <w:r>
        <w:t>Il ne pensait pas à lui-même</w:t>
      </w:r>
      <w:r w:rsidR="004B5A85">
        <w:t xml:space="preserve">, </w:t>
      </w:r>
      <w:r>
        <w:t>ni aux dangers terribles qu</w:t>
      </w:r>
      <w:r w:rsidR="004B5A85">
        <w:t>’</w:t>
      </w:r>
      <w:r>
        <w:t>il allait courir désormais</w:t>
      </w:r>
      <w:r w:rsidR="004B5A85">
        <w:t>.</w:t>
      </w:r>
    </w:p>
    <w:p w14:paraId="40A24BD9" w14:textId="77777777" w:rsidR="004B5A85" w:rsidRDefault="004C389C" w:rsidP="004C389C">
      <w:r>
        <w:t xml:space="preserve">Et maintenant que la </w:t>
      </w:r>
      <w:r w:rsidR="004B5A85">
        <w:t>« </w:t>
      </w:r>
      <w:r>
        <w:t>ruse</w:t>
      </w:r>
      <w:r w:rsidR="004B5A85">
        <w:t> »</w:t>
      </w:r>
      <w:r>
        <w:t xml:space="preserve"> avait réussi</w:t>
      </w:r>
      <w:r w:rsidR="004B5A85">
        <w:t xml:space="preserve">, </w:t>
      </w:r>
      <w:r>
        <w:t>il redevenait le vrai gamin de Paris qu</w:t>
      </w:r>
      <w:r w:rsidR="004B5A85">
        <w:t>’</w:t>
      </w:r>
      <w:r>
        <w:t>il était</w:t>
      </w:r>
      <w:r w:rsidR="004B5A85">
        <w:t xml:space="preserve">, </w:t>
      </w:r>
      <w:r>
        <w:t>insouciant et gouailleur</w:t>
      </w:r>
      <w:r w:rsidR="004B5A85">
        <w:t xml:space="preserve">. </w:t>
      </w:r>
      <w:r>
        <w:t>Il s</w:t>
      </w:r>
      <w:r w:rsidR="004B5A85">
        <w:t>’</w:t>
      </w:r>
      <w:r>
        <w:t>applaudissait lui-même d</w:t>
      </w:r>
      <w:r w:rsidR="004B5A85">
        <w:t>’</w:t>
      </w:r>
      <w:r>
        <w:t xml:space="preserve">avoir </w:t>
      </w:r>
      <w:r w:rsidR="004B5A85">
        <w:t>« </w:t>
      </w:r>
      <w:r>
        <w:t>monté un joli bateau au R</w:t>
      </w:r>
      <w:r>
        <w:t>a</w:t>
      </w:r>
      <w:r>
        <w:t>vageur du Monde</w:t>
      </w:r>
      <w:r w:rsidR="004B5A85">
        <w:t> » !</w:t>
      </w:r>
    </w:p>
    <w:p w14:paraId="39E93D9C" w14:textId="77777777" w:rsidR="004B5A85" w:rsidRDefault="004C389C" w:rsidP="004C389C">
      <w:r>
        <w:t>Or</w:t>
      </w:r>
      <w:r w:rsidR="004B5A85">
        <w:t xml:space="preserve">, </w:t>
      </w:r>
      <w:r>
        <w:t>comme il voyait enfin les aiguilles de sa montre ind</w:t>
      </w:r>
      <w:r>
        <w:t>i</w:t>
      </w:r>
      <w:r>
        <w:t>quer qu</w:t>
      </w:r>
      <w:r w:rsidR="004B5A85">
        <w:t>’</w:t>
      </w:r>
      <w:r>
        <w:t>une demi-heure s</w:t>
      </w:r>
      <w:r w:rsidR="004B5A85">
        <w:t>’</w:t>
      </w:r>
      <w:r>
        <w:t>était écoulée depuis qu</w:t>
      </w:r>
      <w:r w:rsidR="004B5A85">
        <w:t>’</w:t>
      </w:r>
      <w:r>
        <w:t>il était enfe</w:t>
      </w:r>
      <w:r>
        <w:t>r</w:t>
      </w:r>
      <w:r>
        <w:t>mé là</w:t>
      </w:r>
      <w:r w:rsidR="004B5A85">
        <w:t xml:space="preserve">, </w:t>
      </w:r>
      <w:r>
        <w:t>il entendit des voix furieuses et la porte de la cabine s</w:t>
      </w:r>
      <w:r w:rsidR="004B5A85">
        <w:t>’</w:t>
      </w:r>
      <w:r>
        <w:t>ouvrir</w:t>
      </w:r>
      <w:r w:rsidR="004B5A85">
        <w:t>.</w:t>
      </w:r>
    </w:p>
    <w:p w14:paraId="02E1C35B" w14:textId="77777777" w:rsidR="004B5A85" w:rsidRDefault="004C389C" w:rsidP="004C389C">
      <w:r>
        <w:t xml:space="preserve">Hugues de Mauduit et </w:t>
      </w:r>
      <w:proofErr w:type="spellStart"/>
      <w:r>
        <w:t>Askold</w:t>
      </w:r>
      <w:proofErr w:type="spellEnd"/>
      <w:r>
        <w:t xml:space="preserve"> parurent</w:t>
      </w:r>
      <w:r w:rsidR="004B5A85">
        <w:t xml:space="preserve">, </w:t>
      </w:r>
      <w:r>
        <w:t xml:space="preserve">suivis de </w:t>
      </w:r>
      <w:proofErr w:type="spellStart"/>
      <w:r>
        <w:t>Brilo</w:t>
      </w:r>
      <w:proofErr w:type="spellEnd"/>
      <w:r w:rsidR="004B5A85">
        <w:t>.</w:t>
      </w:r>
    </w:p>
    <w:p w14:paraId="48B2BDD3" w14:textId="77777777" w:rsidR="004B5A85" w:rsidRDefault="004C389C" w:rsidP="004C389C">
      <w:r>
        <w:t>Le Ravageur était livide de rage</w:t>
      </w:r>
      <w:r w:rsidR="004B5A85">
        <w:t xml:space="preserve">, </w:t>
      </w:r>
      <w:r>
        <w:t>mais</w:t>
      </w:r>
      <w:r w:rsidR="004B5A85">
        <w:t xml:space="preserve">, </w:t>
      </w:r>
      <w:r>
        <w:t>avec son ordinaire sang-froid et sa puissance merveilleuse sur lui-même</w:t>
      </w:r>
      <w:r w:rsidR="004B5A85">
        <w:t xml:space="preserve">, </w:t>
      </w:r>
      <w:r>
        <w:t>rien dans sa voix ne trahit cette fureur</w:t>
      </w:r>
      <w:r w:rsidR="004B5A85">
        <w:t xml:space="preserve">, </w:t>
      </w:r>
      <w:r>
        <w:t>lorsqu</w:t>
      </w:r>
      <w:r w:rsidR="004B5A85">
        <w:t>’</w:t>
      </w:r>
      <w:r>
        <w:t>il dit</w:t>
      </w:r>
      <w:r w:rsidR="004B5A85">
        <w:t> :</w:t>
      </w:r>
    </w:p>
    <w:p w14:paraId="21330DBB" w14:textId="77777777" w:rsidR="004B5A85" w:rsidRDefault="004B5A85" w:rsidP="004C389C">
      <w:r>
        <w:lastRenderedPageBreak/>
        <w:t>— </w:t>
      </w:r>
      <w:r w:rsidR="004C389C">
        <w:t>Le commandant Martel n</w:t>
      </w:r>
      <w:r>
        <w:t>’</w:t>
      </w:r>
      <w:r w:rsidR="004C389C">
        <w:t xml:space="preserve">est pas à bord du </w:t>
      </w:r>
      <w:r w:rsidR="004C389C">
        <w:rPr>
          <w:i/>
          <w:iCs/>
        </w:rPr>
        <w:t>Nyctalope</w:t>
      </w:r>
      <w:r>
        <w:rPr>
          <w:i/>
          <w:iCs/>
        </w:rPr>
        <w:t xml:space="preserve"> !… </w:t>
      </w:r>
      <w:r w:rsidR="004C389C">
        <w:t>Mousse</w:t>
      </w:r>
      <w:r>
        <w:t xml:space="preserve">, </w:t>
      </w:r>
      <w:r w:rsidR="004C389C">
        <w:t>tu nous as trompés</w:t>
      </w:r>
      <w:r>
        <w:t> !…</w:t>
      </w:r>
    </w:p>
    <w:p w14:paraId="7D41E751" w14:textId="77777777" w:rsidR="004B5A85" w:rsidRDefault="004C389C" w:rsidP="004C389C">
      <w:r>
        <w:t>Pierrot l</w:t>
      </w:r>
      <w:r w:rsidR="004B5A85">
        <w:t>’</w:t>
      </w:r>
      <w:r>
        <w:t>Écureuil était en train de remettre sa montre dans sa poche</w:t>
      </w:r>
      <w:r w:rsidR="004B5A85">
        <w:t xml:space="preserve">. </w:t>
      </w:r>
      <w:r>
        <w:t>Il ne répondit pas et se contenta de regarder le Rav</w:t>
      </w:r>
      <w:r>
        <w:t>a</w:t>
      </w:r>
      <w:r>
        <w:t>geur avec une stupéfaction admirablement jouée</w:t>
      </w:r>
      <w:r w:rsidR="004B5A85">
        <w:t>.</w:t>
      </w:r>
    </w:p>
    <w:p w14:paraId="060FFBB1" w14:textId="77777777" w:rsidR="004B5A85" w:rsidRDefault="004B5A85" w:rsidP="004C389C">
      <w:r>
        <w:t>— </w:t>
      </w:r>
      <w:r w:rsidR="004C389C">
        <w:t>Oui</w:t>
      </w:r>
      <w:r>
        <w:t xml:space="preserve">, </w:t>
      </w:r>
      <w:r w:rsidR="004C389C">
        <w:t>tu nous as trompés</w:t>
      </w:r>
      <w:r>
        <w:t xml:space="preserve">, </w:t>
      </w:r>
      <w:r w:rsidR="004C389C">
        <w:t>répéta Hugues de Mauduit</w:t>
      </w:r>
      <w:r>
        <w:t xml:space="preserve">, </w:t>
      </w:r>
      <w:r w:rsidR="004C389C">
        <w:t>avec un accent terrible dans sa froideur</w:t>
      </w:r>
      <w:r>
        <w:t>.</w:t>
      </w:r>
    </w:p>
    <w:p w14:paraId="1FEEFE21" w14:textId="77777777" w:rsidR="004B5A85" w:rsidRDefault="004C389C" w:rsidP="004C389C">
      <w:r>
        <w:t>Et</w:t>
      </w:r>
      <w:r w:rsidR="004B5A85">
        <w:t xml:space="preserve">, </w:t>
      </w:r>
      <w:r>
        <w:t>après un silence menaçant</w:t>
      </w:r>
      <w:r w:rsidR="004B5A85">
        <w:t xml:space="preserve">, </w:t>
      </w:r>
      <w:r>
        <w:t>il reprit</w:t>
      </w:r>
      <w:r w:rsidR="004B5A85">
        <w:t> :</w:t>
      </w:r>
    </w:p>
    <w:p w14:paraId="18084530" w14:textId="77777777" w:rsidR="004B5A85" w:rsidRDefault="004B5A85" w:rsidP="004C389C">
      <w:r>
        <w:t>— </w:t>
      </w:r>
      <w:r w:rsidR="004C389C">
        <w:t>Écoute</w:t>
      </w:r>
      <w:r>
        <w:t xml:space="preserve"> ! </w:t>
      </w:r>
      <w:r w:rsidR="004C389C">
        <w:t>Je te donne cinq minutes pour nous dire ce que tu sais</w:t>
      </w:r>
      <w:r>
        <w:t xml:space="preserve"> ! </w:t>
      </w:r>
      <w:r w:rsidR="004C389C">
        <w:t>Et je verrai cette fois dans tes yeux si tu mens ou non</w:t>
      </w:r>
      <w:r>
        <w:t xml:space="preserve"> !… </w:t>
      </w:r>
      <w:r w:rsidR="004C389C">
        <w:t>Réfléchis</w:t>
      </w:r>
      <w:r>
        <w:t>…</w:t>
      </w:r>
    </w:p>
    <w:p w14:paraId="589A1039" w14:textId="77777777" w:rsidR="004B5A85" w:rsidRDefault="004B5A85" w:rsidP="004C389C">
      <w:r>
        <w:t>— </w:t>
      </w:r>
      <w:r w:rsidR="004C389C">
        <w:t>Et que ferez-vous</w:t>
      </w:r>
      <w:r>
        <w:t xml:space="preserve"> ? </w:t>
      </w:r>
      <w:r w:rsidR="004C389C">
        <w:t>demanda Pierrot l</w:t>
      </w:r>
      <w:r>
        <w:t>’</w:t>
      </w:r>
      <w:r w:rsidR="004C389C">
        <w:t>Écureuil</w:t>
      </w:r>
      <w:r>
        <w:t xml:space="preserve">, </w:t>
      </w:r>
      <w:r w:rsidR="004C389C">
        <w:t>appelant à lui tout son courage</w:t>
      </w:r>
      <w:r>
        <w:t xml:space="preserve">. </w:t>
      </w:r>
      <w:r w:rsidR="004C389C">
        <w:t>Que ferez-vous</w:t>
      </w:r>
      <w:r>
        <w:t xml:space="preserve">, </w:t>
      </w:r>
      <w:r w:rsidR="004C389C">
        <w:t>monsieur</w:t>
      </w:r>
      <w:r>
        <w:t xml:space="preserve">, </w:t>
      </w:r>
      <w:r w:rsidR="004C389C">
        <w:t>si vous croyez que je mens</w:t>
      </w:r>
      <w:r>
        <w:t> ?</w:t>
      </w:r>
    </w:p>
    <w:p w14:paraId="5FDE7580" w14:textId="77777777" w:rsidR="004B5A85" w:rsidRDefault="004B5A85" w:rsidP="004C389C">
      <w:r>
        <w:t>— </w:t>
      </w:r>
      <w:r w:rsidR="004C389C">
        <w:t>Je te ferai pendre par les pieds et je te ferai donner assez de coups de corde pour que tu en portes les traces toute ta vie</w:t>
      </w:r>
      <w:r>
        <w:t xml:space="preserve">. </w:t>
      </w:r>
      <w:r w:rsidR="004C389C">
        <w:t>Puis</w:t>
      </w:r>
      <w:r>
        <w:t xml:space="preserve">, </w:t>
      </w:r>
      <w:r w:rsidR="004C389C">
        <w:t>je t</w:t>
      </w:r>
      <w:r>
        <w:t>’</w:t>
      </w:r>
      <w:r w:rsidR="004C389C">
        <w:t>enfermerai dans cette cabine et je t</w:t>
      </w:r>
      <w:r>
        <w:t>’</w:t>
      </w:r>
      <w:r w:rsidR="004C389C">
        <w:t>y laisserai mourir de souffrances et de faim</w:t>
      </w:r>
      <w:r>
        <w:t>…</w:t>
      </w:r>
    </w:p>
    <w:p w14:paraId="070E1CB7" w14:textId="77777777" w:rsidR="004B5A85" w:rsidRDefault="004C389C" w:rsidP="004C389C">
      <w:r>
        <w:t>Ces horribles paroles avaient été dites avec une telle résol</w:t>
      </w:r>
      <w:r>
        <w:t>u</w:t>
      </w:r>
      <w:r>
        <w:t>tion cruelle</w:t>
      </w:r>
      <w:r w:rsidR="004B5A85">
        <w:t xml:space="preserve">, </w:t>
      </w:r>
      <w:r>
        <w:t>que Pierrot l</w:t>
      </w:r>
      <w:r w:rsidR="004B5A85">
        <w:t>’</w:t>
      </w:r>
      <w:r>
        <w:t>Écureuil frémit</w:t>
      </w:r>
      <w:r w:rsidR="004B5A85">
        <w:t>.</w:t>
      </w:r>
    </w:p>
    <w:p w14:paraId="48B3E9EE" w14:textId="77777777" w:rsidR="004B5A85" w:rsidRDefault="004C389C" w:rsidP="004C389C">
      <w:r>
        <w:t>Malgré tout</w:t>
      </w:r>
      <w:r w:rsidR="004B5A85">
        <w:t xml:space="preserve">, </w:t>
      </w:r>
      <w:r>
        <w:t>c</w:t>
      </w:r>
      <w:r w:rsidR="004B5A85">
        <w:t>’</w:t>
      </w:r>
      <w:r>
        <w:t>était un enfant</w:t>
      </w:r>
      <w:r w:rsidR="004B5A85">
        <w:t xml:space="preserve">, </w:t>
      </w:r>
      <w:r>
        <w:t>et ces tortures dont on le menaçait auraient épouvanté même un homme dans la pleine force de l</w:t>
      </w:r>
      <w:r w:rsidR="004B5A85">
        <w:t>’</w:t>
      </w:r>
      <w:r>
        <w:t>âge</w:t>
      </w:r>
      <w:r w:rsidR="004B5A85">
        <w:t>.</w:t>
      </w:r>
    </w:p>
    <w:p w14:paraId="70352E05" w14:textId="77777777" w:rsidR="004B5A85" w:rsidRDefault="004C389C" w:rsidP="004C389C">
      <w:r>
        <w:t>Mais</w:t>
      </w:r>
      <w:r w:rsidR="004B5A85">
        <w:t xml:space="preserve">, </w:t>
      </w:r>
      <w:r>
        <w:t>encore une fois</w:t>
      </w:r>
      <w:r w:rsidR="004B5A85">
        <w:t xml:space="preserve">, </w:t>
      </w:r>
      <w:r>
        <w:t>il se raidit contre la crainte et contre l</w:t>
      </w:r>
      <w:r w:rsidR="004B5A85">
        <w:t>’</w:t>
      </w:r>
      <w:r>
        <w:t>émotion en pensant</w:t>
      </w:r>
      <w:r w:rsidR="004B5A85">
        <w:t> :</w:t>
      </w:r>
    </w:p>
    <w:p w14:paraId="4BAD3934" w14:textId="39223417" w:rsidR="004C389C" w:rsidRDefault="004B5A85" w:rsidP="004C389C">
      <w:r>
        <w:lastRenderedPageBreak/>
        <w:t>« </w:t>
      </w:r>
      <w:r w:rsidR="004C389C">
        <w:t>Il faut laisser passer encore quelques minutes</w:t>
      </w:r>
      <w:r>
        <w:t xml:space="preserve">. </w:t>
      </w:r>
      <w:r w:rsidR="004C389C">
        <w:t>Puis je r</w:t>
      </w:r>
      <w:r w:rsidR="004C389C">
        <w:t>a</w:t>
      </w:r>
      <w:r w:rsidR="004C389C">
        <w:t>conterai une autre histoire qui me vient à l</w:t>
      </w:r>
      <w:r>
        <w:t>’</w:t>
      </w:r>
      <w:r w:rsidR="004C389C">
        <w:t>idée et qui enlèvera au Ravageur l</w:t>
      </w:r>
      <w:r>
        <w:t>’</w:t>
      </w:r>
      <w:r w:rsidR="004C389C">
        <w:t xml:space="preserve">idée de poursuivre le </w:t>
      </w:r>
      <w:proofErr w:type="spellStart"/>
      <w:r w:rsidR="004C389C">
        <w:t>cap</w:t>
      </w:r>
      <w:r>
        <w:t>’</w:t>
      </w:r>
      <w:r w:rsidR="004C389C">
        <w:t>taine</w:t>
      </w:r>
      <w:proofErr w:type="spellEnd"/>
      <w:r>
        <w:t>. »</w:t>
      </w:r>
    </w:p>
    <w:p w14:paraId="25804F61" w14:textId="77777777" w:rsidR="004B5A85" w:rsidRDefault="004C389C" w:rsidP="004C389C">
      <w:r>
        <w:t>Il se prit la tête dans les mains et garda le silence</w:t>
      </w:r>
      <w:r w:rsidR="004B5A85">
        <w:t>.</w:t>
      </w:r>
    </w:p>
    <w:p w14:paraId="1F72C9B6" w14:textId="77777777" w:rsidR="004B5A85" w:rsidRDefault="004C389C" w:rsidP="004C389C">
      <w:r>
        <w:t>Et</w:t>
      </w:r>
      <w:r w:rsidR="004B5A85">
        <w:t xml:space="preserve">, </w:t>
      </w:r>
      <w:r>
        <w:t>soudain</w:t>
      </w:r>
      <w:r w:rsidR="004B5A85">
        <w:t xml:space="preserve">, </w:t>
      </w:r>
      <w:r>
        <w:t>la voix du Ravageur se fit entendre de no</w:t>
      </w:r>
      <w:r>
        <w:t>u</w:t>
      </w:r>
      <w:r>
        <w:t>veau</w:t>
      </w:r>
      <w:r w:rsidR="004B5A85">
        <w:t>.</w:t>
      </w:r>
    </w:p>
    <w:p w14:paraId="4F6E7004" w14:textId="77777777" w:rsidR="004B5A85" w:rsidRDefault="004C389C" w:rsidP="004C389C">
      <w:r>
        <w:t>Elle disait</w:t>
      </w:r>
      <w:r w:rsidR="004B5A85">
        <w:t> :</w:t>
      </w:r>
    </w:p>
    <w:p w14:paraId="6818FBE3" w14:textId="77777777" w:rsidR="004B5A85" w:rsidRDefault="004B5A85" w:rsidP="004C389C">
      <w:r>
        <w:t>— </w:t>
      </w:r>
      <w:r w:rsidR="004C389C">
        <w:t>Les cinq minutes sont écoulées</w:t>
      </w:r>
      <w:r>
        <w:t xml:space="preserve">. </w:t>
      </w:r>
      <w:r w:rsidR="004C389C">
        <w:t>Parle</w:t>
      </w:r>
      <w:r>
        <w:t xml:space="preserve">, </w:t>
      </w:r>
      <w:r w:rsidR="004C389C">
        <w:t>ou sinon</w:t>
      </w:r>
      <w:r>
        <w:t>…</w:t>
      </w:r>
    </w:p>
    <w:p w14:paraId="626F55F6" w14:textId="77777777" w:rsidR="004B5A85" w:rsidRDefault="004C389C" w:rsidP="004C389C">
      <w:r>
        <w:t>Pierrot l</w:t>
      </w:r>
      <w:r w:rsidR="004B5A85">
        <w:t>’</w:t>
      </w:r>
      <w:r>
        <w:t>Écureuil releva la tête et</w:t>
      </w:r>
      <w:r w:rsidR="004B5A85">
        <w:t xml:space="preserve">, </w:t>
      </w:r>
      <w:r>
        <w:t>avec une grande lenteur</w:t>
      </w:r>
      <w:r w:rsidR="004B5A85">
        <w:t xml:space="preserve">, </w:t>
      </w:r>
      <w:r>
        <w:t>feignant d</w:t>
      </w:r>
      <w:r w:rsidR="004B5A85">
        <w:t>’</w:t>
      </w:r>
      <w:r>
        <w:t>hésiter à chaque mot</w:t>
      </w:r>
      <w:r w:rsidR="004B5A85">
        <w:t xml:space="preserve">, </w:t>
      </w:r>
      <w:r>
        <w:t>l</w:t>
      </w:r>
      <w:r w:rsidR="004B5A85">
        <w:t>’</w:t>
      </w:r>
      <w:r>
        <w:t>ingénieux petit mousse raco</w:t>
      </w:r>
      <w:r>
        <w:t>n</w:t>
      </w:r>
      <w:r>
        <w:t>ta l</w:t>
      </w:r>
      <w:r w:rsidR="004B5A85">
        <w:t>’</w:t>
      </w:r>
      <w:r>
        <w:t>histoire fort intelligente qu</w:t>
      </w:r>
      <w:r w:rsidR="004B5A85">
        <w:t>’</w:t>
      </w:r>
      <w:r>
        <w:t>il venait d</w:t>
      </w:r>
      <w:r w:rsidR="004B5A85">
        <w:t>’</w:t>
      </w:r>
      <w:r>
        <w:t>imaginer</w:t>
      </w:r>
      <w:r w:rsidR="004B5A85">
        <w:t>.</w:t>
      </w:r>
    </w:p>
    <w:p w14:paraId="4810A608" w14:textId="77777777" w:rsidR="004B5A85" w:rsidRDefault="004B5A85" w:rsidP="004C389C">
      <w:r>
        <w:t>— </w:t>
      </w:r>
      <w:r w:rsidR="004C389C">
        <w:t>Eh bien</w:t>
      </w:r>
      <w:r>
        <w:t xml:space="preserve"> ! </w:t>
      </w:r>
      <w:r w:rsidR="004C389C">
        <w:t>dit-il</w:t>
      </w:r>
      <w:r>
        <w:t xml:space="preserve">, </w:t>
      </w:r>
      <w:r w:rsidR="004C389C">
        <w:t>je vais parler</w:t>
      </w:r>
      <w:r>
        <w:t xml:space="preserve"> !… </w:t>
      </w:r>
      <w:r w:rsidR="004C389C">
        <w:t xml:space="preserve">Le </w:t>
      </w:r>
      <w:proofErr w:type="spellStart"/>
      <w:r w:rsidR="004C389C">
        <w:t>cap</w:t>
      </w:r>
      <w:r>
        <w:t>’</w:t>
      </w:r>
      <w:r w:rsidR="004C389C">
        <w:t>taine</w:t>
      </w:r>
      <w:proofErr w:type="spellEnd"/>
      <w:r w:rsidR="004C389C">
        <w:t xml:space="preserve"> s</w:t>
      </w:r>
      <w:r>
        <w:t>’</w:t>
      </w:r>
      <w:r w:rsidR="004C389C">
        <w:t xml:space="preserve">est évadé du </w:t>
      </w:r>
      <w:r w:rsidR="004C389C">
        <w:rPr>
          <w:i/>
          <w:iCs/>
        </w:rPr>
        <w:t xml:space="preserve">Nyctalope </w:t>
      </w:r>
      <w:r w:rsidR="004C389C">
        <w:t>dans le canot</w:t>
      </w:r>
      <w:r>
        <w:t xml:space="preserve">. </w:t>
      </w:r>
      <w:r w:rsidR="004C389C">
        <w:t>Quand nous avons été en surface</w:t>
      </w:r>
      <w:r>
        <w:t xml:space="preserve">, </w:t>
      </w:r>
      <w:r w:rsidR="004C389C">
        <w:t>nous avons ouvert l</w:t>
      </w:r>
      <w:r>
        <w:t>’</w:t>
      </w:r>
      <w:r w:rsidR="004C389C">
        <w:t>écoutille et nous nous sommes mis à ramer tous deux vers un phare dont on voyait la lumière</w:t>
      </w:r>
      <w:r>
        <w:t>.</w:t>
      </w:r>
    </w:p>
    <w:p w14:paraId="3EF9BF91" w14:textId="77777777" w:rsidR="004B5A85" w:rsidRDefault="004B5A85" w:rsidP="004C389C">
      <w:r>
        <w:t>« </w:t>
      </w:r>
      <w:r w:rsidR="004C389C">
        <w:t>Nous voguions depuis deux ou trois minutes</w:t>
      </w:r>
      <w:r>
        <w:t xml:space="preserve">, </w:t>
      </w:r>
      <w:r w:rsidR="004C389C">
        <w:t>lorsque nous avons entendu ronfler un moteur d</w:t>
      </w:r>
      <w:r>
        <w:t>’</w:t>
      </w:r>
      <w:r w:rsidR="004C389C">
        <w:t>auto-canot</w:t>
      </w:r>
      <w:r>
        <w:t xml:space="preserve">. </w:t>
      </w:r>
      <w:r w:rsidR="004C389C">
        <w:t>Nous avons hélé le plus fort possible</w:t>
      </w:r>
      <w:r>
        <w:t>.</w:t>
      </w:r>
    </w:p>
    <w:p w14:paraId="6E43AECE" w14:textId="77777777" w:rsidR="004B5A85" w:rsidRDefault="004B5A85" w:rsidP="004C389C">
      <w:r>
        <w:t>« </w:t>
      </w:r>
      <w:r w:rsidR="004C389C">
        <w:t>Et presque aussitôt nous avons été accostés par un canot automobile qui venait du phare même et se dirigeait vers les p</w:t>
      </w:r>
      <w:r w:rsidR="004C389C">
        <w:t>a</w:t>
      </w:r>
      <w:r w:rsidR="004C389C">
        <w:t>rages où l</w:t>
      </w:r>
      <w:r>
        <w:t>’</w:t>
      </w:r>
      <w:r w:rsidR="004C389C">
        <w:t>on avait vu sauter un navire de guerre</w:t>
      </w:r>
      <w:r>
        <w:t>.</w:t>
      </w:r>
    </w:p>
    <w:p w14:paraId="54D54A74" w14:textId="77777777" w:rsidR="004B5A85" w:rsidRDefault="004B5A85" w:rsidP="004C389C">
      <w:r>
        <w:t>« </w:t>
      </w:r>
      <w:r w:rsidR="004C389C">
        <w:t xml:space="preserve">Mon </w:t>
      </w:r>
      <w:proofErr w:type="spellStart"/>
      <w:r w:rsidR="004C389C">
        <w:t>cap</w:t>
      </w:r>
      <w:r>
        <w:t>’</w:t>
      </w:r>
      <w:r w:rsidR="004C389C">
        <w:t>taine</w:t>
      </w:r>
      <w:proofErr w:type="spellEnd"/>
      <w:r w:rsidR="004C389C">
        <w:t xml:space="preserve"> et le patron du canot causaient depuis un instant lorsque j</w:t>
      </w:r>
      <w:r>
        <w:t>’</w:t>
      </w:r>
      <w:r w:rsidR="004C389C">
        <w:t>ai vu</w:t>
      </w:r>
      <w:r>
        <w:t xml:space="preserve">, </w:t>
      </w:r>
      <w:r w:rsidR="004C389C">
        <w:t>moi le premier</w:t>
      </w:r>
      <w:r>
        <w:t xml:space="preserve">, </w:t>
      </w:r>
      <w:r w:rsidR="004C389C">
        <w:t>la lumière du projecteur</w:t>
      </w:r>
      <w:r>
        <w:t>.</w:t>
      </w:r>
    </w:p>
    <w:p w14:paraId="3A42A0C8" w14:textId="77777777" w:rsidR="004B5A85" w:rsidRDefault="004B5A85" w:rsidP="004C389C">
      <w:r>
        <w:t>« — </w:t>
      </w:r>
      <w:r w:rsidR="004C389C">
        <w:t>C</w:t>
      </w:r>
      <w:r>
        <w:t>’</w:t>
      </w:r>
      <w:r w:rsidR="004C389C">
        <w:t xml:space="preserve">est le </w:t>
      </w:r>
      <w:r w:rsidR="004C389C">
        <w:rPr>
          <w:i/>
          <w:iCs/>
        </w:rPr>
        <w:t>Nyctalope</w:t>
      </w:r>
      <w:r>
        <w:rPr>
          <w:i/>
          <w:iCs/>
        </w:rPr>
        <w:t xml:space="preserve"> ! </w:t>
      </w:r>
      <w:r w:rsidR="004C389C">
        <w:t>a dit le capitaine</w:t>
      </w:r>
      <w:r>
        <w:t>.</w:t>
      </w:r>
    </w:p>
    <w:p w14:paraId="1FD74B84" w14:textId="77777777" w:rsidR="004B5A85" w:rsidRDefault="004B5A85" w:rsidP="004C389C">
      <w:r>
        <w:lastRenderedPageBreak/>
        <w:t>« </w:t>
      </w:r>
      <w:r w:rsidR="004C389C">
        <w:t>Puis il m</w:t>
      </w:r>
      <w:r>
        <w:t>’</w:t>
      </w:r>
      <w:r w:rsidR="004C389C">
        <w:t>a commandé de rester dans le canot du sous-marin et de voguer vers le large et</w:t>
      </w:r>
      <w:r>
        <w:t xml:space="preserve">, </w:t>
      </w:r>
      <w:r w:rsidR="004C389C">
        <w:t>quand je serais pris</w:t>
      </w:r>
      <w:r>
        <w:t xml:space="preserve">, </w:t>
      </w:r>
      <w:r w:rsidR="004C389C">
        <w:t>de r</w:t>
      </w:r>
      <w:r w:rsidR="004C389C">
        <w:t>a</w:t>
      </w:r>
      <w:r w:rsidR="004C389C">
        <w:t>conter que je m</w:t>
      </w:r>
      <w:r>
        <w:t>’</w:t>
      </w:r>
      <w:r w:rsidR="004C389C">
        <w:t>étais évadé seul et qu</w:t>
      </w:r>
      <w:r>
        <w:t>’</w:t>
      </w:r>
      <w:r w:rsidR="004C389C">
        <w:t>il était resté</w:t>
      </w:r>
      <w:r>
        <w:t xml:space="preserve">, </w:t>
      </w:r>
      <w:r w:rsidR="004C389C">
        <w:t>lui</w:t>
      </w:r>
      <w:r>
        <w:t xml:space="preserve">, </w:t>
      </w:r>
      <w:r w:rsidR="004C389C">
        <w:t>à bord du sous-marin pour le couler</w:t>
      </w:r>
      <w:r>
        <w:t>…</w:t>
      </w:r>
    </w:p>
    <w:p w14:paraId="2F6401D5" w14:textId="77777777" w:rsidR="004B5A85" w:rsidRDefault="004B5A85" w:rsidP="004C389C">
      <w:r>
        <w:t>— </w:t>
      </w:r>
      <w:r w:rsidR="004C389C">
        <w:t>Et tu as obéi</w:t>
      </w:r>
      <w:r>
        <w:t xml:space="preserve"> ? </w:t>
      </w:r>
      <w:r w:rsidR="004C389C">
        <w:t>s</w:t>
      </w:r>
      <w:r>
        <w:t>’</w:t>
      </w:r>
      <w:r w:rsidR="004C389C">
        <w:t>écria le Ravageur</w:t>
      </w:r>
      <w:r>
        <w:t>.</w:t>
      </w:r>
    </w:p>
    <w:p w14:paraId="67C77C4D" w14:textId="77777777" w:rsidR="004B5A85" w:rsidRDefault="004B5A85" w:rsidP="004C389C">
      <w:r>
        <w:t>— </w:t>
      </w:r>
      <w:r w:rsidR="004C389C">
        <w:t>J</w:t>
      </w:r>
      <w:r>
        <w:t>’</w:t>
      </w:r>
      <w:r w:rsidR="004C389C">
        <w:t xml:space="preserve">obéis toujours à mon </w:t>
      </w:r>
      <w:proofErr w:type="spellStart"/>
      <w:r w:rsidR="004C389C">
        <w:t>cap</w:t>
      </w:r>
      <w:r>
        <w:t>’</w:t>
      </w:r>
      <w:r w:rsidR="004C389C">
        <w:t>taine</w:t>
      </w:r>
      <w:proofErr w:type="spellEnd"/>
      <w:r>
        <w:t xml:space="preserve"> ! </w:t>
      </w:r>
      <w:r w:rsidR="004C389C">
        <w:t>répondit le mousse avec une fierté de gamin</w:t>
      </w:r>
      <w:r>
        <w:t>.</w:t>
      </w:r>
    </w:p>
    <w:p w14:paraId="5902E36E" w14:textId="77777777" w:rsidR="004B5A85" w:rsidRDefault="004B5A85" w:rsidP="004C389C">
      <w:r>
        <w:t>— </w:t>
      </w:r>
      <w:r w:rsidR="004C389C">
        <w:t>Et le commandant Martel est passé dans le canot aut</w:t>
      </w:r>
      <w:r w:rsidR="004C389C">
        <w:t>o</w:t>
      </w:r>
      <w:r w:rsidR="004C389C">
        <w:t>mobile</w:t>
      </w:r>
      <w:r>
        <w:t> ?</w:t>
      </w:r>
    </w:p>
    <w:p w14:paraId="3357CE9C" w14:textId="77777777" w:rsidR="004B5A85" w:rsidRDefault="004B5A85" w:rsidP="004C389C">
      <w:r>
        <w:t>— </w:t>
      </w:r>
      <w:r w:rsidR="004C389C">
        <w:t>Oui</w:t>
      </w:r>
      <w:r>
        <w:t xml:space="preserve">, </w:t>
      </w:r>
      <w:r w:rsidR="004C389C">
        <w:t>monsieur</w:t>
      </w:r>
      <w:r>
        <w:t xml:space="preserve"> ! </w:t>
      </w:r>
      <w:r w:rsidR="004C389C">
        <w:t>C</w:t>
      </w:r>
      <w:r>
        <w:t>’</w:t>
      </w:r>
      <w:r w:rsidR="004C389C">
        <w:t>était un auto-canot très bas sur l</w:t>
      </w:r>
      <w:r>
        <w:t>’</w:t>
      </w:r>
      <w:r w:rsidR="004C389C">
        <w:t>eau</w:t>
      </w:r>
      <w:r>
        <w:t xml:space="preserve"> ; </w:t>
      </w:r>
      <w:r w:rsidR="004C389C">
        <w:t>il s</w:t>
      </w:r>
      <w:r>
        <w:t>’</w:t>
      </w:r>
      <w:r w:rsidR="004C389C">
        <w:t>est immédiatement perdu dans la nuit du côté du phare</w:t>
      </w:r>
      <w:r>
        <w:t xml:space="preserve">, </w:t>
      </w:r>
      <w:r w:rsidR="004C389C">
        <w:t>et je me suis mis alors à voguer vers le large</w:t>
      </w:r>
      <w:r>
        <w:t xml:space="preserve">. </w:t>
      </w:r>
      <w:r w:rsidR="004C389C">
        <w:t>Voilà</w:t>
      </w:r>
      <w:r>
        <w:t> !</w:t>
      </w:r>
    </w:p>
    <w:p w14:paraId="29B06882" w14:textId="77777777" w:rsidR="004B5A85" w:rsidRDefault="004C389C" w:rsidP="004C389C">
      <w:r>
        <w:t>Ce récit</w:t>
      </w:r>
      <w:r w:rsidR="004B5A85">
        <w:t xml:space="preserve">, </w:t>
      </w:r>
      <w:r>
        <w:t>où il y avait une part de vérité et une part d</w:t>
      </w:r>
      <w:r w:rsidR="004B5A85">
        <w:t>’</w:t>
      </w:r>
      <w:r>
        <w:t>imagination</w:t>
      </w:r>
      <w:r w:rsidR="004B5A85">
        <w:t xml:space="preserve">, </w:t>
      </w:r>
      <w:r>
        <w:t>mais dont l</w:t>
      </w:r>
      <w:r w:rsidR="004B5A85">
        <w:t>’</w:t>
      </w:r>
      <w:r>
        <w:t>invention elle-même était basée sur un fait des plus vraisemblables</w:t>
      </w:r>
      <w:r w:rsidR="004B5A85">
        <w:t xml:space="preserve">, </w:t>
      </w:r>
      <w:r>
        <w:t>ce récit n</w:t>
      </w:r>
      <w:r w:rsidR="004B5A85">
        <w:t>’</w:t>
      </w:r>
      <w:r>
        <w:t>éveilla aucun doute dans l</w:t>
      </w:r>
      <w:r w:rsidR="004B5A85">
        <w:t>’</w:t>
      </w:r>
      <w:r>
        <w:t>esprit de Hugues de Mauduit et d</w:t>
      </w:r>
      <w:r w:rsidR="004B5A85">
        <w:t>’</w:t>
      </w:r>
      <w:proofErr w:type="spellStart"/>
      <w:r>
        <w:t>Askold</w:t>
      </w:r>
      <w:proofErr w:type="spellEnd"/>
      <w:r w:rsidR="004B5A85">
        <w:t>.</w:t>
      </w:r>
    </w:p>
    <w:p w14:paraId="5248ABC3" w14:textId="77777777" w:rsidR="004B5A85" w:rsidRDefault="004C389C" w:rsidP="004C389C">
      <w:r>
        <w:t>Et Pierrot l</w:t>
      </w:r>
      <w:r w:rsidR="004B5A85">
        <w:t>’</w:t>
      </w:r>
      <w:r>
        <w:t>Écureuil faillit crier de bonheur</w:t>
      </w:r>
      <w:r w:rsidR="004B5A85">
        <w:t xml:space="preserve">, </w:t>
      </w:r>
      <w:r>
        <w:t>lorsqu</w:t>
      </w:r>
      <w:r w:rsidR="004B5A85">
        <w:t>’</w:t>
      </w:r>
      <w:r>
        <w:t>il e</w:t>
      </w:r>
      <w:r>
        <w:t>n</w:t>
      </w:r>
      <w:r>
        <w:t>tendit le Ravageur et son lieutenant causer ainsi</w:t>
      </w:r>
      <w:r w:rsidR="004B5A85">
        <w:t> :</w:t>
      </w:r>
    </w:p>
    <w:p w14:paraId="0ED02D3B" w14:textId="77777777" w:rsidR="004B5A85" w:rsidRDefault="004B5A85" w:rsidP="004C389C">
      <w:r>
        <w:t>— </w:t>
      </w:r>
      <w:r w:rsidR="004C389C">
        <w:t>En ce cas</w:t>
      </w:r>
      <w:r>
        <w:t xml:space="preserve">, </w:t>
      </w:r>
      <w:r w:rsidR="004C389C">
        <w:t xml:space="preserve">disait </w:t>
      </w:r>
      <w:proofErr w:type="spellStart"/>
      <w:r w:rsidR="004C389C">
        <w:t>Askold</w:t>
      </w:r>
      <w:proofErr w:type="spellEnd"/>
      <w:r>
        <w:t xml:space="preserve">, </w:t>
      </w:r>
      <w:r w:rsidR="004C389C">
        <w:t>le canot est depuis longtemps au phare et même à terre</w:t>
      </w:r>
      <w:r>
        <w:t xml:space="preserve">… </w:t>
      </w:r>
      <w:r w:rsidR="004C389C">
        <w:t>Inutile de courir après</w:t>
      </w:r>
      <w:r>
        <w:t xml:space="preserve">… </w:t>
      </w:r>
      <w:r w:rsidR="004C389C">
        <w:t>Ce serait co</w:t>
      </w:r>
      <w:r w:rsidR="004C389C">
        <w:t>u</w:t>
      </w:r>
      <w:r w:rsidR="004C389C">
        <w:t>rir le danger de piquer dans un haut fond et voilà tout</w:t>
      </w:r>
      <w:r>
        <w:t> !…</w:t>
      </w:r>
    </w:p>
    <w:p w14:paraId="0ADD6B4D" w14:textId="77777777" w:rsidR="004B5A85" w:rsidRDefault="004B5A85" w:rsidP="004C389C">
      <w:r>
        <w:t>— </w:t>
      </w:r>
      <w:r w:rsidR="004C389C">
        <w:t>Certainement</w:t>
      </w:r>
      <w:r>
        <w:t xml:space="preserve">. </w:t>
      </w:r>
      <w:r w:rsidR="004C389C">
        <w:t>Et Martel est sauvé</w:t>
      </w:r>
      <w:r>
        <w:t xml:space="preserve">, </w:t>
      </w:r>
      <w:r w:rsidR="004C389C">
        <w:t>disait le Ravageur</w:t>
      </w:r>
      <w:r>
        <w:t>.</w:t>
      </w:r>
    </w:p>
    <w:p w14:paraId="62B523B8" w14:textId="77777777" w:rsidR="004B5A85" w:rsidRDefault="004B5A85" w:rsidP="004C389C">
      <w:r>
        <w:t>— </w:t>
      </w:r>
      <w:r w:rsidR="004C389C">
        <w:t>Grâce à l</w:t>
      </w:r>
      <w:r>
        <w:t>’</w:t>
      </w:r>
      <w:r w:rsidR="004C389C">
        <w:t>obéissance héroïque et au courageux sang-froid de ce moucheron</w:t>
      </w:r>
      <w:r>
        <w:t xml:space="preserve"> ! </w:t>
      </w:r>
      <w:r w:rsidR="004C389C">
        <w:t xml:space="preserve">grommela </w:t>
      </w:r>
      <w:proofErr w:type="spellStart"/>
      <w:r w:rsidR="004C389C">
        <w:t>Brilo</w:t>
      </w:r>
      <w:proofErr w:type="spellEnd"/>
      <w:r>
        <w:t>.</w:t>
      </w:r>
    </w:p>
    <w:p w14:paraId="565D03A7" w14:textId="77777777" w:rsidR="004B5A85" w:rsidRDefault="004C389C" w:rsidP="004C389C">
      <w:r>
        <w:t>Les deux chefs se tournèrent de nouveau vers Pierrot l</w:t>
      </w:r>
      <w:r w:rsidR="004B5A85">
        <w:t>’</w:t>
      </w:r>
      <w:r>
        <w:t>Écureuil</w:t>
      </w:r>
      <w:r w:rsidR="004B5A85">
        <w:t>.</w:t>
      </w:r>
    </w:p>
    <w:p w14:paraId="4E5B4828" w14:textId="77777777" w:rsidR="004B5A85" w:rsidRDefault="004C389C" w:rsidP="004C389C">
      <w:r>
        <w:lastRenderedPageBreak/>
        <w:t>Et il sembla au mousse qu</w:t>
      </w:r>
      <w:r w:rsidR="004B5A85">
        <w:t>’</w:t>
      </w:r>
      <w:r>
        <w:t>en se posant sur lui</w:t>
      </w:r>
      <w:r w:rsidR="004B5A85">
        <w:t xml:space="preserve">, </w:t>
      </w:r>
      <w:r>
        <w:t>les regards de Hugues de Mauduit avaient changé d</w:t>
      </w:r>
      <w:r w:rsidR="004B5A85">
        <w:t>’</w:t>
      </w:r>
      <w:r>
        <w:t>expression</w:t>
      </w:r>
      <w:r w:rsidR="004B5A85">
        <w:t>.</w:t>
      </w:r>
    </w:p>
    <w:p w14:paraId="600200BB" w14:textId="77777777" w:rsidR="004B5A85" w:rsidRDefault="004C389C" w:rsidP="004C389C">
      <w:r>
        <w:t>Il y eut quelques minutes d</w:t>
      </w:r>
      <w:r w:rsidR="004B5A85">
        <w:t>’</w:t>
      </w:r>
      <w:r>
        <w:t>un impressionnant silence</w:t>
      </w:r>
      <w:r w:rsidR="004B5A85">
        <w:t>.</w:t>
      </w:r>
    </w:p>
    <w:p w14:paraId="6A610A8B" w14:textId="77777777" w:rsidR="004B5A85" w:rsidRDefault="004B5A85" w:rsidP="004C389C">
      <w:r>
        <w:t>— </w:t>
      </w:r>
      <w:r w:rsidR="004C389C">
        <w:t>Mousse</w:t>
      </w:r>
      <w:r>
        <w:t xml:space="preserve"> ! </w:t>
      </w:r>
      <w:r w:rsidR="004C389C">
        <w:t>fit enfin le Ravageur</w:t>
      </w:r>
      <w:r>
        <w:t xml:space="preserve">, </w:t>
      </w:r>
      <w:r w:rsidR="004C389C">
        <w:t>d</w:t>
      </w:r>
      <w:r>
        <w:t>’</w:t>
      </w:r>
      <w:r w:rsidR="004C389C">
        <w:t>une voix où perçait une étrange émotion</w:t>
      </w:r>
      <w:r>
        <w:t xml:space="preserve">… </w:t>
      </w:r>
      <w:r w:rsidR="004C389C">
        <w:t>Mousse</w:t>
      </w:r>
      <w:r>
        <w:t xml:space="preserve">, </w:t>
      </w:r>
      <w:r w:rsidR="004C389C">
        <w:t>en ce qui te concerne</w:t>
      </w:r>
      <w:r>
        <w:t xml:space="preserve">, </w:t>
      </w:r>
      <w:r w:rsidR="004C389C">
        <w:t>je n</w:t>
      </w:r>
      <w:r>
        <w:t>’</w:t>
      </w:r>
      <w:r w:rsidR="004C389C">
        <w:t>ai rien à te reprocher</w:t>
      </w:r>
      <w:r>
        <w:t xml:space="preserve">. </w:t>
      </w:r>
      <w:r w:rsidR="004C389C">
        <w:t>Ton officier a commandé et tu as obéi</w:t>
      </w:r>
      <w:r>
        <w:t xml:space="preserve">. </w:t>
      </w:r>
      <w:r w:rsidR="004C389C">
        <w:t>Et la m</w:t>
      </w:r>
      <w:r w:rsidR="004C389C">
        <w:t>a</w:t>
      </w:r>
      <w:r w:rsidR="004C389C">
        <w:t>nière dont tu as obéi prouve en faveur de ton intelligence et de ton courage</w:t>
      </w:r>
      <w:r>
        <w:t xml:space="preserve">. </w:t>
      </w:r>
      <w:r w:rsidR="004C389C">
        <w:t>Ne parlons plus du commandant Martel</w:t>
      </w:r>
      <w:r>
        <w:t xml:space="preserve">, </w:t>
      </w:r>
      <w:r w:rsidR="004C389C">
        <w:t>il est libre</w:t>
      </w:r>
      <w:r>
        <w:t xml:space="preserve">, </w:t>
      </w:r>
      <w:r w:rsidR="004C389C">
        <w:t>et cela grâce à toi</w:t>
      </w:r>
      <w:r>
        <w:t xml:space="preserve">, </w:t>
      </w:r>
      <w:r w:rsidR="004C389C">
        <w:t>car si tu n</w:t>
      </w:r>
      <w:r>
        <w:t>’</w:t>
      </w:r>
      <w:r w:rsidR="004C389C">
        <w:t>avais pas menti avec tant de sang-froid lorsque nous t</w:t>
      </w:r>
      <w:r>
        <w:t>’</w:t>
      </w:r>
      <w:r w:rsidR="004C389C">
        <w:t>avons pris</w:t>
      </w:r>
      <w:r>
        <w:t xml:space="preserve">, </w:t>
      </w:r>
      <w:r w:rsidR="004C389C">
        <w:t>nous nous serions mis à la poursuite de l</w:t>
      </w:r>
      <w:r>
        <w:t>’</w:t>
      </w:r>
      <w:r w:rsidR="004C389C">
        <w:t>auto-canot et nous l</w:t>
      </w:r>
      <w:r>
        <w:t>’</w:t>
      </w:r>
      <w:r w:rsidR="004C389C">
        <w:t>aurions découvert</w:t>
      </w:r>
      <w:r>
        <w:t xml:space="preserve">, </w:t>
      </w:r>
      <w:r w:rsidR="004C389C">
        <w:t>rattrapé et coulé</w:t>
      </w:r>
      <w:r>
        <w:t>…</w:t>
      </w:r>
    </w:p>
    <w:p w14:paraId="173B3F3A" w14:textId="77777777" w:rsidR="004B5A85" w:rsidRDefault="004B5A85" w:rsidP="004C389C">
      <w:r>
        <w:t>« </w:t>
      </w:r>
      <w:r w:rsidR="004C389C">
        <w:t>Mais</w:t>
      </w:r>
      <w:r>
        <w:t xml:space="preserve">, </w:t>
      </w:r>
      <w:r w:rsidR="004C389C">
        <w:t>toi</w:t>
      </w:r>
      <w:r>
        <w:t xml:space="preserve">, </w:t>
      </w:r>
      <w:r w:rsidR="004C389C">
        <w:t>tu es toujours mon prisonnier</w:t>
      </w:r>
      <w:r>
        <w:t xml:space="preserve">… </w:t>
      </w:r>
      <w:r w:rsidR="004C389C">
        <w:t>Et je t</w:t>
      </w:r>
      <w:r>
        <w:t>’</w:t>
      </w:r>
      <w:r w:rsidR="004C389C">
        <w:t>avertis que les précautions seront prises</w:t>
      </w:r>
      <w:r>
        <w:t xml:space="preserve">, </w:t>
      </w:r>
      <w:r w:rsidR="004C389C">
        <w:t>maintenant</w:t>
      </w:r>
      <w:r>
        <w:t xml:space="preserve">, </w:t>
      </w:r>
      <w:r w:rsidR="004C389C">
        <w:t>pour que le canot ne puisse plus servir à une évasion</w:t>
      </w:r>
      <w:r>
        <w:t>.</w:t>
      </w:r>
    </w:p>
    <w:p w14:paraId="1C47C634" w14:textId="77777777" w:rsidR="004B5A85" w:rsidRDefault="004B5A85" w:rsidP="004C389C">
      <w:r>
        <w:t>« </w:t>
      </w:r>
      <w:r w:rsidR="004C389C">
        <w:t>Je pourrais me débarrasser de toi</w:t>
      </w:r>
      <w:r>
        <w:t>…</w:t>
      </w:r>
    </w:p>
    <w:p w14:paraId="6B32FC81" w14:textId="77777777" w:rsidR="004B5A85" w:rsidRDefault="004C389C" w:rsidP="004C389C">
      <w:r>
        <w:t>Hugues de Mauduit hésita</w:t>
      </w:r>
      <w:r w:rsidR="004B5A85">
        <w:t xml:space="preserve">, </w:t>
      </w:r>
      <w:r>
        <w:t>se tut</w:t>
      </w:r>
      <w:r w:rsidR="004B5A85">
        <w:t xml:space="preserve">, </w:t>
      </w:r>
      <w:r>
        <w:t>pendant qu</w:t>
      </w:r>
      <w:r w:rsidR="004B5A85">
        <w:t>’</w:t>
      </w:r>
      <w:r>
        <w:t>une fugitive rougeur colorait son visage</w:t>
      </w:r>
      <w:r w:rsidR="004B5A85">
        <w:t xml:space="preserve">… </w:t>
      </w:r>
      <w:r>
        <w:t>Il passa ses deux mains sur son front moite de sueur et</w:t>
      </w:r>
      <w:r w:rsidR="004B5A85">
        <w:t xml:space="preserve">, </w:t>
      </w:r>
      <w:r>
        <w:t>d</w:t>
      </w:r>
      <w:r w:rsidR="004B5A85">
        <w:t>’</w:t>
      </w:r>
      <w:r>
        <w:t>une voix encore adoucie</w:t>
      </w:r>
      <w:r w:rsidR="004B5A85">
        <w:t xml:space="preserve">, </w:t>
      </w:r>
      <w:r>
        <w:t>il reprit</w:t>
      </w:r>
      <w:r w:rsidR="004B5A85">
        <w:t xml:space="preserve">, </w:t>
      </w:r>
      <w:r>
        <w:t>comme parlant pour lui seul</w:t>
      </w:r>
      <w:r w:rsidR="004B5A85">
        <w:t> :</w:t>
      </w:r>
    </w:p>
    <w:p w14:paraId="11A90728" w14:textId="77777777" w:rsidR="004B5A85" w:rsidRDefault="004B5A85" w:rsidP="004C389C">
      <w:r>
        <w:t>— </w:t>
      </w:r>
      <w:r w:rsidR="004C389C">
        <w:t>Mais je suis trop discipliné moi-même dans ma révolte pour punir cet héroïque enfant d</w:t>
      </w:r>
      <w:r>
        <w:t>’</w:t>
      </w:r>
      <w:r w:rsidR="004C389C">
        <w:t>avoir obéi à son chef</w:t>
      </w:r>
      <w:r>
        <w:t>.</w:t>
      </w:r>
    </w:p>
    <w:p w14:paraId="179E2D7B" w14:textId="77777777" w:rsidR="004B5A85" w:rsidRDefault="004C389C" w:rsidP="004C389C">
      <w:r>
        <w:t>Il se tut encore et</w:t>
      </w:r>
      <w:r w:rsidR="004B5A85">
        <w:t xml:space="preserve">, </w:t>
      </w:r>
      <w:r>
        <w:t>aux contractions de son visage</w:t>
      </w:r>
      <w:r w:rsidR="004B5A85">
        <w:t xml:space="preserve">, </w:t>
      </w:r>
      <w:proofErr w:type="spellStart"/>
      <w:r>
        <w:t>Askold</w:t>
      </w:r>
      <w:proofErr w:type="spellEnd"/>
      <w:r w:rsidR="004B5A85">
        <w:t xml:space="preserve">, </w:t>
      </w:r>
      <w:proofErr w:type="spellStart"/>
      <w:r>
        <w:t>Brilo</w:t>
      </w:r>
      <w:proofErr w:type="spellEnd"/>
      <w:r>
        <w:t xml:space="preserve"> et Pierrot l</w:t>
      </w:r>
      <w:r w:rsidR="004B5A85">
        <w:t>’</w:t>
      </w:r>
      <w:r>
        <w:t>Écureuil lui-même purent voir avec surprise que dans l</w:t>
      </w:r>
      <w:r w:rsidR="004B5A85">
        <w:t>’</w:t>
      </w:r>
      <w:r>
        <w:t>âme du terrible Ravageur se livrait un étrange et mystérieux combat</w:t>
      </w:r>
      <w:r w:rsidR="004B5A85">
        <w:t>.</w:t>
      </w:r>
    </w:p>
    <w:p w14:paraId="7A0F431B" w14:textId="77777777" w:rsidR="004B5A85" w:rsidRDefault="004C389C" w:rsidP="004C389C">
      <w:r>
        <w:t>Mais enfin</w:t>
      </w:r>
      <w:r w:rsidR="004B5A85">
        <w:t xml:space="preserve">, </w:t>
      </w:r>
      <w:r>
        <w:t>Hugues de Mauduit demanda</w:t>
      </w:r>
      <w:r w:rsidR="004B5A85">
        <w:t> :</w:t>
      </w:r>
    </w:p>
    <w:p w14:paraId="0F2B9F42" w14:textId="77777777" w:rsidR="004B5A85" w:rsidRDefault="004B5A85" w:rsidP="004C389C">
      <w:r>
        <w:t>— </w:t>
      </w:r>
      <w:r w:rsidR="004C389C">
        <w:t>Tu t</w:t>
      </w:r>
      <w:r>
        <w:t>’</w:t>
      </w:r>
      <w:r w:rsidR="004C389C">
        <w:t>appelles Pierrot l</w:t>
      </w:r>
      <w:r>
        <w:t>’</w:t>
      </w:r>
      <w:r w:rsidR="004C389C">
        <w:t>Écureuil</w:t>
      </w:r>
      <w:r>
        <w:t xml:space="preserve">, </w:t>
      </w:r>
      <w:r w:rsidR="004C389C">
        <w:t>n</w:t>
      </w:r>
      <w:r>
        <w:t>’</w:t>
      </w:r>
      <w:r w:rsidR="004C389C">
        <w:t>est-ce pas</w:t>
      </w:r>
      <w:r>
        <w:t> ?</w:t>
      </w:r>
    </w:p>
    <w:p w14:paraId="0ABC0D30" w14:textId="77777777" w:rsidR="004B5A85" w:rsidRDefault="004B5A85" w:rsidP="004C389C">
      <w:r>
        <w:lastRenderedPageBreak/>
        <w:t>— </w:t>
      </w:r>
      <w:r w:rsidR="004C389C">
        <w:t>Oui</w:t>
      </w:r>
      <w:r>
        <w:t xml:space="preserve">, </w:t>
      </w:r>
      <w:r w:rsidR="004C389C">
        <w:t>monsieur</w:t>
      </w:r>
      <w:r>
        <w:t> !</w:t>
      </w:r>
    </w:p>
    <w:p w14:paraId="5C24C44F" w14:textId="77777777" w:rsidR="004B5A85" w:rsidRDefault="004B5A85" w:rsidP="004C389C">
      <w:r>
        <w:t>— </w:t>
      </w:r>
      <w:r w:rsidR="004C389C">
        <w:t>Quel âge as-tu</w:t>
      </w:r>
      <w:r>
        <w:t> ?</w:t>
      </w:r>
    </w:p>
    <w:p w14:paraId="5607DC99" w14:textId="77777777" w:rsidR="004B5A85" w:rsidRDefault="004B5A85" w:rsidP="004C389C">
      <w:r>
        <w:t>— </w:t>
      </w:r>
      <w:r w:rsidR="004C389C">
        <w:t>Quatorze ans</w:t>
      </w:r>
      <w:r>
        <w:t> !</w:t>
      </w:r>
    </w:p>
    <w:p w14:paraId="45ED3482" w14:textId="77777777" w:rsidR="004B5A85" w:rsidRDefault="004B5A85" w:rsidP="004C389C">
      <w:r>
        <w:t>— </w:t>
      </w:r>
      <w:r w:rsidR="004C389C">
        <w:t>Eh bien</w:t>
      </w:r>
      <w:r>
        <w:t xml:space="preserve"> ! </w:t>
      </w:r>
      <w:r w:rsidR="004C389C">
        <w:t>Pierrot l</w:t>
      </w:r>
      <w:r>
        <w:t>’</w:t>
      </w:r>
      <w:r w:rsidR="004C389C">
        <w:t>Écureuil</w:t>
      </w:r>
      <w:r>
        <w:t xml:space="preserve">, </w:t>
      </w:r>
      <w:r w:rsidR="004C389C">
        <w:t>tu n</w:t>
      </w:r>
      <w:r>
        <w:t>’</w:t>
      </w:r>
      <w:r w:rsidR="004C389C">
        <w:t>es qu</w:t>
      </w:r>
      <w:r>
        <w:t>’</w:t>
      </w:r>
      <w:r w:rsidR="004C389C">
        <w:t>un gamin</w:t>
      </w:r>
      <w:r>
        <w:t xml:space="preserve">, </w:t>
      </w:r>
      <w:r w:rsidR="004C389C">
        <w:t>mais je veux te traiter comme un homme</w:t>
      </w:r>
      <w:r>
        <w:t xml:space="preserve">… </w:t>
      </w:r>
      <w:r w:rsidR="004C389C">
        <w:t>Écoute</w:t>
      </w:r>
      <w:r>
        <w:t xml:space="preserve"> ! </w:t>
      </w:r>
      <w:r w:rsidR="004C389C">
        <w:t>je ne te demande même pas ta parole de ne pas t</w:t>
      </w:r>
      <w:r>
        <w:t>’</w:t>
      </w:r>
      <w:r w:rsidR="004C389C">
        <w:t>évader</w:t>
      </w:r>
      <w:r>
        <w:t xml:space="preserve">, </w:t>
      </w:r>
      <w:r w:rsidR="004C389C">
        <w:t>car je sais que toute év</w:t>
      </w:r>
      <w:r w:rsidR="004C389C">
        <w:t>a</w:t>
      </w:r>
      <w:r w:rsidR="004C389C">
        <w:t>sion sera désormais impossible</w:t>
      </w:r>
      <w:r>
        <w:t xml:space="preserve">. </w:t>
      </w:r>
      <w:r w:rsidR="004C389C">
        <w:t>Mais je te demande ta parole d</w:t>
      </w:r>
      <w:r>
        <w:t>’</w:t>
      </w:r>
      <w:r w:rsidR="004C389C">
        <w:t>honneur de ne rien tenter dans l</w:t>
      </w:r>
      <w:r>
        <w:t>’</w:t>
      </w:r>
      <w:r w:rsidR="004C389C">
        <w:t xml:space="preserve">intérieur sur les mécanismes du </w:t>
      </w:r>
      <w:r w:rsidR="004C389C">
        <w:rPr>
          <w:i/>
          <w:iCs/>
        </w:rPr>
        <w:t>Nyctalope</w:t>
      </w:r>
      <w:r>
        <w:rPr>
          <w:i/>
          <w:iCs/>
        </w:rPr>
        <w:t xml:space="preserve">, </w:t>
      </w:r>
      <w:r w:rsidR="004C389C">
        <w:t>contre sa sécurité</w:t>
      </w:r>
      <w:r>
        <w:t xml:space="preserve">. </w:t>
      </w:r>
      <w:r w:rsidR="004C389C">
        <w:t>Si tu me donnes cette parole</w:t>
      </w:r>
      <w:r>
        <w:t xml:space="preserve">, </w:t>
      </w:r>
      <w:r w:rsidR="004C389C">
        <w:t>tu seras libre d</w:t>
      </w:r>
      <w:r>
        <w:t>’</w:t>
      </w:r>
      <w:r w:rsidR="004C389C">
        <w:t>aller et de venir</w:t>
      </w:r>
      <w:r>
        <w:t xml:space="preserve">, </w:t>
      </w:r>
      <w:r w:rsidR="004C389C">
        <w:t>à condition</w:t>
      </w:r>
      <w:r>
        <w:t xml:space="preserve">, </w:t>
      </w:r>
      <w:r w:rsidR="004C389C">
        <w:t>toutefois</w:t>
      </w:r>
      <w:r>
        <w:t xml:space="preserve">, </w:t>
      </w:r>
      <w:r w:rsidR="004C389C">
        <w:t>que tu f</w:t>
      </w:r>
      <w:r w:rsidR="004C389C">
        <w:t>e</w:t>
      </w:r>
      <w:r w:rsidR="004C389C">
        <w:t>ras à bord l</w:t>
      </w:r>
      <w:r>
        <w:t>’</w:t>
      </w:r>
      <w:r w:rsidR="004C389C">
        <w:t>office de mousse</w:t>
      </w:r>
      <w:r>
        <w:t xml:space="preserve">, </w:t>
      </w:r>
      <w:r w:rsidR="004C389C">
        <w:t>sous les ordres directs du lieut</w:t>
      </w:r>
      <w:r w:rsidR="004C389C">
        <w:t>e</w:t>
      </w:r>
      <w:r w:rsidR="004C389C">
        <w:t xml:space="preserve">nant </w:t>
      </w:r>
      <w:proofErr w:type="spellStart"/>
      <w:r w:rsidR="004C389C">
        <w:t>Askold</w:t>
      </w:r>
      <w:proofErr w:type="spellEnd"/>
      <w:r>
        <w:t>…</w:t>
      </w:r>
    </w:p>
    <w:p w14:paraId="14561B21" w14:textId="77777777" w:rsidR="004B5A85" w:rsidRDefault="004B5A85" w:rsidP="004C389C">
      <w:r>
        <w:t>— </w:t>
      </w:r>
      <w:r w:rsidR="004C389C">
        <w:t>Et si je ne donne pas cette parole</w:t>
      </w:r>
      <w:r>
        <w:t xml:space="preserve"> ? </w:t>
      </w:r>
      <w:r w:rsidR="004C389C">
        <w:t>fit Pierrot l</w:t>
      </w:r>
      <w:r>
        <w:t>’</w:t>
      </w:r>
      <w:r w:rsidR="004C389C">
        <w:t>Écureuil avec assurance</w:t>
      </w:r>
      <w:r>
        <w:t>.</w:t>
      </w:r>
    </w:p>
    <w:p w14:paraId="3CC693F5" w14:textId="77777777" w:rsidR="004B5A85" w:rsidRDefault="004B5A85" w:rsidP="004C389C">
      <w:r>
        <w:t>— </w:t>
      </w:r>
      <w:r w:rsidR="004C389C">
        <w:t>En ce cas</w:t>
      </w:r>
      <w:r>
        <w:t xml:space="preserve">, </w:t>
      </w:r>
      <w:r w:rsidR="004C389C">
        <w:t>mon petit</w:t>
      </w:r>
      <w:r>
        <w:t xml:space="preserve">, </w:t>
      </w:r>
      <w:r w:rsidR="004C389C">
        <w:t>fit Hugues de Mauduit</w:t>
      </w:r>
      <w:r>
        <w:t xml:space="preserve">, </w:t>
      </w:r>
      <w:r w:rsidR="004C389C">
        <w:t>sans po</w:t>
      </w:r>
      <w:r w:rsidR="004C389C">
        <w:t>u</w:t>
      </w:r>
      <w:r w:rsidR="004C389C">
        <w:t>voir réprimer un sourire devant l</w:t>
      </w:r>
      <w:r>
        <w:t>’</w:t>
      </w:r>
      <w:r w:rsidR="004C389C">
        <w:t>attitude du petit bonhomme</w:t>
      </w:r>
      <w:r>
        <w:t xml:space="preserve">, </w:t>
      </w:r>
      <w:r w:rsidR="004C389C">
        <w:t>tu seras enfermé dans la cabine numéro 3</w:t>
      </w:r>
      <w:r>
        <w:t xml:space="preserve">. </w:t>
      </w:r>
      <w:r w:rsidR="004C389C">
        <w:t>On t</w:t>
      </w:r>
      <w:r>
        <w:t>’</w:t>
      </w:r>
      <w:r w:rsidR="004C389C">
        <w:t>y portera tes r</w:t>
      </w:r>
      <w:r w:rsidR="004C389C">
        <w:t>e</w:t>
      </w:r>
      <w:r w:rsidR="004C389C">
        <w:t>pas</w:t>
      </w:r>
      <w:r>
        <w:t xml:space="preserve">. </w:t>
      </w:r>
      <w:r w:rsidR="004C389C">
        <w:t>Tu n</w:t>
      </w:r>
      <w:r>
        <w:t>’</w:t>
      </w:r>
      <w:r w:rsidR="004C389C">
        <w:t>en sortiras qu</w:t>
      </w:r>
      <w:r>
        <w:t>’</w:t>
      </w:r>
      <w:r w:rsidR="004C389C">
        <w:t>une heure par jour</w:t>
      </w:r>
      <w:r>
        <w:t xml:space="preserve">, </w:t>
      </w:r>
      <w:r w:rsidR="004C389C">
        <w:t>pour une prom</w:t>
      </w:r>
      <w:r w:rsidR="004C389C">
        <w:t>e</w:t>
      </w:r>
      <w:r w:rsidR="004C389C">
        <w:t>nade surveillée</w:t>
      </w:r>
      <w:r>
        <w:t xml:space="preserve">, </w:t>
      </w:r>
      <w:r w:rsidR="004C389C">
        <w:t>sur la plate-forme</w:t>
      </w:r>
      <w:r>
        <w:t>.</w:t>
      </w:r>
    </w:p>
    <w:p w14:paraId="542A8BBB" w14:textId="77777777" w:rsidR="004B5A85" w:rsidRDefault="004B5A85" w:rsidP="004C389C">
      <w:r>
        <w:t>— </w:t>
      </w:r>
      <w:r w:rsidR="004C389C">
        <w:t>Attendez que je réfléchisse</w:t>
      </w:r>
      <w:r>
        <w:t xml:space="preserve"> ! </w:t>
      </w:r>
      <w:r w:rsidR="004C389C">
        <w:t>fit le mousse</w:t>
      </w:r>
      <w:r>
        <w:t>.</w:t>
      </w:r>
    </w:p>
    <w:p w14:paraId="3D79DFB9" w14:textId="77777777" w:rsidR="004B5A85" w:rsidRDefault="004C389C" w:rsidP="004C389C">
      <w:r>
        <w:t>Et il réfléchit</w:t>
      </w:r>
      <w:r w:rsidR="004B5A85">
        <w:t xml:space="preserve">, </w:t>
      </w:r>
      <w:r>
        <w:t>en effet</w:t>
      </w:r>
      <w:r w:rsidR="004B5A85">
        <w:t>.</w:t>
      </w:r>
    </w:p>
    <w:p w14:paraId="1C982B8E" w14:textId="77777777" w:rsidR="004B5A85" w:rsidRDefault="004B5A85" w:rsidP="004C389C">
      <w:r>
        <w:t>« </w:t>
      </w:r>
      <w:r w:rsidR="004C389C">
        <w:t>Ne rien tenter à l</w:t>
      </w:r>
      <w:r>
        <w:t>’</w:t>
      </w:r>
      <w:r w:rsidR="004C389C">
        <w:t xml:space="preserve">intérieur sur les mécanismes du </w:t>
      </w:r>
      <w:r w:rsidR="004C389C">
        <w:rPr>
          <w:i/>
          <w:iCs/>
        </w:rPr>
        <w:t>Nyct</w:t>
      </w:r>
      <w:r w:rsidR="004C389C">
        <w:rPr>
          <w:i/>
          <w:iCs/>
        </w:rPr>
        <w:t>a</w:t>
      </w:r>
      <w:r w:rsidR="004C389C">
        <w:rPr>
          <w:i/>
          <w:iCs/>
        </w:rPr>
        <w:t>lope</w:t>
      </w:r>
      <w:r>
        <w:rPr>
          <w:i/>
          <w:iCs/>
        </w:rPr>
        <w:t xml:space="preserve">, </w:t>
      </w:r>
      <w:r w:rsidR="004C389C">
        <w:t>se disait-il</w:t>
      </w:r>
      <w:r>
        <w:t xml:space="preserve">, </w:t>
      </w:r>
      <w:r w:rsidR="004C389C">
        <w:t>ça ne m</w:t>
      </w:r>
      <w:r>
        <w:t>’</w:t>
      </w:r>
      <w:r w:rsidR="004C389C">
        <w:t>empêche pas de lancer des bouteilles avec des billets dedans</w:t>
      </w:r>
      <w:r>
        <w:t xml:space="preserve">. </w:t>
      </w:r>
      <w:r w:rsidR="004C389C">
        <w:t>Donc</w:t>
      </w:r>
      <w:r>
        <w:t xml:space="preserve">, </w:t>
      </w:r>
      <w:r w:rsidR="004C389C">
        <w:t>je peux donner ma parole</w:t>
      </w:r>
      <w:r>
        <w:t xml:space="preserve">. </w:t>
      </w:r>
      <w:r w:rsidR="004C389C">
        <w:t>Servir de mousse</w:t>
      </w:r>
      <w:r>
        <w:t xml:space="preserve">, </w:t>
      </w:r>
      <w:r w:rsidR="004C389C">
        <w:t>ça me va</w:t>
      </w:r>
      <w:r>
        <w:t xml:space="preserve">, </w:t>
      </w:r>
      <w:r w:rsidR="004C389C">
        <w:t xml:space="preserve">car je pourrai apprendre des choses qui seront peut-être utiles à mon </w:t>
      </w:r>
      <w:proofErr w:type="spellStart"/>
      <w:r w:rsidR="004C389C">
        <w:t>cap</w:t>
      </w:r>
      <w:r>
        <w:t>’</w:t>
      </w:r>
      <w:r w:rsidR="004C389C">
        <w:t>taine</w:t>
      </w:r>
      <w:proofErr w:type="spellEnd"/>
      <w:r>
        <w:t> !…</w:t>
      </w:r>
    </w:p>
    <w:p w14:paraId="612FF180" w14:textId="77777777" w:rsidR="004B5A85" w:rsidRDefault="004B5A85" w:rsidP="004C389C">
      <w:pPr>
        <w:rPr>
          <w:i/>
          <w:iCs/>
        </w:rPr>
      </w:pPr>
      <w:r>
        <w:t>« </w:t>
      </w:r>
      <w:r w:rsidR="004C389C">
        <w:t>Tandis que si je suis enfermé</w:t>
      </w:r>
      <w:r>
        <w:t xml:space="preserve">, </w:t>
      </w:r>
      <w:r w:rsidR="004C389C">
        <w:t>mince de bouteilles</w:t>
      </w:r>
      <w:r>
        <w:t xml:space="preserve"> ! </w:t>
      </w:r>
      <w:r w:rsidR="004C389C">
        <w:t>il n</w:t>
      </w:r>
      <w:r>
        <w:t>’</w:t>
      </w:r>
      <w:r w:rsidR="004C389C">
        <w:t>y aura pas moyen</w:t>
      </w:r>
      <w:r>
        <w:t xml:space="preserve"> !… </w:t>
      </w:r>
      <w:r w:rsidR="004C389C">
        <w:t>Mais faut pas badiner avec l</w:t>
      </w:r>
      <w:r>
        <w:t>’</w:t>
      </w:r>
      <w:r w:rsidR="004C389C">
        <w:t>honneur</w:t>
      </w:r>
      <w:r>
        <w:t xml:space="preserve">, </w:t>
      </w:r>
      <w:r w:rsidR="004C389C">
        <w:lastRenderedPageBreak/>
        <w:t xml:space="preserve">comme dit mon </w:t>
      </w:r>
      <w:proofErr w:type="spellStart"/>
      <w:r w:rsidR="004C389C">
        <w:t>cap</w:t>
      </w:r>
      <w:r>
        <w:t>’</w:t>
      </w:r>
      <w:r w:rsidR="004C389C">
        <w:t>taine</w:t>
      </w:r>
      <w:proofErr w:type="spellEnd"/>
      <w:r>
        <w:t xml:space="preserve">. </w:t>
      </w:r>
      <w:r w:rsidR="004C389C">
        <w:t xml:space="preserve">Je vais donner ma parole de </w:t>
      </w:r>
      <w:r>
        <w:t>« </w:t>
      </w:r>
      <w:r w:rsidR="004C389C">
        <w:t>ne rien tenter à l</w:t>
      </w:r>
      <w:r>
        <w:t>’</w:t>
      </w:r>
      <w:r w:rsidR="004C389C">
        <w:t xml:space="preserve">intérieur sur les mécanismes et contre la sécurité du </w:t>
      </w:r>
      <w:r w:rsidR="004C389C">
        <w:rPr>
          <w:i/>
          <w:iCs/>
        </w:rPr>
        <w:t>Nyctalope</w:t>
      </w:r>
      <w:r>
        <w:rPr>
          <w:i/>
          <w:iCs/>
        </w:rPr>
        <w:t> »</w:t>
      </w:r>
      <w:r>
        <w:t xml:space="preserve">… </w:t>
      </w:r>
      <w:r w:rsidR="004C389C">
        <w:t>À l</w:t>
      </w:r>
      <w:r>
        <w:t>’</w:t>
      </w:r>
      <w:r w:rsidR="004C389C">
        <w:t>intérieur</w:t>
      </w:r>
      <w:r>
        <w:t xml:space="preserve"> ! </w:t>
      </w:r>
      <w:r w:rsidR="004C389C">
        <w:t>il s</w:t>
      </w:r>
      <w:r>
        <w:t>’</w:t>
      </w:r>
      <w:r w:rsidR="004C389C">
        <w:t>agit de ne pas se tromper</w:t>
      </w:r>
      <w:r>
        <w:t xml:space="preserve">. </w:t>
      </w:r>
      <w:r w:rsidR="004C389C">
        <w:t>Car pour un marin français</w:t>
      </w:r>
      <w:r>
        <w:t xml:space="preserve">, </w:t>
      </w:r>
      <w:r w:rsidR="004C389C">
        <w:t>une parole d</w:t>
      </w:r>
      <w:r>
        <w:t>’</w:t>
      </w:r>
      <w:r w:rsidR="004C389C">
        <w:t>honneur</w:t>
      </w:r>
      <w:r>
        <w:t xml:space="preserve">, </w:t>
      </w:r>
      <w:r w:rsidR="004C389C">
        <w:t>c</w:t>
      </w:r>
      <w:r>
        <w:t>’</w:t>
      </w:r>
      <w:r w:rsidR="004C389C">
        <w:t>est sacré</w:t>
      </w:r>
      <w:r>
        <w:t xml:space="preserve">… </w:t>
      </w:r>
      <w:r w:rsidR="004C389C">
        <w:t>mais</w:t>
      </w:r>
      <w:r>
        <w:t xml:space="preserve">, </w:t>
      </w:r>
      <w:r w:rsidR="004C389C">
        <w:t>encore une fois</w:t>
      </w:r>
      <w:r>
        <w:t xml:space="preserve">, </w:t>
      </w:r>
      <w:r w:rsidR="004C389C">
        <w:t>ça ne m</w:t>
      </w:r>
      <w:r>
        <w:t>’</w:t>
      </w:r>
      <w:r w:rsidR="004C389C">
        <w:t>empêche pas de lancer des bo</w:t>
      </w:r>
      <w:r w:rsidR="004C389C">
        <w:t>u</w:t>
      </w:r>
      <w:r w:rsidR="004C389C">
        <w:t>teilles avec quelques mots d</w:t>
      </w:r>
      <w:r>
        <w:t>’</w:t>
      </w:r>
      <w:r w:rsidR="004C389C">
        <w:t>écrit</w:t>
      </w:r>
      <w:r>
        <w:t xml:space="preserve">. </w:t>
      </w:r>
      <w:r w:rsidR="004C389C">
        <w:t>Des bouteilles</w:t>
      </w:r>
      <w:r>
        <w:t xml:space="preserve">, </w:t>
      </w:r>
      <w:r w:rsidR="004C389C">
        <w:t>des lettres</w:t>
      </w:r>
      <w:r>
        <w:t xml:space="preserve">, </w:t>
      </w:r>
      <w:r w:rsidR="004C389C">
        <w:t>ça n</w:t>
      </w:r>
      <w:r>
        <w:t>’</w:t>
      </w:r>
      <w:r w:rsidR="004C389C">
        <w:t xml:space="preserve">a rien à voir avec les mécanismes du </w:t>
      </w:r>
      <w:r w:rsidR="004C389C">
        <w:rPr>
          <w:i/>
          <w:iCs/>
        </w:rPr>
        <w:t>Nyctalope</w:t>
      </w:r>
      <w:r>
        <w:rPr>
          <w:i/>
          <w:iCs/>
        </w:rPr>
        <w:t>.</w:t>
      </w:r>
    </w:p>
    <w:p w14:paraId="509BB4F4" w14:textId="14CB956B" w:rsidR="004C389C" w:rsidRDefault="004B5A85" w:rsidP="004C389C">
      <w:r>
        <w:t>« </w:t>
      </w:r>
      <w:r w:rsidR="004C389C">
        <w:t>C</w:t>
      </w:r>
      <w:r>
        <w:t>’</w:t>
      </w:r>
      <w:r w:rsidR="004C389C">
        <w:t>est dit</w:t>
      </w:r>
      <w:r>
        <w:t xml:space="preserve">. </w:t>
      </w:r>
      <w:r w:rsidR="004C389C">
        <w:t>Allons-y carrément</w:t>
      </w:r>
      <w:r>
        <w:t>… »</w:t>
      </w:r>
    </w:p>
    <w:p w14:paraId="3D385157" w14:textId="77777777" w:rsidR="004B5A85" w:rsidRDefault="004C389C" w:rsidP="004C389C">
      <w:r>
        <w:t>Et</w:t>
      </w:r>
      <w:r w:rsidR="004B5A85">
        <w:t xml:space="preserve">, </w:t>
      </w:r>
      <w:r>
        <w:t>relevant la tête</w:t>
      </w:r>
      <w:r w:rsidR="004B5A85">
        <w:t xml:space="preserve">, </w:t>
      </w:r>
      <w:r>
        <w:t>il se dressa</w:t>
      </w:r>
      <w:r w:rsidR="004B5A85">
        <w:t xml:space="preserve">, </w:t>
      </w:r>
      <w:r>
        <w:t>étendit la main et dit</w:t>
      </w:r>
      <w:r w:rsidR="004B5A85">
        <w:t xml:space="preserve">, </w:t>
      </w:r>
      <w:r>
        <w:t>s</w:t>
      </w:r>
      <w:r>
        <w:t>o</w:t>
      </w:r>
      <w:r>
        <w:t>lennel et précis</w:t>
      </w:r>
      <w:r w:rsidR="004B5A85">
        <w:t> :</w:t>
      </w:r>
    </w:p>
    <w:p w14:paraId="6119219E" w14:textId="77777777" w:rsidR="004B5A85" w:rsidRDefault="004B5A85" w:rsidP="004C389C">
      <w:r>
        <w:t>— </w:t>
      </w:r>
      <w:r w:rsidR="004C389C">
        <w:t>Monsieur le Ravageur</w:t>
      </w:r>
      <w:r>
        <w:t xml:space="preserve">, </w:t>
      </w:r>
      <w:r w:rsidR="004C389C">
        <w:t>je vous donne ma parole d</w:t>
      </w:r>
      <w:r>
        <w:t>’</w:t>
      </w:r>
      <w:r w:rsidR="004C389C">
        <w:t>honneur de ne rien tenter</w:t>
      </w:r>
      <w:r>
        <w:t xml:space="preserve">, </w:t>
      </w:r>
      <w:r w:rsidR="004C389C">
        <w:t>à l</w:t>
      </w:r>
      <w:r>
        <w:t>’</w:t>
      </w:r>
      <w:r w:rsidR="004C389C">
        <w:t>intérieur</w:t>
      </w:r>
      <w:r>
        <w:t xml:space="preserve">, </w:t>
      </w:r>
      <w:r w:rsidR="004C389C">
        <w:t xml:space="preserve">contre la sécurité du </w:t>
      </w:r>
      <w:r w:rsidR="004C389C">
        <w:rPr>
          <w:i/>
          <w:iCs/>
        </w:rPr>
        <w:t>Nyctalope</w:t>
      </w:r>
      <w:r>
        <w:rPr>
          <w:i/>
          <w:iCs/>
        </w:rPr>
        <w:t xml:space="preserve">, </w:t>
      </w:r>
      <w:r w:rsidR="004C389C">
        <w:t>sur les mécanismes du sous-marin</w:t>
      </w:r>
      <w:r>
        <w:t xml:space="preserve">. </w:t>
      </w:r>
      <w:r w:rsidR="004C389C">
        <w:t>C</w:t>
      </w:r>
      <w:r>
        <w:t>’</w:t>
      </w:r>
      <w:r w:rsidR="004C389C">
        <w:t>est bien ça</w:t>
      </w:r>
      <w:r>
        <w:t> ?</w:t>
      </w:r>
    </w:p>
    <w:p w14:paraId="4D62DF7C" w14:textId="77777777" w:rsidR="004B5A85" w:rsidRDefault="004B5A85" w:rsidP="004C389C">
      <w:r>
        <w:t>— </w:t>
      </w:r>
      <w:r w:rsidR="004C389C">
        <w:t>C</w:t>
      </w:r>
      <w:r>
        <w:t>’</w:t>
      </w:r>
      <w:r w:rsidR="004C389C">
        <w:t>est bien cela</w:t>
      </w:r>
      <w:r>
        <w:t xml:space="preserve"> ! </w:t>
      </w:r>
      <w:r w:rsidR="004C389C">
        <w:t>fit Hugues de Mauduit</w:t>
      </w:r>
      <w:r>
        <w:t xml:space="preserve">, </w:t>
      </w:r>
      <w:r w:rsidR="004C389C">
        <w:t>souriant malgré la gravité qu</w:t>
      </w:r>
      <w:r>
        <w:t>’</w:t>
      </w:r>
      <w:r w:rsidR="004C389C">
        <w:t>avait l</w:t>
      </w:r>
      <w:r>
        <w:t>’</w:t>
      </w:r>
      <w:r w:rsidR="004C389C">
        <w:t>évasion du commandant Martel</w:t>
      </w:r>
      <w:r>
        <w:t>.</w:t>
      </w:r>
    </w:p>
    <w:p w14:paraId="44768903" w14:textId="77777777" w:rsidR="004B5A85" w:rsidRDefault="004C389C" w:rsidP="004C389C">
      <w:r>
        <w:t>Il était à cent lieues de s</w:t>
      </w:r>
      <w:r w:rsidR="004B5A85">
        <w:t>’</w:t>
      </w:r>
      <w:r>
        <w:t>imaginer que</w:t>
      </w:r>
      <w:r w:rsidR="004B5A85">
        <w:t xml:space="preserve">, </w:t>
      </w:r>
      <w:r>
        <w:t>continuant très adroitement à lier sa loyauté de petit Français avec sa ruse de gamin de Paris</w:t>
      </w:r>
      <w:r w:rsidR="004B5A85">
        <w:t xml:space="preserve">, </w:t>
      </w:r>
      <w:r>
        <w:t>Pierrot l</w:t>
      </w:r>
      <w:r w:rsidR="004B5A85">
        <w:t>’</w:t>
      </w:r>
      <w:r>
        <w:t>Écureuil se réservait d</w:t>
      </w:r>
      <w:r w:rsidR="004B5A85">
        <w:t>’</w:t>
      </w:r>
      <w:r>
        <w:t>agir contre les forbans sans trahir le moins du monde sa parole d</w:t>
      </w:r>
      <w:r w:rsidR="004B5A85">
        <w:t>’</w:t>
      </w:r>
      <w:r>
        <w:t>honneur</w:t>
      </w:r>
      <w:r w:rsidR="004B5A85">
        <w:t>.</w:t>
      </w:r>
    </w:p>
    <w:p w14:paraId="652D15FE" w14:textId="77777777" w:rsidR="004B5A85" w:rsidRDefault="004C389C" w:rsidP="004C389C">
      <w:r>
        <w:t>Et le Ravageur ajouta</w:t>
      </w:r>
      <w:r w:rsidR="004B5A85">
        <w:t xml:space="preserve">, </w:t>
      </w:r>
      <w:r>
        <w:t>en s</w:t>
      </w:r>
      <w:r w:rsidR="004B5A85">
        <w:t>’</w:t>
      </w:r>
      <w:r>
        <w:t xml:space="preserve">adressant à </w:t>
      </w:r>
      <w:proofErr w:type="spellStart"/>
      <w:r>
        <w:t>Brilo</w:t>
      </w:r>
      <w:proofErr w:type="spellEnd"/>
      <w:r w:rsidR="004B5A85">
        <w:t> :</w:t>
      </w:r>
    </w:p>
    <w:p w14:paraId="6FB6E341" w14:textId="77777777" w:rsidR="004B5A85" w:rsidRDefault="004B5A85" w:rsidP="004C389C">
      <w:r>
        <w:t>— </w:t>
      </w:r>
      <w:r w:rsidR="004C389C">
        <w:t>Je te confie Pierrot l</w:t>
      </w:r>
      <w:r>
        <w:t>’</w:t>
      </w:r>
      <w:r w:rsidR="004C389C">
        <w:t>Écureuil</w:t>
      </w:r>
      <w:r>
        <w:t xml:space="preserve">. </w:t>
      </w:r>
      <w:r w:rsidR="004C389C">
        <w:t>Donne-lui son hamac</w:t>
      </w:r>
      <w:r>
        <w:t xml:space="preserve">, </w:t>
      </w:r>
      <w:r w:rsidR="004C389C">
        <w:t>sa place dans la chambrée et son sac</w:t>
      </w:r>
      <w:r>
        <w:t xml:space="preserve">… </w:t>
      </w:r>
      <w:r w:rsidR="004C389C">
        <w:t>Habille-le de neuf</w:t>
      </w:r>
      <w:r>
        <w:t xml:space="preserve">… </w:t>
      </w:r>
      <w:r w:rsidR="004C389C">
        <w:t>et mets-le à la disposition du lieutenant</w:t>
      </w:r>
      <w:r>
        <w:t>…</w:t>
      </w:r>
    </w:p>
    <w:p w14:paraId="6BF10491" w14:textId="77777777" w:rsidR="004B5A85" w:rsidRDefault="004C389C" w:rsidP="004C389C">
      <w:r>
        <w:t>Puis</w:t>
      </w:r>
      <w:r w:rsidR="004B5A85">
        <w:t xml:space="preserve">, </w:t>
      </w:r>
      <w:r>
        <w:t>se tournant tout d</w:t>
      </w:r>
      <w:r w:rsidR="004B5A85">
        <w:t>’</w:t>
      </w:r>
      <w:r>
        <w:t>une pièce</w:t>
      </w:r>
      <w:r w:rsidR="004B5A85">
        <w:t xml:space="preserve">, </w:t>
      </w:r>
      <w:r>
        <w:t>Hugues de Mauduit so</w:t>
      </w:r>
      <w:r>
        <w:t>r</w:t>
      </w:r>
      <w:r>
        <w:t>tit de la cabine avec une hâte brusque</w:t>
      </w:r>
      <w:r w:rsidR="004B5A85">
        <w:t>.</w:t>
      </w:r>
    </w:p>
    <w:p w14:paraId="483F7A97" w14:textId="77777777" w:rsidR="004B5A85" w:rsidRDefault="004C389C" w:rsidP="004C389C">
      <w:proofErr w:type="spellStart"/>
      <w:r>
        <w:t>Askold</w:t>
      </w:r>
      <w:proofErr w:type="spellEnd"/>
      <w:r>
        <w:t xml:space="preserve"> le suivit</w:t>
      </w:r>
      <w:r w:rsidR="004B5A85">
        <w:t>.</w:t>
      </w:r>
    </w:p>
    <w:p w14:paraId="56ED4766" w14:textId="77777777" w:rsidR="004B5A85" w:rsidRDefault="004C389C" w:rsidP="004C389C">
      <w:r>
        <w:lastRenderedPageBreak/>
        <w:t>Les deux chefs allèrent droit à la bibliothèque et y entr</w:t>
      </w:r>
      <w:r>
        <w:t>è</w:t>
      </w:r>
      <w:r>
        <w:t>rent</w:t>
      </w:r>
      <w:r w:rsidR="004B5A85">
        <w:t>.</w:t>
      </w:r>
    </w:p>
    <w:p w14:paraId="073CA69A" w14:textId="77777777" w:rsidR="004B5A85" w:rsidRDefault="004B5A85" w:rsidP="004C389C">
      <w:r>
        <w:t>— </w:t>
      </w:r>
      <w:r w:rsidR="004C389C">
        <w:t>Maître</w:t>
      </w:r>
      <w:r>
        <w:t xml:space="preserve">, </w:t>
      </w:r>
      <w:r w:rsidR="004C389C">
        <w:t xml:space="preserve">dit respectueusement </w:t>
      </w:r>
      <w:proofErr w:type="spellStart"/>
      <w:r w:rsidR="004C389C">
        <w:t>Askold</w:t>
      </w:r>
      <w:proofErr w:type="spellEnd"/>
      <w:r>
        <w:t xml:space="preserve">, </w:t>
      </w:r>
      <w:r w:rsidR="004C389C">
        <w:t>vous avez été faible envers ce gamin</w:t>
      </w:r>
      <w:r>
        <w:t xml:space="preserve">… </w:t>
      </w:r>
      <w:r w:rsidR="004C389C">
        <w:t>Sans lui</w:t>
      </w:r>
      <w:r>
        <w:t xml:space="preserve">, </w:t>
      </w:r>
      <w:r w:rsidR="004C389C">
        <w:t>l</w:t>
      </w:r>
      <w:r>
        <w:t>’</w:t>
      </w:r>
      <w:r w:rsidR="004C389C">
        <w:t>officier français ne nous aurait pas échappé</w:t>
      </w:r>
      <w:r>
        <w:t xml:space="preserve">… </w:t>
      </w:r>
      <w:r w:rsidR="004C389C">
        <w:t>Martel ira en France</w:t>
      </w:r>
      <w:r>
        <w:t xml:space="preserve">. </w:t>
      </w:r>
      <w:r w:rsidR="004C389C">
        <w:t>Il construira des sous-marins</w:t>
      </w:r>
      <w:r>
        <w:t xml:space="preserve">. </w:t>
      </w:r>
      <w:r w:rsidR="004C389C">
        <w:t>Il nous cherchera</w:t>
      </w:r>
      <w:r>
        <w:t xml:space="preserve">. </w:t>
      </w:r>
      <w:r w:rsidR="004C389C">
        <w:t>Nous devrons lutter contre lui au lieu de nous consacrer uniquement à notre mission de justice et de ve</w:t>
      </w:r>
      <w:r w:rsidR="004C389C">
        <w:t>n</w:t>
      </w:r>
      <w:r w:rsidR="004C389C">
        <w:t>geance</w:t>
      </w:r>
      <w:r>
        <w:t>…</w:t>
      </w:r>
    </w:p>
    <w:p w14:paraId="1545C83F" w14:textId="77777777" w:rsidR="004B5A85" w:rsidRDefault="004B5A85" w:rsidP="004C389C">
      <w:r>
        <w:t>— </w:t>
      </w:r>
      <w:proofErr w:type="spellStart"/>
      <w:r w:rsidR="004C389C">
        <w:t>Askold</w:t>
      </w:r>
      <w:proofErr w:type="spellEnd"/>
      <w:r>
        <w:t xml:space="preserve">, </w:t>
      </w:r>
      <w:r w:rsidR="004C389C">
        <w:t>répondit le Ravageur</w:t>
      </w:r>
      <w:r>
        <w:t xml:space="preserve">, </w:t>
      </w:r>
      <w:r w:rsidR="004C389C">
        <w:t>avec un éclair dans ses yeux vifs</w:t>
      </w:r>
      <w:r>
        <w:t xml:space="preserve">, </w:t>
      </w:r>
      <w:r w:rsidR="004C389C">
        <w:t>en ce qui concerne notre mission</w:t>
      </w:r>
      <w:r>
        <w:t xml:space="preserve">, </w:t>
      </w:r>
      <w:r w:rsidR="004C389C">
        <w:t>je serai prompt et terrible comme la foudre</w:t>
      </w:r>
      <w:r>
        <w:t xml:space="preserve">. </w:t>
      </w:r>
      <w:r w:rsidR="004C389C">
        <w:t>Justice et vengeance seront acco</w:t>
      </w:r>
      <w:r w:rsidR="004C389C">
        <w:t>m</w:t>
      </w:r>
      <w:r w:rsidR="004C389C">
        <w:t>plies avant que Martel ait lancé un nouveau sous-marin</w:t>
      </w:r>
      <w:r>
        <w:t xml:space="preserve">. </w:t>
      </w:r>
      <w:r w:rsidR="004C389C">
        <w:t xml:space="preserve">Un </w:t>
      </w:r>
      <w:r w:rsidR="004C389C">
        <w:rPr>
          <w:i/>
          <w:iCs/>
        </w:rPr>
        <w:t xml:space="preserve">Nyctalope </w:t>
      </w:r>
      <w:r w:rsidR="004C389C">
        <w:t>ne se construit pas en huit jours</w:t>
      </w:r>
      <w:r>
        <w:t> !…</w:t>
      </w:r>
    </w:p>
    <w:p w14:paraId="2D62ACC7" w14:textId="77777777" w:rsidR="004B5A85" w:rsidRDefault="004C389C" w:rsidP="004C389C">
      <w:r>
        <w:t>Il baissa la tête et</w:t>
      </w:r>
      <w:r w:rsidR="004B5A85">
        <w:t xml:space="preserve">, </w:t>
      </w:r>
      <w:r>
        <w:t>d</w:t>
      </w:r>
      <w:r w:rsidR="004B5A85">
        <w:t>’</w:t>
      </w:r>
      <w:r>
        <w:t>une voix différente</w:t>
      </w:r>
      <w:r w:rsidR="004B5A85">
        <w:t xml:space="preserve">, </w:t>
      </w:r>
      <w:r>
        <w:t>il ajouta</w:t>
      </w:r>
      <w:r w:rsidR="004B5A85">
        <w:t> :</w:t>
      </w:r>
    </w:p>
    <w:p w14:paraId="19904B93" w14:textId="77777777" w:rsidR="004B5A85" w:rsidRDefault="004B5A85" w:rsidP="004C389C">
      <w:r>
        <w:t>— </w:t>
      </w:r>
      <w:r w:rsidR="004C389C">
        <w:t>Quant à cet enfant</w:t>
      </w:r>
      <w:r>
        <w:t xml:space="preserve">, </w:t>
      </w:r>
      <w:r w:rsidR="004C389C">
        <w:t>ce n</w:t>
      </w:r>
      <w:r>
        <w:t>’</w:t>
      </w:r>
      <w:r w:rsidR="004C389C">
        <w:t>est point par faiblesse que j</w:t>
      </w:r>
      <w:r>
        <w:t>’</w:t>
      </w:r>
      <w:r w:rsidR="004C389C">
        <w:t>ai agi</w:t>
      </w:r>
      <w:r>
        <w:t xml:space="preserve">… </w:t>
      </w:r>
      <w:r w:rsidR="004C389C">
        <w:t>Quatorze ans</w:t>
      </w:r>
      <w:r>
        <w:t xml:space="preserve"> !… </w:t>
      </w:r>
      <w:r w:rsidR="004C389C">
        <w:t>Ah</w:t>
      </w:r>
      <w:r>
        <w:t xml:space="preserve"> ! </w:t>
      </w:r>
      <w:r w:rsidR="004C389C">
        <w:t>maudits soient les hommes qui ont arraché mon fils naissant à sa mère</w:t>
      </w:r>
      <w:r>
        <w:t xml:space="preserve"> !… </w:t>
      </w:r>
      <w:r w:rsidR="004C389C">
        <w:t>Mon fils aurait cet âge</w:t>
      </w:r>
      <w:r>
        <w:t xml:space="preserve">, </w:t>
      </w:r>
      <w:proofErr w:type="spellStart"/>
      <w:r w:rsidR="004C389C">
        <w:t>Askold</w:t>
      </w:r>
      <w:proofErr w:type="spellEnd"/>
      <w:r>
        <w:t xml:space="preserve">, </w:t>
      </w:r>
      <w:r w:rsidR="004C389C">
        <w:t>s</w:t>
      </w:r>
      <w:r>
        <w:t>’</w:t>
      </w:r>
      <w:r w:rsidR="004C389C">
        <w:t>il eût vécu</w:t>
      </w:r>
      <w:r>
        <w:t>…</w:t>
      </w:r>
    </w:p>
    <w:p w14:paraId="319E2A09" w14:textId="77777777" w:rsidR="004B5A85" w:rsidRDefault="004C389C" w:rsidP="004C389C">
      <w:r>
        <w:t>Et</w:t>
      </w:r>
      <w:r w:rsidR="004B5A85">
        <w:t xml:space="preserve">, </w:t>
      </w:r>
      <w:r>
        <w:t>s</w:t>
      </w:r>
      <w:r w:rsidR="004B5A85">
        <w:t>’</w:t>
      </w:r>
      <w:r>
        <w:t>étreignant le front de ses deux mains</w:t>
      </w:r>
      <w:r w:rsidR="004B5A85">
        <w:t xml:space="preserve">, </w:t>
      </w:r>
      <w:r>
        <w:t>le Ravageur se laissa tomber sur un siège</w:t>
      </w:r>
      <w:r w:rsidR="004B5A85">
        <w:t xml:space="preserve">, </w:t>
      </w:r>
      <w:r>
        <w:t>tandis qu</w:t>
      </w:r>
      <w:r w:rsidR="004B5A85">
        <w:t>’</w:t>
      </w:r>
      <w:r>
        <w:t>un sanglot étouffé contra</w:t>
      </w:r>
      <w:r>
        <w:t>c</w:t>
      </w:r>
      <w:r>
        <w:t>tait ses lèvres</w:t>
      </w:r>
      <w:r w:rsidR="004B5A85">
        <w:t>…</w:t>
      </w:r>
    </w:p>
    <w:p w14:paraId="1802C71E" w14:textId="77777777" w:rsidR="004B5A85" w:rsidRDefault="004C389C" w:rsidP="004C389C">
      <w:proofErr w:type="spellStart"/>
      <w:r>
        <w:t>Askold</w:t>
      </w:r>
      <w:proofErr w:type="spellEnd"/>
      <w:r>
        <w:t xml:space="preserve"> le regarda gravement</w:t>
      </w:r>
      <w:r w:rsidR="004B5A85">
        <w:t xml:space="preserve">, </w:t>
      </w:r>
      <w:r>
        <w:t>s</w:t>
      </w:r>
      <w:r w:rsidR="004B5A85">
        <w:t>’</w:t>
      </w:r>
      <w:r>
        <w:t>inclina et sortit</w:t>
      </w:r>
      <w:r w:rsidR="004B5A85">
        <w:t>…</w:t>
      </w:r>
    </w:p>
    <w:p w14:paraId="607D5F6A" w14:textId="77777777" w:rsidR="004B5A85" w:rsidRDefault="004C389C" w:rsidP="004C389C">
      <w:r>
        <w:t>Mais</w:t>
      </w:r>
      <w:r w:rsidR="004B5A85">
        <w:t xml:space="preserve">, </w:t>
      </w:r>
      <w:r>
        <w:t>une fois dans le couloir</w:t>
      </w:r>
      <w:r w:rsidR="004B5A85">
        <w:t xml:space="preserve">, </w:t>
      </w:r>
      <w:r>
        <w:t>il murmura</w:t>
      </w:r>
      <w:r w:rsidR="004B5A85">
        <w:t> :</w:t>
      </w:r>
    </w:p>
    <w:p w14:paraId="35F372FF" w14:textId="3D9D8ED5" w:rsidR="004C389C" w:rsidRDefault="004B5A85" w:rsidP="004C389C">
      <w:r>
        <w:t>« </w:t>
      </w:r>
      <w:r w:rsidR="004C389C">
        <w:t>Cette histoire de canot automobile me paraît bien étrange</w:t>
      </w:r>
      <w:r>
        <w:t xml:space="preserve">, </w:t>
      </w:r>
      <w:r w:rsidR="004C389C">
        <w:t>si loin de la côte</w:t>
      </w:r>
      <w:r>
        <w:t xml:space="preserve">. </w:t>
      </w:r>
      <w:r w:rsidR="004C389C">
        <w:t>Et les phares n</w:t>
      </w:r>
      <w:r>
        <w:t>’</w:t>
      </w:r>
      <w:r w:rsidR="004C389C">
        <w:t>ont pas</w:t>
      </w:r>
      <w:r>
        <w:t xml:space="preserve">, </w:t>
      </w:r>
      <w:r w:rsidR="004C389C">
        <w:t>d</w:t>
      </w:r>
      <w:r>
        <w:t>’</w:t>
      </w:r>
      <w:r w:rsidR="004C389C">
        <w:t>ordinaire</w:t>
      </w:r>
      <w:r>
        <w:t xml:space="preserve">, </w:t>
      </w:r>
      <w:r w:rsidR="004C389C">
        <w:t>un auto-canot à leur disposition</w:t>
      </w:r>
      <w:r>
        <w:t xml:space="preserve">. </w:t>
      </w:r>
      <w:r w:rsidR="004C389C">
        <w:t>Je n</w:t>
      </w:r>
      <w:r>
        <w:t>’</w:t>
      </w:r>
      <w:r w:rsidR="004C389C">
        <w:t>ai pas d</w:t>
      </w:r>
      <w:r>
        <w:t>’</w:t>
      </w:r>
      <w:r w:rsidR="004C389C">
        <w:t>enfant à pleurer</w:t>
      </w:r>
      <w:r>
        <w:t xml:space="preserve">, </w:t>
      </w:r>
      <w:r w:rsidR="004C389C">
        <w:t>moi</w:t>
      </w:r>
      <w:r>
        <w:t xml:space="preserve">, </w:t>
      </w:r>
      <w:r w:rsidR="004C389C">
        <w:t>et l</w:t>
      </w:r>
      <w:r>
        <w:t>’</w:t>
      </w:r>
      <w:r w:rsidR="004C389C">
        <w:t>attendrissement ne me rend pas aveugle</w:t>
      </w:r>
      <w:r>
        <w:t xml:space="preserve">… </w:t>
      </w:r>
      <w:r w:rsidR="004C389C">
        <w:t>Je vais faire un tour près de ce phare et je dirai un mot aux gardiens</w:t>
      </w:r>
      <w:r>
        <w:t xml:space="preserve">, </w:t>
      </w:r>
      <w:r w:rsidR="004C389C">
        <w:t>nous verrons bien s</w:t>
      </w:r>
      <w:r>
        <w:t>’</w:t>
      </w:r>
      <w:r w:rsidR="004C389C">
        <w:t>il y a un canot automobile</w:t>
      </w:r>
      <w:r>
        <w:t xml:space="preserve">, </w:t>
      </w:r>
      <w:r w:rsidR="004C389C">
        <w:t>par là-bas</w:t>
      </w:r>
      <w:r>
        <w:t xml:space="preserve"> !… </w:t>
      </w:r>
      <w:r w:rsidR="004C389C">
        <w:lastRenderedPageBreak/>
        <w:t>S</w:t>
      </w:r>
      <w:r>
        <w:t>’</w:t>
      </w:r>
      <w:r w:rsidR="004C389C">
        <w:t>il y en a</w:t>
      </w:r>
      <w:r>
        <w:t xml:space="preserve">, </w:t>
      </w:r>
      <w:r w:rsidR="004C389C">
        <w:t>ce sera tard pour le rattraper</w:t>
      </w:r>
      <w:r>
        <w:t xml:space="preserve">, </w:t>
      </w:r>
      <w:r w:rsidR="004C389C">
        <w:t>c</w:t>
      </w:r>
      <w:r>
        <w:t>’</w:t>
      </w:r>
      <w:r w:rsidR="004C389C">
        <w:t>est entendu</w:t>
      </w:r>
      <w:r>
        <w:t xml:space="preserve">. </w:t>
      </w:r>
      <w:r w:rsidR="004C389C">
        <w:t>Mais s</w:t>
      </w:r>
      <w:r>
        <w:t>’</w:t>
      </w:r>
      <w:r w:rsidR="004C389C">
        <w:t>il n</w:t>
      </w:r>
      <w:r>
        <w:t>’</w:t>
      </w:r>
      <w:r w:rsidR="004C389C">
        <w:t>y en a pas et que je ne découvre pas le commandant Martel</w:t>
      </w:r>
      <w:r>
        <w:t xml:space="preserve">, </w:t>
      </w:r>
      <w:r w:rsidR="004C389C">
        <w:t>je mets une torpille près du phare et je le fais sauter</w:t>
      </w:r>
      <w:r>
        <w:t>. »</w:t>
      </w:r>
    </w:p>
    <w:p w14:paraId="6AC8ADB8" w14:textId="77777777" w:rsidR="004B5A85" w:rsidRDefault="004C389C" w:rsidP="004C389C">
      <w:r>
        <w:t>Et sur ces paroles si terriblement menaçantes</w:t>
      </w:r>
      <w:r w:rsidR="004B5A85">
        <w:t xml:space="preserve">, </w:t>
      </w:r>
      <w:proofErr w:type="spellStart"/>
      <w:r>
        <w:t>Askold</w:t>
      </w:r>
      <w:proofErr w:type="spellEnd"/>
      <w:r>
        <w:t xml:space="preserve"> entra dans la cage du timonier</w:t>
      </w:r>
      <w:r w:rsidR="004B5A85">
        <w:t xml:space="preserve">, </w:t>
      </w:r>
      <w:r>
        <w:t>pour diriger lui-même le sous-marin vers le phare</w:t>
      </w:r>
      <w:r w:rsidR="004B5A85">
        <w:t>.</w:t>
      </w:r>
    </w:p>
    <w:p w14:paraId="0C8E6C15" w14:textId="77777777" w:rsidR="004B5A85" w:rsidRDefault="004C389C" w:rsidP="004C389C">
      <w:r>
        <w:t>Il agissait sans ordres</w:t>
      </w:r>
      <w:r w:rsidR="004B5A85">
        <w:t xml:space="preserve">, </w:t>
      </w:r>
      <w:r>
        <w:t>mais un pressentiment le poussait à agir sous sa propre responsabilité</w:t>
      </w:r>
      <w:r w:rsidR="004B5A85">
        <w:t>.</w:t>
      </w:r>
    </w:p>
    <w:p w14:paraId="62D0795D" w14:textId="77777777" w:rsidR="004B5A85" w:rsidRDefault="004C389C" w:rsidP="004C389C">
      <w:r>
        <w:t xml:space="preserve">Et le </w:t>
      </w:r>
      <w:r>
        <w:rPr>
          <w:i/>
          <w:iCs/>
        </w:rPr>
        <w:t>Nyctalope</w:t>
      </w:r>
      <w:r w:rsidR="004B5A85">
        <w:rPr>
          <w:i/>
          <w:iCs/>
        </w:rPr>
        <w:t xml:space="preserve">, </w:t>
      </w:r>
      <w:r>
        <w:t>à petite allure</w:t>
      </w:r>
      <w:r w:rsidR="004B5A85">
        <w:t xml:space="preserve">, </w:t>
      </w:r>
      <w:r>
        <w:t xml:space="preserve">car </w:t>
      </w:r>
      <w:proofErr w:type="spellStart"/>
      <w:r>
        <w:t>Askold</w:t>
      </w:r>
      <w:proofErr w:type="spellEnd"/>
      <w:r>
        <w:t xml:space="preserve"> ne connaissait pas très bien la géographie sous-marine de ces parages</w:t>
      </w:r>
      <w:r w:rsidR="004B5A85">
        <w:t xml:space="preserve">, </w:t>
      </w:r>
      <w:r>
        <w:t>se dir</w:t>
      </w:r>
      <w:r>
        <w:t>i</w:t>
      </w:r>
      <w:r>
        <w:t>gea vers le phare</w:t>
      </w:r>
      <w:r w:rsidR="004B5A85">
        <w:t xml:space="preserve">, </w:t>
      </w:r>
      <w:r>
        <w:t>en rasant la surface des eaux</w:t>
      </w:r>
      <w:r w:rsidR="004B5A85">
        <w:t xml:space="preserve">… </w:t>
      </w:r>
      <w:r>
        <w:t>Si Pierrot l</w:t>
      </w:r>
      <w:r w:rsidR="004B5A85">
        <w:t>’</w:t>
      </w:r>
      <w:r>
        <w:t>Écureuil avait su cela</w:t>
      </w:r>
      <w:r w:rsidR="004B5A85">
        <w:t xml:space="preserve">, </w:t>
      </w:r>
      <w:r>
        <w:t>quelle n</w:t>
      </w:r>
      <w:r w:rsidR="004B5A85">
        <w:t>’</w:t>
      </w:r>
      <w:r>
        <w:t>aurait pas été son angoisse</w:t>
      </w:r>
      <w:r w:rsidR="004B5A85">
        <w:t> !…</w:t>
      </w:r>
    </w:p>
    <w:p w14:paraId="34A2A753" w14:textId="77777777" w:rsidR="004B5A85" w:rsidRDefault="004C389C" w:rsidP="004C389C">
      <w:r>
        <w:t>Mais il ne le savait pas et</w:t>
      </w:r>
      <w:r w:rsidR="004B5A85">
        <w:t xml:space="preserve">, </w:t>
      </w:r>
      <w:r>
        <w:t>tandis qu</w:t>
      </w:r>
      <w:r w:rsidR="004B5A85">
        <w:t>’</w:t>
      </w:r>
      <w:r>
        <w:t xml:space="preserve">il prenait des mains de </w:t>
      </w:r>
      <w:proofErr w:type="spellStart"/>
      <w:r>
        <w:t>Brilo</w:t>
      </w:r>
      <w:proofErr w:type="spellEnd"/>
      <w:r>
        <w:t xml:space="preserve"> le pantalon et la vareuse qu</w:t>
      </w:r>
      <w:r w:rsidR="004B5A85">
        <w:t>’</w:t>
      </w:r>
      <w:r>
        <w:t>il devait revêtir</w:t>
      </w:r>
      <w:r w:rsidR="004B5A85">
        <w:t xml:space="preserve">, </w:t>
      </w:r>
      <w:r>
        <w:t>il ne se do</w:t>
      </w:r>
      <w:r>
        <w:t>u</w:t>
      </w:r>
      <w:r>
        <w:t>tait pas que chaque tour d</w:t>
      </w:r>
      <w:r w:rsidR="004B5A85">
        <w:t>’</w:t>
      </w:r>
      <w:r>
        <w:t>hélice du sous-marin le rapprochait de son capitaine</w:t>
      </w:r>
      <w:r w:rsidR="004B5A85">
        <w:t xml:space="preserve">, </w:t>
      </w:r>
      <w:r>
        <w:t>qu</w:t>
      </w:r>
      <w:r w:rsidR="004B5A85">
        <w:t>’</w:t>
      </w:r>
      <w:r>
        <w:t>il croyait définitivement sauvé</w:t>
      </w:r>
      <w:r w:rsidR="004B5A85">
        <w:t> !…</w:t>
      </w:r>
    </w:p>
    <w:p w14:paraId="33796631" w14:textId="72CCC4B1" w:rsidR="004C389C" w:rsidRDefault="004C389C" w:rsidP="004B5A85">
      <w:pPr>
        <w:pStyle w:val="Titre1"/>
      </w:pPr>
      <w:bookmarkStart w:id="15" w:name="__RefHeading__17_1003869823"/>
      <w:bookmarkStart w:id="16" w:name="_Toc202462469"/>
      <w:bookmarkEnd w:id="15"/>
      <w:r>
        <w:lastRenderedPageBreak/>
        <w:t>CHAPITRE IX</w:t>
      </w:r>
      <w:r>
        <w:br/>
      </w:r>
      <w:r>
        <w:br/>
      </w:r>
      <w:r w:rsidR="004B5A85">
        <w:t>« </w:t>
      </w:r>
      <w:r>
        <w:t>QUI JE SUIS</w:t>
      </w:r>
      <w:r w:rsidR="004B5A85">
        <w:t xml:space="preserve"> ?… </w:t>
      </w:r>
      <w:r>
        <w:t>REGARDE-MOI</w:t>
      </w:r>
      <w:r w:rsidR="004B5A85">
        <w:t> ! »</w:t>
      </w:r>
      <w:bookmarkEnd w:id="16"/>
    </w:p>
    <w:p w14:paraId="32223505" w14:textId="77777777" w:rsidR="004B5A85" w:rsidRDefault="004C389C" w:rsidP="004C389C">
      <w:r>
        <w:t>À l</w:t>
      </w:r>
      <w:r w:rsidR="004B5A85">
        <w:t>’</w:t>
      </w:r>
      <w:r>
        <w:t>instant même où le Ravageur du Monde s</w:t>
      </w:r>
      <w:r w:rsidR="004B5A85">
        <w:t>’</w:t>
      </w:r>
      <w:r>
        <w:t>abîmait dans sa mystérieuse souffrance</w:t>
      </w:r>
      <w:r w:rsidR="004B5A85">
        <w:t xml:space="preserve">, </w:t>
      </w:r>
      <w:r>
        <w:t>le lieutenant de vaisseau Ludovic Martel</w:t>
      </w:r>
      <w:r w:rsidR="004B5A85">
        <w:t xml:space="preserve"> – </w:t>
      </w:r>
      <w:r>
        <w:t>qui n</w:t>
      </w:r>
      <w:r w:rsidR="004B5A85">
        <w:t>’</w:t>
      </w:r>
      <w:r>
        <w:t>était plus commandant</w:t>
      </w:r>
      <w:r w:rsidR="004B5A85">
        <w:t xml:space="preserve">, </w:t>
      </w:r>
      <w:r>
        <w:t>puisqu</w:t>
      </w:r>
      <w:r w:rsidR="004B5A85">
        <w:t>’</w:t>
      </w:r>
      <w:r>
        <w:t>il n</w:t>
      </w:r>
      <w:r w:rsidR="004B5A85">
        <w:t>’</w:t>
      </w:r>
      <w:r>
        <w:t>avait pas de commandement</w:t>
      </w:r>
      <w:r w:rsidR="004B5A85">
        <w:t xml:space="preserve"> – </w:t>
      </w:r>
      <w:r>
        <w:t>s</w:t>
      </w:r>
      <w:r w:rsidR="004B5A85">
        <w:t>’</w:t>
      </w:r>
      <w:r>
        <w:t>accrochait des deux mains aux aspérités de l</w:t>
      </w:r>
      <w:r w:rsidR="004B5A85">
        <w:t>’</w:t>
      </w:r>
      <w:r>
        <w:t>énorme rocher sur lequel était bâti le phare</w:t>
      </w:r>
      <w:r w:rsidR="004B5A85">
        <w:t>.</w:t>
      </w:r>
    </w:p>
    <w:p w14:paraId="1D4D6AC2" w14:textId="77777777" w:rsidR="004B5A85" w:rsidRDefault="004C389C" w:rsidP="004C389C">
      <w:r>
        <w:t>Il était épuisé et s</w:t>
      </w:r>
      <w:r w:rsidR="004B5A85">
        <w:t>’</w:t>
      </w:r>
      <w:r>
        <w:t>il avait dû nager un quart d</w:t>
      </w:r>
      <w:r w:rsidR="004B5A85">
        <w:t>’</w:t>
      </w:r>
      <w:r>
        <w:t>heure encore sans repos</w:t>
      </w:r>
      <w:r w:rsidR="004B5A85">
        <w:t xml:space="preserve">, </w:t>
      </w:r>
      <w:r>
        <w:t>ses membres harassés lui auraient refusé tout se</w:t>
      </w:r>
      <w:r>
        <w:t>r</w:t>
      </w:r>
      <w:r>
        <w:t>vice</w:t>
      </w:r>
      <w:r w:rsidR="004B5A85">
        <w:t>.</w:t>
      </w:r>
    </w:p>
    <w:p w14:paraId="6BEB2A35" w14:textId="77777777" w:rsidR="004B5A85" w:rsidRDefault="004C389C" w:rsidP="004C389C">
      <w:r>
        <w:t>Et</w:t>
      </w:r>
      <w:r w:rsidR="004B5A85">
        <w:t xml:space="preserve">, </w:t>
      </w:r>
      <w:r>
        <w:t>s</w:t>
      </w:r>
      <w:r w:rsidR="004B5A85">
        <w:t>’</w:t>
      </w:r>
      <w:r>
        <w:t>écorchant les mains et les genoux aux rugosités de la roche</w:t>
      </w:r>
      <w:r w:rsidR="004B5A85">
        <w:t xml:space="preserve">, </w:t>
      </w:r>
      <w:r>
        <w:t>il parvint cependant à sortir de l</w:t>
      </w:r>
      <w:r w:rsidR="004B5A85">
        <w:t>’</w:t>
      </w:r>
      <w:r>
        <w:t>eau et à se traîner sur l</w:t>
      </w:r>
      <w:r w:rsidR="004B5A85">
        <w:t>’</w:t>
      </w:r>
      <w:r>
        <w:t>écueil</w:t>
      </w:r>
      <w:r w:rsidR="004B5A85">
        <w:t>.</w:t>
      </w:r>
    </w:p>
    <w:p w14:paraId="39C1C84F" w14:textId="77777777" w:rsidR="004B5A85" w:rsidRDefault="004C389C" w:rsidP="004C389C">
      <w:r>
        <w:t>Dès qu</w:t>
      </w:r>
      <w:r w:rsidR="004B5A85">
        <w:t>’</w:t>
      </w:r>
      <w:r>
        <w:t>il fut hors de l</w:t>
      </w:r>
      <w:r w:rsidR="004B5A85">
        <w:t>’</w:t>
      </w:r>
      <w:r>
        <w:t>atteinte des vagues qui déferlaient avec assez de force</w:t>
      </w:r>
      <w:r w:rsidR="004B5A85">
        <w:t xml:space="preserve">, </w:t>
      </w:r>
      <w:r>
        <w:t>il regarda dans la nuit</w:t>
      </w:r>
      <w:r w:rsidR="004B5A85">
        <w:t xml:space="preserve">, </w:t>
      </w:r>
      <w:r>
        <w:t>au large</w:t>
      </w:r>
      <w:r w:rsidR="004B5A85">
        <w:t>.</w:t>
      </w:r>
    </w:p>
    <w:p w14:paraId="7D089912" w14:textId="37BF1CD4" w:rsidR="004C389C" w:rsidRDefault="004B5A85" w:rsidP="004C389C">
      <w:r>
        <w:t>« </w:t>
      </w:r>
      <w:r w:rsidR="004C389C">
        <w:t>Ah</w:t>
      </w:r>
      <w:r>
        <w:t xml:space="preserve"> ! </w:t>
      </w:r>
      <w:r w:rsidR="004C389C">
        <w:t>brave enfant</w:t>
      </w:r>
      <w:r>
        <w:t xml:space="preserve"> ! </w:t>
      </w:r>
      <w:r w:rsidR="004C389C">
        <w:t>s</w:t>
      </w:r>
      <w:r>
        <w:t>’</w:t>
      </w:r>
      <w:r w:rsidR="004C389C">
        <w:t>écria-t-il en pensant à Pierrot l</w:t>
      </w:r>
      <w:r>
        <w:t>’</w:t>
      </w:r>
      <w:r w:rsidR="004C389C">
        <w:t>Écureuil</w:t>
      </w:r>
      <w:r>
        <w:t xml:space="preserve">, </w:t>
      </w:r>
      <w:r w:rsidR="004C389C">
        <w:t>tu m</w:t>
      </w:r>
      <w:r>
        <w:t>’</w:t>
      </w:r>
      <w:r w:rsidR="004C389C">
        <w:t>as sauvé</w:t>
      </w:r>
      <w:r>
        <w:t> !… »</w:t>
      </w:r>
    </w:p>
    <w:p w14:paraId="3CCB718B" w14:textId="77777777" w:rsidR="004B5A85" w:rsidRDefault="004C389C" w:rsidP="004C389C">
      <w:r>
        <w:t>Aucune projection lumineuse n</w:t>
      </w:r>
      <w:r w:rsidR="004B5A85">
        <w:t>’</w:t>
      </w:r>
      <w:r>
        <w:t>était</w:t>
      </w:r>
      <w:r w:rsidR="004B5A85">
        <w:t xml:space="preserve">, </w:t>
      </w:r>
      <w:r>
        <w:t>en effet</w:t>
      </w:r>
      <w:r w:rsidR="004B5A85">
        <w:t xml:space="preserve">, </w:t>
      </w:r>
      <w:r>
        <w:t>visible sur la mer</w:t>
      </w:r>
      <w:r w:rsidR="004B5A85">
        <w:t xml:space="preserve">, </w:t>
      </w:r>
      <w:r>
        <w:t>ce qui prouvait que le Ravageur avait cessé toute r</w:t>
      </w:r>
      <w:r>
        <w:t>e</w:t>
      </w:r>
      <w:r>
        <w:t>cherche</w:t>
      </w:r>
      <w:r w:rsidR="004B5A85">
        <w:t>.</w:t>
      </w:r>
    </w:p>
    <w:p w14:paraId="2FAC6DF2" w14:textId="77777777" w:rsidR="004B5A85" w:rsidRDefault="004C389C" w:rsidP="004C389C">
      <w:r>
        <w:t>Après avoir un instant respiré</w:t>
      </w:r>
      <w:r w:rsidR="004B5A85">
        <w:t xml:space="preserve">, </w:t>
      </w:r>
      <w:r>
        <w:t>Ludovic Martel se releva et</w:t>
      </w:r>
      <w:r w:rsidR="004B5A85">
        <w:t xml:space="preserve">, </w:t>
      </w:r>
      <w:r>
        <w:t>suivant une rampe qu</w:t>
      </w:r>
      <w:r w:rsidR="004B5A85">
        <w:t>’</w:t>
      </w:r>
      <w:r>
        <w:t>à la clarté de la lune il put remarquer sur l</w:t>
      </w:r>
      <w:r w:rsidR="004B5A85">
        <w:t>’</w:t>
      </w:r>
      <w:r>
        <w:t>écueil</w:t>
      </w:r>
      <w:r w:rsidR="004B5A85">
        <w:t xml:space="preserve">, </w:t>
      </w:r>
      <w:r>
        <w:t>il se mit en marche</w:t>
      </w:r>
      <w:r w:rsidR="004B5A85">
        <w:t>.</w:t>
      </w:r>
    </w:p>
    <w:p w14:paraId="53974261" w14:textId="77777777" w:rsidR="004B5A85" w:rsidRDefault="004C389C" w:rsidP="004C389C">
      <w:r>
        <w:t>Après une trentaine de pas à peine</w:t>
      </w:r>
      <w:r w:rsidR="004B5A85">
        <w:t xml:space="preserve">, </w:t>
      </w:r>
      <w:r>
        <w:t>cette rampe circulaire le conduisit au pied même de l</w:t>
      </w:r>
      <w:r w:rsidR="004B5A85">
        <w:t>’</w:t>
      </w:r>
      <w:r>
        <w:t xml:space="preserve">énorme cube de maçonnerie </w:t>
      </w:r>
      <w:r>
        <w:lastRenderedPageBreak/>
        <w:t>sur lequel était plantée la tour du phare</w:t>
      </w:r>
      <w:r w:rsidR="004B5A85">
        <w:t xml:space="preserve">, </w:t>
      </w:r>
      <w:r>
        <w:t>et il se trouva devant un escalier étroit</w:t>
      </w:r>
      <w:r w:rsidR="004B5A85">
        <w:t>.</w:t>
      </w:r>
    </w:p>
    <w:p w14:paraId="12E09B08" w14:textId="77777777" w:rsidR="004B5A85" w:rsidRDefault="004C389C" w:rsidP="004C389C">
      <w:r>
        <w:t>Il le gravit</w:t>
      </w:r>
      <w:r w:rsidR="004B5A85">
        <w:t xml:space="preserve">. </w:t>
      </w:r>
      <w:r>
        <w:t>Il arriva en une minute devant une porte</w:t>
      </w:r>
      <w:r w:rsidR="004B5A85">
        <w:t xml:space="preserve">, </w:t>
      </w:r>
      <w:r>
        <w:t>à droite de laquelle il vit briller dans le mur un gros bouton de cuivre</w:t>
      </w:r>
      <w:r w:rsidR="004B5A85">
        <w:t xml:space="preserve">. </w:t>
      </w:r>
      <w:r>
        <w:t>Il appuya dessus et put entendre qu</w:t>
      </w:r>
      <w:r w:rsidR="004B5A85">
        <w:t>’</w:t>
      </w:r>
      <w:r>
        <w:t>à l</w:t>
      </w:r>
      <w:r w:rsidR="004B5A85">
        <w:t>’</w:t>
      </w:r>
      <w:r>
        <w:t>intérieur de la tour une forte sonnerie retentissait</w:t>
      </w:r>
      <w:r w:rsidR="004B5A85">
        <w:t>.</w:t>
      </w:r>
    </w:p>
    <w:p w14:paraId="4AE66D53" w14:textId="77777777" w:rsidR="004B5A85" w:rsidRDefault="004C389C" w:rsidP="004C389C">
      <w:r>
        <w:t>Quelques instants s</w:t>
      </w:r>
      <w:r w:rsidR="004B5A85">
        <w:t>’</w:t>
      </w:r>
      <w:r>
        <w:t>écoulèrent</w:t>
      </w:r>
      <w:r w:rsidR="004B5A85">
        <w:t>.</w:t>
      </w:r>
    </w:p>
    <w:p w14:paraId="723B975C" w14:textId="77777777" w:rsidR="004B5A85" w:rsidRDefault="004C389C" w:rsidP="004C389C">
      <w:r>
        <w:t>Et tout à coup</w:t>
      </w:r>
      <w:r w:rsidR="004B5A85">
        <w:t xml:space="preserve">, </w:t>
      </w:r>
      <w:r>
        <w:t>la porte s</w:t>
      </w:r>
      <w:r w:rsidR="004B5A85">
        <w:t>’</w:t>
      </w:r>
      <w:r>
        <w:t>ouvrit</w:t>
      </w:r>
      <w:r w:rsidR="004B5A85">
        <w:t>.</w:t>
      </w:r>
    </w:p>
    <w:p w14:paraId="449BAFA6" w14:textId="77777777" w:rsidR="004B5A85" w:rsidRDefault="004C389C" w:rsidP="004C389C">
      <w:r>
        <w:t>Un homme apparut</w:t>
      </w:r>
      <w:r w:rsidR="004B5A85">
        <w:t xml:space="preserve">, </w:t>
      </w:r>
      <w:r>
        <w:t>une lanterne à la main</w:t>
      </w:r>
      <w:r w:rsidR="004B5A85">
        <w:t xml:space="preserve">. </w:t>
      </w:r>
      <w:r>
        <w:t>C</w:t>
      </w:r>
      <w:r w:rsidR="004B5A85">
        <w:t>’</w:t>
      </w:r>
      <w:r>
        <w:t>était un vieux loup de mer à barbe blanche</w:t>
      </w:r>
      <w:r w:rsidR="004B5A85">
        <w:t xml:space="preserve">, </w:t>
      </w:r>
      <w:r>
        <w:t>courte et rude</w:t>
      </w:r>
      <w:r w:rsidR="004B5A85">
        <w:t>.</w:t>
      </w:r>
    </w:p>
    <w:p w14:paraId="726A83BF" w14:textId="77777777" w:rsidR="004B5A85" w:rsidRDefault="004B5A85" w:rsidP="004C389C">
      <w:r>
        <w:t>— </w:t>
      </w:r>
      <w:r w:rsidR="004C389C">
        <w:t>Ah</w:t>
      </w:r>
      <w:r>
        <w:t xml:space="preserve"> ! </w:t>
      </w:r>
      <w:r w:rsidR="004C389C">
        <w:t>s</w:t>
      </w:r>
      <w:r>
        <w:t>’</w:t>
      </w:r>
      <w:r w:rsidR="004C389C">
        <w:t>écria-t-il en tressaillant</w:t>
      </w:r>
      <w:r>
        <w:t xml:space="preserve">… </w:t>
      </w:r>
      <w:r w:rsidR="004C389C">
        <w:t>Un naufragé</w:t>
      </w:r>
      <w:r>
        <w:t xml:space="preserve">… </w:t>
      </w:r>
      <w:r w:rsidR="004C389C">
        <w:t xml:space="preserve">Êtes-vous du </w:t>
      </w:r>
      <w:r w:rsidR="004C389C">
        <w:rPr>
          <w:i/>
          <w:iCs/>
        </w:rPr>
        <w:t>California</w:t>
      </w:r>
      <w:r>
        <w:rPr>
          <w:i/>
          <w:iCs/>
        </w:rPr>
        <w:t xml:space="preserve">, </w:t>
      </w:r>
      <w:r w:rsidR="004C389C">
        <w:t>qui a sauté voilà plus d</w:t>
      </w:r>
      <w:r>
        <w:t>’</w:t>
      </w:r>
      <w:r w:rsidR="004C389C">
        <w:t>une heure</w:t>
      </w:r>
      <w:r>
        <w:t> ?</w:t>
      </w:r>
    </w:p>
    <w:p w14:paraId="5AAD2230" w14:textId="77777777" w:rsidR="004B5A85" w:rsidRDefault="004C389C" w:rsidP="004C389C">
      <w:r>
        <w:t>Le gardien du phare s</w:t>
      </w:r>
      <w:r w:rsidR="004B5A85">
        <w:t>’</w:t>
      </w:r>
      <w:r>
        <w:t>était exprimé en espagnol</w:t>
      </w:r>
      <w:r w:rsidR="004B5A85">
        <w:t xml:space="preserve">. </w:t>
      </w:r>
      <w:r>
        <w:t>Heure</w:t>
      </w:r>
      <w:r>
        <w:t>u</w:t>
      </w:r>
      <w:r>
        <w:t>sement</w:t>
      </w:r>
      <w:r w:rsidR="004B5A85">
        <w:t xml:space="preserve">, </w:t>
      </w:r>
      <w:r>
        <w:t>Ludovic Martel avait été pendant deux ans attaché n</w:t>
      </w:r>
      <w:r>
        <w:t>a</w:t>
      </w:r>
      <w:r>
        <w:t>val auprès de l</w:t>
      </w:r>
      <w:r w:rsidR="004B5A85">
        <w:t>’</w:t>
      </w:r>
      <w:r>
        <w:t>ambassadeur de France à Madrid</w:t>
      </w:r>
      <w:r w:rsidR="004B5A85">
        <w:t xml:space="preserve">. </w:t>
      </w:r>
      <w:r>
        <w:t>Il connaissait donc la langue de Cervantès</w:t>
      </w:r>
      <w:r w:rsidR="004B5A85">
        <w:t xml:space="preserve">. </w:t>
      </w:r>
      <w:r>
        <w:t>Il comprit parfaitement le gardien et répondit</w:t>
      </w:r>
      <w:r w:rsidR="004B5A85">
        <w:t xml:space="preserve">, </w:t>
      </w:r>
      <w:r>
        <w:t>en espagnol lui aussi</w:t>
      </w:r>
      <w:r w:rsidR="004B5A85">
        <w:t> :</w:t>
      </w:r>
    </w:p>
    <w:p w14:paraId="5188F2BC" w14:textId="77777777" w:rsidR="004B5A85" w:rsidRDefault="004B5A85" w:rsidP="004C389C">
      <w:r>
        <w:t>— </w:t>
      </w:r>
      <w:r w:rsidR="004C389C">
        <w:t>Non</w:t>
      </w:r>
      <w:r>
        <w:t xml:space="preserve"> ! </w:t>
      </w:r>
      <w:r w:rsidR="004C389C">
        <w:t xml:space="preserve">je ne suis pas du </w:t>
      </w:r>
      <w:r w:rsidR="004C389C">
        <w:rPr>
          <w:i/>
          <w:iCs/>
        </w:rPr>
        <w:t>California</w:t>
      </w:r>
      <w:r>
        <w:rPr>
          <w:i/>
          <w:iCs/>
        </w:rPr>
        <w:t xml:space="preserve">, </w:t>
      </w:r>
      <w:r w:rsidR="004C389C">
        <w:t>et je sais pourquoi</w:t>
      </w:r>
      <w:r>
        <w:t xml:space="preserve">, </w:t>
      </w:r>
      <w:r w:rsidR="004C389C">
        <w:t>comment aussi ce navire a sauté</w:t>
      </w:r>
      <w:r>
        <w:t xml:space="preserve">… </w:t>
      </w:r>
      <w:r w:rsidR="004C389C">
        <w:t>Mais je parlerai après</w:t>
      </w:r>
      <w:r>
        <w:t xml:space="preserve">… </w:t>
      </w:r>
      <w:r w:rsidR="004C389C">
        <w:t>Je suis épuisé</w:t>
      </w:r>
      <w:r>
        <w:t xml:space="preserve">. </w:t>
      </w:r>
      <w:r w:rsidR="004C389C">
        <w:t>Avez-vous un peu de rhum et du sucre</w:t>
      </w:r>
      <w:r>
        <w:t> ?…</w:t>
      </w:r>
    </w:p>
    <w:p w14:paraId="3D29FF18" w14:textId="77777777" w:rsidR="004B5A85" w:rsidRDefault="004B5A85" w:rsidP="004C389C">
      <w:r>
        <w:t>— </w:t>
      </w:r>
      <w:r w:rsidR="004C389C">
        <w:t>Excusez-moi</w:t>
      </w:r>
      <w:r>
        <w:t xml:space="preserve">, </w:t>
      </w:r>
      <w:r w:rsidR="004C389C">
        <w:t>monsieur</w:t>
      </w:r>
      <w:r>
        <w:t xml:space="preserve">… </w:t>
      </w:r>
      <w:r w:rsidR="004C389C">
        <w:t>Venez</w:t>
      </w:r>
      <w:r>
        <w:t xml:space="preserve">… </w:t>
      </w:r>
      <w:r w:rsidR="004C389C">
        <w:t>Attendez que je ferme la porte</w:t>
      </w:r>
      <w:r>
        <w:t xml:space="preserve">… </w:t>
      </w:r>
      <w:r w:rsidR="004C389C">
        <w:t>Là</w:t>
      </w:r>
      <w:r>
        <w:t xml:space="preserve"> !… </w:t>
      </w:r>
      <w:r w:rsidR="004C389C">
        <w:t>Appuyez-vous sur mon épaule et montez</w:t>
      </w:r>
      <w:r>
        <w:t xml:space="preserve">. </w:t>
      </w:r>
      <w:r w:rsidR="004C389C">
        <w:t>Ma chambre est à la quarantième marche</w:t>
      </w:r>
      <w:r>
        <w:t xml:space="preserve">… </w:t>
      </w:r>
      <w:r w:rsidR="004C389C">
        <w:t>Ce n</w:t>
      </w:r>
      <w:r>
        <w:t>’</w:t>
      </w:r>
      <w:r w:rsidR="004C389C">
        <w:t>est pas mon heure de veille</w:t>
      </w:r>
      <w:r>
        <w:t xml:space="preserve">. </w:t>
      </w:r>
      <w:r w:rsidR="004C389C">
        <w:t>Mon compagnon est au phare</w:t>
      </w:r>
      <w:r>
        <w:t xml:space="preserve">. </w:t>
      </w:r>
      <w:r w:rsidR="004C389C">
        <w:t>Moi</w:t>
      </w:r>
      <w:r>
        <w:t xml:space="preserve">, </w:t>
      </w:r>
      <w:r w:rsidR="004C389C">
        <w:t>j</w:t>
      </w:r>
      <w:r>
        <w:t>’</w:t>
      </w:r>
      <w:r w:rsidR="004C389C">
        <w:t>allais me co</w:t>
      </w:r>
      <w:r w:rsidR="004C389C">
        <w:t>u</w:t>
      </w:r>
      <w:r w:rsidR="004C389C">
        <w:t>cher</w:t>
      </w:r>
      <w:r>
        <w:t xml:space="preserve">, </w:t>
      </w:r>
      <w:r w:rsidR="004C389C">
        <w:t>lorsque la sonnerie d</w:t>
      </w:r>
      <w:r>
        <w:t>’</w:t>
      </w:r>
      <w:r w:rsidR="004C389C">
        <w:t>appel a retenti</w:t>
      </w:r>
      <w:r>
        <w:t xml:space="preserve">. </w:t>
      </w:r>
      <w:r w:rsidR="004C389C">
        <w:t>Et comme le veilleur ne doit jamais quitter le phare pendant ses heures de quart</w:t>
      </w:r>
      <w:r>
        <w:t xml:space="preserve">, </w:t>
      </w:r>
      <w:r w:rsidR="004C389C">
        <w:t>c</w:t>
      </w:r>
      <w:r w:rsidR="004C389C">
        <w:t>e</w:t>
      </w:r>
      <w:r w:rsidR="004C389C">
        <w:t>lui qui est de repos descend</w:t>
      </w:r>
      <w:r>
        <w:t xml:space="preserve">, </w:t>
      </w:r>
      <w:r w:rsidR="004C389C">
        <w:t>quand on sonne</w:t>
      </w:r>
      <w:r>
        <w:t xml:space="preserve">… </w:t>
      </w:r>
      <w:r w:rsidR="004C389C">
        <w:t>Ce n</w:t>
      </w:r>
      <w:r>
        <w:t>’</w:t>
      </w:r>
      <w:r w:rsidR="004C389C">
        <w:t>est pas so</w:t>
      </w:r>
      <w:r w:rsidR="004C389C">
        <w:t>u</w:t>
      </w:r>
      <w:r w:rsidR="004C389C">
        <w:t>vent</w:t>
      </w:r>
      <w:r>
        <w:t xml:space="preserve">, </w:t>
      </w:r>
      <w:r w:rsidR="004C389C">
        <w:t>car nous sommes à six milles de la côte</w:t>
      </w:r>
      <w:r>
        <w:t xml:space="preserve">… </w:t>
      </w:r>
      <w:r w:rsidR="004C389C">
        <w:t>Là</w:t>
      </w:r>
      <w:r>
        <w:t xml:space="preserve">, </w:t>
      </w:r>
      <w:r w:rsidR="004C389C">
        <w:t>monsieur</w:t>
      </w:r>
      <w:r>
        <w:t xml:space="preserve">, </w:t>
      </w:r>
      <w:r w:rsidR="004C389C">
        <w:t>nous voici arrivés</w:t>
      </w:r>
      <w:r>
        <w:t> !…</w:t>
      </w:r>
    </w:p>
    <w:p w14:paraId="28C56650" w14:textId="77777777" w:rsidR="004B5A85" w:rsidRDefault="004C389C" w:rsidP="004C389C">
      <w:r>
        <w:lastRenderedPageBreak/>
        <w:t>Tout en parlant</w:t>
      </w:r>
      <w:r w:rsidR="004B5A85">
        <w:t xml:space="preserve">, </w:t>
      </w:r>
      <w:r>
        <w:t>le solide vieillard avait aidé Ludovic Ma</w:t>
      </w:r>
      <w:r>
        <w:t>r</w:t>
      </w:r>
      <w:r>
        <w:t>tel à gravir les quarante marches</w:t>
      </w:r>
      <w:r w:rsidR="004B5A85">
        <w:t xml:space="preserve">. </w:t>
      </w:r>
      <w:r>
        <w:t>Ascension très dure</w:t>
      </w:r>
      <w:r w:rsidR="004B5A85">
        <w:t xml:space="preserve">, </w:t>
      </w:r>
      <w:r>
        <w:t>car l</w:t>
      </w:r>
      <w:r w:rsidR="004B5A85">
        <w:t>’</w:t>
      </w:r>
      <w:r>
        <w:t>escalier en spirale était des plus raides</w:t>
      </w:r>
      <w:r w:rsidR="004B5A85">
        <w:t>.</w:t>
      </w:r>
    </w:p>
    <w:p w14:paraId="7AA09678" w14:textId="77777777" w:rsidR="004B5A85" w:rsidRDefault="004C389C" w:rsidP="004C389C">
      <w:r>
        <w:t>Sur le premier palier on s</w:t>
      </w:r>
      <w:r w:rsidR="004B5A85">
        <w:t>’</w:t>
      </w:r>
      <w:r>
        <w:t>arrêta</w:t>
      </w:r>
      <w:r w:rsidR="004B5A85">
        <w:t xml:space="preserve">, </w:t>
      </w:r>
      <w:r>
        <w:t>et le gardien poussa une porte</w:t>
      </w:r>
      <w:r w:rsidR="004B5A85">
        <w:t>.</w:t>
      </w:r>
    </w:p>
    <w:p w14:paraId="4D9F6E95" w14:textId="77777777" w:rsidR="004B5A85" w:rsidRDefault="004C389C" w:rsidP="004C389C">
      <w:r>
        <w:t>L</w:t>
      </w:r>
      <w:r w:rsidR="004B5A85">
        <w:t>’</w:t>
      </w:r>
      <w:r>
        <w:t>officier français se vit alors dans une chambre ronde</w:t>
      </w:r>
      <w:r w:rsidR="004B5A85">
        <w:t xml:space="preserve">, </w:t>
      </w:r>
      <w:r>
        <w:t>très simplement meublée de deux couchettes</w:t>
      </w:r>
      <w:r w:rsidR="004B5A85">
        <w:t xml:space="preserve">, </w:t>
      </w:r>
      <w:r>
        <w:t>de deux vieux fa</w:t>
      </w:r>
      <w:r>
        <w:t>u</w:t>
      </w:r>
      <w:r>
        <w:t>teuils</w:t>
      </w:r>
      <w:r w:rsidR="004B5A85">
        <w:t xml:space="preserve">, </w:t>
      </w:r>
      <w:r>
        <w:t>de deux chaises</w:t>
      </w:r>
      <w:r w:rsidR="004B5A85">
        <w:t xml:space="preserve">, </w:t>
      </w:r>
      <w:r>
        <w:t>d</w:t>
      </w:r>
      <w:r w:rsidR="004B5A85">
        <w:t>’</w:t>
      </w:r>
      <w:r>
        <w:t>une table</w:t>
      </w:r>
      <w:r w:rsidR="004B5A85">
        <w:t xml:space="preserve">, </w:t>
      </w:r>
      <w:r>
        <w:t>d</w:t>
      </w:r>
      <w:r w:rsidR="004B5A85">
        <w:t>’</w:t>
      </w:r>
      <w:r>
        <w:t>un grand bahut</w:t>
      </w:r>
      <w:r w:rsidR="004B5A85">
        <w:t xml:space="preserve">, </w:t>
      </w:r>
      <w:r>
        <w:t>d</w:t>
      </w:r>
      <w:r w:rsidR="004B5A85">
        <w:t>’</w:t>
      </w:r>
      <w:r>
        <w:t>une p</w:t>
      </w:r>
      <w:r>
        <w:t>e</w:t>
      </w:r>
      <w:r>
        <w:t>tite bibliothèque et d</w:t>
      </w:r>
      <w:r w:rsidR="004B5A85">
        <w:t>’</w:t>
      </w:r>
      <w:r>
        <w:t>un paravent</w:t>
      </w:r>
      <w:r w:rsidR="004B5A85">
        <w:t>.</w:t>
      </w:r>
    </w:p>
    <w:p w14:paraId="694CA447" w14:textId="77777777" w:rsidR="004B5A85" w:rsidRDefault="004C389C" w:rsidP="004C389C">
      <w:r>
        <w:t>Une lampe électrique suspendue au plafond répandait une lumière crue</w:t>
      </w:r>
      <w:r w:rsidR="004B5A85">
        <w:t>.</w:t>
      </w:r>
    </w:p>
    <w:p w14:paraId="130285E6" w14:textId="77777777" w:rsidR="004B5A85" w:rsidRDefault="004B5A85" w:rsidP="004C389C">
      <w:r>
        <w:t>— </w:t>
      </w:r>
      <w:r w:rsidR="004C389C">
        <w:t>Attendez</w:t>
      </w:r>
      <w:r>
        <w:t xml:space="preserve"> ! </w:t>
      </w:r>
      <w:r w:rsidR="004C389C">
        <w:t>fit le vieux</w:t>
      </w:r>
      <w:r>
        <w:t xml:space="preserve">, </w:t>
      </w:r>
      <w:r w:rsidR="004C389C">
        <w:t>vous allez changer de vêtements</w:t>
      </w:r>
      <w:r>
        <w:t xml:space="preserve">, </w:t>
      </w:r>
      <w:r w:rsidR="004C389C">
        <w:t>pendant que je vous prépare un grog</w:t>
      </w:r>
      <w:r>
        <w:t xml:space="preserve">… </w:t>
      </w:r>
      <w:r w:rsidR="004C389C">
        <w:t>C</w:t>
      </w:r>
      <w:r>
        <w:t>’</w:t>
      </w:r>
      <w:r w:rsidR="004C389C">
        <w:t>est l</w:t>
      </w:r>
      <w:r>
        <w:t>’</w:t>
      </w:r>
      <w:r w:rsidR="004C389C">
        <w:t>affaire d</w:t>
      </w:r>
      <w:r>
        <w:t>’</w:t>
      </w:r>
      <w:r w:rsidR="004C389C">
        <w:t>une m</w:t>
      </w:r>
      <w:r w:rsidR="004C389C">
        <w:t>i</w:t>
      </w:r>
      <w:r w:rsidR="004C389C">
        <w:t>nute</w:t>
      </w:r>
      <w:r>
        <w:t xml:space="preserve">. </w:t>
      </w:r>
      <w:r w:rsidR="004C389C">
        <w:t>J</w:t>
      </w:r>
      <w:r>
        <w:t>’</w:t>
      </w:r>
      <w:r w:rsidR="004C389C">
        <w:t>allais m</w:t>
      </w:r>
      <w:r>
        <w:t>’</w:t>
      </w:r>
      <w:r w:rsidR="004C389C">
        <w:t>en faire un pour le boire avant de me coucher</w:t>
      </w:r>
      <w:r>
        <w:t xml:space="preserve">, </w:t>
      </w:r>
      <w:r w:rsidR="004C389C">
        <w:t>car je suis un peu enrhumé</w:t>
      </w:r>
      <w:r>
        <w:t>.</w:t>
      </w:r>
    </w:p>
    <w:p w14:paraId="00874788" w14:textId="77777777" w:rsidR="004B5A85" w:rsidRDefault="004C389C" w:rsidP="004C389C">
      <w:r>
        <w:t>Il avait ouvert le bahut et jetait sur un fauteuil</w:t>
      </w:r>
      <w:r w:rsidR="004B5A85">
        <w:t xml:space="preserve">, </w:t>
      </w:r>
      <w:r>
        <w:t>devant l</w:t>
      </w:r>
      <w:r w:rsidR="004B5A85">
        <w:t>’</w:t>
      </w:r>
      <w:r>
        <w:t>officier</w:t>
      </w:r>
      <w:r w:rsidR="004B5A85">
        <w:t xml:space="preserve">, </w:t>
      </w:r>
      <w:r>
        <w:t>des vêtements de laine</w:t>
      </w:r>
      <w:r w:rsidR="004B5A85">
        <w:t>.</w:t>
      </w:r>
    </w:p>
    <w:p w14:paraId="1EBED5F4" w14:textId="77777777" w:rsidR="004B5A85" w:rsidRDefault="004C389C" w:rsidP="004C389C">
      <w:r>
        <w:t>Puis il écarta le paravent et Martel vit</w:t>
      </w:r>
      <w:r w:rsidR="004B5A85">
        <w:t xml:space="preserve">, </w:t>
      </w:r>
      <w:r>
        <w:t>sur une autre table</w:t>
      </w:r>
      <w:r w:rsidR="004B5A85">
        <w:t xml:space="preserve">, </w:t>
      </w:r>
      <w:r>
        <w:t>une lampe à alcool allumée et surmontée d</w:t>
      </w:r>
      <w:r w:rsidR="004B5A85">
        <w:t>’</w:t>
      </w:r>
      <w:r>
        <w:t>une casserole</w:t>
      </w:r>
      <w:r w:rsidR="004B5A85">
        <w:t xml:space="preserve">. </w:t>
      </w:r>
      <w:r>
        <w:t>Quelques bouteilles et des verres étaient rangés derrière la lampe</w:t>
      </w:r>
      <w:r w:rsidR="004B5A85">
        <w:t>.</w:t>
      </w:r>
    </w:p>
    <w:p w14:paraId="410DC013" w14:textId="77777777" w:rsidR="004B5A85" w:rsidRDefault="004C389C" w:rsidP="004C389C">
      <w:r>
        <w:t>En dix minutes</w:t>
      </w:r>
      <w:r w:rsidR="004B5A85">
        <w:t xml:space="preserve">, </w:t>
      </w:r>
      <w:r>
        <w:t>l</w:t>
      </w:r>
      <w:r w:rsidR="004B5A85">
        <w:t>’</w:t>
      </w:r>
      <w:r>
        <w:t>officier français fut revêtu d</w:t>
      </w:r>
      <w:r w:rsidR="004B5A85">
        <w:t>’</w:t>
      </w:r>
      <w:r>
        <w:t>habits gro</w:t>
      </w:r>
      <w:r>
        <w:t>s</w:t>
      </w:r>
      <w:r>
        <w:t>siers mais souples</w:t>
      </w:r>
      <w:r w:rsidR="004B5A85">
        <w:t xml:space="preserve">, </w:t>
      </w:r>
      <w:r>
        <w:t>chauds et secs</w:t>
      </w:r>
      <w:r w:rsidR="004B5A85">
        <w:t xml:space="preserve">. </w:t>
      </w:r>
      <w:r>
        <w:t>Il avait bu avec délices un grog fortement sucré</w:t>
      </w:r>
      <w:r w:rsidR="004B5A85">
        <w:t xml:space="preserve">. </w:t>
      </w:r>
      <w:r>
        <w:t>Les couleurs lui étaient revenues et il se</w:t>
      </w:r>
      <w:r>
        <w:t>n</w:t>
      </w:r>
      <w:r>
        <w:t>tait rapidement revenir ses forces</w:t>
      </w:r>
      <w:r w:rsidR="004B5A85">
        <w:t>.</w:t>
      </w:r>
    </w:p>
    <w:p w14:paraId="3FC909B4" w14:textId="77777777" w:rsidR="004B5A85" w:rsidRDefault="004B5A85" w:rsidP="004C389C">
      <w:r>
        <w:t>— </w:t>
      </w:r>
      <w:r w:rsidR="004C389C">
        <w:t>Avant toutes choses</w:t>
      </w:r>
      <w:r>
        <w:t xml:space="preserve">, </w:t>
      </w:r>
      <w:r w:rsidR="004C389C">
        <w:t>dit-il en prenant les mains du ga</w:t>
      </w:r>
      <w:r w:rsidR="004C389C">
        <w:t>r</w:t>
      </w:r>
      <w:r w:rsidR="004C389C">
        <w:t>dien pour le remercier</w:t>
      </w:r>
      <w:r>
        <w:t xml:space="preserve">, </w:t>
      </w:r>
      <w:r w:rsidR="004C389C">
        <w:t>renseignez-moi</w:t>
      </w:r>
      <w:r>
        <w:t xml:space="preserve">. </w:t>
      </w:r>
      <w:r w:rsidR="004C389C">
        <w:t>Dans quels parages sommes-nous</w:t>
      </w:r>
      <w:r>
        <w:t xml:space="preserve">, </w:t>
      </w:r>
      <w:r w:rsidR="004C389C">
        <w:t>ici</w:t>
      </w:r>
      <w:r>
        <w:t> ?</w:t>
      </w:r>
    </w:p>
    <w:p w14:paraId="188A8A8D" w14:textId="77777777" w:rsidR="004B5A85" w:rsidRDefault="004B5A85" w:rsidP="004C389C">
      <w:r>
        <w:lastRenderedPageBreak/>
        <w:t>— </w:t>
      </w:r>
      <w:r w:rsidR="004C389C">
        <w:t>Comment</w:t>
      </w:r>
      <w:r>
        <w:t xml:space="preserve"> ! </w:t>
      </w:r>
      <w:r w:rsidR="004C389C">
        <w:t>fit le vieux</w:t>
      </w:r>
      <w:r>
        <w:t xml:space="preserve">, </w:t>
      </w:r>
      <w:r w:rsidR="004C389C">
        <w:t>très étonné</w:t>
      </w:r>
      <w:r>
        <w:t xml:space="preserve">. </w:t>
      </w:r>
      <w:r w:rsidR="004C389C">
        <w:t>Vous ne le savez pas</w:t>
      </w:r>
      <w:r>
        <w:t xml:space="preserve"> ? </w:t>
      </w:r>
      <w:r w:rsidR="004C389C">
        <w:t>Mais d</w:t>
      </w:r>
      <w:r>
        <w:t>’</w:t>
      </w:r>
      <w:r w:rsidR="004C389C">
        <w:t>où sortez-vous donc</w:t>
      </w:r>
      <w:r>
        <w:t> ?</w:t>
      </w:r>
    </w:p>
    <w:p w14:paraId="7D97EDF2" w14:textId="77777777" w:rsidR="004B5A85" w:rsidRDefault="004B5A85" w:rsidP="004C389C">
      <w:r>
        <w:t>— </w:t>
      </w:r>
      <w:r w:rsidR="004C389C">
        <w:t>Je vous dirai tout à l</w:t>
      </w:r>
      <w:r>
        <w:t>’</w:t>
      </w:r>
      <w:r w:rsidR="004C389C">
        <w:t>heure d</w:t>
      </w:r>
      <w:r>
        <w:t>’</w:t>
      </w:r>
      <w:r w:rsidR="004C389C">
        <w:t>où je sors et vous serez plus surpris encore</w:t>
      </w:r>
      <w:r>
        <w:t xml:space="preserve">… </w:t>
      </w:r>
      <w:r w:rsidR="004C389C">
        <w:t>Vous serez terrifié</w:t>
      </w:r>
      <w:r>
        <w:t xml:space="preserve"> !… </w:t>
      </w:r>
      <w:r w:rsidR="004C389C">
        <w:t>Mais répondez-moi</w:t>
      </w:r>
      <w:r>
        <w:t> ?</w:t>
      </w:r>
    </w:p>
    <w:p w14:paraId="673CA39A" w14:textId="77777777" w:rsidR="004B5A85" w:rsidRDefault="004B5A85" w:rsidP="004C389C">
      <w:r>
        <w:t>— </w:t>
      </w:r>
      <w:r w:rsidR="004C389C">
        <w:t>Eh bien</w:t>
      </w:r>
      <w:r>
        <w:t xml:space="preserve"> ! </w:t>
      </w:r>
      <w:r w:rsidR="004C389C">
        <w:t>fit le gardien en pâlissant sous son hâle</w:t>
      </w:r>
      <w:r>
        <w:t xml:space="preserve">, </w:t>
      </w:r>
      <w:r w:rsidR="004C389C">
        <w:t>nous sommes à six milles au large de Rio de Janeiro</w:t>
      </w:r>
      <w:r>
        <w:t>.</w:t>
      </w:r>
    </w:p>
    <w:p w14:paraId="41FEE3A4" w14:textId="77777777" w:rsidR="004B5A85" w:rsidRDefault="004B5A85" w:rsidP="004C389C">
      <w:r>
        <w:t>— </w:t>
      </w:r>
      <w:r w:rsidR="004C389C">
        <w:t>Vous communiquez par câble avec la ville</w:t>
      </w:r>
      <w:r>
        <w:t> ?</w:t>
      </w:r>
    </w:p>
    <w:p w14:paraId="61589184" w14:textId="77777777" w:rsidR="004B5A85" w:rsidRDefault="004B5A85" w:rsidP="004C389C">
      <w:r>
        <w:t>— </w:t>
      </w:r>
      <w:r w:rsidR="004C389C">
        <w:t>Oui</w:t>
      </w:r>
      <w:r>
        <w:t>.</w:t>
      </w:r>
    </w:p>
    <w:p w14:paraId="51261507" w14:textId="77777777" w:rsidR="004B5A85" w:rsidRDefault="004B5A85" w:rsidP="004C389C">
      <w:r>
        <w:t>— </w:t>
      </w:r>
      <w:r w:rsidR="004C389C">
        <w:t>Bon</w:t>
      </w:r>
      <w:r>
        <w:t xml:space="preserve"> !… </w:t>
      </w:r>
      <w:r w:rsidR="004C389C">
        <w:t>Maintenant</w:t>
      </w:r>
      <w:r>
        <w:t xml:space="preserve">, </w:t>
      </w:r>
      <w:r w:rsidR="004C389C">
        <w:t>est-il possible d</w:t>
      </w:r>
      <w:r>
        <w:t>’</w:t>
      </w:r>
      <w:r w:rsidR="004C389C">
        <w:t>aller trouver votre compagnon</w:t>
      </w:r>
      <w:r>
        <w:t xml:space="preserve">, </w:t>
      </w:r>
      <w:r w:rsidR="004C389C">
        <w:t>là-haut</w:t>
      </w:r>
      <w:r>
        <w:t xml:space="preserve">, </w:t>
      </w:r>
      <w:r w:rsidR="004C389C">
        <w:t>dans la coupole du phare</w:t>
      </w:r>
      <w:r>
        <w:t> ?</w:t>
      </w:r>
    </w:p>
    <w:p w14:paraId="7D3AFD36" w14:textId="77777777" w:rsidR="004B5A85" w:rsidRDefault="004B5A85" w:rsidP="004C389C">
      <w:r>
        <w:t>— </w:t>
      </w:r>
      <w:r w:rsidR="004C389C">
        <w:t>Oui</w:t>
      </w:r>
      <w:r>
        <w:t xml:space="preserve">, </w:t>
      </w:r>
      <w:r w:rsidR="004C389C">
        <w:t>mais pourquoi</w:t>
      </w:r>
      <w:r>
        <w:t> ?</w:t>
      </w:r>
    </w:p>
    <w:p w14:paraId="36B2661A" w14:textId="77777777" w:rsidR="004B5A85" w:rsidRDefault="004B5A85" w:rsidP="004C389C">
      <w:r>
        <w:t>— </w:t>
      </w:r>
      <w:r w:rsidR="004C389C">
        <w:t>Parce que ce que j</w:t>
      </w:r>
      <w:r>
        <w:t>’</w:t>
      </w:r>
      <w:r w:rsidR="004C389C">
        <w:t>ai à vous dire est tellement extraord</w:t>
      </w:r>
      <w:r w:rsidR="004C389C">
        <w:t>i</w:t>
      </w:r>
      <w:r w:rsidR="004C389C">
        <w:t>naire que je veux que vous soyez deux à l</w:t>
      </w:r>
      <w:r>
        <w:t>’</w:t>
      </w:r>
      <w:r w:rsidR="004C389C">
        <w:t>entendre</w:t>
      </w:r>
      <w:r>
        <w:t xml:space="preserve">, </w:t>
      </w:r>
      <w:r w:rsidR="004C389C">
        <w:t>afin que vous serviez de témoins</w:t>
      </w:r>
      <w:r>
        <w:t xml:space="preserve">, </w:t>
      </w:r>
      <w:r w:rsidR="004C389C">
        <w:t>plus tard</w:t>
      </w:r>
      <w:r>
        <w:t xml:space="preserve">, </w:t>
      </w:r>
      <w:r w:rsidR="004C389C">
        <w:t>si c</w:t>
      </w:r>
      <w:r>
        <w:t>’</w:t>
      </w:r>
      <w:r w:rsidR="004C389C">
        <w:t>est nécessaire</w:t>
      </w:r>
      <w:r>
        <w:t>.</w:t>
      </w:r>
    </w:p>
    <w:p w14:paraId="2E06D9C5" w14:textId="77777777" w:rsidR="004B5A85" w:rsidRDefault="004B5A85" w:rsidP="004C389C">
      <w:r>
        <w:t>— </w:t>
      </w:r>
      <w:r w:rsidR="004C389C">
        <w:t>Soit</w:t>
      </w:r>
      <w:r>
        <w:t xml:space="preserve"> !… </w:t>
      </w:r>
      <w:r w:rsidR="004C389C">
        <w:t>Mais excusez-moi</w:t>
      </w:r>
      <w:r>
        <w:t xml:space="preserve">. </w:t>
      </w:r>
      <w:r w:rsidR="004C389C">
        <w:t>Sous aucun prétexte nous ne pouvons introduire un étranger dans la coupole</w:t>
      </w:r>
      <w:r>
        <w:t xml:space="preserve">. </w:t>
      </w:r>
      <w:r w:rsidR="004C389C">
        <w:t>Qui êtes-vous</w:t>
      </w:r>
      <w:r>
        <w:t> ?</w:t>
      </w:r>
    </w:p>
    <w:p w14:paraId="5B169820" w14:textId="77777777" w:rsidR="004B5A85" w:rsidRDefault="004B5A85" w:rsidP="004C389C">
      <w:pPr>
        <w:rPr>
          <w:i/>
          <w:iCs/>
        </w:rPr>
      </w:pPr>
      <w:r>
        <w:t>— </w:t>
      </w:r>
      <w:r w:rsidR="004C389C">
        <w:t>Je suis le lieutenant de vaisseau français Ludovic Martel</w:t>
      </w:r>
      <w:r>
        <w:t xml:space="preserve">, </w:t>
      </w:r>
      <w:r w:rsidR="004C389C">
        <w:t xml:space="preserve">constructeur et commandant du sous-marin </w:t>
      </w:r>
      <w:r w:rsidR="004C389C">
        <w:rPr>
          <w:i/>
          <w:iCs/>
        </w:rPr>
        <w:t>Le Nyctalope</w:t>
      </w:r>
      <w:r>
        <w:rPr>
          <w:i/>
          <w:iCs/>
        </w:rPr>
        <w:t> !…</w:t>
      </w:r>
    </w:p>
    <w:p w14:paraId="2CF1CDC3" w14:textId="77777777" w:rsidR="004B5A85" w:rsidRDefault="004B5A85" w:rsidP="004C389C">
      <w:r>
        <w:rPr>
          <w:i/>
          <w:iCs/>
        </w:rPr>
        <w:t>— </w:t>
      </w:r>
      <w:r w:rsidR="004C389C">
        <w:t>Oh</w:t>
      </w:r>
      <w:r>
        <w:t xml:space="preserve"> ! </w:t>
      </w:r>
      <w:r w:rsidR="004C389C">
        <w:t>s</w:t>
      </w:r>
      <w:r>
        <w:t>’</w:t>
      </w:r>
      <w:r w:rsidR="004C389C">
        <w:t>écria le vieux en sursautant</w:t>
      </w:r>
      <w:r>
        <w:t xml:space="preserve">, </w:t>
      </w:r>
      <w:r w:rsidR="004C389C">
        <w:t>est-ce possible</w:t>
      </w:r>
      <w:r>
        <w:t xml:space="preserve"> !… </w:t>
      </w:r>
      <w:r w:rsidR="004C389C">
        <w:t>J</w:t>
      </w:r>
      <w:r>
        <w:t>’</w:t>
      </w:r>
      <w:r w:rsidR="004C389C">
        <w:t xml:space="preserve">ai lu dans les journaux des descriptions du </w:t>
      </w:r>
      <w:r w:rsidR="004C389C">
        <w:rPr>
          <w:i/>
          <w:iCs/>
        </w:rPr>
        <w:t>Nyctalope</w:t>
      </w:r>
      <w:r>
        <w:rPr>
          <w:i/>
          <w:iCs/>
        </w:rPr>
        <w:t xml:space="preserve">… </w:t>
      </w:r>
      <w:r w:rsidR="004C389C">
        <w:t>Mais vous</w:t>
      </w:r>
      <w:r>
        <w:t xml:space="preserve">… </w:t>
      </w:r>
      <w:r w:rsidR="004C389C">
        <w:t>Vous</w:t>
      </w:r>
      <w:r>
        <w:t xml:space="preserve">… </w:t>
      </w:r>
      <w:r w:rsidR="004C389C">
        <w:t>et si loin de la France</w:t>
      </w:r>
      <w:r>
        <w:t>…</w:t>
      </w:r>
    </w:p>
    <w:p w14:paraId="772C3C74" w14:textId="77777777" w:rsidR="004B5A85" w:rsidRDefault="004C389C" w:rsidP="004C389C">
      <w:r>
        <w:t>Ludovic Martel étendit la main et</w:t>
      </w:r>
      <w:r w:rsidR="004B5A85">
        <w:t xml:space="preserve">, </w:t>
      </w:r>
      <w:r>
        <w:t>solennel</w:t>
      </w:r>
      <w:r w:rsidR="004B5A85">
        <w:t> :</w:t>
      </w:r>
    </w:p>
    <w:p w14:paraId="72415F8C" w14:textId="77777777" w:rsidR="004B5A85" w:rsidRDefault="004B5A85" w:rsidP="004C389C">
      <w:pPr>
        <w:rPr>
          <w:i/>
          <w:iCs/>
        </w:rPr>
      </w:pPr>
      <w:r>
        <w:lastRenderedPageBreak/>
        <w:t>— </w:t>
      </w:r>
      <w:r w:rsidR="004C389C">
        <w:t>Sur mon honneur de marin</w:t>
      </w:r>
      <w:r>
        <w:t xml:space="preserve">, </w:t>
      </w:r>
      <w:r w:rsidR="004C389C">
        <w:t>je jure que je suis le co</w:t>
      </w:r>
      <w:r w:rsidR="004C389C">
        <w:t>m</w:t>
      </w:r>
      <w:r w:rsidR="004C389C">
        <w:t xml:space="preserve">mandant du </w:t>
      </w:r>
      <w:r w:rsidR="004C389C">
        <w:rPr>
          <w:i/>
          <w:iCs/>
        </w:rPr>
        <w:t>Nyctalope</w:t>
      </w:r>
      <w:r>
        <w:rPr>
          <w:i/>
          <w:iCs/>
        </w:rPr>
        <w:t>…</w:t>
      </w:r>
    </w:p>
    <w:p w14:paraId="56DBAEB4" w14:textId="77777777" w:rsidR="004B5A85" w:rsidRDefault="004C389C" w:rsidP="004C389C">
      <w:r>
        <w:t>Puis</w:t>
      </w:r>
      <w:r w:rsidR="004B5A85">
        <w:t xml:space="preserve">, </w:t>
      </w:r>
      <w:r>
        <w:t>simple et souriant</w:t>
      </w:r>
      <w:r w:rsidR="004B5A85">
        <w:t> :</w:t>
      </w:r>
    </w:p>
    <w:p w14:paraId="15C28EC1" w14:textId="77777777" w:rsidR="004B5A85" w:rsidRDefault="004B5A85" w:rsidP="004C389C">
      <w:r>
        <w:t>— </w:t>
      </w:r>
      <w:r w:rsidR="004C389C">
        <w:t>Vous comprenez</w:t>
      </w:r>
      <w:r>
        <w:t xml:space="preserve">, </w:t>
      </w:r>
      <w:r w:rsidR="004C389C">
        <w:t>mon brave homme</w:t>
      </w:r>
      <w:r>
        <w:t xml:space="preserve">, </w:t>
      </w:r>
      <w:r w:rsidR="004C389C">
        <w:t>ajouta-t-il</w:t>
      </w:r>
      <w:r>
        <w:t xml:space="preserve">, </w:t>
      </w:r>
      <w:r w:rsidR="004C389C">
        <w:t>que si j</w:t>
      </w:r>
      <w:r>
        <w:t>’</w:t>
      </w:r>
      <w:r w:rsidR="004C389C">
        <w:t>avais des papiers</w:t>
      </w:r>
      <w:r>
        <w:t>…</w:t>
      </w:r>
    </w:p>
    <w:p w14:paraId="5478F0BD" w14:textId="77777777" w:rsidR="004B5A85" w:rsidRDefault="004B5A85" w:rsidP="004C389C">
      <w:r>
        <w:t>— </w:t>
      </w:r>
      <w:r w:rsidR="004C389C">
        <w:t>Pas besoin de papiers</w:t>
      </w:r>
      <w:r>
        <w:t xml:space="preserve">, </w:t>
      </w:r>
      <w:r w:rsidR="004C389C">
        <w:t>mon commandant</w:t>
      </w:r>
      <w:r>
        <w:t xml:space="preserve"> ! </w:t>
      </w:r>
      <w:r w:rsidR="004C389C">
        <w:t>fit le vieux en saluant de la main</w:t>
      </w:r>
      <w:r>
        <w:t xml:space="preserve">. </w:t>
      </w:r>
      <w:r w:rsidR="004C389C">
        <w:t>Maintenant</w:t>
      </w:r>
      <w:r>
        <w:t xml:space="preserve">, </w:t>
      </w:r>
      <w:r w:rsidR="004C389C">
        <w:t>je vous reconnais</w:t>
      </w:r>
      <w:r>
        <w:t xml:space="preserve">. </w:t>
      </w:r>
      <w:r w:rsidR="004C389C">
        <w:t>Tous les journaux du Brésil ont publié votre portrait</w:t>
      </w:r>
      <w:r>
        <w:t xml:space="preserve">. </w:t>
      </w:r>
      <w:r w:rsidR="004C389C">
        <w:t>Venez</w:t>
      </w:r>
      <w:r>
        <w:t xml:space="preserve">, </w:t>
      </w:r>
      <w:r w:rsidR="004C389C">
        <w:t>vous êtes le maître ici</w:t>
      </w:r>
      <w:r>
        <w:t xml:space="preserve"> !… </w:t>
      </w:r>
      <w:r w:rsidR="004C389C">
        <w:t>Ah</w:t>
      </w:r>
      <w:r>
        <w:t xml:space="preserve"> ! </w:t>
      </w:r>
      <w:r w:rsidR="004C389C">
        <w:t>combien de fois</w:t>
      </w:r>
      <w:r>
        <w:t xml:space="preserve">, </w:t>
      </w:r>
      <w:r w:rsidR="004C389C">
        <w:t>avec mon camarade</w:t>
      </w:r>
      <w:r>
        <w:t xml:space="preserve">, </w:t>
      </w:r>
      <w:r w:rsidR="004C389C">
        <w:t>nous avons parlé de vous</w:t>
      </w:r>
      <w:r>
        <w:t xml:space="preserve">, </w:t>
      </w:r>
      <w:r w:rsidR="004C389C">
        <w:t>là</w:t>
      </w:r>
      <w:r>
        <w:t xml:space="preserve">, </w:t>
      </w:r>
      <w:r w:rsidR="004C389C">
        <w:t>dans cette chambre</w:t>
      </w:r>
      <w:r>
        <w:t xml:space="preserve">, </w:t>
      </w:r>
      <w:r w:rsidR="004C389C">
        <w:t>pendant les longues nuits de veille</w:t>
      </w:r>
      <w:r>
        <w:t xml:space="preserve">… </w:t>
      </w:r>
      <w:r w:rsidR="004C389C">
        <w:t>Venez</w:t>
      </w:r>
      <w:r>
        <w:t xml:space="preserve"> ! </w:t>
      </w:r>
      <w:r w:rsidR="004C389C">
        <w:t>venez</w:t>
      </w:r>
      <w:r>
        <w:t> !…</w:t>
      </w:r>
    </w:p>
    <w:p w14:paraId="42488618" w14:textId="77777777" w:rsidR="004B5A85" w:rsidRDefault="004C389C" w:rsidP="004C389C">
      <w:r>
        <w:t>Et</w:t>
      </w:r>
      <w:r w:rsidR="004B5A85">
        <w:t xml:space="preserve">, </w:t>
      </w:r>
      <w:r>
        <w:t>quelques instants après</w:t>
      </w:r>
      <w:r w:rsidR="004B5A85">
        <w:t xml:space="preserve">, </w:t>
      </w:r>
      <w:r>
        <w:t>assis devant deux hommes e</w:t>
      </w:r>
      <w:r>
        <w:t>f</w:t>
      </w:r>
      <w:r>
        <w:t>farés</w:t>
      </w:r>
      <w:r w:rsidR="004B5A85">
        <w:t xml:space="preserve">, </w:t>
      </w:r>
      <w:r>
        <w:t>admiratifs</w:t>
      </w:r>
      <w:r w:rsidR="004B5A85">
        <w:t xml:space="preserve">, </w:t>
      </w:r>
      <w:r>
        <w:t>respectueux et atterrés</w:t>
      </w:r>
      <w:r w:rsidR="004B5A85">
        <w:t xml:space="preserve">, </w:t>
      </w:r>
      <w:r>
        <w:t>à deux pas du méc</w:t>
      </w:r>
      <w:r>
        <w:t>a</w:t>
      </w:r>
      <w:r>
        <w:t>nisme reluisant du phare</w:t>
      </w:r>
      <w:r w:rsidR="004B5A85">
        <w:t xml:space="preserve">, </w:t>
      </w:r>
      <w:r>
        <w:t>Ludovic Martel raconta rapidement son extraordinaire et dramatique odyssée</w:t>
      </w:r>
      <w:r w:rsidR="004B5A85">
        <w:t>.</w:t>
      </w:r>
    </w:p>
    <w:p w14:paraId="708DC3A1" w14:textId="77777777" w:rsidR="004B5A85" w:rsidRDefault="004C389C" w:rsidP="004C389C">
      <w:r>
        <w:t>Les deux gardiens</w:t>
      </w:r>
      <w:r w:rsidR="004B5A85">
        <w:t xml:space="preserve">, </w:t>
      </w:r>
      <w:r>
        <w:t>quand ce stupéfiant récit fut terminé</w:t>
      </w:r>
      <w:r w:rsidR="004B5A85">
        <w:t xml:space="preserve">, </w:t>
      </w:r>
      <w:r>
        <w:t>n</w:t>
      </w:r>
      <w:r w:rsidR="004B5A85">
        <w:t>’</w:t>
      </w:r>
      <w:r>
        <w:t>en croyaient pas leurs oreilles</w:t>
      </w:r>
      <w:r w:rsidR="004B5A85">
        <w:t>.</w:t>
      </w:r>
    </w:p>
    <w:p w14:paraId="7BC0C00D" w14:textId="77777777" w:rsidR="004B5A85" w:rsidRDefault="004B5A85" w:rsidP="004C389C">
      <w:pPr>
        <w:rPr>
          <w:i/>
          <w:iCs/>
        </w:rPr>
      </w:pPr>
      <w:r>
        <w:t>— </w:t>
      </w:r>
      <w:r w:rsidR="004C389C">
        <w:t>Mais les journaux</w:t>
      </w:r>
      <w:r>
        <w:t xml:space="preserve">, </w:t>
      </w:r>
      <w:r w:rsidR="004C389C">
        <w:t>dit enfin le vieux</w:t>
      </w:r>
      <w:r>
        <w:t xml:space="preserve">, </w:t>
      </w:r>
      <w:r w:rsidR="004C389C">
        <w:t>n</w:t>
      </w:r>
      <w:r>
        <w:t>’</w:t>
      </w:r>
      <w:r w:rsidR="004C389C">
        <w:t xml:space="preserve">ont pas parlé de la disparition du </w:t>
      </w:r>
      <w:r w:rsidR="004C389C">
        <w:rPr>
          <w:i/>
          <w:iCs/>
        </w:rPr>
        <w:t>Nyctalope</w:t>
      </w:r>
      <w:r>
        <w:rPr>
          <w:i/>
          <w:iCs/>
        </w:rPr>
        <w:t> !</w:t>
      </w:r>
    </w:p>
    <w:p w14:paraId="5D0EBD89" w14:textId="77777777" w:rsidR="004B5A85" w:rsidRDefault="004B5A85" w:rsidP="004C389C">
      <w:r>
        <w:rPr>
          <w:i/>
          <w:iCs/>
        </w:rPr>
        <w:t>— </w:t>
      </w:r>
      <w:r w:rsidR="004C389C">
        <w:t>C</w:t>
      </w:r>
      <w:r>
        <w:t>’</w:t>
      </w:r>
      <w:r w:rsidR="004C389C">
        <w:t>est que le gouvernement français</w:t>
      </w:r>
      <w:r>
        <w:t xml:space="preserve">, </w:t>
      </w:r>
      <w:r w:rsidR="004C389C">
        <w:t>répondit l</w:t>
      </w:r>
      <w:r>
        <w:t>’</w:t>
      </w:r>
      <w:r w:rsidR="004C389C">
        <w:t>officier</w:t>
      </w:r>
      <w:r>
        <w:t xml:space="preserve">, </w:t>
      </w:r>
      <w:r w:rsidR="004C389C">
        <w:t>croit sans doute à un accident et</w:t>
      </w:r>
      <w:r>
        <w:t xml:space="preserve">, </w:t>
      </w:r>
      <w:r w:rsidR="004C389C">
        <w:t>pour des raisons faciles à comprendre</w:t>
      </w:r>
      <w:r>
        <w:t xml:space="preserve">, </w:t>
      </w:r>
      <w:r w:rsidR="004C389C">
        <w:t xml:space="preserve">il tient secrète la perte du </w:t>
      </w:r>
      <w:r w:rsidR="004C389C">
        <w:rPr>
          <w:i/>
          <w:iCs/>
        </w:rPr>
        <w:t>Nyctalope</w:t>
      </w:r>
      <w:r>
        <w:rPr>
          <w:i/>
          <w:iCs/>
        </w:rPr>
        <w:t xml:space="preserve">, </w:t>
      </w:r>
      <w:r w:rsidR="004C389C">
        <w:t>en attendant qu</w:t>
      </w:r>
      <w:r>
        <w:t>’</w:t>
      </w:r>
      <w:r w:rsidR="004C389C">
        <w:t>un autre sous-marin semblable soit construit</w:t>
      </w:r>
      <w:r>
        <w:t xml:space="preserve">, </w:t>
      </w:r>
      <w:r w:rsidR="004C389C">
        <w:t>d</w:t>
      </w:r>
      <w:r>
        <w:t>’</w:t>
      </w:r>
      <w:r w:rsidR="004C389C">
        <w:t>après les plans que j</w:t>
      </w:r>
      <w:r>
        <w:t>’</w:t>
      </w:r>
      <w:r w:rsidR="004C389C">
        <w:t>ai laissés au ministère de la Marine</w:t>
      </w:r>
      <w:r>
        <w:t>.</w:t>
      </w:r>
    </w:p>
    <w:p w14:paraId="5F7DF793" w14:textId="77777777" w:rsidR="004B5A85" w:rsidRDefault="004B5A85" w:rsidP="004C389C">
      <w:r>
        <w:t>— </w:t>
      </w:r>
      <w:r w:rsidR="004C389C">
        <w:t>Évidemment</w:t>
      </w:r>
      <w:r>
        <w:t xml:space="preserve">, </w:t>
      </w:r>
      <w:r w:rsidR="004C389C">
        <w:t>cela doit être ainsi</w:t>
      </w:r>
      <w:r>
        <w:t xml:space="preserve"> ! </w:t>
      </w:r>
      <w:r w:rsidR="004C389C">
        <w:t>fit l</w:t>
      </w:r>
      <w:r>
        <w:t>’</w:t>
      </w:r>
      <w:r w:rsidR="004C389C">
        <w:t>un des gardiens</w:t>
      </w:r>
      <w:r>
        <w:t xml:space="preserve">. </w:t>
      </w:r>
      <w:r w:rsidR="004C389C">
        <w:t>Mais qu</w:t>
      </w:r>
      <w:r>
        <w:t>’</w:t>
      </w:r>
      <w:r w:rsidR="004C389C">
        <w:t>allez-vous faire</w:t>
      </w:r>
      <w:r>
        <w:t xml:space="preserve">, </w:t>
      </w:r>
      <w:r w:rsidR="004C389C">
        <w:t>maintenant</w:t>
      </w:r>
      <w:r>
        <w:t> ?</w:t>
      </w:r>
    </w:p>
    <w:p w14:paraId="6A497B93" w14:textId="77777777" w:rsidR="004B5A85" w:rsidRDefault="004B5A85" w:rsidP="004C389C">
      <w:pPr>
        <w:rPr>
          <w:i/>
          <w:iCs/>
        </w:rPr>
      </w:pPr>
      <w:r>
        <w:t>— </w:t>
      </w:r>
      <w:r w:rsidR="004C389C">
        <w:t>Câbler à l</w:t>
      </w:r>
      <w:r>
        <w:t>’</w:t>
      </w:r>
      <w:r w:rsidR="004C389C">
        <w:t>amiral brésilien commandant la place mar</w:t>
      </w:r>
      <w:r w:rsidR="004C389C">
        <w:t>i</w:t>
      </w:r>
      <w:r w:rsidR="004C389C">
        <w:t>time de Rio de Janeiro</w:t>
      </w:r>
      <w:r>
        <w:t xml:space="preserve">, </w:t>
      </w:r>
      <w:r w:rsidR="004C389C">
        <w:t>d</w:t>
      </w:r>
      <w:r>
        <w:t>’</w:t>
      </w:r>
      <w:r w:rsidR="004C389C">
        <w:t>envoyer un torpilleur à ce phare</w:t>
      </w:r>
      <w:r>
        <w:t xml:space="preserve">, </w:t>
      </w:r>
      <w:r w:rsidR="004C389C">
        <w:lastRenderedPageBreak/>
        <w:t>pour y prendre un naufragé de la plus grande importance</w:t>
      </w:r>
      <w:r>
        <w:t xml:space="preserve">… </w:t>
      </w:r>
      <w:r w:rsidR="004C389C">
        <w:t>D</w:t>
      </w:r>
      <w:r>
        <w:t>’</w:t>
      </w:r>
      <w:r w:rsidR="004C389C">
        <w:t>ailleurs</w:t>
      </w:r>
      <w:r>
        <w:t xml:space="preserve">, </w:t>
      </w:r>
      <w:r w:rsidR="004C389C">
        <w:t>l</w:t>
      </w:r>
      <w:r>
        <w:t>’</w:t>
      </w:r>
      <w:r w:rsidR="004C389C">
        <w:t xml:space="preserve">amiral doit savoir la catastrophe du </w:t>
      </w:r>
      <w:r w:rsidR="004C389C">
        <w:rPr>
          <w:i/>
          <w:iCs/>
        </w:rPr>
        <w:t>California</w:t>
      </w:r>
      <w:r>
        <w:rPr>
          <w:i/>
          <w:iCs/>
        </w:rPr>
        <w:t> ?</w:t>
      </w:r>
    </w:p>
    <w:p w14:paraId="2200AEA3" w14:textId="77777777" w:rsidR="004B5A85" w:rsidRDefault="004B5A85" w:rsidP="004C389C">
      <w:r>
        <w:rPr>
          <w:i/>
          <w:iCs/>
        </w:rPr>
        <w:t>— </w:t>
      </w:r>
      <w:r w:rsidR="004C389C">
        <w:t>Oui</w:t>
      </w:r>
      <w:r>
        <w:t xml:space="preserve">, </w:t>
      </w:r>
      <w:r w:rsidR="004C389C">
        <w:t>nous avons vu</w:t>
      </w:r>
      <w:r>
        <w:t xml:space="preserve">, </w:t>
      </w:r>
      <w:r w:rsidR="004C389C">
        <w:t>tout d</w:t>
      </w:r>
      <w:r>
        <w:t>’</w:t>
      </w:r>
      <w:r w:rsidR="004C389C">
        <w:t>un coup</w:t>
      </w:r>
      <w:r>
        <w:t xml:space="preserve">, </w:t>
      </w:r>
      <w:r w:rsidR="004C389C">
        <w:t>le navire sauter</w:t>
      </w:r>
      <w:r>
        <w:t xml:space="preserve">… </w:t>
      </w:r>
      <w:r w:rsidR="004C389C">
        <w:t>Nous l</w:t>
      </w:r>
      <w:r>
        <w:t>’</w:t>
      </w:r>
      <w:r w:rsidR="004C389C">
        <w:t>observions depuis quelque temps</w:t>
      </w:r>
      <w:r>
        <w:t xml:space="preserve">, </w:t>
      </w:r>
      <w:r w:rsidR="004C389C">
        <w:t>pour nous distraire</w:t>
      </w:r>
      <w:r>
        <w:t xml:space="preserve">, </w:t>
      </w:r>
      <w:r w:rsidR="004C389C">
        <w:t>avec nos lunettes d</w:t>
      </w:r>
      <w:r>
        <w:t>’</w:t>
      </w:r>
      <w:r w:rsidR="004C389C">
        <w:t>approche</w:t>
      </w:r>
      <w:r>
        <w:t xml:space="preserve">. </w:t>
      </w:r>
      <w:r w:rsidR="004C389C">
        <w:t>Et nous avons aussitôt câblé à Rio la nouvelle de la catastrophe</w:t>
      </w:r>
      <w:r>
        <w:t xml:space="preserve">… </w:t>
      </w:r>
      <w:r w:rsidR="004C389C">
        <w:t>Le torpilleur que vous demand</w:t>
      </w:r>
      <w:r w:rsidR="004C389C">
        <w:t>e</w:t>
      </w:r>
      <w:r w:rsidR="004C389C">
        <w:t>rez sera sans doute déjà parti</w:t>
      </w:r>
      <w:r>
        <w:t xml:space="preserve">, </w:t>
      </w:r>
      <w:r w:rsidR="004C389C">
        <w:t>et même plusieurs autres navires avec lui</w:t>
      </w:r>
      <w:r>
        <w:t xml:space="preserve">. </w:t>
      </w:r>
      <w:r w:rsidR="004C389C">
        <w:t>Car</w:t>
      </w:r>
      <w:r>
        <w:t xml:space="preserve">, </w:t>
      </w:r>
      <w:r w:rsidR="004C389C">
        <w:t>certainement</w:t>
      </w:r>
      <w:r>
        <w:t xml:space="preserve">, </w:t>
      </w:r>
      <w:r w:rsidR="004C389C">
        <w:t>de Rio on a envoyé des secours pour recueillir les survivants sur les épaves</w:t>
      </w:r>
      <w:r>
        <w:t xml:space="preserve">, </w:t>
      </w:r>
      <w:r w:rsidR="004C389C">
        <w:t>s</w:t>
      </w:r>
      <w:r>
        <w:t>’</w:t>
      </w:r>
      <w:r w:rsidR="004C389C">
        <w:t>il y en a</w:t>
      </w:r>
      <w:r>
        <w:t>…</w:t>
      </w:r>
    </w:p>
    <w:p w14:paraId="044D9D55" w14:textId="77777777" w:rsidR="004B5A85" w:rsidRDefault="004C389C" w:rsidP="004C389C">
      <w:r>
        <w:t>Or</w:t>
      </w:r>
      <w:r w:rsidR="004B5A85">
        <w:t xml:space="preserve">, </w:t>
      </w:r>
      <w:r>
        <w:t>l</w:t>
      </w:r>
      <w:r w:rsidR="004B5A85">
        <w:t>’</w:t>
      </w:r>
      <w:r>
        <w:t>autre gardien qui s</w:t>
      </w:r>
      <w:r w:rsidR="004B5A85">
        <w:t>’</w:t>
      </w:r>
      <w:r>
        <w:t>était levé et regardait à une lucarne ménagée sous la coupole du phare</w:t>
      </w:r>
      <w:r w:rsidR="004B5A85">
        <w:t xml:space="preserve">, </w:t>
      </w:r>
      <w:r>
        <w:t>se retourna et dit brusqu</w:t>
      </w:r>
      <w:r>
        <w:t>e</w:t>
      </w:r>
      <w:r>
        <w:t>ment</w:t>
      </w:r>
      <w:r w:rsidR="004B5A85">
        <w:t> :</w:t>
      </w:r>
    </w:p>
    <w:p w14:paraId="0A756DDF" w14:textId="77777777" w:rsidR="004B5A85" w:rsidRDefault="004B5A85" w:rsidP="004C389C">
      <w:r>
        <w:t>— </w:t>
      </w:r>
      <w:r w:rsidR="004C389C">
        <w:t>Pas besoin de câbler</w:t>
      </w:r>
      <w:r>
        <w:t xml:space="preserve">… </w:t>
      </w:r>
      <w:r w:rsidR="004C389C">
        <w:t>voilà des feux de torpilleurs</w:t>
      </w:r>
      <w:r>
        <w:t xml:space="preserve">… </w:t>
      </w:r>
      <w:r w:rsidR="004C389C">
        <w:t>Dans dix minutes</w:t>
      </w:r>
      <w:r>
        <w:t xml:space="preserve">, </w:t>
      </w:r>
      <w:r w:rsidR="004C389C">
        <w:t>un canot accostera le phare</w:t>
      </w:r>
      <w:r>
        <w:t xml:space="preserve">, </w:t>
      </w:r>
      <w:r w:rsidR="004C389C">
        <w:t>et des officiers viendront demander un supplément de renseignements sur la catastrophe</w:t>
      </w:r>
      <w:r>
        <w:t xml:space="preserve">… </w:t>
      </w:r>
      <w:r w:rsidR="004C389C">
        <w:t>Et ils vous trouveront là</w:t>
      </w:r>
      <w:r>
        <w:t xml:space="preserve">, </w:t>
      </w:r>
      <w:r w:rsidR="004C389C">
        <w:t>mon commandant</w:t>
      </w:r>
      <w:r>
        <w:t>…</w:t>
      </w:r>
    </w:p>
    <w:p w14:paraId="1072ABE4" w14:textId="77777777" w:rsidR="004B5A85" w:rsidRDefault="004B5A85" w:rsidP="004C389C">
      <w:r>
        <w:t>— </w:t>
      </w:r>
      <w:r w:rsidR="004C389C">
        <w:t>Hélas</w:t>
      </w:r>
      <w:r>
        <w:t xml:space="preserve"> ! </w:t>
      </w:r>
      <w:r w:rsidR="004C389C">
        <w:t>ils n</w:t>
      </w:r>
      <w:r>
        <w:t>’</w:t>
      </w:r>
      <w:r w:rsidR="004C389C">
        <w:t>auront pas besoin d</w:t>
      </w:r>
      <w:r>
        <w:t>’</w:t>
      </w:r>
      <w:r w:rsidR="004C389C">
        <w:t>aller sur le lieu du mon</w:t>
      </w:r>
      <w:r w:rsidR="004C389C">
        <w:t>s</w:t>
      </w:r>
      <w:r w:rsidR="004C389C">
        <w:t>trueux attentat</w:t>
      </w:r>
      <w:r>
        <w:t xml:space="preserve"> ! </w:t>
      </w:r>
      <w:r w:rsidR="004C389C">
        <w:t>s</w:t>
      </w:r>
      <w:r>
        <w:t>’</w:t>
      </w:r>
      <w:r w:rsidR="004C389C">
        <w:t>écria Ludovic Martel</w:t>
      </w:r>
      <w:r>
        <w:t xml:space="preserve">. </w:t>
      </w:r>
      <w:r w:rsidR="004C389C">
        <w:t>Aucun homme de l</w:t>
      </w:r>
      <w:r>
        <w:t>’</w:t>
      </w:r>
      <w:r w:rsidR="004C389C">
        <w:t xml:space="preserve">équipage du </w:t>
      </w:r>
      <w:r w:rsidR="004C389C">
        <w:rPr>
          <w:i/>
          <w:iCs/>
        </w:rPr>
        <w:t xml:space="preserve">California </w:t>
      </w:r>
      <w:r w:rsidR="004C389C">
        <w:t>n</w:t>
      </w:r>
      <w:r>
        <w:t>’</w:t>
      </w:r>
      <w:r w:rsidR="004C389C">
        <w:t>aura survécu</w:t>
      </w:r>
      <w:r>
        <w:t>.</w:t>
      </w:r>
    </w:p>
    <w:p w14:paraId="1AA1C53F" w14:textId="77777777" w:rsidR="004B5A85" w:rsidRDefault="004B5A85" w:rsidP="004C389C">
      <w:r>
        <w:t>— </w:t>
      </w:r>
      <w:r w:rsidR="004C389C">
        <w:t>C</w:t>
      </w:r>
      <w:r>
        <w:t>’</w:t>
      </w:r>
      <w:r w:rsidR="004C389C">
        <w:t>est probable</w:t>
      </w:r>
      <w:r>
        <w:t>…</w:t>
      </w:r>
    </w:p>
    <w:p w14:paraId="11849956" w14:textId="77777777" w:rsidR="004B5A85" w:rsidRDefault="004C389C" w:rsidP="004C389C">
      <w:r>
        <w:t>Et les deux gardiens</w:t>
      </w:r>
      <w:r w:rsidR="004B5A85">
        <w:t xml:space="preserve">, </w:t>
      </w:r>
      <w:r>
        <w:t>livides</w:t>
      </w:r>
      <w:r w:rsidR="004B5A85">
        <w:t xml:space="preserve">, </w:t>
      </w:r>
      <w:r>
        <w:t>se regardèrent</w:t>
      </w:r>
      <w:r w:rsidR="004B5A85">
        <w:t xml:space="preserve">, </w:t>
      </w:r>
      <w:r>
        <w:t>puis examin</w:t>
      </w:r>
      <w:r>
        <w:t>è</w:t>
      </w:r>
      <w:r>
        <w:t>rent l</w:t>
      </w:r>
      <w:r w:rsidR="004B5A85">
        <w:t>’</w:t>
      </w:r>
      <w:r>
        <w:t>officier français</w:t>
      </w:r>
      <w:r w:rsidR="004B5A85">
        <w:t xml:space="preserve">, </w:t>
      </w:r>
      <w:r>
        <w:t>en pensant au Ravageur</w:t>
      </w:r>
      <w:r w:rsidR="004B5A85">
        <w:t> !…</w:t>
      </w:r>
    </w:p>
    <w:p w14:paraId="0BCC0EE6" w14:textId="77777777" w:rsidR="004B5A85" w:rsidRDefault="004C389C" w:rsidP="004C389C">
      <w:r>
        <w:t>Or</w:t>
      </w:r>
      <w:r w:rsidR="004B5A85">
        <w:t xml:space="preserve">, </w:t>
      </w:r>
      <w:r>
        <w:t>à cet instant</w:t>
      </w:r>
      <w:r w:rsidR="004B5A85">
        <w:t xml:space="preserve">, </w:t>
      </w:r>
      <w:r>
        <w:t>la sonnerie d</w:t>
      </w:r>
      <w:r w:rsidR="004B5A85">
        <w:t>’</w:t>
      </w:r>
      <w:r>
        <w:t>appel retentit</w:t>
      </w:r>
      <w:r w:rsidR="004B5A85">
        <w:t>.</w:t>
      </w:r>
    </w:p>
    <w:p w14:paraId="59A94459" w14:textId="77777777" w:rsidR="004B5A85" w:rsidRDefault="004C389C" w:rsidP="004C389C">
      <w:r>
        <w:t>Les trois hommes sursautèrent</w:t>
      </w:r>
      <w:r w:rsidR="004B5A85">
        <w:t>.</w:t>
      </w:r>
    </w:p>
    <w:p w14:paraId="73E78E94" w14:textId="77777777" w:rsidR="004B5A85" w:rsidRDefault="004B5A85" w:rsidP="004C389C">
      <w:r>
        <w:t>— </w:t>
      </w:r>
      <w:r w:rsidR="004C389C">
        <w:t>Ce ne sont pas les officiers d</w:t>
      </w:r>
      <w:r>
        <w:t>’</w:t>
      </w:r>
      <w:r w:rsidR="004C389C">
        <w:t>un torpilleur</w:t>
      </w:r>
      <w:r>
        <w:t xml:space="preserve"> ! </w:t>
      </w:r>
      <w:r w:rsidR="004C389C">
        <w:t>s</w:t>
      </w:r>
      <w:r>
        <w:t>’</w:t>
      </w:r>
      <w:r w:rsidR="004C389C">
        <w:t>écria l</w:t>
      </w:r>
      <w:r>
        <w:t>’</w:t>
      </w:r>
      <w:r w:rsidR="004C389C">
        <w:t>un d</w:t>
      </w:r>
      <w:r>
        <w:t>’</w:t>
      </w:r>
      <w:r w:rsidR="004C389C">
        <w:t>eux</w:t>
      </w:r>
      <w:r>
        <w:t xml:space="preserve">… </w:t>
      </w:r>
      <w:r w:rsidR="004C389C">
        <w:t>Les feux que je viens de voir sont les premiers et ils sont encore à trois milles d</w:t>
      </w:r>
      <w:r>
        <w:t>’</w:t>
      </w:r>
      <w:r w:rsidR="004C389C">
        <w:t>ici</w:t>
      </w:r>
      <w:r>
        <w:t>.</w:t>
      </w:r>
    </w:p>
    <w:p w14:paraId="15A51A58" w14:textId="77777777" w:rsidR="004B5A85" w:rsidRDefault="004B5A85" w:rsidP="004C389C">
      <w:r>
        <w:lastRenderedPageBreak/>
        <w:t>— </w:t>
      </w:r>
      <w:r w:rsidR="004C389C">
        <w:t>Bah</w:t>
      </w:r>
      <w:r>
        <w:t xml:space="preserve"> ! </w:t>
      </w:r>
      <w:r w:rsidR="004C389C">
        <w:t>fit Ludovic Martel</w:t>
      </w:r>
      <w:r>
        <w:t xml:space="preserve">, </w:t>
      </w:r>
      <w:r w:rsidR="004C389C">
        <w:t>reprenant son sang-froid</w:t>
      </w:r>
      <w:r>
        <w:t xml:space="preserve">, </w:t>
      </w:r>
      <w:r w:rsidR="004C389C">
        <w:t>un torpilleur sera arrivé pendant que je vous faisais mon récit</w:t>
      </w:r>
      <w:r>
        <w:t>…</w:t>
      </w:r>
    </w:p>
    <w:p w14:paraId="16580D94" w14:textId="77777777" w:rsidR="004B5A85" w:rsidRDefault="004B5A85" w:rsidP="004C389C">
      <w:r>
        <w:t>— </w:t>
      </w:r>
      <w:r w:rsidR="004C389C">
        <w:t>Et si c</w:t>
      </w:r>
      <w:r>
        <w:t>’</w:t>
      </w:r>
      <w:r w:rsidR="004C389C">
        <w:t>était le Ravageur du Monde</w:t>
      </w:r>
      <w:r>
        <w:t xml:space="preserve"> ? </w:t>
      </w:r>
      <w:r w:rsidR="004C389C">
        <w:t>murmura l</w:t>
      </w:r>
      <w:r>
        <w:t>’</w:t>
      </w:r>
      <w:r w:rsidR="004C389C">
        <w:t>autre gardien</w:t>
      </w:r>
      <w:r>
        <w:t>…</w:t>
      </w:r>
    </w:p>
    <w:p w14:paraId="63B51043" w14:textId="77777777" w:rsidR="004B5A85" w:rsidRDefault="004B5A85" w:rsidP="004C389C">
      <w:r>
        <w:t>— </w:t>
      </w:r>
      <w:r w:rsidR="004C389C">
        <w:t>Au fait</w:t>
      </w:r>
      <w:r>
        <w:t xml:space="preserve">, </w:t>
      </w:r>
      <w:r w:rsidR="004C389C">
        <w:t>c</w:t>
      </w:r>
      <w:r>
        <w:t>’</w:t>
      </w:r>
      <w:r w:rsidR="004C389C">
        <w:t>est possible</w:t>
      </w:r>
      <w:r>
        <w:t xml:space="preserve"> ! </w:t>
      </w:r>
      <w:r w:rsidR="004C389C">
        <w:t>dit l</w:t>
      </w:r>
      <w:r>
        <w:t>’</w:t>
      </w:r>
      <w:r w:rsidR="004C389C">
        <w:t>officier avec un éclair dans les yeux</w:t>
      </w:r>
      <w:r>
        <w:t xml:space="preserve"> ! </w:t>
      </w:r>
      <w:r w:rsidR="004C389C">
        <w:t>En ce cas</w:t>
      </w:r>
      <w:r>
        <w:t xml:space="preserve">, </w:t>
      </w:r>
      <w:r w:rsidR="004C389C">
        <w:t>c</w:t>
      </w:r>
      <w:r>
        <w:t>’</w:t>
      </w:r>
      <w:r w:rsidR="004C389C">
        <w:t>est moi qui descends</w:t>
      </w:r>
      <w:r>
        <w:t xml:space="preserve">… </w:t>
      </w:r>
      <w:r w:rsidR="004C389C">
        <w:t>et je lui brûle la ce</w:t>
      </w:r>
      <w:r w:rsidR="004C389C">
        <w:t>r</w:t>
      </w:r>
      <w:r w:rsidR="004C389C">
        <w:t>velle</w:t>
      </w:r>
      <w:r>
        <w:t xml:space="preserve">. </w:t>
      </w:r>
      <w:r w:rsidR="004C389C">
        <w:t>Vous avez un revolver</w:t>
      </w:r>
      <w:r>
        <w:t> ?…</w:t>
      </w:r>
    </w:p>
    <w:p w14:paraId="4246AB91" w14:textId="77777777" w:rsidR="004B5A85" w:rsidRDefault="004B5A85" w:rsidP="004C389C">
      <w:r>
        <w:t>— </w:t>
      </w:r>
      <w:r w:rsidR="004C389C">
        <w:t>Commandant</w:t>
      </w:r>
      <w:r>
        <w:t xml:space="preserve"> ! </w:t>
      </w:r>
      <w:r w:rsidR="004C389C">
        <w:t>s</w:t>
      </w:r>
      <w:r>
        <w:t>’</w:t>
      </w:r>
      <w:r w:rsidR="004C389C">
        <w:t>écria le vieux gardien avec noblesse</w:t>
      </w:r>
      <w:r>
        <w:t xml:space="preserve">, </w:t>
      </w:r>
      <w:r w:rsidR="004C389C">
        <w:t>le Ravageur mort</w:t>
      </w:r>
      <w:r>
        <w:t xml:space="preserve">, </w:t>
      </w:r>
      <w:r w:rsidR="004C389C">
        <w:t>il y aurait encore son second et ses hommes</w:t>
      </w:r>
      <w:r>
        <w:t xml:space="preserve">. </w:t>
      </w:r>
      <w:r w:rsidR="004C389C">
        <w:t>Ils repartiraient après vous avoir tué vous-même</w:t>
      </w:r>
      <w:r>
        <w:t xml:space="preserve">, </w:t>
      </w:r>
      <w:r w:rsidR="004C389C">
        <w:t xml:space="preserve">et le </w:t>
      </w:r>
      <w:r w:rsidR="004C389C">
        <w:rPr>
          <w:i/>
          <w:iCs/>
        </w:rPr>
        <w:t xml:space="preserve">Nyctalope </w:t>
      </w:r>
      <w:r w:rsidR="004C389C">
        <w:t>continuerait à dévaster le monde</w:t>
      </w:r>
      <w:r>
        <w:t xml:space="preserve">… </w:t>
      </w:r>
      <w:r w:rsidR="004C389C">
        <w:t>Non</w:t>
      </w:r>
      <w:r>
        <w:t xml:space="preserve">, </w:t>
      </w:r>
      <w:r w:rsidR="004C389C">
        <w:t>vous devez vivre</w:t>
      </w:r>
      <w:r>
        <w:t xml:space="preserve">, </w:t>
      </w:r>
      <w:r w:rsidR="004C389C">
        <w:t>r</w:t>
      </w:r>
      <w:r w:rsidR="004C389C">
        <w:t>e</w:t>
      </w:r>
      <w:r w:rsidR="004C389C">
        <w:t>tourner en France</w:t>
      </w:r>
      <w:r>
        <w:t>.</w:t>
      </w:r>
    </w:p>
    <w:p w14:paraId="63F919E6" w14:textId="77777777" w:rsidR="004B5A85" w:rsidRDefault="004C389C" w:rsidP="004C389C">
      <w:r>
        <w:t>Il se retourna vers son compagnon</w:t>
      </w:r>
      <w:r w:rsidR="004B5A85">
        <w:t> :</w:t>
      </w:r>
    </w:p>
    <w:p w14:paraId="10AC27BA" w14:textId="77777777" w:rsidR="004B5A85" w:rsidRDefault="004B5A85" w:rsidP="004C389C">
      <w:r>
        <w:t>— </w:t>
      </w:r>
      <w:r w:rsidR="004C389C">
        <w:t>Antonio</w:t>
      </w:r>
      <w:r>
        <w:t xml:space="preserve">, </w:t>
      </w:r>
      <w:r w:rsidR="004C389C">
        <w:t>cache le commandant</w:t>
      </w:r>
      <w:r>
        <w:t xml:space="preserve">, </w:t>
      </w:r>
      <w:r w:rsidR="004C389C">
        <w:t>tu sais où</w:t>
      </w:r>
      <w:r>
        <w:t xml:space="preserve">… </w:t>
      </w:r>
      <w:r w:rsidR="004C389C">
        <w:t>On ne le d</w:t>
      </w:r>
      <w:r w:rsidR="004C389C">
        <w:t>é</w:t>
      </w:r>
      <w:r w:rsidR="004C389C">
        <w:t>couvrira pas</w:t>
      </w:r>
      <w:r>
        <w:t xml:space="preserve">. </w:t>
      </w:r>
      <w:r w:rsidR="004C389C">
        <w:t>Et si c</w:t>
      </w:r>
      <w:r>
        <w:t>’</w:t>
      </w:r>
      <w:r w:rsidR="004C389C">
        <w:t>est le Ravageur</w:t>
      </w:r>
      <w:r>
        <w:t xml:space="preserve">, </w:t>
      </w:r>
      <w:r w:rsidR="004C389C">
        <w:t>je me charge de le recevoir</w:t>
      </w:r>
      <w:r>
        <w:t xml:space="preserve">, </w:t>
      </w:r>
      <w:r w:rsidR="004C389C">
        <w:t>moi</w:t>
      </w:r>
      <w:r>
        <w:t> !…</w:t>
      </w:r>
    </w:p>
    <w:p w14:paraId="46C4AD58" w14:textId="77777777" w:rsidR="004B5A85" w:rsidRDefault="004C389C" w:rsidP="004C389C">
      <w:r>
        <w:t>Avant que Ludovic Martel ait eu le temps de répondre</w:t>
      </w:r>
      <w:r w:rsidR="004B5A85">
        <w:t xml:space="preserve">, </w:t>
      </w:r>
      <w:r>
        <w:t>le vieux gardien était sorti en refermant la porte</w:t>
      </w:r>
      <w:r w:rsidR="004B5A85">
        <w:t>.</w:t>
      </w:r>
    </w:p>
    <w:p w14:paraId="2683C33D" w14:textId="77777777" w:rsidR="004B5A85" w:rsidRDefault="004C389C" w:rsidP="004C389C">
      <w:r>
        <w:t>Cet homme descendit à sa chambre</w:t>
      </w:r>
      <w:r w:rsidR="004B5A85">
        <w:t xml:space="preserve">, </w:t>
      </w:r>
      <w:r>
        <w:t>prit les vêtements mouillés que l</w:t>
      </w:r>
      <w:r w:rsidR="004B5A85">
        <w:t>’</w:t>
      </w:r>
      <w:r>
        <w:t>officier avait déposés sur une chaise</w:t>
      </w:r>
      <w:r w:rsidR="004B5A85">
        <w:t xml:space="preserve">, </w:t>
      </w:r>
      <w:r>
        <w:t>et glissa ces vêtements sous le matelas d</w:t>
      </w:r>
      <w:r w:rsidR="004B5A85">
        <w:t>’</w:t>
      </w:r>
      <w:r>
        <w:t>une couchette</w:t>
      </w:r>
      <w:r w:rsidR="004B5A85">
        <w:t xml:space="preserve">. </w:t>
      </w:r>
      <w:r>
        <w:t>Il remplit d</w:t>
      </w:r>
      <w:r w:rsidR="004B5A85">
        <w:t>’</w:t>
      </w:r>
      <w:r>
        <w:t>eau une bassine</w:t>
      </w:r>
      <w:r w:rsidR="004B5A85">
        <w:t xml:space="preserve">, </w:t>
      </w:r>
      <w:r>
        <w:t>rendit cette eau savonneuse en s</w:t>
      </w:r>
      <w:r w:rsidR="004B5A85">
        <w:t>’</w:t>
      </w:r>
      <w:r>
        <w:t>y lavant les mains et posa cet ustensile sur le carrelage</w:t>
      </w:r>
      <w:r w:rsidR="004B5A85">
        <w:t xml:space="preserve">, </w:t>
      </w:r>
      <w:r>
        <w:t>à l</w:t>
      </w:r>
      <w:r w:rsidR="004B5A85">
        <w:t>’</w:t>
      </w:r>
      <w:r>
        <w:t>endroit que Ludovic Ma</w:t>
      </w:r>
      <w:r>
        <w:t>r</w:t>
      </w:r>
      <w:r>
        <w:t>tel</w:t>
      </w:r>
      <w:r w:rsidR="004B5A85">
        <w:t xml:space="preserve">, </w:t>
      </w:r>
      <w:r>
        <w:t>en se déshabillant</w:t>
      </w:r>
      <w:r w:rsidR="004B5A85">
        <w:t xml:space="preserve">, </w:t>
      </w:r>
      <w:r>
        <w:t>avait mouillé</w:t>
      </w:r>
      <w:r w:rsidR="004B5A85">
        <w:t>.</w:t>
      </w:r>
    </w:p>
    <w:p w14:paraId="32CDFBDB" w14:textId="77777777" w:rsidR="004B5A85" w:rsidRDefault="004C389C" w:rsidP="004C389C">
      <w:r>
        <w:t>Ces précautions ne demandèrent pas plus de deux minutes</w:t>
      </w:r>
      <w:r w:rsidR="004B5A85">
        <w:t>.</w:t>
      </w:r>
    </w:p>
    <w:p w14:paraId="79D9D25B" w14:textId="77777777" w:rsidR="004B5A85" w:rsidRDefault="004C389C" w:rsidP="004C389C">
      <w:r>
        <w:t>Mais</w:t>
      </w:r>
      <w:r w:rsidR="004B5A85">
        <w:t xml:space="preserve">, </w:t>
      </w:r>
      <w:r>
        <w:t>pendant ce temps</w:t>
      </w:r>
      <w:r w:rsidR="004B5A85">
        <w:t xml:space="preserve">, </w:t>
      </w:r>
      <w:r>
        <w:t>la sonnerie d</w:t>
      </w:r>
      <w:r w:rsidR="004B5A85">
        <w:t>’</w:t>
      </w:r>
      <w:r>
        <w:t>appel n</w:t>
      </w:r>
      <w:r w:rsidR="004B5A85">
        <w:t>’</w:t>
      </w:r>
      <w:r>
        <w:t>avait cessé de retentir</w:t>
      </w:r>
      <w:r w:rsidR="004B5A85">
        <w:t>.</w:t>
      </w:r>
    </w:p>
    <w:p w14:paraId="137304BD" w14:textId="77777777" w:rsidR="004B5A85" w:rsidRDefault="004C389C" w:rsidP="004C389C">
      <w:r>
        <w:lastRenderedPageBreak/>
        <w:t>Le gardien reprit sa lanterne</w:t>
      </w:r>
      <w:r w:rsidR="004B5A85">
        <w:t xml:space="preserve">, </w:t>
      </w:r>
      <w:r>
        <w:t>descendit sans se hâter et</w:t>
      </w:r>
      <w:r w:rsidR="004B5A85">
        <w:t xml:space="preserve">, </w:t>
      </w:r>
      <w:r>
        <w:t>derrière la porte</w:t>
      </w:r>
      <w:r w:rsidR="004B5A85">
        <w:t xml:space="preserve">, </w:t>
      </w:r>
      <w:r>
        <w:t>il cria</w:t>
      </w:r>
      <w:r w:rsidR="004B5A85">
        <w:t xml:space="preserve">, </w:t>
      </w:r>
      <w:r>
        <w:t>toujours dans sa langue</w:t>
      </w:r>
      <w:r w:rsidR="004B5A85">
        <w:t xml:space="preserve">, </w:t>
      </w:r>
      <w:r>
        <w:t>c</w:t>
      </w:r>
      <w:r w:rsidR="004B5A85">
        <w:t>’</w:t>
      </w:r>
      <w:r>
        <w:t>est-à-dire en espagnol</w:t>
      </w:r>
      <w:r w:rsidR="004B5A85">
        <w:t> :</w:t>
      </w:r>
    </w:p>
    <w:p w14:paraId="3F32D371" w14:textId="77777777" w:rsidR="004B5A85" w:rsidRDefault="004B5A85" w:rsidP="004C389C">
      <w:r>
        <w:t>— </w:t>
      </w:r>
      <w:r w:rsidR="004C389C">
        <w:t>Qui est là</w:t>
      </w:r>
      <w:r>
        <w:t> ?</w:t>
      </w:r>
    </w:p>
    <w:p w14:paraId="7256AFE3" w14:textId="77777777" w:rsidR="004B5A85" w:rsidRDefault="004B5A85" w:rsidP="004C389C">
      <w:r>
        <w:t>— </w:t>
      </w:r>
      <w:r w:rsidR="004C389C">
        <w:t>Officiers du port</w:t>
      </w:r>
      <w:r>
        <w:t xml:space="preserve"> ! </w:t>
      </w:r>
      <w:r w:rsidR="004C389C">
        <w:t>répondit une voix rude dans la même langue</w:t>
      </w:r>
      <w:r>
        <w:t>.</w:t>
      </w:r>
    </w:p>
    <w:p w14:paraId="481E9A98" w14:textId="77777777" w:rsidR="004B5A85" w:rsidRDefault="004C389C" w:rsidP="004C389C">
      <w:r>
        <w:t>Le vieux sourit</w:t>
      </w:r>
      <w:r w:rsidR="004B5A85">
        <w:t xml:space="preserve">, </w:t>
      </w:r>
      <w:r>
        <w:t>haussa les épaules et tira les verrous</w:t>
      </w:r>
      <w:r w:rsidR="004B5A85">
        <w:t xml:space="preserve">, </w:t>
      </w:r>
      <w:r>
        <w:t>sans se presser</w:t>
      </w:r>
      <w:r w:rsidR="004B5A85">
        <w:t>.</w:t>
      </w:r>
    </w:p>
    <w:p w14:paraId="602F1D25" w14:textId="77777777" w:rsidR="004B5A85" w:rsidRDefault="004C389C" w:rsidP="004C389C">
      <w:r>
        <w:t>Et quand la porte fut ouverte</w:t>
      </w:r>
      <w:r w:rsidR="004B5A85">
        <w:t xml:space="preserve">, </w:t>
      </w:r>
      <w:r>
        <w:t>la lanterne du gardien éclaira un visage que Ludovic Martel</w:t>
      </w:r>
      <w:r w:rsidR="004B5A85">
        <w:t xml:space="preserve">, </w:t>
      </w:r>
      <w:r>
        <w:t>s</w:t>
      </w:r>
      <w:r w:rsidR="004B5A85">
        <w:t>’</w:t>
      </w:r>
      <w:r>
        <w:t>il avait été là</w:t>
      </w:r>
      <w:r w:rsidR="004B5A85">
        <w:t xml:space="preserve">, </w:t>
      </w:r>
      <w:r>
        <w:t>aurait bien reco</w:t>
      </w:r>
      <w:r>
        <w:t>n</w:t>
      </w:r>
      <w:r>
        <w:t>nu</w:t>
      </w:r>
      <w:r w:rsidR="004B5A85">
        <w:t>.</w:t>
      </w:r>
    </w:p>
    <w:p w14:paraId="20E25B83" w14:textId="77777777" w:rsidR="004B5A85" w:rsidRDefault="004C389C" w:rsidP="004C389C">
      <w:r>
        <w:t>Le gardien ouvrait la bouche pour poser une question</w:t>
      </w:r>
      <w:r w:rsidR="004B5A85">
        <w:t> :</w:t>
      </w:r>
    </w:p>
    <w:p w14:paraId="1B56B82C" w14:textId="77777777" w:rsidR="004B5A85" w:rsidRDefault="004C389C" w:rsidP="004C389C">
      <w:r>
        <w:t>Mais l</w:t>
      </w:r>
      <w:r w:rsidR="004B5A85">
        <w:t>’</w:t>
      </w:r>
      <w:r>
        <w:t>homme qui était là braqua sur lui un revolver en d</w:t>
      </w:r>
      <w:r>
        <w:t>i</w:t>
      </w:r>
      <w:r>
        <w:t>sant</w:t>
      </w:r>
      <w:r w:rsidR="004B5A85">
        <w:t> :</w:t>
      </w:r>
    </w:p>
    <w:p w14:paraId="13A4325E" w14:textId="77777777" w:rsidR="004B5A85" w:rsidRDefault="004B5A85" w:rsidP="004C389C">
      <w:r>
        <w:t>— </w:t>
      </w:r>
      <w:r w:rsidR="004C389C">
        <w:t>Écarte-toi</w:t>
      </w:r>
      <w:r>
        <w:t xml:space="preserve">, </w:t>
      </w:r>
      <w:r w:rsidR="004C389C">
        <w:t>vieux</w:t>
      </w:r>
      <w:r>
        <w:t xml:space="preserve">… </w:t>
      </w:r>
      <w:r w:rsidR="004C389C">
        <w:t>et laisse entrer mes hommes</w:t>
      </w:r>
      <w:r>
        <w:t xml:space="preserve">. </w:t>
      </w:r>
      <w:r w:rsidR="004C389C">
        <w:t xml:space="preserve">Nous fouillerons la tour pendant que le </w:t>
      </w:r>
      <w:r w:rsidR="004C389C">
        <w:rPr>
          <w:i/>
          <w:iCs/>
        </w:rPr>
        <w:t xml:space="preserve">Nyctalope </w:t>
      </w:r>
      <w:r w:rsidR="004C389C">
        <w:t>s</w:t>
      </w:r>
      <w:r>
        <w:t>’</w:t>
      </w:r>
      <w:r w:rsidR="004C389C">
        <w:t>amusera à faire sauter les deux ou trois torpilleurs qui s</w:t>
      </w:r>
      <w:r>
        <w:t>’</w:t>
      </w:r>
      <w:r w:rsidR="004C389C">
        <w:t>approchent</w:t>
      </w:r>
      <w:r>
        <w:t xml:space="preserve">, </w:t>
      </w:r>
      <w:r w:rsidR="004C389C">
        <w:t>s</w:t>
      </w:r>
      <w:r>
        <w:t>’</w:t>
      </w:r>
      <w:r w:rsidR="004C389C">
        <w:t>ils n</w:t>
      </w:r>
      <w:r>
        <w:t>’</w:t>
      </w:r>
      <w:r w:rsidR="004C389C">
        <w:t>obéissent pas à l</w:t>
      </w:r>
      <w:r>
        <w:t>’</w:t>
      </w:r>
      <w:r w:rsidR="004C389C">
        <w:t>ordre qui leur sera donné de se tenir à di</w:t>
      </w:r>
      <w:r w:rsidR="004C389C">
        <w:t>s</w:t>
      </w:r>
      <w:r w:rsidR="004C389C">
        <w:t>tance</w:t>
      </w:r>
      <w:r>
        <w:t>.</w:t>
      </w:r>
    </w:p>
    <w:p w14:paraId="6484A503" w14:textId="77777777" w:rsidR="004B5A85" w:rsidRDefault="004B5A85" w:rsidP="004C389C">
      <w:r>
        <w:t>— </w:t>
      </w:r>
      <w:r w:rsidR="004C389C">
        <w:t>Mais qui êtes-vous donc</w:t>
      </w:r>
      <w:r>
        <w:t xml:space="preserve">, </w:t>
      </w:r>
      <w:r w:rsidR="004C389C">
        <w:t>vous qui entrez ici comme un bandit</w:t>
      </w:r>
      <w:r>
        <w:t xml:space="preserve"> ? </w:t>
      </w:r>
      <w:r w:rsidR="004C389C">
        <w:t>interrogea vivement le gardien</w:t>
      </w:r>
      <w:r>
        <w:t>.</w:t>
      </w:r>
    </w:p>
    <w:p w14:paraId="62C9E581" w14:textId="77777777" w:rsidR="004B5A85" w:rsidRDefault="004B5A85" w:rsidP="004C389C">
      <w:r>
        <w:t>— </w:t>
      </w:r>
      <w:r w:rsidR="004C389C">
        <w:t>Qui je suis</w:t>
      </w:r>
      <w:r>
        <w:t xml:space="preserve"> ?… </w:t>
      </w:r>
      <w:r w:rsidR="004C389C">
        <w:t>Regarde-moi</w:t>
      </w:r>
      <w:r>
        <w:t xml:space="preserve">, </w:t>
      </w:r>
      <w:r w:rsidR="004C389C">
        <w:t>afin de décrire mon visage à ceux à qui tu parleras de moi</w:t>
      </w:r>
      <w:r>
        <w:t xml:space="preserve">, </w:t>
      </w:r>
      <w:r w:rsidR="004C389C">
        <w:t>demain</w:t>
      </w:r>
      <w:r>
        <w:t xml:space="preserve">, </w:t>
      </w:r>
      <w:r w:rsidR="004C389C">
        <w:t>si tu vis encore</w:t>
      </w:r>
      <w:r>
        <w:t xml:space="preserve">. </w:t>
      </w:r>
      <w:r w:rsidR="004C389C">
        <w:t>Regarde et écoute</w:t>
      </w:r>
      <w:r>
        <w:t xml:space="preserve"> : </w:t>
      </w:r>
      <w:r w:rsidR="004C389C">
        <w:t>je suis le Ravageur du Monde</w:t>
      </w:r>
      <w:r>
        <w:t> !…</w:t>
      </w:r>
    </w:p>
    <w:p w14:paraId="370B8503" w14:textId="77777777" w:rsidR="004B5A85" w:rsidRDefault="004C389C" w:rsidP="004C389C">
      <w:r>
        <w:t>Cependant</w:t>
      </w:r>
      <w:r w:rsidR="004B5A85">
        <w:t xml:space="preserve">, </w:t>
      </w:r>
      <w:r>
        <w:t>huit hommes étaient passés et ils s</w:t>
      </w:r>
      <w:r w:rsidR="004B5A85">
        <w:t>’</w:t>
      </w:r>
      <w:r>
        <w:t>élançaient tous dans l</w:t>
      </w:r>
      <w:r w:rsidR="004B5A85">
        <w:t>’</w:t>
      </w:r>
      <w:r>
        <w:t>escalier en spirale</w:t>
      </w:r>
      <w:r w:rsidR="004B5A85">
        <w:t xml:space="preserve">, </w:t>
      </w:r>
      <w:r>
        <w:t>le revolver au poing</w:t>
      </w:r>
      <w:r w:rsidR="004B5A85">
        <w:t>…</w:t>
      </w:r>
    </w:p>
    <w:p w14:paraId="597BA84F" w14:textId="77777777" w:rsidR="004B5A85" w:rsidRDefault="004C389C" w:rsidP="004C389C">
      <w:r>
        <w:lastRenderedPageBreak/>
        <w:t>Sans s</w:t>
      </w:r>
      <w:r w:rsidR="004B5A85">
        <w:t>’</w:t>
      </w:r>
      <w:r>
        <w:t>occuper davantage du vieux gardien</w:t>
      </w:r>
      <w:r w:rsidR="004B5A85">
        <w:t xml:space="preserve">, </w:t>
      </w:r>
      <w:r>
        <w:t>impuissant à empêcher l</w:t>
      </w:r>
      <w:r w:rsidR="004B5A85">
        <w:t>’</w:t>
      </w:r>
      <w:r>
        <w:t>envahissement de la tour du phare</w:t>
      </w:r>
      <w:r w:rsidR="004B5A85">
        <w:t xml:space="preserve">, </w:t>
      </w:r>
      <w:r>
        <w:t>le Ravageur su</w:t>
      </w:r>
      <w:r>
        <w:t>i</w:t>
      </w:r>
      <w:r>
        <w:t>vit ses huit hommes</w:t>
      </w:r>
      <w:r w:rsidR="004B5A85">
        <w:t>.</w:t>
      </w:r>
    </w:p>
    <w:p w14:paraId="03890A1A" w14:textId="77777777" w:rsidR="004B5A85" w:rsidRDefault="004C389C" w:rsidP="004C389C">
      <w:r>
        <w:t>Après la minute d</w:t>
      </w:r>
      <w:r w:rsidR="004B5A85">
        <w:t>’</w:t>
      </w:r>
      <w:r>
        <w:t>attendrissement qui avait succédé à la conversation avec Pierrot l</w:t>
      </w:r>
      <w:r w:rsidR="004B5A85">
        <w:t>’</w:t>
      </w:r>
      <w:r>
        <w:t>Écureuil</w:t>
      </w:r>
      <w:r w:rsidR="004B5A85">
        <w:t xml:space="preserve">, </w:t>
      </w:r>
      <w:r>
        <w:t>Hugues de Mauduit était allé voir son lieutenant dans le poste d</w:t>
      </w:r>
      <w:r w:rsidR="004B5A85">
        <w:t>’</w:t>
      </w:r>
      <w:r>
        <w:t>officier</w:t>
      </w:r>
      <w:r w:rsidR="004B5A85">
        <w:t xml:space="preserve">. </w:t>
      </w:r>
      <w:r>
        <w:t xml:space="preserve">Et </w:t>
      </w:r>
      <w:proofErr w:type="spellStart"/>
      <w:r>
        <w:t>Askold</w:t>
      </w:r>
      <w:proofErr w:type="spellEnd"/>
      <w:r>
        <w:t xml:space="preserve"> s</w:t>
      </w:r>
      <w:r w:rsidR="004B5A85">
        <w:t>’</w:t>
      </w:r>
      <w:r>
        <w:t>était alors risqué à dire au maître la détermination qu</w:t>
      </w:r>
      <w:r w:rsidR="004B5A85">
        <w:t>’</w:t>
      </w:r>
      <w:r>
        <w:t>il avait prise</w:t>
      </w:r>
      <w:r w:rsidR="004B5A85">
        <w:t xml:space="preserve">, </w:t>
      </w:r>
      <w:r>
        <w:t>sous sa propre responsabilité</w:t>
      </w:r>
      <w:r w:rsidR="004B5A85">
        <w:t xml:space="preserve">, </w:t>
      </w:r>
      <w:r>
        <w:t>d</w:t>
      </w:r>
      <w:r w:rsidR="004B5A85">
        <w:t>’</w:t>
      </w:r>
      <w:r>
        <w:t>aller visiter le phare</w:t>
      </w:r>
      <w:r w:rsidR="004B5A85">
        <w:t xml:space="preserve">, </w:t>
      </w:r>
      <w:r>
        <w:t>pour voir si le commandant Martel</w:t>
      </w:r>
      <w:r w:rsidR="004B5A85">
        <w:t xml:space="preserve">, </w:t>
      </w:r>
      <w:r>
        <w:t>par hasard</w:t>
      </w:r>
      <w:r w:rsidR="004B5A85">
        <w:t xml:space="preserve">, </w:t>
      </w:r>
      <w:r>
        <w:t>ne s</w:t>
      </w:r>
      <w:r w:rsidR="004B5A85">
        <w:t>’</w:t>
      </w:r>
      <w:r>
        <w:t>y trouverait pas e</w:t>
      </w:r>
      <w:r>
        <w:t>n</w:t>
      </w:r>
      <w:r>
        <w:t>core</w:t>
      </w:r>
      <w:r w:rsidR="004B5A85">
        <w:t>.</w:t>
      </w:r>
    </w:p>
    <w:p w14:paraId="4D77DBCA" w14:textId="77777777" w:rsidR="004B5A85" w:rsidRDefault="004B5A85" w:rsidP="004C389C">
      <w:r>
        <w:t>— </w:t>
      </w:r>
      <w:r w:rsidR="004C389C">
        <w:t>Tu as bien fait</w:t>
      </w:r>
      <w:r>
        <w:t xml:space="preserve"> ! </w:t>
      </w:r>
      <w:r w:rsidR="004C389C">
        <w:t>dit simplement le Ravageur</w:t>
      </w:r>
      <w:r>
        <w:t xml:space="preserve">. </w:t>
      </w:r>
      <w:r w:rsidR="004C389C">
        <w:t>Mais que ce soit la dernière fois que tu commandes une manœuvre sans mon approbation préalable</w:t>
      </w:r>
      <w:r>
        <w:t xml:space="preserve">. </w:t>
      </w:r>
      <w:r w:rsidR="004C389C">
        <w:t>Hormis moi</w:t>
      </w:r>
      <w:r>
        <w:t xml:space="preserve">, </w:t>
      </w:r>
      <w:r w:rsidR="004C389C">
        <w:t>et tant que je suis en vie</w:t>
      </w:r>
      <w:r>
        <w:t xml:space="preserve">, </w:t>
      </w:r>
      <w:r w:rsidR="004C389C">
        <w:t>nul ne doit avoir ici la moindre initiative</w:t>
      </w:r>
      <w:r>
        <w:t xml:space="preserve">, </w:t>
      </w:r>
      <w:r w:rsidR="004C389C">
        <w:t>car moi seul suis responsable de notre existence à tous</w:t>
      </w:r>
      <w:r>
        <w:t>.</w:t>
      </w:r>
    </w:p>
    <w:p w14:paraId="1493D8D9" w14:textId="77777777" w:rsidR="004B5A85" w:rsidRDefault="004C389C" w:rsidP="004C389C">
      <w:proofErr w:type="spellStart"/>
      <w:r>
        <w:t>Askold</w:t>
      </w:r>
      <w:proofErr w:type="spellEnd"/>
      <w:r>
        <w:t xml:space="preserve"> s</w:t>
      </w:r>
      <w:r w:rsidR="004B5A85">
        <w:t>’</w:t>
      </w:r>
      <w:r>
        <w:t>inclina</w:t>
      </w:r>
      <w:r w:rsidR="004B5A85">
        <w:t>.</w:t>
      </w:r>
    </w:p>
    <w:p w14:paraId="29738094" w14:textId="77777777" w:rsidR="004B5A85" w:rsidRDefault="004C389C" w:rsidP="004C389C">
      <w:r>
        <w:t>Il reconnaissait la supériorité et l</w:t>
      </w:r>
      <w:r w:rsidR="004B5A85">
        <w:t>’</w:t>
      </w:r>
      <w:r>
        <w:t>autorité du Maître</w:t>
      </w:r>
      <w:r w:rsidR="004B5A85">
        <w:t xml:space="preserve">. </w:t>
      </w:r>
      <w:r>
        <w:t>Il r</w:t>
      </w:r>
      <w:r>
        <w:t>e</w:t>
      </w:r>
      <w:r>
        <w:t>çut donc la semonce sans se sentir humilié</w:t>
      </w:r>
      <w:r w:rsidR="004B5A85">
        <w:t xml:space="preserve">. </w:t>
      </w:r>
      <w:r>
        <w:t>Et il fut heureux</w:t>
      </w:r>
      <w:r w:rsidR="004B5A85">
        <w:t xml:space="preserve">, </w:t>
      </w:r>
      <w:r>
        <w:t>au contraire</w:t>
      </w:r>
      <w:r w:rsidR="004B5A85">
        <w:t xml:space="preserve">, </w:t>
      </w:r>
      <w:r>
        <w:t>d</w:t>
      </w:r>
      <w:r w:rsidR="004B5A85">
        <w:t>’</w:t>
      </w:r>
      <w:r>
        <w:t>avoir</w:t>
      </w:r>
      <w:r w:rsidR="004B5A85">
        <w:t xml:space="preserve">, </w:t>
      </w:r>
      <w:r>
        <w:t>pour une fois</w:t>
      </w:r>
      <w:r w:rsidR="004B5A85">
        <w:t xml:space="preserve">, </w:t>
      </w:r>
      <w:r>
        <w:t>agi sans ordres</w:t>
      </w:r>
      <w:r w:rsidR="004B5A85">
        <w:t xml:space="preserve">, </w:t>
      </w:r>
      <w:r>
        <w:t>puisque Hugues de Mauduit approuvait son action</w:t>
      </w:r>
      <w:r w:rsidR="004B5A85">
        <w:t>.</w:t>
      </w:r>
    </w:p>
    <w:p w14:paraId="769F0A73" w14:textId="77777777" w:rsidR="004B5A85" w:rsidRDefault="004C389C" w:rsidP="004C389C">
      <w:r>
        <w:t>Et voilà comment</w:t>
      </w:r>
      <w:r w:rsidR="004B5A85">
        <w:t xml:space="preserve">, </w:t>
      </w:r>
      <w:r>
        <w:t>le Ravageur à leur tête</w:t>
      </w:r>
      <w:r w:rsidR="004B5A85">
        <w:t xml:space="preserve">, </w:t>
      </w:r>
      <w:r>
        <w:t xml:space="preserve">huit hommes du </w:t>
      </w:r>
      <w:r>
        <w:rPr>
          <w:i/>
          <w:iCs/>
        </w:rPr>
        <w:t xml:space="preserve">Nyctalope </w:t>
      </w:r>
      <w:r>
        <w:t>envahirent la tour du phare où s</w:t>
      </w:r>
      <w:r w:rsidR="004B5A85">
        <w:t>’</w:t>
      </w:r>
      <w:r>
        <w:t>était réfugié Ludovic Martel</w:t>
      </w:r>
      <w:r w:rsidR="004B5A85">
        <w:t>.</w:t>
      </w:r>
    </w:p>
    <w:p w14:paraId="73B54900" w14:textId="77777777" w:rsidR="004B5A85" w:rsidRDefault="004C389C" w:rsidP="004C389C">
      <w:r>
        <w:t>Ils fouillèrent la chambre du vieux gardien</w:t>
      </w:r>
      <w:r w:rsidR="004B5A85">
        <w:t>.</w:t>
      </w:r>
    </w:p>
    <w:p w14:paraId="004BB8C8" w14:textId="77777777" w:rsidR="004B5A85" w:rsidRDefault="004C389C" w:rsidP="004C389C">
      <w:r>
        <w:t>Et</w:t>
      </w:r>
      <w:r w:rsidR="004B5A85">
        <w:t xml:space="preserve">, </w:t>
      </w:r>
      <w:r>
        <w:t>voyant le carrelage tout humide</w:t>
      </w:r>
      <w:r w:rsidR="004B5A85">
        <w:t xml:space="preserve">, </w:t>
      </w:r>
      <w:r>
        <w:t>le Ravageur demanda</w:t>
      </w:r>
      <w:r w:rsidR="004B5A85">
        <w:t> :</w:t>
      </w:r>
    </w:p>
    <w:p w14:paraId="3A1AF5E1" w14:textId="77777777" w:rsidR="004B5A85" w:rsidRDefault="004B5A85" w:rsidP="004C389C">
      <w:r>
        <w:t>— </w:t>
      </w:r>
      <w:r w:rsidR="004C389C">
        <w:t>D</w:t>
      </w:r>
      <w:r>
        <w:t>’</w:t>
      </w:r>
      <w:r w:rsidR="004C389C">
        <w:t>où provient cette eau</w:t>
      </w:r>
      <w:r>
        <w:t> ?</w:t>
      </w:r>
    </w:p>
    <w:p w14:paraId="334EE414" w14:textId="77777777" w:rsidR="004B5A85" w:rsidRDefault="004B5A85" w:rsidP="004C389C">
      <w:r>
        <w:lastRenderedPageBreak/>
        <w:t>— </w:t>
      </w:r>
      <w:r w:rsidR="004C389C">
        <w:t>Quand vous avez frappé à la porte</w:t>
      </w:r>
      <w:r>
        <w:t xml:space="preserve">, </w:t>
      </w:r>
      <w:r w:rsidR="004C389C">
        <w:t>répondit le gardien</w:t>
      </w:r>
      <w:r>
        <w:t xml:space="preserve">, </w:t>
      </w:r>
      <w:r w:rsidR="004C389C">
        <w:t>je prenais un bain de pieds</w:t>
      </w:r>
      <w:r>
        <w:t>.</w:t>
      </w:r>
    </w:p>
    <w:p w14:paraId="6DFA2EB8" w14:textId="77777777" w:rsidR="004B5A85" w:rsidRDefault="004C389C" w:rsidP="004C389C">
      <w:r>
        <w:t>La bassine</w:t>
      </w:r>
      <w:r w:rsidR="004B5A85">
        <w:t xml:space="preserve">, </w:t>
      </w:r>
      <w:r>
        <w:t>encore à demi pleine d</w:t>
      </w:r>
      <w:r w:rsidR="004B5A85">
        <w:t>’</w:t>
      </w:r>
      <w:r>
        <w:t>eau savonneuse</w:t>
      </w:r>
      <w:r w:rsidR="004B5A85">
        <w:t xml:space="preserve">, </w:t>
      </w:r>
      <w:r>
        <w:t>rendit l</w:t>
      </w:r>
      <w:r w:rsidR="004B5A85">
        <w:t>’</w:t>
      </w:r>
      <w:r>
        <w:t>explication toute naturelle</w:t>
      </w:r>
      <w:r w:rsidR="004B5A85">
        <w:t>.</w:t>
      </w:r>
    </w:p>
    <w:p w14:paraId="5B67411C" w14:textId="77777777" w:rsidR="004B5A85" w:rsidRDefault="004C389C" w:rsidP="004C389C">
      <w:r>
        <w:t>Hugues de Mauduit n</w:t>
      </w:r>
      <w:r w:rsidR="004B5A85">
        <w:t>’</w:t>
      </w:r>
      <w:r>
        <w:t>insista pas</w:t>
      </w:r>
      <w:r w:rsidR="004B5A85">
        <w:t>.</w:t>
      </w:r>
    </w:p>
    <w:p w14:paraId="769CC3AE" w14:textId="77777777" w:rsidR="004B5A85" w:rsidRDefault="004C389C" w:rsidP="004C389C">
      <w:r>
        <w:t>D</w:t>
      </w:r>
      <w:r w:rsidR="004B5A85">
        <w:t>’</w:t>
      </w:r>
      <w:r>
        <w:t>ailleurs</w:t>
      </w:r>
      <w:r w:rsidR="004B5A85">
        <w:t xml:space="preserve">, </w:t>
      </w:r>
      <w:r>
        <w:t>dans cette chambre ronde</w:t>
      </w:r>
      <w:r w:rsidR="004B5A85">
        <w:t xml:space="preserve">, </w:t>
      </w:r>
      <w:r>
        <w:t>petite</w:t>
      </w:r>
      <w:r w:rsidR="004B5A85">
        <w:t xml:space="preserve">, </w:t>
      </w:r>
      <w:r>
        <w:t>aux meubles rares et sans placards dans le mur</w:t>
      </w:r>
      <w:r w:rsidR="004B5A85">
        <w:t xml:space="preserve">, </w:t>
      </w:r>
      <w:r>
        <w:t>qui était le mur circulaire de la tour même</w:t>
      </w:r>
      <w:r w:rsidR="004B5A85">
        <w:t xml:space="preserve">, </w:t>
      </w:r>
      <w:r>
        <w:t>il était évident qu</w:t>
      </w:r>
      <w:r w:rsidR="004B5A85">
        <w:t>’</w:t>
      </w:r>
      <w:r>
        <w:t>on ne pouvait pas cacher un homme</w:t>
      </w:r>
      <w:r w:rsidR="004B5A85">
        <w:t>.</w:t>
      </w:r>
    </w:p>
    <w:p w14:paraId="1ED39A31" w14:textId="77777777" w:rsidR="004B5A85" w:rsidRDefault="004B5A85" w:rsidP="004C389C">
      <w:r>
        <w:t>— </w:t>
      </w:r>
      <w:r w:rsidR="004C389C">
        <w:t>Plus haut</w:t>
      </w:r>
      <w:r>
        <w:t xml:space="preserve"> ! </w:t>
      </w:r>
      <w:r w:rsidR="004C389C">
        <w:t>ordonna le Ravageur</w:t>
      </w:r>
      <w:r>
        <w:t>.</w:t>
      </w:r>
    </w:p>
    <w:p w14:paraId="3FAEC941" w14:textId="77777777" w:rsidR="004B5A85" w:rsidRDefault="004C389C" w:rsidP="004C389C">
      <w:r>
        <w:t>Et les huit hommes</w:t>
      </w:r>
      <w:r w:rsidR="004B5A85">
        <w:t xml:space="preserve">, </w:t>
      </w:r>
      <w:r>
        <w:t>suivis de leur chef</w:t>
      </w:r>
      <w:r w:rsidR="004B5A85">
        <w:t xml:space="preserve">, </w:t>
      </w:r>
      <w:r>
        <w:t>s</w:t>
      </w:r>
      <w:r w:rsidR="004B5A85">
        <w:t>’</w:t>
      </w:r>
      <w:r>
        <w:t>élancèrent de nouveau dans l</w:t>
      </w:r>
      <w:r w:rsidR="004B5A85">
        <w:t>’</w:t>
      </w:r>
      <w:r>
        <w:t>escalier</w:t>
      </w:r>
      <w:r w:rsidR="004B5A85">
        <w:t>.</w:t>
      </w:r>
    </w:p>
    <w:p w14:paraId="5080073D" w14:textId="77777777" w:rsidR="004B5A85" w:rsidRDefault="004C389C" w:rsidP="004C389C">
      <w:r>
        <w:t>Ils arrivèrent dans le poste de veille</w:t>
      </w:r>
      <w:r w:rsidR="004B5A85">
        <w:t xml:space="preserve">, </w:t>
      </w:r>
      <w:r>
        <w:t>qui se trouvait au-dessous de la lanterne du phare</w:t>
      </w:r>
      <w:r w:rsidR="004B5A85">
        <w:t>.</w:t>
      </w:r>
    </w:p>
    <w:p w14:paraId="2BC17065" w14:textId="77777777" w:rsidR="004B5A85" w:rsidRDefault="004C389C" w:rsidP="004C389C">
      <w:r>
        <w:t>Calme et tranquille</w:t>
      </w:r>
      <w:r w:rsidR="004B5A85">
        <w:t xml:space="preserve">, </w:t>
      </w:r>
      <w:r>
        <w:t>Antonio</w:t>
      </w:r>
      <w:r w:rsidR="004B5A85">
        <w:t xml:space="preserve">, </w:t>
      </w:r>
      <w:r>
        <w:t>le second gardien</w:t>
      </w:r>
      <w:r w:rsidR="004B5A85">
        <w:t xml:space="preserve">, </w:t>
      </w:r>
      <w:r>
        <w:t>huilait les mécanismes</w:t>
      </w:r>
      <w:r w:rsidR="004B5A85">
        <w:t>.</w:t>
      </w:r>
    </w:p>
    <w:p w14:paraId="519EA49E" w14:textId="77777777" w:rsidR="004B5A85" w:rsidRDefault="004C389C" w:rsidP="004C389C">
      <w:r>
        <w:t>À l</w:t>
      </w:r>
      <w:r w:rsidR="004B5A85">
        <w:t>’</w:t>
      </w:r>
      <w:r>
        <w:t>arrivée de cette petite troupe armée</w:t>
      </w:r>
      <w:r w:rsidR="004B5A85">
        <w:t xml:space="preserve">, </w:t>
      </w:r>
      <w:r>
        <w:t>il eut un haut-le-corps et balbutia</w:t>
      </w:r>
      <w:r w:rsidR="004B5A85">
        <w:t> :</w:t>
      </w:r>
    </w:p>
    <w:p w14:paraId="76AE264F" w14:textId="77777777" w:rsidR="004B5A85" w:rsidRDefault="004B5A85" w:rsidP="004C389C">
      <w:r>
        <w:t>— </w:t>
      </w:r>
      <w:r w:rsidR="004C389C">
        <w:t>Qu</w:t>
      </w:r>
      <w:r>
        <w:t>’</w:t>
      </w:r>
      <w:r w:rsidR="004C389C">
        <w:t>est-ce que c</w:t>
      </w:r>
      <w:r>
        <w:t>’</w:t>
      </w:r>
      <w:r w:rsidR="004C389C">
        <w:t>est</w:t>
      </w:r>
      <w:r>
        <w:t> ?…</w:t>
      </w:r>
    </w:p>
    <w:p w14:paraId="3BAC5BB8" w14:textId="77777777" w:rsidR="004B5A85" w:rsidRDefault="004B5A85" w:rsidP="004C389C">
      <w:r>
        <w:t>— </w:t>
      </w:r>
      <w:r w:rsidR="004C389C">
        <w:t>C</w:t>
      </w:r>
      <w:r>
        <w:t>’</w:t>
      </w:r>
      <w:r w:rsidR="004C389C">
        <w:t>est</w:t>
      </w:r>
      <w:r>
        <w:t xml:space="preserve">, </w:t>
      </w:r>
      <w:r w:rsidR="004C389C">
        <w:t>répondit son vieux compagnon</w:t>
      </w:r>
      <w:r>
        <w:t xml:space="preserve">, </w:t>
      </w:r>
      <w:r w:rsidR="004C389C">
        <w:t>qui était monté avec les pirates</w:t>
      </w:r>
      <w:r>
        <w:t xml:space="preserve">… </w:t>
      </w:r>
      <w:proofErr w:type="gramStart"/>
      <w:r w:rsidR="004C389C">
        <w:t>c</w:t>
      </w:r>
      <w:r>
        <w:t>’</w:t>
      </w:r>
      <w:r w:rsidR="004C389C">
        <w:t>est</w:t>
      </w:r>
      <w:proofErr w:type="gramEnd"/>
      <w:r w:rsidR="004C389C">
        <w:t xml:space="preserve"> des gens qui cherchent quelque chose ou quelqu</w:t>
      </w:r>
      <w:r>
        <w:t>’</w:t>
      </w:r>
      <w:r w:rsidR="004C389C">
        <w:t>un</w:t>
      </w:r>
      <w:r>
        <w:t xml:space="preserve">. </w:t>
      </w:r>
      <w:r w:rsidR="004C389C">
        <w:t>Mais le diable me torde le cou si j</w:t>
      </w:r>
      <w:r>
        <w:t>’</w:t>
      </w:r>
      <w:r w:rsidR="004C389C">
        <w:t>y comprends goutte</w:t>
      </w:r>
      <w:r>
        <w:t> !</w:t>
      </w:r>
    </w:p>
    <w:p w14:paraId="783E1049" w14:textId="77777777" w:rsidR="004B5A85" w:rsidRDefault="004B5A85" w:rsidP="004C389C">
      <w:r>
        <w:t>— </w:t>
      </w:r>
      <w:r w:rsidR="004C389C">
        <w:t>Bonhomme</w:t>
      </w:r>
      <w:r>
        <w:t xml:space="preserve"> ! </w:t>
      </w:r>
      <w:r w:rsidR="004C389C">
        <w:t>s</w:t>
      </w:r>
      <w:r>
        <w:t>’</w:t>
      </w:r>
      <w:r w:rsidR="004C389C">
        <w:t>écria Hugues de Mauduit</w:t>
      </w:r>
      <w:r>
        <w:t xml:space="preserve">, </w:t>
      </w:r>
      <w:r w:rsidR="004C389C">
        <w:t>menaçant</w:t>
      </w:r>
      <w:r>
        <w:t xml:space="preserve">, </w:t>
      </w:r>
      <w:r w:rsidR="004C389C">
        <w:t>nous cherchons un homme qui s</w:t>
      </w:r>
      <w:r>
        <w:t>’</w:t>
      </w:r>
      <w:r w:rsidR="004C389C">
        <w:t>est évadé de notre bord et peut être ici</w:t>
      </w:r>
      <w:r>
        <w:t>…</w:t>
      </w:r>
    </w:p>
    <w:p w14:paraId="29647DC8" w14:textId="77777777" w:rsidR="004B5A85" w:rsidRDefault="004C389C" w:rsidP="004C389C">
      <w:r>
        <w:lastRenderedPageBreak/>
        <w:t>Le vieux gardien n</w:t>
      </w:r>
      <w:r w:rsidR="004B5A85">
        <w:t>’</w:t>
      </w:r>
      <w:r>
        <w:t>hésita pas à mentir carrément</w:t>
      </w:r>
      <w:r w:rsidR="004B5A85">
        <w:t>.</w:t>
      </w:r>
    </w:p>
    <w:p w14:paraId="479EFB6B" w14:textId="77777777" w:rsidR="004B5A85" w:rsidRDefault="004B5A85" w:rsidP="004C389C">
      <w:r>
        <w:t>— </w:t>
      </w:r>
      <w:r w:rsidR="004C389C">
        <w:t>Par san Sebastian</w:t>
      </w:r>
      <w:r>
        <w:t xml:space="preserve">, </w:t>
      </w:r>
      <w:r w:rsidR="004C389C">
        <w:t>mon patron</w:t>
      </w:r>
      <w:r>
        <w:t xml:space="preserve"> ! </w:t>
      </w:r>
      <w:r w:rsidR="004C389C">
        <w:t>s</w:t>
      </w:r>
      <w:r>
        <w:t>’</w:t>
      </w:r>
      <w:r w:rsidR="004C389C">
        <w:t>exclama-t-il</w:t>
      </w:r>
      <w:r>
        <w:t xml:space="preserve">, </w:t>
      </w:r>
      <w:r w:rsidR="004C389C">
        <w:t>nous n</w:t>
      </w:r>
      <w:r>
        <w:t>’</w:t>
      </w:r>
      <w:r w:rsidR="004C389C">
        <w:t>avons pas vu ici d</w:t>
      </w:r>
      <w:r>
        <w:t>’</w:t>
      </w:r>
      <w:r w:rsidR="004C389C">
        <w:t>autre homme que nous deux depuis qu</w:t>
      </w:r>
      <w:r>
        <w:t>’</w:t>
      </w:r>
      <w:r w:rsidR="004C389C">
        <w:t>on est venu</w:t>
      </w:r>
      <w:r>
        <w:t xml:space="preserve">, </w:t>
      </w:r>
      <w:r w:rsidR="004C389C">
        <w:t>voilà huit jours</w:t>
      </w:r>
      <w:r>
        <w:t xml:space="preserve">, </w:t>
      </w:r>
      <w:r w:rsidR="004C389C">
        <w:t>nous ravitailler</w:t>
      </w:r>
      <w:r>
        <w:t>…</w:t>
      </w:r>
    </w:p>
    <w:p w14:paraId="1E305672" w14:textId="77777777" w:rsidR="004B5A85" w:rsidRDefault="004B5A85" w:rsidP="004C389C">
      <w:r>
        <w:t>— </w:t>
      </w:r>
      <w:r w:rsidR="004C389C">
        <w:t>Le phare n</w:t>
      </w:r>
      <w:r>
        <w:t>’</w:t>
      </w:r>
      <w:r w:rsidR="004C389C">
        <w:t>a pas une embarcation à son service</w:t>
      </w:r>
      <w:r>
        <w:t> ?</w:t>
      </w:r>
    </w:p>
    <w:p w14:paraId="708F0E90" w14:textId="77777777" w:rsidR="004B5A85" w:rsidRDefault="004B5A85" w:rsidP="004C389C">
      <w:r>
        <w:t>— </w:t>
      </w:r>
      <w:r w:rsidR="004C389C">
        <w:t>Aucune</w:t>
      </w:r>
      <w:r>
        <w:t xml:space="preserve">, </w:t>
      </w:r>
      <w:r w:rsidR="004C389C">
        <w:t>répondit le vieux</w:t>
      </w:r>
      <w:r>
        <w:t>.</w:t>
      </w:r>
    </w:p>
    <w:p w14:paraId="071429EE" w14:textId="77777777" w:rsidR="004B5A85" w:rsidRDefault="004B5A85" w:rsidP="004C389C">
      <w:r>
        <w:t>— </w:t>
      </w:r>
      <w:r w:rsidR="004C389C">
        <w:t>Vous n</w:t>
      </w:r>
      <w:r>
        <w:t>’</w:t>
      </w:r>
      <w:r w:rsidR="004C389C">
        <w:t>avez pas vu passer</w:t>
      </w:r>
      <w:r>
        <w:t xml:space="preserve">, </w:t>
      </w:r>
      <w:r w:rsidR="004C389C">
        <w:t>tout à l</w:t>
      </w:r>
      <w:r>
        <w:t>’</w:t>
      </w:r>
      <w:r w:rsidR="004C389C">
        <w:t>heure</w:t>
      </w:r>
      <w:r>
        <w:t xml:space="preserve">, </w:t>
      </w:r>
      <w:r w:rsidR="004C389C">
        <w:t>un canot aut</w:t>
      </w:r>
      <w:r w:rsidR="004C389C">
        <w:t>o</w:t>
      </w:r>
      <w:r w:rsidR="004C389C">
        <w:t>mobile</w:t>
      </w:r>
      <w:r>
        <w:t> ?</w:t>
      </w:r>
    </w:p>
    <w:p w14:paraId="3195A3C4" w14:textId="77777777" w:rsidR="004B5A85" w:rsidRDefault="004B5A85" w:rsidP="004C389C">
      <w:r>
        <w:t>— </w:t>
      </w:r>
      <w:r w:rsidR="004C389C">
        <w:t>Il en est passé un</w:t>
      </w:r>
      <w:r>
        <w:t xml:space="preserve"> ? </w:t>
      </w:r>
      <w:r w:rsidR="004C389C">
        <w:t>fit le gardien</w:t>
      </w:r>
      <w:r>
        <w:t xml:space="preserve">, </w:t>
      </w:r>
      <w:r w:rsidR="004C389C">
        <w:t>cette fois de la meilleure foi du monde</w:t>
      </w:r>
      <w:r>
        <w:t xml:space="preserve">. </w:t>
      </w:r>
      <w:r w:rsidR="004C389C">
        <w:t>Nous ne l</w:t>
      </w:r>
      <w:r>
        <w:t>’</w:t>
      </w:r>
      <w:r w:rsidR="004C389C">
        <w:t>avons pas vu</w:t>
      </w:r>
      <w:r>
        <w:t xml:space="preserve">. </w:t>
      </w:r>
      <w:r w:rsidR="004C389C">
        <w:t>Sans doute venait-il de Rio de Janeiro pour se rendre compte qui a sauté</w:t>
      </w:r>
      <w:r>
        <w:t xml:space="preserve">, </w:t>
      </w:r>
      <w:r w:rsidR="004C389C">
        <w:t>au large</w:t>
      </w:r>
      <w:r>
        <w:t xml:space="preserve">, </w:t>
      </w:r>
      <w:r w:rsidR="004C389C">
        <w:t>tout à l</w:t>
      </w:r>
      <w:r>
        <w:t>’</w:t>
      </w:r>
      <w:r w:rsidR="004C389C">
        <w:t>heure</w:t>
      </w:r>
      <w:r>
        <w:t>…</w:t>
      </w:r>
    </w:p>
    <w:p w14:paraId="4130D8DE" w14:textId="77777777" w:rsidR="004B5A85" w:rsidRDefault="004B5A85" w:rsidP="004C389C">
      <w:r>
        <w:t>— </w:t>
      </w:r>
      <w:r w:rsidR="004C389C">
        <w:t>Il n</w:t>
      </w:r>
      <w:r>
        <w:t>’</w:t>
      </w:r>
      <w:r w:rsidR="004C389C">
        <w:t>y a pas d</w:t>
      </w:r>
      <w:r>
        <w:t>’</w:t>
      </w:r>
      <w:r w:rsidR="004C389C">
        <w:t>autres chambres dans la tour</w:t>
      </w:r>
      <w:r>
        <w:t xml:space="preserve"> ? </w:t>
      </w:r>
      <w:r w:rsidR="004C389C">
        <w:t>demanda encore le Ravageur</w:t>
      </w:r>
      <w:r>
        <w:t>.</w:t>
      </w:r>
    </w:p>
    <w:p w14:paraId="3BBB58D9" w14:textId="77777777" w:rsidR="004B5A85" w:rsidRDefault="004B5A85" w:rsidP="004C389C">
      <w:r>
        <w:t>— </w:t>
      </w:r>
      <w:r w:rsidR="004C389C">
        <w:t>Non</w:t>
      </w:r>
      <w:r>
        <w:t xml:space="preserve"> ! </w:t>
      </w:r>
      <w:r w:rsidR="004C389C">
        <w:t>la chambre d</w:t>
      </w:r>
      <w:r>
        <w:t>’</w:t>
      </w:r>
      <w:r w:rsidR="004C389C">
        <w:t>en bas</w:t>
      </w:r>
      <w:r>
        <w:t xml:space="preserve">, </w:t>
      </w:r>
      <w:r w:rsidR="004C389C">
        <w:t>ce poste de veille et l</w:t>
      </w:r>
      <w:r>
        <w:t>’</w:t>
      </w:r>
      <w:r w:rsidR="004C389C">
        <w:t>escalier</w:t>
      </w:r>
      <w:r>
        <w:t xml:space="preserve">… </w:t>
      </w:r>
      <w:r w:rsidR="004C389C">
        <w:t>c</w:t>
      </w:r>
      <w:r>
        <w:t>’</w:t>
      </w:r>
      <w:r w:rsidR="004C389C">
        <w:t>est tout</w:t>
      </w:r>
      <w:r>
        <w:t> !…</w:t>
      </w:r>
    </w:p>
    <w:p w14:paraId="13BD00A2" w14:textId="77777777" w:rsidR="004B5A85" w:rsidRDefault="004C389C" w:rsidP="004C389C">
      <w:r>
        <w:t>Le Ravageur dut enfin se rendre à l</w:t>
      </w:r>
      <w:r w:rsidR="004B5A85">
        <w:t>’</w:t>
      </w:r>
      <w:r>
        <w:t>évidence</w:t>
      </w:r>
      <w:r w:rsidR="004B5A85">
        <w:t xml:space="preserve">. </w:t>
      </w:r>
      <w:r>
        <w:t>Ces deux hommes-là étaient les seuls habitants de la tour</w:t>
      </w:r>
      <w:r w:rsidR="004B5A85">
        <w:t xml:space="preserve">, </w:t>
      </w:r>
      <w:r>
        <w:t>et nul indice n</w:t>
      </w:r>
      <w:r w:rsidR="004B5A85">
        <w:t>’</w:t>
      </w:r>
      <w:r>
        <w:t>apparaissait qui pût faire croire qu</w:t>
      </w:r>
      <w:r w:rsidR="004B5A85">
        <w:t>’</w:t>
      </w:r>
      <w:r>
        <w:t>ils cachaient le comma</w:t>
      </w:r>
      <w:r>
        <w:t>n</w:t>
      </w:r>
      <w:r>
        <w:t>dant Martel</w:t>
      </w:r>
      <w:r w:rsidR="004B5A85">
        <w:t>.</w:t>
      </w:r>
    </w:p>
    <w:p w14:paraId="00FFEC8A" w14:textId="77777777" w:rsidR="004B5A85" w:rsidRDefault="004C389C" w:rsidP="004C389C">
      <w:r>
        <w:t>Ajoutant une foi entière au second récit du mousse Pierrot l</w:t>
      </w:r>
      <w:r w:rsidR="004B5A85">
        <w:t>’</w:t>
      </w:r>
      <w:r>
        <w:t>Écureuil</w:t>
      </w:r>
      <w:r w:rsidR="004B5A85">
        <w:t xml:space="preserve">, </w:t>
      </w:r>
      <w:r>
        <w:t>Hugues de Mauduit pensa que le canot automobile qui emportait Ludovic Martel filait tout droit vers Rio de Jane</w:t>
      </w:r>
      <w:r>
        <w:t>i</w:t>
      </w:r>
      <w:r>
        <w:t>ro sans s</w:t>
      </w:r>
      <w:r w:rsidR="004B5A85">
        <w:t>’</w:t>
      </w:r>
      <w:r>
        <w:t>arrêter au phare</w:t>
      </w:r>
      <w:r w:rsidR="004B5A85">
        <w:t xml:space="preserve">. </w:t>
      </w:r>
      <w:r>
        <w:t>En ce cas</w:t>
      </w:r>
      <w:r w:rsidR="004B5A85">
        <w:t xml:space="preserve">, </w:t>
      </w:r>
      <w:r>
        <w:t>continuer la poursuite était bien inutile</w:t>
      </w:r>
      <w:r w:rsidR="004B5A85">
        <w:t xml:space="preserve">, </w:t>
      </w:r>
      <w:r>
        <w:t>car le canot devait être</w:t>
      </w:r>
      <w:r w:rsidR="004B5A85">
        <w:t xml:space="preserve">, </w:t>
      </w:r>
      <w:r>
        <w:t>à cette heure</w:t>
      </w:r>
      <w:r w:rsidR="004B5A85">
        <w:t xml:space="preserve">, </w:t>
      </w:r>
      <w:r>
        <w:t>en sûreté dans le port</w:t>
      </w:r>
      <w:r w:rsidR="004B5A85">
        <w:t>.</w:t>
      </w:r>
    </w:p>
    <w:p w14:paraId="393B56D2" w14:textId="77777777" w:rsidR="004B5A85" w:rsidRDefault="004C389C" w:rsidP="004C389C">
      <w:r>
        <w:t>Cependant</w:t>
      </w:r>
      <w:r w:rsidR="004B5A85">
        <w:t xml:space="preserve">, </w:t>
      </w:r>
      <w:r>
        <w:t>pour être tout à fait sûr</w:t>
      </w:r>
      <w:r w:rsidR="004B5A85">
        <w:t xml:space="preserve">, </w:t>
      </w:r>
      <w:r>
        <w:t>il dit à ses hommes</w:t>
      </w:r>
      <w:r w:rsidR="004B5A85">
        <w:t> :</w:t>
      </w:r>
    </w:p>
    <w:p w14:paraId="73BA32B2" w14:textId="77777777" w:rsidR="004B5A85" w:rsidRDefault="004B5A85" w:rsidP="004C389C">
      <w:r>
        <w:lastRenderedPageBreak/>
        <w:t>— </w:t>
      </w:r>
      <w:r w:rsidR="004C389C">
        <w:t>Redescendons</w:t>
      </w:r>
      <w:r>
        <w:t xml:space="preserve">. </w:t>
      </w:r>
      <w:r w:rsidR="004C389C">
        <w:t>En passant dans l</w:t>
      </w:r>
      <w:r>
        <w:t>’</w:t>
      </w:r>
      <w:r w:rsidR="004C389C">
        <w:t>escalier</w:t>
      </w:r>
      <w:r>
        <w:t xml:space="preserve">, </w:t>
      </w:r>
      <w:r w:rsidR="004C389C">
        <w:t>rendez-vous compte s</w:t>
      </w:r>
      <w:r>
        <w:t>’</w:t>
      </w:r>
      <w:r w:rsidR="004C389C">
        <w:t>il n</w:t>
      </w:r>
      <w:r>
        <w:t>’</w:t>
      </w:r>
      <w:r w:rsidR="004C389C">
        <w:t>y a pas</w:t>
      </w:r>
      <w:r>
        <w:t xml:space="preserve">, </w:t>
      </w:r>
      <w:r w:rsidR="004C389C">
        <w:t>dans les murs</w:t>
      </w:r>
      <w:r>
        <w:t xml:space="preserve">, </w:t>
      </w:r>
      <w:r w:rsidR="004C389C">
        <w:t>quelque trou qui pourrait servir de cachette</w:t>
      </w:r>
      <w:r>
        <w:t>.</w:t>
      </w:r>
    </w:p>
    <w:p w14:paraId="7CE7A3A7" w14:textId="77777777" w:rsidR="004B5A85" w:rsidRDefault="004C389C" w:rsidP="004C389C">
      <w:r>
        <w:t>Et</w:t>
      </w:r>
      <w:r w:rsidR="004B5A85">
        <w:t xml:space="preserve">, </w:t>
      </w:r>
      <w:r>
        <w:t>s</w:t>
      </w:r>
      <w:r w:rsidR="004B5A85">
        <w:t>’</w:t>
      </w:r>
      <w:r>
        <w:t>adressant au vieux gardien</w:t>
      </w:r>
      <w:r w:rsidR="004B5A85">
        <w:t xml:space="preserve">, </w:t>
      </w:r>
      <w:r>
        <w:t>il ordonna</w:t>
      </w:r>
      <w:r w:rsidR="004B5A85">
        <w:t> :</w:t>
      </w:r>
    </w:p>
    <w:p w14:paraId="4E354FE6" w14:textId="77777777" w:rsidR="004B5A85" w:rsidRDefault="004B5A85" w:rsidP="004C389C">
      <w:r>
        <w:t>— </w:t>
      </w:r>
      <w:r w:rsidR="004C389C">
        <w:t>Éclaire complètement l</w:t>
      </w:r>
      <w:r>
        <w:t>’</w:t>
      </w:r>
      <w:r w:rsidR="004C389C">
        <w:t>escalier</w:t>
      </w:r>
      <w:r>
        <w:t xml:space="preserve">, </w:t>
      </w:r>
      <w:r w:rsidR="004C389C">
        <w:t>bonhomme</w:t>
      </w:r>
      <w:r>
        <w:t> !…</w:t>
      </w:r>
    </w:p>
    <w:p w14:paraId="383AE8F0" w14:textId="77777777" w:rsidR="004B5A85" w:rsidRDefault="004C389C" w:rsidP="004C389C">
      <w:r>
        <w:t>Docile</w:t>
      </w:r>
      <w:r w:rsidR="004B5A85">
        <w:t xml:space="preserve">, </w:t>
      </w:r>
      <w:r>
        <w:t>Sébastien tourna un commutateur</w:t>
      </w:r>
      <w:r w:rsidR="004B5A85">
        <w:t xml:space="preserve">, </w:t>
      </w:r>
      <w:r>
        <w:t>et des lampes électriques s</w:t>
      </w:r>
      <w:r w:rsidR="004B5A85">
        <w:t>’</w:t>
      </w:r>
      <w:r>
        <w:t>allumèrent dans l</w:t>
      </w:r>
      <w:r w:rsidR="004B5A85">
        <w:t>’</w:t>
      </w:r>
      <w:r>
        <w:t>escalier en spirale</w:t>
      </w:r>
      <w:r w:rsidR="004B5A85">
        <w:t>.</w:t>
      </w:r>
    </w:p>
    <w:p w14:paraId="75B13AB6" w14:textId="77777777" w:rsidR="004B5A85" w:rsidRDefault="004C389C" w:rsidP="004C389C">
      <w:r>
        <w:t>Les huit pirates et le Ravageur se mirent à descendre le</w:t>
      </w:r>
      <w:r>
        <w:t>n</w:t>
      </w:r>
      <w:r>
        <w:t>tement</w:t>
      </w:r>
      <w:r w:rsidR="004B5A85">
        <w:t xml:space="preserve">, </w:t>
      </w:r>
      <w:r>
        <w:t>frappant sur les murs avec la crosse des revolvers</w:t>
      </w:r>
      <w:r w:rsidR="004B5A85">
        <w:t xml:space="preserve">, </w:t>
      </w:r>
      <w:r>
        <w:t>ex</w:t>
      </w:r>
      <w:r>
        <w:t>a</w:t>
      </w:r>
      <w:r>
        <w:t>minant les moindres interstices des pierres</w:t>
      </w:r>
      <w:r w:rsidR="004B5A85">
        <w:t>.</w:t>
      </w:r>
    </w:p>
    <w:p w14:paraId="7A59050C" w14:textId="77777777" w:rsidR="004B5A85" w:rsidRDefault="004C389C" w:rsidP="004C389C">
      <w:r>
        <w:t>Mais</w:t>
      </w:r>
      <w:r w:rsidR="004B5A85">
        <w:t xml:space="preserve">, </w:t>
      </w:r>
      <w:r>
        <w:t>naturellement</w:t>
      </w:r>
      <w:r w:rsidR="004B5A85">
        <w:t xml:space="preserve">, </w:t>
      </w:r>
      <w:r>
        <w:t>ils ne découvrirent rien de suspect</w:t>
      </w:r>
      <w:r w:rsidR="004B5A85">
        <w:t>.</w:t>
      </w:r>
    </w:p>
    <w:p w14:paraId="262C85F4" w14:textId="77777777" w:rsidR="004B5A85" w:rsidRDefault="004C389C" w:rsidP="004C389C">
      <w:r>
        <w:t>Ils sortirent donc du phare et</w:t>
      </w:r>
      <w:r w:rsidR="004B5A85">
        <w:t xml:space="preserve">, </w:t>
      </w:r>
      <w:r>
        <w:t>sans dire un mot au vieux gardien</w:t>
      </w:r>
      <w:r w:rsidR="004B5A85">
        <w:t xml:space="preserve">, </w:t>
      </w:r>
      <w:r>
        <w:t>qui était redescendu avec eux</w:t>
      </w:r>
      <w:r w:rsidR="004B5A85">
        <w:t xml:space="preserve">, </w:t>
      </w:r>
      <w:r>
        <w:t>ils s</w:t>
      </w:r>
      <w:r w:rsidR="004B5A85">
        <w:t>’</w:t>
      </w:r>
      <w:r>
        <w:t>embarquèrent dans le canot qui</w:t>
      </w:r>
      <w:r w:rsidR="004B5A85">
        <w:t xml:space="preserve">, </w:t>
      </w:r>
      <w:r>
        <w:t>poussé par quatre rames</w:t>
      </w:r>
      <w:r w:rsidR="004B5A85">
        <w:t xml:space="preserve">, </w:t>
      </w:r>
      <w:r>
        <w:t>vogua vers une masse noire</w:t>
      </w:r>
      <w:r w:rsidR="004B5A85">
        <w:t xml:space="preserve">, </w:t>
      </w:r>
      <w:r>
        <w:t>immobile</w:t>
      </w:r>
      <w:r w:rsidR="004B5A85">
        <w:t xml:space="preserve">, </w:t>
      </w:r>
      <w:r>
        <w:t>au ras des eaux</w:t>
      </w:r>
      <w:r w:rsidR="004B5A85">
        <w:t xml:space="preserve">, </w:t>
      </w:r>
      <w:r>
        <w:t>dans la nuit claire</w:t>
      </w:r>
      <w:r w:rsidR="004B5A85">
        <w:t xml:space="preserve">, </w:t>
      </w:r>
      <w:r>
        <w:t>à deux e</w:t>
      </w:r>
      <w:r>
        <w:t>n</w:t>
      </w:r>
      <w:r>
        <w:t>cablures du phare</w:t>
      </w:r>
      <w:r w:rsidR="004B5A85">
        <w:t>.</w:t>
      </w:r>
    </w:p>
    <w:p w14:paraId="625EE197" w14:textId="77777777" w:rsidR="004B5A85" w:rsidRDefault="004C389C" w:rsidP="004C389C">
      <w:pPr>
        <w:rPr>
          <w:i/>
          <w:iCs/>
        </w:rPr>
      </w:pPr>
      <w:r>
        <w:t>Cette masse n</w:t>
      </w:r>
      <w:r w:rsidR="004B5A85">
        <w:t>’</w:t>
      </w:r>
      <w:r>
        <w:t xml:space="preserve">était autre que le </w:t>
      </w:r>
      <w:r>
        <w:rPr>
          <w:i/>
          <w:iCs/>
        </w:rPr>
        <w:t>Nyctalope</w:t>
      </w:r>
      <w:r w:rsidR="004B5A85">
        <w:rPr>
          <w:i/>
          <w:iCs/>
        </w:rPr>
        <w:t>.</w:t>
      </w:r>
    </w:p>
    <w:p w14:paraId="6388D069" w14:textId="77777777" w:rsidR="004B5A85" w:rsidRDefault="004C389C" w:rsidP="004C389C">
      <w:r>
        <w:t>Sur la plate-forme</w:t>
      </w:r>
      <w:r w:rsidR="004B5A85">
        <w:t xml:space="preserve">, </w:t>
      </w:r>
      <w:proofErr w:type="spellStart"/>
      <w:r>
        <w:t>Askold</w:t>
      </w:r>
      <w:proofErr w:type="spellEnd"/>
      <w:r>
        <w:t xml:space="preserve"> accueillit le Maître</w:t>
      </w:r>
      <w:r w:rsidR="004B5A85">
        <w:t>.</w:t>
      </w:r>
    </w:p>
    <w:p w14:paraId="0E00DFF1" w14:textId="77777777" w:rsidR="004B5A85" w:rsidRDefault="004B5A85" w:rsidP="004C389C">
      <w:r>
        <w:t>— </w:t>
      </w:r>
      <w:r w:rsidR="004C389C">
        <w:t>Rien</w:t>
      </w:r>
      <w:r>
        <w:t xml:space="preserve"> ! </w:t>
      </w:r>
      <w:r w:rsidR="004C389C">
        <w:t>fit Hugues de Mauduit</w:t>
      </w:r>
      <w:r>
        <w:t xml:space="preserve">. </w:t>
      </w:r>
      <w:r w:rsidR="004C389C">
        <w:t>Martel n</w:t>
      </w:r>
      <w:r>
        <w:t>’</w:t>
      </w:r>
      <w:r w:rsidR="004C389C">
        <w:t>est pas dans le phare</w:t>
      </w:r>
      <w:r>
        <w:t>.</w:t>
      </w:r>
    </w:p>
    <w:p w14:paraId="403B958B" w14:textId="77777777" w:rsidR="004B5A85" w:rsidRDefault="004C389C" w:rsidP="004C389C">
      <w:proofErr w:type="spellStart"/>
      <w:r>
        <w:t>Askold</w:t>
      </w:r>
      <w:proofErr w:type="spellEnd"/>
      <w:r>
        <w:t xml:space="preserve"> avait les pressentiments tenaces</w:t>
      </w:r>
      <w:r w:rsidR="004B5A85">
        <w:t>.</w:t>
      </w:r>
    </w:p>
    <w:p w14:paraId="09D98B9D" w14:textId="77777777" w:rsidR="004B5A85" w:rsidRDefault="004C389C" w:rsidP="004C389C">
      <w:r>
        <w:t>Il osa risquer</w:t>
      </w:r>
      <w:r w:rsidR="004B5A85">
        <w:t> :</w:t>
      </w:r>
    </w:p>
    <w:p w14:paraId="623C0051" w14:textId="77777777" w:rsidR="004B5A85" w:rsidRDefault="004B5A85" w:rsidP="004C389C">
      <w:r>
        <w:t>— </w:t>
      </w:r>
      <w:r w:rsidR="004C389C">
        <w:t>Maître</w:t>
      </w:r>
      <w:r>
        <w:t xml:space="preserve">, </w:t>
      </w:r>
      <w:r w:rsidR="004C389C">
        <w:t>peut-être Martel est-il si bien caché</w:t>
      </w:r>
      <w:r>
        <w:t xml:space="preserve">…, </w:t>
      </w:r>
      <w:r w:rsidR="004C389C">
        <w:t>le mieux serait</w:t>
      </w:r>
      <w:r>
        <w:t xml:space="preserve">, </w:t>
      </w:r>
      <w:r w:rsidR="004C389C">
        <w:t>je crois</w:t>
      </w:r>
      <w:r>
        <w:t xml:space="preserve">, </w:t>
      </w:r>
      <w:r w:rsidR="004C389C">
        <w:t>d</w:t>
      </w:r>
      <w:r>
        <w:t>’</w:t>
      </w:r>
      <w:r w:rsidR="004C389C">
        <w:t>aller déposer une bonne torpille au pied de la tour et de faire tout sauter</w:t>
      </w:r>
      <w:r>
        <w:t xml:space="preserve">. </w:t>
      </w:r>
      <w:r w:rsidR="004C389C">
        <w:t>Si Martel y est caché</w:t>
      </w:r>
      <w:r>
        <w:t xml:space="preserve">, </w:t>
      </w:r>
      <w:r w:rsidR="004C389C">
        <w:t>il n</w:t>
      </w:r>
      <w:r>
        <w:t>’</w:t>
      </w:r>
      <w:r w:rsidR="004C389C">
        <w:t>en récha</w:t>
      </w:r>
      <w:r w:rsidR="004C389C">
        <w:t>p</w:t>
      </w:r>
      <w:r w:rsidR="004C389C">
        <w:t>pera pas</w:t>
      </w:r>
      <w:r>
        <w:t>.</w:t>
      </w:r>
    </w:p>
    <w:p w14:paraId="15A6ED72" w14:textId="77777777" w:rsidR="004B5A85" w:rsidRDefault="004C389C" w:rsidP="004C389C">
      <w:r>
        <w:lastRenderedPageBreak/>
        <w:t>Mais</w:t>
      </w:r>
      <w:r w:rsidR="004B5A85">
        <w:t xml:space="preserve">, </w:t>
      </w:r>
      <w:r>
        <w:t>à ces paroles</w:t>
      </w:r>
      <w:r w:rsidR="004B5A85">
        <w:t xml:space="preserve">, </w:t>
      </w:r>
      <w:r>
        <w:t>le Ravageur fronça les sourcils et</w:t>
      </w:r>
      <w:r w:rsidR="004B5A85">
        <w:t xml:space="preserve">, </w:t>
      </w:r>
      <w:r>
        <w:t>d</w:t>
      </w:r>
      <w:r w:rsidR="004B5A85">
        <w:t>’</w:t>
      </w:r>
      <w:r>
        <w:t>une voix sombre</w:t>
      </w:r>
      <w:r w:rsidR="004B5A85">
        <w:t> :</w:t>
      </w:r>
    </w:p>
    <w:p w14:paraId="74CA4AAE" w14:textId="77777777" w:rsidR="004B5A85" w:rsidRDefault="004B5A85" w:rsidP="004C389C">
      <w:r>
        <w:t>— </w:t>
      </w:r>
      <w:proofErr w:type="spellStart"/>
      <w:r w:rsidR="004C389C">
        <w:t>Askold</w:t>
      </w:r>
      <w:proofErr w:type="spellEnd"/>
      <w:r>
        <w:t xml:space="preserve">, </w:t>
      </w:r>
      <w:r w:rsidR="004C389C">
        <w:t>dit-il</w:t>
      </w:r>
      <w:r>
        <w:t xml:space="preserve">, </w:t>
      </w:r>
      <w:r w:rsidR="004C389C">
        <w:t>je voulais faire prisonnier l</w:t>
      </w:r>
      <w:r>
        <w:t>’</w:t>
      </w:r>
      <w:r w:rsidR="004C389C">
        <w:t>officier fra</w:t>
      </w:r>
      <w:r w:rsidR="004C389C">
        <w:t>n</w:t>
      </w:r>
      <w:r w:rsidR="004C389C">
        <w:t>çais</w:t>
      </w:r>
      <w:r>
        <w:t xml:space="preserve">, </w:t>
      </w:r>
      <w:r w:rsidR="004C389C">
        <w:t>mais je ne veux pas le tuer</w:t>
      </w:r>
      <w:r>
        <w:t xml:space="preserve">. </w:t>
      </w:r>
      <w:r w:rsidR="004C389C">
        <w:t>Ne sais-tu pas que pas une goutte de sang français ne coulera par ma volonté</w:t>
      </w:r>
      <w:r>
        <w:t xml:space="preserve">, </w:t>
      </w:r>
      <w:r w:rsidR="004C389C">
        <w:t>à moins que je sois en état de légitime défense</w:t>
      </w:r>
      <w:r>
        <w:t> ?…</w:t>
      </w:r>
    </w:p>
    <w:p w14:paraId="072C2E89" w14:textId="77777777" w:rsidR="004B5A85" w:rsidRDefault="004C389C" w:rsidP="004C389C">
      <w:r>
        <w:t>Et il ajouta</w:t>
      </w:r>
      <w:r w:rsidR="004B5A85">
        <w:t xml:space="preserve">, </w:t>
      </w:r>
      <w:r>
        <w:t>plus doucement</w:t>
      </w:r>
      <w:r w:rsidR="004B5A85">
        <w:t> :</w:t>
      </w:r>
    </w:p>
    <w:p w14:paraId="742C8B1A" w14:textId="77777777" w:rsidR="004B5A85" w:rsidRDefault="004B5A85" w:rsidP="004C389C">
      <w:r>
        <w:t>— </w:t>
      </w:r>
      <w:r w:rsidR="004C389C">
        <w:t>D</w:t>
      </w:r>
      <w:r>
        <w:t>’</w:t>
      </w:r>
      <w:r w:rsidR="004C389C">
        <w:t>ailleurs</w:t>
      </w:r>
      <w:r>
        <w:t xml:space="preserve">, </w:t>
      </w:r>
      <w:r w:rsidR="004C389C">
        <w:t>Martel n</w:t>
      </w:r>
      <w:r>
        <w:t>’</w:t>
      </w:r>
      <w:r w:rsidR="004C389C">
        <w:t>est pas dans le phare</w:t>
      </w:r>
      <w:r>
        <w:t xml:space="preserve">. </w:t>
      </w:r>
      <w:r w:rsidR="004C389C">
        <w:t>Il doit être à Rio</w:t>
      </w:r>
      <w:r>
        <w:t xml:space="preserve">, </w:t>
      </w:r>
      <w:r w:rsidR="004C389C">
        <w:t>maintenant</w:t>
      </w:r>
      <w:r>
        <w:t xml:space="preserve">… </w:t>
      </w:r>
      <w:r w:rsidR="004C389C">
        <w:t>N</w:t>
      </w:r>
      <w:r>
        <w:t>’</w:t>
      </w:r>
      <w:r w:rsidR="004C389C">
        <w:t>y pensons plus</w:t>
      </w:r>
      <w:r>
        <w:t> !</w:t>
      </w:r>
    </w:p>
    <w:p w14:paraId="401E6EA4" w14:textId="77777777" w:rsidR="004B5A85" w:rsidRDefault="004C389C" w:rsidP="004C389C">
      <w:r>
        <w:t>Changeant brusquement de pensée</w:t>
      </w:r>
      <w:r w:rsidR="004B5A85">
        <w:t xml:space="preserve">, </w:t>
      </w:r>
      <w:r>
        <w:t>il reprit encore</w:t>
      </w:r>
      <w:r w:rsidR="004B5A85">
        <w:t> :</w:t>
      </w:r>
    </w:p>
    <w:p w14:paraId="6811C520" w14:textId="77777777" w:rsidR="004B5A85" w:rsidRDefault="004B5A85" w:rsidP="004C389C">
      <w:r>
        <w:t>— </w:t>
      </w:r>
      <w:r w:rsidR="004C389C">
        <w:t>Et les torpilleurs qui rôdaient par là</w:t>
      </w:r>
      <w:r>
        <w:t xml:space="preserve">, </w:t>
      </w:r>
      <w:r w:rsidR="004C389C">
        <w:t>tout à l</w:t>
      </w:r>
      <w:r>
        <w:t>’</w:t>
      </w:r>
      <w:r w:rsidR="004C389C">
        <w:t>heure</w:t>
      </w:r>
      <w:r>
        <w:t xml:space="preserve">… </w:t>
      </w:r>
      <w:r w:rsidR="004C389C">
        <w:t>Où sont-ils</w:t>
      </w:r>
      <w:r>
        <w:t> ?</w:t>
      </w:r>
    </w:p>
    <w:p w14:paraId="624CD827" w14:textId="77777777" w:rsidR="004B5A85" w:rsidRDefault="004C389C" w:rsidP="004C389C">
      <w:proofErr w:type="spellStart"/>
      <w:r>
        <w:t>Askold</w:t>
      </w:r>
      <w:proofErr w:type="spellEnd"/>
      <w:r>
        <w:t xml:space="preserve"> eut un sourire silencieux et répondit</w:t>
      </w:r>
      <w:r w:rsidR="004B5A85">
        <w:t> :</w:t>
      </w:r>
    </w:p>
    <w:p w14:paraId="4DC8AA15" w14:textId="77777777" w:rsidR="004B5A85" w:rsidRDefault="004B5A85" w:rsidP="004C389C">
      <w:r>
        <w:t>— </w:t>
      </w:r>
      <w:r w:rsidR="004C389C">
        <w:t>Maître</w:t>
      </w:r>
      <w:r>
        <w:t xml:space="preserve">, </w:t>
      </w:r>
      <w:r w:rsidR="004C389C">
        <w:t>je me suis borné à allumer mes deux projecteurs et à courir sur eux à toute vitesse</w:t>
      </w:r>
      <w:r>
        <w:t xml:space="preserve">… </w:t>
      </w:r>
      <w:r w:rsidR="004C389C">
        <w:t>Peut-être ont-ils cru avoir a</w:t>
      </w:r>
      <w:r w:rsidR="004C389C">
        <w:t>f</w:t>
      </w:r>
      <w:r w:rsidR="004C389C">
        <w:t>faire au Serpent-de-Mer en personne</w:t>
      </w:r>
      <w:r>
        <w:t xml:space="preserve">, </w:t>
      </w:r>
      <w:r w:rsidR="004C389C">
        <w:t>car ils ont aussitôt viré de bord</w:t>
      </w:r>
      <w:r>
        <w:t xml:space="preserve">, </w:t>
      </w:r>
      <w:r w:rsidR="004C389C">
        <w:t>éteint leurs feux et regagné la côte</w:t>
      </w:r>
      <w:r>
        <w:t> !</w:t>
      </w:r>
    </w:p>
    <w:p w14:paraId="5D1A32CD" w14:textId="77777777" w:rsidR="004B5A85" w:rsidRDefault="004B5A85" w:rsidP="004C389C">
      <w:r>
        <w:t>— </w:t>
      </w:r>
      <w:r w:rsidR="004C389C">
        <w:t>C</w:t>
      </w:r>
      <w:r>
        <w:t>’</w:t>
      </w:r>
      <w:r w:rsidR="004C389C">
        <w:t>est bien</w:t>
      </w:r>
      <w:r>
        <w:t> !</w:t>
      </w:r>
    </w:p>
    <w:p w14:paraId="30871590" w14:textId="77777777" w:rsidR="004B5A85" w:rsidRDefault="004C389C" w:rsidP="004C389C">
      <w:r>
        <w:t>Et</w:t>
      </w:r>
      <w:r w:rsidR="004B5A85">
        <w:t xml:space="preserve">, </w:t>
      </w:r>
      <w:r>
        <w:t>après un dernier regard sur la vaste mer nocturne</w:t>
      </w:r>
      <w:r w:rsidR="004B5A85">
        <w:t xml:space="preserve">, </w:t>
      </w:r>
      <w:r>
        <w:t>sur le ciel criblé d</w:t>
      </w:r>
      <w:r w:rsidR="004B5A85">
        <w:t>’</w:t>
      </w:r>
      <w:r>
        <w:t>étoiles</w:t>
      </w:r>
      <w:r w:rsidR="004B5A85">
        <w:t xml:space="preserve">, </w:t>
      </w:r>
      <w:r>
        <w:t>sur le phare dont la lumière brillait à i</w:t>
      </w:r>
      <w:r>
        <w:t>n</w:t>
      </w:r>
      <w:r>
        <w:t>termittences régulières</w:t>
      </w:r>
      <w:r w:rsidR="004B5A85">
        <w:t xml:space="preserve">, </w:t>
      </w:r>
      <w:r>
        <w:t>le Ravageur descendit l</w:t>
      </w:r>
      <w:r w:rsidR="004B5A85">
        <w:t>’</w:t>
      </w:r>
      <w:r>
        <w:t>escalier de l</w:t>
      </w:r>
      <w:r w:rsidR="004B5A85">
        <w:t>’</w:t>
      </w:r>
      <w:r>
        <w:t>écoutille</w:t>
      </w:r>
      <w:r w:rsidR="004B5A85">
        <w:t>.</w:t>
      </w:r>
    </w:p>
    <w:p w14:paraId="10B2F147" w14:textId="77777777" w:rsidR="004B5A85" w:rsidRDefault="004C389C" w:rsidP="004C389C">
      <w:proofErr w:type="spellStart"/>
      <w:r>
        <w:t>Askold</w:t>
      </w:r>
      <w:proofErr w:type="spellEnd"/>
      <w:r>
        <w:t xml:space="preserve"> le suivit</w:t>
      </w:r>
      <w:r w:rsidR="004B5A85">
        <w:t>.</w:t>
      </w:r>
    </w:p>
    <w:p w14:paraId="70AE7F52" w14:textId="77777777" w:rsidR="004B5A85" w:rsidRDefault="004C389C" w:rsidP="004C389C">
      <w:r>
        <w:t>Les huit pirates</w:t>
      </w:r>
      <w:r w:rsidR="004B5A85">
        <w:t xml:space="preserve">, </w:t>
      </w:r>
      <w:r>
        <w:t>après avoir encastré et fixé le canot dans son alvéole</w:t>
      </w:r>
      <w:r w:rsidR="004B5A85">
        <w:t xml:space="preserve">, </w:t>
      </w:r>
      <w:r>
        <w:t>étaient déjà descendus dans l</w:t>
      </w:r>
      <w:r w:rsidR="004B5A85">
        <w:t>’</w:t>
      </w:r>
      <w:r>
        <w:t>intérieur du sous-marin</w:t>
      </w:r>
      <w:r w:rsidR="004B5A85">
        <w:t>.</w:t>
      </w:r>
    </w:p>
    <w:p w14:paraId="42C654F8" w14:textId="77777777" w:rsidR="004B5A85" w:rsidRDefault="004C389C" w:rsidP="004C389C">
      <w:r>
        <w:lastRenderedPageBreak/>
        <w:t>Presque aussitôt</w:t>
      </w:r>
      <w:r w:rsidR="004B5A85">
        <w:t xml:space="preserve">, </w:t>
      </w:r>
      <w:r>
        <w:t>le panneau de l</w:t>
      </w:r>
      <w:r w:rsidR="004B5A85">
        <w:t>’</w:t>
      </w:r>
      <w:r>
        <w:t>écoutille se referma</w:t>
      </w:r>
      <w:r w:rsidR="004B5A85">
        <w:t xml:space="preserve">, </w:t>
      </w:r>
      <w:r>
        <w:t>le garde-fou de la plate-forme s</w:t>
      </w:r>
      <w:r w:rsidR="004B5A85">
        <w:t>’</w:t>
      </w:r>
      <w:r>
        <w:t>abattit automatiquement et</w:t>
      </w:r>
      <w:r w:rsidR="004B5A85">
        <w:t xml:space="preserve">, </w:t>
      </w:r>
      <w:r>
        <w:t>dans un bouillonnement écumeux des eaux</w:t>
      </w:r>
      <w:r w:rsidR="004B5A85">
        <w:t xml:space="preserve">, </w:t>
      </w:r>
      <w:r>
        <w:t xml:space="preserve">le </w:t>
      </w:r>
      <w:r>
        <w:rPr>
          <w:i/>
          <w:iCs/>
        </w:rPr>
        <w:t xml:space="preserve">Nyctalope </w:t>
      </w:r>
      <w:r>
        <w:t>s</w:t>
      </w:r>
      <w:r w:rsidR="004B5A85">
        <w:t>’</w:t>
      </w:r>
      <w:r>
        <w:t>enfonça dans le sein de l</w:t>
      </w:r>
      <w:r w:rsidR="004B5A85">
        <w:t>’</w:t>
      </w:r>
      <w:r>
        <w:t>océan</w:t>
      </w:r>
      <w:r w:rsidR="004B5A85">
        <w:t>…</w:t>
      </w:r>
    </w:p>
    <w:p w14:paraId="6C8A0483" w14:textId="77777777" w:rsidR="004B5A85" w:rsidRDefault="004C389C" w:rsidP="004C389C">
      <w:r>
        <w:t>Or</w:t>
      </w:r>
      <w:r w:rsidR="004B5A85">
        <w:t xml:space="preserve">, </w:t>
      </w:r>
      <w:r>
        <w:t>pendant ce temps</w:t>
      </w:r>
      <w:r w:rsidR="004B5A85">
        <w:t xml:space="preserve">, </w:t>
      </w:r>
      <w:r>
        <w:t>dans le poste de veille du phare</w:t>
      </w:r>
      <w:r w:rsidR="004B5A85">
        <w:t xml:space="preserve">, </w:t>
      </w:r>
      <w:r>
        <w:t>S</w:t>
      </w:r>
      <w:r>
        <w:t>é</w:t>
      </w:r>
      <w:r>
        <w:t>bastien et Antonio ouvraient l</w:t>
      </w:r>
      <w:r w:rsidR="004B5A85">
        <w:t>’</w:t>
      </w:r>
      <w:r>
        <w:t>un des six hublots qui étaient les fenêtres du poste</w:t>
      </w:r>
      <w:r w:rsidR="004B5A85">
        <w:t>.</w:t>
      </w:r>
    </w:p>
    <w:p w14:paraId="67DDD740" w14:textId="77777777" w:rsidR="004B5A85" w:rsidRDefault="004C389C" w:rsidP="004C389C">
      <w:r>
        <w:t>Et Sébastien appelait</w:t>
      </w:r>
      <w:r w:rsidR="004B5A85">
        <w:t xml:space="preserve">, </w:t>
      </w:r>
      <w:r>
        <w:t xml:space="preserve">à </w:t>
      </w:r>
      <w:proofErr w:type="spellStart"/>
      <w:r>
        <w:t>demi-voix</w:t>
      </w:r>
      <w:proofErr w:type="spellEnd"/>
      <w:r w:rsidR="004B5A85">
        <w:t> :</w:t>
      </w:r>
    </w:p>
    <w:p w14:paraId="05C935D0" w14:textId="77777777" w:rsidR="004B5A85" w:rsidRDefault="004B5A85" w:rsidP="004C389C">
      <w:r>
        <w:t>— </w:t>
      </w:r>
      <w:r w:rsidR="004C389C">
        <w:t>Commandant</w:t>
      </w:r>
      <w:r>
        <w:t xml:space="preserve"> ! </w:t>
      </w:r>
      <w:r w:rsidR="004C389C">
        <w:t>commandant</w:t>
      </w:r>
      <w:r>
        <w:t xml:space="preserve"> ! </w:t>
      </w:r>
      <w:r w:rsidR="004C389C">
        <w:t>venez</w:t>
      </w:r>
      <w:r>
        <w:t xml:space="preserve">, </w:t>
      </w:r>
      <w:r w:rsidR="004C389C">
        <w:t>ils sont partis</w:t>
      </w:r>
      <w:r>
        <w:t>…</w:t>
      </w:r>
    </w:p>
    <w:p w14:paraId="2216B012" w14:textId="77777777" w:rsidR="004B5A85" w:rsidRDefault="004C389C" w:rsidP="004C389C">
      <w:r>
        <w:t>Antonio ajoutait</w:t>
      </w:r>
      <w:r w:rsidR="004B5A85">
        <w:t> :</w:t>
      </w:r>
    </w:p>
    <w:p w14:paraId="0EBA2FE9" w14:textId="77777777" w:rsidR="004B5A85" w:rsidRDefault="004B5A85" w:rsidP="004C389C">
      <w:r>
        <w:t>— </w:t>
      </w:r>
      <w:r w:rsidR="004C389C">
        <w:t>Attention de ne pas glisser</w:t>
      </w:r>
      <w:r>
        <w:t> !…</w:t>
      </w:r>
    </w:p>
    <w:p w14:paraId="22F02138" w14:textId="77777777" w:rsidR="004B5A85" w:rsidRDefault="004C389C" w:rsidP="004C389C">
      <w:r>
        <w:t>Et ils regardaient tous les deux avec anxiété les mouv</w:t>
      </w:r>
      <w:r>
        <w:t>e</w:t>
      </w:r>
      <w:r>
        <w:t>ments de l</w:t>
      </w:r>
      <w:r w:rsidR="004B5A85">
        <w:t>’</w:t>
      </w:r>
      <w:r>
        <w:t>officier français</w:t>
      </w:r>
      <w:r w:rsidR="004B5A85">
        <w:t>.</w:t>
      </w:r>
    </w:p>
    <w:p w14:paraId="6D5C7D76" w14:textId="77777777" w:rsidR="004B5A85" w:rsidRDefault="004C389C" w:rsidP="004C389C">
      <w:r>
        <w:t>Mouvements périlleux</w:t>
      </w:r>
      <w:r w:rsidR="004B5A85">
        <w:t> !</w:t>
      </w:r>
    </w:p>
    <w:p w14:paraId="6A670FAF" w14:textId="77777777" w:rsidR="004B5A85" w:rsidRDefault="004C389C" w:rsidP="004C389C">
      <w:r>
        <w:t>En effet</w:t>
      </w:r>
      <w:r w:rsidR="004B5A85">
        <w:t xml:space="preserve">, </w:t>
      </w:r>
      <w:r>
        <w:t>le mur circulaire de la tour se terminait</w:t>
      </w:r>
      <w:r w:rsidR="004B5A85">
        <w:t xml:space="preserve">, </w:t>
      </w:r>
      <w:r>
        <w:t>en haut</w:t>
      </w:r>
      <w:r w:rsidR="004B5A85">
        <w:t xml:space="preserve">, </w:t>
      </w:r>
      <w:r>
        <w:t>par une corniche large de cinquante centimètres</w:t>
      </w:r>
      <w:r w:rsidR="004B5A85">
        <w:t xml:space="preserve">, </w:t>
      </w:r>
      <w:r>
        <w:t>qui courait au niveau de l</w:t>
      </w:r>
      <w:r w:rsidR="004B5A85">
        <w:t>’</w:t>
      </w:r>
      <w:r>
        <w:t>ouverture des hublots</w:t>
      </w:r>
      <w:r w:rsidR="004B5A85">
        <w:t xml:space="preserve">. </w:t>
      </w:r>
      <w:r>
        <w:t>Sur le rebord intérieur de cette corniche était posée la coupole métallique du phare pr</w:t>
      </w:r>
      <w:r>
        <w:t>o</w:t>
      </w:r>
      <w:r>
        <w:t>prement dit</w:t>
      </w:r>
      <w:r w:rsidR="004B5A85">
        <w:t xml:space="preserve">. </w:t>
      </w:r>
      <w:r>
        <w:t>Et c</w:t>
      </w:r>
      <w:r w:rsidR="004B5A85">
        <w:t>’</w:t>
      </w:r>
      <w:r>
        <w:t>est sur le rebord extérieur de cette corniche</w:t>
      </w:r>
      <w:r w:rsidR="004B5A85">
        <w:t xml:space="preserve">, </w:t>
      </w:r>
      <w:r>
        <w:t>comme sur un très étroit balcon sans balustrade</w:t>
      </w:r>
      <w:r w:rsidR="004B5A85">
        <w:t xml:space="preserve">, </w:t>
      </w:r>
      <w:r>
        <w:t>que Ludovic Martel</w:t>
      </w:r>
      <w:r w:rsidR="004B5A85">
        <w:t xml:space="preserve">, </w:t>
      </w:r>
      <w:r>
        <w:t>debout</w:t>
      </w:r>
      <w:r w:rsidR="004B5A85">
        <w:t xml:space="preserve">, </w:t>
      </w:r>
      <w:r>
        <w:t>collé à plat ventre contre la coupole</w:t>
      </w:r>
      <w:r w:rsidR="004B5A85">
        <w:t xml:space="preserve">, </w:t>
      </w:r>
      <w:r>
        <w:t>entre deux hublots</w:t>
      </w:r>
      <w:r w:rsidR="004B5A85">
        <w:t xml:space="preserve">, </w:t>
      </w:r>
      <w:r>
        <w:t>s</w:t>
      </w:r>
      <w:r w:rsidR="004B5A85">
        <w:t>’</w:t>
      </w:r>
      <w:r>
        <w:t>était tenu pendant que les pirates visitaient l</w:t>
      </w:r>
      <w:r w:rsidR="004B5A85">
        <w:t>’</w:t>
      </w:r>
      <w:r>
        <w:t>intérieur de la tour</w:t>
      </w:r>
      <w:r w:rsidR="004B5A85">
        <w:t>.</w:t>
      </w:r>
    </w:p>
    <w:p w14:paraId="18BF2F6E" w14:textId="77777777" w:rsidR="004B5A85" w:rsidRDefault="004C389C" w:rsidP="004C389C">
      <w:r>
        <w:t>Devant le hublot ouvert</w:t>
      </w:r>
      <w:r w:rsidR="004B5A85">
        <w:t xml:space="preserve">, </w:t>
      </w:r>
      <w:r>
        <w:t>l</w:t>
      </w:r>
      <w:r w:rsidR="004B5A85">
        <w:t>’</w:t>
      </w:r>
      <w:r>
        <w:t>officier français s</w:t>
      </w:r>
      <w:r w:rsidR="004B5A85">
        <w:t>’</w:t>
      </w:r>
      <w:r>
        <w:t>agenouilla avec précaution</w:t>
      </w:r>
      <w:r w:rsidR="004B5A85">
        <w:t xml:space="preserve">, </w:t>
      </w:r>
      <w:r>
        <w:t>aussitôt agrippé aux cuisses par les mains solides de Sébastien et d</w:t>
      </w:r>
      <w:r w:rsidR="004B5A85">
        <w:t>’</w:t>
      </w:r>
      <w:r>
        <w:t>Antonio</w:t>
      </w:r>
      <w:r w:rsidR="004B5A85">
        <w:t>.</w:t>
      </w:r>
    </w:p>
    <w:p w14:paraId="70DF1912" w14:textId="77777777" w:rsidR="004B5A85" w:rsidRDefault="004C389C" w:rsidP="004C389C">
      <w:r>
        <w:lastRenderedPageBreak/>
        <w:t>Et</w:t>
      </w:r>
      <w:r w:rsidR="004B5A85">
        <w:t xml:space="preserve">, </w:t>
      </w:r>
      <w:r>
        <w:t>s</w:t>
      </w:r>
      <w:r w:rsidR="004B5A85">
        <w:t>’</w:t>
      </w:r>
      <w:r>
        <w:t>accrochant lui-même à la bordure du hublot</w:t>
      </w:r>
      <w:r w:rsidR="004B5A85">
        <w:t xml:space="preserve">, </w:t>
      </w:r>
      <w:r>
        <w:t>il se lai</w:t>
      </w:r>
      <w:r>
        <w:t>s</w:t>
      </w:r>
      <w:r>
        <w:t>sa tirer à l</w:t>
      </w:r>
      <w:r w:rsidR="004B5A85">
        <w:t>’</w:t>
      </w:r>
      <w:r>
        <w:t>intérieur par les deux hommes</w:t>
      </w:r>
      <w:r w:rsidR="004B5A85">
        <w:t xml:space="preserve">, </w:t>
      </w:r>
      <w:r>
        <w:t>les genoux en avant</w:t>
      </w:r>
      <w:r w:rsidR="004B5A85">
        <w:t xml:space="preserve">, </w:t>
      </w:r>
      <w:r>
        <w:t>le haut du corps suspendu pendant une minute dans le vide</w:t>
      </w:r>
      <w:r w:rsidR="004B5A85">
        <w:t>.</w:t>
      </w:r>
    </w:p>
    <w:p w14:paraId="3C060284" w14:textId="77777777" w:rsidR="004B5A85" w:rsidRDefault="004C389C" w:rsidP="004C389C">
      <w:r>
        <w:t>Quand il se dressa enfin sur ses pieds</w:t>
      </w:r>
      <w:r w:rsidR="004B5A85">
        <w:t xml:space="preserve">, </w:t>
      </w:r>
      <w:r>
        <w:t>dans le poste</w:t>
      </w:r>
      <w:r w:rsidR="004B5A85">
        <w:t xml:space="preserve">, </w:t>
      </w:r>
      <w:r>
        <w:t>Lud</w:t>
      </w:r>
      <w:r>
        <w:t>o</w:t>
      </w:r>
      <w:r>
        <w:t>vic Martel était blême</w:t>
      </w:r>
      <w:r w:rsidR="004B5A85">
        <w:t xml:space="preserve">. </w:t>
      </w:r>
      <w:r>
        <w:t>Sur cette corniche</w:t>
      </w:r>
      <w:r w:rsidR="004B5A85">
        <w:t xml:space="preserve">, </w:t>
      </w:r>
      <w:r>
        <w:t>dont le moindre coup de vent pouvait le détacher pour le jeter à la mer d</w:t>
      </w:r>
      <w:r w:rsidR="004B5A85">
        <w:t>’</w:t>
      </w:r>
      <w:r>
        <w:t>une hauteur de quarante mètres</w:t>
      </w:r>
      <w:r w:rsidR="004B5A85">
        <w:t xml:space="preserve">, </w:t>
      </w:r>
      <w:r>
        <w:t>il venait de passer un des moments les plus atroces de son existence</w:t>
      </w:r>
      <w:r w:rsidR="004B5A85">
        <w:t>.</w:t>
      </w:r>
    </w:p>
    <w:p w14:paraId="5E0E960B" w14:textId="77777777" w:rsidR="004B5A85" w:rsidRDefault="004C389C" w:rsidP="004C389C">
      <w:r>
        <w:t>On dut lui faire boire une gorgée de cognac</w:t>
      </w:r>
      <w:r w:rsidR="004B5A85">
        <w:t xml:space="preserve">. </w:t>
      </w:r>
      <w:r>
        <w:t>Puis</w:t>
      </w:r>
      <w:r w:rsidR="004B5A85">
        <w:t xml:space="preserve">, </w:t>
      </w:r>
      <w:r>
        <w:t>avec eff</w:t>
      </w:r>
      <w:r>
        <w:t>u</w:t>
      </w:r>
      <w:r>
        <w:t>sion</w:t>
      </w:r>
      <w:r w:rsidR="004B5A85">
        <w:t xml:space="preserve">, </w:t>
      </w:r>
      <w:r>
        <w:t>il remercia ses deux sauveteurs</w:t>
      </w:r>
      <w:r w:rsidR="004B5A85">
        <w:t>.</w:t>
      </w:r>
    </w:p>
    <w:p w14:paraId="20CFD1A5" w14:textId="77777777" w:rsidR="004B5A85" w:rsidRDefault="004B5A85" w:rsidP="004C389C">
      <w:r>
        <w:t>— </w:t>
      </w:r>
      <w:r w:rsidR="004C389C">
        <w:t>Laissons passer la nuit</w:t>
      </w:r>
      <w:r>
        <w:t xml:space="preserve">, </w:t>
      </w:r>
      <w:r w:rsidR="004C389C">
        <w:t>dit Sébastien</w:t>
      </w:r>
      <w:r>
        <w:t xml:space="preserve">. </w:t>
      </w:r>
      <w:r w:rsidR="004C389C">
        <w:t>On ne voit plus a</w:t>
      </w:r>
      <w:r w:rsidR="004C389C">
        <w:t>u</w:t>
      </w:r>
      <w:r w:rsidR="004C389C">
        <w:t>cun torpilleur</w:t>
      </w:r>
      <w:r>
        <w:t xml:space="preserve">. </w:t>
      </w:r>
      <w:r w:rsidR="004C389C">
        <w:t>Le Ravageur les aura chassés</w:t>
      </w:r>
      <w:r>
        <w:t xml:space="preserve">, </w:t>
      </w:r>
      <w:r w:rsidR="004C389C">
        <w:t>je ne sais co</w:t>
      </w:r>
      <w:r w:rsidR="004C389C">
        <w:t>m</w:t>
      </w:r>
      <w:r w:rsidR="004C389C">
        <w:t>ment</w:t>
      </w:r>
      <w:r>
        <w:t xml:space="preserve">… </w:t>
      </w:r>
      <w:r w:rsidR="004C389C">
        <w:t>Commandant</w:t>
      </w:r>
      <w:r>
        <w:t xml:space="preserve">, </w:t>
      </w:r>
      <w:r w:rsidR="004C389C">
        <w:t>vous allez vous reposer dans notre lit</w:t>
      </w:r>
      <w:r>
        <w:t xml:space="preserve">. </w:t>
      </w:r>
      <w:r w:rsidR="004C389C">
        <w:t>Demain matin</w:t>
      </w:r>
      <w:r>
        <w:t xml:space="preserve">, </w:t>
      </w:r>
      <w:r w:rsidR="004C389C">
        <w:t>seulement</w:t>
      </w:r>
      <w:r>
        <w:t xml:space="preserve">, </w:t>
      </w:r>
      <w:r w:rsidR="004C389C">
        <w:t>je câblerai à Rio</w:t>
      </w:r>
      <w:r>
        <w:t xml:space="preserve">, </w:t>
      </w:r>
      <w:r w:rsidR="004C389C">
        <w:t>et l</w:t>
      </w:r>
      <w:r>
        <w:t>’</w:t>
      </w:r>
      <w:r w:rsidR="004C389C">
        <w:t>on viendra vous chercher</w:t>
      </w:r>
      <w:r>
        <w:t>…</w:t>
      </w:r>
    </w:p>
    <w:p w14:paraId="29B11AA0" w14:textId="77777777" w:rsidR="004B5A85" w:rsidRDefault="004B5A85" w:rsidP="004C389C">
      <w:r>
        <w:t>« </w:t>
      </w:r>
      <w:r w:rsidR="004C389C">
        <w:t>Espérons qu</w:t>
      </w:r>
      <w:r>
        <w:t>’</w:t>
      </w:r>
      <w:r w:rsidR="004C389C">
        <w:t>à ce moment le Ravageur sera loin</w:t>
      </w:r>
      <w:r>
        <w:t xml:space="preserve">… </w:t>
      </w:r>
      <w:r w:rsidR="004C389C">
        <w:t>Et vous prendrez un jour votre revanche</w:t>
      </w:r>
      <w:r>
        <w:t> !…</w:t>
      </w:r>
    </w:p>
    <w:p w14:paraId="4E6685F5" w14:textId="77777777" w:rsidR="004B5A85" w:rsidRDefault="004B5A85" w:rsidP="004C389C">
      <w:r>
        <w:t>— </w:t>
      </w:r>
      <w:r w:rsidR="004C389C">
        <w:t>Ah</w:t>
      </w:r>
      <w:r>
        <w:t xml:space="preserve"> ! </w:t>
      </w:r>
      <w:r w:rsidR="004C389C">
        <w:t>oui</w:t>
      </w:r>
      <w:r>
        <w:t xml:space="preserve">, </w:t>
      </w:r>
      <w:r w:rsidR="004C389C">
        <w:t>je la prendrai</w:t>
      </w:r>
      <w:r>
        <w:t xml:space="preserve"> ! </w:t>
      </w:r>
      <w:r w:rsidR="004C389C">
        <w:t>s</w:t>
      </w:r>
      <w:r>
        <w:t>’</w:t>
      </w:r>
      <w:r w:rsidR="004C389C">
        <w:t>écria Ludovic avec feu</w:t>
      </w:r>
      <w:r>
        <w:t xml:space="preserve">. </w:t>
      </w:r>
      <w:r w:rsidR="004C389C">
        <w:t>Et ce s</w:t>
      </w:r>
      <w:r w:rsidR="004C389C">
        <w:t>e</w:t>
      </w:r>
      <w:r w:rsidR="004C389C">
        <w:t>ra la revanche de la France et du monde entier</w:t>
      </w:r>
      <w:r>
        <w:t> !…</w:t>
      </w:r>
    </w:p>
    <w:p w14:paraId="533DFD70" w14:textId="0A5733AF" w:rsidR="004C389C" w:rsidRDefault="004C389C" w:rsidP="004B5A85">
      <w:pPr>
        <w:pStyle w:val="Titre1"/>
      </w:pPr>
      <w:bookmarkStart w:id="17" w:name="__RefHeading__19_1003869823"/>
      <w:bookmarkStart w:id="18" w:name="_Toc202462470"/>
      <w:bookmarkEnd w:id="17"/>
      <w:r>
        <w:lastRenderedPageBreak/>
        <w:t>CHAPITRE X</w:t>
      </w:r>
      <w:r>
        <w:br/>
      </w:r>
      <w:r>
        <w:br/>
        <w:t>CAMPING FORCÉ</w:t>
      </w:r>
      <w:bookmarkEnd w:id="18"/>
    </w:p>
    <w:p w14:paraId="52631FF3" w14:textId="77777777" w:rsidR="004B5A85" w:rsidRDefault="004C389C" w:rsidP="004C389C">
      <w:r>
        <w:t>Laissons Ludovic Martel se reposer de ses émotions et de ses fatigues dans le petit lit étroit du gardien du phare</w:t>
      </w:r>
      <w:r w:rsidR="004B5A85">
        <w:t xml:space="preserve"> ; </w:t>
      </w:r>
      <w:r>
        <w:t xml:space="preserve">laissons le </w:t>
      </w:r>
      <w:r>
        <w:rPr>
          <w:i/>
          <w:iCs/>
        </w:rPr>
        <w:t xml:space="preserve">Nyctalope </w:t>
      </w:r>
      <w:r>
        <w:t>s</w:t>
      </w:r>
      <w:r w:rsidR="004B5A85">
        <w:t>’</w:t>
      </w:r>
      <w:r>
        <w:t>enfoncer dans les eaux de l</w:t>
      </w:r>
      <w:r w:rsidR="004B5A85">
        <w:t>’</w:t>
      </w:r>
      <w:r>
        <w:t>océan Atlantique</w:t>
      </w:r>
      <w:r w:rsidR="004B5A85">
        <w:t xml:space="preserve">, </w:t>
      </w:r>
      <w:r>
        <w:t>avec son équipage de forbans et leur héroïque prisonnier Pierrot l</w:t>
      </w:r>
      <w:r w:rsidR="004B5A85">
        <w:t>’</w:t>
      </w:r>
      <w:r>
        <w:t>Écureuil</w:t>
      </w:r>
      <w:r w:rsidR="004B5A85">
        <w:t xml:space="preserve">, </w:t>
      </w:r>
      <w:r>
        <w:t>et revenons de quelques jours en arrière</w:t>
      </w:r>
      <w:r w:rsidR="004B5A85">
        <w:t xml:space="preserve">, </w:t>
      </w:r>
      <w:r>
        <w:t>pour suivre les émouvantes aventures de l</w:t>
      </w:r>
      <w:r w:rsidR="004B5A85">
        <w:t>’</w:t>
      </w:r>
      <w:r>
        <w:t>équipage du sous-marin français volé par le Ravageur du Monde</w:t>
      </w:r>
      <w:r w:rsidR="004B5A85">
        <w:t>.</w:t>
      </w:r>
    </w:p>
    <w:p w14:paraId="4AF35980" w14:textId="77777777" w:rsidR="004B5A85" w:rsidRDefault="004C389C" w:rsidP="004C389C">
      <w:r>
        <w:t>On n</w:t>
      </w:r>
      <w:r w:rsidR="004B5A85">
        <w:t>’</w:t>
      </w:r>
      <w:r>
        <w:t>a pas oublié que les dix-sept marins français avaient été débarqués</w:t>
      </w:r>
      <w:r w:rsidR="004B5A85">
        <w:t xml:space="preserve">, </w:t>
      </w:r>
      <w:r>
        <w:t>sous l</w:t>
      </w:r>
      <w:r w:rsidR="004B5A85">
        <w:t>’</w:t>
      </w:r>
      <w:r>
        <w:t>œil désolé de leur chef</w:t>
      </w:r>
      <w:r w:rsidR="004B5A85">
        <w:t xml:space="preserve">, </w:t>
      </w:r>
      <w:r>
        <w:t>le commandant Martel</w:t>
      </w:r>
      <w:r w:rsidR="004B5A85">
        <w:t xml:space="preserve">, </w:t>
      </w:r>
      <w:r>
        <w:t>dans une île déserte inconnue des navigateurs</w:t>
      </w:r>
      <w:r w:rsidR="004B5A85">
        <w:t xml:space="preserve">, </w:t>
      </w:r>
      <w:r>
        <w:t>mais que connaissait le Ravageur</w:t>
      </w:r>
      <w:r w:rsidR="004B5A85">
        <w:t xml:space="preserve">, </w:t>
      </w:r>
      <w:r>
        <w:t>et située dans l</w:t>
      </w:r>
      <w:r w:rsidR="004B5A85">
        <w:t>’</w:t>
      </w:r>
      <w:r>
        <w:t>océan Pacifique</w:t>
      </w:r>
      <w:r w:rsidR="004B5A85">
        <w:t xml:space="preserve">, </w:t>
      </w:r>
      <w:r>
        <w:t>par 121 degrés 2 minutes de longitude occidentale et 30 degrés 5 m</w:t>
      </w:r>
      <w:r>
        <w:t>i</w:t>
      </w:r>
      <w:r>
        <w:t>nutes de latitude sud</w:t>
      </w:r>
      <w:r w:rsidR="004B5A85">
        <w:t>.</w:t>
      </w:r>
    </w:p>
    <w:p w14:paraId="213F526F" w14:textId="77777777" w:rsidR="004B5A85" w:rsidRDefault="004C389C" w:rsidP="004C389C">
      <w:r>
        <w:t>Sur une petite plage bordée d</w:t>
      </w:r>
      <w:r w:rsidR="004B5A85">
        <w:t>’</w:t>
      </w:r>
      <w:r>
        <w:t>une haute falaise</w:t>
      </w:r>
      <w:r w:rsidR="004B5A85">
        <w:t xml:space="preserve">, </w:t>
      </w:r>
      <w:r>
        <w:t>les dix-sept hommes</w:t>
      </w:r>
      <w:r w:rsidR="004B5A85">
        <w:t xml:space="preserve">, </w:t>
      </w:r>
      <w:r>
        <w:t>des larmes de rage aux yeux</w:t>
      </w:r>
      <w:r w:rsidR="004B5A85">
        <w:t xml:space="preserve">, </w:t>
      </w:r>
      <w:r>
        <w:t>avaient vu leur cher commandant Martel emporté brutalement par deux pirates à l</w:t>
      </w:r>
      <w:r w:rsidR="004B5A85">
        <w:t>’</w:t>
      </w:r>
      <w:r>
        <w:t>intérieur du sous-marin</w:t>
      </w:r>
      <w:r w:rsidR="004B5A85">
        <w:t xml:space="preserve">, </w:t>
      </w:r>
      <w:r>
        <w:t>et le sous-marin lui-même s</w:t>
      </w:r>
      <w:r w:rsidR="004B5A85">
        <w:t>’</w:t>
      </w:r>
      <w:r>
        <w:t>éloigner</w:t>
      </w:r>
      <w:r w:rsidR="004B5A85">
        <w:t>…</w:t>
      </w:r>
    </w:p>
    <w:p w14:paraId="58A44248" w14:textId="77777777" w:rsidR="004B5A85" w:rsidRDefault="004C389C" w:rsidP="004C389C">
      <w:r>
        <w:t xml:space="preserve">Et quand le </w:t>
      </w:r>
      <w:r>
        <w:rPr>
          <w:i/>
          <w:iCs/>
        </w:rPr>
        <w:t xml:space="preserve">Nyctalope </w:t>
      </w:r>
      <w:r>
        <w:t>eut disparu sur l</w:t>
      </w:r>
      <w:r w:rsidR="004B5A85">
        <w:t>’</w:t>
      </w:r>
      <w:r>
        <w:t>immensité déserte de l</w:t>
      </w:r>
      <w:r w:rsidR="004B5A85">
        <w:t>’</w:t>
      </w:r>
      <w:r>
        <w:t>océan</w:t>
      </w:r>
      <w:r w:rsidR="004B5A85">
        <w:t xml:space="preserve">, </w:t>
      </w:r>
      <w:r>
        <w:t>seize marins</w:t>
      </w:r>
      <w:r w:rsidR="004B5A85">
        <w:t xml:space="preserve">, </w:t>
      </w:r>
      <w:r>
        <w:t>quartiers-maîtres</w:t>
      </w:r>
      <w:r w:rsidR="004B5A85">
        <w:t xml:space="preserve">, </w:t>
      </w:r>
      <w:r>
        <w:t>premiers maîtres</w:t>
      </w:r>
      <w:r w:rsidR="004B5A85">
        <w:t xml:space="preserve">, </w:t>
      </w:r>
      <w:r>
        <w:t>se tournèrent vers celui qui</w:t>
      </w:r>
      <w:r w:rsidR="004B5A85">
        <w:t xml:space="preserve">, </w:t>
      </w:r>
      <w:r>
        <w:t>dix-septième</w:t>
      </w:r>
      <w:r w:rsidR="004B5A85">
        <w:t xml:space="preserve">, </w:t>
      </w:r>
      <w:r>
        <w:t>remplaçait maintenant auprès d</w:t>
      </w:r>
      <w:r w:rsidR="004B5A85">
        <w:t>’</w:t>
      </w:r>
      <w:r>
        <w:t>eux le lieutenant de vaisseau Martel</w:t>
      </w:r>
      <w:r w:rsidR="004B5A85">
        <w:t xml:space="preserve"> ; </w:t>
      </w:r>
      <w:r>
        <w:t>ils se tournèrent vers celui qui</w:t>
      </w:r>
      <w:r w:rsidR="004B5A85">
        <w:t xml:space="preserve">, </w:t>
      </w:r>
      <w:r>
        <w:t>abandonné comme eux sur l</w:t>
      </w:r>
      <w:r w:rsidR="004B5A85">
        <w:t>’</w:t>
      </w:r>
      <w:r>
        <w:t>île inconnue</w:t>
      </w:r>
      <w:r w:rsidR="004B5A85">
        <w:t xml:space="preserve">, </w:t>
      </w:r>
      <w:r>
        <w:t>était maintenant leur chef suprême</w:t>
      </w:r>
      <w:r w:rsidR="004B5A85">
        <w:t xml:space="preserve"> : </w:t>
      </w:r>
      <w:r>
        <w:t>l</w:t>
      </w:r>
      <w:r w:rsidR="004B5A85">
        <w:t>’</w:t>
      </w:r>
      <w:r>
        <w:t>enseigne de vaisseau Paul Randal</w:t>
      </w:r>
      <w:r w:rsidR="004B5A85">
        <w:t>.</w:t>
      </w:r>
    </w:p>
    <w:p w14:paraId="107953A4" w14:textId="77777777" w:rsidR="004B5A85" w:rsidRDefault="004C389C" w:rsidP="004C389C">
      <w:r>
        <w:lastRenderedPageBreak/>
        <w:t>Tous les marins</w:t>
      </w:r>
      <w:r w:rsidR="004B5A85">
        <w:t xml:space="preserve">, </w:t>
      </w:r>
      <w:r>
        <w:t>gradés ou non</w:t>
      </w:r>
      <w:r w:rsidR="004B5A85">
        <w:t xml:space="preserve">, </w:t>
      </w:r>
      <w:r>
        <w:t>de l</w:t>
      </w:r>
      <w:r w:rsidR="004B5A85">
        <w:t>’</w:t>
      </w:r>
      <w:r>
        <w:t xml:space="preserve">équipage du </w:t>
      </w:r>
      <w:r>
        <w:rPr>
          <w:i/>
          <w:iCs/>
        </w:rPr>
        <w:t>Nyct</w:t>
      </w:r>
      <w:r>
        <w:rPr>
          <w:i/>
          <w:iCs/>
        </w:rPr>
        <w:t>a</w:t>
      </w:r>
      <w:r>
        <w:rPr>
          <w:i/>
          <w:iCs/>
        </w:rPr>
        <w:t>lope</w:t>
      </w:r>
      <w:r w:rsidR="004B5A85">
        <w:rPr>
          <w:i/>
          <w:iCs/>
        </w:rPr>
        <w:t xml:space="preserve">, </w:t>
      </w:r>
      <w:r>
        <w:t>avaient été choisis par le commandant Martel parmi les matelots et mécaniciens les mieux notés et les plus anciens de la flotte</w:t>
      </w:r>
      <w:r w:rsidR="004B5A85">
        <w:t xml:space="preserve">. </w:t>
      </w:r>
      <w:r>
        <w:t>Et il se trouvait que Randal</w:t>
      </w:r>
      <w:r w:rsidR="004B5A85">
        <w:t xml:space="preserve">, </w:t>
      </w:r>
      <w:r>
        <w:t>leur chef</w:t>
      </w:r>
      <w:r w:rsidR="004B5A85">
        <w:t xml:space="preserve">, </w:t>
      </w:r>
      <w:r>
        <w:t>sorti de bonne heure de l</w:t>
      </w:r>
      <w:r w:rsidR="004B5A85">
        <w:t>’</w:t>
      </w:r>
      <w:r>
        <w:t>École navale</w:t>
      </w:r>
      <w:r w:rsidR="004B5A85">
        <w:t xml:space="preserve">, </w:t>
      </w:r>
      <w:r>
        <w:t>était plus jeune encore que le plus jeune d</w:t>
      </w:r>
      <w:r w:rsidR="004B5A85">
        <w:t>’</w:t>
      </w:r>
      <w:r>
        <w:t>entre eux</w:t>
      </w:r>
      <w:r w:rsidR="004B5A85">
        <w:t>.</w:t>
      </w:r>
    </w:p>
    <w:p w14:paraId="6E39E5EE" w14:textId="77777777" w:rsidR="004B5A85" w:rsidRDefault="004C389C" w:rsidP="004C389C">
      <w:r>
        <w:t>Mais l</w:t>
      </w:r>
      <w:r w:rsidR="004B5A85">
        <w:t>’</w:t>
      </w:r>
      <w:r>
        <w:t>enseigne Paul Randal avait deux qualités qui le fa</w:t>
      </w:r>
      <w:r>
        <w:t>i</w:t>
      </w:r>
      <w:r>
        <w:t>saient aimer et respecter de tous ces hommes plus âgés que lui</w:t>
      </w:r>
      <w:r w:rsidR="004B5A85">
        <w:t xml:space="preserve"> : </w:t>
      </w:r>
      <w:r>
        <w:t>l</w:t>
      </w:r>
      <w:r w:rsidR="004B5A85">
        <w:t>’</w:t>
      </w:r>
      <w:r>
        <w:t>énergie et le sang-froid</w:t>
      </w:r>
      <w:r w:rsidR="004B5A85">
        <w:t xml:space="preserve">. </w:t>
      </w:r>
      <w:r>
        <w:t>Il était digne de la lourde responsabil</w:t>
      </w:r>
      <w:r>
        <w:t>i</w:t>
      </w:r>
      <w:r>
        <w:t>té qui lui incombait</w:t>
      </w:r>
      <w:r w:rsidR="004B5A85">
        <w:t xml:space="preserve">, </w:t>
      </w:r>
      <w:r>
        <w:t>au milieu d</w:t>
      </w:r>
      <w:r w:rsidR="004B5A85">
        <w:t>’</w:t>
      </w:r>
      <w:r>
        <w:t>événements si extraordinaires</w:t>
      </w:r>
      <w:r w:rsidR="004B5A85">
        <w:t>.</w:t>
      </w:r>
    </w:p>
    <w:p w14:paraId="5579C9D6" w14:textId="77777777" w:rsidR="004B5A85" w:rsidRDefault="004C389C" w:rsidP="004C389C">
      <w:r>
        <w:t>En voyant tous les yeux fixés sur son visage</w:t>
      </w:r>
      <w:r w:rsidR="004B5A85">
        <w:t xml:space="preserve">, </w:t>
      </w:r>
      <w:r>
        <w:t>le jeune e</w:t>
      </w:r>
      <w:r>
        <w:t>n</w:t>
      </w:r>
      <w:r>
        <w:t>seigne comprit son devoir et</w:t>
      </w:r>
      <w:r w:rsidR="004B5A85">
        <w:t xml:space="preserve">, </w:t>
      </w:r>
      <w:r>
        <w:t>à l</w:t>
      </w:r>
      <w:r w:rsidR="004B5A85">
        <w:t>’</w:t>
      </w:r>
      <w:r>
        <w:t>instant même</w:t>
      </w:r>
      <w:r w:rsidR="004B5A85">
        <w:t xml:space="preserve">, </w:t>
      </w:r>
      <w:r>
        <w:t>sans faiblesse et sans hésitation</w:t>
      </w:r>
      <w:r w:rsidR="004B5A85">
        <w:t xml:space="preserve">, </w:t>
      </w:r>
      <w:r>
        <w:t>il l</w:t>
      </w:r>
      <w:r w:rsidR="004B5A85">
        <w:t>’</w:t>
      </w:r>
      <w:r>
        <w:t>accepta</w:t>
      </w:r>
      <w:r w:rsidR="004B5A85">
        <w:t>.</w:t>
      </w:r>
    </w:p>
    <w:p w14:paraId="2526159A" w14:textId="77777777" w:rsidR="004B5A85" w:rsidRDefault="004B5A85" w:rsidP="004C389C">
      <w:r>
        <w:t>— </w:t>
      </w:r>
      <w:r w:rsidR="004C389C">
        <w:t>Mes amis</w:t>
      </w:r>
      <w:r>
        <w:t xml:space="preserve">, </w:t>
      </w:r>
      <w:r w:rsidR="004C389C">
        <w:t>dit-il d</w:t>
      </w:r>
      <w:r>
        <w:t>’</w:t>
      </w:r>
      <w:r w:rsidR="004C389C">
        <w:t>une voix ferme</w:t>
      </w:r>
      <w:r>
        <w:t xml:space="preserve">, </w:t>
      </w:r>
      <w:r w:rsidR="004C389C">
        <w:t xml:space="preserve">notre </w:t>
      </w:r>
      <w:r w:rsidR="004C389C">
        <w:rPr>
          <w:i/>
          <w:iCs/>
        </w:rPr>
        <w:t xml:space="preserve">Nyctalope </w:t>
      </w:r>
      <w:r w:rsidR="004C389C">
        <w:t>et notre commandant sont aux mains de pirates comme nous ne pensons pas que la civilisation pût en faire naître</w:t>
      </w:r>
      <w:r>
        <w:t> !</w:t>
      </w:r>
    </w:p>
    <w:p w14:paraId="3B6F5900" w14:textId="77777777" w:rsidR="004B5A85" w:rsidRDefault="004B5A85" w:rsidP="004C389C">
      <w:r>
        <w:t>« </w:t>
      </w:r>
      <w:r w:rsidR="004C389C">
        <w:t>Pour sauver notre commandant et son mousse</w:t>
      </w:r>
      <w:r>
        <w:t xml:space="preserve">, </w:t>
      </w:r>
      <w:r w:rsidR="004C389C">
        <w:t>pour r</w:t>
      </w:r>
      <w:r w:rsidR="004C389C">
        <w:t>e</w:t>
      </w:r>
      <w:r w:rsidR="004C389C">
        <w:t xml:space="preserve">prendre notre </w:t>
      </w:r>
      <w:r w:rsidR="004C389C">
        <w:rPr>
          <w:i/>
          <w:iCs/>
        </w:rPr>
        <w:t>Nyctalope</w:t>
      </w:r>
      <w:r>
        <w:rPr>
          <w:i/>
          <w:iCs/>
        </w:rPr>
        <w:t xml:space="preserve">, </w:t>
      </w:r>
      <w:r w:rsidR="004C389C">
        <w:t>pour punir les forbans comme ils le méritent</w:t>
      </w:r>
      <w:r>
        <w:t xml:space="preserve">, </w:t>
      </w:r>
      <w:r w:rsidR="004C389C">
        <w:t>nous ne pourrons rien</w:t>
      </w:r>
      <w:r>
        <w:t xml:space="preserve">, </w:t>
      </w:r>
      <w:r w:rsidR="004C389C">
        <w:t>tant que nous serons ici</w:t>
      </w:r>
      <w:r>
        <w:t xml:space="preserve">, </w:t>
      </w:r>
      <w:r w:rsidR="004C389C">
        <w:t>e</w:t>
      </w:r>
      <w:r w:rsidR="004C389C">
        <w:t>m</w:t>
      </w:r>
      <w:r w:rsidR="004C389C">
        <w:t>prisonnés dans cette île inconnue</w:t>
      </w:r>
      <w:r>
        <w:t>.</w:t>
      </w:r>
    </w:p>
    <w:p w14:paraId="1BE52EA7" w14:textId="77777777" w:rsidR="004B5A85" w:rsidRDefault="004B5A85" w:rsidP="004C389C">
      <w:r>
        <w:t>« </w:t>
      </w:r>
      <w:r w:rsidR="004C389C">
        <w:t>Donc</w:t>
      </w:r>
      <w:r>
        <w:t xml:space="preserve">, </w:t>
      </w:r>
      <w:r w:rsidR="004C389C">
        <w:t>notre unique but doit être de sortir d</w:t>
      </w:r>
      <w:r>
        <w:t>’</w:t>
      </w:r>
      <w:r w:rsidR="004C389C">
        <w:t>ici</w:t>
      </w:r>
      <w:r>
        <w:t xml:space="preserve">, </w:t>
      </w:r>
      <w:r w:rsidR="004C389C">
        <w:t>de gagner quelque terre civilisée</w:t>
      </w:r>
      <w:r>
        <w:t xml:space="preserve">, </w:t>
      </w:r>
      <w:r w:rsidR="004C389C">
        <w:t>de retourner en France</w:t>
      </w:r>
      <w:r>
        <w:t xml:space="preserve">, </w:t>
      </w:r>
      <w:r w:rsidR="004C389C">
        <w:t>d</w:t>
      </w:r>
      <w:r>
        <w:t>’</w:t>
      </w:r>
      <w:r w:rsidR="004C389C">
        <w:t>instruire le gouvernement de ce qui est arrivé</w:t>
      </w:r>
      <w:r>
        <w:t xml:space="preserve">, </w:t>
      </w:r>
      <w:r w:rsidR="004C389C">
        <w:t>de travailler avec les ing</w:t>
      </w:r>
      <w:r w:rsidR="004C389C">
        <w:t>é</w:t>
      </w:r>
      <w:r w:rsidR="004C389C">
        <w:t>nieurs à la construction d</w:t>
      </w:r>
      <w:r>
        <w:t>’</w:t>
      </w:r>
      <w:r w:rsidR="004C389C">
        <w:t xml:space="preserve">un autre </w:t>
      </w:r>
      <w:r w:rsidR="004C389C">
        <w:rPr>
          <w:i/>
          <w:iCs/>
        </w:rPr>
        <w:t>Nyctalope</w:t>
      </w:r>
      <w:r>
        <w:rPr>
          <w:i/>
          <w:iCs/>
        </w:rPr>
        <w:t xml:space="preserve">, </w:t>
      </w:r>
      <w:r w:rsidR="004C389C">
        <w:t>grâce aux plans conservés au ministère de la Marine</w:t>
      </w:r>
      <w:r>
        <w:t xml:space="preserve">, </w:t>
      </w:r>
      <w:r w:rsidR="004C389C">
        <w:t>et de traquer ensuite les forbans dans toutes les mers du globe</w:t>
      </w:r>
      <w:r>
        <w:t xml:space="preserve">, </w:t>
      </w:r>
      <w:r w:rsidR="004C389C">
        <w:t>jusqu</w:t>
      </w:r>
      <w:r>
        <w:t>’</w:t>
      </w:r>
      <w:r w:rsidR="004C389C">
        <w:t>à la victoire ou jusqu</w:t>
      </w:r>
      <w:r>
        <w:t>’</w:t>
      </w:r>
      <w:r w:rsidR="004C389C">
        <w:t>à la mort</w:t>
      </w:r>
      <w:r>
        <w:t> !</w:t>
      </w:r>
    </w:p>
    <w:p w14:paraId="7F41167A" w14:textId="77777777" w:rsidR="004B5A85" w:rsidRDefault="004B5A85" w:rsidP="004C389C">
      <w:r>
        <w:t>— </w:t>
      </w:r>
      <w:r w:rsidR="004C389C">
        <w:t>Oui</w:t>
      </w:r>
      <w:r>
        <w:t xml:space="preserve"> ! </w:t>
      </w:r>
      <w:r w:rsidR="004C389C">
        <w:t>oui</w:t>
      </w:r>
      <w:r>
        <w:t xml:space="preserve"> ! </w:t>
      </w:r>
      <w:r w:rsidR="004C389C">
        <w:t>s</w:t>
      </w:r>
      <w:r>
        <w:t>’</w:t>
      </w:r>
      <w:r w:rsidR="004C389C">
        <w:t>écrièrent les marins</w:t>
      </w:r>
      <w:r>
        <w:t xml:space="preserve">, </w:t>
      </w:r>
      <w:r w:rsidR="004C389C">
        <w:t>réconfortés par ces énergiques paroles</w:t>
      </w:r>
      <w:r>
        <w:t>.</w:t>
      </w:r>
    </w:p>
    <w:p w14:paraId="7C9D27CE" w14:textId="77777777" w:rsidR="004B5A85" w:rsidRDefault="004B5A85" w:rsidP="004C389C">
      <w:r>
        <w:lastRenderedPageBreak/>
        <w:t>— </w:t>
      </w:r>
      <w:r w:rsidR="004C389C">
        <w:t>Par conséquent</w:t>
      </w:r>
      <w:r>
        <w:t xml:space="preserve">, </w:t>
      </w:r>
      <w:r w:rsidR="004C389C">
        <w:t>reprit Paul Randal</w:t>
      </w:r>
      <w:r>
        <w:t xml:space="preserve">, </w:t>
      </w:r>
      <w:r w:rsidR="004C389C">
        <w:t>nous allons passer cette journée à nous installer sur quelque point de l</w:t>
      </w:r>
      <w:r>
        <w:t>’</w:t>
      </w:r>
      <w:r w:rsidR="004C389C">
        <w:t>île</w:t>
      </w:r>
      <w:r>
        <w:t xml:space="preserve">, </w:t>
      </w:r>
      <w:r w:rsidR="004C389C">
        <w:t>dans un endroit aussi élevé que possible</w:t>
      </w:r>
      <w:r>
        <w:t xml:space="preserve">, </w:t>
      </w:r>
      <w:r w:rsidR="004C389C">
        <w:t>de manière à voir la mer cont</w:t>
      </w:r>
      <w:r w:rsidR="004C389C">
        <w:t>i</w:t>
      </w:r>
      <w:r w:rsidR="004C389C">
        <w:t>nuellement</w:t>
      </w:r>
      <w:r>
        <w:t xml:space="preserve">, </w:t>
      </w:r>
      <w:r w:rsidR="004C389C">
        <w:t>pour appeler à nous le navire que la Providence pourrait envoyer dans nos eaux</w:t>
      </w:r>
      <w:r>
        <w:t>.</w:t>
      </w:r>
    </w:p>
    <w:p w14:paraId="70CE8FD4" w14:textId="77777777" w:rsidR="004B5A85" w:rsidRDefault="004B5A85" w:rsidP="004C389C">
      <w:r>
        <w:t>« </w:t>
      </w:r>
      <w:r w:rsidR="004C389C">
        <w:t>Et</w:t>
      </w:r>
      <w:r>
        <w:t xml:space="preserve">, </w:t>
      </w:r>
      <w:r w:rsidR="004C389C">
        <w:t>une fois cette installation faite</w:t>
      </w:r>
      <w:r>
        <w:t xml:space="preserve">, </w:t>
      </w:r>
      <w:r w:rsidR="004C389C">
        <w:t>nous mettrons tout en œuvre pour construire deux chaloupes au moyen desquelles nous quitterons cette île</w:t>
      </w:r>
      <w:r>
        <w:t xml:space="preserve">, </w:t>
      </w:r>
      <w:r w:rsidR="004C389C">
        <w:t>pour nous mettre à la recherche de terres habitées</w:t>
      </w:r>
      <w:r>
        <w:t>…</w:t>
      </w:r>
    </w:p>
    <w:p w14:paraId="6135BB3A" w14:textId="77777777" w:rsidR="004B5A85" w:rsidRDefault="004B5A85" w:rsidP="004C389C">
      <w:r>
        <w:t>« </w:t>
      </w:r>
      <w:r w:rsidR="004C389C">
        <w:t xml:space="preserve">Je vous rappelle que la discipline doit être observée ici aussi rigoureusement que lorsque nous étions à bord du </w:t>
      </w:r>
      <w:r w:rsidR="004C389C">
        <w:rPr>
          <w:i/>
          <w:iCs/>
        </w:rPr>
        <w:t>Nyct</w:t>
      </w:r>
      <w:r w:rsidR="004C389C">
        <w:rPr>
          <w:i/>
          <w:iCs/>
        </w:rPr>
        <w:t>a</w:t>
      </w:r>
      <w:r w:rsidR="004C389C">
        <w:rPr>
          <w:i/>
          <w:iCs/>
        </w:rPr>
        <w:t>lope</w:t>
      </w:r>
      <w:r>
        <w:rPr>
          <w:i/>
          <w:iCs/>
        </w:rPr>
        <w:t xml:space="preserve">. </w:t>
      </w:r>
      <w:r w:rsidR="004C389C">
        <w:t>Chacun de nous conserve sur les autres l</w:t>
      </w:r>
      <w:r>
        <w:t>’</w:t>
      </w:r>
      <w:r w:rsidR="004C389C">
        <w:t>autorité que son grade lui confère</w:t>
      </w:r>
      <w:r>
        <w:t xml:space="preserve">. </w:t>
      </w:r>
      <w:r w:rsidR="004C389C">
        <w:t>Mais</w:t>
      </w:r>
      <w:r>
        <w:t xml:space="preserve">, </w:t>
      </w:r>
      <w:r w:rsidR="004C389C">
        <w:t>premier maître</w:t>
      </w:r>
      <w:r>
        <w:t xml:space="preserve">, </w:t>
      </w:r>
      <w:r w:rsidR="004C389C">
        <w:t>quartiers-maîtres</w:t>
      </w:r>
      <w:r>
        <w:t xml:space="preserve">, </w:t>
      </w:r>
      <w:r w:rsidR="004C389C">
        <w:t>m</w:t>
      </w:r>
      <w:r w:rsidR="004C389C">
        <w:t>a</w:t>
      </w:r>
      <w:r w:rsidR="004C389C">
        <w:t>telots</w:t>
      </w:r>
      <w:r>
        <w:t xml:space="preserve">, </w:t>
      </w:r>
      <w:r w:rsidR="004C389C">
        <w:t>n</w:t>
      </w:r>
      <w:r>
        <w:t>’</w:t>
      </w:r>
      <w:r w:rsidR="004C389C">
        <w:t>oubliez pas que nous sommes solidaires les uns des autres et que nous devons être plus unis que jamais</w:t>
      </w:r>
      <w:r>
        <w:t>…</w:t>
      </w:r>
    </w:p>
    <w:p w14:paraId="0644CE94" w14:textId="77777777" w:rsidR="00B65835" w:rsidRDefault="004B5A85" w:rsidP="004C389C">
      <w:r>
        <w:t>« </w:t>
      </w:r>
      <w:r w:rsidR="004C389C">
        <w:t>Mes amis</w:t>
      </w:r>
      <w:r>
        <w:t xml:space="preserve">, </w:t>
      </w:r>
      <w:r w:rsidR="004C389C">
        <w:t>vive</w:t>
      </w:r>
      <w:r>
        <w:t xml:space="preserve">, </w:t>
      </w:r>
      <w:r w:rsidR="004C389C">
        <w:t>malgré tout</w:t>
      </w:r>
      <w:r>
        <w:t xml:space="preserve">, </w:t>
      </w:r>
      <w:r w:rsidR="004C389C">
        <w:t>le commandant</w:t>
      </w:r>
      <w:r>
        <w:t xml:space="preserve"> ! </w:t>
      </w:r>
      <w:r w:rsidR="004C389C">
        <w:t>Vive la France</w:t>
      </w:r>
      <w:r>
        <w:t xml:space="preserve"> ! </w:t>
      </w:r>
    </w:p>
    <w:p w14:paraId="28E5C3FF" w14:textId="0B4C4A68" w:rsidR="004B5A85" w:rsidRDefault="00B65835" w:rsidP="004C389C">
      <w:r>
        <w:t>— </w:t>
      </w:r>
      <w:r w:rsidRPr="00B65835">
        <w:t>Vive le commandant !</w:t>
      </w:r>
      <w:r>
        <w:t xml:space="preserve"> </w:t>
      </w:r>
      <w:r w:rsidRPr="00B65835">
        <w:t xml:space="preserve">Vive la </w:t>
      </w:r>
      <w:r>
        <w:t>France ! »</w:t>
      </w:r>
      <w:r w:rsidR="004C389C">
        <w:t xml:space="preserve"> crièrent les seize hommes</w:t>
      </w:r>
      <w:r w:rsidR="004B5A85">
        <w:t xml:space="preserve">, </w:t>
      </w:r>
      <w:r w:rsidR="004C389C">
        <w:t>en agitant leurs bérets avec enthousiasme</w:t>
      </w:r>
      <w:r w:rsidR="004B5A85">
        <w:t>.</w:t>
      </w:r>
    </w:p>
    <w:p w14:paraId="4AF8EA09" w14:textId="77777777" w:rsidR="004B5A85" w:rsidRDefault="004C389C" w:rsidP="004C389C">
      <w:r>
        <w:t>Ce fut</w:t>
      </w:r>
      <w:r w:rsidR="004B5A85">
        <w:t xml:space="preserve">, </w:t>
      </w:r>
      <w:r>
        <w:t>pendant quelques minutes</w:t>
      </w:r>
      <w:r w:rsidR="004B5A85">
        <w:t xml:space="preserve">, </w:t>
      </w:r>
      <w:r>
        <w:t>une effervescence émue</w:t>
      </w:r>
      <w:r w:rsidR="004B5A85">
        <w:t>.</w:t>
      </w:r>
    </w:p>
    <w:p w14:paraId="4402D913" w14:textId="77777777" w:rsidR="004B5A85" w:rsidRDefault="004C389C" w:rsidP="004C389C">
      <w:r>
        <w:t>L</w:t>
      </w:r>
      <w:r w:rsidR="004B5A85">
        <w:t>’</w:t>
      </w:r>
      <w:r>
        <w:t>enseigne Randal donna à son équipage le temps de se calmer</w:t>
      </w:r>
      <w:r w:rsidR="004B5A85">
        <w:t>.</w:t>
      </w:r>
    </w:p>
    <w:p w14:paraId="2CF3A79A" w14:textId="77777777" w:rsidR="004B5A85" w:rsidRDefault="004C389C" w:rsidP="004C389C">
      <w:r>
        <w:t>Puis</w:t>
      </w:r>
      <w:r w:rsidR="004B5A85">
        <w:t xml:space="preserve">, </w:t>
      </w:r>
      <w:r>
        <w:t>d</w:t>
      </w:r>
      <w:r w:rsidR="004B5A85">
        <w:t>’</w:t>
      </w:r>
      <w:r>
        <w:t>une voix de commandement</w:t>
      </w:r>
      <w:r w:rsidR="004B5A85">
        <w:t> :</w:t>
      </w:r>
    </w:p>
    <w:p w14:paraId="0EDA786A" w14:textId="77777777" w:rsidR="004B5A85" w:rsidRDefault="004B5A85" w:rsidP="004C389C">
      <w:r>
        <w:t>— </w:t>
      </w:r>
      <w:r w:rsidR="004C389C">
        <w:t>Chargez-vous des ballots</w:t>
      </w:r>
      <w:r>
        <w:t xml:space="preserve">, </w:t>
      </w:r>
      <w:r w:rsidR="004C389C">
        <w:t>dit-il</w:t>
      </w:r>
      <w:r>
        <w:t xml:space="preserve">, </w:t>
      </w:r>
      <w:r w:rsidR="004C389C">
        <w:t>et suivez-moi</w:t>
      </w:r>
      <w:r>
        <w:t> !</w:t>
      </w:r>
    </w:p>
    <w:p w14:paraId="326DA4B5" w14:textId="77777777" w:rsidR="004B5A85" w:rsidRDefault="004C389C" w:rsidP="004C389C">
      <w:r>
        <w:t>Lui-même il se chargea d</w:t>
      </w:r>
      <w:r w:rsidR="004B5A85">
        <w:t>’</w:t>
      </w:r>
      <w:r>
        <w:t>un de ces ballots</w:t>
      </w:r>
      <w:r w:rsidR="004B5A85">
        <w:t xml:space="preserve">, </w:t>
      </w:r>
      <w:r>
        <w:t>dont le Rav</w:t>
      </w:r>
      <w:r>
        <w:t>a</w:t>
      </w:r>
      <w:r>
        <w:t>geur avait muni les marins en les abandonnant sur l</w:t>
      </w:r>
      <w:r w:rsidR="004B5A85">
        <w:t>’</w:t>
      </w:r>
      <w:r>
        <w:t xml:space="preserve">île </w:t>
      </w:r>
      <w:r>
        <w:lastRenderedPageBreak/>
        <w:t>déserte</w:t>
      </w:r>
      <w:r w:rsidR="004B5A85">
        <w:t xml:space="preserve">, </w:t>
      </w:r>
      <w:r>
        <w:t>et il se mit en marche avec les seize hommes</w:t>
      </w:r>
      <w:r w:rsidR="004B5A85">
        <w:t xml:space="preserve">, </w:t>
      </w:r>
      <w:r>
        <w:t>en file indienne</w:t>
      </w:r>
      <w:r w:rsidR="004B5A85">
        <w:t>.</w:t>
      </w:r>
    </w:p>
    <w:p w14:paraId="4AF4727B" w14:textId="77777777" w:rsidR="004B5A85" w:rsidRDefault="004C389C" w:rsidP="004C389C">
      <w:r>
        <w:t>En débarquant</w:t>
      </w:r>
      <w:r w:rsidR="004B5A85">
        <w:t xml:space="preserve">, </w:t>
      </w:r>
      <w:r>
        <w:t>Randal avait remarqué</w:t>
      </w:r>
      <w:r w:rsidR="004B5A85">
        <w:t xml:space="preserve">, </w:t>
      </w:r>
      <w:r>
        <w:t>sur le flanc abrupt de la falaise</w:t>
      </w:r>
      <w:r w:rsidR="004B5A85">
        <w:t xml:space="preserve">, </w:t>
      </w:r>
      <w:r>
        <w:t>une sorte d</w:t>
      </w:r>
      <w:r w:rsidR="004B5A85">
        <w:t>’</w:t>
      </w:r>
      <w:r>
        <w:t>éboulis en zigzag qui devait être ou une sente de bêtes fauves ou un caprice de la nature</w:t>
      </w:r>
      <w:r w:rsidR="004B5A85">
        <w:t xml:space="preserve">, </w:t>
      </w:r>
      <w:r>
        <w:t>ou même un chemin tracé jadis par des hommes qui auraient séjourné dans l</w:t>
      </w:r>
      <w:r w:rsidR="004B5A85">
        <w:t>’</w:t>
      </w:r>
      <w:r>
        <w:t>île</w:t>
      </w:r>
      <w:r w:rsidR="004B5A85">
        <w:t>.</w:t>
      </w:r>
    </w:p>
    <w:p w14:paraId="7A9BCC78" w14:textId="77777777" w:rsidR="004B5A85" w:rsidRDefault="004C389C" w:rsidP="004C389C">
      <w:r>
        <w:t>Vus de près</w:t>
      </w:r>
      <w:r w:rsidR="004B5A85">
        <w:t xml:space="preserve">, </w:t>
      </w:r>
      <w:r>
        <w:t>ces zigzags</w:t>
      </w:r>
      <w:r w:rsidR="004B5A85">
        <w:t xml:space="preserve">, </w:t>
      </w:r>
      <w:r>
        <w:t>en effet</w:t>
      </w:r>
      <w:r w:rsidR="004B5A85">
        <w:t xml:space="preserve">, </w:t>
      </w:r>
      <w:r>
        <w:t>qui se prêtaient égal</w:t>
      </w:r>
      <w:r>
        <w:t>e</w:t>
      </w:r>
      <w:r>
        <w:t>ment à ces trois hypothèses</w:t>
      </w:r>
      <w:r w:rsidR="004B5A85">
        <w:t xml:space="preserve">, </w:t>
      </w:r>
      <w:r>
        <w:t>permirent aux robinsons d</w:t>
      </w:r>
      <w:r w:rsidR="004B5A85">
        <w:t>’</w:t>
      </w:r>
      <w:r>
        <w:t>escalader le roc sans trop de difficultés</w:t>
      </w:r>
      <w:r w:rsidR="004B5A85">
        <w:t xml:space="preserve">, </w:t>
      </w:r>
      <w:r>
        <w:t>sinon sans fatigue</w:t>
      </w:r>
      <w:r w:rsidR="004B5A85">
        <w:t>.</w:t>
      </w:r>
    </w:p>
    <w:p w14:paraId="0B44CE61" w14:textId="77777777" w:rsidR="004B5A85" w:rsidRDefault="004C389C" w:rsidP="004C389C">
      <w:r>
        <w:t>Et</w:t>
      </w:r>
      <w:r w:rsidR="004B5A85">
        <w:t xml:space="preserve">, </w:t>
      </w:r>
      <w:r>
        <w:t>une fois en haut</w:t>
      </w:r>
      <w:r w:rsidR="004B5A85">
        <w:t xml:space="preserve">, </w:t>
      </w:r>
      <w:r>
        <w:t>laissant tomber les ballots à terre pour se reposer un peu</w:t>
      </w:r>
      <w:r w:rsidR="004B5A85">
        <w:t xml:space="preserve">, </w:t>
      </w:r>
      <w:r>
        <w:t>les dix-sept Français purent voir le pays dont ils étaient les habitants et les maîtres</w:t>
      </w:r>
      <w:r w:rsidR="004B5A85">
        <w:t>.</w:t>
      </w:r>
    </w:p>
    <w:p w14:paraId="5669E424" w14:textId="77777777" w:rsidR="004B5A85" w:rsidRDefault="004C389C" w:rsidP="004C389C">
      <w:r>
        <w:t>Le sommet de la falaise formait un plateau assez étendu</w:t>
      </w:r>
      <w:r w:rsidR="004B5A85">
        <w:t xml:space="preserve">, </w:t>
      </w:r>
      <w:r>
        <w:t>dont l</w:t>
      </w:r>
      <w:r w:rsidR="004B5A85">
        <w:t>’</w:t>
      </w:r>
      <w:r>
        <w:t>horizon était borné par trois petites montagnes en forme de cônes</w:t>
      </w:r>
      <w:r w:rsidR="004B5A85">
        <w:t xml:space="preserve">, </w:t>
      </w:r>
      <w:r>
        <w:t>séparées par de profonds ravins où l</w:t>
      </w:r>
      <w:r w:rsidR="004B5A85">
        <w:t>’</w:t>
      </w:r>
      <w:r>
        <w:t>on pouvait di</w:t>
      </w:r>
      <w:r>
        <w:t>s</w:t>
      </w:r>
      <w:r>
        <w:t>tinguer une végétation assez luxuriante</w:t>
      </w:r>
      <w:r w:rsidR="004B5A85">
        <w:t>.</w:t>
      </w:r>
    </w:p>
    <w:p w14:paraId="4C454776" w14:textId="77777777" w:rsidR="004B5A85" w:rsidRDefault="004B5A85" w:rsidP="004C389C">
      <w:r>
        <w:t>— </w:t>
      </w:r>
      <w:r w:rsidR="004C389C">
        <w:t>Voilà des arbres</w:t>
      </w:r>
      <w:r>
        <w:t xml:space="preserve"> ! </w:t>
      </w:r>
      <w:r w:rsidR="004C389C">
        <w:t>cria l</w:t>
      </w:r>
      <w:r>
        <w:t>’</w:t>
      </w:r>
      <w:r w:rsidR="004C389C">
        <w:t>enseigne avec joie</w:t>
      </w:r>
      <w:r>
        <w:t>.</w:t>
      </w:r>
    </w:p>
    <w:p w14:paraId="7D05C685" w14:textId="77777777" w:rsidR="004B5A85" w:rsidRDefault="004B5A85" w:rsidP="004C389C">
      <w:r>
        <w:t>— </w:t>
      </w:r>
      <w:r w:rsidR="004C389C">
        <w:t>Avec des arbres</w:t>
      </w:r>
      <w:r>
        <w:t xml:space="preserve">, </w:t>
      </w:r>
      <w:r w:rsidR="004C389C">
        <w:t>fit le premier maître Ker-</w:t>
      </w:r>
      <w:proofErr w:type="spellStart"/>
      <w:r w:rsidR="004C389C">
        <w:t>Loys</w:t>
      </w:r>
      <w:proofErr w:type="spellEnd"/>
      <w:r>
        <w:t xml:space="preserve">, </w:t>
      </w:r>
      <w:r w:rsidR="004C389C">
        <w:t>on fait des planches</w:t>
      </w:r>
      <w:r>
        <w:t>.</w:t>
      </w:r>
    </w:p>
    <w:p w14:paraId="7E642008" w14:textId="77777777" w:rsidR="004B5A85" w:rsidRDefault="004B5A85" w:rsidP="004C389C">
      <w:r>
        <w:t>— </w:t>
      </w:r>
      <w:r w:rsidR="004C389C">
        <w:t>Et avec des planches</w:t>
      </w:r>
      <w:r>
        <w:t xml:space="preserve">, </w:t>
      </w:r>
      <w:r w:rsidR="004C389C">
        <w:t xml:space="preserve">ajouta en riant le quartier-maître </w:t>
      </w:r>
      <w:proofErr w:type="spellStart"/>
      <w:r w:rsidR="004C389C">
        <w:t>Canelou</w:t>
      </w:r>
      <w:proofErr w:type="spellEnd"/>
      <w:r>
        <w:t xml:space="preserve">, </w:t>
      </w:r>
      <w:r w:rsidR="004C389C">
        <w:t>qui était de Marseille</w:t>
      </w:r>
      <w:r>
        <w:t xml:space="preserve">, </w:t>
      </w:r>
      <w:r w:rsidR="004C389C">
        <w:t>on fait des canots</w:t>
      </w:r>
      <w:r>
        <w:t xml:space="preserve">, </w:t>
      </w:r>
      <w:r w:rsidR="004C389C">
        <w:t>bagasse</w:t>
      </w:r>
      <w:r>
        <w:t> !…</w:t>
      </w:r>
    </w:p>
    <w:p w14:paraId="10F4E2EC" w14:textId="77777777" w:rsidR="004B5A85" w:rsidRDefault="004C389C" w:rsidP="004C389C">
      <w:r>
        <w:t>Admirable caractère du Français</w:t>
      </w:r>
      <w:r w:rsidR="004B5A85">
        <w:t xml:space="preserve">, </w:t>
      </w:r>
      <w:r>
        <w:t>qu</w:t>
      </w:r>
      <w:r w:rsidR="004B5A85">
        <w:t>’</w:t>
      </w:r>
      <w:r>
        <w:t>il soit Parisien comme Randal</w:t>
      </w:r>
      <w:r w:rsidR="004B5A85">
        <w:t xml:space="preserve">, </w:t>
      </w:r>
      <w:r>
        <w:t>Breton comme Ker-</w:t>
      </w:r>
      <w:proofErr w:type="spellStart"/>
      <w:r>
        <w:t>Loys</w:t>
      </w:r>
      <w:proofErr w:type="spellEnd"/>
      <w:r>
        <w:t xml:space="preserve"> ou Marseillais comme </w:t>
      </w:r>
      <w:proofErr w:type="spellStart"/>
      <w:r>
        <w:t>Can</w:t>
      </w:r>
      <w:r>
        <w:t>e</w:t>
      </w:r>
      <w:r>
        <w:t>lou</w:t>
      </w:r>
      <w:proofErr w:type="spellEnd"/>
      <w:r w:rsidR="004B5A85">
        <w:t xml:space="preserve">. </w:t>
      </w:r>
      <w:r>
        <w:t>Ces dix-sept hommes éclatèrent tous de rire</w:t>
      </w:r>
      <w:r w:rsidR="004B5A85">
        <w:t xml:space="preserve">. </w:t>
      </w:r>
      <w:r>
        <w:t>Leurs ma</w:t>
      </w:r>
      <w:r>
        <w:t>l</w:t>
      </w:r>
      <w:r>
        <w:t>heurs étaient oubliés</w:t>
      </w:r>
      <w:r w:rsidR="004B5A85">
        <w:t xml:space="preserve">, </w:t>
      </w:r>
      <w:r>
        <w:t>puisqu</w:t>
      </w:r>
      <w:r w:rsidR="004B5A85">
        <w:t>’</w:t>
      </w:r>
      <w:r>
        <w:t>il y avait espoir de revanche et de triomphe final</w:t>
      </w:r>
      <w:r w:rsidR="004B5A85">
        <w:t> !</w:t>
      </w:r>
    </w:p>
    <w:p w14:paraId="587B196A" w14:textId="77777777" w:rsidR="004B5A85" w:rsidRDefault="004B5A85" w:rsidP="004C389C">
      <w:r>
        <w:t>— </w:t>
      </w:r>
      <w:r w:rsidR="004C389C">
        <w:t>En avant</w:t>
      </w:r>
      <w:r>
        <w:t xml:space="preserve"> ! </w:t>
      </w:r>
      <w:r w:rsidR="004C389C">
        <w:t>vers le ravin de droite</w:t>
      </w:r>
      <w:r>
        <w:t xml:space="preserve"> ! </w:t>
      </w:r>
      <w:r w:rsidR="004C389C">
        <w:t>ordonna l</w:t>
      </w:r>
      <w:r>
        <w:t>’</w:t>
      </w:r>
      <w:r w:rsidR="004C389C">
        <w:t>enseigne</w:t>
      </w:r>
      <w:r>
        <w:t>.</w:t>
      </w:r>
    </w:p>
    <w:p w14:paraId="3D344AF9" w14:textId="77777777" w:rsidR="004B5A85" w:rsidRDefault="004C389C" w:rsidP="004C389C">
      <w:r>
        <w:lastRenderedPageBreak/>
        <w:t>Après une heure de marche sur un sol inculte</w:t>
      </w:r>
      <w:r w:rsidR="004B5A85">
        <w:t xml:space="preserve">, </w:t>
      </w:r>
      <w:r>
        <w:t>dur</w:t>
      </w:r>
      <w:r w:rsidR="004B5A85">
        <w:t xml:space="preserve">, </w:t>
      </w:r>
      <w:r>
        <w:t>d</w:t>
      </w:r>
      <w:r w:rsidR="004B5A85">
        <w:t>’</w:t>
      </w:r>
      <w:r>
        <w:t>origine volcanique</w:t>
      </w:r>
      <w:r w:rsidR="004B5A85">
        <w:t xml:space="preserve">, </w:t>
      </w:r>
      <w:r>
        <w:t>on arriva à l</w:t>
      </w:r>
      <w:r w:rsidR="004B5A85">
        <w:t>’</w:t>
      </w:r>
      <w:r>
        <w:t>entrée du ravin désigné</w:t>
      </w:r>
      <w:r w:rsidR="004B5A85">
        <w:t>.</w:t>
      </w:r>
    </w:p>
    <w:p w14:paraId="4DADAC3D" w14:textId="77777777" w:rsidR="004B5A85" w:rsidRDefault="004C389C" w:rsidP="004C389C">
      <w:r>
        <w:t>Et l</w:t>
      </w:r>
      <w:r w:rsidR="004B5A85">
        <w:t>’</w:t>
      </w:r>
      <w:r>
        <w:t>on se trouva tout de suite devant un bassin naturel</w:t>
      </w:r>
      <w:r w:rsidR="004B5A85">
        <w:t xml:space="preserve">, </w:t>
      </w:r>
      <w:r>
        <w:t>rempli d</w:t>
      </w:r>
      <w:r w:rsidR="004B5A85">
        <w:t>’</w:t>
      </w:r>
      <w:r>
        <w:t>une eau claire venant d</w:t>
      </w:r>
      <w:r w:rsidR="004B5A85">
        <w:t>’</w:t>
      </w:r>
      <w:r>
        <w:t>un ruisseau dont on voyait les méandres sous les arbres</w:t>
      </w:r>
      <w:r w:rsidR="004B5A85">
        <w:t xml:space="preserve">. </w:t>
      </w:r>
      <w:r>
        <w:t>Comme il n</w:t>
      </w:r>
      <w:r w:rsidR="004B5A85">
        <w:t>’</w:t>
      </w:r>
      <w:r>
        <w:t>y avait pas d</w:t>
      </w:r>
      <w:r w:rsidR="004B5A85">
        <w:t>’</w:t>
      </w:r>
      <w:r>
        <w:t>écoulement apparent et que l</w:t>
      </w:r>
      <w:r w:rsidR="004B5A85">
        <w:t>’</w:t>
      </w:r>
      <w:r>
        <w:t>eau du bassin ne haussait pas de niveau</w:t>
      </w:r>
      <w:r w:rsidR="004B5A85">
        <w:t xml:space="preserve">, </w:t>
      </w:r>
      <w:r>
        <w:t>il était évident que l</w:t>
      </w:r>
      <w:r w:rsidR="004B5A85">
        <w:t>’</w:t>
      </w:r>
      <w:r>
        <w:t>eau devait s</w:t>
      </w:r>
      <w:r w:rsidR="004B5A85">
        <w:t>’</w:t>
      </w:r>
      <w:r>
        <w:t>écouler par des fissures invisibles et gagner la mer par quelque canal souterrain</w:t>
      </w:r>
      <w:r w:rsidR="004B5A85">
        <w:t>…</w:t>
      </w:r>
    </w:p>
    <w:p w14:paraId="3DEE10FE" w14:textId="77777777" w:rsidR="004B5A85" w:rsidRDefault="004C389C" w:rsidP="004C389C">
      <w:r>
        <w:t>Autour du bassin s</w:t>
      </w:r>
      <w:r w:rsidR="004B5A85">
        <w:t>’</w:t>
      </w:r>
      <w:r>
        <w:t>étendait une étroite prairie naturelle du plus beau vert</w:t>
      </w:r>
      <w:r w:rsidR="004B5A85">
        <w:t>.</w:t>
      </w:r>
    </w:p>
    <w:p w14:paraId="5D5458B7" w14:textId="77777777" w:rsidR="004B5A85" w:rsidRDefault="004B5A85" w:rsidP="004C389C">
      <w:r>
        <w:t>— </w:t>
      </w:r>
      <w:r w:rsidR="004C389C">
        <w:t>Mes amis</w:t>
      </w:r>
      <w:r>
        <w:t xml:space="preserve">, </w:t>
      </w:r>
      <w:r w:rsidR="004C389C">
        <w:t>dit l</w:t>
      </w:r>
      <w:r>
        <w:t>’</w:t>
      </w:r>
      <w:r w:rsidR="004C389C">
        <w:t>enseigne Randal</w:t>
      </w:r>
      <w:r>
        <w:t xml:space="preserve">, </w:t>
      </w:r>
      <w:r w:rsidR="004C389C">
        <w:t>après avoir admiré</w:t>
      </w:r>
      <w:r>
        <w:t xml:space="preserve">, </w:t>
      </w:r>
      <w:r w:rsidR="004C389C">
        <w:t>comme ses hommes</w:t>
      </w:r>
      <w:r>
        <w:t xml:space="preserve">, </w:t>
      </w:r>
      <w:r w:rsidR="004C389C">
        <w:t>ce site pittoresque</w:t>
      </w:r>
      <w:r>
        <w:t xml:space="preserve">, </w:t>
      </w:r>
      <w:r w:rsidR="004C389C">
        <w:t>je vois que nous ne manquerons pas de quoi boire</w:t>
      </w:r>
      <w:r>
        <w:t xml:space="preserve">. </w:t>
      </w:r>
      <w:r w:rsidR="004C389C">
        <w:t>Il faudra voir si nous avons aussi de quoi manger</w:t>
      </w:r>
      <w:r>
        <w:t xml:space="preserve">, </w:t>
      </w:r>
      <w:r w:rsidR="004C389C">
        <w:t>quand seront épuisées les quelques conserves que le Ravageur doit avoir mises dans les ballots</w:t>
      </w:r>
      <w:r>
        <w:t>…</w:t>
      </w:r>
    </w:p>
    <w:p w14:paraId="27D3DB84" w14:textId="5A34A7E7" w:rsidR="004B5A85" w:rsidRDefault="004B5A85" w:rsidP="004C389C">
      <w:r>
        <w:t>« </w:t>
      </w:r>
      <w:r w:rsidR="004C389C">
        <w:t>En attendant</w:t>
      </w:r>
      <w:r>
        <w:t xml:space="preserve">, </w:t>
      </w:r>
      <w:r w:rsidR="004C389C">
        <w:t>dix d</w:t>
      </w:r>
      <w:r>
        <w:t>’</w:t>
      </w:r>
      <w:r w:rsidR="004C389C">
        <w:t>entre vous vont construire ici</w:t>
      </w:r>
      <w:r>
        <w:t xml:space="preserve">, </w:t>
      </w:r>
      <w:r w:rsidR="004C389C">
        <w:t>sur cette prairie</w:t>
      </w:r>
      <w:r>
        <w:t xml:space="preserve">, </w:t>
      </w:r>
      <w:r w:rsidR="004C389C">
        <w:t>des cabanes de feuillage</w:t>
      </w:r>
      <w:r>
        <w:t xml:space="preserve">. </w:t>
      </w:r>
      <w:r w:rsidR="004C389C">
        <w:t>Ils ouvriront les ballots</w:t>
      </w:r>
      <w:r>
        <w:t xml:space="preserve">, </w:t>
      </w:r>
      <w:r w:rsidR="004C389C">
        <w:t>tr</w:t>
      </w:r>
      <w:r w:rsidR="00BB0EFD">
        <w:t>i</w:t>
      </w:r>
      <w:r w:rsidR="004C389C">
        <w:t>eront et répartiront leur contenu</w:t>
      </w:r>
      <w:r>
        <w:t>.</w:t>
      </w:r>
    </w:p>
    <w:p w14:paraId="5B76EC87" w14:textId="77777777" w:rsidR="004B5A85" w:rsidRDefault="004B5A85" w:rsidP="004C389C">
      <w:r>
        <w:t>« </w:t>
      </w:r>
      <w:r w:rsidR="004C389C">
        <w:t>Les six autres vont me suivre jusqu</w:t>
      </w:r>
      <w:r>
        <w:t>’</w:t>
      </w:r>
      <w:r w:rsidR="004C389C">
        <w:t>au sommet du cône central</w:t>
      </w:r>
      <w:r>
        <w:t xml:space="preserve">, </w:t>
      </w:r>
      <w:r w:rsidR="004C389C">
        <w:t>qui est le plus élevé</w:t>
      </w:r>
      <w:r>
        <w:t>.</w:t>
      </w:r>
    </w:p>
    <w:p w14:paraId="1221E49E" w14:textId="77777777" w:rsidR="004B5A85" w:rsidRDefault="004B5A85" w:rsidP="004C389C">
      <w:r>
        <w:t>« </w:t>
      </w:r>
      <w:r w:rsidR="004C389C">
        <w:t>Et nous établirons là-haut</w:t>
      </w:r>
      <w:r>
        <w:t xml:space="preserve">, </w:t>
      </w:r>
      <w:r w:rsidR="004C389C">
        <w:t>un poste</w:t>
      </w:r>
      <w:r>
        <w:t xml:space="preserve">, </w:t>
      </w:r>
      <w:r w:rsidR="004C389C">
        <w:t>dont les hommes</w:t>
      </w:r>
      <w:r>
        <w:t xml:space="preserve">, </w:t>
      </w:r>
      <w:r w:rsidR="004C389C">
        <w:t>changés chaque vingt-quatre heures</w:t>
      </w:r>
      <w:r>
        <w:t xml:space="preserve">, </w:t>
      </w:r>
      <w:r w:rsidR="004C389C">
        <w:t>entretiendront un feu de bois humide pendant le jour</w:t>
      </w:r>
      <w:r>
        <w:t xml:space="preserve">, </w:t>
      </w:r>
      <w:r w:rsidR="004C389C">
        <w:t>de bois sec pendant la nuit</w:t>
      </w:r>
      <w:r>
        <w:t xml:space="preserve">, </w:t>
      </w:r>
      <w:r w:rsidR="004C389C">
        <w:t>afin que flamme et fumée soient un signal pour les navires qui pou</w:t>
      </w:r>
      <w:r w:rsidR="004C389C">
        <w:t>r</w:t>
      </w:r>
      <w:r w:rsidR="004C389C">
        <w:t>raient passer en vue de l</w:t>
      </w:r>
      <w:r>
        <w:t>’</w:t>
      </w:r>
      <w:r w:rsidR="004C389C">
        <w:t>île</w:t>
      </w:r>
      <w:r>
        <w:t>…</w:t>
      </w:r>
    </w:p>
    <w:p w14:paraId="3E0DAA98" w14:textId="77777777" w:rsidR="004B5A85" w:rsidRDefault="004B5A85" w:rsidP="004C389C">
      <w:r>
        <w:t>« </w:t>
      </w:r>
      <w:r w:rsidR="004C389C">
        <w:t>Ker-</w:t>
      </w:r>
      <w:proofErr w:type="spellStart"/>
      <w:r w:rsidR="004C389C">
        <w:t>Loys</w:t>
      </w:r>
      <w:proofErr w:type="spellEnd"/>
      <w:r>
        <w:t xml:space="preserve">, </w:t>
      </w:r>
      <w:r w:rsidR="004C389C">
        <w:t>prends le commandement des neuf hommes qui resteront ici avec toi</w:t>
      </w:r>
      <w:r>
        <w:t xml:space="preserve">. </w:t>
      </w:r>
      <w:proofErr w:type="spellStart"/>
      <w:r w:rsidR="004C389C">
        <w:t>Yaki</w:t>
      </w:r>
      <w:proofErr w:type="spellEnd"/>
      <w:r>
        <w:t xml:space="preserve">, </w:t>
      </w:r>
      <w:r w:rsidR="004C389C">
        <w:t>Besson</w:t>
      </w:r>
      <w:r>
        <w:t xml:space="preserve">, </w:t>
      </w:r>
      <w:r w:rsidR="004C389C">
        <w:t>Boisselier</w:t>
      </w:r>
      <w:r>
        <w:t xml:space="preserve">, </w:t>
      </w:r>
      <w:r w:rsidR="004C389C">
        <w:t>Mérimée</w:t>
      </w:r>
      <w:r>
        <w:t xml:space="preserve">, </w:t>
      </w:r>
      <w:proofErr w:type="spellStart"/>
      <w:r w:rsidR="004C389C">
        <w:t>Weyrich</w:t>
      </w:r>
      <w:proofErr w:type="spellEnd"/>
      <w:r>
        <w:t xml:space="preserve">, </w:t>
      </w:r>
      <w:proofErr w:type="spellStart"/>
      <w:r w:rsidR="004C389C">
        <w:t>Canelou</w:t>
      </w:r>
      <w:proofErr w:type="spellEnd"/>
      <w:r>
        <w:t xml:space="preserve">, </w:t>
      </w:r>
      <w:r w:rsidR="004C389C">
        <w:t>venez avec moi</w:t>
      </w:r>
      <w:r>
        <w:t> !</w:t>
      </w:r>
    </w:p>
    <w:p w14:paraId="682E3095" w14:textId="77777777" w:rsidR="004B5A85" w:rsidRDefault="004C389C" w:rsidP="004C389C">
      <w:r>
        <w:lastRenderedPageBreak/>
        <w:t>Les six hommes ainsi désignés se détachèrent de la troupe compacte</w:t>
      </w:r>
      <w:r w:rsidR="004B5A85">
        <w:t>.</w:t>
      </w:r>
    </w:p>
    <w:p w14:paraId="67DEE7CB" w14:textId="77777777" w:rsidR="004B5A85" w:rsidRDefault="004B5A85" w:rsidP="004C389C">
      <w:r>
        <w:t>— </w:t>
      </w:r>
      <w:r w:rsidR="004C389C">
        <w:t>Mais</w:t>
      </w:r>
      <w:r>
        <w:t xml:space="preserve">, </w:t>
      </w:r>
      <w:r w:rsidR="004C389C">
        <w:t>mon lieutenant</w:t>
      </w:r>
      <w:r>
        <w:t xml:space="preserve">, </w:t>
      </w:r>
      <w:r w:rsidR="004C389C">
        <w:t>fit Ker-</w:t>
      </w:r>
      <w:proofErr w:type="spellStart"/>
      <w:r w:rsidR="004C389C">
        <w:t>Loys</w:t>
      </w:r>
      <w:proofErr w:type="spellEnd"/>
      <w:r>
        <w:t xml:space="preserve">, </w:t>
      </w:r>
      <w:r w:rsidR="004C389C">
        <w:t>vous ne pouvez pas vous engager sans armes dans cette forêt</w:t>
      </w:r>
      <w:r>
        <w:t xml:space="preserve">. </w:t>
      </w:r>
      <w:r w:rsidR="004C389C">
        <w:t>Nous ne savons pas s</w:t>
      </w:r>
      <w:r>
        <w:t>’</w:t>
      </w:r>
      <w:r w:rsidR="004C389C">
        <w:t>il n</w:t>
      </w:r>
      <w:r>
        <w:t>’</w:t>
      </w:r>
      <w:r w:rsidR="004C389C">
        <w:t>y a pas des bêtes féroces dans ces fourrés</w:t>
      </w:r>
      <w:r>
        <w:t xml:space="preserve">… </w:t>
      </w:r>
      <w:r w:rsidR="004C389C">
        <w:t>des tigres</w:t>
      </w:r>
      <w:r>
        <w:t xml:space="preserve">, </w:t>
      </w:r>
      <w:r w:rsidR="004C389C">
        <w:t>des lions</w:t>
      </w:r>
      <w:r>
        <w:t xml:space="preserve">, </w:t>
      </w:r>
      <w:r w:rsidR="004C389C">
        <w:t>des serpents</w:t>
      </w:r>
      <w:r>
        <w:t xml:space="preserve">… </w:t>
      </w:r>
      <w:r w:rsidR="004C389C">
        <w:t>que sais-je</w:t>
      </w:r>
      <w:r>
        <w:t> ?…</w:t>
      </w:r>
    </w:p>
    <w:p w14:paraId="62FA3EDD" w14:textId="77777777" w:rsidR="004B5A85" w:rsidRDefault="004B5A85" w:rsidP="004C389C">
      <w:r>
        <w:t>— </w:t>
      </w:r>
      <w:r w:rsidR="004C389C">
        <w:t>J</w:t>
      </w:r>
      <w:r>
        <w:t>’</w:t>
      </w:r>
      <w:r w:rsidR="004C389C">
        <w:t>y pensais</w:t>
      </w:r>
      <w:r>
        <w:t xml:space="preserve"> ! </w:t>
      </w:r>
      <w:r w:rsidR="004C389C">
        <w:t>fit Randal en souriant</w:t>
      </w:r>
      <w:r>
        <w:t xml:space="preserve">. </w:t>
      </w:r>
      <w:r w:rsidR="004C389C">
        <w:t>Ouvrez chacun votre ballot</w:t>
      </w:r>
      <w:r>
        <w:t xml:space="preserve">, </w:t>
      </w:r>
      <w:r w:rsidR="004C389C">
        <w:t>et voyez si ce coquin de Ravageur nous a donné</w:t>
      </w:r>
      <w:r>
        <w:t xml:space="preserve">, </w:t>
      </w:r>
      <w:r w:rsidR="004C389C">
        <w:t>du moins</w:t>
      </w:r>
      <w:r>
        <w:t xml:space="preserve">, </w:t>
      </w:r>
      <w:r w:rsidR="004C389C">
        <w:t>de quoi assurer notre sécurité contre les animaux</w:t>
      </w:r>
      <w:r>
        <w:t>.</w:t>
      </w:r>
    </w:p>
    <w:p w14:paraId="063CDEA5" w14:textId="77777777" w:rsidR="004B5A85" w:rsidRDefault="004C389C" w:rsidP="004C389C">
      <w:r>
        <w:t>Les recherches ne furent pas longues</w:t>
      </w:r>
      <w:r w:rsidR="004B5A85">
        <w:t xml:space="preserve">. </w:t>
      </w:r>
      <w:r>
        <w:t>Un des ballots co</w:t>
      </w:r>
      <w:r>
        <w:t>n</w:t>
      </w:r>
      <w:r>
        <w:t>tenait</w:t>
      </w:r>
      <w:r w:rsidR="004B5A85">
        <w:t xml:space="preserve">, </w:t>
      </w:r>
      <w:r>
        <w:t>enroulés dans deux couvertures épaisses</w:t>
      </w:r>
      <w:r w:rsidR="004B5A85">
        <w:t xml:space="preserve">, </w:t>
      </w:r>
      <w:r>
        <w:t>dix-sept sabres-baïonnettes avec ceinturons et fourreaux</w:t>
      </w:r>
      <w:r w:rsidR="004B5A85">
        <w:t xml:space="preserve">. </w:t>
      </w:r>
      <w:r>
        <w:t>D</w:t>
      </w:r>
      <w:r w:rsidR="004B5A85">
        <w:t>’</w:t>
      </w:r>
      <w:r>
        <w:t>ailleurs</w:t>
      </w:r>
      <w:r w:rsidR="004B5A85">
        <w:t xml:space="preserve">, </w:t>
      </w:r>
      <w:r>
        <w:t>c</w:t>
      </w:r>
      <w:r w:rsidR="004B5A85">
        <w:t>’</w:t>
      </w:r>
      <w:r>
        <w:t>étaient les seules armes que l</w:t>
      </w:r>
      <w:r w:rsidR="004B5A85">
        <w:t>’</w:t>
      </w:r>
      <w:r>
        <w:t>on découvrit</w:t>
      </w:r>
      <w:r w:rsidR="004B5A85">
        <w:t>.</w:t>
      </w:r>
    </w:p>
    <w:p w14:paraId="7E45F985" w14:textId="77777777" w:rsidR="004B5A85" w:rsidRDefault="004C389C" w:rsidP="004C389C">
      <w:r>
        <w:t>Pas de fusil</w:t>
      </w:r>
      <w:r w:rsidR="004B5A85">
        <w:t xml:space="preserve">, </w:t>
      </w:r>
      <w:r>
        <w:t>ni de revolver</w:t>
      </w:r>
      <w:r w:rsidR="004B5A85">
        <w:t>.</w:t>
      </w:r>
    </w:p>
    <w:p w14:paraId="7013A155" w14:textId="77777777" w:rsidR="004B5A85" w:rsidRDefault="004C389C" w:rsidP="004C389C">
      <w:r>
        <w:t>Vivement</w:t>
      </w:r>
      <w:r w:rsidR="004B5A85">
        <w:t xml:space="preserve">, </w:t>
      </w:r>
      <w:r>
        <w:t>les dix-sept robinsons s</w:t>
      </w:r>
      <w:r w:rsidR="004B5A85">
        <w:t>’</w:t>
      </w:r>
      <w:r>
        <w:t>armèrent</w:t>
      </w:r>
      <w:r w:rsidR="004B5A85">
        <w:t>.</w:t>
      </w:r>
    </w:p>
    <w:p w14:paraId="6273214D" w14:textId="77777777" w:rsidR="004B5A85" w:rsidRDefault="004B5A85" w:rsidP="004C389C">
      <w:r>
        <w:t>— </w:t>
      </w:r>
      <w:r w:rsidR="004C389C">
        <w:t>Continuez l</w:t>
      </w:r>
      <w:r>
        <w:t>’</w:t>
      </w:r>
      <w:r w:rsidR="004C389C">
        <w:t>inventaire et le triage</w:t>
      </w:r>
      <w:r>
        <w:t xml:space="preserve">, </w:t>
      </w:r>
      <w:r w:rsidR="004C389C">
        <w:t>fit Randal à Ker-</w:t>
      </w:r>
      <w:proofErr w:type="spellStart"/>
      <w:r w:rsidR="004C389C">
        <w:t>Loys</w:t>
      </w:r>
      <w:proofErr w:type="spellEnd"/>
      <w:r>
        <w:t>.</w:t>
      </w:r>
    </w:p>
    <w:p w14:paraId="7FD75690" w14:textId="77777777" w:rsidR="004B5A85" w:rsidRDefault="004C389C" w:rsidP="004C389C">
      <w:r>
        <w:t>Et</w:t>
      </w:r>
      <w:r w:rsidR="004B5A85">
        <w:t xml:space="preserve">, </w:t>
      </w:r>
      <w:r>
        <w:t>se tournant vers les six hommes désignés par leurs noms et qui étaient rangés derrière lui</w:t>
      </w:r>
      <w:r w:rsidR="004B5A85">
        <w:t xml:space="preserve">, </w:t>
      </w:r>
      <w:r>
        <w:t>il ajouta</w:t>
      </w:r>
      <w:r w:rsidR="004B5A85">
        <w:t xml:space="preserve">, </w:t>
      </w:r>
      <w:r>
        <w:t>en levant la main</w:t>
      </w:r>
      <w:r w:rsidR="004B5A85">
        <w:t xml:space="preserve">, </w:t>
      </w:r>
      <w:r>
        <w:t>d</w:t>
      </w:r>
      <w:r w:rsidR="004B5A85">
        <w:t>’</w:t>
      </w:r>
      <w:r>
        <w:t>un geste de commandement</w:t>
      </w:r>
      <w:r w:rsidR="004B5A85">
        <w:t> :</w:t>
      </w:r>
    </w:p>
    <w:p w14:paraId="1C7B2C3D" w14:textId="77777777" w:rsidR="004B5A85" w:rsidRDefault="004B5A85" w:rsidP="004C389C">
      <w:r>
        <w:t>— </w:t>
      </w:r>
      <w:r w:rsidR="004C389C">
        <w:t>En avant</w:t>
      </w:r>
      <w:r>
        <w:t xml:space="preserve">, </w:t>
      </w:r>
      <w:r w:rsidR="004C389C">
        <w:t>marche</w:t>
      </w:r>
      <w:r>
        <w:t> !</w:t>
      </w:r>
    </w:p>
    <w:p w14:paraId="51AE4BB0" w14:textId="77777777" w:rsidR="004B5A85" w:rsidRDefault="004C389C" w:rsidP="004C389C">
      <w:r>
        <w:t>Et la petite troupe</w:t>
      </w:r>
      <w:r w:rsidR="004B5A85">
        <w:t xml:space="preserve">, </w:t>
      </w:r>
      <w:r>
        <w:t>chef en tête</w:t>
      </w:r>
      <w:r w:rsidR="004B5A85">
        <w:t xml:space="preserve">, </w:t>
      </w:r>
      <w:r>
        <w:t>s</w:t>
      </w:r>
      <w:r w:rsidR="004B5A85">
        <w:t>’</w:t>
      </w:r>
      <w:r>
        <w:t>enfonça rapidement sous les arbres</w:t>
      </w:r>
      <w:r w:rsidR="004B5A85">
        <w:t xml:space="preserve">, </w:t>
      </w:r>
      <w:r>
        <w:t>en suivant le cours du ruisseau</w:t>
      </w:r>
      <w:r w:rsidR="004B5A85">
        <w:t>.</w:t>
      </w:r>
    </w:p>
    <w:p w14:paraId="13EAAE69" w14:textId="3C5CDD9B" w:rsidR="004C389C" w:rsidRDefault="004C389C" w:rsidP="004B5A85">
      <w:pPr>
        <w:pStyle w:val="Titre1"/>
      </w:pPr>
      <w:bookmarkStart w:id="19" w:name="__RefHeading__21_1003869823"/>
      <w:bookmarkStart w:id="20" w:name="_Toc202462471"/>
      <w:bookmarkEnd w:id="19"/>
      <w:r>
        <w:lastRenderedPageBreak/>
        <w:t>CHAPITRE XI</w:t>
      </w:r>
      <w:r>
        <w:br/>
      </w:r>
      <w:r>
        <w:br/>
        <w:t>L</w:t>
      </w:r>
      <w:r w:rsidR="004B5A85">
        <w:t>’</w:t>
      </w:r>
      <w:r>
        <w:t>APPEL DE DÉTRESSE</w:t>
      </w:r>
      <w:bookmarkEnd w:id="20"/>
    </w:p>
    <w:p w14:paraId="11C45D30" w14:textId="77777777" w:rsidR="004B5A85" w:rsidRDefault="004C389C" w:rsidP="004C389C">
      <w:r>
        <w:t>Donc</w:t>
      </w:r>
      <w:r w:rsidR="004B5A85">
        <w:t xml:space="preserve">, </w:t>
      </w:r>
      <w:r>
        <w:t>pendant que l</w:t>
      </w:r>
      <w:r w:rsidR="004B5A85">
        <w:t>’</w:t>
      </w:r>
      <w:r>
        <w:t>officier et les six hommes allaient en incursion à travers l</w:t>
      </w:r>
      <w:r w:rsidR="004B5A85">
        <w:t>’</w:t>
      </w:r>
      <w:r>
        <w:t>île</w:t>
      </w:r>
      <w:r w:rsidR="004B5A85">
        <w:t xml:space="preserve">, </w:t>
      </w:r>
      <w:r>
        <w:t>Ker-</w:t>
      </w:r>
      <w:proofErr w:type="spellStart"/>
      <w:r>
        <w:t>Loys</w:t>
      </w:r>
      <w:proofErr w:type="spellEnd"/>
      <w:r>
        <w:t xml:space="preserve"> et ses neuf hommes travai</w:t>
      </w:r>
      <w:r>
        <w:t>l</w:t>
      </w:r>
      <w:r>
        <w:t>laient à l</w:t>
      </w:r>
      <w:r w:rsidR="004B5A85">
        <w:t>’</w:t>
      </w:r>
      <w:r>
        <w:t>installation prescrite</w:t>
      </w:r>
      <w:r w:rsidR="004B5A85">
        <w:t>.</w:t>
      </w:r>
    </w:p>
    <w:p w14:paraId="36849FBF" w14:textId="77777777" w:rsidR="004B5A85" w:rsidRDefault="004C389C" w:rsidP="004C389C">
      <w:r>
        <w:t>D</w:t>
      </w:r>
      <w:r w:rsidR="004B5A85">
        <w:t>’</w:t>
      </w:r>
      <w:r>
        <w:t>abord</w:t>
      </w:r>
      <w:r w:rsidR="004B5A85">
        <w:t xml:space="preserve">, </w:t>
      </w:r>
      <w:r>
        <w:t>tous les ballots donnés par le Ravageur du Monde furent défaits</w:t>
      </w:r>
      <w:r w:rsidR="004B5A85">
        <w:t xml:space="preserve">, </w:t>
      </w:r>
      <w:r>
        <w:t>examinés</w:t>
      </w:r>
      <w:r w:rsidR="004B5A85">
        <w:t xml:space="preserve">, </w:t>
      </w:r>
      <w:r>
        <w:t>inventoriés</w:t>
      </w:r>
      <w:r w:rsidR="004B5A85">
        <w:t xml:space="preserve">. </w:t>
      </w:r>
      <w:r>
        <w:t>On y trouva des graines et semences de plusieurs sortes</w:t>
      </w:r>
      <w:r w:rsidR="004B5A85">
        <w:t xml:space="preserve">, </w:t>
      </w:r>
      <w:r>
        <w:t>une grande quantité de viandes</w:t>
      </w:r>
      <w:r w:rsidR="004B5A85">
        <w:t xml:space="preserve">, </w:t>
      </w:r>
      <w:r>
        <w:t>poissons et légumes de conserve</w:t>
      </w:r>
      <w:r w:rsidR="004B5A85">
        <w:t xml:space="preserve">, </w:t>
      </w:r>
      <w:r>
        <w:t>des fers de pelles</w:t>
      </w:r>
      <w:r w:rsidR="004B5A85">
        <w:t xml:space="preserve">, </w:t>
      </w:r>
      <w:r>
        <w:t>de pioches et de bêches</w:t>
      </w:r>
      <w:r w:rsidR="004B5A85">
        <w:t xml:space="preserve">, </w:t>
      </w:r>
      <w:r>
        <w:t>auxquels il ne restait qu</w:t>
      </w:r>
      <w:r w:rsidR="004B5A85">
        <w:t>’</w:t>
      </w:r>
      <w:r>
        <w:t>à adapter des manches en bois et</w:t>
      </w:r>
      <w:r w:rsidR="004B5A85">
        <w:t xml:space="preserve">, </w:t>
      </w:r>
      <w:r>
        <w:t>enfin</w:t>
      </w:r>
      <w:r w:rsidR="004B5A85">
        <w:t xml:space="preserve">, </w:t>
      </w:r>
      <w:r>
        <w:t>une vingtaine de gros couteaux de poche à pl</w:t>
      </w:r>
      <w:r>
        <w:t>u</w:t>
      </w:r>
      <w:r>
        <w:t>sieurs lames</w:t>
      </w:r>
      <w:r w:rsidR="004B5A85">
        <w:t xml:space="preserve">, </w:t>
      </w:r>
      <w:r>
        <w:t>des couvertures de laine et des vareuses</w:t>
      </w:r>
      <w:r w:rsidR="004B5A85">
        <w:t xml:space="preserve">, </w:t>
      </w:r>
      <w:r>
        <w:t>des pa</w:t>
      </w:r>
      <w:r>
        <w:t>n</w:t>
      </w:r>
      <w:r>
        <w:t>talons</w:t>
      </w:r>
      <w:r w:rsidR="004B5A85">
        <w:t xml:space="preserve">, </w:t>
      </w:r>
      <w:r>
        <w:t>des chemises</w:t>
      </w:r>
      <w:r w:rsidR="004B5A85">
        <w:t xml:space="preserve">, </w:t>
      </w:r>
      <w:r>
        <w:t>des ustensiles de cuisine</w:t>
      </w:r>
      <w:r w:rsidR="004B5A85">
        <w:t>.</w:t>
      </w:r>
    </w:p>
    <w:p w14:paraId="78641CF7" w14:textId="77777777" w:rsidR="004B5A85" w:rsidRDefault="004B5A85" w:rsidP="004C389C">
      <w:r>
        <w:t>— </w:t>
      </w:r>
      <w:r w:rsidR="004C389C">
        <w:t>Comment</w:t>
      </w:r>
      <w:r>
        <w:t xml:space="preserve"> ! </w:t>
      </w:r>
      <w:r w:rsidR="004C389C">
        <w:t>s</w:t>
      </w:r>
      <w:r>
        <w:t>’</w:t>
      </w:r>
      <w:r w:rsidR="004C389C">
        <w:t>écria Ker-</w:t>
      </w:r>
      <w:proofErr w:type="spellStart"/>
      <w:r w:rsidR="004C389C">
        <w:t>Loys</w:t>
      </w:r>
      <w:proofErr w:type="spellEnd"/>
      <w:r>
        <w:t xml:space="preserve">, </w:t>
      </w:r>
      <w:r w:rsidR="004C389C">
        <w:t>quand l</w:t>
      </w:r>
      <w:r>
        <w:t>’</w:t>
      </w:r>
      <w:r w:rsidR="004C389C">
        <w:t>inventaire fut te</w:t>
      </w:r>
      <w:r w:rsidR="004C389C">
        <w:t>r</w:t>
      </w:r>
      <w:r w:rsidR="004C389C">
        <w:t>miné</w:t>
      </w:r>
      <w:r>
        <w:t xml:space="preserve">, </w:t>
      </w:r>
      <w:r w:rsidR="004C389C">
        <w:t>ni un marteau</w:t>
      </w:r>
      <w:r>
        <w:t xml:space="preserve">, </w:t>
      </w:r>
      <w:r w:rsidR="004C389C">
        <w:t>ni des clous</w:t>
      </w:r>
      <w:r>
        <w:t> !…</w:t>
      </w:r>
    </w:p>
    <w:p w14:paraId="3AF44281" w14:textId="77777777" w:rsidR="004B5A85" w:rsidRDefault="004B5A85" w:rsidP="004C389C">
      <w:r>
        <w:t>— </w:t>
      </w:r>
      <w:r w:rsidR="004C389C">
        <w:t>Rien de tout cela</w:t>
      </w:r>
      <w:r>
        <w:t xml:space="preserve">, </w:t>
      </w:r>
      <w:r w:rsidR="004C389C">
        <w:t>répondit un matelot</w:t>
      </w:r>
      <w:r>
        <w:t>.</w:t>
      </w:r>
    </w:p>
    <w:p w14:paraId="18ACF8E3" w14:textId="77777777" w:rsidR="004B5A85" w:rsidRDefault="004B5A85" w:rsidP="004C389C">
      <w:r>
        <w:t>— </w:t>
      </w:r>
      <w:r w:rsidR="004C389C">
        <w:t>Ah</w:t>
      </w:r>
      <w:r>
        <w:t xml:space="preserve"> ! </w:t>
      </w:r>
      <w:r w:rsidR="004C389C">
        <w:t>le bandit</w:t>
      </w:r>
      <w:r>
        <w:t xml:space="preserve">, </w:t>
      </w:r>
      <w:r w:rsidR="004C389C">
        <w:t>reprit le vieux premier maître breton</w:t>
      </w:r>
      <w:r>
        <w:t xml:space="preserve">, </w:t>
      </w:r>
      <w:r w:rsidR="004C389C">
        <w:t>en jetant vers la mer un regard de malédiction</w:t>
      </w:r>
      <w:r>
        <w:t xml:space="preserve">. </w:t>
      </w:r>
      <w:r w:rsidR="004C389C">
        <w:t>Il n</w:t>
      </w:r>
      <w:r>
        <w:t>’</w:t>
      </w:r>
      <w:r w:rsidR="004C389C">
        <w:t>a rien fait mettre dans les ballots qui pût nous servir à construire une barque</w:t>
      </w:r>
      <w:r>
        <w:t xml:space="preserve">. </w:t>
      </w:r>
      <w:r w:rsidR="004C389C">
        <w:t>Pas de scie pour couper les arbres</w:t>
      </w:r>
      <w:r>
        <w:t xml:space="preserve">, </w:t>
      </w:r>
      <w:r w:rsidR="004C389C">
        <w:t>pas de hache pour façonner les planches</w:t>
      </w:r>
      <w:r>
        <w:t xml:space="preserve">, </w:t>
      </w:r>
      <w:r w:rsidR="004C389C">
        <w:t>pas de clous ni de marteaux pour les a</w:t>
      </w:r>
      <w:r w:rsidR="004C389C">
        <w:t>s</w:t>
      </w:r>
      <w:r w:rsidR="004C389C">
        <w:t>sembler</w:t>
      </w:r>
      <w:r>
        <w:t xml:space="preserve">… </w:t>
      </w:r>
      <w:r w:rsidR="004C389C">
        <w:t>Rien que des couteaux à courtes lames</w:t>
      </w:r>
      <w:r>
        <w:t xml:space="preserve">, </w:t>
      </w:r>
      <w:r w:rsidR="004C389C">
        <w:t>et</w:t>
      </w:r>
      <w:r>
        <w:t xml:space="preserve">, </w:t>
      </w:r>
      <w:r w:rsidR="004C389C">
        <w:t>pour armes</w:t>
      </w:r>
      <w:r>
        <w:t xml:space="preserve">, </w:t>
      </w:r>
      <w:r w:rsidR="004C389C">
        <w:t>rien que des sabres-baïonnettes</w:t>
      </w:r>
      <w:r>
        <w:t xml:space="preserve">… </w:t>
      </w:r>
      <w:r w:rsidR="004C389C">
        <w:t>N</w:t>
      </w:r>
      <w:r>
        <w:t>’</w:t>
      </w:r>
      <w:r w:rsidR="004C389C">
        <w:t>importe</w:t>
      </w:r>
      <w:r>
        <w:t xml:space="preserve"> ! </w:t>
      </w:r>
      <w:r w:rsidR="004C389C">
        <w:t>des Fra</w:t>
      </w:r>
      <w:r w:rsidR="004C389C">
        <w:t>n</w:t>
      </w:r>
      <w:r w:rsidR="004C389C">
        <w:t>çais ne sont jamais pris au dépourvu</w:t>
      </w:r>
      <w:r>
        <w:t>…</w:t>
      </w:r>
    </w:p>
    <w:p w14:paraId="04348DFF" w14:textId="77777777" w:rsidR="004B5A85" w:rsidRDefault="004C389C" w:rsidP="004C389C">
      <w:r>
        <w:t>Et</w:t>
      </w:r>
      <w:r w:rsidR="004B5A85">
        <w:t xml:space="preserve">, </w:t>
      </w:r>
      <w:r>
        <w:t>s</w:t>
      </w:r>
      <w:r w:rsidR="004B5A85">
        <w:t>’</w:t>
      </w:r>
      <w:r>
        <w:t>adressant directement aux matelots</w:t>
      </w:r>
      <w:r w:rsidR="004B5A85">
        <w:t xml:space="preserve">, </w:t>
      </w:r>
      <w:r>
        <w:t>Ker-</w:t>
      </w:r>
      <w:proofErr w:type="spellStart"/>
      <w:r>
        <w:t>Loys</w:t>
      </w:r>
      <w:proofErr w:type="spellEnd"/>
      <w:r>
        <w:t xml:space="preserve"> co</w:t>
      </w:r>
      <w:r>
        <w:t>m</w:t>
      </w:r>
      <w:r>
        <w:t>manda</w:t>
      </w:r>
      <w:r w:rsidR="004B5A85">
        <w:t> :</w:t>
      </w:r>
    </w:p>
    <w:p w14:paraId="564C10DB" w14:textId="77777777" w:rsidR="004B5A85" w:rsidRDefault="004B5A85" w:rsidP="004C389C">
      <w:r>
        <w:lastRenderedPageBreak/>
        <w:t>— </w:t>
      </w:r>
      <w:r w:rsidR="004C389C">
        <w:t>Au travail</w:t>
      </w:r>
      <w:r>
        <w:t xml:space="preserve">, </w:t>
      </w:r>
      <w:r w:rsidR="004C389C">
        <w:t>les enfants</w:t>
      </w:r>
      <w:r>
        <w:t xml:space="preserve"> ! </w:t>
      </w:r>
      <w:r w:rsidR="004C389C">
        <w:t>Il faut construire deux cases</w:t>
      </w:r>
      <w:r>
        <w:t xml:space="preserve">, </w:t>
      </w:r>
      <w:r w:rsidR="004C389C">
        <w:t>une petite et une grande</w:t>
      </w:r>
      <w:r>
        <w:t xml:space="preserve">. </w:t>
      </w:r>
      <w:r w:rsidR="004C389C">
        <w:t>La petite pour le logement de l</w:t>
      </w:r>
      <w:r>
        <w:t>’</w:t>
      </w:r>
      <w:r w:rsidR="004C389C">
        <w:t>officier</w:t>
      </w:r>
      <w:r>
        <w:t xml:space="preserve">, </w:t>
      </w:r>
      <w:r w:rsidR="004C389C">
        <w:t>la grande qui sera notre logement à tous et pourra servir en même temps de magasin</w:t>
      </w:r>
      <w:r>
        <w:t xml:space="preserve">… </w:t>
      </w:r>
      <w:r w:rsidR="004C389C">
        <w:t>Vous six</w:t>
      </w:r>
      <w:r>
        <w:t xml:space="preserve">, </w:t>
      </w:r>
      <w:r w:rsidR="004C389C">
        <w:t>là</w:t>
      </w:r>
      <w:r>
        <w:t xml:space="preserve">, </w:t>
      </w:r>
      <w:r w:rsidR="004C389C">
        <w:t>allez couper des bambous de six à sept mètres de longueur</w:t>
      </w:r>
      <w:r>
        <w:t xml:space="preserve"> ; </w:t>
      </w:r>
      <w:r w:rsidR="004C389C">
        <w:t>en voilà un gros bouquet</w:t>
      </w:r>
      <w:r>
        <w:t xml:space="preserve">, </w:t>
      </w:r>
      <w:r w:rsidR="004C389C">
        <w:t>là-bas</w:t>
      </w:r>
      <w:r>
        <w:t xml:space="preserve">… </w:t>
      </w:r>
      <w:r w:rsidR="004C389C">
        <w:t>Vous autres</w:t>
      </w:r>
      <w:r>
        <w:t xml:space="preserve">, </w:t>
      </w:r>
      <w:r w:rsidR="004C389C">
        <w:t>creusez des trous</w:t>
      </w:r>
      <w:r>
        <w:t xml:space="preserve">, </w:t>
      </w:r>
      <w:r w:rsidR="004C389C">
        <w:t>ici</w:t>
      </w:r>
      <w:r>
        <w:t xml:space="preserve">… </w:t>
      </w:r>
      <w:r w:rsidR="004C389C">
        <w:t>à un mètre de di</w:t>
      </w:r>
      <w:r w:rsidR="004C389C">
        <w:t>s</w:t>
      </w:r>
      <w:r w:rsidR="004C389C">
        <w:t>tance les uns des autres</w:t>
      </w:r>
      <w:r>
        <w:t xml:space="preserve">… </w:t>
      </w:r>
      <w:r w:rsidR="004C389C">
        <w:t>comme moi</w:t>
      </w:r>
      <w:r>
        <w:t xml:space="preserve">, </w:t>
      </w:r>
      <w:r w:rsidR="004C389C">
        <w:t>là</w:t>
      </w:r>
      <w:r>
        <w:t> !</w:t>
      </w:r>
    </w:p>
    <w:p w14:paraId="1B8C8A81" w14:textId="77777777" w:rsidR="004B5A85" w:rsidRDefault="004C389C" w:rsidP="004C389C">
      <w:r>
        <w:t>Saisissant une pioche</w:t>
      </w:r>
      <w:r w:rsidR="004B5A85">
        <w:t xml:space="preserve">, </w:t>
      </w:r>
      <w:r>
        <w:t>le vieux Breton donna l</w:t>
      </w:r>
      <w:r w:rsidR="004B5A85">
        <w:t>’</w:t>
      </w:r>
      <w:r>
        <w:t>exemple</w:t>
      </w:r>
      <w:r w:rsidR="004B5A85">
        <w:t>.</w:t>
      </w:r>
    </w:p>
    <w:p w14:paraId="13CA7361" w14:textId="77777777" w:rsidR="004B5A85" w:rsidRDefault="004C389C" w:rsidP="004C389C">
      <w:r>
        <w:t>Et pendant toute la matinée</w:t>
      </w:r>
      <w:r w:rsidR="004B5A85">
        <w:t xml:space="preserve">, </w:t>
      </w:r>
      <w:r>
        <w:t>on travailla avec une telle a</w:t>
      </w:r>
      <w:r>
        <w:t>r</w:t>
      </w:r>
      <w:r>
        <w:t>deur qu</w:t>
      </w:r>
      <w:r w:rsidR="004B5A85">
        <w:t>’</w:t>
      </w:r>
      <w:r>
        <w:t>on ne s</w:t>
      </w:r>
      <w:r w:rsidR="004B5A85">
        <w:t>’</w:t>
      </w:r>
      <w:r>
        <w:t>aperçut même pas de la fuite du temps</w:t>
      </w:r>
      <w:r w:rsidR="004B5A85">
        <w:t>.</w:t>
      </w:r>
    </w:p>
    <w:p w14:paraId="4DE448BD" w14:textId="2612F086" w:rsidR="004B5A85" w:rsidRDefault="004C389C" w:rsidP="004C389C">
      <w:r>
        <w:t>Le soleil était haut dans le ciel lorsque Ker-</w:t>
      </w:r>
      <w:proofErr w:type="spellStart"/>
      <w:r>
        <w:t>Loys</w:t>
      </w:r>
      <w:proofErr w:type="spellEnd"/>
      <w:r w:rsidR="004B5A85">
        <w:t xml:space="preserve">, </w:t>
      </w:r>
      <w:r>
        <w:t>s</w:t>
      </w:r>
      <w:r w:rsidR="004B5A85">
        <w:t>’</w:t>
      </w:r>
      <w:r>
        <w:t>essuyant le front</w:t>
      </w:r>
      <w:r w:rsidR="004B5A85">
        <w:t xml:space="preserve">, </w:t>
      </w:r>
      <w:r>
        <w:t>planté sur ses deux jambes écartées</w:t>
      </w:r>
      <w:r w:rsidR="004B5A85">
        <w:t xml:space="preserve">, </w:t>
      </w:r>
      <w:r>
        <w:t>et tournant le dos au bassin naturel creusé par l</w:t>
      </w:r>
      <w:r w:rsidR="004B5A85">
        <w:t>’</w:t>
      </w:r>
      <w:r>
        <w:t>écoulement du ruisseau et que remplissaient ses eaux limpides</w:t>
      </w:r>
      <w:r w:rsidR="004B5A85">
        <w:t xml:space="preserve">, </w:t>
      </w:r>
      <w:r>
        <w:t>regarda l</w:t>
      </w:r>
      <w:r w:rsidR="004B5A85">
        <w:t>’</w:t>
      </w:r>
      <w:r>
        <w:t>ouvrage d</w:t>
      </w:r>
      <w:r w:rsidR="004B5A85">
        <w:t>’</w:t>
      </w:r>
      <w:r>
        <w:t>un œil satisfait</w:t>
      </w:r>
      <w:r w:rsidR="004B5A85">
        <w:t>.</w:t>
      </w:r>
    </w:p>
    <w:p w14:paraId="7D2459A3" w14:textId="77777777" w:rsidR="004B5A85" w:rsidRDefault="004C389C" w:rsidP="004C389C">
      <w:r>
        <w:t>À cinq mètres du bassin</w:t>
      </w:r>
      <w:r w:rsidR="004B5A85">
        <w:t xml:space="preserve">, </w:t>
      </w:r>
      <w:r>
        <w:t>sur la prairie en pente</w:t>
      </w:r>
      <w:r w:rsidR="004B5A85">
        <w:t xml:space="preserve">, </w:t>
      </w:r>
      <w:r>
        <w:t>s</w:t>
      </w:r>
      <w:r w:rsidR="004B5A85">
        <w:t>’</w:t>
      </w:r>
      <w:r>
        <w:t>élevait une grande cabane ronde</w:t>
      </w:r>
      <w:r w:rsidR="004B5A85">
        <w:t xml:space="preserve">, </w:t>
      </w:r>
      <w:r>
        <w:t>faite de bambous plantés en cercle et réunis en faisceau à leur extrémité</w:t>
      </w:r>
      <w:r w:rsidR="004B5A85">
        <w:t xml:space="preserve"> ; </w:t>
      </w:r>
      <w:r>
        <w:t>sur cette armature</w:t>
      </w:r>
      <w:r w:rsidR="004B5A85">
        <w:t xml:space="preserve">, </w:t>
      </w:r>
      <w:r>
        <w:t>des branches à feuillage épais avaient été entrelacées</w:t>
      </w:r>
      <w:r w:rsidR="004B5A85">
        <w:t xml:space="preserve">, </w:t>
      </w:r>
      <w:r>
        <w:t>attachées</w:t>
      </w:r>
      <w:r w:rsidR="004B5A85">
        <w:t xml:space="preserve">, </w:t>
      </w:r>
      <w:r>
        <w:t>fixées de bas en haut et tout autour</w:t>
      </w:r>
      <w:r w:rsidR="004B5A85">
        <w:t xml:space="preserve">, </w:t>
      </w:r>
      <w:r>
        <w:t>face au bassin</w:t>
      </w:r>
      <w:r w:rsidR="004B5A85">
        <w:t xml:space="preserve">, </w:t>
      </w:r>
      <w:r>
        <w:t>une porte était ménagée de la largeur de deux hommes de front et haute comme un homme</w:t>
      </w:r>
      <w:r w:rsidR="004B5A85">
        <w:t xml:space="preserve">. </w:t>
      </w:r>
      <w:r>
        <w:t>À cette case</w:t>
      </w:r>
      <w:r w:rsidR="004B5A85">
        <w:t xml:space="preserve">, </w:t>
      </w:r>
      <w:r>
        <w:t>une autre s</w:t>
      </w:r>
      <w:r w:rsidR="004B5A85">
        <w:t>’</w:t>
      </w:r>
      <w:r>
        <w:t>adossait</w:t>
      </w:r>
      <w:r w:rsidR="004B5A85">
        <w:t xml:space="preserve">, </w:t>
      </w:r>
      <w:r>
        <w:t>plus p</w:t>
      </w:r>
      <w:r>
        <w:t>e</w:t>
      </w:r>
      <w:r>
        <w:t>tite</w:t>
      </w:r>
      <w:r w:rsidR="004B5A85">
        <w:t xml:space="preserve">, </w:t>
      </w:r>
      <w:r>
        <w:t>mais construite sur le même modèle</w:t>
      </w:r>
      <w:r w:rsidR="004B5A85">
        <w:t>.</w:t>
      </w:r>
    </w:p>
    <w:p w14:paraId="0319E085" w14:textId="77777777" w:rsidR="004B5A85" w:rsidRDefault="004B5A85" w:rsidP="004C389C">
      <w:r>
        <w:t>— </w:t>
      </w:r>
      <w:r w:rsidR="004C389C">
        <w:t>Bravo</w:t>
      </w:r>
      <w:r>
        <w:t xml:space="preserve">, </w:t>
      </w:r>
      <w:r w:rsidR="004C389C">
        <w:t>les enfants</w:t>
      </w:r>
      <w:r>
        <w:t xml:space="preserve"> ! </w:t>
      </w:r>
      <w:r w:rsidR="004C389C">
        <w:t>dit Ker-</w:t>
      </w:r>
      <w:proofErr w:type="spellStart"/>
      <w:r w:rsidR="004C389C">
        <w:t>Loys</w:t>
      </w:r>
      <w:proofErr w:type="spellEnd"/>
      <w:r>
        <w:t xml:space="preserve">. </w:t>
      </w:r>
      <w:r w:rsidR="004C389C">
        <w:t>On dirait que nous avons été des sauvages toute notre vie et que nous n</w:t>
      </w:r>
      <w:r>
        <w:t>’</w:t>
      </w:r>
      <w:r w:rsidR="004C389C">
        <w:t>avons pas fait autre chose</w:t>
      </w:r>
      <w:r>
        <w:t xml:space="preserve">, </w:t>
      </w:r>
      <w:r w:rsidR="004C389C">
        <w:t>depuis notre naissance</w:t>
      </w:r>
      <w:r>
        <w:t xml:space="preserve">, </w:t>
      </w:r>
      <w:r w:rsidR="004C389C">
        <w:t>que construire des cases en bambou et en feuillage vert</w:t>
      </w:r>
      <w:r>
        <w:t>…</w:t>
      </w:r>
    </w:p>
    <w:p w14:paraId="77ED16CC" w14:textId="77777777" w:rsidR="004B5A85" w:rsidRDefault="004B5A85" w:rsidP="004C389C">
      <w:r>
        <w:t>« </w:t>
      </w:r>
      <w:r w:rsidR="004C389C">
        <w:t>Mais assez de congratulations personnelles</w:t>
      </w:r>
      <w:r>
        <w:t xml:space="preserve">, </w:t>
      </w:r>
      <w:r w:rsidR="004C389C">
        <w:t>réciproques et mutuelles</w:t>
      </w:r>
      <w:r>
        <w:t xml:space="preserve">. </w:t>
      </w:r>
      <w:r w:rsidR="004C389C">
        <w:t>Hop</w:t>
      </w:r>
      <w:r>
        <w:t xml:space="preserve"> ! </w:t>
      </w:r>
      <w:r w:rsidR="004C389C">
        <w:t>emmagasinons nos richesses</w:t>
      </w:r>
      <w:r>
        <w:t xml:space="preserve">. </w:t>
      </w:r>
      <w:r w:rsidR="004C389C">
        <w:t>Apportez tout ça</w:t>
      </w:r>
      <w:r>
        <w:t xml:space="preserve">… </w:t>
      </w:r>
      <w:r w:rsidR="004C389C">
        <w:t>j</w:t>
      </w:r>
      <w:r>
        <w:t>’</w:t>
      </w:r>
      <w:r w:rsidR="004C389C">
        <w:t>indiquerai l</w:t>
      </w:r>
      <w:r>
        <w:t>’</w:t>
      </w:r>
      <w:r w:rsidR="004C389C">
        <w:t>ordre de l</w:t>
      </w:r>
      <w:r>
        <w:t>’</w:t>
      </w:r>
      <w:r w:rsidR="004C389C">
        <w:t>aménagement</w:t>
      </w:r>
      <w:r>
        <w:t>.</w:t>
      </w:r>
    </w:p>
    <w:p w14:paraId="0B931A8B" w14:textId="77777777" w:rsidR="004B5A85" w:rsidRDefault="004C389C" w:rsidP="004C389C">
      <w:r>
        <w:lastRenderedPageBreak/>
        <w:t>Et le jovial Breton entra dans la grande case</w:t>
      </w:r>
      <w:r w:rsidR="004B5A85">
        <w:t xml:space="preserve">, </w:t>
      </w:r>
      <w:r>
        <w:t>tandis que les neuf hommes se disposaient à y transporter le contenu des ba</w:t>
      </w:r>
      <w:r>
        <w:t>l</w:t>
      </w:r>
      <w:r>
        <w:t>lots</w:t>
      </w:r>
      <w:r w:rsidR="004B5A85">
        <w:t>…</w:t>
      </w:r>
    </w:p>
    <w:p w14:paraId="07973192" w14:textId="77777777" w:rsidR="004B5A85" w:rsidRDefault="004C389C" w:rsidP="004C389C">
      <w:r>
        <w:t>Sur les toiles mêmes de ceux-ci</w:t>
      </w:r>
      <w:r w:rsidR="004B5A85">
        <w:t xml:space="preserve">, </w:t>
      </w:r>
      <w:r>
        <w:t>soigneusement étalées à terre</w:t>
      </w:r>
      <w:r w:rsidR="004B5A85">
        <w:t xml:space="preserve">, </w:t>
      </w:r>
      <w:r>
        <w:t>contre la paroi</w:t>
      </w:r>
      <w:r w:rsidR="004B5A85">
        <w:t xml:space="preserve">, </w:t>
      </w:r>
      <w:r>
        <w:t>les conserves et les sacs de semences f</w:t>
      </w:r>
      <w:r>
        <w:t>u</w:t>
      </w:r>
      <w:r>
        <w:t>rent empilés</w:t>
      </w:r>
      <w:r w:rsidR="004B5A85">
        <w:t xml:space="preserve">… </w:t>
      </w:r>
      <w:r>
        <w:t>Pelles et pioches furent alignées contre cet enta</w:t>
      </w:r>
      <w:r>
        <w:t>s</w:t>
      </w:r>
      <w:r>
        <w:t>sement</w:t>
      </w:r>
      <w:r w:rsidR="004B5A85">
        <w:t xml:space="preserve">. </w:t>
      </w:r>
      <w:r>
        <w:t>Et cela occupait presque une moitié du centre de la case</w:t>
      </w:r>
      <w:r w:rsidR="004B5A85">
        <w:t>.</w:t>
      </w:r>
    </w:p>
    <w:p w14:paraId="3EAA1E2F" w14:textId="77777777" w:rsidR="004B5A85" w:rsidRDefault="004C389C" w:rsidP="004C389C">
      <w:r>
        <w:t>Le sol de l</w:t>
      </w:r>
      <w:r w:rsidR="004B5A85">
        <w:t>’</w:t>
      </w:r>
      <w:r>
        <w:t>autre moitié fut soigneusement ratissé</w:t>
      </w:r>
      <w:r w:rsidR="004B5A85">
        <w:t xml:space="preserve">, </w:t>
      </w:r>
      <w:r>
        <w:t>longu</w:t>
      </w:r>
      <w:r>
        <w:t>e</w:t>
      </w:r>
      <w:r>
        <w:t>ment foulé aux pieds</w:t>
      </w:r>
      <w:r w:rsidR="004B5A85">
        <w:t xml:space="preserve">, </w:t>
      </w:r>
      <w:r>
        <w:t>recouvert ensuite d</w:t>
      </w:r>
      <w:r w:rsidR="004B5A85">
        <w:t>’</w:t>
      </w:r>
      <w:r>
        <w:t>une épaisse couche de feuilles bien sèches</w:t>
      </w:r>
      <w:r w:rsidR="004B5A85">
        <w:t xml:space="preserve">, </w:t>
      </w:r>
      <w:r>
        <w:t>maintenues par une sorte de très basse ba</w:t>
      </w:r>
      <w:r>
        <w:t>r</w:t>
      </w:r>
      <w:r>
        <w:t>rière en bambou</w:t>
      </w:r>
      <w:r w:rsidR="004B5A85">
        <w:t xml:space="preserve">, </w:t>
      </w:r>
      <w:r>
        <w:t>qui courait d</w:t>
      </w:r>
      <w:r w:rsidR="004B5A85">
        <w:t>’</w:t>
      </w:r>
      <w:r>
        <w:t>un coin de la porte à un point diamétralement opposé de la paroi</w:t>
      </w:r>
      <w:r w:rsidR="004B5A85">
        <w:t xml:space="preserve">. </w:t>
      </w:r>
      <w:r>
        <w:t>Et sur ce vaste lit de feuilles sèches</w:t>
      </w:r>
      <w:r w:rsidR="004B5A85">
        <w:t xml:space="preserve">, </w:t>
      </w:r>
      <w:r>
        <w:t>seize couvertures furent étendues</w:t>
      </w:r>
      <w:r w:rsidR="004B5A85">
        <w:t xml:space="preserve">, </w:t>
      </w:r>
      <w:r>
        <w:t>l</w:t>
      </w:r>
      <w:r w:rsidR="004B5A85">
        <w:t>’</w:t>
      </w:r>
      <w:r>
        <w:t>une à côté de l</w:t>
      </w:r>
      <w:r w:rsidR="004B5A85">
        <w:t>’</w:t>
      </w:r>
      <w:r>
        <w:t>autre</w:t>
      </w:r>
      <w:r w:rsidR="004B5A85">
        <w:t>.</w:t>
      </w:r>
    </w:p>
    <w:p w14:paraId="112A7981" w14:textId="77777777" w:rsidR="004B5A85" w:rsidRDefault="004B5A85" w:rsidP="004C389C">
      <w:r>
        <w:t>— </w:t>
      </w:r>
      <w:r w:rsidR="004C389C">
        <w:t>Voilà le magasin et voilà nos couchettes</w:t>
      </w:r>
      <w:r>
        <w:t xml:space="preserve"> ! </w:t>
      </w:r>
      <w:r w:rsidR="004C389C">
        <w:t>s</w:t>
      </w:r>
      <w:r>
        <w:t>’</w:t>
      </w:r>
      <w:r w:rsidR="004C389C">
        <w:t>écria Ker-</w:t>
      </w:r>
      <w:proofErr w:type="spellStart"/>
      <w:r w:rsidR="004C389C">
        <w:t>Loys</w:t>
      </w:r>
      <w:proofErr w:type="spellEnd"/>
      <w:r>
        <w:t xml:space="preserve">. </w:t>
      </w:r>
      <w:r w:rsidR="004C389C">
        <w:t>Et maintenant</w:t>
      </w:r>
      <w:r>
        <w:t xml:space="preserve">, </w:t>
      </w:r>
      <w:r w:rsidR="004C389C">
        <w:t>allons arranger la case du commandant</w:t>
      </w:r>
      <w:r>
        <w:t xml:space="preserve"> ; </w:t>
      </w:r>
      <w:r w:rsidR="004C389C">
        <w:t>Jean-Marie</w:t>
      </w:r>
      <w:r>
        <w:t xml:space="preserve">, </w:t>
      </w:r>
      <w:r w:rsidR="004C389C">
        <w:t>apporte deux couvertures</w:t>
      </w:r>
      <w:r>
        <w:t xml:space="preserve">. </w:t>
      </w:r>
      <w:r w:rsidR="004C389C">
        <w:t>Venez battre le sol</w:t>
      </w:r>
      <w:r>
        <w:t xml:space="preserve">, </w:t>
      </w:r>
      <w:r w:rsidR="004C389C">
        <w:t>deux autres</w:t>
      </w:r>
      <w:r>
        <w:t xml:space="preserve"> !… </w:t>
      </w:r>
      <w:r w:rsidR="004C389C">
        <w:t>Et vous</w:t>
      </w:r>
      <w:r>
        <w:t xml:space="preserve">, </w:t>
      </w:r>
      <w:r w:rsidR="004C389C">
        <w:t>les enfants</w:t>
      </w:r>
      <w:r>
        <w:t xml:space="preserve">, </w:t>
      </w:r>
      <w:r w:rsidR="004C389C">
        <w:t>allez me chercher des feuilles sèches</w:t>
      </w:r>
      <w:r>
        <w:t>.</w:t>
      </w:r>
    </w:p>
    <w:p w14:paraId="553B9186" w14:textId="77777777" w:rsidR="004B5A85" w:rsidRDefault="004C389C" w:rsidP="004C389C">
      <w:r>
        <w:t>Les deux cases communiquaient directement par une o</w:t>
      </w:r>
      <w:r>
        <w:t>u</w:t>
      </w:r>
      <w:r>
        <w:t>verture que l</w:t>
      </w:r>
      <w:r w:rsidR="004B5A85">
        <w:t>’</w:t>
      </w:r>
      <w:r>
        <w:t>on masquait et que l</w:t>
      </w:r>
      <w:r w:rsidR="004B5A85">
        <w:t>’</w:t>
      </w:r>
      <w:r>
        <w:t>on découvrait à volonté au moyen d</w:t>
      </w:r>
      <w:r w:rsidR="004B5A85">
        <w:t>’</w:t>
      </w:r>
      <w:r>
        <w:t>un rideau de petits bambous entrelacés et doublés de feuillage</w:t>
      </w:r>
      <w:r w:rsidR="004B5A85">
        <w:t>.</w:t>
      </w:r>
    </w:p>
    <w:p w14:paraId="709B93B3" w14:textId="77777777" w:rsidR="004B5A85" w:rsidRDefault="004C389C" w:rsidP="004C389C">
      <w:r>
        <w:t>Ker-</w:t>
      </w:r>
      <w:proofErr w:type="spellStart"/>
      <w:r>
        <w:t>Loys</w:t>
      </w:r>
      <w:proofErr w:type="spellEnd"/>
      <w:r>
        <w:t xml:space="preserve"> franchit le premier cette porte rustique</w:t>
      </w:r>
      <w:r w:rsidR="004B5A85">
        <w:t xml:space="preserve">, </w:t>
      </w:r>
      <w:r>
        <w:t>aussitôt suivi par Jean-Marie</w:t>
      </w:r>
      <w:r w:rsidR="004B5A85">
        <w:t xml:space="preserve">, </w:t>
      </w:r>
      <w:r>
        <w:t>qui portait les couvertures</w:t>
      </w:r>
      <w:r w:rsidR="004B5A85">
        <w:t>.</w:t>
      </w:r>
    </w:p>
    <w:p w14:paraId="50A747FB" w14:textId="77777777" w:rsidR="004B5A85" w:rsidRDefault="004C389C" w:rsidP="004C389C">
      <w:r>
        <w:t>Entrés par l</w:t>
      </w:r>
      <w:r w:rsidR="004B5A85">
        <w:t>’</w:t>
      </w:r>
      <w:r>
        <w:t>ouverture extérieure</w:t>
      </w:r>
      <w:r w:rsidR="004B5A85">
        <w:t xml:space="preserve">, </w:t>
      </w:r>
      <w:r>
        <w:t>deux matelots ne</w:t>
      </w:r>
      <w:r>
        <w:t>t</w:t>
      </w:r>
      <w:r>
        <w:t>toyaient déjà</w:t>
      </w:r>
      <w:r w:rsidR="004B5A85">
        <w:t xml:space="preserve">, </w:t>
      </w:r>
      <w:r>
        <w:t>ratissaient</w:t>
      </w:r>
      <w:r w:rsidR="004B5A85">
        <w:t xml:space="preserve">, </w:t>
      </w:r>
      <w:r>
        <w:t>foulaient le sol de la case</w:t>
      </w:r>
      <w:r w:rsidR="004B5A85">
        <w:t xml:space="preserve">. </w:t>
      </w:r>
      <w:r>
        <w:t>Les autres arrivèrent bientôt avec des brassées de feuilles sèches</w:t>
      </w:r>
      <w:r w:rsidR="004B5A85">
        <w:t xml:space="preserve">. </w:t>
      </w:r>
      <w:r>
        <w:t xml:space="preserve">Et en </w:t>
      </w:r>
      <w:r>
        <w:lastRenderedPageBreak/>
        <w:t>cinq minutes</w:t>
      </w:r>
      <w:r w:rsidR="004B5A85">
        <w:t xml:space="preserve">, </w:t>
      </w:r>
      <w:r>
        <w:t xml:space="preserve">la </w:t>
      </w:r>
      <w:r w:rsidR="004B5A85">
        <w:t>« </w:t>
      </w:r>
      <w:r>
        <w:t>chambre</w:t>
      </w:r>
      <w:r w:rsidR="004B5A85">
        <w:t> »</w:t>
      </w:r>
      <w:r>
        <w:t xml:space="preserve"> de l</w:t>
      </w:r>
      <w:r w:rsidR="004B5A85">
        <w:t>’</w:t>
      </w:r>
      <w:r>
        <w:t>enseigne Paul Randal fut prête</w:t>
      </w:r>
      <w:r w:rsidR="004B5A85">
        <w:t>.</w:t>
      </w:r>
    </w:p>
    <w:p w14:paraId="4752C064" w14:textId="77777777" w:rsidR="004B5A85" w:rsidRDefault="004B5A85" w:rsidP="004C389C">
      <w:r>
        <w:t>— </w:t>
      </w:r>
      <w:r w:rsidR="004C389C">
        <w:t>Dommage que le lieutenant ne soit pas là pour l</w:t>
      </w:r>
      <w:r>
        <w:t>’</w:t>
      </w:r>
      <w:r w:rsidR="004C389C">
        <w:t>essayer tout de suite</w:t>
      </w:r>
      <w:r>
        <w:t xml:space="preserve"> ! </w:t>
      </w:r>
      <w:r w:rsidR="004C389C">
        <w:t>fit un matelot</w:t>
      </w:r>
      <w:r>
        <w:t>.</w:t>
      </w:r>
    </w:p>
    <w:p w14:paraId="70788117" w14:textId="77777777" w:rsidR="004B5A85" w:rsidRDefault="004B5A85" w:rsidP="004C389C">
      <w:r>
        <w:t>— </w:t>
      </w:r>
      <w:r w:rsidR="004C389C">
        <w:t>C</w:t>
      </w:r>
      <w:r>
        <w:t>’</w:t>
      </w:r>
      <w:r w:rsidR="004C389C">
        <w:t>est vrai</w:t>
      </w:r>
      <w:r>
        <w:t xml:space="preserve"> ! </w:t>
      </w:r>
      <w:r w:rsidR="004C389C">
        <w:t>répliqua Ker-</w:t>
      </w:r>
      <w:proofErr w:type="spellStart"/>
      <w:r w:rsidR="004C389C">
        <w:t>Loys</w:t>
      </w:r>
      <w:proofErr w:type="spellEnd"/>
      <w:r>
        <w:t xml:space="preserve">. </w:t>
      </w:r>
      <w:r w:rsidR="004C389C">
        <w:t>Mais à propos</w:t>
      </w:r>
      <w:r>
        <w:t xml:space="preserve">, </w:t>
      </w:r>
      <w:r w:rsidR="004C389C">
        <w:t>quelle heure est-il</w:t>
      </w:r>
      <w:r>
        <w:t> ?</w:t>
      </w:r>
    </w:p>
    <w:p w14:paraId="6183C514" w14:textId="77777777" w:rsidR="004B5A85" w:rsidRDefault="004C389C" w:rsidP="004C389C">
      <w:r>
        <w:t>Jean-Marie tira de sa ceinture une grosse montre en argent et répondit</w:t>
      </w:r>
      <w:r w:rsidR="004B5A85">
        <w:t> :</w:t>
      </w:r>
    </w:p>
    <w:p w14:paraId="1EBB764D" w14:textId="77777777" w:rsidR="004B5A85" w:rsidRDefault="004B5A85" w:rsidP="004C389C">
      <w:r>
        <w:t>— </w:t>
      </w:r>
      <w:r w:rsidR="004C389C">
        <w:t>Midi</w:t>
      </w:r>
      <w:r>
        <w:t xml:space="preserve">, </w:t>
      </w:r>
      <w:r w:rsidR="004C389C">
        <w:t>juste</w:t>
      </w:r>
      <w:r>
        <w:t> !</w:t>
      </w:r>
    </w:p>
    <w:p w14:paraId="1F5BA487" w14:textId="77777777" w:rsidR="004B5A85" w:rsidRDefault="004B5A85" w:rsidP="004C389C">
      <w:r>
        <w:t>— </w:t>
      </w:r>
      <w:r w:rsidR="004C389C">
        <w:t>Midi</w:t>
      </w:r>
      <w:r>
        <w:t xml:space="preserve"> ! </w:t>
      </w:r>
      <w:r w:rsidR="004C389C">
        <w:t>s</w:t>
      </w:r>
      <w:r>
        <w:t>’</w:t>
      </w:r>
      <w:r w:rsidR="004C389C">
        <w:t>écria Ker-</w:t>
      </w:r>
      <w:proofErr w:type="spellStart"/>
      <w:r w:rsidR="004C389C">
        <w:t>Loys</w:t>
      </w:r>
      <w:proofErr w:type="spellEnd"/>
      <w:r>
        <w:t xml:space="preserve">. </w:t>
      </w:r>
      <w:r w:rsidR="004C389C">
        <w:t>Et le lieutenant n</w:t>
      </w:r>
      <w:r>
        <w:t>’</w:t>
      </w:r>
      <w:r w:rsidR="004C389C">
        <w:t>est pas encore revenu</w:t>
      </w:r>
      <w:r>
        <w:t xml:space="preserve"> ! </w:t>
      </w:r>
      <w:r w:rsidR="004C389C">
        <w:t>Eh</w:t>
      </w:r>
      <w:r>
        <w:t xml:space="preserve"> ! </w:t>
      </w:r>
      <w:r w:rsidR="004C389C">
        <w:t>Ferréol</w:t>
      </w:r>
      <w:r>
        <w:t xml:space="preserve">, </w:t>
      </w:r>
      <w:r w:rsidR="004C389C">
        <w:t>toi qui as les meilleurs yeux de tout l</w:t>
      </w:r>
      <w:r>
        <w:t>’</w:t>
      </w:r>
      <w:r w:rsidR="004C389C">
        <w:t>équipage</w:t>
      </w:r>
      <w:r>
        <w:t xml:space="preserve">, </w:t>
      </w:r>
      <w:r w:rsidR="004C389C">
        <w:t>pousse un galop jusqu</w:t>
      </w:r>
      <w:r>
        <w:t>’</w:t>
      </w:r>
      <w:r w:rsidR="004C389C">
        <w:t>au milieu de la lande</w:t>
      </w:r>
      <w:r>
        <w:t xml:space="preserve">, </w:t>
      </w:r>
      <w:r w:rsidR="004C389C">
        <w:t>et r</w:t>
      </w:r>
      <w:r w:rsidR="004C389C">
        <w:t>e</w:t>
      </w:r>
      <w:r w:rsidR="004C389C">
        <w:t>garde un peu si tu vois notre officier et nos camarades de</w:t>
      </w:r>
      <w:r w:rsidR="004C389C">
        <w:t>s</w:t>
      </w:r>
      <w:r w:rsidR="004C389C">
        <w:t>cendre la montagne</w:t>
      </w:r>
      <w:r>
        <w:t xml:space="preserve">… </w:t>
      </w:r>
      <w:r w:rsidR="004C389C">
        <w:t>celle du milieu</w:t>
      </w:r>
      <w:r>
        <w:t xml:space="preserve">, </w:t>
      </w:r>
      <w:r w:rsidR="004C389C">
        <w:t>hein</w:t>
      </w:r>
      <w:r>
        <w:t xml:space="preserve"> ! </w:t>
      </w:r>
      <w:r w:rsidR="004C389C">
        <w:t>qui est la plus haute</w:t>
      </w:r>
      <w:r>
        <w:t> !…</w:t>
      </w:r>
    </w:p>
    <w:p w14:paraId="7D1C925B" w14:textId="77777777" w:rsidR="004B5A85" w:rsidRDefault="004B5A85" w:rsidP="004C389C">
      <w:r>
        <w:t>— </w:t>
      </w:r>
      <w:r w:rsidR="004C389C">
        <w:t>Entendu</w:t>
      </w:r>
      <w:r>
        <w:t> !</w:t>
      </w:r>
    </w:p>
    <w:p w14:paraId="272C2C2A" w14:textId="77777777" w:rsidR="004B5A85" w:rsidRDefault="004C389C" w:rsidP="004C389C">
      <w:r>
        <w:t>Et Ferréol</w:t>
      </w:r>
      <w:r w:rsidR="004B5A85">
        <w:t xml:space="preserve">, </w:t>
      </w:r>
      <w:r>
        <w:t>un matelot mécanicien maigre et agile</w:t>
      </w:r>
      <w:r w:rsidR="004B5A85">
        <w:t xml:space="preserve">, </w:t>
      </w:r>
      <w:r>
        <w:t>se mit à courir en tournant le dos au ravin</w:t>
      </w:r>
      <w:r w:rsidR="004B5A85">
        <w:t>.</w:t>
      </w:r>
    </w:p>
    <w:p w14:paraId="762CE19C" w14:textId="77777777" w:rsidR="004B5A85" w:rsidRDefault="004C389C" w:rsidP="004C389C">
      <w:r>
        <w:t>Il parcourut en cinq minutes la moitié de la lande nue</w:t>
      </w:r>
      <w:r w:rsidR="004B5A85">
        <w:t xml:space="preserve">, </w:t>
      </w:r>
      <w:r>
        <w:t>qui se terminait du côté de la mer par la falaise abrupte</w:t>
      </w:r>
      <w:r w:rsidR="004B5A85">
        <w:t xml:space="preserve">. </w:t>
      </w:r>
      <w:r>
        <w:t>Et</w:t>
      </w:r>
      <w:r w:rsidR="004B5A85">
        <w:t xml:space="preserve">, </w:t>
      </w:r>
      <w:r>
        <w:t>se j</w:t>
      </w:r>
      <w:r>
        <w:t>u</w:t>
      </w:r>
      <w:r>
        <w:t>geant assez loin des arbres pour bien voir</w:t>
      </w:r>
      <w:r w:rsidR="004B5A85">
        <w:t xml:space="preserve">, </w:t>
      </w:r>
      <w:r>
        <w:t>par-dessus la masse verte</w:t>
      </w:r>
      <w:r w:rsidR="004B5A85">
        <w:t xml:space="preserve">, </w:t>
      </w:r>
      <w:r>
        <w:t>la montagne dressée au milieu de la forêt</w:t>
      </w:r>
      <w:r w:rsidR="004B5A85">
        <w:t xml:space="preserve">, </w:t>
      </w:r>
      <w:r>
        <w:t>il s</w:t>
      </w:r>
      <w:r w:rsidR="004B5A85">
        <w:t>’</w:t>
      </w:r>
      <w:r>
        <w:t>arrêta et se retourna</w:t>
      </w:r>
      <w:r w:rsidR="004B5A85">
        <w:t>.</w:t>
      </w:r>
    </w:p>
    <w:p w14:paraId="285DC7C8" w14:textId="77777777" w:rsidR="004B5A85" w:rsidRDefault="004C389C" w:rsidP="004C389C">
      <w:r>
        <w:t>Mais il eut beau</w:t>
      </w:r>
      <w:r w:rsidR="004B5A85">
        <w:t xml:space="preserve">, </w:t>
      </w:r>
      <w:r>
        <w:t>les deux mains en abat-jour</w:t>
      </w:r>
      <w:r w:rsidR="004B5A85">
        <w:t xml:space="preserve">, </w:t>
      </w:r>
      <w:r>
        <w:t>scruter de son puissant regard le cône montagneux qui s</w:t>
      </w:r>
      <w:r w:rsidR="004B5A85">
        <w:t>’</w:t>
      </w:r>
      <w:r>
        <w:t>élevait entre deux autres plus petits</w:t>
      </w:r>
      <w:r w:rsidR="004B5A85">
        <w:t xml:space="preserve">, </w:t>
      </w:r>
      <w:r>
        <w:t>il ne vit que des pierres</w:t>
      </w:r>
      <w:r w:rsidR="004B5A85">
        <w:t xml:space="preserve">, </w:t>
      </w:r>
      <w:r>
        <w:t>des ravines</w:t>
      </w:r>
      <w:r w:rsidR="004B5A85">
        <w:t>…</w:t>
      </w:r>
    </w:p>
    <w:p w14:paraId="383327AB" w14:textId="77777777" w:rsidR="004B5A85" w:rsidRDefault="004C389C" w:rsidP="004C389C">
      <w:r>
        <w:t>Et il allait retourner aux cases</w:t>
      </w:r>
      <w:r w:rsidR="004B5A85">
        <w:t xml:space="preserve">, </w:t>
      </w:r>
      <w:r>
        <w:t>lorsqu</w:t>
      </w:r>
      <w:r w:rsidR="004B5A85">
        <w:t>’</w:t>
      </w:r>
      <w:r>
        <w:t>il tressaillit</w:t>
      </w:r>
      <w:r w:rsidR="004B5A85">
        <w:t>.</w:t>
      </w:r>
    </w:p>
    <w:p w14:paraId="28CEBD4B" w14:textId="77777777" w:rsidR="004B5A85" w:rsidRDefault="004B5A85" w:rsidP="004C389C">
      <w:r>
        <w:lastRenderedPageBreak/>
        <w:t>« </w:t>
      </w:r>
      <w:r w:rsidR="004C389C">
        <w:t>Tiens</w:t>
      </w:r>
      <w:r>
        <w:t xml:space="preserve"> ! </w:t>
      </w:r>
      <w:r w:rsidR="004C389C">
        <w:t>qu</w:t>
      </w:r>
      <w:r>
        <w:t>’</w:t>
      </w:r>
      <w:r w:rsidR="004C389C">
        <w:t>est-ce que c</w:t>
      </w:r>
      <w:r>
        <w:t>’</w:t>
      </w:r>
      <w:r w:rsidR="004C389C">
        <w:t>est</w:t>
      </w:r>
      <w:r>
        <w:t> ? »</w:t>
      </w:r>
      <w:r w:rsidR="004C389C">
        <w:t xml:space="preserve"> murmura-t-il</w:t>
      </w:r>
      <w:r>
        <w:t>.</w:t>
      </w:r>
    </w:p>
    <w:p w14:paraId="33E80B3F" w14:textId="77777777" w:rsidR="004B5A85" w:rsidRDefault="004C389C" w:rsidP="004C389C">
      <w:r>
        <w:t>Il s</w:t>
      </w:r>
      <w:r w:rsidR="004B5A85">
        <w:t>’</w:t>
      </w:r>
      <w:r>
        <w:t>efforça de regarder avec plus d</w:t>
      </w:r>
      <w:r w:rsidR="004B5A85">
        <w:t>’</w:t>
      </w:r>
      <w:r>
        <w:t>acuité</w:t>
      </w:r>
      <w:r w:rsidR="004B5A85">
        <w:t xml:space="preserve">, </w:t>
      </w:r>
      <w:r>
        <w:t>et</w:t>
      </w:r>
      <w:r w:rsidR="004B5A85">
        <w:t xml:space="preserve">, </w:t>
      </w:r>
      <w:r>
        <w:t>là-haut</w:t>
      </w:r>
      <w:r w:rsidR="004B5A85">
        <w:t xml:space="preserve">, </w:t>
      </w:r>
      <w:r>
        <w:t>un peu au-dessus de la ligne boisée</w:t>
      </w:r>
      <w:r w:rsidR="004B5A85">
        <w:t xml:space="preserve">, </w:t>
      </w:r>
      <w:r>
        <w:t>il vit des animaux se promener en va-et-vient sur une plate-forme rocheuse</w:t>
      </w:r>
      <w:r w:rsidR="004B5A85">
        <w:t>.</w:t>
      </w:r>
    </w:p>
    <w:p w14:paraId="035746BE" w14:textId="77777777" w:rsidR="004B5A85" w:rsidRDefault="004C389C" w:rsidP="004C389C">
      <w:r>
        <w:t>À cette distance</w:t>
      </w:r>
      <w:r w:rsidR="004B5A85">
        <w:t xml:space="preserve">, </w:t>
      </w:r>
      <w:r>
        <w:t>ces animaux ne semblaient</w:t>
      </w:r>
      <w:r w:rsidR="004B5A85">
        <w:t xml:space="preserve">, </w:t>
      </w:r>
      <w:r>
        <w:t>à Ferréol</w:t>
      </w:r>
      <w:r w:rsidR="004B5A85">
        <w:t xml:space="preserve">, </w:t>
      </w:r>
      <w:r>
        <w:t>pas plus gros que des chats d</w:t>
      </w:r>
      <w:r w:rsidR="004B5A85">
        <w:t>’</w:t>
      </w:r>
      <w:r>
        <w:t>appartement</w:t>
      </w:r>
      <w:r w:rsidR="004B5A85">
        <w:t>.</w:t>
      </w:r>
    </w:p>
    <w:p w14:paraId="5F608032" w14:textId="77777777" w:rsidR="004B5A85" w:rsidRDefault="004C389C" w:rsidP="004C389C">
      <w:r>
        <w:t>Mais le matelot se rendait compte de la distance</w:t>
      </w:r>
      <w:r w:rsidR="004B5A85">
        <w:t>.</w:t>
      </w:r>
    </w:p>
    <w:p w14:paraId="218EECFC" w14:textId="42C2DAB5" w:rsidR="004C389C" w:rsidRDefault="004B5A85" w:rsidP="004C389C">
      <w:r>
        <w:t>« </w:t>
      </w:r>
      <w:r w:rsidR="004C389C">
        <w:t>Oh</w:t>
      </w:r>
      <w:r>
        <w:t xml:space="preserve"> ! </w:t>
      </w:r>
      <w:r w:rsidR="004C389C">
        <w:t>oh</w:t>
      </w:r>
      <w:r>
        <w:t xml:space="preserve"> ! </w:t>
      </w:r>
      <w:r w:rsidR="004C389C">
        <w:t>dit-il</w:t>
      </w:r>
      <w:r>
        <w:t xml:space="preserve">, </w:t>
      </w:r>
      <w:r w:rsidR="004C389C">
        <w:t>pour que je voi</w:t>
      </w:r>
      <w:r w:rsidR="003734CB">
        <w:t>e</w:t>
      </w:r>
      <w:r w:rsidR="004C389C">
        <w:t xml:space="preserve"> d</w:t>
      </w:r>
      <w:r>
        <w:t>’</w:t>
      </w:r>
      <w:r w:rsidR="004C389C">
        <w:t>ici ces bêtes-là comme des chats</w:t>
      </w:r>
      <w:r>
        <w:t xml:space="preserve">, </w:t>
      </w:r>
      <w:r w:rsidR="004C389C">
        <w:t>il faut qu</w:t>
      </w:r>
      <w:r>
        <w:t>’</w:t>
      </w:r>
      <w:r w:rsidR="004C389C">
        <w:t>elles soient en réalité comme des tigres</w:t>
      </w:r>
      <w:r>
        <w:t xml:space="preserve">… </w:t>
      </w:r>
      <w:r w:rsidR="004C389C">
        <w:t>Si le lieutenant s</w:t>
      </w:r>
      <w:r>
        <w:t>’</w:t>
      </w:r>
      <w:r w:rsidR="004C389C">
        <w:t>est aperçu de la présence</w:t>
      </w:r>
      <w:r>
        <w:t xml:space="preserve">, </w:t>
      </w:r>
      <w:r w:rsidR="004C389C">
        <w:t>sur ce versant</w:t>
      </w:r>
      <w:r>
        <w:t xml:space="preserve">, </w:t>
      </w:r>
      <w:r w:rsidR="004C389C">
        <w:t>de ces promeneurs à quatre pattes</w:t>
      </w:r>
      <w:r>
        <w:t xml:space="preserve">, </w:t>
      </w:r>
      <w:r w:rsidR="004C389C">
        <w:t>il sera descendu de l</w:t>
      </w:r>
      <w:r>
        <w:t>’</w:t>
      </w:r>
      <w:r w:rsidR="004C389C">
        <w:t>autre côté</w:t>
      </w:r>
      <w:r>
        <w:t xml:space="preserve">, </w:t>
      </w:r>
      <w:r w:rsidR="004C389C">
        <w:t>quoique ça allonge diablement le chemin</w:t>
      </w:r>
      <w:r>
        <w:t xml:space="preserve">… </w:t>
      </w:r>
      <w:r w:rsidR="004C389C">
        <w:t>Mais quand on n</w:t>
      </w:r>
      <w:r>
        <w:t>’</w:t>
      </w:r>
      <w:r w:rsidR="004C389C">
        <w:t>a pas d</w:t>
      </w:r>
      <w:r>
        <w:t>’</w:t>
      </w:r>
      <w:r w:rsidR="004C389C">
        <w:t>arme à feu</w:t>
      </w:r>
      <w:r>
        <w:t xml:space="preserve">, </w:t>
      </w:r>
      <w:r w:rsidR="004C389C">
        <w:t>on n</w:t>
      </w:r>
      <w:r>
        <w:t>’</w:t>
      </w:r>
      <w:r w:rsidR="004C389C">
        <w:t>est pas maître de la route</w:t>
      </w:r>
      <w:r>
        <w:t xml:space="preserve">… </w:t>
      </w:r>
      <w:r w:rsidR="004C389C">
        <w:t>Allons dire tout ça au vieux</w:t>
      </w:r>
      <w:r>
        <w:t>… »</w:t>
      </w:r>
    </w:p>
    <w:p w14:paraId="1818CC4A" w14:textId="77777777" w:rsidR="004B5A85" w:rsidRDefault="004C389C" w:rsidP="004C389C">
      <w:r>
        <w:t>Entre eux</w:t>
      </w:r>
      <w:r w:rsidR="004B5A85">
        <w:t xml:space="preserve">, </w:t>
      </w:r>
      <w:r>
        <w:t xml:space="preserve">les matelots appelaient </w:t>
      </w:r>
      <w:r w:rsidR="004B5A85">
        <w:t>« </w:t>
      </w:r>
      <w:r>
        <w:t>le vieux</w:t>
      </w:r>
      <w:r w:rsidR="004B5A85">
        <w:t> »</w:t>
      </w:r>
      <w:r>
        <w:t xml:space="preserve"> familièr</w:t>
      </w:r>
      <w:r>
        <w:t>e</w:t>
      </w:r>
      <w:r>
        <w:t>ment et affectueusement le premier maître Ker-</w:t>
      </w:r>
      <w:proofErr w:type="spellStart"/>
      <w:r>
        <w:t>Loys</w:t>
      </w:r>
      <w:proofErr w:type="spellEnd"/>
      <w:r w:rsidR="004B5A85">
        <w:t xml:space="preserve">, </w:t>
      </w:r>
      <w:r>
        <w:t>qui était le plus âgé de l</w:t>
      </w:r>
      <w:r w:rsidR="004B5A85">
        <w:t>’</w:t>
      </w:r>
      <w:r>
        <w:t xml:space="preserve">équipage du </w:t>
      </w:r>
      <w:r>
        <w:rPr>
          <w:i/>
          <w:iCs/>
        </w:rPr>
        <w:t xml:space="preserve">Nyctalope </w:t>
      </w:r>
      <w:r>
        <w:t>et qui avait moustache et barbiche blanches</w:t>
      </w:r>
      <w:r w:rsidR="004B5A85">
        <w:t xml:space="preserve">, </w:t>
      </w:r>
      <w:r>
        <w:t>quoi qu</w:t>
      </w:r>
      <w:r w:rsidR="004B5A85">
        <w:t>’</w:t>
      </w:r>
      <w:r>
        <w:t>il fût plus fort et plus dur à l</w:t>
      </w:r>
      <w:r w:rsidR="004B5A85">
        <w:t>’</w:t>
      </w:r>
      <w:r>
        <w:t>ouvrage que bien des jeunes marins</w:t>
      </w:r>
      <w:r w:rsidR="004B5A85">
        <w:t>.</w:t>
      </w:r>
    </w:p>
    <w:p w14:paraId="6814517F" w14:textId="77777777" w:rsidR="004B5A85" w:rsidRDefault="004B5A85" w:rsidP="004C389C">
      <w:r>
        <w:t>— </w:t>
      </w:r>
      <w:r w:rsidR="004C389C">
        <w:t>Hein</w:t>
      </w:r>
      <w:r>
        <w:t xml:space="preserve"> ! </w:t>
      </w:r>
      <w:r w:rsidR="004C389C">
        <w:t>quoi</w:t>
      </w:r>
      <w:r>
        <w:t xml:space="preserve"> ? </w:t>
      </w:r>
      <w:r w:rsidR="004C389C">
        <w:t>fit Ker-</w:t>
      </w:r>
      <w:proofErr w:type="spellStart"/>
      <w:r w:rsidR="004C389C">
        <w:t>Loys</w:t>
      </w:r>
      <w:proofErr w:type="spellEnd"/>
      <w:r>
        <w:t xml:space="preserve">, </w:t>
      </w:r>
      <w:r w:rsidR="004C389C">
        <w:t>après avoir écouté le récit de Ferréol</w:t>
      </w:r>
      <w:r>
        <w:t xml:space="preserve">, </w:t>
      </w:r>
      <w:r w:rsidR="004C389C">
        <w:t>des tigres</w:t>
      </w:r>
      <w:r>
        <w:t xml:space="preserve">, </w:t>
      </w:r>
      <w:r w:rsidR="004C389C">
        <w:t>que tu dis</w:t>
      </w:r>
      <w:r>
        <w:t> ?…</w:t>
      </w:r>
    </w:p>
    <w:p w14:paraId="5D823E37" w14:textId="77777777" w:rsidR="004B5A85" w:rsidRDefault="004B5A85" w:rsidP="004C389C">
      <w:r>
        <w:t>— </w:t>
      </w:r>
      <w:r w:rsidR="004C389C">
        <w:t>Des tigres</w:t>
      </w:r>
      <w:r>
        <w:t xml:space="preserve">, </w:t>
      </w:r>
      <w:r w:rsidR="004C389C">
        <w:t>des panthères</w:t>
      </w:r>
      <w:r>
        <w:t xml:space="preserve">, </w:t>
      </w:r>
      <w:r w:rsidR="004C389C">
        <w:t>des jaguars</w:t>
      </w:r>
      <w:r>
        <w:t xml:space="preserve">, </w:t>
      </w:r>
      <w:r w:rsidR="004C389C">
        <w:t>des lions</w:t>
      </w:r>
      <w:r>
        <w:t xml:space="preserve">… </w:t>
      </w:r>
      <w:r w:rsidR="004C389C">
        <w:t>je ne sais pas</w:t>
      </w:r>
      <w:r>
        <w:t xml:space="preserve">, </w:t>
      </w:r>
      <w:r w:rsidR="004C389C">
        <w:t>moi</w:t>
      </w:r>
      <w:r>
        <w:t xml:space="preserve"> ! </w:t>
      </w:r>
      <w:r w:rsidR="004C389C">
        <w:t>En tout cas</w:t>
      </w:r>
      <w:r>
        <w:t xml:space="preserve">, </w:t>
      </w:r>
      <w:r w:rsidR="004C389C">
        <w:t>ce sont des animaux qui</w:t>
      </w:r>
      <w:r>
        <w:t xml:space="preserve">, </w:t>
      </w:r>
      <w:r w:rsidR="004C389C">
        <w:t>de loin</w:t>
      </w:r>
      <w:r>
        <w:t xml:space="preserve">, </w:t>
      </w:r>
      <w:r w:rsidR="004C389C">
        <w:t>re</w:t>
      </w:r>
      <w:r w:rsidR="004C389C">
        <w:t>s</w:t>
      </w:r>
      <w:r w:rsidR="004C389C">
        <w:t>semblent à des chats</w:t>
      </w:r>
      <w:r>
        <w:t>…</w:t>
      </w:r>
    </w:p>
    <w:p w14:paraId="6BBDAB20" w14:textId="77777777" w:rsidR="004B5A85" w:rsidRDefault="004B5A85" w:rsidP="004C389C">
      <w:r>
        <w:t>— </w:t>
      </w:r>
      <w:r w:rsidR="004C389C">
        <w:t>Et pas d</w:t>
      </w:r>
      <w:r>
        <w:t>’</w:t>
      </w:r>
      <w:r w:rsidR="004C389C">
        <w:t>hommes</w:t>
      </w:r>
      <w:r>
        <w:t xml:space="preserve">, </w:t>
      </w:r>
      <w:r w:rsidR="004C389C">
        <w:t>là-bas</w:t>
      </w:r>
      <w:r>
        <w:t xml:space="preserve"> ? </w:t>
      </w:r>
      <w:r w:rsidR="004C389C">
        <w:t>Répète-le</w:t>
      </w:r>
      <w:r>
        <w:t> !</w:t>
      </w:r>
    </w:p>
    <w:p w14:paraId="485FDF3A" w14:textId="77777777" w:rsidR="004B5A85" w:rsidRDefault="004B5A85" w:rsidP="004C389C">
      <w:r>
        <w:t>— </w:t>
      </w:r>
      <w:r w:rsidR="004C389C">
        <w:t>Pas l</w:t>
      </w:r>
      <w:r>
        <w:t>’</w:t>
      </w:r>
      <w:r w:rsidR="004C389C">
        <w:t>ombre d</w:t>
      </w:r>
      <w:r>
        <w:t>’</w:t>
      </w:r>
      <w:r w:rsidR="004C389C">
        <w:t>un</w:t>
      </w:r>
      <w:r>
        <w:t>…</w:t>
      </w:r>
    </w:p>
    <w:p w14:paraId="2384317F" w14:textId="77777777" w:rsidR="004B5A85" w:rsidRDefault="004B5A85" w:rsidP="004C389C">
      <w:r>
        <w:lastRenderedPageBreak/>
        <w:t>— </w:t>
      </w:r>
      <w:r w:rsidR="004C389C">
        <w:t>Allons</w:t>
      </w:r>
      <w:r>
        <w:t xml:space="preserve">, </w:t>
      </w:r>
      <w:r w:rsidR="004C389C">
        <w:t>les enfants</w:t>
      </w:r>
      <w:r>
        <w:t xml:space="preserve">, </w:t>
      </w:r>
      <w:r w:rsidR="004C389C">
        <w:t>dit Ker-</w:t>
      </w:r>
      <w:proofErr w:type="spellStart"/>
      <w:r w:rsidR="004C389C">
        <w:t>Loys</w:t>
      </w:r>
      <w:proofErr w:type="spellEnd"/>
      <w:r w:rsidR="004C389C">
        <w:t xml:space="preserve"> sans hésiter</w:t>
      </w:r>
      <w:r>
        <w:t xml:space="preserve">, </w:t>
      </w:r>
      <w:r w:rsidR="004C389C">
        <w:t>quatre vont rester ici pour garder le magasin</w:t>
      </w:r>
      <w:r>
        <w:t xml:space="preserve">, </w:t>
      </w:r>
      <w:r w:rsidR="004C389C">
        <w:t>puisqu</w:t>
      </w:r>
      <w:r>
        <w:t>’</w:t>
      </w:r>
      <w:r w:rsidR="004C389C">
        <w:t>on ne sait pas à quoi s</w:t>
      </w:r>
      <w:r>
        <w:t>’</w:t>
      </w:r>
      <w:r w:rsidR="004C389C">
        <w:t>en tenir sur les voisins possibles</w:t>
      </w:r>
      <w:r>
        <w:t xml:space="preserve">, </w:t>
      </w:r>
      <w:r w:rsidR="004C389C">
        <w:t>et les six autres nous filons à la recherche du lieutenant et de ses camarades</w:t>
      </w:r>
      <w:r>
        <w:t>.</w:t>
      </w:r>
    </w:p>
    <w:p w14:paraId="36BAD151" w14:textId="484D2EF7" w:rsidR="004B5A85" w:rsidRDefault="004B5A85" w:rsidP="004C389C">
      <w:r>
        <w:t>« </w:t>
      </w:r>
      <w:r w:rsidR="004C389C">
        <w:t>Jean-Marie</w:t>
      </w:r>
      <w:r>
        <w:t xml:space="preserve">, </w:t>
      </w:r>
      <w:r w:rsidR="004C389C">
        <w:t>Moreau</w:t>
      </w:r>
      <w:r>
        <w:t xml:space="preserve">, </w:t>
      </w:r>
      <w:proofErr w:type="spellStart"/>
      <w:r w:rsidR="004C389C">
        <w:t>Canelou</w:t>
      </w:r>
      <w:proofErr w:type="spellEnd"/>
      <w:r w:rsidR="003734CB">
        <w:rPr>
          <w:rStyle w:val="Appelnotedebasdep"/>
        </w:rPr>
        <w:footnoteReference w:id="1"/>
      </w:r>
      <w:r>
        <w:t xml:space="preserve">, </w:t>
      </w:r>
      <w:r w:rsidR="004C389C">
        <w:t>Foreste</w:t>
      </w:r>
      <w:r>
        <w:t xml:space="preserve">, </w:t>
      </w:r>
      <w:r w:rsidR="004C389C">
        <w:t>restez ici</w:t>
      </w:r>
      <w:r>
        <w:t>…</w:t>
      </w:r>
    </w:p>
    <w:p w14:paraId="7DE1D6CB" w14:textId="77777777" w:rsidR="004B5A85" w:rsidRDefault="004B5A85" w:rsidP="004C389C">
      <w:r>
        <w:t>« </w:t>
      </w:r>
      <w:r w:rsidR="004C389C">
        <w:t>Les autres</w:t>
      </w:r>
      <w:r>
        <w:t xml:space="preserve">, </w:t>
      </w:r>
      <w:r w:rsidR="004C389C">
        <w:t>suivez-moi</w:t>
      </w:r>
      <w:r>
        <w:t xml:space="preserve">… </w:t>
      </w:r>
      <w:r w:rsidR="004C389C">
        <w:t>Ceignez la ceinture à baïo</w:t>
      </w:r>
      <w:r w:rsidR="004C389C">
        <w:t>n</w:t>
      </w:r>
      <w:r w:rsidR="004C389C">
        <w:t>nette</w:t>
      </w:r>
      <w:r>
        <w:t xml:space="preserve">… </w:t>
      </w:r>
      <w:r w:rsidR="004C389C">
        <w:t>Bon</w:t>
      </w:r>
      <w:r>
        <w:t xml:space="preserve">… </w:t>
      </w:r>
      <w:r w:rsidR="004C389C">
        <w:t>En avant</w:t>
      </w:r>
      <w:r>
        <w:t xml:space="preserve">, </w:t>
      </w:r>
      <w:r w:rsidR="004C389C">
        <w:t>marche</w:t>
      </w:r>
      <w:r>
        <w:t xml:space="preserve"> ! </w:t>
      </w:r>
      <w:r w:rsidR="004C389C">
        <w:t>Ferréol</w:t>
      </w:r>
      <w:r>
        <w:t xml:space="preserve">, </w:t>
      </w:r>
      <w:r w:rsidR="004C389C">
        <w:t>passe en tête avec tes yeux et tâche un peu de ne pas perdre les traces de la première troupe</w:t>
      </w:r>
      <w:r>
        <w:t xml:space="preserve">, </w:t>
      </w:r>
      <w:r w:rsidR="004C389C">
        <w:t>hein</w:t>
      </w:r>
      <w:r>
        <w:t xml:space="preserve"> !… </w:t>
      </w:r>
      <w:r w:rsidR="004C389C">
        <w:t>Et si tu vois des lions</w:t>
      </w:r>
      <w:r>
        <w:t xml:space="preserve">, </w:t>
      </w:r>
      <w:r w:rsidR="004C389C">
        <w:t>tigres</w:t>
      </w:r>
      <w:r>
        <w:t xml:space="preserve">, </w:t>
      </w:r>
      <w:r w:rsidR="004C389C">
        <w:t>panthères ou j</w:t>
      </w:r>
      <w:r w:rsidR="004C389C">
        <w:t>a</w:t>
      </w:r>
      <w:r w:rsidR="004C389C">
        <w:t>guars du diable</w:t>
      </w:r>
      <w:r>
        <w:t xml:space="preserve">, </w:t>
      </w:r>
      <w:r w:rsidR="004C389C">
        <w:t>siffle</w:t>
      </w:r>
      <w:r>
        <w:t xml:space="preserve"> ! </w:t>
      </w:r>
      <w:r w:rsidR="004C389C">
        <w:t>on dégainera</w:t>
      </w:r>
      <w:r>
        <w:t>.</w:t>
      </w:r>
    </w:p>
    <w:p w14:paraId="257BD45F" w14:textId="77777777" w:rsidR="004B5A85" w:rsidRDefault="004C389C" w:rsidP="004C389C">
      <w:r>
        <w:t>Les traces de la troupe de l</w:t>
      </w:r>
      <w:r w:rsidR="004B5A85">
        <w:t>’</w:t>
      </w:r>
      <w:r>
        <w:t>enseigne étaient faciles à suivre sur l</w:t>
      </w:r>
      <w:r w:rsidR="004B5A85">
        <w:t>’</w:t>
      </w:r>
      <w:r>
        <w:t>herbe piétinée</w:t>
      </w:r>
      <w:r w:rsidR="004B5A85">
        <w:t xml:space="preserve">, </w:t>
      </w:r>
      <w:r>
        <w:t>et par-dessus le ruisseau lui-même</w:t>
      </w:r>
      <w:r w:rsidR="004B5A85">
        <w:t xml:space="preserve">, </w:t>
      </w:r>
      <w:r>
        <w:t>grâce aux branches à demi cassées auxquelles s</w:t>
      </w:r>
      <w:r w:rsidR="004B5A85">
        <w:t>’</w:t>
      </w:r>
      <w:r>
        <w:t>étaient accrochés les hommes</w:t>
      </w:r>
      <w:r w:rsidR="004B5A85">
        <w:t xml:space="preserve">, </w:t>
      </w:r>
      <w:r>
        <w:t>en sautant de pierre en pierre</w:t>
      </w:r>
      <w:r w:rsidR="004B5A85">
        <w:t>.</w:t>
      </w:r>
    </w:p>
    <w:p w14:paraId="7B410AE9" w14:textId="77777777" w:rsidR="004B5A85" w:rsidRDefault="004C389C" w:rsidP="004C389C">
      <w:r>
        <w:t>Et même</w:t>
      </w:r>
      <w:r w:rsidR="004B5A85">
        <w:t xml:space="preserve">, </w:t>
      </w:r>
      <w:r>
        <w:t>Ker-</w:t>
      </w:r>
      <w:proofErr w:type="spellStart"/>
      <w:r>
        <w:t>Loys</w:t>
      </w:r>
      <w:proofErr w:type="spellEnd"/>
      <w:r>
        <w:t xml:space="preserve"> et ses cinq matelots n</w:t>
      </w:r>
      <w:r w:rsidR="004B5A85">
        <w:t>’</w:t>
      </w:r>
      <w:r>
        <w:t>arrivèrent pas jusqu</w:t>
      </w:r>
      <w:r w:rsidR="004B5A85">
        <w:t>’</w:t>
      </w:r>
      <w:r>
        <w:t>à la cascade car</w:t>
      </w:r>
      <w:r w:rsidR="004B5A85">
        <w:t xml:space="preserve">, </w:t>
      </w:r>
      <w:r>
        <w:t>sur la sente montante</w:t>
      </w:r>
      <w:r w:rsidR="004B5A85">
        <w:t xml:space="preserve">, </w:t>
      </w:r>
      <w:r>
        <w:t>Ferréol vit les traces des souliers à clous de ses camarades et il comprit que la troupe de l</w:t>
      </w:r>
      <w:r w:rsidR="004B5A85">
        <w:t>’</w:t>
      </w:r>
      <w:r>
        <w:t>officier s</w:t>
      </w:r>
      <w:r w:rsidR="004B5A85">
        <w:t>’</w:t>
      </w:r>
      <w:r>
        <w:t>était engagée là après être revenue sur ses pas le long du ruisseau</w:t>
      </w:r>
      <w:r w:rsidR="004B5A85">
        <w:t>.</w:t>
      </w:r>
    </w:p>
    <w:p w14:paraId="5AA9FCA6" w14:textId="77777777" w:rsidR="004B5A85" w:rsidRDefault="004C389C" w:rsidP="004C389C">
      <w:r>
        <w:t>L</w:t>
      </w:r>
      <w:r w:rsidR="004B5A85">
        <w:t>’</w:t>
      </w:r>
      <w:r>
        <w:t>ascension fut pénible</w:t>
      </w:r>
      <w:r w:rsidR="004B5A85">
        <w:t xml:space="preserve">, </w:t>
      </w:r>
      <w:r>
        <w:t>plus encore pour ce second dét</w:t>
      </w:r>
      <w:r>
        <w:t>a</w:t>
      </w:r>
      <w:r>
        <w:t>chement que pour le premier</w:t>
      </w:r>
      <w:r w:rsidR="004B5A85">
        <w:t>.</w:t>
      </w:r>
    </w:p>
    <w:p w14:paraId="42F1761B" w14:textId="77777777" w:rsidR="004B5A85" w:rsidRDefault="004C389C" w:rsidP="004C389C">
      <w:r>
        <w:t>Entre ces troncs serrés</w:t>
      </w:r>
      <w:r w:rsidR="004B5A85">
        <w:t xml:space="preserve">, </w:t>
      </w:r>
      <w:r>
        <w:t>sous ce feuillage épais où l</w:t>
      </w:r>
      <w:r w:rsidR="004B5A85">
        <w:t>’</w:t>
      </w:r>
      <w:r>
        <w:t>air ne circulait pas</w:t>
      </w:r>
      <w:r w:rsidR="004B5A85">
        <w:t xml:space="preserve">, </w:t>
      </w:r>
      <w:r>
        <w:t>la chaleur était suffocante</w:t>
      </w:r>
      <w:r w:rsidR="004B5A85">
        <w:t xml:space="preserve">. </w:t>
      </w:r>
      <w:r>
        <w:t>Du sol montaient des odeurs fortes de terreau surchauffé</w:t>
      </w:r>
      <w:r w:rsidR="004B5A85">
        <w:t xml:space="preserve">, </w:t>
      </w:r>
      <w:r>
        <w:t>de champignons trop mûrs</w:t>
      </w:r>
      <w:r w:rsidR="004B5A85">
        <w:t xml:space="preserve">, </w:t>
      </w:r>
      <w:r>
        <w:t>de fleurs épanouies</w:t>
      </w:r>
      <w:r w:rsidR="004B5A85">
        <w:t>.</w:t>
      </w:r>
    </w:p>
    <w:p w14:paraId="50A9E116" w14:textId="77777777" w:rsidR="004B5A85" w:rsidRDefault="004C389C" w:rsidP="004C389C">
      <w:r>
        <w:lastRenderedPageBreak/>
        <w:t>Coïncidence logique</w:t>
      </w:r>
      <w:r w:rsidR="004B5A85">
        <w:t xml:space="preserve">, </w:t>
      </w:r>
      <w:r>
        <w:t>grâce aux traces de bêtes fauves dont la sente était gravée</w:t>
      </w:r>
      <w:r w:rsidR="004B5A85">
        <w:t xml:space="preserve">, </w:t>
      </w:r>
      <w:r>
        <w:t>et que n</w:t>
      </w:r>
      <w:r w:rsidR="004B5A85">
        <w:t>’</w:t>
      </w:r>
      <w:r>
        <w:t>avait pas complètement effacées le premier passage des hommes</w:t>
      </w:r>
      <w:r w:rsidR="004B5A85">
        <w:t xml:space="preserve">, </w:t>
      </w:r>
      <w:r>
        <w:t>Ferréol prononça presque exa</w:t>
      </w:r>
      <w:r>
        <w:t>c</w:t>
      </w:r>
      <w:r>
        <w:t>tement les mêmes paroles qu</w:t>
      </w:r>
      <w:r w:rsidR="004B5A85">
        <w:t>’</w:t>
      </w:r>
      <w:r>
        <w:t xml:space="preserve">avait prononcées son compatriote </w:t>
      </w:r>
      <w:proofErr w:type="spellStart"/>
      <w:r>
        <w:t>Canelou</w:t>
      </w:r>
      <w:proofErr w:type="spellEnd"/>
      <w:r w:rsidR="004B5A85">
        <w:t> :</w:t>
      </w:r>
    </w:p>
    <w:p w14:paraId="7787DA35" w14:textId="77777777" w:rsidR="004B5A85" w:rsidRDefault="004B5A85" w:rsidP="004C389C">
      <w:r>
        <w:t>— </w:t>
      </w:r>
      <w:proofErr w:type="spellStart"/>
      <w:r w:rsidR="004C389C">
        <w:t>Troun</w:t>
      </w:r>
      <w:proofErr w:type="spellEnd"/>
      <w:r w:rsidR="004C389C">
        <w:t xml:space="preserve"> de l</w:t>
      </w:r>
      <w:r>
        <w:t>’</w:t>
      </w:r>
      <w:r w:rsidR="004C389C">
        <w:t>air</w:t>
      </w:r>
      <w:r>
        <w:t xml:space="preserve"> ! </w:t>
      </w:r>
      <w:r w:rsidR="004C389C">
        <w:t>je crois que nous allons tout droit au r</w:t>
      </w:r>
      <w:r w:rsidR="004C389C">
        <w:t>e</w:t>
      </w:r>
      <w:r w:rsidR="004C389C">
        <w:t>paire des bêtes fauves</w:t>
      </w:r>
      <w:r>
        <w:t> !</w:t>
      </w:r>
    </w:p>
    <w:p w14:paraId="594CEEFA" w14:textId="77777777" w:rsidR="004B5A85" w:rsidRDefault="004C389C" w:rsidP="004C389C">
      <w:r>
        <w:t>Mais il achevait à peine de parler</w:t>
      </w:r>
      <w:r w:rsidR="004B5A85">
        <w:t xml:space="preserve">, </w:t>
      </w:r>
      <w:r>
        <w:t>avec cette voix vive et perçante qu</w:t>
      </w:r>
      <w:r w:rsidR="004B5A85">
        <w:t>’</w:t>
      </w:r>
      <w:r>
        <w:t>ont la plupart des Marseillais</w:t>
      </w:r>
      <w:r w:rsidR="004B5A85">
        <w:t xml:space="preserve">, </w:t>
      </w:r>
      <w:r>
        <w:t>qu</w:t>
      </w:r>
      <w:r w:rsidR="004B5A85">
        <w:t>’</w:t>
      </w:r>
      <w:r>
        <w:t>il sembla à Ker-</w:t>
      </w:r>
      <w:proofErr w:type="spellStart"/>
      <w:r>
        <w:t>Loys</w:t>
      </w:r>
      <w:proofErr w:type="spellEnd"/>
      <w:r>
        <w:t xml:space="preserve"> avoir entendu des cris</w:t>
      </w:r>
      <w:r w:rsidR="004B5A85">
        <w:t>.</w:t>
      </w:r>
    </w:p>
    <w:p w14:paraId="7058A854" w14:textId="77777777" w:rsidR="004B5A85" w:rsidRDefault="004B5A85" w:rsidP="004C389C">
      <w:r>
        <w:t>— </w:t>
      </w:r>
      <w:r w:rsidR="004C389C">
        <w:t>Chut</w:t>
      </w:r>
      <w:r>
        <w:t xml:space="preserve"> ! </w:t>
      </w:r>
      <w:r w:rsidR="004C389C">
        <w:t>fit-il</w:t>
      </w:r>
      <w:r>
        <w:t xml:space="preserve">. </w:t>
      </w:r>
      <w:r w:rsidR="004C389C">
        <w:t>Halte et silence</w:t>
      </w:r>
      <w:r>
        <w:t xml:space="preserve"> ! </w:t>
      </w:r>
      <w:r w:rsidR="004C389C">
        <w:t>écoutez</w:t>
      </w:r>
      <w:r>
        <w:t>…</w:t>
      </w:r>
    </w:p>
    <w:p w14:paraId="41C905AD" w14:textId="77777777" w:rsidR="004B5A85" w:rsidRDefault="004C389C" w:rsidP="004C389C">
      <w:r>
        <w:t>Les six hommes</w:t>
      </w:r>
      <w:r w:rsidR="004B5A85">
        <w:t xml:space="preserve">, </w:t>
      </w:r>
      <w:r>
        <w:t>arrêtés</w:t>
      </w:r>
      <w:r w:rsidR="004B5A85">
        <w:t xml:space="preserve">, </w:t>
      </w:r>
      <w:r>
        <w:t>tendirent le cou</w:t>
      </w:r>
      <w:r w:rsidR="004B5A85">
        <w:t xml:space="preserve">, </w:t>
      </w:r>
      <w:r>
        <w:t>prêtant l</w:t>
      </w:r>
      <w:r w:rsidR="004B5A85">
        <w:t>’</w:t>
      </w:r>
      <w:r>
        <w:t>oreille aux moindres bruits</w:t>
      </w:r>
      <w:r w:rsidR="004B5A85">
        <w:t>.</w:t>
      </w:r>
    </w:p>
    <w:p w14:paraId="04A866CB" w14:textId="77777777" w:rsidR="004B5A85" w:rsidRDefault="004C389C" w:rsidP="004C389C">
      <w:r>
        <w:t>Et presque aussitôt</w:t>
      </w:r>
      <w:r w:rsidR="004B5A85">
        <w:t xml:space="preserve">, </w:t>
      </w:r>
      <w:r>
        <w:t>ils entendirent faiblement</w:t>
      </w:r>
      <w:r w:rsidR="004B5A85">
        <w:t xml:space="preserve">, </w:t>
      </w:r>
      <w:r>
        <w:t>mais très distinctement</w:t>
      </w:r>
      <w:r w:rsidR="004B5A85">
        <w:t xml:space="preserve">, </w:t>
      </w:r>
      <w:r>
        <w:t>le cri le plus émouvant que l</w:t>
      </w:r>
      <w:r w:rsidR="004B5A85">
        <w:t>’</w:t>
      </w:r>
      <w:r>
        <w:t>on puisse entendre</w:t>
      </w:r>
      <w:r w:rsidR="004B5A85">
        <w:t xml:space="preserve">, </w:t>
      </w:r>
      <w:r>
        <w:t>car il est un signal de péril</w:t>
      </w:r>
      <w:r w:rsidR="004B5A85">
        <w:t xml:space="preserve">, </w:t>
      </w:r>
      <w:r>
        <w:t>de souffrance et souvent de d</w:t>
      </w:r>
      <w:r>
        <w:t>é</w:t>
      </w:r>
      <w:r>
        <w:t>tresse</w:t>
      </w:r>
      <w:r w:rsidR="004B5A85">
        <w:t> :</w:t>
      </w:r>
    </w:p>
    <w:p w14:paraId="76C2CB29" w14:textId="77777777" w:rsidR="004B5A85" w:rsidRDefault="004B5A85" w:rsidP="004C389C">
      <w:r>
        <w:t>— </w:t>
      </w:r>
      <w:r w:rsidR="004C389C">
        <w:t>Au secours</w:t>
      </w:r>
      <w:r>
        <w:t xml:space="preserve"> !… </w:t>
      </w:r>
      <w:r w:rsidR="004C389C">
        <w:t>Au secours</w:t>
      </w:r>
      <w:r>
        <w:t> !…</w:t>
      </w:r>
    </w:p>
    <w:p w14:paraId="497665BB" w14:textId="77777777" w:rsidR="004B5A85" w:rsidRDefault="004C389C" w:rsidP="004C389C">
      <w:r>
        <w:t>Ah</w:t>
      </w:r>
      <w:r w:rsidR="004B5A85">
        <w:t xml:space="preserve"> ! </w:t>
      </w:r>
      <w:r>
        <w:t>Ker-</w:t>
      </w:r>
      <w:proofErr w:type="spellStart"/>
      <w:r>
        <w:t>Loys</w:t>
      </w:r>
      <w:proofErr w:type="spellEnd"/>
      <w:r>
        <w:t xml:space="preserve"> n</w:t>
      </w:r>
      <w:r w:rsidR="004B5A85">
        <w:t>’</w:t>
      </w:r>
      <w:r>
        <w:t>eut pas besoin de donner un ordre</w:t>
      </w:r>
      <w:r w:rsidR="004B5A85">
        <w:t>.</w:t>
      </w:r>
    </w:p>
    <w:p w14:paraId="7DD45461" w14:textId="77777777" w:rsidR="004B5A85" w:rsidRDefault="004C389C" w:rsidP="004C389C">
      <w:r>
        <w:t>D</w:t>
      </w:r>
      <w:r w:rsidR="004B5A85">
        <w:t>’</w:t>
      </w:r>
      <w:r>
        <w:t>un élan</w:t>
      </w:r>
      <w:r w:rsidR="004B5A85">
        <w:t xml:space="preserve">, </w:t>
      </w:r>
      <w:r>
        <w:t>Ferréol en tête</w:t>
      </w:r>
      <w:r w:rsidR="004B5A85">
        <w:t xml:space="preserve">, </w:t>
      </w:r>
      <w:r>
        <w:t>ses cinq hommes</w:t>
      </w:r>
      <w:r w:rsidR="004B5A85">
        <w:t xml:space="preserve">, </w:t>
      </w:r>
      <w:r>
        <w:t>mais cette fois en courant</w:t>
      </w:r>
      <w:r w:rsidR="004B5A85">
        <w:t xml:space="preserve">, </w:t>
      </w:r>
      <w:r>
        <w:t>avaient repris le chemin sur la sente montante</w:t>
      </w:r>
      <w:r w:rsidR="004B5A85">
        <w:t xml:space="preserve">. </w:t>
      </w:r>
      <w:r>
        <w:t>Ker-</w:t>
      </w:r>
      <w:proofErr w:type="spellStart"/>
      <w:r>
        <w:t>Loys</w:t>
      </w:r>
      <w:proofErr w:type="spellEnd"/>
      <w:r>
        <w:t xml:space="preserve"> les suivit</w:t>
      </w:r>
      <w:r w:rsidR="004B5A85">
        <w:t>…</w:t>
      </w:r>
    </w:p>
    <w:p w14:paraId="446AD702" w14:textId="77777777" w:rsidR="004B5A85" w:rsidRDefault="004C389C" w:rsidP="004C389C">
      <w:r>
        <w:t>Rouge</w:t>
      </w:r>
      <w:r w:rsidR="004B5A85">
        <w:t xml:space="preserve">, </w:t>
      </w:r>
      <w:r>
        <w:t>soufflant</w:t>
      </w:r>
      <w:r w:rsidR="004B5A85">
        <w:t xml:space="preserve">, </w:t>
      </w:r>
      <w:r>
        <w:t>ruisselant de sueur</w:t>
      </w:r>
      <w:r w:rsidR="004B5A85">
        <w:t xml:space="preserve">, </w:t>
      </w:r>
      <w:r>
        <w:t>Ferréol arriva le premier sur la plate-forme rocheuse</w:t>
      </w:r>
      <w:r w:rsidR="004B5A85">
        <w:t>.</w:t>
      </w:r>
    </w:p>
    <w:p w14:paraId="62A15B10" w14:textId="77777777" w:rsidR="004B5A85" w:rsidRDefault="004B5A85" w:rsidP="004C389C">
      <w:r>
        <w:t>— </w:t>
      </w:r>
      <w:r w:rsidR="004C389C">
        <w:t>Mille tonnerres</w:t>
      </w:r>
      <w:r>
        <w:t xml:space="preserve"> ! </w:t>
      </w:r>
      <w:r w:rsidR="004C389C">
        <w:t>jura-t-il</w:t>
      </w:r>
      <w:r>
        <w:t xml:space="preserve">, </w:t>
      </w:r>
      <w:r w:rsidR="004C389C">
        <w:t>au comble de la fureur</w:t>
      </w:r>
      <w:r>
        <w:t>.</w:t>
      </w:r>
    </w:p>
    <w:p w14:paraId="2CF6DFA8" w14:textId="77777777" w:rsidR="004B5A85" w:rsidRDefault="004C389C" w:rsidP="004C389C">
      <w:r>
        <w:t>Et il bondit</w:t>
      </w:r>
      <w:r w:rsidR="004B5A85">
        <w:t xml:space="preserve">, </w:t>
      </w:r>
      <w:r>
        <w:t>la baïonnette en avant</w:t>
      </w:r>
      <w:r w:rsidR="004B5A85">
        <w:t>.</w:t>
      </w:r>
    </w:p>
    <w:p w14:paraId="09CE5610" w14:textId="77777777" w:rsidR="004B5A85" w:rsidRDefault="004C389C" w:rsidP="004C389C">
      <w:r>
        <w:lastRenderedPageBreak/>
        <w:t>C</w:t>
      </w:r>
      <w:r w:rsidR="004B5A85">
        <w:t>’</w:t>
      </w:r>
      <w:r>
        <w:t>est que le spectacle qui venait de s</w:t>
      </w:r>
      <w:r w:rsidR="004B5A85">
        <w:t>’</w:t>
      </w:r>
      <w:r>
        <w:t>offrir à ses yeux était vraiment terrible</w:t>
      </w:r>
      <w:r w:rsidR="004B5A85">
        <w:t>…</w:t>
      </w:r>
    </w:p>
    <w:p w14:paraId="62A0C2D5" w14:textId="77777777" w:rsidR="004B5A85" w:rsidRDefault="004C389C" w:rsidP="004C389C">
      <w:r>
        <w:t>C</w:t>
      </w:r>
      <w:r w:rsidR="004B5A85">
        <w:t>’</w:t>
      </w:r>
      <w:r>
        <w:t>était un tourbillon de panthères et d</w:t>
      </w:r>
      <w:r w:rsidR="004B5A85">
        <w:t>’</w:t>
      </w:r>
      <w:r>
        <w:t>hommes</w:t>
      </w:r>
      <w:r w:rsidR="004B5A85">
        <w:t xml:space="preserve">, </w:t>
      </w:r>
      <w:r>
        <w:t>des gicl</w:t>
      </w:r>
      <w:r>
        <w:t>e</w:t>
      </w:r>
      <w:r>
        <w:t>ments de sang</w:t>
      </w:r>
      <w:r w:rsidR="004B5A85">
        <w:t xml:space="preserve">, </w:t>
      </w:r>
      <w:r>
        <w:t>des éclairs de sabres courts</w:t>
      </w:r>
      <w:r w:rsidR="004B5A85">
        <w:t xml:space="preserve">, </w:t>
      </w:r>
      <w:r>
        <w:t>et cela avec des cris</w:t>
      </w:r>
      <w:r w:rsidR="004B5A85">
        <w:t xml:space="preserve">, </w:t>
      </w:r>
      <w:r>
        <w:t>des hurlements</w:t>
      </w:r>
      <w:r w:rsidR="004B5A85">
        <w:t xml:space="preserve">, </w:t>
      </w:r>
      <w:r>
        <w:t>des gémissements</w:t>
      </w:r>
      <w:r w:rsidR="004B5A85">
        <w:t xml:space="preserve">, </w:t>
      </w:r>
      <w:r>
        <w:t xml:space="preserve">des appels </w:t>
      </w:r>
      <w:r w:rsidR="004B5A85">
        <w:t>« </w:t>
      </w:r>
      <w:r>
        <w:t>au secours</w:t>
      </w:r>
      <w:r w:rsidR="004B5A85">
        <w:t xml:space="preserve"> ! », </w:t>
      </w:r>
      <w:r>
        <w:t>râlés maintenant par Mérimée</w:t>
      </w:r>
      <w:r w:rsidR="004B5A85">
        <w:t xml:space="preserve">, </w:t>
      </w:r>
      <w:r>
        <w:t>étendu</w:t>
      </w:r>
      <w:r w:rsidR="004B5A85">
        <w:t xml:space="preserve">, </w:t>
      </w:r>
      <w:r>
        <w:t>sanglant</w:t>
      </w:r>
      <w:r w:rsidR="004B5A85">
        <w:t xml:space="preserve">, </w:t>
      </w:r>
      <w:r>
        <w:t>près d</w:t>
      </w:r>
      <w:r w:rsidR="004B5A85">
        <w:t>’</w:t>
      </w:r>
      <w:r>
        <w:t>une panthère éventrée et pantelante</w:t>
      </w:r>
      <w:r w:rsidR="004B5A85">
        <w:t>…</w:t>
      </w:r>
    </w:p>
    <w:p w14:paraId="01B20359" w14:textId="77777777" w:rsidR="004B5A85" w:rsidRDefault="004C389C" w:rsidP="004C389C">
      <w:r>
        <w:t>Ker-</w:t>
      </w:r>
      <w:proofErr w:type="spellStart"/>
      <w:r>
        <w:t>Loys</w:t>
      </w:r>
      <w:proofErr w:type="spellEnd"/>
      <w:r>
        <w:t xml:space="preserve"> et les autres apparurent derrière Ferréol</w:t>
      </w:r>
      <w:r w:rsidR="004B5A85">
        <w:t>…</w:t>
      </w:r>
    </w:p>
    <w:p w14:paraId="514B3BD8" w14:textId="77777777" w:rsidR="004B5A85" w:rsidRDefault="004C389C" w:rsidP="004C389C">
      <w:r>
        <w:t>Et ce fut l</w:t>
      </w:r>
      <w:r w:rsidR="004B5A85">
        <w:t>’</w:t>
      </w:r>
      <w:r>
        <w:t>affaire d</w:t>
      </w:r>
      <w:r w:rsidR="004B5A85">
        <w:t>’</w:t>
      </w:r>
      <w:r>
        <w:t>une minute</w:t>
      </w:r>
      <w:r w:rsidR="004B5A85">
        <w:t>.</w:t>
      </w:r>
    </w:p>
    <w:p w14:paraId="153F8A52" w14:textId="77777777" w:rsidR="004B5A85" w:rsidRDefault="004C389C" w:rsidP="004C389C">
      <w:r>
        <w:t>Les trois panthères encore vivantes et luttant avec l</w:t>
      </w:r>
      <w:r w:rsidR="004B5A85">
        <w:t>’</w:t>
      </w:r>
      <w:r>
        <w:t>enseigne et quatre hommes</w:t>
      </w:r>
      <w:r w:rsidR="004B5A85">
        <w:t xml:space="preserve">, </w:t>
      </w:r>
      <w:r>
        <w:t>furent percées de nouveaux coups de sabres par les survivants</w:t>
      </w:r>
      <w:r w:rsidR="004B5A85">
        <w:t>.</w:t>
      </w:r>
    </w:p>
    <w:p w14:paraId="39302656" w14:textId="77777777" w:rsidR="004B5A85" w:rsidRDefault="004B5A85" w:rsidP="004C389C">
      <w:r>
        <w:t>— </w:t>
      </w:r>
      <w:r w:rsidR="004C389C">
        <w:t>Vous arrivez à temps</w:t>
      </w:r>
      <w:r>
        <w:t xml:space="preserve"> ! </w:t>
      </w:r>
      <w:r w:rsidR="004C389C">
        <w:t>leur cria l</w:t>
      </w:r>
      <w:r>
        <w:t>’</w:t>
      </w:r>
      <w:r w:rsidR="004C389C">
        <w:t>enseigne</w:t>
      </w:r>
      <w:r>
        <w:t>.</w:t>
      </w:r>
    </w:p>
    <w:p w14:paraId="13842898" w14:textId="77777777" w:rsidR="004B5A85" w:rsidRDefault="004C389C" w:rsidP="004C389C">
      <w:r>
        <w:t>Puis</w:t>
      </w:r>
      <w:r w:rsidR="004B5A85">
        <w:t xml:space="preserve">, </w:t>
      </w:r>
      <w:r>
        <w:t>en quelques mots rapides</w:t>
      </w:r>
      <w:r w:rsidR="004B5A85">
        <w:t xml:space="preserve">, </w:t>
      </w:r>
      <w:r>
        <w:t>tandis que l</w:t>
      </w:r>
      <w:r w:rsidR="004B5A85">
        <w:t>’</w:t>
      </w:r>
      <w:r>
        <w:t>on s</w:t>
      </w:r>
      <w:r w:rsidR="004B5A85">
        <w:t>’</w:t>
      </w:r>
      <w:r>
        <w:t>occupait des blessés</w:t>
      </w:r>
      <w:r w:rsidR="004B5A85">
        <w:t xml:space="preserve">, </w:t>
      </w:r>
      <w:r>
        <w:t>Paul Randal raconta ce qui était arrivé dans la grotte et autour d</w:t>
      </w:r>
      <w:r w:rsidR="004B5A85">
        <w:t>’</w:t>
      </w:r>
      <w:r>
        <w:t>elle</w:t>
      </w:r>
      <w:r w:rsidR="004B5A85">
        <w:t>.</w:t>
      </w:r>
    </w:p>
    <w:p w14:paraId="7AE79080" w14:textId="77777777" w:rsidR="004B5A85" w:rsidRDefault="004C389C" w:rsidP="004C389C">
      <w:r>
        <w:t>L</w:t>
      </w:r>
      <w:r w:rsidR="004B5A85">
        <w:t>’</w:t>
      </w:r>
      <w:r>
        <w:t>officier lui-même était couvert de sang</w:t>
      </w:r>
      <w:r w:rsidR="004B5A85">
        <w:t xml:space="preserve">, </w:t>
      </w:r>
      <w:r>
        <w:t>les bras et les cuisses labourés par les griffes des fauves</w:t>
      </w:r>
      <w:r w:rsidR="004B5A85">
        <w:t xml:space="preserve">. </w:t>
      </w:r>
      <w:proofErr w:type="spellStart"/>
      <w:r>
        <w:t>Weyrich</w:t>
      </w:r>
      <w:proofErr w:type="spellEnd"/>
      <w:r w:rsidR="004B5A85">
        <w:t xml:space="preserve">, </w:t>
      </w:r>
      <w:r>
        <w:t>Boisselier</w:t>
      </w:r>
      <w:r w:rsidR="004B5A85">
        <w:t xml:space="preserve">, </w:t>
      </w:r>
      <w:proofErr w:type="spellStart"/>
      <w:r>
        <w:t>Yaki</w:t>
      </w:r>
      <w:proofErr w:type="spellEnd"/>
      <w:r w:rsidR="004B5A85">
        <w:t xml:space="preserve">, </w:t>
      </w:r>
      <w:r>
        <w:t>Besson étaient aussi plus ou moins déchirés</w:t>
      </w:r>
      <w:r w:rsidR="004B5A85">
        <w:t xml:space="preserve">. </w:t>
      </w:r>
      <w:r>
        <w:t xml:space="preserve">Mais </w:t>
      </w:r>
      <w:proofErr w:type="spellStart"/>
      <w:r>
        <w:t>Canelou</w:t>
      </w:r>
      <w:proofErr w:type="spellEnd"/>
      <w:r>
        <w:t xml:space="preserve"> et Mérimée</w:t>
      </w:r>
      <w:r w:rsidR="004B5A85">
        <w:t xml:space="preserve">, </w:t>
      </w:r>
      <w:r>
        <w:t>plus profondément et plus grièvement blessés</w:t>
      </w:r>
      <w:r w:rsidR="004B5A85">
        <w:t xml:space="preserve">, </w:t>
      </w:r>
      <w:r>
        <w:t>étaient évanouis</w:t>
      </w:r>
      <w:r w:rsidR="004B5A85">
        <w:t>.</w:t>
      </w:r>
    </w:p>
    <w:p w14:paraId="213CD79B" w14:textId="77777777" w:rsidR="004B5A85" w:rsidRDefault="004C389C" w:rsidP="004C389C">
      <w:r>
        <w:t>On leur fit en hâte deux solides brancards de feuilles sur lesquels ils furent déposés avec précaution</w:t>
      </w:r>
      <w:r w:rsidR="004B5A85">
        <w:t xml:space="preserve">. </w:t>
      </w:r>
      <w:r>
        <w:t>Et les plus robustes portant les brancards</w:t>
      </w:r>
      <w:r w:rsidR="004B5A85">
        <w:t xml:space="preserve">, </w:t>
      </w:r>
      <w:r>
        <w:t>l</w:t>
      </w:r>
      <w:r w:rsidR="004B5A85">
        <w:t>’</w:t>
      </w:r>
      <w:r>
        <w:t>on se hâta de quitter cette funeste plate-forme</w:t>
      </w:r>
      <w:r w:rsidR="004B5A85">
        <w:t xml:space="preserve">. </w:t>
      </w:r>
      <w:r>
        <w:t>Paul Randal</w:t>
      </w:r>
      <w:r w:rsidR="004B5A85">
        <w:t xml:space="preserve">, </w:t>
      </w:r>
      <w:r>
        <w:t>toutefois</w:t>
      </w:r>
      <w:r w:rsidR="004B5A85">
        <w:t xml:space="preserve">, </w:t>
      </w:r>
      <w:r>
        <w:t>se réservait d</w:t>
      </w:r>
      <w:r w:rsidR="004B5A85">
        <w:t>’</w:t>
      </w:r>
      <w:r>
        <w:t>y revenir</w:t>
      </w:r>
      <w:r w:rsidR="004B5A85">
        <w:t xml:space="preserve">, </w:t>
      </w:r>
      <w:r>
        <w:t>après quelque précaution</w:t>
      </w:r>
      <w:r w:rsidR="004B5A85">
        <w:t>.</w:t>
      </w:r>
    </w:p>
    <w:p w14:paraId="3C0214DE" w14:textId="77777777" w:rsidR="004B5A85" w:rsidRDefault="004C389C" w:rsidP="004C389C">
      <w:r>
        <w:t>Quand on fut arrivé au campement</w:t>
      </w:r>
      <w:r w:rsidR="004B5A85">
        <w:t xml:space="preserve">, </w:t>
      </w:r>
      <w:r>
        <w:t>non sans mille difficu</w:t>
      </w:r>
      <w:r>
        <w:t>l</w:t>
      </w:r>
      <w:r>
        <w:t xml:space="preserve">tés pour le transport des brancards dans les endroits </w:t>
      </w:r>
      <w:r>
        <w:lastRenderedPageBreak/>
        <w:t>accidentés du ruisseau</w:t>
      </w:r>
      <w:r w:rsidR="004B5A85">
        <w:t xml:space="preserve">, </w:t>
      </w:r>
      <w:r>
        <w:t>Paul Randal s</w:t>
      </w:r>
      <w:r w:rsidR="004B5A85">
        <w:t>’</w:t>
      </w:r>
      <w:r>
        <w:t xml:space="preserve">ingénia à ranimer Mérimée et </w:t>
      </w:r>
      <w:proofErr w:type="spellStart"/>
      <w:r>
        <w:t>Can</w:t>
      </w:r>
      <w:r>
        <w:t>e</w:t>
      </w:r>
      <w:r>
        <w:t>lou</w:t>
      </w:r>
      <w:proofErr w:type="spellEnd"/>
      <w:r w:rsidR="004B5A85">
        <w:t xml:space="preserve">. </w:t>
      </w:r>
      <w:r>
        <w:t>Il y parvint</w:t>
      </w:r>
      <w:r w:rsidR="004B5A85">
        <w:t xml:space="preserve">… </w:t>
      </w:r>
      <w:r>
        <w:t>Il lava et examina leurs blessures</w:t>
      </w:r>
      <w:r w:rsidR="004B5A85">
        <w:t xml:space="preserve"> : </w:t>
      </w:r>
      <w:r>
        <w:t>elles étaient étendues</w:t>
      </w:r>
      <w:r w:rsidR="004B5A85">
        <w:t xml:space="preserve">, </w:t>
      </w:r>
      <w:r>
        <w:t>affreuses</w:t>
      </w:r>
      <w:r w:rsidR="004B5A85">
        <w:t xml:space="preserve"> ; </w:t>
      </w:r>
      <w:r>
        <w:t>elles avaient causé la perte de bea</w:t>
      </w:r>
      <w:r>
        <w:t>u</w:t>
      </w:r>
      <w:r>
        <w:t>coup de sang</w:t>
      </w:r>
      <w:r w:rsidR="004B5A85">
        <w:t xml:space="preserve">, </w:t>
      </w:r>
      <w:r>
        <w:t>mais ne touchaient aucun organe essentiel</w:t>
      </w:r>
      <w:r w:rsidR="004B5A85">
        <w:t>.</w:t>
      </w:r>
    </w:p>
    <w:p w14:paraId="671037B1" w14:textId="77777777" w:rsidR="004B5A85" w:rsidRDefault="004C389C" w:rsidP="004C389C">
      <w:r>
        <w:t>Les uns les autres</w:t>
      </w:r>
      <w:r w:rsidR="004B5A85">
        <w:t xml:space="preserve">, </w:t>
      </w:r>
      <w:r>
        <w:t>les hommes se pansèrent</w:t>
      </w:r>
      <w:r w:rsidR="004B5A85">
        <w:t xml:space="preserve">. </w:t>
      </w:r>
      <w:r>
        <w:t>Les lavages à l</w:t>
      </w:r>
      <w:r w:rsidR="004B5A85">
        <w:t>’</w:t>
      </w:r>
      <w:r>
        <w:t>eau fraîche et limpide du bassin leur firent le plus grand bien</w:t>
      </w:r>
      <w:r w:rsidR="004B5A85">
        <w:t xml:space="preserve">. </w:t>
      </w:r>
      <w:r>
        <w:t>Puis</w:t>
      </w:r>
      <w:r w:rsidR="004B5A85">
        <w:t xml:space="preserve">, </w:t>
      </w:r>
      <w:r>
        <w:t>on mangea</w:t>
      </w:r>
      <w:r w:rsidR="004B5A85">
        <w:t xml:space="preserve">. </w:t>
      </w:r>
      <w:r>
        <w:t xml:space="preserve">Un bouillon fut confectionné par Jean-Marie pour Mérimée et </w:t>
      </w:r>
      <w:proofErr w:type="spellStart"/>
      <w:r>
        <w:t>Canelou</w:t>
      </w:r>
      <w:proofErr w:type="spellEnd"/>
      <w:r w:rsidR="004B5A85">
        <w:t xml:space="preserve">, </w:t>
      </w:r>
      <w:r>
        <w:t>avec des légumes de conserve et un oiseau ressemblant fort à un pigeon</w:t>
      </w:r>
      <w:r w:rsidR="004B5A85">
        <w:t xml:space="preserve">, </w:t>
      </w:r>
      <w:r>
        <w:t>qui était venu boire au ba</w:t>
      </w:r>
      <w:r>
        <w:t>s</w:t>
      </w:r>
      <w:r>
        <w:t xml:space="preserve">sin et que </w:t>
      </w:r>
      <w:proofErr w:type="spellStart"/>
      <w:r>
        <w:t>Ganneron</w:t>
      </w:r>
      <w:proofErr w:type="spellEnd"/>
      <w:r w:rsidR="004B5A85">
        <w:t xml:space="preserve">, </w:t>
      </w:r>
      <w:r>
        <w:t>très adroit</w:t>
      </w:r>
      <w:r w:rsidR="004B5A85">
        <w:t xml:space="preserve">, </w:t>
      </w:r>
      <w:r>
        <w:t>avait abattu d</w:t>
      </w:r>
      <w:r w:rsidR="004B5A85">
        <w:t>’</w:t>
      </w:r>
      <w:r>
        <w:t>un jet de pierre</w:t>
      </w:r>
      <w:r w:rsidR="004B5A85">
        <w:t>…</w:t>
      </w:r>
    </w:p>
    <w:p w14:paraId="3F24182C" w14:textId="77777777" w:rsidR="004B5A85" w:rsidRDefault="004C389C" w:rsidP="004C389C">
      <w:r>
        <w:t>Le repas terminé</w:t>
      </w:r>
      <w:r w:rsidR="004B5A85">
        <w:t xml:space="preserve">, </w:t>
      </w:r>
      <w:r>
        <w:t>tous les blessés se couchèrent sur leurs couvertures</w:t>
      </w:r>
      <w:r w:rsidR="004B5A85">
        <w:t xml:space="preserve">, </w:t>
      </w:r>
      <w:r>
        <w:t>dans la grande case</w:t>
      </w:r>
      <w:r w:rsidR="004B5A85">
        <w:t xml:space="preserve"> ; </w:t>
      </w:r>
      <w:r>
        <w:t>Paul Randal occupa sa petite case particulière</w:t>
      </w:r>
      <w:r w:rsidR="004B5A85">
        <w:t xml:space="preserve"> – </w:t>
      </w:r>
      <w:r>
        <w:t>et pendant tout cet après-midi</w:t>
      </w:r>
      <w:r w:rsidR="004B5A85">
        <w:t xml:space="preserve">, </w:t>
      </w:r>
      <w:r>
        <w:t>durant la nuit suivante aussi</w:t>
      </w:r>
      <w:r w:rsidR="004B5A85">
        <w:t xml:space="preserve">, </w:t>
      </w:r>
      <w:r>
        <w:t>ils dormirent sans s</w:t>
      </w:r>
      <w:r w:rsidR="004B5A85">
        <w:t>’</w:t>
      </w:r>
      <w:r>
        <w:t>éveiller une seule fois</w:t>
      </w:r>
      <w:r w:rsidR="004B5A85">
        <w:t xml:space="preserve">, </w:t>
      </w:r>
      <w:r>
        <w:t>tant leur corps épuisé et leur esprit si douloureusement torturé d</w:t>
      </w:r>
      <w:r w:rsidR="004B5A85">
        <w:t>’</w:t>
      </w:r>
      <w:r>
        <w:t>inquiétudes mortelles</w:t>
      </w:r>
      <w:r w:rsidR="004B5A85">
        <w:t xml:space="preserve">, </w:t>
      </w:r>
      <w:r>
        <w:t>avaient besoin de repos</w:t>
      </w:r>
      <w:r w:rsidR="004B5A85">
        <w:t>.</w:t>
      </w:r>
    </w:p>
    <w:p w14:paraId="7367E876" w14:textId="77777777" w:rsidR="004B5A85" w:rsidRDefault="004C389C" w:rsidP="004C389C">
      <w:r>
        <w:t>Commandés par Ker-</w:t>
      </w:r>
      <w:proofErr w:type="spellStart"/>
      <w:r>
        <w:t>Loys</w:t>
      </w:r>
      <w:proofErr w:type="spellEnd"/>
      <w:r w:rsidR="004B5A85">
        <w:t xml:space="preserve">, </w:t>
      </w:r>
      <w:r>
        <w:t>les valides assurèrent la garde du campement</w:t>
      </w:r>
      <w:r w:rsidR="004B5A85">
        <w:t xml:space="preserve">, </w:t>
      </w:r>
      <w:r>
        <w:t>dont aucun homme ne s</w:t>
      </w:r>
      <w:r w:rsidR="004B5A85">
        <w:t>’</w:t>
      </w:r>
      <w:r>
        <w:t>éloignait de plus de cent mètres</w:t>
      </w:r>
      <w:r w:rsidR="004B5A85">
        <w:t>.</w:t>
      </w:r>
    </w:p>
    <w:p w14:paraId="6D6586C9" w14:textId="77777777" w:rsidR="004B5A85" w:rsidRDefault="004C389C" w:rsidP="004C389C">
      <w:r>
        <w:t>Des quarts de veille à la porte de chaque case furent établis pour cette première nuit</w:t>
      </w:r>
      <w:r w:rsidR="004B5A85">
        <w:t xml:space="preserve">, </w:t>
      </w:r>
      <w:r>
        <w:t>qui se passa d</w:t>
      </w:r>
      <w:r w:rsidR="004B5A85">
        <w:t>’</w:t>
      </w:r>
      <w:r>
        <w:t>ailleurs sans incidents</w:t>
      </w:r>
      <w:r w:rsidR="004B5A85">
        <w:t>.</w:t>
      </w:r>
    </w:p>
    <w:p w14:paraId="2F8E3D07" w14:textId="77777777" w:rsidR="004B5A85" w:rsidRDefault="004C389C" w:rsidP="004C389C">
      <w:r>
        <w:t>Les veilleurs entendirent bien</w:t>
      </w:r>
      <w:r w:rsidR="004B5A85">
        <w:t xml:space="preserve">, </w:t>
      </w:r>
      <w:proofErr w:type="spellStart"/>
      <w:r>
        <w:t>sous bois</w:t>
      </w:r>
      <w:proofErr w:type="spellEnd"/>
      <w:r w:rsidR="004B5A85">
        <w:t xml:space="preserve">, </w:t>
      </w:r>
      <w:r>
        <w:t>des grognements</w:t>
      </w:r>
      <w:r w:rsidR="004B5A85">
        <w:t xml:space="preserve">, </w:t>
      </w:r>
      <w:r>
        <w:t>des rugissements</w:t>
      </w:r>
      <w:r w:rsidR="004B5A85">
        <w:t xml:space="preserve">, </w:t>
      </w:r>
      <w:r>
        <w:t>des miaulements terribles de bêtes fauves</w:t>
      </w:r>
      <w:r w:rsidR="004B5A85">
        <w:t xml:space="preserve">… </w:t>
      </w:r>
      <w:r>
        <w:t>mais c</w:t>
      </w:r>
      <w:r w:rsidR="004B5A85">
        <w:t>’</w:t>
      </w:r>
      <w:r>
        <w:t>était très haut</w:t>
      </w:r>
      <w:r w:rsidR="004B5A85">
        <w:t xml:space="preserve">, </w:t>
      </w:r>
      <w:r>
        <w:t>dans le ravin</w:t>
      </w:r>
      <w:r w:rsidR="004B5A85">
        <w:t xml:space="preserve">, </w:t>
      </w:r>
      <w:r>
        <w:t>où les animaux venaient boire au ruisseau</w:t>
      </w:r>
      <w:r w:rsidR="004B5A85">
        <w:t xml:space="preserve">, </w:t>
      </w:r>
      <w:r>
        <w:t>et aucun intrus à quatre pattes ne parut</w:t>
      </w:r>
      <w:r w:rsidR="004B5A85">
        <w:t xml:space="preserve">, </w:t>
      </w:r>
      <w:r>
        <w:t>au clair de lune</w:t>
      </w:r>
      <w:r w:rsidR="004B5A85">
        <w:t xml:space="preserve">, </w:t>
      </w:r>
      <w:r>
        <w:t>sur les bords du bassin</w:t>
      </w:r>
      <w:r w:rsidR="004B5A85">
        <w:t>…</w:t>
      </w:r>
    </w:p>
    <w:p w14:paraId="5C42316D" w14:textId="77777777" w:rsidR="004B5A85" w:rsidRDefault="004C389C" w:rsidP="004C389C">
      <w:r>
        <w:lastRenderedPageBreak/>
        <w:t>Le lendemain matin</w:t>
      </w:r>
      <w:r w:rsidR="004B5A85">
        <w:t xml:space="preserve">, </w:t>
      </w:r>
      <w:r>
        <w:t>Paul Randal</w:t>
      </w:r>
      <w:r w:rsidR="004B5A85">
        <w:t xml:space="preserve">, </w:t>
      </w:r>
      <w:r>
        <w:t>en s</w:t>
      </w:r>
      <w:r w:rsidR="004B5A85">
        <w:t>’</w:t>
      </w:r>
      <w:r>
        <w:t>éveillant</w:t>
      </w:r>
      <w:r w:rsidR="004B5A85">
        <w:t xml:space="preserve">, </w:t>
      </w:r>
      <w:r>
        <w:t>constata que ses écorchures étaient en bonne voie de cicatrisation</w:t>
      </w:r>
      <w:r w:rsidR="004B5A85">
        <w:t xml:space="preserve">. </w:t>
      </w:r>
      <w:r>
        <w:t>Elles ne le faisaient plus souffrir</w:t>
      </w:r>
      <w:r w:rsidR="004B5A85">
        <w:t xml:space="preserve">. </w:t>
      </w:r>
      <w:r>
        <w:t xml:space="preserve">Il en allait de même pour </w:t>
      </w:r>
      <w:proofErr w:type="spellStart"/>
      <w:r>
        <w:t>Weyrich</w:t>
      </w:r>
      <w:proofErr w:type="spellEnd"/>
      <w:r w:rsidR="004B5A85">
        <w:t xml:space="preserve">, </w:t>
      </w:r>
      <w:r>
        <w:t>Boisselier</w:t>
      </w:r>
      <w:r w:rsidR="004B5A85">
        <w:t xml:space="preserve">, </w:t>
      </w:r>
      <w:proofErr w:type="spellStart"/>
      <w:r>
        <w:t>Yaki</w:t>
      </w:r>
      <w:proofErr w:type="spellEnd"/>
      <w:r>
        <w:t xml:space="preserve"> et Besson</w:t>
      </w:r>
      <w:r w:rsidR="004B5A85">
        <w:t xml:space="preserve">. </w:t>
      </w:r>
      <w:r>
        <w:t>Et aussi</w:t>
      </w:r>
      <w:r w:rsidR="004B5A85">
        <w:t xml:space="preserve">, </w:t>
      </w:r>
      <w:r>
        <w:t xml:space="preserve">les blessures plus graves de Mérimée et de </w:t>
      </w:r>
      <w:proofErr w:type="spellStart"/>
      <w:r>
        <w:t>Canelou</w:t>
      </w:r>
      <w:proofErr w:type="spellEnd"/>
      <w:r w:rsidR="004B5A85">
        <w:t xml:space="preserve">, </w:t>
      </w:r>
      <w:r>
        <w:t>présentaient des améliorations très n</w:t>
      </w:r>
      <w:r>
        <w:t>o</w:t>
      </w:r>
      <w:r>
        <w:t>tables</w:t>
      </w:r>
      <w:r w:rsidR="004B5A85">
        <w:t xml:space="preserve">. </w:t>
      </w:r>
      <w:r>
        <w:t>Comme les robinsons devaient le constater à plusieurs reprises d</w:t>
      </w:r>
      <w:r w:rsidR="004B5A85">
        <w:t>’</w:t>
      </w:r>
      <w:r>
        <w:t>une manière probante</w:t>
      </w:r>
      <w:r w:rsidR="004B5A85">
        <w:t xml:space="preserve">, </w:t>
      </w:r>
      <w:r>
        <w:t>l</w:t>
      </w:r>
      <w:r w:rsidR="004B5A85">
        <w:t>’</w:t>
      </w:r>
      <w:r>
        <w:t>eau du ruisseau avait de puissantes vertus curatives et cicatrisantes</w:t>
      </w:r>
      <w:r w:rsidR="004B5A85">
        <w:t xml:space="preserve">, </w:t>
      </w:r>
      <w:r>
        <w:t>bien qu</w:t>
      </w:r>
      <w:r w:rsidR="004B5A85">
        <w:t>’</w:t>
      </w:r>
      <w:r>
        <w:t>elle ne pr</w:t>
      </w:r>
      <w:r>
        <w:t>é</w:t>
      </w:r>
      <w:r>
        <w:t>sentât au goût et à l</w:t>
      </w:r>
      <w:r w:rsidR="004B5A85">
        <w:t>’</w:t>
      </w:r>
      <w:r>
        <w:t>odorat aucun signe particulier</w:t>
      </w:r>
      <w:r w:rsidR="004B5A85">
        <w:t>.</w:t>
      </w:r>
    </w:p>
    <w:p w14:paraId="2A6EFCFA" w14:textId="77777777" w:rsidR="004B5A85" w:rsidRDefault="004C389C" w:rsidP="004C389C">
      <w:r>
        <w:t>Cette journée fut consacrée au repos par les uns</w:t>
      </w:r>
      <w:r w:rsidR="004B5A85">
        <w:t xml:space="preserve">, </w:t>
      </w:r>
      <w:r>
        <w:t>à la chasse par les autres</w:t>
      </w:r>
      <w:r w:rsidR="004B5A85">
        <w:t>.</w:t>
      </w:r>
    </w:p>
    <w:p w14:paraId="3749AA6A" w14:textId="77777777" w:rsidR="004B5A85" w:rsidRDefault="004C389C" w:rsidP="004C389C">
      <w:r>
        <w:t xml:space="preserve">On captura une chèvre sauvage au bord du bassin et </w:t>
      </w:r>
      <w:proofErr w:type="spellStart"/>
      <w:r>
        <w:t>Ga</w:t>
      </w:r>
      <w:r>
        <w:t>n</w:t>
      </w:r>
      <w:r>
        <w:t>neron</w:t>
      </w:r>
      <w:proofErr w:type="spellEnd"/>
      <w:r>
        <w:t xml:space="preserve"> tua deux oiseaux qui</w:t>
      </w:r>
      <w:r w:rsidR="004B5A85">
        <w:t xml:space="preserve">, </w:t>
      </w:r>
      <w:r>
        <w:t>bien que n</w:t>
      </w:r>
      <w:r w:rsidR="004B5A85">
        <w:t>’</w:t>
      </w:r>
      <w:r>
        <w:t>étant pas des pigeons</w:t>
      </w:r>
      <w:r w:rsidR="004B5A85">
        <w:t xml:space="preserve">, </w:t>
      </w:r>
      <w:r>
        <w:t>furent dénommés tels</w:t>
      </w:r>
      <w:r w:rsidR="004B5A85">
        <w:t>.</w:t>
      </w:r>
    </w:p>
    <w:p w14:paraId="5A0FEAE6" w14:textId="77777777" w:rsidR="004B5A85" w:rsidRDefault="004C389C" w:rsidP="004C389C">
      <w:r>
        <w:t>Comme on ne s</w:t>
      </w:r>
      <w:r w:rsidR="004B5A85">
        <w:t>’</w:t>
      </w:r>
      <w:r>
        <w:t>éloignait pas des cases</w:t>
      </w:r>
      <w:r w:rsidR="004B5A85">
        <w:t xml:space="preserve">, </w:t>
      </w:r>
      <w:r>
        <w:t>on ne vit aucune bête fauve</w:t>
      </w:r>
      <w:r w:rsidR="004B5A85">
        <w:t xml:space="preserve">, </w:t>
      </w:r>
      <w:r>
        <w:t>car</w:t>
      </w:r>
      <w:r w:rsidR="004B5A85">
        <w:t xml:space="preserve">, </w:t>
      </w:r>
      <w:r>
        <w:t>il était bien évident que</w:t>
      </w:r>
      <w:r w:rsidR="004B5A85">
        <w:t xml:space="preserve">, </w:t>
      </w:r>
      <w:r>
        <w:t>pour une raison que</w:t>
      </w:r>
      <w:r>
        <w:t>l</w:t>
      </w:r>
      <w:r>
        <w:t>conque</w:t>
      </w:r>
      <w:r w:rsidR="004B5A85">
        <w:t xml:space="preserve">, </w:t>
      </w:r>
      <w:r>
        <w:t>les fauves ne descendaient pas des hauteurs du ravin vers le bassin et la lande</w:t>
      </w:r>
      <w:r w:rsidR="004B5A85">
        <w:t>…</w:t>
      </w:r>
    </w:p>
    <w:p w14:paraId="0FEEC035" w14:textId="77777777" w:rsidR="004B5A85" w:rsidRDefault="004C389C" w:rsidP="004C389C">
      <w:r>
        <w:t>Cette particularité bien constatée</w:t>
      </w:r>
      <w:r w:rsidR="004B5A85">
        <w:t xml:space="preserve">, </w:t>
      </w:r>
      <w:r>
        <w:t>Paul Randal renonça à retourner à la grotte et à tenter l</w:t>
      </w:r>
      <w:r w:rsidR="004B5A85">
        <w:t>’</w:t>
      </w:r>
      <w:r>
        <w:t>ascension du grand cône ou même des petits</w:t>
      </w:r>
      <w:r w:rsidR="004B5A85">
        <w:t xml:space="preserve">. </w:t>
      </w:r>
      <w:r>
        <w:t>Il ne voulait pas exposer ses hommes à des dangers en somme inutiles</w:t>
      </w:r>
      <w:r w:rsidR="004B5A85">
        <w:t>.</w:t>
      </w:r>
    </w:p>
    <w:p w14:paraId="0AAD8F28" w14:textId="77777777" w:rsidR="004B5A85" w:rsidRDefault="004C389C" w:rsidP="004C389C">
      <w:r>
        <w:t>Oui</w:t>
      </w:r>
      <w:r w:rsidR="004B5A85">
        <w:t xml:space="preserve">, </w:t>
      </w:r>
      <w:r>
        <w:t>inutiles</w:t>
      </w:r>
      <w:r w:rsidR="004B5A85">
        <w:t xml:space="preserve">, </w:t>
      </w:r>
      <w:r>
        <w:t>car l</w:t>
      </w:r>
      <w:r w:rsidR="004B5A85">
        <w:t>’</w:t>
      </w:r>
      <w:r>
        <w:t>officier s</w:t>
      </w:r>
      <w:r w:rsidR="004B5A85">
        <w:t>’</w:t>
      </w:r>
      <w:r>
        <w:t>était fait le raisonnement su</w:t>
      </w:r>
      <w:r>
        <w:t>i</w:t>
      </w:r>
      <w:r>
        <w:t>vant</w:t>
      </w:r>
      <w:r w:rsidR="004B5A85">
        <w:t> :</w:t>
      </w:r>
    </w:p>
    <w:p w14:paraId="39FF60CD" w14:textId="55507537" w:rsidR="004C389C" w:rsidRDefault="004B5A85" w:rsidP="004C389C">
      <w:r>
        <w:t>« </w:t>
      </w:r>
      <w:r w:rsidR="004C389C">
        <w:t>Cette île est inconnue des navigateurs</w:t>
      </w:r>
      <w:r>
        <w:t xml:space="preserve">. </w:t>
      </w:r>
      <w:r w:rsidR="004C389C">
        <w:t>Cela prouve que les navires ne passent pas dans ces parages</w:t>
      </w:r>
      <w:r>
        <w:t xml:space="preserve">. </w:t>
      </w:r>
      <w:r w:rsidR="004C389C">
        <w:t>Si quelque vaisseau y vient par hasard</w:t>
      </w:r>
      <w:r>
        <w:t xml:space="preserve">, </w:t>
      </w:r>
      <w:r w:rsidR="004C389C">
        <w:t>le capitaine débarquera très certainement quelques hommes pour reconnaître cette terre</w:t>
      </w:r>
      <w:r>
        <w:t xml:space="preserve">, </w:t>
      </w:r>
      <w:r w:rsidR="004C389C">
        <w:t>non portée sur les cartes</w:t>
      </w:r>
      <w:r>
        <w:t xml:space="preserve">… </w:t>
      </w:r>
      <w:r w:rsidR="004C389C">
        <w:t>Donc</w:t>
      </w:r>
      <w:r>
        <w:t xml:space="preserve">, </w:t>
      </w:r>
      <w:r w:rsidR="004C389C">
        <w:t xml:space="preserve">inutile de chercher à entretenir un </w:t>
      </w:r>
      <w:r w:rsidR="004C389C">
        <w:lastRenderedPageBreak/>
        <w:t>feu</w:t>
      </w:r>
      <w:r>
        <w:t xml:space="preserve">, </w:t>
      </w:r>
      <w:r w:rsidR="004C389C">
        <w:t>là-haut</w:t>
      </w:r>
      <w:r>
        <w:t xml:space="preserve">, </w:t>
      </w:r>
      <w:r w:rsidR="004C389C">
        <w:t>au prix de peines infinies et de graves dangers</w:t>
      </w:r>
      <w:r>
        <w:t xml:space="preserve">. </w:t>
      </w:r>
      <w:r w:rsidR="004C389C">
        <w:t>Ah</w:t>
      </w:r>
      <w:r>
        <w:t xml:space="preserve"> ! </w:t>
      </w:r>
      <w:r w:rsidR="004C389C">
        <w:t>si nous avions des fusils</w:t>
      </w:r>
      <w:r>
        <w:t xml:space="preserve">, </w:t>
      </w:r>
      <w:r w:rsidR="004C389C">
        <w:t>ou seulement des revolvers</w:t>
      </w:r>
      <w:r>
        <w:t xml:space="preserve">, </w:t>
      </w:r>
      <w:r w:rsidR="004C389C">
        <w:t>ce serait di</w:t>
      </w:r>
      <w:r w:rsidR="004C389C">
        <w:t>f</w:t>
      </w:r>
      <w:r w:rsidR="004C389C">
        <w:t>férent</w:t>
      </w:r>
      <w:r>
        <w:t xml:space="preserve"> ! </w:t>
      </w:r>
      <w:r w:rsidR="004C389C">
        <w:t>Mais</w:t>
      </w:r>
      <w:r>
        <w:t xml:space="preserve">, </w:t>
      </w:r>
      <w:r w:rsidR="004C389C">
        <w:t>sans armes à feu</w:t>
      </w:r>
      <w:r>
        <w:t xml:space="preserve">, </w:t>
      </w:r>
      <w:r w:rsidR="004C389C">
        <w:t>mes hommes se feraient tuer et dévorer les uns après les autres</w:t>
      </w:r>
      <w:r>
        <w:t>… »</w:t>
      </w:r>
    </w:p>
    <w:p w14:paraId="6F2737DC" w14:textId="77777777" w:rsidR="004B5A85" w:rsidRDefault="004C389C" w:rsidP="004C389C">
      <w:r>
        <w:t>Et au bout de huit jours</w:t>
      </w:r>
      <w:r w:rsidR="004B5A85">
        <w:t xml:space="preserve">, </w:t>
      </w:r>
      <w:r>
        <w:t>employés à l</w:t>
      </w:r>
      <w:r w:rsidR="004B5A85">
        <w:t>’</w:t>
      </w:r>
      <w:r>
        <w:t>installation complète</w:t>
      </w:r>
      <w:r w:rsidR="004B5A85">
        <w:t xml:space="preserve">, </w:t>
      </w:r>
      <w:r>
        <w:t>au défrichement et à l</w:t>
      </w:r>
      <w:r w:rsidR="004B5A85">
        <w:t>’</w:t>
      </w:r>
      <w:r>
        <w:t>ensemencement d</w:t>
      </w:r>
      <w:r w:rsidR="004B5A85">
        <w:t>’</w:t>
      </w:r>
      <w:r>
        <w:t>un grand carré de terre autour des cases</w:t>
      </w:r>
      <w:r w:rsidR="004B5A85">
        <w:t xml:space="preserve">, </w:t>
      </w:r>
      <w:r>
        <w:t xml:space="preserve">pour obtenir le rétablissement complet des </w:t>
      </w:r>
      <w:r w:rsidR="004B5A85">
        <w:t>« </w:t>
      </w:r>
      <w:r>
        <w:t>petits blessés</w:t>
      </w:r>
      <w:r w:rsidR="004B5A85">
        <w:t xml:space="preserve"> », </w:t>
      </w:r>
      <w:r>
        <w:t>Boisselier</w:t>
      </w:r>
      <w:r w:rsidR="004B5A85">
        <w:t xml:space="preserve">, </w:t>
      </w:r>
      <w:r>
        <w:t>Besson</w:t>
      </w:r>
      <w:r w:rsidR="004B5A85">
        <w:t xml:space="preserve">, </w:t>
      </w:r>
      <w:proofErr w:type="spellStart"/>
      <w:r>
        <w:t>Yaki</w:t>
      </w:r>
      <w:proofErr w:type="spellEnd"/>
      <w:r>
        <w:t xml:space="preserve"> et </w:t>
      </w:r>
      <w:proofErr w:type="spellStart"/>
      <w:r>
        <w:t>Weyrich</w:t>
      </w:r>
      <w:proofErr w:type="spellEnd"/>
      <w:r w:rsidR="004B5A85">
        <w:t xml:space="preserve">, </w:t>
      </w:r>
      <w:r>
        <w:t>et l</w:t>
      </w:r>
      <w:r w:rsidR="004B5A85">
        <w:t>’</w:t>
      </w:r>
      <w:r>
        <w:t>amélioration décisive de l</w:t>
      </w:r>
      <w:r w:rsidR="004B5A85">
        <w:t>’</w:t>
      </w:r>
      <w:r>
        <w:t xml:space="preserve">état des </w:t>
      </w:r>
      <w:r w:rsidR="004B5A85">
        <w:t>« </w:t>
      </w:r>
      <w:r>
        <w:t>grands blessés</w:t>
      </w:r>
      <w:r w:rsidR="004B5A85">
        <w:t xml:space="preserve"> », </w:t>
      </w:r>
      <w:proofErr w:type="spellStart"/>
      <w:r>
        <w:t>Canelou</w:t>
      </w:r>
      <w:proofErr w:type="spellEnd"/>
      <w:r>
        <w:t xml:space="preserve"> et Mérimée</w:t>
      </w:r>
      <w:r w:rsidR="004B5A85">
        <w:t xml:space="preserve">, </w:t>
      </w:r>
      <w:r>
        <w:t>donc</w:t>
      </w:r>
      <w:r w:rsidR="004B5A85">
        <w:t xml:space="preserve">, </w:t>
      </w:r>
      <w:r>
        <w:t>au bout de huit jours</w:t>
      </w:r>
      <w:r w:rsidR="004B5A85">
        <w:t xml:space="preserve">, </w:t>
      </w:r>
      <w:r>
        <w:t>les robinsons comme</w:t>
      </w:r>
      <w:r>
        <w:t>n</w:t>
      </w:r>
      <w:r>
        <w:t>cèrent leur travail le plus important qui consistait à construire une barque capable de tenir la mer</w:t>
      </w:r>
      <w:r w:rsidR="004B5A85">
        <w:t>.</w:t>
      </w:r>
    </w:p>
    <w:p w14:paraId="0CBE099F" w14:textId="77777777" w:rsidR="004B5A85" w:rsidRDefault="004C389C" w:rsidP="004C389C">
      <w:r>
        <w:t>Mais que de peine</w:t>
      </w:r>
      <w:r w:rsidR="004B5A85">
        <w:t xml:space="preserve">, </w:t>
      </w:r>
      <w:r>
        <w:t>sans hache</w:t>
      </w:r>
      <w:r w:rsidR="004B5A85">
        <w:t xml:space="preserve">, </w:t>
      </w:r>
      <w:r>
        <w:t>ni scie</w:t>
      </w:r>
      <w:r w:rsidR="004B5A85">
        <w:t xml:space="preserve">, </w:t>
      </w:r>
      <w:r>
        <w:t>pour couper les arbres</w:t>
      </w:r>
      <w:r w:rsidR="004B5A85">
        <w:t xml:space="preserve">, </w:t>
      </w:r>
      <w:r>
        <w:t>pour façonner les planches</w:t>
      </w:r>
      <w:r w:rsidR="004B5A85">
        <w:t> !…</w:t>
      </w:r>
    </w:p>
    <w:p w14:paraId="68DD2AB8" w14:textId="77777777" w:rsidR="004B5A85" w:rsidRDefault="004C389C" w:rsidP="004C389C">
      <w:r>
        <w:t>On devait y parvenir</w:t>
      </w:r>
      <w:r w:rsidR="004B5A85">
        <w:t xml:space="preserve">, </w:t>
      </w:r>
      <w:r>
        <w:t>cependant</w:t>
      </w:r>
      <w:r w:rsidR="004B5A85">
        <w:t xml:space="preserve">, </w:t>
      </w:r>
      <w:r>
        <w:t>après des semaines d</w:t>
      </w:r>
      <w:r w:rsidR="004B5A85">
        <w:t>’</w:t>
      </w:r>
      <w:r>
        <w:t>efforts</w:t>
      </w:r>
      <w:r w:rsidR="004B5A85">
        <w:t xml:space="preserve">, </w:t>
      </w:r>
      <w:r>
        <w:t>au moyen des pioches</w:t>
      </w:r>
      <w:r w:rsidR="004B5A85">
        <w:t xml:space="preserve">, </w:t>
      </w:r>
      <w:r>
        <w:t>des bêches</w:t>
      </w:r>
      <w:r w:rsidR="004B5A85">
        <w:t xml:space="preserve">, </w:t>
      </w:r>
      <w:r>
        <w:t>des fers des pelles et des sabres-baïonnettes bien aiguisés</w:t>
      </w:r>
      <w:r w:rsidR="004B5A85">
        <w:t xml:space="preserve">. </w:t>
      </w:r>
      <w:r>
        <w:t>Et l</w:t>
      </w:r>
      <w:r w:rsidR="004B5A85">
        <w:t>’</w:t>
      </w:r>
      <w:r>
        <w:t>on travaillait all</w:t>
      </w:r>
      <w:r>
        <w:t>é</w:t>
      </w:r>
      <w:r>
        <w:t>grement</w:t>
      </w:r>
      <w:r w:rsidR="004B5A85">
        <w:t xml:space="preserve">, </w:t>
      </w:r>
      <w:r>
        <w:t>autour des cases</w:t>
      </w:r>
      <w:r w:rsidR="004B5A85">
        <w:t xml:space="preserve">, </w:t>
      </w:r>
      <w:r>
        <w:t xml:space="preserve">tandis que Jean-Marie et </w:t>
      </w:r>
      <w:proofErr w:type="spellStart"/>
      <w:r>
        <w:t>Ganneron</w:t>
      </w:r>
      <w:proofErr w:type="spellEnd"/>
      <w:r w:rsidR="004B5A85">
        <w:t xml:space="preserve">, </w:t>
      </w:r>
      <w:r>
        <w:t>le premier jardinier-cuisinier</w:t>
      </w:r>
      <w:r w:rsidR="004B5A85">
        <w:t xml:space="preserve">, </w:t>
      </w:r>
      <w:r>
        <w:t>et le second botaniste</w:t>
      </w:r>
      <w:r w:rsidR="004B5A85">
        <w:t xml:space="preserve">, </w:t>
      </w:r>
      <w:r>
        <w:t>chasseur</w:t>
      </w:r>
      <w:r w:rsidR="004B5A85">
        <w:t xml:space="preserve">, </w:t>
      </w:r>
      <w:r>
        <w:t>pêcheur</w:t>
      </w:r>
      <w:r w:rsidR="004B5A85">
        <w:t xml:space="preserve">, </w:t>
      </w:r>
      <w:r>
        <w:t>approvisionnaient de plantes comestibles</w:t>
      </w:r>
      <w:r w:rsidR="004B5A85">
        <w:t xml:space="preserve">, </w:t>
      </w:r>
      <w:r>
        <w:t>de gibier</w:t>
      </w:r>
      <w:r w:rsidR="004B5A85">
        <w:t xml:space="preserve">, </w:t>
      </w:r>
      <w:r>
        <w:t>de poisson de mer et de rivière le garde-manger de la petite col</w:t>
      </w:r>
      <w:r>
        <w:t>o</w:t>
      </w:r>
      <w:r>
        <w:t>nie</w:t>
      </w:r>
      <w:r w:rsidR="004B5A85">
        <w:t>.</w:t>
      </w:r>
    </w:p>
    <w:p w14:paraId="6CFEFBD0" w14:textId="77777777" w:rsidR="004B5A85" w:rsidRDefault="004C389C" w:rsidP="004C389C">
      <w:r>
        <w:t>Et chacun de ces hommes courageux ne pensait qu</w:t>
      </w:r>
      <w:r w:rsidR="004B5A85">
        <w:t>’</w:t>
      </w:r>
      <w:r>
        <w:t>à une chose</w:t>
      </w:r>
      <w:r w:rsidR="004B5A85">
        <w:t xml:space="preserve">, </w:t>
      </w:r>
      <w:r>
        <w:t>ne formait qu</w:t>
      </w:r>
      <w:r w:rsidR="004B5A85">
        <w:t>’</w:t>
      </w:r>
      <w:r>
        <w:t>un projet en plusieurs actes</w:t>
      </w:r>
      <w:r w:rsidR="004B5A85">
        <w:t xml:space="preserve"> : </w:t>
      </w:r>
      <w:r>
        <w:t>regagner la France</w:t>
      </w:r>
      <w:r w:rsidR="004B5A85">
        <w:t xml:space="preserve">, </w:t>
      </w:r>
      <w:r>
        <w:t>avoir un autre sous-marin</w:t>
      </w:r>
      <w:r w:rsidR="004B5A85">
        <w:t xml:space="preserve">, </w:t>
      </w:r>
      <w:r>
        <w:t xml:space="preserve">retrouver le </w:t>
      </w:r>
      <w:r>
        <w:rPr>
          <w:i/>
          <w:iCs/>
        </w:rPr>
        <w:t>Nyctalope</w:t>
      </w:r>
      <w:r w:rsidR="004B5A85">
        <w:rPr>
          <w:i/>
          <w:iCs/>
        </w:rPr>
        <w:t xml:space="preserve">, </w:t>
      </w:r>
      <w:r>
        <w:t>dél</w:t>
      </w:r>
      <w:r>
        <w:t>i</w:t>
      </w:r>
      <w:r>
        <w:t>vrer le commandant Martel et Pierrot l</w:t>
      </w:r>
      <w:r w:rsidR="004B5A85">
        <w:t>’</w:t>
      </w:r>
      <w:r>
        <w:t>Écureuil</w:t>
      </w:r>
      <w:r w:rsidR="004B5A85">
        <w:t xml:space="preserve">, </w:t>
      </w:r>
      <w:r>
        <w:t>couler bas</w:t>
      </w:r>
      <w:r w:rsidR="004B5A85">
        <w:t xml:space="preserve">, </w:t>
      </w:r>
      <w:r>
        <w:t>e</w:t>
      </w:r>
      <w:r>
        <w:t>n</w:t>
      </w:r>
      <w:r>
        <w:t>fin</w:t>
      </w:r>
      <w:r w:rsidR="004B5A85">
        <w:t xml:space="preserve">, </w:t>
      </w:r>
      <w:r>
        <w:t>impitoyablement le Ravageur du Monde et son équipage de forbans</w:t>
      </w:r>
      <w:r w:rsidR="004B5A85">
        <w:t> !…</w:t>
      </w:r>
    </w:p>
    <w:p w14:paraId="79D5EA28" w14:textId="07BCB1D5" w:rsidR="004C389C" w:rsidRDefault="004C389C" w:rsidP="004B5A85">
      <w:pPr>
        <w:pStyle w:val="Titre1"/>
      </w:pPr>
      <w:bookmarkStart w:id="21" w:name="__RefHeading__23_1003869823"/>
      <w:bookmarkStart w:id="22" w:name="_Toc202462472"/>
      <w:bookmarkEnd w:id="21"/>
      <w:r>
        <w:lastRenderedPageBreak/>
        <w:t>CHAPITRE XII</w:t>
      </w:r>
      <w:r>
        <w:br/>
      </w:r>
      <w:r>
        <w:br/>
        <w:t>GRAVE CONFUSION</w:t>
      </w:r>
      <w:bookmarkEnd w:id="22"/>
    </w:p>
    <w:p w14:paraId="1E17859D" w14:textId="77777777" w:rsidR="004B5A85" w:rsidRDefault="004C389C" w:rsidP="004C389C">
      <w:r>
        <w:t>Tandis que</w:t>
      </w:r>
      <w:r w:rsidR="004B5A85">
        <w:t xml:space="preserve">, </w:t>
      </w:r>
      <w:r>
        <w:t>ignorés du monde entier</w:t>
      </w:r>
      <w:r w:rsidR="004B5A85">
        <w:t xml:space="preserve">, </w:t>
      </w:r>
      <w:r>
        <w:t>qui ne les connaissait pas ou les croyait perdus</w:t>
      </w:r>
      <w:r w:rsidR="004B5A85">
        <w:t xml:space="preserve">, </w:t>
      </w:r>
      <w:r>
        <w:t xml:space="preserve">les anciens matelots du </w:t>
      </w:r>
      <w:r>
        <w:rPr>
          <w:i/>
          <w:iCs/>
        </w:rPr>
        <w:t xml:space="preserve">Nyctalope </w:t>
      </w:r>
      <w:r>
        <w:t>menaient dans une île isolée une vie laborieuse de robinsons qui veulent rentrer le plus tôt possible dans le monde civilisé</w:t>
      </w:r>
      <w:r w:rsidR="004B5A85">
        <w:t xml:space="preserve">, </w:t>
      </w:r>
      <w:r>
        <w:t>un coin de ce monde était mis en émoi par un événement inco</w:t>
      </w:r>
      <w:r>
        <w:t>m</w:t>
      </w:r>
      <w:r>
        <w:t>préhensible</w:t>
      </w:r>
      <w:r w:rsidR="004B5A85">
        <w:t>.</w:t>
      </w:r>
    </w:p>
    <w:p w14:paraId="105194FB" w14:textId="77777777" w:rsidR="004B5A85" w:rsidRDefault="004C389C" w:rsidP="004C389C">
      <w:r>
        <w:t>Ce coin du monde était la ville de Maracaïbo</w:t>
      </w:r>
      <w:r w:rsidR="004B5A85">
        <w:t xml:space="preserve">, </w:t>
      </w:r>
      <w:r>
        <w:t>port de mer du Venezuela</w:t>
      </w:r>
      <w:r w:rsidR="004B5A85">
        <w:t xml:space="preserve">, </w:t>
      </w:r>
      <w:r>
        <w:t>sur le large canal qui fait communiquer la lagune de Maracaïbo avec la mer des Antilles</w:t>
      </w:r>
      <w:r w:rsidR="004B5A85">
        <w:t>…</w:t>
      </w:r>
    </w:p>
    <w:p w14:paraId="6C05B8E6" w14:textId="77777777" w:rsidR="004B5A85" w:rsidRDefault="004C389C" w:rsidP="004C389C">
      <w:r>
        <w:t>Le port de Maracaïbo est un port marchand</w:t>
      </w:r>
      <w:r w:rsidR="004B5A85">
        <w:t xml:space="preserve">, </w:t>
      </w:r>
      <w:r>
        <w:t>faisant un commerce très actif</w:t>
      </w:r>
      <w:r w:rsidR="004B5A85">
        <w:t xml:space="preserve">. </w:t>
      </w:r>
      <w:r>
        <w:t>On ne s</w:t>
      </w:r>
      <w:r w:rsidR="004B5A85">
        <w:t>’</w:t>
      </w:r>
      <w:r>
        <w:t>y occupe guère d</w:t>
      </w:r>
      <w:r w:rsidR="004B5A85">
        <w:t>’</w:t>
      </w:r>
      <w:r>
        <w:t>autre chose que de la hausse et de la baisse des denrées d</w:t>
      </w:r>
      <w:r w:rsidR="004B5A85">
        <w:t>’</w:t>
      </w:r>
      <w:r>
        <w:t>importation et d</w:t>
      </w:r>
      <w:r w:rsidR="004B5A85">
        <w:t>’</w:t>
      </w:r>
      <w:r>
        <w:t>exportation</w:t>
      </w:r>
      <w:r w:rsidR="004B5A85">
        <w:t xml:space="preserve">, </w:t>
      </w:r>
      <w:r>
        <w:t>et les ambitions</w:t>
      </w:r>
      <w:r w:rsidR="004B5A85">
        <w:t xml:space="preserve">, </w:t>
      </w:r>
      <w:r>
        <w:t>les complots aussi de l</w:t>
      </w:r>
      <w:r w:rsidR="004B5A85">
        <w:t>’</w:t>
      </w:r>
      <w:r>
        <w:t>ancien président Castro lui-même</w:t>
      </w:r>
      <w:r w:rsidR="004B5A85">
        <w:t xml:space="preserve">, </w:t>
      </w:r>
      <w:r>
        <w:t>n</w:t>
      </w:r>
      <w:r w:rsidR="004B5A85">
        <w:t>’</w:t>
      </w:r>
      <w:r>
        <w:t>y intéressent pas du tout les e</w:t>
      </w:r>
      <w:r>
        <w:t>s</w:t>
      </w:r>
      <w:r>
        <w:t>prits</w:t>
      </w:r>
      <w:r w:rsidR="004B5A85">
        <w:t>.</w:t>
      </w:r>
    </w:p>
    <w:p w14:paraId="55E0D465" w14:textId="347BB791" w:rsidR="004B5A85" w:rsidRDefault="004C389C" w:rsidP="004C389C">
      <w:r>
        <w:t>Or</w:t>
      </w:r>
      <w:r w:rsidR="004B5A85">
        <w:t xml:space="preserve">, </w:t>
      </w:r>
      <w:r>
        <w:t>le 1</w:t>
      </w:r>
      <w:r w:rsidR="004B5A85">
        <w:t>8 janvier</w:t>
      </w:r>
      <w:r>
        <w:t xml:space="preserve"> de cette année-là</w:t>
      </w:r>
      <w:r w:rsidR="004B5A85">
        <w:t xml:space="preserve">, </w:t>
      </w:r>
      <w:r>
        <w:t>vers six heures du soir</w:t>
      </w:r>
      <w:r w:rsidR="004B5A85">
        <w:t xml:space="preserve">, </w:t>
      </w:r>
      <w:r>
        <w:t>une préoccupation nouvelle et peu banale s</w:t>
      </w:r>
      <w:r w:rsidR="004B5A85">
        <w:t>’</w:t>
      </w:r>
      <w:r>
        <w:t>introduisait de proche en proche dans tous les cerveaux des habitants de Mar</w:t>
      </w:r>
      <w:r>
        <w:t>a</w:t>
      </w:r>
      <w:r>
        <w:t>caïbo</w:t>
      </w:r>
      <w:r w:rsidR="004B5A85">
        <w:t xml:space="preserve">, </w:t>
      </w:r>
      <w:r>
        <w:t>et avec une telle tyrannie</w:t>
      </w:r>
      <w:r w:rsidR="004B5A85">
        <w:t xml:space="preserve">, </w:t>
      </w:r>
      <w:r>
        <w:t>que les deux plus riches arm</w:t>
      </w:r>
      <w:r>
        <w:t>a</w:t>
      </w:r>
      <w:r>
        <w:t>teurs de la ville</w:t>
      </w:r>
      <w:r w:rsidR="004B5A85">
        <w:t xml:space="preserve">, </w:t>
      </w:r>
      <w:r>
        <w:t xml:space="preserve">le gros José Calabozo et le maigre Felipe </w:t>
      </w:r>
      <w:proofErr w:type="spellStart"/>
      <w:r>
        <w:t>Var</w:t>
      </w:r>
      <w:r>
        <w:t>i</w:t>
      </w:r>
      <w:r>
        <w:t>nas</w:t>
      </w:r>
      <w:proofErr w:type="spellEnd"/>
      <w:r w:rsidR="004B5A85">
        <w:t xml:space="preserve">, </w:t>
      </w:r>
      <w:r>
        <w:t>assis à la terrasse du café de la Nation</w:t>
      </w:r>
      <w:r w:rsidR="004B5A85">
        <w:t xml:space="preserve">, </w:t>
      </w:r>
      <w:r>
        <w:t>place de la Libertad</w:t>
      </w:r>
      <w:r w:rsidR="004B5A85">
        <w:t xml:space="preserve">, </w:t>
      </w:r>
      <w:r>
        <w:t>devant le port</w:t>
      </w:r>
      <w:r w:rsidR="004B5A85">
        <w:t xml:space="preserve">, </w:t>
      </w:r>
      <w:r>
        <w:t>ne causaient pas</w:t>
      </w:r>
      <w:r w:rsidR="004B5A85">
        <w:t xml:space="preserve">, </w:t>
      </w:r>
      <w:r>
        <w:t>ce soir-là</w:t>
      </w:r>
      <w:r w:rsidR="004B5A85">
        <w:t xml:space="preserve">, </w:t>
      </w:r>
      <w:r>
        <w:t>de ce qui était</w:t>
      </w:r>
      <w:r w:rsidR="004B5A85">
        <w:t xml:space="preserve">, </w:t>
      </w:r>
      <w:r>
        <w:t>d</w:t>
      </w:r>
      <w:r>
        <w:t>e</w:t>
      </w:r>
      <w:r>
        <w:t>puis vingt ans</w:t>
      </w:r>
      <w:r w:rsidR="004B5A85">
        <w:t xml:space="preserve">, </w:t>
      </w:r>
      <w:r>
        <w:t>tous les jours</w:t>
      </w:r>
      <w:r w:rsidR="004B5A85">
        <w:t xml:space="preserve">, </w:t>
      </w:r>
      <w:r>
        <w:t>à cette même place et à cette même heure</w:t>
      </w:r>
      <w:r w:rsidR="004B5A85">
        <w:t xml:space="preserve">, </w:t>
      </w:r>
      <w:r>
        <w:t>l</w:t>
      </w:r>
      <w:r w:rsidR="004B5A85">
        <w:t>’</w:t>
      </w:r>
      <w:r>
        <w:t>unique sujet de leur conversation</w:t>
      </w:r>
      <w:r w:rsidR="004B5A85">
        <w:t xml:space="preserve"> : </w:t>
      </w:r>
      <w:r>
        <w:t>la hausse et la baisse des prix du café sur le marché de New-York</w:t>
      </w:r>
      <w:r w:rsidR="004B5A85">
        <w:t xml:space="preserve">, </w:t>
      </w:r>
      <w:r>
        <w:t>avec qui F</w:t>
      </w:r>
      <w:r>
        <w:t>e</w:t>
      </w:r>
      <w:r>
        <w:t xml:space="preserve">lipe </w:t>
      </w:r>
      <w:proofErr w:type="spellStart"/>
      <w:r>
        <w:t>Varinas</w:t>
      </w:r>
      <w:proofErr w:type="spellEnd"/>
      <w:r>
        <w:t xml:space="preserve"> et José Calabozo entretenaient </w:t>
      </w:r>
      <w:r>
        <w:lastRenderedPageBreak/>
        <w:t>des relations co</w:t>
      </w:r>
      <w:r>
        <w:t>m</w:t>
      </w:r>
      <w:r>
        <w:t>merciales des plus fructueuses par câble</w:t>
      </w:r>
      <w:r w:rsidR="004B5A85">
        <w:t xml:space="preserve">, </w:t>
      </w:r>
      <w:r>
        <w:t>paquebots-poste et steamers à vapeur</w:t>
      </w:r>
      <w:r w:rsidR="004B5A85">
        <w:t>.</w:t>
      </w:r>
    </w:p>
    <w:p w14:paraId="34BDB08D" w14:textId="77777777" w:rsidR="004B5A85" w:rsidRDefault="004C389C" w:rsidP="004C389C">
      <w:r>
        <w:t>Mais</w:t>
      </w:r>
      <w:r w:rsidR="004B5A85">
        <w:t xml:space="preserve">, </w:t>
      </w:r>
      <w:r>
        <w:t>quel était donc cet événement</w:t>
      </w:r>
      <w:r w:rsidR="004B5A85">
        <w:t xml:space="preserve">, </w:t>
      </w:r>
      <w:r>
        <w:t>assez extraordinaire et assez palpitant pour être capable de faire oublier aux deux armateurs la hausse et la baisse des prix du café sur le marché de New-York</w:t>
      </w:r>
      <w:r w:rsidR="004B5A85">
        <w:t> ?…</w:t>
      </w:r>
    </w:p>
    <w:p w14:paraId="418C2465" w14:textId="77777777" w:rsidR="004B5A85" w:rsidRDefault="004B5A85" w:rsidP="004C389C">
      <w:r>
        <w:t>— </w:t>
      </w:r>
      <w:r w:rsidR="004C389C">
        <w:t>Alors</w:t>
      </w:r>
      <w:r>
        <w:t xml:space="preserve">, </w:t>
      </w:r>
      <w:r w:rsidR="004C389C">
        <w:t>vous croyez cela</w:t>
      </w:r>
      <w:r>
        <w:t xml:space="preserve"> ? </w:t>
      </w:r>
      <w:r w:rsidR="004C389C">
        <w:t>glapissait Calabozo</w:t>
      </w:r>
      <w:r>
        <w:t xml:space="preserve">, </w:t>
      </w:r>
      <w:r w:rsidR="004C389C">
        <w:t>rouge d</w:t>
      </w:r>
      <w:r>
        <w:t>’</w:t>
      </w:r>
      <w:r w:rsidR="004C389C">
        <w:t>indignation et menacé par l</w:t>
      </w:r>
      <w:r>
        <w:t>’</w:t>
      </w:r>
      <w:r w:rsidR="004C389C">
        <w:t>apoplexie</w:t>
      </w:r>
      <w:r>
        <w:t>.</w:t>
      </w:r>
    </w:p>
    <w:p w14:paraId="6607FACD" w14:textId="77777777" w:rsidR="004B5A85" w:rsidRDefault="004B5A85" w:rsidP="004C389C">
      <w:r>
        <w:t>— </w:t>
      </w:r>
      <w:r w:rsidR="004C389C">
        <w:t>Le capitaine Stefano ne ment jamais</w:t>
      </w:r>
      <w:r>
        <w:t xml:space="preserve"> ! </w:t>
      </w:r>
      <w:r w:rsidR="004C389C">
        <w:t xml:space="preserve">rugissait le long </w:t>
      </w:r>
      <w:proofErr w:type="spellStart"/>
      <w:r w:rsidR="004C389C">
        <w:t>Varinas</w:t>
      </w:r>
      <w:proofErr w:type="spellEnd"/>
      <w:r>
        <w:t xml:space="preserve">, </w:t>
      </w:r>
      <w:r w:rsidR="004C389C">
        <w:t>blême de colère comme un navet</w:t>
      </w:r>
      <w:r>
        <w:t>.</w:t>
      </w:r>
    </w:p>
    <w:p w14:paraId="7814DB3B" w14:textId="77777777" w:rsidR="004B5A85" w:rsidRDefault="004B5A85" w:rsidP="004C389C">
      <w:r>
        <w:t>— </w:t>
      </w:r>
      <w:r w:rsidR="004C389C">
        <w:t>Il est fou</w:t>
      </w:r>
      <w:r>
        <w:t xml:space="preserve">, </w:t>
      </w:r>
      <w:r w:rsidR="004C389C">
        <w:t>votre capitaine</w:t>
      </w:r>
      <w:r>
        <w:t xml:space="preserve"> !… </w:t>
      </w:r>
      <w:r w:rsidR="004C389C">
        <w:t>Est-ce qu</w:t>
      </w:r>
      <w:r>
        <w:t>’</w:t>
      </w:r>
      <w:r w:rsidR="004C389C">
        <w:t>on voit des r</w:t>
      </w:r>
      <w:r w:rsidR="004C389C">
        <w:t>a</w:t>
      </w:r>
      <w:r w:rsidR="004C389C">
        <w:t>deaux qui apparaissent</w:t>
      </w:r>
      <w:r>
        <w:t xml:space="preserve">, </w:t>
      </w:r>
      <w:r w:rsidR="004C389C">
        <w:t>disparaissent</w:t>
      </w:r>
      <w:r>
        <w:t xml:space="preserve">, </w:t>
      </w:r>
      <w:r w:rsidR="004C389C">
        <w:t>reviennent et replongent là</w:t>
      </w:r>
      <w:r>
        <w:t xml:space="preserve"> ?… </w:t>
      </w:r>
      <w:r w:rsidR="004C389C">
        <w:t>Le propre d</w:t>
      </w:r>
      <w:r>
        <w:t>’</w:t>
      </w:r>
      <w:r w:rsidR="004C389C">
        <w:t>un radeau</w:t>
      </w:r>
      <w:r>
        <w:t xml:space="preserve">, </w:t>
      </w:r>
      <w:r w:rsidR="004C389C">
        <w:t>monsieur</w:t>
      </w:r>
      <w:r>
        <w:t xml:space="preserve">, </w:t>
      </w:r>
      <w:r w:rsidR="004C389C">
        <w:t>c</w:t>
      </w:r>
      <w:r>
        <w:t>’</w:t>
      </w:r>
      <w:r w:rsidR="004C389C">
        <w:t>est de flotter</w:t>
      </w:r>
      <w:r>
        <w:t xml:space="preserve">… </w:t>
      </w:r>
      <w:r w:rsidR="004C389C">
        <w:t>si un radeau s</w:t>
      </w:r>
      <w:r>
        <w:t>’</w:t>
      </w:r>
      <w:r w:rsidR="004C389C">
        <w:t>enfonce</w:t>
      </w:r>
      <w:r>
        <w:t xml:space="preserve">, </w:t>
      </w:r>
      <w:r w:rsidR="004C389C">
        <w:t>ce n</w:t>
      </w:r>
      <w:r>
        <w:t>’</w:t>
      </w:r>
      <w:r w:rsidR="004C389C">
        <w:t>est plus un radeau</w:t>
      </w:r>
      <w:r>
        <w:t xml:space="preserve"> !… </w:t>
      </w:r>
      <w:r w:rsidR="004C389C">
        <w:t>Et</w:t>
      </w:r>
      <w:r>
        <w:t xml:space="preserve">, </w:t>
      </w:r>
      <w:r w:rsidR="004C389C">
        <w:t>en tout cas</w:t>
      </w:r>
      <w:r>
        <w:t xml:space="preserve">, </w:t>
      </w:r>
      <w:r w:rsidR="004C389C">
        <w:t>il ne reparaît plus</w:t>
      </w:r>
      <w:r>
        <w:t> !…</w:t>
      </w:r>
    </w:p>
    <w:p w14:paraId="41A8DD00" w14:textId="77777777" w:rsidR="004B5A85" w:rsidRDefault="004C389C" w:rsidP="004C389C">
      <w:r>
        <w:t>Et triomphant</w:t>
      </w:r>
      <w:r w:rsidR="004B5A85">
        <w:t xml:space="preserve">, </w:t>
      </w:r>
      <w:r>
        <w:t>car ce raisonnement était péremptoire</w:t>
      </w:r>
      <w:r w:rsidR="004B5A85">
        <w:t xml:space="preserve">, </w:t>
      </w:r>
      <w:r>
        <w:t>le gros José Calabozo essuyait avec un mouchoir rouge son front ruisselant de sueur</w:t>
      </w:r>
      <w:r w:rsidR="004B5A85">
        <w:t xml:space="preserve">, </w:t>
      </w:r>
      <w:r>
        <w:t>tandis que</w:t>
      </w:r>
      <w:r w:rsidR="004B5A85">
        <w:t xml:space="preserve">, </w:t>
      </w:r>
      <w:r>
        <w:t>toujours plus livide</w:t>
      </w:r>
      <w:r w:rsidR="004B5A85">
        <w:t xml:space="preserve">, </w:t>
      </w:r>
      <w:r>
        <w:t xml:space="preserve">le maigre Felipe </w:t>
      </w:r>
      <w:proofErr w:type="spellStart"/>
      <w:r>
        <w:t>Varinas</w:t>
      </w:r>
      <w:proofErr w:type="spellEnd"/>
      <w:r>
        <w:t xml:space="preserve"> répliquait</w:t>
      </w:r>
      <w:r w:rsidR="004B5A85">
        <w:t> :</w:t>
      </w:r>
    </w:p>
    <w:p w14:paraId="6FDE2587" w14:textId="77777777" w:rsidR="004B5A85" w:rsidRDefault="004B5A85" w:rsidP="004C389C">
      <w:r>
        <w:t>— </w:t>
      </w:r>
      <w:r w:rsidR="004C389C">
        <w:t>Faut-il vous dire pour la centième fois que le capitaine Stefano l</w:t>
      </w:r>
      <w:r>
        <w:t>’</w:t>
      </w:r>
      <w:r w:rsidR="004C389C">
        <w:t>a vu hier</w:t>
      </w:r>
      <w:r>
        <w:t xml:space="preserve">, </w:t>
      </w:r>
      <w:r w:rsidR="004C389C">
        <w:t>et ce matin de nouveau</w:t>
      </w:r>
      <w:r>
        <w:t xml:space="preserve">, </w:t>
      </w:r>
      <w:r w:rsidR="004C389C">
        <w:t>en travers dans le goulet à un mille à peine de l</w:t>
      </w:r>
      <w:r>
        <w:t>’</w:t>
      </w:r>
      <w:r w:rsidR="004C389C">
        <w:t>avant-port</w:t>
      </w:r>
      <w:r>
        <w:t xml:space="preserve"> ?… </w:t>
      </w:r>
      <w:r w:rsidR="004C389C">
        <w:t>Détail précis</w:t>
      </w:r>
      <w:r>
        <w:t xml:space="preserve"> : </w:t>
      </w:r>
      <w:r w:rsidR="004C389C">
        <w:t>quand un navire paraissait pour franchir la passe et aller en mer</w:t>
      </w:r>
      <w:r>
        <w:t xml:space="preserve">, </w:t>
      </w:r>
      <w:r w:rsidR="004C389C">
        <w:t>le radeau</w:t>
      </w:r>
      <w:r>
        <w:t xml:space="preserve">, </w:t>
      </w:r>
      <w:r w:rsidR="004C389C">
        <w:t>de lui-même</w:t>
      </w:r>
      <w:r>
        <w:t xml:space="preserve">, </w:t>
      </w:r>
      <w:r w:rsidR="004C389C">
        <w:t>s</w:t>
      </w:r>
      <w:r>
        <w:t>’</w:t>
      </w:r>
      <w:r w:rsidR="004C389C">
        <w:t>enfonçait</w:t>
      </w:r>
      <w:r>
        <w:t xml:space="preserve">… </w:t>
      </w:r>
      <w:r w:rsidR="004C389C">
        <w:t>et il reparaissait tranquillement quelques minutes après le passage du bateau</w:t>
      </w:r>
      <w:r>
        <w:t xml:space="preserve">… </w:t>
      </w:r>
      <w:r w:rsidR="004C389C">
        <w:t>Il en était de même si un navire</w:t>
      </w:r>
      <w:r>
        <w:t xml:space="preserve">, </w:t>
      </w:r>
      <w:r w:rsidR="004C389C">
        <w:t>venant de la mer</w:t>
      </w:r>
      <w:r>
        <w:t xml:space="preserve">, </w:t>
      </w:r>
      <w:r w:rsidR="004C389C">
        <w:t>voulait entrer dans le port</w:t>
      </w:r>
      <w:r>
        <w:t>…</w:t>
      </w:r>
    </w:p>
    <w:p w14:paraId="56CC1CE0" w14:textId="77777777" w:rsidR="004B5A85" w:rsidRDefault="004B5A85" w:rsidP="004C389C">
      <w:r>
        <w:t>— </w:t>
      </w:r>
      <w:r w:rsidR="004C389C">
        <w:t>Fadaises</w:t>
      </w:r>
      <w:r>
        <w:t xml:space="preserve"> ! </w:t>
      </w:r>
      <w:r w:rsidR="004C389C">
        <w:t>glapit José</w:t>
      </w:r>
      <w:r>
        <w:t>.</w:t>
      </w:r>
    </w:p>
    <w:p w14:paraId="1D28E378" w14:textId="77777777" w:rsidR="004B5A85" w:rsidRDefault="004B5A85" w:rsidP="004C389C">
      <w:r>
        <w:lastRenderedPageBreak/>
        <w:t>— </w:t>
      </w:r>
      <w:r w:rsidR="004C389C">
        <w:t>Écoute-moi</w:t>
      </w:r>
      <w:r>
        <w:t xml:space="preserve"> ! </w:t>
      </w:r>
      <w:r w:rsidR="004C389C">
        <w:t>hurla Felipe</w:t>
      </w:r>
      <w:r>
        <w:t xml:space="preserve">… </w:t>
      </w:r>
      <w:r w:rsidR="004C389C">
        <w:t>Ce matin</w:t>
      </w:r>
      <w:r>
        <w:t xml:space="preserve">, </w:t>
      </w:r>
      <w:r w:rsidR="004C389C">
        <w:t>avec son canot automobile</w:t>
      </w:r>
      <w:r>
        <w:t xml:space="preserve">, </w:t>
      </w:r>
      <w:r w:rsidR="004C389C">
        <w:t>qui fait trente nœuds à l</w:t>
      </w:r>
      <w:r>
        <w:t>’</w:t>
      </w:r>
      <w:r w:rsidR="004C389C">
        <w:t>heure</w:t>
      </w:r>
      <w:r>
        <w:t xml:space="preserve">, </w:t>
      </w:r>
      <w:r w:rsidR="004C389C">
        <w:t>vous entendez</w:t>
      </w:r>
      <w:r>
        <w:t xml:space="preserve"> ?… </w:t>
      </w:r>
      <w:r w:rsidR="004C389C">
        <w:t>trente nœuds</w:t>
      </w:r>
      <w:r>
        <w:t xml:space="preserve"> !… </w:t>
      </w:r>
      <w:r w:rsidR="004C389C">
        <w:t>ce matin donc</w:t>
      </w:r>
      <w:r>
        <w:t xml:space="preserve">, </w:t>
      </w:r>
      <w:r w:rsidR="004C389C">
        <w:t>Stefano a voulu aller reco</w:t>
      </w:r>
      <w:r w:rsidR="004C389C">
        <w:t>n</w:t>
      </w:r>
      <w:r w:rsidR="004C389C">
        <w:t>naître un peu ce radeau</w:t>
      </w:r>
      <w:r>
        <w:t xml:space="preserve">, </w:t>
      </w:r>
      <w:r w:rsidR="004C389C">
        <w:t>qui flottait comme une simple pièce de bois</w:t>
      </w:r>
      <w:r>
        <w:t xml:space="preserve">, </w:t>
      </w:r>
      <w:r w:rsidR="004C389C">
        <w:t>sur l</w:t>
      </w:r>
      <w:r>
        <w:t>’</w:t>
      </w:r>
      <w:r w:rsidR="004C389C">
        <w:t>eau de la lagune</w:t>
      </w:r>
      <w:r>
        <w:t>…</w:t>
      </w:r>
    </w:p>
    <w:p w14:paraId="7769F4FB" w14:textId="77777777" w:rsidR="004B5A85" w:rsidRDefault="004B5A85" w:rsidP="004C389C">
      <w:r>
        <w:t>« </w:t>
      </w:r>
      <w:r w:rsidR="004C389C">
        <w:t>Mais pfft</w:t>
      </w:r>
      <w:r>
        <w:t xml:space="preserve"> !… </w:t>
      </w:r>
      <w:r w:rsidR="004C389C">
        <w:t>le radeau filait vers la mer</w:t>
      </w:r>
      <w:r>
        <w:t xml:space="preserve"> !… </w:t>
      </w:r>
      <w:r w:rsidR="004C389C">
        <w:t>et de plus en plus vite</w:t>
      </w:r>
      <w:r>
        <w:t xml:space="preserve">, </w:t>
      </w:r>
      <w:r w:rsidR="004C389C">
        <w:t>comme le canot automobile</w:t>
      </w:r>
      <w:r>
        <w:t xml:space="preserve">, </w:t>
      </w:r>
      <w:r w:rsidR="004C389C">
        <w:t>qui ne l</w:t>
      </w:r>
      <w:r>
        <w:t>’</w:t>
      </w:r>
      <w:r w:rsidR="004C389C">
        <w:t>atteignait pas</w:t>
      </w:r>
      <w:r>
        <w:t> !…</w:t>
      </w:r>
    </w:p>
    <w:p w14:paraId="0577D7DB" w14:textId="77777777" w:rsidR="004B5A85" w:rsidRDefault="004B5A85" w:rsidP="004C389C">
      <w:r>
        <w:t>— </w:t>
      </w:r>
      <w:r w:rsidR="004C389C">
        <w:t>Ah</w:t>
      </w:r>
      <w:r>
        <w:t xml:space="preserve"> ! </w:t>
      </w:r>
      <w:r w:rsidR="004C389C">
        <w:t>ah</w:t>
      </w:r>
      <w:r>
        <w:t xml:space="preserve"> ! </w:t>
      </w:r>
      <w:r w:rsidR="004C389C">
        <w:t>ah</w:t>
      </w:r>
      <w:r>
        <w:t xml:space="preserve"> ! </w:t>
      </w:r>
      <w:r w:rsidR="004C389C">
        <w:t>éclata José</w:t>
      </w:r>
      <w:r>
        <w:t xml:space="preserve">, </w:t>
      </w:r>
      <w:r w:rsidR="004C389C">
        <w:t>plus rouge qu</w:t>
      </w:r>
      <w:r>
        <w:t>’</w:t>
      </w:r>
      <w:r w:rsidR="004C389C">
        <w:t>une tomate</w:t>
      </w:r>
      <w:r>
        <w:t xml:space="preserve">. </w:t>
      </w:r>
      <w:r w:rsidR="004C389C">
        <w:t>Un radeau qui file sur l</w:t>
      </w:r>
      <w:r>
        <w:t>’</w:t>
      </w:r>
      <w:r w:rsidR="004C389C">
        <w:t>eau</w:t>
      </w:r>
      <w:r>
        <w:t xml:space="preserve">, </w:t>
      </w:r>
      <w:r w:rsidR="004C389C">
        <w:t>maintenant sans voiles</w:t>
      </w:r>
      <w:r>
        <w:t xml:space="preserve">, </w:t>
      </w:r>
      <w:r w:rsidR="004C389C">
        <w:t>ni hélices</w:t>
      </w:r>
      <w:r>
        <w:t xml:space="preserve">, </w:t>
      </w:r>
      <w:r w:rsidR="004C389C">
        <w:t>ni machines</w:t>
      </w:r>
      <w:r>
        <w:t>…</w:t>
      </w:r>
    </w:p>
    <w:p w14:paraId="6A8CE66A" w14:textId="77777777" w:rsidR="004B5A85" w:rsidRDefault="004B5A85" w:rsidP="004C389C">
      <w:r>
        <w:t>« </w:t>
      </w:r>
      <w:r w:rsidR="004C389C">
        <w:t>Non</w:t>
      </w:r>
      <w:r>
        <w:t xml:space="preserve">, </w:t>
      </w:r>
      <w:r w:rsidR="004C389C">
        <w:t>votre Stefano est un sot</w:t>
      </w:r>
      <w:r>
        <w:t xml:space="preserve">, </w:t>
      </w:r>
      <w:r w:rsidR="004C389C">
        <w:t>et vous êtes fou de l</w:t>
      </w:r>
      <w:r>
        <w:t>’</w:t>
      </w:r>
      <w:r w:rsidR="004C389C">
        <w:t>écouter</w:t>
      </w:r>
      <w:r>
        <w:t xml:space="preserve">, </w:t>
      </w:r>
      <w:r w:rsidR="004C389C">
        <w:t>Felipe</w:t>
      </w:r>
      <w:r>
        <w:t> !</w:t>
      </w:r>
    </w:p>
    <w:p w14:paraId="02315AE0" w14:textId="77777777" w:rsidR="004B5A85" w:rsidRDefault="004B5A85" w:rsidP="004C389C">
      <w:r>
        <w:t>— </w:t>
      </w:r>
      <w:r w:rsidR="004C389C">
        <w:t>Mais tout le monde dans la ville croit au radeau-fantôme</w:t>
      </w:r>
      <w:r>
        <w:t>…</w:t>
      </w:r>
    </w:p>
    <w:p w14:paraId="29AFDF11" w14:textId="77777777" w:rsidR="004B5A85" w:rsidRDefault="004B5A85" w:rsidP="004C389C">
      <w:r>
        <w:t>— </w:t>
      </w:r>
      <w:r w:rsidR="004C389C">
        <w:t>Personne n</w:t>
      </w:r>
      <w:r>
        <w:t>’</w:t>
      </w:r>
      <w:r w:rsidR="004C389C">
        <w:t>y croit</w:t>
      </w:r>
      <w:r>
        <w:t xml:space="preserve">, </w:t>
      </w:r>
      <w:r w:rsidR="004C389C">
        <w:t>au contraire</w:t>
      </w:r>
      <w:r>
        <w:t xml:space="preserve"> !… </w:t>
      </w:r>
      <w:r w:rsidR="004C389C">
        <w:t>Et vous êtes le seul à gober ces sornettes-là</w:t>
      </w:r>
      <w:r>
        <w:t>…</w:t>
      </w:r>
    </w:p>
    <w:p w14:paraId="299731C0" w14:textId="77777777" w:rsidR="004B5A85" w:rsidRDefault="004B5A85" w:rsidP="004C389C">
      <w:r>
        <w:t>— </w:t>
      </w:r>
      <w:r w:rsidR="004C389C">
        <w:t>C</w:t>
      </w:r>
      <w:r>
        <w:t>’</w:t>
      </w:r>
      <w:r w:rsidR="004C389C">
        <w:t>est vous</w:t>
      </w:r>
      <w:r>
        <w:t xml:space="preserve">, </w:t>
      </w:r>
      <w:r w:rsidR="004C389C">
        <w:t>au contraire</w:t>
      </w:r>
      <w:r>
        <w:t xml:space="preserve">, </w:t>
      </w:r>
      <w:r w:rsidR="004C389C">
        <w:t>qui êtes le seul à nier aveugl</w:t>
      </w:r>
      <w:r w:rsidR="004C389C">
        <w:t>é</w:t>
      </w:r>
      <w:r w:rsidR="004C389C">
        <w:t>ment la réalité</w:t>
      </w:r>
      <w:r>
        <w:t> !</w:t>
      </w:r>
    </w:p>
    <w:p w14:paraId="7C45F3F5" w14:textId="77777777" w:rsidR="004B5A85" w:rsidRDefault="004B5A85" w:rsidP="004C389C">
      <w:r>
        <w:t>— </w:t>
      </w:r>
      <w:r w:rsidR="004C389C">
        <w:t>Moi</w:t>
      </w:r>
      <w:r>
        <w:t xml:space="preserve"> ! </w:t>
      </w:r>
      <w:r w:rsidR="004C389C">
        <w:t>s</w:t>
      </w:r>
      <w:r>
        <w:t>’</w:t>
      </w:r>
      <w:r w:rsidR="004C389C">
        <w:t>exclama José</w:t>
      </w:r>
      <w:r>
        <w:t>.</w:t>
      </w:r>
    </w:p>
    <w:p w14:paraId="5EC12A1B" w14:textId="77777777" w:rsidR="004B5A85" w:rsidRDefault="004B5A85" w:rsidP="004C389C">
      <w:r>
        <w:t>— </w:t>
      </w:r>
      <w:r w:rsidR="004C389C">
        <w:t>Vous</w:t>
      </w:r>
      <w:r>
        <w:t xml:space="preserve"> ! </w:t>
      </w:r>
      <w:r w:rsidR="004C389C">
        <w:t>hurla Felipe</w:t>
      </w:r>
      <w:r>
        <w:t xml:space="preserve">, </w:t>
      </w:r>
      <w:r w:rsidR="004C389C">
        <w:t>en bondissant par-dessus le dossier de sa chaise sur laquelle il était assis à califourchon</w:t>
      </w:r>
      <w:r>
        <w:t>.</w:t>
      </w:r>
    </w:p>
    <w:p w14:paraId="4DCCD09E" w14:textId="77777777" w:rsidR="004B5A85" w:rsidRDefault="004B5A85" w:rsidP="004C389C">
      <w:r>
        <w:lastRenderedPageBreak/>
        <w:t>— </w:t>
      </w:r>
      <w:r w:rsidR="004C389C">
        <w:t>Je vous parie mille bolivars</w:t>
      </w:r>
      <w:r w:rsidR="004C389C" w:rsidRPr="004B5A85">
        <w:rPr>
          <w:rStyle w:val="Appelnotedebasdep"/>
        </w:rPr>
        <w:footnoteReference w:id="2"/>
      </w:r>
      <w:r w:rsidR="004C389C">
        <w:t xml:space="preserve"> que le radeau-fantôme n</w:t>
      </w:r>
      <w:r>
        <w:t>’</w:t>
      </w:r>
      <w:r w:rsidR="004C389C">
        <w:t>existe pas</w:t>
      </w:r>
      <w:r>
        <w:t> !</w:t>
      </w:r>
    </w:p>
    <w:p w14:paraId="5F962764" w14:textId="77777777" w:rsidR="004B5A85" w:rsidRDefault="004B5A85" w:rsidP="004C389C">
      <w:r>
        <w:t>— </w:t>
      </w:r>
      <w:r w:rsidR="004C389C">
        <w:t>Et moi</w:t>
      </w:r>
      <w:r>
        <w:t xml:space="preserve">, </w:t>
      </w:r>
      <w:r w:rsidR="004C389C">
        <w:t>je vous parie cinq mille bolivars qu</w:t>
      </w:r>
      <w:r>
        <w:t>’</w:t>
      </w:r>
      <w:r w:rsidR="004C389C">
        <w:t>il existe</w:t>
      </w:r>
      <w:r>
        <w:t> !</w:t>
      </w:r>
    </w:p>
    <w:p w14:paraId="177B3699" w14:textId="77777777" w:rsidR="004B5A85" w:rsidRDefault="004B5A85" w:rsidP="004C389C">
      <w:r>
        <w:t>— </w:t>
      </w:r>
      <w:r w:rsidR="004C389C">
        <w:t>Tenu</w:t>
      </w:r>
      <w:r>
        <w:t> !</w:t>
      </w:r>
    </w:p>
    <w:p w14:paraId="711D58A5" w14:textId="77777777" w:rsidR="004B5A85" w:rsidRDefault="004B5A85" w:rsidP="004C389C">
      <w:r>
        <w:t>— </w:t>
      </w:r>
      <w:r w:rsidR="004C389C">
        <w:t>Tenu</w:t>
      </w:r>
      <w:r>
        <w:t> !</w:t>
      </w:r>
    </w:p>
    <w:p w14:paraId="31F517BE" w14:textId="77777777" w:rsidR="004B5A85" w:rsidRDefault="004B5A85" w:rsidP="004C389C">
      <w:r>
        <w:t>— </w:t>
      </w:r>
      <w:r w:rsidR="004C389C">
        <w:t>Venez avec moi</w:t>
      </w:r>
      <w:r>
        <w:t>.</w:t>
      </w:r>
    </w:p>
    <w:p w14:paraId="6F50EE42" w14:textId="77777777" w:rsidR="004B5A85" w:rsidRDefault="004B5A85" w:rsidP="004C389C">
      <w:r>
        <w:t>— </w:t>
      </w:r>
      <w:r w:rsidR="004C389C">
        <w:t>Où</w:t>
      </w:r>
      <w:r>
        <w:t> ?</w:t>
      </w:r>
    </w:p>
    <w:p w14:paraId="0CFF709B" w14:textId="77777777" w:rsidR="004B5A85" w:rsidRDefault="004B5A85" w:rsidP="004C389C">
      <w:r>
        <w:t>— </w:t>
      </w:r>
      <w:r w:rsidR="004C389C">
        <w:t>Chez le capitaine Stefano</w:t>
      </w:r>
      <w:r>
        <w:t>.</w:t>
      </w:r>
    </w:p>
    <w:p w14:paraId="28EC7F71" w14:textId="77777777" w:rsidR="004B5A85" w:rsidRDefault="004B5A85" w:rsidP="004C389C">
      <w:r>
        <w:t>— </w:t>
      </w:r>
      <w:r w:rsidR="004C389C">
        <w:t>Allons</w:t>
      </w:r>
      <w:r>
        <w:t> !…</w:t>
      </w:r>
    </w:p>
    <w:p w14:paraId="586EF1B0" w14:textId="77777777" w:rsidR="004B5A85" w:rsidRDefault="004C389C" w:rsidP="004C389C">
      <w:r>
        <w:t>Et dix minutes après cette discussion</w:t>
      </w:r>
      <w:r w:rsidR="004B5A85">
        <w:t xml:space="preserve">, </w:t>
      </w:r>
      <w:r>
        <w:t>qui se reproduisait à peu près semblable à cette heure dans tous les groupes assis aux terrasses des cafés</w:t>
      </w:r>
      <w:r w:rsidR="004B5A85">
        <w:t xml:space="preserve">, </w:t>
      </w:r>
      <w:r>
        <w:t xml:space="preserve">Felipe </w:t>
      </w:r>
      <w:proofErr w:type="spellStart"/>
      <w:r>
        <w:t>Varinas</w:t>
      </w:r>
      <w:proofErr w:type="spellEnd"/>
      <w:r>
        <w:t xml:space="preserve"> et José Calabozo</w:t>
      </w:r>
      <w:r w:rsidR="004B5A85">
        <w:t xml:space="preserve">, </w:t>
      </w:r>
      <w:r>
        <w:t>applaudis ou sifflés par une énorme foule entassée sur le quai et qui avait été instantanément mise</w:t>
      </w:r>
      <w:r w:rsidR="004B5A85">
        <w:t xml:space="preserve">, </w:t>
      </w:r>
      <w:r>
        <w:t>de bouche en bouche</w:t>
      </w:r>
      <w:r w:rsidR="004B5A85">
        <w:t xml:space="preserve">, </w:t>
      </w:r>
      <w:r>
        <w:t>au courant du pari engagé par les deux célèbres armateurs</w:t>
      </w:r>
      <w:r w:rsidR="004B5A85">
        <w:t xml:space="preserve">, </w:t>
      </w:r>
      <w:r>
        <w:t>Felipe et José s</w:t>
      </w:r>
      <w:r w:rsidR="004B5A85">
        <w:t>’</w:t>
      </w:r>
      <w:r>
        <w:t>embarquaient</w:t>
      </w:r>
      <w:r w:rsidR="004B5A85">
        <w:t xml:space="preserve">, </w:t>
      </w:r>
      <w:r>
        <w:t xml:space="preserve">avec le juge </w:t>
      </w:r>
      <w:proofErr w:type="spellStart"/>
      <w:r>
        <w:t>Olivarès</w:t>
      </w:r>
      <w:proofErr w:type="spellEnd"/>
      <w:r w:rsidR="004B5A85">
        <w:t xml:space="preserve">, </w:t>
      </w:r>
      <w:r>
        <w:t>chargé de l</w:t>
      </w:r>
      <w:r w:rsidR="004B5A85">
        <w:t>’</w:t>
      </w:r>
      <w:r>
        <w:t>arbitrage</w:t>
      </w:r>
      <w:r w:rsidR="004B5A85">
        <w:t xml:space="preserve">, </w:t>
      </w:r>
      <w:r>
        <w:t>dans un canot automobile</w:t>
      </w:r>
      <w:r w:rsidR="004B5A85">
        <w:t xml:space="preserve">, </w:t>
      </w:r>
      <w:r>
        <w:t>dont le capitaine Stefano en pe</w:t>
      </w:r>
      <w:r>
        <w:t>r</w:t>
      </w:r>
      <w:r>
        <w:t>sonne tenait la barre</w:t>
      </w:r>
      <w:r w:rsidR="004B5A85">
        <w:t>.</w:t>
      </w:r>
    </w:p>
    <w:p w14:paraId="70E5B217" w14:textId="77777777" w:rsidR="004B5A85" w:rsidRDefault="004C389C" w:rsidP="004C389C">
      <w:r>
        <w:t>Un mécanicien mit le moteur en marche</w:t>
      </w:r>
      <w:r w:rsidR="004B5A85">
        <w:t xml:space="preserve">, </w:t>
      </w:r>
      <w:r>
        <w:t>et</w:t>
      </w:r>
      <w:r w:rsidR="004B5A85">
        <w:t xml:space="preserve">, </w:t>
      </w:r>
      <w:r>
        <w:t>salués par les cris</w:t>
      </w:r>
      <w:r w:rsidR="004B5A85">
        <w:t xml:space="preserve">, </w:t>
      </w:r>
      <w:r>
        <w:t>les applaudissements</w:t>
      </w:r>
      <w:r w:rsidR="004B5A85">
        <w:t xml:space="preserve">, </w:t>
      </w:r>
      <w:r>
        <w:t>les sifflets de toute une population rendue gouailleuse ou intriguée par cette histoire étrange de r</w:t>
      </w:r>
      <w:r>
        <w:t>a</w:t>
      </w:r>
      <w:r>
        <w:t>deau-fantôme</w:t>
      </w:r>
      <w:r w:rsidR="004B5A85">
        <w:t xml:space="preserve">, </w:t>
      </w:r>
      <w:r>
        <w:t>courant la ville depuis vingt-quatre heures</w:t>
      </w:r>
      <w:r w:rsidR="004B5A85">
        <w:t xml:space="preserve">, </w:t>
      </w:r>
      <w:r>
        <w:t>les deux parieurs</w:t>
      </w:r>
      <w:r w:rsidR="004B5A85">
        <w:t xml:space="preserve">, </w:t>
      </w:r>
      <w:r>
        <w:t>l</w:t>
      </w:r>
      <w:r w:rsidR="004B5A85">
        <w:t>’</w:t>
      </w:r>
      <w:r>
        <w:t xml:space="preserve">arbitre et le capitaine </w:t>
      </w:r>
      <w:r>
        <w:lastRenderedPageBreak/>
        <w:t>responsable de l</w:t>
      </w:r>
      <w:r w:rsidR="004B5A85">
        <w:t>’</w:t>
      </w:r>
      <w:r>
        <w:t>histoire</w:t>
      </w:r>
      <w:r w:rsidR="004B5A85">
        <w:t xml:space="preserve">, </w:t>
      </w:r>
      <w:r>
        <w:t>filèrent vers l</w:t>
      </w:r>
      <w:r w:rsidR="004B5A85">
        <w:t>’</w:t>
      </w:r>
      <w:r>
        <w:t>avant-port</w:t>
      </w:r>
      <w:r w:rsidR="004B5A85">
        <w:t xml:space="preserve">, </w:t>
      </w:r>
      <w:r>
        <w:t>qu</w:t>
      </w:r>
      <w:r w:rsidR="004B5A85">
        <w:t>’</w:t>
      </w:r>
      <w:r>
        <w:t>ils traversèrent à toute vitesse</w:t>
      </w:r>
      <w:r w:rsidR="004B5A85">
        <w:t xml:space="preserve">, </w:t>
      </w:r>
      <w:r>
        <w:t>juste au moment où le soleil se cachait derrière la plus haute église de Maracaïbo</w:t>
      </w:r>
      <w:r w:rsidR="004B5A85">
        <w:t>.</w:t>
      </w:r>
    </w:p>
    <w:p w14:paraId="68574548" w14:textId="77777777" w:rsidR="004B5A85" w:rsidRDefault="004C389C" w:rsidP="004C389C">
      <w:r>
        <w:t>Et dans le canot</w:t>
      </w:r>
      <w:r w:rsidR="004B5A85">
        <w:t xml:space="preserve">, </w:t>
      </w:r>
      <w:r>
        <w:t>la dispute continuait</w:t>
      </w:r>
      <w:r w:rsidR="004B5A85">
        <w:t>.</w:t>
      </w:r>
    </w:p>
    <w:p w14:paraId="4E9BDC54" w14:textId="77777777" w:rsidR="004B5A85" w:rsidRDefault="004B5A85" w:rsidP="004C389C">
      <w:r>
        <w:t>— </w:t>
      </w:r>
      <w:r w:rsidR="004C389C">
        <w:t>Nous allons voir</w:t>
      </w:r>
      <w:r>
        <w:t xml:space="preserve"> ! </w:t>
      </w:r>
      <w:r w:rsidR="004C389C">
        <w:t>disait l</w:t>
      </w:r>
      <w:r>
        <w:t>’</w:t>
      </w:r>
      <w:r w:rsidR="004C389C">
        <w:t>incrédule et gros José</w:t>
      </w:r>
      <w:r>
        <w:t>.</w:t>
      </w:r>
    </w:p>
    <w:p w14:paraId="288D17AE" w14:textId="77777777" w:rsidR="004B5A85" w:rsidRDefault="004B5A85" w:rsidP="004C389C">
      <w:r>
        <w:t>— </w:t>
      </w:r>
      <w:r w:rsidR="004C389C">
        <w:t>Oui</w:t>
      </w:r>
      <w:r>
        <w:t xml:space="preserve"> ! </w:t>
      </w:r>
      <w:r w:rsidR="004C389C">
        <w:t>nous verrons</w:t>
      </w:r>
      <w:r>
        <w:t xml:space="preserve"> ! </w:t>
      </w:r>
      <w:r w:rsidR="004C389C">
        <w:t>ripostait le maigre Felipe</w:t>
      </w:r>
      <w:r>
        <w:t xml:space="preserve">, </w:t>
      </w:r>
      <w:r w:rsidR="004C389C">
        <w:t>convaincu</w:t>
      </w:r>
      <w:r>
        <w:t>.</w:t>
      </w:r>
    </w:p>
    <w:p w14:paraId="66150F92" w14:textId="77777777" w:rsidR="004B5A85" w:rsidRDefault="004B5A85" w:rsidP="004C389C">
      <w:r>
        <w:t>— </w:t>
      </w:r>
      <w:r w:rsidR="004C389C">
        <w:t>Rien du tout</w:t>
      </w:r>
      <w:r>
        <w:t xml:space="preserve"> ! </w:t>
      </w:r>
      <w:r w:rsidR="004C389C">
        <w:t>ajoutait José</w:t>
      </w:r>
      <w:r>
        <w:t>.</w:t>
      </w:r>
    </w:p>
    <w:p w14:paraId="033494B5" w14:textId="77777777" w:rsidR="004B5A85" w:rsidRDefault="004B5A85" w:rsidP="004C389C">
      <w:r>
        <w:t>— </w:t>
      </w:r>
      <w:r w:rsidR="004C389C">
        <w:t>Mais tenez</w:t>
      </w:r>
      <w:r>
        <w:t xml:space="preserve"> ! </w:t>
      </w:r>
      <w:r w:rsidR="004C389C">
        <w:t>interrogez donc le capitaine Stefano</w:t>
      </w:r>
      <w:r>
        <w:t xml:space="preserve">, </w:t>
      </w:r>
      <w:r w:rsidR="004C389C">
        <w:t>puisque le voilà</w:t>
      </w:r>
      <w:r>
        <w:t> !</w:t>
      </w:r>
    </w:p>
    <w:p w14:paraId="21211E7E" w14:textId="77777777" w:rsidR="004B5A85" w:rsidRDefault="004B5A85" w:rsidP="004C389C">
      <w:r>
        <w:t>— </w:t>
      </w:r>
      <w:r w:rsidR="004C389C">
        <w:t>Je ne veux pas interroger</w:t>
      </w:r>
      <w:r>
        <w:t xml:space="preserve">, </w:t>
      </w:r>
      <w:r w:rsidR="004C389C">
        <w:t>je veux voir</w:t>
      </w:r>
      <w:r>
        <w:t> !</w:t>
      </w:r>
    </w:p>
    <w:p w14:paraId="00B6D6B0" w14:textId="77777777" w:rsidR="004B5A85" w:rsidRDefault="004B5A85" w:rsidP="004C389C">
      <w:r>
        <w:t>— </w:t>
      </w:r>
      <w:r w:rsidR="004C389C">
        <w:t>Vous verrez</w:t>
      </w:r>
      <w:r>
        <w:t xml:space="preserve">, </w:t>
      </w:r>
      <w:r w:rsidR="004C389C">
        <w:t>soyez tranquille</w:t>
      </w:r>
      <w:r>
        <w:t xml:space="preserve">, </w:t>
      </w:r>
      <w:r w:rsidR="004C389C">
        <w:t>don Calabozo</w:t>
      </w:r>
      <w:r>
        <w:t xml:space="preserve"> ! </w:t>
      </w:r>
      <w:r w:rsidR="004C389C">
        <w:t>affirmait avec énergie le capitaine</w:t>
      </w:r>
      <w:r>
        <w:t xml:space="preserve">, </w:t>
      </w:r>
      <w:r w:rsidR="004C389C">
        <w:t>vieux loup de mer retiré de la navig</w:t>
      </w:r>
      <w:r w:rsidR="004C389C">
        <w:t>a</w:t>
      </w:r>
      <w:r w:rsidR="004C389C">
        <w:t>tion au long cours</w:t>
      </w:r>
      <w:r>
        <w:t xml:space="preserve">, </w:t>
      </w:r>
      <w:r w:rsidR="004C389C">
        <w:t>après fortune faite</w:t>
      </w:r>
      <w:r>
        <w:t>.</w:t>
      </w:r>
    </w:p>
    <w:p w14:paraId="7CDD27F5" w14:textId="77777777" w:rsidR="004B5A85" w:rsidRDefault="004B5A85" w:rsidP="004C389C">
      <w:r>
        <w:t>— </w:t>
      </w:r>
      <w:r w:rsidR="004C389C">
        <w:t>Je verrai que vous avez une araignée au plafond et de la pâte d</w:t>
      </w:r>
      <w:r>
        <w:t>’</w:t>
      </w:r>
      <w:r w:rsidR="004C389C">
        <w:t>amande sur les yeux</w:t>
      </w:r>
      <w:r>
        <w:t xml:space="preserve">, </w:t>
      </w:r>
      <w:r w:rsidR="004C389C">
        <w:t>voilà tout</w:t>
      </w:r>
      <w:r>
        <w:t xml:space="preserve"> ! </w:t>
      </w:r>
      <w:r w:rsidR="004C389C">
        <w:t xml:space="preserve">répliquait </w:t>
      </w:r>
      <w:proofErr w:type="spellStart"/>
      <w:r w:rsidR="004C389C">
        <w:t>tempétue</w:t>
      </w:r>
      <w:r w:rsidR="004C389C">
        <w:t>u</w:t>
      </w:r>
      <w:r w:rsidR="004C389C">
        <w:t>sement</w:t>
      </w:r>
      <w:proofErr w:type="spellEnd"/>
      <w:r w:rsidR="004C389C">
        <w:t xml:space="preserve"> José</w:t>
      </w:r>
      <w:r>
        <w:t>.</w:t>
      </w:r>
    </w:p>
    <w:p w14:paraId="47B25F78" w14:textId="77777777" w:rsidR="004B5A85" w:rsidRDefault="004C389C" w:rsidP="004C389C">
      <w:r>
        <w:t>Mais le capitaine ne se fâchait pas</w:t>
      </w:r>
      <w:r w:rsidR="004B5A85">
        <w:t>.</w:t>
      </w:r>
    </w:p>
    <w:p w14:paraId="63B15C6B" w14:textId="77777777" w:rsidR="004B5A85" w:rsidRDefault="004B5A85" w:rsidP="004C389C">
      <w:r>
        <w:t>— </w:t>
      </w:r>
      <w:r w:rsidR="004C389C">
        <w:t>Allons</w:t>
      </w:r>
      <w:r>
        <w:t xml:space="preserve">, </w:t>
      </w:r>
      <w:r w:rsidR="004C389C">
        <w:t>mon vieux camarade</w:t>
      </w:r>
      <w:r>
        <w:t xml:space="preserve">, </w:t>
      </w:r>
      <w:r w:rsidR="004C389C">
        <w:t>disait-il en riant</w:t>
      </w:r>
      <w:r>
        <w:t xml:space="preserve">, </w:t>
      </w:r>
      <w:r w:rsidR="004C389C">
        <w:t>calmez-vous</w:t>
      </w:r>
      <w:r>
        <w:t xml:space="preserve">… </w:t>
      </w:r>
      <w:r w:rsidR="004C389C">
        <w:t>Vous n</w:t>
      </w:r>
      <w:r>
        <w:t>’</w:t>
      </w:r>
      <w:r w:rsidR="004C389C">
        <w:t>avez pas longtemps à attendre</w:t>
      </w:r>
      <w:r>
        <w:t xml:space="preserve">… </w:t>
      </w:r>
      <w:r w:rsidR="004C389C">
        <w:t>Si le radeau-fantôme se tient à la même place qu</w:t>
      </w:r>
      <w:r>
        <w:t>’</w:t>
      </w:r>
      <w:r w:rsidR="004C389C">
        <w:t>à trois heures de l</w:t>
      </w:r>
      <w:r>
        <w:t>’</w:t>
      </w:r>
      <w:r w:rsidR="004C389C">
        <w:t>après-midi</w:t>
      </w:r>
      <w:r>
        <w:t xml:space="preserve">, </w:t>
      </w:r>
      <w:r w:rsidR="004C389C">
        <w:t>dernière fois où je l</w:t>
      </w:r>
      <w:r>
        <w:t>’</w:t>
      </w:r>
      <w:r w:rsidR="004C389C">
        <w:t>ai vu</w:t>
      </w:r>
      <w:r>
        <w:t xml:space="preserve">, </w:t>
      </w:r>
      <w:r w:rsidR="004C389C">
        <w:t>dans cinq ou six minutes nous serons à deux encablures de sa masse noire</w:t>
      </w:r>
      <w:r>
        <w:t xml:space="preserve">… </w:t>
      </w:r>
      <w:r w:rsidR="004C389C">
        <w:t>Et alors</w:t>
      </w:r>
      <w:r>
        <w:t xml:space="preserve">, </w:t>
      </w:r>
      <w:r w:rsidR="004C389C">
        <w:t xml:space="preserve">notre juste </w:t>
      </w:r>
      <w:proofErr w:type="spellStart"/>
      <w:r w:rsidR="004C389C">
        <w:t>Olivarès</w:t>
      </w:r>
      <w:proofErr w:type="spellEnd"/>
      <w:r w:rsidR="004C389C">
        <w:t xml:space="preserve"> vous départagera</w:t>
      </w:r>
      <w:r>
        <w:t>…</w:t>
      </w:r>
    </w:p>
    <w:p w14:paraId="1CFFE405" w14:textId="77777777" w:rsidR="004B5A85" w:rsidRDefault="004B5A85" w:rsidP="004C389C">
      <w:r>
        <w:t>— </w:t>
      </w:r>
      <w:r w:rsidR="004C389C">
        <w:t>Attendons</w:t>
      </w:r>
      <w:r>
        <w:t xml:space="preserve"> ! </w:t>
      </w:r>
      <w:r w:rsidR="004C389C">
        <w:t>ricana José</w:t>
      </w:r>
      <w:r>
        <w:t>.</w:t>
      </w:r>
    </w:p>
    <w:p w14:paraId="3BF726A6" w14:textId="77777777" w:rsidR="004B5A85" w:rsidRDefault="004B5A85" w:rsidP="004C389C">
      <w:r>
        <w:t>— </w:t>
      </w:r>
      <w:r w:rsidR="004C389C">
        <w:t>Oui</w:t>
      </w:r>
      <w:r>
        <w:t xml:space="preserve">, </w:t>
      </w:r>
      <w:r w:rsidR="004C389C">
        <w:t>attendons</w:t>
      </w:r>
      <w:r>
        <w:t xml:space="preserve"> ! </w:t>
      </w:r>
      <w:r w:rsidR="004C389C">
        <w:t>fit Felipe avec confiance</w:t>
      </w:r>
      <w:r>
        <w:t>.</w:t>
      </w:r>
    </w:p>
    <w:p w14:paraId="7763E646" w14:textId="77777777" w:rsidR="004B5A85" w:rsidRDefault="004C389C" w:rsidP="004C389C">
      <w:r>
        <w:lastRenderedPageBreak/>
        <w:t>Le canot filait</w:t>
      </w:r>
      <w:r w:rsidR="004B5A85">
        <w:t xml:space="preserve">, </w:t>
      </w:r>
      <w:r>
        <w:t>le temps passait</w:t>
      </w:r>
      <w:r w:rsidR="004B5A85">
        <w:t xml:space="preserve">, </w:t>
      </w:r>
      <w:r>
        <w:t>on franchissait peu à peu la passe</w:t>
      </w:r>
      <w:r w:rsidR="004B5A85">
        <w:t xml:space="preserve">. </w:t>
      </w:r>
      <w:r>
        <w:t>Mais on ne voyait pas de radeau</w:t>
      </w:r>
      <w:r w:rsidR="004B5A85">
        <w:t>…</w:t>
      </w:r>
    </w:p>
    <w:p w14:paraId="0736FA80" w14:textId="77777777" w:rsidR="004B5A85" w:rsidRDefault="004B5A85" w:rsidP="004C389C">
      <w:r>
        <w:t>— </w:t>
      </w:r>
      <w:r w:rsidR="004C389C">
        <w:t>Ah</w:t>
      </w:r>
      <w:r>
        <w:t xml:space="preserve"> ! </w:t>
      </w:r>
      <w:r w:rsidR="004C389C">
        <w:t>ah</w:t>
      </w:r>
      <w:r>
        <w:t xml:space="preserve"> ! </w:t>
      </w:r>
      <w:r w:rsidR="004C389C">
        <w:t>ricana José</w:t>
      </w:r>
      <w:r>
        <w:t xml:space="preserve">, </w:t>
      </w:r>
      <w:r w:rsidR="004C389C">
        <w:t>quand il eut compté à sa montre six bonnes minutes</w:t>
      </w:r>
      <w:r>
        <w:t xml:space="preserve">, </w:t>
      </w:r>
      <w:r w:rsidR="004C389C">
        <w:t>ah</w:t>
      </w:r>
      <w:r>
        <w:t xml:space="preserve"> ! </w:t>
      </w:r>
      <w:r w:rsidR="004C389C">
        <w:t>ah</w:t>
      </w:r>
      <w:r>
        <w:t xml:space="preserve"> ! </w:t>
      </w:r>
      <w:r w:rsidR="004C389C">
        <w:t>il est tellement fantôme</w:t>
      </w:r>
      <w:r>
        <w:t xml:space="preserve">, </w:t>
      </w:r>
      <w:r w:rsidR="004C389C">
        <w:t>le radeau</w:t>
      </w:r>
      <w:r>
        <w:t xml:space="preserve">, </w:t>
      </w:r>
      <w:r w:rsidR="004C389C">
        <w:t>qu</w:t>
      </w:r>
      <w:r>
        <w:t>’</w:t>
      </w:r>
      <w:r w:rsidR="004C389C">
        <w:t>on ne le voit pas</w:t>
      </w:r>
      <w:r>
        <w:t xml:space="preserve">… </w:t>
      </w:r>
      <w:r w:rsidR="004C389C">
        <w:t>on ne le voit jamais</w:t>
      </w:r>
      <w:r>
        <w:t> !…</w:t>
      </w:r>
    </w:p>
    <w:p w14:paraId="7A8CD119" w14:textId="77777777" w:rsidR="004B5A85" w:rsidRDefault="004B5A85" w:rsidP="004C389C">
      <w:r>
        <w:t>— </w:t>
      </w:r>
      <w:r w:rsidR="004C389C">
        <w:t>Eh</w:t>
      </w:r>
      <w:r>
        <w:t xml:space="preserve"> ! </w:t>
      </w:r>
      <w:r w:rsidR="004C389C">
        <w:t>s</w:t>
      </w:r>
      <w:r>
        <w:t>’</w:t>
      </w:r>
      <w:r w:rsidR="004C389C">
        <w:t>écria Stefano</w:t>
      </w:r>
      <w:r>
        <w:t xml:space="preserve">, </w:t>
      </w:r>
      <w:r w:rsidR="004C389C">
        <w:t>vexé cette fois</w:t>
      </w:r>
      <w:r>
        <w:t xml:space="preserve">, </w:t>
      </w:r>
      <w:r w:rsidR="004C389C">
        <w:t>je l</w:t>
      </w:r>
      <w:r>
        <w:t>’</w:t>
      </w:r>
      <w:r w:rsidR="004C389C">
        <w:t>ai vu</w:t>
      </w:r>
      <w:r>
        <w:t xml:space="preserve">, </w:t>
      </w:r>
      <w:r w:rsidR="004C389C">
        <w:t>moi</w:t>
      </w:r>
      <w:r>
        <w:t xml:space="preserve">, </w:t>
      </w:r>
      <w:r w:rsidR="004C389C">
        <w:t>et j</w:t>
      </w:r>
      <w:r>
        <w:t>’</w:t>
      </w:r>
      <w:r w:rsidR="004C389C">
        <w:t>ai de bons yeux de marin</w:t>
      </w:r>
      <w:r>
        <w:t>…</w:t>
      </w:r>
    </w:p>
    <w:p w14:paraId="08EBAF23" w14:textId="77777777" w:rsidR="004B5A85" w:rsidRDefault="004B5A85" w:rsidP="004C389C">
      <w:r>
        <w:t>— </w:t>
      </w:r>
      <w:r w:rsidR="004C389C">
        <w:t>Où était-il</w:t>
      </w:r>
      <w:r>
        <w:t xml:space="preserve">, </w:t>
      </w:r>
      <w:r w:rsidR="004C389C">
        <w:t>s</w:t>
      </w:r>
      <w:r>
        <w:t>’</w:t>
      </w:r>
      <w:r w:rsidR="004C389C">
        <w:t>il vous plaît</w:t>
      </w:r>
      <w:r>
        <w:t xml:space="preserve"> ? </w:t>
      </w:r>
      <w:r w:rsidR="004C389C">
        <w:t>demanda José ironiquement</w:t>
      </w:r>
      <w:r>
        <w:t>.</w:t>
      </w:r>
    </w:p>
    <w:p w14:paraId="2D1D9677" w14:textId="77777777" w:rsidR="004B5A85" w:rsidRDefault="004B5A85" w:rsidP="004C389C">
      <w:r>
        <w:t>— </w:t>
      </w:r>
      <w:r w:rsidR="004C389C">
        <w:t>Là</w:t>
      </w:r>
      <w:r>
        <w:t xml:space="preserve">… </w:t>
      </w:r>
      <w:r w:rsidR="004C389C">
        <w:t>là</w:t>
      </w:r>
      <w:r>
        <w:t xml:space="preserve">… </w:t>
      </w:r>
      <w:r w:rsidR="004C389C">
        <w:t>juste à côté de cette balise</w:t>
      </w:r>
      <w:r>
        <w:t> !</w:t>
      </w:r>
    </w:p>
    <w:p w14:paraId="2F30D3D8" w14:textId="77777777" w:rsidR="004B5A85" w:rsidRDefault="004C389C" w:rsidP="004C389C">
      <w:r>
        <w:t>Et le capitaine désignait</w:t>
      </w:r>
      <w:r w:rsidR="004B5A85">
        <w:t xml:space="preserve">, </w:t>
      </w:r>
      <w:r>
        <w:t>le bras tendu</w:t>
      </w:r>
      <w:r w:rsidR="004B5A85">
        <w:t xml:space="preserve">, </w:t>
      </w:r>
      <w:r>
        <w:t>une balise rouge plantée là</w:t>
      </w:r>
      <w:r w:rsidR="004B5A85">
        <w:t xml:space="preserve">, </w:t>
      </w:r>
      <w:r>
        <w:t>en pleine eau</w:t>
      </w:r>
      <w:r w:rsidR="004B5A85">
        <w:t xml:space="preserve">, </w:t>
      </w:r>
      <w:r>
        <w:t>pour marquer un haut fond de la passe</w:t>
      </w:r>
      <w:r w:rsidR="004B5A85">
        <w:t>.</w:t>
      </w:r>
    </w:p>
    <w:p w14:paraId="35B95978" w14:textId="77777777" w:rsidR="004B5A85" w:rsidRDefault="004B5A85" w:rsidP="004C389C">
      <w:r>
        <w:t>— </w:t>
      </w:r>
      <w:r w:rsidR="004C389C">
        <w:t>Là</w:t>
      </w:r>
      <w:r>
        <w:t xml:space="preserve"> ?… </w:t>
      </w:r>
      <w:r w:rsidR="004C389C">
        <w:t>il y a de l</w:t>
      </w:r>
      <w:r>
        <w:t>’</w:t>
      </w:r>
      <w:r w:rsidR="004C389C">
        <w:t>eau</w:t>
      </w:r>
      <w:r>
        <w:t xml:space="preserve"> !… </w:t>
      </w:r>
      <w:r w:rsidR="004C389C">
        <w:t>mais pas de radeau</w:t>
      </w:r>
      <w:r>
        <w:t xml:space="preserve"> !… </w:t>
      </w:r>
      <w:r w:rsidR="004C389C">
        <w:t>glapit José</w:t>
      </w:r>
      <w:r>
        <w:t>.</w:t>
      </w:r>
    </w:p>
    <w:p w14:paraId="737009E9" w14:textId="77777777" w:rsidR="004B5A85" w:rsidRDefault="004B5A85" w:rsidP="004C389C">
      <w:r>
        <w:t>— </w:t>
      </w:r>
      <w:r w:rsidR="004C389C">
        <w:t>Eh</w:t>
      </w:r>
      <w:r>
        <w:t xml:space="preserve"> ! </w:t>
      </w:r>
      <w:r w:rsidR="004C389C">
        <w:t>hurla Felipe</w:t>
      </w:r>
      <w:r>
        <w:t xml:space="preserve">, </w:t>
      </w:r>
      <w:r w:rsidR="004C389C">
        <w:t>exaspéré</w:t>
      </w:r>
      <w:r>
        <w:t xml:space="preserve">, </w:t>
      </w:r>
      <w:r w:rsidR="004C389C">
        <w:t>attendez donc un peu</w:t>
      </w:r>
      <w:r>
        <w:t xml:space="preserve">, </w:t>
      </w:r>
      <w:r w:rsidR="004C389C">
        <w:t>il s</w:t>
      </w:r>
      <w:r>
        <w:t>’</w:t>
      </w:r>
      <w:r w:rsidR="004C389C">
        <w:t>est déplacé de quelques encablures</w:t>
      </w:r>
      <w:r>
        <w:t xml:space="preserve">, </w:t>
      </w:r>
      <w:r w:rsidR="004C389C">
        <w:t>voilà tout</w:t>
      </w:r>
      <w:r>
        <w:t> !</w:t>
      </w:r>
    </w:p>
    <w:p w14:paraId="263B889E" w14:textId="77777777" w:rsidR="004B5A85" w:rsidRDefault="004B5A85" w:rsidP="004C389C">
      <w:r>
        <w:t>— </w:t>
      </w:r>
      <w:r w:rsidR="004C389C">
        <w:t>Ou bien il plonge</w:t>
      </w:r>
      <w:r>
        <w:t xml:space="preserve"> ! </w:t>
      </w:r>
      <w:r w:rsidR="004C389C">
        <w:t>fit Stefano</w:t>
      </w:r>
      <w:r>
        <w:t>.</w:t>
      </w:r>
    </w:p>
    <w:p w14:paraId="5342EC10" w14:textId="77777777" w:rsidR="004B5A85" w:rsidRDefault="004B5A85" w:rsidP="004C389C">
      <w:r>
        <w:t>— </w:t>
      </w:r>
      <w:r w:rsidR="004C389C">
        <w:t>Un radeau qui plonge</w:t>
      </w:r>
      <w:r>
        <w:t xml:space="preserve">, </w:t>
      </w:r>
      <w:r w:rsidR="004C389C">
        <w:t>ah</w:t>
      </w:r>
      <w:r>
        <w:t xml:space="preserve"> ! </w:t>
      </w:r>
      <w:r w:rsidR="004C389C">
        <w:t>ah</w:t>
      </w:r>
      <w:r>
        <w:t> !</w:t>
      </w:r>
    </w:p>
    <w:p w14:paraId="12B0BABA" w14:textId="77777777" w:rsidR="004B5A85" w:rsidRDefault="004C389C" w:rsidP="004C389C">
      <w:r>
        <w:t>Et le gros José riait</w:t>
      </w:r>
      <w:r w:rsidR="004B5A85">
        <w:t xml:space="preserve">, </w:t>
      </w:r>
      <w:r>
        <w:t>avec des soubresauts d</w:t>
      </w:r>
      <w:r w:rsidR="004B5A85">
        <w:t>’</w:t>
      </w:r>
      <w:r>
        <w:t>épaules</w:t>
      </w:r>
      <w:r w:rsidR="004B5A85">
        <w:t xml:space="preserve">, </w:t>
      </w:r>
      <w:r>
        <w:t>de ventre</w:t>
      </w:r>
      <w:r w:rsidR="004B5A85">
        <w:t xml:space="preserve">, </w:t>
      </w:r>
      <w:r>
        <w:t>de genoux</w:t>
      </w:r>
      <w:r w:rsidR="004B5A85">
        <w:t xml:space="preserve">, </w:t>
      </w:r>
      <w:r>
        <w:t>tandis qu</w:t>
      </w:r>
      <w:r w:rsidR="004B5A85">
        <w:t>’</w:t>
      </w:r>
      <w:proofErr w:type="spellStart"/>
      <w:r>
        <w:t>Olivarès</w:t>
      </w:r>
      <w:proofErr w:type="spellEnd"/>
      <w:r>
        <w:t xml:space="preserve"> et le mécanicien</w:t>
      </w:r>
      <w:r w:rsidR="004B5A85">
        <w:t xml:space="preserve">, </w:t>
      </w:r>
      <w:r>
        <w:t>muets</w:t>
      </w:r>
      <w:r w:rsidR="004B5A85">
        <w:t xml:space="preserve">, </w:t>
      </w:r>
      <w:r>
        <w:t>indifférents en apparence</w:t>
      </w:r>
      <w:r w:rsidR="004B5A85">
        <w:t xml:space="preserve">, </w:t>
      </w:r>
      <w:r>
        <w:t>attendaient et que Stefano et Felipe</w:t>
      </w:r>
      <w:r w:rsidR="004B5A85">
        <w:t xml:space="preserve">, </w:t>
      </w:r>
      <w:r>
        <w:t>sûrs d</w:t>
      </w:r>
      <w:r w:rsidR="004B5A85">
        <w:t>’</w:t>
      </w:r>
      <w:r>
        <w:t>eux-mêmes</w:t>
      </w:r>
      <w:r w:rsidR="004B5A85">
        <w:t xml:space="preserve">, </w:t>
      </w:r>
      <w:r>
        <w:t>regardaient de tous côtés</w:t>
      </w:r>
      <w:r w:rsidR="004B5A85">
        <w:t>…</w:t>
      </w:r>
    </w:p>
    <w:p w14:paraId="6A47B3D0" w14:textId="77777777" w:rsidR="004B5A85" w:rsidRDefault="004B5A85" w:rsidP="004C389C">
      <w:r>
        <w:t>— </w:t>
      </w:r>
      <w:r w:rsidR="004C389C">
        <w:t>On ira jusqu</w:t>
      </w:r>
      <w:r>
        <w:t>’</w:t>
      </w:r>
      <w:r w:rsidR="004C389C">
        <w:t>à la mer</w:t>
      </w:r>
      <w:r>
        <w:t xml:space="preserve"> ? </w:t>
      </w:r>
      <w:r w:rsidR="004C389C">
        <w:t>demanda José Calabozo</w:t>
      </w:r>
      <w:r>
        <w:t>.</w:t>
      </w:r>
    </w:p>
    <w:p w14:paraId="76D3BD54" w14:textId="77777777" w:rsidR="004B5A85" w:rsidRDefault="004B5A85" w:rsidP="004C389C">
      <w:r>
        <w:t>— </w:t>
      </w:r>
      <w:r w:rsidR="004C389C">
        <w:t>Sans doute</w:t>
      </w:r>
      <w:r>
        <w:t xml:space="preserve"> ! </w:t>
      </w:r>
      <w:r w:rsidR="004C389C">
        <w:t xml:space="preserve">répondit Felipe </w:t>
      </w:r>
      <w:proofErr w:type="spellStart"/>
      <w:r w:rsidR="004C389C">
        <w:t>Varinas</w:t>
      </w:r>
      <w:proofErr w:type="spellEnd"/>
      <w:r>
        <w:t>.</w:t>
      </w:r>
    </w:p>
    <w:p w14:paraId="61AB65B9" w14:textId="77777777" w:rsidR="004B5A85" w:rsidRDefault="004B5A85" w:rsidP="004C389C">
      <w:r>
        <w:t>— </w:t>
      </w:r>
      <w:r w:rsidR="004C389C">
        <w:t>Puis on reviendra</w:t>
      </w:r>
      <w:r>
        <w:t> ?</w:t>
      </w:r>
    </w:p>
    <w:p w14:paraId="1702C105" w14:textId="77777777" w:rsidR="004B5A85" w:rsidRDefault="004B5A85" w:rsidP="004C389C">
      <w:r>
        <w:lastRenderedPageBreak/>
        <w:t>— </w:t>
      </w:r>
      <w:r w:rsidR="004C389C">
        <w:t>Évidemment</w:t>
      </w:r>
      <w:r>
        <w:t> !</w:t>
      </w:r>
    </w:p>
    <w:p w14:paraId="0848ACB0" w14:textId="77777777" w:rsidR="004B5A85" w:rsidRDefault="004B5A85" w:rsidP="004C389C">
      <w:r>
        <w:t>— </w:t>
      </w:r>
      <w:r w:rsidR="004C389C">
        <w:t>Et l</w:t>
      </w:r>
      <w:r>
        <w:t>’</w:t>
      </w:r>
      <w:r w:rsidR="004C389C">
        <w:t>on s</w:t>
      </w:r>
      <w:r>
        <w:t>’</w:t>
      </w:r>
      <w:r w:rsidR="004C389C">
        <w:t>amarrera à quai</w:t>
      </w:r>
      <w:r>
        <w:t> ?</w:t>
      </w:r>
    </w:p>
    <w:p w14:paraId="4042D1A8" w14:textId="77777777" w:rsidR="004B5A85" w:rsidRDefault="004B5A85" w:rsidP="004C389C">
      <w:r>
        <w:t>— </w:t>
      </w:r>
      <w:r w:rsidR="004C389C">
        <w:t>Juste</w:t>
      </w:r>
      <w:r>
        <w:t>.</w:t>
      </w:r>
    </w:p>
    <w:p w14:paraId="52DC783F" w14:textId="77777777" w:rsidR="004B5A85" w:rsidRDefault="004B5A85" w:rsidP="004C389C">
      <w:r>
        <w:t>— </w:t>
      </w:r>
      <w:r w:rsidR="004C389C">
        <w:t>Et si nous n</w:t>
      </w:r>
      <w:r>
        <w:t>’</w:t>
      </w:r>
      <w:r w:rsidR="004C389C">
        <w:t>avons pas vu le radeau</w:t>
      </w:r>
      <w:r>
        <w:t xml:space="preserve">, </w:t>
      </w:r>
      <w:r w:rsidR="004C389C">
        <w:t>j</w:t>
      </w:r>
      <w:r>
        <w:t>’</w:t>
      </w:r>
      <w:r w:rsidR="004C389C">
        <w:t>ai gagné cinq mille bolivars</w:t>
      </w:r>
      <w:r>
        <w:t> ?</w:t>
      </w:r>
    </w:p>
    <w:p w14:paraId="1D5466B8" w14:textId="77777777" w:rsidR="004B5A85" w:rsidRDefault="004B5A85" w:rsidP="004C389C">
      <w:r>
        <w:t>— </w:t>
      </w:r>
      <w:r w:rsidR="004C389C">
        <w:t>Cinq mille</w:t>
      </w:r>
      <w:r>
        <w:t xml:space="preserve">, </w:t>
      </w:r>
      <w:r w:rsidR="004C389C">
        <w:t>pas un de moins</w:t>
      </w:r>
      <w:r>
        <w:t xml:space="preserve">, </w:t>
      </w:r>
      <w:r w:rsidR="004C389C">
        <w:t>je n</w:t>
      </w:r>
      <w:r>
        <w:t>’</w:t>
      </w:r>
      <w:r w:rsidR="004C389C">
        <w:t>ai qu</w:t>
      </w:r>
      <w:r>
        <w:t>’</w:t>
      </w:r>
      <w:r w:rsidR="004C389C">
        <w:t>une parole</w:t>
      </w:r>
      <w:r>
        <w:t xml:space="preserve"> ! </w:t>
      </w:r>
      <w:r w:rsidR="004C389C">
        <w:t>décl</w:t>
      </w:r>
      <w:r w:rsidR="004C389C">
        <w:t>a</w:t>
      </w:r>
      <w:r w:rsidR="004C389C">
        <w:t>ra Felipe</w:t>
      </w:r>
      <w:r>
        <w:t xml:space="preserve">, </w:t>
      </w:r>
      <w:r w:rsidR="004C389C">
        <w:t>sèchement</w:t>
      </w:r>
      <w:r>
        <w:t>.</w:t>
      </w:r>
    </w:p>
    <w:p w14:paraId="6503D033" w14:textId="77777777" w:rsidR="004B5A85" w:rsidRDefault="004B5A85" w:rsidP="004C389C">
      <w:r>
        <w:t>— </w:t>
      </w:r>
      <w:r w:rsidR="004C389C">
        <w:t>Eh bien</w:t>
      </w:r>
      <w:r>
        <w:t xml:space="preserve"> ! </w:t>
      </w:r>
      <w:r w:rsidR="004C389C">
        <w:t>alors</w:t>
      </w:r>
      <w:r>
        <w:t xml:space="preserve">, </w:t>
      </w:r>
      <w:r w:rsidR="004C389C">
        <w:t>s</w:t>
      </w:r>
      <w:r>
        <w:t>’</w:t>
      </w:r>
      <w:r w:rsidR="004C389C">
        <w:t>écria José Calabozo</w:t>
      </w:r>
      <w:r>
        <w:t xml:space="preserve">, </w:t>
      </w:r>
      <w:r w:rsidR="004C389C">
        <w:t>en riant à pleine gorge</w:t>
      </w:r>
      <w:r>
        <w:t xml:space="preserve">, </w:t>
      </w:r>
      <w:r w:rsidR="004C389C">
        <w:t>vous pouvez les compter tout de suite</w:t>
      </w:r>
      <w:r>
        <w:t xml:space="preserve">, </w:t>
      </w:r>
      <w:r w:rsidR="004C389C">
        <w:t xml:space="preserve">les cinq mille </w:t>
      </w:r>
      <w:proofErr w:type="spellStart"/>
      <w:r w:rsidR="004C389C">
        <w:t>b</w:t>
      </w:r>
      <w:r w:rsidR="004C389C">
        <w:t>o</w:t>
      </w:r>
      <w:r w:rsidR="004C389C">
        <w:t>liv</w:t>
      </w:r>
      <w:proofErr w:type="spellEnd"/>
      <w:r>
        <w:t>…</w:t>
      </w:r>
    </w:p>
    <w:p w14:paraId="4E9AE921" w14:textId="77777777" w:rsidR="004B5A85" w:rsidRDefault="004C389C" w:rsidP="004C389C">
      <w:r>
        <w:t>Il n</w:t>
      </w:r>
      <w:r w:rsidR="004B5A85">
        <w:t>’</w:t>
      </w:r>
      <w:r>
        <w:t>acheva pas</w:t>
      </w:r>
      <w:r w:rsidR="004B5A85">
        <w:t>.</w:t>
      </w:r>
    </w:p>
    <w:p w14:paraId="004613E2" w14:textId="77777777" w:rsidR="004B5A85" w:rsidRDefault="004C389C" w:rsidP="004C389C">
      <w:r>
        <w:t>Le canot automobile reçut un choc en dessous qui le proj</w:t>
      </w:r>
      <w:r>
        <w:t>e</w:t>
      </w:r>
      <w:r>
        <w:t>ta à cinq mètres en l</w:t>
      </w:r>
      <w:r w:rsidR="004B5A85">
        <w:t>’</w:t>
      </w:r>
      <w:r>
        <w:t>air avec ses cinq passagers</w:t>
      </w:r>
      <w:r w:rsidR="004B5A85">
        <w:t>.</w:t>
      </w:r>
    </w:p>
    <w:p w14:paraId="044F1B10" w14:textId="77777777" w:rsidR="004B5A85" w:rsidRDefault="004C389C" w:rsidP="004C389C">
      <w:r>
        <w:t xml:space="preserve">Felipe </w:t>
      </w:r>
      <w:proofErr w:type="spellStart"/>
      <w:r>
        <w:t>Varinas</w:t>
      </w:r>
      <w:proofErr w:type="spellEnd"/>
      <w:r>
        <w:t xml:space="preserve"> et José Calabozo retombèrent dans l</w:t>
      </w:r>
      <w:r w:rsidR="004B5A85">
        <w:t>’</w:t>
      </w:r>
      <w:r>
        <w:t>eau</w:t>
      </w:r>
      <w:r w:rsidR="004B5A85">
        <w:t xml:space="preserve">, </w:t>
      </w:r>
      <w:r>
        <w:t>à deux mètres du canot qui s</w:t>
      </w:r>
      <w:r w:rsidR="004B5A85">
        <w:t>’</w:t>
      </w:r>
      <w:r>
        <w:t>enfonça</w:t>
      </w:r>
      <w:r w:rsidR="004B5A85">
        <w:t xml:space="preserve">, </w:t>
      </w:r>
      <w:r>
        <w:t>lui</w:t>
      </w:r>
      <w:r w:rsidR="004B5A85">
        <w:t xml:space="preserve">, </w:t>
      </w:r>
      <w:r>
        <w:t>pour ne plus reparaître</w:t>
      </w:r>
      <w:r w:rsidR="004B5A85">
        <w:t>.</w:t>
      </w:r>
    </w:p>
    <w:p w14:paraId="1D7757FC" w14:textId="77777777" w:rsidR="004B5A85" w:rsidRDefault="004C389C" w:rsidP="004C389C">
      <w:r>
        <w:t>Mais les deux armateurs nageaient aussi bien qu</w:t>
      </w:r>
      <w:r w:rsidR="004B5A85">
        <w:t>’</w:t>
      </w:r>
      <w:r>
        <w:t>ils disc</w:t>
      </w:r>
      <w:r>
        <w:t>u</w:t>
      </w:r>
      <w:r>
        <w:t>taient</w:t>
      </w:r>
      <w:r w:rsidR="004B5A85">
        <w:t>.</w:t>
      </w:r>
    </w:p>
    <w:p w14:paraId="244E1B93" w14:textId="77777777" w:rsidR="004B5A85" w:rsidRDefault="004C389C" w:rsidP="004C389C">
      <w:r>
        <w:t>Ils tiraient leur coupe au milieu des tourbillons et des r</w:t>
      </w:r>
      <w:r>
        <w:t>e</w:t>
      </w:r>
      <w:r>
        <w:t>mous</w:t>
      </w:r>
      <w:r w:rsidR="004B5A85">
        <w:t xml:space="preserve">, </w:t>
      </w:r>
      <w:r>
        <w:t>ahuris par l</w:t>
      </w:r>
      <w:r w:rsidR="004B5A85">
        <w:t>’</w:t>
      </w:r>
      <w:r>
        <w:t>incompréhensible accident qui avait fait momentanément un hydroplane avec l</w:t>
      </w:r>
      <w:r w:rsidR="004B5A85">
        <w:t>’</w:t>
      </w:r>
      <w:r>
        <w:t>auto-canot du capitaine Stefano</w:t>
      </w:r>
      <w:r w:rsidR="004B5A85">
        <w:t xml:space="preserve">, </w:t>
      </w:r>
      <w:r>
        <w:t>lorsqu</w:t>
      </w:r>
      <w:r w:rsidR="004B5A85">
        <w:t>’</w:t>
      </w:r>
      <w:r>
        <w:t>ils entendirent derrière eux la voix du capitaine lui-même</w:t>
      </w:r>
      <w:r w:rsidR="004B5A85">
        <w:t>.</w:t>
      </w:r>
    </w:p>
    <w:p w14:paraId="6FC401BC" w14:textId="77777777" w:rsidR="004B5A85" w:rsidRDefault="004C389C" w:rsidP="004C389C">
      <w:r>
        <w:t>Et cette voix criait</w:t>
      </w:r>
      <w:r w:rsidR="004B5A85">
        <w:t xml:space="preserve">, </w:t>
      </w:r>
      <w:r>
        <w:t>enrouée par l</w:t>
      </w:r>
      <w:r w:rsidR="004B5A85">
        <w:t>’</w:t>
      </w:r>
      <w:r>
        <w:t>eau</w:t>
      </w:r>
      <w:r w:rsidR="004B5A85">
        <w:t> :</w:t>
      </w:r>
    </w:p>
    <w:p w14:paraId="472568F1" w14:textId="77777777" w:rsidR="004B5A85" w:rsidRDefault="004B5A85" w:rsidP="004C389C">
      <w:r>
        <w:t>— </w:t>
      </w:r>
      <w:r w:rsidR="004C389C">
        <w:t>Le radeau-fantôme</w:t>
      </w:r>
      <w:r>
        <w:t xml:space="preserve"> ! </w:t>
      </w:r>
      <w:r w:rsidR="004C389C">
        <w:t>le voilà</w:t>
      </w:r>
      <w:r>
        <w:t xml:space="preserve"> ! </w:t>
      </w:r>
      <w:r w:rsidR="004C389C">
        <w:t>le voilà</w:t>
      </w:r>
      <w:r>
        <w:t> !</w:t>
      </w:r>
    </w:p>
    <w:p w14:paraId="51AADD07" w14:textId="77777777" w:rsidR="004B5A85" w:rsidRDefault="004B5A85" w:rsidP="004C389C">
      <w:r>
        <w:t>— </w:t>
      </w:r>
      <w:r w:rsidR="004C389C">
        <w:t>Où</w:t>
      </w:r>
      <w:r>
        <w:t xml:space="preserve"> ? </w:t>
      </w:r>
      <w:r w:rsidR="004C389C">
        <w:t>où</w:t>
      </w:r>
      <w:r>
        <w:t xml:space="preserve"> ? </w:t>
      </w:r>
      <w:r w:rsidR="004C389C">
        <w:t>beugla Felipe</w:t>
      </w:r>
      <w:r>
        <w:t xml:space="preserve">, </w:t>
      </w:r>
      <w:r w:rsidR="004C389C">
        <w:t>triomphant</w:t>
      </w:r>
      <w:r>
        <w:t>.</w:t>
      </w:r>
    </w:p>
    <w:p w14:paraId="267D0129" w14:textId="77777777" w:rsidR="004B5A85" w:rsidRDefault="004C389C" w:rsidP="004C389C">
      <w:r>
        <w:lastRenderedPageBreak/>
        <w:t>En trois larges brassées</w:t>
      </w:r>
      <w:r w:rsidR="004B5A85">
        <w:t xml:space="preserve">, </w:t>
      </w:r>
      <w:r>
        <w:t>les deux armateurs rejoignirent le capitaine qui</w:t>
      </w:r>
      <w:r w:rsidR="004B5A85">
        <w:t xml:space="preserve">, </w:t>
      </w:r>
      <w:r>
        <w:t>aidé de son mécanicien</w:t>
      </w:r>
      <w:r w:rsidR="004B5A85">
        <w:t xml:space="preserve">, </w:t>
      </w:r>
      <w:r>
        <w:t>soutenait sur l</w:t>
      </w:r>
      <w:r w:rsidR="004B5A85">
        <w:t>’</w:t>
      </w:r>
      <w:r>
        <w:t xml:space="preserve">eau le juge </w:t>
      </w:r>
      <w:proofErr w:type="spellStart"/>
      <w:r>
        <w:t>Olivarès</w:t>
      </w:r>
      <w:proofErr w:type="spellEnd"/>
      <w:r w:rsidR="004B5A85">
        <w:t xml:space="preserve">, </w:t>
      </w:r>
      <w:r>
        <w:t>lequel ne savait pas nager</w:t>
      </w:r>
      <w:r w:rsidR="004B5A85">
        <w:t>…</w:t>
      </w:r>
    </w:p>
    <w:p w14:paraId="036C8F8F" w14:textId="77777777" w:rsidR="004B5A85" w:rsidRDefault="004B5A85" w:rsidP="004C389C">
      <w:r>
        <w:t>— </w:t>
      </w:r>
      <w:r w:rsidR="004C389C">
        <w:t>Où</w:t>
      </w:r>
      <w:r>
        <w:t xml:space="preserve"> ? </w:t>
      </w:r>
      <w:r w:rsidR="004C389C">
        <w:t>s</w:t>
      </w:r>
      <w:r>
        <w:t>’</w:t>
      </w:r>
      <w:r w:rsidR="004C389C">
        <w:t>écria Stefano</w:t>
      </w:r>
      <w:r>
        <w:t xml:space="preserve">. </w:t>
      </w:r>
      <w:r w:rsidR="004C389C">
        <w:t>Là</w:t>
      </w:r>
      <w:r>
        <w:t xml:space="preserve">, </w:t>
      </w:r>
      <w:r w:rsidR="004C389C">
        <w:t>devant vous</w:t>
      </w:r>
      <w:r>
        <w:t xml:space="preserve">, </w:t>
      </w:r>
      <w:r w:rsidR="004C389C">
        <w:t>à une encablure</w:t>
      </w:r>
      <w:r>
        <w:t>.</w:t>
      </w:r>
    </w:p>
    <w:p w14:paraId="0F01A238" w14:textId="77777777" w:rsidR="004B5A85" w:rsidRDefault="004C389C" w:rsidP="004C389C">
      <w:r>
        <w:t>José Calabozo leva la tête au-dessus de l</w:t>
      </w:r>
      <w:r w:rsidR="004B5A85">
        <w:t>’</w:t>
      </w:r>
      <w:r>
        <w:t>eau autant qu</w:t>
      </w:r>
      <w:r w:rsidR="004B5A85">
        <w:t>’</w:t>
      </w:r>
      <w:r>
        <w:t>il put</w:t>
      </w:r>
      <w:r w:rsidR="004B5A85">
        <w:t>.</w:t>
      </w:r>
    </w:p>
    <w:p w14:paraId="70D3B7EC" w14:textId="77777777" w:rsidR="004B5A85" w:rsidRDefault="004C389C" w:rsidP="004C389C">
      <w:r>
        <w:t>Et il vit</w:t>
      </w:r>
      <w:r w:rsidR="004B5A85">
        <w:t xml:space="preserve">, </w:t>
      </w:r>
      <w:r>
        <w:t>en effet</w:t>
      </w:r>
      <w:r w:rsidR="004B5A85">
        <w:t xml:space="preserve">, </w:t>
      </w:r>
      <w:r>
        <w:t>quelque chose de noir et de luisant qui flottait au ras de l</w:t>
      </w:r>
      <w:r w:rsidR="004B5A85">
        <w:t>’</w:t>
      </w:r>
      <w:r>
        <w:t>eau</w:t>
      </w:r>
      <w:r w:rsidR="004B5A85">
        <w:t>.</w:t>
      </w:r>
    </w:p>
    <w:p w14:paraId="12573572" w14:textId="77777777" w:rsidR="004B5A85" w:rsidRDefault="004C389C" w:rsidP="004C389C">
      <w:r>
        <w:t>Il regarda</w:t>
      </w:r>
      <w:r w:rsidR="004B5A85">
        <w:t xml:space="preserve">, </w:t>
      </w:r>
      <w:r>
        <w:t>puis</w:t>
      </w:r>
      <w:r w:rsidR="004B5A85">
        <w:t xml:space="preserve">, </w:t>
      </w:r>
      <w:r>
        <w:t>avec un ricanement</w:t>
      </w:r>
      <w:r w:rsidR="004B5A85">
        <w:t> :</w:t>
      </w:r>
    </w:p>
    <w:p w14:paraId="330B2FDB" w14:textId="77777777" w:rsidR="004B5A85" w:rsidRDefault="004B5A85" w:rsidP="004C389C">
      <w:r>
        <w:t>— </w:t>
      </w:r>
      <w:r w:rsidR="004C389C">
        <w:t>C</w:t>
      </w:r>
      <w:r>
        <w:t>’</w:t>
      </w:r>
      <w:r w:rsidR="004C389C">
        <w:t>est ça</w:t>
      </w:r>
      <w:r>
        <w:t xml:space="preserve">, </w:t>
      </w:r>
      <w:r w:rsidR="004C389C">
        <w:t>votre radeau</w:t>
      </w:r>
      <w:r>
        <w:t> ?</w:t>
      </w:r>
    </w:p>
    <w:p w14:paraId="280EC68C" w14:textId="77777777" w:rsidR="004B5A85" w:rsidRDefault="004B5A85" w:rsidP="004C389C">
      <w:r>
        <w:t>— </w:t>
      </w:r>
      <w:r w:rsidR="004C389C">
        <w:t>Oui</w:t>
      </w:r>
      <w:r>
        <w:t xml:space="preserve"> ! </w:t>
      </w:r>
      <w:r w:rsidR="004C389C">
        <w:t>répondirent ensemble Felipe et Stefano</w:t>
      </w:r>
      <w:r>
        <w:t>.</w:t>
      </w:r>
    </w:p>
    <w:p w14:paraId="10AB8A79" w14:textId="77777777" w:rsidR="004B5A85" w:rsidRDefault="004B5A85" w:rsidP="004C389C">
      <w:r>
        <w:t>— </w:t>
      </w:r>
      <w:r w:rsidR="004C389C">
        <w:t>Eh bien</w:t>
      </w:r>
      <w:r>
        <w:t xml:space="preserve"> ! </w:t>
      </w:r>
      <w:r w:rsidR="004C389C">
        <w:t>approchons</w:t>
      </w:r>
      <w:r>
        <w:t xml:space="preserve">… </w:t>
      </w:r>
      <w:r w:rsidR="004C389C">
        <w:t>soutenez le juge</w:t>
      </w:r>
      <w:r>
        <w:t xml:space="preserve">… </w:t>
      </w:r>
      <w:r w:rsidR="004C389C">
        <w:t>Et il arbitrera</w:t>
      </w:r>
      <w:r>
        <w:t xml:space="preserve">… </w:t>
      </w:r>
      <w:r w:rsidR="004C389C">
        <w:t xml:space="preserve">Señor </w:t>
      </w:r>
      <w:proofErr w:type="spellStart"/>
      <w:r w:rsidR="004C389C">
        <w:t>Olivarès</w:t>
      </w:r>
      <w:proofErr w:type="spellEnd"/>
      <w:r>
        <w:t xml:space="preserve">, </w:t>
      </w:r>
      <w:r w:rsidR="004C389C">
        <w:t>je vous le demande</w:t>
      </w:r>
      <w:r>
        <w:t xml:space="preserve">, </w:t>
      </w:r>
      <w:r w:rsidR="004C389C">
        <w:t>est-ce un radeau</w:t>
      </w:r>
      <w:r>
        <w:t xml:space="preserve">, </w:t>
      </w:r>
      <w:r w:rsidR="004C389C">
        <w:t>cela</w:t>
      </w:r>
      <w:r>
        <w:t xml:space="preserve">, </w:t>
      </w:r>
      <w:r w:rsidR="004C389C">
        <w:t>ou le dos d</w:t>
      </w:r>
      <w:r>
        <w:t>’</w:t>
      </w:r>
      <w:r w:rsidR="004C389C">
        <w:t>une baleine</w:t>
      </w:r>
      <w:r>
        <w:t xml:space="preserve"> ?… </w:t>
      </w:r>
      <w:r w:rsidR="004C389C">
        <w:t>Si nous sommes encore en vie dans cinq minutes</w:t>
      </w:r>
      <w:r>
        <w:t xml:space="preserve">, </w:t>
      </w:r>
      <w:r w:rsidR="004C389C">
        <w:t>j</w:t>
      </w:r>
      <w:r>
        <w:t>’</w:t>
      </w:r>
      <w:r w:rsidR="004C389C">
        <w:t>aurai gagné vos cinq mille bolivars</w:t>
      </w:r>
      <w:r>
        <w:t xml:space="preserve">, </w:t>
      </w:r>
      <w:r w:rsidR="004C389C">
        <w:t>Felipe</w:t>
      </w:r>
      <w:r>
        <w:t xml:space="preserve"> ! </w:t>
      </w:r>
      <w:r w:rsidR="004C389C">
        <w:t>car j</w:t>
      </w:r>
      <w:r w:rsidR="004C389C">
        <w:t>a</w:t>
      </w:r>
      <w:r w:rsidR="004C389C">
        <w:t>mais cette chose noire et luisante n</w:t>
      </w:r>
      <w:r>
        <w:t>’</w:t>
      </w:r>
      <w:r w:rsidR="004C389C">
        <w:t>a été un radeau</w:t>
      </w:r>
      <w:r>
        <w:t> !…</w:t>
      </w:r>
    </w:p>
    <w:p w14:paraId="39245EA5" w14:textId="77777777" w:rsidR="004B5A85" w:rsidRDefault="004B5A85" w:rsidP="004C389C">
      <w:r>
        <w:t>— </w:t>
      </w:r>
      <w:r w:rsidR="004C389C">
        <w:t>Nous allons bien voir</w:t>
      </w:r>
      <w:r>
        <w:t xml:space="preserve"> ! </w:t>
      </w:r>
      <w:r w:rsidR="004C389C">
        <w:t>dit Felipe</w:t>
      </w:r>
      <w:r>
        <w:t xml:space="preserve">, </w:t>
      </w:r>
      <w:r w:rsidR="004C389C">
        <w:t>qui s</w:t>
      </w:r>
      <w:r>
        <w:t>’</w:t>
      </w:r>
      <w:r w:rsidR="004C389C">
        <w:t>obstinait</w:t>
      </w:r>
      <w:r>
        <w:t>.</w:t>
      </w:r>
    </w:p>
    <w:p w14:paraId="6482E03B" w14:textId="77777777" w:rsidR="004B5A85" w:rsidRDefault="004C389C" w:rsidP="004C389C">
      <w:r>
        <w:t>Et tout en nageant</w:t>
      </w:r>
      <w:r w:rsidR="004B5A85">
        <w:t xml:space="preserve">, </w:t>
      </w:r>
      <w:r>
        <w:t>tout en soutenant sur l</w:t>
      </w:r>
      <w:r w:rsidR="004B5A85">
        <w:t>’</w:t>
      </w:r>
      <w:r>
        <w:t xml:space="preserve">eau le juge </w:t>
      </w:r>
      <w:proofErr w:type="spellStart"/>
      <w:r>
        <w:t>Ol</w:t>
      </w:r>
      <w:r>
        <w:t>i</w:t>
      </w:r>
      <w:r>
        <w:t>varès</w:t>
      </w:r>
      <w:proofErr w:type="spellEnd"/>
      <w:r w:rsidR="004B5A85">
        <w:t xml:space="preserve">, </w:t>
      </w:r>
      <w:r>
        <w:t>les deux armateurs</w:t>
      </w:r>
      <w:r w:rsidR="004B5A85">
        <w:t xml:space="preserve">, </w:t>
      </w:r>
      <w:r>
        <w:t>le capitaine</w:t>
      </w:r>
      <w:r w:rsidR="004B5A85">
        <w:t xml:space="preserve">, </w:t>
      </w:r>
      <w:r>
        <w:t>le mécanicien</w:t>
      </w:r>
      <w:r w:rsidR="004B5A85">
        <w:t xml:space="preserve">, </w:t>
      </w:r>
      <w:r>
        <w:t>rega</w:t>
      </w:r>
      <w:r>
        <w:t>r</w:t>
      </w:r>
      <w:r>
        <w:t>daient avec avidité le prétendu radeau</w:t>
      </w:r>
      <w:r w:rsidR="004B5A85">
        <w:t>…</w:t>
      </w:r>
    </w:p>
    <w:p w14:paraId="58A1EB16" w14:textId="77777777" w:rsidR="004B5A85" w:rsidRDefault="004C389C" w:rsidP="004C389C">
      <w:r>
        <w:t>Ils en approchèrent rapidement</w:t>
      </w:r>
      <w:r w:rsidR="004B5A85">
        <w:t xml:space="preserve">, </w:t>
      </w:r>
      <w:r>
        <w:t>et</w:t>
      </w:r>
      <w:r w:rsidR="004B5A85">
        <w:t xml:space="preserve">, </w:t>
      </w:r>
      <w:r>
        <w:t>le premier</w:t>
      </w:r>
      <w:r w:rsidR="004B5A85">
        <w:t xml:space="preserve">, </w:t>
      </w:r>
      <w:r>
        <w:t>le gros José le toucha de ses mains</w:t>
      </w:r>
      <w:r w:rsidR="004B5A85">
        <w:t>.</w:t>
      </w:r>
    </w:p>
    <w:p w14:paraId="4DBDFED1" w14:textId="77777777" w:rsidR="004B5A85" w:rsidRDefault="004B5A85" w:rsidP="004C389C">
      <w:r>
        <w:t>— </w:t>
      </w:r>
      <w:r w:rsidR="004C389C">
        <w:t>Oh</w:t>
      </w:r>
      <w:r>
        <w:t xml:space="preserve"> ! </w:t>
      </w:r>
      <w:r w:rsidR="004C389C">
        <w:t>oh</w:t>
      </w:r>
      <w:r>
        <w:t xml:space="preserve"> ! </w:t>
      </w:r>
      <w:r w:rsidR="004C389C">
        <w:t>fit-il</w:t>
      </w:r>
      <w:r>
        <w:t xml:space="preserve">, </w:t>
      </w:r>
      <w:r w:rsidR="004C389C">
        <w:t>stupéfait</w:t>
      </w:r>
      <w:r>
        <w:t xml:space="preserve">. </w:t>
      </w:r>
      <w:r w:rsidR="004C389C">
        <w:t>C</w:t>
      </w:r>
      <w:r>
        <w:t>’</w:t>
      </w:r>
      <w:r w:rsidR="004C389C">
        <w:t>est une carapace en tôle d</w:t>
      </w:r>
      <w:r>
        <w:t>’</w:t>
      </w:r>
      <w:r w:rsidR="004C389C">
        <w:t>acier boulonnée</w:t>
      </w:r>
      <w:r>
        <w:t xml:space="preserve">, </w:t>
      </w:r>
      <w:r w:rsidR="004C389C">
        <w:t>mes amis</w:t>
      </w:r>
      <w:r>
        <w:t> !…</w:t>
      </w:r>
    </w:p>
    <w:p w14:paraId="58616859" w14:textId="77777777" w:rsidR="004B5A85" w:rsidRDefault="004C389C" w:rsidP="004C389C">
      <w:r>
        <w:t>Aussitôt</w:t>
      </w:r>
      <w:r w:rsidR="004B5A85">
        <w:t xml:space="preserve">, </w:t>
      </w:r>
      <w:r>
        <w:t>huit autres mains touchèrent cette carapace</w:t>
      </w:r>
      <w:r w:rsidR="004B5A85">
        <w:t>…</w:t>
      </w:r>
    </w:p>
    <w:p w14:paraId="40F03401" w14:textId="77777777" w:rsidR="004B5A85" w:rsidRDefault="004C389C" w:rsidP="004C389C">
      <w:r>
        <w:lastRenderedPageBreak/>
        <w:t>Et Stefano</w:t>
      </w:r>
      <w:r w:rsidR="004B5A85">
        <w:t xml:space="preserve">, </w:t>
      </w:r>
      <w:r>
        <w:t>plus agile</w:t>
      </w:r>
      <w:r w:rsidR="004B5A85">
        <w:t xml:space="preserve">, </w:t>
      </w:r>
      <w:r>
        <w:t>monta même dessus</w:t>
      </w:r>
      <w:r w:rsidR="004B5A85">
        <w:t>.</w:t>
      </w:r>
    </w:p>
    <w:p w14:paraId="7C2F0C08" w14:textId="77777777" w:rsidR="004B5A85" w:rsidRDefault="004B5A85" w:rsidP="004C389C">
      <w:r>
        <w:t>— </w:t>
      </w:r>
      <w:r w:rsidR="004C389C">
        <w:t>Venez</w:t>
      </w:r>
      <w:r>
        <w:t xml:space="preserve"> ! </w:t>
      </w:r>
      <w:r w:rsidR="004C389C">
        <w:t>dit-il</w:t>
      </w:r>
      <w:r>
        <w:t>.</w:t>
      </w:r>
    </w:p>
    <w:p w14:paraId="3CE847B7" w14:textId="77777777" w:rsidR="004B5A85" w:rsidRDefault="004C389C" w:rsidP="004C389C">
      <w:r>
        <w:t>L</w:t>
      </w:r>
      <w:r w:rsidR="004B5A85">
        <w:t>’</w:t>
      </w:r>
      <w:r>
        <w:t>un après l</w:t>
      </w:r>
      <w:r w:rsidR="004B5A85">
        <w:t>’</w:t>
      </w:r>
      <w:r>
        <w:t>autre</w:t>
      </w:r>
      <w:r w:rsidR="004B5A85">
        <w:t xml:space="preserve">, </w:t>
      </w:r>
      <w:r>
        <w:t>en commençant par le juge</w:t>
      </w:r>
      <w:r w:rsidR="004B5A85">
        <w:t xml:space="preserve">, </w:t>
      </w:r>
      <w:r>
        <w:t>il attira ses compagnons sur l</w:t>
      </w:r>
      <w:r w:rsidR="004B5A85">
        <w:t>’</w:t>
      </w:r>
      <w:r>
        <w:t>étrange radeau de tôle d</w:t>
      </w:r>
      <w:r w:rsidR="004B5A85">
        <w:t>’</w:t>
      </w:r>
      <w:r>
        <w:t>acier boulonnée</w:t>
      </w:r>
      <w:r w:rsidR="004B5A85">
        <w:t>…</w:t>
      </w:r>
    </w:p>
    <w:p w14:paraId="37938EDF" w14:textId="77777777" w:rsidR="004B5A85" w:rsidRDefault="004C389C" w:rsidP="004C389C">
      <w:r>
        <w:t>Ils étaient là</w:t>
      </w:r>
      <w:r w:rsidR="004B5A85">
        <w:t xml:space="preserve">, </w:t>
      </w:r>
      <w:r>
        <w:t>assis</w:t>
      </w:r>
      <w:r w:rsidR="004B5A85">
        <w:t xml:space="preserve">, </w:t>
      </w:r>
      <w:r>
        <w:t>à se sécher aux derniers rayons du soleil et à frapper là-dessus à coups de talon</w:t>
      </w:r>
      <w:r w:rsidR="004B5A85">
        <w:t xml:space="preserve">, </w:t>
      </w:r>
      <w:r>
        <w:t>trop préoccupés de pr</w:t>
      </w:r>
      <w:r>
        <w:t>o</w:t>
      </w:r>
      <w:r>
        <w:t>fondes pensées pour échanger une seule parole</w:t>
      </w:r>
      <w:r w:rsidR="004B5A85">
        <w:t xml:space="preserve">, </w:t>
      </w:r>
      <w:r>
        <w:t>lorsqu</w:t>
      </w:r>
      <w:r w:rsidR="004B5A85">
        <w:t>’</w:t>
      </w:r>
      <w:r>
        <w:t>une po</w:t>
      </w:r>
      <w:r>
        <w:t>r</w:t>
      </w:r>
      <w:r>
        <w:t>tion circulaire de la carapace se souleva derrière eux</w:t>
      </w:r>
      <w:r w:rsidR="004B5A85">
        <w:t xml:space="preserve">, </w:t>
      </w:r>
      <w:r>
        <w:t>sans qu</w:t>
      </w:r>
      <w:r w:rsidR="004B5A85">
        <w:t>’</w:t>
      </w:r>
      <w:r>
        <w:t>ils pussent le voir</w:t>
      </w:r>
      <w:r w:rsidR="004B5A85">
        <w:t>.</w:t>
      </w:r>
    </w:p>
    <w:p w14:paraId="5D2695FB" w14:textId="77777777" w:rsidR="004B5A85" w:rsidRDefault="004C389C" w:rsidP="004C389C">
      <w:r>
        <w:t>Et ils purent à peine pousser une exclamation que des mains robustes les saisissaient aux épaules</w:t>
      </w:r>
      <w:r w:rsidR="004B5A85">
        <w:t xml:space="preserve">, </w:t>
      </w:r>
      <w:r>
        <w:t>les attiraient</w:t>
      </w:r>
      <w:r w:rsidR="004B5A85">
        <w:t xml:space="preserve">, </w:t>
      </w:r>
      <w:r>
        <w:t>les e</w:t>
      </w:r>
      <w:r>
        <w:t>n</w:t>
      </w:r>
      <w:r>
        <w:t>traînaient</w:t>
      </w:r>
      <w:r w:rsidR="004B5A85">
        <w:t xml:space="preserve">, </w:t>
      </w:r>
      <w:r>
        <w:t>les soulevaient</w:t>
      </w:r>
      <w:r w:rsidR="004B5A85">
        <w:t xml:space="preserve">, </w:t>
      </w:r>
      <w:r>
        <w:t>les portaient du haut en bas d</w:t>
      </w:r>
      <w:r w:rsidR="004B5A85">
        <w:t>’</w:t>
      </w:r>
      <w:r>
        <w:t>un e</w:t>
      </w:r>
      <w:r>
        <w:t>s</w:t>
      </w:r>
      <w:r>
        <w:t>calier de fer</w:t>
      </w:r>
      <w:r w:rsidR="004B5A85">
        <w:t xml:space="preserve">, </w:t>
      </w:r>
      <w:r>
        <w:t>leur faisaient traverser un couloir éclairé à l</w:t>
      </w:r>
      <w:r w:rsidR="004B5A85">
        <w:t>’</w:t>
      </w:r>
      <w:r>
        <w:t>électricité</w:t>
      </w:r>
      <w:r w:rsidR="004B5A85">
        <w:t xml:space="preserve">, </w:t>
      </w:r>
      <w:r>
        <w:t>et les plantaient tous les cinq sur leurs jambes</w:t>
      </w:r>
      <w:r w:rsidR="004B5A85">
        <w:t xml:space="preserve">, </w:t>
      </w:r>
      <w:r>
        <w:t>abrutis</w:t>
      </w:r>
      <w:r w:rsidR="004B5A85">
        <w:t xml:space="preserve">, </w:t>
      </w:r>
      <w:r>
        <w:t>au milieu d</w:t>
      </w:r>
      <w:r w:rsidR="004B5A85">
        <w:t>’</w:t>
      </w:r>
      <w:r>
        <w:t>un salon éclairé par l</w:t>
      </w:r>
      <w:r w:rsidR="004B5A85">
        <w:t>’</w:t>
      </w:r>
      <w:r>
        <w:t>électricité</w:t>
      </w:r>
      <w:r w:rsidR="004B5A85">
        <w:t xml:space="preserve">, </w:t>
      </w:r>
      <w:r>
        <w:t>et devant un homme brun</w:t>
      </w:r>
      <w:r w:rsidR="004B5A85">
        <w:t xml:space="preserve">, </w:t>
      </w:r>
      <w:r>
        <w:t>jeune</w:t>
      </w:r>
      <w:r w:rsidR="004B5A85">
        <w:t xml:space="preserve">, </w:t>
      </w:r>
      <w:r>
        <w:t>à l</w:t>
      </w:r>
      <w:r w:rsidR="004B5A85">
        <w:t>’</w:t>
      </w:r>
      <w:r>
        <w:t>aspect aussi énergique que froid</w:t>
      </w:r>
      <w:r w:rsidR="004B5A85">
        <w:t xml:space="preserve">, </w:t>
      </w:r>
      <w:r>
        <w:t>a</w:t>
      </w:r>
      <w:r>
        <w:t>s</w:t>
      </w:r>
      <w:r>
        <w:t>sis dans un fauteuil</w:t>
      </w:r>
      <w:r w:rsidR="004B5A85">
        <w:t>.</w:t>
      </w:r>
    </w:p>
    <w:p w14:paraId="43C096B5" w14:textId="77777777" w:rsidR="004B5A85" w:rsidRDefault="004C389C" w:rsidP="004C389C">
      <w:r>
        <w:t>À peine eurent-ils repris un peu de leur assurance et se f</w:t>
      </w:r>
      <w:r>
        <w:t>u</w:t>
      </w:r>
      <w:r>
        <w:t>rent-ils rendus vaguement compte de se trouver dans un navire sous-marin d</w:t>
      </w:r>
      <w:r w:rsidR="004B5A85">
        <w:t>’</w:t>
      </w:r>
      <w:r>
        <w:t>une espèce particulière</w:t>
      </w:r>
      <w:r w:rsidR="004B5A85">
        <w:t xml:space="preserve">, </w:t>
      </w:r>
      <w:r>
        <w:t>que l</w:t>
      </w:r>
      <w:r w:rsidR="004B5A85">
        <w:t>’</w:t>
      </w:r>
      <w:r>
        <w:t>homme assis</w:t>
      </w:r>
      <w:r w:rsidR="004B5A85">
        <w:t xml:space="preserve">, </w:t>
      </w:r>
      <w:r>
        <w:t>devant lequel on les avait mis debout sur une seule ligne de front</w:t>
      </w:r>
      <w:r w:rsidR="004B5A85">
        <w:t xml:space="preserve">, </w:t>
      </w:r>
      <w:r>
        <w:t>prit la parole et dit</w:t>
      </w:r>
      <w:r w:rsidR="004B5A85">
        <w:t xml:space="preserve">, </w:t>
      </w:r>
      <w:r>
        <w:t>avec une glaciale politesse</w:t>
      </w:r>
      <w:r w:rsidR="004B5A85">
        <w:t> :</w:t>
      </w:r>
    </w:p>
    <w:p w14:paraId="30BE48F9" w14:textId="77777777" w:rsidR="004B5A85" w:rsidRDefault="004B5A85" w:rsidP="004C389C">
      <w:r>
        <w:t>— </w:t>
      </w:r>
      <w:r w:rsidR="004C389C">
        <w:t>Qui êtes-vous</w:t>
      </w:r>
      <w:r>
        <w:t xml:space="preserve">, </w:t>
      </w:r>
      <w:r w:rsidR="004C389C">
        <w:t>messieurs</w:t>
      </w:r>
      <w:r>
        <w:t xml:space="preserve"> ?… </w:t>
      </w:r>
      <w:proofErr w:type="spellStart"/>
      <w:r w:rsidR="004C389C">
        <w:t>Veuillez vous</w:t>
      </w:r>
      <w:proofErr w:type="spellEnd"/>
      <w:r w:rsidR="004C389C">
        <w:t xml:space="preserve"> nommer l</w:t>
      </w:r>
      <w:r>
        <w:t>’</w:t>
      </w:r>
      <w:r w:rsidR="004C389C">
        <w:t>un après l</w:t>
      </w:r>
      <w:r>
        <w:t>’</w:t>
      </w:r>
      <w:r w:rsidR="004C389C">
        <w:t>autre</w:t>
      </w:r>
      <w:r>
        <w:t>.</w:t>
      </w:r>
    </w:p>
    <w:p w14:paraId="64394084" w14:textId="77777777" w:rsidR="004B5A85" w:rsidRDefault="004C389C" w:rsidP="004C389C">
      <w:r>
        <w:t>Et ses yeux noirs fixaient le premier de la file</w:t>
      </w:r>
      <w:r w:rsidR="004B5A85">
        <w:t xml:space="preserve"> : </w:t>
      </w:r>
      <w:r>
        <w:t>c</w:t>
      </w:r>
      <w:r w:rsidR="004B5A85">
        <w:t>’</w:t>
      </w:r>
      <w:r>
        <w:t>était le gros José</w:t>
      </w:r>
      <w:r w:rsidR="004B5A85">
        <w:t>.</w:t>
      </w:r>
    </w:p>
    <w:p w14:paraId="068BB2FA" w14:textId="77777777" w:rsidR="004B5A85" w:rsidRDefault="004C389C" w:rsidP="004C389C">
      <w:r>
        <w:t>Il prononça</w:t>
      </w:r>
      <w:r w:rsidR="004B5A85">
        <w:t xml:space="preserve">, </w:t>
      </w:r>
      <w:r>
        <w:t>la voix assez assurée</w:t>
      </w:r>
      <w:r w:rsidR="004B5A85">
        <w:t xml:space="preserve">, </w:t>
      </w:r>
      <w:r>
        <w:t>car c</w:t>
      </w:r>
      <w:r w:rsidR="004B5A85">
        <w:t>’</w:t>
      </w:r>
      <w:r>
        <w:t>était un homme courageux</w:t>
      </w:r>
      <w:r w:rsidR="004B5A85">
        <w:t> :</w:t>
      </w:r>
    </w:p>
    <w:p w14:paraId="03F0CA6A" w14:textId="77777777" w:rsidR="004B5A85" w:rsidRDefault="004B5A85" w:rsidP="004C389C">
      <w:r>
        <w:lastRenderedPageBreak/>
        <w:t>— </w:t>
      </w:r>
      <w:r w:rsidR="004C389C">
        <w:t>Don José Calabozo</w:t>
      </w:r>
      <w:r>
        <w:t xml:space="preserve">, </w:t>
      </w:r>
      <w:r w:rsidR="004C389C">
        <w:t>armateur</w:t>
      </w:r>
      <w:r>
        <w:t xml:space="preserve">, </w:t>
      </w:r>
      <w:r w:rsidR="004C389C">
        <w:t>à Maracaïbo</w:t>
      </w:r>
      <w:r>
        <w:t>.</w:t>
      </w:r>
    </w:p>
    <w:p w14:paraId="43C9C867" w14:textId="77777777" w:rsidR="004B5A85" w:rsidRDefault="004B5A85" w:rsidP="004C389C">
      <w:r>
        <w:t>— </w:t>
      </w:r>
      <w:r w:rsidR="004C389C">
        <w:t xml:space="preserve">Don Felipe </w:t>
      </w:r>
      <w:proofErr w:type="spellStart"/>
      <w:r w:rsidR="004C389C">
        <w:t>Varinas</w:t>
      </w:r>
      <w:proofErr w:type="spellEnd"/>
      <w:r>
        <w:t xml:space="preserve">, </w:t>
      </w:r>
      <w:r w:rsidR="004C389C">
        <w:t>armateur également</w:t>
      </w:r>
      <w:r>
        <w:t xml:space="preserve">, </w:t>
      </w:r>
      <w:r w:rsidR="004C389C">
        <w:t>fit son voisin</w:t>
      </w:r>
      <w:r>
        <w:t xml:space="preserve">, </w:t>
      </w:r>
      <w:r w:rsidR="004C389C">
        <w:t>d</w:t>
      </w:r>
      <w:r>
        <w:t>’</w:t>
      </w:r>
      <w:r w:rsidR="004C389C">
        <w:t>un ton non moins tranquille</w:t>
      </w:r>
      <w:r>
        <w:t xml:space="preserve">, </w:t>
      </w:r>
      <w:r w:rsidR="004C389C">
        <w:t>car c</w:t>
      </w:r>
      <w:r>
        <w:t>’</w:t>
      </w:r>
      <w:r w:rsidR="004C389C">
        <w:t>était un homme intrépide</w:t>
      </w:r>
      <w:r>
        <w:t>.</w:t>
      </w:r>
    </w:p>
    <w:p w14:paraId="11B95D9C" w14:textId="77777777" w:rsidR="004B5A85" w:rsidRDefault="004B5A85" w:rsidP="004C389C">
      <w:r>
        <w:t>— </w:t>
      </w:r>
      <w:r w:rsidR="004C389C">
        <w:t>Juan Stefano</w:t>
      </w:r>
      <w:r>
        <w:t xml:space="preserve">, </w:t>
      </w:r>
      <w:r w:rsidR="004C389C">
        <w:t>capitaine au long cours</w:t>
      </w:r>
      <w:r>
        <w:t xml:space="preserve">, </w:t>
      </w:r>
      <w:r w:rsidR="004C389C">
        <w:t>en retraite</w:t>
      </w:r>
      <w:r>
        <w:t xml:space="preserve"> ! </w:t>
      </w:r>
      <w:r w:rsidR="004C389C">
        <w:t>fit le vieux loup de mer</w:t>
      </w:r>
      <w:r>
        <w:t xml:space="preserve">, </w:t>
      </w:r>
      <w:r w:rsidR="004C389C">
        <w:t>un peu ahuri par l</w:t>
      </w:r>
      <w:r>
        <w:t>’</w:t>
      </w:r>
      <w:r w:rsidR="004C389C">
        <w:t>idée que le radeau était un sous-marin</w:t>
      </w:r>
      <w:r>
        <w:t>.</w:t>
      </w:r>
    </w:p>
    <w:p w14:paraId="7830B9CB" w14:textId="77777777" w:rsidR="004B5A85" w:rsidRDefault="004B5A85" w:rsidP="004C389C">
      <w:r>
        <w:t>— </w:t>
      </w:r>
      <w:r w:rsidR="004C389C">
        <w:t xml:space="preserve">Fernando </w:t>
      </w:r>
      <w:proofErr w:type="spellStart"/>
      <w:r w:rsidR="004C389C">
        <w:t>Olivarès</w:t>
      </w:r>
      <w:proofErr w:type="spellEnd"/>
      <w:r>
        <w:t xml:space="preserve">, </w:t>
      </w:r>
      <w:r w:rsidR="004C389C">
        <w:t>juge</w:t>
      </w:r>
      <w:r>
        <w:t xml:space="preserve"> ! </w:t>
      </w:r>
      <w:r w:rsidR="004C389C">
        <w:t>fit à son tour le magistrat</w:t>
      </w:r>
      <w:r>
        <w:t xml:space="preserve">, </w:t>
      </w:r>
      <w:r w:rsidR="004C389C">
        <w:t>d</w:t>
      </w:r>
      <w:r>
        <w:t>’</w:t>
      </w:r>
      <w:r w:rsidR="004C389C">
        <w:t>une voix hésitante</w:t>
      </w:r>
      <w:r>
        <w:t>.</w:t>
      </w:r>
    </w:p>
    <w:p w14:paraId="49FCF89B" w14:textId="77777777" w:rsidR="004B5A85" w:rsidRDefault="004B5A85" w:rsidP="004C389C">
      <w:r>
        <w:t>— </w:t>
      </w:r>
      <w:r w:rsidR="004C389C">
        <w:t xml:space="preserve">Giuseppe </w:t>
      </w:r>
      <w:proofErr w:type="spellStart"/>
      <w:r w:rsidR="004C389C">
        <w:t>Filap</w:t>
      </w:r>
      <w:proofErr w:type="spellEnd"/>
      <w:r>
        <w:t xml:space="preserve">, </w:t>
      </w:r>
      <w:r w:rsidR="004C389C">
        <w:t>mécanicien</w:t>
      </w:r>
      <w:r>
        <w:t>…</w:t>
      </w:r>
    </w:p>
    <w:p w14:paraId="37748FFD" w14:textId="77777777" w:rsidR="004B5A85" w:rsidRDefault="004C389C" w:rsidP="004C389C">
      <w:r>
        <w:t>Et il y eut un instant de silence</w:t>
      </w:r>
      <w:r w:rsidR="004B5A85">
        <w:t>.</w:t>
      </w:r>
    </w:p>
    <w:p w14:paraId="4EEB9230" w14:textId="77777777" w:rsidR="004B5A85" w:rsidRDefault="004B5A85" w:rsidP="004C389C">
      <w:r>
        <w:t>— </w:t>
      </w:r>
      <w:r w:rsidR="004C389C">
        <w:t>Bien</w:t>
      </w:r>
      <w:r>
        <w:t xml:space="preserve"> ! </w:t>
      </w:r>
      <w:r w:rsidR="004C389C">
        <w:t>fit enfin l</w:t>
      </w:r>
      <w:r>
        <w:t>’</w:t>
      </w:r>
      <w:r w:rsidR="004C389C">
        <w:t>homme</w:t>
      </w:r>
      <w:r>
        <w:t xml:space="preserve">, </w:t>
      </w:r>
      <w:r w:rsidR="004C389C">
        <w:t>toujours assis</w:t>
      </w:r>
      <w:r>
        <w:t>.</w:t>
      </w:r>
    </w:p>
    <w:p w14:paraId="3C7EA26B" w14:textId="77777777" w:rsidR="004B5A85" w:rsidRDefault="004C389C" w:rsidP="004C389C">
      <w:r>
        <w:t>Il regarda fixement les cinq hommes et ajouta simplement</w:t>
      </w:r>
      <w:r w:rsidR="004B5A85">
        <w:t> :</w:t>
      </w:r>
    </w:p>
    <w:p w14:paraId="1B2AAD6B" w14:textId="26DBC3B7" w:rsidR="004B5A85" w:rsidRDefault="004B5A85" w:rsidP="004C389C">
      <w:r>
        <w:t>— </w:t>
      </w:r>
      <w:r w:rsidR="004C389C">
        <w:t>Je suis le Ravageur du Monde</w:t>
      </w:r>
      <w:r>
        <w:t xml:space="preserve">… </w:t>
      </w:r>
      <w:r w:rsidR="004C389C">
        <w:t>C</w:t>
      </w:r>
      <w:r>
        <w:t>’</w:t>
      </w:r>
      <w:r w:rsidR="004C389C">
        <w:t>est vous que j</w:t>
      </w:r>
      <w:r>
        <w:t>’</w:t>
      </w:r>
      <w:r w:rsidR="004C389C">
        <w:t>interroge</w:t>
      </w:r>
      <w:r>
        <w:t xml:space="preserve">, </w:t>
      </w:r>
      <w:r w:rsidR="004C389C">
        <w:t xml:space="preserve">don José </w:t>
      </w:r>
      <w:r w:rsidR="004C389C">
        <w:t>Calabozo</w:t>
      </w:r>
      <w:r>
        <w:t xml:space="preserve"> ! </w:t>
      </w:r>
      <w:r w:rsidR="004C389C">
        <w:t>Répondez-moi</w:t>
      </w:r>
      <w:r>
        <w:t xml:space="preserve">. </w:t>
      </w:r>
      <w:r w:rsidR="004C389C">
        <w:t>Le gouverneur de la ville de Maracaïbo</w:t>
      </w:r>
      <w:r>
        <w:t xml:space="preserve">, </w:t>
      </w:r>
      <w:r w:rsidR="004C389C">
        <w:t>comment se nomme-t-il</w:t>
      </w:r>
      <w:r>
        <w:t> ?</w:t>
      </w:r>
    </w:p>
    <w:p w14:paraId="53B837DD" w14:textId="6129C9AC" w:rsidR="004B5A85" w:rsidRDefault="004B5A85" w:rsidP="004C389C">
      <w:r>
        <w:t>— </w:t>
      </w:r>
      <w:r w:rsidR="004C389C">
        <w:t>Le colonel Santa-</w:t>
      </w:r>
      <w:proofErr w:type="spellStart"/>
      <w:r w:rsidR="004C389C">
        <w:t>Fé</w:t>
      </w:r>
      <w:proofErr w:type="spellEnd"/>
      <w:r>
        <w:t xml:space="preserve"> ! </w:t>
      </w:r>
      <w:r w:rsidR="004C389C">
        <w:t>répondit l</w:t>
      </w:r>
      <w:r>
        <w:t>’</w:t>
      </w:r>
      <w:r w:rsidR="004C389C">
        <w:t>armateur</w:t>
      </w:r>
      <w:r>
        <w:t xml:space="preserve">, </w:t>
      </w:r>
      <w:r w:rsidR="004C389C">
        <w:t>un peu déco</w:t>
      </w:r>
      <w:r w:rsidR="004C389C">
        <w:t>n</w:t>
      </w:r>
      <w:r w:rsidR="004C389C">
        <w:t>tenancé par ces mots étranges</w:t>
      </w:r>
      <w:r>
        <w:t> : « </w:t>
      </w:r>
      <w:r w:rsidR="004C389C">
        <w:t>Je suis le Ravageur du Monde</w:t>
      </w:r>
      <w:r>
        <w:t>. »</w:t>
      </w:r>
    </w:p>
    <w:p w14:paraId="24004E3C" w14:textId="77777777" w:rsidR="004B5A85" w:rsidRDefault="004B5A85" w:rsidP="004C389C">
      <w:r>
        <w:t>— </w:t>
      </w:r>
      <w:r w:rsidR="004C389C">
        <w:t>Cristobal Santa-</w:t>
      </w:r>
      <w:proofErr w:type="spellStart"/>
      <w:r w:rsidR="004C389C">
        <w:t>Fé</w:t>
      </w:r>
      <w:proofErr w:type="spellEnd"/>
      <w:r>
        <w:t xml:space="preserve"> ? </w:t>
      </w:r>
      <w:r w:rsidR="004C389C">
        <w:t>insista le Ravageur</w:t>
      </w:r>
      <w:r>
        <w:t>.</w:t>
      </w:r>
    </w:p>
    <w:p w14:paraId="5E64884F" w14:textId="77777777" w:rsidR="004B5A85" w:rsidRDefault="004B5A85" w:rsidP="004C389C">
      <w:r>
        <w:t>— </w:t>
      </w:r>
      <w:r w:rsidR="004C389C">
        <w:t>Oui</w:t>
      </w:r>
      <w:r>
        <w:t xml:space="preserve">, </w:t>
      </w:r>
      <w:r w:rsidR="004C389C">
        <w:t>monsieur</w:t>
      </w:r>
      <w:r>
        <w:t>.</w:t>
      </w:r>
    </w:p>
    <w:p w14:paraId="6E30AE08" w14:textId="77777777" w:rsidR="004B5A85" w:rsidRDefault="004C389C" w:rsidP="004C389C">
      <w:r>
        <w:t>Le Ravageur se leva</w:t>
      </w:r>
      <w:r w:rsidR="004B5A85">
        <w:t>.</w:t>
      </w:r>
    </w:p>
    <w:p w14:paraId="4D66B7CA" w14:textId="77777777" w:rsidR="004B5A85" w:rsidRDefault="004C389C" w:rsidP="004C389C">
      <w:r>
        <w:t>Ses yeux fulgurèrent tandis qu</w:t>
      </w:r>
      <w:r w:rsidR="004B5A85">
        <w:t>’</w:t>
      </w:r>
      <w:r>
        <w:t>il reprenait</w:t>
      </w:r>
      <w:r w:rsidR="004B5A85">
        <w:t> :</w:t>
      </w:r>
    </w:p>
    <w:p w14:paraId="04006F8C" w14:textId="77777777" w:rsidR="004B5A85" w:rsidRDefault="004B5A85" w:rsidP="004C389C">
      <w:r>
        <w:lastRenderedPageBreak/>
        <w:t>— </w:t>
      </w:r>
      <w:r w:rsidR="004C389C">
        <w:t>Messieurs don José Calabozo</w:t>
      </w:r>
      <w:r>
        <w:t xml:space="preserve">, </w:t>
      </w:r>
      <w:r w:rsidR="004C389C">
        <w:t xml:space="preserve">don Felipe </w:t>
      </w:r>
      <w:proofErr w:type="spellStart"/>
      <w:r w:rsidR="004C389C">
        <w:t>Varinas</w:t>
      </w:r>
      <w:proofErr w:type="spellEnd"/>
      <w:r>
        <w:t xml:space="preserve">,. </w:t>
      </w:r>
      <w:r w:rsidR="004C389C">
        <w:t>Fe</w:t>
      </w:r>
      <w:r w:rsidR="004C389C">
        <w:t>r</w:t>
      </w:r>
      <w:r w:rsidR="004C389C">
        <w:t xml:space="preserve">nando </w:t>
      </w:r>
      <w:proofErr w:type="spellStart"/>
      <w:r w:rsidR="004C389C">
        <w:t>Olivarès</w:t>
      </w:r>
      <w:proofErr w:type="spellEnd"/>
      <w:r w:rsidR="004C389C">
        <w:t xml:space="preserve"> et Giuseppe </w:t>
      </w:r>
      <w:proofErr w:type="spellStart"/>
      <w:r w:rsidR="004C389C">
        <w:t>Filap</w:t>
      </w:r>
      <w:proofErr w:type="spellEnd"/>
      <w:r>
        <w:t xml:space="preserve">, </w:t>
      </w:r>
      <w:r w:rsidR="004C389C">
        <w:t>écoutez-moi bien</w:t>
      </w:r>
      <w:r>
        <w:t xml:space="preserve"> !… </w:t>
      </w:r>
      <w:r w:rsidR="004C389C">
        <w:t>Je vous charge d</w:t>
      </w:r>
      <w:r>
        <w:t>’</w:t>
      </w:r>
      <w:r w:rsidR="004C389C">
        <w:t>aller trouver don Cristobal Santa-</w:t>
      </w:r>
      <w:proofErr w:type="spellStart"/>
      <w:r w:rsidR="004C389C">
        <w:t>Fé</w:t>
      </w:r>
      <w:proofErr w:type="spellEnd"/>
      <w:r>
        <w:t xml:space="preserve">, </w:t>
      </w:r>
      <w:r w:rsidR="004C389C">
        <w:t>colonel de caval</w:t>
      </w:r>
      <w:r w:rsidR="004C389C">
        <w:t>e</w:t>
      </w:r>
      <w:r w:rsidR="004C389C">
        <w:t>rie</w:t>
      </w:r>
      <w:r>
        <w:t xml:space="preserve">, </w:t>
      </w:r>
      <w:r w:rsidR="004C389C">
        <w:t>gouverneur pour le gouvernement du Venezuela</w:t>
      </w:r>
      <w:r>
        <w:t xml:space="preserve">, </w:t>
      </w:r>
      <w:r w:rsidR="004C389C">
        <w:t>de la ville de Maracaïbo</w:t>
      </w:r>
      <w:r>
        <w:t xml:space="preserve">. </w:t>
      </w:r>
      <w:r w:rsidR="004C389C">
        <w:t>Vous lui raconterez ce qui vous est arrivé</w:t>
      </w:r>
      <w:r>
        <w:t xml:space="preserve">. </w:t>
      </w:r>
      <w:r w:rsidR="004C389C">
        <w:t>Et vous lui direz ceci</w:t>
      </w:r>
      <w:r>
        <w:t xml:space="preserve">, </w:t>
      </w:r>
      <w:r w:rsidR="004C389C">
        <w:t>de la part de Hugues de Mauduit</w:t>
      </w:r>
      <w:r>
        <w:t xml:space="preserve">, </w:t>
      </w:r>
      <w:r w:rsidR="004C389C">
        <w:t>le Ravageur du Monde</w:t>
      </w:r>
      <w:r>
        <w:t> :</w:t>
      </w:r>
    </w:p>
    <w:p w14:paraId="3D34D4C2" w14:textId="77777777" w:rsidR="004B5A85" w:rsidRDefault="004B5A85" w:rsidP="004C389C">
      <w:r>
        <w:t>« — </w:t>
      </w:r>
      <w:r w:rsidR="004C389C">
        <w:t>Monsieur le colonel</w:t>
      </w:r>
      <w:r>
        <w:t xml:space="preserve">, </w:t>
      </w:r>
      <w:r w:rsidR="004C389C">
        <w:t>si</w:t>
      </w:r>
      <w:r>
        <w:t xml:space="preserve">, </w:t>
      </w:r>
      <w:r w:rsidR="004C389C">
        <w:t>demain matin au lever du s</w:t>
      </w:r>
      <w:r w:rsidR="004C389C">
        <w:t>o</w:t>
      </w:r>
      <w:r w:rsidR="004C389C">
        <w:t>leil</w:t>
      </w:r>
      <w:r>
        <w:t xml:space="preserve">, </w:t>
      </w:r>
      <w:r w:rsidR="004C389C">
        <w:t>vous n</w:t>
      </w:r>
      <w:r>
        <w:t>’</w:t>
      </w:r>
      <w:r w:rsidR="004C389C">
        <w:t>êtes pas en canot</w:t>
      </w:r>
      <w:r>
        <w:t xml:space="preserve">, </w:t>
      </w:r>
      <w:r w:rsidR="004C389C">
        <w:t>seul</w:t>
      </w:r>
      <w:r>
        <w:t xml:space="preserve">, </w:t>
      </w:r>
      <w:r w:rsidR="004C389C">
        <w:t>au milieu de la passe</w:t>
      </w:r>
      <w:r>
        <w:t xml:space="preserve">, </w:t>
      </w:r>
      <w:r w:rsidR="004C389C">
        <w:t>à un mille de l</w:t>
      </w:r>
      <w:r>
        <w:t>’</w:t>
      </w:r>
      <w:r w:rsidR="004C389C">
        <w:t>avant-port</w:t>
      </w:r>
      <w:r>
        <w:t xml:space="preserve">, </w:t>
      </w:r>
      <w:r w:rsidR="004C389C">
        <w:t>le Ravageur du Monde fera sauter à midi tous les navires de commerce vénézuéliens et américains ancrés dans l</w:t>
      </w:r>
      <w:r>
        <w:t>’</w:t>
      </w:r>
      <w:r w:rsidR="004C389C">
        <w:t>avant et l</w:t>
      </w:r>
      <w:r>
        <w:t>’</w:t>
      </w:r>
      <w:r w:rsidR="004C389C">
        <w:t>arrière-port</w:t>
      </w:r>
      <w:r>
        <w:t xml:space="preserve"> ; </w:t>
      </w:r>
      <w:r w:rsidR="004C389C">
        <w:t>il fera sauter les quais</w:t>
      </w:r>
      <w:r>
        <w:t xml:space="preserve"> ; </w:t>
      </w:r>
      <w:r w:rsidR="004C389C">
        <w:t>il lancera des torpilles explosibles au choc dans les rues de la ville</w:t>
      </w:r>
      <w:r>
        <w:t xml:space="preserve"> ; </w:t>
      </w:r>
      <w:r w:rsidR="004C389C">
        <w:t>il d</w:t>
      </w:r>
      <w:r w:rsidR="004C389C">
        <w:t>é</w:t>
      </w:r>
      <w:r w:rsidR="004C389C">
        <w:t>barquera avec des hommes puissamment armés</w:t>
      </w:r>
      <w:r>
        <w:t xml:space="preserve">, </w:t>
      </w:r>
      <w:r w:rsidR="004C389C">
        <w:t>mettra le feu au palais du gouvernement et s</w:t>
      </w:r>
      <w:r>
        <w:t>’</w:t>
      </w:r>
      <w:r w:rsidR="004C389C">
        <w:t>emparera d</w:t>
      </w:r>
      <w:r>
        <w:t>’</w:t>
      </w:r>
      <w:r w:rsidR="004C389C">
        <w:t>une douzaine de n</w:t>
      </w:r>
      <w:r w:rsidR="004C389C">
        <w:t>o</w:t>
      </w:r>
      <w:r w:rsidR="004C389C">
        <w:t>tables</w:t>
      </w:r>
      <w:r>
        <w:t>…</w:t>
      </w:r>
    </w:p>
    <w:p w14:paraId="6F5F8DD1" w14:textId="77777777" w:rsidR="004B5A85" w:rsidRDefault="004B5A85" w:rsidP="004C389C">
      <w:r>
        <w:t>« </w:t>
      </w:r>
      <w:r w:rsidR="004C389C">
        <w:t>Voilà</w:t>
      </w:r>
      <w:r>
        <w:t xml:space="preserve">, </w:t>
      </w:r>
      <w:r w:rsidR="004C389C">
        <w:t>messieurs</w:t>
      </w:r>
      <w:r>
        <w:t xml:space="preserve">, </w:t>
      </w:r>
      <w:r w:rsidR="004C389C">
        <w:t>ce que je vous charge d</w:t>
      </w:r>
      <w:r>
        <w:t>’</w:t>
      </w:r>
      <w:r w:rsidR="004C389C">
        <w:t>aller dire à don Cristobal Santa-</w:t>
      </w:r>
      <w:proofErr w:type="spellStart"/>
      <w:r w:rsidR="004C389C">
        <w:t>Fé</w:t>
      </w:r>
      <w:proofErr w:type="spellEnd"/>
      <w:r>
        <w:t xml:space="preserve">. </w:t>
      </w:r>
      <w:r w:rsidR="004C389C">
        <w:t>J</w:t>
      </w:r>
      <w:r>
        <w:t>’</w:t>
      </w:r>
      <w:r w:rsidR="004C389C">
        <w:t>espère qu</w:t>
      </w:r>
      <w:r>
        <w:t>’</w:t>
      </w:r>
      <w:r w:rsidR="004C389C">
        <w:t>il n</w:t>
      </w:r>
      <w:r>
        <w:t>’</w:t>
      </w:r>
      <w:r w:rsidR="004C389C">
        <w:t>hésitera pas à épargner à la ville qu</w:t>
      </w:r>
      <w:r>
        <w:t>’</w:t>
      </w:r>
      <w:r w:rsidR="004C389C">
        <w:t>il gouverne et à ses administrés ces calamités si épo</w:t>
      </w:r>
      <w:r w:rsidR="004C389C">
        <w:t>u</w:t>
      </w:r>
      <w:r w:rsidR="004C389C">
        <w:t>vantables</w:t>
      </w:r>
      <w:r>
        <w:t>…</w:t>
      </w:r>
    </w:p>
    <w:p w14:paraId="3C7699C1" w14:textId="77777777" w:rsidR="004B5A85" w:rsidRDefault="004B5A85" w:rsidP="004C389C">
      <w:r>
        <w:t>— </w:t>
      </w:r>
      <w:r w:rsidR="004C389C">
        <w:t>Et moi</w:t>
      </w:r>
      <w:r>
        <w:t xml:space="preserve">, </w:t>
      </w:r>
      <w:r w:rsidR="004C389C">
        <w:t>dit sans hésiter José Calabozo</w:t>
      </w:r>
      <w:r>
        <w:t xml:space="preserve">, </w:t>
      </w:r>
      <w:r w:rsidR="004C389C">
        <w:t>je dis que don Cristobal Santa-</w:t>
      </w:r>
      <w:proofErr w:type="spellStart"/>
      <w:r w:rsidR="004C389C">
        <w:t>Fé</w:t>
      </w:r>
      <w:proofErr w:type="spellEnd"/>
      <w:r w:rsidR="004C389C">
        <w:t xml:space="preserve"> n</w:t>
      </w:r>
      <w:r>
        <w:t>’</w:t>
      </w:r>
      <w:r w:rsidR="004C389C">
        <w:t>hésitera pas à monter sur son meilleur cheval et à galoper le plus loin possible de Maracaïbo</w:t>
      </w:r>
      <w:r>
        <w:t>.</w:t>
      </w:r>
    </w:p>
    <w:p w14:paraId="5D5B610B" w14:textId="77777777" w:rsidR="004B5A85" w:rsidRDefault="004B5A85" w:rsidP="004C389C">
      <w:r>
        <w:t>— </w:t>
      </w:r>
      <w:r w:rsidR="004C389C">
        <w:t>Cela vous regarde</w:t>
      </w:r>
      <w:r>
        <w:t xml:space="preserve">, </w:t>
      </w:r>
      <w:r w:rsidR="004C389C">
        <w:t>messieurs</w:t>
      </w:r>
      <w:r>
        <w:t xml:space="preserve"> ! </w:t>
      </w:r>
      <w:r w:rsidR="004C389C">
        <w:t>répliqua le Ravageur du Monde</w:t>
      </w:r>
      <w:r>
        <w:t xml:space="preserve">, </w:t>
      </w:r>
      <w:r w:rsidR="004C389C">
        <w:t>impassible</w:t>
      </w:r>
      <w:r>
        <w:t xml:space="preserve">, </w:t>
      </w:r>
      <w:r w:rsidR="004C389C">
        <w:t>car</w:t>
      </w:r>
      <w:r>
        <w:t xml:space="preserve">, </w:t>
      </w:r>
      <w:r w:rsidR="004C389C">
        <w:t>en ce cas</w:t>
      </w:r>
      <w:r>
        <w:t xml:space="preserve">, </w:t>
      </w:r>
      <w:r w:rsidR="004C389C">
        <w:t>la ville sera ruinée de fond en comble et douze de ses notables seront fusillés</w:t>
      </w:r>
      <w:r>
        <w:t>…</w:t>
      </w:r>
    </w:p>
    <w:p w14:paraId="388D5094" w14:textId="1BAD1EC1" w:rsidR="004B5A85" w:rsidRDefault="004C389C" w:rsidP="004C389C">
      <w:r>
        <w:t>Et</w:t>
      </w:r>
      <w:r w:rsidR="004B5A85">
        <w:t xml:space="preserve">, </w:t>
      </w:r>
      <w:r>
        <w:t>sans attendre que José e</w:t>
      </w:r>
      <w:r w:rsidR="004116B2">
        <w:t>û</w:t>
      </w:r>
      <w:r>
        <w:t>t prononcé les paroles pour lesquelles il ouvrait la bouche</w:t>
      </w:r>
      <w:r w:rsidR="004B5A85">
        <w:t xml:space="preserve">, </w:t>
      </w:r>
      <w:r>
        <w:t>le Ravageur fit un signe</w:t>
      </w:r>
      <w:r w:rsidR="004B5A85">
        <w:t>.</w:t>
      </w:r>
    </w:p>
    <w:p w14:paraId="14A949F5" w14:textId="77777777" w:rsidR="004B5A85" w:rsidRDefault="004C389C" w:rsidP="004C389C">
      <w:r>
        <w:t xml:space="preserve">Les cinq </w:t>
      </w:r>
      <w:proofErr w:type="spellStart"/>
      <w:r>
        <w:t>Maracaïbiens</w:t>
      </w:r>
      <w:proofErr w:type="spellEnd"/>
      <w:r>
        <w:t xml:space="preserve"> furent saisis</w:t>
      </w:r>
      <w:r w:rsidR="004B5A85">
        <w:t xml:space="preserve">, </w:t>
      </w:r>
      <w:r>
        <w:t>enlevés</w:t>
      </w:r>
      <w:r w:rsidR="004B5A85">
        <w:t xml:space="preserve">, </w:t>
      </w:r>
      <w:r>
        <w:t>emportés à travers le couloir</w:t>
      </w:r>
      <w:r w:rsidR="004B5A85">
        <w:t xml:space="preserve">, </w:t>
      </w:r>
      <w:r>
        <w:t>du bas en haut de l</w:t>
      </w:r>
      <w:r w:rsidR="004B5A85">
        <w:t>’</w:t>
      </w:r>
      <w:r>
        <w:t>escalier</w:t>
      </w:r>
      <w:r w:rsidR="004B5A85">
        <w:t xml:space="preserve">, </w:t>
      </w:r>
      <w:r>
        <w:t xml:space="preserve">déposés dans </w:t>
      </w:r>
      <w:r>
        <w:lastRenderedPageBreak/>
        <w:t>un canot</w:t>
      </w:r>
      <w:r w:rsidR="004B5A85">
        <w:t xml:space="preserve">, </w:t>
      </w:r>
      <w:r>
        <w:t>qui leur parut tout entier de métal</w:t>
      </w:r>
      <w:r w:rsidR="004B5A85">
        <w:t xml:space="preserve">, </w:t>
      </w:r>
      <w:r>
        <w:t>et où deux hommes f</w:t>
      </w:r>
      <w:r>
        <w:t>i</w:t>
      </w:r>
      <w:r>
        <w:t>rent aussitôt force de rames</w:t>
      </w:r>
      <w:r w:rsidR="004B5A85">
        <w:t>.</w:t>
      </w:r>
    </w:p>
    <w:p w14:paraId="7F4194F6" w14:textId="77777777" w:rsidR="004B5A85" w:rsidRDefault="004C389C" w:rsidP="004C389C">
      <w:r>
        <w:t>Et</w:t>
      </w:r>
      <w:r w:rsidR="004B5A85">
        <w:t xml:space="preserve">, </w:t>
      </w:r>
      <w:r>
        <w:t>dix minutes plus tard</w:t>
      </w:r>
      <w:r w:rsidR="004B5A85">
        <w:t xml:space="preserve">, </w:t>
      </w:r>
      <w:r>
        <w:t>on les débarquait sans excuses ni salutations sur la rive gauche de la passe</w:t>
      </w:r>
      <w:r w:rsidR="004B5A85">
        <w:t xml:space="preserve">, </w:t>
      </w:r>
      <w:r>
        <w:t>à peu de distance de l</w:t>
      </w:r>
      <w:r w:rsidR="004B5A85">
        <w:t>’</w:t>
      </w:r>
      <w:r>
        <w:t>avant-port</w:t>
      </w:r>
      <w:r w:rsidR="004B5A85">
        <w:t>.</w:t>
      </w:r>
    </w:p>
    <w:p w14:paraId="2256A0A8" w14:textId="77777777" w:rsidR="004B5A85" w:rsidRDefault="004C389C" w:rsidP="004C389C">
      <w:r>
        <w:t>Seulement</w:t>
      </w:r>
      <w:r w:rsidR="004B5A85">
        <w:t xml:space="preserve">, </w:t>
      </w:r>
      <w:r>
        <w:t>un des rameurs leur cria</w:t>
      </w:r>
      <w:r w:rsidR="004B5A85">
        <w:t xml:space="preserve">, </w:t>
      </w:r>
      <w:r>
        <w:t>en repoussant le c</w:t>
      </w:r>
      <w:r>
        <w:t>a</w:t>
      </w:r>
      <w:r>
        <w:t>not dans l</w:t>
      </w:r>
      <w:r w:rsidR="004B5A85">
        <w:t>’</w:t>
      </w:r>
      <w:r>
        <w:t>eau</w:t>
      </w:r>
      <w:r w:rsidR="004B5A85">
        <w:t> :</w:t>
      </w:r>
    </w:p>
    <w:p w14:paraId="619F68E3" w14:textId="77777777" w:rsidR="004B5A85" w:rsidRDefault="004B5A85" w:rsidP="004C389C">
      <w:r>
        <w:t>— </w:t>
      </w:r>
      <w:r w:rsidR="004C389C">
        <w:t>N</w:t>
      </w:r>
      <w:r>
        <w:t>’</w:t>
      </w:r>
      <w:r w:rsidR="004C389C">
        <w:t>oubliez pas que l</w:t>
      </w:r>
      <w:r>
        <w:t>’</w:t>
      </w:r>
      <w:r w:rsidR="004C389C">
        <w:t>obéissance du gouverneur aux volo</w:t>
      </w:r>
      <w:r w:rsidR="004C389C">
        <w:t>n</w:t>
      </w:r>
      <w:r w:rsidR="004C389C">
        <w:t>tés du Ravageur du Monde répond de votre propre sécurité et de la conservation de la ville</w:t>
      </w:r>
      <w:r>
        <w:t> !</w:t>
      </w:r>
    </w:p>
    <w:p w14:paraId="61CF644B" w14:textId="77777777" w:rsidR="004B5A85" w:rsidRDefault="004C389C" w:rsidP="004C389C">
      <w:r>
        <w:t>Or</w:t>
      </w:r>
      <w:r w:rsidR="004B5A85">
        <w:t xml:space="preserve">, </w:t>
      </w:r>
      <w:r>
        <w:t>il faisait presque nuit</w:t>
      </w:r>
      <w:r w:rsidR="004B5A85">
        <w:t xml:space="preserve">, </w:t>
      </w:r>
      <w:r>
        <w:t>maintenant</w:t>
      </w:r>
      <w:r w:rsidR="004B5A85">
        <w:t>.</w:t>
      </w:r>
    </w:p>
    <w:p w14:paraId="0ECC4FA9" w14:textId="77777777" w:rsidR="004B5A85" w:rsidRDefault="004C389C" w:rsidP="004C389C">
      <w:r>
        <w:t>Les cinq hommes restèrent là</w:t>
      </w:r>
      <w:r w:rsidR="004B5A85">
        <w:t xml:space="preserve">, </w:t>
      </w:r>
      <w:r>
        <w:t>immobiles</w:t>
      </w:r>
      <w:r w:rsidR="004B5A85">
        <w:t xml:space="preserve">, </w:t>
      </w:r>
      <w:r>
        <w:t>à regarder disp</w:t>
      </w:r>
      <w:r>
        <w:t>a</w:t>
      </w:r>
      <w:r>
        <w:t>raître le canot dans la nuit</w:t>
      </w:r>
      <w:r w:rsidR="004B5A85">
        <w:t xml:space="preserve">. </w:t>
      </w:r>
      <w:r>
        <w:t>Ils semblaient médusés</w:t>
      </w:r>
      <w:r w:rsidR="004B5A85">
        <w:t>.</w:t>
      </w:r>
    </w:p>
    <w:p w14:paraId="06204956" w14:textId="77777777" w:rsidR="004B5A85" w:rsidRDefault="004C389C" w:rsidP="004C389C">
      <w:r>
        <w:t>Et</w:t>
      </w:r>
      <w:r w:rsidR="004B5A85">
        <w:t xml:space="preserve">, </w:t>
      </w:r>
      <w:r>
        <w:t>tout à coup</w:t>
      </w:r>
      <w:r w:rsidR="004B5A85">
        <w:t xml:space="preserve">, </w:t>
      </w:r>
      <w:r>
        <w:t>José Calabozo prononça gravement</w:t>
      </w:r>
      <w:r w:rsidR="004B5A85">
        <w:t> :</w:t>
      </w:r>
    </w:p>
    <w:p w14:paraId="5EADD438" w14:textId="77777777" w:rsidR="004B5A85" w:rsidRDefault="004B5A85" w:rsidP="004C389C">
      <w:r>
        <w:t>— </w:t>
      </w:r>
      <w:r w:rsidR="004C389C">
        <w:t>Rentrons</w:t>
      </w:r>
      <w:r>
        <w:t xml:space="preserve">, </w:t>
      </w:r>
      <w:r w:rsidR="004C389C">
        <w:t>mes amis</w:t>
      </w:r>
      <w:r>
        <w:t xml:space="preserve">… </w:t>
      </w:r>
      <w:r w:rsidR="004C389C">
        <w:t>Nous parlerons de cela toutes portes closes</w:t>
      </w:r>
      <w:r>
        <w:t>.</w:t>
      </w:r>
    </w:p>
    <w:p w14:paraId="70F35743" w14:textId="77777777" w:rsidR="004B5A85" w:rsidRDefault="004B5A85" w:rsidP="004C389C">
      <w:r>
        <w:t>— </w:t>
      </w:r>
      <w:r w:rsidR="004C389C">
        <w:t>Rentrons</w:t>
      </w:r>
      <w:r>
        <w:t xml:space="preserve"> ! </w:t>
      </w:r>
      <w:r w:rsidR="004C389C">
        <w:t xml:space="preserve">répéta non moins gravement Felipe </w:t>
      </w:r>
      <w:proofErr w:type="spellStart"/>
      <w:r w:rsidR="004C389C">
        <w:t>Varinas</w:t>
      </w:r>
      <w:proofErr w:type="spellEnd"/>
      <w:r>
        <w:t>.</w:t>
      </w:r>
    </w:p>
    <w:p w14:paraId="19EDFDC9" w14:textId="77777777" w:rsidR="004B5A85" w:rsidRDefault="004C389C" w:rsidP="004C389C">
      <w:r>
        <w:t>Pour la première fois</w:t>
      </w:r>
      <w:r w:rsidR="004B5A85">
        <w:t xml:space="preserve">, </w:t>
      </w:r>
      <w:r>
        <w:t>depuis vingt ans qu</w:t>
      </w:r>
      <w:r w:rsidR="004B5A85">
        <w:t>’</w:t>
      </w:r>
      <w:r>
        <w:t>ils étaient liés par une étroite amitié</w:t>
      </w:r>
      <w:r w:rsidR="004B5A85">
        <w:t xml:space="preserve">, </w:t>
      </w:r>
      <w:r>
        <w:t>les deux armateurs se trouvaient du même avis</w:t>
      </w:r>
      <w:r w:rsidR="004B5A85">
        <w:t> !…</w:t>
      </w:r>
    </w:p>
    <w:p w14:paraId="08555E52" w14:textId="42678F37" w:rsidR="004C389C" w:rsidRDefault="004C389C" w:rsidP="004B5A85">
      <w:pPr>
        <w:pStyle w:val="Titre1"/>
      </w:pPr>
      <w:bookmarkStart w:id="23" w:name="__RefHeading__25_1003869823"/>
      <w:bookmarkStart w:id="24" w:name="_Toc202462473"/>
      <w:bookmarkEnd w:id="23"/>
      <w:r>
        <w:lastRenderedPageBreak/>
        <w:t>CHAPITRE XIII</w:t>
      </w:r>
      <w:r>
        <w:br/>
      </w:r>
      <w:r>
        <w:br/>
        <w:t>LE CHOC DE DEUX HAINES</w:t>
      </w:r>
      <w:bookmarkEnd w:id="24"/>
    </w:p>
    <w:p w14:paraId="288A1CC8" w14:textId="77777777" w:rsidR="004B5A85" w:rsidRDefault="004C389C" w:rsidP="004C389C">
      <w:r>
        <w:t>Les quatre bourgeois et le mécanicien s</w:t>
      </w:r>
      <w:r w:rsidR="004B5A85">
        <w:t>’</w:t>
      </w:r>
      <w:r>
        <w:t>enfermaient</w:t>
      </w:r>
      <w:r w:rsidR="004B5A85">
        <w:t xml:space="preserve">, </w:t>
      </w:r>
      <w:r>
        <w:t>une heure plus tard</w:t>
      </w:r>
      <w:r w:rsidR="004B5A85">
        <w:t xml:space="preserve">, </w:t>
      </w:r>
      <w:r>
        <w:t>dans le cabinet de travail de José Calabozo</w:t>
      </w:r>
      <w:r w:rsidR="004B5A85">
        <w:t xml:space="preserve">, </w:t>
      </w:r>
      <w:r>
        <w:t>en la maison somptueuse que le digne armateur avait fait con</w:t>
      </w:r>
      <w:r>
        <w:t>s</w:t>
      </w:r>
      <w:r>
        <w:t>truire sur la place même du gouvernement</w:t>
      </w:r>
      <w:r w:rsidR="004B5A85">
        <w:t xml:space="preserve">, </w:t>
      </w:r>
      <w:r>
        <w:t>en face de la non moins somptueuse demeure habitée par le colonel gouverneur don Cristobal Santa-</w:t>
      </w:r>
      <w:proofErr w:type="spellStart"/>
      <w:r>
        <w:t>Fé</w:t>
      </w:r>
      <w:proofErr w:type="spellEnd"/>
      <w:r w:rsidR="004B5A85">
        <w:t>.</w:t>
      </w:r>
    </w:p>
    <w:p w14:paraId="03F33FF1" w14:textId="77777777" w:rsidR="004B5A85" w:rsidRDefault="004C389C" w:rsidP="004C389C">
      <w:r>
        <w:t>Ils étaient entrés dans la ville</w:t>
      </w:r>
      <w:r w:rsidR="004B5A85">
        <w:t xml:space="preserve">, </w:t>
      </w:r>
      <w:r>
        <w:t>en se dissimulant dans l</w:t>
      </w:r>
      <w:r w:rsidR="004B5A85">
        <w:t>’</w:t>
      </w:r>
      <w:r>
        <w:t>ombre des maisons et en choisissant des ruelles désertes</w:t>
      </w:r>
      <w:r w:rsidR="004B5A85">
        <w:t>.</w:t>
      </w:r>
    </w:p>
    <w:p w14:paraId="6BDC1BE0" w14:textId="77777777" w:rsidR="004B5A85" w:rsidRDefault="004C389C" w:rsidP="004C389C">
      <w:r>
        <w:t>Et là</w:t>
      </w:r>
      <w:r w:rsidR="004B5A85">
        <w:t xml:space="preserve">, </w:t>
      </w:r>
      <w:r>
        <w:t>après avoir changé de vêtements</w:t>
      </w:r>
      <w:r w:rsidR="004B5A85">
        <w:t xml:space="preserve">, </w:t>
      </w:r>
      <w:r>
        <w:t>sans penser au d</w:t>
      </w:r>
      <w:r>
        <w:t>î</w:t>
      </w:r>
      <w:r>
        <w:t>ner</w:t>
      </w:r>
      <w:r w:rsidR="004B5A85">
        <w:t xml:space="preserve">, </w:t>
      </w:r>
      <w:r>
        <w:t>dont l</w:t>
      </w:r>
      <w:r w:rsidR="004B5A85">
        <w:t>’</w:t>
      </w:r>
      <w:r>
        <w:t>heure avait depuis longtemps sonné</w:t>
      </w:r>
      <w:r w:rsidR="004B5A85">
        <w:t xml:space="preserve">, </w:t>
      </w:r>
      <w:r>
        <w:t>ils envisagèrent froidement la situation</w:t>
      </w:r>
      <w:r w:rsidR="004B5A85">
        <w:t xml:space="preserve">, </w:t>
      </w:r>
      <w:r>
        <w:t>en sérieux et bons bourgeois de la ville de Maracaïbo</w:t>
      </w:r>
      <w:r w:rsidR="004B5A85">
        <w:t>.</w:t>
      </w:r>
    </w:p>
    <w:p w14:paraId="37BE91D3" w14:textId="77777777" w:rsidR="004B5A85" w:rsidRDefault="004C389C" w:rsidP="004C389C">
      <w:r>
        <w:t>En hommes pratiques</w:t>
      </w:r>
      <w:r w:rsidR="004B5A85">
        <w:t xml:space="preserve">, </w:t>
      </w:r>
      <w:r>
        <w:t>ils ne se perdirent pas en conje</w:t>
      </w:r>
      <w:r>
        <w:t>c</w:t>
      </w:r>
      <w:r>
        <w:t>tures sur la personnalité du Ravageur du Monde</w:t>
      </w:r>
      <w:r w:rsidR="004B5A85">
        <w:t xml:space="preserve">, </w:t>
      </w:r>
      <w:r>
        <w:t>la merveille que semblait être son sous-marin</w:t>
      </w:r>
      <w:r w:rsidR="004B5A85">
        <w:t xml:space="preserve">, </w:t>
      </w:r>
      <w:r>
        <w:t>etc</w:t>
      </w:r>
      <w:r w:rsidR="004B5A85">
        <w:t xml:space="preserve">., </w:t>
      </w:r>
      <w:r>
        <w:t>etc</w:t>
      </w:r>
      <w:r w:rsidR="004B5A85">
        <w:t>.</w:t>
      </w:r>
    </w:p>
    <w:p w14:paraId="35E4458E" w14:textId="77777777" w:rsidR="004B5A85" w:rsidRDefault="004C389C" w:rsidP="004C389C">
      <w:r>
        <w:t>Ils discutèrent simplement</w:t>
      </w:r>
      <w:r w:rsidR="004B5A85">
        <w:t xml:space="preserve">, </w:t>
      </w:r>
      <w:r>
        <w:t>froidement</w:t>
      </w:r>
      <w:r w:rsidR="004B5A85">
        <w:t xml:space="preserve">, </w:t>
      </w:r>
      <w:r>
        <w:t>les faits et leurs conséquences</w:t>
      </w:r>
      <w:r w:rsidR="004B5A85">
        <w:t>.</w:t>
      </w:r>
    </w:p>
    <w:p w14:paraId="56A33327" w14:textId="77777777" w:rsidR="004B5A85" w:rsidRDefault="004C389C" w:rsidP="004C389C">
      <w:r>
        <w:t>Et</w:t>
      </w:r>
      <w:r w:rsidR="004B5A85">
        <w:t xml:space="preserve">, </w:t>
      </w:r>
      <w:r>
        <w:t>quand la question fut examinée sous toutes ses faces</w:t>
      </w:r>
      <w:r w:rsidR="004B5A85">
        <w:t xml:space="preserve">, </w:t>
      </w:r>
      <w:r>
        <w:t>José conclut</w:t>
      </w:r>
      <w:r w:rsidR="004B5A85">
        <w:t> :</w:t>
      </w:r>
    </w:p>
    <w:p w14:paraId="47D14A9B" w14:textId="77777777" w:rsidR="004B5A85" w:rsidRDefault="004B5A85" w:rsidP="004C389C">
      <w:r>
        <w:t>— </w:t>
      </w:r>
      <w:r w:rsidR="004C389C">
        <w:t>Premier point</w:t>
      </w:r>
      <w:r>
        <w:t xml:space="preserve"> : </w:t>
      </w:r>
      <w:r w:rsidR="004C389C">
        <w:t>le Ravageur a sûrement à se venger de Santa-</w:t>
      </w:r>
      <w:proofErr w:type="spellStart"/>
      <w:r w:rsidR="004C389C">
        <w:t>Fé</w:t>
      </w:r>
      <w:proofErr w:type="spellEnd"/>
      <w:r>
        <w:t>.</w:t>
      </w:r>
    </w:p>
    <w:p w14:paraId="6D49366D" w14:textId="77777777" w:rsidR="004B5A85" w:rsidRDefault="004B5A85" w:rsidP="004C389C">
      <w:r>
        <w:t>« </w:t>
      </w:r>
      <w:r w:rsidR="004C389C">
        <w:t>Deuxième point</w:t>
      </w:r>
      <w:r>
        <w:t xml:space="preserve"> : </w:t>
      </w:r>
      <w:r w:rsidR="004C389C">
        <w:t>si Santa-</w:t>
      </w:r>
      <w:proofErr w:type="spellStart"/>
      <w:r w:rsidR="004C389C">
        <w:t>Fé</w:t>
      </w:r>
      <w:proofErr w:type="spellEnd"/>
      <w:r w:rsidR="004C389C">
        <w:t xml:space="preserve"> apprend la chose</w:t>
      </w:r>
      <w:r>
        <w:t xml:space="preserve">, </w:t>
      </w:r>
      <w:r w:rsidR="004C389C">
        <w:t>il file</w:t>
      </w:r>
      <w:r>
        <w:t xml:space="preserve">, </w:t>
      </w:r>
      <w:r w:rsidR="004C389C">
        <w:t>et nous restons à la merci du Ravageur</w:t>
      </w:r>
      <w:r>
        <w:t xml:space="preserve">, </w:t>
      </w:r>
      <w:r w:rsidR="004C389C">
        <w:t xml:space="preserve">car il ne faut pas </w:t>
      </w:r>
      <w:r w:rsidR="004C389C">
        <w:lastRenderedPageBreak/>
        <w:t>compter pour nous défendre sur la flotte et l</w:t>
      </w:r>
      <w:r>
        <w:t>’</w:t>
      </w:r>
      <w:r w:rsidR="004C389C">
        <w:t>armée du gouvernement</w:t>
      </w:r>
      <w:r>
        <w:t xml:space="preserve">, </w:t>
      </w:r>
      <w:r w:rsidR="004C389C">
        <w:t>n</w:t>
      </w:r>
      <w:r>
        <w:t>’</w:t>
      </w:r>
      <w:r w:rsidR="004C389C">
        <w:t>est-ce pas</w:t>
      </w:r>
      <w:r>
        <w:t xml:space="preserve"> ?… </w:t>
      </w:r>
      <w:r w:rsidR="004C389C">
        <w:t>La flotte n</w:t>
      </w:r>
      <w:r>
        <w:t>’</w:t>
      </w:r>
      <w:r w:rsidR="004C389C">
        <w:t>existe pas</w:t>
      </w:r>
      <w:r>
        <w:t xml:space="preserve">, </w:t>
      </w:r>
      <w:r w:rsidR="004C389C">
        <w:t>et l</w:t>
      </w:r>
      <w:r>
        <w:t>’</w:t>
      </w:r>
      <w:r w:rsidR="004C389C">
        <w:t>armée est dans la cap</w:t>
      </w:r>
      <w:r w:rsidR="004C389C">
        <w:t>i</w:t>
      </w:r>
      <w:r w:rsidR="004C389C">
        <w:t>tale et autour</w:t>
      </w:r>
      <w:r>
        <w:t xml:space="preserve">, </w:t>
      </w:r>
      <w:r w:rsidR="004C389C">
        <w:t>à préparer une nouvelle révolution</w:t>
      </w:r>
      <w:r>
        <w:t> !…</w:t>
      </w:r>
    </w:p>
    <w:p w14:paraId="7149F991" w14:textId="77777777" w:rsidR="004B5A85" w:rsidRDefault="004C389C" w:rsidP="004C389C">
      <w:r>
        <w:t>José haussa les épaules</w:t>
      </w:r>
      <w:r w:rsidR="004B5A85">
        <w:t xml:space="preserve">, </w:t>
      </w:r>
      <w:r>
        <w:t>fit une moue de mépris et cont</w:t>
      </w:r>
      <w:r>
        <w:t>i</w:t>
      </w:r>
      <w:r>
        <w:t>nua</w:t>
      </w:r>
      <w:r w:rsidR="004B5A85">
        <w:t> :</w:t>
      </w:r>
    </w:p>
    <w:p w14:paraId="7382D161" w14:textId="77777777" w:rsidR="004B5A85" w:rsidRDefault="004B5A85" w:rsidP="004C389C">
      <w:r>
        <w:t>— </w:t>
      </w:r>
      <w:r w:rsidR="004C389C">
        <w:t>Donc</w:t>
      </w:r>
      <w:r>
        <w:t xml:space="preserve">, – </w:t>
      </w:r>
      <w:r w:rsidR="004C389C">
        <w:t>et c</w:t>
      </w:r>
      <w:r>
        <w:t>’</w:t>
      </w:r>
      <w:r w:rsidR="004C389C">
        <w:t>est là le troisième point</w:t>
      </w:r>
      <w:r>
        <w:t xml:space="preserve">, – </w:t>
      </w:r>
      <w:r w:rsidR="004C389C">
        <w:t>dans l</w:t>
      </w:r>
      <w:r>
        <w:t>’</w:t>
      </w:r>
      <w:r w:rsidR="004C389C">
        <w:t>intérêt de la ville</w:t>
      </w:r>
      <w:r>
        <w:t xml:space="preserve">, </w:t>
      </w:r>
      <w:r w:rsidR="004C389C">
        <w:t>de nos fortunes</w:t>
      </w:r>
      <w:r>
        <w:t xml:space="preserve">, </w:t>
      </w:r>
      <w:r w:rsidR="004C389C">
        <w:t>de nos navires</w:t>
      </w:r>
      <w:r>
        <w:t xml:space="preserve">, </w:t>
      </w:r>
      <w:r w:rsidR="004C389C">
        <w:t>de nous-mêmes et de nos compatriotes</w:t>
      </w:r>
      <w:r>
        <w:t xml:space="preserve">, </w:t>
      </w:r>
      <w:r w:rsidR="004C389C">
        <w:t>nous devons faire en sorte que le gouverneur ne puisse pas échapper au Ravageur du Monde</w:t>
      </w:r>
      <w:r>
        <w:t> !</w:t>
      </w:r>
    </w:p>
    <w:p w14:paraId="3D6F5648" w14:textId="77777777" w:rsidR="004B5A85" w:rsidRDefault="004B5A85" w:rsidP="004C389C">
      <w:r>
        <w:t>« </w:t>
      </w:r>
      <w:r w:rsidR="004C389C">
        <w:t>Quelqu</w:t>
      </w:r>
      <w:r>
        <w:t>’</w:t>
      </w:r>
      <w:r w:rsidR="004C389C">
        <w:t>un d</w:t>
      </w:r>
      <w:r>
        <w:t>’</w:t>
      </w:r>
      <w:r w:rsidR="004C389C">
        <w:t>entre vous</w:t>
      </w:r>
      <w:r>
        <w:t xml:space="preserve">, </w:t>
      </w:r>
      <w:r w:rsidR="004C389C">
        <w:t>messieurs</w:t>
      </w:r>
      <w:r>
        <w:t xml:space="preserve">, </w:t>
      </w:r>
      <w:r w:rsidR="004C389C">
        <w:t>aime-t-il don Crist</w:t>
      </w:r>
      <w:r w:rsidR="004C389C">
        <w:t>o</w:t>
      </w:r>
      <w:r w:rsidR="004C389C">
        <w:t>bal Santa-</w:t>
      </w:r>
      <w:proofErr w:type="spellStart"/>
      <w:r w:rsidR="004C389C">
        <w:t>Fé</w:t>
      </w:r>
      <w:proofErr w:type="spellEnd"/>
      <w:r>
        <w:t> ?</w:t>
      </w:r>
    </w:p>
    <w:p w14:paraId="0CB8D2C3" w14:textId="77777777" w:rsidR="004B5A85" w:rsidRDefault="004C389C" w:rsidP="004C389C">
      <w:r>
        <w:t>Personne ne répondit et les visages se firent durs</w:t>
      </w:r>
      <w:r w:rsidR="004B5A85">
        <w:t>.</w:t>
      </w:r>
    </w:p>
    <w:p w14:paraId="5174083C" w14:textId="77777777" w:rsidR="004B5A85" w:rsidRDefault="004C389C" w:rsidP="004C389C">
      <w:r>
        <w:t>Il était évident qu</w:t>
      </w:r>
      <w:r w:rsidR="004B5A85">
        <w:t>’</w:t>
      </w:r>
      <w:r>
        <w:t>aucun des hommes présents n</w:t>
      </w:r>
      <w:r w:rsidR="004B5A85">
        <w:t>’</w:t>
      </w:r>
      <w:r>
        <w:t>aimait Son Excellence le gouverneur de Maracaïbo</w:t>
      </w:r>
      <w:r w:rsidR="004B5A85">
        <w:t>.</w:t>
      </w:r>
    </w:p>
    <w:p w14:paraId="45CCE437" w14:textId="77777777" w:rsidR="004B5A85" w:rsidRDefault="004B5A85" w:rsidP="004C389C">
      <w:r>
        <w:t>— </w:t>
      </w:r>
      <w:r w:rsidR="004C389C">
        <w:t>Bon</w:t>
      </w:r>
      <w:r>
        <w:t xml:space="preserve"> ! </w:t>
      </w:r>
      <w:r w:rsidR="004C389C">
        <w:t>fit José Calabozo</w:t>
      </w:r>
      <w:r>
        <w:t xml:space="preserve">. </w:t>
      </w:r>
      <w:r w:rsidR="004C389C">
        <w:t>Approchez vos têtes</w:t>
      </w:r>
      <w:r>
        <w:t xml:space="preserve">, </w:t>
      </w:r>
      <w:r w:rsidR="004C389C">
        <w:t>messieurs</w:t>
      </w:r>
      <w:r>
        <w:t xml:space="preserve">… </w:t>
      </w:r>
      <w:r w:rsidR="004C389C">
        <w:t>car souvent les murs ont des oreilles</w:t>
      </w:r>
      <w:r>
        <w:t xml:space="preserve">. </w:t>
      </w:r>
      <w:r w:rsidR="004C389C">
        <w:t>Voici mon plan</w:t>
      </w:r>
      <w:r>
        <w:t> !</w:t>
      </w:r>
    </w:p>
    <w:p w14:paraId="40FFAE22" w14:textId="77777777" w:rsidR="004B5A85" w:rsidRDefault="004C389C" w:rsidP="004C389C">
      <w:r>
        <w:t>Et</w:t>
      </w:r>
      <w:r w:rsidR="004B5A85">
        <w:t xml:space="preserve">, </w:t>
      </w:r>
      <w:r>
        <w:t>pendant près de cinq minutes</w:t>
      </w:r>
      <w:r w:rsidR="004B5A85">
        <w:t xml:space="preserve">, </w:t>
      </w:r>
      <w:r>
        <w:t>à voix très basse</w:t>
      </w:r>
      <w:r w:rsidR="004B5A85">
        <w:t xml:space="preserve">, </w:t>
      </w:r>
      <w:r>
        <w:t>l</w:t>
      </w:r>
      <w:r w:rsidR="004B5A85">
        <w:t>’</w:t>
      </w:r>
      <w:r>
        <w:t>armateur parla et ses paroles furent évidemment recueillies par l</w:t>
      </w:r>
      <w:r w:rsidR="004B5A85">
        <w:t>’</w:t>
      </w:r>
      <w:r>
        <w:t>armateur</w:t>
      </w:r>
      <w:r w:rsidR="004B5A85">
        <w:t xml:space="preserve">, </w:t>
      </w:r>
      <w:r>
        <w:t>le juge</w:t>
      </w:r>
      <w:r w:rsidR="004B5A85">
        <w:t xml:space="preserve">, </w:t>
      </w:r>
      <w:r>
        <w:t>le capitaine et le mécanicien</w:t>
      </w:r>
      <w:r w:rsidR="004B5A85">
        <w:t>…</w:t>
      </w:r>
    </w:p>
    <w:p w14:paraId="3A5E5E97" w14:textId="77777777" w:rsidR="004B5A85" w:rsidRDefault="004C389C" w:rsidP="004C389C">
      <w:r>
        <w:t>Quelles furent ces paroles</w:t>
      </w:r>
      <w:r w:rsidR="004B5A85">
        <w:t> ?…</w:t>
      </w:r>
    </w:p>
    <w:p w14:paraId="5E650A29" w14:textId="77777777" w:rsidR="004B5A85" w:rsidRDefault="004C389C" w:rsidP="004C389C">
      <w:r>
        <w:t>Peu importe</w:t>
      </w:r>
      <w:r w:rsidR="004B5A85">
        <w:t xml:space="preserve">. </w:t>
      </w:r>
      <w:r>
        <w:t>Leur résultat seul nous intéresse</w:t>
      </w:r>
      <w:r w:rsidR="004B5A85">
        <w:t>.</w:t>
      </w:r>
    </w:p>
    <w:p w14:paraId="6FCD4EB5" w14:textId="77777777" w:rsidR="004B5A85" w:rsidRDefault="004C389C" w:rsidP="004C389C">
      <w:r>
        <w:t>Et le résultat</w:t>
      </w:r>
      <w:r w:rsidR="004B5A85">
        <w:t xml:space="preserve">, </w:t>
      </w:r>
      <w:r>
        <w:t>le voici</w:t>
      </w:r>
      <w:r w:rsidR="004B5A85">
        <w:t> :</w:t>
      </w:r>
    </w:p>
    <w:p w14:paraId="76333745" w14:textId="77777777" w:rsidR="004B5A85" w:rsidRDefault="004C389C" w:rsidP="004C389C">
      <w:r>
        <w:t>À minuit et quart</w:t>
      </w:r>
      <w:r w:rsidR="004B5A85">
        <w:t xml:space="preserve">, </w:t>
      </w:r>
      <w:r>
        <w:t>comme il sortait du théâtre et montait dans la voiture qui devait le ramener à sa maison</w:t>
      </w:r>
      <w:r w:rsidR="004B5A85">
        <w:t xml:space="preserve">, </w:t>
      </w:r>
      <w:r>
        <w:t xml:space="preserve">place du </w:t>
      </w:r>
      <w:r>
        <w:lastRenderedPageBreak/>
        <w:t>Go</w:t>
      </w:r>
      <w:r>
        <w:t>u</w:t>
      </w:r>
      <w:r>
        <w:t>vernement</w:t>
      </w:r>
      <w:r w:rsidR="004B5A85">
        <w:t xml:space="preserve">, </w:t>
      </w:r>
      <w:r>
        <w:t>le colonel Cristobal Santa-</w:t>
      </w:r>
      <w:proofErr w:type="spellStart"/>
      <w:r>
        <w:t>Fé</w:t>
      </w:r>
      <w:proofErr w:type="spellEnd"/>
      <w:r>
        <w:t xml:space="preserve"> fut salué par José C</w:t>
      </w:r>
      <w:r>
        <w:t>a</w:t>
      </w:r>
      <w:r>
        <w:t>labozo</w:t>
      </w:r>
      <w:r w:rsidR="004B5A85">
        <w:t> !</w:t>
      </w:r>
    </w:p>
    <w:p w14:paraId="1033140E" w14:textId="77777777" w:rsidR="004B5A85" w:rsidRDefault="004B5A85" w:rsidP="004C389C">
      <w:r>
        <w:t>— </w:t>
      </w:r>
      <w:r w:rsidR="004C389C">
        <w:t>Ah</w:t>
      </w:r>
      <w:r>
        <w:t xml:space="preserve"> ! </w:t>
      </w:r>
      <w:r w:rsidR="004C389C">
        <w:t>bonsoir</w:t>
      </w:r>
      <w:r>
        <w:t xml:space="preserve">, </w:t>
      </w:r>
      <w:r w:rsidR="004C389C">
        <w:t>señor don José</w:t>
      </w:r>
      <w:r>
        <w:t xml:space="preserve"> ! </w:t>
      </w:r>
      <w:r w:rsidR="004C389C">
        <w:t>s</w:t>
      </w:r>
      <w:r>
        <w:t>’</w:t>
      </w:r>
      <w:r w:rsidR="004C389C">
        <w:t>écria le gouverneur avec une sorte de condescendance hautaine</w:t>
      </w:r>
      <w:r>
        <w:t xml:space="preserve">. </w:t>
      </w:r>
      <w:r w:rsidR="004C389C">
        <w:t>Vous sortez du théâtre</w:t>
      </w:r>
      <w:r>
        <w:t xml:space="preserve"> ?… </w:t>
      </w:r>
      <w:r w:rsidR="004C389C">
        <w:t>Je ne vous ai pas vu</w:t>
      </w:r>
      <w:r>
        <w:t> !…</w:t>
      </w:r>
    </w:p>
    <w:p w14:paraId="7D7DC0E7" w14:textId="77777777" w:rsidR="004B5A85" w:rsidRDefault="004B5A85" w:rsidP="004C389C">
      <w:r>
        <w:t>— </w:t>
      </w:r>
      <w:r w:rsidR="004C389C">
        <w:t>Oh</w:t>
      </w:r>
      <w:r>
        <w:t xml:space="preserve"> ! </w:t>
      </w:r>
      <w:r w:rsidR="004C389C">
        <w:t>il n</w:t>
      </w:r>
      <w:r>
        <w:t>’</w:t>
      </w:r>
      <w:r w:rsidR="004C389C">
        <w:t>importe</w:t>
      </w:r>
      <w:r>
        <w:t xml:space="preserve">, </w:t>
      </w:r>
      <w:r w:rsidR="004C389C">
        <w:t>mon cher colonel</w:t>
      </w:r>
      <w:r>
        <w:t xml:space="preserve">, </w:t>
      </w:r>
      <w:r w:rsidR="004C389C">
        <w:t>répondit José avec aisance</w:t>
      </w:r>
      <w:r>
        <w:t xml:space="preserve">. </w:t>
      </w:r>
      <w:r w:rsidR="004C389C">
        <w:t>Mais je voudrais vous demander un service</w:t>
      </w:r>
      <w:r>
        <w:t>…</w:t>
      </w:r>
    </w:p>
    <w:p w14:paraId="284E1F77" w14:textId="77777777" w:rsidR="004B5A85" w:rsidRDefault="004B5A85" w:rsidP="004C389C">
      <w:r>
        <w:t>— </w:t>
      </w:r>
      <w:r w:rsidR="004C389C">
        <w:t>Lequel</w:t>
      </w:r>
      <w:r>
        <w:t xml:space="preserve">, </w:t>
      </w:r>
      <w:r w:rsidR="004C389C">
        <w:t>señor</w:t>
      </w:r>
      <w:r>
        <w:t> ?</w:t>
      </w:r>
    </w:p>
    <w:p w14:paraId="7482A410" w14:textId="77777777" w:rsidR="004B5A85" w:rsidRDefault="004B5A85" w:rsidP="004C389C">
      <w:r>
        <w:t>— </w:t>
      </w:r>
      <w:r w:rsidR="004C389C">
        <w:t>Mes deux chevaux sont tombés malades</w:t>
      </w:r>
      <w:r>
        <w:t xml:space="preserve">, </w:t>
      </w:r>
      <w:r w:rsidR="004C389C">
        <w:t>ce matin</w:t>
      </w:r>
      <w:r>
        <w:t xml:space="preserve">, </w:t>
      </w:r>
      <w:r w:rsidR="004C389C">
        <w:t>de je ne sais quelle maladie</w:t>
      </w:r>
      <w:r>
        <w:t xml:space="preserve">, </w:t>
      </w:r>
      <w:r w:rsidR="004C389C">
        <w:t>ce qui m</w:t>
      </w:r>
      <w:r>
        <w:t>’</w:t>
      </w:r>
      <w:r w:rsidR="004C389C">
        <w:t>a obligé à venir à pied au spe</w:t>
      </w:r>
      <w:r w:rsidR="004C389C">
        <w:t>c</w:t>
      </w:r>
      <w:r w:rsidR="004C389C">
        <w:t>tacle</w:t>
      </w:r>
      <w:r>
        <w:t xml:space="preserve">. </w:t>
      </w:r>
      <w:r w:rsidR="004C389C">
        <w:t>Pas d</w:t>
      </w:r>
      <w:r>
        <w:t>’</w:t>
      </w:r>
      <w:r w:rsidR="004C389C">
        <w:t>inconvénient à cela</w:t>
      </w:r>
      <w:r>
        <w:t xml:space="preserve">, </w:t>
      </w:r>
      <w:r w:rsidR="004C389C">
        <w:t>d</w:t>
      </w:r>
      <w:r>
        <w:t>’</w:t>
      </w:r>
      <w:r w:rsidR="004C389C">
        <w:t>ailleurs</w:t>
      </w:r>
      <w:r>
        <w:t xml:space="preserve"> ! </w:t>
      </w:r>
      <w:r w:rsidR="004C389C">
        <w:t>Et je m</w:t>
      </w:r>
      <w:r>
        <w:t>’</w:t>
      </w:r>
      <w:r w:rsidR="004C389C">
        <w:t>en retourn</w:t>
      </w:r>
      <w:r w:rsidR="004C389C">
        <w:t>e</w:t>
      </w:r>
      <w:r w:rsidR="004C389C">
        <w:t>rais de même</w:t>
      </w:r>
      <w:r>
        <w:t xml:space="preserve">, </w:t>
      </w:r>
      <w:r w:rsidR="004C389C">
        <w:t>si en descendant l</w:t>
      </w:r>
      <w:r>
        <w:t>’</w:t>
      </w:r>
      <w:r w:rsidR="004C389C">
        <w:t>escalier</w:t>
      </w:r>
      <w:r>
        <w:t xml:space="preserve">, </w:t>
      </w:r>
      <w:r w:rsidR="004C389C">
        <w:t>là</w:t>
      </w:r>
      <w:r>
        <w:t xml:space="preserve">, </w:t>
      </w:r>
      <w:r w:rsidR="004C389C">
        <w:t>je n</w:t>
      </w:r>
      <w:r>
        <w:t>’</w:t>
      </w:r>
      <w:r w:rsidR="004C389C">
        <w:t>avais fait un faux pas qui me vaudra</w:t>
      </w:r>
      <w:r>
        <w:t xml:space="preserve">, </w:t>
      </w:r>
      <w:r w:rsidR="004C389C">
        <w:t>je crois</w:t>
      </w:r>
      <w:r>
        <w:t xml:space="preserve">, </w:t>
      </w:r>
      <w:r w:rsidR="004C389C">
        <w:t>une légère entorse</w:t>
      </w:r>
      <w:r>
        <w:t>…</w:t>
      </w:r>
    </w:p>
    <w:p w14:paraId="034213B0" w14:textId="77777777" w:rsidR="004B5A85" w:rsidRDefault="004C389C" w:rsidP="004C389C">
      <w:r>
        <w:t>Et</w:t>
      </w:r>
      <w:r w:rsidR="004B5A85">
        <w:t xml:space="preserve">, </w:t>
      </w:r>
      <w:r>
        <w:t>ce disant</w:t>
      </w:r>
      <w:r w:rsidR="004B5A85">
        <w:t xml:space="preserve">, </w:t>
      </w:r>
      <w:r>
        <w:t>José Calabozo fit deux pas hésitants</w:t>
      </w:r>
      <w:r w:rsidR="004B5A85">
        <w:t>.</w:t>
      </w:r>
    </w:p>
    <w:p w14:paraId="49E01C7B" w14:textId="77777777" w:rsidR="004B5A85" w:rsidRDefault="004B5A85" w:rsidP="004C389C">
      <w:r>
        <w:t>— </w:t>
      </w:r>
      <w:r w:rsidR="004C389C">
        <w:t>En effet</w:t>
      </w:r>
      <w:r>
        <w:t xml:space="preserve">, </w:t>
      </w:r>
      <w:r w:rsidR="004C389C">
        <w:t>vous boitez</w:t>
      </w:r>
      <w:r>
        <w:t xml:space="preserve"> ! </w:t>
      </w:r>
      <w:r w:rsidR="004C389C">
        <w:t>s</w:t>
      </w:r>
      <w:r>
        <w:t>’</w:t>
      </w:r>
      <w:r w:rsidR="004C389C">
        <w:t>écria le gouverneur qui</w:t>
      </w:r>
      <w:r>
        <w:t xml:space="preserve">, </w:t>
      </w:r>
      <w:r w:rsidR="004C389C">
        <w:t>tout ha</w:t>
      </w:r>
      <w:r w:rsidR="004C389C">
        <w:t>u</w:t>
      </w:r>
      <w:r w:rsidR="004C389C">
        <w:t>tain qu</w:t>
      </w:r>
      <w:r>
        <w:t>’</w:t>
      </w:r>
      <w:r w:rsidR="004C389C">
        <w:t>il voulût être</w:t>
      </w:r>
      <w:r>
        <w:t xml:space="preserve">, </w:t>
      </w:r>
      <w:r w:rsidR="004C389C">
        <w:t>devait se résigner à se montrer aimable envers un bourgeois de Maracaïbo</w:t>
      </w:r>
      <w:r>
        <w:t xml:space="preserve">, </w:t>
      </w:r>
      <w:r w:rsidR="004C389C">
        <w:t>aussi riche et aussi influent que l</w:t>
      </w:r>
      <w:r>
        <w:t>’</w:t>
      </w:r>
      <w:r w:rsidR="004C389C">
        <w:t>était le gros armateur</w:t>
      </w:r>
      <w:r>
        <w:t>…</w:t>
      </w:r>
    </w:p>
    <w:p w14:paraId="76DDE72C" w14:textId="77777777" w:rsidR="004B5A85" w:rsidRDefault="004C389C" w:rsidP="004C389C">
      <w:r>
        <w:t>Il ajouta donc aussitôt</w:t>
      </w:r>
      <w:r w:rsidR="004B5A85">
        <w:t> :</w:t>
      </w:r>
    </w:p>
    <w:p w14:paraId="59346972" w14:textId="77777777" w:rsidR="004B5A85" w:rsidRDefault="004B5A85" w:rsidP="004C389C">
      <w:r>
        <w:t>— </w:t>
      </w:r>
      <w:r w:rsidR="004C389C">
        <w:t>Faites-moi la grâce</w:t>
      </w:r>
      <w:r>
        <w:t xml:space="preserve">, </w:t>
      </w:r>
      <w:r w:rsidR="004C389C">
        <w:t>señor don José</w:t>
      </w:r>
      <w:r>
        <w:t xml:space="preserve">, </w:t>
      </w:r>
      <w:r w:rsidR="004C389C">
        <w:t>d</w:t>
      </w:r>
      <w:r>
        <w:t>’</w:t>
      </w:r>
      <w:r w:rsidR="004C389C">
        <w:t>accepter une place dans ma voiture</w:t>
      </w:r>
      <w:r>
        <w:t xml:space="preserve">. </w:t>
      </w:r>
      <w:r w:rsidR="004C389C">
        <w:t>Nos maisons sont en vis-à-vis</w:t>
      </w:r>
      <w:r>
        <w:t xml:space="preserve">. </w:t>
      </w:r>
      <w:r w:rsidR="004C389C">
        <w:t>Je vous dépos</w:t>
      </w:r>
      <w:r w:rsidR="004C389C">
        <w:t>e</w:t>
      </w:r>
      <w:r w:rsidR="004C389C">
        <w:t>rai à votre porte</w:t>
      </w:r>
      <w:r>
        <w:t>.</w:t>
      </w:r>
    </w:p>
    <w:p w14:paraId="7838BD80" w14:textId="77777777" w:rsidR="004B5A85" w:rsidRDefault="004B5A85" w:rsidP="004C389C">
      <w:r>
        <w:t>— </w:t>
      </w:r>
      <w:r w:rsidR="004C389C">
        <w:t>Voilà justement</w:t>
      </w:r>
      <w:r>
        <w:t xml:space="preserve">, </w:t>
      </w:r>
      <w:r w:rsidR="004C389C">
        <w:t>Excellence</w:t>
      </w:r>
      <w:r>
        <w:t xml:space="preserve">, </w:t>
      </w:r>
      <w:r w:rsidR="004C389C">
        <w:t>s</w:t>
      </w:r>
      <w:r>
        <w:t>’</w:t>
      </w:r>
      <w:r w:rsidR="004C389C">
        <w:t>écria joyeusement l</w:t>
      </w:r>
      <w:r>
        <w:t>’</w:t>
      </w:r>
      <w:r w:rsidR="004C389C">
        <w:t>armateur</w:t>
      </w:r>
      <w:r>
        <w:t xml:space="preserve">, </w:t>
      </w:r>
      <w:r w:rsidR="004C389C">
        <w:t>le service que je voulais vous demander</w:t>
      </w:r>
      <w:r>
        <w:t xml:space="preserve">. </w:t>
      </w:r>
      <w:r w:rsidR="004C389C">
        <w:t>Et mon v</w:t>
      </w:r>
      <w:r w:rsidR="004C389C">
        <w:t>a</w:t>
      </w:r>
      <w:r w:rsidR="004C389C">
        <w:t>let montera près de votre cocher</w:t>
      </w:r>
      <w:r>
        <w:t xml:space="preserve">. </w:t>
      </w:r>
      <w:r w:rsidR="004C389C">
        <w:t>Ohé</w:t>
      </w:r>
      <w:r>
        <w:t xml:space="preserve"> ! </w:t>
      </w:r>
      <w:r w:rsidR="004C389C">
        <w:t>Giuseppe</w:t>
      </w:r>
      <w:r>
        <w:t xml:space="preserve">, </w:t>
      </w:r>
      <w:r w:rsidR="004C389C">
        <w:t>monte sur le siège</w:t>
      </w:r>
      <w:r>
        <w:t> !</w:t>
      </w:r>
    </w:p>
    <w:p w14:paraId="04BCA901" w14:textId="77777777" w:rsidR="004B5A85" w:rsidRDefault="004C389C" w:rsidP="004C389C">
      <w:r>
        <w:lastRenderedPageBreak/>
        <w:t>Mais déjà assez aimable</w:t>
      </w:r>
      <w:r w:rsidR="004B5A85">
        <w:t xml:space="preserve">, </w:t>
      </w:r>
      <w:r>
        <w:t>malgré ses airs de condesce</w:t>
      </w:r>
      <w:r>
        <w:t>n</w:t>
      </w:r>
      <w:r>
        <w:t>dance</w:t>
      </w:r>
      <w:r w:rsidR="004B5A85">
        <w:t xml:space="preserve">, </w:t>
      </w:r>
      <w:r>
        <w:t>don Cristobal poussait doucement José dans la voiture et y entrait après lui</w:t>
      </w:r>
      <w:r w:rsidR="004B5A85">
        <w:t>.</w:t>
      </w:r>
    </w:p>
    <w:p w14:paraId="70609F5A" w14:textId="77777777" w:rsidR="004B5A85" w:rsidRDefault="004C389C" w:rsidP="004C389C">
      <w:r>
        <w:t>Et là</w:t>
      </w:r>
      <w:r w:rsidR="004B5A85">
        <w:t xml:space="preserve">, </w:t>
      </w:r>
      <w:r>
        <w:t>tout de suite</w:t>
      </w:r>
      <w:r w:rsidR="004B5A85">
        <w:t xml:space="preserve">, </w:t>
      </w:r>
      <w:r>
        <w:t>quand la portière tut refermée</w:t>
      </w:r>
      <w:r w:rsidR="004B5A85">
        <w:t xml:space="preserve">, </w:t>
      </w:r>
      <w:r>
        <w:t>José C</w:t>
      </w:r>
      <w:r>
        <w:t>a</w:t>
      </w:r>
      <w:r>
        <w:t>labozo dit au gouverneur</w:t>
      </w:r>
      <w:r w:rsidR="004B5A85">
        <w:t xml:space="preserve">, </w:t>
      </w:r>
      <w:r>
        <w:t>la voix rapide et grave</w:t>
      </w:r>
      <w:r w:rsidR="004B5A85">
        <w:t> :</w:t>
      </w:r>
    </w:p>
    <w:p w14:paraId="10B3378E" w14:textId="77777777" w:rsidR="004B5A85" w:rsidRDefault="004B5A85" w:rsidP="004C389C">
      <w:r>
        <w:t>— </w:t>
      </w:r>
      <w:r w:rsidR="004C389C">
        <w:t>Colonel</w:t>
      </w:r>
      <w:r>
        <w:t xml:space="preserve">, </w:t>
      </w:r>
      <w:r w:rsidR="004C389C">
        <w:t>il ne s</w:t>
      </w:r>
      <w:r>
        <w:t>’</w:t>
      </w:r>
      <w:r w:rsidR="004C389C">
        <w:t>agit pas d</w:t>
      </w:r>
      <w:r>
        <w:t>’</w:t>
      </w:r>
      <w:r w:rsidR="004C389C">
        <w:t>entorse</w:t>
      </w:r>
      <w:r>
        <w:t xml:space="preserve">. </w:t>
      </w:r>
      <w:r w:rsidR="004C389C">
        <w:t>Écoutez-moi</w:t>
      </w:r>
      <w:r>
        <w:t xml:space="preserve">. </w:t>
      </w:r>
      <w:r w:rsidR="004C389C">
        <w:t>Connai</w:t>
      </w:r>
      <w:r w:rsidR="004C389C">
        <w:t>s</w:t>
      </w:r>
      <w:r w:rsidR="004C389C">
        <w:t>sez-vous Hugues de Mauduit</w:t>
      </w:r>
      <w:r>
        <w:t> ?…</w:t>
      </w:r>
    </w:p>
    <w:p w14:paraId="76D5372A" w14:textId="77777777" w:rsidR="004B5A85" w:rsidRDefault="004B5A85" w:rsidP="004C389C">
      <w:r>
        <w:t>— </w:t>
      </w:r>
      <w:r w:rsidR="004C389C">
        <w:t>Hugues de Maud</w:t>
      </w:r>
      <w:r>
        <w:t xml:space="preserve">… ? </w:t>
      </w:r>
      <w:r w:rsidR="004C389C">
        <w:t>s</w:t>
      </w:r>
      <w:r>
        <w:t>’</w:t>
      </w:r>
      <w:r w:rsidR="004C389C">
        <w:t>écria Santa-</w:t>
      </w:r>
      <w:proofErr w:type="spellStart"/>
      <w:r w:rsidR="004C389C">
        <w:t>Fé</w:t>
      </w:r>
      <w:proofErr w:type="spellEnd"/>
      <w:r w:rsidR="004C389C">
        <w:t xml:space="preserve"> sans achever de prononcer le nom</w:t>
      </w:r>
      <w:r>
        <w:t>.</w:t>
      </w:r>
    </w:p>
    <w:p w14:paraId="0ABC7748" w14:textId="77777777" w:rsidR="004B5A85" w:rsidRDefault="004C389C" w:rsidP="004C389C">
      <w:r>
        <w:t>Et</w:t>
      </w:r>
      <w:r w:rsidR="004B5A85">
        <w:t xml:space="preserve">, </w:t>
      </w:r>
      <w:r>
        <w:t>à la clarté de la petite lampe qui éclairait l</w:t>
      </w:r>
      <w:r w:rsidR="004B5A85">
        <w:t>’</w:t>
      </w:r>
      <w:r>
        <w:t>intérieur de la voiture</w:t>
      </w:r>
      <w:r w:rsidR="004B5A85">
        <w:t xml:space="preserve">, </w:t>
      </w:r>
      <w:r>
        <w:t>José vit le gouverneur pâlir affreusement</w:t>
      </w:r>
      <w:r w:rsidR="004B5A85">
        <w:t>.</w:t>
      </w:r>
    </w:p>
    <w:p w14:paraId="4912FBE7" w14:textId="77777777" w:rsidR="004B5A85" w:rsidRDefault="004B5A85" w:rsidP="004C389C">
      <w:r>
        <w:t>— </w:t>
      </w:r>
      <w:r w:rsidR="004C389C">
        <w:t>Vous le connaissez</w:t>
      </w:r>
      <w:r>
        <w:t xml:space="preserve">, </w:t>
      </w:r>
      <w:r w:rsidR="004C389C">
        <w:t>je vois</w:t>
      </w:r>
      <w:r>
        <w:t xml:space="preserve">. </w:t>
      </w:r>
      <w:r w:rsidR="004C389C">
        <w:t>Eh bien</w:t>
      </w:r>
      <w:r>
        <w:t xml:space="preserve"> ! </w:t>
      </w:r>
      <w:r w:rsidR="004C389C">
        <w:t>écoutez</w:t>
      </w:r>
      <w:r>
        <w:t> !…</w:t>
      </w:r>
    </w:p>
    <w:p w14:paraId="31D794AA" w14:textId="77777777" w:rsidR="004B5A85" w:rsidRDefault="004C389C" w:rsidP="004C389C">
      <w:r>
        <w:t>Et vite</w:t>
      </w:r>
      <w:r w:rsidR="004B5A85">
        <w:t xml:space="preserve">, </w:t>
      </w:r>
      <w:r>
        <w:t>il raconta l</w:t>
      </w:r>
      <w:r w:rsidR="004B5A85">
        <w:t>’</w:t>
      </w:r>
      <w:r>
        <w:t>extraordinaire aventure de la soirée</w:t>
      </w:r>
      <w:r w:rsidR="004B5A85">
        <w:t>.</w:t>
      </w:r>
    </w:p>
    <w:p w14:paraId="5C093B5C" w14:textId="77777777" w:rsidR="004B5A85" w:rsidRDefault="004C389C" w:rsidP="004C389C">
      <w:r>
        <w:t>Il répéta</w:t>
      </w:r>
      <w:r w:rsidR="004B5A85">
        <w:t xml:space="preserve">, </w:t>
      </w:r>
      <w:r>
        <w:t>mot pour mot</w:t>
      </w:r>
      <w:r w:rsidR="004B5A85">
        <w:t xml:space="preserve">, </w:t>
      </w:r>
      <w:r>
        <w:t>les paroles du Ravageur du Monde</w:t>
      </w:r>
      <w:r w:rsidR="004B5A85">
        <w:t>.</w:t>
      </w:r>
    </w:p>
    <w:p w14:paraId="039305AF" w14:textId="77777777" w:rsidR="004B5A85" w:rsidRDefault="004C389C" w:rsidP="004C389C">
      <w:r>
        <w:t>Et il conclut</w:t>
      </w:r>
      <w:r w:rsidR="004B5A85">
        <w:t> :</w:t>
      </w:r>
    </w:p>
    <w:p w14:paraId="6B53949C" w14:textId="3183D725" w:rsidR="004B5A85" w:rsidRDefault="004B5A85" w:rsidP="004C389C">
      <w:r>
        <w:t>— </w:t>
      </w:r>
      <w:r w:rsidR="004C389C">
        <w:t>Qu</w:t>
      </w:r>
      <w:r>
        <w:t>’</w:t>
      </w:r>
      <w:r w:rsidR="004C389C">
        <w:t>allez-vous faire</w:t>
      </w:r>
      <w:r w:rsidR="004116B2">
        <w:t>,</w:t>
      </w:r>
      <w:r>
        <w:t xml:space="preserve"> </w:t>
      </w:r>
      <w:r w:rsidR="004C389C">
        <w:t>don Cristobal</w:t>
      </w:r>
      <w:r w:rsidR="004116B2">
        <w:t> ?</w:t>
      </w:r>
    </w:p>
    <w:p w14:paraId="54444199" w14:textId="77777777" w:rsidR="004B5A85" w:rsidRDefault="004B5A85" w:rsidP="004C389C">
      <w:r>
        <w:t>— </w:t>
      </w:r>
      <w:r w:rsidR="004C389C">
        <w:t>Ce que je vais faire</w:t>
      </w:r>
      <w:r>
        <w:t xml:space="preserve"> ? </w:t>
      </w:r>
      <w:r w:rsidR="004C389C">
        <w:t>s</w:t>
      </w:r>
      <w:r>
        <w:t>’</w:t>
      </w:r>
      <w:r w:rsidR="004C389C">
        <w:t>écria le gouverneur d</w:t>
      </w:r>
      <w:r>
        <w:t>’</w:t>
      </w:r>
      <w:r w:rsidR="004C389C">
        <w:t>une voix blanche et d</w:t>
      </w:r>
      <w:r>
        <w:t>’</w:t>
      </w:r>
      <w:r w:rsidR="004C389C">
        <w:t>un ton cynique</w:t>
      </w:r>
      <w:r>
        <w:t xml:space="preserve">. </w:t>
      </w:r>
      <w:r w:rsidR="004C389C">
        <w:t>Faire tourner bride à la voiture et filer sur la route de Caracas</w:t>
      </w:r>
      <w:r>
        <w:t xml:space="preserve">. </w:t>
      </w:r>
      <w:r w:rsidR="004C389C">
        <w:t>Et cela</w:t>
      </w:r>
      <w:r>
        <w:t xml:space="preserve">, </w:t>
      </w:r>
      <w:r w:rsidR="004C389C">
        <w:t>tout de suite</w:t>
      </w:r>
      <w:r>
        <w:t xml:space="preserve"> !… </w:t>
      </w:r>
      <w:r w:rsidR="004C389C">
        <w:t>La ville de Maracaïbo s</w:t>
      </w:r>
      <w:r>
        <w:t>’</w:t>
      </w:r>
      <w:r w:rsidR="004C389C">
        <w:t>arrangera avec Hugues de Mauduit</w:t>
      </w:r>
      <w:r>
        <w:t xml:space="preserve">, </w:t>
      </w:r>
      <w:r w:rsidR="004C389C">
        <w:t>s</w:t>
      </w:r>
      <w:r>
        <w:t>’</w:t>
      </w:r>
      <w:r w:rsidR="004C389C">
        <w:t>il est vrai qu</w:t>
      </w:r>
      <w:r>
        <w:t>’</w:t>
      </w:r>
      <w:r w:rsidR="004C389C">
        <w:t>il peut tout ce qu</w:t>
      </w:r>
      <w:r>
        <w:t>’</w:t>
      </w:r>
      <w:r w:rsidR="004C389C">
        <w:t>il dit</w:t>
      </w:r>
      <w:r>
        <w:t>…</w:t>
      </w:r>
    </w:p>
    <w:p w14:paraId="572867A4" w14:textId="77777777" w:rsidR="004B5A85" w:rsidRDefault="004B5A85" w:rsidP="004C389C">
      <w:r>
        <w:t>— </w:t>
      </w:r>
      <w:r w:rsidR="004C389C">
        <w:t>Infâme et lâche</w:t>
      </w:r>
      <w:r>
        <w:t xml:space="preserve"> ! </w:t>
      </w:r>
      <w:r w:rsidR="004C389C">
        <w:t>gronda José Calabozo</w:t>
      </w:r>
      <w:r>
        <w:t xml:space="preserve">… </w:t>
      </w:r>
      <w:r w:rsidR="004C389C">
        <w:t>J</w:t>
      </w:r>
      <w:r>
        <w:t>’</w:t>
      </w:r>
      <w:r w:rsidR="004C389C">
        <w:t>avais bien prévu ce que tu ferais</w:t>
      </w:r>
      <w:r>
        <w:t xml:space="preserve">… </w:t>
      </w:r>
      <w:r w:rsidR="004C389C">
        <w:t>Je te connais trop</w:t>
      </w:r>
      <w:r>
        <w:t xml:space="preserve"> !… </w:t>
      </w:r>
      <w:r w:rsidR="004C389C">
        <w:t>Et tu aurais ainsi abandonné ta femme et ta fille</w:t>
      </w:r>
      <w:r>
        <w:t xml:space="preserve">… </w:t>
      </w:r>
      <w:r w:rsidR="004C389C">
        <w:t>chose que nous ne</w:t>
      </w:r>
      <w:r>
        <w:t>…</w:t>
      </w:r>
    </w:p>
    <w:p w14:paraId="23E638AE" w14:textId="77777777" w:rsidR="004B5A85" w:rsidRDefault="004B5A85" w:rsidP="004C389C">
      <w:r>
        <w:lastRenderedPageBreak/>
        <w:t>— </w:t>
      </w:r>
      <w:r w:rsidR="004C389C">
        <w:t>Señor</w:t>
      </w:r>
      <w:r>
        <w:t xml:space="preserve"> !… </w:t>
      </w:r>
      <w:r w:rsidR="004C389C">
        <w:t>fit le colonel en essayant de se rebiffer avec d</w:t>
      </w:r>
      <w:r w:rsidR="004C389C">
        <w:t>i</w:t>
      </w:r>
      <w:r w:rsidR="004C389C">
        <w:t>gnité</w:t>
      </w:r>
      <w:r>
        <w:t>…</w:t>
      </w:r>
    </w:p>
    <w:p w14:paraId="2BA0B63F" w14:textId="77777777" w:rsidR="004B5A85" w:rsidRDefault="004C389C" w:rsidP="004C389C">
      <w:r>
        <w:t>Mais</w:t>
      </w:r>
      <w:r w:rsidR="004B5A85">
        <w:t xml:space="preserve">, </w:t>
      </w:r>
      <w:r>
        <w:t>à cet instant</w:t>
      </w:r>
      <w:r w:rsidR="004B5A85">
        <w:t xml:space="preserve">, </w:t>
      </w:r>
      <w:r>
        <w:t>le formidable poing du gros armateur s</w:t>
      </w:r>
      <w:r w:rsidR="004B5A85">
        <w:t>’</w:t>
      </w:r>
      <w:r>
        <w:t>abattait sur le crâne de Cristobal et l</w:t>
      </w:r>
      <w:r w:rsidR="004B5A85">
        <w:t>’</w:t>
      </w:r>
      <w:r>
        <w:t>étourdissait comme un coup de massue</w:t>
      </w:r>
      <w:r w:rsidR="004B5A85">
        <w:t>…</w:t>
      </w:r>
    </w:p>
    <w:p w14:paraId="6E9D2959" w14:textId="77777777" w:rsidR="004B5A85" w:rsidRDefault="004C389C" w:rsidP="004C389C">
      <w:r>
        <w:t>Puis</w:t>
      </w:r>
      <w:r w:rsidR="004B5A85">
        <w:t xml:space="preserve">, </w:t>
      </w:r>
      <w:r>
        <w:t>passant la tête à la portière</w:t>
      </w:r>
      <w:r w:rsidR="004B5A85">
        <w:t xml:space="preserve">, </w:t>
      </w:r>
      <w:r>
        <w:t>dont la vitre était restée baissée</w:t>
      </w:r>
      <w:r w:rsidR="004B5A85">
        <w:t xml:space="preserve">, </w:t>
      </w:r>
      <w:r>
        <w:t>José cria</w:t>
      </w:r>
      <w:r w:rsidR="004B5A85">
        <w:t> :</w:t>
      </w:r>
    </w:p>
    <w:p w14:paraId="53D60BE1" w14:textId="77777777" w:rsidR="004B5A85" w:rsidRDefault="004B5A85" w:rsidP="004C389C">
      <w:r>
        <w:t>— </w:t>
      </w:r>
      <w:r w:rsidR="004C389C">
        <w:t>Les enfants</w:t>
      </w:r>
      <w:r>
        <w:t xml:space="preserve">, </w:t>
      </w:r>
      <w:r w:rsidR="004C389C">
        <w:t>ça y est</w:t>
      </w:r>
      <w:r>
        <w:t> !…</w:t>
      </w:r>
    </w:p>
    <w:p w14:paraId="728AB1E4" w14:textId="77777777" w:rsidR="004B5A85" w:rsidRDefault="004C389C" w:rsidP="004C389C">
      <w:r>
        <w:t>À ce cri</w:t>
      </w:r>
      <w:r w:rsidR="004B5A85">
        <w:t xml:space="preserve">, </w:t>
      </w:r>
      <w:r>
        <w:t>Giuseppe le mécanicien qui était sur le siège</w:t>
      </w:r>
      <w:r w:rsidR="004B5A85">
        <w:t xml:space="preserve">, </w:t>
      </w:r>
      <w:r>
        <w:t>à c</w:t>
      </w:r>
      <w:r>
        <w:t>ô</w:t>
      </w:r>
      <w:r>
        <w:t>té du cocher</w:t>
      </w:r>
      <w:r w:rsidR="004B5A85">
        <w:t xml:space="preserve">, </w:t>
      </w:r>
      <w:r>
        <w:t>saisit brusquement les guides</w:t>
      </w:r>
      <w:r w:rsidR="004B5A85">
        <w:t xml:space="preserve">, </w:t>
      </w:r>
      <w:r>
        <w:t>arrêta les chevaux</w:t>
      </w:r>
      <w:r w:rsidR="004B5A85">
        <w:t>.</w:t>
      </w:r>
    </w:p>
    <w:p w14:paraId="5E4FBAC9" w14:textId="77777777" w:rsidR="004B5A85" w:rsidRDefault="004C389C" w:rsidP="004C389C">
      <w:r>
        <w:t>Et comme le cocher s</w:t>
      </w:r>
      <w:r w:rsidR="004B5A85">
        <w:t>’</w:t>
      </w:r>
      <w:r>
        <w:t>étonnait</w:t>
      </w:r>
      <w:r w:rsidR="004B5A85">
        <w:t xml:space="preserve">, </w:t>
      </w:r>
      <w:r>
        <w:t>Giuseppe lui donna une bourrade si violente que le malheureux tomba sur le pavé de la rue</w:t>
      </w:r>
      <w:r w:rsidR="004B5A85">
        <w:t xml:space="preserve">, </w:t>
      </w:r>
      <w:r>
        <w:t>déserte heureusement</w:t>
      </w:r>
      <w:r w:rsidR="004B5A85">
        <w:t xml:space="preserve"> ! </w:t>
      </w:r>
      <w:r>
        <w:t>Il ne se fit d</w:t>
      </w:r>
      <w:r w:rsidR="004B5A85">
        <w:t>’</w:t>
      </w:r>
      <w:r>
        <w:t>ailleurs aucun mal</w:t>
      </w:r>
      <w:r w:rsidR="004B5A85">
        <w:t xml:space="preserve">, </w:t>
      </w:r>
      <w:r>
        <w:t xml:space="preserve">car sa chute fut amortie par les bras de Felipe </w:t>
      </w:r>
      <w:proofErr w:type="spellStart"/>
      <w:r>
        <w:t>Varinas</w:t>
      </w:r>
      <w:proofErr w:type="spellEnd"/>
      <w:r>
        <w:t xml:space="preserve"> et du cap</w:t>
      </w:r>
      <w:r>
        <w:t>i</w:t>
      </w:r>
      <w:r>
        <w:t>taine Stefano qui le bâillonnèrent</w:t>
      </w:r>
      <w:r w:rsidR="004B5A85">
        <w:t xml:space="preserve">, </w:t>
      </w:r>
      <w:r>
        <w:t>le ligotèrent et le jetèrent dans la voiture aux pieds de Cristobal Santa-</w:t>
      </w:r>
      <w:proofErr w:type="spellStart"/>
      <w:r>
        <w:t>Fé</w:t>
      </w:r>
      <w:proofErr w:type="spellEnd"/>
      <w:r>
        <w:t xml:space="preserve"> évanoui et de José attentif</w:t>
      </w:r>
      <w:r w:rsidR="004B5A85">
        <w:t>.</w:t>
      </w:r>
    </w:p>
    <w:p w14:paraId="0DC65A95" w14:textId="77777777" w:rsidR="004B5A85" w:rsidRDefault="004C389C" w:rsidP="004C389C">
      <w:r>
        <w:t>Depuis le théâtre</w:t>
      </w:r>
      <w:r w:rsidR="004B5A85">
        <w:t xml:space="preserve">, </w:t>
      </w:r>
      <w:r>
        <w:t>Felipe et le capitaine avaient suivi en courant la voiture qui</w:t>
      </w:r>
      <w:r w:rsidR="004B5A85">
        <w:t xml:space="preserve">, </w:t>
      </w:r>
      <w:r>
        <w:t>la nuit</w:t>
      </w:r>
      <w:r w:rsidR="004B5A85">
        <w:t xml:space="preserve">, </w:t>
      </w:r>
      <w:r>
        <w:t>et par les rues tortueuses</w:t>
      </w:r>
      <w:r w:rsidR="004B5A85">
        <w:t xml:space="preserve">, </w:t>
      </w:r>
      <w:r>
        <w:t>n</w:t>
      </w:r>
      <w:r w:rsidR="004B5A85">
        <w:t>’</w:t>
      </w:r>
      <w:r>
        <w:t>allait pas très vite</w:t>
      </w:r>
      <w:r w:rsidR="004B5A85">
        <w:t>.</w:t>
      </w:r>
    </w:p>
    <w:p w14:paraId="12AB8EC0" w14:textId="77777777" w:rsidR="004B5A85" w:rsidRDefault="004C389C" w:rsidP="004C389C">
      <w:r>
        <w:t>Stefano monta sur le siège</w:t>
      </w:r>
      <w:r w:rsidR="004B5A85">
        <w:t xml:space="preserve">, </w:t>
      </w:r>
      <w:r>
        <w:t>à côté de son mécanicien Gi</w:t>
      </w:r>
      <w:r>
        <w:t>u</w:t>
      </w:r>
      <w:r>
        <w:t>seppe</w:t>
      </w:r>
      <w:r w:rsidR="004B5A85">
        <w:t xml:space="preserve">, </w:t>
      </w:r>
      <w:r>
        <w:t>devenu pour le moment cocher</w:t>
      </w:r>
      <w:r w:rsidR="004B5A85">
        <w:t xml:space="preserve">. </w:t>
      </w:r>
      <w:r>
        <w:t>Et Felipe parvint à tro</w:t>
      </w:r>
      <w:r>
        <w:t>u</w:t>
      </w:r>
      <w:r>
        <w:t>ver encore une place dans la voiture en se pliant en deux et en s</w:t>
      </w:r>
      <w:r w:rsidR="004B5A85">
        <w:t>’</w:t>
      </w:r>
      <w:r>
        <w:t>asseyant à demi sur les genoux du gouverneur inconscient</w:t>
      </w:r>
      <w:r w:rsidR="004B5A85">
        <w:t>.</w:t>
      </w:r>
    </w:p>
    <w:p w14:paraId="62BC2037" w14:textId="77777777" w:rsidR="004B5A85" w:rsidRDefault="004C389C" w:rsidP="004C389C">
      <w:r>
        <w:t>Et les chevaux</w:t>
      </w:r>
      <w:r w:rsidR="004B5A85">
        <w:t xml:space="preserve">, </w:t>
      </w:r>
      <w:r>
        <w:t>stimulés par Giuseppe</w:t>
      </w:r>
      <w:r w:rsidR="004B5A85">
        <w:t xml:space="preserve">, </w:t>
      </w:r>
      <w:r>
        <w:t>reprirent leur marche</w:t>
      </w:r>
      <w:r w:rsidR="004B5A85">
        <w:t xml:space="preserve">, </w:t>
      </w:r>
      <w:r>
        <w:t>mais plus vite</w:t>
      </w:r>
      <w:r w:rsidR="004B5A85">
        <w:t xml:space="preserve">, </w:t>
      </w:r>
      <w:r>
        <w:t>cette fois</w:t>
      </w:r>
      <w:r w:rsidR="004B5A85">
        <w:t xml:space="preserve">, </w:t>
      </w:r>
      <w:r>
        <w:t>et par des rues qui ne m</w:t>
      </w:r>
      <w:r>
        <w:t>e</w:t>
      </w:r>
      <w:r>
        <w:t>naient pas à la place du Gouvernement</w:t>
      </w:r>
      <w:r w:rsidR="004B5A85">
        <w:t>.</w:t>
      </w:r>
    </w:p>
    <w:p w14:paraId="608B774F" w14:textId="77777777" w:rsidR="004B5A85" w:rsidRDefault="004C389C" w:rsidP="004C389C">
      <w:r>
        <w:lastRenderedPageBreak/>
        <w:t>En effet</w:t>
      </w:r>
      <w:r w:rsidR="004B5A85">
        <w:t xml:space="preserve">, </w:t>
      </w:r>
      <w:r>
        <w:t>la voiture sortit bientôt de la ville</w:t>
      </w:r>
      <w:r w:rsidR="004B5A85">
        <w:t xml:space="preserve">, </w:t>
      </w:r>
      <w:r>
        <w:t>longea de loin le faubourg de l</w:t>
      </w:r>
      <w:r w:rsidR="004B5A85">
        <w:t>’</w:t>
      </w:r>
      <w:r>
        <w:t>avant-port et s</w:t>
      </w:r>
      <w:r w:rsidR="004B5A85">
        <w:t>’</w:t>
      </w:r>
      <w:r>
        <w:t>engagea sur la route qui mène à la mer</w:t>
      </w:r>
      <w:r w:rsidR="004B5A85">
        <w:t xml:space="preserve">, </w:t>
      </w:r>
      <w:r>
        <w:t>le long de la lagune</w:t>
      </w:r>
      <w:r w:rsidR="004B5A85">
        <w:t>.</w:t>
      </w:r>
    </w:p>
    <w:p w14:paraId="2AF97A48" w14:textId="77777777" w:rsidR="004B5A85" w:rsidRDefault="004C389C" w:rsidP="004C389C">
      <w:r>
        <w:t>Elle s</w:t>
      </w:r>
      <w:r w:rsidR="004B5A85">
        <w:t>’</w:t>
      </w:r>
      <w:r>
        <w:t>arrêta devant une villa</w:t>
      </w:r>
      <w:r w:rsidR="004B5A85">
        <w:t xml:space="preserve">, </w:t>
      </w:r>
      <w:r>
        <w:t>derrière laquelle il y avait un bosquet qui s</w:t>
      </w:r>
      <w:r w:rsidR="004B5A85">
        <w:t>’</w:t>
      </w:r>
      <w:r>
        <w:t>étendait presque jusqu</w:t>
      </w:r>
      <w:r w:rsidR="004B5A85">
        <w:t>’</w:t>
      </w:r>
      <w:r>
        <w:t>au bord de l</w:t>
      </w:r>
      <w:r w:rsidR="004B5A85">
        <w:t>’</w:t>
      </w:r>
      <w:r>
        <w:t>eau et était e</w:t>
      </w:r>
      <w:r>
        <w:t>n</w:t>
      </w:r>
      <w:r>
        <w:t>touré d</w:t>
      </w:r>
      <w:r w:rsidR="004B5A85">
        <w:t>’</w:t>
      </w:r>
      <w:r>
        <w:t>une grille</w:t>
      </w:r>
      <w:r w:rsidR="004B5A85">
        <w:t>.</w:t>
      </w:r>
    </w:p>
    <w:p w14:paraId="637E9C64" w14:textId="7E4E26FE" w:rsidR="004B5A85" w:rsidRDefault="004C389C" w:rsidP="004C389C">
      <w:r>
        <w:t>Le gouverneur encore assommé</w:t>
      </w:r>
      <w:r w:rsidR="004B5A85">
        <w:t xml:space="preserve">, </w:t>
      </w:r>
      <w:r>
        <w:t>son cocher bâillonné et l</w:t>
      </w:r>
      <w:r>
        <w:t>i</w:t>
      </w:r>
      <w:r>
        <w:t>goté</w:t>
      </w:r>
      <w:r w:rsidR="004B5A85">
        <w:t xml:space="preserve">, </w:t>
      </w:r>
      <w:r>
        <w:t>furent sortis de la voiture et portés dans la maison</w:t>
      </w:r>
      <w:r w:rsidR="004B5A85">
        <w:t xml:space="preserve">, </w:t>
      </w:r>
      <w:r>
        <w:t>dans une chambre où on les posa tous les deux sur un lit</w:t>
      </w:r>
      <w:r w:rsidR="004B5A85">
        <w:t xml:space="preserve">. </w:t>
      </w:r>
      <w:r>
        <w:t>Et revolver au poing</w:t>
      </w:r>
      <w:r w:rsidR="004B5A85">
        <w:t xml:space="preserve">, </w:t>
      </w:r>
      <w:r>
        <w:t>Giuseppe resta là</w:t>
      </w:r>
      <w:r w:rsidR="004B5A85">
        <w:t xml:space="preserve">, </w:t>
      </w:r>
      <w:r>
        <w:t xml:space="preserve">surveillant le réveil </w:t>
      </w:r>
      <w:r w:rsidR="004A215E">
        <w:t>d</w:t>
      </w:r>
      <w:r>
        <w:t>e don Cristobal Santa-</w:t>
      </w:r>
      <w:proofErr w:type="spellStart"/>
      <w:r>
        <w:t>Fé</w:t>
      </w:r>
      <w:proofErr w:type="spellEnd"/>
      <w:r w:rsidR="004B5A85">
        <w:t>.</w:t>
      </w:r>
    </w:p>
    <w:p w14:paraId="13F2817E" w14:textId="77777777" w:rsidR="004B5A85" w:rsidRDefault="004C389C" w:rsidP="004C389C">
      <w:r>
        <w:t>Pendant ce temps</w:t>
      </w:r>
      <w:r w:rsidR="004B5A85">
        <w:t xml:space="preserve">, </w:t>
      </w:r>
      <w:r>
        <w:t>dans une pièce voisine qui était un s</w:t>
      </w:r>
      <w:r>
        <w:t>a</w:t>
      </w:r>
      <w:r>
        <w:t>lon</w:t>
      </w:r>
      <w:r w:rsidR="004B5A85">
        <w:t xml:space="preserve">, </w:t>
      </w:r>
      <w:r>
        <w:t xml:space="preserve">le juge </w:t>
      </w:r>
      <w:proofErr w:type="spellStart"/>
      <w:r>
        <w:t>Olivarès</w:t>
      </w:r>
      <w:proofErr w:type="spellEnd"/>
      <w:r w:rsidR="004B5A85">
        <w:t xml:space="preserve">, </w:t>
      </w:r>
      <w:r>
        <w:t xml:space="preserve">José Calabozo et Felipe </w:t>
      </w:r>
      <w:proofErr w:type="spellStart"/>
      <w:r>
        <w:t>Varinas</w:t>
      </w:r>
      <w:proofErr w:type="spellEnd"/>
      <w:r>
        <w:t xml:space="preserve"> causaient à voix basse</w:t>
      </w:r>
      <w:r w:rsidR="004B5A85">
        <w:t>.</w:t>
      </w:r>
    </w:p>
    <w:p w14:paraId="16B3BA0A" w14:textId="77777777" w:rsidR="004B5A85" w:rsidRDefault="004B5A85" w:rsidP="004C389C">
      <w:r>
        <w:t>— </w:t>
      </w:r>
      <w:r w:rsidR="004C389C">
        <w:t>J</w:t>
      </w:r>
      <w:r>
        <w:t>’</w:t>
      </w:r>
      <w:r w:rsidR="004C389C">
        <w:t>ai caché chevaux et voiture dans le bosquet</w:t>
      </w:r>
      <w:r>
        <w:t xml:space="preserve">, </w:t>
      </w:r>
      <w:r w:rsidR="004C389C">
        <w:t>disait le juge</w:t>
      </w:r>
      <w:r>
        <w:t xml:space="preserve">. </w:t>
      </w:r>
      <w:r w:rsidR="004C389C">
        <w:t>Au petit jour</w:t>
      </w:r>
      <w:r>
        <w:t xml:space="preserve">, </w:t>
      </w:r>
      <w:r w:rsidR="004C389C">
        <w:t>Giuseppe</w:t>
      </w:r>
      <w:r>
        <w:t xml:space="preserve">, </w:t>
      </w:r>
      <w:r w:rsidR="004C389C">
        <w:t>déguisé</w:t>
      </w:r>
      <w:r>
        <w:t xml:space="preserve">, </w:t>
      </w:r>
      <w:r w:rsidR="004C389C">
        <w:t>conduira le tout dans la campagne</w:t>
      </w:r>
      <w:r>
        <w:t xml:space="preserve">, </w:t>
      </w:r>
      <w:r w:rsidR="004C389C">
        <w:t>coupera les liens du cocher et s</w:t>
      </w:r>
      <w:r>
        <w:t>’</w:t>
      </w:r>
      <w:r w:rsidR="004C389C">
        <w:t>enfuira pendant le temps que le cocher se débâillonnera et se débandera les yeux</w:t>
      </w:r>
      <w:r>
        <w:t>…</w:t>
      </w:r>
    </w:p>
    <w:p w14:paraId="53A23BB2" w14:textId="77777777" w:rsidR="004B5A85" w:rsidRDefault="004B5A85" w:rsidP="004C389C">
      <w:r>
        <w:t>— </w:t>
      </w:r>
      <w:r w:rsidR="004C389C">
        <w:t>Oui</w:t>
      </w:r>
      <w:r>
        <w:t xml:space="preserve"> ! </w:t>
      </w:r>
      <w:r w:rsidR="004C389C">
        <w:t>et ce cocher ne pourra rien dire</w:t>
      </w:r>
      <w:r>
        <w:t xml:space="preserve">, </w:t>
      </w:r>
      <w:r w:rsidR="004C389C">
        <w:t>fit José</w:t>
      </w:r>
      <w:r>
        <w:t xml:space="preserve">, </w:t>
      </w:r>
      <w:r w:rsidR="004C389C">
        <w:t>car il ne sait rien</w:t>
      </w:r>
      <w:r>
        <w:t xml:space="preserve">. </w:t>
      </w:r>
      <w:r w:rsidR="004C389C">
        <w:t>Moi-même je serai dans la voiture</w:t>
      </w:r>
      <w:r>
        <w:t xml:space="preserve">, </w:t>
      </w:r>
      <w:r w:rsidR="004C389C">
        <w:t>ligoté</w:t>
      </w:r>
      <w:r>
        <w:t xml:space="preserve">, </w:t>
      </w:r>
      <w:r w:rsidR="004C389C">
        <w:t>bâillonné</w:t>
      </w:r>
      <w:r>
        <w:t xml:space="preserve">… </w:t>
      </w:r>
      <w:r w:rsidR="004C389C">
        <w:t>Ah</w:t>
      </w:r>
      <w:r>
        <w:t xml:space="preserve"> ! </w:t>
      </w:r>
      <w:r w:rsidR="004C389C">
        <w:t>la bonne farce</w:t>
      </w:r>
      <w:r>
        <w:t xml:space="preserve">… </w:t>
      </w:r>
      <w:r w:rsidR="004C389C">
        <w:t>Je raconterai une histoire de brigands</w:t>
      </w:r>
      <w:r>
        <w:t> !…</w:t>
      </w:r>
    </w:p>
    <w:p w14:paraId="4F3A5A66" w14:textId="77777777" w:rsidR="004B5A85" w:rsidRDefault="004B5A85" w:rsidP="004C389C">
      <w:r>
        <w:t>— </w:t>
      </w:r>
      <w:r w:rsidR="004C389C">
        <w:t xml:space="preserve">Personne ne soupçonnera le juge </w:t>
      </w:r>
      <w:proofErr w:type="spellStart"/>
      <w:r w:rsidR="004C389C">
        <w:t>Olivarès</w:t>
      </w:r>
      <w:proofErr w:type="spellEnd"/>
      <w:r>
        <w:t xml:space="preserve">, </w:t>
      </w:r>
      <w:r w:rsidR="004C389C">
        <w:t>fit le magi</w:t>
      </w:r>
      <w:r w:rsidR="004C389C">
        <w:t>s</w:t>
      </w:r>
      <w:r w:rsidR="004C389C">
        <w:t>trat</w:t>
      </w:r>
      <w:r>
        <w:t xml:space="preserve">, </w:t>
      </w:r>
      <w:r w:rsidR="004C389C">
        <w:t>d</w:t>
      </w:r>
      <w:r>
        <w:t>’</w:t>
      </w:r>
      <w:r w:rsidR="004C389C">
        <w:t>avoir prêté sa villa</w:t>
      </w:r>
      <w:r>
        <w:t xml:space="preserve">, </w:t>
      </w:r>
      <w:r w:rsidR="004C389C">
        <w:t>son canot</w:t>
      </w:r>
      <w:r>
        <w:t xml:space="preserve">, </w:t>
      </w:r>
      <w:r w:rsidR="004C389C">
        <w:t>et d</w:t>
      </w:r>
      <w:r>
        <w:t>’</w:t>
      </w:r>
      <w:r w:rsidR="004C389C">
        <w:t>être complice de la disparition de Son Excellence</w:t>
      </w:r>
      <w:r>
        <w:t>…</w:t>
      </w:r>
    </w:p>
    <w:p w14:paraId="139325E3" w14:textId="77777777" w:rsidR="004B5A85" w:rsidRDefault="004B5A85" w:rsidP="004C389C">
      <w:r>
        <w:t>— </w:t>
      </w:r>
      <w:r w:rsidR="004C389C">
        <w:t>Et qui pourrait soupçonner le capitaine Stefano</w:t>
      </w:r>
      <w:r>
        <w:t xml:space="preserve">, </w:t>
      </w:r>
      <w:r w:rsidR="004C389C">
        <w:t>dit à son tour le vieux loup de mer</w:t>
      </w:r>
      <w:r>
        <w:t xml:space="preserve">, </w:t>
      </w:r>
      <w:r w:rsidR="004C389C">
        <w:t>d</w:t>
      </w:r>
      <w:r>
        <w:t>’</w:t>
      </w:r>
      <w:r w:rsidR="004C389C">
        <w:t xml:space="preserve">avoir avec Felipe </w:t>
      </w:r>
      <w:proofErr w:type="spellStart"/>
      <w:r w:rsidR="004C389C">
        <w:t>Varinas</w:t>
      </w:r>
      <w:proofErr w:type="spellEnd"/>
      <w:r>
        <w:t xml:space="preserve">, </w:t>
      </w:r>
      <w:r w:rsidR="004C389C">
        <w:t>remis l</w:t>
      </w:r>
      <w:r>
        <w:t>’</w:t>
      </w:r>
      <w:r w:rsidR="004C389C">
        <w:t>Excellence entre les mains du Ravageur du Monde</w:t>
      </w:r>
      <w:r>
        <w:t> ?…</w:t>
      </w:r>
    </w:p>
    <w:p w14:paraId="09992FC8" w14:textId="77777777" w:rsidR="004B5A85" w:rsidRDefault="004B5A85" w:rsidP="004C389C">
      <w:r>
        <w:lastRenderedPageBreak/>
        <w:t>— </w:t>
      </w:r>
      <w:r w:rsidR="004C389C">
        <w:t>Cela ne nous regarde pas</w:t>
      </w:r>
      <w:r>
        <w:t xml:space="preserve">, </w:t>
      </w:r>
      <w:r w:rsidR="004C389C">
        <w:t>dit gravement José</w:t>
      </w:r>
      <w:r>
        <w:t>.</w:t>
      </w:r>
    </w:p>
    <w:p w14:paraId="025DDE28" w14:textId="77777777" w:rsidR="004B5A85" w:rsidRDefault="004C389C" w:rsidP="004C389C">
      <w:r>
        <w:t>Et</w:t>
      </w:r>
      <w:r w:rsidR="004B5A85">
        <w:t xml:space="preserve">, </w:t>
      </w:r>
      <w:r>
        <w:t>levant le bras droit avec solennité</w:t>
      </w:r>
      <w:r w:rsidR="004B5A85">
        <w:t xml:space="preserve">, </w:t>
      </w:r>
      <w:r>
        <w:t>le digne armateur ajouta</w:t>
      </w:r>
      <w:r w:rsidR="004B5A85">
        <w:t xml:space="preserve">, </w:t>
      </w:r>
      <w:r>
        <w:t>très ému</w:t>
      </w:r>
      <w:r w:rsidR="004B5A85">
        <w:t> :</w:t>
      </w:r>
    </w:p>
    <w:p w14:paraId="7FC38E95" w14:textId="77777777" w:rsidR="004B5A85" w:rsidRDefault="004B5A85" w:rsidP="004C389C">
      <w:r>
        <w:t>— </w:t>
      </w:r>
      <w:r w:rsidR="004C389C">
        <w:t>Mes amis</w:t>
      </w:r>
      <w:r>
        <w:t xml:space="preserve">, </w:t>
      </w:r>
      <w:r w:rsidR="004C389C">
        <w:t>je vous jure que si Cristobal Santa-</w:t>
      </w:r>
      <w:proofErr w:type="spellStart"/>
      <w:r w:rsidR="004C389C">
        <w:t>Fé</w:t>
      </w:r>
      <w:proofErr w:type="spellEnd"/>
      <w:r w:rsidR="004C389C">
        <w:t xml:space="preserve"> avait dit</w:t>
      </w:r>
      <w:r>
        <w:t> : « </w:t>
      </w:r>
      <w:r w:rsidR="004C389C">
        <w:t>Je ne me rendrai pas à l</w:t>
      </w:r>
      <w:r>
        <w:t>’</w:t>
      </w:r>
      <w:r w:rsidR="004C389C">
        <w:t>invitation du Ravageur du Monde</w:t>
      </w:r>
      <w:r>
        <w:t xml:space="preserve">. </w:t>
      </w:r>
      <w:r w:rsidR="004C389C">
        <w:t>Mais s</w:t>
      </w:r>
      <w:r>
        <w:t>’</w:t>
      </w:r>
      <w:r w:rsidR="004C389C">
        <w:t>il attaque la ville que je gouverne</w:t>
      </w:r>
      <w:r>
        <w:t xml:space="preserve">, </w:t>
      </w:r>
      <w:r w:rsidR="004C389C">
        <w:t>je la défe</w:t>
      </w:r>
      <w:r w:rsidR="004C389C">
        <w:t>n</w:t>
      </w:r>
      <w:r w:rsidR="004C389C">
        <w:t>drai</w:t>
      </w:r>
      <w:r>
        <w:t> ! »</w:t>
      </w:r>
      <w:r w:rsidR="004C389C">
        <w:t xml:space="preserve"> Si Cristobal avait dit cela</w:t>
      </w:r>
      <w:r>
        <w:t xml:space="preserve">, </w:t>
      </w:r>
      <w:r w:rsidR="004C389C">
        <w:t>loin de l</w:t>
      </w:r>
      <w:r>
        <w:t>’</w:t>
      </w:r>
      <w:r w:rsidR="004C389C">
        <w:t>assommer d</w:t>
      </w:r>
      <w:r>
        <w:t>’</w:t>
      </w:r>
      <w:r w:rsidR="004C389C">
        <w:t>un coup de poing</w:t>
      </w:r>
      <w:r>
        <w:t xml:space="preserve">, </w:t>
      </w:r>
      <w:r w:rsidR="004C389C">
        <w:t>je lui aurais répondu</w:t>
      </w:r>
      <w:r>
        <w:t> :</w:t>
      </w:r>
    </w:p>
    <w:p w14:paraId="55EA6618" w14:textId="77777777" w:rsidR="004B5A85" w:rsidRDefault="004B5A85" w:rsidP="004C389C">
      <w:r>
        <w:t>« </w:t>
      </w:r>
      <w:r w:rsidR="004C389C">
        <w:t>Mettez-vous à la tête de vos troupes</w:t>
      </w:r>
      <w:r>
        <w:t xml:space="preserve"> ; </w:t>
      </w:r>
      <w:r w:rsidR="004C389C">
        <w:t>moi</w:t>
      </w:r>
      <w:r>
        <w:t xml:space="preserve">, </w:t>
      </w:r>
      <w:r w:rsidR="004C389C">
        <w:t>de mon côté</w:t>
      </w:r>
      <w:r>
        <w:t xml:space="preserve">, </w:t>
      </w:r>
      <w:r w:rsidR="004C389C">
        <w:t>je vais faire couler de vieux bateaux à l</w:t>
      </w:r>
      <w:r>
        <w:t>’</w:t>
      </w:r>
      <w:r w:rsidR="004C389C">
        <w:t>entrée du port pour le bloquer et soulever la population</w:t>
      </w:r>
      <w:r>
        <w:t>. »</w:t>
      </w:r>
      <w:r w:rsidR="004C389C">
        <w:t xml:space="preserve"> Et jusqu</w:t>
      </w:r>
      <w:r>
        <w:t>’</w:t>
      </w:r>
      <w:r w:rsidR="004C389C">
        <w:t>à la mort</w:t>
      </w:r>
      <w:r>
        <w:t xml:space="preserve">, </w:t>
      </w:r>
      <w:r w:rsidR="004C389C">
        <w:t>ou jusqu</w:t>
      </w:r>
      <w:r>
        <w:t>’</w:t>
      </w:r>
      <w:r w:rsidR="004C389C">
        <w:t>à ce que nous recevions de Caracas des secours néce</w:t>
      </w:r>
      <w:r w:rsidR="004C389C">
        <w:t>s</w:t>
      </w:r>
      <w:r w:rsidR="004C389C">
        <w:t>saires pour la victoire</w:t>
      </w:r>
      <w:r>
        <w:t xml:space="preserve">, </w:t>
      </w:r>
      <w:r w:rsidR="004C389C">
        <w:t>nous nous serions défendus</w:t>
      </w:r>
      <w:r>
        <w:t>…</w:t>
      </w:r>
    </w:p>
    <w:p w14:paraId="7D629F7D" w14:textId="77777777" w:rsidR="004B5A85" w:rsidRDefault="004B5A85" w:rsidP="004C389C">
      <w:r>
        <w:t>« </w:t>
      </w:r>
      <w:r w:rsidR="004C389C">
        <w:t>Mais quand j</w:t>
      </w:r>
      <w:r>
        <w:t>’</w:t>
      </w:r>
      <w:r w:rsidR="004C389C">
        <w:t>ai vu que mes prévisions ne me trompaient pas</w:t>
      </w:r>
      <w:r>
        <w:t xml:space="preserve">, </w:t>
      </w:r>
      <w:r w:rsidR="004C389C">
        <w:t>que ce lâche de Santa-</w:t>
      </w:r>
      <w:proofErr w:type="spellStart"/>
      <w:r w:rsidR="004C389C">
        <w:t>Fé</w:t>
      </w:r>
      <w:proofErr w:type="spellEnd"/>
      <w:r w:rsidR="004C389C">
        <w:t xml:space="preserve"> voulait fuir et nous abandonner</w:t>
      </w:r>
      <w:r>
        <w:t xml:space="preserve">… </w:t>
      </w:r>
      <w:r w:rsidR="004C389C">
        <w:t>Alors</w:t>
      </w:r>
      <w:r>
        <w:t xml:space="preserve">, </w:t>
      </w:r>
      <w:r w:rsidR="004C389C">
        <w:t>j</w:t>
      </w:r>
      <w:r>
        <w:t>’</w:t>
      </w:r>
      <w:r w:rsidR="004C389C">
        <w:t>ai frappé</w:t>
      </w:r>
      <w:r>
        <w:t> !…</w:t>
      </w:r>
    </w:p>
    <w:p w14:paraId="0D8FC6C0" w14:textId="77777777" w:rsidR="004B5A85" w:rsidRDefault="004B5A85" w:rsidP="004C389C">
      <w:r>
        <w:t>« </w:t>
      </w:r>
      <w:r w:rsidR="004C389C">
        <w:t>Périsse le gouverneur plutôt que la ville</w:t>
      </w:r>
      <w:r>
        <w:t xml:space="preserve">, </w:t>
      </w:r>
      <w:r w:rsidR="004C389C">
        <w:t>ses habitants et ses richesses</w:t>
      </w:r>
      <w:r>
        <w:t> !</w:t>
      </w:r>
    </w:p>
    <w:p w14:paraId="25A01415" w14:textId="77777777" w:rsidR="004B5A85" w:rsidRDefault="004B5A85" w:rsidP="004C389C">
      <w:r>
        <w:t>— </w:t>
      </w:r>
      <w:r w:rsidR="004C389C">
        <w:t>C</w:t>
      </w:r>
      <w:r>
        <w:t>’</w:t>
      </w:r>
      <w:r w:rsidR="004C389C">
        <w:t>est justice</w:t>
      </w:r>
      <w:r>
        <w:t xml:space="preserve"> ! </w:t>
      </w:r>
      <w:r w:rsidR="004C389C">
        <w:t>firent gravement le juge</w:t>
      </w:r>
      <w:r>
        <w:t xml:space="preserve">, </w:t>
      </w:r>
      <w:r w:rsidR="004C389C">
        <w:t>le capitaine et F</w:t>
      </w:r>
      <w:r w:rsidR="004C389C">
        <w:t>e</w:t>
      </w:r>
      <w:r w:rsidR="004C389C">
        <w:t xml:space="preserve">lipe </w:t>
      </w:r>
      <w:proofErr w:type="spellStart"/>
      <w:r w:rsidR="004C389C">
        <w:t>Varinas</w:t>
      </w:r>
      <w:proofErr w:type="spellEnd"/>
      <w:r>
        <w:t>…</w:t>
      </w:r>
    </w:p>
    <w:p w14:paraId="70EF35CB" w14:textId="77777777" w:rsidR="004B5A85" w:rsidRDefault="004C389C" w:rsidP="004C389C">
      <w:r>
        <w:t>Et</w:t>
      </w:r>
      <w:r w:rsidR="004B5A85">
        <w:t xml:space="preserve">, </w:t>
      </w:r>
      <w:r>
        <w:t>au lever du soleil</w:t>
      </w:r>
      <w:r w:rsidR="004B5A85">
        <w:t xml:space="preserve">, </w:t>
      </w:r>
      <w:r>
        <w:t>tandis qu</w:t>
      </w:r>
      <w:r w:rsidR="004B5A85">
        <w:t>’</w:t>
      </w:r>
      <w:r>
        <w:t>une voiture à deux chevaux s</w:t>
      </w:r>
      <w:r w:rsidR="004B5A85">
        <w:t>’</w:t>
      </w:r>
      <w:r>
        <w:t>en allait à toute vitesse dans la campagne</w:t>
      </w:r>
      <w:r w:rsidR="004B5A85">
        <w:t xml:space="preserve">, </w:t>
      </w:r>
      <w:r>
        <w:t>un canot s</w:t>
      </w:r>
      <w:r w:rsidR="004B5A85">
        <w:t>’</w:t>
      </w:r>
      <w:r>
        <w:t>éloignait</w:t>
      </w:r>
      <w:r w:rsidR="004B5A85">
        <w:t xml:space="preserve">, </w:t>
      </w:r>
      <w:r>
        <w:t>sur la lagune du bord ombragé par le bosquet</w:t>
      </w:r>
      <w:r w:rsidR="004B5A85">
        <w:t>.</w:t>
      </w:r>
    </w:p>
    <w:p w14:paraId="3D8B4F6F" w14:textId="77777777" w:rsidR="004B5A85" w:rsidRDefault="004C389C" w:rsidP="004C389C">
      <w:r>
        <w:t>Deux hommes tenaient les rames</w:t>
      </w:r>
      <w:r w:rsidR="004B5A85">
        <w:t xml:space="preserve">, </w:t>
      </w:r>
      <w:r>
        <w:t>et un autre ligoté était couché dans le fond du canot</w:t>
      </w:r>
      <w:r w:rsidR="004B5A85">
        <w:t xml:space="preserve">, </w:t>
      </w:r>
      <w:r>
        <w:t>blême</w:t>
      </w:r>
      <w:r w:rsidR="004B5A85">
        <w:t xml:space="preserve">, </w:t>
      </w:r>
      <w:r>
        <w:t>les lèvres serrées</w:t>
      </w:r>
      <w:r w:rsidR="004B5A85">
        <w:t xml:space="preserve">, </w:t>
      </w:r>
      <w:r>
        <w:t>les yeux ouverts exprimant une terreur sans nom</w:t>
      </w:r>
      <w:r w:rsidR="004B5A85">
        <w:t>…</w:t>
      </w:r>
    </w:p>
    <w:p w14:paraId="72C845B6" w14:textId="77777777" w:rsidR="004B5A85" w:rsidRDefault="004C389C" w:rsidP="004C389C">
      <w:r>
        <w:t>Les deux rameurs étaient l</w:t>
      </w:r>
      <w:r w:rsidR="004B5A85">
        <w:t>’</w:t>
      </w:r>
      <w:r>
        <w:t xml:space="preserve">armateur Felipe </w:t>
      </w:r>
      <w:proofErr w:type="spellStart"/>
      <w:r>
        <w:t>Varinas</w:t>
      </w:r>
      <w:proofErr w:type="spellEnd"/>
      <w:r>
        <w:t xml:space="preserve"> et le capitaine Stefano</w:t>
      </w:r>
      <w:r w:rsidR="004B5A85">
        <w:t>.</w:t>
      </w:r>
    </w:p>
    <w:p w14:paraId="6570B770" w14:textId="77777777" w:rsidR="004B5A85" w:rsidRDefault="004C389C" w:rsidP="004C389C">
      <w:r>
        <w:lastRenderedPageBreak/>
        <w:t>L</w:t>
      </w:r>
      <w:r w:rsidR="004B5A85">
        <w:t>’</w:t>
      </w:r>
      <w:r>
        <w:t>homme étendu était Son Excellence le gouverneur de Maracaïbo</w:t>
      </w:r>
      <w:r w:rsidR="004B5A85">
        <w:t xml:space="preserve">, </w:t>
      </w:r>
      <w:r>
        <w:t>le colonel don Cristobal Santa-</w:t>
      </w:r>
      <w:proofErr w:type="spellStart"/>
      <w:r>
        <w:t>Fé</w:t>
      </w:r>
      <w:proofErr w:type="spellEnd"/>
      <w:r w:rsidR="004B5A85">
        <w:t>…</w:t>
      </w:r>
    </w:p>
    <w:p w14:paraId="42BC1C7F" w14:textId="77777777" w:rsidR="004B5A85" w:rsidRDefault="004C389C" w:rsidP="004C389C">
      <w:r>
        <w:t>À cette aventure nocturne et matinale</w:t>
      </w:r>
      <w:r w:rsidR="004B5A85">
        <w:t xml:space="preserve">, </w:t>
      </w:r>
      <w:r>
        <w:t>à ces noms</w:t>
      </w:r>
      <w:r w:rsidR="004B5A85">
        <w:t xml:space="preserve">, </w:t>
      </w:r>
      <w:r>
        <w:t>ne se croirait-on pas revenu aux temps tragiques d</w:t>
      </w:r>
      <w:r w:rsidR="004B5A85">
        <w:t>’</w:t>
      </w:r>
      <w:r>
        <w:t>autrefois</w:t>
      </w:r>
      <w:r w:rsidR="004B5A85">
        <w:t> !…</w:t>
      </w:r>
    </w:p>
    <w:p w14:paraId="5BC75EC6" w14:textId="77777777" w:rsidR="004B5A85" w:rsidRDefault="004C389C" w:rsidP="004C389C">
      <w:r>
        <w:t>C</w:t>
      </w:r>
      <w:r w:rsidR="004B5A85">
        <w:t>’</w:t>
      </w:r>
      <w:r>
        <w:t>est que le Venezuela est resté</w:t>
      </w:r>
      <w:r w:rsidR="004B5A85">
        <w:t xml:space="preserve">, </w:t>
      </w:r>
      <w:r>
        <w:t>en Amérique</w:t>
      </w:r>
      <w:r w:rsidR="004B5A85">
        <w:t xml:space="preserve">, </w:t>
      </w:r>
      <w:r>
        <w:t>un des pays les plus remplis encore de souvenirs espagnols</w:t>
      </w:r>
      <w:r w:rsidR="004B5A85">
        <w:t xml:space="preserve">, </w:t>
      </w:r>
      <w:r>
        <w:t>de mœurs a</w:t>
      </w:r>
      <w:r>
        <w:t>n</w:t>
      </w:r>
      <w:r>
        <w:t>ciennes</w:t>
      </w:r>
      <w:r w:rsidR="004B5A85">
        <w:t xml:space="preserve">, </w:t>
      </w:r>
      <w:r>
        <w:t>de noms à évocations historiques</w:t>
      </w:r>
      <w:r w:rsidR="004B5A85">
        <w:t xml:space="preserve">… </w:t>
      </w:r>
      <w:r>
        <w:t>Les hommes aussi y ont un peu l</w:t>
      </w:r>
      <w:r w:rsidR="004B5A85">
        <w:t>’</w:t>
      </w:r>
      <w:r>
        <w:t>âme de la vieille Espagne</w:t>
      </w:r>
      <w:r w:rsidR="004B5A85">
        <w:t>…</w:t>
      </w:r>
    </w:p>
    <w:p w14:paraId="2F7F65BE" w14:textId="4844E257" w:rsidR="004B5A85" w:rsidRDefault="004C389C" w:rsidP="004C389C">
      <w:r>
        <w:t>Et Cristobal Santa-</w:t>
      </w:r>
      <w:proofErr w:type="spellStart"/>
      <w:r>
        <w:t>Fé</w:t>
      </w:r>
      <w:proofErr w:type="spellEnd"/>
      <w:r>
        <w:t xml:space="preserve"> devait être profondément terrifié en passant de cette terre espagnole</w:t>
      </w:r>
      <w:r w:rsidR="004B5A85">
        <w:t xml:space="preserve">, </w:t>
      </w:r>
      <w:r>
        <w:t>routinière et ignorante</w:t>
      </w:r>
      <w:r w:rsidR="004B5A85">
        <w:t xml:space="preserve">, </w:t>
      </w:r>
      <w:r>
        <w:t>du V</w:t>
      </w:r>
      <w:r>
        <w:t>e</w:t>
      </w:r>
      <w:r>
        <w:t>nezuela dans les mains du très moderne Ravageur</w:t>
      </w:r>
      <w:r w:rsidR="004B5A85">
        <w:t xml:space="preserve">, </w:t>
      </w:r>
      <w:r>
        <w:t>comma</w:t>
      </w:r>
      <w:r>
        <w:t>n</w:t>
      </w:r>
      <w:r>
        <w:t xml:space="preserve">dant du sous-marin </w:t>
      </w:r>
      <w:r w:rsidR="004A215E">
        <w:t>l</w:t>
      </w:r>
      <w:r w:rsidRPr="004A215E">
        <w:t xml:space="preserve">e </w:t>
      </w:r>
      <w:r>
        <w:rPr>
          <w:i/>
          <w:iCs/>
        </w:rPr>
        <w:t>Nyctalope</w:t>
      </w:r>
      <w:r w:rsidR="004B5A85">
        <w:rPr>
          <w:i/>
          <w:iCs/>
        </w:rPr>
        <w:t xml:space="preserve">, </w:t>
      </w:r>
      <w:r>
        <w:t>cette merveille de la science</w:t>
      </w:r>
      <w:r w:rsidR="004B5A85">
        <w:t> !…</w:t>
      </w:r>
    </w:p>
    <w:p w14:paraId="4D41FA7C" w14:textId="77777777" w:rsidR="004B5A85" w:rsidRDefault="004C389C" w:rsidP="004C389C">
      <w:r>
        <w:t>Lutte tragique et qui</w:t>
      </w:r>
      <w:r w:rsidR="004B5A85">
        <w:t xml:space="preserve">, </w:t>
      </w:r>
      <w:r>
        <w:t>avec une rapidité foudroyante</w:t>
      </w:r>
      <w:r w:rsidR="004B5A85">
        <w:t xml:space="preserve">, </w:t>
      </w:r>
      <w:r>
        <w:t>allait finir dans le sang</w:t>
      </w:r>
      <w:r w:rsidR="004B5A85">
        <w:t> !…</w:t>
      </w:r>
    </w:p>
    <w:p w14:paraId="0580A84D" w14:textId="77777777" w:rsidR="004B5A85" w:rsidRDefault="004C389C" w:rsidP="004B5A85">
      <w:pPr>
        <w:pStyle w:val="Titre1"/>
      </w:pPr>
      <w:bookmarkStart w:id="25" w:name="__RefHeading__27_1003869823"/>
      <w:bookmarkStart w:id="26" w:name="_Toc202462474"/>
      <w:bookmarkEnd w:id="25"/>
      <w:r>
        <w:lastRenderedPageBreak/>
        <w:t>CHAPITRE XIV</w:t>
      </w:r>
      <w:r>
        <w:br/>
      </w:r>
      <w:r>
        <w:br/>
        <w:t>PAS DE GRÂCE</w:t>
      </w:r>
      <w:r w:rsidR="004B5A85">
        <w:t> !</w:t>
      </w:r>
      <w:bookmarkEnd w:id="26"/>
    </w:p>
    <w:p w14:paraId="34E03D9A" w14:textId="77777777" w:rsidR="004B5A85" w:rsidRDefault="004C389C" w:rsidP="004C389C">
      <w:r>
        <w:t>À neuf heures du matin</w:t>
      </w:r>
      <w:r w:rsidR="004B5A85">
        <w:t xml:space="preserve">, </w:t>
      </w:r>
      <w:r>
        <w:t>des maraîchers des environs de Maracaïbo découvrirent entre deux jardins de la campagne</w:t>
      </w:r>
      <w:r w:rsidR="004B5A85">
        <w:t xml:space="preserve">, </w:t>
      </w:r>
      <w:r>
        <w:t>dans un chemin encaissé</w:t>
      </w:r>
      <w:r w:rsidR="004B5A85">
        <w:t xml:space="preserve">, </w:t>
      </w:r>
      <w:r>
        <w:t>une belle voiture attelée de deux ch</w:t>
      </w:r>
      <w:r>
        <w:t>e</w:t>
      </w:r>
      <w:r>
        <w:t>vaux</w:t>
      </w:r>
      <w:r w:rsidR="004B5A85">
        <w:t>.</w:t>
      </w:r>
    </w:p>
    <w:p w14:paraId="5ECA0259" w14:textId="77777777" w:rsidR="004B5A85" w:rsidRDefault="004C389C" w:rsidP="004C389C">
      <w:r>
        <w:t>Le cocher</w:t>
      </w:r>
      <w:r w:rsidR="004B5A85">
        <w:t xml:space="preserve">, </w:t>
      </w:r>
      <w:r>
        <w:t>ahuri</w:t>
      </w:r>
      <w:r w:rsidR="004B5A85">
        <w:t xml:space="preserve">, </w:t>
      </w:r>
      <w:r>
        <w:t>agitant à ses poignets des cordes coupées</w:t>
      </w:r>
      <w:r w:rsidR="004B5A85">
        <w:t xml:space="preserve">, </w:t>
      </w:r>
      <w:r>
        <w:t>ne put que répondre par des balbutiements à leurs questions</w:t>
      </w:r>
      <w:r w:rsidR="004B5A85">
        <w:t xml:space="preserve">. </w:t>
      </w:r>
      <w:r>
        <w:t>Mais dans la voiture</w:t>
      </w:r>
      <w:r w:rsidR="004B5A85">
        <w:t xml:space="preserve">, </w:t>
      </w:r>
      <w:r>
        <w:t>dont ils ouvrirent la portière</w:t>
      </w:r>
      <w:r w:rsidR="004B5A85">
        <w:t xml:space="preserve">, </w:t>
      </w:r>
      <w:r>
        <w:t>les deux m</w:t>
      </w:r>
      <w:r>
        <w:t>a</w:t>
      </w:r>
      <w:r>
        <w:t>raîchers furent stupéfaits de reconnaître</w:t>
      </w:r>
      <w:r w:rsidR="004B5A85">
        <w:t xml:space="preserve">, </w:t>
      </w:r>
      <w:r>
        <w:t>ligoté et bâillonné</w:t>
      </w:r>
      <w:r w:rsidR="004B5A85">
        <w:t xml:space="preserve">, </w:t>
      </w:r>
      <w:r>
        <w:t>le célèbre armateur de Maracaïbo José Calabozo</w:t>
      </w:r>
      <w:r w:rsidR="004B5A85">
        <w:t>.</w:t>
      </w:r>
    </w:p>
    <w:p w14:paraId="669E16B4" w14:textId="77777777" w:rsidR="004B5A85" w:rsidRDefault="004C389C" w:rsidP="004C389C">
      <w:r>
        <w:t>Celui-ci</w:t>
      </w:r>
      <w:r w:rsidR="004B5A85">
        <w:t xml:space="preserve">, </w:t>
      </w:r>
      <w:r>
        <w:t>débarrassé de ses liens et de son bâillon</w:t>
      </w:r>
      <w:r w:rsidR="004B5A85">
        <w:t xml:space="preserve">, </w:t>
      </w:r>
      <w:r>
        <w:t>raconta que</w:t>
      </w:r>
      <w:r w:rsidR="004B5A85">
        <w:t xml:space="preserve">, </w:t>
      </w:r>
      <w:r>
        <w:t>la nuit</w:t>
      </w:r>
      <w:r w:rsidR="004B5A85">
        <w:t xml:space="preserve">, </w:t>
      </w:r>
      <w:r>
        <w:t>au sortir du théâtre</w:t>
      </w:r>
      <w:r w:rsidR="004B5A85">
        <w:t xml:space="preserve">, </w:t>
      </w:r>
      <w:r>
        <w:t>il avait fait une promenade en voiture avec le gouverneur</w:t>
      </w:r>
      <w:r w:rsidR="004B5A85">
        <w:t xml:space="preserve">, </w:t>
      </w:r>
      <w:r>
        <w:t>et qu</w:t>
      </w:r>
      <w:r w:rsidR="004B5A85">
        <w:t>’</w:t>
      </w:r>
      <w:r>
        <w:t>au cours de cette promenade</w:t>
      </w:r>
      <w:r w:rsidR="004B5A85">
        <w:t xml:space="preserve">, </w:t>
      </w:r>
      <w:r>
        <w:t>en pleine ville</w:t>
      </w:r>
      <w:r w:rsidR="004B5A85">
        <w:t xml:space="preserve">, </w:t>
      </w:r>
      <w:r>
        <w:t>la voiture avait été assaillie par des bandits ma</w:t>
      </w:r>
      <w:r>
        <w:t>s</w:t>
      </w:r>
      <w:r>
        <w:t>qués</w:t>
      </w:r>
      <w:r w:rsidR="004B5A85">
        <w:t xml:space="preserve">, </w:t>
      </w:r>
      <w:r>
        <w:t>conduite à la campagne et que le gouverneur avait été e</w:t>
      </w:r>
      <w:r>
        <w:t>n</w:t>
      </w:r>
      <w:r>
        <w:t>levé</w:t>
      </w:r>
      <w:r w:rsidR="004B5A85">
        <w:t>…</w:t>
      </w:r>
    </w:p>
    <w:p w14:paraId="179AEF4F" w14:textId="77777777" w:rsidR="004B5A85" w:rsidRDefault="004B5A85" w:rsidP="004C389C">
      <w:r>
        <w:t>— </w:t>
      </w:r>
      <w:r w:rsidR="004C389C">
        <w:t>Je ne sais comment</w:t>
      </w:r>
      <w:r>
        <w:t xml:space="preserve">, </w:t>
      </w:r>
      <w:r w:rsidR="004C389C">
        <w:t>ajouta José Calabozo</w:t>
      </w:r>
      <w:r>
        <w:t xml:space="preserve">, </w:t>
      </w:r>
      <w:r w:rsidR="004C389C">
        <w:t>car je me suis évanoui au moment de l</w:t>
      </w:r>
      <w:r>
        <w:t>’</w:t>
      </w:r>
      <w:r w:rsidR="004C389C">
        <w:t>attaque nocturne</w:t>
      </w:r>
      <w:r>
        <w:t xml:space="preserve">. </w:t>
      </w:r>
      <w:r w:rsidR="004C389C">
        <w:t>Et quand j</w:t>
      </w:r>
      <w:r>
        <w:t>’</w:t>
      </w:r>
      <w:r w:rsidR="004C389C">
        <w:t>ai repris mes sens</w:t>
      </w:r>
      <w:r>
        <w:t xml:space="preserve">, </w:t>
      </w:r>
      <w:r w:rsidR="004C389C">
        <w:t>au lever du soleil</w:t>
      </w:r>
      <w:r>
        <w:t xml:space="preserve">, </w:t>
      </w:r>
      <w:r w:rsidR="004C389C">
        <w:t>j</w:t>
      </w:r>
      <w:r>
        <w:t>’</w:t>
      </w:r>
      <w:r w:rsidR="004C389C">
        <w:t>étais là</w:t>
      </w:r>
      <w:r>
        <w:t xml:space="preserve">, </w:t>
      </w:r>
      <w:r w:rsidR="004C389C">
        <w:t>dans la voiture abando</w:t>
      </w:r>
      <w:r w:rsidR="004C389C">
        <w:t>n</w:t>
      </w:r>
      <w:r w:rsidR="004C389C">
        <w:t>née dans la campagne</w:t>
      </w:r>
      <w:r>
        <w:t>…</w:t>
      </w:r>
    </w:p>
    <w:p w14:paraId="57F36695" w14:textId="77777777" w:rsidR="004B5A85" w:rsidRDefault="004C389C" w:rsidP="004C389C">
      <w:r>
        <w:t>Les maraîchers reconduisirent la voiture et le cocher place du Gouvernement</w:t>
      </w:r>
      <w:r w:rsidR="004B5A85">
        <w:t xml:space="preserve">, </w:t>
      </w:r>
      <w:r>
        <w:t>où José entra dans sa maison</w:t>
      </w:r>
      <w:r w:rsidR="004B5A85">
        <w:t>.</w:t>
      </w:r>
    </w:p>
    <w:p w14:paraId="0A9A6490" w14:textId="77777777" w:rsidR="004B5A85" w:rsidRDefault="004C389C" w:rsidP="004C389C">
      <w:r>
        <w:t>Mais cette histoire n</w:t>
      </w:r>
      <w:r w:rsidR="004B5A85">
        <w:t>’</w:t>
      </w:r>
      <w:r>
        <w:t>y causa pas une émotion bien grande</w:t>
      </w:r>
      <w:r w:rsidR="004B5A85">
        <w:t xml:space="preserve">, </w:t>
      </w:r>
      <w:r>
        <w:t>car la ville était déjà prodigieusement émue</w:t>
      </w:r>
      <w:r w:rsidR="004B5A85">
        <w:t>.</w:t>
      </w:r>
    </w:p>
    <w:p w14:paraId="773E312C" w14:textId="77777777" w:rsidR="004B5A85" w:rsidRDefault="004C389C" w:rsidP="004C389C">
      <w:r>
        <w:lastRenderedPageBreak/>
        <w:t>En effet</w:t>
      </w:r>
      <w:r w:rsidR="004B5A85">
        <w:t xml:space="preserve">, </w:t>
      </w:r>
      <w:r>
        <w:t>à grand renfort de manchettes énormes et de d</w:t>
      </w:r>
      <w:r>
        <w:t>é</w:t>
      </w:r>
      <w:r>
        <w:t>tails pathétiques</w:t>
      </w:r>
      <w:r w:rsidR="004B5A85">
        <w:t xml:space="preserve">, </w:t>
      </w:r>
      <w:r>
        <w:t>les journaux du matin rapportaient</w:t>
      </w:r>
      <w:r w:rsidR="004B5A85">
        <w:t xml:space="preserve">, </w:t>
      </w:r>
      <w:r>
        <w:t>d</w:t>
      </w:r>
      <w:r w:rsidR="004B5A85">
        <w:t>’</w:t>
      </w:r>
      <w:r>
        <w:t>après le récit fait par l</w:t>
      </w:r>
      <w:r w:rsidR="004B5A85">
        <w:t>’</w:t>
      </w:r>
      <w:r>
        <w:t>officier de la marine française</w:t>
      </w:r>
      <w:r w:rsidR="004B5A85">
        <w:t xml:space="preserve">, </w:t>
      </w:r>
      <w:r>
        <w:t>Ludovic Martel</w:t>
      </w:r>
      <w:r w:rsidR="004B5A85">
        <w:t xml:space="preserve">, </w:t>
      </w:r>
      <w:r>
        <w:t>aux autorités de Rio de Janeiro</w:t>
      </w:r>
      <w:r w:rsidR="004B5A85">
        <w:t xml:space="preserve">, </w:t>
      </w:r>
      <w:r>
        <w:t>l</w:t>
      </w:r>
      <w:r w:rsidR="004B5A85">
        <w:t>’</w:t>
      </w:r>
      <w:r>
        <w:t xml:space="preserve">extraordinaire histoire du vol audacieux du sous-marin le </w:t>
      </w:r>
      <w:r>
        <w:rPr>
          <w:i/>
          <w:iCs/>
        </w:rPr>
        <w:t>Nyctalope</w:t>
      </w:r>
      <w:r w:rsidR="004B5A85">
        <w:rPr>
          <w:i/>
          <w:iCs/>
        </w:rPr>
        <w:t xml:space="preserve">, </w:t>
      </w:r>
      <w:r>
        <w:t>l</w:t>
      </w:r>
      <w:r w:rsidR="004B5A85">
        <w:t>’</w:t>
      </w:r>
      <w:r>
        <w:t>abandon de son équ</w:t>
      </w:r>
      <w:r>
        <w:t>i</w:t>
      </w:r>
      <w:r>
        <w:t>page dans une île inconnue</w:t>
      </w:r>
      <w:r w:rsidR="004B5A85">
        <w:t xml:space="preserve">, </w:t>
      </w:r>
      <w:r>
        <w:t xml:space="preserve">la destruction du navire américain le </w:t>
      </w:r>
      <w:r>
        <w:rPr>
          <w:i/>
          <w:iCs/>
        </w:rPr>
        <w:t>California</w:t>
      </w:r>
      <w:r w:rsidR="004B5A85">
        <w:rPr>
          <w:i/>
          <w:iCs/>
        </w:rPr>
        <w:t xml:space="preserve">, </w:t>
      </w:r>
      <w:r>
        <w:t>l</w:t>
      </w:r>
      <w:r w:rsidR="004B5A85">
        <w:t>’</w:t>
      </w:r>
      <w:r>
        <w:t>évasion du commandant Martel</w:t>
      </w:r>
      <w:r w:rsidR="004B5A85">
        <w:t>.</w:t>
      </w:r>
    </w:p>
    <w:p w14:paraId="7411252E" w14:textId="77777777" w:rsidR="004B5A85" w:rsidRDefault="004C389C" w:rsidP="004C389C">
      <w:r>
        <w:t>Les journaux ajoutaient que l</w:t>
      </w:r>
      <w:r w:rsidR="004B5A85">
        <w:t>’</w:t>
      </w:r>
      <w:r>
        <w:t>officier français</w:t>
      </w:r>
      <w:r w:rsidR="004B5A85">
        <w:t xml:space="preserve">, </w:t>
      </w:r>
      <w:r>
        <w:t>après quelques heures passées à Rio de Janeiro</w:t>
      </w:r>
      <w:r w:rsidR="004B5A85">
        <w:t xml:space="preserve">, </w:t>
      </w:r>
      <w:r>
        <w:t>s</w:t>
      </w:r>
      <w:r w:rsidR="004B5A85">
        <w:t>’</w:t>
      </w:r>
      <w:r>
        <w:t>était embarqué en secret pour la France</w:t>
      </w:r>
      <w:r w:rsidR="004B5A85">
        <w:t>.</w:t>
      </w:r>
    </w:p>
    <w:p w14:paraId="485C7719" w14:textId="7FD4CEC9" w:rsidR="004B5A85" w:rsidRDefault="004C389C" w:rsidP="004C389C">
      <w:r>
        <w:t>Enfin</w:t>
      </w:r>
      <w:r w:rsidR="004B5A85">
        <w:t xml:space="preserve">, </w:t>
      </w:r>
      <w:r>
        <w:t>ce stupéfiant récit était suivi de commentaires él</w:t>
      </w:r>
      <w:r>
        <w:t>o</w:t>
      </w:r>
      <w:r>
        <w:t>quents où les journalistes signalaient l</w:t>
      </w:r>
      <w:r w:rsidR="004B5A85">
        <w:t>’</w:t>
      </w:r>
      <w:r>
        <w:t>existence du Ravageur du Monde comme un danger pour l</w:t>
      </w:r>
      <w:r w:rsidR="004B5A85">
        <w:t>’</w:t>
      </w:r>
      <w:r>
        <w:t>univers entier</w:t>
      </w:r>
      <w:r w:rsidR="004B5A85">
        <w:t xml:space="preserve">, </w:t>
      </w:r>
      <w:r>
        <w:t>et demandaient qu</w:t>
      </w:r>
      <w:r w:rsidR="004B5A85">
        <w:t>’</w:t>
      </w:r>
      <w:r>
        <w:t xml:space="preserve">une souscription universelle </w:t>
      </w:r>
      <w:r>
        <w:t>f</w:t>
      </w:r>
      <w:r>
        <w:t xml:space="preserve">ût ouverte pour que la France pût mettre en chantier et construire en quelques semaines toute une flotte de </w:t>
      </w:r>
      <w:proofErr w:type="spellStart"/>
      <w:r>
        <w:t>sous marins</w:t>
      </w:r>
      <w:proofErr w:type="spellEnd"/>
      <w:r w:rsidR="004B5A85">
        <w:t xml:space="preserve">, </w:t>
      </w:r>
      <w:r>
        <w:t>conçus d</w:t>
      </w:r>
      <w:r w:rsidR="004B5A85">
        <w:t>’</w:t>
      </w:r>
      <w:r>
        <w:t xml:space="preserve">après les mêmes plans que le </w:t>
      </w:r>
      <w:r>
        <w:rPr>
          <w:i/>
          <w:iCs/>
        </w:rPr>
        <w:t>Nyctalope</w:t>
      </w:r>
      <w:r w:rsidR="004B5A85">
        <w:rPr>
          <w:i/>
          <w:iCs/>
        </w:rPr>
        <w:t xml:space="preserve">, </w:t>
      </w:r>
      <w:r>
        <w:t>et destinés à détruire celui que l</w:t>
      </w:r>
      <w:r w:rsidR="004B5A85">
        <w:t>’</w:t>
      </w:r>
      <w:r>
        <w:t xml:space="preserve">on appelait tantôt le </w:t>
      </w:r>
      <w:r w:rsidR="004B5A85">
        <w:t>« </w:t>
      </w:r>
      <w:r>
        <w:t>Ravageur du Monde</w:t>
      </w:r>
      <w:r w:rsidR="004B5A85">
        <w:t xml:space="preserve"> », </w:t>
      </w:r>
      <w:r>
        <w:t xml:space="preserve">tantôt le </w:t>
      </w:r>
      <w:r w:rsidR="004B5A85">
        <w:t>« </w:t>
      </w:r>
      <w:r>
        <w:t>Ravageur sous-marin</w:t>
      </w:r>
      <w:r w:rsidR="004B5A85">
        <w:t> ».</w:t>
      </w:r>
    </w:p>
    <w:p w14:paraId="4649DEBD" w14:textId="77777777" w:rsidR="004B5A85" w:rsidRDefault="004C389C" w:rsidP="004C389C">
      <w:pPr>
        <w:rPr>
          <w:i/>
          <w:iCs/>
        </w:rPr>
      </w:pPr>
      <w:r>
        <w:t>On devine quelle effervescence produisirent ces nouvelles fantastiques dans la ville de Maracaïbo</w:t>
      </w:r>
      <w:r w:rsidR="004B5A85">
        <w:t xml:space="preserve">. </w:t>
      </w:r>
      <w:r>
        <w:t>Quand</w:t>
      </w:r>
      <w:r w:rsidR="004B5A85">
        <w:t xml:space="preserve">, </w:t>
      </w:r>
      <w:r>
        <w:t>d</w:t>
      </w:r>
      <w:r w:rsidR="004B5A85">
        <w:t>’</w:t>
      </w:r>
      <w:r>
        <w:t>après la ve</w:t>
      </w:r>
      <w:r>
        <w:t>r</w:t>
      </w:r>
      <w:r>
        <w:t>sion de José Calabozo</w:t>
      </w:r>
      <w:r w:rsidR="004B5A85">
        <w:t xml:space="preserve">, </w:t>
      </w:r>
      <w:r>
        <w:t>l</w:t>
      </w:r>
      <w:r w:rsidR="004B5A85">
        <w:t>’</w:t>
      </w:r>
      <w:r>
        <w:t>enlèvement du gouverneur fut connu</w:t>
      </w:r>
      <w:r w:rsidR="004B5A85">
        <w:t xml:space="preserve">, </w:t>
      </w:r>
      <w:r>
        <w:t>on le considéra comme un incident minime de la lutte du Rav</w:t>
      </w:r>
      <w:r>
        <w:t>a</w:t>
      </w:r>
      <w:r>
        <w:t>geur contre le monde civilisé</w:t>
      </w:r>
      <w:r w:rsidR="004B5A85">
        <w:t xml:space="preserve">, </w:t>
      </w:r>
      <w:r>
        <w:t>car on fut convaincu tout de suite que le radeau-fantôme du capitaine Stefano n</w:t>
      </w:r>
      <w:r w:rsidR="004B5A85">
        <w:t>’</w:t>
      </w:r>
      <w:r>
        <w:t xml:space="preserve">était autre chose que le </w:t>
      </w:r>
      <w:r>
        <w:rPr>
          <w:i/>
          <w:iCs/>
        </w:rPr>
        <w:t>Nyctalope</w:t>
      </w:r>
      <w:r w:rsidR="004B5A85">
        <w:rPr>
          <w:i/>
          <w:iCs/>
        </w:rPr>
        <w:t>.</w:t>
      </w:r>
    </w:p>
    <w:p w14:paraId="72681450" w14:textId="77777777" w:rsidR="004B5A85" w:rsidRDefault="004C389C" w:rsidP="004C389C">
      <w:pPr>
        <w:rPr>
          <w:i/>
          <w:iCs/>
        </w:rPr>
      </w:pPr>
      <w:r>
        <w:t>Le télégraphe</w:t>
      </w:r>
      <w:r w:rsidR="004B5A85">
        <w:t xml:space="preserve">, </w:t>
      </w:r>
      <w:r>
        <w:t>le téléphone</w:t>
      </w:r>
      <w:r w:rsidR="004B5A85">
        <w:t xml:space="preserve">, </w:t>
      </w:r>
      <w:r>
        <w:t xml:space="preserve">la </w:t>
      </w:r>
      <w:proofErr w:type="spellStart"/>
      <w:r>
        <w:t>radio-télégraphie</w:t>
      </w:r>
      <w:proofErr w:type="spellEnd"/>
      <w:r>
        <w:t xml:space="preserve"> firent co</w:t>
      </w:r>
      <w:r>
        <w:t>n</w:t>
      </w:r>
      <w:r>
        <w:t>naître en quarante-huit heures jusqu</w:t>
      </w:r>
      <w:r w:rsidR="004B5A85">
        <w:t>’</w:t>
      </w:r>
      <w:r>
        <w:t>aux plus reculés villages de toutes les nations l</w:t>
      </w:r>
      <w:r w:rsidR="004B5A85">
        <w:t>’</w:t>
      </w:r>
      <w:r>
        <w:t xml:space="preserve">effrayante aventure du commandant Martel et la destruction du </w:t>
      </w:r>
      <w:r>
        <w:rPr>
          <w:i/>
          <w:iCs/>
        </w:rPr>
        <w:t>California</w:t>
      </w:r>
      <w:r w:rsidR="004B5A85">
        <w:rPr>
          <w:i/>
          <w:iCs/>
        </w:rPr>
        <w:t>.</w:t>
      </w:r>
    </w:p>
    <w:p w14:paraId="3E404A85" w14:textId="77777777" w:rsidR="004B5A85" w:rsidRDefault="004C389C" w:rsidP="004C389C">
      <w:r>
        <w:lastRenderedPageBreak/>
        <w:t>Les ports se fermèrent</w:t>
      </w:r>
      <w:r w:rsidR="004B5A85">
        <w:t xml:space="preserve"> : </w:t>
      </w:r>
      <w:r>
        <w:t>pendant vingt-quatre heures</w:t>
      </w:r>
      <w:r w:rsidR="004B5A85">
        <w:t xml:space="preserve">, </w:t>
      </w:r>
      <w:r>
        <w:t>a</w:t>
      </w:r>
      <w:r>
        <w:t>u</w:t>
      </w:r>
      <w:r>
        <w:t>cun navire n</w:t>
      </w:r>
      <w:r w:rsidR="004B5A85">
        <w:t>’</w:t>
      </w:r>
      <w:r>
        <w:t>en sortit et le commerce fut paralysé</w:t>
      </w:r>
      <w:r w:rsidR="004B5A85">
        <w:t xml:space="preserve">. </w:t>
      </w:r>
      <w:r>
        <w:t>Les États-Unis mobilisèrent leur armée de mer</w:t>
      </w:r>
      <w:r w:rsidR="004B5A85">
        <w:t>…</w:t>
      </w:r>
    </w:p>
    <w:p w14:paraId="5DCDD479" w14:textId="77777777" w:rsidR="004B5A85" w:rsidRDefault="004C389C" w:rsidP="004C389C">
      <w:r>
        <w:t>Puis la réflexion vint</w:t>
      </w:r>
      <w:r w:rsidR="004B5A85">
        <w:t xml:space="preserve">, </w:t>
      </w:r>
      <w:r>
        <w:t>et contre le vent de terreur qui sou</w:t>
      </w:r>
      <w:r>
        <w:t>f</w:t>
      </w:r>
      <w:r>
        <w:t>flait toujours parmi les hommes</w:t>
      </w:r>
      <w:r w:rsidR="004B5A85">
        <w:t xml:space="preserve">, </w:t>
      </w:r>
      <w:r>
        <w:t>surtout dans les populations maritimes</w:t>
      </w:r>
      <w:r w:rsidR="004B5A85">
        <w:t xml:space="preserve">, </w:t>
      </w:r>
      <w:r>
        <w:t>les gouvernements s</w:t>
      </w:r>
      <w:r w:rsidR="004B5A85">
        <w:t>’</w:t>
      </w:r>
      <w:r>
        <w:t>efforcèrent de réagir</w:t>
      </w:r>
      <w:r w:rsidR="004B5A85">
        <w:t>.</w:t>
      </w:r>
    </w:p>
    <w:p w14:paraId="596BC8A6" w14:textId="77777777" w:rsidR="004B5A85" w:rsidRDefault="004C389C" w:rsidP="004C389C">
      <w:r>
        <w:t>Deux jours après que la nouvelle fut connue</w:t>
      </w:r>
      <w:r w:rsidR="004B5A85">
        <w:t xml:space="preserve">, </w:t>
      </w:r>
      <w:r>
        <w:t>le gouvern</w:t>
      </w:r>
      <w:r>
        <w:t>e</w:t>
      </w:r>
      <w:r>
        <w:t>ment français lança à l</w:t>
      </w:r>
      <w:r w:rsidR="004B5A85">
        <w:t>’</w:t>
      </w:r>
      <w:r>
        <w:t>Univers entier une énergique proclam</w:t>
      </w:r>
      <w:r>
        <w:t>a</w:t>
      </w:r>
      <w:r>
        <w:t>tion</w:t>
      </w:r>
      <w:r w:rsidR="004B5A85">
        <w:t>.</w:t>
      </w:r>
    </w:p>
    <w:p w14:paraId="116E99D5" w14:textId="77777777" w:rsidR="004B5A85" w:rsidRDefault="004C389C" w:rsidP="004C389C">
      <w:r>
        <w:t>Elle disait qu</w:t>
      </w:r>
      <w:r w:rsidR="004B5A85">
        <w:t>’</w:t>
      </w:r>
      <w:r>
        <w:t>en attendant l</w:t>
      </w:r>
      <w:r w:rsidR="004B5A85">
        <w:t>’</w:t>
      </w:r>
      <w:r>
        <w:t>arrivée du commandant Lud</w:t>
      </w:r>
      <w:r>
        <w:t>o</w:t>
      </w:r>
      <w:r>
        <w:t>vic Martel à Paris et la confirmation officielle de sa tragique aventure</w:t>
      </w:r>
      <w:r w:rsidR="004B5A85">
        <w:t xml:space="preserve">, </w:t>
      </w:r>
      <w:r>
        <w:t xml:space="preserve">la construction de six sous-marins du type </w:t>
      </w:r>
      <w:r>
        <w:rPr>
          <w:i/>
          <w:iCs/>
        </w:rPr>
        <w:t xml:space="preserve">Nyctalope </w:t>
      </w:r>
      <w:r>
        <w:t>était immédiatement ordonnée</w:t>
      </w:r>
      <w:r w:rsidR="004B5A85">
        <w:t>…</w:t>
      </w:r>
    </w:p>
    <w:p w14:paraId="19097A11" w14:textId="77777777" w:rsidR="004B5A85" w:rsidRDefault="004C389C" w:rsidP="004C389C">
      <w:r>
        <w:t>La France</w:t>
      </w:r>
      <w:r w:rsidR="004B5A85">
        <w:t xml:space="preserve">, </w:t>
      </w:r>
      <w:r>
        <w:t>en outre</w:t>
      </w:r>
      <w:r w:rsidR="004B5A85">
        <w:t xml:space="preserve">, </w:t>
      </w:r>
      <w:r>
        <w:t>au nom du monde civilisé</w:t>
      </w:r>
      <w:r w:rsidR="004B5A85">
        <w:t xml:space="preserve">, </w:t>
      </w:r>
      <w:r>
        <w:t>déclarait solennellement la guerre au mystérieux Ravageur du Monde</w:t>
      </w:r>
      <w:r w:rsidR="004B5A85">
        <w:t>.</w:t>
      </w:r>
    </w:p>
    <w:p w14:paraId="63C58039" w14:textId="77777777" w:rsidR="004B5A85" w:rsidRDefault="004C389C" w:rsidP="004C389C">
      <w:r>
        <w:t>Et sans attendre l</w:t>
      </w:r>
      <w:r w:rsidR="004B5A85">
        <w:t>’</w:t>
      </w:r>
      <w:r>
        <w:t>arrivée à Paris du commandant Martel</w:t>
      </w:r>
      <w:r w:rsidR="004B5A85">
        <w:t xml:space="preserve">, </w:t>
      </w:r>
      <w:r>
        <w:t>le gouvernement français ordonnait la construction de la fameuse escadrille de six sous-marins</w:t>
      </w:r>
      <w:r w:rsidR="004B5A85">
        <w:t>.</w:t>
      </w:r>
    </w:p>
    <w:p w14:paraId="4539760E" w14:textId="5C3FEE72" w:rsidR="004B5A85" w:rsidRDefault="004C389C" w:rsidP="004C389C">
      <w:r>
        <w:t>Le Ravageur</w:t>
      </w:r>
      <w:r w:rsidR="004B5A85">
        <w:t xml:space="preserve">, </w:t>
      </w:r>
      <w:r>
        <w:t>cependant</w:t>
      </w:r>
      <w:r w:rsidR="004B5A85">
        <w:t xml:space="preserve">, </w:t>
      </w:r>
      <w:r>
        <w:t>se préoccupait peu du vent de te</w:t>
      </w:r>
      <w:r>
        <w:t>r</w:t>
      </w:r>
      <w:r>
        <w:t>reur qu</w:t>
      </w:r>
      <w:r w:rsidR="004B5A85">
        <w:t>’</w:t>
      </w:r>
      <w:r>
        <w:t>il faisait souffler sur les nations civilisées</w:t>
      </w:r>
      <w:r w:rsidR="004B5A85">
        <w:t xml:space="preserve">. </w:t>
      </w:r>
      <w:r>
        <w:t>Il continuait son œuvre de vengeance</w:t>
      </w:r>
      <w:r w:rsidR="004B5A85">
        <w:t xml:space="preserve">, </w:t>
      </w:r>
      <w:r>
        <w:t>qu</w:t>
      </w:r>
      <w:r w:rsidR="004B5A85">
        <w:t>’</w:t>
      </w:r>
      <w:r>
        <w:t>il avait commencée par la destru</w:t>
      </w:r>
      <w:r>
        <w:t>c</w:t>
      </w:r>
      <w:r>
        <w:t xml:space="preserve">tion du navire de guerre américain </w:t>
      </w:r>
      <w:r>
        <w:rPr>
          <w:i/>
          <w:iCs/>
        </w:rPr>
        <w:t>California</w:t>
      </w:r>
      <w:r w:rsidR="004B5A85">
        <w:rPr>
          <w:i/>
          <w:iCs/>
        </w:rPr>
        <w:t xml:space="preserve">. </w:t>
      </w:r>
      <w:r>
        <w:t>Le 1</w:t>
      </w:r>
      <w:r w:rsidR="004B5A85">
        <w:t>9 janvier</w:t>
      </w:r>
      <w:r>
        <w:t xml:space="preserve"> au matin</w:t>
      </w:r>
      <w:r w:rsidR="004B5A85">
        <w:t xml:space="preserve">, </w:t>
      </w:r>
      <w:r>
        <w:t>juste au moment du lever du soleil</w:t>
      </w:r>
      <w:r w:rsidR="004B5A85">
        <w:t xml:space="preserve">, </w:t>
      </w:r>
      <w:r>
        <w:t xml:space="preserve">le </w:t>
      </w:r>
      <w:r>
        <w:rPr>
          <w:i/>
          <w:iCs/>
        </w:rPr>
        <w:t xml:space="preserve">Nyctalope </w:t>
      </w:r>
      <w:r>
        <w:t>éme</w:t>
      </w:r>
      <w:r>
        <w:t>r</w:t>
      </w:r>
      <w:r>
        <w:t>gea au milieu de la passe qui joint le lac de Maracaïbo</w:t>
      </w:r>
      <w:r w:rsidR="004B5A85">
        <w:t xml:space="preserve">, </w:t>
      </w:r>
      <w:r>
        <w:t>du Ven</w:t>
      </w:r>
      <w:r>
        <w:t>e</w:t>
      </w:r>
      <w:r>
        <w:t>zuela</w:t>
      </w:r>
      <w:r w:rsidR="004B5A85">
        <w:t xml:space="preserve">, </w:t>
      </w:r>
      <w:r>
        <w:t>à l</w:t>
      </w:r>
      <w:r w:rsidR="004B5A85">
        <w:t>’</w:t>
      </w:r>
      <w:r>
        <w:t>océan Atlantique</w:t>
      </w:r>
      <w:r w:rsidR="004B5A85">
        <w:t xml:space="preserve">, </w:t>
      </w:r>
      <w:r>
        <w:t>ou plus exactement à la mer des A</w:t>
      </w:r>
      <w:r>
        <w:t>n</w:t>
      </w:r>
      <w:r>
        <w:t>tilles</w:t>
      </w:r>
      <w:r w:rsidR="004B5A85">
        <w:t xml:space="preserve">. </w:t>
      </w:r>
      <w:r>
        <w:t>Le capot s</w:t>
      </w:r>
      <w:r w:rsidR="004B5A85">
        <w:t>’</w:t>
      </w:r>
      <w:r>
        <w:t>ouvrit et Hugues de Mauduit parut sur la plate-forme</w:t>
      </w:r>
      <w:r w:rsidR="004B5A85">
        <w:t xml:space="preserve">. </w:t>
      </w:r>
      <w:r>
        <w:t>Le Ravageur du Monde était seul</w:t>
      </w:r>
      <w:r w:rsidR="004B5A85">
        <w:t xml:space="preserve">. </w:t>
      </w:r>
      <w:r>
        <w:t>Il regarda de tous c</w:t>
      </w:r>
      <w:r>
        <w:t>ô</w:t>
      </w:r>
      <w:r>
        <w:t>tés</w:t>
      </w:r>
      <w:r w:rsidR="004B5A85">
        <w:t xml:space="preserve">, </w:t>
      </w:r>
      <w:r>
        <w:t>les sourcils froncés</w:t>
      </w:r>
      <w:r w:rsidR="004B5A85">
        <w:t>.</w:t>
      </w:r>
    </w:p>
    <w:p w14:paraId="796C72C1" w14:textId="77777777" w:rsidR="004B5A85" w:rsidRDefault="004C389C" w:rsidP="004C389C">
      <w:r>
        <w:lastRenderedPageBreak/>
        <w:t>Et</w:t>
      </w:r>
      <w:r w:rsidR="004B5A85">
        <w:t xml:space="preserve">, </w:t>
      </w:r>
      <w:r>
        <w:t>brusquement</w:t>
      </w:r>
      <w:r w:rsidR="004B5A85">
        <w:t xml:space="preserve">, </w:t>
      </w:r>
      <w:r>
        <w:t>il eut sur le visage une expression de plaisir féroce</w:t>
      </w:r>
      <w:r w:rsidR="004B5A85">
        <w:t xml:space="preserve"> : </w:t>
      </w:r>
      <w:r>
        <w:t>il venait de voir un canot se détacher du rivage</w:t>
      </w:r>
      <w:r w:rsidR="004B5A85">
        <w:t>.</w:t>
      </w:r>
    </w:p>
    <w:p w14:paraId="6630EDFA" w14:textId="4872DBF0" w:rsidR="004C389C" w:rsidRDefault="004B5A85" w:rsidP="004C389C">
      <w:r>
        <w:t>« </w:t>
      </w:r>
      <w:r w:rsidR="004C389C">
        <w:t>Voilà mon homme</w:t>
      </w:r>
      <w:r>
        <w:t xml:space="preserve"> ! </w:t>
      </w:r>
      <w:r w:rsidR="004C389C">
        <w:t>murmura-t-il</w:t>
      </w:r>
      <w:r>
        <w:t xml:space="preserve">. </w:t>
      </w:r>
      <w:r w:rsidR="004C389C">
        <w:t>Enfin</w:t>
      </w:r>
      <w:r>
        <w:t> !… »</w:t>
      </w:r>
    </w:p>
    <w:p w14:paraId="27CD860A" w14:textId="77777777" w:rsidR="004B5A85" w:rsidRDefault="004C389C" w:rsidP="004C389C">
      <w:r>
        <w:t>Et</w:t>
      </w:r>
      <w:r w:rsidR="004B5A85">
        <w:t xml:space="preserve">, </w:t>
      </w:r>
      <w:r>
        <w:t>se penchant à l</w:t>
      </w:r>
      <w:r w:rsidR="004B5A85">
        <w:t>’</w:t>
      </w:r>
      <w:r>
        <w:t>intérieur du sous-marin</w:t>
      </w:r>
      <w:r w:rsidR="004B5A85">
        <w:t xml:space="preserve">, </w:t>
      </w:r>
      <w:r>
        <w:t>il appela</w:t>
      </w:r>
      <w:r w:rsidR="004B5A85">
        <w:t> :</w:t>
      </w:r>
    </w:p>
    <w:p w14:paraId="01E3D7AA" w14:textId="77777777" w:rsidR="004B5A85" w:rsidRDefault="004B5A85" w:rsidP="004C389C">
      <w:r>
        <w:t>— </w:t>
      </w:r>
      <w:proofErr w:type="spellStart"/>
      <w:r w:rsidR="004C389C">
        <w:t>Askold</w:t>
      </w:r>
      <w:proofErr w:type="spellEnd"/>
      <w:r>
        <w:t> !</w:t>
      </w:r>
    </w:p>
    <w:p w14:paraId="3F54BF8C" w14:textId="77777777" w:rsidR="004B5A85" w:rsidRDefault="004C389C" w:rsidP="004C389C">
      <w:r>
        <w:t>Moins d</w:t>
      </w:r>
      <w:r w:rsidR="004B5A85">
        <w:t>’</w:t>
      </w:r>
      <w:r>
        <w:t>une minute plus tard</w:t>
      </w:r>
      <w:r w:rsidR="004B5A85">
        <w:t xml:space="preserve">, </w:t>
      </w:r>
      <w:r>
        <w:t>le lieutenant surgissait sur la plate-forme</w:t>
      </w:r>
      <w:r w:rsidR="004B5A85">
        <w:t> :</w:t>
      </w:r>
    </w:p>
    <w:p w14:paraId="45D2F295" w14:textId="77777777" w:rsidR="004B5A85" w:rsidRDefault="004B5A85" w:rsidP="004C389C">
      <w:r>
        <w:t>— </w:t>
      </w:r>
      <w:r w:rsidR="004C389C">
        <w:t>Voilà le colonel Cristobal Santa-</w:t>
      </w:r>
      <w:proofErr w:type="spellStart"/>
      <w:r w:rsidR="004C389C">
        <w:t>Fé</w:t>
      </w:r>
      <w:proofErr w:type="spellEnd"/>
      <w:r>
        <w:t xml:space="preserve"> ! </w:t>
      </w:r>
      <w:r w:rsidR="004C389C">
        <w:t>fit en ricanant le R</w:t>
      </w:r>
      <w:r w:rsidR="004C389C">
        <w:t>a</w:t>
      </w:r>
      <w:r w:rsidR="004C389C">
        <w:t>vageur</w:t>
      </w:r>
      <w:r>
        <w:t xml:space="preserve">, </w:t>
      </w:r>
      <w:r w:rsidR="004C389C">
        <w:t>en montrant le canot qui s</w:t>
      </w:r>
      <w:r>
        <w:t>’</w:t>
      </w:r>
      <w:r w:rsidR="004C389C">
        <w:t>approchait</w:t>
      </w:r>
      <w:r>
        <w:t>.</w:t>
      </w:r>
    </w:p>
    <w:p w14:paraId="4B0E6C7E" w14:textId="77777777" w:rsidR="004B5A85" w:rsidRDefault="004C389C" w:rsidP="004C389C">
      <w:r>
        <w:t>Sur le visage du lieutenant</w:t>
      </w:r>
      <w:r w:rsidR="004B5A85">
        <w:t xml:space="preserve">, </w:t>
      </w:r>
      <w:r>
        <w:t>ce fut aussi une expression de joie cruelle</w:t>
      </w:r>
      <w:r w:rsidR="004B5A85">
        <w:t>.</w:t>
      </w:r>
    </w:p>
    <w:p w14:paraId="53AFD161" w14:textId="77777777" w:rsidR="004B5A85" w:rsidRDefault="004B5A85" w:rsidP="004C389C">
      <w:r>
        <w:t>— </w:t>
      </w:r>
      <w:r w:rsidR="004C389C">
        <w:t>Quel supplice lui réservez-vous</w:t>
      </w:r>
      <w:r>
        <w:t xml:space="preserve">, </w:t>
      </w:r>
      <w:r w:rsidR="004C389C">
        <w:t>Maître</w:t>
      </w:r>
      <w:r>
        <w:t xml:space="preserve"> ?… </w:t>
      </w:r>
      <w:r w:rsidR="004C389C">
        <w:t xml:space="preserve">dit </w:t>
      </w:r>
      <w:proofErr w:type="spellStart"/>
      <w:r w:rsidR="004C389C">
        <w:t>Askold</w:t>
      </w:r>
      <w:proofErr w:type="spellEnd"/>
      <w:r>
        <w:t>.</w:t>
      </w:r>
    </w:p>
    <w:p w14:paraId="765D5D50" w14:textId="77777777" w:rsidR="004B5A85" w:rsidRDefault="004B5A85" w:rsidP="004C389C">
      <w:r>
        <w:t>— </w:t>
      </w:r>
      <w:r w:rsidR="004C389C">
        <w:t>Je ne sais pas encore</w:t>
      </w:r>
      <w:r>
        <w:t xml:space="preserve"> ! </w:t>
      </w:r>
      <w:r w:rsidR="004C389C">
        <w:t>répondit Hugues de Mauduit</w:t>
      </w:r>
      <w:r>
        <w:t xml:space="preserve">. </w:t>
      </w:r>
      <w:r w:rsidR="004C389C">
        <w:t>Mais le supplice sera digne de toutes les tortures qu</w:t>
      </w:r>
      <w:r>
        <w:t>’</w:t>
      </w:r>
      <w:r w:rsidR="004C389C">
        <w:t>il doit r</w:t>
      </w:r>
      <w:r w:rsidR="004C389C">
        <w:t>a</w:t>
      </w:r>
      <w:r w:rsidR="004C389C">
        <w:t>cheter</w:t>
      </w:r>
      <w:r>
        <w:t>.</w:t>
      </w:r>
    </w:p>
    <w:p w14:paraId="689331BE" w14:textId="77777777" w:rsidR="004B5A85" w:rsidRDefault="004C389C" w:rsidP="004C389C">
      <w:r>
        <w:t>Et sur ces paroles énigmatiques</w:t>
      </w:r>
      <w:r w:rsidR="004B5A85">
        <w:t xml:space="preserve">, </w:t>
      </w:r>
      <w:r>
        <w:t>le Ravageur</w:t>
      </w:r>
      <w:r w:rsidR="004B5A85">
        <w:t xml:space="preserve">, </w:t>
      </w:r>
      <w:r>
        <w:t>tête baissée et bras croisés</w:t>
      </w:r>
      <w:r w:rsidR="004B5A85">
        <w:t xml:space="preserve">, </w:t>
      </w:r>
      <w:r>
        <w:t>tomba dans une profonde méditation</w:t>
      </w:r>
      <w:r w:rsidR="004B5A85">
        <w:t>.</w:t>
      </w:r>
    </w:p>
    <w:p w14:paraId="728562A9" w14:textId="77777777" w:rsidR="004B5A85" w:rsidRDefault="004C389C" w:rsidP="004C389C">
      <w:r>
        <w:t>Cependant</w:t>
      </w:r>
      <w:r w:rsidR="004B5A85">
        <w:t xml:space="preserve">, </w:t>
      </w:r>
      <w:r>
        <w:t>monté apparemment par deux hommes qui ramaient avec force</w:t>
      </w:r>
      <w:r w:rsidR="004B5A85">
        <w:t xml:space="preserve">, </w:t>
      </w:r>
      <w:r>
        <w:t>le canot approchait rapidement</w:t>
      </w:r>
      <w:r w:rsidR="004B5A85">
        <w:t xml:space="preserve">, </w:t>
      </w:r>
      <w:r>
        <w:t>filant dans la claire lumière du matin</w:t>
      </w:r>
      <w:r w:rsidR="004B5A85">
        <w:t xml:space="preserve">, </w:t>
      </w:r>
      <w:r>
        <w:t>sur les eaux tranquilles et miro</w:t>
      </w:r>
      <w:r>
        <w:t>i</w:t>
      </w:r>
      <w:r>
        <w:t>tantes</w:t>
      </w:r>
      <w:r w:rsidR="004B5A85">
        <w:t xml:space="preserve">. </w:t>
      </w:r>
      <w:r>
        <w:t>Quand l</w:t>
      </w:r>
      <w:r w:rsidR="004B5A85">
        <w:t>’</w:t>
      </w:r>
      <w:r>
        <w:t>embarcation ne fut plus qu</w:t>
      </w:r>
      <w:r w:rsidR="004B5A85">
        <w:t>’</w:t>
      </w:r>
      <w:r>
        <w:t>à quelques brasses du sous-marin</w:t>
      </w:r>
      <w:r w:rsidR="004B5A85">
        <w:t xml:space="preserve">, </w:t>
      </w:r>
      <w:proofErr w:type="spellStart"/>
      <w:r>
        <w:t>Askold</w:t>
      </w:r>
      <w:proofErr w:type="spellEnd"/>
      <w:r>
        <w:t xml:space="preserve"> donna un strident coup de sifflet</w:t>
      </w:r>
      <w:r w:rsidR="004B5A85">
        <w:t xml:space="preserve">. </w:t>
      </w:r>
      <w:r>
        <w:t>Et deux hommes</w:t>
      </w:r>
      <w:r w:rsidR="004B5A85">
        <w:t xml:space="preserve">, </w:t>
      </w:r>
      <w:r>
        <w:t>gravissant en toute hâte l</w:t>
      </w:r>
      <w:r w:rsidR="004B5A85">
        <w:t>’</w:t>
      </w:r>
      <w:r>
        <w:t>escalier de fer</w:t>
      </w:r>
      <w:r w:rsidR="004B5A85">
        <w:t xml:space="preserve">, </w:t>
      </w:r>
      <w:r>
        <w:t>se dre</w:t>
      </w:r>
      <w:r>
        <w:t>s</w:t>
      </w:r>
      <w:r>
        <w:t>sèrent sur la plate-forme</w:t>
      </w:r>
      <w:r w:rsidR="004B5A85">
        <w:t xml:space="preserve"> : </w:t>
      </w:r>
      <w:r>
        <w:t>c</w:t>
      </w:r>
      <w:r w:rsidR="004B5A85">
        <w:t>’</w:t>
      </w:r>
      <w:r>
        <w:t xml:space="preserve">étaient les matelots forbans </w:t>
      </w:r>
      <w:proofErr w:type="spellStart"/>
      <w:r>
        <w:t>Jorry</w:t>
      </w:r>
      <w:proofErr w:type="spellEnd"/>
      <w:r>
        <w:t xml:space="preserve"> et </w:t>
      </w:r>
      <w:proofErr w:type="spellStart"/>
      <w:r>
        <w:t>Brilo</w:t>
      </w:r>
      <w:proofErr w:type="spellEnd"/>
      <w:r w:rsidR="004B5A85">
        <w:t>.</w:t>
      </w:r>
    </w:p>
    <w:p w14:paraId="2750FC8B" w14:textId="77777777" w:rsidR="004B5A85" w:rsidRDefault="004C389C" w:rsidP="004C389C">
      <w:r>
        <w:t>Au même instant</w:t>
      </w:r>
      <w:r w:rsidR="004B5A85">
        <w:t xml:space="preserve">, </w:t>
      </w:r>
      <w:r>
        <w:t>le canot se rangeait le plus près possible de la plate-forme</w:t>
      </w:r>
      <w:r w:rsidR="004B5A85">
        <w:t xml:space="preserve">, </w:t>
      </w:r>
      <w:r>
        <w:t>contre le flanc du sous-marin</w:t>
      </w:r>
      <w:r w:rsidR="004B5A85">
        <w:t xml:space="preserve">. </w:t>
      </w:r>
      <w:r>
        <w:t xml:space="preserve">On sait </w:t>
      </w:r>
      <w:r>
        <w:lastRenderedPageBreak/>
        <w:t>que les deux rameurs étaient l</w:t>
      </w:r>
      <w:r w:rsidR="004B5A85">
        <w:t>’</w:t>
      </w:r>
      <w:r>
        <w:t xml:space="preserve">armateur Felipe </w:t>
      </w:r>
      <w:proofErr w:type="spellStart"/>
      <w:r>
        <w:t>Varinas</w:t>
      </w:r>
      <w:proofErr w:type="spellEnd"/>
      <w:r>
        <w:t xml:space="preserve"> et le capitaine Stefano</w:t>
      </w:r>
      <w:r w:rsidR="004B5A85">
        <w:t>.</w:t>
      </w:r>
    </w:p>
    <w:p w14:paraId="1E792FB6" w14:textId="77777777" w:rsidR="004B5A85" w:rsidRDefault="004B5A85" w:rsidP="004C389C">
      <w:r>
        <w:t>— </w:t>
      </w:r>
      <w:r w:rsidR="004C389C">
        <w:t>Bonjour</w:t>
      </w:r>
      <w:r>
        <w:t xml:space="preserve">, </w:t>
      </w:r>
      <w:r w:rsidR="004C389C">
        <w:t>messieurs</w:t>
      </w:r>
      <w:r>
        <w:t xml:space="preserve"> ! </w:t>
      </w:r>
      <w:r w:rsidR="004C389C">
        <w:t>dirent ensemble le capitaine et l</w:t>
      </w:r>
      <w:r>
        <w:t>’</w:t>
      </w:r>
      <w:r w:rsidR="004C389C">
        <w:t>armateur</w:t>
      </w:r>
      <w:r>
        <w:t>.</w:t>
      </w:r>
    </w:p>
    <w:p w14:paraId="5E18EDA6" w14:textId="77777777" w:rsidR="004B5A85" w:rsidRDefault="004C389C" w:rsidP="004C389C">
      <w:r>
        <w:t>Ces voix tirèrent le Ravageur de sa sinistre rêverie</w:t>
      </w:r>
      <w:r w:rsidR="004B5A85">
        <w:t xml:space="preserve">. </w:t>
      </w:r>
      <w:r>
        <w:t>Il leva la tête et ses yeux fulgurèrent</w:t>
      </w:r>
      <w:r w:rsidR="004B5A85">
        <w:t>.</w:t>
      </w:r>
    </w:p>
    <w:p w14:paraId="2CC5C5ED" w14:textId="77777777" w:rsidR="004B5A85" w:rsidRDefault="004B5A85" w:rsidP="004C389C">
      <w:r>
        <w:t>— </w:t>
      </w:r>
      <w:r w:rsidR="004C389C">
        <w:t>Je vous salue</w:t>
      </w:r>
      <w:r>
        <w:t xml:space="preserve">, </w:t>
      </w:r>
      <w:r w:rsidR="004C389C">
        <w:t>messieurs</w:t>
      </w:r>
      <w:r>
        <w:t xml:space="preserve"> ! </w:t>
      </w:r>
      <w:r w:rsidR="004C389C">
        <w:t>répondit-il de sa voix grave</w:t>
      </w:r>
      <w:r>
        <w:t xml:space="preserve">. </w:t>
      </w:r>
      <w:r w:rsidR="004C389C">
        <w:t>M</w:t>
      </w:r>
      <w:r>
        <w:t>’</w:t>
      </w:r>
      <w:r w:rsidR="004C389C">
        <w:t>apportez-vous le gouverneur</w:t>
      </w:r>
      <w:r>
        <w:t> ?</w:t>
      </w:r>
    </w:p>
    <w:p w14:paraId="4B5DE07C" w14:textId="77777777" w:rsidR="004B5A85" w:rsidRDefault="004B5A85" w:rsidP="004C389C">
      <w:r>
        <w:t>— </w:t>
      </w:r>
      <w:r w:rsidR="004C389C">
        <w:t>Le voici</w:t>
      </w:r>
      <w:r>
        <w:t xml:space="preserve"> ! </w:t>
      </w:r>
      <w:r w:rsidR="004C389C">
        <w:t xml:space="preserve">fit Felipe </w:t>
      </w:r>
      <w:proofErr w:type="spellStart"/>
      <w:r w:rsidR="004C389C">
        <w:t>Varinas</w:t>
      </w:r>
      <w:proofErr w:type="spellEnd"/>
      <w:r>
        <w:t xml:space="preserve">, </w:t>
      </w:r>
      <w:r w:rsidR="004C389C">
        <w:t>en montrant du geste un corps humain étendu dans le fond du canot</w:t>
      </w:r>
      <w:r>
        <w:t>.</w:t>
      </w:r>
    </w:p>
    <w:p w14:paraId="3A89F192" w14:textId="77777777" w:rsidR="004B5A85" w:rsidRDefault="004B5A85" w:rsidP="004C389C">
      <w:r>
        <w:t>— </w:t>
      </w:r>
      <w:r w:rsidR="004C389C">
        <w:t>Il est évanoui</w:t>
      </w:r>
      <w:r>
        <w:t xml:space="preserve"> ? </w:t>
      </w:r>
      <w:r w:rsidR="004C389C">
        <w:t xml:space="preserve">ricana </w:t>
      </w:r>
      <w:proofErr w:type="spellStart"/>
      <w:r w:rsidR="004C389C">
        <w:t>Askold</w:t>
      </w:r>
      <w:proofErr w:type="spellEnd"/>
      <w:r>
        <w:t>.</w:t>
      </w:r>
    </w:p>
    <w:p w14:paraId="37C37585" w14:textId="77777777" w:rsidR="004B5A85" w:rsidRDefault="004B5A85" w:rsidP="004C389C">
      <w:r>
        <w:t>— </w:t>
      </w:r>
      <w:r w:rsidR="004C389C">
        <w:t>Non</w:t>
      </w:r>
      <w:r>
        <w:t xml:space="preserve">, </w:t>
      </w:r>
      <w:r w:rsidR="004C389C">
        <w:t>il tremble de peur et il ferme les yeux</w:t>
      </w:r>
      <w:r>
        <w:t xml:space="preserve"> ! </w:t>
      </w:r>
      <w:r w:rsidR="004C389C">
        <w:t>répondit le capitaine Stefano</w:t>
      </w:r>
      <w:r>
        <w:t>.</w:t>
      </w:r>
    </w:p>
    <w:p w14:paraId="31923716" w14:textId="77777777" w:rsidR="004B5A85" w:rsidRDefault="004C389C" w:rsidP="004C389C">
      <w:proofErr w:type="spellStart"/>
      <w:r>
        <w:t>Askold</w:t>
      </w:r>
      <w:proofErr w:type="spellEnd"/>
      <w:r>
        <w:t xml:space="preserve"> fit vers </w:t>
      </w:r>
      <w:proofErr w:type="spellStart"/>
      <w:r>
        <w:t>Jorry</w:t>
      </w:r>
      <w:proofErr w:type="spellEnd"/>
      <w:r>
        <w:t xml:space="preserve"> et </w:t>
      </w:r>
      <w:proofErr w:type="spellStart"/>
      <w:r>
        <w:t>Brilo</w:t>
      </w:r>
      <w:proofErr w:type="spellEnd"/>
      <w:r>
        <w:t xml:space="preserve"> un geste qui fut immédiat</w:t>
      </w:r>
      <w:r>
        <w:t>e</w:t>
      </w:r>
      <w:r>
        <w:t>ment compris et obéi</w:t>
      </w:r>
      <w:r w:rsidR="004B5A85">
        <w:t>.</w:t>
      </w:r>
    </w:p>
    <w:p w14:paraId="3DB3D442" w14:textId="77777777" w:rsidR="004B5A85" w:rsidRDefault="004C389C" w:rsidP="004C389C">
      <w:r>
        <w:t xml:space="preserve">Tandis que Stefano et </w:t>
      </w:r>
      <w:proofErr w:type="spellStart"/>
      <w:r>
        <w:t>Varinas</w:t>
      </w:r>
      <w:proofErr w:type="spellEnd"/>
      <w:r w:rsidR="004B5A85">
        <w:t xml:space="preserve">, </w:t>
      </w:r>
      <w:r>
        <w:t>accrochés au garde-fou de la plate-forme</w:t>
      </w:r>
      <w:r w:rsidR="004B5A85">
        <w:t xml:space="preserve">, </w:t>
      </w:r>
      <w:r>
        <w:t>maintenaient le canot immobile contre le flanc du sous-marin</w:t>
      </w:r>
      <w:r w:rsidR="004B5A85">
        <w:t xml:space="preserve">, </w:t>
      </w:r>
      <w:proofErr w:type="spellStart"/>
      <w:r>
        <w:t>Jorry</w:t>
      </w:r>
      <w:proofErr w:type="spellEnd"/>
      <w:r>
        <w:t xml:space="preserve"> sauta dans l</w:t>
      </w:r>
      <w:r w:rsidR="004B5A85">
        <w:t>’</w:t>
      </w:r>
      <w:r>
        <w:t>embarcation</w:t>
      </w:r>
      <w:r w:rsidR="004B5A85">
        <w:t xml:space="preserve">, </w:t>
      </w:r>
      <w:r>
        <w:t>souleva le corps étendu et qui semblait</w:t>
      </w:r>
      <w:r w:rsidR="004B5A85">
        <w:t xml:space="preserve">, </w:t>
      </w:r>
      <w:r>
        <w:t>en effet</w:t>
      </w:r>
      <w:r w:rsidR="004B5A85">
        <w:t xml:space="preserve">, </w:t>
      </w:r>
      <w:r>
        <w:t>inanimé</w:t>
      </w:r>
      <w:r w:rsidR="004B5A85">
        <w:t xml:space="preserve">, </w:t>
      </w:r>
      <w:r>
        <w:t xml:space="preserve">puis le passa aux mains de </w:t>
      </w:r>
      <w:proofErr w:type="spellStart"/>
      <w:r>
        <w:t>Brilo</w:t>
      </w:r>
      <w:proofErr w:type="spellEnd"/>
      <w:r w:rsidR="004B5A85">
        <w:t xml:space="preserve">, </w:t>
      </w:r>
      <w:r>
        <w:t>avec autant d</w:t>
      </w:r>
      <w:r w:rsidR="004B5A85">
        <w:t>’</w:t>
      </w:r>
      <w:r>
        <w:t>adresse que de vigueur</w:t>
      </w:r>
      <w:r w:rsidR="004B5A85">
        <w:t>.</w:t>
      </w:r>
    </w:p>
    <w:p w14:paraId="3260958D" w14:textId="77777777" w:rsidR="004B5A85" w:rsidRDefault="004B5A85" w:rsidP="004C389C">
      <w:r>
        <w:t>— </w:t>
      </w:r>
      <w:r w:rsidR="004C389C">
        <w:t>Mets-le debout</w:t>
      </w:r>
      <w:r>
        <w:t xml:space="preserve"> ! </w:t>
      </w:r>
      <w:r w:rsidR="004C389C">
        <w:t>ordonna rudement le Ravageur</w:t>
      </w:r>
      <w:r>
        <w:t>.</w:t>
      </w:r>
    </w:p>
    <w:p w14:paraId="04FE8BD7" w14:textId="77777777" w:rsidR="004B5A85" w:rsidRDefault="004B5A85" w:rsidP="004C389C">
      <w:r>
        <w:t>— </w:t>
      </w:r>
      <w:r w:rsidR="004C389C">
        <w:t>Allons</w:t>
      </w:r>
      <w:r>
        <w:t xml:space="preserve">, </w:t>
      </w:r>
      <w:r w:rsidR="004C389C">
        <w:t>maître lâche</w:t>
      </w:r>
      <w:r>
        <w:t xml:space="preserve"> ! </w:t>
      </w:r>
      <w:r w:rsidR="004C389C">
        <w:t xml:space="preserve">ricana </w:t>
      </w:r>
      <w:proofErr w:type="spellStart"/>
      <w:r w:rsidR="004C389C">
        <w:t>Askold</w:t>
      </w:r>
      <w:proofErr w:type="spellEnd"/>
      <w:r>
        <w:t xml:space="preserve">, </w:t>
      </w:r>
      <w:r w:rsidR="004C389C">
        <w:t>tenez-vous sur vos pieds si vous pouvez</w:t>
      </w:r>
      <w:r>
        <w:t xml:space="preserve">, </w:t>
      </w:r>
      <w:r w:rsidR="004C389C">
        <w:t>et ouvrez les yeux</w:t>
      </w:r>
      <w:r>
        <w:t>…</w:t>
      </w:r>
    </w:p>
    <w:p w14:paraId="2FF688A7" w14:textId="77777777" w:rsidR="004B5A85" w:rsidRDefault="004C389C" w:rsidP="004C389C">
      <w:r>
        <w:t>L</w:t>
      </w:r>
      <w:r w:rsidR="004B5A85">
        <w:t>’</w:t>
      </w:r>
      <w:r>
        <w:t>homme</w:t>
      </w:r>
      <w:r w:rsidR="004B5A85">
        <w:t xml:space="preserve">, </w:t>
      </w:r>
      <w:r>
        <w:t xml:space="preserve">tiré du fond du canot et mis debout par </w:t>
      </w:r>
      <w:proofErr w:type="spellStart"/>
      <w:r>
        <w:t>Brilo</w:t>
      </w:r>
      <w:proofErr w:type="spellEnd"/>
      <w:r w:rsidR="004B5A85">
        <w:t xml:space="preserve">, </w:t>
      </w:r>
      <w:r>
        <w:t>se raidit visiblement</w:t>
      </w:r>
      <w:r w:rsidR="004B5A85">
        <w:t xml:space="preserve">, </w:t>
      </w:r>
      <w:r>
        <w:t>ouvrit les yeux</w:t>
      </w:r>
      <w:r w:rsidR="004B5A85">
        <w:t xml:space="preserve">, </w:t>
      </w:r>
      <w:r>
        <w:t>et se tint immobile sur la plate-forme</w:t>
      </w:r>
      <w:r w:rsidR="004B5A85">
        <w:t xml:space="preserve">, </w:t>
      </w:r>
      <w:r>
        <w:t xml:space="preserve">tandis que </w:t>
      </w:r>
      <w:proofErr w:type="spellStart"/>
      <w:r>
        <w:t>Brilo</w:t>
      </w:r>
      <w:proofErr w:type="spellEnd"/>
      <w:r>
        <w:t xml:space="preserve"> s</w:t>
      </w:r>
      <w:r w:rsidR="004B5A85">
        <w:t>’</w:t>
      </w:r>
      <w:r>
        <w:t>écartait de trois pas</w:t>
      </w:r>
      <w:r w:rsidR="004B5A85">
        <w:t>.</w:t>
      </w:r>
    </w:p>
    <w:p w14:paraId="35EE2502" w14:textId="77777777" w:rsidR="004B5A85" w:rsidRDefault="004C389C" w:rsidP="004C389C">
      <w:r>
        <w:lastRenderedPageBreak/>
        <w:t>En grande tenue de colonel de cavalerie de l</w:t>
      </w:r>
      <w:r w:rsidR="004B5A85">
        <w:t>’</w:t>
      </w:r>
      <w:r>
        <w:t>armée vén</w:t>
      </w:r>
      <w:r>
        <w:t>é</w:t>
      </w:r>
      <w:r>
        <w:t>zuélienne</w:t>
      </w:r>
      <w:r w:rsidR="004B5A85">
        <w:t xml:space="preserve">, – </w:t>
      </w:r>
      <w:r>
        <w:t>tenue qu</w:t>
      </w:r>
      <w:r w:rsidR="004B5A85">
        <w:t>’</w:t>
      </w:r>
      <w:r>
        <w:t>il avait mise</w:t>
      </w:r>
      <w:r w:rsidR="004B5A85">
        <w:t xml:space="preserve">, </w:t>
      </w:r>
      <w:r>
        <w:t>la veille</w:t>
      </w:r>
      <w:r w:rsidR="004B5A85">
        <w:t xml:space="preserve">, </w:t>
      </w:r>
      <w:r>
        <w:t>pour aller au théâtre</w:t>
      </w:r>
      <w:r w:rsidR="004B5A85">
        <w:t xml:space="preserve">, </w:t>
      </w:r>
      <w:r>
        <w:t>à la sortie duquel on l</w:t>
      </w:r>
      <w:r w:rsidR="004B5A85">
        <w:t>’</w:t>
      </w:r>
      <w:r>
        <w:t>avait si adroitement enlevé</w:t>
      </w:r>
      <w:r w:rsidR="004B5A85">
        <w:t xml:space="preserve">, – </w:t>
      </w:r>
      <w:r>
        <w:t>Cristobal Santa-</w:t>
      </w:r>
      <w:proofErr w:type="spellStart"/>
      <w:r>
        <w:t>Fé</w:t>
      </w:r>
      <w:proofErr w:type="spellEnd"/>
      <w:r w:rsidR="004B5A85">
        <w:t xml:space="preserve">, </w:t>
      </w:r>
      <w:r>
        <w:t>gouverneur de Maracaïbo</w:t>
      </w:r>
      <w:r w:rsidR="004B5A85">
        <w:t xml:space="preserve">, </w:t>
      </w:r>
      <w:r>
        <w:t>était en ce m</w:t>
      </w:r>
      <w:r>
        <w:t>o</w:t>
      </w:r>
      <w:r>
        <w:t>ment la statue vivante et chamarrée de la peur</w:t>
      </w:r>
      <w:r w:rsidR="004B5A85">
        <w:t xml:space="preserve">. </w:t>
      </w:r>
      <w:r>
        <w:t>Tout son corps tremblait</w:t>
      </w:r>
      <w:r w:rsidR="004B5A85">
        <w:t xml:space="preserve"> ; </w:t>
      </w:r>
      <w:r>
        <w:t>ses yeux exprimaient une indicible terreur et son v</w:t>
      </w:r>
      <w:r>
        <w:t>i</w:t>
      </w:r>
      <w:r>
        <w:t>sage</w:t>
      </w:r>
      <w:r w:rsidR="004B5A85">
        <w:t xml:space="preserve">, </w:t>
      </w:r>
      <w:r>
        <w:t>d</w:t>
      </w:r>
      <w:r w:rsidR="004B5A85">
        <w:t>’</w:t>
      </w:r>
      <w:r>
        <w:t>une extrême pâleur</w:t>
      </w:r>
      <w:r w:rsidR="004B5A85">
        <w:t xml:space="preserve">, </w:t>
      </w:r>
      <w:r>
        <w:t>était pitoyable à voir</w:t>
      </w:r>
      <w:r w:rsidR="004B5A85">
        <w:t>.</w:t>
      </w:r>
    </w:p>
    <w:p w14:paraId="268EAAB6" w14:textId="77777777" w:rsidR="004B5A85" w:rsidRDefault="004C389C" w:rsidP="004C389C">
      <w:r>
        <w:t>Il jeta les yeux autour de lui</w:t>
      </w:r>
      <w:r w:rsidR="004B5A85">
        <w:t xml:space="preserve">, </w:t>
      </w:r>
      <w:r>
        <w:t>comme s</w:t>
      </w:r>
      <w:r w:rsidR="004B5A85">
        <w:t>’</w:t>
      </w:r>
      <w:r>
        <w:t>il se réveillait d</w:t>
      </w:r>
      <w:r w:rsidR="004B5A85">
        <w:t>’</w:t>
      </w:r>
      <w:r>
        <w:t>un cauchemar épouvantable</w:t>
      </w:r>
      <w:r w:rsidR="004B5A85">
        <w:t>.</w:t>
      </w:r>
    </w:p>
    <w:p w14:paraId="5BA25429" w14:textId="77777777" w:rsidR="004B5A85" w:rsidRDefault="004C389C" w:rsidP="004C389C">
      <w:r>
        <w:t>Et quand son regard se fixa sur le Ravageur</w:t>
      </w:r>
      <w:r w:rsidR="004B5A85">
        <w:t xml:space="preserve">, </w:t>
      </w:r>
      <w:r>
        <w:t>il tressaillit et râla d</w:t>
      </w:r>
      <w:r w:rsidR="004B5A85">
        <w:t>’</w:t>
      </w:r>
      <w:r>
        <w:t>une voix étranglée</w:t>
      </w:r>
      <w:r w:rsidR="004B5A85">
        <w:t> :</w:t>
      </w:r>
    </w:p>
    <w:p w14:paraId="3957F6AD" w14:textId="77777777" w:rsidR="004B5A85" w:rsidRDefault="004B5A85" w:rsidP="004C389C">
      <w:r>
        <w:t>— </w:t>
      </w:r>
      <w:r w:rsidR="004C389C">
        <w:t>Hugues de Mauduit</w:t>
      </w:r>
      <w:r>
        <w:t> !…</w:t>
      </w:r>
    </w:p>
    <w:p w14:paraId="39D0CB4D" w14:textId="77777777" w:rsidR="004B5A85" w:rsidRDefault="004C389C" w:rsidP="004C389C">
      <w:r>
        <w:t>Mais le Ravageur</w:t>
      </w:r>
      <w:r w:rsidR="004B5A85">
        <w:t xml:space="preserve">, </w:t>
      </w:r>
      <w:r>
        <w:t>à son tour</w:t>
      </w:r>
      <w:r w:rsidR="004B5A85">
        <w:t xml:space="preserve">, </w:t>
      </w:r>
      <w:r>
        <w:t>plongea son regard terrible dans les yeux du gouverneur et celui-ci baissa les paupières</w:t>
      </w:r>
      <w:r w:rsidR="004B5A85">
        <w:t xml:space="preserve">. </w:t>
      </w:r>
      <w:r>
        <w:t>Son visage</w:t>
      </w:r>
      <w:r w:rsidR="004B5A85">
        <w:t xml:space="preserve">, </w:t>
      </w:r>
      <w:r>
        <w:t>de blême qu</w:t>
      </w:r>
      <w:r w:rsidR="004B5A85">
        <w:t>’</w:t>
      </w:r>
      <w:r>
        <w:t>il était</w:t>
      </w:r>
      <w:r w:rsidR="004B5A85">
        <w:t xml:space="preserve">, </w:t>
      </w:r>
      <w:r>
        <w:t>devint pourpre brusquement</w:t>
      </w:r>
      <w:r w:rsidR="004B5A85">
        <w:t xml:space="preserve">. </w:t>
      </w:r>
      <w:r>
        <w:t>Et comme si une réaction salutaire s</w:t>
      </w:r>
      <w:r w:rsidR="004B5A85">
        <w:t>’</w:t>
      </w:r>
      <w:r>
        <w:t>était produite en lui</w:t>
      </w:r>
      <w:r w:rsidR="004B5A85">
        <w:t xml:space="preserve">, </w:t>
      </w:r>
      <w:r>
        <w:t>il ne trembla plus</w:t>
      </w:r>
      <w:r w:rsidR="004B5A85">
        <w:t xml:space="preserve">, </w:t>
      </w:r>
      <w:r>
        <w:t>sa tête se redressa</w:t>
      </w:r>
      <w:r w:rsidR="004B5A85">
        <w:t xml:space="preserve">, </w:t>
      </w:r>
      <w:r>
        <w:t>il fixa le Ravageur avec ass</w:t>
      </w:r>
      <w:r>
        <w:t>u</w:t>
      </w:r>
      <w:r>
        <w:t>rance et</w:t>
      </w:r>
      <w:r w:rsidR="004B5A85">
        <w:t xml:space="preserve">, </w:t>
      </w:r>
      <w:r>
        <w:t>d</w:t>
      </w:r>
      <w:r w:rsidR="004B5A85">
        <w:t>’</w:t>
      </w:r>
      <w:r>
        <w:t>une voix calme maintenant</w:t>
      </w:r>
      <w:r w:rsidR="004B5A85">
        <w:t xml:space="preserve">, </w:t>
      </w:r>
      <w:r>
        <w:t>il prononça</w:t>
      </w:r>
      <w:r w:rsidR="004B5A85">
        <w:t> :</w:t>
      </w:r>
    </w:p>
    <w:p w14:paraId="0FEA69DC" w14:textId="77777777" w:rsidR="004B5A85" w:rsidRDefault="004B5A85" w:rsidP="004C389C">
      <w:r>
        <w:t>— </w:t>
      </w:r>
      <w:r w:rsidR="004C389C">
        <w:t>Hugues de Mauduit tu me tiens</w:t>
      </w:r>
      <w:r>
        <w:t xml:space="preserve">… </w:t>
      </w:r>
      <w:r w:rsidR="004C389C">
        <w:t>Tu peux te venger du passé</w:t>
      </w:r>
      <w:r>
        <w:t xml:space="preserve">. </w:t>
      </w:r>
      <w:r w:rsidR="004C389C">
        <w:t>Soit</w:t>
      </w:r>
      <w:r>
        <w:t xml:space="preserve"> !… </w:t>
      </w:r>
      <w:r w:rsidR="004C389C">
        <w:t>Cet homme</w:t>
      </w:r>
      <w:r>
        <w:t xml:space="preserve">, – </w:t>
      </w:r>
      <w:r w:rsidR="004C389C">
        <w:t>et du geste Cristobal Santa-</w:t>
      </w:r>
      <w:proofErr w:type="spellStart"/>
      <w:r w:rsidR="004C389C">
        <w:t>Fé</w:t>
      </w:r>
      <w:proofErr w:type="spellEnd"/>
      <w:r w:rsidR="004C389C">
        <w:t xml:space="preserve"> d</w:t>
      </w:r>
      <w:r w:rsidR="004C389C">
        <w:t>é</w:t>
      </w:r>
      <w:r w:rsidR="004C389C">
        <w:t xml:space="preserve">signa </w:t>
      </w:r>
      <w:proofErr w:type="spellStart"/>
      <w:r w:rsidR="004C389C">
        <w:t>Askold</w:t>
      </w:r>
      <w:proofErr w:type="spellEnd"/>
      <w:r>
        <w:t xml:space="preserve">, – </w:t>
      </w:r>
      <w:r w:rsidR="004C389C">
        <w:t>cet homme m</w:t>
      </w:r>
      <w:r>
        <w:t>’</w:t>
      </w:r>
      <w:r w:rsidR="004C389C">
        <w:t>a appelé lâche</w:t>
      </w:r>
      <w:r>
        <w:t xml:space="preserve">, </w:t>
      </w:r>
      <w:r w:rsidR="004C389C">
        <w:t>tout à l</w:t>
      </w:r>
      <w:r>
        <w:t>’</w:t>
      </w:r>
      <w:r w:rsidR="004C389C">
        <w:t>heure</w:t>
      </w:r>
      <w:r>
        <w:t xml:space="preserve">. </w:t>
      </w:r>
      <w:r w:rsidR="004C389C">
        <w:t>Tout le monde peut redouter la mort quand la vie est bonne</w:t>
      </w:r>
      <w:r>
        <w:t xml:space="preserve">. </w:t>
      </w:r>
      <w:r w:rsidR="004C389C">
        <w:t>Mais je montrerai que</w:t>
      </w:r>
      <w:r>
        <w:t xml:space="preserve">, </w:t>
      </w:r>
      <w:r w:rsidR="004C389C">
        <w:t>ma dernière heure venue</w:t>
      </w:r>
      <w:r>
        <w:t xml:space="preserve">, </w:t>
      </w:r>
      <w:r w:rsidR="004C389C">
        <w:t>j</w:t>
      </w:r>
      <w:r>
        <w:t>’</w:t>
      </w:r>
      <w:r w:rsidR="004C389C">
        <w:t>ai autant de courage que mes ennemis</w:t>
      </w:r>
      <w:r>
        <w:t xml:space="preserve">… </w:t>
      </w:r>
      <w:r w:rsidR="004C389C">
        <w:t>Hugues de Mauduit</w:t>
      </w:r>
      <w:r>
        <w:t xml:space="preserve">, </w:t>
      </w:r>
      <w:r w:rsidR="004C389C">
        <w:t>fais de moi ce que tu voudras</w:t>
      </w:r>
      <w:r>
        <w:t xml:space="preserve">. </w:t>
      </w:r>
      <w:r w:rsidR="004C389C">
        <w:t>Et tue-moi le plus tôt possible</w:t>
      </w:r>
      <w:r>
        <w:t> !</w:t>
      </w:r>
    </w:p>
    <w:p w14:paraId="2A474C77" w14:textId="77777777" w:rsidR="004B5A85" w:rsidRDefault="004B5A85" w:rsidP="004C389C">
      <w:r>
        <w:t>— </w:t>
      </w:r>
      <w:r w:rsidR="004C389C">
        <w:t>Tu mourras bientôt</w:t>
      </w:r>
      <w:r>
        <w:t xml:space="preserve">, </w:t>
      </w:r>
      <w:r w:rsidR="004C389C">
        <w:t>Cristobal</w:t>
      </w:r>
      <w:r>
        <w:t xml:space="preserve"> ! </w:t>
      </w:r>
      <w:r w:rsidR="004C389C">
        <w:t>prononça le Ravageur d</w:t>
      </w:r>
      <w:r>
        <w:t>’</w:t>
      </w:r>
      <w:r w:rsidR="004C389C">
        <w:t>une voix glaciale</w:t>
      </w:r>
      <w:r>
        <w:t xml:space="preserve">. </w:t>
      </w:r>
      <w:r w:rsidR="004C389C">
        <w:t>Mais pas avant que je puisse faire assister quelqu</w:t>
      </w:r>
      <w:r>
        <w:t>’</w:t>
      </w:r>
      <w:r w:rsidR="004C389C">
        <w:t>un à ta mort</w:t>
      </w:r>
      <w:r>
        <w:t xml:space="preserve">, </w:t>
      </w:r>
      <w:r w:rsidR="004C389C">
        <w:t>comme tu m</w:t>
      </w:r>
      <w:r>
        <w:t>’</w:t>
      </w:r>
      <w:r w:rsidR="004C389C">
        <w:t>as fait assister à la mort de mon père</w:t>
      </w:r>
      <w:r>
        <w:t> !</w:t>
      </w:r>
    </w:p>
    <w:p w14:paraId="0B6B4D0B" w14:textId="77777777" w:rsidR="004B5A85" w:rsidRDefault="004B5A85" w:rsidP="004C389C">
      <w:r>
        <w:lastRenderedPageBreak/>
        <w:t>— </w:t>
      </w:r>
      <w:r w:rsidR="004C389C">
        <w:t>Que veux-tu dire</w:t>
      </w:r>
      <w:r>
        <w:t xml:space="preserve">, </w:t>
      </w:r>
      <w:r w:rsidR="004C389C">
        <w:t>balbutia le colonel gouverneur</w:t>
      </w:r>
      <w:r>
        <w:t xml:space="preserve">, </w:t>
      </w:r>
      <w:r w:rsidR="004C389C">
        <w:t>en p</w:t>
      </w:r>
      <w:r w:rsidR="004C389C">
        <w:t>â</w:t>
      </w:r>
      <w:r w:rsidR="004C389C">
        <w:t>lissant de nouveau</w:t>
      </w:r>
      <w:r>
        <w:t>.</w:t>
      </w:r>
    </w:p>
    <w:p w14:paraId="3383F38B" w14:textId="77777777" w:rsidR="004B5A85" w:rsidRDefault="004B5A85" w:rsidP="004C389C">
      <w:r>
        <w:t>— </w:t>
      </w:r>
      <w:r w:rsidR="004C389C">
        <w:t>Attends</w:t>
      </w:r>
      <w:r>
        <w:t> !</w:t>
      </w:r>
    </w:p>
    <w:p w14:paraId="1DEBCFC8" w14:textId="77777777" w:rsidR="004B5A85" w:rsidRDefault="004C389C" w:rsidP="004C389C">
      <w:r>
        <w:t xml:space="preserve">Et se tournant vers Felipe </w:t>
      </w:r>
      <w:proofErr w:type="spellStart"/>
      <w:r>
        <w:t>Varinas</w:t>
      </w:r>
      <w:proofErr w:type="spellEnd"/>
      <w:r>
        <w:t xml:space="preserve"> et le capitaine Stefano</w:t>
      </w:r>
      <w:r w:rsidR="004B5A85">
        <w:t xml:space="preserve">, </w:t>
      </w:r>
      <w:r>
        <w:t>qui écoutaient avec une attention passionnée</w:t>
      </w:r>
      <w:r w:rsidR="004B5A85">
        <w:t xml:space="preserve">, </w:t>
      </w:r>
      <w:r>
        <w:t>le Ravageur leur dit d</w:t>
      </w:r>
      <w:r w:rsidR="004B5A85">
        <w:t>’</w:t>
      </w:r>
      <w:r>
        <w:t>un ton poli et sec</w:t>
      </w:r>
      <w:r w:rsidR="004B5A85">
        <w:t> :</w:t>
      </w:r>
    </w:p>
    <w:p w14:paraId="58CA8DBA" w14:textId="77777777" w:rsidR="004B5A85" w:rsidRDefault="004B5A85" w:rsidP="004C389C">
      <w:r>
        <w:t>— </w:t>
      </w:r>
      <w:r w:rsidR="004C389C">
        <w:t>Je vous remercie</w:t>
      </w:r>
      <w:r>
        <w:t xml:space="preserve">, </w:t>
      </w:r>
      <w:r w:rsidR="004C389C">
        <w:t>messieurs</w:t>
      </w:r>
      <w:r>
        <w:t xml:space="preserve">. </w:t>
      </w:r>
      <w:r w:rsidR="004C389C">
        <w:t>La ville et le port de Mar</w:t>
      </w:r>
      <w:r w:rsidR="004C389C">
        <w:t>a</w:t>
      </w:r>
      <w:r w:rsidR="004C389C">
        <w:t>caïbo seront épargnés</w:t>
      </w:r>
      <w:r>
        <w:t xml:space="preserve">. </w:t>
      </w:r>
      <w:r w:rsidR="004C389C">
        <w:t>Et maintenant</w:t>
      </w:r>
      <w:r>
        <w:t xml:space="preserve">, </w:t>
      </w:r>
      <w:r w:rsidR="004C389C">
        <w:t>retirez-vous</w:t>
      </w:r>
      <w:r>
        <w:t> !</w:t>
      </w:r>
    </w:p>
    <w:p w14:paraId="7873F855" w14:textId="77777777" w:rsidR="004B5A85" w:rsidRDefault="004C389C" w:rsidP="004C389C">
      <w:r>
        <w:t>Sans mot dire</w:t>
      </w:r>
      <w:r w:rsidR="004B5A85">
        <w:t xml:space="preserve">, </w:t>
      </w:r>
      <w:r>
        <w:t>l</w:t>
      </w:r>
      <w:r w:rsidR="004B5A85">
        <w:t>’</w:t>
      </w:r>
      <w:r>
        <w:t>armateur et le capitaine lâchèrent le garde-fou</w:t>
      </w:r>
      <w:r w:rsidR="004B5A85">
        <w:t xml:space="preserve">, </w:t>
      </w:r>
      <w:r>
        <w:t>laissèrent le canot se détacher du sous-marin</w:t>
      </w:r>
      <w:r w:rsidR="004B5A85">
        <w:t xml:space="preserve">, </w:t>
      </w:r>
      <w:r>
        <w:t>et aussitôt ils se mirent à ramer vers la côte</w:t>
      </w:r>
      <w:r w:rsidR="004B5A85">
        <w:t>…</w:t>
      </w:r>
    </w:p>
    <w:p w14:paraId="7B4A7EA7" w14:textId="77777777" w:rsidR="004B5A85" w:rsidRDefault="004C389C" w:rsidP="004C389C">
      <w:r>
        <w:t>Lorsque l</w:t>
      </w:r>
      <w:r w:rsidR="004B5A85">
        <w:t>’</w:t>
      </w:r>
      <w:r>
        <w:t>embarcation fut assez éloignée à son estimation</w:t>
      </w:r>
      <w:r w:rsidR="004B5A85">
        <w:t xml:space="preserve">, </w:t>
      </w:r>
      <w:r>
        <w:t>le Ravageur se retourna vers Cristobal Santa-</w:t>
      </w:r>
      <w:proofErr w:type="spellStart"/>
      <w:r>
        <w:t>Fé</w:t>
      </w:r>
      <w:proofErr w:type="spellEnd"/>
      <w:r w:rsidR="004B5A85">
        <w:t xml:space="preserve">, </w:t>
      </w:r>
      <w:r>
        <w:t>et</w:t>
      </w:r>
      <w:r w:rsidR="004B5A85">
        <w:t xml:space="preserve">, </w:t>
      </w:r>
      <w:r>
        <w:t>d</w:t>
      </w:r>
      <w:r w:rsidR="004B5A85">
        <w:t>’</w:t>
      </w:r>
      <w:r>
        <w:t>une voix sourde</w:t>
      </w:r>
      <w:r w:rsidR="004B5A85">
        <w:t xml:space="preserve">, </w:t>
      </w:r>
      <w:r>
        <w:t>l</w:t>
      </w:r>
      <w:r w:rsidR="004B5A85">
        <w:t>’</w:t>
      </w:r>
      <w:r>
        <w:t>œil terrible</w:t>
      </w:r>
      <w:r w:rsidR="004B5A85">
        <w:t xml:space="preserve">, </w:t>
      </w:r>
      <w:r>
        <w:t>le visage contracté de haine</w:t>
      </w:r>
      <w:r w:rsidR="004B5A85">
        <w:t> :</w:t>
      </w:r>
    </w:p>
    <w:p w14:paraId="6B347B08" w14:textId="77777777" w:rsidR="004B5A85" w:rsidRDefault="004B5A85" w:rsidP="004C389C">
      <w:r>
        <w:t>— </w:t>
      </w:r>
      <w:r w:rsidR="004C389C">
        <w:t>Ce que je voulais dire</w:t>
      </w:r>
      <w:r>
        <w:t xml:space="preserve"> ? </w:t>
      </w:r>
      <w:r w:rsidR="004C389C">
        <w:t>prononça-t-il</w:t>
      </w:r>
      <w:r>
        <w:t xml:space="preserve">. </w:t>
      </w:r>
      <w:r w:rsidR="004C389C">
        <w:t>Voici</w:t>
      </w:r>
      <w:r>
        <w:t xml:space="preserve">… </w:t>
      </w:r>
      <w:r w:rsidR="004C389C">
        <w:t>Tu as une fille</w:t>
      </w:r>
      <w:r>
        <w:t xml:space="preserve">, </w:t>
      </w:r>
      <w:r w:rsidR="004C389C">
        <w:t>n</w:t>
      </w:r>
      <w:r>
        <w:t>’</w:t>
      </w:r>
      <w:r w:rsidR="004C389C">
        <w:t>est-ce pas</w:t>
      </w:r>
      <w:r>
        <w:t> ?…</w:t>
      </w:r>
    </w:p>
    <w:p w14:paraId="3617D43D" w14:textId="77777777" w:rsidR="004B5A85" w:rsidRDefault="004B5A85" w:rsidP="004C389C">
      <w:r>
        <w:t>— </w:t>
      </w:r>
      <w:r w:rsidR="004C389C">
        <w:t>Dolorès</w:t>
      </w:r>
      <w:r>
        <w:t xml:space="preserve"> ! </w:t>
      </w:r>
      <w:r w:rsidR="004C389C">
        <w:t>gémit le colonel</w:t>
      </w:r>
      <w:r>
        <w:t xml:space="preserve">, </w:t>
      </w:r>
      <w:r w:rsidR="004C389C">
        <w:t>en chancelant</w:t>
      </w:r>
      <w:r>
        <w:t>.</w:t>
      </w:r>
    </w:p>
    <w:p w14:paraId="6DDE5AE0" w14:textId="77777777" w:rsidR="004B5A85" w:rsidRDefault="004B5A85" w:rsidP="004C389C">
      <w:r>
        <w:t>— </w:t>
      </w:r>
      <w:r w:rsidR="004C389C">
        <w:t>Oui</w:t>
      </w:r>
      <w:r>
        <w:t xml:space="preserve"> ! </w:t>
      </w:r>
      <w:r w:rsidR="004C389C">
        <w:t>Dolorès</w:t>
      </w:r>
      <w:r>
        <w:t xml:space="preserve">, </w:t>
      </w:r>
      <w:r w:rsidR="004C389C">
        <w:t>reprit le Ravageur en fermant les poings</w:t>
      </w:r>
      <w:r>
        <w:t xml:space="preserve">. </w:t>
      </w:r>
      <w:r w:rsidR="004C389C">
        <w:t>Elle doit avoir quatorze ans aujourd</w:t>
      </w:r>
      <w:r>
        <w:t>’</w:t>
      </w:r>
      <w:r w:rsidR="004C389C">
        <w:t>hui</w:t>
      </w:r>
      <w:r>
        <w:t xml:space="preserve">, </w:t>
      </w:r>
      <w:r w:rsidR="004C389C">
        <w:t>juste l</w:t>
      </w:r>
      <w:r>
        <w:t>’</w:t>
      </w:r>
      <w:r w:rsidR="004C389C">
        <w:t>âge que j</w:t>
      </w:r>
      <w:r>
        <w:t>’</w:t>
      </w:r>
      <w:r w:rsidR="004C389C">
        <w:t>avais lorsque</w:t>
      </w:r>
      <w:r>
        <w:t xml:space="preserve">, </w:t>
      </w:r>
      <w:r w:rsidR="004C389C">
        <w:t>devant mes yeux</w:t>
      </w:r>
      <w:r>
        <w:t xml:space="preserve">, </w:t>
      </w:r>
      <w:r w:rsidR="004C389C">
        <w:t>tu as assassiné mon père</w:t>
      </w:r>
      <w:r>
        <w:t xml:space="preserve">… </w:t>
      </w:r>
      <w:r w:rsidR="004C389C">
        <w:t>Eh bien</w:t>
      </w:r>
      <w:r>
        <w:t xml:space="preserve"> ! </w:t>
      </w:r>
      <w:r w:rsidR="004C389C">
        <w:t>Dolorès assistera à ton supplice</w:t>
      </w:r>
      <w:r>
        <w:t xml:space="preserve">, </w:t>
      </w:r>
      <w:r w:rsidR="004C389C">
        <w:t>Cristobal</w:t>
      </w:r>
      <w:r>
        <w:t xml:space="preserve"> !… </w:t>
      </w:r>
      <w:r w:rsidR="004C389C">
        <w:t>Et tu souffriras en la regardant tout ce que mon père a souffert quand il me do</w:t>
      </w:r>
      <w:r w:rsidR="004C389C">
        <w:t>n</w:t>
      </w:r>
      <w:r w:rsidR="004C389C">
        <w:t>nait</w:t>
      </w:r>
      <w:r>
        <w:t xml:space="preserve">, </w:t>
      </w:r>
      <w:r w:rsidR="004C389C">
        <w:t>sanglant et désespéré</w:t>
      </w:r>
      <w:r>
        <w:t xml:space="preserve">, </w:t>
      </w:r>
      <w:r w:rsidR="004C389C">
        <w:t>son dernier regard</w:t>
      </w:r>
      <w:r>
        <w:t>…</w:t>
      </w:r>
    </w:p>
    <w:p w14:paraId="71FCEB96" w14:textId="77777777" w:rsidR="004B5A85" w:rsidRDefault="004B5A85" w:rsidP="004C389C">
      <w:r>
        <w:t>— </w:t>
      </w:r>
      <w:r w:rsidR="004C389C">
        <w:t>Oh</w:t>
      </w:r>
      <w:r>
        <w:t xml:space="preserve"> ! </w:t>
      </w:r>
      <w:r w:rsidR="004C389C">
        <w:t>grâce</w:t>
      </w:r>
      <w:r>
        <w:t xml:space="preserve"> ; </w:t>
      </w:r>
      <w:r w:rsidR="004C389C">
        <w:t>grâce pour ma fille</w:t>
      </w:r>
      <w:r>
        <w:t xml:space="preserve"> ! </w:t>
      </w:r>
      <w:r w:rsidR="004C389C">
        <w:t>s</w:t>
      </w:r>
      <w:r>
        <w:t>’</w:t>
      </w:r>
      <w:r w:rsidR="004C389C">
        <w:t>écria le colonel en tombant à genoux</w:t>
      </w:r>
      <w:r>
        <w:t>.</w:t>
      </w:r>
    </w:p>
    <w:p w14:paraId="4A066A4E" w14:textId="77777777" w:rsidR="004B5A85" w:rsidRDefault="004B5A85" w:rsidP="004C389C">
      <w:r>
        <w:lastRenderedPageBreak/>
        <w:t>— </w:t>
      </w:r>
      <w:r w:rsidR="004C389C">
        <w:t>Pas de grâce</w:t>
      </w:r>
      <w:r>
        <w:t xml:space="preserve">, </w:t>
      </w:r>
      <w:r w:rsidR="004C389C">
        <w:t>chien</w:t>
      </w:r>
      <w:r>
        <w:t xml:space="preserve"> ! </w:t>
      </w:r>
      <w:r w:rsidR="004C389C">
        <w:t>répondit férocement Hugues de Mauduit</w:t>
      </w:r>
      <w:r>
        <w:t>.</w:t>
      </w:r>
    </w:p>
    <w:p w14:paraId="072F9E42" w14:textId="77777777" w:rsidR="004B5A85" w:rsidRDefault="004C389C" w:rsidP="004C389C">
      <w:r>
        <w:t xml:space="preserve">Et il fit un geste à </w:t>
      </w:r>
      <w:proofErr w:type="spellStart"/>
      <w:r>
        <w:t>Askold</w:t>
      </w:r>
      <w:proofErr w:type="spellEnd"/>
      <w:r w:rsidR="004B5A85">
        <w:t>.</w:t>
      </w:r>
    </w:p>
    <w:p w14:paraId="7B8F53C2" w14:textId="77777777" w:rsidR="004B5A85" w:rsidRDefault="004C389C" w:rsidP="004C389C">
      <w:r>
        <w:t>Le lieutenant ordonna</w:t>
      </w:r>
      <w:r w:rsidR="004B5A85">
        <w:t xml:space="preserve">, </w:t>
      </w:r>
      <w:r>
        <w:t>impassible</w:t>
      </w:r>
      <w:r w:rsidR="004B5A85">
        <w:t> :</w:t>
      </w:r>
    </w:p>
    <w:p w14:paraId="75DCBD22" w14:textId="77777777" w:rsidR="004B5A85" w:rsidRDefault="004B5A85" w:rsidP="004C389C">
      <w:r>
        <w:t>— </w:t>
      </w:r>
      <w:proofErr w:type="spellStart"/>
      <w:r w:rsidR="004C389C">
        <w:t>Jorry</w:t>
      </w:r>
      <w:proofErr w:type="spellEnd"/>
      <w:r>
        <w:t xml:space="preserve">, </w:t>
      </w:r>
      <w:proofErr w:type="spellStart"/>
      <w:r w:rsidR="004C389C">
        <w:t>Brilo</w:t>
      </w:r>
      <w:proofErr w:type="spellEnd"/>
      <w:r>
        <w:t xml:space="preserve">… </w:t>
      </w:r>
      <w:r w:rsidR="004C389C">
        <w:t>portez le prisonnier dans la cabine numéro 5</w:t>
      </w:r>
      <w:r>
        <w:t xml:space="preserve">. </w:t>
      </w:r>
      <w:r w:rsidR="004C389C">
        <w:t>Vous le mettrez au pain et à l</w:t>
      </w:r>
      <w:r>
        <w:t>’</w:t>
      </w:r>
      <w:r w:rsidR="004C389C">
        <w:t>eau</w:t>
      </w:r>
      <w:r>
        <w:t xml:space="preserve">, </w:t>
      </w:r>
      <w:r w:rsidR="004C389C">
        <w:t>chaînes aux pieds et aux mains</w:t>
      </w:r>
      <w:r>
        <w:t xml:space="preserve">. </w:t>
      </w:r>
      <w:r w:rsidR="004C389C">
        <w:t>Pas de matelas</w:t>
      </w:r>
      <w:r>
        <w:t xml:space="preserve">, </w:t>
      </w:r>
      <w:r w:rsidR="004C389C">
        <w:t>ni de couvertures sur la planche de co</w:t>
      </w:r>
      <w:r w:rsidR="004C389C">
        <w:t>u</w:t>
      </w:r>
      <w:r w:rsidR="004C389C">
        <w:t>chage</w:t>
      </w:r>
      <w:r>
        <w:t xml:space="preserve">. </w:t>
      </w:r>
      <w:r w:rsidR="004C389C">
        <w:t>Allez</w:t>
      </w:r>
      <w:r>
        <w:t> !…</w:t>
      </w:r>
    </w:p>
    <w:p w14:paraId="219A7EE4" w14:textId="77777777" w:rsidR="004B5A85" w:rsidRDefault="004B5A85" w:rsidP="004C389C">
      <w:r>
        <w:t>— </w:t>
      </w:r>
      <w:r w:rsidR="004C389C">
        <w:t>Grâce</w:t>
      </w:r>
      <w:r>
        <w:t xml:space="preserve">, </w:t>
      </w:r>
      <w:r w:rsidR="004C389C">
        <w:t>grâce pour Dolorès</w:t>
      </w:r>
      <w:r>
        <w:t xml:space="preserve"> ! </w:t>
      </w:r>
      <w:r w:rsidR="004C389C">
        <w:t>gémissait le colonel-gouverneur en se traînant aux pieds du Ravageur</w:t>
      </w:r>
      <w:r>
        <w:t>.</w:t>
      </w:r>
    </w:p>
    <w:p w14:paraId="6340B7B0" w14:textId="77777777" w:rsidR="004B5A85" w:rsidRDefault="004C389C" w:rsidP="004C389C">
      <w:r>
        <w:t xml:space="preserve">Mais </w:t>
      </w:r>
      <w:proofErr w:type="spellStart"/>
      <w:r>
        <w:t>Jorry</w:t>
      </w:r>
      <w:proofErr w:type="spellEnd"/>
      <w:r>
        <w:t xml:space="preserve"> et </w:t>
      </w:r>
      <w:proofErr w:type="spellStart"/>
      <w:r>
        <w:t>Brilo</w:t>
      </w:r>
      <w:proofErr w:type="spellEnd"/>
      <w:r>
        <w:t xml:space="preserve"> l</w:t>
      </w:r>
      <w:r w:rsidR="004B5A85">
        <w:t>’</w:t>
      </w:r>
      <w:r>
        <w:t>empoignèrent</w:t>
      </w:r>
      <w:r w:rsidR="004B5A85">
        <w:t xml:space="preserve">, </w:t>
      </w:r>
      <w:r>
        <w:t>le soulevèrent et l</w:t>
      </w:r>
      <w:r w:rsidR="004B5A85">
        <w:t>’</w:t>
      </w:r>
      <w:r>
        <w:t>emportèrent rapidement dans l</w:t>
      </w:r>
      <w:r w:rsidR="004B5A85">
        <w:t>’</w:t>
      </w:r>
      <w:r>
        <w:t>intérieur du sous-marin</w:t>
      </w:r>
      <w:r w:rsidR="004B5A85">
        <w:t>.</w:t>
      </w:r>
    </w:p>
    <w:p w14:paraId="0B014E7E" w14:textId="77777777" w:rsidR="004B5A85" w:rsidRDefault="004C389C" w:rsidP="004C389C">
      <w:r>
        <w:t>Or</w:t>
      </w:r>
      <w:r w:rsidR="004B5A85">
        <w:t xml:space="preserve">, </w:t>
      </w:r>
      <w:r>
        <w:t>occupé à une besogne quelconque dans le corps de garde</w:t>
      </w:r>
      <w:r w:rsidR="004B5A85">
        <w:t xml:space="preserve">, </w:t>
      </w:r>
      <w:r>
        <w:t>Pierrot l</w:t>
      </w:r>
      <w:r w:rsidR="004B5A85">
        <w:t>’</w:t>
      </w:r>
      <w:r>
        <w:t>Écureuil avait entendu tout ce qui s</w:t>
      </w:r>
      <w:r w:rsidR="004B5A85">
        <w:t>’</w:t>
      </w:r>
      <w:r>
        <w:t>était dit sur la plate-forme</w:t>
      </w:r>
      <w:r w:rsidR="004B5A85">
        <w:t xml:space="preserve">. </w:t>
      </w:r>
      <w:r>
        <w:t>Il vit passer les deux matelots portant le colonel Santa-</w:t>
      </w:r>
      <w:proofErr w:type="spellStart"/>
      <w:r>
        <w:t>Fé</w:t>
      </w:r>
      <w:proofErr w:type="spellEnd"/>
      <w:r w:rsidR="004B5A85">
        <w:t xml:space="preserve">. </w:t>
      </w:r>
      <w:r>
        <w:t>Et il ne bougea pas</w:t>
      </w:r>
      <w:r w:rsidR="004B5A85">
        <w:t xml:space="preserve">, </w:t>
      </w:r>
      <w:r>
        <w:t>attentif aux paroles que pou</w:t>
      </w:r>
      <w:r>
        <w:t>r</w:t>
      </w:r>
      <w:r>
        <w:t xml:space="preserve">raient prononcer encore le Ravageur et son lieutenant </w:t>
      </w:r>
      <w:proofErr w:type="spellStart"/>
      <w:r>
        <w:t>Askold</w:t>
      </w:r>
      <w:proofErr w:type="spellEnd"/>
      <w:r w:rsidR="004B5A85">
        <w:t>.</w:t>
      </w:r>
    </w:p>
    <w:p w14:paraId="7149F36E" w14:textId="77777777" w:rsidR="004B5A85" w:rsidRDefault="004C389C" w:rsidP="004C389C">
      <w:r>
        <w:t>Pierrot l</w:t>
      </w:r>
      <w:r w:rsidR="004B5A85">
        <w:t>’</w:t>
      </w:r>
      <w:r>
        <w:t>Écureuil entendit presque aussitôt la voix grave et funèbre du Ravageur du Monde</w:t>
      </w:r>
      <w:r w:rsidR="004B5A85">
        <w:t>.</w:t>
      </w:r>
    </w:p>
    <w:p w14:paraId="2B0FF1CE" w14:textId="77777777" w:rsidR="004B5A85" w:rsidRDefault="004B5A85" w:rsidP="004C389C">
      <w:r>
        <w:t>— </w:t>
      </w:r>
      <w:proofErr w:type="spellStart"/>
      <w:r w:rsidR="004C389C">
        <w:t>Askold</w:t>
      </w:r>
      <w:proofErr w:type="spellEnd"/>
      <w:r>
        <w:t xml:space="preserve">, </w:t>
      </w:r>
      <w:r w:rsidR="004C389C">
        <w:t>disait-elle</w:t>
      </w:r>
      <w:r>
        <w:t xml:space="preserve">, </w:t>
      </w:r>
      <w:r w:rsidR="004C389C">
        <w:t>je me retire dans ma chambre</w:t>
      </w:r>
      <w:r>
        <w:t xml:space="preserve">. </w:t>
      </w:r>
      <w:r w:rsidR="004C389C">
        <w:t>J</w:t>
      </w:r>
      <w:r>
        <w:t>’</w:t>
      </w:r>
      <w:r w:rsidR="004C389C">
        <w:t>ai b</w:t>
      </w:r>
      <w:r w:rsidR="004C389C">
        <w:t>e</w:t>
      </w:r>
      <w:r w:rsidR="004C389C">
        <w:t>soin de vivre pendant quelques heures en pensée avec mes chers morts</w:t>
      </w:r>
      <w:r>
        <w:t xml:space="preserve">, </w:t>
      </w:r>
      <w:r w:rsidR="004C389C">
        <w:t>pour qu</w:t>
      </w:r>
      <w:r>
        <w:t>’</w:t>
      </w:r>
      <w:r w:rsidR="004C389C">
        <w:t>ils m</w:t>
      </w:r>
      <w:r>
        <w:t>’</w:t>
      </w:r>
      <w:r w:rsidR="004C389C">
        <w:t>inspirent la meilleure manière de les ve</w:t>
      </w:r>
      <w:r w:rsidR="004C389C">
        <w:t>n</w:t>
      </w:r>
      <w:r w:rsidR="004C389C">
        <w:t>ger</w:t>
      </w:r>
      <w:r>
        <w:t xml:space="preserve">. </w:t>
      </w:r>
      <w:r w:rsidR="004C389C">
        <w:t>Agis comme je te l</w:t>
      </w:r>
      <w:r>
        <w:t>’</w:t>
      </w:r>
      <w:r w:rsidR="004C389C">
        <w:t>ai ordonné</w:t>
      </w:r>
      <w:r>
        <w:t xml:space="preserve">. </w:t>
      </w:r>
      <w:r w:rsidR="004C389C">
        <w:t>Et</w:t>
      </w:r>
      <w:r>
        <w:t xml:space="preserve">, </w:t>
      </w:r>
      <w:r w:rsidR="004C389C">
        <w:t>dès que la jeune fille sera amenée à bord du sous-marin</w:t>
      </w:r>
      <w:r>
        <w:t xml:space="preserve">, </w:t>
      </w:r>
      <w:r w:rsidR="004C389C">
        <w:t>gagne le large</w:t>
      </w:r>
      <w:r>
        <w:t xml:space="preserve">. </w:t>
      </w:r>
      <w:r w:rsidR="004C389C">
        <w:t>Tu ne viendras prendre mes ordres que demain matin à neuf heures</w:t>
      </w:r>
      <w:r>
        <w:t>.</w:t>
      </w:r>
    </w:p>
    <w:p w14:paraId="59A77C95" w14:textId="77777777" w:rsidR="004B5A85" w:rsidRDefault="004B5A85" w:rsidP="004C389C">
      <w:r>
        <w:t>— </w:t>
      </w:r>
      <w:r w:rsidR="004C389C">
        <w:t>Que les morts vous inspirent</w:t>
      </w:r>
      <w:r>
        <w:t xml:space="preserve">, </w:t>
      </w:r>
      <w:r w:rsidR="004C389C">
        <w:t>Maître</w:t>
      </w:r>
      <w:r>
        <w:t xml:space="preserve"> ! </w:t>
      </w:r>
      <w:r w:rsidR="004C389C">
        <w:t xml:space="preserve">murmura </w:t>
      </w:r>
      <w:proofErr w:type="spellStart"/>
      <w:r w:rsidR="004C389C">
        <w:t>Askold</w:t>
      </w:r>
      <w:proofErr w:type="spellEnd"/>
      <w:r w:rsidR="004C389C">
        <w:t xml:space="preserve"> en s</w:t>
      </w:r>
      <w:r>
        <w:t>’</w:t>
      </w:r>
      <w:r w:rsidR="004C389C">
        <w:t>inclinant</w:t>
      </w:r>
      <w:r>
        <w:t>.</w:t>
      </w:r>
    </w:p>
    <w:p w14:paraId="3DC51B80" w14:textId="77777777" w:rsidR="004B5A85" w:rsidRDefault="004C389C" w:rsidP="004C389C">
      <w:r>
        <w:lastRenderedPageBreak/>
        <w:t>Et l</w:t>
      </w:r>
      <w:r w:rsidR="004B5A85">
        <w:t>’</w:t>
      </w:r>
      <w:r>
        <w:t>instant d</w:t>
      </w:r>
      <w:r w:rsidR="004B5A85">
        <w:t>’</w:t>
      </w:r>
      <w:r>
        <w:t>après</w:t>
      </w:r>
      <w:r w:rsidR="004B5A85">
        <w:t xml:space="preserve">, </w:t>
      </w:r>
      <w:r>
        <w:t>avec un frisson de terreur</w:t>
      </w:r>
      <w:r w:rsidR="004B5A85">
        <w:t xml:space="preserve">, </w:t>
      </w:r>
      <w:r>
        <w:t>Pierrot l</w:t>
      </w:r>
      <w:r w:rsidR="004B5A85">
        <w:t>’</w:t>
      </w:r>
      <w:r>
        <w:t>Écureuil vit passer devant lui</w:t>
      </w:r>
      <w:r w:rsidR="004B5A85">
        <w:t xml:space="preserve">, </w:t>
      </w:r>
      <w:r>
        <w:t>raide et sombre</w:t>
      </w:r>
      <w:r w:rsidR="004B5A85">
        <w:t xml:space="preserve">, </w:t>
      </w:r>
      <w:r>
        <w:t>l</w:t>
      </w:r>
      <w:r w:rsidR="004B5A85">
        <w:t>’</w:t>
      </w:r>
      <w:r>
        <w:t>énigmatique Ravageur</w:t>
      </w:r>
      <w:r w:rsidR="004B5A85">
        <w:t xml:space="preserve">, </w:t>
      </w:r>
      <w:r>
        <w:t>qui s</w:t>
      </w:r>
      <w:r w:rsidR="004B5A85">
        <w:t>’</w:t>
      </w:r>
      <w:r>
        <w:t>engagea dans le couloir de tribord</w:t>
      </w:r>
      <w:r w:rsidR="004B5A85">
        <w:t xml:space="preserve">, </w:t>
      </w:r>
      <w:r>
        <w:t>vers la proue</w:t>
      </w:r>
      <w:r w:rsidR="004B5A85">
        <w:t xml:space="preserve">, </w:t>
      </w:r>
      <w:r>
        <w:t>et s</w:t>
      </w:r>
      <w:r w:rsidR="004B5A85">
        <w:t>’</w:t>
      </w:r>
      <w:r>
        <w:t>enferma dans sa chambre</w:t>
      </w:r>
      <w:r w:rsidR="004B5A85">
        <w:t>.</w:t>
      </w:r>
    </w:p>
    <w:p w14:paraId="60111C9D" w14:textId="77777777" w:rsidR="004B5A85" w:rsidRDefault="004C389C" w:rsidP="004C389C">
      <w:r>
        <w:t>Presque aussitôt</w:t>
      </w:r>
      <w:r w:rsidR="004B5A85">
        <w:t xml:space="preserve">, </w:t>
      </w:r>
      <w:proofErr w:type="spellStart"/>
      <w:r>
        <w:t>Askold</w:t>
      </w:r>
      <w:proofErr w:type="spellEnd"/>
      <w:r>
        <w:t xml:space="preserve"> descendit</w:t>
      </w:r>
      <w:r w:rsidR="004B5A85">
        <w:t xml:space="preserve"> : </w:t>
      </w:r>
      <w:r>
        <w:t>l</w:t>
      </w:r>
      <w:r w:rsidR="004B5A85">
        <w:t>’</w:t>
      </w:r>
      <w:r>
        <w:t>écoutille se referma</w:t>
      </w:r>
      <w:r w:rsidR="004B5A85">
        <w:t xml:space="preserve">. </w:t>
      </w:r>
      <w:r>
        <w:t>Et Pierrot l</w:t>
      </w:r>
      <w:r w:rsidR="004B5A85">
        <w:t>’</w:t>
      </w:r>
      <w:r>
        <w:t xml:space="preserve">Écureuil se rendit compte que le </w:t>
      </w:r>
      <w:r>
        <w:rPr>
          <w:i/>
          <w:iCs/>
        </w:rPr>
        <w:t xml:space="preserve">Nyctalope </w:t>
      </w:r>
      <w:r>
        <w:t>s</w:t>
      </w:r>
      <w:r w:rsidR="004B5A85">
        <w:t>’</w:t>
      </w:r>
      <w:r>
        <w:t>immergeait sur place</w:t>
      </w:r>
      <w:r w:rsidR="004B5A85">
        <w:t xml:space="preserve">, </w:t>
      </w:r>
      <w:r>
        <w:t>sans avancer ni reculer</w:t>
      </w:r>
      <w:r w:rsidR="004B5A85">
        <w:t xml:space="preserve">, </w:t>
      </w:r>
      <w:r>
        <w:t>et restait fin</w:t>
      </w:r>
      <w:r>
        <w:t>a</w:t>
      </w:r>
      <w:r>
        <w:t>lement immobile</w:t>
      </w:r>
      <w:r w:rsidR="004B5A85">
        <w:t xml:space="preserve">, </w:t>
      </w:r>
      <w:r>
        <w:t>reposant sur le sol sous-marin</w:t>
      </w:r>
      <w:r w:rsidR="004B5A85">
        <w:t xml:space="preserve">. </w:t>
      </w:r>
      <w:r>
        <w:t>En consultant les instruments fixés sur un tableau de bois</w:t>
      </w:r>
      <w:r w:rsidR="004B5A85">
        <w:t xml:space="preserve">, </w:t>
      </w:r>
      <w:r>
        <w:t>dans le corps de garde</w:t>
      </w:r>
      <w:r w:rsidR="004B5A85">
        <w:t xml:space="preserve">, </w:t>
      </w:r>
      <w:r>
        <w:t>le mousse put constater que l</w:t>
      </w:r>
      <w:r w:rsidR="004B5A85">
        <w:t>’</w:t>
      </w:r>
      <w:r>
        <w:t>on était par vingt-cinq mètres de fond</w:t>
      </w:r>
      <w:r w:rsidR="004B5A85">
        <w:t>…</w:t>
      </w:r>
    </w:p>
    <w:p w14:paraId="655EBFDC" w14:textId="4DBCD3AB" w:rsidR="004C389C" w:rsidRDefault="004C389C" w:rsidP="004B5A85">
      <w:pPr>
        <w:pStyle w:val="Titre1"/>
      </w:pPr>
      <w:bookmarkStart w:id="27" w:name="__RefHeading__29_1003869823"/>
      <w:bookmarkStart w:id="28" w:name="_Toc202462475"/>
      <w:bookmarkEnd w:id="27"/>
      <w:r>
        <w:lastRenderedPageBreak/>
        <w:t>CHAPITRE XV</w:t>
      </w:r>
      <w:r>
        <w:br/>
      </w:r>
      <w:r>
        <w:br/>
        <w:t>LES MONSTRES DE LA MER</w:t>
      </w:r>
      <w:bookmarkEnd w:id="28"/>
    </w:p>
    <w:p w14:paraId="52330E5D" w14:textId="77777777" w:rsidR="004B5A85" w:rsidRDefault="004C389C" w:rsidP="004C389C">
      <w:r>
        <w:t>Dans les paroles qu</w:t>
      </w:r>
      <w:r w:rsidR="004B5A85">
        <w:t>’</w:t>
      </w:r>
      <w:r>
        <w:t>il avait entendues</w:t>
      </w:r>
      <w:r w:rsidR="004B5A85">
        <w:t xml:space="preserve">, </w:t>
      </w:r>
      <w:r>
        <w:t>un nom avait part</w:t>
      </w:r>
      <w:r>
        <w:t>i</w:t>
      </w:r>
      <w:r>
        <w:t>culièrement fixé l</w:t>
      </w:r>
      <w:r w:rsidR="004B5A85">
        <w:t>’</w:t>
      </w:r>
      <w:r>
        <w:t>attention du jeune brave Pierrot l</w:t>
      </w:r>
      <w:r w:rsidR="004B5A85">
        <w:t>’</w:t>
      </w:r>
      <w:r>
        <w:t>Écureuil</w:t>
      </w:r>
      <w:r w:rsidR="004B5A85">
        <w:t xml:space="preserve">. </w:t>
      </w:r>
      <w:r>
        <w:t>C</w:t>
      </w:r>
      <w:r w:rsidR="004B5A85">
        <w:t>’</w:t>
      </w:r>
      <w:r>
        <w:t>était le nom de Dolorès</w:t>
      </w:r>
      <w:r w:rsidR="004B5A85">
        <w:t>.</w:t>
      </w:r>
    </w:p>
    <w:p w14:paraId="1BE26622" w14:textId="77777777" w:rsidR="004B5A85" w:rsidRDefault="004C389C" w:rsidP="004C389C">
      <w:r>
        <w:t>Et pendant toute cette morne journée</w:t>
      </w:r>
      <w:r w:rsidR="004B5A85">
        <w:t xml:space="preserve">, </w:t>
      </w:r>
      <w:r>
        <w:t>où le mousse fut o</w:t>
      </w:r>
      <w:r>
        <w:t>c</w:t>
      </w:r>
      <w:r>
        <w:t>cupé à divers travaux d</w:t>
      </w:r>
      <w:r w:rsidR="004B5A85">
        <w:t>’</w:t>
      </w:r>
      <w:r>
        <w:t>astiquage</w:t>
      </w:r>
      <w:r w:rsidR="004B5A85">
        <w:t xml:space="preserve">, </w:t>
      </w:r>
      <w:r>
        <w:t xml:space="preserve">il se demanda comment ferait </w:t>
      </w:r>
      <w:proofErr w:type="spellStart"/>
      <w:r>
        <w:t>Askold</w:t>
      </w:r>
      <w:proofErr w:type="spellEnd"/>
      <w:r>
        <w:t xml:space="preserve"> pour aller chercher à Maracaïbo la fille du gouverneur</w:t>
      </w:r>
      <w:r w:rsidR="004B5A85">
        <w:t>.</w:t>
      </w:r>
    </w:p>
    <w:p w14:paraId="3D619750" w14:textId="77777777" w:rsidR="004B5A85" w:rsidRDefault="004C389C" w:rsidP="004C389C">
      <w:r>
        <w:t>Bien que ses yeux vifs furetassent partout et qu</w:t>
      </w:r>
      <w:r w:rsidR="004B5A85">
        <w:t>’</w:t>
      </w:r>
      <w:r>
        <w:t>il eût cont</w:t>
      </w:r>
      <w:r>
        <w:t>i</w:t>
      </w:r>
      <w:r>
        <w:t>nuellement l</w:t>
      </w:r>
      <w:r w:rsidR="004B5A85">
        <w:t>’</w:t>
      </w:r>
      <w:r>
        <w:t>oreille tendue aux conversations d</w:t>
      </w:r>
      <w:r w:rsidR="004B5A85">
        <w:t>’</w:t>
      </w:r>
      <w:proofErr w:type="spellStart"/>
      <w:r>
        <w:t>Askold</w:t>
      </w:r>
      <w:proofErr w:type="spellEnd"/>
      <w:r>
        <w:t xml:space="preserve"> avec les hommes de l</w:t>
      </w:r>
      <w:r w:rsidR="004B5A85">
        <w:t>’</w:t>
      </w:r>
      <w:r>
        <w:t>équipage pirate</w:t>
      </w:r>
      <w:r w:rsidR="004B5A85">
        <w:t xml:space="preserve">, </w:t>
      </w:r>
      <w:r>
        <w:t>Pierrot l</w:t>
      </w:r>
      <w:r w:rsidR="004B5A85">
        <w:t>’</w:t>
      </w:r>
      <w:r>
        <w:t>Écureuil n</w:t>
      </w:r>
      <w:r w:rsidR="004B5A85">
        <w:t>’</w:t>
      </w:r>
      <w:r>
        <w:t>apprit rien</w:t>
      </w:r>
      <w:r w:rsidR="004B5A85">
        <w:t>.</w:t>
      </w:r>
    </w:p>
    <w:p w14:paraId="0719FEDD" w14:textId="77777777" w:rsidR="004B5A85" w:rsidRDefault="004C389C" w:rsidP="004C389C">
      <w:r>
        <w:t>Seulement</w:t>
      </w:r>
      <w:r w:rsidR="004B5A85">
        <w:t xml:space="preserve">, </w:t>
      </w:r>
      <w:r>
        <w:t>à six heures du soir</w:t>
      </w:r>
      <w:r w:rsidR="004B5A85">
        <w:t xml:space="preserve">, </w:t>
      </w:r>
      <w:r>
        <w:t xml:space="preserve">il vit </w:t>
      </w:r>
      <w:proofErr w:type="spellStart"/>
      <w:r>
        <w:t>Askold</w:t>
      </w:r>
      <w:proofErr w:type="spellEnd"/>
      <w:r>
        <w:t xml:space="preserve"> entrer dans l</w:t>
      </w:r>
      <w:r w:rsidR="004B5A85">
        <w:t>’</w:t>
      </w:r>
      <w:r>
        <w:t>escalier du canot</w:t>
      </w:r>
      <w:r w:rsidR="004B5A85">
        <w:t>.</w:t>
      </w:r>
    </w:p>
    <w:p w14:paraId="10612762" w14:textId="77777777" w:rsidR="004B5A85" w:rsidRDefault="004C389C" w:rsidP="004C389C">
      <w:r>
        <w:t>Cinq hommes l</w:t>
      </w:r>
      <w:r w:rsidR="004B5A85">
        <w:t>’</w:t>
      </w:r>
      <w:r>
        <w:t>accompagnaient</w:t>
      </w:r>
      <w:r w:rsidR="004B5A85">
        <w:t xml:space="preserve"> : </w:t>
      </w:r>
      <w:r>
        <w:t>c</w:t>
      </w:r>
      <w:r w:rsidR="004B5A85">
        <w:t>’</w:t>
      </w:r>
      <w:r>
        <w:t xml:space="preserve">étaient </w:t>
      </w:r>
      <w:proofErr w:type="spellStart"/>
      <w:r>
        <w:t>Poutkine</w:t>
      </w:r>
      <w:proofErr w:type="spellEnd"/>
      <w:r w:rsidR="004B5A85">
        <w:t xml:space="preserve">, </w:t>
      </w:r>
      <w:proofErr w:type="spellStart"/>
      <w:r>
        <w:t>Bra</w:t>
      </w:r>
      <w:r>
        <w:t>s</w:t>
      </w:r>
      <w:r>
        <w:t>ky</w:t>
      </w:r>
      <w:proofErr w:type="spellEnd"/>
      <w:r w:rsidR="004B5A85">
        <w:t xml:space="preserve">, </w:t>
      </w:r>
      <w:r>
        <w:t>Kenny</w:t>
      </w:r>
      <w:r w:rsidR="004B5A85">
        <w:t xml:space="preserve">, </w:t>
      </w:r>
      <w:proofErr w:type="spellStart"/>
      <w:r>
        <w:t>Jorry</w:t>
      </w:r>
      <w:proofErr w:type="spellEnd"/>
      <w:r>
        <w:t xml:space="preserve"> et </w:t>
      </w:r>
      <w:proofErr w:type="spellStart"/>
      <w:r>
        <w:t>Brilo</w:t>
      </w:r>
      <w:proofErr w:type="spellEnd"/>
      <w:r w:rsidR="004B5A85">
        <w:t xml:space="preserve">. </w:t>
      </w:r>
      <w:r>
        <w:t>Tous</w:t>
      </w:r>
      <w:r w:rsidR="004B5A85">
        <w:t xml:space="preserve">, </w:t>
      </w:r>
      <w:r>
        <w:t>ainsi que le lieutenant</w:t>
      </w:r>
      <w:r w:rsidR="004B5A85">
        <w:t xml:space="preserve">, </w:t>
      </w:r>
      <w:r>
        <w:t>avaient le revolver à la ceinture</w:t>
      </w:r>
      <w:r w:rsidR="004B5A85">
        <w:t xml:space="preserve">. </w:t>
      </w:r>
      <w:r>
        <w:t>Aux bruits qu</w:t>
      </w:r>
      <w:r w:rsidR="004B5A85">
        <w:t>’</w:t>
      </w:r>
      <w:r>
        <w:t>il put entendre Pierrot l</w:t>
      </w:r>
      <w:r w:rsidR="004B5A85">
        <w:t>’</w:t>
      </w:r>
      <w:r>
        <w:t>Écureuil comprit que cette petite troupe entrait dans le canot et quittait le sous-marin</w:t>
      </w:r>
      <w:r w:rsidR="004B5A85">
        <w:t>.</w:t>
      </w:r>
    </w:p>
    <w:p w14:paraId="338B09A8" w14:textId="77777777" w:rsidR="004B5A85" w:rsidRDefault="004B5A85" w:rsidP="004C389C">
      <w:r>
        <w:t>« </w:t>
      </w:r>
      <w:r w:rsidR="004C389C">
        <w:t>Ils vont chercher cette Dolorès</w:t>
      </w:r>
      <w:r>
        <w:t> ! »</w:t>
      </w:r>
      <w:r w:rsidR="004C389C">
        <w:t xml:space="preserve"> se dit le mousse</w:t>
      </w:r>
      <w:r>
        <w:t>.</w:t>
      </w:r>
    </w:p>
    <w:p w14:paraId="6D5BED9A" w14:textId="77777777" w:rsidR="004B5A85" w:rsidRDefault="004C389C" w:rsidP="004C389C">
      <w:r>
        <w:t>Depuis l</w:t>
      </w:r>
      <w:r w:rsidR="004B5A85">
        <w:t>’</w:t>
      </w:r>
      <w:r>
        <w:t>évasion du commandant Martel</w:t>
      </w:r>
      <w:r w:rsidR="004B5A85">
        <w:t xml:space="preserve">, </w:t>
      </w:r>
      <w:r>
        <w:t>Pierrot l</w:t>
      </w:r>
      <w:r w:rsidR="004B5A85">
        <w:t>’</w:t>
      </w:r>
      <w:r>
        <w:t>Écureuil partageait la vie des forbans</w:t>
      </w:r>
      <w:r w:rsidR="004B5A85">
        <w:t xml:space="preserve">. </w:t>
      </w:r>
      <w:r>
        <w:t>Il mangeait avec eux au réfectoire</w:t>
      </w:r>
      <w:r w:rsidR="004B5A85">
        <w:t xml:space="preserve">, </w:t>
      </w:r>
      <w:r>
        <w:t>couchait comme eux dans la chambrée</w:t>
      </w:r>
      <w:r w:rsidR="004B5A85">
        <w:t xml:space="preserve">. </w:t>
      </w:r>
      <w:r>
        <w:t>Son service</w:t>
      </w:r>
      <w:r w:rsidR="004B5A85">
        <w:t xml:space="preserve">, </w:t>
      </w:r>
      <w:r>
        <w:t>cependant</w:t>
      </w:r>
      <w:r w:rsidR="004B5A85">
        <w:t xml:space="preserve">, </w:t>
      </w:r>
      <w:r>
        <w:t>n</w:t>
      </w:r>
      <w:r w:rsidR="004B5A85">
        <w:t>’</w:t>
      </w:r>
      <w:r>
        <w:t>était pas divisé en quarts de jour et de nuit</w:t>
      </w:r>
      <w:r w:rsidR="004B5A85">
        <w:t xml:space="preserve">, </w:t>
      </w:r>
      <w:r>
        <w:t>comme celui de l</w:t>
      </w:r>
      <w:r w:rsidR="004B5A85">
        <w:t>’</w:t>
      </w:r>
      <w:r>
        <w:t>équipage</w:t>
      </w:r>
      <w:r w:rsidR="004B5A85">
        <w:t xml:space="preserve">. </w:t>
      </w:r>
      <w:r>
        <w:t xml:space="preserve">Il devait seulement se lever à six </w:t>
      </w:r>
      <w:r>
        <w:lastRenderedPageBreak/>
        <w:t>heures</w:t>
      </w:r>
      <w:r w:rsidR="004B5A85">
        <w:t xml:space="preserve">, </w:t>
      </w:r>
      <w:r>
        <w:t>se coucher à neuf heures</w:t>
      </w:r>
      <w:r w:rsidR="004B5A85">
        <w:t xml:space="preserve">, </w:t>
      </w:r>
      <w:r>
        <w:t>manger le matin à onze heures</w:t>
      </w:r>
      <w:r w:rsidR="004B5A85">
        <w:t xml:space="preserve">, </w:t>
      </w:r>
      <w:r>
        <w:t>et le soir à six</w:t>
      </w:r>
      <w:r w:rsidR="004B5A85">
        <w:t xml:space="preserve">. </w:t>
      </w:r>
      <w:r>
        <w:t>Et pendant toute la journée</w:t>
      </w:r>
      <w:r w:rsidR="004B5A85">
        <w:t xml:space="preserve">, </w:t>
      </w:r>
      <w:r>
        <w:t>hormis durant ses repas</w:t>
      </w:r>
      <w:r w:rsidR="004B5A85">
        <w:t xml:space="preserve">, </w:t>
      </w:r>
      <w:r>
        <w:t>il était à la disposition d</w:t>
      </w:r>
      <w:r w:rsidR="004B5A85">
        <w:t>’</w:t>
      </w:r>
      <w:proofErr w:type="spellStart"/>
      <w:r>
        <w:t>Askold</w:t>
      </w:r>
      <w:proofErr w:type="spellEnd"/>
      <w:r w:rsidR="004B5A85">
        <w:t xml:space="preserve">, </w:t>
      </w:r>
      <w:r>
        <w:t>qui lui prescrivait n</w:t>
      </w:r>
      <w:r w:rsidR="004B5A85">
        <w:t>’</w:t>
      </w:r>
      <w:r>
        <w:t>importe quel travail à sa portée</w:t>
      </w:r>
      <w:r w:rsidR="004B5A85">
        <w:t xml:space="preserve">. </w:t>
      </w:r>
      <w:r>
        <w:t>Jusqu</w:t>
      </w:r>
      <w:r w:rsidR="004B5A85">
        <w:t>’</w:t>
      </w:r>
      <w:r>
        <w:t>à présent</w:t>
      </w:r>
      <w:r w:rsidR="004B5A85">
        <w:t xml:space="preserve">, </w:t>
      </w:r>
      <w:r>
        <w:t>Pierrot l</w:t>
      </w:r>
      <w:r w:rsidR="004B5A85">
        <w:t>’</w:t>
      </w:r>
      <w:r>
        <w:t>Écureuil ne s</w:t>
      </w:r>
      <w:r w:rsidR="004B5A85">
        <w:t>’</w:t>
      </w:r>
      <w:r>
        <w:t>était occupé que d</w:t>
      </w:r>
      <w:r w:rsidR="004B5A85">
        <w:t>’</w:t>
      </w:r>
      <w:r>
        <w:t>astiquage</w:t>
      </w:r>
      <w:r w:rsidR="004B5A85">
        <w:t xml:space="preserve">, </w:t>
      </w:r>
      <w:r>
        <w:t xml:space="preserve">comme aide de </w:t>
      </w:r>
      <w:proofErr w:type="spellStart"/>
      <w:r>
        <w:t>Jorry</w:t>
      </w:r>
      <w:proofErr w:type="spellEnd"/>
      <w:r>
        <w:t xml:space="preserve"> et de </w:t>
      </w:r>
      <w:proofErr w:type="spellStart"/>
      <w:r>
        <w:t>Brilo</w:t>
      </w:r>
      <w:proofErr w:type="spellEnd"/>
      <w:r w:rsidR="004B5A85">
        <w:t xml:space="preserve">. </w:t>
      </w:r>
      <w:r>
        <w:t>Et d</w:t>
      </w:r>
      <w:r w:rsidR="004B5A85">
        <w:t>’</w:t>
      </w:r>
      <w:r>
        <w:t>ordinaire encore</w:t>
      </w:r>
      <w:r w:rsidR="004B5A85">
        <w:t xml:space="preserve">, </w:t>
      </w:r>
      <w:r>
        <w:t>après le repas du soir</w:t>
      </w:r>
      <w:r w:rsidR="004B5A85">
        <w:t xml:space="preserve">, </w:t>
      </w:r>
      <w:r>
        <w:t>le mousse n</w:t>
      </w:r>
      <w:r w:rsidR="004B5A85">
        <w:t>’</w:t>
      </w:r>
      <w:r>
        <w:t>était obligé à aucun travail</w:t>
      </w:r>
      <w:r w:rsidR="004B5A85">
        <w:t>.</w:t>
      </w:r>
    </w:p>
    <w:p w14:paraId="5D2700C3" w14:textId="77777777" w:rsidR="004B5A85" w:rsidRDefault="004C389C" w:rsidP="004C389C">
      <w:r>
        <w:t>Comme tous les jours</w:t>
      </w:r>
      <w:r w:rsidR="004B5A85">
        <w:t xml:space="preserve">, </w:t>
      </w:r>
      <w:r>
        <w:t>ce soir-là</w:t>
      </w:r>
      <w:r w:rsidR="004B5A85">
        <w:t xml:space="preserve">, </w:t>
      </w:r>
      <w:r>
        <w:t>après avoir dîné</w:t>
      </w:r>
      <w:r w:rsidR="004B5A85">
        <w:t xml:space="preserve">, </w:t>
      </w:r>
      <w:r>
        <w:t>il se re</w:t>
      </w:r>
      <w:r>
        <w:t>n</w:t>
      </w:r>
      <w:r>
        <w:t>dit au poste de l</w:t>
      </w:r>
      <w:r w:rsidR="004B5A85">
        <w:t>’</w:t>
      </w:r>
      <w:r>
        <w:t>équipage</w:t>
      </w:r>
      <w:r w:rsidR="004B5A85">
        <w:t xml:space="preserve">, </w:t>
      </w:r>
      <w:r>
        <w:t>et s</w:t>
      </w:r>
      <w:r w:rsidR="004B5A85">
        <w:t>’</w:t>
      </w:r>
      <w:r>
        <w:t>étendit dans son hamac</w:t>
      </w:r>
      <w:r w:rsidR="004B5A85">
        <w:t xml:space="preserve">, </w:t>
      </w:r>
      <w:r>
        <w:t>non pour dormir tout de suite</w:t>
      </w:r>
      <w:r w:rsidR="004B5A85">
        <w:t xml:space="preserve">, </w:t>
      </w:r>
      <w:r>
        <w:t>mais pour laisser venir tout douc</w:t>
      </w:r>
      <w:r>
        <w:t>e</w:t>
      </w:r>
      <w:r>
        <w:t>ment le sommeil</w:t>
      </w:r>
      <w:r w:rsidR="004B5A85">
        <w:t xml:space="preserve">, </w:t>
      </w:r>
      <w:r>
        <w:t>en pensant à ses anciens camarades</w:t>
      </w:r>
      <w:r w:rsidR="004B5A85">
        <w:t xml:space="preserve">, </w:t>
      </w:r>
      <w:r>
        <w:t>maint</w:t>
      </w:r>
      <w:r>
        <w:t>e</w:t>
      </w:r>
      <w:r>
        <w:t>nant isolés sur une île inconnue</w:t>
      </w:r>
      <w:r w:rsidR="004B5A85">
        <w:t xml:space="preserve">, </w:t>
      </w:r>
      <w:r>
        <w:t>et au commandant Martel</w:t>
      </w:r>
      <w:r w:rsidR="004B5A85">
        <w:t xml:space="preserve">, </w:t>
      </w:r>
      <w:r>
        <w:t>en route vers la France</w:t>
      </w:r>
      <w:r w:rsidR="004B5A85">
        <w:t>.</w:t>
      </w:r>
    </w:p>
    <w:p w14:paraId="282A5E55" w14:textId="16391DC4" w:rsidR="004B5A85" w:rsidRDefault="004C389C" w:rsidP="004C389C">
      <w:r>
        <w:t>Cependant</w:t>
      </w:r>
      <w:r w:rsidR="004B5A85">
        <w:t xml:space="preserve">, </w:t>
      </w:r>
      <w:r>
        <w:t>ce soir-là</w:t>
      </w:r>
      <w:r w:rsidR="004B5A85">
        <w:t xml:space="preserve">, </w:t>
      </w:r>
      <w:r>
        <w:t>ce n</w:t>
      </w:r>
      <w:r w:rsidR="004B5A85">
        <w:t>’</w:t>
      </w:r>
      <w:r>
        <w:t xml:space="preserve">est ni à ses camarades ni à son </w:t>
      </w:r>
      <w:r w:rsidR="004B5A85">
        <w:t>« </w:t>
      </w:r>
      <w:proofErr w:type="spellStart"/>
      <w:r>
        <w:t>cap</w:t>
      </w:r>
      <w:r w:rsidR="004B5A85">
        <w:t>’</w:t>
      </w:r>
      <w:r>
        <w:t>taine</w:t>
      </w:r>
      <w:proofErr w:type="spellEnd"/>
      <w:r w:rsidR="004B5A85">
        <w:t> »</w:t>
      </w:r>
      <w:r>
        <w:t xml:space="preserve"> que pensa Pierrot l</w:t>
      </w:r>
      <w:r w:rsidR="004B5A85">
        <w:t>’</w:t>
      </w:r>
      <w:r>
        <w:t>Écureuil</w:t>
      </w:r>
      <w:r w:rsidR="004B5A85">
        <w:t xml:space="preserve">. </w:t>
      </w:r>
      <w:r>
        <w:t>Il ne pensa qu</w:t>
      </w:r>
      <w:r w:rsidR="004B5A85">
        <w:t>’</w:t>
      </w:r>
      <w:r>
        <w:t xml:space="preserve">à </w:t>
      </w:r>
      <w:r w:rsidR="004B5A85">
        <w:t>M</w:t>
      </w:r>
      <w:r w:rsidR="004B5A85" w:rsidRPr="004B5A85">
        <w:rPr>
          <w:vertAlign w:val="superscript"/>
        </w:rPr>
        <w:t>lle</w:t>
      </w:r>
      <w:r w:rsidR="004B5A85">
        <w:t> </w:t>
      </w:r>
      <w:r>
        <w:t>Dolorès</w:t>
      </w:r>
      <w:r w:rsidR="004B5A85">
        <w:t xml:space="preserve">. </w:t>
      </w:r>
      <w:r>
        <w:t>Et il ne songea pas à dormir</w:t>
      </w:r>
      <w:r w:rsidR="004B5A85">
        <w:t>…</w:t>
      </w:r>
    </w:p>
    <w:p w14:paraId="2E00A2F4" w14:textId="77777777" w:rsidR="004B5A85" w:rsidRDefault="004C389C" w:rsidP="004C389C">
      <w:r>
        <w:t>Le sort de cette jeune fille lui faisait extrêmement pitié</w:t>
      </w:r>
      <w:r w:rsidR="004B5A85">
        <w:t xml:space="preserve">, </w:t>
      </w:r>
      <w:r>
        <w:t>au brave moussaillon</w:t>
      </w:r>
      <w:r w:rsidR="004B5A85">
        <w:t>.</w:t>
      </w:r>
    </w:p>
    <w:p w14:paraId="5623EDD5" w14:textId="7C719F7E" w:rsidR="004C389C" w:rsidRDefault="004B5A85" w:rsidP="004C389C">
      <w:r>
        <w:t>« </w:t>
      </w:r>
      <w:r w:rsidR="004C389C">
        <w:t>Elle a mon âge</w:t>
      </w:r>
      <w:r>
        <w:t xml:space="preserve">, </w:t>
      </w:r>
      <w:r w:rsidR="004C389C">
        <w:t>se disait-il</w:t>
      </w:r>
      <w:r>
        <w:t xml:space="preserve">. </w:t>
      </w:r>
      <w:r w:rsidR="004C389C">
        <w:t>Le Ravageur veut qu</w:t>
      </w:r>
      <w:r>
        <w:t>’</w:t>
      </w:r>
      <w:r w:rsidR="004C389C">
        <w:t>elle a</w:t>
      </w:r>
      <w:r w:rsidR="004C389C">
        <w:t>s</w:t>
      </w:r>
      <w:r w:rsidR="004C389C">
        <w:t>siste à la mort de son père</w:t>
      </w:r>
      <w:r>
        <w:t xml:space="preserve">. </w:t>
      </w:r>
      <w:r w:rsidR="004C389C">
        <w:t>C</w:t>
      </w:r>
      <w:r>
        <w:t>’</w:t>
      </w:r>
      <w:r w:rsidR="004C389C">
        <w:t>est horrible</w:t>
      </w:r>
      <w:r>
        <w:t xml:space="preserve"> !… </w:t>
      </w:r>
      <w:r w:rsidR="004C389C">
        <w:t>Est-ce que je verrai beaucoup d</w:t>
      </w:r>
      <w:r>
        <w:t>’</w:t>
      </w:r>
      <w:r w:rsidR="004C389C">
        <w:t xml:space="preserve">horreurs comme celle-là avant que le commandant Martel vienne démolir le </w:t>
      </w:r>
      <w:r w:rsidR="004C389C">
        <w:rPr>
          <w:i/>
          <w:iCs/>
        </w:rPr>
        <w:t xml:space="preserve">Nyctalope </w:t>
      </w:r>
      <w:r w:rsidR="004C389C">
        <w:t>à coups de torpille</w:t>
      </w:r>
      <w:r>
        <w:t> ! »</w:t>
      </w:r>
    </w:p>
    <w:p w14:paraId="453B7C1D" w14:textId="77777777" w:rsidR="004B5A85" w:rsidRDefault="004C389C" w:rsidP="004C389C">
      <w:r>
        <w:t>Le courageux garçon pensa un moment à chercher les moyens de faire évader le colonel-gouverneur</w:t>
      </w:r>
      <w:r w:rsidR="004B5A85">
        <w:t xml:space="preserve">. </w:t>
      </w:r>
      <w:r>
        <w:t>Mais il ne s</w:t>
      </w:r>
      <w:r w:rsidR="004B5A85">
        <w:t>’</w:t>
      </w:r>
      <w:r>
        <w:t>arrêta pas longtemps à cette pensée</w:t>
      </w:r>
      <w:r w:rsidR="004B5A85">
        <w:t>.</w:t>
      </w:r>
    </w:p>
    <w:p w14:paraId="1E1A959C" w14:textId="69783FFB" w:rsidR="004C389C" w:rsidRDefault="004B5A85" w:rsidP="004C389C">
      <w:r>
        <w:t>« </w:t>
      </w:r>
      <w:r w:rsidR="004C389C">
        <w:t>Ça</w:t>
      </w:r>
      <w:r>
        <w:t xml:space="preserve">, </w:t>
      </w:r>
      <w:r w:rsidR="004C389C">
        <w:t>se dit-il</w:t>
      </w:r>
      <w:r>
        <w:t xml:space="preserve">, </w:t>
      </w:r>
      <w:r w:rsidR="004C389C">
        <w:t>c</w:t>
      </w:r>
      <w:r>
        <w:t>’</w:t>
      </w:r>
      <w:r w:rsidR="004C389C">
        <w:t>est tout à fait impossible</w:t>
      </w:r>
      <w:r>
        <w:t xml:space="preserve">… </w:t>
      </w:r>
      <w:r w:rsidR="004C389C">
        <w:t>Mais quand le Ravageur aura fait mourir le père</w:t>
      </w:r>
      <w:r>
        <w:t xml:space="preserve">, </w:t>
      </w:r>
      <w:r w:rsidR="004C389C">
        <w:t>que fera-t-il de la fille</w:t>
      </w:r>
      <w:r>
        <w:t xml:space="preserve"> ?… </w:t>
      </w:r>
      <w:r w:rsidR="004C389C">
        <w:t>S</w:t>
      </w:r>
      <w:r>
        <w:t>’</w:t>
      </w:r>
      <w:r w:rsidR="004C389C">
        <w:t>il ne la débarque pas</w:t>
      </w:r>
      <w:r>
        <w:t xml:space="preserve">, </w:t>
      </w:r>
      <w:r w:rsidR="004C389C">
        <w:t>il faudra que j</w:t>
      </w:r>
      <w:r>
        <w:t>’</w:t>
      </w:r>
      <w:r w:rsidR="004C389C">
        <w:t>avise aux moyens de la sa</w:t>
      </w:r>
      <w:r w:rsidR="004C389C">
        <w:t>u</w:t>
      </w:r>
      <w:r w:rsidR="004C389C">
        <w:t>ver</w:t>
      </w:r>
      <w:r>
        <w:t xml:space="preserve">, </w:t>
      </w:r>
      <w:r w:rsidR="004C389C">
        <w:t xml:space="preserve">lorsque le </w:t>
      </w:r>
      <w:r w:rsidR="004C389C">
        <w:rPr>
          <w:i/>
          <w:iCs/>
        </w:rPr>
        <w:t xml:space="preserve">Nyctalope </w:t>
      </w:r>
      <w:r w:rsidR="004C389C">
        <w:t xml:space="preserve">sera attaqué par le commandant </w:t>
      </w:r>
      <w:r w:rsidR="004C389C">
        <w:lastRenderedPageBreak/>
        <w:t>Ma</w:t>
      </w:r>
      <w:r w:rsidR="004C389C">
        <w:t>r</w:t>
      </w:r>
      <w:r w:rsidR="004C389C">
        <w:t>tel</w:t>
      </w:r>
      <w:r>
        <w:t xml:space="preserve">… </w:t>
      </w:r>
      <w:r w:rsidR="004C389C">
        <w:t>Sapristi</w:t>
      </w:r>
      <w:r>
        <w:t xml:space="preserve">, </w:t>
      </w:r>
      <w:r w:rsidR="004C389C">
        <w:t>ça ne sera pas facile</w:t>
      </w:r>
      <w:r>
        <w:t xml:space="preserve"> !… </w:t>
      </w:r>
      <w:r w:rsidR="004C389C">
        <w:t>Mais tout de même</w:t>
      </w:r>
      <w:r>
        <w:t xml:space="preserve">, </w:t>
      </w:r>
      <w:r w:rsidR="004C389C">
        <w:t>ce R</w:t>
      </w:r>
      <w:r w:rsidR="004C389C">
        <w:t>a</w:t>
      </w:r>
      <w:r w:rsidR="004C389C">
        <w:t>vageur</w:t>
      </w:r>
      <w:r>
        <w:t xml:space="preserve">, </w:t>
      </w:r>
      <w:r w:rsidR="004C389C">
        <w:t>quel type féroce et cruel</w:t>
      </w:r>
      <w:r>
        <w:t xml:space="preserve"> !… </w:t>
      </w:r>
      <w:r w:rsidR="004C389C">
        <w:t>Je suis encore étonné qu</w:t>
      </w:r>
      <w:r>
        <w:t>’</w:t>
      </w:r>
      <w:r w:rsidR="004C389C">
        <w:t>il ne m</w:t>
      </w:r>
      <w:r>
        <w:t>’</w:t>
      </w:r>
      <w:r w:rsidR="004C389C">
        <w:t>ait pas abattu d</w:t>
      </w:r>
      <w:r>
        <w:t>’</w:t>
      </w:r>
      <w:r w:rsidR="004C389C">
        <w:t>un coup de revolver</w:t>
      </w:r>
      <w:r>
        <w:t xml:space="preserve">, </w:t>
      </w:r>
      <w:r w:rsidR="004C389C">
        <w:t>pour me punir de l</w:t>
      </w:r>
      <w:r>
        <w:t>’</w:t>
      </w:r>
      <w:r w:rsidR="004C389C">
        <w:t xml:space="preserve">évasion de mon </w:t>
      </w:r>
      <w:proofErr w:type="spellStart"/>
      <w:r w:rsidR="004C389C">
        <w:t>cap</w:t>
      </w:r>
      <w:r>
        <w:t>’</w:t>
      </w:r>
      <w:r w:rsidR="004C389C">
        <w:t>taine</w:t>
      </w:r>
      <w:proofErr w:type="spellEnd"/>
      <w:r>
        <w:t>… »</w:t>
      </w:r>
    </w:p>
    <w:p w14:paraId="4A84DDD6" w14:textId="77777777" w:rsidR="004B5A85" w:rsidRDefault="004C389C" w:rsidP="004C389C">
      <w:r>
        <w:t>On le voit</w:t>
      </w:r>
      <w:r w:rsidR="004B5A85">
        <w:t xml:space="preserve">, </w:t>
      </w:r>
      <w:r>
        <w:t>le brave mousse ne pensait jamais à lui-même</w:t>
      </w:r>
      <w:r w:rsidR="004B5A85">
        <w:t xml:space="preserve">. </w:t>
      </w:r>
      <w:r>
        <w:t>Avec un héroïsme plein de simplicité</w:t>
      </w:r>
      <w:r w:rsidR="004B5A85">
        <w:t xml:space="preserve">, </w:t>
      </w:r>
      <w:r>
        <w:t>un héroïsme à la fra</w:t>
      </w:r>
      <w:r>
        <w:t>n</w:t>
      </w:r>
      <w:r>
        <w:t>çaise</w:t>
      </w:r>
      <w:r w:rsidR="004B5A85">
        <w:t xml:space="preserve">, </w:t>
      </w:r>
      <w:r>
        <w:t>il se donnait pour mission d</w:t>
      </w:r>
      <w:r w:rsidR="004B5A85">
        <w:t>’</w:t>
      </w:r>
      <w:r>
        <w:t>arracher au Ravageur le plus de victimes possible</w:t>
      </w:r>
      <w:r w:rsidR="004B5A85">
        <w:t xml:space="preserve">. </w:t>
      </w:r>
      <w:r>
        <w:t>Dolorès allait être évidemment la plus i</w:t>
      </w:r>
      <w:r>
        <w:t>n</w:t>
      </w:r>
      <w:r>
        <w:t>nocente de ces victimes</w:t>
      </w:r>
      <w:r w:rsidR="004B5A85">
        <w:t xml:space="preserve">, </w:t>
      </w:r>
      <w:r>
        <w:t>et Pierrot l</w:t>
      </w:r>
      <w:r w:rsidR="004B5A85">
        <w:t>’</w:t>
      </w:r>
      <w:r>
        <w:t xml:space="preserve">Écureuil se jura de tout faire pour la sauver de la destruction fatale dont il savait que le </w:t>
      </w:r>
      <w:r>
        <w:rPr>
          <w:i/>
          <w:iCs/>
        </w:rPr>
        <w:t>Ny</w:t>
      </w:r>
      <w:r>
        <w:rPr>
          <w:i/>
          <w:iCs/>
        </w:rPr>
        <w:t>c</w:t>
      </w:r>
      <w:r>
        <w:rPr>
          <w:i/>
          <w:iCs/>
        </w:rPr>
        <w:t xml:space="preserve">talope </w:t>
      </w:r>
      <w:r>
        <w:t>était menacé</w:t>
      </w:r>
      <w:r w:rsidR="004B5A85">
        <w:t xml:space="preserve">, </w:t>
      </w:r>
      <w:r>
        <w:t>du fait que le commandant Martel se tro</w:t>
      </w:r>
      <w:r>
        <w:t>u</w:t>
      </w:r>
      <w:r>
        <w:t>vait libre</w:t>
      </w:r>
      <w:r w:rsidR="004B5A85">
        <w:t>…</w:t>
      </w:r>
    </w:p>
    <w:p w14:paraId="22A0007E" w14:textId="77777777" w:rsidR="004B5A85" w:rsidRDefault="004C389C" w:rsidP="004C389C">
      <w:r>
        <w:t>Tandis que Pierrot l</w:t>
      </w:r>
      <w:r w:rsidR="004B5A85">
        <w:t>’</w:t>
      </w:r>
      <w:r>
        <w:t>Écureuil se livrait à ces réflexions a</w:t>
      </w:r>
      <w:r>
        <w:t>n</w:t>
      </w:r>
      <w:r>
        <w:t>goissantes</w:t>
      </w:r>
      <w:r w:rsidR="004B5A85">
        <w:t xml:space="preserve">, </w:t>
      </w:r>
      <w:r>
        <w:t>des hommes</w:t>
      </w:r>
      <w:r w:rsidR="004B5A85">
        <w:t xml:space="preserve">, </w:t>
      </w:r>
      <w:r>
        <w:t>près de lui</w:t>
      </w:r>
      <w:r w:rsidR="004B5A85">
        <w:t xml:space="preserve">, </w:t>
      </w:r>
      <w:r>
        <w:t>jouaient aux cartes sur la table de la chambrée</w:t>
      </w:r>
      <w:r w:rsidR="004B5A85">
        <w:t xml:space="preserve">, </w:t>
      </w:r>
      <w:r>
        <w:t>à la clarté d</w:t>
      </w:r>
      <w:r w:rsidR="004B5A85">
        <w:t>’</w:t>
      </w:r>
      <w:r>
        <w:t>une seule lampe électrique</w:t>
      </w:r>
      <w:r w:rsidR="004B5A85">
        <w:t xml:space="preserve">. </w:t>
      </w:r>
      <w:r>
        <w:t>C</w:t>
      </w:r>
      <w:r w:rsidR="004B5A85">
        <w:t>’</w:t>
      </w:r>
      <w:r>
        <w:t>étaient ceux qui n</w:t>
      </w:r>
      <w:r w:rsidR="004B5A85">
        <w:t>’</w:t>
      </w:r>
      <w:r>
        <w:t>étaient pas de quart en ce moment</w:t>
      </w:r>
      <w:r w:rsidR="004B5A85">
        <w:t xml:space="preserve"> : </w:t>
      </w:r>
      <w:r>
        <w:t xml:space="preserve">la vigie </w:t>
      </w:r>
      <w:proofErr w:type="spellStart"/>
      <w:r>
        <w:t>Caltic</w:t>
      </w:r>
      <w:proofErr w:type="spellEnd"/>
      <w:r w:rsidR="004B5A85">
        <w:t xml:space="preserve">, </w:t>
      </w:r>
      <w:r>
        <w:t>le timonier Dumas</w:t>
      </w:r>
      <w:r w:rsidR="004B5A85">
        <w:t xml:space="preserve">, </w:t>
      </w:r>
      <w:r>
        <w:t xml:space="preserve">les mécaniciens </w:t>
      </w:r>
      <w:proofErr w:type="spellStart"/>
      <w:r>
        <w:t>Aspar</w:t>
      </w:r>
      <w:proofErr w:type="spellEnd"/>
      <w:r w:rsidR="004B5A85">
        <w:t xml:space="preserve">, </w:t>
      </w:r>
      <w:r>
        <w:t xml:space="preserve">Ted et </w:t>
      </w:r>
      <w:proofErr w:type="spellStart"/>
      <w:r>
        <w:t>Barot</w:t>
      </w:r>
      <w:proofErr w:type="spellEnd"/>
      <w:r w:rsidR="004B5A85">
        <w:t xml:space="preserve">. </w:t>
      </w:r>
      <w:r>
        <w:t>C</w:t>
      </w:r>
      <w:r w:rsidR="004B5A85">
        <w:t>’</w:t>
      </w:r>
      <w:r>
        <w:t>était tout</w:t>
      </w:r>
      <w:r w:rsidR="004B5A85">
        <w:t xml:space="preserve">. </w:t>
      </w:r>
      <w:r>
        <w:t xml:space="preserve">Le cuisinier </w:t>
      </w:r>
      <w:proofErr w:type="spellStart"/>
      <w:r>
        <w:t>Larlin</w:t>
      </w:r>
      <w:proofErr w:type="spellEnd"/>
      <w:r>
        <w:t xml:space="preserve"> et son aide</w:t>
      </w:r>
      <w:r w:rsidR="004B5A85">
        <w:t xml:space="preserve">, </w:t>
      </w:r>
      <w:r>
        <w:t>Jack</w:t>
      </w:r>
      <w:r w:rsidR="004B5A85">
        <w:t xml:space="preserve">, </w:t>
      </w:r>
      <w:r>
        <w:t>le nègre</w:t>
      </w:r>
      <w:r w:rsidR="004B5A85">
        <w:t xml:space="preserve">, </w:t>
      </w:r>
      <w:r>
        <w:t>étaient encore occupés</w:t>
      </w:r>
      <w:r w:rsidR="004B5A85">
        <w:t xml:space="preserve">, </w:t>
      </w:r>
      <w:r>
        <w:t>à la cuisine</w:t>
      </w:r>
      <w:r w:rsidR="004B5A85">
        <w:t xml:space="preserve">, </w:t>
      </w:r>
      <w:r>
        <w:t>à tout ranger après le s</w:t>
      </w:r>
      <w:r>
        <w:t>e</w:t>
      </w:r>
      <w:r>
        <w:t>cond repas du soir qui venait de se terminer</w:t>
      </w:r>
      <w:r w:rsidR="004B5A85">
        <w:t xml:space="preserve">. </w:t>
      </w:r>
      <w:r>
        <w:t>Cinq matelots et le lieutenant étaient en expédition à Maracaïbo</w:t>
      </w:r>
      <w:r w:rsidR="004B5A85">
        <w:t xml:space="preserve">. </w:t>
      </w:r>
      <w:r>
        <w:t>Quant aux autres hommes de l</w:t>
      </w:r>
      <w:r w:rsidR="004B5A85">
        <w:t>’</w:t>
      </w:r>
      <w:r>
        <w:t>équipage</w:t>
      </w:r>
      <w:r w:rsidR="004B5A85">
        <w:t xml:space="preserve">, </w:t>
      </w:r>
      <w:r>
        <w:t>ils se trouvaient à leurs postes respe</w:t>
      </w:r>
      <w:r>
        <w:t>c</w:t>
      </w:r>
      <w:r>
        <w:t>tifs</w:t>
      </w:r>
      <w:r w:rsidR="004B5A85">
        <w:t xml:space="preserve"> : </w:t>
      </w:r>
      <w:proofErr w:type="spellStart"/>
      <w:r>
        <w:t>Lunoir</w:t>
      </w:r>
      <w:proofErr w:type="spellEnd"/>
      <w:r w:rsidR="004B5A85">
        <w:t xml:space="preserve">, </w:t>
      </w:r>
      <w:proofErr w:type="spellStart"/>
      <w:r>
        <w:t>Fippe</w:t>
      </w:r>
      <w:proofErr w:type="spellEnd"/>
      <w:r>
        <w:t xml:space="preserve"> et John à la machinerie</w:t>
      </w:r>
      <w:r w:rsidR="004B5A85">
        <w:t xml:space="preserve">, </w:t>
      </w:r>
      <w:proofErr w:type="spellStart"/>
      <w:r>
        <w:t>Raynor</w:t>
      </w:r>
      <w:proofErr w:type="spellEnd"/>
      <w:r>
        <w:t xml:space="preserve"> au poste de vigie</w:t>
      </w:r>
      <w:r w:rsidR="004B5A85">
        <w:t xml:space="preserve">, </w:t>
      </w:r>
      <w:proofErr w:type="spellStart"/>
      <w:r>
        <w:t>Fengal</w:t>
      </w:r>
      <w:proofErr w:type="spellEnd"/>
      <w:r>
        <w:t xml:space="preserve"> à celui de timonier</w:t>
      </w:r>
      <w:r w:rsidR="004B5A85">
        <w:t xml:space="preserve">, </w:t>
      </w:r>
      <w:r>
        <w:t xml:space="preserve">car bien que le </w:t>
      </w:r>
      <w:r>
        <w:rPr>
          <w:i/>
          <w:iCs/>
        </w:rPr>
        <w:t xml:space="preserve">Nyctalope </w:t>
      </w:r>
      <w:r>
        <w:t>fût immobile au fond de l</w:t>
      </w:r>
      <w:r w:rsidR="004B5A85">
        <w:t>’</w:t>
      </w:r>
      <w:r>
        <w:t>eau</w:t>
      </w:r>
      <w:r w:rsidR="004B5A85">
        <w:t xml:space="preserve">, </w:t>
      </w:r>
      <w:r>
        <w:t>le service fonctionnait comme si le sous-marin avait été en pleine marche</w:t>
      </w:r>
      <w:r w:rsidR="004B5A85">
        <w:t>.</w:t>
      </w:r>
    </w:p>
    <w:p w14:paraId="76C3391B" w14:textId="77777777" w:rsidR="004B5A85" w:rsidRDefault="004C389C" w:rsidP="004C389C">
      <w:r>
        <w:t xml:space="preserve">On voit </w:t>
      </w:r>
      <w:proofErr w:type="spellStart"/>
      <w:r>
        <w:t>par là</w:t>
      </w:r>
      <w:proofErr w:type="spellEnd"/>
      <w:r>
        <w:t xml:space="preserve"> combien était régulière et disciplinée la vie des terribles forbans</w:t>
      </w:r>
      <w:r w:rsidR="004B5A85">
        <w:t>…</w:t>
      </w:r>
    </w:p>
    <w:p w14:paraId="5F85E048" w14:textId="77777777" w:rsidR="004B5A85" w:rsidRDefault="004C389C" w:rsidP="004C389C">
      <w:r>
        <w:t>À neuf heures</w:t>
      </w:r>
      <w:r w:rsidR="004B5A85">
        <w:t xml:space="preserve">, </w:t>
      </w:r>
      <w:r>
        <w:t>les joueurs se couchèrent pour dormir jusqu</w:t>
      </w:r>
      <w:r w:rsidR="004B5A85">
        <w:t>’</w:t>
      </w:r>
      <w:r>
        <w:t>à minuit</w:t>
      </w:r>
      <w:r w:rsidR="004B5A85">
        <w:t xml:space="preserve">, </w:t>
      </w:r>
      <w:r>
        <w:t>heure où ils iraient prendre leur quart de nuit</w:t>
      </w:r>
      <w:r w:rsidR="004B5A85">
        <w:t>.</w:t>
      </w:r>
    </w:p>
    <w:p w14:paraId="708884FB" w14:textId="77777777" w:rsidR="004B5A85" w:rsidRDefault="004C389C" w:rsidP="004C389C">
      <w:proofErr w:type="spellStart"/>
      <w:r>
        <w:lastRenderedPageBreak/>
        <w:t>Askold</w:t>
      </w:r>
      <w:proofErr w:type="spellEnd"/>
      <w:r>
        <w:t xml:space="preserve"> et ses hommes n</w:t>
      </w:r>
      <w:r w:rsidR="004B5A85">
        <w:t>’</w:t>
      </w:r>
      <w:r>
        <w:t>étaient pas encore revenus</w:t>
      </w:r>
      <w:r w:rsidR="004B5A85">
        <w:t>.</w:t>
      </w:r>
    </w:p>
    <w:p w14:paraId="1DCCD308" w14:textId="77777777" w:rsidR="004B5A85" w:rsidRDefault="004C389C" w:rsidP="004C389C">
      <w:r>
        <w:t>Dans l</w:t>
      </w:r>
      <w:r w:rsidR="004B5A85">
        <w:t>’</w:t>
      </w:r>
      <w:r>
        <w:t>obscurité maintenant complète</w:t>
      </w:r>
      <w:r w:rsidR="004B5A85">
        <w:t xml:space="preserve">, </w:t>
      </w:r>
      <w:r>
        <w:t>Pierrot l</w:t>
      </w:r>
      <w:r w:rsidR="004B5A85">
        <w:t>’</w:t>
      </w:r>
      <w:r>
        <w:t>Écureuil gardait ses yeux grands ouverts</w:t>
      </w:r>
      <w:r w:rsidR="004B5A85">
        <w:t xml:space="preserve">. </w:t>
      </w:r>
      <w:r>
        <w:t>Il n</w:t>
      </w:r>
      <w:r w:rsidR="004B5A85">
        <w:t>’</w:t>
      </w:r>
      <w:r>
        <w:t>avait pas la moindre envie de dormir</w:t>
      </w:r>
      <w:r w:rsidR="004B5A85">
        <w:t xml:space="preserve">. </w:t>
      </w:r>
      <w:r>
        <w:t>Il attendait avec une fébrile impatience le retour du lieutenant</w:t>
      </w:r>
      <w:r w:rsidR="004B5A85">
        <w:t xml:space="preserve">. </w:t>
      </w:r>
      <w:r>
        <w:t>Et il tendait tout son sens auditif aux moindres bruits</w:t>
      </w:r>
      <w:r w:rsidR="004B5A85">
        <w:t>…</w:t>
      </w:r>
    </w:p>
    <w:p w14:paraId="0B3ACAE3" w14:textId="77777777" w:rsidR="004B5A85" w:rsidRDefault="004C389C" w:rsidP="004C389C">
      <w:r>
        <w:t>L</w:t>
      </w:r>
      <w:r w:rsidR="004B5A85">
        <w:t>’</w:t>
      </w:r>
      <w:r>
        <w:t>horloge électrique de la chambrée venait de sonner dix heures lorsque Pierrot l</w:t>
      </w:r>
      <w:r w:rsidR="004B5A85">
        <w:t>’</w:t>
      </w:r>
      <w:r>
        <w:t>Écureuil</w:t>
      </w:r>
      <w:r w:rsidR="004B5A85">
        <w:t xml:space="preserve">, </w:t>
      </w:r>
      <w:r>
        <w:t>malgré les ronflements s</w:t>
      </w:r>
      <w:r>
        <w:t>o</w:t>
      </w:r>
      <w:r>
        <w:t>nores de ses compagnons</w:t>
      </w:r>
      <w:r w:rsidR="004B5A85">
        <w:t xml:space="preserve">, </w:t>
      </w:r>
      <w:r>
        <w:t>crut percevoir des heurts sourds</w:t>
      </w:r>
      <w:r w:rsidR="004B5A85">
        <w:t xml:space="preserve">, </w:t>
      </w:r>
      <w:r>
        <w:t>comme si la coque extérieure du sous-marin avait été plusieurs fois touchée par un objet dur</w:t>
      </w:r>
      <w:r w:rsidR="004B5A85">
        <w:t>.</w:t>
      </w:r>
    </w:p>
    <w:p w14:paraId="6C959232" w14:textId="55C8964C" w:rsidR="004C389C" w:rsidRDefault="004B5A85" w:rsidP="004C389C">
      <w:r>
        <w:t>« </w:t>
      </w:r>
      <w:r w:rsidR="004C389C">
        <w:t>Tiens</w:t>
      </w:r>
      <w:r>
        <w:t xml:space="preserve"> ! </w:t>
      </w:r>
      <w:r w:rsidR="004C389C">
        <w:t>se dit-il</w:t>
      </w:r>
      <w:r>
        <w:t xml:space="preserve">… </w:t>
      </w:r>
      <w:r w:rsidR="004C389C">
        <w:t>Est-ce que ce serait eux</w:t>
      </w:r>
      <w:r>
        <w:t xml:space="preserve"> ?… </w:t>
      </w:r>
      <w:r w:rsidR="004C389C">
        <w:t>J</w:t>
      </w:r>
      <w:r>
        <w:t>’</w:t>
      </w:r>
      <w:r w:rsidR="004C389C">
        <w:t>étais donc bien absorbé</w:t>
      </w:r>
      <w:r>
        <w:t xml:space="preserve">, </w:t>
      </w:r>
      <w:r w:rsidR="004C389C">
        <w:t>que je ne me suis pas rendu compte de la mo</w:t>
      </w:r>
      <w:r w:rsidR="004C389C">
        <w:t>n</w:t>
      </w:r>
      <w:r w:rsidR="004C389C">
        <w:t>tée</w:t>
      </w:r>
      <w:r>
        <w:t> ?… »</w:t>
      </w:r>
    </w:p>
    <w:p w14:paraId="59CBD6A4" w14:textId="77777777" w:rsidR="004B5A85" w:rsidRDefault="004C389C" w:rsidP="004C389C">
      <w:r>
        <w:t>En effet</w:t>
      </w:r>
      <w:r w:rsidR="004B5A85">
        <w:t xml:space="preserve">, </w:t>
      </w:r>
      <w:r>
        <w:t>lorsque le canot était sorti</w:t>
      </w:r>
      <w:r w:rsidR="004B5A85">
        <w:t xml:space="preserve">, </w:t>
      </w:r>
      <w:r>
        <w:t>il ne pouvait pas rev</w:t>
      </w:r>
      <w:r>
        <w:t>e</w:t>
      </w:r>
      <w:r>
        <w:t>nir à bord sans que le sous-marin remontât à la surface des eaux</w:t>
      </w:r>
      <w:r w:rsidR="004B5A85">
        <w:t xml:space="preserve">. </w:t>
      </w:r>
      <w:r>
        <w:t xml:space="preserve">On sait par quel procédé très simple le canot se détachait du </w:t>
      </w:r>
      <w:r>
        <w:rPr>
          <w:i/>
          <w:iCs/>
        </w:rPr>
        <w:t>Nyctalope</w:t>
      </w:r>
      <w:r w:rsidR="004B5A85">
        <w:rPr>
          <w:i/>
          <w:iCs/>
        </w:rPr>
        <w:t xml:space="preserve">, </w:t>
      </w:r>
      <w:r>
        <w:t>lorsque le sous-marin était immergé</w:t>
      </w:r>
      <w:r w:rsidR="004B5A85">
        <w:t xml:space="preserve">. </w:t>
      </w:r>
      <w:r>
        <w:t>Mais ce procédé n</w:t>
      </w:r>
      <w:r w:rsidR="004B5A85">
        <w:t>’</w:t>
      </w:r>
      <w:r>
        <w:t>avait pas l</w:t>
      </w:r>
      <w:r w:rsidR="004B5A85">
        <w:t>’</w:t>
      </w:r>
      <w:r>
        <w:t>équivalent pour le retour</w:t>
      </w:r>
      <w:r w:rsidR="004B5A85">
        <w:t xml:space="preserve">. </w:t>
      </w:r>
      <w:r>
        <w:t xml:space="preserve">Le </w:t>
      </w:r>
      <w:r>
        <w:rPr>
          <w:i/>
          <w:iCs/>
        </w:rPr>
        <w:t xml:space="preserve">Nyctalope </w:t>
      </w:r>
      <w:r>
        <w:t>devait remonter au niveau des eaux</w:t>
      </w:r>
      <w:r w:rsidR="004B5A85">
        <w:t xml:space="preserve">, </w:t>
      </w:r>
      <w:r>
        <w:t>à l</w:t>
      </w:r>
      <w:r w:rsidR="004B5A85">
        <w:t>’</w:t>
      </w:r>
      <w:r>
        <w:t>heure fixée pour leur rentrée par ceux qui étaient de sortie avec le canot</w:t>
      </w:r>
      <w:r w:rsidR="004B5A85">
        <w:t>.</w:t>
      </w:r>
    </w:p>
    <w:p w14:paraId="31FFEA99" w14:textId="77777777" w:rsidR="004B5A85" w:rsidRDefault="004C389C" w:rsidP="004C389C">
      <w:r>
        <w:t>Avec précaution</w:t>
      </w:r>
      <w:r w:rsidR="004B5A85">
        <w:t xml:space="preserve">, </w:t>
      </w:r>
      <w:r>
        <w:t>afin de ne pas faire de bruit</w:t>
      </w:r>
      <w:r w:rsidR="004B5A85">
        <w:t xml:space="preserve">, </w:t>
      </w:r>
      <w:r>
        <w:t>Pierrot l</w:t>
      </w:r>
      <w:r w:rsidR="004B5A85">
        <w:t>’</w:t>
      </w:r>
      <w:r>
        <w:t>Écureuil se glissa hors de son hamac d</w:t>
      </w:r>
      <w:r w:rsidR="004B5A85">
        <w:t>’</w:t>
      </w:r>
      <w:r>
        <w:t>abord</w:t>
      </w:r>
      <w:r w:rsidR="004B5A85">
        <w:t xml:space="preserve">, </w:t>
      </w:r>
      <w:r>
        <w:t>et de la cha</w:t>
      </w:r>
      <w:r>
        <w:t>m</w:t>
      </w:r>
      <w:r>
        <w:t>brée ensuite</w:t>
      </w:r>
      <w:r w:rsidR="004B5A85">
        <w:t xml:space="preserve">. </w:t>
      </w:r>
      <w:r>
        <w:t>Comme d</w:t>
      </w:r>
      <w:r w:rsidR="004B5A85">
        <w:t>’</w:t>
      </w:r>
      <w:r>
        <w:t>habitude</w:t>
      </w:r>
      <w:r w:rsidR="004B5A85">
        <w:t xml:space="preserve">, </w:t>
      </w:r>
      <w:r>
        <w:t>en se couchant</w:t>
      </w:r>
      <w:r w:rsidR="004B5A85">
        <w:t xml:space="preserve">, </w:t>
      </w:r>
      <w:r>
        <w:t>il n</w:t>
      </w:r>
      <w:r w:rsidR="004B5A85">
        <w:t>’</w:t>
      </w:r>
      <w:r>
        <w:t>avait ôté que sa vareuse</w:t>
      </w:r>
      <w:r w:rsidR="004B5A85">
        <w:t xml:space="preserve">. </w:t>
      </w:r>
      <w:r>
        <w:t>En tricot et en pantalon</w:t>
      </w:r>
      <w:r w:rsidR="004B5A85">
        <w:t xml:space="preserve">, </w:t>
      </w:r>
      <w:r>
        <w:t>pieds nus</w:t>
      </w:r>
      <w:r w:rsidR="004B5A85">
        <w:t xml:space="preserve">, </w:t>
      </w:r>
      <w:r>
        <w:t>il courut l</w:t>
      </w:r>
      <w:r>
        <w:t>é</w:t>
      </w:r>
      <w:r>
        <w:t>gèrement jusqu</w:t>
      </w:r>
      <w:r w:rsidR="004B5A85">
        <w:t>’</w:t>
      </w:r>
      <w:r>
        <w:t>au corps de garde</w:t>
      </w:r>
      <w:r w:rsidR="004B5A85">
        <w:t xml:space="preserve"> : </w:t>
      </w:r>
      <w:r>
        <w:t>il ne fut vu par personne</w:t>
      </w:r>
      <w:r w:rsidR="004B5A85">
        <w:t xml:space="preserve">, </w:t>
      </w:r>
      <w:r>
        <w:t>tous les hommes restés éveillés au bord du sous-marin se tro</w:t>
      </w:r>
      <w:r>
        <w:t>u</w:t>
      </w:r>
      <w:r>
        <w:t>vant chacun à leur poste</w:t>
      </w:r>
      <w:r w:rsidR="004B5A85">
        <w:t>.</w:t>
      </w:r>
    </w:p>
    <w:p w14:paraId="0E51462B" w14:textId="77777777" w:rsidR="004B5A85" w:rsidRDefault="004C389C" w:rsidP="004C389C">
      <w:r>
        <w:t>Pierrot l</w:t>
      </w:r>
      <w:r w:rsidR="004B5A85">
        <w:t>’</w:t>
      </w:r>
      <w:r>
        <w:t>Écureuil s</w:t>
      </w:r>
      <w:r w:rsidR="004B5A85">
        <w:t>’</w:t>
      </w:r>
      <w:r>
        <w:t>étendit sous le renflement du tube lance-torpilles de tribord</w:t>
      </w:r>
      <w:r w:rsidR="004B5A85">
        <w:t xml:space="preserve">. </w:t>
      </w:r>
      <w:r>
        <w:t xml:space="preserve">Bien que le corps de garde fût </w:t>
      </w:r>
      <w:r>
        <w:lastRenderedPageBreak/>
        <w:t>cont</w:t>
      </w:r>
      <w:r>
        <w:t>i</w:t>
      </w:r>
      <w:r>
        <w:t>nuellement éclairé</w:t>
      </w:r>
      <w:r w:rsidR="004B5A85">
        <w:t xml:space="preserve">, </w:t>
      </w:r>
      <w:r>
        <w:t>le mousse était invisible dans sa cachette</w:t>
      </w:r>
      <w:r w:rsidR="004B5A85">
        <w:t xml:space="preserve">, </w:t>
      </w:r>
      <w:r>
        <w:t>le renflement du tube faisant en dessous une ombre absolument opaque pour les yeux habitués à l</w:t>
      </w:r>
      <w:r w:rsidR="004B5A85">
        <w:t>’</w:t>
      </w:r>
      <w:r>
        <w:t>éclat de la lumière électrique</w:t>
      </w:r>
      <w:r w:rsidR="004B5A85">
        <w:t>.</w:t>
      </w:r>
    </w:p>
    <w:p w14:paraId="422BEA4E" w14:textId="77777777" w:rsidR="004B5A85" w:rsidRDefault="004C389C" w:rsidP="004C389C">
      <w:r>
        <w:t>Aux bruits qu</w:t>
      </w:r>
      <w:r w:rsidR="004B5A85">
        <w:t>’</w:t>
      </w:r>
      <w:r>
        <w:t>il perçut aussitôt</w:t>
      </w:r>
      <w:r w:rsidR="004B5A85">
        <w:t xml:space="preserve">, </w:t>
      </w:r>
      <w:r>
        <w:t>Pierrot l</w:t>
      </w:r>
      <w:r w:rsidR="004B5A85">
        <w:t>’</w:t>
      </w:r>
      <w:r>
        <w:t>Écureuil vit qu</w:t>
      </w:r>
      <w:r w:rsidR="004B5A85">
        <w:t>’</w:t>
      </w:r>
      <w:r>
        <w:t>il ne s</w:t>
      </w:r>
      <w:r w:rsidR="004B5A85">
        <w:t>’</w:t>
      </w:r>
      <w:r>
        <w:t>était pas trompé</w:t>
      </w:r>
      <w:r w:rsidR="004B5A85">
        <w:t xml:space="preserve">. </w:t>
      </w:r>
      <w:proofErr w:type="spellStart"/>
      <w:r>
        <w:t>Askold</w:t>
      </w:r>
      <w:proofErr w:type="spellEnd"/>
      <w:r>
        <w:t xml:space="preserve"> et ses hommes rentraient de leur expédition</w:t>
      </w:r>
      <w:r w:rsidR="004B5A85">
        <w:t>.</w:t>
      </w:r>
    </w:p>
    <w:p w14:paraId="225D80EA" w14:textId="5EFD9AE3" w:rsidR="004C389C" w:rsidRDefault="004B5A85" w:rsidP="004C389C">
      <w:r>
        <w:t>« </w:t>
      </w:r>
      <w:r w:rsidR="004C389C">
        <w:t>On n</w:t>
      </w:r>
      <w:r>
        <w:t>’</w:t>
      </w:r>
      <w:r w:rsidR="004C389C">
        <w:t>ouvre pas la grande écoutille</w:t>
      </w:r>
      <w:r>
        <w:t xml:space="preserve">, </w:t>
      </w:r>
      <w:r w:rsidR="004C389C">
        <w:t>se dit le mousse</w:t>
      </w:r>
      <w:r>
        <w:t xml:space="preserve">. </w:t>
      </w:r>
      <w:r w:rsidR="004C389C">
        <w:t>Ils descendront par l</w:t>
      </w:r>
      <w:r>
        <w:t>’</w:t>
      </w:r>
      <w:r w:rsidR="004C389C">
        <w:t>escalier du canot</w:t>
      </w:r>
      <w:r>
        <w:t xml:space="preserve">. </w:t>
      </w:r>
      <w:r w:rsidR="004C389C">
        <w:t>Qu</w:t>
      </w:r>
      <w:r>
        <w:t>’</w:t>
      </w:r>
      <w:r w:rsidR="004C389C">
        <w:t>ils s</w:t>
      </w:r>
      <w:r>
        <w:t>’</w:t>
      </w:r>
      <w:r w:rsidR="004C389C">
        <w:t>engagent ensuite dans le couloir à bâbord ou à tribord</w:t>
      </w:r>
      <w:r>
        <w:t xml:space="preserve">, </w:t>
      </w:r>
      <w:r w:rsidR="004C389C">
        <w:t>vers la proue ou vers la poupe</w:t>
      </w:r>
      <w:r>
        <w:t xml:space="preserve">, </w:t>
      </w:r>
      <w:r w:rsidR="004C389C">
        <w:t>je verrai suffisamment</w:t>
      </w:r>
      <w:r>
        <w:t xml:space="preserve">. </w:t>
      </w:r>
      <w:r w:rsidR="004C389C">
        <w:t>Il s</w:t>
      </w:r>
      <w:r>
        <w:t>’</w:t>
      </w:r>
      <w:r w:rsidR="004C389C">
        <w:t>agit de ne pas me faire pi</w:t>
      </w:r>
      <w:r w:rsidR="004C389C">
        <w:t>n</w:t>
      </w:r>
      <w:r w:rsidR="004C389C">
        <w:t>cer</w:t>
      </w:r>
      <w:r>
        <w:t>… »</w:t>
      </w:r>
    </w:p>
    <w:p w14:paraId="0CA8382E" w14:textId="77777777" w:rsidR="004B5A85" w:rsidRDefault="004C389C" w:rsidP="004C389C">
      <w:r>
        <w:t>Et il s</w:t>
      </w:r>
      <w:r w:rsidR="004B5A85">
        <w:t>’</w:t>
      </w:r>
      <w:r>
        <w:t>enfonça le plus qu</w:t>
      </w:r>
      <w:r w:rsidR="004B5A85">
        <w:t>’</w:t>
      </w:r>
      <w:r>
        <w:t>il put sous le renflement</w:t>
      </w:r>
      <w:r w:rsidR="004B5A85">
        <w:t>.</w:t>
      </w:r>
    </w:p>
    <w:p w14:paraId="43ACAD6B" w14:textId="77777777" w:rsidR="004B5A85" w:rsidRDefault="004C389C" w:rsidP="004C389C">
      <w:r>
        <w:t>Presque aussitôt</w:t>
      </w:r>
      <w:r w:rsidR="004B5A85">
        <w:t xml:space="preserve">, </w:t>
      </w:r>
      <w:r>
        <w:t>il vit la porte de l</w:t>
      </w:r>
      <w:r w:rsidR="004B5A85">
        <w:t>’</w:t>
      </w:r>
      <w:r>
        <w:t>escalier du canot s</w:t>
      </w:r>
      <w:r w:rsidR="004B5A85">
        <w:t>’</w:t>
      </w:r>
      <w:r>
        <w:t xml:space="preserve">ouvrir et </w:t>
      </w:r>
      <w:proofErr w:type="spellStart"/>
      <w:r>
        <w:t>Askold</w:t>
      </w:r>
      <w:proofErr w:type="spellEnd"/>
      <w:r>
        <w:t xml:space="preserve"> parut</w:t>
      </w:r>
      <w:r w:rsidR="004B5A85">
        <w:t xml:space="preserve">, </w:t>
      </w:r>
      <w:r>
        <w:t xml:space="preserve">immédiatement suivi de </w:t>
      </w:r>
      <w:proofErr w:type="spellStart"/>
      <w:r>
        <w:t>Brilo</w:t>
      </w:r>
      <w:proofErr w:type="spellEnd"/>
      <w:r w:rsidR="004B5A85">
        <w:t xml:space="preserve">, </w:t>
      </w:r>
      <w:r>
        <w:t>qui po</w:t>
      </w:r>
      <w:r>
        <w:t>r</w:t>
      </w:r>
      <w:r>
        <w:t>tait dans ses bras une jeune fille dont le visage</w:t>
      </w:r>
      <w:r w:rsidR="004B5A85">
        <w:t xml:space="preserve">, </w:t>
      </w:r>
      <w:r>
        <w:t>soudain en pleine lumière</w:t>
      </w:r>
      <w:r w:rsidR="004B5A85">
        <w:t xml:space="preserve">, </w:t>
      </w:r>
      <w:r>
        <w:t>était très gracieux et joli</w:t>
      </w:r>
      <w:r w:rsidR="004B5A85">
        <w:t xml:space="preserve">, </w:t>
      </w:r>
      <w:r>
        <w:t>mais pâle et les yeux fermés</w:t>
      </w:r>
      <w:r w:rsidR="004B5A85">
        <w:t>…</w:t>
      </w:r>
    </w:p>
    <w:p w14:paraId="71003575" w14:textId="77777777" w:rsidR="004B5A85" w:rsidRDefault="004C389C" w:rsidP="004C389C">
      <w:r>
        <w:t>La jeune fille était évanouie</w:t>
      </w:r>
      <w:r w:rsidR="004B5A85">
        <w:t xml:space="preserve">, </w:t>
      </w:r>
      <w:r>
        <w:t>ou tout au moins sous l</w:t>
      </w:r>
      <w:r w:rsidR="004B5A85">
        <w:t>’</w:t>
      </w:r>
      <w:r>
        <w:t>influence d</w:t>
      </w:r>
      <w:r w:rsidR="004B5A85">
        <w:t>’</w:t>
      </w:r>
      <w:r>
        <w:t>un soporifique</w:t>
      </w:r>
      <w:r w:rsidR="004B5A85">
        <w:t>.</w:t>
      </w:r>
    </w:p>
    <w:p w14:paraId="66641166" w14:textId="77777777" w:rsidR="004B5A85" w:rsidRDefault="004C389C" w:rsidP="004C389C">
      <w:r>
        <w:t>Vêtue d</w:t>
      </w:r>
      <w:r w:rsidR="004B5A85">
        <w:t>’</w:t>
      </w:r>
      <w:r>
        <w:t>une robe blanche dont la jupe tombait très bas</w:t>
      </w:r>
      <w:r w:rsidR="004B5A85">
        <w:t xml:space="preserve">, </w:t>
      </w:r>
      <w:r>
        <w:t>c</w:t>
      </w:r>
      <w:r>
        <w:t>a</w:t>
      </w:r>
      <w:r>
        <w:t>chant les pieds</w:t>
      </w:r>
      <w:r w:rsidR="004B5A85">
        <w:t xml:space="preserve">, </w:t>
      </w:r>
      <w:r>
        <w:t>elle avait la tête nue et ses cheveux noirs</w:t>
      </w:r>
      <w:r w:rsidR="004B5A85">
        <w:t xml:space="preserve">, </w:t>
      </w:r>
      <w:r>
        <w:t>d</w:t>
      </w:r>
      <w:r>
        <w:t>é</w:t>
      </w:r>
      <w:r>
        <w:t>noués</w:t>
      </w:r>
      <w:r w:rsidR="004B5A85">
        <w:t xml:space="preserve">, </w:t>
      </w:r>
      <w:r>
        <w:t>s</w:t>
      </w:r>
      <w:r w:rsidR="004B5A85">
        <w:t>’</w:t>
      </w:r>
      <w:r>
        <w:t>épandaient sur ses épaules</w:t>
      </w:r>
      <w:r w:rsidR="004B5A85">
        <w:t>.</w:t>
      </w:r>
    </w:p>
    <w:p w14:paraId="1885D3DA" w14:textId="77777777" w:rsidR="004B5A85" w:rsidRDefault="004C389C" w:rsidP="004C389C">
      <w:r>
        <w:t xml:space="preserve">Sa tête et tout le haut de son corps reposaient sur la large poitrine de </w:t>
      </w:r>
      <w:proofErr w:type="spellStart"/>
      <w:r>
        <w:t>Brilo</w:t>
      </w:r>
      <w:proofErr w:type="spellEnd"/>
      <w:r w:rsidR="004B5A85">
        <w:t>.</w:t>
      </w:r>
    </w:p>
    <w:p w14:paraId="35AB1867" w14:textId="77777777" w:rsidR="004B5A85" w:rsidRDefault="004C389C" w:rsidP="004C389C">
      <w:r>
        <w:t>Devant Pierrot l</w:t>
      </w:r>
      <w:r w:rsidR="004B5A85">
        <w:t>’</w:t>
      </w:r>
      <w:r>
        <w:t>Écureuil qui se faisait tout petit et retenait son souffle</w:t>
      </w:r>
      <w:r w:rsidR="004B5A85">
        <w:t xml:space="preserve">, </w:t>
      </w:r>
      <w:proofErr w:type="spellStart"/>
      <w:r>
        <w:t>Askold</w:t>
      </w:r>
      <w:proofErr w:type="spellEnd"/>
      <w:r>
        <w:t xml:space="preserve"> et </w:t>
      </w:r>
      <w:proofErr w:type="spellStart"/>
      <w:r>
        <w:t>Brilo</w:t>
      </w:r>
      <w:proofErr w:type="spellEnd"/>
      <w:r>
        <w:t xml:space="preserve"> passèrent et s</w:t>
      </w:r>
      <w:r w:rsidR="004B5A85">
        <w:t>’</w:t>
      </w:r>
      <w:r>
        <w:t>engagèrent dans le couloir de tribord</w:t>
      </w:r>
      <w:r w:rsidR="004B5A85">
        <w:t xml:space="preserve">, </w:t>
      </w:r>
      <w:r>
        <w:t>vers la proue</w:t>
      </w:r>
      <w:r w:rsidR="004B5A85">
        <w:t>.</w:t>
      </w:r>
    </w:p>
    <w:p w14:paraId="0052D468" w14:textId="77777777" w:rsidR="004B5A85" w:rsidRDefault="004C389C" w:rsidP="004C389C">
      <w:r>
        <w:lastRenderedPageBreak/>
        <w:t>Mais ils s</w:t>
      </w:r>
      <w:r w:rsidR="004B5A85">
        <w:t>’</w:t>
      </w:r>
      <w:r>
        <w:t>arrêtèrent après trois pas</w:t>
      </w:r>
      <w:r w:rsidR="004B5A85">
        <w:t xml:space="preserve">. </w:t>
      </w:r>
      <w:r>
        <w:t xml:space="preserve">Et </w:t>
      </w:r>
      <w:proofErr w:type="spellStart"/>
      <w:r>
        <w:t>Askold</w:t>
      </w:r>
      <w:proofErr w:type="spellEnd"/>
      <w:r>
        <w:t xml:space="preserve"> ouvrit la porte de la cabine numéro 14</w:t>
      </w:r>
      <w:r w:rsidR="004B5A85">
        <w:t>.</w:t>
      </w:r>
    </w:p>
    <w:p w14:paraId="3AE7ECD7" w14:textId="77777777" w:rsidR="004B5A85" w:rsidRDefault="004C389C" w:rsidP="004C389C">
      <w:r>
        <w:t>Pierrot l</w:t>
      </w:r>
      <w:r w:rsidR="004B5A85">
        <w:t>’</w:t>
      </w:r>
      <w:r>
        <w:t>Écureuil savait que cette cabine était luxueus</w:t>
      </w:r>
      <w:r>
        <w:t>e</w:t>
      </w:r>
      <w:r>
        <w:t>ment meublée</w:t>
      </w:r>
      <w:r w:rsidR="004B5A85">
        <w:t xml:space="preserve">. </w:t>
      </w:r>
      <w:r>
        <w:t>En effet</w:t>
      </w:r>
      <w:r w:rsidR="004B5A85">
        <w:t xml:space="preserve">, </w:t>
      </w:r>
      <w:r>
        <w:t xml:space="preserve">lorsque le sous-marin le </w:t>
      </w:r>
      <w:r>
        <w:rPr>
          <w:i/>
          <w:iCs/>
        </w:rPr>
        <w:t xml:space="preserve">Nyctalope </w:t>
      </w:r>
      <w:r>
        <w:t>a</w:t>
      </w:r>
      <w:r>
        <w:t>p</w:t>
      </w:r>
      <w:r>
        <w:t>partenait encore à la France et se trouvait sous le command</w:t>
      </w:r>
      <w:r>
        <w:t>e</w:t>
      </w:r>
      <w:r>
        <w:t>ment de son constructeur</w:t>
      </w:r>
      <w:r w:rsidR="004B5A85">
        <w:t xml:space="preserve">, </w:t>
      </w:r>
      <w:r>
        <w:t>le lieutenant de vaisseau Ludovic Martel</w:t>
      </w:r>
      <w:r w:rsidR="004B5A85">
        <w:t xml:space="preserve">, </w:t>
      </w:r>
      <w:r>
        <w:t>cette cabine était réservée aux amiraux</w:t>
      </w:r>
      <w:r w:rsidR="004B5A85">
        <w:t xml:space="preserve">, </w:t>
      </w:r>
      <w:r>
        <w:t>aux ministres</w:t>
      </w:r>
      <w:r w:rsidR="004B5A85">
        <w:t xml:space="preserve">, </w:t>
      </w:r>
      <w:r>
        <w:t>ou aux grands personnages qui</w:t>
      </w:r>
      <w:r w:rsidR="004B5A85">
        <w:t xml:space="preserve">, </w:t>
      </w:r>
      <w:r>
        <w:t>par autorisation expresse du ministre de la Marine</w:t>
      </w:r>
      <w:r w:rsidR="004B5A85">
        <w:t xml:space="preserve">, </w:t>
      </w:r>
      <w:r>
        <w:t>venaient passer au moins vingt-quatre heures à bord</w:t>
      </w:r>
      <w:r w:rsidR="004B5A85">
        <w:t>.</w:t>
      </w:r>
    </w:p>
    <w:p w14:paraId="36863E7C" w14:textId="04AB4E4F" w:rsidR="004C389C" w:rsidRDefault="004B5A85" w:rsidP="004C389C">
      <w:r>
        <w:t>« </w:t>
      </w:r>
      <w:r w:rsidR="004C389C">
        <w:t>Puisqu</w:t>
      </w:r>
      <w:r>
        <w:t>’</w:t>
      </w:r>
      <w:r w:rsidR="004C389C">
        <w:t>on met la demoiselle dans la cabine de luxe</w:t>
      </w:r>
      <w:r>
        <w:t xml:space="preserve">, </w:t>
      </w:r>
      <w:r w:rsidR="004C389C">
        <w:t>se dit Pierrot l</w:t>
      </w:r>
      <w:r>
        <w:t>’</w:t>
      </w:r>
      <w:r w:rsidR="004C389C">
        <w:t>Écureuil</w:t>
      </w:r>
      <w:r>
        <w:t xml:space="preserve">, </w:t>
      </w:r>
      <w:r w:rsidR="004C389C">
        <w:t>c</w:t>
      </w:r>
      <w:r>
        <w:t>’</w:t>
      </w:r>
      <w:r w:rsidR="004C389C">
        <w:t>est qu</w:t>
      </w:r>
      <w:r>
        <w:t>’</w:t>
      </w:r>
      <w:r w:rsidR="004C389C">
        <w:t>elle sera bien traitée</w:t>
      </w:r>
      <w:r>
        <w:t xml:space="preserve"> !… </w:t>
      </w:r>
      <w:r w:rsidR="004C389C">
        <w:t>Pauvre fille</w:t>
      </w:r>
      <w:r>
        <w:t xml:space="preserve"> ! </w:t>
      </w:r>
      <w:r w:rsidR="004C389C">
        <w:t>si elle se doutait du spectacle que le Ravageur lui réserve</w:t>
      </w:r>
      <w:r>
        <w:t xml:space="preserve"> !… </w:t>
      </w:r>
      <w:r w:rsidR="004C389C">
        <w:t>Elle verra mourir son père</w:t>
      </w:r>
      <w:r>
        <w:t xml:space="preserve"> ! </w:t>
      </w:r>
      <w:r w:rsidR="004C389C">
        <w:t>Est-ce que je ne pourrais pas lui éviter cette douleur</w:t>
      </w:r>
      <w:r>
        <w:t xml:space="preserve"> ?… </w:t>
      </w:r>
      <w:r w:rsidR="004C389C">
        <w:t>Il faudra que j</w:t>
      </w:r>
      <w:r>
        <w:t>’</w:t>
      </w:r>
      <w:r w:rsidR="004C389C">
        <w:t>y pense</w:t>
      </w:r>
      <w:r>
        <w:t>. »</w:t>
      </w:r>
    </w:p>
    <w:p w14:paraId="379B0DF5" w14:textId="77777777" w:rsidR="004B5A85" w:rsidRDefault="004C389C" w:rsidP="004C389C">
      <w:r>
        <w:t xml:space="preserve">Cependant </w:t>
      </w:r>
      <w:proofErr w:type="spellStart"/>
      <w:r>
        <w:t>Brasky</w:t>
      </w:r>
      <w:proofErr w:type="spellEnd"/>
      <w:r w:rsidR="004B5A85">
        <w:t xml:space="preserve">, </w:t>
      </w:r>
      <w:proofErr w:type="spellStart"/>
      <w:r>
        <w:t>Poutkine</w:t>
      </w:r>
      <w:proofErr w:type="spellEnd"/>
      <w:r w:rsidR="004B5A85">
        <w:t xml:space="preserve">, </w:t>
      </w:r>
      <w:r>
        <w:t xml:space="preserve">Kenny et </w:t>
      </w:r>
      <w:proofErr w:type="spellStart"/>
      <w:r>
        <w:t>Jorry</w:t>
      </w:r>
      <w:proofErr w:type="spellEnd"/>
      <w:r>
        <w:t xml:space="preserve"> sortaient au</w:t>
      </w:r>
      <w:r>
        <w:t>s</w:t>
      </w:r>
      <w:r>
        <w:t>si de l</w:t>
      </w:r>
      <w:r w:rsidR="004B5A85">
        <w:t>’</w:t>
      </w:r>
      <w:r>
        <w:t>escalier du canot</w:t>
      </w:r>
      <w:r w:rsidR="004B5A85">
        <w:t xml:space="preserve">. </w:t>
      </w:r>
      <w:r>
        <w:t>Mais</w:t>
      </w:r>
      <w:r w:rsidR="004B5A85">
        <w:t xml:space="preserve">, </w:t>
      </w:r>
      <w:r>
        <w:t>tout de suite</w:t>
      </w:r>
      <w:r w:rsidR="004B5A85">
        <w:t xml:space="preserve">, </w:t>
      </w:r>
      <w:r>
        <w:t>ils se dirigèrent vers la chambrée</w:t>
      </w:r>
      <w:r w:rsidR="004B5A85">
        <w:t xml:space="preserve">. </w:t>
      </w:r>
      <w:r>
        <w:t>Ils allaient se coucher</w:t>
      </w:r>
      <w:r w:rsidR="004B5A85">
        <w:t>.</w:t>
      </w:r>
    </w:p>
    <w:p w14:paraId="4C936037" w14:textId="6E75C888" w:rsidR="004C389C" w:rsidRDefault="004B5A85" w:rsidP="004C389C">
      <w:r>
        <w:t>« </w:t>
      </w:r>
      <w:r w:rsidR="004C389C">
        <w:t>Fichtre</w:t>
      </w:r>
      <w:r>
        <w:t xml:space="preserve"> ! </w:t>
      </w:r>
      <w:r w:rsidR="004C389C">
        <w:t>se dit Pierrot l</w:t>
      </w:r>
      <w:r>
        <w:t>’</w:t>
      </w:r>
      <w:r w:rsidR="004C389C">
        <w:t>Écureuil</w:t>
      </w:r>
      <w:r>
        <w:t xml:space="preserve">, </w:t>
      </w:r>
      <w:r w:rsidR="004C389C">
        <w:t>ils vont s</w:t>
      </w:r>
      <w:r>
        <w:t>’</w:t>
      </w:r>
      <w:r w:rsidR="004C389C">
        <w:t>apercevoir que je ne suis pas dans mon hamac</w:t>
      </w:r>
      <w:r>
        <w:t> ! »</w:t>
      </w:r>
    </w:p>
    <w:p w14:paraId="280221E4" w14:textId="77777777" w:rsidR="004B5A85" w:rsidRDefault="004C389C" w:rsidP="004C389C">
      <w:r>
        <w:t>Il n</w:t>
      </w:r>
      <w:r w:rsidR="004B5A85">
        <w:t>’</w:t>
      </w:r>
      <w:r>
        <w:t>y avait</w:t>
      </w:r>
      <w:r w:rsidR="004B5A85">
        <w:t xml:space="preserve">, </w:t>
      </w:r>
      <w:r>
        <w:t>en ce moment</w:t>
      </w:r>
      <w:r w:rsidR="004B5A85">
        <w:t xml:space="preserve">, </w:t>
      </w:r>
      <w:r>
        <w:t>personne dans le corps de garde</w:t>
      </w:r>
      <w:r w:rsidR="004B5A85">
        <w:t xml:space="preserve">. </w:t>
      </w:r>
      <w:r>
        <w:t>Et le mousse en savait assez pour l</w:t>
      </w:r>
      <w:r w:rsidR="004B5A85">
        <w:t>’</w:t>
      </w:r>
      <w:r>
        <w:t>instant sur la jeune prisonnière</w:t>
      </w:r>
      <w:r w:rsidR="004B5A85">
        <w:t xml:space="preserve">. </w:t>
      </w:r>
      <w:r>
        <w:t>D</w:t>
      </w:r>
      <w:r w:rsidR="004B5A85">
        <w:t>’</w:t>
      </w:r>
      <w:r>
        <w:t>ailleurs</w:t>
      </w:r>
      <w:r w:rsidR="004B5A85">
        <w:t xml:space="preserve">, </w:t>
      </w:r>
      <w:r>
        <w:t>il comprenait que</w:t>
      </w:r>
      <w:r w:rsidR="004B5A85">
        <w:t xml:space="preserve">, </w:t>
      </w:r>
      <w:r>
        <w:t>même s</w:t>
      </w:r>
      <w:r w:rsidR="004B5A85">
        <w:t>’</w:t>
      </w:r>
      <w:r>
        <w:t>il restait là toute la nuit</w:t>
      </w:r>
      <w:r w:rsidR="004B5A85">
        <w:t xml:space="preserve">, </w:t>
      </w:r>
      <w:r>
        <w:t>il n</w:t>
      </w:r>
      <w:r w:rsidR="004B5A85">
        <w:t>’</w:t>
      </w:r>
      <w:r>
        <w:t>en saurait pas davantage</w:t>
      </w:r>
      <w:r w:rsidR="004B5A85">
        <w:t xml:space="preserve">, </w:t>
      </w:r>
      <w:r>
        <w:t>car après avoir co</w:t>
      </w:r>
      <w:r>
        <w:t>u</w:t>
      </w:r>
      <w:r>
        <w:t>ché Dolorès sur le lit de la belle cabine</w:t>
      </w:r>
      <w:r w:rsidR="004B5A85">
        <w:t xml:space="preserve">, </w:t>
      </w:r>
      <w:proofErr w:type="spellStart"/>
      <w:r>
        <w:t>Askold</w:t>
      </w:r>
      <w:proofErr w:type="spellEnd"/>
      <w:r>
        <w:t xml:space="preserve"> et </w:t>
      </w:r>
      <w:proofErr w:type="spellStart"/>
      <w:r>
        <w:t>Brilo</w:t>
      </w:r>
      <w:proofErr w:type="spellEnd"/>
      <w:r>
        <w:t xml:space="preserve"> ressort</w:t>
      </w:r>
      <w:r>
        <w:t>i</w:t>
      </w:r>
      <w:r>
        <w:t>raient</w:t>
      </w:r>
      <w:r w:rsidR="004B5A85">
        <w:t xml:space="preserve">, </w:t>
      </w:r>
      <w:r>
        <w:t>le premier pour commander les manœuvres du départ du sous-marin</w:t>
      </w:r>
      <w:r w:rsidR="004B5A85">
        <w:t xml:space="preserve">, </w:t>
      </w:r>
      <w:r>
        <w:t>le second pour gagner la chambrée</w:t>
      </w:r>
      <w:r w:rsidR="004B5A85">
        <w:t>.</w:t>
      </w:r>
    </w:p>
    <w:p w14:paraId="0C0206AA" w14:textId="77777777" w:rsidR="004B5A85" w:rsidRDefault="004C389C" w:rsidP="004C389C">
      <w:r>
        <w:t>Pierrot l</w:t>
      </w:r>
      <w:r w:rsidR="004B5A85">
        <w:t>’</w:t>
      </w:r>
      <w:r>
        <w:t>Écureuil sortit donc de sa cachette</w:t>
      </w:r>
      <w:r w:rsidR="004B5A85">
        <w:t xml:space="preserve">, </w:t>
      </w:r>
      <w:r>
        <w:t>se glissa lég</w:t>
      </w:r>
      <w:r>
        <w:t>è</w:t>
      </w:r>
      <w:r>
        <w:t>rement dans le couloir de bâbord arrière à la suite des quatre matelots</w:t>
      </w:r>
      <w:r w:rsidR="004B5A85">
        <w:t xml:space="preserve">, </w:t>
      </w:r>
      <w:r>
        <w:t>et</w:t>
      </w:r>
      <w:r w:rsidR="004B5A85">
        <w:t xml:space="preserve">, </w:t>
      </w:r>
      <w:r>
        <w:t>sans qu</w:t>
      </w:r>
      <w:r w:rsidR="004B5A85">
        <w:t>’</w:t>
      </w:r>
      <w:r>
        <w:t xml:space="preserve">ils se fussent aperçus de sa </w:t>
      </w:r>
      <w:r>
        <w:lastRenderedPageBreak/>
        <w:t>présence</w:t>
      </w:r>
      <w:r w:rsidR="004B5A85">
        <w:t xml:space="preserve">, </w:t>
      </w:r>
      <w:r>
        <w:t>il e</w:t>
      </w:r>
      <w:r>
        <w:t>n</w:t>
      </w:r>
      <w:r>
        <w:t>tra en même temps qu</w:t>
      </w:r>
      <w:r w:rsidR="004B5A85">
        <w:t>’</w:t>
      </w:r>
      <w:r>
        <w:t>eux dans la chambrée obscure</w:t>
      </w:r>
      <w:r w:rsidR="004B5A85">
        <w:t>.</w:t>
      </w:r>
    </w:p>
    <w:p w14:paraId="0AF14417" w14:textId="77777777" w:rsidR="004B5A85" w:rsidRDefault="004B5A85" w:rsidP="004C389C">
      <w:r>
        <w:t>— </w:t>
      </w:r>
      <w:r w:rsidR="004C389C">
        <w:t>Qui donne de la lumière</w:t>
      </w:r>
      <w:r>
        <w:t xml:space="preserve"> ? </w:t>
      </w:r>
      <w:r w:rsidR="004C389C">
        <w:t xml:space="preserve">fit la voix assourdie de </w:t>
      </w:r>
      <w:proofErr w:type="spellStart"/>
      <w:r w:rsidR="004C389C">
        <w:t>Jorry</w:t>
      </w:r>
      <w:proofErr w:type="spellEnd"/>
      <w:r>
        <w:t>.</w:t>
      </w:r>
    </w:p>
    <w:p w14:paraId="4897CD23" w14:textId="77777777" w:rsidR="004B5A85" w:rsidRDefault="004B5A85" w:rsidP="004C389C">
      <w:r>
        <w:t>— </w:t>
      </w:r>
      <w:r w:rsidR="004C389C">
        <w:t>Moi</w:t>
      </w:r>
      <w:r>
        <w:t xml:space="preserve"> ! </w:t>
      </w:r>
      <w:r w:rsidR="004C389C">
        <w:t xml:space="preserve">répondit la voix de </w:t>
      </w:r>
      <w:proofErr w:type="spellStart"/>
      <w:r w:rsidR="004C389C">
        <w:t>Poutkine</w:t>
      </w:r>
      <w:proofErr w:type="spellEnd"/>
      <w:r>
        <w:t>.</w:t>
      </w:r>
    </w:p>
    <w:p w14:paraId="2443CC78" w14:textId="77777777" w:rsidR="004B5A85" w:rsidRDefault="004C389C" w:rsidP="004C389C">
      <w:r>
        <w:t>En effet</w:t>
      </w:r>
      <w:r w:rsidR="004B5A85">
        <w:t xml:space="preserve">, </w:t>
      </w:r>
      <w:r>
        <w:t>celui-ci tourna le commutateur électrique et la chambrée fut éclairée</w:t>
      </w:r>
      <w:r w:rsidR="004B5A85">
        <w:t>.</w:t>
      </w:r>
    </w:p>
    <w:p w14:paraId="3EDB10A5" w14:textId="77777777" w:rsidR="004B5A85" w:rsidRDefault="004C389C" w:rsidP="004C389C">
      <w:r>
        <w:t>Mais cette demi-minute d</w:t>
      </w:r>
      <w:r w:rsidR="004B5A85">
        <w:t>’</w:t>
      </w:r>
      <w:r>
        <w:t>obscurité avait suffi au souple et alerte Pierrot l</w:t>
      </w:r>
      <w:r w:rsidR="004B5A85">
        <w:t>’</w:t>
      </w:r>
      <w:r>
        <w:t>Écureuil pour qu</w:t>
      </w:r>
      <w:r w:rsidR="004B5A85">
        <w:t>’</w:t>
      </w:r>
      <w:r>
        <w:t>il atteignît son hamac</w:t>
      </w:r>
      <w:r w:rsidR="004B5A85">
        <w:t xml:space="preserve">, </w:t>
      </w:r>
      <w:r>
        <w:t>s</w:t>
      </w:r>
      <w:r w:rsidR="004B5A85">
        <w:t>’</w:t>
      </w:r>
      <w:r>
        <w:t>y hissât d</w:t>
      </w:r>
      <w:r w:rsidR="004B5A85">
        <w:t>’</w:t>
      </w:r>
      <w:r>
        <w:t>un bond et s</w:t>
      </w:r>
      <w:r w:rsidR="004B5A85">
        <w:t>’</w:t>
      </w:r>
      <w:r>
        <w:t>y couchât</w:t>
      </w:r>
      <w:r w:rsidR="004B5A85">
        <w:t xml:space="preserve">, </w:t>
      </w:r>
      <w:r>
        <w:t>le dos tourné à la porte d</w:t>
      </w:r>
      <w:r w:rsidR="004B5A85">
        <w:t>’</w:t>
      </w:r>
      <w:r>
        <w:t>entrée</w:t>
      </w:r>
      <w:r w:rsidR="004B5A85">
        <w:t xml:space="preserve">… </w:t>
      </w:r>
      <w:r>
        <w:t>Bientôt</w:t>
      </w:r>
      <w:r w:rsidR="004B5A85">
        <w:t xml:space="preserve">, </w:t>
      </w:r>
      <w:proofErr w:type="spellStart"/>
      <w:r>
        <w:t>Brilo</w:t>
      </w:r>
      <w:proofErr w:type="spellEnd"/>
      <w:r>
        <w:t xml:space="preserve"> arriva</w:t>
      </w:r>
      <w:r w:rsidR="004B5A85">
        <w:t>.</w:t>
      </w:r>
    </w:p>
    <w:p w14:paraId="0F506E65" w14:textId="77777777" w:rsidR="004B5A85" w:rsidRDefault="004C389C" w:rsidP="004C389C">
      <w:r>
        <w:t>Sans mot dire</w:t>
      </w:r>
      <w:r w:rsidR="004B5A85">
        <w:t xml:space="preserve">, </w:t>
      </w:r>
      <w:r>
        <w:t>il ôta sa vareuse et ses souliers</w:t>
      </w:r>
      <w:r w:rsidR="004B5A85">
        <w:t xml:space="preserve">, </w:t>
      </w:r>
      <w:r>
        <w:t>comme avaient déjà fait ses compagnons</w:t>
      </w:r>
      <w:r w:rsidR="004B5A85">
        <w:t xml:space="preserve">, </w:t>
      </w:r>
      <w:r>
        <w:t>qui sautaient dans les h</w:t>
      </w:r>
      <w:r>
        <w:t>a</w:t>
      </w:r>
      <w:r>
        <w:t>macs</w:t>
      </w:r>
      <w:r w:rsidR="004B5A85">
        <w:t xml:space="preserve">. </w:t>
      </w:r>
      <w:r>
        <w:t>Resté debout le dernier</w:t>
      </w:r>
      <w:r w:rsidR="004B5A85">
        <w:t xml:space="preserve">, </w:t>
      </w:r>
      <w:proofErr w:type="spellStart"/>
      <w:r>
        <w:t>Brilo</w:t>
      </w:r>
      <w:proofErr w:type="spellEnd"/>
      <w:r>
        <w:t xml:space="preserve"> éteignit l</w:t>
      </w:r>
      <w:r w:rsidR="004B5A85">
        <w:t>’</w:t>
      </w:r>
      <w:r>
        <w:t>électricité</w:t>
      </w:r>
      <w:r w:rsidR="004B5A85">
        <w:t xml:space="preserve"> ; </w:t>
      </w:r>
      <w:r>
        <w:t>puis il se coucha à son tour</w:t>
      </w:r>
      <w:r w:rsidR="004B5A85">
        <w:t xml:space="preserve">. </w:t>
      </w:r>
      <w:r>
        <w:t>Et quelques minutes plus tard</w:t>
      </w:r>
      <w:r w:rsidR="004B5A85">
        <w:t xml:space="preserve">, </w:t>
      </w:r>
      <w:r>
        <w:t>tous les hommes dormaient dans la chambrée</w:t>
      </w:r>
      <w:r w:rsidR="004B5A85">
        <w:t xml:space="preserve">. </w:t>
      </w:r>
      <w:r>
        <w:t>Seul</w:t>
      </w:r>
      <w:r w:rsidR="004B5A85">
        <w:t xml:space="preserve">, </w:t>
      </w:r>
      <w:r>
        <w:t>Pierrot l</w:t>
      </w:r>
      <w:r w:rsidR="004B5A85">
        <w:t>’</w:t>
      </w:r>
      <w:r>
        <w:t>Écureuil ne dormait pas</w:t>
      </w:r>
      <w:r w:rsidR="004B5A85">
        <w:t xml:space="preserve">. </w:t>
      </w:r>
      <w:r>
        <w:t>Il pensait à la jeune fille qui</w:t>
      </w:r>
      <w:r w:rsidR="004B5A85">
        <w:t xml:space="preserve">, </w:t>
      </w:r>
      <w:r>
        <w:t>prisonnière dans la cabine numéro 14</w:t>
      </w:r>
      <w:r w:rsidR="004B5A85">
        <w:t xml:space="preserve">, </w:t>
      </w:r>
      <w:r>
        <w:t>ne devait se réveiller que pour voir son père mourir</w:t>
      </w:r>
      <w:r w:rsidR="004B5A85">
        <w:t> !</w:t>
      </w:r>
    </w:p>
    <w:p w14:paraId="0E64A9E7" w14:textId="0542C385" w:rsidR="004B5A85" w:rsidRDefault="004C389C" w:rsidP="004C389C">
      <w:r>
        <w:t>Or</w:t>
      </w:r>
      <w:r w:rsidR="004B5A85">
        <w:t xml:space="preserve">, </w:t>
      </w:r>
      <w:r>
        <w:t>dans la cabine numéro 14</w:t>
      </w:r>
      <w:r w:rsidR="004B5A85">
        <w:t xml:space="preserve">, </w:t>
      </w:r>
      <w:proofErr w:type="spellStart"/>
      <w:r>
        <w:t>Askold</w:t>
      </w:r>
      <w:proofErr w:type="spellEnd"/>
      <w:r>
        <w:t xml:space="preserve"> avait regardé impa</w:t>
      </w:r>
      <w:r>
        <w:t>s</w:t>
      </w:r>
      <w:r>
        <w:t xml:space="preserve">siblement </w:t>
      </w:r>
      <w:proofErr w:type="spellStart"/>
      <w:r>
        <w:t>Brilo</w:t>
      </w:r>
      <w:proofErr w:type="spellEnd"/>
      <w:r>
        <w:t xml:space="preserve"> étendre sur le lit bas et </w:t>
      </w:r>
      <w:r w:rsidR="004B5A85">
        <w:t>moel</w:t>
      </w:r>
      <w:r>
        <w:t>leux la pâle jeune fille</w:t>
      </w:r>
      <w:r w:rsidR="004B5A85">
        <w:t>.</w:t>
      </w:r>
    </w:p>
    <w:p w14:paraId="34F51FD0" w14:textId="77777777" w:rsidR="004B5A85" w:rsidRDefault="004C389C" w:rsidP="004C389C">
      <w:r>
        <w:t>Cela fait</w:t>
      </w:r>
      <w:r w:rsidR="004B5A85">
        <w:t xml:space="preserve">, </w:t>
      </w:r>
      <w:proofErr w:type="spellStart"/>
      <w:r>
        <w:t>Brilo</w:t>
      </w:r>
      <w:proofErr w:type="spellEnd"/>
      <w:r>
        <w:t xml:space="preserve"> se retira</w:t>
      </w:r>
      <w:r w:rsidR="004B5A85">
        <w:t>.</w:t>
      </w:r>
    </w:p>
    <w:p w14:paraId="311C1E7C" w14:textId="77777777" w:rsidR="004B5A85" w:rsidRDefault="004C389C" w:rsidP="004C389C">
      <w:r>
        <w:t>Le lieutenant considéra un instant la pauvre enfant</w:t>
      </w:r>
      <w:r w:rsidR="004B5A85">
        <w:t xml:space="preserve">, </w:t>
      </w:r>
      <w:r>
        <w:t>sans que son visage</w:t>
      </w:r>
      <w:r w:rsidR="004B5A85">
        <w:t xml:space="preserve">, </w:t>
      </w:r>
      <w:r>
        <w:t>correct et élégamment barbu de forban m</w:t>
      </w:r>
      <w:r>
        <w:t>o</w:t>
      </w:r>
      <w:r>
        <w:t>derne</w:t>
      </w:r>
      <w:r w:rsidR="004B5A85">
        <w:t xml:space="preserve">, </w:t>
      </w:r>
      <w:r>
        <w:t>exprimât aucun sentiment</w:t>
      </w:r>
      <w:r w:rsidR="004B5A85">
        <w:t xml:space="preserve">. </w:t>
      </w:r>
      <w:proofErr w:type="spellStart"/>
      <w:r>
        <w:t>Askold</w:t>
      </w:r>
      <w:proofErr w:type="spellEnd"/>
      <w:r>
        <w:t xml:space="preserve"> était impassible et avait les yeux expressifs et froids</w:t>
      </w:r>
      <w:r w:rsidR="004B5A85">
        <w:t xml:space="preserve">, </w:t>
      </w:r>
      <w:r>
        <w:t>comme quand il regardait les instruments de précision fixés à la paroi du poste d</w:t>
      </w:r>
      <w:r w:rsidR="004B5A85">
        <w:t>’</w:t>
      </w:r>
      <w:r>
        <w:t>officier ou sur le tableau de bois du corps de garde</w:t>
      </w:r>
      <w:r w:rsidR="004B5A85">
        <w:t>.</w:t>
      </w:r>
    </w:p>
    <w:p w14:paraId="542FCE3D" w14:textId="77777777" w:rsidR="004B5A85" w:rsidRDefault="004C389C" w:rsidP="004C389C">
      <w:r>
        <w:lastRenderedPageBreak/>
        <w:t>Il avisa une couverture pliée au pied du lit</w:t>
      </w:r>
      <w:r w:rsidR="004B5A85">
        <w:t xml:space="preserve">. </w:t>
      </w:r>
      <w:r>
        <w:t>Il la déplia</w:t>
      </w:r>
      <w:r w:rsidR="004B5A85">
        <w:t xml:space="preserve">, </w:t>
      </w:r>
      <w:r>
        <w:t>l</w:t>
      </w:r>
      <w:r w:rsidR="004B5A85">
        <w:t>’</w:t>
      </w:r>
      <w:r>
        <w:t>étendit sur le corps de la jeune fille</w:t>
      </w:r>
      <w:r w:rsidR="004B5A85">
        <w:t xml:space="preserve">, </w:t>
      </w:r>
      <w:r>
        <w:t>et murmura</w:t>
      </w:r>
      <w:r w:rsidR="004B5A85">
        <w:t> :</w:t>
      </w:r>
    </w:p>
    <w:p w14:paraId="642190A7" w14:textId="1ECA5BC8" w:rsidR="004C389C" w:rsidRDefault="004B5A85" w:rsidP="004C389C">
      <w:r>
        <w:t>« </w:t>
      </w:r>
      <w:r w:rsidR="004C389C">
        <w:t>Il y a une heure qu</w:t>
      </w:r>
      <w:r>
        <w:t>’</w:t>
      </w:r>
      <w:r w:rsidR="004C389C">
        <w:t>elle a bu le narcotique</w:t>
      </w:r>
      <w:r>
        <w:t xml:space="preserve">. </w:t>
      </w:r>
      <w:r w:rsidR="004C389C">
        <w:t>Elle ne se r</w:t>
      </w:r>
      <w:r w:rsidR="004C389C">
        <w:t>é</w:t>
      </w:r>
      <w:r w:rsidR="004C389C">
        <w:t>veillera pas avant neuf heures du matin</w:t>
      </w:r>
      <w:r>
        <w:t xml:space="preserve">, </w:t>
      </w:r>
      <w:r w:rsidR="004C389C">
        <w:t>demain</w:t>
      </w:r>
      <w:r>
        <w:t xml:space="preserve">. </w:t>
      </w:r>
      <w:r w:rsidR="004C389C">
        <w:t>Le Maître sera présent à son réveil</w:t>
      </w:r>
      <w:r>
        <w:t xml:space="preserve">… </w:t>
      </w:r>
      <w:r w:rsidR="004C389C">
        <w:t>Allons</w:t>
      </w:r>
      <w:r>
        <w:t xml:space="preserve">, </w:t>
      </w:r>
      <w:r w:rsidR="004C389C">
        <w:t>tout est bien</w:t>
      </w:r>
      <w:r>
        <w:t xml:space="preserve"> ! </w:t>
      </w:r>
      <w:r w:rsidR="004C389C">
        <w:t>Je n</w:t>
      </w:r>
      <w:r>
        <w:t>’</w:t>
      </w:r>
      <w:r w:rsidR="004C389C">
        <w:t>aurais pas cru que cet enlèvement serait aussi facile</w:t>
      </w:r>
      <w:r>
        <w:t xml:space="preserve">… </w:t>
      </w:r>
      <w:r w:rsidR="004C389C">
        <w:t>Il est vrai qu</w:t>
      </w:r>
      <w:r>
        <w:t>’</w:t>
      </w:r>
      <w:r w:rsidR="004C389C">
        <w:t>ils sont dans un désarroi</w:t>
      </w:r>
      <w:r>
        <w:t xml:space="preserve">, </w:t>
      </w:r>
      <w:r w:rsidR="004C389C">
        <w:t>à Maracaïbo</w:t>
      </w:r>
      <w:r>
        <w:t xml:space="preserve"> !… </w:t>
      </w:r>
      <w:r w:rsidR="004C389C">
        <w:t>Bonne idée que j</w:t>
      </w:r>
      <w:r>
        <w:t>’</w:t>
      </w:r>
      <w:r w:rsidR="004C389C">
        <w:t>ai eue d</w:t>
      </w:r>
      <w:r>
        <w:t>’</w:t>
      </w:r>
      <w:r w:rsidR="004C389C">
        <w:t>acheter les journaux</w:t>
      </w:r>
      <w:r>
        <w:t xml:space="preserve"> : </w:t>
      </w:r>
      <w:r w:rsidR="004C389C">
        <w:t>le Maître sera content de savoir ce qu</w:t>
      </w:r>
      <w:r>
        <w:t>’</w:t>
      </w:r>
      <w:r w:rsidR="004C389C">
        <w:t>on dit de ce Martel que j</w:t>
      </w:r>
      <w:r>
        <w:t>’</w:t>
      </w:r>
      <w:r w:rsidR="004C389C">
        <w:t>aurais mieux fait d</w:t>
      </w:r>
      <w:r>
        <w:t>’</w:t>
      </w:r>
      <w:r w:rsidR="004C389C">
        <w:t>étrangler ou d</w:t>
      </w:r>
      <w:r>
        <w:t>’</w:t>
      </w:r>
      <w:r w:rsidR="004C389C">
        <w:t>empoisonner</w:t>
      </w:r>
      <w:r>
        <w:t xml:space="preserve">, </w:t>
      </w:r>
      <w:r w:rsidR="004C389C">
        <w:t>quand je le tenais ici</w:t>
      </w:r>
      <w:r>
        <w:t> !… »</w:t>
      </w:r>
    </w:p>
    <w:p w14:paraId="4CF80EB0" w14:textId="77777777" w:rsidR="004B5A85" w:rsidRDefault="004C389C" w:rsidP="004C389C">
      <w:r>
        <w:t>Et sur ces paroles</w:t>
      </w:r>
      <w:r w:rsidR="004B5A85">
        <w:t xml:space="preserve">, </w:t>
      </w:r>
      <w:r>
        <w:t>sans même regarder Dolorès Santa-</w:t>
      </w:r>
      <w:proofErr w:type="spellStart"/>
      <w:r>
        <w:t>Fé</w:t>
      </w:r>
      <w:proofErr w:type="spellEnd"/>
      <w:r w:rsidR="004B5A85">
        <w:t xml:space="preserve">, </w:t>
      </w:r>
      <w:r>
        <w:t>à laquelle probablement il ne pensait déjà plus</w:t>
      </w:r>
      <w:r w:rsidR="004B5A85">
        <w:t xml:space="preserve">, </w:t>
      </w:r>
      <w:r>
        <w:t xml:space="preserve">le lieutenant </w:t>
      </w:r>
      <w:proofErr w:type="spellStart"/>
      <w:r>
        <w:t>A</w:t>
      </w:r>
      <w:r>
        <w:t>s</w:t>
      </w:r>
      <w:r>
        <w:t>kold</w:t>
      </w:r>
      <w:proofErr w:type="spellEnd"/>
      <w:r>
        <w:t xml:space="preserve"> éteignit l</w:t>
      </w:r>
      <w:r w:rsidR="004B5A85">
        <w:t>’</w:t>
      </w:r>
      <w:r>
        <w:t>électricité</w:t>
      </w:r>
      <w:r w:rsidR="004B5A85">
        <w:t xml:space="preserve">, </w:t>
      </w:r>
      <w:r>
        <w:t>vérifia la fermeture automatique de la porte</w:t>
      </w:r>
      <w:r w:rsidR="004B5A85">
        <w:t xml:space="preserve">, </w:t>
      </w:r>
      <w:r>
        <w:t>glissa dans sa poche le passe-partout que le Ravageur lui avait confié</w:t>
      </w:r>
      <w:r w:rsidR="004B5A85">
        <w:t xml:space="preserve">, </w:t>
      </w:r>
      <w:r>
        <w:t>et qui seul permettait d</w:t>
      </w:r>
      <w:r w:rsidR="004B5A85">
        <w:t>’</w:t>
      </w:r>
      <w:r>
        <w:t>ouvrir la cabine numéro 14</w:t>
      </w:r>
      <w:r w:rsidR="004B5A85">
        <w:t xml:space="preserve">, </w:t>
      </w:r>
      <w:r>
        <w:t>et</w:t>
      </w:r>
      <w:r w:rsidR="004B5A85">
        <w:t xml:space="preserve">, </w:t>
      </w:r>
      <w:r>
        <w:t>d</w:t>
      </w:r>
      <w:r w:rsidR="004B5A85">
        <w:t>’</w:t>
      </w:r>
      <w:r>
        <w:t>un pas tranquille</w:t>
      </w:r>
      <w:r w:rsidR="004B5A85">
        <w:t xml:space="preserve">, </w:t>
      </w:r>
      <w:r>
        <w:t>il se rendit vers le poste d</w:t>
      </w:r>
      <w:r w:rsidR="004B5A85">
        <w:t>’</w:t>
      </w:r>
      <w:r>
        <w:t>officier</w:t>
      </w:r>
      <w:r w:rsidR="004B5A85">
        <w:t xml:space="preserve">. </w:t>
      </w:r>
      <w:proofErr w:type="spellStart"/>
      <w:r>
        <w:t>Askold</w:t>
      </w:r>
      <w:proofErr w:type="spellEnd"/>
      <w:r>
        <w:t xml:space="preserve"> ne finissait qu</w:t>
      </w:r>
      <w:r w:rsidR="004B5A85">
        <w:t>’</w:t>
      </w:r>
      <w:r>
        <w:t>à minuit son quart nocturne pour prendre à six heures du matin son quart diurne</w:t>
      </w:r>
      <w:r w:rsidR="004B5A85">
        <w:t xml:space="preserve">. </w:t>
      </w:r>
      <w:r>
        <w:t>À minuit</w:t>
      </w:r>
      <w:r w:rsidR="004B5A85">
        <w:t xml:space="preserve">, </w:t>
      </w:r>
      <w:r>
        <w:t>le Ravageur en personne prenait la direction du sous-marin</w:t>
      </w:r>
      <w:r w:rsidR="004B5A85">
        <w:t>.</w:t>
      </w:r>
    </w:p>
    <w:p w14:paraId="4F0D4A8D" w14:textId="77777777" w:rsidR="004B5A85" w:rsidRDefault="004C389C" w:rsidP="004C389C">
      <w:pPr>
        <w:rPr>
          <w:i/>
          <w:iCs/>
        </w:rPr>
      </w:pPr>
      <w:r>
        <w:t>Le poste d</w:t>
      </w:r>
      <w:r w:rsidR="004B5A85">
        <w:t>’</w:t>
      </w:r>
      <w:r>
        <w:t>officier</w:t>
      </w:r>
      <w:r w:rsidR="004B5A85">
        <w:t xml:space="preserve"> – </w:t>
      </w:r>
      <w:r>
        <w:t>cabine numéro 6</w:t>
      </w:r>
      <w:r w:rsidR="004B5A85">
        <w:t xml:space="preserve"> – </w:t>
      </w:r>
      <w:r>
        <w:t>se trouvait à tr</w:t>
      </w:r>
      <w:r>
        <w:t>i</w:t>
      </w:r>
      <w:r>
        <w:t>bord arrière</w:t>
      </w:r>
      <w:r w:rsidR="004B5A85">
        <w:t xml:space="preserve">. </w:t>
      </w:r>
      <w:r>
        <w:t>C</w:t>
      </w:r>
      <w:r w:rsidR="004B5A85">
        <w:t>’</w:t>
      </w:r>
      <w:r>
        <w:t>était la reproduction exacte</w:t>
      </w:r>
      <w:r w:rsidR="004B5A85">
        <w:t xml:space="preserve">, </w:t>
      </w:r>
      <w:r>
        <w:t>moins les rayons remplis de livres et avec des dimensions plus restreintes</w:t>
      </w:r>
      <w:r w:rsidR="004B5A85">
        <w:t xml:space="preserve">, </w:t>
      </w:r>
      <w:r>
        <w:t>de la bibliothèque</w:t>
      </w:r>
      <w:r w:rsidR="004B5A85">
        <w:t xml:space="preserve">. </w:t>
      </w:r>
      <w:r>
        <w:t>Sur les parois étaient fixés les mêmes instr</w:t>
      </w:r>
      <w:r>
        <w:t>u</w:t>
      </w:r>
      <w:r>
        <w:t>ments</w:t>
      </w:r>
      <w:r w:rsidR="004B5A85">
        <w:t xml:space="preserve">, </w:t>
      </w:r>
      <w:r>
        <w:t>les mêmes commutateurs électriques</w:t>
      </w:r>
      <w:r w:rsidR="004B5A85">
        <w:t xml:space="preserve">. </w:t>
      </w:r>
      <w:r>
        <w:t>Sur la table ce</w:t>
      </w:r>
      <w:r>
        <w:t>n</w:t>
      </w:r>
      <w:r>
        <w:t>trale s</w:t>
      </w:r>
      <w:r w:rsidR="004B5A85">
        <w:t>’</w:t>
      </w:r>
      <w:r>
        <w:t>étalaient les mêmes cartes</w:t>
      </w:r>
      <w:r w:rsidR="004B5A85">
        <w:t xml:space="preserve">. </w:t>
      </w:r>
      <w:r>
        <w:t>Le même appareil téléph</w:t>
      </w:r>
      <w:r>
        <w:t>o</w:t>
      </w:r>
      <w:r>
        <w:t>nique offrait ses pavillons récepteur et transmetteur</w:t>
      </w:r>
      <w:r w:rsidR="004B5A85">
        <w:t xml:space="preserve">, </w:t>
      </w:r>
      <w:r>
        <w:t>son pavi</w:t>
      </w:r>
      <w:r>
        <w:t>l</w:t>
      </w:r>
      <w:r>
        <w:t xml:space="preserve">lon </w:t>
      </w:r>
      <w:proofErr w:type="spellStart"/>
      <w:r>
        <w:t>téléphonographique</w:t>
      </w:r>
      <w:proofErr w:type="spellEnd"/>
      <w:r w:rsidR="004B5A85">
        <w:t xml:space="preserve">, </w:t>
      </w:r>
      <w:r>
        <w:t>ses boutons d</w:t>
      </w:r>
      <w:r w:rsidR="004B5A85">
        <w:t>’</w:t>
      </w:r>
      <w:r>
        <w:t>appel en ivoire luisant</w:t>
      </w:r>
      <w:r w:rsidR="004B5A85">
        <w:t xml:space="preserve">. </w:t>
      </w:r>
      <w:r>
        <w:t>De ce poste</w:t>
      </w:r>
      <w:r w:rsidR="004B5A85">
        <w:t xml:space="preserve">, </w:t>
      </w:r>
      <w:r>
        <w:t>comme de la bibliothèque</w:t>
      </w:r>
      <w:r w:rsidR="004B5A85">
        <w:t xml:space="preserve">, </w:t>
      </w:r>
      <w:r>
        <w:t>comme du salon</w:t>
      </w:r>
      <w:r w:rsidR="004B5A85">
        <w:t xml:space="preserve">, </w:t>
      </w:r>
      <w:r>
        <w:t>comme de la chambre des machines</w:t>
      </w:r>
      <w:r w:rsidR="004B5A85">
        <w:t xml:space="preserve">, </w:t>
      </w:r>
      <w:r>
        <w:t>comme du corps de garde</w:t>
      </w:r>
      <w:r w:rsidR="004B5A85">
        <w:t xml:space="preserve">, </w:t>
      </w:r>
      <w:r>
        <w:t>l</w:t>
      </w:r>
      <w:r w:rsidR="004B5A85">
        <w:t>’</w:t>
      </w:r>
      <w:r>
        <w:t>officier de quart pouvait commander la manœuvre</w:t>
      </w:r>
      <w:r w:rsidR="004B5A85">
        <w:t xml:space="preserve">, </w:t>
      </w:r>
      <w:r>
        <w:lastRenderedPageBreak/>
        <w:t>suivre sur les instruments les évolutions et la marche du sous-marin</w:t>
      </w:r>
      <w:r w:rsidR="004B5A85">
        <w:t xml:space="preserve">, </w:t>
      </w:r>
      <w:r>
        <w:t xml:space="preserve">communiquer avec toutes les parties du </w:t>
      </w:r>
      <w:r>
        <w:rPr>
          <w:i/>
          <w:iCs/>
        </w:rPr>
        <w:t>Nyctalope</w:t>
      </w:r>
      <w:r w:rsidR="004B5A85">
        <w:rPr>
          <w:i/>
          <w:iCs/>
        </w:rPr>
        <w:t>.</w:t>
      </w:r>
    </w:p>
    <w:p w14:paraId="16DD55F5" w14:textId="77777777" w:rsidR="004B5A85" w:rsidRDefault="004C389C" w:rsidP="004C389C">
      <w:proofErr w:type="spellStart"/>
      <w:r>
        <w:t>Askold</w:t>
      </w:r>
      <w:proofErr w:type="spellEnd"/>
      <w:r>
        <w:t xml:space="preserve"> ôta son casque colonial</w:t>
      </w:r>
      <w:r w:rsidR="004B5A85">
        <w:t xml:space="preserve">, </w:t>
      </w:r>
      <w:r>
        <w:t>le suspendit dans le couloir à une patère métallique</w:t>
      </w:r>
      <w:r w:rsidR="004B5A85">
        <w:t xml:space="preserve">, </w:t>
      </w:r>
      <w:r>
        <w:t>et</w:t>
      </w:r>
      <w:r w:rsidR="004B5A85">
        <w:t xml:space="preserve">, </w:t>
      </w:r>
      <w:r>
        <w:t>entré dans le poste d</w:t>
      </w:r>
      <w:r w:rsidR="004B5A85">
        <w:t>’</w:t>
      </w:r>
      <w:r>
        <w:t>officier</w:t>
      </w:r>
      <w:r w:rsidR="004B5A85">
        <w:t xml:space="preserve">, </w:t>
      </w:r>
      <w:r>
        <w:t>il en referma la porte sur lui</w:t>
      </w:r>
      <w:r w:rsidR="004B5A85">
        <w:t>.</w:t>
      </w:r>
    </w:p>
    <w:p w14:paraId="174F0B42" w14:textId="77777777" w:rsidR="004B5A85" w:rsidRDefault="004C389C" w:rsidP="004C389C">
      <w:r>
        <w:t>Là aussi</w:t>
      </w:r>
      <w:r w:rsidR="004B5A85">
        <w:t xml:space="preserve">, </w:t>
      </w:r>
      <w:r>
        <w:t>la lumière électrique était permanente</w:t>
      </w:r>
      <w:r w:rsidR="004B5A85">
        <w:t>.</w:t>
      </w:r>
    </w:p>
    <w:p w14:paraId="292DFA5A" w14:textId="77777777" w:rsidR="004B5A85" w:rsidRDefault="004C389C" w:rsidP="004C389C">
      <w:r>
        <w:t>Le lieutenant alla au téléphone</w:t>
      </w:r>
      <w:r w:rsidR="004B5A85">
        <w:t xml:space="preserve">, </w:t>
      </w:r>
      <w:r>
        <w:t>et</w:t>
      </w:r>
      <w:r w:rsidR="004B5A85">
        <w:t xml:space="preserve">, </w:t>
      </w:r>
      <w:r>
        <w:t>pressant des doigts deux boutons en ivoire</w:t>
      </w:r>
      <w:r w:rsidR="004B5A85">
        <w:t xml:space="preserve">, </w:t>
      </w:r>
      <w:r>
        <w:t>il prononça</w:t>
      </w:r>
      <w:r w:rsidR="004B5A85">
        <w:t> :</w:t>
      </w:r>
    </w:p>
    <w:p w14:paraId="23D51E7C" w14:textId="77777777" w:rsidR="004B5A85" w:rsidRDefault="004B5A85" w:rsidP="004C389C">
      <w:r>
        <w:t>— </w:t>
      </w:r>
      <w:r w:rsidR="004C389C">
        <w:t>Allô</w:t>
      </w:r>
      <w:r>
        <w:t xml:space="preserve"> ! </w:t>
      </w:r>
      <w:r w:rsidR="004C389C">
        <w:t>allô</w:t>
      </w:r>
      <w:r>
        <w:t xml:space="preserve"> ! </w:t>
      </w:r>
      <w:r w:rsidR="004C389C">
        <w:t>machinerie</w:t>
      </w:r>
      <w:r>
        <w:t xml:space="preserve"> !… </w:t>
      </w:r>
      <w:r w:rsidR="004C389C">
        <w:t>en marche</w:t>
      </w:r>
      <w:r>
        <w:t xml:space="preserve"> ! </w:t>
      </w:r>
      <w:r w:rsidR="004C389C">
        <w:t>quinze mètres de fond</w:t>
      </w:r>
      <w:r>
        <w:t xml:space="preserve">, </w:t>
      </w:r>
      <w:r w:rsidR="004C389C">
        <w:t>vitesse cinquante nœuds</w:t>
      </w:r>
      <w:r>
        <w:t xml:space="preserve">… </w:t>
      </w:r>
      <w:r w:rsidR="004C389C">
        <w:t>Allô</w:t>
      </w:r>
      <w:r>
        <w:t xml:space="preserve"> !… </w:t>
      </w:r>
      <w:r w:rsidR="004C389C">
        <w:t>Bien</w:t>
      </w:r>
      <w:r>
        <w:t> !…</w:t>
      </w:r>
    </w:p>
    <w:p w14:paraId="79A22E91" w14:textId="77777777" w:rsidR="004B5A85" w:rsidRDefault="004C389C" w:rsidP="004C389C">
      <w:r>
        <w:t>Puis</w:t>
      </w:r>
      <w:r w:rsidR="004B5A85">
        <w:t xml:space="preserve">, </w:t>
      </w:r>
      <w:r>
        <w:t>après un arrêt</w:t>
      </w:r>
      <w:r w:rsidR="004B5A85">
        <w:t> :</w:t>
      </w:r>
    </w:p>
    <w:p w14:paraId="2C7ABC13" w14:textId="77777777" w:rsidR="004B5A85" w:rsidRDefault="004B5A85" w:rsidP="004C389C">
      <w:r>
        <w:t>— </w:t>
      </w:r>
      <w:r w:rsidR="004C389C">
        <w:t>Allô</w:t>
      </w:r>
      <w:r>
        <w:t xml:space="preserve"> ! </w:t>
      </w:r>
      <w:r w:rsidR="004C389C">
        <w:t>allô</w:t>
      </w:r>
      <w:r>
        <w:t xml:space="preserve"> ! </w:t>
      </w:r>
      <w:r w:rsidR="004C389C">
        <w:t>timonier</w:t>
      </w:r>
      <w:r>
        <w:t xml:space="preserve">… </w:t>
      </w:r>
      <w:r w:rsidR="004C389C">
        <w:t>direction</w:t>
      </w:r>
      <w:r>
        <w:t xml:space="preserve"> : </w:t>
      </w:r>
      <w:r w:rsidR="004C389C">
        <w:t>les îles Lucayes par le large</w:t>
      </w:r>
      <w:r>
        <w:t> !…</w:t>
      </w:r>
    </w:p>
    <w:p w14:paraId="0D875DD5" w14:textId="77777777" w:rsidR="004B5A85" w:rsidRDefault="004C389C" w:rsidP="004C389C">
      <w:r>
        <w:t>Et aussitôt</w:t>
      </w:r>
      <w:r w:rsidR="004B5A85">
        <w:t xml:space="preserve">, </w:t>
      </w:r>
      <w:r>
        <w:t>aux indications des appareils</w:t>
      </w:r>
      <w:r w:rsidR="004B5A85">
        <w:t xml:space="preserve">, </w:t>
      </w:r>
      <w:proofErr w:type="spellStart"/>
      <w:r>
        <w:t>Askold</w:t>
      </w:r>
      <w:proofErr w:type="spellEnd"/>
      <w:r>
        <w:t xml:space="preserve"> vit qu</w:t>
      </w:r>
      <w:r w:rsidR="004B5A85">
        <w:t>’</w:t>
      </w:r>
      <w:r>
        <w:t>il était obéi</w:t>
      </w:r>
      <w:r w:rsidR="004B5A85">
        <w:t>.</w:t>
      </w:r>
    </w:p>
    <w:p w14:paraId="0E8B2E6B" w14:textId="77777777" w:rsidR="004B5A85" w:rsidRDefault="004C389C" w:rsidP="004C389C">
      <w:r>
        <w:t xml:space="preserve">Le sous-marin le </w:t>
      </w:r>
      <w:r>
        <w:rPr>
          <w:i/>
          <w:iCs/>
        </w:rPr>
        <w:t xml:space="preserve">Nyctalope </w:t>
      </w:r>
      <w:r>
        <w:t>sortait de la passe</w:t>
      </w:r>
      <w:r w:rsidR="004B5A85">
        <w:t xml:space="preserve">, </w:t>
      </w:r>
      <w:r>
        <w:t>puis du golfe du Venezuela et filait droit au nord</w:t>
      </w:r>
      <w:r w:rsidR="004B5A85">
        <w:t xml:space="preserve">, </w:t>
      </w:r>
      <w:r>
        <w:t>pour aller franchir le canal de Mona</w:t>
      </w:r>
      <w:r w:rsidR="004B5A85">
        <w:t xml:space="preserve">, </w:t>
      </w:r>
      <w:r>
        <w:t>entre Haïti et Porto-Rico et glisser ensuite</w:t>
      </w:r>
      <w:r w:rsidR="004B5A85">
        <w:t xml:space="preserve">, </w:t>
      </w:r>
      <w:r>
        <w:t>entre deux eaux</w:t>
      </w:r>
      <w:r w:rsidR="004B5A85">
        <w:t xml:space="preserve">, </w:t>
      </w:r>
      <w:r>
        <w:t>en plein Atlantique</w:t>
      </w:r>
      <w:r w:rsidR="004B5A85">
        <w:t xml:space="preserve">, </w:t>
      </w:r>
      <w:r>
        <w:t xml:space="preserve">au large des îles de </w:t>
      </w:r>
      <w:proofErr w:type="spellStart"/>
      <w:r>
        <w:t>Bahama</w:t>
      </w:r>
      <w:proofErr w:type="spellEnd"/>
      <w:r w:rsidR="004B5A85">
        <w:t xml:space="preserve">, </w:t>
      </w:r>
      <w:r>
        <w:t>a</w:t>
      </w:r>
      <w:r>
        <w:t>p</w:t>
      </w:r>
      <w:r>
        <w:t>pelées aussi l</w:t>
      </w:r>
      <w:r w:rsidR="004B5A85">
        <w:t>’</w:t>
      </w:r>
      <w:r>
        <w:t>archipel de Lucayes</w:t>
      </w:r>
      <w:r w:rsidR="004B5A85">
        <w:t>.</w:t>
      </w:r>
    </w:p>
    <w:p w14:paraId="39EB6CC2" w14:textId="77777777" w:rsidR="004B5A85" w:rsidRDefault="004C389C" w:rsidP="004C389C">
      <w:r>
        <w:t xml:space="preserve">Quant à </w:t>
      </w:r>
      <w:proofErr w:type="spellStart"/>
      <w:r>
        <w:t>Askold</w:t>
      </w:r>
      <w:proofErr w:type="spellEnd"/>
      <w:r w:rsidR="004B5A85">
        <w:t xml:space="preserve">, </w:t>
      </w:r>
      <w:r>
        <w:t>tout en jetant de moment en moment un regard observateur sur les appareils enregistreurs de la marche du sous-marin</w:t>
      </w:r>
      <w:r w:rsidR="004B5A85">
        <w:t xml:space="preserve">, </w:t>
      </w:r>
      <w:r>
        <w:t>il se mit à étudier une carte de l</w:t>
      </w:r>
      <w:r w:rsidR="004B5A85">
        <w:t>’</w:t>
      </w:r>
      <w:r>
        <w:t>océan Atla</w:t>
      </w:r>
      <w:r>
        <w:t>n</w:t>
      </w:r>
      <w:r>
        <w:t>tique</w:t>
      </w:r>
      <w:r w:rsidR="004B5A85">
        <w:t xml:space="preserve">, </w:t>
      </w:r>
      <w:r>
        <w:t>en attendant la fin de son quart de nuit</w:t>
      </w:r>
      <w:r w:rsidR="004B5A85">
        <w:t>.</w:t>
      </w:r>
    </w:p>
    <w:p w14:paraId="0F3A39BD" w14:textId="77777777" w:rsidR="004B5A85" w:rsidRDefault="004C389C" w:rsidP="004C389C">
      <w:r>
        <w:t xml:space="preserve">Dans le </w:t>
      </w:r>
      <w:r>
        <w:rPr>
          <w:i/>
          <w:iCs/>
        </w:rPr>
        <w:t>Nyctalope</w:t>
      </w:r>
      <w:r w:rsidR="004B5A85">
        <w:rPr>
          <w:i/>
          <w:iCs/>
        </w:rPr>
        <w:t xml:space="preserve">, </w:t>
      </w:r>
      <w:r>
        <w:t>aucun autre bruit que celui des pistons des machines et le ronflement sourd de l</w:t>
      </w:r>
      <w:r w:rsidR="004B5A85">
        <w:t>’</w:t>
      </w:r>
      <w:r>
        <w:t>arbre de l</w:t>
      </w:r>
      <w:r w:rsidR="004B5A85">
        <w:t>’</w:t>
      </w:r>
      <w:r>
        <w:t>hélice</w:t>
      </w:r>
      <w:r w:rsidR="004B5A85">
        <w:t xml:space="preserve">. </w:t>
      </w:r>
      <w:r>
        <w:t>Ho</w:t>
      </w:r>
      <w:r>
        <w:t>r</w:t>
      </w:r>
      <w:r>
        <w:t xml:space="preserve">mis </w:t>
      </w:r>
      <w:proofErr w:type="spellStart"/>
      <w:r>
        <w:t>Askold</w:t>
      </w:r>
      <w:proofErr w:type="spellEnd"/>
      <w:r>
        <w:t xml:space="preserve"> et peut-être Hugues de Mauduit</w:t>
      </w:r>
      <w:r w:rsidR="004B5A85">
        <w:t xml:space="preserve">, </w:t>
      </w:r>
      <w:r>
        <w:t xml:space="preserve">hormis aussi </w:t>
      </w:r>
      <w:r>
        <w:lastRenderedPageBreak/>
        <w:t>les hommes de service à la machinerie</w:t>
      </w:r>
      <w:r w:rsidR="004B5A85">
        <w:t xml:space="preserve">, </w:t>
      </w:r>
      <w:r>
        <w:t>à la vigie et à la timonerie</w:t>
      </w:r>
      <w:r w:rsidR="004B5A85">
        <w:t xml:space="preserve">, </w:t>
      </w:r>
      <w:r>
        <w:t>les pirates dormaient</w:t>
      </w:r>
      <w:r w:rsidR="004B5A85">
        <w:t xml:space="preserve">, </w:t>
      </w:r>
      <w:r>
        <w:t>tranquilles comme si</w:t>
      </w:r>
      <w:r w:rsidR="004B5A85">
        <w:t xml:space="preserve">, </w:t>
      </w:r>
      <w:r>
        <w:t>au lieu de collab</w:t>
      </w:r>
      <w:r>
        <w:t>o</w:t>
      </w:r>
      <w:r>
        <w:t>rer à une œuvre de crime et de vengeance</w:t>
      </w:r>
      <w:r w:rsidR="004B5A85">
        <w:t xml:space="preserve">, </w:t>
      </w:r>
      <w:r>
        <w:t>ils avaient formé l</w:t>
      </w:r>
      <w:r w:rsidR="004B5A85">
        <w:t>’</w:t>
      </w:r>
      <w:r>
        <w:t>honnête équipage d</w:t>
      </w:r>
      <w:r w:rsidR="004B5A85">
        <w:t>’</w:t>
      </w:r>
      <w:r>
        <w:t>un navire en temps de paix</w:t>
      </w:r>
      <w:r w:rsidR="004B5A85">
        <w:t xml:space="preserve">. </w:t>
      </w:r>
      <w:r>
        <w:t>Pierrot l</w:t>
      </w:r>
      <w:r w:rsidR="004B5A85">
        <w:t>’</w:t>
      </w:r>
      <w:r>
        <w:t>Écureuil lui-même était plongé dans un reposant sommeil et le prisonnier du Ravageur</w:t>
      </w:r>
      <w:r w:rsidR="004B5A85">
        <w:t xml:space="preserve">, </w:t>
      </w:r>
      <w:r>
        <w:t>le colonel Cristobal Santa-</w:t>
      </w:r>
      <w:proofErr w:type="spellStart"/>
      <w:r>
        <w:t>Fé</w:t>
      </w:r>
      <w:proofErr w:type="spellEnd"/>
      <w:r w:rsidR="004B5A85">
        <w:t xml:space="preserve">, </w:t>
      </w:r>
      <w:r>
        <w:t>accablé de fatigue et de douleur</w:t>
      </w:r>
      <w:r w:rsidR="004B5A85">
        <w:t xml:space="preserve">, </w:t>
      </w:r>
      <w:r>
        <w:t>était tombé dans une lourde somn</w:t>
      </w:r>
      <w:r>
        <w:t>o</w:t>
      </w:r>
      <w:r>
        <w:t>lence</w:t>
      </w:r>
      <w:r w:rsidR="004B5A85">
        <w:t>.</w:t>
      </w:r>
    </w:p>
    <w:p w14:paraId="08C87275" w14:textId="77777777" w:rsidR="004B5A85" w:rsidRDefault="004C389C" w:rsidP="004C389C">
      <w:r>
        <w:t>À minuit sonnant</w:t>
      </w:r>
      <w:r w:rsidR="004B5A85">
        <w:t xml:space="preserve">, </w:t>
      </w:r>
      <w:r>
        <w:t>la porte du poste d</w:t>
      </w:r>
      <w:r w:rsidR="004B5A85">
        <w:t>’</w:t>
      </w:r>
      <w:r>
        <w:t>officier s</w:t>
      </w:r>
      <w:r w:rsidR="004B5A85">
        <w:t>’</w:t>
      </w:r>
      <w:r>
        <w:t>ouvrit et le Ravageur du Monde parut</w:t>
      </w:r>
      <w:r w:rsidR="004B5A85">
        <w:t xml:space="preserve">. </w:t>
      </w:r>
      <w:r>
        <w:t>Il venait prendre son quart</w:t>
      </w:r>
      <w:r w:rsidR="004B5A85">
        <w:t>.</w:t>
      </w:r>
    </w:p>
    <w:p w14:paraId="62E58F8F" w14:textId="77777777" w:rsidR="004B5A85" w:rsidRDefault="004C389C" w:rsidP="004C389C">
      <w:r>
        <w:t>Au premier coup de l</w:t>
      </w:r>
      <w:r w:rsidR="004B5A85">
        <w:t>’</w:t>
      </w:r>
      <w:r>
        <w:t>horloge électrique</w:t>
      </w:r>
      <w:r w:rsidR="004B5A85">
        <w:t xml:space="preserve">, </w:t>
      </w:r>
      <w:proofErr w:type="spellStart"/>
      <w:r>
        <w:t>Askold</w:t>
      </w:r>
      <w:proofErr w:type="spellEnd"/>
      <w:r>
        <w:t xml:space="preserve"> s</w:t>
      </w:r>
      <w:r w:rsidR="004B5A85">
        <w:t>’</w:t>
      </w:r>
      <w:r>
        <w:t>était levé</w:t>
      </w:r>
      <w:r w:rsidR="004B5A85">
        <w:t>.</w:t>
      </w:r>
    </w:p>
    <w:p w14:paraId="61940B0D" w14:textId="77777777" w:rsidR="004B5A85" w:rsidRDefault="004C389C" w:rsidP="004C389C">
      <w:r>
        <w:t>Le lieutenant allait parler</w:t>
      </w:r>
      <w:r w:rsidR="004B5A85">
        <w:t xml:space="preserve">, </w:t>
      </w:r>
      <w:r>
        <w:t>mais il ne proféra aucune parole</w:t>
      </w:r>
      <w:r w:rsidR="004B5A85">
        <w:t xml:space="preserve">, </w:t>
      </w:r>
      <w:r>
        <w:t>en voyant le Maître sombre et les sourcils froncés</w:t>
      </w:r>
      <w:r w:rsidR="004B5A85">
        <w:t xml:space="preserve">. </w:t>
      </w:r>
      <w:r>
        <w:t>Il savait que ce visage lugubre commandait le silence</w:t>
      </w:r>
      <w:r w:rsidR="004B5A85">
        <w:t xml:space="preserve">. </w:t>
      </w:r>
      <w:r>
        <w:t>De plus</w:t>
      </w:r>
      <w:r w:rsidR="004B5A85">
        <w:t xml:space="preserve">, </w:t>
      </w:r>
      <w:r>
        <w:t xml:space="preserve">Hugues de Mauduit avait dit à </w:t>
      </w:r>
      <w:proofErr w:type="spellStart"/>
      <w:r>
        <w:t>Askold</w:t>
      </w:r>
      <w:proofErr w:type="spellEnd"/>
      <w:r w:rsidR="004B5A85">
        <w:t xml:space="preserve">, </w:t>
      </w:r>
      <w:r>
        <w:t>on s</w:t>
      </w:r>
      <w:r w:rsidR="004B5A85">
        <w:t>’</w:t>
      </w:r>
      <w:r>
        <w:t>en souvient</w:t>
      </w:r>
      <w:r w:rsidR="004B5A85">
        <w:t xml:space="preserve">, </w:t>
      </w:r>
      <w:r>
        <w:t>de ne venir pre</w:t>
      </w:r>
      <w:r>
        <w:t>n</w:t>
      </w:r>
      <w:r>
        <w:t>dre ses ordres que le lendemain matin</w:t>
      </w:r>
      <w:r w:rsidR="004B5A85">
        <w:t xml:space="preserve">, </w:t>
      </w:r>
      <w:r>
        <w:t>à neuf heures</w:t>
      </w:r>
      <w:r w:rsidR="004B5A85">
        <w:t>…</w:t>
      </w:r>
    </w:p>
    <w:p w14:paraId="4087E096" w14:textId="77777777" w:rsidR="004B5A85" w:rsidRDefault="004C389C" w:rsidP="004C389C">
      <w:r>
        <w:t>Le lieutenant se rappela ces paroles</w:t>
      </w:r>
      <w:r w:rsidR="004B5A85">
        <w:t>…</w:t>
      </w:r>
    </w:p>
    <w:p w14:paraId="52645C4E" w14:textId="77777777" w:rsidR="004B5A85" w:rsidRDefault="004C389C" w:rsidP="004C389C">
      <w:r>
        <w:t>Il salua donc militairement</w:t>
      </w:r>
      <w:r w:rsidR="004B5A85">
        <w:t xml:space="preserve">, </w:t>
      </w:r>
      <w:r>
        <w:t>en silence</w:t>
      </w:r>
      <w:r w:rsidR="004B5A85">
        <w:t xml:space="preserve">, </w:t>
      </w:r>
      <w:r>
        <w:t>et sortit aussitôt du poste d</w:t>
      </w:r>
      <w:r w:rsidR="004B5A85">
        <w:t>’</w:t>
      </w:r>
      <w:r>
        <w:t>officier</w:t>
      </w:r>
      <w:r w:rsidR="004B5A85">
        <w:t xml:space="preserve">, </w:t>
      </w:r>
      <w:r>
        <w:t>pour aller se coucher et dormir dans sa chambre</w:t>
      </w:r>
      <w:r w:rsidR="004B5A85">
        <w:t xml:space="preserve">, </w:t>
      </w:r>
      <w:r>
        <w:t>la cabine numéro 20</w:t>
      </w:r>
      <w:r w:rsidR="004B5A85">
        <w:t>.</w:t>
      </w:r>
    </w:p>
    <w:p w14:paraId="07230C24" w14:textId="77777777" w:rsidR="004B5A85" w:rsidRDefault="004C389C" w:rsidP="004C389C">
      <w:r>
        <w:t>Le Ravageur s</w:t>
      </w:r>
      <w:r w:rsidR="004B5A85">
        <w:t>’</w:t>
      </w:r>
      <w:r>
        <w:t>assit devant la carte de l</w:t>
      </w:r>
      <w:r w:rsidR="004B5A85">
        <w:t>’</w:t>
      </w:r>
      <w:r>
        <w:t>Atlantique</w:t>
      </w:r>
      <w:r w:rsidR="004B5A85">
        <w:t xml:space="preserve">, </w:t>
      </w:r>
      <w:r>
        <w:t xml:space="preserve">à la place que venait de quitter </w:t>
      </w:r>
      <w:proofErr w:type="spellStart"/>
      <w:r>
        <w:t>Askold</w:t>
      </w:r>
      <w:proofErr w:type="spellEnd"/>
      <w:r w:rsidR="004B5A85">
        <w:t xml:space="preserve">. </w:t>
      </w:r>
      <w:r>
        <w:t>Mais il ne regarda pas la carte</w:t>
      </w:r>
      <w:r w:rsidR="004B5A85">
        <w:t xml:space="preserve">. </w:t>
      </w:r>
      <w:r>
        <w:t>Jusqu</w:t>
      </w:r>
      <w:r w:rsidR="004B5A85">
        <w:t>’</w:t>
      </w:r>
      <w:r>
        <w:t>à six heures du matin</w:t>
      </w:r>
      <w:r w:rsidR="004B5A85">
        <w:t xml:space="preserve">, </w:t>
      </w:r>
      <w:r>
        <w:t>il resta là</w:t>
      </w:r>
      <w:r w:rsidR="004B5A85">
        <w:t xml:space="preserve">, </w:t>
      </w:r>
      <w:r>
        <w:t>sans bouger</w:t>
      </w:r>
      <w:r w:rsidR="004B5A85">
        <w:t xml:space="preserve">, </w:t>
      </w:r>
      <w:r>
        <w:t>les yeux fixés sur les appareils enregistreurs</w:t>
      </w:r>
      <w:r w:rsidR="004B5A85">
        <w:t xml:space="preserve">. </w:t>
      </w:r>
      <w:r>
        <w:t>De temps en temps</w:t>
      </w:r>
      <w:r w:rsidR="004B5A85">
        <w:t xml:space="preserve">, </w:t>
      </w:r>
      <w:r>
        <w:t>ses yeux regardaient les appareils</w:t>
      </w:r>
      <w:r w:rsidR="004B5A85">
        <w:t xml:space="preserve">, </w:t>
      </w:r>
      <w:r>
        <w:t>mais entre ces regards d</w:t>
      </w:r>
      <w:r w:rsidR="004B5A85">
        <w:t>’</w:t>
      </w:r>
      <w:r>
        <w:t>observation machinale</w:t>
      </w:r>
      <w:r w:rsidR="004B5A85">
        <w:t xml:space="preserve">, </w:t>
      </w:r>
      <w:r>
        <w:t>ses yeux prenaient une expression de rêverie sombre qui donnait au visage du Ravageur du Monde quelque chose de terriblement sinistre</w:t>
      </w:r>
      <w:r w:rsidR="004B5A85">
        <w:t>.</w:t>
      </w:r>
    </w:p>
    <w:p w14:paraId="0DBF479B" w14:textId="77777777" w:rsidR="004B5A85" w:rsidRDefault="004C389C" w:rsidP="004C389C">
      <w:r>
        <w:lastRenderedPageBreak/>
        <w:t>À six heures du matin</w:t>
      </w:r>
      <w:r w:rsidR="004B5A85">
        <w:t xml:space="preserve">, </w:t>
      </w:r>
      <w:r>
        <w:t>la porte s</w:t>
      </w:r>
      <w:r w:rsidR="004B5A85">
        <w:t>’</w:t>
      </w:r>
      <w:r>
        <w:t>ouvrit comme elle s</w:t>
      </w:r>
      <w:r w:rsidR="004B5A85">
        <w:t>’</w:t>
      </w:r>
      <w:r>
        <w:t>était ouverte à minuit</w:t>
      </w:r>
      <w:r w:rsidR="004B5A85">
        <w:t xml:space="preserve">. </w:t>
      </w:r>
      <w:proofErr w:type="spellStart"/>
      <w:r>
        <w:t>Askold</w:t>
      </w:r>
      <w:proofErr w:type="spellEnd"/>
      <w:r>
        <w:t xml:space="preserve"> parut</w:t>
      </w:r>
      <w:r w:rsidR="004B5A85">
        <w:t xml:space="preserve">. </w:t>
      </w:r>
      <w:r>
        <w:t>Sans mot dire</w:t>
      </w:r>
      <w:r w:rsidR="004B5A85">
        <w:t xml:space="preserve">, </w:t>
      </w:r>
      <w:r>
        <w:t>il salua milita</w:t>
      </w:r>
      <w:r>
        <w:t>i</w:t>
      </w:r>
      <w:r>
        <w:t>rement</w:t>
      </w:r>
      <w:r w:rsidR="004B5A85">
        <w:t>.</w:t>
      </w:r>
    </w:p>
    <w:p w14:paraId="4B586227" w14:textId="77777777" w:rsidR="004B5A85" w:rsidRDefault="004C389C" w:rsidP="004C389C">
      <w:r>
        <w:t>Le Ravageur rendit le salut</w:t>
      </w:r>
      <w:r w:rsidR="004B5A85">
        <w:t xml:space="preserve">, </w:t>
      </w:r>
      <w:r>
        <w:t>impassible</w:t>
      </w:r>
      <w:r w:rsidR="004B5A85">
        <w:t xml:space="preserve">. </w:t>
      </w:r>
      <w:r>
        <w:t>Et il passa dans le couloir pour regagner sa chambre</w:t>
      </w:r>
      <w:r w:rsidR="004B5A85">
        <w:t>.</w:t>
      </w:r>
    </w:p>
    <w:p w14:paraId="3DE03BF3" w14:textId="77777777" w:rsidR="004B5A85" w:rsidRDefault="004C389C" w:rsidP="004C389C">
      <w:r>
        <w:t>En traversant le corps de garde</w:t>
      </w:r>
      <w:r w:rsidR="004B5A85">
        <w:t xml:space="preserve">, </w:t>
      </w:r>
      <w:r>
        <w:t>le Maître vit le groupe des hommes du premier quart de jour qui venaient relever dans les services ceux du deuxième quart de nuit</w:t>
      </w:r>
      <w:r w:rsidR="004B5A85">
        <w:t xml:space="preserve">. </w:t>
      </w:r>
      <w:r>
        <w:t>Raidis soudain</w:t>
      </w:r>
      <w:r w:rsidR="004B5A85">
        <w:t xml:space="preserve">, </w:t>
      </w:r>
      <w:r>
        <w:t>les forbans saluèrent</w:t>
      </w:r>
      <w:r w:rsidR="004B5A85">
        <w:t>.</w:t>
      </w:r>
    </w:p>
    <w:p w14:paraId="73448534" w14:textId="77777777" w:rsidR="004B5A85" w:rsidRDefault="004C389C" w:rsidP="004C389C">
      <w:r>
        <w:t>Un pâle sourire erra un instant sur les lèvres d</w:t>
      </w:r>
      <w:r w:rsidR="004B5A85">
        <w:t>’</w:t>
      </w:r>
      <w:r>
        <w:t>Hugues de Mauduit</w:t>
      </w:r>
      <w:r w:rsidR="004B5A85">
        <w:t xml:space="preserve">, </w:t>
      </w:r>
      <w:r>
        <w:t>car cet homme</w:t>
      </w:r>
      <w:r w:rsidR="004B5A85">
        <w:t xml:space="preserve">, </w:t>
      </w:r>
      <w:r>
        <w:t>qui n</w:t>
      </w:r>
      <w:r w:rsidR="004B5A85">
        <w:t>’</w:t>
      </w:r>
      <w:r>
        <w:t>aimait plus rien au monde</w:t>
      </w:r>
      <w:r w:rsidR="004B5A85">
        <w:t xml:space="preserve">, </w:t>
      </w:r>
      <w:r>
        <w:t>avait pour ses matelots l</w:t>
      </w:r>
      <w:r w:rsidR="004B5A85">
        <w:t>’</w:t>
      </w:r>
      <w:r>
        <w:t>affection d</w:t>
      </w:r>
      <w:r w:rsidR="004B5A85">
        <w:t>’</w:t>
      </w:r>
      <w:r>
        <w:t>un seigneur campagnard pour ses chiens solides</w:t>
      </w:r>
      <w:r w:rsidR="004B5A85">
        <w:t xml:space="preserve">, </w:t>
      </w:r>
      <w:r>
        <w:t>fidèles et dévoués</w:t>
      </w:r>
      <w:r w:rsidR="004B5A85">
        <w:t>.</w:t>
      </w:r>
    </w:p>
    <w:p w14:paraId="5836A80D" w14:textId="77777777" w:rsidR="004B5A85" w:rsidRDefault="004C389C" w:rsidP="004C389C">
      <w:r>
        <w:t>Et il murmura</w:t>
      </w:r>
      <w:r w:rsidR="004B5A85">
        <w:t> :</w:t>
      </w:r>
    </w:p>
    <w:p w14:paraId="1B375663" w14:textId="77777777" w:rsidR="004B5A85" w:rsidRDefault="004B5A85" w:rsidP="004C389C">
      <w:r>
        <w:t>— </w:t>
      </w:r>
      <w:r w:rsidR="004C389C">
        <w:t>Bonjour</w:t>
      </w:r>
      <w:r>
        <w:t xml:space="preserve">, </w:t>
      </w:r>
      <w:r w:rsidR="004C389C">
        <w:t>mes enfants</w:t>
      </w:r>
      <w:r>
        <w:t> !</w:t>
      </w:r>
    </w:p>
    <w:p w14:paraId="6E1FE350" w14:textId="77777777" w:rsidR="004B5A85" w:rsidRDefault="004C389C" w:rsidP="004C389C">
      <w:r>
        <w:t xml:space="preserve">Il les appelait </w:t>
      </w:r>
      <w:r w:rsidR="004B5A85">
        <w:t>« </w:t>
      </w:r>
      <w:r>
        <w:t>mes enfants</w:t>
      </w:r>
      <w:r w:rsidR="004B5A85">
        <w:t xml:space="preserve"> », </w:t>
      </w:r>
      <w:r>
        <w:t>bien que quelques-uns d</w:t>
      </w:r>
      <w:r w:rsidR="004B5A85">
        <w:t>’</w:t>
      </w:r>
      <w:r>
        <w:t>entre eux fussent plus âgés que lui</w:t>
      </w:r>
      <w:r w:rsidR="004B5A85">
        <w:t xml:space="preserve">. </w:t>
      </w:r>
      <w:r>
        <w:t>Mais n</w:t>
      </w:r>
      <w:r w:rsidR="004B5A85">
        <w:t>’</w:t>
      </w:r>
      <w:r>
        <w:t>était-il pas pour eux comme un père admiré</w:t>
      </w:r>
      <w:r w:rsidR="004B5A85">
        <w:t xml:space="preserve">, </w:t>
      </w:r>
      <w:r>
        <w:t>respecté et redouté</w:t>
      </w:r>
      <w:r w:rsidR="004B5A85">
        <w:t> ?</w:t>
      </w:r>
    </w:p>
    <w:p w14:paraId="0761C624" w14:textId="77777777" w:rsidR="004B5A85" w:rsidRDefault="004C389C" w:rsidP="004C389C">
      <w:r>
        <w:t>Les hommes virent ce sourire et entendirent ce bonjour</w:t>
      </w:r>
      <w:r w:rsidR="004B5A85">
        <w:t xml:space="preserve">. </w:t>
      </w:r>
      <w:r>
        <w:t>Et cela leur mit du chaud au cœur pour toute la journée</w:t>
      </w:r>
      <w:r w:rsidR="004B5A85">
        <w:t>.</w:t>
      </w:r>
    </w:p>
    <w:p w14:paraId="55626551" w14:textId="374DA9E9" w:rsidR="004B5A85" w:rsidRDefault="004C389C" w:rsidP="004C389C">
      <w:r>
        <w:t>Le Ravageur passa</w:t>
      </w:r>
      <w:r w:rsidR="004B5A85">
        <w:t xml:space="preserve">, </w:t>
      </w:r>
      <w:r>
        <w:t>entra dans sa chambre</w:t>
      </w:r>
      <w:r w:rsidR="004B5A85">
        <w:t xml:space="preserve">, </w:t>
      </w:r>
      <w:r>
        <w:t>se jeta sur son étroite et rude couchette</w:t>
      </w:r>
      <w:r w:rsidR="004B5A85">
        <w:t xml:space="preserve">, </w:t>
      </w:r>
      <w:r>
        <w:t>qui avait été celle du commandant Martel et de laquelle</w:t>
      </w:r>
      <w:r w:rsidR="004B5A85">
        <w:t xml:space="preserve">, </w:t>
      </w:r>
      <w:r>
        <w:t xml:space="preserve">la trouvant trop </w:t>
      </w:r>
      <w:r w:rsidR="004B5A85">
        <w:t>moel</w:t>
      </w:r>
      <w:r>
        <w:t>leuse</w:t>
      </w:r>
      <w:r w:rsidR="004B5A85">
        <w:t xml:space="preserve">, </w:t>
      </w:r>
      <w:r>
        <w:t>Hugues de Mauduit avait fait enlever le matelas</w:t>
      </w:r>
      <w:r w:rsidR="004B5A85">
        <w:t xml:space="preserve">, </w:t>
      </w:r>
      <w:r>
        <w:t>ne laissant qu</w:t>
      </w:r>
      <w:r w:rsidR="004B5A85">
        <w:t>’</w:t>
      </w:r>
      <w:r>
        <w:t>un drap très épais sur la toile tendue faisant l</w:t>
      </w:r>
      <w:r w:rsidR="004B5A85">
        <w:t>’</w:t>
      </w:r>
      <w:r>
        <w:t>office du sommier</w:t>
      </w:r>
      <w:r w:rsidR="004B5A85">
        <w:t xml:space="preserve">. </w:t>
      </w:r>
      <w:r>
        <w:t>Et il ne ta</w:t>
      </w:r>
      <w:r>
        <w:t>r</w:t>
      </w:r>
      <w:r>
        <w:t>da pas à s</w:t>
      </w:r>
      <w:r w:rsidR="004B5A85">
        <w:t>’</w:t>
      </w:r>
      <w:r>
        <w:t>endormir</w:t>
      </w:r>
      <w:r w:rsidR="004B5A85">
        <w:t>.</w:t>
      </w:r>
    </w:p>
    <w:p w14:paraId="34B5FF6B" w14:textId="77777777" w:rsidR="004B5A85" w:rsidRDefault="004C389C" w:rsidP="004C389C">
      <w:r>
        <w:t>Mais ce sommeil fut court et agité</w:t>
      </w:r>
      <w:r w:rsidR="004B5A85">
        <w:t xml:space="preserve">, </w:t>
      </w:r>
      <w:r>
        <w:t>sans doute peuplé de rêves douloureux</w:t>
      </w:r>
      <w:r w:rsidR="004B5A85">
        <w:t>.</w:t>
      </w:r>
    </w:p>
    <w:p w14:paraId="3B133A10" w14:textId="77777777" w:rsidR="004B5A85" w:rsidRDefault="004C389C" w:rsidP="004C389C">
      <w:r>
        <w:lastRenderedPageBreak/>
        <w:t>À huit heures</w:t>
      </w:r>
      <w:r w:rsidR="004B5A85">
        <w:t xml:space="preserve">, </w:t>
      </w:r>
      <w:r>
        <w:t>après s</w:t>
      </w:r>
      <w:r w:rsidR="004B5A85">
        <w:t>’</w:t>
      </w:r>
      <w:r>
        <w:t>être retourné vingt fois</w:t>
      </w:r>
      <w:r w:rsidR="004B5A85">
        <w:t xml:space="preserve">, </w:t>
      </w:r>
      <w:r>
        <w:t>le Ravageur se leva et fit</w:t>
      </w:r>
      <w:r w:rsidR="004B5A85">
        <w:t xml:space="preserve">, </w:t>
      </w:r>
      <w:r>
        <w:t>comme tous les matins</w:t>
      </w:r>
      <w:r w:rsidR="004B5A85">
        <w:t xml:space="preserve">, </w:t>
      </w:r>
      <w:r>
        <w:t>une minutieuse toilette</w:t>
      </w:r>
      <w:r w:rsidR="004B5A85">
        <w:t>.</w:t>
      </w:r>
    </w:p>
    <w:p w14:paraId="0C78AAE8" w14:textId="77777777" w:rsidR="004B5A85" w:rsidRDefault="004C389C" w:rsidP="004C389C">
      <w:r>
        <w:t>Puis habillé</w:t>
      </w:r>
      <w:r w:rsidR="004B5A85">
        <w:t xml:space="preserve">, </w:t>
      </w:r>
      <w:r>
        <w:t>sanglé</w:t>
      </w:r>
      <w:r w:rsidR="004B5A85">
        <w:t xml:space="preserve">, </w:t>
      </w:r>
      <w:r>
        <w:t>botté</w:t>
      </w:r>
      <w:r w:rsidR="004B5A85">
        <w:t xml:space="preserve">, </w:t>
      </w:r>
      <w:r>
        <w:t>mais tête nue</w:t>
      </w:r>
      <w:r w:rsidR="004B5A85">
        <w:t xml:space="preserve">, </w:t>
      </w:r>
      <w:r>
        <w:t xml:space="preserve">il jeta un regard sur les appareils enregistreurs et put constater que le </w:t>
      </w:r>
      <w:r>
        <w:rPr>
          <w:i/>
          <w:iCs/>
        </w:rPr>
        <w:t xml:space="preserve">Nyctalope </w:t>
      </w:r>
      <w:r>
        <w:t>glissait dans les eaux</w:t>
      </w:r>
      <w:r w:rsidR="004B5A85">
        <w:t xml:space="preserve">, </w:t>
      </w:r>
      <w:r>
        <w:t>par dix mètres de profondeur</w:t>
      </w:r>
      <w:r w:rsidR="004B5A85">
        <w:t xml:space="preserve">, </w:t>
      </w:r>
      <w:r>
        <w:t>à toute p</w:t>
      </w:r>
      <w:r>
        <w:t>e</w:t>
      </w:r>
      <w:r>
        <w:t>tite allure</w:t>
      </w:r>
      <w:r w:rsidR="004B5A85">
        <w:t>.</w:t>
      </w:r>
    </w:p>
    <w:p w14:paraId="3B12B304" w14:textId="77777777" w:rsidR="004B5A85" w:rsidRDefault="004B5A85" w:rsidP="004C389C">
      <w:r>
        <w:t>— </w:t>
      </w:r>
      <w:r w:rsidR="004C389C">
        <w:t>C</w:t>
      </w:r>
      <w:r>
        <w:t>’</w:t>
      </w:r>
      <w:r w:rsidR="004C389C">
        <w:t>est bien</w:t>
      </w:r>
      <w:r>
        <w:t xml:space="preserve"> ! </w:t>
      </w:r>
      <w:r w:rsidR="004C389C">
        <w:t>dit-il à mi-voix</w:t>
      </w:r>
      <w:r>
        <w:t xml:space="preserve">. </w:t>
      </w:r>
      <w:r w:rsidR="004C389C">
        <w:t>Nous sommes en plein océan</w:t>
      </w:r>
      <w:r>
        <w:t xml:space="preserve">. </w:t>
      </w:r>
      <w:r w:rsidR="004C389C">
        <w:t>La terre la plus rapprochée est l</w:t>
      </w:r>
      <w:r>
        <w:t>’</w:t>
      </w:r>
      <w:r w:rsidR="004C389C">
        <w:t>archipel des îles Lucayes</w:t>
      </w:r>
      <w:r>
        <w:t xml:space="preserve">… </w:t>
      </w:r>
      <w:r w:rsidR="004C389C">
        <w:t>C</w:t>
      </w:r>
      <w:r>
        <w:t>’</w:t>
      </w:r>
      <w:r w:rsidR="004C389C">
        <w:t>est ici que Cristobal Santa-</w:t>
      </w:r>
      <w:proofErr w:type="spellStart"/>
      <w:r w:rsidR="004C389C">
        <w:t>Fé</w:t>
      </w:r>
      <w:proofErr w:type="spellEnd"/>
      <w:r w:rsidR="004C389C">
        <w:t xml:space="preserve"> mourra</w:t>
      </w:r>
      <w:r>
        <w:t xml:space="preserve">. </w:t>
      </w:r>
      <w:r w:rsidR="004C389C">
        <w:t>Comment le ferai-je mo</w:t>
      </w:r>
      <w:r w:rsidR="004C389C">
        <w:t>u</w:t>
      </w:r>
      <w:r w:rsidR="004C389C">
        <w:t>rir</w:t>
      </w:r>
      <w:r>
        <w:t xml:space="preserve"> ?… </w:t>
      </w:r>
      <w:r w:rsidR="004C389C">
        <w:t>Allons voir la mer</w:t>
      </w:r>
      <w:r>
        <w:t xml:space="preserve">. </w:t>
      </w:r>
      <w:r w:rsidR="004C389C">
        <w:t>Elle est ma seule amie</w:t>
      </w:r>
      <w:r>
        <w:t xml:space="preserve">. </w:t>
      </w:r>
      <w:r w:rsidR="004C389C">
        <w:t>Elle m</w:t>
      </w:r>
      <w:r>
        <w:t>’</w:t>
      </w:r>
      <w:r w:rsidR="004C389C">
        <w:t>inspirera</w:t>
      </w:r>
      <w:r>
        <w:t>.</w:t>
      </w:r>
    </w:p>
    <w:p w14:paraId="27DA43D6" w14:textId="77777777" w:rsidR="004B5A85" w:rsidRDefault="004C389C" w:rsidP="004C389C">
      <w:r>
        <w:t>Il passa dans le couloir de tribord</w:t>
      </w:r>
      <w:r w:rsidR="004B5A85">
        <w:t xml:space="preserve">. </w:t>
      </w:r>
      <w:r>
        <w:t>Et là</w:t>
      </w:r>
      <w:r w:rsidR="004B5A85">
        <w:t xml:space="preserve">, </w:t>
      </w:r>
      <w:r>
        <w:t>il pressa sur un gros bouton d</w:t>
      </w:r>
      <w:r w:rsidR="004B5A85">
        <w:t>’</w:t>
      </w:r>
      <w:r>
        <w:t>ivoire scintillant sur la paroi métallique peinte en gris fer</w:t>
      </w:r>
      <w:r w:rsidR="004B5A85">
        <w:t>.</w:t>
      </w:r>
    </w:p>
    <w:p w14:paraId="1020A052" w14:textId="77777777" w:rsidR="004B5A85" w:rsidRDefault="004C389C" w:rsidP="004C389C">
      <w:r>
        <w:t>Un large panneau circulaire glissa le long de cette paroi qui parut brusquement se fendre en deux</w:t>
      </w:r>
      <w:r w:rsidR="004B5A85">
        <w:t xml:space="preserve">… </w:t>
      </w:r>
      <w:r>
        <w:t>Et la mer apparut</w:t>
      </w:r>
      <w:r w:rsidR="004B5A85">
        <w:t xml:space="preserve">, </w:t>
      </w:r>
      <w:r>
        <w:t>écla</w:t>
      </w:r>
      <w:r>
        <w:t>i</w:t>
      </w:r>
      <w:r>
        <w:t>rée d</w:t>
      </w:r>
      <w:r w:rsidR="004B5A85">
        <w:t>’</w:t>
      </w:r>
      <w:r>
        <w:t>en haut par la lumière solaire</w:t>
      </w:r>
      <w:r w:rsidR="004B5A85">
        <w:t xml:space="preserve">. </w:t>
      </w:r>
      <w:r>
        <w:t>Le Ravageur du Monde n</w:t>
      </w:r>
      <w:r w:rsidR="004B5A85">
        <w:t>’</w:t>
      </w:r>
      <w:r>
        <w:t>était séparé des eaux que par une plaque d</w:t>
      </w:r>
      <w:r w:rsidR="004B5A85">
        <w:t>’</w:t>
      </w:r>
      <w:r>
        <w:t>épais cristal</w:t>
      </w:r>
      <w:r w:rsidR="004B5A85">
        <w:t xml:space="preserve">, </w:t>
      </w:r>
      <w:r>
        <w:t>mai</w:t>
      </w:r>
      <w:r>
        <w:t>n</w:t>
      </w:r>
      <w:r>
        <w:t>tenue et rendue infiniment résistante par des armatures en fer peint en gris</w:t>
      </w:r>
      <w:r w:rsidR="004B5A85">
        <w:t>.</w:t>
      </w:r>
    </w:p>
    <w:p w14:paraId="4AE36F71" w14:textId="77777777" w:rsidR="004B5A85" w:rsidRDefault="004C389C" w:rsidP="004C389C">
      <w:r>
        <w:t>Quel magnifique spectacle offrait en ce moment le monde des eaux</w:t>
      </w:r>
      <w:r w:rsidR="004B5A85">
        <w:t> !</w:t>
      </w:r>
    </w:p>
    <w:p w14:paraId="65F999B9" w14:textId="77777777" w:rsidR="004B5A85" w:rsidRDefault="004C389C" w:rsidP="004C389C">
      <w:r>
        <w:t>Obéissant probablement aux ordres d</w:t>
      </w:r>
      <w:r w:rsidR="004B5A85">
        <w:t>’</w:t>
      </w:r>
      <w:proofErr w:type="spellStart"/>
      <w:r>
        <w:t>Askold</w:t>
      </w:r>
      <w:proofErr w:type="spellEnd"/>
      <w:r w:rsidR="004B5A85">
        <w:t xml:space="preserve">, </w:t>
      </w:r>
      <w:r>
        <w:t>les mécan</w:t>
      </w:r>
      <w:r>
        <w:t>i</w:t>
      </w:r>
      <w:r>
        <w:t>ciens venaient de ralentir encore l</w:t>
      </w:r>
      <w:r w:rsidR="004B5A85">
        <w:t>’</w:t>
      </w:r>
      <w:r>
        <w:t xml:space="preserve">allure du </w:t>
      </w:r>
      <w:r>
        <w:rPr>
          <w:i/>
          <w:iCs/>
        </w:rPr>
        <w:t xml:space="preserve">Nyctalope </w:t>
      </w:r>
      <w:r>
        <w:t>qui gli</w:t>
      </w:r>
      <w:r>
        <w:t>s</w:t>
      </w:r>
      <w:r>
        <w:t>sait devant le sommet de hautes falaises sous-marines</w:t>
      </w:r>
      <w:r w:rsidR="004B5A85">
        <w:t xml:space="preserve">, </w:t>
      </w:r>
      <w:r>
        <w:t>tapissées d</w:t>
      </w:r>
      <w:r w:rsidR="004B5A85">
        <w:t>’</w:t>
      </w:r>
      <w:r>
        <w:t>herbes énormes et d</w:t>
      </w:r>
      <w:r w:rsidR="004B5A85">
        <w:t>’</w:t>
      </w:r>
      <w:r>
        <w:t>algues monstrueuses</w:t>
      </w:r>
      <w:r w:rsidR="004B5A85">
        <w:t>…</w:t>
      </w:r>
    </w:p>
    <w:p w14:paraId="012C70C1" w14:textId="77777777" w:rsidR="004B5A85" w:rsidRDefault="004C389C" w:rsidP="004C389C">
      <w:r>
        <w:t>Immobile</w:t>
      </w:r>
      <w:r w:rsidR="004B5A85">
        <w:t xml:space="preserve">, </w:t>
      </w:r>
      <w:r>
        <w:t>les bras croisés</w:t>
      </w:r>
      <w:r w:rsidR="004B5A85">
        <w:t xml:space="preserve">, </w:t>
      </w:r>
      <w:r>
        <w:t>Hugues de Mauduit était en contemplation devant la vie intense qui se manifestait non se</w:t>
      </w:r>
      <w:r>
        <w:t>u</w:t>
      </w:r>
      <w:r>
        <w:t xml:space="preserve">lement par les vibrations des plantes titanesques agitées </w:t>
      </w:r>
      <w:r>
        <w:lastRenderedPageBreak/>
        <w:t>au pa</w:t>
      </w:r>
      <w:r>
        <w:t>s</w:t>
      </w:r>
      <w:r>
        <w:t>sage du sous-marin</w:t>
      </w:r>
      <w:r w:rsidR="004B5A85">
        <w:t xml:space="preserve">, </w:t>
      </w:r>
      <w:r>
        <w:t>mais encore par le fourmillement de poi</w:t>
      </w:r>
      <w:r>
        <w:t>s</w:t>
      </w:r>
      <w:r>
        <w:t>sons et des crustacés parmi les algues</w:t>
      </w:r>
      <w:r w:rsidR="004B5A85">
        <w:t>…</w:t>
      </w:r>
    </w:p>
    <w:p w14:paraId="6FE3775F" w14:textId="77777777" w:rsidR="004B5A85" w:rsidRDefault="004C389C" w:rsidP="004C389C">
      <w:r>
        <w:t>Et tout cela était coloré d</w:t>
      </w:r>
      <w:r w:rsidR="004B5A85">
        <w:t>’</w:t>
      </w:r>
      <w:r>
        <w:t>une lumière douce</w:t>
      </w:r>
      <w:r w:rsidR="004B5A85">
        <w:t xml:space="preserve">, </w:t>
      </w:r>
      <w:r>
        <w:t>diffuse</w:t>
      </w:r>
      <w:r w:rsidR="004B5A85">
        <w:t xml:space="preserve">, </w:t>
      </w:r>
      <w:r>
        <w:t>presque irréelle</w:t>
      </w:r>
      <w:r w:rsidR="004B5A85">
        <w:t xml:space="preserve">, </w:t>
      </w:r>
      <w:r>
        <w:t>la lumière du soleil arrivant là au travers de dix mètres d</w:t>
      </w:r>
      <w:r w:rsidR="004B5A85">
        <w:t>’</w:t>
      </w:r>
      <w:r>
        <w:t>eau transparente</w:t>
      </w:r>
      <w:r w:rsidR="004B5A85">
        <w:t>.</w:t>
      </w:r>
    </w:p>
    <w:p w14:paraId="110DC1D5" w14:textId="77777777" w:rsidR="004B5A85" w:rsidRDefault="004C389C" w:rsidP="004C389C">
      <w:r>
        <w:t>Soudain</w:t>
      </w:r>
      <w:r w:rsidR="004B5A85">
        <w:t xml:space="preserve">, </w:t>
      </w:r>
      <w:r>
        <w:t>dans une touffe d</w:t>
      </w:r>
      <w:r w:rsidR="004B5A85">
        <w:t>’</w:t>
      </w:r>
      <w:r>
        <w:t>algues</w:t>
      </w:r>
      <w:r w:rsidR="004B5A85">
        <w:t xml:space="preserve">, </w:t>
      </w:r>
      <w:r>
        <w:t>il y eut une extraord</w:t>
      </w:r>
      <w:r>
        <w:t>i</w:t>
      </w:r>
      <w:r>
        <w:t>naire agitation</w:t>
      </w:r>
      <w:r w:rsidR="004B5A85">
        <w:t>.</w:t>
      </w:r>
    </w:p>
    <w:p w14:paraId="249C2CAC" w14:textId="77777777" w:rsidR="004B5A85" w:rsidRDefault="004C389C" w:rsidP="004C389C">
      <w:r>
        <w:t>Les plantes furent violemment écartées</w:t>
      </w:r>
      <w:r w:rsidR="004B5A85">
        <w:t xml:space="preserve">, </w:t>
      </w:r>
      <w:r>
        <w:t>et un énorme te</w:t>
      </w:r>
      <w:r>
        <w:t>n</w:t>
      </w:r>
      <w:r>
        <w:t>tacule muni de ventouses palpitantes</w:t>
      </w:r>
      <w:r w:rsidR="004B5A85">
        <w:t xml:space="preserve">, </w:t>
      </w:r>
      <w:r>
        <w:t>un tentacule gros comme un mât de grande barque surgit</w:t>
      </w:r>
      <w:r w:rsidR="004B5A85">
        <w:t xml:space="preserve">, </w:t>
      </w:r>
      <w:r>
        <w:t>s</w:t>
      </w:r>
      <w:r w:rsidR="004B5A85">
        <w:t>’</w:t>
      </w:r>
      <w:r>
        <w:t>agita et frappa la plaque de cristal</w:t>
      </w:r>
      <w:r w:rsidR="004B5A85">
        <w:t>.</w:t>
      </w:r>
    </w:p>
    <w:p w14:paraId="0F5B779A" w14:textId="77777777" w:rsidR="004B5A85" w:rsidRDefault="004C389C" w:rsidP="004C389C">
      <w:r>
        <w:t>Et</w:t>
      </w:r>
      <w:r w:rsidR="004B5A85">
        <w:t xml:space="preserve">, </w:t>
      </w:r>
      <w:r>
        <w:t>brusquement</w:t>
      </w:r>
      <w:r w:rsidR="004B5A85">
        <w:t xml:space="preserve">, </w:t>
      </w:r>
      <w:r>
        <w:t>sept autres tentacules jaillirent</w:t>
      </w:r>
      <w:r w:rsidR="004B5A85">
        <w:t xml:space="preserve">, </w:t>
      </w:r>
      <w:r>
        <w:t>puis la tête monstrueuse d</w:t>
      </w:r>
      <w:r w:rsidR="004B5A85">
        <w:t>’</w:t>
      </w:r>
      <w:r>
        <w:t>un poulpe colossal</w:t>
      </w:r>
      <w:r w:rsidR="004B5A85">
        <w:t xml:space="preserve">, </w:t>
      </w:r>
      <w:r>
        <w:t>d</w:t>
      </w:r>
      <w:r w:rsidR="004B5A85">
        <w:t>’</w:t>
      </w:r>
      <w:r>
        <w:t>un gigantesque calmar se montra</w:t>
      </w:r>
      <w:r w:rsidR="004B5A85">
        <w:t xml:space="preserve">, </w:t>
      </w:r>
      <w:r>
        <w:t>horrible</w:t>
      </w:r>
      <w:r w:rsidR="004B5A85">
        <w:t> !</w:t>
      </w:r>
    </w:p>
    <w:p w14:paraId="2382EFBB" w14:textId="77777777" w:rsidR="004B5A85" w:rsidRDefault="004C389C" w:rsidP="004C389C">
      <w:r>
        <w:t>De ses gros yeux glauques</w:t>
      </w:r>
      <w:r w:rsidR="004B5A85">
        <w:t xml:space="preserve">, </w:t>
      </w:r>
      <w:r>
        <w:t>le poulpe regarda l</w:t>
      </w:r>
      <w:r w:rsidR="004B5A85">
        <w:t>’</w:t>
      </w:r>
      <w:r>
        <w:t>étrange a</w:t>
      </w:r>
      <w:r>
        <w:t>p</w:t>
      </w:r>
      <w:r>
        <w:t>parition que devait être pour lui l</w:t>
      </w:r>
      <w:r w:rsidR="004B5A85">
        <w:t>’</w:t>
      </w:r>
      <w:r>
        <w:t>homme debout derrière le cristal</w:t>
      </w:r>
      <w:r w:rsidR="004B5A85">
        <w:t xml:space="preserve">. </w:t>
      </w:r>
      <w:r>
        <w:t>Ses tentacules à ventouses mobiles s</w:t>
      </w:r>
      <w:r w:rsidR="004B5A85">
        <w:t>’</w:t>
      </w:r>
      <w:r>
        <w:t>agitaient en se to</w:t>
      </w:r>
      <w:r>
        <w:t>r</w:t>
      </w:r>
      <w:r>
        <w:t>dant</w:t>
      </w:r>
      <w:r w:rsidR="004B5A85">
        <w:t xml:space="preserve">, </w:t>
      </w:r>
      <w:r>
        <w:t>et il ouvrait et refermait d</w:t>
      </w:r>
      <w:r w:rsidR="004B5A85">
        <w:t>’</w:t>
      </w:r>
      <w:r>
        <w:t>une manière menaçante sa bouche étrange</w:t>
      </w:r>
      <w:r w:rsidR="004B5A85">
        <w:t xml:space="preserve">, </w:t>
      </w:r>
      <w:r>
        <w:t>bouche en corne faite comme un bec de perr</w:t>
      </w:r>
      <w:r>
        <w:t>o</w:t>
      </w:r>
      <w:r>
        <w:t>quet</w:t>
      </w:r>
      <w:r w:rsidR="004B5A85">
        <w:t>.</w:t>
      </w:r>
    </w:p>
    <w:p w14:paraId="633F3710" w14:textId="77777777" w:rsidR="004B5A85" w:rsidRDefault="004C389C" w:rsidP="004C389C">
      <w:r>
        <w:t>Comme s</w:t>
      </w:r>
      <w:r w:rsidR="004B5A85">
        <w:t>’</w:t>
      </w:r>
      <w:r>
        <w:t>il était fasciné par ce qu</w:t>
      </w:r>
      <w:r w:rsidR="004B5A85">
        <w:t>’</w:t>
      </w:r>
      <w:r>
        <w:t>il voyait</w:t>
      </w:r>
      <w:r w:rsidR="004B5A85">
        <w:t xml:space="preserve">, </w:t>
      </w:r>
      <w:r>
        <w:t>l</w:t>
      </w:r>
      <w:r w:rsidR="004B5A85">
        <w:t>’</w:t>
      </w:r>
      <w:r>
        <w:t xml:space="preserve">épouvantable animal avançait à la même allure que le </w:t>
      </w:r>
      <w:r>
        <w:rPr>
          <w:i/>
          <w:iCs/>
        </w:rPr>
        <w:t xml:space="preserve">Nyctalope </w:t>
      </w:r>
      <w:r>
        <w:t>et il restait continuellement dans le champ du panneau ouvert</w:t>
      </w:r>
      <w:r w:rsidR="004B5A85">
        <w:t>…</w:t>
      </w:r>
    </w:p>
    <w:p w14:paraId="56A84EEC" w14:textId="77777777" w:rsidR="004B5A85" w:rsidRDefault="004C389C" w:rsidP="004C389C">
      <w:r>
        <w:t>Impassible</w:t>
      </w:r>
      <w:r w:rsidR="004B5A85">
        <w:t xml:space="preserve">, </w:t>
      </w:r>
      <w:r>
        <w:t>Hugues de Mauduit regardait ce monstre m</w:t>
      </w:r>
      <w:r>
        <w:t>a</w:t>
      </w:r>
      <w:r>
        <w:t>rin</w:t>
      </w:r>
      <w:r w:rsidR="004B5A85">
        <w:t xml:space="preserve">, </w:t>
      </w:r>
      <w:r>
        <w:t>spécimen gigantesque de ces poulpes si communs sur les côtes de France</w:t>
      </w:r>
      <w:r w:rsidR="004B5A85">
        <w:t xml:space="preserve">. </w:t>
      </w:r>
      <w:r>
        <w:t>Le Ravageur savait qu</w:t>
      </w:r>
      <w:r w:rsidR="004B5A85">
        <w:t>’</w:t>
      </w:r>
      <w:r>
        <w:t>il n</w:t>
      </w:r>
      <w:r w:rsidR="004B5A85">
        <w:t>’</w:t>
      </w:r>
      <w:r>
        <w:t>avait rien à redouter</w:t>
      </w:r>
      <w:r w:rsidR="004B5A85">
        <w:t xml:space="preserve">. </w:t>
      </w:r>
      <w:r>
        <w:t xml:space="preserve">Le </w:t>
      </w:r>
      <w:r>
        <w:rPr>
          <w:i/>
          <w:iCs/>
        </w:rPr>
        <w:t xml:space="preserve">Nyctalope </w:t>
      </w:r>
      <w:r>
        <w:t>ne craignait pas plus les habitants de la mer que les habitants de la terre</w:t>
      </w:r>
      <w:r w:rsidR="004B5A85">
        <w:t>.</w:t>
      </w:r>
    </w:p>
    <w:p w14:paraId="22C843DA" w14:textId="77777777" w:rsidR="004B5A85" w:rsidRDefault="004C389C" w:rsidP="004C389C">
      <w:r>
        <w:lastRenderedPageBreak/>
        <w:t>Pourtant</w:t>
      </w:r>
      <w:r w:rsidR="004B5A85">
        <w:t xml:space="preserve">, </w:t>
      </w:r>
      <w:r>
        <w:t>le Ravageur du Monde tressaillit</w:t>
      </w:r>
      <w:r w:rsidR="004B5A85">
        <w:t xml:space="preserve">, </w:t>
      </w:r>
      <w:r>
        <w:t>ses sourcils se froncèrent et ses yeux jetèrent un éclair</w:t>
      </w:r>
      <w:r w:rsidR="004B5A85">
        <w:t>…</w:t>
      </w:r>
    </w:p>
    <w:p w14:paraId="397E321C" w14:textId="11E895D2" w:rsidR="004C389C" w:rsidRDefault="004B5A85" w:rsidP="004C389C">
      <w:r>
        <w:t>« </w:t>
      </w:r>
      <w:r w:rsidR="004C389C">
        <w:t>Le poulpe nous suit</w:t>
      </w:r>
      <w:r>
        <w:t xml:space="preserve">… </w:t>
      </w:r>
      <w:r w:rsidR="004C389C">
        <w:t>murmura-t-il d</w:t>
      </w:r>
      <w:r>
        <w:t>’</w:t>
      </w:r>
      <w:r w:rsidR="004C389C">
        <w:t>un ton étrange</w:t>
      </w:r>
      <w:r>
        <w:t xml:space="preserve">… </w:t>
      </w:r>
      <w:r w:rsidR="004C389C">
        <w:t>Oh</w:t>
      </w:r>
      <w:r>
        <w:t xml:space="preserve"> ! </w:t>
      </w:r>
      <w:r w:rsidR="004C389C">
        <w:t>mais en voilà d</w:t>
      </w:r>
      <w:r>
        <w:t>’</w:t>
      </w:r>
      <w:r w:rsidR="004C389C">
        <w:t>autres</w:t>
      </w:r>
      <w:r>
        <w:t> ! »</w:t>
      </w:r>
    </w:p>
    <w:p w14:paraId="5D464DC6" w14:textId="77777777" w:rsidR="004B5A85" w:rsidRDefault="004C389C" w:rsidP="004C389C">
      <w:r>
        <w:t>En effet</w:t>
      </w:r>
      <w:r w:rsidR="004B5A85">
        <w:t xml:space="preserve">, </w:t>
      </w:r>
      <w:r>
        <w:t>dans la profondeur des eaux</w:t>
      </w:r>
      <w:r w:rsidR="004B5A85">
        <w:t xml:space="preserve">, </w:t>
      </w:r>
      <w:r>
        <w:t>des formes s</w:t>
      </w:r>
      <w:r w:rsidR="004B5A85">
        <w:t>’</w:t>
      </w:r>
      <w:r>
        <w:t>agitaient</w:t>
      </w:r>
      <w:r w:rsidR="004B5A85">
        <w:t xml:space="preserve">. </w:t>
      </w:r>
      <w:r>
        <w:t>Et bientôt</w:t>
      </w:r>
      <w:r w:rsidR="004B5A85">
        <w:t xml:space="preserve">, </w:t>
      </w:r>
      <w:r>
        <w:t>devant la plaque de cristal il y eut trois</w:t>
      </w:r>
      <w:r w:rsidR="004B5A85">
        <w:t xml:space="preserve">, </w:t>
      </w:r>
      <w:r>
        <w:t>cinq</w:t>
      </w:r>
      <w:r w:rsidR="004B5A85">
        <w:t xml:space="preserve">, </w:t>
      </w:r>
      <w:r>
        <w:t>dix calmars également énormes</w:t>
      </w:r>
      <w:r w:rsidR="004B5A85">
        <w:t xml:space="preserve"> : </w:t>
      </w:r>
      <w:r>
        <w:t>un troupeau de monstres sous-marins</w:t>
      </w:r>
      <w:r w:rsidR="004B5A85">
        <w:t> !…</w:t>
      </w:r>
    </w:p>
    <w:p w14:paraId="627F798B" w14:textId="77777777" w:rsidR="004B5A85" w:rsidRDefault="004B5A85" w:rsidP="004C389C">
      <w:r>
        <w:t>« </w:t>
      </w:r>
      <w:r w:rsidR="004C389C">
        <w:t>Tous nous suivent</w:t>
      </w:r>
      <w:r>
        <w:t> !… »</w:t>
      </w:r>
      <w:r w:rsidR="004C389C">
        <w:t xml:space="preserve"> murmura encore le Ravageur</w:t>
      </w:r>
      <w:r>
        <w:t>.</w:t>
      </w:r>
    </w:p>
    <w:p w14:paraId="318ED527" w14:textId="77777777" w:rsidR="004B5A85" w:rsidRDefault="004C389C" w:rsidP="004C389C">
      <w:r>
        <w:t>Et d</w:t>
      </w:r>
      <w:r w:rsidR="004B5A85">
        <w:t>’</w:t>
      </w:r>
      <w:r>
        <w:t>une voix qui était comme accompagnée d</w:t>
      </w:r>
      <w:r w:rsidR="004B5A85">
        <w:t>’</w:t>
      </w:r>
      <w:r>
        <w:t>un siffl</w:t>
      </w:r>
      <w:r>
        <w:t>e</w:t>
      </w:r>
      <w:r>
        <w:t>ment de fureur</w:t>
      </w:r>
      <w:r w:rsidR="004B5A85">
        <w:t xml:space="preserve">, </w:t>
      </w:r>
      <w:r>
        <w:t>il ajouta</w:t>
      </w:r>
      <w:r w:rsidR="004B5A85">
        <w:t> :</w:t>
      </w:r>
    </w:p>
    <w:p w14:paraId="1C843104" w14:textId="4F66B086" w:rsidR="004C389C" w:rsidRDefault="004B5A85" w:rsidP="004C389C">
      <w:r>
        <w:t>« </w:t>
      </w:r>
      <w:r w:rsidR="004C389C">
        <w:t>Je tiens ma vengeance</w:t>
      </w:r>
      <w:r>
        <w:t xml:space="preserve"> ! </w:t>
      </w:r>
      <w:r w:rsidR="004C389C">
        <w:t>elle sera digne du roi des mers que je suis devenu</w:t>
      </w:r>
      <w:r>
        <w:t> ! »</w:t>
      </w:r>
    </w:p>
    <w:p w14:paraId="7F22BFF7" w14:textId="77777777" w:rsidR="004B5A85" w:rsidRDefault="004C389C" w:rsidP="004C389C">
      <w:r>
        <w:t>Une sonnerie retentit dans le sous-marin</w:t>
      </w:r>
      <w:r w:rsidR="004B5A85">
        <w:t>.</w:t>
      </w:r>
    </w:p>
    <w:p w14:paraId="6016533B" w14:textId="77777777" w:rsidR="004B5A85" w:rsidRDefault="004C389C" w:rsidP="004C389C">
      <w:r>
        <w:t>Aussitôt</w:t>
      </w:r>
      <w:r w:rsidR="004B5A85">
        <w:t xml:space="preserve">, </w:t>
      </w:r>
      <w:r>
        <w:t>dans le couloir de tribord arrière</w:t>
      </w:r>
      <w:r w:rsidR="004B5A85">
        <w:t xml:space="preserve">, </w:t>
      </w:r>
      <w:r>
        <w:t>la porte du poste d</w:t>
      </w:r>
      <w:r w:rsidR="004B5A85">
        <w:t>’</w:t>
      </w:r>
      <w:r>
        <w:t>officier s</w:t>
      </w:r>
      <w:r w:rsidR="004B5A85">
        <w:t>’</w:t>
      </w:r>
      <w:r>
        <w:t xml:space="preserve">ouvrit et </w:t>
      </w:r>
      <w:proofErr w:type="spellStart"/>
      <w:r>
        <w:t>Askold</w:t>
      </w:r>
      <w:proofErr w:type="spellEnd"/>
      <w:r>
        <w:t xml:space="preserve"> parut</w:t>
      </w:r>
      <w:r w:rsidR="004B5A85">
        <w:t>.</w:t>
      </w:r>
    </w:p>
    <w:p w14:paraId="03D349B1" w14:textId="77777777" w:rsidR="004B5A85" w:rsidRDefault="004C389C" w:rsidP="004C389C">
      <w:r>
        <w:t>Il marcha d</w:t>
      </w:r>
      <w:r w:rsidR="004B5A85">
        <w:t>’</w:t>
      </w:r>
      <w:r>
        <w:t>un pas rapide vers le Maître</w:t>
      </w:r>
      <w:r w:rsidR="004B5A85">
        <w:t xml:space="preserve">, </w:t>
      </w:r>
      <w:r>
        <w:t>jeta un coup d</w:t>
      </w:r>
      <w:r w:rsidR="004B5A85">
        <w:t>’</w:t>
      </w:r>
      <w:r>
        <w:t>œil indifférent vers les poulpes</w:t>
      </w:r>
      <w:r w:rsidR="004B5A85">
        <w:t xml:space="preserve">, </w:t>
      </w:r>
      <w:r>
        <w:t>et prononça</w:t>
      </w:r>
      <w:r w:rsidR="004B5A85">
        <w:t xml:space="preserve">, </w:t>
      </w:r>
      <w:r>
        <w:t>de sa voix froide</w:t>
      </w:r>
      <w:r w:rsidR="004B5A85">
        <w:t> :</w:t>
      </w:r>
    </w:p>
    <w:p w14:paraId="4072E0EA" w14:textId="77777777" w:rsidR="004B5A85" w:rsidRDefault="004B5A85" w:rsidP="004C389C">
      <w:r>
        <w:t>— </w:t>
      </w:r>
      <w:r w:rsidR="004C389C">
        <w:t>À vos ordres</w:t>
      </w:r>
      <w:r>
        <w:t xml:space="preserve">, </w:t>
      </w:r>
      <w:r w:rsidR="004C389C">
        <w:t>capitaine</w:t>
      </w:r>
      <w:r>
        <w:t> !</w:t>
      </w:r>
    </w:p>
    <w:p w14:paraId="1ED55BAF" w14:textId="77777777" w:rsidR="004B5A85" w:rsidRDefault="004B5A85" w:rsidP="004C389C">
      <w:r>
        <w:t>— </w:t>
      </w:r>
      <w:r w:rsidR="004C389C">
        <w:t>La jeune fille est là</w:t>
      </w:r>
      <w:r>
        <w:t xml:space="preserve"> ? </w:t>
      </w:r>
      <w:r w:rsidR="004C389C">
        <w:t>demanda le Ravageur</w:t>
      </w:r>
      <w:r>
        <w:t xml:space="preserve">, </w:t>
      </w:r>
      <w:r w:rsidR="004C389C">
        <w:t>impassible</w:t>
      </w:r>
      <w:r>
        <w:t>.</w:t>
      </w:r>
    </w:p>
    <w:p w14:paraId="5F4502AF" w14:textId="77777777" w:rsidR="004B5A85" w:rsidRDefault="004B5A85" w:rsidP="004C389C">
      <w:r>
        <w:t>— </w:t>
      </w:r>
      <w:r w:rsidR="004C389C">
        <w:t>Oui</w:t>
      </w:r>
      <w:r>
        <w:t>.</w:t>
      </w:r>
    </w:p>
    <w:p w14:paraId="063E855A" w14:textId="77777777" w:rsidR="004B5A85" w:rsidRDefault="004B5A85" w:rsidP="004C389C">
      <w:r>
        <w:t>— </w:t>
      </w:r>
      <w:r w:rsidR="004C389C">
        <w:t>Elle dort encore</w:t>
      </w:r>
      <w:r>
        <w:t> ?</w:t>
      </w:r>
    </w:p>
    <w:p w14:paraId="20744CDE" w14:textId="77777777" w:rsidR="004B5A85" w:rsidRDefault="004B5A85" w:rsidP="004C389C">
      <w:r>
        <w:t>— </w:t>
      </w:r>
      <w:r w:rsidR="004C389C">
        <w:t>Probablement</w:t>
      </w:r>
      <w:r>
        <w:t>.</w:t>
      </w:r>
    </w:p>
    <w:p w14:paraId="59D517BA" w14:textId="77777777" w:rsidR="004B5A85" w:rsidRDefault="004B5A85" w:rsidP="004C389C">
      <w:r>
        <w:lastRenderedPageBreak/>
        <w:t>— </w:t>
      </w:r>
      <w:r w:rsidR="004C389C">
        <w:t>Il faut la réveiller tout de suite</w:t>
      </w:r>
      <w:r>
        <w:t xml:space="preserve">. </w:t>
      </w:r>
      <w:r w:rsidR="004C389C">
        <w:t>Le narcotique a un ant</w:t>
      </w:r>
      <w:r w:rsidR="004C389C">
        <w:t>i</w:t>
      </w:r>
      <w:r w:rsidR="004C389C">
        <w:t>dote</w:t>
      </w:r>
      <w:r>
        <w:t xml:space="preserve">. </w:t>
      </w:r>
      <w:r w:rsidR="004C389C">
        <w:t xml:space="preserve">Demande-le à </w:t>
      </w:r>
      <w:proofErr w:type="spellStart"/>
      <w:r w:rsidR="004C389C">
        <w:t>Larlin</w:t>
      </w:r>
      <w:proofErr w:type="spellEnd"/>
      <w:r>
        <w:t xml:space="preserve">. </w:t>
      </w:r>
      <w:r w:rsidR="004C389C">
        <w:t>Il sait</w:t>
      </w:r>
      <w:r>
        <w:t>.</w:t>
      </w:r>
    </w:p>
    <w:p w14:paraId="07E14F3C" w14:textId="77777777" w:rsidR="004B5A85" w:rsidRDefault="004B5A85" w:rsidP="004C389C">
      <w:r>
        <w:t>— </w:t>
      </w:r>
      <w:r w:rsidR="004C389C">
        <w:t>Et quand elle sera réveillée</w:t>
      </w:r>
      <w:r>
        <w:t> ?</w:t>
      </w:r>
    </w:p>
    <w:p w14:paraId="218CEDB5" w14:textId="77777777" w:rsidR="004B5A85" w:rsidRDefault="004B5A85" w:rsidP="004C389C">
      <w:r>
        <w:t>— </w:t>
      </w:r>
      <w:r w:rsidR="004C389C">
        <w:t>Amène-la au corps de garde</w:t>
      </w:r>
      <w:r>
        <w:t>.</w:t>
      </w:r>
    </w:p>
    <w:p w14:paraId="1C133058" w14:textId="77777777" w:rsidR="004B5A85" w:rsidRDefault="004B5A85" w:rsidP="004C389C">
      <w:r>
        <w:t>— </w:t>
      </w:r>
      <w:r w:rsidR="004C389C">
        <w:t>Bien</w:t>
      </w:r>
      <w:r>
        <w:t xml:space="preserve"> ! </w:t>
      </w:r>
      <w:r w:rsidR="004C389C">
        <w:t>C</w:t>
      </w:r>
      <w:r>
        <w:t>’</w:t>
      </w:r>
      <w:r w:rsidR="004C389C">
        <w:t>est tout</w:t>
      </w:r>
      <w:r>
        <w:t> ?</w:t>
      </w:r>
    </w:p>
    <w:p w14:paraId="51A3C37B" w14:textId="77777777" w:rsidR="004B5A85" w:rsidRDefault="004B5A85" w:rsidP="004C389C">
      <w:r>
        <w:t>— </w:t>
      </w:r>
      <w:r w:rsidR="004C389C">
        <w:t>C</w:t>
      </w:r>
      <w:r>
        <w:t>’</w:t>
      </w:r>
      <w:r w:rsidR="004C389C">
        <w:t>est tout</w:t>
      </w:r>
      <w:r>
        <w:t> !</w:t>
      </w:r>
    </w:p>
    <w:p w14:paraId="18C19D75" w14:textId="77777777" w:rsidR="004B5A85" w:rsidRDefault="004C389C" w:rsidP="004C389C">
      <w:proofErr w:type="spellStart"/>
      <w:r>
        <w:t>Askold</w:t>
      </w:r>
      <w:proofErr w:type="spellEnd"/>
      <w:r>
        <w:t xml:space="preserve"> tourna les talons et s</w:t>
      </w:r>
      <w:r w:rsidR="004B5A85">
        <w:t>’</w:t>
      </w:r>
      <w:r>
        <w:t>en fut exécuter les ordres r</w:t>
      </w:r>
      <w:r>
        <w:t>e</w:t>
      </w:r>
      <w:r>
        <w:t>çus</w:t>
      </w:r>
      <w:r w:rsidR="004B5A85">
        <w:t>.</w:t>
      </w:r>
    </w:p>
    <w:p w14:paraId="76785BDE" w14:textId="77777777" w:rsidR="004B5A85" w:rsidRDefault="004C389C" w:rsidP="004C389C">
      <w:r>
        <w:t>Jetant un dernier regard au troupeau de poulpes qui</w:t>
      </w:r>
      <w:r w:rsidR="004B5A85">
        <w:t xml:space="preserve">, </w:t>
      </w:r>
      <w:r>
        <w:t>pre</w:t>
      </w:r>
      <w:r>
        <w:t>s</w:t>
      </w:r>
      <w:r>
        <w:t>sé devant la plaque de cristal et suivant toujours la marche du sous-marin</w:t>
      </w:r>
      <w:r w:rsidR="004B5A85">
        <w:t xml:space="preserve">, </w:t>
      </w:r>
      <w:r>
        <w:t>emmêlait d</w:t>
      </w:r>
      <w:r w:rsidR="004B5A85">
        <w:t>’</w:t>
      </w:r>
      <w:r>
        <w:t>une manière horrible les tortueux te</w:t>
      </w:r>
      <w:r>
        <w:t>n</w:t>
      </w:r>
      <w:r>
        <w:t>tacules à ventouse</w:t>
      </w:r>
      <w:r w:rsidR="004B5A85">
        <w:t xml:space="preserve">, </w:t>
      </w:r>
      <w:r>
        <w:t>Hugues de Mauduit entra dans sa chambre</w:t>
      </w:r>
      <w:r w:rsidR="004B5A85">
        <w:t xml:space="preserve">, </w:t>
      </w:r>
      <w:r>
        <w:t>en laissant le panneau ouvert</w:t>
      </w:r>
      <w:r w:rsidR="004B5A85">
        <w:t>.</w:t>
      </w:r>
    </w:p>
    <w:p w14:paraId="1ED69787" w14:textId="77777777" w:rsidR="004B5A85" w:rsidRDefault="004C389C" w:rsidP="004C389C">
      <w:r>
        <w:t>Là</w:t>
      </w:r>
      <w:r w:rsidR="004B5A85">
        <w:t xml:space="preserve">, </w:t>
      </w:r>
      <w:r>
        <w:t>il agit sur l</w:t>
      </w:r>
      <w:r w:rsidR="004B5A85">
        <w:t>’</w:t>
      </w:r>
      <w:r>
        <w:t>appareil transmetteur d</w:t>
      </w:r>
      <w:r w:rsidR="004B5A85">
        <w:t>’</w:t>
      </w:r>
      <w:r>
        <w:t>ordres</w:t>
      </w:r>
      <w:r w:rsidR="004B5A85">
        <w:t xml:space="preserve">, </w:t>
      </w:r>
      <w:r>
        <w:t>et il prono</w:t>
      </w:r>
      <w:r>
        <w:t>n</w:t>
      </w:r>
      <w:r>
        <w:t>ça dans le téléphone</w:t>
      </w:r>
      <w:r w:rsidR="004B5A85">
        <w:t> :</w:t>
      </w:r>
    </w:p>
    <w:p w14:paraId="2B50C338" w14:textId="77777777" w:rsidR="004B5A85" w:rsidRDefault="004B5A85" w:rsidP="004C389C">
      <w:r>
        <w:t>— </w:t>
      </w:r>
      <w:r w:rsidR="004C389C">
        <w:t>Allô</w:t>
      </w:r>
      <w:r>
        <w:t xml:space="preserve"> ! </w:t>
      </w:r>
      <w:r w:rsidR="004C389C">
        <w:t>timonerie et machinerie</w:t>
      </w:r>
      <w:r>
        <w:t xml:space="preserve">… </w:t>
      </w:r>
      <w:r w:rsidR="004C389C">
        <w:t>allô</w:t>
      </w:r>
      <w:r>
        <w:t xml:space="preserve"> ! </w:t>
      </w:r>
      <w:r w:rsidR="004C389C">
        <w:t>Stop</w:t>
      </w:r>
      <w:r>
        <w:t xml:space="preserve"> !… </w:t>
      </w:r>
      <w:r w:rsidR="004C389C">
        <w:t>Montez lentement à la surface et laissez flotter</w:t>
      </w:r>
      <w:r>
        <w:t xml:space="preserve">… </w:t>
      </w:r>
      <w:r w:rsidR="004C389C">
        <w:t>Allô</w:t>
      </w:r>
      <w:r>
        <w:t xml:space="preserve"> ! </w:t>
      </w:r>
      <w:r w:rsidR="004C389C">
        <w:t>poste de l</w:t>
      </w:r>
      <w:r>
        <w:t>’</w:t>
      </w:r>
      <w:r w:rsidR="004C389C">
        <w:t>équipage et corps de garde</w:t>
      </w:r>
      <w:r>
        <w:t xml:space="preserve">… </w:t>
      </w:r>
      <w:r w:rsidR="004C389C">
        <w:t>allô</w:t>
      </w:r>
      <w:r>
        <w:t xml:space="preserve"> ! </w:t>
      </w:r>
      <w:r w:rsidR="004C389C">
        <w:t>tous les hommes qui ne sont pas de quart rassemblement au corps de garde</w:t>
      </w:r>
      <w:r>
        <w:t xml:space="preserve">. </w:t>
      </w:r>
      <w:r w:rsidR="004C389C">
        <w:t>Armez-vous de haches d</w:t>
      </w:r>
      <w:r>
        <w:t>’</w:t>
      </w:r>
      <w:r w:rsidR="004C389C">
        <w:t>abordage</w:t>
      </w:r>
      <w:r>
        <w:t>…</w:t>
      </w:r>
    </w:p>
    <w:p w14:paraId="360998A6" w14:textId="77777777" w:rsidR="004B5A85" w:rsidRDefault="004C389C" w:rsidP="004C389C">
      <w:r>
        <w:t>Il s</w:t>
      </w:r>
      <w:r w:rsidR="004B5A85">
        <w:t>’</w:t>
      </w:r>
      <w:r>
        <w:t>arrêta quelques secondes</w:t>
      </w:r>
      <w:r w:rsidR="004B5A85">
        <w:t xml:space="preserve">, </w:t>
      </w:r>
      <w:r>
        <w:t>puis</w:t>
      </w:r>
      <w:r w:rsidR="004B5A85">
        <w:t> :</w:t>
      </w:r>
    </w:p>
    <w:p w14:paraId="784C3357" w14:textId="77777777" w:rsidR="004B5A85" w:rsidRDefault="004B5A85" w:rsidP="004C389C">
      <w:r>
        <w:t>— </w:t>
      </w:r>
      <w:r w:rsidR="004C389C">
        <w:t>Allô</w:t>
      </w:r>
      <w:r>
        <w:t xml:space="preserve"> !… </w:t>
      </w:r>
      <w:proofErr w:type="spellStart"/>
      <w:r w:rsidR="004C389C">
        <w:t>Jorry</w:t>
      </w:r>
      <w:proofErr w:type="spellEnd"/>
      <w:r w:rsidR="004C389C">
        <w:t xml:space="preserve"> et </w:t>
      </w:r>
      <w:proofErr w:type="spellStart"/>
      <w:r w:rsidR="004C389C">
        <w:t>Brilo</w:t>
      </w:r>
      <w:proofErr w:type="spellEnd"/>
      <w:r>
        <w:t xml:space="preserve">… </w:t>
      </w:r>
      <w:r w:rsidR="004C389C">
        <w:t>Allô</w:t>
      </w:r>
      <w:r>
        <w:t xml:space="preserve"> ! </w:t>
      </w:r>
      <w:r w:rsidR="004C389C">
        <w:t>Bien</w:t>
      </w:r>
      <w:r>
        <w:t xml:space="preserve"> ! </w:t>
      </w:r>
      <w:r w:rsidR="004C389C">
        <w:t>Amenez le priso</w:t>
      </w:r>
      <w:r w:rsidR="004C389C">
        <w:t>n</w:t>
      </w:r>
      <w:r w:rsidR="004C389C">
        <w:t>nier</w:t>
      </w:r>
      <w:r>
        <w:t xml:space="preserve">, </w:t>
      </w:r>
      <w:r w:rsidR="004C389C">
        <w:t>désenchaîné</w:t>
      </w:r>
      <w:r>
        <w:t xml:space="preserve">, </w:t>
      </w:r>
      <w:r w:rsidR="004C389C">
        <w:t>au corps de garde</w:t>
      </w:r>
      <w:r>
        <w:t>…</w:t>
      </w:r>
    </w:p>
    <w:p w14:paraId="11DFB90E" w14:textId="77777777" w:rsidR="004B5A85" w:rsidRDefault="004C389C" w:rsidP="004C389C">
      <w:r>
        <w:t>Il se tut</w:t>
      </w:r>
      <w:r w:rsidR="004B5A85">
        <w:t xml:space="preserve">, </w:t>
      </w:r>
      <w:r>
        <w:t>resta une minute immobile et comme indécis</w:t>
      </w:r>
      <w:r w:rsidR="004B5A85">
        <w:t>.</w:t>
      </w:r>
    </w:p>
    <w:p w14:paraId="5E3B5525" w14:textId="77777777" w:rsidR="004B5A85" w:rsidRDefault="004C389C" w:rsidP="004C389C">
      <w:r>
        <w:lastRenderedPageBreak/>
        <w:t>Puis</w:t>
      </w:r>
      <w:r w:rsidR="004B5A85">
        <w:t xml:space="preserve">, </w:t>
      </w:r>
      <w:r>
        <w:t>se passant une main sur le front</w:t>
      </w:r>
      <w:r w:rsidR="004B5A85">
        <w:t xml:space="preserve">, </w:t>
      </w:r>
      <w:r>
        <w:t>où tout à coup v</w:t>
      </w:r>
      <w:r>
        <w:t>e</w:t>
      </w:r>
      <w:r>
        <w:t>naient de perler des gouttes de sueur froide</w:t>
      </w:r>
      <w:r w:rsidR="004B5A85">
        <w:t xml:space="preserve">, </w:t>
      </w:r>
      <w:r>
        <w:t>il se tourna vers le portrait de femme suspendu au-dessus de sa couchette</w:t>
      </w:r>
      <w:r w:rsidR="004B5A85">
        <w:t>.</w:t>
      </w:r>
    </w:p>
    <w:p w14:paraId="63F2491B" w14:textId="77777777" w:rsidR="004B5A85" w:rsidRDefault="004C389C" w:rsidP="004C389C">
      <w:r>
        <w:t>Une expression d</w:t>
      </w:r>
      <w:r w:rsidR="004B5A85">
        <w:t>’</w:t>
      </w:r>
      <w:r>
        <w:t>indicible et douloureuse tendresse passa dans les yeux du Ravageur du Monde</w:t>
      </w:r>
      <w:r w:rsidR="004B5A85">
        <w:t>.</w:t>
      </w:r>
    </w:p>
    <w:p w14:paraId="47101E4E" w14:textId="77777777" w:rsidR="004B5A85" w:rsidRDefault="004C389C" w:rsidP="004C389C">
      <w:r>
        <w:t>Mais ce ne fut qu</w:t>
      </w:r>
      <w:r w:rsidR="004B5A85">
        <w:t>’</w:t>
      </w:r>
      <w:r>
        <w:t>un éclair</w:t>
      </w:r>
      <w:r w:rsidR="004B5A85">
        <w:t>.</w:t>
      </w:r>
    </w:p>
    <w:p w14:paraId="2DA004FE" w14:textId="77777777" w:rsidR="004B5A85" w:rsidRDefault="004C389C" w:rsidP="004C389C">
      <w:r>
        <w:t>Aussitôt cette expression fut remplacée par une lueur dure et cruelle</w:t>
      </w:r>
      <w:r w:rsidR="004B5A85">
        <w:t xml:space="preserve">, </w:t>
      </w:r>
      <w:r>
        <w:t>et Hugues de Mauduit gronda</w:t>
      </w:r>
      <w:r w:rsidR="004B5A85">
        <w:t> :</w:t>
      </w:r>
    </w:p>
    <w:p w14:paraId="7A3A0EDB" w14:textId="77777777" w:rsidR="004B5A85" w:rsidRDefault="004B5A85" w:rsidP="004C389C">
      <w:r>
        <w:t>— </w:t>
      </w:r>
      <w:r w:rsidR="004C389C">
        <w:t>Maman chérie</w:t>
      </w:r>
      <w:r>
        <w:t xml:space="preserve">… </w:t>
      </w:r>
      <w:r w:rsidR="004C389C">
        <w:t>Tu seras vengée</w:t>
      </w:r>
      <w:r>
        <w:t xml:space="preserve">, </w:t>
      </w:r>
      <w:r w:rsidR="004C389C">
        <w:t>toi</w:t>
      </w:r>
      <w:r>
        <w:t xml:space="preserve"> !… </w:t>
      </w:r>
      <w:r w:rsidR="004C389C">
        <w:t>Aujourd</w:t>
      </w:r>
      <w:r>
        <w:t>’</w:t>
      </w:r>
      <w:r w:rsidR="004C389C">
        <w:t>hui</w:t>
      </w:r>
      <w:r>
        <w:t xml:space="preserve">, </w:t>
      </w:r>
      <w:r w:rsidR="004C389C">
        <w:t>c</w:t>
      </w:r>
      <w:r>
        <w:t>’</w:t>
      </w:r>
      <w:r w:rsidR="004C389C">
        <w:t>est mon père que je vengerai</w:t>
      </w:r>
      <w:r>
        <w:t> !…</w:t>
      </w:r>
    </w:p>
    <w:p w14:paraId="0A955A0F" w14:textId="77777777" w:rsidR="004B5A85" w:rsidRDefault="004C389C" w:rsidP="004C389C">
      <w:r>
        <w:t>Il resta là</w:t>
      </w:r>
      <w:r w:rsidR="004B5A85">
        <w:t xml:space="preserve">, </w:t>
      </w:r>
      <w:r>
        <w:t>un moment</w:t>
      </w:r>
      <w:r w:rsidR="004B5A85">
        <w:t xml:space="preserve">, </w:t>
      </w:r>
      <w:r>
        <w:t>à penser à des choses du passé</w:t>
      </w:r>
      <w:r w:rsidR="004B5A85">
        <w:t>.</w:t>
      </w:r>
    </w:p>
    <w:p w14:paraId="62E92B1E" w14:textId="77777777" w:rsidR="004B5A85" w:rsidRDefault="004C389C" w:rsidP="004C389C">
      <w:r>
        <w:t>Cependant</w:t>
      </w:r>
      <w:r w:rsidR="004B5A85">
        <w:t xml:space="preserve">, </w:t>
      </w:r>
      <w:r>
        <w:t>les hommes qui n</w:t>
      </w:r>
      <w:r w:rsidR="004B5A85">
        <w:t>’</w:t>
      </w:r>
      <w:r>
        <w:t>étaient pas de quart se ra</w:t>
      </w:r>
      <w:r>
        <w:t>n</w:t>
      </w:r>
      <w:r>
        <w:t>geaient dans le corps de garde</w:t>
      </w:r>
      <w:r w:rsidR="004B5A85">
        <w:t xml:space="preserve">. </w:t>
      </w:r>
      <w:r>
        <w:t xml:space="preserve">Il y avait là </w:t>
      </w:r>
      <w:proofErr w:type="spellStart"/>
      <w:r>
        <w:t>Caltic</w:t>
      </w:r>
      <w:proofErr w:type="spellEnd"/>
      <w:r>
        <w:t xml:space="preserve"> et Dumas</w:t>
      </w:r>
      <w:r w:rsidR="004B5A85">
        <w:t xml:space="preserve">, </w:t>
      </w:r>
      <w:proofErr w:type="spellStart"/>
      <w:r>
        <w:t>A</w:t>
      </w:r>
      <w:r>
        <w:t>s</w:t>
      </w:r>
      <w:r>
        <w:t>par</w:t>
      </w:r>
      <w:proofErr w:type="spellEnd"/>
      <w:r w:rsidR="004B5A85">
        <w:t xml:space="preserve">, </w:t>
      </w:r>
      <w:r>
        <w:t>Ted et Barrot</w:t>
      </w:r>
      <w:r w:rsidR="004B5A85">
        <w:t xml:space="preserve">, </w:t>
      </w:r>
      <w:r>
        <w:t xml:space="preserve">le cuisinier </w:t>
      </w:r>
      <w:proofErr w:type="spellStart"/>
      <w:r>
        <w:t>Larlin</w:t>
      </w:r>
      <w:proofErr w:type="spellEnd"/>
      <w:r>
        <w:t xml:space="preserve"> et Jack le nègre</w:t>
      </w:r>
      <w:r w:rsidR="004B5A85">
        <w:t xml:space="preserve">, </w:t>
      </w:r>
      <w:r>
        <w:t xml:space="preserve">et enfin </w:t>
      </w:r>
      <w:proofErr w:type="spellStart"/>
      <w:r>
        <w:t>Poutkine</w:t>
      </w:r>
      <w:proofErr w:type="spellEnd"/>
      <w:r w:rsidR="004B5A85">
        <w:t xml:space="preserve">, </w:t>
      </w:r>
      <w:proofErr w:type="spellStart"/>
      <w:r>
        <w:t>Brasky</w:t>
      </w:r>
      <w:proofErr w:type="spellEnd"/>
      <w:r>
        <w:t xml:space="preserve"> et Kenny</w:t>
      </w:r>
      <w:r w:rsidR="004B5A85">
        <w:t xml:space="preserve">. </w:t>
      </w:r>
      <w:r>
        <w:t>Ces dix forbans tenaient chacun à la main une hache d</w:t>
      </w:r>
      <w:r w:rsidR="004B5A85">
        <w:t>’</w:t>
      </w:r>
      <w:r>
        <w:t>abordage au fer luisant et effilé</w:t>
      </w:r>
      <w:r w:rsidR="004B5A85">
        <w:t>.</w:t>
      </w:r>
    </w:p>
    <w:p w14:paraId="6962DC48" w14:textId="77777777" w:rsidR="004B5A85" w:rsidRDefault="004C389C" w:rsidP="004C389C">
      <w:r>
        <w:t xml:space="preserve">Bientôt </w:t>
      </w:r>
      <w:proofErr w:type="spellStart"/>
      <w:r>
        <w:t>Brilo</w:t>
      </w:r>
      <w:proofErr w:type="spellEnd"/>
      <w:r>
        <w:t xml:space="preserve"> et </w:t>
      </w:r>
      <w:proofErr w:type="spellStart"/>
      <w:r>
        <w:t>Jorry</w:t>
      </w:r>
      <w:proofErr w:type="spellEnd"/>
      <w:r>
        <w:t xml:space="preserve"> parurent</w:t>
      </w:r>
      <w:r w:rsidR="004B5A85">
        <w:t xml:space="preserve">, </w:t>
      </w:r>
      <w:r>
        <w:t>encadrant le colonel Cri</w:t>
      </w:r>
      <w:r>
        <w:t>s</w:t>
      </w:r>
      <w:r>
        <w:t>tobal Santa-</w:t>
      </w:r>
      <w:proofErr w:type="spellStart"/>
      <w:r>
        <w:t>Fé</w:t>
      </w:r>
      <w:proofErr w:type="spellEnd"/>
      <w:r w:rsidR="004B5A85">
        <w:t>.</w:t>
      </w:r>
    </w:p>
    <w:p w14:paraId="5910A13D" w14:textId="77777777" w:rsidR="004B5A85" w:rsidRDefault="004C389C" w:rsidP="004C389C">
      <w:r>
        <w:t>Très pâle</w:t>
      </w:r>
      <w:r w:rsidR="004B5A85">
        <w:t xml:space="preserve">, </w:t>
      </w:r>
      <w:r>
        <w:t>le prisonnier avait cependant la figure calme</w:t>
      </w:r>
      <w:r w:rsidR="004B5A85">
        <w:t xml:space="preserve">, </w:t>
      </w:r>
      <w:r>
        <w:t>le maintien ferme et l</w:t>
      </w:r>
      <w:r w:rsidR="004B5A85">
        <w:t>’</w:t>
      </w:r>
      <w:r>
        <w:t>œil résolu</w:t>
      </w:r>
      <w:r w:rsidR="004B5A85">
        <w:t>.</w:t>
      </w:r>
    </w:p>
    <w:p w14:paraId="0E01EEA0" w14:textId="77777777" w:rsidR="004B5A85" w:rsidRDefault="004C389C" w:rsidP="004C389C">
      <w:r>
        <w:t>Ses gardiens l</w:t>
      </w:r>
      <w:r w:rsidR="004B5A85">
        <w:t>’</w:t>
      </w:r>
      <w:r>
        <w:t>arrêtèrent au pied de l</w:t>
      </w:r>
      <w:r w:rsidR="004B5A85">
        <w:t>’</w:t>
      </w:r>
      <w:r>
        <w:t>escalier</w:t>
      </w:r>
      <w:r w:rsidR="004B5A85">
        <w:t xml:space="preserve">, </w:t>
      </w:r>
      <w:r>
        <w:t>en face de la rangée de forbans</w:t>
      </w:r>
      <w:r w:rsidR="004B5A85">
        <w:t xml:space="preserve">… </w:t>
      </w:r>
      <w:r>
        <w:t>En voyant les haches de ces hommes</w:t>
      </w:r>
      <w:r w:rsidR="004B5A85">
        <w:t xml:space="preserve">, </w:t>
      </w:r>
      <w:r>
        <w:t>le c</w:t>
      </w:r>
      <w:r>
        <w:t>o</w:t>
      </w:r>
      <w:r>
        <w:t>lonel pâlit davantage</w:t>
      </w:r>
      <w:r w:rsidR="004B5A85">
        <w:t xml:space="preserve">. </w:t>
      </w:r>
      <w:r>
        <w:t>Allait-on le massacrer</w:t>
      </w:r>
      <w:r w:rsidR="004B5A85">
        <w:t> ?</w:t>
      </w:r>
    </w:p>
    <w:p w14:paraId="69C5C0F0" w14:textId="77777777" w:rsidR="004B5A85" w:rsidRDefault="004C389C" w:rsidP="004C389C">
      <w:r>
        <w:t>Quelques minutes s</w:t>
      </w:r>
      <w:r w:rsidR="004B5A85">
        <w:t>’</w:t>
      </w:r>
      <w:r>
        <w:t>écoulèrent</w:t>
      </w:r>
      <w:r w:rsidR="004B5A85">
        <w:t xml:space="preserve">. </w:t>
      </w:r>
      <w:r>
        <w:t xml:space="preserve">Le </w:t>
      </w:r>
      <w:r>
        <w:rPr>
          <w:i/>
          <w:iCs/>
        </w:rPr>
        <w:t xml:space="preserve">Nyctalope </w:t>
      </w:r>
      <w:r>
        <w:t>était imm</w:t>
      </w:r>
      <w:r>
        <w:t>o</w:t>
      </w:r>
      <w:r>
        <w:t>bile à la surface des eaux</w:t>
      </w:r>
      <w:r w:rsidR="004B5A85">
        <w:t>.</w:t>
      </w:r>
    </w:p>
    <w:p w14:paraId="0B934901" w14:textId="77777777" w:rsidR="004B5A85" w:rsidRDefault="004C389C" w:rsidP="004C389C">
      <w:r>
        <w:lastRenderedPageBreak/>
        <w:t>Soudain</w:t>
      </w:r>
      <w:r w:rsidR="004B5A85">
        <w:t xml:space="preserve">, </w:t>
      </w:r>
      <w:r>
        <w:t>Cristobal Santa-</w:t>
      </w:r>
      <w:proofErr w:type="spellStart"/>
      <w:r>
        <w:t>Fé</w:t>
      </w:r>
      <w:proofErr w:type="spellEnd"/>
      <w:r>
        <w:t xml:space="preserve"> frissonna</w:t>
      </w:r>
      <w:r w:rsidR="004B5A85">
        <w:t xml:space="preserve">, </w:t>
      </w:r>
      <w:r>
        <w:t>et il eut un élan</w:t>
      </w:r>
      <w:r w:rsidR="004B5A85">
        <w:t xml:space="preserve">. </w:t>
      </w:r>
      <w:r>
        <w:t xml:space="preserve">Mais </w:t>
      </w:r>
      <w:proofErr w:type="spellStart"/>
      <w:r>
        <w:t>Jorry</w:t>
      </w:r>
      <w:proofErr w:type="spellEnd"/>
      <w:r>
        <w:t xml:space="preserve"> et </w:t>
      </w:r>
      <w:proofErr w:type="spellStart"/>
      <w:r>
        <w:t>Brilo</w:t>
      </w:r>
      <w:proofErr w:type="spellEnd"/>
      <w:r>
        <w:t xml:space="preserve"> l</w:t>
      </w:r>
      <w:r w:rsidR="004B5A85">
        <w:t>’</w:t>
      </w:r>
      <w:r>
        <w:t>empoignèrent chacun par un bras et le maintinrent en place</w:t>
      </w:r>
      <w:r w:rsidR="004B5A85">
        <w:t>.</w:t>
      </w:r>
    </w:p>
    <w:p w14:paraId="2185F08E" w14:textId="77777777" w:rsidR="004B5A85" w:rsidRDefault="004C389C" w:rsidP="004C389C">
      <w:r>
        <w:t>Le malheureux venait de voir sa fille sortir d</w:t>
      </w:r>
      <w:r w:rsidR="004B5A85">
        <w:t>’</w:t>
      </w:r>
      <w:r>
        <w:t>une cabine</w:t>
      </w:r>
      <w:r w:rsidR="004B5A85">
        <w:t xml:space="preserve">. </w:t>
      </w:r>
      <w:r>
        <w:t xml:space="preserve">Elle était conduite par </w:t>
      </w:r>
      <w:proofErr w:type="spellStart"/>
      <w:r>
        <w:t>Askold</w:t>
      </w:r>
      <w:proofErr w:type="spellEnd"/>
      <w:r w:rsidR="004B5A85">
        <w:t>.</w:t>
      </w:r>
    </w:p>
    <w:p w14:paraId="49A62C95" w14:textId="77777777" w:rsidR="004B5A85" w:rsidRDefault="004C389C" w:rsidP="004C389C">
      <w:r>
        <w:t>À la vue de son père</w:t>
      </w:r>
      <w:r w:rsidR="004B5A85">
        <w:t xml:space="preserve">, </w:t>
      </w:r>
      <w:r>
        <w:t>Dolorès jeta un cri déchirant</w:t>
      </w:r>
      <w:r w:rsidR="004B5A85">
        <w:t xml:space="preserve">. </w:t>
      </w:r>
      <w:r>
        <w:t>Et elle voulut s</w:t>
      </w:r>
      <w:r w:rsidR="004B5A85">
        <w:t>’</w:t>
      </w:r>
      <w:r>
        <w:t>élancer vers lui</w:t>
      </w:r>
      <w:r w:rsidR="004B5A85">
        <w:t xml:space="preserve">. </w:t>
      </w:r>
      <w:r>
        <w:t xml:space="preserve">Mais </w:t>
      </w:r>
      <w:proofErr w:type="spellStart"/>
      <w:r>
        <w:t>Askold</w:t>
      </w:r>
      <w:proofErr w:type="spellEnd"/>
      <w:r>
        <w:t xml:space="preserve"> la retint en la saisissant</w:t>
      </w:r>
      <w:r w:rsidR="004B5A85">
        <w:t xml:space="preserve">, </w:t>
      </w:r>
      <w:r>
        <w:t>par derrière</w:t>
      </w:r>
      <w:r w:rsidR="004B5A85">
        <w:t xml:space="preserve">, </w:t>
      </w:r>
      <w:r>
        <w:t>des deux bras</w:t>
      </w:r>
      <w:r w:rsidR="004B5A85">
        <w:t>.</w:t>
      </w:r>
    </w:p>
    <w:p w14:paraId="06AA149D" w14:textId="77777777" w:rsidR="004B5A85" w:rsidRDefault="004C389C" w:rsidP="004C389C">
      <w:r>
        <w:t>Et dans les yeux en larmes de sa fille</w:t>
      </w:r>
      <w:r w:rsidR="004B5A85">
        <w:t xml:space="preserve">, </w:t>
      </w:r>
      <w:r>
        <w:t>Cristobal Santa-</w:t>
      </w:r>
      <w:proofErr w:type="spellStart"/>
      <w:r>
        <w:t>Fé</w:t>
      </w:r>
      <w:proofErr w:type="spellEnd"/>
      <w:r>
        <w:t xml:space="preserve"> put voir une émouvante expression d</w:t>
      </w:r>
      <w:r w:rsidR="004B5A85">
        <w:t>’</w:t>
      </w:r>
      <w:r>
        <w:t>étonnement</w:t>
      </w:r>
      <w:r w:rsidR="004B5A85">
        <w:t xml:space="preserve">, </w:t>
      </w:r>
      <w:r>
        <w:t>de douleur et de terreur à la fois</w:t>
      </w:r>
      <w:r w:rsidR="004B5A85">
        <w:t>.</w:t>
      </w:r>
    </w:p>
    <w:p w14:paraId="0F924082" w14:textId="77777777" w:rsidR="004B5A85" w:rsidRDefault="004B5A85" w:rsidP="004C389C">
      <w:r>
        <w:t>— </w:t>
      </w:r>
      <w:r w:rsidR="004C389C">
        <w:t>Père</w:t>
      </w:r>
      <w:r>
        <w:t xml:space="preserve"> ! </w:t>
      </w:r>
      <w:r w:rsidR="004C389C">
        <w:t>père</w:t>
      </w:r>
      <w:r>
        <w:t xml:space="preserve"> ! </w:t>
      </w:r>
      <w:r w:rsidR="004C389C">
        <w:t>gémit la jeune fille</w:t>
      </w:r>
      <w:r>
        <w:t xml:space="preserve">. </w:t>
      </w:r>
      <w:r w:rsidR="004C389C">
        <w:t>Où sommes-nous</w:t>
      </w:r>
      <w:r>
        <w:t xml:space="preserve"> ? </w:t>
      </w:r>
      <w:r w:rsidR="004C389C">
        <w:t>que nous veut-on</w:t>
      </w:r>
      <w:r>
        <w:t> ?…</w:t>
      </w:r>
    </w:p>
    <w:p w14:paraId="2FC680CE" w14:textId="77777777" w:rsidR="004B5A85" w:rsidRDefault="004B5A85" w:rsidP="004C389C">
      <w:r>
        <w:t>— </w:t>
      </w:r>
      <w:r w:rsidR="004C389C">
        <w:t>Vous allez le savoir</w:t>
      </w:r>
      <w:r>
        <w:t xml:space="preserve">, </w:t>
      </w:r>
      <w:r w:rsidR="004C389C">
        <w:t>mademoiselle</w:t>
      </w:r>
      <w:r>
        <w:t xml:space="preserve">, </w:t>
      </w:r>
      <w:r w:rsidR="004C389C">
        <w:t>dit une voix sombre</w:t>
      </w:r>
      <w:r>
        <w:t>.</w:t>
      </w:r>
    </w:p>
    <w:p w14:paraId="0565A586" w14:textId="77777777" w:rsidR="004B5A85" w:rsidRDefault="004C389C" w:rsidP="004C389C">
      <w:r>
        <w:t>Et le Ravageur</w:t>
      </w:r>
      <w:r w:rsidR="004B5A85">
        <w:t xml:space="preserve">, </w:t>
      </w:r>
      <w:r>
        <w:t>livide</w:t>
      </w:r>
      <w:r w:rsidR="004B5A85">
        <w:t xml:space="preserve">, </w:t>
      </w:r>
      <w:r>
        <w:t>raide</w:t>
      </w:r>
      <w:r w:rsidR="004B5A85">
        <w:t xml:space="preserve">, </w:t>
      </w:r>
      <w:r>
        <w:t>s</w:t>
      </w:r>
      <w:r w:rsidR="004B5A85">
        <w:t>’</w:t>
      </w:r>
      <w:r>
        <w:t>avança au milieu du corps de garde</w:t>
      </w:r>
      <w:r w:rsidR="004B5A85">
        <w:t>.</w:t>
      </w:r>
    </w:p>
    <w:p w14:paraId="38E5E733" w14:textId="77777777" w:rsidR="004B5A85" w:rsidRDefault="004C389C" w:rsidP="004C389C">
      <w:r>
        <w:t>Pierrot l</w:t>
      </w:r>
      <w:r w:rsidR="004B5A85">
        <w:t>’</w:t>
      </w:r>
      <w:r>
        <w:t>Écureuil le suivait</w:t>
      </w:r>
      <w:r w:rsidR="004B5A85">
        <w:t xml:space="preserve">, </w:t>
      </w:r>
      <w:r>
        <w:t>mais le mousse</w:t>
      </w:r>
      <w:r w:rsidR="004B5A85">
        <w:t xml:space="preserve">, </w:t>
      </w:r>
      <w:r>
        <w:t>les sourcils froncés et l</w:t>
      </w:r>
      <w:r w:rsidR="004B5A85">
        <w:t>’</w:t>
      </w:r>
      <w:r>
        <w:t>air absorbé</w:t>
      </w:r>
      <w:r w:rsidR="004B5A85">
        <w:t xml:space="preserve">, </w:t>
      </w:r>
      <w:r>
        <w:t>s</w:t>
      </w:r>
      <w:r w:rsidR="004B5A85">
        <w:t>’</w:t>
      </w:r>
      <w:r>
        <w:t>arrêta près de l</w:t>
      </w:r>
      <w:r w:rsidR="004B5A85">
        <w:t>’</w:t>
      </w:r>
      <w:r>
        <w:t>escalier</w:t>
      </w:r>
      <w:r w:rsidR="004B5A85">
        <w:t xml:space="preserve">, </w:t>
      </w:r>
      <w:r>
        <w:t>non loin de Cristobal et juste en face de Dolorès</w:t>
      </w:r>
      <w:r w:rsidR="004B5A85">
        <w:t>.</w:t>
      </w:r>
    </w:p>
    <w:p w14:paraId="3DAFC86C" w14:textId="77777777" w:rsidR="004B5A85" w:rsidRDefault="004B5A85" w:rsidP="004C389C">
      <w:r>
        <w:t>— </w:t>
      </w:r>
      <w:r w:rsidR="004C389C">
        <w:t>Mademoiselle</w:t>
      </w:r>
      <w:r>
        <w:t xml:space="preserve">, </w:t>
      </w:r>
      <w:r w:rsidR="004C389C">
        <w:t>reprit Hugues de Mauduit d</w:t>
      </w:r>
      <w:r>
        <w:t>’</w:t>
      </w:r>
      <w:r w:rsidR="004C389C">
        <w:t>une voix qui</w:t>
      </w:r>
      <w:r>
        <w:t xml:space="preserve">, </w:t>
      </w:r>
      <w:r w:rsidR="004C389C">
        <w:t>peu à peu</w:t>
      </w:r>
      <w:r>
        <w:t xml:space="preserve">, </w:t>
      </w:r>
      <w:r w:rsidR="004C389C">
        <w:t>prit des sonorités profondes et terribles</w:t>
      </w:r>
      <w:r>
        <w:t xml:space="preserve">, </w:t>
      </w:r>
      <w:r w:rsidR="004C389C">
        <w:t>mademo</w:t>
      </w:r>
      <w:r w:rsidR="004C389C">
        <w:t>i</w:t>
      </w:r>
      <w:r w:rsidR="004C389C">
        <w:t>selle</w:t>
      </w:r>
      <w:r>
        <w:t xml:space="preserve">, </w:t>
      </w:r>
      <w:r w:rsidR="004C389C">
        <w:t>écoutez</w:t>
      </w:r>
      <w:r>
        <w:t xml:space="preserve"> ! </w:t>
      </w:r>
      <w:r w:rsidR="004C389C">
        <w:t>Et vous aussi</w:t>
      </w:r>
      <w:r>
        <w:t xml:space="preserve">, </w:t>
      </w:r>
      <w:r w:rsidR="004C389C">
        <w:t>matelots</w:t>
      </w:r>
      <w:r>
        <w:t xml:space="preserve">, </w:t>
      </w:r>
      <w:r w:rsidR="004C389C">
        <w:t>hommes forts que la c</w:t>
      </w:r>
      <w:r w:rsidR="004C389C">
        <w:t>i</w:t>
      </w:r>
      <w:r w:rsidR="004C389C">
        <w:t>vilisation a désespérés par son injustice</w:t>
      </w:r>
      <w:r>
        <w:t> !…</w:t>
      </w:r>
    </w:p>
    <w:p w14:paraId="338C6155" w14:textId="77777777" w:rsidR="004B5A85" w:rsidRDefault="004B5A85" w:rsidP="004C389C">
      <w:r>
        <w:t>« </w:t>
      </w:r>
      <w:r w:rsidR="004C389C">
        <w:t>J</w:t>
      </w:r>
      <w:r>
        <w:t>’</w:t>
      </w:r>
      <w:r w:rsidR="004C389C">
        <w:t>avais quatorze ans</w:t>
      </w:r>
      <w:r>
        <w:t xml:space="preserve">. </w:t>
      </w:r>
      <w:r w:rsidR="004C389C">
        <w:t>Mon père et ma mère s</w:t>
      </w:r>
      <w:r>
        <w:t>’</w:t>
      </w:r>
      <w:r w:rsidR="004C389C">
        <w:t>étaient ét</w:t>
      </w:r>
      <w:r w:rsidR="004C389C">
        <w:t>a</w:t>
      </w:r>
      <w:r w:rsidR="004C389C">
        <w:t>blis au Venezuela où mon père dirigeait une vaste exploitation agricole</w:t>
      </w:r>
      <w:r>
        <w:t xml:space="preserve">. </w:t>
      </w:r>
      <w:r w:rsidR="004C389C">
        <w:t>Il y eut une révolution dans le pays</w:t>
      </w:r>
      <w:r>
        <w:t xml:space="preserve">. </w:t>
      </w:r>
      <w:r w:rsidR="004C389C">
        <w:t>Quoique lié avec le président en exercice</w:t>
      </w:r>
      <w:r>
        <w:t xml:space="preserve">, </w:t>
      </w:r>
      <w:r w:rsidR="004C389C">
        <w:t>mon père ne prit aucun parti</w:t>
      </w:r>
      <w:r>
        <w:t xml:space="preserve">, </w:t>
      </w:r>
      <w:r w:rsidR="004C389C">
        <w:lastRenderedPageBreak/>
        <w:t>et il se tint à l</w:t>
      </w:r>
      <w:r>
        <w:t>’</w:t>
      </w:r>
      <w:r w:rsidR="004C389C">
        <w:t>écart des troubles</w:t>
      </w:r>
      <w:r>
        <w:t xml:space="preserve">, </w:t>
      </w:r>
      <w:r w:rsidR="004C389C">
        <w:t>continuant à diriger son exploitation comme en temps ordinaire</w:t>
      </w:r>
      <w:r>
        <w:t>.</w:t>
      </w:r>
    </w:p>
    <w:p w14:paraId="38BE6BD9" w14:textId="77777777" w:rsidR="004B5A85" w:rsidRDefault="004B5A85" w:rsidP="004C389C">
      <w:r>
        <w:t>« </w:t>
      </w:r>
      <w:r w:rsidR="004C389C">
        <w:t>Un jour</w:t>
      </w:r>
      <w:r>
        <w:t xml:space="preserve">, </w:t>
      </w:r>
      <w:r w:rsidR="004C389C">
        <w:t>une troupe</w:t>
      </w:r>
      <w:r>
        <w:t xml:space="preserve">, </w:t>
      </w:r>
      <w:r w:rsidR="004C389C">
        <w:t>une bande de révolutionnaires e</w:t>
      </w:r>
      <w:r w:rsidR="004C389C">
        <w:t>n</w:t>
      </w:r>
      <w:r w:rsidR="004C389C">
        <w:t>vahit ses propriétés</w:t>
      </w:r>
      <w:r>
        <w:t xml:space="preserve">. </w:t>
      </w:r>
      <w:r w:rsidR="004C389C">
        <w:t>Et quoiqu</w:t>
      </w:r>
      <w:r>
        <w:t>’</w:t>
      </w:r>
      <w:r w:rsidR="004C389C">
        <w:t>il fût neutre entre les partis</w:t>
      </w:r>
      <w:r>
        <w:t xml:space="preserve">, </w:t>
      </w:r>
      <w:r w:rsidR="004C389C">
        <w:t>on saccagea les récoltes sur pied</w:t>
      </w:r>
      <w:r>
        <w:t xml:space="preserve">, </w:t>
      </w:r>
      <w:r w:rsidR="004C389C">
        <w:t>sous prétexte que mon père était l</w:t>
      </w:r>
      <w:r>
        <w:t>’</w:t>
      </w:r>
      <w:r w:rsidR="004C389C">
        <w:t>ami du président</w:t>
      </w:r>
      <w:r>
        <w:t xml:space="preserve">. </w:t>
      </w:r>
      <w:r w:rsidR="004C389C">
        <w:t>Plusieurs domestiques de mon père furent tués</w:t>
      </w:r>
      <w:r>
        <w:t xml:space="preserve"> ; </w:t>
      </w:r>
      <w:r w:rsidR="004C389C">
        <w:t>les autres réussirent à s</w:t>
      </w:r>
      <w:r>
        <w:t>’</w:t>
      </w:r>
      <w:r w:rsidR="004C389C">
        <w:t>enfuir</w:t>
      </w:r>
      <w:r>
        <w:t xml:space="preserve">. </w:t>
      </w:r>
      <w:r w:rsidR="004C389C">
        <w:t>Mais mon père</w:t>
      </w:r>
      <w:r>
        <w:t xml:space="preserve">, </w:t>
      </w:r>
      <w:r w:rsidR="004C389C">
        <w:t>ma mère et moi</w:t>
      </w:r>
      <w:r>
        <w:t xml:space="preserve">, </w:t>
      </w:r>
      <w:r w:rsidR="004C389C">
        <w:t>nous fûmes capturés par les bandits</w:t>
      </w:r>
      <w:r>
        <w:t>.</w:t>
      </w:r>
    </w:p>
    <w:p w14:paraId="2D30CB81" w14:textId="77777777" w:rsidR="004B5A85" w:rsidRDefault="004B5A85" w:rsidP="004C389C">
      <w:r>
        <w:t>« </w:t>
      </w:r>
      <w:r w:rsidR="004C389C">
        <w:t>L</w:t>
      </w:r>
      <w:r>
        <w:t>’</w:t>
      </w:r>
      <w:r w:rsidR="004C389C">
        <w:t>officier qui commandait la troupe des révolutionnaires ravageurs et assassins s</w:t>
      </w:r>
      <w:r>
        <w:t>’</w:t>
      </w:r>
      <w:r w:rsidR="004C389C">
        <w:t>appelait Cristobal Santa-</w:t>
      </w:r>
      <w:proofErr w:type="spellStart"/>
      <w:r w:rsidR="004C389C">
        <w:t>Fé</w:t>
      </w:r>
      <w:proofErr w:type="spellEnd"/>
      <w:r>
        <w:t xml:space="preserve">. </w:t>
      </w:r>
      <w:r w:rsidR="004C389C">
        <w:t>Il avait alors un peu plus de vingt ans</w:t>
      </w:r>
      <w:r>
        <w:t xml:space="preserve">. </w:t>
      </w:r>
      <w:r w:rsidR="004C389C">
        <w:t>Il ne se contenta pas d</w:t>
      </w:r>
      <w:r>
        <w:t>’</w:t>
      </w:r>
      <w:r w:rsidR="004C389C">
        <w:t>exciter ses hommes</w:t>
      </w:r>
      <w:r>
        <w:t xml:space="preserve">. </w:t>
      </w:r>
      <w:r w:rsidR="004C389C">
        <w:t>Il tua lui-même</w:t>
      </w:r>
      <w:r>
        <w:t xml:space="preserve">, </w:t>
      </w:r>
      <w:r w:rsidR="004C389C">
        <w:t>de sa propre main</w:t>
      </w:r>
      <w:r>
        <w:t xml:space="preserve">, </w:t>
      </w:r>
      <w:r w:rsidR="004C389C">
        <w:t>la sœur de lait de ma mère</w:t>
      </w:r>
      <w:r>
        <w:t xml:space="preserve">, </w:t>
      </w:r>
      <w:r w:rsidR="004C389C">
        <w:t>une jeune fille qui faisait dans la maison l</w:t>
      </w:r>
      <w:r>
        <w:t>’</w:t>
      </w:r>
      <w:r w:rsidR="004C389C">
        <w:t>office de lectrice</w:t>
      </w:r>
      <w:r>
        <w:t>…</w:t>
      </w:r>
    </w:p>
    <w:p w14:paraId="30797F7B" w14:textId="77777777" w:rsidR="004B5A85" w:rsidRDefault="004B5A85" w:rsidP="004C389C">
      <w:r>
        <w:t>« </w:t>
      </w:r>
      <w:r w:rsidR="004C389C">
        <w:t>Puis il fit amener dans la cour de la maison mon père</w:t>
      </w:r>
      <w:r>
        <w:t xml:space="preserve">, </w:t>
      </w:r>
      <w:r w:rsidR="004C389C">
        <w:t>ma mère et moi-même</w:t>
      </w:r>
      <w:r>
        <w:t xml:space="preserve">, </w:t>
      </w:r>
      <w:r w:rsidR="004C389C">
        <w:t>tous trois séparés et tenus brutalement par des bandits</w:t>
      </w:r>
      <w:r>
        <w:t>.</w:t>
      </w:r>
    </w:p>
    <w:p w14:paraId="1BF71522" w14:textId="77777777" w:rsidR="004B5A85" w:rsidRDefault="004B5A85" w:rsidP="004C389C">
      <w:r>
        <w:t>« </w:t>
      </w:r>
      <w:r w:rsidR="004C389C">
        <w:t>S</w:t>
      </w:r>
      <w:r>
        <w:t>’</w:t>
      </w:r>
      <w:r w:rsidR="004C389C">
        <w:t>avançant vers mon père</w:t>
      </w:r>
      <w:r>
        <w:t xml:space="preserve">, </w:t>
      </w:r>
      <w:r w:rsidR="004C389C">
        <w:t>garrotté et impuissant à se d</w:t>
      </w:r>
      <w:r w:rsidR="004C389C">
        <w:t>é</w:t>
      </w:r>
      <w:r w:rsidR="004C389C">
        <w:t>fendre</w:t>
      </w:r>
      <w:r>
        <w:t xml:space="preserve">, </w:t>
      </w:r>
      <w:r w:rsidR="004C389C">
        <w:t>Cristobal souffleta par deux fois</w:t>
      </w:r>
      <w:r>
        <w:t xml:space="preserve">, </w:t>
      </w:r>
      <w:r w:rsidR="004C389C">
        <w:t>avec violence</w:t>
      </w:r>
      <w:r>
        <w:t xml:space="preserve">, </w:t>
      </w:r>
      <w:r w:rsidR="004C389C">
        <w:t>l</w:t>
      </w:r>
      <w:r>
        <w:t>’</w:t>
      </w:r>
      <w:r w:rsidR="004C389C">
        <w:t>honnête vieillard à cheveux blancs</w:t>
      </w:r>
      <w:r>
        <w:t>…</w:t>
      </w:r>
    </w:p>
    <w:p w14:paraId="1FCFCC7B" w14:textId="77777777" w:rsidR="004B5A85" w:rsidRDefault="004B5A85" w:rsidP="004C389C">
      <w:r>
        <w:t>« </w:t>
      </w:r>
      <w:r w:rsidR="004C389C">
        <w:t>D</w:t>
      </w:r>
      <w:r>
        <w:t>’</w:t>
      </w:r>
      <w:r w:rsidR="004C389C">
        <w:t>indignation et de douleur de voir son mari ainsi outr</w:t>
      </w:r>
      <w:r w:rsidR="004C389C">
        <w:t>a</w:t>
      </w:r>
      <w:r w:rsidR="004C389C">
        <w:t>gé</w:t>
      </w:r>
      <w:r>
        <w:t xml:space="preserve">, </w:t>
      </w:r>
      <w:r w:rsidR="004C389C">
        <w:t>ma mère s</w:t>
      </w:r>
      <w:r>
        <w:t>’</w:t>
      </w:r>
      <w:r w:rsidR="004C389C">
        <w:t>évanouit</w:t>
      </w:r>
      <w:r>
        <w:t>…</w:t>
      </w:r>
    </w:p>
    <w:p w14:paraId="30FFC537" w14:textId="77777777" w:rsidR="004B5A85" w:rsidRDefault="004B5A85" w:rsidP="004C389C">
      <w:r>
        <w:t>« </w:t>
      </w:r>
      <w:r w:rsidR="004C389C">
        <w:t>Alors</w:t>
      </w:r>
      <w:r>
        <w:t xml:space="preserve">, </w:t>
      </w:r>
      <w:r w:rsidR="004C389C">
        <w:t>se tournant vers moi</w:t>
      </w:r>
      <w:r>
        <w:t xml:space="preserve">, </w:t>
      </w:r>
      <w:r w:rsidR="004C389C">
        <w:t>Cristobal Santa-</w:t>
      </w:r>
      <w:proofErr w:type="spellStart"/>
      <w:r w:rsidR="004C389C">
        <w:t>Fé</w:t>
      </w:r>
      <w:proofErr w:type="spellEnd"/>
      <w:r w:rsidR="004C389C">
        <w:t xml:space="preserve"> ricana</w:t>
      </w:r>
      <w:r>
        <w:t> :</w:t>
      </w:r>
    </w:p>
    <w:p w14:paraId="5B93A830" w14:textId="77777777" w:rsidR="004B5A85" w:rsidRDefault="004B5A85" w:rsidP="004C389C">
      <w:r>
        <w:t>« — </w:t>
      </w:r>
      <w:r w:rsidR="004C389C">
        <w:t>Regarde</w:t>
      </w:r>
      <w:r>
        <w:t xml:space="preserve">, </w:t>
      </w:r>
      <w:r w:rsidR="004C389C">
        <w:t>garçon</w:t>
      </w:r>
      <w:r>
        <w:t xml:space="preserve">, </w:t>
      </w:r>
      <w:r w:rsidR="004C389C">
        <w:t>de quelle couleur est le sang de ton père</w:t>
      </w:r>
      <w:r>
        <w:t> !…</w:t>
      </w:r>
    </w:p>
    <w:p w14:paraId="2D96755A" w14:textId="77777777" w:rsidR="004B5A85" w:rsidRDefault="004B5A85" w:rsidP="004C389C">
      <w:r>
        <w:t>« </w:t>
      </w:r>
      <w:r w:rsidR="004C389C">
        <w:t>Et levant son revolver</w:t>
      </w:r>
      <w:r>
        <w:t xml:space="preserve">, </w:t>
      </w:r>
      <w:r w:rsidR="004C389C">
        <w:t>l</w:t>
      </w:r>
      <w:r>
        <w:t>’</w:t>
      </w:r>
      <w:r w:rsidR="004C389C">
        <w:t>officier lâche et cruel tira deux fois</w:t>
      </w:r>
      <w:r>
        <w:t xml:space="preserve">, </w:t>
      </w:r>
      <w:r w:rsidR="004C389C">
        <w:t>à bout portant</w:t>
      </w:r>
      <w:r>
        <w:t xml:space="preserve"> ! </w:t>
      </w:r>
      <w:r w:rsidR="004C389C">
        <w:t>La tête fracassée</w:t>
      </w:r>
      <w:r>
        <w:t xml:space="preserve">, </w:t>
      </w:r>
      <w:r w:rsidR="004C389C">
        <w:t>mon père s</w:t>
      </w:r>
      <w:r>
        <w:t>’</w:t>
      </w:r>
      <w:r w:rsidR="004C389C">
        <w:t>abattit</w:t>
      </w:r>
      <w:r>
        <w:t>…</w:t>
      </w:r>
    </w:p>
    <w:p w14:paraId="076F4F25" w14:textId="77777777" w:rsidR="004B5A85" w:rsidRDefault="004B5A85" w:rsidP="004C389C">
      <w:r>
        <w:t>« </w:t>
      </w:r>
      <w:r w:rsidR="004C389C">
        <w:t>J</w:t>
      </w:r>
      <w:r>
        <w:t>’</w:t>
      </w:r>
      <w:r w:rsidR="004C389C">
        <w:t>ai vu cela</w:t>
      </w:r>
      <w:r>
        <w:t> !</w:t>
      </w:r>
    </w:p>
    <w:p w14:paraId="18585FF8" w14:textId="77777777" w:rsidR="004B5A85" w:rsidRDefault="004C389C" w:rsidP="004C389C">
      <w:r>
        <w:lastRenderedPageBreak/>
        <w:t>Et le Ravageur du Monde se tut</w:t>
      </w:r>
      <w:r w:rsidR="004B5A85">
        <w:t xml:space="preserve">, </w:t>
      </w:r>
      <w:r>
        <w:t>frémissant</w:t>
      </w:r>
      <w:r w:rsidR="004B5A85">
        <w:t>.</w:t>
      </w:r>
    </w:p>
    <w:p w14:paraId="21905BD3" w14:textId="77777777" w:rsidR="004B5A85" w:rsidRDefault="004C389C" w:rsidP="004C389C">
      <w:r>
        <w:t>Impassibles</w:t>
      </w:r>
      <w:r w:rsidR="004B5A85">
        <w:t xml:space="preserve">, </w:t>
      </w:r>
      <w:r>
        <w:t>les matelots forbans restaient immobiles</w:t>
      </w:r>
      <w:r w:rsidR="004B5A85">
        <w:t xml:space="preserve">. </w:t>
      </w:r>
      <w:r>
        <w:t>Mais leurs yeux lançaient des éclairs</w:t>
      </w:r>
      <w:r w:rsidR="004B5A85">
        <w:t>…</w:t>
      </w:r>
    </w:p>
    <w:p w14:paraId="60B8A257" w14:textId="77777777" w:rsidR="004B5A85" w:rsidRDefault="004B5A85" w:rsidP="004C389C">
      <w:r>
        <w:t>— </w:t>
      </w:r>
      <w:r w:rsidR="004C389C">
        <w:t>Ma mère et moi</w:t>
      </w:r>
      <w:r>
        <w:t xml:space="preserve">, </w:t>
      </w:r>
      <w:r w:rsidR="004C389C">
        <w:t>reprit le Ravageur</w:t>
      </w:r>
      <w:r>
        <w:t xml:space="preserve">, </w:t>
      </w:r>
      <w:r w:rsidR="004C389C">
        <w:t>nous avons été jetés dans une charrette et emmenés à Caracas</w:t>
      </w:r>
      <w:r>
        <w:t xml:space="preserve">, </w:t>
      </w:r>
      <w:r w:rsidR="004C389C">
        <w:t>où la révolution triomphait</w:t>
      </w:r>
      <w:r>
        <w:t xml:space="preserve">. </w:t>
      </w:r>
      <w:r w:rsidR="004C389C">
        <w:t>Et le gouvernement nouveau nous mit sur un navire qui</w:t>
      </w:r>
      <w:r>
        <w:t xml:space="preserve">, </w:t>
      </w:r>
      <w:r w:rsidR="004C389C">
        <w:t>une nuit</w:t>
      </w:r>
      <w:r>
        <w:t xml:space="preserve">, </w:t>
      </w:r>
      <w:r w:rsidR="004C389C">
        <w:t>longtemps après</w:t>
      </w:r>
      <w:r>
        <w:t xml:space="preserve">, </w:t>
      </w:r>
      <w:r w:rsidR="004C389C">
        <w:t>nous abandonna</w:t>
      </w:r>
      <w:r>
        <w:t xml:space="preserve">, </w:t>
      </w:r>
      <w:r w:rsidR="004C389C">
        <w:t>sans re</w:t>
      </w:r>
      <w:r w:rsidR="004C389C">
        <w:t>s</w:t>
      </w:r>
      <w:r w:rsidR="004C389C">
        <w:t>sources</w:t>
      </w:r>
      <w:r>
        <w:t xml:space="preserve">, </w:t>
      </w:r>
      <w:r w:rsidR="004C389C">
        <w:t>sur les côtes de la France</w:t>
      </w:r>
      <w:r>
        <w:t xml:space="preserve"> !… </w:t>
      </w:r>
      <w:r w:rsidR="004C389C">
        <w:t>Quant à mes propriétés du Venezuela</w:t>
      </w:r>
      <w:r>
        <w:t xml:space="preserve">, </w:t>
      </w:r>
      <w:r w:rsidR="004C389C">
        <w:t>elles furent confisquées et toutes données à Cristobal Santa-</w:t>
      </w:r>
      <w:proofErr w:type="spellStart"/>
      <w:r w:rsidR="004C389C">
        <w:t>Fé</w:t>
      </w:r>
      <w:proofErr w:type="spellEnd"/>
      <w:r>
        <w:t xml:space="preserve">, </w:t>
      </w:r>
      <w:r w:rsidR="004C389C">
        <w:t>l</w:t>
      </w:r>
      <w:r>
        <w:t>’</w:t>
      </w:r>
      <w:r w:rsidR="004C389C">
        <w:t>assassin</w:t>
      </w:r>
      <w:r>
        <w:t> !…</w:t>
      </w:r>
    </w:p>
    <w:p w14:paraId="6BFED69B" w14:textId="77777777" w:rsidR="004B5A85" w:rsidRDefault="004C389C" w:rsidP="004C389C">
      <w:r>
        <w:t>Et le Ravageur se tut</w:t>
      </w:r>
      <w:r w:rsidR="004B5A85">
        <w:t>.</w:t>
      </w:r>
    </w:p>
    <w:p w14:paraId="6FF9B6EB" w14:textId="77777777" w:rsidR="004B5A85" w:rsidRDefault="004C389C" w:rsidP="004C389C">
      <w:r>
        <w:t>Il y eut un instant d</w:t>
      </w:r>
      <w:r w:rsidR="004B5A85">
        <w:t>’</w:t>
      </w:r>
      <w:r>
        <w:t>un silence d</w:t>
      </w:r>
      <w:r w:rsidR="004B5A85">
        <w:t>’</w:t>
      </w:r>
      <w:r>
        <w:t>angoisse</w:t>
      </w:r>
      <w:r w:rsidR="004B5A85">
        <w:t>.</w:t>
      </w:r>
    </w:p>
    <w:p w14:paraId="33BD600B" w14:textId="77777777" w:rsidR="004B5A85" w:rsidRDefault="004C389C" w:rsidP="004C389C">
      <w:r>
        <w:t>Puis</w:t>
      </w:r>
      <w:r w:rsidR="004B5A85">
        <w:t xml:space="preserve">, </w:t>
      </w:r>
      <w:r>
        <w:t>se tournant vers le prisonnier</w:t>
      </w:r>
      <w:r w:rsidR="004B5A85">
        <w:t xml:space="preserve">, </w:t>
      </w:r>
      <w:r>
        <w:t>qui était livide et qui venait de vieillir de dix ans en cinq minutes</w:t>
      </w:r>
      <w:r w:rsidR="004B5A85">
        <w:t xml:space="preserve">, </w:t>
      </w:r>
      <w:r>
        <w:t>Hugues de Mauduit reprit</w:t>
      </w:r>
      <w:r w:rsidR="004B5A85">
        <w:t> :</w:t>
      </w:r>
    </w:p>
    <w:p w14:paraId="26EC7A21" w14:textId="77777777" w:rsidR="004B5A85" w:rsidRDefault="004B5A85" w:rsidP="004C389C">
      <w:r>
        <w:t>— </w:t>
      </w:r>
      <w:r w:rsidR="004C389C">
        <w:t>Cristobal Santa-</w:t>
      </w:r>
      <w:proofErr w:type="spellStart"/>
      <w:r w:rsidR="004C389C">
        <w:t>Fé</w:t>
      </w:r>
      <w:proofErr w:type="spellEnd"/>
      <w:r>
        <w:t xml:space="preserve">, </w:t>
      </w:r>
      <w:r w:rsidR="004C389C">
        <w:t>l</w:t>
      </w:r>
      <w:r>
        <w:t>’</w:t>
      </w:r>
      <w:r w:rsidR="004C389C">
        <w:t>heure de la justice et de la ve</w:t>
      </w:r>
      <w:r w:rsidR="004C389C">
        <w:t>n</w:t>
      </w:r>
      <w:r w:rsidR="004C389C">
        <w:t>geance a sonné</w:t>
      </w:r>
      <w:r>
        <w:t xml:space="preserve">. </w:t>
      </w:r>
      <w:r w:rsidR="004C389C">
        <w:t>Tu vas mourir devant ta fille</w:t>
      </w:r>
      <w:r>
        <w:t xml:space="preserve">, </w:t>
      </w:r>
      <w:r w:rsidR="004C389C">
        <w:t>comme mon père est mort devant moi</w:t>
      </w:r>
      <w:r>
        <w:t xml:space="preserve">. </w:t>
      </w:r>
      <w:r w:rsidR="004C389C">
        <w:t>Mais nos mains ne se souilleront pas de ton sang</w:t>
      </w:r>
      <w:r>
        <w:t xml:space="preserve">… </w:t>
      </w:r>
      <w:r w:rsidR="004C389C">
        <w:t>Les monstres de la mer dévoreront le monstre de la terre que tu es</w:t>
      </w:r>
      <w:r>
        <w:t>…</w:t>
      </w:r>
    </w:p>
    <w:p w14:paraId="3F44250C" w14:textId="77777777" w:rsidR="004B5A85" w:rsidRDefault="004B5A85" w:rsidP="004C389C">
      <w:r>
        <w:t>« </w:t>
      </w:r>
      <w:r w:rsidR="004C389C">
        <w:t>Quant à ta fille</w:t>
      </w:r>
      <w:r>
        <w:t xml:space="preserve">, </w:t>
      </w:r>
      <w:r w:rsidR="004C389C">
        <w:t>comme l</w:t>
      </w:r>
      <w:r>
        <w:t>’</w:t>
      </w:r>
      <w:r w:rsidR="004C389C">
        <w:t>a été ma mère et moi</w:t>
      </w:r>
      <w:r>
        <w:t xml:space="preserve">, </w:t>
      </w:r>
      <w:r w:rsidR="004C389C">
        <w:t>elle sera jetée</w:t>
      </w:r>
      <w:r>
        <w:t xml:space="preserve">, </w:t>
      </w:r>
      <w:r w:rsidR="004C389C">
        <w:t>sans ressources</w:t>
      </w:r>
      <w:r>
        <w:t xml:space="preserve">, </w:t>
      </w:r>
      <w:r w:rsidR="004C389C">
        <w:t>sur les côtes de France</w:t>
      </w:r>
      <w:r>
        <w:t>…</w:t>
      </w:r>
    </w:p>
    <w:p w14:paraId="30FFA6AB" w14:textId="77777777" w:rsidR="004B5A85" w:rsidRDefault="004B5A85" w:rsidP="004C389C">
      <w:r>
        <w:t>« </w:t>
      </w:r>
      <w:proofErr w:type="spellStart"/>
      <w:r w:rsidR="004C389C">
        <w:t>Caltic</w:t>
      </w:r>
      <w:proofErr w:type="spellEnd"/>
      <w:r>
        <w:t xml:space="preserve">, </w:t>
      </w:r>
      <w:r w:rsidR="004C389C">
        <w:t>ouvre l</w:t>
      </w:r>
      <w:r>
        <w:t>’</w:t>
      </w:r>
      <w:r w:rsidR="004C389C">
        <w:t>écoutille</w:t>
      </w:r>
      <w:r>
        <w:t> !</w:t>
      </w:r>
    </w:p>
    <w:p w14:paraId="3D6085F0" w14:textId="77777777" w:rsidR="004B5A85" w:rsidRDefault="004C389C" w:rsidP="004C389C">
      <w:proofErr w:type="spellStart"/>
      <w:r>
        <w:t>Caltic</w:t>
      </w:r>
      <w:proofErr w:type="spellEnd"/>
      <w:r>
        <w:t xml:space="preserve"> escalada l</w:t>
      </w:r>
      <w:r w:rsidR="004B5A85">
        <w:t>’</w:t>
      </w:r>
      <w:r>
        <w:t>escalier et ouvrit l</w:t>
      </w:r>
      <w:r w:rsidR="004B5A85">
        <w:t>’</w:t>
      </w:r>
      <w:r>
        <w:t>écoutille centrale</w:t>
      </w:r>
      <w:r w:rsidR="004B5A85">
        <w:t xml:space="preserve">. </w:t>
      </w:r>
      <w:r>
        <w:t>Il r</w:t>
      </w:r>
      <w:r>
        <w:t>a</w:t>
      </w:r>
      <w:r>
        <w:t>battit le panneau en dehors et</w:t>
      </w:r>
      <w:r w:rsidR="004B5A85">
        <w:t xml:space="preserve">, </w:t>
      </w:r>
      <w:r>
        <w:t>par l</w:t>
      </w:r>
      <w:r w:rsidR="004B5A85">
        <w:t>’</w:t>
      </w:r>
      <w:r>
        <w:t>ouverture</w:t>
      </w:r>
      <w:r w:rsidR="004B5A85">
        <w:t xml:space="preserve">, </w:t>
      </w:r>
      <w:r>
        <w:t>on vit le ciel bleu en même temps qu</w:t>
      </w:r>
      <w:r w:rsidR="004B5A85">
        <w:t>’</w:t>
      </w:r>
      <w:r>
        <w:t xml:space="preserve">entraient dans le </w:t>
      </w:r>
      <w:r>
        <w:rPr>
          <w:i/>
          <w:iCs/>
        </w:rPr>
        <w:t xml:space="preserve">Nyctalope </w:t>
      </w:r>
      <w:r>
        <w:t xml:space="preserve">les </w:t>
      </w:r>
      <w:proofErr w:type="spellStart"/>
      <w:r>
        <w:t>aromes</w:t>
      </w:r>
      <w:proofErr w:type="spellEnd"/>
      <w:r>
        <w:t xml:space="preserve"> de l</w:t>
      </w:r>
      <w:r w:rsidR="004B5A85">
        <w:t>’</w:t>
      </w:r>
      <w:r>
        <w:t>air marin</w:t>
      </w:r>
      <w:r w:rsidR="004B5A85">
        <w:t>…</w:t>
      </w:r>
    </w:p>
    <w:p w14:paraId="04BE6D5A" w14:textId="5AA9C111" w:rsidR="004C389C" w:rsidRDefault="004C389C" w:rsidP="004B5A85">
      <w:pPr>
        <w:pStyle w:val="Titre1"/>
      </w:pPr>
      <w:bookmarkStart w:id="29" w:name="__RefHeading__31_1003869823"/>
      <w:bookmarkStart w:id="30" w:name="_Toc202462476"/>
      <w:bookmarkEnd w:id="29"/>
      <w:r>
        <w:lastRenderedPageBreak/>
        <w:t>CHAPITRE XVI</w:t>
      </w:r>
      <w:r>
        <w:br/>
      </w:r>
      <w:r>
        <w:br/>
        <w:t>LE REPAS DES MONSTRES</w:t>
      </w:r>
      <w:bookmarkEnd w:id="30"/>
    </w:p>
    <w:p w14:paraId="680B80C0" w14:textId="77777777" w:rsidR="004B5A85" w:rsidRDefault="004C389C" w:rsidP="004C389C">
      <w:r>
        <w:t>En proie à une terreur sans nom</w:t>
      </w:r>
      <w:r w:rsidR="004B5A85">
        <w:t xml:space="preserve">, </w:t>
      </w:r>
      <w:r>
        <w:t>Dolorès avait écouté l</w:t>
      </w:r>
      <w:r w:rsidR="004B5A85">
        <w:t>’</w:t>
      </w:r>
      <w:r>
        <w:t>effroyable récit du Ravageur du Monde</w:t>
      </w:r>
      <w:r w:rsidR="004B5A85">
        <w:t xml:space="preserve">. </w:t>
      </w:r>
      <w:r>
        <w:t>Dans son amour filial pour son père qui l</w:t>
      </w:r>
      <w:r w:rsidR="004B5A85">
        <w:t>’</w:t>
      </w:r>
      <w:r>
        <w:t>adorait et à qui</w:t>
      </w:r>
      <w:r w:rsidR="004B5A85">
        <w:t xml:space="preserve">, </w:t>
      </w:r>
      <w:r>
        <w:t>n</w:t>
      </w:r>
      <w:r w:rsidR="004B5A85">
        <w:t>’</w:t>
      </w:r>
      <w:r>
        <w:t>ayant plus sa mère</w:t>
      </w:r>
      <w:r w:rsidR="004B5A85">
        <w:t xml:space="preserve">, </w:t>
      </w:r>
      <w:r>
        <w:t>morte en la mettant au monde</w:t>
      </w:r>
      <w:r w:rsidR="004B5A85">
        <w:t xml:space="preserve">, </w:t>
      </w:r>
      <w:r>
        <w:t>la jeune fille avait donné toute sa te</w:t>
      </w:r>
      <w:r>
        <w:t>n</w:t>
      </w:r>
      <w:r>
        <w:t>dresse</w:t>
      </w:r>
      <w:r w:rsidR="004B5A85">
        <w:t xml:space="preserve">, </w:t>
      </w:r>
      <w:r>
        <w:t xml:space="preserve">Dolorès ne crut pas un seul instant que </w:t>
      </w:r>
      <w:r w:rsidRPr="005E5F3D">
        <w:t xml:space="preserve">ce </w:t>
      </w:r>
      <w:r>
        <w:t>père si doux et si affectueux pour elle eût commis les crimes affreux dont on l</w:t>
      </w:r>
      <w:r w:rsidR="004B5A85">
        <w:t>’</w:t>
      </w:r>
      <w:r>
        <w:t>accusait</w:t>
      </w:r>
      <w:r w:rsidR="004B5A85">
        <w:t>.</w:t>
      </w:r>
    </w:p>
    <w:p w14:paraId="55D6B05A" w14:textId="77777777" w:rsidR="004B5A85" w:rsidRDefault="004C389C" w:rsidP="004C389C">
      <w:r>
        <w:t>Elle jeta un cri et voulut s</w:t>
      </w:r>
      <w:r w:rsidR="004B5A85">
        <w:t>’</w:t>
      </w:r>
      <w:r>
        <w:t>élancer vers son père en gémi</w:t>
      </w:r>
      <w:r>
        <w:t>s</w:t>
      </w:r>
      <w:r>
        <w:t>sant</w:t>
      </w:r>
      <w:r w:rsidR="004B5A85">
        <w:t> :</w:t>
      </w:r>
    </w:p>
    <w:p w14:paraId="15F059AA" w14:textId="77777777" w:rsidR="004B5A85" w:rsidRDefault="004B5A85" w:rsidP="004C389C">
      <w:r>
        <w:t>— </w:t>
      </w:r>
      <w:r w:rsidR="004C389C">
        <w:t>Papa</w:t>
      </w:r>
      <w:r>
        <w:t xml:space="preserve"> !… </w:t>
      </w:r>
      <w:r w:rsidR="004C389C">
        <w:t>papa</w:t>
      </w:r>
      <w:r>
        <w:t> !…</w:t>
      </w:r>
    </w:p>
    <w:p w14:paraId="34D38C0E" w14:textId="77777777" w:rsidR="004B5A85" w:rsidRDefault="004C389C" w:rsidP="004C389C">
      <w:proofErr w:type="spellStart"/>
      <w:r>
        <w:t>Askold</w:t>
      </w:r>
      <w:proofErr w:type="spellEnd"/>
      <w:r>
        <w:t xml:space="preserve"> la retint encore</w:t>
      </w:r>
      <w:r w:rsidR="004B5A85">
        <w:t>.</w:t>
      </w:r>
    </w:p>
    <w:p w14:paraId="44C862B7" w14:textId="77777777" w:rsidR="004B5A85" w:rsidRDefault="004C389C" w:rsidP="004C389C">
      <w:r>
        <w:t>Mais pour Cristobal Santa-</w:t>
      </w:r>
      <w:proofErr w:type="spellStart"/>
      <w:r>
        <w:t>Fé</w:t>
      </w:r>
      <w:proofErr w:type="spellEnd"/>
      <w:r w:rsidR="004B5A85">
        <w:t xml:space="preserve">, </w:t>
      </w:r>
      <w:r>
        <w:t>il semblait à ce moment que sa fille ne fût pas là</w:t>
      </w:r>
      <w:r w:rsidR="004B5A85">
        <w:t>…</w:t>
      </w:r>
    </w:p>
    <w:p w14:paraId="057F5C6D" w14:textId="77777777" w:rsidR="004B5A85" w:rsidRDefault="004C389C" w:rsidP="004C389C">
      <w:r>
        <w:t>En proie à une horreur physique insurmontable</w:t>
      </w:r>
      <w:r w:rsidR="004B5A85">
        <w:t xml:space="preserve">, </w:t>
      </w:r>
      <w:r>
        <w:t>il rega</w:t>
      </w:r>
      <w:r>
        <w:t>r</w:t>
      </w:r>
      <w:r>
        <w:t>dait avec des yeux égarés le trou de l</w:t>
      </w:r>
      <w:r w:rsidR="004B5A85">
        <w:t>’</w:t>
      </w:r>
      <w:r>
        <w:t>écoutille</w:t>
      </w:r>
      <w:r w:rsidR="004B5A85">
        <w:t xml:space="preserve">, </w:t>
      </w:r>
      <w:r>
        <w:t>se demandant à quels monstres de la mer allait le livrer le Ravageur</w:t>
      </w:r>
      <w:r w:rsidR="004B5A85">
        <w:t xml:space="preserve">, </w:t>
      </w:r>
      <w:r>
        <w:t>cet Hugues de Mauduit</w:t>
      </w:r>
      <w:r w:rsidR="004B5A85">
        <w:t xml:space="preserve">, </w:t>
      </w:r>
      <w:r>
        <w:t>fils de l</w:t>
      </w:r>
      <w:r w:rsidR="004B5A85">
        <w:t>’</w:t>
      </w:r>
      <w:r>
        <w:t>ancien grand cultivateur assassiné</w:t>
      </w:r>
      <w:r w:rsidR="004B5A85">
        <w:t>…</w:t>
      </w:r>
    </w:p>
    <w:p w14:paraId="410DDDDE" w14:textId="77777777" w:rsidR="004B5A85" w:rsidRDefault="004C389C" w:rsidP="004C389C">
      <w:r>
        <w:t>Mais la voix du Ravageur se fit entendre</w:t>
      </w:r>
      <w:r w:rsidR="004B5A85">
        <w:t xml:space="preserve">, </w:t>
      </w:r>
      <w:r>
        <w:t>froide et sèche maintenant</w:t>
      </w:r>
      <w:r w:rsidR="004B5A85">
        <w:t> :</w:t>
      </w:r>
    </w:p>
    <w:p w14:paraId="0415A979" w14:textId="77777777" w:rsidR="004B5A85" w:rsidRDefault="004B5A85" w:rsidP="004C389C">
      <w:r>
        <w:t>— </w:t>
      </w:r>
      <w:proofErr w:type="spellStart"/>
      <w:r w:rsidR="004C389C">
        <w:t>Caltic</w:t>
      </w:r>
      <w:proofErr w:type="spellEnd"/>
      <w:r>
        <w:t xml:space="preserve">, </w:t>
      </w:r>
      <w:r w:rsidR="004C389C">
        <w:t>prends un linge blanc</w:t>
      </w:r>
      <w:r>
        <w:t xml:space="preserve">, </w:t>
      </w:r>
      <w:r w:rsidR="004C389C">
        <w:t>mets-le au bout d</w:t>
      </w:r>
      <w:r>
        <w:t>’</w:t>
      </w:r>
      <w:r w:rsidR="004C389C">
        <w:t>une hampe et fais-le flotter d</w:t>
      </w:r>
      <w:r>
        <w:t>’</w:t>
      </w:r>
      <w:r w:rsidR="004C389C">
        <w:t>ici sur la plate-forme</w:t>
      </w:r>
      <w:r>
        <w:t>…</w:t>
      </w:r>
    </w:p>
    <w:p w14:paraId="50C9FC1C" w14:textId="77777777" w:rsidR="004B5A85" w:rsidRDefault="004C389C" w:rsidP="004C389C">
      <w:r>
        <w:lastRenderedPageBreak/>
        <w:t>Le matelot ouvrit un coffre et</w:t>
      </w:r>
      <w:r w:rsidR="004B5A85">
        <w:t xml:space="preserve">, </w:t>
      </w:r>
      <w:r>
        <w:t>en un clin d</w:t>
      </w:r>
      <w:r w:rsidR="004B5A85">
        <w:t>’</w:t>
      </w:r>
      <w:r>
        <w:t>œil</w:t>
      </w:r>
      <w:r w:rsidR="004B5A85">
        <w:t xml:space="preserve">, </w:t>
      </w:r>
      <w:r>
        <w:t>il eut noué un pavillon blanc à une hampe de métal à coulisses</w:t>
      </w:r>
      <w:r w:rsidR="004B5A85">
        <w:t xml:space="preserve">. </w:t>
      </w:r>
      <w:r>
        <w:t>Il allongea la hampe le plus possible et</w:t>
      </w:r>
      <w:r w:rsidR="004B5A85">
        <w:t xml:space="preserve">, </w:t>
      </w:r>
      <w:r>
        <w:t>en passant l</w:t>
      </w:r>
      <w:r w:rsidR="004B5A85">
        <w:t>’</w:t>
      </w:r>
      <w:r>
        <w:t>extrémité par l</w:t>
      </w:r>
      <w:r w:rsidR="004B5A85">
        <w:t>’</w:t>
      </w:r>
      <w:r>
        <w:t>écoutille</w:t>
      </w:r>
      <w:r w:rsidR="004B5A85">
        <w:t xml:space="preserve">, </w:t>
      </w:r>
      <w:r>
        <w:t>il fit flotter le linge blanc en plein air</w:t>
      </w:r>
      <w:r w:rsidR="004B5A85">
        <w:t>.</w:t>
      </w:r>
    </w:p>
    <w:p w14:paraId="0BB78519" w14:textId="77777777" w:rsidR="004B5A85" w:rsidRDefault="004C389C" w:rsidP="004C389C">
      <w:r>
        <w:t>Personne ne comprenait la raison de ces actes bizarres</w:t>
      </w:r>
      <w:r w:rsidR="004B5A85">
        <w:t xml:space="preserve">. </w:t>
      </w:r>
      <w:r>
        <w:t>Seul</w:t>
      </w:r>
      <w:r w:rsidR="004B5A85">
        <w:t xml:space="preserve">, </w:t>
      </w:r>
      <w:proofErr w:type="spellStart"/>
      <w:r>
        <w:t>Askold</w:t>
      </w:r>
      <w:proofErr w:type="spellEnd"/>
      <w:r>
        <w:t xml:space="preserve"> avait vu les poulpes</w:t>
      </w:r>
      <w:r w:rsidR="004B5A85">
        <w:t xml:space="preserve">, </w:t>
      </w:r>
      <w:r>
        <w:t>et il devinait</w:t>
      </w:r>
      <w:r w:rsidR="004B5A85">
        <w:t xml:space="preserve">… </w:t>
      </w:r>
      <w:r>
        <w:t>Tous les marins savent</w:t>
      </w:r>
      <w:r w:rsidR="004B5A85">
        <w:t xml:space="preserve">, </w:t>
      </w:r>
      <w:r>
        <w:t>en effet</w:t>
      </w:r>
      <w:r w:rsidR="004B5A85">
        <w:t xml:space="preserve">, </w:t>
      </w:r>
      <w:r>
        <w:t>que les poulpes</w:t>
      </w:r>
      <w:r w:rsidR="004B5A85">
        <w:t xml:space="preserve">, </w:t>
      </w:r>
      <w:r>
        <w:t>grands et petits</w:t>
      </w:r>
      <w:r w:rsidR="004B5A85">
        <w:t xml:space="preserve">, </w:t>
      </w:r>
      <w:r>
        <w:t>sont vivement attirés par la couleur blanche</w:t>
      </w:r>
      <w:r w:rsidR="004B5A85">
        <w:t xml:space="preserve">. </w:t>
      </w:r>
      <w:r>
        <w:t>Sur les côtes de la Méditerranée</w:t>
      </w:r>
      <w:r w:rsidR="004B5A85">
        <w:t xml:space="preserve">, </w:t>
      </w:r>
      <w:r>
        <w:t>les gamins mettent dans l</w:t>
      </w:r>
      <w:r w:rsidR="004B5A85">
        <w:t>’</w:t>
      </w:r>
      <w:r>
        <w:t>eau un mouchoir auquel s</w:t>
      </w:r>
      <w:r w:rsidR="004B5A85">
        <w:t>’</w:t>
      </w:r>
      <w:r>
        <w:t>accroche le poulpe</w:t>
      </w:r>
      <w:r w:rsidR="004B5A85">
        <w:t xml:space="preserve"> ; </w:t>
      </w:r>
      <w:r>
        <w:t>ils n</w:t>
      </w:r>
      <w:r w:rsidR="004B5A85">
        <w:t>’</w:t>
      </w:r>
      <w:r>
        <w:t>ont plus qu</w:t>
      </w:r>
      <w:r w:rsidR="004B5A85">
        <w:t>’</w:t>
      </w:r>
      <w:r>
        <w:t>à tirer d</w:t>
      </w:r>
      <w:r w:rsidR="004B5A85">
        <w:t>’</w:t>
      </w:r>
      <w:r>
        <w:t>un mouvement brusque pour enlever le poulpe et l</w:t>
      </w:r>
      <w:r w:rsidR="004B5A85">
        <w:t>’</w:t>
      </w:r>
      <w:r>
        <w:t>envoyer se tordre sur les rocs</w:t>
      </w:r>
      <w:r w:rsidR="004B5A85">
        <w:t xml:space="preserve">, </w:t>
      </w:r>
      <w:r>
        <w:t>où on le tue facilement</w:t>
      </w:r>
      <w:r w:rsidR="004B5A85">
        <w:t>.</w:t>
      </w:r>
    </w:p>
    <w:p w14:paraId="4E38C0A3" w14:textId="77777777" w:rsidR="004B5A85" w:rsidRDefault="004C389C" w:rsidP="004C389C">
      <w:r>
        <w:t>Ce qu</w:t>
      </w:r>
      <w:r w:rsidR="004B5A85">
        <w:t>’</w:t>
      </w:r>
      <w:r>
        <w:t>avait voulu le Ravageur</w:t>
      </w:r>
      <w:r w:rsidR="004B5A85">
        <w:t xml:space="preserve">, </w:t>
      </w:r>
      <w:r>
        <w:t xml:space="preserve">et ce que prévoyait </w:t>
      </w:r>
      <w:proofErr w:type="spellStart"/>
      <w:r>
        <w:t>Askold</w:t>
      </w:r>
      <w:proofErr w:type="spellEnd"/>
      <w:r w:rsidR="004B5A85">
        <w:t xml:space="preserve">, </w:t>
      </w:r>
      <w:r>
        <w:t>se produisit presque aussitôt</w:t>
      </w:r>
      <w:r w:rsidR="004B5A85">
        <w:t xml:space="preserve">. </w:t>
      </w:r>
      <w:r>
        <w:t>Tous les yeux</w:t>
      </w:r>
      <w:r w:rsidR="004B5A85">
        <w:t xml:space="preserve">, </w:t>
      </w:r>
      <w:r>
        <w:t>mêmes les yeux a</w:t>
      </w:r>
      <w:r>
        <w:t>n</w:t>
      </w:r>
      <w:r>
        <w:t>goissés de Dolorès</w:t>
      </w:r>
      <w:r w:rsidR="004B5A85">
        <w:t xml:space="preserve">, </w:t>
      </w:r>
      <w:r>
        <w:t>étaient levés vers l</w:t>
      </w:r>
      <w:r w:rsidR="004B5A85">
        <w:t>’</w:t>
      </w:r>
      <w:r>
        <w:t>écoutille</w:t>
      </w:r>
      <w:r w:rsidR="004B5A85">
        <w:t xml:space="preserve">. </w:t>
      </w:r>
      <w:r>
        <w:t>Et brusqu</w:t>
      </w:r>
      <w:r>
        <w:t>e</w:t>
      </w:r>
      <w:r>
        <w:t>ment</w:t>
      </w:r>
      <w:r w:rsidR="004B5A85">
        <w:t xml:space="preserve">, </w:t>
      </w:r>
      <w:r>
        <w:t>un cri s</w:t>
      </w:r>
      <w:r w:rsidR="004B5A85">
        <w:t>’</w:t>
      </w:r>
      <w:r>
        <w:t>échappa de toutes les bouches</w:t>
      </w:r>
      <w:r w:rsidR="004B5A85">
        <w:t>.</w:t>
      </w:r>
    </w:p>
    <w:p w14:paraId="0EE007DE" w14:textId="77777777" w:rsidR="004B5A85" w:rsidRDefault="004C389C" w:rsidP="004C389C">
      <w:r>
        <w:t>Une sorte de monstrueuse corde visqueuse et humide parut dans l</w:t>
      </w:r>
      <w:r w:rsidR="004B5A85">
        <w:t>’</w:t>
      </w:r>
      <w:r>
        <w:t>air</w:t>
      </w:r>
      <w:r w:rsidR="004B5A85">
        <w:t xml:space="preserve">, </w:t>
      </w:r>
      <w:r>
        <w:t>et son extrémité s</w:t>
      </w:r>
      <w:r w:rsidR="004B5A85">
        <w:t>’</w:t>
      </w:r>
      <w:r>
        <w:t>enroula au drapeau blanc</w:t>
      </w:r>
      <w:r w:rsidR="004B5A85">
        <w:t xml:space="preserve"> : </w:t>
      </w:r>
      <w:r>
        <w:t>c</w:t>
      </w:r>
      <w:r w:rsidR="004B5A85">
        <w:t>’</w:t>
      </w:r>
      <w:r>
        <w:t>était un tentacule de poulpe</w:t>
      </w:r>
      <w:r w:rsidR="004B5A85">
        <w:t>.</w:t>
      </w:r>
    </w:p>
    <w:p w14:paraId="19D3323B" w14:textId="77777777" w:rsidR="004B5A85" w:rsidRDefault="004C389C" w:rsidP="004C389C">
      <w:r>
        <w:t>La voix du Ravageur succéda au cri général</w:t>
      </w:r>
      <w:r w:rsidR="004B5A85">
        <w:t>.</w:t>
      </w:r>
    </w:p>
    <w:p w14:paraId="26C7CE79" w14:textId="77777777" w:rsidR="004B5A85" w:rsidRDefault="004B5A85" w:rsidP="004C389C">
      <w:r>
        <w:t>— </w:t>
      </w:r>
      <w:r w:rsidR="004C389C">
        <w:t>Gardez-vous</w:t>
      </w:r>
      <w:r>
        <w:t xml:space="preserve">, </w:t>
      </w:r>
      <w:r w:rsidR="004C389C">
        <w:t>mes hommes</w:t>
      </w:r>
      <w:r>
        <w:t xml:space="preserve"> ! </w:t>
      </w:r>
      <w:r w:rsidR="004C389C">
        <w:t>disait-elle</w:t>
      </w:r>
      <w:r>
        <w:t xml:space="preserve">. </w:t>
      </w:r>
      <w:r w:rsidR="004C389C">
        <w:t>Si les tentacules vous menacent</w:t>
      </w:r>
      <w:r>
        <w:t xml:space="preserve">, </w:t>
      </w:r>
      <w:r w:rsidR="004C389C">
        <w:t>défendez-vous à coups de hache</w:t>
      </w:r>
      <w:r>
        <w:t xml:space="preserve">… </w:t>
      </w:r>
      <w:proofErr w:type="spellStart"/>
      <w:r w:rsidR="004C389C">
        <w:t>Caltic</w:t>
      </w:r>
      <w:proofErr w:type="spellEnd"/>
      <w:r>
        <w:t xml:space="preserve">, </w:t>
      </w:r>
      <w:r w:rsidR="004C389C">
        <w:t>tire à toi le pavillon</w:t>
      </w:r>
      <w:r>
        <w:t>…</w:t>
      </w:r>
    </w:p>
    <w:p w14:paraId="31D70822" w14:textId="77777777" w:rsidR="004B5A85" w:rsidRDefault="004C389C" w:rsidP="004C389C">
      <w:proofErr w:type="spellStart"/>
      <w:r>
        <w:t>Caltic</w:t>
      </w:r>
      <w:proofErr w:type="spellEnd"/>
      <w:r>
        <w:t xml:space="preserve"> obéit</w:t>
      </w:r>
      <w:r w:rsidR="004B5A85">
        <w:t>…</w:t>
      </w:r>
    </w:p>
    <w:p w14:paraId="750E9DCC" w14:textId="77777777" w:rsidR="004B5A85" w:rsidRDefault="004C389C" w:rsidP="004C389C">
      <w:r>
        <w:t>Mais</w:t>
      </w:r>
      <w:r w:rsidR="004B5A85">
        <w:t xml:space="preserve">, </w:t>
      </w:r>
      <w:r>
        <w:t>à cet instant</w:t>
      </w:r>
      <w:r w:rsidR="004B5A85">
        <w:t xml:space="preserve">, </w:t>
      </w:r>
      <w:r>
        <w:t>un autre tentacule se glissait le long de l</w:t>
      </w:r>
      <w:r w:rsidR="004B5A85">
        <w:t>’</w:t>
      </w:r>
      <w:r>
        <w:t>escalier dans le corps de garde</w:t>
      </w:r>
      <w:r w:rsidR="004B5A85">
        <w:t xml:space="preserve">. </w:t>
      </w:r>
      <w:r>
        <w:t>D</w:t>
      </w:r>
      <w:r w:rsidR="004B5A85">
        <w:t>’</w:t>
      </w:r>
      <w:r>
        <w:t>autres s</w:t>
      </w:r>
      <w:r w:rsidR="004B5A85">
        <w:t>’</w:t>
      </w:r>
      <w:r>
        <w:t>agitaient dans le cadre ensoleillé de l</w:t>
      </w:r>
      <w:r w:rsidR="004B5A85">
        <w:t>’</w:t>
      </w:r>
      <w:r>
        <w:t>écoutille</w:t>
      </w:r>
      <w:r w:rsidR="004B5A85">
        <w:t xml:space="preserve">, </w:t>
      </w:r>
      <w:r>
        <w:t>au-dessus de la plate-forme</w:t>
      </w:r>
      <w:r w:rsidR="004B5A85">
        <w:t xml:space="preserve">. </w:t>
      </w:r>
      <w:r>
        <w:t>Év</w:t>
      </w:r>
      <w:r>
        <w:t>i</w:t>
      </w:r>
      <w:r>
        <w:t>demment</w:t>
      </w:r>
      <w:r w:rsidR="004B5A85">
        <w:t xml:space="preserve"> : </w:t>
      </w:r>
      <w:r>
        <w:t xml:space="preserve">le troupeau de poulpes entourait le </w:t>
      </w:r>
      <w:r>
        <w:rPr>
          <w:i/>
          <w:iCs/>
        </w:rPr>
        <w:t>Nyctalope</w:t>
      </w:r>
      <w:r w:rsidR="004B5A85">
        <w:rPr>
          <w:i/>
          <w:iCs/>
        </w:rPr>
        <w:t xml:space="preserve">, </w:t>
      </w:r>
      <w:r>
        <w:t xml:space="preserve">et comme la partie supérieure du sous-marin était au niveau </w:t>
      </w:r>
      <w:r>
        <w:lastRenderedPageBreak/>
        <w:t>de l</w:t>
      </w:r>
      <w:r w:rsidR="004B5A85">
        <w:t>’</w:t>
      </w:r>
      <w:r>
        <w:t>eau</w:t>
      </w:r>
      <w:r w:rsidR="004B5A85">
        <w:t xml:space="preserve">, </w:t>
      </w:r>
      <w:r>
        <w:t xml:space="preserve">les monstres </w:t>
      </w:r>
      <w:proofErr w:type="gramStart"/>
      <w:r>
        <w:t>n</w:t>
      </w:r>
      <w:r w:rsidR="004B5A85">
        <w:t>’</w:t>
      </w:r>
      <w:r>
        <w:t>avaient</w:t>
      </w:r>
      <w:proofErr w:type="gramEnd"/>
      <w:r>
        <w:t xml:space="preserve"> aucune difficulté pour plonger leurs bras gluants dans le large trou de l</w:t>
      </w:r>
      <w:r w:rsidR="004B5A85">
        <w:t>’</w:t>
      </w:r>
      <w:r>
        <w:t>écoutille</w:t>
      </w:r>
      <w:r w:rsidR="004B5A85">
        <w:t>.</w:t>
      </w:r>
    </w:p>
    <w:p w14:paraId="468822FB" w14:textId="77777777" w:rsidR="004B5A85" w:rsidRDefault="004C389C" w:rsidP="004C389C">
      <w:r>
        <w:t>Et deux autres tentacules entrèrent</w:t>
      </w:r>
      <w:r w:rsidR="004B5A85">
        <w:t xml:space="preserve">, </w:t>
      </w:r>
      <w:r>
        <w:t>violemment agités</w:t>
      </w:r>
      <w:r w:rsidR="004B5A85">
        <w:t>.</w:t>
      </w:r>
    </w:p>
    <w:p w14:paraId="3CB8A5F1" w14:textId="77777777" w:rsidR="004B5A85" w:rsidRDefault="004C389C" w:rsidP="004C389C">
      <w:r>
        <w:t>Alors eut lieu l</w:t>
      </w:r>
      <w:r w:rsidR="004B5A85">
        <w:t>’</w:t>
      </w:r>
      <w:r>
        <w:t>épouvantable scène</w:t>
      </w:r>
      <w:r w:rsidR="004B5A85">
        <w:t> :</w:t>
      </w:r>
    </w:p>
    <w:p w14:paraId="5C2BC10C" w14:textId="77777777" w:rsidR="004B5A85" w:rsidRDefault="004B5A85" w:rsidP="004C389C">
      <w:r>
        <w:t>— </w:t>
      </w:r>
      <w:proofErr w:type="spellStart"/>
      <w:r w:rsidR="004C389C">
        <w:t>Jorry</w:t>
      </w:r>
      <w:proofErr w:type="spellEnd"/>
      <w:r>
        <w:t xml:space="preserve">… </w:t>
      </w:r>
      <w:proofErr w:type="spellStart"/>
      <w:r w:rsidR="004C389C">
        <w:t>Brilo</w:t>
      </w:r>
      <w:proofErr w:type="spellEnd"/>
      <w:r>
        <w:t xml:space="preserve">… </w:t>
      </w:r>
      <w:r w:rsidR="004C389C">
        <w:t>prononça le Ravageur d</w:t>
      </w:r>
      <w:r>
        <w:t>’</w:t>
      </w:r>
      <w:r w:rsidR="004C389C">
        <w:t>une voix terrible</w:t>
      </w:r>
      <w:r>
        <w:t xml:space="preserve">, </w:t>
      </w:r>
      <w:r w:rsidR="004C389C">
        <w:t>livrez l</w:t>
      </w:r>
      <w:r>
        <w:t>’</w:t>
      </w:r>
      <w:r w:rsidR="004C389C">
        <w:t>assassin au monstre vengeur</w:t>
      </w:r>
      <w:r>
        <w:t> !…</w:t>
      </w:r>
    </w:p>
    <w:p w14:paraId="4A40A667" w14:textId="77777777" w:rsidR="004B5A85" w:rsidRDefault="004C389C" w:rsidP="004C389C">
      <w:r>
        <w:t>Cristobal Santa-</w:t>
      </w:r>
      <w:proofErr w:type="spellStart"/>
      <w:r>
        <w:t>Fé</w:t>
      </w:r>
      <w:proofErr w:type="spellEnd"/>
      <w:r>
        <w:t xml:space="preserve"> n</w:t>
      </w:r>
      <w:r w:rsidR="004B5A85">
        <w:t>’</w:t>
      </w:r>
      <w:r>
        <w:t>eut même pas le temps de reculer d</w:t>
      </w:r>
      <w:r w:rsidR="004B5A85">
        <w:t>’</w:t>
      </w:r>
      <w:r>
        <w:t>un pas</w:t>
      </w:r>
      <w:r w:rsidR="004B5A85">
        <w:t>.</w:t>
      </w:r>
    </w:p>
    <w:p w14:paraId="0724E06E" w14:textId="77777777" w:rsidR="004B5A85" w:rsidRDefault="004C389C" w:rsidP="004C389C">
      <w:proofErr w:type="spellStart"/>
      <w:r>
        <w:t>Brilo</w:t>
      </w:r>
      <w:proofErr w:type="spellEnd"/>
      <w:r>
        <w:t xml:space="preserve"> et </w:t>
      </w:r>
      <w:proofErr w:type="spellStart"/>
      <w:r>
        <w:t>Jorry</w:t>
      </w:r>
      <w:proofErr w:type="spellEnd"/>
      <w:r>
        <w:t xml:space="preserve"> l</w:t>
      </w:r>
      <w:r w:rsidR="004B5A85">
        <w:t>’</w:t>
      </w:r>
      <w:r>
        <w:t>empoignèrent</w:t>
      </w:r>
      <w:r w:rsidR="004B5A85">
        <w:t xml:space="preserve">, </w:t>
      </w:r>
      <w:r>
        <w:t>le soulevèrent et</w:t>
      </w:r>
      <w:r w:rsidR="004B5A85">
        <w:t xml:space="preserve">, </w:t>
      </w:r>
      <w:r>
        <w:t>d</w:t>
      </w:r>
      <w:r w:rsidR="004B5A85">
        <w:t>’</w:t>
      </w:r>
      <w:r>
        <w:t>un même mouvement</w:t>
      </w:r>
      <w:r w:rsidR="004B5A85">
        <w:t xml:space="preserve">, </w:t>
      </w:r>
      <w:r>
        <w:t>le jetèrent sur l</w:t>
      </w:r>
      <w:r w:rsidR="004B5A85">
        <w:t>’</w:t>
      </w:r>
      <w:r>
        <w:t>escalier</w:t>
      </w:r>
      <w:r w:rsidR="004B5A85">
        <w:t xml:space="preserve">, </w:t>
      </w:r>
      <w:r>
        <w:t>au milieu des tentacules grouillants</w:t>
      </w:r>
      <w:r w:rsidR="004B5A85">
        <w:t>…</w:t>
      </w:r>
    </w:p>
    <w:p w14:paraId="3F8F8727" w14:textId="77777777" w:rsidR="004B5A85" w:rsidRDefault="004C389C" w:rsidP="004C389C">
      <w:r>
        <w:t>Avec un sifflement de fouet qui cingle</w:t>
      </w:r>
      <w:r w:rsidR="004B5A85">
        <w:t xml:space="preserve">, </w:t>
      </w:r>
      <w:r>
        <w:t>les trois tentacules saisirent Cristobal Santa-</w:t>
      </w:r>
      <w:proofErr w:type="spellStart"/>
      <w:r>
        <w:t>Fé</w:t>
      </w:r>
      <w:proofErr w:type="spellEnd"/>
      <w:r w:rsidR="004B5A85">
        <w:t xml:space="preserve">, </w:t>
      </w:r>
      <w:r>
        <w:t>l</w:t>
      </w:r>
      <w:r w:rsidR="004B5A85">
        <w:t>’</w:t>
      </w:r>
      <w:r>
        <w:t>entourèrent</w:t>
      </w:r>
      <w:r w:rsidR="004B5A85">
        <w:t xml:space="preserve">, </w:t>
      </w:r>
      <w:r>
        <w:t>le roulèrent</w:t>
      </w:r>
      <w:r w:rsidR="004B5A85">
        <w:t xml:space="preserve">, </w:t>
      </w:r>
      <w:r>
        <w:t>coll</w:t>
      </w:r>
      <w:r>
        <w:t>è</w:t>
      </w:r>
      <w:r>
        <w:t>rent leurs énormes ventouses à son corps</w:t>
      </w:r>
      <w:r w:rsidR="004B5A85">
        <w:t xml:space="preserve">… </w:t>
      </w:r>
      <w:r>
        <w:t>Il hurlait</w:t>
      </w:r>
      <w:r w:rsidR="004B5A85">
        <w:t xml:space="preserve">… </w:t>
      </w:r>
      <w:r>
        <w:t>tandis qu</w:t>
      </w:r>
      <w:r w:rsidR="004B5A85">
        <w:t>’</w:t>
      </w:r>
      <w:r>
        <w:t>il était ballotté dans l</w:t>
      </w:r>
      <w:r w:rsidR="004B5A85">
        <w:t>’</w:t>
      </w:r>
      <w:r>
        <w:t>air</w:t>
      </w:r>
      <w:r w:rsidR="004B5A85">
        <w:t xml:space="preserve">, </w:t>
      </w:r>
      <w:r>
        <w:t>violemment cogné contre l</w:t>
      </w:r>
      <w:r w:rsidR="004B5A85">
        <w:t>’</w:t>
      </w:r>
      <w:r>
        <w:t>escalier et les bords de l</w:t>
      </w:r>
      <w:r w:rsidR="004B5A85">
        <w:t>’</w:t>
      </w:r>
      <w:r>
        <w:t>écoutille</w:t>
      </w:r>
      <w:r w:rsidR="004B5A85">
        <w:t>.</w:t>
      </w:r>
    </w:p>
    <w:p w14:paraId="4DA89285" w14:textId="77777777" w:rsidR="004B5A85" w:rsidRDefault="004C389C" w:rsidP="004C389C">
      <w:r>
        <w:t>Et alors une voix fraîche et jeune</w:t>
      </w:r>
      <w:r w:rsidR="004B5A85">
        <w:t xml:space="preserve">, </w:t>
      </w:r>
      <w:r>
        <w:t>qui fut entendue de tous</w:t>
      </w:r>
      <w:r w:rsidR="004B5A85">
        <w:t xml:space="preserve">, </w:t>
      </w:r>
      <w:r>
        <w:t>prononça</w:t>
      </w:r>
      <w:r w:rsidR="004B5A85">
        <w:t> :</w:t>
      </w:r>
    </w:p>
    <w:p w14:paraId="301D9997" w14:textId="77777777" w:rsidR="004B5A85" w:rsidRDefault="004B5A85" w:rsidP="004C389C">
      <w:r>
        <w:t>— </w:t>
      </w:r>
      <w:r w:rsidR="004C389C">
        <w:t>Non</w:t>
      </w:r>
      <w:r>
        <w:t xml:space="preserve"> ! </w:t>
      </w:r>
      <w:r w:rsidR="004C389C">
        <w:t>non</w:t>
      </w:r>
      <w:r>
        <w:t xml:space="preserve"> ! </w:t>
      </w:r>
      <w:r w:rsidR="004C389C">
        <w:t>il ne faut pas qu</w:t>
      </w:r>
      <w:r>
        <w:t>’</w:t>
      </w:r>
      <w:r w:rsidR="004C389C">
        <w:t>elle voie cela plus lon</w:t>
      </w:r>
      <w:r w:rsidR="004C389C">
        <w:t>g</w:t>
      </w:r>
      <w:r w:rsidR="004C389C">
        <w:t>temps</w:t>
      </w:r>
      <w:r>
        <w:t>…</w:t>
      </w:r>
    </w:p>
    <w:p w14:paraId="7FE958E8" w14:textId="77777777" w:rsidR="004B5A85" w:rsidRDefault="004C389C" w:rsidP="004C389C">
      <w:r>
        <w:t>Et Pierrot l</w:t>
      </w:r>
      <w:r w:rsidR="004B5A85">
        <w:t>’</w:t>
      </w:r>
      <w:r>
        <w:t>Écureuil</w:t>
      </w:r>
      <w:r w:rsidR="004B5A85">
        <w:t xml:space="preserve">, </w:t>
      </w:r>
      <w:r>
        <w:t>bondissant sur Dolorès</w:t>
      </w:r>
      <w:r w:rsidR="004B5A85">
        <w:t xml:space="preserve">, </w:t>
      </w:r>
      <w:r>
        <w:t>saisit la jeune fille</w:t>
      </w:r>
      <w:r w:rsidR="004B5A85">
        <w:t xml:space="preserve">, </w:t>
      </w:r>
      <w:r>
        <w:t>voulut l</w:t>
      </w:r>
      <w:r w:rsidR="004B5A85">
        <w:t>’</w:t>
      </w:r>
      <w:r>
        <w:t>entraîner</w:t>
      </w:r>
      <w:r w:rsidR="004B5A85">
        <w:t>…</w:t>
      </w:r>
    </w:p>
    <w:p w14:paraId="6DF0BC1A" w14:textId="77777777" w:rsidR="004B5A85" w:rsidRDefault="004B5A85" w:rsidP="004C389C">
      <w:r>
        <w:t>— </w:t>
      </w:r>
      <w:proofErr w:type="spellStart"/>
      <w:r w:rsidR="004C389C">
        <w:t>Askold</w:t>
      </w:r>
      <w:proofErr w:type="spellEnd"/>
      <w:r>
        <w:t xml:space="preserve"> ! </w:t>
      </w:r>
      <w:r w:rsidR="004C389C">
        <w:t>en avant</w:t>
      </w:r>
      <w:r>
        <w:t xml:space="preserve"> ! </w:t>
      </w:r>
      <w:r w:rsidR="004C389C">
        <w:t>criait aussitôt le Ravageur</w:t>
      </w:r>
      <w:r>
        <w:t>.</w:t>
      </w:r>
    </w:p>
    <w:p w14:paraId="4289A577" w14:textId="77777777" w:rsidR="004B5A85" w:rsidRDefault="004C389C" w:rsidP="004C389C">
      <w:r>
        <w:t>Abandonnant la jeune fille en cet instant de confusion</w:t>
      </w:r>
      <w:r w:rsidR="004B5A85">
        <w:t xml:space="preserve">, </w:t>
      </w:r>
      <w:proofErr w:type="spellStart"/>
      <w:r>
        <w:t>A</w:t>
      </w:r>
      <w:r>
        <w:t>s</w:t>
      </w:r>
      <w:r>
        <w:t>kold</w:t>
      </w:r>
      <w:proofErr w:type="spellEnd"/>
      <w:r>
        <w:t xml:space="preserve"> s</w:t>
      </w:r>
      <w:r w:rsidR="004B5A85">
        <w:t>’</w:t>
      </w:r>
      <w:r>
        <w:t>élança sur l</w:t>
      </w:r>
      <w:r w:rsidR="004B5A85">
        <w:t>’</w:t>
      </w:r>
      <w:r>
        <w:t>escalier à la suite du Maître</w:t>
      </w:r>
      <w:r w:rsidR="004B5A85">
        <w:t xml:space="preserve">. </w:t>
      </w:r>
      <w:r>
        <w:t>Passionnés par l</w:t>
      </w:r>
      <w:r w:rsidR="004B5A85">
        <w:t>’</w:t>
      </w:r>
      <w:r>
        <w:t>épouvantable spectacle</w:t>
      </w:r>
      <w:r w:rsidR="004B5A85">
        <w:t xml:space="preserve">, </w:t>
      </w:r>
      <w:r>
        <w:t>les matelots suivirent</w:t>
      </w:r>
      <w:r w:rsidR="004B5A85">
        <w:t>.</w:t>
      </w:r>
    </w:p>
    <w:p w14:paraId="78DC5DAF" w14:textId="09A0C149" w:rsidR="004B5A85" w:rsidRDefault="004C389C" w:rsidP="004C389C">
      <w:r>
        <w:lastRenderedPageBreak/>
        <w:t>Le poulpe avait enlevé sa proie</w:t>
      </w:r>
      <w:r w:rsidR="004B5A85">
        <w:t xml:space="preserve">, </w:t>
      </w:r>
      <w:r>
        <w:t>lui avait fait passer l</w:t>
      </w:r>
      <w:r w:rsidR="004B5A85">
        <w:t>’</w:t>
      </w:r>
      <w:r>
        <w:t>ouverture de l</w:t>
      </w:r>
      <w:r w:rsidR="004B5A85">
        <w:t>’</w:t>
      </w:r>
      <w:r>
        <w:t>écoutille</w:t>
      </w:r>
      <w:r w:rsidR="004B5A85">
        <w:t xml:space="preserve">, </w:t>
      </w:r>
      <w:r>
        <w:t>et</w:t>
      </w:r>
      <w:r w:rsidR="004B5A85">
        <w:t xml:space="preserve">, </w:t>
      </w:r>
      <w:r>
        <w:t xml:space="preserve">comme si </w:t>
      </w:r>
      <w:r w:rsidR="004A215E">
        <w:t>c</w:t>
      </w:r>
      <w:r w:rsidR="004B5A85">
        <w:t>’</w:t>
      </w:r>
      <w:r>
        <w:t>eût été un fétu</w:t>
      </w:r>
      <w:r w:rsidR="004B5A85">
        <w:t xml:space="preserve">, </w:t>
      </w:r>
      <w:r>
        <w:t>les te</w:t>
      </w:r>
      <w:r>
        <w:t>n</w:t>
      </w:r>
      <w:r>
        <w:t>tacules brandissaient en l</w:t>
      </w:r>
      <w:r w:rsidR="004B5A85">
        <w:t>’</w:t>
      </w:r>
      <w:r>
        <w:t>air le malheureux</w:t>
      </w:r>
      <w:r w:rsidR="004B5A85">
        <w:t xml:space="preserve">, </w:t>
      </w:r>
      <w:r>
        <w:t>hurlant</w:t>
      </w:r>
      <w:r w:rsidR="004B5A85">
        <w:t>…</w:t>
      </w:r>
    </w:p>
    <w:p w14:paraId="446BB402" w14:textId="77777777" w:rsidR="004B5A85" w:rsidRDefault="004C389C" w:rsidP="004C389C">
      <w:r>
        <w:t xml:space="preserve">Et le Ravageur du Monde et </w:t>
      </w:r>
      <w:proofErr w:type="spellStart"/>
      <w:r>
        <w:t>Askold</w:t>
      </w:r>
      <w:proofErr w:type="spellEnd"/>
      <w:r>
        <w:t xml:space="preserve"> et les hommes assist</w:t>
      </w:r>
      <w:r>
        <w:t>è</w:t>
      </w:r>
      <w:r>
        <w:t>rent à l</w:t>
      </w:r>
      <w:r w:rsidR="004B5A85">
        <w:t>’</w:t>
      </w:r>
      <w:r>
        <w:t>effroyable agonie de Cristobal Santa-</w:t>
      </w:r>
      <w:proofErr w:type="spellStart"/>
      <w:r>
        <w:t>Fé</w:t>
      </w:r>
      <w:proofErr w:type="spellEnd"/>
      <w:r w:rsidR="004B5A85">
        <w:t>…</w:t>
      </w:r>
    </w:p>
    <w:p w14:paraId="6960E119" w14:textId="77777777" w:rsidR="004B5A85" w:rsidRDefault="004C389C" w:rsidP="004C389C">
      <w:r>
        <w:t>Ils le virent se tordre dans l</w:t>
      </w:r>
      <w:r w:rsidR="004B5A85">
        <w:t>’</w:t>
      </w:r>
      <w:r>
        <w:t>air</w:t>
      </w:r>
      <w:r w:rsidR="004B5A85">
        <w:t xml:space="preserve">, </w:t>
      </w:r>
      <w:r>
        <w:t>les yeux exorbités</w:t>
      </w:r>
      <w:r w:rsidR="004B5A85">
        <w:t xml:space="preserve">, </w:t>
      </w:r>
      <w:r>
        <w:t>les bras convulsivement agités</w:t>
      </w:r>
      <w:r w:rsidR="004B5A85">
        <w:t>…</w:t>
      </w:r>
    </w:p>
    <w:p w14:paraId="0C36AAE8" w14:textId="77777777" w:rsidR="004B5A85" w:rsidRDefault="004C389C" w:rsidP="004C389C">
      <w:r>
        <w:t>Puis</w:t>
      </w:r>
      <w:r w:rsidR="004B5A85">
        <w:t xml:space="preserve">, </w:t>
      </w:r>
      <w:r>
        <w:t>brusquement</w:t>
      </w:r>
      <w:r w:rsidR="004B5A85">
        <w:t xml:space="preserve">, </w:t>
      </w:r>
      <w:r>
        <w:t>les tentacules s</w:t>
      </w:r>
      <w:r w:rsidR="004B5A85">
        <w:t>’</w:t>
      </w:r>
      <w:r>
        <w:t>abattirent sur les eaux</w:t>
      </w:r>
      <w:r w:rsidR="004B5A85">
        <w:t xml:space="preserve">, </w:t>
      </w:r>
      <w:r>
        <w:t>et au milieu d</w:t>
      </w:r>
      <w:r w:rsidR="004B5A85">
        <w:t>’</w:t>
      </w:r>
      <w:r>
        <w:t>un rejaillissement d</w:t>
      </w:r>
      <w:r w:rsidR="004B5A85">
        <w:t>’</w:t>
      </w:r>
      <w:r>
        <w:t>écume</w:t>
      </w:r>
      <w:r w:rsidR="004B5A85">
        <w:t xml:space="preserve">, </w:t>
      </w:r>
      <w:r>
        <w:t>tout disparut</w:t>
      </w:r>
      <w:r w:rsidR="004B5A85">
        <w:t>…</w:t>
      </w:r>
    </w:p>
    <w:p w14:paraId="4E8E2403" w14:textId="77777777" w:rsidR="004B5A85" w:rsidRDefault="004C389C" w:rsidP="004C389C">
      <w:r>
        <w:t>Le poulpe emportait sa proie vers ses repaires sous-marins</w:t>
      </w:r>
      <w:r w:rsidR="004B5A85">
        <w:t xml:space="preserve">, </w:t>
      </w:r>
      <w:r>
        <w:t>probablement poursuivi par les autres poulpes</w:t>
      </w:r>
      <w:r w:rsidR="004B5A85">
        <w:t xml:space="preserve">, </w:t>
      </w:r>
      <w:r>
        <w:t>car bientôt</w:t>
      </w:r>
      <w:r w:rsidR="004B5A85">
        <w:t xml:space="preserve">, </w:t>
      </w:r>
      <w:r>
        <w:t>a</w:t>
      </w:r>
      <w:r>
        <w:t>u</w:t>
      </w:r>
      <w:r>
        <w:t xml:space="preserve">tour du </w:t>
      </w:r>
      <w:r>
        <w:rPr>
          <w:i/>
          <w:iCs/>
        </w:rPr>
        <w:t>Nyctalope</w:t>
      </w:r>
      <w:r w:rsidR="004B5A85">
        <w:rPr>
          <w:i/>
          <w:iCs/>
        </w:rPr>
        <w:t xml:space="preserve">, </w:t>
      </w:r>
      <w:r>
        <w:t>les eaux se calmèrent</w:t>
      </w:r>
      <w:r w:rsidR="004B5A85">
        <w:t>…</w:t>
      </w:r>
    </w:p>
    <w:p w14:paraId="628C9B5B" w14:textId="30FD9054" w:rsidR="004B5A85" w:rsidRDefault="004C389C" w:rsidP="004C389C">
      <w:r>
        <w:t>Le troupeau des monstres s</w:t>
      </w:r>
      <w:r w:rsidR="004B5A85">
        <w:t>’</w:t>
      </w:r>
      <w:r>
        <w:t>était éloigné</w:t>
      </w:r>
      <w:r w:rsidR="004B5A85">
        <w:t xml:space="preserve">, </w:t>
      </w:r>
      <w:r>
        <w:t>pour terminer entre deux eaux</w:t>
      </w:r>
      <w:r w:rsidR="004B5A85">
        <w:t xml:space="preserve">, </w:t>
      </w:r>
      <w:r>
        <w:t xml:space="preserve">par le </w:t>
      </w:r>
      <w:r w:rsidR="004A215E">
        <w:t>déchiquètement</w:t>
      </w:r>
      <w:r>
        <w:t xml:space="preserve"> de la proie humaine</w:t>
      </w:r>
      <w:r w:rsidR="004B5A85">
        <w:t xml:space="preserve">, </w:t>
      </w:r>
      <w:r>
        <w:t>cette deuxième vengeance d</w:t>
      </w:r>
      <w:r w:rsidR="004B5A85">
        <w:t>’</w:t>
      </w:r>
      <w:r>
        <w:t>Hugues de Mauduit</w:t>
      </w:r>
      <w:r w:rsidR="004B5A85">
        <w:t xml:space="preserve">, </w:t>
      </w:r>
      <w:r>
        <w:t>le Ravageur du Monde</w:t>
      </w:r>
      <w:r w:rsidR="004B5A85">
        <w:t> !</w:t>
      </w:r>
    </w:p>
    <w:p w14:paraId="3804F177" w14:textId="77777777" w:rsidR="004B5A85" w:rsidRDefault="004C389C" w:rsidP="004C389C">
      <w:r>
        <w:t>Ce ne devait pas être la dernière</w:t>
      </w:r>
      <w:r w:rsidR="004B5A85">
        <w:t> !</w:t>
      </w:r>
    </w:p>
    <w:p w14:paraId="74760AC7" w14:textId="77777777" w:rsidR="004B5A85" w:rsidRDefault="004C389C" w:rsidP="004C389C">
      <w:r>
        <w:t>Cependant</w:t>
      </w:r>
      <w:r w:rsidR="004B5A85">
        <w:t xml:space="preserve">, </w:t>
      </w:r>
      <w:r>
        <w:t>le mousse Pierrot l</w:t>
      </w:r>
      <w:r w:rsidR="004B5A85">
        <w:t>’</w:t>
      </w:r>
      <w:r>
        <w:t>Écureuil avait emporté D</w:t>
      </w:r>
      <w:r>
        <w:t>o</w:t>
      </w:r>
      <w:r>
        <w:t>lorès évanouie dans la cabine où elle avait passé la nuit et dont la porte était restée ouverte pendant la terrible scène de l</w:t>
      </w:r>
      <w:r w:rsidR="004B5A85">
        <w:t>’</w:t>
      </w:r>
      <w:r>
        <w:t>exécution du colonel Cristobal Santa-</w:t>
      </w:r>
      <w:proofErr w:type="spellStart"/>
      <w:r>
        <w:t>Fé</w:t>
      </w:r>
      <w:proofErr w:type="spellEnd"/>
      <w:r w:rsidR="004B5A85">
        <w:t>.</w:t>
      </w:r>
    </w:p>
    <w:p w14:paraId="5DE7A08B" w14:textId="77777777" w:rsidR="004B5A85" w:rsidRDefault="004C389C" w:rsidP="004C389C">
      <w:r>
        <w:t>Il l</w:t>
      </w:r>
      <w:r w:rsidR="004B5A85">
        <w:t>’</w:t>
      </w:r>
      <w:r>
        <w:t>étendit sur le lit et s</w:t>
      </w:r>
      <w:r w:rsidR="004B5A85">
        <w:t>’</w:t>
      </w:r>
      <w:r>
        <w:t>empressa de la soigner pour qu</w:t>
      </w:r>
      <w:r w:rsidR="004B5A85">
        <w:t>’</w:t>
      </w:r>
      <w:r>
        <w:t>elle revînt à elle</w:t>
      </w:r>
      <w:r w:rsidR="004B5A85">
        <w:t xml:space="preserve">. </w:t>
      </w:r>
      <w:r>
        <w:t>Il mouilla une serviette et lui en flagella le visage</w:t>
      </w:r>
      <w:r w:rsidR="004B5A85">
        <w:t>.</w:t>
      </w:r>
    </w:p>
    <w:p w14:paraId="11ED0D81" w14:textId="77777777" w:rsidR="004B5A85" w:rsidRDefault="004C389C" w:rsidP="004C389C">
      <w:r>
        <w:t>La réaction ne tarda pas à se produire et la jeune fille ouvrit les yeux</w:t>
      </w:r>
      <w:r w:rsidR="004B5A85">
        <w:t>.</w:t>
      </w:r>
    </w:p>
    <w:p w14:paraId="006E2F3B" w14:textId="77777777" w:rsidR="004B5A85" w:rsidRDefault="004C389C" w:rsidP="004C389C">
      <w:r>
        <w:lastRenderedPageBreak/>
        <w:t>Aussitôt</w:t>
      </w:r>
      <w:r w:rsidR="004B5A85">
        <w:t xml:space="preserve">, </w:t>
      </w:r>
      <w:r>
        <w:t>la mémoire lui revint</w:t>
      </w:r>
      <w:r w:rsidR="004B5A85">
        <w:t>.</w:t>
      </w:r>
    </w:p>
    <w:p w14:paraId="61A6E87E" w14:textId="77777777" w:rsidR="004B5A85" w:rsidRDefault="004C389C" w:rsidP="004C389C">
      <w:r>
        <w:t>Elle revit l</w:t>
      </w:r>
      <w:r w:rsidR="004B5A85">
        <w:t>’</w:t>
      </w:r>
      <w:r>
        <w:t>épouvantable spectacle</w:t>
      </w:r>
      <w:r w:rsidR="004B5A85">
        <w:t>.</w:t>
      </w:r>
    </w:p>
    <w:p w14:paraId="2BAB5E30" w14:textId="77777777" w:rsidR="004B5A85" w:rsidRDefault="004B5A85" w:rsidP="004C389C">
      <w:r>
        <w:t>— </w:t>
      </w:r>
      <w:r w:rsidR="004C389C">
        <w:t>Oh</w:t>
      </w:r>
      <w:r>
        <w:t xml:space="preserve"> ! </w:t>
      </w:r>
      <w:r w:rsidR="004C389C">
        <w:t>père</w:t>
      </w:r>
      <w:r>
        <w:t xml:space="preserve"> ! </w:t>
      </w:r>
      <w:r w:rsidR="004C389C">
        <w:t>père</w:t>
      </w:r>
      <w:r>
        <w:t xml:space="preserve"> ! </w:t>
      </w:r>
      <w:r w:rsidR="004C389C">
        <w:t>gémit-elle</w:t>
      </w:r>
      <w:r>
        <w:t>.</w:t>
      </w:r>
    </w:p>
    <w:p w14:paraId="565F773B" w14:textId="489B8F0C" w:rsidR="004B5A85" w:rsidRDefault="004B5A85" w:rsidP="004C389C">
      <w:r>
        <w:t>— </w:t>
      </w:r>
      <w:r w:rsidR="004C389C">
        <w:t>Mademoiselle</w:t>
      </w:r>
      <w:r>
        <w:t xml:space="preserve">, </w:t>
      </w:r>
      <w:r w:rsidR="004C389C">
        <w:t>dit Pierrot l</w:t>
      </w:r>
      <w:r>
        <w:t>’</w:t>
      </w:r>
      <w:r w:rsidR="004C389C">
        <w:t>Écureuil de sa voix enfantine et résolue à la fois</w:t>
      </w:r>
      <w:r>
        <w:t>, M. </w:t>
      </w:r>
      <w:r w:rsidR="004C389C">
        <w:t>votre père est mort</w:t>
      </w:r>
      <w:r>
        <w:t xml:space="preserve">. </w:t>
      </w:r>
      <w:r w:rsidR="004C389C">
        <w:t>Soyez courageuse</w:t>
      </w:r>
      <w:r>
        <w:t xml:space="preserve">. </w:t>
      </w:r>
      <w:r w:rsidR="004C389C">
        <w:t>Vous avez ici un ami</w:t>
      </w:r>
      <w:r>
        <w:t xml:space="preserve"> : </w:t>
      </w:r>
      <w:r w:rsidR="004C389C">
        <w:t>moi</w:t>
      </w:r>
      <w:r>
        <w:t> !</w:t>
      </w:r>
    </w:p>
    <w:p w14:paraId="3DFFD742" w14:textId="77777777" w:rsidR="004B5A85" w:rsidRDefault="004C389C" w:rsidP="004C389C">
      <w:r>
        <w:t>Dolorès tourna vers celui qui parlait ainsi ses yeux remplis de larmes</w:t>
      </w:r>
      <w:r w:rsidR="004B5A85">
        <w:t>.</w:t>
      </w:r>
    </w:p>
    <w:p w14:paraId="4B9615E8" w14:textId="77777777" w:rsidR="004B5A85" w:rsidRDefault="004B5A85" w:rsidP="004C389C">
      <w:r>
        <w:t>— </w:t>
      </w:r>
      <w:r w:rsidR="004C389C">
        <w:t>Qui êtes-vous</w:t>
      </w:r>
      <w:r>
        <w:t xml:space="preserve"> ? </w:t>
      </w:r>
      <w:r w:rsidR="004C389C">
        <w:t>fit-elle avec confiance</w:t>
      </w:r>
      <w:r>
        <w:t xml:space="preserve">, </w:t>
      </w:r>
      <w:r w:rsidR="004C389C">
        <w:t>en se rappelant que ce jeune matelot avait voulu</w:t>
      </w:r>
      <w:r>
        <w:t xml:space="preserve">, </w:t>
      </w:r>
      <w:r w:rsidR="004C389C">
        <w:t>par pitié</w:t>
      </w:r>
      <w:r>
        <w:t xml:space="preserve">, </w:t>
      </w:r>
      <w:r w:rsidR="004C389C">
        <w:t>lui cacher le spe</w:t>
      </w:r>
      <w:r w:rsidR="004C389C">
        <w:t>c</w:t>
      </w:r>
      <w:r w:rsidR="004C389C">
        <w:t>tacle de l</w:t>
      </w:r>
      <w:r>
        <w:t>’</w:t>
      </w:r>
      <w:r w:rsidR="004C389C">
        <w:t>atroce mort de son père</w:t>
      </w:r>
      <w:r>
        <w:t>.</w:t>
      </w:r>
    </w:p>
    <w:p w14:paraId="5FAA889A" w14:textId="77777777" w:rsidR="004B5A85" w:rsidRDefault="004B5A85" w:rsidP="004C389C">
      <w:r>
        <w:t>— </w:t>
      </w:r>
      <w:r w:rsidR="004C389C">
        <w:t>Je suis Pierrot l</w:t>
      </w:r>
      <w:r>
        <w:t>’</w:t>
      </w:r>
      <w:r w:rsidR="004C389C">
        <w:t>Écureuil</w:t>
      </w:r>
      <w:r>
        <w:t xml:space="preserve">, </w:t>
      </w:r>
      <w:r w:rsidR="004C389C">
        <w:t>de la marine française</w:t>
      </w:r>
      <w:r>
        <w:t xml:space="preserve">, </w:t>
      </w:r>
      <w:r w:rsidR="004C389C">
        <w:t>répo</w:t>
      </w:r>
      <w:r w:rsidR="004C389C">
        <w:t>n</w:t>
      </w:r>
      <w:r w:rsidR="004C389C">
        <w:t>dit fièrement le mousse</w:t>
      </w:r>
      <w:r>
        <w:t xml:space="preserve">. </w:t>
      </w:r>
      <w:r w:rsidR="004C389C">
        <w:t>À bord de ce sous-marin occupé par des bandits et des pirates</w:t>
      </w:r>
      <w:r>
        <w:t xml:space="preserve">, </w:t>
      </w:r>
      <w:r w:rsidR="004C389C">
        <w:t>je suis prisonnier</w:t>
      </w:r>
      <w:r>
        <w:t xml:space="preserve">, </w:t>
      </w:r>
      <w:r w:rsidR="004C389C">
        <w:t>moi aussi</w:t>
      </w:r>
      <w:r>
        <w:t xml:space="preserve">. </w:t>
      </w:r>
      <w:r w:rsidR="004C389C">
        <w:t>Mais je vous viendrai en aide</w:t>
      </w:r>
      <w:r>
        <w:t>.</w:t>
      </w:r>
    </w:p>
    <w:p w14:paraId="4B1CAA60" w14:textId="77777777" w:rsidR="004B5A85" w:rsidRDefault="004C389C" w:rsidP="004C389C">
      <w:r>
        <w:t>Dolorès se dressa sur le lit</w:t>
      </w:r>
      <w:r w:rsidR="004B5A85">
        <w:t xml:space="preserve">, </w:t>
      </w:r>
      <w:r>
        <w:t>s</w:t>
      </w:r>
      <w:r w:rsidR="004B5A85">
        <w:t>’</w:t>
      </w:r>
      <w:r>
        <w:t>assit et</w:t>
      </w:r>
      <w:r w:rsidR="004B5A85">
        <w:t xml:space="preserve">, </w:t>
      </w:r>
      <w:r>
        <w:t>le regard horrifié</w:t>
      </w:r>
      <w:r w:rsidR="004B5A85">
        <w:t xml:space="preserve">, </w:t>
      </w:r>
      <w:r>
        <w:t>la voix tremblante d</w:t>
      </w:r>
      <w:r w:rsidR="004B5A85">
        <w:t>’</w:t>
      </w:r>
      <w:r>
        <w:t>une anxiété douloureuse</w:t>
      </w:r>
      <w:r w:rsidR="004B5A85">
        <w:t> :</w:t>
      </w:r>
    </w:p>
    <w:p w14:paraId="79E12E2A" w14:textId="77777777" w:rsidR="004B5A85" w:rsidRDefault="004B5A85" w:rsidP="004C389C">
      <w:r>
        <w:t>— </w:t>
      </w:r>
      <w:r w:rsidR="004C389C">
        <w:t>Que va-t-on faire de moi</w:t>
      </w:r>
      <w:r>
        <w:t xml:space="preserve">, </w:t>
      </w:r>
      <w:r w:rsidR="004C389C">
        <w:t>murmura-t-elle</w:t>
      </w:r>
      <w:r>
        <w:t xml:space="preserve">, </w:t>
      </w:r>
      <w:r w:rsidR="004C389C">
        <w:t>maintenant qu</w:t>
      </w:r>
      <w:r>
        <w:t>’</w:t>
      </w:r>
      <w:r w:rsidR="004C389C">
        <w:t>on a tué mon père</w:t>
      </w:r>
      <w:r>
        <w:t xml:space="preserve"> ? </w:t>
      </w:r>
      <w:r w:rsidR="004C389C">
        <w:t>Le savez-vous</w:t>
      </w:r>
      <w:r>
        <w:t> ?</w:t>
      </w:r>
    </w:p>
    <w:p w14:paraId="0F736FB9" w14:textId="77777777" w:rsidR="004B5A85" w:rsidRDefault="004B5A85" w:rsidP="004C389C">
      <w:r>
        <w:t>— </w:t>
      </w:r>
      <w:r w:rsidR="004C389C">
        <w:t>Vous n</w:t>
      </w:r>
      <w:r>
        <w:t>’</w:t>
      </w:r>
      <w:r w:rsidR="004C389C">
        <w:t>avez pas entendu le Ravageur du Monde</w:t>
      </w:r>
      <w:r>
        <w:t xml:space="preserve"> ? </w:t>
      </w:r>
      <w:r w:rsidR="004C389C">
        <w:t>répo</w:t>
      </w:r>
      <w:r w:rsidR="004C389C">
        <w:t>n</w:t>
      </w:r>
      <w:r w:rsidR="004C389C">
        <w:t>dit Pierrot l</w:t>
      </w:r>
      <w:r>
        <w:t>’</w:t>
      </w:r>
      <w:r w:rsidR="004C389C">
        <w:t>Écureuil</w:t>
      </w:r>
      <w:r>
        <w:t xml:space="preserve">. </w:t>
      </w:r>
      <w:r w:rsidR="004C389C">
        <w:t>Il a dit qu</w:t>
      </w:r>
      <w:r>
        <w:t>’</w:t>
      </w:r>
      <w:r w:rsidR="004C389C">
        <w:t>il vous jetterait quelque part sur les côtes de France</w:t>
      </w:r>
      <w:r>
        <w:t>…</w:t>
      </w:r>
    </w:p>
    <w:p w14:paraId="25A70069" w14:textId="77777777" w:rsidR="004B5A85" w:rsidRDefault="004B5A85" w:rsidP="004C389C">
      <w:r>
        <w:t>— </w:t>
      </w:r>
      <w:r w:rsidR="004C389C">
        <w:t>La France</w:t>
      </w:r>
      <w:r>
        <w:t xml:space="preserve"> ? </w:t>
      </w:r>
      <w:r w:rsidR="004C389C">
        <w:t>mais je connais ce pays</w:t>
      </w:r>
      <w:r>
        <w:t xml:space="preserve">… </w:t>
      </w:r>
      <w:r w:rsidR="004C389C">
        <w:t>J</w:t>
      </w:r>
      <w:r>
        <w:t>’</w:t>
      </w:r>
      <w:r w:rsidR="004C389C">
        <w:t>en parle la langue</w:t>
      </w:r>
      <w:r>
        <w:t xml:space="preserve">, </w:t>
      </w:r>
      <w:r w:rsidR="004C389C">
        <w:t>comme vous voyez</w:t>
      </w:r>
      <w:r>
        <w:t xml:space="preserve">. </w:t>
      </w:r>
      <w:r w:rsidR="004C389C">
        <w:t>J</w:t>
      </w:r>
      <w:r>
        <w:t>’</w:t>
      </w:r>
      <w:r w:rsidR="004C389C">
        <w:t>y ai voyagé l</w:t>
      </w:r>
      <w:r>
        <w:t>’</w:t>
      </w:r>
      <w:r w:rsidR="004C389C">
        <w:t>année dernière</w:t>
      </w:r>
      <w:r>
        <w:t xml:space="preserve">, </w:t>
      </w:r>
      <w:r w:rsidR="004C389C">
        <w:t>et mon pauvre père m</w:t>
      </w:r>
      <w:r>
        <w:t>’</w:t>
      </w:r>
      <w:r w:rsidR="004C389C">
        <w:t>avait donné une institutrice française</w:t>
      </w:r>
      <w:r>
        <w:t xml:space="preserve">… </w:t>
      </w:r>
      <w:r w:rsidR="004C389C">
        <w:t>Mais que vais-je devenir</w:t>
      </w:r>
      <w:r>
        <w:t xml:space="preserve">, </w:t>
      </w:r>
      <w:r w:rsidR="004C389C">
        <w:t>seule</w:t>
      </w:r>
      <w:r>
        <w:t xml:space="preserve">, </w:t>
      </w:r>
      <w:r w:rsidR="004C389C">
        <w:t>orpheline</w:t>
      </w:r>
      <w:r>
        <w:t xml:space="preserve">, </w:t>
      </w:r>
      <w:r w:rsidR="004C389C">
        <w:t>abandonnée</w:t>
      </w:r>
      <w:r>
        <w:t> ?…</w:t>
      </w:r>
    </w:p>
    <w:p w14:paraId="0AE937B8" w14:textId="77777777" w:rsidR="004B5A85" w:rsidRDefault="004B5A85" w:rsidP="004C389C">
      <w:r>
        <w:t>— </w:t>
      </w:r>
      <w:r w:rsidR="004C389C">
        <w:t>Vous ne serez pas abandonnée</w:t>
      </w:r>
      <w:r>
        <w:t xml:space="preserve">, </w:t>
      </w:r>
      <w:r w:rsidR="004C389C">
        <w:t>mademoiselle</w:t>
      </w:r>
      <w:r>
        <w:t>…</w:t>
      </w:r>
    </w:p>
    <w:p w14:paraId="39BEE502" w14:textId="0A96B2DF" w:rsidR="004B5A85" w:rsidRDefault="004B5A85" w:rsidP="004C389C">
      <w:r>
        <w:lastRenderedPageBreak/>
        <w:t>— </w:t>
      </w:r>
      <w:r w:rsidR="004C389C">
        <w:t>Et qui me secourra</w:t>
      </w:r>
      <w:r>
        <w:t xml:space="preserve">, </w:t>
      </w:r>
      <w:r w:rsidR="004C389C">
        <w:t>mon Dieu</w:t>
      </w:r>
      <w:r>
        <w:t> ?</w:t>
      </w:r>
    </w:p>
    <w:p w14:paraId="00192E8A" w14:textId="77777777" w:rsidR="004B5A85" w:rsidRDefault="004B5A85" w:rsidP="004C389C">
      <w:r>
        <w:t>— </w:t>
      </w:r>
      <w:r w:rsidR="004C389C">
        <w:t>Moi</w:t>
      </w:r>
      <w:r>
        <w:t xml:space="preserve"> !… </w:t>
      </w:r>
      <w:r w:rsidR="004C389C">
        <w:t>je vous donnerai une lettre pour le commandant Martel</w:t>
      </w:r>
      <w:r>
        <w:t xml:space="preserve">, </w:t>
      </w:r>
      <w:r w:rsidR="004C389C">
        <w:t>mon capitaine</w:t>
      </w:r>
      <w:r>
        <w:t xml:space="preserve">. </w:t>
      </w:r>
      <w:r w:rsidR="004C389C">
        <w:t>Il sera à Rochefort</w:t>
      </w:r>
      <w:r>
        <w:t xml:space="preserve">… </w:t>
      </w:r>
      <w:r w:rsidR="004C389C">
        <w:t>Vous l</w:t>
      </w:r>
      <w:r>
        <w:t>’</w:t>
      </w:r>
      <w:r w:rsidR="004C389C">
        <w:t>y</w:t>
      </w:r>
      <w:r>
        <w:t>…</w:t>
      </w:r>
    </w:p>
    <w:p w14:paraId="64BF2BDD" w14:textId="77777777" w:rsidR="004B5A85" w:rsidRDefault="004C389C" w:rsidP="004C389C">
      <w:r>
        <w:t>Mais l</w:t>
      </w:r>
      <w:r w:rsidR="004B5A85">
        <w:t>’</w:t>
      </w:r>
      <w:r>
        <w:t>héroïque et intelligent enfant fut interrompu par un bruit de pas rudes dans le couloir</w:t>
      </w:r>
      <w:r w:rsidR="004B5A85">
        <w:t xml:space="preserve">, </w:t>
      </w:r>
      <w:r>
        <w:t>aussitôt suivi de l</w:t>
      </w:r>
      <w:r w:rsidR="004B5A85">
        <w:t>’</w:t>
      </w:r>
      <w:r>
        <w:t>entrée so</w:t>
      </w:r>
      <w:r>
        <w:t>u</w:t>
      </w:r>
      <w:r>
        <w:t>daine d</w:t>
      </w:r>
      <w:r w:rsidR="004B5A85">
        <w:t>’</w:t>
      </w:r>
      <w:proofErr w:type="spellStart"/>
      <w:r>
        <w:t>Askold</w:t>
      </w:r>
      <w:proofErr w:type="spellEnd"/>
      <w:r w:rsidR="004B5A85">
        <w:t>.</w:t>
      </w:r>
    </w:p>
    <w:p w14:paraId="236BCA42" w14:textId="77777777" w:rsidR="004B5A85" w:rsidRDefault="004C389C" w:rsidP="004C389C">
      <w:r>
        <w:t>Le lieutenant regarda Pierrot l</w:t>
      </w:r>
      <w:r w:rsidR="004B5A85">
        <w:t>’</w:t>
      </w:r>
      <w:r>
        <w:t>Écureuil d</w:t>
      </w:r>
      <w:r w:rsidR="004B5A85">
        <w:t>’</w:t>
      </w:r>
      <w:r>
        <w:t>un air sévère et gronda</w:t>
      </w:r>
      <w:r w:rsidR="004B5A85">
        <w:t> :</w:t>
      </w:r>
    </w:p>
    <w:p w14:paraId="6ACAB768" w14:textId="77777777" w:rsidR="004B5A85" w:rsidRDefault="004B5A85" w:rsidP="004C389C">
      <w:r>
        <w:t>— </w:t>
      </w:r>
      <w:r w:rsidR="004C389C">
        <w:t>Que fais-tu là</w:t>
      </w:r>
      <w:r>
        <w:t xml:space="preserve">, </w:t>
      </w:r>
      <w:r w:rsidR="004C389C">
        <w:t>toi</w:t>
      </w:r>
      <w:r>
        <w:t> ?</w:t>
      </w:r>
    </w:p>
    <w:p w14:paraId="3DB26866" w14:textId="77777777" w:rsidR="004B5A85" w:rsidRDefault="004B5A85" w:rsidP="004C389C">
      <w:r>
        <w:t>— </w:t>
      </w:r>
      <w:r w:rsidR="004C389C">
        <w:t>J</w:t>
      </w:r>
      <w:r>
        <w:t>’</w:t>
      </w:r>
      <w:r w:rsidR="004C389C">
        <w:t>ai soigné Mademoiselle</w:t>
      </w:r>
      <w:r>
        <w:t xml:space="preserve">, </w:t>
      </w:r>
      <w:r w:rsidR="004C389C">
        <w:t>qui s</w:t>
      </w:r>
      <w:r>
        <w:t>’</w:t>
      </w:r>
      <w:r w:rsidR="004C389C">
        <w:t>était évanouie</w:t>
      </w:r>
      <w:r>
        <w:t xml:space="preserve"> ! </w:t>
      </w:r>
      <w:r w:rsidR="004C389C">
        <w:t>répondit sans la moindre crainte le petit homme</w:t>
      </w:r>
      <w:r>
        <w:t>.</w:t>
      </w:r>
    </w:p>
    <w:p w14:paraId="5FDF356A" w14:textId="77777777" w:rsidR="004B5A85" w:rsidRDefault="004B5A85" w:rsidP="004C389C">
      <w:r>
        <w:t>— </w:t>
      </w:r>
      <w:r w:rsidR="004C389C">
        <w:t>La demoiselle n</w:t>
      </w:r>
      <w:r>
        <w:t>’</w:t>
      </w:r>
      <w:r w:rsidR="004C389C">
        <w:t>a pas besoin de toi</w:t>
      </w:r>
      <w:r>
        <w:t xml:space="preserve">, </w:t>
      </w:r>
      <w:r w:rsidR="004C389C">
        <w:t xml:space="preserve">dit </w:t>
      </w:r>
      <w:proofErr w:type="spellStart"/>
      <w:r w:rsidR="004C389C">
        <w:t>Askold</w:t>
      </w:r>
      <w:proofErr w:type="spellEnd"/>
      <w:r>
        <w:t xml:space="preserve">. </w:t>
      </w:r>
      <w:r w:rsidR="004C389C">
        <w:t>File</w:t>
      </w:r>
      <w:r>
        <w:t xml:space="preserve"> ! </w:t>
      </w:r>
      <w:r w:rsidR="004C389C">
        <w:t>et que je ne te revoie plus dans cette chambre</w:t>
      </w:r>
      <w:r>
        <w:t xml:space="preserve">… </w:t>
      </w:r>
      <w:r w:rsidR="004C389C">
        <w:t>Ta place est au poste d</w:t>
      </w:r>
      <w:r>
        <w:t>’</w:t>
      </w:r>
      <w:r w:rsidR="004C389C">
        <w:t>équipage</w:t>
      </w:r>
      <w:r>
        <w:t xml:space="preserve">. </w:t>
      </w:r>
      <w:r w:rsidR="004C389C">
        <w:t>Va t</w:t>
      </w:r>
      <w:r>
        <w:t>’</w:t>
      </w:r>
      <w:r w:rsidR="004C389C">
        <w:t xml:space="preserve">y mettre à la disposition de </w:t>
      </w:r>
      <w:proofErr w:type="spellStart"/>
      <w:r w:rsidR="004C389C">
        <w:t>Brilo</w:t>
      </w:r>
      <w:proofErr w:type="spellEnd"/>
      <w:r>
        <w:t>.</w:t>
      </w:r>
    </w:p>
    <w:p w14:paraId="5812AE81" w14:textId="77777777" w:rsidR="004B5A85" w:rsidRDefault="004C389C" w:rsidP="004C389C">
      <w:r>
        <w:t>Il fallait obéir</w:t>
      </w:r>
      <w:r w:rsidR="004B5A85">
        <w:t>.</w:t>
      </w:r>
    </w:p>
    <w:p w14:paraId="01488DFF" w14:textId="77777777" w:rsidR="004B5A85" w:rsidRDefault="004C389C" w:rsidP="004C389C">
      <w:r>
        <w:t>Pierrot l</w:t>
      </w:r>
      <w:r w:rsidR="004B5A85">
        <w:t>’</w:t>
      </w:r>
      <w:r>
        <w:t>Écureuil lança à Dolorès un éloquent regard d</w:t>
      </w:r>
      <w:r w:rsidR="004B5A85">
        <w:t>’</w:t>
      </w:r>
      <w:r>
        <w:t>encouragement</w:t>
      </w:r>
      <w:r w:rsidR="004B5A85">
        <w:t xml:space="preserve">, </w:t>
      </w:r>
      <w:r>
        <w:t>et raide</w:t>
      </w:r>
      <w:r w:rsidR="004B5A85">
        <w:t xml:space="preserve">, </w:t>
      </w:r>
      <w:r>
        <w:t>montrant bien par son attitude qu</w:t>
      </w:r>
      <w:r w:rsidR="004B5A85">
        <w:t>’</w:t>
      </w:r>
      <w:r>
        <w:t>il n</w:t>
      </w:r>
      <w:r w:rsidR="004B5A85">
        <w:t>’</w:t>
      </w:r>
      <w:r>
        <w:t>obéissait que par force</w:t>
      </w:r>
      <w:r w:rsidR="004B5A85">
        <w:t xml:space="preserve">, </w:t>
      </w:r>
      <w:r>
        <w:t>il sortit</w:t>
      </w:r>
      <w:r w:rsidR="004B5A85">
        <w:t>.</w:t>
      </w:r>
    </w:p>
    <w:p w14:paraId="4F422DE2" w14:textId="77777777" w:rsidR="004B5A85" w:rsidRDefault="004C389C" w:rsidP="004C389C">
      <w:r>
        <w:t>La porte se referma sur ses talons</w:t>
      </w:r>
      <w:r w:rsidR="004B5A85">
        <w:t>.</w:t>
      </w:r>
    </w:p>
    <w:p w14:paraId="1270AB83" w14:textId="77777777" w:rsidR="004B5A85" w:rsidRDefault="004C389C" w:rsidP="004C389C">
      <w:r>
        <w:t>Mais au lieu de passer tout de suite dans le corps de garde</w:t>
      </w:r>
      <w:r w:rsidR="004B5A85">
        <w:t xml:space="preserve">, </w:t>
      </w:r>
      <w:r>
        <w:t>Pierrot l</w:t>
      </w:r>
      <w:r w:rsidR="004B5A85">
        <w:t>’</w:t>
      </w:r>
      <w:r>
        <w:t>Écureuil s</w:t>
      </w:r>
      <w:r w:rsidR="004B5A85">
        <w:t>’</w:t>
      </w:r>
      <w:r>
        <w:t>assura d</w:t>
      </w:r>
      <w:r w:rsidR="004B5A85">
        <w:t>’</w:t>
      </w:r>
      <w:r>
        <w:t>un coup d</w:t>
      </w:r>
      <w:r w:rsidR="004B5A85">
        <w:t>’</w:t>
      </w:r>
      <w:r>
        <w:t>œil qu</w:t>
      </w:r>
      <w:r w:rsidR="004B5A85">
        <w:t>’</w:t>
      </w:r>
      <w:r>
        <w:t>il n</w:t>
      </w:r>
      <w:r w:rsidR="004B5A85">
        <w:t>’</w:t>
      </w:r>
      <w:r>
        <w:t>y avait pe</w:t>
      </w:r>
      <w:r>
        <w:t>r</w:t>
      </w:r>
      <w:r>
        <w:t>sonne à proximité qui pût le voir</w:t>
      </w:r>
      <w:r w:rsidR="004B5A85">
        <w:t xml:space="preserve">, </w:t>
      </w:r>
      <w:r>
        <w:t>et</w:t>
      </w:r>
      <w:r w:rsidR="004B5A85">
        <w:t xml:space="preserve">, </w:t>
      </w:r>
      <w:r>
        <w:t>collant son oreille contre la porte métallique</w:t>
      </w:r>
      <w:r w:rsidR="004B5A85">
        <w:t xml:space="preserve">, </w:t>
      </w:r>
      <w:r>
        <w:t>il écouta</w:t>
      </w:r>
      <w:r w:rsidR="004B5A85">
        <w:t> :</w:t>
      </w:r>
    </w:p>
    <w:p w14:paraId="013E150C" w14:textId="77777777" w:rsidR="004B5A85" w:rsidRDefault="004B5A85" w:rsidP="004C389C">
      <w:r>
        <w:t>— </w:t>
      </w:r>
      <w:r w:rsidR="004C389C">
        <w:t>Mademoiselle</w:t>
      </w:r>
      <w:r>
        <w:t xml:space="preserve">, </w:t>
      </w:r>
      <w:r w:rsidR="004C389C">
        <w:t xml:space="preserve">faisait </w:t>
      </w:r>
      <w:proofErr w:type="spellStart"/>
      <w:r w:rsidR="004C389C">
        <w:t>Askold</w:t>
      </w:r>
      <w:proofErr w:type="spellEnd"/>
      <w:r>
        <w:t xml:space="preserve">, </w:t>
      </w:r>
      <w:r w:rsidR="004C389C">
        <w:t>vous resterez dans cette chambre trois ou quatre jours encore</w:t>
      </w:r>
      <w:r>
        <w:t>.</w:t>
      </w:r>
    </w:p>
    <w:p w14:paraId="1292CC03" w14:textId="77777777" w:rsidR="004B5A85" w:rsidRDefault="004B5A85" w:rsidP="004C389C">
      <w:r>
        <w:lastRenderedPageBreak/>
        <w:t>« </w:t>
      </w:r>
      <w:r w:rsidR="004C389C">
        <w:t>Après ce temps</w:t>
      </w:r>
      <w:r>
        <w:t xml:space="preserve">, </w:t>
      </w:r>
      <w:r w:rsidR="004C389C">
        <w:t>nous serons dans les eaux de la France</w:t>
      </w:r>
      <w:r>
        <w:t xml:space="preserve">. </w:t>
      </w:r>
      <w:r w:rsidR="004C389C">
        <w:t>Vous serez déposée la nuit sur la côte</w:t>
      </w:r>
      <w:r>
        <w:t xml:space="preserve">. </w:t>
      </w:r>
      <w:r w:rsidR="004C389C">
        <w:t>Vous parlez la langue française</w:t>
      </w:r>
      <w:r>
        <w:t xml:space="preserve">, </w:t>
      </w:r>
      <w:r w:rsidR="004C389C">
        <w:t>puisque c</w:t>
      </w:r>
      <w:r>
        <w:t>’</w:t>
      </w:r>
      <w:r w:rsidR="004C389C">
        <w:t>est dans cette langue que vous avez appelé au secours</w:t>
      </w:r>
      <w:r>
        <w:t xml:space="preserve">, </w:t>
      </w:r>
      <w:r w:rsidR="004C389C">
        <w:t>lorsque je vous ai enlevée</w:t>
      </w:r>
      <w:r>
        <w:t xml:space="preserve">. </w:t>
      </w:r>
      <w:r w:rsidR="004C389C">
        <w:t>Vous pourrez donc vous tirer d</w:t>
      </w:r>
      <w:r>
        <w:t>’</w:t>
      </w:r>
      <w:r w:rsidR="004C389C">
        <w:t>affaire</w:t>
      </w:r>
      <w:r>
        <w:t xml:space="preserve">… </w:t>
      </w:r>
      <w:r w:rsidR="004C389C">
        <w:t>D</w:t>
      </w:r>
      <w:r>
        <w:t>’</w:t>
      </w:r>
      <w:r w:rsidR="004C389C">
        <w:t>ailleurs</w:t>
      </w:r>
      <w:r>
        <w:t xml:space="preserve">, </w:t>
      </w:r>
      <w:r w:rsidR="004C389C">
        <w:t>quand il abandonna le jeune Hugues de Mauduit sur la même côte où vous allez être déposée</w:t>
      </w:r>
      <w:r>
        <w:t xml:space="preserve">, </w:t>
      </w:r>
      <w:r w:rsidR="004C389C">
        <w:t>votre père</w:t>
      </w:r>
      <w:r>
        <w:t xml:space="preserve">, </w:t>
      </w:r>
      <w:r w:rsidR="004C389C">
        <w:t>voleur et assassin</w:t>
      </w:r>
      <w:r>
        <w:t xml:space="preserve">, </w:t>
      </w:r>
      <w:r w:rsidR="004C389C">
        <w:t>ne se préoccupait pas</w:t>
      </w:r>
      <w:r>
        <w:t>…</w:t>
      </w:r>
    </w:p>
    <w:p w14:paraId="0B8590B2" w14:textId="77777777" w:rsidR="004B5A85" w:rsidRDefault="004B5A85" w:rsidP="004C389C">
      <w:r>
        <w:t>— </w:t>
      </w:r>
      <w:r w:rsidR="004C389C">
        <w:t>Vous mentez</w:t>
      </w:r>
      <w:r>
        <w:t xml:space="preserve">, </w:t>
      </w:r>
      <w:r w:rsidR="004C389C">
        <w:t>monsieur</w:t>
      </w:r>
      <w:r>
        <w:t xml:space="preserve"> ! </w:t>
      </w:r>
      <w:r w:rsidR="004C389C">
        <w:t>s</w:t>
      </w:r>
      <w:r>
        <w:t>’</w:t>
      </w:r>
      <w:r w:rsidR="004C389C">
        <w:t>écria Dolorès d</w:t>
      </w:r>
      <w:r>
        <w:t>’</w:t>
      </w:r>
      <w:r w:rsidR="004C389C">
        <w:t>une voix à la fois douloureuse et indignée</w:t>
      </w:r>
      <w:r>
        <w:t xml:space="preserve">. </w:t>
      </w:r>
      <w:r w:rsidR="004C389C">
        <w:t>Mon père a toujours été honnête</w:t>
      </w:r>
      <w:r>
        <w:t xml:space="preserve">, </w:t>
      </w:r>
      <w:r w:rsidR="004C389C">
        <w:t>doux et bon</w:t>
      </w:r>
      <w:r>
        <w:t xml:space="preserve">. </w:t>
      </w:r>
      <w:r w:rsidR="004C389C">
        <w:t>C</w:t>
      </w:r>
      <w:r>
        <w:t>’</w:t>
      </w:r>
      <w:r w:rsidR="004C389C">
        <w:t>est vous qui êtes des assassins</w:t>
      </w:r>
      <w:r>
        <w:t>…</w:t>
      </w:r>
    </w:p>
    <w:p w14:paraId="6B26C035" w14:textId="77777777" w:rsidR="004B5A85" w:rsidRDefault="004C389C" w:rsidP="004C389C">
      <w:r>
        <w:t>Et Pierrot l</w:t>
      </w:r>
      <w:r w:rsidR="004B5A85">
        <w:t>’</w:t>
      </w:r>
      <w:r>
        <w:t>Écureuil</w:t>
      </w:r>
      <w:r w:rsidR="004B5A85">
        <w:t xml:space="preserve">, </w:t>
      </w:r>
      <w:r>
        <w:t>très ému</w:t>
      </w:r>
      <w:r w:rsidR="004B5A85">
        <w:t xml:space="preserve">, </w:t>
      </w:r>
      <w:r>
        <w:t>entendit un violent sanglot</w:t>
      </w:r>
      <w:r w:rsidR="004B5A85">
        <w:t>.</w:t>
      </w:r>
    </w:p>
    <w:p w14:paraId="0A8A28CE" w14:textId="77777777" w:rsidR="004B5A85" w:rsidRDefault="004C389C" w:rsidP="004C389C">
      <w:r>
        <w:t>Mais la voix indifférente et rude d</w:t>
      </w:r>
      <w:r w:rsidR="004B5A85">
        <w:t>’</w:t>
      </w:r>
      <w:proofErr w:type="spellStart"/>
      <w:r>
        <w:t>Askold</w:t>
      </w:r>
      <w:proofErr w:type="spellEnd"/>
      <w:r>
        <w:t xml:space="preserve"> reprenait</w:t>
      </w:r>
      <w:r w:rsidR="004B5A85">
        <w:t> :</w:t>
      </w:r>
    </w:p>
    <w:p w14:paraId="123DC259" w14:textId="77777777" w:rsidR="004B5A85" w:rsidRDefault="004B5A85" w:rsidP="004C389C">
      <w:r>
        <w:t>— </w:t>
      </w:r>
      <w:r w:rsidR="004C389C">
        <w:t>Je n</w:t>
      </w:r>
      <w:r>
        <w:t>’</w:t>
      </w:r>
      <w:r w:rsidR="004C389C">
        <w:t>ai pas à discuter</w:t>
      </w:r>
      <w:r>
        <w:t xml:space="preserve">, </w:t>
      </w:r>
      <w:r w:rsidR="004C389C">
        <w:t>je vous transmets la volonté du Maître</w:t>
      </w:r>
      <w:r>
        <w:t xml:space="preserve">. </w:t>
      </w:r>
      <w:r w:rsidR="004C389C">
        <w:t>Je n</w:t>
      </w:r>
      <w:r>
        <w:t>’</w:t>
      </w:r>
      <w:r w:rsidR="004C389C">
        <w:t>ai pas autre chose à vous dire</w:t>
      </w:r>
      <w:r>
        <w:t xml:space="preserve">. </w:t>
      </w:r>
      <w:r w:rsidR="004C389C">
        <w:t>Vos repas vous s</w:t>
      </w:r>
      <w:r w:rsidR="004C389C">
        <w:t>e</w:t>
      </w:r>
      <w:r w:rsidR="004C389C">
        <w:t>ront apportés à des heures régulières</w:t>
      </w:r>
      <w:r>
        <w:t xml:space="preserve">. </w:t>
      </w:r>
      <w:r w:rsidR="004C389C">
        <w:t>Bonjour</w:t>
      </w:r>
      <w:r>
        <w:t xml:space="preserve">, </w:t>
      </w:r>
      <w:r w:rsidR="004C389C">
        <w:t>mademoiselle</w:t>
      </w:r>
      <w:r>
        <w:t>.</w:t>
      </w:r>
    </w:p>
    <w:p w14:paraId="7838BEAE" w14:textId="77777777" w:rsidR="004B5A85" w:rsidRDefault="004C389C" w:rsidP="004C389C">
      <w:r>
        <w:t>Pierrot l</w:t>
      </w:r>
      <w:r w:rsidR="004B5A85">
        <w:t>’</w:t>
      </w:r>
      <w:r>
        <w:t>Écureuil n</w:t>
      </w:r>
      <w:r w:rsidR="004B5A85">
        <w:t>’</w:t>
      </w:r>
      <w:r>
        <w:t>attendit pas que la porte s</w:t>
      </w:r>
      <w:r w:rsidR="004B5A85">
        <w:t>’</w:t>
      </w:r>
      <w:r>
        <w:t>ouvrît</w:t>
      </w:r>
      <w:r w:rsidR="004B5A85">
        <w:t>.</w:t>
      </w:r>
    </w:p>
    <w:p w14:paraId="4FAECC5C" w14:textId="77777777" w:rsidR="004B5A85" w:rsidRDefault="004C389C" w:rsidP="004C389C">
      <w:r>
        <w:t>D</w:t>
      </w:r>
      <w:r w:rsidR="004B5A85">
        <w:t>’</w:t>
      </w:r>
      <w:r>
        <w:t>un bond</w:t>
      </w:r>
      <w:r w:rsidR="004B5A85">
        <w:t xml:space="preserve">, </w:t>
      </w:r>
      <w:r>
        <w:t>il fut dans le corps de garde</w:t>
      </w:r>
      <w:r w:rsidR="004B5A85">
        <w:t xml:space="preserve">, </w:t>
      </w:r>
      <w:r>
        <w:t>qu</w:t>
      </w:r>
      <w:r w:rsidR="004B5A85">
        <w:t>’</w:t>
      </w:r>
      <w:r>
        <w:t>il traversa lég</w:t>
      </w:r>
      <w:r>
        <w:t>è</w:t>
      </w:r>
      <w:r>
        <w:t>rement</w:t>
      </w:r>
      <w:r w:rsidR="004B5A85">
        <w:t xml:space="preserve">, </w:t>
      </w:r>
      <w:r>
        <w:t>et il entra au poste d</w:t>
      </w:r>
      <w:r w:rsidR="004B5A85">
        <w:t>’</w:t>
      </w:r>
      <w:r>
        <w:t>équipage</w:t>
      </w:r>
      <w:r w:rsidR="004B5A85">
        <w:t xml:space="preserve">, </w:t>
      </w:r>
      <w:r>
        <w:t>en se disant</w:t>
      </w:r>
      <w:r w:rsidR="004B5A85">
        <w:t> :</w:t>
      </w:r>
    </w:p>
    <w:p w14:paraId="5A839CB9" w14:textId="33F8179E" w:rsidR="004C389C" w:rsidRDefault="004B5A85" w:rsidP="004C389C">
      <w:r>
        <w:t>« </w:t>
      </w:r>
      <w:r w:rsidR="004C389C">
        <w:t>Il faudra que je trouve le moyen d</w:t>
      </w:r>
      <w:r>
        <w:t>’</w:t>
      </w:r>
      <w:r w:rsidR="004C389C">
        <w:t>écrire une lettre</w:t>
      </w:r>
      <w:r>
        <w:t xml:space="preserve">. </w:t>
      </w:r>
      <w:r w:rsidR="004C389C">
        <w:t>Je la donnerai à cette demoiselle</w:t>
      </w:r>
      <w:r>
        <w:t xml:space="preserve">. </w:t>
      </w:r>
      <w:r w:rsidR="004C389C">
        <w:t>N</w:t>
      </w:r>
      <w:r>
        <w:t>’</w:t>
      </w:r>
      <w:r w:rsidR="004C389C">
        <w:t>importe en quel point de la côte française qu</w:t>
      </w:r>
      <w:r>
        <w:t>’</w:t>
      </w:r>
      <w:r w:rsidR="004C389C">
        <w:t>on la dépose</w:t>
      </w:r>
      <w:r>
        <w:t xml:space="preserve">, </w:t>
      </w:r>
      <w:r w:rsidR="004C389C">
        <w:t>elle saura bien</w:t>
      </w:r>
      <w:r>
        <w:t xml:space="preserve">, </w:t>
      </w:r>
      <w:r w:rsidR="004C389C">
        <w:t>grâce à l</w:t>
      </w:r>
      <w:r>
        <w:t>’</w:t>
      </w:r>
      <w:r w:rsidR="004C389C">
        <w:t>adresse que je mettrai sur l</w:t>
      </w:r>
      <w:r>
        <w:t>’</w:t>
      </w:r>
      <w:r w:rsidR="004C389C">
        <w:t>enveloppe</w:t>
      </w:r>
      <w:r>
        <w:t xml:space="preserve">, </w:t>
      </w:r>
      <w:r w:rsidR="004C389C">
        <w:t>et en racontant son histoire</w:t>
      </w:r>
      <w:r>
        <w:t xml:space="preserve">, </w:t>
      </w:r>
      <w:r w:rsidR="004C389C">
        <w:t>se faire conduire à Rochefort</w:t>
      </w:r>
      <w:r>
        <w:t xml:space="preserve">. </w:t>
      </w:r>
      <w:r w:rsidR="004C389C">
        <w:t xml:space="preserve">Et elle remettra la lettre à mon </w:t>
      </w:r>
      <w:proofErr w:type="spellStart"/>
      <w:r w:rsidR="004C389C">
        <w:t>cap</w:t>
      </w:r>
      <w:r>
        <w:t>’</w:t>
      </w:r>
      <w:r w:rsidR="004C389C">
        <w:t>taine</w:t>
      </w:r>
      <w:proofErr w:type="spellEnd"/>
      <w:r>
        <w:t xml:space="preserve">, </w:t>
      </w:r>
      <w:r w:rsidR="004C389C">
        <w:t>qui sûrement est arrivé en France</w:t>
      </w:r>
      <w:r>
        <w:t xml:space="preserve">, </w:t>
      </w:r>
      <w:r w:rsidR="004C389C">
        <w:t>à cette heure</w:t>
      </w:r>
      <w:r>
        <w:t> !… »</w:t>
      </w:r>
    </w:p>
    <w:p w14:paraId="375D6FB2" w14:textId="77777777" w:rsidR="004B5A85" w:rsidRDefault="004C389C" w:rsidP="004C389C">
      <w:r>
        <w:t>Il ajouta</w:t>
      </w:r>
      <w:r w:rsidR="004B5A85">
        <w:t xml:space="preserve">, </w:t>
      </w:r>
      <w:r>
        <w:t>toujours mentalement</w:t>
      </w:r>
      <w:r w:rsidR="004B5A85">
        <w:t> :</w:t>
      </w:r>
    </w:p>
    <w:p w14:paraId="218F1976" w14:textId="7FE2B597" w:rsidR="004C389C" w:rsidRDefault="004B5A85" w:rsidP="004C389C">
      <w:r>
        <w:lastRenderedPageBreak/>
        <w:t>« </w:t>
      </w:r>
      <w:r w:rsidR="004C389C">
        <w:t>Si je pouvais filer</w:t>
      </w:r>
      <w:r>
        <w:t xml:space="preserve">, </w:t>
      </w:r>
      <w:r w:rsidR="004C389C">
        <w:t>moi aussi</w:t>
      </w:r>
      <w:r>
        <w:t xml:space="preserve"> !… </w:t>
      </w:r>
      <w:r w:rsidR="004C389C">
        <w:t>Faudra voir à tenir l</w:t>
      </w:r>
      <w:r>
        <w:t>’</w:t>
      </w:r>
      <w:r w:rsidR="004C389C">
        <w:t>œil ouvert pour profiter de l</w:t>
      </w:r>
      <w:r>
        <w:t>’</w:t>
      </w:r>
      <w:r w:rsidR="004C389C">
        <w:t>occasion</w:t>
      </w:r>
      <w:r>
        <w:t xml:space="preserve">… </w:t>
      </w:r>
      <w:r w:rsidR="004C389C">
        <w:t>J</w:t>
      </w:r>
      <w:r>
        <w:t>’</w:t>
      </w:r>
      <w:r w:rsidR="004C389C">
        <w:t>en ai assez</w:t>
      </w:r>
      <w:r>
        <w:t xml:space="preserve">, </w:t>
      </w:r>
      <w:r w:rsidR="004C389C">
        <w:t>d</w:t>
      </w:r>
      <w:r>
        <w:t>’</w:t>
      </w:r>
      <w:r w:rsidR="004C389C">
        <w:t>habiter avec ces damnés pirates</w:t>
      </w:r>
      <w:r>
        <w:t> !… »</w:t>
      </w:r>
    </w:p>
    <w:p w14:paraId="19CEC5A0" w14:textId="77777777" w:rsidR="004B5A85" w:rsidRDefault="004C389C" w:rsidP="004C389C">
      <w:r>
        <w:t>Et le brave garçon entra au poste de l</w:t>
      </w:r>
      <w:r w:rsidR="004B5A85">
        <w:t>’</w:t>
      </w:r>
      <w:r>
        <w:t>équipage</w:t>
      </w:r>
      <w:r w:rsidR="004B5A85">
        <w:t xml:space="preserve">, </w:t>
      </w:r>
      <w:r>
        <w:t>en disant à haute voix</w:t>
      </w:r>
      <w:r w:rsidR="004B5A85">
        <w:t> :</w:t>
      </w:r>
    </w:p>
    <w:p w14:paraId="510AD34E" w14:textId="77777777" w:rsidR="004B5A85" w:rsidRDefault="004B5A85" w:rsidP="004C389C">
      <w:r>
        <w:t>— </w:t>
      </w:r>
      <w:proofErr w:type="spellStart"/>
      <w:r w:rsidR="004C389C">
        <w:t>Brilo</w:t>
      </w:r>
      <w:proofErr w:type="spellEnd"/>
      <w:r>
        <w:t xml:space="preserve">, </w:t>
      </w:r>
      <w:r w:rsidR="004C389C">
        <w:t>qu</w:t>
      </w:r>
      <w:r>
        <w:t>’</w:t>
      </w:r>
      <w:r w:rsidR="004C389C">
        <w:t>est-ce que je fais</w:t>
      </w:r>
      <w:r>
        <w:t> ?…</w:t>
      </w:r>
    </w:p>
    <w:p w14:paraId="0DC70A69" w14:textId="2C804CB0" w:rsidR="004C389C" w:rsidRDefault="004C389C" w:rsidP="004B5A85">
      <w:pPr>
        <w:pStyle w:val="Titre1"/>
      </w:pPr>
      <w:bookmarkStart w:id="31" w:name="__RefHeading__33_1003869823"/>
      <w:bookmarkStart w:id="32" w:name="_Toc202462477"/>
      <w:bookmarkEnd w:id="31"/>
      <w:r>
        <w:lastRenderedPageBreak/>
        <w:t>CHAPITRE XVII</w:t>
      </w:r>
      <w:r>
        <w:br/>
      </w:r>
      <w:r>
        <w:br/>
        <w:t>PIERROT À L</w:t>
      </w:r>
      <w:r w:rsidR="004B5A85">
        <w:t>’</w:t>
      </w:r>
      <w:r>
        <w:t>ŒUVRE</w:t>
      </w:r>
      <w:bookmarkEnd w:id="32"/>
    </w:p>
    <w:p w14:paraId="228FAABB" w14:textId="77777777" w:rsidR="004B5A85" w:rsidRDefault="004C389C" w:rsidP="004C389C">
      <w:r>
        <w:t>Pendant toute la journée qui avait été marquée</w:t>
      </w:r>
      <w:r w:rsidR="004B5A85">
        <w:t xml:space="preserve">, </w:t>
      </w:r>
      <w:r>
        <w:t>au matin</w:t>
      </w:r>
      <w:r w:rsidR="004B5A85">
        <w:t xml:space="preserve">, </w:t>
      </w:r>
      <w:r>
        <w:t>par la mort dramatique de Cristobal Santa-</w:t>
      </w:r>
      <w:proofErr w:type="spellStart"/>
      <w:r>
        <w:t>Fé</w:t>
      </w:r>
      <w:proofErr w:type="spellEnd"/>
      <w:r w:rsidR="004B5A85">
        <w:t xml:space="preserve">, – </w:t>
      </w:r>
      <w:r>
        <w:t>second acte de vengeance du Ravageur du Monde</w:t>
      </w:r>
      <w:r w:rsidR="004B5A85">
        <w:t xml:space="preserve">, – </w:t>
      </w:r>
      <w:r>
        <w:t xml:space="preserve">le </w:t>
      </w:r>
      <w:r>
        <w:rPr>
          <w:i/>
          <w:iCs/>
        </w:rPr>
        <w:t xml:space="preserve">Nyctalope </w:t>
      </w:r>
      <w:r>
        <w:t>se dirigea vers les côtes de France</w:t>
      </w:r>
      <w:r w:rsidR="004B5A85">
        <w:t>.</w:t>
      </w:r>
    </w:p>
    <w:p w14:paraId="0FD423FD" w14:textId="77777777" w:rsidR="004B5A85" w:rsidRDefault="004C389C" w:rsidP="004C389C">
      <w:r>
        <w:t>Il devait traverser tout l</w:t>
      </w:r>
      <w:r w:rsidR="004B5A85">
        <w:t>’</w:t>
      </w:r>
      <w:r>
        <w:t>Atlantique</w:t>
      </w:r>
      <w:r w:rsidR="004B5A85">
        <w:t xml:space="preserve">, </w:t>
      </w:r>
      <w:r>
        <w:t>selon une diagonale a</w:t>
      </w:r>
      <w:r>
        <w:t>l</w:t>
      </w:r>
      <w:r>
        <w:t>lant du sud-ouest au nord-est</w:t>
      </w:r>
      <w:r w:rsidR="004B5A85">
        <w:t>.</w:t>
      </w:r>
    </w:p>
    <w:p w14:paraId="2A4F9353" w14:textId="77777777" w:rsidR="004B5A85" w:rsidRDefault="004C389C" w:rsidP="004C389C">
      <w:r>
        <w:t>Il filait à l</w:t>
      </w:r>
      <w:r w:rsidR="004B5A85">
        <w:t>’</w:t>
      </w:r>
      <w:r>
        <w:t>effroyable vitesse de soixante-dix milles marins à l</w:t>
      </w:r>
      <w:r w:rsidR="004B5A85">
        <w:t>’</w:t>
      </w:r>
      <w:r>
        <w:t>heure</w:t>
      </w:r>
      <w:r w:rsidR="004B5A85">
        <w:t xml:space="preserve">, </w:t>
      </w:r>
      <w:r>
        <w:t>et à vingt-cinq mètres au-dessous du niveau de l</w:t>
      </w:r>
      <w:r w:rsidR="004B5A85">
        <w:t>’</w:t>
      </w:r>
      <w:r>
        <w:t>océan</w:t>
      </w:r>
      <w:r w:rsidR="004B5A85">
        <w:t>.</w:t>
      </w:r>
    </w:p>
    <w:p w14:paraId="58091FA7" w14:textId="18F1C290" w:rsidR="004B5A85" w:rsidRDefault="004C389C" w:rsidP="004C389C">
      <w:r>
        <w:t>Cette allure se maintint pendant toute la journée du 2</w:t>
      </w:r>
      <w:r w:rsidR="004B5A85">
        <w:t>0 janvier</w:t>
      </w:r>
      <w:r>
        <w:t xml:space="preserve"> et pendant toute la nuit suivante</w:t>
      </w:r>
      <w:r w:rsidR="004B5A85">
        <w:t xml:space="preserve">, </w:t>
      </w:r>
      <w:r>
        <w:t>puis encore durant la journée du 21 et la nuit qui lui succéda</w:t>
      </w:r>
      <w:r w:rsidR="004B5A85">
        <w:t>.</w:t>
      </w:r>
    </w:p>
    <w:p w14:paraId="1556EB12" w14:textId="77777777" w:rsidR="004B5A85" w:rsidRDefault="004C389C" w:rsidP="004C389C">
      <w:r>
        <w:t>Pendant tout ce temps</w:t>
      </w:r>
      <w:r w:rsidR="004B5A85">
        <w:t xml:space="preserve">, </w:t>
      </w:r>
      <w:r>
        <w:t xml:space="preserve">occupé par </w:t>
      </w:r>
      <w:proofErr w:type="spellStart"/>
      <w:r>
        <w:t>Brilo</w:t>
      </w:r>
      <w:proofErr w:type="spellEnd"/>
      <w:r>
        <w:t xml:space="preserve"> à mille besognes</w:t>
      </w:r>
      <w:r w:rsidR="004B5A85">
        <w:t xml:space="preserve">, </w:t>
      </w:r>
      <w:r>
        <w:t>Pierrot l</w:t>
      </w:r>
      <w:r w:rsidR="004B5A85">
        <w:t>’</w:t>
      </w:r>
      <w:r>
        <w:t>Écureuil avait vainement essayé de se mettre en co</w:t>
      </w:r>
      <w:r>
        <w:t>m</w:t>
      </w:r>
      <w:r>
        <w:t>munication avec la prisonnière</w:t>
      </w:r>
      <w:r w:rsidR="004B5A85">
        <w:t>.</w:t>
      </w:r>
    </w:p>
    <w:p w14:paraId="7CA363CF" w14:textId="77777777" w:rsidR="004B5A85" w:rsidRDefault="004C389C" w:rsidP="004C389C">
      <w:r>
        <w:t>La touchante Dolorès</w:t>
      </w:r>
      <w:r w:rsidR="004B5A85">
        <w:t xml:space="preserve">, </w:t>
      </w:r>
      <w:r>
        <w:t>devenue une malheureuse orph</w:t>
      </w:r>
      <w:r>
        <w:t>e</w:t>
      </w:r>
      <w:r>
        <w:t>line</w:t>
      </w:r>
      <w:r w:rsidR="004B5A85">
        <w:t xml:space="preserve">, </w:t>
      </w:r>
      <w:r>
        <w:t>était séquestrée dans la cabine de luxe</w:t>
      </w:r>
      <w:r w:rsidR="004B5A85">
        <w:t xml:space="preserve">, </w:t>
      </w:r>
      <w:r>
        <w:t>dont la porte ne s</w:t>
      </w:r>
      <w:r w:rsidR="004B5A85">
        <w:t>’</w:t>
      </w:r>
      <w:r>
        <w:t>ouvrait que devant Jack</w:t>
      </w:r>
      <w:r w:rsidR="004B5A85">
        <w:t xml:space="preserve">, </w:t>
      </w:r>
      <w:r>
        <w:t>le nègre qui</w:t>
      </w:r>
      <w:r w:rsidR="004B5A85">
        <w:t xml:space="preserve">, </w:t>
      </w:r>
      <w:r>
        <w:t>trois fois par jour</w:t>
      </w:r>
      <w:r w:rsidR="004B5A85">
        <w:t xml:space="preserve">, </w:t>
      </w:r>
      <w:r>
        <w:t>allait servir à la jeune fille de légers repas</w:t>
      </w:r>
      <w:r w:rsidR="004B5A85">
        <w:t>.</w:t>
      </w:r>
    </w:p>
    <w:p w14:paraId="5B071ADF" w14:textId="77777777" w:rsidR="004B5A85" w:rsidRDefault="004C389C" w:rsidP="004C389C">
      <w:r>
        <w:t>Mais si Pierrot l</w:t>
      </w:r>
      <w:r w:rsidR="004B5A85">
        <w:t>’</w:t>
      </w:r>
      <w:r>
        <w:t>Écureuil n</w:t>
      </w:r>
      <w:r w:rsidR="004B5A85">
        <w:t>’</w:t>
      </w:r>
      <w:r>
        <w:t>avait pas pu revoir celle dont il voulait faire sa messagère auprès du commandant Martel</w:t>
      </w:r>
      <w:r w:rsidR="004B5A85">
        <w:t xml:space="preserve">, </w:t>
      </w:r>
      <w:r>
        <w:t>il avait tout au moins réussi à écrire le message</w:t>
      </w:r>
      <w:r w:rsidR="004B5A85">
        <w:t>.</w:t>
      </w:r>
    </w:p>
    <w:p w14:paraId="790CD602" w14:textId="77777777" w:rsidR="004B5A85" w:rsidRDefault="004C389C" w:rsidP="004C389C">
      <w:r>
        <w:lastRenderedPageBreak/>
        <w:t>La nuit</w:t>
      </w:r>
      <w:r w:rsidR="004B5A85">
        <w:t xml:space="preserve">, </w:t>
      </w:r>
      <w:r>
        <w:t>à la chambrée</w:t>
      </w:r>
      <w:r w:rsidR="004B5A85">
        <w:t xml:space="preserve">, </w:t>
      </w:r>
      <w:r>
        <w:t>tandis que tout le monde dormait</w:t>
      </w:r>
      <w:r w:rsidR="004B5A85">
        <w:t xml:space="preserve">, </w:t>
      </w:r>
      <w:r>
        <w:t>Pierrot l</w:t>
      </w:r>
      <w:r w:rsidR="004B5A85">
        <w:t>’</w:t>
      </w:r>
      <w:r>
        <w:t>Écureuil avait pu rédiger une lettre</w:t>
      </w:r>
      <w:r w:rsidR="004B5A85">
        <w:t>.</w:t>
      </w:r>
    </w:p>
    <w:p w14:paraId="13C467CD" w14:textId="77777777" w:rsidR="004B5A85" w:rsidRDefault="004C389C" w:rsidP="004C389C">
      <w:r>
        <w:t>Mais quelle lettre</w:t>
      </w:r>
      <w:r w:rsidR="004B5A85">
        <w:t> !</w:t>
      </w:r>
    </w:p>
    <w:p w14:paraId="492784D0" w14:textId="77777777" w:rsidR="004B5A85" w:rsidRDefault="004C389C" w:rsidP="004C389C">
      <w:r>
        <w:t>Le papier était un de ces feuillets blancs qui</w:t>
      </w:r>
      <w:r w:rsidR="004B5A85">
        <w:t xml:space="preserve">, </w:t>
      </w:r>
      <w:r>
        <w:t>dans les livres reliés</w:t>
      </w:r>
      <w:r w:rsidR="004B5A85">
        <w:t xml:space="preserve">, </w:t>
      </w:r>
      <w:r>
        <w:t>se trouvent entre le cartonnage et la première page de texte</w:t>
      </w:r>
      <w:r w:rsidR="004B5A85">
        <w:t xml:space="preserve">. </w:t>
      </w:r>
      <w:r>
        <w:t>S</w:t>
      </w:r>
      <w:r w:rsidR="004B5A85">
        <w:t>’</w:t>
      </w:r>
      <w:r>
        <w:t>étant glissé dans la bibliothèque</w:t>
      </w:r>
      <w:r w:rsidR="004B5A85">
        <w:t xml:space="preserve">, </w:t>
      </w:r>
      <w:r>
        <w:t>Pierrot l</w:t>
      </w:r>
      <w:r w:rsidR="004B5A85">
        <w:t>’</w:t>
      </w:r>
      <w:r>
        <w:t>Écureuil avait enlevé deux feuillets d</w:t>
      </w:r>
      <w:r w:rsidR="004B5A85">
        <w:t>’</w:t>
      </w:r>
      <w:r>
        <w:t>un livre laissé sur la table</w:t>
      </w:r>
      <w:r w:rsidR="004B5A85">
        <w:t xml:space="preserve">. </w:t>
      </w:r>
      <w:r>
        <w:t>Il avait pu au</w:t>
      </w:r>
      <w:r>
        <w:t>s</w:t>
      </w:r>
      <w:r>
        <w:t>si s</w:t>
      </w:r>
      <w:r w:rsidR="004B5A85">
        <w:t>’</w:t>
      </w:r>
      <w:r>
        <w:t>emparer d</w:t>
      </w:r>
      <w:r w:rsidR="004B5A85">
        <w:t>’</w:t>
      </w:r>
      <w:r>
        <w:t>un crayon</w:t>
      </w:r>
      <w:r w:rsidR="004B5A85">
        <w:t xml:space="preserve">. </w:t>
      </w:r>
      <w:r>
        <w:t>Et sur un feuillet</w:t>
      </w:r>
      <w:r w:rsidR="004B5A85">
        <w:t xml:space="preserve">, </w:t>
      </w:r>
      <w:r>
        <w:t>avec le crayon</w:t>
      </w:r>
      <w:r w:rsidR="004B5A85">
        <w:t xml:space="preserve">, </w:t>
      </w:r>
      <w:r>
        <w:t>dans l</w:t>
      </w:r>
      <w:r w:rsidR="004B5A85">
        <w:t>’</w:t>
      </w:r>
      <w:r>
        <w:t>obscurité la plus complète</w:t>
      </w:r>
      <w:r w:rsidR="004B5A85">
        <w:t xml:space="preserve">, </w:t>
      </w:r>
      <w:r>
        <w:t>il avait écrit sur le recto et le ve</w:t>
      </w:r>
      <w:r>
        <w:t>r</w:t>
      </w:r>
      <w:r>
        <w:t>so</w:t>
      </w:r>
      <w:r w:rsidR="004B5A85">
        <w:t>…</w:t>
      </w:r>
    </w:p>
    <w:p w14:paraId="1B69B50F" w14:textId="77777777" w:rsidR="004B5A85" w:rsidRDefault="004C389C" w:rsidP="004C389C">
      <w:r>
        <w:t>On devine quel gribouillis ce devait être</w:t>
      </w:r>
      <w:r w:rsidR="004B5A85">
        <w:t> !</w:t>
      </w:r>
    </w:p>
    <w:p w14:paraId="43E8143C" w14:textId="77777777" w:rsidR="004B5A85" w:rsidRDefault="004C389C" w:rsidP="004C389C">
      <w:r>
        <w:t>Mais Pierrot l</w:t>
      </w:r>
      <w:r w:rsidR="004B5A85">
        <w:t>’</w:t>
      </w:r>
      <w:r>
        <w:t>Écureuil était sûr que le commandant Martel saurait le déchiffrer</w:t>
      </w:r>
      <w:r w:rsidR="004B5A85">
        <w:t>.</w:t>
      </w:r>
    </w:p>
    <w:p w14:paraId="04B4C630" w14:textId="4153B8DF" w:rsidR="004C389C" w:rsidRDefault="004C389C" w:rsidP="004C389C">
      <w:r>
        <w:t>Le mousse avait plié ce premier feuillet et l</w:t>
      </w:r>
      <w:r w:rsidR="004B5A85">
        <w:t>’</w:t>
      </w:r>
      <w:r>
        <w:t>avait soigne</w:t>
      </w:r>
      <w:r>
        <w:t>u</w:t>
      </w:r>
      <w:r>
        <w:t>sement enveloppé avec le second</w:t>
      </w:r>
      <w:r w:rsidR="004B5A85">
        <w:t xml:space="preserve">. </w:t>
      </w:r>
      <w:r>
        <w:t>Et sur cette enveloppe impr</w:t>
      </w:r>
      <w:r>
        <w:t>o</w:t>
      </w:r>
      <w:r>
        <w:t>visée</w:t>
      </w:r>
      <w:r w:rsidR="004B5A85">
        <w:t xml:space="preserve">, </w:t>
      </w:r>
      <w:r>
        <w:t>le jour cette fois</w:t>
      </w:r>
      <w:r w:rsidR="004B5A85">
        <w:t xml:space="preserve">, </w:t>
      </w:r>
      <w:r>
        <w:t>à un moment où personne ne pouvait le voir</w:t>
      </w:r>
      <w:r w:rsidR="004B5A85">
        <w:t xml:space="preserve">, </w:t>
      </w:r>
      <w:r>
        <w:t>il avait écrit</w:t>
      </w:r>
      <w:r w:rsidR="004B5A85">
        <w:t> : « </w:t>
      </w:r>
      <w:r>
        <w:t>Lieutenant de vaisseau Ludovic Martel</w:t>
      </w:r>
      <w:r w:rsidR="004B5A85">
        <w:t xml:space="preserve">, </w:t>
      </w:r>
      <w:r>
        <w:t>commandant</w:t>
      </w:r>
      <w:r w:rsidR="004B5A85">
        <w:t xml:space="preserve">, </w:t>
      </w:r>
      <w:r>
        <w:t>chantier des sous-marins</w:t>
      </w:r>
      <w:r w:rsidR="004B5A85">
        <w:t xml:space="preserve">, </w:t>
      </w:r>
      <w:r>
        <w:t>à Rochefort</w:t>
      </w:r>
      <w:r w:rsidR="004B5A85">
        <w:t xml:space="preserve">, </w:t>
      </w:r>
      <w:r>
        <w:t>France</w:t>
      </w:r>
      <w:r w:rsidR="004B5A85">
        <w:t>. »</w:t>
      </w:r>
    </w:p>
    <w:p w14:paraId="4364949D" w14:textId="77777777" w:rsidR="004B5A85" w:rsidRDefault="004C389C" w:rsidP="004C389C">
      <w:r>
        <w:t>Ce précieux message</w:t>
      </w:r>
      <w:r w:rsidR="004B5A85">
        <w:t xml:space="preserve">, </w:t>
      </w:r>
      <w:r>
        <w:t>il le portait sur lui-même</w:t>
      </w:r>
      <w:r w:rsidR="004B5A85">
        <w:t xml:space="preserve">, </w:t>
      </w:r>
      <w:r>
        <w:t>entre la peau et le tricot</w:t>
      </w:r>
      <w:r w:rsidR="004B5A85">
        <w:t xml:space="preserve">, </w:t>
      </w:r>
      <w:r>
        <w:t>maintenu par la ceinture</w:t>
      </w:r>
      <w:r w:rsidR="004B5A85">
        <w:t xml:space="preserve">, </w:t>
      </w:r>
      <w:r>
        <w:t>et n</w:t>
      </w:r>
      <w:r w:rsidR="004B5A85">
        <w:t>’</w:t>
      </w:r>
      <w:r>
        <w:t>attendait plus qu</w:t>
      </w:r>
      <w:r w:rsidR="004B5A85">
        <w:t>’</w:t>
      </w:r>
      <w:r>
        <w:t>une occasion pour le remettre à la jeune prisonnière</w:t>
      </w:r>
      <w:r w:rsidR="004B5A85">
        <w:t>.</w:t>
      </w:r>
    </w:p>
    <w:p w14:paraId="726ED33D" w14:textId="77777777" w:rsidR="004B5A85" w:rsidRDefault="004C389C" w:rsidP="004C389C">
      <w:r>
        <w:t>L</w:t>
      </w:r>
      <w:r w:rsidR="004B5A85">
        <w:t>’</w:t>
      </w:r>
      <w:r>
        <w:t>on pense dans quelle tension d</w:t>
      </w:r>
      <w:r w:rsidR="004B5A85">
        <w:t>’</w:t>
      </w:r>
      <w:r>
        <w:t>esprit il vécut donc ces journées de navigation sous-marine</w:t>
      </w:r>
      <w:r w:rsidR="004B5A85">
        <w:t xml:space="preserve">, </w:t>
      </w:r>
      <w:r>
        <w:t>ces nuits même</w:t>
      </w:r>
      <w:r w:rsidR="004B5A85">
        <w:t xml:space="preserve">, </w:t>
      </w:r>
      <w:r>
        <w:t>car il ne dormait guère</w:t>
      </w:r>
      <w:r w:rsidR="004B5A85">
        <w:t xml:space="preserve">, </w:t>
      </w:r>
      <w:r>
        <w:t>excité par ses réflexions</w:t>
      </w:r>
      <w:r w:rsidR="004B5A85">
        <w:t>.</w:t>
      </w:r>
    </w:p>
    <w:p w14:paraId="4FDEA7D9" w14:textId="77777777" w:rsidR="004B5A85" w:rsidRDefault="004C389C" w:rsidP="004C389C">
      <w:r>
        <w:t>Il n</w:t>
      </w:r>
      <w:r w:rsidR="004B5A85">
        <w:t>’</w:t>
      </w:r>
      <w:r>
        <w:t>était d</w:t>
      </w:r>
      <w:r w:rsidR="004B5A85">
        <w:t>’</w:t>
      </w:r>
      <w:r>
        <w:t>ailleurs pas le seul</w:t>
      </w:r>
      <w:r w:rsidR="004B5A85">
        <w:t xml:space="preserve">, </w:t>
      </w:r>
      <w:r>
        <w:t>à bord</w:t>
      </w:r>
      <w:r w:rsidR="004B5A85">
        <w:t xml:space="preserve">, </w:t>
      </w:r>
      <w:r>
        <w:t>à avoir le sommeil troublé</w:t>
      </w:r>
      <w:r w:rsidR="004B5A85">
        <w:t>.</w:t>
      </w:r>
    </w:p>
    <w:p w14:paraId="65B208AA" w14:textId="77777777" w:rsidR="004B5A85" w:rsidRDefault="004C389C" w:rsidP="004C389C">
      <w:r>
        <w:lastRenderedPageBreak/>
        <w:t>Depuis la féroce exécution du colonel Santa-</w:t>
      </w:r>
      <w:proofErr w:type="spellStart"/>
      <w:r>
        <w:t>Fé</w:t>
      </w:r>
      <w:proofErr w:type="spellEnd"/>
      <w:r w:rsidR="004B5A85">
        <w:t xml:space="preserve">, </w:t>
      </w:r>
      <w:r>
        <w:t>le Rav</w:t>
      </w:r>
      <w:r>
        <w:t>a</w:t>
      </w:r>
      <w:r>
        <w:t>geur paraissait encore plus sombre qu</w:t>
      </w:r>
      <w:r w:rsidR="004B5A85">
        <w:t>’</w:t>
      </w:r>
      <w:r>
        <w:t>à l</w:t>
      </w:r>
      <w:r w:rsidR="004B5A85">
        <w:t>’</w:t>
      </w:r>
      <w:r>
        <w:t>ordinaire</w:t>
      </w:r>
      <w:r w:rsidR="004B5A85">
        <w:t>.</w:t>
      </w:r>
    </w:p>
    <w:p w14:paraId="6C39E9E9" w14:textId="77777777" w:rsidR="004B5A85" w:rsidRDefault="004C389C" w:rsidP="004C389C">
      <w:r>
        <w:t>Était-ce le remords</w:t>
      </w:r>
      <w:r w:rsidR="004B5A85">
        <w:t xml:space="preserve"> ? </w:t>
      </w:r>
      <w:r>
        <w:t>Probablement non</w:t>
      </w:r>
      <w:r w:rsidR="004B5A85">
        <w:t xml:space="preserve">, </w:t>
      </w:r>
      <w:r>
        <w:t>car cet homme terrible semblait l</w:t>
      </w:r>
      <w:r w:rsidR="004B5A85">
        <w:t>’</w:t>
      </w:r>
      <w:r>
        <w:t>ange infernal de la vengeance</w:t>
      </w:r>
      <w:r w:rsidR="004B5A85">
        <w:t xml:space="preserve">, </w:t>
      </w:r>
      <w:r>
        <w:t>et le remords n</w:t>
      </w:r>
      <w:r w:rsidR="004B5A85">
        <w:t>’</w:t>
      </w:r>
      <w:r>
        <w:t>a pas souvent prise sur de telles âmes</w:t>
      </w:r>
      <w:r w:rsidR="004B5A85">
        <w:t>.</w:t>
      </w:r>
    </w:p>
    <w:p w14:paraId="28AED683" w14:textId="77777777" w:rsidR="004B5A85" w:rsidRDefault="004C389C" w:rsidP="004C389C">
      <w:r>
        <w:t>Ce devait plutôt être la soif d</w:t>
      </w:r>
      <w:r w:rsidR="004B5A85">
        <w:t>’</w:t>
      </w:r>
      <w:r>
        <w:t>autres vengeances plus co</w:t>
      </w:r>
      <w:r>
        <w:t>m</w:t>
      </w:r>
      <w:r>
        <w:t>plètes</w:t>
      </w:r>
      <w:r w:rsidR="004B5A85">
        <w:t xml:space="preserve">, </w:t>
      </w:r>
      <w:r>
        <w:t>et sans doute l</w:t>
      </w:r>
      <w:r w:rsidR="004B5A85">
        <w:t>’</w:t>
      </w:r>
      <w:r>
        <w:t>inquiétude aussi que causait au Ravageur la liberté du commandant Martel</w:t>
      </w:r>
      <w:r w:rsidR="004B5A85">
        <w:t>.</w:t>
      </w:r>
    </w:p>
    <w:p w14:paraId="76EEA873" w14:textId="44EFAC3C" w:rsidR="004B5A85" w:rsidRDefault="004C389C" w:rsidP="004C389C">
      <w:r>
        <w:t>Quoi qu</w:t>
      </w:r>
      <w:r w:rsidR="004B5A85">
        <w:t>’</w:t>
      </w:r>
      <w:r>
        <w:t>il en soit</w:t>
      </w:r>
      <w:r w:rsidR="004B5A85">
        <w:t xml:space="preserve">, </w:t>
      </w:r>
      <w:r>
        <w:t>au matin du 2</w:t>
      </w:r>
      <w:r w:rsidR="004B5A85">
        <w:t xml:space="preserve">8 janvier, </w:t>
      </w:r>
      <w:r>
        <w:t xml:space="preserve">comme </w:t>
      </w:r>
      <w:proofErr w:type="spellStart"/>
      <w:r>
        <w:t>Askold</w:t>
      </w:r>
      <w:proofErr w:type="spellEnd"/>
      <w:r>
        <w:t xml:space="preserve"> venait le relever de son quart de nuit</w:t>
      </w:r>
      <w:r w:rsidR="004B5A85">
        <w:t xml:space="preserve">, </w:t>
      </w:r>
      <w:r>
        <w:t>Hugues de Mauduit dit à son lieutenant</w:t>
      </w:r>
      <w:r w:rsidR="004B5A85">
        <w:t> :</w:t>
      </w:r>
    </w:p>
    <w:p w14:paraId="5C54319F" w14:textId="77777777" w:rsidR="004B5A85" w:rsidRDefault="004B5A85" w:rsidP="004C389C">
      <w:r>
        <w:t>— </w:t>
      </w:r>
      <w:r w:rsidR="004C389C">
        <w:t>Je n</w:t>
      </w:r>
      <w:r>
        <w:t>’</w:t>
      </w:r>
      <w:r w:rsidR="004C389C">
        <w:t>ai pas sommeil</w:t>
      </w:r>
      <w:r>
        <w:t xml:space="preserve">, </w:t>
      </w:r>
      <w:proofErr w:type="spellStart"/>
      <w:r w:rsidR="004C389C">
        <w:t>Askold</w:t>
      </w:r>
      <w:proofErr w:type="spellEnd"/>
      <w:r>
        <w:t xml:space="preserve">. </w:t>
      </w:r>
      <w:r w:rsidR="004C389C">
        <w:t>Je ne dormirai pas</w:t>
      </w:r>
      <w:r>
        <w:t xml:space="preserve">. </w:t>
      </w:r>
      <w:r w:rsidR="004C389C">
        <w:t>Nous sommes</w:t>
      </w:r>
      <w:r>
        <w:t xml:space="preserve">, </w:t>
      </w:r>
      <w:r w:rsidR="004C389C">
        <w:t>en ce moment</w:t>
      </w:r>
      <w:r>
        <w:t xml:space="preserve">, </w:t>
      </w:r>
      <w:r w:rsidR="004C389C">
        <w:t>dans les eaux de l</w:t>
      </w:r>
      <w:r>
        <w:t>’</w:t>
      </w:r>
      <w:r w:rsidR="004C389C">
        <w:t>archipel des Açores</w:t>
      </w:r>
      <w:r>
        <w:t xml:space="preserve">. </w:t>
      </w:r>
      <w:r w:rsidR="004C389C">
        <w:t>Arrêtons-nous quelques heures</w:t>
      </w:r>
      <w:r>
        <w:t>.</w:t>
      </w:r>
    </w:p>
    <w:p w14:paraId="22D0250E" w14:textId="77777777" w:rsidR="004B5A85" w:rsidRDefault="004B5A85" w:rsidP="004C389C">
      <w:r>
        <w:t>— </w:t>
      </w:r>
      <w:r w:rsidR="004C389C">
        <w:t>Dans quel but</w:t>
      </w:r>
      <w:r>
        <w:t xml:space="preserve"> ? </w:t>
      </w:r>
      <w:r w:rsidR="004C389C">
        <w:t xml:space="preserve">demanda </w:t>
      </w:r>
      <w:proofErr w:type="spellStart"/>
      <w:r w:rsidR="004C389C">
        <w:t>Askold</w:t>
      </w:r>
      <w:proofErr w:type="spellEnd"/>
      <w:r>
        <w:t xml:space="preserve">, </w:t>
      </w:r>
      <w:r w:rsidR="004C389C">
        <w:t>étonné</w:t>
      </w:r>
      <w:r>
        <w:t>.</w:t>
      </w:r>
    </w:p>
    <w:p w14:paraId="3D746FE4" w14:textId="77777777" w:rsidR="004B5A85" w:rsidRDefault="004B5A85" w:rsidP="004C389C">
      <w:r>
        <w:t>— </w:t>
      </w:r>
      <w:r w:rsidR="004C389C">
        <w:t>Tu sais que le commandant Martel a inventé un sc</w:t>
      </w:r>
      <w:r w:rsidR="004C389C">
        <w:t>a</w:t>
      </w:r>
      <w:r w:rsidR="004C389C">
        <w:t>phandre à réservoir d</w:t>
      </w:r>
      <w:r>
        <w:t>’</w:t>
      </w:r>
      <w:r w:rsidR="004C389C">
        <w:t>air comprimé qui permet à l</w:t>
      </w:r>
      <w:r>
        <w:t>’</w:t>
      </w:r>
      <w:r w:rsidR="004C389C">
        <w:t>homme d</w:t>
      </w:r>
      <w:r>
        <w:t>’</w:t>
      </w:r>
      <w:r w:rsidR="004C389C">
        <w:t>évoluer librement pendant dix heures sur le sol sous-marin</w:t>
      </w:r>
      <w:r>
        <w:t xml:space="preserve">. </w:t>
      </w:r>
      <w:r w:rsidR="004C389C">
        <w:t>Dans le magasin 21</w:t>
      </w:r>
      <w:r>
        <w:t xml:space="preserve">, </w:t>
      </w:r>
      <w:r w:rsidR="004C389C">
        <w:t>il y a dix-neuf de ces scaphandres</w:t>
      </w:r>
      <w:r>
        <w:t xml:space="preserve">. </w:t>
      </w:r>
      <w:r w:rsidR="004C389C">
        <w:t>Je les ai examinés hier</w:t>
      </w:r>
      <w:r>
        <w:t xml:space="preserve">. </w:t>
      </w:r>
      <w:r w:rsidR="004C389C">
        <w:t>Ne te serait-il pas agréable de faire une excu</w:t>
      </w:r>
      <w:r w:rsidR="004C389C">
        <w:t>r</w:t>
      </w:r>
      <w:r w:rsidR="004C389C">
        <w:t>sion sous-marine</w:t>
      </w:r>
      <w:r>
        <w:t> ?</w:t>
      </w:r>
    </w:p>
    <w:p w14:paraId="7BB2BDFD" w14:textId="77777777" w:rsidR="004B5A85" w:rsidRDefault="004B5A85" w:rsidP="004C389C">
      <w:r>
        <w:t>— </w:t>
      </w:r>
      <w:r w:rsidR="004C389C">
        <w:t>Je n</w:t>
      </w:r>
      <w:r>
        <w:t>’</w:t>
      </w:r>
      <w:r w:rsidR="004C389C">
        <w:t xml:space="preserve">y </w:t>
      </w:r>
      <w:proofErr w:type="spellStart"/>
      <w:r w:rsidR="004C389C">
        <w:t>avais</w:t>
      </w:r>
      <w:proofErr w:type="spellEnd"/>
      <w:r w:rsidR="004C389C">
        <w:t xml:space="preserve"> pas encore pensé</w:t>
      </w:r>
      <w:r>
        <w:t xml:space="preserve">, </w:t>
      </w:r>
      <w:r w:rsidR="004C389C">
        <w:t>dit le lieutenant avec un sourire qui éclaira son rude visage</w:t>
      </w:r>
      <w:r>
        <w:t xml:space="preserve">. </w:t>
      </w:r>
      <w:r w:rsidR="004C389C">
        <w:t>Ce me sera très agréable</w:t>
      </w:r>
      <w:r>
        <w:t>.</w:t>
      </w:r>
    </w:p>
    <w:p w14:paraId="24C0DEF9" w14:textId="77777777" w:rsidR="004B5A85" w:rsidRDefault="004B5A85" w:rsidP="004C389C">
      <w:r>
        <w:t>— </w:t>
      </w:r>
      <w:r w:rsidR="004C389C">
        <w:t>Eh bien</w:t>
      </w:r>
      <w:r>
        <w:t xml:space="preserve"> ! </w:t>
      </w:r>
      <w:r w:rsidR="004C389C">
        <w:t xml:space="preserve">donne des ordres pour que le </w:t>
      </w:r>
      <w:r w:rsidR="004C389C">
        <w:rPr>
          <w:i/>
          <w:iCs/>
        </w:rPr>
        <w:t xml:space="preserve">Nyctalope </w:t>
      </w:r>
      <w:r w:rsidR="004C389C">
        <w:t>soit immobilisé sur la côte sous-marine d</w:t>
      </w:r>
      <w:r>
        <w:t>’</w:t>
      </w:r>
      <w:r w:rsidR="004C389C">
        <w:t>une des Açores</w:t>
      </w:r>
      <w:r>
        <w:t xml:space="preserve">, </w:t>
      </w:r>
      <w:r w:rsidR="004C389C">
        <w:t>par un fond de vingt mètres</w:t>
      </w:r>
      <w:r>
        <w:t xml:space="preserve">, </w:t>
      </w:r>
      <w:r w:rsidR="004C389C">
        <w:t>et nous sortirons</w:t>
      </w:r>
      <w:r>
        <w:t xml:space="preserve">. </w:t>
      </w:r>
      <w:r w:rsidR="004C389C">
        <w:t>Cela nous distraira</w:t>
      </w:r>
      <w:r>
        <w:t xml:space="preserve">, </w:t>
      </w:r>
      <w:r w:rsidR="004C389C">
        <w:t>en attendant les distractions de la guerre que va nous préparer le commandant Martel</w:t>
      </w:r>
      <w:r>
        <w:t xml:space="preserve">, </w:t>
      </w:r>
      <w:r w:rsidR="004C389C">
        <w:t>et en attendant aussi la réalisation d</w:t>
      </w:r>
      <w:r>
        <w:t>’</w:t>
      </w:r>
      <w:r w:rsidR="004C389C">
        <w:t>une troisième vengeance</w:t>
      </w:r>
      <w:r>
        <w:t>…</w:t>
      </w:r>
    </w:p>
    <w:p w14:paraId="4EF8EFC2" w14:textId="77777777" w:rsidR="004B5A85" w:rsidRDefault="004B5A85" w:rsidP="004C389C">
      <w:r>
        <w:lastRenderedPageBreak/>
        <w:t>— </w:t>
      </w:r>
      <w:r w:rsidR="004C389C">
        <w:t>N</w:t>
      </w:r>
      <w:r>
        <w:t>’</w:t>
      </w:r>
      <w:r w:rsidR="004C389C">
        <w:t>oubliez pas que nous en avons exactement douze à ré</w:t>
      </w:r>
      <w:r w:rsidR="004C389C">
        <w:t>a</w:t>
      </w:r>
      <w:r w:rsidR="004C389C">
        <w:t>liser</w:t>
      </w:r>
      <w:r>
        <w:t xml:space="preserve">, </w:t>
      </w:r>
      <w:r w:rsidR="004C389C">
        <w:t>Maître</w:t>
      </w:r>
      <w:r>
        <w:t> !</w:t>
      </w:r>
    </w:p>
    <w:p w14:paraId="4B794CA9" w14:textId="77777777" w:rsidR="004B5A85" w:rsidRDefault="004B5A85" w:rsidP="004C389C">
      <w:r>
        <w:t>— </w:t>
      </w:r>
      <w:r w:rsidR="004C389C">
        <w:t>Je ne l</w:t>
      </w:r>
      <w:r>
        <w:t>’</w:t>
      </w:r>
      <w:r w:rsidR="004C389C">
        <w:t>oublie pas</w:t>
      </w:r>
      <w:r>
        <w:t xml:space="preserve">, </w:t>
      </w:r>
      <w:proofErr w:type="spellStart"/>
      <w:r w:rsidR="004C389C">
        <w:t>Askold</w:t>
      </w:r>
      <w:proofErr w:type="spellEnd"/>
      <w:r>
        <w:t xml:space="preserve"> ! </w:t>
      </w:r>
      <w:r w:rsidR="004C389C">
        <w:t>gronda le Ravageur du Monde</w:t>
      </w:r>
      <w:r>
        <w:t>.</w:t>
      </w:r>
    </w:p>
    <w:p w14:paraId="265F6FF2" w14:textId="77777777" w:rsidR="004B5A85" w:rsidRDefault="004C389C" w:rsidP="004C389C">
      <w:r>
        <w:t>Et laissant son lieutenant donner les ordres appropriés à la manœuvre voulue</w:t>
      </w:r>
      <w:r w:rsidR="004B5A85">
        <w:t xml:space="preserve">, </w:t>
      </w:r>
      <w:r>
        <w:t>Hugues de Mauduit se dirigea vers la cabine numéro 21 servant de magasin aux scaphandres</w:t>
      </w:r>
      <w:r w:rsidR="004B5A85">
        <w:t>.</w:t>
      </w:r>
    </w:p>
    <w:p w14:paraId="28C100DF" w14:textId="77777777" w:rsidR="004B5A85" w:rsidRDefault="004C389C" w:rsidP="004C389C">
      <w:r>
        <w:t>En traversant le corps de garde</w:t>
      </w:r>
      <w:r w:rsidR="004B5A85">
        <w:t xml:space="preserve">, </w:t>
      </w:r>
      <w:r>
        <w:t>le Ravageur appela Kenny</w:t>
      </w:r>
      <w:r w:rsidR="004B5A85">
        <w:t xml:space="preserve">, </w:t>
      </w:r>
      <w:proofErr w:type="spellStart"/>
      <w:r>
        <w:t>Jorry</w:t>
      </w:r>
      <w:proofErr w:type="spellEnd"/>
      <w:r>
        <w:t xml:space="preserve"> et </w:t>
      </w:r>
      <w:proofErr w:type="spellStart"/>
      <w:r>
        <w:t>Brilo</w:t>
      </w:r>
      <w:proofErr w:type="spellEnd"/>
      <w:r>
        <w:t xml:space="preserve"> et leur ordonna de l</w:t>
      </w:r>
      <w:r w:rsidR="004B5A85">
        <w:t>’</w:t>
      </w:r>
      <w:r>
        <w:t>accompagner</w:t>
      </w:r>
      <w:r w:rsidR="004B5A85">
        <w:t>.</w:t>
      </w:r>
    </w:p>
    <w:p w14:paraId="52477747" w14:textId="77777777" w:rsidR="004B5A85" w:rsidRDefault="004C389C" w:rsidP="004C389C">
      <w:r>
        <w:t>Pierrot l</w:t>
      </w:r>
      <w:r w:rsidR="004B5A85">
        <w:t>’</w:t>
      </w:r>
      <w:r>
        <w:t>Écureuil était là</w:t>
      </w:r>
      <w:r w:rsidR="004B5A85">
        <w:t xml:space="preserve">, </w:t>
      </w:r>
      <w:r>
        <w:t xml:space="preserve">astiquant avec </w:t>
      </w:r>
      <w:proofErr w:type="spellStart"/>
      <w:r>
        <w:t>Brilo</w:t>
      </w:r>
      <w:proofErr w:type="spellEnd"/>
      <w:r>
        <w:t xml:space="preserve"> les cuivres d</w:t>
      </w:r>
      <w:r w:rsidR="004B5A85">
        <w:t>’</w:t>
      </w:r>
      <w:r>
        <w:t>un des deux tubes lance-torpilles</w:t>
      </w:r>
      <w:r w:rsidR="004B5A85">
        <w:t xml:space="preserve">. </w:t>
      </w:r>
      <w:r>
        <w:t>Bien qu</w:t>
      </w:r>
      <w:r w:rsidR="004B5A85">
        <w:t>’</w:t>
      </w:r>
      <w:r>
        <w:t>il n</w:t>
      </w:r>
      <w:r w:rsidR="004B5A85">
        <w:t>’</w:t>
      </w:r>
      <w:r>
        <w:t>eût pas été nommé</w:t>
      </w:r>
      <w:r w:rsidR="004B5A85">
        <w:t xml:space="preserve">, </w:t>
      </w:r>
      <w:r>
        <w:t xml:space="preserve">il suivit </w:t>
      </w:r>
      <w:proofErr w:type="spellStart"/>
      <w:r>
        <w:t>Brilo</w:t>
      </w:r>
      <w:proofErr w:type="spellEnd"/>
      <w:r w:rsidR="004B5A85">
        <w:t>.</w:t>
      </w:r>
    </w:p>
    <w:p w14:paraId="1494D7A4" w14:textId="77777777" w:rsidR="004B5A85" w:rsidRDefault="004C389C" w:rsidP="004C389C">
      <w:r>
        <w:t>Quand on fut dans le magasin</w:t>
      </w:r>
      <w:r w:rsidR="004B5A85">
        <w:t xml:space="preserve">, </w:t>
      </w:r>
      <w:r>
        <w:t>le Ravageur montra les sc</w:t>
      </w:r>
      <w:r>
        <w:t>a</w:t>
      </w:r>
      <w:r>
        <w:t>phandres en tissu imperméable</w:t>
      </w:r>
      <w:r w:rsidR="004B5A85">
        <w:t xml:space="preserve">, </w:t>
      </w:r>
      <w:r>
        <w:t>les casques à hublots</w:t>
      </w:r>
      <w:r w:rsidR="004B5A85">
        <w:t xml:space="preserve">, </w:t>
      </w:r>
      <w:r>
        <w:t>les so</w:t>
      </w:r>
      <w:r>
        <w:t>u</w:t>
      </w:r>
      <w:r>
        <w:t xml:space="preserve">liers </w:t>
      </w:r>
      <w:proofErr w:type="spellStart"/>
      <w:r>
        <w:t>semellés</w:t>
      </w:r>
      <w:proofErr w:type="spellEnd"/>
      <w:r>
        <w:t xml:space="preserve"> de plomb</w:t>
      </w:r>
      <w:r w:rsidR="004B5A85">
        <w:t xml:space="preserve">, </w:t>
      </w:r>
      <w:r>
        <w:t>les appareils réservoirs d</w:t>
      </w:r>
      <w:r w:rsidR="004B5A85">
        <w:t>’</w:t>
      </w:r>
      <w:r>
        <w:t>air comprimé</w:t>
      </w:r>
      <w:r w:rsidR="004B5A85">
        <w:t xml:space="preserve">, </w:t>
      </w:r>
      <w:r>
        <w:t>alignés en ordre le long d</w:t>
      </w:r>
      <w:r w:rsidR="004B5A85">
        <w:t>’</w:t>
      </w:r>
      <w:r>
        <w:t>une paroi</w:t>
      </w:r>
      <w:r w:rsidR="004B5A85">
        <w:t xml:space="preserve">, </w:t>
      </w:r>
      <w:r>
        <w:t>et il dit</w:t>
      </w:r>
      <w:r w:rsidR="004B5A85">
        <w:t> :</w:t>
      </w:r>
    </w:p>
    <w:p w14:paraId="74232B9C" w14:textId="77777777" w:rsidR="004B5A85" w:rsidRDefault="004B5A85" w:rsidP="004C389C">
      <w:r>
        <w:t>— </w:t>
      </w:r>
      <w:r w:rsidR="004C389C">
        <w:t>Habillez-vous en scaphandres en vous aidant les uns les autres</w:t>
      </w:r>
      <w:r>
        <w:t xml:space="preserve">. </w:t>
      </w:r>
      <w:r w:rsidR="004C389C">
        <w:t>Nous allons sortir</w:t>
      </w:r>
      <w:r>
        <w:t>.</w:t>
      </w:r>
    </w:p>
    <w:p w14:paraId="172C7B21" w14:textId="77777777" w:rsidR="004B5A85" w:rsidRDefault="004C389C" w:rsidP="004C389C">
      <w:r>
        <w:t>Les trois hommes connaissaient théoriquement les app</w:t>
      </w:r>
      <w:r>
        <w:t>a</w:t>
      </w:r>
      <w:r>
        <w:t>reils sous-marins</w:t>
      </w:r>
      <w:r w:rsidR="004B5A85">
        <w:t xml:space="preserve">, </w:t>
      </w:r>
      <w:r>
        <w:t>car</w:t>
      </w:r>
      <w:r w:rsidR="004B5A85">
        <w:t xml:space="preserve">, </w:t>
      </w:r>
      <w:r>
        <w:t>avant de s</w:t>
      </w:r>
      <w:r w:rsidR="004B5A85">
        <w:t>’</w:t>
      </w:r>
      <w:r>
        <w:t xml:space="preserve">emparer du </w:t>
      </w:r>
      <w:r>
        <w:rPr>
          <w:i/>
          <w:iCs/>
        </w:rPr>
        <w:t>Nyctalope</w:t>
      </w:r>
      <w:r w:rsidR="004B5A85">
        <w:rPr>
          <w:i/>
          <w:iCs/>
        </w:rPr>
        <w:t xml:space="preserve">, </w:t>
      </w:r>
      <w:r>
        <w:t>les forbans en avaient tout étudié grâce aux devis</w:t>
      </w:r>
      <w:r w:rsidR="004B5A85">
        <w:t xml:space="preserve">, </w:t>
      </w:r>
      <w:r>
        <w:t>aux plans</w:t>
      </w:r>
      <w:r w:rsidR="004B5A85">
        <w:t xml:space="preserve">, </w:t>
      </w:r>
      <w:r>
        <w:t>aux descriptions et aux règlements spéciaux dérobés au ministère de la Marine</w:t>
      </w:r>
      <w:r w:rsidR="004B5A85">
        <w:t>.</w:t>
      </w:r>
    </w:p>
    <w:p w14:paraId="5F9E29EC" w14:textId="77777777" w:rsidR="004B5A85" w:rsidRDefault="004C389C" w:rsidP="004C389C">
      <w:r>
        <w:t>Ils obéirent donc immédiatement</w:t>
      </w:r>
      <w:r w:rsidR="004B5A85">
        <w:t>.</w:t>
      </w:r>
    </w:p>
    <w:p w14:paraId="15B0BDA2" w14:textId="77777777" w:rsidR="004B5A85" w:rsidRDefault="004C389C" w:rsidP="004C389C">
      <w:r>
        <w:t>Presque aussitôt</w:t>
      </w:r>
      <w:r w:rsidR="004B5A85">
        <w:t xml:space="preserve">, </w:t>
      </w:r>
      <w:proofErr w:type="spellStart"/>
      <w:r>
        <w:t>Askold</w:t>
      </w:r>
      <w:proofErr w:type="spellEnd"/>
      <w:r>
        <w:t xml:space="preserve"> survint</w:t>
      </w:r>
      <w:r w:rsidR="004B5A85">
        <w:t xml:space="preserve"> ; </w:t>
      </w:r>
      <w:r>
        <w:t xml:space="preserve">Hugues de Mauduit et </w:t>
      </w:r>
      <w:proofErr w:type="spellStart"/>
      <w:r>
        <w:t>Askold</w:t>
      </w:r>
      <w:proofErr w:type="spellEnd"/>
      <w:r>
        <w:t xml:space="preserve"> s</w:t>
      </w:r>
      <w:r w:rsidR="004B5A85">
        <w:t>’</w:t>
      </w:r>
      <w:r>
        <w:t>aidèrent mutuellement à revêtir</w:t>
      </w:r>
      <w:r w:rsidR="004B5A85">
        <w:t xml:space="preserve">, </w:t>
      </w:r>
      <w:r>
        <w:t>par-dessus des tricots et caleçons de laine appropriés</w:t>
      </w:r>
      <w:r w:rsidR="004B5A85">
        <w:t xml:space="preserve">, </w:t>
      </w:r>
      <w:r>
        <w:t>le lourd scaphandre</w:t>
      </w:r>
      <w:r w:rsidR="004B5A85">
        <w:t>.</w:t>
      </w:r>
    </w:p>
    <w:p w14:paraId="7C3C3050" w14:textId="77777777" w:rsidR="004B5A85" w:rsidRDefault="004C389C" w:rsidP="004C389C">
      <w:r>
        <w:lastRenderedPageBreak/>
        <w:t>Personne ne s</w:t>
      </w:r>
      <w:r w:rsidR="004B5A85">
        <w:t>’</w:t>
      </w:r>
      <w:r>
        <w:t>occupait de Pierrot l</w:t>
      </w:r>
      <w:r w:rsidR="004B5A85">
        <w:t>’</w:t>
      </w:r>
      <w:r>
        <w:t>Écureuil</w:t>
      </w:r>
      <w:r w:rsidR="004B5A85">
        <w:t>.</w:t>
      </w:r>
    </w:p>
    <w:p w14:paraId="7151138E" w14:textId="77777777" w:rsidR="004B5A85" w:rsidRDefault="004C389C" w:rsidP="004C389C">
      <w:r>
        <w:t>Mais le mousse</w:t>
      </w:r>
      <w:r w:rsidR="004B5A85">
        <w:t xml:space="preserve">, </w:t>
      </w:r>
      <w:r>
        <w:t>lui aussi</w:t>
      </w:r>
      <w:r w:rsidR="004B5A85">
        <w:t xml:space="preserve">, </w:t>
      </w:r>
      <w:r>
        <w:t>n</w:t>
      </w:r>
      <w:r w:rsidR="004B5A85">
        <w:t>’</w:t>
      </w:r>
      <w:r>
        <w:t>avait pas hésité</w:t>
      </w:r>
      <w:r w:rsidR="004B5A85">
        <w:t>.</w:t>
      </w:r>
    </w:p>
    <w:p w14:paraId="0E47E82A" w14:textId="77777777" w:rsidR="004B5A85" w:rsidRDefault="004C389C" w:rsidP="004C389C">
      <w:r>
        <w:t>Si les forbans possédaient la théorie du scaphandre</w:t>
      </w:r>
      <w:r w:rsidR="004B5A85">
        <w:t xml:space="preserve">, </w:t>
      </w:r>
      <w:r>
        <w:t>Pierrot l</w:t>
      </w:r>
      <w:r w:rsidR="004B5A85">
        <w:t>’</w:t>
      </w:r>
      <w:r>
        <w:t>Écureuil en avait la pratique</w:t>
      </w:r>
      <w:r w:rsidR="004B5A85">
        <w:t xml:space="preserve">. </w:t>
      </w:r>
      <w:r>
        <w:t>En effet</w:t>
      </w:r>
      <w:r w:rsidR="004B5A85">
        <w:t xml:space="preserve">, </w:t>
      </w:r>
      <w:r>
        <w:t>le commandant Martel lui avait fait établir un scaphandre complet à sa taille</w:t>
      </w:r>
      <w:r w:rsidR="004B5A85">
        <w:t xml:space="preserve">, </w:t>
      </w:r>
      <w:r>
        <w:t>vêtement</w:t>
      </w:r>
      <w:r w:rsidR="004B5A85">
        <w:t xml:space="preserve">, </w:t>
      </w:r>
      <w:r>
        <w:t>souliers</w:t>
      </w:r>
      <w:r w:rsidR="004B5A85">
        <w:t xml:space="preserve">, </w:t>
      </w:r>
      <w:r>
        <w:t>casque et réservoir d</w:t>
      </w:r>
      <w:r w:rsidR="004B5A85">
        <w:t>’</w:t>
      </w:r>
      <w:r>
        <w:t>air</w:t>
      </w:r>
      <w:r w:rsidR="004B5A85">
        <w:t xml:space="preserve">. </w:t>
      </w:r>
      <w:r>
        <w:t>Et plusieurs fois déjà</w:t>
      </w:r>
      <w:r w:rsidR="004B5A85">
        <w:t xml:space="preserve">, </w:t>
      </w:r>
      <w:r>
        <w:t>aux e</w:t>
      </w:r>
      <w:r>
        <w:t>n</w:t>
      </w:r>
      <w:r>
        <w:t>virons du port de Rochefort</w:t>
      </w:r>
      <w:r w:rsidR="004B5A85">
        <w:t xml:space="preserve">, </w:t>
      </w:r>
      <w:r>
        <w:t>Pierrot l</w:t>
      </w:r>
      <w:r w:rsidR="004B5A85">
        <w:t>’</w:t>
      </w:r>
      <w:r>
        <w:t xml:space="preserve">Écureuil avait suivi son </w:t>
      </w:r>
      <w:r w:rsidR="004B5A85">
        <w:t>« </w:t>
      </w:r>
      <w:proofErr w:type="spellStart"/>
      <w:r>
        <w:t>cap</w:t>
      </w:r>
      <w:r w:rsidR="004B5A85">
        <w:t>’</w:t>
      </w:r>
      <w:r>
        <w:t>taine</w:t>
      </w:r>
      <w:proofErr w:type="spellEnd"/>
      <w:r w:rsidR="004B5A85">
        <w:t> »</w:t>
      </w:r>
      <w:r>
        <w:t xml:space="preserve"> en des excursions sous-marines</w:t>
      </w:r>
      <w:r w:rsidR="004B5A85">
        <w:t>.</w:t>
      </w:r>
    </w:p>
    <w:p w14:paraId="286F013D" w14:textId="77777777" w:rsidR="004B5A85" w:rsidRDefault="004C389C" w:rsidP="004C389C">
      <w:r>
        <w:t>Il s</w:t>
      </w:r>
      <w:r w:rsidR="004B5A85">
        <w:t>’</w:t>
      </w:r>
      <w:r>
        <w:t>habilla donc</w:t>
      </w:r>
      <w:r w:rsidR="004B5A85">
        <w:t xml:space="preserve">, </w:t>
      </w:r>
      <w:r>
        <w:t>et fut le premier prêt</w:t>
      </w:r>
      <w:r w:rsidR="004B5A85">
        <w:t xml:space="preserve">, </w:t>
      </w:r>
      <w:r>
        <w:t>sans l</w:t>
      </w:r>
      <w:r w:rsidR="004B5A85">
        <w:t>’</w:t>
      </w:r>
      <w:r>
        <w:t>aide de pe</w:t>
      </w:r>
      <w:r>
        <w:t>r</w:t>
      </w:r>
      <w:r>
        <w:t>sonne</w:t>
      </w:r>
      <w:r w:rsidR="004B5A85">
        <w:t>.</w:t>
      </w:r>
    </w:p>
    <w:p w14:paraId="22505DF9" w14:textId="77777777" w:rsidR="004B5A85" w:rsidRDefault="004C389C" w:rsidP="004C389C">
      <w:r>
        <w:t>Il ne lui restait plus qu</w:t>
      </w:r>
      <w:r w:rsidR="004B5A85">
        <w:t>’</w:t>
      </w:r>
      <w:r>
        <w:t>à enclore sa tête dans le casque de cuivre muni de hublots</w:t>
      </w:r>
      <w:r w:rsidR="004B5A85">
        <w:t xml:space="preserve">, </w:t>
      </w:r>
      <w:r>
        <w:t>lorsque le Ravageur l</w:t>
      </w:r>
      <w:r w:rsidR="004B5A85">
        <w:t>’</w:t>
      </w:r>
      <w:r>
        <w:t>aperçut</w:t>
      </w:r>
      <w:r w:rsidR="004B5A85">
        <w:t>.</w:t>
      </w:r>
    </w:p>
    <w:p w14:paraId="16C5827E" w14:textId="77777777" w:rsidR="004B5A85" w:rsidRDefault="004C389C" w:rsidP="004C389C">
      <w:r>
        <w:t>Prodigieusement étonné</w:t>
      </w:r>
      <w:r w:rsidR="004B5A85">
        <w:t xml:space="preserve">, </w:t>
      </w:r>
      <w:r>
        <w:t>le Maître dit</w:t>
      </w:r>
      <w:r w:rsidR="004B5A85">
        <w:t> :</w:t>
      </w:r>
    </w:p>
    <w:p w14:paraId="568F60B8" w14:textId="77777777" w:rsidR="004B5A85" w:rsidRDefault="004B5A85" w:rsidP="004C389C">
      <w:r>
        <w:t>— </w:t>
      </w:r>
      <w:r w:rsidR="004C389C">
        <w:t>Que fais-tu là</w:t>
      </w:r>
      <w:r>
        <w:t xml:space="preserve">, </w:t>
      </w:r>
      <w:r w:rsidR="004C389C">
        <w:t>toi</w:t>
      </w:r>
      <w:r>
        <w:t> ?…</w:t>
      </w:r>
    </w:p>
    <w:p w14:paraId="69FFFF5B" w14:textId="77777777" w:rsidR="004B5A85" w:rsidRDefault="004B5A85" w:rsidP="004C389C">
      <w:r>
        <w:t>— </w:t>
      </w:r>
      <w:r w:rsidR="004C389C">
        <w:t>J</w:t>
      </w:r>
      <w:r>
        <w:t>’</w:t>
      </w:r>
      <w:r w:rsidR="004C389C">
        <w:t>obéis</w:t>
      </w:r>
      <w:r>
        <w:t xml:space="preserve"> ! </w:t>
      </w:r>
      <w:r w:rsidR="004C389C">
        <w:t>répondit le gamin</w:t>
      </w:r>
      <w:r>
        <w:t xml:space="preserve">, </w:t>
      </w:r>
      <w:r w:rsidR="004C389C">
        <w:t>imperturbable</w:t>
      </w:r>
      <w:r>
        <w:t>.</w:t>
      </w:r>
    </w:p>
    <w:p w14:paraId="5EF98F63" w14:textId="77777777" w:rsidR="004B5A85" w:rsidRDefault="004B5A85" w:rsidP="004C389C">
      <w:r>
        <w:t>— </w:t>
      </w:r>
      <w:r w:rsidR="004C389C">
        <w:t>Comment</w:t>
      </w:r>
      <w:r>
        <w:t xml:space="preserve">, </w:t>
      </w:r>
      <w:r w:rsidR="004C389C">
        <w:t>tu obéis</w:t>
      </w:r>
      <w:r>
        <w:t xml:space="preserve"> ?… </w:t>
      </w:r>
      <w:r w:rsidR="004C389C">
        <w:t>Mais je ne t</w:t>
      </w:r>
      <w:r>
        <w:t>’</w:t>
      </w:r>
      <w:r w:rsidR="004C389C">
        <w:t>ai donné aucun ordre</w:t>
      </w:r>
      <w:r>
        <w:t> !</w:t>
      </w:r>
    </w:p>
    <w:p w14:paraId="11E96850" w14:textId="77777777" w:rsidR="004B5A85" w:rsidRDefault="004B5A85" w:rsidP="004C389C">
      <w:r>
        <w:t>— </w:t>
      </w:r>
      <w:r w:rsidR="004C389C">
        <w:t>Je vous demande pardon</w:t>
      </w:r>
      <w:r>
        <w:t xml:space="preserve">, </w:t>
      </w:r>
      <w:r w:rsidR="004C389C">
        <w:t>monsieur</w:t>
      </w:r>
      <w:r>
        <w:t> !</w:t>
      </w:r>
    </w:p>
    <w:p w14:paraId="7AC17295" w14:textId="26FEA414" w:rsidR="004B5A85" w:rsidRDefault="004C389C" w:rsidP="004C389C">
      <w:r>
        <w:t>Pierrot l</w:t>
      </w:r>
      <w:r w:rsidR="004B5A85">
        <w:t>’</w:t>
      </w:r>
      <w:r>
        <w:t xml:space="preserve">Écureuil appelait toujours </w:t>
      </w:r>
      <w:r w:rsidR="004B5A85">
        <w:t>« </w:t>
      </w:r>
      <w:r>
        <w:t>monsieur</w:t>
      </w:r>
      <w:r w:rsidR="004B5A85">
        <w:t> »</w:t>
      </w:r>
      <w:r>
        <w:t xml:space="preserve"> le Rav</w:t>
      </w:r>
      <w:r>
        <w:t>a</w:t>
      </w:r>
      <w:r>
        <w:t>geur aussi bien qu</w:t>
      </w:r>
      <w:r w:rsidR="004B5A85">
        <w:t>’</w:t>
      </w:r>
      <w:proofErr w:type="spellStart"/>
      <w:r>
        <w:t>Askold</w:t>
      </w:r>
      <w:proofErr w:type="spellEnd"/>
      <w:r w:rsidR="004B5A85">
        <w:t xml:space="preserve">. </w:t>
      </w:r>
      <w:r>
        <w:t>Pour le mousse français</w:t>
      </w:r>
      <w:r w:rsidR="004B5A85">
        <w:t xml:space="preserve">, </w:t>
      </w:r>
      <w:r>
        <w:t>il n</w:t>
      </w:r>
      <w:r w:rsidR="004B5A85">
        <w:t>’</w:t>
      </w:r>
      <w:r>
        <w:t>y avait au monde qu</w:t>
      </w:r>
      <w:r w:rsidR="004B5A85">
        <w:t>’</w:t>
      </w:r>
      <w:r>
        <w:t>un capitaine</w:t>
      </w:r>
      <w:r w:rsidR="004B5A85">
        <w:t xml:space="preserve">, </w:t>
      </w:r>
      <w:r>
        <w:t>qui était Ludovic Martel</w:t>
      </w:r>
      <w:r w:rsidR="004B5A85">
        <w:t xml:space="preserve">, </w:t>
      </w:r>
      <w:r>
        <w:t>et qu</w:t>
      </w:r>
      <w:r w:rsidR="004B5A85">
        <w:t>’</w:t>
      </w:r>
      <w:r>
        <w:t>un lieutenant qui était l</w:t>
      </w:r>
      <w:r w:rsidR="004B5A85">
        <w:t>’</w:t>
      </w:r>
      <w:r>
        <w:t>enseigne Paul Randal</w:t>
      </w:r>
      <w:r w:rsidR="004B5A85">
        <w:t xml:space="preserve">. </w:t>
      </w:r>
      <w:r>
        <w:t>Il se refusait à co</w:t>
      </w:r>
      <w:r>
        <w:t>n</w:t>
      </w:r>
      <w:r>
        <w:t xml:space="preserve">sidérer Hugues de Mauduit et </w:t>
      </w:r>
      <w:proofErr w:type="spellStart"/>
      <w:r>
        <w:t>Askold</w:t>
      </w:r>
      <w:proofErr w:type="spellEnd"/>
      <w:r>
        <w:t xml:space="preserve"> comme des officiers</w:t>
      </w:r>
      <w:r w:rsidR="004B5A85">
        <w:t xml:space="preserve">. </w:t>
      </w:r>
      <w:r>
        <w:t>Et il les appelait à haute voix</w:t>
      </w:r>
      <w:r w:rsidR="004B5A85">
        <w:t> : « </w:t>
      </w:r>
      <w:r>
        <w:t>Monsieur</w:t>
      </w:r>
      <w:r w:rsidR="004B5A85">
        <w:t xml:space="preserve"> », </w:t>
      </w:r>
      <w:r>
        <w:t>tout en prononçant</w:t>
      </w:r>
      <w:r w:rsidR="004B5A85">
        <w:t xml:space="preserve">, </w:t>
      </w:r>
      <w:r>
        <w:t>en dedans</w:t>
      </w:r>
      <w:r w:rsidR="004B5A85">
        <w:t> : « </w:t>
      </w:r>
      <w:r>
        <w:t>Bandit</w:t>
      </w:r>
      <w:r w:rsidR="004B5A85">
        <w:t xml:space="preserve">, </w:t>
      </w:r>
      <w:r>
        <w:t>forban</w:t>
      </w:r>
      <w:r w:rsidR="004B5A85">
        <w:t xml:space="preserve">, </w:t>
      </w:r>
      <w:r>
        <w:t>pirate</w:t>
      </w:r>
      <w:r w:rsidR="004B5A85">
        <w:t> ! »</w:t>
      </w:r>
    </w:p>
    <w:p w14:paraId="1832AD13" w14:textId="77777777" w:rsidR="004B5A85" w:rsidRDefault="004B5A85" w:rsidP="004C389C">
      <w:r>
        <w:t>— </w:t>
      </w:r>
      <w:r w:rsidR="004C389C">
        <w:t>Explique-toi</w:t>
      </w:r>
      <w:r>
        <w:t xml:space="preserve"> ! </w:t>
      </w:r>
      <w:r w:rsidR="004C389C">
        <w:t>fit le Ravageur avec une impatience visible</w:t>
      </w:r>
      <w:r>
        <w:t>.</w:t>
      </w:r>
    </w:p>
    <w:p w14:paraId="3B766720" w14:textId="77777777" w:rsidR="004B5A85" w:rsidRDefault="004B5A85" w:rsidP="004C389C">
      <w:r>
        <w:lastRenderedPageBreak/>
        <w:t>— </w:t>
      </w:r>
      <w:r w:rsidR="004C389C">
        <w:t>Eh</w:t>
      </w:r>
      <w:r>
        <w:t xml:space="preserve"> ! </w:t>
      </w:r>
      <w:r w:rsidR="004C389C">
        <w:t>oui</w:t>
      </w:r>
      <w:r>
        <w:t xml:space="preserve">, </w:t>
      </w:r>
      <w:r w:rsidR="004C389C">
        <w:t>s</w:t>
      </w:r>
      <w:r>
        <w:t>’</w:t>
      </w:r>
      <w:r w:rsidR="004C389C">
        <w:t>écria le mousse</w:t>
      </w:r>
      <w:r>
        <w:t xml:space="preserve">. </w:t>
      </w:r>
      <w:r w:rsidR="004C389C">
        <w:t xml:space="preserve">Vous avez appelé </w:t>
      </w:r>
      <w:proofErr w:type="spellStart"/>
      <w:r w:rsidR="004C389C">
        <w:t>Brilo</w:t>
      </w:r>
      <w:proofErr w:type="spellEnd"/>
      <w:r>
        <w:t xml:space="preserve">, </w:t>
      </w:r>
      <w:r w:rsidR="004C389C">
        <w:t>o</w:t>
      </w:r>
      <w:r w:rsidR="004C389C">
        <w:t>r</w:t>
      </w:r>
      <w:r w:rsidR="004C389C">
        <w:t xml:space="preserve">donné à </w:t>
      </w:r>
      <w:proofErr w:type="spellStart"/>
      <w:r w:rsidR="004C389C">
        <w:t>Brilo</w:t>
      </w:r>
      <w:proofErr w:type="spellEnd"/>
      <w:r w:rsidR="004C389C">
        <w:t xml:space="preserve"> de s</w:t>
      </w:r>
      <w:r>
        <w:t>’</w:t>
      </w:r>
      <w:r w:rsidR="004C389C">
        <w:t>habiller</w:t>
      </w:r>
      <w:r>
        <w:t xml:space="preserve">. </w:t>
      </w:r>
      <w:r w:rsidR="004C389C">
        <w:t>Et moi</w:t>
      </w:r>
      <w:r>
        <w:t xml:space="preserve">, </w:t>
      </w:r>
      <w:r w:rsidR="004C389C">
        <w:t xml:space="preserve">je suis subordonné à </w:t>
      </w:r>
      <w:proofErr w:type="spellStart"/>
      <w:r w:rsidR="004C389C">
        <w:t>Brilo</w:t>
      </w:r>
      <w:proofErr w:type="spellEnd"/>
      <w:r>
        <w:t xml:space="preserve">. </w:t>
      </w:r>
      <w:r w:rsidR="004C389C">
        <w:t>Quand je n</w:t>
      </w:r>
      <w:r>
        <w:t>’</w:t>
      </w:r>
      <w:r w:rsidR="004C389C">
        <w:t>ai pas d</w:t>
      </w:r>
      <w:r>
        <w:t>’</w:t>
      </w:r>
      <w:r w:rsidR="004C389C">
        <w:t>ordre direct</w:t>
      </w:r>
      <w:r>
        <w:t xml:space="preserve">, </w:t>
      </w:r>
      <w:r w:rsidR="004C389C">
        <w:t>je fais ce qu</w:t>
      </w:r>
      <w:r>
        <w:t>’</w:t>
      </w:r>
      <w:r w:rsidR="004C389C">
        <w:t>il fait</w:t>
      </w:r>
      <w:r>
        <w:t xml:space="preserve">, </w:t>
      </w:r>
      <w:r w:rsidR="004C389C">
        <w:t>voilà tout</w:t>
      </w:r>
      <w:r>
        <w:t xml:space="preserve">. </w:t>
      </w:r>
      <w:r w:rsidR="004C389C">
        <w:t>Il s</w:t>
      </w:r>
      <w:r>
        <w:t>’</w:t>
      </w:r>
      <w:r w:rsidR="004C389C">
        <w:t>habille en scaphandrier</w:t>
      </w:r>
      <w:r>
        <w:t xml:space="preserve"> ; </w:t>
      </w:r>
      <w:r w:rsidR="004C389C">
        <w:t>moi aussi</w:t>
      </w:r>
      <w:r>
        <w:t xml:space="preserve">, </w:t>
      </w:r>
      <w:r w:rsidR="004C389C">
        <w:t>puisqu</w:t>
      </w:r>
      <w:r>
        <w:t>’</w:t>
      </w:r>
      <w:r w:rsidR="004C389C">
        <w:t>il y a ici mon co</w:t>
      </w:r>
      <w:r w:rsidR="004C389C">
        <w:t>s</w:t>
      </w:r>
      <w:r w:rsidR="004C389C">
        <w:t>tume</w:t>
      </w:r>
      <w:r>
        <w:t xml:space="preserve">, </w:t>
      </w:r>
      <w:r w:rsidR="004C389C">
        <w:t>qui a été fait spécialement pour moi</w:t>
      </w:r>
      <w:r>
        <w:t>.</w:t>
      </w:r>
    </w:p>
    <w:p w14:paraId="021E75DF" w14:textId="77777777" w:rsidR="004B5A85" w:rsidRDefault="004C389C" w:rsidP="004C389C">
      <w:r>
        <w:t>L</w:t>
      </w:r>
      <w:r w:rsidR="004B5A85">
        <w:t>’</w:t>
      </w:r>
      <w:r>
        <w:t>audace de ce petit gaillard de bonhomme amusait le R</w:t>
      </w:r>
      <w:r>
        <w:t>a</w:t>
      </w:r>
      <w:r>
        <w:t>vageur</w:t>
      </w:r>
      <w:r w:rsidR="004B5A85">
        <w:t xml:space="preserve">. </w:t>
      </w:r>
      <w:r>
        <w:t>Peut-être le distrayait-elle de sa sombre mélancolie</w:t>
      </w:r>
      <w:r w:rsidR="004B5A85">
        <w:t xml:space="preserve">. </w:t>
      </w:r>
      <w:r>
        <w:t>Et</w:t>
      </w:r>
      <w:r w:rsidR="004B5A85">
        <w:t xml:space="preserve">, </w:t>
      </w:r>
      <w:r>
        <w:t>chose bizarre</w:t>
      </w:r>
      <w:r w:rsidR="004B5A85">
        <w:t xml:space="preserve">, </w:t>
      </w:r>
      <w:r>
        <w:t>Hugues de Mauduit se sentait pour Pierrot l</w:t>
      </w:r>
      <w:r w:rsidR="004B5A85">
        <w:t>’</w:t>
      </w:r>
      <w:r>
        <w:t>Écureuil une sorte de vague</w:t>
      </w:r>
      <w:r w:rsidR="004B5A85">
        <w:t xml:space="preserve">, </w:t>
      </w:r>
      <w:r>
        <w:t>d</w:t>
      </w:r>
      <w:r w:rsidR="004B5A85">
        <w:t>’</w:t>
      </w:r>
      <w:r>
        <w:t>obscure tendresse</w:t>
      </w:r>
      <w:r w:rsidR="004B5A85">
        <w:t xml:space="preserve">, </w:t>
      </w:r>
      <w:r>
        <w:t>quoique le mousse eût facilité par son courage et son intelligence</w:t>
      </w:r>
      <w:r w:rsidR="004B5A85">
        <w:t xml:space="preserve"> – </w:t>
      </w:r>
      <w:r>
        <w:t>le R</w:t>
      </w:r>
      <w:r>
        <w:t>a</w:t>
      </w:r>
      <w:r>
        <w:t>vageur le devinait bien</w:t>
      </w:r>
      <w:r w:rsidR="004B5A85">
        <w:t xml:space="preserve"> ! – </w:t>
      </w:r>
      <w:r>
        <w:t>l</w:t>
      </w:r>
      <w:r w:rsidR="004B5A85">
        <w:t>’</w:t>
      </w:r>
      <w:r>
        <w:t>évasion du commandant Martel</w:t>
      </w:r>
      <w:r w:rsidR="004B5A85">
        <w:t>.</w:t>
      </w:r>
    </w:p>
    <w:p w14:paraId="455D078D" w14:textId="77777777" w:rsidR="004B5A85" w:rsidRDefault="004C389C" w:rsidP="004C389C">
      <w:r>
        <w:t>Au lieu de se fâcher et de renvoyer le garçon au poste d</w:t>
      </w:r>
      <w:r w:rsidR="004B5A85">
        <w:t>’</w:t>
      </w:r>
      <w:r>
        <w:t>équipage ou au corps de garde</w:t>
      </w:r>
      <w:r w:rsidR="004B5A85">
        <w:t xml:space="preserve">, </w:t>
      </w:r>
      <w:r>
        <w:t>il haussa les épaules</w:t>
      </w:r>
      <w:r w:rsidR="004B5A85">
        <w:t xml:space="preserve">, </w:t>
      </w:r>
      <w:r>
        <w:t>sourit un peu et dit</w:t>
      </w:r>
      <w:r w:rsidR="004B5A85">
        <w:t> :</w:t>
      </w:r>
    </w:p>
    <w:p w14:paraId="5BFC26B8" w14:textId="77777777" w:rsidR="004B5A85" w:rsidRDefault="004B5A85" w:rsidP="004C389C">
      <w:r>
        <w:t>— </w:t>
      </w:r>
      <w:r w:rsidR="004C389C">
        <w:t>Soit</w:t>
      </w:r>
      <w:r>
        <w:t xml:space="preserve"> ! </w:t>
      </w:r>
      <w:r w:rsidR="004C389C">
        <w:t>tu nous accompagneras</w:t>
      </w:r>
      <w:r>
        <w:t xml:space="preserve">… </w:t>
      </w:r>
      <w:r w:rsidR="004C389C">
        <w:t>Visse-lui son casque</w:t>
      </w:r>
      <w:r>
        <w:t xml:space="preserve">, </w:t>
      </w:r>
      <w:proofErr w:type="spellStart"/>
      <w:r w:rsidR="004C389C">
        <w:t>Br</w:t>
      </w:r>
      <w:r w:rsidR="004C389C">
        <w:t>i</w:t>
      </w:r>
      <w:r w:rsidR="004C389C">
        <w:t>lo</w:t>
      </w:r>
      <w:proofErr w:type="spellEnd"/>
      <w:r>
        <w:t> !…</w:t>
      </w:r>
    </w:p>
    <w:p w14:paraId="3752D5CD" w14:textId="77777777" w:rsidR="004B5A85" w:rsidRDefault="004C389C" w:rsidP="004C389C">
      <w:r>
        <w:t>Cinq minutes plus tard</w:t>
      </w:r>
      <w:r w:rsidR="004B5A85">
        <w:t xml:space="preserve">, </w:t>
      </w:r>
      <w:r>
        <w:t>les cinq hommes et le garçon étaient équipés de pied en cap</w:t>
      </w:r>
      <w:r w:rsidR="004B5A85">
        <w:t xml:space="preserve">, </w:t>
      </w:r>
      <w:r>
        <w:t>casque en tête bien vissé sur le col métallique terminant le vêtement au-dessus des épaules</w:t>
      </w:r>
      <w:r w:rsidR="004B5A85">
        <w:t xml:space="preserve">, </w:t>
      </w:r>
      <w:r>
        <w:t>appareil respiratoire dans le dos relié au casque par des tubes conducteurs d</w:t>
      </w:r>
      <w:r w:rsidR="004B5A85">
        <w:t>’</w:t>
      </w:r>
      <w:r>
        <w:t>air</w:t>
      </w:r>
      <w:r w:rsidR="004B5A85">
        <w:t xml:space="preserve">, </w:t>
      </w:r>
      <w:r>
        <w:t>lampe électrique et poignard à la ceinture et</w:t>
      </w:r>
      <w:r w:rsidR="004B5A85">
        <w:t xml:space="preserve">, </w:t>
      </w:r>
      <w:r>
        <w:t>à la main</w:t>
      </w:r>
      <w:r w:rsidR="004B5A85">
        <w:t xml:space="preserve">, </w:t>
      </w:r>
      <w:r>
        <w:t>fusil à air comprimé lançant des balles électriques e</w:t>
      </w:r>
      <w:r>
        <w:t>x</w:t>
      </w:r>
      <w:r>
        <w:t>plosibles</w:t>
      </w:r>
      <w:r w:rsidR="004B5A85">
        <w:t>.</w:t>
      </w:r>
    </w:p>
    <w:p w14:paraId="753086BB" w14:textId="77777777" w:rsidR="004B5A85" w:rsidRDefault="004C389C" w:rsidP="004C389C">
      <w:r>
        <w:t>Appelés par le timbre avertisseur</w:t>
      </w:r>
      <w:r w:rsidR="004B5A85">
        <w:t xml:space="preserve">, </w:t>
      </w:r>
      <w:proofErr w:type="spellStart"/>
      <w:r>
        <w:t>Poutkine</w:t>
      </w:r>
      <w:proofErr w:type="spellEnd"/>
      <w:r>
        <w:t xml:space="preserve"> et </w:t>
      </w:r>
      <w:proofErr w:type="spellStart"/>
      <w:r>
        <w:t>Brasy</w:t>
      </w:r>
      <w:proofErr w:type="spellEnd"/>
      <w:r>
        <w:t xml:space="preserve"> acco</w:t>
      </w:r>
      <w:r>
        <w:t>u</w:t>
      </w:r>
      <w:r>
        <w:t>rurent</w:t>
      </w:r>
      <w:r w:rsidR="004B5A85">
        <w:t>.</w:t>
      </w:r>
    </w:p>
    <w:p w14:paraId="5D329380" w14:textId="77777777" w:rsidR="004B5A85" w:rsidRDefault="004C389C" w:rsidP="004C389C">
      <w:r>
        <w:t>Alourdis par leurs vêtements</w:t>
      </w:r>
      <w:r w:rsidR="004B5A85">
        <w:t xml:space="preserve">, </w:t>
      </w:r>
      <w:r>
        <w:t>le casque et surtout les so</w:t>
      </w:r>
      <w:r>
        <w:t>u</w:t>
      </w:r>
      <w:r>
        <w:t>liers à épaisses semelles de plomb</w:t>
      </w:r>
      <w:r w:rsidR="004B5A85">
        <w:t xml:space="preserve">, </w:t>
      </w:r>
      <w:r>
        <w:t>les scaphandriers pouvaient à peine marcher</w:t>
      </w:r>
      <w:r w:rsidR="004B5A85">
        <w:t>.</w:t>
      </w:r>
    </w:p>
    <w:p w14:paraId="66E15182" w14:textId="77777777" w:rsidR="004B5A85" w:rsidRDefault="004C389C" w:rsidP="004C389C">
      <w:r>
        <w:lastRenderedPageBreak/>
        <w:t xml:space="preserve">Ils furent poussés par </w:t>
      </w:r>
      <w:proofErr w:type="spellStart"/>
      <w:r>
        <w:t>Brasky</w:t>
      </w:r>
      <w:proofErr w:type="spellEnd"/>
      <w:r>
        <w:t xml:space="preserve"> et </w:t>
      </w:r>
      <w:proofErr w:type="spellStart"/>
      <w:r>
        <w:t>Poutkine</w:t>
      </w:r>
      <w:proofErr w:type="spellEnd"/>
      <w:r>
        <w:t xml:space="preserve"> dans le poste de la vigie</w:t>
      </w:r>
      <w:r w:rsidR="004B5A85">
        <w:t>.</w:t>
      </w:r>
    </w:p>
    <w:p w14:paraId="55046B1A" w14:textId="77777777" w:rsidR="004B5A85" w:rsidRDefault="004C389C" w:rsidP="004C389C">
      <w:proofErr w:type="spellStart"/>
      <w:r>
        <w:t>Raynor</w:t>
      </w:r>
      <w:proofErr w:type="spellEnd"/>
      <w:r>
        <w:t xml:space="preserve"> était là de service</w:t>
      </w:r>
      <w:r w:rsidR="004B5A85">
        <w:t xml:space="preserve">. </w:t>
      </w:r>
      <w:r>
        <w:t>Il salua</w:t>
      </w:r>
      <w:r w:rsidR="004B5A85">
        <w:t xml:space="preserve">, </w:t>
      </w:r>
      <w:r>
        <w:t>sans quitter son siège</w:t>
      </w:r>
      <w:r w:rsidR="004B5A85">
        <w:t>.</w:t>
      </w:r>
    </w:p>
    <w:p w14:paraId="43F5B417" w14:textId="77777777" w:rsidR="004B5A85" w:rsidRDefault="004C389C" w:rsidP="004C389C">
      <w:r>
        <w:t>De la main gauche</w:t>
      </w:r>
      <w:r w:rsidR="004B5A85">
        <w:t xml:space="preserve">, – </w:t>
      </w:r>
      <w:r>
        <w:t>car sa droite tenait le fusil</w:t>
      </w:r>
      <w:r w:rsidR="004B5A85">
        <w:t xml:space="preserve">, – </w:t>
      </w:r>
      <w:r>
        <w:t>le Rav</w:t>
      </w:r>
      <w:r>
        <w:t>a</w:t>
      </w:r>
      <w:r>
        <w:t>geur abaissa un levier</w:t>
      </w:r>
      <w:r w:rsidR="004B5A85">
        <w:t>.</w:t>
      </w:r>
    </w:p>
    <w:p w14:paraId="6858885F" w14:textId="77777777" w:rsidR="004B5A85" w:rsidRDefault="004C389C" w:rsidP="004C389C">
      <w:r>
        <w:t>Une trappe s</w:t>
      </w:r>
      <w:r w:rsidR="004B5A85">
        <w:t>’</w:t>
      </w:r>
      <w:r>
        <w:t>ouvrit aux pieds des scaphandriers</w:t>
      </w:r>
      <w:r w:rsidR="004B5A85">
        <w:t xml:space="preserve">. </w:t>
      </w:r>
      <w:r>
        <w:t>Alors</w:t>
      </w:r>
      <w:r w:rsidR="004B5A85">
        <w:t xml:space="preserve">, </w:t>
      </w:r>
      <w:r>
        <w:t>passant le premier</w:t>
      </w:r>
      <w:r w:rsidR="004B5A85">
        <w:t xml:space="preserve">, </w:t>
      </w:r>
      <w:r>
        <w:t>Hugues de Mauduit s</w:t>
      </w:r>
      <w:r w:rsidR="004B5A85">
        <w:t>’</w:t>
      </w:r>
      <w:r>
        <w:t>engagea sur l</w:t>
      </w:r>
      <w:r w:rsidR="004B5A85">
        <w:t>’</w:t>
      </w:r>
      <w:r>
        <w:t>échelle de fer que la trappe avait découverte</w:t>
      </w:r>
      <w:r w:rsidR="004B5A85">
        <w:t xml:space="preserve">. </w:t>
      </w:r>
      <w:r>
        <w:t>Et suivi par ses comp</w:t>
      </w:r>
      <w:r>
        <w:t>a</w:t>
      </w:r>
      <w:r>
        <w:t>gnons et par Pierrot l</w:t>
      </w:r>
      <w:r w:rsidR="004B5A85">
        <w:t>’</w:t>
      </w:r>
      <w:r>
        <w:t>Écureuil</w:t>
      </w:r>
      <w:r w:rsidR="004B5A85">
        <w:t xml:space="preserve">, </w:t>
      </w:r>
      <w:r>
        <w:t>il descendit dans un puits rempli d</w:t>
      </w:r>
      <w:r w:rsidR="004B5A85">
        <w:t>’</w:t>
      </w:r>
      <w:r>
        <w:t>eau</w:t>
      </w:r>
      <w:r w:rsidR="004B5A85">
        <w:t xml:space="preserve">. </w:t>
      </w:r>
      <w:r>
        <w:t>Quand ils y furent tous réunis</w:t>
      </w:r>
      <w:r w:rsidR="004B5A85">
        <w:t xml:space="preserve">, </w:t>
      </w:r>
      <w:proofErr w:type="spellStart"/>
      <w:r>
        <w:t>Poutkine</w:t>
      </w:r>
      <w:proofErr w:type="spellEnd"/>
      <w:r>
        <w:t xml:space="preserve"> releva le levier</w:t>
      </w:r>
      <w:r w:rsidR="004B5A85">
        <w:t xml:space="preserve">. </w:t>
      </w:r>
      <w:r>
        <w:t>La trappe se referma</w:t>
      </w:r>
      <w:r w:rsidR="004B5A85">
        <w:t>.</w:t>
      </w:r>
    </w:p>
    <w:p w14:paraId="3B930F32" w14:textId="77777777" w:rsidR="004B5A85" w:rsidRDefault="004C389C" w:rsidP="004C389C">
      <w:r>
        <w:t>Mais</w:t>
      </w:r>
      <w:r w:rsidR="004B5A85">
        <w:t xml:space="preserve">, </w:t>
      </w:r>
      <w:r>
        <w:t>presque aussitôt</w:t>
      </w:r>
      <w:r w:rsidR="004B5A85">
        <w:t xml:space="preserve">, </w:t>
      </w:r>
      <w:r>
        <w:t>au fond du puits plein d</w:t>
      </w:r>
      <w:r w:rsidR="004B5A85">
        <w:t>’</w:t>
      </w:r>
      <w:r>
        <w:t>eau</w:t>
      </w:r>
      <w:r w:rsidR="004B5A85">
        <w:t xml:space="preserve">, </w:t>
      </w:r>
      <w:r>
        <w:t>une porte s</w:t>
      </w:r>
      <w:r w:rsidR="004B5A85">
        <w:t>’</w:t>
      </w:r>
      <w:r>
        <w:t>ouvrit automatiquement</w:t>
      </w:r>
      <w:r w:rsidR="004B5A85">
        <w:t xml:space="preserve">, </w:t>
      </w:r>
      <w:r>
        <w:t>dans le flanc même du sous-marin</w:t>
      </w:r>
      <w:r w:rsidR="004B5A85">
        <w:t>.</w:t>
      </w:r>
    </w:p>
    <w:p w14:paraId="7E448B77" w14:textId="77777777" w:rsidR="004B5A85" w:rsidRDefault="004C389C" w:rsidP="004C389C">
      <w:r>
        <w:t>Le Ravageur descendit la dernière marche de l</w:t>
      </w:r>
      <w:r w:rsidR="004B5A85">
        <w:t>’</w:t>
      </w:r>
      <w:r>
        <w:t>échelle et franchit le seuil de cette porte</w:t>
      </w:r>
      <w:r w:rsidR="004B5A85">
        <w:t xml:space="preserve"> ; </w:t>
      </w:r>
      <w:r>
        <w:t>les cinq autres scaphandriers l</w:t>
      </w:r>
      <w:r w:rsidR="004B5A85">
        <w:t>’</w:t>
      </w:r>
      <w:r>
        <w:t>imitèrent</w:t>
      </w:r>
      <w:r w:rsidR="004B5A85">
        <w:t>.</w:t>
      </w:r>
    </w:p>
    <w:p w14:paraId="7C257AA7" w14:textId="77777777" w:rsidR="004B5A85" w:rsidRDefault="004C389C" w:rsidP="004C389C">
      <w:r>
        <w:t>Les six chasseurs sous-marins se trouvaient dans la mer</w:t>
      </w:r>
      <w:r w:rsidR="004B5A85">
        <w:t xml:space="preserve">, </w:t>
      </w:r>
      <w:r>
        <w:t>à vingt mètres de profondeur</w:t>
      </w:r>
      <w:r w:rsidR="004B5A85">
        <w:t xml:space="preserve">, </w:t>
      </w:r>
      <w:r>
        <w:t xml:space="preserve">sur une plate-forme rocheuse au milieu de laquelle le </w:t>
      </w:r>
      <w:r>
        <w:rPr>
          <w:i/>
          <w:iCs/>
        </w:rPr>
        <w:t xml:space="preserve">Nyctalope </w:t>
      </w:r>
      <w:r>
        <w:t>s</w:t>
      </w:r>
      <w:r w:rsidR="004B5A85">
        <w:t>’</w:t>
      </w:r>
      <w:r>
        <w:t>était posé</w:t>
      </w:r>
      <w:r w:rsidR="004B5A85">
        <w:t>.</w:t>
      </w:r>
    </w:p>
    <w:p w14:paraId="4935BFC1" w14:textId="77777777" w:rsidR="004B5A85" w:rsidRDefault="004C389C" w:rsidP="004C389C">
      <w:r>
        <w:t>Les rayons solaires traversaient les eaux et y répandaient une clarté suffisante pour que les hommes pussent voir environ à une centaine de mètres au-devant d</w:t>
      </w:r>
      <w:r w:rsidR="004B5A85">
        <w:t>’</w:t>
      </w:r>
      <w:r>
        <w:t>eux</w:t>
      </w:r>
      <w:r w:rsidR="004B5A85">
        <w:t xml:space="preserve">. </w:t>
      </w:r>
      <w:proofErr w:type="spellStart"/>
      <w:r>
        <w:t>Au delà</w:t>
      </w:r>
      <w:proofErr w:type="spellEnd"/>
      <w:r w:rsidR="004B5A85">
        <w:t xml:space="preserve">, </w:t>
      </w:r>
      <w:r>
        <w:t>c</w:t>
      </w:r>
      <w:r w:rsidR="004B5A85">
        <w:t>’</w:t>
      </w:r>
      <w:r>
        <w:t>était une sorte d</w:t>
      </w:r>
      <w:r w:rsidR="004B5A85">
        <w:t>’</w:t>
      </w:r>
      <w:r>
        <w:t>opacité bleutée</w:t>
      </w:r>
      <w:r w:rsidR="004B5A85">
        <w:t xml:space="preserve">… </w:t>
      </w:r>
      <w:r>
        <w:t>cachant les abîmes sous-marins</w:t>
      </w:r>
      <w:r w:rsidR="004B5A85">
        <w:t>…</w:t>
      </w:r>
    </w:p>
    <w:p w14:paraId="55E914C9" w14:textId="77777777" w:rsidR="004B5A85" w:rsidRDefault="004C389C" w:rsidP="004C389C">
      <w:r>
        <w:t>Les scaphandriers ne pouvaient communiquer par la p</w:t>
      </w:r>
      <w:r>
        <w:t>a</w:t>
      </w:r>
      <w:r>
        <w:t>role les uns avec les autres</w:t>
      </w:r>
      <w:r w:rsidR="004B5A85">
        <w:t xml:space="preserve">. </w:t>
      </w:r>
      <w:r>
        <w:t>Les parois épaisses des casques ne laissaient point passer le son de la voix</w:t>
      </w:r>
      <w:r w:rsidR="004B5A85">
        <w:t xml:space="preserve">. </w:t>
      </w:r>
      <w:r>
        <w:t>Et c</w:t>
      </w:r>
      <w:r w:rsidR="004B5A85">
        <w:t>’</w:t>
      </w:r>
      <w:r>
        <w:t xml:space="preserve">est par un </w:t>
      </w:r>
      <w:r>
        <w:lastRenderedPageBreak/>
        <w:t>geste de son bras droit</w:t>
      </w:r>
      <w:r w:rsidR="004B5A85">
        <w:t xml:space="preserve">, </w:t>
      </w:r>
      <w:r>
        <w:t>armé du fusil électrique</w:t>
      </w:r>
      <w:r w:rsidR="004B5A85">
        <w:t xml:space="preserve">, </w:t>
      </w:r>
      <w:r>
        <w:t>que le Ravageur donna l</w:t>
      </w:r>
      <w:r w:rsidR="004B5A85">
        <w:t>’</w:t>
      </w:r>
      <w:r>
        <w:t>ordre d</w:t>
      </w:r>
      <w:r w:rsidR="004B5A85">
        <w:t>’</w:t>
      </w:r>
      <w:r>
        <w:t>avancer</w:t>
      </w:r>
      <w:r w:rsidR="004B5A85">
        <w:t>.</w:t>
      </w:r>
    </w:p>
    <w:p w14:paraId="525547F1" w14:textId="77777777" w:rsidR="004B5A85" w:rsidRDefault="004C389C" w:rsidP="004C389C">
      <w:r>
        <w:t>On se mit en marche</w:t>
      </w:r>
      <w:r w:rsidR="004B5A85">
        <w:t xml:space="preserve">, </w:t>
      </w:r>
      <w:r>
        <w:t>sur un roc mousseux et un peu gli</w:t>
      </w:r>
      <w:r>
        <w:t>s</w:t>
      </w:r>
      <w:r>
        <w:t>sant</w:t>
      </w:r>
      <w:r w:rsidR="004B5A85">
        <w:t xml:space="preserve">, </w:t>
      </w:r>
      <w:r>
        <w:t>au milieu d</w:t>
      </w:r>
      <w:r w:rsidR="004B5A85">
        <w:t>’</w:t>
      </w:r>
      <w:r>
        <w:t>une sente capricieusement tracée entre des algues</w:t>
      </w:r>
      <w:r w:rsidR="004B5A85">
        <w:t xml:space="preserve">, </w:t>
      </w:r>
      <w:r>
        <w:t>des touffes d</w:t>
      </w:r>
      <w:r w:rsidR="004B5A85">
        <w:t>’</w:t>
      </w:r>
      <w:r>
        <w:t>herbes fantastiques</w:t>
      </w:r>
      <w:r w:rsidR="004B5A85">
        <w:t>.</w:t>
      </w:r>
    </w:p>
    <w:p w14:paraId="5453E379" w14:textId="77777777" w:rsidR="004B5A85" w:rsidRDefault="004C389C" w:rsidP="004C389C">
      <w:r>
        <w:t>Le spectacle était merveilleux</w:t>
      </w:r>
      <w:r w:rsidR="004B5A85">
        <w:t>…</w:t>
      </w:r>
    </w:p>
    <w:p w14:paraId="11731EA7" w14:textId="77777777" w:rsidR="004B5A85" w:rsidRDefault="004C389C" w:rsidP="004C389C">
      <w:r>
        <w:t>En suspension dans les eaux</w:t>
      </w:r>
      <w:r w:rsidR="004B5A85">
        <w:t xml:space="preserve">, </w:t>
      </w:r>
      <w:r>
        <w:t>les méduses arrondissaient leurs coupoles chatoyantes et laissaient flotter leurs longs l</w:t>
      </w:r>
      <w:r>
        <w:t>i</w:t>
      </w:r>
      <w:r>
        <w:t>néaments à transparences rosées</w:t>
      </w:r>
      <w:r w:rsidR="004B5A85">
        <w:t>…</w:t>
      </w:r>
    </w:p>
    <w:p w14:paraId="2655814F" w14:textId="77777777" w:rsidR="004B5A85" w:rsidRDefault="004C389C" w:rsidP="004C389C">
      <w:r>
        <w:t>Çà et là</w:t>
      </w:r>
      <w:r w:rsidR="004B5A85">
        <w:t xml:space="preserve">, </w:t>
      </w:r>
      <w:r>
        <w:t>des étoiles de mer se mouvaient</w:t>
      </w:r>
      <w:r w:rsidR="004B5A85">
        <w:t xml:space="preserve">, </w:t>
      </w:r>
      <w:r>
        <w:t>d</w:t>
      </w:r>
      <w:r w:rsidR="004B5A85">
        <w:t>’</w:t>
      </w:r>
      <w:r>
        <w:t>un rouge écl</w:t>
      </w:r>
      <w:r>
        <w:t>a</w:t>
      </w:r>
      <w:r>
        <w:t>tant ou d</w:t>
      </w:r>
      <w:r w:rsidR="004B5A85">
        <w:t>’</w:t>
      </w:r>
      <w:r>
        <w:t>un vert sombre</w:t>
      </w:r>
      <w:r w:rsidR="004B5A85">
        <w:t xml:space="preserve">, </w:t>
      </w:r>
      <w:r>
        <w:t>sur la roche nue ou mousseuse</w:t>
      </w:r>
      <w:r w:rsidR="004B5A85">
        <w:t xml:space="preserve">, </w:t>
      </w:r>
      <w:r>
        <w:t>ou sur le sable fin de l</w:t>
      </w:r>
      <w:r w:rsidR="004B5A85">
        <w:t>’</w:t>
      </w:r>
      <w:r>
        <w:t>allée</w:t>
      </w:r>
      <w:r w:rsidR="004B5A85">
        <w:t xml:space="preserve">. </w:t>
      </w:r>
      <w:r>
        <w:t>Des poissons filaient</w:t>
      </w:r>
      <w:r w:rsidR="004B5A85">
        <w:t xml:space="preserve">, </w:t>
      </w:r>
      <w:r>
        <w:t>effrayés par ces monstres qui envahissaient leur domaine</w:t>
      </w:r>
      <w:r w:rsidR="004B5A85">
        <w:t xml:space="preserve">. </w:t>
      </w:r>
      <w:r>
        <w:t>Ou bien ils s</w:t>
      </w:r>
      <w:r w:rsidR="004B5A85">
        <w:t>’</w:t>
      </w:r>
      <w:r>
        <w:t>arrêtaient</w:t>
      </w:r>
      <w:r w:rsidR="004B5A85">
        <w:t xml:space="preserve">, </w:t>
      </w:r>
      <w:r>
        <w:t>battant des nageoires contre les hublots des casques</w:t>
      </w:r>
      <w:r w:rsidR="004B5A85">
        <w:t xml:space="preserve">, </w:t>
      </w:r>
      <w:r>
        <w:t>affolés et fascinés à la fois</w:t>
      </w:r>
      <w:r w:rsidR="004B5A85">
        <w:t>…</w:t>
      </w:r>
    </w:p>
    <w:p w14:paraId="14FA9FEC" w14:textId="77777777" w:rsidR="004B5A85" w:rsidRDefault="004C389C" w:rsidP="004C389C">
      <w:r>
        <w:t>Brusquement</w:t>
      </w:r>
      <w:r w:rsidR="004B5A85">
        <w:t xml:space="preserve">, </w:t>
      </w:r>
      <w:r>
        <w:t>le sol s</w:t>
      </w:r>
      <w:r w:rsidR="004B5A85">
        <w:t>’</w:t>
      </w:r>
      <w:r>
        <w:t>abaissa</w:t>
      </w:r>
      <w:r w:rsidR="004B5A85">
        <w:t xml:space="preserve">, </w:t>
      </w:r>
      <w:r>
        <w:t>presque à pic</w:t>
      </w:r>
      <w:r w:rsidR="004B5A85">
        <w:t xml:space="preserve">, </w:t>
      </w:r>
      <w:r>
        <w:t>vers un abîme insondable</w:t>
      </w:r>
      <w:r w:rsidR="004B5A85">
        <w:t>…</w:t>
      </w:r>
    </w:p>
    <w:p w14:paraId="3EA29425" w14:textId="77777777" w:rsidR="004B5A85" w:rsidRDefault="004C389C" w:rsidP="004C389C">
      <w:r>
        <w:t>Le Ravageur suivit ce bord de falaise sous-marine</w:t>
      </w:r>
      <w:r w:rsidR="004B5A85">
        <w:t xml:space="preserve">, </w:t>
      </w:r>
      <w:r>
        <w:t>et il trouva bientôt une pente plus douce</w:t>
      </w:r>
      <w:r w:rsidR="004B5A85">
        <w:t xml:space="preserve">, </w:t>
      </w:r>
      <w:r>
        <w:t>accessible</w:t>
      </w:r>
      <w:r w:rsidR="004B5A85">
        <w:t xml:space="preserve">, </w:t>
      </w:r>
      <w:r>
        <w:t>descendant progressivement vers les profondeurs</w:t>
      </w:r>
      <w:r w:rsidR="004B5A85">
        <w:t xml:space="preserve">. </w:t>
      </w:r>
      <w:r>
        <w:t>Ayant à son côté Pierrot l</w:t>
      </w:r>
      <w:r w:rsidR="004B5A85">
        <w:t>’</w:t>
      </w:r>
      <w:r>
        <w:t>Écureuil</w:t>
      </w:r>
      <w:r w:rsidR="004B5A85">
        <w:t xml:space="preserve">, </w:t>
      </w:r>
      <w:r>
        <w:t>et suivi d</w:t>
      </w:r>
      <w:r w:rsidR="004B5A85">
        <w:t>’</w:t>
      </w:r>
      <w:proofErr w:type="spellStart"/>
      <w:r>
        <w:t>Askold</w:t>
      </w:r>
      <w:proofErr w:type="spellEnd"/>
      <w:r w:rsidR="004B5A85">
        <w:t xml:space="preserve">, </w:t>
      </w:r>
      <w:r>
        <w:t>Kenny</w:t>
      </w:r>
      <w:r w:rsidR="004B5A85">
        <w:t xml:space="preserve">, </w:t>
      </w:r>
      <w:proofErr w:type="spellStart"/>
      <w:r>
        <w:t>Jorry</w:t>
      </w:r>
      <w:proofErr w:type="spellEnd"/>
      <w:r>
        <w:t xml:space="preserve"> et </w:t>
      </w:r>
      <w:proofErr w:type="spellStart"/>
      <w:r>
        <w:t>Brilo</w:t>
      </w:r>
      <w:proofErr w:type="spellEnd"/>
      <w:r w:rsidR="004B5A85">
        <w:t xml:space="preserve">, </w:t>
      </w:r>
      <w:r>
        <w:t>il s</w:t>
      </w:r>
      <w:r w:rsidR="004B5A85">
        <w:t>’</w:t>
      </w:r>
      <w:r>
        <w:t>engagea sur cette pente</w:t>
      </w:r>
      <w:r w:rsidR="004B5A85">
        <w:t>.</w:t>
      </w:r>
    </w:p>
    <w:p w14:paraId="4ADCD5C7" w14:textId="77777777" w:rsidR="004B5A85" w:rsidRDefault="004C389C" w:rsidP="004C389C">
      <w:r>
        <w:t>On descendit rapidement</w:t>
      </w:r>
      <w:r w:rsidR="004B5A85">
        <w:t xml:space="preserve">, </w:t>
      </w:r>
      <w:r>
        <w:t>car</w:t>
      </w:r>
      <w:r w:rsidR="004B5A85">
        <w:t xml:space="preserve">, </w:t>
      </w:r>
      <w:r>
        <w:t>dans l</w:t>
      </w:r>
      <w:r w:rsidR="004B5A85">
        <w:t>’</w:t>
      </w:r>
      <w:r>
        <w:t>eau</w:t>
      </w:r>
      <w:r w:rsidR="004B5A85">
        <w:t xml:space="preserve">, </w:t>
      </w:r>
      <w:r>
        <w:t>le poids des casques</w:t>
      </w:r>
      <w:r w:rsidR="004B5A85">
        <w:t xml:space="preserve">, </w:t>
      </w:r>
      <w:r>
        <w:t>des souliers</w:t>
      </w:r>
      <w:r w:rsidR="004B5A85">
        <w:t xml:space="preserve">, </w:t>
      </w:r>
      <w:r>
        <w:t>de tout le scaphandre n</w:t>
      </w:r>
      <w:r w:rsidR="004B5A85">
        <w:t>’</w:t>
      </w:r>
      <w:r>
        <w:t>était plus sensible</w:t>
      </w:r>
      <w:r w:rsidR="004B5A85">
        <w:t xml:space="preserve">, </w:t>
      </w:r>
      <w:r>
        <w:t>et les aventuriers se sentaient aussi légers qu</w:t>
      </w:r>
      <w:r w:rsidR="004B5A85">
        <w:t>’</w:t>
      </w:r>
      <w:r>
        <w:t xml:space="preserve">à bord du </w:t>
      </w:r>
      <w:r>
        <w:rPr>
          <w:i/>
          <w:iCs/>
        </w:rPr>
        <w:t>Nyct</w:t>
      </w:r>
      <w:r>
        <w:rPr>
          <w:i/>
          <w:iCs/>
        </w:rPr>
        <w:t>a</w:t>
      </w:r>
      <w:r>
        <w:rPr>
          <w:i/>
          <w:iCs/>
        </w:rPr>
        <w:t xml:space="preserve">lope </w:t>
      </w:r>
      <w:r>
        <w:t>dans l</w:t>
      </w:r>
      <w:r w:rsidR="004B5A85">
        <w:t>’</w:t>
      </w:r>
      <w:r>
        <w:t>uniforme habituel</w:t>
      </w:r>
      <w:r w:rsidR="004B5A85">
        <w:t>.</w:t>
      </w:r>
    </w:p>
    <w:p w14:paraId="0CFD8929" w14:textId="77777777" w:rsidR="004B5A85" w:rsidRDefault="004C389C" w:rsidP="004C389C">
      <w:r>
        <w:t>Et bientôt la lumière solaire ne pénétrant plus jusqu</w:t>
      </w:r>
      <w:r w:rsidR="004B5A85">
        <w:t>’</w:t>
      </w:r>
      <w:r>
        <w:t>à ces couches sous-marines</w:t>
      </w:r>
      <w:r w:rsidR="004B5A85">
        <w:t xml:space="preserve">, </w:t>
      </w:r>
      <w:r>
        <w:t>on se trouva dans une sorte de crépu</w:t>
      </w:r>
      <w:r>
        <w:t>s</w:t>
      </w:r>
      <w:r>
        <w:t>cule rougeâtre</w:t>
      </w:r>
      <w:r w:rsidR="004B5A85">
        <w:t xml:space="preserve">, </w:t>
      </w:r>
      <w:r>
        <w:t>puis dans une nuit glauque</w:t>
      </w:r>
      <w:r w:rsidR="004B5A85">
        <w:t>…</w:t>
      </w:r>
    </w:p>
    <w:p w14:paraId="581EB5D1" w14:textId="77777777" w:rsidR="004B5A85" w:rsidRDefault="004C389C" w:rsidP="004C389C">
      <w:r>
        <w:lastRenderedPageBreak/>
        <w:t>Le premier</w:t>
      </w:r>
      <w:r w:rsidR="004B5A85">
        <w:t xml:space="preserve">, </w:t>
      </w:r>
      <w:r>
        <w:t>Hugues de Mauduit tourna le commutateur de sa lampe électrique suspendue à sa ceinture</w:t>
      </w:r>
      <w:r w:rsidR="004B5A85">
        <w:t xml:space="preserve"> ; </w:t>
      </w:r>
      <w:r>
        <w:t>ses compagnons l</w:t>
      </w:r>
      <w:r w:rsidR="004B5A85">
        <w:t>’</w:t>
      </w:r>
      <w:r>
        <w:t>imitèrent</w:t>
      </w:r>
      <w:r w:rsidR="004B5A85">
        <w:t xml:space="preserve">… </w:t>
      </w:r>
      <w:r>
        <w:t>Les rayons lumineux jaillirent</w:t>
      </w:r>
      <w:r w:rsidR="004B5A85">
        <w:t xml:space="preserve">, </w:t>
      </w:r>
      <w:r>
        <w:t>éclairant la mer</w:t>
      </w:r>
      <w:r w:rsidR="004B5A85">
        <w:t xml:space="preserve">, </w:t>
      </w:r>
      <w:r>
        <w:t>devant chaque homme</w:t>
      </w:r>
      <w:r w:rsidR="004B5A85">
        <w:t>.</w:t>
      </w:r>
    </w:p>
    <w:p w14:paraId="70E75AC4" w14:textId="77777777" w:rsidR="004B5A85" w:rsidRDefault="004C389C" w:rsidP="004C389C">
      <w:r>
        <w:t>Et la marche continua aussitôt</w:t>
      </w:r>
      <w:r w:rsidR="004B5A85">
        <w:t xml:space="preserve">, </w:t>
      </w:r>
      <w:r>
        <w:t>dans le mystère des abîmes sous-marins</w:t>
      </w:r>
      <w:r w:rsidR="004B5A85">
        <w:t>.</w:t>
      </w:r>
    </w:p>
    <w:p w14:paraId="5C67D7E4" w14:textId="77777777" w:rsidR="004B5A85" w:rsidRDefault="004C389C" w:rsidP="004C389C">
      <w:r>
        <w:t>Mais</w:t>
      </w:r>
      <w:r w:rsidR="004B5A85">
        <w:t xml:space="preserve">, </w:t>
      </w:r>
      <w:r>
        <w:t>brusquement</w:t>
      </w:r>
      <w:r w:rsidR="004B5A85">
        <w:t xml:space="preserve">, </w:t>
      </w:r>
      <w:r>
        <w:t>cette excursion</w:t>
      </w:r>
      <w:r w:rsidR="004B5A85">
        <w:t xml:space="preserve">, </w:t>
      </w:r>
      <w:r>
        <w:t>qui jusque-là n</w:t>
      </w:r>
      <w:r w:rsidR="004B5A85">
        <w:t>’</w:t>
      </w:r>
      <w:r>
        <w:t>avait été qu</w:t>
      </w:r>
      <w:r w:rsidR="004B5A85">
        <w:t>’</w:t>
      </w:r>
      <w:r>
        <w:t>une promenade</w:t>
      </w:r>
      <w:r w:rsidR="004B5A85">
        <w:t xml:space="preserve">, </w:t>
      </w:r>
      <w:r>
        <w:t>aussi paisible que prodigieuse</w:t>
      </w:r>
      <w:r w:rsidR="004B5A85">
        <w:t xml:space="preserve">, </w:t>
      </w:r>
      <w:r>
        <w:t>devint en un instant d</w:t>
      </w:r>
      <w:r w:rsidR="004B5A85">
        <w:t>’</w:t>
      </w:r>
      <w:r>
        <w:t>un tragique intense</w:t>
      </w:r>
      <w:r w:rsidR="004B5A85">
        <w:t xml:space="preserve">, </w:t>
      </w:r>
      <w:r>
        <w:t>et elle eut des résultats que nul n</w:t>
      </w:r>
      <w:r w:rsidR="004B5A85">
        <w:t>’</w:t>
      </w:r>
      <w:r>
        <w:t>aurait pu prévoir</w:t>
      </w:r>
      <w:r w:rsidR="004B5A85">
        <w:t>…</w:t>
      </w:r>
    </w:p>
    <w:p w14:paraId="15E1F720" w14:textId="77777777" w:rsidR="004B5A85" w:rsidRDefault="004C389C" w:rsidP="004C389C">
      <w:r>
        <w:t>La descente avait brusquement cessé</w:t>
      </w:r>
      <w:r w:rsidR="004B5A85">
        <w:t xml:space="preserve">, </w:t>
      </w:r>
      <w:r>
        <w:t>et le sol s</w:t>
      </w:r>
      <w:r w:rsidR="004B5A85">
        <w:t>’</w:t>
      </w:r>
      <w:r>
        <w:t>était mis à remonter en pente raide</w:t>
      </w:r>
      <w:r w:rsidR="004B5A85">
        <w:t>.</w:t>
      </w:r>
    </w:p>
    <w:p w14:paraId="5398CE4A" w14:textId="77777777" w:rsidR="004B5A85" w:rsidRDefault="004C389C" w:rsidP="004C389C">
      <w:r>
        <w:t>On était revenu à vingt ou vingt-cinq mètres au plus au-dessous de la surface de l</w:t>
      </w:r>
      <w:r w:rsidR="004B5A85">
        <w:t>’</w:t>
      </w:r>
      <w:r>
        <w:t>océan</w:t>
      </w:r>
      <w:r w:rsidR="004B5A85">
        <w:t xml:space="preserve">. </w:t>
      </w:r>
      <w:r>
        <w:t>Et</w:t>
      </w:r>
      <w:r w:rsidR="004B5A85">
        <w:t xml:space="preserve">, </w:t>
      </w:r>
      <w:r>
        <w:t>de nouveau</w:t>
      </w:r>
      <w:r w:rsidR="004B5A85">
        <w:t xml:space="preserve">, </w:t>
      </w:r>
      <w:r>
        <w:t>les régions sous-marines étaient éclairées par la lumière du soleil</w:t>
      </w:r>
      <w:r w:rsidR="004B5A85">
        <w:t xml:space="preserve">. </w:t>
      </w:r>
      <w:r>
        <w:t>On avait donc éteint les lampes électriques</w:t>
      </w:r>
      <w:r w:rsidR="004B5A85">
        <w:t>.</w:t>
      </w:r>
    </w:p>
    <w:p w14:paraId="272E2600" w14:textId="77777777" w:rsidR="004B5A85" w:rsidRDefault="004C389C" w:rsidP="004C389C">
      <w:r>
        <w:t>Tout à coup</w:t>
      </w:r>
      <w:r w:rsidR="004B5A85">
        <w:t xml:space="preserve">, </w:t>
      </w:r>
      <w:r>
        <w:t>Pierrot l</w:t>
      </w:r>
      <w:r w:rsidR="004B5A85">
        <w:t>’</w:t>
      </w:r>
      <w:r>
        <w:t>Écureuil</w:t>
      </w:r>
      <w:r w:rsidR="004B5A85">
        <w:t xml:space="preserve">, </w:t>
      </w:r>
      <w:r>
        <w:t>le premier</w:t>
      </w:r>
      <w:r w:rsidR="004B5A85">
        <w:t xml:space="preserve">, </w:t>
      </w:r>
      <w:r>
        <w:t>vit une ombre gigantesque se mouvoir au-dessus du Ravageur du Monde qui</w:t>
      </w:r>
      <w:r w:rsidR="004B5A85">
        <w:t xml:space="preserve">, </w:t>
      </w:r>
      <w:r>
        <w:t>à ce moment</w:t>
      </w:r>
      <w:r w:rsidR="004B5A85">
        <w:t xml:space="preserve">, </w:t>
      </w:r>
      <w:r>
        <w:t>se trouvait à dix ou douze mètres en avant du mousse</w:t>
      </w:r>
      <w:r w:rsidR="004B5A85">
        <w:t xml:space="preserve">, </w:t>
      </w:r>
      <w:r>
        <w:t>lequel était lui-même à une distance un peu plus grande en avant d</w:t>
      </w:r>
      <w:r w:rsidR="004B5A85">
        <w:t>’</w:t>
      </w:r>
      <w:proofErr w:type="spellStart"/>
      <w:r>
        <w:t>Askold</w:t>
      </w:r>
      <w:proofErr w:type="spellEnd"/>
      <w:r>
        <w:t xml:space="preserve"> et des autres</w:t>
      </w:r>
      <w:r w:rsidR="004B5A85">
        <w:t xml:space="preserve">, </w:t>
      </w:r>
      <w:r>
        <w:t>occupés à traîner sur la montée un crabe énorme dont ils venaient de s</w:t>
      </w:r>
      <w:r w:rsidR="004B5A85">
        <w:t>’</w:t>
      </w:r>
      <w:r>
        <w:t>emparer</w:t>
      </w:r>
      <w:r w:rsidR="004B5A85">
        <w:t>.</w:t>
      </w:r>
    </w:p>
    <w:p w14:paraId="025862D2" w14:textId="77777777" w:rsidR="004B5A85" w:rsidRDefault="004C389C" w:rsidP="004C389C">
      <w:r>
        <w:t>L</w:t>
      </w:r>
      <w:r w:rsidR="004B5A85">
        <w:t>’</w:t>
      </w:r>
      <w:r>
        <w:t>ombre gigantesque que voyait Pierre l</w:t>
      </w:r>
      <w:r w:rsidR="004B5A85">
        <w:t>’</w:t>
      </w:r>
      <w:r>
        <w:t>Écureuil évolua rapidement au-dessus du Ravageur</w:t>
      </w:r>
      <w:r w:rsidR="004B5A85">
        <w:t xml:space="preserve">, </w:t>
      </w:r>
      <w:r>
        <w:t>et soudain se rapprocha du mousse</w:t>
      </w:r>
      <w:r w:rsidR="004B5A85">
        <w:t>…</w:t>
      </w:r>
    </w:p>
    <w:p w14:paraId="3FA9F29E" w14:textId="77777777" w:rsidR="004B5A85" w:rsidRDefault="004C389C" w:rsidP="004C389C">
      <w:r>
        <w:t>Le garçon poussa un cri qui fit résonner l</w:t>
      </w:r>
      <w:r w:rsidR="004B5A85">
        <w:t>’</w:t>
      </w:r>
      <w:r>
        <w:t>intérieur du casque</w:t>
      </w:r>
      <w:r w:rsidR="004B5A85">
        <w:t>.</w:t>
      </w:r>
    </w:p>
    <w:p w14:paraId="64FCA8A6" w14:textId="77777777" w:rsidR="004B5A85" w:rsidRDefault="004C389C" w:rsidP="004C389C">
      <w:r>
        <w:t>L</w:t>
      </w:r>
      <w:r w:rsidR="004B5A85">
        <w:t>’</w:t>
      </w:r>
      <w:r>
        <w:t>ombre monstrueuse n</w:t>
      </w:r>
      <w:r w:rsidR="004B5A85">
        <w:t>’</w:t>
      </w:r>
      <w:r>
        <w:t>était autre chose qu</w:t>
      </w:r>
      <w:r w:rsidR="004B5A85">
        <w:t>’</w:t>
      </w:r>
      <w:r>
        <w:t>un grand r</w:t>
      </w:r>
      <w:r>
        <w:t>e</w:t>
      </w:r>
      <w:r>
        <w:t>quin qui glissait de côté</w:t>
      </w:r>
      <w:r w:rsidR="004B5A85">
        <w:t xml:space="preserve">, </w:t>
      </w:r>
      <w:r>
        <w:t>l</w:t>
      </w:r>
      <w:r w:rsidR="004B5A85">
        <w:t>’</w:t>
      </w:r>
      <w:r>
        <w:t>œil brillant</w:t>
      </w:r>
      <w:r w:rsidR="004B5A85">
        <w:t xml:space="preserve">, </w:t>
      </w:r>
      <w:r>
        <w:t>les mâchoires ouvertes</w:t>
      </w:r>
      <w:r w:rsidR="004B5A85">
        <w:t xml:space="preserve">, </w:t>
      </w:r>
      <w:r>
        <w:lastRenderedPageBreak/>
        <w:t>les dents aiguës et étincelantes</w:t>
      </w:r>
      <w:r w:rsidR="004B5A85">
        <w:t xml:space="preserve">. </w:t>
      </w:r>
      <w:r>
        <w:t>Et il glissa vers le Ravageur en diagonale</w:t>
      </w:r>
      <w:r w:rsidR="004B5A85">
        <w:t xml:space="preserve">… </w:t>
      </w:r>
      <w:r>
        <w:t>Pierrot l</w:t>
      </w:r>
      <w:r w:rsidR="004B5A85">
        <w:t>’</w:t>
      </w:r>
      <w:r>
        <w:t>Écureuil eut la vision très nette de ce qui allait se passer</w:t>
      </w:r>
      <w:r w:rsidR="004B5A85">
        <w:t>.</w:t>
      </w:r>
    </w:p>
    <w:p w14:paraId="4087E08A" w14:textId="77777777" w:rsidR="004B5A85" w:rsidRDefault="004C389C" w:rsidP="004C389C">
      <w:r>
        <w:t>Le Ravageur ne voyait pas le requin</w:t>
      </w:r>
      <w:r w:rsidR="004B5A85">
        <w:t xml:space="preserve">, </w:t>
      </w:r>
      <w:r>
        <w:t>auquel il tournait le dos</w:t>
      </w:r>
      <w:r w:rsidR="004B5A85">
        <w:t xml:space="preserve">. </w:t>
      </w:r>
      <w:r>
        <w:t>Il ne se mettait donc pas en défense contre l</w:t>
      </w:r>
      <w:r w:rsidR="004B5A85">
        <w:t>’</w:t>
      </w:r>
      <w:r>
        <w:t>animal</w:t>
      </w:r>
      <w:r w:rsidR="004B5A85">
        <w:t xml:space="preserve">. </w:t>
      </w:r>
      <w:r>
        <w:t>Et il a</w:t>
      </w:r>
      <w:r>
        <w:t>l</w:t>
      </w:r>
      <w:r>
        <w:t>lait être saisi par les formidables mâchoires</w:t>
      </w:r>
      <w:r w:rsidR="004B5A85">
        <w:t xml:space="preserve">, </w:t>
      </w:r>
      <w:r>
        <w:t>broyé</w:t>
      </w:r>
      <w:r w:rsidR="004B5A85">
        <w:t xml:space="preserve">, </w:t>
      </w:r>
      <w:r>
        <w:t>coupé en deux</w:t>
      </w:r>
      <w:r w:rsidR="004B5A85">
        <w:t>…</w:t>
      </w:r>
    </w:p>
    <w:p w14:paraId="097F23E5" w14:textId="77777777" w:rsidR="004B5A85" w:rsidRDefault="004C389C" w:rsidP="004C389C">
      <w:r>
        <w:t>Alors quelque chose d</w:t>
      </w:r>
      <w:r w:rsidR="004B5A85">
        <w:t>’</w:t>
      </w:r>
      <w:r>
        <w:t>extraordinaire se passa</w:t>
      </w:r>
      <w:r w:rsidR="004B5A85">
        <w:t xml:space="preserve">, </w:t>
      </w:r>
      <w:r>
        <w:t>en moins d</w:t>
      </w:r>
      <w:r w:rsidR="004B5A85">
        <w:t>’</w:t>
      </w:r>
      <w:r>
        <w:t>une minute</w:t>
      </w:r>
      <w:r w:rsidR="004B5A85">
        <w:t xml:space="preserve">, </w:t>
      </w:r>
      <w:r>
        <w:t>dans le cœur et l</w:t>
      </w:r>
      <w:r w:rsidR="004B5A85">
        <w:t>’</w:t>
      </w:r>
      <w:r>
        <w:t>esprit du jeune mousse</w:t>
      </w:r>
      <w:r w:rsidR="004B5A85">
        <w:t>.</w:t>
      </w:r>
    </w:p>
    <w:p w14:paraId="63E127C6" w14:textId="77777777" w:rsidR="004B5A85" w:rsidRDefault="004C389C" w:rsidP="004C389C">
      <w:r>
        <w:t>Le Ravageur était son ennemi</w:t>
      </w:r>
      <w:r w:rsidR="004B5A85">
        <w:t xml:space="preserve">, </w:t>
      </w:r>
      <w:r>
        <w:t>l</w:t>
      </w:r>
      <w:r w:rsidR="004B5A85">
        <w:t>’</w:t>
      </w:r>
      <w:r>
        <w:t>ennemi du commandant Martel</w:t>
      </w:r>
      <w:r w:rsidR="004B5A85">
        <w:t xml:space="preserve">, </w:t>
      </w:r>
      <w:r>
        <w:t>l</w:t>
      </w:r>
      <w:r w:rsidR="004B5A85">
        <w:t>’</w:t>
      </w:r>
      <w:r>
        <w:t>ennemi du monde civilisé</w:t>
      </w:r>
      <w:r w:rsidR="004B5A85">
        <w:t xml:space="preserve">. </w:t>
      </w:r>
      <w:r>
        <w:t>Que le requin le tuât</w:t>
      </w:r>
      <w:r w:rsidR="004B5A85">
        <w:t xml:space="preserve">, </w:t>
      </w:r>
      <w:r>
        <w:t>et c</w:t>
      </w:r>
      <w:r w:rsidR="004B5A85">
        <w:t>’</w:t>
      </w:r>
      <w:r>
        <w:t>était le bonheur pour tous</w:t>
      </w:r>
      <w:r w:rsidR="004B5A85">
        <w:t>.</w:t>
      </w:r>
    </w:p>
    <w:p w14:paraId="0C7692FE" w14:textId="77777777" w:rsidR="004B5A85" w:rsidRDefault="004C389C" w:rsidP="004C389C">
      <w:r>
        <w:t>Sans doute</w:t>
      </w:r>
      <w:r w:rsidR="004B5A85">
        <w:t> !</w:t>
      </w:r>
    </w:p>
    <w:p w14:paraId="49D3295D" w14:textId="77777777" w:rsidR="004B5A85" w:rsidRDefault="004C389C" w:rsidP="004C389C">
      <w:r>
        <w:t>Mais Pierrot l</w:t>
      </w:r>
      <w:r w:rsidR="004B5A85">
        <w:t>’</w:t>
      </w:r>
      <w:r>
        <w:t>Écureuil sentit un appel obscur</w:t>
      </w:r>
      <w:r w:rsidR="004B5A85">
        <w:t xml:space="preserve">, </w:t>
      </w:r>
      <w:r>
        <w:t>incompr</w:t>
      </w:r>
      <w:r>
        <w:t>é</w:t>
      </w:r>
      <w:r>
        <w:t>hensible et tout-puissant naître en lui</w:t>
      </w:r>
      <w:r w:rsidR="004B5A85">
        <w:t xml:space="preserve">. </w:t>
      </w:r>
      <w:r>
        <w:t>Une voix irrésistible lui criait</w:t>
      </w:r>
      <w:r w:rsidR="004B5A85">
        <w:t> :</w:t>
      </w:r>
    </w:p>
    <w:p w14:paraId="63EADD95" w14:textId="77777777" w:rsidR="004B5A85" w:rsidRDefault="004B5A85" w:rsidP="004C389C">
      <w:r>
        <w:t>— </w:t>
      </w:r>
      <w:r w:rsidR="004C389C">
        <w:t>Tu dois le sauver</w:t>
      </w:r>
      <w:r>
        <w:t xml:space="preserve"> ! </w:t>
      </w:r>
      <w:r w:rsidR="004C389C">
        <w:t>Tu dois le sauver</w:t>
      </w:r>
      <w:r>
        <w:t xml:space="preserve"> ! </w:t>
      </w:r>
      <w:r w:rsidR="004C389C">
        <w:t>Tu ne dois pas lai</w:t>
      </w:r>
      <w:r w:rsidR="004C389C">
        <w:t>s</w:t>
      </w:r>
      <w:r w:rsidR="004C389C">
        <w:t>ser mourir cet homme ainsi</w:t>
      </w:r>
      <w:r>
        <w:t> !</w:t>
      </w:r>
    </w:p>
    <w:p w14:paraId="70735D7F" w14:textId="77777777" w:rsidR="004B5A85" w:rsidRDefault="004C389C" w:rsidP="004C389C">
      <w:r>
        <w:t>Et ce fut</w:t>
      </w:r>
      <w:r w:rsidR="004B5A85">
        <w:t xml:space="preserve">, </w:t>
      </w:r>
      <w:r>
        <w:t>comme on dit</w:t>
      </w:r>
      <w:r w:rsidR="004B5A85">
        <w:t xml:space="preserve">, </w:t>
      </w:r>
      <w:r>
        <w:t>plus fort que lui</w:t>
      </w:r>
      <w:r w:rsidR="004B5A85">
        <w:t>.</w:t>
      </w:r>
    </w:p>
    <w:p w14:paraId="0FC24D03" w14:textId="77777777" w:rsidR="004B5A85" w:rsidRDefault="004C389C" w:rsidP="004C389C">
      <w:r>
        <w:t>Pierrot l</w:t>
      </w:r>
      <w:r w:rsidR="004B5A85">
        <w:t>’</w:t>
      </w:r>
      <w:r>
        <w:t>Écureuil ne pouvait pas crier</w:t>
      </w:r>
      <w:r w:rsidR="004B5A85">
        <w:t xml:space="preserve"> ; </w:t>
      </w:r>
      <w:r>
        <w:t>il savait que la voix ne sortirait pas du casque</w:t>
      </w:r>
      <w:r w:rsidR="004B5A85">
        <w:t xml:space="preserve">. </w:t>
      </w:r>
      <w:r>
        <w:t>Il ne pouvait pas user de son fusil</w:t>
      </w:r>
      <w:r w:rsidR="004B5A85">
        <w:t xml:space="preserve"> ; </w:t>
      </w:r>
      <w:r>
        <w:t>il savait que les balles électriques n</w:t>
      </w:r>
      <w:r w:rsidR="004B5A85">
        <w:t>’</w:t>
      </w:r>
      <w:r>
        <w:t>explosent pas dans la masse molle des chairs du requin</w:t>
      </w:r>
      <w:r w:rsidR="004B5A85">
        <w:t>.</w:t>
      </w:r>
    </w:p>
    <w:p w14:paraId="282B6CE4" w14:textId="77777777" w:rsidR="004B5A85" w:rsidRDefault="004C389C" w:rsidP="004C389C">
      <w:r>
        <w:t>Toutes ces pensées se succédèrent en lui avec la rapidité de l</w:t>
      </w:r>
      <w:r w:rsidR="004B5A85">
        <w:t>’</w:t>
      </w:r>
      <w:r>
        <w:t>éclair</w:t>
      </w:r>
      <w:r w:rsidR="004B5A85">
        <w:t>.</w:t>
      </w:r>
    </w:p>
    <w:p w14:paraId="22591549" w14:textId="77777777" w:rsidR="004B5A85" w:rsidRDefault="004C389C" w:rsidP="004C389C">
      <w:r>
        <w:t>Et</w:t>
      </w:r>
      <w:r w:rsidR="004B5A85">
        <w:t xml:space="preserve">, </w:t>
      </w:r>
      <w:r>
        <w:t>laissant tomber son fusil</w:t>
      </w:r>
      <w:r w:rsidR="004B5A85">
        <w:t xml:space="preserve">, </w:t>
      </w:r>
      <w:r>
        <w:t>il bondit</w:t>
      </w:r>
      <w:r w:rsidR="004B5A85">
        <w:t xml:space="preserve">, </w:t>
      </w:r>
      <w:r>
        <w:t>son poignard à la main</w:t>
      </w:r>
      <w:r w:rsidR="004B5A85">
        <w:t>.</w:t>
      </w:r>
    </w:p>
    <w:p w14:paraId="6189A177" w14:textId="77777777" w:rsidR="004B5A85" w:rsidRDefault="004C389C" w:rsidP="004C389C">
      <w:r>
        <w:lastRenderedPageBreak/>
        <w:t>Il arriva sur le requin avant que l</w:t>
      </w:r>
      <w:r w:rsidR="004B5A85">
        <w:t>’</w:t>
      </w:r>
      <w:r>
        <w:t>animal eût terminé l</w:t>
      </w:r>
      <w:r w:rsidR="004B5A85">
        <w:t>’</w:t>
      </w:r>
      <w:r>
        <w:t>évolution qui devait le jeter contre le Ravageur</w:t>
      </w:r>
      <w:r w:rsidR="004B5A85">
        <w:t>.</w:t>
      </w:r>
    </w:p>
    <w:p w14:paraId="53BF58D7" w14:textId="77777777" w:rsidR="004B5A85" w:rsidRDefault="004C389C" w:rsidP="004C389C">
      <w:r>
        <w:t>Il s</w:t>
      </w:r>
      <w:r w:rsidR="004B5A85">
        <w:t>’</w:t>
      </w:r>
      <w:r>
        <w:t>accrocha de la main gauche à la naissance d</w:t>
      </w:r>
      <w:r w:rsidR="004B5A85">
        <w:t>’</w:t>
      </w:r>
      <w:r>
        <w:t>une de ses nageoires et de la main droite</w:t>
      </w:r>
      <w:r w:rsidR="004B5A85">
        <w:t xml:space="preserve">, </w:t>
      </w:r>
      <w:r>
        <w:t>plongea son poignard</w:t>
      </w:r>
      <w:r w:rsidR="004B5A85">
        <w:t xml:space="preserve">, </w:t>
      </w:r>
      <w:r>
        <w:t>à pl</w:t>
      </w:r>
      <w:r>
        <w:t>u</w:t>
      </w:r>
      <w:r>
        <w:t>sieurs reprises</w:t>
      </w:r>
      <w:r w:rsidR="004B5A85">
        <w:t xml:space="preserve">, </w:t>
      </w:r>
      <w:r>
        <w:t>dans un œil du monstre</w:t>
      </w:r>
      <w:r w:rsidR="004B5A85">
        <w:t>…</w:t>
      </w:r>
    </w:p>
    <w:p w14:paraId="5786E361" w14:textId="77777777" w:rsidR="004B5A85" w:rsidRDefault="004C389C" w:rsidP="004C389C">
      <w:r>
        <w:t>Le requin donna un formidable coup de queue</w:t>
      </w:r>
      <w:r w:rsidR="004B5A85">
        <w:t xml:space="preserve">, </w:t>
      </w:r>
      <w:r>
        <w:t>qui agita les eaux</w:t>
      </w:r>
      <w:r w:rsidR="004B5A85">
        <w:t xml:space="preserve">, </w:t>
      </w:r>
      <w:r>
        <w:t>et voulut se retourner contre son adversaire inattendu</w:t>
      </w:r>
      <w:r w:rsidR="004B5A85">
        <w:t xml:space="preserve">. </w:t>
      </w:r>
      <w:r>
        <w:t>Mais</w:t>
      </w:r>
      <w:r w:rsidR="004B5A85">
        <w:t xml:space="preserve">, </w:t>
      </w:r>
      <w:r>
        <w:t>en se mouvant</w:t>
      </w:r>
      <w:r w:rsidR="004B5A85">
        <w:t xml:space="preserve">, </w:t>
      </w:r>
      <w:r>
        <w:t>il faisait pivoter Pierrot l</w:t>
      </w:r>
      <w:r w:rsidR="004B5A85">
        <w:t>’</w:t>
      </w:r>
      <w:r>
        <w:t>Écureuil avec lui</w:t>
      </w:r>
      <w:r w:rsidR="004B5A85">
        <w:t xml:space="preserve">, </w:t>
      </w:r>
      <w:r>
        <w:t>car le mousse</w:t>
      </w:r>
      <w:r w:rsidR="004B5A85">
        <w:t xml:space="preserve">, </w:t>
      </w:r>
      <w:r>
        <w:t>solidement cramponné à la nageoire</w:t>
      </w:r>
      <w:r w:rsidR="004B5A85">
        <w:t xml:space="preserve">, </w:t>
      </w:r>
      <w:r>
        <w:t>restait collé contre le flanc du requin</w:t>
      </w:r>
      <w:r w:rsidR="004B5A85">
        <w:t xml:space="preserve">… </w:t>
      </w:r>
      <w:r>
        <w:t>Le courageux garçon était donc i</w:t>
      </w:r>
      <w:r>
        <w:t>n</w:t>
      </w:r>
      <w:r>
        <w:t>tangible aux mâchoires du monstre</w:t>
      </w:r>
      <w:r w:rsidR="004B5A85">
        <w:t xml:space="preserve">. </w:t>
      </w:r>
      <w:r>
        <w:t>Il s</w:t>
      </w:r>
      <w:r w:rsidR="004B5A85">
        <w:t>’</w:t>
      </w:r>
      <w:r>
        <w:t>en rendit compte</w:t>
      </w:r>
      <w:r w:rsidR="004B5A85">
        <w:t xml:space="preserve">, </w:t>
      </w:r>
      <w:r>
        <w:t>et</w:t>
      </w:r>
      <w:r w:rsidR="004B5A85">
        <w:t xml:space="preserve">, </w:t>
      </w:r>
      <w:r>
        <w:t>certain maintenant de la victoire</w:t>
      </w:r>
      <w:r w:rsidR="004B5A85">
        <w:t xml:space="preserve">, </w:t>
      </w:r>
      <w:r>
        <w:t>il redoublait autour de l</w:t>
      </w:r>
      <w:r w:rsidR="004B5A85">
        <w:t>’</w:t>
      </w:r>
      <w:r>
        <w:t>œil déjà crevé les rapides coups de poignard</w:t>
      </w:r>
      <w:r w:rsidR="004B5A85">
        <w:t>…</w:t>
      </w:r>
    </w:p>
    <w:p w14:paraId="31E8EF48" w14:textId="77777777" w:rsidR="004B5A85" w:rsidRDefault="004C389C" w:rsidP="004C389C">
      <w:r>
        <w:t>Or</w:t>
      </w:r>
      <w:r w:rsidR="004B5A85">
        <w:t xml:space="preserve">, </w:t>
      </w:r>
      <w:r>
        <w:t>les mouvements violents de l</w:t>
      </w:r>
      <w:r w:rsidR="004B5A85">
        <w:t>’</w:t>
      </w:r>
      <w:r>
        <w:t>animal produisaient une telle agitation dans les eaux que le Ravageur s</w:t>
      </w:r>
      <w:r w:rsidR="004B5A85">
        <w:t>’</w:t>
      </w:r>
      <w:r>
        <w:t>était déjà retou</w:t>
      </w:r>
      <w:r>
        <w:t>r</w:t>
      </w:r>
      <w:r>
        <w:t>né</w:t>
      </w:r>
      <w:r w:rsidR="004B5A85">
        <w:t>.</w:t>
      </w:r>
    </w:p>
    <w:p w14:paraId="6C637C8D" w14:textId="77777777" w:rsidR="004B5A85" w:rsidRDefault="004C389C" w:rsidP="004C389C">
      <w:r>
        <w:t>Hugues de Mauduit vit le squale et aperçut Pierrot l</w:t>
      </w:r>
      <w:r w:rsidR="004B5A85">
        <w:t>’</w:t>
      </w:r>
      <w:r>
        <w:t>Écureuil</w:t>
      </w:r>
      <w:r w:rsidR="004B5A85">
        <w:t>.</w:t>
      </w:r>
    </w:p>
    <w:p w14:paraId="14FDE3C8" w14:textId="77777777" w:rsidR="004B5A85" w:rsidRDefault="004C389C" w:rsidP="004C389C">
      <w:r>
        <w:t>Il se dit</w:t>
      </w:r>
      <w:r w:rsidR="004B5A85">
        <w:t xml:space="preserve">, </w:t>
      </w:r>
      <w:r>
        <w:t>profondément ému</w:t>
      </w:r>
      <w:r w:rsidR="004B5A85">
        <w:t> :</w:t>
      </w:r>
    </w:p>
    <w:p w14:paraId="22086C7D" w14:textId="3FAE18E5" w:rsidR="004C389C" w:rsidRDefault="004B5A85" w:rsidP="004C389C">
      <w:r>
        <w:t>« </w:t>
      </w:r>
      <w:r w:rsidR="004C389C">
        <w:t>Cet enfant m</w:t>
      </w:r>
      <w:r>
        <w:t>’</w:t>
      </w:r>
      <w:r w:rsidR="004C389C">
        <w:t>a sauvé la vie</w:t>
      </w:r>
      <w:r>
        <w:t> ! »</w:t>
      </w:r>
    </w:p>
    <w:p w14:paraId="1B80D910" w14:textId="77777777" w:rsidR="004B5A85" w:rsidRDefault="004C389C" w:rsidP="004C389C">
      <w:r>
        <w:t>À son tour</w:t>
      </w:r>
      <w:r w:rsidR="004B5A85">
        <w:t xml:space="preserve">, </w:t>
      </w:r>
      <w:r>
        <w:t>il laissa tomber son fusil</w:t>
      </w:r>
      <w:r w:rsidR="004B5A85">
        <w:t xml:space="preserve">, </w:t>
      </w:r>
      <w:r>
        <w:t>mit le poignard à la main et bondit</w:t>
      </w:r>
      <w:r w:rsidR="004B5A85">
        <w:t>…</w:t>
      </w:r>
    </w:p>
    <w:p w14:paraId="513E29CA" w14:textId="77777777" w:rsidR="004B5A85" w:rsidRDefault="004C389C" w:rsidP="004C389C">
      <w:r>
        <w:t>Mais ce fut un bond inutile</w:t>
      </w:r>
      <w:r w:rsidR="004B5A85">
        <w:t>.</w:t>
      </w:r>
    </w:p>
    <w:p w14:paraId="265885C7" w14:textId="77777777" w:rsidR="004B5A85" w:rsidRDefault="004C389C" w:rsidP="004C389C">
      <w:r>
        <w:t>Affolé par la douleur</w:t>
      </w:r>
      <w:r w:rsidR="004B5A85">
        <w:t xml:space="preserve">, </w:t>
      </w:r>
      <w:r>
        <w:t>le requin filait au milieu d</w:t>
      </w:r>
      <w:r w:rsidR="004B5A85">
        <w:t>’</w:t>
      </w:r>
      <w:r>
        <w:t>un nuage de sang</w:t>
      </w:r>
      <w:r w:rsidR="004B5A85">
        <w:t xml:space="preserve">, </w:t>
      </w:r>
      <w:r>
        <w:t>emportant Pierrot l</w:t>
      </w:r>
      <w:r w:rsidR="004B5A85">
        <w:t>’</w:t>
      </w:r>
      <w:r>
        <w:t>Écureuil</w:t>
      </w:r>
      <w:r w:rsidR="004B5A85">
        <w:t xml:space="preserve">, </w:t>
      </w:r>
      <w:r>
        <w:t>toujours collé contre son grand corps</w:t>
      </w:r>
      <w:r w:rsidR="004B5A85">
        <w:t>…</w:t>
      </w:r>
    </w:p>
    <w:p w14:paraId="7B148956" w14:textId="77777777" w:rsidR="004B5A85" w:rsidRDefault="004C389C" w:rsidP="004C389C">
      <w:r>
        <w:lastRenderedPageBreak/>
        <w:t>Et lorsque le Ravageur retomba sur le sol sous-marin</w:t>
      </w:r>
      <w:r w:rsidR="004B5A85">
        <w:t xml:space="preserve">, </w:t>
      </w:r>
      <w:r>
        <w:t>au milieu de ses compagnons accourus</w:t>
      </w:r>
      <w:r w:rsidR="004B5A85">
        <w:t xml:space="preserve">, </w:t>
      </w:r>
      <w:r>
        <w:t>on ne voyait plus ni le squale</w:t>
      </w:r>
      <w:r w:rsidR="004B5A85">
        <w:t xml:space="preserve">, </w:t>
      </w:r>
      <w:r>
        <w:t>ni Pierrot l</w:t>
      </w:r>
      <w:r w:rsidR="004B5A85">
        <w:t>’</w:t>
      </w:r>
      <w:r>
        <w:t>Écureuil</w:t>
      </w:r>
      <w:r w:rsidR="004B5A85">
        <w:t>.</w:t>
      </w:r>
    </w:p>
    <w:p w14:paraId="4F17282D" w14:textId="77777777" w:rsidR="004B5A85" w:rsidRDefault="004C389C" w:rsidP="004C389C">
      <w:r>
        <w:t>Au milieu des eaux</w:t>
      </w:r>
      <w:r w:rsidR="004B5A85">
        <w:t xml:space="preserve">, </w:t>
      </w:r>
      <w:r>
        <w:t>du sang était en suspension</w:t>
      </w:r>
      <w:r w:rsidR="004B5A85">
        <w:t xml:space="preserve">, </w:t>
      </w:r>
      <w:r>
        <w:t>se dés</w:t>
      </w:r>
      <w:r>
        <w:t>a</w:t>
      </w:r>
      <w:r>
        <w:t>grégeant peu à peu</w:t>
      </w:r>
      <w:r w:rsidR="004B5A85">
        <w:t xml:space="preserve">, </w:t>
      </w:r>
      <w:r>
        <w:t>qui bientôt se trouva tout à fait absorbé par la masse liquide</w:t>
      </w:r>
      <w:r w:rsidR="004B5A85">
        <w:t>.</w:t>
      </w:r>
    </w:p>
    <w:p w14:paraId="6597EAAA" w14:textId="77777777" w:rsidR="004B5A85" w:rsidRDefault="004C389C" w:rsidP="004C389C">
      <w:r>
        <w:t>Entraînant avec lui son adversaire</w:t>
      </w:r>
      <w:r w:rsidR="004B5A85">
        <w:t xml:space="preserve">, </w:t>
      </w:r>
      <w:r>
        <w:t>le requin avait disparu dans une direction impossible à préciser</w:t>
      </w:r>
      <w:r w:rsidR="004B5A85">
        <w:t>.</w:t>
      </w:r>
    </w:p>
    <w:p w14:paraId="2E5B92DD" w14:textId="77777777" w:rsidR="004B5A85" w:rsidRDefault="004C389C" w:rsidP="004C389C">
      <w:r>
        <w:t>Pendant plusieurs minutes</w:t>
      </w:r>
      <w:r w:rsidR="004B5A85">
        <w:t xml:space="preserve">, </w:t>
      </w:r>
      <w:r>
        <w:t>incapable de faire un pas</w:t>
      </w:r>
      <w:r w:rsidR="004B5A85">
        <w:t xml:space="preserve">, </w:t>
      </w:r>
      <w:r>
        <w:t>le Ravageur demeura immobile</w:t>
      </w:r>
      <w:r w:rsidR="004B5A85">
        <w:t xml:space="preserve">, </w:t>
      </w:r>
      <w:r>
        <w:t>scrutant anxieusement les eaux</w:t>
      </w:r>
      <w:r w:rsidR="004B5A85">
        <w:t xml:space="preserve">. </w:t>
      </w:r>
      <w:r>
        <w:t>Autour de lui</w:t>
      </w:r>
      <w:r w:rsidR="004B5A85">
        <w:t xml:space="preserve">, </w:t>
      </w:r>
      <w:r>
        <w:t>ne comprenant pas tout le drame qui s</w:t>
      </w:r>
      <w:r w:rsidR="004B5A85">
        <w:t>’</w:t>
      </w:r>
      <w:r>
        <w:t>était a</w:t>
      </w:r>
      <w:r>
        <w:t>c</w:t>
      </w:r>
      <w:r>
        <w:t>compli</w:t>
      </w:r>
      <w:r w:rsidR="004B5A85">
        <w:t xml:space="preserve">, </w:t>
      </w:r>
      <w:proofErr w:type="spellStart"/>
      <w:r>
        <w:t>Askold</w:t>
      </w:r>
      <w:proofErr w:type="spellEnd"/>
      <w:r>
        <w:t xml:space="preserve"> et les trois matelots pirates attendaient un geste du Maître</w:t>
      </w:r>
      <w:r w:rsidR="004B5A85">
        <w:t>.</w:t>
      </w:r>
    </w:p>
    <w:p w14:paraId="382566C3" w14:textId="77777777" w:rsidR="004B5A85" w:rsidRDefault="004C389C" w:rsidP="004C389C">
      <w:r>
        <w:t>Et ce geste</w:t>
      </w:r>
      <w:r w:rsidR="004B5A85">
        <w:t xml:space="preserve">, </w:t>
      </w:r>
      <w:r>
        <w:t>Hugues de Mauduit le fit enfin</w:t>
      </w:r>
      <w:r w:rsidR="004B5A85">
        <w:t xml:space="preserve">, </w:t>
      </w:r>
      <w:r>
        <w:t>après plus d</w:t>
      </w:r>
      <w:r w:rsidR="004B5A85">
        <w:t>’</w:t>
      </w:r>
      <w:r>
        <w:t>un quart d</w:t>
      </w:r>
      <w:r w:rsidR="004B5A85">
        <w:t>’</w:t>
      </w:r>
      <w:r>
        <w:t>heure d</w:t>
      </w:r>
      <w:r w:rsidR="004B5A85">
        <w:t>’</w:t>
      </w:r>
      <w:r>
        <w:t>espoirs inutiles</w:t>
      </w:r>
      <w:r w:rsidR="004B5A85">
        <w:t>.</w:t>
      </w:r>
    </w:p>
    <w:p w14:paraId="00654BD0" w14:textId="77777777" w:rsidR="004B5A85" w:rsidRDefault="004C389C" w:rsidP="004C389C">
      <w:r>
        <w:t>Le Ravageur pensait que peut-être le requin reviendrait à portée de ses yeux</w:t>
      </w:r>
      <w:r w:rsidR="004B5A85">
        <w:t xml:space="preserve">. </w:t>
      </w:r>
      <w:r>
        <w:t>Puis il comprit que le squale était peut-être déjà à des kilomètres de distance</w:t>
      </w:r>
      <w:r w:rsidR="004B5A85">
        <w:t xml:space="preserve">, </w:t>
      </w:r>
      <w:r>
        <w:t>affolé</w:t>
      </w:r>
      <w:r w:rsidR="004B5A85">
        <w:t xml:space="preserve">, </w:t>
      </w:r>
      <w:r>
        <w:t>essayant de fuir cet e</w:t>
      </w:r>
      <w:r>
        <w:t>n</w:t>
      </w:r>
      <w:r>
        <w:t>nemi qu</w:t>
      </w:r>
      <w:r w:rsidR="004B5A85">
        <w:t>’</w:t>
      </w:r>
      <w:r>
        <w:t>au contraire il emportait dans sa course</w:t>
      </w:r>
      <w:r w:rsidR="004B5A85">
        <w:t>.</w:t>
      </w:r>
    </w:p>
    <w:p w14:paraId="0BD981F9" w14:textId="77777777" w:rsidR="004B5A85" w:rsidRDefault="004C389C" w:rsidP="004C389C">
      <w:r>
        <w:t>Les requins de grande taille ont la vie dure</w:t>
      </w:r>
      <w:r w:rsidR="004B5A85">
        <w:t xml:space="preserve">. </w:t>
      </w:r>
      <w:r>
        <w:t>Celui-ci pouvait nager ainsi pendant des heures avant de succomber aux coups de poignard de Pierrot l</w:t>
      </w:r>
      <w:r w:rsidR="004B5A85">
        <w:t>’</w:t>
      </w:r>
      <w:r>
        <w:t>Écureuil</w:t>
      </w:r>
      <w:r w:rsidR="004B5A85">
        <w:t>…</w:t>
      </w:r>
    </w:p>
    <w:p w14:paraId="2DC69515" w14:textId="491A2A67" w:rsidR="004C389C" w:rsidRDefault="004B5A85" w:rsidP="004C389C">
      <w:pPr>
        <w:rPr>
          <w:i/>
          <w:iCs/>
        </w:rPr>
      </w:pPr>
      <w:r>
        <w:t>« </w:t>
      </w:r>
      <w:r w:rsidR="004C389C">
        <w:t>Cet enfant m</w:t>
      </w:r>
      <w:r>
        <w:t>’</w:t>
      </w:r>
      <w:r w:rsidR="004C389C">
        <w:t>a sauvé la vie</w:t>
      </w:r>
      <w:r>
        <w:t xml:space="preserve">, </w:t>
      </w:r>
      <w:r w:rsidR="004C389C">
        <w:t>se dit-il encore</w:t>
      </w:r>
      <w:r>
        <w:t xml:space="preserve">… </w:t>
      </w:r>
      <w:r w:rsidR="004C389C">
        <w:t>Je dois tout faire pour le sauver à mon tour</w:t>
      </w:r>
      <w:r>
        <w:t xml:space="preserve">. </w:t>
      </w:r>
      <w:r w:rsidR="004C389C">
        <w:t>Je ne pourrai explorer la mer à de grandes distances qu</w:t>
      </w:r>
      <w:r>
        <w:t>’</w:t>
      </w:r>
      <w:r w:rsidR="004C389C">
        <w:t>avec le sous-marin</w:t>
      </w:r>
      <w:r>
        <w:t xml:space="preserve">. </w:t>
      </w:r>
      <w:r w:rsidR="004C389C">
        <w:t xml:space="preserve">Retournons au </w:t>
      </w:r>
      <w:r w:rsidR="004C389C">
        <w:rPr>
          <w:i/>
          <w:iCs/>
        </w:rPr>
        <w:t>Nyctalope</w:t>
      </w:r>
      <w:r>
        <w:rPr>
          <w:i/>
          <w:iCs/>
        </w:rPr>
        <w:t>. »</w:t>
      </w:r>
    </w:p>
    <w:p w14:paraId="07BD3A6D" w14:textId="77777777" w:rsidR="004B5A85" w:rsidRDefault="004C389C" w:rsidP="004C389C">
      <w:r>
        <w:t>Il fit un geste</w:t>
      </w:r>
      <w:r w:rsidR="004B5A85">
        <w:t>.</w:t>
      </w:r>
    </w:p>
    <w:p w14:paraId="508A62C1" w14:textId="77777777" w:rsidR="004B5A85" w:rsidRDefault="004C389C" w:rsidP="004C389C">
      <w:r>
        <w:lastRenderedPageBreak/>
        <w:t>Et à grands pas</w:t>
      </w:r>
      <w:r w:rsidR="004B5A85">
        <w:t xml:space="preserve">, </w:t>
      </w:r>
      <w:r>
        <w:t>suivi par ses compagnons</w:t>
      </w:r>
      <w:r w:rsidR="004B5A85">
        <w:t xml:space="preserve">, </w:t>
      </w:r>
      <w:r>
        <w:t>il reprit le ch</w:t>
      </w:r>
      <w:r>
        <w:t>e</w:t>
      </w:r>
      <w:r>
        <w:t>min parcouru jusqu</w:t>
      </w:r>
      <w:r w:rsidR="004B5A85">
        <w:t>’</w:t>
      </w:r>
      <w:r>
        <w:t>à présent</w:t>
      </w:r>
      <w:r w:rsidR="004B5A85">
        <w:t xml:space="preserve">. </w:t>
      </w:r>
      <w:r>
        <w:t>En marchant</w:t>
      </w:r>
      <w:r w:rsidR="004B5A85">
        <w:t xml:space="preserve">, </w:t>
      </w:r>
      <w:r>
        <w:t>tout à l</w:t>
      </w:r>
      <w:r w:rsidR="004B5A85">
        <w:t>’</w:t>
      </w:r>
      <w:r>
        <w:t>heure</w:t>
      </w:r>
      <w:r w:rsidR="004B5A85">
        <w:t xml:space="preserve">, </w:t>
      </w:r>
      <w:r>
        <w:t>il avait eu soin de prendre des points de repère</w:t>
      </w:r>
      <w:r w:rsidR="004B5A85">
        <w:t xml:space="preserve">, </w:t>
      </w:r>
      <w:r>
        <w:t>afin de ne pas s</w:t>
      </w:r>
      <w:r w:rsidR="004B5A85">
        <w:t>’</w:t>
      </w:r>
      <w:r>
        <w:t>égarer au retour</w:t>
      </w:r>
      <w:r w:rsidR="004B5A85">
        <w:t xml:space="preserve">. </w:t>
      </w:r>
      <w:r>
        <w:t>Ces points de repère étaient</w:t>
      </w:r>
      <w:r w:rsidR="004B5A85">
        <w:t xml:space="preserve">, </w:t>
      </w:r>
      <w:r>
        <w:t>là un rocher d</w:t>
      </w:r>
      <w:r w:rsidR="004B5A85">
        <w:t>’</w:t>
      </w:r>
      <w:r>
        <w:t>une forme spéciale</w:t>
      </w:r>
      <w:r w:rsidR="004B5A85">
        <w:t xml:space="preserve">, </w:t>
      </w:r>
      <w:r>
        <w:t>ici une touffe d</w:t>
      </w:r>
      <w:r w:rsidR="004B5A85">
        <w:t>’</w:t>
      </w:r>
      <w:r>
        <w:t>algues d</w:t>
      </w:r>
      <w:r w:rsidR="004B5A85">
        <w:t>’</w:t>
      </w:r>
      <w:r>
        <w:t>une couleur et d</w:t>
      </w:r>
      <w:r w:rsidR="004B5A85">
        <w:t>’</w:t>
      </w:r>
      <w:r>
        <w:t>une disposition particulières</w:t>
      </w:r>
      <w:r w:rsidR="004B5A85">
        <w:t xml:space="preserve">, </w:t>
      </w:r>
      <w:r>
        <w:t>plus loin un fond de sable</w:t>
      </w:r>
      <w:r w:rsidR="004B5A85">
        <w:t xml:space="preserve">, </w:t>
      </w:r>
      <w:r>
        <w:t>ai</w:t>
      </w:r>
      <w:r>
        <w:t>l</w:t>
      </w:r>
      <w:r>
        <w:t>leurs un massif de corail</w:t>
      </w:r>
      <w:r w:rsidR="004B5A85">
        <w:t xml:space="preserve">. </w:t>
      </w:r>
      <w:r>
        <w:t>D</w:t>
      </w:r>
      <w:r w:rsidR="004B5A85">
        <w:t>’</w:t>
      </w:r>
      <w:r>
        <w:t>ailleurs</w:t>
      </w:r>
      <w:r w:rsidR="004B5A85">
        <w:t xml:space="preserve">, </w:t>
      </w:r>
      <w:r>
        <w:t>à sa ceinture était suspe</w:t>
      </w:r>
      <w:r>
        <w:t>n</w:t>
      </w:r>
      <w:r>
        <w:t>due une petite boussole qui</w:t>
      </w:r>
      <w:r w:rsidR="004B5A85">
        <w:t xml:space="preserve">, </w:t>
      </w:r>
      <w:r>
        <w:t>en cas de confusion sur les points de repère</w:t>
      </w:r>
      <w:r w:rsidR="004B5A85">
        <w:t xml:space="preserve">, </w:t>
      </w:r>
      <w:r>
        <w:t>le remettrait instantanément dans la bonne direction</w:t>
      </w:r>
      <w:r w:rsidR="004B5A85">
        <w:t>.</w:t>
      </w:r>
    </w:p>
    <w:p w14:paraId="3526680A" w14:textId="77777777" w:rsidR="004B5A85" w:rsidRDefault="004C389C" w:rsidP="004C389C">
      <w:r>
        <w:t>Les scaphandriers eurent donc vite fait de retourner au sous-marin</w:t>
      </w:r>
      <w:r w:rsidR="004B5A85">
        <w:t>.</w:t>
      </w:r>
    </w:p>
    <w:p w14:paraId="3E24B482" w14:textId="77777777" w:rsidR="004B5A85" w:rsidRDefault="004C389C" w:rsidP="004C389C">
      <w:r>
        <w:t>La porte extérieure du puits était toujours ouverte</w:t>
      </w:r>
      <w:r w:rsidR="004B5A85">
        <w:t xml:space="preserve">. </w:t>
      </w:r>
      <w:r>
        <w:t>Ils e</w:t>
      </w:r>
      <w:r>
        <w:t>n</w:t>
      </w:r>
      <w:r>
        <w:t>trèrent et remontèrent les degrés de l</w:t>
      </w:r>
      <w:r w:rsidR="004B5A85">
        <w:t>’</w:t>
      </w:r>
      <w:r>
        <w:t>échelle</w:t>
      </w:r>
      <w:r w:rsidR="004B5A85">
        <w:t>.</w:t>
      </w:r>
    </w:p>
    <w:p w14:paraId="735804E1" w14:textId="77777777" w:rsidR="004B5A85" w:rsidRDefault="004C389C" w:rsidP="004C389C">
      <w:r>
        <w:t>Parvenu en haut</w:t>
      </w:r>
      <w:r w:rsidR="004B5A85">
        <w:t xml:space="preserve">, </w:t>
      </w:r>
      <w:r>
        <w:t>son casque touchant le dessous de la trappe</w:t>
      </w:r>
      <w:r w:rsidR="004B5A85">
        <w:t xml:space="preserve">, </w:t>
      </w:r>
      <w:r>
        <w:t>le Ravageur manœuvra un levier fixé à côté des éch</w:t>
      </w:r>
      <w:r>
        <w:t>e</w:t>
      </w:r>
      <w:r>
        <w:t>lons</w:t>
      </w:r>
      <w:r w:rsidR="004B5A85">
        <w:t xml:space="preserve">. </w:t>
      </w:r>
      <w:r>
        <w:t>La porte d</w:t>
      </w:r>
      <w:r w:rsidR="004B5A85">
        <w:t>’</w:t>
      </w:r>
      <w:r>
        <w:t>en bas se ferma hermétiquement et</w:t>
      </w:r>
      <w:r w:rsidR="004B5A85">
        <w:t xml:space="preserve">, </w:t>
      </w:r>
      <w:r>
        <w:t>en haut</w:t>
      </w:r>
      <w:r w:rsidR="004B5A85">
        <w:t xml:space="preserve">, </w:t>
      </w:r>
      <w:r>
        <w:t>la trappe s</w:t>
      </w:r>
      <w:r w:rsidR="004B5A85">
        <w:t>’</w:t>
      </w:r>
      <w:r>
        <w:t>ouvrit</w:t>
      </w:r>
      <w:r w:rsidR="004B5A85">
        <w:t>.</w:t>
      </w:r>
    </w:p>
    <w:p w14:paraId="6DDBF6E7" w14:textId="77777777" w:rsidR="004B5A85" w:rsidRDefault="004C389C" w:rsidP="004C389C">
      <w:proofErr w:type="spellStart"/>
      <w:r>
        <w:t>Poutkine</w:t>
      </w:r>
      <w:proofErr w:type="spellEnd"/>
      <w:r>
        <w:t xml:space="preserve"> et </w:t>
      </w:r>
      <w:proofErr w:type="spellStart"/>
      <w:r>
        <w:t>Brasky</w:t>
      </w:r>
      <w:proofErr w:type="spellEnd"/>
      <w:r w:rsidR="004B5A85">
        <w:t xml:space="preserve">, </w:t>
      </w:r>
      <w:r>
        <w:t xml:space="preserve">aussitôt appelés par la vigie </w:t>
      </w:r>
      <w:proofErr w:type="spellStart"/>
      <w:r>
        <w:t>Raynor</w:t>
      </w:r>
      <w:proofErr w:type="spellEnd"/>
      <w:r w:rsidR="004B5A85">
        <w:t xml:space="preserve">, </w:t>
      </w:r>
      <w:r>
        <w:t>débarrassèrent les excursionnistes de leur scaphandre</w:t>
      </w:r>
      <w:r w:rsidR="004B5A85">
        <w:t>.</w:t>
      </w:r>
    </w:p>
    <w:p w14:paraId="3C916988" w14:textId="77777777" w:rsidR="004B5A85" w:rsidRDefault="004C389C" w:rsidP="004C389C">
      <w:r>
        <w:t>Et</w:t>
      </w:r>
      <w:r w:rsidR="004B5A85">
        <w:t xml:space="preserve">, </w:t>
      </w:r>
      <w:r>
        <w:t>rapidement</w:t>
      </w:r>
      <w:r w:rsidR="004B5A85">
        <w:t xml:space="preserve">, </w:t>
      </w:r>
      <w:r>
        <w:t>le Ravageur</w:t>
      </w:r>
      <w:r w:rsidR="004B5A85">
        <w:t xml:space="preserve">, </w:t>
      </w:r>
      <w:r>
        <w:t>dont la pâleur était effrayante</w:t>
      </w:r>
      <w:r w:rsidR="004B5A85">
        <w:t xml:space="preserve">, </w:t>
      </w:r>
      <w:r>
        <w:t>donna les ordres nécessaires</w:t>
      </w:r>
      <w:r w:rsidR="004B5A85">
        <w:t>.</w:t>
      </w:r>
    </w:p>
    <w:p w14:paraId="218A65DE" w14:textId="77777777" w:rsidR="004B5A85" w:rsidRDefault="004B5A85" w:rsidP="004C389C">
      <w:r>
        <w:t>— </w:t>
      </w:r>
      <w:proofErr w:type="spellStart"/>
      <w:r w:rsidR="004C389C">
        <w:t>Askold</w:t>
      </w:r>
      <w:proofErr w:type="spellEnd"/>
      <w:r>
        <w:t xml:space="preserve">, </w:t>
      </w:r>
      <w:r w:rsidR="004C389C">
        <w:t>dit-il</w:t>
      </w:r>
      <w:r>
        <w:t xml:space="preserve">, </w:t>
      </w:r>
      <w:r w:rsidR="004C389C">
        <w:t>va au poste d</w:t>
      </w:r>
      <w:r>
        <w:t>’</w:t>
      </w:r>
      <w:r w:rsidR="004C389C">
        <w:t>officier et commande la m</w:t>
      </w:r>
      <w:r w:rsidR="004C389C">
        <w:t>a</w:t>
      </w:r>
      <w:r w:rsidR="004C389C">
        <w:t>nœuvre</w:t>
      </w:r>
      <w:r>
        <w:t xml:space="preserve">. </w:t>
      </w:r>
      <w:r w:rsidR="004C389C">
        <w:t xml:space="preserve">Le </w:t>
      </w:r>
      <w:r w:rsidR="004C389C">
        <w:rPr>
          <w:i/>
          <w:iCs/>
        </w:rPr>
        <w:t xml:space="preserve">Nyctalope </w:t>
      </w:r>
      <w:r w:rsidR="004C389C">
        <w:t>doit décrire dans tous les sens des zigzags ayant pour centre le point que tu repéreras sur la carte</w:t>
      </w:r>
      <w:r>
        <w:t xml:space="preserve">, </w:t>
      </w:r>
      <w:r w:rsidR="004C389C">
        <w:t>où Pie</w:t>
      </w:r>
      <w:r w:rsidR="004C389C">
        <w:t>r</w:t>
      </w:r>
      <w:r w:rsidR="004C389C">
        <w:t>rot l</w:t>
      </w:r>
      <w:r>
        <w:t>’</w:t>
      </w:r>
      <w:r w:rsidR="004C389C">
        <w:t>Écureuil a attaqué le requin</w:t>
      </w:r>
      <w:r>
        <w:t>.</w:t>
      </w:r>
    </w:p>
    <w:p w14:paraId="2C9DCD7A" w14:textId="77777777" w:rsidR="004B5A85" w:rsidRDefault="004B5A85" w:rsidP="004C389C">
      <w:r>
        <w:t>« </w:t>
      </w:r>
      <w:r w:rsidR="004C389C">
        <w:t>Dès que nous serons parvenus à cet endroit</w:t>
      </w:r>
      <w:r>
        <w:t xml:space="preserve">, </w:t>
      </w:r>
      <w:proofErr w:type="spellStart"/>
      <w:r w:rsidR="004C389C">
        <w:t>Jorry</w:t>
      </w:r>
      <w:proofErr w:type="spellEnd"/>
      <w:r w:rsidR="004C389C">
        <w:t xml:space="preserve"> et </w:t>
      </w:r>
      <w:proofErr w:type="spellStart"/>
      <w:r w:rsidR="004C389C">
        <w:t>Br</w:t>
      </w:r>
      <w:r w:rsidR="004C389C">
        <w:t>i</w:t>
      </w:r>
      <w:r w:rsidR="004C389C">
        <w:t>lo</w:t>
      </w:r>
      <w:proofErr w:type="spellEnd"/>
      <w:r w:rsidR="004C389C">
        <w:t xml:space="preserve"> prendront le canot et iront explorer la surface de l</w:t>
      </w:r>
      <w:r>
        <w:t>’</w:t>
      </w:r>
      <w:r w:rsidR="004C389C">
        <w:t>océan</w:t>
      </w:r>
      <w:r>
        <w:t xml:space="preserve">, </w:t>
      </w:r>
      <w:r w:rsidR="004C389C">
        <w:lastRenderedPageBreak/>
        <w:t>en tournant en rond autour du point qu</w:t>
      </w:r>
      <w:r>
        <w:t>’</w:t>
      </w:r>
      <w:r w:rsidR="004C389C">
        <w:t>ils marqueront par une bouée fixée à une ancre touchant le fond</w:t>
      </w:r>
      <w:r>
        <w:t>.</w:t>
      </w:r>
    </w:p>
    <w:p w14:paraId="0DE9F9E0" w14:textId="77777777" w:rsidR="004B5A85" w:rsidRDefault="004B5A85" w:rsidP="004C389C">
      <w:r>
        <w:t>« </w:t>
      </w:r>
      <w:r w:rsidR="004C389C">
        <w:t>Ted et Barrot</w:t>
      </w:r>
      <w:r>
        <w:t xml:space="preserve">, </w:t>
      </w:r>
      <w:r w:rsidR="004C389C">
        <w:t>qui ne sont pas de quart</w:t>
      </w:r>
      <w:r>
        <w:t xml:space="preserve">, </w:t>
      </w:r>
      <w:r w:rsidR="004C389C">
        <w:t>revêtiront le sc</w:t>
      </w:r>
      <w:r w:rsidR="004C389C">
        <w:t>a</w:t>
      </w:r>
      <w:r w:rsidR="004C389C">
        <w:t>phandre et se tiendront prêts</w:t>
      </w:r>
      <w:r>
        <w:t xml:space="preserve">, </w:t>
      </w:r>
      <w:r w:rsidR="004C389C">
        <w:t>ainsi que moi d</w:t>
      </w:r>
      <w:r>
        <w:t>’</w:t>
      </w:r>
      <w:r w:rsidR="004C389C">
        <w:t>ailleurs</w:t>
      </w:r>
      <w:r>
        <w:t xml:space="preserve">, </w:t>
      </w:r>
      <w:r w:rsidR="004C389C">
        <w:t>à sortir du sous-marin</w:t>
      </w:r>
      <w:r>
        <w:t xml:space="preserve">. </w:t>
      </w:r>
      <w:r w:rsidR="004C389C">
        <w:t>Il le faut à tout prix</w:t>
      </w:r>
      <w:r>
        <w:t>.</w:t>
      </w:r>
    </w:p>
    <w:p w14:paraId="48C61B91" w14:textId="77777777" w:rsidR="004B5A85" w:rsidRDefault="004B5A85" w:rsidP="004C389C">
      <w:r>
        <w:t>« </w:t>
      </w:r>
      <w:r w:rsidR="004C389C">
        <w:t>Dans la position où il était</w:t>
      </w:r>
      <w:r>
        <w:t xml:space="preserve">, </w:t>
      </w:r>
      <w:r w:rsidR="004C389C">
        <w:t>l</w:t>
      </w:r>
      <w:r>
        <w:t>’</w:t>
      </w:r>
      <w:r w:rsidR="004C389C">
        <w:t>enfant aura triomphé du r</w:t>
      </w:r>
      <w:r w:rsidR="004C389C">
        <w:t>e</w:t>
      </w:r>
      <w:r w:rsidR="004C389C">
        <w:t>quin</w:t>
      </w:r>
      <w:r>
        <w:t xml:space="preserve">, </w:t>
      </w:r>
      <w:r w:rsidR="004C389C">
        <w:t>à force de coups de poignard</w:t>
      </w:r>
      <w:r>
        <w:t xml:space="preserve">. </w:t>
      </w:r>
      <w:r w:rsidR="004C389C">
        <w:t>Mais le requin mort</w:t>
      </w:r>
      <w:r>
        <w:t xml:space="preserve">, </w:t>
      </w:r>
      <w:r w:rsidR="004C389C">
        <w:t>le mousse errera sur le sol sous-marin</w:t>
      </w:r>
      <w:r>
        <w:t xml:space="preserve">, </w:t>
      </w:r>
      <w:r w:rsidR="004C389C">
        <w:t>à l</w:t>
      </w:r>
      <w:r>
        <w:t>’</w:t>
      </w:r>
      <w:r w:rsidR="004C389C">
        <w:t>aventure</w:t>
      </w:r>
      <w:r>
        <w:t>.</w:t>
      </w:r>
    </w:p>
    <w:p w14:paraId="2364ADA7" w14:textId="77777777" w:rsidR="004B5A85" w:rsidRDefault="004B5A85" w:rsidP="004C389C">
      <w:r>
        <w:t>« </w:t>
      </w:r>
      <w:r w:rsidR="004C389C">
        <w:t>Il n</w:t>
      </w:r>
      <w:r>
        <w:t>’</w:t>
      </w:r>
      <w:r w:rsidR="004C389C">
        <w:t>a plus que pour sept heures d</w:t>
      </w:r>
      <w:r>
        <w:t>’</w:t>
      </w:r>
      <w:r w:rsidR="004C389C">
        <w:t>air dans le réservoir</w:t>
      </w:r>
      <w:r>
        <w:t xml:space="preserve">. </w:t>
      </w:r>
      <w:r w:rsidR="004C389C">
        <w:t>Il faut le retrouver avant qu</w:t>
      </w:r>
      <w:r>
        <w:t>’</w:t>
      </w:r>
      <w:r w:rsidR="004C389C">
        <w:t>il soit asphyxié</w:t>
      </w:r>
      <w:r>
        <w:t> !…</w:t>
      </w:r>
    </w:p>
    <w:p w14:paraId="452461B6" w14:textId="77777777" w:rsidR="004B5A85" w:rsidRDefault="004B5A85" w:rsidP="004C389C">
      <w:r>
        <w:t>« </w:t>
      </w:r>
      <w:r w:rsidR="004C389C">
        <w:t>Va</w:t>
      </w:r>
      <w:r>
        <w:t xml:space="preserve">, </w:t>
      </w:r>
      <w:proofErr w:type="spellStart"/>
      <w:r w:rsidR="004C389C">
        <w:t>Askold</w:t>
      </w:r>
      <w:proofErr w:type="spellEnd"/>
      <w:r>
        <w:t xml:space="preserve"> !… </w:t>
      </w:r>
      <w:r w:rsidR="004C389C">
        <w:t>Allumez tous les projecteurs</w:t>
      </w:r>
      <w:r>
        <w:t> !</w:t>
      </w:r>
    </w:p>
    <w:p w14:paraId="73ED5941" w14:textId="77777777" w:rsidR="004B5A85" w:rsidRDefault="004C389C" w:rsidP="004C389C">
      <w:r>
        <w:t>Le Ravageur fut obéi avec cette promptitude et cette inte</w:t>
      </w:r>
      <w:r>
        <w:t>l</w:t>
      </w:r>
      <w:r>
        <w:t>ligence qui étaient de règle dans son équipage</w:t>
      </w:r>
      <w:r w:rsidR="004B5A85">
        <w:t xml:space="preserve">, </w:t>
      </w:r>
      <w:r>
        <w:t>lequel</w:t>
      </w:r>
      <w:r w:rsidR="004B5A85">
        <w:t xml:space="preserve">, </w:t>
      </w:r>
      <w:r>
        <w:t>quoique équipage de criminels pirates</w:t>
      </w:r>
      <w:r w:rsidR="004B5A85">
        <w:t xml:space="preserve">, </w:t>
      </w:r>
      <w:r>
        <w:t>n</w:t>
      </w:r>
      <w:r w:rsidR="004B5A85">
        <w:t>’</w:t>
      </w:r>
      <w:r>
        <w:t>en était pas moins composé de mécaniciens et de marins de premier ordre</w:t>
      </w:r>
      <w:r w:rsidR="004B5A85">
        <w:t>.</w:t>
      </w:r>
    </w:p>
    <w:p w14:paraId="7AC8DF72" w14:textId="77777777" w:rsidR="004B5A85" w:rsidRDefault="004C389C" w:rsidP="004C389C">
      <w:r>
        <w:t>Et les manœuvres commencèrent aussitôt</w:t>
      </w:r>
      <w:r w:rsidR="004B5A85">
        <w:t>.</w:t>
      </w:r>
    </w:p>
    <w:p w14:paraId="7DD5A1D2" w14:textId="77777777" w:rsidR="004B5A85" w:rsidRDefault="004C389C" w:rsidP="004C389C">
      <w:r>
        <w:t xml:space="preserve">Le </w:t>
      </w:r>
      <w:r>
        <w:rPr>
          <w:i/>
          <w:iCs/>
        </w:rPr>
        <w:t xml:space="preserve">Nyctalope </w:t>
      </w:r>
      <w:r>
        <w:t>quitta le plateau rocheux sur lequel il rep</w:t>
      </w:r>
      <w:r>
        <w:t>o</w:t>
      </w:r>
      <w:r>
        <w:t>sait à vingt mètres de fond</w:t>
      </w:r>
      <w:r w:rsidR="004B5A85">
        <w:t xml:space="preserve">, </w:t>
      </w:r>
      <w:r>
        <w:t>et se dirigea vers un point qu</w:t>
      </w:r>
      <w:r w:rsidR="004B5A85">
        <w:t>’</w:t>
      </w:r>
      <w:proofErr w:type="spellStart"/>
      <w:r>
        <w:t>Askold</w:t>
      </w:r>
      <w:proofErr w:type="spellEnd"/>
      <w:r>
        <w:t xml:space="preserve"> indiqua après s</w:t>
      </w:r>
      <w:r w:rsidR="004B5A85">
        <w:t>’</w:t>
      </w:r>
      <w:r>
        <w:t>être minutieusement orienté</w:t>
      </w:r>
      <w:r w:rsidR="004B5A85">
        <w:t>.</w:t>
      </w:r>
    </w:p>
    <w:p w14:paraId="357F2DAA" w14:textId="77777777" w:rsidR="004B5A85" w:rsidRDefault="004C389C" w:rsidP="004C389C">
      <w:r>
        <w:t>Au poste de vigie</w:t>
      </w:r>
      <w:r w:rsidR="004B5A85">
        <w:t xml:space="preserve">, </w:t>
      </w:r>
      <w:r>
        <w:t>le Ravageur</w:t>
      </w:r>
      <w:r w:rsidR="004B5A85">
        <w:t xml:space="preserve">, </w:t>
      </w:r>
      <w:r>
        <w:t>revêtu d</w:t>
      </w:r>
      <w:r w:rsidR="004B5A85">
        <w:t>’</w:t>
      </w:r>
      <w:r>
        <w:t>un nouveau sc</w:t>
      </w:r>
      <w:r>
        <w:t>a</w:t>
      </w:r>
      <w:r>
        <w:t>phandre</w:t>
      </w:r>
      <w:r w:rsidR="004B5A85">
        <w:t xml:space="preserve">, </w:t>
      </w:r>
      <w:r>
        <w:t>scrutait les abîmes sous-marins</w:t>
      </w:r>
      <w:r w:rsidR="004B5A85">
        <w:t xml:space="preserve">, </w:t>
      </w:r>
      <w:r>
        <w:t>à travers un large h</w:t>
      </w:r>
      <w:r>
        <w:t>u</w:t>
      </w:r>
      <w:r>
        <w:t>blot de cristal</w:t>
      </w:r>
      <w:r w:rsidR="004B5A85">
        <w:t xml:space="preserve">. </w:t>
      </w:r>
      <w:r>
        <w:t>Ted et Barrot</w:t>
      </w:r>
      <w:r w:rsidR="004B5A85">
        <w:t xml:space="preserve">, </w:t>
      </w:r>
      <w:r>
        <w:t>revêtus de scaphandres</w:t>
      </w:r>
      <w:r w:rsidR="004B5A85">
        <w:t xml:space="preserve">, </w:t>
      </w:r>
      <w:r>
        <w:t>atte</w:t>
      </w:r>
      <w:r>
        <w:t>n</w:t>
      </w:r>
      <w:r>
        <w:t>daient près du Maître</w:t>
      </w:r>
      <w:r w:rsidR="004B5A85">
        <w:t xml:space="preserve">. </w:t>
      </w:r>
      <w:r>
        <w:t>Les trois hommes n</w:t>
      </w:r>
      <w:r w:rsidR="004B5A85">
        <w:t>’</w:t>
      </w:r>
      <w:r>
        <w:t>avaient que le casque à mettre pour être prêts à descendre dans le puits et à passer dans l</w:t>
      </w:r>
      <w:r w:rsidR="004B5A85">
        <w:t>’</w:t>
      </w:r>
      <w:r>
        <w:t>océan</w:t>
      </w:r>
      <w:r w:rsidR="004B5A85">
        <w:t>.</w:t>
      </w:r>
    </w:p>
    <w:p w14:paraId="20165F86" w14:textId="77777777" w:rsidR="004B5A85" w:rsidRDefault="004C389C" w:rsidP="004C389C">
      <w:r>
        <w:t>Aux deux autres hublots</w:t>
      </w:r>
      <w:r w:rsidR="004B5A85">
        <w:t xml:space="preserve">, – </w:t>
      </w:r>
      <w:r>
        <w:t>car le poste de vigie en avait trois</w:t>
      </w:r>
      <w:r w:rsidR="004B5A85">
        <w:t xml:space="preserve">, – </w:t>
      </w:r>
      <w:proofErr w:type="spellStart"/>
      <w:r>
        <w:t>Raynor</w:t>
      </w:r>
      <w:proofErr w:type="spellEnd"/>
      <w:r>
        <w:t xml:space="preserve"> et </w:t>
      </w:r>
      <w:proofErr w:type="spellStart"/>
      <w:r>
        <w:t>Caltic</w:t>
      </w:r>
      <w:proofErr w:type="spellEnd"/>
      <w:r>
        <w:t xml:space="preserve"> observaient aussi les profondeurs </w:t>
      </w:r>
      <w:r>
        <w:lastRenderedPageBreak/>
        <w:t>sous-marines</w:t>
      </w:r>
      <w:r w:rsidR="004B5A85">
        <w:t xml:space="preserve">, </w:t>
      </w:r>
      <w:r>
        <w:t>qui étaient vivement éclairées à cent mètres de di</w:t>
      </w:r>
      <w:r>
        <w:t>s</w:t>
      </w:r>
      <w:r>
        <w:t>tance</w:t>
      </w:r>
      <w:r w:rsidR="004B5A85">
        <w:t xml:space="preserve">, </w:t>
      </w:r>
      <w:r>
        <w:t>par les puissants projecteurs électriques</w:t>
      </w:r>
      <w:r w:rsidR="004B5A85">
        <w:t>.</w:t>
      </w:r>
    </w:p>
    <w:p w14:paraId="6D72ABC4" w14:textId="77777777" w:rsidR="004B5A85" w:rsidRDefault="004C389C" w:rsidP="004C389C">
      <w:r>
        <w:t xml:space="preserve">Et le merveilleux </w:t>
      </w:r>
      <w:r>
        <w:rPr>
          <w:i/>
          <w:iCs/>
        </w:rPr>
        <w:t xml:space="preserve">Nyctalope </w:t>
      </w:r>
      <w:r>
        <w:t>évolua dans tous les sens</w:t>
      </w:r>
      <w:r w:rsidR="004B5A85">
        <w:t xml:space="preserve">, </w:t>
      </w:r>
      <w:r>
        <w:t>poussant au loin des reconnaissances</w:t>
      </w:r>
      <w:r w:rsidR="004B5A85">
        <w:t xml:space="preserve">, </w:t>
      </w:r>
      <w:r>
        <w:t>revenant en demi-cercle à son point de départ</w:t>
      </w:r>
      <w:r w:rsidR="004B5A85">
        <w:t xml:space="preserve">, </w:t>
      </w:r>
      <w:r>
        <w:t>montant presque à la surface</w:t>
      </w:r>
      <w:r w:rsidR="004B5A85">
        <w:t xml:space="preserve">, </w:t>
      </w:r>
      <w:r>
        <w:t>redescendant jusqu</w:t>
      </w:r>
      <w:r w:rsidR="004B5A85">
        <w:t>’</w:t>
      </w:r>
      <w:r>
        <w:t>au fond des noirs abîmes</w:t>
      </w:r>
      <w:r w:rsidR="004B5A85">
        <w:t>…</w:t>
      </w:r>
    </w:p>
    <w:p w14:paraId="6D52CB03" w14:textId="77777777" w:rsidR="004B5A85" w:rsidRDefault="004C389C" w:rsidP="004C389C">
      <w:r>
        <w:t>En haut</w:t>
      </w:r>
      <w:r w:rsidR="004B5A85">
        <w:t xml:space="preserve">, </w:t>
      </w:r>
      <w:r>
        <w:t>sur les flots calmes</w:t>
      </w:r>
      <w:r w:rsidR="004B5A85">
        <w:t xml:space="preserve">, </w:t>
      </w:r>
      <w:proofErr w:type="spellStart"/>
      <w:r>
        <w:t>Jorry</w:t>
      </w:r>
      <w:proofErr w:type="spellEnd"/>
      <w:r>
        <w:t xml:space="preserve"> et </w:t>
      </w:r>
      <w:proofErr w:type="spellStart"/>
      <w:r>
        <w:t>Brilo</w:t>
      </w:r>
      <w:proofErr w:type="spellEnd"/>
      <w:r>
        <w:t xml:space="preserve"> faisaient zigz</w:t>
      </w:r>
      <w:r>
        <w:t>a</w:t>
      </w:r>
      <w:r>
        <w:t>guer le canot</w:t>
      </w:r>
      <w:r w:rsidR="004B5A85">
        <w:t xml:space="preserve">, </w:t>
      </w:r>
      <w:r>
        <w:t>regardant partout s</w:t>
      </w:r>
      <w:r w:rsidR="004B5A85">
        <w:t>’</w:t>
      </w:r>
      <w:r>
        <w:t>ils ne verraient pas flotter le requin mort</w:t>
      </w:r>
      <w:r w:rsidR="004B5A85">
        <w:t xml:space="preserve">, </w:t>
      </w:r>
      <w:r>
        <w:t>ce qui indiquerait que Pierrot l</w:t>
      </w:r>
      <w:r w:rsidR="004B5A85">
        <w:t>’</w:t>
      </w:r>
      <w:r>
        <w:t>Écureuil se trouvait dans le fond</w:t>
      </w:r>
      <w:r w:rsidR="004B5A85">
        <w:t xml:space="preserve">, </w:t>
      </w:r>
      <w:r>
        <w:t>à peu près au même endroit</w:t>
      </w:r>
      <w:r w:rsidR="004B5A85">
        <w:t>.</w:t>
      </w:r>
    </w:p>
    <w:p w14:paraId="56FBEF71" w14:textId="77777777" w:rsidR="004B5A85" w:rsidRDefault="004C389C" w:rsidP="004C389C">
      <w:r>
        <w:t>Dans ce cas</w:t>
      </w:r>
      <w:r w:rsidR="004B5A85">
        <w:t xml:space="preserve">, </w:t>
      </w:r>
      <w:proofErr w:type="spellStart"/>
      <w:r>
        <w:t>Jorry</w:t>
      </w:r>
      <w:proofErr w:type="spellEnd"/>
      <w:r>
        <w:t xml:space="preserve"> et </w:t>
      </w:r>
      <w:proofErr w:type="spellStart"/>
      <w:r>
        <w:t>Brilo</w:t>
      </w:r>
      <w:proofErr w:type="spellEnd"/>
      <w:r>
        <w:t xml:space="preserve"> devaient plonger dans la mer une lampe électrique au bout d</w:t>
      </w:r>
      <w:r w:rsidR="004B5A85">
        <w:t>’</w:t>
      </w:r>
      <w:r>
        <w:t>une longue corde</w:t>
      </w:r>
      <w:r w:rsidR="004B5A85">
        <w:t xml:space="preserve">. </w:t>
      </w:r>
      <w:r>
        <w:t xml:space="preserve">Du </w:t>
      </w:r>
      <w:r>
        <w:rPr>
          <w:i/>
          <w:iCs/>
        </w:rPr>
        <w:t>Nyct</w:t>
      </w:r>
      <w:r>
        <w:rPr>
          <w:i/>
          <w:iCs/>
        </w:rPr>
        <w:t>a</w:t>
      </w:r>
      <w:r>
        <w:rPr>
          <w:i/>
          <w:iCs/>
        </w:rPr>
        <w:t>lope</w:t>
      </w:r>
      <w:r w:rsidR="004B5A85">
        <w:rPr>
          <w:i/>
          <w:iCs/>
        </w:rPr>
        <w:t xml:space="preserve">, </w:t>
      </w:r>
      <w:r>
        <w:t>on ne tarderait pas à voir ce signal</w:t>
      </w:r>
      <w:r w:rsidR="004B5A85">
        <w:t xml:space="preserve">, </w:t>
      </w:r>
      <w:r>
        <w:t>et les scaphandriers sortiraient pour explorer le sol sous-marin</w:t>
      </w:r>
      <w:r w:rsidR="004B5A85">
        <w:t>…</w:t>
      </w:r>
    </w:p>
    <w:p w14:paraId="7C936FC4" w14:textId="77777777" w:rsidR="004B5A85" w:rsidRDefault="004C389C" w:rsidP="004C389C">
      <w:r>
        <w:t>Mais les heures passèrent sans que</w:t>
      </w:r>
      <w:r w:rsidR="004B5A85">
        <w:t xml:space="preserve">, </w:t>
      </w:r>
      <w:r>
        <w:t>ni dessus</w:t>
      </w:r>
      <w:r w:rsidR="004B5A85">
        <w:t xml:space="preserve">, </w:t>
      </w:r>
      <w:r>
        <w:t>ni dessous</w:t>
      </w:r>
      <w:r w:rsidR="004B5A85">
        <w:t xml:space="preserve">, </w:t>
      </w:r>
      <w:r>
        <w:t>on découvrît le moindre indice de la présence de Pierrot l</w:t>
      </w:r>
      <w:r w:rsidR="004B5A85">
        <w:t>’</w:t>
      </w:r>
      <w:r>
        <w:t>Écureuil</w:t>
      </w:r>
      <w:r w:rsidR="004B5A85">
        <w:t>.</w:t>
      </w:r>
    </w:p>
    <w:p w14:paraId="3AA1105D" w14:textId="77777777" w:rsidR="004B5A85" w:rsidRDefault="004C389C" w:rsidP="004C389C">
      <w:r>
        <w:t>Midi arriva</w:t>
      </w:r>
      <w:r w:rsidR="004B5A85">
        <w:t>.</w:t>
      </w:r>
    </w:p>
    <w:p w14:paraId="4D0A172B" w14:textId="77777777" w:rsidR="004B5A85" w:rsidRDefault="004C389C" w:rsidP="004C389C">
      <w:r>
        <w:t>Toute la journée</w:t>
      </w:r>
      <w:r w:rsidR="004B5A85">
        <w:t xml:space="preserve">, </w:t>
      </w:r>
      <w:r>
        <w:t>sans penser à manger</w:t>
      </w:r>
      <w:r w:rsidR="004B5A85">
        <w:t xml:space="preserve">, </w:t>
      </w:r>
      <w:r>
        <w:t xml:space="preserve">les hommes du </w:t>
      </w:r>
      <w:r>
        <w:rPr>
          <w:i/>
          <w:iCs/>
        </w:rPr>
        <w:t xml:space="preserve">Nyctalope </w:t>
      </w:r>
      <w:r>
        <w:t>et ceux du canot avaient manœuvré en se tenant sur le qui-vive</w:t>
      </w:r>
      <w:r w:rsidR="004B5A85">
        <w:t> !</w:t>
      </w:r>
    </w:p>
    <w:p w14:paraId="6A7408A5" w14:textId="77777777" w:rsidR="004B5A85" w:rsidRDefault="004C389C" w:rsidP="004C389C">
      <w:r>
        <w:t>Rien</w:t>
      </w:r>
      <w:r w:rsidR="004B5A85">
        <w:t> !…</w:t>
      </w:r>
    </w:p>
    <w:p w14:paraId="45997751" w14:textId="77777777" w:rsidR="004B5A85" w:rsidRDefault="004C389C" w:rsidP="004C389C">
      <w:r>
        <w:t>À la nuit tombante</w:t>
      </w:r>
      <w:r w:rsidR="004B5A85">
        <w:t xml:space="preserve">, </w:t>
      </w:r>
      <w:r>
        <w:t>après douze heures de recherches co</w:t>
      </w:r>
      <w:r>
        <w:t>n</w:t>
      </w:r>
      <w:r>
        <w:t>sécutives</w:t>
      </w:r>
      <w:r w:rsidR="004B5A85">
        <w:t xml:space="preserve">, </w:t>
      </w:r>
      <w:r>
        <w:t>on n</w:t>
      </w:r>
      <w:r w:rsidR="004B5A85">
        <w:t>’</w:t>
      </w:r>
      <w:r>
        <w:t>avait vu ni le requin ni Pierrot l</w:t>
      </w:r>
      <w:r w:rsidR="004B5A85">
        <w:t>’</w:t>
      </w:r>
      <w:r>
        <w:t>Écureuil</w:t>
      </w:r>
      <w:r w:rsidR="004B5A85">
        <w:t>.</w:t>
      </w:r>
    </w:p>
    <w:p w14:paraId="628E574C" w14:textId="77777777" w:rsidR="004B5A85" w:rsidRDefault="004C389C" w:rsidP="004C389C">
      <w:r>
        <w:t>D</w:t>
      </w:r>
      <w:r w:rsidR="004B5A85">
        <w:t>’</w:t>
      </w:r>
      <w:r>
        <w:t>une voix morne</w:t>
      </w:r>
      <w:r w:rsidR="004B5A85">
        <w:t xml:space="preserve">, </w:t>
      </w:r>
      <w:r>
        <w:t>le Ravageur ordonna de cesser les m</w:t>
      </w:r>
      <w:r>
        <w:t>a</w:t>
      </w:r>
      <w:r>
        <w:t>nœuvres</w:t>
      </w:r>
      <w:r w:rsidR="004B5A85">
        <w:t xml:space="preserve">. </w:t>
      </w:r>
      <w:r>
        <w:t xml:space="preserve">Il se fit dévêtir de son scaphandre et dit à </w:t>
      </w:r>
      <w:proofErr w:type="spellStart"/>
      <w:r>
        <w:t>Askold</w:t>
      </w:r>
      <w:proofErr w:type="spellEnd"/>
      <w:r w:rsidR="004B5A85">
        <w:t> :</w:t>
      </w:r>
    </w:p>
    <w:p w14:paraId="6E9572D3" w14:textId="77777777" w:rsidR="004B5A85" w:rsidRDefault="004B5A85" w:rsidP="004C389C">
      <w:r>
        <w:lastRenderedPageBreak/>
        <w:t>— </w:t>
      </w:r>
      <w:r w:rsidR="004C389C">
        <w:t>Que l</w:t>
      </w:r>
      <w:r>
        <w:t>’</w:t>
      </w:r>
      <w:r w:rsidR="004C389C">
        <w:t>on monte à la surface pour reprendre le canot</w:t>
      </w:r>
      <w:r>
        <w:t xml:space="preserve">. </w:t>
      </w:r>
      <w:r w:rsidR="004C389C">
        <w:t>Puis</w:t>
      </w:r>
      <w:r>
        <w:t xml:space="preserve">, </w:t>
      </w:r>
      <w:r w:rsidR="004C389C">
        <w:t>en marche vers les côtes de France</w:t>
      </w:r>
      <w:r>
        <w:t xml:space="preserve">, </w:t>
      </w:r>
      <w:r w:rsidR="004C389C">
        <w:t>île d</w:t>
      </w:r>
      <w:r>
        <w:t>’</w:t>
      </w:r>
      <w:r w:rsidR="004C389C">
        <w:t>Ouessant</w:t>
      </w:r>
      <w:r>
        <w:t xml:space="preserve"> ! </w:t>
      </w:r>
      <w:r w:rsidR="004C389C">
        <w:t>Tu d</w:t>
      </w:r>
      <w:r w:rsidR="004C389C">
        <w:t>é</w:t>
      </w:r>
      <w:r w:rsidR="004C389C">
        <w:t>barqueras sur cette île la fille de Cristobal Santa-</w:t>
      </w:r>
      <w:proofErr w:type="spellStart"/>
      <w:r w:rsidR="004C389C">
        <w:t>Fé</w:t>
      </w:r>
      <w:proofErr w:type="spellEnd"/>
      <w:r>
        <w:t>.</w:t>
      </w:r>
    </w:p>
    <w:p w14:paraId="4D946B1E" w14:textId="77777777" w:rsidR="004B5A85" w:rsidRDefault="004B5A85" w:rsidP="004C389C">
      <w:r>
        <w:t>— </w:t>
      </w:r>
      <w:r w:rsidR="004C389C">
        <w:t>Vous ne voulez pas la voir auparavant</w:t>
      </w:r>
      <w:r>
        <w:t xml:space="preserve">, </w:t>
      </w:r>
      <w:r w:rsidR="004C389C">
        <w:t>Maître</w:t>
      </w:r>
      <w:r>
        <w:t> ?…</w:t>
      </w:r>
    </w:p>
    <w:p w14:paraId="587CB7C2" w14:textId="77777777" w:rsidR="004B5A85" w:rsidRDefault="004B5A85" w:rsidP="004C389C">
      <w:r>
        <w:t>— </w:t>
      </w:r>
      <w:r w:rsidR="004C389C">
        <w:t>Non</w:t>
      </w:r>
      <w:r>
        <w:t>.</w:t>
      </w:r>
    </w:p>
    <w:p w14:paraId="490ED856" w14:textId="77777777" w:rsidR="004B5A85" w:rsidRDefault="004C389C" w:rsidP="004C389C">
      <w:r>
        <w:t>Et Hugues de Mauduit se retira dans sa chambre</w:t>
      </w:r>
      <w:r w:rsidR="004B5A85">
        <w:t>.</w:t>
      </w:r>
    </w:p>
    <w:p w14:paraId="42B65459" w14:textId="77777777" w:rsidR="004B5A85" w:rsidRDefault="004C389C" w:rsidP="004C389C">
      <w:r>
        <w:t>Là</w:t>
      </w:r>
      <w:r w:rsidR="004B5A85">
        <w:t xml:space="preserve">, </w:t>
      </w:r>
      <w:r>
        <w:t>il se laissa tomber dans un fauteuil</w:t>
      </w:r>
      <w:r w:rsidR="004B5A85">
        <w:t xml:space="preserve">, </w:t>
      </w:r>
      <w:r>
        <w:t>mit son front pâle dans ses mains et</w:t>
      </w:r>
      <w:r w:rsidR="004B5A85">
        <w:t xml:space="preserve">, </w:t>
      </w:r>
      <w:r>
        <w:t>la voix sourde</w:t>
      </w:r>
      <w:r w:rsidR="004B5A85">
        <w:t xml:space="preserve">, </w:t>
      </w:r>
      <w:r>
        <w:t>murmura</w:t>
      </w:r>
      <w:r w:rsidR="004B5A85">
        <w:t> :</w:t>
      </w:r>
    </w:p>
    <w:p w14:paraId="5BD012D5" w14:textId="598E49E9" w:rsidR="004C389C" w:rsidRDefault="004B5A85" w:rsidP="004C389C">
      <w:r>
        <w:t>« </w:t>
      </w:r>
      <w:r w:rsidR="004C389C">
        <w:t>Cet héroïque enfant m</w:t>
      </w:r>
      <w:r>
        <w:t>’</w:t>
      </w:r>
      <w:r w:rsidR="004C389C">
        <w:t>a sauvé la vie</w:t>
      </w:r>
      <w:r>
        <w:t xml:space="preserve">, </w:t>
      </w:r>
      <w:r w:rsidR="004C389C">
        <w:t>à moi</w:t>
      </w:r>
      <w:r>
        <w:t xml:space="preserve">, </w:t>
      </w:r>
      <w:r w:rsidR="004C389C">
        <w:t>l</w:t>
      </w:r>
      <w:r>
        <w:t>’</w:t>
      </w:r>
      <w:r w:rsidR="004C389C">
        <w:t>ennemi de tout ce qu</w:t>
      </w:r>
      <w:r>
        <w:t>’</w:t>
      </w:r>
      <w:r w:rsidR="004C389C">
        <w:t>il aimait</w:t>
      </w:r>
      <w:r>
        <w:t xml:space="preserve">… </w:t>
      </w:r>
      <w:r w:rsidR="004C389C">
        <w:t>Cet acte aussi noble qu</w:t>
      </w:r>
      <w:r>
        <w:t>’</w:t>
      </w:r>
      <w:r w:rsidR="004C389C">
        <w:t>inattendu lui a sans doute valu la mort</w:t>
      </w:r>
      <w:r>
        <w:t xml:space="preserve">… </w:t>
      </w:r>
      <w:r w:rsidR="004C389C">
        <w:t>La mort</w:t>
      </w:r>
      <w:r>
        <w:t xml:space="preserve"> !… </w:t>
      </w:r>
      <w:r w:rsidR="004C389C">
        <w:t>Cela devrait me laisser indiff</w:t>
      </w:r>
      <w:r w:rsidR="004C389C">
        <w:t>é</w:t>
      </w:r>
      <w:r w:rsidR="004C389C">
        <w:t>rent</w:t>
      </w:r>
      <w:r>
        <w:t xml:space="preserve">… </w:t>
      </w:r>
      <w:r w:rsidR="004C389C">
        <w:t>N</w:t>
      </w:r>
      <w:r>
        <w:t>’</w:t>
      </w:r>
      <w:r w:rsidR="004C389C">
        <w:t>ai-je pas fermé mon âme et mon cœur à tout ce qui n</w:t>
      </w:r>
      <w:r>
        <w:t>’</w:t>
      </w:r>
      <w:r w:rsidR="004C389C">
        <w:t>est pas la vengeance</w:t>
      </w:r>
      <w:r>
        <w:t xml:space="preserve"> ?… </w:t>
      </w:r>
      <w:r w:rsidR="004C389C">
        <w:t>Oui</w:t>
      </w:r>
      <w:r>
        <w:t xml:space="preserve">, </w:t>
      </w:r>
      <w:r w:rsidR="004C389C">
        <w:t>et pourtant</w:t>
      </w:r>
      <w:r>
        <w:t> !… »</w:t>
      </w:r>
    </w:p>
    <w:p w14:paraId="009AC562" w14:textId="77777777" w:rsidR="004B5A85" w:rsidRDefault="004C389C" w:rsidP="004C389C">
      <w:r>
        <w:t>Il se tut</w:t>
      </w:r>
      <w:r w:rsidR="004B5A85">
        <w:t xml:space="preserve"> : </w:t>
      </w:r>
      <w:r>
        <w:t>une sorte de sanglot lui monta à la gorge</w:t>
      </w:r>
      <w:r w:rsidR="004B5A85">
        <w:t xml:space="preserve">, </w:t>
      </w:r>
      <w:r>
        <w:t>et la voix plus sourde encore</w:t>
      </w:r>
      <w:r w:rsidR="004B5A85">
        <w:t xml:space="preserve">, </w:t>
      </w:r>
      <w:r>
        <w:t>il reprit</w:t>
      </w:r>
      <w:r w:rsidR="004B5A85">
        <w:t> :</w:t>
      </w:r>
    </w:p>
    <w:p w14:paraId="42BD37D1" w14:textId="67CEB8F7" w:rsidR="004C389C" w:rsidRDefault="004B5A85" w:rsidP="004C389C">
      <w:r>
        <w:t>« </w:t>
      </w:r>
      <w:r w:rsidR="004C389C">
        <w:t>Cet enfant me rappelait mon fils</w:t>
      </w:r>
      <w:r>
        <w:t xml:space="preserve">… </w:t>
      </w:r>
      <w:r w:rsidR="004C389C">
        <w:t>mon fils</w:t>
      </w:r>
      <w:r>
        <w:t xml:space="preserve"> !… </w:t>
      </w:r>
      <w:r w:rsidR="004C389C">
        <w:t>Est-ce pour cela que la perte de ce Pierrot l</w:t>
      </w:r>
      <w:r>
        <w:t>’</w:t>
      </w:r>
      <w:r w:rsidR="004C389C">
        <w:t>Écureuil me torture jusqu</w:t>
      </w:r>
      <w:r>
        <w:t>’</w:t>
      </w:r>
      <w:r w:rsidR="004C389C">
        <w:t>à me faire pleurer</w:t>
      </w:r>
      <w:r>
        <w:t> ! »</w:t>
      </w:r>
    </w:p>
    <w:p w14:paraId="3D512D70" w14:textId="77777777" w:rsidR="004B5A85" w:rsidRDefault="004C389C" w:rsidP="004C389C">
      <w:r>
        <w:t>Ses deux mains crispées couvrirent tout son visage</w:t>
      </w:r>
      <w:r w:rsidR="004B5A85">
        <w:t>.</w:t>
      </w:r>
    </w:p>
    <w:p w14:paraId="013997F8" w14:textId="77777777" w:rsidR="004B5A85" w:rsidRDefault="004C389C" w:rsidP="004C389C">
      <w:r>
        <w:t>Et quelqu</w:t>
      </w:r>
      <w:r w:rsidR="004B5A85">
        <w:t>’</w:t>
      </w:r>
      <w:r>
        <w:t>un qui eût été là aurait vu des larmes couler entre les doigts de l</w:t>
      </w:r>
      <w:r w:rsidR="004B5A85">
        <w:t>’</w:t>
      </w:r>
      <w:r>
        <w:t>énigmatique Ravageur du Monde</w:t>
      </w:r>
      <w:r w:rsidR="004B5A85">
        <w:t> !…</w:t>
      </w:r>
    </w:p>
    <w:p w14:paraId="50A36791" w14:textId="6E48FDB2" w:rsidR="004C389C" w:rsidRDefault="004C389C" w:rsidP="004B5A85">
      <w:pPr>
        <w:pStyle w:val="Titre1"/>
      </w:pPr>
      <w:bookmarkStart w:id="33" w:name="__RefHeading__35_1003869823"/>
      <w:bookmarkStart w:id="34" w:name="_Toc202462478"/>
      <w:bookmarkEnd w:id="33"/>
      <w:r>
        <w:lastRenderedPageBreak/>
        <w:t>CHAPITRE XVIII</w:t>
      </w:r>
      <w:r>
        <w:br/>
      </w:r>
      <w:r>
        <w:br/>
        <w:t>L</w:t>
      </w:r>
      <w:r w:rsidR="004B5A85">
        <w:t>’</w:t>
      </w:r>
      <w:r>
        <w:t>ÉMERSION AHURISSANTE</w:t>
      </w:r>
      <w:bookmarkEnd w:id="34"/>
    </w:p>
    <w:p w14:paraId="060892FE" w14:textId="77777777" w:rsidR="004B5A85" w:rsidRDefault="004C389C" w:rsidP="004C389C">
      <w:r>
        <w:t>On se souvient que lorsque le Ravageur avait décidé de faire une excursion sous-marine</w:t>
      </w:r>
      <w:r w:rsidR="004B5A85">
        <w:t xml:space="preserve">, </w:t>
      </w:r>
      <w:r>
        <w:t xml:space="preserve">le </w:t>
      </w:r>
      <w:r>
        <w:rPr>
          <w:i/>
          <w:iCs/>
        </w:rPr>
        <w:t xml:space="preserve">Nyctalope </w:t>
      </w:r>
      <w:r>
        <w:t>se trouvait dans les eaux des îles Açores</w:t>
      </w:r>
      <w:r w:rsidR="004B5A85">
        <w:t xml:space="preserve">. </w:t>
      </w:r>
      <w:r>
        <w:t>Le plateau sur lequel</w:t>
      </w:r>
      <w:r w:rsidR="004B5A85">
        <w:t xml:space="preserve">, </w:t>
      </w:r>
      <w:r>
        <w:t>par vingt mètres de fond</w:t>
      </w:r>
      <w:r w:rsidR="004B5A85">
        <w:t xml:space="preserve">, </w:t>
      </w:r>
      <w:r>
        <w:t xml:space="preserve">le </w:t>
      </w:r>
      <w:r>
        <w:rPr>
          <w:i/>
          <w:iCs/>
        </w:rPr>
        <w:t xml:space="preserve">Nyctalope </w:t>
      </w:r>
      <w:r>
        <w:t>s</w:t>
      </w:r>
      <w:r w:rsidR="004B5A85">
        <w:t>’</w:t>
      </w:r>
      <w:r>
        <w:t>était reposé</w:t>
      </w:r>
      <w:r w:rsidR="004B5A85">
        <w:t xml:space="preserve">, </w:t>
      </w:r>
      <w:r>
        <w:t>faisait partie de la mo</w:t>
      </w:r>
      <w:r>
        <w:t>n</w:t>
      </w:r>
      <w:r>
        <w:t>tagne sous-marine qui</w:t>
      </w:r>
      <w:r w:rsidR="004B5A85">
        <w:t xml:space="preserve">, </w:t>
      </w:r>
      <w:r>
        <w:t>en émergeant au-dessus des flots</w:t>
      </w:r>
      <w:r w:rsidR="004B5A85">
        <w:t xml:space="preserve">, </w:t>
      </w:r>
      <w:r>
        <w:t>forme l</w:t>
      </w:r>
      <w:r w:rsidR="004B5A85">
        <w:t>’</w:t>
      </w:r>
      <w:r>
        <w:t xml:space="preserve">île </w:t>
      </w:r>
      <w:proofErr w:type="spellStart"/>
      <w:r>
        <w:t>Fayal</w:t>
      </w:r>
      <w:proofErr w:type="spellEnd"/>
      <w:r w:rsidR="004B5A85">
        <w:t xml:space="preserve">, </w:t>
      </w:r>
      <w:r>
        <w:t>l</w:t>
      </w:r>
      <w:r w:rsidR="004B5A85">
        <w:t>’</w:t>
      </w:r>
      <w:r>
        <w:t>une des Açores</w:t>
      </w:r>
      <w:r w:rsidR="004B5A85">
        <w:t>…</w:t>
      </w:r>
    </w:p>
    <w:p w14:paraId="050115A1" w14:textId="77777777" w:rsidR="004B5A85" w:rsidRDefault="004C389C" w:rsidP="004C389C">
      <w:r>
        <w:t>Or</w:t>
      </w:r>
      <w:r w:rsidR="004B5A85">
        <w:t xml:space="preserve">, </w:t>
      </w:r>
      <w:r>
        <w:t>ce jour-là</w:t>
      </w:r>
      <w:r w:rsidR="004B5A85">
        <w:t xml:space="preserve">, </w:t>
      </w:r>
      <w:r>
        <w:t>un pêcheur du port de la Horta</w:t>
      </w:r>
      <w:r w:rsidR="004B5A85">
        <w:t xml:space="preserve">, </w:t>
      </w:r>
      <w:r>
        <w:t>principale agglomération habitée de l</w:t>
      </w:r>
      <w:r w:rsidR="004B5A85">
        <w:t>’</w:t>
      </w:r>
      <w:r>
        <w:t xml:space="preserve">île </w:t>
      </w:r>
      <w:proofErr w:type="spellStart"/>
      <w:r>
        <w:t>Fayal</w:t>
      </w:r>
      <w:proofErr w:type="spellEnd"/>
      <w:r w:rsidR="004B5A85">
        <w:t xml:space="preserve">, </w:t>
      </w:r>
      <w:r>
        <w:t>était sorti de grand matin avec son fils dans sa petite barque à voile latine</w:t>
      </w:r>
      <w:r w:rsidR="004B5A85">
        <w:t xml:space="preserve">, </w:t>
      </w:r>
      <w:r>
        <w:t>pour aller poser ses filets dans une des criques abritées</w:t>
      </w:r>
      <w:r w:rsidR="004B5A85">
        <w:t xml:space="preserve">, </w:t>
      </w:r>
      <w:r>
        <w:t>fort nombreuses sur ces rivages</w:t>
      </w:r>
      <w:r w:rsidR="004B5A85">
        <w:t>.</w:t>
      </w:r>
    </w:p>
    <w:p w14:paraId="517A6948" w14:textId="77777777" w:rsidR="004B5A85" w:rsidRDefault="004C389C" w:rsidP="004C389C">
      <w:r>
        <w:t>Portugais comme la plupart des habitants des Açores</w:t>
      </w:r>
      <w:r w:rsidR="004B5A85">
        <w:t xml:space="preserve">, </w:t>
      </w:r>
      <w:r>
        <w:t>le pêcheur</w:t>
      </w:r>
      <w:r w:rsidR="004B5A85">
        <w:t xml:space="preserve">, </w:t>
      </w:r>
      <w:r>
        <w:t>un robuste et maigre gaillard de quarante ans</w:t>
      </w:r>
      <w:r w:rsidR="004B5A85">
        <w:t xml:space="preserve">, </w:t>
      </w:r>
      <w:r>
        <w:t>se nommait Joachim Braga et son fils</w:t>
      </w:r>
      <w:r w:rsidR="004B5A85">
        <w:t xml:space="preserve">, </w:t>
      </w:r>
      <w:r>
        <w:t>âgé d</w:t>
      </w:r>
      <w:r w:rsidR="004B5A85">
        <w:t>’</w:t>
      </w:r>
      <w:r>
        <w:t>une douzaine d</w:t>
      </w:r>
      <w:r w:rsidR="004B5A85">
        <w:t>’</w:t>
      </w:r>
      <w:r>
        <w:t>années</w:t>
      </w:r>
      <w:r w:rsidR="004B5A85">
        <w:t xml:space="preserve">, </w:t>
      </w:r>
      <w:r>
        <w:t>se prénommait Manoël</w:t>
      </w:r>
      <w:r w:rsidR="004B5A85">
        <w:t>.</w:t>
      </w:r>
    </w:p>
    <w:p w14:paraId="246D427B" w14:textId="77777777" w:rsidR="004B5A85" w:rsidRDefault="004C389C" w:rsidP="004C389C">
      <w:r>
        <w:t>Comme le vent ne soufflait pas</w:t>
      </w:r>
      <w:r w:rsidR="004B5A85">
        <w:t xml:space="preserve">, </w:t>
      </w:r>
      <w:r>
        <w:t>Joachim Braga et Manoël armèrent les avirons et dirigèrent leur barquette vers la crique</w:t>
      </w:r>
      <w:r w:rsidR="004B5A85">
        <w:t xml:space="preserve">, </w:t>
      </w:r>
      <w:r>
        <w:t>qui se trouvait</w:t>
      </w:r>
      <w:r w:rsidR="004B5A85">
        <w:t xml:space="preserve">, </w:t>
      </w:r>
      <w:r>
        <w:t>le long de la côte</w:t>
      </w:r>
      <w:r w:rsidR="004B5A85">
        <w:t xml:space="preserve">, </w:t>
      </w:r>
      <w:r>
        <w:t>à deux milles marins de la Horta</w:t>
      </w:r>
      <w:r w:rsidR="004B5A85">
        <w:t>.</w:t>
      </w:r>
    </w:p>
    <w:p w14:paraId="1AD66A2F" w14:textId="77777777" w:rsidR="004B5A85" w:rsidRDefault="004C389C" w:rsidP="004C389C">
      <w:r>
        <w:t>Parvenus dans la jolie baie</w:t>
      </w:r>
      <w:r w:rsidR="004B5A85">
        <w:t xml:space="preserve">, </w:t>
      </w:r>
      <w:r>
        <w:t>entourée de hauts rochers</w:t>
      </w:r>
      <w:r w:rsidR="004B5A85">
        <w:t xml:space="preserve">, </w:t>
      </w:r>
      <w:r>
        <w:t>ils se mirent à poser les filets qu</w:t>
      </w:r>
      <w:r w:rsidR="004B5A85">
        <w:t>’</w:t>
      </w:r>
      <w:r>
        <w:t>ils retireraient le soir seulement</w:t>
      </w:r>
      <w:r w:rsidR="004B5A85">
        <w:t>.</w:t>
      </w:r>
    </w:p>
    <w:p w14:paraId="54FD68CE" w14:textId="77777777" w:rsidR="004B5A85" w:rsidRDefault="004C389C" w:rsidP="004C389C">
      <w:r>
        <w:t>La besogne terminée</w:t>
      </w:r>
      <w:r w:rsidR="004B5A85">
        <w:t xml:space="preserve">, </w:t>
      </w:r>
      <w:r>
        <w:t>ils poussèrent leur barque jusqu</w:t>
      </w:r>
      <w:r w:rsidR="004B5A85">
        <w:t>’</w:t>
      </w:r>
      <w:r>
        <w:t>au rivage formé d</w:t>
      </w:r>
      <w:r w:rsidR="004B5A85">
        <w:t>’</w:t>
      </w:r>
      <w:r>
        <w:t>une petite plage de sable fin en avant de la f</w:t>
      </w:r>
      <w:r>
        <w:t>a</w:t>
      </w:r>
      <w:r>
        <w:t>laise</w:t>
      </w:r>
      <w:r w:rsidR="004B5A85">
        <w:t xml:space="preserve">, </w:t>
      </w:r>
      <w:r>
        <w:t>et ils se disposèrent à préparer leur modeste repas</w:t>
      </w:r>
      <w:r w:rsidR="004B5A85">
        <w:t>.</w:t>
      </w:r>
    </w:p>
    <w:p w14:paraId="6398162B" w14:textId="77777777" w:rsidR="004B5A85" w:rsidRDefault="004C389C" w:rsidP="004C389C">
      <w:r>
        <w:lastRenderedPageBreak/>
        <w:t>Entre deux grosses pierres dressées sur le sable</w:t>
      </w:r>
      <w:r w:rsidR="004B5A85">
        <w:t xml:space="preserve">, </w:t>
      </w:r>
      <w:r>
        <w:t>ils allum</w:t>
      </w:r>
      <w:r>
        <w:t>è</w:t>
      </w:r>
      <w:r>
        <w:t>rent un feu de brindilles de bois ramassées çà et là</w:t>
      </w:r>
      <w:r w:rsidR="004B5A85">
        <w:t xml:space="preserve">, </w:t>
      </w:r>
      <w:r>
        <w:t>et</w:t>
      </w:r>
      <w:r w:rsidR="004B5A85">
        <w:t xml:space="preserve">, </w:t>
      </w:r>
      <w:r>
        <w:t>dans une vieille poêle</w:t>
      </w:r>
      <w:r w:rsidR="004B5A85">
        <w:t xml:space="preserve">, </w:t>
      </w:r>
      <w:r>
        <w:t>ils allaient faire frire à l</w:t>
      </w:r>
      <w:r w:rsidR="004B5A85">
        <w:t>’</w:t>
      </w:r>
      <w:r>
        <w:t>huile</w:t>
      </w:r>
      <w:r w:rsidR="004B5A85">
        <w:t xml:space="preserve">, </w:t>
      </w:r>
      <w:r>
        <w:t>quatre poissons ca</w:t>
      </w:r>
      <w:r>
        <w:t>p</w:t>
      </w:r>
      <w:r>
        <w:t>turés pendant le trajet au moyen d</w:t>
      </w:r>
      <w:r w:rsidR="004B5A85">
        <w:t>’</w:t>
      </w:r>
      <w:r>
        <w:t>hameçons qui</w:t>
      </w:r>
      <w:r w:rsidR="004B5A85">
        <w:t xml:space="preserve">, </w:t>
      </w:r>
      <w:r>
        <w:t>au bout d</w:t>
      </w:r>
      <w:r w:rsidR="004B5A85">
        <w:t>’</w:t>
      </w:r>
      <w:r>
        <w:t>une ficelle</w:t>
      </w:r>
      <w:r w:rsidR="004B5A85">
        <w:t xml:space="preserve">, </w:t>
      </w:r>
      <w:r>
        <w:t>traînaient dans l</w:t>
      </w:r>
      <w:r w:rsidR="004B5A85">
        <w:t>’</w:t>
      </w:r>
      <w:r>
        <w:t>eau</w:t>
      </w:r>
      <w:r w:rsidR="004B5A85">
        <w:t xml:space="preserve">, </w:t>
      </w:r>
      <w:r>
        <w:t>à l</w:t>
      </w:r>
      <w:r w:rsidR="004B5A85">
        <w:t>’</w:t>
      </w:r>
      <w:r>
        <w:t>arrière de la barque</w:t>
      </w:r>
      <w:r w:rsidR="004B5A85">
        <w:t>…</w:t>
      </w:r>
    </w:p>
    <w:p w14:paraId="35A1A63E" w14:textId="77777777" w:rsidR="004B5A85" w:rsidRDefault="004C389C" w:rsidP="004C389C">
      <w:r>
        <w:t>Au moment où Joachim Braga jetait les poissons vidés et nettoyés dans l</w:t>
      </w:r>
      <w:r w:rsidR="004B5A85">
        <w:t>’</w:t>
      </w:r>
      <w:r>
        <w:t>huile bouillante</w:t>
      </w:r>
      <w:r w:rsidR="004B5A85">
        <w:t xml:space="preserve">, </w:t>
      </w:r>
      <w:r>
        <w:t>son fils Manoël poussa un grand cri</w:t>
      </w:r>
      <w:r w:rsidR="004B5A85">
        <w:t>.</w:t>
      </w:r>
    </w:p>
    <w:p w14:paraId="08EBABFA" w14:textId="77777777" w:rsidR="004B5A85" w:rsidRDefault="004B5A85" w:rsidP="004C389C">
      <w:r>
        <w:t>— </w:t>
      </w:r>
      <w:r w:rsidR="004C389C">
        <w:t>Qu</w:t>
      </w:r>
      <w:r>
        <w:t>’</w:t>
      </w:r>
      <w:r w:rsidR="004C389C">
        <w:t>est-ce que tu as</w:t>
      </w:r>
      <w:r>
        <w:t xml:space="preserve"> ? </w:t>
      </w:r>
      <w:r w:rsidR="004C389C">
        <w:t>fit le père</w:t>
      </w:r>
      <w:r>
        <w:t xml:space="preserve">, </w:t>
      </w:r>
      <w:r w:rsidR="004C389C">
        <w:t>en un patois portugais spécial au peuple des Açores</w:t>
      </w:r>
      <w:r>
        <w:t>.</w:t>
      </w:r>
    </w:p>
    <w:p w14:paraId="043CDE9C" w14:textId="77777777" w:rsidR="004B5A85" w:rsidRDefault="004B5A85" w:rsidP="004C389C">
      <w:r>
        <w:t>— </w:t>
      </w:r>
      <w:r w:rsidR="004C389C">
        <w:t>Papa</w:t>
      </w:r>
      <w:r>
        <w:t xml:space="preserve"> ! </w:t>
      </w:r>
      <w:r w:rsidR="004C389C">
        <w:t>là-bas</w:t>
      </w:r>
      <w:r>
        <w:t xml:space="preserve"> ! </w:t>
      </w:r>
      <w:r w:rsidR="004C389C">
        <w:t>dans l</w:t>
      </w:r>
      <w:r>
        <w:t>’</w:t>
      </w:r>
      <w:r w:rsidR="004C389C">
        <w:t>eau</w:t>
      </w:r>
      <w:r>
        <w:t xml:space="preserve"> !… </w:t>
      </w:r>
      <w:r w:rsidR="004C389C">
        <w:t>regarde</w:t>
      </w:r>
      <w:r>
        <w:t xml:space="preserve"> ! </w:t>
      </w:r>
      <w:r w:rsidR="004C389C">
        <w:t>regarde</w:t>
      </w:r>
      <w:r>
        <w:t> !…</w:t>
      </w:r>
    </w:p>
    <w:p w14:paraId="37D6157A" w14:textId="77777777" w:rsidR="004B5A85" w:rsidRDefault="004C389C" w:rsidP="004C389C">
      <w:r>
        <w:t>Il faisait grand soleil</w:t>
      </w:r>
      <w:r w:rsidR="004B5A85">
        <w:t>.</w:t>
      </w:r>
    </w:p>
    <w:p w14:paraId="23F48E58" w14:textId="77777777" w:rsidR="004B5A85" w:rsidRDefault="004C389C" w:rsidP="004C389C">
      <w:r>
        <w:t>Le pêcheur mit sa main en abat-jour au-dessus de ses yeux</w:t>
      </w:r>
      <w:r w:rsidR="004B5A85">
        <w:t xml:space="preserve">, </w:t>
      </w:r>
      <w:r>
        <w:t>scrutant le côté de la baie qu</w:t>
      </w:r>
      <w:r w:rsidR="004B5A85">
        <w:t>’</w:t>
      </w:r>
      <w:r>
        <w:t>indiquait la main tremblante de Manoël et</w:t>
      </w:r>
      <w:r w:rsidR="004B5A85">
        <w:t xml:space="preserve">, </w:t>
      </w:r>
      <w:r>
        <w:t>se levant brusquement</w:t>
      </w:r>
      <w:r w:rsidR="004B5A85">
        <w:t> :</w:t>
      </w:r>
    </w:p>
    <w:p w14:paraId="08B43230" w14:textId="77777777" w:rsidR="004B5A85" w:rsidRDefault="004B5A85" w:rsidP="004C389C">
      <w:r>
        <w:t>— </w:t>
      </w:r>
      <w:r w:rsidR="004C389C">
        <w:t>Le saint Christ nous soit en aide</w:t>
      </w:r>
      <w:r>
        <w:t xml:space="preserve"> ! </w:t>
      </w:r>
      <w:r w:rsidR="004C389C">
        <w:t>s</w:t>
      </w:r>
      <w:r>
        <w:t>’</w:t>
      </w:r>
      <w:r w:rsidR="004C389C">
        <w:t>écria-t-il</w:t>
      </w:r>
      <w:r>
        <w:t xml:space="preserve">. </w:t>
      </w:r>
      <w:r w:rsidR="004C389C">
        <w:t>Qu</w:t>
      </w:r>
      <w:r>
        <w:t>’</w:t>
      </w:r>
      <w:r w:rsidR="004C389C">
        <w:t>est-ce que c</w:t>
      </w:r>
      <w:r>
        <w:t>’</w:t>
      </w:r>
      <w:r w:rsidR="004C389C">
        <w:t>est que ce monstre-là</w:t>
      </w:r>
      <w:r>
        <w:t> ?…</w:t>
      </w:r>
    </w:p>
    <w:p w14:paraId="12BAEC44" w14:textId="77777777" w:rsidR="004B5A85" w:rsidRDefault="004B5A85" w:rsidP="004C389C">
      <w:r>
        <w:t>— </w:t>
      </w:r>
      <w:r w:rsidR="004C389C">
        <w:t>Oh</w:t>
      </w:r>
      <w:r>
        <w:t xml:space="preserve"> ! </w:t>
      </w:r>
      <w:r w:rsidR="004C389C">
        <w:t>père</w:t>
      </w:r>
      <w:r>
        <w:t xml:space="preserve"> ! </w:t>
      </w:r>
      <w:r w:rsidR="004C389C">
        <w:t>père</w:t>
      </w:r>
      <w:r>
        <w:t xml:space="preserve"> ! </w:t>
      </w:r>
      <w:r w:rsidR="004C389C">
        <w:t>fit Manoël</w:t>
      </w:r>
      <w:r>
        <w:t xml:space="preserve">, </w:t>
      </w:r>
      <w:r w:rsidR="004C389C">
        <w:t>en se serrant contre le p</w:t>
      </w:r>
      <w:r w:rsidR="004C389C">
        <w:t>ê</w:t>
      </w:r>
      <w:r w:rsidR="004C389C">
        <w:t>cheur</w:t>
      </w:r>
      <w:r>
        <w:t xml:space="preserve">, </w:t>
      </w:r>
      <w:r w:rsidR="004C389C">
        <w:t>aussi effrayé que lui-même</w:t>
      </w:r>
      <w:r>
        <w:t>…</w:t>
      </w:r>
    </w:p>
    <w:p w14:paraId="251E69A3" w14:textId="77777777" w:rsidR="004B5A85" w:rsidRDefault="004C389C" w:rsidP="004C389C">
      <w:r>
        <w:t>Ce que l</w:t>
      </w:r>
      <w:r w:rsidR="004B5A85">
        <w:t>’</w:t>
      </w:r>
      <w:r>
        <w:t>homme et l</w:t>
      </w:r>
      <w:r w:rsidR="004B5A85">
        <w:t>’</w:t>
      </w:r>
      <w:r>
        <w:t>enfant voyaient était de nature</w:t>
      </w:r>
      <w:r w:rsidR="004B5A85">
        <w:t xml:space="preserve">, </w:t>
      </w:r>
      <w:r>
        <w:t>en e</w:t>
      </w:r>
      <w:r>
        <w:t>f</w:t>
      </w:r>
      <w:r>
        <w:t>fet</w:t>
      </w:r>
      <w:r w:rsidR="004B5A85">
        <w:t xml:space="preserve">, </w:t>
      </w:r>
      <w:r>
        <w:t>à effrayer deux pauvres Açoréens</w:t>
      </w:r>
      <w:r w:rsidR="004B5A85">
        <w:t xml:space="preserve">, </w:t>
      </w:r>
      <w:r>
        <w:t>ignorants au point de ne savoir ni lire ni écrire</w:t>
      </w:r>
      <w:r w:rsidR="004B5A85">
        <w:t>.</w:t>
      </w:r>
    </w:p>
    <w:p w14:paraId="6E80B2A7" w14:textId="77777777" w:rsidR="004B5A85" w:rsidRDefault="004C389C" w:rsidP="004C389C">
      <w:r>
        <w:t>Une boule jaune</w:t>
      </w:r>
      <w:r w:rsidR="004B5A85">
        <w:t xml:space="preserve">, </w:t>
      </w:r>
      <w:r>
        <w:t>brillante comme de l</w:t>
      </w:r>
      <w:r w:rsidR="004B5A85">
        <w:t>’</w:t>
      </w:r>
      <w:r>
        <w:t>or</w:t>
      </w:r>
      <w:r w:rsidR="004B5A85">
        <w:t xml:space="preserve">, </w:t>
      </w:r>
      <w:r>
        <w:t>et qui semblait ornée de diamants étincelant au soleil</w:t>
      </w:r>
      <w:r w:rsidR="004B5A85">
        <w:t xml:space="preserve">, </w:t>
      </w:r>
      <w:r>
        <w:t>était sortie de l</w:t>
      </w:r>
      <w:r w:rsidR="004B5A85">
        <w:t>’</w:t>
      </w:r>
      <w:r>
        <w:t>eau</w:t>
      </w:r>
      <w:r w:rsidR="004B5A85">
        <w:t xml:space="preserve">, </w:t>
      </w:r>
      <w:r>
        <w:t>à droite de la crique</w:t>
      </w:r>
      <w:r w:rsidR="004B5A85">
        <w:t xml:space="preserve">, </w:t>
      </w:r>
      <w:r>
        <w:t>à dix brasses environ du rivage</w:t>
      </w:r>
      <w:r w:rsidR="004B5A85">
        <w:t xml:space="preserve">, </w:t>
      </w:r>
      <w:r>
        <w:t>vers lequel elle semblait se diriger</w:t>
      </w:r>
      <w:r w:rsidR="004B5A85">
        <w:t>…</w:t>
      </w:r>
    </w:p>
    <w:p w14:paraId="309A754C" w14:textId="77777777" w:rsidR="004B5A85" w:rsidRDefault="004C389C" w:rsidP="004C389C">
      <w:r>
        <w:lastRenderedPageBreak/>
        <w:t>À mesure qu</w:t>
      </w:r>
      <w:r w:rsidR="004B5A85">
        <w:t>’</w:t>
      </w:r>
      <w:r>
        <w:t>elle avançait</w:t>
      </w:r>
      <w:r w:rsidR="004B5A85">
        <w:t xml:space="preserve">, </w:t>
      </w:r>
      <w:r>
        <w:t>elle s</w:t>
      </w:r>
      <w:r w:rsidR="004B5A85">
        <w:t>’</w:t>
      </w:r>
      <w:r>
        <w:t>élevait au-dessus de l</w:t>
      </w:r>
      <w:r w:rsidR="004B5A85">
        <w:t>’</w:t>
      </w:r>
      <w:r>
        <w:t>eau</w:t>
      </w:r>
      <w:r w:rsidR="004B5A85">
        <w:t xml:space="preserve">, </w:t>
      </w:r>
      <w:r>
        <w:t>et une sorte de corps surgissait</w:t>
      </w:r>
      <w:r w:rsidR="004B5A85">
        <w:t xml:space="preserve">, </w:t>
      </w:r>
      <w:r>
        <w:t>brun</w:t>
      </w:r>
      <w:r w:rsidR="004B5A85">
        <w:t xml:space="preserve">, </w:t>
      </w:r>
      <w:r>
        <w:t>luisant</w:t>
      </w:r>
      <w:r w:rsidR="004B5A85">
        <w:t xml:space="preserve">, </w:t>
      </w:r>
      <w:r>
        <w:t>gonflé</w:t>
      </w:r>
      <w:r w:rsidR="004B5A85">
        <w:t xml:space="preserve">, </w:t>
      </w:r>
      <w:r>
        <w:t>mon</w:t>
      </w:r>
      <w:r>
        <w:t>s</w:t>
      </w:r>
      <w:r>
        <w:t>trueux</w:t>
      </w:r>
      <w:r w:rsidR="004B5A85">
        <w:t>…</w:t>
      </w:r>
    </w:p>
    <w:p w14:paraId="24E57B91" w14:textId="5A52ABEC" w:rsidR="004C389C" w:rsidRDefault="004C389C" w:rsidP="004C389C">
      <w:r>
        <w:t>Quelqu</w:t>
      </w:r>
      <w:r w:rsidR="004B5A85">
        <w:t>’</w:t>
      </w:r>
      <w:r>
        <w:t>un d</w:t>
      </w:r>
      <w:r w:rsidR="004B5A85">
        <w:t>’</w:t>
      </w:r>
      <w:r>
        <w:t>instruit eût dit</w:t>
      </w:r>
      <w:r w:rsidR="004B5A85">
        <w:t> : « </w:t>
      </w:r>
      <w:r>
        <w:t>C</w:t>
      </w:r>
      <w:r w:rsidR="004B5A85">
        <w:t>’</w:t>
      </w:r>
      <w:r>
        <w:t>est un scaphandre</w:t>
      </w:r>
      <w:r w:rsidR="004B5A85">
        <w:t>. »</w:t>
      </w:r>
    </w:p>
    <w:p w14:paraId="045FA478" w14:textId="77777777" w:rsidR="004B5A85" w:rsidRDefault="004C389C" w:rsidP="004C389C">
      <w:r>
        <w:t>Mais Joachim Braga et son fils n</w:t>
      </w:r>
      <w:r w:rsidR="004B5A85">
        <w:t>’</w:t>
      </w:r>
      <w:r>
        <w:t>en avaient jamais vu</w:t>
      </w:r>
      <w:r w:rsidR="004B5A85">
        <w:t xml:space="preserve">, </w:t>
      </w:r>
      <w:r>
        <w:t>ne savaient même pas ce que ce pouvait être</w:t>
      </w:r>
      <w:r w:rsidR="004B5A85">
        <w:t>…</w:t>
      </w:r>
    </w:p>
    <w:p w14:paraId="68A30EFF" w14:textId="77777777" w:rsidR="004B5A85" w:rsidRDefault="004C389C" w:rsidP="004C389C">
      <w:r>
        <w:t>Médusés</w:t>
      </w:r>
      <w:r w:rsidR="004B5A85">
        <w:t xml:space="preserve">, </w:t>
      </w:r>
      <w:r>
        <w:t>les jambes tremblantes</w:t>
      </w:r>
      <w:r w:rsidR="004B5A85">
        <w:t xml:space="preserve">, </w:t>
      </w:r>
      <w:r>
        <w:t>trop ahuris pour penser à fuir</w:t>
      </w:r>
      <w:r w:rsidR="004B5A85">
        <w:t xml:space="preserve">, </w:t>
      </w:r>
      <w:r>
        <w:t>l</w:t>
      </w:r>
      <w:r w:rsidR="004B5A85">
        <w:t>’</w:t>
      </w:r>
      <w:r>
        <w:t>homme et l</w:t>
      </w:r>
      <w:r w:rsidR="004B5A85">
        <w:t>’</w:t>
      </w:r>
      <w:r>
        <w:t>enfant regardaient cette chose terrifiante</w:t>
      </w:r>
      <w:r w:rsidR="004B5A85">
        <w:t xml:space="preserve">, </w:t>
      </w:r>
      <w:r>
        <w:t>qu</w:t>
      </w:r>
      <w:r w:rsidR="004B5A85">
        <w:t>’</w:t>
      </w:r>
      <w:r>
        <w:t>ils prenaient pour un monstre marin à eux inconnu</w:t>
      </w:r>
      <w:r w:rsidR="004B5A85">
        <w:t>…</w:t>
      </w:r>
    </w:p>
    <w:p w14:paraId="0ED7ABEF" w14:textId="77777777" w:rsidR="004B5A85" w:rsidRDefault="004C389C" w:rsidP="004C389C">
      <w:r>
        <w:t>La chose était</w:t>
      </w:r>
      <w:r w:rsidR="004B5A85">
        <w:t xml:space="preserve">, </w:t>
      </w:r>
      <w:r>
        <w:t>en effet</w:t>
      </w:r>
      <w:r w:rsidR="004B5A85">
        <w:t xml:space="preserve">, </w:t>
      </w:r>
      <w:r>
        <w:t>douée de mouvement et de vie</w:t>
      </w:r>
      <w:r w:rsidR="004B5A85">
        <w:t xml:space="preserve">, </w:t>
      </w:r>
      <w:r>
        <w:t>car elle s</w:t>
      </w:r>
      <w:r w:rsidR="004B5A85">
        <w:t>’</w:t>
      </w:r>
      <w:r>
        <w:t>approchait de plus en plus du rivage en droite ligne</w:t>
      </w:r>
      <w:r w:rsidR="004B5A85">
        <w:t xml:space="preserve">. </w:t>
      </w:r>
      <w:r>
        <w:t>Elle aborderait la plage sablée à vingt pas de Joachim et de Manoël</w:t>
      </w:r>
      <w:r w:rsidR="004B5A85">
        <w:t>…</w:t>
      </w:r>
    </w:p>
    <w:p w14:paraId="230A47FC" w14:textId="77777777" w:rsidR="004B5A85" w:rsidRDefault="004C389C" w:rsidP="004C389C">
      <w:r>
        <w:t>Bientôt</w:t>
      </w:r>
      <w:r w:rsidR="004B5A85">
        <w:t xml:space="preserve">, </w:t>
      </w:r>
      <w:r>
        <w:t>il devint évident que le monstre avait à peu près la forme humaine</w:t>
      </w:r>
      <w:r w:rsidR="004B5A85">
        <w:t xml:space="preserve">. </w:t>
      </w:r>
      <w:r>
        <w:t>Les bras furent visibles en entier</w:t>
      </w:r>
      <w:r w:rsidR="004B5A85">
        <w:t xml:space="preserve">, </w:t>
      </w:r>
      <w:r>
        <w:t>puis tout le torse</w:t>
      </w:r>
      <w:r w:rsidR="004B5A85">
        <w:t xml:space="preserve">, </w:t>
      </w:r>
      <w:r>
        <w:t>les cuisses ensuite</w:t>
      </w:r>
      <w:r w:rsidR="004B5A85">
        <w:t xml:space="preserve">, </w:t>
      </w:r>
      <w:r>
        <w:t>et enfin les jambes et les pieds</w:t>
      </w:r>
      <w:r w:rsidR="004B5A85">
        <w:t xml:space="preserve">… </w:t>
      </w:r>
      <w:r>
        <w:t>Tout cela était brun</w:t>
      </w:r>
      <w:r w:rsidR="004B5A85">
        <w:t xml:space="preserve">, </w:t>
      </w:r>
      <w:r>
        <w:t>luisant</w:t>
      </w:r>
      <w:r w:rsidR="004B5A85">
        <w:t xml:space="preserve">, </w:t>
      </w:r>
      <w:r>
        <w:t>boursouflé</w:t>
      </w:r>
      <w:r w:rsidR="004B5A85">
        <w:t xml:space="preserve">. </w:t>
      </w:r>
      <w:r>
        <w:t>Au dos</w:t>
      </w:r>
      <w:r w:rsidR="004B5A85">
        <w:t xml:space="preserve">, </w:t>
      </w:r>
      <w:r>
        <w:t>une sorte de boîte noire se trouvait fixée</w:t>
      </w:r>
      <w:r w:rsidR="004B5A85">
        <w:t xml:space="preserve">, </w:t>
      </w:r>
      <w:r>
        <w:t>et quelque chose brillait à la ceinture</w:t>
      </w:r>
      <w:r w:rsidR="004B5A85">
        <w:t>…</w:t>
      </w:r>
    </w:p>
    <w:p w14:paraId="10A2F9A7" w14:textId="77777777" w:rsidR="004B5A85" w:rsidRDefault="004B5A85" w:rsidP="004C389C">
      <w:r>
        <w:t>— </w:t>
      </w:r>
      <w:r w:rsidR="004C389C">
        <w:t>Manoël</w:t>
      </w:r>
      <w:r>
        <w:t xml:space="preserve">, </w:t>
      </w:r>
      <w:r w:rsidR="004C389C">
        <w:t>dit le pêcheur</w:t>
      </w:r>
      <w:r>
        <w:t xml:space="preserve">, </w:t>
      </w:r>
      <w:r w:rsidR="004C389C">
        <w:t>ça ressemble à un homme de p</w:t>
      </w:r>
      <w:r w:rsidR="004C389C">
        <w:t>e</w:t>
      </w:r>
      <w:r w:rsidR="004C389C">
        <w:t>tite taille</w:t>
      </w:r>
      <w:r>
        <w:t xml:space="preserve">, </w:t>
      </w:r>
      <w:r w:rsidR="004C389C">
        <w:t>qui aurait une tête de cuivre</w:t>
      </w:r>
      <w:r>
        <w:t>…</w:t>
      </w:r>
    </w:p>
    <w:p w14:paraId="3D4C8C29" w14:textId="77777777" w:rsidR="004B5A85" w:rsidRDefault="004C389C" w:rsidP="004C389C">
      <w:r>
        <w:t>Et</w:t>
      </w:r>
      <w:r w:rsidR="004B5A85">
        <w:t xml:space="preserve">, </w:t>
      </w:r>
      <w:r>
        <w:t>comme le monstre n</w:t>
      </w:r>
      <w:r w:rsidR="004B5A85">
        <w:t>’</w:t>
      </w:r>
      <w:r>
        <w:t>était pas menaçant</w:t>
      </w:r>
      <w:r w:rsidR="004B5A85">
        <w:t xml:space="preserve">, </w:t>
      </w:r>
      <w:r>
        <w:t>comme il re</w:t>
      </w:r>
      <w:r>
        <w:t>s</w:t>
      </w:r>
      <w:r>
        <w:t>tait sur le sable</w:t>
      </w:r>
      <w:r w:rsidR="004B5A85">
        <w:t xml:space="preserve">, </w:t>
      </w:r>
      <w:r>
        <w:t>avec une apparence d</w:t>
      </w:r>
      <w:r w:rsidR="004B5A85">
        <w:t>’</w:t>
      </w:r>
      <w:r>
        <w:t>énorme lourdeur</w:t>
      </w:r>
      <w:r w:rsidR="004B5A85">
        <w:t xml:space="preserve">, </w:t>
      </w:r>
      <w:r>
        <w:t>comme il avait réellement la forme humaine</w:t>
      </w:r>
      <w:r w:rsidR="004B5A85">
        <w:t xml:space="preserve">, </w:t>
      </w:r>
      <w:r>
        <w:t>Joachim sentit sa frayeur faire place à une grande curiosité</w:t>
      </w:r>
      <w:r w:rsidR="004B5A85">
        <w:t>.</w:t>
      </w:r>
    </w:p>
    <w:p w14:paraId="5BF127B1" w14:textId="77777777" w:rsidR="004B5A85" w:rsidRDefault="004B5A85" w:rsidP="004C389C">
      <w:r>
        <w:t>— </w:t>
      </w:r>
      <w:r w:rsidR="004C389C">
        <w:t>Reste là</w:t>
      </w:r>
      <w:r>
        <w:t xml:space="preserve">, </w:t>
      </w:r>
      <w:r w:rsidR="004C389C">
        <w:t>petit</w:t>
      </w:r>
      <w:r>
        <w:t xml:space="preserve"> ! </w:t>
      </w:r>
      <w:r w:rsidR="004C389C">
        <w:t>dit-il à son fils</w:t>
      </w:r>
      <w:r>
        <w:t>.</w:t>
      </w:r>
    </w:p>
    <w:p w14:paraId="24696E40" w14:textId="77777777" w:rsidR="004B5A85" w:rsidRDefault="004C389C" w:rsidP="004C389C">
      <w:r>
        <w:lastRenderedPageBreak/>
        <w:t>Il prit le grand couteau à lame acérée dont il s</w:t>
      </w:r>
      <w:r w:rsidR="004B5A85">
        <w:t>’</w:t>
      </w:r>
      <w:r>
        <w:t>était servi pour nettoyer les poissons et</w:t>
      </w:r>
      <w:r w:rsidR="004B5A85">
        <w:t xml:space="preserve">, </w:t>
      </w:r>
      <w:r>
        <w:t>résolument</w:t>
      </w:r>
      <w:r w:rsidR="004B5A85">
        <w:t xml:space="preserve">, </w:t>
      </w:r>
      <w:r>
        <w:t>marcha vers le monstre</w:t>
      </w:r>
      <w:r w:rsidR="004B5A85">
        <w:t>.</w:t>
      </w:r>
    </w:p>
    <w:p w14:paraId="44963F10" w14:textId="77777777" w:rsidR="004B5A85" w:rsidRDefault="004C389C" w:rsidP="004C389C">
      <w:r>
        <w:t>Alors</w:t>
      </w:r>
      <w:r w:rsidR="004B5A85">
        <w:t xml:space="preserve">, </w:t>
      </w:r>
      <w:r>
        <w:t>il vit que ce prétendu animal avait des mains h</w:t>
      </w:r>
      <w:r>
        <w:t>u</w:t>
      </w:r>
      <w:r>
        <w:t>maines</w:t>
      </w:r>
      <w:r w:rsidR="004B5A85">
        <w:t xml:space="preserve">, </w:t>
      </w:r>
      <w:r>
        <w:t>et que ces mains travaillaient à dévisser une sorte d</w:t>
      </w:r>
      <w:r w:rsidR="004B5A85">
        <w:t>’</w:t>
      </w:r>
      <w:r>
        <w:t>écrou</w:t>
      </w:r>
      <w:r w:rsidR="004B5A85">
        <w:t xml:space="preserve">, </w:t>
      </w:r>
      <w:r>
        <w:t>sur l</w:t>
      </w:r>
      <w:r w:rsidR="004B5A85">
        <w:t>’</w:t>
      </w:r>
      <w:r>
        <w:t>épaule</w:t>
      </w:r>
      <w:r w:rsidR="004B5A85">
        <w:t>.</w:t>
      </w:r>
    </w:p>
    <w:p w14:paraId="7C501DA5" w14:textId="77777777" w:rsidR="004B5A85" w:rsidRDefault="004C389C" w:rsidP="004C389C">
      <w:r>
        <w:t>Joachim s</w:t>
      </w:r>
      <w:r w:rsidR="004B5A85">
        <w:t>’</w:t>
      </w:r>
      <w:r>
        <w:t>arrêta à quatre pas</w:t>
      </w:r>
      <w:r w:rsidR="004B5A85">
        <w:t xml:space="preserve">, </w:t>
      </w:r>
      <w:r>
        <w:t>le couteau à la main</w:t>
      </w:r>
      <w:r w:rsidR="004B5A85">
        <w:t xml:space="preserve">, </w:t>
      </w:r>
      <w:r>
        <w:t>m</w:t>
      </w:r>
      <w:r>
        <w:t>é</w:t>
      </w:r>
      <w:r>
        <w:t>fiant</w:t>
      </w:r>
      <w:r w:rsidR="004B5A85">
        <w:t xml:space="preserve">, </w:t>
      </w:r>
      <w:r>
        <w:t>intrigué</w:t>
      </w:r>
      <w:r w:rsidR="004B5A85">
        <w:t>.</w:t>
      </w:r>
    </w:p>
    <w:p w14:paraId="738D8160" w14:textId="77777777" w:rsidR="004B5A85" w:rsidRDefault="004C389C" w:rsidP="004C389C">
      <w:r>
        <w:t>Les mains dévissaient toujours</w:t>
      </w:r>
      <w:r w:rsidR="004B5A85">
        <w:t xml:space="preserve"> ; </w:t>
      </w:r>
      <w:r>
        <w:t>d</w:t>
      </w:r>
      <w:r w:rsidR="004B5A85">
        <w:t>’</w:t>
      </w:r>
      <w:r>
        <w:t>abord</w:t>
      </w:r>
      <w:r w:rsidR="004B5A85">
        <w:t xml:space="preserve">, </w:t>
      </w:r>
      <w:r>
        <w:t>ç</w:t>
      </w:r>
      <w:r w:rsidR="004B5A85">
        <w:t>’</w:t>
      </w:r>
      <w:r>
        <w:t>avait été à droite</w:t>
      </w:r>
      <w:r w:rsidR="004B5A85">
        <w:t xml:space="preserve">, </w:t>
      </w:r>
      <w:r>
        <w:t>puis à gauche</w:t>
      </w:r>
      <w:r w:rsidR="004B5A85">
        <w:t xml:space="preserve"> ; </w:t>
      </w:r>
      <w:r>
        <w:t>ensuite</w:t>
      </w:r>
      <w:r w:rsidR="004B5A85">
        <w:t xml:space="preserve">, </w:t>
      </w:r>
      <w:r>
        <w:t>ce fut devant</w:t>
      </w:r>
      <w:r w:rsidR="004B5A85">
        <w:t xml:space="preserve">… </w:t>
      </w:r>
      <w:r>
        <w:t>puis encore ce fut sur les côtés de la boule jaune</w:t>
      </w:r>
      <w:r w:rsidR="004B5A85">
        <w:t>…</w:t>
      </w:r>
    </w:p>
    <w:p w14:paraId="76C6E887" w14:textId="77777777" w:rsidR="004B5A85" w:rsidRDefault="004C389C" w:rsidP="004C389C">
      <w:r>
        <w:t>Et brusquement</w:t>
      </w:r>
      <w:r w:rsidR="004B5A85">
        <w:t xml:space="preserve">, </w:t>
      </w:r>
      <w:r>
        <w:t>les mains saisirent la boule jaune</w:t>
      </w:r>
      <w:r w:rsidR="004B5A85">
        <w:t xml:space="preserve">, </w:t>
      </w:r>
      <w:r>
        <w:t>la so</w:t>
      </w:r>
      <w:r>
        <w:t>u</w:t>
      </w:r>
      <w:r>
        <w:t>levèrent</w:t>
      </w:r>
      <w:r w:rsidR="004B5A85">
        <w:t xml:space="preserve">, </w:t>
      </w:r>
      <w:r>
        <w:t>la laissèrent tomber sur le sable et une tête apparut</w:t>
      </w:r>
      <w:r w:rsidR="004B5A85">
        <w:t xml:space="preserve">, </w:t>
      </w:r>
      <w:r>
        <w:t>au-dessus du corps brusquement dégonflé</w:t>
      </w:r>
      <w:r w:rsidR="004B5A85">
        <w:t xml:space="preserve">, </w:t>
      </w:r>
      <w:r>
        <w:t>une tête de garçon blond</w:t>
      </w:r>
      <w:r w:rsidR="004B5A85">
        <w:t xml:space="preserve">, </w:t>
      </w:r>
      <w:r>
        <w:t>aux yeux intelligents et vifs</w:t>
      </w:r>
      <w:r w:rsidR="004B5A85">
        <w:t>…</w:t>
      </w:r>
    </w:p>
    <w:p w14:paraId="18677953" w14:textId="77777777" w:rsidR="004B5A85" w:rsidRDefault="004C389C" w:rsidP="004C389C">
      <w:r>
        <w:t>Et le garçon parla</w:t>
      </w:r>
      <w:r w:rsidR="004B5A85">
        <w:t> !…</w:t>
      </w:r>
    </w:p>
    <w:p w14:paraId="0336C839" w14:textId="77777777" w:rsidR="004B5A85" w:rsidRDefault="004C389C" w:rsidP="004C389C">
      <w:r>
        <w:t>Joachim écouta</w:t>
      </w:r>
      <w:r w:rsidR="004B5A85">
        <w:t xml:space="preserve">. </w:t>
      </w:r>
      <w:r>
        <w:t>Il ne comprit pas un mot</w:t>
      </w:r>
      <w:r w:rsidR="004B5A85">
        <w:t xml:space="preserve">. </w:t>
      </w:r>
      <w:r>
        <w:t>Le garçon surgi de la mer s</w:t>
      </w:r>
      <w:r w:rsidR="004B5A85">
        <w:t>’</w:t>
      </w:r>
      <w:r>
        <w:t>exprimait en une langue qui ne ressemblait en rien au patois portugais des Açores</w:t>
      </w:r>
      <w:r w:rsidR="004B5A85">
        <w:t>.</w:t>
      </w:r>
    </w:p>
    <w:p w14:paraId="4AD531CA" w14:textId="77777777" w:rsidR="004B5A85" w:rsidRDefault="004C389C" w:rsidP="004C389C">
      <w:r>
        <w:t>Quand le curieux individu eut fini de parler</w:t>
      </w:r>
      <w:r w:rsidR="004B5A85">
        <w:t xml:space="preserve">, </w:t>
      </w:r>
      <w:r>
        <w:t>Joachim dit à son tour</w:t>
      </w:r>
      <w:r w:rsidR="004B5A85">
        <w:t> :</w:t>
      </w:r>
    </w:p>
    <w:p w14:paraId="151561F4" w14:textId="77777777" w:rsidR="004B5A85" w:rsidRDefault="004B5A85" w:rsidP="004C389C">
      <w:r>
        <w:t>— </w:t>
      </w:r>
      <w:r w:rsidR="004C389C">
        <w:t>Qui êtes-vous</w:t>
      </w:r>
      <w:r>
        <w:t xml:space="preserve"> ? </w:t>
      </w:r>
      <w:r w:rsidR="004C389C">
        <w:t>D</w:t>
      </w:r>
      <w:r>
        <w:t>’</w:t>
      </w:r>
      <w:r w:rsidR="004C389C">
        <w:t xml:space="preserve">où </w:t>
      </w:r>
      <w:proofErr w:type="spellStart"/>
      <w:r w:rsidR="004C389C">
        <w:t>venez-vous</w:t>
      </w:r>
      <w:proofErr w:type="spellEnd"/>
      <w:r>
        <w:t xml:space="preserve"> ? </w:t>
      </w:r>
      <w:r w:rsidR="004C389C">
        <w:t>Comment diable so</w:t>
      </w:r>
      <w:r w:rsidR="004C389C">
        <w:t>r</w:t>
      </w:r>
      <w:r w:rsidR="004C389C">
        <w:t>tez-vous tout vivant de la mer</w:t>
      </w:r>
      <w:r>
        <w:t xml:space="preserve"> ? </w:t>
      </w:r>
      <w:r w:rsidR="004C389C">
        <w:t>Qu</w:t>
      </w:r>
      <w:r>
        <w:t>’</w:t>
      </w:r>
      <w:r w:rsidR="004C389C">
        <w:t>est-ce que c</w:t>
      </w:r>
      <w:r>
        <w:t>’</w:t>
      </w:r>
      <w:r w:rsidR="004C389C">
        <w:t>est donc</w:t>
      </w:r>
      <w:r>
        <w:t xml:space="preserve">, </w:t>
      </w:r>
      <w:r w:rsidR="004C389C">
        <w:t>cette boule dans laquelle vous aviez la tête</w:t>
      </w:r>
      <w:r>
        <w:t> ?</w:t>
      </w:r>
    </w:p>
    <w:p w14:paraId="011931B6" w14:textId="77777777" w:rsidR="004B5A85" w:rsidRDefault="004C389C" w:rsidP="004C389C">
      <w:r>
        <w:t>Mais il se tut</w:t>
      </w:r>
      <w:r w:rsidR="004B5A85">
        <w:t xml:space="preserve">. </w:t>
      </w:r>
      <w:r>
        <w:t>L</w:t>
      </w:r>
      <w:r w:rsidR="004B5A85">
        <w:t>’</w:t>
      </w:r>
      <w:r>
        <w:t>inconnu venait de faire des gestes qui e</w:t>
      </w:r>
      <w:r>
        <w:t>x</w:t>
      </w:r>
      <w:r>
        <w:t>primaient confusément qu</w:t>
      </w:r>
      <w:r w:rsidR="004B5A85">
        <w:t>’</w:t>
      </w:r>
      <w:r>
        <w:t>il ne comprenait pas</w:t>
      </w:r>
      <w:r w:rsidR="004B5A85">
        <w:t xml:space="preserve">, </w:t>
      </w:r>
      <w:r>
        <w:t>ou bien qu</w:t>
      </w:r>
      <w:r w:rsidR="004B5A85">
        <w:t>’</w:t>
      </w:r>
      <w:r>
        <w:t>il était sourd</w:t>
      </w:r>
      <w:r w:rsidR="004B5A85">
        <w:t>.</w:t>
      </w:r>
    </w:p>
    <w:p w14:paraId="6F0BEA70" w14:textId="77777777" w:rsidR="004B5A85" w:rsidRDefault="004C389C" w:rsidP="004C389C">
      <w:r>
        <w:lastRenderedPageBreak/>
        <w:t>Et Joachim</w:t>
      </w:r>
      <w:r w:rsidR="004B5A85">
        <w:t xml:space="preserve">, </w:t>
      </w:r>
      <w:r>
        <w:t>perplexe</w:t>
      </w:r>
      <w:r w:rsidR="004B5A85">
        <w:t xml:space="preserve">, </w:t>
      </w:r>
      <w:r>
        <w:t>vit le garçon s</w:t>
      </w:r>
      <w:r w:rsidR="004B5A85">
        <w:t>’</w:t>
      </w:r>
      <w:r>
        <w:t>asseoir sur le sable</w:t>
      </w:r>
      <w:r w:rsidR="004B5A85">
        <w:t xml:space="preserve">, </w:t>
      </w:r>
      <w:r>
        <w:t xml:space="preserve">ôter ses lourds souliers </w:t>
      </w:r>
      <w:proofErr w:type="spellStart"/>
      <w:r>
        <w:t>semellés</w:t>
      </w:r>
      <w:proofErr w:type="spellEnd"/>
      <w:r>
        <w:t xml:space="preserve"> de plomb</w:t>
      </w:r>
      <w:r w:rsidR="004B5A85">
        <w:t xml:space="preserve">, </w:t>
      </w:r>
      <w:r>
        <w:t>puis se relever</w:t>
      </w:r>
      <w:r w:rsidR="004B5A85">
        <w:t xml:space="preserve">, </w:t>
      </w:r>
      <w:r>
        <w:t>se débarrasser péniblement du vêtement brun</w:t>
      </w:r>
      <w:r w:rsidR="004B5A85">
        <w:t xml:space="preserve">, </w:t>
      </w:r>
      <w:r>
        <w:t>qui avait des bras et des jambes comme une veste et un pantalon attachés l</w:t>
      </w:r>
      <w:r w:rsidR="004B5A85">
        <w:t>’</w:t>
      </w:r>
      <w:r>
        <w:t>un à l</w:t>
      </w:r>
      <w:r w:rsidR="004B5A85">
        <w:t>’</w:t>
      </w:r>
      <w:r>
        <w:t>autre</w:t>
      </w:r>
      <w:r w:rsidR="004B5A85">
        <w:t>.</w:t>
      </w:r>
    </w:p>
    <w:p w14:paraId="70D0958A" w14:textId="77777777" w:rsidR="004B5A85" w:rsidRDefault="004C389C" w:rsidP="004C389C">
      <w:r>
        <w:t>Et alors</w:t>
      </w:r>
      <w:r w:rsidR="004B5A85">
        <w:t xml:space="preserve">, </w:t>
      </w:r>
      <w:r>
        <w:t>ce ne fut plus une espèce de monstre qui se trouva devant le pêcheur et son fils</w:t>
      </w:r>
      <w:r w:rsidR="004B5A85">
        <w:t xml:space="preserve">, </w:t>
      </w:r>
      <w:r>
        <w:t>complètement abrutis</w:t>
      </w:r>
      <w:r w:rsidR="004B5A85">
        <w:t xml:space="preserve">, </w:t>
      </w:r>
      <w:r>
        <w:t>mais un jeune homme bien découplé</w:t>
      </w:r>
      <w:r w:rsidR="004B5A85">
        <w:t xml:space="preserve">, </w:t>
      </w:r>
      <w:r>
        <w:t>souriant</w:t>
      </w:r>
      <w:r w:rsidR="004B5A85">
        <w:t xml:space="preserve">, </w:t>
      </w:r>
      <w:r>
        <w:t>vêtu d</w:t>
      </w:r>
      <w:r w:rsidR="004B5A85">
        <w:t>’</w:t>
      </w:r>
      <w:r>
        <w:t>un tricot</w:t>
      </w:r>
      <w:r w:rsidR="004B5A85">
        <w:t xml:space="preserve">, </w:t>
      </w:r>
      <w:r>
        <w:t>de cal</w:t>
      </w:r>
      <w:r>
        <w:t>e</w:t>
      </w:r>
      <w:r>
        <w:t>çon et de bas en laine blanche</w:t>
      </w:r>
      <w:r w:rsidR="004B5A85">
        <w:t>…</w:t>
      </w:r>
    </w:p>
    <w:p w14:paraId="2F49B219" w14:textId="77777777" w:rsidR="004B5A85" w:rsidRDefault="004C389C" w:rsidP="004C389C">
      <w:r>
        <w:t>De part et d</w:t>
      </w:r>
      <w:r w:rsidR="004B5A85">
        <w:t>’</w:t>
      </w:r>
      <w:r>
        <w:t>autre on parla</w:t>
      </w:r>
      <w:r w:rsidR="004B5A85">
        <w:t xml:space="preserve">, </w:t>
      </w:r>
      <w:r>
        <w:t>mais sans résultat</w:t>
      </w:r>
      <w:r w:rsidR="004B5A85">
        <w:t xml:space="preserve">. </w:t>
      </w:r>
      <w:r>
        <w:t>Pas moyen de se comprendre</w:t>
      </w:r>
      <w:r w:rsidR="004B5A85">
        <w:t xml:space="preserve">. </w:t>
      </w:r>
      <w:r>
        <w:t>Joachim Braga eut une inspiration</w:t>
      </w:r>
      <w:r w:rsidR="004B5A85">
        <w:t xml:space="preserve">. </w:t>
      </w:r>
      <w:r>
        <w:t>Il cria à son fils</w:t>
      </w:r>
      <w:r w:rsidR="004B5A85">
        <w:t> :</w:t>
      </w:r>
    </w:p>
    <w:p w14:paraId="39D27A2A" w14:textId="77777777" w:rsidR="004B5A85" w:rsidRDefault="004B5A85" w:rsidP="004C389C">
      <w:r>
        <w:t>— </w:t>
      </w:r>
      <w:r w:rsidR="004C389C">
        <w:t>Vide la poêle</w:t>
      </w:r>
      <w:r>
        <w:t xml:space="preserve">. </w:t>
      </w:r>
      <w:r w:rsidR="004C389C">
        <w:t>Éteins le feu</w:t>
      </w:r>
      <w:r>
        <w:t xml:space="preserve">. </w:t>
      </w:r>
      <w:r w:rsidR="004C389C">
        <w:t>Mets tout à bord</w:t>
      </w:r>
      <w:r>
        <w:t xml:space="preserve">. </w:t>
      </w:r>
      <w:r w:rsidR="004C389C">
        <w:t>Nous allons à la Horta</w:t>
      </w:r>
      <w:r>
        <w:t xml:space="preserve">. </w:t>
      </w:r>
      <w:r w:rsidR="004C389C">
        <w:t>Nous reviendrons ce soir pour les filets</w:t>
      </w:r>
      <w:r>
        <w:t>.</w:t>
      </w:r>
    </w:p>
    <w:p w14:paraId="53B35EA2" w14:textId="394226AC" w:rsidR="004C389C" w:rsidRDefault="004C389C" w:rsidP="004C389C">
      <w:r>
        <w:t>Et il sauta dans la barque</w:t>
      </w:r>
      <w:r w:rsidR="004B5A85">
        <w:t xml:space="preserve">, </w:t>
      </w:r>
      <w:r>
        <w:t>en faisant au garçon sorti mir</w:t>
      </w:r>
      <w:r>
        <w:t>a</w:t>
      </w:r>
      <w:r>
        <w:t>culeusement de la mer des gestes qui signifiaient</w:t>
      </w:r>
      <w:r w:rsidR="004B5A85">
        <w:t> : « </w:t>
      </w:r>
      <w:r>
        <w:t>Venez avec nous</w:t>
      </w:r>
      <w:r w:rsidR="004B5A85">
        <w:t>. »</w:t>
      </w:r>
    </w:p>
    <w:p w14:paraId="15E2CDC5" w14:textId="77777777" w:rsidR="004B5A85" w:rsidRDefault="004C389C" w:rsidP="004C389C">
      <w:r>
        <w:t>L</w:t>
      </w:r>
      <w:r w:rsidR="004B5A85">
        <w:t>’</w:t>
      </w:r>
      <w:r>
        <w:t>autre comprit</w:t>
      </w:r>
      <w:r w:rsidR="004B5A85">
        <w:t xml:space="preserve">. </w:t>
      </w:r>
      <w:r>
        <w:t>Mais il porta d</w:t>
      </w:r>
      <w:r w:rsidR="004B5A85">
        <w:t>’</w:t>
      </w:r>
      <w:r>
        <w:t>abord dans la barque le v</w:t>
      </w:r>
      <w:r>
        <w:t>ê</w:t>
      </w:r>
      <w:r>
        <w:t>tement brun avec sa ceinture</w:t>
      </w:r>
      <w:r w:rsidR="004B5A85">
        <w:t xml:space="preserve">, </w:t>
      </w:r>
      <w:r>
        <w:t>la boule de cuivre</w:t>
      </w:r>
      <w:r w:rsidR="004B5A85">
        <w:t xml:space="preserve">, </w:t>
      </w:r>
      <w:r>
        <w:t>la boîte noire</w:t>
      </w:r>
      <w:r w:rsidR="004B5A85">
        <w:t xml:space="preserve">, </w:t>
      </w:r>
      <w:r>
        <w:t>les souliers à semelles de plomb</w:t>
      </w:r>
      <w:r w:rsidR="004B5A85">
        <w:t xml:space="preserve">. </w:t>
      </w:r>
      <w:r>
        <w:t>Ensuite</w:t>
      </w:r>
      <w:r w:rsidR="004B5A85">
        <w:t xml:space="preserve">, </w:t>
      </w:r>
      <w:r>
        <w:t>seulement</w:t>
      </w:r>
      <w:r w:rsidR="004B5A85">
        <w:t xml:space="preserve">, </w:t>
      </w:r>
      <w:r>
        <w:t>il s</w:t>
      </w:r>
      <w:r w:rsidR="004B5A85">
        <w:t>’</w:t>
      </w:r>
      <w:r>
        <w:t>embarqua</w:t>
      </w:r>
      <w:r w:rsidR="004B5A85">
        <w:t>.</w:t>
      </w:r>
    </w:p>
    <w:p w14:paraId="52A8B1C3" w14:textId="77777777" w:rsidR="004B5A85" w:rsidRDefault="004C389C" w:rsidP="004C389C">
      <w:r>
        <w:t>Le petit Manoël l</w:t>
      </w:r>
      <w:r w:rsidR="004B5A85">
        <w:t>’</w:t>
      </w:r>
      <w:r>
        <w:t>avait déjà précédé</w:t>
      </w:r>
      <w:r w:rsidR="004B5A85">
        <w:t>.</w:t>
      </w:r>
    </w:p>
    <w:p w14:paraId="36F0D6C2" w14:textId="77777777" w:rsidR="004B5A85" w:rsidRDefault="004C389C" w:rsidP="004C389C">
      <w:r>
        <w:t>On sortit de la baie à force de rames</w:t>
      </w:r>
      <w:r w:rsidR="004B5A85">
        <w:t xml:space="preserve">. </w:t>
      </w:r>
      <w:r>
        <w:t>Puis</w:t>
      </w:r>
      <w:r w:rsidR="004B5A85">
        <w:t xml:space="preserve">, </w:t>
      </w:r>
      <w:r>
        <w:t>comme il sou</w:t>
      </w:r>
      <w:r>
        <w:t>f</w:t>
      </w:r>
      <w:r>
        <w:t>flait une brise favorable</w:t>
      </w:r>
      <w:r w:rsidR="004B5A85">
        <w:t xml:space="preserve">, </w:t>
      </w:r>
      <w:r>
        <w:t>le père et le fils hissèrent la voile</w:t>
      </w:r>
      <w:r w:rsidR="004B5A85">
        <w:t>.</w:t>
      </w:r>
    </w:p>
    <w:p w14:paraId="49A902AE" w14:textId="77777777" w:rsidR="004B5A85" w:rsidRDefault="004C389C" w:rsidP="004C389C">
      <w:r>
        <w:t>En moins d</w:t>
      </w:r>
      <w:r w:rsidR="004B5A85">
        <w:t>’</w:t>
      </w:r>
      <w:r>
        <w:t>une demi-heure</w:t>
      </w:r>
      <w:r w:rsidR="004B5A85">
        <w:t xml:space="preserve">, </w:t>
      </w:r>
      <w:r>
        <w:t>la barque entrait dans le petit port de la Horta</w:t>
      </w:r>
      <w:r w:rsidR="004B5A85">
        <w:t xml:space="preserve">. </w:t>
      </w:r>
      <w:r>
        <w:t>À bord</w:t>
      </w:r>
      <w:r w:rsidR="004B5A85">
        <w:t xml:space="preserve">, </w:t>
      </w:r>
      <w:r>
        <w:t>pendant le trajet</w:t>
      </w:r>
      <w:r w:rsidR="004B5A85">
        <w:t xml:space="preserve">, </w:t>
      </w:r>
      <w:r>
        <w:t>pas un mot n</w:t>
      </w:r>
      <w:r w:rsidR="004B5A85">
        <w:t>’</w:t>
      </w:r>
      <w:r>
        <w:t>avait été prononcé</w:t>
      </w:r>
      <w:r w:rsidR="004B5A85">
        <w:t>.</w:t>
      </w:r>
    </w:p>
    <w:p w14:paraId="43AD1B4D" w14:textId="506B9110" w:rsidR="004C389C" w:rsidRDefault="004C389C" w:rsidP="004C389C">
      <w:r>
        <w:lastRenderedPageBreak/>
        <w:t>La barque amarrée au quai</w:t>
      </w:r>
      <w:r w:rsidR="004B5A85">
        <w:t xml:space="preserve">, </w:t>
      </w:r>
      <w:r>
        <w:t>juste devant l</w:t>
      </w:r>
      <w:r w:rsidR="004B5A85">
        <w:t>’</w:t>
      </w:r>
      <w:r>
        <w:t>escalier accédant à une maison carrée construite sur le quai même</w:t>
      </w:r>
      <w:r w:rsidR="004B5A85">
        <w:t xml:space="preserve">, </w:t>
      </w:r>
      <w:r>
        <w:t>Joachim fit à l</w:t>
      </w:r>
      <w:r w:rsidR="004B5A85">
        <w:t>’</w:t>
      </w:r>
      <w:r>
        <w:t>extraordinaire garçon des signes qui voulaient dire</w:t>
      </w:r>
      <w:r w:rsidR="004B5A85">
        <w:t> : « </w:t>
      </w:r>
      <w:r>
        <w:t>Suivez-moi encore</w:t>
      </w:r>
      <w:r w:rsidR="004B5A85">
        <w:t>. »</w:t>
      </w:r>
    </w:p>
    <w:p w14:paraId="5AA442D9" w14:textId="77777777" w:rsidR="004B5A85" w:rsidRDefault="004C389C" w:rsidP="004C389C">
      <w:r>
        <w:t>Le jeune homme répondit d</w:t>
      </w:r>
      <w:r w:rsidR="004B5A85">
        <w:t>’</w:t>
      </w:r>
      <w:r>
        <w:t>un geste qui montrait son équipement de monstre sous-marin</w:t>
      </w:r>
      <w:r w:rsidR="004B5A85">
        <w:t>.</w:t>
      </w:r>
    </w:p>
    <w:p w14:paraId="678EEA64" w14:textId="77777777" w:rsidR="004B5A85" w:rsidRDefault="004C389C" w:rsidP="004C389C">
      <w:r>
        <w:t>L</w:t>
      </w:r>
      <w:r w:rsidR="004B5A85">
        <w:t>’</w:t>
      </w:r>
      <w:r>
        <w:t>homme comprit</w:t>
      </w:r>
      <w:r w:rsidR="004B5A85">
        <w:t xml:space="preserve">. </w:t>
      </w:r>
      <w:r>
        <w:t>Il se chargea d</w:t>
      </w:r>
      <w:r w:rsidR="004B5A85">
        <w:t>’</w:t>
      </w:r>
      <w:r>
        <w:t>une partie de cet acco</w:t>
      </w:r>
      <w:r>
        <w:t>u</w:t>
      </w:r>
      <w:r>
        <w:t>trement</w:t>
      </w:r>
      <w:r w:rsidR="004B5A85">
        <w:t xml:space="preserve">, </w:t>
      </w:r>
      <w:r>
        <w:t>tandis que le garçon lui-même prenait le casque et la boîte</w:t>
      </w:r>
      <w:r w:rsidR="004B5A85">
        <w:t xml:space="preserve">, </w:t>
      </w:r>
      <w:r>
        <w:t>et on sortit de la barque</w:t>
      </w:r>
      <w:r w:rsidR="004B5A85">
        <w:t xml:space="preserve">, </w:t>
      </w:r>
      <w:r>
        <w:t>le petit Manoël venant le de</w:t>
      </w:r>
      <w:r>
        <w:t>r</w:t>
      </w:r>
      <w:r>
        <w:t>nier</w:t>
      </w:r>
      <w:r w:rsidR="004B5A85">
        <w:t>.</w:t>
      </w:r>
    </w:p>
    <w:p w14:paraId="017DD22C" w14:textId="77777777" w:rsidR="004B5A85" w:rsidRDefault="004C389C" w:rsidP="004C389C">
      <w:r>
        <w:t>On gravit l</w:t>
      </w:r>
      <w:r w:rsidR="004B5A85">
        <w:t>’</w:t>
      </w:r>
      <w:r>
        <w:t>escalier</w:t>
      </w:r>
      <w:r w:rsidR="004B5A85">
        <w:t xml:space="preserve">, </w:t>
      </w:r>
      <w:r>
        <w:t>on entra dans la maison</w:t>
      </w:r>
      <w:r w:rsidR="004B5A85">
        <w:t xml:space="preserve">, </w:t>
      </w:r>
      <w:r>
        <w:t>on traversa une salle dès que le pêcheur eut parlé à un gardien à vareuse g</w:t>
      </w:r>
      <w:r>
        <w:t>a</w:t>
      </w:r>
      <w:r>
        <w:t>lonnée</w:t>
      </w:r>
      <w:r w:rsidR="004B5A85">
        <w:t xml:space="preserve">, </w:t>
      </w:r>
      <w:r>
        <w:t>et après avoir attendu quelques minutes dans une autre salle plus petite</w:t>
      </w:r>
      <w:r w:rsidR="004B5A85">
        <w:t xml:space="preserve">, </w:t>
      </w:r>
      <w:r>
        <w:t>on entra tous ensemble dans une vaste pièce assez luxueusement meublée en bureau</w:t>
      </w:r>
      <w:r w:rsidR="004B5A85">
        <w:t xml:space="preserve">, </w:t>
      </w:r>
      <w:r>
        <w:t>au milieu de laquelle</w:t>
      </w:r>
      <w:r w:rsidR="004B5A85">
        <w:t xml:space="preserve">, </w:t>
      </w:r>
      <w:r>
        <w:t>derrière une table</w:t>
      </w:r>
      <w:r w:rsidR="004B5A85">
        <w:t xml:space="preserve">, </w:t>
      </w:r>
      <w:r>
        <w:t>était assis un homme à moustaches blanches</w:t>
      </w:r>
      <w:r w:rsidR="004B5A85">
        <w:t xml:space="preserve">, </w:t>
      </w:r>
      <w:r>
        <w:t>en uniforme également galonné</w:t>
      </w:r>
      <w:r w:rsidR="004B5A85">
        <w:t>.</w:t>
      </w:r>
    </w:p>
    <w:p w14:paraId="0B19ACED" w14:textId="77777777" w:rsidR="004B5A85" w:rsidRDefault="004C389C" w:rsidP="004C389C">
      <w:r>
        <w:t>Immédiatement</w:t>
      </w:r>
      <w:r w:rsidR="004B5A85">
        <w:t xml:space="preserve">, </w:t>
      </w:r>
      <w:r>
        <w:t>le pêcheur parla à cet officier</w:t>
      </w:r>
      <w:r w:rsidR="004B5A85">
        <w:t xml:space="preserve">, </w:t>
      </w:r>
      <w:r>
        <w:t>dont le v</w:t>
      </w:r>
      <w:r>
        <w:t>i</w:t>
      </w:r>
      <w:r>
        <w:t>sage exprima aussitôt le plus vif étonnement</w:t>
      </w:r>
      <w:r w:rsidR="004B5A85">
        <w:t>.</w:t>
      </w:r>
    </w:p>
    <w:p w14:paraId="21769147" w14:textId="77777777" w:rsidR="004B5A85" w:rsidRDefault="004C389C" w:rsidP="004C389C">
      <w:r>
        <w:t>Il imposa silence au pêcheur et</w:t>
      </w:r>
      <w:r w:rsidR="004B5A85">
        <w:t xml:space="preserve">, </w:t>
      </w:r>
      <w:r>
        <w:t>se tournant vers le jeune garçon</w:t>
      </w:r>
      <w:r w:rsidR="004B5A85">
        <w:t xml:space="preserve">, </w:t>
      </w:r>
      <w:r>
        <w:t>lui demanda</w:t>
      </w:r>
      <w:r w:rsidR="004B5A85">
        <w:t xml:space="preserve">, </w:t>
      </w:r>
      <w:r>
        <w:t>en portugais</w:t>
      </w:r>
      <w:r w:rsidR="004B5A85">
        <w:t> :</w:t>
      </w:r>
    </w:p>
    <w:p w14:paraId="6938CA5F" w14:textId="77777777" w:rsidR="004B5A85" w:rsidRDefault="004B5A85" w:rsidP="004C389C">
      <w:r>
        <w:t>— </w:t>
      </w:r>
      <w:r w:rsidR="004C389C">
        <w:t>De quelle nation êtes-vous</w:t>
      </w:r>
      <w:r>
        <w:t> ?…</w:t>
      </w:r>
    </w:p>
    <w:p w14:paraId="3E26B5BE" w14:textId="77777777" w:rsidR="004B5A85" w:rsidRDefault="004C389C" w:rsidP="004C389C">
      <w:r>
        <w:t>Comme l</w:t>
      </w:r>
      <w:r w:rsidR="004B5A85">
        <w:t>’</w:t>
      </w:r>
      <w:r>
        <w:t>autre ouvrait de grands yeux</w:t>
      </w:r>
      <w:r w:rsidR="004B5A85">
        <w:t xml:space="preserve">, </w:t>
      </w:r>
      <w:r>
        <w:t>ne comprenant év</w:t>
      </w:r>
      <w:r>
        <w:t>i</w:t>
      </w:r>
      <w:r>
        <w:t>demment pas</w:t>
      </w:r>
      <w:r w:rsidR="004B5A85">
        <w:t xml:space="preserve">, </w:t>
      </w:r>
      <w:r>
        <w:t>l</w:t>
      </w:r>
      <w:r w:rsidR="004B5A85">
        <w:t>’</w:t>
      </w:r>
      <w:r>
        <w:t>officier répéta la même question</w:t>
      </w:r>
      <w:r w:rsidR="004B5A85">
        <w:t xml:space="preserve">, </w:t>
      </w:r>
      <w:r>
        <w:t>mais en a</w:t>
      </w:r>
      <w:r>
        <w:t>n</w:t>
      </w:r>
      <w:r>
        <w:t>glais</w:t>
      </w:r>
      <w:r w:rsidR="004B5A85">
        <w:t>.</w:t>
      </w:r>
    </w:p>
    <w:p w14:paraId="0411B19A" w14:textId="77777777" w:rsidR="004B5A85" w:rsidRDefault="004C389C" w:rsidP="004C389C">
      <w:r>
        <w:t>Même silence</w:t>
      </w:r>
      <w:r w:rsidR="004B5A85">
        <w:t>.</w:t>
      </w:r>
    </w:p>
    <w:p w14:paraId="17E3BD26" w14:textId="77777777" w:rsidR="004B5A85" w:rsidRDefault="004C389C" w:rsidP="004C389C">
      <w:r>
        <w:t>Ici</w:t>
      </w:r>
      <w:r w:rsidR="004B5A85">
        <w:t xml:space="preserve">, </w:t>
      </w:r>
      <w:r>
        <w:t>l</w:t>
      </w:r>
      <w:r w:rsidR="004B5A85">
        <w:t>’</w:t>
      </w:r>
      <w:r>
        <w:t>officier</w:t>
      </w:r>
      <w:r w:rsidR="004B5A85">
        <w:t xml:space="preserve">, </w:t>
      </w:r>
      <w:r>
        <w:t>ayant encore répété sa question</w:t>
      </w:r>
      <w:r w:rsidR="004B5A85">
        <w:t xml:space="preserve">, </w:t>
      </w:r>
      <w:r>
        <w:t>en français</w:t>
      </w:r>
      <w:r w:rsidR="004B5A85">
        <w:t xml:space="preserve">, </w:t>
      </w:r>
      <w:r>
        <w:t>cette fois</w:t>
      </w:r>
      <w:r w:rsidR="004B5A85">
        <w:t xml:space="preserve">, </w:t>
      </w:r>
      <w:r>
        <w:t>le garçon répondit</w:t>
      </w:r>
      <w:r w:rsidR="004B5A85">
        <w:t xml:space="preserve">, </w:t>
      </w:r>
      <w:r>
        <w:t>d</w:t>
      </w:r>
      <w:r w:rsidR="004B5A85">
        <w:t>’</w:t>
      </w:r>
      <w:r>
        <w:t>une voix claire</w:t>
      </w:r>
      <w:r w:rsidR="004B5A85">
        <w:t> :</w:t>
      </w:r>
    </w:p>
    <w:p w14:paraId="163BCDE1" w14:textId="77777777" w:rsidR="004B5A85" w:rsidRDefault="004B5A85" w:rsidP="004C389C">
      <w:r>
        <w:lastRenderedPageBreak/>
        <w:t>— </w:t>
      </w:r>
      <w:r w:rsidR="004C389C">
        <w:t>Je suis Français</w:t>
      </w:r>
      <w:r>
        <w:t xml:space="preserve">, </w:t>
      </w:r>
      <w:r w:rsidR="004C389C">
        <w:t xml:space="preserve">mousse à bord du </w:t>
      </w:r>
      <w:r w:rsidR="004C389C">
        <w:rPr>
          <w:i/>
          <w:iCs/>
        </w:rPr>
        <w:t>Nyctalope</w:t>
      </w:r>
      <w:r>
        <w:rPr>
          <w:i/>
          <w:iCs/>
        </w:rPr>
        <w:t xml:space="preserve">, </w:t>
      </w:r>
      <w:r w:rsidR="004C389C">
        <w:t>comma</w:t>
      </w:r>
      <w:r w:rsidR="004C389C">
        <w:t>n</w:t>
      </w:r>
      <w:r w:rsidR="004C389C">
        <w:t>dant Martel</w:t>
      </w:r>
      <w:r>
        <w:t>…</w:t>
      </w:r>
    </w:p>
    <w:p w14:paraId="6DD8DB5F" w14:textId="77777777" w:rsidR="004B5A85" w:rsidRDefault="004C389C" w:rsidP="004C389C">
      <w:r>
        <w:t>L</w:t>
      </w:r>
      <w:r w:rsidR="004B5A85">
        <w:t>’</w:t>
      </w:r>
      <w:r>
        <w:t>officier se leva d</w:t>
      </w:r>
      <w:r w:rsidR="004B5A85">
        <w:t>’</w:t>
      </w:r>
      <w:r>
        <w:t>un bond</w:t>
      </w:r>
      <w:r w:rsidR="004B5A85">
        <w:t>.</w:t>
      </w:r>
    </w:p>
    <w:p w14:paraId="3D8EB5BA" w14:textId="77777777" w:rsidR="004B5A85" w:rsidRDefault="004B5A85" w:rsidP="004C389C">
      <w:r>
        <w:t>— </w:t>
      </w:r>
      <w:r w:rsidR="004C389C">
        <w:t xml:space="preserve">Le </w:t>
      </w:r>
      <w:r w:rsidR="004C389C">
        <w:rPr>
          <w:i/>
          <w:iCs/>
        </w:rPr>
        <w:t>Nyctalope</w:t>
      </w:r>
      <w:r>
        <w:rPr>
          <w:i/>
          <w:iCs/>
        </w:rPr>
        <w:t xml:space="preserve"> ! </w:t>
      </w:r>
      <w:r w:rsidR="004C389C">
        <w:t>s</w:t>
      </w:r>
      <w:r>
        <w:t>’</w:t>
      </w:r>
      <w:r w:rsidR="004C389C">
        <w:t>écria-t-il</w:t>
      </w:r>
      <w:r>
        <w:t>.</w:t>
      </w:r>
    </w:p>
    <w:p w14:paraId="3FB1C3D3" w14:textId="77777777" w:rsidR="004B5A85" w:rsidRDefault="004C389C" w:rsidP="004C389C">
      <w:r>
        <w:t>Et son émotion était si grande qu</w:t>
      </w:r>
      <w:r w:rsidR="004B5A85">
        <w:t>’</w:t>
      </w:r>
      <w:r>
        <w:t>il ne put en dire dava</w:t>
      </w:r>
      <w:r>
        <w:t>n</w:t>
      </w:r>
      <w:r>
        <w:t>tage</w:t>
      </w:r>
      <w:r w:rsidR="004B5A85">
        <w:t>.</w:t>
      </w:r>
    </w:p>
    <w:p w14:paraId="5274F15D" w14:textId="77777777" w:rsidR="004B5A85" w:rsidRDefault="004C389C" w:rsidP="004C389C">
      <w:r>
        <w:t>Même aux Açores</w:t>
      </w:r>
      <w:r w:rsidR="004B5A85">
        <w:t xml:space="preserve">, </w:t>
      </w:r>
      <w:r>
        <w:t>les extraordinaires événements qui d</w:t>
      </w:r>
      <w:r>
        <w:t>e</w:t>
      </w:r>
      <w:r>
        <w:t>puis cinq jours bouleversaient le monde</w:t>
      </w:r>
      <w:r w:rsidR="004B5A85">
        <w:t xml:space="preserve">, </w:t>
      </w:r>
      <w:r>
        <w:t>étaient connus</w:t>
      </w:r>
      <w:r w:rsidR="004B5A85">
        <w:t xml:space="preserve">, </w:t>
      </w:r>
      <w:r>
        <w:t>grâce au télégraphe et aussi par les soins du gouvernement français</w:t>
      </w:r>
      <w:r w:rsidR="004B5A85">
        <w:t xml:space="preserve">, </w:t>
      </w:r>
      <w:r>
        <w:t>qui avait veillé à ce qu</w:t>
      </w:r>
      <w:r w:rsidR="004B5A85">
        <w:t>’</w:t>
      </w:r>
      <w:r>
        <w:t>un récit succinct fût communiqué à tous les ports étrangers</w:t>
      </w:r>
      <w:r w:rsidR="004B5A85">
        <w:t xml:space="preserve">, </w:t>
      </w:r>
      <w:r>
        <w:t>même les plus petits</w:t>
      </w:r>
      <w:r w:rsidR="004B5A85">
        <w:t>.</w:t>
      </w:r>
    </w:p>
    <w:p w14:paraId="53344A1C" w14:textId="77777777" w:rsidR="004B5A85" w:rsidRDefault="004B5A85" w:rsidP="004C389C">
      <w:r>
        <w:t>— </w:t>
      </w:r>
      <w:r w:rsidR="004C389C">
        <w:t xml:space="preserve">Le </w:t>
      </w:r>
      <w:r w:rsidR="004C389C">
        <w:rPr>
          <w:i/>
          <w:iCs/>
        </w:rPr>
        <w:t>Nyctalope</w:t>
      </w:r>
      <w:r>
        <w:rPr>
          <w:i/>
          <w:iCs/>
        </w:rPr>
        <w:t xml:space="preserve"> ! </w:t>
      </w:r>
      <w:r w:rsidR="004C389C">
        <w:t>répéta l</w:t>
      </w:r>
      <w:r>
        <w:t>’</w:t>
      </w:r>
      <w:r w:rsidR="004C389C">
        <w:t>officier</w:t>
      </w:r>
      <w:r>
        <w:t xml:space="preserve">. </w:t>
      </w:r>
      <w:r w:rsidR="004C389C">
        <w:t>Mais seriez-vous</w:t>
      </w:r>
      <w:r>
        <w:t xml:space="preserve">… </w:t>
      </w:r>
      <w:r w:rsidR="004C389C">
        <w:t>le</w:t>
      </w:r>
      <w:r>
        <w:t xml:space="preserve">… </w:t>
      </w:r>
      <w:r w:rsidR="004C389C">
        <w:t>le mousse Pierrot l</w:t>
      </w:r>
      <w:r>
        <w:t>’</w:t>
      </w:r>
      <w:r w:rsidR="004C389C">
        <w:t>Écureuil</w:t>
      </w:r>
      <w:r>
        <w:t> ?…</w:t>
      </w:r>
    </w:p>
    <w:p w14:paraId="20938E47" w14:textId="77777777" w:rsidR="004B5A85" w:rsidRDefault="004B5A85" w:rsidP="004C389C">
      <w:r>
        <w:t>— </w:t>
      </w:r>
      <w:r w:rsidR="004C389C">
        <w:t>Justement</w:t>
      </w:r>
      <w:r>
        <w:t xml:space="preserve"> !… </w:t>
      </w:r>
      <w:r w:rsidR="004C389C">
        <w:t>fit le garçon avec un sourire tranquille</w:t>
      </w:r>
      <w:r>
        <w:t>.</w:t>
      </w:r>
    </w:p>
    <w:p w14:paraId="5F5FFF69" w14:textId="77777777" w:rsidR="004B5A85" w:rsidRDefault="004B5A85" w:rsidP="004C389C">
      <w:r>
        <w:t>— </w:t>
      </w:r>
      <w:r w:rsidR="004C389C">
        <w:t>C</w:t>
      </w:r>
      <w:r>
        <w:t>’</w:t>
      </w:r>
      <w:r w:rsidR="004C389C">
        <w:t>est stupéfiant</w:t>
      </w:r>
      <w:r>
        <w:t xml:space="preserve">, </w:t>
      </w:r>
      <w:r w:rsidR="004C389C">
        <w:t>extraordinaire</w:t>
      </w:r>
      <w:r>
        <w:t xml:space="preserve">, </w:t>
      </w:r>
      <w:r w:rsidR="004C389C">
        <w:t>merveilleux</w:t>
      </w:r>
      <w:r>
        <w:t xml:space="preserve"> ! </w:t>
      </w:r>
      <w:r w:rsidR="004C389C">
        <w:t>s</w:t>
      </w:r>
      <w:r>
        <w:t>’</w:t>
      </w:r>
      <w:r w:rsidR="004C389C">
        <w:t>exclama l</w:t>
      </w:r>
      <w:r>
        <w:t>’</w:t>
      </w:r>
      <w:r w:rsidR="004C389C">
        <w:t>officier</w:t>
      </w:r>
      <w:r>
        <w:t xml:space="preserve">. </w:t>
      </w:r>
      <w:r w:rsidR="004C389C">
        <w:t xml:space="preserve">Vous vous êtes évadé du </w:t>
      </w:r>
      <w:r w:rsidR="004C389C">
        <w:rPr>
          <w:i/>
          <w:iCs/>
        </w:rPr>
        <w:t xml:space="preserve">Nyctalope </w:t>
      </w:r>
      <w:r w:rsidR="004C389C">
        <w:t>grâce à cet équ</w:t>
      </w:r>
      <w:r w:rsidR="004C389C">
        <w:t>i</w:t>
      </w:r>
      <w:r w:rsidR="004C389C">
        <w:t>pement de scaphandrier</w:t>
      </w:r>
      <w:r>
        <w:t> ?…</w:t>
      </w:r>
    </w:p>
    <w:p w14:paraId="35A56999" w14:textId="77777777" w:rsidR="004B5A85" w:rsidRDefault="004B5A85" w:rsidP="004C389C">
      <w:r>
        <w:t>— </w:t>
      </w:r>
      <w:r w:rsidR="004C389C">
        <w:t>Pas évadé exactement</w:t>
      </w:r>
      <w:r>
        <w:t xml:space="preserve">, </w:t>
      </w:r>
      <w:r w:rsidR="004C389C">
        <w:t>fit Pierrot l</w:t>
      </w:r>
      <w:r>
        <w:t>’</w:t>
      </w:r>
      <w:r w:rsidR="004C389C">
        <w:t>Écureuil avec sa juv</w:t>
      </w:r>
      <w:r w:rsidR="004C389C">
        <w:t>é</w:t>
      </w:r>
      <w:r w:rsidR="004C389C">
        <w:t>nile et fière assurance</w:t>
      </w:r>
      <w:r>
        <w:t xml:space="preserve">. </w:t>
      </w:r>
      <w:r w:rsidR="004C389C">
        <w:t>Mais si vous voulez que je vous raconte</w:t>
      </w:r>
      <w:r>
        <w:t>…</w:t>
      </w:r>
    </w:p>
    <w:p w14:paraId="5AEE09AA" w14:textId="77777777" w:rsidR="004B5A85" w:rsidRDefault="004B5A85" w:rsidP="004C389C">
      <w:r>
        <w:t>— </w:t>
      </w:r>
      <w:r w:rsidR="004C389C">
        <w:t>Racontez</w:t>
      </w:r>
      <w:r>
        <w:t xml:space="preserve"> ! </w:t>
      </w:r>
      <w:r w:rsidR="004C389C">
        <w:t>Racontez</w:t>
      </w:r>
      <w:r>
        <w:t xml:space="preserve"> ! </w:t>
      </w:r>
      <w:r w:rsidR="004C389C">
        <w:t>Mais d</w:t>
      </w:r>
      <w:r>
        <w:t>’</w:t>
      </w:r>
      <w:r w:rsidR="004C389C">
        <w:t>abord asseyez-vous</w:t>
      </w:r>
      <w:r>
        <w:t xml:space="preserve">, </w:t>
      </w:r>
      <w:r w:rsidR="004C389C">
        <w:t>mon ami</w:t>
      </w:r>
      <w:r>
        <w:t xml:space="preserve">… </w:t>
      </w:r>
      <w:r w:rsidR="004C389C">
        <w:t>Extraordinaire</w:t>
      </w:r>
      <w:r>
        <w:t xml:space="preserve"> ! </w:t>
      </w:r>
      <w:r w:rsidR="004C389C">
        <w:t>stupéfiant</w:t>
      </w:r>
      <w:r>
        <w:t xml:space="preserve"> !… </w:t>
      </w:r>
      <w:r w:rsidR="004C389C">
        <w:t>Je télégraphierai tout de suite à Lisbonne</w:t>
      </w:r>
      <w:r>
        <w:t xml:space="preserve">… </w:t>
      </w:r>
      <w:r w:rsidR="004C389C">
        <w:t>Racontez</w:t>
      </w:r>
      <w:r>
        <w:t xml:space="preserve">, </w:t>
      </w:r>
      <w:r w:rsidR="004C389C">
        <w:t>mon ami</w:t>
      </w:r>
      <w:r>
        <w:t xml:space="preserve">, </w:t>
      </w:r>
      <w:r w:rsidR="004C389C">
        <w:t>je vous en supplie</w:t>
      </w:r>
      <w:r>
        <w:t>…</w:t>
      </w:r>
    </w:p>
    <w:p w14:paraId="001460F5" w14:textId="77777777" w:rsidR="004B5A85" w:rsidRDefault="004C389C" w:rsidP="004C389C">
      <w:r>
        <w:t>L</w:t>
      </w:r>
      <w:r w:rsidR="004B5A85">
        <w:t>’</w:t>
      </w:r>
      <w:r>
        <w:t>officier s</w:t>
      </w:r>
      <w:r w:rsidR="004B5A85">
        <w:t>’</w:t>
      </w:r>
      <w:r>
        <w:t>assit</w:t>
      </w:r>
      <w:r w:rsidR="004B5A85">
        <w:t xml:space="preserve">, </w:t>
      </w:r>
      <w:r>
        <w:t>en proie à une indescriptible émotion</w:t>
      </w:r>
      <w:r w:rsidR="004B5A85">
        <w:t xml:space="preserve">, </w:t>
      </w:r>
      <w:r>
        <w:t>tandis que Joachim et Manoël</w:t>
      </w:r>
      <w:r w:rsidR="004B5A85">
        <w:t xml:space="preserve">, </w:t>
      </w:r>
      <w:r>
        <w:t>plus ahuris que jamais</w:t>
      </w:r>
      <w:r w:rsidR="004B5A85">
        <w:t xml:space="preserve">, </w:t>
      </w:r>
      <w:r>
        <w:t>restaient debout</w:t>
      </w:r>
      <w:r w:rsidR="004B5A85">
        <w:t xml:space="preserve">, </w:t>
      </w:r>
      <w:r>
        <w:t>tout yeux et tout oreilles</w:t>
      </w:r>
      <w:r w:rsidR="004B5A85">
        <w:t>.</w:t>
      </w:r>
    </w:p>
    <w:p w14:paraId="0CF31F42" w14:textId="77777777" w:rsidR="004B5A85" w:rsidRDefault="004C389C" w:rsidP="004C389C">
      <w:r>
        <w:lastRenderedPageBreak/>
        <w:t>Tranquillement</w:t>
      </w:r>
      <w:r w:rsidR="004B5A85">
        <w:t xml:space="preserve">, </w:t>
      </w:r>
      <w:r>
        <w:t>Pierrot l</w:t>
      </w:r>
      <w:r w:rsidR="004B5A85">
        <w:t>’</w:t>
      </w:r>
      <w:r>
        <w:t>Écureuil raconta comment</w:t>
      </w:r>
      <w:r w:rsidR="004B5A85">
        <w:t xml:space="preserve">, </w:t>
      </w:r>
      <w:r>
        <w:t>pr</w:t>
      </w:r>
      <w:r>
        <w:t>i</w:t>
      </w:r>
      <w:r>
        <w:t xml:space="preserve">sonnier à bord du </w:t>
      </w:r>
      <w:r>
        <w:rPr>
          <w:i/>
          <w:iCs/>
        </w:rPr>
        <w:t>Nyctalope</w:t>
      </w:r>
      <w:r w:rsidR="004B5A85">
        <w:rPr>
          <w:i/>
          <w:iCs/>
        </w:rPr>
        <w:t xml:space="preserve">, </w:t>
      </w:r>
      <w:r>
        <w:t>monté par les pirates</w:t>
      </w:r>
      <w:r w:rsidR="004B5A85">
        <w:t xml:space="preserve">, </w:t>
      </w:r>
      <w:r>
        <w:t>il avait pris part à une excursion sous-marine</w:t>
      </w:r>
      <w:r w:rsidR="004B5A85">
        <w:t xml:space="preserve"> ; </w:t>
      </w:r>
      <w:r>
        <w:t>comment il avait vu un r</w:t>
      </w:r>
      <w:r>
        <w:t>e</w:t>
      </w:r>
      <w:r>
        <w:t>quin prêt à couper en deux le Ravageur</w:t>
      </w:r>
      <w:r w:rsidR="004B5A85">
        <w:t xml:space="preserve"> ; </w:t>
      </w:r>
      <w:r>
        <w:t>comment encore</w:t>
      </w:r>
      <w:r w:rsidR="004B5A85">
        <w:t xml:space="preserve">, </w:t>
      </w:r>
      <w:r>
        <w:t>obéissant à une impulsion irrésistible</w:t>
      </w:r>
      <w:r w:rsidR="004B5A85">
        <w:t xml:space="preserve">, </w:t>
      </w:r>
      <w:r>
        <w:t>il avait voulu sauver le Ravageur et s</w:t>
      </w:r>
      <w:r w:rsidR="004B5A85">
        <w:t>’</w:t>
      </w:r>
      <w:r>
        <w:t>était jeté sur le requin</w:t>
      </w:r>
      <w:r w:rsidR="004B5A85">
        <w:t>…</w:t>
      </w:r>
    </w:p>
    <w:p w14:paraId="152A7556" w14:textId="77777777" w:rsidR="004B5A85" w:rsidRDefault="004B5A85" w:rsidP="004C389C">
      <w:r>
        <w:t>— </w:t>
      </w:r>
      <w:r w:rsidR="004C389C">
        <w:t>Tandis que j</w:t>
      </w:r>
      <w:r>
        <w:t>’</w:t>
      </w:r>
      <w:r w:rsidR="004C389C">
        <w:t>étais cramponné à la bête et que je la lardais de coups de poignard</w:t>
      </w:r>
      <w:r>
        <w:t xml:space="preserve">, </w:t>
      </w:r>
      <w:r w:rsidR="004C389C">
        <w:t>elle m</w:t>
      </w:r>
      <w:r>
        <w:t>’</w:t>
      </w:r>
      <w:r w:rsidR="004C389C">
        <w:t>a entraîné</w:t>
      </w:r>
      <w:r>
        <w:t xml:space="preserve">, </w:t>
      </w:r>
      <w:r w:rsidR="004C389C">
        <w:t>je ne sais pendant co</w:t>
      </w:r>
      <w:r w:rsidR="004C389C">
        <w:t>m</w:t>
      </w:r>
      <w:r w:rsidR="004C389C">
        <w:t>bien de temps</w:t>
      </w:r>
      <w:r>
        <w:t xml:space="preserve">. </w:t>
      </w:r>
      <w:r w:rsidR="004C389C">
        <w:t>Je frappais toujours</w:t>
      </w:r>
      <w:r>
        <w:t>…</w:t>
      </w:r>
    </w:p>
    <w:p w14:paraId="00BC878A" w14:textId="77777777" w:rsidR="004B5A85" w:rsidRDefault="004B5A85" w:rsidP="004C389C">
      <w:r>
        <w:t>« </w:t>
      </w:r>
      <w:r w:rsidR="004C389C">
        <w:t>À un moment donné</w:t>
      </w:r>
      <w:r>
        <w:t xml:space="preserve">, </w:t>
      </w:r>
      <w:r w:rsidR="004C389C">
        <w:t>le requin a bondi hors de l</w:t>
      </w:r>
      <w:r>
        <w:t>’</w:t>
      </w:r>
      <w:r w:rsidR="004C389C">
        <w:t>eau</w:t>
      </w:r>
      <w:r>
        <w:t xml:space="preserve">, </w:t>
      </w:r>
      <w:r w:rsidR="004C389C">
        <w:t>et mes yeux ont vu</w:t>
      </w:r>
      <w:r>
        <w:t xml:space="preserve">, </w:t>
      </w:r>
      <w:r w:rsidR="004C389C">
        <w:t>en un rapide instant</w:t>
      </w:r>
      <w:r>
        <w:t xml:space="preserve">, </w:t>
      </w:r>
      <w:r w:rsidR="004C389C">
        <w:t>qu</w:t>
      </w:r>
      <w:r>
        <w:t>’</w:t>
      </w:r>
      <w:r w:rsidR="004C389C">
        <w:t>il y avait une côte à deux encablures à peine</w:t>
      </w:r>
      <w:r>
        <w:t>…</w:t>
      </w:r>
    </w:p>
    <w:p w14:paraId="6556059F" w14:textId="77777777" w:rsidR="004B5A85" w:rsidRDefault="004B5A85" w:rsidP="004C389C">
      <w:r>
        <w:t>« </w:t>
      </w:r>
      <w:r w:rsidR="004C389C">
        <w:t>Alors une idée m</w:t>
      </w:r>
      <w:r>
        <w:t>’</w:t>
      </w:r>
      <w:r w:rsidR="004C389C">
        <w:t>est venue</w:t>
      </w:r>
      <w:r>
        <w:t xml:space="preserve">… </w:t>
      </w:r>
      <w:r w:rsidR="004C389C">
        <w:t>une idée qui m</w:t>
      </w:r>
      <w:r>
        <w:t>’</w:t>
      </w:r>
      <w:r w:rsidR="004C389C">
        <w:t>a fait tout de suite lâcher le requin</w:t>
      </w:r>
      <w:r>
        <w:t xml:space="preserve">, </w:t>
      </w:r>
      <w:r w:rsidR="004C389C">
        <w:t>sans hésiter</w:t>
      </w:r>
      <w:r>
        <w:t xml:space="preserve">… </w:t>
      </w:r>
      <w:r w:rsidR="004C389C">
        <w:t>La bête a filé</w:t>
      </w:r>
      <w:r>
        <w:t xml:space="preserve">, </w:t>
      </w:r>
      <w:r w:rsidR="004C389C">
        <w:t>et moi</w:t>
      </w:r>
      <w:r>
        <w:t xml:space="preserve">, </w:t>
      </w:r>
      <w:r w:rsidR="004C389C">
        <w:t>nat</w:t>
      </w:r>
      <w:r w:rsidR="004C389C">
        <w:t>u</w:t>
      </w:r>
      <w:r w:rsidR="004C389C">
        <w:t>rellement</w:t>
      </w:r>
      <w:r>
        <w:t xml:space="preserve">, </w:t>
      </w:r>
      <w:r w:rsidR="004C389C">
        <w:t>j</w:t>
      </w:r>
      <w:r>
        <w:t>’</w:t>
      </w:r>
      <w:r w:rsidR="004C389C">
        <w:t>ai coulé à pic</w:t>
      </w:r>
      <w:r>
        <w:t>…</w:t>
      </w:r>
    </w:p>
    <w:p w14:paraId="39F4A25D" w14:textId="77777777" w:rsidR="004B5A85" w:rsidRDefault="004B5A85" w:rsidP="004C389C">
      <w:r>
        <w:t>« </w:t>
      </w:r>
      <w:r w:rsidR="004C389C">
        <w:t>Je suis tombé sur un rocher plat</w:t>
      </w:r>
      <w:r>
        <w:t xml:space="preserve">, </w:t>
      </w:r>
      <w:r w:rsidR="004C389C">
        <w:t>au milieu d</w:t>
      </w:r>
      <w:r>
        <w:t>’</w:t>
      </w:r>
      <w:r w:rsidR="004C389C">
        <w:t>algues épaisses</w:t>
      </w:r>
      <w:r>
        <w:t>.</w:t>
      </w:r>
    </w:p>
    <w:p w14:paraId="66C7F54A" w14:textId="77777777" w:rsidR="004B5A85" w:rsidRDefault="004B5A85" w:rsidP="004C389C">
      <w:r>
        <w:t>« </w:t>
      </w:r>
      <w:r w:rsidR="004C389C">
        <w:t>En levant la tête</w:t>
      </w:r>
      <w:r>
        <w:t xml:space="preserve">, </w:t>
      </w:r>
      <w:r w:rsidR="004C389C">
        <w:t>j</w:t>
      </w:r>
      <w:r>
        <w:t>’</w:t>
      </w:r>
      <w:r w:rsidR="004C389C">
        <w:t>ai vu que j</w:t>
      </w:r>
      <w:r>
        <w:t>’</w:t>
      </w:r>
      <w:r w:rsidR="004C389C">
        <w:t>étais à peine à quatre mètres de fond</w:t>
      </w:r>
      <w:r>
        <w:t>…</w:t>
      </w:r>
    </w:p>
    <w:p w14:paraId="2060809A" w14:textId="77777777" w:rsidR="004B5A85" w:rsidRDefault="004B5A85" w:rsidP="004C389C">
      <w:r>
        <w:t>« </w:t>
      </w:r>
      <w:r w:rsidR="004C389C">
        <w:t>Alors je me suis mis à marcher dans le sens de la montée du roc</w:t>
      </w:r>
      <w:r>
        <w:t xml:space="preserve">, </w:t>
      </w:r>
      <w:r w:rsidR="004C389C">
        <w:t>en me disant qu</w:t>
      </w:r>
      <w:r>
        <w:t>’</w:t>
      </w:r>
      <w:r w:rsidR="004C389C">
        <w:t>en montant toujours j</w:t>
      </w:r>
      <w:r>
        <w:t>’</w:t>
      </w:r>
      <w:r w:rsidR="004C389C">
        <w:t>arriverais à un r</w:t>
      </w:r>
      <w:r w:rsidR="004C389C">
        <w:t>i</w:t>
      </w:r>
      <w:r w:rsidR="004C389C">
        <w:t>vage quelconque</w:t>
      </w:r>
      <w:r>
        <w:t>…</w:t>
      </w:r>
    </w:p>
    <w:p w14:paraId="74AAE0B5" w14:textId="77777777" w:rsidR="004B5A85" w:rsidRDefault="004B5A85" w:rsidP="004C389C">
      <w:r>
        <w:t>« </w:t>
      </w:r>
      <w:r w:rsidR="004C389C">
        <w:t>Et je ne m</w:t>
      </w:r>
      <w:r>
        <w:t>’</w:t>
      </w:r>
      <w:r w:rsidR="004C389C">
        <w:t>étais pas trompé</w:t>
      </w:r>
      <w:r>
        <w:t xml:space="preserve">. </w:t>
      </w:r>
      <w:r w:rsidR="004C389C">
        <w:t>Mais ce ne fut pas aussi f</w:t>
      </w:r>
      <w:r w:rsidR="004C389C">
        <w:t>a</w:t>
      </w:r>
      <w:r w:rsidR="004C389C">
        <w:t>cile que je croyais</w:t>
      </w:r>
      <w:r>
        <w:t xml:space="preserve">. </w:t>
      </w:r>
      <w:r w:rsidR="004C389C">
        <w:t>La roche sur laquelle je me trouvais était toute creusée d</w:t>
      </w:r>
      <w:r>
        <w:t>’</w:t>
      </w:r>
      <w:r w:rsidR="004C389C">
        <w:t>énormes trous</w:t>
      </w:r>
      <w:r>
        <w:t xml:space="preserve">. </w:t>
      </w:r>
      <w:r w:rsidR="004C389C">
        <w:t>Elle ne montait pas d</w:t>
      </w:r>
      <w:r>
        <w:t>’</w:t>
      </w:r>
      <w:r w:rsidR="004C389C">
        <w:t>une m</w:t>
      </w:r>
      <w:r w:rsidR="004C389C">
        <w:t>a</w:t>
      </w:r>
      <w:r w:rsidR="004C389C">
        <w:t>nière continue</w:t>
      </w:r>
      <w:r>
        <w:t xml:space="preserve">. </w:t>
      </w:r>
      <w:r w:rsidR="004C389C">
        <w:t>Je dus faire de grands détours pour éviter les précipices sous-marins</w:t>
      </w:r>
      <w:r>
        <w:t xml:space="preserve">. </w:t>
      </w:r>
      <w:r w:rsidR="004C389C">
        <w:t>Et j</w:t>
      </w:r>
      <w:r>
        <w:t>’</w:t>
      </w:r>
      <w:r w:rsidR="004C389C">
        <w:t>arrivai enfin sur un fond de sable fin et de petites algues</w:t>
      </w:r>
      <w:r>
        <w:t>.</w:t>
      </w:r>
    </w:p>
    <w:p w14:paraId="4F89A482" w14:textId="77777777" w:rsidR="004B5A85" w:rsidRDefault="004B5A85" w:rsidP="004C389C">
      <w:r>
        <w:lastRenderedPageBreak/>
        <w:t>« </w:t>
      </w:r>
      <w:r w:rsidR="004C389C">
        <w:t>Ce fond montait en pente douce</w:t>
      </w:r>
      <w:r>
        <w:t xml:space="preserve">. </w:t>
      </w:r>
      <w:r w:rsidR="004C389C">
        <w:t>Je suivis la pente</w:t>
      </w:r>
      <w:r>
        <w:t xml:space="preserve">, </w:t>
      </w:r>
      <w:r w:rsidR="004C389C">
        <w:t>dans le sens de la montée</w:t>
      </w:r>
      <w:r>
        <w:t xml:space="preserve">. </w:t>
      </w:r>
      <w:r w:rsidR="004C389C">
        <w:t>Un quart d</w:t>
      </w:r>
      <w:r>
        <w:t>’</w:t>
      </w:r>
      <w:r w:rsidR="004C389C">
        <w:t>heure après</w:t>
      </w:r>
      <w:r>
        <w:t xml:space="preserve">, </w:t>
      </w:r>
      <w:r w:rsidR="004C389C">
        <w:t>mon casque éme</w:t>
      </w:r>
      <w:r w:rsidR="004C389C">
        <w:t>r</w:t>
      </w:r>
      <w:r w:rsidR="004C389C">
        <w:t>geait et</w:t>
      </w:r>
      <w:r>
        <w:t xml:space="preserve">, </w:t>
      </w:r>
      <w:r w:rsidR="004C389C">
        <w:t>à travers le cristal des petits hublots</w:t>
      </w:r>
      <w:r>
        <w:t xml:space="preserve">, </w:t>
      </w:r>
      <w:r w:rsidR="004C389C">
        <w:t>je vis</w:t>
      </w:r>
      <w:r>
        <w:t xml:space="preserve">, </w:t>
      </w:r>
      <w:r w:rsidR="004C389C">
        <w:t>à quelques brasses de distance</w:t>
      </w:r>
      <w:r>
        <w:t xml:space="preserve">, </w:t>
      </w:r>
      <w:r w:rsidR="004C389C">
        <w:t>une plage</w:t>
      </w:r>
      <w:r>
        <w:t xml:space="preserve">, </w:t>
      </w:r>
      <w:r w:rsidR="004C389C">
        <w:t>une barque</w:t>
      </w:r>
      <w:r>
        <w:t xml:space="preserve">, </w:t>
      </w:r>
      <w:r w:rsidR="004C389C">
        <w:t>deux hommes a</w:t>
      </w:r>
      <w:r w:rsidR="004C389C">
        <w:t>u</w:t>
      </w:r>
      <w:r w:rsidR="004C389C">
        <w:t>tour d</w:t>
      </w:r>
      <w:r>
        <w:t>’</w:t>
      </w:r>
      <w:r w:rsidR="004C389C">
        <w:t>un feu</w:t>
      </w:r>
      <w:r>
        <w:t>…</w:t>
      </w:r>
    </w:p>
    <w:p w14:paraId="307518A2" w14:textId="77777777" w:rsidR="004B5A85" w:rsidRDefault="004B5A85" w:rsidP="004C389C">
      <w:r>
        <w:t>— </w:t>
      </w:r>
      <w:r w:rsidR="004C389C">
        <w:t>Ces deux hommes m</w:t>
      </w:r>
      <w:r>
        <w:t>’</w:t>
      </w:r>
      <w:r w:rsidR="004C389C">
        <w:t>ont raconté le reste</w:t>
      </w:r>
      <w:r>
        <w:t xml:space="preserve">, </w:t>
      </w:r>
      <w:r w:rsidR="004C389C">
        <w:t>fit l</w:t>
      </w:r>
      <w:r>
        <w:t>’</w:t>
      </w:r>
      <w:r w:rsidR="004C389C">
        <w:t xml:space="preserve">officier en </w:t>
      </w:r>
      <w:r w:rsidR="004C389C" w:rsidRPr="005E5F3D">
        <w:t xml:space="preserve">se </w:t>
      </w:r>
      <w:r w:rsidR="004C389C">
        <w:t>levant</w:t>
      </w:r>
      <w:r>
        <w:t>.</w:t>
      </w:r>
    </w:p>
    <w:p w14:paraId="5E31B0D2" w14:textId="77777777" w:rsidR="004B5A85" w:rsidRDefault="004C389C" w:rsidP="004C389C">
      <w:r>
        <w:t>Et</w:t>
      </w:r>
      <w:r w:rsidR="004B5A85">
        <w:t xml:space="preserve">, </w:t>
      </w:r>
      <w:r>
        <w:t>avec quelque solennité</w:t>
      </w:r>
      <w:r w:rsidR="004B5A85">
        <w:t xml:space="preserve">, </w:t>
      </w:r>
      <w:r>
        <w:t>il reprit</w:t>
      </w:r>
      <w:r w:rsidR="004B5A85">
        <w:t> :</w:t>
      </w:r>
    </w:p>
    <w:p w14:paraId="03DD2B8F" w14:textId="77777777" w:rsidR="004B5A85" w:rsidRDefault="004B5A85" w:rsidP="004C389C">
      <w:r>
        <w:t>— </w:t>
      </w:r>
      <w:r w:rsidR="004C389C">
        <w:t>Pierrot l</w:t>
      </w:r>
      <w:r>
        <w:t>’</w:t>
      </w:r>
      <w:r w:rsidR="004C389C">
        <w:t>Écureuil</w:t>
      </w:r>
      <w:r>
        <w:t xml:space="preserve">, </w:t>
      </w:r>
      <w:r w:rsidR="004C389C">
        <w:t>vous êtes</w:t>
      </w:r>
      <w:r>
        <w:t xml:space="preserve">, </w:t>
      </w:r>
      <w:r w:rsidR="004C389C">
        <w:t>pour le moment</w:t>
      </w:r>
      <w:r>
        <w:t xml:space="preserve">, </w:t>
      </w:r>
      <w:r w:rsidR="004C389C">
        <w:t>sous la sauvegarde du gouvernement de la République portugaise</w:t>
      </w:r>
      <w:r>
        <w:t xml:space="preserve"> ! </w:t>
      </w:r>
      <w:r w:rsidR="004C389C">
        <w:t>Je vais télégraphier à Lisbonne</w:t>
      </w:r>
      <w:r>
        <w:t xml:space="preserve">. </w:t>
      </w:r>
      <w:r w:rsidR="004C389C">
        <w:t>Je demanderai qu</w:t>
      </w:r>
      <w:r>
        <w:t>’</w:t>
      </w:r>
      <w:r w:rsidR="004C389C">
        <w:t>on envoie un torpilleur pour vous rapatrier</w:t>
      </w:r>
      <w:r>
        <w:t xml:space="preserve">, </w:t>
      </w:r>
      <w:r w:rsidR="004C389C">
        <w:t>car</w:t>
      </w:r>
      <w:r>
        <w:t xml:space="preserve">, </w:t>
      </w:r>
      <w:r w:rsidR="004C389C">
        <w:t>en ce moment</w:t>
      </w:r>
      <w:r>
        <w:t xml:space="preserve">, </w:t>
      </w:r>
      <w:r w:rsidR="004C389C">
        <w:t>nous n</w:t>
      </w:r>
      <w:r>
        <w:t>’</w:t>
      </w:r>
      <w:r w:rsidR="004C389C">
        <w:t>avons dans le port que quelques voiliers</w:t>
      </w:r>
      <w:r>
        <w:t xml:space="preserve">, </w:t>
      </w:r>
      <w:r w:rsidR="004C389C">
        <w:t>des bateaux marchands</w:t>
      </w:r>
      <w:r>
        <w:t>.</w:t>
      </w:r>
    </w:p>
    <w:p w14:paraId="6D842AA1" w14:textId="77777777" w:rsidR="004B5A85" w:rsidRDefault="004B5A85" w:rsidP="004C389C">
      <w:r>
        <w:t>— </w:t>
      </w:r>
      <w:r w:rsidR="004C389C">
        <w:t>Puisque vous savez l</w:t>
      </w:r>
      <w:r>
        <w:t>’</w:t>
      </w:r>
      <w:r w:rsidR="004C389C">
        <w:t xml:space="preserve">affaire du </w:t>
      </w:r>
      <w:r w:rsidR="004C389C">
        <w:rPr>
          <w:i/>
          <w:iCs/>
        </w:rPr>
        <w:t>Nyctalope</w:t>
      </w:r>
      <w:r>
        <w:rPr>
          <w:i/>
          <w:iCs/>
        </w:rPr>
        <w:t xml:space="preserve">, </w:t>
      </w:r>
      <w:r w:rsidR="004C389C">
        <w:t>dit Pierrot l</w:t>
      </w:r>
      <w:r>
        <w:t>’</w:t>
      </w:r>
      <w:r w:rsidR="004C389C">
        <w:t>Écureuil d</w:t>
      </w:r>
      <w:r>
        <w:t>’</w:t>
      </w:r>
      <w:r w:rsidR="004C389C">
        <w:t>une voix brusquement émue</w:t>
      </w:r>
      <w:r>
        <w:t xml:space="preserve">, </w:t>
      </w:r>
      <w:r w:rsidR="004C389C">
        <w:t>peut-être</w:t>
      </w:r>
      <w:r>
        <w:t xml:space="preserve">, </w:t>
      </w:r>
      <w:r w:rsidR="004C389C">
        <w:t>mon off</w:t>
      </w:r>
      <w:r w:rsidR="004C389C">
        <w:t>i</w:t>
      </w:r>
      <w:r w:rsidR="004C389C">
        <w:t>cier</w:t>
      </w:r>
      <w:r>
        <w:t xml:space="preserve">, </w:t>
      </w:r>
      <w:r w:rsidR="004C389C">
        <w:t>êtes-vous au courant de ce qui m</w:t>
      </w:r>
      <w:r>
        <w:t>’</w:t>
      </w:r>
      <w:r w:rsidR="004C389C">
        <w:t>intéresse le plus</w:t>
      </w:r>
      <w:r>
        <w:t xml:space="preserve">. </w:t>
      </w:r>
      <w:r w:rsidR="004C389C">
        <w:t>Où est le commandant Martel</w:t>
      </w:r>
      <w:r>
        <w:t xml:space="preserve">, </w:t>
      </w:r>
      <w:r w:rsidR="004C389C">
        <w:t xml:space="preserve">mon </w:t>
      </w:r>
      <w:proofErr w:type="spellStart"/>
      <w:r w:rsidR="004C389C">
        <w:t>cap</w:t>
      </w:r>
      <w:r>
        <w:t>’</w:t>
      </w:r>
      <w:r w:rsidR="004C389C">
        <w:t>taine</w:t>
      </w:r>
      <w:proofErr w:type="spellEnd"/>
      <w:r>
        <w:t> ?</w:t>
      </w:r>
    </w:p>
    <w:p w14:paraId="5EE90088" w14:textId="77777777" w:rsidR="004B5A85" w:rsidRDefault="004B5A85" w:rsidP="004C389C">
      <w:r>
        <w:t>— </w:t>
      </w:r>
      <w:r w:rsidR="004C389C">
        <w:t>C</w:t>
      </w:r>
      <w:r>
        <w:t>’</w:t>
      </w:r>
      <w:r w:rsidR="004C389C">
        <w:t>est par lui</w:t>
      </w:r>
      <w:r>
        <w:t xml:space="preserve">, </w:t>
      </w:r>
      <w:r w:rsidR="004C389C">
        <w:t>mon brave enfant</w:t>
      </w:r>
      <w:r>
        <w:t xml:space="preserve">, </w:t>
      </w:r>
      <w:r w:rsidR="004C389C">
        <w:t>que le monde connaît ce que vous appelez l</w:t>
      </w:r>
      <w:r>
        <w:t>’</w:t>
      </w:r>
      <w:r w:rsidR="004C389C">
        <w:t xml:space="preserve">affaire du </w:t>
      </w:r>
      <w:r w:rsidR="004C389C">
        <w:rPr>
          <w:i/>
          <w:iCs/>
        </w:rPr>
        <w:t>Nyctalope</w:t>
      </w:r>
      <w:r>
        <w:rPr>
          <w:i/>
          <w:iCs/>
        </w:rPr>
        <w:t xml:space="preserve">. </w:t>
      </w:r>
      <w:r w:rsidR="004C389C">
        <w:t>C</w:t>
      </w:r>
      <w:r>
        <w:t>’</w:t>
      </w:r>
      <w:r w:rsidR="004C389C">
        <w:t>est par lui aussi que le monde sait avec quel héroïsme et quelle abnégation vous avez assuré l</w:t>
      </w:r>
      <w:r>
        <w:t>’</w:t>
      </w:r>
      <w:r w:rsidR="004C389C">
        <w:t>évasion du commandant Martel</w:t>
      </w:r>
      <w:r>
        <w:t xml:space="preserve">. </w:t>
      </w:r>
      <w:r w:rsidR="004C389C">
        <w:t>Et pour le monde e</w:t>
      </w:r>
      <w:r w:rsidR="004C389C">
        <w:t>n</w:t>
      </w:r>
      <w:r w:rsidR="004C389C">
        <w:t>tier</w:t>
      </w:r>
      <w:r>
        <w:t xml:space="preserve">, </w:t>
      </w:r>
      <w:r w:rsidR="004C389C">
        <w:t>mon petit ami</w:t>
      </w:r>
      <w:r>
        <w:t xml:space="preserve">, </w:t>
      </w:r>
      <w:r w:rsidR="004C389C">
        <w:t>vous êtes un héros</w:t>
      </w:r>
      <w:r>
        <w:t xml:space="preserve">, </w:t>
      </w:r>
      <w:r w:rsidR="004C389C">
        <w:t>et c</w:t>
      </w:r>
      <w:r>
        <w:t>’</w:t>
      </w:r>
      <w:r w:rsidR="004C389C">
        <w:t>est justice</w:t>
      </w:r>
      <w:r>
        <w:t> !</w:t>
      </w:r>
    </w:p>
    <w:p w14:paraId="7003DB3D" w14:textId="77777777" w:rsidR="004B5A85" w:rsidRDefault="004B5A85" w:rsidP="004C389C">
      <w:r>
        <w:t>« </w:t>
      </w:r>
      <w:r w:rsidR="004C389C">
        <w:t>Quant à votre capitaine</w:t>
      </w:r>
      <w:r>
        <w:t xml:space="preserve">, </w:t>
      </w:r>
      <w:r w:rsidR="004C389C">
        <w:t>il est parti de Rio de Janeiro vo</w:t>
      </w:r>
      <w:r w:rsidR="004C389C">
        <w:t>i</w:t>
      </w:r>
      <w:r w:rsidR="004C389C">
        <w:t>là huit jours</w:t>
      </w:r>
      <w:r>
        <w:t xml:space="preserve">, </w:t>
      </w:r>
      <w:r w:rsidR="004C389C">
        <w:t>à bord d</w:t>
      </w:r>
      <w:r>
        <w:t>’</w:t>
      </w:r>
      <w:r w:rsidR="004C389C">
        <w:t>un rapide destroyer</w:t>
      </w:r>
      <w:r>
        <w:t xml:space="preserve">. </w:t>
      </w:r>
      <w:r w:rsidR="004C389C">
        <w:t>S</w:t>
      </w:r>
      <w:r>
        <w:t>’</w:t>
      </w:r>
      <w:r w:rsidR="004C389C">
        <w:t>il n</w:t>
      </w:r>
      <w:r>
        <w:t>’</w:t>
      </w:r>
      <w:r w:rsidR="004C389C">
        <w:t>est pas encore arrivé en France</w:t>
      </w:r>
      <w:r>
        <w:t xml:space="preserve">, </w:t>
      </w:r>
      <w:r w:rsidR="004C389C">
        <w:t>il ne doit pas en être loin</w:t>
      </w:r>
      <w:r>
        <w:t xml:space="preserve">… </w:t>
      </w:r>
      <w:r w:rsidR="004C389C">
        <w:t>Vous l</w:t>
      </w:r>
      <w:r>
        <w:t>’</w:t>
      </w:r>
      <w:r w:rsidR="004C389C">
        <w:t>y trouverez probablement</w:t>
      </w:r>
      <w:r>
        <w:t>…</w:t>
      </w:r>
    </w:p>
    <w:p w14:paraId="6A67DD39" w14:textId="77777777" w:rsidR="004B5A85" w:rsidRDefault="004B5A85" w:rsidP="004C389C">
      <w:r>
        <w:t>— </w:t>
      </w:r>
      <w:r w:rsidR="004C389C">
        <w:t xml:space="preserve">Vive mon </w:t>
      </w:r>
      <w:proofErr w:type="spellStart"/>
      <w:r w:rsidR="004C389C">
        <w:t>cap</w:t>
      </w:r>
      <w:r>
        <w:t>’</w:t>
      </w:r>
      <w:r w:rsidR="004C389C">
        <w:t>taine</w:t>
      </w:r>
      <w:proofErr w:type="spellEnd"/>
      <w:r>
        <w:t xml:space="preserve"> ! </w:t>
      </w:r>
      <w:r w:rsidR="004C389C">
        <w:t>cria Pierrot l</w:t>
      </w:r>
      <w:r>
        <w:t>’</w:t>
      </w:r>
      <w:r w:rsidR="004C389C">
        <w:t>Écureuil</w:t>
      </w:r>
      <w:r>
        <w:t>.</w:t>
      </w:r>
    </w:p>
    <w:p w14:paraId="3D82ADDD" w14:textId="77777777" w:rsidR="004B5A85" w:rsidRDefault="004C389C" w:rsidP="004C389C">
      <w:r>
        <w:lastRenderedPageBreak/>
        <w:t>De ce que lui avait dit l</w:t>
      </w:r>
      <w:r w:rsidR="004B5A85">
        <w:t>’</w:t>
      </w:r>
      <w:r>
        <w:t>officier</w:t>
      </w:r>
      <w:r w:rsidR="004B5A85">
        <w:t xml:space="preserve">, </w:t>
      </w:r>
      <w:r>
        <w:t>le brave et modeste garçon n</w:t>
      </w:r>
      <w:r w:rsidR="004B5A85">
        <w:t>’</w:t>
      </w:r>
      <w:r>
        <w:t>avait entendu que ce qui se rapportait au commandant Martel</w:t>
      </w:r>
      <w:r w:rsidR="004B5A85">
        <w:t>.</w:t>
      </w:r>
    </w:p>
    <w:p w14:paraId="27CD5471" w14:textId="77777777" w:rsidR="004B5A85" w:rsidRDefault="004C389C" w:rsidP="004C389C">
      <w:r>
        <w:t>Mais l</w:t>
      </w:r>
      <w:r w:rsidR="004B5A85">
        <w:t>’</w:t>
      </w:r>
      <w:r>
        <w:t>officier pensa enfin à se nommer</w:t>
      </w:r>
      <w:r w:rsidR="004B5A85">
        <w:t> :</w:t>
      </w:r>
    </w:p>
    <w:p w14:paraId="62F7437E" w14:textId="77777777" w:rsidR="004B5A85" w:rsidRDefault="004B5A85" w:rsidP="004C389C">
      <w:r>
        <w:t>— </w:t>
      </w:r>
      <w:r w:rsidR="004C389C">
        <w:t>Mon petit ami</w:t>
      </w:r>
      <w:r>
        <w:t xml:space="preserve">, </w:t>
      </w:r>
      <w:r w:rsidR="004C389C">
        <w:t>dit-il</w:t>
      </w:r>
      <w:r>
        <w:t xml:space="preserve">, </w:t>
      </w:r>
      <w:r w:rsidR="004C389C">
        <w:t>je suis lieutenant de vaisseau de la marine portugaise</w:t>
      </w:r>
      <w:r>
        <w:t xml:space="preserve">, </w:t>
      </w:r>
      <w:r w:rsidR="004C389C">
        <w:t>officier en retraite</w:t>
      </w:r>
      <w:r>
        <w:t xml:space="preserve">. </w:t>
      </w:r>
      <w:r w:rsidR="004C389C">
        <w:t>Je remplis ici les fon</w:t>
      </w:r>
      <w:r w:rsidR="004C389C">
        <w:t>c</w:t>
      </w:r>
      <w:r w:rsidR="004C389C">
        <w:t>tions de capitaine de port</w:t>
      </w:r>
      <w:r>
        <w:t xml:space="preserve">. </w:t>
      </w:r>
      <w:r w:rsidR="004C389C">
        <w:t>J</w:t>
      </w:r>
      <w:r>
        <w:t>’</w:t>
      </w:r>
      <w:r w:rsidR="004C389C">
        <w:t xml:space="preserve">ai nom Mariano </w:t>
      </w:r>
      <w:proofErr w:type="spellStart"/>
      <w:r w:rsidR="004C389C">
        <w:t>Portiz</w:t>
      </w:r>
      <w:proofErr w:type="spellEnd"/>
      <w:r>
        <w:t xml:space="preserve">. </w:t>
      </w:r>
      <w:r w:rsidR="004C389C">
        <w:t>En atte</w:t>
      </w:r>
      <w:r w:rsidR="004C389C">
        <w:t>n</w:t>
      </w:r>
      <w:r w:rsidR="004C389C">
        <w:t>dant qu</w:t>
      </w:r>
      <w:r>
        <w:t>’</w:t>
      </w:r>
      <w:r w:rsidR="004C389C">
        <w:t>un torpilleur arrive du Portugal pour vous amener en France</w:t>
      </w:r>
      <w:r>
        <w:t xml:space="preserve">, </w:t>
      </w:r>
      <w:r w:rsidR="004C389C">
        <w:t>vous habiterez chez moi</w:t>
      </w:r>
      <w:r>
        <w:t xml:space="preserve">. </w:t>
      </w:r>
      <w:r w:rsidR="004C389C">
        <w:t>Mon appartement est au-dessus de ce bureau</w:t>
      </w:r>
      <w:r>
        <w:t xml:space="preserve">. </w:t>
      </w:r>
      <w:r w:rsidR="004C389C">
        <w:t>Venez</w:t>
      </w:r>
      <w:r>
        <w:t xml:space="preserve">, </w:t>
      </w:r>
      <w:r w:rsidR="004C389C">
        <w:t>mon ami</w:t>
      </w:r>
      <w:r>
        <w:t>.</w:t>
      </w:r>
    </w:p>
    <w:p w14:paraId="69B73AD1" w14:textId="77777777" w:rsidR="004B5A85" w:rsidRDefault="004B5A85" w:rsidP="004C389C">
      <w:r>
        <w:t>— </w:t>
      </w:r>
      <w:r w:rsidR="004C389C">
        <w:t>Et mon scaphandre</w:t>
      </w:r>
      <w:r>
        <w:t xml:space="preserve"> ? </w:t>
      </w:r>
      <w:r w:rsidR="004C389C">
        <w:t>fit Pierrot l</w:t>
      </w:r>
      <w:r>
        <w:t>’</w:t>
      </w:r>
      <w:r w:rsidR="004C389C">
        <w:t>Écureuil</w:t>
      </w:r>
      <w:r>
        <w:t xml:space="preserve">, </w:t>
      </w:r>
      <w:r w:rsidR="004C389C">
        <w:t>qui ne s</w:t>
      </w:r>
      <w:r>
        <w:t>’</w:t>
      </w:r>
      <w:r w:rsidR="004C389C">
        <w:t>étonnait de rien</w:t>
      </w:r>
      <w:r>
        <w:t xml:space="preserve">, </w:t>
      </w:r>
      <w:r w:rsidR="004C389C">
        <w:t>mais qui ne voulait pas perdre de vue son équipement</w:t>
      </w:r>
      <w:r>
        <w:t>.</w:t>
      </w:r>
    </w:p>
    <w:p w14:paraId="17C75D0A" w14:textId="77777777" w:rsidR="004B5A85" w:rsidRDefault="004B5A85" w:rsidP="004C389C">
      <w:r>
        <w:t>— </w:t>
      </w:r>
      <w:r w:rsidR="004C389C">
        <w:t>Il restera ici</w:t>
      </w:r>
      <w:r>
        <w:t xml:space="preserve">. </w:t>
      </w:r>
      <w:r w:rsidR="004C389C">
        <w:t>Soyez tranquille</w:t>
      </w:r>
      <w:r>
        <w:t xml:space="preserve">, </w:t>
      </w:r>
      <w:r w:rsidR="004C389C">
        <w:t>personne ne le touchera</w:t>
      </w:r>
      <w:r>
        <w:t>.</w:t>
      </w:r>
    </w:p>
    <w:p w14:paraId="492D6DA5" w14:textId="77777777" w:rsidR="004B5A85" w:rsidRDefault="004B5A85" w:rsidP="004C389C">
      <w:r>
        <w:t>— </w:t>
      </w:r>
      <w:r w:rsidR="004C389C">
        <w:t>Je l</w:t>
      </w:r>
      <w:r>
        <w:t>’</w:t>
      </w:r>
      <w:r w:rsidR="004C389C">
        <w:t>emporterai en France</w:t>
      </w:r>
      <w:r>
        <w:t> ?</w:t>
      </w:r>
    </w:p>
    <w:p w14:paraId="5DB55B98" w14:textId="77777777" w:rsidR="004B5A85" w:rsidRDefault="004B5A85" w:rsidP="004C389C">
      <w:r>
        <w:t>— </w:t>
      </w:r>
      <w:r w:rsidR="004C389C">
        <w:t>Certainement</w:t>
      </w:r>
      <w:r>
        <w:t>.</w:t>
      </w:r>
    </w:p>
    <w:p w14:paraId="1DE73C36" w14:textId="77777777" w:rsidR="004B5A85" w:rsidRDefault="004B5A85" w:rsidP="004C389C">
      <w:r>
        <w:t>— </w:t>
      </w:r>
      <w:r w:rsidR="004C389C">
        <w:t>Alors</w:t>
      </w:r>
      <w:r>
        <w:t xml:space="preserve">, </w:t>
      </w:r>
      <w:r w:rsidR="004C389C">
        <w:t>ça va bien</w:t>
      </w:r>
      <w:r>
        <w:t xml:space="preserve"> ! </w:t>
      </w:r>
      <w:r w:rsidR="004C389C">
        <w:t>fit le mousse avec la plus vive satisfa</w:t>
      </w:r>
      <w:r w:rsidR="004C389C">
        <w:t>c</w:t>
      </w:r>
      <w:r w:rsidR="004C389C">
        <w:t>tion</w:t>
      </w:r>
      <w:r>
        <w:t>.</w:t>
      </w:r>
    </w:p>
    <w:p w14:paraId="7D104B98" w14:textId="77777777" w:rsidR="004B5A85" w:rsidRDefault="004C389C" w:rsidP="004C389C">
      <w:r>
        <w:t>L</w:t>
      </w:r>
      <w:r w:rsidR="004B5A85">
        <w:t>’</w:t>
      </w:r>
      <w:r>
        <w:t>officier sourit</w:t>
      </w:r>
      <w:r w:rsidR="004B5A85">
        <w:t xml:space="preserve">. </w:t>
      </w:r>
      <w:r>
        <w:t>Il congédia avec de bonnes paroles le p</w:t>
      </w:r>
      <w:r>
        <w:t>ê</w:t>
      </w:r>
      <w:r>
        <w:t>cheur et son fils qui</w:t>
      </w:r>
      <w:r w:rsidR="004B5A85">
        <w:t xml:space="preserve">, </w:t>
      </w:r>
      <w:r>
        <w:t>point encore revenus de leur ahurissement</w:t>
      </w:r>
      <w:r w:rsidR="004B5A85">
        <w:t xml:space="preserve">, </w:t>
      </w:r>
      <w:r>
        <w:t>regardaient toujours comme un incompréhensible phénomène le jeune homme sorti des eaux</w:t>
      </w:r>
      <w:r w:rsidR="004B5A85">
        <w:t>.</w:t>
      </w:r>
    </w:p>
    <w:p w14:paraId="75A4E568" w14:textId="270BF359" w:rsidR="004B5A85" w:rsidRDefault="004B5A85" w:rsidP="004C389C">
      <w:r>
        <w:t>M. </w:t>
      </w:r>
      <w:r w:rsidR="004C389C">
        <w:t xml:space="preserve">Mariano </w:t>
      </w:r>
      <w:proofErr w:type="spellStart"/>
      <w:r w:rsidR="004C389C">
        <w:t>Portiz</w:t>
      </w:r>
      <w:proofErr w:type="spellEnd"/>
      <w:r w:rsidR="004C389C">
        <w:t xml:space="preserve"> conduisit Pierrot l</w:t>
      </w:r>
      <w:r>
        <w:t>’</w:t>
      </w:r>
      <w:r w:rsidR="004C389C">
        <w:t>Écureuil à l</w:t>
      </w:r>
      <w:r>
        <w:t>’</w:t>
      </w:r>
      <w:r w:rsidR="004C389C">
        <w:t>étage au-dessus et le confia à sa femme</w:t>
      </w:r>
      <w:r>
        <w:t xml:space="preserve">, </w:t>
      </w:r>
      <w:r w:rsidR="004C389C">
        <w:t>à qui il raconta la merveilleuse histoire</w:t>
      </w:r>
      <w:r>
        <w:t>.</w:t>
      </w:r>
    </w:p>
    <w:p w14:paraId="2A83348D" w14:textId="39FA788B" w:rsidR="004B5A85" w:rsidRDefault="004C389C" w:rsidP="004C389C">
      <w:r>
        <w:t>Une heure après</w:t>
      </w:r>
      <w:r w:rsidR="004B5A85">
        <w:t xml:space="preserve">, </w:t>
      </w:r>
      <w:r>
        <w:t xml:space="preserve">ayant déjeuné en compagnie de </w:t>
      </w:r>
      <w:r w:rsidR="004B5A85">
        <w:t>M. </w:t>
      </w:r>
      <w:r>
        <w:t xml:space="preserve">et </w:t>
      </w:r>
      <w:r w:rsidR="004B5A85">
        <w:t>M</w:t>
      </w:r>
      <w:r w:rsidR="004B5A85" w:rsidRPr="004B5A85">
        <w:rPr>
          <w:vertAlign w:val="superscript"/>
        </w:rPr>
        <w:t>me</w:t>
      </w:r>
      <w:r w:rsidR="004B5A85">
        <w:t> </w:t>
      </w:r>
      <w:proofErr w:type="spellStart"/>
      <w:r>
        <w:t>Portiz</w:t>
      </w:r>
      <w:proofErr w:type="spellEnd"/>
      <w:r w:rsidR="004B5A85">
        <w:t xml:space="preserve">, </w:t>
      </w:r>
      <w:r>
        <w:t>Pierrot l</w:t>
      </w:r>
      <w:r w:rsidR="004B5A85">
        <w:t>’</w:t>
      </w:r>
      <w:r>
        <w:t>Écureuil s</w:t>
      </w:r>
      <w:r w:rsidR="004B5A85">
        <w:t>’</w:t>
      </w:r>
      <w:r>
        <w:t xml:space="preserve">habilla de vêtements à sa </w:t>
      </w:r>
      <w:r>
        <w:lastRenderedPageBreak/>
        <w:t>taille</w:t>
      </w:r>
      <w:r w:rsidR="004B5A85">
        <w:t xml:space="preserve">, </w:t>
      </w:r>
      <w:r>
        <w:t>que l</w:t>
      </w:r>
      <w:r w:rsidR="004B5A85">
        <w:t>’</w:t>
      </w:r>
      <w:r>
        <w:t>on avait envoyé chercher en ville</w:t>
      </w:r>
      <w:r w:rsidR="004B5A85">
        <w:t xml:space="preserve">, </w:t>
      </w:r>
      <w:r>
        <w:t>dans le seul magasin du pays</w:t>
      </w:r>
      <w:r w:rsidR="004B5A85">
        <w:t>.</w:t>
      </w:r>
    </w:p>
    <w:p w14:paraId="0BA11F88" w14:textId="77777777" w:rsidR="004B5A85" w:rsidRDefault="004C389C" w:rsidP="004C389C">
      <w:r>
        <w:t>Et il resta à la Horta</w:t>
      </w:r>
      <w:r w:rsidR="004B5A85">
        <w:t xml:space="preserve">, </w:t>
      </w:r>
      <w:r>
        <w:t>en l</w:t>
      </w:r>
      <w:r w:rsidR="004B5A85">
        <w:t>’</w:t>
      </w:r>
      <w:r>
        <w:t>agréable et affectueuse comp</w:t>
      </w:r>
      <w:r>
        <w:t>a</w:t>
      </w:r>
      <w:r>
        <w:t xml:space="preserve">gnie des </w:t>
      </w:r>
      <w:proofErr w:type="spellStart"/>
      <w:r>
        <w:t>Portiz</w:t>
      </w:r>
      <w:proofErr w:type="spellEnd"/>
      <w:r w:rsidR="004B5A85">
        <w:t xml:space="preserve">, </w:t>
      </w:r>
      <w:r>
        <w:t>pendant deux jours entiers</w:t>
      </w:r>
      <w:r w:rsidR="004B5A85">
        <w:t xml:space="preserve">. </w:t>
      </w:r>
      <w:r>
        <w:t>L</w:t>
      </w:r>
      <w:r w:rsidR="004B5A85">
        <w:t>’</w:t>
      </w:r>
      <w:r>
        <w:t>on pense s</w:t>
      </w:r>
      <w:r w:rsidR="004B5A85">
        <w:t>’</w:t>
      </w:r>
      <w:r>
        <w:t>il fut soigné et dorloté</w:t>
      </w:r>
      <w:r w:rsidR="004B5A85">
        <w:t>…</w:t>
      </w:r>
    </w:p>
    <w:p w14:paraId="1694DF02" w14:textId="60A6FC93" w:rsidR="004B5A85" w:rsidRDefault="004C389C" w:rsidP="004C389C">
      <w:r>
        <w:t>Le 2</w:t>
      </w:r>
      <w:r w:rsidR="004B5A85">
        <w:t>5 janvier</w:t>
      </w:r>
      <w:r>
        <w:t xml:space="preserve"> au matin</w:t>
      </w:r>
      <w:r w:rsidR="004B5A85">
        <w:t xml:space="preserve">, </w:t>
      </w:r>
      <w:r>
        <w:t>Pierrot l</w:t>
      </w:r>
      <w:r w:rsidR="004B5A85">
        <w:t>’</w:t>
      </w:r>
      <w:r>
        <w:t>Écureuil s</w:t>
      </w:r>
      <w:r w:rsidR="004B5A85">
        <w:t>’</w:t>
      </w:r>
      <w:r>
        <w:t xml:space="preserve">embarqua sur le torpilleur </w:t>
      </w:r>
      <w:r>
        <w:rPr>
          <w:i/>
          <w:iCs/>
        </w:rPr>
        <w:t>L</w:t>
      </w:r>
      <w:r w:rsidR="004B5A85">
        <w:rPr>
          <w:i/>
          <w:iCs/>
        </w:rPr>
        <w:t>’</w:t>
      </w:r>
      <w:r>
        <w:rPr>
          <w:i/>
          <w:iCs/>
        </w:rPr>
        <w:t>Espada</w:t>
      </w:r>
      <w:r w:rsidR="004B5A85">
        <w:rPr>
          <w:i/>
          <w:iCs/>
        </w:rPr>
        <w:t xml:space="preserve">, </w:t>
      </w:r>
      <w:r>
        <w:t>de la marine portugaise</w:t>
      </w:r>
      <w:r w:rsidR="004B5A85">
        <w:t xml:space="preserve">, </w:t>
      </w:r>
      <w:r>
        <w:t>qui était venu tout exprès pour lui</w:t>
      </w:r>
      <w:r w:rsidR="004B5A85">
        <w:t xml:space="preserve">, </w:t>
      </w:r>
      <w:r>
        <w:t>de Lisbonne</w:t>
      </w:r>
      <w:r w:rsidR="004B5A85">
        <w:t>.</w:t>
      </w:r>
    </w:p>
    <w:p w14:paraId="7CBA01F6" w14:textId="3F435EB3" w:rsidR="004C389C" w:rsidRDefault="004C389C" w:rsidP="004C389C"/>
    <w:p w14:paraId="628D0577" w14:textId="77777777" w:rsidR="004B5A85" w:rsidRDefault="004C389C" w:rsidP="004C389C">
      <w:r>
        <w:t>Deux jours plus tard</w:t>
      </w:r>
      <w:r w:rsidR="004B5A85">
        <w:t xml:space="preserve">, </w:t>
      </w:r>
      <w:r>
        <w:t>l</w:t>
      </w:r>
      <w:r w:rsidR="004B5A85">
        <w:t>’</w:t>
      </w:r>
      <w:r>
        <w:rPr>
          <w:i/>
          <w:iCs/>
        </w:rPr>
        <w:t xml:space="preserve">Espada </w:t>
      </w:r>
      <w:r>
        <w:t>entrait dans le port de R</w:t>
      </w:r>
      <w:r>
        <w:t>o</w:t>
      </w:r>
      <w:r>
        <w:t>chefort et s</w:t>
      </w:r>
      <w:r w:rsidR="004B5A85">
        <w:t>’</w:t>
      </w:r>
      <w:r>
        <w:t>amarrait à un ponton désigné d</w:t>
      </w:r>
      <w:r w:rsidR="004B5A85">
        <w:t>’</w:t>
      </w:r>
      <w:r>
        <w:t>avance par sém</w:t>
      </w:r>
      <w:r>
        <w:t>a</w:t>
      </w:r>
      <w:r>
        <w:t>phore</w:t>
      </w:r>
      <w:r w:rsidR="004B5A85">
        <w:t>.</w:t>
      </w:r>
    </w:p>
    <w:p w14:paraId="3D3411B8" w14:textId="77777777" w:rsidR="004B5A85" w:rsidRDefault="004C389C" w:rsidP="004C389C">
      <w:r>
        <w:t>Or</w:t>
      </w:r>
      <w:r w:rsidR="004B5A85">
        <w:t xml:space="preserve">, </w:t>
      </w:r>
      <w:r>
        <w:t>la première personne que Pierrot l</w:t>
      </w:r>
      <w:r w:rsidR="004B5A85">
        <w:t>’</w:t>
      </w:r>
      <w:r>
        <w:t>Écureuil vit sur le ponton</w:t>
      </w:r>
      <w:r w:rsidR="004B5A85">
        <w:t xml:space="preserve">, </w:t>
      </w:r>
      <w:r>
        <w:t>au milieu d</w:t>
      </w:r>
      <w:r w:rsidR="004B5A85">
        <w:t>’</w:t>
      </w:r>
      <w:r>
        <w:t>un groupe d</w:t>
      </w:r>
      <w:r w:rsidR="004B5A85">
        <w:t>’</w:t>
      </w:r>
      <w:r>
        <w:t>officiers et de matelots</w:t>
      </w:r>
      <w:r w:rsidR="004B5A85">
        <w:t xml:space="preserve">, </w:t>
      </w:r>
      <w:r>
        <w:t>fut le lieutenant de vaisseau Ludovic Martel</w:t>
      </w:r>
      <w:r w:rsidR="004B5A85">
        <w:t xml:space="preserve">, </w:t>
      </w:r>
      <w:r>
        <w:t>arrivé lui-même depuis quarante-huit heures</w:t>
      </w:r>
      <w:r w:rsidR="004B5A85">
        <w:t>.</w:t>
      </w:r>
    </w:p>
    <w:p w14:paraId="242798F3" w14:textId="77777777" w:rsidR="004B5A85" w:rsidRDefault="004C389C" w:rsidP="004C389C">
      <w:r>
        <w:t>En pleurant de joie</w:t>
      </w:r>
      <w:r w:rsidR="004B5A85">
        <w:t xml:space="preserve">, </w:t>
      </w:r>
      <w:r>
        <w:t xml:space="preserve">le mousse se jeta dans les bras de son </w:t>
      </w:r>
      <w:proofErr w:type="spellStart"/>
      <w:r>
        <w:t>cap</w:t>
      </w:r>
      <w:r w:rsidR="004B5A85">
        <w:t>’</w:t>
      </w:r>
      <w:r>
        <w:t>taine</w:t>
      </w:r>
      <w:proofErr w:type="spellEnd"/>
      <w:r w:rsidR="004B5A85">
        <w:t xml:space="preserve">, </w:t>
      </w:r>
      <w:r>
        <w:t>qui avait lui-même les yeux tout mouillés d</w:t>
      </w:r>
      <w:r w:rsidR="004B5A85">
        <w:t>’</w:t>
      </w:r>
      <w:r>
        <w:t>émotion</w:t>
      </w:r>
      <w:r w:rsidR="004B5A85">
        <w:t>.</w:t>
      </w:r>
    </w:p>
    <w:p w14:paraId="4F861D4A" w14:textId="77777777" w:rsidR="004B5A85" w:rsidRDefault="004C389C" w:rsidP="004C389C">
      <w:r>
        <w:t>Et la ville de Rochefort</w:t>
      </w:r>
      <w:r w:rsidR="004B5A85">
        <w:t xml:space="preserve">, </w:t>
      </w:r>
      <w:r>
        <w:t>qui avait été mise au courant de tout par télégramme sans fil d</w:t>
      </w:r>
      <w:r w:rsidR="004B5A85">
        <w:t>’</w:t>
      </w:r>
      <w:r>
        <w:t>origine portugaise</w:t>
      </w:r>
      <w:r w:rsidR="004B5A85">
        <w:t xml:space="preserve">, </w:t>
      </w:r>
      <w:r>
        <w:t>fit au mousse Pierrot l</w:t>
      </w:r>
      <w:r w:rsidR="004B5A85">
        <w:t>’</w:t>
      </w:r>
      <w:r>
        <w:t>Écureuil la même réception enthousiaste qu</w:t>
      </w:r>
      <w:r w:rsidR="004B5A85">
        <w:t>’</w:t>
      </w:r>
      <w:r>
        <w:t>elle avait déjà faite à l</w:t>
      </w:r>
      <w:r w:rsidR="004B5A85">
        <w:t>’</w:t>
      </w:r>
      <w:r>
        <w:t>officier Ludovic Martel</w:t>
      </w:r>
      <w:r w:rsidR="004B5A85">
        <w:t>.</w:t>
      </w:r>
    </w:p>
    <w:p w14:paraId="1824D4E4" w14:textId="77777777" w:rsidR="004B5A85" w:rsidRDefault="004C389C" w:rsidP="004C389C">
      <w:r>
        <w:t>Quand</w:t>
      </w:r>
      <w:r w:rsidR="004B5A85">
        <w:t xml:space="preserve">, </w:t>
      </w:r>
      <w:r>
        <w:t>enfin seuls dans le petit appartement que Ludovic Martel possédait à Rochefort</w:t>
      </w:r>
      <w:r w:rsidR="004B5A85">
        <w:t xml:space="preserve">, </w:t>
      </w:r>
      <w:r>
        <w:t>le capitaine et le mousse purent causer</w:t>
      </w:r>
      <w:r w:rsidR="004B5A85">
        <w:t xml:space="preserve">, </w:t>
      </w:r>
      <w:r>
        <w:t>celui-ci fit le récit de ses aventures et termina en disant</w:t>
      </w:r>
      <w:r w:rsidR="004B5A85">
        <w:t> :</w:t>
      </w:r>
    </w:p>
    <w:p w14:paraId="40AFC573" w14:textId="77777777" w:rsidR="004B5A85" w:rsidRDefault="004B5A85" w:rsidP="004C389C">
      <w:r>
        <w:lastRenderedPageBreak/>
        <w:t>— </w:t>
      </w:r>
      <w:r w:rsidR="004C389C">
        <w:t>Ce n</w:t>
      </w:r>
      <w:r>
        <w:t>’</w:t>
      </w:r>
      <w:r w:rsidR="004C389C">
        <w:t>est pas tout</w:t>
      </w:r>
      <w:r>
        <w:t xml:space="preserve">, </w:t>
      </w:r>
      <w:r w:rsidR="004C389C">
        <w:t xml:space="preserve">mon </w:t>
      </w:r>
      <w:proofErr w:type="spellStart"/>
      <w:r w:rsidR="004C389C">
        <w:t>cap</w:t>
      </w:r>
      <w:r>
        <w:t>’</w:t>
      </w:r>
      <w:r w:rsidR="004C389C">
        <w:t>taine</w:t>
      </w:r>
      <w:proofErr w:type="spellEnd"/>
      <w:r>
        <w:t xml:space="preserve"> ! </w:t>
      </w:r>
      <w:r w:rsidR="004C389C">
        <w:t>Il faut recueillir cette jeune fille dont le père est mort d</w:t>
      </w:r>
      <w:r>
        <w:t>’</w:t>
      </w:r>
      <w:r w:rsidR="004C389C">
        <w:t>une manière si horrible</w:t>
      </w:r>
      <w:r>
        <w:t xml:space="preserve">. </w:t>
      </w:r>
      <w:r w:rsidR="004C389C">
        <w:t>À cette heure</w:t>
      </w:r>
      <w:r>
        <w:t xml:space="preserve">, </w:t>
      </w:r>
      <w:r w:rsidR="004C389C">
        <w:t>elle doit errer</w:t>
      </w:r>
      <w:r>
        <w:t xml:space="preserve">, </w:t>
      </w:r>
      <w:r w:rsidR="004C389C">
        <w:t>perdue sur un point des côtes de France</w:t>
      </w:r>
      <w:r>
        <w:t>.</w:t>
      </w:r>
    </w:p>
    <w:p w14:paraId="74A8B852" w14:textId="77777777" w:rsidR="004B5A85" w:rsidRDefault="004B5A85" w:rsidP="004C389C">
      <w:r>
        <w:t>— </w:t>
      </w:r>
      <w:r w:rsidR="004C389C">
        <w:t>Sois tranquille</w:t>
      </w:r>
      <w:r>
        <w:t xml:space="preserve">, </w:t>
      </w:r>
      <w:r w:rsidR="004C389C">
        <w:t>mon petit</w:t>
      </w:r>
      <w:r>
        <w:t xml:space="preserve">. </w:t>
      </w:r>
      <w:r w:rsidR="004C389C">
        <w:t>Nous allons être reçus par l</w:t>
      </w:r>
      <w:r>
        <w:t>’</w:t>
      </w:r>
      <w:r w:rsidR="004C389C">
        <w:t>amiral préfet maritime</w:t>
      </w:r>
      <w:r>
        <w:t xml:space="preserve">. </w:t>
      </w:r>
      <w:r w:rsidR="004C389C">
        <w:t>Tu lui conteras ton histoire</w:t>
      </w:r>
      <w:r>
        <w:t xml:space="preserve">. </w:t>
      </w:r>
      <w:r w:rsidR="004C389C">
        <w:t>Il enverra par télégraphe des instructions aux maires des villes du littoral</w:t>
      </w:r>
      <w:r>
        <w:t xml:space="preserve">, </w:t>
      </w:r>
      <w:r w:rsidR="004C389C">
        <w:t>et cette jeune fille sera bientôt amenée ici</w:t>
      </w:r>
      <w:r>
        <w:t>.</w:t>
      </w:r>
    </w:p>
    <w:p w14:paraId="20B4AB33" w14:textId="77777777" w:rsidR="004B5A85" w:rsidRDefault="004B5A85" w:rsidP="004C389C">
      <w:r>
        <w:t>— </w:t>
      </w:r>
      <w:r w:rsidR="004C389C">
        <w:t>Ça va bien</w:t>
      </w:r>
      <w:r>
        <w:t xml:space="preserve"> ! </w:t>
      </w:r>
      <w:r w:rsidR="004C389C">
        <w:t>fit Pierrot l</w:t>
      </w:r>
      <w:r>
        <w:t>’</w:t>
      </w:r>
      <w:r w:rsidR="004C389C">
        <w:t>Écureuil</w:t>
      </w:r>
      <w:r>
        <w:t xml:space="preserve">, </w:t>
      </w:r>
      <w:r w:rsidR="004C389C">
        <w:t>rassuré à ce sujet</w:t>
      </w:r>
      <w:r>
        <w:t xml:space="preserve">. </w:t>
      </w:r>
      <w:r w:rsidR="004C389C">
        <w:t>Mais ce n</w:t>
      </w:r>
      <w:r>
        <w:t>’</w:t>
      </w:r>
      <w:r w:rsidR="004C389C">
        <w:t>est pas tout encore</w:t>
      </w:r>
      <w:r>
        <w:t>.</w:t>
      </w:r>
    </w:p>
    <w:p w14:paraId="1B805434" w14:textId="77777777" w:rsidR="004B5A85" w:rsidRDefault="004B5A85" w:rsidP="004C389C">
      <w:r>
        <w:t>— </w:t>
      </w:r>
      <w:r w:rsidR="004C389C">
        <w:t>Quoi donc</w:t>
      </w:r>
      <w:r>
        <w:t> ?</w:t>
      </w:r>
    </w:p>
    <w:p w14:paraId="7DC484CB" w14:textId="77777777" w:rsidR="004B5A85" w:rsidRDefault="004B5A85" w:rsidP="004C389C">
      <w:r>
        <w:t>— </w:t>
      </w:r>
      <w:r w:rsidR="004C389C">
        <w:t>Quand est-ce que nous allons nous mettre à la recherche de nos camarades abandonnés dans l</w:t>
      </w:r>
      <w:r>
        <w:t>’</w:t>
      </w:r>
      <w:r w:rsidR="004C389C">
        <w:t>île inconnue</w:t>
      </w:r>
      <w:r>
        <w:t xml:space="preserve">, </w:t>
      </w:r>
      <w:r w:rsidR="004C389C">
        <w:t>et courir à la poursuite du Ravageur du Monde</w:t>
      </w:r>
      <w:r>
        <w:t> ?</w:t>
      </w:r>
    </w:p>
    <w:p w14:paraId="397C82EC" w14:textId="77777777" w:rsidR="004B5A85" w:rsidRDefault="004B5A85" w:rsidP="004C389C">
      <w:r>
        <w:t>— </w:t>
      </w:r>
      <w:r w:rsidR="004C389C">
        <w:t>Bientôt</w:t>
      </w:r>
      <w:r>
        <w:t xml:space="preserve">, </w:t>
      </w:r>
      <w:r w:rsidR="004C389C">
        <w:t>mon enfant</w:t>
      </w:r>
      <w:r>
        <w:t xml:space="preserve">, </w:t>
      </w:r>
      <w:r w:rsidR="004C389C">
        <w:t>répondit Ludovic Martel</w:t>
      </w:r>
      <w:r>
        <w:t xml:space="preserve">. </w:t>
      </w:r>
      <w:r w:rsidR="004C389C">
        <w:t>Tous les ouvriers de l</w:t>
      </w:r>
      <w:r>
        <w:t>’</w:t>
      </w:r>
      <w:r w:rsidR="004C389C">
        <w:t xml:space="preserve">arsenal travaillent à la construction de deux sous-marins du type du </w:t>
      </w:r>
      <w:r w:rsidR="004C389C">
        <w:rPr>
          <w:i/>
          <w:iCs/>
        </w:rPr>
        <w:t>Nyctalope</w:t>
      </w:r>
      <w:r>
        <w:rPr>
          <w:i/>
          <w:iCs/>
        </w:rPr>
        <w:t xml:space="preserve">. </w:t>
      </w:r>
      <w:r w:rsidR="004C389C">
        <w:t>Dans deux ou trois semaines</w:t>
      </w:r>
      <w:r>
        <w:t xml:space="preserve">, </w:t>
      </w:r>
      <w:r w:rsidR="004C389C">
        <w:t>nous prendrons la mer</w:t>
      </w:r>
      <w:r>
        <w:t xml:space="preserve">. </w:t>
      </w:r>
      <w:r w:rsidR="004C389C">
        <w:t>Après avoir bien réfléchi</w:t>
      </w:r>
      <w:r>
        <w:t xml:space="preserve">, </w:t>
      </w:r>
      <w:r w:rsidR="004C389C">
        <w:t>je suis arrivé à penser que l</w:t>
      </w:r>
      <w:r>
        <w:t>’</w:t>
      </w:r>
      <w:r w:rsidR="004C389C">
        <w:t>île inconnue doit se trouver dans l</w:t>
      </w:r>
      <w:r>
        <w:t>’</w:t>
      </w:r>
      <w:r w:rsidR="004C389C">
        <w:t>océan Pacifique</w:t>
      </w:r>
      <w:r>
        <w:t xml:space="preserve">, </w:t>
      </w:r>
      <w:r w:rsidR="004C389C">
        <w:t>au sud</w:t>
      </w:r>
      <w:r>
        <w:t xml:space="preserve">, </w:t>
      </w:r>
      <w:r w:rsidR="004C389C">
        <w:t>probablement vers l</w:t>
      </w:r>
      <w:r>
        <w:t>’</w:t>
      </w:r>
      <w:r w:rsidR="004C389C">
        <w:t>est</w:t>
      </w:r>
      <w:r>
        <w:t xml:space="preserve">. </w:t>
      </w:r>
      <w:r w:rsidR="004C389C">
        <w:t>Nous irons croiser par là</w:t>
      </w:r>
      <w:r>
        <w:t>.</w:t>
      </w:r>
    </w:p>
    <w:p w14:paraId="312DDED5" w14:textId="77777777" w:rsidR="004B5A85" w:rsidRDefault="004B5A85" w:rsidP="004C389C">
      <w:r>
        <w:t>« </w:t>
      </w:r>
      <w:r w:rsidR="004C389C">
        <w:t>Espérons que nous délivrerons bientôt mon équipage bien-aimé</w:t>
      </w:r>
      <w:r>
        <w:t xml:space="preserve">. </w:t>
      </w:r>
      <w:r w:rsidR="004C389C">
        <w:t>Et alors</w:t>
      </w:r>
      <w:r>
        <w:t xml:space="preserve">, </w:t>
      </w:r>
      <w:r w:rsidR="004C389C">
        <w:t>sus au Ravageur du Monde</w:t>
      </w:r>
      <w:r>
        <w:t> !</w:t>
      </w:r>
    </w:p>
    <w:p w14:paraId="3B5D9691" w14:textId="77777777" w:rsidR="004B5A85" w:rsidRDefault="004B5A85" w:rsidP="004C389C">
      <w:r>
        <w:t>— </w:t>
      </w:r>
      <w:r w:rsidR="004C389C">
        <w:t>Et vive la France</w:t>
      </w:r>
      <w:r>
        <w:t xml:space="preserve"> ! </w:t>
      </w:r>
      <w:r w:rsidR="004C389C">
        <w:t>cria Pierrot l</w:t>
      </w:r>
      <w:r>
        <w:t>’</w:t>
      </w:r>
      <w:r w:rsidR="004C389C">
        <w:t xml:space="preserve">Écureuil en sautant au cou de son </w:t>
      </w:r>
      <w:proofErr w:type="spellStart"/>
      <w:r w:rsidR="004C389C">
        <w:t>cap</w:t>
      </w:r>
      <w:r>
        <w:t>’</w:t>
      </w:r>
      <w:r w:rsidR="004C389C">
        <w:t>taine</w:t>
      </w:r>
      <w:proofErr w:type="spellEnd"/>
      <w:r>
        <w:t>.</w:t>
      </w:r>
    </w:p>
    <w:p w14:paraId="38795143" w14:textId="77777777" w:rsidR="004B5A85" w:rsidRDefault="004C389C" w:rsidP="004C389C">
      <w:r>
        <w:t>Deux jours plus tard</w:t>
      </w:r>
      <w:r w:rsidR="004B5A85">
        <w:t xml:space="preserve">, </w:t>
      </w:r>
      <w:r>
        <w:t>Dolorès était identifiée par le maire de l</w:t>
      </w:r>
      <w:r w:rsidR="004B5A85">
        <w:t>’</w:t>
      </w:r>
      <w:r>
        <w:t>île d</w:t>
      </w:r>
      <w:r w:rsidR="004B5A85">
        <w:t>’</w:t>
      </w:r>
      <w:r>
        <w:t>Ouessant</w:t>
      </w:r>
      <w:r w:rsidR="004B5A85">
        <w:t xml:space="preserve">, </w:t>
      </w:r>
      <w:r>
        <w:t>dans les rochers de laquelle la jeune fille</w:t>
      </w:r>
      <w:r w:rsidR="004B5A85">
        <w:t xml:space="preserve">, </w:t>
      </w:r>
      <w:r>
        <w:t>mourant de faim</w:t>
      </w:r>
      <w:r w:rsidR="004B5A85">
        <w:t xml:space="preserve">, </w:t>
      </w:r>
      <w:r>
        <w:t>avait été découverte et recueillie par de braves pêcheurs</w:t>
      </w:r>
      <w:r w:rsidR="004B5A85">
        <w:t xml:space="preserve">. </w:t>
      </w:r>
      <w:r>
        <w:t>Le maire l</w:t>
      </w:r>
      <w:r w:rsidR="004B5A85">
        <w:t>’</w:t>
      </w:r>
      <w:r>
        <w:t>amena lui-même à Rochefort</w:t>
      </w:r>
      <w:r w:rsidR="004B5A85">
        <w:t xml:space="preserve">. </w:t>
      </w:r>
      <w:r>
        <w:lastRenderedPageBreak/>
        <w:t>Ludovic Martel la reçut</w:t>
      </w:r>
      <w:r w:rsidR="004B5A85">
        <w:t xml:space="preserve">. </w:t>
      </w:r>
      <w:r>
        <w:t>Pierrot l</w:t>
      </w:r>
      <w:r w:rsidR="004B5A85">
        <w:t>’</w:t>
      </w:r>
      <w:r>
        <w:t>Écureuil l</w:t>
      </w:r>
      <w:r w:rsidR="004B5A85">
        <w:t>’</w:t>
      </w:r>
      <w:r>
        <w:t>embrassa comme on e</w:t>
      </w:r>
      <w:r>
        <w:t>m</w:t>
      </w:r>
      <w:r>
        <w:t>brasse une sœur perdue que l</w:t>
      </w:r>
      <w:r w:rsidR="004B5A85">
        <w:t>’</w:t>
      </w:r>
      <w:r>
        <w:t>on retrouve</w:t>
      </w:r>
      <w:r w:rsidR="004B5A85">
        <w:t xml:space="preserve">. </w:t>
      </w:r>
      <w:r>
        <w:t>Et Dolorès Santa-</w:t>
      </w:r>
      <w:proofErr w:type="spellStart"/>
      <w:r>
        <w:t>Fé</w:t>
      </w:r>
      <w:proofErr w:type="spellEnd"/>
      <w:r>
        <w:t xml:space="preserve"> fut placée</w:t>
      </w:r>
      <w:r w:rsidR="004B5A85">
        <w:t xml:space="preserve">, </w:t>
      </w:r>
      <w:r>
        <w:t>par les soins du gouvernement français</w:t>
      </w:r>
      <w:r w:rsidR="004B5A85">
        <w:t xml:space="preserve">, </w:t>
      </w:r>
      <w:r>
        <w:t>dans le lycée de filles de Rochefort</w:t>
      </w:r>
      <w:r w:rsidR="004B5A85">
        <w:t xml:space="preserve">, </w:t>
      </w:r>
      <w:r>
        <w:t>où</w:t>
      </w:r>
      <w:r w:rsidR="004B5A85">
        <w:t xml:space="preserve">, </w:t>
      </w:r>
      <w:r>
        <w:t>très soignée et suivant les cours avec les autres élèves</w:t>
      </w:r>
      <w:r w:rsidR="004B5A85">
        <w:t xml:space="preserve">, </w:t>
      </w:r>
      <w:r>
        <w:t>elle attendait qu</w:t>
      </w:r>
      <w:r w:rsidR="004B5A85">
        <w:t>’</w:t>
      </w:r>
      <w:r>
        <w:t>une tante à elle</w:t>
      </w:r>
      <w:r w:rsidR="004B5A85">
        <w:t xml:space="preserve">, </w:t>
      </w:r>
      <w:r>
        <w:t>vivant au V</w:t>
      </w:r>
      <w:r>
        <w:t>e</w:t>
      </w:r>
      <w:r>
        <w:t>nezuela</w:t>
      </w:r>
      <w:r w:rsidR="004B5A85">
        <w:t xml:space="preserve">, </w:t>
      </w:r>
      <w:r>
        <w:t>fût avertie et vînt la chercher</w:t>
      </w:r>
      <w:r w:rsidR="004B5A85">
        <w:t>.</w:t>
      </w:r>
    </w:p>
    <w:p w14:paraId="2DC334F9" w14:textId="77777777" w:rsidR="004B5A85" w:rsidRDefault="004C389C" w:rsidP="004C389C">
      <w:pPr>
        <w:rPr>
          <w:i/>
          <w:iCs/>
        </w:rPr>
      </w:pPr>
      <w:r>
        <w:t>Dans une fièvre d</w:t>
      </w:r>
      <w:r w:rsidR="004B5A85">
        <w:t>’</w:t>
      </w:r>
      <w:r>
        <w:t>impatience</w:t>
      </w:r>
      <w:r w:rsidR="004B5A85">
        <w:t xml:space="preserve">, </w:t>
      </w:r>
      <w:r>
        <w:t>le commandant Martel et le mousse Pierrot l</w:t>
      </w:r>
      <w:r w:rsidR="004B5A85">
        <w:t>’</w:t>
      </w:r>
      <w:r>
        <w:t>Écureuil passaient toutes leurs journées sur les chantiers de l</w:t>
      </w:r>
      <w:r w:rsidR="004B5A85">
        <w:t>’</w:t>
      </w:r>
      <w:r>
        <w:t>arsenal</w:t>
      </w:r>
      <w:r w:rsidR="004B5A85">
        <w:t xml:space="preserve">, </w:t>
      </w:r>
      <w:r>
        <w:t>où se poursuivait activement la constru</w:t>
      </w:r>
      <w:r>
        <w:t>c</w:t>
      </w:r>
      <w:r>
        <w:t xml:space="preserve">tion de deux sous-marins en </w:t>
      </w:r>
      <w:proofErr w:type="spellStart"/>
      <w:r>
        <w:t>tout</w:t>
      </w:r>
      <w:proofErr w:type="spellEnd"/>
      <w:r>
        <w:t xml:space="preserve"> pareils au </w:t>
      </w:r>
      <w:r>
        <w:rPr>
          <w:i/>
          <w:iCs/>
        </w:rPr>
        <w:t>Nyctalope</w:t>
      </w:r>
      <w:r w:rsidR="004B5A85">
        <w:rPr>
          <w:i/>
          <w:iCs/>
        </w:rPr>
        <w:t>.</w:t>
      </w:r>
    </w:p>
    <w:p w14:paraId="43E525EC" w14:textId="77777777" w:rsidR="004B5A85" w:rsidRDefault="004C389C" w:rsidP="004C389C">
      <w:r>
        <w:t>Et l</w:t>
      </w:r>
      <w:r w:rsidR="004B5A85">
        <w:t>’</w:t>
      </w:r>
      <w:r>
        <w:t>homme et l</w:t>
      </w:r>
      <w:r w:rsidR="004B5A85">
        <w:t>’</w:t>
      </w:r>
      <w:r>
        <w:t>enfant comptaient les jours qui les sép</w:t>
      </w:r>
      <w:r>
        <w:t>a</w:t>
      </w:r>
      <w:r>
        <w:t>raient de celui où ils s</w:t>
      </w:r>
      <w:r w:rsidR="004B5A85">
        <w:t>’</w:t>
      </w:r>
      <w:r>
        <w:t>élanceraient dans l</w:t>
      </w:r>
      <w:r w:rsidR="004B5A85">
        <w:t>’</w:t>
      </w:r>
      <w:r>
        <w:t>océan</w:t>
      </w:r>
      <w:r w:rsidR="004B5A85">
        <w:t xml:space="preserve">, </w:t>
      </w:r>
      <w:r>
        <w:t>à la recherche de l</w:t>
      </w:r>
      <w:r w:rsidR="004B5A85">
        <w:t>’</w:t>
      </w:r>
      <w:r>
        <w:t>équipage abandonné et à la poursuite du mystérieux et te</w:t>
      </w:r>
      <w:r>
        <w:t>r</w:t>
      </w:r>
      <w:r>
        <w:t>rible Ravageur du Monde</w:t>
      </w:r>
      <w:r w:rsidR="004B5A85">
        <w:t xml:space="preserve">, </w:t>
      </w:r>
      <w:r>
        <w:t>dont l</w:t>
      </w:r>
      <w:r w:rsidR="004B5A85">
        <w:t>’</w:t>
      </w:r>
      <w:r>
        <w:t>existence suffisait à faire tre</w:t>
      </w:r>
      <w:r>
        <w:t>m</w:t>
      </w:r>
      <w:r>
        <w:t>bler l</w:t>
      </w:r>
      <w:r w:rsidR="004B5A85">
        <w:t>’</w:t>
      </w:r>
      <w:r>
        <w:t>univers entier</w:t>
      </w:r>
      <w:r w:rsidR="004B5A85">
        <w:t>…</w:t>
      </w:r>
    </w:p>
    <w:p w14:paraId="024BD644" w14:textId="34D3FEDD" w:rsidR="004C389C" w:rsidRDefault="004C389C" w:rsidP="004B5A85">
      <w:pPr>
        <w:pStyle w:val="Titre1"/>
      </w:pPr>
      <w:bookmarkStart w:id="35" w:name="__RefHeading__37_1003869823"/>
      <w:bookmarkStart w:id="36" w:name="_Toc202462479"/>
      <w:bookmarkEnd w:id="35"/>
      <w:r>
        <w:lastRenderedPageBreak/>
        <w:t>CHAPITRE XIX</w:t>
      </w:r>
      <w:r>
        <w:br/>
      </w:r>
      <w:r>
        <w:br/>
        <w:t>TOMMY LE MASSACREUR</w:t>
      </w:r>
      <w:bookmarkEnd w:id="36"/>
    </w:p>
    <w:p w14:paraId="3AB85951" w14:textId="77777777" w:rsidR="004B5A85" w:rsidRDefault="004C389C" w:rsidP="004C389C">
      <w:r>
        <w:t>Or</w:t>
      </w:r>
      <w:r w:rsidR="004B5A85">
        <w:t xml:space="preserve">, </w:t>
      </w:r>
      <w:r>
        <w:t>pendant qu</w:t>
      </w:r>
      <w:r w:rsidR="004B5A85">
        <w:t>’</w:t>
      </w:r>
      <w:r>
        <w:t>en France on se préparait ainsi à aller avant tout à leur secours</w:t>
      </w:r>
      <w:r w:rsidR="004B5A85">
        <w:t xml:space="preserve">, </w:t>
      </w:r>
      <w:r>
        <w:t>que faisaient les marins français abando</w:t>
      </w:r>
      <w:r>
        <w:t>n</w:t>
      </w:r>
      <w:r>
        <w:t>nés sur l</w:t>
      </w:r>
      <w:r w:rsidR="004B5A85">
        <w:t>’</w:t>
      </w:r>
      <w:r>
        <w:t>île inconnue</w:t>
      </w:r>
      <w:r w:rsidR="004B5A85">
        <w:t> ?…</w:t>
      </w:r>
    </w:p>
    <w:p w14:paraId="418B2AA3" w14:textId="77777777" w:rsidR="004B5A85" w:rsidRDefault="004C389C" w:rsidP="004C389C">
      <w:r>
        <w:t>On se souvient qu</w:t>
      </w:r>
      <w:r w:rsidR="004B5A85">
        <w:t>’</w:t>
      </w:r>
      <w:r>
        <w:t>après la lutte contre les panthères</w:t>
      </w:r>
      <w:r w:rsidR="004B5A85">
        <w:t xml:space="preserve">, </w:t>
      </w:r>
      <w:r>
        <w:t>d</w:t>
      </w:r>
      <w:r>
        <w:t>e</w:t>
      </w:r>
      <w:r>
        <w:t>vant la grotte d</w:t>
      </w:r>
      <w:r w:rsidR="004B5A85">
        <w:t>’</w:t>
      </w:r>
      <w:r>
        <w:t>épouvante</w:t>
      </w:r>
      <w:r w:rsidR="004B5A85">
        <w:t xml:space="preserve">, </w:t>
      </w:r>
      <w:r>
        <w:t>les blessés s</w:t>
      </w:r>
      <w:r w:rsidR="004B5A85">
        <w:t>’</w:t>
      </w:r>
      <w:r>
        <w:t>étaient rapidement gu</w:t>
      </w:r>
      <w:r>
        <w:t>é</w:t>
      </w:r>
      <w:r>
        <w:t>ris</w:t>
      </w:r>
      <w:r w:rsidR="004B5A85">
        <w:t xml:space="preserve">, </w:t>
      </w:r>
      <w:r>
        <w:t>grâce aux vertus curatives et cicatrisantes de l</w:t>
      </w:r>
      <w:r w:rsidR="004B5A85">
        <w:t>’</w:t>
      </w:r>
      <w:r>
        <w:t>eau du rui</w:t>
      </w:r>
      <w:r>
        <w:t>s</w:t>
      </w:r>
      <w:r>
        <w:t>seau qui coulait devant le campement</w:t>
      </w:r>
      <w:r w:rsidR="004B5A85">
        <w:t xml:space="preserve">. </w:t>
      </w:r>
      <w:r>
        <w:t>On se rappelle aussi que les seize marins</w:t>
      </w:r>
      <w:r w:rsidR="004B5A85">
        <w:t xml:space="preserve">, </w:t>
      </w:r>
      <w:r>
        <w:t>commandés et dirigés par l</w:t>
      </w:r>
      <w:r w:rsidR="004B5A85">
        <w:t>’</w:t>
      </w:r>
      <w:r>
        <w:t>enseigne Paul Ra</w:t>
      </w:r>
      <w:r>
        <w:t>n</w:t>
      </w:r>
      <w:r>
        <w:t>dal</w:t>
      </w:r>
      <w:r w:rsidR="004B5A85">
        <w:t xml:space="preserve">, </w:t>
      </w:r>
      <w:r>
        <w:t>s</w:t>
      </w:r>
      <w:r w:rsidR="004B5A85">
        <w:t>’</w:t>
      </w:r>
      <w:r>
        <w:t>étaient mis à la construction d</w:t>
      </w:r>
      <w:r w:rsidR="004B5A85">
        <w:t>’</w:t>
      </w:r>
      <w:r>
        <w:t>une barque</w:t>
      </w:r>
      <w:r w:rsidR="004B5A85">
        <w:t>.</w:t>
      </w:r>
    </w:p>
    <w:p w14:paraId="0B21A77C" w14:textId="77777777" w:rsidR="004B5A85" w:rsidRDefault="004C389C" w:rsidP="004C389C">
      <w:r>
        <w:t>On n</w:t>
      </w:r>
      <w:r w:rsidR="004B5A85">
        <w:t>’</w:t>
      </w:r>
      <w:r>
        <w:t>ignore pas non plus que</w:t>
      </w:r>
      <w:r w:rsidR="004B5A85">
        <w:t xml:space="preserve">, </w:t>
      </w:r>
      <w:r>
        <w:t>dans les ballots à eux laissés par le Ravageur</w:t>
      </w:r>
      <w:r w:rsidR="004B5A85">
        <w:t xml:space="preserve">, </w:t>
      </w:r>
      <w:r>
        <w:t>ils n</w:t>
      </w:r>
      <w:r w:rsidR="004B5A85">
        <w:t>’</w:t>
      </w:r>
      <w:r>
        <w:t>avaient trouvé ni une hache</w:t>
      </w:r>
      <w:r w:rsidR="004B5A85">
        <w:t xml:space="preserve">, </w:t>
      </w:r>
      <w:r>
        <w:t>ni une scie</w:t>
      </w:r>
      <w:r w:rsidR="004B5A85">
        <w:t>.</w:t>
      </w:r>
    </w:p>
    <w:p w14:paraId="498BE5DA" w14:textId="77777777" w:rsidR="004B5A85" w:rsidRDefault="004C389C" w:rsidP="004C389C">
      <w:r>
        <w:t>Comme instruments de travail</w:t>
      </w:r>
      <w:r w:rsidR="004B5A85">
        <w:t xml:space="preserve">, </w:t>
      </w:r>
      <w:r>
        <w:t>ils avaient des pioches</w:t>
      </w:r>
      <w:r w:rsidR="004B5A85">
        <w:t xml:space="preserve">, </w:t>
      </w:r>
      <w:r>
        <w:t>des bêches</w:t>
      </w:r>
      <w:r w:rsidR="004B5A85">
        <w:t xml:space="preserve">, </w:t>
      </w:r>
      <w:r>
        <w:t>des pelles</w:t>
      </w:r>
      <w:r w:rsidR="004B5A85">
        <w:t xml:space="preserve">, </w:t>
      </w:r>
      <w:r>
        <w:t>des sabres-baïonnettes et des couteaux de poche</w:t>
      </w:r>
      <w:r w:rsidR="004B5A85">
        <w:t>.</w:t>
      </w:r>
    </w:p>
    <w:p w14:paraId="1CD8D8FB" w14:textId="77777777" w:rsidR="004B5A85" w:rsidRDefault="004C389C" w:rsidP="004C389C">
      <w:r>
        <w:t>Mais avec les pioches</w:t>
      </w:r>
      <w:r w:rsidR="004B5A85">
        <w:t xml:space="preserve">, </w:t>
      </w:r>
      <w:r>
        <w:t>ils déracinèrent des arbres</w:t>
      </w:r>
      <w:r w:rsidR="004B5A85">
        <w:t xml:space="preserve"> ; </w:t>
      </w:r>
      <w:r>
        <w:t>avec les bêches et les fers des pelles bien aiguisées</w:t>
      </w:r>
      <w:r w:rsidR="004B5A85">
        <w:t xml:space="preserve">, </w:t>
      </w:r>
      <w:r>
        <w:t>ils firent des haches qui coupaient les branches</w:t>
      </w:r>
      <w:r w:rsidR="004B5A85">
        <w:t xml:space="preserve">, </w:t>
      </w:r>
      <w:r>
        <w:t>dégrossissaient les troncs</w:t>
      </w:r>
      <w:r w:rsidR="004B5A85">
        <w:t xml:space="preserve">. </w:t>
      </w:r>
      <w:r>
        <w:t>Avec les sabres-baïonnettes</w:t>
      </w:r>
      <w:r w:rsidR="004B5A85">
        <w:t xml:space="preserve">, </w:t>
      </w:r>
      <w:r>
        <w:t>ils fabriquèrent des scies qui</w:t>
      </w:r>
      <w:r w:rsidR="004B5A85">
        <w:t xml:space="preserve">, </w:t>
      </w:r>
      <w:r>
        <w:t>non sans de pénibles et longs efforts</w:t>
      </w:r>
      <w:r w:rsidR="004B5A85">
        <w:t xml:space="preserve">, </w:t>
      </w:r>
      <w:r>
        <w:t>permirent de débiter ces troncs en planches grossières</w:t>
      </w:r>
      <w:r w:rsidR="004B5A85">
        <w:t>.</w:t>
      </w:r>
    </w:p>
    <w:p w14:paraId="5BCCF8A2" w14:textId="5258CC02" w:rsidR="004B5A85" w:rsidRDefault="004C389C" w:rsidP="004C389C">
      <w:r>
        <w:t>Avec des lames de couteau rougies au feu</w:t>
      </w:r>
      <w:r w:rsidR="004B5A85">
        <w:t xml:space="preserve">, </w:t>
      </w:r>
      <w:r>
        <w:t>on perça dans les planches des trou</w:t>
      </w:r>
      <w:r w:rsidR="004A215E">
        <w:t>s</w:t>
      </w:r>
      <w:r>
        <w:t xml:space="preserve"> à chevilles</w:t>
      </w:r>
      <w:r w:rsidR="004B5A85">
        <w:t xml:space="preserve"> : </w:t>
      </w:r>
      <w:r>
        <w:t>la flamme</w:t>
      </w:r>
      <w:r w:rsidR="004B5A85">
        <w:t xml:space="preserve">, </w:t>
      </w:r>
      <w:r>
        <w:t>adroitement dirigée</w:t>
      </w:r>
      <w:r w:rsidR="004B5A85">
        <w:t xml:space="preserve">, </w:t>
      </w:r>
      <w:r>
        <w:t>donna ensuite au bois les courbures nécessaires</w:t>
      </w:r>
      <w:r w:rsidR="004B5A85">
        <w:t>.</w:t>
      </w:r>
    </w:p>
    <w:p w14:paraId="6981AEF0" w14:textId="77777777" w:rsidR="004B5A85" w:rsidRDefault="004C389C" w:rsidP="004C389C">
      <w:r>
        <w:lastRenderedPageBreak/>
        <w:t>On n</w:t>
      </w:r>
      <w:r w:rsidR="004B5A85">
        <w:t>’</w:t>
      </w:r>
      <w:r>
        <w:t>avait pas de clous</w:t>
      </w:r>
      <w:r w:rsidR="004B5A85">
        <w:t xml:space="preserve">, </w:t>
      </w:r>
      <w:r>
        <w:t>mais des chevilles de bois très dur</w:t>
      </w:r>
      <w:r w:rsidR="004B5A85">
        <w:t xml:space="preserve">, </w:t>
      </w:r>
      <w:r>
        <w:t>patiemment façonnées à la main</w:t>
      </w:r>
      <w:r w:rsidR="004B5A85">
        <w:t xml:space="preserve">, </w:t>
      </w:r>
      <w:r>
        <w:t>assemblèrent les planches et les fixèrent sur la charpente établie au préalable</w:t>
      </w:r>
      <w:r w:rsidR="004B5A85">
        <w:t>…</w:t>
      </w:r>
    </w:p>
    <w:p w14:paraId="21D520AE" w14:textId="77777777" w:rsidR="004B5A85" w:rsidRDefault="004C389C" w:rsidP="004C389C">
      <w:r>
        <w:t>Bref</w:t>
      </w:r>
      <w:r w:rsidR="004B5A85">
        <w:t xml:space="preserve">, </w:t>
      </w:r>
      <w:r>
        <w:t>ce fut un long mois de travail acharné</w:t>
      </w:r>
      <w:r w:rsidR="004B5A85">
        <w:t xml:space="preserve"> : </w:t>
      </w:r>
      <w:r>
        <w:t>un mois pe</w:t>
      </w:r>
      <w:r>
        <w:t>n</w:t>
      </w:r>
      <w:r>
        <w:t xml:space="preserve">dant lequel Jean-Marie et </w:t>
      </w:r>
      <w:proofErr w:type="spellStart"/>
      <w:r>
        <w:t>Ganneron</w:t>
      </w:r>
      <w:proofErr w:type="spellEnd"/>
      <w:r>
        <w:t xml:space="preserve"> seuls s</w:t>
      </w:r>
      <w:r w:rsidR="004B5A85">
        <w:t>’</w:t>
      </w:r>
      <w:r>
        <w:t>occupaient de la chasse</w:t>
      </w:r>
      <w:r w:rsidR="004B5A85">
        <w:t xml:space="preserve">, </w:t>
      </w:r>
      <w:r>
        <w:t>de la pêche et de la cuisine</w:t>
      </w:r>
      <w:r w:rsidR="004B5A85">
        <w:t xml:space="preserve"> ; </w:t>
      </w:r>
      <w:r>
        <w:t>un mois que l</w:t>
      </w:r>
      <w:r w:rsidR="004B5A85">
        <w:t>’</w:t>
      </w:r>
      <w:r>
        <w:t>on passa à travailler sur le rivage</w:t>
      </w:r>
      <w:r w:rsidR="004B5A85">
        <w:t xml:space="preserve">, </w:t>
      </w:r>
      <w:r>
        <w:t>durant le jour</w:t>
      </w:r>
      <w:r w:rsidR="004B5A85">
        <w:t xml:space="preserve">, </w:t>
      </w:r>
      <w:r>
        <w:t>et à dormir</w:t>
      </w:r>
      <w:r w:rsidR="004B5A85">
        <w:t xml:space="preserve">, </w:t>
      </w:r>
      <w:r>
        <w:t>la nuit</w:t>
      </w:r>
      <w:r w:rsidR="004B5A85">
        <w:t xml:space="preserve">, </w:t>
      </w:r>
      <w:r>
        <w:t>dans les cases construites au sommet de la falaise</w:t>
      </w:r>
      <w:r w:rsidR="004B5A85">
        <w:t xml:space="preserve">, </w:t>
      </w:r>
      <w:r>
        <w:t>au bord du rui</w:t>
      </w:r>
      <w:r>
        <w:t>s</w:t>
      </w:r>
      <w:r>
        <w:t>seau</w:t>
      </w:r>
      <w:r w:rsidR="004B5A85">
        <w:t xml:space="preserve"> ; </w:t>
      </w:r>
      <w:r>
        <w:t>un mois</w:t>
      </w:r>
      <w:r w:rsidR="004B5A85">
        <w:t xml:space="preserve">, </w:t>
      </w:r>
      <w:r>
        <w:t>enfin</w:t>
      </w:r>
      <w:r w:rsidR="004B5A85">
        <w:t xml:space="preserve">, </w:t>
      </w:r>
      <w:r>
        <w:t>où pas une seule fois on ne vit de bêtes f</w:t>
      </w:r>
      <w:r>
        <w:t>é</w:t>
      </w:r>
      <w:r>
        <w:t>roces</w:t>
      </w:r>
      <w:r w:rsidR="004B5A85">
        <w:t xml:space="preserve">. </w:t>
      </w:r>
      <w:r>
        <w:t>Elles vivaient dans l</w:t>
      </w:r>
      <w:r w:rsidR="004B5A85">
        <w:t>’</w:t>
      </w:r>
      <w:r>
        <w:t>intérieur de l</w:t>
      </w:r>
      <w:r w:rsidR="004B5A85">
        <w:t>’</w:t>
      </w:r>
      <w:r>
        <w:t>île</w:t>
      </w:r>
      <w:r w:rsidR="004B5A85">
        <w:t xml:space="preserve"> ; </w:t>
      </w:r>
      <w:r>
        <w:t>on se garda bien d</w:t>
      </w:r>
      <w:r w:rsidR="004B5A85">
        <w:t>’</w:t>
      </w:r>
      <w:r>
        <w:t>aller les y chercher</w:t>
      </w:r>
      <w:r w:rsidR="004B5A85">
        <w:t>…</w:t>
      </w:r>
    </w:p>
    <w:p w14:paraId="07C18420" w14:textId="0F9B6366" w:rsidR="004B5A85" w:rsidRDefault="004C389C" w:rsidP="004C389C">
      <w:r>
        <w:t>Paul Randal comptait les jours et</w:t>
      </w:r>
      <w:r w:rsidR="004B5A85">
        <w:t xml:space="preserve">, </w:t>
      </w:r>
      <w:r>
        <w:t>solennellement</w:t>
      </w:r>
      <w:r w:rsidR="004B5A85">
        <w:t xml:space="preserve">, </w:t>
      </w:r>
      <w:r>
        <w:t>le 2</w:t>
      </w:r>
      <w:r w:rsidR="004B5A85">
        <w:t>0 f</w:t>
      </w:r>
      <w:r w:rsidR="004B5A85">
        <w:t>é</w:t>
      </w:r>
      <w:r w:rsidR="004B5A85">
        <w:t>vrier</w:t>
      </w:r>
      <w:r>
        <w:t xml:space="preserve"> au soir</w:t>
      </w:r>
      <w:r w:rsidR="004B5A85">
        <w:t xml:space="preserve">, </w:t>
      </w:r>
      <w:r>
        <w:t>devant ses dix-sept hommes rangés sur une seule ligne</w:t>
      </w:r>
      <w:r w:rsidR="004B5A85">
        <w:t xml:space="preserve">, </w:t>
      </w:r>
      <w:r>
        <w:t>l</w:t>
      </w:r>
      <w:r w:rsidR="004B5A85">
        <w:t>’</w:t>
      </w:r>
      <w:r>
        <w:t>enseigne de vaisseau proclama que le lendemain serait jour de fête et de repos</w:t>
      </w:r>
      <w:r w:rsidR="004B5A85">
        <w:t>.</w:t>
      </w:r>
    </w:p>
    <w:p w14:paraId="7837DA4F" w14:textId="77777777" w:rsidR="004B5A85" w:rsidRDefault="004C389C" w:rsidP="004C389C">
      <w:r>
        <w:t>En effet</w:t>
      </w:r>
      <w:r w:rsidR="004B5A85">
        <w:t xml:space="preserve">, </w:t>
      </w:r>
      <w:r>
        <w:t>la barque</w:t>
      </w:r>
      <w:r w:rsidR="004B5A85">
        <w:t xml:space="preserve">, </w:t>
      </w:r>
      <w:r>
        <w:t>terminée</w:t>
      </w:r>
      <w:r w:rsidR="004B5A85">
        <w:t xml:space="preserve">, </w:t>
      </w:r>
      <w:r>
        <w:t>se dressait sur le sable</w:t>
      </w:r>
      <w:r w:rsidR="004B5A85">
        <w:t xml:space="preserve">, </w:t>
      </w:r>
      <w:r>
        <w:t>sa quille reposant sur un énorme tronc d</w:t>
      </w:r>
      <w:r w:rsidR="004B5A85">
        <w:t>’</w:t>
      </w:r>
      <w:r>
        <w:t>arbre creusé et pénétrant dans la mer par une de ses extrémités</w:t>
      </w:r>
      <w:r w:rsidR="004B5A85">
        <w:t xml:space="preserve">. </w:t>
      </w:r>
      <w:r>
        <w:t>Des étais la maintenaient toute droite</w:t>
      </w:r>
      <w:r w:rsidR="004B5A85">
        <w:t>.</w:t>
      </w:r>
    </w:p>
    <w:p w14:paraId="655B7EFA" w14:textId="77777777" w:rsidR="004B5A85" w:rsidRDefault="004C389C" w:rsidP="004C389C">
      <w:r>
        <w:t>À son mât</w:t>
      </w:r>
      <w:r w:rsidR="004B5A85">
        <w:t xml:space="preserve">, </w:t>
      </w:r>
      <w:r>
        <w:t>une voile flottait à la brise du soir</w:t>
      </w:r>
      <w:r w:rsidR="004B5A85">
        <w:t xml:space="preserve">, </w:t>
      </w:r>
      <w:r>
        <w:t>une voile faite de couvertures solidement assemblées</w:t>
      </w:r>
      <w:r w:rsidR="004B5A85">
        <w:t xml:space="preserve">. </w:t>
      </w:r>
      <w:r>
        <w:t>Les cordages étaient fabriqués avec des lanières découpées dans d</w:t>
      </w:r>
      <w:r w:rsidR="004B5A85">
        <w:t>’</w:t>
      </w:r>
      <w:r>
        <w:t>autres co</w:t>
      </w:r>
      <w:r>
        <w:t>u</w:t>
      </w:r>
      <w:r>
        <w:t>vertures</w:t>
      </w:r>
      <w:r w:rsidR="004B5A85">
        <w:t xml:space="preserve">, </w:t>
      </w:r>
      <w:r>
        <w:t>des lanières triplées et tordues</w:t>
      </w:r>
      <w:r w:rsidR="004B5A85">
        <w:t>.</w:t>
      </w:r>
    </w:p>
    <w:p w14:paraId="1BE90C5D" w14:textId="77777777" w:rsidR="004B5A85" w:rsidRDefault="004C389C" w:rsidP="004C389C">
      <w:r>
        <w:t>Les matelots avaient même fabriqué des poulies en faço</w:t>
      </w:r>
      <w:r>
        <w:t>n</w:t>
      </w:r>
      <w:r>
        <w:t>nant patiemment des rondins de bois avec un couteau bien a</w:t>
      </w:r>
      <w:r>
        <w:t>i</w:t>
      </w:r>
      <w:r>
        <w:t>guisé</w:t>
      </w:r>
      <w:r w:rsidR="004B5A85">
        <w:t>…</w:t>
      </w:r>
    </w:p>
    <w:p w14:paraId="56F451AC" w14:textId="77777777" w:rsidR="004B5A85" w:rsidRDefault="004C389C" w:rsidP="004C389C">
      <w:r>
        <w:t>Ah</w:t>
      </w:r>
      <w:r w:rsidR="004B5A85">
        <w:t xml:space="preserve"> ! </w:t>
      </w:r>
      <w:r>
        <w:t>certes</w:t>
      </w:r>
      <w:r w:rsidR="004B5A85">
        <w:t xml:space="preserve">, </w:t>
      </w:r>
      <w:r>
        <w:t>la barque n</w:t>
      </w:r>
      <w:r w:rsidR="004B5A85">
        <w:t>’</w:t>
      </w:r>
      <w:r>
        <w:t>était ni élégante ni luxueuse</w:t>
      </w:r>
      <w:r w:rsidR="004B5A85">
        <w:t xml:space="preserve">. </w:t>
      </w:r>
      <w:r>
        <w:t>À d</w:t>
      </w:r>
      <w:r>
        <w:t>e</w:t>
      </w:r>
      <w:r>
        <w:t>mi pontée</w:t>
      </w:r>
      <w:r w:rsidR="004B5A85">
        <w:t xml:space="preserve">, </w:t>
      </w:r>
      <w:r>
        <w:t>elle était à peine confortable</w:t>
      </w:r>
      <w:r w:rsidR="004B5A85">
        <w:t xml:space="preserve">. </w:t>
      </w:r>
      <w:r>
        <w:t>Mais large</w:t>
      </w:r>
      <w:r w:rsidR="004B5A85">
        <w:t xml:space="preserve">, </w:t>
      </w:r>
      <w:r>
        <w:t>pansue</w:t>
      </w:r>
      <w:r w:rsidR="004B5A85">
        <w:t xml:space="preserve">, </w:t>
      </w:r>
      <w:r>
        <w:t>elle tiendrait parfaitement la mer</w:t>
      </w:r>
      <w:r w:rsidR="004B5A85">
        <w:t xml:space="preserve">, </w:t>
      </w:r>
      <w:r>
        <w:t>même par les gros temps</w:t>
      </w:r>
      <w:r w:rsidR="004B5A85">
        <w:t xml:space="preserve">, </w:t>
      </w:r>
      <w:r>
        <w:t>et p</w:t>
      </w:r>
      <w:r>
        <w:t>a</w:t>
      </w:r>
      <w:r>
        <w:t>raissait d</w:t>
      </w:r>
      <w:r w:rsidR="004B5A85">
        <w:t>’</w:t>
      </w:r>
      <w:r>
        <w:t>une solidité à toute épreuve</w:t>
      </w:r>
      <w:r w:rsidR="004B5A85">
        <w:t>.</w:t>
      </w:r>
    </w:p>
    <w:p w14:paraId="4BC39552" w14:textId="77777777" w:rsidR="004B5A85" w:rsidRDefault="004C389C" w:rsidP="004C389C">
      <w:r>
        <w:lastRenderedPageBreak/>
        <w:t>Au cas où</w:t>
      </w:r>
      <w:r w:rsidR="004B5A85">
        <w:t xml:space="preserve">, </w:t>
      </w:r>
      <w:r>
        <w:t>par un coup de vent</w:t>
      </w:r>
      <w:r w:rsidR="004B5A85">
        <w:t xml:space="preserve">, </w:t>
      </w:r>
      <w:r>
        <w:t>la voile viendrait à se d</w:t>
      </w:r>
      <w:r>
        <w:t>é</w:t>
      </w:r>
      <w:r>
        <w:t>chirer</w:t>
      </w:r>
      <w:r w:rsidR="004B5A85">
        <w:t xml:space="preserve">, </w:t>
      </w:r>
      <w:r>
        <w:t>ou le mât à casser</w:t>
      </w:r>
      <w:r w:rsidR="004B5A85">
        <w:t xml:space="preserve">, </w:t>
      </w:r>
      <w:r>
        <w:t>douze rames avaient été fabriquées avec des branches d</w:t>
      </w:r>
      <w:r w:rsidR="004B5A85">
        <w:t>’</w:t>
      </w:r>
      <w:r>
        <w:t>arbres</w:t>
      </w:r>
      <w:r w:rsidR="004B5A85">
        <w:t>…</w:t>
      </w:r>
    </w:p>
    <w:p w14:paraId="5E352B65" w14:textId="3276C265" w:rsidR="004C389C" w:rsidRDefault="004C389C" w:rsidP="004C389C">
      <w:r>
        <w:t>Le matin du 2</w:t>
      </w:r>
      <w:r w:rsidR="004B5A85">
        <w:t xml:space="preserve">1 février, </w:t>
      </w:r>
      <w:r>
        <w:t>au lever du soleil</w:t>
      </w:r>
      <w:r w:rsidR="004B5A85">
        <w:t xml:space="preserve">, </w:t>
      </w:r>
      <w:r>
        <w:t>la barque fut p</w:t>
      </w:r>
      <w:r>
        <w:t>a</w:t>
      </w:r>
      <w:r>
        <w:t>voisée d</w:t>
      </w:r>
      <w:r w:rsidR="004B5A85">
        <w:t>’</w:t>
      </w:r>
      <w:r>
        <w:t>un drapeau tricolore</w:t>
      </w:r>
      <w:r w:rsidR="004B5A85">
        <w:t xml:space="preserve">, </w:t>
      </w:r>
      <w:r>
        <w:t>obtenu en cousant l</w:t>
      </w:r>
      <w:r w:rsidR="004B5A85">
        <w:t>’</w:t>
      </w:r>
      <w:r>
        <w:t>un à l</w:t>
      </w:r>
      <w:r w:rsidR="004B5A85">
        <w:t>’</w:t>
      </w:r>
      <w:r>
        <w:t>autre un tricot bleu</w:t>
      </w:r>
      <w:r w:rsidR="004B5A85">
        <w:t xml:space="preserve">, </w:t>
      </w:r>
      <w:r>
        <w:t>la moitié d</w:t>
      </w:r>
      <w:r w:rsidR="004B5A85">
        <w:t>’</w:t>
      </w:r>
      <w:r>
        <w:t>une chemise blanche et une ceinture rouge</w:t>
      </w:r>
      <w:r w:rsidR="004B5A85">
        <w:t xml:space="preserve">. </w:t>
      </w:r>
      <w:r>
        <w:t>Et la barque fut baptisée</w:t>
      </w:r>
      <w:r w:rsidR="004B5A85">
        <w:t xml:space="preserve"> : </w:t>
      </w:r>
      <w:r>
        <w:t xml:space="preserve">la </w:t>
      </w:r>
      <w:r>
        <w:rPr>
          <w:i/>
          <w:iCs/>
        </w:rPr>
        <w:t>Liberté</w:t>
      </w:r>
      <w:r w:rsidR="004B5A85">
        <w:rPr>
          <w:i/>
          <w:iCs/>
        </w:rPr>
        <w:t xml:space="preserve">, </w:t>
      </w:r>
      <w:r>
        <w:t>au milieu des a</w:t>
      </w:r>
      <w:r>
        <w:t>c</w:t>
      </w:r>
      <w:r>
        <w:t>clamations et des cris de</w:t>
      </w:r>
      <w:r w:rsidR="004B5A85">
        <w:t> : « </w:t>
      </w:r>
      <w:r>
        <w:t>Vive la France</w:t>
      </w:r>
      <w:r w:rsidR="004B5A85">
        <w:t> ! »</w:t>
      </w:r>
    </w:p>
    <w:p w14:paraId="3A183106" w14:textId="77777777" w:rsidR="004B5A85" w:rsidRDefault="004C389C" w:rsidP="004C389C">
      <w:r>
        <w:t>Journée de repos</w:t>
      </w:r>
      <w:r w:rsidR="004B5A85">
        <w:t xml:space="preserve">, </w:t>
      </w:r>
      <w:r>
        <w:t>avait dit l</w:t>
      </w:r>
      <w:r w:rsidR="004B5A85">
        <w:t>’</w:t>
      </w:r>
      <w:r>
        <w:t>enseigne</w:t>
      </w:r>
      <w:r w:rsidR="004B5A85">
        <w:t xml:space="preserve">… </w:t>
      </w:r>
      <w:r>
        <w:t>Ah</w:t>
      </w:r>
      <w:r w:rsidR="004B5A85">
        <w:t xml:space="preserve"> ! </w:t>
      </w:r>
      <w:r>
        <w:t>bien oui</w:t>
      </w:r>
      <w:r w:rsidR="004B5A85">
        <w:t xml:space="preserve"> !… </w:t>
      </w:r>
      <w:r>
        <w:t>On travailla jusqu</w:t>
      </w:r>
      <w:r w:rsidR="004B5A85">
        <w:t>’</w:t>
      </w:r>
      <w:r>
        <w:t>au coucher du soleil</w:t>
      </w:r>
      <w:r w:rsidR="004B5A85">
        <w:t xml:space="preserve">… </w:t>
      </w:r>
      <w:r>
        <w:t>On arrima dans la barque toutes les conserves données par le Ravageur</w:t>
      </w:r>
      <w:r w:rsidR="004B5A85">
        <w:t xml:space="preserve">, </w:t>
      </w:r>
      <w:r>
        <w:t>et auxquelles on n</w:t>
      </w:r>
      <w:r w:rsidR="004B5A85">
        <w:t>’</w:t>
      </w:r>
      <w:r>
        <w:t>avait pas touché</w:t>
      </w:r>
      <w:r w:rsidR="004B5A85">
        <w:t xml:space="preserve">, </w:t>
      </w:r>
      <w:r>
        <w:t xml:space="preserve">grâce à la pêche et à la chasse de Jean-Marie et de </w:t>
      </w:r>
      <w:proofErr w:type="spellStart"/>
      <w:r>
        <w:t>Ganneron</w:t>
      </w:r>
      <w:proofErr w:type="spellEnd"/>
      <w:r w:rsidR="004B5A85">
        <w:t>.</w:t>
      </w:r>
    </w:p>
    <w:p w14:paraId="01C909B7" w14:textId="77777777" w:rsidR="004B5A85" w:rsidRDefault="004C389C" w:rsidP="004C389C">
      <w:r>
        <w:t>On embarqua aussi de la viande fumée</w:t>
      </w:r>
      <w:r w:rsidR="004B5A85">
        <w:t xml:space="preserve">, </w:t>
      </w:r>
      <w:r>
        <w:t>préparée par ces adroits cuisiniers</w:t>
      </w:r>
      <w:r w:rsidR="004B5A85">
        <w:t>.</w:t>
      </w:r>
    </w:p>
    <w:p w14:paraId="78D5C5EA" w14:textId="77777777" w:rsidR="004B5A85" w:rsidRDefault="004C389C" w:rsidP="004C389C">
      <w:r>
        <w:t>Une grosse provision d</w:t>
      </w:r>
      <w:r w:rsidR="004B5A85">
        <w:t>’</w:t>
      </w:r>
      <w:r>
        <w:t>eau fut emmagasinée dans les barils faits à terre et cerclés de solides lianes</w:t>
      </w:r>
      <w:r w:rsidR="004B5A85">
        <w:t>.</w:t>
      </w:r>
    </w:p>
    <w:p w14:paraId="4985385E" w14:textId="77777777" w:rsidR="004B5A85" w:rsidRDefault="004C389C" w:rsidP="004C389C">
      <w:r>
        <w:t>Et le fameux repos</w:t>
      </w:r>
      <w:r w:rsidR="004B5A85">
        <w:t xml:space="preserve">, </w:t>
      </w:r>
      <w:r>
        <w:t>on ne le prit que quand tout fut prêt</w:t>
      </w:r>
      <w:r w:rsidR="004B5A85">
        <w:t>.</w:t>
      </w:r>
    </w:p>
    <w:p w14:paraId="5243859A" w14:textId="37E868E1" w:rsidR="004B5A85" w:rsidRDefault="004C389C" w:rsidP="004C389C">
      <w:r>
        <w:t>Le 2</w:t>
      </w:r>
      <w:r w:rsidR="004B5A85">
        <w:t>2 février</w:t>
      </w:r>
      <w:r>
        <w:t xml:space="preserve"> au matin</w:t>
      </w:r>
      <w:r w:rsidR="004B5A85">
        <w:t xml:space="preserve">, </w:t>
      </w:r>
      <w:r>
        <w:t xml:space="preserve">la </w:t>
      </w:r>
      <w:r>
        <w:rPr>
          <w:i/>
          <w:iCs/>
        </w:rPr>
        <w:t xml:space="preserve">Liberté </w:t>
      </w:r>
      <w:r>
        <w:t>fut poussée à la mer</w:t>
      </w:r>
      <w:r w:rsidR="004B5A85">
        <w:t>.</w:t>
      </w:r>
    </w:p>
    <w:p w14:paraId="7B072F3E" w14:textId="77777777" w:rsidR="004B5A85" w:rsidRDefault="004C389C" w:rsidP="004C389C">
      <w:r>
        <w:t>Moment d</w:t>
      </w:r>
      <w:r w:rsidR="004B5A85">
        <w:t>’</w:t>
      </w:r>
      <w:r>
        <w:t>anxiété</w:t>
      </w:r>
      <w:r w:rsidR="004B5A85">
        <w:t> !</w:t>
      </w:r>
    </w:p>
    <w:p w14:paraId="39DF0B85" w14:textId="77777777" w:rsidR="004B5A85" w:rsidRDefault="004C389C" w:rsidP="004C389C">
      <w:r>
        <w:t>La barque flotterait-elle normalement</w:t>
      </w:r>
      <w:r w:rsidR="004B5A85">
        <w:t xml:space="preserve"> ? </w:t>
      </w:r>
      <w:r>
        <w:t>N</w:t>
      </w:r>
      <w:r w:rsidR="004B5A85">
        <w:t>’</w:t>
      </w:r>
      <w:r>
        <w:t>allait-elle pas pencher</w:t>
      </w:r>
      <w:r w:rsidR="004B5A85">
        <w:t xml:space="preserve">, </w:t>
      </w:r>
      <w:r>
        <w:t>donner de la bande à droite ou à gauche</w:t>
      </w:r>
      <w:r w:rsidR="004B5A85">
        <w:t> ?…</w:t>
      </w:r>
    </w:p>
    <w:p w14:paraId="23E73B56" w14:textId="77777777" w:rsidR="004B5A85" w:rsidRDefault="004C389C" w:rsidP="004C389C">
      <w:r>
        <w:t>Mais non</w:t>
      </w:r>
      <w:r w:rsidR="004B5A85">
        <w:t xml:space="preserve"> : </w:t>
      </w:r>
      <w:r>
        <w:t>elle se balança sur les vagues</w:t>
      </w:r>
      <w:r w:rsidR="004B5A85">
        <w:t xml:space="preserve">, </w:t>
      </w:r>
      <w:r>
        <w:t>un peu lourd</w:t>
      </w:r>
      <w:r>
        <w:t>e</w:t>
      </w:r>
      <w:r>
        <w:t>ment</w:t>
      </w:r>
      <w:r w:rsidR="004B5A85">
        <w:t xml:space="preserve">, </w:t>
      </w:r>
      <w:r>
        <w:t>mais bien d</w:t>
      </w:r>
      <w:r w:rsidR="004B5A85">
        <w:t>’</w:t>
      </w:r>
      <w:r>
        <w:t>aplomb</w:t>
      </w:r>
      <w:r w:rsidR="004B5A85">
        <w:t>.</w:t>
      </w:r>
    </w:p>
    <w:p w14:paraId="2C610F2E" w14:textId="77777777" w:rsidR="004B5A85" w:rsidRDefault="004B5A85" w:rsidP="004C389C">
      <w:r>
        <w:t>— </w:t>
      </w:r>
      <w:r w:rsidR="004C389C">
        <w:t>Embarque</w:t>
      </w:r>
      <w:r>
        <w:t xml:space="preserve"> ! </w:t>
      </w:r>
      <w:r w:rsidR="004C389C">
        <w:t>ordonna joyeusement Paul Randal aux hommes restés à terre</w:t>
      </w:r>
      <w:r>
        <w:t>.</w:t>
      </w:r>
    </w:p>
    <w:p w14:paraId="0F375201" w14:textId="77777777" w:rsidR="004B5A85" w:rsidRDefault="004C389C" w:rsidP="004C389C">
      <w:r>
        <w:t>Ils bondirent</w:t>
      </w:r>
      <w:r w:rsidR="004B5A85">
        <w:t xml:space="preserve"> ; </w:t>
      </w:r>
      <w:r>
        <w:t>l</w:t>
      </w:r>
      <w:r w:rsidR="004B5A85">
        <w:t>’</w:t>
      </w:r>
      <w:r>
        <w:t>enseigne les imita</w:t>
      </w:r>
      <w:r w:rsidR="004B5A85">
        <w:t>.</w:t>
      </w:r>
    </w:p>
    <w:p w14:paraId="4F2F7EF7" w14:textId="77777777" w:rsidR="004B5A85" w:rsidRDefault="004B5A85" w:rsidP="004C389C">
      <w:r>
        <w:lastRenderedPageBreak/>
        <w:t>— </w:t>
      </w:r>
      <w:r w:rsidR="004C389C">
        <w:t>Largue tout</w:t>
      </w:r>
      <w:r>
        <w:t xml:space="preserve"> !… </w:t>
      </w:r>
      <w:r w:rsidR="004C389C">
        <w:t>Hisse la voile</w:t>
      </w:r>
      <w:r>
        <w:t xml:space="preserve"> !… </w:t>
      </w:r>
      <w:r w:rsidR="004C389C">
        <w:t>À Dieu vat</w:t>
      </w:r>
      <w:r>
        <w:t> !…</w:t>
      </w:r>
    </w:p>
    <w:p w14:paraId="2426C9A4" w14:textId="77777777" w:rsidR="004B5A85" w:rsidRDefault="004C389C" w:rsidP="004C389C">
      <w:r>
        <w:t>Et</w:t>
      </w:r>
      <w:r w:rsidR="004B5A85">
        <w:t xml:space="preserve">, </w:t>
      </w:r>
      <w:r>
        <w:t>tandis que la voile se gonflait à la brise matinale</w:t>
      </w:r>
      <w:r w:rsidR="004B5A85">
        <w:t xml:space="preserve">, </w:t>
      </w:r>
      <w:r>
        <w:t>les dix-sept Français</w:t>
      </w:r>
      <w:r w:rsidR="004B5A85">
        <w:t xml:space="preserve">, </w:t>
      </w:r>
      <w:r>
        <w:t>émus jusqu</w:t>
      </w:r>
      <w:r w:rsidR="004B5A85">
        <w:t>’</w:t>
      </w:r>
      <w:r>
        <w:t>aux larmes</w:t>
      </w:r>
      <w:r w:rsidR="004B5A85">
        <w:t xml:space="preserve">, </w:t>
      </w:r>
      <w:r>
        <w:t>saluèrent d</w:t>
      </w:r>
      <w:r w:rsidR="004B5A85">
        <w:t>’</w:t>
      </w:r>
      <w:r>
        <w:t>un adieu cette île ou le Ravageur du Monde les avait abandonnés et d</w:t>
      </w:r>
      <w:r w:rsidR="004B5A85">
        <w:t>’</w:t>
      </w:r>
      <w:r>
        <w:t>où ils partaient le cœur palpitant de l</w:t>
      </w:r>
      <w:r w:rsidR="004B5A85">
        <w:t>’</w:t>
      </w:r>
      <w:r>
        <w:t>espoir de rentrer bientôt dans la patrie et de repartir ensuite à travers les océans pour s</w:t>
      </w:r>
      <w:r w:rsidR="004B5A85">
        <w:t>’</w:t>
      </w:r>
      <w:r>
        <w:t xml:space="preserve">efforcer de reprendre le </w:t>
      </w:r>
      <w:r>
        <w:rPr>
          <w:i/>
          <w:iCs/>
        </w:rPr>
        <w:t xml:space="preserve">Nyctalope </w:t>
      </w:r>
      <w:r>
        <w:t>au mystérieux pirate</w:t>
      </w:r>
      <w:r w:rsidR="004B5A85">
        <w:t>.</w:t>
      </w:r>
    </w:p>
    <w:p w14:paraId="7E01EF7A" w14:textId="77777777" w:rsidR="004B5A85" w:rsidRDefault="004C389C" w:rsidP="004C389C">
      <w:r>
        <w:t>Hélas</w:t>
      </w:r>
      <w:r w:rsidR="004B5A85">
        <w:t xml:space="preserve"> ! </w:t>
      </w:r>
      <w:r>
        <w:t>de terribles aventures les attendaient auparavant</w:t>
      </w:r>
      <w:r w:rsidR="004B5A85">
        <w:t>.</w:t>
      </w:r>
    </w:p>
    <w:p w14:paraId="462BCC30" w14:textId="77777777" w:rsidR="004B5A85" w:rsidRDefault="004C389C" w:rsidP="004C389C">
      <w:r>
        <w:t>L</w:t>
      </w:r>
      <w:r w:rsidR="004B5A85">
        <w:t>’</w:t>
      </w:r>
      <w:r>
        <w:t>enseigne Paul Randal et ses compagnons quittaient donc cette île inconnue sur laquelle le Ravageur du Monde les avait abandonnés à leur triste sort</w:t>
      </w:r>
      <w:r w:rsidR="004B5A85">
        <w:t>.</w:t>
      </w:r>
    </w:p>
    <w:p w14:paraId="0D70BB6D" w14:textId="77777777" w:rsidR="004B5A85" w:rsidRDefault="004C389C" w:rsidP="004C389C">
      <w:r>
        <w:t xml:space="preserve">La barque la </w:t>
      </w:r>
      <w:r>
        <w:rPr>
          <w:i/>
          <w:iCs/>
        </w:rPr>
        <w:t>Liberté</w:t>
      </w:r>
      <w:r w:rsidR="004B5A85">
        <w:rPr>
          <w:i/>
          <w:iCs/>
        </w:rPr>
        <w:t xml:space="preserve">, </w:t>
      </w:r>
      <w:r>
        <w:t>qu</w:t>
      </w:r>
      <w:r w:rsidR="004B5A85">
        <w:t>’</w:t>
      </w:r>
      <w:r>
        <w:t>ils avaient construite avec tant de peine et d</w:t>
      </w:r>
      <w:r w:rsidR="004B5A85">
        <w:t>’</w:t>
      </w:r>
      <w:r>
        <w:t>ingéniosité</w:t>
      </w:r>
      <w:r w:rsidR="004B5A85">
        <w:t xml:space="preserve">, </w:t>
      </w:r>
      <w:r>
        <w:t>n</w:t>
      </w:r>
      <w:r w:rsidR="004B5A85">
        <w:t>’</w:t>
      </w:r>
      <w:r>
        <w:t>allait pas très vite</w:t>
      </w:r>
      <w:r w:rsidR="004B5A85">
        <w:t xml:space="preserve">, </w:t>
      </w:r>
      <w:r>
        <w:t>bien qu</w:t>
      </w:r>
      <w:r w:rsidR="004B5A85">
        <w:t>’</w:t>
      </w:r>
      <w:r>
        <w:t>un vent a</w:t>
      </w:r>
      <w:r>
        <w:t>s</w:t>
      </w:r>
      <w:r>
        <w:t>sez fort gonflât la voile</w:t>
      </w:r>
      <w:r w:rsidR="004B5A85">
        <w:t xml:space="preserve">, </w:t>
      </w:r>
      <w:r>
        <w:t>mais elle se comportait parfaitement à la vague</w:t>
      </w:r>
      <w:r w:rsidR="004B5A85">
        <w:t>.</w:t>
      </w:r>
    </w:p>
    <w:p w14:paraId="0F5BAFE6" w14:textId="77777777" w:rsidR="004B5A85" w:rsidRDefault="004C389C" w:rsidP="004C389C">
      <w:r>
        <w:t>Pendant la première demi-heure de navigation</w:t>
      </w:r>
      <w:r w:rsidR="004B5A85">
        <w:t xml:space="preserve">, </w:t>
      </w:r>
      <w:r>
        <w:t>personne ne parla à bord</w:t>
      </w:r>
      <w:r w:rsidR="004B5A85">
        <w:t>.</w:t>
      </w:r>
    </w:p>
    <w:p w14:paraId="4C0FA716" w14:textId="77777777" w:rsidR="004B5A85" w:rsidRDefault="004C389C" w:rsidP="004C389C">
      <w:r>
        <w:t>Ker-</w:t>
      </w:r>
      <w:proofErr w:type="spellStart"/>
      <w:r>
        <w:t>Loys</w:t>
      </w:r>
      <w:proofErr w:type="spellEnd"/>
      <w:r>
        <w:t xml:space="preserve"> tenait le gouvernail et</w:t>
      </w:r>
      <w:r w:rsidR="004B5A85">
        <w:t xml:space="preserve">, </w:t>
      </w:r>
      <w:r>
        <w:t>selon les ordres de Paul Randal</w:t>
      </w:r>
      <w:r w:rsidR="004B5A85">
        <w:t xml:space="preserve">, </w:t>
      </w:r>
      <w:r>
        <w:t>il piquait droit au large</w:t>
      </w:r>
      <w:r w:rsidR="004B5A85">
        <w:t xml:space="preserve">, </w:t>
      </w:r>
      <w:r>
        <w:t>le dos tourné à l</w:t>
      </w:r>
      <w:r w:rsidR="004B5A85">
        <w:t>’</w:t>
      </w:r>
      <w:r>
        <w:t>île inconnue</w:t>
      </w:r>
      <w:r w:rsidR="004B5A85">
        <w:t>.</w:t>
      </w:r>
    </w:p>
    <w:p w14:paraId="359EA73B" w14:textId="77777777" w:rsidR="004B5A85" w:rsidRDefault="004C389C" w:rsidP="004C389C">
      <w:r>
        <w:t xml:space="preserve">Mais quand il fut bien avéré pour tout le monde que la </w:t>
      </w:r>
      <w:r>
        <w:rPr>
          <w:i/>
          <w:iCs/>
        </w:rPr>
        <w:t>L</w:t>
      </w:r>
      <w:r>
        <w:rPr>
          <w:i/>
          <w:iCs/>
        </w:rPr>
        <w:t>i</w:t>
      </w:r>
      <w:r>
        <w:rPr>
          <w:i/>
          <w:iCs/>
        </w:rPr>
        <w:t xml:space="preserve">berté </w:t>
      </w:r>
      <w:r>
        <w:t>était parfaitement capable d</w:t>
      </w:r>
      <w:r w:rsidR="004B5A85">
        <w:t>’</w:t>
      </w:r>
      <w:r>
        <w:t>une longue navigation</w:t>
      </w:r>
      <w:r w:rsidR="004B5A85">
        <w:t xml:space="preserve">, </w:t>
      </w:r>
      <w:r>
        <w:t>ch</w:t>
      </w:r>
      <w:r>
        <w:t>a</w:t>
      </w:r>
      <w:r>
        <w:t>cun pensa à la direction à prendre</w:t>
      </w:r>
      <w:r w:rsidR="004B5A85">
        <w:t>.</w:t>
      </w:r>
    </w:p>
    <w:p w14:paraId="7EFDD0E2" w14:textId="77777777" w:rsidR="004B5A85" w:rsidRDefault="004C389C" w:rsidP="004C389C">
      <w:r>
        <w:t>Où aller</w:t>
      </w:r>
      <w:r w:rsidR="004B5A85">
        <w:t xml:space="preserve"> ?… </w:t>
      </w:r>
      <w:r>
        <w:t>À l</w:t>
      </w:r>
      <w:r w:rsidR="004B5A85">
        <w:t>’</w:t>
      </w:r>
      <w:r>
        <w:t>ouest</w:t>
      </w:r>
      <w:r w:rsidR="004B5A85">
        <w:t xml:space="preserve"> ?… </w:t>
      </w:r>
      <w:r>
        <w:t>au nord</w:t>
      </w:r>
      <w:r w:rsidR="004B5A85">
        <w:t xml:space="preserve"> ?… </w:t>
      </w:r>
      <w:r>
        <w:t>au sud</w:t>
      </w:r>
      <w:r w:rsidR="004B5A85">
        <w:t> ?…</w:t>
      </w:r>
    </w:p>
    <w:p w14:paraId="350E78FD" w14:textId="77777777" w:rsidR="004B5A85" w:rsidRDefault="004C389C" w:rsidP="004C389C">
      <w:r>
        <w:t>On ignorait la position géographique de l</w:t>
      </w:r>
      <w:r w:rsidR="004B5A85">
        <w:t>’</w:t>
      </w:r>
      <w:r>
        <w:t>île</w:t>
      </w:r>
      <w:r w:rsidR="004B5A85">
        <w:t xml:space="preserve">. </w:t>
      </w:r>
      <w:r>
        <w:t>On ne savait même pas dans quel océan</w:t>
      </w:r>
      <w:r w:rsidR="004B5A85">
        <w:t xml:space="preserve">, </w:t>
      </w:r>
      <w:r>
        <w:t>dans quelle mer elle se trouvait</w:t>
      </w:r>
      <w:r w:rsidR="004B5A85">
        <w:t xml:space="preserve">. </w:t>
      </w:r>
      <w:r>
        <w:t>Pas d</w:t>
      </w:r>
      <w:r w:rsidR="004B5A85">
        <w:t>’</w:t>
      </w:r>
      <w:r>
        <w:t>instrument de navigation</w:t>
      </w:r>
      <w:r w:rsidR="004B5A85">
        <w:t xml:space="preserve">, </w:t>
      </w:r>
      <w:r>
        <w:t>pas de boussole</w:t>
      </w:r>
      <w:r w:rsidR="004B5A85">
        <w:t xml:space="preserve">. </w:t>
      </w:r>
      <w:r>
        <w:t>Il fallait s</w:t>
      </w:r>
      <w:r w:rsidR="004B5A85">
        <w:t>’</w:t>
      </w:r>
      <w:r>
        <w:t>orienter sur le soleil pendant le jour et</w:t>
      </w:r>
      <w:r w:rsidR="004B5A85">
        <w:t xml:space="preserve">, </w:t>
      </w:r>
      <w:r>
        <w:t>la nuit</w:t>
      </w:r>
      <w:r w:rsidR="004B5A85">
        <w:t xml:space="preserve">, </w:t>
      </w:r>
      <w:r>
        <w:t>sur les étoiles</w:t>
      </w:r>
      <w:r w:rsidR="004B5A85">
        <w:t>.</w:t>
      </w:r>
    </w:p>
    <w:p w14:paraId="60F16F6B" w14:textId="77777777" w:rsidR="004B5A85" w:rsidRDefault="004C389C" w:rsidP="004C389C">
      <w:r>
        <w:lastRenderedPageBreak/>
        <w:t>Et si des nuages venaient à remplir le ciel</w:t>
      </w:r>
      <w:r w:rsidR="004B5A85">
        <w:t xml:space="preserve">, </w:t>
      </w:r>
      <w:r>
        <w:t>à voiler le soleil</w:t>
      </w:r>
      <w:r w:rsidR="004B5A85">
        <w:t xml:space="preserve">, </w:t>
      </w:r>
      <w:r>
        <w:t>à cacher les étoiles</w:t>
      </w:r>
      <w:r w:rsidR="004B5A85">
        <w:t xml:space="preserve">… </w:t>
      </w:r>
      <w:r>
        <w:t>comment se dirigerait-on</w:t>
      </w:r>
      <w:r w:rsidR="004B5A85">
        <w:t> ?…</w:t>
      </w:r>
    </w:p>
    <w:p w14:paraId="6BF1B612" w14:textId="77777777" w:rsidR="004B5A85" w:rsidRDefault="004B5A85" w:rsidP="004C389C">
      <w:r>
        <w:t>— </w:t>
      </w:r>
      <w:r w:rsidR="004C389C">
        <w:t>Mes amis</w:t>
      </w:r>
      <w:r>
        <w:t xml:space="preserve">, </w:t>
      </w:r>
      <w:r w:rsidR="004C389C">
        <w:t>dit Paul Randal à ses matelots groupés autour de lui</w:t>
      </w:r>
      <w:r>
        <w:t xml:space="preserve">, </w:t>
      </w:r>
      <w:r w:rsidR="004C389C">
        <w:t>près du gouvernail</w:t>
      </w:r>
      <w:r>
        <w:t xml:space="preserve">, </w:t>
      </w:r>
      <w:r w:rsidR="004C389C">
        <w:t>il s</w:t>
      </w:r>
      <w:r>
        <w:t>’</w:t>
      </w:r>
      <w:r w:rsidR="004C389C">
        <w:t>agit de savoir quelle direction nous allons prendre</w:t>
      </w:r>
      <w:r>
        <w:t xml:space="preserve">. </w:t>
      </w:r>
      <w:r w:rsidR="004C389C">
        <w:t>Nous ignorons tout de notre position</w:t>
      </w:r>
      <w:r>
        <w:t xml:space="preserve">. </w:t>
      </w:r>
      <w:r w:rsidR="004C389C">
        <w:t>C</w:t>
      </w:r>
      <w:r w:rsidR="004C389C">
        <w:t>e</w:t>
      </w:r>
      <w:r w:rsidR="004C389C">
        <w:t>pendant</w:t>
      </w:r>
      <w:r>
        <w:t xml:space="preserve">, </w:t>
      </w:r>
      <w:r w:rsidR="004C389C">
        <w:t>nous pouvons ne pas errer à l</w:t>
      </w:r>
      <w:r>
        <w:t>’</w:t>
      </w:r>
      <w:r w:rsidR="004C389C">
        <w:t>aventure</w:t>
      </w:r>
      <w:r>
        <w:t xml:space="preserve">… </w:t>
      </w:r>
      <w:r w:rsidR="004C389C">
        <w:t>J</w:t>
      </w:r>
      <w:r>
        <w:t>’</w:t>
      </w:r>
      <w:r w:rsidR="004C389C">
        <w:t>ai bien r</w:t>
      </w:r>
      <w:r w:rsidR="004C389C">
        <w:t>é</w:t>
      </w:r>
      <w:r w:rsidR="004C389C">
        <w:t>fléchi</w:t>
      </w:r>
      <w:r>
        <w:t xml:space="preserve">… </w:t>
      </w:r>
      <w:r w:rsidR="004C389C">
        <w:t>Aller au sud ou au nord pourrait nous conduire dans les régions polaires</w:t>
      </w:r>
      <w:r>
        <w:t xml:space="preserve">, </w:t>
      </w:r>
      <w:r w:rsidR="004C389C">
        <w:t>car nous ne savons pas le nom de l</w:t>
      </w:r>
      <w:r>
        <w:t>’</w:t>
      </w:r>
      <w:r w:rsidR="004C389C">
        <w:t>océan dont nous fendons en ce moment les vagues</w:t>
      </w:r>
      <w:r>
        <w:t xml:space="preserve">. </w:t>
      </w:r>
      <w:r w:rsidR="004C389C">
        <w:t>Il faut donc choisir l</w:t>
      </w:r>
      <w:r>
        <w:t>’</w:t>
      </w:r>
      <w:r w:rsidR="004C389C">
        <w:t>est ou l</w:t>
      </w:r>
      <w:r>
        <w:t>’</w:t>
      </w:r>
      <w:r w:rsidR="004C389C">
        <w:t>ouest</w:t>
      </w:r>
      <w:r>
        <w:t>…</w:t>
      </w:r>
    </w:p>
    <w:p w14:paraId="40E50C90" w14:textId="77777777" w:rsidR="004B5A85" w:rsidRDefault="004B5A85" w:rsidP="004C389C">
      <w:r>
        <w:t>— </w:t>
      </w:r>
      <w:r w:rsidR="004C389C">
        <w:t>Juste</w:t>
      </w:r>
      <w:r>
        <w:t xml:space="preserve">, </w:t>
      </w:r>
      <w:r w:rsidR="004C389C">
        <w:t>mon lieutenant</w:t>
      </w:r>
      <w:r>
        <w:t xml:space="preserve"> ! </w:t>
      </w:r>
      <w:r w:rsidR="004C389C">
        <w:t>fit Ker-</w:t>
      </w:r>
      <w:proofErr w:type="spellStart"/>
      <w:r w:rsidR="004C389C">
        <w:t>Loys</w:t>
      </w:r>
      <w:proofErr w:type="spellEnd"/>
      <w:r>
        <w:t>.</w:t>
      </w:r>
    </w:p>
    <w:p w14:paraId="14FFA751" w14:textId="77777777" w:rsidR="004B5A85" w:rsidRDefault="004B5A85" w:rsidP="004C389C">
      <w:r>
        <w:t>— </w:t>
      </w:r>
      <w:r w:rsidR="004C389C">
        <w:t>Mais rien ne peut nous guider dans ce choix</w:t>
      </w:r>
      <w:r>
        <w:t xml:space="preserve">, </w:t>
      </w:r>
      <w:r w:rsidR="004C389C">
        <w:t>dit l</w:t>
      </w:r>
      <w:r>
        <w:t>’</w:t>
      </w:r>
      <w:r w:rsidR="004C389C">
        <w:t>enseigne</w:t>
      </w:r>
      <w:r>
        <w:t xml:space="preserve">. </w:t>
      </w:r>
      <w:r w:rsidR="004C389C">
        <w:t>La côte</w:t>
      </w:r>
      <w:r>
        <w:t xml:space="preserve">, </w:t>
      </w:r>
      <w:r w:rsidR="004C389C">
        <w:t>une île habitée sont-elles plus près à l</w:t>
      </w:r>
      <w:r>
        <w:t>’</w:t>
      </w:r>
      <w:r w:rsidR="004C389C">
        <w:t>ouest ou plus près de l</w:t>
      </w:r>
      <w:r>
        <w:t>’</w:t>
      </w:r>
      <w:r w:rsidR="004C389C">
        <w:t>est</w:t>
      </w:r>
      <w:r>
        <w:t xml:space="preserve"> ? </w:t>
      </w:r>
      <w:r w:rsidR="004C389C">
        <w:t>Nous n</w:t>
      </w:r>
      <w:r>
        <w:t>’</w:t>
      </w:r>
      <w:r w:rsidR="004C389C">
        <w:t>en savons rien</w:t>
      </w:r>
      <w:r>
        <w:t xml:space="preserve">. </w:t>
      </w:r>
      <w:r w:rsidR="004C389C">
        <w:t>Il faut donc nous en remettre à la Providence</w:t>
      </w:r>
      <w:r>
        <w:t xml:space="preserve">. </w:t>
      </w:r>
      <w:r w:rsidR="004C389C">
        <w:t>Jusqu</w:t>
      </w:r>
      <w:r>
        <w:t>’</w:t>
      </w:r>
      <w:r w:rsidR="004C389C">
        <w:t>à présent</w:t>
      </w:r>
      <w:r>
        <w:t xml:space="preserve">, </w:t>
      </w:r>
      <w:r w:rsidR="004C389C">
        <w:t>elle nous a été s</w:t>
      </w:r>
      <w:r w:rsidR="004C389C">
        <w:t>e</w:t>
      </w:r>
      <w:r w:rsidR="004C389C">
        <w:t>courable</w:t>
      </w:r>
      <w:r>
        <w:t xml:space="preserve">. </w:t>
      </w:r>
      <w:r w:rsidR="004C389C">
        <w:t>Espérons qu</w:t>
      </w:r>
      <w:r>
        <w:t>’</w:t>
      </w:r>
      <w:r w:rsidR="004C389C">
        <w:t>elle nous favorisera encore</w:t>
      </w:r>
      <w:r>
        <w:t xml:space="preserve">. </w:t>
      </w:r>
      <w:r w:rsidR="004C389C">
        <w:t>Et c</w:t>
      </w:r>
      <w:r>
        <w:t>’</w:t>
      </w:r>
      <w:r w:rsidR="004C389C">
        <w:t>est la Providence qui va décider</w:t>
      </w:r>
      <w:r>
        <w:t xml:space="preserve">… </w:t>
      </w:r>
      <w:proofErr w:type="spellStart"/>
      <w:r w:rsidR="004C389C">
        <w:t>Yaki</w:t>
      </w:r>
      <w:proofErr w:type="spellEnd"/>
      <w:r>
        <w:t xml:space="preserve">, </w:t>
      </w:r>
      <w:r w:rsidR="004C389C">
        <w:t>tourne-toi</w:t>
      </w:r>
      <w:r>
        <w:t> !</w:t>
      </w:r>
    </w:p>
    <w:p w14:paraId="784E9D75" w14:textId="77777777" w:rsidR="004B5A85" w:rsidRDefault="004C389C" w:rsidP="004C389C">
      <w:r>
        <w:t xml:space="preserve">Le matelot désigné </w:t>
      </w:r>
      <w:proofErr w:type="gramStart"/>
      <w:r>
        <w:t>fit</w:t>
      </w:r>
      <w:proofErr w:type="gramEnd"/>
      <w:r>
        <w:t xml:space="preserve"> demi-tour</w:t>
      </w:r>
      <w:r w:rsidR="004B5A85">
        <w:t xml:space="preserve">. </w:t>
      </w:r>
      <w:r>
        <w:t>Il ne voyait plus l</w:t>
      </w:r>
      <w:r w:rsidR="004B5A85">
        <w:t>’</w:t>
      </w:r>
      <w:r>
        <w:t>officier</w:t>
      </w:r>
      <w:r w:rsidR="004B5A85">
        <w:t>.</w:t>
      </w:r>
    </w:p>
    <w:p w14:paraId="1CBBE4FD" w14:textId="77777777" w:rsidR="004B5A85" w:rsidRDefault="004B5A85" w:rsidP="004C389C">
      <w:r>
        <w:t>— </w:t>
      </w:r>
      <w:r w:rsidR="004C389C">
        <w:t>J</w:t>
      </w:r>
      <w:r>
        <w:t>’</w:t>
      </w:r>
      <w:r w:rsidR="004C389C">
        <w:t>ai dans la main un couteau et une cheville</w:t>
      </w:r>
      <w:r>
        <w:t xml:space="preserve">, </w:t>
      </w:r>
      <w:r w:rsidR="004C389C">
        <w:t>reprit l</w:t>
      </w:r>
      <w:r>
        <w:t>’</w:t>
      </w:r>
      <w:r w:rsidR="004C389C">
        <w:t>officier en sortant ces objets de sa poche</w:t>
      </w:r>
      <w:r>
        <w:t xml:space="preserve">. </w:t>
      </w:r>
      <w:r w:rsidR="004C389C">
        <w:t>Le couteau</w:t>
      </w:r>
      <w:r>
        <w:t xml:space="preserve">, </w:t>
      </w:r>
      <w:r w:rsidR="004C389C">
        <w:t>c</w:t>
      </w:r>
      <w:r>
        <w:t>’</w:t>
      </w:r>
      <w:r w:rsidR="004C389C">
        <w:t>est l</w:t>
      </w:r>
      <w:r>
        <w:t>’</w:t>
      </w:r>
      <w:r w:rsidR="004C389C">
        <w:t>est</w:t>
      </w:r>
      <w:r>
        <w:t xml:space="preserve">. </w:t>
      </w:r>
      <w:r w:rsidR="004C389C">
        <w:t>La cheville</w:t>
      </w:r>
      <w:r>
        <w:t xml:space="preserve">, </w:t>
      </w:r>
      <w:r w:rsidR="004C389C">
        <w:t>c</w:t>
      </w:r>
      <w:r>
        <w:t>’</w:t>
      </w:r>
      <w:r w:rsidR="004C389C">
        <w:t>est l</w:t>
      </w:r>
      <w:r>
        <w:t>’</w:t>
      </w:r>
      <w:r w:rsidR="004C389C">
        <w:t>ouest</w:t>
      </w:r>
      <w:r>
        <w:t xml:space="preserve">. </w:t>
      </w:r>
      <w:r w:rsidR="004C389C">
        <w:t>Je mets ces deux objets à mes pieds</w:t>
      </w:r>
      <w:r>
        <w:t xml:space="preserve">. </w:t>
      </w:r>
      <w:r w:rsidR="004C389C">
        <w:t>Lequel choisis-tu</w:t>
      </w:r>
      <w:r>
        <w:t xml:space="preserve">, </w:t>
      </w:r>
      <w:proofErr w:type="spellStart"/>
      <w:r w:rsidR="004C389C">
        <w:t>Yaki</w:t>
      </w:r>
      <w:proofErr w:type="spellEnd"/>
      <w:r>
        <w:t xml:space="preserve"> ? </w:t>
      </w:r>
      <w:r w:rsidR="004C389C">
        <w:t>Celui qui est à ma droite ou celui qui est à ma gauche</w:t>
      </w:r>
      <w:r>
        <w:t> ?…</w:t>
      </w:r>
    </w:p>
    <w:p w14:paraId="64222390" w14:textId="77777777" w:rsidR="004B5A85" w:rsidRDefault="004B5A85" w:rsidP="004C389C">
      <w:r>
        <w:t>— </w:t>
      </w:r>
      <w:r w:rsidR="004C389C">
        <w:t>Gauche</w:t>
      </w:r>
      <w:r>
        <w:t xml:space="preserve">, </w:t>
      </w:r>
      <w:r w:rsidR="004C389C">
        <w:t>côté du cœur</w:t>
      </w:r>
      <w:r>
        <w:t xml:space="preserve"> ! </w:t>
      </w:r>
      <w:r w:rsidR="004C389C">
        <w:t>cria le matelot sans hésiter</w:t>
      </w:r>
      <w:r>
        <w:t>.</w:t>
      </w:r>
    </w:p>
    <w:p w14:paraId="0738E50B" w14:textId="77777777" w:rsidR="004B5A85" w:rsidRDefault="004C389C" w:rsidP="004C389C">
      <w:r>
        <w:t>Or</w:t>
      </w:r>
      <w:r w:rsidR="004B5A85">
        <w:t xml:space="preserve">, </w:t>
      </w:r>
      <w:r>
        <w:t>c</w:t>
      </w:r>
      <w:r w:rsidR="004B5A85">
        <w:t>’</w:t>
      </w:r>
      <w:r>
        <w:t>était le couteau qui se trouvait à la gauche de l</w:t>
      </w:r>
      <w:r w:rsidR="004B5A85">
        <w:t>’</w:t>
      </w:r>
      <w:r>
        <w:t>officier</w:t>
      </w:r>
      <w:r w:rsidR="004B5A85">
        <w:t xml:space="preserve">. </w:t>
      </w:r>
      <w:r>
        <w:t>La direction désignée par le sort était l</w:t>
      </w:r>
      <w:r w:rsidR="004B5A85">
        <w:t>’</w:t>
      </w:r>
      <w:r>
        <w:t>est</w:t>
      </w:r>
      <w:r w:rsidR="004B5A85">
        <w:t>…</w:t>
      </w:r>
    </w:p>
    <w:p w14:paraId="1A02C1B7" w14:textId="77777777" w:rsidR="004B5A85" w:rsidRDefault="004B5A85" w:rsidP="004C389C">
      <w:r>
        <w:lastRenderedPageBreak/>
        <w:t>— </w:t>
      </w:r>
      <w:r w:rsidR="004C389C">
        <w:t>Regarde le soleil et mets le cap à l</w:t>
      </w:r>
      <w:r>
        <w:t>’</w:t>
      </w:r>
      <w:r w:rsidR="004C389C">
        <w:t>est</w:t>
      </w:r>
      <w:r>
        <w:t xml:space="preserve">, </w:t>
      </w:r>
      <w:r w:rsidR="004C389C">
        <w:t>Ker-</w:t>
      </w:r>
      <w:proofErr w:type="spellStart"/>
      <w:r w:rsidR="004C389C">
        <w:t>Loys</w:t>
      </w:r>
      <w:proofErr w:type="spellEnd"/>
      <w:r>
        <w:t xml:space="preserve"> ! </w:t>
      </w:r>
      <w:r w:rsidR="004C389C">
        <w:t>ordonna aussitôt l</w:t>
      </w:r>
      <w:r>
        <w:t>’</w:t>
      </w:r>
      <w:r w:rsidR="004C389C">
        <w:t>enseigne Paul Randal</w:t>
      </w:r>
      <w:r>
        <w:t xml:space="preserve">. </w:t>
      </w:r>
      <w:r w:rsidR="004C389C">
        <w:t>Orientez la voile</w:t>
      </w:r>
      <w:r>
        <w:t xml:space="preserve">, </w:t>
      </w:r>
      <w:r w:rsidR="004C389C">
        <w:t>garçons</w:t>
      </w:r>
      <w:r>
        <w:t xml:space="preserve"> ! </w:t>
      </w:r>
      <w:r w:rsidR="004C389C">
        <w:t>Et en avant</w:t>
      </w:r>
      <w:r>
        <w:t> !…</w:t>
      </w:r>
    </w:p>
    <w:p w14:paraId="6394B730" w14:textId="77777777" w:rsidR="004B5A85" w:rsidRDefault="004C389C" w:rsidP="004C389C">
      <w:r>
        <w:t>En avant</w:t>
      </w:r>
      <w:r w:rsidR="004B5A85">
        <w:t> !…</w:t>
      </w:r>
    </w:p>
    <w:p w14:paraId="71C0025B" w14:textId="77777777" w:rsidR="004B5A85" w:rsidRDefault="004C389C" w:rsidP="004C389C">
      <w:r>
        <w:t>Oui</w:t>
      </w:r>
      <w:r w:rsidR="004B5A85">
        <w:t xml:space="preserve">, </w:t>
      </w:r>
      <w:r>
        <w:t>on alla de l</w:t>
      </w:r>
      <w:r w:rsidR="004B5A85">
        <w:t>’</w:t>
      </w:r>
      <w:r>
        <w:t>avant</w:t>
      </w:r>
      <w:r w:rsidR="004B5A85">
        <w:t xml:space="preserve">, </w:t>
      </w:r>
      <w:r>
        <w:t>en effet</w:t>
      </w:r>
      <w:r w:rsidR="004B5A85">
        <w:t xml:space="preserve">, </w:t>
      </w:r>
      <w:r>
        <w:t>pendant toute cette jou</w:t>
      </w:r>
      <w:r>
        <w:t>r</w:t>
      </w:r>
      <w:r>
        <w:t>née</w:t>
      </w:r>
      <w:r w:rsidR="004B5A85">
        <w:t xml:space="preserve">. </w:t>
      </w:r>
      <w:r>
        <w:t>Lorsque la nuit tomba</w:t>
      </w:r>
      <w:r w:rsidR="004B5A85">
        <w:t xml:space="preserve">, </w:t>
      </w:r>
      <w:r>
        <w:t>la direction ne fut pas modifiée</w:t>
      </w:r>
      <w:r w:rsidR="004B5A85">
        <w:t xml:space="preserve">, </w:t>
      </w:r>
      <w:r>
        <w:t>car le vent était toujours favorable et les étoiles brillant au ciel pe</w:t>
      </w:r>
      <w:r>
        <w:t>r</w:t>
      </w:r>
      <w:r>
        <w:t>mettaient à Paul Randal de s</w:t>
      </w:r>
      <w:r w:rsidR="004B5A85">
        <w:t>’</w:t>
      </w:r>
      <w:r>
        <w:t>orienter un peu</w:t>
      </w:r>
      <w:r w:rsidR="004B5A85">
        <w:t>.</w:t>
      </w:r>
    </w:p>
    <w:p w14:paraId="744086F8" w14:textId="77777777" w:rsidR="004B5A85" w:rsidRDefault="004C389C" w:rsidP="004C389C">
      <w:r>
        <w:t>L</w:t>
      </w:r>
      <w:r w:rsidR="004B5A85">
        <w:t>’</w:t>
      </w:r>
      <w:r>
        <w:t>enseigne partagea son équipage en quarts de jour et de nuit</w:t>
      </w:r>
      <w:r w:rsidR="004B5A85">
        <w:t xml:space="preserve">, </w:t>
      </w:r>
      <w:r>
        <w:t>de manière que les hommes pussent prendre à tour de rôle le repos nécessaire</w:t>
      </w:r>
      <w:r w:rsidR="004B5A85">
        <w:t xml:space="preserve">, </w:t>
      </w:r>
      <w:r>
        <w:t xml:space="preserve">et la </w:t>
      </w:r>
      <w:r>
        <w:rPr>
          <w:i/>
          <w:iCs/>
        </w:rPr>
        <w:t xml:space="preserve">Liberté </w:t>
      </w:r>
      <w:r>
        <w:t>continua sa course vers l</w:t>
      </w:r>
      <w:r w:rsidR="004B5A85">
        <w:t>’</w:t>
      </w:r>
      <w:r>
        <w:t>inconnu</w:t>
      </w:r>
      <w:r w:rsidR="004B5A85">
        <w:t>…</w:t>
      </w:r>
    </w:p>
    <w:p w14:paraId="4E369A9F" w14:textId="77777777" w:rsidR="004B5A85" w:rsidRDefault="004C389C" w:rsidP="004C389C">
      <w:r>
        <w:t>Paul Randal veilla jusqu</w:t>
      </w:r>
      <w:r w:rsidR="004B5A85">
        <w:t>’</w:t>
      </w:r>
      <w:r>
        <w:t>à minuit</w:t>
      </w:r>
      <w:r w:rsidR="004B5A85">
        <w:t xml:space="preserve">. </w:t>
      </w:r>
      <w:r>
        <w:t xml:space="preserve">Puis il fut remplacé au commandement de la barque par le premier maître </w:t>
      </w:r>
      <w:proofErr w:type="spellStart"/>
      <w:r>
        <w:t>Weyrich</w:t>
      </w:r>
      <w:proofErr w:type="spellEnd"/>
      <w:r w:rsidR="004B5A85">
        <w:t>…</w:t>
      </w:r>
    </w:p>
    <w:p w14:paraId="065F9803" w14:textId="372473B7" w:rsidR="004B5A85" w:rsidRDefault="004C389C" w:rsidP="004C389C">
      <w:r>
        <w:t>Or</w:t>
      </w:r>
      <w:r w:rsidR="004B5A85">
        <w:t xml:space="preserve">, </w:t>
      </w:r>
      <w:r>
        <w:t>l</w:t>
      </w:r>
      <w:r w:rsidR="004B5A85">
        <w:t>’</w:t>
      </w:r>
      <w:r>
        <w:t xml:space="preserve">enseigne dormait depuis plusieurs </w:t>
      </w:r>
      <w:r w:rsidR="004A215E">
        <w:t>heure</w:t>
      </w:r>
      <w:r>
        <w:t xml:space="preserve"> sous le pont</w:t>
      </w:r>
      <w:r w:rsidR="004B5A85">
        <w:t xml:space="preserve">, </w:t>
      </w:r>
      <w:r>
        <w:t>lorsqu</w:t>
      </w:r>
      <w:r w:rsidR="004B5A85">
        <w:t>’</w:t>
      </w:r>
      <w:r>
        <w:t>il fut brusquement réveillé par un grand cri</w:t>
      </w:r>
      <w:r w:rsidR="004B5A85">
        <w:t>.</w:t>
      </w:r>
    </w:p>
    <w:p w14:paraId="5D83617A" w14:textId="77777777" w:rsidR="004B5A85" w:rsidRDefault="004B5A85" w:rsidP="004C389C">
      <w:r>
        <w:t>— </w:t>
      </w:r>
      <w:r w:rsidR="004C389C">
        <w:t>Terre</w:t>
      </w:r>
      <w:r>
        <w:t xml:space="preserve"> ! </w:t>
      </w:r>
      <w:r w:rsidR="004C389C">
        <w:t>terre à tribord avant</w:t>
      </w:r>
      <w:r>
        <w:t xml:space="preserve"> ! </w:t>
      </w:r>
      <w:r w:rsidR="004C389C">
        <w:t>criait une voix</w:t>
      </w:r>
      <w:r>
        <w:t>.</w:t>
      </w:r>
    </w:p>
    <w:p w14:paraId="6165B4B5" w14:textId="77777777" w:rsidR="004B5A85" w:rsidRDefault="004C389C" w:rsidP="004C389C">
      <w:r>
        <w:t>L</w:t>
      </w:r>
      <w:r w:rsidR="004B5A85">
        <w:t>’</w:t>
      </w:r>
      <w:r>
        <w:t>enseigne reconnut celle du matelot Ferréol</w:t>
      </w:r>
      <w:r w:rsidR="004B5A85">
        <w:t>.</w:t>
      </w:r>
    </w:p>
    <w:p w14:paraId="44826930" w14:textId="77777777" w:rsidR="004B5A85" w:rsidRDefault="004C389C" w:rsidP="004C389C">
      <w:r>
        <w:t>Il sauta sur le pont de la barque</w:t>
      </w:r>
      <w:r w:rsidR="004B5A85">
        <w:t xml:space="preserve">, </w:t>
      </w:r>
      <w:r>
        <w:t>il aperçut</w:t>
      </w:r>
      <w:r w:rsidR="004B5A85">
        <w:t xml:space="preserve">, </w:t>
      </w:r>
      <w:r>
        <w:t>en effet</w:t>
      </w:r>
      <w:r w:rsidR="004B5A85">
        <w:t xml:space="preserve">, </w:t>
      </w:r>
      <w:r>
        <w:t>comme le voyaient tous ses hommes groupés autour de lui</w:t>
      </w:r>
      <w:r w:rsidR="004B5A85">
        <w:t xml:space="preserve">, </w:t>
      </w:r>
      <w:r>
        <w:t>une terre éloignée de deux milles marins</w:t>
      </w:r>
      <w:r w:rsidRPr="004B5A85">
        <w:rPr>
          <w:rStyle w:val="Appelnotedebasdep"/>
        </w:rPr>
        <w:footnoteReference w:id="3"/>
      </w:r>
      <w:r>
        <w:t xml:space="preserve"> environ</w:t>
      </w:r>
      <w:r w:rsidR="004B5A85">
        <w:t>.</w:t>
      </w:r>
    </w:p>
    <w:p w14:paraId="569FA64C" w14:textId="77777777" w:rsidR="004B5A85" w:rsidRDefault="004C389C" w:rsidP="004C389C">
      <w:r>
        <w:t>Elle paraissait</w:t>
      </w:r>
      <w:r w:rsidR="004B5A85">
        <w:t xml:space="preserve">, </w:t>
      </w:r>
      <w:r>
        <w:t>à en juger par la couleur noire de ses f</w:t>
      </w:r>
      <w:r>
        <w:t>a</w:t>
      </w:r>
      <w:r>
        <w:t>laises</w:t>
      </w:r>
      <w:r w:rsidR="004B5A85">
        <w:t xml:space="preserve">, </w:t>
      </w:r>
      <w:r>
        <w:t>d</w:t>
      </w:r>
      <w:r w:rsidR="004B5A85">
        <w:t>’</w:t>
      </w:r>
      <w:r>
        <w:t>origine volcanique</w:t>
      </w:r>
      <w:r w:rsidR="004B5A85">
        <w:t xml:space="preserve">. </w:t>
      </w:r>
      <w:r>
        <w:t xml:space="preserve">Et elle devait être sortie des flots </w:t>
      </w:r>
      <w:r>
        <w:lastRenderedPageBreak/>
        <w:t>depuis longtemps</w:t>
      </w:r>
      <w:r w:rsidR="004B5A85">
        <w:t xml:space="preserve">, </w:t>
      </w:r>
      <w:r>
        <w:t>car une magnifique végétation la couronnait</w:t>
      </w:r>
      <w:r w:rsidR="004B5A85">
        <w:t>.</w:t>
      </w:r>
    </w:p>
    <w:p w14:paraId="477425DA" w14:textId="77777777" w:rsidR="004B5A85" w:rsidRDefault="004B5A85" w:rsidP="004C389C">
      <w:r>
        <w:t>— </w:t>
      </w:r>
      <w:r w:rsidR="004C389C">
        <w:t>Il faut faire le tour de cette terre avant de l</w:t>
      </w:r>
      <w:r>
        <w:t>’</w:t>
      </w:r>
      <w:r w:rsidR="004C389C">
        <w:t>aborder</w:t>
      </w:r>
      <w:r>
        <w:t xml:space="preserve">, </w:t>
      </w:r>
      <w:r w:rsidR="004C389C">
        <w:t>dit l</w:t>
      </w:r>
      <w:r>
        <w:t>’</w:t>
      </w:r>
      <w:r w:rsidR="004C389C">
        <w:t>enseigne</w:t>
      </w:r>
      <w:r>
        <w:t xml:space="preserve">. </w:t>
      </w:r>
      <w:r w:rsidR="004C389C">
        <w:t>C</w:t>
      </w:r>
      <w:r>
        <w:t>’</w:t>
      </w:r>
      <w:r w:rsidR="004C389C">
        <w:t>est évidemment une île</w:t>
      </w:r>
      <w:r>
        <w:t xml:space="preserve">, </w:t>
      </w:r>
      <w:r w:rsidR="004C389C">
        <w:t>car</w:t>
      </w:r>
      <w:r>
        <w:t xml:space="preserve">, </w:t>
      </w:r>
      <w:r w:rsidR="004C389C">
        <w:t>avec le peu d</w:t>
      </w:r>
      <w:r>
        <w:t>’</w:t>
      </w:r>
      <w:r w:rsidR="004C389C">
        <w:t>étendue qu</w:t>
      </w:r>
      <w:r>
        <w:t>’</w:t>
      </w:r>
      <w:r w:rsidR="004C389C">
        <w:t>elle paraît avoir</w:t>
      </w:r>
      <w:r>
        <w:t xml:space="preserve">, </w:t>
      </w:r>
      <w:r w:rsidR="004C389C">
        <w:t>nous verrions une autre côte derrière elle</w:t>
      </w:r>
      <w:r>
        <w:t xml:space="preserve">, </w:t>
      </w:r>
      <w:r w:rsidR="004C389C">
        <w:t>si elle était reliée par un isthme à un continent</w:t>
      </w:r>
      <w:r>
        <w:t>.</w:t>
      </w:r>
    </w:p>
    <w:p w14:paraId="33C5C730" w14:textId="77777777" w:rsidR="004B5A85" w:rsidRDefault="004C389C" w:rsidP="004C389C">
      <w:r>
        <w:t>Mais l</w:t>
      </w:r>
      <w:r w:rsidR="004B5A85">
        <w:t>’</w:t>
      </w:r>
      <w:r>
        <w:t>île était plus vaste qu</w:t>
      </w:r>
      <w:r w:rsidR="004B5A85">
        <w:t>’</w:t>
      </w:r>
      <w:r>
        <w:t>elle ne le paraissait</w:t>
      </w:r>
      <w:r w:rsidR="004B5A85">
        <w:t xml:space="preserve">. </w:t>
      </w:r>
      <w:r>
        <w:t xml:space="preserve">Elle était de forme oblongue et la </w:t>
      </w:r>
      <w:r>
        <w:rPr>
          <w:i/>
          <w:iCs/>
        </w:rPr>
        <w:t xml:space="preserve">Liberté </w:t>
      </w:r>
      <w:r>
        <w:t>l</w:t>
      </w:r>
      <w:r w:rsidR="004B5A85">
        <w:t>’</w:t>
      </w:r>
      <w:r>
        <w:t>avait découverte par l</w:t>
      </w:r>
      <w:r w:rsidR="004B5A85">
        <w:t>’</w:t>
      </w:r>
      <w:r>
        <w:t>un de ses bouts allongés</w:t>
      </w:r>
      <w:r w:rsidR="004B5A85">
        <w:t xml:space="preserve">. </w:t>
      </w:r>
      <w:r>
        <w:t>Il fallut toute la journée pour en faire le tour</w:t>
      </w:r>
      <w:r w:rsidR="004B5A85">
        <w:t xml:space="preserve">… </w:t>
      </w:r>
      <w:r>
        <w:t>Cette navigation se poursuivit pendant douze heures sans le moindre incident</w:t>
      </w:r>
      <w:r w:rsidR="004B5A85">
        <w:t>.</w:t>
      </w:r>
    </w:p>
    <w:p w14:paraId="0DEDD6B4" w14:textId="77777777" w:rsidR="004B5A85" w:rsidRDefault="004C389C" w:rsidP="004C389C">
      <w:r>
        <w:t>On côtoyait de près le rivage de l</w:t>
      </w:r>
      <w:r w:rsidR="004B5A85">
        <w:t>’</w:t>
      </w:r>
      <w:r>
        <w:t>île</w:t>
      </w:r>
      <w:r w:rsidR="004B5A85">
        <w:t xml:space="preserve">, </w:t>
      </w:r>
      <w:r>
        <w:t>tantôt falaise abrupte</w:t>
      </w:r>
      <w:r w:rsidR="004B5A85">
        <w:t xml:space="preserve">, </w:t>
      </w:r>
      <w:r>
        <w:t>tantôt pente plus douce précédée d</w:t>
      </w:r>
      <w:r w:rsidR="004B5A85">
        <w:t>’</w:t>
      </w:r>
      <w:r>
        <w:t>une plage abordable</w:t>
      </w:r>
      <w:r w:rsidR="004B5A85">
        <w:t xml:space="preserve">, </w:t>
      </w:r>
      <w:r>
        <w:t>et on ne vit aucun être humain</w:t>
      </w:r>
      <w:r w:rsidR="004B5A85">
        <w:t xml:space="preserve">. </w:t>
      </w:r>
      <w:r>
        <w:t>L</w:t>
      </w:r>
      <w:r w:rsidR="004B5A85">
        <w:t>’</w:t>
      </w:r>
      <w:r>
        <w:t>île semblait inhabitée</w:t>
      </w:r>
      <w:r w:rsidR="004B5A85">
        <w:t>.</w:t>
      </w:r>
    </w:p>
    <w:p w14:paraId="0AFA8DEC" w14:textId="77777777" w:rsidR="004B5A85" w:rsidRDefault="004B5A85" w:rsidP="004C389C">
      <w:r>
        <w:t>— </w:t>
      </w:r>
      <w:r w:rsidR="004C389C">
        <w:t>Il faut cependant y aborder</w:t>
      </w:r>
      <w:r>
        <w:t xml:space="preserve">, </w:t>
      </w:r>
      <w:r w:rsidR="004C389C">
        <w:t>dit l</w:t>
      </w:r>
      <w:r>
        <w:t>’</w:t>
      </w:r>
      <w:r w:rsidR="004C389C">
        <w:t>enseigne</w:t>
      </w:r>
      <w:r>
        <w:t xml:space="preserve">. </w:t>
      </w:r>
      <w:r w:rsidR="004C389C">
        <w:t>Nous y pass</w:t>
      </w:r>
      <w:r w:rsidR="004C389C">
        <w:t>e</w:t>
      </w:r>
      <w:r w:rsidR="004C389C">
        <w:t>rons la nuit et une demi-journée</w:t>
      </w:r>
      <w:r>
        <w:t xml:space="preserve">. </w:t>
      </w:r>
      <w:r w:rsidR="004C389C">
        <w:t>Cela suffira pour nous rendre compte si elle est habitée et aussi pour savoir si quelque navig</w:t>
      </w:r>
      <w:r w:rsidR="004C389C">
        <w:t>a</w:t>
      </w:r>
      <w:r w:rsidR="004C389C">
        <w:t>teur</w:t>
      </w:r>
      <w:r>
        <w:t xml:space="preserve">, </w:t>
      </w:r>
      <w:r w:rsidR="004C389C">
        <w:t>en passant</w:t>
      </w:r>
      <w:r>
        <w:t xml:space="preserve">, </w:t>
      </w:r>
      <w:r w:rsidR="004C389C">
        <w:t>n</w:t>
      </w:r>
      <w:r>
        <w:t>’</w:t>
      </w:r>
      <w:r w:rsidR="004C389C">
        <w:t>y aurait pas laissé</w:t>
      </w:r>
      <w:r>
        <w:t xml:space="preserve">, </w:t>
      </w:r>
      <w:r w:rsidR="004C389C">
        <w:t>comme il arrive quelqu</w:t>
      </w:r>
      <w:r w:rsidR="004C389C">
        <w:t>e</w:t>
      </w:r>
      <w:r w:rsidR="004C389C">
        <w:t>fois</w:t>
      </w:r>
      <w:r>
        <w:t xml:space="preserve">, </w:t>
      </w:r>
      <w:r w:rsidR="004C389C">
        <w:t>des indications sur la position géographique de cette terre</w:t>
      </w:r>
      <w:r>
        <w:t>.</w:t>
      </w:r>
    </w:p>
    <w:p w14:paraId="697B4FF1" w14:textId="77777777" w:rsidR="004B5A85" w:rsidRDefault="004B5A85" w:rsidP="004C389C">
      <w:r>
        <w:t>— </w:t>
      </w:r>
      <w:r w:rsidR="004C389C">
        <w:t>C</w:t>
      </w:r>
      <w:r>
        <w:t>’</w:t>
      </w:r>
      <w:r w:rsidR="004C389C">
        <w:t>est juste</w:t>
      </w:r>
      <w:r>
        <w:t xml:space="preserve">, </w:t>
      </w:r>
      <w:r w:rsidR="004C389C">
        <w:t>mon lieutenant</w:t>
      </w:r>
      <w:r>
        <w:t xml:space="preserve">, </w:t>
      </w:r>
      <w:r w:rsidR="004C389C">
        <w:t>fit Ker-</w:t>
      </w:r>
      <w:proofErr w:type="spellStart"/>
      <w:r w:rsidR="004C389C">
        <w:t>Loys</w:t>
      </w:r>
      <w:proofErr w:type="spellEnd"/>
      <w:r>
        <w:t xml:space="preserve">. </w:t>
      </w:r>
      <w:r w:rsidR="004C389C">
        <w:t>Il y a vingt-cinq ans</w:t>
      </w:r>
      <w:r>
        <w:t xml:space="preserve">, </w:t>
      </w:r>
      <w:r w:rsidR="004C389C">
        <w:t>j</w:t>
      </w:r>
      <w:r>
        <w:t>’</w:t>
      </w:r>
      <w:r w:rsidR="004C389C">
        <w:t>ai navigué trente mois à bord d</w:t>
      </w:r>
      <w:r>
        <w:t>’</w:t>
      </w:r>
      <w:r w:rsidR="004C389C">
        <w:t>un navire d</w:t>
      </w:r>
      <w:r>
        <w:t>’</w:t>
      </w:r>
      <w:r w:rsidR="004C389C">
        <w:t>expéditions polaires</w:t>
      </w:r>
      <w:r>
        <w:t xml:space="preserve">. </w:t>
      </w:r>
      <w:r w:rsidR="004C389C">
        <w:t>Et quand nous rencontrions une île inconnue</w:t>
      </w:r>
      <w:r>
        <w:t xml:space="preserve">, </w:t>
      </w:r>
      <w:r w:rsidR="004C389C">
        <w:t>le cap</w:t>
      </w:r>
      <w:r w:rsidR="004C389C">
        <w:t>i</w:t>
      </w:r>
      <w:r w:rsidR="004C389C">
        <w:t>taine nous envoyait à terre</w:t>
      </w:r>
      <w:r>
        <w:t xml:space="preserve">. </w:t>
      </w:r>
      <w:r w:rsidR="004C389C">
        <w:t>Nous plantions sur un point très v</w:t>
      </w:r>
      <w:r w:rsidR="004C389C">
        <w:t>i</w:t>
      </w:r>
      <w:r w:rsidR="004C389C">
        <w:t>sible du rivage un solide poteau</w:t>
      </w:r>
      <w:r>
        <w:t xml:space="preserve">. </w:t>
      </w:r>
      <w:r w:rsidR="004C389C">
        <w:t>On y suspendait une boîte en bois</w:t>
      </w:r>
      <w:r>
        <w:t xml:space="preserve">, </w:t>
      </w:r>
      <w:r w:rsidR="004C389C">
        <w:t>dans laquelle nous laissions un papier avec les indications de longitude et de latitude</w:t>
      </w:r>
      <w:r>
        <w:t>.</w:t>
      </w:r>
    </w:p>
    <w:p w14:paraId="119E975C" w14:textId="77777777" w:rsidR="004B5A85" w:rsidRDefault="004B5A85" w:rsidP="004C389C">
      <w:r>
        <w:t>— </w:t>
      </w:r>
      <w:r w:rsidR="004C389C">
        <w:t>Nous aurons peut-être la chance</w:t>
      </w:r>
      <w:r>
        <w:t xml:space="preserve">, </w:t>
      </w:r>
      <w:r w:rsidR="004C389C">
        <w:t xml:space="preserve">fit </w:t>
      </w:r>
      <w:proofErr w:type="spellStart"/>
      <w:r w:rsidR="004C389C">
        <w:t>Ganneron</w:t>
      </w:r>
      <w:proofErr w:type="spellEnd"/>
      <w:r>
        <w:t xml:space="preserve">, </w:t>
      </w:r>
      <w:r w:rsidR="004C389C">
        <w:t>qu</w:t>
      </w:r>
      <w:r>
        <w:t>’</w:t>
      </w:r>
      <w:r w:rsidR="004C389C">
        <w:t>un c</w:t>
      </w:r>
      <w:r w:rsidR="004C389C">
        <w:t>a</w:t>
      </w:r>
      <w:r w:rsidR="004C389C">
        <w:t>pitaine de navire ait agi ainsi pour cette île-là</w:t>
      </w:r>
      <w:r>
        <w:t>…</w:t>
      </w:r>
    </w:p>
    <w:p w14:paraId="75D9E85D" w14:textId="77777777" w:rsidR="004B5A85" w:rsidRDefault="004B5A85" w:rsidP="004C389C">
      <w:r>
        <w:lastRenderedPageBreak/>
        <w:t>— </w:t>
      </w:r>
      <w:r w:rsidR="004C389C">
        <w:t>Et alors nous saurons où nous sommes et de quel côté nous diriger pour trouver une terre civilisée</w:t>
      </w:r>
      <w:r>
        <w:t xml:space="preserve">, </w:t>
      </w:r>
      <w:r w:rsidR="004C389C">
        <w:t xml:space="preserve">conclut </w:t>
      </w:r>
      <w:proofErr w:type="spellStart"/>
      <w:r w:rsidR="004C389C">
        <w:t>Weyrich</w:t>
      </w:r>
      <w:proofErr w:type="spellEnd"/>
      <w:r>
        <w:t>.</w:t>
      </w:r>
    </w:p>
    <w:p w14:paraId="70879CAD" w14:textId="77777777" w:rsidR="004B5A85" w:rsidRDefault="004C389C" w:rsidP="004C389C">
      <w:r>
        <w:t>Mais l</w:t>
      </w:r>
      <w:r w:rsidR="004B5A85">
        <w:t>’</w:t>
      </w:r>
      <w:r>
        <w:t>enseigne fit un geste</w:t>
      </w:r>
      <w:r w:rsidR="004B5A85">
        <w:t xml:space="preserve">, </w:t>
      </w:r>
      <w:r>
        <w:t>en désignant une petite crique enclose entre deux proéminences de la falaise et terminée</w:t>
      </w:r>
      <w:r w:rsidR="004B5A85">
        <w:t xml:space="preserve">, </w:t>
      </w:r>
      <w:r>
        <w:t>au fond</w:t>
      </w:r>
      <w:r w:rsidR="004B5A85">
        <w:t xml:space="preserve">, </w:t>
      </w:r>
      <w:r>
        <w:t>par une plage caillouteuse</w:t>
      </w:r>
      <w:r w:rsidR="004B5A85">
        <w:t>.</w:t>
      </w:r>
    </w:p>
    <w:p w14:paraId="1A9949D2" w14:textId="77777777" w:rsidR="004B5A85" w:rsidRDefault="004B5A85" w:rsidP="004C389C">
      <w:r>
        <w:t>— </w:t>
      </w:r>
      <w:r w:rsidR="004C389C">
        <w:t>Voilà un abri sûr pour notre barque</w:t>
      </w:r>
      <w:r>
        <w:t xml:space="preserve">, </w:t>
      </w:r>
      <w:r w:rsidR="004C389C">
        <w:t>dit-il</w:t>
      </w:r>
      <w:r>
        <w:t xml:space="preserve">. </w:t>
      </w:r>
      <w:r w:rsidR="004C389C">
        <w:t>Abordons</w:t>
      </w:r>
      <w:r>
        <w:t> !</w:t>
      </w:r>
    </w:p>
    <w:p w14:paraId="1077971B" w14:textId="77777777" w:rsidR="004B5A85" w:rsidRDefault="004C389C" w:rsidP="004C389C">
      <w:r>
        <w:t>Les manœuvres nécessaires furent faites</w:t>
      </w:r>
      <w:r w:rsidR="004B5A85">
        <w:t>.</w:t>
      </w:r>
    </w:p>
    <w:p w14:paraId="4F9400EC" w14:textId="77777777" w:rsidR="004B5A85" w:rsidRDefault="004C389C" w:rsidP="004C389C">
      <w:r>
        <w:t>Et</w:t>
      </w:r>
      <w:r w:rsidR="004B5A85">
        <w:t xml:space="preserve">, </w:t>
      </w:r>
      <w:r>
        <w:t>quelques minutes plus tard</w:t>
      </w:r>
      <w:r w:rsidR="004B5A85">
        <w:t xml:space="preserve">, </w:t>
      </w:r>
      <w:r>
        <w:t xml:space="preserve">la quille de la </w:t>
      </w:r>
      <w:r>
        <w:rPr>
          <w:i/>
          <w:iCs/>
        </w:rPr>
        <w:t xml:space="preserve">Liberté </w:t>
      </w:r>
      <w:r>
        <w:t>gri</w:t>
      </w:r>
      <w:r>
        <w:t>n</w:t>
      </w:r>
      <w:r>
        <w:t>çait sur le sable caillouteux du rivage</w:t>
      </w:r>
      <w:r w:rsidR="004B5A85">
        <w:t>.</w:t>
      </w:r>
    </w:p>
    <w:p w14:paraId="62EAF53C" w14:textId="77777777" w:rsidR="004B5A85" w:rsidRDefault="004C389C" w:rsidP="004C389C">
      <w:r>
        <w:t>La barque fut solidement amarrée dans un endroit très abrité de la crique</w:t>
      </w:r>
      <w:r w:rsidR="004B5A85">
        <w:t xml:space="preserve">, </w:t>
      </w:r>
      <w:r>
        <w:t>de manière qu</w:t>
      </w:r>
      <w:r w:rsidR="004B5A85">
        <w:t>’</w:t>
      </w:r>
      <w:r>
        <w:t>elle ne fût pas en danger</w:t>
      </w:r>
      <w:r w:rsidR="004B5A85">
        <w:t xml:space="preserve">, </w:t>
      </w:r>
      <w:r>
        <w:t>même si</w:t>
      </w:r>
      <w:r w:rsidR="004B5A85">
        <w:t xml:space="preserve">, </w:t>
      </w:r>
      <w:r>
        <w:t>au dehors</w:t>
      </w:r>
      <w:r w:rsidR="004B5A85">
        <w:t xml:space="preserve">, </w:t>
      </w:r>
      <w:r>
        <w:t>la mer devenait mauvaise</w:t>
      </w:r>
      <w:r w:rsidR="004B5A85">
        <w:t xml:space="preserve">. </w:t>
      </w:r>
      <w:r>
        <w:t>Il fut décidé qu</w:t>
      </w:r>
      <w:r w:rsidR="004B5A85">
        <w:t>’</w:t>
      </w:r>
      <w:r>
        <w:t>on passerait une nuit de bon repos sur la plage</w:t>
      </w:r>
      <w:r w:rsidR="004B5A85">
        <w:t xml:space="preserve">, </w:t>
      </w:r>
      <w:r>
        <w:t>et qu</w:t>
      </w:r>
      <w:r w:rsidR="004B5A85">
        <w:t>’</w:t>
      </w:r>
      <w:r>
        <w:t>on e</w:t>
      </w:r>
      <w:r>
        <w:t>x</w:t>
      </w:r>
      <w:r>
        <w:t>plorerait l</w:t>
      </w:r>
      <w:r w:rsidR="004B5A85">
        <w:t>’</w:t>
      </w:r>
      <w:r>
        <w:t>île le lendemain seulement</w:t>
      </w:r>
      <w:r w:rsidR="004B5A85">
        <w:t xml:space="preserve">, </w:t>
      </w:r>
      <w:r>
        <w:t>au matin</w:t>
      </w:r>
      <w:r w:rsidR="004B5A85">
        <w:t>.</w:t>
      </w:r>
    </w:p>
    <w:p w14:paraId="21DA3785" w14:textId="77777777" w:rsidR="004B5A85" w:rsidRDefault="004C389C" w:rsidP="004C389C">
      <w:r>
        <w:t>La nuit fut parfaitement tranquille</w:t>
      </w:r>
      <w:r w:rsidR="004B5A85">
        <w:t xml:space="preserve">. </w:t>
      </w:r>
      <w:r>
        <w:t>Grâce à la douceur de la température</w:t>
      </w:r>
      <w:r w:rsidR="004B5A85">
        <w:t xml:space="preserve">, </w:t>
      </w:r>
      <w:r>
        <w:t>l</w:t>
      </w:r>
      <w:r w:rsidR="004B5A85">
        <w:t>’</w:t>
      </w:r>
      <w:r>
        <w:t>on dormit bien dans les couvertures</w:t>
      </w:r>
      <w:r w:rsidR="004B5A85">
        <w:t xml:space="preserve">. </w:t>
      </w:r>
      <w:r>
        <w:t>Et</w:t>
      </w:r>
      <w:r w:rsidR="004B5A85">
        <w:t xml:space="preserve">, </w:t>
      </w:r>
      <w:r>
        <w:t>au matin</w:t>
      </w:r>
      <w:r w:rsidR="004B5A85">
        <w:t xml:space="preserve">, </w:t>
      </w:r>
      <w:r>
        <w:t>quand le soleil surgit dans le ciel</w:t>
      </w:r>
      <w:r w:rsidR="004B5A85">
        <w:t xml:space="preserve">, </w:t>
      </w:r>
      <w:r>
        <w:t>tout l</w:t>
      </w:r>
      <w:r w:rsidR="004B5A85">
        <w:t>’</w:t>
      </w:r>
      <w:r>
        <w:t>équipage était parfaitement dispos</w:t>
      </w:r>
      <w:r w:rsidR="004B5A85">
        <w:t>.</w:t>
      </w:r>
    </w:p>
    <w:p w14:paraId="07E15225" w14:textId="77777777" w:rsidR="004B5A85" w:rsidRDefault="004B5A85" w:rsidP="004C389C">
      <w:r>
        <w:t>— </w:t>
      </w:r>
      <w:r w:rsidR="004C389C">
        <w:t>Ker-</w:t>
      </w:r>
      <w:proofErr w:type="spellStart"/>
      <w:r w:rsidR="004C389C">
        <w:t>Loys</w:t>
      </w:r>
      <w:proofErr w:type="spellEnd"/>
      <w:r>
        <w:t xml:space="preserve">, </w:t>
      </w:r>
      <w:r w:rsidR="004C389C">
        <w:t>dit l</w:t>
      </w:r>
      <w:r>
        <w:t>’</w:t>
      </w:r>
      <w:r w:rsidR="004C389C">
        <w:t>enseigne</w:t>
      </w:r>
      <w:r>
        <w:t xml:space="preserve">, </w:t>
      </w:r>
      <w:r w:rsidR="004C389C">
        <w:t>tu resteras pour garder la barque</w:t>
      </w:r>
      <w:r>
        <w:t xml:space="preserve">, </w:t>
      </w:r>
      <w:r w:rsidR="004C389C">
        <w:t>avec Mérimée</w:t>
      </w:r>
      <w:r>
        <w:t xml:space="preserve">, </w:t>
      </w:r>
      <w:r w:rsidR="004C389C">
        <w:t>Foreste</w:t>
      </w:r>
      <w:r>
        <w:t xml:space="preserve">, </w:t>
      </w:r>
      <w:proofErr w:type="spellStart"/>
      <w:r w:rsidR="004C389C">
        <w:t>Ballu</w:t>
      </w:r>
      <w:proofErr w:type="spellEnd"/>
      <w:r w:rsidR="004C389C">
        <w:t xml:space="preserve"> et </w:t>
      </w:r>
      <w:proofErr w:type="spellStart"/>
      <w:r w:rsidR="004C389C">
        <w:t>Saint-Mart</w:t>
      </w:r>
      <w:proofErr w:type="spellEnd"/>
      <w:r>
        <w:t xml:space="preserve">. </w:t>
      </w:r>
      <w:r w:rsidR="004C389C">
        <w:t>Vous irez vous mettre</w:t>
      </w:r>
      <w:r>
        <w:t xml:space="preserve">, </w:t>
      </w:r>
      <w:r w:rsidR="004C389C">
        <w:t xml:space="preserve">avec la </w:t>
      </w:r>
      <w:r w:rsidR="004C389C">
        <w:rPr>
          <w:i/>
          <w:iCs/>
        </w:rPr>
        <w:t>Liberté</w:t>
      </w:r>
      <w:r>
        <w:rPr>
          <w:i/>
          <w:iCs/>
        </w:rPr>
        <w:t xml:space="preserve">, </w:t>
      </w:r>
      <w:r w:rsidR="004C389C">
        <w:t>au milieu de la crique</w:t>
      </w:r>
      <w:r>
        <w:t xml:space="preserve">, </w:t>
      </w:r>
      <w:r w:rsidR="004C389C">
        <w:t>et vous a</w:t>
      </w:r>
      <w:r w:rsidR="004C389C">
        <w:t>t</w:t>
      </w:r>
      <w:r w:rsidR="004C389C">
        <w:t>tendrez mon retour</w:t>
      </w:r>
      <w:r>
        <w:t xml:space="preserve">. </w:t>
      </w:r>
      <w:r w:rsidR="004C389C">
        <w:t>Les autres</w:t>
      </w:r>
      <w:r>
        <w:t xml:space="preserve">, </w:t>
      </w:r>
      <w:r w:rsidR="004C389C">
        <w:t>suivez-moi</w:t>
      </w:r>
      <w:r>
        <w:t>.</w:t>
      </w:r>
    </w:p>
    <w:p w14:paraId="5B784810" w14:textId="77777777" w:rsidR="004B5A85" w:rsidRDefault="004C389C" w:rsidP="004C389C">
      <w:r>
        <w:t>Les autres</w:t>
      </w:r>
      <w:r w:rsidR="004B5A85">
        <w:t xml:space="preserve">, </w:t>
      </w:r>
      <w:r>
        <w:t>c</w:t>
      </w:r>
      <w:r w:rsidR="004B5A85">
        <w:t>’</w:t>
      </w:r>
      <w:r>
        <w:t xml:space="preserve">étaient le premier maître </w:t>
      </w:r>
      <w:proofErr w:type="spellStart"/>
      <w:r>
        <w:t>Weyrich</w:t>
      </w:r>
      <w:proofErr w:type="spellEnd"/>
      <w:r w:rsidR="004B5A85">
        <w:t xml:space="preserve">, </w:t>
      </w:r>
      <w:r>
        <w:t xml:space="preserve">le quartier-maître </w:t>
      </w:r>
      <w:proofErr w:type="spellStart"/>
      <w:r>
        <w:t>Canelou</w:t>
      </w:r>
      <w:proofErr w:type="spellEnd"/>
      <w:r w:rsidR="004B5A85">
        <w:t xml:space="preserve">, </w:t>
      </w:r>
      <w:r>
        <w:t xml:space="preserve">les matelots </w:t>
      </w:r>
      <w:proofErr w:type="spellStart"/>
      <w:r>
        <w:t>Yaki</w:t>
      </w:r>
      <w:proofErr w:type="spellEnd"/>
      <w:r w:rsidR="004B5A85">
        <w:t xml:space="preserve">, </w:t>
      </w:r>
      <w:r>
        <w:t>Boisselier</w:t>
      </w:r>
      <w:r w:rsidR="004B5A85">
        <w:t xml:space="preserve">, </w:t>
      </w:r>
      <w:r>
        <w:t>Besson</w:t>
      </w:r>
      <w:r w:rsidR="004B5A85">
        <w:t xml:space="preserve">, </w:t>
      </w:r>
      <w:r>
        <w:t>Ferréol</w:t>
      </w:r>
      <w:r w:rsidR="004B5A85">
        <w:t xml:space="preserve">, </w:t>
      </w:r>
      <w:r>
        <w:t>Moreau</w:t>
      </w:r>
      <w:r w:rsidR="004B5A85">
        <w:t xml:space="preserve">, </w:t>
      </w:r>
      <w:proofErr w:type="spellStart"/>
      <w:r>
        <w:t>Ganneron</w:t>
      </w:r>
      <w:proofErr w:type="spellEnd"/>
      <w:r w:rsidR="004B5A85">
        <w:t xml:space="preserve">, </w:t>
      </w:r>
      <w:proofErr w:type="spellStart"/>
      <w:r>
        <w:t>Frochot</w:t>
      </w:r>
      <w:proofErr w:type="spellEnd"/>
      <w:r>
        <w:t xml:space="preserve"> et Verneuil</w:t>
      </w:r>
      <w:r w:rsidR="004B5A85">
        <w:t xml:space="preserve">, </w:t>
      </w:r>
      <w:r>
        <w:t>et le cuisinier Jean-Marie</w:t>
      </w:r>
      <w:r w:rsidR="004B5A85">
        <w:t>.</w:t>
      </w:r>
    </w:p>
    <w:p w14:paraId="0A433C1A" w14:textId="77777777" w:rsidR="004B5A85" w:rsidRDefault="004C389C" w:rsidP="004C389C">
      <w:r>
        <w:lastRenderedPageBreak/>
        <w:t>L</w:t>
      </w:r>
      <w:r w:rsidR="004B5A85">
        <w:t>’</w:t>
      </w:r>
      <w:r>
        <w:t>enseigne en tête</w:t>
      </w:r>
      <w:r w:rsidR="004B5A85">
        <w:t xml:space="preserve">, </w:t>
      </w:r>
      <w:r>
        <w:t>cette troupe de onze hommes s</w:t>
      </w:r>
      <w:r w:rsidR="004B5A85">
        <w:t>’</w:t>
      </w:r>
      <w:r>
        <w:t>engagea sur un terrain nu en pente douce</w:t>
      </w:r>
      <w:r w:rsidR="004B5A85">
        <w:t xml:space="preserve">, </w:t>
      </w:r>
      <w:r>
        <w:t>qui menait de la plage à une forêt</w:t>
      </w:r>
      <w:r w:rsidR="004B5A85">
        <w:t xml:space="preserve">, </w:t>
      </w:r>
      <w:r>
        <w:t>distante du bord de l</w:t>
      </w:r>
      <w:r w:rsidR="004B5A85">
        <w:t>’</w:t>
      </w:r>
      <w:r>
        <w:t>eau d</w:t>
      </w:r>
      <w:r w:rsidR="004B5A85">
        <w:t>’</w:t>
      </w:r>
      <w:r>
        <w:t>environ un kilomètre</w:t>
      </w:r>
      <w:r w:rsidR="004B5A85">
        <w:t>.</w:t>
      </w:r>
    </w:p>
    <w:p w14:paraId="5CB54537" w14:textId="77777777" w:rsidR="004B5A85" w:rsidRDefault="004C389C" w:rsidP="004C389C">
      <w:r>
        <w:t>Mais les explorateurs n</w:t>
      </w:r>
      <w:r w:rsidR="004B5A85">
        <w:t>’</w:t>
      </w:r>
      <w:r>
        <w:t>allèrent pas loin</w:t>
      </w:r>
      <w:r w:rsidR="004B5A85">
        <w:t>.</w:t>
      </w:r>
    </w:p>
    <w:p w14:paraId="2F58315F" w14:textId="77777777" w:rsidR="004B5A85" w:rsidRDefault="004C389C" w:rsidP="004C389C">
      <w:r>
        <w:t>Car</w:t>
      </w:r>
      <w:r w:rsidR="004B5A85">
        <w:t xml:space="preserve">, </w:t>
      </w:r>
      <w:r>
        <w:t>brusquement</w:t>
      </w:r>
      <w:r w:rsidR="004B5A85">
        <w:t xml:space="preserve">, </w:t>
      </w:r>
      <w:r>
        <w:t>se produisit un singulier coup de théâtre</w:t>
      </w:r>
      <w:r w:rsidR="004B5A85">
        <w:t xml:space="preserve">, </w:t>
      </w:r>
      <w:r>
        <w:t>singulier et si stupéfiant</w:t>
      </w:r>
      <w:r w:rsidR="004B5A85">
        <w:t xml:space="preserve">, </w:t>
      </w:r>
      <w:r>
        <w:t>que les matelots et renseigne lui-même en furent pendant plus d</w:t>
      </w:r>
      <w:r w:rsidR="004B5A85">
        <w:t>’</w:t>
      </w:r>
      <w:r>
        <w:t>une minute complètement ahuris</w:t>
      </w:r>
      <w:r w:rsidR="004B5A85">
        <w:t>.</w:t>
      </w:r>
    </w:p>
    <w:p w14:paraId="50280ACC" w14:textId="77777777" w:rsidR="004B5A85" w:rsidRDefault="004C389C" w:rsidP="004C389C">
      <w:r>
        <w:t>La petite troupe venait de passer derrière une énorme roche dressée à quelques pas de la lisière de la forêt et de disp</w:t>
      </w:r>
      <w:r>
        <w:t>a</w:t>
      </w:r>
      <w:r>
        <w:t>raître ainsi à la vue des marins restés sur la barque</w:t>
      </w:r>
      <w:r w:rsidR="004B5A85">
        <w:t xml:space="preserve">, </w:t>
      </w:r>
      <w:r>
        <w:t>lorsque tout à coup les branches basses des arbres s</w:t>
      </w:r>
      <w:r w:rsidR="004B5A85">
        <w:t>’</w:t>
      </w:r>
      <w:r>
        <w:t>écartèrent et une vin</w:t>
      </w:r>
      <w:r>
        <w:t>g</w:t>
      </w:r>
      <w:r>
        <w:t>taine de forts gaillards surgirent devant eux</w:t>
      </w:r>
      <w:r w:rsidR="004B5A85">
        <w:t>.</w:t>
      </w:r>
    </w:p>
    <w:p w14:paraId="638AD3D7" w14:textId="77777777" w:rsidR="004B5A85" w:rsidRDefault="004C389C" w:rsidP="004C389C">
      <w:r>
        <w:t>Silencieux et rapides</w:t>
      </w:r>
      <w:r w:rsidR="004B5A85">
        <w:t xml:space="preserve">, </w:t>
      </w:r>
      <w:r>
        <w:t>ces hommes se déployèrent en cercle</w:t>
      </w:r>
      <w:r w:rsidR="004B5A85">
        <w:t xml:space="preserve">, </w:t>
      </w:r>
      <w:r>
        <w:t>cernèrent</w:t>
      </w:r>
      <w:r w:rsidR="004B5A85">
        <w:t xml:space="preserve">, </w:t>
      </w:r>
      <w:r>
        <w:t>entourèrent de tous côtés les onze Français et rest</w:t>
      </w:r>
      <w:r>
        <w:t>è</w:t>
      </w:r>
      <w:r>
        <w:t>rent immobiles</w:t>
      </w:r>
      <w:r w:rsidR="004B5A85">
        <w:t xml:space="preserve">, </w:t>
      </w:r>
      <w:r>
        <w:t>braquant sur Paul Randal et ses matelots des revolvers de fort calibre</w:t>
      </w:r>
      <w:r w:rsidR="004B5A85">
        <w:t>.</w:t>
      </w:r>
    </w:p>
    <w:p w14:paraId="40AB8D41" w14:textId="77777777" w:rsidR="004B5A85" w:rsidRDefault="004C389C" w:rsidP="004C389C">
      <w:r>
        <w:t>Les marins restèrent figés</w:t>
      </w:r>
      <w:r w:rsidR="004B5A85">
        <w:t>.</w:t>
      </w:r>
    </w:p>
    <w:p w14:paraId="6E4B3B04" w14:textId="77777777" w:rsidR="004B5A85" w:rsidRDefault="004C389C" w:rsidP="004C389C">
      <w:r>
        <w:t>Avec un étonnement indicible</w:t>
      </w:r>
      <w:r w:rsidR="004B5A85">
        <w:t xml:space="preserve">, </w:t>
      </w:r>
      <w:r>
        <w:t>ils considéraient leurs muets agresseurs</w:t>
      </w:r>
      <w:r w:rsidR="004B5A85">
        <w:t>.</w:t>
      </w:r>
    </w:p>
    <w:p w14:paraId="1A9B3BBB" w14:textId="77777777" w:rsidR="004B5A85" w:rsidRDefault="004C389C" w:rsidP="004C389C">
      <w:r>
        <w:t>Coiffés de chapeaux de feutre souple</w:t>
      </w:r>
      <w:r w:rsidR="004B5A85">
        <w:t xml:space="preserve">, </w:t>
      </w:r>
      <w:r>
        <w:t>décolorés et défo</w:t>
      </w:r>
      <w:r>
        <w:t>r</w:t>
      </w:r>
      <w:r>
        <w:t>més</w:t>
      </w:r>
      <w:r w:rsidR="004B5A85">
        <w:t xml:space="preserve">, </w:t>
      </w:r>
      <w:r>
        <w:t>vêtus de vareuses et de pantalons de cuir</w:t>
      </w:r>
      <w:r w:rsidR="004B5A85">
        <w:t xml:space="preserve">, </w:t>
      </w:r>
      <w:r>
        <w:t>chaussés de bottes</w:t>
      </w:r>
      <w:r w:rsidR="004B5A85">
        <w:t xml:space="preserve">, </w:t>
      </w:r>
      <w:r>
        <w:t>un fusil suspendu à l</w:t>
      </w:r>
      <w:r w:rsidR="004B5A85">
        <w:t>’</w:t>
      </w:r>
      <w:r>
        <w:t>épaule</w:t>
      </w:r>
      <w:r w:rsidR="004B5A85">
        <w:t xml:space="preserve">, </w:t>
      </w:r>
      <w:r>
        <w:t>une ceinture-cartouchière leur ceignait les reins</w:t>
      </w:r>
      <w:r w:rsidR="004B5A85">
        <w:t xml:space="preserve">, </w:t>
      </w:r>
      <w:r>
        <w:t>un sabre court dans un fourreau de fer bronzé leur battant les cuisses</w:t>
      </w:r>
      <w:r w:rsidR="004B5A85">
        <w:t xml:space="preserve">, </w:t>
      </w:r>
      <w:r>
        <w:t>ces hommes étaient bien les êtres qu</w:t>
      </w:r>
      <w:r w:rsidR="004B5A85">
        <w:t>’</w:t>
      </w:r>
      <w:r>
        <w:t>on pouvait s</w:t>
      </w:r>
      <w:r w:rsidR="004B5A85">
        <w:t>’</w:t>
      </w:r>
      <w:r>
        <w:t>attendre le moins à rencontrer sur une île vraisemblablement située en plein océan Pacifique</w:t>
      </w:r>
      <w:r w:rsidR="004B5A85">
        <w:t xml:space="preserve">. </w:t>
      </w:r>
      <w:r>
        <w:t>Ils avaient l</w:t>
      </w:r>
      <w:r w:rsidR="004B5A85">
        <w:t>’</w:t>
      </w:r>
      <w:r>
        <w:t xml:space="preserve">aspect de ces coureurs de frontière indienne que les </w:t>
      </w:r>
      <w:r>
        <w:lastRenderedPageBreak/>
        <w:t>pionniers américains lançaient jadis contre les Apaches ou les Sioux</w:t>
      </w:r>
      <w:r w:rsidR="004B5A85">
        <w:t>.</w:t>
      </w:r>
    </w:p>
    <w:p w14:paraId="0B184FED" w14:textId="77777777" w:rsidR="004B5A85" w:rsidRDefault="004C389C" w:rsidP="004C389C">
      <w:r>
        <w:t>Leurs vêtements étaient d</w:t>
      </w:r>
      <w:r w:rsidR="004B5A85">
        <w:t>’</w:t>
      </w:r>
      <w:r>
        <w:t>ailleurs fortement râpés</w:t>
      </w:r>
      <w:r w:rsidR="004B5A85">
        <w:t xml:space="preserve">, </w:t>
      </w:r>
      <w:r>
        <w:t>mac</w:t>
      </w:r>
      <w:r>
        <w:t>u</w:t>
      </w:r>
      <w:r>
        <w:t>lés de toutes sortes de taches et sillonnés de bien des coutures et de reprises sans nombre</w:t>
      </w:r>
      <w:r w:rsidR="004B5A85">
        <w:t xml:space="preserve">. </w:t>
      </w:r>
      <w:r>
        <w:t>Ils avaient tous la barbe peu longue</w:t>
      </w:r>
      <w:r w:rsidR="004B5A85">
        <w:t xml:space="preserve">, </w:t>
      </w:r>
      <w:r>
        <w:t>mais inculte et</w:t>
      </w:r>
      <w:r w:rsidR="004B5A85">
        <w:t xml:space="preserve">, </w:t>
      </w:r>
      <w:r>
        <w:t>malgré l</w:t>
      </w:r>
      <w:r w:rsidR="004B5A85">
        <w:t>’</w:t>
      </w:r>
      <w:r>
        <w:t>aspect en somme civilisé de leur pe</w:t>
      </w:r>
      <w:r>
        <w:t>r</w:t>
      </w:r>
      <w:r>
        <w:t>sonne</w:t>
      </w:r>
      <w:r w:rsidR="004B5A85">
        <w:t xml:space="preserve">, </w:t>
      </w:r>
      <w:r>
        <w:t>ils avaient des airs rudes et sauvages</w:t>
      </w:r>
      <w:r w:rsidR="004B5A85">
        <w:t>.</w:t>
      </w:r>
    </w:p>
    <w:p w14:paraId="402DD910" w14:textId="77777777" w:rsidR="004B5A85" w:rsidRDefault="004C389C" w:rsidP="004C389C">
      <w:r>
        <w:t>En une observation de quelques instants</w:t>
      </w:r>
      <w:r w:rsidR="004B5A85">
        <w:t xml:space="preserve">, </w:t>
      </w:r>
      <w:r>
        <w:t>Paul Randal se rendit compte de tout cela</w:t>
      </w:r>
      <w:r w:rsidR="004B5A85">
        <w:t>.</w:t>
      </w:r>
    </w:p>
    <w:p w14:paraId="358577D5" w14:textId="3EBEFE48" w:rsidR="004C389C" w:rsidRDefault="004B5A85" w:rsidP="004C389C">
      <w:r>
        <w:t>« </w:t>
      </w:r>
      <w:r w:rsidR="004C389C">
        <w:t>Ce sont des aventuriers américains</w:t>
      </w:r>
      <w:r>
        <w:t xml:space="preserve">, </w:t>
      </w:r>
      <w:r w:rsidR="004C389C">
        <w:t>se dit-il</w:t>
      </w:r>
      <w:r>
        <w:t xml:space="preserve">. </w:t>
      </w:r>
      <w:r w:rsidR="004C389C">
        <w:t>Mais co</w:t>
      </w:r>
      <w:r w:rsidR="004C389C">
        <w:t>m</w:t>
      </w:r>
      <w:r w:rsidR="004C389C">
        <w:t>ment se trouvent-ils là</w:t>
      </w:r>
      <w:r>
        <w:t xml:space="preserve"> ?… </w:t>
      </w:r>
      <w:r w:rsidR="004C389C">
        <w:t>Parlementons</w:t>
      </w:r>
      <w:r>
        <w:t> !… »</w:t>
      </w:r>
    </w:p>
    <w:p w14:paraId="55BA0DCC" w14:textId="77777777" w:rsidR="004B5A85" w:rsidRDefault="004C389C" w:rsidP="004C389C">
      <w:r>
        <w:t>Recouvrant tout son sang-froid</w:t>
      </w:r>
      <w:r w:rsidR="004B5A85">
        <w:t xml:space="preserve">, </w:t>
      </w:r>
      <w:r>
        <w:t>l</w:t>
      </w:r>
      <w:r w:rsidR="004B5A85">
        <w:t>’</w:t>
      </w:r>
      <w:r>
        <w:t>enseigne chercha des yeux</w:t>
      </w:r>
      <w:r w:rsidR="004B5A85">
        <w:t xml:space="preserve">, </w:t>
      </w:r>
      <w:r>
        <w:t>parmi les vingt hommes immobiles</w:t>
      </w:r>
      <w:r w:rsidR="004B5A85">
        <w:t xml:space="preserve">, </w:t>
      </w:r>
      <w:r>
        <w:t>celui qui devait être leur chef</w:t>
      </w:r>
      <w:r w:rsidR="004B5A85">
        <w:t xml:space="preserve">. </w:t>
      </w:r>
      <w:r>
        <w:t>Et soudain</w:t>
      </w:r>
      <w:r w:rsidR="004B5A85">
        <w:t xml:space="preserve">, </w:t>
      </w:r>
      <w:r>
        <w:t>sur les manches de l</w:t>
      </w:r>
      <w:r w:rsidR="004B5A85">
        <w:t>’</w:t>
      </w:r>
      <w:r>
        <w:t>un d</w:t>
      </w:r>
      <w:r w:rsidR="004B5A85">
        <w:t>’</w:t>
      </w:r>
      <w:r>
        <w:t>eux</w:t>
      </w:r>
      <w:r w:rsidR="004B5A85">
        <w:t xml:space="preserve">, </w:t>
      </w:r>
      <w:r>
        <w:t>il vit des vestiges de galons d</w:t>
      </w:r>
      <w:r w:rsidR="004B5A85">
        <w:t>’</w:t>
      </w:r>
      <w:r>
        <w:t>or</w:t>
      </w:r>
      <w:r w:rsidR="004B5A85">
        <w:t>.</w:t>
      </w:r>
    </w:p>
    <w:p w14:paraId="4C57CF7D" w14:textId="77777777" w:rsidR="004B5A85" w:rsidRDefault="004B5A85" w:rsidP="004C389C">
      <w:r>
        <w:t>— </w:t>
      </w:r>
      <w:r w:rsidR="004C389C">
        <w:t>Monsieur</w:t>
      </w:r>
      <w:r>
        <w:t xml:space="preserve">, </w:t>
      </w:r>
      <w:r w:rsidR="004C389C">
        <w:t>dit-il</w:t>
      </w:r>
      <w:r>
        <w:t xml:space="preserve">, </w:t>
      </w:r>
      <w:r w:rsidR="004C389C">
        <w:t>que signifie cette brusque agression</w:t>
      </w:r>
      <w:r>
        <w:t xml:space="preserve"> ?… </w:t>
      </w:r>
      <w:r w:rsidR="004C389C">
        <w:t>Pourquoi ces revolvers braqués</w:t>
      </w:r>
      <w:r>
        <w:t xml:space="preserve"> ?… </w:t>
      </w:r>
      <w:r w:rsidR="004C389C">
        <w:t>Qui êtes-vous</w:t>
      </w:r>
      <w:r>
        <w:t> ?…</w:t>
      </w:r>
    </w:p>
    <w:p w14:paraId="5B976F3D" w14:textId="77777777" w:rsidR="004B5A85" w:rsidRDefault="004C389C" w:rsidP="004C389C">
      <w:r>
        <w:t>L</w:t>
      </w:r>
      <w:r w:rsidR="004B5A85">
        <w:t>’</w:t>
      </w:r>
      <w:r>
        <w:t>homme ainsi interpellé ne répondit pas tout de suite</w:t>
      </w:r>
      <w:r w:rsidR="004B5A85">
        <w:t xml:space="preserve">. </w:t>
      </w:r>
      <w:r>
        <w:t>Maigre et noir</w:t>
      </w:r>
      <w:r w:rsidR="004B5A85">
        <w:t xml:space="preserve">, </w:t>
      </w:r>
      <w:r>
        <w:t>les yeux extrêmement vifs</w:t>
      </w:r>
      <w:r w:rsidR="004B5A85">
        <w:t xml:space="preserve">, </w:t>
      </w:r>
      <w:r>
        <w:t>il examinait l</w:t>
      </w:r>
      <w:r w:rsidR="004B5A85">
        <w:t>’</w:t>
      </w:r>
      <w:r>
        <w:t>officier français</w:t>
      </w:r>
      <w:r w:rsidR="004B5A85">
        <w:t xml:space="preserve">, </w:t>
      </w:r>
      <w:r>
        <w:t>dont l</w:t>
      </w:r>
      <w:r w:rsidR="004B5A85">
        <w:t>’</w:t>
      </w:r>
      <w:r>
        <w:t>uniforme encore reconnaissable</w:t>
      </w:r>
      <w:r w:rsidR="004B5A85">
        <w:t xml:space="preserve">, </w:t>
      </w:r>
      <w:r>
        <w:t>quoique usé et bien sale</w:t>
      </w:r>
      <w:r w:rsidR="004B5A85">
        <w:t xml:space="preserve">, </w:t>
      </w:r>
      <w:r>
        <w:t>signalait la nationalité</w:t>
      </w:r>
      <w:r w:rsidR="004B5A85">
        <w:t xml:space="preserve">, </w:t>
      </w:r>
      <w:r>
        <w:t>la profession et le rang</w:t>
      </w:r>
      <w:r w:rsidR="004B5A85">
        <w:t>.</w:t>
      </w:r>
    </w:p>
    <w:p w14:paraId="40FE377D" w14:textId="77777777" w:rsidR="004B5A85" w:rsidRDefault="004C389C" w:rsidP="004C389C">
      <w:r>
        <w:t>Enfin</w:t>
      </w:r>
      <w:r w:rsidR="004B5A85">
        <w:t xml:space="preserve">, </w:t>
      </w:r>
      <w:r>
        <w:t>en français</w:t>
      </w:r>
      <w:r w:rsidR="004B5A85">
        <w:t xml:space="preserve">, </w:t>
      </w:r>
      <w:r>
        <w:t>mais avec un fort accent</w:t>
      </w:r>
      <w:r w:rsidR="004B5A85">
        <w:t xml:space="preserve">, </w:t>
      </w:r>
      <w:r>
        <w:t>assez bizarre</w:t>
      </w:r>
      <w:r w:rsidR="004B5A85">
        <w:t xml:space="preserve">, </w:t>
      </w:r>
      <w:r>
        <w:t>évoquant l</w:t>
      </w:r>
      <w:r w:rsidR="004B5A85">
        <w:t>’</w:t>
      </w:r>
      <w:r>
        <w:t>accent anglais</w:t>
      </w:r>
      <w:r w:rsidR="004B5A85">
        <w:t xml:space="preserve">, </w:t>
      </w:r>
      <w:r>
        <w:t>il fit cette étrange réponse</w:t>
      </w:r>
      <w:r w:rsidR="004B5A85">
        <w:t> :</w:t>
      </w:r>
    </w:p>
    <w:p w14:paraId="61A8BE09" w14:textId="77777777" w:rsidR="004B5A85" w:rsidRDefault="004B5A85" w:rsidP="004C389C">
      <w:r>
        <w:t>— </w:t>
      </w:r>
      <w:r w:rsidR="004C389C">
        <w:t>Nous sommes les Coupe-Têtes</w:t>
      </w:r>
      <w:r>
        <w:t xml:space="preserve"> ! </w:t>
      </w:r>
      <w:r w:rsidR="004C389C">
        <w:t>Et vous</w:t>
      </w:r>
      <w:r>
        <w:t> ?</w:t>
      </w:r>
    </w:p>
    <w:p w14:paraId="13460288" w14:textId="77777777" w:rsidR="004B5A85" w:rsidRDefault="004B5A85" w:rsidP="004C389C">
      <w:r>
        <w:t>— </w:t>
      </w:r>
      <w:r w:rsidR="004C389C">
        <w:t>Nous</w:t>
      </w:r>
      <w:r>
        <w:t xml:space="preserve">, </w:t>
      </w:r>
      <w:r w:rsidR="004C389C">
        <w:t>dit sans hésiter Paul Randal</w:t>
      </w:r>
      <w:r>
        <w:t xml:space="preserve">, </w:t>
      </w:r>
      <w:r w:rsidR="004C389C">
        <w:t>nous sommes des marins français</w:t>
      </w:r>
      <w:r>
        <w:t xml:space="preserve">. </w:t>
      </w:r>
      <w:r w:rsidR="004C389C">
        <w:t xml:space="preserve">À la suite de circonstances inutiles à </w:t>
      </w:r>
      <w:r w:rsidR="004C389C">
        <w:lastRenderedPageBreak/>
        <w:t>raconter</w:t>
      </w:r>
      <w:r>
        <w:t xml:space="preserve">, </w:t>
      </w:r>
      <w:r w:rsidR="004C389C">
        <w:t>nous avons été jetés sur une île inconnue</w:t>
      </w:r>
      <w:r>
        <w:t xml:space="preserve">. </w:t>
      </w:r>
      <w:r w:rsidR="004C389C">
        <w:t>Nous avons pu y construire une barque et en sortir</w:t>
      </w:r>
      <w:r>
        <w:t xml:space="preserve">. </w:t>
      </w:r>
      <w:r w:rsidR="004C389C">
        <w:t>Nous avons découvert cette terre et nous y avons abordé pour voir si nous n</w:t>
      </w:r>
      <w:r>
        <w:t>’</w:t>
      </w:r>
      <w:r w:rsidR="004C389C">
        <w:t>y trouverions pas des indications sur sa position géographique</w:t>
      </w:r>
      <w:r>
        <w:t xml:space="preserve">, </w:t>
      </w:r>
      <w:r w:rsidR="004C389C">
        <w:t>que nous ignorons</w:t>
      </w:r>
      <w:r>
        <w:t>.</w:t>
      </w:r>
    </w:p>
    <w:p w14:paraId="2DDECE4F" w14:textId="77777777" w:rsidR="004B5A85" w:rsidRDefault="004C389C" w:rsidP="004C389C">
      <w:r>
        <w:t>Et</w:t>
      </w:r>
      <w:r w:rsidR="004B5A85">
        <w:t xml:space="preserve">, </w:t>
      </w:r>
      <w:r>
        <w:t>froidement</w:t>
      </w:r>
      <w:r w:rsidR="004B5A85">
        <w:t xml:space="preserve">, </w:t>
      </w:r>
      <w:r>
        <w:t>il ajouta</w:t>
      </w:r>
      <w:r w:rsidR="004B5A85">
        <w:t> :</w:t>
      </w:r>
    </w:p>
    <w:p w14:paraId="51B228A2" w14:textId="77777777" w:rsidR="004B5A85" w:rsidRDefault="004B5A85" w:rsidP="004C389C">
      <w:r>
        <w:t>— </w:t>
      </w:r>
      <w:r w:rsidR="004C389C">
        <w:t xml:space="preserve">Mais le titre bizarre de </w:t>
      </w:r>
      <w:r>
        <w:rPr>
          <w:i/>
          <w:iCs/>
        </w:rPr>
        <w:t>« </w:t>
      </w:r>
      <w:r w:rsidR="004C389C">
        <w:t>Coupe-Têtes</w:t>
      </w:r>
      <w:r>
        <w:t> »</w:t>
      </w:r>
      <w:r w:rsidR="004C389C">
        <w:t xml:space="preserve"> que vous vous donnez ne m</w:t>
      </w:r>
      <w:r>
        <w:t>’</w:t>
      </w:r>
      <w:r w:rsidR="004C389C">
        <w:t>apprend rien</w:t>
      </w:r>
      <w:r>
        <w:t xml:space="preserve">. </w:t>
      </w:r>
      <w:r w:rsidR="004C389C">
        <w:t>Qu</w:t>
      </w:r>
      <w:r>
        <w:t>’</w:t>
      </w:r>
      <w:r w:rsidR="004C389C">
        <w:t>est-ce que cela signifie</w:t>
      </w:r>
      <w:r>
        <w:t> ?</w:t>
      </w:r>
    </w:p>
    <w:p w14:paraId="7D073467" w14:textId="77777777" w:rsidR="004B5A85" w:rsidRDefault="004B5A85" w:rsidP="004C389C">
      <w:r>
        <w:t>— </w:t>
      </w:r>
      <w:r w:rsidR="004C389C">
        <w:t>Cela ne vous regarde pas</w:t>
      </w:r>
      <w:r>
        <w:t xml:space="preserve">. </w:t>
      </w:r>
      <w:r w:rsidR="004C389C">
        <w:t>Il faut nous donner vos armes</w:t>
      </w:r>
      <w:r>
        <w:t>…</w:t>
      </w:r>
    </w:p>
    <w:p w14:paraId="74C54F18" w14:textId="77777777" w:rsidR="004B5A85" w:rsidRDefault="004C389C" w:rsidP="004C389C">
      <w:r>
        <w:t>L</w:t>
      </w:r>
      <w:r w:rsidR="004B5A85">
        <w:t>’</w:t>
      </w:r>
      <w:r>
        <w:t>enseigne eut un geste de révolte</w:t>
      </w:r>
      <w:r w:rsidR="004B5A85">
        <w:t>.</w:t>
      </w:r>
    </w:p>
    <w:p w14:paraId="2E1A3BB1" w14:textId="77777777" w:rsidR="004B5A85" w:rsidRDefault="004B5A85" w:rsidP="004C389C">
      <w:r>
        <w:t>— </w:t>
      </w:r>
      <w:r w:rsidR="004C389C">
        <w:t>Pas de résistance</w:t>
      </w:r>
      <w:r>
        <w:t xml:space="preserve"> ! </w:t>
      </w:r>
      <w:r w:rsidR="004C389C">
        <w:t>cria le chef des Coupe-Têtes</w:t>
      </w:r>
      <w:r>
        <w:t xml:space="preserve">. </w:t>
      </w:r>
      <w:r w:rsidR="004C389C">
        <w:t>Je m</w:t>
      </w:r>
      <w:r>
        <w:t>’</w:t>
      </w:r>
      <w:r w:rsidR="004C389C">
        <w:t>appelle Tommy le Massacreur</w:t>
      </w:r>
      <w:r>
        <w:t xml:space="preserve">. </w:t>
      </w:r>
      <w:r w:rsidR="004C389C">
        <w:t>Et ce n</w:t>
      </w:r>
      <w:r>
        <w:t>’</w:t>
      </w:r>
      <w:r w:rsidR="004C389C">
        <w:t>est pas pour rien qu</w:t>
      </w:r>
      <w:r>
        <w:t>’</w:t>
      </w:r>
      <w:r w:rsidR="004C389C">
        <w:t>on m</w:t>
      </w:r>
      <w:r>
        <w:t>’</w:t>
      </w:r>
      <w:r w:rsidR="004C389C">
        <w:t>a donné ce surnom</w:t>
      </w:r>
      <w:r>
        <w:t xml:space="preserve">. </w:t>
      </w:r>
      <w:r w:rsidR="004C389C">
        <w:t>Jetez tous vos haches et vos baïonnettes à terre ou je commande le feu</w:t>
      </w:r>
      <w:r>
        <w:t xml:space="preserve">. </w:t>
      </w:r>
      <w:r w:rsidR="004C389C">
        <w:t>Vous êtes onze</w:t>
      </w:r>
      <w:r>
        <w:t xml:space="preserve">, </w:t>
      </w:r>
      <w:r w:rsidR="004C389C">
        <w:t>nous sommes vingt et chacun de nos revolvers contient sept balles</w:t>
      </w:r>
      <w:r>
        <w:t xml:space="preserve">… </w:t>
      </w:r>
      <w:r w:rsidR="004C389C">
        <w:t>Allons</w:t>
      </w:r>
      <w:r>
        <w:t xml:space="preserve"> ! </w:t>
      </w:r>
      <w:r w:rsidR="004C389C">
        <w:t>obéi</w:t>
      </w:r>
      <w:r w:rsidR="004C389C">
        <w:t>s</w:t>
      </w:r>
      <w:r w:rsidR="004C389C">
        <w:t>sez</w:t>
      </w:r>
      <w:r>
        <w:t> !…</w:t>
      </w:r>
    </w:p>
    <w:p w14:paraId="64DE9439" w14:textId="77777777" w:rsidR="004B5A85" w:rsidRDefault="004B5A85" w:rsidP="004C389C">
      <w:r>
        <w:t>— </w:t>
      </w:r>
      <w:r w:rsidR="004C389C">
        <w:t>Que voulez-vous donc faire de nous</w:t>
      </w:r>
      <w:r>
        <w:t xml:space="preserve"> ? </w:t>
      </w:r>
      <w:r w:rsidR="004C389C">
        <w:t>demanda Paul Randal</w:t>
      </w:r>
      <w:r>
        <w:t xml:space="preserve">, </w:t>
      </w:r>
      <w:r w:rsidR="004C389C">
        <w:t>indigné</w:t>
      </w:r>
      <w:r>
        <w:t>.</w:t>
      </w:r>
    </w:p>
    <w:p w14:paraId="7AE91223" w14:textId="3F70C912" w:rsidR="004C389C" w:rsidRDefault="004B5A85" w:rsidP="004C389C">
      <w:r>
        <w:t>— </w:t>
      </w:r>
      <w:r w:rsidR="004C389C">
        <w:t>Vous le saurez bientôt</w:t>
      </w:r>
      <w:r>
        <w:t xml:space="preserve">. </w:t>
      </w:r>
      <w:r w:rsidR="004C389C">
        <w:t>Pour la dernière fois</w:t>
      </w:r>
      <w:r>
        <w:t xml:space="preserve">, </w:t>
      </w:r>
      <w:r w:rsidR="004C389C">
        <w:t>armes à terre</w:t>
      </w:r>
      <w:r>
        <w:t xml:space="preserve">, </w:t>
      </w:r>
      <w:r w:rsidR="004C389C">
        <w:t>ou je crie</w:t>
      </w:r>
      <w:r>
        <w:t> : « </w:t>
      </w:r>
      <w:r w:rsidR="004C389C">
        <w:t>Feu</w:t>
      </w:r>
      <w:r>
        <w:t> !… »</w:t>
      </w:r>
    </w:p>
    <w:p w14:paraId="14BC06E2" w14:textId="77777777" w:rsidR="004B5A85" w:rsidRDefault="004C389C" w:rsidP="004C389C">
      <w:r>
        <w:t>Les yeux des vingt bandits étaient si farouches</w:t>
      </w:r>
      <w:r w:rsidR="004B5A85">
        <w:t xml:space="preserve">, </w:t>
      </w:r>
      <w:r>
        <w:t>leurs revo</w:t>
      </w:r>
      <w:r>
        <w:t>l</w:t>
      </w:r>
      <w:r>
        <w:t>vers si menaçants</w:t>
      </w:r>
      <w:r w:rsidR="004B5A85">
        <w:t xml:space="preserve">, </w:t>
      </w:r>
      <w:r>
        <w:t>que Paul Randal vit l</w:t>
      </w:r>
      <w:r w:rsidR="004B5A85">
        <w:t>’</w:t>
      </w:r>
      <w:r>
        <w:t>inutilité de la moindre résistance</w:t>
      </w:r>
      <w:r w:rsidR="004B5A85">
        <w:t>.</w:t>
      </w:r>
    </w:p>
    <w:p w14:paraId="7706FDE8" w14:textId="77777777" w:rsidR="004B5A85" w:rsidRDefault="004C389C" w:rsidP="004C389C">
      <w:r>
        <w:t>Il se tourna vers ses hommes</w:t>
      </w:r>
      <w:r w:rsidR="004B5A85">
        <w:t xml:space="preserve">, </w:t>
      </w:r>
      <w:r>
        <w:t>frémissants</w:t>
      </w:r>
      <w:r w:rsidR="004B5A85">
        <w:t>.</w:t>
      </w:r>
    </w:p>
    <w:p w14:paraId="74279096" w14:textId="77777777" w:rsidR="004B5A85" w:rsidRDefault="004B5A85" w:rsidP="004C389C">
      <w:r>
        <w:lastRenderedPageBreak/>
        <w:t>— </w:t>
      </w:r>
      <w:r w:rsidR="004C389C">
        <w:t>Mes amis</w:t>
      </w:r>
      <w:r>
        <w:t xml:space="preserve">, </w:t>
      </w:r>
      <w:r w:rsidR="004C389C">
        <w:t>dit-il</w:t>
      </w:r>
      <w:r>
        <w:t xml:space="preserve">, </w:t>
      </w:r>
      <w:r w:rsidR="004C389C">
        <w:t>nous n</w:t>
      </w:r>
      <w:r>
        <w:t>’</w:t>
      </w:r>
      <w:r w:rsidR="004C389C">
        <w:t>avons aucun moyen de résister</w:t>
      </w:r>
      <w:r>
        <w:t xml:space="preserve">. </w:t>
      </w:r>
      <w:r w:rsidR="004C389C">
        <w:t>Mettre sabre au clair serait nous faire tous massacrer en moins d</w:t>
      </w:r>
      <w:r>
        <w:t>’</w:t>
      </w:r>
      <w:r w:rsidR="004C389C">
        <w:t>une minute</w:t>
      </w:r>
      <w:r>
        <w:t>.</w:t>
      </w:r>
    </w:p>
    <w:p w14:paraId="103126E6" w14:textId="77777777" w:rsidR="004B5A85" w:rsidRDefault="004B5A85" w:rsidP="004C389C">
      <w:r>
        <w:t>« </w:t>
      </w:r>
      <w:r w:rsidR="004C389C">
        <w:t>Débouclez vos ceinturons et jetez vos armes à terre</w:t>
      </w:r>
      <w:r>
        <w:t>.</w:t>
      </w:r>
    </w:p>
    <w:p w14:paraId="56B008A3" w14:textId="77777777" w:rsidR="004B5A85" w:rsidRDefault="004C389C" w:rsidP="004C389C">
      <w:r>
        <w:t>Et</w:t>
      </w:r>
      <w:r w:rsidR="004B5A85">
        <w:t xml:space="preserve">, </w:t>
      </w:r>
      <w:r>
        <w:t>lançant des regards de colère contre leurs étranges agresseurs</w:t>
      </w:r>
      <w:r w:rsidR="004B5A85">
        <w:t xml:space="preserve">, </w:t>
      </w:r>
      <w:r>
        <w:t>les matelots obéirent</w:t>
      </w:r>
      <w:r w:rsidR="004B5A85">
        <w:t>.</w:t>
      </w:r>
    </w:p>
    <w:p w14:paraId="7DC66351" w14:textId="77777777" w:rsidR="004B5A85" w:rsidRDefault="004C389C" w:rsidP="004C389C">
      <w:r>
        <w:t>Tommy le Massacreur fit un geste</w:t>
      </w:r>
      <w:r w:rsidR="004B5A85">
        <w:t xml:space="preserve">, </w:t>
      </w:r>
      <w:r>
        <w:t>et deux de ses hommes ramassèrent les ceinturons</w:t>
      </w:r>
      <w:r w:rsidR="004B5A85">
        <w:t xml:space="preserve">, </w:t>
      </w:r>
      <w:r>
        <w:t>les sabres-baïonnettes et les haches</w:t>
      </w:r>
      <w:r w:rsidR="004B5A85">
        <w:t xml:space="preserve">, </w:t>
      </w:r>
      <w:r>
        <w:t>qu</w:t>
      </w:r>
      <w:r w:rsidR="004B5A85">
        <w:t>’</w:t>
      </w:r>
      <w:r>
        <w:t>ils empilèrent pêle-mêle au pied d</w:t>
      </w:r>
      <w:r w:rsidR="004B5A85">
        <w:t>’</w:t>
      </w:r>
      <w:r>
        <w:t>un arbre</w:t>
      </w:r>
      <w:r w:rsidR="004B5A85">
        <w:t>.</w:t>
      </w:r>
    </w:p>
    <w:p w14:paraId="41119E4E" w14:textId="77777777" w:rsidR="004B5A85" w:rsidRDefault="004B5A85" w:rsidP="004C389C">
      <w:r>
        <w:t>— </w:t>
      </w:r>
      <w:r w:rsidR="004C389C">
        <w:t>Et maintenant</w:t>
      </w:r>
      <w:r>
        <w:t xml:space="preserve">, </w:t>
      </w:r>
      <w:r w:rsidR="004C389C">
        <w:t>au camp</w:t>
      </w:r>
      <w:r>
        <w:t xml:space="preserve"> ! </w:t>
      </w:r>
      <w:r w:rsidR="004C389C">
        <w:t>fit Tommy</w:t>
      </w:r>
      <w:r>
        <w:t xml:space="preserve">. </w:t>
      </w:r>
      <w:r w:rsidR="004C389C">
        <w:t>En avant</w:t>
      </w:r>
      <w:r>
        <w:t xml:space="preserve">, </w:t>
      </w:r>
      <w:r w:rsidR="004C389C">
        <w:t>marche</w:t>
      </w:r>
      <w:r>
        <w:t xml:space="preserve">, </w:t>
      </w:r>
      <w:r w:rsidR="004C389C">
        <w:t>messieurs</w:t>
      </w:r>
      <w:r>
        <w:t xml:space="preserve"> ! </w:t>
      </w:r>
      <w:r w:rsidR="004C389C">
        <w:t>Suivez cet homme</w:t>
      </w:r>
      <w:r>
        <w:t xml:space="preserve">. </w:t>
      </w:r>
      <w:r w:rsidR="004C389C">
        <w:t>Les autres vous encadrent et vous accompagnent</w:t>
      </w:r>
      <w:r>
        <w:t>.</w:t>
      </w:r>
    </w:p>
    <w:p w14:paraId="11A163C6" w14:textId="77777777" w:rsidR="004B5A85" w:rsidRDefault="004C389C" w:rsidP="004C389C">
      <w:r>
        <w:t>De la main il désignait un de ses bandits</w:t>
      </w:r>
      <w:r w:rsidR="004B5A85">
        <w:t xml:space="preserve">, </w:t>
      </w:r>
      <w:r>
        <w:t>qui s</w:t>
      </w:r>
      <w:r w:rsidR="004B5A85">
        <w:t>’</w:t>
      </w:r>
      <w:r>
        <w:t>enfonça dans la forêt par un assez large sentier</w:t>
      </w:r>
      <w:r w:rsidR="004B5A85">
        <w:t>.</w:t>
      </w:r>
    </w:p>
    <w:p w14:paraId="1F00FE9A" w14:textId="77777777" w:rsidR="004B5A85" w:rsidRDefault="004C389C" w:rsidP="004C389C">
      <w:r>
        <w:t>Paul Randal</w:t>
      </w:r>
      <w:r w:rsidR="004B5A85">
        <w:t xml:space="preserve">, </w:t>
      </w:r>
      <w:r>
        <w:t>le premier</w:t>
      </w:r>
      <w:r w:rsidR="004B5A85">
        <w:t xml:space="preserve">, </w:t>
      </w:r>
      <w:r>
        <w:t>suivit cet homme</w:t>
      </w:r>
      <w:r w:rsidR="004B5A85">
        <w:t xml:space="preserve"> ; </w:t>
      </w:r>
      <w:r>
        <w:t>ses matelots imitèrent le mouvement et toute la troupe se mit en marche</w:t>
      </w:r>
      <w:r w:rsidR="004B5A85">
        <w:t>.</w:t>
      </w:r>
    </w:p>
    <w:p w14:paraId="5DA8A63F" w14:textId="77777777" w:rsidR="004B5A85" w:rsidRDefault="004C389C" w:rsidP="004C389C">
      <w:r>
        <w:t>Le sentier</w:t>
      </w:r>
      <w:r w:rsidR="004B5A85">
        <w:t xml:space="preserve">, </w:t>
      </w:r>
      <w:r>
        <w:t>évidemment ouvert de main d</w:t>
      </w:r>
      <w:r w:rsidR="004B5A85">
        <w:t>’</w:t>
      </w:r>
      <w:r>
        <w:t>homme dans les épais buissons qui couvraient le sol</w:t>
      </w:r>
      <w:r w:rsidR="004B5A85">
        <w:t xml:space="preserve">, </w:t>
      </w:r>
      <w:r>
        <w:t>décrivait de nombreux méandres pour éviter ou contourner des arbres</w:t>
      </w:r>
      <w:r w:rsidR="004B5A85">
        <w:t xml:space="preserve">, </w:t>
      </w:r>
      <w:r>
        <w:t>des roches ou des trous</w:t>
      </w:r>
      <w:r w:rsidR="004B5A85">
        <w:t>.</w:t>
      </w:r>
    </w:p>
    <w:p w14:paraId="2B017D88" w14:textId="77777777" w:rsidR="004B5A85" w:rsidRDefault="004C389C" w:rsidP="004C389C">
      <w:r>
        <w:t>Après vingt minutes de marche environ</w:t>
      </w:r>
      <w:r w:rsidR="004B5A85">
        <w:t xml:space="preserve">, </w:t>
      </w:r>
      <w:r>
        <w:t>on déboucha dans une vaste clairière en pente</w:t>
      </w:r>
      <w:r w:rsidR="004B5A85">
        <w:t xml:space="preserve">, </w:t>
      </w:r>
      <w:r>
        <w:t>que traversait un ruisseau dégri</w:t>
      </w:r>
      <w:r>
        <w:t>n</w:t>
      </w:r>
      <w:r>
        <w:t>golant en cascatelles</w:t>
      </w:r>
      <w:r w:rsidR="004B5A85">
        <w:t>.</w:t>
      </w:r>
    </w:p>
    <w:p w14:paraId="03876BC6" w14:textId="77777777" w:rsidR="004B5A85" w:rsidRDefault="004C389C" w:rsidP="004C389C">
      <w:r>
        <w:t>Sur les deux bords de ce ruisseau</w:t>
      </w:r>
      <w:r w:rsidR="004B5A85">
        <w:t xml:space="preserve">, </w:t>
      </w:r>
      <w:r>
        <w:t>dix tentes en toile étaient dressées</w:t>
      </w:r>
      <w:r w:rsidR="004B5A85">
        <w:t xml:space="preserve">, </w:t>
      </w:r>
      <w:r>
        <w:t>dix tentes d</w:t>
      </w:r>
      <w:r w:rsidR="004B5A85">
        <w:t>’</w:t>
      </w:r>
      <w:r>
        <w:t>un modèle militaire</w:t>
      </w:r>
      <w:r w:rsidR="004B5A85">
        <w:t xml:space="preserve">, </w:t>
      </w:r>
      <w:r>
        <w:t>très sales mais en a</w:t>
      </w:r>
      <w:r>
        <w:t>s</w:t>
      </w:r>
      <w:r>
        <w:t>sez bon état</w:t>
      </w:r>
      <w:r w:rsidR="004B5A85">
        <w:t>.</w:t>
      </w:r>
    </w:p>
    <w:p w14:paraId="55AE0751" w14:textId="77777777" w:rsidR="004B5A85" w:rsidRDefault="004B5A85" w:rsidP="004C389C">
      <w:r>
        <w:lastRenderedPageBreak/>
        <w:t>— </w:t>
      </w:r>
      <w:r w:rsidR="004C389C">
        <w:t>Monsieur l</w:t>
      </w:r>
      <w:r>
        <w:t>’</w:t>
      </w:r>
      <w:r w:rsidR="004C389C">
        <w:t>officier français</w:t>
      </w:r>
      <w:r>
        <w:t xml:space="preserve">, </w:t>
      </w:r>
      <w:r w:rsidR="004C389C">
        <w:t>dit Tommy le Massacreur en montrant ce campement inattendu d</w:t>
      </w:r>
      <w:r>
        <w:t>’</w:t>
      </w:r>
      <w:r w:rsidR="004C389C">
        <w:t>un geste large</w:t>
      </w:r>
      <w:r>
        <w:t xml:space="preserve">, </w:t>
      </w:r>
      <w:r w:rsidR="004C389C">
        <w:t>ceci est à vous</w:t>
      </w:r>
      <w:r>
        <w:t>.</w:t>
      </w:r>
    </w:p>
    <w:p w14:paraId="2544CAD2" w14:textId="77777777" w:rsidR="004B5A85" w:rsidRDefault="004B5A85" w:rsidP="004C389C">
      <w:r>
        <w:t>— </w:t>
      </w:r>
      <w:r w:rsidR="004C389C">
        <w:t>Que voulez-vous dire</w:t>
      </w:r>
      <w:r>
        <w:t xml:space="preserve"> ? </w:t>
      </w:r>
      <w:r w:rsidR="004C389C">
        <w:t>fit Paul Randal</w:t>
      </w:r>
      <w:r>
        <w:t xml:space="preserve">, </w:t>
      </w:r>
      <w:r w:rsidR="004C389C">
        <w:t>stupéfait</w:t>
      </w:r>
      <w:r>
        <w:t>.</w:t>
      </w:r>
    </w:p>
    <w:p w14:paraId="4F347667" w14:textId="77777777" w:rsidR="004B5A85" w:rsidRDefault="004B5A85" w:rsidP="004C389C">
      <w:r>
        <w:t>— </w:t>
      </w:r>
      <w:r w:rsidR="004C389C">
        <w:t>C</w:t>
      </w:r>
      <w:r>
        <w:t>’</w:t>
      </w:r>
      <w:r w:rsidR="004C389C">
        <w:t>est très simple</w:t>
      </w:r>
      <w:r>
        <w:t xml:space="preserve">, </w:t>
      </w:r>
      <w:r w:rsidR="004C389C">
        <w:t>répondit Tommy avec une nuance d</w:t>
      </w:r>
      <w:r>
        <w:t>’</w:t>
      </w:r>
      <w:r w:rsidR="004C389C">
        <w:t>ironie dans sa voix rude</w:t>
      </w:r>
      <w:r>
        <w:t xml:space="preserve">. </w:t>
      </w:r>
      <w:r w:rsidR="004C389C">
        <w:t>Écoutez-moi un instant</w:t>
      </w:r>
      <w:r>
        <w:t>.</w:t>
      </w:r>
    </w:p>
    <w:p w14:paraId="1DDAD122" w14:textId="77777777" w:rsidR="004B5A85" w:rsidRDefault="004B5A85" w:rsidP="004C389C">
      <w:r>
        <w:t>« </w:t>
      </w:r>
      <w:r w:rsidR="004C389C">
        <w:t>Je vous ai dit tout à l</w:t>
      </w:r>
      <w:r>
        <w:t>’</w:t>
      </w:r>
      <w:r w:rsidR="004C389C">
        <w:t>heure que nous étions des Coupe-Têtes</w:t>
      </w:r>
      <w:r>
        <w:t xml:space="preserve">… </w:t>
      </w:r>
      <w:r w:rsidR="004C389C">
        <w:t>Je m</w:t>
      </w:r>
      <w:r>
        <w:t>’</w:t>
      </w:r>
      <w:r w:rsidR="004C389C">
        <w:t>explique</w:t>
      </w:r>
      <w:r>
        <w:t>.</w:t>
      </w:r>
    </w:p>
    <w:p w14:paraId="0170283A" w14:textId="77777777" w:rsidR="004B5A85" w:rsidRDefault="004B5A85" w:rsidP="004C389C">
      <w:r>
        <w:t>« </w:t>
      </w:r>
      <w:r w:rsidR="004C389C">
        <w:t>Mes compagnons et moi</w:t>
      </w:r>
      <w:r>
        <w:t xml:space="preserve">, </w:t>
      </w:r>
      <w:r w:rsidR="004C389C">
        <w:t>nous sommes d</w:t>
      </w:r>
      <w:r>
        <w:t>’</w:t>
      </w:r>
      <w:r w:rsidR="004C389C">
        <w:t>anciens agents de police des États-Unis</w:t>
      </w:r>
      <w:r>
        <w:t xml:space="preserve">. </w:t>
      </w:r>
      <w:r w:rsidR="004C389C">
        <w:t>Vous avez entendu parler</w:t>
      </w:r>
      <w:r>
        <w:t xml:space="preserve">, </w:t>
      </w:r>
      <w:r w:rsidR="004C389C">
        <w:t>n</w:t>
      </w:r>
      <w:r>
        <w:t>’</w:t>
      </w:r>
      <w:r w:rsidR="004C389C">
        <w:t>est-ce pas</w:t>
      </w:r>
      <w:r>
        <w:t xml:space="preserve">, </w:t>
      </w:r>
      <w:r w:rsidR="004C389C">
        <w:t>des scandales policiers de New-York</w:t>
      </w:r>
      <w:r>
        <w:t> ?</w:t>
      </w:r>
    </w:p>
    <w:p w14:paraId="632321E1" w14:textId="77777777" w:rsidR="004B5A85" w:rsidRDefault="004B5A85" w:rsidP="004C389C">
      <w:r>
        <w:t>— </w:t>
      </w:r>
      <w:r w:rsidR="004C389C">
        <w:t>En effet</w:t>
      </w:r>
      <w:r>
        <w:t> !</w:t>
      </w:r>
    </w:p>
    <w:p w14:paraId="4B7C9ECE" w14:textId="77777777" w:rsidR="004B5A85" w:rsidRDefault="004B5A85" w:rsidP="004C389C">
      <w:r>
        <w:t>— </w:t>
      </w:r>
      <w:r w:rsidR="004C389C">
        <w:t>Eh bien</w:t>
      </w:r>
      <w:r>
        <w:t xml:space="preserve"> ! </w:t>
      </w:r>
      <w:r w:rsidR="004C389C">
        <w:t>nous faisons partie d</w:t>
      </w:r>
      <w:r>
        <w:t>’</w:t>
      </w:r>
      <w:r w:rsidR="004C389C">
        <w:t>une de ces associations de malfaiteurs et de policiers que le gouvernement des États-Unis a découvertes grâce à quelques traîtres</w:t>
      </w:r>
      <w:r>
        <w:t xml:space="preserve">. </w:t>
      </w:r>
      <w:r w:rsidR="004C389C">
        <w:t>Mes compagnons et moi</w:t>
      </w:r>
      <w:r>
        <w:t xml:space="preserve">, </w:t>
      </w:r>
      <w:r w:rsidR="004C389C">
        <w:t>nous allions être dénoncés</w:t>
      </w:r>
      <w:r>
        <w:t xml:space="preserve">, </w:t>
      </w:r>
      <w:r w:rsidR="004C389C">
        <w:t>arrêtés et probablement éle</w:t>
      </w:r>
      <w:r w:rsidR="004C389C">
        <w:t>c</w:t>
      </w:r>
      <w:r w:rsidR="004C389C">
        <w:t>trocutés</w:t>
      </w:r>
      <w:r>
        <w:t xml:space="preserve">, </w:t>
      </w:r>
      <w:r w:rsidR="004C389C">
        <w:t>car nous avions sur la conscience quelques exécutions sommaires faites sans la permission de la police régulière</w:t>
      </w:r>
      <w:r>
        <w:t>.</w:t>
      </w:r>
    </w:p>
    <w:p w14:paraId="1FED77FA" w14:textId="77777777" w:rsidR="004B5A85" w:rsidRDefault="004B5A85" w:rsidP="004C389C">
      <w:r>
        <w:t>« </w:t>
      </w:r>
      <w:r w:rsidR="004C389C">
        <w:t>Alors</w:t>
      </w:r>
      <w:r>
        <w:t xml:space="preserve">, </w:t>
      </w:r>
      <w:r w:rsidR="004C389C">
        <w:t>nous avons</w:t>
      </w:r>
      <w:r>
        <w:t xml:space="preserve">, </w:t>
      </w:r>
      <w:r w:rsidR="004C389C">
        <w:t>mes compagnons et moi</w:t>
      </w:r>
      <w:r>
        <w:t xml:space="preserve">, </w:t>
      </w:r>
      <w:r w:rsidR="004C389C">
        <w:t>tendu un piège aux deux ou trois traîtres qui avaient dénoncé notre ass</w:t>
      </w:r>
      <w:r w:rsidR="004C389C">
        <w:t>o</w:t>
      </w:r>
      <w:r w:rsidR="004C389C">
        <w:t>ciation</w:t>
      </w:r>
      <w:r>
        <w:t xml:space="preserve">. </w:t>
      </w:r>
      <w:r w:rsidR="004C389C">
        <w:t>Nous les avons attirés dans une maison isolée et nous leur avons coupé la tête</w:t>
      </w:r>
      <w:r>
        <w:t xml:space="preserve">. </w:t>
      </w:r>
      <w:r w:rsidR="004C389C">
        <w:t>Quatre jours après</w:t>
      </w:r>
      <w:r>
        <w:t xml:space="preserve">, </w:t>
      </w:r>
      <w:r w:rsidR="004C389C">
        <w:t>tous les journaux de New-York signalaient les méfaits d</w:t>
      </w:r>
      <w:r>
        <w:t>’</w:t>
      </w:r>
      <w:r w:rsidR="004C389C">
        <w:t>une bande mystérieuse qu</w:t>
      </w:r>
      <w:r>
        <w:t>’</w:t>
      </w:r>
      <w:r w:rsidR="004C389C">
        <w:t>ils appelaient la bande des Coupe-Têtes</w:t>
      </w:r>
      <w:r>
        <w:t>.</w:t>
      </w:r>
    </w:p>
    <w:p w14:paraId="1D1F60A6" w14:textId="77777777" w:rsidR="004B5A85" w:rsidRDefault="004B5A85" w:rsidP="004C389C">
      <w:r>
        <w:t>« </w:t>
      </w:r>
      <w:r w:rsidR="004C389C">
        <w:t>Si nous étions restés en Amérique</w:t>
      </w:r>
      <w:r>
        <w:t xml:space="preserve">, </w:t>
      </w:r>
      <w:r w:rsidR="004C389C">
        <w:t>nous n</w:t>
      </w:r>
      <w:r>
        <w:t>’</w:t>
      </w:r>
      <w:r w:rsidR="004C389C">
        <w:t>aurions pas tardé à être pris</w:t>
      </w:r>
      <w:r>
        <w:t xml:space="preserve">. </w:t>
      </w:r>
      <w:r w:rsidR="004C389C">
        <w:t>Mais nos précautions étaient bonnes</w:t>
      </w:r>
      <w:r>
        <w:t xml:space="preserve">. </w:t>
      </w:r>
      <w:r w:rsidR="004C389C">
        <w:t>Sous un faux nom</w:t>
      </w:r>
      <w:r>
        <w:t xml:space="preserve">, </w:t>
      </w:r>
      <w:r w:rsidR="004C389C">
        <w:t>avec l</w:t>
      </w:r>
      <w:r>
        <w:t>’</w:t>
      </w:r>
      <w:r w:rsidR="004C389C">
        <w:t>argent contenu dans la caisse de l</w:t>
      </w:r>
      <w:r>
        <w:t>’</w:t>
      </w:r>
      <w:r w:rsidR="004C389C">
        <w:t>association</w:t>
      </w:r>
      <w:r>
        <w:t xml:space="preserve">, </w:t>
      </w:r>
      <w:r w:rsidR="004C389C">
        <w:t>j</w:t>
      </w:r>
      <w:r>
        <w:t>’</w:t>
      </w:r>
      <w:r w:rsidR="004C389C">
        <w:t>avais acheté un navire et je l</w:t>
      </w:r>
      <w:r>
        <w:t>’</w:t>
      </w:r>
      <w:r w:rsidR="004C389C">
        <w:t xml:space="preserve">avais rempli de mille </w:t>
      </w:r>
      <w:r w:rsidR="004C389C">
        <w:lastRenderedPageBreak/>
        <w:t>objets</w:t>
      </w:r>
      <w:r>
        <w:t xml:space="preserve">, </w:t>
      </w:r>
      <w:r w:rsidR="004C389C">
        <w:t>armes et denrées nécessaires à des gens qui veulent coloniser un pays sauvage</w:t>
      </w:r>
      <w:r>
        <w:t>.</w:t>
      </w:r>
    </w:p>
    <w:p w14:paraId="3758A0F6" w14:textId="77777777" w:rsidR="004B5A85" w:rsidRDefault="004B5A85" w:rsidP="004C389C">
      <w:r>
        <w:t>« </w:t>
      </w:r>
      <w:r w:rsidR="004C389C">
        <w:t>C</w:t>
      </w:r>
      <w:r>
        <w:t>’</w:t>
      </w:r>
      <w:r w:rsidR="004C389C">
        <w:t>était un navire à vapeur</w:t>
      </w:r>
      <w:r>
        <w:t xml:space="preserve">. </w:t>
      </w:r>
      <w:r w:rsidR="004C389C">
        <w:t>Plusieurs d</w:t>
      </w:r>
      <w:r>
        <w:t>’</w:t>
      </w:r>
      <w:r w:rsidR="004C389C">
        <w:t>entre nous sont d</w:t>
      </w:r>
      <w:r>
        <w:t>’</w:t>
      </w:r>
      <w:r w:rsidR="004C389C">
        <w:t>excellents mécaniciens</w:t>
      </w:r>
      <w:r>
        <w:t xml:space="preserve">. </w:t>
      </w:r>
      <w:r w:rsidR="004C389C">
        <w:t>Et moi-même</w:t>
      </w:r>
      <w:r>
        <w:t xml:space="preserve">, </w:t>
      </w:r>
      <w:r w:rsidR="004C389C">
        <w:t>j</w:t>
      </w:r>
      <w:r>
        <w:t>’</w:t>
      </w:r>
      <w:r w:rsidR="004C389C">
        <w:t>ai d</w:t>
      </w:r>
      <w:r>
        <w:t>’</w:t>
      </w:r>
      <w:r w:rsidR="004C389C">
        <w:t>abord été officier dans la marine américaine</w:t>
      </w:r>
      <w:r>
        <w:t xml:space="preserve">. </w:t>
      </w:r>
      <w:r w:rsidR="004C389C">
        <w:t>J</w:t>
      </w:r>
      <w:r>
        <w:t>’</w:t>
      </w:r>
      <w:r w:rsidR="004C389C">
        <w:t>ai été exclu de la marine à la suite d</w:t>
      </w:r>
      <w:r>
        <w:t>’</w:t>
      </w:r>
      <w:r w:rsidR="004C389C">
        <w:t>une affaire de jeu</w:t>
      </w:r>
      <w:r>
        <w:t xml:space="preserve">. </w:t>
      </w:r>
      <w:r w:rsidR="004C389C">
        <w:t>Mais passons</w:t>
      </w:r>
      <w:r>
        <w:t xml:space="preserve"> ! </w:t>
      </w:r>
      <w:r w:rsidR="004C389C">
        <w:t>Nous pouvions donc former à nous seuls l</w:t>
      </w:r>
      <w:r>
        <w:t>’</w:t>
      </w:r>
      <w:r w:rsidR="004C389C">
        <w:t>équipage de notre navire</w:t>
      </w:r>
      <w:r>
        <w:t>.</w:t>
      </w:r>
    </w:p>
    <w:p w14:paraId="1EEFEA58" w14:textId="77777777" w:rsidR="004B5A85" w:rsidRDefault="004B5A85" w:rsidP="004C389C">
      <w:r>
        <w:t>« </w:t>
      </w:r>
      <w:r w:rsidR="004C389C">
        <w:t>Nous nous sommes embarqués et nous avons pris le large</w:t>
      </w:r>
      <w:r>
        <w:t>.</w:t>
      </w:r>
    </w:p>
    <w:p w14:paraId="4D12C42B" w14:textId="77777777" w:rsidR="004B5A85" w:rsidRDefault="004B5A85" w:rsidP="004C389C">
      <w:r>
        <w:t>« </w:t>
      </w:r>
      <w:r w:rsidR="004C389C">
        <w:t>Notre but était d</w:t>
      </w:r>
      <w:r>
        <w:t>’</w:t>
      </w:r>
      <w:r w:rsidR="004C389C">
        <w:t>aborder sur la côte portugaise de l</w:t>
      </w:r>
      <w:r>
        <w:t>’</w:t>
      </w:r>
      <w:r w:rsidR="004C389C">
        <w:t>Afrique et de nous tailler une colonie dans un pays encore sa</w:t>
      </w:r>
      <w:r w:rsidR="004C389C">
        <w:t>u</w:t>
      </w:r>
      <w:r w:rsidR="004C389C">
        <w:t>vage</w:t>
      </w:r>
      <w:r>
        <w:t xml:space="preserve">. </w:t>
      </w:r>
      <w:r w:rsidR="004C389C">
        <w:t>Là</w:t>
      </w:r>
      <w:r>
        <w:t xml:space="preserve">, </w:t>
      </w:r>
      <w:r w:rsidR="004C389C">
        <w:t>nous aurions réduit en esclavage quelque tribu nègre</w:t>
      </w:r>
      <w:r>
        <w:t xml:space="preserve">, </w:t>
      </w:r>
      <w:r w:rsidR="004C389C">
        <w:t>nous aurions fait travailler ces esclaves</w:t>
      </w:r>
      <w:r>
        <w:t xml:space="preserve">, </w:t>
      </w:r>
      <w:r w:rsidR="004C389C">
        <w:t>pour nous nourrir et nous habiller</w:t>
      </w:r>
      <w:r>
        <w:t xml:space="preserve">, </w:t>
      </w:r>
      <w:r w:rsidR="004C389C">
        <w:t>et nous nous serions amusés à faire la guerre aux tribus voisines</w:t>
      </w:r>
      <w:r>
        <w:t xml:space="preserve">. </w:t>
      </w:r>
      <w:r w:rsidR="004C389C">
        <w:t>C</w:t>
      </w:r>
      <w:r>
        <w:t>’</w:t>
      </w:r>
      <w:r w:rsidR="004C389C">
        <w:t>est une vie pleine de charme pour des gens en danger dans les pays civilisés et qui sont bien décidés à toutes les aventures</w:t>
      </w:r>
      <w:r>
        <w:t xml:space="preserve">… </w:t>
      </w:r>
      <w:r w:rsidR="004C389C">
        <w:t>Nous aurions fait fortune en vendant aux colons portugais de la poudre d</w:t>
      </w:r>
      <w:r>
        <w:t>’</w:t>
      </w:r>
      <w:r w:rsidR="004C389C">
        <w:t>or et de l</w:t>
      </w:r>
      <w:r>
        <w:t>’</w:t>
      </w:r>
      <w:r w:rsidR="004C389C">
        <w:t>ivoire</w:t>
      </w:r>
      <w:r>
        <w:t xml:space="preserve">. </w:t>
      </w:r>
      <w:r w:rsidR="004C389C">
        <w:t>Et un jour ou l</w:t>
      </w:r>
      <w:r>
        <w:t>’</w:t>
      </w:r>
      <w:r w:rsidR="004C389C">
        <w:t>autre</w:t>
      </w:r>
      <w:r>
        <w:t xml:space="preserve">, </w:t>
      </w:r>
      <w:r w:rsidR="004C389C">
        <w:t>nous serions retournés en Amérique</w:t>
      </w:r>
      <w:r>
        <w:t xml:space="preserve">, </w:t>
      </w:r>
      <w:r w:rsidR="004C389C">
        <w:t>riches</w:t>
      </w:r>
      <w:r>
        <w:t xml:space="preserve">… </w:t>
      </w:r>
      <w:r w:rsidR="004C389C">
        <w:t>et oubliés</w:t>
      </w:r>
      <w:r>
        <w:t>…</w:t>
      </w:r>
    </w:p>
    <w:p w14:paraId="6B42060D" w14:textId="77777777" w:rsidR="004B5A85" w:rsidRDefault="004B5A85" w:rsidP="004C389C">
      <w:r>
        <w:t>« </w:t>
      </w:r>
      <w:r w:rsidR="004C389C">
        <w:t>Très bien</w:t>
      </w:r>
      <w:r>
        <w:t xml:space="preserve"> ! </w:t>
      </w:r>
      <w:r w:rsidR="004C389C">
        <w:t>mais le hasard en a décidé autrement</w:t>
      </w:r>
      <w:r>
        <w:t>.</w:t>
      </w:r>
    </w:p>
    <w:p w14:paraId="13E95737" w14:textId="77777777" w:rsidR="004B5A85" w:rsidRDefault="004B5A85" w:rsidP="004C389C">
      <w:r>
        <w:t>« </w:t>
      </w:r>
      <w:r w:rsidR="004C389C">
        <w:t>En pleine navigation</w:t>
      </w:r>
      <w:r>
        <w:t xml:space="preserve">, </w:t>
      </w:r>
      <w:r w:rsidR="004C389C">
        <w:t>nous avons été surpris par une tempête</w:t>
      </w:r>
      <w:r>
        <w:t xml:space="preserve">. </w:t>
      </w:r>
      <w:r w:rsidR="004C389C">
        <w:t>Notre chaudière a sauté et notre navire</w:t>
      </w:r>
      <w:r>
        <w:t xml:space="preserve">, </w:t>
      </w:r>
      <w:r w:rsidR="004C389C">
        <w:t>réduit presque à l</w:t>
      </w:r>
      <w:r>
        <w:t>’</w:t>
      </w:r>
      <w:r w:rsidR="004C389C">
        <w:t>état d</w:t>
      </w:r>
      <w:r>
        <w:t>’</w:t>
      </w:r>
      <w:r w:rsidR="004C389C">
        <w:t>épave</w:t>
      </w:r>
      <w:r>
        <w:t xml:space="preserve">, </w:t>
      </w:r>
      <w:r w:rsidR="004C389C">
        <w:t>a roulé des jours et des nuits au gré des vents et des courants</w:t>
      </w:r>
      <w:r>
        <w:t>…</w:t>
      </w:r>
    </w:p>
    <w:p w14:paraId="5D469DCE" w14:textId="77777777" w:rsidR="004B5A85" w:rsidRDefault="004B5A85" w:rsidP="004C389C">
      <w:r>
        <w:t>« </w:t>
      </w:r>
      <w:r w:rsidR="004C389C">
        <w:t>Partis de New-York</w:t>
      </w:r>
      <w:r>
        <w:t xml:space="preserve">, </w:t>
      </w:r>
      <w:r w:rsidR="004C389C">
        <w:t>nous avons constaté un jour</w:t>
      </w:r>
      <w:r>
        <w:t xml:space="preserve">, </w:t>
      </w:r>
      <w:r w:rsidR="004C389C">
        <w:t>grâce à nos instruments de navigation</w:t>
      </w:r>
      <w:r>
        <w:t xml:space="preserve">, </w:t>
      </w:r>
      <w:r w:rsidR="004C389C">
        <w:t>que nous avions dérivé avec une effroyable vitesse vers le sud</w:t>
      </w:r>
      <w:r>
        <w:t xml:space="preserve">, </w:t>
      </w:r>
      <w:r w:rsidR="004C389C">
        <w:t>que nous avions doublé le cap Horn et que nous nous trouvions dans le Pacifique</w:t>
      </w:r>
      <w:r>
        <w:t>.</w:t>
      </w:r>
    </w:p>
    <w:p w14:paraId="7A95C5CA" w14:textId="77777777" w:rsidR="004B5A85" w:rsidRDefault="004B5A85" w:rsidP="004C389C">
      <w:r>
        <w:lastRenderedPageBreak/>
        <w:t>« </w:t>
      </w:r>
      <w:r w:rsidR="004C389C">
        <w:t>Des vents et des courants nouveaux nous ont entraînés vers le nord-est</w:t>
      </w:r>
      <w:r>
        <w:t xml:space="preserve">. </w:t>
      </w:r>
      <w:r w:rsidR="004C389C">
        <w:t>Et un soir</w:t>
      </w:r>
      <w:r>
        <w:t xml:space="preserve">, </w:t>
      </w:r>
      <w:r w:rsidR="004C389C">
        <w:t>nous avons donné en plein sur des écueils qui</w:t>
      </w:r>
      <w:r>
        <w:t xml:space="preserve">, </w:t>
      </w:r>
      <w:r w:rsidR="004C389C">
        <w:t>au sud</w:t>
      </w:r>
      <w:r>
        <w:t xml:space="preserve">, </w:t>
      </w:r>
      <w:r w:rsidR="004C389C">
        <w:t>bordent cette île</w:t>
      </w:r>
      <w:r>
        <w:t>…</w:t>
      </w:r>
    </w:p>
    <w:p w14:paraId="32D18DDC" w14:textId="77777777" w:rsidR="004B5A85" w:rsidRDefault="004B5A85" w:rsidP="004C389C">
      <w:r>
        <w:t>« </w:t>
      </w:r>
      <w:r w:rsidR="004C389C">
        <w:t>Nous avons pu débarquer en toute hâte nos fourniments</w:t>
      </w:r>
      <w:r>
        <w:t xml:space="preserve">, </w:t>
      </w:r>
      <w:r w:rsidR="004C389C">
        <w:t>nos munitions et nos provisions</w:t>
      </w:r>
      <w:r>
        <w:t xml:space="preserve">. </w:t>
      </w:r>
      <w:r w:rsidR="004C389C">
        <w:t>Et nous avons passé la nuit sur la falaise</w:t>
      </w:r>
      <w:r>
        <w:t xml:space="preserve">. </w:t>
      </w:r>
      <w:r w:rsidR="004C389C">
        <w:t>Mais le lendemain</w:t>
      </w:r>
      <w:r>
        <w:t xml:space="preserve">, </w:t>
      </w:r>
      <w:r w:rsidR="004C389C">
        <w:t>il y eut une tempête</w:t>
      </w:r>
      <w:r>
        <w:t xml:space="preserve">, </w:t>
      </w:r>
      <w:r w:rsidR="004C389C">
        <w:t>qui détruisit complètement notre navire échoué</w:t>
      </w:r>
      <w:r>
        <w:t>.</w:t>
      </w:r>
    </w:p>
    <w:p w14:paraId="177B40BF" w14:textId="77777777" w:rsidR="004B5A85" w:rsidRDefault="004B5A85" w:rsidP="004C389C">
      <w:r>
        <w:t>« </w:t>
      </w:r>
      <w:r w:rsidR="004C389C">
        <w:t>Monsieur</w:t>
      </w:r>
      <w:r>
        <w:t xml:space="preserve">, </w:t>
      </w:r>
      <w:r w:rsidR="004C389C">
        <w:t>il y a trois mois de cela</w:t>
      </w:r>
      <w:r>
        <w:t xml:space="preserve">. </w:t>
      </w:r>
      <w:r w:rsidR="004C389C">
        <w:t>Et</w:t>
      </w:r>
      <w:r>
        <w:t xml:space="preserve">, </w:t>
      </w:r>
      <w:r w:rsidR="004C389C">
        <w:t>depuis trois mois</w:t>
      </w:r>
      <w:r>
        <w:t xml:space="preserve">, </w:t>
      </w:r>
      <w:r w:rsidR="004C389C">
        <w:t>nous sommes ici</w:t>
      </w:r>
      <w:r>
        <w:t xml:space="preserve">… </w:t>
      </w:r>
      <w:r w:rsidR="004C389C">
        <w:t>dans cette île déserte</w:t>
      </w:r>
      <w:r>
        <w:t xml:space="preserve">, </w:t>
      </w:r>
      <w:r w:rsidR="004C389C">
        <w:t>prisonniers de l</w:t>
      </w:r>
      <w:r>
        <w:t>’</w:t>
      </w:r>
      <w:r w:rsidR="004C389C">
        <w:t>océan</w:t>
      </w:r>
      <w:r>
        <w:t>…</w:t>
      </w:r>
    </w:p>
    <w:p w14:paraId="4A9B4BDC" w14:textId="77777777" w:rsidR="004B5A85" w:rsidRDefault="004B5A85" w:rsidP="004C389C">
      <w:r>
        <w:t>— </w:t>
      </w:r>
      <w:r w:rsidR="004C389C">
        <w:t>Pourquoi n</w:t>
      </w:r>
      <w:r>
        <w:t>’</w:t>
      </w:r>
      <w:r w:rsidR="004C389C">
        <w:t>avez-vous pas construit une barque</w:t>
      </w:r>
      <w:r>
        <w:t xml:space="preserve"> ? </w:t>
      </w:r>
      <w:r w:rsidR="004C389C">
        <w:t>fit m</w:t>
      </w:r>
      <w:r w:rsidR="004C389C">
        <w:t>a</w:t>
      </w:r>
      <w:r w:rsidR="004C389C">
        <w:t>chinalement l</w:t>
      </w:r>
      <w:r>
        <w:t>’</w:t>
      </w:r>
      <w:r w:rsidR="004C389C">
        <w:t>enseigne</w:t>
      </w:r>
      <w:r>
        <w:t xml:space="preserve">, </w:t>
      </w:r>
      <w:r w:rsidR="004C389C">
        <w:t>intéressé malgré lui par ce véridique et curieux récit</w:t>
      </w:r>
      <w:r>
        <w:t>.</w:t>
      </w:r>
    </w:p>
    <w:p w14:paraId="78BFC7E3" w14:textId="77777777" w:rsidR="004B5A85" w:rsidRDefault="004B5A85" w:rsidP="004C389C">
      <w:r>
        <w:t>— </w:t>
      </w:r>
      <w:r w:rsidR="004C389C">
        <w:t>Nous avons essayé</w:t>
      </w:r>
      <w:r>
        <w:t xml:space="preserve"> ; </w:t>
      </w:r>
      <w:r w:rsidR="004C389C">
        <w:t>nous n</w:t>
      </w:r>
      <w:r>
        <w:t>’</w:t>
      </w:r>
      <w:r w:rsidR="004C389C">
        <w:t>avons pas su</w:t>
      </w:r>
      <w:r>
        <w:t xml:space="preserve"> ; </w:t>
      </w:r>
      <w:r w:rsidR="004C389C">
        <w:t>il n</w:t>
      </w:r>
      <w:r>
        <w:t>’</w:t>
      </w:r>
      <w:r w:rsidR="004C389C">
        <w:t>y a pas de charpentiers parmi nous</w:t>
      </w:r>
      <w:r>
        <w:t xml:space="preserve">, </w:t>
      </w:r>
      <w:r w:rsidR="004C389C">
        <w:t>et je n</w:t>
      </w:r>
      <w:r>
        <w:t>’</w:t>
      </w:r>
      <w:r w:rsidR="004C389C">
        <w:t>ai jamais appris moi-même l</w:t>
      </w:r>
      <w:r>
        <w:t>’</w:t>
      </w:r>
      <w:r w:rsidR="004C389C">
        <w:t>art de la construction maritime</w:t>
      </w:r>
      <w:r>
        <w:t xml:space="preserve">, </w:t>
      </w:r>
      <w:r w:rsidR="004C389C">
        <w:t>dont l</w:t>
      </w:r>
      <w:r>
        <w:t>’</w:t>
      </w:r>
      <w:r w:rsidR="004C389C">
        <w:t>enseignement</w:t>
      </w:r>
      <w:r>
        <w:t xml:space="preserve">, </w:t>
      </w:r>
      <w:r w:rsidR="004C389C">
        <w:t>à l</w:t>
      </w:r>
      <w:r>
        <w:t>’</w:t>
      </w:r>
      <w:r w:rsidR="004C389C">
        <w:t>École n</w:t>
      </w:r>
      <w:r w:rsidR="004C389C">
        <w:t>a</w:t>
      </w:r>
      <w:r w:rsidR="004C389C">
        <w:t>vale</w:t>
      </w:r>
      <w:r>
        <w:t xml:space="preserve">, </w:t>
      </w:r>
      <w:r w:rsidR="004C389C">
        <w:t>ne faisait pas partie de mon programme d</w:t>
      </w:r>
      <w:r>
        <w:t>’</w:t>
      </w:r>
      <w:r w:rsidR="004C389C">
        <w:t>études</w:t>
      </w:r>
      <w:r>
        <w:t>…</w:t>
      </w:r>
    </w:p>
    <w:p w14:paraId="508E04AE" w14:textId="77777777" w:rsidR="004B5A85" w:rsidRDefault="004B5A85" w:rsidP="004C389C">
      <w:r>
        <w:t>« </w:t>
      </w:r>
      <w:r w:rsidR="004C389C">
        <w:t>Nous étions donc condamnés à passer ici toute notre vie</w:t>
      </w:r>
      <w:r>
        <w:t xml:space="preserve">, </w:t>
      </w:r>
      <w:r w:rsidR="004C389C">
        <w:t>car nous ne faisions aucuns signaux aux navires qui passaient parfois</w:t>
      </w:r>
      <w:r>
        <w:t xml:space="preserve">. </w:t>
      </w:r>
      <w:r w:rsidR="004C389C">
        <w:t>On aurait pu établir notre identité et nous livrer à la ju</w:t>
      </w:r>
      <w:r w:rsidR="004C389C">
        <w:t>s</w:t>
      </w:r>
      <w:r w:rsidR="004C389C">
        <w:t>tice américaine</w:t>
      </w:r>
      <w:r>
        <w:t>.</w:t>
      </w:r>
    </w:p>
    <w:p w14:paraId="574599D2" w14:textId="77777777" w:rsidR="004B5A85" w:rsidRDefault="004B5A85" w:rsidP="004C389C">
      <w:r>
        <w:t>« </w:t>
      </w:r>
      <w:r w:rsidR="004C389C">
        <w:t>Heureusement vous êtes venus</w:t>
      </w:r>
      <w:r>
        <w:t>…</w:t>
      </w:r>
    </w:p>
    <w:p w14:paraId="1D9E26E7" w14:textId="77777777" w:rsidR="004B5A85" w:rsidRDefault="004B5A85" w:rsidP="004C389C">
      <w:r>
        <w:t>— </w:t>
      </w:r>
      <w:r w:rsidR="004C389C">
        <w:t>Hein</w:t>
      </w:r>
      <w:r>
        <w:t xml:space="preserve"> ? </w:t>
      </w:r>
      <w:r w:rsidR="004C389C">
        <w:t>fit Paul Randal</w:t>
      </w:r>
      <w:r>
        <w:t xml:space="preserve">, </w:t>
      </w:r>
      <w:r w:rsidR="004C389C">
        <w:t>qui commençait à entrevoir les projets de ce chef de bandits</w:t>
      </w:r>
      <w:r>
        <w:t>.</w:t>
      </w:r>
    </w:p>
    <w:p w14:paraId="61AB5369" w14:textId="77777777" w:rsidR="004B5A85" w:rsidRDefault="004B5A85" w:rsidP="004C389C">
      <w:r>
        <w:t>— </w:t>
      </w:r>
      <w:r w:rsidR="004C389C">
        <w:t>Oui</w:t>
      </w:r>
      <w:r>
        <w:t xml:space="preserve">… </w:t>
      </w:r>
      <w:r w:rsidR="004C389C">
        <w:t>hier</w:t>
      </w:r>
      <w:r>
        <w:t xml:space="preserve">, </w:t>
      </w:r>
      <w:r w:rsidR="004C389C">
        <w:t>nous avons vu votre barque</w:t>
      </w:r>
      <w:r>
        <w:t xml:space="preserve">. </w:t>
      </w:r>
      <w:r w:rsidR="004C389C">
        <w:t>Nous vous avons laissé aborder</w:t>
      </w:r>
      <w:r>
        <w:t xml:space="preserve">… </w:t>
      </w:r>
      <w:r w:rsidR="004C389C">
        <w:t>Nous ne vous avons pas attaqués cette nuit</w:t>
      </w:r>
      <w:r>
        <w:t xml:space="preserve">, </w:t>
      </w:r>
      <w:r w:rsidR="004C389C">
        <w:t>parce que ceux de vos hommes restés éveillés et en sentinelle auraient donné l</w:t>
      </w:r>
      <w:r>
        <w:t>’</w:t>
      </w:r>
      <w:r w:rsidR="004C389C">
        <w:t>alarme</w:t>
      </w:r>
      <w:r>
        <w:t xml:space="preserve">. </w:t>
      </w:r>
      <w:r w:rsidR="004C389C">
        <w:t>Et vous auriez pu</w:t>
      </w:r>
      <w:r>
        <w:t xml:space="preserve">, </w:t>
      </w:r>
      <w:r w:rsidR="004C389C">
        <w:t xml:space="preserve">en </w:t>
      </w:r>
      <w:r w:rsidR="004C389C">
        <w:lastRenderedPageBreak/>
        <w:t>sacrifiant quelques-uns des vôtres</w:t>
      </w:r>
      <w:r>
        <w:t xml:space="preserve">, </w:t>
      </w:r>
      <w:r w:rsidR="004C389C">
        <w:t>vous rembarquer et reprendre la mer</w:t>
      </w:r>
      <w:r>
        <w:t xml:space="preserve">… </w:t>
      </w:r>
      <w:r w:rsidR="004C389C">
        <w:t>Or</w:t>
      </w:r>
      <w:r>
        <w:t xml:space="preserve">, </w:t>
      </w:r>
      <w:r w:rsidR="004C389C">
        <w:t>c</w:t>
      </w:r>
      <w:r>
        <w:t>’</w:t>
      </w:r>
      <w:r w:rsidR="004C389C">
        <w:t>était votre barque qu</w:t>
      </w:r>
      <w:r>
        <w:t>’</w:t>
      </w:r>
      <w:r w:rsidR="004C389C">
        <w:t>il nous fallait</w:t>
      </w:r>
      <w:r>
        <w:t> !…</w:t>
      </w:r>
    </w:p>
    <w:p w14:paraId="4C35D8F1" w14:textId="77777777" w:rsidR="004B5A85" w:rsidRDefault="004B5A85" w:rsidP="004C389C">
      <w:r>
        <w:t>— </w:t>
      </w:r>
      <w:r w:rsidR="004C389C">
        <w:t>Notre barque</w:t>
      </w:r>
      <w:r>
        <w:t xml:space="preserve"> ? </w:t>
      </w:r>
      <w:r w:rsidR="004C389C">
        <w:t>gronda l</w:t>
      </w:r>
      <w:r>
        <w:t>’</w:t>
      </w:r>
      <w:r w:rsidR="004C389C">
        <w:t>enseigne</w:t>
      </w:r>
      <w:r>
        <w:t xml:space="preserve">, </w:t>
      </w:r>
      <w:r w:rsidR="004C389C">
        <w:t>qui sentait la colère monter en lui</w:t>
      </w:r>
      <w:r>
        <w:t>.</w:t>
      </w:r>
    </w:p>
    <w:p w14:paraId="7FF4D97F" w14:textId="77777777" w:rsidR="004B5A85" w:rsidRDefault="004B5A85" w:rsidP="004C389C">
      <w:r>
        <w:t>— </w:t>
      </w:r>
      <w:r w:rsidR="004C389C">
        <w:t>Évidemment</w:t>
      </w:r>
      <w:r>
        <w:t> !…</w:t>
      </w:r>
    </w:p>
    <w:p w14:paraId="57FBB463" w14:textId="77777777" w:rsidR="004B5A85" w:rsidRDefault="004C389C" w:rsidP="004C389C">
      <w:r>
        <w:t>Et</w:t>
      </w:r>
      <w:r w:rsidR="004B5A85">
        <w:t xml:space="preserve">, </w:t>
      </w:r>
      <w:r>
        <w:t>avec un rire narquois</w:t>
      </w:r>
      <w:r w:rsidR="004B5A85">
        <w:t xml:space="preserve">, </w:t>
      </w:r>
      <w:r>
        <w:t>Tommy ajouta</w:t>
      </w:r>
      <w:r w:rsidR="004B5A85">
        <w:t> :</w:t>
      </w:r>
    </w:p>
    <w:p w14:paraId="478CF6EB" w14:textId="77777777" w:rsidR="004B5A85" w:rsidRDefault="004B5A85" w:rsidP="004C389C">
      <w:r>
        <w:t>— </w:t>
      </w:r>
      <w:r w:rsidR="004C389C">
        <w:t>Nous embarquerons sur votre barque l</w:t>
      </w:r>
      <w:r>
        <w:t>’</w:t>
      </w:r>
      <w:r w:rsidR="004C389C">
        <w:t>or monnayé que nous possédons</w:t>
      </w:r>
      <w:r>
        <w:t xml:space="preserve">, </w:t>
      </w:r>
      <w:r w:rsidR="004C389C">
        <w:t>des munitions</w:t>
      </w:r>
      <w:r>
        <w:t xml:space="preserve">, </w:t>
      </w:r>
      <w:r w:rsidR="004C389C">
        <w:t>nos armes et des provisions</w:t>
      </w:r>
      <w:r>
        <w:t xml:space="preserve">. </w:t>
      </w:r>
      <w:r w:rsidR="004C389C">
        <w:t>Nous vous laisserons tout le reste</w:t>
      </w:r>
      <w:r>
        <w:t xml:space="preserve">, </w:t>
      </w:r>
      <w:r w:rsidR="004C389C">
        <w:t>qui nous chargerait trop</w:t>
      </w:r>
      <w:r>
        <w:t xml:space="preserve">. </w:t>
      </w:r>
      <w:r w:rsidR="004C389C">
        <w:t>La côte du Chili n</w:t>
      </w:r>
      <w:r>
        <w:t>’</w:t>
      </w:r>
      <w:r w:rsidR="004C389C">
        <w:t>est qu</w:t>
      </w:r>
      <w:r>
        <w:t>’</w:t>
      </w:r>
      <w:r w:rsidR="004C389C">
        <w:t>à une bonne semaine de navigation</w:t>
      </w:r>
      <w:r>
        <w:t xml:space="preserve">, </w:t>
      </w:r>
      <w:r w:rsidR="004C389C">
        <w:t>avec vent favorable</w:t>
      </w:r>
      <w:r>
        <w:t xml:space="preserve">. </w:t>
      </w:r>
      <w:r w:rsidR="004C389C">
        <w:t>Nous débarquerons à quelque distance de Va</w:t>
      </w:r>
      <w:r w:rsidR="004C389C">
        <w:t>l</w:t>
      </w:r>
      <w:r w:rsidR="004C389C">
        <w:t>paraiso de Chili</w:t>
      </w:r>
      <w:r>
        <w:t xml:space="preserve">. </w:t>
      </w:r>
      <w:r w:rsidR="004C389C">
        <w:t>Nous gagnerons cette ville isolément et à pied</w:t>
      </w:r>
      <w:r>
        <w:t xml:space="preserve">. </w:t>
      </w:r>
      <w:r w:rsidR="004C389C">
        <w:t>Nous y achèterons un autre navire</w:t>
      </w:r>
      <w:r>
        <w:t xml:space="preserve">, </w:t>
      </w:r>
      <w:r w:rsidR="004C389C">
        <w:t>et nous repartirons pour mettre notre projet africain à exécution</w:t>
      </w:r>
      <w:r>
        <w:t xml:space="preserve">… </w:t>
      </w:r>
      <w:r w:rsidR="004C389C">
        <w:t>Voilà</w:t>
      </w:r>
      <w:r>
        <w:t xml:space="preserve">, </w:t>
      </w:r>
      <w:r w:rsidR="004C389C">
        <w:t>monsieur l</w:t>
      </w:r>
      <w:r>
        <w:t>’</w:t>
      </w:r>
      <w:r w:rsidR="004C389C">
        <w:t>officier français</w:t>
      </w:r>
      <w:r>
        <w:t xml:space="preserve">… </w:t>
      </w:r>
      <w:r w:rsidR="004C389C">
        <w:t>Nous vous prenons votre barque</w:t>
      </w:r>
      <w:r>
        <w:t xml:space="preserve">, </w:t>
      </w:r>
      <w:r w:rsidR="004C389C">
        <w:t>mais nous vous laissons notre camp</w:t>
      </w:r>
      <w:r>
        <w:t>…</w:t>
      </w:r>
    </w:p>
    <w:p w14:paraId="66E94176" w14:textId="77777777" w:rsidR="004B5A85" w:rsidRDefault="004C389C" w:rsidP="004C389C">
      <w:r>
        <w:t>Ces paroles cyniques firent perdre leur sang-froid à Paul Randal et à ses hommes</w:t>
      </w:r>
      <w:r w:rsidR="004B5A85">
        <w:t>.</w:t>
      </w:r>
    </w:p>
    <w:p w14:paraId="00340F8C" w14:textId="77777777" w:rsidR="004B5A85" w:rsidRDefault="004C389C" w:rsidP="004C389C">
      <w:r>
        <w:t>Serrant les poings</w:t>
      </w:r>
      <w:r w:rsidR="004B5A85">
        <w:t xml:space="preserve">, </w:t>
      </w:r>
      <w:r>
        <w:t>ils hurlèrent et voulurent tenter de s</w:t>
      </w:r>
      <w:r w:rsidR="004B5A85">
        <w:t>’</w:t>
      </w:r>
      <w:r>
        <w:t>élancer sur le bandit</w:t>
      </w:r>
      <w:r w:rsidR="004B5A85">
        <w:t>.</w:t>
      </w:r>
    </w:p>
    <w:p w14:paraId="40DD1DBE" w14:textId="77777777" w:rsidR="004B5A85" w:rsidRDefault="004C389C" w:rsidP="004C389C">
      <w:r>
        <w:t>Mais Tommy recula d</w:t>
      </w:r>
      <w:r w:rsidR="004B5A85">
        <w:t>’</w:t>
      </w:r>
      <w:r>
        <w:t>un pas et gronda</w:t>
      </w:r>
      <w:r w:rsidR="004B5A85">
        <w:t> :</w:t>
      </w:r>
    </w:p>
    <w:p w14:paraId="681CD914" w14:textId="77777777" w:rsidR="004B5A85" w:rsidRDefault="004B5A85" w:rsidP="004C389C">
      <w:r>
        <w:t>— </w:t>
      </w:r>
      <w:r w:rsidR="004C389C">
        <w:t>Attention</w:t>
      </w:r>
      <w:r>
        <w:t> !</w:t>
      </w:r>
    </w:p>
    <w:p w14:paraId="3FD7E5F5" w14:textId="77777777" w:rsidR="004B5A85" w:rsidRDefault="004C389C" w:rsidP="004C389C">
      <w:r>
        <w:t>Vingt revolvers menacèrent les Français qui</w:t>
      </w:r>
      <w:r w:rsidR="004B5A85">
        <w:t xml:space="preserve">, </w:t>
      </w:r>
      <w:r>
        <w:t>domptés</w:t>
      </w:r>
      <w:r w:rsidR="004B5A85">
        <w:t xml:space="preserve">, </w:t>
      </w:r>
      <w:r>
        <w:t>s</w:t>
      </w:r>
      <w:r w:rsidR="004B5A85">
        <w:t>’</w:t>
      </w:r>
      <w:r>
        <w:t>arrêtèrent</w:t>
      </w:r>
      <w:r w:rsidR="004B5A85">
        <w:t>.</w:t>
      </w:r>
    </w:p>
    <w:p w14:paraId="38250181" w14:textId="77777777" w:rsidR="004B5A85" w:rsidRDefault="004B5A85" w:rsidP="004C389C">
      <w:r>
        <w:t>— </w:t>
      </w:r>
      <w:r w:rsidR="004C389C">
        <w:t>Allons</w:t>
      </w:r>
      <w:r>
        <w:t xml:space="preserve">, </w:t>
      </w:r>
      <w:r w:rsidR="004C389C">
        <w:t>reprit le Massacreur</w:t>
      </w:r>
      <w:r>
        <w:t xml:space="preserve">, </w:t>
      </w:r>
      <w:r w:rsidR="004C389C">
        <w:t>résignez-vous</w:t>
      </w:r>
      <w:r>
        <w:t xml:space="preserve">, </w:t>
      </w:r>
      <w:r w:rsidR="004C389C">
        <w:t>messieurs</w:t>
      </w:r>
      <w:r>
        <w:t xml:space="preserve"> ! </w:t>
      </w:r>
      <w:r w:rsidR="004C389C">
        <w:t>Vous n</w:t>
      </w:r>
      <w:r>
        <w:t>’</w:t>
      </w:r>
      <w:r w:rsidR="004C389C">
        <w:t>avez pas autre chose à faire</w:t>
      </w:r>
      <w:r>
        <w:t>.</w:t>
      </w:r>
    </w:p>
    <w:p w14:paraId="5E8EF711" w14:textId="77777777" w:rsidR="004B5A85" w:rsidRDefault="004C389C" w:rsidP="004C389C">
      <w:r>
        <w:t>Et</w:t>
      </w:r>
      <w:r w:rsidR="004B5A85">
        <w:t xml:space="preserve">, </w:t>
      </w:r>
      <w:r>
        <w:t>sur un silence</w:t>
      </w:r>
      <w:r w:rsidR="004B5A85">
        <w:t xml:space="preserve">, </w:t>
      </w:r>
      <w:r>
        <w:t>il ajouta</w:t>
      </w:r>
      <w:r w:rsidR="004B5A85">
        <w:t> :</w:t>
      </w:r>
    </w:p>
    <w:p w14:paraId="4E8C4F4B" w14:textId="77777777" w:rsidR="004B5A85" w:rsidRDefault="004B5A85" w:rsidP="004C389C">
      <w:r>
        <w:lastRenderedPageBreak/>
        <w:t>— </w:t>
      </w:r>
      <w:r w:rsidR="004C389C">
        <w:t>Monsieur l</w:t>
      </w:r>
      <w:r>
        <w:t>’</w:t>
      </w:r>
      <w:r w:rsidR="004C389C">
        <w:t>officier</w:t>
      </w:r>
      <w:r>
        <w:t xml:space="preserve">, </w:t>
      </w:r>
      <w:r w:rsidR="004C389C">
        <w:t>envoyez un de vos hommes à la barque</w:t>
      </w:r>
      <w:r>
        <w:t xml:space="preserve">, </w:t>
      </w:r>
      <w:r w:rsidR="004C389C">
        <w:t>pour qu</w:t>
      </w:r>
      <w:r>
        <w:t>’</w:t>
      </w:r>
      <w:r w:rsidR="004C389C">
        <w:t>il ramène ici ses camarades</w:t>
      </w:r>
      <w:r>
        <w:t>…</w:t>
      </w:r>
    </w:p>
    <w:p w14:paraId="3BCE279C" w14:textId="77777777" w:rsidR="004B5A85" w:rsidRDefault="004B5A85" w:rsidP="004C389C">
      <w:r>
        <w:t>— </w:t>
      </w:r>
      <w:r w:rsidR="004C389C">
        <w:t>Et si je ne veux pas</w:t>
      </w:r>
      <w:r>
        <w:t xml:space="preserve"> ?… </w:t>
      </w:r>
      <w:r w:rsidR="004C389C">
        <w:t>riposta l</w:t>
      </w:r>
      <w:r>
        <w:t>’</w:t>
      </w:r>
      <w:r w:rsidR="004C389C">
        <w:t>enseigne</w:t>
      </w:r>
      <w:r>
        <w:t xml:space="preserve">, </w:t>
      </w:r>
      <w:r w:rsidR="004C389C">
        <w:t>furieux</w:t>
      </w:r>
      <w:r>
        <w:t>.</w:t>
      </w:r>
    </w:p>
    <w:p w14:paraId="1898A3BF" w14:textId="77777777" w:rsidR="004B5A85" w:rsidRDefault="004B5A85" w:rsidP="004C389C">
      <w:r>
        <w:t>— </w:t>
      </w:r>
      <w:r w:rsidR="004C389C">
        <w:t>En ce cas</w:t>
      </w:r>
      <w:r>
        <w:t xml:space="preserve">, </w:t>
      </w:r>
      <w:r w:rsidR="004C389C">
        <w:t>je commande le feu</w:t>
      </w:r>
      <w:r>
        <w:t xml:space="preserve">… </w:t>
      </w:r>
      <w:r w:rsidR="004C389C">
        <w:t>nous vous abattons tous comme des chiens et nous allons nous emparer de la barque</w:t>
      </w:r>
      <w:r>
        <w:t xml:space="preserve"> ; </w:t>
      </w:r>
      <w:r w:rsidR="004C389C">
        <w:t>il nous sera facile de tendre un piège à vos cinq hommes pour les attirer sur le rivage</w:t>
      </w:r>
      <w:r>
        <w:t xml:space="preserve">. </w:t>
      </w:r>
      <w:r w:rsidR="004C389C">
        <w:t>Nous les tuerons et nous aurons la barque quand même</w:t>
      </w:r>
      <w:r>
        <w:t xml:space="preserve">. </w:t>
      </w:r>
      <w:r w:rsidR="004C389C">
        <w:t>À vous de choisir</w:t>
      </w:r>
      <w:r>
        <w:t xml:space="preserve"> : </w:t>
      </w:r>
      <w:r w:rsidR="004C389C">
        <w:t>l</w:t>
      </w:r>
      <w:r>
        <w:t>’</w:t>
      </w:r>
      <w:r w:rsidR="004C389C">
        <w:t>obéissance ou la mort</w:t>
      </w:r>
      <w:r>
        <w:t> !…</w:t>
      </w:r>
    </w:p>
    <w:p w14:paraId="3BC78FB6" w14:textId="77777777" w:rsidR="004B5A85" w:rsidRDefault="004C389C" w:rsidP="004C389C">
      <w:r>
        <w:t>Il n</w:t>
      </w:r>
      <w:r w:rsidR="004B5A85">
        <w:t>’</w:t>
      </w:r>
      <w:r>
        <w:t>y avait pas à hésiter</w:t>
      </w:r>
      <w:r w:rsidR="004B5A85">
        <w:t>…</w:t>
      </w:r>
    </w:p>
    <w:p w14:paraId="62EBCF50" w14:textId="77777777" w:rsidR="004B5A85" w:rsidRDefault="004C389C" w:rsidP="004C389C">
      <w:r>
        <w:t>Tout se fit comme le voulait Tommy le Massacreur</w:t>
      </w:r>
      <w:r w:rsidR="004B5A85">
        <w:t>.</w:t>
      </w:r>
    </w:p>
    <w:p w14:paraId="581127A8" w14:textId="77777777" w:rsidR="004B5A85" w:rsidRDefault="004C389C" w:rsidP="004C389C">
      <w:r>
        <w:t>Ker-</w:t>
      </w:r>
      <w:proofErr w:type="spellStart"/>
      <w:r>
        <w:t>Loys</w:t>
      </w:r>
      <w:proofErr w:type="spellEnd"/>
      <w:r>
        <w:t xml:space="preserve"> et ses quatre matelots arrivèrent</w:t>
      </w:r>
      <w:r w:rsidR="004B5A85">
        <w:t xml:space="preserve">, </w:t>
      </w:r>
      <w:r>
        <w:t>ayant laissé la barque amarrée au rivage</w:t>
      </w:r>
      <w:r w:rsidR="004B5A85">
        <w:t>.</w:t>
      </w:r>
    </w:p>
    <w:p w14:paraId="068F3964" w14:textId="77777777" w:rsidR="004B5A85" w:rsidRDefault="004C389C" w:rsidP="004C389C">
      <w:r>
        <w:t>Par mesure de précaution</w:t>
      </w:r>
      <w:r w:rsidR="004B5A85">
        <w:t xml:space="preserve">, </w:t>
      </w:r>
      <w:r>
        <w:t>Tommy fit attacher les pieds et les mains des marins français</w:t>
      </w:r>
      <w:r w:rsidR="004B5A85">
        <w:t xml:space="preserve">, </w:t>
      </w:r>
      <w:r>
        <w:t>obligés de céder devant la m</w:t>
      </w:r>
      <w:r>
        <w:t>e</w:t>
      </w:r>
      <w:r>
        <w:t>nace des revolvers</w:t>
      </w:r>
      <w:r w:rsidR="004B5A85">
        <w:t>.</w:t>
      </w:r>
    </w:p>
    <w:p w14:paraId="7D57E680" w14:textId="77777777" w:rsidR="004B5A85" w:rsidRDefault="004C389C" w:rsidP="004C389C">
      <w:r>
        <w:t>Il ne laissa libre que Paul Randal</w:t>
      </w:r>
      <w:r w:rsidR="004B5A85">
        <w:t xml:space="preserve">, </w:t>
      </w:r>
      <w:r>
        <w:t>en lui disant</w:t>
      </w:r>
      <w:r w:rsidR="004B5A85">
        <w:t> :</w:t>
      </w:r>
    </w:p>
    <w:p w14:paraId="25DFD2BE" w14:textId="77777777" w:rsidR="004B5A85" w:rsidRDefault="004B5A85" w:rsidP="004C389C">
      <w:r>
        <w:t>— </w:t>
      </w:r>
      <w:r w:rsidR="004C389C">
        <w:t>Quand nous serons partis</w:t>
      </w:r>
      <w:r>
        <w:t xml:space="preserve">, </w:t>
      </w:r>
      <w:r w:rsidR="004C389C">
        <w:t>vous détacherez vos hommes</w:t>
      </w:r>
      <w:r>
        <w:t xml:space="preserve">. </w:t>
      </w:r>
      <w:r w:rsidR="004C389C">
        <w:t>Vous retrouverez là-bas vos haches et vos sabres-baïonnettes</w:t>
      </w:r>
      <w:r>
        <w:t xml:space="preserve">, </w:t>
      </w:r>
      <w:r w:rsidR="004C389C">
        <w:t>que nous vous laissons</w:t>
      </w:r>
      <w:r>
        <w:t>…</w:t>
      </w:r>
    </w:p>
    <w:p w14:paraId="415C9BE7" w14:textId="77777777" w:rsidR="004B5A85" w:rsidRDefault="004C389C" w:rsidP="004C389C">
      <w:r>
        <w:t>Et la troupe des vingt bandits</w:t>
      </w:r>
      <w:r w:rsidR="004B5A85">
        <w:t xml:space="preserve">, </w:t>
      </w:r>
      <w:r>
        <w:t>chacun chargé d</w:t>
      </w:r>
      <w:r w:rsidR="004B5A85">
        <w:t>’</w:t>
      </w:r>
      <w:r>
        <w:t>un ballot contenant de l</w:t>
      </w:r>
      <w:r w:rsidR="004B5A85">
        <w:t>’</w:t>
      </w:r>
      <w:r>
        <w:t>or et des provisions</w:t>
      </w:r>
      <w:r w:rsidR="004B5A85">
        <w:t xml:space="preserve">, </w:t>
      </w:r>
      <w:r>
        <w:t>s</w:t>
      </w:r>
      <w:r w:rsidR="004B5A85">
        <w:t>’</w:t>
      </w:r>
      <w:r>
        <w:t>éloigna du camp vers le r</w:t>
      </w:r>
      <w:r>
        <w:t>i</w:t>
      </w:r>
      <w:r>
        <w:t>vage</w:t>
      </w:r>
      <w:r w:rsidR="004B5A85">
        <w:t>.</w:t>
      </w:r>
    </w:p>
    <w:p w14:paraId="597691D5" w14:textId="77777777" w:rsidR="004B5A85" w:rsidRDefault="004C389C" w:rsidP="004C389C">
      <w:r>
        <w:t>Avant que Tommy le Massacreur disparût dans la forêt</w:t>
      </w:r>
      <w:r w:rsidR="004B5A85">
        <w:t xml:space="preserve">, </w:t>
      </w:r>
      <w:r>
        <w:t>Paul Randal l</w:t>
      </w:r>
      <w:r w:rsidR="004B5A85">
        <w:t>’</w:t>
      </w:r>
      <w:r>
        <w:t>arrêta d</w:t>
      </w:r>
      <w:r w:rsidR="004B5A85">
        <w:t>’</w:t>
      </w:r>
      <w:r>
        <w:t>un geste</w:t>
      </w:r>
      <w:r w:rsidR="004B5A85">
        <w:t> :</w:t>
      </w:r>
    </w:p>
    <w:p w14:paraId="177EEBB7" w14:textId="77777777" w:rsidR="004B5A85" w:rsidRDefault="004B5A85" w:rsidP="004C389C">
      <w:r>
        <w:t>— </w:t>
      </w:r>
      <w:r w:rsidR="004C389C">
        <w:t>Un dernier mot</w:t>
      </w:r>
      <w:r>
        <w:t>…</w:t>
      </w:r>
    </w:p>
    <w:p w14:paraId="69396687" w14:textId="77777777" w:rsidR="004B5A85" w:rsidRDefault="004B5A85" w:rsidP="004C389C">
      <w:r>
        <w:lastRenderedPageBreak/>
        <w:t>— </w:t>
      </w:r>
      <w:r w:rsidR="004C389C">
        <w:t>J</w:t>
      </w:r>
      <w:r>
        <w:t>’</w:t>
      </w:r>
      <w:r w:rsidR="004C389C">
        <w:t>écoute</w:t>
      </w:r>
      <w:r>
        <w:t xml:space="preserve">, </w:t>
      </w:r>
      <w:r w:rsidR="004C389C">
        <w:t>fit le chef des bandits</w:t>
      </w:r>
      <w:r>
        <w:t>.</w:t>
      </w:r>
    </w:p>
    <w:p w14:paraId="78D1BB07" w14:textId="77777777" w:rsidR="004B5A85" w:rsidRDefault="004B5A85" w:rsidP="004C389C">
      <w:r>
        <w:t>— </w:t>
      </w:r>
      <w:r w:rsidR="004C389C">
        <w:t>Vous ne refuserez pas de nous donner en partie le moyen de nous sauver aussi</w:t>
      </w:r>
      <w:r>
        <w:t xml:space="preserve">, </w:t>
      </w:r>
      <w:r w:rsidR="004C389C">
        <w:t>un jour</w:t>
      </w:r>
      <w:r>
        <w:t>…</w:t>
      </w:r>
    </w:p>
    <w:p w14:paraId="3C4B3134" w14:textId="77777777" w:rsidR="004B5A85" w:rsidRDefault="004B5A85" w:rsidP="004C389C">
      <w:r>
        <w:t>— </w:t>
      </w:r>
      <w:r w:rsidR="004C389C">
        <w:t>Que voulez-vous</w:t>
      </w:r>
      <w:r>
        <w:t> ?</w:t>
      </w:r>
    </w:p>
    <w:p w14:paraId="6D396D74" w14:textId="77777777" w:rsidR="004B5A85" w:rsidRDefault="004B5A85" w:rsidP="004C389C">
      <w:r>
        <w:t>— </w:t>
      </w:r>
      <w:r w:rsidR="004C389C">
        <w:t>Vous avez dit que la côte du Chili se trouvait à quelques journées de navigation de cette île</w:t>
      </w:r>
      <w:r>
        <w:t xml:space="preserve">, </w:t>
      </w:r>
      <w:r w:rsidR="004C389C">
        <w:t>et que cette île est dans l</w:t>
      </w:r>
      <w:r>
        <w:t>’</w:t>
      </w:r>
      <w:r w:rsidR="004C389C">
        <w:t>océan Pacifique</w:t>
      </w:r>
      <w:r>
        <w:t xml:space="preserve">. </w:t>
      </w:r>
      <w:r w:rsidR="004C389C">
        <w:t>Est-ce vrai</w:t>
      </w:r>
      <w:r>
        <w:t> ?</w:t>
      </w:r>
    </w:p>
    <w:p w14:paraId="70DDA08C" w14:textId="77777777" w:rsidR="004B5A85" w:rsidRDefault="004B5A85" w:rsidP="004C389C">
      <w:r>
        <w:t>— </w:t>
      </w:r>
      <w:r w:rsidR="004C389C">
        <w:t>Absolument vrai</w:t>
      </w:r>
      <w:r>
        <w:t xml:space="preserve"> !… </w:t>
      </w:r>
      <w:r w:rsidR="004C389C">
        <w:t>J</w:t>
      </w:r>
      <w:r>
        <w:t>’</w:t>
      </w:r>
      <w:r w:rsidR="004C389C">
        <w:t>ajouterai même</w:t>
      </w:r>
      <w:r>
        <w:t xml:space="preserve">, </w:t>
      </w:r>
      <w:r w:rsidR="004C389C">
        <w:t>pour vous faire plaisir</w:t>
      </w:r>
      <w:r>
        <w:t xml:space="preserve">, </w:t>
      </w:r>
      <w:r w:rsidR="004C389C">
        <w:t>que</w:t>
      </w:r>
      <w:r>
        <w:t xml:space="preserve">, </w:t>
      </w:r>
      <w:r w:rsidR="004C389C">
        <w:t>grâce aux instruments de navigation que j</w:t>
      </w:r>
      <w:r>
        <w:t>’</w:t>
      </w:r>
      <w:r w:rsidR="004C389C">
        <w:t>ai sauvés du naufrage</w:t>
      </w:r>
      <w:r>
        <w:t xml:space="preserve">, </w:t>
      </w:r>
      <w:r w:rsidR="004C389C">
        <w:t>et que j</w:t>
      </w:r>
      <w:r>
        <w:t>’</w:t>
      </w:r>
      <w:r w:rsidR="004C389C">
        <w:t>emporte pour m</w:t>
      </w:r>
      <w:r>
        <w:t>’</w:t>
      </w:r>
      <w:r w:rsidR="004C389C">
        <w:t>en servir à bord de votre barque</w:t>
      </w:r>
      <w:r>
        <w:t xml:space="preserve">, </w:t>
      </w:r>
      <w:r w:rsidR="004C389C">
        <w:t>j</w:t>
      </w:r>
      <w:r>
        <w:t>’</w:t>
      </w:r>
      <w:r w:rsidR="004C389C">
        <w:t>ai pu relever la position géographique de cette île</w:t>
      </w:r>
      <w:r>
        <w:t>.</w:t>
      </w:r>
    </w:p>
    <w:p w14:paraId="1A345B88" w14:textId="77777777" w:rsidR="004B5A85" w:rsidRDefault="004B5A85" w:rsidP="004C389C">
      <w:r>
        <w:t>— </w:t>
      </w:r>
      <w:r w:rsidR="004C389C">
        <w:t>Et cette position</w:t>
      </w:r>
      <w:r>
        <w:t> ?…</w:t>
      </w:r>
    </w:p>
    <w:p w14:paraId="001BFF45" w14:textId="77777777" w:rsidR="004B5A85" w:rsidRDefault="004B5A85" w:rsidP="004C389C">
      <w:r>
        <w:t>— </w:t>
      </w:r>
      <w:r w:rsidR="004C389C">
        <w:t>Elle est par 118 degrés de longitude occidentale et 33 d</w:t>
      </w:r>
      <w:r w:rsidR="004C389C">
        <w:t>e</w:t>
      </w:r>
      <w:r w:rsidR="004C389C">
        <w:t>grés 9 minutes environ de latitude sud</w:t>
      </w:r>
      <w:r>
        <w:t>.</w:t>
      </w:r>
    </w:p>
    <w:p w14:paraId="5DD07AF9" w14:textId="77777777" w:rsidR="004B5A85" w:rsidRDefault="004B5A85" w:rsidP="004C389C">
      <w:r>
        <w:t>— </w:t>
      </w:r>
      <w:r w:rsidR="004C389C">
        <w:t>Merci</w:t>
      </w:r>
      <w:r>
        <w:t>…</w:t>
      </w:r>
    </w:p>
    <w:p w14:paraId="09F2C2E5" w14:textId="77777777" w:rsidR="004B5A85" w:rsidRDefault="004B5A85" w:rsidP="004C389C">
      <w:r>
        <w:t>— </w:t>
      </w:r>
      <w:r w:rsidR="004C389C">
        <w:t>Pour ce que ça me coûte</w:t>
      </w:r>
      <w:r>
        <w:t xml:space="preserve">… </w:t>
      </w:r>
      <w:r w:rsidR="004C389C">
        <w:t>Il n</w:t>
      </w:r>
      <w:r>
        <w:t>’</w:t>
      </w:r>
      <w:r w:rsidR="004C389C">
        <w:t>y a vraiment pas de quoi</w:t>
      </w:r>
      <w:r>
        <w:t xml:space="preserve">, </w:t>
      </w:r>
      <w:r w:rsidR="004C389C">
        <w:t>ricana le bandit</w:t>
      </w:r>
      <w:r>
        <w:t>.</w:t>
      </w:r>
    </w:p>
    <w:p w14:paraId="3B2EA8BC" w14:textId="77777777" w:rsidR="004B5A85" w:rsidRDefault="004C389C" w:rsidP="004C389C">
      <w:r>
        <w:t>Et Tommy le Massacreur disparut dans la forêt vers le r</w:t>
      </w:r>
      <w:r>
        <w:t>i</w:t>
      </w:r>
      <w:r>
        <w:t>vage</w:t>
      </w:r>
      <w:r w:rsidR="004B5A85">
        <w:t>.</w:t>
      </w:r>
    </w:p>
    <w:p w14:paraId="51E04260" w14:textId="77777777" w:rsidR="004B5A85" w:rsidRDefault="004C389C" w:rsidP="004C389C">
      <w:r>
        <w:t>Paul Randal s</w:t>
      </w:r>
      <w:r w:rsidR="004B5A85">
        <w:t>’</w:t>
      </w:r>
      <w:r>
        <w:t>empressa aussitôt de détacher un</w:t>
      </w:r>
      <w:r w:rsidR="004B5A85">
        <w:t xml:space="preserve">, </w:t>
      </w:r>
      <w:r>
        <w:t>puis un autre de ses matelots</w:t>
      </w:r>
      <w:r w:rsidR="004B5A85">
        <w:t xml:space="preserve">, </w:t>
      </w:r>
      <w:r>
        <w:t>qui se mirent à délier leurs compagnons</w:t>
      </w:r>
      <w:r w:rsidR="004B5A85">
        <w:t xml:space="preserve">. </w:t>
      </w:r>
      <w:r>
        <w:t>En quelques minutes</w:t>
      </w:r>
      <w:r w:rsidR="004B5A85">
        <w:t xml:space="preserve">, </w:t>
      </w:r>
      <w:r>
        <w:t>toute la troupe était libre</w:t>
      </w:r>
      <w:r w:rsidR="004B5A85">
        <w:t>.</w:t>
      </w:r>
    </w:p>
    <w:p w14:paraId="1A8B9092" w14:textId="77777777" w:rsidR="004B5A85" w:rsidRDefault="004C389C" w:rsidP="004C389C">
      <w:r>
        <w:t>D</w:t>
      </w:r>
      <w:r w:rsidR="004B5A85">
        <w:t>’</w:t>
      </w:r>
      <w:r>
        <w:t>un commun accord</w:t>
      </w:r>
      <w:r w:rsidR="004B5A85">
        <w:t xml:space="preserve">, </w:t>
      </w:r>
      <w:r>
        <w:t>les dix-sept Français s</w:t>
      </w:r>
      <w:r w:rsidR="004B5A85">
        <w:t>’</w:t>
      </w:r>
      <w:r>
        <w:t>élancèrent vers la mer</w:t>
      </w:r>
      <w:r w:rsidR="004B5A85">
        <w:t xml:space="preserve">. </w:t>
      </w:r>
      <w:r>
        <w:t>Ils traversèrent la forêt en courant</w:t>
      </w:r>
      <w:r w:rsidR="004B5A85">
        <w:t>.</w:t>
      </w:r>
    </w:p>
    <w:p w14:paraId="6E12D981" w14:textId="77777777" w:rsidR="004B5A85" w:rsidRDefault="004C389C" w:rsidP="004C389C">
      <w:r>
        <w:lastRenderedPageBreak/>
        <w:t>Mais quand ils arrivèrent à la lisière</w:t>
      </w:r>
      <w:r w:rsidR="004B5A85">
        <w:t xml:space="preserve">, </w:t>
      </w:r>
      <w:r>
        <w:t>face à la mer</w:t>
      </w:r>
      <w:r w:rsidR="004B5A85">
        <w:t xml:space="preserve">, </w:t>
      </w:r>
      <w:r>
        <w:t>devant le terrain nu descendant en longue pente jusqu</w:t>
      </w:r>
      <w:r w:rsidR="004B5A85">
        <w:t>’</w:t>
      </w:r>
      <w:r>
        <w:t>au rivage</w:t>
      </w:r>
      <w:r w:rsidR="004B5A85">
        <w:t xml:space="preserve">, </w:t>
      </w:r>
      <w:r>
        <w:t>ils v</w:t>
      </w:r>
      <w:r>
        <w:t>i</w:t>
      </w:r>
      <w:r>
        <w:t>rent que les bandits</w:t>
      </w:r>
      <w:r w:rsidR="004B5A85">
        <w:t xml:space="preserve">, </w:t>
      </w:r>
      <w:r>
        <w:t>qui eux aussi avaient couru</w:t>
      </w:r>
      <w:r w:rsidR="004B5A85">
        <w:t xml:space="preserve">, </w:t>
      </w:r>
      <w:r>
        <w:t>étaient emba</w:t>
      </w:r>
      <w:r>
        <w:t>r</w:t>
      </w:r>
      <w:r>
        <w:t>qués</w:t>
      </w:r>
      <w:r w:rsidR="004B5A85">
        <w:t>…</w:t>
      </w:r>
    </w:p>
    <w:p w14:paraId="7EB2F3D6" w14:textId="77777777" w:rsidR="004B5A85" w:rsidRDefault="004C389C" w:rsidP="004C389C">
      <w:r>
        <w:t>La voile de la barque était encore pliée le long de la vergue</w:t>
      </w:r>
      <w:r w:rsidR="004B5A85">
        <w:t xml:space="preserve">. </w:t>
      </w:r>
      <w:r>
        <w:t>Mais les voleurs faisaient force de rames</w:t>
      </w:r>
      <w:r w:rsidR="004B5A85">
        <w:t xml:space="preserve">. </w:t>
      </w:r>
      <w:r>
        <w:t>Ils étaient déjà au m</w:t>
      </w:r>
      <w:r>
        <w:t>i</w:t>
      </w:r>
      <w:r>
        <w:t>lieu de la crique</w:t>
      </w:r>
      <w:r w:rsidR="004B5A85">
        <w:t>.</w:t>
      </w:r>
    </w:p>
    <w:p w14:paraId="0E57809A" w14:textId="77777777" w:rsidR="004B5A85" w:rsidRDefault="004C389C" w:rsidP="004C389C">
      <w:r>
        <w:t>Bientôt ils atteignirent le goulet</w:t>
      </w:r>
      <w:r w:rsidR="004B5A85">
        <w:t xml:space="preserve">, </w:t>
      </w:r>
      <w:r>
        <w:t>et la barque disparut presque aussitôt derrière l</w:t>
      </w:r>
      <w:r w:rsidR="004B5A85">
        <w:t>’</w:t>
      </w:r>
      <w:r>
        <w:t>avance de la falaise</w:t>
      </w:r>
      <w:r w:rsidR="004B5A85">
        <w:t xml:space="preserve">, </w:t>
      </w:r>
      <w:r>
        <w:t>en pleine mer</w:t>
      </w:r>
      <w:r w:rsidR="004B5A85">
        <w:t> !…</w:t>
      </w:r>
    </w:p>
    <w:p w14:paraId="2194FA86" w14:textId="77777777" w:rsidR="004B5A85" w:rsidRDefault="004C389C" w:rsidP="004C389C">
      <w:r>
        <w:t>Encore une fois et par un concours de circonstances où il y avait vraiment de la fatalité</w:t>
      </w:r>
      <w:r w:rsidR="004B5A85">
        <w:t xml:space="preserve">, </w:t>
      </w:r>
      <w:r>
        <w:t>l</w:t>
      </w:r>
      <w:r w:rsidR="004B5A85">
        <w:t>’</w:t>
      </w:r>
      <w:r>
        <w:t xml:space="preserve">ancien équipage du </w:t>
      </w:r>
      <w:r>
        <w:rPr>
          <w:i/>
          <w:iCs/>
        </w:rPr>
        <w:t xml:space="preserve">Nyctalope </w:t>
      </w:r>
      <w:r>
        <w:t>était abandonné sur une île déserte</w:t>
      </w:r>
      <w:r w:rsidR="004B5A85">
        <w:t> !</w:t>
      </w:r>
    </w:p>
    <w:p w14:paraId="34F099CC" w14:textId="77777777" w:rsidR="004B5A85" w:rsidRDefault="004C389C" w:rsidP="004C389C">
      <w:r>
        <w:t>Mais il y avait un changement</w:t>
      </w:r>
      <w:r w:rsidR="004B5A85">
        <w:t xml:space="preserve"> : </w:t>
      </w:r>
      <w:r>
        <w:t>on savait</w:t>
      </w:r>
      <w:r w:rsidR="004B5A85">
        <w:t xml:space="preserve">, </w:t>
      </w:r>
      <w:r>
        <w:t>cette fois</w:t>
      </w:r>
      <w:r w:rsidR="004B5A85">
        <w:t xml:space="preserve">, </w:t>
      </w:r>
      <w:r>
        <w:t>la pos</w:t>
      </w:r>
      <w:r>
        <w:t>i</w:t>
      </w:r>
      <w:r>
        <w:t>tion géographique de l</w:t>
      </w:r>
      <w:r w:rsidR="004B5A85">
        <w:t>’</w:t>
      </w:r>
      <w:r>
        <w:t>île</w:t>
      </w:r>
      <w:r w:rsidR="004B5A85">
        <w:t xml:space="preserve">, </w:t>
      </w:r>
      <w:r>
        <w:t>et cela seul modifiait singulièrement la situation</w:t>
      </w:r>
      <w:r w:rsidR="004B5A85">
        <w:t>.</w:t>
      </w:r>
    </w:p>
    <w:p w14:paraId="44C1BB6F" w14:textId="77777777" w:rsidR="004B5A85" w:rsidRDefault="004C389C" w:rsidP="004C389C">
      <w:r>
        <w:t>Néanmoins</w:t>
      </w:r>
      <w:r w:rsidR="004B5A85">
        <w:t xml:space="preserve">, </w:t>
      </w:r>
      <w:r>
        <w:t>la perte de cette barque</w:t>
      </w:r>
      <w:r w:rsidR="004B5A85">
        <w:t xml:space="preserve">, </w:t>
      </w:r>
      <w:r>
        <w:t>qui avait coûté tant d</w:t>
      </w:r>
      <w:r w:rsidR="004B5A85">
        <w:t>’</w:t>
      </w:r>
      <w:r>
        <w:t>efforts</w:t>
      </w:r>
      <w:r w:rsidR="004B5A85">
        <w:t xml:space="preserve">, </w:t>
      </w:r>
      <w:r>
        <w:t xml:space="preserve">était une telle catastrophe que les Français eurent tous les larmes aux yeux en voyant disparaître la </w:t>
      </w:r>
      <w:r>
        <w:rPr>
          <w:i/>
          <w:iCs/>
        </w:rPr>
        <w:t xml:space="preserve">Liberté </w:t>
      </w:r>
      <w:r>
        <w:t>derrière la morne falaise</w:t>
      </w:r>
      <w:r w:rsidR="004B5A85">
        <w:t>.</w:t>
      </w:r>
    </w:p>
    <w:p w14:paraId="5AD25928" w14:textId="77777777" w:rsidR="004B5A85" w:rsidRDefault="004C389C" w:rsidP="004C389C">
      <w:r>
        <w:t>Ils restèrent là longtemps à regarder la mer</w:t>
      </w:r>
      <w:r w:rsidR="004B5A85">
        <w:t xml:space="preserve">, </w:t>
      </w:r>
      <w:r>
        <w:t>cet océan sur lequel ils voguaient librement la veille encore</w:t>
      </w:r>
      <w:r w:rsidR="004B5A85">
        <w:t xml:space="preserve">, </w:t>
      </w:r>
      <w:r>
        <w:t>et qui</w:t>
      </w:r>
      <w:r w:rsidR="004B5A85">
        <w:t xml:space="preserve">, </w:t>
      </w:r>
      <w:r>
        <w:t>a</w:t>
      </w:r>
      <w:r>
        <w:t>u</w:t>
      </w:r>
      <w:r>
        <w:t>jourd</w:t>
      </w:r>
      <w:r w:rsidR="004B5A85">
        <w:t>’</w:t>
      </w:r>
      <w:r>
        <w:t>hui</w:t>
      </w:r>
      <w:r w:rsidR="004B5A85">
        <w:t xml:space="preserve">, </w:t>
      </w:r>
      <w:r>
        <w:t>les emprisonnait de nouveau</w:t>
      </w:r>
      <w:r w:rsidR="004B5A85">
        <w:t>…</w:t>
      </w:r>
    </w:p>
    <w:p w14:paraId="40675598" w14:textId="77777777" w:rsidR="004B5A85" w:rsidRDefault="004C389C" w:rsidP="004C389C">
      <w:r>
        <w:t>Mais leur découragement ne fut pas de longue durée</w:t>
      </w:r>
      <w:r w:rsidR="004B5A85">
        <w:t>.</w:t>
      </w:r>
    </w:p>
    <w:p w14:paraId="08F6F209" w14:textId="77777777" w:rsidR="004B5A85" w:rsidRDefault="004C389C" w:rsidP="004C389C">
      <w:r>
        <w:t>L</w:t>
      </w:r>
      <w:r w:rsidR="004B5A85">
        <w:t>’</w:t>
      </w:r>
      <w:r>
        <w:t>enseigne Paul Randal</w:t>
      </w:r>
      <w:r w:rsidR="004B5A85">
        <w:t xml:space="preserve">, </w:t>
      </w:r>
      <w:r>
        <w:t>qui était en avant</w:t>
      </w:r>
      <w:r w:rsidR="004B5A85">
        <w:t xml:space="preserve">, </w:t>
      </w:r>
      <w:r>
        <w:t>se retourna vers eux et</w:t>
      </w:r>
      <w:r w:rsidR="004B5A85">
        <w:t xml:space="preserve">, </w:t>
      </w:r>
      <w:r>
        <w:t>d</w:t>
      </w:r>
      <w:r w:rsidR="004B5A85">
        <w:t>’</w:t>
      </w:r>
      <w:r>
        <w:t>une voix énergique</w:t>
      </w:r>
      <w:r w:rsidR="004B5A85">
        <w:t> :</w:t>
      </w:r>
    </w:p>
    <w:p w14:paraId="6E74453A" w14:textId="77777777" w:rsidR="004B5A85" w:rsidRDefault="004B5A85" w:rsidP="004C389C">
      <w:r>
        <w:t>— </w:t>
      </w:r>
      <w:r w:rsidR="004C389C">
        <w:t>Mes amis</w:t>
      </w:r>
      <w:r>
        <w:t xml:space="preserve">, </w:t>
      </w:r>
      <w:r w:rsidR="004C389C">
        <w:t>leur dit-il</w:t>
      </w:r>
      <w:r>
        <w:t xml:space="preserve">, </w:t>
      </w:r>
      <w:r w:rsidR="004C389C">
        <w:t>nous n</w:t>
      </w:r>
      <w:r>
        <w:t>’</w:t>
      </w:r>
      <w:r w:rsidR="004C389C">
        <w:t>avons plus qu</w:t>
      </w:r>
      <w:r>
        <w:t>’</w:t>
      </w:r>
      <w:r w:rsidR="004C389C">
        <w:t>à recomme</w:t>
      </w:r>
      <w:r w:rsidR="004C389C">
        <w:t>n</w:t>
      </w:r>
      <w:r w:rsidR="004C389C">
        <w:t>cer</w:t>
      </w:r>
      <w:r>
        <w:t xml:space="preserve">. </w:t>
      </w:r>
      <w:r w:rsidR="004C389C">
        <w:t>Cette île contient des arbres</w:t>
      </w:r>
      <w:r>
        <w:t xml:space="preserve">… </w:t>
      </w:r>
      <w:r w:rsidR="004C389C">
        <w:t xml:space="preserve">Nous avons encore </w:t>
      </w:r>
      <w:r w:rsidR="004C389C">
        <w:lastRenderedPageBreak/>
        <w:t>nos sabres-baïonnettes et les haches que nous avons faites avec les fers des pelles</w:t>
      </w:r>
      <w:r>
        <w:t xml:space="preserve">. </w:t>
      </w:r>
      <w:r w:rsidR="004C389C">
        <w:t>Visitons avec soin le camp de ces infâmes Coupe-Têtes et voyons s</w:t>
      </w:r>
      <w:r>
        <w:t>’</w:t>
      </w:r>
      <w:r w:rsidR="004C389C">
        <w:t>il ne nous fournirait pas encore d</w:t>
      </w:r>
      <w:r>
        <w:t>’</w:t>
      </w:r>
      <w:r w:rsidR="004C389C">
        <w:t>autres re</w:t>
      </w:r>
      <w:r w:rsidR="004C389C">
        <w:t>s</w:t>
      </w:r>
      <w:r w:rsidR="004C389C">
        <w:t>sources</w:t>
      </w:r>
      <w:r>
        <w:t>.</w:t>
      </w:r>
    </w:p>
    <w:p w14:paraId="347714D1" w14:textId="77777777" w:rsidR="004B5A85" w:rsidRDefault="004B5A85" w:rsidP="004C389C">
      <w:r>
        <w:t>« </w:t>
      </w:r>
      <w:r w:rsidR="004C389C">
        <w:t>Et surtout</w:t>
      </w:r>
      <w:r>
        <w:t xml:space="preserve">, </w:t>
      </w:r>
      <w:r w:rsidR="004C389C">
        <w:t>pour augmenter votre espoir et vos forces</w:t>
      </w:r>
      <w:r>
        <w:t xml:space="preserve">, </w:t>
      </w:r>
      <w:r w:rsidR="004C389C">
        <w:t>pensez que nous ne sommes pas perdus dans l</w:t>
      </w:r>
      <w:r>
        <w:t>’</w:t>
      </w:r>
      <w:r w:rsidR="004C389C">
        <w:t>immensité de l</w:t>
      </w:r>
      <w:r>
        <w:t>’</w:t>
      </w:r>
      <w:r w:rsidR="004C389C">
        <w:t>océan</w:t>
      </w:r>
      <w:r>
        <w:t xml:space="preserve">. </w:t>
      </w:r>
      <w:r w:rsidR="004C389C">
        <w:t>Nous savons où nous nous trouvons exactement</w:t>
      </w:r>
      <w:r>
        <w:t xml:space="preserve">. </w:t>
      </w:r>
      <w:r w:rsidR="004C389C">
        <w:t>Quand nous aurons construit une autre barque</w:t>
      </w:r>
      <w:r>
        <w:t xml:space="preserve">, </w:t>
      </w:r>
      <w:r w:rsidR="004C389C">
        <w:t>nous n</w:t>
      </w:r>
      <w:r>
        <w:t>’</w:t>
      </w:r>
      <w:r w:rsidR="004C389C">
        <w:t>aurons qu</w:t>
      </w:r>
      <w:r>
        <w:t>’</w:t>
      </w:r>
      <w:r w:rsidR="004C389C">
        <w:t>à v</w:t>
      </w:r>
      <w:r w:rsidR="004C389C">
        <w:t>o</w:t>
      </w:r>
      <w:r w:rsidR="004C389C">
        <w:t>guer vers l</w:t>
      </w:r>
      <w:r>
        <w:t>’</w:t>
      </w:r>
      <w:r w:rsidR="004C389C">
        <w:t>est et nous arriverons droit à la côte du Chili</w:t>
      </w:r>
      <w:r>
        <w:t>.</w:t>
      </w:r>
    </w:p>
    <w:p w14:paraId="0EEECE7C" w14:textId="77777777" w:rsidR="004B5A85" w:rsidRDefault="004B5A85" w:rsidP="004C389C">
      <w:r>
        <w:t>« </w:t>
      </w:r>
      <w:r w:rsidR="004C389C">
        <w:t>Donc</w:t>
      </w:r>
      <w:r>
        <w:t xml:space="preserve">, </w:t>
      </w:r>
      <w:r w:rsidR="004C389C">
        <w:t>mes enfants</w:t>
      </w:r>
      <w:r>
        <w:t xml:space="preserve">, </w:t>
      </w:r>
      <w:r w:rsidR="004C389C">
        <w:t>au travail et vive la France</w:t>
      </w:r>
      <w:r>
        <w:t> !</w:t>
      </w:r>
    </w:p>
    <w:p w14:paraId="5298D9CD" w14:textId="77777777" w:rsidR="004B5A85" w:rsidRDefault="004B5A85" w:rsidP="004C389C">
      <w:r>
        <w:t>— </w:t>
      </w:r>
      <w:r w:rsidR="004C389C">
        <w:t>Vive la France</w:t>
      </w:r>
      <w:r>
        <w:t xml:space="preserve"> ! </w:t>
      </w:r>
      <w:r w:rsidR="004C389C">
        <w:t>répétèrent en chœur les matelots</w:t>
      </w:r>
      <w:r>
        <w:t xml:space="preserve">, </w:t>
      </w:r>
      <w:r w:rsidR="004C389C">
        <w:t>pr</w:t>
      </w:r>
      <w:r w:rsidR="004C389C">
        <w:t>o</w:t>
      </w:r>
      <w:r w:rsidR="004C389C">
        <w:t>fondément émus</w:t>
      </w:r>
      <w:r>
        <w:t>.</w:t>
      </w:r>
    </w:p>
    <w:p w14:paraId="0BC1AEE0" w14:textId="77777777" w:rsidR="004B5A85" w:rsidRDefault="004C389C" w:rsidP="004C389C">
      <w:r>
        <w:t>Et</w:t>
      </w:r>
      <w:r w:rsidR="004B5A85">
        <w:t xml:space="preserve">, </w:t>
      </w:r>
      <w:r>
        <w:t>tournant le dos à la mer</w:t>
      </w:r>
      <w:r w:rsidR="004B5A85">
        <w:t xml:space="preserve">, </w:t>
      </w:r>
      <w:r>
        <w:t>ils pénétrèrent de nouveau dans la forêt pour regagner sans tarder le camp des Coupe-Têtes</w:t>
      </w:r>
      <w:r w:rsidR="004B5A85">
        <w:t>.</w:t>
      </w:r>
    </w:p>
    <w:p w14:paraId="76AA7927" w14:textId="4CE86D9B" w:rsidR="004C389C" w:rsidRDefault="004C389C" w:rsidP="004B5A85">
      <w:pPr>
        <w:pStyle w:val="Titre1"/>
      </w:pPr>
      <w:bookmarkStart w:id="37" w:name="__RefHeading__39_1003869823"/>
      <w:bookmarkStart w:id="38" w:name="_Toc202462480"/>
      <w:bookmarkEnd w:id="37"/>
      <w:r>
        <w:lastRenderedPageBreak/>
        <w:t>CHAPITRE XX</w:t>
      </w:r>
      <w:r>
        <w:br/>
      </w:r>
      <w:r>
        <w:br/>
        <w:t xml:space="preserve">LA </w:t>
      </w:r>
      <w:r w:rsidR="004B5A85">
        <w:t>« </w:t>
      </w:r>
      <w:r>
        <w:t>REVANCHE</w:t>
      </w:r>
      <w:r w:rsidR="004B5A85">
        <w:t> »</w:t>
      </w:r>
      <w:r>
        <w:t xml:space="preserve"> ET LA </w:t>
      </w:r>
      <w:r w:rsidR="004B5A85">
        <w:t>« </w:t>
      </w:r>
      <w:r>
        <w:t>VICTOIRE</w:t>
      </w:r>
      <w:r w:rsidR="004B5A85">
        <w:t> »</w:t>
      </w:r>
      <w:bookmarkEnd w:id="38"/>
    </w:p>
    <w:p w14:paraId="63681131" w14:textId="2B564CDA" w:rsidR="004B5A85" w:rsidRDefault="004C389C" w:rsidP="004C389C">
      <w:r>
        <w:t>Cependant</w:t>
      </w:r>
      <w:r w:rsidR="004B5A85">
        <w:t xml:space="preserve">, </w:t>
      </w:r>
      <w:r>
        <w:t>en France</w:t>
      </w:r>
      <w:r w:rsidR="004B5A85">
        <w:t xml:space="preserve">, </w:t>
      </w:r>
      <w:r>
        <w:t>ce même jour</w:t>
      </w:r>
      <w:r w:rsidR="004B5A85">
        <w:t xml:space="preserve">, </w:t>
      </w:r>
      <w:r>
        <w:t>c</w:t>
      </w:r>
      <w:r w:rsidR="004B5A85">
        <w:t>’</w:t>
      </w:r>
      <w:r>
        <w:t>est-à-dire le 2</w:t>
      </w:r>
      <w:r w:rsidR="004B5A85">
        <w:t>4 f</w:t>
      </w:r>
      <w:r w:rsidR="004B5A85">
        <w:t>é</w:t>
      </w:r>
      <w:r w:rsidR="004B5A85">
        <w:t xml:space="preserve">vrier, </w:t>
      </w:r>
      <w:r>
        <w:t>était comme un jour de fête nationale</w:t>
      </w:r>
      <w:r w:rsidR="004B5A85">
        <w:t>.</w:t>
      </w:r>
    </w:p>
    <w:p w14:paraId="06504E36" w14:textId="214734F6" w:rsidR="004B5A85" w:rsidRDefault="004C389C" w:rsidP="004C389C">
      <w:r>
        <w:t>Les deux sous-marins</w:t>
      </w:r>
      <w:r w:rsidR="004B5A85">
        <w:t xml:space="preserve">, </w:t>
      </w:r>
      <w:r>
        <w:t xml:space="preserve">appelés </w:t>
      </w:r>
      <w:r>
        <w:rPr>
          <w:i/>
          <w:iCs/>
        </w:rPr>
        <w:t xml:space="preserve">Revanche </w:t>
      </w:r>
      <w:r>
        <w:t xml:space="preserve">et </w:t>
      </w:r>
      <w:r>
        <w:rPr>
          <w:i/>
          <w:iCs/>
        </w:rPr>
        <w:t>Victoire</w:t>
      </w:r>
      <w:r w:rsidR="004B5A85">
        <w:rPr>
          <w:i/>
          <w:iCs/>
        </w:rPr>
        <w:t xml:space="preserve">, </w:t>
      </w:r>
      <w:r>
        <w:t>mis en chantier à Rochefort</w:t>
      </w:r>
      <w:r w:rsidR="004B5A85">
        <w:t xml:space="preserve">, </w:t>
      </w:r>
      <w:r>
        <w:t>avaient été terminés la veille</w:t>
      </w:r>
      <w:r w:rsidR="004B5A85">
        <w:t xml:space="preserve">, </w:t>
      </w:r>
      <w:r>
        <w:t>après quelques semaines d</w:t>
      </w:r>
      <w:r w:rsidR="004B5A85">
        <w:t>’</w:t>
      </w:r>
      <w:r>
        <w:t>un labeur acharné de jour et de nuit</w:t>
      </w:r>
      <w:r w:rsidR="004B5A85">
        <w:t xml:space="preserve">. </w:t>
      </w:r>
      <w:r>
        <w:t>Ils étaient prêts à partir</w:t>
      </w:r>
      <w:r w:rsidR="004B5A85">
        <w:t xml:space="preserve">, </w:t>
      </w:r>
      <w:r>
        <w:t>rien ne manquait à bord</w:t>
      </w:r>
      <w:r w:rsidR="004B5A85">
        <w:t xml:space="preserve">. </w:t>
      </w:r>
      <w:r>
        <w:t>Et</w:t>
      </w:r>
      <w:r w:rsidR="004B5A85">
        <w:t xml:space="preserve">, </w:t>
      </w:r>
      <w:r>
        <w:t>par décision du gouvernement</w:t>
      </w:r>
      <w:r w:rsidR="004B5A85">
        <w:t xml:space="preserve">, </w:t>
      </w:r>
      <w:r>
        <w:t>ce départ avait été fixé au 2</w:t>
      </w:r>
      <w:r w:rsidR="004B5A85">
        <w:t xml:space="preserve">4 février, </w:t>
      </w:r>
      <w:r>
        <w:t>à trois heures de l</w:t>
      </w:r>
      <w:r w:rsidR="004B5A85">
        <w:t>’</w:t>
      </w:r>
      <w:r>
        <w:t>après-midi</w:t>
      </w:r>
      <w:r w:rsidR="004B5A85">
        <w:t xml:space="preserve">. </w:t>
      </w:r>
      <w:r>
        <w:t>Il s</w:t>
      </w:r>
      <w:r w:rsidR="004B5A85">
        <w:t>’</w:t>
      </w:r>
      <w:r>
        <w:t>effectuerait en présence du président de la République entouré de tous ses ministres</w:t>
      </w:r>
      <w:r w:rsidR="004B5A85">
        <w:t xml:space="preserve">, </w:t>
      </w:r>
      <w:r>
        <w:t>de tous les a</w:t>
      </w:r>
      <w:r>
        <w:t>m</w:t>
      </w:r>
      <w:r>
        <w:t>bassadeurs</w:t>
      </w:r>
      <w:r w:rsidR="004B5A85">
        <w:t xml:space="preserve">, </w:t>
      </w:r>
      <w:r>
        <w:t>d</w:t>
      </w:r>
      <w:r w:rsidR="004B5A85">
        <w:t>’</w:t>
      </w:r>
      <w:r>
        <w:t>amiraux</w:t>
      </w:r>
      <w:r w:rsidR="004B5A85">
        <w:t xml:space="preserve">, </w:t>
      </w:r>
      <w:r>
        <w:t>de généraux et d</w:t>
      </w:r>
      <w:r w:rsidR="004B5A85">
        <w:t>’</w:t>
      </w:r>
      <w:r>
        <w:t>une foule intense a</w:t>
      </w:r>
      <w:r>
        <w:t>c</w:t>
      </w:r>
      <w:r>
        <w:t>courue de tous les points de la France et même de l</w:t>
      </w:r>
      <w:r w:rsidR="004B5A85">
        <w:t>’</w:t>
      </w:r>
      <w:r>
        <w:t>Europe</w:t>
      </w:r>
      <w:r w:rsidR="004B5A85">
        <w:t>.</w:t>
      </w:r>
    </w:p>
    <w:p w14:paraId="7A071481" w14:textId="77777777" w:rsidR="004B5A85" w:rsidRDefault="004C389C" w:rsidP="004C389C">
      <w:r>
        <w:t>C</w:t>
      </w:r>
      <w:r w:rsidR="004B5A85">
        <w:t>’</w:t>
      </w:r>
      <w:r>
        <w:t xml:space="preserve">est que la destruction du </w:t>
      </w:r>
      <w:r>
        <w:rPr>
          <w:i/>
          <w:iCs/>
        </w:rPr>
        <w:t xml:space="preserve">Nyctalope </w:t>
      </w:r>
      <w:r>
        <w:t>et du Ravageur du Monde était une affaire de la plus grave importance</w:t>
      </w:r>
      <w:r w:rsidR="004B5A85">
        <w:t xml:space="preserve">, </w:t>
      </w:r>
      <w:r>
        <w:t>intéressant le monde entier</w:t>
      </w:r>
      <w:r w:rsidR="004B5A85">
        <w:t>.</w:t>
      </w:r>
    </w:p>
    <w:p w14:paraId="397F5EC0" w14:textId="77777777" w:rsidR="004B5A85" w:rsidRDefault="004C389C" w:rsidP="004C389C">
      <w:r>
        <w:t xml:space="preserve">Les sous-marins </w:t>
      </w:r>
      <w:r>
        <w:rPr>
          <w:i/>
          <w:iCs/>
        </w:rPr>
        <w:t xml:space="preserve">Revanche </w:t>
      </w:r>
      <w:r>
        <w:t xml:space="preserve">et </w:t>
      </w:r>
      <w:r>
        <w:rPr>
          <w:i/>
          <w:iCs/>
        </w:rPr>
        <w:t xml:space="preserve">Victoire </w:t>
      </w:r>
      <w:r>
        <w:t>étaient</w:t>
      </w:r>
      <w:r w:rsidR="004B5A85">
        <w:t xml:space="preserve">, </w:t>
      </w:r>
      <w:r>
        <w:t>nous l</w:t>
      </w:r>
      <w:r w:rsidR="004B5A85">
        <w:t>’</w:t>
      </w:r>
      <w:r>
        <w:t>avons dit</w:t>
      </w:r>
      <w:r w:rsidR="004B5A85">
        <w:t xml:space="preserve">, </w:t>
      </w:r>
      <w:r>
        <w:t xml:space="preserve">du même type que le </w:t>
      </w:r>
      <w:r>
        <w:rPr>
          <w:i/>
          <w:iCs/>
        </w:rPr>
        <w:t>Nyctalope</w:t>
      </w:r>
      <w:r w:rsidR="004B5A85">
        <w:rPr>
          <w:i/>
          <w:iCs/>
        </w:rPr>
        <w:t xml:space="preserve">, </w:t>
      </w:r>
      <w:r>
        <w:t>et sa reproduction tout à fait exacte</w:t>
      </w:r>
      <w:r w:rsidR="004B5A85">
        <w:t xml:space="preserve">. </w:t>
      </w:r>
      <w:r>
        <w:t>Ils furent munis d</w:t>
      </w:r>
      <w:r w:rsidR="004B5A85">
        <w:t>’</w:t>
      </w:r>
      <w:r>
        <w:t>équipages de mécaniciens et de matelots choisis</w:t>
      </w:r>
      <w:r w:rsidR="004B5A85">
        <w:t>.</w:t>
      </w:r>
    </w:p>
    <w:p w14:paraId="72E4AA53" w14:textId="77777777" w:rsidR="004B5A85" w:rsidRDefault="004C389C" w:rsidP="004C389C">
      <w:r>
        <w:t>Deux capitaines de frégate les commandaient</w:t>
      </w:r>
      <w:r w:rsidR="004B5A85">
        <w:t xml:space="preserve"> ; </w:t>
      </w:r>
      <w:r>
        <w:t xml:space="preserve">celui de la </w:t>
      </w:r>
      <w:r>
        <w:rPr>
          <w:i/>
          <w:iCs/>
        </w:rPr>
        <w:t xml:space="preserve">Revanche </w:t>
      </w:r>
      <w:r>
        <w:t>s</w:t>
      </w:r>
      <w:r w:rsidR="004B5A85">
        <w:t>’</w:t>
      </w:r>
      <w:r>
        <w:t>appelait Jacques de Cartel</w:t>
      </w:r>
      <w:r w:rsidR="004B5A85">
        <w:t xml:space="preserve">, </w:t>
      </w:r>
      <w:r>
        <w:t xml:space="preserve">et celui de la </w:t>
      </w:r>
      <w:r>
        <w:rPr>
          <w:i/>
          <w:iCs/>
        </w:rPr>
        <w:t>Victoire</w:t>
      </w:r>
      <w:r w:rsidR="004B5A85">
        <w:rPr>
          <w:i/>
          <w:iCs/>
        </w:rPr>
        <w:t xml:space="preserve">, </w:t>
      </w:r>
      <w:r>
        <w:t>Frédéric Lacroix</w:t>
      </w:r>
      <w:r w:rsidR="004B5A85">
        <w:t>.</w:t>
      </w:r>
    </w:p>
    <w:p w14:paraId="128012CC" w14:textId="77777777" w:rsidR="004B5A85" w:rsidRDefault="004C389C" w:rsidP="004C389C">
      <w:r>
        <w:t>Quant à Ludovic Martel</w:t>
      </w:r>
      <w:r w:rsidR="004B5A85">
        <w:t xml:space="preserve">, </w:t>
      </w:r>
      <w:r>
        <w:t>promu successivement capitaine de frégate</w:t>
      </w:r>
      <w:r w:rsidR="004B5A85">
        <w:t xml:space="preserve">, </w:t>
      </w:r>
      <w:r>
        <w:t>puis capitaine de vaisseau</w:t>
      </w:r>
      <w:r w:rsidR="004B5A85">
        <w:t xml:space="preserve">, </w:t>
      </w:r>
      <w:r>
        <w:t>en trois semaines</w:t>
      </w:r>
      <w:r w:rsidR="004B5A85">
        <w:t xml:space="preserve">, </w:t>
      </w:r>
      <w:r>
        <w:t>il pr</w:t>
      </w:r>
      <w:r>
        <w:t>e</w:t>
      </w:r>
      <w:r>
        <w:t>nait le commandement général</w:t>
      </w:r>
      <w:r w:rsidR="004B5A85">
        <w:t xml:space="preserve">, </w:t>
      </w:r>
      <w:r>
        <w:t xml:space="preserve">avec le titre de </w:t>
      </w:r>
      <w:r>
        <w:lastRenderedPageBreak/>
        <w:t>commandant</w:t>
      </w:r>
      <w:r w:rsidR="004B5A85">
        <w:t xml:space="preserve">, </w:t>
      </w:r>
      <w:r>
        <w:t>et s</w:t>
      </w:r>
      <w:r w:rsidR="004B5A85">
        <w:t>’</w:t>
      </w:r>
      <w:r>
        <w:t xml:space="preserve">embarquait à bord de la </w:t>
      </w:r>
      <w:r>
        <w:rPr>
          <w:i/>
          <w:iCs/>
        </w:rPr>
        <w:t>Revanche</w:t>
      </w:r>
      <w:r w:rsidR="004B5A85">
        <w:rPr>
          <w:i/>
          <w:iCs/>
        </w:rPr>
        <w:t xml:space="preserve">. </w:t>
      </w:r>
      <w:r>
        <w:t>Les capitaines des deux sous-marins ne pouvaient et ne devaient agir que conform</w:t>
      </w:r>
      <w:r>
        <w:t>é</w:t>
      </w:r>
      <w:r>
        <w:t>ment à ses ordres</w:t>
      </w:r>
      <w:r w:rsidR="004B5A85">
        <w:t>.</w:t>
      </w:r>
    </w:p>
    <w:p w14:paraId="69F9C7C1" w14:textId="77777777" w:rsidR="004B5A85" w:rsidRDefault="004C389C" w:rsidP="004C389C">
      <w:r>
        <w:t>Inutile de dire que Pierrot l</w:t>
      </w:r>
      <w:r w:rsidR="004B5A85">
        <w:t>’</w:t>
      </w:r>
      <w:r>
        <w:t>Écureuil s</w:t>
      </w:r>
      <w:r w:rsidR="004B5A85">
        <w:t>’</w:t>
      </w:r>
      <w:r>
        <w:t xml:space="preserve">embarqua sur la </w:t>
      </w:r>
      <w:r>
        <w:rPr>
          <w:i/>
          <w:iCs/>
        </w:rPr>
        <w:t>R</w:t>
      </w:r>
      <w:r>
        <w:rPr>
          <w:i/>
          <w:iCs/>
        </w:rPr>
        <w:t>e</w:t>
      </w:r>
      <w:r>
        <w:rPr>
          <w:i/>
          <w:iCs/>
        </w:rPr>
        <w:t>vanche</w:t>
      </w:r>
      <w:r w:rsidR="004B5A85">
        <w:rPr>
          <w:i/>
          <w:iCs/>
        </w:rPr>
        <w:t xml:space="preserve">, </w:t>
      </w:r>
      <w:r>
        <w:t>avec celui qu</w:t>
      </w:r>
      <w:r w:rsidR="004B5A85">
        <w:t>’</w:t>
      </w:r>
      <w:r>
        <w:t>il appelait</w:t>
      </w:r>
      <w:r w:rsidR="004B5A85">
        <w:t xml:space="preserve">, </w:t>
      </w:r>
      <w:r>
        <w:t xml:space="preserve">non plus </w:t>
      </w:r>
      <w:r w:rsidR="004B5A85">
        <w:t>« </w:t>
      </w:r>
      <w:proofErr w:type="spellStart"/>
      <w:r>
        <w:t>cap</w:t>
      </w:r>
      <w:r w:rsidR="004B5A85">
        <w:t>’</w:t>
      </w:r>
      <w:r>
        <w:t>taine</w:t>
      </w:r>
      <w:proofErr w:type="spellEnd"/>
      <w:r w:rsidR="004B5A85">
        <w:t xml:space="preserve"> », </w:t>
      </w:r>
      <w:r>
        <w:t xml:space="preserve">mais </w:t>
      </w:r>
      <w:r w:rsidR="004B5A85">
        <w:t>« </w:t>
      </w:r>
      <w:proofErr w:type="spellStart"/>
      <w:r>
        <w:t>comm</w:t>
      </w:r>
      <w:r w:rsidR="004B5A85">
        <w:t>’</w:t>
      </w:r>
      <w:r>
        <w:t>dant</w:t>
      </w:r>
      <w:proofErr w:type="spellEnd"/>
      <w:r w:rsidR="004B5A85">
        <w:t> ».</w:t>
      </w:r>
    </w:p>
    <w:p w14:paraId="45C62E3B" w14:textId="77777777" w:rsidR="004B5A85" w:rsidRDefault="004C389C" w:rsidP="004C389C">
      <w:r>
        <w:t>Le mousse était trop jeune pour avoir le moindre grade</w:t>
      </w:r>
      <w:r w:rsidR="004B5A85">
        <w:t xml:space="preserve">. </w:t>
      </w:r>
      <w:r>
        <w:t>Aussi</w:t>
      </w:r>
      <w:r w:rsidR="004B5A85">
        <w:t xml:space="preserve">, </w:t>
      </w:r>
      <w:r>
        <w:t>pour le récompenser</w:t>
      </w:r>
      <w:r w:rsidR="004B5A85">
        <w:t xml:space="preserve">, </w:t>
      </w:r>
      <w:r>
        <w:t>le gouvernement lui décerna-t-il la médaille militaire</w:t>
      </w:r>
      <w:r w:rsidR="004B5A85">
        <w:t xml:space="preserve">, </w:t>
      </w:r>
      <w:r>
        <w:t>le jour même où Ludovic Martel était promu commandeur de la Légion d</w:t>
      </w:r>
      <w:r w:rsidR="004B5A85">
        <w:t>’</w:t>
      </w:r>
      <w:r>
        <w:t>honneur</w:t>
      </w:r>
      <w:r w:rsidR="004B5A85">
        <w:t>.</w:t>
      </w:r>
    </w:p>
    <w:p w14:paraId="14E898F1" w14:textId="77777777" w:rsidR="004B5A85" w:rsidRDefault="004C389C" w:rsidP="004C389C">
      <w:r>
        <w:t>La médaille militaire à un gamin de quatorze ans</w:t>
      </w:r>
      <w:r w:rsidR="004B5A85">
        <w:t xml:space="preserve"> !… </w:t>
      </w:r>
      <w:r>
        <w:t>Pensez si Pierrot l</w:t>
      </w:r>
      <w:r w:rsidR="004B5A85">
        <w:t>’</w:t>
      </w:r>
      <w:r>
        <w:t>Écureuil était fier</w:t>
      </w:r>
      <w:r w:rsidR="004B5A85">
        <w:t> !…</w:t>
      </w:r>
    </w:p>
    <w:p w14:paraId="45C6C1CB" w14:textId="77777777" w:rsidR="004B5A85" w:rsidRDefault="004C389C" w:rsidP="004C389C">
      <w:r>
        <w:t xml:space="preserve">À bord de la </w:t>
      </w:r>
      <w:r>
        <w:rPr>
          <w:i/>
          <w:iCs/>
        </w:rPr>
        <w:t>Revanche</w:t>
      </w:r>
      <w:r w:rsidR="004B5A85">
        <w:rPr>
          <w:i/>
          <w:iCs/>
        </w:rPr>
        <w:t xml:space="preserve">, </w:t>
      </w:r>
      <w:r>
        <w:t>il devait être non pas un mousse aux ordres de tout le monde</w:t>
      </w:r>
      <w:r w:rsidR="004B5A85">
        <w:t xml:space="preserve">, </w:t>
      </w:r>
      <w:r>
        <w:t>mais une sorte de petit secrétaire particulier du commandant Martel</w:t>
      </w:r>
      <w:r w:rsidR="004B5A85">
        <w:t>.</w:t>
      </w:r>
    </w:p>
    <w:p w14:paraId="698752F7" w14:textId="6AFDCB6E" w:rsidR="004B5A85" w:rsidRDefault="004C389C" w:rsidP="004C389C">
      <w:r>
        <w:t>Donc</w:t>
      </w:r>
      <w:r w:rsidR="004B5A85">
        <w:t xml:space="preserve">, </w:t>
      </w:r>
      <w:r>
        <w:t>au fracas des canons tirant des salves</w:t>
      </w:r>
      <w:r w:rsidR="004B5A85">
        <w:t xml:space="preserve">, </w:t>
      </w:r>
      <w:r>
        <w:t>aux sons gue</w:t>
      </w:r>
      <w:r>
        <w:t>r</w:t>
      </w:r>
      <w:r>
        <w:t xml:space="preserve">riers de musiques militaires jouant la </w:t>
      </w:r>
      <w:r>
        <w:rPr>
          <w:i/>
          <w:iCs/>
        </w:rPr>
        <w:t>Marseillaise</w:t>
      </w:r>
      <w:r w:rsidR="004B5A85">
        <w:rPr>
          <w:i/>
          <w:iCs/>
        </w:rPr>
        <w:t xml:space="preserve">, </w:t>
      </w:r>
      <w:r>
        <w:t>au bruit des applaudissements et des bravos d</w:t>
      </w:r>
      <w:r w:rsidR="004B5A85">
        <w:t>’</w:t>
      </w:r>
      <w:r>
        <w:t>une foule incalculable</w:t>
      </w:r>
      <w:r w:rsidR="004B5A85">
        <w:t xml:space="preserve">, </w:t>
      </w:r>
      <w:r>
        <w:t>après les saluts du président de la République et des ministres</w:t>
      </w:r>
      <w:r w:rsidR="004B5A85">
        <w:t xml:space="preserve">, </w:t>
      </w:r>
      <w:r>
        <w:t>le 2</w:t>
      </w:r>
      <w:r w:rsidR="004B5A85">
        <w:t xml:space="preserve">4 février, </w:t>
      </w:r>
      <w:r>
        <w:t>à trois heures de l</w:t>
      </w:r>
      <w:r w:rsidR="004B5A85">
        <w:t>’</w:t>
      </w:r>
      <w:r>
        <w:t>après-midi</w:t>
      </w:r>
      <w:r w:rsidR="004B5A85">
        <w:t xml:space="preserve">, </w:t>
      </w:r>
      <w:r>
        <w:t xml:space="preserve">les sous-marins </w:t>
      </w:r>
      <w:r>
        <w:rPr>
          <w:i/>
          <w:iCs/>
        </w:rPr>
        <w:t xml:space="preserve">Revanche </w:t>
      </w:r>
      <w:r>
        <w:t xml:space="preserve">et </w:t>
      </w:r>
      <w:r>
        <w:rPr>
          <w:i/>
          <w:iCs/>
        </w:rPr>
        <w:t xml:space="preserve">Victoire </w:t>
      </w:r>
      <w:r>
        <w:t>sortirent du port de Rochefort</w:t>
      </w:r>
      <w:r w:rsidR="004B5A85">
        <w:t>.</w:t>
      </w:r>
    </w:p>
    <w:p w14:paraId="576F3453" w14:textId="77777777" w:rsidR="004B5A85" w:rsidRDefault="004C389C" w:rsidP="004C389C">
      <w:r>
        <w:t>Ils filaient en surface</w:t>
      </w:r>
      <w:r w:rsidR="004B5A85">
        <w:t>.</w:t>
      </w:r>
    </w:p>
    <w:p w14:paraId="4372D256" w14:textId="77777777" w:rsidR="004B5A85" w:rsidRDefault="004C389C" w:rsidP="004C389C">
      <w:r>
        <w:t>Sur les plates-formes</w:t>
      </w:r>
      <w:r w:rsidR="004B5A85">
        <w:t xml:space="preserve">, </w:t>
      </w:r>
      <w:r>
        <w:t>les deux équipages étaient massés</w:t>
      </w:r>
      <w:r w:rsidR="004B5A85">
        <w:t xml:space="preserve">, </w:t>
      </w:r>
      <w:r>
        <w:t>du moins les hommes qui n</w:t>
      </w:r>
      <w:r w:rsidR="004B5A85">
        <w:t>’</w:t>
      </w:r>
      <w:r>
        <w:t>étaient pas de service aux machines</w:t>
      </w:r>
      <w:r w:rsidR="004B5A85">
        <w:t>.</w:t>
      </w:r>
    </w:p>
    <w:p w14:paraId="2F23F13B" w14:textId="77777777" w:rsidR="004B5A85" w:rsidRDefault="004C389C" w:rsidP="004C389C">
      <w:r>
        <w:t>Et pendant une demi-heure</w:t>
      </w:r>
      <w:r w:rsidR="004B5A85">
        <w:t xml:space="preserve">, </w:t>
      </w:r>
      <w:r>
        <w:t xml:space="preserve">sur la plate-forme de la </w:t>
      </w:r>
      <w:r>
        <w:rPr>
          <w:i/>
          <w:iCs/>
        </w:rPr>
        <w:t>R</w:t>
      </w:r>
      <w:r>
        <w:rPr>
          <w:i/>
          <w:iCs/>
        </w:rPr>
        <w:t>e</w:t>
      </w:r>
      <w:r>
        <w:rPr>
          <w:i/>
          <w:iCs/>
        </w:rPr>
        <w:t>vanche</w:t>
      </w:r>
      <w:r w:rsidR="004B5A85">
        <w:rPr>
          <w:i/>
          <w:iCs/>
        </w:rPr>
        <w:t xml:space="preserve">, </w:t>
      </w:r>
      <w:r>
        <w:t>Ludovic Martel et Pierrot l</w:t>
      </w:r>
      <w:r w:rsidR="004B5A85">
        <w:t>’</w:t>
      </w:r>
      <w:r>
        <w:t>Écureuil regardèrent se fondre à l</w:t>
      </w:r>
      <w:r w:rsidR="004B5A85">
        <w:t>’</w:t>
      </w:r>
      <w:r>
        <w:t>horizon la silhouette de Rochefort</w:t>
      </w:r>
      <w:r w:rsidR="004B5A85">
        <w:t>.</w:t>
      </w:r>
    </w:p>
    <w:p w14:paraId="044A21C8" w14:textId="77777777" w:rsidR="004B5A85" w:rsidRDefault="004C389C" w:rsidP="004C389C">
      <w:r>
        <w:lastRenderedPageBreak/>
        <w:t>Quand tous les détails de la foule</w:t>
      </w:r>
      <w:r w:rsidR="004B5A85">
        <w:t xml:space="preserve">, </w:t>
      </w:r>
      <w:r>
        <w:t>des drapeaux</w:t>
      </w:r>
      <w:r w:rsidR="004B5A85">
        <w:t xml:space="preserve">, </w:t>
      </w:r>
      <w:r>
        <w:t>des ma</w:t>
      </w:r>
      <w:r>
        <w:t>i</w:t>
      </w:r>
      <w:r>
        <w:t>sons se furent estompés</w:t>
      </w:r>
      <w:r w:rsidR="004B5A85">
        <w:t xml:space="preserve">, </w:t>
      </w:r>
      <w:r>
        <w:t>et qu</w:t>
      </w:r>
      <w:r w:rsidR="004B5A85">
        <w:t>’</w:t>
      </w:r>
      <w:r>
        <w:t>ils ne virent plus qu</w:t>
      </w:r>
      <w:r w:rsidR="004B5A85">
        <w:t>’</w:t>
      </w:r>
      <w:r>
        <w:t>une masse indistincte</w:t>
      </w:r>
      <w:r w:rsidR="004B5A85">
        <w:t xml:space="preserve">, </w:t>
      </w:r>
      <w:r>
        <w:t>d</w:t>
      </w:r>
      <w:r w:rsidR="004B5A85">
        <w:t>’</w:t>
      </w:r>
      <w:r>
        <w:t>où montait à chaque minute la fumée des coups de canon</w:t>
      </w:r>
      <w:r w:rsidR="004B5A85">
        <w:t xml:space="preserve">, </w:t>
      </w:r>
      <w:r>
        <w:t>Ludovic Martel dit avec émotion</w:t>
      </w:r>
      <w:r w:rsidR="004B5A85">
        <w:t> :</w:t>
      </w:r>
    </w:p>
    <w:p w14:paraId="03E26F1A" w14:textId="77777777" w:rsidR="004B5A85" w:rsidRDefault="004B5A85" w:rsidP="004C389C">
      <w:r>
        <w:t>— </w:t>
      </w:r>
      <w:r w:rsidR="004C389C">
        <w:t>Et maintenant</w:t>
      </w:r>
      <w:r>
        <w:t xml:space="preserve">, </w:t>
      </w:r>
      <w:r w:rsidR="004C389C">
        <w:t xml:space="preserve">nous ne remettrons les pieds sur la terre de France que quand le </w:t>
      </w:r>
      <w:r w:rsidR="004C389C">
        <w:rPr>
          <w:i/>
          <w:iCs/>
        </w:rPr>
        <w:t xml:space="preserve">Nyctalope </w:t>
      </w:r>
      <w:r w:rsidR="004C389C">
        <w:t>sera détruit ou capturé</w:t>
      </w:r>
      <w:r>
        <w:t>.</w:t>
      </w:r>
    </w:p>
    <w:p w14:paraId="6E6166FA" w14:textId="77777777" w:rsidR="004B5A85" w:rsidRDefault="004C389C" w:rsidP="004C389C">
      <w:r>
        <w:t>Cinq minutes plus tard</w:t>
      </w:r>
      <w:r w:rsidR="004B5A85">
        <w:t xml:space="preserve">, </w:t>
      </w:r>
      <w:r>
        <w:t>par trente mètres de fond</w:t>
      </w:r>
      <w:r w:rsidR="004B5A85">
        <w:t xml:space="preserve">, </w:t>
      </w:r>
      <w:r>
        <w:t xml:space="preserve">la </w:t>
      </w:r>
      <w:r>
        <w:rPr>
          <w:i/>
          <w:iCs/>
        </w:rPr>
        <w:t>R</w:t>
      </w:r>
      <w:r>
        <w:rPr>
          <w:i/>
          <w:iCs/>
        </w:rPr>
        <w:t>e</w:t>
      </w:r>
      <w:r>
        <w:rPr>
          <w:i/>
          <w:iCs/>
        </w:rPr>
        <w:t xml:space="preserve">vanche </w:t>
      </w:r>
      <w:r>
        <w:t xml:space="preserve">et la </w:t>
      </w:r>
      <w:r>
        <w:rPr>
          <w:i/>
          <w:iCs/>
        </w:rPr>
        <w:t xml:space="preserve">Victoire </w:t>
      </w:r>
      <w:r>
        <w:t>filaient à la vitesse effroyable de cent milles à l</w:t>
      </w:r>
      <w:r w:rsidR="004B5A85">
        <w:t>’</w:t>
      </w:r>
      <w:r>
        <w:t>heure</w:t>
      </w:r>
      <w:r w:rsidR="004B5A85">
        <w:t xml:space="preserve">, </w:t>
      </w:r>
      <w:r>
        <w:t>dans le sein de l</w:t>
      </w:r>
      <w:r w:rsidR="004B5A85">
        <w:t>’</w:t>
      </w:r>
      <w:r>
        <w:t>océan Atlantique</w:t>
      </w:r>
      <w:r w:rsidR="004B5A85">
        <w:t>.</w:t>
      </w:r>
    </w:p>
    <w:p w14:paraId="235EB0C3" w14:textId="77777777" w:rsidR="004B5A85" w:rsidRDefault="004C389C" w:rsidP="004C389C">
      <w:r>
        <w:t xml:space="preserve">Les dispositions intérieures de la </w:t>
      </w:r>
      <w:r>
        <w:rPr>
          <w:i/>
          <w:iCs/>
        </w:rPr>
        <w:t>Revanche</w:t>
      </w:r>
      <w:r w:rsidR="004B5A85">
        <w:rPr>
          <w:i/>
          <w:iCs/>
        </w:rPr>
        <w:t xml:space="preserve"> </w:t>
      </w:r>
      <w:r w:rsidR="004B5A85">
        <w:t>(</w:t>
      </w:r>
      <w:r>
        <w:t xml:space="preserve">ainsi que de la </w:t>
      </w:r>
      <w:r>
        <w:rPr>
          <w:i/>
          <w:iCs/>
        </w:rPr>
        <w:t>Victoire</w:t>
      </w:r>
      <w:r w:rsidR="004B5A85">
        <w:t xml:space="preserve">) </w:t>
      </w:r>
      <w:r>
        <w:t xml:space="preserve">étaient les mêmes que celles du </w:t>
      </w:r>
      <w:r>
        <w:rPr>
          <w:i/>
          <w:iCs/>
        </w:rPr>
        <w:t>Nyctalope</w:t>
      </w:r>
      <w:r w:rsidR="004B5A85">
        <w:rPr>
          <w:i/>
          <w:iCs/>
        </w:rPr>
        <w:t xml:space="preserve">, </w:t>
      </w:r>
      <w:r>
        <w:t>et les pièces ou cabines étaient numérotées selon le même ordre</w:t>
      </w:r>
      <w:r w:rsidR="004B5A85">
        <w:t>.</w:t>
      </w:r>
    </w:p>
    <w:p w14:paraId="311C7028" w14:textId="77777777" w:rsidR="004B5A85" w:rsidRDefault="004C389C" w:rsidP="004C389C">
      <w:r>
        <w:t>Seulement</w:t>
      </w:r>
      <w:r w:rsidR="004B5A85">
        <w:t xml:space="preserve">, </w:t>
      </w:r>
      <w:r>
        <w:t xml:space="preserve">à bord de la </w:t>
      </w:r>
      <w:r>
        <w:rPr>
          <w:i/>
          <w:iCs/>
        </w:rPr>
        <w:t>Revanche</w:t>
      </w:r>
      <w:r w:rsidR="004B5A85">
        <w:rPr>
          <w:i/>
          <w:iCs/>
        </w:rPr>
        <w:t xml:space="preserve">, </w:t>
      </w:r>
      <w:r>
        <w:t>au lieu d</w:t>
      </w:r>
      <w:r w:rsidR="004B5A85">
        <w:t>’</w:t>
      </w:r>
      <w:r>
        <w:t>être inocc</w:t>
      </w:r>
      <w:r>
        <w:t>u</w:t>
      </w:r>
      <w:r>
        <w:t>pées</w:t>
      </w:r>
      <w:r w:rsidR="004B5A85">
        <w:t xml:space="preserve">, </w:t>
      </w:r>
      <w:r>
        <w:t>les cabines 14 et 16 étaient affectées</w:t>
      </w:r>
      <w:r w:rsidR="004B5A85">
        <w:t xml:space="preserve">, </w:t>
      </w:r>
      <w:r>
        <w:t>comme chambres</w:t>
      </w:r>
      <w:r w:rsidR="004B5A85">
        <w:t xml:space="preserve">, </w:t>
      </w:r>
      <w:r>
        <w:t>la première au commandant Martel</w:t>
      </w:r>
      <w:r w:rsidR="004B5A85">
        <w:t xml:space="preserve">, </w:t>
      </w:r>
      <w:r>
        <w:t>la seconde à Pierrot l</w:t>
      </w:r>
      <w:r w:rsidR="004B5A85">
        <w:t>’</w:t>
      </w:r>
      <w:r>
        <w:t>Écureuil</w:t>
      </w:r>
      <w:r w:rsidR="004B5A85">
        <w:t>.</w:t>
      </w:r>
    </w:p>
    <w:p w14:paraId="5A8BF2BF" w14:textId="77777777" w:rsidR="004B5A85" w:rsidRDefault="004C389C" w:rsidP="004C389C">
      <w:pPr>
        <w:rPr>
          <w:i/>
          <w:iCs/>
        </w:rPr>
      </w:pPr>
      <w:r>
        <w:t>Ajoutons</w:t>
      </w:r>
      <w:r w:rsidR="004B5A85">
        <w:t xml:space="preserve">, </w:t>
      </w:r>
      <w:r>
        <w:t>pour ne rien oublier</w:t>
      </w:r>
      <w:r w:rsidR="004B5A85">
        <w:t xml:space="preserve">, </w:t>
      </w:r>
      <w:r>
        <w:t xml:space="preserve">que la </w:t>
      </w:r>
      <w:r>
        <w:rPr>
          <w:i/>
          <w:iCs/>
        </w:rPr>
        <w:t xml:space="preserve">Revanche </w:t>
      </w:r>
      <w:r>
        <w:t xml:space="preserve">et la </w:t>
      </w:r>
      <w:r>
        <w:rPr>
          <w:i/>
          <w:iCs/>
        </w:rPr>
        <w:t>Vi</w:t>
      </w:r>
      <w:r>
        <w:rPr>
          <w:i/>
          <w:iCs/>
        </w:rPr>
        <w:t>c</w:t>
      </w:r>
      <w:r>
        <w:rPr>
          <w:i/>
          <w:iCs/>
        </w:rPr>
        <w:t>toire</w:t>
      </w:r>
      <w:r w:rsidR="004B5A85">
        <w:rPr>
          <w:i/>
          <w:iCs/>
        </w:rPr>
        <w:t xml:space="preserve">, </w:t>
      </w:r>
      <w:r>
        <w:t>grâce à une nouvelle invention française</w:t>
      </w:r>
      <w:r w:rsidR="004B5A85">
        <w:t xml:space="preserve">, </w:t>
      </w:r>
      <w:r>
        <w:t>pouvaient co</w:t>
      </w:r>
      <w:r>
        <w:t>m</w:t>
      </w:r>
      <w:r>
        <w:t>muniquer à travers les eaux au moyen d</w:t>
      </w:r>
      <w:r w:rsidR="004B5A85">
        <w:t>’</w:t>
      </w:r>
      <w:r>
        <w:t>un téléphone sous-marin sans fil</w:t>
      </w:r>
      <w:r w:rsidR="004B5A85">
        <w:t xml:space="preserve">. </w:t>
      </w:r>
      <w:r>
        <w:t>Ainsi</w:t>
      </w:r>
      <w:r w:rsidR="004B5A85">
        <w:t xml:space="preserve">, </w:t>
      </w:r>
      <w:r>
        <w:t>de sa chambre</w:t>
      </w:r>
      <w:r w:rsidR="004B5A85">
        <w:t xml:space="preserve">, </w:t>
      </w:r>
      <w:r>
        <w:t>ou de la bibliothèque</w:t>
      </w:r>
      <w:r w:rsidR="004B5A85">
        <w:t xml:space="preserve">, </w:t>
      </w:r>
      <w:r>
        <w:t>ou du poste d</w:t>
      </w:r>
      <w:r w:rsidR="004B5A85">
        <w:t>’</w:t>
      </w:r>
      <w:r>
        <w:t xml:space="preserve">officier de la </w:t>
      </w:r>
      <w:r>
        <w:rPr>
          <w:i/>
          <w:iCs/>
        </w:rPr>
        <w:t>Revanche</w:t>
      </w:r>
      <w:r w:rsidR="004B5A85">
        <w:rPr>
          <w:i/>
          <w:iCs/>
        </w:rPr>
        <w:t xml:space="preserve">, </w:t>
      </w:r>
      <w:r>
        <w:t>Ludovic Martel pouvait e</w:t>
      </w:r>
      <w:r>
        <w:t>n</w:t>
      </w:r>
      <w:r>
        <w:t xml:space="preserve">voyer instantanément ses ordres au capitaine de la </w:t>
      </w:r>
      <w:r>
        <w:rPr>
          <w:i/>
          <w:iCs/>
        </w:rPr>
        <w:t>Victoire</w:t>
      </w:r>
      <w:r w:rsidR="004B5A85">
        <w:rPr>
          <w:i/>
          <w:iCs/>
        </w:rPr>
        <w:t>.</w:t>
      </w:r>
    </w:p>
    <w:p w14:paraId="1AC9A12C" w14:textId="77777777" w:rsidR="004B5A85" w:rsidRDefault="004C389C" w:rsidP="004C389C">
      <w:proofErr w:type="spellStart"/>
      <w:r>
        <w:t>Par là</w:t>
      </w:r>
      <w:proofErr w:type="spellEnd"/>
      <w:r>
        <w:t xml:space="preserve"> était absolument garantie la cohésion continuelle des deux sous-marins</w:t>
      </w:r>
      <w:r w:rsidR="004B5A85">
        <w:t>.</w:t>
      </w:r>
    </w:p>
    <w:p w14:paraId="54C20242" w14:textId="77777777" w:rsidR="004B5A85" w:rsidRDefault="004C389C" w:rsidP="004C389C">
      <w:r>
        <w:t>On sait que le premier but du commandant Martel était de retrouver l</w:t>
      </w:r>
      <w:r w:rsidR="004B5A85">
        <w:t>’</w:t>
      </w:r>
      <w:r>
        <w:t>île inconnue où avait été abandonné son ancien équipage</w:t>
      </w:r>
      <w:r w:rsidR="004B5A85">
        <w:t>.</w:t>
      </w:r>
    </w:p>
    <w:p w14:paraId="196411ED" w14:textId="77777777" w:rsidR="004B5A85" w:rsidRDefault="004C389C" w:rsidP="004C389C">
      <w:r>
        <w:lastRenderedPageBreak/>
        <w:t>D</w:t>
      </w:r>
      <w:r w:rsidR="004B5A85">
        <w:t>’</w:t>
      </w:r>
      <w:r>
        <w:t>après ses observations et ses calculs</w:t>
      </w:r>
      <w:r w:rsidR="004B5A85">
        <w:t xml:space="preserve">, </w:t>
      </w:r>
      <w:r>
        <w:t>il supposait</w:t>
      </w:r>
      <w:r w:rsidR="004B5A85">
        <w:t xml:space="preserve">, </w:t>
      </w:r>
      <w:r>
        <w:t>d</w:t>
      </w:r>
      <w:r w:rsidR="004B5A85">
        <w:t>’</w:t>
      </w:r>
      <w:r>
        <w:t>ailleurs</w:t>
      </w:r>
      <w:r w:rsidR="004B5A85">
        <w:t xml:space="preserve">, </w:t>
      </w:r>
      <w:r>
        <w:t>avec justesse</w:t>
      </w:r>
      <w:r w:rsidR="004B5A85">
        <w:t xml:space="preserve">, </w:t>
      </w:r>
      <w:r>
        <w:t>que cette île devait se trouver dans les régions sud-est de l</w:t>
      </w:r>
      <w:r w:rsidR="004B5A85">
        <w:t>’</w:t>
      </w:r>
      <w:r>
        <w:t>océan Pacifique</w:t>
      </w:r>
      <w:r w:rsidR="004B5A85">
        <w:t>.</w:t>
      </w:r>
    </w:p>
    <w:p w14:paraId="25958E8E" w14:textId="77777777" w:rsidR="004B5A85" w:rsidRDefault="004C389C" w:rsidP="004C389C">
      <w:r>
        <w:t>Il avait donné le cap Horn</w:t>
      </w:r>
      <w:r w:rsidR="004B5A85">
        <w:t xml:space="preserve">, </w:t>
      </w:r>
      <w:r>
        <w:t>qui termine l</w:t>
      </w:r>
      <w:r w:rsidR="004B5A85">
        <w:t>’</w:t>
      </w:r>
      <w:r>
        <w:t>Amérique du Sud</w:t>
      </w:r>
      <w:r w:rsidR="004B5A85">
        <w:t xml:space="preserve">, </w:t>
      </w:r>
      <w:r>
        <w:t>comme premier point de direction</w:t>
      </w:r>
      <w:r w:rsidR="004B5A85">
        <w:t>.</w:t>
      </w:r>
    </w:p>
    <w:p w14:paraId="6394FA52" w14:textId="77777777" w:rsidR="004B5A85" w:rsidRDefault="004C389C" w:rsidP="004C389C">
      <w:r>
        <w:t>La distance de Rochefort au cap Horn est de treize mille deux cents kilomètres</w:t>
      </w:r>
      <w:r w:rsidR="004B5A85">
        <w:t xml:space="preserve">. </w:t>
      </w:r>
      <w:r>
        <w:t>Comme les sous-marins faisaient cent milles marins</w:t>
      </w:r>
      <w:r w:rsidR="004B5A85">
        <w:t xml:space="preserve">, </w:t>
      </w:r>
      <w:r>
        <w:t>ou cent quatre-vingt-dix kilomètres environ à l</w:t>
      </w:r>
      <w:r w:rsidR="004B5A85">
        <w:t>’</w:t>
      </w:r>
      <w:r>
        <w:t>heure</w:t>
      </w:r>
      <w:r w:rsidR="004B5A85">
        <w:t xml:space="preserve">, </w:t>
      </w:r>
      <w:r>
        <w:t>ils devaient mettre soixante-douze heures seulement à parcourir cette énorme distance</w:t>
      </w:r>
      <w:r w:rsidR="004B5A85">
        <w:t>.</w:t>
      </w:r>
    </w:p>
    <w:p w14:paraId="6694B303" w14:textId="1E87EE0F" w:rsidR="004B5A85" w:rsidRDefault="004C389C" w:rsidP="004C389C">
      <w:r>
        <w:t>Ils étaient partis le 2</w:t>
      </w:r>
      <w:r w:rsidR="004B5A85">
        <w:t xml:space="preserve">4 février, </w:t>
      </w:r>
      <w:r>
        <w:t>à trois heures de l</w:t>
      </w:r>
      <w:r w:rsidR="004B5A85">
        <w:t>’</w:t>
      </w:r>
      <w:r>
        <w:t>après-midi</w:t>
      </w:r>
      <w:r w:rsidR="004B5A85">
        <w:t xml:space="preserve">. </w:t>
      </w:r>
      <w:r>
        <w:t>Ils devaient donc arriver en vue du cap Horn le 2</w:t>
      </w:r>
      <w:r w:rsidR="004B5A85">
        <w:t xml:space="preserve">7 février, </w:t>
      </w:r>
      <w:r>
        <w:t>à la tombée de la nuit</w:t>
      </w:r>
      <w:r w:rsidR="004B5A85">
        <w:t>.</w:t>
      </w:r>
    </w:p>
    <w:p w14:paraId="4C453451" w14:textId="77777777" w:rsidR="004B5A85" w:rsidRDefault="004C389C" w:rsidP="004C389C">
      <w:r>
        <w:t>Et la marche fut si régulière que cela fut ainsi</w:t>
      </w:r>
      <w:r w:rsidR="004B5A85">
        <w:t>.</w:t>
      </w:r>
    </w:p>
    <w:p w14:paraId="6F0838A6" w14:textId="74769870" w:rsidR="004B5A85" w:rsidRDefault="004C389C" w:rsidP="004C389C">
      <w:r>
        <w:t>Le 2</w:t>
      </w:r>
      <w:r w:rsidR="004B5A85">
        <w:t xml:space="preserve">7 février, </w:t>
      </w:r>
      <w:r>
        <w:t>on doublait le cap Horn</w:t>
      </w:r>
      <w:r w:rsidR="004B5A85">
        <w:t>.</w:t>
      </w:r>
    </w:p>
    <w:p w14:paraId="1A7F0C8D" w14:textId="0D18CA66" w:rsidR="004B5A85" w:rsidRDefault="004C389C" w:rsidP="004C389C">
      <w:r>
        <w:t>Et le matin du 2</w:t>
      </w:r>
      <w:r w:rsidR="004B5A85">
        <w:t xml:space="preserve">8 février, </w:t>
      </w:r>
      <w:r>
        <w:t>en s</w:t>
      </w:r>
      <w:r w:rsidR="004B5A85">
        <w:t>’</w:t>
      </w:r>
      <w:r>
        <w:t>éveillant</w:t>
      </w:r>
      <w:r w:rsidR="004B5A85">
        <w:t xml:space="preserve">, </w:t>
      </w:r>
      <w:r>
        <w:t>Pierrot l</w:t>
      </w:r>
      <w:r w:rsidR="004B5A85">
        <w:t>’</w:t>
      </w:r>
      <w:r>
        <w:t>Écureuil eut le pressentiment que cette journée ne s</w:t>
      </w:r>
      <w:r w:rsidR="004B5A85">
        <w:t>’</w:t>
      </w:r>
      <w:r>
        <w:t>écoulerait pas sans apporter un événement intéressant</w:t>
      </w:r>
      <w:r w:rsidR="004B5A85">
        <w:t>.</w:t>
      </w:r>
    </w:p>
    <w:p w14:paraId="09C271FD" w14:textId="77777777" w:rsidR="004B5A85" w:rsidRDefault="004C389C" w:rsidP="004C389C">
      <w:r>
        <w:t>Le jeune garçon</w:t>
      </w:r>
      <w:r w:rsidR="004B5A85">
        <w:t xml:space="preserve">, </w:t>
      </w:r>
      <w:r>
        <w:t>très nerveux</w:t>
      </w:r>
      <w:r w:rsidR="004B5A85">
        <w:t xml:space="preserve">, </w:t>
      </w:r>
      <w:r>
        <w:t>était sujet aux pressent</w:t>
      </w:r>
      <w:r>
        <w:t>i</w:t>
      </w:r>
      <w:r>
        <w:t>ments</w:t>
      </w:r>
      <w:r w:rsidR="004B5A85">
        <w:t xml:space="preserve">. </w:t>
      </w:r>
      <w:r>
        <w:t>Et il arrivait rarement que ces pressentiments</w:t>
      </w:r>
      <w:r w:rsidR="004B5A85">
        <w:t xml:space="preserve">, </w:t>
      </w:r>
      <w:r>
        <w:t>quand ils étaient précis et tenaces dans son esprit</w:t>
      </w:r>
      <w:r w:rsidR="004B5A85">
        <w:t xml:space="preserve">, </w:t>
      </w:r>
      <w:r>
        <w:t>ne fussent pas confi</w:t>
      </w:r>
      <w:r>
        <w:t>r</w:t>
      </w:r>
      <w:r>
        <w:t>més</w:t>
      </w:r>
      <w:r w:rsidR="004B5A85">
        <w:t>.</w:t>
      </w:r>
    </w:p>
    <w:p w14:paraId="045A9B5C" w14:textId="77777777" w:rsidR="004B5A85" w:rsidRDefault="004C389C" w:rsidP="004C389C">
      <w:r>
        <w:t>Il se leva donc avec le désir de parler tout de suite au co</w:t>
      </w:r>
      <w:r>
        <w:t>m</w:t>
      </w:r>
      <w:r>
        <w:t>mandant Martel</w:t>
      </w:r>
      <w:r w:rsidR="004B5A85">
        <w:t>.</w:t>
      </w:r>
    </w:p>
    <w:p w14:paraId="5516FBC1" w14:textId="77777777" w:rsidR="004B5A85" w:rsidRDefault="004C389C" w:rsidP="004C389C">
      <w:r>
        <w:t>Après avoir fait une rapide toilette et s</w:t>
      </w:r>
      <w:r w:rsidR="004B5A85">
        <w:t>’</w:t>
      </w:r>
      <w:r>
        <w:t>être habillé du pa</w:t>
      </w:r>
      <w:r>
        <w:t>n</w:t>
      </w:r>
      <w:r>
        <w:t>talon bleu</w:t>
      </w:r>
      <w:r w:rsidR="004B5A85">
        <w:t xml:space="preserve">, </w:t>
      </w:r>
      <w:r>
        <w:t>du tricot rayé et de la courte vareuse à col blanc qui était son uniforme</w:t>
      </w:r>
      <w:r w:rsidR="004B5A85">
        <w:t xml:space="preserve">, – </w:t>
      </w:r>
      <w:r>
        <w:t>pareil</w:t>
      </w:r>
      <w:r w:rsidR="004B5A85">
        <w:t xml:space="preserve">, </w:t>
      </w:r>
      <w:r>
        <w:t>d</w:t>
      </w:r>
      <w:r w:rsidR="004B5A85">
        <w:t>’</w:t>
      </w:r>
      <w:r>
        <w:t>ailleurs</w:t>
      </w:r>
      <w:r w:rsidR="004B5A85">
        <w:t xml:space="preserve">, </w:t>
      </w:r>
      <w:r>
        <w:t>à celui de tout l</w:t>
      </w:r>
      <w:r w:rsidR="004B5A85">
        <w:t>’</w:t>
      </w:r>
      <w:r>
        <w:t>équipage</w:t>
      </w:r>
      <w:r w:rsidR="004B5A85">
        <w:t xml:space="preserve">, – </w:t>
      </w:r>
      <w:r>
        <w:t>Pierrot l</w:t>
      </w:r>
      <w:r w:rsidR="004B5A85">
        <w:t>’</w:t>
      </w:r>
      <w:r>
        <w:t>Écureuil sortit de la cabine numéro 16</w:t>
      </w:r>
      <w:r w:rsidR="004B5A85">
        <w:t>.</w:t>
      </w:r>
    </w:p>
    <w:p w14:paraId="3929987A" w14:textId="77777777" w:rsidR="004B5A85" w:rsidRDefault="004C389C" w:rsidP="004C389C">
      <w:r>
        <w:lastRenderedPageBreak/>
        <w:t>Il alla tout de suite frapper à la cabine numéro 14</w:t>
      </w:r>
      <w:r w:rsidR="004B5A85">
        <w:t>.</w:t>
      </w:r>
    </w:p>
    <w:p w14:paraId="106909F0" w14:textId="77777777" w:rsidR="004B5A85" w:rsidRDefault="004B5A85" w:rsidP="004C389C">
      <w:r>
        <w:t>— </w:t>
      </w:r>
      <w:r w:rsidR="004C389C">
        <w:t>Entrez</w:t>
      </w:r>
      <w:r>
        <w:t xml:space="preserve"> ! </w:t>
      </w:r>
      <w:r w:rsidR="004C389C">
        <w:t>dit une voix</w:t>
      </w:r>
      <w:r>
        <w:t xml:space="preserve">, </w:t>
      </w:r>
      <w:r w:rsidR="004C389C">
        <w:t>en même temps que la porte s</w:t>
      </w:r>
      <w:r>
        <w:t>’</w:t>
      </w:r>
      <w:r w:rsidR="004C389C">
        <w:t>ouvrait</w:t>
      </w:r>
      <w:r>
        <w:t>.</w:t>
      </w:r>
    </w:p>
    <w:p w14:paraId="58783216" w14:textId="77777777" w:rsidR="004B5A85" w:rsidRDefault="004C389C" w:rsidP="004C389C">
      <w:r>
        <w:t>Pierrot l</w:t>
      </w:r>
      <w:r w:rsidR="004B5A85">
        <w:t>’</w:t>
      </w:r>
      <w:r>
        <w:t>Écureuil trouva le commandant Martel en train d</w:t>
      </w:r>
      <w:r w:rsidR="004B5A85">
        <w:t>’</w:t>
      </w:r>
      <w:r>
        <w:t>examiner une carte étalée sur la table mobile fixée à une des parois de la chambre</w:t>
      </w:r>
      <w:r w:rsidR="004B5A85">
        <w:t>.</w:t>
      </w:r>
    </w:p>
    <w:p w14:paraId="58A31B19" w14:textId="77777777" w:rsidR="004B5A85" w:rsidRDefault="004B5A85" w:rsidP="004C389C">
      <w:r>
        <w:t>— </w:t>
      </w:r>
      <w:r w:rsidR="004C389C">
        <w:t>Bonjour</w:t>
      </w:r>
      <w:r>
        <w:t xml:space="preserve">, </w:t>
      </w:r>
      <w:r w:rsidR="004C389C">
        <w:t xml:space="preserve">mon </w:t>
      </w:r>
      <w:proofErr w:type="spellStart"/>
      <w:r w:rsidR="004C389C">
        <w:t>comm</w:t>
      </w:r>
      <w:r>
        <w:t>’</w:t>
      </w:r>
      <w:r w:rsidR="004C389C">
        <w:t>dant</w:t>
      </w:r>
      <w:proofErr w:type="spellEnd"/>
      <w:r>
        <w:t xml:space="preserve"> ! </w:t>
      </w:r>
      <w:r w:rsidR="004C389C">
        <w:t>fit le brave garçon</w:t>
      </w:r>
      <w:r>
        <w:t>.</w:t>
      </w:r>
    </w:p>
    <w:p w14:paraId="1224F39D" w14:textId="77777777" w:rsidR="004B5A85" w:rsidRDefault="004B5A85" w:rsidP="004C389C">
      <w:r>
        <w:t>— </w:t>
      </w:r>
      <w:r w:rsidR="004C389C">
        <w:t>Bonjour</w:t>
      </w:r>
      <w:r>
        <w:t xml:space="preserve">, </w:t>
      </w:r>
      <w:r w:rsidR="004C389C">
        <w:t>mon petit</w:t>
      </w:r>
      <w:r>
        <w:t xml:space="preserve"> ! </w:t>
      </w:r>
      <w:r w:rsidR="004C389C">
        <w:t>répondit Ludovic Martel avec un bon sourire</w:t>
      </w:r>
      <w:r>
        <w:t xml:space="preserve">. </w:t>
      </w:r>
      <w:r w:rsidR="004C389C">
        <w:t>Tu as bien dormi</w:t>
      </w:r>
      <w:r>
        <w:t> ?</w:t>
      </w:r>
    </w:p>
    <w:p w14:paraId="29F0A00B" w14:textId="77777777" w:rsidR="004B5A85" w:rsidRDefault="004B5A85" w:rsidP="004C389C">
      <w:r>
        <w:t>— </w:t>
      </w:r>
      <w:r w:rsidR="004C389C">
        <w:t>Oui</w:t>
      </w:r>
      <w:r>
        <w:t xml:space="preserve">, </w:t>
      </w:r>
      <w:r w:rsidR="004C389C">
        <w:t xml:space="preserve">mon </w:t>
      </w:r>
      <w:proofErr w:type="spellStart"/>
      <w:r w:rsidR="004C389C">
        <w:t>comm</w:t>
      </w:r>
      <w:r>
        <w:t>’</w:t>
      </w:r>
      <w:r w:rsidR="004C389C">
        <w:t>dant</w:t>
      </w:r>
      <w:proofErr w:type="spellEnd"/>
      <w:r>
        <w:t xml:space="preserve"> ; </w:t>
      </w:r>
      <w:r w:rsidR="004C389C">
        <w:t>mais</w:t>
      </w:r>
      <w:r>
        <w:t xml:space="preserve">, </w:t>
      </w:r>
      <w:r w:rsidR="004C389C">
        <w:t>en ouvrant les yeux</w:t>
      </w:r>
      <w:r>
        <w:t xml:space="preserve">, </w:t>
      </w:r>
      <w:r w:rsidR="004C389C">
        <w:t>j</w:t>
      </w:r>
      <w:r>
        <w:t>’</w:t>
      </w:r>
      <w:r w:rsidR="004C389C">
        <w:t>ai eu un pressentiment</w:t>
      </w:r>
      <w:r>
        <w:t>.</w:t>
      </w:r>
    </w:p>
    <w:p w14:paraId="0522E26D" w14:textId="77777777" w:rsidR="004B5A85" w:rsidRDefault="004B5A85" w:rsidP="004C389C">
      <w:r>
        <w:t>— </w:t>
      </w:r>
      <w:r w:rsidR="004C389C">
        <w:t>Ah</w:t>
      </w:r>
      <w:r>
        <w:t xml:space="preserve"> ! </w:t>
      </w:r>
      <w:r w:rsidR="004C389C">
        <w:t>ah</w:t>
      </w:r>
      <w:r>
        <w:t xml:space="preserve"> ! </w:t>
      </w:r>
      <w:r w:rsidR="004C389C">
        <w:t>et lequel</w:t>
      </w:r>
      <w:r>
        <w:t> ?…</w:t>
      </w:r>
    </w:p>
    <w:p w14:paraId="2A382CB3" w14:textId="77777777" w:rsidR="004B5A85" w:rsidRDefault="004B5A85" w:rsidP="004C389C">
      <w:r>
        <w:t>— </w:t>
      </w:r>
      <w:r w:rsidR="004C389C">
        <w:t>Je pense que la journée ne se passera pas sans qu</w:t>
      </w:r>
      <w:r>
        <w:t>’</w:t>
      </w:r>
      <w:r w:rsidR="004C389C">
        <w:t>il nous arrive quelque chose</w:t>
      </w:r>
      <w:r>
        <w:t>…</w:t>
      </w:r>
    </w:p>
    <w:p w14:paraId="4A43D188" w14:textId="77777777" w:rsidR="004B5A85" w:rsidRDefault="004B5A85" w:rsidP="004C389C">
      <w:r>
        <w:t>— </w:t>
      </w:r>
      <w:r w:rsidR="004C389C">
        <w:t>Eh bien</w:t>
      </w:r>
      <w:r>
        <w:t xml:space="preserve"> ! </w:t>
      </w:r>
      <w:r w:rsidR="004C389C">
        <w:t>nous verrons</w:t>
      </w:r>
      <w:r>
        <w:t>…</w:t>
      </w:r>
    </w:p>
    <w:p w14:paraId="377EE7A4" w14:textId="77777777" w:rsidR="004B5A85" w:rsidRDefault="004C389C" w:rsidP="004C389C">
      <w:r>
        <w:t>À ce moment</w:t>
      </w:r>
      <w:r w:rsidR="004B5A85">
        <w:t xml:space="preserve">, </w:t>
      </w:r>
      <w:r>
        <w:t>on frappa à la porte</w:t>
      </w:r>
      <w:r w:rsidR="004B5A85">
        <w:t>.</w:t>
      </w:r>
    </w:p>
    <w:p w14:paraId="21FAD394" w14:textId="77777777" w:rsidR="004B5A85" w:rsidRDefault="004B5A85" w:rsidP="004C389C">
      <w:r>
        <w:t>— </w:t>
      </w:r>
      <w:r w:rsidR="004C389C">
        <w:t>Entrez</w:t>
      </w:r>
      <w:r>
        <w:t xml:space="preserve"> ! </w:t>
      </w:r>
      <w:r w:rsidR="004C389C">
        <w:t>fit de nouveau le commandant</w:t>
      </w:r>
      <w:r>
        <w:t>.</w:t>
      </w:r>
    </w:p>
    <w:p w14:paraId="71BE0C11" w14:textId="77777777" w:rsidR="004B5A85" w:rsidRDefault="004C389C" w:rsidP="004C389C">
      <w:r>
        <w:t>Ce fut le capitaine de Cartel qui parut</w:t>
      </w:r>
      <w:r w:rsidR="004B5A85">
        <w:t xml:space="preserve">. </w:t>
      </w:r>
      <w:r>
        <w:t>Un homme encore très jeune</w:t>
      </w:r>
      <w:r w:rsidR="004B5A85">
        <w:t xml:space="preserve">, </w:t>
      </w:r>
      <w:r>
        <w:t>brun</w:t>
      </w:r>
      <w:r w:rsidR="004B5A85">
        <w:t xml:space="preserve">, </w:t>
      </w:r>
      <w:r>
        <w:t>complètement rasé</w:t>
      </w:r>
      <w:r w:rsidR="004B5A85">
        <w:t xml:space="preserve">, </w:t>
      </w:r>
      <w:r>
        <w:t>l</w:t>
      </w:r>
      <w:r w:rsidR="004B5A85">
        <w:t>’</w:t>
      </w:r>
      <w:r>
        <w:t>œil noir très vif</w:t>
      </w:r>
      <w:r w:rsidR="004B5A85">
        <w:t xml:space="preserve">, </w:t>
      </w:r>
      <w:r>
        <w:t>et le v</w:t>
      </w:r>
      <w:r>
        <w:t>i</w:t>
      </w:r>
      <w:r>
        <w:t>sage énergique</w:t>
      </w:r>
      <w:r w:rsidR="004B5A85">
        <w:t xml:space="preserve"> ; </w:t>
      </w:r>
      <w:r>
        <w:t>il était sanglé dans un uniforme toujours très ajusté</w:t>
      </w:r>
      <w:r w:rsidR="004B5A85">
        <w:t xml:space="preserve">, </w:t>
      </w:r>
      <w:r>
        <w:t>de drap fin et de coupe élégante</w:t>
      </w:r>
      <w:r w:rsidR="004B5A85">
        <w:t xml:space="preserve">. </w:t>
      </w:r>
      <w:r>
        <w:t>Excellent officier d</w:t>
      </w:r>
      <w:r w:rsidR="004B5A85">
        <w:t>’</w:t>
      </w:r>
      <w:r>
        <w:t>ailleurs</w:t>
      </w:r>
      <w:r w:rsidR="004B5A85">
        <w:t xml:space="preserve">, </w:t>
      </w:r>
      <w:r>
        <w:t>et d</w:t>
      </w:r>
      <w:r w:rsidR="004B5A85">
        <w:t>’</w:t>
      </w:r>
      <w:r>
        <w:t>une intelligence remarquable</w:t>
      </w:r>
      <w:r w:rsidR="004B5A85">
        <w:t>.</w:t>
      </w:r>
    </w:p>
    <w:p w14:paraId="4BF94CE3" w14:textId="77777777" w:rsidR="004B5A85" w:rsidRDefault="004B5A85" w:rsidP="004C389C">
      <w:r>
        <w:t>— </w:t>
      </w:r>
      <w:r w:rsidR="004C389C">
        <w:t>Mon commandant</w:t>
      </w:r>
      <w:r>
        <w:t xml:space="preserve">, </w:t>
      </w:r>
      <w:r w:rsidR="004C389C">
        <w:t>dit-il</w:t>
      </w:r>
      <w:r>
        <w:t xml:space="preserve">, </w:t>
      </w:r>
      <w:r w:rsidR="004C389C">
        <w:t>hier</w:t>
      </w:r>
      <w:r>
        <w:t xml:space="preserve">, </w:t>
      </w:r>
      <w:r w:rsidR="004C389C">
        <w:t>vous avez donné l</w:t>
      </w:r>
      <w:r>
        <w:t>’</w:t>
      </w:r>
      <w:r w:rsidR="004C389C">
        <w:t>ordre de naviguer aujourd</w:t>
      </w:r>
      <w:r>
        <w:t>’</w:t>
      </w:r>
      <w:r w:rsidR="004C389C">
        <w:t>hui en surface</w:t>
      </w:r>
      <w:r>
        <w:t>.</w:t>
      </w:r>
    </w:p>
    <w:p w14:paraId="57C675B0" w14:textId="77777777" w:rsidR="004B5A85" w:rsidRDefault="004B5A85" w:rsidP="004C389C">
      <w:r>
        <w:t>— </w:t>
      </w:r>
      <w:r w:rsidR="004C389C">
        <w:t>Eh bien</w:t>
      </w:r>
      <w:r>
        <w:t> ?</w:t>
      </w:r>
    </w:p>
    <w:p w14:paraId="07497C7E" w14:textId="77777777" w:rsidR="004B5A85" w:rsidRDefault="004B5A85" w:rsidP="004C389C">
      <w:r>
        <w:lastRenderedPageBreak/>
        <w:t>— </w:t>
      </w:r>
      <w:r w:rsidR="004C389C">
        <w:t>La vigie signale qu</w:t>
      </w:r>
      <w:r>
        <w:t>’</w:t>
      </w:r>
      <w:r w:rsidR="004C389C">
        <w:t>il y a tempête</w:t>
      </w:r>
      <w:r>
        <w:t xml:space="preserve">, </w:t>
      </w:r>
      <w:r w:rsidR="004C389C">
        <w:t>là-haut</w:t>
      </w:r>
      <w:r>
        <w:t>.</w:t>
      </w:r>
    </w:p>
    <w:p w14:paraId="21EEF14E" w14:textId="77777777" w:rsidR="004B5A85" w:rsidRDefault="004B5A85" w:rsidP="004C389C">
      <w:r>
        <w:t>— </w:t>
      </w:r>
      <w:r w:rsidR="004C389C">
        <w:t>Cela n</w:t>
      </w:r>
      <w:r>
        <w:t>’</w:t>
      </w:r>
      <w:r w:rsidR="004C389C">
        <w:t>a pas d</w:t>
      </w:r>
      <w:r>
        <w:t>’</w:t>
      </w:r>
      <w:r w:rsidR="004C389C">
        <w:t>importance</w:t>
      </w:r>
      <w:r>
        <w:t xml:space="preserve">, </w:t>
      </w:r>
      <w:r w:rsidR="004C389C">
        <w:t>répondit le commandant Ma</w:t>
      </w:r>
      <w:r w:rsidR="004C389C">
        <w:t>r</w:t>
      </w:r>
      <w:r w:rsidR="004C389C">
        <w:t>tel avec bonne humeur</w:t>
      </w:r>
      <w:r>
        <w:t xml:space="preserve">. </w:t>
      </w:r>
      <w:r w:rsidR="004C389C">
        <w:t>Nous revêtirons les imperméables</w:t>
      </w:r>
      <w:r>
        <w:t xml:space="preserve">, </w:t>
      </w:r>
      <w:r w:rsidR="004C389C">
        <w:t>nous chausserons les bottes</w:t>
      </w:r>
      <w:r>
        <w:t xml:space="preserve">, </w:t>
      </w:r>
      <w:r w:rsidR="004C389C">
        <w:t>nous coifferons les suroîts et nous br</w:t>
      </w:r>
      <w:r w:rsidR="004C389C">
        <w:t>a</w:t>
      </w:r>
      <w:r w:rsidR="004C389C">
        <w:t>verons la tempête</w:t>
      </w:r>
      <w:r>
        <w:t xml:space="preserve">. </w:t>
      </w:r>
      <w:r w:rsidR="004C389C">
        <w:t>Il n</w:t>
      </w:r>
      <w:r>
        <w:t>’</w:t>
      </w:r>
      <w:r w:rsidR="004C389C">
        <w:t>y aura qu</w:t>
      </w:r>
      <w:r>
        <w:t>’</w:t>
      </w:r>
      <w:r w:rsidR="004C389C">
        <w:t>à tenir fermé le panneau inf</w:t>
      </w:r>
      <w:r w:rsidR="004C389C">
        <w:t>é</w:t>
      </w:r>
      <w:r w:rsidR="004C389C">
        <w:t>rieur</w:t>
      </w:r>
      <w:r>
        <w:t xml:space="preserve">, </w:t>
      </w:r>
      <w:r w:rsidR="004C389C">
        <w:t>afin que les vagues ne viennent pas à pénétrer dans le sous-marin par l</w:t>
      </w:r>
      <w:r>
        <w:t>’</w:t>
      </w:r>
      <w:r w:rsidR="004C389C">
        <w:t>écoutille</w:t>
      </w:r>
      <w:r>
        <w:t>.</w:t>
      </w:r>
    </w:p>
    <w:p w14:paraId="6FCBD001" w14:textId="77777777" w:rsidR="004B5A85" w:rsidRDefault="004B5A85" w:rsidP="004C389C">
      <w:r>
        <w:t>— </w:t>
      </w:r>
      <w:r w:rsidR="004C389C">
        <w:t>Nous émergeons donc tout de suite</w:t>
      </w:r>
      <w:r>
        <w:t xml:space="preserve"> ? </w:t>
      </w:r>
      <w:r w:rsidR="004C389C">
        <w:t>interrogea l</w:t>
      </w:r>
      <w:r>
        <w:t>’</w:t>
      </w:r>
      <w:r w:rsidR="004C389C">
        <w:t>officier</w:t>
      </w:r>
      <w:r>
        <w:t>.</w:t>
      </w:r>
    </w:p>
    <w:p w14:paraId="507A3D90" w14:textId="77777777" w:rsidR="004B5A85" w:rsidRDefault="004B5A85" w:rsidP="004C389C">
      <w:r>
        <w:t>— </w:t>
      </w:r>
      <w:r w:rsidR="004C389C">
        <w:t>Oui</w:t>
      </w:r>
      <w:r>
        <w:t xml:space="preserve">. </w:t>
      </w:r>
      <w:r w:rsidR="004C389C">
        <w:t>Envoyez l</w:t>
      </w:r>
      <w:r>
        <w:t>’</w:t>
      </w:r>
      <w:r w:rsidR="004C389C">
        <w:t xml:space="preserve">ordre à la </w:t>
      </w:r>
      <w:r w:rsidR="004C389C">
        <w:rPr>
          <w:i/>
          <w:iCs/>
        </w:rPr>
        <w:t>Victoire</w:t>
      </w:r>
      <w:r>
        <w:rPr>
          <w:i/>
          <w:iCs/>
        </w:rPr>
        <w:t xml:space="preserve">. </w:t>
      </w:r>
      <w:r w:rsidR="004C389C">
        <w:t>Vous viendrez avec moi sur la plate-forme</w:t>
      </w:r>
      <w:r>
        <w:t xml:space="preserve">, </w:t>
      </w:r>
      <w:r w:rsidR="004C389C">
        <w:t>Cartel</w:t>
      </w:r>
      <w:r>
        <w:t>.</w:t>
      </w:r>
    </w:p>
    <w:p w14:paraId="05530030" w14:textId="77777777" w:rsidR="004B5A85" w:rsidRDefault="004B5A85" w:rsidP="004C389C">
      <w:r>
        <w:t>— </w:t>
      </w:r>
      <w:r w:rsidR="004C389C">
        <w:t>Bien</w:t>
      </w:r>
      <w:r>
        <w:t xml:space="preserve">, </w:t>
      </w:r>
      <w:r w:rsidR="004C389C">
        <w:t>mon commandant</w:t>
      </w:r>
      <w:r>
        <w:t>.</w:t>
      </w:r>
    </w:p>
    <w:p w14:paraId="5B24AE67" w14:textId="77777777" w:rsidR="004B5A85" w:rsidRDefault="004C389C" w:rsidP="004C389C">
      <w:r>
        <w:t>Et l</w:t>
      </w:r>
      <w:r w:rsidR="004B5A85">
        <w:t>’</w:t>
      </w:r>
      <w:r>
        <w:t>officier sortit</w:t>
      </w:r>
      <w:r w:rsidR="004B5A85">
        <w:t>.</w:t>
      </w:r>
    </w:p>
    <w:p w14:paraId="1E1C9126" w14:textId="77777777" w:rsidR="004B5A85" w:rsidRDefault="004B5A85" w:rsidP="004C389C">
      <w:r>
        <w:t>— </w:t>
      </w:r>
      <w:r w:rsidR="004C389C">
        <w:t>Va t</w:t>
      </w:r>
      <w:r>
        <w:t>’</w:t>
      </w:r>
      <w:r w:rsidR="004C389C">
        <w:t>habiller</w:t>
      </w:r>
      <w:r>
        <w:t xml:space="preserve">, </w:t>
      </w:r>
      <w:r w:rsidR="004C389C">
        <w:t>petit</w:t>
      </w:r>
      <w:r>
        <w:t xml:space="preserve">, </w:t>
      </w:r>
      <w:r w:rsidR="004C389C">
        <w:t>fit encore Ludovic Martel en s</w:t>
      </w:r>
      <w:r>
        <w:t>’</w:t>
      </w:r>
      <w:r w:rsidR="004C389C">
        <w:t>adressant à Pierrot l</w:t>
      </w:r>
      <w:r>
        <w:t>’</w:t>
      </w:r>
      <w:r w:rsidR="004C389C">
        <w:t>Écureuil</w:t>
      </w:r>
      <w:r>
        <w:t>.</w:t>
      </w:r>
    </w:p>
    <w:p w14:paraId="1A9A73A7" w14:textId="77777777" w:rsidR="004B5A85" w:rsidRDefault="004C389C" w:rsidP="004C389C">
      <w:r>
        <w:t>Le mousse</w:t>
      </w:r>
      <w:r w:rsidR="004B5A85">
        <w:t xml:space="preserve"> – </w:t>
      </w:r>
      <w:r>
        <w:t>car</w:t>
      </w:r>
      <w:r w:rsidR="004B5A85">
        <w:t xml:space="preserve">, </w:t>
      </w:r>
      <w:r>
        <w:t>pour son commandant</w:t>
      </w:r>
      <w:r w:rsidR="004B5A85">
        <w:t xml:space="preserve">, </w:t>
      </w:r>
      <w:r>
        <w:t>l</w:t>
      </w:r>
      <w:r w:rsidR="004B5A85">
        <w:t>’</w:t>
      </w:r>
      <w:r>
        <w:t xml:space="preserve">héroïque garçon était toujours le </w:t>
      </w:r>
      <w:r w:rsidR="004B5A85">
        <w:t>« </w:t>
      </w:r>
      <w:r>
        <w:t>mousse</w:t>
      </w:r>
      <w:r w:rsidR="004B5A85">
        <w:t> »</w:t>
      </w:r>
      <w:r w:rsidR="004B5A85">
        <w:rPr>
          <w:i/>
          <w:iCs/>
        </w:rPr>
        <w:t xml:space="preserve"> – </w:t>
      </w:r>
      <w:r>
        <w:t>ne se le fit pas dire deux fois</w:t>
      </w:r>
      <w:r w:rsidR="004B5A85">
        <w:t>.</w:t>
      </w:r>
    </w:p>
    <w:p w14:paraId="4A5465AE" w14:textId="77777777" w:rsidR="004B5A85" w:rsidRDefault="004C389C" w:rsidP="004C389C">
      <w:r>
        <w:t>Il se précipita dans le magasin numéro 21</w:t>
      </w:r>
      <w:r w:rsidR="004B5A85">
        <w:t xml:space="preserve">, </w:t>
      </w:r>
      <w:r>
        <w:t>où</w:t>
      </w:r>
      <w:r w:rsidR="004B5A85">
        <w:t xml:space="preserve">, </w:t>
      </w:r>
      <w:r>
        <w:t>à côté des scaphandres</w:t>
      </w:r>
      <w:r w:rsidR="004B5A85">
        <w:t xml:space="preserve">, </w:t>
      </w:r>
      <w:r>
        <w:t>étaient suspendus les imperméables</w:t>
      </w:r>
      <w:r w:rsidR="004B5A85">
        <w:t xml:space="preserve">, </w:t>
      </w:r>
      <w:r>
        <w:t>les bottes et suroîts de tout l</w:t>
      </w:r>
      <w:r w:rsidR="004B5A85">
        <w:t>’</w:t>
      </w:r>
      <w:r>
        <w:t>équipage</w:t>
      </w:r>
      <w:r w:rsidR="004B5A85">
        <w:t xml:space="preserve">, </w:t>
      </w:r>
      <w:r>
        <w:t>et</w:t>
      </w:r>
      <w:r w:rsidR="004B5A85">
        <w:t xml:space="preserve">, </w:t>
      </w:r>
      <w:r>
        <w:t>par-dessus ce qu</w:t>
      </w:r>
      <w:r w:rsidR="004B5A85">
        <w:t>’</w:t>
      </w:r>
      <w:r>
        <w:t>il portait déjà</w:t>
      </w:r>
      <w:r w:rsidR="004B5A85">
        <w:t xml:space="preserve">, </w:t>
      </w:r>
      <w:r>
        <w:t>il enfila les vêtements de toile cirée qui devaient le garantir des embruns</w:t>
      </w:r>
      <w:r w:rsidR="004B5A85">
        <w:t xml:space="preserve">. </w:t>
      </w:r>
      <w:r>
        <w:t>Ses pieds nus entrèrent dans des bottes confortables</w:t>
      </w:r>
      <w:r w:rsidR="004B5A85">
        <w:t xml:space="preserve">, </w:t>
      </w:r>
      <w:r>
        <w:t>et</w:t>
      </w:r>
      <w:r w:rsidR="004B5A85">
        <w:t xml:space="preserve">, </w:t>
      </w:r>
      <w:r>
        <w:t>sur ses cheveux frisés</w:t>
      </w:r>
      <w:r w:rsidR="004B5A85">
        <w:t xml:space="preserve">, </w:t>
      </w:r>
      <w:r>
        <w:t>il enfonça un suroît</w:t>
      </w:r>
      <w:r w:rsidR="004B5A85">
        <w:t xml:space="preserve">, </w:t>
      </w:r>
      <w:r>
        <w:t>qu</w:t>
      </w:r>
      <w:r w:rsidR="004B5A85">
        <w:t>’</w:t>
      </w:r>
      <w:r>
        <w:t>il attacha par un cordonnet sous le menton</w:t>
      </w:r>
      <w:r w:rsidR="004B5A85">
        <w:t>.</w:t>
      </w:r>
    </w:p>
    <w:p w14:paraId="454C295C" w14:textId="77777777" w:rsidR="004B5A85" w:rsidRDefault="004C389C" w:rsidP="004C389C">
      <w:r>
        <w:t>Il achevait à peine lorsque le commandant Martel et le c</w:t>
      </w:r>
      <w:r>
        <w:t>a</w:t>
      </w:r>
      <w:r>
        <w:t>pitaine de Cartel vinrent s</w:t>
      </w:r>
      <w:r w:rsidR="004B5A85">
        <w:t>’</w:t>
      </w:r>
      <w:r>
        <w:t>habiller pour la tempête</w:t>
      </w:r>
      <w:r w:rsidR="004B5A85">
        <w:t>.</w:t>
      </w:r>
    </w:p>
    <w:p w14:paraId="22C4FB7A" w14:textId="77777777" w:rsidR="004B5A85" w:rsidRDefault="004C389C" w:rsidP="004C389C">
      <w:r>
        <w:lastRenderedPageBreak/>
        <w:t>Et</w:t>
      </w:r>
      <w:r w:rsidR="004B5A85">
        <w:t xml:space="preserve">, </w:t>
      </w:r>
      <w:r>
        <w:t>trois minutes plus tard</w:t>
      </w:r>
      <w:r w:rsidR="004B5A85">
        <w:t xml:space="preserve">, </w:t>
      </w:r>
      <w:r>
        <w:t>ils étaient prêts</w:t>
      </w:r>
      <w:r w:rsidR="004B5A85">
        <w:t>.</w:t>
      </w:r>
    </w:p>
    <w:p w14:paraId="12D0EA4B" w14:textId="77777777" w:rsidR="004B5A85" w:rsidRDefault="004C389C" w:rsidP="004C389C">
      <w:r>
        <w:t>Mais</w:t>
      </w:r>
      <w:r w:rsidR="004B5A85">
        <w:t xml:space="preserve">, </w:t>
      </w:r>
      <w:r>
        <w:t>à l</w:t>
      </w:r>
      <w:r w:rsidR="004B5A85">
        <w:t>’</w:t>
      </w:r>
      <w:r>
        <w:t>immobilité de tout à l</w:t>
      </w:r>
      <w:r w:rsidR="004B5A85">
        <w:t>’</w:t>
      </w:r>
      <w:r>
        <w:t>heure avait succédé</w:t>
      </w:r>
      <w:r w:rsidR="004B5A85">
        <w:t xml:space="preserve">, </w:t>
      </w:r>
      <w:r>
        <w:t>pour le sous-marin</w:t>
      </w:r>
      <w:r w:rsidR="004B5A85">
        <w:t xml:space="preserve">, </w:t>
      </w:r>
      <w:r>
        <w:t>une violente agitation</w:t>
      </w:r>
      <w:r w:rsidR="004B5A85">
        <w:t xml:space="preserve">. </w:t>
      </w:r>
      <w:r>
        <w:t>Il avait quitté les profo</w:t>
      </w:r>
      <w:r>
        <w:t>n</w:t>
      </w:r>
      <w:r>
        <w:t>deurs et</w:t>
      </w:r>
      <w:r w:rsidR="004B5A85">
        <w:t xml:space="preserve">, </w:t>
      </w:r>
      <w:r>
        <w:t>à la surface</w:t>
      </w:r>
      <w:r w:rsidR="004B5A85">
        <w:t xml:space="preserve">, </w:t>
      </w:r>
      <w:r>
        <w:t>les énormes vagues le balançaient</w:t>
      </w:r>
      <w:r w:rsidR="004B5A85">
        <w:t xml:space="preserve">, </w:t>
      </w:r>
      <w:r>
        <w:t>le so</w:t>
      </w:r>
      <w:r>
        <w:t>u</w:t>
      </w:r>
      <w:r>
        <w:t>levaient</w:t>
      </w:r>
      <w:r w:rsidR="004B5A85">
        <w:t xml:space="preserve">, </w:t>
      </w:r>
      <w:r>
        <w:t>le laissaient retomber</w:t>
      </w:r>
      <w:r w:rsidR="004B5A85">
        <w:t>…</w:t>
      </w:r>
    </w:p>
    <w:p w14:paraId="1C974E9A" w14:textId="77777777" w:rsidR="004B5A85" w:rsidRDefault="004C389C" w:rsidP="004C389C">
      <w:r>
        <w:t>Il fallut que les deux officiers et le jeune garçon s</w:t>
      </w:r>
      <w:r w:rsidR="004B5A85">
        <w:t>’</w:t>
      </w:r>
      <w:r>
        <w:t>accrochassent solidement à la rampe pour pouvoir monter l</w:t>
      </w:r>
      <w:r w:rsidR="004B5A85">
        <w:t>’</w:t>
      </w:r>
      <w:r>
        <w:t>escalier de l</w:t>
      </w:r>
      <w:r w:rsidR="004B5A85">
        <w:t>’</w:t>
      </w:r>
      <w:r>
        <w:t>écoutille centrale</w:t>
      </w:r>
      <w:r w:rsidR="004B5A85">
        <w:t>.</w:t>
      </w:r>
    </w:p>
    <w:p w14:paraId="2127FCFA" w14:textId="77777777" w:rsidR="004B5A85" w:rsidRDefault="004C389C" w:rsidP="004C389C">
      <w:r>
        <w:t>Un matelot était en haut</w:t>
      </w:r>
      <w:r w:rsidR="004B5A85">
        <w:t xml:space="preserve">, </w:t>
      </w:r>
      <w:r>
        <w:t>sur la dernière marche</w:t>
      </w:r>
      <w:r w:rsidR="004B5A85">
        <w:t xml:space="preserve">. </w:t>
      </w:r>
      <w:r>
        <w:t>Il ouvrit le panneau inférieur</w:t>
      </w:r>
      <w:r w:rsidR="004B5A85">
        <w:t xml:space="preserve">, </w:t>
      </w:r>
      <w:r>
        <w:t>puis le panneau supérieur</w:t>
      </w:r>
      <w:r w:rsidR="004B5A85">
        <w:t xml:space="preserve">, </w:t>
      </w:r>
      <w:r>
        <w:t>et aussitôt une vague ruissela</w:t>
      </w:r>
      <w:r w:rsidR="004B5A85">
        <w:t xml:space="preserve">, </w:t>
      </w:r>
      <w:r>
        <w:t>pénétrant par l</w:t>
      </w:r>
      <w:r w:rsidR="004B5A85">
        <w:t>’</w:t>
      </w:r>
      <w:r>
        <w:t>écoutille</w:t>
      </w:r>
      <w:r w:rsidR="004B5A85">
        <w:t xml:space="preserve">, </w:t>
      </w:r>
      <w:r>
        <w:t>dégringolant en ca</w:t>
      </w:r>
      <w:r>
        <w:t>s</w:t>
      </w:r>
      <w:r>
        <w:t>cade le long de l</w:t>
      </w:r>
      <w:r w:rsidR="004B5A85">
        <w:t>’</w:t>
      </w:r>
      <w:r>
        <w:t>escalier</w:t>
      </w:r>
      <w:r w:rsidR="004B5A85">
        <w:t>.</w:t>
      </w:r>
    </w:p>
    <w:p w14:paraId="016E42BB" w14:textId="77777777" w:rsidR="004B5A85" w:rsidRDefault="004C389C" w:rsidP="004C389C">
      <w:r>
        <w:t>Ludovic Martel</w:t>
      </w:r>
      <w:r w:rsidR="004B5A85">
        <w:t xml:space="preserve">, </w:t>
      </w:r>
      <w:r>
        <w:t>Cartel et Pierrot l</w:t>
      </w:r>
      <w:r w:rsidR="004B5A85">
        <w:t>’</w:t>
      </w:r>
      <w:r>
        <w:t>Écureuil bondirent et</w:t>
      </w:r>
      <w:r w:rsidR="004B5A85">
        <w:t xml:space="preserve">, </w:t>
      </w:r>
      <w:r>
        <w:t>quand ils furent passés</w:t>
      </w:r>
      <w:r w:rsidR="004B5A85">
        <w:t xml:space="preserve">, </w:t>
      </w:r>
      <w:r>
        <w:t>le matelot referma derrière eux le pa</w:t>
      </w:r>
      <w:r>
        <w:t>n</w:t>
      </w:r>
      <w:r>
        <w:t>neau inférieur</w:t>
      </w:r>
      <w:r w:rsidR="004B5A85">
        <w:t xml:space="preserve">, </w:t>
      </w:r>
      <w:r>
        <w:t>prêt d</w:t>
      </w:r>
      <w:r w:rsidR="004B5A85">
        <w:t>’</w:t>
      </w:r>
      <w:r>
        <w:t>ailleurs à le rouvrir au premier signal</w:t>
      </w:r>
      <w:r w:rsidR="004B5A85">
        <w:t>.</w:t>
      </w:r>
    </w:p>
    <w:p w14:paraId="4A08450A" w14:textId="77777777" w:rsidR="004B5A85" w:rsidRDefault="004C389C" w:rsidP="004C389C">
      <w:r>
        <w:t>Sur la plate-forme</w:t>
      </w:r>
      <w:r w:rsidR="004B5A85">
        <w:t xml:space="preserve">, </w:t>
      </w:r>
      <w:r>
        <w:t>que balayaient les vagues furieuses</w:t>
      </w:r>
      <w:r w:rsidR="004B5A85">
        <w:t xml:space="preserve">, </w:t>
      </w:r>
      <w:r>
        <w:t>les deux officiers et le mousse durent immédiatement se crampo</w:t>
      </w:r>
      <w:r>
        <w:t>n</w:t>
      </w:r>
      <w:r>
        <w:t>ner de toutes leurs forces au garde-fou</w:t>
      </w:r>
      <w:r w:rsidR="004B5A85">
        <w:t xml:space="preserve">, – </w:t>
      </w:r>
      <w:r>
        <w:t>très bas et d</w:t>
      </w:r>
      <w:r w:rsidR="004B5A85">
        <w:t>’</w:t>
      </w:r>
      <w:r>
        <w:t>une sol</w:t>
      </w:r>
      <w:r>
        <w:t>i</w:t>
      </w:r>
      <w:r>
        <w:t>dité à toute épreuve</w:t>
      </w:r>
      <w:r w:rsidR="004B5A85">
        <w:t xml:space="preserve">, – </w:t>
      </w:r>
      <w:r>
        <w:t>pour n</w:t>
      </w:r>
      <w:r w:rsidR="004B5A85">
        <w:t>’</w:t>
      </w:r>
      <w:r>
        <w:t>être pas emportés par les coups de mer</w:t>
      </w:r>
      <w:r w:rsidR="004B5A85">
        <w:t>.</w:t>
      </w:r>
    </w:p>
    <w:p w14:paraId="4808A979" w14:textId="77777777" w:rsidR="004B5A85" w:rsidRDefault="004C389C" w:rsidP="004C389C">
      <w:r>
        <w:t>Soudain</w:t>
      </w:r>
      <w:r w:rsidR="004B5A85">
        <w:t xml:space="preserve">, </w:t>
      </w:r>
      <w:r>
        <w:t>Pierrot l</w:t>
      </w:r>
      <w:r w:rsidR="004B5A85">
        <w:t>’</w:t>
      </w:r>
      <w:r>
        <w:t>Écureuil jeta un cri qui domina le fracas des eaux autour du sous-marin</w:t>
      </w:r>
      <w:r w:rsidR="004B5A85">
        <w:t>.</w:t>
      </w:r>
    </w:p>
    <w:p w14:paraId="189F4B07" w14:textId="77777777" w:rsidR="004B5A85" w:rsidRDefault="004B5A85" w:rsidP="004C389C">
      <w:r>
        <w:t>— </w:t>
      </w:r>
      <w:r w:rsidR="004C389C">
        <w:t>Qu</w:t>
      </w:r>
      <w:r>
        <w:t>’</w:t>
      </w:r>
      <w:r w:rsidR="004C389C">
        <w:t>est-ce que tu vois</w:t>
      </w:r>
      <w:r>
        <w:t xml:space="preserve"> ? </w:t>
      </w:r>
      <w:r w:rsidR="004C389C">
        <w:t>hurla Ludovic Martel</w:t>
      </w:r>
      <w:r>
        <w:t xml:space="preserve">, </w:t>
      </w:r>
      <w:r w:rsidR="004C389C">
        <w:t>car il fallait hurler pour être entendu</w:t>
      </w:r>
      <w:r>
        <w:t>…</w:t>
      </w:r>
    </w:p>
    <w:p w14:paraId="5E02F43A" w14:textId="77777777" w:rsidR="004B5A85" w:rsidRDefault="004B5A85" w:rsidP="004C389C">
      <w:r>
        <w:t>— </w:t>
      </w:r>
      <w:r w:rsidR="004C389C">
        <w:t>Là-bas</w:t>
      </w:r>
      <w:r>
        <w:t xml:space="preserve">, </w:t>
      </w:r>
      <w:r w:rsidR="004C389C">
        <w:t>à bâbord arrière</w:t>
      </w:r>
      <w:r>
        <w:t xml:space="preserve">, </w:t>
      </w:r>
      <w:r w:rsidR="004C389C">
        <w:t>il m</w:t>
      </w:r>
      <w:r>
        <w:t>’</w:t>
      </w:r>
      <w:r w:rsidR="004C389C">
        <w:t>a semblé voir une barque</w:t>
      </w:r>
      <w:r>
        <w:t xml:space="preserve">, </w:t>
      </w:r>
      <w:r w:rsidR="004C389C">
        <w:t>une épave</w:t>
      </w:r>
      <w:r>
        <w:t>…</w:t>
      </w:r>
    </w:p>
    <w:p w14:paraId="3366BF1B" w14:textId="77777777" w:rsidR="004B5A85" w:rsidRDefault="004C389C" w:rsidP="004C389C">
      <w:r>
        <w:lastRenderedPageBreak/>
        <w:t>Les deux officiers attendirent que le sous-marin fût remo</w:t>
      </w:r>
      <w:r>
        <w:t>n</w:t>
      </w:r>
      <w:r>
        <w:t>té au sommet d</w:t>
      </w:r>
      <w:r w:rsidR="004B5A85">
        <w:t>’</w:t>
      </w:r>
      <w:r>
        <w:t>une vague</w:t>
      </w:r>
      <w:r w:rsidR="004B5A85">
        <w:t xml:space="preserve">, </w:t>
      </w:r>
      <w:r>
        <w:t>et ils regardèrent du côté indiqué</w:t>
      </w:r>
      <w:r w:rsidR="004B5A85">
        <w:t>.</w:t>
      </w:r>
    </w:p>
    <w:p w14:paraId="26CB3E73" w14:textId="77777777" w:rsidR="004B5A85" w:rsidRDefault="004B5A85" w:rsidP="004C389C">
      <w:r>
        <w:t>— </w:t>
      </w:r>
      <w:r w:rsidR="004C389C">
        <w:t>C</w:t>
      </w:r>
      <w:r>
        <w:t>’</w:t>
      </w:r>
      <w:r w:rsidR="004C389C">
        <w:t>est une barque désemparée</w:t>
      </w:r>
      <w:r>
        <w:t xml:space="preserve">… </w:t>
      </w:r>
      <w:r w:rsidR="004C389C">
        <w:t>Je la vois</w:t>
      </w:r>
      <w:r>
        <w:t xml:space="preserve"> ! </w:t>
      </w:r>
      <w:r w:rsidR="004C389C">
        <w:t>cria le cap</w:t>
      </w:r>
      <w:r w:rsidR="004C389C">
        <w:t>i</w:t>
      </w:r>
      <w:r w:rsidR="004C389C">
        <w:t>taine de Cartel</w:t>
      </w:r>
      <w:r>
        <w:t>.</w:t>
      </w:r>
    </w:p>
    <w:p w14:paraId="2C67FDAA" w14:textId="77777777" w:rsidR="004B5A85" w:rsidRDefault="004B5A85" w:rsidP="004C389C">
      <w:r>
        <w:t>— </w:t>
      </w:r>
      <w:r w:rsidR="004C389C">
        <w:t>Moi aussi</w:t>
      </w:r>
      <w:r>
        <w:t xml:space="preserve">, </w:t>
      </w:r>
      <w:r w:rsidR="004C389C">
        <w:t>je la vois</w:t>
      </w:r>
      <w:r>
        <w:t xml:space="preserve">, </w:t>
      </w:r>
      <w:r w:rsidR="004C389C">
        <w:t>malgré la brume</w:t>
      </w:r>
      <w:r>
        <w:t xml:space="preserve"> ! </w:t>
      </w:r>
      <w:r w:rsidR="004C389C">
        <w:t>hurla Ludovic Martel</w:t>
      </w:r>
      <w:r>
        <w:t xml:space="preserve">. </w:t>
      </w:r>
      <w:r w:rsidR="004C389C">
        <w:t>Mais une barque</w:t>
      </w:r>
      <w:r>
        <w:t xml:space="preserve">, </w:t>
      </w:r>
      <w:r w:rsidR="004C389C">
        <w:t>dans ces parages</w:t>
      </w:r>
      <w:r>
        <w:t> !…</w:t>
      </w:r>
    </w:p>
    <w:p w14:paraId="0C0D6B12" w14:textId="77777777" w:rsidR="004B5A85" w:rsidRDefault="004C389C" w:rsidP="004C389C">
      <w:r>
        <w:t>À ce moment</w:t>
      </w:r>
      <w:r w:rsidR="004B5A85">
        <w:t xml:space="preserve">, </w:t>
      </w:r>
      <w:r>
        <w:t>de l</w:t>
      </w:r>
      <w:r w:rsidR="004B5A85">
        <w:t>’</w:t>
      </w:r>
      <w:r>
        <w:t>autre côté de la barque entrevue</w:t>
      </w:r>
      <w:r w:rsidR="004B5A85">
        <w:t xml:space="preserve">, </w:t>
      </w:r>
      <w:r>
        <w:t>au sommet d</w:t>
      </w:r>
      <w:r w:rsidR="004B5A85">
        <w:t>’</w:t>
      </w:r>
      <w:r>
        <w:t>une autre vague</w:t>
      </w:r>
      <w:r w:rsidR="004B5A85">
        <w:t xml:space="preserve">, </w:t>
      </w:r>
      <w:r>
        <w:t xml:space="preserve">parut la </w:t>
      </w:r>
      <w:r>
        <w:rPr>
          <w:i/>
          <w:iCs/>
        </w:rPr>
        <w:t>Victoire</w:t>
      </w:r>
      <w:r w:rsidR="004B5A85">
        <w:rPr>
          <w:i/>
          <w:iCs/>
        </w:rPr>
        <w:t xml:space="preserve">, </w:t>
      </w:r>
      <w:r>
        <w:t>ayant trois hommes sur sa plate-forme</w:t>
      </w:r>
      <w:r w:rsidR="004B5A85">
        <w:t>.</w:t>
      </w:r>
    </w:p>
    <w:p w14:paraId="6EB2E0B5" w14:textId="77777777" w:rsidR="004B5A85" w:rsidRDefault="004C389C" w:rsidP="004C389C">
      <w:r>
        <w:t>La barque</w:t>
      </w:r>
      <w:r w:rsidR="004B5A85">
        <w:t xml:space="preserve"> – </w:t>
      </w:r>
      <w:r>
        <w:t>car c</w:t>
      </w:r>
      <w:r w:rsidR="004B5A85">
        <w:t>’</w:t>
      </w:r>
      <w:r>
        <w:t>était bien une barque sans mâture</w:t>
      </w:r>
      <w:r w:rsidR="004B5A85">
        <w:t xml:space="preserve"> – </w:t>
      </w:r>
      <w:r>
        <w:t>se trouvait donc entre les deux sous-marins</w:t>
      </w:r>
      <w:r w:rsidR="004B5A85">
        <w:t>.</w:t>
      </w:r>
    </w:p>
    <w:p w14:paraId="02B2DF7C" w14:textId="77777777" w:rsidR="004B5A85" w:rsidRDefault="004C389C" w:rsidP="004C389C">
      <w:r>
        <w:t>Ludovic Martel se pencha vers le capitaine de Cartel</w:t>
      </w:r>
      <w:r w:rsidR="004B5A85">
        <w:t xml:space="preserve">, </w:t>
      </w:r>
      <w:r>
        <w:t>pour être mieux entendu</w:t>
      </w:r>
      <w:r w:rsidR="004B5A85">
        <w:t xml:space="preserve">, </w:t>
      </w:r>
      <w:r>
        <w:t>et commanda</w:t>
      </w:r>
      <w:r w:rsidR="004B5A85">
        <w:t> :</w:t>
      </w:r>
    </w:p>
    <w:p w14:paraId="290E3C2C" w14:textId="77777777" w:rsidR="004B5A85" w:rsidRDefault="004B5A85" w:rsidP="004C389C">
      <w:r>
        <w:t>— </w:t>
      </w:r>
      <w:r w:rsidR="004C389C">
        <w:t>Allez chercher deux matelots</w:t>
      </w:r>
      <w:r>
        <w:t xml:space="preserve">, </w:t>
      </w:r>
      <w:r w:rsidR="004C389C">
        <w:t>des filins et deux ancres à jet</w:t>
      </w:r>
      <w:r>
        <w:t xml:space="preserve"> ; </w:t>
      </w:r>
      <w:r w:rsidR="004C389C">
        <w:t>il faut accrocher cette épave et voir</w:t>
      </w:r>
      <w:r>
        <w:t xml:space="preserve">… </w:t>
      </w:r>
      <w:r w:rsidR="004C389C">
        <w:t>Une barque</w:t>
      </w:r>
      <w:r>
        <w:t xml:space="preserve">, </w:t>
      </w:r>
      <w:r w:rsidR="004C389C">
        <w:t>dans ces parages où ne passent que les navires à long cours</w:t>
      </w:r>
      <w:r>
        <w:t xml:space="preserve">, </w:t>
      </w:r>
      <w:r w:rsidR="004C389C">
        <w:t>c</w:t>
      </w:r>
      <w:r>
        <w:t>’</w:t>
      </w:r>
      <w:r w:rsidR="004C389C">
        <w:t>est e</w:t>
      </w:r>
      <w:r w:rsidR="004C389C">
        <w:t>x</w:t>
      </w:r>
      <w:r w:rsidR="004C389C">
        <w:t>traordinaire</w:t>
      </w:r>
      <w:r>
        <w:t xml:space="preserve">… </w:t>
      </w:r>
      <w:r w:rsidR="004C389C">
        <w:t>J</w:t>
      </w:r>
      <w:r>
        <w:t>’</w:t>
      </w:r>
      <w:r w:rsidR="004C389C">
        <w:t>espère qu</w:t>
      </w:r>
      <w:r>
        <w:t>’</w:t>
      </w:r>
      <w:r w:rsidR="004C389C">
        <w:t xml:space="preserve">à bord de la </w:t>
      </w:r>
      <w:r w:rsidR="004C389C">
        <w:rPr>
          <w:i/>
          <w:iCs/>
        </w:rPr>
        <w:t xml:space="preserve">Victoire </w:t>
      </w:r>
      <w:r w:rsidR="004C389C">
        <w:t>ils auront la même idée que moi</w:t>
      </w:r>
      <w:r>
        <w:t>.</w:t>
      </w:r>
    </w:p>
    <w:p w14:paraId="56421BE9" w14:textId="77777777" w:rsidR="004B5A85" w:rsidRDefault="004C389C" w:rsidP="004C389C">
      <w:r>
        <w:t>Le capitaine exécuta l</w:t>
      </w:r>
      <w:r w:rsidR="004B5A85">
        <w:t>’</w:t>
      </w:r>
      <w:r>
        <w:t>ordre</w:t>
      </w:r>
      <w:r w:rsidR="004B5A85">
        <w:t xml:space="preserve">. </w:t>
      </w:r>
      <w:r>
        <w:t>Donnant un coup de talon sur le panneau inférieur</w:t>
      </w:r>
      <w:r w:rsidR="004B5A85">
        <w:t xml:space="preserve">, </w:t>
      </w:r>
      <w:r>
        <w:t>il se fit ouvrir et disparut dans l</w:t>
      </w:r>
      <w:r w:rsidR="004B5A85">
        <w:t>’</w:t>
      </w:r>
      <w:r>
        <w:t>intérieur du sous-marin</w:t>
      </w:r>
      <w:r w:rsidR="004B5A85">
        <w:t xml:space="preserve">. </w:t>
      </w:r>
      <w:r>
        <w:t>Cinq minutes après il reparaissait</w:t>
      </w:r>
      <w:r w:rsidR="004B5A85">
        <w:t xml:space="preserve">, </w:t>
      </w:r>
      <w:r>
        <w:t>suivi de deux grands et solides matelots munis de rouleaux de cordages</w:t>
      </w:r>
      <w:r w:rsidR="004B5A85">
        <w:t xml:space="preserve">, </w:t>
      </w:r>
      <w:r>
        <w:t>dont une extrémité fut fixée au garde-fou</w:t>
      </w:r>
      <w:r w:rsidR="004B5A85">
        <w:t xml:space="preserve">, </w:t>
      </w:r>
      <w:r>
        <w:t>l</w:t>
      </w:r>
      <w:r w:rsidR="004B5A85">
        <w:t>’</w:t>
      </w:r>
      <w:r>
        <w:t>autre étant attachée à une petite ancre appelée ancre à jet</w:t>
      </w:r>
      <w:r w:rsidR="004B5A85">
        <w:t xml:space="preserve">, </w:t>
      </w:r>
      <w:r>
        <w:t>parce que ses dimensions et son faible poids permettent de la jeter facilement</w:t>
      </w:r>
      <w:r w:rsidR="004B5A85">
        <w:t>.</w:t>
      </w:r>
    </w:p>
    <w:p w14:paraId="403104AB" w14:textId="77777777" w:rsidR="004B5A85" w:rsidRDefault="004C389C" w:rsidP="004C389C">
      <w:r>
        <w:t>D</w:t>
      </w:r>
      <w:r w:rsidR="004B5A85">
        <w:t>’</w:t>
      </w:r>
      <w:r>
        <w:t>une main</w:t>
      </w:r>
      <w:r w:rsidR="004B5A85">
        <w:t xml:space="preserve">, </w:t>
      </w:r>
      <w:r>
        <w:t>les matelots se cramponnèrent au garde-fou</w:t>
      </w:r>
      <w:r w:rsidR="004B5A85">
        <w:t xml:space="preserve">, </w:t>
      </w:r>
      <w:r>
        <w:t>de l</w:t>
      </w:r>
      <w:r w:rsidR="004B5A85">
        <w:t>’</w:t>
      </w:r>
      <w:r>
        <w:t>autre</w:t>
      </w:r>
      <w:r w:rsidR="004B5A85">
        <w:t xml:space="preserve">, </w:t>
      </w:r>
      <w:r>
        <w:t>ils tenaient l</w:t>
      </w:r>
      <w:r w:rsidR="004B5A85">
        <w:t>’</w:t>
      </w:r>
      <w:r>
        <w:t>ancre</w:t>
      </w:r>
      <w:r w:rsidR="004B5A85">
        <w:t xml:space="preserve">. </w:t>
      </w:r>
      <w:r>
        <w:t>Tombés sur la plate-forme</w:t>
      </w:r>
      <w:r w:rsidR="004B5A85">
        <w:t xml:space="preserve">, </w:t>
      </w:r>
      <w:r>
        <w:t xml:space="preserve">les </w:t>
      </w:r>
      <w:r>
        <w:lastRenderedPageBreak/>
        <w:t>rouleaux de filin se dérouleraient d</w:t>
      </w:r>
      <w:r w:rsidR="004B5A85">
        <w:t>’</w:t>
      </w:r>
      <w:r>
        <w:t>eux-mêmes</w:t>
      </w:r>
      <w:r w:rsidR="004B5A85">
        <w:t xml:space="preserve">, </w:t>
      </w:r>
      <w:r>
        <w:t>sous l</w:t>
      </w:r>
      <w:r w:rsidR="004B5A85">
        <w:t>’</w:t>
      </w:r>
      <w:r>
        <w:t>impulsion de l</w:t>
      </w:r>
      <w:r w:rsidR="004B5A85">
        <w:t>’</w:t>
      </w:r>
      <w:r>
        <w:t>ancre jetée en avant au moment venu</w:t>
      </w:r>
      <w:r w:rsidR="004B5A85">
        <w:t>.</w:t>
      </w:r>
    </w:p>
    <w:p w14:paraId="3D83EB37" w14:textId="77777777" w:rsidR="004B5A85" w:rsidRDefault="004C389C" w:rsidP="004C389C">
      <w:r>
        <w:t>Le commandant montra d</w:t>
      </w:r>
      <w:r w:rsidR="004B5A85">
        <w:t>’</w:t>
      </w:r>
      <w:r>
        <w:t>un geste la barque</w:t>
      </w:r>
      <w:r w:rsidR="004B5A85">
        <w:t xml:space="preserve">, </w:t>
      </w:r>
      <w:r>
        <w:t>et les mat</w:t>
      </w:r>
      <w:r>
        <w:t>e</w:t>
      </w:r>
      <w:r>
        <w:t>lots comprirent</w:t>
      </w:r>
      <w:r w:rsidR="004B5A85">
        <w:t>.</w:t>
      </w:r>
    </w:p>
    <w:p w14:paraId="1A82DA41" w14:textId="77777777" w:rsidR="004B5A85" w:rsidRDefault="004C389C" w:rsidP="004C389C">
      <w:r>
        <w:t>Cependant</w:t>
      </w:r>
      <w:r w:rsidR="004B5A85">
        <w:t xml:space="preserve">, </w:t>
      </w:r>
      <w:r>
        <w:t>Pierrot l</w:t>
      </w:r>
      <w:r w:rsidR="004B5A85">
        <w:t>’</w:t>
      </w:r>
      <w:r>
        <w:t>Écureuil</w:t>
      </w:r>
      <w:r w:rsidR="004B5A85">
        <w:t xml:space="preserve">, </w:t>
      </w:r>
      <w:r>
        <w:t xml:space="preserve">qui ne perdait pas de vue la </w:t>
      </w:r>
      <w:r>
        <w:rPr>
          <w:i/>
          <w:iCs/>
        </w:rPr>
        <w:t>Victoire</w:t>
      </w:r>
      <w:r w:rsidR="004B5A85">
        <w:rPr>
          <w:i/>
          <w:iCs/>
        </w:rPr>
        <w:t xml:space="preserve">, </w:t>
      </w:r>
      <w:r>
        <w:t>criait</w:t>
      </w:r>
      <w:r w:rsidR="004B5A85">
        <w:t> :</w:t>
      </w:r>
    </w:p>
    <w:p w14:paraId="5C21D332" w14:textId="77777777" w:rsidR="004B5A85" w:rsidRDefault="004B5A85" w:rsidP="004C389C">
      <w:r>
        <w:t>— </w:t>
      </w:r>
      <w:r w:rsidR="004C389C">
        <w:t>Ils font comme nous</w:t>
      </w:r>
      <w:r>
        <w:t xml:space="preserve">, </w:t>
      </w:r>
      <w:r w:rsidR="004C389C">
        <w:t>là-bas</w:t>
      </w:r>
      <w:r>
        <w:t> !…</w:t>
      </w:r>
    </w:p>
    <w:p w14:paraId="3246E181" w14:textId="77777777" w:rsidR="004B5A85" w:rsidRDefault="004C389C" w:rsidP="004C389C">
      <w:r>
        <w:t>En effet</w:t>
      </w:r>
      <w:r w:rsidR="004B5A85">
        <w:t xml:space="preserve">, </w:t>
      </w:r>
      <w:r>
        <w:t>sur la plate-forme du second sous-marin</w:t>
      </w:r>
      <w:r w:rsidR="004B5A85">
        <w:t xml:space="preserve">, </w:t>
      </w:r>
      <w:r>
        <w:t>il y avait maintenant cinq hommes</w:t>
      </w:r>
      <w:r w:rsidR="004B5A85">
        <w:t xml:space="preserve">, </w:t>
      </w:r>
      <w:r>
        <w:t>et on distinguait une ancre à jet dans les mains de trois d</w:t>
      </w:r>
      <w:r w:rsidR="004B5A85">
        <w:t>’</w:t>
      </w:r>
      <w:r>
        <w:t>entre eux</w:t>
      </w:r>
      <w:r w:rsidR="004B5A85">
        <w:t>.</w:t>
      </w:r>
    </w:p>
    <w:p w14:paraId="65C1547B" w14:textId="77777777" w:rsidR="004B5A85" w:rsidRDefault="004C389C" w:rsidP="004C389C">
      <w:r>
        <w:t>Mais la barque était trop éloignée</w:t>
      </w:r>
      <w:r w:rsidR="004B5A85">
        <w:t>.</w:t>
      </w:r>
    </w:p>
    <w:p w14:paraId="6744B39B" w14:textId="77777777" w:rsidR="004B5A85" w:rsidRDefault="004C389C" w:rsidP="004C389C">
      <w:r>
        <w:t>Cependant</w:t>
      </w:r>
      <w:r w:rsidR="004B5A85">
        <w:t xml:space="preserve">, </w:t>
      </w:r>
      <w:r>
        <w:t>il apparaissait évident que le vent la poussait juste entre les deux sous-marins</w:t>
      </w:r>
      <w:r w:rsidR="004B5A85">
        <w:t xml:space="preserve">, </w:t>
      </w:r>
      <w:r>
        <w:t>et alors elle serait à bonne di</w:t>
      </w:r>
      <w:r>
        <w:t>s</w:t>
      </w:r>
      <w:r>
        <w:t>tance pour être cramponnée par les ancres</w:t>
      </w:r>
      <w:r w:rsidR="004B5A85">
        <w:t xml:space="preserve">, </w:t>
      </w:r>
      <w:r>
        <w:t>adroitement jetées de part et d</w:t>
      </w:r>
      <w:r w:rsidR="004B5A85">
        <w:t>’</w:t>
      </w:r>
      <w:r>
        <w:t>autre</w:t>
      </w:r>
      <w:r w:rsidR="004B5A85">
        <w:t>.</w:t>
      </w:r>
    </w:p>
    <w:p w14:paraId="3081A155" w14:textId="77777777" w:rsidR="004B5A85" w:rsidRDefault="004C389C" w:rsidP="004C389C">
      <w:r>
        <w:t>Cet instant précis et fugitif arriva presque aussitôt</w:t>
      </w:r>
      <w:r w:rsidR="004B5A85">
        <w:t>…</w:t>
      </w:r>
    </w:p>
    <w:p w14:paraId="29538065" w14:textId="77777777" w:rsidR="004B5A85" w:rsidRDefault="004C389C" w:rsidP="004C389C">
      <w:r>
        <w:t>Ludovic Martel cria</w:t>
      </w:r>
      <w:r w:rsidR="004B5A85">
        <w:t> :</w:t>
      </w:r>
    </w:p>
    <w:p w14:paraId="32534FA2" w14:textId="77777777" w:rsidR="004B5A85" w:rsidRDefault="004B5A85" w:rsidP="004C389C">
      <w:r>
        <w:t>— </w:t>
      </w:r>
      <w:r w:rsidR="004C389C">
        <w:t>Attention</w:t>
      </w:r>
      <w:r>
        <w:t> !</w:t>
      </w:r>
    </w:p>
    <w:p w14:paraId="6E9ED04D" w14:textId="77777777" w:rsidR="004B5A85" w:rsidRDefault="004C389C" w:rsidP="004C389C">
      <w:r>
        <w:t>Puis</w:t>
      </w:r>
      <w:r w:rsidR="004B5A85">
        <w:t xml:space="preserve">, </w:t>
      </w:r>
      <w:r>
        <w:t>tout de suite</w:t>
      </w:r>
      <w:r w:rsidR="004B5A85">
        <w:t> :</w:t>
      </w:r>
    </w:p>
    <w:p w14:paraId="5E2EAAF6" w14:textId="77777777" w:rsidR="004B5A85" w:rsidRDefault="004B5A85" w:rsidP="004C389C">
      <w:r>
        <w:t>— </w:t>
      </w:r>
      <w:r w:rsidR="004C389C">
        <w:t>Hop</w:t>
      </w:r>
      <w:r>
        <w:t xml:space="preserve"> !… </w:t>
      </w:r>
      <w:r w:rsidR="004C389C">
        <w:t>Jetez</w:t>
      </w:r>
      <w:r>
        <w:t> !…</w:t>
      </w:r>
    </w:p>
    <w:p w14:paraId="1A1D504C" w14:textId="77777777" w:rsidR="004B5A85" w:rsidRDefault="004C389C" w:rsidP="004C389C">
      <w:r>
        <w:t>Lancées par des bras vigoureux</w:t>
      </w:r>
      <w:r w:rsidR="004B5A85">
        <w:t xml:space="preserve">, </w:t>
      </w:r>
      <w:r>
        <w:t xml:space="preserve">les deux ancres de la </w:t>
      </w:r>
      <w:r>
        <w:rPr>
          <w:i/>
          <w:iCs/>
        </w:rPr>
        <w:t>R</w:t>
      </w:r>
      <w:r>
        <w:rPr>
          <w:i/>
          <w:iCs/>
        </w:rPr>
        <w:t>e</w:t>
      </w:r>
      <w:r>
        <w:rPr>
          <w:i/>
          <w:iCs/>
        </w:rPr>
        <w:t xml:space="preserve">vanche </w:t>
      </w:r>
      <w:r>
        <w:t>décrivirent une courbe dans l</w:t>
      </w:r>
      <w:r w:rsidR="004B5A85">
        <w:t>’</w:t>
      </w:r>
      <w:r>
        <w:t>air</w:t>
      </w:r>
      <w:r w:rsidR="004B5A85">
        <w:t xml:space="preserve">, </w:t>
      </w:r>
      <w:r>
        <w:t>entraînant après elles le filin</w:t>
      </w:r>
      <w:r w:rsidR="004B5A85">
        <w:t xml:space="preserve">, </w:t>
      </w:r>
      <w:r>
        <w:t>qui se déroulait</w:t>
      </w:r>
      <w:r w:rsidR="004B5A85">
        <w:t xml:space="preserve">. </w:t>
      </w:r>
      <w:r>
        <w:t>Et toutes deux tombèrent dans la barque</w:t>
      </w:r>
      <w:r w:rsidR="004B5A85">
        <w:t xml:space="preserve">, </w:t>
      </w:r>
      <w:r>
        <w:t>qui se trouvait en ce moment dans le creux des énormes vagues</w:t>
      </w:r>
      <w:r w:rsidR="004B5A85">
        <w:t xml:space="preserve">, </w:t>
      </w:r>
      <w:r>
        <w:t>entre les sous-marins suspendus au-dessus d</w:t>
      </w:r>
      <w:r w:rsidR="004B5A85">
        <w:t>’</w:t>
      </w:r>
      <w:r>
        <w:t>elle</w:t>
      </w:r>
      <w:r w:rsidR="004B5A85">
        <w:t xml:space="preserve">, </w:t>
      </w:r>
      <w:r>
        <w:t>en quelque sorte</w:t>
      </w:r>
      <w:r w:rsidR="004B5A85">
        <w:t>…</w:t>
      </w:r>
    </w:p>
    <w:p w14:paraId="5F0B7D99" w14:textId="77777777" w:rsidR="004B5A85" w:rsidRDefault="004B5A85" w:rsidP="004C389C">
      <w:r>
        <w:lastRenderedPageBreak/>
        <w:t>— </w:t>
      </w:r>
      <w:r w:rsidR="004C389C">
        <w:t>Il y a un</w:t>
      </w:r>
      <w:r>
        <w:t xml:space="preserve">… </w:t>
      </w:r>
      <w:r w:rsidR="004C389C">
        <w:t>deux hommes au fond de la barque</w:t>
      </w:r>
      <w:r>
        <w:t xml:space="preserve"> ! </w:t>
      </w:r>
      <w:r w:rsidR="004C389C">
        <w:t>cria Pie</w:t>
      </w:r>
      <w:r w:rsidR="004C389C">
        <w:t>r</w:t>
      </w:r>
      <w:r w:rsidR="004C389C">
        <w:t>rot l</w:t>
      </w:r>
      <w:r>
        <w:t>’</w:t>
      </w:r>
      <w:r w:rsidR="004C389C">
        <w:t>Écureuil</w:t>
      </w:r>
      <w:r>
        <w:t>.</w:t>
      </w:r>
    </w:p>
    <w:p w14:paraId="2636626C" w14:textId="77777777" w:rsidR="004B5A85" w:rsidRDefault="004B5A85" w:rsidP="004C389C">
      <w:r>
        <w:t>— </w:t>
      </w:r>
      <w:r w:rsidR="004C389C">
        <w:t>Oui</w:t>
      </w:r>
      <w:r>
        <w:t xml:space="preserve"> ! </w:t>
      </w:r>
      <w:r w:rsidR="004C389C">
        <w:t>oui</w:t>
      </w:r>
      <w:r>
        <w:t xml:space="preserve"> ! </w:t>
      </w:r>
      <w:r w:rsidR="004C389C">
        <w:t>hurlèrent ensemble les officiers et les matelots</w:t>
      </w:r>
      <w:r>
        <w:t>.</w:t>
      </w:r>
    </w:p>
    <w:p w14:paraId="08BFA46C" w14:textId="77777777" w:rsidR="004B5A85" w:rsidRDefault="004C389C" w:rsidP="004C389C">
      <w:r>
        <w:t>Mais</w:t>
      </w:r>
      <w:r w:rsidR="004B5A85">
        <w:t xml:space="preserve">, </w:t>
      </w:r>
      <w:r>
        <w:t xml:space="preserve">sur la </w:t>
      </w:r>
      <w:r>
        <w:rPr>
          <w:i/>
          <w:iCs/>
        </w:rPr>
        <w:t>Victoire</w:t>
      </w:r>
      <w:r w:rsidR="004B5A85">
        <w:rPr>
          <w:i/>
          <w:iCs/>
        </w:rPr>
        <w:t xml:space="preserve">, </w:t>
      </w:r>
      <w:r>
        <w:t>on avait agi de la même manière</w:t>
      </w:r>
      <w:r w:rsidR="004B5A85">
        <w:t xml:space="preserve">. </w:t>
      </w:r>
      <w:r>
        <w:t>Et trois de ses ancres s</w:t>
      </w:r>
      <w:r w:rsidR="004B5A85">
        <w:t>’</w:t>
      </w:r>
      <w:r>
        <w:t>étaient accrochées à la barque</w:t>
      </w:r>
      <w:r w:rsidR="004B5A85">
        <w:t>.</w:t>
      </w:r>
    </w:p>
    <w:p w14:paraId="76C35E82" w14:textId="77777777" w:rsidR="004B5A85" w:rsidRDefault="004B5A85" w:rsidP="004C389C">
      <w:r>
        <w:t>— </w:t>
      </w:r>
      <w:r w:rsidR="004C389C">
        <w:t>Tirez</w:t>
      </w:r>
      <w:r>
        <w:t xml:space="preserve"> ! </w:t>
      </w:r>
      <w:r w:rsidR="004C389C">
        <w:t>ordonna Ludovic Martel</w:t>
      </w:r>
      <w:r>
        <w:t xml:space="preserve">. </w:t>
      </w:r>
      <w:r w:rsidR="004C389C">
        <w:t>Ils comprendront</w:t>
      </w:r>
      <w:r>
        <w:t xml:space="preserve">, </w:t>
      </w:r>
      <w:r w:rsidR="004C389C">
        <w:t>là-bas</w:t>
      </w:r>
      <w:r>
        <w:t xml:space="preserve">… </w:t>
      </w:r>
      <w:r w:rsidR="004C389C">
        <w:t>et laisseront filer leurs filins</w:t>
      </w:r>
      <w:r>
        <w:t>.</w:t>
      </w:r>
    </w:p>
    <w:p w14:paraId="63F721BA" w14:textId="77777777" w:rsidR="004B5A85" w:rsidRDefault="004C389C" w:rsidP="004C389C">
      <w:r>
        <w:t>C</w:t>
      </w:r>
      <w:r w:rsidR="004B5A85">
        <w:t>’</w:t>
      </w:r>
      <w:r>
        <w:t>est ce qui arriva</w:t>
      </w:r>
      <w:r w:rsidR="004B5A85">
        <w:t xml:space="preserve">, </w:t>
      </w:r>
      <w:r>
        <w:t>en effet</w:t>
      </w:r>
      <w:r w:rsidR="004B5A85">
        <w:t>.</w:t>
      </w:r>
    </w:p>
    <w:p w14:paraId="156FF88D" w14:textId="77777777" w:rsidR="004B5A85" w:rsidRDefault="004C389C" w:rsidP="004C389C">
      <w:r>
        <w:t>Et</w:t>
      </w:r>
      <w:r w:rsidR="004B5A85">
        <w:t xml:space="preserve">, </w:t>
      </w:r>
      <w:r>
        <w:t>maintenue par les cordages la rattachant d</w:t>
      </w:r>
      <w:r w:rsidR="004B5A85">
        <w:t>’</w:t>
      </w:r>
      <w:r>
        <w:t>un côté et de l</w:t>
      </w:r>
      <w:r w:rsidR="004B5A85">
        <w:t>’</w:t>
      </w:r>
      <w:r>
        <w:t>autre aux deux sous-marins</w:t>
      </w:r>
      <w:r w:rsidR="004B5A85">
        <w:t xml:space="preserve">, </w:t>
      </w:r>
      <w:r>
        <w:t>l</w:t>
      </w:r>
      <w:r w:rsidR="004B5A85">
        <w:t>’</w:t>
      </w:r>
      <w:r>
        <w:t xml:space="preserve">épave fut halée en ligne droite sur la </w:t>
      </w:r>
      <w:r>
        <w:rPr>
          <w:i/>
          <w:iCs/>
        </w:rPr>
        <w:t>Revanche</w:t>
      </w:r>
      <w:r w:rsidR="004B5A85">
        <w:rPr>
          <w:i/>
          <w:iCs/>
        </w:rPr>
        <w:t xml:space="preserve">, </w:t>
      </w:r>
      <w:r>
        <w:t>par les deux matelots tirant sur les cordages</w:t>
      </w:r>
      <w:r w:rsidR="004B5A85">
        <w:t>…</w:t>
      </w:r>
    </w:p>
    <w:p w14:paraId="02D181DE" w14:textId="77777777" w:rsidR="004B5A85" w:rsidRDefault="004C389C" w:rsidP="004C389C">
      <w:r>
        <w:t>Mais</w:t>
      </w:r>
      <w:r w:rsidR="004B5A85">
        <w:t xml:space="preserve">, </w:t>
      </w:r>
      <w:r>
        <w:t>brusquement</w:t>
      </w:r>
      <w:r w:rsidR="004B5A85">
        <w:t xml:space="preserve">, </w:t>
      </w:r>
      <w:r>
        <w:t xml:space="preserve">une chose inattendue et qui aurait pu </w:t>
      </w:r>
      <w:proofErr w:type="gramStart"/>
      <w:r>
        <w:t>avoir</w:t>
      </w:r>
      <w:proofErr w:type="gramEnd"/>
      <w:r>
        <w:t xml:space="preserve"> des conséquences terribles se produisit</w:t>
      </w:r>
      <w:r w:rsidR="004B5A85">
        <w:t>.</w:t>
      </w:r>
    </w:p>
    <w:p w14:paraId="6F0DE145" w14:textId="77777777" w:rsidR="004B5A85" w:rsidRDefault="004C389C" w:rsidP="004C389C">
      <w:r>
        <w:t>Une vague monstrueuse prit la barque à revers et la soul</w:t>
      </w:r>
      <w:r>
        <w:t>e</w:t>
      </w:r>
      <w:r>
        <w:t>va</w:t>
      </w:r>
      <w:r w:rsidR="004B5A85">
        <w:t>.</w:t>
      </w:r>
    </w:p>
    <w:p w14:paraId="39D4A8EF" w14:textId="77777777" w:rsidR="004B5A85" w:rsidRDefault="004B5A85" w:rsidP="004C389C">
      <w:r>
        <w:t>— </w:t>
      </w:r>
      <w:r w:rsidR="004C389C">
        <w:t>Attention</w:t>
      </w:r>
      <w:r>
        <w:t xml:space="preserve"> ! </w:t>
      </w:r>
      <w:r w:rsidR="004C389C">
        <w:t>cria Pierrot l</w:t>
      </w:r>
      <w:r>
        <w:t>’</w:t>
      </w:r>
      <w:r w:rsidR="004C389C">
        <w:t>Écureuil</w:t>
      </w:r>
      <w:r>
        <w:t>.</w:t>
      </w:r>
    </w:p>
    <w:p w14:paraId="74C26FEC" w14:textId="77777777" w:rsidR="004B5A85" w:rsidRDefault="004C389C" w:rsidP="004C389C">
      <w:r>
        <w:t>Au même instant</w:t>
      </w:r>
      <w:r w:rsidR="004B5A85">
        <w:t xml:space="preserve">, </w:t>
      </w:r>
      <w:r>
        <w:t>l</w:t>
      </w:r>
      <w:r w:rsidR="004B5A85">
        <w:t>’</w:t>
      </w:r>
      <w:r>
        <w:t xml:space="preserve">esquif était projeté contre la </w:t>
      </w:r>
      <w:r>
        <w:rPr>
          <w:i/>
          <w:iCs/>
        </w:rPr>
        <w:t>Revanche</w:t>
      </w:r>
      <w:r w:rsidR="004B5A85">
        <w:rPr>
          <w:i/>
          <w:iCs/>
        </w:rPr>
        <w:t xml:space="preserve">, </w:t>
      </w:r>
      <w:r>
        <w:t>sur la coque de laquelle</w:t>
      </w:r>
      <w:r w:rsidR="004B5A85">
        <w:t xml:space="preserve">, </w:t>
      </w:r>
      <w:r>
        <w:t>à trois pas en arrière de la plate-forme</w:t>
      </w:r>
      <w:r w:rsidR="004B5A85">
        <w:t xml:space="preserve">, </w:t>
      </w:r>
      <w:r>
        <w:t>elle se brisa en deux parties</w:t>
      </w:r>
      <w:r w:rsidR="004B5A85">
        <w:t>…</w:t>
      </w:r>
    </w:p>
    <w:p w14:paraId="312D0FF5" w14:textId="77777777" w:rsidR="004B5A85" w:rsidRDefault="004B5A85" w:rsidP="004C389C">
      <w:r>
        <w:t>— </w:t>
      </w:r>
      <w:r w:rsidR="004C389C">
        <w:t>Les hommes</w:t>
      </w:r>
      <w:r>
        <w:t xml:space="preserve"> ! </w:t>
      </w:r>
      <w:r w:rsidR="004C389C">
        <w:t>les hommes</w:t>
      </w:r>
      <w:r>
        <w:t xml:space="preserve"> ! </w:t>
      </w:r>
      <w:r w:rsidR="004C389C">
        <w:t>attrapez les hommes</w:t>
      </w:r>
      <w:r>
        <w:t xml:space="preserve"> ! </w:t>
      </w:r>
      <w:r w:rsidR="004C389C">
        <w:t>cria Ludovic Martel</w:t>
      </w:r>
      <w:r>
        <w:t xml:space="preserve">. </w:t>
      </w:r>
      <w:r w:rsidR="004C389C">
        <w:t>Lâchez le filin</w:t>
      </w:r>
      <w:r>
        <w:t> !…</w:t>
      </w:r>
    </w:p>
    <w:p w14:paraId="64EED615" w14:textId="77777777" w:rsidR="004B5A85" w:rsidRDefault="004C389C" w:rsidP="004C389C">
      <w:r>
        <w:t>Mais déjà</w:t>
      </w:r>
      <w:r w:rsidR="004B5A85">
        <w:t xml:space="preserve">, </w:t>
      </w:r>
      <w:r>
        <w:t>oublieux du danger d</w:t>
      </w:r>
      <w:r w:rsidR="004B5A85">
        <w:t>’</w:t>
      </w:r>
      <w:r>
        <w:t>être emportés</w:t>
      </w:r>
      <w:r w:rsidR="004B5A85">
        <w:t xml:space="preserve">, </w:t>
      </w:r>
      <w:r>
        <w:t>les deux matelots</w:t>
      </w:r>
      <w:r w:rsidR="004B5A85">
        <w:t xml:space="preserve">, </w:t>
      </w:r>
      <w:r>
        <w:t>Cartel et Pierrot l</w:t>
      </w:r>
      <w:r w:rsidR="004B5A85">
        <w:t>’</w:t>
      </w:r>
      <w:r>
        <w:t>Écureuil</w:t>
      </w:r>
      <w:r w:rsidR="004B5A85">
        <w:t xml:space="preserve">, </w:t>
      </w:r>
      <w:r>
        <w:t>cramponnés d</w:t>
      </w:r>
      <w:r w:rsidR="004B5A85">
        <w:t>’</w:t>
      </w:r>
      <w:r>
        <w:t>une main au garde-fou</w:t>
      </w:r>
      <w:r w:rsidR="004B5A85">
        <w:t xml:space="preserve">, </w:t>
      </w:r>
      <w:r>
        <w:t>avaient sauté hors de la plate-forme</w:t>
      </w:r>
      <w:r w:rsidR="004B5A85">
        <w:t xml:space="preserve">, </w:t>
      </w:r>
      <w:r>
        <w:t>sur la coque bombée</w:t>
      </w:r>
      <w:r w:rsidR="004B5A85">
        <w:t xml:space="preserve">, </w:t>
      </w:r>
      <w:r>
        <w:t xml:space="preserve">et ils furent assez heureux pour empoigner par </w:t>
      </w:r>
      <w:r>
        <w:lastRenderedPageBreak/>
        <w:t>les v</w:t>
      </w:r>
      <w:r>
        <w:t>ê</w:t>
      </w:r>
      <w:r>
        <w:t>tements les deux hommes qui se trouvaient dans la barque br</w:t>
      </w:r>
      <w:r>
        <w:t>i</w:t>
      </w:r>
      <w:r>
        <w:t>sée</w:t>
      </w:r>
      <w:r w:rsidR="004B5A85">
        <w:t xml:space="preserve">, </w:t>
      </w:r>
      <w:r>
        <w:t>et que la commotion avait jetés en l</w:t>
      </w:r>
      <w:r w:rsidR="004B5A85">
        <w:t>’</w:t>
      </w:r>
      <w:r>
        <w:t>air</w:t>
      </w:r>
      <w:r w:rsidR="004B5A85">
        <w:t xml:space="preserve">, </w:t>
      </w:r>
      <w:r>
        <w:t>parmi la crête éc</w:t>
      </w:r>
      <w:r>
        <w:t>u</w:t>
      </w:r>
      <w:r>
        <w:t>meuse de la vague passant comme un torrent furieux</w:t>
      </w:r>
      <w:r w:rsidR="004B5A85">
        <w:t>…</w:t>
      </w:r>
    </w:p>
    <w:p w14:paraId="12F25538" w14:textId="77777777" w:rsidR="004B5A85" w:rsidRDefault="004C389C" w:rsidP="004C389C">
      <w:r>
        <w:t>Ce fut une mêlée confuse</w:t>
      </w:r>
      <w:r w:rsidR="004B5A85">
        <w:t xml:space="preserve">. </w:t>
      </w:r>
      <w:r>
        <w:t>Roulés par la vague</w:t>
      </w:r>
      <w:r w:rsidR="004B5A85">
        <w:t xml:space="preserve">, </w:t>
      </w:r>
      <w:r>
        <w:t>officiers</w:t>
      </w:r>
      <w:r w:rsidR="004B5A85">
        <w:t xml:space="preserve">, </w:t>
      </w:r>
      <w:r>
        <w:t>mousse</w:t>
      </w:r>
      <w:r w:rsidR="004B5A85">
        <w:t xml:space="preserve">, </w:t>
      </w:r>
      <w:r>
        <w:t>matelots et naufragés tourbillonnèrent</w:t>
      </w:r>
      <w:r w:rsidR="004B5A85">
        <w:t>…</w:t>
      </w:r>
    </w:p>
    <w:p w14:paraId="470344EF" w14:textId="77777777" w:rsidR="004B5A85" w:rsidRDefault="004C389C" w:rsidP="004C389C">
      <w:r>
        <w:t>Heureusement</w:t>
      </w:r>
      <w:r w:rsidR="004B5A85">
        <w:t xml:space="preserve">, </w:t>
      </w:r>
      <w:r>
        <w:t>ni Martel</w:t>
      </w:r>
      <w:r w:rsidR="004B5A85">
        <w:t xml:space="preserve">, </w:t>
      </w:r>
      <w:r>
        <w:t>ni Cartel</w:t>
      </w:r>
      <w:r w:rsidR="004B5A85">
        <w:t xml:space="preserve">, </w:t>
      </w:r>
      <w:r>
        <w:t>ni l</w:t>
      </w:r>
      <w:r w:rsidR="004B5A85">
        <w:t>’</w:t>
      </w:r>
      <w:r>
        <w:t>Écureuil</w:t>
      </w:r>
      <w:r w:rsidR="004B5A85">
        <w:t xml:space="preserve">, </w:t>
      </w:r>
      <w:r>
        <w:t>ni les deux matelots n</w:t>
      </w:r>
      <w:r w:rsidR="004B5A85">
        <w:t>’</w:t>
      </w:r>
      <w:r>
        <w:t>avaient lâché le garde-fou</w:t>
      </w:r>
      <w:r w:rsidR="004B5A85">
        <w:t>…</w:t>
      </w:r>
    </w:p>
    <w:p w14:paraId="1E7AD2E9" w14:textId="77777777" w:rsidR="004B5A85" w:rsidRDefault="004C389C" w:rsidP="004C389C">
      <w:r>
        <w:t>La vague passée</w:t>
      </w:r>
      <w:r w:rsidR="004B5A85">
        <w:t xml:space="preserve">, </w:t>
      </w:r>
      <w:r>
        <w:t>on se releva</w:t>
      </w:r>
      <w:r w:rsidR="004B5A85">
        <w:t>.</w:t>
      </w:r>
    </w:p>
    <w:p w14:paraId="59F3D4C6" w14:textId="77777777" w:rsidR="004B5A85" w:rsidRDefault="004B5A85" w:rsidP="004C389C">
      <w:r>
        <w:t>— </w:t>
      </w:r>
      <w:r w:rsidR="004C389C">
        <w:t>Détachez les filins du garde-fou et laissez-les se perdre</w:t>
      </w:r>
      <w:r>
        <w:t xml:space="preserve"> ! </w:t>
      </w:r>
      <w:r w:rsidR="004C389C">
        <w:t>ordonna le commandant</w:t>
      </w:r>
      <w:r>
        <w:t xml:space="preserve">. </w:t>
      </w:r>
      <w:r w:rsidR="004C389C">
        <w:t>Et vite en bas</w:t>
      </w:r>
      <w:r>
        <w:t xml:space="preserve"> ! </w:t>
      </w:r>
      <w:r w:rsidR="004C389C">
        <w:t>Si ces deux hommes ne sont pas morts</w:t>
      </w:r>
      <w:r>
        <w:t xml:space="preserve">, </w:t>
      </w:r>
      <w:r w:rsidR="004C389C">
        <w:t>il faut les ranimer</w:t>
      </w:r>
      <w:r>
        <w:t>…</w:t>
      </w:r>
    </w:p>
    <w:p w14:paraId="5BC3D540" w14:textId="68FA008B" w:rsidR="004C389C" w:rsidRDefault="004C389C" w:rsidP="004C389C">
      <w:r>
        <w:t>Pendant que cet ordre s</w:t>
      </w:r>
      <w:r w:rsidR="004B5A85">
        <w:t>’</w:t>
      </w:r>
      <w:r>
        <w:t>exécutait</w:t>
      </w:r>
      <w:r w:rsidR="004B5A85">
        <w:t xml:space="preserve">, </w:t>
      </w:r>
      <w:r>
        <w:t xml:space="preserve">Ludovic Martel regarda du côté de la </w:t>
      </w:r>
      <w:r>
        <w:rPr>
          <w:i/>
          <w:iCs/>
        </w:rPr>
        <w:t>Victoire</w:t>
      </w:r>
      <w:r w:rsidR="004B5A85">
        <w:rPr>
          <w:i/>
          <w:iCs/>
        </w:rPr>
        <w:t xml:space="preserve">. </w:t>
      </w:r>
      <w:r>
        <w:t>Et</w:t>
      </w:r>
      <w:r w:rsidR="004B5A85">
        <w:t xml:space="preserve">, </w:t>
      </w:r>
      <w:r>
        <w:t>à trois reprises</w:t>
      </w:r>
      <w:r w:rsidR="004B5A85">
        <w:t xml:space="preserve">, </w:t>
      </w:r>
      <w:r>
        <w:t>il fit un geste qui s</w:t>
      </w:r>
      <w:r w:rsidR="004B5A85">
        <w:t>’</w:t>
      </w:r>
      <w:r>
        <w:t>efforçait de vouloir dire</w:t>
      </w:r>
      <w:r w:rsidR="004B5A85">
        <w:t> : « </w:t>
      </w:r>
      <w:r>
        <w:t>Rentrez et immergez-vous</w:t>
      </w:r>
      <w:r w:rsidR="004B5A85">
        <w:t> ! »</w:t>
      </w:r>
    </w:p>
    <w:p w14:paraId="19221E4F" w14:textId="77777777" w:rsidR="004B5A85" w:rsidRDefault="004C389C" w:rsidP="004C389C">
      <w:r>
        <w:t>Puis lui-même</w:t>
      </w:r>
      <w:r w:rsidR="004B5A85">
        <w:t xml:space="preserve">, </w:t>
      </w:r>
      <w:r>
        <w:t>suivit ses compagnons</w:t>
      </w:r>
      <w:r w:rsidR="004B5A85">
        <w:t xml:space="preserve">, </w:t>
      </w:r>
      <w:r>
        <w:t>déjà rentrés dans le sous-marin</w:t>
      </w:r>
      <w:r w:rsidR="004B5A85">
        <w:t>.</w:t>
      </w:r>
    </w:p>
    <w:p w14:paraId="697F90F1" w14:textId="77777777" w:rsidR="004B5A85" w:rsidRDefault="004C389C" w:rsidP="004C389C">
      <w:r>
        <w:t>Les deux panneaux de l</w:t>
      </w:r>
      <w:r w:rsidR="004B5A85">
        <w:t>’</w:t>
      </w:r>
      <w:r>
        <w:t>écoutille refermés</w:t>
      </w:r>
      <w:r w:rsidR="004B5A85">
        <w:t xml:space="preserve">, </w:t>
      </w:r>
      <w:r>
        <w:t xml:space="preserve">la </w:t>
      </w:r>
      <w:r>
        <w:rPr>
          <w:i/>
          <w:iCs/>
        </w:rPr>
        <w:t xml:space="preserve">Revanche </w:t>
      </w:r>
      <w:r>
        <w:t>s</w:t>
      </w:r>
      <w:r w:rsidR="004B5A85">
        <w:t>’</w:t>
      </w:r>
      <w:r>
        <w:t>immergea et alla retrouver</w:t>
      </w:r>
      <w:r w:rsidR="004B5A85">
        <w:t xml:space="preserve">, </w:t>
      </w:r>
      <w:r>
        <w:t>à cent mètres de fond</w:t>
      </w:r>
      <w:r w:rsidR="004B5A85">
        <w:t xml:space="preserve">, </w:t>
      </w:r>
      <w:r>
        <w:t>un calme tel qu</w:t>
      </w:r>
      <w:r w:rsidR="004B5A85">
        <w:t>’</w:t>
      </w:r>
      <w:r>
        <w:t>on en oubliait la tempête qui bouleversait la surface de l</w:t>
      </w:r>
      <w:r w:rsidR="004B5A85">
        <w:t>’</w:t>
      </w:r>
      <w:r>
        <w:t>océan</w:t>
      </w:r>
      <w:r w:rsidR="004B5A85">
        <w:t>.</w:t>
      </w:r>
    </w:p>
    <w:p w14:paraId="38209E49" w14:textId="77777777" w:rsidR="004B5A85" w:rsidRDefault="004C389C" w:rsidP="004C389C">
      <w:r>
        <w:t>Les deux hommes tirés de la barque furent portés au poste de l</w:t>
      </w:r>
      <w:r w:rsidR="004B5A85">
        <w:t>’</w:t>
      </w:r>
      <w:r>
        <w:t>équipage et couchés sur des couvertures étalées</w:t>
      </w:r>
      <w:r w:rsidR="004B5A85">
        <w:t>.</w:t>
      </w:r>
    </w:p>
    <w:p w14:paraId="043EFC9D" w14:textId="77777777" w:rsidR="004B5A85" w:rsidRDefault="004C389C" w:rsidP="004C389C">
      <w:r>
        <w:t xml:space="preserve">Le second officier de la </w:t>
      </w:r>
      <w:r>
        <w:rPr>
          <w:i/>
          <w:iCs/>
        </w:rPr>
        <w:t>Revanche</w:t>
      </w:r>
      <w:r w:rsidR="004B5A85">
        <w:rPr>
          <w:i/>
          <w:iCs/>
        </w:rPr>
        <w:t xml:space="preserve">, </w:t>
      </w:r>
      <w:r>
        <w:t>qui avait de suffisantes notions de médecine et de chirurgie</w:t>
      </w:r>
      <w:r w:rsidR="004B5A85">
        <w:t xml:space="preserve">, </w:t>
      </w:r>
      <w:r>
        <w:t>les examina</w:t>
      </w:r>
      <w:r w:rsidR="004B5A85">
        <w:t>.</w:t>
      </w:r>
    </w:p>
    <w:p w14:paraId="3126241C" w14:textId="77777777" w:rsidR="004B5A85" w:rsidRDefault="004B5A85" w:rsidP="004C389C">
      <w:r>
        <w:t>— </w:t>
      </w:r>
      <w:r w:rsidR="004C389C">
        <w:t>Celui-ci est mort</w:t>
      </w:r>
      <w:r>
        <w:t xml:space="preserve"> ! </w:t>
      </w:r>
      <w:r w:rsidR="004C389C">
        <w:t>déclara-t-il bientôt</w:t>
      </w:r>
      <w:r>
        <w:t xml:space="preserve">, </w:t>
      </w:r>
      <w:r w:rsidR="004C389C">
        <w:t>en désignant l</w:t>
      </w:r>
      <w:r>
        <w:t>’</w:t>
      </w:r>
      <w:r w:rsidR="004C389C">
        <w:t>un des naufragés</w:t>
      </w:r>
      <w:r>
        <w:t xml:space="preserve">. </w:t>
      </w:r>
      <w:r w:rsidR="004C389C">
        <w:t>Voyons l</w:t>
      </w:r>
      <w:r>
        <w:t>’</w:t>
      </w:r>
      <w:r w:rsidR="004C389C">
        <w:t>autre</w:t>
      </w:r>
      <w:r>
        <w:t>…</w:t>
      </w:r>
    </w:p>
    <w:p w14:paraId="0FD28FB3" w14:textId="77777777" w:rsidR="004B5A85" w:rsidRDefault="004C389C" w:rsidP="004C389C">
      <w:r>
        <w:lastRenderedPageBreak/>
        <w:t>Et</w:t>
      </w:r>
      <w:r w:rsidR="004B5A85">
        <w:t xml:space="preserve">, </w:t>
      </w:r>
      <w:r>
        <w:t>après deux minutes d</w:t>
      </w:r>
      <w:r w:rsidR="004B5A85">
        <w:t>’</w:t>
      </w:r>
      <w:r>
        <w:t>examen</w:t>
      </w:r>
      <w:r w:rsidR="004B5A85">
        <w:t> :</w:t>
      </w:r>
    </w:p>
    <w:p w14:paraId="6B053057" w14:textId="77777777" w:rsidR="004B5A85" w:rsidRDefault="004B5A85" w:rsidP="004C389C">
      <w:r>
        <w:t>— </w:t>
      </w:r>
      <w:r w:rsidR="004C389C">
        <w:t>Celui-là vit encore</w:t>
      </w:r>
      <w:r>
        <w:t xml:space="preserve"> ; </w:t>
      </w:r>
      <w:r w:rsidR="004C389C">
        <w:t>mais si nous le sauvons</w:t>
      </w:r>
      <w:r>
        <w:t xml:space="preserve">, </w:t>
      </w:r>
      <w:r w:rsidR="004C389C">
        <w:t>il reviendra de loin</w:t>
      </w:r>
      <w:r>
        <w:t xml:space="preserve">. </w:t>
      </w:r>
      <w:r w:rsidR="004C389C">
        <w:t>Allons</w:t>
      </w:r>
      <w:r>
        <w:t xml:space="preserve">, </w:t>
      </w:r>
      <w:r w:rsidR="004C389C">
        <w:t>les matelots</w:t>
      </w:r>
      <w:r>
        <w:t xml:space="preserve">, </w:t>
      </w:r>
      <w:r w:rsidR="004C389C">
        <w:t>à l</w:t>
      </w:r>
      <w:r>
        <w:t>’</w:t>
      </w:r>
      <w:r w:rsidR="004C389C">
        <w:t>œuvre</w:t>
      </w:r>
      <w:r>
        <w:t> !…</w:t>
      </w:r>
    </w:p>
    <w:p w14:paraId="775B06EA" w14:textId="77777777" w:rsidR="004B5A85" w:rsidRDefault="004C389C" w:rsidP="004C389C">
      <w:r>
        <w:t>Pendant que</w:t>
      </w:r>
      <w:r w:rsidR="004B5A85">
        <w:t xml:space="preserve">, </w:t>
      </w:r>
      <w:r>
        <w:t>conseillés et dirigés par le lieutenant</w:t>
      </w:r>
      <w:r w:rsidR="004B5A85">
        <w:t xml:space="preserve">, </w:t>
      </w:r>
      <w:r>
        <w:t>quatre matelots pratiquaient sur le noyé toutes les tractions</w:t>
      </w:r>
      <w:r w:rsidR="004B5A85">
        <w:t xml:space="preserve">, </w:t>
      </w:r>
      <w:r>
        <w:t>frictions</w:t>
      </w:r>
      <w:r w:rsidR="004B5A85">
        <w:t xml:space="preserve">, </w:t>
      </w:r>
      <w:r>
        <w:t>inhalations prescrites en pareil cas</w:t>
      </w:r>
      <w:r w:rsidR="004B5A85">
        <w:t xml:space="preserve">, </w:t>
      </w:r>
      <w:r>
        <w:t>Cartel demanda</w:t>
      </w:r>
      <w:r w:rsidR="004B5A85">
        <w:t> :</w:t>
      </w:r>
    </w:p>
    <w:p w14:paraId="02D9E23A" w14:textId="77777777" w:rsidR="004B5A85" w:rsidRDefault="004B5A85" w:rsidP="004C389C">
      <w:r>
        <w:t>— </w:t>
      </w:r>
      <w:r w:rsidR="004C389C">
        <w:t>Que fait-on du mort</w:t>
      </w:r>
      <w:r>
        <w:t xml:space="preserve">, </w:t>
      </w:r>
      <w:r w:rsidR="004C389C">
        <w:t>commandant</w:t>
      </w:r>
      <w:r>
        <w:t> ?</w:t>
      </w:r>
    </w:p>
    <w:p w14:paraId="54E81B54" w14:textId="77777777" w:rsidR="004B5A85" w:rsidRDefault="004C389C" w:rsidP="004C389C">
      <w:r>
        <w:t>Ludovic Martel répondit</w:t>
      </w:r>
      <w:r w:rsidR="004B5A85">
        <w:t> :</w:t>
      </w:r>
    </w:p>
    <w:p w14:paraId="64891EB6" w14:textId="77777777" w:rsidR="004B5A85" w:rsidRDefault="004B5A85" w:rsidP="004C389C">
      <w:r>
        <w:t>— </w:t>
      </w:r>
      <w:r w:rsidR="004C389C">
        <w:t>Fouillez-le</w:t>
      </w:r>
      <w:r>
        <w:t xml:space="preserve">, </w:t>
      </w:r>
      <w:r w:rsidR="004C389C">
        <w:t>pour voir s</w:t>
      </w:r>
      <w:r>
        <w:t>’</w:t>
      </w:r>
      <w:r w:rsidR="004C389C">
        <w:t>il n</w:t>
      </w:r>
      <w:r>
        <w:t>’</w:t>
      </w:r>
      <w:r w:rsidR="004C389C">
        <w:t>a sur lui aucun papier</w:t>
      </w:r>
      <w:r>
        <w:t xml:space="preserve">, </w:t>
      </w:r>
      <w:r w:rsidR="004C389C">
        <w:t>puis vous le ferez jeter à la mer</w:t>
      </w:r>
      <w:r>
        <w:t>.</w:t>
      </w:r>
    </w:p>
    <w:p w14:paraId="7EB6A56D" w14:textId="77777777" w:rsidR="004B5A85" w:rsidRDefault="004C389C" w:rsidP="004C389C">
      <w:r>
        <w:t>Deux autres matelots</w:t>
      </w:r>
      <w:r w:rsidR="004B5A85">
        <w:t xml:space="preserve">, </w:t>
      </w:r>
      <w:r>
        <w:t>appelés</w:t>
      </w:r>
      <w:r w:rsidR="004B5A85">
        <w:t xml:space="preserve">, </w:t>
      </w:r>
      <w:r>
        <w:t>emportèrent le cadavre</w:t>
      </w:r>
      <w:r w:rsidR="004B5A85">
        <w:t xml:space="preserve">. </w:t>
      </w:r>
      <w:r>
        <w:t>C</w:t>
      </w:r>
      <w:r>
        <w:t>e</w:t>
      </w:r>
      <w:r>
        <w:t>pendant</w:t>
      </w:r>
      <w:r w:rsidR="004B5A85">
        <w:t xml:space="preserve">, </w:t>
      </w:r>
      <w:r>
        <w:t>après une heure de soins</w:t>
      </w:r>
      <w:r w:rsidR="004B5A85">
        <w:t xml:space="preserve">, </w:t>
      </w:r>
      <w:r>
        <w:t>le second noyé ouvrait enfin les yeux</w:t>
      </w:r>
      <w:r w:rsidR="004B5A85">
        <w:t>.</w:t>
      </w:r>
    </w:p>
    <w:p w14:paraId="3D54131F" w14:textId="77777777" w:rsidR="004B5A85" w:rsidRDefault="004C389C" w:rsidP="004C389C">
      <w:r>
        <w:t>Il promena autour de lui des regards égarés</w:t>
      </w:r>
      <w:r w:rsidR="004B5A85">
        <w:t xml:space="preserve">, </w:t>
      </w:r>
      <w:r>
        <w:t>et balbutia en anglais</w:t>
      </w:r>
      <w:r w:rsidR="004B5A85">
        <w:t> :</w:t>
      </w:r>
    </w:p>
    <w:p w14:paraId="6C840551" w14:textId="77777777" w:rsidR="004B5A85" w:rsidRDefault="004B5A85" w:rsidP="004C389C">
      <w:r>
        <w:t>— </w:t>
      </w:r>
      <w:r w:rsidR="004C389C">
        <w:t>Où suis-je donc</w:t>
      </w:r>
      <w:r>
        <w:t> ?</w:t>
      </w:r>
    </w:p>
    <w:p w14:paraId="134D879F" w14:textId="77777777" w:rsidR="004B5A85" w:rsidRDefault="004C389C" w:rsidP="004C389C">
      <w:r>
        <w:t>Ludovic Martel connaissait à fond la langue anglaise</w:t>
      </w:r>
      <w:r w:rsidR="004B5A85">
        <w:t>.</w:t>
      </w:r>
    </w:p>
    <w:p w14:paraId="03C07F60" w14:textId="77777777" w:rsidR="004B5A85" w:rsidRDefault="004C389C" w:rsidP="004C389C">
      <w:r>
        <w:t>Il répondit</w:t>
      </w:r>
      <w:r w:rsidR="004B5A85">
        <w:t> :</w:t>
      </w:r>
    </w:p>
    <w:p w14:paraId="4A4161B0" w14:textId="77777777" w:rsidR="004B5A85" w:rsidRDefault="004B5A85" w:rsidP="004C389C">
      <w:r>
        <w:t>— </w:t>
      </w:r>
      <w:r w:rsidR="004C389C">
        <w:t xml:space="preserve">Vous êtes à bord du sous-marin français la </w:t>
      </w:r>
      <w:r w:rsidR="004C389C">
        <w:rPr>
          <w:i/>
          <w:iCs/>
        </w:rPr>
        <w:t>Revanche</w:t>
      </w:r>
      <w:r>
        <w:rPr>
          <w:i/>
          <w:iCs/>
        </w:rPr>
        <w:t xml:space="preserve">. </w:t>
      </w:r>
      <w:r w:rsidR="004C389C">
        <w:t>Nous vous avons recueilli dans une barque démâtée</w:t>
      </w:r>
      <w:r>
        <w:t xml:space="preserve">, </w:t>
      </w:r>
      <w:r w:rsidR="004C389C">
        <w:t>en pleine tempête</w:t>
      </w:r>
      <w:r>
        <w:t xml:space="preserve">. </w:t>
      </w:r>
      <w:r w:rsidR="004C389C">
        <w:t>Vous aviez un compagnon</w:t>
      </w:r>
      <w:r>
        <w:t xml:space="preserve"> ; </w:t>
      </w:r>
      <w:r w:rsidR="004C389C">
        <w:t>il est mort</w:t>
      </w:r>
      <w:r>
        <w:t xml:space="preserve">. </w:t>
      </w:r>
      <w:r w:rsidR="004C389C">
        <w:t>De quelle n</w:t>
      </w:r>
      <w:r w:rsidR="004C389C">
        <w:t>a</w:t>
      </w:r>
      <w:r w:rsidR="004C389C">
        <w:t>tionalité êtes-vous</w:t>
      </w:r>
      <w:r>
        <w:t> ?…</w:t>
      </w:r>
    </w:p>
    <w:p w14:paraId="3979BCFF" w14:textId="77777777" w:rsidR="004B5A85" w:rsidRDefault="004B5A85" w:rsidP="004C389C">
      <w:r>
        <w:t>— </w:t>
      </w:r>
      <w:r w:rsidR="004C389C">
        <w:t>Américain des États</w:t>
      </w:r>
      <w:r>
        <w:t xml:space="preserve"> ! </w:t>
      </w:r>
      <w:r w:rsidR="004C389C">
        <w:t>répondit l</w:t>
      </w:r>
      <w:r>
        <w:t>’</w:t>
      </w:r>
      <w:r w:rsidR="004C389C">
        <w:t>homme</w:t>
      </w:r>
      <w:r>
        <w:t>.</w:t>
      </w:r>
    </w:p>
    <w:p w14:paraId="52338B1C" w14:textId="77777777" w:rsidR="004B5A85" w:rsidRDefault="004B5A85" w:rsidP="004C389C">
      <w:r>
        <w:t>— </w:t>
      </w:r>
      <w:r w:rsidR="004C389C">
        <w:t>Comment vous trouviez-vous</w:t>
      </w:r>
      <w:r>
        <w:t xml:space="preserve">, </w:t>
      </w:r>
      <w:r w:rsidR="004C389C">
        <w:t>dans ces parages</w:t>
      </w:r>
      <w:r>
        <w:t xml:space="preserve">, </w:t>
      </w:r>
      <w:r w:rsidR="004C389C">
        <w:t>à bord d</w:t>
      </w:r>
      <w:r>
        <w:t>’</w:t>
      </w:r>
      <w:r w:rsidR="004C389C">
        <w:t>une barque qui n</w:t>
      </w:r>
      <w:r>
        <w:t>’</w:t>
      </w:r>
      <w:r w:rsidR="004C389C">
        <w:t>était qu</w:t>
      </w:r>
      <w:r>
        <w:t>’</w:t>
      </w:r>
      <w:r w:rsidR="004C389C">
        <w:t>une embarcation côtière</w:t>
      </w:r>
      <w:r>
        <w:t> ?</w:t>
      </w:r>
    </w:p>
    <w:p w14:paraId="44126FCA" w14:textId="77777777" w:rsidR="004B5A85" w:rsidRDefault="004C389C" w:rsidP="004C389C">
      <w:r>
        <w:lastRenderedPageBreak/>
        <w:t>L</w:t>
      </w:r>
      <w:r w:rsidR="004B5A85">
        <w:t>’</w:t>
      </w:r>
      <w:r>
        <w:t>homme se souleva sur un coude</w:t>
      </w:r>
      <w:r w:rsidR="004B5A85">
        <w:t xml:space="preserve">, </w:t>
      </w:r>
      <w:r>
        <w:t>avala un verre de rhum que lui présentait un matelot</w:t>
      </w:r>
      <w:r w:rsidR="004B5A85">
        <w:t xml:space="preserve">, </w:t>
      </w:r>
      <w:r>
        <w:t>et</w:t>
      </w:r>
      <w:r w:rsidR="004B5A85">
        <w:t xml:space="preserve">, </w:t>
      </w:r>
      <w:proofErr w:type="spellStart"/>
      <w:r>
        <w:t>regaillardi</w:t>
      </w:r>
      <w:proofErr w:type="spellEnd"/>
      <w:r w:rsidR="004B5A85">
        <w:t xml:space="preserve">, </w:t>
      </w:r>
      <w:r>
        <w:t>il répondit</w:t>
      </w:r>
      <w:r w:rsidR="004B5A85">
        <w:t xml:space="preserve">, </w:t>
      </w:r>
      <w:r>
        <w:t>d</w:t>
      </w:r>
      <w:r w:rsidR="004B5A85">
        <w:t>’</w:t>
      </w:r>
      <w:r>
        <w:t>une voix plus assurée</w:t>
      </w:r>
      <w:r w:rsidR="004B5A85">
        <w:t> :</w:t>
      </w:r>
    </w:p>
    <w:p w14:paraId="3FA627CD" w14:textId="77777777" w:rsidR="004B5A85" w:rsidRDefault="004B5A85" w:rsidP="004C389C">
      <w:r>
        <w:t>— </w:t>
      </w:r>
      <w:r w:rsidR="004C389C">
        <w:t>Vous êtes Français</w:t>
      </w:r>
      <w:r>
        <w:t xml:space="preserve"> ?… </w:t>
      </w:r>
      <w:r w:rsidR="004C389C">
        <w:t>Alors</w:t>
      </w:r>
      <w:r>
        <w:t xml:space="preserve">, </w:t>
      </w:r>
      <w:r w:rsidR="004C389C">
        <w:t>j</w:t>
      </w:r>
      <w:r>
        <w:t>’</w:t>
      </w:r>
      <w:r w:rsidR="004C389C">
        <w:t>ai à vous dire des choses très importantes</w:t>
      </w:r>
      <w:r>
        <w:t xml:space="preserve">. </w:t>
      </w:r>
      <w:r w:rsidR="004C389C">
        <w:t>Mais je ne parlerai qu</w:t>
      </w:r>
      <w:r>
        <w:t>’</w:t>
      </w:r>
      <w:r w:rsidR="004C389C">
        <w:t>à une condition</w:t>
      </w:r>
      <w:r>
        <w:t>.</w:t>
      </w:r>
    </w:p>
    <w:p w14:paraId="2FD28C7C" w14:textId="77777777" w:rsidR="004B5A85" w:rsidRDefault="004B5A85" w:rsidP="004C389C">
      <w:r>
        <w:t>— </w:t>
      </w:r>
      <w:r w:rsidR="004C389C">
        <w:t>Laquelle</w:t>
      </w:r>
      <w:r>
        <w:t xml:space="preserve"> ? </w:t>
      </w:r>
      <w:r w:rsidR="004C389C">
        <w:t>demanda Ludovic Martel</w:t>
      </w:r>
      <w:r>
        <w:t>.</w:t>
      </w:r>
    </w:p>
    <w:p w14:paraId="0F8BAFCE" w14:textId="77777777" w:rsidR="004B5A85" w:rsidRDefault="004B5A85" w:rsidP="004C389C">
      <w:r>
        <w:t>— </w:t>
      </w:r>
      <w:r w:rsidR="004C389C">
        <w:t>C</w:t>
      </w:r>
      <w:r>
        <w:t>’</w:t>
      </w:r>
      <w:r w:rsidR="004C389C">
        <w:t>est que vous me déposerez partout où vous voudrez</w:t>
      </w:r>
      <w:r>
        <w:t xml:space="preserve">, </w:t>
      </w:r>
      <w:r w:rsidR="004C389C">
        <w:t>excepté dans un État de l</w:t>
      </w:r>
      <w:r>
        <w:t>’</w:t>
      </w:r>
      <w:r w:rsidR="004C389C">
        <w:t>Amérique du Nord</w:t>
      </w:r>
      <w:r>
        <w:t>.</w:t>
      </w:r>
    </w:p>
    <w:p w14:paraId="5B2FB4ED" w14:textId="77777777" w:rsidR="004B5A85" w:rsidRDefault="004B5A85" w:rsidP="004C389C">
      <w:r>
        <w:t>— </w:t>
      </w:r>
      <w:r w:rsidR="004C389C">
        <w:t>Soit</w:t>
      </w:r>
      <w:r>
        <w:t> !</w:t>
      </w:r>
    </w:p>
    <w:p w14:paraId="48670926" w14:textId="77777777" w:rsidR="004B5A85" w:rsidRDefault="004B5A85" w:rsidP="004C389C">
      <w:r>
        <w:t>— </w:t>
      </w:r>
      <w:r w:rsidR="004C389C">
        <w:t>Voici la chose importante</w:t>
      </w:r>
      <w:r>
        <w:t xml:space="preserve">. </w:t>
      </w:r>
      <w:r w:rsidR="004C389C">
        <w:t>Je connais une île où dix-sept Français</w:t>
      </w:r>
      <w:r>
        <w:t>…</w:t>
      </w:r>
    </w:p>
    <w:p w14:paraId="53DE124D" w14:textId="77777777" w:rsidR="004B5A85" w:rsidRDefault="004B5A85" w:rsidP="004C389C">
      <w:r>
        <w:t>— </w:t>
      </w:r>
      <w:r w:rsidR="004C389C">
        <w:t>Vous savez où est cette île</w:t>
      </w:r>
      <w:r>
        <w:t xml:space="preserve"> ? </w:t>
      </w:r>
      <w:r w:rsidR="004C389C">
        <w:t>s</w:t>
      </w:r>
      <w:r>
        <w:t>’</w:t>
      </w:r>
      <w:r w:rsidR="004C389C">
        <w:t>écria le commandant Ma</w:t>
      </w:r>
      <w:r w:rsidR="004C389C">
        <w:t>r</w:t>
      </w:r>
      <w:r w:rsidR="004C389C">
        <w:t>tel</w:t>
      </w:r>
      <w:r>
        <w:t xml:space="preserve">, </w:t>
      </w:r>
      <w:r w:rsidR="004C389C">
        <w:t>sans lui laisser terminer sa phrase</w:t>
      </w:r>
      <w:r>
        <w:t xml:space="preserve">, </w:t>
      </w:r>
      <w:r w:rsidR="004C389C">
        <w:t>et en proie à une pr</w:t>
      </w:r>
      <w:r w:rsidR="004C389C">
        <w:t>o</w:t>
      </w:r>
      <w:r w:rsidR="004C389C">
        <w:t>fonde émotion</w:t>
      </w:r>
      <w:r>
        <w:t>.</w:t>
      </w:r>
    </w:p>
    <w:p w14:paraId="4DD5C56C" w14:textId="77777777" w:rsidR="004B5A85" w:rsidRDefault="004B5A85" w:rsidP="004C389C">
      <w:r>
        <w:t>— </w:t>
      </w:r>
      <w:r w:rsidR="004C389C">
        <w:t>Oui</w:t>
      </w:r>
      <w:r>
        <w:t>.</w:t>
      </w:r>
    </w:p>
    <w:p w14:paraId="2E5D1B06" w14:textId="77777777" w:rsidR="004B5A85" w:rsidRDefault="004B5A85" w:rsidP="004C389C">
      <w:r>
        <w:t>— </w:t>
      </w:r>
      <w:r w:rsidR="004C389C">
        <w:t>Vous savez sa position géographique</w:t>
      </w:r>
      <w:r>
        <w:t> ?…</w:t>
      </w:r>
    </w:p>
    <w:p w14:paraId="40DAD868" w14:textId="77777777" w:rsidR="004B5A85" w:rsidRDefault="004B5A85" w:rsidP="004C389C">
      <w:r>
        <w:t>— </w:t>
      </w:r>
      <w:r w:rsidR="004C389C">
        <w:t>Parfaitement</w:t>
      </w:r>
      <w:r>
        <w:t xml:space="preserve">. </w:t>
      </w:r>
      <w:r w:rsidR="004C389C">
        <w:t>D</w:t>
      </w:r>
      <w:r>
        <w:t>’</w:t>
      </w:r>
      <w:r w:rsidR="004C389C">
        <w:t>ailleurs</w:t>
      </w:r>
      <w:r>
        <w:t xml:space="preserve">, </w:t>
      </w:r>
      <w:r w:rsidR="004C389C">
        <w:t>l</w:t>
      </w:r>
      <w:r>
        <w:t>’</w:t>
      </w:r>
      <w:r w:rsidR="004C389C">
        <w:t>officier qui commandait les dix-sept Français vous dira qui je suis</w:t>
      </w:r>
      <w:r>
        <w:t xml:space="preserve">. </w:t>
      </w:r>
      <w:r w:rsidR="004C389C">
        <w:t>Il le sait</w:t>
      </w:r>
      <w:r>
        <w:t xml:space="preserve">. </w:t>
      </w:r>
      <w:r w:rsidR="004C389C">
        <w:t>Je le lui ai r</w:t>
      </w:r>
      <w:r w:rsidR="004C389C">
        <w:t>a</w:t>
      </w:r>
      <w:r w:rsidR="004C389C">
        <w:t>conté il y a quelques jours</w:t>
      </w:r>
      <w:r>
        <w:t xml:space="preserve">. </w:t>
      </w:r>
      <w:r w:rsidR="004C389C">
        <w:t>Il me reconnaîtra</w:t>
      </w:r>
      <w:r>
        <w:t xml:space="preserve">. </w:t>
      </w:r>
      <w:r w:rsidR="004C389C">
        <w:t>Sans cette ma</w:t>
      </w:r>
      <w:r w:rsidR="004C389C">
        <w:t>u</w:t>
      </w:r>
      <w:r w:rsidR="004C389C">
        <w:t>dite tempête</w:t>
      </w:r>
      <w:r>
        <w:t xml:space="preserve">, </w:t>
      </w:r>
      <w:r w:rsidR="004C389C">
        <w:t>qui dure depuis ces jours-ci dans ces parages</w:t>
      </w:r>
      <w:r>
        <w:t xml:space="preserve">, </w:t>
      </w:r>
      <w:r w:rsidR="004C389C">
        <w:t>vous ne m</w:t>
      </w:r>
      <w:r>
        <w:t>’</w:t>
      </w:r>
      <w:r w:rsidR="004C389C">
        <w:t>auriez pas rencontré</w:t>
      </w:r>
      <w:r>
        <w:t xml:space="preserve">, </w:t>
      </w:r>
      <w:r w:rsidR="004C389C">
        <w:t>et mes dix-neuf compagnons ne s</w:t>
      </w:r>
      <w:r w:rsidR="004C389C">
        <w:t>e</w:t>
      </w:r>
      <w:r w:rsidR="004C389C">
        <w:t>raient pas morts</w:t>
      </w:r>
      <w:r>
        <w:t>.</w:t>
      </w:r>
    </w:p>
    <w:p w14:paraId="4F8CAF79" w14:textId="77777777" w:rsidR="004B5A85" w:rsidRDefault="004C389C" w:rsidP="004C389C">
      <w:r>
        <w:t>Il s</w:t>
      </w:r>
      <w:r w:rsidR="004B5A85">
        <w:t>’</w:t>
      </w:r>
      <w:r>
        <w:t>arrêta</w:t>
      </w:r>
      <w:r w:rsidR="004B5A85">
        <w:t xml:space="preserve">, </w:t>
      </w:r>
      <w:r>
        <w:t>devenu sombre au souvenir des effroyables drames que ces quelques paroles évoquaient</w:t>
      </w:r>
      <w:r w:rsidR="004B5A85">
        <w:t>.</w:t>
      </w:r>
    </w:p>
    <w:p w14:paraId="7103C90A" w14:textId="77777777" w:rsidR="004B5A85" w:rsidRDefault="004B5A85" w:rsidP="004C389C">
      <w:r>
        <w:t>— </w:t>
      </w:r>
      <w:r w:rsidR="004C389C">
        <w:t>Voyons</w:t>
      </w:r>
      <w:r>
        <w:t xml:space="preserve">, </w:t>
      </w:r>
      <w:r w:rsidR="004C389C">
        <w:t>l</w:t>
      </w:r>
      <w:r>
        <w:t>’</w:t>
      </w:r>
      <w:r w:rsidR="004C389C">
        <w:t>île</w:t>
      </w:r>
      <w:r>
        <w:t xml:space="preserve"> ?… </w:t>
      </w:r>
      <w:r w:rsidR="004C389C">
        <w:t>s</w:t>
      </w:r>
      <w:r>
        <w:t>’</w:t>
      </w:r>
      <w:r w:rsidR="004C389C">
        <w:t>écria Ludovic Martel</w:t>
      </w:r>
      <w:r>
        <w:t>.</w:t>
      </w:r>
    </w:p>
    <w:p w14:paraId="12BA6DBC" w14:textId="77777777" w:rsidR="004B5A85" w:rsidRDefault="004B5A85" w:rsidP="004C389C">
      <w:r>
        <w:lastRenderedPageBreak/>
        <w:t>— </w:t>
      </w:r>
      <w:r w:rsidR="004C389C">
        <w:t>Ah</w:t>
      </w:r>
      <w:r>
        <w:t xml:space="preserve"> ! </w:t>
      </w:r>
      <w:r w:rsidR="004C389C">
        <w:t>oui</w:t>
      </w:r>
      <w:r>
        <w:t xml:space="preserve"> !… </w:t>
      </w:r>
      <w:r w:rsidR="004C389C">
        <w:t>fit l</w:t>
      </w:r>
      <w:r>
        <w:t>’</w:t>
      </w:r>
      <w:r w:rsidR="004C389C">
        <w:t>homme</w:t>
      </w:r>
      <w:r>
        <w:t xml:space="preserve">, </w:t>
      </w:r>
      <w:r w:rsidR="004C389C">
        <w:t>comme sortant d</w:t>
      </w:r>
      <w:r>
        <w:t>’</w:t>
      </w:r>
      <w:r w:rsidR="004C389C">
        <w:t>un rêve</w:t>
      </w:r>
      <w:r>
        <w:t xml:space="preserve">. </w:t>
      </w:r>
      <w:r w:rsidR="004C389C">
        <w:t>Eh bien</w:t>
      </w:r>
      <w:r>
        <w:t xml:space="preserve"> ! </w:t>
      </w:r>
      <w:r w:rsidR="004C389C">
        <w:t>l</w:t>
      </w:r>
      <w:r>
        <w:t>’</w:t>
      </w:r>
      <w:r w:rsidR="004C389C">
        <w:t>île en question se trouve par 118</w:t>
      </w:r>
      <w:r>
        <w:t>°</w:t>
      </w:r>
      <w:r w:rsidR="004C389C">
        <w:t>de longitude occide</w:t>
      </w:r>
      <w:r w:rsidR="004C389C">
        <w:t>n</w:t>
      </w:r>
      <w:r w:rsidR="004C389C">
        <w:t>tale et 33</w:t>
      </w:r>
      <w:r>
        <w:t>° 9’</w:t>
      </w:r>
      <w:r w:rsidR="004C389C">
        <w:t xml:space="preserve"> environ de latitude sud</w:t>
      </w:r>
      <w:r>
        <w:t>…</w:t>
      </w:r>
    </w:p>
    <w:p w14:paraId="37AD8ACC" w14:textId="77777777" w:rsidR="004B5A85" w:rsidRDefault="004B5A85" w:rsidP="004C389C">
      <w:r>
        <w:t>— </w:t>
      </w:r>
      <w:r w:rsidR="004C389C">
        <w:t>Vous êtes sûr</w:t>
      </w:r>
      <w:r>
        <w:t> ?…</w:t>
      </w:r>
    </w:p>
    <w:p w14:paraId="34B7FA96" w14:textId="77777777" w:rsidR="004B5A85" w:rsidRDefault="004B5A85" w:rsidP="004C389C">
      <w:r>
        <w:t>— </w:t>
      </w:r>
      <w:r w:rsidR="004C389C">
        <w:t>Parfaitement</w:t>
      </w:r>
      <w:r>
        <w:t xml:space="preserve">. </w:t>
      </w:r>
      <w:r w:rsidR="004C389C">
        <w:t>C</w:t>
      </w:r>
      <w:r>
        <w:t>’</w:t>
      </w:r>
      <w:r w:rsidR="004C389C">
        <w:t>est moi qui ai relevé la position</w:t>
      </w:r>
      <w:r>
        <w:t xml:space="preserve">, </w:t>
      </w:r>
      <w:r w:rsidR="004C389C">
        <w:t>avec les instruments que j</w:t>
      </w:r>
      <w:r>
        <w:t>’</w:t>
      </w:r>
      <w:r w:rsidR="004C389C">
        <w:t>avais alors</w:t>
      </w:r>
      <w:r>
        <w:t xml:space="preserve">. </w:t>
      </w:r>
      <w:r w:rsidR="004C389C">
        <w:t>Je suis un ancien officier de la marine américaine</w:t>
      </w:r>
      <w:r>
        <w:t xml:space="preserve">. </w:t>
      </w:r>
      <w:r w:rsidR="004C389C">
        <w:t>Donc</w:t>
      </w:r>
      <w:r>
        <w:t xml:space="preserve">, </w:t>
      </w:r>
      <w:r w:rsidR="004C389C">
        <w:t>je m</w:t>
      </w:r>
      <w:r>
        <w:t>’</w:t>
      </w:r>
      <w:r w:rsidR="004C389C">
        <w:t>y connais</w:t>
      </w:r>
      <w:r>
        <w:t xml:space="preserve">, </w:t>
      </w:r>
      <w:r w:rsidR="004C389C">
        <w:t>et</w:t>
      </w:r>
      <w:r>
        <w:t xml:space="preserve">, </w:t>
      </w:r>
      <w:r w:rsidR="004C389C">
        <w:t>comme l</w:t>
      </w:r>
      <w:r>
        <w:t>’</w:t>
      </w:r>
      <w:r w:rsidR="004C389C">
        <w:t>île n</w:t>
      </w:r>
      <w:r>
        <w:t>’</w:t>
      </w:r>
      <w:r w:rsidR="004C389C">
        <w:t>est pas portée sur les cartes</w:t>
      </w:r>
      <w:r>
        <w:t xml:space="preserve">, </w:t>
      </w:r>
      <w:r w:rsidR="004C389C">
        <w:t>j</w:t>
      </w:r>
      <w:r>
        <w:t>’</w:t>
      </w:r>
      <w:r w:rsidR="004C389C">
        <w:t>ai voulu savoir</w:t>
      </w:r>
      <w:r>
        <w:t>…</w:t>
      </w:r>
    </w:p>
    <w:p w14:paraId="6F19AE57" w14:textId="77777777" w:rsidR="004B5A85" w:rsidRDefault="004C389C" w:rsidP="004C389C">
      <w:r>
        <w:t>Mais Ludovic Martel n</w:t>
      </w:r>
      <w:r w:rsidR="004B5A85">
        <w:t>’</w:t>
      </w:r>
      <w:r>
        <w:t>en écoutait pas davantage</w:t>
      </w:r>
      <w:r w:rsidR="004B5A85">
        <w:t>.</w:t>
      </w:r>
    </w:p>
    <w:p w14:paraId="4FD3C532" w14:textId="77777777" w:rsidR="004B5A85" w:rsidRDefault="004C389C" w:rsidP="004C389C">
      <w:r>
        <w:t>Laissant l</w:t>
      </w:r>
      <w:r w:rsidR="004B5A85">
        <w:t>’</w:t>
      </w:r>
      <w:r>
        <w:t>homme à la garde de deux matelots</w:t>
      </w:r>
      <w:r w:rsidR="004B5A85">
        <w:t xml:space="preserve">, </w:t>
      </w:r>
      <w:r>
        <w:t>il sortit avec le capitaine de Cartel et le lieutenant</w:t>
      </w:r>
      <w:r w:rsidR="004B5A85">
        <w:t>.</w:t>
      </w:r>
    </w:p>
    <w:p w14:paraId="77123EB7" w14:textId="77777777" w:rsidR="004B5A85" w:rsidRDefault="004C389C" w:rsidP="004C389C">
      <w:pPr>
        <w:rPr>
          <w:i/>
          <w:iCs/>
        </w:rPr>
      </w:pPr>
      <w:r>
        <w:t>Trois minutes après</w:t>
      </w:r>
      <w:r w:rsidR="004B5A85">
        <w:t xml:space="preserve">, </w:t>
      </w:r>
      <w:r>
        <w:t xml:space="preserve">les ordres de marche étaient donnés à bord de la </w:t>
      </w:r>
      <w:r>
        <w:rPr>
          <w:i/>
          <w:iCs/>
        </w:rPr>
        <w:t xml:space="preserve">Revanche </w:t>
      </w:r>
      <w:r>
        <w:t xml:space="preserve">et transmis à la </w:t>
      </w:r>
      <w:r>
        <w:rPr>
          <w:i/>
          <w:iCs/>
        </w:rPr>
        <w:t>Victoire</w:t>
      </w:r>
      <w:r w:rsidR="004B5A85">
        <w:rPr>
          <w:i/>
          <w:iCs/>
        </w:rPr>
        <w:t>.</w:t>
      </w:r>
    </w:p>
    <w:p w14:paraId="2C6D7DFC" w14:textId="77777777" w:rsidR="004B5A85" w:rsidRDefault="004C389C" w:rsidP="004C389C">
      <w:r>
        <w:t>Et les sous-marins</w:t>
      </w:r>
      <w:r w:rsidR="004B5A85">
        <w:t xml:space="preserve">, </w:t>
      </w:r>
      <w:r>
        <w:t>par cinquante mètres de fond</w:t>
      </w:r>
      <w:r w:rsidR="004B5A85">
        <w:t xml:space="preserve">, </w:t>
      </w:r>
      <w:r>
        <w:t>se lanc</w:t>
      </w:r>
      <w:r>
        <w:t>è</w:t>
      </w:r>
      <w:r>
        <w:t>rent à toute vitesse vers le point géographique indiqué par le mystérieux naufragé</w:t>
      </w:r>
      <w:r w:rsidR="004B5A85">
        <w:t>.</w:t>
      </w:r>
    </w:p>
    <w:p w14:paraId="790D0125" w14:textId="77777777" w:rsidR="004B5A85" w:rsidRDefault="004C389C" w:rsidP="004C389C">
      <w:r>
        <w:t>Exactement huit jours plus tard</w:t>
      </w:r>
      <w:r w:rsidR="004B5A85">
        <w:t xml:space="preserve">, </w:t>
      </w:r>
      <w:r>
        <w:t>la vigie d</w:t>
      </w:r>
      <w:r w:rsidR="004B5A85">
        <w:t>’</w:t>
      </w:r>
      <w:r>
        <w:t xml:space="preserve">avant de la </w:t>
      </w:r>
      <w:r>
        <w:rPr>
          <w:i/>
          <w:iCs/>
        </w:rPr>
        <w:t>R</w:t>
      </w:r>
      <w:r>
        <w:rPr>
          <w:i/>
          <w:iCs/>
        </w:rPr>
        <w:t>e</w:t>
      </w:r>
      <w:r>
        <w:rPr>
          <w:i/>
          <w:iCs/>
        </w:rPr>
        <w:t xml:space="preserve">vanche </w:t>
      </w:r>
      <w:r>
        <w:t>signalait des roches sous-marines</w:t>
      </w:r>
      <w:r w:rsidR="004B5A85">
        <w:t xml:space="preserve">. </w:t>
      </w:r>
      <w:r>
        <w:t>On se trouvait d</w:t>
      </w:r>
      <w:r w:rsidR="004B5A85">
        <w:t>’</w:t>
      </w:r>
      <w:r>
        <w:t>ailleurs à quelques milles marins du point indiqué</w:t>
      </w:r>
      <w:r w:rsidR="004B5A85">
        <w:t>.</w:t>
      </w:r>
    </w:p>
    <w:p w14:paraId="12E1B170" w14:textId="77777777" w:rsidR="004B5A85" w:rsidRDefault="004B5A85" w:rsidP="004C389C">
      <w:pPr>
        <w:rPr>
          <w:i/>
          <w:iCs/>
        </w:rPr>
      </w:pPr>
      <w:r>
        <w:t>— </w:t>
      </w:r>
      <w:r w:rsidR="004C389C">
        <w:t>Navigation en surface</w:t>
      </w:r>
      <w:r>
        <w:t xml:space="preserve"> ! </w:t>
      </w:r>
      <w:r w:rsidR="004C389C">
        <w:t>ordonna le commandant Martel</w:t>
      </w:r>
      <w:r>
        <w:t xml:space="preserve">, </w:t>
      </w:r>
      <w:r w:rsidR="004C389C">
        <w:t>qui</w:t>
      </w:r>
      <w:r>
        <w:t xml:space="preserve">, </w:t>
      </w:r>
      <w:r w:rsidR="004C389C">
        <w:t>du poste d</w:t>
      </w:r>
      <w:r>
        <w:t>’</w:t>
      </w:r>
      <w:r w:rsidR="004C389C">
        <w:t>officier</w:t>
      </w:r>
      <w:r>
        <w:t xml:space="preserve">, </w:t>
      </w:r>
      <w:r w:rsidR="004C389C">
        <w:t xml:space="preserve">dirigeait lui-même la manœuvre de la </w:t>
      </w:r>
      <w:r w:rsidR="004C389C">
        <w:rPr>
          <w:i/>
          <w:iCs/>
        </w:rPr>
        <w:t>Revanche</w:t>
      </w:r>
      <w:r>
        <w:rPr>
          <w:i/>
          <w:iCs/>
        </w:rPr>
        <w:t>.</w:t>
      </w:r>
    </w:p>
    <w:p w14:paraId="565D2114" w14:textId="77777777" w:rsidR="004B5A85" w:rsidRDefault="004C389C" w:rsidP="004C389C">
      <w:pPr>
        <w:rPr>
          <w:i/>
          <w:iCs/>
        </w:rPr>
      </w:pPr>
      <w:r>
        <w:t>Le capitaine de Cartel transmit l</w:t>
      </w:r>
      <w:r w:rsidR="004B5A85">
        <w:t>’</w:t>
      </w:r>
      <w:r>
        <w:t xml:space="preserve">ordre à la </w:t>
      </w:r>
      <w:r>
        <w:rPr>
          <w:i/>
          <w:iCs/>
        </w:rPr>
        <w:t>Victoire</w:t>
      </w:r>
      <w:r w:rsidR="004B5A85">
        <w:rPr>
          <w:i/>
          <w:iCs/>
        </w:rPr>
        <w:t>.</w:t>
      </w:r>
    </w:p>
    <w:p w14:paraId="7C86F8D1" w14:textId="59E4E43A" w:rsidR="004B5A85" w:rsidRDefault="004C389C" w:rsidP="004C389C">
      <w:r>
        <w:t>Et quand on fut émergé</w:t>
      </w:r>
      <w:r w:rsidR="004B5A85">
        <w:t xml:space="preserve">, </w:t>
      </w:r>
      <w:r>
        <w:t>Ludovic Martel</w:t>
      </w:r>
      <w:r w:rsidR="004B5A85">
        <w:t>, M. de </w:t>
      </w:r>
      <w:r>
        <w:t>Cartel et Pierrot l</w:t>
      </w:r>
      <w:r w:rsidR="004B5A85">
        <w:t>’</w:t>
      </w:r>
      <w:r>
        <w:t>Écureuil montèrent sur la plate-forme</w:t>
      </w:r>
      <w:r w:rsidR="004B5A85">
        <w:t>.</w:t>
      </w:r>
    </w:p>
    <w:p w14:paraId="028D788C" w14:textId="77777777" w:rsidR="004B5A85" w:rsidRDefault="004C389C" w:rsidP="004C389C">
      <w:r>
        <w:t>Bien que l</w:t>
      </w:r>
      <w:r w:rsidR="004B5A85">
        <w:t>’</w:t>
      </w:r>
      <w:r>
        <w:t>océan roulât d</w:t>
      </w:r>
      <w:r w:rsidR="004B5A85">
        <w:t>’</w:t>
      </w:r>
      <w:r>
        <w:t>énormes vagues</w:t>
      </w:r>
      <w:r w:rsidR="004B5A85">
        <w:t xml:space="preserve">, </w:t>
      </w:r>
      <w:r>
        <w:t>on était sorti de la région de la tempête</w:t>
      </w:r>
      <w:r w:rsidR="004B5A85">
        <w:t>…</w:t>
      </w:r>
    </w:p>
    <w:p w14:paraId="720E74D1" w14:textId="77777777" w:rsidR="004B5A85" w:rsidRDefault="004C389C" w:rsidP="004C389C">
      <w:r>
        <w:lastRenderedPageBreak/>
        <w:t>Et ce fut Pierrot l</w:t>
      </w:r>
      <w:r w:rsidR="004B5A85">
        <w:t>’</w:t>
      </w:r>
      <w:r>
        <w:t>Écureuil qui</w:t>
      </w:r>
      <w:r w:rsidR="004B5A85">
        <w:t xml:space="preserve">, </w:t>
      </w:r>
      <w:r>
        <w:t>grâce à ses yeux extraord</w:t>
      </w:r>
      <w:r>
        <w:t>i</w:t>
      </w:r>
      <w:r>
        <w:t>nairement vifs</w:t>
      </w:r>
      <w:r w:rsidR="004B5A85">
        <w:t xml:space="preserve">, </w:t>
      </w:r>
      <w:r>
        <w:t>aperçut le premier</w:t>
      </w:r>
      <w:r w:rsidR="004B5A85">
        <w:t xml:space="preserve">, </w:t>
      </w:r>
      <w:r>
        <w:t>dans la pleine lumière de l</w:t>
      </w:r>
      <w:r w:rsidR="004B5A85">
        <w:t>’</w:t>
      </w:r>
      <w:r>
        <w:t>après-midi</w:t>
      </w:r>
      <w:r w:rsidR="004B5A85">
        <w:t xml:space="preserve">, </w:t>
      </w:r>
      <w:r>
        <w:t>la tache grise d</w:t>
      </w:r>
      <w:r w:rsidR="004B5A85">
        <w:t>’</w:t>
      </w:r>
      <w:r>
        <w:t>une rive à l</w:t>
      </w:r>
      <w:r w:rsidR="004B5A85">
        <w:t>’</w:t>
      </w:r>
      <w:r>
        <w:t>horizon</w:t>
      </w:r>
      <w:r w:rsidR="004B5A85">
        <w:t xml:space="preserve">. </w:t>
      </w:r>
      <w:r>
        <w:t>Il s</w:t>
      </w:r>
      <w:r w:rsidR="004B5A85">
        <w:t>’</w:t>
      </w:r>
      <w:r>
        <w:t>écria</w:t>
      </w:r>
      <w:r w:rsidR="004B5A85">
        <w:t> :</w:t>
      </w:r>
    </w:p>
    <w:p w14:paraId="52A20DBE" w14:textId="77777777" w:rsidR="004B5A85" w:rsidRDefault="004B5A85" w:rsidP="004C389C">
      <w:r>
        <w:t>— </w:t>
      </w:r>
      <w:r w:rsidR="004C389C">
        <w:t>Terre</w:t>
      </w:r>
      <w:r>
        <w:t xml:space="preserve"> ! </w:t>
      </w:r>
      <w:r w:rsidR="004C389C">
        <w:t>par tribord avant</w:t>
      </w:r>
      <w:r>
        <w:t> !…</w:t>
      </w:r>
    </w:p>
    <w:p w14:paraId="51E75DD4" w14:textId="77777777" w:rsidR="004B5A85" w:rsidRDefault="004C389C" w:rsidP="004C389C">
      <w:r>
        <w:t>Le sous-marin bondissait de vague en vague</w:t>
      </w:r>
      <w:r w:rsidR="004B5A85">
        <w:t xml:space="preserve">, </w:t>
      </w:r>
      <w:r>
        <w:t>à une vitesse de train express</w:t>
      </w:r>
      <w:r w:rsidR="004B5A85">
        <w:t xml:space="preserve">, </w:t>
      </w:r>
      <w:r>
        <w:t>faisant jaillir des deux côtés de son éperon d</w:t>
      </w:r>
      <w:r w:rsidR="004B5A85">
        <w:t>’</w:t>
      </w:r>
      <w:r>
        <w:t>énormes gerbes d</w:t>
      </w:r>
      <w:r w:rsidR="004B5A85">
        <w:t>’</w:t>
      </w:r>
      <w:r>
        <w:t>eau écumeuse</w:t>
      </w:r>
      <w:r w:rsidR="004B5A85">
        <w:t>…</w:t>
      </w:r>
    </w:p>
    <w:p w14:paraId="1D1F179A" w14:textId="77777777" w:rsidR="004B5A85" w:rsidRDefault="004C389C" w:rsidP="004C389C">
      <w:r>
        <w:t>Derrière lui</w:t>
      </w:r>
      <w:r w:rsidR="004B5A85">
        <w:t xml:space="preserve">, </w:t>
      </w:r>
      <w:r>
        <w:t>à une encablure de distance</w:t>
      </w:r>
      <w:r w:rsidR="004B5A85">
        <w:t xml:space="preserve">, </w:t>
      </w:r>
      <w:r>
        <w:t xml:space="preserve">la </w:t>
      </w:r>
      <w:r>
        <w:rPr>
          <w:i/>
          <w:iCs/>
        </w:rPr>
        <w:t xml:space="preserve">Victoire </w:t>
      </w:r>
      <w:r>
        <w:t>su</w:t>
      </w:r>
      <w:r>
        <w:t>i</w:t>
      </w:r>
      <w:r>
        <w:t>vait</w:t>
      </w:r>
      <w:r w:rsidR="004B5A85">
        <w:t>.</w:t>
      </w:r>
    </w:p>
    <w:p w14:paraId="42212E5D" w14:textId="77777777" w:rsidR="004B5A85" w:rsidRDefault="004C389C" w:rsidP="004C389C">
      <w:r>
        <w:t>Rapidement</w:t>
      </w:r>
      <w:r w:rsidR="004B5A85">
        <w:t xml:space="preserve">, </w:t>
      </w:r>
      <w:r>
        <w:t>on vit l</w:t>
      </w:r>
      <w:r w:rsidR="004B5A85">
        <w:t>’</w:t>
      </w:r>
      <w:r>
        <w:t>île grandir</w:t>
      </w:r>
      <w:r w:rsidR="004B5A85">
        <w:t xml:space="preserve">, </w:t>
      </w:r>
      <w:r>
        <w:t>se préciser</w:t>
      </w:r>
      <w:r w:rsidR="004B5A85">
        <w:t>.</w:t>
      </w:r>
    </w:p>
    <w:p w14:paraId="283DAB61" w14:textId="77777777" w:rsidR="004B5A85" w:rsidRDefault="004C389C" w:rsidP="004C389C">
      <w:r>
        <w:t>Sur la plate-forme</w:t>
      </w:r>
      <w:r w:rsidR="004B5A85">
        <w:t xml:space="preserve">, </w:t>
      </w:r>
      <w:r>
        <w:t>Ludovic Martel</w:t>
      </w:r>
      <w:r w:rsidR="004B5A85">
        <w:t xml:space="preserve">, </w:t>
      </w:r>
      <w:r>
        <w:t>Pierrot l</w:t>
      </w:r>
      <w:r w:rsidR="004B5A85">
        <w:t>’</w:t>
      </w:r>
      <w:r>
        <w:t>Écureuil et même le capitaine de Cartel frémissaient d</w:t>
      </w:r>
      <w:r w:rsidR="004B5A85">
        <w:t>’</w:t>
      </w:r>
      <w:r>
        <w:t>impatience</w:t>
      </w:r>
      <w:r w:rsidR="004B5A85">
        <w:t>.</w:t>
      </w:r>
    </w:p>
    <w:p w14:paraId="37CF7CEA" w14:textId="77777777" w:rsidR="004B5A85" w:rsidRDefault="004B5A85" w:rsidP="004C389C">
      <w:r>
        <w:t>— </w:t>
      </w:r>
      <w:r w:rsidR="004C389C">
        <w:t>Faites monter l</w:t>
      </w:r>
      <w:r>
        <w:t>’</w:t>
      </w:r>
      <w:r w:rsidR="004C389C">
        <w:t>homme</w:t>
      </w:r>
      <w:r>
        <w:t xml:space="preserve"> ! </w:t>
      </w:r>
      <w:r w:rsidR="004C389C">
        <w:t>ordonna tout à coup le co</w:t>
      </w:r>
      <w:r w:rsidR="004C389C">
        <w:t>m</w:t>
      </w:r>
      <w:r w:rsidR="004C389C">
        <w:t>mandant</w:t>
      </w:r>
      <w:r>
        <w:t>.</w:t>
      </w:r>
    </w:p>
    <w:p w14:paraId="1C4FD9CF" w14:textId="77777777" w:rsidR="004B5A85" w:rsidRDefault="004C389C" w:rsidP="004C389C">
      <w:r>
        <w:t>Cartel disparut</w:t>
      </w:r>
      <w:r w:rsidR="004B5A85">
        <w:t xml:space="preserve">, </w:t>
      </w:r>
      <w:r>
        <w:t>et bientôt il revenait</w:t>
      </w:r>
      <w:r w:rsidR="004B5A85">
        <w:t xml:space="preserve">, </w:t>
      </w:r>
      <w:r>
        <w:t>accompagné du na</w:t>
      </w:r>
      <w:r>
        <w:t>u</w:t>
      </w:r>
      <w:r>
        <w:t>fragé encore faible</w:t>
      </w:r>
      <w:r w:rsidR="004B5A85">
        <w:t xml:space="preserve">, </w:t>
      </w:r>
      <w:r>
        <w:t>mais capable de marcher</w:t>
      </w:r>
      <w:r w:rsidR="004B5A85">
        <w:t>.</w:t>
      </w:r>
    </w:p>
    <w:p w14:paraId="0E80BD87" w14:textId="77777777" w:rsidR="004B5A85" w:rsidRDefault="004B5A85" w:rsidP="004C389C">
      <w:r>
        <w:t>— </w:t>
      </w:r>
      <w:r w:rsidR="004C389C">
        <w:t>Regardez là-bas</w:t>
      </w:r>
      <w:r>
        <w:t xml:space="preserve">, </w:t>
      </w:r>
      <w:r w:rsidR="004C389C">
        <w:t>lui dit le commandant Martel</w:t>
      </w:r>
      <w:r>
        <w:t xml:space="preserve">. </w:t>
      </w:r>
      <w:r w:rsidR="004C389C">
        <w:t>Reco</w:t>
      </w:r>
      <w:r w:rsidR="004C389C">
        <w:t>n</w:t>
      </w:r>
      <w:r w:rsidR="004C389C">
        <w:t>naissez-vous cette île</w:t>
      </w:r>
      <w:r>
        <w:t> ?</w:t>
      </w:r>
    </w:p>
    <w:p w14:paraId="4D5020BC" w14:textId="77777777" w:rsidR="004B5A85" w:rsidRDefault="004B5A85" w:rsidP="004C389C">
      <w:r>
        <w:t>— </w:t>
      </w:r>
      <w:r w:rsidR="004C389C">
        <w:t>Je la reconnais bien</w:t>
      </w:r>
      <w:r>
        <w:t xml:space="preserve">, </w:t>
      </w:r>
      <w:r w:rsidR="004C389C">
        <w:t>répondit l</w:t>
      </w:r>
      <w:r>
        <w:t>’</w:t>
      </w:r>
      <w:r w:rsidR="004C389C">
        <w:t>homme</w:t>
      </w:r>
      <w:r>
        <w:t xml:space="preserve">. </w:t>
      </w:r>
      <w:r w:rsidR="004C389C">
        <w:t>Vous verrez une crique</w:t>
      </w:r>
      <w:r>
        <w:t xml:space="preserve">, </w:t>
      </w:r>
      <w:r w:rsidR="004C389C">
        <w:t>sur la côte sud-est</w:t>
      </w:r>
      <w:r>
        <w:t xml:space="preserve">. </w:t>
      </w:r>
      <w:r w:rsidR="004C389C">
        <w:t>Il faut entrer dans cette crique</w:t>
      </w:r>
      <w:r>
        <w:t>…</w:t>
      </w:r>
    </w:p>
    <w:p w14:paraId="4C74923B" w14:textId="77777777" w:rsidR="004B5A85" w:rsidRDefault="004B5A85" w:rsidP="004C389C">
      <w:r>
        <w:t>— </w:t>
      </w:r>
      <w:r w:rsidR="004C389C">
        <w:t>C</w:t>
      </w:r>
      <w:r>
        <w:t>’</w:t>
      </w:r>
      <w:r w:rsidR="004C389C">
        <w:t>est bien</w:t>
      </w:r>
      <w:r>
        <w:t xml:space="preserve">. </w:t>
      </w:r>
      <w:r w:rsidR="004C389C">
        <w:t>Retirez-vous</w:t>
      </w:r>
      <w:r>
        <w:t>.</w:t>
      </w:r>
    </w:p>
    <w:p w14:paraId="2EEE4558" w14:textId="77777777" w:rsidR="004B5A85" w:rsidRDefault="004C389C" w:rsidP="004C389C">
      <w:r>
        <w:t>Deux minutes plus tard</w:t>
      </w:r>
      <w:r w:rsidR="004B5A85">
        <w:t xml:space="preserve">, </w:t>
      </w:r>
      <w:r>
        <w:t xml:space="preserve">la </w:t>
      </w:r>
      <w:r>
        <w:rPr>
          <w:i/>
          <w:iCs/>
        </w:rPr>
        <w:t xml:space="preserve">Revanche </w:t>
      </w:r>
      <w:r>
        <w:t xml:space="preserve">et la </w:t>
      </w:r>
      <w:r>
        <w:rPr>
          <w:i/>
          <w:iCs/>
        </w:rPr>
        <w:t xml:space="preserve">Victoire </w:t>
      </w:r>
      <w:r>
        <w:t>la</w:t>
      </w:r>
      <w:r>
        <w:t>n</w:t>
      </w:r>
      <w:r>
        <w:t>çaient chacune deux torpilles explosibles du côté de l</w:t>
      </w:r>
      <w:r w:rsidR="004B5A85">
        <w:t>’</w:t>
      </w:r>
      <w:r>
        <w:t>île</w:t>
      </w:r>
      <w:r w:rsidR="004B5A85">
        <w:t xml:space="preserve">, </w:t>
      </w:r>
      <w:r>
        <w:t>afin d</w:t>
      </w:r>
      <w:r w:rsidR="004B5A85">
        <w:t>’</w:t>
      </w:r>
      <w:r>
        <w:t>attirer</w:t>
      </w:r>
      <w:r w:rsidR="004B5A85">
        <w:t xml:space="preserve">, </w:t>
      </w:r>
      <w:r>
        <w:t>par ces quatre formidables explosions</w:t>
      </w:r>
      <w:r w:rsidR="004B5A85">
        <w:t xml:space="preserve">, </w:t>
      </w:r>
      <w:r>
        <w:t>l</w:t>
      </w:r>
      <w:r w:rsidR="004B5A85">
        <w:t>’</w:t>
      </w:r>
      <w:r>
        <w:t>attention des robinsons</w:t>
      </w:r>
      <w:r w:rsidR="004B5A85">
        <w:t>.</w:t>
      </w:r>
    </w:p>
    <w:p w14:paraId="0E02089E" w14:textId="77777777" w:rsidR="004B5A85" w:rsidRDefault="004C389C" w:rsidP="004C389C">
      <w:r>
        <w:lastRenderedPageBreak/>
        <w:t>Et quelques instants après</w:t>
      </w:r>
      <w:r w:rsidR="004B5A85">
        <w:t xml:space="preserve">, </w:t>
      </w:r>
      <w:r>
        <w:t>les sous-marins s</w:t>
      </w:r>
      <w:r w:rsidR="004B5A85">
        <w:t>’</w:t>
      </w:r>
      <w:r>
        <w:t>arrêtaient dans la crique abritée où</w:t>
      </w:r>
      <w:r w:rsidR="004B5A85">
        <w:t xml:space="preserve">, </w:t>
      </w:r>
      <w:r>
        <w:t>quelques jours auparavant</w:t>
      </w:r>
      <w:r w:rsidR="004B5A85">
        <w:t xml:space="preserve">, </w:t>
      </w:r>
      <w:r>
        <w:t>était e</w:t>
      </w:r>
      <w:r>
        <w:t>n</w:t>
      </w:r>
      <w:r>
        <w:t xml:space="preserve">trée la barque </w:t>
      </w:r>
      <w:r>
        <w:rPr>
          <w:i/>
          <w:iCs/>
        </w:rPr>
        <w:t>La Liberté</w:t>
      </w:r>
      <w:r w:rsidR="004B5A85">
        <w:rPr>
          <w:i/>
          <w:iCs/>
        </w:rPr>
        <w:t xml:space="preserve">, </w:t>
      </w:r>
      <w:r>
        <w:t>sous le commandement de Paul Ra</w:t>
      </w:r>
      <w:r>
        <w:t>n</w:t>
      </w:r>
      <w:r>
        <w:t>dal</w:t>
      </w:r>
      <w:r w:rsidR="004B5A85">
        <w:t xml:space="preserve">, </w:t>
      </w:r>
      <w:r>
        <w:t>et d</w:t>
      </w:r>
      <w:r w:rsidR="004B5A85">
        <w:t>’</w:t>
      </w:r>
      <w:r>
        <w:t>où elle était sortie le lendemain</w:t>
      </w:r>
      <w:r w:rsidR="004B5A85">
        <w:t xml:space="preserve">, </w:t>
      </w:r>
      <w:r>
        <w:t>commandée cette fois par Tommy le Massacreur</w:t>
      </w:r>
      <w:r w:rsidR="004B5A85">
        <w:t xml:space="preserve">. </w:t>
      </w:r>
      <w:r>
        <w:t>Et sur la petite plage</w:t>
      </w:r>
      <w:r w:rsidR="004B5A85">
        <w:t xml:space="preserve">, </w:t>
      </w:r>
      <w:r>
        <w:t>dix-sept hommes criaient</w:t>
      </w:r>
      <w:r w:rsidR="004B5A85">
        <w:t xml:space="preserve">, </w:t>
      </w:r>
      <w:r>
        <w:t>couraient</w:t>
      </w:r>
      <w:r w:rsidR="004B5A85">
        <w:t xml:space="preserve">, </w:t>
      </w:r>
      <w:r>
        <w:t>bondissaient comme des déments</w:t>
      </w:r>
      <w:r w:rsidR="004B5A85">
        <w:t>…</w:t>
      </w:r>
    </w:p>
    <w:p w14:paraId="53D81A0C" w14:textId="77777777" w:rsidR="004B5A85" w:rsidRDefault="004C389C" w:rsidP="004C389C">
      <w:r>
        <w:t>C</w:t>
      </w:r>
      <w:r w:rsidR="004B5A85">
        <w:t>’</w:t>
      </w:r>
      <w:r>
        <w:t>étaient l</w:t>
      </w:r>
      <w:r w:rsidR="004B5A85">
        <w:t>’</w:t>
      </w:r>
      <w:r>
        <w:t>enseigne Paul Randal et ses marins</w:t>
      </w:r>
      <w:r w:rsidR="004B5A85">
        <w:t xml:space="preserve">, </w:t>
      </w:r>
      <w:r>
        <w:t>fous de joie</w:t>
      </w:r>
      <w:r w:rsidR="004B5A85">
        <w:t xml:space="preserve">, </w:t>
      </w:r>
      <w:r>
        <w:t>en effet</w:t>
      </w:r>
      <w:r w:rsidR="004B5A85">
        <w:t xml:space="preserve">, </w:t>
      </w:r>
      <w:r>
        <w:t>car</w:t>
      </w:r>
      <w:r w:rsidR="004B5A85">
        <w:t xml:space="preserve">, </w:t>
      </w:r>
      <w:r>
        <w:t>attirés par les détonations</w:t>
      </w:r>
      <w:r w:rsidR="004B5A85">
        <w:t xml:space="preserve">, </w:t>
      </w:r>
      <w:r>
        <w:t>ils étaient arrivés sur la plage en même temps que les sous-marins entraient dans la crique</w:t>
      </w:r>
      <w:r w:rsidR="004B5A85">
        <w:t xml:space="preserve">. </w:t>
      </w:r>
      <w:r>
        <w:t>Et sur la plate-forme de l</w:t>
      </w:r>
      <w:r w:rsidR="004B5A85">
        <w:t>’</w:t>
      </w:r>
      <w:r>
        <w:t>un d</w:t>
      </w:r>
      <w:r w:rsidR="004B5A85">
        <w:t>’</w:t>
      </w:r>
      <w:r>
        <w:t>eux</w:t>
      </w:r>
      <w:r w:rsidR="004B5A85">
        <w:t xml:space="preserve">, </w:t>
      </w:r>
      <w:r>
        <w:t>ils voyaient des hommes à l</w:t>
      </w:r>
      <w:r w:rsidR="004B5A85">
        <w:t>’</w:t>
      </w:r>
      <w:r>
        <w:t>uniforme de marins français</w:t>
      </w:r>
      <w:r w:rsidR="004B5A85">
        <w:t xml:space="preserve">. </w:t>
      </w:r>
      <w:r>
        <w:t>Et</w:t>
      </w:r>
      <w:r w:rsidR="004B5A85">
        <w:t xml:space="preserve">, </w:t>
      </w:r>
      <w:r>
        <w:t>parmi ces hommes</w:t>
      </w:r>
      <w:r w:rsidR="004B5A85">
        <w:t xml:space="preserve">, </w:t>
      </w:r>
      <w:r>
        <w:t>ils reconnaissaient le commandant Martel et Pierrot l</w:t>
      </w:r>
      <w:r w:rsidR="004B5A85">
        <w:t>’</w:t>
      </w:r>
      <w:r>
        <w:t>Écureuil</w:t>
      </w:r>
      <w:r w:rsidR="004B5A85">
        <w:t> !…</w:t>
      </w:r>
    </w:p>
    <w:p w14:paraId="64841032" w14:textId="77777777" w:rsidR="004B5A85" w:rsidRDefault="004C389C" w:rsidP="004C389C">
      <w:r>
        <w:t>Il faut renoncer à raconter la fin de cette journée</w:t>
      </w:r>
      <w:r w:rsidR="004B5A85">
        <w:t>.</w:t>
      </w:r>
    </w:p>
    <w:p w14:paraId="52633BA3" w14:textId="77777777" w:rsidR="004B5A85" w:rsidRDefault="004C389C" w:rsidP="004C389C">
      <w:pPr>
        <w:rPr>
          <w:i/>
          <w:iCs/>
        </w:rPr>
      </w:pPr>
      <w:r>
        <w:t>Débarquement du commandant Martel</w:t>
      </w:r>
      <w:r w:rsidR="004B5A85">
        <w:t xml:space="preserve">, </w:t>
      </w:r>
      <w:r>
        <w:t>de Pierre l</w:t>
      </w:r>
      <w:r w:rsidR="004B5A85">
        <w:t>’</w:t>
      </w:r>
      <w:r>
        <w:t>Écureuil</w:t>
      </w:r>
      <w:r w:rsidR="004B5A85">
        <w:t xml:space="preserve">, </w:t>
      </w:r>
      <w:r>
        <w:t>des capitaines de Cartel et Lacroix</w:t>
      </w:r>
      <w:r w:rsidR="004B5A85">
        <w:t xml:space="preserve">, </w:t>
      </w:r>
      <w:r>
        <w:t xml:space="preserve">au moyen de deux canots de la </w:t>
      </w:r>
      <w:r>
        <w:rPr>
          <w:i/>
          <w:iCs/>
        </w:rPr>
        <w:t xml:space="preserve">Revanche </w:t>
      </w:r>
      <w:r>
        <w:t xml:space="preserve">et de la </w:t>
      </w:r>
      <w:r>
        <w:rPr>
          <w:i/>
          <w:iCs/>
        </w:rPr>
        <w:t>Victoire</w:t>
      </w:r>
      <w:r w:rsidR="004B5A85">
        <w:rPr>
          <w:i/>
          <w:iCs/>
        </w:rPr>
        <w:t xml:space="preserve">. </w:t>
      </w:r>
      <w:r>
        <w:t>Réunion tumultueuse</w:t>
      </w:r>
      <w:r w:rsidR="004B5A85">
        <w:t xml:space="preserve">. </w:t>
      </w:r>
      <w:r>
        <w:t>Embrassades</w:t>
      </w:r>
      <w:r w:rsidR="004B5A85">
        <w:t xml:space="preserve">. </w:t>
      </w:r>
      <w:r>
        <w:t>Émotion</w:t>
      </w:r>
      <w:r w:rsidR="004B5A85">
        <w:t xml:space="preserve">. </w:t>
      </w:r>
      <w:r>
        <w:t xml:space="preserve">Embarquement des dix-sept anciens du </w:t>
      </w:r>
      <w:r>
        <w:rPr>
          <w:i/>
          <w:iCs/>
        </w:rPr>
        <w:t>Nyctalope</w:t>
      </w:r>
      <w:r w:rsidR="004B5A85">
        <w:rPr>
          <w:i/>
          <w:iCs/>
        </w:rPr>
        <w:t>.</w:t>
      </w:r>
    </w:p>
    <w:p w14:paraId="798A7283" w14:textId="77777777" w:rsidR="004B5A85" w:rsidRDefault="004C389C" w:rsidP="004C389C">
      <w:pPr>
        <w:rPr>
          <w:i/>
          <w:iCs/>
        </w:rPr>
      </w:pPr>
      <w:r>
        <w:t>Le lendemain matin</w:t>
      </w:r>
      <w:r w:rsidR="004B5A85">
        <w:t xml:space="preserve">, </w:t>
      </w:r>
      <w:r>
        <w:t xml:space="preserve">la </w:t>
      </w:r>
      <w:r>
        <w:rPr>
          <w:i/>
          <w:iCs/>
        </w:rPr>
        <w:t xml:space="preserve">Revanche </w:t>
      </w:r>
      <w:r>
        <w:t xml:space="preserve">et la </w:t>
      </w:r>
      <w:r>
        <w:rPr>
          <w:i/>
          <w:iCs/>
        </w:rPr>
        <w:t xml:space="preserve">Victoire </w:t>
      </w:r>
      <w:r>
        <w:t>s</w:t>
      </w:r>
      <w:r w:rsidR="004B5A85">
        <w:t>’</w:t>
      </w:r>
      <w:r>
        <w:t>éloignaient de l</w:t>
      </w:r>
      <w:r w:rsidR="004B5A85">
        <w:t>’</w:t>
      </w:r>
      <w:r>
        <w:t>île</w:t>
      </w:r>
      <w:r w:rsidR="004B5A85">
        <w:t xml:space="preserve">, </w:t>
      </w:r>
      <w:r>
        <w:t>qui fut déclarée terre française par le commandant Martel</w:t>
      </w:r>
      <w:r w:rsidR="004B5A85">
        <w:t xml:space="preserve">, </w:t>
      </w:r>
      <w:r>
        <w:t>et baptisée</w:t>
      </w:r>
      <w:r w:rsidR="004B5A85">
        <w:t xml:space="preserve">, </w:t>
      </w:r>
      <w:r>
        <w:t>à la bretonne</w:t>
      </w:r>
      <w:r w:rsidR="004B5A85">
        <w:t xml:space="preserve"> : </w:t>
      </w:r>
      <w:r>
        <w:rPr>
          <w:i/>
          <w:iCs/>
        </w:rPr>
        <w:t xml:space="preserve">Île de la </w:t>
      </w:r>
      <w:proofErr w:type="spellStart"/>
      <w:r>
        <w:rPr>
          <w:i/>
          <w:iCs/>
        </w:rPr>
        <w:t>R</w:t>
      </w:r>
      <w:r>
        <w:rPr>
          <w:i/>
          <w:iCs/>
        </w:rPr>
        <w:t>e</w:t>
      </w:r>
      <w:r>
        <w:rPr>
          <w:i/>
          <w:iCs/>
        </w:rPr>
        <w:t>trouvance</w:t>
      </w:r>
      <w:proofErr w:type="spellEnd"/>
      <w:r w:rsidR="004B5A85">
        <w:rPr>
          <w:i/>
          <w:iCs/>
        </w:rPr>
        <w:t>.</w:t>
      </w:r>
    </w:p>
    <w:p w14:paraId="7CFA9CD2" w14:textId="77777777" w:rsidR="004B5A85" w:rsidRDefault="004C389C" w:rsidP="004C389C">
      <w:r>
        <w:t>Trois jours après</w:t>
      </w:r>
      <w:r w:rsidR="004B5A85">
        <w:t xml:space="preserve">, </w:t>
      </w:r>
      <w:r>
        <w:t>le naufragé</w:t>
      </w:r>
      <w:r w:rsidR="004B5A85">
        <w:t xml:space="preserve">, </w:t>
      </w:r>
      <w:r>
        <w:t>en qui les dix-sept marins n</w:t>
      </w:r>
      <w:r w:rsidR="004B5A85">
        <w:t>’</w:t>
      </w:r>
      <w:r>
        <w:t>avaient pas eu de peine à reconnaître Tommy le Massacreur</w:t>
      </w:r>
      <w:r w:rsidR="004B5A85">
        <w:t xml:space="preserve">, </w:t>
      </w:r>
      <w:r>
        <w:t>était débarqué sur la côte du Chili</w:t>
      </w:r>
      <w:r w:rsidR="004B5A85">
        <w:t xml:space="preserve">, </w:t>
      </w:r>
      <w:r>
        <w:t>à quelques kilomètres de Valparaiso</w:t>
      </w:r>
      <w:r w:rsidR="004B5A85">
        <w:t>.</w:t>
      </w:r>
    </w:p>
    <w:p w14:paraId="1E2D25C4" w14:textId="77777777" w:rsidR="004B5A85" w:rsidRDefault="004B5A85" w:rsidP="004C389C">
      <w:r>
        <w:t>— </w:t>
      </w:r>
      <w:r w:rsidR="004C389C">
        <w:t>Et maintenant</w:t>
      </w:r>
      <w:r>
        <w:t xml:space="preserve">, </w:t>
      </w:r>
      <w:r w:rsidR="004C389C">
        <w:t>s</w:t>
      </w:r>
      <w:r>
        <w:t>’</w:t>
      </w:r>
      <w:r w:rsidR="004C389C">
        <w:t>écria Ludovic Martel aux deux équ</w:t>
      </w:r>
      <w:r w:rsidR="004C389C">
        <w:t>i</w:t>
      </w:r>
      <w:r w:rsidR="004C389C">
        <w:t>pages rassemblés sur la plate-forme des deux sous-marins</w:t>
      </w:r>
      <w:r>
        <w:t xml:space="preserve">, </w:t>
      </w:r>
      <w:r w:rsidR="004C389C">
        <w:lastRenderedPageBreak/>
        <w:t>i</w:t>
      </w:r>
      <w:r w:rsidR="004C389C">
        <w:t>m</w:t>
      </w:r>
      <w:r w:rsidR="004C389C">
        <w:t>mobiles bord à bord sur la mer calme</w:t>
      </w:r>
      <w:r>
        <w:t xml:space="preserve">, </w:t>
      </w:r>
      <w:r w:rsidR="004C389C">
        <w:t>et maintenant</w:t>
      </w:r>
      <w:r>
        <w:t xml:space="preserve">, </w:t>
      </w:r>
      <w:r w:rsidR="004C389C">
        <w:t>mes amis</w:t>
      </w:r>
      <w:r>
        <w:t xml:space="preserve">, </w:t>
      </w:r>
      <w:r w:rsidR="004C389C">
        <w:t>en avant contre le Ravageur du Monde</w:t>
      </w:r>
      <w:r>
        <w:t> !</w:t>
      </w:r>
    </w:p>
    <w:p w14:paraId="5C4574B2" w14:textId="77777777" w:rsidR="004B5A85" w:rsidRDefault="004C389C" w:rsidP="004C389C">
      <w:r>
        <w:t>Un instant après</w:t>
      </w:r>
      <w:r w:rsidR="004B5A85">
        <w:t xml:space="preserve">, </w:t>
      </w:r>
      <w:r>
        <w:t xml:space="preserve">la </w:t>
      </w:r>
      <w:r>
        <w:rPr>
          <w:i/>
          <w:iCs/>
        </w:rPr>
        <w:t xml:space="preserve">Revanche </w:t>
      </w:r>
      <w:r>
        <w:t xml:space="preserve">et la </w:t>
      </w:r>
      <w:r>
        <w:rPr>
          <w:i/>
          <w:iCs/>
        </w:rPr>
        <w:t xml:space="preserve">Victoire </w:t>
      </w:r>
      <w:r>
        <w:t>s</w:t>
      </w:r>
      <w:r w:rsidR="004B5A85">
        <w:t>’</w:t>
      </w:r>
      <w:r>
        <w:t>immergeaient</w:t>
      </w:r>
      <w:r w:rsidR="004B5A85">
        <w:t xml:space="preserve">, </w:t>
      </w:r>
      <w:r>
        <w:t>et</w:t>
      </w:r>
      <w:r w:rsidR="004B5A85">
        <w:t xml:space="preserve">, </w:t>
      </w:r>
      <w:r>
        <w:t>par cent mètres de fond</w:t>
      </w:r>
      <w:r w:rsidR="004B5A85">
        <w:t xml:space="preserve">, </w:t>
      </w:r>
      <w:r>
        <w:t>reprenaient la d</w:t>
      </w:r>
      <w:r>
        <w:t>i</w:t>
      </w:r>
      <w:r>
        <w:t>rection du Sud</w:t>
      </w:r>
      <w:r w:rsidR="004B5A85">
        <w:t xml:space="preserve">, </w:t>
      </w:r>
      <w:r>
        <w:t>pour doubler de nouveau le cap Horn et aller dans l</w:t>
      </w:r>
      <w:r w:rsidR="004B5A85">
        <w:t>’</w:t>
      </w:r>
      <w:r>
        <w:t>Atlantique</w:t>
      </w:r>
      <w:r w:rsidR="004B5A85">
        <w:t xml:space="preserve">, </w:t>
      </w:r>
      <w:r>
        <w:t>où l</w:t>
      </w:r>
      <w:r w:rsidR="004B5A85">
        <w:t>’</w:t>
      </w:r>
      <w:r>
        <w:t>on avait des raisons de croire que se tro</w:t>
      </w:r>
      <w:r>
        <w:t>u</w:t>
      </w:r>
      <w:r>
        <w:t>vait le Ravageur du Monde</w:t>
      </w:r>
      <w:r w:rsidR="004B5A85">
        <w:t>.</w:t>
      </w:r>
    </w:p>
    <w:p w14:paraId="1E12AB70" w14:textId="77777777" w:rsidR="004B5A85" w:rsidRDefault="004C389C" w:rsidP="004C389C">
      <w:r>
        <w:t>L</w:t>
      </w:r>
      <w:r w:rsidR="004B5A85">
        <w:t>’</w:t>
      </w:r>
      <w:r>
        <w:t xml:space="preserve">ancien équipage du </w:t>
      </w:r>
      <w:r>
        <w:rPr>
          <w:i/>
          <w:iCs/>
        </w:rPr>
        <w:t xml:space="preserve">Nyctalope </w:t>
      </w:r>
      <w:r>
        <w:t xml:space="preserve">était resté tout entier à bord de la </w:t>
      </w:r>
      <w:r>
        <w:rPr>
          <w:i/>
          <w:iCs/>
        </w:rPr>
        <w:t>Revanche</w:t>
      </w:r>
      <w:r w:rsidR="004B5A85">
        <w:rPr>
          <w:i/>
          <w:iCs/>
        </w:rPr>
        <w:t xml:space="preserve">, </w:t>
      </w:r>
      <w:r>
        <w:t xml:space="preserve">dont la moitié des hommes avaient passé à bord de la </w:t>
      </w:r>
      <w:r>
        <w:rPr>
          <w:i/>
          <w:iCs/>
        </w:rPr>
        <w:t>Victoire</w:t>
      </w:r>
      <w:r w:rsidR="004B5A85">
        <w:rPr>
          <w:i/>
          <w:iCs/>
        </w:rPr>
        <w:t xml:space="preserve">. </w:t>
      </w:r>
      <w:r>
        <w:t xml:space="preserve">Paul Randal devenait capitaine de la </w:t>
      </w:r>
      <w:r>
        <w:rPr>
          <w:i/>
          <w:iCs/>
        </w:rPr>
        <w:t>R</w:t>
      </w:r>
      <w:r>
        <w:rPr>
          <w:i/>
          <w:iCs/>
        </w:rPr>
        <w:t>e</w:t>
      </w:r>
      <w:r>
        <w:rPr>
          <w:i/>
          <w:iCs/>
        </w:rPr>
        <w:t>vanche</w:t>
      </w:r>
      <w:r w:rsidR="004B5A85">
        <w:rPr>
          <w:i/>
          <w:iCs/>
        </w:rPr>
        <w:t xml:space="preserve">, </w:t>
      </w:r>
      <w:r>
        <w:t>et le capitaine de Cartel passait à l</w:t>
      </w:r>
      <w:r w:rsidR="004B5A85">
        <w:t>’</w:t>
      </w:r>
      <w:r>
        <w:t>autre sous-marin</w:t>
      </w:r>
      <w:r w:rsidR="004B5A85">
        <w:t xml:space="preserve">, </w:t>
      </w:r>
      <w:r>
        <w:t>où</w:t>
      </w:r>
      <w:r w:rsidR="004B5A85">
        <w:t xml:space="preserve">, </w:t>
      </w:r>
      <w:r>
        <w:t>plus jeune</w:t>
      </w:r>
      <w:r w:rsidR="004B5A85">
        <w:t xml:space="preserve">, </w:t>
      </w:r>
      <w:r>
        <w:t>le capitaine Lacroix était mis sous ses ordres</w:t>
      </w:r>
      <w:r w:rsidR="004B5A85">
        <w:t>.</w:t>
      </w:r>
    </w:p>
    <w:p w14:paraId="53CFB59D" w14:textId="77777777" w:rsidR="004B5A85" w:rsidRDefault="004C389C" w:rsidP="004C389C">
      <w:r>
        <w:t>Ainsi</w:t>
      </w:r>
      <w:r w:rsidR="004B5A85">
        <w:t xml:space="preserve">, </w:t>
      </w:r>
      <w:r>
        <w:t>ayant autour de lui ses premiers compagnons de n</w:t>
      </w:r>
      <w:r>
        <w:t>a</w:t>
      </w:r>
      <w:r>
        <w:t>vigation maritime</w:t>
      </w:r>
      <w:r w:rsidR="004B5A85">
        <w:t xml:space="preserve">, </w:t>
      </w:r>
      <w:r>
        <w:t xml:space="preserve">ayant reconstitué à bord de la </w:t>
      </w:r>
      <w:r>
        <w:rPr>
          <w:i/>
          <w:iCs/>
        </w:rPr>
        <w:t xml:space="preserve">Revanche </w:t>
      </w:r>
      <w:r>
        <w:t>le personnel d</w:t>
      </w:r>
      <w:r w:rsidR="004B5A85">
        <w:t>’</w:t>
      </w:r>
      <w:r>
        <w:t xml:space="preserve">élite du </w:t>
      </w:r>
      <w:r>
        <w:rPr>
          <w:i/>
          <w:iCs/>
        </w:rPr>
        <w:t>Nyctalope</w:t>
      </w:r>
      <w:r w:rsidR="004B5A85">
        <w:rPr>
          <w:i/>
          <w:iCs/>
        </w:rPr>
        <w:t xml:space="preserve">, </w:t>
      </w:r>
      <w:r>
        <w:t>personnel renforcé par huit hommes du nouvel équipage</w:t>
      </w:r>
      <w:r w:rsidR="004B5A85">
        <w:t xml:space="preserve">, </w:t>
      </w:r>
      <w:r>
        <w:t>Ludovic Martel allait livrer à Hugues de Mauduit la lutte terrible qui ne pouvait se terminer que par la mort de l</w:t>
      </w:r>
      <w:r w:rsidR="004B5A85">
        <w:t>’</w:t>
      </w:r>
      <w:r>
        <w:t>un ou de l</w:t>
      </w:r>
      <w:r w:rsidR="004B5A85">
        <w:t>’</w:t>
      </w:r>
      <w:r>
        <w:t>autre</w:t>
      </w:r>
      <w:r w:rsidR="004B5A85">
        <w:t>…</w:t>
      </w:r>
    </w:p>
    <w:p w14:paraId="0E9DA896" w14:textId="77777777" w:rsidR="004B5A85" w:rsidRDefault="004C389C" w:rsidP="004C389C">
      <w:r>
        <w:t>Et le soir de ce premier jour de navigation sous-marine o</w:t>
      </w:r>
      <w:r>
        <w:t>f</w:t>
      </w:r>
      <w:r>
        <w:t>fensive</w:t>
      </w:r>
      <w:r w:rsidR="004B5A85">
        <w:t xml:space="preserve">, </w:t>
      </w:r>
      <w:r>
        <w:t xml:space="preserve">comme il se trouvait dans la bibliothèque de la </w:t>
      </w:r>
      <w:r>
        <w:rPr>
          <w:i/>
          <w:iCs/>
        </w:rPr>
        <w:t>R</w:t>
      </w:r>
      <w:r>
        <w:rPr>
          <w:i/>
          <w:iCs/>
        </w:rPr>
        <w:t>e</w:t>
      </w:r>
      <w:r>
        <w:rPr>
          <w:i/>
          <w:iCs/>
        </w:rPr>
        <w:t xml:space="preserve">vanche </w:t>
      </w:r>
      <w:r>
        <w:t>avec Pierrot l</w:t>
      </w:r>
      <w:r w:rsidR="004B5A85">
        <w:t>’</w:t>
      </w:r>
      <w:r>
        <w:t>Écureuil</w:t>
      </w:r>
      <w:r w:rsidR="004B5A85">
        <w:t xml:space="preserve">, </w:t>
      </w:r>
      <w:r>
        <w:t>le commandant Martel lui dit en souriant</w:t>
      </w:r>
      <w:r w:rsidR="004B5A85">
        <w:t> :</w:t>
      </w:r>
    </w:p>
    <w:p w14:paraId="66EB3797" w14:textId="77777777" w:rsidR="004B5A85" w:rsidRDefault="004B5A85" w:rsidP="004C389C">
      <w:r>
        <w:t>— </w:t>
      </w:r>
      <w:r w:rsidR="004C389C">
        <w:t>Petit Pierre</w:t>
      </w:r>
      <w:r>
        <w:t xml:space="preserve">, </w:t>
      </w:r>
      <w:r w:rsidR="004C389C">
        <w:t>qu</w:t>
      </w:r>
      <w:r>
        <w:t>’</w:t>
      </w:r>
      <w:r w:rsidR="004C389C">
        <w:t>est-ce que tu désires le plus</w:t>
      </w:r>
      <w:r>
        <w:t xml:space="preserve">, </w:t>
      </w:r>
      <w:r w:rsidR="004C389C">
        <w:t>en ce m</w:t>
      </w:r>
      <w:r w:rsidR="004C389C">
        <w:t>o</w:t>
      </w:r>
      <w:r w:rsidR="004C389C">
        <w:t>ment</w:t>
      </w:r>
      <w:r>
        <w:t> ?</w:t>
      </w:r>
    </w:p>
    <w:p w14:paraId="3E69918E" w14:textId="77777777" w:rsidR="004B5A85" w:rsidRDefault="004B5A85" w:rsidP="004C389C">
      <w:r>
        <w:t>— </w:t>
      </w:r>
      <w:r w:rsidR="004C389C">
        <w:t>C</w:t>
      </w:r>
      <w:r>
        <w:t>’</w:t>
      </w:r>
      <w:r w:rsidR="004C389C">
        <w:t xml:space="preserve">est que la </w:t>
      </w:r>
      <w:r w:rsidR="004C389C">
        <w:rPr>
          <w:i/>
          <w:iCs/>
        </w:rPr>
        <w:t xml:space="preserve">Revanche </w:t>
      </w:r>
      <w:r w:rsidR="004C389C">
        <w:t xml:space="preserve">et la </w:t>
      </w:r>
      <w:r w:rsidR="004C389C">
        <w:rPr>
          <w:i/>
          <w:iCs/>
        </w:rPr>
        <w:t xml:space="preserve">Victoire </w:t>
      </w:r>
      <w:r w:rsidR="004C389C">
        <w:t>méritent bientôt leurs noms</w:t>
      </w:r>
      <w:r>
        <w:t xml:space="preserve">, </w:t>
      </w:r>
      <w:r w:rsidR="004C389C">
        <w:t>et que là</w:t>
      </w:r>
      <w:r>
        <w:t xml:space="preserve">, </w:t>
      </w:r>
      <w:r w:rsidR="004C389C">
        <w:t>sur ma poitrine</w:t>
      </w:r>
      <w:r>
        <w:t xml:space="preserve">, </w:t>
      </w:r>
      <w:r w:rsidR="004C389C">
        <w:t>à côté de cette médaille d</w:t>
      </w:r>
      <w:r>
        <w:t>’</w:t>
      </w:r>
      <w:r w:rsidR="004C389C">
        <w:t>argent</w:t>
      </w:r>
      <w:r>
        <w:t xml:space="preserve">, </w:t>
      </w:r>
      <w:r w:rsidR="004C389C">
        <w:t>vienne briller l</w:t>
      </w:r>
      <w:r>
        <w:t>’</w:t>
      </w:r>
      <w:r w:rsidR="004C389C">
        <w:t>étoile de la Légion d</w:t>
      </w:r>
      <w:r>
        <w:t>’</w:t>
      </w:r>
      <w:r w:rsidR="004C389C">
        <w:t>honneur</w:t>
      </w:r>
      <w:r>
        <w:t> !…</w:t>
      </w:r>
    </w:p>
    <w:p w14:paraId="2D590C7E" w14:textId="68C09038" w:rsidR="004C389C" w:rsidRDefault="004C389C" w:rsidP="004B5A85">
      <w:pPr>
        <w:pStyle w:val="Titre1"/>
      </w:pPr>
      <w:bookmarkStart w:id="39" w:name="__RefHeading__41_1003869823"/>
      <w:bookmarkStart w:id="40" w:name="_Toc202462481"/>
      <w:bookmarkEnd w:id="39"/>
      <w:r>
        <w:lastRenderedPageBreak/>
        <w:t>CHAPITRE XXI</w:t>
      </w:r>
      <w:r>
        <w:br/>
      </w:r>
      <w:r>
        <w:br/>
        <w:t>LA VICTIME DE L</w:t>
      </w:r>
      <w:r w:rsidR="004B5A85">
        <w:t>’</w:t>
      </w:r>
      <w:r>
        <w:t>ARAIGNÉE</w:t>
      </w:r>
      <w:bookmarkEnd w:id="40"/>
    </w:p>
    <w:p w14:paraId="271F7FDC" w14:textId="77777777" w:rsidR="004B5A85" w:rsidRDefault="004C389C" w:rsidP="004C389C">
      <w:r>
        <w:t>Or</w:t>
      </w:r>
      <w:r w:rsidR="004B5A85">
        <w:t xml:space="preserve">, </w:t>
      </w:r>
      <w:r>
        <w:t>pendant que Ludovic Martel retrouvait son ancien équipage et commençait</w:t>
      </w:r>
      <w:r w:rsidR="004B5A85">
        <w:t xml:space="preserve">, </w:t>
      </w:r>
      <w:r>
        <w:t xml:space="preserve">avec les sous-marins </w:t>
      </w:r>
      <w:r>
        <w:rPr>
          <w:i/>
          <w:iCs/>
        </w:rPr>
        <w:t xml:space="preserve">Revanche </w:t>
      </w:r>
      <w:r>
        <w:t xml:space="preserve">et </w:t>
      </w:r>
      <w:r>
        <w:rPr>
          <w:i/>
          <w:iCs/>
        </w:rPr>
        <w:t>Vi</w:t>
      </w:r>
      <w:r>
        <w:rPr>
          <w:i/>
          <w:iCs/>
        </w:rPr>
        <w:t>c</w:t>
      </w:r>
      <w:r>
        <w:rPr>
          <w:i/>
          <w:iCs/>
        </w:rPr>
        <w:t>toire</w:t>
      </w:r>
      <w:r w:rsidR="004B5A85">
        <w:rPr>
          <w:i/>
          <w:iCs/>
        </w:rPr>
        <w:t xml:space="preserve">, </w:t>
      </w:r>
      <w:r>
        <w:t>nouvellement construits</w:t>
      </w:r>
      <w:r w:rsidR="004B5A85">
        <w:t xml:space="preserve">, </w:t>
      </w:r>
      <w:r>
        <w:t>la chasse au Ravageur du Monde</w:t>
      </w:r>
      <w:r w:rsidR="004B5A85">
        <w:t xml:space="preserve">, </w:t>
      </w:r>
      <w:r>
        <w:t>que faisait le Ravageur lui-même</w:t>
      </w:r>
      <w:r w:rsidR="004B5A85">
        <w:t> ?</w:t>
      </w:r>
    </w:p>
    <w:p w14:paraId="7C61E769" w14:textId="77777777" w:rsidR="004B5A85" w:rsidRDefault="004C389C" w:rsidP="004C389C">
      <w:r>
        <w:t>On se souvient comment</w:t>
      </w:r>
      <w:r w:rsidR="004B5A85">
        <w:t xml:space="preserve">, </w:t>
      </w:r>
      <w:r>
        <w:t>après avoir été sauvé du requin par Pierrot l</w:t>
      </w:r>
      <w:r w:rsidR="004B5A85">
        <w:t>’</w:t>
      </w:r>
      <w:r>
        <w:t>Écureuil</w:t>
      </w:r>
      <w:r w:rsidR="004B5A85">
        <w:t xml:space="preserve">, </w:t>
      </w:r>
      <w:r>
        <w:t>il avait inutilement recherché le jeune mousse</w:t>
      </w:r>
      <w:r w:rsidR="004B5A85">
        <w:t xml:space="preserve">. </w:t>
      </w:r>
      <w:r>
        <w:t>Et</w:t>
      </w:r>
      <w:r w:rsidR="004B5A85">
        <w:t xml:space="preserve">, </w:t>
      </w:r>
      <w:r>
        <w:t>une fois bien convaincu de l</w:t>
      </w:r>
      <w:r w:rsidR="004B5A85">
        <w:t>’</w:t>
      </w:r>
      <w:r>
        <w:t>inutilité de ses r</w:t>
      </w:r>
      <w:r>
        <w:t>e</w:t>
      </w:r>
      <w:r>
        <w:t>cherches</w:t>
      </w:r>
      <w:r w:rsidR="004B5A85">
        <w:t xml:space="preserve">, </w:t>
      </w:r>
      <w:r>
        <w:t xml:space="preserve">il ordonnait que le </w:t>
      </w:r>
      <w:r>
        <w:rPr>
          <w:i/>
          <w:iCs/>
        </w:rPr>
        <w:t>Nyctalope</w:t>
      </w:r>
      <w:r w:rsidR="004B5A85">
        <w:rPr>
          <w:i/>
          <w:iCs/>
        </w:rPr>
        <w:t xml:space="preserve">, </w:t>
      </w:r>
      <w:r>
        <w:t>continuant sa route à travers l</w:t>
      </w:r>
      <w:r w:rsidR="004B5A85">
        <w:t>’</w:t>
      </w:r>
      <w:r>
        <w:t>Atlantique</w:t>
      </w:r>
      <w:r w:rsidR="004B5A85">
        <w:t xml:space="preserve">, </w:t>
      </w:r>
      <w:r>
        <w:t>se dirigeât vers les côtes de France</w:t>
      </w:r>
      <w:r w:rsidR="004B5A85">
        <w:t>.</w:t>
      </w:r>
    </w:p>
    <w:p w14:paraId="03574203" w14:textId="77777777" w:rsidR="004B5A85" w:rsidRDefault="004C389C" w:rsidP="004C389C">
      <w:r>
        <w:t>Une nuit</w:t>
      </w:r>
      <w:r w:rsidR="004B5A85">
        <w:t xml:space="preserve">, </w:t>
      </w:r>
      <w:r>
        <w:t>au moyen d</w:t>
      </w:r>
      <w:r w:rsidR="004B5A85">
        <w:t>’</w:t>
      </w:r>
      <w:r>
        <w:t>un canot</w:t>
      </w:r>
      <w:r w:rsidR="004B5A85">
        <w:t xml:space="preserve">, </w:t>
      </w:r>
      <w:r>
        <w:t>il fit déposer</w:t>
      </w:r>
      <w:r w:rsidR="004B5A85">
        <w:t xml:space="preserve">, </w:t>
      </w:r>
      <w:r>
        <w:t>sur la côte de l</w:t>
      </w:r>
      <w:r w:rsidR="004B5A85">
        <w:t>’</w:t>
      </w:r>
      <w:r>
        <w:t>île d</w:t>
      </w:r>
      <w:r w:rsidR="004B5A85">
        <w:t>’</w:t>
      </w:r>
      <w:r>
        <w:t>Ouessant</w:t>
      </w:r>
      <w:r w:rsidR="004B5A85">
        <w:t xml:space="preserve">, </w:t>
      </w:r>
      <w:r>
        <w:t>la jeune Dolorès</w:t>
      </w:r>
      <w:r w:rsidR="004B5A85">
        <w:t xml:space="preserve">, </w:t>
      </w:r>
      <w:r>
        <w:t>fille de ce Cristobal Santa-</w:t>
      </w:r>
      <w:proofErr w:type="spellStart"/>
      <w:r>
        <w:t>Fé</w:t>
      </w:r>
      <w:proofErr w:type="spellEnd"/>
      <w:r>
        <w:t xml:space="preserve"> si tragiquement mis à mort</w:t>
      </w:r>
      <w:r w:rsidR="004B5A85">
        <w:t>.</w:t>
      </w:r>
    </w:p>
    <w:p w14:paraId="2BBBCCFF" w14:textId="77777777" w:rsidR="004B5A85" w:rsidRDefault="004C389C" w:rsidP="004C389C">
      <w:r>
        <w:t>Puis il s</w:t>
      </w:r>
      <w:r w:rsidR="004B5A85">
        <w:t>’</w:t>
      </w:r>
      <w:r>
        <w:t>enfonça de nouveau</w:t>
      </w:r>
      <w:r w:rsidR="004B5A85">
        <w:t xml:space="preserve">, </w:t>
      </w:r>
      <w:r>
        <w:t xml:space="preserve">avec son terrible </w:t>
      </w:r>
      <w:r>
        <w:rPr>
          <w:i/>
          <w:iCs/>
        </w:rPr>
        <w:t>Nyctalope</w:t>
      </w:r>
      <w:r w:rsidR="004B5A85">
        <w:rPr>
          <w:i/>
          <w:iCs/>
        </w:rPr>
        <w:t xml:space="preserve">, </w:t>
      </w:r>
      <w:r>
        <w:t>dans le mystère des immensités sous-marines</w:t>
      </w:r>
      <w:r w:rsidR="004B5A85">
        <w:t>.</w:t>
      </w:r>
    </w:p>
    <w:p w14:paraId="3E60956B" w14:textId="77777777" w:rsidR="004B5A85" w:rsidRDefault="004C389C" w:rsidP="004C389C">
      <w:r>
        <w:t>Pendant près d</w:t>
      </w:r>
      <w:r w:rsidR="004B5A85">
        <w:t>’</w:t>
      </w:r>
      <w:r>
        <w:t>un mois</w:t>
      </w:r>
      <w:r w:rsidR="004B5A85">
        <w:t xml:space="preserve">, </w:t>
      </w:r>
      <w:r>
        <w:t>il visita les régions inconnues des fonds sous-marins</w:t>
      </w:r>
      <w:r w:rsidR="004B5A85">
        <w:t xml:space="preserve">. </w:t>
      </w:r>
      <w:r>
        <w:t>Il différait la poursuite de ses vengeances pour étudier la vie intérieure des océans</w:t>
      </w:r>
      <w:r w:rsidR="004B5A85">
        <w:t xml:space="preserve">, </w:t>
      </w:r>
      <w:r>
        <w:t>afin de bien connaître l</w:t>
      </w:r>
      <w:r w:rsidR="004B5A85">
        <w:t>’</w:t>
      </w:r>
      <w:r>
        <w:t>immense et mystérieux domaine où il voulait régner en maître</w:t>
      </w:r>
      <w:r w:rsidR="004B5A85">
        <w:t>.</w:t>
      </w:r>
    </w:p>
    <w:p w14:paraId="318F48B6" w14:textId="658AC0D7" w:rsidR="004B5A85" w:rsidRDefault="004C389C" w:rsidP="004C389C">
      <w:r>
        <w:t>Le 2</w:t>
      </w:r>
      <w:r w:rsidR="004B5A85">
        <w:t xml:space="preserve">8 février… </w:t>
      </w:r>
      <w:r>
        <w:t>le jour même où</w:t>
      </w:r>
      <w:r w:rsidR="004B5A85">
        <w:t xml:space="preserve">, </w:t>
      </w:r>
      <w:r>
        <w:t>dans une île du Pacifique</w:t>
      </w:r>
      <w:r w:rsidR="004B5A85">
        <w:t xml:space="preserve">, </w:t>
      </w:r>
      <w:r>
        <w:t>Ludovic Martel retrouvait son équipage</w:t>
      </w:r>
      <w:r w:rsidR="004B5A85">
        <w:t xml:space="preserve">, </w:t>
      </w:r>
      <w:r>
        <w:t xml:space="preserve">le </w:t>
      </w:r>
      <w:r>
        <w:rPr>
          <w:i/>
          <w:iCs/>
        </w:rPr>
        <w:t xml:space="preserve">Nyctalope </w:t>
      </w:r>
      <w:r>
        <w:t>était en pleine mer Méditerranée</w:t>
      </w:r>
      <w:r w:rsidR="004B5A85">
        <w:t xml:space="preserve">, </w:t>
      </w:r>
      <w:r>
        <w:t>non loin de l</w:t>
      </w:r>
      <w:r w:rsidR="004B5A85">
        <w:t>’</w:t>
      </w:r>
      <w:r>
        <w:t>île de Malte</w:t>
      </w:r>
      <w:r w:rsidR="004B5A85">
        <w:t xml:space="preserve">. </w:t>
      </w:r>
      <w:r>
        <w:t>Il marchait à petite allure</w:t>
      </w:r>
      <w:r w:rsidR="004B5A85">
        <w:t xml:space="preserve">, </w:t>
      </w:r>
      <w:r>
        <w:t>par cinquante mètres de fond</w:t>
      </w:r>
      <w:r w:rsidR="004B5A85">
        <w:t>.</w:t>
      </w:r>
    </w:p>
    <w:p w14:paraId="56AD37AF" w14:textId="77777777" w:rsidR="004B5A85" w:rsidRDefault="004C389C" w:rsidP="004C389C">
      <w:r>
        <w:lastRenderedPageBreak/>
        <w:t>Dans la bibliothèque</w:t>
      </w:r>
      <w:r w:rsidR="004B5A85">
        <w:t xml:space="preserve">, </w:t>
      </w:r>
      <w:r>
        <w:t xml:space="preserve">le Ravageur Hugues de Mauduit et son lieutenant </w:t>
      </w:r>
      <w:proofErr w:type="spellStart"/>
      <w:r>
        <w:t>Askold</w:t>
      </w:r>
      <w:proofErr w:type="spellEnd"/>
      <w:r>
        <w:t xml:space="preserve"> causaient</w:t>
      </w:r>
      <w:r w:rsidR="004B5A85">
        <w:t xml:space="preserve">, </w:t>
      </w:r>
      <w:r>
        <w:t>après le repas de midi qu</w:t>
      </w:r>
      <w:r w:rsidR="004B5A85">
        <w:t>’</w:t>
      </w:r>
      <w:r>
        <w:t>ils venaient de prendre ensemble</w:t>
      </w:r>
      <w:r w:rsidR="004B5A85">
        <w:t xml:space="preserve">, </w:t>
      </w:r>
      <w:r>
        <w:t>et en fumant chacun un exce</w:t>
      </w:r>
      <w:r>
        <w:t>l</w:t>
      </w:r>
      <w:r>
        <w:t>lent cigare</w:t>
      </w:r>
      <w:r w:rsidR="004B5A85">
        <w:t>.</w:t>
      </w:r>
    </w:p>
    <w:p w14:paraId="3F90551A" w14:textId="77777777" w:rsidR="004B5A85" w:rsidRDefault="004C389C" w:rsidP="004C389C">
      <w:r>
        <w:t xml:space="preserve">Il semblait que le Ravageur eût oublié la destruction du </w:t>
      </w:r>
      <w:r>
        <w:rPr>
          <w:i/>
          <w:iCs/>
        </w:rPr>
        <w:t>C</w:t>
      </w:r>
      <w:r>
        <w:rPr>
          <w:i/>
          <w:iCs/>
        </w:rPr>
        <w:t>a</w:t>
      </w:r>
      <w:r>
        <w:rPr>
          <w:i/>
          <w:iCs/>
        </w:rPr>
        <w:t>lifornia</w:t>
      </w:r>
      <w:r w:rsidR="004B5A85">
        <w:rPr>
          <w:i/>
          <w:iCs/>
        </w:rPr>
        <w:t xml:space="preserve">, </w:t>
      </w:r>
      <w:r>
        <w:t>le meurtre de Cristobal Santa-</w:t>
      </w:r>
      <w:proofErr w:type="spellStart"/>
      <w:r>
        <w:t>Fé</w:t>
      </w:r>
      <w:proofErr w:type="spellEnd"/>
      <w:r w:rsidR="004B5A85">
        <w:t xml:space="preserve">, </w:t>
      </w:r>
      <w:r>
        <w:t>la perte de Pierrot l</w:t>
      </w:r>
      <w:r w:rsidR="004B5A85">
        <w:t>’</w:t>
      </w:r>
      <w:r>
        <w:t>Écureuil et l</w:t>
      </w:r>
      <w:r w:rsidR="004B5A85">
        <w:t>’</w:t>
      </w:r>
      <w:r>
        <w:t>abandon de la pauvre Dolorès sur les rochers d</w:t>
      </w:r>
      <w:r w:rsidR="004B5A85">
        <w:t>’</w:t>
      </w:r>
      <w:r>
        <w:t>Ouessant</w:t>
      </w:r>
      <w:r w:rsidR="004B5A85">
        <w:t xml:space="preserve">, </w:t>
      </w:r>
      <w:r>
        <w:t>car le Ravageur</w:t>
      </w:r>
      <w:r w:rsidR="004B5A85">
        <w:t xml:space="preserve">, </w:t>
      </w:r>
      <w:r>
        <w:t>ce jour-là</w:t>
      </w:r>
      <w:r w:rsidR="004B5A85">
        <w:t xml:space="preserve">, </w:t>
      </w:r>
      <w:r>
        <w:t>n</w:t>
      </w:r>
      <w:r w:rsidR="004B5A85">
        <w:t>’</w:t>
      </w:r>
      <w:r>
        <w:t>était ni triste</w:t>
      </w:r>
      <w:r w:rsidR="004B5A85">
        <w:t xml:space="preserve">, </w:t>
      </w:r>
      <w:r>
        <w:t>ni sombre</w:t>
      </w:r>
      <w:r w:rsidR="004B5A85">
        <w:t>.</w:t>
      </w:r>
    </w:p>
    <w:p w14:paraId="4B9B64B9" w14:textId="77777777" w:rsidR="004B5A85" w:rsidRDefault="004C389C" w:rsidP="004C389C">
      <w:r>
        <w:t>Les deux hommes parlaient gaiement des excursions et des découvertes sous-marines qu</w:t>
      </w:r>
      <w:r w:rsidR="004B5A85">
        <w:t>’</w:t>
      </w:r>
      <w:r>
        <w:t>ils venaient de faire au cours de leur randonnée de quatre semaines à travers toutes les mers du globe</w:t>
      </w:r>
      <w:r w:rsidR="004B5A85">
        <w:t>.</w:t>
      </w:r>
    </w:p>
    <w:p w14:paraId="2E8DBEE4" w14:textId="77777777" w:rsidR="004B5A85" w:rsidRDefault="004C389C" w:rsidP="004C389C">
      <w:r>
        <w:t>Mais</w:t>
      </w:r>
      <w:r w:rsidR="004B5A85">
        <w:t xml:space="preserve">, </w:t>
      </w:r>
      <w:r>
        <w:t>brusquement</w:t>
      </w:r>
      <w:r w:rsidR="004B5A85">
        <w:t xml:space="preserve">, </w:t>
      </w:r>
      <w:r>
        <w:t>Hugues de Mauduit coupa cette co</w:t>
      </w:r>
      <w:r>
        <w:t>n</w:t>
      </w:r>
      <w:r>
        <w:t>versation en s</w:t>
      </w:r>
      <w:r w:rsidR="004B5A85">
        <w:t>’</w:t>
      </w:r>
      <w:r>
        <w:t>écriant</w:t>
      </w:r>
      <w:r w:rsidR="004B5A85">
        <w:t> :</w:t>
      </w:r>
    </w:p>
    <w:p w14:paraId="65752C91" w14:textId="77777777" w:rsidR="004B5A85" w:rsidRDefault="004B5A85" w:rsidP="004C389C">
      <w:r>
        <w:t>— </w:t>
      </w:r>
      <w:proofErr w:type="spellStart"/>
      <w:r w:rsidR="004C389C">
        <w:t>Askold</w:t>
      </w:r>
      <w:proofErr w:type="spellEnd"/>
      <w:r>
        <w:t xml:space="preserve">, </w:t>
      </w:r>
      <w:r w:rsidR="004C389C">
        <w:t>je pense à une chose</w:t>
      </w:r>
      <w:r>
        <w:t xml:space="preserve">. </w:t>
      </w:r>
      <w:r w:rsidR="004C389C">
        <w:t>Dans notre lutte contre le monde civilisé</w:t>
      </w:r>
      <w:r>
        <w:t xml:space="preserve">, </w:t>
      </w:r>
      <w:r w:rsidR="004C389C">
        <w:t>nous aurons besoin d</w:t>
      </w:r>
      <w:r>
        <w:t>’</w:t>
      </w:r>
      <w:r w:rsidR="004C389C">
        <w:t>un point d</w:t>
      </w:r>
      <w:r>
        <w:t>’</w:t>
      </w:r>
      <w:r w:rsidR="004C389C">
        <w:t>attache</w:t>
      </w:r>
      <w:r>
        <w:t xml:space="preserve">, </w:t>
      </w:r>
      <w:r w:rsidR="004C389C">
        <w:t>d</w:t>
      </w:r>
      <w:r>
        <w:t>’</w:t>
      </w:r>
      <w:r w:rsidR="004C389C">
        <w:t>une terre</w:t>
      </w:r>
      <w:r>
        <w:t xml:space="preserve">, </w:t>
      </w:r>
      <w:r w:rsidR="004C389C">
        <w:t>que nous fortifierons et que nous pourrons défendre</w:t>
      </w:r>
      <w:r>
        <w:t xml:space="preserve">. </w:t>
      </w:r>
      <w:r w:rsidR="004C389C">
        <w:t>Il nous faut donc une île et de l</w:t>
      </w:r>
      <w:r>
        <w:t>’</w:t>
      </w:r>
      <w:r w:rsidR="004C389C">
        <w:t>argent</w:t>
      </w:r>
      <w:r>
        <w:t>…</w:t>
      </w:r>
    </w:p>
    <w:p w14:paraId="17FB7FEE" w14:textId="77777777" w:rsidR="004B5A85" w:rsidRDefault="004B5A85" w:rsidP="004C389C">
      <w:r>
        <w:t>— </w:t>
      </w:r>
      <w:r w:rsidR="004C389C">
        <w:t>Vous avez raison</w:t>
      </w:r>
      <w:r>
        <w:t xml:space="preserve">, </w:t>
      </w:r>
      <w:r w:rsidR="004C389C">
        <w:t>Maître</w:t>
      </w:r>
      <w:r>
        <w:t>.</w:t>
      </w:r>
    </w:p>
    <w:p w14:paraId="6B65AD62" w14:textId="77777777" w:rsidR="004B5A85" w:rsidRDefault="004B5A85" w:rsidP="004C389C">
      <w:r>
        <w:t>— </w:t>
      </w:r>
      <w:r w:rsidR="004C389C">
        <w:t>Allons d</w:t>
      </w:r>
      <w:r>
        <w:t>’</w:t>
      </w:r>
      <w:r w:rsidR="004C389C">
        <w:t>abord chercher l</w:t>
      </w:r>
      <w:r>
        <w:t>’</w:t>
      </w:r>
      <w:r w:rsidR="004C389C">
        <w:t>argent</w:t>
      </w:r>
      <w:r>
        <w:t xml:space="preserve">. </w:t>
      </w:r>
      <w:r w:rsidR="004C389C">
        <w:t>Nous nous emparerons ensuite de l</w:t>
      </w:r>
      <w:r>
        <w:t>’</w:t>
      </w:r>
      <w:r w:rsidR="004C389C">
        <w:t>île</w:t>
      </w:r>
      <w:r>
        <w:t xml:space="preserve">. </w:t>
      </w:r>
      <w:r w:rsidR="004C389C">
        <w:t>Puis nous réapparaîtrons dans le monde</w:t>
      </w:r>
      <w:r>
        <w:t>.</w:t>
      </w:r>
    </w:p>
    <w:p w14:paraId="054F4958" w14:textId="77777777" w:rsidR="004B5A85" w:rsidRDefault="004B5A85" w:rsidP="004C389C">
      <w:r>
        <w:t>— </w:t>
      </w:r>
      <w:r w:rsidR="004C389C">
        <w:t>Nous pourrions signaler notre réapparition</w:t>
      </w:r>
      <w:r>
        <w:t xml:space="preserve">, </w:t>
      </w:r>
      <w:r w:rsidR="004C389C">
        <w:t xml:space="preserve">dit </w:t>
      </w:r>
      <w:proofErr w:type="spellStart"/>
      <w:r w:rsidR="004C389C">
        <w:t>Askold</w:t>
      </w:r>
      <w:proofErr w:type="spellEnd"/>
      <w:r w:rsidR="004C389C">
        <w:t xml:space="preserve"> avec férocité</w:t>
      </w:r>
      <w:r>
        <w:t xml:space="preserve">, </w:t>
      </w:r>
      <w:r w:rsidR="004C389C">
        <w:t>en faisant sauter dans la même journée deux ou trois cuirassés américains</w:t>
      </w:r>
      <w:r>
        <w:t xml:space="preserve">, </w:t>
      </w:r>
      <w:r w:rsidR="004C389C">
        <w:t>puisque c</w:t>
      </w:r>
      <w:r>
        <w:t>’</w:t>
      </w:r>
      <w:r w:rsidR="004C389C">
        <w:t>est contre la nation amér</w:t>
      </w:r>
      <w:r w:rsidR="004C389C">
        <w:t>i</w:t>
      </w:r>
      <w:r w:rsidR="004C389C">
        <w:t>caine que nous avons à exercer le plus de vengeance</w:t>
      </w:r>
      <w:r>
        <w:t>…</w:t>
      </w:r>
    </w:p>
    <w:p w14:paraId="7790413F" w14:textId="77777777" w:rsidR="004B5A85" w:rsidRDefault="004B5A85" w:rsidP="004C389C">
      <w:r>
        <w:t>— </w:t>
      </w:r>
      <w:r w:rsidR="004C389C">
        <w:t>De justice</w:t>
      </w:r>
      <w:r>
        <w:t xml:space="preserve">, </w:t>
      </w:r>
      <w:proofErr w:type="spellStart"/>
      <w:r w:rsidR="004C389C">
        <w:t>Askold</w:t>
      </w:r>
      <w:proofErr w:type="spellEnd"/>
      <w:r>
        <w:t xml:space="preserve"> ! </w:t>
      </w:r>
      <w:r w:rsidR="004C389C">
        <w:t>rectifia Hugues de Mauduit en fro</w:t>
      </w:r>
      <w:r w:rsidR="004C389C">
        <w:t>n</w:t>
      </w:r>
      <w:r w:rsidR="004C389C">
        <w:t>çant le sourcil</w:t>
      </w:r>
      <w:r>
        <w:t xml:space="preserve">. </w:t>
      </w:r>
      <w:r w:rsidR="004C389C">
        <w:t>Ce mot d</w:t>
      </w:r>
      <w:r>
        <w:t>’</w:t>
      </w:r>
      <w:r w:rsidR="004C389C">
        <w:t>américain</w:t>
      </w:r>
      <w:r>
        <w:t xml:space="preserve">, </w:t>
      </w:r>
      <w:r w:rsidR="004C389C">
        <w:t>que tu viens de prononcer</w:t>
      </w:r>
      <w:r>
        <w:t xml:space="preserve">, </w:t>
      </w:r>
      <w:r w:rsidR="004C389C">
        <w:t>me rappelle toutes mes souffrances</w:t>
      </w:r>
      <w:r>
        <w:t>…</w:t>
      </w:r>
    </w:p>
    <w:p w14:paraId="2354DB86" w14:textId="77777777" w:rsidR="004B5A85" w:rsidRDefault="004C389C" w:rsidP="004C389C">
      <w:r>
        <w:lastRenderedPageBreak/>
        <w:t>Et</w:t>
      </w:r>
      <w:r w:rsidR="004B5A85">
        <w:t xml:space="preserve">, </w:t>
      </w:r>
      <w:r>
        <w:t>après un instant de silence</w:t>
      </w:r>
      <w:r w:rsidR="004B5A85">
        <w:t xml:space="preserve">, </w:t>
      </w:r>
      <w:r>
        <w:t>pendant lequel sa figure s</w:t>
      </w:r>
      <w:r w:rsidR="004B5A85">
        <w:t>’</w:t>
      </w:r>
      <w:r>
        <w:t>assombrit</w:t>
      </w:r>
      <w:r w:rsidR="004B5A85">
        <w:t xml:space="preserve">, </w:t>
      </w:r>
      <w:r>
        <w:t>le Ravageur reprit</w:t>
      </w:r>
      <w:r w:rsidR="004B5A85">
        <w:t xml:space="preserve">, </w:t>
      </w:r>
      <w:r>
        <w:t>d</w:t>
      </w:r>
      <w:r w:rsidR="004B5A85">
        <w:t>’</w:t>
      </w:r>
      <w:r>
        <w:t>une voix sourde</w:t>
      </w:r>
      <w:r w:rsidR="004B5A85">
        <w:t> :</w:t>
      </w:r>
    </w:p>
    <w:p w14:paraId="20A63568" w14:textId="77777777" w:rsidR="004B5A85" w:rsidRDefault="004B5A85" w:rsidP="004C389C">
      <w:r>
        <w:t>— </w:t>
      </w:r>
      <w:r w:rsidR="004C389C">
        <w:t>Oui</w:t>
      </w:r>
      <w:r>
        <w:t xml:space="preserve">, </w:t>
      </w:r>
      <w:r w:rsidR="004C389C">
        <w:t>c</w:t>
      </w:r>
      <w:r>
        <w:t>’</w:t>
      </w:r>
      <w:r w:rsidR="004C389C">
        <w:t>est par les États-Unis d</w:t>
      </w:r>
      <w:r>
        <w:t>’</w:t>
      </w:r>
      <w:r w:rsidR="004C389C">
        <w:t>Amérique que je veux commencer à épouvanter le monde</w:t>
      </w:r>
      <w:r>
        <w:t xml:space="preserve">… </w:t>
      </w:r>
      <w:r w:rsidR="004C389C">
        <w:t>Mais auparavant</w:t>
      </w:r>
      <w:r>
        <w:t xml:space="preserve">, </w:t>
      </w:r>
      <w:r w:rsidR="004C389C">
        <w:t>comme je te le disais tout à l</w:t>
      </w:r>
      <w:r>
        <w:t>’</w:t>
      </w:r>
      <w:r w:rsidR="004C389C">
        <w:t>heure</w:t>
      </w:r>
      <w:r>
        <w:t xml:space="preserve">, </w:t>
      </w:r>
      <w:r w:rsidR="004C389C">
        <w:t>je veux être riche et maître d</w:t>
      </w:r>
      <w:r>
        <w:t>’</w:t>
      </w:r>
      <w:r w:rsidR="004C389C">
        <w:t>une île</w:t>
      </w:r>
      <w:r>
        <w:t xml:space="preserve">. </w:t>
      </w:r>
      <w:r w:rsidR="004C389C">
        <w:t>Cependant</w:t>
      </w:r>
      <w:r>
        <w:t xml:space="preserve">, </w:t>
      </w:r>
      <w:r w:rsidR="004C389C">
        <w:t>il serait bon aussi de savoir ce qu</w:t>
      </w:r>
      <w:r>
        <w:t>’</w:t>
      </w:r>
      <w:r w:rsidR="004C389C">
        <w:t>on fait dans le monde</w:t>
      </w:r>
      <w:r>
        <w:t>.</w:t>
      </w:r>
    </w:p>
    <w:p w14:paraId="0B8E83BC" w14:textId="77777777" w:rsidR="004B5A85" w:rsidRDefault="004B5A85" w:rsidP="004C389C">
      <w:r>
        <w:t>— </w:t>
      </w:r>
      <w:r w:rsidR="004C389C">
        <w:t>Rien de plus facile</w:t>
      </w:r>
      <w:r>
        <w:t xml:space="preserve">, </w:t>
      </w:r>
      <w:r w:rsidR="004C389C">
        <w:t xml:space="preserve">fit </w:t>
      </w:r>
      <w:proofErr w:type="spellStart"/>
      <w:r w:rsidR="004C389C">
        <w:t>Askold</w:t>
      </w:r>
      <w:proofErr w:type="spellEnd"/>
      <w:r>
        <w:t xml:space="preserve">. </w:t>
      </w:r>
      <w:r w:rsidR="004C389C">
        <w:t>Nous sommes près de Malte</w:t>
      </w:r>
      <w:r>
        <w:t xml:space="preserve"> ; </w:t>
      </w:r>
      <w:r w:rsidR="004C389C">
        <w:t>nous n</w:t>
      </w:r>
      <w:r>
        <w:t>’</w:t>
      </w:r>
      <w:r w:rsidR="004C389C">
        <w:t>avons qu</w:t>
      </w:r>
      <w:r>
        <w:t>’</w:t>
      </w:r>
      <w:r w:rsidR="004C389C">
        <w:t>à revenir en arrière</w:t>
      </w:r>
      <w:r>
        <w:t xml:space="preserve">, </w:t>
      </w:r>
      <w:r w:rsidR="004C389C">
        <w:t>aller dans les eaux de Naples</w:t>
      </w:r>
      <w:r>
        <w:t xml:space="preserve">. </w:t>
      </w:r>
      <w:r w:rsidR="004C389C">
        <w:t>La nuit prochaine</w:t>
      </w:r>
      <w:r>
        <w:t xml:space="preserve">, </w:t>
      </w:r>
      <w:r w:rsidR="004C389C">
        <w:t>avec le canot</w:t>
      </w:r>
      <w:r>
        <w:t xml:space="preserve">, </w:t>
      </w:r>
      <w:r w:rsidR="004C389C">
        <w:t>je débarquerai près du port</w:t>
      </w:r>
      <w:r>
        <w:t xml:space="preserve">, </w:t>
      </w:r>
      <w:r w:rsidR="004C389C">
        <w:t>j</w:t>
      </w:r>
      <w:r>
        <w:t>’</w:t>
      </w:r>
      <w:r w:rsidR="004C389C">
        <w:t>entrerai en ville</w:t>
      </w:r>
      <w:r>
        <w:t xml:space="preserve">, </w:t>
      </w:r>
      <w:r w:rsidR="004C389C">
        <w:t>j</w:t>
      </w:r>
      <w:r>
        <w:t>’</w:t>
      </w:r>
      <w:r w:rsidR="004C389C">
        <w:t>achèterai beaucoup de journaux</w:t>
      </w:r>
      <w:r>
        <w:t xml:space="preserve">. </w:t>
      </w:r>
      <w:proofErr w:type="spellStart"/>
      <w:r w:rsidR="004C389C">
        <w:t>Brilo</w:t>
      </w:r>
      <w:proofErr w:type="spellEnd"/>
      <w:r w:rsidR="004C389C">
        <w:t xml:space="preserve"> est Italien</w:t>
      </w:r>
      <w:r>
        <w:t xml:space="preserve">, </w:t>
      </w:r>
      <w:r w:rsidR="004C389C">
        <w:t>il nous les traduira</w:t>
      </w:r>
      <w:r>
        <w:t xml:space="preserve">, </w:t>
      </w:r>
      <w:r w:rsidR="004C389C">
        <w:t>et vous saurez tout</w:t>
      </w:r>
      <w:r>
        <w:t> !</w:t>
      </w:r>
    </w:p>
    <w:p w14:paraId="1348BE1E" w14:textId="77777777" w:rsidR="004B5A85" w:rsidRDefault="004B5A85" w:rsidP="004C389C">
      <w:r>
        <w:t>— </w:t>
      </w:r>
      <w:r w:rsidR="004C389C">
        <w:t>Tu as raison</w:t>
      </w:r>
      <w:r>
        <w:t xml:space="preserve">. </w:t>
      </w:r>
      <w:r w:rsidR="004C389C">
        <w:t>Donne donc les ordres nécessaires</w:t>
      </w:r>
      <w:r>
        <w:t>.</w:t>
      </w:r>
    </w:p>
    <w:p w14:paraId="1B096B71" w14:textId="77777777" w:rsidR="004B5A85" w:rsidRDefault="004C389C" w:rsidP="004C389C">
      <w:r>
        <w:t>Ces ordres furent immédiatement donnés</w:t>
      </w:r>
      <w:r w:rsidR="004B5A85">
        <w:t>.</w:t>
      </w:r>
    </w:p>
    <w:p w14:paraId="61238962" w14:textId="77777777" w:rsidR="004B5A85" w:rsidRDefault="004C389C" w:rsidP="004C389C">
      <w:r>
        <w:t xml:space="preserve">Le </w:t>
      </w:r>
      <w:r>
        <w:rPr>
          <w:i/>
          <w:iCs/>
        </w:rPr>
        <w:t xml:space="preserve">Nyctalope </w:t>
      </w:r>
      <w:r>
        <w:t>vira de bord</w:t>
      </w:r>
      <w:r w:rsidR="004B5A85">
        <w:t xml:space="preserve">, </w:t>
      </w:r>
      <w:r>
        <w:t>contourna la Sicile à l</w:t>
      </w:r>
      <w:r w:rsidR="004B5A85">
        <w:t>’</w:t>
      </w:r>
      <w:r>
        <w:t>ouest</w:t>
      </w:r>
      <w:r w:rsidR="004B5A85">
        <w:t xml:space="preserve">, </w:t>
      </w:r>
      <w:r>
        <w:t>et le soir même</w:t>
      </w:r>
      <w:r w:rsidR="004B5A85">
        <w:t xml:space="preserve">, </w:t>
      </w:r>
      <w:r>
        <w:t>vers huit heures</w:t>
      </w:r>
      <w:r w:rsidR="004B5A85">
        <w:t xml:space="preserve">, </w:t>
      </w:r>
      <w:proofErr w:type="spellStart"/>
      <w:r>
        <w:t>Askold</w:t>
      </w:r>
      <w:proofErr w:type="spellEnd"/>
      <w:r>
        <w:t xml:space="preserve"> entra dans la bibli</w:t>
      </w:r>
      <w:r>
        <w:t>o</w:t>
      </w:r>
      <w:r>
        <w:t>thèque</w:t>
      </w:r>
      <w:r w:rsidR="004B5A85">
        <w:t xml:space="preserve">, </w:t>
      </w:r>
      <w:r>
        <w:t>où se trouvait le Ravageur</w:t>
      </w:r>
      <w:r w:rsidR="004B5A85">
        <w:t xml:space="preserve">, </w:t>
      </w:r>
      <w:r>
        <w:t>et dit simplement</w:t>
      </w:r>
      <w:r w:rsidR="004B5A85">
        <w:t> :</w:t>
      </w:r>
    </w:p>
    <w:p w14:paraId="43438DEE" w14:textId="77777777" w:rsidR="004B5A85" w:rsidRDefault="004B5A85" w:rsidP="004C389C">
      <w:r>
        <w:t>— </w:t>
      </w:r>
      <w:r w:rsidR="004C389C">
        <w:t>Maître</w:t>
      </w:r>
      <w:r>
        <w:t xml:space="preserve">, </w:t>
      </w:r>
      <w:r w:rsidR="004C389C">
        <w:t>nous sommes dans le golfe de Naples</w:t>
      </w:r>
      <w:r>
        <w:t xml:space="preserve">, </w:t>
      </w:r>
      <w:r w:rsidR="004C389C">
        <w:t>devant la ville</w:t>
      </w:r>
      <w:r>
        <w:t xml:space="preserve">, </w:t>
      </w:r>
      <w:r w:rsidR="004C389C">
        <w:t>à deux encablures à peine de l</w:t>
      </w:r>
      <w:r>
        <w:t>’</w:t>
      </w:r>
      <w:r w:rsidR="004C389C">
        <w:t>extrémité du môle du port marchand</w:t>
      </w:r>
      <w:r>
        <w:t xml:space="preserve">… </w:t>
      </w:r>
      <w:r w:rsidR="004C389C">
        <w:t>Nous reposons au fond de la mer</w:t>
      </w:r>
      <w:r>
        <w:t xml:space="preserve">. </w:t>
      </w:r>
      <w:r w:rsidR="004C389C">
        <w:t>Que faut-il faire</w:t>
      </w:r>
      <w:r>
        <w:t> ?…</w:t>
      </w:r>
    </w:p>
    <w:p w14:paraId="0FA15999" w14:textId="77777777" w:rsidR="004B5A85" w:rsidRDefault="004B5A85" w:rsidP="004C389C">
      <w:r>
        <w:t>— </w:t>
      </w:r>
      <w:r w:rsidR="004C389C">
        <w:t xml:space="preserve">Tu as parlé à </w:t>
      </w:r>
      <w:proofErr w:type="spellStart"/>
      <w:r w:rsidR="004C389C">
        <w:t>Brilo</w:t>
      </w:r>
      <w:proofErr w:type="spellEnd"/>
      <w:r>
        <w:t> ?</w:t>
      </w:r>
    </w:p>
    <w:p w14:paraId="0E895542" w14:textId="77777777" w:rsidR="004B5A85" w:rsidRDefault="004B5A85" w:rsidP="004C389C">
      <w:r>
        <w:t>— </w:t>
      </w:r>
      <w:r w:rsidR="004C389C">
        <w:t>Oui</w:t>
      </w:r>
      <w:r>
        <w:t xml:space="preserve">, </w:t>
      </w:r>
      <w:r w:rsidR="004C389C">
        <w:t>Maître</w:t>
      </w:r>
      <w:r>
        <w:t>.</w:t>
      </w:r>
    </w:p>
    <w:p w14:paraId="08376A73" w14:textId="77777777" w:rsidR="004B5A85" w:rsidRDefault="004B5A85" w:rsidP="004C389C">
      <w:r>
        <w:t>— </w:t>
      </w:r>
      <w:r w:rsidR="004C389C">
        <w:t>Il connaît la ville</w:t>
      </w:r>
      <w:r>
        <w:t> ?</w:t>
      </w:r>
    </w:p>
    <w:p w14:paraId="5AC70A2E" w14:textId="77777777" w:rsidR="004B5A85" w:rsidRDefault="004B5A85" w:rsidP="004C389C">
      <w:r>
        <w:t>— </w:t>
      </w:r>
      <w:r w:rsidR="004C389C">
        <w:t>Parfaitement</w:t>
      </w:r>
      <w:r>
        <w:t xml:space="preserve">. </w:t>
      </w:r>
      <w:r w:rsidR="004C389C">
        <w:t>Et il se fait fort de me débarquer sur le môle lui-même</w:t>
      </w:r>
      <w:r>
        <w:t xml:space="preserve">. </w:t>
      </w:r>
      <w:r w:rsidR="004C389C">
        <w:t>Il m</w:t>
      </w:r>
      <w:r>
        <w:t>’</w:t>
      </w:r>
      <w:r w:rsidR="004C389C">
        <w:t>attendra avec le canot</w:t>
      </w:r>
      <w:r>
        <w:t xml:space="preserve">, </w:t>
      </w:r>
      <w:r w:rsidR="004C389C">
        <w:t xml:space="preserve">à un point du </w:t>
      </w:r>
      <w:r w:rsidR="004C389C">
        <w:lastRenderedPageBreak/>
        <w:t>môle où il sait que la disposition particulière de la maçonnerie lui permettra de se cacher</w:t>
      </w:r>
      <w:r>
        <w:t xml:space="preserve">. </w:t>
      </w:r>
      <w:r w:rsidR="004C389C">
        <w:t>D</w:t>
      </w:r>
      <w:r>
        <w:t>’</w:t>
      </w:r>
      <w:r w:rsidR="004C389C">
        <w:t>ailleurs</w:t>
      </w:r>
      <w:r>
        <w:t xml:space="preserve">, </w:t>
      </w:r>
      <w:r w:rsidR="004C389C">
        <w:t>la nuit est obscure</w:t>
      </w:r>
      <w:r>
        <w:t xml:space="preserve">, </w:t>
      </w:r>
      <w:r w:rsidR="004C389C">
        <w:t>car tout à l</w:t>
      </w:r>
      <w:r>
        <w:t>’</w:t>
      </w:r>
      <w:r w:rsidR="004C389C">
        <w:t>heure nous avons émergé une minute</w:t>
      </w:r>
      <w:r>
        <w:t xml:space="preserve">, </w:t>
      </w:r>
      <w:r w:rsidR="004C389C">
        <w:t>et la vigie</w:t>
      </w:r>
      <w:r>
        <w:t xml:space="preserve">, </w:t>
      </w:r>
      <w:r w:rsidR="004C389C">
        <w:t>par les h</w:t>
      </w:r>
      <w:r w:rsidR="004C389C">
        <w:t>u</w:t>
      </w:r>
      <w:r w:rsidR="004C389C">
        <w:t>blots</w:t>
      </w:r>
      <w:r>
        <w:t xml:space="preserve">, </w:t>
      </w:r>
      <w:r w:rsidR="004C389C">
        <w:t>n</w:t>
      </w:r>
      <w:r>
        <w:t>’</w:t>
      </w:r>
      <w:r w:rsidR="004C389C">
        <w:t>a pas vu une seule étoile</w:t>
      </w:r>
      <w:r>
        <w:t xml:space="preserve">. </w:t>
      </w:r>
      <w:r w:rsidR="004C389C">
        <w:t>Le ciel est couvert de nuages</w:t>
      </w:r>
      <w:r>
        <w:t xml:space="preserve">. </w:t>
      </w:r>
      <w:r w:rsidR="004C389C">
        <w:t>La mer est calme</w:t>
      </w:r>
      <w:r>
        <w:t>.</w:t>
      </w:r>
    </w:p>
    <w:p w14:paraId="0DE01643" w14:textId="77777777" w:rsidR="004B5A85" w:rsidRDefault="004B5A85" w:rsidP="004C389C">
      <w:r>
        <w:t>— </w:t>
      </w:r>
      <w:r w:rsidR="004C389C">
        <w:t>Très bien</w:t>
      </w:r>
      <w:r>
        <w:t xml:space="preserve">, </w:t>
      </w:r>
      <w:proofErr w:type="spellStart"/>
      <w:r w:rsidR="004C389C">
        <w:t>Askold</w:t>
      </w:r>
      <w:proofErr w:type="spellEnd"/>
      <w:r>
        <w:t xml:space="preserve"> ! </w:t>
      </w:r>
      <w:r w:rsidR="004C389C">
        <w:t>Prends donc le canot</w:t>
      </w:r>
      <w:r>
        <w:t xml:space="preserve">, </w:t>
      </w:r>
      <w:r w:rsidR="004C389C">
        <w:t>et va</w:t>
      </w:r>
      <w:r>
        <w:t xml:space="preserve">. </w:t>
      </w:r>
      <w:r w:rsidR="004C389C">
        <w:t>Rapporte-moi un exemplaire de tous les journaux mis en vente à Naples</w:t>
      </w:r>
      <w:r>
        <w:t xml:space="preserve">. </w:t>
      </w:r>
      <w:r w:rsidR="004C389C">
        <w:t>Tâche d</w:t>
      </w:r>
      <w:r>
        <w:t>’</w:t>
      </w:r>
      <w:r w:rsidR="004C389C">
        <w:t>en avoir non seulement d</w:t>
      </w:r>
      <w:r>
        <w:t>’</w:t>
      </w:r>
      <w:r w:rsidR="004C389C">
        <w:t>aujourd</w:t>
      </w:r>
      <w:r>
        <w:t>’</w:t>
      </w:r>
      <w:r w:rsidR="004C389C">
        <w:t>hui</w:t>
      </w:r>
      <w:r>
        <w:t xml:space="preserve">, </w:t>
      </w:r>
      <w:r w:rsidR="004C389C">
        <w:t>mais d</w:t>
      </w:r>
      <w:r>
        <w:t>’</w:t>
      </w:r>
      <w:r w:rsidR="004C389C">
        <w:t>hier au</w:t>
      </w:r>
      <w:r w:rsidR="004C389C">
        <w:t>s</w:t>
      </w:r>
      <w:r w:rsidR="004C389C">
        <w:t>si</w:t>
      </w:r>
      <w:r>
        <w:t xml:space="preserve">, </w:t>
      </w:r>
      <w:r w:rsidR="004C389C">
        <w:t>et d</w:t>
      </w:r>
      <w:r>
        <w:t>’</w:t>
      </w:r>
      <w:r w:rsidR="004C389C">
        <w:t>avant-hier si possible</w:t>
      </w:r>
      <w:r>
        <w:t>.</w:t>
      </w:r>
    </w:p>
    <w:p w14:paraId="106A2116" w14:textId="77777777" w:rsidR="004B5A85" w:rsidRDefault="004B5A85" w:rsidP="004C389C">
      <w:r>
        <w:t>— </w:t>
      </w:r>
      <w:r w:rsidR="004C389C">
        <w:t>J</w:t>
      </w:r>
      <w:r>
        <w:t>’</w:t>
      </w:r>
      <w:r w:rsidR="004C389C">
        <w:t>y avais pensé</w:t>
      </w:r>
      <w:r>
        <w:t xml:space="preserve">, </w:t>
      </w:r>
      <w:r w:rsidR="004C389C">
        <w:t>Maître</w:t>
      </w:r>
      <w:r>
        <w:t>.</w:t>
      </w:r>
    </w:p>
    <w:p w14:paraId="2C9617F9" w14:textId="77777777" w:rsidR="004B5A85" w:rsidRDefault="004B5A85" w:rsidP="004C389C">
      <w:r>
        <w:t>— </w:t>
      </w:r>
      <w:r w:rsidR="004C389C">
        <w:t>À minuit</w:t>
      </w:r>
      <w:r>
        <w:t xml:space="preserve">, </w:t>
      </w:r>
      <w:r w:rsidR="004C389C">
        <w:t>sois de retour</w:t>
      </w:r>
      <w:r>
        <w:t xml:space="preserve">. </w:t>
      </w:r>
      <w:r w:rsidR="004C389C">
        <w:t xml:space="preserve">Le </w:t>
      </w:r>
      <w:r w:rsidR="004C389C">
        <w:rPr>
          <w:i/>
          <w:iCs/>
        </w:rPr>
        <w:t xml:space="preserve">Nyctalope </w:t>
      </w:r>
      <w:r w:rsidR="004C389C">
        <w:t>émergera</w:t>
      </w:r>
      <w:r>
        <w:t xml:space="preserve">, </w:t>
      </w:r>
      <w:r w:rsidR="004C389C">
        <w:t>et</w:t>
      </w:r>
      <w:r>
        <w:t xml:space="preserve">, </w:t>
      </w:r>
      <w:r w:rsidR="004C389C">
        <w:t>dès minuit précis</w:t>
      </w:r>
      <w:r>
        <w:t xml:space="preserve">, </w:t>
      </w:r>
      <w:r w:rsidR="004C389C">
        <w:t>j</w:t>
      </w:r>
      <w:r>
        <w:t>’</w:t>
      </w:r>
      <w:r w:rsidR="004C389C">
        <w:t>allumerai les projecteurs de minute en minute</w:t>
      </w:r>
      <w:r>
        <w:t xml:space="preserve">, </w:t>
      </w:r>
      <w:r w:rsidR="004C389C">
        <w:t>pour te guider</w:t>
      </w:r>
      <w:r>
        <w:t>.</w:t>
      </w:r>
    </w:p>
    <w:p w14:paraId="67E20BF8" w14:textId="77777777" w:rsidR="004B5A85" w:rsidRDefault="004C389C" w:rsidP="004C389C">
      <w:r>
        <w:t>Et</w:t>
      </w:r>
      <w:r w:rsidR="004B5A85">
        <w:t xml:space="preserve">, </w:t>
      </w:r>
      <w:r>
        <w:t>saluant militairement</w:t>
      </w:r>
      <w:r w:rsidR="004B5A85">
        <w:t xml:space="preserve">, </w:t>
      </w:r>
      <w:proofErr w:type="spellStart"/>
      <w:r>
        <w:t>Askold</w:t>
      </w:r>
      <w:proofErr w:type="spellEnd"/>
      <w:r>
        <w:t xml:space="preserve"> sortit</w:t>
      </w:r>
      <w:r w:rsidR="004B5A85">
        <w:t>.</w:t>
      </w:r>
    </w:p>
    <w:p w14:paraId="14836D2A" w14:textId="77777777" w:rsidR="004B5A85" w:rsidRDefault="004C389C" w:rsidP="004C389C">
      <w:r>
        <w:t xml:space="preserve">À bord du </w:t>
      </w:r>
      <w:r>
        <w:rPr>
          <w:i/>
          <w:iCs/>
        </w:rPr>
        <w:t>Nyctalope</w:t>
      </w:r>
      <w:r w:rsidR="004B5A85">
        <w:rPr>
          <w:i/>
          <w:iCs/>
        </w:rPr>
        <w:t xml:space="preserve">, </w:t>
      </w:r>
      <w:r>
        <w:t>il y avait des vêtements de toute n</w:t>
      </w:r>
      <w:r>
        <w:t>a</w:t>
      </w:r>
      <w:r>
        <w:t>ture</w:t>
      </w:r>
      <w:r w:rsidR="004B5A85">
        <w:t xml:space="preserve">, </w:t>
      </w:r>
      <w:r>
        <w:t>achetés un peu partout</w:t>
      </w:r>
      <w:r w:rsidR="004B5A85">
        <w:t xml:space="preserve">, </w:t>
      </w:r>
      <w:r>
        <w:t>depuis un mois</w:t>
      </w:r>
      <w:r w:rsidR="004B5A85">
        <w:t xml:space="preserve">, </w:t>
      </w:r>
      <w:r>
        <w:t>à la faveur de d</w:t>
      </w:r>
      <w:r>
        <w:t>é</w:t>
      </w:r>
      <w:r>
        <w:t>barquements nocturnes à proximité d</w:t>
      </w:r>
      <w:r w:rsidR="004B5A85">
        <w:t>’</w:t>
      </w:r>
      <w:r>
        <w:t>une ville maritime</w:t>
      </w:r>
      <w:r w:rsidR="004B5A85">
        <w:t>.</w:t>
      </w:r>
    </w:p>
    <w:p w14:paraId="3C49AC7B" w14:textId="77777777" w:rsidR="004B5A85" w:rsidRDefault="004C389C" w:rsidP="004C389C">
      <w:r>
        <w:t>Les pirates</w:t>
      </w:r>
      <w:r w:rsidR="004B5A85">
        <w:t xml:space="preserve">, </w:t>
      </w:r>
      <w:r>
        <w:t>en effet</w:t>
      </w:r>
      <w:r w:rsidR="004B5A85">
        <w:t xml:space="preserve">, </w:t>
      </w:r>
      <w:r>
        <w:t>devaient pouvoir s</w:t>
      </w:r>
      <w:r w:rsidR="004B5A85">
        <w:t>’</w:t>
      </w:r>
      <w:r>
        <w:t>habiller de diff</w:t>
      </w:r>
      <w:r>
        <w:t>é</w:t>
      </w:r>
      <w:r>
        <w:t>rentes manières</w:t>
      </w:r>
      <w:r w:rsidR="004B5A85">
        <w:t xml:space="preserve">, </w:t>
      </w:r>
      <w:r>
        <w:t>afin de prendre les apparences nécessitées par les conjonctures multiples de leur vie aventureuse</w:t>
      </w:r>
      <w:r w:rsidR="004B5A85">
        <w:t>.</w:t>
      </w:r>
    </w:p>
    <w:p w14:paraId="2835D807" w14:textId="77777777" w:rsidR="004B5A85" w:rsidRDefault="004C389C" w:rsidP="004C389C">
      <w:r>
        <w:t>En quittant le Ravageur du Monde</w:t>
      </w:r>
      <w:r w:rsidR="004B5A85">
        <w:t xml:space="preserve">, </w:t>
      </w:r>
      <w:proofErr w:type="spellStart"/>
      <w:r>
        <w:t>Askold</w:t>
      </w:r>
      <w:proofErr w:type="spellEnd"/>
      <w:r>
        <w:t xml:space="preserve"> se rendit dans la chambre</w:t>
      </w:r>
      <w:r w:rsidR="004B5A85">
        <w:t xml:space="preserve">, </w:t>
      </w:r>
      <w:r>
        <w:t>qui était la cabine numéro 20</w:t>
      </w:r>
      <w:r w:rsidR="004B5A85">
        <w:t xml:space="preserve">. </w:t>
      </w:r>
      <w:r>
        <w:t>Dix minutes après</w:t>
      </w:r>
      <w:r w:rsidR="004B5A85">
        <w:t xml:space="preserve">, </w:t>
      </w:r>
      <w:r>
        <w:t>il en ressortait vêtu d</w:t>
      </w:r>
      <w:r w:rsidR="004B5A85">
        <w:t>’</w:t>
      </w:r>
      <w:r>
        <w:t>un complet veston assez élégant</w:t>
      </w:r>
      <w:r w:rsidR="004B5A85">
        <w:t xml:space="preserve">, </w:t>
      </w:r>
      <w:r>
        <w:t>coiffé d</w:t>
      </w:r>
      <w:r w:rsidR="004B5A85">
        <w:t>’</w:t>
      </w:r>
      <w:r>
        <w:t>un feutre mou</w:t>
      </w:r>
      <w:r w:rsidR="004B5A85">
        <w:t xml:space="preserve">, </w:t>
      </w:r>
      <w:r>
        <w:t>les mains gantées</w:t>
      </w:r>
      <w:r w:rsidR="004B5A85">
        <w:t xml:space="preserve">, </w:t>
      </w:r>
      <w:r>
        <w:t>une canne sous le bras</w:t>
      </w:r>
      <w:r w:rsidR="004B5A85">
        <w:t xml:space="preserve">. </w:t>
      </w:r>
      <w:r>
        <w:t>Il avait l</w:t>
      </w:r>
      <w:r w:rsidR="004B5A85">
        <w:t>’</w:t>
      </w:r>
      <w:r>
        <w:t>allure parfaite d</w:t>
      </w:r>
      <w:r w:rsidR="004B5A85">
        <w:t>’</w:t>
      </w:r>
      <w:r>
        <w:t>un homme du monde en promenade</w:t>
      </w:r>
      <w:r w:rsidR="004B5A85">
        <w:t>.</w:t>
      </w:r>
    </w:p>
    <w:p w14:paraId="749B65DD" w14:textId="77777777" w:rsidR="004B5A85" w:rsidRDefault="004C389C" w:rsidP="004C389C">
      <w:r>
        <w:t>Il s</w:t>
      </w:r>
      <w:r w:rsidR="004B5A85">
        <w:t>’</w:t>
      </w:r>
      <w:r>
        <w:t>engagea dans l</w:t>
      </w:r>
      <w:r w:rsidR="004B5A85">
        <w:t>’</w:t>
      </w:r>
      <w:r>
        <w:t>escalier du canot et</w:t>
      </w:r>
      <w:r w:rsidR="004B5A85">
        <w:t xml:space="preserve">, </w:t>
      </w:r>
      <w:r>
        <w:t>tous les panneaux étant ouverts</w:t>
      </w:r>
      <w:r w:rsidR="004B5A85">
        <w:t xml:space="preserve">, </w:t>
      </w:r>
      <w:r>
        <w:t>entra dans l</w:t>
      </w:r>
      <w:r w:rsidR="004B5A85">
        <w:t>’</w:t>
      </w:r>
      <w:r>
        <w:t>embarcation</w:t>
      </w:r>
      <w:r w:rsidR="004B5A85">
        <w:t xml:space="preserve">. </w:t>
      </w:r>
      <w:proofErr w:type="spellStart"/>
      <w:r>
        <w:t>Brilo</w:t>
      </w:r>
      <w:proofErr w:type="spellEnd"/>
      <w:r>
        <w:t xml:space="preserve"> s</w:t>
      </w:r>
      <w:r w:rsidR="004B5A85">
        <w:t>’</w:t>
      </w:r>
      <w:r>
        <w:t>y trouvait déjà</w:t>
      </w:r>
      <w:r w:rsidR="004B5A85">
        <w:t xml:space="preserve">, </w:t>
      </w:r>
      <w:r>
        <w:t>en costume dépenaillé de matelot napolitain</w:t>
      </w:r>
      <w:r w:rsidR="004B5A85">
        <w:t>.</w:t>
      </w:r>
    </w:p>
    <w:p w14:paraId="75CB0172" w14:textId="77777777" w:rsidR="004B5A85" w:rsidRDefault="004C389C" w:rsidP="004C389C">
      <w:r>
        <w:lastRenderedPageBreak/>
        <w:t>Tandis que</w:t>
      </w:r>
      <w:r w:rsidR="004B5A85">
        <w:t xml:space="preserve">, </w:t>
      </w:r>
      <w:r>
        <w:t>plié en deux</w:t>
      </w:r>
      <w:r w:rsidR="004B5A85">
        <w:t xml:space="preserve">, </w:t>
      </w:r>
      <w:proofErr w:type="spellStart"/>
      <w:r>
        <w:t>Askold</w:t>
      </w:r>
      <w:proofErr w:type="spellEnd"/>
      <w:r>
        <w:t xml:space="preserve"> s</w:t>
      </w:r>
      <w:r w:rsidR="004B5A85">
        <w:t>’</w:t>
      </w:r>
      <w:r>
        <w:t>asseyait sur un des bancs métalliques du canot</w:t>
      </w:r>
      <w:r w:rsidR="004B5A85">
        <w:t xml:space="preserve">, </w:t>
      </w:r>
      <w:proofErr w:type="spellStart"/>
      <w:r>
        <w:t>Brilo</w:t>
      </w:r>
      <w:proofErr w:type="spellEnd"/>
      <w:r>
        <w:t xml:space="preserve"> fermait les deux trous de pa</w:t>
      </w:r>
      <w:r>
        <w:t>s</w:t>
      </w:r>
      <w:r>
        <w:t>sage</w:t>
      </w:r>
      <w:r w:rsidR="004B5A85">
        <w:t xml:space="preserve">, </w:t>
      </w:r>
      <w:r>
        <w:t>larguait les boulons d</w:t>
      </w:r>
      <w:r w:rsidR="004B5A85">
        <w:t>’</w:t>
      </w:r>
      <w:r>
        <w:t>amarre</w:t>
      </w:r>
      <w:r w:rsidR="004B5A85">
        <w:t xml:space="preserve">, </w:t>
      </w:r>
      <w:r>
        <w:t>et l</w:t>
      </w:r>
      <w:r w:rsidR="004B5A85">
        <w:t>’</w:t>
      </w:r>
      <w:r>
        <w:t>embarcation s</w:t>
      </w:r>
      <w:r w:rsidR="004B5A85">
        <w:t>’</w:t>
      </w:r>
      <w:r>
        <w:t>élançait d</w:t>
      </w:r>
      <w:r w:rsidR="004B5A85">
        <w:t>’</w:t>
      </w:r>
      <w:r>
        <w:t>elle-même jusqu</w:t>
      </w:r>
      <w:r w:rsidR="004B5A85">
        <w:t>’</w:t>
      </w:r>
      <w:r>
        <w:t>à la surface de la mer</w:t>
      </w:r>
      <w:r w:rsidR="004B5A85">
        <w:t xml:space="preserve">, </w:t>
      </w:r>
      <w:r>
        <w:t>sur laquelle elle r</w:t>
      </w:r>
      <w:r>
        <w:t>e</w:t>
      </w:r>
      <w:r>
        <w:t>bondit plusieurs fois</w:t>
      </w:r>
      <w:r w:rsidR="004B5A85">
        <w:t xml:space="preserve">, </w:t>
      </w:r>
      <w:r>
        <w:t>comme un ballon de cuir gonflé d</w:t>
      </w:r>
      <w:r w:rsidR="004B5A85">
        <w:t>’</w:t>
      </w:r>
      <w:r>
        <w:t>air</w:t>
      </w:r>
      <w:r w:rsidR="004B5A85">
        <w:t>.</w:t>
      </w:r>
    </w:p>
    <w:p w14:paraId="08B838E9" w14:textId="77777777" w:rsidR="004B5A85" w:rsidRDefault="004C389C" w:rsidP="004C389C">
      <w:r>
        <w:t>Quand le canot fut à peu près immobile</w:t>
      </w:r>
      <w:r w:rsidR="004B5A85">
        <w:t xml:space="preserve">, </w:t>
      </w:r>
      <w:r>
        <w:t>flottant au gré de la vague</w:t>
      </w:r>
      <w:r w:rsidR="004B5A85">
        <w:t xml:space="preserve">, </w:t>
      </w:r>
      <w:proofErr w:type="spellStart"/>
      <w:r>
        <w:t>Brilo</w:t>
      </w:r>
      <w:proofErr w:type="spellEnd"/>
      <w:r>
        <w:t xml:space="preserve"> ouvrit la large écoutille</w:t>
      </w:r>
      <w:r w:rsidR="004B5A85">
        <w:t xml:space="preserve">, </w:t>
      </w:r>
      <w:r>
        <w:t xml:space="preserve">et </w:t>
      </w:r>
      <w:proofErr w:type="spellStart"/>
      <w:r>
        <w:t>Askold</w:t>
      </w:r>
      <w:proofErr w:type="spellEnd"/>
      <w:r>
        <w:t xml:space="preserve"> put se redre</w:t>
      </w:r>
      <w:r>
        <w:t>s</w:t>
      </w:r>
      <w:r>
        <w:t>ser en plein air</w:t>
      </w:r>
      <w:r w:rsidR="004B5A85">
        <w:t xml:space="preserve">. </w:t>
      </w:r>
      <w:r>
        <w:t>Devant lui</w:t>
      </w:r>
      <w:r w:rsidR="004B5A85">
        <w:t xml:space="preserve">, </w:t>
      </w:r>
      <w:r>
        <w:t>les lumières du port et de la ville de Naples trouaient de milliers de points scintillants l</w:t>
      </w:r>
      <w:r w:rsidR="004B5A85">
        <w:t>’</w:t>
      </w:r>
      <w:r>
        <w:t>obscurité de la nuit</w:t>
      </w:r>
      <w:r w:rsidR="004B5A85">
        <w:t>…</w:t>
      </w:r>
    </w:p>
    <w:p w14:paraId="2C471209" w14:textId="77777777" w:rsidR="004B5A85" w:rsidRDefault="004C389C" w:rsidP="004C389C">
      <w:r>
        <w:t>Plus près</w:t>
      </w:r>
      <w:r w:rsidR="004B5A85">
        <w:t xml:space="preserve">, </w:t>
      </w:r>
      <w:r>
        <w:t>un phare indiquait l</w:t>
      </w:r>
      <w:r w:rsidR="004B5A85">
        <w:t>’</w:t>
      </w:r>
      <w:r>
        <w:t>extrémité du môle</w:t>
      </w:r>
      <w:r w:rsidR="004B5A85">
        <w:t>.</w:t>
      </w:r>
    </w:p>
    <w:p w14:paraId="300BC496" w14:textId="77777777" w:rsidR="004B5A85" w:rsidRDefault="004C389C" w:rsidP="004C389C">
      <w:proofErr w:type="spellStart"/>
      <w:r>
        <w:t>Brilo</w:t>
      </w:r>
      <w:proofErr w:type="spellEnd"/>
      <w:r>
        <w:t xml:space="preserve"> arma deux avirons et se mit à ramer vigoureusement</w:t>
      </w:r>
      <w:r w:rsidR="004B5A85">
        <w:t>.</w:t>
      </w:r>
    </w:p>
    <w:p w14:paraId="563EC5C1" w14:textId="77777777" w:rsidR="004B5A85" w:rsidRDefault="004C389C" w:rsidP="004C389C">
      <w:r>
        <w:t>Quelques minutes plus tard</w:t>
      </w:r>
      <w:r w:rsidR="004B5A85">
        <w:t xml:space="preserve">, </w:t>
      </w:r>
      <w:r>
        <w:t>le canot s</w:t>
      </w:r>
      <w:r w:rsidR="004B5A85">
        <w:t>’</w:t>
      </w:r>
      <w:r>
        <w:t>arrêtait contre le môle lui-même</w:t>
      </w:r>
      <w:r w:rsidR="004B5A85">
        <w:t xml:space="preserve">, </w:t>
      </w:r>
      <w:r>
        <w:t>entre deux cubes de maçonnerie</w:t>
      </w:r>
      <w:r w:rsidR="004B5A85">
        <w:t>.</w:t>
      </w:r>
    </w:p>
    <w:p w14:paraId="3777F340" w14:textId="77777777" w:rsidR="004B5A85" w:rsidRDefault="004B5A85" w:rsidP="004C389C">
      <w:r>
        <w:t>— </w:t>
      </w:r>
      <w:r w:rsidR="004C389C">
        <w:t>Vous pouvez débarquer</w:t>
      </w:r>
      <w:r>
        <w:t xml:space="preserve">, </w:t>
      </w:r>
      <w:r w:rsidR="004C389C">
        <w:t>mon lieutenant</w:t>
      </w:r>
      <w:r>
        <w:t xml:space="preserve">, </w:t>
      </w:r>
      <w:r w:rsidR="004C389C">
        <w:t xml:space="preserve">dit </w:t>
      </w:r>
      <w:proofErr w:type="spellStart"/>
      <w:r w:rsidR="004C389C">
        <w:t>Brilo</w:t>
      </w:r>
      <w:proofErr w:type="spellEnd"/>
      <w:r>
        <w:t xml:space="preserve">. </w:t>
      </w:r>
      <w:r w:rsidR="004C389C">
        <w:t>Je vous attends là</w:t>
      </w:r>
      <w:r>
        <w:t xml:space="preserve">. </w:t>
      </w:r>
      <w:r w:rsidR="004C389C">
        <w:t>Nous sommes au beau milieu du môle</w:t>
      </w:r>
      <w:r>
        <w:t xml:space="preserve">, </w:t>
      </w:r>
      <w:r w:rsidR="004C389C">
        <w:t>à égale distance du phare et du quai</w:t>
      </w:r>
      <w:r>
        <w:t>.</w:t>
      </w:r>
    </w:p>
    <w:p w14:paraId="305E32D9" w14:textId="77777777" w:rsidR="004B5A85" w:rsidRDefault="004B5A85" w:rsidP="004C389C">
      <w:r>
        <w:t>— </w:t>
      </w:r>
      <w:r w:rsidR="004C389C">
        <w:t>C</w:t>
      </w:r>
      <w:r>
        <w:t>’</w:t>
      </w:r>
      <w:r w:rsidR="004C389C">
        <w:t>est bien</w:t>
      </w:r>
      <w:r>
        <w:t xml:space="preserve"> ! </w:t>
      </w:r>
      <w:r w:rsidR="004C389C">
        <w:t>À tout à l</w:t>
      </w:r>
      <w:r>
        <w:t>’</w:t>
      </w:r>
      <w:r w:rsidR="004C389C">
        <w:t>heure</w:t>
      </w:r>
      <w:r>
        <w:t> !</w:t>
      </w:r>
    </w:p>
    <w:p w14:paraId="05C90A73" w14:textId="77777777" w:rsidR="004B5A85" w:rsidRDefault="004C389C" w:rsidP="004C389C">
      <w:r>
        <w:t>Et</w:t>
      </w:r>
      <w:r w:rsidR="004B5A85">
        <w:t xml:space="preserve">, </w:t>
      </w:r>
      <w:r>
        <w:t>avec son agilité de marin</w:t>
      </w:r>
      <w:r w:rsidR="004B5A85">
        <w:t xml:space="preserve">, </w:t>
      </w:r>
      <w:proofErr w:type="spellStart"/>
      <w:r>
        <w:t>Askold</w:t>
      </w:r>
      <w:proofErr w:type="spellEnd"/>
      <w:r>
        <w:t xml:space="preserve"> sauta sur un des cubes de maçonnerie</w:t>
      </w:r>
      <w:r w:rsidR="004B5A85">
        <w:t xml:space="preserve">. </w:t>
      </w:r>
      <w:r>
        <w:t>En trois enjambées</w:t>
      </w:r>
      <w:r w:rsidR="004B5A85">
        <w:t xml:space="preserve">, </w:t>
      </w:r>
      <w:r>
        <w:t>il fut sur le môle lui-même</w:t>
      </w:r>
      <w:r w:rsidR="004B5A85">
        <w:t xml:space="preserve">. </w:t>
      </w:r>
      <w:r>
        <w:t>Il jeta un regard autour de lui</w:t>
      </w:r>
      <w:r w:rsidR="004B5A85">
        <w:t xml:space="preserve"> : </w:t>
      </w:r>
      <w:r>
        <w:t>personne</w:t>
      </w:r>
      <w:r w:rsidR="004B5A85">
        <w:t>.</w:t>
      </w:r>
    </w:p>
    <w:p w14:paraId="5454D4A7" w14:textId="77777777" w:rsidR="004B5A85" w:rsidRDefault="004C389C" w:rsidP="004C389C">
      <w:r>
        <w:t>Alors</w:t>
      </w:r>
      <w:r w:rsidR="004B5A85">
        <w:t xml:space="preserve">, </w:t>
      </w:r>
      <w:r>
        <w:t>d</w:t>
      </w:r>
      <w:r w:rsidR="004B5A85">
        <w:t>’</w:t>
      </w:r>
      <w:r>
        <w:t>un pas rapide</w:t>
      </w:r>
      <w:r w:rsidR="004B5A85">
        <w:t xml:space="preserve">, </w:t>
      </w:r>
      <w:r>
        <w:t>il se dirigea vers le quai</w:t>
      </w:r>
      <w:r w:rsidR="004B5A85">
        <w:t>.</w:t>
      </w:r>
    </w:p>
    <w:p w14:paraId="1DFE55D6" w14:textId="77777777" w:rsidR="004B5A85" w:rsidRDefault="004C389C" w:rsidP="004C389C">
      <w:r>
        <w:t>Arrivé là</w:t>
      </w:r>
      <w:r w:rsidR="004B5A85">
        <w:t xml:space="preserve">, </w:t>
      </w:r>
      <w:r>
        <w:t>il contourna le port marchand et s</w:t>
      </w:r>
      <w:r w:rsidR="004B5A85">
        <w:t>’</w:t>
      </w:r>
      <w:r>
        <w:t>engagea dans une des plus grandes rues de la ville</w:t>
      </w:r>
      <w:r w:rsidR="004B5A85">
        <w:t>.</w:t>
      </w:r>
    </w:p>
    <w:p w14:paraId="5D4795A9" w14:textId="77777777" w:rsidR="004B5A85" w:rsidRDefault="004C389C" w:rsidP="004C389C">
      <w:r>
        <w:lastRenderedPageBreak/>
        <w:t>Il était neuf heures</w:t>
      </w:r>
      <w:r w:rsidR="004B5A85">
        <w:t xml:space="preserve">. </w:t>
      </w:r>
      <w:r>
        <w:t>La foule circulait</w:t>
      </w:r>
      <w:r w:rsidR="004B5A85">
        <w:t xml:space="preserve">, </w:t>
      </w:r>
      <w:r>
        <w:t>très animée</w:t>
      </w:r>
      <w:r w:rsidR="004B5A85">
        <w:t xml:space="preserve">, </w:t>
      </w:r>
      <w:r>
        <w:t>sur les trottoirs</w:t>
      </w:r>
      <w:r w:rsidR="004B5A85">
        <w:t xml:space="preserve">. </w:t>
      </w:r>
      <w:r>
        <w:t>On causait beaucoup</w:t>
      </w:r>
      <w:r w:rsidR="004B5A85">
        <w:t xml:space="preserve">, </w:t>
      </w:r>
      <w:r>
        <w:t>à haute voix</w:t>
      </w:r>
      <w:r w:rsidR="004B5A85">
        <w:t xml:space="preserve">, </w:t>
      </w:r>
      <w:r>
        <w:t>avec des cris</w:t>
      </w:r>
      <w:r w:rsidR="004B5A85">
        <w:t xml:space="preserve">. </w:t>
      </w:r>
      <w:r>
        <w:t>On se précipitait sur les vendeurs de journaux qui passaient</w:t>
      </w:r>
      <w:r w:rsidR="004B5A85">
        <w:t xml:space="preserve">, </w:t>
      </w:r>
      <w:r>
        <w:t>hurlant et courant</w:t>
      </w:r>
      <w:r w:rsidR="004B5A85">
        <w:t xml:space="preserve">. </w:t>
      </w:r>
      <w:r>
        <w:t>Il était évident qu</w:t>
      </w:r>
      <w:r w:rsidR="004B5A85">
        <w:t>’</w:t>
      </w:r>
      <w:r>
        <w:t>un événement sensationnel s</w:t>
      </w:r>
      <w:r w:rsidR="004B5A85">
        <w:t>’</w:t>
      </w:r>
      <w:r>
        <w:t>était produit</w:t>
      </w:r>
      <w:r w:rsidR="004B5A85">
        <w:t xml:space="preserve">, </w:t>
      </w:r>
      <w:r>
        <w:t>dans la journée</w:t>
      </w:r>
      <w:r w:rsidR="004B5A85">
        <w:t xml:space="preserve">, </w:t>
      </w:r>
      <w:r>
        <w:t>en un point quelconque du globe</w:t>
      </w:r>
      <w:r w:rsidR="004B5A85">
        <w:t>.</w:t>
      </w:r>
    </w:p>
    <w:p w14:paraId="64360133" w14:textId="77777777" w:rsidR="004B5A85" w:rsidRDefault="004C389C" w:rsidP="004C389C">
      <w:proofErr w:type="spellStart"/>
      <w:r>
        <w:t>Askold</w:t>
      </w:r>
      <w:proofErr w:type="spellEnd"/>
      <w:r>
        <w:t xml:space="preserve"> ne savait pas l</w:t>
      </w:r>
      <w:r w:rsidR="004B5A85">
        <w:t>’</w:t>
      </w:r>
      <w:r>
        <w:t>italien</w:t>
      </w:r>
      <w:r w:rsidR="004B5A85">
        <w:t xml:space="preserve">. </w:t>
      </w:r>
      <w:r>
        <w:t>Il ne chercha donc pas à comprendre</w:t>
      </w:r>
      <w:r w:rsidR="004B5A85">
        <w:t>.</w:t>
      </w:r>
    </w:p>
    <w:p w14:paraId="2B88FC73" w14:textId="1E4550B5" w:rsidR="004C389C" w:rsidRDefault="004B5A85" w:rsidP="004C389C">
      <w:r>
        <w:t>« </w:t>
      </w:r>
      <w:r w:rsidR="004C389C">
        <w:t>Le principal</w:t>
      </w:r>
      <w:r>
        <w:t xml:space="preserve">, </w:t>
      </w:r>
      <w:r w:rsidR="004C389C">
        <w:t>se dit-il</w:t>
      </w:r>
      <w:r>
        <w:t xml:space="preserve">, </w:t>
      </w:r>
      <w:r w:rsidR="004C389C">
        <w:t>est de m</w:t>
      </w:r>
      <w:r>
        <w:t>’</w:t>
      </w:r>
      <w:r w:rsidR="004C389C">
        <w:t>acquitter de ma mission</w:t>
      </w:r>
      <w:r>
        <w:t xml:space="preserve">. </w:t>
      </w:r>
      <w:r w:rsidR="004C389C">
        <w:t>Je saurai ensuite</w:t>
      </w:r>
      <w:r>
        <w:t>. »</w:t>
      </w:r>
    </w:p>
    <w:p w14:paraId="4AF0F977" w14:textId="77777777" w:rsidR="004B5A85" w:rsidRDefault="004C389C" w:rsidP="004C389C">
      <w:r>
        <w:t>Il avisa un bureau de tabac</w:t>
      </w:r>
      <w:r w:rsidR="004B5A85">
        <w:t xml:space="preserve">, </w:t>
      </w:r>
      <w:r>
        <w:t>y entra</w:t>
      </w:r>
      <w:r w:rsidR="004B5A85">
        <w:t xml:space="preserve">, </w:t>
      </w:r>
      <w:r>
        <w:t>choisit quelques c</w:t>
      </w:r>
      <w:r>
        <w:t>i</w:t>
      </w:r>
      <w:r>
        <w:t>gares de luxe et jeta sur le comptoir une pièce d</w:t>
      </w:r>
      <w:r w:rsidR="004B5A85">
        <w:t>’</w:t>
      </w:r>
      <w:r>
        <w:t>or française</w:t>
      </w:r>
      <w:r w:rsidR="004B5A85">
        <w:t xml:space="preserve">. </w:t>
      </w:r>
      <w:r>
        <w:t>Il n</w:t>
      </w:r>
      <w:r w:rsidR="004B5A85">
        <w:t>’</w:t>
      </w:r>
      <w:r>
        <w:t>y avait que de l</w:t>
      </w:r>
      <w:r w:rsidR="004B5A85">
        <w:t>’</w:t>
      </w:r>
      <w:r>
        <w:t xml:space="preserve">or français à bord du </w:t>
      </w:r>
      <w:r>
        <w:rPr>
          <w:i/>
          <w:iCs/>
        </w:rPr>
        <w:t>Nyctalope</w:t>
      </w:r>
      <w:r w:rsidR="004B5A85">
        <w:rPr>
          <w:i/>
          <w:iCs/>
        </w:rPr>
        <w:t xml:space="preserve">, </w:t>
      </w:r>
      <w:r>
        <w:t xml:space="preserve">et </w:t>
      </w:r>
      <w:proofErr w:type="spellStart"/>
      <w:r>
        <w:t>Askold</w:t>
      </w:r>
      <w:proofErr w:type="spellEnd"/>
      <w:r>
        <w:t xml:space="preserve"> n</w:t>
      </w:r>
      <w:r w:rsidR="004B5A85">
        <w:t>’</w:t>
      </w:r>
      <w:r>
        <w:t>achetait des cigares que pour faire de la monnaie italienne</w:t>
      </w:r>
      <w:r w:rsidR="004B5A85">
        <w:t>.</w:t>
      </w:r>
    </w:p>
    <w:p w14:paraId="06F01278" w14:textId="77777777" w:rsidR="004B5A85" w:rsidRDefault="004C389C" w:rsidP="004C389C">
      <w:r>
        <w:t>Muni de cette monnaie</w:t>
      </w:r>
      <w:r w:rsidR="004B5A85">
        <w:t xml:space="preserve">, </w:t>
      </w:r>
      <w:r>
        <w:t>il sortit</w:t>
      </w:r>
      <w:r w:rsidR="004B5A85">
        <w:t xml:space="preserve">, </w:t>
      </w:r>
      <w:r>
        <w:t>arrêta le premier camelot venu</w:t>
      </w:r>
      <w:r w:rsidR="004B5A85">
        <w:t xml:space="preserve">, </w:t>
      </w:r>
      <w:r>
        <w:t>et lui acheta un journal</w:t>
      </w:r>
      <w:r w:rsidR="004B5A85">
        <w:t>.</w:t>
      </w:r>
    </w:p>
    <w:p w14:paraId="1FC966CB" w14:textId="77777777" w:rsidR="004B5A85" w:rsidRDefault="004C389C" w:rsidP="004C389C">
      <w:r>
        <w:t>À la vive clarté d</w:t>
      </w:r>
      <w:r w:rsidR="004B5A85">
        <w:t>’</w:t>
      </w:r>
      <w:r>
        <w:t>un réverbère électrique</w:t>
      </w:r>
      <w:r w:rsidR="004B5A85">
        <w:t xml:space="preserve">, </w:t>
      </w:r>
      <w:r>
        <w:t>il regarda ce journal</w:t>
      </w:r>
      <w:r w:rsidR="004B5A85">
        <w:t xml:space="preserve">, </w:t>
      </w:r>
      <w:r>
        <w:t>et</w:t>
      </w:r>
      <w:r w:rsidR="004B5A85">
        <w:t xml:space="preserve">, </w:t>
      </w:r>
      <w:r>
        <w:t>bien qu</w:t>
      </w:r>
      <w:r w:rsidR="004B5A85">
        <w:t>’</w:t>
      </w:r>
      <w:r>
        <w:t>il ne sût pas la langue italienne</w:t>
      </w:r>
      <w:r w:rsidR="004B5A85">
        <w:t xml:space="preserve">, </w:t>
      </w:r>
      <w:r>
        <w:t>il comprit le sens très facile des titres qui s</w:t>
      </w:r>
      <w:r w:rsidR="004B5A85">
        <w:t>’</w:t>
      </w:r>
      <w:r>
        <w:t>étalaient en grosses lettres</w:t>
      </w:r>
      <w:r w:rsidR="004B5A85">
        <w:t>.</w:t>
      </w:r>
    </w:p>
    <w:p w14:paraId="593CE57E" w14:textId="43013134" w:rsidR="004C389C" w:rsidRDefault="004B5A85" w:rsidP="004C389C">
      <w:r>
        <w:t>« </w:t>
      </w:r>
      <w:r w:rsidR="004C389C">
        <w:t>Oh</w:t>
      </w:r>
      <w:r>
        <w:t xml:space="preserve"> ! </w:t>
      </w:r>
      <w:r w:rsidR="004C389C">
        <w:t>oh</w:t>
      </w:r>
      <w:r>
        <w:t xml:space="preserve"> ! </w:t>
      </w:r>
      <w:r w:rsidR="004C389C">
        <w:t>se dit-il</w:t>
      </w:r>
      <w:r>
        <w:t xml:space="preserve">, </w:t>
      </w:r>
      <w:r w:rsidR="004C389C">
        <w:t>le commandant Martel a pris la mer avec deux sous-marins</w:t>
      </w:r>
      <w:r>
        <w:t xml:space="preserve">, </w:t>
      </w:r>
      <w:r w:rsidR="004C389C">
        <w:rPr>
          <w:i/>
          <w:iCs/>
        </w:rPr>
        <w:t xml:space="preserve">Revanche </w:t>
      </w:r>
      <w:r w:rsidR="004C389C">
        <w:t xml:space="preserve">et </w:t>
      </w:r>
      <w:r w:rsidR="004C389C">
        <w:rPr>
          <w:i/>
          <w:iCs/>
        </w:rPr>
        <w:t>Victoire</w:t>
      </w:r>
      <w:r>
        <w:t xml:space="preserve"> !… </w:t>
      </w:r>
      <w:r w:rsidR="004C389C">
        <w:t>Vite</w:t>
      </w:r>
      <w:r>
        <w:t xml:space="preserve">, </w:t>
      </w:r>
      <w:r w:rsidR="004C389C">
        <w:t>entrons dans une librairie</w:t>
      </w:r>
      <w:r>
        <w:t xml:space="preserve">, </w:t>
      </w:r>
      <w:r w:rsidR="004C389C">
        <w:t>et achetons le plus de journaux possible</w:t>
      </w:r>
      <w:r>
        <w:t>. »</w:t>
      </w:r>
    </w:p>
    <w:p w14:paraId="215283AA" w14:textId="77777777" w:rsidR="004B5A85" w:rsidRDefault="004C389C" w:rsidP="004C389C">
      <w:r>
        <w:t>Il marcha quelque temps dans la rue</w:t>
      </w:r>
      <w:r w:rsidR="004B5A85">
        <w:t xml:space="preserve">, </w:t>
      </w:r>
      <w:r>
        <w:t>de plus en plus re</w:t>
      </w:r>
      <w:r>
        <w:t>m</w:t>
      </w:r>
      <w:r>
        <w:t>plie de foule bruyante</w:t>
      </w:r>
      <w:r w:rsidR="004B5A85">
        <w:t xml:space="preserve">, </w:t>
      </w:r>
      <w:r>
        <w:t>et il vit enfin une librairie brillamment i</w:t>
      </w:r>
      <w:r>
        <w:t>l</w:t>
      </w:r>
      <w:r>
        <w:t>luminée</w:t>
      </w:r>
      <w:r w:rsidR="004B5A85">
        <w:t>.</w:t>
      </w:r>
    </w:p>
    <w:p w14:paraId="75B1917D" w14:textId="77777777" w:rsidR="004B5A85" w:rsidRDefault="004C389C" w:rsidP="004C389C">
      <w:r>
        <w:t>Sur une large table</w:t>
      </w:r>
      <w:r w:rsidR="004B5A85">
        <w:t xml:space="preserve">, </w:t>
      </w:r>
      <w:r>
        <w:t>toutes sortes de journaux étaient emp</w:t>
      </w:r>
      <w:r>
        <w:t>i</w:t>
      </w:r>
      <w:r>
        <w:t>lés</w:t>
      </w:r>
      <w:r w:rsidR="004B5A85">
        <w:t>.</w:t>
      </w:r>
    </w:p>
    <w:p w14:paraId="5B3B5CE7" w14:textId="77777777" w:rsidR="004B5A85" w:rsidRDefault="004C389C" w:rsidP="004C389C">
      <w:pPr>
        <w:rPr>
          <w:i/>
          <w:iCs/>
        </w:rPr>
      </w:pPr>
      <w:proofErr w:type="spellStart"/>
      <w:r>
        <w:lastRenderedPageBreak/>
        <w:t>Askold</w:t>
      </w:r>
      <w:proofErr w:type="spellEnd"/>
      <w:r>
        <w:t xml:space="preserve"> entra</w:t>
      </w:r>
      <w:r w:rsidR="004B5A85">
        <w:t xml:space="preserve">, </w:t>
      </w:r>
      <w:r>
        <w:t>prit un exemplaire de toutes les feuilles</w:t>
      </w:r>
      <w:r w:rsidR="004B5A85">
        <w:t xml:space="preserve">, </w:t>
      </w:r>
      <w:r>
        <w:t>parmi lesquelles il fut heureux de trouver des feuilles françaises</w:t>
      </w:r>
      <w:r w:rsidR="004B5A85">
        <w:t xml:space="preserve">, </w:t>
      </w:r>
      <w:r>
        <w:t xml:space="preserve">le </w:t>
      </w:r>
      <w:r>
        <w:rPr>
          <w:i/>
          <w:iCs/>
        </w:rPr>
        <w:t xml:space="preserve">Matin </w:t>
      </w:r>
      <w:r>
        <w:t xml:space="preserve">et le </w:t>
      </w:r>
      <w:r>
        <w:rPr>
          <w:i/>
          <w:iCs/>
        </w:rPr>
        <w:t>Temps</w:t>
      </w:r>
      <w:r w:rsidR="004B5A85">
        <w:rPr>
          <w:i/>
          <w:iCs/>
        </w:rPr>
        <w:t xml:space="preserve">. </w:t>
      </w:r>
      <w:r>
        <w:t>Il demanda les mêmes journaux de la veille et de l</w:t>
      </w:r>
      <w:r w:rsidR="004B5A85">
        <w:t>’</w:t>
      </w:r>
      <w:r>
        <w:t>avant-veille</w:t>
      </w:r>
      <w:r w:rsidR="004B5A85">
        <w:t xml:space="preserve">. </w:t>
      </w:r>
      <w:r>
        <w:t>On les lui donna</w:t>
      </w:r>
      <w:r w:rsidR="004B5A85">
        <w:t xml:space="preserve">. </w:t>
      </w:r>
      <w:r>
        <w:t>Il se fit faire un p</w:t>
      </w:r>
      <w:r>
        <w:t>a</w:t>
      </w:r>
      <w:r>
        <w:t>quet du tout</w:t>
      </w:r>
      <w:r w:rsidR="004B5A85">
        <w:t xml:space="preserve">, </w:t>
      </w:r>
      <w:r>
        <w:t xml:space="preserve">en gardant dans sa poche les plus récents numéros du </w:t>
      </w:r>
      <w:r>
        <w:rPr>
          <w:i/>
          <w:iCs/>
        </w:rPr>
        <w:t xml:space="preserve">Matin </w:t>
      </w:r>
      <w:r>
        <w:t xml:space="preserve">et du </w:t>
      </w:r>
      <w:r>
        <w:rPr>
          <w:i/>
          <w:iCs/>
        </w:rPr>
        <w:t>Temps</w:t>
      </w:r>
      <w:r w:rsidR="004B5A85">
        <w:rPr>
          <w:i/>
          <w:iCs/>
        </w:rPr>
        <w:t>.</w:t>
      </w:r>
    </w:p>
    <w:p w14:paraId="1F4BBEA4" w14:textId="77777777" w:rsidR="004B5A85" w:rsidRDefault="004C389C" w:rsidP="004C389C">
      <w:r>
        <w:t>Puis il paya et sortit</w:t>
      </w:r>
      <w:r w:rsidR="004B5A85">
        <w:t>.</w:t>
      </w:r>
    </w:p>
    <w:p w14:paraId="44FDC8EA" w14:textId="77777777" w:rsidR="004B5A85" w:rsidRDefault="004C389C" w:rsidP="004C389C">
      <w:r>
        <w:t>Il regarda sa montre</w:t>
      </w:r>
      <w:r w:rsidR="004B5A85">
        <w:t xml:space="preserve">, </w:t>
      </w:r>
      <w:r>
        <w:t>tout en marchant</w:t>
      </w:r>
      <w:r w:rsidR="004B5A85">
        <w:t>.</w:t>
      </w:r>
    </w:p>
    <w:p w14:paraId="58DF3922" w14:textId="77777777" w:rsidR="004B5A85" w:rsidRDefault="004B5A85" w:rsidP="004C389C">
      <w:r>
        <w:t>— </w:t>
      </w:r>
      <w:r w:rsidR="004C389C">
        <w:t>Dix heures moins un quart</w:t>
      </w:r>
      <w:r>
        <w:t xml:space="preserve">. </w:t>
      </w:r>
      <w:r w:rsidR="004C389C">
        <w:t>J</w:t>
      </w:r>
      <w:r>
        <w:t>’</w:t>
      </w:r>
      <w:r w:rsidR="004C389C">
        <w:t>ai le temps de lire les jou</w:t>
      </w:r>
      <w:r w:rsidR="004C389C">
        <w:t>r</w:t>
      </w:r>
      <w:r w:rsidR="004C389C">
        <w:t>naux français</w:t>
      </w:r>
      <w:r>
        <w:t>.</w:t>
      </w:r>
    </w:p>
    <w:p w14:paraId="35177D66" w14:textId="77777777" w:rsidR="004B5A85" w:rsidRDefault="004C389C" w:rsidP="004C389C">
      <w:r>
        <w:t>Il se trouvait devant un café</w:t>
      </w:r>
      <w:r w:rsidR="004B5A85">
        <w:t xml:space="preserve">, </w:t>
      </w:r>
      <w:r>
        <w:t xml:space="preserve">dont la terrasse était presque </w:t>
      </w:r>
      <w:proofErr w:type="gramStart"/>
      <w:r>
        <w:t>toute</w:t>
      </w:r>
      <w:proofErr w:type="gramEnd"/>
      <w:r>
        <w:t xml:space="preserve"> occupée par des officiers</w:t>
      </w:r>
      <w:r w:rsidR="004B5A85">
        <w:t xml:space="preserve">. </w:t>
      </w:r>
      <w:r>
        <w:t>Il s</w:t>
      </w:r>
      <w:r w:rsidR="004B5A85">
        <w:t>’</w:t>
      </w:r>
      <w:r>
        <w:t>assit à une table libre</w:t>
      </w:r>
      <w:r w:rsidR="004B5A85">
        <w:t xml:space="preserve">, </w:t>
      </w:r>
      <w:r>
        <w:t>co</w:t>
      </w:r>
      <w:r>
        <w:t>m</w:t>
      </w:r>
      <w:r>
        <w:t>manda une consommation quelconque</w:t>
      </w:r>
      <w:r w:rsidR="004B5A85">
        <w:t xml:space="preserve">, </w:t>
      </w:r>
      <w:r>
        <w:t>et se mit à lire le num</w:t>
      </w:r>
      <w:r>
        <w:t>é</w:t>
      </w:r>
      <w:r>
        <w:t xml:space="preserve">ro du </w:t>
      </w:r>
      <w:r>
        <w:rPr>
          <w:i/>
          <w:iCs/>
        </w:rPr>
        <w:t xml:space="preserve">Matin </w:t>
      </w:r>
      <w:r>
        <w:t>le plus récent</w:t>
      </w:r>
      <w:r w:rsidR="004B5A85">
        <w:t xml:space="preserve">, </w:t>
      </w:r>
      <w:r>
        <w:t>qui était daté de l</w:t>
      </w:r>
      <w:r w:rsidR="004B5A85">
        <w:t>’</w:t>
      </w:r>
      <w:r>
        <w:t>avant-veille</w:t>
      </w:r>
      <w:r w:rsidR="004B5A85">
        <w:t>.</w:t>
      </w:r>
    </w:p>
    <w:p w14:paraId="67BB2990" w14:textId="77777777" w:rsidR="004B5A85" w:rsidRDefault="004C389C" w:rsidP="004C389C">
      <w:r>
        <w:t>Et</w:t>
      </w:r>
      <w:r w:rsidR="004B5A85">
        <w:t xml:space="preserve">, </w:t>
      </w:r>
      <w:r>
        <w:t>brusquement</w:t>
      </w:r>
      <w:r w:rsidR="004B5A85">
        <w:t xml:space="preserve">, </w:t>
      </w:r>
      <w:r>
        <w:t>il laissa échapper un cri qui fit retourner se voisins</w:t>
      </w:r>
      <w:r w:rsidR="004B5A85">
        <w:t>.</w:t>
      </w:r>
    </w:p>
    <w:p w14:paraId="4EAFB0D3" w14:textId="77777777" w:rsidR="004B5A85" w:rsidRDefault="004C389C" w:rsidP="004C389C">
      <w:r>
        <w:t>Ah</w:t>
      </w:r>
      <w:r w:rsidR="004B5A85">
        <w:t xml:space="preserve"> ! </w:t>
      </w:r>
      <w:r>
        <w:t>si les officiers qui regardaient cet homme si passionné par la lecture d</w:t>
      </w:r>
      <w:r w:rsidR="004B5A85">
        <w:t>’</w:t>
      </w:r>
      <w:r>
        <w:t>un journal français</w:t>
      </w:r>
      <w:r w:rsidR="004B5A85">
        <w:t xml:space="preserve"> ; </w:t>
      </w:r>
      <w:r>
        <w:t xml:space="preserve">si ces officiers avaient su que cet homme était </w:t>
      </w:r>
      <w:proofErr w:type="spellStart"/>
      <w:r>
        <w:t>Askold</w:t>
      </w:r>
      <w:proofErr w:type="spellEnd"/>
      <w:r w:rsidR="004B5A85">
        <w:t xml:space="preserve">, </w:t>
      </w:r>
      <w:r>
        <w:t>le lieutenant du Ravageur du Monde</w:t>
      </w:r>
      <w:r w:rsidR="004B5A85">
        <w:t xml:space="preserve"> ! </w:t>
      </w:r>
      <w:proofErr w:type="spellStart"/>
      <w:r>
        <w:t>Askold</w:t>
      </w:r>
      <w:proofErr w:type="spellEnd"/>
      <w:r>
        <w:t xml:space="preserve"> dont avait parlé le commandant Martel</w:t>
      </w:r>
      <w:r w:rsidR="004B5A85">
        <w:t xml:space="preserve">, </w:t>
      </w:r>
      <w:proofErr w:type="spellStart"/>
      <w:r>
        <w:t>Askold</w:t>
      </w:r>
      <w:proofErr w:type="spellEnd"/>
      <w:r>
        <w:t xml:space="preserve"> qui avait l</w:t>
      </w:r>
      <w:r w:rsidR="004B5A85">
        <w:t>’</w:t>
      </w:r>
      <w:r>
        <w:t>audace de se promener en plein Naples</w:t>
      </w:r>
      <w:r w:rsidR="004B5A85">
        <w:t xml:space="preserve">, </w:t>
      </w:r>
      <w:r>
        <w:t xml:space="preserve">tandis que le </w:t>
      </w:r>
      <w:r>
        <w:rPr>
          <w:i/>
          <w:iCs/>
        </w:rPr>
        <w:t xml:space="preserve">Nyctalope </w:t>
      </w:r>
      <w:r>
        <w:t>l</w:t>
      </w:r>
      <w:r w:rsidR="004B5A85">
        <w:t>’</w:t>
      </w:r>
      <w:r>
        <w:t>attendait à quelques encablures du port</w:t>
      </w:r>
      <w:r w:rsidR="004B5A85">
        <w:t> !…</w:t>
      </w:r>
    </w:p>
    <w:p w14:paraId="5FE767BB" w14:textId="77777777" w:rsidR="004B5A85" w:rsidRDefault="004C389C" w:rsidP="004C389C">
      <w:r>
        <w:t>Mais ce qu</w:t>
      </w:r>
      <w:r w:rsidR="004B5A85">
        <w:t>’</w:t>
      </w:r>
      <w:r>
        <w:t xml:space="preserve">avait lu </w:t>
      </w:r>
      <w:proofErr w:type="spellStart"/>
      <w:r>
        <w:t>Askold</w:t>
      </w:r>
      <w:proofErr w:type="spellEnd"/>
      <w:r>
        <w:t xml:space="preserve"> l</w:t>
      </w:r>
      <w:r w:rsidR="004B5A85">
        <w:t>’</w:t>
      </w:r>
      <w:r>
        <w:t>avait tellement ému qu</w:t>
      </w:r>
      <w:r w:rsidR="004B5A85">
        <w:t>’</w:t>
      </w:r>
      <w:r>
        <w:t>il ne put rester en place</w:t>
      </w:r>
      <w:r w:rsidR="004B5A85">
        <w:t xml:space="preserve">. </w:t>
      </w:r>
      <w:r>
        <w:t>Il avala d</w:t>
      </w:r>
      <w:r w:rsidR="004B5A85">
        <w:t>’</w:t>
      </w:r>
      <w:r>
        <w:t>un trait la consommation servie</w:t>
      </w:r>
      <w:r w:rsidR="004B5A85">
        <w:t xml:space="preserve">, </w:t>
      </w:r>
      <w:r>
        <w:t>jeta une pièce blanche sur la table</w:t>
      </w:r>
      <w:r w:rsidR="004B5A85">
        <w:t xml:space="preserve">, </w:t>
      </w:r>
      <w:r>
        <w:t>se leva</w:t>
      </w:r>
      <w:r w:rsidR="004B5A85">
        <w:t xml:space="preserve">, </w:t>
      </w:r>
      <w:r>
        <w:t>et</w:t>
      </w:r>
      <w:r w:rsidR="004B5A85">
        <w:t xml:space="preserve">, </w:t>
      </w:r>
      <w:r>
        <w:t>la canne à la main droite</w:t>
      </w:r>
      <w:r w:rsidR="004B5A85">
        <w:t xml:space="preserve">, </w:t>
      </w:r>
      <w:r>
        <w:t>son paquet de journaux à la main gauche</w:t>
      </w:r>
      <w:r w:rsidR="004B5A85">
        <w:t xml:space="preserve">, </w:t>
      </w:r>
      <w:r>
        <w:t xml:space="preserve">il se </w:t>
      </w:r>
      <w:r>
        <w:lastRenderedPageBreak/>
        <w:t>mit à marcher au hasard à travers la ville</w:t>
      </w:r>
      <w:r w:rsidR="004B5A85">
        <w:t xml:space="preserve">, </w:t>
      </w:r>
      <w:r>
        <w:t>attendant avec impatience l</w:t>
      </w:r>
      <w:r w:rsidR="004B5A85">
        <w:t>’</w:t>
      </w:r>
      <w:r>
        <w:t>heure de retourner au canot</w:t>
      </w:r>
      <w:r w:rsidR="004B5A85">
        <w:t>.</w:t>
      </w:r>
    </w:p>
    <w:p w14:paraId="07F4F2CD" w14:textId="77777777" w:rsidR="004B5A85" w:rsidRDefault="004C389C" w:rsidP="004C389C">
      <w:r>
        <w:t>Cette impatience était si grande qu</w:t>
      </w:r>
      <w:r w:rsidR="004B5A85">
        <w:t>’</w:t>
      </w:r>
      <w:proofErr w:type="spellStart"/>
      <w:r>
        <w:t>Askold</w:t>
      </w:r>
      <w:proofErr w:type="spellEnd"/>
      <w:r>
        <w:t xml:space="preserve"> était à onze heures sur le môle</w:t>
      </w:r>
      <w:r w:rsidR="004B5A85">
        <w:t>.</w:t>
      </w:r>
    </w:p>
    <w:p w14:paraId="11DD658B" w14:textId="77777777" w:rsidR="004B5A85" w:rsidRDefault="004C389C" w:rsidP="004C389C">
      <w:r>
        <w:t>Il retrouva l</w:t>
      </w:r>
      <w:r w:rsidR="004B5A85">
        <w:t>’</w:t>
      </w:r>
      <w:r>
        <w:t>endroit où l</w:t>
      </w:r>
      <w:r w:rsidR="004B5A85">
        <w:t>’</w:t>
      </w:r>
      <w:r>
        <w:t xml:space="preserve">attendait </w:t>
      </w:r>
      <w:proofErr w:type="spellStart"/>
      <w:r>
        <w:t>Brilo</w:t>
      </w:r>
      <w:proofErr w:type="spellEnd"/>
      <w:r w:rsidR="004B5A85">
        <w:t xml:space="preserve">. </w:t>
      </w:r>
      <w:r>
        <w:t>Il entra dans le c</w:t>
      </w:r>
      <w:r>
        <w:t>a</w:t>
      </w:r>
      <w:r>
        <w:t>not et dit</w:t>
      </w:r>
      <w:r w:rsidR="004B5A85">
        <w:t> :</w:t>
      </w:r>
    </w:p>
    <w:p w14:paraId="48F1760C" w14:textId="77777777" w:rsidR="004B5A85" w:rsidRDefault="004B5A85" w:rsidP="004C389C">
      <w:r>
        <w:t>— </w:t>
      </w:r>
      <w:r w:rsidR="004C389C">
        <w:t>Pousse au large</w:t>
      </w:r>
      <w:r>
        <w:t xml:space="preserve">. </w:t>
      </w:r>
      <w:r w:rsidR="004C389C">
        <w:t>Il n</w:t>
      </w:r>
      <w:r>
        <w:t>’</w:t>
      </w:r>
      <w:r w:rsidR="004C389C">
        <w:t>est pas encore minuit</w:t>
      </w:r>
      <w:r>
        <w:t xml:space="preserve">. </w:t>
      </w:r>
      <w:r w:rsidR="004C389C">
        <w:t>Mais nous s</w:t>
      </w:r>
      <w:r w:rsidR="004C389C">
        <w:t>e</w:t>
      </w:r>
      <w:r w:rsidR="004C389C">
        <w:t xml:space="preserve">rons plus près du </w:t>
      </w:r>
      <w:r w:rsidR="004C389C">
        <w:rPr>
          <w:i/>
          <w:iCs/>
        </w:rPr>
        <w:t xml:space="preserve">Nyctalope </w:t>
      </w:r>
      <w:r w:rsidR="004C389C">
        <w:t>quand la projection brillera</w:t>
      </w:r>
      <w:r>
        <w:t>.</w:t>
      </w:r>
    </w:p>
    <w:p w14:paraId="2FDB28E8" w14:textId="77777777" w:rsidR="004B5A85" w:rsidRDefault="004C389C" w:rsidP="004C389C">
      <w:r>
        <w:t>L</w:t>
      </w:r>
      <w:r w:rsidR="004B5A85">
        <w:t>’</w:t>
      </w:r>
      <w:r>
        <w:t>heure qui s</w:t>
      </w:r>
      <w:r w:rsidR="004B5A85">
        <w:t>’</w:t>
      </w:r>
      <w:r>
        <w:t>écoula lui parut avoir la longueur d</w:t>
      </w:r>
      <w:r w:rsidR="004B5A85">
        <w:t>’</w:t>
      </w:r>
      <w:r>
        <w:t>une nuit entière</w:t>
      </w:r>
      <w:r w:rsidR="004B5A85">
        <w:t>.</w:t>
      </w:r>
    </w:p>
    <w:p w14:paraId="43EDCAA0" w14:textId="77777777" w:rsidR="004B5A85" w:rsidRDefault="004C389C" w:rsidP="004C389C">
      <w:r>
        <w:t xml:space="preserve">Tandis que </w:t>
      </w:r>
      <w:proofErr w:type="spellStart"/>
      <w:r>
        <w:t>Brilo</w:t>
      </w:r>
      <w:proofErr w:type="spellEnd"/>
      <w:r>
        <w:t xml:space="preserve"> ramait doucement</w:t>
      </w:r>
      <w:r w:rsidR="004B5A85">
        <w:t xml:space="preserve">, </w:t>
      </w:r>
      <w:r>
        <w:t>allant de-ci de-là</w:t>
      </w:r>
      <w:r w:rsidR="004B5A85">
        <w:t xml:space="preserve">, </w:t>
      </w:r>
      <w:r>
        <w:t>mais se tenant à peu près à deux encablures de l</w:t>
      </w:r>
      <w:r w:rsidR="004B5A85">
        <w:t>’</w:t>
      </w:r>
      <w:r>
        <w:t>extrémité du môle</w:t>
      </w:r>
      <w:r w:rsidR="004B5A85">
        <w:t xml:space="preserve">, </w:t>
      </w:r>
      <w:proofErr w:type="spellStart"/>
      <w:r>
        <w:t>Askold</w:t>
      </w:r>
      <w:proofErr w:type="spellEnd"/>
      <w:r>
        <w:t xml:space="preserve"> restait sur son banc</w:t>
      </w:r>
      <w:r w:rsidR="004B5A85">
        <w:t xml:space="preserve">, </w:t>
      </w:r>
      <w:r>
        <w:t>muet</w:t>
      </w:r>
      <w:r w:rsidR="004B5A85">
        <w:t xml:space="preserve">, </w:t>
      </w:r>
      <w:r>
        <w:t>plongé dans de profondes r</w:t>
      </w:r>
      <w:r>
        <w:t>é</w:t>
      </w:r>
      <w:r>
        <w:t>flexions</w:t>
      </w:r>
      <w:r w:rsidR="004B5A85">
        <w:t>.</w:t>
      </w:r>
    </w:p>
    <w:p w14:paraId="0716694A" w14:textId="77777777" w:rsidR="004B5A85" w:rsidRDefault="004C389C" w:rsidP="004C389C">
      <w:r>
        <w:t>Enfin</w:t>
      </w:r>
      <w:r w:rsidR="004B5A85">
        <w:t xml:space="preserve">, </w:t>
      </w:r>
      <w:r>
        <w:t>à droite du canot</w:t>
      </w:r>
      <w:r w:rsidR="004B5A85">
        <w:t xml:space="preserve">, </w:t>
      </w:r>
      <w:r>
        <w:t>il y eut comme un bouillonn</w:t>
      </w:r>
      <w:r>
        <w:t>e</w:t>
      </w:r>
      <w:r>
        <w:t>ment</w:t>
      </w:r>
      <w:r w:rsidR="004B5A85">
        <w:t xml:space="preserve">, </w:t>
      </w:r>
      <w:r>
        <w:t>et brusquement un éclair jaillit de la surface de la mer</w:t>
      </w:r>
      <w:r w:rsidR="004B5A85">
        <w:t xml:space="preserve">. </w:t>
      </w:r>
      <w:r>
        <w:t>C</w:t>
      </w:r>
      <w:r w:rsidR="004B5A85">
        <w:t>’</w:t>
      </w:r>
      <w:r>
        <w:t xml:space="preserve">était le premier jet lumineux du projecteur du </w:t>
      </w:r>
      <w:r>
        <w:rPr>
          <w:i/>
          <w:iCs/>
        </w:rPr>
        <w:t>Nyctalope</w:t>
      </w:r>
      <w:r w:rsidR="004B5A85">
        <w:rPr>
          <w:i/>
          <w:iCs/>
        </w:rPr>
        <w:t xml:space="preserve">, </w:t>
      </w:r>
      <w:r>
        <w:t>qui venait d</w:t>
      </w:r>
      <w:r w:rsidR="004B5A85">
        <w:t>’</w:t>
      </w:r>
      <w:r>
        <w:t>émerger à vingt brasses à peine du canot</w:t>
      </w:r>
      <w:r w:rsidR="004B5A85">
        <w:t>.</w:t>
      </w:r>
    </w:p>
    <w:p w14:paraId="6BF583D1" w14:textId="77777777" w:rsidR="004B5A85" w:rsidRDefault="004C389C" w:rsidP="004C389C">
      <w:r>
        <w:t>Dix minutes plus tard</w:t>
      </w:r>
      <w:r w:rsidR="004B5A85">
        <w:t xml:space="preserve">, </w:t>
      </w:r>
      <w:r>
        <w:t>l</w:t>
      </w:r>
      <w:r w:rsidR="004B5A85">
        <w:t>’</w:t>
      </w:r>
      <w:r>
        <w:t>embarcation était à sa place sur la coque du sous-marin</w:t>
      </w:r>
      <w:r w:rsidR="004B5A85">
        <w:t>.</w:t>
      </w:r>
    </w:p>
    <w:p w14:paraId="51063D56" w14:textId="77777777" w:rsidR="004B5A85" w:rsidRDefault="004C389C" w:rsidP="004C389C">
      <w:r>
        <w:t>Et le sous-marin lui-même</w:t>
      </w:r>
      <w:r w:rsidR="004B5A85">
        <w:t xml:space="preserve">, </w:t>
      </w:r>
      <w:r>
        <w:t>replongeant dans les profo</w:t>
      </w:r>
      <w:r>
        <w:t>n</w:t>
      </w:r>
      <w:r>
        <w:t>deurs</w:t>
      </w:r>
      <w:r w:rsidR="004B5A85">
        <w:t xml:space="preserve">, </w:t>
      </w:r>
      <w:r>
        <w:t>s</w:t>
      </w:r>
      <w:r w:rsidR="004B5A85">
        <w:t>’</w:t>
      </w:r>
      <w:r>
        <w:t>éloignait de la côte italienne</w:t>
      </w:r>
      <w:r w:rsidR="004B5A85">
        <w:t>.</w:t>
      </w:r>
    </w:p>
    <w:p w14:paraId="005B3155" w14:textId="77777777" w:rsidR="004B5A85" w:rsidRDefault="004C389C" w:rsidP="004C389C">
      <w:r>
        <w:t>Mais</w:t>
      </w:r>
      <w:r w:rsidR="004B5A85">
        <w:t xml:space="preserve">, </w:t>
      </w:r>
      <w:r>
        <w:t>dès qu</w:t>
      </w:r>
      <w:r w:rsidR="004B5A85">
        <w:t>’</w:t>
      </w:r>
      <w:r>
        <w:t xml:space="preserve">il fut dans le </w:t>
      </w:r>
      <w:r>
        <w:rPr>
          <w:i/>
          <w:iCs/>
        </w:rPr>
        <w:t>Nyctalope</w:t>
      </w:r>
      <w:r w:rsidR="004B5A85">
        <w:rPr>
          <w:i/>
          <w:iCs/>
        </w:rPr>
        <w:t xml:space="preserve">, </w:t>
      </w:r>
      <w:proofErr w:type="spellStart"/>
      <w:r>
        <w:t>Askold</w:t>
      </w:r>
      <w:proofErr w:type="spellEnd"/>
      <w:r>
        <w:t xml:space="preserve"> se hâta d</w:t>
      </w:r>
      <w:r w:rsidR="004B5A85">
        <w:t>’</w:t>
      </w:r>
      <w:r>
        <w:t>aller frapper à la porte de la bibliothèque</w:t>
      </w:r>
      <w:r w:rsidR="004B5A85">
        <w:t xml:space="preserve">, </w:t>
      </w:r>
      <w:r>
        <w:t>où devait se tenir le Rav</w:t>
      </w:r>
      <w:r>
        <w:t>a</w:t>
      </w:r>
      <w:r>
        <w:t>geur</w:t>
      </w:r>
      <w:r w:rsidR="004B5A85">
        <w:t xml:space="preserve">. </w:t>
      </w:r>
      <w:r>
        <w:t>Et il entra</w:t>
      </w:r>
      <w:r w:rsidR="004B5A85">
        <w:t>.</w:t>
      </w:r>
    </w:p>
    <w:p w14:paraId="63A1DF06" w14:textId="77777777" w:rsidR="004B5A85" w:rsidRDefault="004B5A85" w:rsidP="004C389C">
      <w:r>
        <w:t>— </w:t>
      </w:r>
      <w:r w:rsidR="004C389C">
        <w:t>Tu es bien pâle</w:t>
      </w:r>
      <w:r>
        <w:t xml:space="preserve"> ! </w:t>
      </w:r>
      <w:r w:rsidR="004C389C">
        <w:t>s</w:t>
      </w:r>
      <w:r>
        <w:t>’</w:t>
      </w:r>
      <w:r w:rsidR="004C389C">
        <w:t>écria tout de suite le Ravageur</w:t>
      </w:r>
      <w:r>
        <w:t xml:space="preserve">. </w:t>
      </w:r>
      <w:r w:rsidR="004C389C">
        <w:t>Qu</w:t>
      </w:r>
      <w:r>
        <w:t>’</w:t>
      </w:r>
      <w:r w:rsidR="004C389C">
        <w:t>y a-t-il donc</w:t>
      </w:r>
      <w:r>
        <w:t xml:space="preserve">, </w:t>
      </w:r>
      <w:proofErr w:type="spellStart"/>
      <w:r w:rsidR="004C389C">
        <w:t>Askold</w:t>
      </w:r>
      <w:proofErr w:type="spellEnd"/>
      <w:r>
        <w:t> ?</w:t>
      </w:r>
    </w:p>
    <w:p w14:paraId="18CB4B86" w14:textId="77777777" w:rsidR="004B5A85" w:rsidRDefault="004B5A85" w:rsidP="004C389C">
      <w:r>
        <w:lastRenderedPageBreak/>
        <w:t>— </w:t>
      </w:r>
      <w:r w:rsidR="004C389C">
        <w:t>Maître</w:t>
      </w:r>
      <w:r>
        <w:t xml:space="preserve">, </w:t>
      </w:r>
      <w:r w:rsidR="004C389C">
        <w:t>dit le lieutenant</w:t>
      </w:r>
      <w:r>
        <w:t xml:space="preserve">, </w:t>
      </w:r>
      <w:r w:rsidR="004C389C">
        <w:t>d</w:t>
      </w:r>
      <w:r>
        <w:t>’</w:t>
      </w:r>
      <w:r w:rsidR="004C389C">
        <w:t>une voix dont le tremblement décelait une émotion bien rare chez cet homme</w:t>
      </w:r>
      <w:r>
        <w:t xml:space="preserve">, </w:t>
      </w:r>
      <w:r w:rsidR="004C389C">
        <w:t xml:space="preserve">le commandant Martel a déjà pris la mer avec deux sous-marins du type </w:t>
      </w:r>
      <w:r w:rsidR="004C389C">
        <w:rPr>
          <w:i/>
          <w:iCs/>
        </w:rPr>
        <w:t>Nyct</w:t>
      </w:r>
      <w:r w:rsidR="004C389C">
        <w:rPr>
          <w:i/>
          <w:iCs/>
        </w:rPr>
        <w:t>a</w:t>
      </w:r>
      <w:r w:rsidR="004C389C">
        <w:rPr>
          <w:i/>
          <w:iCs/>
        </w:rPr>
        <w:t>lope</w:t>
      </w:r>
      <w:r>
        <w:rPr>
          <w:i/>
          <w:iCs/>
        </w:rPr>
        <w:t xml:space="preserve">… </w:t>
      </w:r>
      <w:r w:rsidR="004C389C">
        <w:t>et Pierrot l</w:t>
      </w:r>
      <w:r>
        <w:t>’</w:t>
      </w:r>
      <w:r w:rsidR="004C389C">
        <w:t>Écureuil</w:t>
      </w:r>
      <w:r>
        <w:t xml:space="preserve">, </w:t>
      </w:r>
      <w:r w:rsidR="004C389C">
        <w:t>vivant</w:t>
      </w:r>
      <w:r>
        <w:t xml:space="preserve">, </w:t>
      </w:r>
      <w:r w:rsidR="004C389C">
        <w:t>a rejoint le commandant Martel</w:t>
      </w:r>
      <w:r>
        <w:t> !…</w:t>
      </w:r>
    </w:p>
    <w:p w14:paraId="563B201E" w14:textId="77777777" w:rsidR="004B5A85" w:rsidRDefault="004B5A85" w:rsidP="004C389C">
      <w:r>
        <w:t>— </w:t>
      </w:r>
      <w:r w:rsidR="004C389C">
        <w:t>Pierrot l</w:t>
      </w:r>
      <w:r>
        <w:t>’</w:t>
      </w:r>
      <w:r w:rsidR="004C389C">
        <w:t>Écureuil vivant</w:t>
      </w:r>
      <w:r>
        <w:t xml:space="preserve"> ! </w:t>
      </w:r>
      <w:r w:rsidR="004C389C">
        <w:t>fit Hugues de Mauduit en se l</w:t>
      </w:r>
      <w:r w:rsidR="004C389C">
        <w:t>e</w:t>
      </w:r>
      <w:r w:rsidR="004C389C">
        <w:t>vant</w:t>
      </w:r>
      <w:r>
        <w:t>.</w:t>
      </w:r>
    </w:p>
    <w:p w14:paraId="3EF9B7AD" w14:textId="77777777" w:rsidR="004B5A85" w:rsidRDefault="004B5A85" w:rsidP="004C389C">
      <w:r>
        <w:t>— </w:t>
      </w:r>
      <w:r w:rsidR="004C389C">
        <w:t>Lisez ceci</w:t>
      </w:r>
      <w:r>
        <w:t xml:space="preserve">, </w:t>
      </w:r>
      <w:r w:rsidR="004C389C">
        <w:t>Maître</w:t>
      </w:r>
      <w:r>
        <w:t>.</w:t>
      </w:r>
    </w:p>
    <w:p w14:paraId="117F0698" w14:textId="77777777" w:rsidR="004B5A85" w:rsidRDefault="004C389C" w:rsidP="004C389C">
      <w:proofErr w:type="spellStart"/>
      <w:r>
        <w:t>Askold</w:t>
      </w:r>
      <w:proofErr w:type="spellEnd"/>
      <w:r>
        <w:t xml:space="preserve"> présenta au Ravageur un numéro du </w:t>
      </w:r>
      <w:r>
        <w:rPr>
          <w:i/>
          <w:iCs/>
        </w:rPr>
        <w:t>Matin</w:t>
      </w:r>
      <w:r w:rsidR="004B5A85">
        <w:rPr>
          <w:i/>
          <w:iCs/>
        </w:rPr>
        <w:t xml:space="preserve">. </w:t>
      </w:r>
      <w:r>
        <w:t>Et du doigt il lui désignait un article</w:t>
      </w:r>
      <w:r w:rsidR="004B5A85">
        <w:t xml:space="preserve">, </w:t>
      </w:r>
      <w:r>
        <w:t>écrit en lettres très visibles</w:t>
      </w:r>
      <w:r w:rsidR="004B5A85">
        <w:t xml:space="preserve">, </w:t>
      </w:r>
      <w:r>
        <w:t>en lignes espacées</w:t>
      </w:r>
      <w:r w:rsidR="004B5A85">
        <w:t>.</w:t>
      </w:r>
    </w:p>
    <w:p w14:paraId="3B33709C" w14:textId="77777777" w:rsidR="004B5A85" w:rsidRDefault="004C389C" w:rsidP="004C389C">
      <w:r>
        <w:t>Et le Ravageur lut tous les détails de l</w:t>
      </w:r>
      <w:r w:rsidR="004B5A85">
        <w:t>’</w:t>
      </w:r>
      <w:r>
        <w:t>aventure de Pierrot l</w:t>
      </w:r>
      <w:r w:rsidR="004B5A85">
        <w:t>’</w:t>
      </w:r>
      <w:r>
        <w:t>Écureuil aux îles Açores</w:t>
      </w:r>
      <w:r w:rsidR="004B5A85">
        <w:t>…</w:t>
      </w:r>
    </w:p>
    <w:p w14:paraId="5CA23924" w14:textId="77777777" w:rsidR="004B5A85" w:rsidRDefault="004C389C" w:rsidP="004C389C">
      <w:r>
        <w:t xml:space="preserve">Mais </w:t>
      </w:r>
      <w:proofErr w:type="spellStart"/>
      <w:r>
        <w:t>Askold</w:t>
      </w:r>
      <w:proofErr w:type="spellEnd"/>
      <w:r>
        <w:t xml:space="preserve"> ne sut jamais quelles impressions ressentait le Ravageur du Monde</w:t>
      </w:r>
      <w:r w:rsidR="004B5A85">
        <w:t>.</w:t>
      </w:r>
    </w:p>
    <w:p w14:paraId="2DAEC214" w14:textId="77777777" w:rsidR="004B5A85" w:rsidRDefault="004C389C" w:rsidP="004C389C">
      <w:r>
        <w:t>Car</w:t>
      </w:r>
      <w:r w:rsidR="004B5A85">
        <w:t xml:space="preserve">, </w:t>
      </w:r>
      <w:r>
        <w:t>ayant plié le journal</w:t>
      </w:r>
      <w:r w:rsidR="004B5A85">
        <w:t xml:space="preserve">, </w:t>
      </w:r>
      <w:r>
        <w:t>Hugues de Mauduit dit d</w:t>
      </w:r>
      <w:r w:rsidR="004B5A85">
        <w:t>’</w:t>
      </w:r>
      <w:r>
        <w:t>une voix froide</w:t>
      </w:r>
      <w:r w:rsidR="004B5A85">
        <w:t> :</w:t>
      </w:r>
    </w:p>
    <w:p w14:paraId="67F26D16" w14:textId="77777777" w:rsidR="004B5A85" w:rsidRDefault="004B5A85" w:rsidP="004C389C">
      <w:r>
        <w:t>— </w:t>
      </w:r>
      <w:r w:rsidR="004C389C">
        <w:t>C</w:t>
      </w:r>
      <w:r>
        <w:t>’</w:t>
      </w:r>
      <w:r w:rsidR="004C389C">
        <w:t>est bien</w:t>
      </w:r>
      <w:r>
        <w:t xml:space="preserve">, </w:t>
      </w:r>
      <w:proofErr w:type="spellStart"/>
      <w:r w:rsidR="004C389C">
        <w:t>Askold</w:t>
      </w:r>
      <w:proofErr w:type="spellEnd"/>
      <w:r>
        <w:t xml:space="preserve">… </w:t>
      </w:r>
      <w:r w:rsidR="004C389C">
        <w:t>Va commander les manœuvres</w:t>
      </w:r>
      <w:r>
        <w:t>.</w:t>
      </w:r>
    </w:p>
    <w:p w14:paraId="447A9375" w14:textId="77777777" w:rsidR="004B5A85" w:rsidRDefault="004B5A85" w:rsidP="004C389C">
      <w:r>
        <w:t>— </w:t>
      </w:r>
      <w:r w:rsidR="004C389C">
        <w:t>Quels ordres</w:t>
      </w:r>
      <w:r>
        <w:t xml:space="preserve"> ? </w:t>
      </w:r>
      <w:r w:rsidR="004C389C">
        <w:t>quelle direction</w:t>
      </w:r>
      <w:r>
        <w:t xml:space="preserve"> ? </w:t>
      </w:r>
      <w:r w:rsidR="004C389C">
        <w:t>fit le lieutenant</w:t>
      </w:r>
      <w:r>
        <w:t xml:space="preserve">, </w:t>
      </w:r>
      <w:r w:rsidR="004C389C">
        <w:t>déco</w:t>
      </w:r>
      <w:r w:rsidR="004C389C">
        <w:t>n</w:t>
      </w:r>
      <w:r w:rsidR="004C389C">
        <w:t>tenancé</w:t>
      </w:r>
      <w:r>
        <w:t>.</w:t>
      </w:r>
    </w:p>
    <w:p w14:paraId="6A14A860" w14:textId="77777777" w:rsidR="004B5A85" w:rsidRDefault="004B5A85" w:rsidP="004C389C">
      <w:r>
        <w:t>— </w:t>
      </w:r>
      <w:r w:rsidR="004C389C">
        <w:t>À toute vitesse</w:t>
      </w:r>
      <w:r>
        <w:t xml:space="preserve">, </w:t>
      </w:r>
      <w:r w:rsidR="004C389C">
        <w:t>répondit le Maître</w:t>
      </w:r>
      <w:r>
        <w:t xml:space="preserve">. </w:t>
      </w:r>
      <w:r w:rsidR="004C389C">
        <w:t>Point de direction</w:t>
      </w:r>
      <w:r>
        <w:t xml:space="preserve"> : </w:t>
      </w:r>
      <w:r w:rsidR="004C389C">
        <w:t>la baie de Vigo</w:t>
      </w:r>
      <w:r>
        <w:t> !</w:t>
      </w:r>
    </w:p>
    <w:p w14:paraId="661A39C4" w14:textId="77777777" w:rsidR="004B5A85" w:rsidRDefault="004C389C" w:rsidP="004C389C">
      <w:r>
        <w:t>Or</w:t>
      </w:r>
      <w:r w:rsidR="004B5A85">
        <w:t xml:space="preserve">, </w:t>
      </w:r>
      <w:r>
        <w:t>la baie de Vigo se trouve dans l</w:t>
      </w:r>
      <w:r w:rsidR="004B5A85">
        <w:t>’</w:t>
      </w:r>
      <w:r>
        <w:t>Atlantique</w:t>
      </w:r>
      <w:r w:rsidR="004B5A85">
        <w:t xml:space="preserve">, </w:t>
      </w:r>
      <w:r>
        <w:t>sur la côte d</w:t>
      </w:r>
      <w:r w:rsidR="004B5A85">
        <w:t>’</w:t>
      </w:r>
      <w:r>
        <w:t>Espagne</w:t>
      </w:r>
      <w:r w:rsidR="004B5A85">
        <w:t xml:space="preserve">, </w:t>
      </w:r>
      <w:r>
        <w:t>non loin de la frontière du Portugal</w:t>
      </w:r>
      <w:r w:rsidR="004B5A85">
        <w:t>.</w:t>
      </w:r>
    </w:p>
    <w:p w14:paraId="4C672395" w14:textId="77777777" w:rsidR="004B5A85" w:rsidRDefault="004C389C" w:rsidP="004C389C">
      <w:r>
        <w:t>Pour atteindre le but indiqué</w:t>
      </w:r>
      <w:r w:rsidR="004B5A85">
        <w:t xml:space="preserve">, </w:t>
      </w:r>
      <w:r>
        <w:t xml:space="preserve">le </w:t>
      </w:r>
      <w:r>
        <w:rPr>
          <w:i/>
          <w:iCs/>
        </w:rPr>
        <w:t xml:space="preserve">Nyctalope </w:t>
      </w:r>
      <w:r>
        <w:t>devait donc tr</w:t>
      </w:r>
      <w:r>
        <w:t>a</w:t>
      </w:r>
      <w:r>
        <w:t>verser la Méditerranée jusqu</w:t>
      </w:r>
      <w:r w:rsidR="004B5A85">
        <w:t>’</w:t>
      </w:r>
      <w:r>
        <w:t>à Gibraltar</w:t>
      </w:r>
      <w:r w:rsidR="004B5A85">
        <w:t xml:space="preserve">, </w:t>
      </w:r>
      <w:r>
        <w:t>et</w:t>
      </w:r>
      <w:r w:rsidR="004B5A85">
        <w:t xml:space="preserve">, </w:t>
      </w:r>
      <w:r>
        <w:t>de là</w:t>
      </w:r>
      <w:r w:rsidR="004B5A85">
        <w:t xml:space="preserve">, </w:t>
      </w:r>
      <w:r>
        <w:t>remonter l</w:t>
      </w:r>
      <w:r w:rsidR="004B5A85">
        <w:t>’</w:t>
      </w:r>
      <w:r>
        <w:t>océan Atlantique sur toute la longueur du Portugal</w:t>
      </w:r>
      <w:r w:rsidR="004B5A85">
        <w:t>.</w:t>
      </w:r>
    </w:p>
    <w:p w14:paraId="6C39E9A1" w14:textId="77777777" w:rsidR="004B5A85" w:rsidRDefault="004C389C" w:rsidP="004C389C">
      <w:r>
        <w:lastRenderedPageBreak/>
        <w:t>À cet ordre précis et mystérieux à la fois du Ravageur du Monde</w:t>
      </w:r>
      <w:r w:rsidR="004B5A85">
        <w:t xml:space="preserve">, </w:t>
      </w:r>
      <w:proofErr w:type="spellStart"/>
      <w:r>
        <w:t>Askold</w:t>
      </w:r>
      <w:proofErr w:type="spellEnd"/>
      <w:r>
        <w:t xml:space="preserve"> répondit</w:t>
      </w:r>
      <w:r w:rsidR="004B5A85">
        <w:t> :</w:t>
      </w:r>
    </w:p>
    <w:p w14:paraId="08D8CBF8" w14:textId="77777777" w:rsidR="004B5A85" w:rsidRDefault="004B5A85" w:rsidP="004C389C">
      <w:r>
        <w:t>— </w:t>
      </w:r>
      <w:r w:rsidR="004C389C">
        <w:t>Bien</w:t>
      </w:r>
      <w:r>
        <w:t xml:space="preserve">, </w:t>
      </w:r>
      <w:r w:rsidR="004C389C">
        <w:t>Maître</w:t>
      </w:r>
      <w:r>
        <w:t xml:space="preserve">. </w:t>
      </w:r>
      <w:r w:rsidR="004C389C">
        <w:t>En naviguant</w:t>
      </w:r>
      <w:r>
        <w:t xml:space="preserve">, </w:t>
      </w:r>
      <w:r w:rsidR="004C389C">
        <w:t>ferons-nous sauter quelques vaisseaux américains</w:t>
      </w:r>
      <w:r>
        <w:t xml:space="preserve">, </w:t>
      </w:r>
      <w:r w:rsidR="004C389C">
        <w:t>si nous en rencontrons</w:t>
      </w:r>
      <w:r>
        <w:t> ?</w:t>
      </w:r>
    </w:p>
    <w:p w14:paraId="59243333" w14:textId="77777777" w:rsidR="004B5A85" w:rsidRDefault="004B5A85" w:rsidP="004C389C">
      <w:r>
        <w:t>— </w:t>
      </w:r>
      <w:r w:rsidR="004C389C">
        <w:t>Non</w:t>
      </w:r>
      <w:r>
        <w:t xml:space="preserve"> ! </w:t>
      </w:r>
      <w:r w:rsidR="004C389C">
        <w:t>répondit le Ravageur</w:t>
      </w:r>
      <w:r>
        <w:t xml:space="preserve">. </w:t>
      </w:r>
      <w:r w:rsidR="004C389C">
        <w:t>Le plus pressé est d</w:t>
      </w:r>
      <w:r>
        <w:t>’</w:t>
      </w:r>
      <w:r w:rsidR="004C389C">
        <w:t>aller chercher dans la baie de Vigo le trésor qui m</w:t>
      </w:r>
      <w:r>
        <w:t>’</w:t>
      </w:r>
      <w:r w:rsidR="004C389C">
        <w:t>est nécessaire</w:t>
      </w:r>
      <w:r>
        <w:t xml:space="preserve">. </w:t>
      </w:r>
      <w:r w:rsidR="004C389C">
        <w:t>Au retour seulement</w:t>
      </w:r>
      <w:r>
        <w:t xml:space="preserve">, </w:t>
      </w:r>
      <w:r w:rsidR="004C389C">
        <w:t>nous verrons</w:t>
      </w:r>
      <w:r>
        <w:t xml:space="preserve">. </w:t>
      </w:r>
      <w:r w:rsidR="004C389C">
        <w:t xml:space="preserve">Je veux que le </w:t>
      </w:r>
      <w:r w:rsidR="004C389C">
        <w:rPr>
          <w:i/>
          <w:iCs/>
        </w:rPr>
        <w:t xml:space="preserve">Nyctalope </w:t>
      </w:r>
      <w:r w:rsidR="004C389C">
        <w:t>n</w:t>
      </w:r>
      <w:r w:rsidR="004C389C">
        <w:t>a</w:t>
      </w:r>
      <w:r w:rsidR="004C389C">
        <w:t>vigue sans arrêt</w:t>
      </w:r>
      <w:r>
        <w:t xml:space="preserve">, </w:t>
      </w:r>
      <w:r w:rsidR="004C389C">
        <w:t>toujours par de grands fonds</w:t>
      </w:r>
      <w:r>
        <w:t xml:space="preserve">. </w:t>
      </w:r>
      <w:r w:rsidR="004C389C">
        <w:t>Nous ne deme</w:t>
      </w:r>
      <w:r w:rsidR="004C389C">
        <w:t>u</w:t>
      </w:r>
      <w:r w:rsidR="004C389C">
        <w:t>rerons en surface qu</w:t>
      </w:r>
      <w:r>
        <w:t>’</w:t>
      </w:r>
      <w:r w:rsidR="004C389C">
        <w:t>une heure par jour</w:t>
      </w:r>
      <w:r>
        <w:t xml:space="preserve">, </w:t>
      </w:r>
      <w:r w:rsidR="004C389C">
        <w:t>pour renouveler l</w:t>
      </w:r>
      <w:r>
        <w:t>’</w:t>
      </w:r>
      <w:r w:rsidR="004C389C">
        <w:t>air du sous-marin</w:t>
      </w:r>
      <w:r>
        <w:t>.</w:t>
      </w:r>
    </w:p>
    <w:p w14:paraId="42C94A23" w14:textId="77777777" w:rsidR="004B5A85" w:rsidRDefault="004C389C" w:rsidP="004C389C">
      <w:r>
        <w:t>L</w:t>
      </w:r>
      <w:r w:rsidR="004B5A85">
        <w:t>’</w:t>
      </w:r>
      <w:r>
        <w:t>ordre était définitif et péremptoire</w:t>
      </w:r>
      <w:r w:rsidR="004B5A85">
        <w:t xml:space="preserve">. </w:t>
      </w:r>
      <w:r>
        <w:t>Il fut immédiatement exécuté</w:t>
      </w:r>
      <w:r w:rsidR="004B5A85">
        <w:t xml:space="preserve">. </w:t>
      </w:r>
      <w:r>
        <w:t>Et la navigation extra-rapide voulue par le Ravageur commença à l</w:t>
      </w:r>
      <w:r w:rsidR="004B5A85">
        <w:t>’</w:t>
      </w:r>
      <w:r>
        <w:t>instant même</w:t>
      </w:r>
      <w:r w:rsidR="004B5A85">
        <w:t>.</w:t>
      </w:r>
    </w:p>
    <w:p w14:paraId="5F31AAF1" w14:textId="77777777" w:rsidR="004B5A85" w:rsidRDefault="004C389C" w:rsidP="004C389C">
      <w:r>
        <w:t>Des jours et des nuits passèrent</w:t>
      </w:r>
      <w:r w:rsidR="004B5A85">
        <w:t xml:space="preserve">, </w:t>
      </w:r>
      <w:r>
        <w:t>sans que le moindre inc</w:t>
      </w:r>
      <w:r>
        <w:t>i</w:t>
      </w:r>
      <w:r>
        <w:t>dent vînt troubler l</w:t>
      </w:r>
      <w:r w:rsidR="004B5A85">
        <w:t>’</w:t>
      </w:r>
      <w:r>
        <w:t>existence monotone à l</w:t>
      </w:r>
      <w:r w:rsidR="004B5A85">
        <w:t>’</w:t>
      </w:r>
      <w:r>
        <w:t>intérieur du sous-marin</w:t>
      </w:r>
      <w:r w:rsidR="004B5A85">
        <w:t>.</w:t>
      </w:r>
    </w:p>
    <w:p w14:paraId="00D34EB3" w14:textId="77777777" w:rsidR="004B5A85" w:rsidRDefault="004C389C" w:rsidP="004C389C">
      <w:r>
        <w:t>En dehors de ses heures de quart</w:t>
      </w:r>
      <w:r w:rsidR="004B5A85">
        <w:t xml:space="preserve">, </w:t>
      </w:r>
      <w:r>
        <w:t>le Ravageur se tenait dans sa chambre ou dans la bibliothèque</w:t>
      </w:r>
      <w:r w:rsidR="004B5A85">
        <w:t xml:space="preserve">, </w:t>
      </w:r>
      <w:r>
        <w:t>à lire ou à méditer</w:t>
      </w:r>
      <w:r w:rsidR="004B5A85">
        <w:t xml:space="preserve">. </w:t>
      </w:r>
      <w:r>
        <w:t xml:space="preserve">Quand le </w:t>
      </w:r>
      <w:r>
        <w:rPr>
          <w:i/>
          <w:iCs/>
        </w:rPr>
        <w:t xml:space="preserve">Nyctalope </w:t>
      </w:r>
      <w:r>
        <w:t>naviguait en surface</w:t>
      </w:r>
      <w:r w:rsidR="004B5A85">
        <w:t xml:space="preserve">, </w:t>
      </w:r>
      <w:r>
        <w:t>il allait sur la plate-forme respirer l</w:t>
      </w:r>
      <w:r w:rsidR="004B5A85">
        <w:t>’</w:t>
      </w:r>
      <w:r>
        <w:t>air pur et salé</w:t>
      </w:r>
      <w:r w:rsidR="004B5A85">
        <w:t xml:space="preserve">. </w:t>
      </w:r>
      <w:r>
        <w:t xml:space="preserve">Si </w:t>
      </w:r>
      <w:proofErr w:type="spellStart"/>
      <w:r>
        <w:t>Askold</w:t>
      </w:r>
      <w:proofErr w:type="spellEnd"/>
      <w:r>
        <w:t xml:space="preserve"> se trouvait là</w:t>
      </w:r>
      <w:r w:rsidR="004B5A85">
        <w:t xml:space="preserve">, </w:t>
      </w:r>
      <w:r>
        <w:t>ils échangeaient quelques paroles banales</w:t>
      </w:r>
      <w:r w:rsidR="004B5A85">
        <w:t>.</w:t>
      </w:r>
    </w:p>
    <w:p w14:paraId="2F932A64" w14:textId="77777777" w:rsidR="004B5A85" w:rsidRDefault="004C389C" w:rsidP="004C389C">
      <w:r>
        <w:t>Les journaux italiens</w:t>
      </w:r>
      <w:r w:rsidR="004B5A85">
        <w:t xml:space="preserve">, </w:t>
      </w:r>
      <w:r>
        <w:t xml:space="preserve">traduits par </w:t>
      </w:r>
      <w:proofErr w:type="spellStart"/>
      <w:r>
        <w:t>Brilo</w:t>
      </w:r>
      <w:proofErr w:type="spellEnd"/>
      <w:r w:rsidR="004B5A85">
        <w:t xml:space="preserve">, </w:t>
      </w:r>
      <w:r>
        <w:t xml:space="preserve">ne lui avaient rien appris de plus que le </w:t>
      </w:r>
      <w:r>
        <w:rPr>
          <w:i/>
          <w:iCs/>
        </w:rPr>
        <w:t xml:space="preserve">Matin </w:t>
      </w:r>
      <w:r>
        <w:t xml:space="preserve">et le </w:t>
      </w:r>
      <w:r>
        <w:rPr>
          <w:i/>
          <w:iCs/>
        </w:rPr>
        <w:t>Temps</w:t>
      </w:r>
      <w:r w:rsidR="004B5A85">
        <w:t xml:space="preserve">. </w:t>
      </w:r>
      <w:r>
        <w:t>Et il avait vu dans ceux-ci que le commandant Martel avait quitté Rochefort avec deux sous-marins tout neufs</w:t>
      </w:r>
      <w:r w:rsidR="004B5A85">
        <w:t xml:space="preserve">, </w:t>
      </w:r>
      <w:r>
        <w:rPr>
          <w:i/>
          <w:iCs/>
        </w:rPr>
        <w:t xml:space="preserve">Revanche </w:t>
      </w:r>
      <w:r>
        <w:t xml:space="preserve">et </w:t>
      </w:r>
      <w:r>
        <w:rPr>
          <w:i/>
          <w:iCs/>
        </w:rPr>
        <w:t>Victoire</w:t>
      </w:r>
      <w:r w:rsidR="004B5A85">
        <w:rPr>
          <w:i/>
          <w:iCs/>
        </w:rPr>
        <w:t xml:space="preserve">, </w:t>
      </w:r>
      <w:r>
        <w:t xml:space="preserve">pour se mettre à la recherche du </w:t>
      </w:r>
      <w:r>
        <w:rPr>
          <w:i/>
          <w:iCs/>
        </w:rPr>
        <w:t>Nyctalope</w:t>
      </w:r>
      <w:r w:rsidR="004B5A85">
        <w:t>.</w:t>
      </w:r>
    </w:p>
    <w:p w14:paraId="69BEDB1B" w14:textId="77777777" w:rsidR="004B5A85" w:rsidRDefault="004C389C" w:rsidP="004C389C">
      <w:r>
        <w:t>De cette nouvelle</w:t>
      </w:r>
      <w:r w:rsidR="004B5A85">
        <w:t xml:space="preserve">, </w:t>
      </w:r>
      <w:r>
        <w:t>pourtant si grave pour lui</w:t>
      </w:r>
      <w:r w:rsidR="004B5A85">
        <w:t xml:space="preserve">, </w:t>
      </w:r>
      <w:r>
        <w:t xml:space="preserve">Hugues de Mauduit ne causa pas une seule fois à </w:t>
      </w:r>
      <w:proofErr w:type="spellStart"/>
      <w:r>
        <w:t>Askold</w:t>
      </w:r>
      <w:proofErr w:type="spellEnd"/>
      <w:r w:rsidR="004B5A85">
        <w:t>.</w:t>
      </w:r>
    </w:p>
    <w:p w14:paraId="48313A8F" w14:textId="77777777" w:rsidR="004B5A85" w:rsidRDefault="004C389C" w:rsidP="004C389C">
      <w:r>
        <w:lastRenderedPageBreak/>
        <w:t>Et personne à bord ne pouvait deviner quelles étaient les pensées du Ravageur</w:t>
      </w:r>
      <w:r w:rsidR="004B5A85">
        <w:t xml:space="preserve">, </w:t>
      </w:r>
      <w:r>
        <w:t>toujours mystérieux</w:t>
      </w:r>
      <w:r w:rsidR="004B5A85">
        <w:t xml:space="preserve">, </w:t>
      </w:r>
      <w:r>
        <w:t>même pour ses compagnons</w:t>
      </w:r>
      <w:r w:rsidR="004B5A85">
        <w:t>.</w:t>
      </w:r>
    </w:p>
    <w:p w14:paraId="5ADD9DD4" w14:textId="77777777" w:rsidR="004B5A85" w:rsidRDefault="004C389C" w:rsidP="004C389C">
      <w:r>
        <w:t>Un soir enfin</w:t>
      </w:r>
      <w:r w:rsidR="004B5A85">
        <w:t xml:space="preserve">, </w:t>
      </w:r>
      <w:r>
        <w:t>à sept heures et demie environ</w:t>
      </w:r>
      <w:r w:rsidR="004B5A85">
        <w:t xml:space="preserve">, </w:t>
      </w:r>
      <w:r>
        <w:t>comme Hugues de Mauduit se mettait à table</w:t>
      </w:r>
      <w:r w:rsidR="004B5A85">
        <w:t xml:space="preserve">, </w:t>
      </w:r>
      <w:proofErr w:type="spellStart"/>
      <w:r>
        <w:t>Askold</w:t>
      </w:r>
      <w:proofErr w:type="spellEnd"/>
      <w:r>
        <w:t xml:space="preserve"> entra dans la salle à manger et lui dit</w:t>
      </w:r>
      <w:r w:rsidR="004B5A85">
        <w:t> :</w:t>
      </w:r>
    </w:p>
    <w:p w14:paraId="32BD42DA" w14:textId="77777777" w:rsidR="004B5A85" w:rsidRDefault="004B5A85" w:rsidP="004C389C">
      <w:r>
        <w:t>— </w:t>
      </w:r>
      <w:r w:rsidR="004C389C">
        <w:t>Maître</w:t>
      </w:r>
      <w:r>
        <w:t xml:space="preserve">, </w:t>
      </w:r>
      <w:r w:rsidR="004C389C">
        <w:t>nous sommes dans la baie de Vigo</w:t>
      </w:r>
      <w:r>
        <w:t>.</w:t>
      </w:r>
    </w:p>
    <w:p w14:paraId="07FC43BA" w14:textId="77777777" w:rsidR="004B5A85" w:rsidRDefault="004B5A85" w:rsidP="004C389C">
      <w:r>
        <w:t>— </w:t>
      </w:r>
      <w:r w:rsidR="004C389C">
        <w:t>C</w:t>
      </w:r>
      <w:r>
        <w:t>’</w:t>
      </w:r>
      <w:r w:rsidR="004C389C">
        <w:t>est bien</w:t>
      </w:r>
      <w:r>
        <w:t xml:space="preserve">. </w:t>
      </w:r>
      <w:r w:rsidR="004C389C">
        <w:t>As-tu deviné ce que nous allons faire</w:t>
      </w:r>
      <w:r>
        <w:t> ?</w:t>
      </w:r>
    </w:p>
    <w:p w14:paraId="7FFA2AF3" w14:textId="77777777" w:rsidR="004B5A85" w:rsidRDefault="004B5A85" w:rsidP="004C389C">
      <w:r>
        <w:t>— </w:t>
      </w:r>
      <w:r w:rsidR="004C389C">
        <w:t>Oui</w:t>
      </w:r>
      <w:r>
        <w:t xml:space="preserve">, </w:t>
      </w:r>
      <w:r w:rsidR="004C389C">
        <w:t>Maître</w:t>
      </w:r>
      <w:r>
        <w:t>.</w:t>
      </w:r>
    </w:p>
    <w:p w14:paraId="513F1ED5" w14:textId="77777777" w:rsidR="004B5A85" w:rsidRDefault="004B5A85" w:rsidP="004C389C">
      <w:r>
        <w:t>— </w:t>
      </w:r>
      <w:r w:rsidR="004C389C">
        <w:t>Parle</w:t>
      </w:r>
      <w:r>
        <w:t>.</w:t>
      </w:r>
    </w:p>
    <w:p w14:paraId="63D2C5F5" w14:textId="6D5BC49C" w:rsidR="004B5A85" w:rsidRDefault="004B5A85" w:rsidP="004C389C">
      <w:r>
        <w:t>— </w:t>
      </w:r>
      <w:r w:rsidR="004C389C">
        <w:t>Je pense que vous voulez arracher à la mer une partie au moins des immenses trésors que les galions espagnols cont</w:t>
      </w:r>
      <w:r w:rsidR="004C389C">
        <w:t>e</w:t>
      </w:r>
      <w:r w:rsidR="004C389C">
        <w:t>naient lorsque</w:t>
      </w:r>
      <w:r>
        <w:t xml:space="preserve">, </w:t>
      </w:r>
      <w:r w:rsidR="004C389C">
        <w:t>à leur retour d</w:t>
      </w:r>
      <w:r>
        <w:t>’</w:t>
      </w:r>
      <w:r w:rsidR="004C389C">
        <w:t>Amérique</w:t>
      </w:r>
      <w:r>
        <w:t xml:space="preserve">, </w:t>
      </w:r>
      <w:r w:rsidR="004C389C">
        <w:t>le 2</w:t>
      </w:r>
      <w:r>
        <w:t>2 octobre</w:t>
      </w:r>
      <w:r w:rsidR="004C389C">
        <w:t xml:space="preserve"> 1702</w:t>
      </w:r>
      <w:r>
        <w:t xml:space="preserve">, </w:t>
      </w:r>
      <w:r w:rsidR="004C389C">
        <w:t>ils furent coulés dans cette même baie</w:t>
      </w:r>
      <w:r>
        <w:t xml:space="preserve">, </w:t>
      </w:r>
      <w:r w:rsidR="004C389C">
        <w:t>par l</w:t>
      </w:r>
      <w:r>
        <w:t>’</w:t>
      </w:r>
      <w:r w:rsidR="004C389C">
        <w:t xml:space="preserve">amiral </w:t>
      </w:r>
      <w:proofErr w:type="spellStart"/>
      <w:r w:rsidR="004C389C">
        <w:t>Château-Renaud</w:t>
      </w:r>
      <w:proofErr w:type="spellEnd"/>
      <w:r>
        <w:t xml:space="preserve">, </w:t>
      </w:r>
      <w:r w:rsidR="004C389C">
        <w:t>qui les escortait</w:t>
      </w:r>
      <w:r>
        <w:t>.</w:t>
      </w:r>
    </w:p>
    <w:p w14:paraId="4ED82900" w14:textId="77777777" w:rsidR="004B5A85" w:rsidRDefault="004B5A85" w:rsidP="004C389C">
      <w:r>
        <w:t>— </w:t>
      </w:r>
      <w:r w:rsidR="004C389C">
        <w:t>C</w:t>
      </w:r>
      <w:r>
        <w:t>’</w:t>
      </w:r>
      <w:r w:rsidR="004C389C">
        <w:t>est bien cela</w:t>
      </w:r>
      <w:r>
        <w:t xml:space="preserve">, </w:t>
      </w:r>
      <w:proofErr w:type="spellStart"/>
      <w:r w:rsidR="004C389C">
        <w:t>Askold</w:t>
      </w:r>
      <w:proofErr w:type="spellEnd"/>
      <w:r>
        <w:t xml:space="preserve">. </w:t>
      </w:r>
      <w:r w:rsidR="004C389C">
        <w:t>Tu sais l</w:t>
      </w:r>
      <w:r>
        <w:t>’</w:t>
      </w:r>
      <w:r w:rsidR="004C389C">
        <w:t>histoire</w:t>
      </w:r>
      <w:r>
        <w:t xml:space="preserve">, </w:t>
      </w:r>
      <w:r w:rsidR="004C389C">
        <w:t>n</w:t>
      </w:r>
      <w:r>
        <w:t>’</w:t>
      </w:r>
      <w:r w:rsidR="004C389C">
        <w:t>est-ce pas</w:t>
      </w:r>
      <w:r>
        <w:t xml:space="preserve"> ? </w:t>
      </w:r>
      <w:r w:rsidR="004C389C">
        <w:t>Ces gardiens devaient se rendre dans le port de Cadix escortés par la flotte française et l</w:t>
      </w:r>
      <w:r>
        <w:t>’</w:t>
      </w:r>
      <w:r w:rsidR="004C389C">
        <w:t xml:space="preserve">amiral </w:t>
      </w:r>
      <w:proofErr w:type="spellStart"/>
      <w:r w:rsidR="004C389C">
        <w:t>Château-Renaud</w:t>
      </w:r>
      <w:proofErr w:type="spellEnd"/>
      <w:r>
        <w:t xml:space="preserve">. </w:t>
      </w:r>
      <w:r w:rsidR="004C389C">
        <w:t>Mais la flotte anglaise se montra et obligea Espagnols et Français à se réfugier dans la baie de Vigo</w:t>
      </w:r>
      <w:r>
        <w:t xml:space="preserve">. </w:t>
      </w:r>
      <w:r w:rsidR="004C389C">
        <w:t>Les Anglais attaquèrent</w:t>
      </w:r>
      <w:r>
        <w:t xml:space="preserve">. </w:t>
      </w:r>
      <w:r w:rsidR="004C389C">
        <w:t>Très inférieurs en nombre</w:t>
      </w:r>
      <w:r>
        <w:t xml:space="preserve">, </w:t>
      </w:r>
      <w:r w:rsidR="004C389C">
        <w:t>les Français luttèrent héroïquement</w:t>
      </w:r>
      <w:r>
        <w:t xml:space="preserve">. </w:t>
      </w:r>
      <w:r w:rsidR="004C389C">
        <w:t>Mais ils allaient succomber</w:t>
      </w:r>
      <w:r>
        <w:t xml:space="preserve">. </w:t>
      </w:r>
      <w:r w:rsidR="004C389C">
        <w:t>Alors</w:t>
      </w:r>
      <w:r>
        <w:t xml:space="preserve">, </w:t>
      </w:r>
      <w:r w:rsidR="004C389C">
        <w:t>pour éviter que les richesses espagnoles to</w:t>
      </w:r>
      <w:r w:rsidR="004C389C">
        <w:t>m</w:t>
      </w:r>
      <w:r w:rsidR="004C389C">
        <w:t>bassent aux mains des Anglais</w:t>
      </w:r>
      <w:r>
        <w:t xml:space="preserve">, </w:t>
      </w:r>
      <w:proofErr w:type="spellStart"/>
      <w:r w:rsidR="004C389C">
        <w:t>Château-Renaud</w:t>
      </w:r>
      <w:proofErr w:type="spellEnd"/>
      <w:r w:rsidR="004C389C">
        <w:t xml:space="preserve"> coula les g</w:t>
      </w:r>
      <w:r w:rsidR="004C389C">
        <w:t>a</w:t>
      </w:r>
      <w:r w:rsidR="004C389C">
        <w:t>lions</w:t>
      </w:r>
      <w:r>
        <w:t>…</w:t>
      </w:r>
    </w:p>
    <w:p w14:paraId="6F35AB4E" w14:textId="3DBADC6C" w:rsidR="004B5A85" w:rsidRDefault="004B5A85" w:rsidP="004C389C">
      <w:r>
        <w:t>— </w:t>
      </w:r>
      <w:r w:rsidR="004C389C">
        <w:t>Et l</w:t>
      </w:r>
      <w:r>
        <w:t>’</w:t>
      </w:r>
      <w:r w:rsidR="004C389C">
        <w:t>on pense</w:t>
      </w:r>
      <w:r>
        <w:t xml:space="preserve">, </w:t>
      </w:r>
      <w:r w:rsidR="004C389C">
        <w:t xml:space="preserve">continua </w:t>
      </w:r>
      <w:proofErr w:type="spellStart"/>
      <w:r w:rsidR="004C389C">
        <w:t>Askold</w:t>
      </w:r>
      <w:proofErr w:type="spellEnd"/>
      <w:r>
        <w:t xml:space="preserve">, </w:t>
      </w:r>
      <w:r w:rsidR="004C389C">
        <w:t>que les richesses ainsi e</w:t>
      </w:r>
      <w:r w:rsidR="004C389C">
        <w:t>n</w:t>
      </w:r>
      <w:r w:rsidR="004C389C">
        <w:t xml:space="preserve">foncées depuis le </w:t>
      </w:r>
      <w:r>
        <w:t>2 octobre</w:t>
      </w:r>
      <w:r w:rsidR="004C389C">
        <w:t xml:space="preserve"> 1702 représentent plus de deux mi</w:t>
      </w:r>
      <w:r w:rsidR="004C389C">
        <w:t>l</w:t>
      </w:r>
      <w:r w:rsidR="004C389C">
        <w:t>liards de tonnes d</w:t>
      </w:r>
      <w:r>
        <w:t>’</w:t>
      </w:r>
      <w:r w:rsidR="004C389C">
        <w:t>or</w:t>
      </w:r>
      <w:r>
        <w:t>.</w:t>
      </w:r>
    </w:p>
    <w:p w14:paraId="20DB470F" w14:textId="77777777" w:rsidR="004B5A85" w:rsidRDefault="004B5A85" w:rsidP="004C389C">
      <w:r>
        <w:lastRenderedPageBreak/>
        <w:t>— </w:t>
      </w:r>
      <w:r w:rsidR="004C389C">
        <w:t>D</w:t>
      </w:r>
      <w:r>
        <w:t>’</w:t>
      </w:r>
      <w:r w:rsidR="004C389C">
        <w:t>or et d</w:t>
      </w:r>
      <w:r>
        <w:t>’</w:t>
      </w:r>
      <w:r w:rsidR="004C389C">
        <w:t>argent</w:t>
      </w:r>
      <w:r>
        <w:t xml:space="preserve">, </w:t>
      </w:r>
      <w:proofErr w:type="spellStart"/>
      <w:r w:rsidR="004C389C">
        <w:t>Askold</w:t>
      </w:r>
      <w:proofErr w:type="spellEnd"/>
      <w:r>
        <w:t xml:space="preserve"> ! </w:t>
      </w:r>
      <w:r w:rsidR="004C389C">
        <w:t>Il y a des milliards au point de vue de la valeur monétaire</w:t>
      </w:r>
      <w:r>
        <w:t xml:space="preserve">. </w:t>
      </w:r>
      <w:r w:rsidR="004C389C">
        <w:t>Ce fabuleux trésor</w:t>
      </w:r>
      <w:r>
        <w:t xml:space="preserve">, </w:t>
      </w:r>
      <w:r w:rsidR="004C389C">
        <w:t>on a essayé de le repêcher</w:t>
      </w:r>
      <w:r>
        <w:t xml:space="preserve">. </w:t>
      </w:r>
      <w:r w:rsidR="004C389C">
        <w:t>On n</w:t>
      </w:r>
      <w:r>
        <w:t>’</w:t>
      </w:r>
      <w:r w:rsidR="004C389C">
        <w:t>a pas pu y parvenir</w:t>
      </w:r>
      <w:r>
        <w:t xml:space="preserve">. </w:t>
      </w:r>
      <w:r w:rsidR="004C389C">
        <w:t>Il est à nous</w:t>
      </w:r>
      <w:r>
        <w:t>.</w:t>
      </w:r>
    </w:p>
    <w:p w14:paraId="4FB8836D" w14:textId="77777777" w:rsidR="004B5A85" w:rsidRDefault="004B5A85" w:rsidP="004C389C">
      <w:r>
        <w:t>« </w:t>
      </w:r>
      <w:r w:rsidR="004C389C">
        <w:t>Il nous sera grandement utile pour peupler d</w:t>
      </w:r>
      <w:r>
        <w:t>’</w:t>
      </w:r>
      <w:r w:rsidR="004C389C">
        <w:t>amis et a</w:t>
      </w:r>
      <w:r w:rsidR="004C389C">
        <w:t>r</w:t>
      </w:r>
      <w:r w:rsidR="004C389C">
        <w:t>mer une île</w:t>
      </w:r>
      <w:r>
        <w:t>…</w:t>
      </w:r>
    </w:p>
    <w:p w14:paraId="5672D1EE" w14:textId="77777777" w:rsidR="004B5A85" w:rsidRDefault="004C389C" w:rsidP="004C389C">
      <w:r>
        <w:t>Et</w:t>
      </w:r>
      <w:r w:rsidR="004B5A85">
        <w:t xml:space="preserve">, </w:t>
      </w:r>
      <w:r>
        <w:t>sans toucher aux mets qu</w:t>
      </w:r>
      <w:r w:rsidR="004B5A85">
        <w:t>’</w:t>
      </w:r>
      <w:r>
        <w:t>on venait de lui servir</w:t>
      </w:r>
      <w:r w:rsidR="004B5A85">
        <w:t xml:space="preserve">, </w:t>
      </w:r>
      <w:r>
        <w:t>le R</w:t>
      </w:r>
      <w:r>
        <w:t>a</w:t>
      </w:r>
      <w:r>
        <w:t>vageur se leva</w:t>
      </w:r>
      <w:r w:rsidR="004B5A85">
        <w:t>.</w:t>
      </w:r>
    </w:p>
    <w:p w14:paraId="42676CC8" w14:textId="77777777" w:rsidR="004B5A85" w:rsidRDefault="004B5A85" w:rsidP="004C389C">
      <w:r>
        <w:t>— </w:t>
      </w:r>
      <w:proofErr w:type="spellStart"/>
      <w:r w:rsidR="004C389C">
        <w:t>Askold</w:t>
      </w:r>
      <w:proofErr w:type="spellEnd"/>
      <w:r>
        <w:t xml:space="preserve">, </w:t>
      </w:r>
      <w:r w:rsidR="004C389C">
        <w:t>reprit-il</w:t>
      </w:r>
      <w:r>
        <w:t xml:space="preserve">, </w:t>
      </w:r>
      <w:r w:rsidR="004C389C">
        <w:t>sur la grande carte</w:t>
      </w:r>
      <w:r>
        <w:t xml:space="preserve">, </w:t>
      </w:r>
      <w:r w:rsidR="004C389C">
        <w:t>j</w:t>
      </w:r>
      <w:r>
        <w:t>’</w:t>
      </w:r>
      <w:r w:rsidR="004C389C">
        <w:t>ai relevé le point exact</w:t>
      </w:r>
      <w:r>
        <w:t xml:space="preserve"> – </w:t>
      </w:r>
      <w:r w:rsidR="004C389C">
        <w:t>si l</w:t>
      </w:r>
      <w:r>
        <w:t>’</w:t>
      </w:r>
      <w:r w:rsidR="004C389C">
        <w:t>on en croit les livres d</w:t>
      </w:r>
      <w:r>
        <w:t>’</w:t>
      </w:r>
      <w:r w:rsidR="004C389C">
        <w:t>histoire</w:t>
      </w:r>
      <w:r>
        <w:t xml:space="preserve"> – </w:t>
      </w:r>
      <w:r w:rsidR="004C389C">
        <w:t>où ont été coulés les galions</w:t>
      </w:r>
      <w:r>
        <w:t xml:space="preserve">. </w:t>
      </w:r>
      <w:r w:rsidR="004C389C">
        <w:t xml:space="preserve">Prends la direction du </w:t>
      </w:r>
      <w:r w:rsidR="004C389C">
        <w:rPr>
          <w:i/>
          <w:iCs/>
        </w:rPr>
        <w:t>Nyctalope</w:t>
      </w:r>
      <w:r>
        <w:rPr>
          <w:i/>
          <w:iCs/>
        </w:rPr>
        <w:t xml:space="preserve">, </w:t>
      </w:r>
      <w:r w:rsidR="004C389C">
        <w:t>et fais reposer le sous-marin à cet endroit précis</w:t>
      </w:r>
      <w:r>
        <w:t xml:space="preserve">, </w:t>
      </w:r>
      <w:r w:rsidR="004C389C">
        <w:t>sur le fond de l</w:t>
      </w:r>
      <w:r>
        <w:t>’</w:t>
      </w:r>
      <w:r w:rsidR="004C389C">
        <w:t>océan</w:t>
      </w:r>
      <w:r>
        <w:t xml:space="preserve">. </w:t>
      </w:r>
      <w:r w:rsidR="004C389C">
        <w:t>C</w:t>
      </w:r>
      <w:r>
        <w:t>’</w:t>
      </w:r>
      <w:r w:rsidR="004C389C">
        <w:t>est un fond de sable très commode</w:t>
      </w:r>
      <w:r>
        <w:t xml:space="preserve">. </w:t>
      </w:r>
      <w:r w:rsidR="004C389C">
        <w:t>Va</w:t>
      </w:r>
      <w:r>
        <w:t> !…</w:t>
      </w:r>
    </w:p>
    <w:p w14:paraId="693C939D" w14:textId="77777777" w:rsidR="004B5A85" w:rsidRDefault="004B5A85" w:rsidP="004C389C">
      <w:r>
        <w:t>« </w:t>
      </w:r>
      <w:r w:rsidR="004C389C">
        <w:t>Et envoie dix hommes dans le magasin aux scaphandres</w:t>
      </w:r>
      <w:r>
        <w:t xml:space="preserve"> : </w:t>
      </w:r>
      <w:r w:rsidR="004C389C">
        <w:t>qu</w:t>
      </w:r>
      <w:r>
        <w:t>’</w:t>
      </w:r>
      <w:r w:rsidR="004C389C">
        <w:t>ils soient munis de pioches</w:t>
      </w:r>
      <w:r>
        <w:t xml:space="preserve">, </w:t>
      </w:r>
      <w:r w:rsidR="004C389C">
        <w:t>de pelles et de sacs</w:t>
      </w:r>
      <w:r>
        <w:t> !…</w:t>
      </w:r>
    </w:p>
    <w:p w14:paraId="67030848" w14:textId="77777777" w:rsidR="004B5A85" w:rsidRDefault="004B5A85" w:rsidP="004C389C">
      <w:r>
        <w:t>— </w:t>
      </w:r>
      <w:r w:rsidR="004C389C">
        <w:t>Vous ne dînez pas</w:t>
      </w:r>
      <w:r>
        <w:t xml:space="preserve">, </w:t>
      </w:r>
      <w:r w:rsidR="004C389C">
        <w:t>Maître</w:t>
      </w:r>
      <w:r>
        <w:t> ?</w:t>
      </w:r>
    </w:p>
    <w:p w14:paraId="0ED69E30" w14:textId="77777777" w:rsidR="004B5A85" w:rsidRDefault="004B5A85" w:rsidP="004C389C">
      <w:r>
        <w:t>— </w:t>
      </w:r>
      <w:r w:rsidR="004C389C">
        <w:t>Non</w:t>
      </w:r>
      <w:r>
        <w:t xml:space="preserve"> ; </w:t>
      </w:r>
      <w:r w:rsidR="004C389C">
        <w:t>je dirigerai les travaux</w:t>
      </w:r>
      <w:r>
        <w:t xml:space="preserve">. </w:t>
      </w:r>
      <w:r w:rsidR="004C389C">
        <w:t>Je dînerai quand ils seront terminés</w:t>
      </w:r>
      <w:r>
        <w:t xml:space="preserve">, </w:t>
      </w:r>
      <w:r w:rsidR="004C389C">
        <w:t xml:space="preserve">et quand le </w:t>
      </w:r>
      <w:r w:rsidR="004C389C">
        <w:rPr>
          <w:i/>
          <w:iCs/>
        </w:rPr>
        <w:t>Nyctalope</w:t>
      </w:r>
      <w:r>
        <w:rPr>
          <w:i/>
          <w:iCs/>
        </w:rPr>
        <w:t xml:space="preserve">, </w:t>
      </w:r>
      <w:r w:rsidR="004C389C">
        <w:t>chargé d</w:t>
      </w:r>
      <w:r>
        <w:t>’</w:t>
      </w:r>
      <w:r w:rsidR="004C389C">
        <w:t>or</w:t>
      </w:r>
      <w:r>
        <w:t xml:space="preserve">, </w:t>
      </w:r>
      <w:r w:rsidR="004C389C">
        <w:t>reprendra à grande vitesse la route de l</w:t>
      </w:r>
      <w:r>
        <w:t>’</w:t>
      </w:r>
      <w:r w:rsidR="004C389C">
        <w:t>Amérique</w:t>
      </w:r>
      <w:r>
        <w:t>.</w:t>
      </w:r>
    </w:p>
    <w:p w14:paraId="5F6CD00F" w14:textId="77777777" w:rsidR="004B5A85" w:rsidRDefault="004C389C" w:rsidP="004C389C">
      <w:r>
        <w:t>Une demi-heure plus tard</w:t>
      </w:r>
      <w:r w:rsidR="004B5A85">
        <w:t xml:space="preserve">, </w:t>
      </w:r>
      <w:r>
        <w:t>accompagné de dix de ses plus solides pirates vêtus de scaphandres</w:t>
      </w:r>
      <w:r w:rsidR="004B5A85">
        <w:t xml:space="preserve">, </w:t>
      </w:r>
      <w:r>
        <w:t>munis de pelles et de pioches</w:t>
      </w:r>
      <w:r w:rsidR="004B5A85">
        <w:t xml:space="preserve">, </w:t>
      </w:r>
      <w:r>
        <w:t>et chargés chacun d</w:t>
      </w:r>
      <w:r w:rsidR="004B5A85">
        <w:t>’</w:t>
      </w:r>
      <w:r>
        <w:t>un sac de grosse toile</w:t>
      </w:r>
      <w:r w:rsidR="004B5A85">
        <w:t xml:space="preserve">, </w:t>
      </w:r>
      <w:r>
        <w:t>le Ravageur passait par le puits de communication</w:t>
      </w:r>
      <w:r w:rsidR="004B5A85">
        <w:t xml:space="preserve">, </w:t>
      </w:r>
      <w:r>
        <w:t>directement du sous-marin dans la mer</w:t>
      </w:r>
      <w:r w:rsidR="004B5A85">
        <w:t>.</w:t>
      </w:r>
    </w:p>
    <w:p w14:paraId="21D2F054" w14:textId="77777777" w:rsidR="004B5A85" w:rsidRDefault="004C389C" w:rsidP="004C389C">
      <w:r>
        <w:t>Comme un gigantesque cétacé</w:t>
      </w:r>
      <w:r w:rsidR="004B5A85">
        <w:t xml:space="preserve">, </w:t>
      </w:r>
      <w:r>
        <w:t xml:space="preserve">le </w:t>
      </w:r>
      <w:r>
        <w:rPr>
          <w:i/>
          <w:iCs/>
        </w:rPr>
        <w:t xml:space="preserve">Nyctalope </w:t>
      </w:r>
      <w:r>
        <w:t>était imm</w:t>
      </w:r>
      <w:r>
        <w:t>o</w:t>
      </w:r>
      <w:r>
        <w:t>bile</w:t>
      </w:r>
      <w:r w:rsidR="004B5A85">
        <w:t xml:space="preserve">, </w:t>
      </w:r>
      <w:r>
        <w:t>reposant sur un fond d</w:t>
      </w:r>
      <w:r w:rsidR="004B5A85">
        <w:t>’</w:t>
      </w:r>
      <w:r>
        <w:t>algues et de sable</w:t>
      </w:r>
      <w:r w:rsidR="004B5A85">
        <w:t>.</w:t>
      </w:r>
    </w:p>
    <w:p w14:paraId="121D27E0" w14:textId="77777777" w:rsidR="004B5A85" w:rsidRDefault="004C389C" w:rsidP="004C389C">
      <w:r>
        <w:t>Et les puissants projecteurs illuminaient les eaux tout a</w:t>
      </w:r>
      <w:r>
        <w:t>u</w:t>
      </w:r>
      <w:r>
        <w:t>tour de lui</w:t>
      </w:r>
      <w:r w:rsidR="004B5A85">
        <w:t>.</w:t>
      </w:r>
    </w:p>
    <w:p w14:paraId="301C175F" w14:textId="77777777" w:rsidR="004B5A85" w:rsidRDefault="004C389C" w:rsidP="004C389C">
      <w:r>
        <w:lastRenderedPageBreak/>
        <w:t>Dès qu</w:t>
      </w:r>
      <w:r w:rsidR="004B5A85">
        <w:t>’</w:t>
      </w:r>
      <w:r>
        <w:t>ils furent sortis du sous-marin</w:t>
      </w:r>
      <w:r w:rsidR="004B5A85">
        <w:t xml:space="preserve">, </w:t>
      </w:r>
      <w:r>
        <w:t>les pirates virent devant eux</w:t>
      </w:r>
      <w:r w:rsidR="004B5A85">
        <w:t xml:space="preserve">, </w:t>
      </w:r>
      <w:r>
        <w:t>dans le rayon lumineux des projecteurs</w:t>
      </w:r>
      <w:r w:rsidR="004B5A85">
        <w:t xml:space="preserve">, </w:t>
      </w:r>
      <w:r>
        <w:t>un amo</w:t>
      </w:r>
      <w:r>
        <w:t>n</w:t>
      </w:r>
      <w:r>
        <w:t>cellement énorme d</w:t>
      </w:r>
      <w:r w:rsidR="004B5A85">
        <w:t>’</w:t>
      </w:r>
      <w:r>
        <w:t>algues</w:t>
      </w:r>
      <w:r w:rsidR="004B5A85">
        <w:t xml:space="preserve">, </w:t>
      </w:r>
      <w:r>
        <w:t>de mousses</w:t>
      </w:r>
      <w:r w:rsidR="004B5A85">
        <w:t xml:space="preserve">, </w:t>
      </w:r>
      <w:r>
        <w:t>d</w:t>
      </w:r>
      <w:r w:rsidR="004B5A85">
        <w:t>’</w:t>
      </w:r>
      <w:r>
        <w:t>excroissances sous-marines de toutes sortes</w:t>
      </w:r>
      <w:r w:rsidR="004B5A85">
        <w:t>.</w:t>
      </w:r>
    </w:p>
    <w:p w14:paraId="20C08F1A" w14:textId="77777777" w:rsidR="004B5A85" w:rsidRDefault="004C389C" w:rsidP="004C389C">
      <w:r>
        <w:t>On devinait là</w:t>
      </w:r>
      <w:r w:rsidR="004B5A85">
        <w:t xml:space="preserve">, </w:t>
      </w:r>
      <w:r>
        <w:t>par endroits</w:t>
      </w:r>
      <w:r w:rsidR="004B5A85">
        <w:t xml:space="preserve">, </w:t>
      </w:r>
      <w:r>
        <w:t>malgré l</w:t>
      </w:r>
      <w:r w:rsidR="004B5A85">
        <w:t>’</w:t>
      </w:r>
      <w:r>
        <w:t>action du temps et des eaux</w:t>
      </w:r>
      <w:r w:rsidR="004B5A85">
        <w:t xml:space="preserve">, </w:t>
      </w:r>
      <w:r>
        <w:t>de vagues formes de navires</w:t>
      </w:r>
      <w:r w:rsidR="004B5A85">
        <w:t>.</w:t>
      </w:r>
    </w:p>
    <w:p w14:paraId="784B7140" w14:textId="77777777" w:rsidR="004B5A85" w:rsidRDefault="004C389C" w:rsidP="004C389C">
      <w:r>
        <w:t>Et le Ravageur s</w:t>
      </w:r>
      <w:r w:rsidR="004B5A85">
        <w:t>’</w:t>
      </w:r>
      <w:r>
        <w:t>arrêta à quelques pas de ces épaves qui avaient été</w:t>
      </w:r>
      <w:r w:rsidR="004B5A85">
        <w:t xml:space="preserve">, </w:t>
      </w:r>
      <w:r>
        <w:t>voilà plus de deux siècles</w:t>
      </w:r>
      <w:r w:rsidR="004B5A85">
        <w:t xml:space="preserve">, </w:t>
      </w:r>
      <w:r>
        <w:t>les galions orgueilleux des Espagnols</w:t>
      </w:r>
      <w:r w:rsidR="004B5A85">
        <w:t> !…</w:t>
      </w:r>
    </w:p>
    <w:p w14:paraId="3DAB72D3" w14:textId="77777777" w:rsidR="004B5A85" w:rsidRDefault="004C389C" w:rsidP="004C389C">
      <w:r>
        <w:t>Une émotion profonde l</w:t>
      </w:r>
      <w:r w:rsidR="004B5A85">
        <w:t>’</w:t>
      </w:r>
      <w:r>
        <w:t>envahissait</w:t>
      </w:r>
      <w:r w:rsidR="004B5A85">
        <w:t xml:space="preserve">, </w:t>
      </w:r>
      <w:r>
        <w:t>à contempler cette d</w:t>
      </w:r>
      <w:r>
        <w:t>é</w:t>
      </w:r>
      <w:r>
        <w:t>vastation</w:t>
      </w:r>
      <w:r w:rsidR="004B5A85">
        <w:t xml:space="preserve">. </w:t>
      </w:r>
      <w:r>
        <w:t>Mais il fit un geste</w:t>
      </w:r>
      <w:r w:rsidR="004B5A85">
        <w:t xml:space="preserve">, </w:t>
      </w:r>
      <w:r>
        <w:t>se remit en marche</w:t>
      </w:r>
      <w:r w:rsidR="004B5A85">
        <w:t xml:space="preserve">, </w:t>
      </w:r>
      <w:r>
        <w:t>et sa petite troupe le suivit</w:t>
      </w:r>
      <w:r w:rsidR="004B5A85">
        <w:t>.</w:t>
      </w:r>
    </w:p>
    <w:p w14:paraId="1FE983E8" w14:textId="77777777" w:rsidR="004B5A85" w:rsidRDefault="004C389C" w:rsidP="004C389C">
      <w:r>
        <w:t>L</w:t>
      </w:r>
      <w:r w:rsidR="004B5A85">
        <w:t>’</w:t>
      </w:r>
      <w:r>
        <w:t>épave la plus proche était éventrée</w:t>
      </w:r>
      <w:r w:rsidR="004B5A85">
        <w:t xml:space="preserve">, </w:t>
      </w:r>
      <w:r>
        <w:t>et par cette plaie béante</w:t>
      </w:r>
      <w:r w:rsidR="004B5A85">
        <w:t xml:space="preserve">, </w:t>
      </w:r>
      <w:r>
        <w:t>à demi masquée par la poussée des algues</w:t>
      </w:r>
      <w:r w:rsidR="004B5A85">
        <w:t xml:space="preserve">, </w:t>
      </w:r>
      <w:r>
        <w:t>avaient glissé sur le sable des tonneaux</w:t>
      </w:r>
      <w:r w:rsidR="004B5A85">
        <w:t xml:space="preserve">, </w:t>
      </w:r>
      <w:r>
        <w:t>des caisses de toutes dimensions et de toutes formes</w:t>
      </w:r>
      <w:r w:rsidR="004B5A85">
        <w:t>.</w:t>
      </w:r>
    </w:p>
    <w:p w14:paraId="37A27FD7" w14:textId="77777777" w:rsidR="004B5A85" w:rsidRDefault="004C389C" w:rsidP="004C389C">
      <w:r>
        <w:t>C</w:t>
      </w:r>
      <w:r w:rsidR="004B5A85">
        <w:t>’</w:t>
      </w:r>
      <w:r>
        <w:t>était un amoncellement chaotique</w:t>
      </w:r>
      <w:r w:rsidR="004B5A85">
        <w:t xml:space="preserve">, </w:t>
      </w:r>
      <w:r>
        <w:t>recouvert et arrondi aux angles par une végétation sous-marine peu haute</w:t>
      </w:r>
      <w:r w:rsidR="004B5A85">
        <w:t xml:space="preserve">, </w:t>
      </w:r>
      <w:r>
        <w:t>mais épaisse</w:t>
      </w:r>
      <w:r w:rsidR="004B5A85">
        <w:t xml:space="preserve">, </w:t>
      </w:r>
      <w:r>
        <w:t>de mousses</w:t>
      </w:r>
      <w:r w:rsidR="004B5A85">
        <w:t xml:space="preserve">, </w:t>
      </w:r>
      <w:r>
        <w:t>d</w:t>
      </w:r>
      <w:r w:rsidR="004B5A85">
        <w:t>’</w:t>
      </w:r>
      <w:r>
        <w:t>algues et de lichens</w:t>
      </w:r>
      <w:r w:rsidR="004B5A85">
        <w:t>.</w:t>
      </w:r>
    </w:p>
    <w:p w14:paraId="10CB4C78" w14:textId="77777777" w:rsidR="004B5A85" w:rsidRDefault="004C389C" w:rsidP="004C389C">
      <w:r>
        <w:t>On sait que toute communication orale était rendue impo</w:t>
      </w:r>
      <w:r>
        <w:t>s</w:t>
      </w:r>
      <w:r>
        <w:t>sible entre les scaphandriers</w:t>
      </w:r>
      <w:r w:rsidR="004B5A85">
        <w:t xml:space="preserve">, </w:t>
      </w:r>
      <w:r>
        <w:t>la voix ne pouvant pas franchir les parois du casque hermétiquement fermé</w:t>
      </w:r>
      <w:r w:rsidR="004B5A85">
        <w:t xml:space="preserve">. </w:t>
      </w:r>
      <w:r>
        <w:t>Les hommes devaient donc être attentifs aux gestes du Maître</w:t>
      </w:r>
      <w:r w:rsidR="004B5A85">
        <w:t xml:space="preserve">. </w:t>
      </w:r>
      <w:r>
        <w:t>Ils savaient d</w:t>
      </w:r>
      <w:r w:rsidR="004B5A85">
        <w:t>’</w:t>
      </w:r>
      <w:r>
        <w:t xml:space="preserve">ailleurs </w:t>
      </w:r>
      <w:proofErr w:type="spellStart"/>
      <w:r>
        <w:t>quelle</w:t>
      </w:r>
      <w:proofErr w:type="spellEnd"/>
      <w:r>
        <w:t xml:space="preserve"> allait être leur besogne</w:t>
      </w:r>
      <w:r w:rsidR="004B5A85">
        <w:t xml:space="preserve">, </w:t>
      </w:r>
      <w:r>
        <w:t>le Ravageur leur ayant donné ses instructions pendant qu</w:t>
      </w:r>
      <w:r w:rsidR="004B5A85">
        <w:t>’</w:t>
      </w:r>
      <w:r>
        <w:t>ils revêtaient les scaphandres</w:t>
      </w:r>
      <w:r w:rsidR="004B5A85">
        <w:t>.</w:t>
      </w:r>
    </w:p>
    <w:p w14:paraId="01C696BA" w14:textId="77777777" w:rsidR="004B5A85" w:rsidRDefault="004C389C" w:rsidP="004C389C">
      <w:r>
        <w:t>Aussi</w:t>
      </w:r>
      <w:r w:rsidR="004B5A85">
        <w:t xml:space="preserve">, </w:t>
      </w:r>
      <w:r>
        <w:t>dès que le Ravageur</w:t>
      </w:r>
      <w:r w:rsidR="004B5A85">
        <w:t xml:space="preserve">, </w:t>
      </w:r>
      <w:r>
        <w:t>de la main</w:t>
      </w:r>
      <w:r w:rsidR="004B5A85">
        <w:t xml:space="preserve">, </w:t>
      </w:r>
      <w:r>
        <w:t>désigna l</w:t>
      </w:r>
      <w:r w:rsidR="004B5A85">
        <w:t>’</w:t>
      </w:r>
      <w:r>
        <w:t>amoncellement chaotique dont les formes apparentes perme</w:t>
      </w:r>
      <w:r>
        <w:t>t</w:t>
      </w:r>
      <w:r>
        <w:t>taient de reconnaître les caisses et les barils</w:t>
      </w:r>
      <w:r w:rsidR="004B5A85">
        <w:t xml:space="preserve">, </w:t>
      </w:r>
      <w:r>
        <w:t>les hommes se m</w:t>
      </w:r>
      <w:r>
        <w:t>i</w:t>
      </w:r>
      <w:r>
        <w:t xml:space="preserve">rent </w:t>
      </w:r>
      <w:r>
        <w:lastRenderedPageBreak/>
        <w:t>à l</w:t>
      </w:r>
      <w:r w:rsidR="004B5A85">
        <w:t>’</w:t>
      </w:r>
      <w:r>
        <w:t>ouvrage</w:t>
      </w:r>
      <w:r w:rsidR="004B5A85">
        <w:t xml:space="preserve">. </w:t>
      </w:r>
      <w:r>
        <w:t>Ils se rangèrent en ligne et</w:t>
      </w:r>
      <w:r w:rsidR="004B5A85">
        <w:t xml:space="preserve">, </w:t>
      </w:r>
      <w:r>
        <w:t>à coups de pic</w:t>
      </w:r>
      <w:r w:rsidR="004B5A85">
        <w:t xml:space="preserve">, </w:t>
      </w:r>
      <w:r>
        <w:t>a</w:t>
      </w:r>
      <w:r>
        <w:t>t</w:t>
      </w:r>
      <w:r>
        <w:t>taquèrent les barils et les caisses</w:t>
      </w:r>
      <w:r w:rsidR="004B5A85">
        <w:t xml:space="preserve">. </w:t>
      </w:r>
      <w:r>
        <w:t>Les bois</w:t>
      </w:r>
      <w:r w:rsidR="004B5A85">
        <w:t xml:space="preserve">, </w:t>
      </w:r>
      <w:r>
        <w:t>d</w:t>
      </w:r>
      <w:r w:rsidR="004B5A85">
        <w:t>’</w:t>
      </w:r>
      <w:r>
        <w:t>ailleurs</w:t>
      </w:r>
      <w:r w:rsidR="004B5A85">
        <w:t xml:space="preserve">, </w:t>
      </w:r>
      <w:r>
        <w:t>étaient te</w:t>
      </w:r>
      <w:r>
        <w:t>l</w:t>
      </w:r>
      <w:r>
        <w:t>lement pourris</w:t>
      </w:r>
      <w:r w:rsidR="004B5A85">
        <w:t xml:space="preserve">, </w:t>
      </w:r>
      <w:r>
        <w:t>sous leur revêtement d</w:t>
      </w:r>
      <w:r w:rsidR="004B5A85">
        <w:t>’</w:t>
      </w:r>
      <w:r>
        <w:t>algues et de mousses</w:t>
      </w:r>
      <w:r w:rsidR="004B5A85">
        <w:t xml:space="preserve">, </w:t>
      </w:r>
      <w:r>
        <w:t>qu</w:t>
      </w:r>
      <w:r w:rsidR="004B5A85">
        <w:t>’</w:t>
      </w:r>
      <w:r>
        <w:t>ils furent tout de suite éventrés</w:t>
      </w:r>
      <w:r w:rsidR="004B5A85">
        <w:t xml:space="preserve">, </w:t>
      </w:r>
      <w:r>
        <w:t>sans la moindre peine</w:t>
      </w:r>
      <w:r w:rsidR="004B5A85">
        <w:t>.</w:t>
      </w:r>
    </w:p>
    <w:p w14:paraId="6A7B88B4" w14:textId="77777777" w:rsidR="004B5A85" w:rsidRDefault="004C389C" w:rsidP="004C389C">
      <w:r>
        <w:t>Et ce fut alors un merveilleux spectacle</w:t>
      </w:r>
      <w:r w:rsidR="004B5A85">
        <w:t>.</w:t>
      </w:r>
    </w:p>
    <w:p w14:paraId="2C080CC8" w14:textId="77777777" w:rsidR="004B5A85" w:rsidRDefault="004C389C" w:rsidP="004C389C">
      <w:r>
        <w:t>Des tonneaux et des caisses éventrés</w:t>
      </w:r>
      <w:r w:rsidR="004B5A85">
        <w:t xml:space="preserve">, </w:t>
      </w:r>
      <w:r>
        <w:t>des lingots d</w:t>
      </w:r>
      <w:r w:rsidR="004B5A85">
        <w:t>’</w:t>
      </w:r>
      <w:r>
        <w:t>or et d</w:t>
      </w:r>
      <w:r w:rsidR="004B5A85">
        <w:t>’</w:t>
      </w:r>
      <w:r>
        <w:t>argent roulèrent sur le sable</w:t>
      </w:r>
      <w:r w:rsidR="004B5A85">
        <w:t xml:space="preserve"> ; </w:t>
      </w:r>
      <w:r>
        <w:t>un baril laissa échapper une cascade de pièces d</w:t>
      </w:r>
      <w:r w:rsidR="004B5A85">
        <w:t>’</w:t>
      </w:r>
      <w:r>
        <w:t>or monnayé et des pierreries</w:t>
      </w:r>
      <w:r w:rsidR="004B5A85">
        <w:t>.</w:t>
      </w:r>
    </w:p>
    <w:p w14:paraId="4C0A6FAE" w14:textId="77777777" w:rsidR="004B5A85" w:rsidRDefault="004C389C" w:rsidP="004C389C">
      <w:r>
        <w:t>Et tout cela</w:t>
      </w:r>
      <w:r w:rsidR="004B5A85">
        <w:t xml:space="preserve">, </w:t>
      </w:r>
      <w:r>
        <w:t>tout ce trésor ancien</w:t>
      </w:r>
      <w:r w:rsidR="004B5A85">
        <w:t xml:space="preserve">, </w:t>
      </w:r>
      <w:r>
        <w:t>brillait et scintillait à la lumière électrique venant du sous-marin</w:t>
      </w:r>
      <w:r w:rsidR="004B5A85">
        <w:t>…</w:t>
      </w:r>
    </w:p>
    <w:p w14:paraId="77D5AC48" w14:textId="77777777" w:rsidR="004B5A85" w:rsidRDefault="004C389C" w:rsidP="004C389C">
      <w:r>
        <w:t>En quelques minutes</w:t>
      </w:r>
      <w:r w:rsidR="004B5A85">
        <w:t xml:space="preserve">, </w:t>
      </w:r>
      <w:r>
        <w:t>les caisses et les tonneaux amoncelés furent rangés côte à côte sur le sable</w:t>
      </w:r>
      <w:r w:rsidR="004B5A85">
        <w:t xml:space="preserve">, </w:t>
      </w:r>
      <w:r>
        <w:t>et démolis</w:t>
      </w:r>
      <w:r w:rsidR="004B5A85">
        <w:t xml:space="preserve">, </w:t>
      </w:r>
      <w:r>
        <w:t>éventrés</w:t>
      </w:r>
      <w:r w:rsidR="004B5A85">
        <w:t xml:space="preserve">, </w:t>
      </w:r>
      <w:r>
        <w:t>ils laissaient voir leur contenu somptueux</w:t>
      </w:r>
      <w:r w:rsidR="004B5A85">
        <w:t>…</w:t>
      </w:r>
    </w:p>
    <w:p w14:paraId="22D7877D" w14:textId="77777777" w:rsidR="004B5A85" w:rsidRDefault="004C389C" w:rsidP="004C389C">
      <w:r>
        <w:t>Alors</w:t>
      </w:r>
      <w:r w:rsidR="004B5A85">
        <w:t xml:space="preserve">, </w:t>
      </w:r>
      <w:r>
        <w:t>les hommes laissèrent les pics</w:t>
      </w:r>
      <w:r w:rsidR="004B5A85">
        <w:t xml:space="preserve">, </w:t>
      </w:r>
      <w:r>
        <w:t>prirent les sacs</w:t>
      </w:r>
      <w:r w:rsidR="004B5A85">
        <w:t xml:space="preserve">, </w:t>
      </w:r>
      <w:r>
        <w:t>et ils se mirent à y entasser pêle-mêle lingots d</w:t>
      </w:r>
      <w:r w:rsidR="004B5A85">
        <w:t>’</w:t>
      </w:r>
      <w:r>
        <w:t>or et d</w:t>
      </w:r>
      <w:r w:rsidR="004B5A85">
        <w:t>’</w:t>
      </w:r>
      <w:r>
        <w:t>argent</w:t>
      </w:r>
      <w:r w:rsidR="004B5A85">
        <w:t xml:space="preserve">, </w:t>
      </w:r>
      <w:r>
        <w:t>piastres brillantes</w:t>
      </w:r>
      <w:r w:rsidR="004B5A85">
        <w:t xml:space="preserve">, </w:t>
      </w:r>
      <w:r>
        <w:t>bijoux miroitants</w:t>
      </w:r>
      <w:r w:rsidR="004B5A85">
        <w:t>.</w:t>
      </w:r>
    </w:p>
    <w:p w14:paraId="5427DBBF" w14:textId="77777777" w:rsidR="004B5A85" w:rsidRDefault="004C389C" w:rsidP="004C389C">
      <w:r>
        <w:t>Mais</w:t>
      </w:r>
      <w:r w:rsidR="004B5A85">
        <w:t xml:space="preserve">, </w:t>
      </w:r>
      <w:r>
        <w:t>pendant qu</w:t>
      </w:r>
      <w:r w:rsidR="004B5A85">
        <w:t>’</w:t>
      </w:r>
      <w:r>
        <w:t>ils se livraient à ce fantastique travail</w:t>
      </w:r>
      <w:r w:rsidR="004B5A85">
        <w:t xml:space="preserve">, </w:t>
      </w:r>
      <w:r>
        <w:t>une sorte de coup de vent sembla passer dans les eaux</w:t>
      </w:r>
      <w:r w:rsidR="004B5A85">
        <w:t xml:space="preserve">. </w:t>
      </w:r>
      <w:r>
        <w:t>Ils rel</w:t>
      </w:r>
      <w:r>
        <w:t>e</w:t>
      </w:r>
      <w:r>
        <w:t>vèrent la tête</w:t>
      </w:r>
      <w:r w:rsidR="004B5A85">
        <w:t xml:space="preserve">, </w:t>
      </w:r>
      <w:r>
        <w:t>et le spectacle qui les frappa les fit frémir d</w:t>
      </w:r>
      <w:r w:rsidR="004B5A85">
        <w:t>’</w:t>
      </w:r>
      <w:r>
        <w:t>horreur</w:t>
      </w:r>
      <w:r w:rsidR="004B5A85">
        <w:t>.</w:t>
      </w:r>
    </w:p>
    <w:p w14:paraId="07443D2B" w14:textId="77777777" w:rsidR="004B5A85" w:rsidRDefault="004C389C" w:rsidP="004C389C">
      <w:r>
        <w:t>Quatre énormes araignées de mer</w:t>
      </w:r>
      <w:r w:rsidR="004B5A85">
        <w:t xml:space="preserve">, </w:t>
      </w:r>
      <w:r>
        <w:t>hautes de deux mètres</w:t>
      </w:r>
      <w:r w:rsidR="004B5A85">
        <w:t xml:space="preserve">, </w:t>
      </w:r>
      <w:r>
        <w:t>avec des pattes formidables violemment agitées</w:t>
      </w:r>
      <w:r w:rsidR="004B5A85">
        <w:t xml:space="preserve">, </w:t>
      </w:r>
      <w:r>
        <w:t>surgissaient dans l</w:t>
      </w:r>
      <w:r w:rsidR="004B5A85">
        <w:t>’</w:t>
      </w:r>
      <w:r>
        <w:t>éventrement de la grande épave</w:t>
      </w:r>
      <w:r w:rsidR="004B5A85">
        <w:t>.</w:t>
      </w:r>
    </w:p>
    <w:p w14:paraId="5F739A06" w14:textId="77777777" w:rsidR="004B5A85" w:rsidRDefault="004C389C" w:rsidP="004C389C">
      <w:r>
        <w:t>Et une cinquième araignée</w:t>
      </w:r>
      <w:r w:rsidR="004B5A85">
        <w:t xml:space="preserve">, </w:t>
      </w:r>
      <w:r>
        <w:t>sortie depuis un moment sans que personne l</w:t>
      </w:r>
      <w:r w:rsidR="004B5A85">
        <w:t>’</w:t>
      </w:r>
      <w:r>
        <w:t>eût remarquée</w:t>
      </w:r>
      <w:r w:rsidR="004B5A85">
        <w:t xml:space="preserve">, </w:t>
      </w:r>
      <w:r>
        <w:t>avait saisi entre ses pattes de d</w:t>
      </w:r>
      <w:r>
        <w:t>e</w:t>
      </w:r>
      <w:r>
        <w:t>vant le Ravageur</w:t>
      </w:r>
      <w:r w:rsidR="004B5A85">
        <w:t xml:space="preserve">, </w:t>
      </w:r>
      <w:r>
        <w:t>et</w:t>
      </w:r>
      <w:r w:rsidR="004B5A85">
        <w:t xml:space="preserve">, </w:t>
      </w:r>
      <w:r>
        <w:t>le tenant solidement</w:t>
      </w:r>
      <w:r w:rsidR="004B5A85">
        <w:t xml:space="preserve">, </w:t>
      </w:r>
      <w:r>
        <w:t>elle l</w:t>
      </w:r>
      <w:r w:rsidR="004B5A85">
        <w:t>’</w:t>
      </w:r>
      <w:r>
        <w:t>attirait vers sa gueule</w:t>
      </w:r>
      <w:r w:rsidR="004B5A85">
        <w:t xml:space="preserve">, </w:t>
      </w:r>
      <w:r>
        <w:t>gueule effroyable</w:t>
      </w:r>
      <w:r w:rsidR="004B5A85">
        <w:t xml:space="preserve">, </w:t>
      </w:r>
      <w:r>
        <w:t xml:space="preserve">dont les mâchoires osseuses et </w:t>
      </w:r>
      <w:r>
        <w:lastRenderedPageBreak/>
        <w:t>tra</w:t>
      </w:r>
      <w:r>
        <w:t>n</w:t>
      </w:r>
      <w:r>
        <w:t>chantes auraient coupé sans effort l</w:t>
      </w:r>
      <w:r w:rsidR="004B5A85">
        <w:t>’</w:t>
      </w:r>
      <w:r>
        <w:t>habit de scaphandre</w:t>
      </w:r>
      <w:r w:rsidR="004B5A85">
        <w:t>…</w:t>
      </w:r>
    </w:p>
    <w:p w14:paraId="29F99BE1" w14:textId="77777777" w:rsidR="004B5A85" w:rsidRDefault="004C389C" w:rsidP="004C389C">
      <w:r>
        <w:t>L</w:t>
      </w:r>
      <w:r w:rsidR="004B5A85">
        <w:t>’</w:t>
      </w:r>
      <w:r>
        <w:t>habit coupé</w:t>
      </w:r>
      <w:r w:rsidR="004B5A85">
        <w:t xml:space="preserve">, </w:t>
      </w:r>
      <w:r>
        <w:t>fendu seulement</w:t>
      </w:r>
      <w:r w:rsidR="004B5A85">
        <w:t xml:space="preserve">, </w:t>
      </w:r>
      <w:r>
        <w:t>c</w:t>
      </w:r>
      <w:r w:rsidR="004B5A85">
        <w:t>’</w:t>
      </w:r>
      <w:r>
        <w:t>était l</w:t>
      </w:r>
      <w:r w:rsidR="004B5A85">
        <w:t>’</w:t>
      </w:r>
      <w:r>
        <w:t>eau s</w:t>
      </w:r>
      <w:r w:rsidR="004B5A85">
        <w:t>’</w:t>
      </w:r>
      <w:r>
        <w:t>introduisant dans le scaphandre</w:t>
      </w:r>
      <w:r w:rsidR="004B5A85">
        <w:t xml:space="preserve">, </w:t>
      </w:r>
      <w:r>
        <w:t>le casque</w:t>
      </w:r>
      <w:r w:rsidR="004B5A85">
        <w:t xml:space="preserve">… </w:t>
      </w:r>
      <w:r>
        <w:t>et le Ravageur du Monde étou</w:t>
      </w:r>
      <w:r>
        <w:t>f</w:t>
      </w:r>
      <w:r>
        <w:t>fé</w:t>
      </w:r>
      <w:r w:rsidR="004B5A85">
        <w:t xml:space="preserve">, </w:t>
      </w:r>
      <w:r>
        <w:t>asphyxié</w:t>
      </w:r>
      <w:r w:rsidR="004B5A85">
        <w:t xml:space="preserve">, </w:t>
      </w:r>
      <w:r>
        <w:t>noyé</w:t>
      </w:r>
      <w:r w:rsidR="004B5A85">
        <w:t>…</w:t>
      </w:r>
    </w:p>
    <w:p w14:paraId="42098CF6" w14:textId="77777777" w:rsidR="004B5A85" w:rsidRDefault="004C389C" w:rsidP="004C389C">
      <w:r>
        <w:t>Les dix pirates eurent le sentiment très net du mortel da</w:t>
      </w:r>
      <w:r>
        <w:t>n</w:t>
      </w:r>
      <w:r>
        <w:t>ger que courait leur chef</w:t>
      </w:r>
      <w:r w:rsidR="004B5A85">
        <w:t>.</w:t>
      </w:r>
    </w:p>
    <w:p w14:paraId="3603F71E" w14:textId="77777777" w:rsidR="004B5A85" w:rsidRDefault="004C389C" w:rsidP="004C389C">
      <w:r>
        <w:t>Ils virent que Hugues de Mauduit</w:t>
      </w:r>
      <w:r w:rsidR="004B5A85">
        <w:t xml:space="preserve">, </w:t>
      </w:r>
      <w:r>
        <w:t>les bras serrés au corps par l</w:t>
      </w:r>
      <w:r w:rsidR="004B5A85">
        <w:t>’</w:t>
      </w:r>
      <w:r>
        <w:t>étreinte de l</w:t>
      </w:r>
      <w:r w:rsidR="004B5A85">
        <w:t>’</w:t>
      </w:r>
      <w:r>
        <w:t>araignée</w:t>
      </w:r>
      <w:r w:rsidR="004B5A85">
        <w:t xml:space="preserve">, </w:t>
      </w:r>
      <w:r>
        <w:t>ne pouvait pas tirer son poignard</w:t>
      </w:r>
      <w:r w:rsidR="004B5A85">
        <w:t xml:space="preserve">… </w:t>
      </w:r>
      <w:r>
        <w:t>Ils eurent tous la même pensée</w:t>
      </w:r>
      <w:r w:rsidR="004B5A85">
        <w:t>.</w:t>
      </w:r>
    </w:p>
    <w:p w14:paraId="22AD8EF5" w14:textId="77777777" w:rsidR="004B5A85" w:rsidRDefault="004C389C" w:rsidP="004C389C">
      <w:r>
        <w:t>Abandonnant les sacs et saisissant les pics</w:t>
      </w:r>
      <w:r w:rsidR="004B5A85">
        <w:t xml:space="preserve">, </w:t>
      </w:r>
      <w:r>
        <w:t>ils s</w:t>
      </w:r>
      <w:r w:rsidR="004B5A85">
        <w:t>’</w:t>
      </w:r>
      <w:r>
        <w:t>élancèrent</w:t>
      </w:r>
      <w:r w:rsidR="004B5A85">
        <w:t>.</w:t>
      </w:r>
    </w:p>
    <w:p w14:paraId="1FE3809E" w14:textId="77777777" w:rsidR="004B5A85" w:rsidRDefault="004C389C" w:rsidP="004C389C">
      <w:r>
        <w:t>Dix fers aigus s</w:t>
      </w:r>
      <w:r w:rsidR="004B5A85">
        <w:t>’</w:t>
      </w:r>
      <w:r>
        <w:t>abattirent sur l</w:t>
      </w:r>
      <w:r w:rsidR="004B5A85">
        <w:t>’</w:t>
      </w:r>
      <w:r>
        <w:t>araignée</w:t>
      </w:r>
      <w:r w:rsidR="004B5A85">
        <w:t xml:space="preserve">, </w:t>
      </w:r>
      <w:r>
        <w:t>trouèrent sa car</w:t>
      </w:r>
      <w:r>
        <w:t>a</w:t>
      </w:r>
      <w:r>
        <w:t>pace</w:t>
      </w:r>
      <w:r w:rsidR="004B5A85">
        <w:t xml:space="preserve">, </w:t>
      </w:r>
      <w:r>
        <w:t>cassèrent ses pattes</w:t>
      </w:r>
      <w:r w:rsidR="004B5A85">
        <w:t xml:space="preserve">, </w:t>
      </w:r>
      <w:r>
        <w:t>et le monstrueux crustacé</w:t>
      </w:r>
      <w:r w:rsidR="004B5A85">
        <w:t xml:space="preserve">, </w:t>
      </w:r>
      <w:r>
        <w:t>lâchant sa proie</w:t>
      </w:r>
      <w:r w:rsidR="004B5A85">
        <w:t xml:space="preserve">, </w:t>
      </w:r>
      <w:r>
        <w:t>qui roula sur le sable</w:t>
      </w:r>
      <w:r w:rsidR="004B5A85">
        <w:t xml:space="preserve">, </w:t>
      </w:r>
      <w:r>
        <w:t>culbuta et resta sur le dos</w:t>
      </w:r>
      <w:r w:rsidR="004B5A85">
        <w:t xml:space="preserve">, </w:t>
      </w:r>
      <w:r>
        <w:t>mort</w:t>
      </w:r>
      <w:r w:rsidR="004B5A85">
        <w:t>.</w:t>
      </w:r>
    </w:p>
    <w:p w14:paraId="5DEFB598" w14:textId="77777777" w:rsidR="004B5A85" w:rsidRDefault="004C389C" w:rsidP="004C389C">
      <w:r>
        <w:t>Mais les quatre autres araignées avaient bondi sur les sc</w:t>
      </w:r>
      <w:r>
        <w:t>a</w:t>
      </w:r>
      <w:r>
        <w:t>phandriers</w:t>
      </w:r>
      <w:r w:rsidR="004B5A85">
        <w:t>.</w:t>
      </w:r>
    </w:p>
    <w:p w14:paraId="0A73F4CF" w14:textId="77777777" w:rsidR="004B5A85" w:rsidRDefault="004C389C" w:rsidP="004C389C">
      <w:r>
        <w:t>Et ce fut une terrible mêlée</w:t>
      </w:r>
      <w:r w:rsidR="004B5A85">
        <w:t xml:space="preserve">, </w:t>
      </w:r>
      <w:r>
        <w:t>dans les eaux peu à peu ob</w:t>
      </w:r>
      <w:r>
        <w:t>s</w:t>
      </w:r>
      <w:r>
        <w:t>curcies de sable et de sang</w:t>
      </w:r>
      <w:r w:rsidR="004B5A85">
        <w:t>.</w:t>
      </w:r>
    </w:p>
    <w:p w14:paraId="52C9730E" w14:textId="77777777" w:rsidR="004B5A85" w:rsidRDefault="004C389C" w:rsidP="004C389C">
      <w:r>
        <w:t>Il semblait que le destin eût mis là ces monstres comme gardiens du prodigieux trésor</w:t>
      </w:r>
      <w:r w:rsidR="004B5A85">
        <w:t>.</w:t>
      </w:r>
    </w:p>
    <w:p w14:paraId="2F0F8599" w14:textId="77777777" w:rsidR="004B5A85" w:rsidRDefault="004C389C" w:rsidP="004C389C">
      <w:r>
        <w:t>Le combat était de onze hommes</w:t>
      </w:r>
      <w:r w:rsidR="004B5A85">
        <w:t xml:space="preserve">, – </w:t>
      </w:r>
      <w:r>
        <w:t>car le Ravageur</w:t>
      </w:r>
      <w:r w:rsidR="004B5A85">
        <w:t xml:space="preserve">, </w:t>
      </w:r>
      <w:r>
        <w:t>i</w:t>
      </w:r>
      <w:r>
        <w:t>n</w:t>
      </w:r>
      <w:r>
        <w:t>demne de tout mal</w:t>
      </w:r>
      <w:r w:rsidR="004B5A85">
        <w:t xml:space="preserve">, </w:t>
      </w:r>
      <w:r>
        <w:t>s</w:t>
      </w:r>
      <w:r w:rsidR="004B5A85">
        <w:t>’</w:t>
      </w:r>
      <w:r>
        <w:t>était relevé et avait tiré son poignard</w:t>
      </w:r>
      <w:r w:rsidR="004B5A85">
        <w:t xml:space="preserve">, – </w:t>
      </w:r>
      <w:r>
        <w:t>la lutte dura deux ou trois minutes à peine</w:t>
      </w:r>
      <w:r w:rsidR="004B5A85">
        <w:t>.</w:t>
      </w:r>
    </w:p>
    <w:p w14:paraId="68408D56" w14:textId="77777777" w:rsidR="004B5A85" w:rsidRDefault="004C389C" w:rsidP="004C389C">
      <w:r>
        <w:t>Mais quand les quatre araignées furent</w:t>
      </w:r>
      <w:r w:rsidR="004B5A85">
        <w:t xml:space="preserve">, </w:t>
      </w:r>
      <w:r>
        <w:t>comme la pr</w:t>
      </w:r>
      <w:r>
        <w:t>e</w:t>
      </w:r>
      <w:r>
        <w:t>mière</w:t>
      </w:r>
      <w:r w:rsidR="004B5A85">
        <w:t xml:space="preserve">, </w:t>
      </w:r>
      <w:r>
        <w:t>fracassées</w:t>
      </w:r>
      <w:r w:rsidR="004B5A85">
        <w:t xml:space="preserve">, </w:t>
      </w:r>
      <w:r>
        <w:t>abattues</w:t>
      </w:r>
      <w:r w:rsidR="004B5A85">
        <w:t xml:space="preserve">, </w:t>
      </w:r>
      <w:r>
        <w:t>mortes</w:t>
      </w:r>
      <w:r w:rsidR="004B5A85">
        <w:t xml:space="preserve"> ; </w:t>
      </w:r>
      <w:r>
        <w:t xml:space="preserve">quand le sable soulevé </w:t>
      </w:r>
      <w:r>
        <w:lastRenderedPageBreak/>
        <w:t>et en suspension dans les eaux fut retombé sur le sol</w:t>
      </w:r>
      <w:r w:rsidR="004B5A85">
        <w:t xml:space="preserve"> ; </w:t>
      </w:r>
      <w:r>
        <w:t>quand le sang de ces monstres</w:t>
      </w:r>
      <w:r w:rsidR="004B5A85">
        <w:t xml:space="preserve">, </w:t>
      </w:r>
      <w:r>
        <w:t>dissous dans l</w:t>
      </w:r>
      <w:r w:rsidR="004B5A85">
        <w:t>’</w:t>
      </w:r>
      <w:r>
        <w:t>eau</w:t>
      </w:r>
      <w:r w:rsidR="004B5A85">
        <w:t xml:space="preserve">, </w:t>
      </w:r>
      <w:r>
        <w:t>ne fut qu</w:t>
      </w:r>
      <w:r w:rsidR="004B5A85">
        <w:t>’</w:t>
      </w:r>
      <w:r>
        <w:t>un obstacle à la lumière électrique</w:t>
      </w:r>
      <w:r w:rsidR="004B5A85">
        <w:t xml:space="preserve">, </w:t>
      </w:r>
      <w:r>
        <w:t>le Ravageur regarda ses hommes</w:t>
      </w:r>
      <w:r w:rsidR="004B5A85">
        <w:t xml:space="preserve">. </w:t>
      </w:r>
      <w:r>
        <w:t>Instin</w:t>
      </w:r>
      <w:r>
        <w:t>c</w:t>
      </w:r>
      <w:r>
        <w:t>tivement</w:t>
      </w:r>
      <w:r w:rsidR="004B5A85">
        <w:t xml:space="preserve">, </w:t>
      </w:r>
      <w:r>
        <w:t>il les compta</w:t>
      </w:r>
      <w:r w:rsidR="004B5A85">
        <w:t xml:space="preserve"> : </w:t>
      </w:r>
      <w:r>
        <w:t>ils n</w:t>
      </w:r>
      <w:r w:rsidR="004B5A85">
        <w:t>’</w:t>
      </w:r>
      <w:r>
        <w:t>étaient plus que neuf</w:t>
      </w:r>
      <w:r w:rsidR="004B5A85">
        <w:t> !…</w:t>
      </w:r>
    </w:p>
    <w:p w14:paraId="00C5A124" w14:textId="77777777" w:rsidR="004B5A85" w:rsidRDefault="004C389C" w:rsidP="004C389C">
      <w:r>
        <w:t>Mais les hommes aussi se comptaient</w:t>
      </w:r>
      <w:r w:rsidR="004B5A85">
        <w:t xml:space="preserve">… </w:t>
      </w:r>
      <w:r>
        <w:t>Ils virent que l</w:t>
      </w:r>
      <w:r w:rsidR="004B5A85">
        <w:t>’</w:t>
      </w:r>
      <w:r>
        <w:t>un d</w:t>
      </w:r>
      <w:r w:rsidR="004B5A85">
        <w:t>’</w:t>
      </w:r>
      <w:r>
        <w:t>eux manquait</w:t>
      </w:r>
      <w:r w:rsidR="004B5A85">
        <w:t>.</w:t>
      </w:r>
    </w:p>
    <w:p w14:paraId="41E2DF0B" w14:textId="77777777" w:rsidR="004B5A85" w:rsidRDefault="004C389C" w:rsidP="004C389C">
      <w:r>
        <w:t>Anxieux</w:t>
      </w:r>
      <w:r w:rsidR="004B5A85">
        <w:t xml:space="preserve">, </w:t>
      </w:r>
      <w:r>
        <w:t>ils cherchèrent</w:t>
      </w:r>
      <w:r w:rsidR="004B5A85">
        <w:t>.</w:t>
      </w:r>
    </w:p>
    <w:p w14:paraId="32904C16" w14:textId="77777777" w:rsidR="004B5A85" w:rsidRDefault="004C389C" w:rsidP="004C389C">
      <w:r>
        <w:t>Pas longtemps</w:t>
      </w:r>
      <w:r w:rsidR="004B5A85">
        <w:t> !</w:t>
      </w:r>
    </w:p>
    <w:p w14:paraId="4299F4F3" w14:textId="77777777" w:rsidR="004B5A85" w:rsidRDefault="004C389C" w:rsidP="004C389C">
      <w:r>
        <w:t>Car</w:t>
      </w:r>
      <w:r w:rsidR="004B5A85">
        <w:t xml:space="preserve">, </w:t>
      </w:r>
      <w:r>
        <w:t>presque aussitôt</w:t>
      </w:r>
      <w:r w:rsidR="004B5A85">
        <w:t xml:space="preserve">, </w:t>
      </w:r>
      <w:r>
        <w:t>le Ravageur lui-même découvrait</w:t>
      </w:r>
      <w:r w:rsidR="004B5A85">
        <w:t xml:space="preserve">, </w:t>
      </w:r>
      <w:r>
        <w:t>sous le surplombement de l</w:t>
      </w:r>
      <w:r w:rsidR="004B5A85">
        <w:t>’</w:t>
      </w:r>
      <w:r>
        <w:t>épave la plus proche</w:t>
      </w:r>
      <w:r w:rsidR="004B5A85">
        <w:t xml:space="preserve">, </w:t>
      </w:r>
      <w:r>
        <w:t>l</w:t>
      </w:r>
      <w:r w:rsidR="004B5A85">
        <w:t>’</w:t>
      </w:r>
      <w:r>
        <w:t>homme manquant</w:t>
      </w:r>
      <w:r w:rsidR="004B5A85">
        <w:t>.</w:t>
      </w:r>
    </w:p>
    <w:p w14:paraId="4DFC4296" w14:textId="77777777" w:rsidR="004B5A85" w:rsidRDefault="004C389C" w:rsidP="004C389C">
      <w:r>
        <w:t>Il le saisit</w:t>
      </w:r>
      <w:r w:rsidR="004B5A85">
        <w:t xml:space="preserve">, </w:t>
      </w:r>
      <w:r>
        <w:t>le souleva</w:t>
      </w:r>
      <w:r w:rsidR="004B5A85">
        <w:t>.</w:t>
      </w:r>
    </w:p>
    <w:p w14:paraId="699E76A7" w14:textId="77777777" w:rsidR="004B5A85" w:rsidRDefault="004C389C" w:rsidP="004C389C">
      <w:r>
        <w:t>Ses compagnons accoururent</w:t>
      </w:r>
      <w:r w:rsidR="004B5A85">
        <w:t xml:space="preserve">. </w:t>
      </w:r>
      <w:r>
        <w:t>On examina l</w:t>
      </w:r>
      <w:r w:rsidR="004B5A85">
        <w:t>’</w:t>
      </w:r>
      <w:r>
        <w:t>homme</w:t>
      </w:r>
      <w:r w:rsidR="004B5A85">
        <w:t>.</w:t>
      </w:r>
    </w:p>
    <w:p w14:paraId="11934EE0" w14:textId="77777777" w:rsidR="004B5A85" w:rsidRDefault="004C389C" w:rsidP="004C389C">
      <w:r>
        <w:t>Et on vit tout de suite que son bras gauche avait été tranché net</w:t>
      </w:r>
      <w:r w:rsidR="004B5A85">
        <w:t xml:space="preserve">, </w:t>
      </w:r>
      <w:r>
        <w:t>au-dessus du coude</w:t>
      </w:r>
      <w:r w:rsidR="004B5A85">
        <w:t xml:space="preserve">, </w:t>
      </w:r>
      <w:r>
        <w:t>par les puissantes mâchoires d</w:t>
      </w:r>
      <w:r w:rsidR="004B5A85">
        <w:t>’</w:t>
      </w:r>
      <w:r>
        <w:t>une des araignées</w:t>
      </w:r>
      <w:r w:rsidR="004B5A85">
        <w:t>.</w:t>
      </w:r>
    </w:p>
    <w:p w14:paraId="1B1B4ECC" w14:textId="77777777" w:rsidR="004B5A85" w:rsidRDefault="004C389C" w:rsidP="004C389C">
      <w:r>
        <w:t>En un filet noirâtre</w:t>
      </w:r>
      <w:r w:rsidR="004B5A85">
        <w:t xml:space="preserve">, </w:t>
      </w:r>
      <w:r>
        <w:t>qui montait perpendiculairement dans l</w:t>
      </w:r>
      <w:r w:rsidR="004B5A85">
        <w:t>’</w:t>
      </w:r>
      <w:r>
        <w:t>eau</w:t>
      </w:r>
      <w:r w:rsidR="004B5A85">
        <w:t xml:space="preserve">, </w:t>
      </w:r>
      <w:r>
        <w:t>du sang s</w:t>
      </w:r>
      <w:r w:rsidR="004B5A85">
        <w:t>’</w:t>
      </w:r>
      <w:r>
        <w:t>écoulait encore de l</w:t>
      </w:r>
      <w:r w:rsidR="004B5A85">
        <w:t>’</w:t>
      </w:r>
      <w:r>
        <w:t>horrible plaie</w:t>
      </w:r>
      <w:r w:rsidR="004B5A85">
        <w:t>.</w:t>
      </w:r>
    </w:p>
    <w:p w14:paraId="0B1F4426" w14:textId="77777777" w:rsidR="004B5A85" w:rsidRDefault="004C389C" w:rsidP="004C389C">
      <w:r>
        <w:t>Et l</w:t>
      </w:r>
      <w:r w:rsidR="004B5A85">
        <w:t>’</w:t>
      </w:r>
      <w:r>
        <w:t>eau était entrée dans le scaphandre</w:t>
      </w:r>
      <w:r w:rsidR="004B5A85">
        <w:t xml:space="preserve">, </w:t>
      </w:r>
      <w:r>
        <w:t>envahissant le casque</w:t>
      </w:r>
      <w:r w:rsidR="004B5A85">
        <w:t xml:space="preserve">, </w:t>
      </w:r>
      <w:r>
        <w:t>étouffant le malheureux</w:t>
      </w:r>
      <w:r w:rsidR="004B5A85">
        <w:t>.</w:t>
      </w:r>
    </w:p>
    <w:p w14:paraId="37C1509E" w14:textId="77777777" w:rsidR="004B5A85" w:rsidRDefault="004C389C" w:rsidP="004C389C">
      <w:r>
        <w:t>Le Ravageur fit un geste que tout le monde comprit</w:t>
      </w:r>
      <w:r w:rsidR="004B5A85">
        <w:t>.</w:t>
      </w:r>
    </w:p>
    <w:p w14:paraId="1045C778" w14:textId="77777777" w:rsidR="004B5A85" w:rsidRDefault="004C389C" w:rsidP="004C389C">
      <w:pPr>
        <w:rPr>
          <w:i/>
          <w:iCs/>
        </w:rPr>
      </w:pPr>
      <w:r>
        <w:t>Deux pirates prirent l</w:t>
      </w:r>
      <w:r w:rsidR="004B5A85">
        <w:t>’</w:t>
      </w:r>
      <w:r>
        <w:t xml:space="preserve">homme par les jambes et les épaules et se mirent à courir vers le </w:t>
      </w:r>
      <w:r>
        <w:rPr>
          <w:i/>
          <w:iCs/>
        </w:rPr>
        <w:t>Nyctalope</w:t>
      </w:r>
      <w:r w:rsidR="004B5A85">
        <w:rPr>
          <w:i/>
          <w:iCs/>
        </w:rPr>
        <w:t>.</w:t>
      </w:r>
    </w:p>
    <w:p w14:paraId="45AA044F" w14:textId="77777777" w:rsidR="004B5A85" w:rsidRDefault="004C389C" w:rsidP="004C389C">
      <w:r>
        <w:t>Tous les autres suivirent</w:t>
      </w:r>
      <w:r w:rsidR="004B5A85">
        <w:t xml:space="preserve">, </w:t>
      </w:r>
      <w:r>
        <w:t>le Ravageur en tête</w:t>
      </w:r>
      <w:r w:rsidR="004B5A85">
        <w:t>.</w:t>
      </w:r>
    </w:p>
    <w:p w14:paraId="4EED07D9" w14:textId="77777777" w:rsidR="004B5A85" w:rsidRDefault="004C389C" w:rsidP="004C389C">
      <w:r>
        <w:t>La porte du puits était ouverte</w:t>
      </w:r>
      <w:r w:rsidR="004B5A85">
        <w:t>.</w:t>
      </w:r>
    </w:p>
    <w:p w14:paraId="698732DD" w14:textId="77777777" w:rsidR="004B5A85" w:rsidRDefault="004C389C" w:rsidP="004C389C">
      <w:r>
        <w:lastRenderedPageBreak/>
        <w:t>On s</w:t>
      </w:r>
      <w:r w:rsidR="004B5A85">
        <w:t>’</w:t>
      </w:r>
      <w:r>
        <w:t>y engouffra</w:t>
      </w:r>
      <w:r w:rsidR="004B5A85">
        <w:t xml:space="preserve">. </w:t>
      </w:r>
      <w:r>
        <w:t>On eut beaucoup de peine à monter jusqu</w:t>
      </w:r>
      <w:r w:rsidR="004B5A85">
        <w:t>’</w:t>
      </w:r>
      <w:r>
        <w:t>à la trappe d</w:t>
      </w:r>
      <w:r w:rsidR="004B5A85">
        <w:t>’</w:t>
      </w:r>
      <w:r>
        <w:t>en haut le corps inerte</w:t>
      </w:r>
      <w:r w:rsidR="004B5A85">
        <w:t xml:space="preserve">. </w:t>
      </w:r>
      <w:r>
        <w:t>On y réussit toutefois assez rapidement</w:t>
      </w:r>
      <w:r w:rsidR="004B5A85">
        <w:t>.</w:t>
      </w:r>
    </w:p>
    <w:p w14:paraId="4B9B7E22" w14:textId="77777777" w:rsidR="004B5A85" w:rsidRDefault="004C389C" w:rsidP="004C389C">
      <w:r>
        <w:t>Et dès qu</w:t>
      </w:r>
      <w:r w:rsidR="004B5A85">
        <w:t>’</w:t>
      </w:r>
      <w:r>
        <w:t>on fut dans le poste de vigie</w:t>
      </w:r>
      <w:r w:rsidR="004B5A85">
        <w:t xml:space="preserve">, </w:t>
      </w:r>
      <w:r>
        <w:t>où accédait le puits de communication</w:t>
      </w:r>
      <w:r w:rsidR="004B5A85">
        <w:t xml:space="preserve">, </w:t>
      </w:r>
      <w:r>
        <w:t>on s</w:t>
      </w:r>
      <w:r w:rsidR="004B5A85">
        <w:t>’</w:t>
      </w:r>
      <w:r>
        <w:t>empressa d</w:t>
      </w:r>
      <w:r w:rsidR="004B5A85">
        <w:t>’</w:t>
      </w:r>
      <w:r>
        <w:t>ôter à l</w:t>
      </w:r>
      <w:r w:rsidR="004B5A85">
        <w:t>’</w:t>
      </w:r>
      <w:r>
        <w:t>homme son casque</w:t>
      </w:r>
      <w:r w:rsidR="004B5A85">
        <w:t xml:space="preserve">, </w:t>
      </w:r>
      <w:r>
        <w:t>son vêtement</w:t>
      </w:r>
      <w:r w:rsidR="004B5A85">
        <w:t xml:space="preserve">, </w:t>
      </w:r>
      <w:r>
        <w:t>pendant que le Ravageur lui ligotait son tronçon de bras pour arrêter la fuite du sang</w:t>
      </w:r>
      <w:r w:rsidR="004B5A85">
        <w:t>.</w:t>
      </w:r>
    </w:p>
    <w:p w14:paraId="488C76DA" w14:textId="77777777" w:rsidR="004B5A85" w:rsidRDefault="004C389C" w:rsidP="004C389C">
      <w:proofErr w:type="spellStart"/>
      <w:r>
        <w:t>Brasky</w:t>
      </w:r>
      <w:proofErr w:type="spellEnd"/>
      <w:r w:rsidR="004B5A85">
        <w:t xml:space="preserve"> – </w:t>
      </w:r>
      <w:r>
        <w:t>car la victime de l</w:t>
      </w:r>
      <w:r w:rsidR="004B5A85">
        <w:t>’</w:t>
      </w:r>
      <w:r>
        <w:t xml:space="preserve">araignée était le matelot pirate </w:t>
      </w:r>
      <w:proofErr w:type="spellStart"/>
      <w:r>
        <w:t>Brasky</w:t>
      </w:r>
      <w:proofErr w:type="spellEnd"/>
      <w:r w:rsidR="004B5A85">
        <w:t xml:space="preserve"> – </w:t>
      </w:r>
      <w:r>
        <w:t>était mort</w:t>
      </w:r>
      <w:r w:rsidR="004B5A85">
        <w:t>…</w:t>
      </w:r>
    </w:p>
    <w:p w14:paraId="6EB68DB5" w14:textId="77777777" w:rsidR="004B5A85" w:rsidRDefault="004C389C" w:rsidP="004C389C">
      <w:r>
        <w:t xml:space="preserve">Les vigies </w:t>
      </w:r>
      <w:proofErr w:type="spellStart"/>
      <w:r>
        <w:t>Raynor</w:t>
      </w:r>
      <w:proofErr w:type="spellEnd"/>
      <w:r>
        <w:t xml:space="preserve"> et </w:t>
      </w:r>
      <w:proofErr w:type="spellStart"/>
      <w:r>
        <w:t>Caltic</w:t>
      </w:r>
      <w:proofErr w:type="spellEnd"/>
      <w:r>
        <w:t xml:space="preserve"> avaient ôté son casque au Rav</w:t>
      </w:r>
      <w:r>
        <w:t>a</w:t>
      </w:r>
      <w:r>
        <w:t>geur du Monde</w:t>
      </w:r>
      <w:r w:rsidR="004B5A85">
        <w:t>.</w:t>
      </w:r>
    </w:p>
    <w:p w14:paraId="5270B079" w14:textId="77777777" w:rsidR="004B5A85" w:rsidRDefault="004C389C" w:rsidP="004C389C">
      <w:r>
        <w:t>Et longtemps</w:t>
      </w:r>
      <w:r w:rsidR="004B5A85">
        <w:t xml:space="preserve">, </w:t>
      </w:r>
      <w:r>
        <w:t xml:space="preserve">Hugues de Mauduit considéra </w:t>
      </w:r>
      <w:proofErr w:type="spellStart"/>
      <w:r>
        <w:t>Brasky</w:t>
      </w:r>
      <w:proofErr w:type="spellEnd"/>
      <w:r>
        <w:t xml:space="preserve"> étendu à ses pieds</w:t>
      </w:r>
      <w:r w:rsidR="004B5A85">
        <w:t>.</w:t>
      </w:r>
    </w:p>
    <w:p w14:paraId="4D1E2B81" w14:textId="77777777" w:rsidR="004B5A85" w:rsidRDefault="004C389C" w:rsidP="004C389C">
      <w:r>
        <w:t xml:space="preserve">Cet homme était le premier des pirates qui succombait dans la lutte à laquelle se consacraient les forbans du </w:t>
      </w:r>
      <w:r>
        <w:rPr>
          <w:i/>
          <w:iCs/>
        </w:rPr>
        <w:t xml:space="preserve">Nyctalope </w:t>
      </w:r>
      <w:r>
        <w:t>contre le monde civilisé</w:t>
      </w:r>
      <w:r w:rsidR="004B5A85">
        <w:t>.</w:t>
      </w:r>
    </w:p>
    <w:p w14:paraId="221B9B16" w14:textId="77777777" w:rsidR="004B5A85" w:rsidRDefault="004C389C" w:rsidP="004C389C">
      <w:r>
        <w:t>Il est vrai</w:t>
      </w:r>
      <w:r w:rsidR="004B5A85">
        <w:t xml:space="preserve">, </w:t>
      </w:r>
      <w:r>
        <w:t>la prise du trésor des galions espagnols n</w:t>
      </w:r>
      <w:r w:rsidR="004B5A85">
        <w:t>’</w:t>
      </w:r>
      <w:r>
        <w:t>était qu</w:t>
      </w:r>
      <w:r w:rsidR="004B5A85">
        <w:t>’</w:t>
      </w:r>
      <w:r>
        <w:t>un épisode indirect de cette lutte</w:t>
      </w:r>
      <w:r w:rsidR="004B5A85">
        <w:t>.</w:t>
      </w:r>
    </w:p>
    <w:p w14:paraId="1E851C07" w14:textId="77777777" w:rsidR="004B5A85" w:rsidRDefault="004C389C" w:rsidP="004C389C">
      <w:r>
        <w:t xml:space="preserve">Mais </w:t>
      </w:r>
      <w:proofErr w:type="spellStart"/>
      <w:r>
        <w:t>Brasky</w:t>
      </w:r>
      <w:proofErr w:type="spellEnd"/>
      <w:r>
        <w:t xml:space="preserve"> n</w:t>
      </w:r>
      <w:r w:rsidR="004B5A85">
        <w:t>’</w:t>
      </w:r>
      <w:r>
        <w:t>en était pas moins mort</w:t>
      </w:r>
      <w:r w:rsidR="004B5A85">
        <w:t>.</w:t>
      </w:r>
    </w:p>
    <w:p w14:paraId="19930F4D" w14:textId="77777777" w:rsidR="004B5A85" w:rsidRDefault="004C389C" w:rsidP="004C389C">
      <w:r>
        <w:t>Devant le cadavre</w:t>
      </w:r>
      <w:r w:rsidR="004B5A85">
        <w:t xml:space="preserve">, </w:t>
      </w:r>
      <w:proofErr w:type="spellStart"/>
      <w:r>
        <w:t>Askold</w:t>
      </w:r>
      <w:proofErr w:type="spellEnd"/>
      <w:r>
        <w:t xml:space="preserve"> et tous les pirates furent ra</w:t>
      </w:r>
      <w:r>
        <w:t>s</w:t>
      </w:r>
      <w:r>
        <w:t>semblés sur un ordre bref du Maître</w:t>
      </w:r>
      <w:r w:rsidR="004B5A85">
        <w:t>.</w:t>
      </w:r>
    </w:p>
    <w:p w14:paraId="66585CDB" w14:textId="77777777" w:rsidR="004B5A85" w:rsidRDefault="004B5A85" w:rsidP="004C389C">
      <w:r>
        <w:t>— </w:t>
      </w:r>
      <w:r w:rsidR="004C389C">
        <w:t>Mes amis</w:t>
      </w:r>
      <w:r>
        <w:t xml:space="preserve">, </w:t>
      </w:r>
      <w:r w:rsidR="004C389C">
        <w:t>nous étions dix-neuf</w:t>
      </w:r>
      <w:r>
        <w:t xml:space="preserve">. </w:t>
      </w:r>
      <w:r w:rsidR="004C389C">
        <w:t>Nous sommes dix-huit</w:t>
      </w:r>
      <w:r>
        <w:t xml:space="preserve">. </w:t>
      </w:r>
      <w:r w:rsidR="004C389C">
        <w:t>L</w:t>
      </w:r>
      <w:r>
        <w:t>’</w:t>
      </w:r>
      <w:r w:rsidR="004C389C">
        <w:t>un après l</w:t>
      </w:r>
      <w:r>
        <w:t>’</w:t>
      </w:r>
      <w:r w:rsidR="004C389C">
        <w:t>autre</w:t>
      </w:r>
      <w:r>
        <w:t xml:space="preserve">, </w:t>
      </w:r>
      <w:r w:rsidR="004C389C">
        <w:t>ou tous ensemble</w:t>
      </w:r>
      <w:r>
        <w:t xml:space="preserve">, </w:t>
      </w:r>
      <w:r w:rsidR="004C389C">
        <w:t>peut-être</w:t>
      </w:r>
      <w:r>
        <w:t xml:space="preserve">, </w:t>
      </w:r>
      <w:r w:rsidR="004C389C">
        <w:t>nous devons mourir un jour</w:t>
      </w:r>
      <w:r>
        <w:t xml:space="preserve">… </w:t>
      </w:r>
      <w:proofErr w:type="spellStart"/>
      <w:r w:rsidR="004C389C">
        <w:t>Brasky</w:t>
      </w:r>
      <w:proofErr w:type="spellEnd"/>
      <w:r w:rsidR="004C389C">
        <w:t xml:space="preserve"> a succombé en luttant courageusement contre les monstres de la mer</w:t>
      </w:r>
      <w:r>
        <w:t xml:space="preserve">, </w:t>
      </w:r>
      <w:r w:rsidR="004C389C">
        <w:t>moins cruels cependant que les monstres de la terre</w:t>
      </w:r>
      <w:r>
        <w:t xml:space="preserve">… </w:t>
      </w:r>
      <w:r w:rsidR="004C389C">
        <w:t>Paix et honneur à sa mémoire</w:t>
      </w:r>
      <w:r>
        <w:t> !</w:t>
      </w:r>
    </w:p>
    <w:p w14:paraId="02A878F3" w14:textId="77777777" w:rsidR="004B5A85" w:rsidRDefault="004C389C" w:rsidP="004C389C">
      <w:r>
        <w:lastRenderedPageBreak/>
        <w:t>Il se tut une minute</w:t>
      </w:r>
      <w:r w:rsidR="004B5A85">
        <w:t xml:space="preserve">, </w:t>
      </w:r>
      <w:r>
        <w:t>puis</w:t>
      </w:r>
      <w:r w:rsidR="004B5A85">
        <w:t xml:space="preserve">, </w:t>
      </w:r>
      <w:r>
        <w:t>d</w:t>
      </w:r>
      <w:r w:rsidR="004B5A85">
        <w:t>’</w:t>
      </w:r>
      <w:r>
        <w:t>une voix différente</w:t>
      </w:r>
      <w:r w:rsidR="004B5A85">
        <w:t xml:space="preserve">, </w:t>
      </w:r>
      <w:r>
        <w:t>de sa voix impérieuse et froide de commandement</w:t>
      </w:r>
      <w:r w:rsidR="004B5A85">
        <w:t xml:space="preserve">, </w:t>
      </w:r>
      <w:r>
        <w:t>il reprit</w:t>
      </w:r>
      <w:r w:rsidR="004B5A85">
        <w:t> :</w:t>
      </w:r>
    </w:p>
    <w:p w14:paraId="424D9FE5" w14:textId="77777777" w:rsidR="004B5A85" w:rsidRDefault="004B5A85" w:rsidP="004C389C">
      <w:r>
        <w:t>— </w:t>
      </w:r>
      <w:proofErr w:type="spellStart"/>
      <w:r w:rsidR="004C389C">
        <w:t>Brasky</w:t>
      </w:r>
      <w:proofErr w:type="spellEnd"/>
      <w:r w:rsidR="004C389C">
        <w:t xml:space="preserve"> sera enterré dans le sable des solitudes sous-marines</w:t>
      </w:r>
      <w:r>
        <w:t xml:space="preserve">, </w:t>
      </w:r>
      <w:r w:rsidR="004C389C">
        <w:t>à l</w:t>
      </w:r>
      <w:r>
        <w:t>’</w:t>
      </w:r>
      <w:r w:rsidR="004C389C">
        <w:t>endroit même où il est tombé</w:t>
      </w:r>
      <w:r>
        <w:t xml:space="preserve">. </w:t>
      </w:r>
      <w:r w:rsidR="004C389C">
        <w:t>Quant à nous</w:t>
      </w:r>
      <w:r>
        <w:t xml:space="preserve">, </w:t>
      </w:r>
      <w:r w:rsidR="004C389C">
        <w:t>cont</w:t>
      </w:r>
      <w:r w:rsidR="004C389C">
        <w:t>i</w:t>
      </w:r>
      <w:r w:rsidR="004C389C">
        <w:t>nuons notre œuvre sans défaillance</w:t>
      </w:r>
      <w:r>
        <w:t xml:space="preserve">, </w:t>
      </w:r>
      <w:r w:rsidR="004C389C">
        <w:t>sans autre ambition et sans autre espoir que la vengeance avant la mort</w:t>
      </w:r>
      <w:r>
        <w:t>.</w:t>
      </w:r>
    </w:p>
    <w:p w14:paraId="7A68D4C1" w14:textId="77777777" w:rsidR="004B5A85" w:rsidRDefault="004C389C" w:rsidP="004C389C">
      <w:r>
        <w:t>Les hommes s</w:t>
      </w:r>
      <w:r w:rsidR="004B5A85">
        <w:t>’</w:t>
      </w:r>
      <w:r>
        <w:t>inclinèrent</w:t>
      </w:r>
      <w:r w:rsidR="004B5A85">
        <w:t xml:space="preserve">, </w:t>
      </w:r>
      <w:r>
        <w:t>émus et farouches</w:t>
      </w:r>
      <w:r w:rsidR="004B5A85">
        <w:t>.</w:t>
      </w:r>
    </w:p>
    <w:p w14:paraId="60113B07" w14:textId="77777777" w:rsidR="004B5A85" w:rsidRDefault="004B5A85" w:rsidP="004C389C">
      <w:r>
        <w:t>— </w:t>
      </w:r>
      <w:r w:rsidR="004C389C">
        <w:t>À vos postes</w:t>
      </w:r>
      <w:r>
        <w:t xml:space="preserve"> ! </w:t>
      </w:r>
      <w:r w:rsidR="004C389C">
        <w:t xml:space="preserve">commanda </w:t>
      </w:r>
      <w:proofErr w:type="spellStart"/>
      <w:r w:rsidR="004C389C">
        <w:t>Askold</w:t>
      </w:r>
      <w:proofErr w:type="spellEnd"/>
      <w:r>
        <w:t>.</w:t>
      </w:r>
    </w:p>
    <w:p w14:paraId="2F5BC8FC" w14:textId="77777777" w:rsidR="004B5A85" w:rsidRDefault="004B5A85" w:rsidP="004C389C">
      <w:r>
        <w:t>— </w:t>
      </w:r>
      <w:r w:rsidR="004C389C">
        <w:t>Aux scaphandres</w:t>
      </w:r>
      <w:r>
        <w:t xml:space="preserve"> ! </w:t>
      </w:r>
      <w:r w:rsidR="004C389C">
        <w:t>ordonna le Ravageur</w:t>
      </w:r>
      <w:r>
        <w:t>.</w:t>
      </w:r>
    </w:p>
    <w:p w14:paraId="26124057" w14:textId="77777777" w:rsidR="004B5A85" w:rsidRDefault="004C389C" w:rsidP="004C389C">
      <w:r>
        <w:t>Deux heures plus tard</w:t>
      </w:r>
      <w:r w:rsidR="004B5A85">
        <w:t xml:space="preserve">, </w:t>
      </w:r>
      <w:proofErr w:type="spellStart"/>
      <w:r>
        <w:t>Brasky</w:t>
      </w:r>
      <w:proofErr w:type="spellEnd"/>
      <w:r>
        <w:t xml:space="preserve"> était enterré dans le sable sous l</w:t>
      </w:r>
      <w:r w:rsidR="004B5A85">
        <w:t>’</w:t>
      </w:r>
      <w:r>
        <w:t>épave du galion</w:t>
      </w:r>
      <w:r w:rsidR="004B5A85">
        <w:t xml:space="preserve">, </w:t>
      </w:r>
      <w:r>
        <w:t>et dans un va-et-vient continuel qu</w:t>
      </w:r>
      <w:r>
        <w:t>a</w:t>
      </w:r>
      <w:r>
        <w:t>rante sacs remplis d</w:t>
      </w:r>
      <w:r w:rsidR="004B5A85">
        <w:t>’</w:t>
      </w:r>
      <w:r>
        <w:t>or</w:t>
      </w:r>
      <w:r w:rsidR="004B5A85">
        <w:t xml:space="preserve">, </w:t>
      </w:r>
      <w:r>
        <w:t>d</w:t>
      </w:r>
      <w:r w:rsidR="004B5A85">
        <w:t>’</w:t>
      </w:r>
      <w:r>
        <w:t xml:space="preserve">argent et de pierreries avaient été transportés à bord du </w:t>
      </w:r>
      <w:r>
        <w:rPr>
          <w:i/>
          <w:iCs/>
        </w:rPr>
        <w:t xml:space="preserve">Nyctalope </w:t>
      </w:r>
      <w:r>
        <w:t>et vidés pêle-mêle dans le m</w:t>
      </w:r>
      <w:r>
        <w:t>a</w:t>
      </w:r>
      <w:r>
        <w:t>gasin numéro 22</w:t>
      </w:r>
      <w:r w:rsidR="004B5A85">
        <w:t xml:space="preserve">, </w:t>
      </w:r>
      <w:r>
        <w:t>communiquant directement avec le poste de vigie</w:t>
      </w:r>
      <w:r w:rsidR="004B5A85">
        <w:t>.</w:t>
      </w:r>
    </w:p>
    <w:p w14:paraId="689DA027" w14:textId="77777777" w:rsidR="004B5A85" w:rsidRDefault="004C389C" w:rsidP="004C389C">
      <w:r>
        <w:t>Et diminué d</w:t>
      </w:r>
      <w:r w:rsidR="004B5A85">
        <w:t>’</w:t>
      </w:r>
      <w:r>
        <w:t>un homme</w:t>
      </w:r>
      <w:r w:rsidR="004B5A85">
        <w:t xml:space="preserve">, </w:t>
      </w:r>
      <w:r>
        <w:t>mais chargé d</w:t>
      </w:r>
      <w:r w:rsidR="004B5A85">
        <w:t>’</w:t>
      </w:r>
      <w:r>
        <w:t>un trésor destiné à contribuer à rendre plus terrible et plus longue la guerre all</w:t>
      </w:r>
      <w:r>
        <w:t>u</w:t>
      </w:r>
      <w:r>
        <w:t>mée contre les autres hommes</w:t>
      </w:r>
      <w:r w:rsidR="004B5A85">
        <w:t xml:space="preserve">, </w:t>
      </w:r>
      <w:r>
        <w:t xml:space="preserve">le sous-marin </w:t>
      </w:r>
      <w:r>
        <w:rPr>
          <w:i/>
          <w:iCs/>
        </w:rPr>
        <w:t xml:space="preserve">Nyctalope </w:t>
      </w:r>
      <w:r>
        <w:t>reprit la direction de l</w:t>
      </w:r>
      <w:r w:rsidR="004B5A85">
        <w:t>’</w:t>
      </w:r>
      <w:r>
        <w:t>Amérique</w:t>
      </w:r>
      <w:r w:rsidR="004B5A85">
        <w:t>.</w:t>
      </w:r>
    </w:p>
    <w:p w14:paraId="1E36F996" w14:textId="77777777" w:rsidR="004B5A85" w:rsidRDefault="004C389C" w:rsidP="004B5A85">
      <w:pPr>
        <w:pStyle w:val="Titre1"/>
      </w:pPr>
      <w:bookmarkStart w:id="41" w:name="__RefHeading__43_1003869823"/>
      <w:bookmarkStart w:id="42" w:name="_Toc202462482"/>
      <w:bookmarkEnd w:id="41"/>
      <w:r>
        <w:lastRenderedPageBreak/>
        <w:t>CHAPITRE XXII</w:t>
      </w:r>
      <w:r>
        <w:br/>
      </w:r>
      <w:r>
        <w:br/>
        <w:t>NE PERDONS PAS DE TEMPS</w:t>
      </w:r>
      <w:r w:rsidR="004B5A85">
        <w:t> !</w:t>
      </w:r>
      <w:bookmarkEnd w:id="42"/>
    </w:p>
    <w:p w14:paraId="463B660B" w14:textId="77777777" w:rsidR="004B5A85" w:rsidRDefault="004C389C" w:rsidP="004C389C">
      <w:r>
        <w:t>Cette même nuit</w:t>
      </w:r>
      <w:r w:rsidR="004B5A85">
        <w:t xml:space="preserve">, </w:t>
      </w:r>
      <w:r>
        <w:t>au sud-ouest de l</w:t>
      </w:r>
      <w:r w:rsidR="004B5A85">
        <w:t>’</w:t>
      </w:r>
      <w:r>
        <w:t>océan Atlantique</w:t>
      </w:r>
      <w:r w:rsidR="004B5A85">
        <w:t xml:space="preserve">, </w:t>
      </w:r>
      <w:r>
        <w:t xml:space="preserve">les sous-marins </w:t>
      </w:r>
      <w:r>
        <w:rPr>
          <w:i/>
          <w:iCs/>
        </w:rPr>
        <w:t xml:space="preserve">Revanche </w:t>
      </w:r>
      <w:r>
        <w:t xml:space="preserve">et </w:t>
      </w:r>
      <w:r>
        <w:rPr>
          <w:i/>
          <w:iCs/>
        </w:rPr>
        <w:t xml:space="preserve">Victoire </w:t>
      </w:r>
      <w:r>
        <w:t>naviguaient à petite allure en surface</w:t>
      </w:r>
      <w:r w:rsidR="004B5A85">
        <w:t xml:space="preserve">, </w:t>
      </w:r>
      <w:r>
        <w:t>le cap au nord</w:t>
      </w:r>
      <w:r w:rsidR="004B5A85">
        <w:t>…</w:t>
      </w:r>
    </w:p>
    <w:p w14:paraId="3030716C" w14:textId="77777777" w:rsidR="004B5A85" w:rsidRDefault="004C389C" w:rsidP="004C389C">
      <w:r>
        <w:t>Le ciel était si pur</w:t>
      </w:r>
      <w:r w:rsidR="004B5A85">
        <w:t xml:space="preserve">, </w:t>
      </w:r>
      <w:r>
        <w:t>la mer si calme</w:t>
      </w:r>
      <w:r w:rsidR="004B5A85">
        <w:t xml:space="preserve">, </w:t>
      </w:r>
      <w:r>
        <w:t>cette nuit-là</w:t>
      </w:r>
      <w:r w:rsidR="004B5A85">
        <w:t xml:space="preserve">, </w:t>
      </w:r>
      <w:r>
        <w:t>que</w:t>
      </w:r>
      <w:r w:rsidR="004B5A85">
        <w:t xml:space="preserve">, </w:t>
      </w:r>
      <w:r>
        <w:t>en prenant son quart</w:t>
      </w:r>
      <w:r w:rsidR="004B5A85">
        <w:t xml:space="preserve">, – </w:t>
      </w:r>
      <w:r>
        <w:t>car</w:t>
      </w:r>
      <w:r w:rsidR="004B5A85">
        <w:t xml:space="preserve">, </w:t>
      </w:r>
      <w:r>
        <w:t>avec Paul Randal comme second</w:t>
      </w:r>
      <w:r w:rsidR="004B5A85">
        <w:t xml:space="preserve">, </w:t>
      </w:r>
      <w:r>
        <w:t>L</w:t>
      </w:r>
      <w:r>
        <w:t>u</w:t>
      </w:r>
      <w:r>
        <w:t xml:space="preserve">dovic Martel exerçait le commandement effectif de la </w:t>
      </w:r>
      <w:r>
        <w:rPr>
          <w:i/>
          <w:iCs/>
        </w:rPr>
        <w:t xml:space="preserve">Revanche </w:t>
      </w:r>
      <w:r>
        <w:t xml:space="preserve">et de la </w:t>
      </w:r>
      <w:r>
        <w:rPr>
          <w:i/>
          <w:iCs/>
        </w:rPr>
        <w:t>Victoire</w:t>
      </w:r>
      <w:r w:rsidR="004B5A85">
        <w:rPr>
          <w:i/>
          <w:iCs/>
        </w:rPr>
        <w:t xml:space="preserve">, </w:t>
      </w:r>
      <w:r>
        <w:t>naviguant de conserve</w:t>
      </w:r>
      <w:r w:rsidR="004B5A85">
        <w:t xml:space="preserve">, – </w:t>
      </w:r>
      <w:r>
        <w:t>l</w:t>
      </w:r>
      <w:r w:rsidR="004B5A85">
        <w:t>’</w:t>
      </w:r>
      <w:r>
        <w:t>officier était monté sur la plate-forme pour y respirer l</w:t>
      </w:r>
      <w:r w:rsidR="004B5A85">
        <w:t>’</w:t>
      </w:r>
      <w:r>
        <w:t>air vivifiant de l</w:t>
      </w:r>
      <w:r w:rsidR="004B5A85">
        <w:t>’</w:t>
      </w:r>
      <w:r>
        <w:t>océan</w:t>
      </w:r>
      <w:r w:rsidR="004B5A85">
        <w:t>.</w:t>
      </w:r>
    </w:p>
    <w:p w14:paraId="2B98B1E3" w14:textId="77777777" w:rsidR="004B5A85" w:rsidRDefault="004C389C" w:rsidP="004C389C">
      <w:r>
        <w:t>Pierrot l</w:t>
      </w:r>
      <w:r w:rsidR="004B5A85">
        <w:t>’</w:t>
      </w:r>
      <w:r>
        <w:t>Écureuil était à ses côtés</w:t>
      </w:r>
      <w:r w:rsidR="004B5A85">
        <w:t xml:space="preserve">. </w:t>
      </w:r>
      <w:r>
        <w:t>Le mousse</w:t>
      </w:r>
      <w:r w:rsidR="004B5A85">
        <w:t xml:space="preserve">, </w:t>
      </w:r>
      <w:r>
        <w:t>en effet</w:t>
      </w:r>
      <w:r w:rsidR="004B5A85">
        <w:t xml:space="preserve">, </w:t>
      </w:r>
      <w:r>
        <w:t>pa</w:t>
      </w:r>
      <w:r>
        <w:t>r</w:t>
      </w:r>
      <w:r>
        <w:t xml:space="preserve">ticipait aux heures de service de son </w:t>
      </w:r>
      <w:proofErr w:type="spellStart"/>
      <w:r>
        <w:t>comm</w:t>
      </w:r>
      <w:r w:rsidR="004B5A85">
        <w:t>’</w:t>
      </w:r>
      <w:r>
        <w:t>dant</w:t>
      </w:r>
      <w:proofErr w:type="spellEnd"/>
      <w:r w:rsidR="004B5A85">
        <w:t xml:space="preserve">, </w:t>
      </w:r>
      <w:r>
        <w:t>et il ne se co</w:t>
      </w:r>
      <w:r>
        <w:t>u</w:t>
      </w:r>
      <w:r>
        <w:t>chait pas quand l</w:t>
      </w:r>
      <w:r w:rsidR="004B5A85">
        <w:t>’</w:t>
      </w:r>
      <w:r>
        <w:t>officier veillait</w:t>
      </w:r>
      <w:r w:rsidR="004B5A85">
        <w:t>.</w:t>
      </w:r>
    </w:p>
    <w:p w14:paraId="730AF35F" w14:textId="77777777" w:rsidR="004B5A85" w:rsidRDefault="004C389C" w:rsidP="004C389C">
      <w:r>
        <w:t>Depuis que l</w:t>
      </w:r>
      <w:r w:rsidR="004B5A85">
        <w:t>’</w:t>
      </w:r>
      <w:r>
        <w:t>on était sorti du Pacifique</w:t>
      </w:r>
      <w:r w:rsidR="004B5A85">
        <w:t xml:space="preserve">, </w:t>
      </w:r>
      <w:r>
        <w:t>le cap Horn do</w:t>
      </w:r>
      <w:r>
        <w:t>u</w:t>
      </w:r>
      <w:r>
        <w:t>blé</w:t>
      </w:r>
      <w:r w:rsidR="004B5A85">
        <w:t xml:space="preserve">, </w:t>
      </w:r>
      <w:r>
        <w:t>et que l</w:t>
      </w:r>
      <w:r w:rsidR="004B5A85">
        <w:t>’</w:t>
      </w:r>
      <w:r>
        <w:t>on remontait lentement l</w:t>
      </w:r>
      <w:r w:rsidR="004B5A85">
        <w:t>’</w:t>
      </w:r>
      <w:r>
        <w:t>océan Atlantique</w:t>
      </w:r>
      <w:r w:rsidR="004B5A85">
        <w:t xml:space="preserve">, </w:t>
      </w:r>
      <w:r>
        <w:t xml:space="preserve">les deux équipages de la </w:t>
      </w:r>
      <w:r>
        <w:rPr>
          <w:i/>
          <w:iCs/>
        </w:rPr>
        <w:t xml:space="preserve">Revanche </w:t>
      </w:r>
      <w:r>
        <w:t xml:space="preserve">et de la </w:t>
      </w:r>
      <w:r>
        <w:rPr>
          <w:i/>
          <w:iCs/>
        </w:rPr>
        <w:t xml:space="preserve">Victoire </w:t>
      </w:r>
      <w:r>
        <w:t>n</w:t>
      </w:r>
      <w:r w:rsidR="004B5A85">
        <w:t>’</w:t>
      </w:r>
      <w:r>
        <w:t>avaient qu</w:t>
      </w:r>
      <w:r w:rsidR="004B5A85">
        <w:t>’</w:t>
      </w:r>
      <w:r>
        <w:t>une pr</w:t>
      </w:r>
      <w:r>
        <w:t>é</w:t>
      </w:r>
      <w:r>
        <w:t>occupation qui se résumait dans leur esprit et sur leurs lèvres par la question suivante</w:t>
      </w:r>
      <w:r w:rsidR="004B5A85">
        <w:t> :</w:t>
      </w:r>
    </w:p>
    <w:p w14:paraId="30998768" w14:textId="77777777" w:rsidR="004B5A85" w:rsidRDefault="004B5A85" w:rsidP="004C389C">
      <w:r>
        <w:t>— </w:t>
      </w:r>
      <w:r w:rsidR="004C389C">
        <w:t>Où est le Ravageur du Monde</w:t>
      </w:r>
      <w:r>
        <w:t> ?…</w:t>
      </w:r>
    </w:p>
    <w:p w14:paraId="664BA164" w14:textId="77777777" w:rsidR="004B5A85" w:rsidRDefault="004C389C" w:rsidP="004C389C">
      <w:pPr>
        <w:rPr>
          <w:i/>
          <w:iCs/>
        </w:rPr>
      </w:pPr>
      <w:r>
        <w:t>Donc</w:t>
      </w:r>
      <w:r w:rsidR="004B5A85">
        <w:t xml:space="preserve">, </w:t>
      </w:r>
      <w:r>
        <w:t>ce soir-là</w:t>
      </w:r>
      <w:r w:rsidR="004B5A85">
        <w:t xml:space="preserve">, </w:t>
      </w:r>
      <w:r>
        <w:t xml:space="preserve">sur la plate-forme de la </w:t>
      </w:r>
      <w:r>
        <w:rPr>
          <w:i/>
          <w:iCs/>
        </w:rPr>
        <w:t>Revanche</w:t>
      </w:r>
      <w:r w:rsidR="004B5A85">
        <w:rPr>
          <w:i/>
          <w:iCs/>
        </w:rPr>
        <w:t xml:space="preserve">, </w:t>
      </w:r>
      <w:r>
        <w:t>d</w:t>
      </w:r>
      <w:r w:rsidR="004B5A85">
        <w:t>’</w:t>
      </w:r>
      <w:r>
        <w:t>où l</w:t>
      </w:r>
      <w:r w:rsidR="004B5A85">
        <w:t>’</w:t>
      </w:r>
      <w:r>
        <w:t>on voyait dans la nuit claire</w:t>
      </w:r>
      <w:r w:rsidR="004B5A85">
        <w:t xml:space="preserve">, </w:t>
      </w:r>
      <w:r>
        <w:t>à une encablure de distance</w:t>
      </w:r>
      <w:r w:rsidR="004B5A85">
        <w:t xml:space="preserve">, </w:t>
      </w:r>
      <w:r>
        <w:t xml:space="preserve">la </w:t>
      </w:r>
      <w:r>
        <w:rPr>
          <w:i/>
          <w:iCs/>
        </w:rPr>
        <w:t xml:space="preserve">Victoire </w:t>
      </w:r>
      <w:r>
        <w:t>bondir sur les vagues dans le sillage phosphorescent du premier sous-marin</w:t>
      </w:r>
      <w:r w:rsidR="004B5A85">
        <w:t xml:space="preserve">, </w:t>
      </w:r>
      <w:r>
        <w:t>le commandant Martel et Pierrot l</w:t>
      </w:r>
      <w:r w:rsidR="004B5A85">
        <w:t>’</w:t>
      </w:r>
      <w:r>
        <w:t xml:space="preserve">Écureuil se demandaient dans quelle mer du globe pouvait se trouver le Ravageur du Monde avec le </w:t>
      </w:r>
      <w:r>
        <w:rPr>
          <w:i/>
          <w:iCs/>
        </w:rPr>
        <w:t>Nyctalope</w:t>
      </w:r>
      <w:r w:rsidR="004B5A85">
        <w:rPr>
          <w:i/>
          <w:iCs/>
        </w:rPr>
        <w:t>.</w:t>
      </w:r>
    </w:p>
    <w:p w14:paraId="5DB0B917" w14:textId="77777777" w:rsidR="004B5A85" w:rsidRDefault="004B5A85" w:rsidP="004C389C">
      <w:r>
        <w:rPr>
          <w:i/>
          <w:iCs/>
        </w:rPr>
        <w:lastRenderedPageBreak/>
        <w:t>— </w:t>
      </w:r>
      <w:r w:rsidR="004C389C">
        <w:t>Où sommes-nous en ce moment</w:t>
      </w:r>
      <w:r>
        <w:t xml:space="preserve"> ? </w:t>
      </w:r>
      <w:r w:rsidR="004C389C">
        <w:t>demanda Pierrot l</w:t>
      </w:r>
      <w:r>
        <w:t>’</w:t>
      </w:r>
      <w:r w:rsidR="004C389C">
        <w:t>Écureuil</w:t>
      </w:r>
      <w:r>
        <w:t>.</w:t>
      </w:r>
    </w:p>
    <w:p w14:paraId="6EA8FE47" w14:textId="77777777" w:rsidR="004B5A85" w:rsidRDefault="004B5A85" w:rsidP="004C389C">
      <w:r>
        <w:t>— </w:t>
      </w:r>
      <w:r w:rsidR="004C389C">
        <w:t>Nous sommes dans l</w:t>
      </w:r>
      <w:r>
        <w:t>’</w:t>
      </w:r>
      <w:r w:rsidR="004C389C">
        <w:t>Atlantique</w:t>
      </w:r>
      <w:r>
        <w:t xml:space="preserve">, </w:t>
      </w:r>
      <w:r w:rsidR="004C389C">
        <w:t>à quelques milles au large des côtes de Patagonie</w:t>
      </w:r>
      <w:r>
        <w:t xml:space="preserve">, </w:t>
      </w:r>
      <w:r w:rsidR="004C389C">
        <w:t>et nous remontons vers le nord</w:t>
      </w:r>
      <w:r>
        <w:t xml:space="preserve">, </w:t>
      </w:r>
      <w:r w:rsidR="004C389C">
        <w:t>répondit Ludovic Martel</w:t>
      </w:r>
      <w:r>
        <w:t>.</w:t>
      </w:r>
    </w:p>
    <w:p w14:paraId="19429AA6" w14:textId="77777777" w:rsidR="004B5A85" w:rsidRDefault="004B5A85" w:rsidP="004C389C">
      <w:r>
        <w:t>— </w:t>
      </w:r>
      <w:r w:rsidR="004C389C">
        <w:t>Et quel est le grand port le plus rapproché de nous</w:t>
      </w:r>
      <w:r>
        <w:t xml:space="preserve">, </w:t>
      </w:r>
      <w:r w:rsidR="004C389C">
        <w:t>dans la direction que nous suivons</w:t>
      </w:r>
      <w:r>
        <w:t xml:space="preserve"> ? </w:t>
      </w:r>
      <w:r w:rsidR="004C389C">
        <w:t>demanda encore le jeune mousse</w:t>
      </w:r>
      <w:r>
        <w:t>.</w:t>
      </w:r>
    </w:p>
    <w:p w14:paraId="7709C880" w14:textId="77777777" w:rsidR="004B5A85" w:rsidRDefault="004B5A85" w:rsidP="004C389C">
      <w:r>
        <w:t>— </w:t>
      </w:r>
      <w:r w:rsidR="004C389C">
        <w:t>C</w:t>
      </w:r>
      <w:r>
        <w:t>’</w:t>
      </w:r>
      <w:r w:rsidR="004C389C">
        <w:t>est Montevideo</w:t>
      </w:r>
      <w:r>
        <w:t xml:space="preserve">, </w:t>
      </w:r>
      <w:r w:rsidR="004C389C">
        <w:t>capitale de l</w:t>
      </w:r>
      <w:r>
        <w:t>’</w:t>
      </w:r>
      <w:r w:rsidR="004C389C">
        <w:t>Uruguay</w:t>
      </w:r>
      <w:r>
        <w:t xml:space="preserve">, </w:t>
      </w:r>
      <w:r w:rsidR="004C389C">
        <w:t>à l</w:t>
      </w:r>
      <w:r>
        <w:t>’</w:t>
      </w:r>
      <w:r w:rsidR="004C389C">
        <w:t xml:space="preserve">estuaire du grand fleuve de la </w:t>
      </w:r>
      <w:proofErr w:type="spellStart"/>
      <w:r w:rsidR="004C389C">
        <w:t>Plata</w:t>
      </w:r>
      <w:proofErr w:type="spellEnd"/>
      <w:r>
        <w:t>.</w:t>
      </w:r>
    </w:p>
    <w:p w14:paraId="22B23858" w14:textId="77777777" w:rsidR="004B5A85" w:rsidRDefault="004B5A85" w:rsidP="004C389C">
      <w:r>
        <w:t>— </w:t>
      </w:r>
      <w:r w:rsidR="004C389C">
        <w:t>Eh bien</w:t>
      </w:r>
      <w:r>
        <w:t xml:space="preserve"> ! </w:t>
      </w:r>
      <w:r w:rsidR="004C389C">
        <w:t xml:space="preserve">mon </w:t>
      </w:r>
      <w:proofErr w:type="spellStart"/>
      <w:r w:rsidR="004C389C">
        <w:t>comm</w:t>
      </w:r>
      <w:r>
        <w:t>’</w:t>
      </w:r>
      <w:r w:rsidR="004C389C">
        <w:t>dant</w:t>
      </w:r>
      <w:proofErr w:type="spellEnd"/>
      <w:r w:rsidR="004C389C">
        <w:t xml:space="preserve"> est-ce qu</w:t>
      </w:r>
      <w:r>
        <w:t>’</w:t>
      </w:r>
      <w:r w:rsidR="004C389C">
        <w:t>en nous arrêtant à Montevideo</w:t>
      </w:r>
      <w:r>
        <w:t xml:space="preserve">, </w:t>
      </w:r>
      <w:r w:rsidR="004C389C">
        <w:t>nous ne pourrions pas savoir si</w:t>
      </w:r>
      <w:r>
        <w:t xml:space="preserve">, </w:t>
      </w:r>
      <w:r w:rsidR="004C389C">
        <w:t>depuis notre d</w:t>
      </w:r>
      <w:r w:rsidR="004C389C">
        <w:t>é</w:t>
      </w:r>
      <w:r w:rsidR="004C389C">
        <w:t>part de Rochefort</w:t>
      </w:r>
      <w:r>
        <w:t xml:space="preserve">, </w:t>
      </w:r>
      <w:r w:rsidR="004C389C">
        <w:t>le Ravageur du Monde ne s</w:t>
      </w:r>
      <w:r>
        <w:t>’</w:t>
      </w:r>
      <w:r w:rsidR="004C389C">
        <w:t>est pas montré sur quelque point du monde</w:t>
      </w:r>
      <w:r>
        <w:t> ?</w:t>
      </w:r>
    </w:p>
    <w:p w14:paraId="69C7392C" w14:textId="77777777" w:rsidR="004B5A85" w:rsidRDefault="004B5A85" w:rsidP="004C389C">
      <w:r>
        <w:t>— </w:t>
      </w:r>
      <w:r w:rsidR="004C389C">
        <w:t>Je l</w:t>
      </w:r>
      <w:r>
        <w:t>’</w:t>
      </w:r>
      <w:r w:rsidR="004C389C">
        <w:t>espère</w:t>
      </w:r>
      <w:r>
        <w:t xml:space="preserve">, </w:t>
      </w:r>
      <w:r w:rsidR="004C389C">
        <w:t>mon petit</w:t>
      </w:r>
      <w:r>
        <w:t xml:space="preserve">, </w:t>
      </w:r>
      <w:r w:rsidR="004C389C">
        <w:t>et j</w:t>
      </w:r>
      <w:r>
        <w:t>’</w:t>
      </w:r>
      <w:r w:rsidR="004C389C">
        <w:t>ai l</w:t>
      </w:r>
      <w:r>
        <w:t>’</w:t>
      </w:r>
      <w:r w:rsidR="004C389C">
        <w:t>intention</w:t>
      </w:r>
      <w:r>
        <w:t xml:space="preserve">, </w:t>
      </w:r>
      <w:r w:rsidR="004C389C">
        <w:t>en effet</w:t>
      </w:r>
      <w:r>
        <w:t xml:space="preserve">, </w:t>
      </w:r>
      <w:r w:rsidR="004C389C">
        <w:t>de m</w:t>
      </w:r>
      <w:r>
        <w:t>’</w:t>
      </w:r>
      <w:r w:rsidR="004C389C">
        <w:t>arrêter à Montevideo</w:t>
      </w:r>
      <w:r>
        <w:t>.</w:t>
      </w:r>
    </w:p>
    <w:p w14:paraId="7FC50453" w14:textId="77777777" w:rsidR="004B5A85" w:rsidRDefault="004B5A85" w:rsidP="004C389C">
      <w:r>
        <w:t>— </w:t>
      </w:r>
      <w:r w:rsidR="004C389C">
        <w:t>Bon</w:t>
      </w:r>
      <w:r>
        <w:t xml:space="preserve">, </w:t>
      </w:r>
      <w:r w:rsidR="004C389C">
        <w:t>fit Pierrot l</w:t>
      </w:r>
      <w:r>
        <w:t>’</w:t>
      </w:r>
      <w:r w:rsidR="004C389C">
        <w:t>Écureuil</w:t>
      </w:r>
      <w:r>
        <w:t xml:space="preserve">, </w:t>
      </w:r>
      <w:r w:rsidR="004C389C">
        <w:t>satisfait</w:t>
      </w:r>
      <w:r>
        <w:t xml:space="preserve">. </w:t>
      </w:r>
      <w:r w:rsidR="004C389C">
        <w:t>Et si vous apprenez là quelque chose sur le Ravageur du Monde</w:t>
      </w:r>
      <w:r>
        <w:t xml:space="preserve">, </w:t>
      </w:r>
      <w:r w:rsidR="004C389C">
        <w:t xml:space="preserve">mon </w:t>
      </w:r>
      <w:proofErr w:type="spellStart"/>
      <w:r w:rsidR="004C389C">
        <w:t>comm</w:t>
      </w:r>
      <w:r>
        <w:t>’</w:t>
      </w:r>
      <w:r w:rsidR="004C389C">
        <w:t>dant</w:t>
      </w:r>
      <w:proofErr w:type="spellEnd"/>
      <w:r>
        <w:t xml:space="preserve">, </w:t>
      </w:r>
      <w:r w:rsidR="004C389C">
        <w:t xml:space="preserve">vous dirigez la </w:t>
      </w:r>
      <w:r w:rsidR="004C389C">
        <w:rPr>
          <w:i/>
          <w:iCs/>
        </w:rPr>
        <w:t xml:space="preserve">Revanche </w:t>
      </w:r>
      <w:r w:rsidR="004C389C">
        <w:t xml:space="preserve">et la </w:t>
      </w:r>
      <w:r w:rsidR="004C389C">
        <w:rPr>
          <w:i/>
          <w:iCs/>
        </w:rPr>
        <w:t xml:space="preserve">Victoire </w:t>
      </w:r>
      <w:r w:rsidR="004C389C">
        <w:t xml:space="preserve">vers le point du monde où le </w:t>
      </w:r>
      <w:r w:rsidR="004C389C">
        <w:rPr>
          <w:i/>
          <w:iCs/>
        </w:rPr>
        <w:t xml:space="preserve">Nyctalope </w:t>
      </w:r>
      <w:r w:rsidR="004C389C">
        <w:t>aura été signalé</w:t>
      </w:r>
      <w:r>
        <w:t> ?</w:t>
      </w:r>
    </w:p>
    <w:p w14:paraId="7DE3CEA0" w14:textId="77777777" w:rsidR="004B5A85" w:rsidRDefault="004B5A85" w:rsidP="004C389C">
      <w:r>
        <w:t>— </w:t>
      </w:r>
      <w:r w:rsidR="004C389C">
        <w:t>Parbleu</w:t>
      </w:r>
      <w:r>
        <w:t xml:space="preserve"> ! </w:t>
      </w:r>
      <w:r w:rsidR="004C389C">
        <w:t>s</w:t>
      </w:r>
      <w:r>
        <w:t>’</w:t>
      </w:r>
      <w:r w:rsidR="004C389C">
        <w:t>écria Ludovic Martel en souriant</w:t>
      </w:r>
      <w:r>
        <w:t>.</w:t>
      </w:r>
    </w:p>
    <w:p w14:paraId="2AF93679" w14:textId="77777777" w:rsidR="004B5A85" w:rsidRDefault="004C389C" w:rsidP="004C389C">
      <w:r>
        <w:t>L</w:t>
      </w:r>
      <w:r w:rsidR="004B5A85">
        <w:t>’</w:t>
      </w:r>
      <w:r>
        <w:t>officier se demandait où tendaient les raisonnements de l</w:t>
      </w:r>
      <w:r w:rsidR="004B5A85">
        <w:t>’</w:t>
      </w:r>
      <w:r>
        <w:t>intelligent garçon et à quoi Pierrot l</w:t>
      </w:r>
      <w:r w:rsidR="004B5A85">
        <w:t>’</w:t>
      </w:r>
      <w:r>
        <w:t>Écureuil voulait en venir</w:t>
      </w:r>
      <w:r w:rsidR="004B5A85">
        <w:t>.</w:t>
      </w:r>
    </w:p>
    <w:p w14:paraId="0FA8C1C8" w14:textId="77777777" w:rsidR="004B5A85" w:rsidRDefault="004C389C" w:rsidP="004C389C">
      <w:r>
        <w:t>Il le sut bientôt</w:t>
      </w:r>
      <w:r w:rsidR="004B5A85">
        <w:t xml:space="preserve">. </w:t>
      </w:r>
      <w:r>
        <w:t>En effet</w:t>
      </w:r>
      <w:r w:rsidR="004B5A85">
        <w:t xml:space="preserve">, </w:t>
      </w:r>
      <w:r>
        <w:t>après un instant de réflexion</w:t>
      </w:r>
      <w:r w:rsidR="004B5A85">
        <w:t xml:space="preserve">, </w:t>
      </w:r>
      <w:r>
        <w:t>Pierrot l</w:t>
      </w:r>
      <w:r w:rsidR="004B5A85">
        <w:t>’</w:t>
      </w:r>
      <w:r>
        <w:t>Écureuil reprit</w:t>
      </w:r>
      <w:r w:rsidR="004B5A85">
        <w:t> :</w:t>
      </w:r>
    </w:p>
    <w:p w14:paraId="30534C4F" w14:textId="77777777" w:rsidR="004B5A85" w:rsidRDefault="004B5A85" w:rsidP="004C389C">
      <w:r>
        <w:t>— </w:t>
      </w:r>
      <w:r w:rsidR="004C389C">
        <w:t xml:space="preserve">Mon </w:t>
      </w:r>
      <w:proofErr w:type="spellStart"/>
      <w:r w:rsidR="004C389C">
        <w:t>comm</w:t>
      </w:r>
      <w:r>
        <w:t>’</w:t>
      </w:r>
      <w:r w:rsidR="004C389C">
        <w:t>dant</w:t>
      </w:r>
      <w:proofErr w:type="spellEnd"/>
      <w:r>
        <w:t xml:space="preserve">, </w:t>
      </w:r>
      <w:r w:rsidR="004C389C">
        <w:t>j</w:t>
      </w:r>
      <w:r>
        <w:t>’</w:t>
      </w:r>
      <w:r w:rsidR="004C389C">
        <w:t>ai une idée</w:t>
      </w:r>
      <w:r>
        <w:t xml:space="preserve">, </w:t>
      </w:r>
      <w:r w:rsidR="004C389C">
        <w:t>depuis ce matin</w:t>
      </w:r>
      <w:r>
        <w:t>.</w:t>
      </w:r>
    </w:p>
    <w:p w14:paraId="40324D86" w14:textId="77777777" w:rsidR="004B5A85" w:rsidRDefault="004B5A85" w:rsidP="004C389C">
      <w:r>
        <w:t>— </w:t>
      </w:r>
      <w:r w:rsidR="004C389C">
        <w:t>Ah</w:t>
      </w:r>
      <w:r>
        <w:t xml:space="preserve"> ! </w:t>
      </w:r>
      <w:r w:rsidR="004C389C">
        <w:t>ah</w:t>
      </w:r>
      <w:r>
        <w:t xml:space="preserve"> ! </w:t>
      </w:r>
      <w:r w:rsidR="004C389C">
        <w:t>voyons l</w:t>
      </w:r>
      <w:r>
        <w:t>’</w:t>
      </w:r>
      <w:r w:rsidR="004C389C">
        <w:t>idée</w:t>
      </w:r>
      <w:r>
        <w:t xml:space="preserve">, </w:t>
      </w:r>
      <w:r w:rsidR="004C389C">
        <w:t>mon petit</w:t>
      </w:r>
      <w:r>
        <w:t>.</w:t>
      </w:r>
    </w:p>
    <w:p w14:paraId="55109E84" w14:textId="77777777" w:rsidR="004B5A85" w:rsidRDefault="004B5A85" w:rsidP="004C389C">
      <w:r>
        <w:lastRenderedPageBreak/>
        <w:t>— </w:t>
      </w:r>
      <w:r w:rsidR="004C389C">
        <w:t>Oui</w:t>
      </w:r>
      <w:r>
        <w:t xml:space="preserve">, </w:t>
      </w:r>
      <w:r w:rsidR="004C389C">
        <w:t xml:space="preserve">mon </w:t>
      </w:r>
      <w:proofErr w:type="spellStart"/>
      <w:r w:rsidR="004C389C">
        <w:t>comm</w:t>
      </w:r>
      <w:r>
        <w:t>’</w:t>
      </w:r>
      <w:r w:rsidR="004C389C">
        <w:t>dant</w:t>
      </w:r>
      <w:proofErr w:type="spellEnd"/>
      <w:r>
        <w:t xml:space="preserve">. </w:t>
      </w:r>
      <w:r w:rsidR="004C389C">
        <w:t>Mais</w:t>
      </w:r>
      <w:r>
        <w:t xml:space="preserve">, </w:t>
      </w:r>
      <w:r w:rsidR="004C389C">
        <w:t>dites-moi</w:t>
      </w:r>
      <w:r>
        <w:t xml:space="preserve">, </w:t>
      </w:r>
      <w:r w:rsidR="004C389C">
        <w:t>n</w:t>
      </w:r>
      <w:r>
        <w:t>’</w:t>
      </w:r>
      <w:r w:rsidR="004C389C">
        <w:t>est-il pas vrai que</w:t>
      </w:r>
      <w:r>
        <w:t xml:space="preserve">, </w:t>
      </w:r>
      <w:r w:rsidR="004C389C">
        <w:t>même si nous passons en surface et dans l</w:t>
      </w:r>
      <w:r>
        <w:t>’</w:t>
      </w:r>
      <w:r w:rsidR="004C389C">
        <w:t xml:space="preserve">eau à quelques encablures du </w:t>
      </w:r>
      <w:r w:rsidR="004C389C">
        <w:rPr>
          <w:i/>
          <w:iCs/>
        </w:rPr>
        <w:t>Nyctalope</w:t>
      </w:r>
      <w:r>
        <w:rPr>
          <w:i/>
          <w:iCs/>
        </w:rPr>
        <w:t xml:space="preserve">, </w:t>
      </w:r>
      <w:r w:rsidR="004C389C">
        <w:t>il peut échapper à notre vue</w:t>
      </w:r>
      <w:r>
        <w:t> ?…</w:t>
      </w:r>
    </w:p>
    <w:p w14:paraId="3FD15A95" w14:textId="77777777" w:rsidR="004B5A85" w:rsidRDefault="004B5A85" w:rsidP="004C389C">
      <w:r>
        <w:t>— </w:t>
      </w:r>
      <w:r w:rsidR="004C389C">
        <w:t>C</w:t>
      </w:r>
      <w:r>
        <w:t>’</w:t>
      </w:r>
      <w:r w:rsidR="004C389C">
        <w:t>est exact</w:t>
      </w:r>
      <w:r>
        <w:t xml:space="preserve">. </w:t>
      </w:r>
      <w:r w:rsidR="004C389C">
        <w:t>Pour le rencontrer</w:t>
      </w:r>
      <w:r>
        <w:t xml:space="preserve">, </w:t>
      </w:r>
      <w:r w:rsidR="004C389C">
        <w:t>le voir et pouvoir lui do</w:t>
      </w:r>
      <w:r w:rsidR="004C389C">
        <w:t>n</w:t>
      </w:r>
      <w:r w:rsidR="004C389C">
        <w:t>ner la chasse</w:t>
      </w:r>
      <w:r>
        <w:t xml:space="preserve">, </w:t>
      </w:r>
      <w:r w:rsidR="004C389C">
        <w:t>nous devons surtout compter sur le hasard</w:t>
      </w:r>
      <w:r>
        <w:t xml:space="preserve">, </w:t>
      </w:r>
      <w:r w:rsidR="004C389C">
        <w:t>r</w:t>
      </w:r>
      <w:r w:rsidR="004C389C">
        <w:t>é</w:t>
      </w:r>
      <w:r w:rsidR="004C389C">
        <w:t>pondit l</w:t>
      </w:r>
      <w:r>
        <w:t>’</w:t>
      </w:r>
      <w:r w:rsidR="004C389C">
        <w:t>officier</w:t>
      </w:r>
      <w:r>
        <w:t xml:space="preserve">. </w:t>
      </w:r>
      <w:r w:rsidR="004C389C">
        <w:t>Notre devoir est de nous informer le plus so</w:t>
      </w:r>
      <w:r w:rsidR="004C389C">
        <w:t>u</w:t>
      </w:r>
      <w:r w:rsidR="004C389C">
        <w:t>vent possible et d</w:t>
      </w:r>
      <w:r>
        <w:t>’</w:t>
      </w:r>
      <w:r w:rsidR="004C389C">
        <w:t>aller croiser dans les parages où le Ravageur du Monde est signalé</w:t>
      </w:r>
      <w:r>
        <w:t>.</w:t>
      </w:r>
    </w:p>
    <w:p w14:paraId="7D936021" w14:textId="77777777" w:rsidR="004B5A85" w:rsidRDefault="004B5A85" w:rsidP="004C389C">
      <w:r>
        <w:t>« </w:t>
      </w:r>
      <w:r w:rsidR="004C389C">
        <w:t>Et même</w:t>
      </w:r>
      <w:r>
        <w:t xml:space="preserve">, </w:t>
      </w:r>
      <w:r w:rsidR="004C389C">
        <w:t>si nous nous trouvions dans les mêmes eaux que lui</w:t>
      </w:r>
      <w:r>
        <w:t xml:space="preserve">, </w:t>
      </w:r>
      <w:r w:rsidR="004C389C">
        <w:t>il pourrait passer inaperçu</w:t>
      </w:r>
      <w:r>
        <w:t xml:space="preserve">, </w:t>
      </w:r>
      <w:r w:rsidR="004C389C">
        <w:t>soit dans l</w:t>
      </w:r>
      <w:r>
        <w:t>’</w:t>
      </w:r>
      <w:r w:rsidR="004C389C">
        <w:t>obscurité des profondeurs sous-marines</w:t>
      </w:r>
      <w:r>
        <w:t xml:space="preserve">, </w:t>
      </w:r>
      <w:r w:rsidR="004C389C">
        <w:t>soit même en surface</w:t>
      </w:r>
      <w:r>
        <w:t xml:space="preserve">, </w:t>
      </w:r>
      <w:r w:rsidR="004C389C">
        <w:t>car</w:t>
      </w:r>
      <w:r>
        <w:t xml:space="preserve">, </w:t>
      </w:r>
      <w:r w:rsidR="004C389C">
        <w:t>à deux milles seulement</w:t>
      </w:r>
      <w:r>
        <w:t xml:space="preserve">, </w:t>
      </w:r>
      <w:r w:rsidR="004C389C">
        <w:t xml:space="preserve">le </w:t>
      </w:r>
      <w:r w:rsidR="004C389C">
        <w:rPr>
          <w:i/>
          <w:iCs/>
        </w:rPr>
        <w:t xml:space="preserve">Nyctalope </w:t>
      </w:r>
      <w:r w:rsidR="004C389C">
        <w:t>en émersion serait invisible</w:t>
      </w:r>
      <w:r>
        <w:t xml:space="preserve">. </w:t>
      </w:r>
      <w:r w:rsidR="004C389C">
        <w:t>Donc</w:t>
      </w:r>
      <w:r>
        <w:t xml:space="preserve">, </w:t>
      </w:r>
      <w:r w:rsidR="004C389C">
        <w:t>espérons</w:t>
      </w:r>
      <w:r>
        <w:t xml:space="preserve">, </w:t>
      </w:r>
      <w:r w:rsidR="004C389C">
        <w:t>je le répète</w:t>
      </w:r>
      <w:r>
        <w:t xml:space="preserve">, </w:t>
      </w:r>
      <w:r w:rsidR="004C389C">
        <w:t>que le hasard nous favorisera</w:t>
      </w:r>
      <w:r>
        <w:t>.</w:t>
      </w:r>
    </w:p>
    <w:p w14:paraId="1F668735" w14:textId="77777777" w:rsidR="004B5A85" w:rsidRDefault="004B5A85" w:rsidP="004C389C">
      <w:r>
        <w:t>— </w:t>
      </w:r>
      <w:r w:rsidR="004C389C">
        <w:t>Eh bien</w:t>
      </w:r>
      <w:r>
        <w:t xml:space="preserve"> ! </w:t>
      </w:r>
      <w:r w:rsidR="004C389C">
        <w:t>moi</w:t>
      </w:r>
      <w:r>
        <w:t xml:space="preserve">, </w:t>
      </w:r>
      <w:r w:rsidR="004C389C">
        <w:t>s</w:t>
      </w:r>
      <w:r>
        <w:t>’</w:t>
      </w:r>
      <w:r w:rsidR="004C389C">
        <w:t>écria Pierrot l</w:t>
      </w:r>
      <w:r>
        <w:t>’</w:t>
      </w:r>
      <w:r w:rsidR="004C389C">
        <w:t>Écureuil</w:t>
      </w:r>
      <w:r>
        <w:t xml:space="preserve">, </w:t>
      </w:r>
      <w:r w:rsidR="004C389C">
        <w:t>j</w:t>
      </w:r>
      <w:r>
        <w:t>’</w:t>
      </w:r>
      <w:r w:rsidR="004C389C">
        <w:t>ai une idée qui nous fera mieux découvrir le Ravageur et le sous-marin qu</w:t>
      </w:r>
      <w:r>
        <w:t>’</w:t>
      </w:r>
      <w:r w:rsidR="004C389C">
        <w:t>il nous a volé</w:t>
      </w:r>
      <w:r>
        <w:t> !…</w:t>
      </w:r>
    </w:p>
    <w:p w14:paraId="170869A1" w14:textId="77777777" w:rsidR="004B5A85" w:rsidRDefault="004C389C" w:rsidP="004C389C">
      <w:r>
        <w:t>Cela fut dit avec une si belle assurance</w:t>
      </w:r>
      <w:r w:rsidR="004B5A85">
        <w:t xml:space="preserve">, </w:t>
      </w:r>
      <w:r>
        <w:t>que le commandant Martel tressaillit</w:t>
      </w:r>
      <w:r w:rsidR="004B5A85">
        <w:t xml:space="preserve">. </w:t>
      </w:r>
      <w:r>
        <w:t>Il regarda fixement son mousse et</w:t>
      </w:r>
      <w:r w:rsidR="004B5A85">
        <w:t xml:space="preserve">, </w:t>
      </w:r>
      <w:r>
        <w:t>voyant à la clarté des étoiles son jeune visage singulièrement énergique et sérieux</w:t>
      </w:r>
      <w:r w:rsidR="004B5A85">
        <w:t xml:space="preserve">, </w:t>
      </w:r>
      <w:r>
        <w:t>il dit</w:t>
      </w:r>
      <w:r w:rsidR="004B5A85">
        <w:t> :</w:t>
      </w:r>
    </w:p>
    <w:p w14:paraId="1470A5F6" w14:textId="77777777" w:rsidR="004B5A85" w:rsidRDefault="004B5A85" w:rsidP="004C389C">
      <w:r>
        <w:t>— </w:t>
      </w:r>
      <w:r w:rsidR="004C389C">
        <w:t>Parle</w:t>
      </w:r>
      <w:r>
        <w:t xml:space="preserve">, </w:t>
      </w:r>
      <w:r w:rsidR="004C389C">
        <w:t>mon brave Pierrot</w:t>
      </w:r>
      <w:r>
        <w:t xml:space="preserve">, </w:t>
      </w:r>
      <w:r w:rsidR="004C389C">
        <w:t>quelle est ton idée</w:t>
      </w:r>
      <w:r>
        <w:t> ?</w:t>
      </w:r>
    </w:p>
    <w:p w14:paraId="2A1B9E45" w14:textId="77777777" w:rsidR="004B5A85" w:rsidRDefault="004B5A85" w:rsidP="004C389C">
      <w:r>
        <w:t>— </w:t>
      </w:r>
      <w:r w:rsidR="004C389C">
        <w:t>Voilà</w:t>
      </w:r>
      <w:r>
        <w:t xml:space="preserve"> ! </w:t>
      </w:r>
      <w:r w:rsidR="004C389C">
        <w:t>J</w:t>
      </w:r>
      <w:r>
        <w:t>’</w:t>
      </w:r>
      <w:r w:rsidR="004C389C">
        <w:t>ai lu dans un livre que</w:t>
      </w:r>
      <w:r>
        <w:t xml:space="preserve">, </w:t>
      </w:r>
      <w:r w:rsidR="004C389C">
        <w:t>du haut des airs</w:t>
      </w:r>
      <w:r>
        <w:t xml:space="preserve">, </w:t>
      </w:r>
      <w:r w:rsidR="004C389C">
        <w:t>quand la mer est calme</w:t>
      </w:r>
      <w:r>
        <w:t xml:space="preserve">, </w:t>
      </w:r>
      <w:r w:rsidR="004C389C">
        <w:t>on voit dans les eaux assez profondément</w:t>
      </w:r>
      <w:r>
        <w:t>.</w:t>
      </w:r>
    </w:p>
    <w:p w14:paraId="36F78C23" w14:textId="77777777" w:rsidR="004B5A85" w:rsidRDefault="004B5A85" w:rsidP="004C389C">
      <w:r>
        <w:t>— </w:t>
      </w:r>
      <w:r w:rsidR="004C389C">
        <w:t>C</w:t>
      </w:r>
      <w:r>
        <w:t>’</w:t>
      </w:r>
      <w:r w:rsidR="004C389C">
        <w:t>est exact</w:t>
      </w:r>
      <w:r>
        <w:t>.</w:t>
      </w:r>
    </w:p>
    <w:p w14:paraId="7F6DE3AD" w14:textId="77777777" w:rsidR="004B5A85" w:rsidRDefault="004B5A85" w:rsidP="004C389C">
      <w:r>
        <w:t>— </w:t>
      </w:r>
      <w:r w:rsidR="004C389C">
        <w:t>J</w:t>
      </w:r>
      <w:r>
        <w:t>’</w:t>
      </w:r>
      <w:r w:rsidR="004C389C">
        <w:t>ai entendu dire aussi</w:t>
      </w:r>
      <w:r>
        <w:t xml:space="preserve">, </w:t>
      </w:r>
      <w:r w:rsidR="004C389C">
        <w:t>à Rochefort</w:t>
      </w:r>
      <w:r>
        <w:t xml:space="preserve">, </w:t>
      </w:r>
      <w:r w:rsidR="004C389C">
        <w:t>que pendant les de</w:t>
      </w:r>
      <w:r w:rsidR="004C389C">
        <w:t>r</w:t>
      </w:r>
      <w:r w:rsidR="004C389C">
        <w:t>nières manœuvres en Méditerranée</w:t>
      </w:r>
      <w:r>
        <w:t xml:space="preserve">, </w:t>
      </w:r>
      <w:r w:rsidR="004C389C">
        <w:t>on s</w:t>
      </w:r>
      <w:r>
        <w:t>’</w:t>
      </w:r>
      <w:r w:rsidR="004C389C">
        <w:t>était servi d</w:t>
      </w:r>
      <w:r>
        <w:t>’</w:t>
      </w:r>
      <w:r w:rsidR="004C389C">
        <w:t>un aér</w:t>
      </w:r>
      <w:r w:rsidR="004C389C">
        <w:t>o</w:t>
      </w:r>
      <w:r w:rsidR="004C389C">
        <w:t>plane pour découvrir d</w:t>
      </w:r>
      <w:r>
        <w:t>’</w:t>
      </w:r>
      <w:r w:rsidR="004C389C">
        <w:t>en haut les sous-marins immergés et qu</w:t>
      </w:r>
      <w:r>
        <w:t>’</w:t>
      </w:r>
      <w:r w:rsidR="004C389C">
        <w:t>on y avait réussi</w:t>
      </w:r>
      <w:r>
        <w:t>.</w:t>
      </w:r>
    </w:p>
    <w:p w14:paraId="47E373A1" w14:textId="77777777" w:rsidR="004B5A85" w:rsidRDefault="004B5A85" w:rsidP="004C389C">
      <w:r>
        <w:lastRenderedPageBreak/>
        <w:t>— </w:t>
      </w:r>
      <w:r w:rsidR="004C389C">
        <w:t>C</w:t>
      </w:r>
      <w:r>
        <w:t>’</w:t>
      </w:r>
      <w:r w:rsidR="004C389C">
        <w:t>est vrai</w:t>
      </w:r>
      <w:r>
        <w:t xml:space="preserve"> ! </w:t>
      </w:r>
      <w:r w:rsidR="004C389C">
        <w:t>convint le commandant Martel</w:t>
      </w:r>
      <w:r>
        <w:t xml:space="preserve">, </w:t>
      </w:r>
      <w:r w:rsidR="004C389C">
        <w:t>qui devinait avec émoi l</w:t>
      </w:r>
      <w:r>
        <w:t>’</w:t>
      </w:r>
      <w:r w:rsidR="004C389C">
        <w:t>idée de Pierrot l</w:t>
      </w:r>
      <w:r>
        <w:t>’</w:t>
      </w:r>
      <w:r w:rsidR="004C389C">
        <w:t>Écureuil</w:t>
      </w:r>
      <w:r>
        <w:t>.</w:t>
      </w:r>
    </w:p>
    <w:p w14:paraId="1D90F72B" w14:textId="77777777" w:rsidR="004B5A85" w:rsidRDefault="004B5A85" w:rsidP="004C389C">
      <w:r>
        <w:t>— </w:t>
      </w:r>
      <w:r w:rsidR="004C389C">
        <w:t>Eh bien</w:t>
      </w:r>
      <w:r>
        <w:t xml:space="preserve"> ! </w:t>
      </w:r>
      <w:r w:rsidR="004C389C">
        <w:t>reprit le mousse</w:t>
      </w:r>
      <w:r>
        <w:t xml:space="preserve">, </w:t>
      </w:r>
      <w:r w:rsidR="004C389C">
        <w:t>pourquoi n</w:t>
      </w:r>
      <w:r>
        <w:t>’</w:t>
      </w:r>
      <w:r w:rsidR="004C389C">
        <w:t>adjoindriez-vous pas</w:t>
      </w:r>
      <w:r>
        <w:t xml:space="preserve">, </w:t>
      </w:r>
      <w:r w:rsidR="004C389C">
        <w:t xml:space="preserve">mon </w:t>
      </w:r>
      <w:proofErr w:type="spellStart"/>
      <w:r w:rsidR="004C389C">
        <w:t>comm</w:t>
      </w:r>
      <w:r>
        <w:t>’</w:t>
      </w:r>
      <w:r w:rsidR="004C389C">
        <w:t>dant</w:t>
      </w:r>
      <w:proofErr w:type="spellEnd"/>
      <w:r>
        <w:t xml:space="preserve">, </w:t>
      </w:r>
      <w:r w:rsidR="004C389C">
        <w:t xml:space="preserve">à la </w:t>
      </w:r>
      <w:r w:rsidR="004C389C">
        <w:rPr>
          <w:i/>
          <w:iCs/>
        </w:rPr>
        <w:t xml:space="preserve">Revanche </w:t>
      </w:r>
      <w:r w:rsidR="004C389C">
        <w:t xml:space="preserve">et à la </w:t>
      </w:r>
      <w:r w:rsidR="004C389C">
        <w:rPr>
          <w:i/>
          <w:iCs/>
        </w:rPr>
        <w:t>Victoire</w:t>
      </w:r>
      <w:r>
        <w:rPr>
          <w:i/>
          <w:iCs/>
        </w:rPr>
        <w:t xml:space="preserve">, </w:t>
      </w:r>
      <w:r w:rsidR="004C389C">
        <w:t>un ou deux aéroplanes</w:t>
      </w:r>
      <w:r>
        <w:t> ?…</w:t>
      </w:r>
    </w:p>
    <w:p w14:paraId="4E3CF5ED" w14:textId="77777777" w:rsidR="004B5A85" w:rsidRDefault="004B5A85" w:rsidP="004C389C">
      <w:r>
        <w:t>— </w:t>
      </w:r>
      <w:r w:rsidR="004C389C">
        <w:t>Mais tu as raison</w:t>
      </w:r>
      <w:r>
        <w:t xml:space="preserve"> ! </w:t>
      </w:r>
      <w:r w:rsidR="004C389C">
        <w:t>s</w:t>
      </w:r>
      <w:r>
        <w:t>’</w:t>
      </w:r>
      <w:r w:rsidR="004C389C">
        <w:t>écria l</w:t>
      </w:r>
      <w:r>
        <w:t>’</w:t>
      </w:r>
      <w:r w:rsidR="004C389C">
        <w:t>officier</w:t>
      </w:r>
      <w:r>
        <w:t xml:space="preserve">, </w:t>
      </w:r>
      <w:r w:rsidR="004C389C">
        <w:t>enthousiasmé</w:t>
      </w:r>
      <w:r>
        <w:t xml:space="preserve">. </w:t>
      </w:r>
      <w:r w:rsidR="004C389C">
        <w:t>Co</w:t>
      </w:r>
      <w:r w:rsidR="004C389C">
        <w:t>m</w:t>
      </w:r>
      <w:r w:rsidR="004C389C">
        <w:t>ment n</w:t>
      </w:r>
      <w:r>
        <w:t>’</w:t>
      </w:r>
      <w:r w:rsidR="004C389C">
        <w:t>y ai-je pas pensé</w:t>
      </w:r>
      <w:r>
        <w:t xml:space="preserve"> ?… </w:t>
      </w:r>
      <w:r w:rsidR="004C389C">
        <w:t>D</w:t>
      </w:r>
      <w:r>
        <w:t>’</w:t>
      </w:r>
      <w:r w:rsidR="004C389C">
        <w:t>autant plus que</w:t>
      </w:r>
      <w:r>
        <w:t xml:space="preserve">, </w:t>
      </w:r>
      <w:r w:rsidR="004C389C">
        <w:t>maintenant</w:t>
      </w:r>
      <w:r>
        <w:t xml:space="preserve">, </w:t>
      </w:r>
      <w:r w:rsidR="004C389C">
        <w:t>la France possède des aéroplanes militaires d</w:t>
      </w:r>
      <w:r>
        <w:t>’</w:t>
      </w:r>
      <w:r w:rsidR="004C389C">
        <w:t>un type perfectio</w:t>
      </w:r>
      <w:r w:rsidR="004C389C">
        <w:t>n</w:t>
      </w:r>
      <w:r w:rsidR="004C389C">
        <w:t>né</w:t>
      </w:r>
      <w:r>
        <w:t>.</w:t>
      </w:r>
    </w:p>
    <w:p w14:paraId="64F19BFA" w14:textId="77777777" w:rsidR="004B5A85" w:rsidRDefault="004B5A85" w:rsidP="004C389C">
      <w:r>
        <w:t>— </w:t>
      </w:r>
      <w:r w:rsidR="004C389C">
        <w:t>Oui</w:t>
      </w:r>
      <w:r>
        <w:t xml:space="preserve"> ! </w:t>
      </w:r>
      <w:r w:rsidR="004C389C">
        <w:t>oui</w:t>
      </w:r>
      <w:r>
        <w:t xml:space="preserve"> ! </w:t>
      </w:r>
      <w:r w:rsidR="004C389C">
        <w:t>reprit Pierrot l</w:t>
      </w:r>
      <w:r>
        <w:t>’</w:t>
      </w:r>
      <w:r w:rsidR="004C389C">
        <w:t>Écureuil</w:t>
      </w:r>
      <w:r>
        <w:t xml:space="preserve">, </w:t>
      </w:r>
      <w:r w:rsidR="004C389C">
        <w:t>empressé à dire tout ce qu</w:t>
      </w:r>
      <w:r>
        <w:t>’</w:t>
      </w:r>
      <w:r w:rsidR="004C389C">
        <w:t>il avait imaginé</w:t>
      </w:r>
      <w:r>
        <w:t xml:space="preserve">. </w:t>
      </w:r>
      <w:r w:rsidR="004C389C">
        <w:t xml:space="preserve">Les aéroplanes voleraient de conserve avec la </w:t>
      </w:r>
      <w:r w:rsidR="004C389C">
        <w:rPr>
          <w:i/>
          <w:iCs/>
        </w:rPr>
        <w:t xml:space="preserve">Revanche </w:t>
      </w:r>
      <w:r w:rsidR="004C389C">
        <w:t xml:space="preserve">et la </w:t>
      </w:r>
      <w:r w:rsidR="004C389C">
        <w:rPr>
          <w:i/>
          <w:iCs/>
        </w:rPr>
        <w:t>Victoire</w:t>
      </w:r>
      <w:r>
        <w:rPr>
          <w:i/>
          <w:iCs/>
        </w:rPr>
        <w:t xml:space="preserve">, </w:t>
      </w:r>
      <w:r w:rsidR="004C389C">
        <w:t>évoluant dans l</w:t>
      </w:r>
      <w:r>
        <w:t>’</w:t>
      </w:r>
      <w:r w:rsidR="004C389C">
        <w:t>eau</w:t>
      </w:r>
      <w:r>
        <w:t xml:space="preserve">. </w:t>
      </w:r>
      <w:r w:rsidR="004C389C">
        <w:t>Nous a</w:t>
      </w:r>
      <w:r w:rsidR="004C389C">
        <w:t>u</w:t>
      </w:r>
      <w:r w:rsidR="004C389C">
        <w:t>rions à bord tout ce qu</w:t>
      </w:r>
      <w:r>
        <w:t>’</w:t>
      </w:r>
      <w:r w:rsidR="004C389C">
        <w:t>il faut pour ravitailler les aviateurs en e</w:t>
      </w:r>
      <w:r w:rsidR="004C389C">
        <w:t>s</w:t>
      </w:r>
      <w:r w:rsidR="004C389C">
        <w:t>sence</w:t>
      </w:r>
      <w:r>
        <w:t xml:space="preserve">, </w:t>
      </w:r>
      <w:r w:rsidR="004C389C">
        <w:t>huile et graisse</w:t>
      </w:r>
      <w:r>
        <w:t xml:space="preserve">, </w:t>
      </w:r>
      <w:r w:rsidR="004C389C">
        <w:t>en vivres aussi</w:t>
      </w:r>
      <w:r>
        <w:t xml:space="preserve">. </w:t>
      </w:r>
      <w:r w:rsidR="004C389C">
        <w:t>Les aéroplanes seraient munis de torpilles aériennes qu</w:t>
      </w:r>
      <w:r>
        <w:t>’</w:t>
      </w:r>
      <w:r w:rsidR="004C389C">
        <w:t xml:space="preserve">ils laisseraient tomber sur le </w:t>
      </w:r>
      <w:r w:rsidR="004C389C">
        <w:rPr>
          <w:i/>
          <w:iCs/>
        </w:rPr>
        <w:t>Nyctalope</w:t>
      </w:r>
      <w:r>
        <w:rPr>
          <w:i/>
          <w:iCs/>
        </w:rPr>
        <w:t xml:space="preserve">, </w:t>
      </w:r>
      <w:r w:rsidR="004C389C">
        <w:t>s</w:t>
      </w:r>
      <w:r>
        <w:t>’</w:t>
      </w:r>
      <w:r w:rsidR="004C389C">
        <w:t>ils le découvraient en surface</w:t>
      </w:r>
      <w:r>
        <w:t>.</w:t>
      </w:r>
    </w:p>
    <w:p w14:paraId="3C2F53E4" w14:textId="77777777" w:rsidR="004B5A85" w:rsidRDefault="004B5A85" w:rsidP="004C389C">
      <w:r>
        <w:t>« </w:t>
      </w:r>
      <w:r w:rsidR="004C389C">
        <w:t xml:space="preserve">Et si le </w:t>
      </w:r>
      <w:r w:rsidR="004C389C">
        <w:rPr>
          <w:i/>
          <w:iCs/>
        </w:rPr>
        <w:t xml:space="preserve">Nyctalope </w:t>
      </w:r>
      <w:r w:rsidR="004C389C">
        <w:t>était immergé</w:t>
      </w:r>
      <w:r>
        <w:t xml:space="preserve">, </w:t>
      </w:r>
      <w:r w:rsidR="004C389C">
        <w:t>les aviateurs</w:t>
      </w:r>
      <w:r>
        <w:t xml:space="preserve">, </w:t>
      </w:r>
      <w:r w:rsidR="004C389C">
        <w:t>par la t</w:t>
      </w:r>
      <w:r w:rsidR="004C389C">
        <w:t>é</w:t>
      </w:r>
      <w:r w:rsidR="004C389C">
        <w:t>léphonie sans fil</w:t>
      </w:r>
      <w:r>
        <w:t xml:space="preserve">, </w:t>
      </w:r>
      <w:r w:rsidR="004C389C">
        <w:t xml:space="preserve">le signaleraient à la </w:t>
      </w:r>
      <w:r w:rsidR="004C389C">
        <w:rPr>
          <w:i/>
          <w:iCs/>
        </w:rPr>
        <w:t xml:space="preserve">Revanche </w:t>
      </w:r>
      <w:r w:rsidR="004C389C">
        <w:t xml:space="preserve">et à la </w:t>
      </w:r>
      <w:r w:rsidR="004C389C">
        <w:rPr>
          <w:i/>
          <w:iCs/>
        </w:rPr>
        <w:t>Victoire</w:t>
      </w:r>
      <w:r>
        <w:t> !</w:t>
      </w:r>
    </w:p>
    <w:p w14:paraId="15954189" w14:textId="77777777" w:rsidR="004B5A85" w:rsidRDefault="004B5A85" w:rsidP="004C389C">
      <w:r>
        <w:t>« </w:t>
      </w:r>
      <w:r w:rsidR="004C389C">
        <w:t>Enfin</w:t>
      </w:r>
      <w:r>
        <w:t xml:space="preserve">, </w:t>
      </w:r>
      <w:r w:rsidR="004C389C">
        <w:t xml:space="preserve">pour que les aviateurs ne se trompent pas et ne prennent pas un sous-marin quelconque pour le </w:t>
      </w:r>
      <w:r w:rsidR="004C389C">
        <w:rPr>
          <w:i/>
          <w:iCs/>
        </w:rPr>
        <w:t>Nyctalope</w:t>
      </w:r>
      <w:r>
        <w:rPr>
          <w:i/>
          <w:iCs/>
        </w:rPr>
        <w:t xml:space="preserve">, </w:t>
      </w:r>
      <w:r w:rsidR="004C389C">
        <w:t>je serais à bord d</w:t>
      </w:r>
      <w:r>
        <w:t>’</w:t>
      </w:r>
      <w:r w:rsidR="004C389C">
        <w:t>un des deux aéroplanes</w:t>
      </w:r>
      <w:r>
        <w:t xml:space="preserve">, </w:t>
      </w:r>
      <w:r w:rsidR="004C389C">
        <w:t>moi</w:t>
      </w:r>
      <w:r>
        <w:t xml:space="preserve"> ! </w:t>
      </w:r>
      <w:r w:rsidR="004C389C">
        <w:t>Et comme je co</w:t>
      </w:r>
      <w:r w:rsidR="004C389C">
        <w:t>n</w:t>
      </w:r>
      <w:r w:rsidR="004C389C">
        <w:t xml:space="preserve">nais bien notre </w:t>
      </w:r>
      <w:r w:rsidR="004C389C">
        <w:rPr>
          <w:i/>
          <w:iCs/>
        </w:rPr>
        <w:t xml:space="preserve">Nyctalope </w:t>
      </w:r>
      <w:r w:rsidR="004C389C">
        <w:t>que nous a volé le Ravageur</w:t>
      </w:r>
      <w:r>
        <w:t xml:space="preserve">, </w:t>
      </w:r>
      <w:r w:rsidR="004C389C">
        <w:t>je ne me tromperais pas</w:t>
      </w:r>
      <w:r>
        <w:t>…</w:t>
      </w:r>
    </w:p>
    <w:p w14:paraId="08E3A5DF" w14:textId="77777777" w:rsidR="004B5A85" w:rsidRDefault="004B5A85" w:rsidP="004C389C">
      <w:r>
        <w:t>« </w:t>
      </w:r>
      <w:r w:rsidR="004C389C">
        <w:t>Mais j</w:t>
      </w:r>
      <w:r>
        <w:t>’</w:t>
      </w:r>
      <w:r w:rsidR="004C389C">
        <w:t>ai oublié de vous dire</w:t>
      </w:r>
      <w:r>
        <w:t xml:space="preserve">, </w:t>
      </w:r>
      <w:r w:rsidR="004C389C">
        <w:t xml:space="preserve">mon </w:t>
      </w:r>
      <w:proofErr w:type="spellStart"/>
      <w:r w:rsidR="004C389C">
        <w:t>comm</w:t>
      </w:r>
      <w:r>
        <w:t>’</w:t>
      </w:r>
      <w:r w:rsidR="004C389C">
        <w:t>dant</w:t>
      </w:r>
      <w:proofErr w:type="spellEnd"/>
      <w:r>
        <w:t xml:space="preserve">, </w:t>
      </w:r>
      <w:r w:rsidR="004C389C">
        <w:t>que les a</w:t>
      </w:r>
      <w:r w:rsidR="004C389C">
        <w:t>é</w:t>
      </w:r>
      <w:r w:rsidR="004C389C">
        <w:t>roplanes devraient être de ce système mixte</w:t>
      </w:r>
      <w:r>
        <w:t xml:space="preserve">, </w:t>
      </w:r>
      <w:r w:rsidR="004C389C">
        <w:t>dont j</w:t>
      </w:r>
      <w:r>
        <w:t>’</w:t>
      </w:r>
      <w:r w:rsidR="004C389C">
        <w:t>ai vu l</w:t>
      </w:r>
      <w:r>
        <w:t>’</w:t>
      </w:r>
      <w:r w:rsidR="004C389C">
        <w:t>image dans un journal et qui leur permet de se poser indifféremment sur la terre ou sur l</w:t>
      </w:r>
      <w:r>
        <w:t>’</w:t>
      </w:r>
      <w:r w:rsidR="004C389C">
        <w:t>eau</w:t>
      </w:r>
      <w:r>
        <w:t xml:space="preserve">, </w:t>
      </w:r>
      <w:r w:rsidR="004C389C">
        <w:t>avec des roues pour la première et des flotteurs pour la seconde</w:t>
      </w:r>
      <w:r>
        <w:t>…</w:t>
      </w:r>
    </w:p>
    <w:p w14:paraId="78BCCD45" w14:textId="77777777" w:rsidR="004B5A85" w:rsidRDefault="004C389C" w:rsidP="004C389C">
      <w:r>
        <w:lastRenderedPageBreak/>
        <w:t>Le commandant Martel avait écouté sans mot dire</w:t>
      </w:r>
      <w:r w:rsidR="004B5A85">
        <w:t xml:space="preserve">, </w:t>
      </w:r>
      <w:r>
        <w:t>mais avec une émotion croissante</w:t>
      </w:r>
      <w:r w:rsidR="004B5A85">
        <w:t xml:space="preserve">, </w:t>
      </w:r>
      <w:r>
        <w:t>l</w:t>
      </w:r>
      <w:r w:rsidR="004B5A85">
        <w:t>’</w:t>
      </w:r>
      <w:r>
        <w:t>intelligent et brave Pierrot l</w:t>
      </w:r>
      <w:r w:rsidR="004B5A85">
        <w:t>’</w:t>
      </w:r>
      <w:r>
        <w:t>Écureuil exposer ses idées de toute évidence mûrement réfl</w:t>
      </w:r>
      <w:r>
        <w:t>é</w:t>
      </w:r>
      <w:r>
        <w:t>chies</w:t>
      </w:r>
      <w:r w:rsidR="004B5A85">
        <w:t>.</w:t>
      </w:r>
    </w:p>
    <w:p w14:paraId="0BC13C70" w14:textId="77777777" w:rsidR="004B5A85" w:rsidRDefault="004C389C" w:rsidP="004C389C">
      <w:r>
        <w:t>Mais enfin</w:t>
      </w:r>
      <w:r w:rsidR="004B5A85">
        <w:t xml:space="preserve">, </w:t>
      </w:r>
      <w:r>
        <w:t>il ne put résister aux impulsions de son cœur</w:t>
      </w:r>
      <w:r w:rsidR="004B5A85">
        <w:t>.</w:t>
      </w:r>
    </w:p>
    <w:p w14:paraId="7E3DB907" w14:textId="77777777" w:rsidR="004B5A85" w:rsidRDefault="004C389C" w:rsidP="004C389C">
      <w:r>
        <w:t>Il prit Pierrot l</w:t>
      </w:r>
      <w:r w:rsidR="004B5A85">
        <w:t>’</w:t>
      </w:r>
      <w:r>
        <w:t>Écureuil à la ceinture</w:t>
      </w:r>
      <w:r w:rsidR="004B5A85">
        <w:t xml:space="preserve">, </w:t>
      </w:r>
      <w:r>
        <w:t>le souleva</w:t>
      </w:r>
      <w:r w:rsidR="004B5A85">
        <w:t xml:space="preserve">, </w:t>
      </w:r>
      <w:r>
        <w:t>l</w:t>
      </w:r>
      <w:r w:rsidR="004B5A85">
        <w:t>’</w:t>
      </w:r>
      <w:r>
        <w:t>embrassa affectueusement</w:t>
      </w:r>
      <w:r w:rsidR="004B5A85">
        <w:t xml:space="preserve">, </w:t>
      </w:r>
      <w:r>
        <w:t>et le reposant sur la plate-forme</w:t>
      </w:r>
      <w:r w:rsidR="004B5A85">
        <w:t xml:space="preserve">, </w:t>
      </w:r>
      <w:r>
        <w:t>déclara</w:t>
      </w:r>
      <w:r w:rsidR="004B5A85">
        <w:t xml:space="preserve">, </w:t>
      </w:r>
      <w:r>
        <w:t>d</w:t>
      </w:r>
      <w:r w:rsidR="004B5A85">
        <w:t>’</w:t>
      </w:r>
      <w:r>
        <w:t>une voix profondément émue</w:t>
      </w:r>
      <w:r w:rsidR="004B5A85">
        <w:t> :</w:t>
      </w:r>
    </w:p>
    <w:p w14:paraId="3CB24727" w14:textId="77777777" w:rsidR="004B5A85" w:rsidRDefault="004B5A85" w:rsidP="004C389C">
      <w:r>
        <w:t>— </w:t>
      </w:r>
      <w:r w:rsidR="004C389C">
        <w:t>Mon petit</w:t>
      </w:r>
      <w:r>
        <w:t xml:space="preserve">, </w:t>
      </w:r>
      <w:r w:rsidR="004C389C">
        <w:t>tu es admirable</w:t>
      </w:r>
      <w:r>
        <w:t xml:space="preserve"> ! </w:t>
      </w:r>
      <w:r w:rsidR="004C389C">
        <w:t>J</w:t>
      </w:r>
      <w:r>
        <w:t>’</w:t>
      </w:r>
      <w:r w:rsidR="004C389C">
        <w:t>adopte ton idée</w:t>
      </w:r>
      <w:r>
        <w:t xml:space="preserve">. </w:t>
      </w:r>
      <w:r w:rsidR="004C389C">
        <w:t>De Mo</w:t>
      </w:r>
      <w:r w:rsidR="004C389C">
        <w:t>n</w:t>
      </w:r>
      <w:r w:rsidR="004C389C">
        <w:t>tevideo</w:t>
      </w:r>
      <w:r>
        <w:t xml:space="preserve">, </w:t>
      </w:r>
      <w:r w:rsidR="004C389C">
        <w:t>je télégraphierai au ministre de la Marine</w:t>
      </w:r>
      <w:r>
        <w:t xml:space="preserve">, </w:t>
      </w:r>
      <w:r w:rsidR="004C389C">
        <w:t>à Paris</w:t>
      </w:r>
      <w:r>
        <w:t xml:space="preserve">, </w:t>
      </w:r>
      <w:r w:rsidR="004C389C">
        <w:t>de mettre à ma disposition les deux meilleurs hydroplanes mixtes récemment construits par les officiers aviateurs les plus c</w:t>
      </w:r>
      <w:r w:rsidR="004C389C">
        <w:t>a</w:t>
      </w:r>
      <w:r w:rsidR="004C389C">
        <w:t>pables</w:t>
      </w:r>
      <w:r>
        <w:t xml:space="preserve">. </w:t>
      </w:r>
      <w:r w:rsidR="004C389C">
        <w:t>Je recueillerai tout d</w:t>
      </w:r>
      <w:r>
        <w:t>’</w:t>
      </w:r>
      <w:r w:rsidR="004C389C">
        <w:t>abord à Montevideo les nouvelles que l</w:t>
      </w:r>
      <w:r>
        <w:t>’</w:t>
      </w:r>
      <w:r w:rsidR="004C389C">
        <w:t xml:space="preserve">on pourra avoir du </w:t>
      </w:r>
      <w:r w:rsidR="004C389C">
        <w:rPr>
          <w:i/>
          <w:iCs/>
        </w:rPr>
        <w:t xml:space="preserve">Nyctalope </w:t>
      </w:r>
      <w:r w:rsidR="004C389C">
        <w:t>et du Ravageur et</w:t>
      </w:r>
      <w:r>
        <w:t xml:space="preserve">, </w:t>
      </w:r>
      <w:r w:rsidR="004C389C">
        <w:t>d</w:t>
      </w:r>
      <w:r>
        <w:t>’</w:t>
      </w:r>
      <w:r w:rsidR="004C389C">
        <w:t>après ces nouvelles-là</w:t>
      </w:r>
      <w:r>
        <w:t xml:space="preserve">, </w:t>
      </w:r>
      <w:r w:rsidR="004C389C">
        <w:t>je fixerai le point du monde où devront me r</w:t>
      </w:r>
      <w:r w:rsidR="004C389C">
        <w:t>e</w:t>
      </w:r>
      <w:r w:rsidR="004C389C">
        <w:t xml:space="preserve">joindre les </w:t>
      </w:r>
      <w:proofErr w:type="spellStart"/>
      <w:r w:rsidR="004C389C">
        <w:t>hydroaéroplanes</w:t>
      </w:r>
      <w:proofErr w:type="spellEnd"/>
      <w:r>
        <w:t>…</w:t>
      </w:r>
    </w:p>
    <w:p w14:paraId="7308112B" w14:textId="77777777" w:rsidR="004B5A85" w:rsidRDefault="004B5A85" w:rsidP="004C389C">
      <w:r>
        <w:t>— </w:t>
      </w:r>
      <w:r w:rsidR="004C389C">
        <w:t xml:space="preserve">Mon </w:t>
      </w:r>
      <w:proofErr w:type="spellStart"/>
      <w:r w:rsidR="004C389C">
        <w:t>comm</w:t>
      </w:r>
      <w:r>
        <w:t>’</w:t>
      </w:r>
      <w:r w:rsidR="004C389C">
        <w:t>dant</w:t>
      </w:r>
      <w:proofErr w:type="spellEnd"/>
      <w:r>
        <w:t xml:space="preserve"> ! </w:t>
      </w:r>
      <w:r w:rsidR="004C389C">
        <w:t>s</w:t>
      </w:r>
      <w:r>
        <w:t>’</w:t>
      </w:r>
      <w:r w:rsidR="004C389C">
        <w:t>écria Pierrot l</w:t>
      </w:r>
      <w:r>
        <w:t>’</w:t>
      </w:r>
      <w:r w:rsidR="004C389C">
        <w:t>Écureuil</w:t>
      </w:r>
      <w:r>
        <w:t xml:space="preserve">, </w:t>
      </w:r>
      <w:r w:rsidR="004C389C">
        <w:t>n</w:t>
      </w:r>
      <w:r>
        <w:t>’</w:t>
      </w:r>
      <w:r w:rsidR="004C389C">
        <w:t>oubliez pas de dire que</w:t>
      </w:r>
      <w:r>
        <w:t xml:space="preserve">, </w:t>
      </w:r>
      <w:r w:rsidR="004C389C">
        <w:t>sur l</w:t>
      </w:r>
      <w:r>
        <w:t>’</w:t>
      </w:r>
      <w:r w:rsidR="004C389C">
        <w:t>un des deux hydroplanes</w:t>
      </w:r>
      <w:r>
        <w:t xml:space="preserve">, </w:t>
      </w:r>
      <w:r w:rsidR="004C389C">
        <w:t>on me réserve une place</w:t>
      </w:r>
      <w:r>
        <w:t xml:space="preserve">… </w:t>
      </w:r>
      <w:r w:rsidR="004C389C">
        <w:t>Je ne me séparerai pas de vous</w:t>
      </w:r>
      <w:r>
        <w:t xml:space="preserve">, </w:t>
      </w:r>
      <w:r w:rsidR="004C389C">
        <w:t>puisque notre navig</w:t>
      </w:r>
      <w:r w:rsidR="004C389C">
        <w:t>a</w:t>
      </w:r>
      <w:r w:rsidR="004C389C">
        <w:t>tion aérienne se fera toujours de conserve avec notre navigation maritime</w:t>
      </w:r>
      <w:r>
        <w:t>…</w:t>
      </w:r>
    </w:p>
    <w:p w14:paraId="47160B4C" w14:textId="77777777" w:rsidR="004B5A85" w:rsidRDefault="004B5A85" w:rsidP="004C389C">
      <w:r>
        <w:t>— </w:t>
      </w:r>
      <w:r w:rsidR="004C389C">
        <w:t>C</w:t>
      </w:r>
      <w:r>
        <w:t>’</w:t>
      </w:r>
      <w:r w:rsidR="004C389C">
        <w:t>est entendu</w:t>
      </w:r>
      <w:r>
        <w:t xml:space="preserve">, </w:t>
      </w:r>
      <w:r w:rsidR="004C389C">
        <w:t>Pierrot</w:t>
      </w:r>
      <w:r>
        <w:t> !…</w:t>
      </w:r>
    </w:p>
    <w:p w14:paraId="555F90DB" w14:textId="77777777" w:rsidR="004B5A85" w:rsidRDefault="004C389C" w:rsidP="004C389C">
      <w:r>
        <w:t>Dès lors</w:t>
      </w:r>
      <w:r w:rsidR="004B5A85">
        <w:t xml:space="preserve">, </w:t>
      </w:r>
      <w:r>
        <w:t xml:space="preserve">à bord de la </w:t>
      </w:r>
      <w:r>
        <w:rPr>
          <w:i/>
          <w:iCs/>
        </w:rPr>
        <w:t>Revanche</w:t>
      </w:r>
      <w:r w:rsidR="004B5A85">
        <w:rPr>
          <w:i/>
          <w:iCs/>
        </w:rPr>
        <w:t xml:space="preserve">, </w:t>
      </w:r>
      <w:r>
        <w:t xml:space="preserve">et aussi à bord de la </w:t>
      </w:r>
      <w:r>
        <w:rPr>
          <w:i/>
          <w:iCs/>
        </w:rPr>
        <w:t>Vi</w:t>
      </w:r>
      <w:r>
        <w:rPr>
          <w:i/>
          <w:iCs/>
        </w:rPr>
        <w:t>c</w:t>
      </w:r>
      <w:r>
        <w:rPr>
          <w:i/>
          <w:iCs/>
        </w:rPr>
        <w:t>toire</w:t>
      </w:r>
      <w:r w:rsidR="004B5A85">
        <w:rPr>
          <w:i/>
          <w:iCs/>
        </w:rPr>
        <w:t xml:space="preserve">, </w:t>
      </w:r>
      <w:r>
        <w:t>aux officiers de laquelle Ludovic Martel téléphona auss</w:t>
      </w:r>
      <w:r>
        <w:t>i</w:t>
      </w:r>
      <w:r>
        <w:t>tôt</w:t>
      </w:r>
      <w:r w:rsidR="004B5A85">
        <w:t xml:space="preserve">, </w:t>
      </w:r>
      <w:r>
        <w:t>on ne parla plus que de l</w:t>
      </w:r>
      <w:r w:rsidR="004B5A85">
        <w:t>’</w:t>
      </w:r>
      <w:r>
        <w:t>idée de Pierrot l</w:t>
      </w:r>
      <w:r w:rsidR="004B5A85">
        <w:t>’</w:t>
      </w:r>
      <w:r>
        <w:t>Écureuil</w:t>
      </w:r>
      <w:r w:rsidR="004B5A85">
        <w:t>.</w:t>
      </w:r>
    </w:p>
    <w:p w14:paraId="49E88D25" w14:textId="77777777" w:rsidR="004B5A85" w:rsidRDefault="004C389C" w:rsidP="004C389C">
      <w:r>
        <w:t>Le lendemain de cette mémorable nuit</w:t>
      </w:r>
      <w:r w:rsidR="004B5A85">
        <w:t xml:space="preserve">, </w:t>
      </w:r>
      <w:r>
        <w:t>vers quatre heures de l</w:t>
      </w:r>
      <w:r w:rsidR="004B5A85">
        <w:t>’</w:t>
      </w:r>
      <w:r>
        <w:t>après-midi</w:t>
      </w:r>
      <w:r w:rsidR="004B5A85">
        <w:t xml:space="preserve">, </w:t>
      </w:r>
      <w:r>
        <w:t>les deux sous-marins entraient dans le port de Montevideo</w:t>
      </w:r>
      <w:r w:rsidR="004B5A85">
        <w:t>.</w:t>
      </w:r>
    </w:p>
    <w:p w14:paraId="17E11168" w14:textId="77777777" w:rsidR="004B5A85" w:rsidRDefault="004C389C" w:rsidP="004C389C">
      <w:r>
        <w:lastRenderedPageBreak/>
        <w:t>Ludovic Martel avec Paul Randal débarquaient aussitôt et se rendaient au palais du président de la République d</w:t>
      </w:r>
      <w:r w:rsidR="004B5A85">
        <w:t>’</w:t>
      </w:r>
      <w:r>
        <w:t>Uruguay</w:t>
      </w:r>
      <w:r w:rsidR="004B5A85">
        <w:t>.</w:t>
      </w:r>
    </w:p>
    <w:p w14:paraId="41763CA1" w14:textId="77777777" w:rsidR="004B5A85" w:rsidRDefault="004C389C" w:rsidP="004C389C">
      <w:r>
        <w:t>Les deux officiers français furent immédiatement reçus</w:t>
      </w:r>
      <w:r w:rsidR="004B5A85">
        <w:t xml:space="preserve"> – </w:t>
      </w:r>
      <w:r>
        <w:t>car leurs noms étaient maintenant célèbres dans le monde e</w:t>
      </w:r>
      <w:r>
        <w:t>n</w:t>
      </w:r>
      <w:r>
        <w:t>tier</w:t>
      </w:r>
      <w:r w:rsidR="004B5A85">
        <w:t xml:space="preserve"> – </w:t>
      </w:r>
      <w:r>
        <w:t>par le président</w:t>
      </w:r>
      <w:r w:rsidR="004B5A85">
        <w:t xml:space="preserve">, </w:t>
      </w:r>
      <w:r>
        <w:t>entouré de ses ministres</w:t>
      </w:r>
      <w:r w:rsidR="004B5A85">
        <w:t>.</w:t>
      </w:r>
    </w:p>
    <w:p w14:paraId="6801DEFB" w14:textId="77777777" w:rsidR="004B5A85" w:rsidRDefault="004C389C" w:rsidP="004C389C">
      <w:r>
        <w:t>Et là</w:t>
      </w:r>
      <w:r w:rsidR="004B5A85">
        <w:t xml:space="preserve">, </w:t>
      </w:r>
      <w:r>
        <w:t>Ludovic Martel apprit une importante nouvelle</w:t>
      </w:r>
      <w:r w:rsidR="004B5A85">
        <w:t xml:space="preserve"> : </w:t>
      </w:r>
      <w:r>
        <w:t xml:space="preserve">un sous-marin genre </w:t>
      </w:r>
      <w:r>
        <w:rPr>
          <w:i/>
          <w:iCs/>
        </w:rPr>
        <w:t>Nyctalope</w:t>
      </w:r>
      <w:r w:rsidR="004B5A85">
        <w:rPr>
          <w:i/>
          <w:iCs/>
        </w:rPr>
        <w:t xml:space="preserve">, </w:t>
      </w:r>
      <w:r>
        <w:t>avait été vu quelques jours aup</w:t>
      </w:r>
      <w:r>
        <w:t>a</w:t>
      </w:r>
      <w:r>
        <w:t>ravant dans la mer Noire par un navire grec de commerce</w:t>
      </w:r>
      <w:r w:rsidR="004B5A85">
        <w:t xml:space="preserve">. </w:t>
      </w:r>
      <w:r>
        <w:t>Le sous-marin naviguait alors en surface</w:t>
      </w:r>
      <w:r w:rsidR="004B5A85">
        <w:t>.</w:t>
      </w:r>
    </w:p>
    <w:p w14:paraId="281F2D32" w14:textId="77777777" w:rsidR="004B5A85" w:rsidRDefault="004B5A85" w:rsidP="004C389C">
      <w:r>
        <w:t>— </w:t>
      </w:r>
      <w:r w:rsidR="004C389C">
        <w:t>C</w:t>
      </w:r>
      <w:r>
        <w:t>’</w:t>
      </w:r>
      <w:r w:rsidR="004C389C">
        <w:t>est clair</w:t>
      </w:r>
      <w:r>
        <w:t xml:space="preserve">, </w:t>
      </w:r>
      <w:r w:rsidR="004C389C">
        <w:t>expliquait alors le commandant Martel</w:t>
      </w:r>
      <w:r>
        <w:t xml:space="preserve">, </w:t>
      </w:r>
      <w:r w:rsidR="004C389C">
        <w:t xml:space="preserve">nous rencontrerons le </w:t>
      </w:r>
      <w:r w:rsidR="004C389C">
        <w:rPr>
          <w:i/>
          <w:iCs/>
        </w:rPr>
        <w:t xml:space="preserve">Nyctalope </w:t>
      </w:r>
      <w:r w:rsidR="004C389C">
        <w:t>dans la Méditerranée orientale ou dans la mer Noire</w:t>
      </w:r>
      <w:r>
        <w:t>.</w:t>
      </w:r>
    </w:p>
    <w:p w14:paraId="0C401B8B" w14:textId="77777777" w:rsidR="004B5A85" w:rsidRDefault="004B5A85" w:rsidP="004C389C">
      <w:r>
        <w:t>« </w:t>
      </w:r>
      <w:r w:rsidR="004C389C">
        <w:t>L</w:t>
      </w:r>
      <w:r>
        <w:t>’</w:t>
      </w:r>
      <w:r w:rsidR="004C389C">
        <w:t>essentiel pour le moment est de ne pas perdre de temps</w:t>
      </w:r>
      <w:r>
        <w:t> !…</w:t>
      </w:r>
    </w:p>
    <w:p w14:paraId="05D6F558" w14:textId="77777777" w:rsidR="004B5A85" w:rsidRDefault="004C389C" w:rsidP="004C389C">
      <w:r>
        <w:t>On n</w:t>
      </w:r>
      <w:r w:rsidR="004B5A85">
        <w:t>’</w:t>
      </w:r>
      <w:r>
        <w:t>en perdit pas non plus</w:t>
      </w:r>
      <w:r w:rsidR="004B5A85">
        <w:t>.</w:t>
      </w:r>
    </w:p>
    <w:p w14:paraId="5C9A1535" w14:textId="77777777" w:rsidR="004B5A85" w:rsidRDefault="004C389C" w:rsidP="004C389C">
      <w:r>
        <w:t>Après avoir pris congé du président de la République de l</w:t>
      </w:r>
      <w:r w:rsidR="004B5A85">
        <w:t>’</w:t>
      </w:r>
      <w:r>
        <w:t>Uruguay et des ministres</w:t>
      </w:r>
      <w:r w:rsidR="004B5A85">
        <w:t xml:space="preserve">, </w:t>
      </w:r>
      <w:r>
        <w:t>Ludovic Martel et Paul Randal e</w:t>
      </w:r>
      <w:r>
        <w:t>n</w:t>
      </w:r>
      <w:r>
        <w:t>voyèrent un long câblogramme chiffré au ministre de la Marine</w:t>
      </w:r>
      <w:r w:rsidR="004B5A85">
        <w:t xml:space="preserve">, </w:t>
      </w:r>
      <w:r>
        <w:t>à Paris</w:t>
      </w:r>
      <w:r w:rsidR="004B5A85">
        <w:t>.</w:t>
      </w:r>
    </w:p>
    <w:p w14:paraId="2D2F78DF" w14:textId="77777777" w:rsidR="004B5A85" w:rsidRDefault="004C389C" w:rsidP="004C389C">
      <w:r>
        <w:t>Et une heure après</w:t>
      </w:r>
      <w:r w:rsidR="004B5A85">
        <w:t xml:space="preserve">, </w:t>
      </w:r>
      <w:r>
        <w:t>à la grande joie de Pierrot l</w:t>
      </w:r>
      <w:r w:rsidR="004B5A85">
        <w:t>’</w:t>
      </w:r>
      <w:r>
        <w:t>Écureuil et des deux équipages</w:t>
      </w:r>
      <w:r w:rsidR="004B5A85">
        <w:t xml:space="preserve">, </w:t>
      </w:r>
      <w:r>
        <w:t>informés des nouvelles que leurs officiers avaient apprises au sujet du Ravageur du Monde</w:t>
      </w:r>
      <w:r w:rsidR="004B5A85">
        <w:t xml:space="preserve">, </w:t>
      </w:r>
      <w:r>
        <w:t xml:space="preserve">la </w:t>
      </w:r>
      <w:r>
        <w:rPr>
          <w:i/>
          <w:iCs/>
        </w:rPr>
        <w:t xml:space="preserve">Revanche </w:t>
      </w:r>
      <w:r>
        <w:t xml:space="preserve">et la </w:t>
      </w:r>
      <w:r>
        <w:rPr>
          <w:i/>
          <w:iCs/>
        </w:rPr>
        <w:t xml:space="preserve">Victoire </w:t>
      </w:r>
      <w:r>
        <w:t>s</w:t>
      </w:r>
      <w:r w:rsidR="004B5A85">
        <w:t>’</w:t>
      </w:r>
      <w:r>
        <w:t>élançaient à toute vitesse dans l</w:t>
      </w:r>
      <w:r w:rsidR="004B5A85">
        <w:t>’</w:t>
      </w:r>
      <w:r>
        <w:t>océan Atla</w:t>
      </w:r>
      <w:r>
        <w:t>n</w:t>
      </w:r>
      <w:r>
        <w:t>tique</w:t>
      </w:r>
      <w:r w:rsidR="004B5A85">
        <w:t xml:space="preserve">, </w:t>
      </w:r>
      <w:r>
        <w:t>vers Gibraltar</w:t>
      </w:r>
      <w:r w:rsidR="004B5A85">
        <w:t xml:space="preserve">, </w:t>
      </w:r>
      <w:r>
        <w:t>vers Tunis</w:t>
      </w:r>
      <w:r w:rsidR="004B5A85">
        <w:t> !</w:t>
      </w:r>
    </w:p>
    <w:p w14:paraId="4CE87DD6" w14:textId="1E2C8678" w:rsidR="004C389C" w:rsidRDefault="004C389C" w:rsidP="004B5A85">
      <w:pPr>
        <w:pStyle w:val="Titre1"/>
      </w:pPr>
      <w:bookmarkStart w:id="43" w:name="__RefHeading__45_1003869823"/>
      <w:bookmarkStart w:id="44" w:name="_Toc202462483"/>
      <w:bookmarkEnd w:id="43"/>
      <w:r>
        <w:lastRenderedPageBreak/>
        <w:t>CHAPITRE XXIII</w:t>
      </w:r>
      <w:r>
        <w:br/>
      </w:r>
      <w:r>
        <w:br/>
        <w:t>CONTRE LE RAVAGEUR</w:t>
      </w:r>
      <w:bookmarkEnd w:id="44"/>
    </w:p>
    <w:p w14:paraId="62345F71" w14:textId="0F652EA2" w:rsidR="004B5A85" w:rsidRDefault="004C389C" w:rsidP="004C389C">
      <w:r>
        <w:t>Ce fut le 1</w:t>
      </w:r>
      <w:r w:rsidR="004B5A85">
        <w:t>0 mars</w:t>
      </w:r>
      <w:r>
        <w:t xml:space="preserve"> seulement que Ludovic Martel</w:t>
      </w:r>
      <w:r w:rsidR="004B5A85">
        <w:t xml:space="preserve">, </w:t>
      </w:r>
      <w:r>
        <w:t>ses off</w:t>
      </w:r>
      <w:r>
        <w:t>i</w:t>
      </w:r>
      <w:r>
        <w:t>ciers et ses hommes</w:t>
      </w:r>
      <w:r w:rsidR="004B5A85">
        <w:t xml:space="preserve">, </w:t>
      </w:r>
      <w:r>
        <w:t>arrivés depuis plusieurs jours à Tunis</w:t>
      </w:r>
      <w:r w:rsidR="004B5A85">
        <w:t xml:space="preserve">, </w:t>
      </w:r>
      <w:r>
        <w:t>v</w:t>
      </w:r>
      <w:r>
        <w:t>i</w:t>
      </w:r>
      <w:r>
        <w:t>rent enfin les hydroplanes venant de Paris</w:t>
      </w:r>
      <w:r w:rsidR="004B5A85">
        <w:t xml:space="preserve">. </w:t>
      </w:r>
      <w:r>
        <w:t xml:space="preserve">La </w:t>
      </w:r>
      <w:r>
        <w:rPr>
          <w:i/>
          <w:iCs/>
        </w:rPr>
        <w:t xml:space="preserve">Revanche </w:t>
      </w:r>
      <w:r>
        <w:t xml:space="preserve">et la </w:t>
      </w:r>
      <w:r>
        <w:rPr>
          <w:i/>
          <w:iCs/>
        </w:rPr>
        <w:t xml:space="preserve">Victoire </w:t>
      </w:r>
      <w:r>
        <w:t>étaient ancrées dans la baie</w:t>
      </w:r>
      <w:r w:rsidR="004B5A85">
        <w:t xml:space="preserve">. </w:t>
      </w:r>
      <w:r>
        <w:t>Et tout le long de la jou</w:t>
      </w:r>
      <w:r>
        <w:t>r</w:t>
      </w:r>
      <w:r>
        <w:t>née</w:t>
      </w:r>
      <w:r w:rsidR="004B5A85">
        <w:t xml:space="preserve">, </w:t>
      </w:r>
      <w:r>
        <w:t>les officiers et les hommes massés sur les plates-formes avaient anxieusement interrogé le ciel</w:t>
      </w:r>
      <w:r w:rsidR="004B5A85">
        <w:t>.</w:t>
      </w:r>
    </w:p>
    <w:p w14:paraId="08C9A64B" w14:textId="66242298" w:rsidR="004B5A85" w:rsidRDefault="004C389C" w:rsidP="004C389C">
      <w:r>
        <w:t>En effet</w:t>
      </w:r>
      <w:r w:rsidR="004B5A85">
        <w:t xml:space="preserve">, </w:t>
      </w:r>
      <w:r>
        <w:t>par des câblogrammes venus de Paris</w:t>
      </w:r>
      <w:r w:rsidR="004B5A85">
        <w:t xml:space="preserve">, </w:t>
      </w:r>
      <w:r>
        <w:t>on savait que deux hydroplanes avaient quitté Toulon</w:t>
      </w:r>
      <w:r w:rsidR="004B5A85">
        <w:t xml:space="preserve">. </w:t>
      </w:r>
      <w:r>
        <w:t>Tout calcul fait</w:t>
      </w:r>
      <w:r w:rsidR="004B5A85">
        <w:t xml:space="preserve">, </w:t>
      </w:r>
      <w:r>
        <w:t>ils devaient arriver pendant cette journée du 1</w:t>
      </w:r>
      <w:r w:rsidR="004B5A85">
        <w:t>0 mars.</w:t>
      </w:r>
    </w:p>
    <w:p w14:paraId="227E384F" w14:textId="77777777" w:rsidR="004B5A85" w:rsidRDefault="004C389C" w:rsidP="004C389C">
      <w:r>
        <w:t>Vers cinq heures de l</w:t>
      </w:r>
      <w:r w:rsidR="004B5A85">
        <w:t>’</w:t>
      </w:r>
      <w:r>
        <w:t>après-midi</w:t>
      </w:r>
      <w:r w:rsidR="004B5A85">
        <w:t xml:space="preserve">, </w:t>
      </w:r>
      <w:r>
        <w:t>la lunette d</w:t>
      </w:r>
      <w:r w:rsidR="004B5A85">
        <w:t>’</w:t>
      </w:r>
      <w:r>
        <w:t>approche aux yeux</w:t>
      </w:r>
      <w:r w:rsidR="004B5A85">
        <w:t xml:space="preserve">, </w:t>
      </w:r>
      <w:r>
        <w:t>Ludovic Martel</w:t>
      </w:r>
      <w:r w:rsidR="004B5A85">
        <w:t xml:space="preserve">, </w:t>
      </w:r>
      <w:r>
        <w:t>Paul Randal et Pierrot l</w:t>
      </w:r>
      <w:r w:rsidR="004B5A85">
        <w:t>’</w:t>
      </w:r>
      <w:r>
        <w:t xml:space="preserve">Écureuil sur la </w:t>
      </w:r>
      <w:r>
        <w:rPr>
          <w:i/>
          <w:iCs/>
        </w:rPr>
        <w:t>Revanche</w:t>
      </w:r>
      <w:r w:rsidR="004B5A85">
        <w:rPr>
          <w:i/>
          <w:iCs/>
        </w:rPr>
        <w:t xml:space="preserve"> ; </w:t>
      </w:r>
      <w:r>
        <w:t>le capitaine de Cartel</w:t>
      </w:r>
      <w:r w:rsidR="004B5A85">
        <w:t xml:space="preserve">, </w:t>
      </w:r>
      <w:r>
        <w:t>le capitaine Lacroix et le lie</w:t>
      </w:r>
      <w:r>
        <w:t>u</w:t>
      </w:r>
      <w:r>
        <w:t xml:space="preserve">tenant </w:t>
      </w:r>
      <w:proofErr w:type="spellStart"/>
      <w:r>
        <w:t>Sindex</w:t>
      </w:r>
      <w:proofErr w:type="spellEnd"/>
      <w:r>
        <w:t xml:space="preserve"> sur la </w:t>
      </w:r>
      <w:r>
        <w:rPr>
          <w:i/>
          <w:iCs/>
        </w:rPr>
        <w:t>Victoire</w:t>
      </w:r>
      <w:r w:rsidR="004B5A85">
        <w:rPr>
          <w:i/>
          <w:iCs/>
        </w:rPr>
        <w:t xml:space="preserve">, </w:t>
      </w:r>
      <w:r>
        <w:t>tous fouillaient le ciel</w:t>
      </w:r>
      <w:r w:rsidR="004B5A85">
        <w:t xml:space="preserve">, </w:t>
      </w:r>
      <w:r>
        <w:t>vers le nord</w:t>
      </w:r>
      <w:r w:rsidR="004B5A85">
        <w:t>.</w:t>
      </w:r>
    </w:p>
    <w:p w14:paraId="273E83BE" w14:textId="77777777" w:rsidR="004B5A85" w:rsidRDefault="004C389C" w:rsidP="004C389C">
      <w:r>
        <w:t>Et</w:t>
      </w:r>
      <w:r w:rsidR="004B5A85">
        <w:t xml:space="preserve">, </w:t>
      </w:r>
      <w:r>
        <w:t>brusquement</w:t>
      </w:r>
      <w:r w:rsidR="004B5A85">
        <w:t xml:space="preserve">, </w:t>
      </w:r>
      <w:r>
        <w:t>Pierrot l</w:t>
      </w:r>
      <w:r w:rsidR="004B5A85">
        <w:t>’</w:t>
      </w:r>
      <w:r>
        <w:t>Écureuil le premier jeta le cri tant attendu</w:t>
      </w:r>
      <w:r w:rsidR="004B5A85">
        <w:t> :</w:t>
      </w:r>
    </w:p>
    <w:p w14:paraId="4A828A7F" w14:textId="77777777" w:rsidR="004B5A85" w:rsidRDefault="004B5A85" w:rsidP="004C389C">
      <w:r>
        <w:t>— </w:t>
      </w:r>
      <w:r w:rsidR="004C389C">
        <w:t>Les voilà</w:t>
      </w:r>
      <w:r>
        <w:t> !…</w:t>
      </w:r>
    </w:p>
    <w:p w14:paraId="0A33C0FA" w14:textId="77777777" w:rsidR="004B5A85" w:rsidRDefault="004B5A85" w:rsidP="004C389C">
      <w:r>
        <w:t>— </w:t>
      </w:r>
      <w:r w:rsidR="004C389C">
        <w:t>Oui</w:t>
      </w:r>
      <w:r>
        <w:t xml:space="preserve"> ! </w:t>
      </w:r>
      <w:r w:rsidR="004C389C">
        <w:t>oui</w:t>
      </w:r>
      <w:r>
        <w:t xml:space="preserve"> ! </w:t>
      </w:r>
      <w:r w:rsidR="004C389C">
        <w:t>les voilà</w:t>
      </w:r>
      <w:r>
        <w:t xml:space="preserve"> ! </w:t>
      </w:r>
      <w:r w:rsidR="004C389C">
        <w:t>répétèrent les officiers des deux sous-marins ancrés à quelques brasses l</w:t>
      </w:r>
      <w:r>
        <w:t>’</w:t>
      </w:r>
      <w:r w:rsidR="004C389C">
        <w:t>un de l</w:t>
      </w:r>
      <w:r>
        <w:t>’</w:t>
      </w:r>
      <w:r w:rsidR="004C389C">
        <w:t>autre</w:t>
      </w:r>
      <w:r>
        <w:t>.</w:t>
      </w:r>
    </w:p>
    <w:p w14:paraId="63D88F55" w14:textId="77777777" w:rsidR="004B5A85" w:rsidRDefault="004C389C" w:rsidP="004C389C">
      <w:r>
        <w:t>En effet</w:t>
      </w:r>
      <w:r w:rsidR="004B5A85">
        <w:t xml:space="preserve">, </w:t>
      </w:r>
      <w:r>
        <w:t>là-haut</w:t>
      </w:r>
      <w:r w:rsidR="004B5A85">
        <w:t xml:space="preserve">, </w:t>
      </w:r>
      <w:r>
        <w:t>dans le ciel</w:t>
      </w:r>
      <w:r w:rsidR="004B5A85">
        <w:t xml:space="preserve">, </w:t>
      </w:r>
      <w:r>
        <w:t>deux grands oiseaux venaient d</w:t>
      </w:r>
      <w:r w:rsidR="004B5A85">
        <w:t>’</w:t>
      </w:r>
      <w:r>
        <w:t>apparaître</w:t>
      </w:r>
      <w:r w:rsidR="004B5A85">
        <w:t>.</w:t>
      </w:r>
    </w:p>
    <w:p w14:paraId="3CE4E95F" w14:textId="77777777" w:rsidR="004B5A85" w:rsidRDefault="004C389C" w:rsidP="004C389C">
      <w:r>
        <w:t>Et bientôt</w:t>
      </w:r>
      <w:r w:rsidR="004B5A85">
        <w:t xml:space="preserve">, </w:t>
      </w:r>
      <w:r>
        <w:t>à l</w:t>
      </w:r>
      <w:r w:rsidR="004B5A85">
        <w:t>’</w:t>
      </w:r>
      <w:r>
        <w:t>œil nu</w:t>
      </w:r>
      <w:r w:rsidR="004B5A85">
        <w:t xml:space="preserve">, </w:t>
      </w:r>
      <w:r>
        <w:t>on put distinguer deux monoplans de grandes dimensions</w:t>
      </w:r>
      <w:r w:rsidR="004B5A85">
        <w:t>.</w:t>
      </w:r>
    </w:p>
    <w:p w14:paraId="1E4610C5" w14:textId="77777777" w:rsidR="004B5A85" w:rsidRDefault="004C389C" w:rsidP="004C389C">
      <w:r>
        <w:lastRenderedPageBreak/>
        <w:t>Ils firent le tour de la baie de Tunis</w:t>
      </w:r>
      <w:r w:rsidR="004B5A85">
        <w:t xml:space="preserve">, </w:t>
      </w:r>
      <w:r>
        <w:t>descendirent en vol plané et</w:t>
      </w:r>
      <w:r w:rsidR="004B5A85">
        <w:t xml:space="preserve">, </w:t>
      </w:r>
      <w:r>
        <w:t>presque en même temps</w:t>
      </w:r>
      <w:r w:rsidR="004B5A85">
        <w:t xml:space="preserve">, </w:t>
      </w:r>
      <w:r>
        <w:t>touchaient la surface m</w:t>
      </w:r>
      <w:r>
        <w:t>a</w:t>
      </w:r>
      <w:r>
        <w:t>rine</w:t>
      </w:r>
      <w:r w:rsidR="004B5A85">
        <w:t>…</w:t>
      </w:r>
    </w:p>
    <w:p w14:paraId="2D4335F2" w14:textId="77777777" w:rsidR="004B5A85" w:rsidRDefault="004C389C" w:rsidP="004C389C">
      <w:r>
        <w:t>Leurs flotteurs labourèrent les eaux calmes et les deux m</w:t>
      </w:r>
      <w:r>
        <w:t>o</w:t>
      </w:r>
      <w:r>
        <w:t>noplans s</w:t>
      </w:r>
      <w:r w:rsidR="004B5A85">
        <w:t>’</w:t>
      </w:r>
      <w:r>
        <w:t>arrêtèrent presque côte à côte</w:t>
      </w:r>
      <w:r w:rsidR="004B5A85">
        <w:t xml:space="preserve">, </w:t>
      </w:r>
      <w:r>
        <w:t xml:space="preserve">à quelques mètres à tribord de la </w:t>
      </w:r>
      <w:r>
        <w:rPr>
          <w:i/>
          <w:iCs/>
        </w:rPr>
        <w:t>Revanche</w:t>
      </w:r>
      <w:r w:rsidR="004B5A85">
        <w:t>.</w:t>
      </w:r>
    </w:p>
    <w:p w14:paraId="75C556DB" w14:textId="77777777" w:rsidR="004B5A85" w:rsidRDefault="004C389C" w:rsidP="004C389C">
      <w:pPr>
        <w:rPr>
          <w:i/>
          <w:iCs/>
        </w:rPr>
      </w:pPr>
      <w:r>
        <w:t>Mais</w:t>
      </w:r>
      <w:r w:rsidR="004B5A85">
        <w:t xml:space="preserve">, </w:t>
      </w:r>
      <w:r>
        <w:t>déjà appelés par Paul Randal et dirigés par Ker-</w:t>
      </w:r>
      <w:proofErr w:type="spellStart"/>
      <w:r>
        <w:t>Loys</w:t>
      </w:r>
      <w:proofErr w:type="spellEnd"/>
      <w:r w:rsidR="004B5A85">
        <w:t xml:space="preserve">, </w:t>
      </w:r>
      <w:r>
        <w:t>des matelots avaient mis à l</w:t>
      </w:r>
      <w:r w:rsidR="004B5A85">
        <w:t>’</w:t>
      </w:r>
      <w:r>
        <w:t xml:space="preserve">eau le canot de la </w:t>
      </w:r>
      <w:r>
        <w:rPr>
          <w:i/>
          <w:iCs/>
        </w:rPr>
        <w:t>Revanche</w:t>
      </w:r>
      <w:r w:rsidR="004B5A85">
        <w:rPr>
          <w:i/>
          <w:iCs/>
        </w:rPr>
        <w:t xml:space="preserve">. </w:t>
      </w:r>
      <w:r>
        <w:t xml:space="preserve">Il en avait été de même à bord de la </w:t>
      </w:r>
      <w:r>
        <w:rPr>
          <w:i/>
          <w:iCs/>
        </w:rPr>
        <w:t>Victoire</w:t>
      </w:r>
      <w:r w:rsidR="004B5A85">
        <w:rPr>
          <w:i/>
          <w:iCs/>
        </w:rPr>
        <w:t>.</w:t>
      </w:r>
    </w:p>
    <w:p w14:paraId="1BA67DA8" w14:textId="77777777" w:rsidR="004B5A85" w:rsidRDefault="004C389C" w:rsidP="004C389C">
      <w:r>
        <w:t>Et cinq minutes plus tard</w:t>
      </w:r>
      <w:r w:rsidR="004B5A85">
        <w:t xml:space="preserve">, </w:t>
      </w:r>
      <w:r>
        <w:t>trois officiers aviateurs pr</w:t>
      </w:r>
      <w:r>
        <w:t>e</w:t>
      </w:r>
      <w:r>
        <w:t>naient pied sur la plate-forme du premier sous-marin</w:t>
      </w:r>
      <w:r w:rsidR="004B5A85">
        <w:t xml:space="preserve">, </w:t>
      </w:r>
      <w:r>
        <w:t>tandis que ses matelots ancraient leurs hydroplanes de manière à les rendre insensibles à l</w:t>
      </w:r>
      <w:r w:rsidR="004B5A85">
        <w:t>’</w:t>
      </w:r>
      <w:r>
        <w:t>action du vent</w:t>
      </w:r>
      <w:r w:rsidR="004B5A85">
        <w:t xml:space="preserve">, </w:t>
      </w:r>
      <w:r>
        <w:t>des courants et de la m</w:t>
      </w:r>
      <w:r>
        <w:t>a</w:t>
      </w:r>
      <w:r>
        <w:t>rée</w:t>
      </w:r>
      <w:r w:rsidR="004B5A85">
        <w:t>.</w:t>
      </w:r>
    </w:p>
    <w:p w14:paraId="7A1B3248" w14:textId="77777777" w:rsidR="004B5A85" w:rsidRDefault="004C389C" w:rsidP="004C389C">
      <w:r>
        <w:t xml:space="preserve">Ludovic Martel conduisit aussitôt les nouveaux venus dans le salon de la </w:t>
      </w:r>
      <w:r>
        <w:rPr>
          <w:i/>
          <w:iCs/>
        </w:rPr>
        <w:t>Revanche</w:t>
      </w:r>
      <w:r w:rsidR="004B5A85">
        <w:rPr>
          <w:i/>
          <w:iCs/>
        </w:rPr>
        <w:t xml:space="preserve">. </w:t>
      </w:r>
      <w:r>
        <w:t>Et là</w:t>
      </w:r>
      <w:r w:rsidR="004B5A85">
        <w:t xml:space="preserve">, </w:t>
      </w:r>
      <w:r>
        <w:t>en présence des capitaines Paul Randal</w:t>
      </w:r>
      <w:r w:rsidR="004B5A85">
        <w:t xml:space="preserve">, </w:t>
      </w:r>
      <w:r>
        <w:t>de Cartel et Lacroix</w:t>
      </w:r>
      <w:r w:rsidR="004B5A85">
        <w:t xml:space="preserve">, </w:t>
      </w:r>
      <w:r>
        <w:t xml:space="preserve">du lieutenant </w:t>
      </w:r>
      <w:proofErr w:type="spellStart"/>
      <w:r>
        <w:t>Sindex</w:t>
      </w:r>
      <w:proofErr w:type="spellEnd"/>
      <w:r>
        <w:t xml:space="preserve"> et de Pierrot l</w:t>
      </w:r>
      <w:r w:rsidR="004B5A85">
        <w:t>’</w:t>
      </w:r>
      <w:r>
        <w:t>Écureuil</w:t>
      </w:r>
      <w:r w:rsidR="004B5A85">
        <w:t xml:space="preserve">, </w:t>
      </w:r>
      <w:r>
        <w:t>le commandant fit la réception solennelle des avi</w:t>
      </w:r>
      <w:r>
        <w:t>a</w:t>
      </w:r>
      <w:r>
        <w:t>teurs qui</w:t>
      </w:r>
      <w:r w:rsidR="004B5A85">
        <w:t xml:space="preserve">, </w:t>
      </w:r>
      <w:r>
        <w:t>tous trois lieutenants d</w:t>
      </w:r>
      <w:r w:rsidR="004B5A85">
        <w:t>’</w:t>
      </w:r>
      <w:r>
        <w:t>infanterie de marine</w:t>
      </w:r>
      <w:r w:rsidR="004B5A85">
        <w:t xml:space="preserve">, </w:t>
      </w:r>
      <w:r>
        <w:t>se nommèrent</w:t>
      </w:r>
      <w:r w:rsidR="004B5A85">
        <w:t xml:space="preserve">. </w:t>
      </w:r>
      <w:r>
        <w:t>Ils s</w:t>
      </w:r>
      <w:r w:rsidR="004B5A85">
        <w:t>’</w:t>
      </w:r>
      <w:r>
        <w:t>appelaient</w:t>
      </w:r>
      <w:r w:rsidR="004B5A85">
        <w:t xml:space="preserve"> : </w:t>
      </w:r>
      <w:r>
        <w:t>Roger</w:t>
      </w:r>
      <w:r w:rsidR="004B5A85">
        <w:t xml:space="preserve">, </w:t>
      </w:r>
      <w:proofErr w:type="spellStart"/>
      <w:r>
        <w:t>Marchis</w:t>
      </w:r>
      <w:proofErr w:type="spellEnd"/>
      <w:r>
        <w:t xml:space="preserve"> et Guérin</w:t>
      </w:r>
      <w:r w:rsidR="004B5A85">
        <w:t>.</w:t>
      </w:r>
    </w:p>
    <w:p w14:paraId="3DC84AAE" w14:textId="77777777" w:rsidR="004B5A85" w:rsidRDefault="004C389C" w:rsidP="004C389C">
      <w:r>
        <w:t>Pour répondre au commandant Martel</w:t>
      </w:r>
      <w:r w:rsidR="004B5A85">
        <w:t xml:space="preserve">, </w:t>
      </w:r>
      <w:r>
        <w:t>ce fut le lieutenant Roger</w:t>
      </w:r>
      <w:r w:rsidR="004B5A85">
        <w:t xml:space="preserve">, </w:t>
      </w:r>
      <w:r>
        <w:t>le plus ancien en grade</w:t>
      </w:r>
      <w:r w:rsidR="004B5A85">
        <w:t xml:space="preserve">, </w:t>
      </w:r>
      <w:r>
        <w:t>qui prit la parole</w:t>
      </w:r>
      <w:r w:rsidR="004B5A85">
        <w:t> :</w:t>
      </w:r>
    </w:p>
    <w:p w14:paraId="57D493CE" w14:textId="77777777" w:rsidR="004B5A85" w:rsidRDefault="004B5A85" w:rsidP="004C389C">
      <w:r>
        <w:t>— </w:t>
      </w:r>
      <w:r w:rsidR="004C389C">
        <w:t>Mon commandant</w:t>
      </w:r>
      <w:r>
        <w:t xml:space="preserve">, </w:t>
      </w:r>
      <w:r w:rsidR="004C389C">
        <w:t>expliqua-t-il</w:t>
      </w:r>
      <w:r>
        <w:t xml:space="preserve">, </w:t>
      </w:r>
      <w:r w:rsidR="004C389C">
        <w:t>nous sommes tous les trois fiers et heureux d</w:t>
      </w:r>
      <w:r>
        <w:t>’</w:t>
      </w:r>
      <w:r w:rsidR="004C389C">
        <w:t>avoir été choisis pour lutter avec vous contre le Ravageur du Monde</w:t>
      </w:r>
      <w:r>
        <w:t xml:space="preserve">. </w:t>
      </w:r>
      <w:r w:rsidR="004C389C">
        <w:t>Nos avions de terre et de mer sont les meilleurs de toute la flotte aérienne française</w:t>
      </w:r>
      <w:r>
        <w:t xml:space="preserve">. </w:t>
      </w:r>
      <w:r w:rsidR="004C389C">
        <w:t>Ils n</w:t>
      </w:r>
      <w:r>
        <w:t>’</w:t>
      </w:r>
      <w:r w:rsidR="004C389C">
        <w:t>ont pas de nom</w:t>
      </w:r>
      <w:r>
        <w:t xml:space="preserve">. </w:t>
      </w:r>
      <w:r w:rsidR="004C389C">
        <w:t xml:space="preserve">Nous les appelons le </w:t>
      </w:r>
      <w:r w:rsidR="004C389C">
        <w:rPr>
          <w:i/>
          <w:iCs/>
        </w:rPr>
        <w:t>B</w:t>
      </w:r>
      <w:r w:rsidR="004C389C">
        <w:t xml:space="preserve">-16 et le </w:t>
      </w:r>
      <w:r w:rsidR="004C389C">
        <w:rPr>
          <w:i/>
          <w:iCs/>
        </w:rPr>
        <w:t>B</w:t>
      </w:r>
      <w:r w:rsidR="004C389C">
        <w:t>-18</w:t>
      </w:r>
      <w:r>
        <w:t xml:space="preserve">. </w:t>
      </w:r>
      <w:r w:rsidR="004C389C">
        <w:t>C</w:t>
      </w:r>
      <w:r>
        <w:t>’</w:t>
      </w:r>
      <w:r w:rsidR="004C389C">
        <w:t xml:space="preserve">est moi qui pilote le </w:t>
      </w:r>
      <w:r w:rsidR="004C389C">
        <w:rPr>
          <w:i/>
          <w:iCs/>
        </w:rPr>
        <w:t>B</w:t>
      </w:r>
      <w:r w:rsidR="004C389C">
        <w:t>-16</w:t>
      </w:r>
      <w:r>
        <w:t xml:space="preserve">. </w:t>
      </w:r>
      <w:r w:rsidR="004C389C">
        <w:t xml:space="preserve">Le lieutenant </w:t>
      </w:r>
      <w:proofErr w:type="spellStart"/>
      <w:r w:rsidR="004C389C">
        <w:t>Marchis</w:t>
      </w:r>
      <w:proofErr w:type="spellEnd"/>
      <w:r w:rsidR="004C389C">
        <w:t xml:space="preserve"> pilote le </w:t>
      </w:r>
      <w:r w:rsidR="004C389C">
        <w:rPr>
          <w:i/>
          <w:iCs/>
        </w:rPr>
        <w:t>B</w:t>
      </w:r>
      <w:r w:rsidR="004C389C">
        <w:t>-18 avec le lie</w:t>
      </w:r>
      <w:r w:rsidR="004C389C">
        <w:t>u</w:t>
      </w:r>
      <w:r w:rsidR="004C389C">
        <w:t>tenant Guérin comme observateur</w:t>
      </w:r>
      <w:r>
        <w:t xml:space="preserve">. </w:t>
      </w:r>
      <w:r w:rsidR="004C389C">
        <w:t xml:space="preserve">Le ministre </w:t>
      </w:r>
      <w:r w:rsidR="004C389C">
        <w:lastRenderedPageBreak/>
        <w:t>m</w:t>
      </w:r>
      <w:r>
        <w:t>’</w:t>
      </w:r>
      <w:r w:rsidR="004C389C">
        <w:t>a dit que je devais partir seul sur mon avion</w:t>
      </w:r>
      <w:r>
        <w:t xml:space="preserve">, </w:t>
      </w:r>
      <w:r w:rsidR="004C389C">
        <w:t xml:space="preserve">et que je recevrais de vous un camarade qui remplirait sur le </w:t>
      </w:r>
      <w:r w:rsidR="004C389C">
        <w:rPr>
          <w:i/>
          <w:iCs/>
        </w:rPr>
        <w:t>B</w:t>
      </w:r>
      <w:r w:rsidR="004C389C">
        <w:t>-16 le rôle si important d</w:t>
      </w:r>
      <w:r>
        <w:t>’</w:t>
      </w:r>
      <w:r w:rsidR="004C389C">
        <w:t>observateur</w:t>
      </w:r>
      <w:r>
        <w:t>.</w:t>
      </w:r>
    </w:p>
    <w:p w14:paraId="0A62660D" w14:textId="77777777" w:rsidR="004B5A85" w:rsidRDefault="004B5A85" w:rsidP="004C389C">
      <w:r>
        <w:t>— </w:t>
      </w:r>
      <w:r w:rsidR="004C389C">
        <w:t>En effet</w:t>
      </w:r>
      <w:r>
        <w:t xml:space="preserve">, </w:t>
      </w:r>
      <w:r w:rsidR="004C389C">
        <w:t>répliqua le commandant</w:t>
      </w:r>
      <w:r>
        <w:t xml:space="preserve">, </w:t>
      </w:r>
      <w:r w:rsidR="004C389C">
        <w:t>et voici qui sera ce camarade</w:t>
      </w:r>
      <w:r>
        <w:t> !</w:t>
      </w:r>
    </w:p>
    <w:p w14:paraId="01280AE3" w14:textId="77777777" w:rsidR="004B5A85" w:rsidRDefault="004C389C" w:rsidP="004C389C">
      <w:r>
        <w:t>Et ce disant</w:t>
      </w:r>
      <w:r w:rsidR="004B5A85">
        <w:t xml:space="preserve">, </w:t>
      </w:r>
      <w:r>
        <w:t>Ludovic Martel poussa en avant Pierrot l</w:t>
      </w:r>
      <w:r w:rsidR="004B5A85">
        <w:t>’</w:t>
      </w:r>
      <w:r>
        <w:t>Écureuil</w:t>
      </w:r>
      <w:r w:rsidR="004B5A85">
        <w:t>.</w:t>
      </w:r>
    </w:p>
    <w:p w14:paraId="57450E4F" w14:textId="77777777" w:rsidR="004B5A85" w:rsidRDefault="004C389C" w:rsidP="004C389C">
      <w:r>
        <w:t>En voyant ce gamin</w:t>
      </w:r>
      <w:r w:rsidR="004B5A85">
        <w:t xml:space="preserve">, </w:t>
      </w:r>
      <w:r>
        <w:t>alors qu</w:t>
      </w:r>
      <w:r w:rsidR="004B5A85">
        <w:t>’</w:t>
      </w:r>
      <w:r>
        <w:t>il s</w:t>
      </w:r>
      <w:r w:rsidR="004B5A85">
        <w:t>’</w:t>
      </w:r>
      <w:r>
        <w:t>attendait à ce qu</w:t>
      </w:r>
      <w:r w:rsidR="004B5A85">
        <w:t>’</w:t>
      </w:r>
      <w:r>
        <w:t>on lui présentât un jeune officier</w:t>
      </w:r>
      <w:r w:rsidR="004B5A85">
        <w:t xml:space="preserve">, </w:t>
      </w:r>
      <w:r>
        <w:t>le lieutenant Roger fut d</w:t>
      </w:r>
      <w:r w:rsidR="004B5A85">
        <w:t>’</w:t>
      </w:r>
      <w:r>
        <w:t>abord ah</w:t>
      </w:r>
      <w:r>
        <w:t>u</w:t>
      </w:r>
      <w:r>
        <w:t>ri</w:t>
      </w:r>
      <w:r w:rsidR="004B5A85">
        <w:t>.</w:t>
      </w:r>
    </w:p>
    <w:p w14:paraId="139E8194" w14:textId="77777777" w:rsidR="004B5A85" w:rsidRDefault="004C389C" w:rsidP="004C389C">
      <w:r>
        <w:t>Mais</w:t>
      </w:r>
      <w:r w:rsidR="004B5A85">
        <w:t xml:space="preserve">, </w:t>
      </w:r>
      <w:r>
        <w:t>aussitôt</w:t>
      </w:r>
      <w:r w:rsidR="004B5A85">
        <w:t xml:space="preserve">, </w:t>
      </w:r>
      <w:r>
        <w:t>ses regards tombèrent sur la médaille mil</w:t>
      </w:r>
      <w:r>
        <w:t>i</w:t>
      </w:r>
      <w:r>
        <w:t>taire qui brillait sur la poitrine du jeune garçon</w:t>
      </w:r>
      <w:r w:rsidR="004B5A85">
        <w:t>…</w:t>
      </w:r>
    </w:p>
    <w:p w14:paraId="514811A4" w14:textId="77777777" w:rsidR="004B5A85" w:rsidRDefault="004C389C" w:rsidP="004C389C">
      <w:r>
        <w:t>Comme tout le monde</w:t>
      </w:r>
      <w:r w:rsidR="004B5A85">
        <w:t xml:space="preserve">, </w:t>
      </w:r>
      <w:r>
        <w:t>les aviateurs savaient l</w:t>
      </w:r>
      <w:r w:rsidR="004B5A85">
        <w:t>’</w:t>
      </w:r>
      <w:r>
        <w:t>histoire de l</w:t>
      </w:r>
      <w:r w:rsidR="004B5A85">
        <w:t>’</w:t>
      </w:r>
      <w:r>
        <w:t>intelligent et héroïque moussaillon</w:t>
      </w:r>
      <w:r w:rsidR="004B5A85">
        <w:t>.</w:t>
      </w:r>
    </w:p>
    <w:p w14:paraId="3C647CC4" w14:textId="77777777" w:rsidR="004B5A85" w:rsidRDefault="004C389C" w:rsidP="004C389C">
      <w:r>
        <w:t>Il s</w:t>
      </w:r>
      <w:r w:rsidR="004B5A85">
        <w:t>’</w:t>
      </w:r>
      <w:r>
        <w:t>exclama</w:t>
      </w:r>
      <w:r w:rsidR="004B5A85">
        <w:t> :</w:t>
      </w:r>
    </w:p>
    <w:p w14:paraId="5BA0106D" w14:textId="77777777" w:rsidR="004B5A85" w:rsidRDefault="004B5A85" w:rsidP="004C389C">
      <w:r>
        <w:t>— </w:t>
      </w:r>
      <w:r w:rsidR="004C389C">
        <w:t>C</w:t>
      </w:r>
      <w:r>
        <w:t>’</w:t>
      </w:r>
      <w:r w:rsidR="004C389C">
        <w:t>est Pierrot l</w:t>
      </w:r>
      <w:r>
        <w:t>’</w:t>
      </w:r>
      <w:r w:rsidR="004C389C">
        <w:t>Écureuil</w:t>
      </w:r>
      <w:r>
        <w:t> ?</w:t>
      </w:r>
    </w:p>
    <w:p w14:paraId="58B22064" w14:textId="77777777" w:rsidR="004B5A85" w:rsidRDefault="004B5A85" w:rsidP="004C389C">
      <w:r>
        <w:t>— </w:t>
      </w:r>
      <w:r w:rsidR="004C389C">
        <w:t>C</w:t>
      </w:r>
      <w:r>
        <w:t>’</w:t>
      </w:r>
      <w:r w:rsidR="004C389C">
        <w:t>est lui</w:t>
      </w:r>
      <w:r>
        <w:t xml:space="preserve"> ! </w:t>
      </w:r>
      <w:r w:rsidR="004C389C">
        <w:t>fit Ludovic Martel</w:t>
      </w:r>
      <w:r>
        <w:t xml:space="preserve">, </w:t>
      </w:r>
      <w:r w:rsidR="004C389C">
        <w:t>gravement</w:t>
      </w:r>
      <w:r>
        <w:t xml:space="preserve">. </w:t>
      </w:r>
      <w:r w:rsidR="004C389C">
        <w:t>Lui qui a eu l</w:t>
      </w:r>
      <w:r>
        <w:t>’</w:t>
      </w:r>
      <w:r w:rsidR="004C389C">
        <w:t>idée d</w:t>
      </w:r>
      <w:r>
        <w:t>’</w:t>
      </w:r>
      <w:r w:rsidR="004C389C">
        <w:t xml:space="preserve">user des </w:t>
      </w:r>
      <w:proofErr w:type="spellStart"/>
      <w:r w:rsidR="004C389C">
        <w:t>hydroaéroplanes</w:t>
      </w:r>
      <w:proofErr w:type="spellEnd"/>
      <w:r w:rsidR="004C389C">
        <w:t xml:space="preserve"> contre le Ravageur du Monde</w:t>
      </w:r>
      <w:r>
        <w:t>.</w:t>
      </w:r>
    </w:p>
    <w:p w14:paraId="1B01E636" w14:textId="77777777" w:rsidR="004B5A85" w:rsidRDefault="004B5A85" w:rsidP="004C389C">
      <w:r>
        <w:t>— </w:t>
      </w:r>
      <w:r w:rsidR="004C389C">
        <w:t>L</w:t>
      </w:r>
      <w:r>
        <w:t>’</w:t>
      </w:r>
      <w:r w:rsidR="004C389C">
        <w:t>idée vient de lui</w:t>
      </w:r>
      <w:r>
        <w:t xml:space="preserve"> ? </w:t>
      </w:r>
      <w:r w:rsidR="004C389C">
        <w:t>s</w:t>
      </w:r>
      <w:r>
        <w:t>’</w:t>
      </w:r>
      <w:r w:rsidR="004C389C">
        <w:t>écria le lieutenant Roger</w:t>
      </w:r>
      <w:r>
        <w:t xml:space="preserve">, </w:t>
      </w:r>
      <w:r w:rsidR="004C389C">
        <w:t>compl</w:t>
      </w:r>
      <w:r w:rsidR="004C389C">
        <w:t>è</w:t>
      </w:r>
      <w:r w:rsidR="004C389C">
        <w:t>tement stupéfait</w:t>
      </w:r>
      <w:r>
        <w:t>.</w:t>
      </w:r>
    </w:p>
    <w:p w14:paraId="3D733ABC" w14:textId="77777777" w:rsidR="004B5A85" w:rsidRDefault="004B5A85" w:rsidP="004C389C">
      <w:r>
        <w:t>— </w:t>
      </w:r>
      <w:r w:rsidR="004C389C">
        <w:t>Parfaitement</w:t>
      </w:r>
      <w:r>
        <w:t>.</w:t>
      </w:r>
    </w:p>
    <w:p w14:paraId="27DA005F" w14:textId="77777777" w:rsidR="004B5A85" w:rsidRDefault="004C389C" w:rsidP="004C389C">
      <w:r>
        <w:t>L</w:t>
      </w:r>
      <w:r w:rsidR="004B5A85">
        <w:t>’</w:t>
      </w:r>
      <w:r>
        <w:t>officier aviateur était si ému qu</w:t>
      </w:r>
      <w:r w:rsidR="004B5A85">
        <w:t>’</w:t>
      </w:r>
      <w:r>
        <w:t>il ne put</w:t>
      </w:r>
      <w:r w:rsidR="004B5A85">
        <w:t xml:space="preserve">, </w:t>
      </w:r>
      <w:r>
        <w:t>à cette minute</w:t>
      </w:r>
      <w:r w:rsidR="004B5A85">
        <w:t xml:space="preserve">, </w:t>
      </w:r>
      <w:r>
        <w:t>prononcer une parole de plus</w:t>
      </w:r>
      <w:r w:rsidR="004B5A85">
        <w:t>.</w:t>
      </w:r>
    </w:p>
    <w:p w14:paraId="318278DB" w14:textId="77777777" w:rsidR="004B5A85" w:rsidRDefault="004C389C" w:rsidP="004C389C">
      <w:r>
        <w:lastRenderedPageBreak/>
        <w:t>Étant de très haute taille</w:t>
      </w:r>
      <w:r w:rsidR="004B5A85">
        <w:t xml:space="preserve">, </w:t>
      </w:r>
      <w:r>
        <w:t>il se baissa un peu pour saisir Pierrot l</w:t>
      </w:r>
      <w:r w:rsidR="004B5A85">
        <w:t>’</w:t>
      </w:r>
      <w:r>
        <w:t>Écureuil à bras-le-corps</w:t>
      </w:r>
      <w:r w:rsidR="004B5A85">
        <w:t xml:space="preserve">, </w:t>
      </w:r>
      <w:r>
        <w:t>et</w:t>
      </w:r>
      <w:r w:rsidR="004B5A85">
        <w:t xml:space="preserve">, </w:t>
      </w:r>
      <w:r>
        <w:t>les yeux humides d</w:t>
      </w:r>
      <w:r w:rsidR="004B5A85">
        <w:t>’</w:t>
      </w:r>
      <w:r>
        <w:t>émotion</w:t>
      </w:r>
      <w:r w:rsidR="004B5A85">
        <w:t xml:space="preserve">, </w:t>
      </w:r>
      <w:r>
        <w:t xml:space="preserve">ce solide gaillard embrassa le gosse sur les deux </w:t>
      </w:r>
      <w:proofErr w:type="spellStart"/>
      <w:r>
        <w:t>joues</w:t>
      </w:r>
      <w:proofErr w:type="spellEnd"/>
      <w:r w:rsidR="004B5A85">
        <w:t>.</w:t>
      </w:r>
    </w:p>
    <w:p w14:paraId="7BCCF558" w14:textId="77777777" w:rsidR="004B5A85" w:rsidRDefault="004C389C" w:rsidP="004C389C">
      <w:r>
        <w:t>Autour d</w:t>
      </w:r>
      <w:r w:rsidR="004B5A85">
        <w:t>’</w:t>
      </w:r>
      <w:r>
        <w:t>eux</w:t>
      </w:r>
      <w:r w:rsidR="004B5A85">
        <w:t xml:space="preserve">, </w:t>
      </w:r>
      <w:r>
        <w:t>les applaudissements éclatèrent</w:t>
      </w:r>
      <w:r w:rsidR="004B5A85">
        <w:t xml:space="preserve">, </w:t>
      </w:r>
      <w:r>
        <w:t xml:space="preserve">et des cris de </w:t>
      </w:r>
      <w:r w:rsidR="004B5A85">
        <w:t>« </w:t>
      </w:r>
      <w:r>
        <w:t>Vive Pierrot l</w:t>
      </w:r>
      <w:r w:rsidR="004B5A85">
        <w:t>’</w:t>
      </w:r>
      <w:r>
        <w:t>Écureuil</w:t>
      </w:r>
      <w:r w:rsidR="004B5A85">
        <w:t xml:space="preserve"> ! </w:t>
      </w:r>
      <w:r>
        <w:t>Vive la France</w:t>
      </w:r>
      <w:r w:rsidR="004B5A85">
        <w:t> ! »</w:t>
      </w:r>
      <w:r>
        <w:t xml:space="preserve"> poussés par tous les officiers enthousiasmés</w:t>
      </w:r>
      <w:r w:rsidR="004B5A85">
        <w:t>.</w:t>
      </w:r>
    </w:p>
    <w:p w14:paraId="268436BC" w14:textId="77777777" w:rsidR="004B5A85" w:rsidRDefault="004B5A85" w:rsidP="004C389C">
      <w:r>
        <w:t>— </w:t>
      </w:r>
      <w:r w:rsidR="004C389C">
        <w:t>Mon commandant</w:t>
      </w:r>
      <w:r>
        <w:t xml:space="preserve">, </w:t>
      </w:r>
      <w:r w:rsidR="004C389C">
        <w:t>put enfin dire le lieutenant Roger</w:t>
      </w:r>
      <w:r>
        <w:t xml:space="preserve">, </w:t>
      </w:r>
      <w:r w:rsidR="004C389C">
        <w:t>je vous remercie de l</w:t>
      </w:r>
      <w:r>
        <w:t>’</w:t>
      </w:r>
      <w:r w:rsidR="004C389C">
        <w:t>honneur que vous me faites en me donnant Pierrot l</w:t>
      </w:r>
      <w:r>
        <w:t>’</w:t>
      </w:r>
      <w:r w:rsidR="004C389C">
        <w:t xml:space="preserve">Écureuil comme observateur à bord du </w:t>
      </w:r>
      <w:r w:rsidR="004C389C">
        <w:rPr>
          <w:i/>
          <w:iCs/>
        </w:rPr>
        <w:t>B</w:t>
      </w:r>
      <w:r w:rsidR="004C389C">
        <w:t>-16</w:t>
      </w:r>
      <w:r>
        <w:t>.</w:t>
      </w:r>
    </w:p>
    <w:p w14:paraId="2EC406DA" w14:textId="77777777" w:rsidR="004B5A85" w:rsidRDefault="004B5A85" w:rsidP="004C389C">
      <w:r>
        <w:t>— </w:t>
      </w:r>
      <w:r w:rsidR="004C389C">
        <w:t>Et moi</w:t>
      </w:r>
      <w:r>
        <w:t xml:space="preserve">, </w:t>
      </w:r>
      <w:r w:rsidR="004C389C">
        <w:t>mon lieutenant</w:t>
      </w:r>
      <w:r>
        <w:t xml:space="preserve">, </w:t>
      </w:r>
      <w:r w:rsidR="004C389C">
        <w:t>fit Pierrot l</w:t>
      </w:r>
      <w:r>
        <w:t>’</w:t>
      </w:r>
      <w:r w:rsidR="004C389C">
        <w:t>Écureuil</w:t>
      </w:r>
      <w:r>
        <w:t xml:space="preserve">, </w:t>
      </w:r>
      <w:r w:rsidR="004C389C">
        <w:t>avec une juvénile mais respectueuse audace</w:t>
      </w:r>
      <w:r>
        <w:t xml:space="preserve">, </w:t>
      </w:r>
      <w:r w:rsidR="004C389C">
        <w:t>je vous remercie d</w:t>
      </w:r>
      <w:r>
        <w:t>’</w:t>
      </w:r>
      <w:r w:rsidR="004C389C">
        <w:t>être co</w:t>
      </w:r>
      <w:r w:rsidR="004C389C">
        <w:t>n</w:t>
      </w:r>
      <w:r w:rsidR="004C389C">
        <w:t>tent que ce soit moi</w:t>
      </w:r>
      <w:r>
        <w:t>…</w:t>
      </w:r>
    </w:p>
    <w:p w14:paraId="26D19043" w14:textId="77777777" w:rsidR="004B5A85" w:rsidRDefault="004B5A85" w:rsidP="004C389C">
      <w:r>
        <w:t>— </w:t>
      </w:r>
      <w:r w:rsidR="004C389C">
        <w:t>Content</w:t>
      </w:r>
      <w:r>
        <w:t xml:space="preserve"> !… </w:t>
      </w:r>
      <w:r w:rsidR="004C389C">
        <w:t>s</w:t>
      </w:r>
      <w:r>
        <w:t>’</w:t>
      </w:r>
      <w:r w:rsidR="004C389C">
        <w:t>écria l</w:t>
      </w:r>
      <w:r>
        <w:t>’</w:t>
      </w:r>
      <w:r w:rsidR="004C389C">
        <w:t>officier</w:t>
      </w:r>
      <w:r>
        <w:t xml:space="preserve">. </w:t>
      </w:r>
      <w:r w:rsidR="004C389C">
        <w:t>Dites enchanté</w:t>
      </w:r>
      <w:r>
        <w:t xml:space="preserve">, </w:t>
      </w:r>
      <w:r w:rsidR="004C389C">
        <w:t>ravi</w:t>
      </w:r>
      <w:r>
        <w:t xml:space="preserve">, </w:t>
      </w:r>
      <w:r w:rsidR="004C389C">
        <w:t>entho</w:t>
      </w:r>
      <w:r w:rsidR="004C389C">
        <w:t>u</w:t>
      </w:r>
      <w:r w:rsidR="004C389C">
        <w:t>siasmé</w:t>
      </w:r>
      <w:r>
        <w:t xml:space="preserve">, </w:t>
      </w:r>
      <w:r w:rsidR="004C389C">
        <w:t>mon brave l</w:t>
      </w:r>
      <w:r>
        <w:t>’</w:t>
      </w:r>
      <w:r w:rsidR="004C389C">
        <w:t>Écureuil</w:t>
      </w:r>
      <w:r>
        <w:t> !…</w:t>
      </w:r>
    </w:p>
    <w:p w14:paraId="77BDD569" w14:textId="77777777" w:rsidR="004B5A85" w:rsidRDefault="004C389C" w:rsidP="004C389C">
      <w:r>
        <w:t>On avait versé du champagne dans des verres</w:t>
      </w:r>
      <w:r w:rsidR="004B5A85">
        <w:t xml:space="preserve">. </w:t>
      </w:r>
      <w:r>
        <w:t>On trinqua</w:t>
      </w:r>
      <w:r w:rsidR="004B5A85">
        <w:t xml:space="preserve">, </w:t>
      </w:r>
      <w:r>
        <w:t>on but en l</w:t>
      </w:r>
      <w:r w:rsidR="004B5A85">
        <w:t>’</w:t>
      </w:r>
      <w:r>
        <w:t>honneur du mousse</w:t>
      </w:r>
      <w:r w:rsidR="004B5A85">
        <w:t xml:space="preserve">, </w:t>
      </w:r>
      <w:r>
        <w:t>qui ne se tenait pas de joie</w:t>
      </w:r>
      <w:r w:rsidR="004B5A85">
        <w:t>…</w:t>
      </w:r>
    </w:p>
    <w:p w14:paraId="4A86B61F" w14:textId="77777777" w:rsidR="004B5A85" w:rsidRDefault="004C389C" w:rsidP="004C389C">
      <w:r>
        <w:t>Mais bientôt</w:t>
      </w:r>
      <w:r w:rsidR="004B5A85">
        <w:t xml:space="preserve">, </w:t>
      </w:r>
      <w:r>
        <w:t>la voix calme de Martel calma les efferve</w:t>
      </w:r>
      <w:r>
        <w:t>s</w:t>
      </w:r>
      <w:r>
        <w:t>cences</w:t>
      </w:r>
      <w:r w:rsidR="004B5A85">
        <w:t>.</w:t>
      </w:r>
    </w:p>
    <w:p w14:paraId="4A5D6C25" w14:textId="77777777" w:rsidR="004B5A85" w:rsidRDefault="004B5A85" w:rsidP="004C389C">
      <w:r>
        <w:t>— </w:t>
      </w:r>
      <w:r w:rsidR="004C389C">
        <w:t>Lieutenant</w:t>
      </w:r>
      <w:r>
        <w:t xml:space="preserve">, </w:t>
      </w:r>
      <w:r w:rsidR="004C389C">
        <w:t>dit-il</w:t>
      </w:r>
      <w:r>
        <w:t xml:space="preserve">, </w:t>
      </w:r>
      <w:r w:rsidR="004C389C">
        <w:t>vous m</w:t>
      </w:r>
      <w:r>
        <w:t>’</w:t>
      </w:r>
      <w:r w:rsidR="004C389C">
        <w:t>apportez sans doute les in</w:t>
      </w:r>
      <w:r w:rsidR="004C389C">
        <w:t>s</w:t>
      </w:r>
      <w:r w:rsidR="004C389C">
        <w:t>tructions du gouvernement</w:t>
      </w:r>
      <w:r>
        <w:t>.</w:t>
      </w:r>
    </w:p>
    <w:p w14:paraId="1BBA7A41" w14:textId="77777777" w:rsidR="004B5A85" w:rsidRDefault="004B5A85" w:rsidP="004C389C">
      <w:r>
        <w:t>— </w:t>
      </w:r>
      <w:r w:rsidR="004C389C">
        <w:t>Oui</w:t>
      </w:r>
      <w:r>
        <w:t xml:space="preserve">, </w:t>
      </w:r>
      <w:r w:rsidR="004C389C">
        <w:t>mon commandant</w:t>
      </w:r>
      <w:r>
        <w:t>.</w:t>
      </w:r>
    </w:p>
    <w:p w14:paraId="3F760FA6" w14:textId="77777777" w:rsidR="004B5A85" w:rsidRDefault="004C389C" w:rsidP="004C389C">
      <w:r>
        <w:t>L</w:t>
      </w:r>
      <w:r w:rsidR="004B5A85">
        <w:t>’</w:t>
      </w:r>
      <w:r>
        <w:t>officier aviateur Roger déboutonna sa vareuse et tira de la poche intérieure un pli cacheté qu</w:t>
      </w:r>
      <w:r w:rsidR="004B5A85">
        <w:t>’</w:t>
      </w:r>
      <w:r>
        <w:t>il présenta à Ludovic Ma</w:t>
      </w:r>
      <w:r>
        <w:t>r</w:t>
      </w:r>
      <w:r>
        <w:t>tel</w:t>
      </w:r>
      <w:r w:rsidR="004B5A85">
        <w:t>.</w:t>
      </w:r>
    </w:p>
    <w:p w14:paraId="3C7B94E5" w14:textId="77777777" w:rsidR="004B5A85" w:rsidRDefault="004C389C" w:rsidP="004C389C">
      <w:r>
        <w:t>Celui-ci rompit les cachets</w:t>
      </w:r>
      <w:r w:rsidR="004B5A85">
        <w:t xml:space="preserve">, </w:t>
      </w:r>
      <w:r>
        <w:t>déplia le papier</w:t>
      </w:r>
      <w:r w:rsidR="004B5A85">
        <w:t xml:space="preserve">, </w:t>
      </w:r>
      <w:r>
        <w:t>le lut d</w:t>
      </w:r>
      <w:r w:rsidR="004B5A85">
        <w:t>’</w:t>
      </w:r>
      <w:r>
        <w:t>abord des yeux</w:t>
      </w:r>
      <w:r w:rsidR="004B5A85">
        <w:t xml:space="preserve">, </w:t>
      </w:r>
      <w:r>
        <w:t>puis</w:t>
      </w:r>
      <w:r w:rsidR="004B5A85">
        <w:t xml:space="preserve">, </w:t>
      </w:r>
      <w:r>
        <w:t>à haute voix</w:t>
      </w:r>
      <w:r w:rsidR="004B5A85">
        <w:t> :</w:t>
      </w:r>
    </w:p>
    <w:p w14:paraId="1E4E7511" w14:textId="77777777" w:rsidR="004B5A85" w:rsidRDefault="004B5A85" w:rsidP="004C389C">
      <w:r>
        <w:lastRenderedPageBreak/>
        <w:t>— </w:t>
      </w:r>
      <w:r w:rsidR="004C389C">
        <w:t>Messieurs</w:t>
      </w:r>
      <w:r>
        <w:t xml:space="preserve">, </w:t>
      </w:r>
      <w:r w:rsidR="004C389C">
        <w:t>déclara-t-il</w:t>
      </w:r>
      <w:r>
        <w:t xml:space="preserve">, </w:t>
      </w:r>
      <w:r w:rsidR="004C389C">
        <w:t>voici ce que m</w:t>
      </w:r>
      <w:r>
        <w:t>’</w:t>
      </w:r>
      <w:r w:rsidR="004C389C">
        <w:t>écrit l</w:t>
      </w:r>
      <w:r>
        <w:t>’</w:t>
      </w:r>
      <w:r w:rsidR="004C389C">
        <w:t>amiral</w:t>
      </w:r>
      <w:r>
        <w:t xml:space="preserve">, </w:t>
      </w:r>
      <w:r w:rsidR="004C389C">
        <w:t>m</w:t>
      </w:r>
      <w:r w:rsidR="004C389C">
        <w:t>i</w:t>
      </w:r>
      <w:r w:rsidR="004C389C">
        <w:t>nistre de la Marine</w:t>
      </w:r>
      <w:r>
        <w:t>.</w:t>
      </w:r>
    </w:p>
    <w:p w14:paraId="38CD7845" w14:textId="77777777" w:rsidR="004B5A85" w:rsidRDefault="004C389C" w:rsidP="004C389C">
      <w:r>
        <w:t>Et il lut</w:t>
      </w:r>
      <w:r w:rsidR="004B5A85">
        <w:t> :</w:t>
      </w:r>
    </w:p>
    <w:p w14:paraId="32E72926" w14:textId="77777777" w:rsidR="004B5A85" w:rsidRDefault="004B5A85" w:rsidP="004C389C">
      <w:r>
        <w:rPr>
          <w:i/>
          <w:iCs/>
        </w:rPr>
        <w:t>« </w:t>
      </w:r>
      <w:r w:rsidR="004C389C">
        <w:t>Le ministre de la Marine au commandant Ludovic Ma</w:t>
      </w:r>
      <w:r w:rsidR="004C389C">
        <w:t>r</w:t>
      </w:r>
      <w:r w:rsidR="004C389C">
        <w:t>tel</w:t>
      </w:r>
      <w:r>
        <w:t xml:space="preserve">, </w:t>
      </w:r>
      <w:r w:rsidR="004C389C">
        <w:t>commandant en chef l</w:t>
      </w:r>
      <w:r>
        <w:t>’</w:t>
      </w:r>
      <w:r w:rsidR="004C389C">
        <w:t>expédition sous-marine et aérienne contre le Ravageur du Monde</w:t>
      </w:r>
      <w:r>
        <w:t>.</w:t>
      </w:r>
    </w:p>
    <w:p w14:paraId="6884C468" w14:textId="77777777" w:rsidR="004B5A85" w:rsidRDefault="004B5A85" w:rsidP="004C389C">
      <w:r>
        <w:t>« </w:t>
      </w:r>
      <w:r w:rsidR="004C389C">
        <w:t>Les dernières informations nous apprennent que le R</w:t>
      </w:r>
      <w:r w:rsidR="004C389C">
        <w:t>a</w:t>
      </w:r>
      <w:r w:rsidR="004C389C">
        <w:t>vageur a été vu dans la mer Noire</w:t>
      </w:r>
      <w:r>
        <w:t>.</w:t>
      </w:r>
    </w:p>
    <w:p w14:paraId="7F940908" w14:textId="77777777" w:rsidR="004B5A85" w:rsidRDefault="004B5A85" w:rsidP="004C389C">
      <w:pPr>
        <w:rPr>
          <w:i/>
          <w:iCs/>
        </w:rPr>
      </w:pPr>
      <w:r>
        <w:t>« </w:t>
      </w:r>
      <w:r w:rsidR="004C389C">
        <w:t>L</w:t>
      </w:r>
      <w:r>
        <w:t>’</w:t>
      </w:r>
      <w:r w:rsidR="004C389C">
        <w:t>ordre formel est donc confirmé au commandant Lud</w:t>
      </w:r>
      <w:r w:rsidR="004C389C">
        <w:t>o</w:t>
      </w:r>
      <w:r w:rsidR="004C389C">
        <w:t>vic Martel de poursuivre</w:t>
      </w:r>
      <w:r>
        <w:t xml:space="preserve">, </w:t>
      </w:r>
      <w:r w:rsidR="004C389C">
        <w:t>d</w:t>
      </w:r>
      <w:r>
        <w:t>’</w:t>
      </w:r>
      <w:r w:rsidR="004C389C">
        <w:t xml:space="preserve">attaquer et de capturer ou détruire le Ravageur du Monde et le sous-marin </w:t>
      </w:r>
      <w:r w:rsidR="004C389C">
        <w:rPr>
          <w:i/>
          <w:iCs/>
        </w:rPr>
        <w:t>Nyctalope</w:t>
      </w:r>
      <w:r>
        <w:rPr>
          <w:i/>
          <w:iCs/>
        </w:rPr>
        <w:t>.</w:t>
      </w:r>
    </w:p>
    <w:p w14:paraId="36F3A432" w14:textId="77777777" w:rsidR="004B5A85" w:rsidRDefault="004B5A85" w:rsidP="004C389C">
      <w:r>
        <w:t>« </w:t>
      </w:r>
      <w:r w:rsidR="004C389C">
        <w:t>Par ses attentats criminels</w:t>
      </w:r>
      <w:r>
        <w:t xml:space="preserve">, </w:t>
      </w:r>
      <w:r w:rsidR="004C389C">
        <w:t>par ses actes de forban contre le Venezuela et contre les États-Unis</w:t>
      </w:r>
      <w:r>
        <w:t xml:space="preserve">, </w:t>
      </w:r>
      <w:r w:rsidR="004C389C">
        <w:t>par ses menaces enfin</w:t>
      </w:r>
      <w:r>
        <w:t xml:space="preserve">, </w:t>
      </w:r>
      <w:r w:rsidR="004C389C">
        <w:t>par les dangers qu</w:t>
      </w:r>
      <w:r>
        <w:t>’</w:t>
      </w:r>
      <w:r w:rsidR="004C389C">
        <w:t>il fait courir à toutes les marines du monde</w:t>
      </w:r>
      <w:r>
        <w:t xml:space="preserve">, </w:t>
      </w:r>
      <w:r w:rsidR="004C389C">
        <w:t>le Ravageur s</w:t>
      </w:r>
      <w:r>
        <w:t>’</w:t>
      </w:r>
      <w:r w:rsidR="004C389C">
        <w:t>est mis au ban de toutes les nations</w:t>
      </w:r>
      <w:r>
        <w:t>.</w:t>
      </w:r>
    </w:p>
    <w:p w14:paraId="5825B0EE" w14:textId="77777777" w:rsidR="004B5A85" w:rsidRDefault="004B5A85" w:rsidP="004C389C">
      <w:r>
        <w:t>« </w:t>
      </w:r>
      <w:r w:rsidR="004C389C">
        <w:t>Le traquer et l</w:t>
      </w:r>
      <w:r>
        <w:t>’</w:t>
      </w:r>
      <w:r w:rsidR="004C389C">
        <w:t>anéantir est le plus urgent des devoirs</w:t>
      </w:r>
      <w:r>
        <w:t xml:space="preserve">, </w:t>
      </w:r>
      <w:r w:rsidR="004C389C">
        <w:t>afin de l</w:t>
      </w:r>
      <w:r>
        <w:t>’</w:t>
      </w:r>
      <w:r w:rsidR="004C389C">
        <w:t>empêcher de commettre de nouveaux crimes et de détruire de nouvelles vies humaines</w:t>
      </w:r>
      <w:r>
        <w:t>.</w:t>
      </w:r>
    </w:p>
    <w:p w14:paraId="0A33247D" w14:textId="77777777" w:rsidR="004B5A85" w:rsidRDefault="004B5A85" w:rsidP="004C389C">
      <w:r>
        <w:t>« </w:t>
      </w:r>
      <w:r w:rsidR="004C389C">
        <w:t xml:space="preserve">Sans parler de la mort atroce du gouverneur de </w:t>
      </w:r>
      <w:proofErr w:type="spellStart"/>
      <w:r w:rsidR="004C389C">
        <w:t>Mac</w:t>
      </w:r>
      <w:r w:rsidR="004C389C">
        <w:t>a</w:t>
      </w:r>
      <w:r w:rsidR="004C389C">
        <w:t>raïbo</w:t>
      </w:r>
      <w:proofErr w:type="spellEnd"/>
      <w:r>
        <w:t xml:space="preserve">, </w:t>
      </w:r>
      <w:r w:rsidR="004C389C">
        <w:t>le fait que le Ravageur</w:t>
      </w:r>
      <w:r>
        <w:t xml:space="preserve">, </w:t>
      </w:r>
      <w:r w:rsidR="004C389C">
        <w:t>sans être attaqué</w:t>
      </w:r>
      <w:r>
        <w:t xml:space="preserve">, </w:t>
      </w:r>
      <w:r w:rsidR="004C389C">
        <w:t xml:space="preserve">a fait sauter le cuirassé américain </w:t>
      </w:r>
      <w:r w:rsidR="004C389C">
        <w:rPr>
          <w:i/>
          <w:iCs/>
        </w:rPr>
        <w:t>California</w:t>
      </w:r>
      <w:r>
        <w:rPr>
          <w:i/>
          <w:iCs/>
        </w:rPr>
        <w:t xml:space="preserve">, </w:t>
      </w:r>
      <w:r w:rsidR="004C389C">
        <w:t>anéantissant froidement ainsi plus de cinq cents hommes</w:t>
      </w:r>
      <w:r>
        <w:t xml:space="preserve">, </w:t>
      </w:r>
      <w:r w:rsidR="004C389C">
        <w:t>ce fait seul légitime</w:t>
      </w:r>
      <w:r>
        <w:t xml:space="preserve">, </w:t>
      </w:r>
      <w:r w:rsidR="004C389C">
        <w:t>sans autre co</w:t>
      </w:r>
      <w:r w:rsidR="004C389C">
        <w:t>n</w:t>
      </w:r>
      <w:r w:rsidR="004C389C">
        <w:t>sidération</w:t>
      </w:r>
      <w:r>
        <w:t xml:space="preserve">, </w:t>
      </w:r>
      <w:r w:rsidR="004C389C">
        <w:t>l</w:t>
      </w:r>
      <w:r>
        <w:t>’</w:t>
      </w:r>
      <w:r w:rsidR="004C389C">
        <w:t>action implacable de la France</w:t>
      </w:r>
      <w:r>
        <w:t xml:space="preserve">, </w:t>
      </w:r>
      <w:r w:rsidR="004C389C">
        <w:t>au nom du monde entier</w:t>
      </w:r>
      <w:r>
        <w:t xml:space="preserve">, </w:t>
      </w:r>
      <w:r w:rsidR="004C389C">
        <w:t>contre le Ravageur du Monde</w:t>
      </w:r>
      <w:r>
        <w:t> !…</w:t>
      </w:r>
    </w:p>
    <w:p w14:paraId="422173AF" w14:textId="42C68EA6" w:rsidR="004B5A85" w:rsidRDefault="004B5A85" w:rsidP="004C389C">
      <w:r>
        <w:t>« </w:t>
      </w:r>
      <w:r w:rsidR="004C389C">
        <w:t>Paris</w:t>
      </w:r>
      <w:r>
        <w:t xml:space="preserve">, </w:t>
      </w:r>
      <w:r w:rsidR="004C389C">
        <w:t xml:space="preserve">le </w:t>
      </w:r>
      <w:r>
        <w:t>4 mars.</w:t>
      </w:r>
    </w:p>
    <w:p w14:paraId="32560EA5" w14:textId="77777777" w:rsidR="004B5A85" w:rsidRDefault="004B5A85" w:rsidP="004C389C">
      <w:pPr>
        <w:jc w:val="right"/>
        <w:rPr>
          <w:i/>
          <w:iCs/>
        </w:rPr>
      </w:pPr>
      <w:r>
        <w:t>« </w:t>
      </w:r>
      <w:r w:rsidR="004C389C">
        <w:rPr>
          <w:i/>
          <w:iCs/>
        </w:rPr>
        <w:t>Le ministre de la Marine</w:t>
      </w:r>
      <w:r>
        <w:rPr>
          <w:i/>
          <w:iCs/>
        </w:rPr>
        <w:t>,</w:t>
      </w:r>
    </w:p>
    <w:p w14:paraId="4460755F" w14:textId="185FE80E" w:rsidR="004C389C" w:rsidRDefault="004B5A85" w:rsidP="004C389C">
      <w:pPr>
        <w:jc w:val="right"/>
      </w:pPr>
      <w:r>
        <w:t>« </w:t>
      </w:r>
      <w:r w:rsidR="004C389C">
        <w:t xml:space="preserve">Amiral </w:t>
      </w:r>
      <w:proofErr w:type="spellStart"/>
      <w:r w:rsidR="004C389C">
        <w:t>GERMINET</w:t>
      </w:r>
      <w:proofErr w:type="spellEnd"/>
      <w:r>
        <w:t>. »</w:t>
      </w:r>
    </w:p>
    <w:p w14:paraId="084E5494" w14:textId="77777777" w:rsidR="004B5A85" w:rsidRDefault="004C389C" w:rsidP="004C389C">
      <w:r>
        <w:lastRenderedPageBreak/>
        <w:t>Lorsque Ludovic Martel eut fini sa lecture</w:t>
      </w:r>
      <w:r w:rsidR="004B5A85">
        <w:t xml:space="preserve">, </w:t>
      </w:r>
      <w:r>
        <w:t>il y eut un s</w:t>
      </w:r>
      <w:r>
        <w:t>i</w:t>
      </w:r>
      <w:r>
        <w:t>lence d</w:t>
      </w:r>
      <w:r w:rsidR="004B5A85">
        <w:t>’</w:t>
      </w:r>
      <w:r>
        <w:t>abord</w:t>
      </w:r>
      <w:r w:rsidR="004B5A85">
        <w:t xml:space="preserve">. </w:t>
      </w:r>
      <w:r>
        <w:t>Puis</w:t>
      </w:r>
      <w:r w:rsidR="004B5A85">
        <w:t xml:space="preserve">, </w:t>
      </w:r>
      <w:r>
        <w:t>Paul Randal</w:t>
      </w:r>
      <w:r w:rsidR="004B5A85">
        <w:t xml:space="preserve">, </w:t>
      </w:r>
      <w:r>
        <w:t>le premier</w:t>
      </w:r>
      <w:r w:rsidR="004B5A85">
        <w:t xml:space="preserve">, </w:t>
      </w:r>
      <w:r>
        <w:t>cria</w:t>
      </w:r>
      <w:r w:rsidR="004B5A85">
        <w:t> :</w:t>
      </w:r>
    </w:p>
    <w:p w14:paraId="293E921D" w14:textId="77777777" w:rsidR="004B5A85" w:rsidRDefault="004B5A85" w:rsidP="004C389C">
      <w:r>
        <w:t>— </w:t>
      </w:r>
      <w:r w:rsidR="004C389C">
        <w:t>Mort au Ravageur du Monde</w:t>
      </w:r>
      <w:r>
        <w:t> !…</w:t>
      </w:r>
    </w:p>
    <w:p w14:paraId="7A58BE1A" w14:textId="77777777" w:rsidR="004B5A85" w:rsidRDefault="004B5A85" w:rsidP="004C389C">
      <w:r>
        <w:t>— </w:t>
      </w:r>
      <w:r w:rsidR="004C389C">
        <w:t>Mort au Ravageur du Monde</w:t>
      </w:r>
      <w:r>
        <w:t xml:space="preserve"> !… </w:t>
      </w:r>
      <w:r w:rsidR="004C389C">
        <w:t>répétèrent les officiers d</w:t>
      </w:r>
      <w:r>
        <w:t>’</w:t>
      </w:r>
      <w:r w:rsidR="004C389C">
        <w:t>une seule voix</w:t>
      </w:r>
      <w:r>
        <w:t>.</w:t>
      </w:r>
    </w:p>
    <w:p w14:paraId="48EC4908" w14:textId="77777777" w:rsidR="004B5A85" w:rsidRDefault="004C389C" w:rsidP="004C389C">
      <w:r>
        <w:t xml:space="preserve">La lettre du ministre fut également communiquée à bord de la </w:t>
      </w:r>
      <w:r>
        <w:rPr>
          <w:i/>
          <w:iCs/>
        </w:rPr>
        <w:t>Revanche</w:t>
      </w:r>
      <w:r w:rsidR="004B5A85">
        <w:rPr>
          <w:i/>
          <w:iCs/>
        </w:rPr>
        <w:t xml:space="preserve">, </w:t>
      </w:r>
      <w:r>
        <w:t>puis</w:t>
      </w:r>
      <w:r w:rsidR="004B5A85">
        <w:t xml:space="preserve">, </w:t>
      </w:r>
      <w:r>
        <w:t xml:space="preserve">à bord de la </w:t>
      </w:r>
      <w:r>
        <w:rPr>
          <w:i/>
          <w:iCs/>
        </w:rPr>
        <w:t>Victoire</w:t>
      </w:r>
      <w:r w:rsidR="004B5A85">
        <w:rPr>
          <w:i/>
          <w:iCs/>
        </w:rPr>
        <w:t xml:space="preserve">, </w:t>
      </w:r>
      <w:r>
        <w:t>à tous les matelots assemblés</w:t>
      </w:r>
      <w:r w:rsidR="004B5A85">
        <w:t>.</w:t>
      </w:r>
    </w:p>
    <w:p w14:paraId="32645C4E" w14:textId="77777777" w:rsidR="004B5A85" w:rsidRDefault="004C389C" w:rsidP="004C389C">
      <w:r>
        <w:t>Et ensuite</w:t>
      </w:r>
      <w:r w:rsidR="004B5A85">
        <w:t xml:space="preserve">, </w:t>
      </w:r>
      <w:r>
        <w:t>le service reprit comme d</w:t>
      </w:r>
      <w:r w:rsidR="004B5A85">
        <w:t>’</w:t>
      </w:r>
      <w:r>
        <w:t>ordinaire sur les deux sous-marins</w:t>
      </w:r>
      <w:r w:rsidR="004B5A85">
        <w:t>.</w:t>
      </w:r>
    </w:p>
    <w:p w14:paraId="63EA1140" w14:textId="77777777" w:rsidR="004B5A85" w:rsidRDefault="004C389C" w:rsidP="004C389C">
      <w:r>
        <w:t>La nuit fut consacrée au repos pour tout le monde</w:t>
      </w:r>
      <w:r w:rsidR="004B5A85">
        <w:t>.</w:t>
      </w:r>
    </w:p>
    <w:p w14:paraId="3B315D69" w14:textId="77777777" w:rsidR="004B5A85" w:rsidRDefault="004C389C" w:rsidP="004C389C">
      <w:r>
        <w:t>Et le lendemain matin</w:t>
      </w:r>
      <w:r w:rsidR="004B5A85">
        <w:t xml:space="preserve">, </w:t>
      </w:r>
      <w:r>
        <w:t>en présence des autorités militaires</w:t>
      </w:r>
      <w:r w:rsidR="004B5A85">
        <w:t xml:space="preserve">, </w:t>
      </w:r>
      <w:r>
        <w:t>maritimes et civiles de Tunis</w:t>
      </w:r>
      <w:r w:rsidR="004B5A85">
        <w:t xml:space="preserve">, </w:t>
      </w:r>
      <w:r>
        <w:t>accourues sur des torpilleurs v</w:t>
      </w:r>
      <w:r>
        <w:t>e</w:t>
      </w:r>
      <w:r>
        <w:t>nus de Bizerte pendant la nuit</w:t>
      </w:r>
      <w:r w:rsidR="004B5A85">
        <w:t xml:space="preserve">, </w:t>
      </w:r>
      <w:r>
        <w:t>l</w:t>
      </w:r>
      <w:r w:rsidR="004B5A85">
        <w:t>’</w:t>
      </w:r>
      <w:r>
        <w:t>ordre du départ fut donné par le commandant Martel</w:t>
      </w:r>
      <w:r w:rsidR="004B5A85">
        <w:t>.</w:t>
      </w:r>
    </w:p>
    <w:p w14:paraId="00B36002" w14:textId="77777777" w:rsidR="004B5A85" w:rsidRDefault="004C389C" w:rsidP="004C389C">
      <w:r>
        <w:t>Faisant bouillonner l</w:t>
      </w:r>
      <w:r w:rsidR="004B5A85">
        <w:t>’</w:t>
      </w:r>
      <w:r>
        <w:t>eau à l</w:t>
      </w:r>
      <w:r w:rsidR="004B5A85">
        <w:t>’</w:t>
      </w:r>
      <w:r>
        <w:t>arrivée de leur hélice</w:t>
      </w:r>
      <w:r w:rsidR="004B5A85">
        <w:t xml:space="preserve">, </w:t>
      </w:r>
      <w:r>
        <w:t>fendant les vagues à l</w:t>
      </w:r>
      <w:r w:rsidR="004B5A85">
        <w:t>’</w:t>
      </w:r>
      <w:r>
        <w:t>avant</w:t>
      </w:r>
      <w:r w:rsidR="004B5A85">
        <w:t xml:space="preserve">, </w:t>
      </w:r>
      <w:r>
        <w:t xml:space="preserve">la </w:t>
      </w:r>
      <w:r>
        <w:rPr>
          <w:i/>
          <w:iCs/>
        </w:rPr>
        <w:t xml:space="preserve">Revanche </w:t>
      </w:r>
      <w:r>
        <w:t xml:space="preserve">et la </w:t>
      </w:r>
      <w:r>
        <w:rPr>
          <w:i/>
          <w:iCs/>
        </w:rPr>
        <w:t xml:space="preserve">Victoire </w:t>
      </w:r>
      <w:r>
        <w:t>se mirent en marche</w:t>
      </w:r>
      <w:r w:rsidR="004B5A85">
        <w:t>.</w:t>
      </w:r>
    </w:p>
    <w:p w14:paraId="77503EE3" w14:textId="77777777" w:rsidR="004B5A85" w:rsidRDefault="004C389C" w:rsidP="004C389C">
      <w:r>
        <w:t>Au-dessus d</w:t>
      </w:r>
      <w:r w:rsidR="004B5A85">
        <w:t>’</w:t>
      </w:r>
      <w:r>
        <w:t>eux</w:t>
      </w:r>
      <w:r w:rsidR="004B5A85">
        <w:t xml:space="preserve">, </w:t>
      </w:r>
      <w:r>
        <w:t>dans l</w:t>
      </w:r>
      <w:r w:rsidR="004B5A85">
        <w:t>’</w:t>
      </w:r>
      <w:r>
        <w:t>air</w:t>
      </w:r>
      <w:r w:rsidR="004B5A85">
        <w:t xml:space="preserve">, </w:t>
      </w:r>
      <w:r>
        <w:t>volaient les deux hydroplanes</w:t>
      </w:r>
      <w:r w:rsidR="004B5A85">
        <w:t xml:space="preserve">, </w:t>
      </w:r>
      <w:r>
        <w:t xml:space="preserve">le </w:t>
      </w:r>
      <w:r>
        <w:rPr>
          <w:i/>
          <w:iCs/>
        </w:rPr>
        <w:t>B</w:t>
      </w:r>
      <w:r>
        <w:t xml:space="preserve">-18 portant les lieutenants </w:t>
      </w:r>
      <w:proofErr w:type="spellStart"/>
      <w:r>
        <w:t>Marchis</w:t>
      </w:r>
      <w:proofErr w:type="spellEnd"/>
      <w:r>
        <w:t xml:space="preserve"> et Guérin</w:t>
      </w:r>
      <w:r w:rsidR="004B5A85">
        <w:t xml:space="preserve">, </w:t>
      </w:r>
      <w:r>
        <w:t xml:space="preserve">et le </w:t>
      </w:r>
      <w:r>
        <w:rPr>
          <w:i/>
          <w:iCs/>
        </w:rPr>
        <w:t>B</w:t>
      </w:r>
      <w:r>
        <w:t>-16 avec</w:t>
      </w:r>
      <w:r w:rsidR="004B5A85">
        <w:t xml:space="preserve">, </w:t>
      </w:r>
      <w:r>
        <w:t>à son bord</w:t>
      </w:r>
      <w:r w:rsidR="004B5A85">
        <w:t xml:space="preserve">, </w:t>
      </w:r>
      <w:r>
        <w:t>le lieutenant Roger et Pierrot l</w:t>
      </w:r>
      <w:r w:rsidR="004B5A85">
        <w:t>’</w:t>
      </w:r>
      <w:r>
        <w:t>Écureuil</w:t>
      </w:r>
      <w:r w:rsidR="004B5A85">
        <w:t>.</w:t>
      </w:r>
    </w:p>
    <w:p w14:paraId="24E14520" w14:textId="77777777" w:rsidR="004B5A85" w:rsidRDefault="004C389C" w:rsidP="004C389C">
      <w:r>
        <w:t>Et les canons des forts entourant Tunis</w:t>
      </w:r>
      <w:r w:rsidR="004B5A85">
        <w:t xml:space="preserve">, </w:t>
      </w:r>
      <w:r>
        <w:t>saluaient de leurs détonations les braves Français</w:t>
      </w:r>
      <w:r w:rsidR="004B5A85">
        <w:t xml:space="preserve">, </w:t>
      </w:r>
      <w:r>
        <w:t>qui partaient définitivement pour faire la guerre au mystérieux et terrible Ravageur du Monde</w:t>
      </w:r>
      <w:r w:rsidR="004B5A85">
        <w:t> !</w:t>
      </w:r>
    </w:p>
    <w:p w14:paraId="28CB2278" w14:textId="5C899335" w:rsidR="004C389C" w:rsidRDefault="004C389C" w:rsidP="004B5A85">
      <w:pPr>
        <w:pStyle w:val="Titre1"/>
      </w:pPr>
      <w:bookmarkStart w:id="45" w:name="__RefHeading__47_1003869823"/>
      <w:bookmarkStart w:id="46" w:name="_Toc202462484"/>
      <w:bookmarkEnd w:id="45"/>
      <w:r>
        <w:lastRenderedPageBreak/>
        <w:t>CHAPITRE XXIV</w:t>
      </w:r>
      <w:r>
        <w:br/>
      </w:r>
      <w:r>
        <w:br/>
        <w:t>LA FIERTÉ DE PIERROT</w:t>
      </w:r>
      <w:bookmarkEnd w:id="46"/>
    </w:p>
    <w:p w14:paraId="4E65A9F2" w14:textId="77777777" w:rsidR="004B5A85" w:rsidRDefault="004C389C" w:rsidP="004C389C">
      <w:r>
        <w:t xml:space="preserve">Le monoplan </w:t>
      </w:r>
      <w:r>
        <w:rPr>
          <w:i/>
          <w:iCs/>
        </w:rPr>
        <w:t>B</w:t>
      </w:r>
      <w:r>
        <w:t>-16 était à deux places</w:t>
      </w:r>
      <w:r w:rsidR="004B5A85">
        <w:t xml:space="preserve">, </w:t>
      </w:r>
      <w:r>
        <w:t>disposées de telle manière</w:t>
      </w:r>
      <w:r w:rsidR="004B5A85">
        <w:t xml:space="preserve">, </w:t>
      </w:r>
      <w:r>
        <w:t>que les aviateurs se trouvaient l</w:t>
      </w:r>
      <w:r w:rsidR="004B5A85">
        <w:t>’</w:t>
      </w:r>
      <w:r>
        <w:t>un derrière l</w:t>
      </w:r>
      <w:r w:rsidR="004B5A85">
        <w:t>’</w:t>
      </w:r>
      <w:r>
        <w:t>autre</w:t>
      </w:r>
      <w:r w:rsidR="004B5A85">
        <w:t xml:space="preserve">, </w:t>
      </w:r>
      <w:r>
        <w:t>le pilote en avant et l</w:t>
      </w:r>
      <w:r w:rsidR="004B5A85">
        <w:t>’</w:t>
      </w:r>
      <w:r>
        <w:t>observateur en arrière</w:t>
      </w:r>
      <w:r w:rsidR="004B5A85">
        <w:t>.</w:t>
      </w:r>
    </w:p>
    <w:p w14:paraId="79EE6BE2" w14:textId="77777777" w:rsidR="004B5A85" w:rsidRDefault="004C389C" w:rsidP="004C389C">
      <w:r>
        <w:t>Les sièges</w:t>
      </w:r>
      <w:r w:rsidR="004B5A85">
        <w:t xml:space="preserve">, </w:t>
      </w:r>
      <w:r>
        <w:t>très confortables</w:t>
      </w:r>
      <w:r w:rsidR="004B5A85">
        <w:t xml:space="preserve">, </w:t>
      </w:r>
      <w:r>
        <w:t>étaient en forme de baquets</w:t>
      </w:r>
      <w:r w:rsidR="004B5A85">
        <w:t xml:space="preserve">, </w:t>
      </w:r>
      <w:r>
        <w:t>capitonnés</w:t>
      </w:r>
      <w:r w:rsidR="004B5A85">
        <w:t xml:space="preserve">, </w:t>
      </w:r>
      <w:r>
        <w:t>où le dos de l</w:t>
      </w:r>
      <w:r w:rsidR="004B5A85">
        <w:t>’</w:t>
      </w:r>
      <w:r>
        <w:t>homme se trouvait encastré</w:t>
      </w:r>
      <w:r w:rsidR="004B5A85">
        <w:t>.</w:t>
      </w:r>
    </w:p>
    <w:p w14:paraId="06DF641A" w14:textId="77777777" w:rsidR="004B5A85" w:rsidRDefault="004C389C" w:rsidP="004C389C">
      <w:r>
        <w:t>Pierrot l</w:t>
      </w:r>
      <w:r w:rsidR="004B5A85">
        <w:t>’</w:t>
      </w:r>
      <w:r>
        <w:t>Écureuil qui remplissait le rôle d</w:t>
      </w:r>
      <w:r w:rsidR="004B5A85">
        <w:t>’</w:t>
      </w:r>
      <w:r>
        <w:t>observateur d</w:t>
      </w:r>
      <w:r>
        <w:t>e</w:t>
      </w:r>
      <w:r>
        <w:t>vait devenir à l</w:t>
      </w:r>
      <w:r w:rsidR="004B5A85">
        <w:t>’</w:t>
      </w:r>
      <w:r>
        <w:t>occasion lanceur de bombes</w:t>
      </w:r>
      <w:r w:rsidR="004B5A85">
        <w:t>.</w:t>
      </w:r>
    </w:p>
    <w:p w14:paraId="572032F6" w14:textId="77777777" w:rsidR="004B5A85" w:rsidRDefault="004C389C" w:rsidP="004C389C">
      <w:r>
        <w:t>En effet</w:t>
      </w:r>
      <w:r w:rsidR="004B5A85">
        <w:t xml:space="preserve">, </w:t>
      </w:r>
      <w:r>
        <w:t>entre ses pieds</w:t>
      </w:r>
      <w:r w:rsidR="004B5A85">
        <w:t xml:space="preserve">, </w:t>
      </w:r>
      <w:r>
        <w:t>se trouvait un trou rond</w:t>
      </w:r>
      <w:r w:rsidR="004B5A85">
        <w:t xml:space="preserve">, </w:t>
      </w:r>
      <w:r>
        <w:t>fermé au moyen d</w:t>
      </w:r>
      <w:r w:rsidR="004B5A85">
        <w:t>’</w:t>
      </w:r>
      <w:r>
        <w:t>une trappe</w:t>
      </w:r>
      <w:r w:rsidR="004B5A85">
        <w:t xml:space="preserve">. </w:t>
      </w:r>
      <w:r>
        <w:t>Par ce trou</w:t>
      </w:r>
      <w:r w:rsidR="004B5A85">
        <w:t xml:space="preserve">, </w:t>
      </w:r>
      <w:r>
        <w:t>une fois la trappe levée</w:t>
      </w:r>
      <w:r w:rsidR="004B5A85">
        <w:t xml:space="preserve">, </w:t>
      </w:r>
      <w:r>
        <w:t>Pie</w:t>
      </w:r>
      <w:r>
        <w:t>r</w:t>
      </w:r>
      <w:r>
        <w:t>rot l</w:t>
      </w:r>
      <w:r w:rsidR="004B5A85">
        <w:t>’</w:t>
      </w:r>
      <w:r>
        <w:t>Écureuil pouvait voir la terre ou l</w:t>
      </w:r>
      <w:r w:rsidR="004B5A85">
        <w:t>’</w:t>
      </w:r>
      <w:r>
        <w:t>eau au-dessous de lui et laisser tomber au bon moment une ou plusieurs bombes qui étaient suspendues et fixées devant lui</w:t>
      </w:r>
      <w:r w:rsidR="004B5A85">
        <w:t xml:space="preserve">, </w:t>
      </w:r>
      <w:r>
        <w:t>contre le dossier du b</w:t>
      </w:r>
      <w:r>
        <w:t>a</w:t>
      </w:r>
      <w:r>
        <w:t>quet occupé par le pilote</w:t>
      </w:r>
      <w:r w:rsidR="004B5A85">
        <w:t>.</w:t>
      </w:r>
    </w:p>
    <w:p w14:paraId="5C707288" w14:textId="77777777" w:rsidR="004B5A85" w:rsidRDefault="004C389C" w:rsidP="004C389C">
      <w:r>
        <w:t>Ces bombes n</w:t>
      </w:r>
      <w:r w:rsidR="004B5A85">
        <w:t>’</w:t>
      </w:r>
      <w:r>
        <w:t>éclataient qu</w:t>
      </w:r>
      <w:r w:rsidR="004B5A85">
        <w:t>’</w:t>
      </w:r>
      <w:r>
        <w:t>à un choc très violent et seul</w:t>
      </w:r>
      <w:r>
        <w:t>e</w:t>
      </w:r>
      <w:r>
        <w:t>ment après avoir été renversées</w:t>
      </w:r>
      <w:r w:rsidR="004B5A85">
        <w:t xml:space="preserve">. </w:t>
      </w:r>
      <w:r>
        <w:t>Ce renversement produisait à l</w:t>
      </w:r>
      <w:r w:rsidR="004B5A85">
        <w:t>’</w:t>
      </w:r>
      <w:r>
        <w:t>intérieur un produit chimique que le choc faisait déflagrer</w:t>
      </w:r>
      <w:r w:rsidR="004B5A85">
        <w:t xml:space="preserve">. </w:t>
      </w:r>
      <w:r>
        <w:t>Elles ne risquaient donc pas d</w:t>
      </w:r>
      <w:r w:rsidR="004B5A85">
        <w:t>’</w:t>
      </w:r>
      <w:r>
        <w:t>éclater</w:t>
      </w:r>
      <w:r w:rsidR="004B5A85">
        <w:t xml:space="preserve">, </w:t>
      </w:r>
      <w:r>
        <w:t>même si elles restaient suspendues et fixées au baquet d</w:t>
      </w:r>
      <w:r w:rsidR="004B5A85">
        <w:t>’</w:t>
      </w:r>
      <w:r>
        <w:t>avant de l</w:t>
      </w:r>
      <w:r w:rsidR="004B5A85">
        <w:t>’</w:t>
      </w:r>
      <w:r>
        <w:t>aéroplane</w:t>
      </w:r>
      <w:r w:rsidR="004B5A85">
        <w:t>.</w:t>
      </w:r>
    </w:p>
    <w:p w14:paraId="0CFF00CF" w14:textId="77777777" w:rsidR="004B5A85" w:rsidRDefault="004C389C" w:rsidP="004C389C">
      <w:r>
        <w:t>Toutes ces choses</w:t>
      </w:r>
      <w:r w:rsidR="004B5A85">
        <w:t xml:space="preserve">, </w:t>
      </w:r>
      <w:r>
        <w:t>Pierrot l</w:t>
      </w:r>
      <w:r w:rsidR="004B5A85">
        <w:t>’</w:t>
      </w:r>
      <w:r>
        <w:t>Écureuil</w:t>
      </w:r>
      <w:r w:rsidR="004B5A85">
        <w:t xml:space="preserve">, </w:t>
      </w:r>
      <w:r>
        <w:t>en quelques minutes</w:t>
      </w:r>
      <w:r w:rsidR="004B5A85">
        <w:t xml:space="preserve">, </w:t>
      </w:r>
      <w:r>
        <w:t>les avait apprises du lieutenant Roger</w:t>
      </w:r>
      <w:r w:rsidR="004B5A85">
        <w:t>.</w:t>
      </w:r>
    </w:p>
    <w:p w14:paraId="70EE1B3B" w14:textId="77777777" w:rsidR="004B5A85" w:rsidRDefault="004C389C" w:rsidP="004C389C">
      <w:r>
        <w:t xml:space="preserve">Ajoutons enfin que les deux monoplans </w:t>
      </w:r>
      <w:r>
        <w:rPr>
          <w:i/>
          <w:iCs/>
        </w:rPr>
        <w:t>B</w:t>
      </w:r>
      <w:r>
        <w:t xml:space="preserve">-16 </w:t>
      </w:r>
      <w:r>
        <w:rPr>
          <w:i/>
          <w:iCs/>
        </w:rPr>
        <w:t>et B</w:t>
      </w:r>
      <w:r>
        <w:t>-18 étaient munis de l</w:t>
      </w:r>
      <w:r w:rsidR="004B5A85">
        <w:t>’</w:t>
      </w:r>
      <w:r>
        <w:t>appareil de téléphonie sans fil</w:t>
      </w:r>
      <w:r w:rsidR="004B5A85">
        <w:t xml:space="preserve">, </w:t>
      </w:r>
      <w:r>
        <w:t>récemment inventé</w:t>
      </w:r>
      <w:r w:rsidR="004B5A85">
        <w:t xml:space="preserve">, </w:t>
      </w:r>
      <w:r>
        <w:t xml:space="preserve">grâce auquel les aviateurs pouvaient communiquer </w:t>
      </w:r>
      <w:r>
        <w:lastRenderedPageBreak/>
        <w:t>avec les officiers des sous-marins</w:t>
      </w:r>
      <w:r w:rsidR="004B5A85">
        <w:t xml:space="preserve">, </w:t>
      </w:r>
      <w:r>
        <w:t>même si ceux-ci se trouvaient immergés</w:t>
      </w:r>
      <w:r w:rsidR="004B5A85">
        <w:t>.</w:t>
      </w:r>
    </w:p>
    <w:p w14:paraId="45FB19C3" w14:textId="77777777" w:rsidR="004B5A85" w:rsidRDefault="004C389C" w:rsidP="004C389C">
      <w:r>
        <w:t>Le transmetteur et le récepteur de cet appareil téléph</w:t>
      </w:r>
      <w:r>
        <w:t>o</w:t>
      </w:r>
      <w:r>
        <w:t>nique se trouvaient à la portée de la bouche et de l</w:t>
      </w:r>
      <w:r w:rsidR="004B5A85">
        <w:t>’</w:t>
      </w:r>
      <w:r>
        <w:t>oreille droite du pilote</w:t>
      </w:r>
      <w:r w:rsidR="004B5A85">
        <w:t xml:space="preserve">, </w:t>
      </w:r>
      <w:r>
        <w:t>fixés à côté de son baquet</w:t>
      </w:r>
      <w:r w:rsidR="004B5A85">
        <w:t>.</w:t>
      </w:r>
    </w:p>
    <w:p w14:paraId="343DFE4C" w14:textId="77777777" w:rsidR="004B5A85" w:rsidRDefault="004C389C" w:rsidP="004C389C">
      <w:r>
        <w:t>Avant le départ de Tunis</w:t>
      </w:r>
      <w:r w:rsidR="004B5A85">
        <w:t xml:space="preserve">, </w:t>
      </w:r>
      <w:r>
        <w:t>le commandant Martel et le lie</w:t>
      </w:r>
      <w:r>
        <w:t>u</w:t>
      </w:r>
      <w:r>
        <w:t>tenant Roger avaient convenu qu</w:t>
      </w:r>
      <w:r w:rsidR="004B5A85">
        <w:t>’</w:t>
      </w:r>
      <w:r>
        <w:t>on ferait route toute la journée en observant la mer</w:t>
      </w:r>
      <w:r w:rsidR="004B5A85">
        <w:t xml:space="preserve">, </w:t>
      </w:r>
      <w:r>
        <w:t>et que</w:t>
      </w:r>
      <w:r w:rsidR="004B5A85">
        <w:t xml:space="preserve">, </w:t>
      </w:r>
      <w:r>
        <w:t>à la nuit tombante</w:t>
      </w:r>
      <w:r w:rsidR="004B5A85">
        <w:t xml:space="preserve">, </w:t>
      </w:r>
      <w:r>
        <w:t>après avoir lai</w:t>
      </w:r>
      <w:r>
        <w:t>s</w:t>
      </w:r>
      <w:r>
        <w:t>sé au sud l</w:t>
      </w:r>
      <w:r w:rsidR="004B5A85">
        <w:t>’</w:t>
      </w:r>
      <w:r>
        <w:t>île de Crète</w:t>
      </w:r>
      <w:r w:rsidR="004B5A85">
        <w:t xml:space="preserve">, </w:t>
      </w:r>
      <w:r>
        <w:t>on prendrait une des plus petites îles C</w:t>
      </w:r>
      <w:r>
        <w:t>y</w:t>
      </w:r>
      <w:r>
        <w:t>clades</w:t>
      </w:r>
      <w:r w:rsidR="004B5A85">
        <w:t xml:space="preserve">, </w:t>
      </w:r>
      <w:r>
        <w:t>au nord de la Crète</w:t>
      </w:r>
      <w:r w:rsidR="004B5A85">
        <w:t xml:space="preserve">, </w:t>
      </w:r>
      <w:r>
        <w:t>pour point d</w:t>
      </w:r>
      <w:r w:rsidR="004B5A85">
        <w:t>’</w:t>
      </w:r>
      <w:r>
        <w:t>arrêt nocturne</w:t>
      </w:r>
      <w:r w:rsidR="004B5A85">
        <w:t>.</w:t>
      </w:r>
    </w:p>
    <w:p w14:paraId="539A8D93" w14:textId="77777777" w:rsidR="004B5A85" w:rsidRDefault="004C389C" w:rsidP="004C389C">
      <w:r>
        <w:t>Les aéroplanes se poseraient à terre</w:t>
      </w:r>
      <w:r w:rsidR="004B5A85">
        <w:t xml:space="preserve">, </w:t>
      </w:r>
      <w:r>
        <w:t>sur une plage</w:t>
      </w:r>
      <w:r w:rsidR="004B5A85">
        <w:t xml:space="preserve">, </w:t>
      </w:r>
      <w:r>
        <w:t>par exemple</w:t>
      </w:r>
      <w:r w:rsidR="004B5A85">
        <w:t xml:space="preserve">, </w:t>
      </w:r>
      <w:r>
        <w:t>et les sous-marins jetteraient l</w:t>
      </w:r>
      <w:r w:rsidR="004B5A85">
        <w:t>’</w:t>
      </w:r>
      <w:r>
        <w:t>ancre le plus près po</w:t>
      </w:r>
      <w:r>
        <w:t>s</w:t>
      </w:r>
      <w:r>
        <w:t>sible du rivage</w:t>
      </w:r>
      <w:r w:rsidR="004B5A85">
        <w:t xml:space="preserve">. </w:t>
      </w:r>
      <w:r>
        <w:t>Dès le lendemain</w:t>
      </w:r>
      <w:r w:rsidR="004B5A85">
        <w:t xml:space="preserve">, </w:t>
      </w:r>
      <w:r>
        <w:t>on repartirait</w:t>
      </w:r>
      <w:r w:rsidR="004B5A85">
        <w:t xml:space="preserve">, </w:t>
      </w:r>
      <w:r>
        <w:t>pour fouiller les Dardanelles</w:t>
      </w:r>
      <w:r w:rsidR="004B5A85">
        <w:t xml:space="preserve">, </w:t>
      </w:r>
      <w:r>
        <w:t>la mer de Marmara et les côtes turques de la mer Noire</w:t>
      </w:r>
      <w:r w:rsidR="004B5A85">
        <w:t>.</w:t>
      </w:r>
    </w:p>
    <w:p w14:paraId="1674045F" w14:textId="676FF105" w:rsidR="004B5A85" w:rsidRDefault="004C389C" w:rsidP="004C389C">
      <w:r>
        <w:t>Pendant cette journée du 1</w:t>
      </w:r>
      <w:r w:rsidR="004B5A85">
        <w:t xml:space="preserve">1 mars, </w:t>
      </w:r>
      <w:r>
        <w:t>le programme fut exéc</w:t>
      </w:r>
      <w:r>
        <w:t>u</w:t>
      </w:r>
      <w:r>
        <w:t>té sans incident</w:t>
      </w:r>
      <w:r w:rsidR="004B5A85">
        <w:t xml:space="preserve">. </w:t>
      </w:r>
      <w:r>
        <w:t>L</w:t>
      </w:r>
      <w:r w:rsidR="004B5A85">
        <w:t>’</w:t>
      </w:r>
      <w:r>
        <w:t>air et la mer étaient également calmes</w:t>
      </w:r>
      <w:r w:rsidR="004B5A85">
        <w:t xml:space="preserve">, </w:t>
      </w:r>
      <w:r>
        <w:t>avions et sous-marins firent une navigation des plus heureuses</w:t>
      </w:r>
      <w:r w:rsidR="004B5A85">
        <w:t>.</w:t>
      </w:r>
    </w:p>
    <w:p w14:paraId="3683BDF7" w14:textId="77777777" w:rsidR="004B5A85" w:rsidRDefault="004C389C" w:rsidP="004C389C">
      <w:r>
        <w:t>On pense si Pierrot l</w:t>
      </w:r>
      <w:r w:rsidR="004B5A85">
        <w:t>’</w:t>
      </w:r>
      <w:r>
        <w:t>Écureuil</w:t>
      </w:r>
      <w:r w:rsidR="004B5A85">
        <w:t xml:space="preserve">, </w:t>
      </w:r>
      <w:r>
        <w:t>bien calé dans son baquet</w:t>
      </w:r>
      <w:r w:rsidR="004B5A85">
        <w:t xml:space="preserve">, </w:t>
      </w:r>
      <w:r>
        <w:t>était heureux et fier</w:t>
      </w:r>
      <w:r w:rsidR="004B5A85">
        <w:t> !…</w:t>
      </w:r>
    </w:p>
    <w:p w14:paraId="72D60570" w14:textId="77777777" w:rsidR="004B5A85" w:rsidRDefault="004C389C" w:rsidP="004C389C">
      <w:r>
        <w:t>Hurlant pour dominer le vacarme du moteur</w:t>
      </w:r>
      <w:r w:rsidR="004B5A85">
        <w:t xml:space="preserve">, </w:t>
      </w:r>
      <w:r>
        <w:t>il parlait pa</w:t>
      </w:r>
      <w:r>
        <w:t>r</w:t>
      </w:r>
      <w:r>
        <w:t>fois avec le lieutenant Roger</w:t>
      </w:r>
      <w:r w:rsidR="004B5A85">
        <w:t xml:space="preserve">, </w:t>
      </w:r>
      <w:r>
        <w:t>assis devant lui</w:t>
      </w:r>
      <w:r w:rsidR="004B5A85">
        <w:t xml:space="preserve">. </w:t>
      </w:r>
      <w:r>
        <w:t>De temps en temps aussi</w:t>
      </w:r>
      <w:r w:rsidR="004B5A85">
        <w:t xml:space="preserve">, </w:t>
      </w:r>
      <w:r>
        <w:t>il ouvrait la trappe entre ses pieds et regardait la mer</w:t>
      </w:r>
      <w:r w:rsidR="004B5A85">
        <w:t xml:space="preserve">, </w:t>
      </w:r>
      <w:r>
        <w:t>qui était à trois cents mètres au-dessous de lui</w:t>
      </w:r>
      <w:r w:rsidR="004B5A85">
        <w:t xml:space="preserve">. </w:t>
      </w:r>
      <w:r>
        <w:t>Et il voyait</w:t>
      </w:r>
      <w:r w:rsidR="004B5A85">
        <w:t xml:space="preserve">, </w:t>
      </w:r>
      <w:r>
        <w:t>certaines fois</w:t>
      </w:r>
      <w:r w:rsidR="004B5A85">
        <w:t xml:space="preserve">, </w:t>
      </w:r>
      <w:r>
        <w:t>l</w:t>
      </w:r>
      <w:r w:rsidR="004B5A85">
        <w:t>’</w:t>
      </w:r>
      <w:r>
        <w:t>écume blanche et le sillage produits par les sous-marins naviguant en surface</w:t>
      </w:r>
      <w:r w:rsidR="004B5A85">
        <w:t>.</w:t>
      </w:r>
    </w:p>
    <w:p w14:paraId="448BB2AF" w14:textId="77777777" w:rsidR="004B5A85" w:rsidRDefault="004C389C" w:rsidP="004C389C">
      <w:r>
        <w:lastRenderedPageBreak/>
        <w:t>Il arriva que</w:t>
      </w:r>
      <w:r w:rsidR="004B5A85">
        <w:t xml:space="preserve">, </w:t>
      </w:r>
      <w:r>
        <w:t>lorsque des navires étaient signalés</w:t>
      </w:r>
      <w:r w:rsidR="004B5A85">
        <w:t xml:space="preserve">, </w:t>
      </w:r>
      <w:r>
        <w:t>les sous-marins s</w:t>
      </w:r>
      <w:r w:rsidR="004B5A85">
        <w:t>’</w:t>
      </w:r>
      <w:r>
        <w:t>immergeaient pour ne pas être vus</w:t>
      </w:r>
      <w:r w:rsidR="004B5A85">
        <w:t xml:space="preserve"> ; </w:t>
      </w:r>
      <w:r>
        <w:t>mais comme la mer calme était observée du haut des airs</w:t>
      </w:r>
      <w:r w:rsidR="004B5A85">
        <w:t xml:space="preserve">, </w:t>
      </w:r>
      <w:r>
        <w:t>fort transparente</w:t>
      </w:r>
      <w:r w:rsidR="004B5A85">
        <w:t xml:space="preserve">, </w:t>
      </w:r>
      <w:r>
        <w:t>Pierrot l</w:t>
      </w:r>
      <w:r w:rsidR="004B5A85">
        <w:t>’</w:t>
      </w:r>
      <w:r>
        <w:t>Écureuil suivait très bien leur marche au moyen d</w:t>
      </w:r>
      <w:r w:rsidR="004B5A85">
        <w:t>’</w:t>
      </w:r>
      <w:r>
        <w:t>une lunette d</w:t>
      </w:r>
      <w:r w:rsidR="004B5A85">
        <w:t>’</w:t>
      </w:r>
      <w:r>
        <w:t>approche</w:t>
      </w:r>
      <w:r w:rsidR="004B5A85">
        <w:t xml:space="preserve">. </w:t>
      </w:r>
      <w:r>
        <w:t>Sous-marins et avions</w:t>
      </w:r>
      <w:r w:rsidR="004B5A85">
        <w:t xml:space="preserve">, </w:t>
      </w:r>
      <w:r>
        <w:t>d</w:t>
      </w:r>
      <w:r w:rsidR="004B5A85">
        <w:t>’</w:t>
      </w:r>
      <w:r>
        <w:t>ailleurs</w:t>
      </w:r>
      <w:r w:rsidR="004B5A85">
        <w:t xml:space="preserve">, </w:t>
      </w:r>
      <w:r>
        <w:t>allaient exactement à la même vitesse</w:t>
      </w:r>
      <w:r w:rsidR="004B5A85">
        <w:t>.</w:t>
      </w:r>
    </w:p>
    <w:p w14:paraId="0553930A" w14:textId="77777777" w:rsidR="004B5A85" w:rsidRDefault="004C389C" w:rsidP="004C389C">
      <w:r>
        <w:t>Quand on passait au-dessus de navires à voiles ou à v</w:t>
      </w:r>
      <w:r>
        <w:t>a</w:t>
      </w:r>
      <w:r>
        <w:t>peur</w:t>
      </w:r>
      <w:r w:rsidR="004B5A85">
        <w:t xml:space="preserve">, </w:t>
      </w:r>
      <w:r>
        <w:t>on entendait les acclamations des équipages qui</w:t>
      </w:r>
      <w:r w:rsidR="004B5A85">
        <w:t xml:space="preserve">, </w:t>
      </w:r>
      <w:r>
        <w:t>sans s</w:t>
      </w:r>
      <w:r>
        <w:t>a</w:t>
      </w:r>
      <w:r>
        <w:t>voir à quelle nation appartenaient les aéroplanes</w:t>
      </w:r>
      <w:r w:rsidR="004B5A85">
        <w:t xml:space="preserve">, </w:t>
      </w:r>
      <w:r>
        <w:t>jetaient des cris d</w:t>
      </w:r>
      <w:r w:rsidR="004B5A85">
        <w:t>’</w:t>
      </w:r>
      <w:r>
        <w:t>enthousiasme</w:t>
      </w:r>
      <w:r w:rsidR="004B5A85">
        <w:t>.</w:t>
      </w:r>
    </w:p>
    <w:p w14:paraId="1AC2CC68" w14:textId="77777777" w:rsidR="004B5A85" w:rsidRDefault="004C389C" w:rsidP="004C389C">
      <w:r>
        <w:t>Aussi Pierrot l</w:t>
      </w:r>
      <w:r w:rsidR="004B5A85">
        <w:t>’</w:t>
      </w:r>
      <w:r>
        <w:t>Écureuil était-il ravi</w:t>
      </w:r>
      <w:r w:rsidR="004B5A85">
        <w:t xml:space="preserve">. </w:t>
      </w:r>
      <w:r>
        <w:t>Il n</w:t>
      </w:r>
      <w:r w:rsidR="004B5A85">
        <w:t>’</w:t>
      </w:r>
      <w:r>
        <w:t>avait pas peur</w:t>
      </w:r>
      <w:r w:rsidR="004B5A85">
        <w:t xml:space="preserve">. </w:t>
      </w:r>
      <w:r>
        <w:t>Le vol en aéroplane lui donnait une impression de sécurité absolue</w:t>
      </w:r>
      <w:r w:rsidR="004B5A85">
        <w:t>.</w:t>
      </w:r>
    </w:p>
    <w:p w14:paraId="2F9BDCD2" w14:textId="77777777" w:rsidR="004B5A85" w:rsidRDefault="004C389C" w:rsidP="004C389C">
      <w:r>
        <w:t>À midi</w:t>
      </w:r>
      <w:r w:rsidR="004B5A85">
        <w:t xml:space="preserve">, </w:t>
      </w:r>
      <w:r>
        <w:t>tenant d</w:t>
      </w:r>
      <w:r w:rsidR="004B5A85">
        <w:t>’</w:t>
      </w:r>
      <w:r>
        <w:t>une main son volant de direction</w:t>
      </w:r>
      <w:r w:rsidR="004B5A85">
        <w:t xml:space="preserve">, </w:t>
      </w:r>
      <w:r>
        <w:t>le lie</w:t>
      </w:r>
      <w:r>
        <w:t>u</w:t>
      </w:r>
      <w:r>
        <w:t>tenant Roger mangea de l</w:t>
      </w:r>
      <w:r w:rsidR="004B5A85">
        <w:t>’</w:t>
      </w:r>
      <w:r>
        <w:t>autre main du pain et du chocolat</w:t>
      </w:r>
      <w:r w:rsidR="004B5A85">
        <w:t xml:space="preserve">, </w:t>
      </w:r>
      <w:r>
        <w:t>et il but l</w:t>
      </w:r>
      <w:r w:rsidR="004B5A85">
        <w:t>’</w:t>
      </w:r>
      <w:r>
        <w:t>eau d</w:t>
      </w:r>
      <w:r w:rsidR="004B5A85">
        <w:t>’</w:t>
      </w:r>
      <w:r>
        <w:t>une bouteille en métal que lui passa Pierrot l</w:t>
      </w:r>
      <w:r w:rsidR="004B5A85">
        <w:t>’</w:t>
      </w:r>
      <w:r>
        <w:t>Écureuil</w:t>
      </w:r>
      <w:r w:rsidR="004B5A85">
        <w:t>.</w:t>
      </w:r>
    </w:p>
    <w:p w14:paraId="2420954D" w14:textId="77777777" w:rsidR="004B5A85" w:rsidRDefault="004C389C" w:rsidP="004C389C">
      <w:r>
        <w:t>Le jeune mousse</w:t>
      </w:r>
      <w:r w:rsidR="004B5A85">
        <w:t xml:space="preserve">, </w:t>
      </w:r>
      <w:r>
        <w:t>lui</w:t>
      </w:r>
      <w:r w:rsidR="004B5A85">
        <w:t xml:space="preserve">, </w:t>
      </w:r>
      <w:r>
        <w:t>qui était libre de ses deux mains</w:t>
      </w:r>
      <w:r w:rsidR="004B5A85">
        <w:t xml:space="preserve">, </w:t>
      </w:r>
      <w:r>
        <w:t>mangea et but plus tranquillement</w:t>
      </w:r>
      <w:r w:rsidR="004B5A85">
        <w:t>.</w:t>
      </w:r>
    </w:p>
    <w:p w14:paraId="265607FF" w14:textId="77777777" w:rsidR="004B5A85" w:rsidRDefault="004C389C" w:rsidP="004C389C">
      <w:pPr>
        <w:rPr>
          <w:i/>
          <w:iCs/>
        </w:rPr>
      </w:pPr>
      <w:r>
        <w:t>Ce devait toujours être ainsi</w:t>
      </w:r>
      <w:r w:rsidR="004B5A85">
        <w:t xml:space="preserve">, </w:t>
      </w:r>
      <w:r>
        <w:t>quand on serait</w:t>
      </w:r>
      <w:r w:rsidR="004B5A85">
        <w:t xml:space="preserve">, </w:t>
      </w:r>
      <w:r>
        <w:t>à midi</w:t>
      </w:r>
      <w:r w:rsidR="004B5A85">
        <w:t xml:space="preserve">, </w:t>
      </w:r>
      <w:r>
        <w:t>en plein vol</w:t>
      </w:r>
      <w:r w:rsidR="004B5A85">
        <w:t xml:space="preserve">. </w:t>
      </w:r>
      <w:r>
        <w:t>Les véritables repas devaient se faire le soir</w:t>
      </w:r>
      <w:r w:rsidR="004B5A85">
        <w:t xml:space="preserve">, </w:t>
      </w:r>
      <w:r>
        <w:t>après avoir atterri</w:t>
      </w:r>
      <w:r w:rsidR="004B5A85">
        <w:t xml:space="preserve">, </w:t>
      </w:r>
      <w:r>
        <w:t>et le matin avant de repartir</w:t>
      </w:r>
      <w:r w:rsidR="004B5A85">
        <w:t xml:space="preserve">, </w:t>
      </w:r>
      <w:r>
        <w:t>grâce à l</w:t>
      </w:r>
      <w:r w:rsidR="004B5A85">
        <w:t>’</w:t>
      </w:r>
      <w:r>
        <w:t xml:space="preserve">excellente cuisine préparée par le maître-coq de la </w:t>
      </w:r>
      <w:r>
        <w:rPr>
          <w:i/>
          <w:iCs/>
        </w:rPr>
        <w:t>Revanche</w:t>
      </w:r>
      <w:r w:rsidR="004B5A85">
        <w:rPr>
          <w:i/>
          <w:iCs/>
        </w:rPr>
        <w:t>.</w:t>
      </w:r>
    </w:p>
    <w:p w14:paraId="66272FF9" w14:textId="77777777" w:rsidR="004B5A85" w:rsidRDefault="004C389C" w:rsidP="004C389C">
      <w:r>
        <w:t>Donc</w:t>
      </w:r>
      <w:r w:rsidR="004B5A85">
        <w:t xml:space="preserve">, </w:t>
      </w:r>
      <w:r>
        <w:t xml:space="preserve">le </w:t>
      </w:r>
      <w:r>
        <w:rPr>
          <w:i/>
          <w:iCs/>
        </w:rPr>
        <w:t>B</w:t>
      </w:r>
      <w:r>
        <w:t xml:space="preserve">-16 et le </w:t>
      </w:r>
      <w:r>
        <w:rPr>
          <w:i/>
          <w:iCs/>
        </w:rPr>
        <w:t>B</w:t>
      </w:r>
      <w:r>
        <w:t>-18</w:t>
      </w:r>
      <w:r w:rsidR="004B5A85">
        <w:t xml:space="preserve">, </w:t>
      </w:r>
      <w:r>
        <w:t>allant de conserve</w:t>
      </w:r>
      <w:r w:rsidR="004B5A85">
        <w:t xml:space="preserve">, </w:t>
      </w:r>
      <w:r>
        <w:t>volèrent sans incident pendant toute cette journée</w:t>
      </w:r>
      <w:r w:rsidR="004B5A85">
        <w:t>.</w:t>
      </w:r>
    </w:p>
    <w:p w14:paraId="268DAA09" w14:textId="77777777" w:rsidR="004B5A85" w:rsidRDefault="004C389C" w:rsidP="004C389C">
      <w:r>
        <w:t>À cinq heures de l</w:t>
      </w:r>
      <w:r w:rsidR="004B5A85">
        <w:t>’</w:t>
      </w:r>
      <w:r>
        <w:t>après-midi</w:t>
      </w:r>
      <w:r w:rsidR="004B5A85">
        <w:t xml:space="preserve">, </w:t>
      </w:r>
      <w:r>
        <w:t>on vit enfin une grande île</w:t>
      </w:r>
      <w:r w:rsidR="004B5A85">
        <w:t xml:space="preserve">, </w:t>
      </w:r>
      <w:r>
        <w:t>qui était l</w:t>
      </w:r>
      <w:r w:rsidR="004B5A85">
        <w:t>’</w:t>
      </w:r>
      <w:r>
        <w:t>île de Crète</w:t>
      </w:r>
      <w:r w:rsidR="004B5A85">
        <w:t xml:space="preserve">. </w:t>
      </w:r>
      <w:r>
        <w:t>On la laissa un peu au sud</w:t>
      </w:r>
      <w:r w:rsidR="004B5A85">
        <w:t>.</w:t>
      </w:r>
    </w:p>
    <w:p w14:paraId="3A2C6001" w14:textId="77777777" w:rsidR="004B5A85" w:rsidRDefault="004C389C" w:rsidP="004C389C">
      <w:r>
        <w:t>Et ce fut alors que la première communication téléph</w:t>
      </w:r>
      <w:r>
        <w:t>o</w:t>
      </w:r>
      <w:r>
        <w:t>nique fut échangée entre les sous-marins et les aéroplanes</w:t>
      </w:r>
      <w:r w:rsidR="004B5A85">
        <w:t>.</w:t>
      </w:r>
    </w:p>
    <w:p w14:paraId="69EA1A90" w14:textId="77777777" w:rsidR="004B5A85" w:rsidRDefault="004C389C" w:rsidP="004C389C">
      <w:r>
        <w:lastRenderedPageBreak/>
        <w:t>La montre que consultait Pierrot l</w:t>
      </w:r>
      <w:r w:rsidR="004B5A85">
        <w:t>’</w:t>
      </w:r>
      <w:r>
        <w:t>Écureuil marquait six heures dix minutes</w:t>
      </w:r>
      <w:r w:rsidR="004B5A85">
        <w:t xml:space="preserve">, </w:t>
      </w:r>
      <w:r>
        <w:t>lorsque la sonnerie d</w:t>
      </w:r>
      <w:r w:rsidR="004B5A85">
        <w:t>’</w:t>
      </w:r>
      <w:r>
        <w:t>appel retentit à l</w:t>
      </w:r>
      <w:r w:rsidR="004B5A85">
        <w:t>’</w:t>
      </w:r>
      <w:r>
        <w:t xml:space="preserve">appareil du </w:t>
      </w:r>
      <w:r>
        <w:rPr>
          <w:i/>
          <w:iCs/>
        </w:rPr>
        <w:t>B</w:t>
      </w:r>
      <w:r>
        <w:t>-16</w:t>
      </w:r>
      <w:r w:rsidR="004B5A85">
        <w:t>.</w:t>
      </w:r>
    </w:p>
    <w:p w14:paraId="7C248D92" w14:textId="77777777" w:rsidR="004B5A85" w:rsidRDefault="004C389C" w:rsidP="004C389C">
      <w:r>
        <w:t>De la main gauche</w:t>
      </w:r>
      <w:r w:rsidR="004B5A85">
        <w:t xml:space="preserve">, </w:t>
      </w:r>
      <w:r>
        <w:t>le lieutenant Roger abaissa un petit commutateur et</w:t>
      </w:r>
      <w:r w:rsidR="004B5A85">
        <w:t xml:space="preserve">, </w:t>
      </w:r>
      <w:r>
        <w:t>se penchant à droite</w:t>
      </w:r>
      <w:r w:rsidR="004B5A85">
        <w:t xml:space="preserve">, </w:t>
      </w:r>
      <w:r>
        <w:t>la tête un peu tournée vers la plaque du transmetteur</w:t>
      </w:r>
      <w:r w:rsidR="004B5A85">
        <w:t> :</w:t>
      </w:r>
    </w:p>
    <w:p w14:paraId="4B8C12ED" w14:textId="77777777" w:rsidR="004B5A85" w:rsidRDefault="004B5A85" w:rsidP="004C389C">
      <w:r>
        <w:t>— </w:t>
      </w:r>
      <w:r w:rsidR="004C389C">
        <w:t>Allô</w:t>
      </w:r>
      <w:r>
        <w:t xml:space="preserve"> ! </w:t>
      </w:r>
      <w:r w:rsidR="004C389C">
        <w:t>allô</w:t>
      </w:r>
      <w:r>
        <w:t xml:space="preserve"> ! </w:t>
      </w:r>
      <w:r w:rsidR="004C389C">
        <w:t>fit-il</w:t>
      </w:r>
      <w:r>
        <w:t>.</w:t>
      </w:r>
    </w:p>
    <w:p w14:paraId="520B5167" w14:textId="77777777" w:rsidR="004B5A85" w:rsidRDefault="004C389C" w:rsidP="004C389C">
      <w:r>
        <w:t>Pierrot l</w:t>
      </w:r>
      <w:r w:rsidR="004B5A85">
        <w:t>’</w:t>
      </w:r>
      <w:r>
        <w:t>Écureuil avait saisi le cornet de réception destiné à l</w:t>
      </w:r>
      <w:r w:rsidR="004B5A85">
        <w:t>’</w:t>
      </w:r>
      <w:r>
        <w:t>observateur et il entendit</w:t>
      </w:r>
      <w:r w:rsidR="004B5A85">
        <w:t> :</w:t>
      </w:r>
    </w:p>
    <w:p w14:paraId="5B953724" w14:textId="77777777" w:rsidR="004B5A85" w:rsidRDefault="004B5A85" w:rsidP="004C389C">
      <w:r>
        <w:t>— </w:t>
      </w:r>
      <w:r w:rsidR="004C389C">
        <w:t>Allô</w:t>
      </w:r>
      <w:r>
        <w:t xml:space="preserve"> ! </w:t>
      </w:r>
      <w:r w:rsidR="004C389C">
        <w:t>allô</w:t>
      </w:r>
      <w:r>
        <w:t xml:space="preserve"> !… </w:t>
      </w:r>
      <w:r w:rsidR="004C389C">
        <w:t>Tout va bien</w:t>
      </w:r>
      <w:r>
        <w:t> ?…</w:t>
      </w:r>
    </w:p>
    <w:p w14:paraId="4023E56A" w14:textId="77777777" w:rsidR="004B5A85" w:rsidRDefault="004B5A85" w:rsidP="004C389C">
      <w:r>
        <w:t>— </w:t>
      </w:r>
      <w:r w:rsidR="004C389C">
        <w:t>Tout va bien</w:t>
      </w:r>
      <w:r>
        <w:t xml:space="preserve">, </w:t>
      </w:r>
      <w:r w:rsidR="004C389C">
        <w:t>répondit le lieutenant Roger</w:t>
      </w:r>
      <w:r>
        <w:t>.</w:t>
      </w:r>
    </w:p>
    <w:p w14:paraId="705619A1" w14:textId="77777777" w:rsidR="004B5A85" w:rsidRDefault="004B5A85" w:rsidP="004C389C">
      <w:r>
        <w:t>— </w:t>
      </w:r>
      <w:r w:rsidR="004C389C">
        <w:t>Allô</w:t>
      </w:r>
      <w:r>
        <w:t xml:space="preserve"> ! </w:t>
      </w:r>
      <w:r w:rsidR="004C389C">
        <w:t>vous allez voir les Cyclades</w:t>
      </w:r>
      <w:r>
        <w:t xml:space="preserve">. </w:t>
      </w:r>
      <w:r w:rsidR="004C389C">
        <w:t>Examinez l</w:t>
      </w:r>
      <w:r>
        <w:t>’</w:t>
      </w:r>
      <w:r w:rsidR="004C389C">
        <w:t>île placée le plus au sud et voyez si elle offre une petite plage devant laquelle ou sur laquelle vous pourrez descendre</w:t>
      </w:r>
      <w:r>
        <w:t xml:space="preserve">. </w:t>
      </w:r>
      <w:r w:rsidR="004C389C">
        <w:t>Les sous-marins rest</w:t>
      </w:r>
      <w:r w:rsidR="004C389C">
        <w:t>e</w:t>
      </w:r>
      <w:r w:rsidR="004C389C">
        <w:t>ront en surface et régleront leur marche sur vos mouvements</w:t>
      </w:r>
      <w:r>
        <w:t xml:space="preserve">. </w:t>
      </w:r>
      <w:r w:rsidR="004C389C">
        <w:t>Allô</w:t>
      </w:r>
      <w:r>
        <w:t xml:space="preserve"> ! </w:t>
      </w:r>
      <w:r w:rsidR="004C389C">
        <w:t>entendu</w:t>
      </w:r>
      <w:r>
        <w:t> ?…</w:t>
      </w:r>
    </w:p>
    <w:p w14:paraId="64AC420B" w14:textId="77777777" w:rsidR="004B5A85" w:rsidRDefault="004B5A85" w:rsidP="004C389C">
      <w:r>
        <w:t>— </w:t>
      </w:r>
      <w:r w:rsidR="004C389C">
        <w:t>Entendu</w:t>
      </w:r>
      <w:r>
        <w:t xml:space="preserve"> ! </w:t>
      </w:r>
      <w:r w:rsidR="004C389C">
        <w:t>parfaitement</w:t>
      </w:r>
      <w:r>
        <w:t> !</w:t>
      </w:r>
    </w:p>
    <w:p w14:paraId="10A8C5DA" w14:textId="77777777" w:rsidR="004B5A85" w:rsidRDefault="004C389C" w:rsidP="004C389C">
      <w:r>
        <w:t>Et la sonnerie de fin de conversation retentit</w:t>
      </w:r>
      <w:r w:rsidR="004B5A85">
        <w:t>.</w:t>
      </w:r>
    </w:p>
    <w:p w14:paraId="5F754C0F" w14:textId="77777777" w:rsidR="004B5A85" w:rsidRDefault="004C389C" w:rsidP="004C389C">
      <w:r>
        <w:t>Pierrot l</w:t>
      </w:r>
      <w:r w:rsidR="004B5A85">
        <w:t>’</w:t>
      </w:r>
      <w:r>
        <w:t>Écureuil raccrocha le cornet récepteur</w:t>
      </w:r>
      <w:r w:rsidR="004B5A85">
        <w:t>.</w:t>
      </w:r>
    </w:p>
    <w:p w14:paraId="71C0188A" w14:textId="77777777" w:rsidR="004B5A85" w:rsidRDefault="004B5A85" w:rsidP="004C389C">
      <w:r>
        <w:t>— </w:t>
      </w:r>
      <w:r w:rsidR="004C389C">
        <w:t>À vous</w:t>
      </w:r>
      <w:r>
        <w:t xml:space="preserve">, </w:t>
      </w:r>
      <w:r w:rsidR="004C389C">
        <w:t>lui cria le lieutenant Roger</w:t>
      </w:r>
      <w:r>
        <w:t xml:space="preserve">, </w:t>
      </w:r>
      <w:r w:rsidR="004C389C">
        <w:t>en se retournant à demi</w:t>
      </w:r>
      <w:r>
        <w:t xml:space="preserve">, </w:t>
      </w:r>
      <w:r w:rsidR="004C389C">
        <w:t>à vous d</w:t>
      </w:r>
      <w:r>
        <w:t>’</w:t>
      </w:r>
      <w:r w:rsidR="004C389C">
        <w:t>observer les Cyclades</w:t>
      </w:r>
      <w:r>
        <w:t xml:space="preserve">. </w:t>
      </w:r>
      <w:r w:rsidR="004C389C">
        <w:t>Choisissez l</w:t>
      </w:r>
      <w:r>
        <w:t>’</w:t>
      </w:r>
      <w:r w:rsidR="004C389C">
        <w:t>île ou l</w:t>
      </w:r>
      <w:r>
        <w:t>’</w:t>
      </w:r>
      <w:r w:rsidR="004C389C">
        <w:t>îlot</w:t>
      </w:r>
      <w:r>
        <w:t xml:space="preserve">. </w:t>
      </w:r>
      <w:r w:rsidR="004C389C">
        <w:t>C</w:t>
      </w:r>
      <w:r>
        <w:t>’</w:t>
      </w:r>
      <w:r w:rsidR="004C389C">
        <w:t>est votre rôle</w:t>
      </w:r>
      <w:r>
        <w:t> !…</w:t>
      </w:r>
    </w:p>
    <w:p w14:paraId="7B8A52E4" w14:textId="77777777" w:rsidR="004B5A85" w:rsidRDefault="004B5A85" w:rsidP="004C389C">
      <w:r>
        <w:t>— </w:t>
      </w:r>
      <w:r w:rsidR="004C389C">
        <w:t>Bien</w:t>
      </w:r>
      <w:r>
        <w:t xml:space="preserve">, </w:t>
      </w:r>
      <w:r w:rsidR="004C389C">
        <w:t>mon lieutenant</w:t>
      </w:r>
      <w:r>
        <w:t xml:space="preserve"> ! </w:t>
      </w:r>
      <w:r w:rsidR="004C389C">
        <w:t>répondit le brave gamin</w:t>
      </w:r>
      <w:r>
        <w:t>.</w:t>
      </w:r>
    </w:p>
    <w:p w14:paraId="46D11000" w14:textId="77777777" w:rsidR="004B5A85" w:rsidRDefault="004C389C" w:rsidP="004C389C">
      <w:r>
        <w:t>Et</w:t>
      </w:r>
      <w:r w:rsidR="004B5A85">
        <w:t xml:space="preserve">, </w:t>
      </w:r>
      <w:r>
        <w:t>soulevant la trappe</w:t>
      </w:r>
      <w:r w:rsidR="004B5A85">
        <w:t xml:space="preserve">, </w:t>
      </w:r>
      <w:r>
        <w:t>il regarda</w:t>
      </w:r>
      <w:r w:rsidR="004B5A85">
        <w:t>.</w:t>
      </w:r>
    </w:p>
    <w:p w14:paraId="38A79E6D" w14:textId="77777777" w:rsidR="004B5A85" w:rsidRDefault="004C389C" w:rsidP="004C389C">
      <w:r>
        <w:t>On fut bientôt au-dessus d</w:t>
      </w:r>
      <w:r w:rsidR="004B5A85">
        <w:t>’</w:t>
      </w:r>
      <w:r>
        <w:t>un îlot tout petit</w:t>
      </w:r>
      <w:r w:rsidR="004B5A85">
        <w:t xml:space="preserve">, </w:t>
      </w:r>
      <w:r>
        <w:t>apparemment désert</w:t>
      </w:r>
      <w:r w:rsidR="004B5A85">
        <w:t>.</w:t>
      </w:r>
    </w:p>
    <w:p w14:paraId="66DE9C43" w14:textId="77777777" w:rsidR="004B5A85" w:rsidRDefault="004C389C" w:rsidP="004C389C">
      <w:r>
        <w:lastRenderedPageBreak/>
        <w:t>Le lieutenant Roger</w:t>
      </w:r>
      <w:r w:rsidR="004B5A85">
        <w:t xml:space="preserve">, </w:t>
      </w:r>
      <w:r>
        <w:t>qui voyait l</w:t>
      </w:r>
      <w:r w:rsidR="004B5A85">
        <w:t>’</w:t>
      </w:r>
      <w:r>
        <w:t>île de biais</w:t>
      </w:r>
      <w:r w:rsidR="004B5A85">
        <w:t xml:space="preserve">, </w:t>
      </w:r>
      <w:r>
        <w:t>ralentit un peu l</w:t>
      </w:r>
      <w:r w:rsidR="004B5A85">
        <w:t>’</w:t>
      </w:r>
      <w:r>
        <w:t>allure de son monoplan et en fit le tour</w:t>
      </w:r>
      <w:r w:rsidR="004B5A85">
        <w:t>…</w:t>
      </w:r>
    </w:p>
    <w:p w14:paraId="5E72755E" w14:textId="77777777" w:rsidR="004B5A85" w:rsidRDefault="004B5A85" w:rsidP="004C389C">
      <w:r>
        <w:t>— </w:t>
      </w:r>
      <w:r w:rsidR="004C389C">
        <w:t>Là</w:t>
      </w:r>
      <w:r>
        <w:t xml:space="preserve"> ! </w:t>
      </w:r>
      <w:r w:rsidR="004C389C">
        <w:t>juste au-dessous de nous</w:t>
      </w:r>
      <w:r>
        <w:t xml:space="preserve"> ! </w:t>
      </w:r>
      <w:r w:rsidR="004C389C">
        <w:t>cria Pierrot l</w:t>
      </w:r>
      <w:r>
        <w:t>’</w:t>
      </w:r>
      <w:r w:rsidR="004C389C">
        <w:t>Écureuil</w:t>
      </w:r>
      <w:r>
        <w:t xml:space="preserve">. </w:t>
      </w:r>
      <w:r w:rsidR="004C389C">
        <w:t>Une plage encaissée entre de hautes falaises</w:t>
      </w:r>
      <w:r>
        <w:t>.</w:t>
      </w:r>
    </w:p>
    <w:p w14:paraId="6849B958" w14:textId="77777777" w:rsidR="004B5A85" w:rsidRDefault="004B5A85" w:rsidP="004C389C">
      <w:r>
        <w:t>— </w:t>
      </w:r>
      <w:r w:rsidR="004C389C">
        <w:t>C</w:t>
      </w:r>
      <w:r>
        <w:t>’</w:t>
      </w:r>
      <w:r w:rsidR="004C389C">
        <w:t>est bien</w:t>
      </w:r>
      <w:r>
        <w:t xml:space="preserve">, </w:t>
      </w:r>
      <w:r w:rsidR="004C389C">
        <w:t>je descends</w:t>
      </w:r>
      <w:r>
        <w:t xml:space="preserve"> ! </w:t>
      </w:r>
      <w:r w:rsidR="004C389C">
        <w:t>fit le lieutenant Roger</w:t>
      </w:r>
      <w:r>
        <w:t>.</w:t>
      </w:r>
    </w:p>
    <w:p w14:paraId="2C454522" w14:textId="77777777" w:rsidR="004B5A85" w:rsidRDefault="004C389C" w:rsidP="004C389C">
      <w:r>
        <w:t>Et il prit ses dispositions pour descendre en vol plané et en spirale</w:t>
      </w:r>
      <w:r w:rsidR="004B5A85">
        <w:t>.</w:t>
      </w:r>
    </w:p>
    <w:p w14:paraId="7A1314E7" w14:textId="77777777" w:rsidR="004B5A85" w:rsidRDefault="004C389C" w:rsidP="004C389C">
      <w:r>
        <w:t>Quand il fut à vingt mètres de la surface de la mer</w:t>
      </w:r>
      <w:r w:rsidR="004B5A85">
        <w:t xml:space="preserve">, </w:t>
      </w:r>
      <w:r>
        <w:t>il vit d</w:t>
      </w:r>
      <w:r>
        <w:t>e</w:t>
      </w:r>
      <w:r>
        <w:t>vant lui la petite plage</w:t>
      </w:r>
      <w:r w:rsidR="004B5A85">
        <w:t>.</w:t>
      </w:r>
    </w:p>
    <w:p w14:paraId="67571398" w14:textId="77777777" w:rsidR="004B5A85" w:rsidRDefault="004C389C" w:rsidP="004C389C">
      <w:r>
        <w:t>Il manœuvra adroitement</w:t>
      </w:r>
      <w:r w:rsidR="004B5A85">
        <w:t xml:space="preserve">. </w:t>
      </w:r>
      <w:r>
        <w:t>Les flotteurs touchèrent l</w:t>
      </w:r>
      <w:r w:rsidR="004B5A85">
        <w:t>’</w:t>
      </w:r>
      <w:r>
        <w:t>eau</w:t>
      </w:r>
      <w:r w:rsidR="004B5A85">
        <w:t xml:space="preserve">, </w:t>
      </w:r>
      <w:r>
        <w:t>firent jaillir deux gerbes d</w:t>
      </w:r>
      <w:r w:rsidR="004B5A85">
        <w:t>’</w:t>
      </w:r>
      <w:r>
        <w:t>écume</w:t>
      </w:r>
      <w:r w:rsidR="004B5A85">
        <w:t xml:space="preserve">, </w:t>
      </w:r>
      <w:r>
        <w:t>et l</w:t>
      </w:r>
      <w:r w:rsidR="004B5A85">
        <w:t>’</w:t>
      </w:r>
      <w:r>
        <w:t>aéroplane rebondit</w:t>
      </w:r>
      <w:r w:rsidR="004B5A85">
        <w:t xml:space="preserve">. </w:t>
      </w:r>
      <w:r>
        <w:t>Dix mètres plus loin</w:t>
      </w:r>
      <w:r w:rsidR="004B5A85">
        <w:t xml:space="preserve">, </w:t>
      </w:r>
      <w:r>
        <w:t>il touchait l</w:t>
      </w:r>
      <w:r w:rsidR="004B5A85">
        <w:t>’</w:t>
      </w:r>
      <w:r>
        <w:t>eau de nouveau</w:t>
      </w:r>
      <w:r w:rsidR="004B5A85">
        <w:t xml:space="preserve">, </w:t>
      </w:r>
      <w:r>
        <w:t>glissait au milieu d</w:t>
      </w:r>
      <w:r w:rsidR="004B5A85">
        <w:t>’</w:t>
      </w:r>
      <w:r>
        <w:t>un rejaillissement liquide</w:t>
      </w:r>
      <w:r w:rsidR="004B5A85">
        <w:t xml:space="preserve">, </w:t>
      </w:r>
      <w:r>
        <w:t>et s</w:t>
      </w:r>
      <w:r w:rsidR="004B5A85">
        <w:t>’</w:t>
      </w:r>
      <w:r>
        <w:t>arrêtait enfin au moment où ses roues touchaient à travers trente centimètres d</w:t>
      </w:r>
      <w:r w:rsidR="004B5A85">
        <w:t>’</w:t>
      </w:r>
      <w:r>
        <w:t>eau</w:t>
      </w:r>
      <w:r w:rsidR="004B5A85">
        <w:t xml:space="preserve">, </w:t>
      </w:r>
      <w:r>
        <w:t>le sable fin de la plage</w:t>
      </w:r>
      <w:r w:rsidR="004B5A85">
        <w:t>.</w:t>
      </w:r>
    </w:p>
    <w:p w14:paraId="5C20040A" w14:textId="77777777" w:rsidR="004B5A85" w:rsidRDefault="004C389C" w:rsidP="004C389C">
      <w:r>
        <w:t xml:space="preserve">Le </w:t>
      </w:r>
      <w:r>
        <w:rPr>
          <w:i/>
          <w:iCs/>
        </w:rPr>
        <w:t>B</w:t>
      </w:r>
      <w:r>
        <w:t xml:space="preserve">-18 avait imité le </w:t>
      </w:r>
      <w:r>
        <w:rPr>
          <w:i/>
          <w:iCs/>
        </w:rPr>
        <w:t>B</w:t>
      </w:r>
      <w:r>
        <w:t>-16 et bientôt les deux monoplans furent</w:t>
      </w:r>
      <w:r w:rsidR="004B5A85">
        <w:t xml:space="preserve">, </w:t>
      </w:r>
      <w:r>
        <w:t>par les aviateurs</w:t>
      </w:r>
      <w:r w:rsidR="004B5A85">
        <w:t xml:space="preserve">, </w:t>
      </w:r>
      <w:r>
        <w:t>tirés sur la plage</w:t>
      </w:r>
      <w:r w:rsidR="004B5A85">
        <w:t xml:space="preserve">, </w:t>
      </w:r>
      <w:r>
        <w:t>abrités au pied de la falaise</w:t>
      </w:r>
      <w:r w:rsidR="004B5A85">
        <w:t xml:space="preserve">, </w:t>
      </w:r>
      <w:r>
        <w:t>tandis qu</w:t>
      </w:r>
      <w:r w:rsidR="004B5A85">
        <w:t>’</w:t>
      </w:r>
      <w:r>
        <w:t>au milieu de la petite baie</w:t>
      </w:r>
      <w:r w:rsidR="004B5A85">
        <w:t xml:space="preserve">, </w:t>
      </w:r>
      <w:r>
        <w:t>s</w:t>
      </w:r>
      <w:r w:rsidR="004B5A85">
        <w:t>’</w:t>
      </w:r>
      <w:r>
        <w:t>ancraient les deux sous-marins</w:t>
      </w:r>
      <w:r w:rsidR="004B5A85">
        <w:t xml:space="preserve">, </w:t>
      </w:r>
      <w:r>
        <w:t>écoutilles ouvertes et tous leurs officiers sur les plates-formes</w:t>
      </w:r>
      <w:r w:rsidR="004B5A85">
        <w:t>.</w:t>
      </w:r>
    </w:p>
    <w:p w14:paraId="0762ACF3" w14:textId="77777777" w:rsidR="004B5A85" w:rsidRDefault="004C389C" w:rsidP="004C389C">
      <w:r>
        <w:t>Les canots se détachèrent des sous-marins et Pierrot l</w:t>
      </w:r>
      <w:r w:rsidR="004B5A85">
        <w:t>’</w:t>
      </w:r>
      <w:r>
        <w:t>Écureuil</w:t>
      </w:r>
      <w:r w:rsidR="004B5A85">
        <w:t xml:space="preserve">, </w:t>
      </w:r>
      <w:r>
        <w:t>enchanté de cette belle journée aérienne</w:t>
      </w:r>
      <w:r w:rsidR="004B5A85">
        <w:t xml:space="preserve">, </w:t>
      </w:r>
      <w:r>
        <w:t>bondit au cou du commandant Martel</w:t>
      </w:r>
      <w:r w:rsidR="004B5A85">
        <w:t xml:space="preserve">, </w:t>
      </w:r>
      <w:r>
        <w:t>qui venait de sauter sur le sable</w:t>
      </w:r>
      <w:r w:rsidR="004B5A85">
        <w:t xml:space="preserve">. </w:t>
      </w:r>
      <w:r>
        <w:t xml:space="preserve">Tous les officiers de la </w:t>
      </w:r>
      <w:r>
        <w:rPr>
          <w:i/>
          <w:iCs/>
        </w:rPr>
        <w:t xml:space="preserve">Revanche </w:t>
      </w:r>
      <w:r>
        <w:t xml:space="preserve">et de la </w:t>
      </w:r>
      <w:r>
        <w:rPr>
          <w:i/>
          <w:iCs/>
        </w:rPr>
        <w:t xml:space="preserve">Victoire </w:t>
      </w:r>
      <w:r>
        <w:t>l</w:t>
      </w:r>
      <w:r w:rsidR="004B5A85">
        <w:t>’</w:t>
      </w:r>
      <w:r>
        <w:t>accompagnaient</w:t>
      </w:r>
      <w:r w:rsidR="004B5A85">
        <w:t>.</w:t>
      </w:r>
    </w:p>
    <w:p w14:paraId="3DDE88A4" w14:textId="77777777" w:rsidR="004B5A85" w:rsidRDefault="004C389C" w:rsidP="004C389C">
      <w:r>
        <w:t>Il fut décidé que l</w:t>
      </w:r>
      <w:r w:rsidR="004B5A85">
        <w:t>’</w:t>
      </w:r>
      <w:r>
        <w:t>on dînerait sur la plage</w:t>
      </w:r>
      <w:r w:rsidR="004B5A85">
        <w:t>.</w:t>
      </w:r>
    </w:p>
    <w:p w14:paraId="5CD8F1F9" w14:textId="77777777" w:rsidR="004B5A85" w:rsidRDefault="004C389C" w:rsidP="004C389C">
      <w:r>
        <w:t>Avec les canots</w:t>
      </w:r>
      <w:r w:rsidR="004B5A85">
        <w:t xml:space="preserve">, </w:t>
      </w:r>
      <w:r>
        <w:t>les cuisiniers et leurs aides des sous-marins apportèrent la vaisselle et les mets</w:t>
      </w:r>
      <w:r w:rsidR="004B5A85">
        <w:t xml:space="preserve">, </w:t>
      </w:r>
      <w:r>
        <w:t xml:space="preserve">et ce fut un repas que </w:t>
      </w:r>
      <w:r>
        <w:lastRenderedPageBreak/>
        <w:t>le plus formidable appétit rendit succulent et qui fut assa</w:t>
      </w:r>
      <w:r>
        <w:t>i</w:t>
      </w:r>
      <w:r>
        <w:t>sonné par la plus franche gaîté</w:t>
      </w:r>
      <w:r w:rsidR="004B5A85">
        <w:t>.</w:t>
      </w:r>
    </w:p>
    <w:p w14:paraId="4E092DB2" w14:textId="77777777" w:rsidR="004B5A85" w:rsidRDefault="004C389C" w:rsidP="004C389C">
      <w:r>
        <w:t>Les aviateurs</w:t>
      </w:r>
      <w:r w:rsidR="004B5A85">
        <w:t xml:space="preserve">, </w:t>
      </w:r>
      <w:r>
        <w:t>ensuite</w:t>
      </w:r>
      <w:r w:rsidR="004B5A85">
        <w:t xml:space="preserve">, </w:t>
      </w:r>
      <w:r>
        <w:t>dormirent sur le sable</w:t>
      </w:r>
      <w:r w:rsidR="004B5A85">
        <w:t xml:space="preserve">, </w:t>
      </w:r>
      <w:r>
        <w:t>roulés dans des couvertures</w:t>
      </w:r>
      <w:r w:rsidR="004B5A85">
        <w:t xml:space="preserve">, </w:t>
      </w:r>
      <w:r>
        <w:t>sous les ailes de leurs avions</w:t>
      </w:r>
      <w:r w:rsidR="004B5A85">
        <w:t xml:space="preserve">. </w:t>
      </w:r>
      <w:r>
        <w:t>Les officiers m</w:t>
      </w:r>
      <w:r>
        <w:t>a</w:t>
      </w:r>
      <w:r>
        <w:t>rins avaient regagné leurs cabines</w:t>
      </w:r>
      <w:r w:rsidR="004B5A85">
        <w:t xml:space="preserve">. </w:t>
      </w:r>
      <w:r>
        <w:t xml:space="preserve">Sur le rivage et sur les plates-formes de la </w:t>
      </w:r>
      <w:r>
        <w:rPr>
          <w:i/>
          <w:iCs/>
        </w:rPr>
        <w:t xml:space="preserve">Revanche </w:t>
      </w:r>
      <w:r>
        <w:t xml:space="preserve">et de la </w:t>
      </w:r>
      <w:r>
        <w:rPr>
          <w:i/>
          <w:iCs/>
        </w:rPr>
        <w:t>Victoire</w:t>
      </w:r>
      <w:r w:rsidR="004B5A85">
        <w:rPr>
          <w:i/>
          <w:iCs/>
        </w:rPr>
        <w:t xml:space="preserve">, </w:t>
      </w:r>
      <w:r>
        <w:t>des matelots armés montèrent la garde</w:t>
      </w:r>
      <w:r w:rsidR="004B5A85">
        <w:t>.</w:t>
      </w:r>
    </w:p>
    <w:p w14:paraId="73E17423" w14:textId="77777777" w:rsidR="004B5A85" w:rsidRDefault="004C389C" w:rsidP="004C389C">
      <w:r>
        <w:t>Et au lever du soleil</w:t>
      </w:r>
      <w:r w:rsidR="004B5A85">
        <w:t xml:space="preserve">, </w:t>
      </w:r>
      <w:r>
        <w:t>on repartit</w:t>
      </w:r>
      <w:r w:rsidR="004B5A85">
        <w:t xml:space="preserve">, </w:t>
      </w:r>
      <w:r>
        <w:t>par un temps magnifique</w:t>
      </w:r>
      <w:r w:rsidR="004B5A85">
        <w:t>.</w:t>
      </w:r>
    </w:p>
    <w:p w14:paraId="1F81B092" w14:textId="77777777" w:rsidR="004B5A85" w:rsidRDefault="004C389C" w:rsidP="004C389C">
      <w:r>
        <w:t>Mais</w:t>
      </w:r>
      <w:r w:rsidR="004B5A85">
        <w:t xml:space="preserve">, </w:t>
      </w:r>
      <w:r>
        <w:t>au moment où</w:t>
      </w:r>
      <w:r w:rsidR="004B5A85">
        <w:t xml:space="preserve">, </w:t>
      </w:r>
      <w:r>
        <w:t xml:space="preserve">debout sur la plate-forme de la </w:t>
      </w:r>
      <w:r>
        <w:rPr>
          <w:i/>
          <w:iCs/>
        </w:rPr>
        <w:t>R</w:t>
      </w:r>
      <w:r>
        <w:rPr>
          <w:i/>
          <w:iCs/>
        </w:rPr>
        <w:t>e</w:t>
      </w:r>
      <w:r>
        <w:rPr>
          <w:i/>
          <w:iCs/>
        </w:rPr>
        <w:t>vanche</w:t>
      </w:r>
      <w:r w:rsidR="004B5A85">
        <w:rPr>
          <w:i/>
          <w:iCs/>
        </w:rPr>
        <w:t xml:space="preserve">, </w:t>
      </w:r>
      <w:r>
        <w:t>Ludovic Martel donnait l</w:t>
      </w:r>
      <w:r w:rsidR="004B5A85">
        <w:t>’</w:t>
      </w:r>
      <w:r>
        <w:t>ordre du départ</w:t>
      </w:r>
      <w:r w:rsidR="004B5A85">
        <w:t xml:space="preserve">, </w:t>
      </w:r>
      <w:r>
        <w:t>une émotion puissante faisait battre les cœurs</w:t>
      </w:r>
      <w:r w:rsidR="004B5A85">
        <w:t>.</w:t>
      </w:r>
    </w:p>
    <w:p w14:paraId="666296FE" w14:textId="77777777" w:rsidR="004B5A85" w:rsidRDefault="004C389C" w:rsidP="004C389C">
      <w:r>
        <w:t>Tout le monde avait le pressentiment que cette nouvelle journée ne serait pas aussi paisible que la veille</w:t>
      </w:r>
      <w:r w:rsidR="004B5A85">
        <w:t>…</w:t>
      </w:r>
    </w:p>
    <w:p w14:paraId="2288C5AA" w14:textId="77777777" w:rsidR="004B5A85" w:rsidRDefault="004C389C" w:rsidP="004C389C">
      <w:r>
        <w:t>Et ce que l</w:t>
      </w:r>
      <w:r w:rsidR="004B5A85">
        <w:t>’</w:t>
      </w:r>
      <w:r>
        <w:t>on pressentait arriva bientôt</w:t>
      </w:r>
      <w:r w:rsidR="004B5A85">
        <w:t>.</w:t>
      </w:r>
    </w:p>
    <w:p w14:paraId="37BD2FB5" w14:textId="77777777" w:rsidR="004B5A85" w:rsidRDefault="004C389C" w:rsidP="004C389C">
      <w:r>
        <w:t>Cinq minutes à peine après que sous-marins et aéroplanes eurent quitté l</w:t>
      </w:r>
      <w:r w:rsidR="004B5A85">
        <w:t>’</w:t>
      </w:r>
      <w:r>
        <w:t>île où ils avaient passé la nuit</w:t>
      </w:r>
      <w:r w:rsidR="004B5A85">
        <w:t xml:space="preserve">, </w:t>
      </w:r>
      <w:r>
        <w:t>Pierrot l</w:t>
      </w:r>
      <w:r w:rsidR="004B5A85">
        <w:t>’</w:t>
      </w:r>
      <w:r>
        <w:t>Écureuil signala au lieutenant Roger un gros navire</w:t>
      </w:r>
      <w:r w:rsidR="004B5A85">
        <w:t xml:space="preserve">, </w:t>
      </w:r>
      <w:r>
        <w:t>filant à toute vapeur sur la mer</w:t>
      </w:r>
      <w:r w:rsidR="004B5A85">
        <w:t>.</w:t>
      </w:r>
    </w:p>
    <w:p w14:paraId="65B40DB8" w14:textId="77777777" w:rsidR="004B5A85" w:rsidRDefault="004B5A85" w:rsidP="004C389C">
      <w:r>
        <w:t>— </w:t>
      </w:r>
      <w:r w:rsidR="004C389C">
        <w:t>C</w:t>
      </w:r>
      <w:r>
        <w:t>’</w:t>
      </w:r>
      <w:r w:rsidR="004C389C">
        <w:t>est même un croiseur cuirassé français</w:t>
      </w:r>
      <w:r>
        <w:t xml:space="preserve">. </w:t>
      </w:r>
      <w:r w:rsidR="004C389C">
        <w:t>Je vois son p</w:t>
      </w:r>
      <w:r w:rsidR="004C389C">
        <w:t>a</w:t>
      </w:r>
      <w:r w:rsidR="004C389C">
        <w:t>villon bleu</w:t>
      </w:r>
      <w:r>
        <w:t xml:space="preserve">, </w:t>
      </w:r>
      <w:r w:rsidR="004C389C">
        <w:t>blanc</w:t>
      </w:r>
      <w:r>
        <w:t xml:space="preserve">, </w:t>
      </w:r>
      <w:r w:rsidR="004C389C">
        <w:t>rouge</w:t>
      </w:r>
      <w:r>
        <w:t xml:space="preserve"> ! </w:t>
      </w:r>
      <w:r w:rsidR="004C389C">
        <w:t>dit le mousse</w:t>
      </w:r>
      <w:r>
        <w:t>.</w:t>
      </w:r>
    </w:p>
    <w:p w14:paraId="7761D360" w14:textId="77777777" w:rsidR="004B5A85" w:rsidRDefault="004C389C" w:rsidP="004C389C">
      <w:r>
        <w:t>Il ne se trompait pas</w:t>
      </w:r>
      <w:r w:rsidR="004B5A85">
        <w:t>.</w:t>
      </w:r>
    </w:p>
    <w:p w14:paraId="6689B02A" w14:textId="77777777" w:rsidR="004B5A85" w:rsidRDefault="004C389C" w:rsidP="004C389C">
      <w:r>
        <w:t>Debout</w:t>
      </w:r>
      <w:r w:rsidR="004B5A85">
        <w:t xml:space="preserve">, </w:t>
      </w:r>
      <w:r>
        <w:t>avec Paul Randal</w:t>
      </w:r>
      <w:r w:rsidR="004B5A85">
        <w:t xml:space="preserve">, </w:t>
      </w:r>
      <w:r>
        <w:t xml:space="preserve">sur la plate-forme de la </w:t>
      </w:r>
      <w:r>
        <w:rPr>
          <w:i/>
          <w:iCs/>
        </w:rPr>
        <w:t>R</w:t>
      </w:r>
      <w:r>
        <w:rPr>
          <w:i/>
          <w:iCs/>
        </w:rPr>
        <w:t>e</w:t>
      </w:r>
      <w:r>
        <w:rPr>
          <w:i/>
          <w:iCs/>
        </w:rPr>
        <w:t>vanche</w:t>
      </w:r>
      <w:r w:rsidR="004B5A85">
        <w:rPr>
          <w:i/>
          <w:iCs/>
        </w:rPr>
        <w:t xml:space="preserve">, </w:t>
      </w:r>
      <w:r>
        <w:t>Ludovic Martel vit aussi le croiseur cuirassé sortant de derrière l</w:t>
      </w:r>
      <w:r w:rsidR="004B5A85">
        <w:t>’</w:t>
      </w:r>
      <w:r>
        <w:t>une des nombreuses îles de l</w:t>
      </w:r>
      <w:r w:rsidR="004B5A85">
        <w:t>’</w:t>
      </w:r>
      <w:r>
        <w:t>archipel des Cyclades</w:t>
      </w:r>
      <w:r w:rsidR="004B5A85">
        <w:t xml:space="preserve">. </w:t>
      </w:r>
      <w:r>
        <w:t>Et comme il le signalait à Paul Randal</w:t>
      </w:r>
      <w:r w:rsidR="004B5A85">
        <w:t xml:space="preserve">, </w:t>
      </w:r>
      <w:r>
        <w:t>un nuage de fumée jaillit d</w:t>
      </w:r>
      <w:r w:rsidR="004B5A85">
        <w:t>’</w:t>
      </w:r>
      <w:r>
        <w:t>une des tourelles du croiseur et un coup de canon retentit</w:t>
      </w:r>
      <w:r w:rsidR="004B5A85">
        <w:t>.</w:t>
      </w:r>
    </w:p>
    <w:p w14:paraId="46343C37" w14:textId="77777777" w:rsidR="004B5A85" w:rsidRDefault="004B5A85" w:rsidP="004C389C">
      <w:r>
        <w:lastRenderedPageBreak/>
        <w:t>— </w:t>
      </w:r>
      <w:r w:rsidR="004C389C">
        <w:t>Oh</w:t>
      </w:r>
      <w:r>
        <w:t xml:space="preserve"> ! </w:t>
      </w:r>
      <w:r w:rsidR="004C389C">
        <w:t>oh</w:t>
      </w:r>
      <w:r>
        <w:t xml:space="preserve"> ! </w:t>
      </w:r>
      <w:r w:rsidR="004C389C">
        <w:t>s</w:t>
      </w:r>
      <w:r>
        <w:t>’</w:t>
      </w:r>
      <w:r w:rsidR="004C389C">
        <w:t>écria Ludovic Martel</w:t>
      </w:r>
      <w:r>
        <w:t xml:space="preserve">. </w:t>
      </w:r>
      <w:r w:rsidR="004C389C">
        <w:t>C</w:t>
      </w:r>
      <w:r>
        <w:t>’</w:t>
      </w:r>
      <w:r w:rsidR="004C389C">
        <w:t>est un signal</w:t>
      </w:r>
      <w:r>
        <w:t xml:space="preserve">. </w:t>
      </w:r>
      <w:r w:rsidR="004C389C">
        <w:t>Nous a-t-on vus</w:t>
      </w:r>
      <w:r>
        <w:t xml:space="preserve"> ? </w:t>
      </w:r>
      <w:r w:rsidR="004C389C">
        <w:t>Est-ce à nous qu</w:t>
      </w:r>
      <w:r>
        <w:t>’</w:t>
      </w:r>
      <w:r w:rsidR="004C389C">
        <w:t>il est destiné</w:t>
      </w:r>
      <w:r>
        <w:t> ?</w:t>
      </w:r>
    </w:p>
    <w:p w14:paraId="03C5E10A" w14:textId="77777777" w:rsidR="004B5A85" w:rsidRDefault="004C389C" w:rsidP="004C389C">
      <w:r>
        <w:t>Il cria des ordres par l</w:t>
      </w:r>
      <w:r w:rsidR="004B5A85">
        <w:t>’</w:t>
      </w:r>
      <w:r>
        <w:t>écoutille</w:t>
      </w:r>
      <w:r w:rsidR="004B5A85">
        <w:t xml:space="preserve">, </w:t>
      </w:r>
      <w:r>
        <w:t xml:space="preserve">afin que la </w:t>
      </w:r>
      <w:r>
        <w:rPr>
          <w:i/>
          <w:iCs/>
        </w:rPr>
        <w:t xml:space="preserve">Revanche </w:t>
      </w:r>
      <w:r>
        <w:t>fît route droit sur le navire</w:t>
      </w:r>
      <w:r w:rsidR="004B5A85">
        <w:t>.</w:t>
      </w:r>
    </w:p>
    <w:p w14:paraId="75240C6A" w14:textId="77777777" w:rsidR="004B5A85" w:rsidRDefault="004C389C" w:rsidP="004C389C">
      <w:r>
        <w:t>Et bientôt les deux officiers n</w:t>
      </w:r>
      <w:r w:rsidR="004B5A85">
        <w:t>’</w:t>
      </w:r>
      <w:r>
        <w:t>eurent plus aucun doute</w:t>
      </w:r>
      <w:r w:rsidR="004B5A85">
        <w:t>.</w:t>
      </w:r>
    </w:p>
    <w:p w14:paraId="0CB698DF" w14:textId="5956E1DF" w:rsidR="004C389C" w:rsidRDefault="004C389C" w:rsidP="004C389C">
      <w:r>
        <w:t>À bord du croiseur cuirassé</w:t>
      </w:r>
      <w:r w:rsidR="004B5A85">
        <w:t xml:space="preserve">, </w:t>
      </w:r>
      <w:r>
        <w:t>au moyen de pavillons de d</w:t>
      </w:r>
      <w:r>
        <w:t>i</w:t>
      </w:r>
      <w:r>
        <w:t>verses couleurs et de différentes formes</w:t>
      </w:r>
      <w:r w:rsidR="004B5A85">
        <w:t xml:space="preserve">, </w:t>
      </w:r>
      <w:r>
        <w:t>des signaux leur étaient faits</w:t>
      </w:r>
      <w:r w:rsidR="004B5A85">
        <w:t xml:space="preserve">, </w:t>
      </w:r>
      <w:r>
        <w:t>signaux qui voulaient dire</w:t>
      </w:r>
      <w:r w:rsidR="004B5A85">
        <w:t> : « </w:t>
      </w:r>
      <w:r>
        <w:t>Approchez</w:t>
      </w:r>
      <w:r w:rsidR="004B5A85">
        <w:t xml:space="preserve"> ! </w:t>
      </w:r>
      <w:r>
        <w:t>nous avons d</w:t>
      </w:r>
      <w:r w:rsidR="004B5A85">
        <w:t>’</w:t>
      </w:r>
      <w:r>
        <w:t>importantes communications à vous faire</w:t>
      </w:r>
      <w:r w:rsidR="004B5A85">
        <w:t>. »</w:t>
      </w:r>
    </w:p>
    <w:p w14:paraId="44E645B2" w14:textId="77777777" w:rsidR="004B5A85" w:rsidRDefault="004C389C" w:rsidP="004C389C">
      <w:r>
        <w:t>Par le téléphone sans fil</w:t>
      </w:r>
      <w:r w:rsidR="004B5A85">
        <w:t xml:space="preserve">, </w:t>
      </w:r>
      <w:r>
        <w:t>Ludovic Martel donna l</w:t>
      </w:r>
      <w:r w:rsidR="004B5A85">
        <w:t>’</w:t>
      </w:r>
      <w:r>
        <w:t xml:space="preserve">ordre au sous-marin </w:t>
      </w:r>
      <w:r>
        <w:rPr>
          <w:i/>
          <w:iCs/>
        </w:rPr>
        <w:t xml:space="preserve">Victoire </w:t>
      </w:r>
      <w:r>
        <w:t xml:space="preserve">et aux deux aéroplanes </w:t>
      </w:r>
      <w:r>
        <w:rPr>
          <w:i/>
          <w:iCs/>
        </w:rPr>
        <w:t>B</w:t>
      </w:r>
      <w:r>
        <w:t xml:space="preserve">-16 et </w:t>
      </w:r>
      <w:r>
        <w:rPr>
          <w:i/>
          <w:iCs/>
        </w:rPr>
        <w:t>B</w:t>
      </w:r>
      <w:r>
        <w:t>-18 de ra</w:t>
      </w:r>
      <w:r>
        <w:t>l</w:t>
      </w:r>
      <w:r>
        <w:t>lier le cuirassé</w:t>
      </w:r>
      <w:r w:rsidR="004B5A85">
        <w:t>.</w:t>
      </w:r>
    </w:p>
    <w:p w14:paraId="6C95A798" w14:textId="77777777" w:rsidR="004B5A85" w:rsidRDefault="004C389C" w:rsidP="004C389C">
      <w:r>
        <w:t>Et dix minutes après</w:t>
      </w:r>
      <w:r w:rsidR="004B5A85">
        <w:t xml:space="preserve">, </w:t>
      </w:r>
      <w:r>
        <w:t>la mer étant très calme</w:t>
      </w:r>
      <w:r w:rsidR="004B5A85">
        <w:t xml:space="preserve">, </w:t>
      </w:r>
      <w:r>
        <w:t xml:space="preserve">les </w:t>
      </w:r>
      <w:proofErr w:type="spellStart"/>
      <w:r>
        <w:t>hydroa</w:t>
      </w:r>
      <w:r>
        <w:t>é</w:t>
      </w:r>
      <w:r>
        <w:t>roplanes</w:t>
      </w:r>
      <w:proofErr w:type="spellEnd"/>
      <w:r>
        <w:t xml:space="preserve"> se posaient sur les flots comme de grands goélands à une encablure du formidable croiseur</w:t>
      </w:r>
      <w:r w:rsidR="004B5A85">
        <w:t>.</w:t>
      </w:r>
    </w:p>
    <w:p w14:paraId="1B9A0031" w14:textId="77777777" w:rsidR="004B5A85" w:rsidRDefault="004C389C" w:rsidP="004C389C">
      <w:r>
        <w:t>Les deux sous-marins s</w:t>
      </w:r>
      <w:r w:rsidR="004B5A85">
        <w:t>’</w:t>
      </w:r>
      <w:r>
        <w:t>arrêtèrent près des aéroplanes</w:t>
      </w:r>
      <w:r w:rsidR="004B5A85">
        <w:t>.</w:t>
      </w:r>
    </w:p>
    <w:p w14:paraId="4D71E059" w14:textId="77777777" w:rsidR="004B5A85" w:rsidRDefault="004C389C" w:rsidP="004C389C">
      <w:r>
        <w:t>Et Ludovic Martel se disposait à donner l</w:t>
      </w:r>
      <w:r w:rsidR="004B5A85">
        <w:t>’</w:t>
      </w:r>
      <w:r>
        <w:t xml:space="preserve">ordre de mettre le canot de la </w:t>
      </w:r>
      <w:r>
        <w:rPr>
          <w:i/>
          <w:iCs/>
        </w:rPr>
        <w:t xml:space="preserve">Revanche </w:t>
      </w:r>
      <w:r>
        <w:t>à la mer</w:t>
      </w:r>
      <w:r w:rsidR="004B5A85">
        <w:t xml:space="preserve">, </w:t>
      </w:r>
      <w:r>
        <w:t>pour qu</w:t>
      </w:r>
      <w:r w:rsidR="004B5A85">
        <w:t>’</w:t>
      </w:r>
      <w:r>
        <w:t>il pût se rendre à bord du cuirassé</w:t>
      </w:r>
      <w:r w:rsidR="004B5A85">
        <w:t xml:space="preserve">, </w:t>
      </w:r>
      <w:r>
        <w:t xml:space="preserve">en qui il venait de reconnaître le </w:t>
      </w:r>
      <w:r>
        <w:rPr>
          <w:i/>
          <w:iCs/>
        </w:rPr>
        <w:t xml:space="preserve">Gambetta </w:t>
      </w:r>
      <w:r>
        <w:t>de l</w:t>
      </w:r>
      <w:r w:rsidR="004B5A85">
        <w:t>’</w:t>
      </w:r>
      <w:r>
        <w:t>escadre de la Méditerranée</w:t>
      </w:r>
      <w:r w:rsidR="004B5A85">
        <w:t>.</w:t>
      </w:r>
    </w:p>
    <w:p w14:paraId="55C50D92" w14:textId="77777777" w:rsidR="004B5A85" w:rsidRDefault="004C389C" w:rsidP="004C389C">
      <w:r>
        <w:t>Mais</w:t>
      </w:r>
      <w:r w:rsidR="004B5A85">
        <w:t xml:space="preserve">, </w:t>
      </w:r>
      <w:r>
        <w:t>au même instant</w:t>
      </w:r>
      <w:r w:rsidR="004B5A85">
        <w:t xml:space="preserve">, </w:t>
      </w:r>
      <w:r>
        <w:t>il vit une chaloupe se détacher du croiseur et faire vers lui force de rames</w:t>
      </w:r>
      <w:r w:rsidR="004B5A85">
        <w:t>.</w:t>
      </w:r>
    </w:p>
    <w:p w14:paraId="26C62D3C" w14:textId="77777777" w:rsidR="004B5A85" w:rsidRDefault="004C389C" w:rsidP="004C389C">
      <w:r>
        <w:t>Il attendit donc</w:t>
      </w:r>
      <w:r w:rsidR="004B5A85">
        <w:t xml:space="preserve">, </w:t>
      </w:r>
      <w:r>
        <w:t>ayant à ses côtés le capitaine Paul Randal et le premier maître Ker-</w:t>
      </w:r>
      <w:proofErr w:type="spellStart"/>
      <w:r>
        <w:t>Loys</w:t>
      </w:r>
      <w:proofErr w:type="spellEnd"/>
      <w:r w:rsidR="004B5A85">
        <w:t>.</w:t>
      </w:r>
    </w:p>
    <w:p w14:paraId="027D7E27" w14:textId="77777777" w:rsidR="004B5A85" w:rsidRDefault="004C389C" w:rsidP="004C389C">
      <w:r>
        <w:t>Le canot</w:t>
      </w:r>
      <w:r w:rsidR="004B5A85">
        <w:t xml:space="preserve">, </w:t>
      </w:r>
      <w:r>
        <w:t>portant un officier</w:t>
      </w:r>
      <w:r w:rsidR="004B5A85">
        <w:t xml:space="preserve">, </w:t>
      </w:r>
      <w:r>
        <w:t>le capitaine de vaisseau</w:t>
      </w:r>
      <w:r w:rsidR="004B5A85">
        <w:t xml:space="preserve">, </w:t>
      </w:r>
      <w:r>
        <w:t xml:space="preserve">commandant le </w:t>
      </w:r>
      <w:r>
        <w:rPr>
          <w:i/>
          <w:iCs/>
        </w:rPr>
        <w:t>Gambetta</w:t>
      </w:r>
      <w:r w:rsidR="004B5A85">
        <w:rPr>
          <w:i/>
          <w:iCs/>
        </w:rPr>
        <w:t xml:space="preserve">, </w:t>
      </w:r>
      <w:r>
        <w:t>et six marins rameurs</w:t>
      </w:r>
      <w:r w:rsidR="004B5A85">
        <w:t xml:space="preserve">, </w:t>
      </w:r>
      <w:r>
        <w:t xml:space="preserve">se rangea le </w:t>
      </w:r>
      <w:r>
        <w:lastRenderedPageBreak/>
        <w:t xml:space="preserve">long de la </w:t>
      </w:r>
      <w:r>
        <w:rPr>
          <w:i/>
          <w:iCs/>
        </w:rPr>
        <w:t xml:space="preserve">Revanche </w:t>
      </w:r>
      <w:r>
        <w:t>et le commandant Dubois sauta sur la plate-forme</w:t>
      </w:r>
      <w:r w:rsidR="004B5A85">
        <w:t>.</w:t>
      </w:r>
    </w:p>
    <w:p w14:paraId="4C238EDC" w14:textId="77777777" w:rsidR="004B5A85" w:rsidRDefault="004C389C" w:rsidP="004C389C">
      <w:r>
        <w:t>Ludovic Martel et Paul Randal connaissaient beaucoup le commandant Dubois</w:t>
      </w:r>
      <w:r w:rsidR="004B5A85">
        <w:t>.</w:t>
      </w:r>
    </w:p>
    <w:p w14:paraId="41F4513E" w14:textId="77777777" w:rsidR="004B5A85" w:rsidRDefault="004C389C" w:rsidP="004C389C">
      <w:r>
        <w:t>Les trois hommes se serrèrent les mains affectueusement</w:t>
      </w:r>
      <w:r w:rsidR="004B5A85">
        <w:t>.</w:t>
      </w:r>
    </w:p>
    <w:p w14:paraId="55AAF119" w14:textId="77777777" w:rsidR="004B5A85" w:rsidRDefault="004C389C" w:rsidP="004C389C">
      <w:r>
        <w:t>Et</w:t>
      </w:r>
      <w:r w:rsidR="004B5A85">
        <w:t xml:space="preserve">, </w:t>
      </w:r>
      <w:r>
        <w:t>tout de suite</w:t>
      </w:r>
      <w:r w:rsidR="004B5A85">
        <w:t xml:space="preserve">, </w:t>
      </w:r>
      <w:r>
        <w:t>le commandant Dubois dit</w:t>
      </w:r>
      <w:r w:rsidR="004B5A85">
        <w:t> :</w:t>
      </w:r>
    </w:p>
    <w:p w14:paraId="3063D872" w14:textId="77777777" w:rsidR="004B5A85" w:rsidRDefault="004B5A85" w:rsidP="004C389C">
      <w:r>
        <w:t>— </w:t>
      </w:r>
      <w:r w:rsidR="004C389C">
        <w:t>Je vous cherchais</w:t>
      </w:r>
      <w:r>
        <w:t xml:space="preserve">, </w:t>
      </w:r>
      <w:r w:rsidR="004C389C">
        <w:t>mes amis</w:t>
      </w:r>
      <w:r>
        <w:t>.</w:t>
      </w:r>
    </w:p>
    <w:p w14:paraId="421F27DD" w14:textId="77777777" w:rsidR="004B5A85" w:rsidRDefault="004B5A85" w:rsidP="004C389C">
      <w:r>
        <w:t>— </w:t>
      </w:r>
      <w:r w:rsidR="004C389C">
        <w:t>Vous me cherchiez</w:t>
      </w:r>
      <w:r>
        <w:t xml:space="preserve"> ? </w:t>
      </w:r>
      <w:r w:rsidR="004C389C">
        <w:t>fit le commandant Martel avec su</w:t>
      </w:r>
      <w:r w:rsidR="004C389C">
        <w:t>r</w:t>
      </w:r>
      <w:r w:rsidR="004C389C">
        <w:t>prise</w:t>
      </w:r>
      <w:r>
        <w:t>.</w:t>
      </w:r>
    </w:p>
    <w:p w14:paraId="525F2E0B" w14:textId="77777777" w:rsidR="004B5A85" w:rsidRDefault="004B5A85" w:rsidP="004C389C">
      <w:r>
        <w:t>— </w:t>
      </w:r>
      <w:r w:rsidR="004C389C">
        <w:t>Oui</w:t>
      </w:r>
      <w:r>
        <w:t xml:space="preserve">, </w:t>
      </w:r>
      <w:r w:rsidR="004C389C">
        <w:t>ou plutôt</w:t>
      </w:r>
      <w:r>
        <w:t xml:space="preserve">, </w:t>
      </w:r>
      <w:r w:rsidR="004C389C">
        <w:t>je vous attendais</w:t>
      </w:r>
      <w:r>
        <w:t>.</w:t>
      </w:r>
    </w:p>
    <w:p w14:paraId="5A582046" w14:textId="77777777" w:rsidR="004B5A85" w:rsidRDefault="004B5A85" w:rsidP="004C389C">
      <w:r>
        <w:t>— </w:t>
      </w:r>
      <w:r w:rsidR="004C389C">
        <w:t>Et pourquoi</w:t>
      </w:r>
      <w:r>
        <w:t> ?</w:t>
      </w:r>
    </w:p>
    <w:p w14:paraId="4B777F45" w14:textId="77777777" w:rsidR="004B5A85" w:rsidRDefault="004B5A85" w:rsidP="004C389C">
      <w:r>
        <w:t>— </w:t>
      </w:r>
      <w:r w:rsidR="004C389C">
        <w:t>Voici</w:t>
      </w:r>
      <w:r>
        <w:t xml:space="preserve">. </w:t>
      </w:r>
      <w:r w:rsidR="004C389C">
        <w:t>Vous savez que mon croiseur est depuis quinze jours en station au Pirée</w:t>
      </w:r>
      <w:r>
        <w:t xml:space="preserve">. </w:t>
      </w:r>
      <w:r w:rsidR="004C389C">
        <w:t>Or</w:t>
      </w:r>
      <w:r>
        <w:t xml:space="preserve">, </w:t>
      </w:r>
      <w:r w:rsidR="004C389C">
        <w:t>hier</w:t>
      </w:r>
      <w:r>
        <w:t xml:space="preserve">, </w:t>
      </w:r>
      <w:r w:rsidR="004C389C">
        <w:t>j</w:t>
      </w:r>
      <w:r>
        <w:t>’</w:t>
      </w:r>
      <w:r w:rsidR="004C389C">
        <w:t>ai reçu par la télégraphie sans fil</w:t>
      </w:r>
      <w:r>
        <w:t xml:space="preserve">, </w:t>
      </w:r>
      <w:r w:rsidR="004C389C">
        <w:t>voie Toulon</w:t>
      </w:r>
      <w:r>
        <w:t xml:space="preserve">, </w:t>
      </w:r>
      <w:r w:rsidR="004C389C">
        <w:t>Bizerte</w:t>
      </w:r>
      <w:r>
        <w:t xml:space="preserve">, </w:t>
      </w:r>
      <w:r w:rsidR="004C389C">
        <w:t>Malte</w:t>
      </w:r>
      <w:r>
        <w:t xml:space="preserve">, </w:t>
      </w:r>
      <w:r w:rsidR="004C389C">
        <w:t>un ordre que j</w:t>
      </w:r>
      <w:r>
        <w:t>’</w:t>
      </w:r>
      <w:r w:rsidR="004C389C">
        <w:t>ai transcrit et que voici</w:t>
      </w:r>
      <w:r>
        <w:t>.</w:t>
      </w:r>
    </w:p>
    <w:p w14:paraId="1C916822" w14:textId="77777777" w:rsidR="004B5A85" w:rsidRDefault="004C389C" w:rsidP="004C389C">
      <w:r>
        <w:t>Et il remit un papier déplié à Ludovic Martel</w:t>
      </w:r>
      <w:r w:rsidR="004B5A85">
        <w:t xml:space="preserve">, </w:t>
      </w:r>
      <w:r>
        <w:t>qui lut à haute voix</w:t>
      </w:r>
      <w:r w:rsidR="004B5A85">
        <w:t> :</w:t>
      </w:r>
    </w:p>
    <w:p w14:paraId="77D9FDEC" w14:textId="425A4838" w:rsidR="004C389C" w:rsidRDefault="004C389C" w:rsidP="004C389C"/>
    <w:p w14:paraId="77A63BEE" w14:textId="77777777" w:rsidR="004B5A85" w:rsidRDefault="004B5A85" w:rsidP="004C389C">
      <w:r>
        <w:t>« </w:t>
      </w:r>
      <w:r w:rsidR="004C389C">
        <w:t>Paris</w:t>
      </w:r>
      <w:r>
        <w:t xml:space="preserve">, </w:t>
      </w:r>
      <w:r w:rsidR="004C389C">
        <w:t xml:space="preserve">ministre Marine à commandant croiseur cuirassé </w:t>
      </w:r>
      <w:r w:rsidR="004C389C">
        <w:rPr>
          <w:i/>
          <w:iCs/>
        </w:rPr>
        <w:t>Gambetta</w:t>
      </w:r>
      <w:r>
        <w:rPr>
          <w:i/>
          <w:iCs/>
        </w:rPr>
        <w:t xml:space="preserve">. </w:t>
      </w:r>
      <w:r w:rsidR="004C389C">
        <w:t>Le Pirée</w:t>
      </w:r>
      <w:r>
        <w:t>.</w:t>
      </w:r>
    </w:p>
    <w:p w14:paraId="64DB83D0" w14:textId="77777777" w:rsidR="004B5A85" w:rsidRDefault="004B5A85" w:rsidP="004C389C">
      <w:r>
        <w:t>« </w:t>
      </w:r>
      <w:r w:rsidR="004C389C">
        <w:t>Attendez à l</w:t>
      </w:r>
      <w:r>
        <w:t>’</w:t>
      </w:r>
      <w:r w:rsidR="004C389C">
        <w:t>entrée des Cyclades</w:t>
      </w:r>
      <w:r>
        <w:t xml:space="preserve">, </w:t>
      </w:r>
      <w:r w:rsidR="004C389C">
        <w:t xml:space="preserve">passage sous-marins </w:t>
      </w:r>
      <w:r w:rsidR="004C389C">
        <w:rPr>
          <w:i/>
          <w:iCs/>
        </w:rPr>
        <w:t xml:space="preserve">Victoire </w:t>
      </w:r>
      <w:r w:rsidR="004C389C">
        <w:t xml:space="preserve">et </w:t>
      </w:r>
      <w:r w:rsidR="004C389C">
        <w:rPr>
          <w:i/>
          <w:iCs/>
        </w:rPr>
        <w:t xml:space="preserve">Revanche </w:t>
      </w:r>
      <w:r w:rsidR="004C389C">
        <w:t xml:space="preserve">et aéroplanes </w:t>
      </w:r>
      <w:r w:rsidR="004C389C">
        <w:rPr>
          <w:i/>
          <w:iCs/>
        </w:rPr>
        <w:t>B</w:t>
      </w:r>
      <w:r w:rsidR="004C389C">
        <w:t xml:space="preserve">-16 </w:t>
      </w:r>
      <w:r w:rsidR="004C389C">
        <w:rPr>
          <w:i/>
          <w:iCs/>
        </w:rPr>
        <w:t>et B</w:t>
      </w:r>
      <w:r w:rsidR="004C389C">
        <w:t>-18</w:t>
      </w:r>
      <w:r>
        <w:t xml:space="preserve">. </w:t>
      </w:r>
      <w:r w:rsidR="004C389C">
        <w:t>Et signalez au commandant Martel que Ravageur du Monde a fait sauter hier</w:t>
      </w:r>
      <w:r>
        <w:t xml:space="preserve">, </w:t>
      </w:r>
      <w:r w:rsidR="004C389C">
        <w:t>six heures du matin</w:t>
      </w:r>
      <w:r>
        <w:t xml:space="preserve">, </w:t>
      </w:r>
      <w:r w:rsidR="004C389C">
        <w:t xml:space="preserve">croiseur américain </w:t>
      </w:r>
      <w:r w:rsidR="004C389C">
        <w:rPr>
          <w:i/>
          <w:iCs/>
        </w:rPr>
        <w:t xml:space="preserve">Colorado </w:t>
      </w:r>
      <w:r w:rsidR="004C389C">
        <w:t>à deux milles est des Bermudes</w:t>
      </w:r>
      <w:r>
        <w:t>.</w:t>
      </w:r>
    </w:p>
    <w:p w14:paraId="7C181120" w14:textId="3F5617CA" w:rsidR="004C389C" w:rsidRDefault="004B5A85" w:rsidP="004C389C">
      <w:r>
        <w:lastRenderedPageBreak/>
        <w:t>« </w:t>
      </w:r>
      <w:r w:rsidR="004C389C">
        <w:t>Avons raison de penser que Ravageur croise entre les Bermudes et New-York</w:t>
      </w:r>
      <w:r>
        <w:t xml:space="preserve">, </w:t>
      </w:r>
      <w:r w:rsidR="004C389C">
        <w:t>pour détruire tout navire de guerre américain</w:t>
      </w:r>
      <w:r>
        <w:t>. »</w:t>
      </w:r>
    </w:p>
    <w:p w14:paraId="4BC5EEF3" w14:textId="77777777" w:rsidR="004B5A85" w:rsidRDefault="004B5A85" w:rsidP="004C389C"/>
    <w:p w14:paraId="001F8AA3" w14:textId="77777777" w:rsidR="004B5A85" w:rsidRDefault="004B5A85" w:rsidP="004C389C">
      <w:r>
        <w:t>— </w:t>
      </w:r>
      <w:r w:rsidR="004C389C">
        <w:t>Comment</w:t>
      </w:r>
      <w:r>
        <w:t xml:space="preserve"> ! </w:t>
      </w:r>
      <w:r w:rsidR="004C389C">
        <w:t>s</w:t>
      </w:r>
      <w:r>
        <w:t>’</w:t>
      </w:r>
      <w:r w:rsidR="004C389C">
        <w:t>écria Ludovic Martel</w:t>
      </w:r>
      <w:r>
        <w:t xml:space="preserve">, </w:t>
      </w:r>
      <w:r w:rsidR="004C389C">
        <w:t>et les dernières i</w:t>
      </w:r>
      <w:r w:rsidR="004C389C">
        <w:t>n</w:t>
      </w:r>
      <w:r w:rsidR="004C389C">
        <w:t>formations disaient que le Ravageur avait été vu dans la mer Noire</w:t>
      </w:r>
      <w:r>
        <w:t>.</w:t>
      </w:r>
    </w:p>
    <w:p w14:paraId="51BBB577" w14:textId="77777777" w:rsidR="004B5A85" w:rsidRDefault="004B5A85" w:rsidP="004C389C">
      <w:r>
        <w:t>— </w:t>
      </w:r>
      <w:r w:rsidR="004C389C">
        <w:t>Oui</w:t>
      </w:r>
      <w:r>
        <w:t xml:space="preserve">, </w:t>
      </w:r>
      <w:r w:rsidR="004C389C">
        <w:t>répondit le commandant Dubois</w:t>
      </w:r>
      <w:r>
        <w:t xml:space="preserve">, </w:t>
      </w:r>
      <w:r w:rsidR="004C389C">
        <w:t>mais il y a pl</w:t>
      </w:r>
      <w:r w:rsidR="004C389C">
        <w:t>u</w:t>
      </w:r>
      <w:r w:rsidR="004C389C">
        <w:t>sieurs jours de cela</w:t>
      </w:r>
      <w:r>
        <w:t xml:space="preserve">. </w:t>
      </w:r>
      <w:r w:rsidR="004C389C">
        <w:t>Depuis</w:t>
      </w:r>
      <w:r>
        <w:t xml:space="preserve">, </w:t>
      </w:r>
      <w:r w:rsidR="004C389C">
        <w:t xml:space="preserve">le </w:t>
      </w:r>
      <w:r w:rsidR="004C389C">
        <w:rPr>
          <w:i/>
          <w:iCs/>
        </w:rPr>
        <w:t xml:space="preserve">Nyctalope </w:t>
      </w:r>
      <w:r w:rsidR="004C389C">
        <w:t>a pu parfaitement se rendre dans l</w:t>
      </w:r>
      <w:r>
        <w:t>’</w:t>
      </w:r>
      <w:r w:rsidR="004C389C">
        <w:t>Atlantique</w:t>
      </w:r>
      <w:r>
        <w:t>.</w:t>
      </w:r>
    </w:p>
    <w:p w14:paraId="50B542C0" w14:textId="77777777" w:rsidR="004B5A85" w:rsidRDefault="004B5A85" w:rsidP="004C389C">
      <w:r>
        <w:t>— </w:t>
      </w:r>
      <w:r w:rsidR="004C389C">
        <w:t>Alors</w:t>
      </w:r>
      <w:r>
        <w:t xml:space="preserve">, </w:t>
      </w:r>
      <w:r w:rsidR="004C389C">
        <w:t>nous l</w:t>
      </w:r>
      <w:r>
        <w:t>’</w:t>
      </w:r>
      <w:r w:rsidR="004C389C">
        <w:t>avons croisé en route</w:t>
      </w:r>
      <w:r>
        <w:t xml:space="preserve">, </w:t>
      </w:r>
      <w:r w:rsidR="004C389C">
        <w:t>fit Paul Randal</w:t>
      </w:r>
      <w:r>
        <w:t>.</w:t>
      </w:r>
    </w:p>
    <w:p w14:paraId="17B2C754" w14:textId="77777777" w:rsidR="004B5A85" w:rsidRDefault="004B5A85" w:rsidP="004C389C">
      <w:r>
        <w:t>— </w:t>
      </w:r>
      <w:r w:rsidR="004C389C">
        <w:t>Ah</w:t>
      </w:r>
      <w:r>
        <w:t xml:space="preserve"> ! </w:t>
      </w:r>
      <w:r w:rsidR="004C389C">
        <w:t>s</w:t>
      </w:r>
      <w:r>
        <w:t>’</w:t>
      </w:r>
      <w:r w:rsidR="004C389C">
        <w:t>écria encore Ludovic Martel</w:t>
      </w:r>
      <w:r>
        <w:t xml:space="preserve">, </w:t>
      </w:r>
      <w:r w:rsidR="004C389C">
        <w:t>nous saisirons bien cet insaisissable</w:t>
      </w:r>
      <w:r>
        <w:t> !</w:t>
      </w:r>
    </w:p>
    <w:p w14:paraId="46E3360A" w14:textId="77777777" w:rsidR="004B5A85" w:rsidRDefault="004C389C" w:rsidP="004C389C">
      <w:r>
        <w:t>Et</w:t>
      </w:r>
      <w:r w:rsidR="004B5A85">
        <w:t xml:space="preserve">, </w:t>
      </w:r>
      <w:r>
        <w:t>s</w:t>
      </w:r>
      <w:r w:rsidR="004B5A85">
        <w:t>’</w:t>
      </w:r>
      <w:r>
        <w:t>adressant au commandant Dubois</w:t>
      </w:r>
      <w:r w:rsidR="004B5A85">
        <w:t xml:space="preserve">, </w:t>
      </w:r>
      <w:r>
        <w:t>il ajouta</w:t>
      </w:r>
      <w:r w:rsidR="004B5A85">
        <w:t> :</w:t>
      </w:r>
    </w:p>
    <w:p w14:paraId="40841D80" w14:textId="77777777" w:rsidR="004B5A85" w:rsidRDefault="004B5A85" w:rsidP="004C389C">
      <w:r>
        <w:t>— </w:t>
      </w:r>
      <w:r w:rsidR="004C389C">
        <w:t>C</w:t>
      </w:r>
      <w:r>
        <w:t>’</w:t>
      </w:r>
      <w:r w:rsidR="004C389C">
        <w:t>est tout ce que vous avez à me dire</w:t>
      </w:r>
      <w:r>
        <w:t xml:space="preserve">, </w:t>
      </w:r>
      <w:r w:rsidR="004C389C">
        <w:t>mon cher ami</w:t>
      </w:r>
      <w:r>
        <w:t> ?</w:t>
      </w:r>
    </w:p>
    <w:p w14:paraId="0D0791A6" w14:textId="77777777" w:rsidR="004B5A85" w:rsidRDefault="004B5A85" w:rsidP="004C389C">
      <w:r>
        <w:t>— </w:t>
      </w:r>
      <w:r w:rsidR="004C389C">
        <w:t>C</w:t>
      </w:r>
      <w:r>
        <w:t>’</w:t>
      </w:r>
      <w:r w:rsidR="004C389C">
        <w:t>est tout</w:t>
      </w:r>
      <w:r>
        <w:t> !</w:t>
      </w:r>
    </w:p>
    <w:p w14:paraId="0CB7DDC9" w14:textId="77777777" w:rsidR="004B5A85" w:rsidRDefault="004B5A85" w:rsidP="004C389C">
      <w:r>
        <w:t>— </w:t>
      </w:r>
      <w:r w:rsidR="004C389C">
        <w:t>Alors</w:t>
      </w:r>
      <w:r>
        <w:t xml:space="preserve">, </w:t>
      </w:r>
      <w:r w:rsidR="004C389C">
        <w:t>nous filons</w:t>
      </w:r>
      <w:r>
        <w:t xml:space="preserve"> ! </w:t>
      </w:r>
      <w:r w:rsidR="004C389C">
        <w:t>pas une minute à perdre</w:t>
      </w:r>
      <w:r>
        <w:t xml:space="preserve"> ! </w:t>
      </w:r>
      <w:r w:rsidR="004C389C">
        <w:t xml:space="preserve">Espérons que nous trouverons le </w:t>
      </w:r>
      <w:r w:rsidR="004C389C">
        <w:rPr>
          <w:i/>
          <w:iCs/>
        </w:rPr>
        <w:t xml:space="preserve">Nyctalope </w:t>
      </w:r>
      <w:r w:rsidR="004C389C">
        <w:t>entre les Bermudes et New-York</w:t>
      </w:r>
      <w:r>
        <w:t> !…</w:t>
      </w:r>
    </w:p>
    <w:p w14:paraId="75A7030B" w14:textId="77777777" w:rsidR="004B5A85" w:rsidRDefault="004B5A85" w:rsidP="004C389C">
      <w:r>
        <w:t>— </w:t>
      </w:r>
      <w:r w:rsidR="004C389C">
        <w:t>Je vous le souhaite</w:t>
      </w:r>
      <w:r>
        <w:t xml:space="preserve"> ! </w:t>
      </w:r>
      <w:r w:rsidR="004C389C">
        <w:t>fit le commandant Dubois</w:t>
      </w:r>
      <w:r>
        <w:t>.</w:t>
      </w:r>
    </w:p>
    <w:p w14:paraId="0435785E" w14:textId="77777777" w:rsidR="004B5A85" w:rsidRDefault="004C389C" w:rsidP="004C389C">
      <w:r>
        <w:t>Il serra les mains de Ludovic Martel</w:t>
      </w:r>
      <w:r w:rsidR="004B5A85">
        <w:t xml:space="preserve">, </w:t>
      </w:r>
      <w:r>
        <w:t>de Paul Randal</w:t>
      </w:r>
      <w:r w:rsidR="004B5A85">
        <w:t xml:space="preserve">, </w:t>
      </w:r>
      <w:r>
        <w:t>en d</w:t>
      </w:r>
      <w:r>
        <w:t>i</w:t>
      </w:r>
      <w:r>
        <w:t>sant</w:t>
      </w:r>
      <w:r w:rsidR="004B5A85">
        <w:t> :</w:t>
      </w:r>
    </w:p>
    <w:p w14:paraId="3D576827" w14:textId="77777777" w:rsidR="004B5A85" w:rsidRDefault="004B5A85" w:rsidP="004C389C">
      <w:r>
        <w:t>— </w:t>
      </w:r>
      <w:r w:rsidR="004C389C">
        <w:t>Et Pierrot l</w:t>
      </w:r>
      <w:r>
        <w:t>’</w:t>
      </w:r>
      <w:r w:rsidR="004C389C">
        <w:t>Écureuil</w:t>
      </w:r>
      <w:r>
        <w:t> ?</w:t>
      </w:r>
    </w:p>
    <w:p w14:paraId="7D84B4BC" w14:textId="77777777" w:rsidR="004B5A85" w:rsidRDefault="004B5A85" w:rsidP="004C389C">
      <w:r>
        <w:t>— </w:t>
      </w:r>
      <w:r w:rsidR="004C389C">
        <w:t xml:space="preserve">Il est à bord du </w:t>
      </w:r>
      <w:r w:rsidR="004C389C">
        <w:rPr>
          <w:i/>
          <w:iCs/>
        </w:rPr>
        <w:t>B</w:t>
      </w:r>
      <w:r w:rsidR="004C389C">
        <w:t>-16</w:t>
      </w:r>
      <w:r>
        <w:t>.</w:t>
      </w:r>
    </w:p>
    <w:p w14:paraId="68B224A9" w14:textId="77777777" w:rsidR="004B5A85" w:rsidRDefault="004B5A85" w:rsidP="004C389C">
      <w:r>
        <w:t>— </w:t>
      </w:r>
      <w:r w:rsidR="004C389C">
        <w:t>Ah</w:t>
      </w:r>
      <w:r>
        <w:t xml:space="preserve"> ! </w:t>
      </w:r>
      <w:r w:rsidR="004C389C">
        <w:t>ah</w:t>
      </w:r>
      <w:r>
        <w:t xml:space="preserve"> ! </w:t>
      </w:r>
      <w:r w:rsidR="004C389C">
        <w:t>le voilà aviateur</w:t>
      </w:r>
      <w:r>
        <w:t xml:space="preserve">, </w:t>
      </w:r>
      <w:r w:rsidR="004C389C">
        <w:t>le brave mousse</w:t>
      </w:r>
      <w:r>
        <w:t> ?</w:t>
      </w:r>
    </w:p>
    <w:p w14:paraId="3989F026" w14:textId="77777777" w:rsidR="004B5A85" w:rsidRDefault="004B5A85" w:rsidP="004C389C">
      <w:r>
        <w:lastRenderedPageBreak/>
        <w:t>— </w:t>
      </w:r>
      <w:r w:rsidR="004C389C">
        <w:t>Oui</w:t>
      </w:r>
      <w:r>
        <w:t> !</w:t>
      </w:r>
    </w:p>
    <w:p w14:paraId="41EAFE2E" w14:textId="77777777" w:rsidR="004B5A85" w:rsidRDefault="004B5A85" w:rsidP="004C389C">
      <w:r>
        <w:t>— </w:t>
      </w:r>
      <w:r w:rsidR="004C389C">
        <w:t>Un fier gaillard</w:t>
      </w:r>
      <w:r>
        <w:t xml:space="preserve">, </w:t>
      </w:r>
      <w:r w:rsidR="004C389C">
        <w:t>ce gamin</w:t>
      </w:r>
      <w:r>
        <w:t> !</w:t>
      </w:r>
    </w:p>
    <w:p w14:paraId="1DD785EF" w14:textId="77777777" w:rsidR="004B5A85" w:rsidRDefault="004C389C" w:rsidP="004C389C">
      <w:r>
        <w:t>Et le commandant Dubois remonta dans son embarcation</w:t>
      </w:r>
      <w:r w:rsidR="004B5A85">
        <w:t xml:space="preserve">, </w:t>
      </w:r>
      <w:r>
        <w:t>en criant</w:t>
      </w:r>
      <w:r w:rsidR="004B5A85">
        <w:t> :</w:t>
      </w:r>
    </w:p>
    <w:p w14:paraId="7A2B096E" w14:textId="77777777" w:rsidR="004B5A85" w:rsidRDefault="004B5A85" w:rsidP="004C389C">
      <w:r>
        <w:t>— </w:t>
      </w:r>
      <w:r w:rsidR="004C389C">
        <w:t>Bonne chance</w:t>
      </w:r>
      <w:r>
        <w:t> !</w:t>
      </w:r>
    </w:p>
    <w:p w14:paraId="3A7B5E37" w14:textId="77777777" w:rsidR="004B5A85" w:rsidRDefault="004C389C" w:rsidP="004C389C">
      <w:r>
        <w:t>Trois minutes après</w:t>
      </w:r>
      <w:r w:rsidR="004B5A85">
        <w:t xml:space="preserve">, </w:t>
      </w:r>
      <w:r>
        <w:t>salués par onze coups de canon</w:t>
      </w:r>
      <w:r w:rsidR="004B5A85">
        <w:t xml:space="preserve">, </w:t>
      </w:r>
      <w:r>
        <w:t xml:space="preserve">tirés à bord du </w:t>
      </w:r>
      <w:r>
        <w:rPr>
          <w:i/>
          <w:iCs/>
        </w:rPr>
        <w:t>Gambetta</w:t>
      </w:r>
      <w:r w:rsidR="004B5A85">
        <w:rPr>
          <w:i/>
          <w:iCs/>
        </w:rPr>
        <w:t xml:space="preserve">, </w:t>
      </w:r>
      <w:r>
        <w:t>les hydro-aéroplanes s</w:t>
      </w:r>
      <w:r w:rsidR="004B5A85">
        <w:t>’</w:t>
      </w:r>
      <w:r>
        <w:t>envolaient</w:t>
      </w:r>
      <w:r w:rsidR="004B5A85">
        <w:t xml:space="preserve">, </w:t>
      </w:r>
      <w:r>
        <w:t>les sous-marins se mettaient en marche</w:t>
      </w:r>
      <w:r w:rsidR="004B5A85">
        <w:t xml:space="preserve">, </w:t>
      </w:r>
      <w:r>
        <w:t>et</w:t>
      </w:r>
      <w:r w:rsidR="004B5A85">
        <w:t xml:space="preserve">, </w:t>
      </w:r>
      <w:r>
        <w:t>reprenant le chemin parcouru la veille</w:t>
      </w:r>
      <w:r w:rsidR="004B5A85">
        <w:t xml:space="preserve">, </w:t>
      </w:r>
      <w:r>
        <w:t>ils forcèrent la vitesse</w:t>
      </w:r>
      <w:r w:rsidR="004B5A85">
        <w:t>.</w:t>
      </w:r>
    </w:p>
    <w:p w14:paraId="35EF828A" w14:textId="77777777" w:rsidR="004B5A85" w:rsidRDefault="004C389C" w:rsidP="004C389C">
      <w:r>
        <w:t>L</w:t>
      </w:r>
      <w:r w:rsidR="004B5A85">
        <w:t>’</w:t>
      </w:r>
      <w:r>
        <w:t>ordre du commandant Martel était de ne s</w:t>
      </w:r>
      <w:r w:rsidR="004B5A85">
        <w:t>’</w:t>
      </w:r>
      <w:r>
        <w:t>arrêter que pour ravitailler d</w:t>
      </w:r>
      <w:r w:rsidR="004B5A85">
        <w:t>’</w:t>
      </w:r>
      <w:r>
        <w:t>essence les aéroplanes</w:t>
      </w:r>
      <w:r w:rsidR="004B5A85">
        <w:t xml:space="preserve">. </w:t>
      </w:r>
      <w:r>
        <w:t>En effet</w:t>
      </w:r>
      <w:r w:rsidR="004B5A85">
        <w:t xml:space="preserve">, </w:t>
      </w:r>
      <w:r>
        <w:t>les sous-marins en avaient embarqué une importante provision</w:t>
      </w:r>
      <w:r w:rsidR="004B5A85">
        <w:t>.</w:t>
      </w:r>
    </w:p>
    <w:p w14:paraId="16AE4A75" w14:textId="77777777" w:rsidR="004B5A85" w:rsidRDefault="004C389C" w:rsidP="004C389C">
      <w:r>
        <w:t>Et le ravitaillement se faisait</w:t>
      </w:r>
      <w:r w:rsidR="004B5A85">
        <w:t xml:space="preserve">, </w:t>
      </w:r>
      <w:r>
        <w:t>une fois toutes les vingt-quatre heures</w:t>
      </w:r>
      <w:r w:rsidR="004B5A85">
        <w:t xml:space="preserve">, </w:t>
      </w:r>
      <w:r>
        <w:t>de la manière la plus simple</w:t>
      </w:r>
      <w:r w:rsidR="004B5A85">
        <w:t>.</w:t>
      </w:r>
    </w:p>
    <w:p w14:paraId="2344998A" w14:textId="77777777" w:rsidR="004B5A85" w:rsidRDefault="004C389C" w:rsidP="004C389C">
      <w:r>
        <w:t>Les sous-marins s</w:t>
      </w:r>
      <w:r w:rsidR="004B5A85">
        <w:t>’</w:t>
      </w:r>
      <w:r>
        <w:t>arrêtaient</w:t>
      </w:r>
      <w:r w:rsidR="004B5A85">
        <w:t xml:space="preserve"> ; </w:t>
      </w:r>
      <w:r>
        <w:t>les aéroplanes se posaient</w:t>
      </w:r>
      <w:r w:rsidR="004B5A85">
        <w:t xml:space="preserve">, </w:t>
      </w:r>
      <w:r>
        <w:t>sur les flots si la mer était calme</w:t>
      </w:r>
      <w:r w:rsidR="004B5A85">
        <w:t xml:space="preserve">, </w:t>
      </w:r>
      <w:r>
        <w:t>sur les plates-formes si la mer était agitée</w:t>
      </w:r>
      <w:r w:rsidR="004B5A85">
        <w:t xml:space="preserve"> (</w:t>
      </w:r>
      <w:r>
        <w:t>manœuvre difficile</w:t>
      </w:r>
      <w:r w:rsidR="004B5A85">
        <w:t xml:space="preserve">, </w:t>
      </w:r>
      <w:r>
        <w:t>mais bien réussie</w:t>
      </w:r>
      <w:r w:rsidR="004B5A85">
        <w:t xml:space="preserve">, </w:t>
      </w:r>
      <w:r>
        <w:t>grâce à l</w:t>
      </w:r>
      <w:r w:rsidR="004B5A85">
        <w:t>’</w:t>
      </w:r>
      <w:r>
        <w:t>adresse des aviateurs et à la mobilité merveilleuse des sous-marins</w:t>
      </w:r>
      <w:r w:rsidR="004B5A85">
        <w:t xml:space="preserve">, </w:t>
      </w:r>
      <w:r>
        <w:t>que les pilotes dirigeaient d</w:t>
      </w:r>
      <w:r w:rsidR="004B5A85">
        <w:t>’</w:t>
      </w:r>
      <w:r>
        <w:t>après les indications tél</w:t>
      </w:r>
      <w:r>
        <w:t>é</w:t>
      </w:r>
      <w:r>
        <w:t>phoniques par le commandant</w:t>
      </w:r>
      <w:r w:rsidR="004B5A85">
        <w:t xml:space="preserve">, </w:t>
      </w:r>
      <w:r>
        <w:t>placé sur l</w:t>
      </w:r>
      <w:r w:rsidR="004B5A85">
        <w:t>’</w:t>
      </w:r>
      <w:r>
        <w:t>escalier de l</w:t>
      </w:r>
      <w:r w:rsidR="004B5A85">
        <w:t>’</w:t>
      </w:r>
      <w:r>
        <w:t>écoutille</w:t>
      </w:r>
      <w:r w:rsidR="004B5A85">
        <w:t xml:space="preserve">) </w:t>
      </w:r>
      <w:r>
        <w:t>et</w:t>
      </w:r>
      <w:r w:rsidR="004B5A85">
        <w:t xml:space="preserve">, </w:t>
      </w:r>
      <w:r>
        <w:t>soit au moyen des canots</w:t>
      </w:r>
      <w:r w:rsidR="004B5A85">
        <w:t xml:space="preserve">, </w:t>
      </w:r>
      <w:r>
        <w:t>soit directement</w:t>
      </w:r>
      <w:r w:rsidR="004B5A85">
        <w:t xml:space="preserve">, </w:t>
      </w:r>
      <w:r>
        <w:t>les aviateurs r</w:t>
      </w:r>
      <w:r>
        <w:t>e</w:t>
      </w:r>
      <w:r>
        <w:t>cevaient les bidons d</w:t>
      </w:r>
      <w:r w:rsidR="004B5A85">
        <w:t>’</w:t>
      </w:r>
      <w:r>
        <w:t>essence qu</w:t>
      </w:r>
      <w:r w:rsidR="004B5A85">
        <w:t>’</w:t>
      </w:r>
      <w:r>
        <w:t>ils vidaient dans les réservoirs de leurs appareils</w:t>
      </w:r>
      <w:r w:rsidR="004B5A85">
        <w:t>.</w:t>
      </w:r>
    </w:p>
    <w:p w14:paraId="69B1D6DD" w14:textId="77777777" w:rsidR="004B5A85" w:rsidRDefault="004C389C" w:rsidP="004C389C">
      <w:r>
        <w:t>Donc</w:t>
      </w:r>
      <w:r w:rsidR="004B5A85">
        <w:t xml:space="preserve">, </w:t>
      </w:r>
      <w:r>
        <w:t>à travers toute la Méditerranée</w:t>
      </w:r>
      <w:r w:rsidR="004B5A85">
        <w:t xml:space="preserve">, </w:t>
      </w:r>
      <w:r>
        <w:t>à travers l</w:t>
      </w:r>
      <w:r w:rsidR="004B5A85">
        <w:t>’</w:t>
      </w:r>
      <w:r>
        <w:t>océan Atlantique</w:t>
      </w:r>
      <w:r w:rsidR="004B5A85">
        <w:t xml:space="preserve">, </w:t>
      </w:r>
      <w:r>
        <w:t>nuit et jour</w:t>
      </w:r>
      <w:r w:rsidR="004B5A85">
        <w:t xml:space="preserve">, </w:t>
      </w:r>
      <w:r>
        <w:t>on fila</w:t>
      </w:r>
      <w:r w:rsidR="004B5A85">
        <w:t xml:space="preserve">, </w:t>
      </w:r>
      <w:r>
        <w:t>sans autres arrêts que ceux n</w:t>
      </w:r>
      <w:r>
        <w:t>é</w:t>
      </w:r>
      <w:r>
        <w:t>cessités pour le ravitaillement en essence des avions</w:t>
      </w:r>
      <w:r w:rsidR="004B5A85">
        <w:t>.</w:t>
      </w:r>
    </w:p>
    <w:p w14:paraId="43F3A498" w14:textId="77777777" w:rsidR="004B5A85" w:rsidRDefault="004C389C" w:rsidP="004C389C">
      <w:r>
        <w:t>Pour dormir</w:t>
      </w:r>
      <w:r w:rsidR="004B5A85">
        <w:t xml:space="preserve">, </w:t>
      </w:r>
      <w:r>
        <w:t>les lieutenants Roger</w:t>
      </w:r>
      <w:r w:rsidR="004B5A85">
        <w:t xml:space="preserve">, </w:t>
      </w:r>
      <w:proofErr w:type="spellStart"/>
      <w:r>
        <w:t>Marchis</w:t>
      </w:r>
      <w:proofErr w:type="spellEnd"/>
      <w:r>
        <w:t xml:space="preserve"> et Guérin ét</w:t>
      </w:r>
      <w:r>
        <w:t>a</w:t>
      </w:r>
      <w:r>
        <w:t>blirent entre eux un roulement</w:t>
      </w:r>
      <w:r w:rsidR="004B5A85">
        <w:t xml:space="preserve">, </w:t>
      </w:r>
      <w:r>
        <w:t>et Guérin remplaça plus d</w:t>
      </w:r>
      <w:r w:rsidR="004B5A85">
        <w:t>’</w:t>
      </w:r>
      <w:r>
        <w:t xml:space="preserve">une </w:t>
      </w:r>
      <w:r>
        <w:lastRenderedPageBreak/>
        <w:t xml:space="preserve">fois Roger au pilotage du </w:t>
      </w:r>
      <w:r>
        <w:rPr>
          <w:i/>
          <w:iCs/>
        </w:rPr>
        <w:t>B</w:t>
      </w:r>
      <w:r>
        <w:t>-16</w:t>
      </w:r>
      <w:r w:rsidR="004B5A85">
        <w:t xml:space="preserve">. </w:t>
      </w:r>
      <w:r>
        <w:t>On ne mangea que du biscuit</w:t>
      </w:r>
      <w:r w:rsidR="004B5A85">
        <w:t xml:space="preserve">, </w:t>
      </w:r>
      <w:r>
        <w:t>du chocolat et des conserves</w:t>
      </w:r>
      <w:r w:rsidR="004B5A85">
        <w:t>.</w:t>
      </w:r>
    </w:p>
    <w:p w14:paraId="54AE4FFF" w14:textId="6081A91C" w:rsidR="004B5A85" w:rsidRDefault="004C389C" w:rsidP="004C389C">
      <w:r>
        <w:t>Et quand le 1</w:t>
      </w:r>
      <w:r w:rsidR="004B5A85">
        <w:t xml:space="preserve">6 mars, </w:t>
      </w:r>
      <w:r>
        <w:t>vers sept heures du soir</w:t>
      </w:r>
      <w:r w:rsidR="004B5A85">
        <w:t xml:space="preserve">, </w:t>
      </w:r>
      <w:r>
        <w:t>on découvrit les Bermudes</w:t>
      </w:r>
      <w:r w:rsidR="004B5A85">
        <w:t xml:space="preserve">, </w:t>
      </w:r>
      <w:r>
        <w:t>tout le monde était accablé de fatigue</w:t>
      </w:r>
      <w:r w:rsidR="004B5A85">
        <w:t>.</w:t>
      </w:r>
    </w:p>
    <w:p w14:paraId="2E1B7DED" w14:textId="77777777" w:rsidR="004B5A85" w:rsidRDefault="004B5A85" w:rsidP="004C389C">
      <w:r>
        <w:t>— </w:t>
      </w:r>
      <w:r w:rsidR="004C389C">
        <w:t>Une nuit de repos</w:t>
      </w:r>
      <w:r>
        <w:t xml:space="preserve"> ! </w:t>
      </w:r>
      <w:r w:rsidR="004C389C">
        <w:t xml:space="preserve">téléphona Ludovic Martel à la </w:t>
      </w:r>
      <w:r w:rsidR="004C389C">
        <w:rPr>
          <w:i/>
          <w:iCs/>
        </w:rPr>
        <w:t>Vi</w:t>
      </w:r>
      <w:r w:rsidR="004C389C">
        <w:rPr>
          <w:i/>
          <w:iCs/>
        </w:rPr>
        <w:t>c</w:t>
      </w:r>
      <w:r w:rsidR="004C389C">
        <w:rPr>
          <w:i/>
          <w:iCs/>
        </w:rPr>
        <w:t>toire</w:t>
      </w:r>
      <w:r>
        <w:rPr>
          <w:i/>
          <w:iCs/>
        </w:rPr>
        <w:t xml:space="preserve">, </w:t>
      </w:r>
      <w:r w:rsidR="004C389C">
        <w:t xml:space="preserve">au </w:t>
      </w:r>
      <w:r w:rsidR="004C389C">
        <w:rPr>
          <w:i/>
          <w:iCs/>
        </w:rPr>
        <w:t>B</w:t>
      </w:r>
      <w:r w:rsidR="004C389C">
        <w:t xml:space="preserve">-16 et </w:t>
      </w:r>
      <w:r w:rsidR="004C389C">
        <w:rPr>
          <w:i/>
          <w:iCs/>
        </w:rPr>
        <w:t>B</w:t>
      </w:r>
      <w:r w:rsidR="004C389C">
        <w:t>-18</w:t>
      </w:r>
      <w:r>
        <w:t xml:space="preserve">. </w:t>
      </w:r>
      <w:r w:rsidR="004C389C">
        <w:t>Halte sur et près de l</w:t>
      </w:r>
      <w:r>
        <w:t>’</w:t>
      </w:r>
      <w:r w:rsidR="004C389C">
        <w:t>île le plus à l</w:t>
      </w:r>
      <w:r>
        <w:t>’</w:t>
      </w:r>
      <w:r w:rsidR="004C389C">
        <w:t>est</w:t>
      </w:r>
      <w:r>
        <w:t>.</w:t>
      </w:r>
    </w:p>
    <w:p w14:paraId="69E208B4" w14:textId="77777777" w:rsidR="004B5A85" w:rsidRDefault="004C389C" w:rsidP="004C389C">
      <w:r>
        <w:t>L</w:t>
      </w:r>
      <w:r w:rsidR="004B5A85">
        <w:t>’</w:t>
      </w:r>
      <w:r>
        <w:t>archipel des Bermudes</w:t>
      </w:r>
      <w:r w:rsidR="004B5A85">
        <w:t xml:space="preserve">, </w:t>
      </w:r>
      <w:r>
        <w:t>qui appartient aux États-Unis et se trouve en plein Atlantique</w:t>
      </w:r>
      <w:r w:rsidR="004B5A85">
        <w:t xml:space="preserve">, </w:t>
      </w:r>
      <w:r>
        <w:t>au nord-est des Antilles et au sud-est de New-York</w:t>
      </w:r>
      <w:r w:rsidR="004B5A85">
        <w:t xml:space="preserve">, </w:t>
      </w:r>
      <w:r>
        <w:t>est composé de nombreuses îles</w:t>
      </w:r>
      <w:r w:rsidR="004B5A85">
        <w:t xml:space="preserve">, </w:t>
      </w:r>
      <w:r>
        <w:t>entourées de ceintures de récifs</w:t>
      </w:r>
      <w:r w:rsidR="004B5A85">
        <w:t xml:space="preserve">. </w:t>
      </w:r>
      <w:r>
        <w:t>Certains sont des îlots inhabités</w:t>
      </w:r>
      <w:r w:rsidR="004B5A85">
        <w:t>.</w:t>
      </w:r>
    </w:p>
    <w:p w14:paraId="60EB624E" w14:textId="77777777" w:rsidR="004B5A85" w:rsidRDefault="004C389C" w:rsidP="004C389C">
      <w:r>
        <w:t>Ce fut sur le plus avancé de ces îlots qu</w:t>
      </w:r>
      <w:r w:rsidR="004B5A85">
        <w:t>’</w:t>
      </w:r>
      <w:r>
        <w:t>à la tombée de la nuit se posèrent les hydroplanes</w:t>
      </w:r>
      <w:r w:rsidR="004B5A85">
        <w:t>.</w:t>
      </w:r>
    </w:p>
    <w:p w14:paraId="175E501B" w14:textId="1633A4BA" w:rsidR="004B5A85" w:rsidRDefault="004C389C" w:rsidP="004C389C">
      <w:pPr>
        <w:rPr>
          <w:i/>
          <w:iCs/>
        </w:rPr>
      </w:pPr>
      <w:r>
        <w:t>Après les avoir poussés à l</w:t>
      </w:r>
      <w:r w:rsidR="004B5A85">
        <w:t>’</w:t>
      </w:r>
      <w:r>
        <w:t>abri d</w:t>
      </w:r>
      <w:r w:rsidR="004B5A85">
        <w:t>’</w:t>
      </w:r>
      <w:r>
        <w:t>un amas de roches et les avoir soigneusement attachés au sol et aux roches elles-mêmes</w:t>
      </w:r>
      <w:r w:rsidR="004B5A85">
        <w:t xml:space="preserve">, </w:t>
      </w:r>
      <w:r>
        <w:t>les trois officiers aviateurs et Pierrot l</w:t>
      </w:r>
      <w:r w:rsidR="004B5A85">
        <w:t>’</w:t>
      </w:r>
      <w:r>
        <w:t>Écureuil se rendirent</w:t>
      </w:r>
      <w:r w:rsidR="004B5A85">
        <w:t xml:space="preserve">, </w:t>
      </w:r>
      <w:r>
        <w:t>au moyen du canot que le commandant Martel leur avait envoyé</w:t>
      </w:r>
      <w:r w:rsidR="00F750CD">
        <w:t>,</w:t>
      </w:r>
      <w:r>
        <w:t xml:space="preserve"> à bord de la </w:t>
      </w:r>
      <w:r>
        <w:rPr>
          <w:i/>
          <w:iCs/>
        </w:rPr>
        <w:t>Revanche</w:t>
      </w:r>
      <w:r w:rsidR="004B5A85">
        <w:rPr>
          <w:i/>
          <w:iCs/>
        </w:rPr>
        <w:t>.</w:t>
      </w:r>
    </w:p>
    <w:p w14:paraId="193357B5" w14:textId="77777777" w:rsidR="004B5A85" w:rsidRDefault="004C389C" w:rsidP="004C389C">
      <w:r>
        <w:t>Les deux sous-marins avaient franchi</w:t>
      </w:r>
      <w:r w:rsidR="004B5A85">
        <w:t xml:space="preserve">, </w:t>
      </w:r>
      <w:r>
        <w:t>par un étroit goulot</w:t>
      </w:r>
      <w:r w:rsidR="004B5A85">
        <w:t xml:space="preserve">, </w:t>
      </w:r>
      <w:r>
        <w:t>la ceinture des récifs</w:t>
      </w:r>
      <w:r w:rsidR="004B5A85">
        <w:t xml:space="preserve">, </w:t>
      </w:r>
      <w:r>
        <w:t>et ils se tenaient immobiles</w:t>
      </w:r>
      <w:r w:rsidR="004B5A85">
        <w:t xml:space="preserve">, </w:t>
      </w:r>
      <w:r>
        <w:t>dans une p</w:t>
      </w:r>
      <w:r>
        <w:t>e</w:t>
      </w:r>
      <w:r>
        <w:t>tite baie resserrée</w:t>
      </w:r>
      <w:r w:rsidR="004B5A85">
        <w:t xml:space="preserve">, </w:t>
      </w:r>
      <w:r>
        <w:t>que les écueils garantissaient des vagues du large</w:t>
      </w:r>
      <w:r w:rsidR="004B5A85">
        <w:t>.</w:t>
      </w:r>
    </w:p>
    <w:p w14:paraId="7E43BE41" w14:textId="77777777" w:rsidR="004B5A85" w:rsidRDefault="004C389C" w:rsidP="004C389C">
      <w:r>
        <w:t>Ah</w:t>
      </w:r>
      <w:r w:rsidR="004B5A85">
        <w:t xml:space="preserve"> ! </w:t>
      </w:r>
      <w:r>
        <w:t>quel bon repas chaud</w:t>
      </w:r>
      <w:r w:rsidR="004B5A85">
        <w:t xml:space="preserve">, </w:t>
      </w:r>
      <w:r>
        <w:t>abondant et succulent firent les aviateurs</w:t>
      </w:r>
      <w:r w:rsidR="004B5A85">
        <w:t xml:space="preserve">, </w:t>
      </w:r>
      <w:r>
        <w:t xml:space="preserve">grâce au cuisinier de la </w:t>
      </w:r>
      <w:r>
        <w:rPr>
          <w:i/>
          <w:iCs/>
        </w:rPr>
        <w:t>Revanche</w:t>
      </w:r>
      <w:r w:rsidR="004B5A85">
        <w:rPr>
          <w:i/>
          <w:iCs/>
        </w:rPr>
        <w:t xml:space="preserve"> ! </w:t>
      </w:r>
      <w:r>
        <w:t>Et quelle bonne nuit ils passèrent dans les couchettes des cabines libres du sous-marin</w:t>
      </w:r>
      <w:r w:rsidR="004B5A85">
        <w:t> !</w:t>
      </w:r>
    </w:p>
    <w:p w14:paraId="393E0E55" w14:textId="77777777" w:rsidR="004B5A85" w:rsidRDefault="004C389C" w:rsidP="004C389C">
      <w:r>
        <w:t>Du repas et du lit</w:t>
      </w:r>
      <w:r w:rsidR="004B5A85">
        <w:t xml:space="preserve">, </w:t>
      </w:r>
      <w:r>
        <w:t>ils avaient grand besoin</w:t>
      </w:r>
      <w:r w:rsidR="004B5A85">
        <w:t xml:space="preserve">, </w:t>
      </w:r>
      <w:r>
        <w:t>en vérité</w:t>
      </w:r>
      <w:r w:rsidR="004B5A85">
        <w:t xml:space="preserve">, </w:t>
      </w:r>
      <w:r>
        <w:t>d</w:t>
      </w:r>
      <w:r>
        <w:t>e</w:t>
      </w:r>
      <w:r>
        <w:t>puis près d</w:t>
      </w:r>
      <w:r w:rsidR="004B5A85">
        <w:t>’</w:t>
      </w:r>
      <w:r>
        <w:t>une semaine qu</w:t>
      </w:r>
      <w:r w:rsidR="004B5A85">
        <w:t>’</w:t>
      </w:r>
      <w:r>
        <w:t>ils se nourrissaient de chocolat</w:t>
      </w:r>
      <w:r w:rsidR="004B5A85">
        <w:t xml:space="preserve">, </w:t>
      </w:r>
      <w:r>
        <w:t>de biscuit</w:t>
      </w:r>
      <w:r w:rsidR="004B5A85">
        <w:t xml:space="preserve">, </w:t>
      </w:r>
      <w:r>
        <w:t>de conserves froides</w:t>
      </w:r>
      <w:r w:rsidR="004B5A85">
        <w:t xml:space="preserve">, </w:t>
      </w:r>
      <w:r>
        <w:t>et qu</w:t>
      </w:r>
      <w:r w:rsidR="004B5A85">
        <w:t>’</w:t>
      </w:r>
      <w:r>
        <w:t>ils dormaient assis dans leurs sièges d</w:t>
      </w:r>
      <w:r w:rsidR="004B5A85">
        <w:t>’</w:t>
      </w:r>
      <w:r>
        <w:t>aviateurs</w:t>
      </w:r>
      <w:r w:rsidR="004B5A85">
        <w:t> !…</w:t>
      </w:r>
    </w:p>
    <w:p w14:paraId="70E421C0" w14:textId="732D7089" w:rsidR="004B5A85" w:rsidRDefault="004C389C" w:rsidP="004C389C">
      <w:r>
        <w:lastRenderedPageBreak/>
        <w:t>Le lendemain 1</w:t>
      </w:r>
      <w:r w:rsidR="004B5A85">
        <w:t xml:space="preserve">7 mars, </w:t>
      </w:r>
      <w:r>
        <w:t>Ludovic Martel ne fit réveiller qu</w:t>
      </w:r>
      <w:r w:rsidR="004B5A85">
        <w:t>’</w:t>
      </w:r>
      <w:r>
        <w:t>à huit heures</w:t>
      </w:r>
      <w:r w:rsidR="004B5A85">
        <w:t xml:space="preserve"> – </w:t>
      </w:r>
      <w:r>
        <w:t>après douze heures de sommeil ininterrompu</w:t>
      </w:r>
      <w:r w:rsidR="004B5A85">
        <w:t xml:space="preserve"> – </w:t>
      </w:r>
      <w:r>
        <w:t>Pierrot l</w:t>
      </w:r>
      <w:r w:rsidR="004B5A85">
        <w:t>’</w:t>
      </w:r>
      <w:r>
        <w:t>Écureuil et les aviateurs</w:t>
      </w:r>
      <w:r w:rsidR="004B5A85">
        <w:t>.</w:t>
      </w:r>
    </w:p>
    <w:p w14:paraId="58C3D715" w14:textId="77777777" w:rsidR="004B5A85" w:rsidRDefault="004C389C" w:rsidP="004C389C">
      <w:r>
        <w:t>Et</w:t>
      </w:r>
      <w:r w:rsidR="004B5A85">
        <w:t xml:space="preserve">, </w:t>
      </w:r>
      <w:r>
        <w:t>par le matelot qui leur porta dans leurs cabines un ch</w:t>
      </w:r>
      <w:r>
        <w:t>o</w:t>
      </w:r>
      <w:r>
        <w:t>colat fumant et parfumé</w:t>
      </w:r>
      <w:r w:rsidR="004B5A85">
        <w:t xml:space="preserve">, </w:t>
      </w:r>
      <w:r>
        <w:t>il leur fit annoncer qu</w:t>
      </w:r>
      <w:r w:rsidR="004B5A85">
        <w:t>’</w:t>
      </w:r>
      <w:r>
        <w:t>il les attendait dans la bibliothèque</w:t>
      </w:r>
      <w:r w:rsidR="004B5A85">
        <w:t>.</w:t>
      </w:r>
    </w:p>
    <w:p w14:paraId="0194B045" w14:textId="77777777" w:rsidR="004B5A85" w:rsidRDefault="004C389C" w:rsidP="004C389C">
      <w:r>
        <w:t>Ensemble</w:t>
      </w:r>
      <w:r w:rsidR="004B5A85">
        <w:t xml:space="preserve">, </w:t>
      </w:r>
      <w:r>
        <w:t>après avoir déjeuné</w:t>
      </w:r>
      <w:r w:rsidR="004B5A85">
        <w:t xml:space="preserve">, </w:t>
      </w:r>
      <w:r>
        <w:t>Pierrot l</w:t>
      </w:r>
      <w:r w:rsidR="004B5A85">
        <w:t>’</w:t>
      </w:r>
      <w:r>
        <w:t>Écureuil et les lieutenants Roger</w:t>
      </w:r>
      <w:r w:rsidR="004B5A85">
        <w:t xml:space="preserve">, </w:t>
      </w:r>
      <w:proofErr w:type="spellStart"/>
      <w:r>
        <w:t>Marchis</w:t>
      </w:r>
      <w:proofErr w:type="spellEnd"/>
      <w:r>
        <w:t xml:space="preserve"> et Guérin</w:t>
      </w:r>
      <w:r w:rsidR="004B5A85">
        <w:t xml:space="preserve">, </w:t>
      </w:r>
      <w:r>
        <w:t>se rendirent aux ordres de leur commandant en chef</w:t>
      </w:r>
      <w:r w:rsidR="004B5A85">
        <w:t>.</w:t>
      </w:r>
    </w:p>
    <w:p w14:paraId="2EF89735" w14:textId="77777777" w:rsidR="004B5A85" w:rsidRDefault="004C389C" w:rsidP="004C389C">
      <w:r>
        <w:t>Dans la bibliothèque</w:t>
      </w:r>
      <w:r w:rsidR="004B5A85">
        <w:t xml:space="preserve">, </w:t>
      </w:r>
      <w:r>
        <w:t>ils trouvèrent</w:t>
      </w:r>
      <w:r w:rsidR="004B5A85">
        <w:t xml:space="preserve">, </w:t>
      </w:r>
      <w:r>
        <w:t>non seulement Lud</w:t>
      </w:r>
      <w:r>
        <w:t>o</w:t>
      </w:r>
      <w:r>
        <w:t>vic Martel</w:t>
      </w:r>
      <w:r w:rsidR="004B5A85">
        <w:t xml:space="preserve">, </w:t>
      </w:r>
      <w:r>
        <w:t>mais encore les capitaines Paul Randal</w:t>
      </w:r>
      <w:r w:rsidR="004B5A85">
        <w:t xml:space="preserve">, </w:t>
      </w:r>
      <w:r>
        <w:t>de Cartel et Lacroix</w:t>
      </w:r>
      <w:r w:rsidR="004B5A85">
        <w:t xml:space="preserve">, </w:t>
      </w:r>
      <w:r>
        <w:t xml:space="preserve">le lieutenant </w:t>
      </w:r>
      <w:proofErr w:type="spellStart"/>
      <w:r>
        <w:t>Sindex</w:t>
      </w:r>
      <w:proofErr w:type="spellEnd"/>
      <w:r>
        <w:t xml:space="preserve"> et les six premiers maîtres des deux sous-marins</w:t>
      </w:r>
      <w:r w:rsidR="004B5A85">
        <w:t>.</w:t>
      </w:r>
    </w:p>
    <w:p w14:paraId="19CE53DE" w14:textId="77777777" w:rsidR="004B5A85" w:rsidRDefault="004C389C" w:rsidP="004C389C">
      <w:r>
        <w:t>Après avoir serré les mains des aviateurs et tapoté affe</w:t>
      </w:r>
      <w:r>
        <w:t>c</w:t>
      </w:r>
      <w:r>
        <w:t>tueusement la joue de Pierrot l</w:t>
      </w:r>
      <w:r w:rsidR="004B5A85">
        <w:t>’</w:t>
      </w:r>
      <w:r>
        <w:t>Écureuil</w:t>
      </w:r>
      <w:r w:rsidR="004B5A85">
        <w:t xml:space="preserve">, </w:t>
      </w:r>
      <w:r>
        <w:t>le commandant Martel dit</w:t>
      </w:r>
      <w:r w:rsidR="004B5A85">
        <w:t xml:space="preserve">, </w:t>
      </w:r>
      <w:r>
        <w:t>d</w:t>
      </w:r>
      <w:r w:rsidR="004B5A85">
        <w:t>’</w:t>
      </w:r>
      <w:r>
        <w:t>une voix autoritaire et grave</w:t>
      </w:r>
      <w:r w:rsidR="004B5A85">
        <w:t> :</w:t>
      </w:r>
    </w:p>
    <w:p w14:paraId="522B312A" w14:textId="77777777" w:rsidR="004B5A85" w:rsidRDefault="004B5A85" w:rsidP="004C389C">
      <w:r>
        <w:t>— </w:t>
      </w:r>
      <w:r w:rsidR="004C389C">
        <w:t>Messieurs</w:t>
      </w:r>
      <w:r>
        <w:t xml:space="preserve">, </w:t>
      </w:r>
      <w:r w:rsidR="004C389C">
        <w:t>cette nuit</w:t>
      </w:r>
      <w:r>
        <w:t xml:space="preserve">, </w:t>
      </w:r>
      <w:r w:rsidR="004C389C">
        <w:t>je me suis rendu en canot à l</w:t>
      </w:r>
      <w:r>
        <w:t>’</w:t>
      </w:r>
      <w:r w:rsidR="004C389C">
        <w:t>île i</w:t>
      </w:r>
      <w:r w:rsidR="004C389C">
        <w:t>n</w:t>
      </w:r>
      <w:r w:rsidR="004C389C">
        <w:t>habitée la plus proche de nous</w:t>
      </w:r>
      <w:r>
        <w:t xml:space="preserve">, </w:t>
      </w:r>
      <w:r w:rsidR="004C389C">
        <w:t>et là</w:t>
      </w:r>
      <w:r>
        <w:t xml:space="preserve">, </w:t>
      </w:r>
      <w:r w:rsidR="004C389C">
        <w:t>par télégraphe</w:t>
      </w:r>
      <w:r>
        <w:t xml:space="preserve">, </w:t>
      </w:r>
      <w:r w:rsidR="004C389C">
        <w:t>j</w:t>
      </w:r>
      <w:r>
        <w:t>’</w:t>
      </w:r>
      <w:r w:rsidR="004C389C">
        <w:t>ai co</w:t>
      </w:r>
      <w:r w:rsidR="004C389C">
        <w:t>m</w:t>
      </w:r>
      <w:r w:rsidR="004C389C">
        <w:t>muniqué avec le gouverneur des Bermudes</w:t>
      </w:r>
      <w:r>
        <w:t xml:space="preserve">. </w:t>
      </w:r>
      <w:r w:rsidR="004C389C">
        <w:t>Il m</w:t>
      </w:r>
      <w:r>
        <w:t>’</w:t>
      </w:r>
      <w:r w:rsidR="004C389C">
        <w:t>a annoncé que plusieurs navires de commerce</w:t>
      </w:r>
      <w:r>
        <w:t xml:space="preserve">, </w:t>
      </w:r>
      <w:r w:rsidR="004C389C">
        <w:t>de passage</w:t>
      </w:r>
      <w:r>
        <w:t xml:space="preserve">, </w:t>
      </w:r>
      <w:r w:rsidR="004C389C">
        <w:t>ont signalé hier avoir rencontré quelque chose comme un sous-marin flottant ou naviguant en surface au large de New-York</w:t>
      </w:r>
      <w:r>
        <w:t xml:space="preserve">. </w:t>
      </w:r>
      <w:r w:rsidR="004C389C">
        <w:t>Il paraît que la te</w:t>
      </w:r>
      <w:r w:rsidR="004C389C">
        <w:t>r</w:t>
      </w:r>
      <w:r w:rsidR="004C389C">
        <w:t>reur règne dans la grande ville américaine</w:t>
      </w:r>
      <w:r>
        <w:t xml:space="preserve">, </w:t>
      </w:r>
      <w:r w:rsidR="004C389C">
        <w:t>et que</w:t>
      </w:r>
      <w:r>
        <w:t xml:space="preserve">, </w:t>
      </w:r>
      <w:r w:rsidR="004C389C">
        <w:t>seuls</w:t>
      </w:r>
      <w:r>
        <w:t xml:space="preserve">, </w:t>
      </w:r>
      <w:r w:rsidR="004C389C">
        <w:t>les n</w:t>
      </w:r>
      <w:r w:rsidR="004C389C">
        <w:t>a</w:t>
      </w:r>
      <w:r w:rsidR="004C389C">
        <w:t>vires ne battant pas pavillon américain osent sortir de son port</w:t>
      </w:r>
      <w:r>
        <w:t>.</w:t>
      </w:r>
    </w:p>
    <w:p w14:paraId="41037EF3" w14:textId="77777777" w:rsidR="004B5A85" w:rsidRDefault="004B5A85" w:rsidP="004C389C">
      <w:r>
        <w:t>« </w:t>
      </w:r>
      <w:r w:rsidR="004C389C">
        <w:t>Il est donc évident que le Ravageur du Monde attend les vaisseaux de guerre américains qui oseraient s</w:t>
      </w:r>
      <w:r>
        <w:t>’</w:t>
      </w:r>
      <w:r w:rsidR="004C389C">
        <w:t>aventurer</w:t>
      </w:r>
      <w:r>
        <w:t xml:space="preserve">. </w:t>
      </w:r>
      <w:r w:rsidR="004C389C">
        <w:t>On craint que</w:t>
      </w:r>
      <w:r>
        <w:t xml:space="preserve">, </w:t>
      </w:r>
      <w:r w:rsidR="004C389C">
        <w:t>perdant patience</w:t>
      </w:r>
      <w:r>
        <w:t xml:space="preserve">, </w:t>
      </w:r>
      <w:r w:rsidR="004C389C">
        <w:t>il aille détruire les ouvrages ava</w:t>
      </w:r>
      <w:r w:rsidR="004C389C">
        <w:t>n</w:t>
      </w:r>
      <w:r w:rsidR="004C389C">
        <w:t>cés du port de New-York</w:t>
      </w:r>
      <w:r>
        <w:t>.</w:t>
      </w:r>
    </w:p>
    <w:p w14:paraId="6D34D9AE" w14:textId="77777777" w:rsidR="004B5A85" w:rsidRDefault="004B5A85" w:rsidP="004C389C">
      <w:pPr>
        <w:rPr>
          <w:i/>
          <w:iCs/>
        </w:rPr>
      </w:pPr>
      <w:r>
        <w:lastRenderedPageBreak/>
        <w:t>« </w:t>
      </w:r>
      <w:r w:rsidR="004C389C">
        <w:t>Tout cela nous fait espérer que</w:t>
      </w:r>
      <w:r>
        <w:t xml:space="preserve">, </w:t>
      </w:r>
      <w:r w:rsidR="004C389C">
        <w:t>ce soir ou demain</w:t>
      </w:r>
      <w:r>
        <w:t xml:space="preserve">, </w:t>
      </w:r>
      <w:r w:rsidR="004C389C">
        <w:t xml:space="preserve">nous pourrons avoir la chance de voir le </w:t>
      </w:r>
      <w:r w:rsidR="004C389C">
        <w:rPr>
          <w:i/>
          <w:iCs/>
        </w:rPr>
        <w:t>Nyctalope</w:t>
      </w:r>
      <w:r>
        <w:rPr>
          <w:i/>
          <w:iCs/>
        </w:rPr>
        <w:t>.</w:t>
      </w:r>
    </w:p>
    <w:p w14:paraId="6E3BA32E" w14:textId="77777777" w:rsidR="004B5A85" w:rsidRDefault="004B5A85" w:rsidP="004C389C">
      <w:r>
        <w:t>« </w:t>
      </w:r>
      <w:r w:rsidR="004C389C">
        <w:t>Vous savez quel est à vous tous</w:t>
      </w:r>
      <w:r>
        <w:t xml:space="preserve">, </w:t>
      </w:r>
      <w:r w:rsidR="004C389C">
        <w:t>marins et aviateurs</w:t>
      </w:r>
      <w:r>
        <w:t xml:space="preserve">, </w:t>
      </w:r>
      <w:r w:rsidR="004C389C">
        <w:t>votre devoir</w:t>
      </w:r>
      <w:r>
        <w:t xml:space="preserve">. </w:t>
      </w:r>
      <w:r w:rsidR="004C389C">
        <w:t xml:space="preserve">Détruire le </w:t>
      </w:r>
      <w:r w:rsidR="004C389C">
        <w:rPr>
          <w:i/>
          <w:iCs/>
        </w:rPr>
        <w:t xml:space="preserve">Nyctalope </w:t>
      </w:r>
      <w:r w:rsidR="004C389C">
        <w:t>coûte que coûte</w:t>
      </w:r>
      <w:r>
        <w:t xml:space="preserve">. </w:t>
      </w:r>
      <w:r w:rsidR="004C389C">
        <w:t>Si nous devons</w:t>
      </w:r>
      <w:r>
        <w:t xml:space="preserve">, </w:t>
      </w:r>
      <w:r w:rsidR="004C389C">
        <w:t>pour le détruire ou le capturer</w:t>
      </w:r>
      <w:r>
        <w:t xml:space="preserve">, </w:t>
      </w:r>
      <w:r w:rsidR="004C389C">
        <w:t>sacrifier notre vie</w:t>
      </w:r>
      <w:r>
        <w:t xml:space="preserve">, </w:t>
      </w:r>
      <w:r w:rsidR="004C389C">
        <w:t>nos propres sous-marins ou nos avions</w:t>
      </w:r>
      <w:r>
        <w:t xml:space="preserve">, </w:t>
      </w:r>
      <w:r w:rsidR="004C389C">
        <w:t>n</w:t>
      </w:r>
      <w:r>
        <w:t>’</w:t>
      </w:r>
      <w:r w:rsidR="004C389C">
        <w:t>hésitons pas</w:t>
      </w:r>
      <w:r>
        <w:t>.</w:t>
      </w:r>
    </w:p>
    <w:p w14:paraId="16ADCEDC" w14:textId="77777777" w:rsidR="004B5A85" w:rsidRDefault="004B5A85" w:rsidP="004C389C">
      <w:r>
        <w:t>« </w:t>
      </w:r>
      <w:r w:rsidR="004C389C">
        <w:t>Mais soyons toutefois prudents et sages</w:t>
      </w:r>
      <w:r>
        <w:t xml:space="preserve"> ; </w:t>
      </w:r>
      <w:r w:rsidR="004C389C">
        <w:t>n</w:t>
      </w:r>
      <w:r>
        <w:t>’</w:t>
      </w:r>
      <w:r w:rsidR="004C389C">
        <w:t>ayons pas une témérité maladroite et inutilement dangereuse</w:t>
      </w:r>
      <w:r>
        <w:t xml:space="preserve">. </w:t>
      </w:r>
      <w:r w:rsidR="004C389C">
        <w:t>Il ne faut se s</w:t>
      </w:r>
      <w:r w:rsidR="004C389C">
        <w:t>a</w:t>
      </w:r>
      <w:r w:rsidR="004C389C">
        <w:t>crifier qu</w:t>
      </w:r>
      <w:r>
        <w:t>’</w:t>
      </w:r>
      <w:r w:rsidR="004C389C">
        <w:t>à bon escient</w:t>
      </w:r>
      <w:r>
        <w:t>.</w:t>
      </w:r>
    </w:p>
    <w:p w14:paraId="12F2AB1F" w14:textId="77777777" w:rsidR="004B5A85" w:rsidRDefault="004B5A85" w:rsidP="004C389C">
      <w:r>
        <w:t>« </w:t>
      </w:r>
      <w:r w:rsidR="004C389C">
        <w:t>Autant que possible</w:t>
      </w:r>
      <w:r>
        <w:t xml:space="preserve">, </w:t>
      </w:r>
      <w:r w:rsidR="004C389C">
        <w:t>nous agirons avec cohésion</w:t>
      </w:r>
      <w:r>
        <w:t xml:space="preserve">. </w:t>
      </w:r>
      <w:r w:rsidR="004C389C">
        <w:t>Le tél</w:t>
      </w:r>
      <w:r w:rsidR="004C389C">
        <w:t>é</w:t>
      </w:r>
      <w:r w:rsidR="004C389C">
        <w:t>phone nous tiendra tous en communication constante</w:t>
      </w:r>
      <w:r>
        <w:t xml:space="preserve">, </w:t>
      </w:r>
      <w:r w:rsidR="004C389C">
        <w:t>et</w:t>
      </w:r>
      <w:r>
        <w:t xml:space="preserve">, </w:t>
      </w:r>
      <w:r w:rsidR="004C389C">
        <w:t>à moins que les circonstances nous obligent impérieusement à agir de notre propre initiative</w:t>
      </w:r>
      <w:r>
        <w:t xml:space="preserve">, </w:t>
      </w:r>
      <w:r w:rsidR="004C389C">
        <w:t>communiquez-moi tous vos d</w:t>
      </w:r>
      <w:r w:rsidR="004C389C">
        <w:t>é</w:t>
      </w:r>
      <w:r w:rsidR="004C389C">
        <w:t>couvertes et vos idées</w:t>
      </w:r>
      <w:r>
        <w:t xml:space="preserve">, </w:t>
      </w:r>
      <w:r w:rsidR="004C389C">
        <w:t>et soyez attentifs à mes ordres</w:t>
      </w:r>
      <w:r>
        <w:t>.</w:t>
      </w:r>
    </w:p>
    <w:p w14:paraId="4AFCEBDC" w14:textId="24E57CD5" w:rsidR="004B5A85" w:rsidRDefault="004B5A85" w:rsidP="004C389C">
      <w:r>
        <w:t>« </w:t>
      </w:r>
      <w:r w:rsidR="004C389C">
        <w:t>Cela dit</w:t>
      </w:r>
      <w:r>
        <w:t xml:space="preserve">, </w:t>
      </w:r>
      <w:r w:rsidR="004C389C">
        <w:t>messieurs</w:t>
      </w:r>
      <w:r>
        <w:t xml:space="preserve">, </w:t>
      </w:r>
      <w:r w:rsidR="004C389C">
        <w:t>mes chers amis</w:t>
      </w:r>
      <w:r>
        <w:t xml:space="preserve">, </w:t>
      </w:r>
      <w:r w:rsidR="004C389C">
        <w:t>serrons-nous les mains</w:t>
      </w:r>
      <w:r>
        <w:t xml:space="preserve">, </w:t>
      </w:r>
      <w:r w:rsidR="004C389C">
        <w:t>car peut-être certains d</w:t>
      </w:r>
      <w:r>
        <w:t>’</w:t>
      </w:r>
      <w:r w:rsidR="004C389C">
        <w:t>entre nous ne se reverront-ils plus et crions de tout notre cœur</w:t>
      </w:r>
      <w:r>
        <w:t> : « </w:t>
      </w:r>
      <w:r w:rsidR="004C389C">
        <w:t>Mort au Ravageur du Monde</w:t>
      </w:r>
      <w:r>
        <w:t xml:space="preserve"> ! </w:t>
      </w:r>
      <w:r w:rsidR="004C389C">
        <w:t>Vive la France</w:t>
      </w:r>
      <w:r>
        <w:t> ! »</w:t>
      </w:r>
    </w:p>
    <w:p w14:paraId="20DBD471" w14:textId="77777777" w:rsidR="004B5A85" w:rsidRDefault="004B5A85" w:rsidP="004C389C">
      <w:r>
        <w:t>— </w:t>
      </w:r>
      <w:r w:rsidR="004C389C">
        <w:t>Vive la France</w:t>
      </w:r>
      <w:r>
        <w:t xml:space="preserve"> ! </w:t>
      </w:r>
      <w:r w:rsidR="004C389C">
        <w:t>Mort au Ravageur</w:t>
      </w:r>
      <w:r>
        <w:t xml:space="preserve"> ! </w:t>
      </w:r>
      <w:r w:rsidR="004C389C">
        <w:t>répétèrent avec force les officiers et premiers maîtres</w:t>
      </w:r>
      <w:r>
        <w:t>.</w:t>
      </w:r>
    </w:p>
    <w:p w14:paraId="2342F14A" w14:textId="77777777" w:rsidR="004B5A85" w:rsidRDefault="004C389C" w:rsidP="004C389C">
      <w:r>
        <w:t>On se serra les mains</w:t>
      </w:r>
      <w:r w:rsidR="004B5A85">
        <w:t xml:space="preserve"> ; </w:t>
      </w:r>
      <w:r>
        <w:t>on s</w:t>
      </w:r>
      <w:r w:rsidR="004B5A85">
        <w:t>’</w:t>
      </w:r>
      <w:r>
        <w:t>embrassa</w:t>
      </w:r>
      <w:r w:rsidR="004B5A85">
        <w:t>.</w:t>
      </w:r>
    </w:p>
    <w:p w14:paraId="6558449B" w14:textId="77777777" w:rsidR="004B5A85" w:rsidRDefault="004C389C" w:rsidP="004C389C">
      <w:r>
        <w:t>Les capitaines de Cartel et Lacroix</w:t>
      </w:r>
      <w:r w:rsidR="004B5A85">
        <w:t xml:space="preserve">, </w:t>
      </w:r>
      <w:r>
        <w:t xml:space="preserve">le lieutenant </w:t>
      </w:r>
      <w:proofErr w:type="spellStart"/>
      <w:r>
        <w:t>Sindex</w:t>
      </w:r>
      <w:proofErr w:type="spellEnd"/>
      <w:r>
        <w:t xml:space="preserve"> et trois premiers maîtres retournèrent à bord de la </w:t>
      </w:r>
      <w:r>
        <w:rPr>
          <w:i/>
          <w:iCs/>
        </w:rPr>
        <w:t>Victoire</w:t>
      </w:r>
      <w:r w:rsidR="004B5A85">
        <w:rPr>
          <w:i/>
          <w:iCs/>
        </w:rPr>
        <w:t xml:space="preserve">. </w:t>
      </w:r>
      <w:r>
        <w:t>Les lieutenants Roger</w:t>
      </w:r>
      <w:r w:rsidR="004B5A85">
        <w:t xml:space="preserve">, </w:t>
      </w:r>
      <w:proofErr w:type="spellStart"/>
      <w:r>
        <w:t>Marchis</w:t>
      </w:r>
      <w:proofErr w:type="spellEnd"/>
      <w:r w:rsidR="004B5A85">
        <w:t xml:space="preserve">, </w:t>
      </w:r>
      <w:r>
        <w:t>Guérin</w:t>
      </w:r>
      <w:r w:rsidR="004B5A85">
        <w:t xml:space="preserve">, </w:t>
      </w:r>
      <w:r>
        <w:t>avec Pierrot l</w:t>
      </w:r>
      <w:r w:rsidR="004B5A85">
        <w:t>’</w:t>
      </w:r>
      <w:r>
        <w:t>Écureuil</w:t>
      </w:r>
      <w:r w:rsidR="004B5A85">
        <w:t xml:space="preserve">, </w:t>
      </w:r>
      <w:r>
        <w:t>f</w:t>
      </w:r>
      <w:r>
        <w:t>u</w:t>
      </w:r>
      <w:r>
        <w:t>rent ramenés à terre par le canot chargé de bidons d</w:t>
      </w:r>
      <w:r w:rsidR="004B5A85">
        <w:t>’</w:t>
      </w:r>
      <w:r>
        <w:t>essence</w:t>
      </w:r>
      <w:r w:rsidR="004B5A85">
        <w:t xml:space="preserve">. </w:t>
      </w:r>
      <w:r>
        <w:t>Ils remplirent leurs réservoirs</w:t>
      </w:r>
      <w:r w:rsidR="004B5A85">
        <w:t>.</w:t>
      </w:r>
    </w:p>
    <w:p w14:paraId="4C19FACB" w14:textId="77777777" w:rsidR="004B5A85" w:rsidRDefault="004C389C" w:rsidP="004C389C">
      <w:r>
        <w:t>Et à neuf heures du matin</w:t>
      </w:r>
      <w:r w:rsidR="004B5A85">
        <w:t xml:space="preserve">, </w:t>
      </w:r>
      <w:r>
        <w:t>par un ciel pur où le soleil bri</w:t>
      </w:r>
      <w:r>
        <w:t>l</w:t>
      </w:r>
      <w:r>
        <w:t>lait d</w:t>
      </w:r>
      <w:r w:rsidR="004B5A85">
        <w:t>’</w:t>
      </w:r>
      <w:r>
        <w:t>un vif éclat</w:t>
      </w:r>
      <w:r w:rsidR="004B5A85">
        <w:t xml:space="preserve">, </w:t>
      </w:r>
      <w:r>
        <w:t>par une mer aux grandes vagues calmes et r</w:t>
      </w:r>
      <w:r>
        <w:t>é</w:t>
      </w:r>
      <w:r>
        <w:t>gulières</w:t>
      </w:r>
      <w:r w:rsidR="004B5A85">
        <w:t xml:space="preserve">, </w:t>
      </w:r>
      <w:r>
        <w:t xml:space="preserve">aéroplanes et sous-marins contournèrent ou </w:t>
      </w:r>
      <w:r>
        <w:lastRenderedPageBreak/>
        <w:t>survol</w:t>
      </w:r>
      <w:r>
        <w:t>è</w:t>
      </w:r>
      <w:r>
        <w:t>rent les Bermudes</w:t>
      </w:r>
      <w:r w:rsidR="004B5A85">
        <w:t xml:space="preserve">, </w:t>
      </w:r>
      <w:r>
        <w:t>aux acclamations de la population éparpillée sur les cultures</w:t>
      </w:r>
      <w:r w:rsidR="004B5A85">
        <w:t xml:space="preserve">, </w:t>
      </w:r>
      <w:r>
        <w:t>se dirigeant à toute vitesse vers le sud-ouest</w:t>
      </w:r>
      <w:r w:rsidR="004B5A85">
        <w:t xml:space="preserve">, </w:t>
      </w:r>
      <w:r>
        <w:t>vers New-York</w:t>
      </w:r>
      <w:r w:rsidR="004B5A85">
        <w:t>…</w:t>
      </w:r>
    </w:p>
    <w:p w14:paraId="5AD13E7F" w14:textId="77777777" w:rsidR="004B5A85" w:rsidRDefault="004C389C" w:rsidP="004C389C">
      <w:r>
        <w:t>À bord des aéroplanes</w:t>
      </w:r>
      <w:r w:rsidR="004B5A85">
        <w:t xml:space="preserve">, </w:t>
      </w:r>
      <w:r>
        <w:t>le rôle des observateurs n</w:t>
      </w:r>
      <w:r w:rsidR="004B5A85">
        <w:t>’</w:t>
      </w:r>
      <w:r>
        <w:t>était pas maintenant une sinécure</w:t>
      </w:r>
      <w:r w:rsidR="004B5A85">
        <w:t xml:space="preserve">. </w:t>
      </w:r>
      <w:r>
        <w:t>Et Pierrot l</w:t>
      </w:r>
      <w:r w:rsidR="004B5A85">
        <w:t>’</w:t>
      </w:r>
      <w:r>
        <w:t>Écureuil</w:t>
      </w:r>
      <w:r w:rsidR="004B5A85">
        <w:t xml:space="preserve">, </w:t>
      </w:r>
      <w:r>
        <w:t>attentif</w:t>
      </w:r>
      <w:r w:rsidR="004B5A85">
        <w:t xml:space="preserve">, </w:t>
      </w:r>
      <w:r>
        <w:t>tantôt par la trappe ouverte</w:t>
      </w:r>
      <w:r w:rsidR="004B5A85">
        <w:t xml:space="preserve">, </w:t>
      </w:r>
      <w:r>
        <w:t>tantôt en se penchant d</w:t>
      </w:r>
      <w:r w:rsidR="004B5A85">
        <w:t>’</w:t>
      </w:r>
      <w:r>
        <w:t>un côté et de l</w:t>
      </w:r>
      <w:r w:rsidR="004B5A85">
        <w:t>’</w:t>
      </w:r>
      <w:r>
        <w:t>autre</w:t>
      </w:r>
      <w:r w:rsidR="004B5A85">
        <w:t xml:space="preserve">, </w:t>
      </w:r>
      <w:r>
        <w:t>observait la mer</w:t>
      </w:r>
      <w:r w:rsidR="004B5A85">
        <w:t xml:space="preserve">, </w:t>
      </w:r>
      <w:r>
        <w:t>qui se trouvait à cent mètres au-dessous de lui</w:t>
      </w:r>
      <w:r w:rsidR="004B5A85">
        <w:t>.</w:t>
      </w:r>
    </w:p>
    <w:p w14:paraId="40C8DF1E" w14:textId="77777777" w:rsidR="004B5A85" w:rsidRDefault="004C389C" w:rsidP="004C389C">
      <w:r>
        <w:t>Selon les instructions du commandant Martel</w:t>
      </w:r>
      <w:r w:rsidR="004B5A85">
        <w:t xml:space="preserve">, </w:t>
      </w:r>
      <w:r>
        <w:t>les aér</w:t>
      </w:r>
      <w:r>
        <w:t>o</w:t>
      </w:r>
      <w:r>
        <w:t>planes volaient à deux cents mètres environ en avant des sous-marins qui</w:t>
      </w:r>
      <w:r w:rsidR="004B5A85">
        <w:t xml:space="preserve">, </w:t>
      </w:r>
      <w:r>
        <w:t>eux</w:t>
      </w:r>
      <w:r w:rsidR="004B5A85">
        <w:t xml:space="preserve">, </w:t>
      </w:r>
      <w:r>
        <w:t>naviguaient par vingt mètres de fond</w:t>
      </w:r>
      <w:r w:rsidR="004B5A85">
        <w:t>…</w:t>
      </w:r>
    </w:p>
    <w:p w14:paraId="0BE6759B" w14:textId="77777777" w:rsidR="004B5A85" w:rsidRDefault="004C389C" w:rsidP="004C389C">
      <w:r>
        <w:t>L</w:t>
      </w:r>
      <w:r w:rsidR="004B5A85">
        <w:t>’</w:t>
      </w:r>
      <w:r>
        <w:t xml:space="preserve">ordre était que si les aéroplanes découvraient </w:t>
      </w:r>
      <w:r>
        <w:rPr>
          <w:i/>
          <w:iCs/>
        </w:rPr>
        <w:t>le Nyct</w:t>
      </w:r>
      <w:r>
        <w:rPr>
          <w:i/>
          <w:iCs/>
        </w:rPr>
        <w:t>a</w:t>
      </w:r>
      <w:r>
        <w:rPr>
          <w:i/>
          <w:iCs/>
        </w:rPr>
        <w:t xml:space="preserve">lope </w:t>
      </w:r>
      <w:r>
        <w:t>en surface</w:t>
      </w:r>
      <w:r w:rsidR="004B5A85">
        <w:t xml:space="preserve">, </w:t>
      </w:r>
      <w:r>
        <w:t>ils devaient immédiatement l</w:t>
      </w:r>
      <w:r w:rsidR="004B5A85">
        <w:t>’</w:t>
      </w:r>
      <w:r>
        <w:t>attaquer avec les bombes</w:t>
      </w:r>
      <w:r w:rsidR="004B5A85">
        <w:t xml:space="preserve">, </w:t>
      </w:r>
      <w:r>
        <w:t>tout en signalant téléphoniquement aux sous-marins leur découverte</w:t>
      </w:r>
      <w:r w:rsidR="004B5A85">
        <w:t xml:space="preserve">. </w:t>
      </w:r>
      <w:r>
        <w:t>Et les sous-marins accouraient à toute vitesse</w:t>
      </w:r>
      <w:r w:rsidR="004B5A85">
        <w:t>.</w:t>
      </w:r>
    </w:p>
    <w:p w14:paraId="1659886F" w14:textId="77777777" w:rsidR="004B5A85" w:rsidRDefault="004C389C" w:rsidP="004C389C">
      <w:r>
        <w:t>Mais si</w:t>
      </w:r>
      <w:r w:rsidR="004B5A85">
        <w:t xml:space="preserve">, </w:t>
      </w:r>
      <w:r>
        <w:t>à travers la transparence de l</w:t>
      </w:r>
      <w:r w:rsidR="004B5A85">
        <w:t>’</w:t>
      </w:r>
      <w:r>
        <w:t>eau</w:t>
      </w:r>
      <w:r w:rsidR="004B5A85">
        <w:t xml:space="preserve">, </w:t>
      </w:r>
      <w:r>
        <w:t xml:space="preserve">ils voyaient le </w:t>
      </w:r>
      <w:r>
        <w:rPr>
          <w:i/>
          <w:iCs/>
        </w:rPr>
        <w:t xml:space="preserve">Nyctalope </w:t>
      </w:r>
      <w:r>
        <w:t>glisser dans le sein de l</w:t>
      </w:r>
      <w:r w:rsidR="004B5A85">
        <w:t>’</w:t>
      </w:r>
      <w:r>
        <w:t>océan</w:t>
      </w:r>
      <w:r w:rsidR="004B5A85">
        <w:t xml:space="preserve">, </w:t>
      </w:r>
      <w:r>
        <w:t>ils devaient se borner à signaler immédiatement sa présence</w:t>
      </w:r>
      <w:r w:rsidR="004B5A85">
        <w:t xml:space="preserve">, </w:t>
      </w:r>
      <w:r>
        <w:t>en continuant à voler comme si de rien n</w:t>
      </w:r>
      <w:r w:rsidR="004B5A85">
        <w:t>’</w:t>
      </w:r>
      <w:r>
        <w:t>était</w:t>
      </w:r>
      <w:r w:rsidR="004B5A85">
        <w:t xml:space="preserve">, </w:t>
      </w:r>
      <w:r>
        <w:t>de manière à ne pas donner de sou</w:t>
      </w:r>
      <w:r>
        <w:t>p</w:t>
      </w:r>
      <w:r>
        <w:t>çons au Ravageur du Monde et à paraître d</w:t>
      </w:r>
      <w:r w:rsidR="004B5A85">
        <w:t>’</w:t>
      </w:r>
      <w:r>
        <w:t>inoffensifs aér</w:t>
      </w:r>
      <w:r>
        <w:t>o</w:t>
      </w:r>
      <w:r>
        <w:t>planes</w:t>
      </w:r>
      <w:r w:rsidR="004B5A85">
        <w:t xml:space="preserve">, </w:t>
      </w:r>
      <w:r>
        <w:t>tentant un raid au-dessus de l</w:t>
      </w:r>
      <w:r w:rsidR="004B5A85">
        <w:t>’</w:t>
      </w:r>
      <w:r>
        <w:t>Atlantique</w:t>
      </w:r>
      <w:r w:rsidR="004B5A85">
        <w:t>.</w:t>
      </w:r>
    </w:p>
    <w:p w14:paraId="6C4ABCF9" w14:textId="77777777" w:rsidR="004B5A85" w:rsidRDefault="004C389C" w:rsidP="004C389C">
      <w:r>
        <w:t>On devine de quelle impatience étaient torturés les avi</w:t>
      </w:r>
      <w:r>
        <w:t>a</w:t>
      </w:r>
      <w:r>
        <w:t>teurs</w:t>
      </w:r>
      <w:r w:rsidR="004B5A85">
        <w:t xml:space="preserve">. </w:t>
      </w:r>
      <w:r>
        <w:t>Les officiers pilotes</w:t>
      </w:r>
      <w:r w:rsidR="004B5A85">
        <w:t xml:space="preserve">, </w:t>
      </w:r>
      <w:r>
        <w:t>eux-mêmes</w:t>
      </w:r>
      <w:r w:rsidR="004B5A85">
        <w:t xml:space="preserve">, </w:t>
      </w:r>
      <w:r>
        <w:t>observaient la mer a</w:t>
      </w:r>
      <w:r>
        <w:t>u</w:t>
      </w:r>
      <w:r>
        <w:t>tant qu</w:t>
      </w:r>
      <w:r w:rsidR="004B5A85">
        <w:t>’</w:t>
      </w:r>
      <w:r>
        <w:t>ils le pouvaient</w:t>
      </w:r>
      <w:r w:rsidR="004B5A85">
        <w:t>.</w:t>
      </w:r>
    </w:p>
    <w:p w14:paraId="66E74944" w14:textId="77777777" w:rsidR="004B5A85" w:rsidRDefault="004C389C" w:rsidP="004C389C">
      <w:r>
        <w:t>Heureusement</w:t>
      </w:r>
      <w:r w:rsidR="004B5A85">
        <w:t xml:space="preserve">, </w:t>
      </w:r>
      <w:r>
        <w:t>la beauté du temps et l</w:t>
      </w:r>
      <w:r w:rsidR="004B5A85">
        <w:t>’</w:t>
      </w:r>
      <w:r>
        <w:t>absence de tout vent rendaient cette observation facile</w:t>
      </w:r>
      <w:r w:rsidR="004B5A85">
        <w:t>.</w:t>
      </w:r>
    </w:p>
    <w:p w14:paraId="6605C4CA" w14:textId="77777777" w:rsidR="004B5A85" w:rsidRDefault="004C389C" w:rsidP="004C389C">
      <w:r>
        <w:lastRenderedPageBreak/>
        <w:t>Mais toute la matinée s</w:t>
      </w:r>
      <w:r w:rsidR="004B5A85">
        <w:t>’</w:t>
      </w:r>
      <w:r>
        <w:t>écoula</w:t>
      </w:r>
      <w:r w:rsidR="004B5A85">
        <w:t xml:space="preserve">, </w:t>
      </w:r>
      <w:r>
        <w:t>sans que rien autre chose que le passage de quelque navire de commerce vînt rompre la solitude de la vaste étendue marine</w:t>
      </w:r>
      <w:r w:rsidR="004B5A85">
        <w:t>.</w:t>
      </w:r>
    </w:p>
    <w:p w14:paraId="7B5A836F" w14:textId="77777777" w:rsidR="004B5A85" w:rsidRDefault="004C389C" w:rsidP="004C389C">
      <w:r>
        <w:t>Et l</w:t>
      </w:r>
      <w:r w:rsidR="004B5A85">
        <w:t>’</w:t>
      </w:r>
      <w:r>
        <w:t>on continua d</w:t>
      </w:r>
      <w:r w:rsidR="004B5A85">
        <w:t>’</w:t>
      </w:r>
      <w:r>
        <w:t>avancer à une vitesse moyenne</w:t>
      </w:r>
      <w:r w:rsidR="004B5A85">
        <w:t>.</w:t>
      </w:r>
    </w:p>
    <w:p w14:paraId="4196C5CC" w14:textId="77777777" w:rsidR="004B5A85" w:rsidRDefault="004C389C" w:rsidP="004C389C">
      <w:r>
        <w:t>Or</w:t>
      </w:r>
      <w:r w:rsidR="004B5A85">
        <w:t xml:space="preserve">, </w:t>
      </w:r>
      <w:r>
        <w:t>il était environ trois heures de l</w:t>
      </w:r>
      <w:r w:rsidR="004B5A85">
        <w:t>’</w:t>
      </w:r>
      <w:r>
        <w:t>après-midi</w:t>
      </w:r>
      <w:r w:rsidR="004B5A85">
        <w:t xml:space="preserve">, </w:t>
      </w:r>
      <w:r>
        <w:t>lorsque Pierrot l</w:t>
      </w:r>
      <w:r w:rsidR="004B5A85">
        <w:t>’</w:t>
      </w:r>
      <w:r>
        <w:t>Écureuil</w:t>
      </w:r>
      <w:r w:rsidR="004B5A85">
        <w:t xml:space="preserve">, </w:t>
      </w:r>
      <w:r>
        <w:t>brusquement</w:t>
      </w:r>
      <w:r w:rsidR="004B5A85">
        <w:t xml:space="preserve">, </w:t>
      </w:r>
      <w:r>
        <w:t>sentit son cœur bondir foll</w:t>
      </w:r>
      <w:r>
        <w:t>e</w:t>
      </w:r>
      <w:r>
        <w:t>ment dans sa poitrine</w:t>
      </w:r>
      <w:r w:rsidR="004B5A85">
        <w:t>.</w:t>
      </w:r>
    </w:p>
    <w:p w14:paraId="356E6AAA" w14:textId="77777777" w:rsidR="004B5A85" w:rsidRDefault="004C389C" w:rsidP="004C389C">
      <w:r>
        <w:t>Là-bas</w:t>
      </w:r>
      <w:r w:rsidR="004B5A85">
        <w:t xml:space="preserve">, </w:t>
      </w:r>
      <w:r>
        <w:t>très en avant</w:t>
      </w:r>
      <w:r w:rsidR="004B5A85">
        <w:t xml:space="preserve">, </w:t>
      </w:r>
      <w:r>
        <w:t>il venait de voir quelque chose de noir passer sur l</w:t>
      </w:r>
      <w:r w:rsidR="004B5A85">
        <w:t>’</w:t>
      </w:r>
      <w:r>
        <w:t>azur glauque des eaux</w:t>
      </w:r>
      <w:r w:rsidR="004B5A85">
        <w:t>.</w:t>
      </w:r>
    </w:p>
    <w:p w14:paraId="37BC7017" w14:textId="77777777" w:rsidR="004B5A85" w:rsidRDefault="004B5A85" w:rsidP="004C389C">
      <w:r>
        <w:t>— </w:t>
      </w:r>
      <w:r w:rsidR="004C389C">
        <w:t>Mon lieutenant</w:t>
      </w:r>
      <w:r>
        <w:t xml:space="preserve"> ! </w:t>
      </w:r>
      <w:r w:rsidR="004C389C">
        <w:t>fit-il à l</w:t>
      </w:r>
      <w:r>
        <w:t>’</w:t>
      </w:r>
      <w:r w:rsidR="004C389C">
        <w:t>oreille de l</w:t>
      </w:r>
      <w:r>
        <w:t>’</w:t>
      </w:r>
      <w:r w:rsidR="004C389C">
        <w:t>officier aviateur R</w:t>
      </w:r>
      <w:r w:rsidR="004C389C">
        <w:t>o</w:t>
      </w:r>
      <w:r w:rsidR="004C389C">
        <w:t>ger</w:t>
      </w:r>
      <w:r>
        <w:t xml:space="preserve">, </w:t>
      </w:r>
      <w:r w:rsidR="004C389C">
        <w:t>j</w:t>
      </w:r>
      <w:r>
        <w:t>’</w:t>
      </w:r>
      <w:r w:rsidR="004C389C">
        <w:t>ai vu</w:t>
      </w:r>
      <w:r>
        <w:t xml:space="preserve">, </w:t>
      </w:r>
      <w:r w:rsidR="004C389C">
        <w:t>j</w:t>
      </w:r>
      <w:r>
        <w:t>’</w:t>
      </w:r>
      <w:r w:rsidR="004C389C">
        <w:t>ai vu</w:t>
      </w:r>
      <w:r>
        <w:t xml:space="preserve">… </w:t>
      </w:r>
      <w:r w:rsidR="004C389C">
        <w:t>Appuyez un peu à droite</w:t>
      </w:r>
      <w:r>
        <w:t xml:space="preserve">, </w:t>
      </w:r>
      <w:r w:rsidR="004C389C">
        <w:t>je vous prie</w:t>
      </w:r>
      <w:r>
        <w:t>…</w:t>
      </w:r>
    </w:p>
    <w:p w14:paraId="4A6518EF" w14:textId="77777777" w:rsidR="004B5A85" w:rsidRDefault="004C389C" w:rsidP="004C389C">
      <w:r>
        <w:t>Et le mousse</w:t>
      </w:r>
      <w:r w:rsidR="004B5A85">
        <w:t xml:space="preserve">, </w:t>
      </w:r>
      <w:r>
        <w:t>dressé à sa place</w:t>
      </w:r>
      <w:r w:rsidR="004B5A85">
        <w:t xml:space="preserve">, </w:t>
      </w:r>
      <w:r>
        <w:t>les mains cramponnées au dossier du baquet de l</w:t>
      </w:r>
      <w:r w:rsidR="004B5A85">
        <w:t>’</w:t>
      </w:r>
      <w:r>
        <w:t>officier</w:t>
      </w:r>
      <w:r w:rsidR="004B5A85">
        <w:t xml:space="preserve">, </w:t>
      </w:r>
      <w:r>
        <w:t>fronça les sourcils</w:t>
      </w:r>
      <w:r w:rsidR="004B5A85">
        <w:t xml:space="preserve">, </w:t>
      </w:r>
      <w:r>
        <w:t>usa de toute l</w:t>
      </w:r>
      <w:r w:rsidR="004B5A85">
        <w:t>’</w:t>
      </w:r>
      <w:r>
        <w:t>acuité de ses yeux vifs</w:t>
      </w:r>
      <w:r w:rsidR="004B5A85">
        <w:t>.</w:t>
      </w:r>
    </w:p>
    <w:p w14:paraId="2A10BAF5" w14:textId="77777777" w:rsidR="004B5A85" w:rsidRDefault="004C389C" w:rsidP="004C389C">
      <w:r>
        <w:t>Mais il se sentit trembler</w:t>
      </w:r>
      <w:r w:rsidR="004B5A85">
        <w:t xml:space="preserve">, </w:t>
      </w:r>
      <w:r>
        <w:t>et à l</w:t>
      </w:r>
      <w:r w:rsidR="004B5A85">
        <w:t>’</w:t>
      </w:r>
      <w:r>
        <w:t>oreille de l</w:t>
      </w:r>
      <w:r w:rsidR="004B5A85">
        <w:t>’</w:t>
      </w:r>
      <w:r>
        <w:t>officier</w:t>
      </w:r>
      <w:r w:rsidR="004B5A85">
        <w:t xml:space="preserve">, </w:t>
      </w:r>
      <w:r>
        <w:t>il pr</w:t>
      </w:r>
      <w:r>
        <w:t>o</w:t>
      </w:r>
      <w:r>
        <w:t>nonça</w:t>
      </w:r>
      <w:r w:rsidR="004B5A85">
        <w:t> :</w:t>
      </w:r>
    </w:p>
    <w:p w14:paraId="79E95957" w14:textId="77777777" w:rsidR="004B5A85" w:rsidRDefault="004B5A85" w:rsidP="004C389C">
      <w:pPr>
        <w:rPr>
          <w:i/>
          <w:iCs/>
        </w:rPr>
      </w:pPr>
      <w:r>
        <w:t>— </w:t>
      </w:r>
      <w:r w:rsidR="004C389C">
        <w:t>Mon lieutenant</w:t>
      </w:r>
      <w:r>
        <w:t xml:space="preserve">, </w:t>
      </w:r>
      <w:r w:rsidR="004C389C">
        <w:t>c</w:t>
      </w:r>
      <w:r>
        <w:t>’</w:t>
      </w:r>
      <w:r w:rsidR="004C389C">
        <w:t>est lui</w:t>
      </w:r>
      <w:r>
        <w:t xml:space="preserve">… </w:t>
      </w:r>
      <w:r w:rsidR="004C389C">
        <w:t xml:space="preserve">le </w:t>
      </w:r>
      <w:r w:rsidR="004C389C">
        <w:rPr>
          <w:i/>
          <w:iCs/>
        </w:rPr>
        <w:t>Nyctalope</w:t>
      </w:r>
      <w:r>
        <w:rPr>
          <w:i/>
          <w:iCs/>
        </w:rPr>
        <w:t> !</w:t>
      </w:r>
    </w:p>
    <w:p w14:paraId="38054FCF" w14:textId="77777777" w:rsidR="004B5A85" w:rsidRDefault="004B5A85" w:rsidP="004C389C">
      <w:r>
        <w:rPr>
          <w:i/>
          <w:iCs/>
        </w:rPr>
        <w:t>— </w:t>
      </w:r>
      <w:r w:rsidR="004C389C">
        <w:t>Où</w:t>
      </w:r>
      <w:r>
        <w:t xml:space="preserve"> ? </w:t>
      </w:r>
      <w:r w:rsidR="004C389C">
        <w:t>fit l</w:t>
      </w:r>
      <w:r>
        <w:t>’</w:t>
      </w:r>
      <w:r w:rsidR="004C389C">
        <w:t>officier</w:t>
      </w:r>
      <w:r>
        <w:t xml:space="preserve">, </w:t>
      </w:r>
      <w:r w:rsidR="004C389C">
        <w:t>dont les mains se cramponnaient sur le volant de direction</w:t>
      </w:r>
      <w:r>
        <w:t>.</w:t>
      </w:r>
    </w:p>
    <w:p w14:paraId="5662721F" w14:textId="77777777" w:rsidR="004B5A85" w:rsidRDefault="004B5A85" w:rsidP="004C389C">
      <w:r>
        <w:t>— </w:t>
      </w:r>
      <w:r w:rsidR="004C389C">
        <w:t>Là-bas</w:t>
      </w:r>
      <w:r>
        <w:t xml:space="preserve">, </w:t>
      </w:r>
      <w:r w:rsidR="004C389C">
        <w:t>un peu en avant</w:t>
      </w:r>
      <w:r>
        <w:t xml:space="preserve">, </w:t>
      </w:r>
      <w:r w:rsidR="004C389C">
        <w:t>encore à droite</w:t>
      </w:r>
      <w:r>
        <w:t xml:space="preserve">… </w:t>
      </w:r>
      <w:r w:rsidR="004C389C">
        <w:t>voyez-vous cette tache noire qui paraît une épave flottante et qui monte entre chaque vague</w:t>
      </w:r>
      <w:r>
        <w:t> ?…</w:t>
      </w:r>
    </w:p>
    <w:p w14:paraId="1ACF2432" w14:textId="77777777" w:rsidR="004B5A85" w:rsidRDefault="004B5A85" w:rsidP="004C389C">
      <w:r>
        <w:t>— </w:t>
      </w:r>
      <w:r w:rsidR="004C389C">
        <w:t>Oui</w:t>
      </w:r>
      <w:r>
        <w:t xml:space="preserve"> !… </w:t>
      </w:r>
      <w:r w:rsidR="004C389C">
        <w:t>oui</w:t>
      </w:r>
      <w:r>
        <w:t xml:space="preserve"> !… </w:t>
      </w:r>
      <w:r w:rsidR="004C389C">
        <w:t>je vois</w:t>
      </w:r>
      <w:r>
        <w:t> !…</w:t>
      </w:r>
    </w:p>
    <w:p w14:paraId="47A20E9F" w14:textId="77777777" w:rsidR="004B5A85" w:rsidRDefault="004B5A85" w:rsidP="004C389C">
      <w:pPr>
        <w:rPr>
          <w:i/>
          <w:iCs/>
        </w:rPr>
      </w:pPr>
      <w:r>
        <w:t>— </w:t>
      </w:r>
      <w:r w:rsidR="004C389C">
        <w:t>C</w:t>
      </w:r>
      <w:r>
        <w:t>’</w:t>
      </w:r>
      <w:r w:rsidR="004C389C">
        <w:t xml:space="preserve">est le capot de la grande écoutille du </w:t>
      </w:r>
      <w:r w:rsidR="004C389C">
        <w:rPr>
          <w:i/>
          <w:iCs/>
        </w:rPr>
        <w:t>Nyctalope</w:t>
      </w:r>
      <w:r>
        <w:rPr>
          <w:i/>
          <w:iCs/>
        </w:rPr>
        <w:t>.</w:t>
      </w:r>
    </w:p>
    <w:p w14:paraId="3BB533C4" w14:textId="77777777" w:rsidR="004B5A85" w:rsidRDefault="004B5A85" w:rsidP="004C389C">
      <w:r>
        <w:rPr>
          <w:i/>
          <w:iCs/>
        </w:rPr>
        <w:lastRenderedPageBreak/>
        <w:t>— </w:t>
      </w:r>
      <w:r w:rsidR="004C389C">
        <w:t>Tu ne te trompes pas</w:t>
      </w:r>
      <w:r>
        <w:t xml:space="preserve">, </w:t>
      </w:r>
      <w:r w:rsidR="004C389C">
        <w:t>petit</w:t>
      </w:r>
      <w:r>
        <w:t xml:space="preserve"> ?… </w:t>
      </w:r>
      <w:r w:rsidR="004C389C">
        <w:t>C</w:t>
      </w:r>
      <w:r>
        <w:t>’</w:t>
      </w:r>
      <w:r w:rsidR="004C389C">
        <w:t>est peut-être un requin endormi à la vague</w:t>
      </w:r>
      <w:r>
        <w:t>.</w:t>
      </w:r>
    </w:p>
    <w:p w14:paraId="7406494F" w14:textId="77777777" w:rsidR="004B5A85" w:rsidRDefault="004B5A85" w:rsidP="004C389C">
      <w:r>
        <w:t>— </w:t>
      </w:r>
      <w:r w:rsidR="004C389C">
        <w:t>Non</w:t>
      </w:r>
      <w:r>
        <w:t xml:space="preserve"> ! </w:t>
      </w:r>
      <w:r w:rsidR="004C389C">
        <w:t>non</w:t>
      </w:r>
      <w:r>
        <w:t xml:space="preserve"> ! </w:t>
      </w:r>
      <w:r w:rsidR="004C389C">
        <w:t>j</w:t>
      </w:r>
      <w:r>
        <w:t>’</w:t>
      </w:r>
      <w:r w:rsidR="004C389C">
        <w:t>en suis sûr</w:t>
      </w:r>
      <w:r>
        <w:t xml:space="preserve">… </w:t>
      </w:r>
      <w:r w:rsidR="004C389C">
        <w:t>J</w:t>
      </w:r>
      <w:r>
        <w:t>’</w:t>
      </w:r>
      <w:r w:rsidR="004C389C">
        <w:t>y vois clair</w:t>
      </w:r>
      <w:r>
        <w:t xml:space="preserve">… </w:t>
      </w:r>
      <w:r w:rsidR="004C389C">
        <w:t>Signalez</w:t>
      </w:r>
      <w:r>
        <w:t xml:space="preserve">, </w:t>
      </w:r>
      <w:r w:rsidR="004C389C">
        <w:t>mon lieutenant</w:t>
      </w:r>
      <w:r>
        <w:t xml:space="preserve">, </w:t>
      </w:r>
      <w:r w:rsidR="004C389C">
        <w:t>signalez</w:t>
      </w:r>
      <w:r>
        <w:t xml:space="preserve"> ! </w:t>
      </w:r>
      <w:r w:rsidR="004C389C">
        <w:t>et passez juste au-dessus</w:t>
      </w:r>
      <w:r>
        <w:t xml:space="preserve">. </w:t>
      </w:r>
      <w:r w:rsidR="004C389C">
        <w:t>Je prépare les bombes</w:t>
      </w:r>
      <w:r>
        <w:t>.</w:t>
      </w:r>
    </w:p>
    <w:p w14:paraId="572C5A52" w14:textId="77777777" w:rsidR="004B5A85" w:rsidRDefault="004C389C" w:rsidP="004C389C">
      <w:r>
        <w:t>En proie à une émotion inexplicable</w:t>
      </w:r>
      <w:r w:rsidR="004B5A85">
        <w:t xml:space="preserve">, </w:t>
      </w:r>
      <w:r>
        <w:t>mais se dominant grâce à sa volonté de sang-froid</w:t>
      </w:r>
      <w:r w:rsidR="004B5A85">
        <w:t xml:space="preserve">, </w:t>
      </w:r>
      <w:r>
        <w:t>le lieutenant Roger manœuvra le commutateur téléphonique</w:t>
      </w:r>
      <w:r w:rsidR="004B5A85">
        <w:t xml:space="preserve">, </w:t>
      </w:r>
      <w:r>
        <w:t>se pencha vers le transmetteur et</w:t>
      </w:r>
      <w:r w:rsidR="004B5A85">
        <w:t xml:space="preserve">, </w:t>
      </w:r>
      <w:r>
        <w:t>quand la sonnerie cliqueta</w:t>
      </w:r>
      <w:r w:rsidR="004B5A85">
        <w:t xml:space="preserve">, </w:t>
      </w:r>
      <w:r>
        <w:t>l</w:t>
      </w:r>
      <w:r w:rsidR="004B5A85">
        <w:t>’</w:t>
      </w:r>
      <w:r>
        <w:t>avertissant que</w:t>
      </w:r>
      <w:r w:rsidR="004B5A85">
        <w:t xml:space="preserve">, </w:t>
      </w:r>
      <w:r>
        <w:t xml:space="preserve">à bord des deux sous-marins comme sur le </w:t>
      </w:r>
      <w:r>
        <w:rPr>
          <w:i/>
          <w:iCs/>
        </w:rPr>
        <w:t>B</w:t>
      </w:r>
      <w:r>
        <w:t>-18</w:t>
      </w:r>
      <w:r w:rsidR="004B5A85">
        <w:t xml:space="preserve">, </w:t>
      </w:r>
      <w:r>
        <w:t>on attendait sa communic</w:t>
      </w:r>
      <w:r>
        <w:t>a</w:t>
      </w:r>
      <w:r>
        <w:t>tion</w:t>
      </w:r>
      <w:r w:rsidR="004B5A85">
        <w:t xml:space="preserve">, </w:t>
      </w:r>
      <w:r>
        <w:t>il prononça d</w:t>
      </w:r>
      <w:r w:rsidR="004B5A85">
        <w:t>’</w:t>
      </w:r>
      <w:r>
        <w:t>une voix ferme</w:t>
      </w:r>
      <w:r w:rsidR="004B5A85">
        <w:t> :</w:t>
      </w:r>
    </w:p>
    <w:p w14:paraId="0749D5CF" w14:textId="77777777" w:rsidR="004B5A85" w:rsidRDefault="004B5A85" w:rsidP="004C389C">
      <w:r>
        <w:t>— </w:t>
      </w:r>
      <w:r w:rsidR="004C389C">
        <w:t>Pierrot l</w:t>
      </w:r>
      <w:r>
        <w:t>’</w:t>
      </w:r>
      <w:r w:rsidR="004C389C">
        <w:t xml:space="preserve">Écureuil signale le </w:t>
      </w:r>
      <w:r w:rsidR="004C389C">
        <w:rPr>
          <w:i/>
          <w:iCs/>
        </w:rPr>
        <w:t>Nyctalope</w:t>
      </w:r>
      <w:r>
        <w:rPr>
          <w:i/>
          <w:iCs/>
        </w:rPr>
        <w:t xml:space="preserve">, </w:t>
      </w:r>
      <w:r w:rsidR="004C389C">
        <w:t>en avant</w:t>
      </w:r>
      <w:r>
        <w:t xml:space="preserve">… </w:t>
      </w:r>
      <w:r w:rsidR="004C389C">
        <w:t>à deux cents mètres</w:t>
      </w:r>
      <w:r>
        <w:t xml:space="preserve">. </w:t>
      </w:r>
      <w:r w:rsidR="004C389C">
        <w:t>Il navigue en surface</w:t>
      </w:r>
      <w:r>
        <w:t xml:space="preserve">… </w:t>
      </w:r>
      <w:r w:rsidR="004C389C">
        <w:t>Je vais bombarder</w:t>
      </w:r>
      <w:r>
        <w:t xml:space="preserve">… </w:t>
      </w:r>
      <w:r w:rsidR="004C389C">
        <w:rPr>
          <w:i/>
          <w:iCs/>
        </w:rPr>
        <w:t>B-</w:t>
      </w:r>
      <w:r w:rsidR="004C389C">
        <w:t>18</w:t>
      </w:r>
      <w:r>
        <w:t xml:space="preserve">, </w:t>
      </w:r>
      <w:r w:rsidR="004C389C">
        <w:t>forcez la vitesse et ralliez</w:t>
      </w:r>
      <w:r>
        <w:t> !…</w:t>
      </w:r>
    </w:p>
    <w:p w14:paraId="1B4A4DC6" w14:textId="77777777" w:rsidR="004B5A85" w:rsidRDefault="004C389C" w:rsidP="004C389C">
      <w:r>
        <w:t xml:space="preserve">Le </w:t>
      </w:r>
      <w:r>
        <w:rPr>
          <w:i/>
          <w:iCs/>
        </w:rPr>
        <w:t>B</w:t>
      </w:r>
      <w:r>
        <w:t>-18</w:t>
      </w:r>
      <w:r w:rsidR="004B5A85">
        <w:t xml:space="preserve">, </w:t>
      </w:r>
      <w:r>
        <w:t>en effet</w:t>
      </w:r>
      <w:r w:rsidR="004B5A85">
        <w:t xml:space="preserve">, </w:t>
      </w:r>
      <w:r>
        <w:t xml:space="preserve">se trouvait un peu en arrière et à gauche du </w:t>
      </w:r>
      <w:r>
        <w:rPr>
          <w:i/>
          <w:iCs/>
        </w:rPr>
        <w:t>B</w:t>
      </w:r>
      <w:r>
        <w:t>-16</w:t>
      </w:r>
      <w:r w:rsidR="004B5A85">
        <w:t>.</w:t>
      </w:r>
    </w:p>
    <w:p w14:paraId="035C4AD2" w14:textId="77777777" w:rsidR="004B5A85" w:rsidRDefault="004C389C" w:rsidP="004C389C">
      <w:r>
        <w:t>Et ce fut</w:t>
      </w:r>
      <w:r w:rsidR="004B5A85">
        <w:t xml:space="preserve">, </w:t>
      </w:r>
      <w:r>
        <w:t>une minute plus tard</w:t>
      </w:r>
      <w:r w:rsidR="004B5A85">
        <w:t xml:space="preserve">, </w:t>
      </w:r>
      <w:r>
        <w:t>l</w:t>
      </w:r>
      <w:r w:rsidR="004B5A85">
        <w:t>’</w:t>
      </w:r>
      <w:r>
        <w:t>instant tragique</w:t>
      </w:r>
      <w:r w:rsidR="004B5A85">
        <w:t>.</w:t>
      </w:r>
    </w:p>
    <w:p w14:paraId="0639B829" w14:textId="77777777" w:rsidR="004B5A85" w:rsidRDefault="004C389C" w:rsidP="004C389C">
      <w:r>
        <w:t>Les événements allaient se succéder avec une rapidité fo</w:t>
      </w:r>
      <w:r>
        <w:t>u</w:t>
      </w:r>
      <w:r>
        <w:t>droyante</w:t>
      </w:r>
      <w:r w:rsidR="004B5A85">
        <w:t xml:space="preserve">, </w:t>
      </w:r>
      <w:r>
        <w:t>avec des conséquences d</w:t>
      </w:r>
      <w:r w:rsidR="004B5A85">
        <w:t>’</w:t>
      </w:r>
      <w:r>
        <w:t>un dramatique bien inatte</w:t>
      </w:r>
      <w:r>
        <w:t>n</w:t>
      </w:r>
      <w:r>
        <w:t>du</w:t>
      </w:r>
      <w:r w:rsidR="004B5A85">
        <w:t>.</w:t>
      </w:r>
    </w:p>
    <w:p w14:paraId="06BC8C36" w14:textId="77777777" w:rsidR="004B5A85" w:rsidRDefault="004C389C" w:rsidP="004B5A85">
      <w:pPr>
        <w:pStyle w:val="Titre1"/>
      </w:pPr>
      <w:bookmarkStart w:id="47" w:name="__RefHeading__49_1003869823"/>
      <w:bookmarkStart w:id="48" w:name="_Toc202462485"/>
      <w:bookmarkEnd w:id="47"/>
      <w:r>
        <w:lastRenderedPageBreak/>
        <w:t>CHAPITRE XXV</w:t>
      </w:r>
      <w:r>
        <w:br/>
      </w:r>
      <w:r>
        <w:br/>
        <w:t>CATASTROPHE</w:t>
      </w:r>
      <w:r w:rsidR="004B5A85">
        <w:t> !</w:t>
      </w:r>
      <w:bookmarkEnd w:id="48"/>
    </w:p>
    <w:p w14:paraId="797C5182" w14:textId="77777777" w:rsidR="004B5A85" w:rsidRDefault="004C389C" w:rsidP="004C389C">
      <w:r>
        <w:t>Pierrot l</w:t>
      </w:r>
      <w:r w:rsidR="004B5A85">
        <w:t>’</w:t>
      </w:r>
      <w:r>
        <w:t>Écureuil</w:t>
      </w:r>
      <w:r w:rsidR="004B5A85">
        <w:t xml:space="preserve">, </w:t>
      </w:r>
      <w:r>
        <w:t>tenant à chaque main une bombe</w:t>
      </w:r>
      <w:r w:rsidR="004B5A85">
        <w:t xml:space="preserve">, </w:t>
      </w:r>
      <w:r>
        <w:t>s</w:t>
      </w:r>
      <w:r w:rsidR="004B5A85">
        <w:t>’</w:t>
      </w:r>
      <w:r>
        <w:t>était accroupi devant le large trou de lancement</w:t>
      </w:r>
      <w:r w:rsidR="004B5A85">
        <w:t>.</w:t>
      </w:r>
    </w:p>
    <w:p w14:paraId="603BA53A" w14:textId="77777777" w:rsidR="004B5A85" w:rsidRDefault="004C389C" w:rsidP="004C389C">
      <w:r>
        <w:t>Il venait d</w:t>
      </w:r>
      <w:r w:rsidR="004B5A85">
        <w:t>’</w:t>
      </w:r>
      <w:r>
        <w:t>accrocher un appareil qui</w:t>
      </w:r>
      <w:r w:rsidR="004B5A85">
        <w:t xml:space="preserve">, </w:t>
      </w:r>
      <w:r>
        <w:t>mettant un récepteur à son oreille droite et un transmetteur devant sa bouche</w:t>
      </w:r>
      <w:r w:rsidR="004B5A85">
        <w:t xml:space="preserve">, </w:t>
      </w:r>
      <w:r>
        <w:t>lui permettait de communiquer téléphoniquement avec le lieut</w:t>
      </w:r>
      <w:r>
        <w:t>e</w:t>
      </w:r>
      <w:r>
        <w:t>nant Roger</w:t>
      </w:r>
      <w:r w:rsidR="004B5A85">
        <w:t xml:space="preserve">, </w:t>
      </w:r>
      <w:r>
        <w:t>dont il pourrait ainsi se faire entendre malgré le v</w:t>
      </w:r>
      <w:r>
        <w:t>a</w:t>
      </w:r>
      <w:r>
        <w:t>carme du moteur</w:t>
      </w:r>
      <w:r w:rsidR="004B5A85">
        <w:t>.</w:t>
      </w:r>
    </w:p>
    <w:p w14:paraId="577D874E" w14:textId="77777777" w:rsidR="004B5A85" w:rsidRDefault="004C389C" w:rsidP="004C389C">
      <w:r>
        <w:t>Il cria</w:t>
      </w:r>
      <w:r w:rsidR="004B5A85">
        <w:t> :</w:t>
      </w:r>
    </w:p>
    <w:p w14:paraId="327F454F" w14:textId="77777777" w:rsidR="004B5A85" w:rsidRDefault="004B5A85" w:rsidP="004C389C">
      <w:r>
        <w:t>— </w:t>
      </w:r>
      <w:r w:rsidR="004C389C">
        <w:t>Ralentissez le plus possible</w:t>
      </w:r>
      <w:r>
        <w:t xml:space="preserve"> ! </w:t>
      </w:r>
      <w:r w:rsidR="004C389C">
        <w:t>descendez</w:t>
      </w:r>
      <w:r>
        <w:t> !…</w:t>
      </w:r>
    </w:p>
    <w:p w14:paraId="32403204" w14:textId="77777777" w:rsidR="004B5A85" w:rsidRDefault="004C389C" w:rsidP="004C389C">
      <w:pPr>
        <w:rPr>
          <w:i/>
          <w:iCs/>
        </w:rPr>
      </w:pPr>
      <w:r>
        <w:t>Et</w:t>
      </w:r>
      <w:r w:rsidR="004B5A85">
        <w:t xml:space="preserve">, </w:t>
      </w:r>
      <w:r>
        <w:t>plusieurs secondes plus tard</w:t>
      </w:r>
      <w:r w:rsidR="004B5A85">
        <w:t xml:space="preserve">, </w:t>
      </w:r>
      <w:r>
        <w:t>il vit poindre en avant</w:t>
      </w:r>
      <w:r w:rsidR="004B5A85">
        <w:t xml:space="preserve">, </w:t>
      </w:r>
      <w:r>
        <w:t>au ras des flots</w:t>
      </w:r>
      <w:r w:rsidR="004B5A85">
        <w:t xml:space="preserve">, </w:t>
      </w:r>
      <w:r>
        <w:t xml:space="preserve">le capot noir de la grande écoutille du </w:t>
      </w:r>
      <w:r>
        <w:rPr>
          <w:i/>
          <w:iCs/>
        </w:rPr>
        <w:t>Nyctalope</w:t>
      </w:r>
      <w:r w:rsidR="004B5A85">
        <w:rPr>
          <w:i/>
          <w:iCs/>
        </w:rPr>
        <w:t>.</w:t>
      </w:r>
    </w:p>
    <w:p w14:paraId="1319720B" w14:textId="77777777" w:rsidR="004B5A85" w:rsidRDefault="004B5A85" w:rsidP="004C389C">
      <w:r>
        <w:rPr>
          <w:i/>
          <w:iCs/>
        </w:rPr>
        <w:t>— </w:t>
      </w:r>
      <w:r w:rsidR="004C389C">
        <w:t>Attention</w:t>
      </w:r>
      <w:r>
        <w:t xml:space="preserve"> ! </w:t>
      </w:r>
      <w:r w:rsidR="004C389C">
        <w:t>cria Pierrot l</w:t>
      </w:r>
      <w:r>
        <w:t>’</w:t>
      </w:r>
      <w:r w:rsidR="004C389C">
        <w:t>Écureuil</w:t>
      </w:r>
      <w:r>
        <w:t xml:space="preserve">, </w:t>
      </w:r>
      <w:r w:rsidR="004C389C">
        <w:t>nous passons dessus</w:t>
      </w:r>
      <w:r>
        <w:t>.</w:t>
      </w:r>
    </w:p>
    <w:p w14:paraId="6AA39D1B" w14:textId="77777777" w:rsidR="004B5A85" w:rsidRDefault="004C389C" w:rsidP="004C389C">
      <w:r>
        <w:t>Et il lâcha les deux bombes</w:t>
      </w:r>
      <w:r w:rsidR="004B5A85">
        <w:t xml:space="preserve">… </w:t>
      </w:r>
      <w:r>
        <w:t>en criant encore</w:t>
      </w:r>
      <w:r w:rsidR="004B5A85">
        <w:t> :</w:t>
      </w:r>
    </w:p>
    <w:p w14:paraId="1BA8DC57" w14:textId="77777777" w:rsidR="004B5A85" w:rsidRDefault="004B5A85" w:rsidP="004C389C">
      <w:r>
        <w:t>— </w:t>
      </w:r>
      <w:r w:rsidR="004C389C">
        <w:t>Un crochet</w:t>
      </w:r>
      <w:r>
        <w:t xml:space="preserve"> ! </w:t>
      </w:r>
      <w:r w:rsidR="004C389C">
        <w:t>revenez</w:t>
      </w:r>
      <w:r>
        <w:t> !…</w:t>
      </w:r>
    </w:p>
    <w:p w14:paraId="4D4FC717" w14:textId="77777777" w:rsidR="004B5A85" w:rsidRDefault="004C389C" w:rsidP="004C389C">
      <w:r>
        <w:t>À l</w:t>
      </w:r>
      <w:r w:rsidR="004B5A85">
        <w:t>’</w:t>
      </w:r>
      <w:r>
        <w:t>instant même</w:t>
      </w:r>
      <w:r w:rsidR="004B5A85">
        <w:t xml:space="preserve">, </w:t>
      </w:r>
      <w:r>
        <w:t>une détonation éclata</w:t>
      </w:r>
      <w:r w:rsidR="004B5A85">
        <w:t xml:space="preserve">, </w:t>
      </w:r>
      <w:r>
        <w:t>et un formidable remous d</w:t>
      </w:r>
      <w:r w:rsidR="004B5A85">
        <w:t>’</w:t>
      </w:r>
      <w:r>
        <w:t>air fit tanguer l</w:t>
      </w:r>
      <w:r w:rsidR="004B5A85">
        <w:t>’</w:t>
      </w:r>
      <w:r>
        <w:t>aéroplane au point que le mousse</w:t>
      </w:r>
      <w:r w:rsidR="004B5A85">
        <w:t xml:space="preserve">, </w:t>
      </w:r>
      <w:r>
        <w:t>préoccupé</w:t>
      </w:r>
      <w:r w:rsidR="004B5A85">
        <w:t xml:space="preserve">, </w:t>
      </w:r>
      <w:r>
        <w:t>fut renversé sur le dos au bord du trou</w:t>
      </w:r>
      <w:r w:rsidR="004B5A85">
        <w:t>…</w:t>
      </w:r>
    </w:p>
    <w:p w14:paraId="6FF85243" w14:textId="77777777" w:rsidR="004B5A85" w:rsidRDefault="004C389C" w:rsidP="004C389C">
      <w:r>
        <w:t>Il eut la présence d</w:t>
      </w:r>
      <w:r w:rsidR="004B5A85">
        <w:t>’</w:t>
      </w:r>
      <w:r>
        <w:t>esprit de crier</w:t>
      </w:r>
      <w:r w:rsidR="004B5A85">
        <w:t> :</w:t>
      </w:r>
    </w:p>
    <w:p w14:paraId="4811C62D" w14:textId="77777777" w:rsidR="004B5A85" w:rsidRDefault="004B5A85" w:rsidP="004C389C">
      <w:r>
        <w:t>— </w:t>
      </w:r>
      <w:r w:rsidR="004C389C">
        <w:t>Remontez</w:t>
      </w:r>
      <w:r>
        <w:t> !</w:t>
      </w:r>
    </w:p>
    <w:p w14:paraId="4B09B868" w14:textId="77777777" w:rsidR="004B5A85" w:rsidRDefault="004C389C" w:rsidP="004C389C">
      <w:r>
        <w:lastRenderedPageBreak/>
        <w:t>Et l</w:t>
      </w:r>
      <w:r w:rsidR="004B5A85">
        <w:t>’</w:t>
      </w:r>
      <w:r>
        <w:t>aéroplane fit un bond formidable dans les airs</w:t>
      </w:r>
      <w:r w:rsidR="004B5A85">
        <w:t>.</w:t>
      </w:r>
    </w:p>
    <w:p w14:paraId="0F241124" w14:textId="77777777" w:rsidR="004B5A85" w:rsidRDefault="004C389C" w:rsidP="004C389C">
      <w:r>
        <w:t xml:space="preserve">Il faillit heurter le </w:t>
      </w:r>
      <w:r>
        <w:rPr>
          <w:i/>
          <w:iCs/>
        </w:rPr>
        <w:t>B</w:t>
      </w:r>
      <w:r>
        <w:t>-18</w:t>
      </w:r>
      <w:r w:rsidR="004B5A85">
        <w:t xml:space="preserve">, </w:t>
      </w:r>
      <w:r>
        <w:t xml:space="preserve">qui glissait en descendant vers le </w:t>
      </w:r>
      <w:r>
        <w:rPr>
          <w:i/>
          <w:iCs/>
        </w:rPr>
        <w:t xml:space="preserve">Nyctalope </w:t>
      </w:r>
      <w:r>
        <w:t>et qui</w:t>
      </w:r>
      <w:r w:rsidR="004B5A85">
        <w:t xml:space="preserve">, </w:t>
      </w:r>
      <w:r>
        <w:t>lui aussi</w:t>
      </w:r>
      <w:r w:rsidR="004B5A85">
        <w:t xml:space="preserve">, </w:t>
      </w:r>
      <w:r>
        <w:t>à cet instant</w:t>
      </w:r>
      <w:r w:rsidR="004B5A85">
        <w:t xml:space="preserve">, </w:t>
      </w:r>
      <w:r>
        <w:t>lâcha deux bombes</w:t>
      </w:r>
      <w:r w:rsidR="004B5A85">
        <w:t xml:space="preserve">, </w:t>
      </w:r>
      <w:r>
        <w:t>dont une seule éclata en touchant l</w:t>
      </w:r>
      <w:r w:rsidR="004B5A85">
        <w:t>’</w:t>
      </w:r>
      <w:r>
        <w:t>eau</w:t>
      </w:r>
      <w:r w:rsidR="004B5A85">
        <w:t>…</w:t>
      </w:r>
    </w:p>
    <w:p w14:paraId="5317AAC6" w14:textId="77777777" w:rsidR="004B5A85" w:rsidRDefault="004C389C" w:rsidP="004C389C">
      <w:r>
        <w:t>La tête au bord du trou</w:t>
      </w:r>
      <w:r w:rsidR="004B5A85">
        <w:t xml:space="preserve">, </w:t>
      </w:r>
      <w:r>
        <w:t>Pierrot l</w:t>
      </w:r>
      <w:r w:rsidR="004B5A85">
        <w:t>’</w:t>
      </w:r>
      <w:r>
        <w:t>Écureuil put voir en un éclair qu</w:t>
      </w:r>
      <w:r w:rsidR="004B5A85">
        <w:t>’</w:t>
      </w:r>
      <w:r>
        <w:t>aucune bombe n</w:t>
      </w:r>
      <w:r w:rsidR="004B5A85">
        <w:t>’</w:t>
      </w:r>
      <w:r>
        <w:t>avait frappé le but</w:t>
      </w:r>
      <w:r w:rsidR="004B5A85">
        <w:t>…</w:t>
      </w:r>
    </w:p>
    <w:p w14:paraId="57DE064D" w14:textId="77777777" w:rsidR="004B5A85" w:rsidRDefault="004C389C" w:rsidP="004C389C">
      <w:r>
        <w:t>Dans l</w:t>
      </w:r>
      <w:r w:rsidR="004B5A85">
        <w:t>’</w:t>
      </w:r>
      <w:r>
        <w:t>air</w:t>
      </w:r>
      <w:r w:rsidR="004B5A85">
        <w:t xml:space="preserve">, </w:t>
      </w:r>
      <w:r>
        <w:t>guidés avec un admirable sang-froid</w:t>
      </w:r>
      <w:r w:rsidR="004B5A85">
        <w:t xml:space="preserve">, </w:t>
      </w:r>
      <w:r>
        <w:t>les aér</w:t>
      </w:r>
      <w:r>
        <w:t>o</w:t>
      </w:r>
      <w:r>
        <w:t>planes tournaient</w:t>
      </w:r>
      <w:r w:rsidR="004B5A85">
        <w:t xml:space="preserve">, </w:t>
      </w:r>
      <w:r>
        <w:t>revenant vers le même point</w:t>
      </w:r>
      <w:r w:rsidR="004B5A85">
        <w:t>…</w:t>
      </w:r>
    </w:p>
    <w:p w14:paraId="77FE363E" w14:textId="77777777" w:rsidR="004B5A85" w:rsidRDefault="004C389C" w:rsidP="004C389C">
      <w:r>
        <w:t>Et Pierrot l</w:t>
      </w:r>
      <w:r w:rsidR="004B5A85">
        <w:t>’</w:t>
      </w:r>
      <w:r>
        <w:t>Écureuil se disait</w:t>
      </w:r>
      <w:r w:rsidR="004B5A85">
        <w:t> :</w:t>
      </w:r>
    </w:p>
    <w:p w14:paraId="045FDC8E" w14:textId="7BA4AFEE" w:rsidR="004C389C" w:rsidRDefault="004B5A85" w:rsidP="004C389C">
      <w:r>
        <w:t>« </w:t>
      </w:r>
      <w:r w:rsidR="004C389C">
        <w:t xml:space="preserve">Ils vont torpiller le </w:t>
      </w:r>
      <w:r w:rsidR="004C389C">
        <w:rPr>
          <w:i/>
          <w:iCs/>
        </w:rPr>
        <w:t xml:space="preserve">Nyctalope </w:t>
      </w:r>
      <w:r w:rsidR="004C389C">
        <w:t>par dessous</w:t>
      </w:r>
      <w:r>
        <w:t>… »</w:t>
      </w:r>
    </w:p>
    <w:p w14:paraId="6E94863F" w14:textId="77777777" w:rsidR="004B5A85" w:rsidRDefault="004C389C" w:rsidP="004C389C">
      <w:r>
        <w:t>Mais en bas</w:t>
      </w:r>
      <w:r w:rsidR="004B5A85">
        <w:t xml:space="preserve">, </w:t>
      </w:r>
      <w:r>
        <w:t>pendant cette minute</w:t>
      </w:r>
      <w:r w:rsidR="004B5A85">
        <w:t xml:space="preserve">, </w:t>
      </w:r>
      <w:r>
        <w:t>des choses s</w:t>
      </w:r>
      <w:r w:rsidR="004B5A85">
        <w:t>’</w:t>
      </w:r>
      <w:r>
        <w:t>accomplissaient</w:t>
      </w:r>
      <w:r w:rsidR="004B5A85">
        <w:t>.</w:t>
      </w:r>
    </w:p>
    <w:p w14:paraId="3A0A0CCB" w14:textId="77777777" w:rsidR="004B5A85" w:rsidRDefault="004C389C" w:rsidP="004C389C">
      <w:r>
        <w:t>À la première détonation</w:t>
      </w:r>
      <w:r w:rsidR="004B5A85">
        <w:t xml:space="preserve">, </w:t>
      </w:r>
      <w:r>
        <w:t xml:space="preserve">le capot du </w:t>
      </w:r>
      <w:r>
        <w:rPr>
          <w:i/>
          <w:iCs/>
        </w:rPr>
        <w:t xml:space="preserve">Nyctalope </w:t>
      </w:r>
      <w:r>
        <w:t>s</w:t>
      </w:r>
      <w:r w:rsidR="004B5A85">
        <w:t>’</w:t>
      </w:r>
      <w:r>
        <w:t>était o</w:t>
      </w:r>
      <w:r>
        <w:t>u</w:t>
      </w:r>
      <w:r>
        <w:t>vert</w:t>
      </w:r>
      <w:r w:rsidR="004B5A85">
        <w:t>.</w:t>
      </w:r>
    </w:p>
    <w:p w14:paraId="56407004" w14:textId="77777777" w:rsidR="004B5A85" w:rsidRDefault="004C389C" w:rsidP="004C389C">
      <w:r>
        <w:t>Deux hommes avaient surgi</w:t>
      </w:r>
      <w:r w:rsidR="004B5A85">
        <w:t xml:space="preserve">, </w:t>
      </w:r>
      <w:r>
        <w:t>armés de carabines</w:t>
      </w:r>
      <w:r w:rsidR="004B5A85">
        <w:t>.</w:t>
      </w:r>
    </w:p>
    <w:p w14:paraId="4D3FF8C8" w14:textId="77777777" w:rsidR="004B5A85" w:rsidRDefault="004C389C" w:rsidP="004C389C">
      <w:r>
        <w:t>Ensemble</w:t>
      </w:r>
      <w:r w:rsidR="004B5A85">
        <w:t xml:space="preserve">, </w:t>
      </w:r>
      <w:r>
        <w:t>debout sur la plate-forme que les vagues b</w:t>
      </w:r>
      <w:r>
        <w:t>a</w:t>
      </w:r>
      <w:r>
        <w:t>layaient</w:t>
      </w:r>
      <w:r w:rsidR="004B5A85">
        <w:t xml:space="preserve">, </w:t>
      </w:r>
      <w:r>
        <w:t>ils visèrent un des deux aéroplanes qui se trouvait à peine à cinquante mètres de hauteur</w:t>
      </w:r>
      <w:r w:rsidR="004B5A85">
        <w:t>.</w:t>
      </w:r>
    </w:p>
    <w:p w14:paraId="4108E64B" w14:textId="77777777" w:rsidR="004B5A85" w:rsidRDefault="004C389C" w:rsidP="004C389C">
      <w:r>
        <w:t>C</w:t>
      </w:r>
      <w:r w:rsidR="004B5A85">
        <w:t>’</w:t>
      </w:r>
      <w:r>
        <w:t xml:space="preserve">était le </w:t>
      </w:r>
      <w:r>
        <w:rPr>
          <w:i/>
          <w:iCs/>
        </w:rPr>
        <w:t>B</w:t>
      </w:r>
      <w:r>
        <w:t>-18</w:t>
      </w:r>
      <w:r w:rsidR="004B5A85">
        <w:t>.</w:t>
      </w:r>
    </w:p>
    <w:p w14:paraId="443E350F" w14:textId="77777777" w:rsidR="004B5A85" w:rsidRDefault="004C389C" w:rsidP="004C389C">
      <w:r>
        <w:t>Et soudain</w:t>
      </w:r>
      <w:r w:rsidR="004B5A85">
        <w:t xml:space="preserve">, </w:t>
      </w:r>
      <w:r>
        <w:t>Pierrot l</w:t>
      </w:r>
      <w:r w:rsidR="004B5A85">
        <w:t>’</w:t>
      </w:r>
      <w:r>
        <w:t>Écureuil entendit un cri</w:t>
      </w:r>
      <w:r w:rsidR="004B5A85">
        <w:t xml:space="preserve">, </w:t>
      </w:r>
      <w:r>
        <w:t>tandis que l</w:t>
      </w:r>
      <w:r w:rsidR="004B5A85">
        <w:t>’</w:t>
      </w:r>
      <w:r>
        <w:t>aéroplane</w:t>
      </w:r>
      <w:r w:rsidR="004B5A85">
        <w:t xml:space="preserve">, </w:t>
      </w:r>
      <w:r>
        <w:t>piquant du nez</w:t>
      </w:r>
      <w:r w:rsidR="004B5A85">
        <w:t xml:space="preserve">, </w:t>
      </w:r>
      <w:r>
        <w:t>tombait vers la mer</w:t>
      </w:r>
      <w:r w:rsidR="004B5A85">
        <w:t>.</w:t>
      </w:r>
    </w:p>
    <w:p w14:paraId="38A4AD2E" w14:textId="77777777" w:rsidR="004B5A85" w:rsidRDefault="004C389C" w:rsidP="004C389C">
      <w:r>
        <w:t>Le mousse se dressa</w:t>
      </w:r>
      <w:r w:rsidR="004B5A85">
        <w:t xml:space="preserve">… </w:t>
      </w:r>
      <w:r>
        <w:t>l</w:t>
      </w:r>
      <w:r w:rsidR="004B5A85">
        <w:t>’</w:t>
      </w:r>
      <w:r>
        <w:t>esprit affolé</w:t>
      </w:r>
      <w:r w:rsidR="004B5A85">
        <w:t>.</w:t>
      </w:r>
    </w:p>
    <w:p w14:paraId="7C67B1D8" w14:textId="77777777" w:rsidR="004B5A85" w:rsidRDefault="004C389C" w:rsidP="004C389C">
      <w:r>
        <w:t>Mais</w:t>
      </w:r>
      <w:r w:rsidR="004B5A85">
        <w:t xml:space="preserve">, </w:t>
      </w:r>
      <w:r>
        <w:t>avant qu</w:t>
      </w:r>
      <w:r w:rsidR="004B5A85">
        <w:t>’</w:t>
      </w:r>
      <w:r>
        <w:t>il eût pu faire la moindre réflexion</w:t>
      </w:r>
      <w:r w:rsidR="004B5A85">
        <w:t xml:space="preserve">, </w:t>
      </w:r>
      <w:r>
        <w:t>il ente</w:t>
      </w:r>
      <w:r>
        <w:t>n</w:t>
      </w:r>
      <w:r>
        <w:t>dit une détonation formidable et il se vit saisi dans une cataracte d</w:t>
      </w:r>
      <w:r w:rsidR="004B5A85">
        <w:t>’</w:t>
      </w:r>
      <w:r>
        <w:t>eau</w:t>
      </w:r>
      <w:r w:rsidR="004B5A85">
        <w:t>…</w:t>
      </w:r>
    </w:p>
    <w:p w14:paraId="7FD2410E" w14:textId="77777777" w:rsidR="004B5A85" w:rsidRDefault="004C389C" w:rsidP="004C389C">
      <w:r>
        <w:lastRenderedPageBreak/>
        <w:t>Il eut conscience qu</w:t>
      </w:r>
      <w:r w:rsidR="004B5A85">
        <w:t>’</w:t>
      </w:r>
      <w:r>
        <w:t>il venait d</w:t>
      </w:r>
      <w:r w:rsidR="004B5A85">
        <w:t>’</w:t>
      </w:r>
      <w:r>
        <w:t>être séparé de l</w:t>
      </w:r>
      <w:r w:rsidR="004B5A85">
        <w:t>’</w:t>
      </w:r>
      <w:r>
        <w:t>aéroplane</w:t>
      </w:r>
      <w:r w:rsidR="004B5A85">
        <w:t xml:space="preserve">. </w:t>
      </w:r>
      <w:r>
        <w:t>Il s</w:t>
      </w:r>
      <w:r w:rsidR="004B5A85">
        <w:t>’</w:t>
      </w:r>
      <w:proofErr w:type="spellStart"/>
      <w:r>
        <w:t>agita</w:t>
      </w:r>
      <w:proofErr w:type="spellEnd"/>
      <w:r w:rsidR="004B5A85">
        <w:t xml:space="preserve">, </w:t>
      </w:r>
      <w:r>
        <w:t>remua jambes et bras</w:t>
      </w:r>
      <w:r w:rsidR="004B5A85">
        <w:t xml:space="preserve">, </w:t>
      </w:r>
      <w:r>
        <w:t>souffla machinalement pour rej</w:t>
      </w:r>
      <w:r>
        <w:t>e</w:t>
      </w:r>
      <w:r>
        <w:t>ter l</w:t>
      </w:r>
      <w:r w:rsidR="004B5A85">
        <w:t>’</w:t>
      </w:r>
      <w:r>
        <w:t>eau qui lui remplissait la bouche</w:t>
      </w:r>
      <w:r w:rsidR="004B5A85">
        <w:t>.</w:t>
      </w:r>
    </w:p>
    <w:p w14:paraId="44479097" w14:textId="77777777" w:rsidR="004B5A85" w:rsidRDefault="004C389C" w:rsidP="004C389C">
      <w:r>
        <w:t>Mais sa tête heurta contre un corps dur et il perdit toute conscience des choses</w:t>
      </w:r>
      <w:r w:rsidR="004B5A85">
        <w:t>.</w:t>
      </w:r>
    </w:p>
    <w:p w14:paraId="21DB8D86" w14:textId="4016C31A" w:rsidR="004C389C" w:rsidRDefault="004C389C" w:rsidP="004B5A85">
      <w:pPr>
        <w:pStyle w:val="Centr"/>
      </w:pPr>
      <w:r>
        <w:t>* * *</w:t>
      </w:r>
    </w:p>
    <w:p w14:paraId="1C8D0181" w14:textId="77777777" w:rsidR="004B5A85" w:rsidRDefault="004C389C" w:rsidP="004C389C">
      <w:r>
        <w:t>Quand Pierrot l</w:t>
      </w:r>
      <w:r w:rsidR="004B5A85">
        <w:t>’</w:t>
      </w:r>
      <w:r>
        <w:t>Écureuil se réveilla et ouvrit les yeux</w:t>
      </w:r>
      <w:r w:rsidR="004B5A85">
        <w:t xml:space="preserve">, </w:t>
      </w:r>
      <w:r>
        <w:t>il demeura d</w:t>
      </w:r>
      <w:r w:rsidR="004B5A85">
        <w:t>’</w:t>
      </w:r>
      <w:r>
        <w:t>abord quelques minutes complètement stupide</w:t>
      </w:r>
      <w:r w:rsidR="004B5A85">
        <w:t>.</w:t>
      </w:r>
    </w:p>
    <w:p w14:paraId="7A1D6F40" w14:textId="77777777" w:rsidR="004B5A85" w:rsidRDefault="004C389C" w:rsidP="004C389C">
      <w:r>
        <w:t>Puis la mémoire lui revint brusquement</w:t>
      </w:r>
      <w:r w:rsidR="004B5A85">
        <w:t xml:space="preserve">, </w:t>
      </w:r>
      <w:r>
        <w:t>et il regarda a</w:t>
      </w:r>
      <w:r>
        <w:t>u</w:t>
      </w:r>
      <w:r>
        <w:t>tour de lui</w:t>
      </w:r>
      <w:r w:rsidR="004B5A85">
        <w:t>.</w:t>
      </w:r>
    </w:p>
    <w:p w14:paraId="36AFF9C9" w14:textId="77777777" w:rsidR="004B5A85" w:rsidRDefault="004C389C" w:rsidP="004C389C">
      <w:r>
        <w:t xml:space="preserve">Il se crut dans la chambre de la </w:t>
      </w:r>
      <w:r>
        <w:rPr>
          <w:i/>
          <w:iCs/>
        </w:rPr>
        <w:t xml:space="preserve">Revanche </w:t>
      </w:r>
      <w:r>
        <w:t xml:space="preserve">ou de la </w:t>
      </w:r>
      <w:r>
        <w:rPr>
          <w:i/>
          <w:iCs/>
        </w:rPr>
        <w:t>Vi</w:t>
      </w:r>
      <w:r>
        <w:rPr>
          <w:i/>
          <w:iCs/>
        </w:rPr>
        <w:t>c</w:t>
      </w:r>
      <w:r>
        <w:rPr>
          <w:i/>
          <w:iCs/>
        </w:rPr>
        <w:t>toire</w:t>
      </w:r>
      <w:r w:rsidR="004B5A85">
        <w:rPr>
          <w:i/>
          <w:iCs/>
        </w:rPr>
        <w:t xml:space="preserve"> ; </w:t>
      </w:r>
      <w:r>
        <w:t>il se vit couché dans un hamac suspendu très bas</w:t>
      </w:r>
      <w:r w:rsidR="004B5A85">
        <w:t>.</w:t>
      </w:r>
    </w:p>
    <w:p w14:paraId="7D377B7A" w14:textId="77777777" w:rsidR="004B5A85" w:rsidRDefault="004C389C" w:rsidP="004C389C">
      <w:r>
        <w:t>À côté de lui</w:t>
      </w:r>
      <w:r w:rsidR="004B5A85">
        <w:t xml:space="preserve">, </w:t>
      </w:r>
      <w:r>
        <w:t>dans un autre hamac</w:t>
      </w:r>
      <w:r w:rsidR="004B5A85">
        <w:t xml:space="preserve">, </w:t>
      </w:r>
      <w:r>
        <w:t>il reconnut le lieut</w:t>
      </w:r>
      <w:r>
        <w:t>e</w:t>
      </w:r>
      <w:r>
        <w:t>nant Roger</w:t>
      </w:r>
      <w:r w:rsidR="004B5A85">
        <w:t xml:space="preserve">, </w:t>
      </w:r>
      <w:r>
        <w:t>très pâle</w:t>
      </w:r>
      <w:r w:rsidR="004B5A85">
        <w:t xml:space="preserve">, </w:t>
      </w:r>
      <w:r>
        <w:t>le front bandé d</w:t>
      </w:r>
      <w:r w:rsidR="004B5A85">
        <w:t>’</w:t>
      </w:r>
      <w:r>
        <w:t>un linge sanglant</w:t>
      </w:r>
      <w:r w:rsidR="004B5A85">
        <w:t xml:space="preserve">, </w:t>
      </w:r>
      <w:r>
        <w:t>les yeux fermés</w:t>
      </w:r>
      <w:r w:rsidR="004B5A85">
        <w:t xml:space="preserve">. </w:t>
      </w:r>
      <w:r>
        <w:t>Pierrot l</w:t>
      </w:r>
      <w:r w:rsidR="004B5A85">
        <w:t>’</w:t>
      </w:r>
      <w:r>
        <w:t>Écureuil se dressa</w:t>
      </w:r>
      <w:r w:rsidR="004B5A85">
        <w:t xml:space="preserve">, </w:t>
      </w:r>
      <w:r>
        <w:t>tourna la tête</w:t>
      </w:r>
      <w:r w:rsidR="004B5A85">
        <w:t xml:space="preserve">, </w:t>
      </w:r>
      <w:r>
        <w:t>et il jeta un cri terrible</w:t>
      </w:r>
      <w:r w:rsidR="004B5A85">
        <w:t>.</w:t>
      </w:r>
    </w:p>
    <w:p w14:paraId="26027C0D" w14:textId="77777777" w:rsidR="004B5A85" w:rsidRDefault="004C389C" w:rsidP="004C389C">
      <w:r>
        <w:t>Il venait de voir un homme à sa gauche</w:t>
      </w:r>
      <w:r w:rsidR="004B5A85">
        <w:t xml:space="preserve">, </w:t>
      </w:r>
      <w:r>
        <w:t>un homme qu</w:t>
      </w:r>
      <w:r w:rsidR="004B5A85">
        <w:t>’</w:t>
      </w:r>
      <w:r>
        <w:t>il reconnut avec un ahurissement inexplicable</w:t>
      </w:r>
      <w:r w:rsidR="004B5A85">
        <w:t>.</w:t>
      </w:r>
    </w:p>
    <w:p w14:paraId="50E59988" w14:textId="77777777" w:rsidR="004B5A85" w:rsidRDefault="004B5A85" w:rsidP="004C389C">
      <w:r>
        <w:t>— </w:t>
      </w:r>
      <w:proofErr w:type="spellStart"/>
      <w:r w:rsidR="004C389C">
        <w:t>Askold</w:t>
      </w:r>
      <w:proofErr w:type="spellEnd"/>
      <w:r>
        <w:t> !…</w:t>
      </w:r>
    </w:p>
    <w:p w14:paraId="11643B3A" w14:textId="77777777" w:rsidR="004B5A85" w:rsidRDefault="004C389C" w:rsidP="004C389C">
      <w:r>
        <w:t>L</w:t>
      </w:r>
      <w:r w:rsidR="004B5A85">
        <w:t>’</w:t>
      </w:r>
      <w:r>
        <w:t>homme pencha la tête</w:t>
      </w:r>
      <w:r w:rsidR="004B5A85">
        <w:t xml:space="preserve">, </w:t>
      </w:r>
      <w:r>
        <w:t>et d</w:t>
      </w:r>
      <w:r w:rsidR="004B5A85">
        <w:t>’</w:t>
      </w:r>
      <w:r>
        <w:t>une voix sarcastique</w:t>
      </w:r>
      <w:r w:rsidR="004B5A85">
        <w:t xml:space="preserve">, </w:t>
      </w:r>
      <w:r>
        <w:t>avec un sourire moqueur et cruel</w:t>
      </w:r>
      <w:r w:rsidR="004B5A85">
        <w:t> :</w:t>
      </w:r>
    </w:p>
    <w:p w14:paraId="4C11873F" w14:textId="77777777" w:rsidR="004B5A85" w:rsidRDefault="004B5A85" w:rsidP="004C389C">
      <w:r>
        <w:t>— </w:t>
      </w:r>
      <w:r w:rsidR="004C389C">
        <w:t>Oui</w:t>
      </w:r>
      <w:r>
        <w:t xml:space="preserve">, </w:t>
      </w:r>
      <w:proofErr w:type="spellStart"/>
      <w:r w:rsidR="004C389C">
        <w:t>Askold</w:t>
      </w:r>
      <w:proofErr w:type="spellEnd"/>
      <w:r>
        <w:t xml:space="preserve"> !… </w:t>
      </w:r>
      <w:r w:rsidR="004C389C">
        <w:t>dit-il</w:t>
      </w:r>
      <w:r>
        <w:t>.</w:t>
      </w:r>
    </w:p>
    <w:p w14:paraId="236C8099" w14:textId="77777777" w:rsidR="004B5A85" w:rsidRDefault="004B5A85" w:rsidP="004C389C">
      <w:r>
        <w:t>— </w:t>
      </w:r>
      <w:r w:rsidR="004C389C">
        <w:t xml:space="preserve">Je suis donc à bord du </w:t>
      </w:r>
      <w:r w:rsidR="004C389C">
        <w:rPr>
          <w:i/>
          <w:iCs/>
        </w:rPr>
        <w:t>Nyctalope</w:t>
      </w:r>
      <w:r>
        <w:rPr>
          <w:i/>
          <w:iCs/>
        </w:rPr>
        <w:t xml:space="preserve"> ?… </w:t>
      </w:r>
      <w:r w:rsidR="004C389C">
        <w:t>balbutia Pierrot l</w:t>
      </w:r>
      <w:r>
        <w:t>’</w:t>
      </w:r>
      <w:r w:rsidR="004C389C">
        <w:t>Écureuil</w:t>
      </w:r>
      <w:r>
        <w:t>.</w:t>
      </w:r>
    </w:p>
    <w:p w14:paraId="30D571BA" w14:textId="77777777" w:rsidR="004B5A85" w:rsidRDefault="004B5A85" w:rsidP="004C389C">
      <w:r>
        <w:t>— </w:t>
      </w:r>
      <w:r w:rsidR="004C389C">
        <w:t>Précisément</w:t>
      </w:r>
      <w:r>
        <w:t> !</w:t>
      </w:r>
    </w:p>
    <w:p w14:paraId="3E5AE796" w14:textId="77777777" w:rsidR="004B5A85" w:rsidRDefault="004B5A85" w:rsidP="004C389C">
      <w:r>
        <w:lastRenderedPageBreak/>
        <w:t>— </w:t>
      </w:r>
      <w:r w:rsidR="004C389C">
        <w:t>Oh</w:t>
      </w:r>
      <w:r>
        <w:t xml:space="preserve"> ! </w:t>
      </w:r>
      <w:r w:rsidR="004C389C">
        <w:t>comment cela s</w:t>
      </w:r>
      <w:r>
        <w:t>’</w:t>
      </w:r>
      <w:r w:rsidR="004C389C">
        <w:t>est-il fait</w:t>
      </w:r>
      <w:r>
        <w:t xml:space="preserve"> ?… </w:t>
      </w:r>
      <w:r w:rsidR="004C389C">
        <w:t>dit le pauvre enfant</w:t>
      </w:r>
      <w:r>
        <w:t xml:space="preserve">, </w:t>
      </w:r>
      <w:r w:rsidR="004C389C">
        <w:t>envahi d</w:t>
      </w:r>
      <w:r>
        <w:t>’</w:t>
      </w:r>
      <w:r w:rsidR="004C389C">
        <w:t>une horrible tristesse et le cœur affolé en des batt</w:t>
      </w:r>
      <w:r w:rsidR="004C389C">
        <w:t>e</w:t>
      </w:r>
      <w:r w:rsidR="004C389C">
        <w:t>ments douloureux</w:t>
      </w:r>
      <w:r>
        <w:t>.</w:t>
      </w:r>
    </w:p>
    <w:p w14:paraId="1EF5A134" w14:textId="77777777" w:rsidR="004B5A85" w:rsidRDefault="004B5A85" w:rsidP="004C389C">
      <w:r>
        <w:t>— </w:t>
      </w:r>
      <w:r w:rsidR="004C389C">
        <w:t>Tu veux le savoir tout de suite</w:t>
      </w:r>
      <w:r>
        <w:t xml:space="preserve"> ? </w:t>
      </w:r>
      <w:r w:rsidR="004C389C">
        <w:t xml:space="preserve">fit </w:t>
      </w:r>
      <w:proofErr w:type="spellStart"/>
      <w:r w:rsidR="004C389C">
        <w:t>Askold</w:t>
      </w:r>
      <w:proofErr w:type="spellEnd"/>
      <w:r w:rsidR="004C389C">
        <w:t xml:space="preserve"> de sa voix ir</w:t>
      </w:r>
      <w:r w:rsidR="004C389C">
        <w:t>o</w:t>
      </w:r>
      <w:r w:rsidR="004C389C">
        <w:t>nique et dure</w:t>
      </w:r>
      <w:r>
        <w:t xml:space="preserve">. </w:t>
      </w:r>
      <w:r w:rsidR="004C389C">
        <w:t>Rien de plus facile</w:t>
      </w:r>
      <w:r>
        <w:t xml:space="preserve">, </w:t>
      </w:r>
      <w:r w:rsidR="004C389C">
        <w:t>mon garçon</w:t>
      </w:r>
      <w:r>
        <w:t>…</w:t>
      </w:r>
    </w:p>
    <w:p w14:paraId="41E4F7BA" w14:textId="77777777" w:rsidR="004B5A85" w:rsidRDefault="004C389C" w:rsidP="004C389C">
      <w:r>
        <w:t>Et les yeux écarquillés</w:t>
      </w:r>
      <w:r w:rsidR="004B5A85">
        <w:t xml:space="preserve">, </w:t>
      </w:r>
      <w:r>
        <w:t>la bouche ouverte</w:t>
      </w:r>
      <w:r w:rsidR="004B5A85">
        <w:t xml:space="preserve">, </w:t>
      </w:r>
      <w:r>
        <w:t>tremblant ne</w:t>
      </w:r>
      <w:r>
        <w:t>r</w:t>
      </w:r>
      <w:r>
        <w:t>veusement de tous ses membres</w:t>
      </w:r>
      <w:r w:rsidR="004B5A85">
        <w:t xml:space="preserve">, </w:t>
      </w:r>
      <w:r>
        <w:t>Pierrot l</w:t>
      </w:r>
      <w:r w:rsidR="004B5A85">
        <w:t>’</w:t>
      </w:r>
      <w:r>
        <w:t xml:space="preserve">Écureuil écouta </w:t>
      </w:r>
      <w:proofErr w:type="spellStart"/>
      <w:r>
        <w:t>A</w:t>
      </w:r>
      <w:r>
        <w:t>s</w:t>
      </w:r>
      <w:r>
        <w:t>kold</w:t>
      </w:r>
      <w:proofErr w:type="spellEnd"/>
      <w:r w:rsidR="004B5A85">
        <w:t xml:space="preserve">, </w:t>
      </w:r>
      <w:r>
        <w:t>qui disait</w:t>
      </w:r>
      <w:r w:rsidR="004B5A85">
        <w:t> :</w:t>
      </w:r>
    </w:p>
    <w:p w14:paraId="13006305" w14:textId="77777777" w:rsidR="004B5A85" w:rsidRDefault="004B5A85" w:rsidP="004C389C">
      <w:r>
        <w:t>— </w:t>
      </w:r>
      <w:r w:rsidR="004C389C">
        <w:t>Depuis quelques minutes</w:t>
      </w:r>
      <w:r>
        <w:t xml:space="preserve">, </w:t>
      </w:r>
      <w:proofErr w:type="spellStart"/>
      <w:r w:rsidR="004C389C">
        <w:t>Caltic</w:t>
      </w:r>
      <w:proofErr w:type="spellEnd"/>
      <w:r w:rsidR="004C389C">
        <w:t xml:space="preserve"> avait signalé des aér</w:t>
      </w:r>
      <w:r w:rsidR="004C389C">
        <w:t>o</w:t>
      </w:r>
      <w:r w:rsidR="004C389C">
        <w:t>planes au-dessus de l</w:t>
      </w:r>
      <w:r>
        <w:t>’</w:t>
      </w:r>
      <w:r w:rsidR="004C389C">
        <w:t>océan</w:t>
      </w:r>
      <w:r>
        <w:t xml:space="preserve">, </w:t>
      </w:r>
      <w:r w:rsidR="004C389C">
        <w:t>à des milles et des milles de toute côte</w:t>
      </w:r>
      <w:r>
        <w:t xml:space="preserve">. </w:t>
      </w:r>
      <w:r w:rsidR="004C389C">
        <w:t>Le Maître et moi</w:t>
      </w:r>
      <w:r>
        <w:t xml:space="preserve">, </w:t>
      </w:r>
      <w:r w:rsidR="004C389C">
        <w:t>nous sommes allés au poste de vigie pour regarder par les hublots les audacieux avions</w:t>
      </w:r>
      <w:r>
        <w:t xml:space="preserve">. </w:t>
      </w:r>
      <w:r w:rsidR="004C389C">
        <w:t>Nous ne nous doutions de rien</w:t>
      </w:r>
      <w:r>
        <w:t xml:space="preserve">. </w:t>
      </w:r>
      <w:r w:rsidR="004C389C">
        <w:t>Nous n</w:t>
      </w:r>
      <w:r>
        <w:t>’</w:t>
      </w:r>
      <w:r w:rsidR="004C389C">
        <w:t>imaginions pas que le commandant Martel s</w:t>
      </w:r>
      <w:r>
        <w:t>’</w:t>
      </w:r>
      <w:r w:rsidR="004C389C">
        <w:t>adjoindrait</w:t>
      </w:r>
      <w:r>
        <w:t xml:space="preserve">, </w:t>
      </w:r>
      <w:r w:rsidR="004C389C">
        <w:t>pour nous découvrir et nous combattre</w:t>
      </w:r>
      <w:r>
        <w:t xml:space="preserve">, </w:t>
      </w:r>
      <w:r w:rsidR="004C389C">
        <w:t>des aviateurs</w:t>
      </w:r>
      <w:r>
        <w:t xml:space="preserve">. </w:t>
      </w:r>
      <w:r w:rsidR="004C389C">
        <w:t>Bonne idée</w:t>
      </w:r>
      <w:r>
        <w:t xml:space="preserve">, </w:t>
      </w:r>
      <w:r w:rsidR="004C389C">
        <w:t>et dont je féliciterai le commandant Martel quand il deviendra</w:t>
      </w:r>
      <w:r>
        <w:t xml:space="preserve">, </w:t>
      </w:r>
      <w:r w:rsidR="004C389C">
        <w:t>un jour ou l</w:t>
      </w:r>
      <w:r>
        <w:t>’</w:t>
      </w:r>
      <w:r w:rsidR="004C389C">
        <w:t>autre</w:t>
      </w:r>
      <w:r>
        <w:t xml:space="preserve">, </w:t>
      </w:r>
      <w:r w:rsidR="004C389C">
        <w:t>notre prisonnier</w:t>
      </w:r>
      <w:r>
        <w:t>…</w:t>
      </w:r>
    </w:p>
    <w:p w14:paraId="0106DEB0" w14:textId="77777777" w:rsidR="004B5A85" w:rsidRDefault="004B5A85" w:rsidP="004C389C">
      <w:r>
        <w:t>— </w:t>
      </w:r>
      <w:r w:rsidR="004C389C">
        <w:t>Vous ne le reprendrez jamais</w:t>
      </w:r>
      <w:r>
        <w:t xml:space="preserve"> ! </w:t>
      </w:r>
      <w:r w:rsidR="004C389C">
        <w:t>s</w:t>
      </w:r>
      <w:r>
        <w:t>’</w:t>
      </w:r>
      <w:r w:rsidR="004C389C">
        <w:t>écria Pierrot l</w:t>
      </w:r>
      <w:r>
        <w:t>’</w:t>
      </w:r>
      <w:r w:rsidR="004C389C">
        <w:t>Écureuil fièrement</w:t>
      </w:r>
      <w:r>
        <w:t>.</w:t>
      </w:r>
    </w:p>
    <w:p w14:paraId="468213A8" w14:textId="77777777" w:rsidR="004B5A85" w:rsidRDefault="004B5A85" w:rsidP="004C389C">
      <w:r>
        <w:t>— </w:t>
      </w:r>
      <w:r w:rsidR="004C389C">
        <w:t>On verra</w:t>
      </w:r>
      <w:r>
        <w:t xml:space="preserve"> !… </w:t>
      </w:r>
      <w:r w:rsidR="004C389C">
        <w:t>On verra</w:t>
      </w:r>
      <w:r>
        <w:t xml:space="preserve"> !… </w:t>
      </w:r>
      <w:r w:rsidR="004C389C">
        <w:t>Mais je continue</w:t>
      </w:r>
      <w:r>
        <w:t xml:space="preserve">, </w:t>
      </w:r>
      <w:r w:rsidR="004C389C">
        <w:t>mon petit coq</w:t>
      </w:r>
      <w:r>
        <w:t> !…</w:t>
      </w:r>
    </w:p>
    <w:p w14:paraId="2DFED634" w14:textId="77777777" w:rsidR="004B5A85" w:rsidRDefault="004B5A85" w:rsidP="004C389C">
      <w:r>
        <w:t>« </w:t>
      </w:r>
      <w:r w:rsidR="004C389C">
        <w:t>Donc</w:t>
      </w:r>
      <w:r>
        <w:t xml:space="preserve">, </w:t>
      </w:r>
      <w:r w:rsidR="004C389C">
        <w:t>nous regardions les aéroplanes et nous les adm</w:t>
      </w:r>
      <w:r w:rsidR="004C389C">
        <w:t>i</w:t>
      </w:r>
      <w:r w:rsidR="004C389C">
        <w:t>rions</w:t>
      </w:r>
      <w:r>
        <w:t xml:space="preserve">, </w:t>
      </w:r>
      <w:r w:rsidR="004C389C">
        <w:t>lorsque l</w:t>
      </w:r>
      <w:r>
        <w:t>’</w:t>
      </w:r>
      <w:r w:rsidR="004C389C">
        <w:t>un descendit dans notre direction</w:t>
      </w:r>
      <w:r>
        <w:t>.</w:t>
      </w:r>
    </w:p>
    <w:p w14:paraId="69BBD824" w14:textId="77777777" w:rsidR="004B5A85" w:rsidRDefault="004B5A85" w:rsidP="004C389C">
      <w:r>
        <w:t>« — </w:t>
      </w:r>
      <w:r w:rsidR="004C389C">
        <w:t xml:space="preserve">Ils ont vu le capot du </w:t>
      </w:r>
      <w:r w:rsidR="004C389C">
        <w:rPr>
          <w:i/>
          <w:iCs/>
        </w:rPr>
        <w:t>Nyctalope</w:t>
      </w:r>
      <w:r>
        <w:rPr>
          <w:i/>
          <w:iCs/>
        </w:rPr>
        <w:t xml:space="preserve">, </w:t>
      </w:r>
      <w:r w:rsidR="004C389C">
        <w:t>fit le Maître</w:t>
      </w:r>
      <w:r>
        <w:t>.</w:t>
      </w:r>
    </w:p>
    <w:p w14:paraId="06B8E4D5" w14:textId="77777777" w:rsidR="004B5A85" w:rsidRDefault="004B5A85" w:rsidP="004C389C">
      <w:r>
        <w:t>« — </w:t>
      </w:r>
      <w:r w:rsidR="004C389C">
        <w:t>Et ils se demandent</w:t>
      </w:r>
      <w:r>
        <w:t xml:space="preserve">, </w:t>
      </w:r>
      <w:r w:rsidR="004C389C">
        <w:t>dis-je moi-même</w:t>
      </w:r>
      <w:r>
        <w:t xml:space="preserve">, </w:t>
      </w:r>
      <w:r w:rsidR="004C389C">
        <w:t>ce que peut bien être cette masse noire flottant à la surface</w:t>
      </w:r>
      <w:r>
        <w:t>.</w:t>
      </w:r>
    </w:p>
    <w:p w14:paraId="7D44CE01" w14:textId="77777777" w:rsidR="004B5A85" w:rsidRDefault="004B5A85" w:rsidP="004C389C">
      <w:r>
        <w:lastRenderedPageBreak/>
        <w:t>« </w:t>
      </w:r>
      <w:r w:rsidR="004C389C">
        <w:t>J</w:t>
      </w:r>
      <w:r>
        <w:t>’</w:t>
      </w:r>
      <w:r w:rsidR="004C389C">
        <w:t>avais à peine achevé de parler</w:t>
      </w:r>
      <w:r>
        <w:t xml:space="preserve">, </w:t>
      </w:r>
      <w:r w:rsidR="004C389C">
        <w:t>que le premier aéroplane passait au-dessus de nous</w:t>
      </w:r>
      <w:r>
        <w:t xml:space="preserve">, </w:t>
      </w:r>
      <w:r w:rsidR="004C389C">
        <w:t>et lâchait des petites choses noires</w:t>
      </w:r>
      <w:r>
        <w:t xml:space="preserve">, </w:t>
      </w:r>
      <w:r w:rsidR="004C389C">
        <w:t>rondes</w:t>
      </w:r>
      <w:r>
        <w:t xml:space="preserve">, </w:t>
      </w:r>
      <w:r w:rsidR="004C389C">
        <w:t>comme des boules</w:t>
      </w:r>
      <w:r>
        <w:t>…</w:t>
      </w:r>
    </w:p>
    <w:p w14:paraId="398CB0BD" w14:textId="77777777" w:rsidR="004B5A85" w:rsidRDefault="004B5A85" w:rsidP="004C389C">
      <w:pPr>
        <w:rPr>
          <w:i/>
          <w:iCs/>
        </w:rPr>
      </w:pPr>
      <w:r>
        <w:t>« </w:t>
      </w:r>
      <w:r w:rsidR="004C389C">
        <w:t>Et aussitôt</w:t>
      </w:r>
      <w:r>
        <w:t xml:space="preserve">, </w:t>
      </w:r>
      <w:r w:rsidR="004C389C">
        <w:t>une dénotation retentissait à la surface</w:t>
      </w:r>
      <w:r>
        <w:t xml:space="preserve">, </w:t>
      </w:r>
      <w:r w:rsidR="004C389C">
        <w:t xml:space="preserve">et une forte houle secoua le </w:t>
      </w:r>
      <w:r w:rsidR="004C389C">
        <w:rPr>
          <w:i/>
          <w:iCs/>
        </w:rPr>
        <w:t>Nyctalope</w:t>
      </w:r>
      <w:r>
        <w:rPr>
          <w:i/>
          <w:iCs/>
        </w:rPr>
        <w:t>.</w:t>
      </w:r>
    </w:p>
    <w:p w14:paraId="6F5CF633" w14:textId="77777777" w:rsidR="004B5A85" w:rsidRDefault="004B5A85" w:rsidP="004C389C">
      <w:r>
        <w:t>« </w:t>
      </w:r>
      <w:r w:rsidR="004C389C">
        <w:t>Alors</w:t>
      </w:r>
      <w:r>
        <w:t xml:space="preserve">, </w:t>
      </w:r>
      <w:r w:rsidR="004C389C">
        <w:t>le Maître devina</w:t>
      </w:r>
      <w:r>
        <w:t> :</w:t>
      </w:r>
    </w:p>
    <w:p w14:paraId="1D08F834" w14:textId="77777777" w:rsidR="004B5A85" w:rsidRDefault="004B5A85" w:rsidP="004C389C">
      <w:r>
        <w:t>« — </w:t>
      </w:r>
      <w:r w:rsidR="004C389C">
        <w:t>Des bombes contre nous</w:t>
      </w:r>
      <w:r>
        <w:t xml:space="preserve"> ! </w:t>
      </w:r>
      <w:r w:rsidR="004C389C">
        <w:t>cria-t-il</w:t>
      </w:r>
      <w:r>
        <w:t>.</w:t>
      </w:r>
    </w:p>
    <w:p w14:paraId="721266E9" w14:textId="77777777" w:rsidR="004B5A85" w:rsidRDefault="004B5A85" w:rsidP="004C389C">
      <w:r>
        <w:t>« </w:t>
      </w:r>
      <w:r w:rsidR="004C389C">
        <w:t>Trois secondes après</w:t>
      </w:r>
      <w:r>
        <w:t xml:space="preserve">, </w:t>
      </w:r>
      <w:r w:rsidR="004C389C">
        <w:t>nous étions sur la plate-forme</w:t>
      </w:r>
      <w:r>
        <w:t xml:space="preserve">, </w:t>
      </w:r>
      <w:r w:rsidR="004C389C">
        <w:t>un fusil électrique à la main</w:t>
      </w:r>
      <w:r>
        <w:t xml:space="preserve">. </w:t>
      </w:r>
      <w:r w:rsidR="004C389C">
        <w:t>Une autre bombe éclatait</w:t>
      </w:r>
      <w:r>
        <w:t xml:space="preserve">, </w:t>
      </w:r>
      <w:r w:rsidR="004C389C">
        <w:t>en frappant l</w:t>
      </w:r>
      <w:r>
        <w:t>’</w:t>
      </w:r>
      <w:r w:rsidR="004C389C">
        <w:t>eau à cinquante mètres de nous</w:t>
      </w:r>
      <w:r>
        <w:t xml:space="preserve">. </w:t>
      </w:r>
      <w:r w:rsidR="004C389C">
        <w:t>Nous avons tiré sur le premier aéroplane qui</w:t>
      </w:r>
      <w:r>
        <w:t xml:space="preserve">, </w:t>
      </w:r>
      <w:r w:rsidR="004C389C">
        <w:t>aussitôt</w:t>
      </w:r>
      <w:r>
        <w:t xml:space="preserve">, </w:t>
      </w:r>
      <w:r w:rsidR="004C389C">
        <w:t>a dégringolé contre le flanc du sous-marin</w:t>
      </w:r>
      <w:r>
        <w:t xml:space="preserve">… </w:t>
      </w:r>
      <w:r w:rsidR="004C389C">
        <w:t>La vague produite par la deuxième bombe a recouvert l</w:t>
      </w:r>
      <w:r>
        <w:t>’</w:t>
      </w:r>
      <w:r w:rsidR="004C389C">
        <w:t>aéroplane et en a arraché deux hommes</w:t>
      </w:r>
      <w:r>
        <w:t xml:space="preserve">, </w:t>
      </w:r>
      <w:r w:rsidR="004C389C">
        <w:t>que le Maître et moi avons empoignés au passage</w:t>
      </w:r>
      <w:r>
        <w:t xml:space="preserve">. </w:t>
      </w:r>
      <w:r w:rsidR="004C389C">
        <w:t>L</w:t>
      </w:r>
      <w:r>
        <w:t>’</w:t>
      </w:r>
      <w:r w:rsidR="004C389C">
        <w:t>un était toi</w:t>
      </w:r>
      <w:r>
        <w:t xml:space="preserve">, </w:t>
      </w:r>
      <w:r w:rsidR="004C389C">
        <w:t>mon garçon</w:t>
      </w:r>
      <w:r>
        <w:t>…</w:t>
      </w:r>
    </w:p>
    <w:p w14:paraId="54235BD8" w14:textId="77777777" w:rsidR="004B5A85" w:rsidRDefault="004B5A85" w:rsidP="004C389C">
      <w:r>
        <w:t>« </w:t>
      </w:r>
      <w:r w:rsidR="004C389C">
        <w:t>L</w:t>
      </w:r>
      <w:r>
        <w:t>’</w:t>
      </w:r>
      <w:r w:rsidR="004C389C">
        <w:t>autre est cet officier étendu à ta droite</w:t>
      </w:r>
      <w:r>
        <w:t>…</w:t>
      </w:r>
    </w:p>
    <w:p w14:paraId="3E7162C3" w14:textId="77777777" w:rsidR="004B5A85" w:rsidRDefault="004C389C" w:rsidP="004C389C">
      <w:r>
        <w:t>Angoissé</w:t>
      </w:r>
      <w:r w:rsidR="004B5A85">
        <w:t xml:space="preserve">, </w:t>
      </w:r>
      <w:r>
        <w:t>Pierrot l</w:t>
      </w:r>
      <w:r w:rsidR="004B5A85">
        <w:t>’</w:t>
      </w:r>
      <w:r>
        <w:t>Écureuil tourna la tête et regarda le lie</w:t>
      </w:r>
      <w:r>
        <w:t>u</w:t>
      </w:r>
      <w:r>
        <w:t>tenant Roger</w:t>
      </w:r>
      <w:r w:rsidR="004B5A85">
        <w:t>.</w:t>
      </w:r>
    </w:p>
    <w:p w14:paraId="112DEFE3" w14:textId="77777777" w:rsidR="004B5A85" w:rsidRDefault="004B5A85" w:rsidP="004C389C">
      <w:r>
        <w:t>— </w:t>
      </w:r>
      <w:r w:rsidR="004C389C">
        <w:t>Il est mort</w:t>
      </w:r>
      <w:r>
        <w:t xml:space="preserve"> ? </w:t>
      </w:r>
      <w:r w:rsidR="004C389C">
        <w:t>balbutia-t-il avec un effort douloureux</w:t>
      </w:r>
      <w:r>
        <w:t>.</w:t>
      </w:r>
    </w:p>
    <w:p w14:paraId="246C337B" w14:textId="77777777" w:rsidR="004B5A85" w:rsidRDefault="004B5A85" w:rsidP="004C389C">
      <w:r>
        <w:t>— </w:t>
      </w:r>
      <w:r w:rsidR="004C389C">
        <w:t>Non</w:t>
      </w:r>
      <w:r>
        <w:t xml:space="preserve"> ! </w:t>
      </w:r>
      <w:r w:rsidR="004C389C">
        <w:t xml:space="preserve">répondit </w:t>
      </w:r>
      <w:proofErr w:type="spellStart"/>
      <w:r w:rsidR="004C389C">
        <w:t>Askold</w:t>
      </w:r>
      <w:proofErr w:type="spellEnd"/>
      <w:r>
        <w:t xml:space="preserve">. </w:t>
      </w:r>
      <w:r w:rsidR="004C389C">
        <w:t>Un éclat de la balle électrique lui a labouré le front assez profondément</w:t>
      </w:r>
      <w:r>
        <w:t xml:space="preserve">… </w:t>
      </w:r>
      <w:r w:rsidR="004C389C">
        <w:t>La douleur lui aura fait faire un mouvement par lequel il a sans doute manœuvré sans le voir un levier quelconque</w:t>
      </w:r>
      <w:r>
        <w:t xml:space="preserve">, </w:t>
      </w:r>
      <w:r w:rsidR="004C389C">
        <w:t>et l</w:t>
      </w:r>
      <w:r>
        <w:t>’</w:t>
      </w:r>
      <w:r w:rsidR="004C389C">
        <w:t>aéroplane a piqué du nez</w:t>
      </w:r>
      <w:r>
        <w:t xml:space="preserve">… </w:t>
      </w:r>
      <w:r w:rsidR="004C389C">
        <w:t>Mais je reprends</w:t>
      </w:r>
      <w:r>
        <w:t xml:space="preserve">, </w:t>
      </w:r>
      <w:r w:rsidR="004C389C">
        <w:t>hein</w:t>
      </w:r>
      <w:r>
        <w:t> ?…</w:t>
      </w:r>
    </w:p>
    <w:p w14:paraId="1DA748F2" w14:textId="77777777" w:rsidR="004B5A85" w:rsidRDefault="004B5A85" w:rsidP="004C389C">
      <w:r>
        <w:t>« </w:t>
      </w:r>
      <w:r w:rsidR="004C389C">
        <w:t>Au moment où le Maître et moi</w:t>
      </w:r>
      <w:r>
        <w:t xml:space="preserve">, </w:t>
      </w:r>
      <w:r w:rsidR="004C389C">
        <w:t>nous vous empoignions tous deux</w:t>
      </w:r>
      <w:r>
        <w:t xml:space="preserve">, </w:t>
      </w:r>
      <w:proofErr w:type="spellStart"/>
      <w:r w:rsidR="004C389C">
        <w:t>Brilo</w:t>
      </w:r>
      <w:proofErr w:type="spellEnd"/>
      <w:r w:rsidR="004C389C">
        <w:t xml:space="preserve"> a surgi à l</w:t>
      </w:r>
      <w:r>
        <w:t>’</w:t>
      </w:r>
      <w:r w:rsidR="004C389C">
        <w:t>écoutille et a hurlé</w:t>
      </w:r>
      <w:r>
        <w:t> :</w:t>
      </w:r>
    </w:p>
    <w:p w14:paraId="440BAE99" w14:textId="77777777" w:rsidR="004B5A85" w:rsidRDefault="004B5A85" w:rsidP="004C389C">
      <w:r>
        <w:lastRenderedPageBreak/>
        <w:t>« — </w:t>
      </w:r>
      <w:r w:rsidR="004C389C">
        <w:t>L</w:t>
      </w:r>
      <w:r>
        <w:t>’</w:t>
      </w:r>
      <w:r w:rsidR="004C389C">
        <w:t xml:space="preserve">appareil K signale des remous dans les eaux au-dessous et en avant du </w:t>
      </w:r>
      <w:r w:rsidR="004C389C">
        <w:rPr>
          <w:i/>
          <w:iCs/>
        </w:rPr>
        <w:t>Nyctalope</w:t>
      </w:r>
      <w:r>
        <w:t>.</w:t>
      </w:r>
    </w:p>
    <w:p w14:paraId="27A94E7E" w14:textId="77777777" w:rsidR="004B5A85" w:rsidRDefault="004B5A85" w:rsidP="004C389C">
      <w:r>
        <w:t>« </w:t>
      </w:r>
      <w:r w:rsidR="004C389C">
        <w:t>Tu sais</w:t>
      </w:r>
      <w:r>
        <w:t xml:space="preserve">, </w:t>
      </w:r>
      <w:r w:rsidR="004C389C">
        <w:t>mon garçon</w:t>
      </w:r>
      <w:r>
        <w:t xml:space="preserve">, </w:t>
      </w:r>
      <w:r w:rsidR="004C389C">
        <w:t>que l</w:t>
      </w:r>
      <w:r>
        <w:t>’</w:t>
      </w:r>
      <w:r w:rsidR="004C389C">
        <w:t>appareil K est un ensemble de micro-</w:t>
      </w:r>
      <w:proofErr w:type="spellStart"/>
      <w:r w:rsidR="004C389C">
        <w:t>téléphonographie</w:t>
      </w:r>
      <w:proofErr w:type="spellEnd"/>
      <w:r w:rsidR="004C389C">
        <w:t xml:space="preserve"> très sensible qui</w:t>
      </w:r>
      <w:r>
        <w:t xml:space="preserve">, </w:t>
      </w:r>
      <w:r w:rsidR="004C389C">
        <w:t>placé à divers points sur la coque extérieure du sous-marin</w:t>
      </w:r>
      <w:r>
        <w:t xml:space="preserve">, </w:t>
      </w:r>
      <w:r w:rsidR="004C389C">
        <w:t>signale toute agitation des eaux dans un rayon d</w:t>
      </w:r>
      <w:r>
        <w:t>’</w:t>
      </w:r>
      <w:r w:rsidR="004C389C">
        <w:t>un mille</w:t>
      </w:r>
      <w:r>
        <w:t>.</w:t>
      </w:r>
    </w:p>
    <w:p w14:paraId="7B6DF9B1" w14:textId="77777777" w:rsidR="004B5A85" w:rsidRDefault="004B5A85" w:rsidP="004C389C">
      <w:r>
        <w:t>« </w:t>
      </w:r>
      <w:r w:rsidR="004C389C">
        <w:t>Le Maître ne s</w:t>
      </w:r>
      <w:r>
        <w:t>’</w:t>
      </w:r>
      <w:r w:rsidR="004C389C">
        <w:t>y est pas trompé</w:t>
      </w:r>
      <w:r>
        <w:t>.</w:t>
      </w:r>
    </w:p>
    <w:p w14:paraId="388A4A3B" w14:textId="77777777" w:rsidR="004B5A85" w:rsidRDefault="004B5A85" w:rsidP="004C389C">
      <w:r>
        <w:t>« </w:t>
      </w:r>
      <w:r w:rsidR="004C389C">
        <w:t>Il a crié</w:t>
      </w:r>
      <w:r>
        <w:t> :</w:t>
      </w:r>
    </w:p>
    <w:p w14:paraId="5BD3E8DA" w14:textId="77777777" w:rsidR="004B5A85" w:rsidRDefault="004B5A85" w:rsidP="004C389C">
      <w:r>
        <w:t>« — </w:t>
      </w:r>
      <w:r w:rsidR="004C389C">
        <w:t>Machine en arrière</w:t>
      </w:r>
      <w:r>
        <w:t xml:space="preserve">, </w:t>
      </w:r>
      <w:r w:rsidR="004C389C">
        <w:t>toute</w:t>
      </w:r>
      <w:r>
        <w:t xml:space="preserve">, </w:t>
      </w:r>
      <w:r w:rsidR="004C389C">
        <w:t>en profondeur</w:t>
      </w:r>
      <w:r>
        <w:t> !…</w:t>
      </w:r>
    </w:p>
    <w:p w14:paraId="633D5E90" w14:textId="77777777" w:rsidR="004B5A85" w:rsidRDefault="004B5A85" w:rsidP="004C389C">
      <w:r>
        <w:t>« </w:t>
      </w:r>
      <w:r w:rsidR="004C389C">
        <w:t>Et vous jetant par l</w:t>
      </w:r>
      <w:r>
        <w:t>’</w:t>
      </w:r>
      <w:r w:rsidR="004C389C">
        <w:t>écoutille</w:t>
      </w:r>
      <w:r>
        <w:t xml:space="preserve">, </w:t>
      </w:r>
      <w:r w:rsidR="004C389C">
        <w:t>toi et ton officier</w:t>
      </w:r>
      <w:r>
        <w:t xml:space="preserve">, </w:t>
      </w:r>
      <w:r w:rsidR="004C389C">
        <w:t>nous avons sauté dans le sous-marin</w:t>
      </w:r>
      <w:r>
        <w:t xml:space="preserve">, </w:t>
      </w:r>
      <w:r w:rsidR="004C389C">
        <w:t>près de vos corps inanimés</w:t>
      </w:r>
      <w:r>
        <w:t>.</w:t>
      </w:r>
    </w:p>
    <w:p w14:paraId="73ECAF3E" w14:textId="77777777" w:rsidR="004B5A85" w:rsidRDefault="004B5A85" w:rsidP="004C389C">
      <w:r>
        <w:t>« </w:t>
      </w:r>
      <w:proofErr w:type="spellStart"/>
      <w:r w:rsidR="004C389C">
        <w:t>Brilo</w:t>
      </w:r>
      <w:proofErr w:type="spellEnd"/>
      <w:r w:rsidR="004C389C">
        <w:t xml:space="preserve"> a refermé le capot</w:t>
      </w:r>
      <w:r>
        <w:t>…</w:t>
      </w:r>
    </w:p>
    <w:p w14:paraId="14403A94" w14:textId="77777777" w:rsidR="004B5A85" w:rsidRDefault="004B5A85" w:rsidP="004C389C">
      <w:r>
        <w:t>« </w:t>
      </w:r>
      <w:r w:rsidR="004C389C">
        <w:t xml:space="preserve">Et le </w:t>
      </w:r>
      <w:r w:rsidR="004C389C">
        <w:rPr>
          <w:i/>
          <w:iCs/>
        </w:rPr>
        <w:t xml:space="preserve">Nyctalope </w:t>
      </w:r>
      <w:r w:rsidR="004C389C">
        <w:t>a filé à reculons</w:t>
      </w:r>
      <w:r>
        <w:t xml:space="preserve">, </w:t>
      </w:r>
      <w:r w:rsidR="004C389C">
        <w:t>juste au moment où deux torpilles passaient au-dessus des hublots de la vigie</w:t>
      </w:r>
      <w:r>
        <w:t xml:space="preserve">, </w:t>
      </w:r>
      <w:r w:rsidR="004C389C">
        <w:t>su</w:t>
      </w:r>
      <w:r w:rsidR="004C389C">
        <w:t>r</w:t>
      </w:r>
      <w:r w:rsidR="004C389C">
        <w:t>gissaient en surface</w:t>
      </w:r>
      <w:r>
        <w:t xml:space="preserve">, </w:t>
      </w:r>
      <w:r w:rsidR="004C389C">
        <w:t>montaient dans l</w:t>
      </w:r>
      <w:r>
        <w:t>’</w:t>
      </w:r>
      <w:r w:rsidR="004C389C">
        <w:t>air</w:t>
      </w:r>
      <w:r>
        <w:t xml:space="preserve">, </w:t>
      </w:r>
      <w:r w:rsidR="004C389C">
        <w:t>et retombaient sans éclater</w:t>
      </w:r>
      <w:r>
        <w:t>.</w:t>
      </w:r>
    </w:p>
    <w:p w14:paraId="3D9DA9B8" w14:textId="77777777" w:rsidR="004B5A85" w:rsidRDefault="004B5A85" w:rsidP="004C389C">
      <w:r>
        <w:t>« </w:t>
      </w:r>
      <w:r w:rsidR="004C389C">
        <w:t>Une seconde plus tôt</w:t>
      </w:r>
      <w:r>
        <w:t xml:space="preserve">, </w:t>
      </w:r>
      <w:r w:rsidR="004C389C">
        <w:t xml:space="preserve">elles auraient frappé le </w:t>
      </w:r>
      <w:r w:rsidR="004C389C">
        <w:rPr>
          <w:i/>
          <w:iCs/>
        </w:rPr>
        <w:t xml:space="preserve">Nyctalope </w:t>
      </w:r>
      <w:r w:rsidR="004C389C">
        <w:t>près de son éperon</w:t>
      </w:r>
      <w:r>
        <w:t xml:space="preserve">, </w:t>
      </w:r>
      <w:r w:rsidR="004C389C">
        <w:t>et nous étions perdus</w:t>
      </w:r>
      <w:r>
        <w:t>…</w:t>
      </w:r>
    </w:p>
    <w:p w14:paraId="557003A0" w14:textId="77777777" w:rsidR="004B5A85" w:rsidRDefault="004B5A85" w:rsidP="004C389C">
      <w:r>
        <w:t>« </w:t>
      </w:r>
      <w:r w:rsidR="004C389C">
        <w:t>Mais le Maître</w:t>
      </w:r>
      <w:r>
        <w:t xml:space="preserve">, </w:t>
      </w:r>
      <w:r w:rsidR="004C389C">
        <w:t>entré aussitôt dans la chambre des m</w:t>
      </w:r>
      <w:r w:rsidR="004C389C">
        <w:t>a</w:t>
      </w:r>
      <w:r w:rsidR="004C389C">
        <w:t>chines</w:t>
      </w:r>
      <w:r>
        <w:t xml:space="preserve">, </w:t>
      </w:r>
      <w:r w:rsidR="004C389C">
        <w:t>donnait des ordres</w:t>
      </w:r>
      <w:r>
        <w:t> :</w:t>
      </w:r>
    </w:p>
    <w:p w14:paraId="75977A2C" w14:textId="77777777" w:rsidR="004B5A85" w:rsidRDefault="004B5A85" w:rsidP="004C389C">
      <w:r>
        <w:t>« — </w:t>
      </w:r>
      <w:r w:rsidR="004C389C">
        <w:t>Mille mètres de fond</w:t>
      </w:r>
      <w:r>
        <w:t xml:space="preserve"> ! </w:t>
      </w:r>
      <w:r w:rsidR="004C389C">
        <w:t>puis machine en avant</w:t>
      </w:r>
      <w:r>
        <w:t xml:space="preserve">, </w:t>
      </w:r>
      <w:r w:rsidR="004C389C">
        <w:t>à toute vitesse</w:t>
      </w:r>
      <w:r>
        <w:t> !</w:t>
      </w:r>
    </w:p>
    <w:p w14:paraId="07199854" w14:textId="77777777" w:rsidR="004B5A85" w:rsidRDefault="004B5A85" w:rsidP="004C389C">
      <w:r>
        <w:t>« </w:t>
      </w:r>
      <w:r w:rsidR="004C389C">
        <w:t>Les water-ballasts remplis</w:t>
      </w:r>
      <w:r>
        <w:t xml:space="preserve">, </w:t>
      </w:r>
      <w:r w:rsidR="004C389C">
        <w:t xml:space="preserve">le </w:t>
      </w:r>
      <w:r w:rsidR="004C389C">
        <w:rPr>
          <w:i/>
          <w:iCs/>
        </w:rPr>
        <w:t xml:space="preserve">Nyctalope </w:t>
      </w:r>
      <w:r w:rsidR="004C389C">
        <w:t>se laissa tomber</w:t>
      </w:r>
      <w:r>
        <w:t xml:space="preserve">, </w:t>
      </w:r>
      <w:r w:rsidR="004C389C">
        <w:t>tout en filant vivement en diagonale</w:t>
      </w:r>
      <w:r>
        <w:t xml:space="preserve">. </w:t>
      </w:r>
      <w:r w:rsidR="004C389C">
        <w:t>Nous avons dû passer au-dessous des deux sous-marins du commandant Martel et les laisser derrière nous</w:t>
      </w:r>
      <w:r>
        <w:t>.</w:t>
      </w:r>
    </w:p>
    <w:p w14:paraId="14ED5A6C" w14:textId="77777777" w:rsidR="004B5A85" w:rsidRDefault="004B5A85" w:rsidP="004C389C">
      <w:r>
        <w:lastRenderedPageBreak/>
        <w:t>« </w:t>
      </w:r>
      <w:r w:rsidR="004C389C">
        <w:t>Il y a quatre heures de cela</w:t>
      </w:r>
      <w:r>
        <w:t xml:space="preserve">. </w:t>
      </w:r>
      <w:r w:rsidR="004C389C">
        <w:t>Nous ne les avons pas revus</w:t>
      </w:r>
      <w:r>
        <w:t xml:space="preserve">. </w:t>
      </w:r>
      <w:r w:rsidR="004C389C">
        <w:t>Dans la nuit des profondeurs</w:t>
      </w:r>
      <w:r>
        <w:t xml:space="preserve">, </w:t>
      </w:r>
      <w:r w:rsidR="004C389C">
        <w:t>où nous avons navigué sans pr</w:t>
      </w:r>
      <w:r w:rsidR="004C389C">
        <w:t>o</w:t>
      </w:r>
      <w:r w:rsidR="004C389C">
        <w:t>jecteurs</w:t>
      </w:r>
      <w:r>
        <w:t xml:space="preserve">, </w:t>
      </w:r>
      <w:r w:rsidR="004C389C">
        <w:t>au risque de nous fracasser contre un rocher sous-marin</w:t>
      </w:r>
      <w:r>
        <w:t xml:space="preserve">, </w:t>
      </w:r>
      <w:r w:rsidR="004C389C">
        <w:t xml:space="preserve">le </w:t>
      </w:r>
      <w:r w:rsidR="004C389C">
        <w:rPr>
          <w:i/>
          <w:iCs/>
        </w:rPr>
        <w:t xml:space="preserve">Nyctalope </w:t>
      </w:r>
      <w:r w:rsidR="004C389C">
        <w:t>est invisible</w:t>
      </w:r>
      <w:r>
        <w:t>…</w:t>
      </w:r>
    </w:p>
    <w:p w14:paraId="0F530C88" w14:textId="77777777" w:rsidR="004B5A85" w:rsidRDefault="004B5A85" w:rsidP="004C389C">
      <w:r>
        <w:t>« </w:t>
      </w:r>
      <w:r w:rsidR="004C389C">
        <w:t>Et maintenant</w:t>
      </w:r>
      <w:r>
        <w:t xml:space="preserve">, </w:t>
      </w:r>
      <w:r w:rsidR="004C389C">
        <w:t>par trois mille six cent vingt mètres de fond</w:t>
      </w:r>
      <w:r>
        <w:t xml:space="preserve">, </w:t>
      </w:r>
      <w:r w:rsidR="004C389C">
        <w:t>nous sommes immobiles</w:t>
      </w:r>
      <w:r>
        <w:t xml:space="preserve">, </w:t>
      </w:r>
      <w:r w:rsidR="004C389C">
        <w:t>en suspension dans les eaux</w:t>
      </w:r>
      <w:r>
        <w:t>…</w:t>
      </w:r>
    </w:p>
    <w:p w14:paraId="2D074B15" w14:textId="77777777" w:rsidR="004B5A85" w:rsidRDefault="004B5A85" w:rsidP="004C389C">
      <w:r>
        <w:t>« </w:t>
      </w:r>
      <w:r w:rsidR="004C389C">
        <w:t>Voilà</w:t>
      </w:r>
      <w:r>
        <w:t xml:space="preserve">, </w:t>
      </w:r>
      <w:r w:rsidR="004C389C">
        <w:t>mon garçon</w:t>
      </w:r>
      <w:r>
        <w:t xml:space="preserve">… </w:t>
      </w:r>
      <w:r w:rsidR="004C389C">
        <w:t>En ma qualité de second du bord</w:t>
      </w:r>
      <w:r>
        <w:t xml:space="preserve">, </w:t>
      </w:r>
      <w:r w:rsidR="004C389C">
        <w:t>et au nom du Ravageur</w:t>
      </w:r>
      <w:r>
        <w:t xml:space="preserve">, </w:t>
      </w:r>
      <w:r w:rsidR="004C389C">
        <w:t>je te souhaite la bienvenue</w:t>
      </w:r>
      <w:r>
        <w:t>…</w:t>
      </w:r>
    </w:p>
    <w:p w14:paraId="00BC2E19" w14:textId="77777777" w:rsidR="004B5A85" w:rsidRDefault="004C389C" w:rsidP="004C389C">
      <w:r>
        <w:t xml:space="preserve">Et </w:t>
      </w:r>
      <w:proofErr w:type="spellStart"/>
      <w:r>
        <w:t>Askold</w:t>
      </w:r>
      <w:proofErr w:type="spellEnd"/>
      <w:r w:rsidR="004B5A85">
        <w:t xml:space="preserve">, </w:t>
      </w:r>
      <w:r>
        <w:t>en riant</w:t>
      </w:r>
      <w:r w:rsidR="004B5A85">
        <w:t xml:space="preserve">, </w:t>
      </w:r>
      <w:r>
        <w:t>salua de la tête</w:t>
      </w:r>
      <w:r w:rsidR="004B5A85">
        <w:t>.</w:t>
      </w:r>
    </w:p>
    <w:p w14:paraId="34C3875D" w14:textId="77777777" w:rsidR="004B5A85" w:rsidRDefault="004C389C" w:rsidP="004C389C">
      <w:r>
        <w:t>Pierrot l</w:t>
      </w:r>
      <w:r w:rsidR="004B5A85">
        <w:t>’</w:t>
      </w:r>
      <w:r>
        <w:t>Écureuil était atterré</w:t>
      </w:r>
      <w:r w:rsidR="004B5A85">
        <w:t>…</w:t>
      </w:r>
    </w:p>
    <w:p w14:paraId="6F502B02" w14:textId="77777777" w:rsidR="004B5A85" w:rsidRDefault="004C389C" w:rsidP="004C389C">
      <w:r>
        <w:t>Prisonniers du Ravageur du Monde</w:t>
      </w:r>
      <w:r w:rsidR="004B5A85">
        <w:t xml:space="preserve">, </w:t>
      </w:r>
      <w:r>
        <w:t>lui et le lieutenant R</w:t>
      </w:r>
      <w:r>
        <w:t>o</w:t>
      </w:r>
      <w:r>
        <w:t>ger</w:t>
      </w:r>
      <w:r w:rsidR="004B5A85">
        <w:t> !…</w:t>
      </w:r>
    </w:p>
    <w:p w14:paraId="1311FA61" w14:textId="77777777" w:rsidR="004B5A85" w:rsidRDefault="004C389C" w:rsidP="004C389C">
      <w:r>
        <w:t>Suivant machinalement une pensée soudaine</w:t>
      </w:r>
      <w:r w:rsidR="004B5A85">
        <w:t xml:space="preserve">, </w:t>
      </w:r>
      <w:r>
        <w:t>il balbutia</w:t>
      </w:r>
      <w:r w:rsidR="004B5A85">
        <w:t> :</w:t>
      </w:r>
    </w:p>
    <w:p w14:paraId="4719AC52" w14:textId="77777777" w:rsidR="004B5A85" w:rsidRDefault="004B5A85" w:rsidP="004C389C">
      <w:r>
        <w:t>— </w:t>
      </w:r>
      <w:r w:rsidR="004C389C">
        <w:t>Quatre heures se sont écoulées depuis</w:t>
      </w:r>
      <w:r>
        <w:t> ?…</w:t>
      </w:r>
    </w:p>
    <w:p w14:paraId="490CFBA0" w14:textId="77777777" w:rsidR="004B5A85" w:rsidRDefault="004B5A85" w:rsidP="004C389C">
      <w:r>
        <w:t>— </w:t>
      </w:r>
      <w:r w:rsidR="004C389C">
        <w:t>Oui</w:t>
      </w:r>
      <w:r>
        <w:t xml:space="preserve">, </w:t>
      </w:r>
      <w:r w:rsidR="004C389C">
        <w:t xml:space="preserve">fit </w:t>
      </w:r>
      <w:proofErr w:type="spellStart"/>
      <w:r w:rsidR="004C389C">
        <w:t>Askold</w:t>
      </w:r>
      <w:proofErr w:type="spellEnd"/>
      <w:r>
        <w:t xml:space="preserve">. </w:t>
      </w:r>
      <w:proofErr w:type="spellStart"/>
      <w:r w:rsidR="004C389C">
        <w:t>Brilo</w:t>
      </w:r>
      <w:proofErr w:type="spellEnd"/>
      <w:r>
        <w:t xml:space="preserve">, </w:t>
      </w:r>
      <w:r w:rsidR="004C389C">
        <w:t>qui est un bon médecin et un pa</w:t>
      </w:r>
      <w:r w:rsidR="004C389C">
        <w:t>s</w:t>
      </w:r>
      <w:r w:rsidR="004C389C">
        <w:t>sable chirurgien</w:t>
      </w:r>
      <w:r>
        <w:t xml:space="preserve">, </w:t>
      </w:r>
      <w:r w:rsidR="004C389C">
        <w:t>vous a soignés</w:t>
      </w:r>
      <w:r>
        <w:t xml:space="preserve">, </w:t>
      </w:r>
      <w:r w:rsidR="004C389C">
        <w:t>toi et l</w:t>
      </w:r>
      <w:r>
        <w:t>’</w:t>
      </w:r>
      <w:r w:rsidR="004C389C">
        <w:t>officier</w:t>
      </w:r>
      <w:r>
        <w:t xml:space="preserve">. </w:t>
      </w:r>
      <w:r w:rsidR="004C389C">
        <w:t>Tu t</w:t>
      </w:r>
      <w:r>
        <w:t>’</w:t>
      </w:r>
      <w:r w:rsidR="004C389C">
        <w:t>es très vite éveillé de ton évanouissement</w:t>
      </w:r>
      <w:r>
        <w:t xml:space="preserve">, </w:t>
      </w:r>
      <w:r w:rsidR="004C389C">
        <w:t>mais comme tu délirais</w:t>
      </w:r>
      <w:r>
        <w:t xml:space="preserve">, </w:t>
      </w:r>
      <w:proofErr w:type="spellStart"/>
      <w:r w:rsidR="004C389C">
        <w:t>Brilo</w:t>
      </w:r>
      <w:proofErr w:type="spellEnd"/>
      <w:r w:rsidR="004C389C">
        <w:t xml:space="preserve"> t</w:t>
      </w:r>
      <w:r>
        <w:t>’</w:t>
      </w:r>
      <w:r w:rsidR="004C389C">
        <w:t>a rendormi au moyen d</w:t>
      </w:r>
      <w:r>
        <w:t>’</w:t>
      </w:r>
      <w:r w:rsidR="004C389C">
        <w:t>un cordial</w:t>
      </w:r>
      <w:r>
        <w:t xml:space="preserve">. </w:t>
      </w:r>
      <w:r w:rsidR="004C389C">
        <w:t>Tu as ronflé pendant plus de trois heures</w:t>
      </w:r>
      <w:r>
        <w:t xml:space="preserve">… </w:t>
      </w:r>
      <w:r w:rsidR="004C389C">
        <w:t>Ça t</w:t>
      </w:r>
      <w:r>
        <w:t>’</w:t>
      </w:r>
      <w:r w:rsidR="004C389C">
        <w:t>a fait du bien</w:t>
      </w:r>
      <w:r>
        <w:t xml:space="preserve">, </w:t>
      </w:r>
      <w:r w:rsidR="004C389C">
        <w:t>tu vois</w:t>
      </w:r>
      <w:r>
        <w:t xml:space="preserve"> ?… </w:t>
      </w:r>
      <w:r w:rsidR="004C389C">
        <w:t>D</w:t>
      </w:r>
      <w:r>
        <w:t>’</w:t>
      </w:r>
      <w:r w:rsidR="004C389C">
        <w:t>autant plus qu</w:t>
      </w:r>
      <w:r>
        <w:t>’</w:t>
      </w:r>
      <w:r w:rsidR="004C389C">
        <w:t>on t</w:t>
      </w:r>
      <w:r>
        <w:t>’</w:t>
      </w:r>
      <w:r w:rsidR="004C389C">
        <w:t>a habillé avec des vêtements tout neufs</w:t>
      </w:r>
      <w:r>
        <w:t xml:space="preserve">, </w:t>
      </w:r>
      <w:r w:rsidR="004C389C">
        <w:t>chauffés au pré</w:t>
      </w:r>
      <w:r w:rsidR="004C389C">
        <w:t>a</w:t>
      </w:r>
      <w:r w:rsidR="004C389C">
        <w:t>lable</w:t>
      </w:r>
      <w:r>
        <w:t>…</w:t>
      </w:r>
    </w:p>
    <w:p w14:paraId="2675779C" w14:textId="77777777" w:rsidR="004B5A85" w:rsidRDefault="004B5A85" w:rsidP="004C389C">
      <w:r>
        <w:t>— </w:t>
      </w:r>
      <w:r w:rsidR="004C389C">
        <w:t>Et le lieutenant Roger</w:t>
      </w:r>
      <w:r>
        <w:t xml:space="preserve"> ? </w:t>
      </w:r>
      <w:r w:rsidR="004C389C">
        <w:t>demanda Pierrot l</w:t>
      </w:r>
      <w:r>
        <w:t>’</w:t>
      </w:r>
      <w:r w:rsidR="004C389C">
        <w:t>Écureuil</w:t>
      </w:r>
      <w:r>
        <w:t xml:space="preserve">, </w:t>
      </w:r>
      <w:r w:rsidR="004C389C">
        <w:t>les larmes aux yeux</w:t>
      </w:r>
      <w:r>
        <w:t>.</w:t>
      </w:r>
    </w:p>
    <w:p w14:paraId="0782E7BD" w14:textId="77777777" w:rsidR="004B5A85" w:rsidRDefault="004B5A85" w:rsidP="004C389C">
      <w:r>
        <w:t>— </w:t>
      </w:r>
      <w:r w:rsidR="004C389C">
        <w:t>Même traitement que pour toi</w:t>
      </w:r>
      <w:r>
        <w:t xml:space="preserve">, </w:t>
      </w:r>
      <w:r w:rsidR="004C389C">
        <w:t>avec pansement en plus</w:t>
      </w:r>
      <w:r>
        <w:t xml:space="preserve">. </w:t>
      </w:r>
      <w:r w:rsidR="004C389C">
        <w:t>Sa blessure</w:t>
      </w:r>
      <w:r>
        <w:t xml:space="preserve">, </w:t>
      </w:r>
      <w:r w:rsidR="004C389C">
        <w:t>très douloureuse sur le coup</w:t>
      </w:r>
      <w:r>
        <w:t xml:space="preserve">, </w:t>
      </w:r>
      <w:r w:rsidR="004C389C">
        <w:t>est insignifiante</w:t>
      </w:r>
      <w:r>
        <w:t xml:space="preserve">. </w:t>
      </w:r>
      <w:r w:rsidR="004C389C">
        <w:t>Quand il se réveillera</w:t>
      </w:r>
      <w:r>
        <w:t xml:space="preserve">, </w:t>
      </w:r>
      <w:r w:rsidR="004C389C">
        <w:t>il sera plus gaillard que toi</w:t>
      </w:r>
      <w:r>
        <w:t xml:space="preserve">, </w:t>
      </w:r>
      <w:r w:rsidR="004C389C">
        <w:t>mon garçon</w:t>
      </w:r>
      <w:r>
        <w:t>…</w:t>
      </w:r>
    </w:p>
    <w:p w14:paraId="71B42E74" w14:textId="77777777" w:rsidR="004B5A85" w:rsidRDefault="004C389C" w:rsidP="004C389C">
      <w:r>
        <w:lastRenderedPageBreak/>
        <w:t>À ce moment</w:t>
      </w:r>
      <w:r w:rsidR="004B5A85">
        <w:t xml:space="preserve">, </w:t>
      </w:r>
      <w:r>
        <w:t>la porte de la chambre s</w:t>
      </w:r>
      <w:r w:rsidR="004B5A85">
        <w:t>’</w:t>
      </w:r>
      <w:r>
        <w:t>ouvrit</w:t>
      </w:r>
      <w:r w:rsidR="004B5A85">
        <w:t xml:space="preserve">, </w:t>
      </w:r>
      <w:r>
        <w:t xml:space="preserve">et </w:t>
      </w:r>
      <w:proofErr w:type="spellStart"/>
      <w:r>
        <w:t>Brilo</w:t>
      </w:r>
      <w:proofErr w:type="spellEnd"/>
      <w:r>
        <w:t xml:space="preserve"> p</w:t>
      </w:r>
      <w:r>
        <w:t>a</w:t>
      </w:r>
      <w:r>
        <w:t>rut</w:t>
      </w:r>
      <w:r w:rsidR="004B5A85">
        <w:t>.</w:t>
      </w:r>
    </w:p>
    <w:p w14:paraId="1714EE99" w14:textId="77777777" w:rsidR="004B5A85" w:rsidRDefault="004C389C" w:rsidP="004C389C">
      <w:r>
        <w:t>Il jeta un regard assez cordial sur le jeune mousse et dit</w:t>
      </w:r>
      <w:r w:rsidR="004B5A85">
        <w:t> :</w:t>
      </w:r>
    </w:p>
    <w:p w14:paraId="65A6D0A5" w14:textId="77777777" w:rsidR="004B5A85" w:rsidRDefault="004B5A85" w:rsidP="004C389C">
      <w:r>
        <w:t>— </w:t>
      </w:r>
      <w:r w:rsidR="004C389C">
        <w:t>Mon lieutenant</w:t>
      </w:r>
      <w:r>
        <w:t xml:space="preserve">, </w:t>
      </w:r>
      <w:r w:rsidR="004C389C">
        <w:t>le Maître demande si Pierrot l</w:t>
      </w:r>
      <w:r>
        <w:t>’</w:t>
      </w:r>
      <w:r w:rsidR="004C389C">
        <w:t>Écureuil est réveillé</w:t>
      </w:r>
      <w:r>
        <w:t>.</w:t>
      </w:r>
    </w:p>
    <w:p w14:paraId="37796FCC" w14:textId="77777777" w:rsidR="004B5A85" w:rsidRDefault="004B5A85" w:rsidP="004C389C">
      <w:r>
        <w:t>— </w:t>
      </w:r>
      <w:r w:rsidR="004C389C">
        <w:t>Il l</w:t>
      </w:r>
      <w:r>
        <w:t>’</w:t>
      </w:r>
      <w:r w:rsidR="004C389C">
        <w:t>est</w:t>
      </w:r>
      <w:r>
        <w:t xml:space="preserve">, </w:t>
      </w:r>
      <w:r w:rsidR="004C389C">
        <w:t>tu le vois</w:t>
      </w:r>
      <w:r>
        <w:t xml:space="preserve"> ! </w:t>
      </w:r>
      <w:r w:rsidR="004C389C">
        <w:t xml:space="preserve">répondit </w:t>
      </w:r>
      <w:proofErr w:type="spellStart"/>
      <w:r w:rsidR="004C389C">
        <w:t>Askold</w:t>
      </w:r>
      <w:proofErr w:type="spellEnd"/>
      <w:r>
        <w:t>.</w:t>
      </w:r>
    </w:p>
    <w:p w14:paraId="71412C2A" w14:textId="77777777" w:rsidR="004B5A85" w:rsidRDefault="004C389C" w:rsidP="004C389C">
      <w:proofErr w:type="spellStart"/>
      <w:r>
        <w:t>Brilo</w:t>
      </w:r>
      <w:proofErr w:type="spellEnd"/>
      <w:r>
        <w:t xml:space="preserve"> sourit presque imperceptiblement</w:t>
      </w:r>
      <w:r w:rsidR="004B5A85">
        <w:t xml:space="preserve">, </w:t>
      </w:r>
      <w:r>
        <w:t>et reprit</w:t>
      </w:r>
      <w:r w:rsidR="004B5A85">
        <w:t> :</w:t>
      </w:r>
    </w:p>
    <w:p w14:paraId="28E50E7B" w14:textId="77777777" w:rsidR="004B5A85" w:rsidRDefault="004B5A85" w:rsidP="004C389C">
      <w:r>
        <w:t>— </w:t>
      </w:r>
      <w:r w:rsidR="004C389C">
        <w:t>Le Maître demande que Pierrot l</w:t>
      </w:r>
      <w:r>
        <w:t>’</w:t>
      </w:r>
      <w:r w:rsidR="004C389C">
        <w:t>Écureuil lui soit co</w:t>
      </w:r>
      <w:r w:rsidR="004C389C">
        <w:t>n</w:t>
      </w:r>
      <w:r w:rsidR="004C389C">
        <w:t>duit</w:t>
      </w:r>
      <w:r>
        <w:t>…</w:t>
      </w:r>
    </w:p>
    <w:p w14:paraId="3F0C3E03" w14:textId="77777777" w:rsidR="004B5A85" w:rsidRDefault="004B5A85" w:rsidP="004C389C">
      <w:r>
        <w:t>— </w:t>
      </w:r>
      <w:r w:rsidR="004C389C">
        <w:t>À l</w:t>
      </w:r>
      <w:r>
        <w:t>’</w:t>
      </w:r>
      <w:r w:rsidR="004C389C">
        <w:t>instant</w:t>
      </w:r>
      <w:r>
        <w:t xml:space="preserve"> ! </w:t>
      </w:r>
      <w:r w:rsidR="004C389C">
        <w:t xml:space="preserve">répondit </w:t>
      </w:r>
      <w:proofErr w:type="spellStart"/>
      <w:r w:rsidR="004C389C">
        <w:t>Askold</w:t>
      </w:r>
      <w:proofErr w:type="spellEnd"/>
      <w:r>
        <w:t>.</w:t>
      </w:r>
    </w:p>
    <w:p w14:paraId="36143619" w14:textId="77777777" w:rsidR="004B5A85" w:rsidRDefault="004C389C" w:rsidP="004C389C">
      <w:r>
        <w:t xml:space="preserve">Et tandis que </w:t>
      </w:r>
      <w:proofErr w:type="spellStart"/>
      <w:r>
        <w:t>Brilo</w:t>
      </w:r>
      <w:proofErr w:type="spellEnd"/>
      <w:r>
        <w:t xml:space="preserve"> sortait</w:t>
      </w:r>
      <w:r w:rsidR="004B5A85">
        <w:t xml:space="preserve">, </w:t>
      </w:r>
      <w:r>
        <w:t>le lieutenant commanda</w:t>
      </w:r>
      <w:r w:rsidR="004B5A85">
        <w:t> :</w:t>
      </w:r>
    </w:p>
    <w:p w14:paraId="109B2365" w14:textId="77777777" w:rsidR="004B5A85" w:rsidRDefault="004B5A85" w:rsidP="004C389C">
      <w:r>
        <w:t>— </w:t>
      </w:r>
      <w:r w:rsidR="004C389C">
        <w:t>Viens avec moi</w:t>
      </w:r>
      <w:r>
        <w:t xml:space="preserve">, </w:t>
      </w:r>
      <w:r w:rsidR="004C389C">
        <w:t>mousse</w:t>
      </w:r>
      <w:r>
        <w:t> !…</w:t>
      </w:r>
    </w:p>
    <w:p w14:paraId="47096BBD" w14:textId="77777777" w:rsidR="004B5A85" w:rsidRDefault="004C389C" w:rsidP="004C389C">
      <w:r>
        <w:t>Pierrot l</w:t>
      </w:r>
      <w:r w:rsidR="004B5A85">
        <w:t>’</w:t>
      </w:r>
      <w:r>
        <w:t>Écureuil sauta hors du hamac</w:t>
      </w:r>
      <w:r w:rsidR="004B5A85">
        <w:t xml:space="preserve">, </w:t>
      </w:r>
      <w:r>
        <w:t>le corps tremblant encore d</w:t>
      </w:r>
      <w:r w:rsidR="004B5A85">
        <w:t>’</w:t>
      </w:r>
      <w:r>
        <w:t>émotion et de nervosité</w:t>
      </w:r>
      <w:r w:rsidR="004B5A85">
        <w:t xml:space="preserve">, </w:t>
      </w:r>
      <w:r>
        <w:t>l</w:t>
      </w:r>
      <w:r w:rsidR="004B5A85">
        <w:t>’</w:t>
      </w:r>
      <w:r>
        <w:t>esprit bouleversé par les événements</w:t>
      </w:r>
      <w:r w:rsidR="004B5A85">
        <w:t>.</w:t>
      </w:r>
    </w:p>
    <w:p w14:paraId="1E24FA75" w14:textId="2AA996C2" w:rsidR="004C389C" w:rsidRDefault="004C389C" w:rsidP="004B5A85">
      <w:pPr>
        <w:pStyle w:val="Titre1"/>
      </w:pPr>
      <w:bookmarkStart w:id="49" w:name="__RefHeading__51_1003869823"/>
      <w:bookmarkStart w:id="50" w:name="_Toc202462486"/>
      <w:bookmarkEnd w:id="49"/>
      <w:r>
        <w:lastRenderedPageBreak/>
        <w:t>CHAPITRE XXVI</w:t>
      </w:r>
      <w:r>
        <w:br/>
      </w:r>
      <w:r>
        <w:br/>
        <w:t>FACE À FACE</w:t>
      </w:r>
      <w:bookmarkEnd w:id="50"/>
    </w:p>
    <w:p w14:paraId="265FAF65" w14:textId="77777777" w:rsidR="004B5A85" w:rsidRDefault="004C389C" w:rsidP="004C389C">
      <w:r>
        <w:t>Lorsque Pierrot l</w:t>
      </w:r>
      <w:r w:rsidR="004B5A85">
        <w:t>’</w:t>
      </w:r>
      <w:r>
        <w:t>Écureuil</w:t>
      </w:r>
      <w:r w:rsidR="004B5A85">
        <w:t xml:space="preserve">, </w:t>
      </w:r>
      <w:r>
        <w:t xml:space="preserve">doucement poussé par </w:t>
      </w:r>
      <w:proofErr w:type="spellStart"/>
      <w:r>
        <w:t>Askold</w:t>
      </w:r>
      <w:proofErr w:type="spellEnd"/>
      <w:r w:rsidR="004B5A85">
        <w:t xml:space="preserve">, </w:t>
      </w:r>
      <w:r>
        <w:t>qui resta dans le couloir</w:t>
      </w:r>
      <w:r w:rsidR="004B5A85">
        <w:t xml:space="preserve">, </w:t>
      </w:r>
      <w:r>
        <w:t>fut entré dans la chambre du Ravageur et que la porte eut été refermée</w:t>
      </w:r>
      <w:r w:rsidR="004B5A85">
        <w:t xml:space="preserve">, </w:t>
      </w:r>
      <w:r>
        <w:t>Hugues de Mauduit se leva</w:t>
      </w:r>
      <w:r w:rsidR="004B5A85">
        <w:t>.</w:t>
      </w:r>
    </w:p>
    <w:p w14:paraId="715AADD6" w14:textId="77777777" w:rsidR="004B5A85" w:rsidRDefault="004C389C" w:rsidP="004C389C">
      <w:r>
        <w:t>Il était grave</w:t>
      </w:r>
      <w:r w:rsidR="004B5A85">
        <w:t xml:space="preserve">, </w:t>
      </w:r>
      <w:r>
        <w:t>d</w:t>
      </w:r>
      <w:r w:rsidR="004B5A85">
        <w:t>’</w:t>
      </w:r>
      <w:r>
        <w:t>une sorte de gravité triste et attendrie</w:t>
      </w:r>
      <w:r w:rsidR="004B5A85">
        <w:t>.</w:t>
      </w:r>
    </w:p>
    <w:p w14:paraId="2CBF7D2B" w14:textId="77777777" w:rsidR="004B5A85" w:rsidRDefault="004C389C" w:rsidP="004C389C">
      <w:r>
        <w:t>Mais le mousse</w:t>
      </w:r>
      <w:r w:rsidR="004B5A85">
        <w:t xml:space="preserve">, </w:t>
      </w:r>
      <w:r>
        <w:t>dans le trajet</w:t>
      </w:r>
      <w:r w:rsidR="004B5A85">
        <w:t xml:space="preserve">, </w:t>
      </w:r>
      <w:r>
        <w:t>avait repris tout son sang-froid</w:t>
      </w:r>
      <w:r w:rsidR="004B5A85">
        <w:t xml:space="preserve">, </w:t>
      </w:r>
      <w:r>
        <w:t>son juvénile courage et sa fierté de Français</w:t>
      </w:r>
      <w:r w:rsidR="004B5A85">
        <w:t xml:space="preserve">. </w:t>
      </w:r>
      <w:r>
        <w:t>Il se dressa et regarda sans peur</w:t>
      </w:r>
      <w:r w:rsidR="004B5A85">
        <w:t xml:space="preserve">, </w:t>
      </w:r>
      <w:r>
        <w:t>bien en face</w:t>
      </w:r>
      <w:r w:rsidR="004B5A85">
        <w:t xml:space="preserve">, </w:t>
      </w:r>
      <w:r>
        <w:t>le terrible Ravageur du Monde</w:t>
      </w:r>
      <w:r w:rsidR="004B5A85">
        <w:t>.</w:t>
      </w:r>
    </w:p>
    <w:p w14:paraId="0EFF716B" w14:textId="77777777" w:rsidR="004B5A85" w:rsidRDefault="004C389C" w:rsidP="004C389C">
      <w:r>
        <w:t>Il y eut d</w:t>
      </w:r>
      <w:r w:rsidR="004B5A85">
        <w:t>’</w:t>
      </w:r>
      <w:r>
        <w:t>abord un instant de silence</w:t>
      </w:r>
      <w:r w:rsidR="004B5A85">
        <w:t>.</w:t>
      </w:r>
    </w:p>
    <w:p w14:paraId="65F33B8B" w14:textId="77777777" w:rsidR="004B5A85" w:rsidRDefault="004B5A85" w:rsidP="004C389C">
      <w:r>
        <w:t>— </w:t>
      </w:r>
      <w:r w:rsidR="004C389C">
        <w:t>Pierrot</w:t>
      </w:r>
      <w:r>
        <w:t xml:space="preserve">, </w:t>
      </w:r>
      <w:r w:rsidR="004C389C">
        <w:t>dit enfin le Ravageur d</w:t>
      </w:r>
      <w:r>
        <w:t>’</w:t>
      </w:r>
      <w:r w:rsidR="004C389C">
        <w:t>un ton grave mais très doux</w:t>
      </w:r>
      <w:r>
        <w:t xml:space="preserve">, </w:t>
      </w:r>
      <w:r w:rsidR="004C389C">
        <w:t>je suis heureux de te revoir</w:t>
      </w:r>
      <w:r>
        <w:t>.</w:t>
      </w:r>
    </w:p>
    <w:p w14:paraId="1C80DD96" w14:textId="77777777" w:rsidR="004B5A85" w:rsidRDefault="004B5A85" w:rsidP="004C389C">
      <w:r>
        <w:t>— </w:t>
      </w:r>
      <w:r w:rsidR="004C389C">
        <w:t>Pas moi</w:t>
      </w:r>
      <w:r>
        <w:t xml:space="preserve"> ! </w:t>
      </w:r>
      <w:r w:rsidR="004C389C">
        <w:t>fit le brave gamin</w:t>
      </w:r>
      <w:r>
        <w:t xml:space="preserve">, </w:t>
      </w:r>
      <w:r w:rsidR="004C389C">
        <w:t>nettement</w:t>
      </w:r>
      <w:r>
        <w:t>.</w:t>
      </w:r>
    </w:p>
    <w:p w14:paraId="17C150F9" w14:textId="77777777" w:rsidR="004B5A85" w:rsidRDefault="004C389C" w:rsidP="004C389C">
      <w:r>
        <w:t>Le Ravageur</w:t>
      </w:r>
      <w:r w:rsidR="004B5A85">
        <w:t xml:space="preserve">, </w:t>
      </w:r>
      <w:r>
        <w:t>qui parut ne pas avoir entendu</w:t>
      </w:r>
      <w:r w:rsidR="004B5A85">
        <w:t xml:space="preserve">, </w:t>
      </w:r>
      <w:r>
        <w:t>reprit</w:t>
      </w:r>
      <w:r w:rsidR="004B5A85">
        <w:t> :</w:t>
      </w:r>
    </w:p>
    <w:p w14:paraId="7B939C3B" w14:textId="77777777" w:rsidR="004B5A85" w:rsidRDefault="004B5A85" w:rsidP="004C389C">
      <w:r>
        <w:t>— </w:t>
      </w:r>
      <w:r w:rsidR="004C389C">
        <w:t>Pierrot</w:t>
      </w:r>
      <w:r>
        <w:t xml:space="preserve">, </w:t>
      </w:r>
      <w:r w:rsidR="004C389C">
        <w:t>tu m</w:t>
      </w:r>
      <w:r>
        <w:t>’</w:t>
      </w:r>
      <w:r w:rsidR="004C389C">
        <w:t>as sauvé la vie lorsque j</w:t>
      </w:r>
      <w:r>
        <w:t>’</w:t>
      </w:r>
      <w:r w:rsidR="004C389C">
        <w:t>ai été attaqué par le requin</w:t>
      </w:r>
      <w:r>
        <w:t>.</w:t>
      </w:r>
    </w:p>
    <w:p w14:paraId="118EFE50" w14:textId="77777777" w:rsidR="004B5A85" w:rsidRDefault="004C389C" w:rsidP="004C389C">
      <w:r>
        <w:t>Le mousse allait s</w:t>
      </w:r>
      <w:r w:rsidR="004B5A85">
        <w:t>’</w:t>
      </w:r>
      <w:r>
        <w:t>écrier</w:t>
      </w:r>
      <w:r w:rsidR="004B5A85">
        <w:t> : « </w:t>
      </w:r>
      <w:r>
        <w:t>Je le regrette bien</w:t>
      </w:r>
      <w:r w:rsidR="004B5A85">
        <w:t xml:space="preserve">, </w:t>
      </w:r>
      <w:r>
        <w:t>par exemple</w:t>
      </w:r>
      <w:r w:rsidR="004B5A85">
        <w:t> !… »</w:t>
      </w:r>
      <w:r>
        <w:t xml:space="preserve"> Mais ces mots s</w:t>
      </w:r>
      <w:r w:rsidR="004B5A85">
        <w:t>’</w:t>
      </w:r>
      <w:r>
        <w:t>arrêtèrent dans sa gorge</w:t>
      </w:r>
      <w:r w:rsidR="004B5A85">
        <w:t xml:space="preserve">. </w:t>
      </w:r>
      <w:r>
        <w:t>Une b</w:t>
      </w:r>
      <w:r>
        <w:t>i</w:t>
      </w:r>
      <w:r>
        <w:t>zarre émotion l</w:t>
      </w:r>
      <w:r w:rsidR="004B5A85">
        <w:t>’</w:t>
      </w:r>
      <w:r>
        <w:t>envahit</w:t>
      </w:r>
      <w:r w:rsidR="004B5A85">
        <w:t xml:space="preserve">, </w:t>
      </w:r>
      <w:r>
        <w:t>et il ne put les prononcer</w:t>
      </w:r>
      <w:r w:rsidR="004B5A85">
        <w:t>.</w:t>
      </w:r>
    </w:p>
    <w:p w14:paraId="7DF5D068" w14:textId="77777777" w:rsidR="004B5A85" w:rsidRDefault="004C389C" w:rsidP="004C389C">
      <w:r>
        <w:t>Le Ravageur continuait</w:t>
      </w:r>
      <w:r w:rsidR="004B5A85">
        <w:t> :</w:t>
      </w:r>
    </w:p>
    <w:p w14:paraId="44E3D377" w14:textId="77777777" w:rsidR="004B5A85" w:rsidRDefault="004B5A85" w:rsidP="004C389C">
      <w:r>
        <w:t>— </w:t>
      </w:r>
      <w:r w:rsidR="004C389C">
        <w:t>Je te croyais mort</w:t>
      </w:r>
      <w:r>
        <w:t xml:space="preserve">. </w:t>
      </w:r>
      <w:r w:rsidR="004C389C">
        <w:t>Je te croyais perdu</w:t>
      </w:r>
      <w:r>
        <w:t xml:space="preserve">, </w:t>
      </w:r>
      <w:r w:rsidR="004C389C">
        <w:t>asphyxié dans les abîmes sous-marins</w:t>
      </w:r>
      <w:r>
        <w:t xml:space="preserve">. </w:t>
      </w:r>
      <w:r w:rsidR="004C389C">
        <w:t>Je t</w:t>
      </w:r>
      <w:r>
        <w:t>’</w:t>
      </w:r>
      <w:r w:rsidR="004C389C">
        <w:t xml:space="preserve">ai cherché aussi longtemps que </w:t>
      </w:r>
      <w:r w:rsidR="004C389C">
        <w:lastRenderedPageBreak/>
        <w:t>j</w:t>
      </w:r>
      <w:r>
        <w:t>’</w:t>
      </w:r>
      <w:r w:rsidR="004C389C">
        <w:t>ai pu conserver le moindre espoir</w:t>
      </w:r>
      <w:r>
        <w:t xml:space="preserve">. </w:t>
      </w:r>
      <w:r w:rsidR="004C389C">
        <w:t>Mais j</w:t>
      </w:r>
      <w:r>
        <w:t>’</w:t>
      </w:r>
      <w:r w:rsidR="004C389C">
        <w:t>ai renoncé enfin</w:t>
      </w:r>
      <w:r>
        <w:t xml:space="preserve">, </w:t>
      </w:r>
      <w:r w:rsidR="004C389C">
        <w:t>et je te croyais mort</w:t>
      </w:r>
      <w:r>
        <w:t> !…</w:t>
      </w:r>
    </w:p>
    <w:p w14:paraId="3C3546EC" w14:textId="77777777" w:rsidR="004B5A85" w:rsidRDefault="004B5A85" w:rsidP="004C389C">
      <w:r>
        <w:t>« </w:t>
      </w:r>
      <w:r w:rsidR="004C389C">
        <w:t>Ah</w:t>
      </w:r>
      <w:r>
        <w:t xml:space="preserve"> ! </w:t>
      </w:r>
      <w:r w:rsidR="004C389C">
        <w:t>mon brave enfant</w:t>
      </w:r>
      <w:r>
        <w:t xml:space="preserve">, </w:t>
      </w:r>
      <w:r w:rsidR="004C389C">
        <w:t>si tu savais quelle joie j</w:t>
      </w:r>
      <w:r>
        <w:t>’</w:t>
      </w:r>
      <w:r w:rsidR="004C389C">
        <w:t>ai épro</w:t>
      </w:r>
      <w:r w:rsidR="004C389C">
        <w:t>u</w:t>
      </w:r>
      <w:r w:rsidR="004C389C">
        <w:t>vée quand des journaux français</w:t>
      </w:r>
      <w:r>
        <w:t xml:space="preserve">, </w:t>
      </w:r>
      <w:r w:rsidR="004C389C">
        <w:t>achetés à Naples</w:t>
      </w:r>
      <w:r>
        <w:t xml:space="preserve">, </w:t>
      </w:r>
      <w:r w:rsidR="004C389C">
        <w:t>m</w:t>
      </w:r>
      <w:r>
        <w:t>’</w:t>
      </w:r>
      <w:r w:rsidR="004C389C">
        <w:t>ont appris que tu vivais</w:t>
      </w:r>
      <w:r>
        <w:t xml:space="preserve">, </w:t>
      </w:r>
      <w:r w:rsidR="004C389C">
        <w:t>que tu avais pris pied sur une île des Açores</w:t>
      </w:r>
      <w:r>
        <w:t xml:space="preserve">, </w:t>
      </w:r>
      <w:r w:rsidR="004C389C">
        <w:t>que tu étais retourné en France</w:t>
      </w:r>
      <w:r>
        <w:t> !</w:t>
      </w:r>
    </w:p>
    <w:p w14:paraId="7A2FF49A" w14:textId="77777777" w:rsidR="004B5A85" w:rsidRDefault="004B5A85" w:rsidP="004C389C">
      <w:r>
        <w:t>« </w:t>
      </w:r>
      <w:r w:rsidR="004C389C">
        <w:t>Aussitôt</w:t>
      </w:r>
      <w:r>
        <w:t xml:space="preserve">, </w:t>
      </w:r>
      <w:r w:rsidR="004C389C">
        <w:t>j</w:t>
      </w:r>
      <w:r>
        <w:t>’</w:t>
      </w:r>
      <w:r w:rsidR="004C389C">
        <w:t>ai rassemblé mes hommes et je leur ai donné l</w:t>
      </w:r>
      <w:r>
        <w:t>’</w:t>
      </w:r>
      <w:r w:rsidR="004C389C">
        <w:t>ordre à tous de faire l</w:t>
      </w:r>
      <w:r>
        <w:t>’</w:t>
      </w:r>
      <w:r w:rsidR="004C389C">
        <w:t>impossible pour te sauver la vie</w:t>
      </w:r>
      <w:r>
        <w:t xml:space="preserve">, </w:t>
      </w:r>
      <w:r w:rsidR="004C389C">
        <w:t xml:space="preserve">lorsque le </w:t>
      </w:r>
      <w:r w:rsidR="004C389C">
        <w:rPr>
          <w:i/>
          <w:iCs/>
        </w:rPr>
        <w:t xml:space="preserve">Nyctalope </w:t>
      </w:r>
      <w:r w:rsidR="004C389C">
        <w:t>se rencontrerait avec les sous-marins du comma</w:t>
      </w:r>
      <w:r w:rsidR="004C389C">
        <w:t>n</w:t>
      </w:r>
      <w:r w:rsidR="004C389C">
        <w:t>dant Martel</w:t>
      </w:r>
      <w:r>
        <w:t>.</w:t>
      </w:r>
    </w:p>
    <w:p w14:paraId="35D65135" w14:textId="77777777" w:rsidR="004B5A85" w:rsidRDefault="004B5A85" w:rsidP="004C389C">
      <w:r>
        <w:t>« </w:t>
      </w:r>
      <w:r w:rsidR="004C389C">
        <w:t>La rencontre a eu lieu</w:t>
      </w:r>
      <w:r>
        <w:t xml:space="preserve">. </w:t>
      </w:r>
      <w:r w:rsidR="004C389C">
        <w:t>Tu étais sur un aéroplane</w:t>
      </w:r>
      <w:r>
        <w:t xml:space="preserve">. </w:t>
      </w:r>
      <w:r w:rsidR="004C389C">
        <w:t>Un h</w:t>
      </w:r>
      <w:r w:rsidR="004C389C">
        <w:t>a</w:t>
      </w:r>
      <w:r w:rsidR="004C389C">
        <w:t>sard heureux a voulu qu</w:t>
      </w:r>
      <w:r>
        <w:t>’</w:t>
      </w:r>
      <w:r w:rsidR="004C389C">
        <w:t>à mon tour je te sauve la vie</w:t>
      </w:r>
      <w:r>
        <w:t> !…</w:t>
      </w:r>
    </w:p>
    <w:p w14:paraId="7362FE74" w14:textId="77777777" w:rsidR="004B5A85" w:rsidRDefault="004C389C" w:rsidP="004C389C">
      <w:r>
        <w:t>Il se tut</w:t>
      </w:r>
      <w:r w:rsidR="004B5A85">
        <w:t xml:space="preserve">, </w:t>
      </w:r>
      <w:r>
        <w:t>visiblement tremblant d</w:t>
      </w:r>
      <w:r w:rsidR="004B5A85">
        <w:t>’</w:t>
      </w:r>
      <w:r>
        <w:t>émotion</w:t>
      </w:r>
      <w:r w:rsidR="004B5A85">
        <w:t>.</w:t>
      </w:r>
    </w:p>
    <w:p w14:paraId="23E9F804" w14:textId="77777777" w:rsidR="004B5A85" w:rsidRDefault="004C389C" w:rsidP="004C389C">
      <w:r>
        <w:t>Pierrot l</w:t>
      </w:r>
      <w:r w:rsidR="004B5A85">
        <w:t>’</w:t>
      </w:r>
      <w:r>
        <w:t>Écureuil était stupéfait</w:t>
      </w:r>
      <w:r w:rsidR="004B5A85">
        <w:t>.</w:t>
      </w:r>
    </w:p>
    <w:p w14:paraId="62B3869E" w14:textId="77777777" w:rsidR="004B5A85" w:rsidRDefault="004C389C" w:rsidP="004C389C">
      <w:r>
        <w:t>Eh quoi</w:t>
      </w:r>
      <w:r w:rsidR="004B5A85">
        <w:t xml:space="preserve"> ! </w:t>
      </w:r>
      <w:r>
        <w:t>le Ravageur du Monde</w:t>
      </w:r>
      <w:r w:rsidR="004B5A85">
        <w:t xml:space="preserve">, </w:t>
      </w:r>
      <w:r>
        <w:t>si terrible et si cruel</w:t>
      </w:r>
      <w:r w:rsidR="004B5A85">
        <w:t xml:space="preserve">, </w:t>
      </w:r>
      <w:r>
        <w:t>lui parlait avec une incontestable affection</w:t>
      </w:r>
      <w:r w:rsidR="004B5A85">
        <w:t> !…</w:t>
      </w:r>
    </w:p>
    <w:p w14:paraId="692FB556" w14:textId="77777777" w:rsidR="004B5A85" w:rsidRDefault="004C389C" w:rsidP="004C389C">
      <w:r>
        <w:t>Le mousse se sentit touché</w:t>
      </w:r>
      <w:r w:rsidR="004B5A85">
        <w:t xml:space="preserve">, </w:t>
      </w:r>
      <w:r>
        <w:t>mais il se révolta contre son propre attendrissement</w:t>
      </w:r>
      <w:r w:rsidR="004B5A85">
        <w:t>.</w:t>
      </w:r>
    </w:p>
    <w:p w14:paraId="2082124F" w14:textId="77777777" w:rsidR="004B5A85" w:rsidRDefault="004C389C" w:rsidP="004C389C">
      <w:r>
        <w:t>Non</w:t>
      </w:r>
      <w:r w:rsidR="004B5A85">
        <w:t xml:space="preserve"> ! </w:t>
      </w:r>
      <w:r>
        <w:t>il ne voulait rien recevoir du Ravageur</w:t>
      </w:r>
      <w:r w:rsidR="004B5A85">
        <w:t xml:space="preserve">, </w:t>
      </w:r>
      <w:r>
        <w:t>car le Rav</w:t>
      </w:r>
      <w:r>
        <w:t>a</w:t>
      </w:r>
      <w:r>
        <w:t>geur était l</w:t>
      </w:r>
      <w:r w:rsidR="004B5A85">
        <w:t>’</w:t>
      </w:r>
      <w:r>
        <w:t>ennemi du commandant Martel</w:t>
      </w:r>
      <w:r w:rsidR="004B5A85">
        <w:t xml:space="preserve">, </w:t>
      </w:r>
      <w:r>
        <w:t>de la France</w:t>
      </w:r>
      <w:r w:rsidR="004B5A85">
        <w:t xml:space="preserve">, </w:t>
      </w:r>
      <w:r>
        <w:t>du monde</w:t>
      </w:r>
      <w:r w:rsidR="004B5A85">
        <w:t> !</w:t>
      </w:r>
    </w:p>
    <w:p w14:paraId="17D1BB40" w14:textId="77777777" w:rsidR="004B5A85" w:rsidRDefault="004C389C" w:rsidP="004C389C">
      <w:r>
        <w:t>Et Pierrot l</w:t>
      </w:r>
      <w:r w:rsidR="004B5A85">
        <w:t>’</w:t>
      </w:r>
      <w:r>
        <w:t>Écureuil allait prononcer quelques dures et fières paroles</w:t>
      </w:r>
      <w:r w:rsidR="004B5A85">
        <w:t xml:space="preserve">, </w:t>
      </w:r>
      <w:r>
        <w:t>lorsque Hugues de Mauduit tendit les mains vers lui et dit</w:t>
      </w:r>
      <w:r w:rsidR="004B5A85">
        <w:t xml:space="preserve">, </w:t>
      </w:r>
      <w:r>
        <w:t>avec une inexprimable douceur où il semblait même y avoir de la tendresse</w:t>
      </w:r>
      <w:r w:rsidR="004B5A85">
        <w:t> :</w:t>
      </w:r>
    </w:p>
    <w:p w14:paraId="4FFE517E" w14:textId="77777777" w:rsidR="004B5A85" w:rsidRDefault="004B5A85" w:rsidP="004C389C">
      <w:r>
        <w:t>— </w:t>
      </w:r>
      <w:r w:rsidR="004C389C">
        <w:t>Pierrot</w:t>
      </w:r>
      <w:r>
        <w:t xml:space="preserve">, </w:t>
      </w:r>
      <w:r w:rsidR="004C389C">
        <w:t>veux-tu être mon petit ami</w:t>
      </w:r>
      <w:r>
        <w:t xml:space="preserve"> ? </w:t>
      </w:r>
      <w:r w:rsidR="004C389C">
        <w:t>Veux-tu être ici comme mon enfant</w:t>
      </w:r>
      <w:r>
        <w:t xml:space="preserve"> ?… </w:t>
      </w:r>
      <w:r w:rsidR="004C389C">
        <w:t>Pierrot</w:t>
      </w:r>
      <w:r>
        <w:t xml:space="preserve">, </w:t>
      </w:r>
      <w:r w:rsidR="004C389C">
        <w:t>réponds</w:t>
      </w:r>
      <w:r>
        <w:t> !…</w:t>
      </w:r>
    </w:p>
    <w:p w14:paraId="2CD36A98" w14:textId="77777777" w:rsidR="004B5A85" w:rsidRDefault="004C389C" w:rsidP="004C389C">
      <w:r>
        <w:lastRenderedPageBreak/>
        <w:t>Pierrot l</w:t>
      </w:r>
      <w:r w:rsidR="004B5A85">
        <w:t>’</w:t>
      </w:r>
      <w:r>
        <w:t>Écureuil fut bouleversé par l</w:t>
      </w:r>
      <w:r w:rsidR="004B5A85">
        <w:t>’</w:t>
      </w:r>
      <w:r>
        <w:t>accent presque su</w:t>
      </w:r>
      <w:r>
        <w:t>p</w:t>
      </w:r>
      <w:r>
        <w:t>pliant avec lequel ces paroles furent prononcées</w:t>
      </w:r>
      <w:r w:rsidR="004B5A85">
        <w:t>.</w:t>
      </w:r>
    </w:p>
    <w:p w14:paraId="1BF64158" w14:textId="77777777" w:rsidR="004B5A85" w:rsidRDefault="004C389C" w:rsidP="004C389C">
      <w:r>
        <w:t>Il ne sut que dire</w:t>
      </w:r>
      <w:r w:rsidR="004B5A85">
        <w:t xml:space="preserve">, </w:t>
      </w:r>
      <w:r>
        <w:t>que répondre</w:t>
      </w:r>
      <w:r w:rsidR="004B5A85">
        <w:t>.</w:t>
      </w:r>
    </w:p>
    <w:p w14:paraId="0C2E8B5B" w14:textId="77777777" w:rsidR="004B5A85" w:rsidRDefault="004C389C" w:rsidP="004C389C">
      <w:r>
        <w:t>Son cœur battait très fort</w:t>
      </w:r>
      <w:r w:rsidR="004B5A85">
        <w:t xml:space="preserve">. </w:t>
      </w:r>
      <w:r>
        <w:t>Il regardait le Ravageur du Monde avec effarement</w:t>
      </w:r>
      <w:r w:rsidR="004B5A85">
        <w:t>…</w:t>
      </w:r>
    </w:p>
    <w:p w14:paraId="58417C61" w14:textId="51357DF9" w:rsidR="004C389C" w:rsidRDefault="004C389C" w:rsidP="004C389C">
      <w:r>
        <w:t>Et en dedans de lui-même</w:t>
      </w:r>
      <w:r w:rsidR="004B5A85">
        <w:t xml:space="preserve">, </w:t>
      </w:r>
      <w:r>
        <w:t>une voix mystérieuse lui sou</w:t>
      </w:r>
      <w:r>
        <w:t>f</w:t>
      </w:r>
      <w:r>
        <w:t>flait</w:t>
      </w:r>
      <w:r w:rsidR="004B5A85">
        <w:t> : « </w:t>
      </w:r>
      <w:r>
        <w:t>Réponds oui</w:t>
      </w:r>
      <w:r w:rsidR="004B5A85">
        <w:t xml:space="preserve"> ! </w:t>
      </w:r>
      <w:r>
        <w:t>réponds oui</w:t>
      </w:r>
      <w:r w:rsidR="004B5A85">
        <w:t> ! »</w:t>
      </w:r>
    </w:p>
    <w:p w14:paraId="01B17724" w14:textId="77777777" w:rsidR="004B5A85" w:rsidRDefault="004C389C" w:rsidP="004C389C">
      <w:r>
        <w:t>Mais il résistait à cette voix</w:t>
      </w:r>
      <w:r w:rsidR="004B5A85">
        <w:t xml:space="preserve">, </w:t>
      </w:r>
      <w:r>
        <w:t>car le Ravageur lui faisait ho</w:t>
      </w:r>
      <w:r>
        <w:t>r</w:t>
      </w:r>
      <w:r>
        <w:t>reur</w:t>
      </w:r>
      <w:r w:rsidR="004B5A85">
        <w:t>.</w:t>
      </w:r>
    </w:p>
    <w:p w14:paraId="4087D681" w14:textId="77777777" w:rsidR="004B5A85" w:rsidRDefault="004C389C" w:rsidP="004C389C">
      <w:r>
        <w:t>Et brusquement</w:t>
      </w:r>
      <w:r w:rsidR="004B5A85">
        <w:t xml:space="preserve">, </w:t>
      </w:r>
      <w:r>
        <w:t>Pierrot l</w:t>
      </w:r>
      <w:r w:rsidR="004B5A85">
        <w:t>’</w:t>
      </w:r>
      <w:r>
        <w:t>Écureuil eut une idée</w:t>
      </w:r>
      <w:r w:rsidR="004B5A85">
        <w:t xml:space="preserve">, </w:t>
      </w:r>
      <w:r>
        <w:t>une idée grande</w:t>
      </w:r>
      <w:r w:rsidR="004B5A85">
        <w:t xml:space="preserve">, </w:t>
      </w:r>
      <w:r>
        <w:t>noble et généreuse</w:t>
      </w:r>
      <w:r w:rsidR="004B5A85">
        <w:t xml:space="preserve">. </w:t>
      </w:r>
      <w:r>
        <w:t>Le visage empourpré d</w:t>
      </w:r>
      <w:r w:rsidR="004B5A85">
        <w:t>’</w:t>
      </w:r>
      <w:r>
        <w:t>émotion</w:t>
      </w:r>
      <w:r w:rsidR="004B5A85">
        <w:t xml:space="preserve">, </w:t>
      </w:r>
      <w:r>
        <w:t>les yeux brillants</w:t>
      </w:r>
      <w:r w:rsidR="004B5A85">
        <w:t xml:space="preserve">, </w:t>
      </w:r>
      <w:r>
        <w:t>il s</w:t>
      </w:r>
      <w:r w:rsidR="004B5A85">
        <w:t>’</w:t>
      </w:r>
      <w:r>
        <w:t>écria</w:t>
      </w:r>
      <w:r w:rsidR="004B5A85">
        <w:t> :</w:t>
      </w:r>
    </w:p>
    <w:p w14:paraId="5AB062CB" w14:textId="77777777" w:rsidR="004B5A85" w:rsidRDefault="004B5A85" w:rsidP="004C389C">
      <w:r>
        <w:t>— </w:t>
      </w:r>
      <w:r w:rsidR="004C389C">
        <w:t>Monsieur</w:t>
      </w:r>
      <w:r>
        <w:t xml:space="preserve"> ! </w:t>
      </w:r>
      <w:r w:rsidR="004C389C">
        <w:t>renoncez à vos vengeances criminelles</w:t>
      </w:r>
      <w:r>
        <w:t xml:space="preserve">, </w:t>
      </w:r>
      <w:r w:rsidR="004C389C">
        <w:t>r</w:t>
      </w:r>
      <w:r w:rsidR="004C389C">
        <w:t>e</w:t>
      </w:r>
      <w:r w:rsidR="004C389C">
        <w:t>noncez à vos entreprises de piraterie</w:t>
      </w:r>
      <w:r>
        <w:t xml:space="preserve">, </w:t>
      </w:r>
      <w:r w:rsidR="004C389C">
        <w:t xml:space="preserve">rendez le </w:t>
      </w:r>
      <w:r w:rsidR="004C389C">
        <w:rPr>
          <w:i/>
          <w:iCs/>
        </w:rPr>
        <w:t xml:space="preserve">Nyctalope </w:t>
      </w:r>
      <w:r w:rsidR="004C389C">
        <w:t>au commandant Martel</w:t>
      </w:r>
      <w:r>
        <w:t xml:space="preserve">, </w:t>
      </w:r>
      <w:r w:rsidR="004C389C">
        <w:t>et je vous saute au cou</w:t>
      </w:r>
      <w:r>
        <w:t> !…</w:t>
      </w:r>
    </w:p>
    <w:p w14:paraId="737CD1CE" w14:textId="77777777" w:rsidR="004B5A85" w:rsidRDefault="004C389C" w:rsidP="004C389C">
      <w:r>
        <w:t>Enfant plein d</w:t>
      </w:r>
      <w:r w:rsidR="004B5A85">
        <w:t>’</w:t>
      </w:r>
      <w:r>
        <w:t>illusions</w:t>
      </w:r>
      <w:r w:rsidR="004B5A85">
        <w:t> !…</w:t>
      </w:r>
    </w:p>
    <w:p w14:paraId="3D1DE78F" w14:textId="77777777" w:rsidR="004B5A85" w:rsidRDefault="004C389C" w:rsidP="004C389C">
      <w:r>
        <w:t>À ces paroles inattendues</w:t>
      </w:r>
      <w:r w:rsidR="004B5A85">
        <w:t xml:space="preserve">, </w:t>
      </w:r>
      <w:r>
        <w:t>le Ravageur tressaillit et recula d</w:t>
      </w:r>
      <w:r w:rsidR="004B5A85">
        <w:t>’</w:t>
      </w:r>
      <w:r>
        <w:t>un pas</w:t>
      </w:r>
      <w:r w:rsidR="004B5A85">
        <w:t>.</w:t>
      </w:r>
    </w:p>
    <w:p w14:paraId="75006EA2" w14:textId="77777777" w:rsidR="004B5A85" w:rsidRDefault="004C389C" w:rsidP="004C389C">
      <w:r>
        <w:t>Ses sourcils se froncèrent</w:t>
      </w:r>
      <w:r w:rsidR="004B5A85">
        <w:t xml:space="preserve">, </w:t>
      </w:r>
      <w:r>
        <w:t>une expression de sombre fureur envahit son visage</w:t>
      </w:r>
      <w:r w:rsidR="004B5A85">
        <w:t>.</w:t>
      </w:r>
    </w:p>
    <w:p w14:paraId="3C7A2441" w14:textId="77777777" w:rsidR="004B5A85" w:rsidRDefault="004B5A85" w:rsidP="004C389C">
      <w:pPr>
        <w:rPr>
          <w:i/>
          <w:iCs/>
        </w:rPr>
      </w:pPr>
      <w:r>
        <w:t>— </w:t>
      </w:r>
      <w:r w:rsidR="004C389C">
        <w:t>Tu es fou</w:t>
      </w:r>
      <w:r>
        <w:t xml:space="preserve"> ! </w:t>
      </w:r>
      <w:r w:rsidR="004C389C">
        <w:t>gronda-t-il</w:t>
      </w:r>
      <w:r>
        <w:t xml:space="preserve">. </w:t>
      </w:r>
      <w:r w:rsidR="004C389C">
        <w:t>Renoncer à l</w:t>
      </w:r>
      <w:r>
        <w:t>’</w:t>
      </w:r>
      <w:r w:rsidR="004C389C">
        <w:t>œuvre de justice à laquelle j</w:t>
      </w:r>
      <w:r>
        <w:t>’</w:t>
      </w:r>
      <w:r w:rsidR="004C389C">
        <w:t>ai consacré ma vie</w:t>
      </w:r>
      <w:r>
        <w:t xml:space="preserve"> ! </w:t>
      </w:r>
      <w:r w:rsidR="004C389C">
        <w:t xml:space="preserve">Rendre le </w:t>
      </w:r>
      <w:r w:rsidR="004C389C">
        <w:rPr>
          <w:i/>
          <w:iCs/>
        </w:rPr>
        <w:t>Nyctalope</w:t>
      </w:r>
      <w:r>
        <w:rPr>
          <w:i/>
          <w:iCs/>
        </w:rPr>
        <w:t> !…</w:t>
      </w:r>
    </w:p>
    <w:p w14:paraId="52C6E0D6" w14:textId="77777777" w:rsidR="004B5A85" w:rsidRDefault="004B5A85" w:rsidP="004C389C">
      <w:r>
        <w:t>« </w:t>
      </w:r>
      <w:r w:rsidR="004C389C">
        <w:t>Enfant</w:t>
      </w:r>
      <w:r>
        <w:t xml:space="preserve">, </w:t>
      </w:r>
      <w:r w:rsidR="004C389C">
        <w:t>tu ne sais pas</w:t>
      </w:r>
      <w:r>
        <w:t> !…</w:t>
      </w:r>
    </w:p>
    <w:p w14:paraId="172FC10E" w14:textId="77777777" w:rsidR="004B5A85" w:rsidRDefault="004B5A85" w:rsidP="004C389C">
      <w:r>
        <w:t>« </w:t>
      </w:r>
      <w:r w:rsidR="004C389C">
        <w:t>Mais au fait</w:t>
      </w:r>
      <w:r>
        <w:t xml:space="preserve"> ! </w:t>
      </w:r>
      <w:r w:rsidR="004C389C">
        <w:t>je suis aussi enfant que toi</w:t>
      </w:r>
      <w:r>
        <w:t xml:space="preserve">, </w:t>
      </w:r>
      <w:r w:rsidR="004C389C">
        <w:t>moi qui me lai</w:t>
      </w:r>
      <w:r w:rsidR="004C389C">
        <w:t>s</w:t>
      </w:r>
      <w:r w:rsidR="004C389C">
        <w:t>sais aller à l</w:t>
      </w:r>
      <w:r>
        <w:t>’</w:t>
      </w:r>
      <w:r w:rsidR="004C389C">
        <w:t>attendrissement</w:t>
      </w:r>
      <w:r>
        <w:t xml:space="preserve">, </w:t>
      </w:r>
      <w:r w:rsidR="004C389C">
        <w:t>alors que je dois être dur comme un roc</w:t>
      </w:r>
      <w:r>
        <w:t>.</w:t>
      </w:r>
    </w:p>
    <w:p w14:paraId="160B3365" w14:textId="77777777" w:rsidR="004B5A85" w:rsidRDefault="004B5A85" w:rsidP="004C389C">
      <w:r>
        <w:lastRenderedPageBreak/>
        <w:t>« </w:t>
      </w:r>
      <w:r w:rsidR="004C389C">
        <w:t>Tu m</w:t>
      </w:r>
      <w:r>
        <w:t>’</w:t>
      </w:r>
      <w:r w:rsidR="004C389C">
        <w:t>as sauvé la vie</w:t>
      </w:r>
      <w:r>
        <w:t xml:space="preserve"> ; </w:t>
      </w:r>
      <w:r w:rsidR="004C389C">
        <w:t>j</w:t>
      </w:r>
      <w:r>
        <w:t>’</w:t>
      </w:r>
      <w:r w:rsidR="004C389C">
        <w:t>ai sauvé la tienne</w:t>
      </w:r>
      <w:r>
        <w:t xml:space="preserve">. </w:t>
      </w:r>
      <w:r w:rsidR="004C389C">
        <w:t>Comme aup</w:t>
      </w:r>
      <w:r w:rsidR="004C389C">
        <w:t>a</w:t>
      </w:r>
      <w:r w:rsidR="004C389C">
        <w:t>ravant</w:t>
      </w:r>
      <w:r>
        <w:t xml:space="preserve">, </w:t>
      </w:r>
      <w:r w:rsidR="004C389C">
        <w:t>tu es mon prisonnier</w:t>
      </w:r>
      <w:r>
        <w:t xml:space="preserve">, </w:t>
      </w:r>
      <w:r w:rsidR="004C389C">
        <w:t>rien n</w:t>
      </w:r>
      <w:r>
        <w:t>’</w:t>
      </w:r>
      <w:r w:rsidR="004C389C">
        <w:t>est changé dans l</w:t>
      </w:r>
      <w:r>
        <w:t>’</w:t>
      </w:r>
      <w:r w:rsidR="004C389C">
        <w:t>état des choses et nous sommes quittes</w:t>
      </w:r>
      <w:r>
        <w:t> !…</w:t>
      </w:r>
    </w:p>
    <w:p w14:paraId="363AEE3C" w14:textId="77777777" w:rsidR="004B5A85" w:rsidRDefault="004B5A85" w:rsidP="004C389C">
      <w:r>
        <w:t>« </w:t>
      </w:r>
      <w:r w:rsidR="004C389C">
        <w:t>Allons</w:t>
      </w:r>
      <w:r>
        <w:t xml:space="preserve">, </w:t>
      </w:r>
      <w:r w:rsidR="004C389C">
        <w:t>sors d</w:t>
      </w:r>
      <w:r>
        <w:t>’</w:t>
      </w:r>
      <w:r w:rsidR="004C389C">
        <w:t>ici</w:t>
      </w:r>
      <w:r>
        <w:t> !</w:t>
      </w:r>
    </w:p>
    <w:p w14:paraId="55ABF266" w14:textId="77777777" w:rsidR="004B5A85" w:rsidRDefault="004C389C" w:rsidP="004C389C">
      <w:r>
        <w:t>Et le Ravageur du Monde</w:t>
      </w:r>
      <w:r w:rsidR="004B5A85">
        <w:t xml:space="preserve">, </w:t>
      </w:r>
      <w:r>
        <w:t>livide</w:t>
      </w:r>
      <w:r w:rsidR="004B5A85">
        <w:t xml:space="preserve">, </w:t>
      </w:r>
      <w:r>
        <w:t>pressa un bouton éle</w:t>
      </w:r>
      <w:r>
        <w:t>c</w:t>
      </w:r>
      <w:r>
        <w:t>trique</w:t>
      </w:r>
      <w:r w:rsidR="004B5A85">
        <w:t>.</w:t>
      </w:r>
    </w:p>
    <w:p w14:paraId="652CDE37" w14:textId="77777777" w:rsidR="004B5A85" w:rsidRDefault="004C389C" w:rsidP="004C389C">
      <w:r>
        <w:t>Une sonnerie retentit</w:t>
      </w:r>
      <w:r w:rsidR="004B5A85">
        <w:t xml:space="preserve">, </w:t>
      </w:r>
      <w:r>
        <w:t>la porte s</w:t>
      </w:r>
      <w:r w:rsidR="004B5A85">
        <w:t>’</w:t>
      </w:r>
      <w:r>
        <w:t>ouvrit</w:t>
      </w:r>
      <w:r w:rsidR="004B5A85">
        <w:t xml:space="preserve">. </w:t>
      </w:r>
      <w:proofErr w:type="spellStart"/>
      <w:r>
        <w:t>Askold</w:t>
      </w:r>
      <w:proofErr w:type="spellEnd"/>
      <w:r>
        <w:t xml:space="preserve"> parut</w:t>
      </w:r>
      <w:r w:rsidR="004B5A85">
        <w:t>.</w:t>
      </w:r>
    </w:p>
    <w:p w14:paraId="47F7F516" w14:textId="77777777" w:rsidR="004B5A85" w:rsidRDefault="004B5A85" w:rsidP="004C389C">
      <w:r>
        <w:t>— </w:t>
      </w:r>
      <w:proofErr w:type="spellStart"/>
      <w:r w:rsidR="004C389C">
        <w:t>Askold</w:t>
      </w:r>
      <w:proofErr w:type="spellEnd"/>
      <w:r>
        <w:t xml:space="preserve">, </w:t>
      </w:r>
      <w:r w:rsidR="004C389C">
        <w:t>ordonna le Ravageur</w:t>
      </w:r>
      <w:r>
        <w:t xml:space="preserve">, </w:t>
      </w:r>
      <w:r w:rsidR="004C389C">
        <w:t>emmène cet enfant</w:t>
      </w:r>
      <w:r>
        <w:t xml:space="preserve">. </w:t>
      </w:r>
      <w:r w:rsidR="004C389C">
        <w:t>Tu le mettras</w:t>
      </w:r>
      <w:r>
        <w:t xml:space="preserve">, </w:t>
      </w:r>
      <w:r w:rsidR="004C389C">
        <w:t>comme par le passé</w:t>
      </w:r>
      <w:r>
        <w:t xml:space="preserve">, </w:t>
      </w:r>
      <w:r w:rsidR="004C389C">
        <w:t xml:space="preserve">sous les ordres de </w:t>
      </w:r>
      <w:proofErr w:type="spellStart"/>
      <w:r w:rsidR="004C389C">
        <w:t>Brilo</w:t>
      </w:r>
      <w:proofErr w:type="spellEnd"/>
      <w:r w:rsidR="004C389C">
        <w:t xml:space="preserve"> et de </w:t>
      </w:r>
      <w:proofErr w:type="spellStart"/>
      <w:r w:rsidR="004C389C">
        <w:t>Jo</w:t>
      </w:r>
      <w:r w:rsidR="004C389C">
        <w:t>r</w:t>
      </w:r>
      <w:r w:rsidR="004C389C">
        <w:t>ry</w:t>
      </w:r>
      <w:proofErr w:type="spellEnd"/>
      <w:r>
        <w:t xml:space="preserve">. </w:t>
      </w:r>
      <w:r w:rsidR="004C389C">
        <w:t>Mais</w:t>
      </w:r>
      <w:r>
        <w:t xml:space="preserve">, </w:t>
      </w:r>
      <w:r w:rsidR="004C389C">
        <w:t>comme nous connaissons son intelligence et son co</w:t>
      </w:r>
      <w:r w:rsidR="004C389C">
        <w:t>u</w:t>
      </w:r>
      <w:r w:rsidR="004C389C">
        <w:t>rage</w:t>
      </w:r>
      <w:r>
        <w:t xml:space="preserve">, </w:t>
      </w:r>
      <w:r w:rsidR="004C389C">
        <w:t>il faut le surveiller avec soin</w:t>
      </w:r>
      <w:r>
        <w:t xml:space="preserve">. </w:t>
      </w:r>
      <w:r w:rsidR="004C389C">
        <w:t xml:space="preserve">Que </w:t>
      </w:r>
      <w:proofErr w:type="spellStart"/>
      <w:r w:rsidR="004C389C">
        <w:t>Brilo</w:t>
      </w:r>
      <w:proofErr w:type="spellEnd"/>
      <w:r w:rsidR="004C389C">
        <w:t xml:space="preserve"> et </w:t>
      </w:r>
      <w:proofErr w:type="spellStart"/>
      <w:r w:rsidR="004C389C">
        <w:t>Jorry</w:t>
      </w:r>
      <w:proofErr w:type="spellEnd"/>
      <w:r w:rsidR="004C389C">
        <w:t xml:space="preserve"> prennent les mesures nécessaires pour que</w:t>
      </w:r>
      <w:r>
        <w:t xml:space="preserve">, </w:t>
      </w:r>
      <w:r w:rsidR="004C389C">
        <w:t>jour et nuit</w:t>
      </w:r>
      <w:r>
        <w:t xml:space="preserve">, </w:t>
      </w:r>
      <w:r w:rsidR="004C389C">
        <w:t>Pierrot l</w:t>
      </w:r>
      <w:r>
        <w:t>’</w:t>
      </w:r>
      <w:r w:rsidR="004C389C">
        <w:t>Écureuil soit sous leur surveillance directe et continue</w:t>
      </w:r>
      <w:r>
        <w:t>.</w:t>
      </w:r>
    </w:p>
    <w:p w14:paraId="33185F8B" w14:textId="77777777" w:rsidR="004B5A85" w:rsidRDefault="004B5A85" w:rsidP="004C389C">
      <w:r>
        <w:t>« </w:t>
      </w:r>
      <w:r w:rsidR="004C389C">
        <w:t>Je leur donne tous pouvoirs</w:t>
      </w:r>
      <w:r>
        <w:t xml:space="preserve">, </w:t>
      </w:r>
      <w:r w:rsidR="004C389C">
        <w:t>en leur défendant cependant toute brutalité à l</w:t>
      </w:r>
      <w:r>
        <w:t>’</w:t>
      </w:r>
      <w:r w:rsidR="004C389C">
        <w:t>égard de ce garçon</w:t>
      </w:r>
      <w:r>
        <w:t xml:space="preserve">, </w:t>
      </w:r>
      <w:r w:rsidR="004C389C">
        <w:t>qui remplira à bord</w:t>
      </w:r>
      <w:r>
        <w:t xml:space="preserve">, </w:t>
      </w:r>
      <w:r w:rsidR="004C389C">
        <w:t>stri</w:t>
      </w:r>
      <w:r w:rsidR="004C389C">
        <w:t>c</w:t>
      </w:r>
      <w:r w:rsidR="004C389C">
        <w:t>tement</w:t>
      </w:r>
      <w:r>
        <w:t xml:space="preserve">, </w:t>
      </w:r>
      <w:r w:rsidR="004C389C">
        <w:t>le rôle de mousse</w:t>
      </w:r>
      <w:r>
        <w:t xml:space="preserve">. </w:t>
      </w:r>
      <w:r w:rsidR="004C389C">
        <w:t xml:space="preserve">Il remplacera </w:t>
      </w:r>
      <w:proofErr w:type="spellStart"/>
      <w:r w:rsidR="004C389C">
        <w:t>Brasky</w:t>
      </w:r>
      <w:proofErr w:type="spellEnd"/>
      <w:r>
        <w:t xml:space="preserve">, </w:t>
      </w:r>
      <w:r w:rsidR="004C389C">
        <w:t>autant que possible</w:t>
      </w:r>
      <w:r>
        <w:t xml:space="preserve">, </w:t>
      </w:r>
      <w:r w:rsidR="004C389C">
        <w:t>pour les travaux courants</w:t>
      </w:r>
      <w:r>
        <w:t>.</w:t>
      </w:r>
    </w:p>
    <w:p w14:paraId="702547CE" w14:textId="77777777" w:rsidR="004B5A85" w:rsidRDefault="004B5A85" w:rsidP="004C389C">
      <w:r>
        <w:t>— </w:t>
      </w:r>
      <w:r w:rsidR="004C389C">
        <w:t>Bien</w:t>
      </w:r>
      <w:r>
        <w:t xml:space="preserve">, </w:t>
      </w:r>
      <w:r w:rsidR="004C389C">
        <w:t>Maître</w:t>
      </w:r>
      <w:r>
        <w:t xml:space="preserve">, </w:t>
      </w:r>
      <w:r w:rsidR="004C389C">
        <w:t xml:space="preserve">fit </w:t>
      </w:r>
      <w:proofErr w:type="spellStart"/>
      <w:r w:rsidR="004C389C">
        <w:t>Askold</w:t>
      </w:r>
      <w:proofErr w:type="spellEnd"/>
      <w:r>
        <w:t xml:space="preserve">. </w:t>
      </w:r>
      <w:r w:rsidR="004C389C">
        <w:t>Et l</w:t>
      </w:r>
      <w:r>
        <w:t>’</w:t>
      </w:r>
      <w:r w:rsidR="004C389C">
        <w:t>autre prisonnier</w:t>
      </w:r>
      <w:r>
        <w:t> ?</w:t>
      </w:r>
    </w:p>
    <w:p w14:paraId="05B196E0" w14:textId="77777777" w:rsidR="004B5A85" w:rsidRDefault="004B5A85" w:rsidP="004C389C">
      <w:r>
        <w:t>— </w:t>
      </w:r>
      <w:r w:rsidR="004C389C">
        <w:t>Tu sais son nom</w:t>
      </w:r>
      <w:r>
        <w:t> ?</w:t>
      </w:r>
    </w:p>
    <w:p w14:paraId="548C3609" w14:textId="77777777" w:rsidR="004B5A85" w:rsidRDefault="004B5A85" w:rsidP="004C389C">
      <w:r>
        <w:t>— </w:t>
      </w:r>
      <w:r w:rsidR="004C389C">
        <w:t>Oui</w:t>
      </w:r>
      <w:r>
        <w:t xml:space="preserve"> ! </w:t>
      </w:r>
      <w:r w:rsidR="004C389C">
        <w:t>Je l</w:t>
      </w:r>
      <w:r>
        <w:t>’</w:t>
      </w:r>
      <w:r w:rsidR="004C389C">
        <w:t>ai appris par Pierrot l</w:t>
      </w:r>
      <w:r>
        <w:t>’</w:t>
      </w:r>
      <w:r w:rsidR="004C389C">
        <w:t>Écureuil</w:t>
      </w:r>
      <w:r>
        <w:t xml:space="preserve">. </w:t>
      </w:r>
      <w:r w:rsidR="004C389C">
        <w:t>Il s</w:t>
      </w:r>
      <w:r>
        <w:t>’</w:t>
      </w:r>
      <w:r w:rsidR="004C389C">
        <w:t>appelle R</w:t>
      </w:r>
      <w:r w:rsidR="004C389C">
        <w:t>o</w:t>
      </w:r>
      <w:r w:rsidR="004C389C">
        <w:t>ger</w:t>
      </w:r>
      <w:r>
        <w:t>.</w:t>
      </w:r>
    </w:p>
    <w:p w14:paraId="3A0AD8FE" w14:textId="77777777" w:rsidR="004B5A85" w:rsidRDefault="004B5A85" w:rsidP="004C389C">
      <w:r>
        <w:t>— </w:t>
      </w:r>
      <w:r w:rsidR="004C389C">
        <w:t>Il dort toujours</w:t>
      </w:r>
      <w:r>
        <w:t> ?</w:t>
      </w:r>
    </w:p>
    <w:p w14:paraId="45E0745F" w14:textId="77777777" w:rsidR="004B5A85" w:rsidRDefault="004B5A85" w:rsidP="004C389C">
      <w:r>
        <w:t>— </w:t>
      </w:r>
      <w:r w:rsidR="004C389C">
        <w:t>Oui</w:t>
      </w:r>
      <w:r>
        <w:t> !</w:t>
      </w:r>
    </w:p>
    <w:p w14:paraId="1A78A4D3" w14:textId="77777777" w:rsidR="004B5A85" w:rsidRDefault="004B5A85" w:rsidP="004C389C">
      <w:r>
        <w:t>— </w:t>
      </w:r>
      <w:r w:rsidR="004C389C">
        <w:t>Eh bien</w:t>
      </w:r>
      <w:r>
        <w:t xml:space="preserve"> ! </w:t>
      </w:r>
      <w:r w:rsidR="004C389C">
        <w:t xml:space="preserve">que </w:t>
      </w:r>
      <w:proofErr w:type="spellStart"/>
      <w:r w:rsidR="004C389C">
        <w:t>Brilo</w:t>
      </w:r>
      <w:proofErr w:type="spellEnd"/>
      <w:r w:rsidR="004C389C">
        <w:t xml:space="preserve"> soigne ce lieutenant Roger</w:t>
      </w:r>
      <w:r>
        <w:t xml:space="preserve">. </w:t>
      </w:r>
      <w:r w:rsidR="004C389C">
        <w:t>Qu</w:t>
      </w:r>
      <w:r>
        <w:t>’</w:t>
      </w:r>
      <w:r w:rsidR="004C389C">
        <w:t>on l</w:t>
      </w:r>
      <w:r>
        <w:t>’</w:t>
      </w:r>
      <w:r w:rsidR="004C389C">
        <w:t>enferme dans la cabine numéro 2</w:t>
      </w:r>
      <w:r>
        <w:t xml:space="preserve">. </w:t>
      </w:r>
      <w:r w:rsidR="004C389C">
        <w:t>Je le garderai</w:t>
      </w:r>
      <w:r>
        <w:t xml:space="preserve">. </w:t>
      </w:r>
      <w:r w:rsidR="004C389C">
        <w:t>Il pourra un jour</w:t>
      </w:r>
      <w:r>
        <w:t xml:space="preserve">, </w:t>
      </w:r>
      <w:r w:rsidR="004C389C">
        <w:t>ainsi que Pierrot l</w:t>
      </w:r>
      <w:r>
        <w:t>’</w:t>
      </w:r>
      <w:r w:rsidR="004C389C">
        <w:t>Écureuil</w:t>
      </w:r>
      <w:r>
        <w:t xml:space="preserve">, </w:t>
      </w:r>
      <w:r w:rsidR="004C389C">
        <w:t>servir d</w:t>
      </w:r>
      <w:r>
        <w:t>’</w:t>
      </w:r>
      <w:r w:rsidR="004C389C">
        <w:t>otage</w:t>
      </w:r>
      <w:r>
        <w:t>.</w:t>
      </w:r>
    </w:p>
    <w:p w14:paraId="44C26A8C" w14:textId="77777777" w:rsidR="004B5A85" w:rsidRDefault="004B5A85" w:rsidP="004C389C">
      <w:r>
        <w:lastRenderedPageBreak/>
        <w:t>— </w:t>
      </w:r>
      <w:r w:rsidR="004C389C">
        <w:t>Bien</w:t>
      </w:r>
      <w:r>
        <w:t xml:space="preserve"> ! </w:t>
      </w:r>
      <w:r w:rsidR="004C389C">
        <w:t>Maître</w:t>
      </w:r>
      <w:r>
        <w:t xml:space="preserve">. </w:t>
      </w:r>
      <w:r w:rsidR="004C389C">
        <w:t>C</w:t>
      </w:r>
      <w:r>
        <w:t>’</w:t>
      </w:r>
      <w:r w:rsidR="004C389C">
        <w:t>est tout</w:t>
      </w:r>
      <w:r>
        <w:t> ?</w:t>
      </w:r>
    </w:p>
    <w:p w14:paraId="1746BD66" w14:textId="77777777" w:rsidR="004B5A85" w:rsidRDefault="004B5A85" w:rsidP="004C389C">
      <w:r>
        <w:t>— </w:t>
      </w:r>
      <w:r w:rsidR="004C389C">
        <w:t>C</w:t>
      </w:r>
      <w:r>
        <w:t>’</w:t>
      </w:r>
      <w:r w:rsidR="004C389C">
        <w:t>est tout</w:t>
      </w:r>
      <w:r>
        <w:t> !</w:t>
      </w:r>
    </w:p>
    <w:p w14:paraId="22257D48" w14:textId="77777777" w:rsidR="004B5A85" w:rsidRDefault="004C389C" w:rsidP="004C389C">
      <w:r>
        <w:t>Et le Ravageur tourna le dos à Pierrot l</w:t>
      </w:r>
      <w:r w:rsidR="004B5A85">
        <w:t>’</w:t>
      </w:r>
      <w:r>
        <w:t>Écureuil</w:t>
      </w:r>
      <w:r w:rsidR="004B5A85">
        <w:t xml:space="preserve">, </w:t>
      </w:r>
      <w:r>
        <w:t>qu</w:t>
      </w:r>
      <w:r w:rsidR="004B5A85">
        <w:t>’</w:t>
      </w:r>
      <w:proofErr w:type="spellStart"/>
      <w:r>
        <w:t>Askold</w:t>
      </w:r>
      <w:proofErr w:type="spellEnd"/>
      <w:r>
        <w:t xml:space="preserve"> prenait déjà par le bras</w:t>
      </w:r>
      <w:r w:rsidR="004B5A85">
        <w:t>.</w:t>
      </w:r>
    </w:p>
    <w:p w14:paraId="3354B416" w14:textId="77777777" w:rsidR="004B5A85" w:rsidRDefault="004C389C" w:rsidP="004C389C">
      <w:r>
        <w:t>Le mousse n</w:t>
      </w:r>
      <w:r w:rsidR="004B5A85">
        <w:t>’</w:t>
      </w:r>
      <w:r>
        <w:t>essaya aucune résistance</w:t>
      </w:r>
      <w:r w:rsidR="004B5A85">
        <w:t xml:space="preserve">. </w:t>
      </w:r>
      <w:r>
        <w:t>Il avait conscience que la flamme d</w:t>
      </w:r>
      <w:r w:rsidR="004B5A85">
        <w:t>’</w:t>
      </w:r>
      <w:r>
        <w:t xml:space="preserve">affection pour lui </w:t>
      </w:r>
      <w:proofErr w:type="spellStart"/>
      <w:r>
        <w:t>allumée</w:t>
      </w:r>
      <w:proofErr w:type="spellEnd"/>
      <w:r>
        <w:t xml:space="preserve"> mystérieusement dans le cœur du Ravageur n</w:t>
      </w:r>
      <w:r w:rsidR="004B5A85">
        <w:t>’</w:t>
      </w:r>
      <w:r>
        <w:t>était pas définitivement éteinte</w:t>
      </w:r>
      <w:r w:rsidR="004B5A85">
        <w:t xml:space="preserve">, </w:t>
      </w:r>
      <w:r>
        <w:t>mais voilée seulement par la haine féroce que Hugues de Ma</w:t>
      </w:r>
      <w:r>
        <w:t>u</w:t>
      </w:r>
      <w:r>
        <w:t>duit nourrissait contre le monde civilisé</w:t>
      </w:r>
      <w:r w:rsidR="004B5A85">
        <w:t>.</w:t>
      </w:r>
    </w:p>
    <w:p w14:paraId="78777BD7" w14:textId="77777777" w:rsidR="004B5A85" w:rsidRDefault="004C389C" w:rsidP="004C389C">
      <w:r>
        <w:t>Et Pierrot l</w:t>
      </w:r>
      <w:r w:rsidR="004B5A85">
        <w:t>’</w:t>
      </w:r>
      <w:r>
        <w:t>Écureuil songeait</w:t>
      </w:r>
      <w:r w:rsidR="004B5A85">
        <w:t> :</w:t>
      </w:r>
    </w:p>
    <w:p w14:paraId="17985C8D" w14:textId="538D8D6D" w:rsidR="004C389C" w:rsidRDefault="004B5A85" w:rsidP="004C389C">
      <w:r>
        <w:t>« </w:t>
      </w:r>
      <w:r w:rsidR="004C389C">
        <w:t>C</w:t>
      </w:r>
      <w:r>
        <w:t>’</w:t>
      </w:r>
      <w:r w:rsidR="004C389C">
        <w:t>est bon</w:t>
      </w:r>
      <w:r>
        <w:t xml:space="preserve"> ! </w:t>
      </w:r>
      <w:r w:rsidR="004C389C">
        <w:t>j</w:t>
      </w:r>
      <w:r>
        <w:t>’</w:t>
      </w:r>
      <w:r w:rsidR="004C389C">
        <w:t>aurai l</w:t>
      </w:r>
      <w:r>
        <w:t>’</w:t>
      </w:r>
      <w:r w:rsidR="004C389C">
        <w:t>œil</w:t>
      </w:r>
      <w:r>
        <w:t xml:space="preserve"> !… </w:t>
      </w:r>
      <w:r w:rsidR="004C389C">
        <w:t xml:space="preserve">Et si </w:t>
      </w:r>
      <w:proofErr w:type="spellStart"/>
      <w:r w:rsidR="004C389C">
        <w:t>Brilo</w:t>
      </w:r>
      <w:proofErr w:type="spellEnd"/>
      <w:r w:rsidR="004C389C">
        <w:t xml:space="preserve"> et </w:t>
      </w:r>
      <w:proofErr w:type="spellStart"/>
      <w:r w:rsidR="004C389C">
        <w:t>Jorry</w:t>
      </w:r>
      <w:proofErr w:type="spellEnd"/>
      <w:r w:rsidR="004C389C">
        <w:t xml:space="preserve"> me laissent une seule minute sans surveillance</w:t>
      </w:r>
      <w:r>
        <w:t xml:space="preserve">, </w:t>
      </w:r>
      <w:r w:rsidR="004C389C">
        <w:t>je sais bien ce que je f</w:t>
      </w:r>
      <w:r w:rsidR="004C389C">
        <w:t>e</w:t>
      </w:r>
      <w:r w:rsidR="004C389C">
        <w:t>rai</w:t>
      </w:r>
      <w:r>
        <w:t> !… »</w:t>
      </w:r>
    </w:p>
    <w:p w14:paraId="4B233875" w14:textId="77777777" w:rsidR="004C389C" w:rsidRDefault="004C389C" w:rsidP="004B5A85">
      <w:pPr>
        <w:pStyle w:val="Centr"/>
      </w:pPr>
      <w:r>
        <w:t>* * *</w:t>
      </w:r>
    </w:p>
    <w:p w14:paraId="407D5E91" w14:textId="77777777" w:rsidR="004B5A85" w:rsidRDefault="004C389C" w:rsidP="004C389C">
      <w:r>
        <w:t>Or</w:t>
      </w:r>
      <w:r w:rsidR="004B5A85">
        <w:t xml:space="preserve">, </w:t>
      </w:r>
      <w:r>
        <w:t>pendant ce temps</w:t>
      </w:r>
      <w:r w:rsidR="004B5A85">
        <w:t xml:space="preserve">, </w:t>
      </w:r>
      <w:r>
        <w:t>qu</w:t>
      </w:r>
      <w:r w:rsidR="004B5A85">
        <w:t>’</w:t>
      </w:r>
      <w:r>
        <w:t>était-il advenu du commandant Martel</w:t>
      </w:r>
      <w:r w:rsidR="004B5A85">
        <w:t xml:space="preserve">, </w:t>
      </w:r>
      <w:r>
        <w:t>de ses deux sous-marins et de l</w:t>
      </w:r>
      <w:r w:rsidR="004B5A85">
        <w:t>’</w:t>
      </w:r>
      <w:r>
        <w:t xml:space="preserve">aéroplane </w:t>
      </w:r>
      <w:r>
        <w:rPr>
          <w:i/>
          <w:iCs/>
        </w:rPr>
        <w:t>B</w:t>
      </w:r>
      <w:r>
        <w:t>-18</w:t>
      </w:r>
      <w:r w:rsidR="004B5A85">
        <w:t> ?…</w:t>
      </w:r>
    </w:p>
    <w:p w14:paraId="6DD5F098" w14:textId="77777777" w:rsidR="004B5A85" w:rsidRDefault="004C389C" w:rsidP="004C389C">
      <w:r>
        <w:t>On a deviné</w:t>
      </w:r>
      <w:r w:rsidR="004B5A85">
        <w:t xml:space="preserve">, </w:t>
      </w:r>
      <w:r>
        <w:t>d</w:t>
      </w:r>
      <w:r w:rsidR="004B5A85">
        <w:t>’</w:t>
      </w:r>
      <w:r>
        <w:t xml:space="preserve">après le récit fait par </w:t>
      </w:r>
      <w:proofErr w:type="spellStart"/>
      <w:r>
        <w:t>Askold</w:t>
      </w:r>
      <w:proofErr w:type="spellEnd"/>
      <w:r>
        <w:t xml:space="preserve"> à Pierrot l</w:t>
      </w:r>
      <w:r w:rsidR="004B5A85">
        <w:t>’</w:t>
      </w:r>
      <w:r>
        <w:t>Écureuil</w:t>
      </w:r>
      <w:r w:rsidR="004B5A85">
        <w:t xml:space="preserve">, </w:t>
      </w:r>
      <w:r>
        <w:t>qu</w:t>
      </w:r>
      <w:r w:rsidR="004B5A85">
        <w:t>’</w:t>
      </w:r>
      <w:r>
        <w:t xml:space="preserve">à peine après avoir reçu du lieutenant Roger le coup de téléphone signalant la découverte du </w:t>
      </w:r>
      <w:r>
        <w:rPr>
          <w:i/>
          <w:iCs/>
        </w:rPr>
        <w:t>Nyctalope</w:t>
      </w:r>
      <w:r w:rsidR="004B5A85">
        <w:rPr>
          <w:i/>
          <w:iCs/>
        </w:rPr>
        <w:t xml:space="preserve">, </w:t>
      </w:r>
      <w:r>
        <w:t xml:space="preserve">le commandant Martel avait lancé en avant la </w:t>
      </w:r>
      <w:r>
        <w:rPr>
          <w:i/>
          <w:iCs/>
        </w:rPr>
        <w:t xml:space="preserve">Revanche </w:t>
      </w:r>
      <w:r>
        <w:t xml:space="preserve">et la </w:t>
      </w:r>
      <w:r>
        <w:rPr>
          <w:i/>
          <w:iCs/>
        </w:rPr>
        <w:t>Vi</w:t>
      </w:r>
      <w:r>
        <w:rPr>
          <w:i/>
          <w:iCs/>
        </w:rPr>
        <w:t>c</w:t>
      </w:r>
      <w:r>
        <w:rPr>
          <w:i/>
          <w:iCs/>
        </w:rPr>
        <w:t>toire</w:t>
      </w:r>
      <w:r w:rsidR="004B5A85">
        <w:t>.</w:t>
      </w:r>
    </w:p>
    <w:p w14:paraId="03267AB6" w14:textId="77777777" w:rsidR="004B5A85" w:rsidRDefault="004C389C" w:rsidP="004C389C">
      <w:r>
        <w:t>Les deux sous-marins se trouvaient alors par vingt mètres de fond</w:t>
      </w:r>
      <w:r w:rsidR="004B5A85">
        <w:t>.</w:t>
      </w:r>
    </w:p>
    <w:p w14:paraId="4DD00470" w14:textId="77777777" w:rsidR="004B5A85" w:rsidRDefault="004C389C" w:rsidP="004C389C">
      <w:r>
        <w:t xml:space="preserve">Leurs vigies signalèrent aussitôt le </w:t>
      </w:r>
      <w:r>
        <w:rPr>
          <w:i/>
          <w:iCs/>
        </w:rPr>
        <w:t xml:space="preserve">Nyctalope </w:t>
      </w:r>
      <w:r>
        <w:t>naviguant en surface</w:t>
      </w:r>
      <w:r w:rsidR="004B5A85">
        <w:t>.</w:t>
      </w:r>
    </w:p>
    <w:p w14:paraId="02438A34" w14:textId="77777777" w:rsidR="004B5A85" w:rsidRDefault="004C389C" w:rsidP="004C389C">
      <w:r>
        <w:t>Le commandant Martel donna l</w:t>
      </w:r>
      <w:r w:rsidR="004B5A85">
        <w:t>’</w:t>
      </w:r>
      <w:r>
        <w:t>ordre d</w:t>
      </w:r>
      <w:r w:rsidR="004B5A85">
        <w:t>’</w:t>
      </w:r>
      <w:r>
        <w:t>attaquer</w:t>
      </w:r>
      <w:r w:rsidR="004B5A85">
        <w:t>…</w:t>
      </w:r>
    </w:p>
    <w:p w14:paraId="13A0650E" w14:textId="77777777" w:rsidR="004B5A85" w:rsidRDefault="004C389C" w:rsidP="004C389C">
      <w:r>
        <w:lastRenderedPageBreak/>
        <w:t>Et les deux sous-marins</w:t>
      </w:r>
      <w:r w:rsidR="004B5A85">
        <w:t xml:space="preserve">, </w:t>
      </w:r>
      <w:r>
        <w:t>accomplissant les manœuvres n</w:t>
      </w:r>
      <w:r>
        <w:t>é</w:t>
      </w:r>
      <w:r>
        <w:t>cessaires</w:t>
      </w:r>
      <w:r w:rsidR="004B5A85">
        <w:t xml:space="preserve">, </w:t>
      </w:r>
      <w:r>
        <w:t>se mirent en position pour lancer efficacement une torpille chacun</w:t>
      </w:r>
      <w:r w:rsidR="004B5A85">
        <w:t>.</w:t>
      </w:r>
    </w:p>
    <w:p w14:paraId="4F8757C7" w14:textId="77777777" w:rsidR="004B5A85" w:rsidRDefault="004C389C" w:rsidP="004C389C">
      <w:r>
        <w:t>Ils les lancèrent</w:t>
      </w:r>
      <w:r w:rsidR="004B5A85">
        <w:t> !</w:t>
      </w:r>
    </w:p>
    <w:p w14:paraId="1647E1A1" w14:textId="77777777" w:rsidR="004B5A85" w:rsidRDefault="004C389C" w:rsidP="004C389C">
      <w:r>
        <w:t>Mais</w:t>
      </w:r>
      <w:r w:rsidR="004B5A85">
        <w:t xml:space="preserve">, </w:t>
      </w:r>
      <w:r>
        <w:t>pendant les quatre ou cinq minutes qu</w:t>
      </w:r>
      <w:r w:rsidR="004B5A85">
        <w:t>’</w:t>
      </w:r>
      <w:r>
        <w:t>avaient duré les manœuvres sous-marines</w:t>
      </w:r>
      <w:r w:rsidR="004B5A85">
        <w:t xml:space="preserve">, </w:t>
      </w:r>
      <w:r>
        <w:t>les événements</w:t>
      </w:r>
      <w:r w:rsidR="004B5A85">
        <w:t xml:space="preserve">, </w:t>
      </w:r>
      <w:r>
        <w:t>à la surface de la mer</w:t>
      </w:r>
      <w:r w:rsidR="004B5A85">
        <w:t xml:space="preserve">, </w:t>
      </w:r>
      <w:r>
        <w:t>s</w:t>
      </w:r>
      <w:r w:rsidR="004B5A85">
        <w:t>’</w:t>
      </w:r>
      <w:r>
        <w:t>étaient accomplis</w:t>
      </w:r>
      <w:r w:rsidR="004B5A85">
        <w:t xml:space="preserve"> : </w:t>
      </w:r>
      <w:r>
        <w:t>tir du Ravageur et d</w:t>
      </w:r>
      <w:r w:rsidR="004B5A85">
        <w:t>’</w:t>
      </w:r>
      <w:proofErr w:type="spellStart"/>
      <w:r>
        <w:t>Askold</w:t>
      </w:r>
      <w:proofErr w:type="spellEnd"/>
      <w:r>
        <w:t xml:space="preserve"> contre l</w:t>
      </w:r>
      <w:r w:rsidR="004B5A85">
        <w:t>’</w:t>
      </w:r>
      <w:r>
        <w:t xml:space="preserve">aéroplane </w:t>
      </w:r>
      <w:r>
        <w:rPr>
          <w:i/>
          <w:iCs/>
        </w:rPr>
        <w:t>B-</w:t>
      </w:r>
      <w:r>
        <w:t>16</w:t>
      </w:r>
      <w:r w:rsidR="004B5A85">
        <w:t xml:space="preserve">, </w:t>
      </w:r>
      <w:r>
        <w:t>chute de l</w:t>
      </w:r>
      <w:r w:rsidR="004B5A85">
        <w:t>’</w:t>
      </w:r>
      <w:r>
        <w:t>aéroplane</w:t>
      </w:r>
      <w:r w:rsidR="004B5A85">
        <w:t xml:space="preserve">, </w:t>
      </w:r>
      <w:r>
        <w:t>sauvetage du lieutenant Roger et de Pierrot l</w:t>
      </w:r>
      <w:r w:rsidR="004B5A85">
        <w:t>’</w:t>
      </w:r>
      <w:r>
        <w:t>Écureuil</w:t>
      </w:r>
      <w:r w:rsidR="004B5A85">
        <w:t xml:space="preserve">, </w:t>
      </w:r>
      <w:r>
        <w:t>signalement par l</w:t>
      </w:r>
      <w:r w:rsidR="004B5A85">
        <w:t>’</w:t>
      </w:r>
      <w:r>
        <w:t xml:space="preserve">appareil K à bord du </w:t>
      </w:r>
      <w:r>
        <w:rPr>
          <w:i/>
          <w:iCs/>
        </w:rPr>
        <w:t xml:space="preserve">Nyctalope </w:t>
      </w:r>
      <w:r>
        <w:t>de bouillonnements indiquant les évolutions toutes proches de sous-marins</w:t>
      </w:r>
      <w:r w:rsidR="004B5A85">
        <w:t xml:space="preserve">, </w:t>
      </w:r>
      <w:r>
        <w:t>ordre du Ravageur de fuir à toute vitesse</w:t>
      </w:r>
      <w:r w:rsidR="004B5A85">
        <w:t xml:space="preserve">, </w:t>
      </w:r>
      <w:r>
        <w:t>de plonger</w:t>
      </w:r>
      <w:r w:rsidR="004B5A85">
        <w:t xml:space="preserve">, </w:t>
      </w:r>
      <w:r>
        <w:t>de gagner les profondeurs océ</w:t>
      </w:r>
      <w:r>
        <w:t>a</w:t>
      </w:r>
      <w:r>
        <w:t>niques</w:t>
      </w:r>
      <w:r w:rsidR="004B5A85">
        <w:t>…</w:t>
      </w:r>
    </w:p>
    <w:p w14:paraId="5CB92DAE" w14:textId="77777777" w:rsidR="004B5A85" w:rsidRDefault="004C389C" w:rsidP="004C389C">
      <w:r>
        <w:t>Et les torpilles arrivèrent trop tard</w:t>
      </w:r>
      <w:r w:rsidR="004B5A85">
        <w:t>…</w:t>
      </w:r>
    </w:p>
    <w:p w14:paraId="5534FB72" w14:textId="77777777" w:rsidR="004B5A85" w:rsidRDefault="004C389C" w:rsidP="004C389C">
      <w:r>
        <w:t>Elles passèrent à un mètre de distance à l</w:t>
      </w:r>
      <w:r w:rsidR="004B5A85">
        <w:t>’</w:t>
      </w:r>
      <w:r>
        <w:t xml:space="preserve">avant du </w:t>
      </w:r>
      <w:r>
        <w:rPr>
          <w:i/>
          <w:iCs/>
        </w:rPr>
        <w:t>Nyct</w:t>
      </w:r>
      <w:r>
        <w:rPr>
          <w:i/>
          <w:iCs/>
        </w:rPr>
        <w:t>a</w:t>
      </w:r>
      <w:r>
        <w:rPr>
          <w:i/>
          <w:iCs/>
        </w:rPr>
        <w:t xml:space="preserve">lope </w:t>
      </w:r>
      <w:r>
        <w:t>en fuite</w:t>
      </w:r>
      <w:r w:rsidR="004B5A85">
        <w:t xml:space="preserve">, </w:t>
      </w:r>
      <w:r>
        <w:t>bondirent hors de l</w:t>
      </w:r>
      <w:r w:rsidR="004B5A85">
        <w:t>’</w:t>
      </w:r>
      <w:r>
        <w:t>eau et retombèrent sans écl</w:t>
      </w:r>
      <w:r>
        <w:t>a</w:t>
      </w:r>
      <w:r>
        <w:t>ter</w:t>
      </w:r>
      <w:r w:rsidR="004B5A85">
        <w:t>.</w:t>
      </w:r>
    </w:p>
    <w:p w14:paraId="3243D3A9" w14:textId="77777777" w:rsidR="004B5A85" w:rsidRDefault="004C389C" w:rsidP="004C389C">
      <w:r>
        <w:t xml:space="preserve">À bord de la </w:t>
      </w:r>
      <w:r>
        <w:rPr>
          <w:i/>
          <w:iCs/>
        </w:rPr>
        <w:t xml:space="preserve">Revanche </w:t>
      </w:r>
      <w:r>
        <w:t xml:space="preserve">et de la </w:t>
      </w:r>
      <w:r>
        <w:rPr>
          <w:i/>
          <w:iCs/>
        </w:rPr>
        <w:t>Victoire</w:t>
      </w:r>
      <w:r w:rsidR="004B5A85">
        <w:rPr>
          <w:i/>
          <w:iCs/>
        </w:rPr>
        <w:t xml:space="preserve">, </w:t>
      </w:r>
      <w:r>
        <w:t>les commandants</w:t>
      </w:r>
      <w:r w:rsidR="004B5A85">
        <w:t xml:space="preserve">, </w:t>
      </w:r>
      <w:r>
        <w:t>placés dans les postes de vigie</w:t>
      </w:r>
      <w:r w:rsidR="004B5A85">
        <w:t xml:space="preserve">, </w:t>
      </w:r>
      <w:r>
        <w:t>se rendirent compte de ce qui se passait</w:t>
      </w:r>
      <w:r w:rsidR="004B5A85">
        <w:t>.</w:t>
      </w:r>
    </w:p>
    <w:p w14:paraId="1A05CF55" w14:textId="77777777" w:rsidR="004B5A85" w:rsidRDefault="004B5A85" w:rsidP="004C389C">
      <w:r>
        <w:t>— </w:t>
      </w:r>
      <w:r w:rsidR="004C389C">
        <w:t>Quels ordres</w:t>
      </w:r>
      <w:r>
        <w:t xml:space="preserve"> ? </w:t>
      </w:r>
      <w:r w:rsidR="004C389C">
        <w:t>demanda par téléphone le capitaine de Cartel au commandant Martel</w:t>
      </w:r>
      <w:r>
        <w:t>.</w:t>
      </w:r>
    </w:p>
    <w:p w14:paraId="668B0700" w14:textId="77777777" w:rsidR="004B5A85" w:rsidRDefault="004C389C" w:rsidP="004C389C">
      <w:r>
        <w:t>Celui-ci</w:t>
      </w:r>
      <w:r w:rsidR="004B5A85">
        <w:t xml:space="preserve">, </w:t>
      </w:r>
      <w:r>
        <w:t>à travers le hublot et la transparence des eaux</w:t>
      </w:r>
      <w:r w:rsidR="004B5A85">
        <w:t xml:space="preserve">, </w:t>
      </w:r>
      <w:r>
        <w:t>avait vu avec une inexprimable douleur passer devant lui</w:t>
      </w:r>
      <w:r w:rsidR="004B5A85">
        <w:t xml:space="preserve">, </w:t>
      </w:r>
      <w:r>
        <w:t>couler à pic</w:t>
      </w:r>
      <w:r w:rsidR="004B5A85">
        <w:t xml:space="preserve">, </w:t>
      </w:r>
      <w:r>
        <w:t>un aéroplane aux ailes brisées</w:t>
      </w:r>
      <w:r w:rsidR="004B5A85">
        <w:t xml:space="preserve">. </w:t>
      </w:r>
      <w:r>
        <w:t xml:space="preserve">Était-ce le </w:t>
      </w:r>
      <w:r>
        <w:rPr>
          <w:i/>
          <w:iCs/>
        </w:rPr>
        <w:t>B</w:t>
      </w:r>
      <w:r>
        <w:t xml:space="preserve">-16 ou le </w:t>
      </w:r>
      <w:r>
        <w:rPr>
          <w:i/>
          <w:iCs/>
        </w:rPr>
        <w:t>B</w:t>
      </w:r>
      <w:r>
        <w:t>-18</w:t>
      </w:r>
      <w:r w:rsidR="004B5A85">
        <w:t xml:space="preserve"> ?… </w:t>
      </w:r>
      <w:r>
        <w:t>Il ne pouvait le savoir</w:t>
      </w:r>
      <w:r w:rsidR="004B5A85">
        <w:t>.</w:t>
      </w:r>
    </w:p>
    <w:p w14:paraId="3A2A3DB5" w14:textId="77777777" w:rsidR="004B5A85" w:rsidRDefault="004C389C" w:rsidP="004C389C">
      <w:r>
        <w:t>Le cœur torturé</w:t>
      </w:r>
      <w:r w:rsidR="004B5A85">
        <w:t xml:space="preserve">, </w:t>
      </w:r>
      <w:r>
        <w:t>mais gardant conscience de son devoir</w:t>
      </w:r>
      <w:r w:rsidR="004B5A85">
        <w:t xml:space="preserve">, </w:t>
      </w:r>
      <w:r>
        <w:t>il répondit</w:t>
      </w:r>
      <w:r w:rsidR="004B5A85">
        <w:t> :</w:t>
      </w:r>
    </w:p>
    <w:p w14:paraId="41179DD4" w14:textId="77777777" w:rsidR="004B5A85" w:rsidRDefault="004B5A85" w:rsidP="004C389C">
      <w:pPr>
        <w:rPr>
          <w:i/>
          <w:iCs/>
        </w:rPr>
      </w:pPr>
      <w:r>
        <w:lastRenderedPageBreak/>
        <w:t>— </w:t>
      </w:r>
      <w:r w:rsidR="004C389C">
        <w:t xml:space="preserve">Poursuivons le </w:t>
      </w:r>
      <w:r w:rsidR="004C389C">
        <w:rPr>
          <w:i/>
          <w:iCs/>
        </w:rPr>
        <w:t>Nyctalope</w:t>
      </w:r>
      <w:r>
        <w:rPr>
          <w:i/>
          <w:iCs/>
        </w:rPr>
        <w:t> !…</w:t>
      </w:r>
    </w:p>
    <w:p w14:paraId="454AB0B7" w14:textId="77777777" w:rsidR="004B5A85" w:rsidRDefault="004C389C" w:rsidP="004C389C">
      <w:r>
        <w:t>Hélas</w:t>
      </w:r>
      <w:r w:rsidR="004B5A85">
        <w:t xml:space="preserve"> ! </w:t>
      </w:r>
      <w:r>
        <w:t>vaine poursuite</w:t>
      </w:r>
      <w:r w:rsidR="004B5A85">
        <w:t> !…</w:t>
      </w:r>
    </w:p>
    <w:p w14:paraId="4E20200E" w14:textId="77777777" w:rsidR="004B5A85" w:rsidRDefault="004C389C" w:rsidP="004C389C">
      <w:r>
        <w:t>En une minute</w:t>
      </w:r>
      <w:r w:rsidR="004B5A85">
        <w:t xml:space="preserve">, </w:t>
      </w:r>
      <w:r>
        <w:t xml:space="preserve">on eut perdu de vue le </w:t>
      </w:r>
      <w:r>
        <w:rPr>
          <w:i/>
          <w:iCs/>
        </w:rPr>
        <w:t>Nyctalope</w:t>
      </w:r>
      <w:r>
        <w:t xml:space="preserve"> car</w:t>
      </w:r>
      <w:r w:rsidR="004B5A85">
        <w:t xml:space="preserve">, </w:t>
      </w:r>
      <w:r>
        <w:t>pour lancer les torpilles</w:t>
      </w:r>
      <w:r w:rsidR="004B5A85">
        <w:t xml:space="preserve">, </w:t>
      </w:r>
      <w:r>
        <w:t xml:space="preserve">la </w:t>
      </w:r>
      <w:r>
        <w:rPr>
          <w:i/>
          <w:iCs/>
        </w:rPr>
        <w:t xml:space="preserve">Revanche </w:t>
      </w:r>
      <w:r>
        <w:t xml:space="preserve">et la </w:t>
      </w:r>
      <w:r>
        <w:rPr>
          <w:i/>
          <w:iCs/>
        </w:rPr>
        <w:t xml:space="preserve">Victoire </w:t>
      </w:r>
      <w:r>
        <w:t>s</w:t>
      </w:r>
      <w:r w:rsidR="004B5A85">
        <w:t>’</w:t>
      </w:r>
      <w:r>
        <w:t>étaient arrêtées</w:t>
      </w:r>
      <w:r w:rsidR="004B5A85">
        <w:t xml:space="preserve">, </w:t>
      </w:r>
      <w:r>
        <w:t>dressées presque toutes droites</w:t>
      </w:r>
      <w:r w:rsidR="004B5A85">
        <w:t>.</w:t>
      </w:r>
    </w:p>
    <w:p w14:paraId="191260DD" w14:textId="77777777" w:rsidR="004B5A85" w:rsidRDefault="004C389C" w:rsidP="004C389C">
      <w:r>
        <w:t>Quand les deux sous-marins eurent repris la position hor</w:t>
      </w:r>
      <w:r>
        <w:t>i</w:t>
      </w:r>
      <w:r>
        <w:t>zontale</w:t>
      </w:r>
      <w:r w:rsidR="004B5A85">
        <w:t xml:space="preserve">, </w:t>
      </w:r>
      <w:r>
        <w:t xml:space="preserve">le </w:t>
      </w:r>
      <w:r>
        <w:rPr>
          <w:i/>
          <w:iCs/>
        </w:rPr>
        <w:t xml:space="preserve">Nyctalope </w:t>
      </w:r>
      <w:r>
        <w:t>était loin</w:t>
      </w:r>
      <w:r w:rsidR="004B5A85">
        <w:t>.</w:t>
      </w:r>
    </w:p>
    <w:p w14:paraId="29F122B1" w14:textId="77777777" w:rsidR="004B5A85" w:rsidRDefault="004C389C" w:rsidP="004C389C">
      <w:r>
        <w:t>Et où</w:t>
      </w:r>
      <w:r w:rsidR="004B5A85">
        <w:t xml:space="preserve"> ? </w:t>
      </w:r>
      <w:r>
        <w:t>de quel côté</w:t>
      </w:r>
      <w:r w:rsidR="004B5A85">
        <w:t xml:space="preserve"> ? </w:t>
      </w:r>
      <w:r>
        <w:t>en surface</w:t>
      </w:r>
      <w:r w:rsidR="004B5A85">
        <w:t xml:space="preserve"> ? </w:t>
      </w:r>
      <w:r>
        <w:t>par vingt mètres</w:t>
      </w:r>
      <w:r w:rsidR="004B5A85">
        <w:t xml:space="preserve">, </w:t>
      </w:r>
      <w:r>
        <w:t>par cent mètres</w:t>
      </w:r>
      <w:r w:rsidR="004B5A85">
        <w:t xml:space="preserve">, </w:t>
      </w:r>
      <w:r>
        <w:t>par mille mètres de fond</w:t>
      </w:r>
      <w:r w:rsidR="004B5A85">
        <w:t> ?…</w:t>
      </w:r>
    </w:p>
    <w:p w14:paraId="214D5CED" w14:textId="77777777" w:rsidR="004B5A85" w:rsidRDefault="004C389C" w:rsidP="004C389C">
      <w:r>
        <w:t>Tandis que les deux sous-marins s</w:t>
      </w:r>
      <w:r w:rsidR="004B5A85">
        <w:t>’</w:t>
      </w:r>
      <w:r>
        <w:t>élançaient à toute v</w:t>
      </w:r>
      <w:r>
        <w:t>i</w:t>
      </w:r>
      <w:r>
        <w:t>tesse</w:t>
      </w:r>
      <w:r w:rsidR="004B5A85">
        <w:t xml:space="preserve">, </w:t>
      </w:r>
      <w:r>
        <w:t>droit devant eux</w:t>
      </w:r>
      <w:r w:rsidR="004B5A85">
        <w:t xml:space="preserve">, </w:t>
      </w:r>
      <w:r>
        <w:t>le commandant Martel se rendit compte de l</w:t>
      </w:r>
      <w:r w:rsidR="004B5A85">
        <w:t>’</w:t>
      </w:r>
      <w:r>
        <w:t>inutilité de cette course folle vers l</w:t>
      </w:r>
      <w:r w:rsidR="004B5A85">
        <w:t>’</w:t>
      </w:r>
      <w:r>
        <w:t>inconnu</w:t>
      </w:r>
      <w:r w:rsidR="004B5A85">
        <w:t>.</w:t>
      </w:r>
    </w:p>
    <w:p w14:paraId="0EC41EAD" w14:textId="77777777" w:rsidR="004B5A85" w:rsidRDefault="004C389C" w:rsidP="004C389C">
      <w:r>
        <w:t xml:space="preserve">Pour vaincre le </w:t>
      </w:r>
      <w:r>
        <w:rPr>
          <w:i/>
          <w:iCs/>
        </w:rPr>
        <w:t>Nyctalope</w:t>
      </w:r>
      <w:r w:rsidR="004B5A85">
        <w:rPr>
          <w:i/>
          <w:iCs/>
        </w:rPr>
        <w:t xml:space="preserve">, </w:t>
      </w:r>
      <w:r>
        <w:t>il fallait le surprendre</w:t>
      </w:r>
      <w:r w:rsidR="004B5A85">
        <w:t xml:space="preserve">, </w:t>
      </w:r>
      <w:r>
        <w:t>puisqu</w:t>
      </w:r>
      <w:r w:rsidR="004B5A85">
        <w:t>’</w:t>
      </w:r>
      <w:r>
        <w:t>il était bien avéré qu</w:t>
      </w:r>
      <w:r w:rsidR="004B5A85">
        <w:t>’</w:t>
      </w:r>
      <w:r>
        <w:t>il refusait le combat et s</w:t>
      </w:r>
      <w:r w:rsidR="004B5A85">
        <w:t>’</w:t>
      </w:r>
      <w:r>
        <w:t>enfuyait</w:t>
      </w:r>
      <w:r w:rsidR="004B5A85">
        <w:t xml:space="preserve">. </w:t>
      </w:r>
      <w:r>
        <w:t>Or</w:t>
      </w:r>
      <w:r w:rsidR="004B5A85">
        <w:t xml:space="preserve">, </w:t>
      </w:r>
      <w:r>
        <w:t>la su</w:t>
      </w:r>
      <w:r>
        <w:t>r</w:t>
      </w:r>
      <w:r>
        <w:t>prise n</w:t>
      </w:r>
      <w:r w:rsidR="004B5A85">
        <w:t>’</w:t>
      </w:r>
      <w:r>
        <w:t>avait pas réussi</w:t>
      </w:r>
      <w:r w:rsidR="004B5A85">
        <w:t>.</w:t>
      </w:r>
    </w:p>
    <w:p w14:paraId="77BDF2ED" w14:textId="77777777" w:rsidR="004B5A85" w:rsidRDefault="004C389C" w:rsidP="004C389C">
      <w:r>
        <w:t xml:space="preserve">Et le commandant Martel comprit alors que les aéroplanes auraient dû simplement signaler le </w:t>
      </w:r>
      <w:r>
        <w:rPr>
          <w:i/>
          <w:iCs/>
        </w:rPr>
        <w:t xml:space="preserve">Nyctalope </w:t>
      </w:r>
      <w:r>
        <w:t>et ne pas tirer les bombes</w:t>
      </w:r>
      <w:r w:rsidR="004B5A85">
        <w:t xml:space="preserve">. </w:t>
      </w:r>
      <w:r>
        <w:t>Alors</w:t>
      </w:r>
      <w:r w:rsidR="004B5A85">
        <w:t xml:space="preserve">, </w:t>
      </w:r>
      <w:r>
        <w:t>on aurait pu s</w:t>
      </w:r>
      <w:r w:rsidR="004B5A85">
        <w:t>’</w:t>
      </w:r>
      <w:r>
        <w:t>approcher assez près</w:t>
      </w:r>
      <w:r w:rsidR="004B5A85">
        <w:t xml:space="preserve">, </w:t>
      </w:r>
      <w:r>
        <w:t>tout do</w:t>
      </w:r>
      <w:r>
        <w:t>u</w:t>
      </w:r>
      <w:r>
        <w:t>cement</w:t>
      </w:r>
      <w:r w:rsidR="004B5A85">
        <w:t xml:space="preserve">, </w:t>
      </w:r>
      <w:r>
        <w:t>du Ravageur</w:t>
      </w:r>
      <w:r w:rsidR="004B5A85">
        <w:t xml:space="preserve">, </w:t>
      </w:r>
      <w:r>
        <w:t>et lui lancer les torpilles avant que son appareil K eût donné l</w:t>
      </w:r>
      <w:r w:rsidR="004B5A85">
        <w:t>’</w:t>
      </w:r>
      <w:r>
        <w:t>éveil à son équipage</w:t>
      </w:r>
      <w:r w:rsidR="004B5A85">
        <w:t>.</w:t>
      </w:r>
    </w:p>
    <w:p w14:paraId="490AF601" w14:textId="14D98487" w:rsidR="004C389C" w:rsidRDefault="004B5A85" w:rsidP="004C389C">
      <w:r>
        <w:t>« </w:t>
      </w:r>
      <w:r w:rsidR="004C389C">
        <w:t>C</w:t>
      </w:r>
      <w:r>
        <w:t>’</w:t>
      </w:r>
      <w:r w:rsidR="004C389C">
        <w:t>est une expérience</w:t>
      </w:r>
      <w:r>
        <w:t xml:space="preserve">, </w:t>
      </w:r>
      <w:r w:rsidR="004C389C">
        <w:t>se dit le commandant Martel</w:t>
      </w:r>
      <w:r>
        <w:t xml:space="preserve">. </w:t>
      </w:r>
      <w:r w:rsidR="004C389C">
        <w:t>J</w:t>
      </w:r>
      <w:r>
        <w:t>’</w:t>
      </w:r>
      <w:r w:rsidR="004C389C">
        <w:t>en profiterai</w:t>
      </w:r>
      <w:r>
        <w:t xml:space="preserve">. </w:t>
      </w:r>
      <w:r w:rsidR="004C389C">
        <w:t>Mais elle nous coûte cher</w:t>
      </w:r>
      <w:r>
        <w:t xml:space="preserve">. </w:t>
      </w:r>
      <w:r w:rsidR="004C389C">
        <w:t>Quel est l</w:t>
      </w:r>
      <w:r>
        <w:t>’</w:t>
      </w:r>
      <w:r w:rsidR="004C389C">
        <w:t>aéroplane d</w:t>
      </w:r>
      <w:r w:rsidR="004C389C">
        <w:t>é</w:t>
      </w:r>
      <w:r w:rsidR="004C389C">
        <w:t>truit</w:t>
      </w:r>
      <w:r>
        <w:t xml:space="preserve"> ? </w:t>
      </w:r>
      <w:r w:rsidR="004C389C">
        <w:t>Que sont devenus les aviateurs</w:t>
      </w:r>
      <w:r>
        <w:t xml:space="preserve"> ? </w:t>
      </w:r>
      <w:r w:rsidR="004C389C">
        <w:t>Peut-être les retrouv</w:t>
      </w:r>
      <w:r w:rsidR="004C389C">
        <w:t>e</w:t>
      </w:r>
      <w:r w:rsidR="004C389C">
        <w:t>rons-nous</w:t>
      </w:r>
      <w:r>
        <w:t xml:space="preserve">, </w:t>
      </w:r>
      <w:r w:rsidR="004C389C">
        <w:t>accrochés à une épave des ailes</w:t>
      </w:r>
      <w:r>
        <w:t xml:space="preserve">, </w:t>
      </w:r>
      <w:r w:rsidR="004C389C">
        <w:t>à la surface de la mer</w:t>
      </w:r>
      <w:r>
        <w:t>. »</w:t>
      </w:r>
    </w:p>
    <w:p w14:paraId="7A9F2E6D" w14:textId="77777777" w:rsidR="004B5A85" w:rsidRDefault="004C389C" w:rsidP="004C389C">
      <w:r>
        <w:t>Et il donna l</w:t>
      </w:r>
      <w:r w:rsidR="004B5A85">
        <w:t>’</w:t>
      </w:r>
      <w:r>
        <w:t xml:space="preserve">ordre à la </w:t>
      </w:r>
      <w:r>
        <w:rPr>
          <w:i/>
          <w:iCs/>
        </w:rPr>
        <w:t xml:space="preserve">Revanche </w:t>
      </w:r>
      <w:r>
        <w:t xml:space="preserve">et à la </w:t>
      </w:r>
      <w:r>
        <w:rPr>
          <w:i/>
          <w:iCs/>
        </w:rPr>
        <w:t xml:space="preserve">Victoire </w:t>
      </w:r>
      <w:r>
        <w:t>de virer de bord</w:t>
      </w:r>
      <w:r w:rsidR="004B5A85">
        <w:t xml:space="preserve">, </w:t>
      </w:r>
      <w:r>
        <w:t>de monter en surface</w:t>
      </w:r>
      <w:r w:rsidR="004B5A85">
        <w:t xml:space="preserve">, </w:t>
      </w:r>
      <w:r>
        <w:t>de retourner vers le lieu du combat</w:t>
      </w:r>
      <w:r w:rsidR="004B5A85">
        <w:t>.</w:t>
      </w:r>
    </w:p>
    <w:p w14:paraId="6D7C67FA" w14:textId="77777777" w:rsidR="004B5A85" w:rsidRDefault="004C389C" w:rsidP="004C389C">
      <w:r>
        <w:lastRenderedPageBreak/>
        <w:t xml:space="preserve">À peine la </w:t>
      </w:r>
      <w:r>
        <w:rPr>
          <w:i/>
          <w:iCs/>
        </w:rPr>
        <w:t xml:space="preserve">Revanche </w:t>
      </w:r>
      <w:r>
        <w:t>eut-elle émergé que Ludovic Martel</w:t>
      </w:r>
      <w:r w:rsidR="004B5A85">
        <w:t xml:space="preserve">, </w:t>
      </w:r>
      <w:r>
        <w:t>Paul Randal et Ker-</w:t>
      </w:r>
      <w:proofErr w:type="spellStart"/>
      <w:r>
        <w:t>Loys</w:t>
      </w:r>
      <w:proofErr w:type="spellEnd"/>
      <w:r>
        <w:t xml:space="preserve"> montaient sur la plate-forme</w:t>
      </w:r>
      <w:r w:rsidR="004B5A85">
        <w:t>.</w:t>
      </w:r>
    </w:p>
    <w:p w14:paraId="21E47095" w14:textId="77777777" w:rsidR="004B5A85" w:rsidRDefault="004C389C" w:rsidP="004C389C">
      <w:r>
        <w:t>Ils virent</w:t>
      </w:r>
      <w:r w:rsidR="004B5A85">
        <w:t xml:space="preserve">, </w:t>
      </w:r>
      <w:r>
        <w:t>non loin d</w:t>
      </w:r>
      <w:r w:rsidR="004B5A85">
        <w:t>’</w:t>
      </w:r>
      <w:r>
        <w:t>eux</w:t>
      </w:r>
      <w:r w:rsidR="004B5A85">
        <w:t xml:space="preserve">, </w:t>
      </w:r>
      <w:r>
        <w:t xml:space="preserve">sur la plate-forme de la </w:t>
      </w:r>
      <w:r>
        <w:rPr>
          <w:i/>
          <w:iCs/>
        </w:rPr>
        <w:t>Victoire</w:t>
      </w:r>
      <w:r w:rsidR="004B5A85">
        <w:rPr>
          <w:i/>
          <w:iCs/>
        </w:rPr>
        <w:t xml:space="preserve">, </w:t>
      </w:r>
      <w:r>
        <w:t>qui émergeait</w:t>
      </w:r>
      <w:r w:rsidR="004B5A85">
        <w:t xml:space="preserve">, </w:t>
      </w:r>
      <w:r>
        <w:t>elle aussi</w:t>
      </w:r>
      <w:r w:rsidR="004B5A85">
        <w:t xml:space="preserve">, </w:t>
      </w:r>
      <w:r>
        <w:t xml:space="preserve">les capitaines de Cartel et Lacroix et le lieutenant </w:t>
      </w:r>
      <w:proofErr w:type="spellStart"/>
      <w:r>
        <w:t>Sindex</w:t>
      </w:r>
      <w:proofErr w:type="spellEnd"/>
      <w:r w:rsidR="004B5A85">
        <w:t xml:space="preserve">. </w:t>
      </w:r>
      <w:r>
        <w:t>Les deux sous-marins étaient assez près l</w:t>
      </w:r>
      <w:r w:rsidR="004B5A85">
        <w:t>’</w:t>
      </w:r>
      <w:r>
        <w:t>un de l</w:t>
      </w:r>
      <w:r w:rsidR="004B5A85">
        <w:t>’</w:t>
      </w:r>
      <w:r>
        <w:t>autre pour qu</w:t>
      </w:r>
      <w:r w:rsidR="004B5A85">
        <w:t>’</w:t>
      </w:r>
      <w:r>
        <w:t>on pût s</w:t>
      </w:r>
      <w:r w:rsidR="004B5A85">
        <w:t>’</w:t>
      </w:r>
      <w:r>
        <w:t>entendre en criant un peu</w:t>
      </w:r>
      <w:r w:rsidR="004B5A85">
        <w:t>.</w:t>
      </w:r>
    </w:p>
    <w:p w14:paraId="7DED9BBA" w14:textId="77777777" w:rsidR="004B5A85" w:rsidRDefault="004C389C" w:rsidP="004C389C">
      <w:r>
        <w:t>Au loin</w:t>
      </w:r>
      <w:r w:rsidR="004B5A85">
        <w:t xml:space="preserve">, </w:t>
      </w:r>
      <w:r>
        <w:t>dans le ciel bleu</w:t>
      </w:r>
      <w:r w:rsidR="004B5A85">
        <w:t xml:space="preserve">, </w:t>
      </w:r>
      <w:r>
        <w:t>on voyait un point jaune</w:t>
      </w:r>
      <w:r w:rsidR="004B5A85">
        <w:t xml:space="preserve">, </w:t>
      </w:r>
      <w:r>
        <w:t>un a</w:t>
      </w:r>
      <w:r>
        <w:t>é</w:t>
      </w:r>
      <w:r>
        <w:t>roplane</w:t>
      </w:r>
      <w:r w:rsidR="004B5A85">
        <w:t>.</w:t>
      </w:r>
    </w:p>
    <w:p w14:paraId="780D2B44" w14:textId="77777777" w:rsidR="004B5A85" w:rsidRDefault="004B5A85" w:rsidP="004C389C">
      <w:r>
        <w:t>— </w:t>
      </w:r>
      <w:r w:rsidR="004C389C">
        <w:t>Cartel</w:t>
      </w:r>
      <w:r>
        <w:t xml:space="preserve"> ! </w:t>
      </w:r>
      <w:r w:rsidR="004C389C">
        <w:t>cria Ludovic Martel</w:t>
      </w:r>
      <w:r>
        <w:t xml:space="preserve">, </w:t>
      </w:r>
      <w:r w:rsidR="004C389C">
        <w:t>savez-vous quel est l</w:t>
      </w:r>
      <w:r>
        <w:t>’</w:t>
      </w:r>
      <w:r w:rsidR="004C389C">
        <w:t>aéroplane détruit</w:t>
      </w:r>
      <w:r>
        <w:t> ?</w:t>
      </w:r>
    </w:p>
    <w:p w14:paraId="71C98082" w14:textId="77777777" w:rsidR="004B5A85" w:rsidRDefault="004B5A85" w:rsidP="004C389C">
      <w:r>
        <w:t>— </w:t>
      </w:r>
      <w:r w:rsidR="004C389C">
        <w:t>Non</w:t>
      </w:r>
      <w:r>
        <w:t xml:space="preserve"> ! </w:t>
      </w:r>
      <w:r w:rsidR="004C389C">
        <w:t>mon commandant</w:t>
      </w:r>
      <w:r>
        <w:t xml:space="preserve">, </w:t>
      </w:r>
      <w:r w:rsidR="004C389C">
        <w:t>répondit l</w:t>
      </w:r>
      <w:r>
        <w:t>’</w:t>
      </w:r>
      <w:r w:rsidR="004C389C">
        <w:t>officier</w:t>
      </w:r>
      <w:r>
        <w:t xml:space="preserve">. </w:t>
      </w:r>
      <w:r w:rsidR="004C389C">
        <w:t>Mais nous allons le savoir bientôt</w:t>
      </w:r>
      <w:r>
        <w:t xml:space="preserve">. </w:t>
      </w:r>
      <w:r w:rsidR="004C389C">
        <w:t>On doit nous avoir vus</w:t>
      </w:r>
      <w:r>
        <w:t xml:space="preserve">, </w:t>
      </w:r>
      <w:r w:rsidR="004C389C">
        <w:t>de l</w:t>
      </w:r>
      <w:r>
        <w:t>’</w:t>
      </w:r>
      <w:r w:rsidR="004C389C">
        <w:t>avion</w:t>
      </w:r>
      <w:r>
        <w:t xml:space="preserve">, </w:t>
      </w:r>
      <w:r w:rsidR="004C389C">
        <w:t>car il s</w:t>
      </w:r>
      <w:r>
        <w:t>’</w:t>
      </w:r>
      <w:r w:rsidR="004C389C">
        <w:t>approche</w:t>
      </w:r>
      <w:r>
        <w:t>…</w:t>
      </w:r>
    </w:p>
    <w:p w14:paraId="61B3AA5C" w14:textId="77777777" w:rsidR="004B5A85" w:rsidRDefault="004B5A85" w:rsidP="004C389C">
      <w:r>
        <w:t>— </w:t>
      </w:r>
      <w:r w:rsidR="004C389C">
        <w:t>Attendons</w:t>
      </w:r>
      <w:r>
        <w:t> !</w:t>
      </w:r>
    </w:p>
    <w:p w14:paraId="1C29033E" w14:textId="77777777" w:rsidR="004B5A85" w:rsidRDefault="004C389C" w:rsidP="004C389C">
      <w:r>
        <w:t>On n</w:t>
      </w:r>
      <w:r w:rsidR="004B5A85">
        <w:t>’</w:t>
      </w:r>
      <w:r>
        <w:t>attendit pas longtemps</w:t>
      </w:r>
      <w:r w:rsidR="004B5A85">
        <w:t>.</w:t>
      </w:r>
    </w:p>
    <w:p w14:paraId="57D4BF67" w14:textId="77777777" w:rsidR="004B5A85" w:rsidRDefault="004C389C" w:rsidP="004C389C">
      <w:r>
        <w:t>L</w:t>
      </w:r>
      <w:r w:rsidR="004B5A85">
        <w:t>’</w:t>
      </w:r>
      <w:r>
        <w:t>aéroplane resté intact s</w:t>
      </w:r>
      <w:r w:rsidR="004B5A85">
        <w:t>’</w:t>
      </w:r>
      <w:r>
        <w:t>approcha rapidement</w:t>
      </w:r>
      <w:r w:rsidR="004B5A85">
        <w:t>.</w:t>
      </w:r>
    </w:p>
    <w:p w14:paraId="2F2932AF" w14:textId="77777777" w:rsidR="004B5A85" w:rsidRDefault="004C389C" w:rsidP="004C389C">
      <w:r>
        <w:t>Ludovic Martel s</w:t>
      </w:r>
      <w:r w:rsidR="004B5A85">
        <w:t>’</w:t>
      </w:r>
      <w:r>
        <w:t>était fait porter sur la plate-forme par deux matelots l</w:t>
      </w:r>
      <w:r w:rsidR="004B5A85">
        <w:t>’</w:t>
      </w:r>
      <w:r>
        <w:t>appareil de téléphonie sans fil spécialement di</w:t>
      </w:r>
      <w:r>
        <w:t>s</w:t>
      </w:r>
      <w:r>
        <w:t>posé pour les communications faites à l</w:t>
      </w:r>
      <w:r w:rsidR="004B5A85">
        <w:t>’</w:t>
      </w:r>
      <w:r>
        <w:t>extérieur du sous-marin</w:t>
      </w:r>
      <w:r w:rsidR="004B5A85">
        <w:t>.</w:t>
      </w:r>
    </w:p>
    <w:p w14:paraId="0382A745" w14:textId="77777777" w:rsidR="004B5A85" w:rsidRDefault="004C389C" w:rsidP="004C389C">
      <w:r>
        <w:t>Il prononça devant le transmetteur</w:t>
      </w:r>
      <w:r w:rsidR="004B5A85">
        <w:t> :</w:t>
      </w:r>
    </w:p>
    <w:p w14:paraId="2FF8CEDB" w14:textId="77777777" w:rsidR="004B5A85" w:rsidRDefault="004B5A85" w:rsidP="004C389C">
      <w:r>
        <w:t>— </w:t>
      </w:r>
      <w:r w:rsidR="004C389C">
        <w:t>Allô</w:t>
      </w:r>
      <w:r>
        <w:t xml:space="preserve"> ! </w:t>
      </w:r>
      <w:r w:rsidR="004C389C">
        <w:t>allô</w:t>
      </w:r>
      <w:r>
        <w:t xml:space="preserve"> ! </w:t>
      </w:r>
      <w:r w:rsidR="004C389C">
        <w:t>l</w:t>
      </w:r>
      <w:r>
        <w:t>’</w:t>
      </w:r>
      <w:r w:rsidR="004C389C">
        <w:t>aéroplane</w:t>
      </w:r>
      <w:r>
        <w:t xml:space="preserve">, </w:t>
      </w:r>
      <w:r w:rsidR="004C389C">
        <w:t>entendez-vous</w:t>
      </w:r>
      <w:r>
        <w:t> ?…</w:t>
      </w:r>
    </w:p>
    <w:p w14:paraId="4D54456F" w14:textId="77777777" w:rsidR="004B5A85" w:rsidRDefault="004C389C" w:rsidP="004C389C">
      <w:r>
        <w:t>Et sans le récepteur</w:t>
      </w:r>
      <w:r w:rsidR="004B5A85">
        <w:t xml:space="preserve">, </w:t>
      </w:r>
      <w:r>
        <w:t>le commandant entendit une voix lui répondre</w:t>
      </w:r>
      <w:r w:rsidR="004B5A85">
        <w:t> :</w:t>
      </w:r>
    </w:p>
    <w:p w14:paraId="40743D19" w14:textId="77777777" w:rsidR="004B5A85" w:rsidRDefault="004B5A85" w:rsidP="004C389C">
      <w:r>
        <w:t>— </w:t>
      </w:r>
      <w:r w:rsidR="004C389C">
        <w:t>Allô</w:t>
      </w:r>
      <w:r>
        <w:t xml:space="preserve"> ! </w:t>
      </w:r>
      <w:r w:rsidR="004C389C">
        <w:t>allô</w:t>
      </w:r>
      <w:r>
        <w:t xml:space="preserve"> ! </w:t>
      </w:r>
      <w:r w:rsidR="004C389C">
        <w:t>nous entendons et nous vous voyons</w:t>
      </w:r>
      <w:r>
        <w:t>.</w:t>
      </w:r>
    </w:p>
    <w:p w14:paraId="582AF45A" w14:textId="77777777" w:rsidR="004B5A85" w:rsidRDefault="004B5A85" w:rsidP="004C389C">
      <w:r>
        <w:t>— </w:t>
      </w:r>
      <w:r w:rsidR="004C389C">
        <w:t>Qui êtes-vous</w:t>
      </w:r>
      <w:r>
        <w:t xml:space="preserve"> ? </w:t>
      </w:r>
      <w:r w:rsidR="004C389C">
        <w:t>demanda Ludovic Martel</w:t>
      </w:r>
      <w:r>
        <w:t>.</w:t>
      </w:r>
    </w:p>
    <w:p w14:paraId="585FAAEC" w14:textId="77777777" w:rsidR="004B5A85" w:rsidRDefault="004B5A85" w:rsidP="004C389C">
      <w:r>
        <w:lastRenderedPageBreak/>
        <w:t>— </w:t>
      </w:r>
      <w:r w:rsidR="004C389C">
        <w:t xml:space="preserve">Le </w:t>
      </w:r>
      <w:r w:rsidR="004C389C">
        <w:rPr>
          <w:i/>
          <w:iCs/>
        </w:rPr>
        <w:t>B</w:t>
      </w:r>
      <w:r w:rsidR="004C389C">
        <w:t>-18</w:t>
      </w:r>
      <w:r>
        <w:t>.</w:t>
      </w:r>
    </w:p>
    <w:p w14:paraId="00A58018" w14:textId="77777777" w:rsidR="004B5A85" w:rsidRDefault="004B5A85" w:rsidP="004C389C">
      <w:r>
        <w:t>— </w:t>
      </w:r>
      <w:r w:rsidR="004C389C">
        <w:t xml:space="preserve">Le </w:t>
      </w:r>
      <w:r w:rsidR="004C389C">
        <w:rPr>
          <w:i/>
          <w:iCs/>
        </w:rPr>
        <w:t>B</w:t>
      </w:r>
      <w:r w:rsidR="004C389C">
        <w:t>-18</w:t>
      </w:r>
      <w:r>
        <w:t xml:space="preserve"> !… </w:t>
      </w:r>
      <w:r w:rsidR="004C389C">
        <w:t>s</w:t>
      </w:r>
      <w:r>
        <w:t>’</w:t>
      </w:r>
      <w:r w:rsidR="004C389C">
        <w:t>écria le commandant en laissant tomber le cornet récepteur</w:t>
      </w:r>
      <w:r>
        <w:t>.</w:t>
      </w:r>
    </w:p>
    <w:p w14:paraId="0CE489E7" w14:textId="77777777" w:rsidR="004B5A85" w:rsidRDefault="004C389C" w:rsidP="004C389C">
      <w:r>
        <w:t>Et son visage devint d</w:t>
      </w:r>
      <w:r w:rsidR="004B5A85">
        <w:t>’</w:t>
      </w:r>
      <w:r>
        <w:t>une pâleur mortelle</w:t>
      </w:r>
      <w:r w:rsidR="004B5A85">
        <w:t>.</w:t>
      </w:r>
    </w:p>
    <w:p w14:paraId="0F09C7D6" w14:textId="77777777" w:rsidR="004B5A85" w:rsidRDefault="004B5A85" w:rsidP="004C389C">
      <w:r>
        <w:t>— </w:t>
      </w:r>
      <w:r w:rsidR="004C389C">
        <w:t>Pierrot</w:t>
      </w:r>
      <w:r>
        <w:t xml:space="preserve"> ! </w:t>
      </w:r>
      <w:r w:rsidR="004C389C">
        <w:t>Pierrot l</w:t>
      </w:r>
      <w:r>
        <w:t>’</w:t>
      </w:r>
      <w:r w:rsidR="004C389C">
        <w:t>Écureuil</w:t>
      </w:r>
      <w:r>
        <w:t xml:space="preserve">, </w:t>
      </w:r>
      <w:r w:rsidR="004C389C">
        <w:t>murmura-t-il</w:t>
      </w:r>
      <w:r>
        <w:t>…</w:t>
      </w:r>
    </w:p>
    <w:p w14:paraId="1E2691EA" w14:textId="77777777" w:rsidR="004B5A85" w:rsidRDefault="004C389C" w:rsidP="004C389C">
      <w:r>
        <w:t>Mais il surmonta son émotion</w:t>
      </w:r>
      <w:r w:rsidR="004B5A85">
        <w:t xml:space="preserve">, </w:t>
      </w:r>
      <w:r>
        <w:t>et devant le téléphone</w:t>
      </w:r>
      <w:r w:rsidR="004B5A85">
        <w:t xml:space="preserve">, </w:t>
      </w:r>
      <w:r>
        <w:t>il dit encore d</w:t>
      </w:r>
      <w:r w:rsidR="004B5A85">
        <w:t>’</w:t>
      </w:r>
      <w:r>
        <w:t>une voix qu</w:t>
      </w:r>
      <w:r w:rsidR="004B5A85">
        <w:t>’</w:t>
      </w:r>
      <w:r>
        <w:t>il s</w:t>
      </w:r>
      <w:r w:rsidR="004B5A85">
        <w:t>’</w:t>
      </w:r>
      <w:r>
        <w:t>efforçait de rendre calme et assurée</w:t>
      </w:r>
      <w:r w:rsidR="004B5A85">
        <w:t> :</w:t>
      </w:r>
    </w:p>
    <w:p w14:paraId="6BE87A09" w14:textId="77777777" w:rsidR="004B5A85" w:rsidRDefault="004B5A85" w:rsidP="004C389C">
      <w:r>
        <w:t>— </w:t>
      </w:r>
      <w:r w:rsidR="004C389C">
        <w:t>Allô</w:t>
      </w:r>
      <w:r>
        <w:t xml:space="preserve"> !… </w:t>
      </w:r>
      <w:r w:rsidR="004C389C">
        <w:t>et le lieutenant Roger</w:t>
      </w:r>
      <w:r>
        <w:t xml:space="preserve"> ?… </w:t>
      </w:r>
      <w:r w:rsidR="004C389C">
        <w:t>Et Pierrot l</w:t>
      </w:r>
      <w:r>
        <w:t>’</w:t>
      </w:r>
      <w:r w:rsidR="004C389C">
        <w:t>Écureuil</w:t>
      </w:r>
      <w:r>
        <w:t xml:space="preserve"> ? </w:t>
      </w:r>
      <w:r w:rsidR="004C389C">
        <w:t>que sont-ils devenus</w:t>
      </w:r>
      <w:r>
        <w:t xml:space="preserve"> ? </w:t>
      </w:r>
      <w:r w:rsidR="004C389C">
        <w:t>Vous le savez</w:t>
      </w:r>
      <w:r>
        <w:t> ?…</w:t>
      </w:r>
    </w:p>
    <w:p w14:paraId="72980D87" w14:textId="77777777" w:rsidR="004B5A85" w:rsidRDefault="004C389C" w:rsidP="004C389C">
      <w:r>
        <w:t>Il espérait qu</w:t>
      </w:r>
      <w:r w:rsidR="004B5A85">
        <w:t>’</w:t>
      </w:r>
      <w:r>
        <w:t>on allait lui répondre</w:t>
      </w:r>
      <w:r w:rsidR="004B5A85">
        <w:t xml:space="preserve">, </w:t>
      </w:r>
      <w:r>
        <w:t xml:space="preserve">du </w:t>
      </w:r>
      <w:r>
        <w:rPr>
          <w:i/>
          <w:iCs/>
        </w:rPr>
        <w:t>B</w:t>
      </w:r>
      <w:r>
        <w:t>-18</w:t>
      </w:r>
      <w:r w:rsidR="004B5A85">
        <w:t> :</w:t>
      </w:r>
    </w:p>
    <w:p w14:paraId="522B0F1D" w14:textId="77777777" w:rsidR="004B5A85" w:rsidRDefault="004B5A85" w:rsidP="004C389C">
      <w:r>
        <w:t>— </w:t>
      </w:r>
      <w:r w:rsidR="004C389C">
        <w:t>Nous les voyons</w:t>
      </w:r>
      <w:r>
        <w:t xml:space="preserve"> ; </w:t>
      </w:r>
      <w:r w:rsidR="004C389C">
        <w:t>ils sont accrochés à une épave</w:t>
      </w:r>
      <w:r>
        <w:t xml:space="preserve"> ; </w:t>
      </w:r>
      <w:r w:rsidR="004C389C">
        <w:t>ils sont juste au-dessous de nous</w:t>
      </w:r>
      <w:r>
        <w:t xml:space="preserve">. </w:t>
      </w:r>
      <w:r w:rsidR="004C389C">
        <w:t>Veuillez les recueillir</w:t>
      </w:r>
      <w:r>
        <w:t>.</w:t>
      </w:r>
    </w:p>
    <w:p w14:paraId="7E93AF6E" w14:textId="77777777" w:rsidR="004B5A85" w:rsidRDefault="004C389C" w:rsidP="004C389C">
      <w:r>
        <w:t>Et sa stupeur fut immense d</w:t>
      </w:r>
      <w:r w:rsidR="004B5A85">
        <w:t>’</w:t>
      </w:r>
      <w:r>
        <w:t>entendre</w:t>
      </w:r>
      <w:r w:rsidR="004B5A85">
        <w:t> :</w:t>
      </w:r>
    </w:p>
    <w:p w14:paraId="4E280926" w14:textId="77777777" w:rsidR="004B5A85" w:rsidRDefault="004B5A85" w:rsidP="004C389C">
      <w:r>
        <w:t>— </w:t>
      </w:r>
      <w:r w:rsidR="004C389C">
        <w:t>Allô</w:t>
      </w:r>
      <w:r>
        <w:t xml:space="preserve"> !… </w:t>
      </w:r>
      <w:r w:rsidR="004C389C">
        <w:t>Nous avons tout vu</w:t>
      </w:r>
      <w:r>
        <w:t xml:space="preserve">. </w:t>
      </w:r>
      <w:r w:rsidR="004C389C">
        <w:t xml:space="preserve">Deux pirates ont tiré avec les fusils électriques sur le </w:t>
      </w:r>
      <w:r w:rsidR="004C389C">
        <w:rPr>
          <w:i/>
          <w:iCs/>
        </w:rPr>
        <w:t>B</w:t>
      </w:r>
      <w:r w:rsidR="004C389C">
        <w:t>-16</w:t>
      </w:r>
      <w:r>
        <w:t xml:space="preserve">. </w:t>
      </w:r>
      <w:r w:rsidR="004C389C">
        <w:t>Le lieutenant a été tué ou blessé</w:t>
      </w:r>
      <w:r>
        <w:t xml:space="preserve">, </w:t>
      </w:r>
      <w:r w:rsidR="004C389C">
        <w:t>car il a perdu la direction de l</w:t>
      </w:r>
      <w:r>
        <w:t>’</w:t>
      </w:r>
      <w:r w:rsidR="004C389C">
        <w:t>appareil</w:t>
      </w:r>
      <w:r>
        <w:t xml:space="preserve">, </w:t>
      </w:r>
      <w:r w:rsidR="004C389C">
        <w:t>qui est tombé</w:t>
      </w:r>
      <w:r>
        <w:t xml:space="preserve">. </w:t>
      </w:r>
      <w:r w:rsidR="004C389C">
        <w:t>Mais R</w:t>
      </w:r>
      <w:r w:rsidR="004C389C">
        <w:t>o</w:t>
      </w:r>
      <w:r w:rsidR="004C389C">
        <w:t>ger et Pierrot l</w:t>
      </w:r>
      <w:r>
        <w:t>’</w:t>
      </w:r>
      <w:r w:rsidR="004C389C">
        <w:t>Écureuil ont été recueillis à la surface de la mer par les deux pirates</w:t>
      </w:r>
      <w:r>
        <w:t xml:space="preserve">, </w:t>
      </w:r>
      <w:r w:rsidR="004C389C">
        <w:t xml:space="preserve">qui les ont jetés dans le </w:t>
      </w:r>
      <w:r w:rsidR="004C389C">
        <w:rPr>
          <w:i/>
          <w:iCs/>
        </w:rPr>
        <w:t xml:space="preserve">Nyctalope </w:t>
      </w:r>
      <w:r w:rsidR="004C389C">
        <w:t>et y sont entrés après eux</w:t>
      </w:r>
      <w:r>
        <w:t xml:space="preserve">… </w:t>
      </w:r>
      <w:r w:rsidR="004C389C">
        <w:t>Puis</w:t>
      </w:r>
      <w:r>
        <w:t xml:space="preserve">, </w:t>
      </w:r>
      <w:r w:rsidR="004C389C">
        <w:t xml:space="preserve">le </w:t>
      </w:r>
      <w:r w:rsidR="004C389C">
        <w:rPr>
          <w:i/>
          <w:iCs/>
        </w:rPr>
        <w:t xml:space="preserve">Nyctalope </w:t>
      </w:r>
      <w:r w:rsidR="004C389C">
        <w:t>a filé droit devant lui</w:t>
      </w:r>
      <w:r>
        <w:t xml:space="preserve">, </w:t>
      </w:r>
      <w:r w:rsidR="004C389C">
        <w:t>et s</w:t>
      </w:r>
      <w:r>
        <w:t>’</w:t>
      </w:r>
      <w:r w:rsidR="004C389C">
        <w:t>est presque aussitôt immergé</w:t>
      </w:r>
      <w:r>
        <w:t xml:space="preserve">. </w:t>
      </w:r>
      <w:r w:rsidR="004C389C">
        <w:t>Nous l</w:t>
      </w:r>
      <w:r>
        <w:t>’</w:t>
      </w:r>
      <w:r w:rsidR="004C389C">
        <w:t>avons immédiatement perdu de vue</w:t>
      </w:r>
      <w:r>
        <w:t> !…</w:t>
      </w:r>
    </w:p>
    <w:p w14:paraId="543956E2" w14:textId="77777777" w:rsidR="004B5A85" w:rsidRDefault="004B5A85" w:rsidP="004C389C">
      <w:r>
        <w:t>— </w:t>
      </w:r>
      <w:r w:rsidR="004C389C">
        <w:t>Prisonniers</w:t>
      </w:r>
      <w:r>
        <w:t xml:space="preserve"> ! </w:t>
      </w:r>
      <w:r w:rsidR="004C389C">
        <w:t>ils sont prisonniers du Ravageur du Monde</w:t>
      </w:r>
      <w:r>
        <w:t xml:space="preserve"> ! </w:t>
      </w:r>
      <w:r w:rsidR="004C389C">
        <w:t>s</w:t>
      </w:r>
      <w:r>
        <w:t>’</w:t>
      </w:r>
      <w:r w:rsidR="004C389C">
        <w:t>écria Ludovic Martel</w:t>
      </w:r>
      <w:r>
        <w:t xml:space="preserve">, </w:t>
      </w:r>
      <w:r w:rsidR="004C389C">
        <w:t>péniblement ému</w:t>
      </w:r>
      <w:r>
        <w:t>.</w:t>
      </w:r>
    </w:p>
    <w:p w14:paraId="0B8ADC92" w14:textId="77777777" w:rsidR="004B5A85" w:rsidRDefault="004C389C" w:rsidP="004C389C">
      <w:r>
        <w:t>Sa douleur était moins violente cependant que s</w:t>
      </w:r>
      <w:r w:rsidR="004B5A85">
        <w:t>’</w:t>
      </w:r>
      <w:r>
        <w:t>il eût vu</w:t>
      </w:r>
      <w:r w:rsidR="004B5A85">
        <w:t xml:space="preserve">, </w:t>
      </w:r>
      <w:r>
        <w:t>flottant au gré des vagues</w:t>
      </w:r>
      <w:r w:rsidR="004B5A85">
        <w:t xml:space="preserve">, </w:t>
      </w:r>
      <w:r>
        <w:t>les cadavres mutilés de Pierrot l</w:t>
      </w:r>
      <w:r w:rsidR="004B5A85">
        <w:t>’</w:t>
      </w:r>
      <w:r>
        <w:t>Écureuil et du lieutenant Roger</w:t>
      </w:r>
      <w:r w:rsidR="004B5A85">
        <w:t>.</w:t>
      </w:r>
    </w:p>
    <w:p w14:paraId="4F26F021" w14:textId="77777777" w:rsidR="004B5A85" w:rsidRDefault="004C389C" w:rsidP="004C389C">
      <w:r>
        <w:lastRenderedPageBreak/>
        <w:t>Il eut la force de demander encore au téléphone</w:t>
      </w:r>
      <w:r w:rsidR="004B5A85">
        <w:t> :</w:t>
      </w:r>
    </w:p>
    <w:p w14:paraId="07B05AE7" w14:textId="77777777" w:rsidR="004B5A85" w:rsidRDefault="004B5A85" w:rsidP="004C389C">
      <w:r>
        <w:t>— </w:t>
      </w:r>
      <w:proofErr w:type="spellStart"/>
      <w:r w:rsidR="004C389C">
        <w:t>Marchis</w:t>
      </w:r>
      <w:proofErr w:type="spellEnd"/>
      <w:r>
        <w:t xml:space="preserve">, </w:t>
      </w:r>
      <w:r w:rsidR="004C389C">
        <w:t>croyez-vous que Pierrot et Roger soient morts</w:t>
      </w:r>
      <w:r>
        <w:t> ?</w:t>
      </w:r>
    </w:p>
    <w:p w14:paraId="60F6657C" w14:textId="77777777" w:rsidR="004B5A85" w:rsidRDefault="004B5A85" w:rsidP="004C389C">
      <w:r>
        <w:t>— </w:t>
      </w:r>
      <w:r w:rsidR="004C389C">
        <w:t>Non</w:t>
      </w:r>
      <w:r>
        <w:t xml:space="preserve"> ! </w:t>
      </w:r>
      <w:r w:rsidR="004C389C">
        <w:t xml:space="preserve">lui </w:t>
      </w:r>
      <w:proofErr w:type="spellStart"/>
      <w:r w:rsidR="004C389C">
        <w:t>fut-il</w:t>
      </w:r>
      <w:proofErr w:type="spellEnd"/>
      <w:r w:rsidR="004C389C">
        <w:t xml:space="preserve"> répondu du </w:t>
      </w:r>
      <w:r w:rsidR="004C389C">
        <w:rPr>
          <w:i/>
          <w:iCs/>
        </w:rPr>
        <w:t>B</w:t>
      </w:r>
      <w:r w:rsidR="004C389C">
        <w:t>-18</w:t>
      </w:r>
      <w:r>
        <w:t xml:space="preserve">. </w:t>
      </w:r>
      <w:r w:rsidR="004C389C">
        <w:t>Au moment de la chute</w:t>
      </w:r>
      <w:r>
        <w:t xml:space="preserve">, </w:t>
      </w:r>
      <w:r w:rsidR="004C389C">
        <w:t xml:space="preserve">le </w:t>
      </w:r>
      <w:r w:rsidR="004C389C">
        <w:rPr>
          <w:i/>
          <w:iCs/>
        </w:rPr>
        <w:t>B</w:t>
      </w:r>
      <w:r w:rsidR="004C389C">
        <w:t>-16 était à faible hauteur</w:t>
      </w:r>
      <w:r>
        <w:t>…</w:t>
      </w:r>
    </w:p>
    <w:p w14:paraId="08E7EB9E" w14:textId="77777777" w:rsidR="004B5A85" w:rsidRDefault="004C389C" w:rsidP="004C389C">
      <w:r>
        <w:t>Cruelle incertitude</w:t>
      </w:r>
      <w:r w:rsidR="004B5A85">
        <w:t> !</w:t>
      </w:r>
    </w:p>
    <w:p w14:paraId="6A3E7A68" w14:textId="77777777" w:rsidR="004B5A85" w:rsidRDefault="004C389C" w:rsidP="004C389C">
      <w:r>
        <w:t xml:space="preserve">Sur la </w:t>
      </w:r>
      <w:r>
        <w:rPr>
          <w:i/>
          <w:iCs/>
        </w:rPr>
        <w:t xml:space="preserve">Revanche </w:t>
      </w:r>
      <w:r>
        <w:t xml:space="preserve">et sur la </w:t>
      </w:r>
      <w:r>
        <w:rPr>
          <w:i/>
          <w:iCs/>
        </w:rPr>
        <w:t xml:space="preserve">Victoire </w:t>
      </w:r>
      <w:r>
        <w:t>où l</w:t>
      </w:r>
      <w:r w:rsidR="004B5A85">
        <w:t>’</w:t>
      </w:r>
      <w:r>
        <w:t>on avait entendu</w:t>
      </w:r>
      <w:r w:rsidR="004B5A85">
        <w:t xml:space="preserve">, </w:t>
      </w:r>
      <w:r>
        <w:t>aussi par téléphone</w:t>
      </w:r>
      <w:r w:rsidR="004B5A85">
        <w:t xml:space="preserve">, </w:t>
      </w:r>
      <w:r>
        <w:t>la conversation tragique</w:t>
      </w:r>
      <w:r w:rsidR="004B5A85">
        <w:t xml:space="preserve">, </w:t>
      </w:r>
      <w:r>
        <w:t>les officiers étaient atterrés</w:t>
      </w:r>
      <w:r w:rsidR="004B5A85">
        <w:t>…</w:t>
      </w:r>
    </w:p>
    <w:p w14:paraId="3FEA2D39" w14:textId="77777777" w:rsidR="004B5A85" w:rsidRDefault="004B5A85" w:rsidP="004C389C">
      <w:r>
        <w:t>— </w:t>
      </w:r>
      <w:r w:rsidR="004C389C">
        <w:t>S</w:t>
      </w:r>
      <w:r>
        <w:t>’</w:t>
      </w:r>
      <w:r w:rsidR="004C389C">
        <w:t>ils sont vivants</w:t>
      </w:r>
      <w:r>
        <w:t xml:space="preserve"> ! </w:t>
      </w:r>
      <w:r w:rsidR="004C389C">
        <w:t>s</w:t>
      </w:r>
      <w:r>
        <w:t>’</w:t>
      </w:r>
      <w:r w:rsidR="004C389C">
        <w:t>écria le commandant Martel</w:t>
      </w:r>
      <w:r>
        <w:t xml:space="preserve">, </w:t>
      </w:r>
      <w:r w:rsidR="004C389C">
        <w:t>d</w:t>
      </w:r>
      <w:r>
        <w:t>’</w:t>
      </w:r>
      <w:r w:rsidR="004C389C">
        <w:t>une voix terrible de douleur et de colère</w:t>
      </w:r>
      <w:r>
        <w:t xml:space="preserve">, </w:t>
      </w:r>
      <w:r w:rsidR="004C389C">
        <w:t>s</w:t>
      </w:r>
      <w:r>
        <w:t>’</w:t>
      </w:r>
      <w:r w:rsidR="004C389C">
        <w:t>ils sont vivants</w:t>
      </w:r>
      <w:r>
        <w:t xml:space="preserve">, </w:t>
      </w:r>
      <w:r w:rsidR="004C389C">
        <w:t>il faut les reprendre</w:t>
      </w:r>
      <w:r>
        <w:t xml:space="preserve">, </w:t>
      </w:r>
      <w:r w:rsidR="004C389C">
        <w:t>les délivrer</w:t>
      </w:r>
      <w:r>
        <w:t xml:space="preserve">… </w:t>
      </w:r>
      <w:r w:rsidR="004C389C">
        <w:t>S</w:t>
      </w:r>
      <w:r>
        <w:t>’</w:t>
      </w:r>
      <w:r w:rsidR="004C389C">
        <w:t>ils sont morts</w:t>
      </w:r>
      <w:r>
        <w:t xml:space="preserve">, </w:t>
      </w:r>
      <w:r w:rsidR="004C389C">
        <w:t>il faut les venger</w:t>
      </w:r>
      <w:r>
        <w:t xml:space="preserve"> !… </w:t>
      </w:r>
      <w:r w:rsidR="004C389C">
        <w:t>Ah</w:t>
      </w:r>
      <w:r>
        <w:t xml:space="preserve"> ! </w:t>
      </w:r>
      <w:r w:rsidR="004C389C">
        <w:t>ce Ravageur du Monde</w:t>
      </w:r>
      <w:r>
        <w:t xml:space="preserve">, </w:t>
      </w:r>
      <w:r w:rsidR="004C389C">
        <w:t>quand je le tiendrai</w:t>
      </w:r>
      <w:r>
        <w:t xml:space="preserve">… </w:t>
      </w:r>
      <w:r w:rsidR="004C389C">
        <w:t>Mais où est-il</w:t>
      </w:r>
      <w:r>
        <w:t xml:space="preserve"> ? </w:t>
      </w:r>
      <w:r w:rsidR="004C389C">
        <w:t>Où se cache-t-il</w:t>
      </w:r>
      <w:r>
        <w:t xml:space="preserve">, </w:t>
      </w:r>
      <w:r w:rsidR="004C389C">
        <w:t>le lâche</w:t>
      </w:r>
      <w:r>
        <w:t xml:space="preserve">, </w:t>
      </w:r>
      <w:r w:rsidR="004C389C">
        <w:t>l</w:t>
      </w:r>
      <w:r>
        <w:t>’</w:t>
      </w:r>
      <w:r w:rsidR="004C389C">
        <w:t>infâme criminel</w:t>
      </w:r>
      <w:r>
        <w:t xml:space="preserve"> ?… </w:t>
      </w:r>
      <w:r w:rsidR="004C389C">
        <w:t>De quel côté a-t-il fui</w:t>
      </w:r>
      <w:r>
        <w:t> ?…</w:t>
      </w:r>
    </w:p>
    <w:p w14:paraId="45FD5CB3" w14:textId="77777777" w:rsidR="004B5A85" w:rsidRDefault="004C389C" w:rsidP="004C389C">
      <w:r>
        <w:t>Et</w:t>
      </w:r>
      <w:r w:rsidR="004B5A85">
        <w:t xml:space="preserve">, </w:t>
      </w:r>
      <w:r>
        <w:t>les yeux brouillés de larmes</w:t>
      </w:r>
      <w:r w:rsidR="004B5A85">
        <w:t xml:space="preserve">, </w:t>
      </w:r>
      <w:r>
        <w:t>le commandant Martel r</w:t>
      </w:r>
      <w:r>
        <w:t>e</w:t>
      </w:r>
      <w:r>
        <w:t>garda l</w:t>
      </w:r>
      <w:r w:rsidR="004B5A85">
        <w:t>’</w:t>
      </w:r>
      <w:r>
        <w:t>immense océan désert</w:t>
      </w:r>
      <w:r w:rsidR="004B5A85">
        <w:t> !…</w:t>
      </w:r>
    </w:p>
    <w:p w14:paraId="33ABD078" w14:textId="15D5CBEF" w:rsidR="004C389C" w:rsidRDefault="004C389C" w:rsidP="004B5A85">
      <w:pPr>
        <w:pStyle w:val="Titre1"/>
      </w:pPr>
      <w:bookmarkStart w:id="51" w:name="__RefHeading__53_1003869823"/>
      <w:bookmarkStart w:id="52" w:name="_Toc202462487"/>
      <w:bookmarkEnd w:id="51"/>
      <w:r>
        <w:lastRenderedPageBreak/>
        <w:t>CHAPITRE XXVII</w:t>
      </w:r>
      <w:r>
        <w:br/>
      </w:r>
      <w:r>
        <w:br/>
        <w:t>À TOUTE VITESSE VERS LE DESTIN</w:t>
      </w:r>
      <w:bookmarkEnd w:id="52"/>
    </w:p>
    <w:p w14:paraId="030F7645" w14:textId="77777777" w:rsidR="004B5A85" w:rsidRDefault="004C389C" w:rsidP="004C389C">
      <w:r>
        <w:t>À cette même minute</w:t>
      </w:r>
      <w:r w:rsidR="004B5A85">
        <w:t xml:space="preserve">, </w:t>
      </w:r>
      <w:r>
        <w:t>à mille mètres de fond et à trois ou quatre milles marins de distance vers le nord</w:t>
      </w:r>
      <w:r w:rsidR="004B5A85">
        <w:t xml:space="preserve">, </w:t>
      </w:r>
      <w:r>
        <w:t xml:space="preserve">le </w:t>
      </w:r>
      <w:r>
        <w:rPr>
          <w:i/>
          <w:iCs/>
        </w:rPr>
        <w:t xml:space="preserve">Nyctalope </w:t>
      </w:r>
      <w:r>
        <w:t>gli</w:t>
      </w:r>
      <w:r>
        <w:t>s</w:t>
      </w:r>
      <w:r>
        <w:t>sait rapidement dans les eaux noires</w:t>
      </w:r>
      <w:r w:rsidR="004B5A85">
        <w:t>.</w:t>
      </w:r>
    </w:p>
    <w:p w14:paraId="39496DA7" w14:textId="77777777" w:rsidR="004B5A85" w:rsidRDefault="004C389C" w:rsidP="004C389C">
      <w:pPr>
        <w:rPr>
          <w:i/>
          <w:iCs/>
        </w:rPr>
      </w:pPr>
      <w:r>
        <w:t>Le Ravageur pensait bien qu</w:t>
      </w:r>
      <w:r w:rsidR="004B5A85">
        <w:t>’</w:t>
      </w:r>
      <w:r>
        <w:t>il n</w:t>
      </w:r>
      <w:r w:rsidR="004B5A85">
        <w:t>’</w:t>
      </w:r>
      <w:r>
        <w:t>avait plus rien à redouter pour le moment</w:t>
      </w:r>
      <w:r w:rsidR="004B5A85">
        <w:t xml:space="preserve">, </w:t>
      </w:r>
      <w:r>
        <w:t>et il avait donné l</w:t>
      </w:r>
      <w:r w:rsidR="004B5A85">
        <w:t>’</w:t>
      </w:r>
      <w:r>
        <w:t>ordre qu</w:t>
      </w:r>
      <w:r w:rsidR="004B5A85">
        <w:t>’</w:t>
      </w:r>
      <w:r>
        <w:t>on allumât les pr</w:t>
      </w:r>
      <w:r>
        <w:t>o</w:t>
      </w:r>
      <w:r>
        <w:t>jecteurs</w:t>
      </w:r>
      <w:r w:rsidR="004B5A85">
        <w:t xml:space="preserve">, </w:t>
      </w:r>
      <w:r>
        <w:t>afin d</w:t>
      </w:r>
      <w:r w:rsidR="004B5A85">
        <w:t>’</w:t>
      </w:r>
      <w:r>
        <w:t xml:space="preserve">éclairer les abîmes sous-marins au-devant du </w:t>
      </w:r>
      <w:r>
        <w:rPr>
          <w:i/>
          <w:iCs/>
        </w:rPr>
        <w:t>Nyctalope</w:t>
      </w:r>
      <w:r w:rsidR="004B5A85">
        <w:rPr>
          <w:i/>
          <w:iCs/>
        </w:rPr>
        <w:t>.</w:t>
      </w:r>
    </w:p>
    <w:p w14:paraId="1B2AE96B" w14:textId="77777777" w:rsidR="004B5A85" w:rsidRDefault="004C389C" w:rsidP="004C389C">
      <w:r>
        <w:t>Il était resté pendant quelques minutes sombre et absorbé</w:t>
      </w:r>
      <w:r w:rsidR="004B5A85">
        <w:t xml:space="preserve">, </w:t>
      </w:r>
      <w:r>
        <w:t>après avoir renvoyé Pierrot l</w:t>
      </w:r>
      <w:r w:rsidR="004B5A85">
        <w:t>’</w:t>
      </w:r>
      <w:r>
        <w:t>Écureuil</w:t>
      </w:r>
      <w:r w:rsidR="004B5A85">
        <w:t>.</w:t>
      </w:r>
    </w:p>
    <w:p w14:paraId="168692B3" w14:textId="77777777" w:rsidR="004B5A85" w:rsidRDefault="004C389C" w:rsidP="004C389C">
      <w:r>
        <w:t>Puis il s</w:t>
      </w:r>
      <w:r w:rsidR="004B5A85">
        <w:t>’</w:t>
      </w:r>
      <w:r>
        <w:t>était rendu au poste d</w:t>
      </w:r>
      <w:r w:rsidR="004B5A85">
        <w:t>’</w:t>
      </w:r>
      <w:r>
        <w:t>officiers</w:t>
      </w:r>
      <w:r w:rsidR="004B5A85">
        <w:t xml:space="preserve">, </w:t>
      </w:r>
      <w:r>
        <w:t>où il trouva son lieutenant</w:t>
      </w:r>
      <w:r w:rsidR="004B5A85">
        <w:t>.</w:t>
      </w:r>
    </w:p>
    <w:p w14:paraId="4EFA8937" w14:textId="77777777" w:rsidR="004B5A85" w:rsidRDefault="004C389C" w:rsidP="004C389C">
      <w:r>
        <w:t>Les deux hommes s</w:t>
      </w:r>
      <w:r w:rsidR="004B5A85">
        <w:t>’</w:t>
      </w:r>
      <w:r>
        <w:t>assirent devant la table sur laquelle était étalée une grande carte de l</w:t>
      </w:r>
      <w:r w:rsidR="004B5A85">
        <w:t>’</w:t>
      </w:r>
      <w:r>
        <w:t>océan Pacifique</w:t>
      </w:r>
      <w:r w:rsidR="004B5A85">
        <w:t>.</w:t>
      </w:r>
    </w:p>
    <w:p w14:paraId="43AA1B01" w14:textId="77777777" w:rsidR="004B5A85" w:rsidRDefault="004B5A85" w:rsidP="004C389C">
      <w:r>
        <w:t>— </w:t>
      </w:r>
      <w:proofErr w:type="spellStart"/>
      <w:r w:rsidR="004C389C">
        <w:t>Askold</w:t>
      </w:r>
      <w:proofErr w:type="spellEnd"/>
      <w:r>
        <w:t xml:space="preserve">, </w:t>
      </w:r>
      <w:r w:rsidR="004C389C">
        <w:t>dit-il de sa voix froide habituelle</w:t>
      </w:r>
      <w:r>
        <w:t xml:space="preserve">, </w:t>
      </w:r>
      <w:r w:rsidR="004C389C">
        <w:t>par l</w:t>
      </w:r>
      <w:r>
        <w:t>’</w:t>
      </w:r>
      <w:r w:rsidR="004C389C">
        <w:t xml:space="preserve">anéantissement du croiseur américain </w:t>
      </w:r>
      <w:r w:rsidR="004C389C">
        <w:rPr>
          <w:i/>
          <w:iCs/>
        </w:rPr>
        <w:t>Colorado</w:t>
      </w:r>
      <w:r>
        <w:rPr>
          <w:i/>
          <w:iCs/>
        </w:rPr>
        <w:t xml:space="preserve">, </w:t>
      </w:r>
      <w:r w:rsidR="004C389C">
        <w:t>par la de</w:t>
      </w:r>
      <w:r w:rsidR="004C389C">
        <w:t>s</w:t>
      </w:r>
      <w:r w:rsidR="004C389C">
        <w:t>truction d</w:t>
      </w:r>
      <w:r>
        <w:t>’</w:t>
      </w:r>
      <w:r w:rsidR="004C389C">
        <w:t xml:space="preserve">un des deux aéroplanes envoyés contre le </w:t>
      </w:r>
      <w:r w:rsidR="004C389C">
        <w:rPr>
          <w:i/>
          <w:iCs/>
        </w:rPr>
        <w:t>Nyctalope</w:t>
      </w:r>
      <w:r>
        <w:rPr>
          <w:i/>
          <w:iCs/>
        </w:rPr>
        <w:t xml:space="preserve">, </w:t>
      </w:r>
      <w:r w:rsidR="004C389C">
        <w:t>nous avons prouvé au monde et au commandant Martel que nous n</w:t>
      </w:r>
      <w:r>
        <w:t>’</w:t>
      </w:r>
      <w:r w:rsidR="004C389C">
        <w:t>étions ni perdus ni endormis</w:t>
      </w:r>
      <w:r>
        <w:t>.</w:t>
      </w:r>
    </w:p>
    <w:p w14:paraId="395443AA" w14:textId="77777777" w:rsidR="004B5A85" w:rsidRDefault="004B5A85" w:rsidP="004C389C">
      <w:r>
        <w:t>« </w:t>
      </w:r>
      <w:r w:rsidR="004C389C">
        <w:t>D</w:t>
      </w:r>
      <w:r>
        <w:t>’</w:t>
      </w:r>
      <w:r w:rsidR="004C389C">
        <w:t>autre part</w:t>
      </w:r>
      <w:r>
        <w:t xml:space="preserve">, </w:t>
      </w:r>
      <w:r w:rsidR="004C389C">
        <w:t>grâce aux galions de la baie de Vigo</w:t>
      </w:r>
      <w:r>
        <w:t xml:space="preserve">, </w:t>
      </w:r>
      <w:r w:rsidR="004C389C">
        <w:t>nous avons ici tout l</w:t>
      </w:r>
      <w:r>
        <w:t>’</w:t>
      </w:r>
      <w:r w:rsidR="004C389C">
        <w:t>or nécessaire à l</w:t>
      </w:r>
      <w:r>
        <w:t>’</w:t>
      </w:r>
      <w:r w:rsidR="004C389C">
        <w:t>accomplissement de certains de mes projets</w:t>
      </w:r>
      <w:r>
        <w:t>.</w:t>
      </w:r>
    </w:p>
    <w:p w14:paraId="5EA27A03" w14:textId="77777777" w:rsidR="004B5A85" w:rsidRDefault="004B5A85" w:rsidP="004C389C">
      <w:r>
        <w:t>— </w:t>
      </w:r>
      <w:r w:rsidR="004C389C">
        <w:t>Je le pense comme vous</w:t>
      </w:r>
      <w:r>
        <w:t xml:space="preserve">, </w:t>
      </w:r>
      <w:r w:rsidR="004C389C">
        <w:t>Maître</w:t>
      </w:r>
      <w:r>
        <w:t xml:space="preserve"> ! </w:t>
      </w:r>
      <w:r w:rsidR="004C389C">
        <w:t>répondit avec satisfa</w:t>
      </w:r>
      <w:r w:rsidR="004C389C">
        <w:t>c</w:t>
      </w:r>
      <w:r w:rsidR="004C389C">
        <w:t>tion le lieutenant</w:t>
      </w:r>
      <w:r>
        <w:t>.</w:t>
      </w:r>
    </w:p>
    <w:p w14:paraId="2FCE63B0" w14:textId="77777777" w:rsidR="004B5A85" w:rsidRDefault="004B5A85" w:rsidP="004C389C">
      <w:r>
        <w:lastRenderedPageBreak/>
        <w:t>— </w:t>
      </w:r>
      <w:r w:rsidR="004C389C">
        <w:t>Tu devines que le premier de ces projets à accomplir est notre installation dans une petite île qui sera notre centre d</w:t>
      </w:r>
      <w:r>
        <w:t>’</w:t>
      </w:r>
      <w:r w:rsidR="004C389C">
        <w:t>opérations</w:t>
      </w:r>
      <w:r>
        <w:t xml:space="preserve">, </w:t>
      </w:r>
      <w:r w:rsidR="004C389C">
        <w:t>le lieu d</w:t>
      </w:r>
      <w:r>
        <w:t>’</w:t>
      </w:r>
      <w:r w:rsidR="004C389C">
        <w:t>internement de nos prisonniers</w:t>
      </w:r>
      <w:r>
        <w:t xml:space="preserve">, </w:t>
      </w:r>
      <w:r w:rsidR="004C389C">
        <w:t>et dont nous ferons encore notre port de relâche</w:t>
      </w:r>
      <w:r>
        <w:t> ?…</w:t>
      </w:r>
    </w:p>
    <w:p w14:paraId="0BDB83D2" w14:textId="77777777" w:rsidR="004B5A85" w:rsidRDefault="004B5A85" w:rsidP="004C389C">
      <w:r>
        <w:t>— </w:t>
      </w:r>
      <w:r w:rsidR="004C389C">
        <w:t>Oui</w:t>
      </w:r>
      <w:r>
        <w:t xml:space="preserve">, </w:t>
      </w:r>
      <w:r w:rsidR="004C389C">
        <w:t>Maître</w:t>
      </w:r>
      <w:r>
        <w:t>.</w:t>
      </w:r>
    </w:p>
    <w:p w14:paraId="2321BC77" w14:textId="77777777" w:rsidR="004B5A85" w:rsidRDefault="004B5A85" w:rsidP="004C389C">
      <w:r>
        <w:t>— </w:t>
      </w:r>
      <w:r w:rsidR="004C389C">
        <w:t>As-tu pensé où nous pourrons aller chercher cette île</w:t>
      </w:r>
      <w:r>
        <w:t> ?</w:t>
      </w:r>
    </w:p>
    <w:p w14:paraId="422D4D98" w14:textId="77777777" w:rsidR="004B5A85" w:rsidRDefault="004B5A85" w:rsidP="004C389C">
      <w:r>
        <w:t>— </w:t>
      </w:r>
      <w:r w:rsidR="004C389C">
        <w:t>J</w:t>
      </w:r>
      <w:r>
        <w:t>’</w:t>
      </w:r>
      <w:r w:rsidR="004C389C">
        <w:t>y songeais au moment où vous êtes entré</w:t>
      </w:r>
      <w:r>
        <w:t xml:space="preserve">. </w:t>
      </w:r>
      <w:r w:rsidR="004C389C">
        <w:t>Voyez</w:t>
      </w:r>
      <w:r>
        <w:t xml:space="preserve">, </w:t>
      </w:r>
      <w:r w:rsidR="004C389C">
        <w:t>j</w:t>
      </w:r>
      <w:r>
        <w:t>’</w:t>
      </w:r>
      <w:r w:rsidR="004C389C">
        <w:t>examinais la carte de l</w:t>
      </w:r>
      <w:r>
        <w:t>’</w:t>
      </w:r>
      <w:r w:rsidR="004C389C">
        <w:t>océan Pacifique la plus complète et la plus détaillée qui existe</w:t>
      </w:r>
      <w:r>
        <w:t xml:space="preserve">. </w:t>
      </w:r>
      <w:r w:rsidR="004C389C">
        <w:t>Je crois que c</w:t>
      </w:r>
      <w:r>
        <w:t>’</w:t>
      </w:r>
      <w:r w:rsidR="004C389C">
        <w:t>est dans le Pacifique que nous devons faire notre choix</w:t>
      </w:r>
      <w:r>
        <w:t>.</w:t>
      </w:r>
    </w:p>
    <w:p w14:paraId="1AC14997" w14:textId="77777777" w:rsidR="004B5A85" w:rsidRDefault="004B5A85" w:rsidP="004C389C">
      <w:r>
        <w:t>— </w:t>
      </w:r>
      <w:r w:rsidR="004C389C">
        <w:t>Et tu as raison</w:t>
      </w:r>
      <w:r>
        <w:t xml:space="preserve">, </w:t>
      </w:r>
      <w:r w:rsidR="004C389C">
        <w:t>fit le Ravageur</w:t>
      </w:r>
      <w:r>
        <w:t xml:space="preserve">. </w:t>
      </w:r>
      <w:r w:rsidR="004C389C">
        <w:t>C</w:t>
      </w:r>
      <w:r>
        <w:t>’</w:t>
      </w:r>
      <w:r w:rsidR="004C389C">
        <w:t>est l</w:t>
      </w:r>
      <w:r>
        <w:t>’</w:t>
      </w:r>
      <w:r w:rsidR="004C389C">
        <w:t>océan le plus vaste</w:t>
      </w:r>
      <w:r>
        <w:t xml:space="preserve">, </w:t>
      </w:r>
      <w:r w:rsidR="004C389C">
        <w:t>le moins parcouru</w:t>
      </w:r>
      <w:r>
        <w:t xml:space="preserve">, </w:t>
      </w:r>
      <w:r w:rsidR="004C389C">
        <w:t>celui qui est parsemé de petites îles les moins fréquentées par les navigateurs</w:t>
      </w:r>
      <w:r>
        <w:t xml:space="preserve">, </w:t>
      </w:r>
      <w:r w:rsidR="004C389C">
        <w:t>les plus agréables à hab</w:t>
      </w:r>
      <w:r w:rsidR="004C389C">
        <w:t>i</w:t>
      </w:r>
      <w:r w:rsidR="004C389C">
        <w:t>ter et les plus faciles à défendre</w:t>
      </w:r>
      <w:r>
        <w:t xml:space="preserve">, </w:t>
      </w:r>
      <w:r w:rsidR="004C389C">
        <w:t>à cause de la ceinture de corail dont chacune d</w:t>
      </w:r>
      <w:r>
        <w:t>’</w:t>
      </w:r>
      <w:r w:rsidR="004C389C">
        <w:t>elles est entourée</w:t>
      </w:r>
      <w:r>
        <w:t xml:space="preserve">, </w:t>
      </w:r>
      <w:r w:rsidR="004C389C">
        <w:t>et as-tu fixé ton choix</w:t>
      </w:r>
      <w:r>
        <w:t> ?</w:t>
      </w:r>
    </w:p>
    <w:p w14:paraId="631F4BC1" w14:textId="77777777" w:rsidR="004B5A85" w:rsidRDefault="004B5A85" w:rsidP="004C389C">
      <w:r>
        <w:t>— </w:t>
      </w:r>
      <w:r w:rsidR="004C389C">
        <w:t>À peu près</w:t>
      </w:r>
      <w:r>
        <w:t xml:space="preserve">, </w:t>
      </w:r>
      <w:r w:rsidR="004C389C">
        <w:t>Maître</w:t>
      </w:r>
      <w:r>
        <w:t xml:space="preserve">, </w:t>
      </w:r>
      <w:r w:rsidR="004C389C">
        <w:t>sauf votre approbation</w:t>
      </w:r>
      <w:r>
        <w:t xml:space="preserve">, </w:t>
      </w:r>
      <w:r w:rsidR="004C389C">
        <w:t>bien entendu</w:t>
      </w:r>
      <w:r>
        <w:t>.</w:t>
      </w:r>
    </w:p>
    <w:p w14:paraId="10D48793" w14:textId="77777777" w:rsidR="004B5A85" w:rsidRDefault="004B5A85" w:rsidP="004C389C">
      <w:r>
        <w:t>— </w:t>
      </w:r>
      <w:r w:rsidR="004C389C">
        <w:t>Voyons</w:t>
      </w:r>
      <w:r>
        <w:t> !</w:t>
      </w:r>
    </w:p>
    <w:p w14:paraId="7475AB7A" w14:textId="77777777" w:rsidR="004B5A85" w:rsidRDefault="004C389C" w:rsidP="004C389C">
      <w:r>
        <w:t>Et le Ravageur se pencha sur la carte</w:t>
      </w:r>
      <w:r w:rsidR="004B5A85">
        <w:t>.</w:t>
      </w:r>
    </w:p>
    <w:p w14:paraId="7FC7864D" w14:textId="77777777" w:rsidR="004B5A85" w:rsidRDefault="004B5A85" w:rsidP="004C389C">
      <w:r>
        <w:t>— </w:t>
      </w:r>
      <w:r w:rsidR="004C389C">
        <w:t>Ici</w:t>
      </w:r>
      <w:r>
        <w:t xml:space="preserve">, </w:t>
      </w:r>
      <w:r w:rsidR="004C389C">
        <w:t>Maître</w:t>
      </w:r>
      <w:r>
        <w:t xml:space="preserve">, </w:t>
      </w:r>
      <w:r w:rsidR="004C389C">
        <w:t>voyez</w:t>
      </w:r>
      <w:r>
        <w:t xml:space="preserve"> ! </w:t>
      </w:r>
      <w:r w:rsidR="004C389C">
        <w:t xml:space="preserve">fit </w:t>
      </w:r>
      <w:proofErr w:type="spellStart"/>
      <w:r w:rsidR="004C389C">
        <w:t>Askold</w:t>
      </w:r>
      <w:proofErr w:type="spellEnd"/>
      <w:r>
        <w:t>.</w:t>
      </w:r>
    </w:p>
    <w:p w14:paraId="32AB4C8C" w14:textId="77777777" w:rsidR="004B5A85" w:rsidRDefault="004C389C" w:rsidP="004C389C">
      <w:r>
        <w:t>Le lieutenant mit son doigt sur un point de la carte</w:t>
      </w:r>
      <w:r w:rsidR="004B5A85">
        <w:t xml:space="preserve">, </w:t>
      </w:r>
      <w:r>
        <w:t>au-dessous du tropique du Capricorne</w:t>
      </w:r>
      <w:r w:rsidR="004B5A85">
        <w:t xml:space="preserve">, </w:t>
      </w:r>
      <w:r>
        <w:t>à égale distance de l</w:t>
      </w:r>
      <w:r w:rsidR="004B5A85">
        <w:t>’</w:t>
      </w:r>
      <w:r>
        <w:t>Amérique et de l</w:t>
      </w:r>
      <w:r w:rsidR="004B5A85">
        <w:t>’</w:t>
      </w:r>
      <w:r>
        <w:t>Australie</w:t>
      </w:r>
      <w:r w:rsidR="004B5A85">
        <w:t>.</w:t>
      </w:r>
    </w:p>
    <w:p w14:paraId="6E118561" w14:textId="77777777" w:rsidR="004B5A85" w:rsidRDefault="004B5A85" w:rsidP="004C389C">
      <w:r>
        <w:t>— </w:t>
      </w:r>
      <w:r w:rsidR="004C389C">
        <w:t>Regardez</w:t>
      </w:r>
      <w:r>
        <w:t xml:space="preserve">, </w:t>
      </w:r>
      <w:r w:rsidR="004C389C">
        <w:t>Maître</w:t>
      </w:r>
      <w:r>
        <w:t xml:space="preserve">, </w:t>
      </w:r>
      <w:r w:rsidR="004C389C">
        <w:t>au cent quarante-septième degré de longitude ouest et au vingt-huitième degré de latitude australe</w:t>
      </w:r>
      <w:r>
        <w:t xml:space="preserve">, </w:t>
      </w:r>
      <w:r w:rsidR="004C389C">
        <w:t>là</w:t>
      </w:r>
      <w:r>
        <w:t xml:space="preserve">… </w:t>
      </w:r>
      <w:r w:rsidR="004C389C">
        <w:t>ce point noir</w:t>
      </w:r>
      <w:r>
        <w:t>.</w:t>
      </w:r>
    </w:p>
    <w:p w14:paraId="1F86BCE3" w14:textId="77777777" w:rsidR="004B5A85" w:rsidRDefault="004B5A85" w:rsidP="004C389C">
      <w:r>
        <w:lastRenderedPageBreak/>
        <w:t>— </w:t>
      </w:r>
      <w:r w:rsidR="004C389C">
        <w:t>Oui</w:t>
      </w:r>
      <w:r>
        <w:t xml:space="preserve">, </w:t>
      </w:r>
      <w:r w:rsidR="004C389C">
        <w:t>c</w:t>
      </w:r>
      <w:r>
        <w:t>’</w:t>
      </w:r>
      <w:r w:rsidR="004C389C">
        <w:t>est l</w:t>
      </w:r>
      <w:r>
        <w:t>’</w:t>
      </w:r>
      <w:r w:rsidR="004C389C">
        <w:t xml:space="preserve">île </w:t>
      </w:r>
      <w:proofErr w:type="spellStart"/>
      <w:r w:rsidR="004C389C">
        <w:t>Oparo</w:t>
      </w:r>
      <w:proofErr w:type="spellEnd"/>
      <w:r w:rsidR="004C389C">
        <w:t xml:space="preserve"> ou Rapa</w:t>
      </w:r>
      <w:r>
        <w:t xml:space="preserve">, </w:t>
      </w:r>
      <w:r w:rsidR="004C389C">
        <w:t>fit le Ravageur</w:t>
      </w:r>
      <w:r>
        <w:t>.</w:t>
      </w:r>
    </w:p>
    <w:p w14:paraId="6B10C1E1" w14:textId="77777777" w:rsidR="004B5A85" w:rsidRDefault="004B5A85" w:rsidP="004C389C">
      <w:r>
        <w:t>— </w:t>
      </w:r>
      <w:r w:rsidR="004C389C">
        <w:t>Parfaitement</w:t>
      </w:r>
      <w:r>
        <w:t xml:space="preserve">. </w:t>
      </w:r>
      <w:r w:rsidR="004C389C">
        <w:t>J</w:t>
      </w:r>
      <w:r>
        <w:t>’</w:t>
      </w:r>
      <w:r w:rsidR="004C389C">
        <w:t>ai consulté un livre de voyages et de gé</w:t>
      </w:r>
      <w:r w:rsidR="004C389C">
        <w:t>o</w:t>
      </w:r>
      <w:r w:rsidR="004C389C">
        <w:t>graphie</w:t>
      </w:r>
      <w:r>
        <w:t xml:space="preserve">… </w:t>
      </w:r>
      <w:r w:rsidR="004C389C">
        <w:t>L</w:t>
      </w:r>
      <w:r>
        <w:t>’</w:t>
      </w:r>
      <w:r w:rsidR="004C389C">
        <w:t xml:space="preserve">île </w:t>
      </w:r>
      <w:proofErr w:type="spellStart"/>
      <w:r w:rsidR="004C389C">
        <w:t>Oparo</w:t>
      </w:r>
      <w:proofErr w:type="spellEnd"/>
      <w:r w:rsidR="004C389C">
        <w:t xml:space="preserve"> est une petite terre volcanique</w:t>
      </w:r>
      <w:r>
        <w:t xml:space="preserve">, </w:t>
      </w:r>
      <w:r w:rsidR="004C389C">
        <w:t>entourée d</w:t>
      </w:r>
      <w:r>
        <w:t>’</w:t>
      </w:r>
      <w:r w:rsidR="004C389C">
        <w:t>une ceinture de corail</w:t>
      </w:r>
      <w:r>
        <w:t xml:space="preserve">. </w:t>
      </w:r>
      <w:r w:rsidR="004C389C">
        <w:t>Elle n</w:t>
      </w:r>
      <w:r>
        <w:t>’</w:t>
      </w:r>
      <w:r w:rsidR="004C389C">
        <w:t>a que quarante-deux kilomètres carrés</w:t>
      </w:r>
      <w:r>
        <w:t xml:space="preserve">. </w:t>
      </w:r>
      <w:r w:rsidR="004C389C">
        <w:t>Elle est donc minuscule à souhait</w:t>
      </w:r>
      <w:r>
        <w:t>.</w:t>
      </w:r>
    </w:p>
    <w:p w14:paraId="56D5A06F" w14:textId="77777777" w:rsidR="004B5A85" w:rsidRDefault="004B5A85" w:rsidP="004C389C">
      <w:r>
        <w:t>— </w:t>
      </w:r>
      <w:r w:rsidR="004C389C">
        <w:t>Bon</w:t>
      </w:r>
      <w:r>
        <w:t xml:space="preserve"> ! </w:t>
      </w:r>
      <w:r w:rsidR="004C389C">
        <w:t>Des habitants</w:t>
      </w:r>
      <w:r>
        <w:t> ?</w:t>
      </w:r>
    </w:p>
    <w:p w14:paraId="1B36BB7B" w14:textId="77777777" w:rsidR="004B5A85" w:rsidRDefault="004B5A85" w:rsidP="004C389C">
      <w:r>
        <w:t>— </w:t>
      </w:r>
      <w:r w:rsidR="004C389C">
        <w:t>Oui</w:t>
      </w:r>
      <w:r>
        <w:t> !</w:t>
      </w:r>
    </w:p>
    <w:p w14:paraId="6427AD82" w14:textId="77777777" w:rsidR="004B5A85" w:rsidRDefault="004B5A85" w:rsidP="004C389C">
      <w:r>
        <w:t>— </w:t>
      </w:r>
      <w:r w:rsidR="004C389C">
        <w:t>Combien</w:t>
      </w:r>
      <w:r>
        <w:t> ?</w:t>
      </w:r>
    </w:p>
    <w:p w14:paraId="43CA8E28" w14:textId="77777777" w:rsidR="004B5A85" w:rsidRDefault="004B5A85" w:rsidP="004C389C">
      <w:r>
        <w:t>— </w:t>
      </w:r>
      <w:r w:rsidR="004C389C">
        <w:t>Deux cents environ</w:t>
      </w:r>
      <w:r>
        <w:t xml:space="preserve">, </w:t>
      </w:r>
      <w:r w:rsidR="004C389C">
        <w:t>race polynésienne</w:t>
      </w:r>
      <w:r>
        <w:t>.</w:t>
      </w:r>
    </w:p>
    <w:p w14:paraId="756432DA" w14:textId="77777777" w:rsidR="004B5A85" w:rsidRDefault="004B5A85" w:rsidP="004C389C">
      <w:r>
        <w:t>— </w:t>
      </w:r>
      <w:r w:rsidR="004C389C">
        <w:t>Parfait</w:t>
      </w:r>
      <w:r>
        <w:t xml:space="preserve">. </w:t>
      </w:r>
      <w:r w:rsidR="004C389C">
        <w:t>Elle appartient à la France</w:t>
      </w:r>
      <w:r>
        <w:t xml:space="preserve">, </w:t>
      </w:r>
      <w:r w:rsidR="004C389C">
        <w:t>je crois</w:t>
      </w:r>
      <w:r>
        <w:t> ?</w:t>
      </w:r>
    </w:p>
    <w:p w14:paraId="325496B4" w14:textId="77777777" w:rsidR="004B5A85" w:rsidRDefault="004B5A85" w:rsidP="004C389C">
      <w:r>
        <w:t>— </w:t>
      </w:r>
      <w:r w:rsidR="004C389C">
        <w:t>Oui</w:t>
      </w:r>
      <w:r>
        <w:t xml:space="preserve">, </w:t>
      </w:r>
      <w:r w:rsidR="004C389C">
        <w:t>Maître</w:t>
      </w:r>
      <w:r>
        <w:t>.</w:t>
      </w:r>
    </w:p>
    <w:p w14:paraId="403B564F" w14:textId="77777777" w:rsidR="004B5A85" w:rsidRDefault="004B5A85" w:rsidP="004C389C">
      <w:r>
        <w:t>— </w:t>
      </w:r>
      <w:r w:rsidR="004C389C">
        <w:t>Ça n</w:t>
      </w:r>
      <w:r>
        <w:t>’</w:t>
      </w:r>
      <w:r w:rsidR="004C389C">
        <w:t>a</w:t>
      </w:r>
      <w:r>
        <w:t xml:space="preserve">, </w:t>
      </w:r>
      <w:r w:rsidR="004C389C">
        <w:t>d</w:t>
      </w:r>
      <w:r>
        <w:t>’</w:t>
      </w:r>
      <w:r w:rsidR="004C389C">
        <w:t>ailleurs</w:t>
      </w:r>
      <w:r>
        <w:t xml:space="preserve">, </w:t>
      </w:r>
      <w:r w:rsidR="004C389C">
        <w:t>aucune importance</w:t>
      </w:r>
      <w:r>
        <w:t xml:space="preserve">. </w:t>
      </w:r>
      <w:r w:rsidR="004C389C">
        <w:t>Elle sera à nous</w:t>
      </w:r>
      <w:r>
        <w:t xml:space="preserve">. </w:t>
      </w:r>
      <w:r w:rsidR="004C389C">
        <w:t>La grande île la plus rapprochée est l</w:t>
      </w:r>
      <w:r>
        <w:t>’</w:t>
      </w:r>
      <w:r w:rsidR="004C389C">
        <w:t>île Gambier qui est</w:t>
      </w:r>
      <w:r>
        <w:t xml:space="preserve">, </w:t>
      </w:r>
      <w:r w:rsidR="004C389C">
        <w:t>elle aussi</w:t>
      </w:r>
      <w:r>
        <w:t xml:space="preserve">, </w:t>
      </w:r>
      <w:r w:rsidR="004C389C">
        <w:t>insignifiante</w:t>
      </w:r>
      <w:r>
        <w:t xml:space="preserve">. </w:t>
      </w:r>
      <w:r w:rsidR="004C389C">
        <w:t>Ensuite</w:t>
      </w:r>
      <w:r>
        <w:t xml:space="preserve">, </w:t>
      </w:r>
      <w:r w:rsidR="004C389C">
        <w:t>au nord-ouest</w:t>
      </w:r>
      <w:r>
        <w:t xml:space="preserve">, </w:t>
      </w:r>
      <w:r w:rsidR="004C389C">
        <w:t>mais beaucoup plus loin</w:t>
      </w:r>
      <w:r>
        <w:t xml:space="preserve">, </w:t>
      </w:r>
      <w:r w:rsidR="004C389C">
        <w:t>il y a Tahiti</w:t>
      </w:r>
      <w:r>
        <w:t xml:space="preserve">… </w:t>
      </w:r>
      <w:r w:rsidR="004C389C">
        <w:t>Mais c</w:t>
      </w:r>
      <w:r>
        <w:t>’</w:t>
      </w:r>
      <w:r w:rsidR="004C389C">
        <w:t>est si loin</w:t>
      </w:r>
      <w:r>
        <w:t xml:space="preserve"> !… </w:t>
      </w:r>
      <w:r w:rsidR="004C389C">
        <w:t>Oui</w:t>
      </w:r>
      <w:r>
        <w:t xml:space="preserve">, </w:t>
      </w:r>
      <w:r w:rsidR="004C389C">
        <w:t>l</w:t>
      </w:r>
      <w:r>
        <w:t>’</w:t>
      </w:r>
      <w:r w:rsidR="004C389C">
        <w:t xml:space="preserve">île </w:t>
      </w:r>
      <w:proofErr w:type="spellStart"/>
      <w:r w:rsidR="004C389C">
        <w:t>Oparo</w:t>
      </w:r>
      <w:proofErr w:type="spellEnd"/>
      <w:r w:rsidR="004C389C">
        <w:t xml:space="preserve"> est bien isolée</w:t>
      </w:r>
      <w:r>
        <w:t xml:space="preserve">, </w:t>
      </w:r>
      <w:r w:rsidR="004C389C">
        <w:t>bien délaissée</w:t>
      </w:r>
      <w:r>
        <w:t xml:space="preserve">. </w:t>
      </w:r>
      <w:r w:rsidR="004C389C">
        <w:t>Elle me plaît</w:t>
      </w:r>
      <w:r>
        <w:t xml:space="preserve">. </w:t>
      </w:r>
      <w:r w:rsidR="004C389C">
        <w:t>Sais-tu quelques autres détails à son sujet</w:t>
      </w:r>
      <w:r>
        <w:t> ?</w:t>
      </w:r>
    </w:p>
    <w:p w14:paraId="02CCC723" w14:textId="77777777" w:rsidR="004B5A85" w:rsidRDefault="004B5A85" w:rsidP="004C389C">
      <w:r>
        <w:t>— </w:t>
      </w:r>
      <w:r w:rsidR="004C389C">
        <w:t>Peu</w:t>
      </w:r>
      <w:r>
        <w:t xml:space="preserve">. </w:t>
      </w:r>
      <w:r w:rsidR="004C389C">
        <w:t>Il y a de la végétation sur le pourtour et les hauteurs centrales de l</w:t>
      </w:r>
      <w:r>
        <w:t>’</w:t>
      </w:r>
      <w:r w:rsidR="004C389C">
        <w:t>île sont couronnées de grands ouvrages fortifiés d</w:t>
      </w:r>
      <w:r>
        <w:t>’</w:t>
      </w:r>
      <w:r w:rsidR="004C389C">
        <w:t>origine mystérieuse</w:t>
      </w:r>
      <w:r>
        <w:t>.</w:t>
      </w:r>
    </w:p>
    <w:p w14:paraId="776BB920" w14:textId="77777777" w:rsidR="004B5A85" w:rsidRDefault="004B5A85" w:rsidP="004C389C">
      <w:r>
        <w:t>— </w:t>
      </w:r>
      <w:r w:rsidR="004C389C">
        <w:t>Parfait</w:t>
      </w:r>
      <w:r>
        <w:t xml:space="preserve">. </w:t>
      </w:r>
      <w:r w:rsidR="004C389C">
        <w:t>Nous verrons cela</w:t>
      </w:r>
      <w:r>
        <w:t xml:space="preserve">. </w:t>
      </w:r>
      <w:r w:rsidR="004C389C">
        <w:t>Les deux cents habitants s</w:t>
      </w:r>
      <w:r w:rsidR="004C389C">
        <w:t>e</w:t>
      </w:r>
      <w:r w:rsidR="004C389C">
        <w:t>ront nos esclaves</w:t>
      </w:r>
      <w:r>
        <w:t xml:space="preserve">. </w:t>
      </w:r>
      <w:r w:rsidR="004C389C">
        <w:t>Je t</w:t>
      </w:r>
      <w:r>
        <w:t>’</w:t>
      </w:r>
      <w:r w:rsidR="004C389C">
        <w:t>approuve</w:t>
      </w:r>
      <w:r>
        <w:t xml:space="preserve">, </w:t>
      </w:r>
      <w:proofErr w:type="spellStart"/>
      <w:r w:rsidR="004C389C">
        <w:t>Askold</w:t>
      </w:r>
      <w:proofErr w:type="spellEnd"/>
      <w:r>
        <w:t xml:space="preserve">. </w:t>
      </w:r>
      <w:r w:rsidR="004C389C">
        <w:t xml:space="preserve">Allons à </w:t>
      </w:r>
      <w:proofErr w:type="spellStart"/>
      <w:r w:rsidR="004C389C">
        <w:t>Oparo</w:t>
      </w:r>
      <w:proofErr w:type="spellEnd"/>
      <w:r>
        <w:t xml:space="preserve">. </w:t>
      </w:r>
      <w:r w:rsidR="004C389C">
        <w:t>Nous en ferons une forteresse imprenable et un charmant lieu de r</w:t>
      </w:r>
      <w:r w:rsidR="004C389C">
        <w:t>e</w:t>
      </w:r>
      <w:r w:rsidR="004C389C">
        <w:t>pos pour nous et notre équipage</w:t>
      </w:r>
      <w:r>
        <w:t xml:space="preserve">. </w:t>
      </w:r>
      <w:r w:rsidR="004C389C">
        <w:t>Nous pourrons</w:t>
      </w:r>
      <w:r>
        <w:t xml:space="preserve">, </w:t>
      </w:r>
      <w:r w:rsidR="004C389C">
        <w:t>de temps en temps</w:t>
      </w:r>
      <w:r>
        <w:t xml:space="preserve">, </w:t>
      </w:r>
      <w:r w:rsidR="004C389C">
        <w:t>y savourer en paix celles de nos vengeances que nous a</w:t>
      </w:r>
      <w:r w:rsidR="004C389C">
        <w:t>u</w:t>
      </w:r>
      <w:r w:rsidR="004C389C">
        <w:t>rons accomplies</w:t>
      </w:r>
      <w:r>
        <w:t>.</w:t>
      </w:r>
    </w:p>
    <w:p w14:paraId="643F39BB" w14:textId="77777777" w:rsidR="004B5A85" w:rsidRDefault="004B5A85" w:rsidP="004C389C">
      <w:r>
        <w:lastRenderedPageBreak/>
        <w:t>« </w:t>
      </w:r>
      <w:r w:rsidR="004C389C">
        <w:t>Allons d</w:t>
      </w:r>
      <w:r>
        <w:t>’</w:t>
      </w:r>
      <w:r w:rsidR="004C389C">
        <w:t>abord la visiter et y établir sommairement mon autorité</w:t>
      </w:r>
      <w:r>
        <w:t xml:space="preserve">. </w:t>
      </w:r>
      <w:r w:rsidR="004C389C">
        <w:t>Ensuite</w:t>
      </w:r>
      <w:r>
        <w:t xml:space="preserve">, </w:t>
      </w:r>
      <w:r w:rsidR="004C389C">
        <w:t>nous retournerons en Australie</w:t>
      </w:r>
      <w:r>
        <w:t xml:space="preserve">, </w:t>
      </w:r>
      <w:r w:rsidR="004C389C">
        <w:t>à Melbourne</w:t>
      </w:r>
      <w:r>
        <w:t xml:space="preserve">, </w:t>
      </w:r>
      <w:r w:rsidR="004C389C">
        <w:t>où nous recueillerons quelques gaillards que je connais</w:t>
      </w:r>
      <w:r>
        <w:t xml:space="preserve">, </w:t>
      </w:r>
      <w:r w:rsidR="004C389C">
        <w:t>et qui s</w:t>
      </w:r>
      <w:r>
        <w:t>’</w:t>
      </w:r>
      <w:r w:rsidR="004C389C">
        <w:t>installeront dans l</w:t>
      </w:r>
      <w:r>
        <w:t>’</w:t>
      </w:r>
      <w:r w:rsidR="004C389C">
        <w:t>île</w:t>
      </w:r>
      <w:r>
        <w:t xml:space="preserve">. </w:t>
      </w:r>
      <w:r w:rsidR="004C389C">
        <w:t>Ce sera notre troupe de réserve pour compléter notre équipage</w:t>
      </w:r>
      <w:r>
        <w:t xml:space="preserve">, </w:t>
      </w:r>
      <w:r w:rsidR="004C389C">
        <w:t>quand il s</w:t>
      </w:r>
      <w:r>
        <w:t>’</w:t>
      </w:r>
      <w:r w:rsidR="004C389C">
        <w:t>y produira des vides</w:t>
      </w:r>
      <w:r>
        <w:t xml:space="preserve">. </w:t>
      </w:r>
      <w:r w:rsidR="004C389C">
        <w:t>Déjà</w:t>
      </w:r>
      <w:r>
        <w:t xml:space="preserve">, </w:t>
      </w:r>
      <w:r w:rsidR="004C389C">
        <w:t xml:space="preserve">nous avons </w:t>
      </w:r>
      <w:proofErr w:type="spellStart"/>
      <w:r w:rsidR="004C389C">
        <w:t>Brasky</w:t>
      </w:r>
      <w:proofErr w:type="spellEnd"/>
      <w:r>
        <w:t xml:space="preserve">. </w:t>
      </w:r>
      <w:r w:rsidR="004C389C">
        <w:t>D</w:t>
      </w:r>
      <w:r>
        <w:t>’</w:t>
      </w:r>
      <w:r w:rsidR="004C389C">
        <w:t>autres morts par combat</w:t>
      </w:r>
      <w:r>
        <w:t xml:space="preserve">, </w:t>
      </w:r>
      <w:r w:rsidR="004C389C">
        <w:t>accident ou m</w:t>
      </w:r>
      <w:r w:rsidR="004C389C">
        <w:t>a</w:t>
      </w:r>
      <w:r w:rsidR="004C389C">
        <w:t>ladie surviendront certainement</w:t>
      </w:r>
      <w:r>
        <w:t xml:space="preserve">. </w:t>
      </w:r>
      <w:r w:rsidR="004C389C">
        <w:t>Il faut que je sois à même d</w:t>
      </w:r>
      <w:r>
        <w:t>’</w:t>
      </w:r>
      <w:r w:rsidR="004C389C">
        <w:t>avoir toujours mon équipage au complet</w:t>
      </w:r>
      <w:r>
        <w:t xml:space="preserve">. </w:t>
      </w:r>
      <w:r w:rsidR="004C389C">
        <w:t>Un nouveau recr</w:t>
      </w:r>
      <w:r w:rsidR="004C389C">
        <w:t>u</w:t>
      </w:r>
      <w:r w:rsidR="004C389C">
        <w:t>tement est donc indispensable</w:t>
      </w:r>
      <w:r>
        <w:t xml:space="preserve">. </w:t>
      </w:r>
      <w:r w:rsidR="004C389C">
        <w:t xml:space="preserve">Allons à </w:t>
      </w:r>
      <w:proofErr w:type="spellStart"/>
      <w:r w:rsidR="004C389C">
        <w:t>Oparo</w:t>
      </w:r>
      <w:proofErr w:type="spellEnd"/>
      <w:r>
        <w:t>.</w:t>
      </w:r>
    </w:p>
    <w:p w14:paraId="796DC132" w14:textId="77777777" w:rsidR="004B5A85" w:rsidRDefault="004B5A85" w:rsidP="004C389C">
      <w:r>
        <w:t>— </w:t>
      </w:r>
      <w:r w:rsidR="004C389C">
        <w:t>Je puis donc donner les ordres de marche</w:t>
      </w:r>
      <w:r>
        <w:t xml:space="preserve">, </w:t>
      </w:r>
      <w:r w:rsidR="004C389C">
        <w:t>Maître</w:t>
      </w:r>
      <w:r>
        <w:t> ?</w:t>
      </w:r>
    </w:p>
    <w:p w14:paraId="56FED885" w14:textId="77777777" w:rsidR="004B5A85" w:rsidRDefault="004B5A85" w:rsidP="004C389C">
      <w:r>
        <w:t>— </w:t>
      </w:r>
      <w:r w:rsidR="004C389C">
        <w:t>Donne</w:t>
      </w:r>
      <w:r>
        <w:t xml:space="preserve"> ! </w:t>
      </w:r>
      <w:r w:rsidR="004C389C">
        <w:t>Cent mètres de fond et à toute vitesse</w:t>
      </w:r>
      <w:r>
        <w:t>.</w:t>
      </w:r>
    </w:p>
    <w:p w14:paraId="6FCDC09C" w14:textId="77777777" w:rsidR="004B5A85" w:rsidRDefault="004C389C" w:rsidP="004C389C">
      <w:proofErr w:type="spellStart"/>
      <w:r>
        <w:t>Askold</w:t>
      </w:r>
      <w:proofErr w:type="spellEnd"/>
      <w:r>
        <w:t xml:space="preserve"> se leva</w:t>
      </w:r>
      <w:r w:rsidR="004B5A85">
        <w:t xml:space="preserve">, </w:t>
      </w:r>
      <w:r>
        <w:t>manœuvra l</w:t>
      </w:r>
      <w:r w:rsidR="004B5A85">
        <w:t>’</w:t>
      </w:r>
      <w:r>
        <w:t>appel du téléphone et</w:t>
      </w:r>
      <w:r w:rsidR="004B5A85">
        <w:t xml:space="preserve">, </w:t>
      </w:r>
      <w:r>
        <w:t>quand la sonnerie eut retenti</w:t>
      </w:r>
      <w:r w:rsidR="004B5A85">
        <w:t xml:space="preserve">, </w:t>
      </w:r>
      <w:r>
        <w:t>il donna les ordres nécessaires</w:t>
      </w:r>
      <w:r w:rsidR="004B5A85">
        <w:t>.</w:t>
      </w:r>
    </w:p>
    <w:p w14:paraId="48C3B33B" w14:textId="77777777" w:rsidR="004B5A85" w:rsidRDefault="004B5A85" w:rsidP="004C389C">
      <w:r>
        <w:t>— </w:t>
      </w:r>
      <w:r w:rsidR="004C389C">
        <w:t>Allô</w:t>
      </w:r>
      <w:r>
        <w:t xml:space="preserve"> ! </w:t>
      </w:r>
      <w:r w:rsidR="004C389C">
        <w:t>timonerie</w:t>
      </w:r>
      <w:r>
        <w:t xml:space="preserve"> ! </w:t>
      </w:r>
      <w:r w:rsidR="004C389C">
        <w:t>allô</w:t>
      </w:r>
      <w:r>
        <w:t xml:space="preserve"> ! </w:t>
      </w:r>
      <w:r w:rsidR="004C389C">
        <w:t>Cent mètres de fond</w:t>
      </w:r>
      <w:r>
        <w:t xml:space="preserve">, </w:t>
      </w:r>
      <w:r w:rsidR="004C389C">
        <w:t>direction</w:t>
      </w:r>
      <w:r>
        <w:t xml:space="preserve"> : </w:t>
      </w:r>
      <w:r w:rsidR="004C389C">
        <w:t xml:space="preserve">île </w:t>
      </w:r>
      <w:proofErr w:type="spellStart"/>
      <w:r w:rsidR="004C389C">
        <w:t>Oparo</w:t>
      </w:r>
      <w:proofErr w:type="spellEnd"/>
      <w:r>
        <w:t xml:space="preserve">, </w:t>
      </w:r>
      <w:r w:rsidR="004C389C">
        <w:t>océan Pacifique</w:t>
      </w:r>
      <w:r>
        <w:t xml:space="preserve">, </w:t>
      </w:r>
      <w:r w:rsidR="004C389C">
        <w:t>par vingt-huit degrés de latitude au</w:t>
      </w:r>
      <w:r w:rsidR="004C389C">
        <w:t>s</w:t>
      </w:r>
      <w:r w:rsidR="004C389C">
        <w:t>trale et cent quarante-sept degrés de longitude ouest</w:t>
      </w:r>
      <w:r>
        <w:t>…</w:t>
      </w:r>
    </w:p>
    <w:p w14:paraId="54CDBE70" w14:textId="77777777" w:rsidR="004B5A85" w:rsidRDefault="004C389C" w:rsidP="004C389C">
      <w:r>
        <w:t>C</w:t>
      </w:r>
      <w:r w:rsidR="004B5A85">
        <w:t>’</w:t>
      </w:r>
      <w:r>
        <w:t xml:space="preserve">était un énorme voyage que Hugues de Mauduit et </w:t>
      </w:r>
      <w:proofErr w:type="spellStart"/>
      <w:r>
        <w:t>A</w:t>
      </w:r>
      <w:r>
        <w:t>s</w:t>
      </w:r>
      <w:r>
        <w:t>kold</w:t>
      </w:r>
      <w:proofErr w:type="spellEnd"/>
      <w:r>
        <w:t xml:space="preserve"> commandaient ainsi</w:t>
      </w:r>
      <w:r w:rsidR="004B5A85">
        <w:t>.</w:t>
      </w:r>
    </w:p>
    <w:p w14:paraId="168D828E" w14:textId="77777777" w:rsidR="004B5A85" w:rsidRDefault="004C389C" w:rsidP="004C389C">
      <w:r>
        <w:t>Jugez donc</w:t>
      </w:r>
      <w:r w:rsidR="004B5A85">
        <w:t> !</w:t>
      </w:r>
    </w:p>
    <w:p w14:paraId="3087586A" w14:textId="77777777" w:rsidR="004B5A85" w:rsidRDefault="004C389C" w:rsidP="004C389C">
      <w:r>
        <w:t>À ce moment</w:t>
      </w:r>
      <w:r w:rsidR="004B5A85">
        <w:t xml:space="preserve">, </w:t>
      </w:r>
      <w:r>
        <w:t xml:space="preserve">le </w:t>
      </w:r>
      <w:r>
        <w:rPr>
          <w:i/>
          <w:iCs/>
        </w:rPr>
        <w:t xml:space="preserve">Nyctalope </w:t>
      </w:r>
      <w:r>
        <w:t>se trouvait dans l</w:t>
      </w:r>
      <w:r w:rsidR="004B5A85">
        <w:t>’</w:t>
      </w:r>
      <w:r>
        <w:t>océan Atla</w:t>
      </w:r>
      <w:r>
        <w:t>n</w:t>
      </w:r>
      <w:r>
        <w:t>tique</w:t>
      </w:r>
      <w:r w:rsidR="004B5A85">
        <w:t xml:space="preserve">, </w:t>
      </w:r>
      <w:r>
        <w:t>dans les parages du cap Hatteras</w:t>
      </w:r>
      <w:r w:rsidR="004B5A85">
        <w:t>.</w:t>
      </w:r>
    </w:p>
    <w:p w14:paraId="62EE7732" w14:textId="77777777" w:rsidR="004B5A85" w:rsidRDefault="004C389C" w:rsidP="004C389C">
      <w:r>
        <w:t>Pour se rendre à l</w:t>
      </w:r>
      <w:r w:rsidR="004B5A85">
        <w:t>’</w:t>
      </w:r>
      <w:r>
        <w:t xml:space="preserve">île </w:t>
      </w:r>
      <w:proofErr w:type="spellStart"/>
      <w:r>
        <w:t>Oparo</w:t>
      </w:r>
      <w:proofErr w:type="spellEnd"/>
      <w:r w:rsidR="004B5A85">
        <w:t xml:space="preserve">, </w:t>
      </w:r>
      <w:r>
        <w:t>le sous-marin devait donc aller au sud-est à travers l</w:t>
      </w:r>
      <w:r w:rsidR="004B5A85">
        <w:t>’</w:t>
      </w:r>
      <w:r>
        <w:t>Atlantique</w:t>
      </w:r>
      <w:r w:rsidR="004B5A85">
        <w:t xml:space="preserve">, </w:t>
      </w:r>
      <w:r>
        <w:t>jusqu</w:t>
      </w:r>
      <w:r w:rsidR="004B5A85">
        <w:t>’</w:t>
      </w:r>
      <w:r>
        <w:t>au cap Saint-Roch</w:t>
      </w:r>
      <w:r w:rsidR="004B5A85">
        <w:t xml:space="preserve">, </w:t>
      </w:r>
      <w:r>
        <w:t>du Brésil</w:t>
      </w:r>
      <w:r w:rsidR="004B5A85">
        <w:t xml:space="preserve">, </w:t>
      </w:r>
      <w:r>
        <w:t>puis descendre vers le sud-ouest</w:t>
      </w:r>
      <w:r w:rsidR="004B5A85">
        <w:t xml:space="preserve">, </w:t>
      </w:r>
      <w:r>
        <w:t>tout le long de l</w:t>
      </w:r>
      <w:r w:rsidR="004B5A85">
        <w:t>’</w:t>
      </w:r>
      <w:r>
        <w:t>Amérique du Sud</w:t>
      </w:r>
      <w:r w:rsidR="004B5A85">
        <w:t xml:space="preserve">, </w:t>
      </w:r>
      <w:r>
        <w:t>doubler le cap Horn</w:t>
      </w:r>
      <w:r w:rsidR="004B5A85">
        <w:t xml:space="preserve">, </w:t>
      </w:r>
      <w:r>
        <w:t>et remonter vers le nord-ouest dans l</w:t>
      </w:r>
      <w:r w:rsidR="004B5A85">
        <w:t>’</w:t>
      </w:r>
      <w:r>
        <w:t>océan Pacifique</w:t>
      </w:r>
      <w:r w:rsidR="004B5A85">
        <w:t xml:space="preserve">, </w:t>
      </w:r>
      <w:r>
        <w:t>dans la direction de la Pol</w:t>
      </w:r>
      <w:r>
        <w:t>y</w:t>
      </w:r>
      <w:r>
        <w:t>nésie</w:t>
      </w:r>
      <w:r w:rsidR="004B5A85">
        <w:t>.</w:t>
      </w:r>
    </w:p>
    <w:p w14:paraId="7F93A59C" w14:textId="77777777" w:rsidR="004B5A85" w:rsidRDefault="004C389C" w:rsidP="004C389C">
      <w:r>
        <w:lastRenderedPageBreak/>
        <w:t>C</w:t>
      </w:r>
      <w:r w:rsidR="004B5A85">
        <w:t>’</w:t>
      </w:r>
      <w:r>
        <w:t>étaient des milliers de lieues marines à parcourir</w:t>
      </w:r>
      <w:r w:rsidR="004B5A85">
        <w:t>.</w:t>
      </w:r>
    </w:p>
    <w:p w14:paraId="2617BC77" w14:textId="684C9F0D" w:rsidR="004B5A85" w:rsidRDefault="004C389C" w:rsidP="004C389C">
      <w:r>
        <w:t xml:space="preserve">Le </w:t>
      </w:r>
      <w:r>
        <w:rPr>
          <w:i/>
          <w:iCs/>
        </w:rPr>
        <w:t>Nyctalope</w:t>
      </w:r>
      <w:r w:rsidR="004B5A85">
        <w:rPr>
          <w:i/>
          <w:iCs/>
        </w:rPr>
        <w:t xml:space="preserve">, </w:t>
      </w:r>
      <w:r>
        <w:t>lancé à toute vitesse</w:t>
      </w:r>
      <w:r w:rsidR="004B5A85">
        <w:t xml:space="preserve">, </w:t>
      </w:r>
      <w:r>
        <w:t>mit douze jours pleins à ce trajet</w:t>
      </w:r>
      <w:r w:rsidR="004B5A85">
        <w:t xml:space="preserve">. </w:t>
      </w:r>
      <w:r>
        <w:t>Le 2</w:t>
      </w:r>
      <w:r w:rsidR="004B5A85">
        <w:t xml:space="preserve">4 mars, </w:t>
      </w:r>
      <w:r>
        <w:t>à midi</w:t>
      </w:r>
      <w:r w:rsidR="004B5A85">
        <w:t xml:space="preserve">, </w:t>
      </w:r>
      <w:r>
        <w:t xml:space="preserve">en faisant le point au moyen du sextant sur la plate-forme du </w:t>
      </w:r>
      <w:r>
        <w:rPr>
          <w:i/>
          <w:iCs/>
        </w:rPr>
        <w:t>Nyctalope</w:t>
      </w:r>
      <w:r w:rsidR="004B5A85">
        <w:rPr>
          <w:i/>
          <w:iCs/>
        </w:rPr>
        <w:t xml:space="preserve">, </w:t>
      </w:r>
      <w:r>
        <w:t>en marche moment</w:t>
      </w:r>
      <w:r>
        <w:t>a</w:t>
      </w:r>
      <w:r>
        <w:t>nément ralentie</w:t>
      </w:r>
      <w:r w:rsidR="004B5A85">
        <w:t xml:space="preserve">, </w:t>
      </w:r>
      <w:proofErr w:type="spellStart"/>
      <w:r>
        <w:t>Askold</w:t>
      </w:r>
      <w:proofErr w:type="spellEnd"/>
      <w:r>
        <w:t xml:space="preserve"> vit qu</w:t>
      </w:r>
      <w:r w:rsidR="004B5A85">
        <w:t>’</w:t>
      </w:r>
      <w:r>
        <w:t>on était arrivé à la latitude et à la longitude voulues</w:t>
      </w:r>
      <w:r w:rsidR="004B5A85">
        <w:t>.</w:t>
      </w:r>
    </w:p>
    <w:p w14:paraId="34B4DDB0" w14:textId="77777777" w:rsidR="004B5A85" w:rsidRDefault="004C389C" w:rsidP="004C389C">
      <w:r>
        <w:t>L</w:t>
      </w:r>
      <w:r w:rsidR="004B5A85">
        <w:t>’</w:t>
      </w:r>
      <w:r>
        <w:t xml:space="preserve">île </w:t>
      </w:r>
      <w:proofErr w:type="spellStart"/>
      <w:r>
        <w:t>Oparo</w:t>
      </w:r>
      <w:proofErr w:type="spellEnd"/>
      <w:r>
        <w:t xml:space="preserve"> ne pouvait pas être bien loin</w:t>
      </w:r>
      <w:r w:rsidR="004B5A85">
        <w:t>.</w:t>
      </w:r>
    </w:p>
    <w:p w14:paraId="1544B267" w14:textId="77777777" w:rsidR="004B5A85" w:rsidRDefault="004C389C" w:rsidP="004C389C">
      <w:r>
        <w:t xml:space="preserve">Le </w:t>
      </w:r>
      <w:r>
        <w:rPr>
          <w:i/>
          <w:iCs/>
        </w:rPr>
        <w:t xml:space="preserve">Nyctalope </w:t>
      </w:r>
      <w:r>
        <w:t>continua donc de naviguer en surface dans la direction ouest-nord-ouest et</w:t>
      </w:r>
      <w:r w:rsidR="004B5A85">
        <w:t xml:space="preserve">, </w:t>
      </w:r>
      <w:r>
        <w:t>à deux heures vingt minutes de l</w:t>
      </w:r>
      <w:r w:rsidR="004B5A85">
        <w:t>’</w:t>
      </w:r>
      <w:r>
        <w:t>après-midi</w:t>
      </w:r>
      <w:r w:rsidR="004B5A85">
        <w:t xml:space="preserve">, </w:t>
      </w:r>
      <w:r>
        <w:t>le Ravageur</w:t>
      </w:r>
      <w:r w:rsidR="004B5A85">
        <w:t xml:space="preserve">, </w:t>
      </w:r>
      <w:r>
        <w:t>qui était monté sur la plate-forme</w:t>
      </w:r>
      <w:r w:rsidR="004B5A85">
        <w:t xml:space="preserve">, </w:t>
      </w:r>
      <w:r>
        <w:t>découvrit à la lorgnette une terre</w:t>
      </w:r>
      <w:r w:rsidR="004B5A85">
        <w:t xml:space="preserve">. </w:t>
      </w:r>
      <w:r>
        <w:t>Une demi-heure plus tard</w:t>
      </w:r>
      <w:r w:rsidR="004B5A85">
        <w:t xml:space="preserve">, </w:t>
      </w:r>
      <w:r>
        <w:t xml:space="preserve">le </w:t>
      </w:r>
      <w:r>
        <w:rPr>
          <w:i/>
          <w:iCs/>
        </w:rPr>
        <w:t xml:space="preserve">Nyctalope </w:t>
      </w:r>
      <w:r>
        <w:t>stoppait à deux encablures d</w:t>
      </w:r>
      <w:r w:rsidR="004B5A85">
        <w:t>’</w:t>
      </w:r>
      <w:r>
        <w:t>une île qui ne pouvait être que l</w:t>
      </w:r>
      <w:r w:rsidR="004B5A85">
        <w:t>’</w:t>
      </w:r>
      <w:r>
        <w:t xml:space="preserve">île </w:t>
      </w:r>
      <w:proofErr w:type="spellStart"/>
      <w:r>
        <w:t>Oparo</w:t>
      </w:r>
      <w:proofErr w:type="spellEnd"/>
      <w:r w:rsidR="004B5A85">
        <w:t>.</w:t>
      </w:r>
    </w:p>
    <w:p w14:paraId="5993C173" w14:textId="77777777" w:rsidR="004B5A85" w:rsidRDefault="004C389C" w:rsidP="004C389C">
      <w:r>
        <w:t>C</w:t>
      </w:r>
      <w:r w:rsidR="004B5A85">
        <w:t>’</w:t>
      </w:r>
      <w:r>
        <w:t>était un cône</w:t>
      </w:r>
      <w:r w:rsidR="004B5A85">
        <w:t xml:space="preserve">, </w:t>
      </w:r>
      <w:r>
        <w:t>entouré à la base de végétation cerclée en mer par une ceinture de récifs de corail</w:t>
      </w:r>
      <w:r w:rsidR="004B5A85">
        <w:t xml:space="preserve">, </w:t>
      </w:r>
      <w:r>
        <w:t>et terminée tout en haut par de bizarres crénelures</w:t>
      </w:r>
      <w:r w:rsidR="004B5A85">
        <w:t>…</w:t>
      </w:r>
    </w:p>
    <w:p w14:paraId="5678E004" w14:textId="77777777" w:rsidR="004B5A85" w:rsidRDefault="004B5A85" w:rsidP="004C389C">
      <w:r>
        <w:t>— </w:t>
      </w:r>
      <w:r w:rsidR="004C389C">
        <w:t>Étrange effet</w:t>
      </w:r>
      <w:r>
        <w:t xml:space="preserve"> ! </w:t>
      </w:r>
      <w:r w:rsidR="004C389C">
        <w:t>fit le Ravageur du Monde</w:t>
      </w:r>
      <w:r>
        <w:t>.</w:t>
      </w:r>
    </w:p>
    <w:p w14:paraId="330696E1" w14:textId="77777777" w:rsidR="004B5A85" w:rsidRDefault="004C389C" w:rsidP="004C389C">
      <w:r>
        <w:t>Et il aurait voulu aller à l</w:t>
      </w:r>
      <w:r w:rsidR="004B5A85">
        <w:t>’</w:t>
      </w:r>
      <w:r>
        <w:t>île tout de suite</w:t>
      </w:r>
      <w:r w:rsidR="004B5A85">
        <w:t>.</w:t>
      </w:r>
    </w:p>
    <w:p w14:paraId="3CB3E479" w14:textId="77777777" w:rsidR="004B5A85" w:rsidRDefault="004C389C" w:rsidP="004C389C">
      <w:r>
        <w:t>Mais</w:t>
      </w:r>
      <w:r w:rsidR="004B5A85">
        <w:t xml:space="preserve">, </w:t>
      </w:r>
      <w:r>
        <w:t>par suite d</w:t>
      </w:r>
      <w:r w:rsidR="004B5A85">
        <w:t>’</w:t>
      </w:r>
      <w:r>
        <w:t>une tempête qui</w:t>
      </w:r>
      <w:r w:rsidR="004B5A85">
        <w:t xml:space="preserve">, </w:t>
      </w:r>
      <w:r>
        <w:t>la veille</w:t>
      </w:r>
      <w:r w:rsidR="004B5A85">
        <w:t xml:space="preserve">, </w:t>
      </w:r>
      <w:r>
        <w:t>s</w:t>
      </w:r>
      <w:r w:rsidR="004B5A85">
        <w:t>’</w:t>
      </w:r>
      <w:r>
        <w:t>était décha</w:t>
      </w:r>
      <w:r>
        <w:t>î</w:t>
      </w:r>
      <w:r>
        <w:t>née dans ces parages</w:t>
      </w:r>
      <w:r w:rsidR="004B5A85">
        <w:t xml:space="preserve">, </w:t>
      </w:r>
      <w:r>
        <w:t>la mer était fortement houleuse</w:t>
      </w:r>
      <w:r w:rsidR="004B5A85">
        <w:t xml:space="preserve">. </w:t>
      </w:r>
      <w:r>
        <w:t>Impo</w:t>
      </w:r>
      <w:r>
        <w:t>s</w:t>
      </w:r>
      <w:r>
        <w:t>sible de débarquer au moyen du canot</w:t>
      </w:r>
      <w:r w:rsidR="004B5A85">
        <w:t xml:space="preserve">, </w:t>
      </w:r>
      <w:r>
        <w:t>trop frêle pour résister à la rame à une mer aussi démontée</w:t>
      </w:r>
      <w:r w:rsidR="004B5A85">
        <w:t>.</w:t>
      </w:r>
    </w:p>
    <w:p w14:paraId="1FB9FF64" w14:textId="77777777" w:rsidR="004B5A85" w:rsidRDefault="004C389C" w:rsidP="004C389C">
      <w:r>
        <w:t>On fit</w:t>
      </w:r>
      <w:r w:rsidR="004B5A85">
        <w:t xml:space="preserve">, </w:t>
      </w:r>
      <w:r>
        <w:t>à distance</w:t>
      </w:r>
      <w:r w:rsidR="004B5A85">
        <w:t xml:space="preserve">, </w:t>
      </w:r>
      <w:r>
        <w:t>le tour de l</w:t>
      </w:r>
      <w:r w:rsidR="004B5A85">
        <w:t>’</w:t>
      </w:r>
      <w:r>
        <w:t>île pour voir si la ceinture de corail n</w:t>
      </w:r>
      <w:r w:rsidR="004B5A85">
        <w:t>’</w:t>
      </w:r>
      <w:r>
        <w:t xml:space="preserve">offrirait pas un passage assez large pour que le </w:t>
      </w:r>
      <w:r>
        <w:rPr>
          <w:i/>
          <w:iCs/>
        </w:rPr>
        <w:t>Nyct</w:t>
      </w:r>
      <w:r>
        <w:rPr>
          <w:i/>
          <w:iCs/>
        </w:rPr>
        <w:t>a</w:t>
      </w:r>
      <w:r>
        <w:rPr>
          <w:i/>
          <w:iCs/>
        </w:rPr>
        <w:t xml:space="preserve">lope </w:t>
      </w:r>
      <w:r>
        <w:t>pût entrer dans la circonférence d</w:t>
      </w:r>
      <w:r w:rsidR="004B5A85">
        <w:t>’</w:t>
      </w:r>
      <w:r>
        <w:t>eau calme que les récifs ménageaient entre eux et l</w:t>
      </w:r>
      <w:r w:rsidR="004B5A85">
        <w:t>’</w:t>
      </w:r>
      <w:r>
        <w:t>île elle-même</w:t>
      </w:r>
      <w:r w:rsidR="004B5A85">
        <w:t>.</w:t>
      </w:r>
    </w:p>
    <w:p w14:paraId="0FA24AEB" w14:textId="77777777" w:rsidR="004B5A85" w:rsidRDefault="004C389C" w:rsidP="004C389C">
      <w:r>
        <w:t>Mais on ne vit que d</w:t>
      </w:r>
      <w:r w:rsidR="004B5A85">
        <w:t>’</w:t>
      </w:r>
      <w:r>
        <w:t>étroits goulets où l</w:t>
      </w:r>
      <w:r w:rsidR="004B5A85">
        <w:t>’</w:t>
      </w:r>
      <w:r>
        <w:t>on pourrait tout juste</w:t>
      </w:r>
      <w:r w:rsidR="004B5A85">
        <w:t xml:space="preserve">, </w:t>
      </w:r>
      <w:r>
        <w:t>et par temps calme</w:t>
      </w:r>
      <w:r w:rsidR="004B5A85">
        <w:t xml:space="preserve">, </w:t>
      </w:r>
      <w:r>
        <w:t>faire passer le canot</w:t>
      </w:r>
      <w:r w:rsidR="004B5A85">
        <w:t>.</w:t>
      </w:r>
    </w:p>
    <w:p w14:paraId="6800143D" w14:textId="77777777" w:rsidR="004B5A85" w:rsidRDefault="004B5A85" w:rsidP="004C389C">
      <w:pPr>
        <w:rPr>
          <w:i/>
          <w:iCs/>
        </w:rPr>
      </w:pPr>
      <w:r>
        <w:lastRenderedPageBreak/>
        <w:t>— </w:t>
      </w:r>
      <w:r w:rsidR="004C389C">
        <w:t>Attendons que la mer soit apaisée</w:t>
      </w:r>
      <w:r>
        <w:t xml:space="preserve">, </w:t>
      </w:r>
      <w:r w:rsidR="004C389C">
        <w:t>dit le Ravageur</w:t>
      </w:r>
      <w:r>
        <w:t xml:space="preserve">, </w:t>
      </w:r>
      <w:r w:rsidR="004C389C">
        <w:t>et notre première besogne</w:t>
      </w:r>
      <w:r>
        <w:t xml:space="preserve">, </w:t>
      </w:r>
      <w:r w:rsidR="004C389C">
        <w:t>quand nous aurons un peu visité l</w:t>
      </w:r>
      <w:r>
        <w:t>’</w:t>
      </w:r>
      <w:r w:rsidR="004C389C">
        <w:t>île</w:t>
      </w:r>
      <w:r>
        <w:t xml:space="preserve">, </w:t>
      </w:r>
      <w:r w:rsidR="004C389C">
        <w:t xml:space="preserve">sera de faire sauter quelques récifs pour creuser dans la ceinture de corail un passage praticable pour le </w:t>
      </w:r>
      <w:r w:rsidR="004C389C">
        <w:rPr>
          <w:i/>
          <w:iCs/>
        </w:rPr>
        <w:t>Nyctalope</w:t>
      </w:r>
      <w:r>
        <w:rPr>
          <w:i/>
          <w:iCs/>
        </w:rPr>
        <w:t>.</w:t>
      </w:r>
    </w:p>
    <w:p w14:paraId="5D771349" w14:textId="77777777" w:rsidR="004B5A85" w:rsidRDefault="004C389C" w:rsidP="004C389C">
      <w:r>
        <w:t>Et</w:t>
      </w:r>
      <w:r w:rsidR="004B5A85">
        <w:t xml:space="preserve">, </w:t>
      </w:r>
      <w:r>
        <w:t>durant la fin de cette journée</w:t>
      </w:r>
      <w:r w:rsidR="004B5A85">
        <w:t xml:space="preserve">, </w:t>
      </w:r>
      <w:r>
        <w:t>le Ravageur resta sur la plate-forme à contempler l</w:t>
      </w:r>
      <w:r w:rsidR="004B5A85">
        <w:t>’</w:t>
      </w:r>
      <w:r>
        <w:t>île minuscule qui allait être son d</w:t>
      </w:r>
      <w:r>
        <w:t>o</w:t>
      </w:r>
      <w:r>
        <w:t>maine terrestre</w:t>
      </w:r>
      <w:r w:rsidR="004B5A85">
        <w:t xml:space="preserve">, </w:t>
      </w:r>
      <w:r>
        <w:t>son repaire</w:t>
      </w:r>
      <w:r w:rsidR="004B5A85">
        <w:t>…</w:t>
      </w:r>
    </w:p>
    <w:p w14:paraId="74201E01" w14:textId="77777777" w:rsidR="004B5A85" w:rsidRDefault="004C389C" w:rsidP="004C389C">
      <w:r>
        <w:t>Vers sept heures</w:t>
      </w:r>
      <w:r w:rsidR="004B5A85">
        <w:t xml:space="preserve">, </w:t>
      </w:r>
      <w:r>
        <w:t>alors que le soleil descendait à l</w:t>
      </w:r>
      <w:r w:rsidR="004B5A85">
        <w:t>’</w:t>
      </w:r>
      <w:r>
        <w:t>horizon jusqu</w:t>
      </w:r>
      <w:r w:rsidR="004B5A85">
        <w:t>’</w:t>
      </w:r>
      <w:r>
        <w:t>à toucher la mer</w:t>
      </w:r>
      <w:r w:rsidR="004B5A85">
        <w:t xml:space="preserve">, </w:t>
      </w:r>
      <w:r>
        <w:t>semblait-il</w:t>
      </w:r>
      <w:r w:rsidR="004B5A85">
        <w:t xml:space="preserve">, </w:t>
      </w:r>
      <w:proofErr w:type="spellStart"/>
      <w:r>
        <w:t>Askold</w:t>
      </w:r>
      <w:proofErr w:type="spellEnd"/>
      <w:r>
        <w:t xml:space="preserve"> parut sur la plate-forme</w:t>
      </w:r>
      <w:r w:rsidR="004B5A85">
        <w:t>.</w:t>
      </w:r>
    </w:p>
    <w:p w14:paraId="25AC024A" w14:textId="77777777" w:rsidR="004B5A85" w:rsidRDefault="004C389C" w:rsidP="004C389C">
      <w:r>
        <w:t>Donc</w:t>
      </w:r>
      <w:r w:rsidR="004B5A85">
        <w:t xml:space="preserve">, </w:t>
      </w:r>
      <w:r>
        <w:t>ayant fait plusieurs fois le tour de l</w:t>
      </w:r>
      <w:r w:rsidR="004B5A85">
        <w:t>’</w:t>
      </w:r>
      <w:r>
        <w:t xml:space="preserve">île </w:t>
      </w:r>
      <w:proofErr w:type="spellStart"/>
      <w:r>
        <w:t>Oparo</w:t>
      </w:r>
      <w:proofErr w:type="spellEnd"/>
      <w:r w:rsidR="004B5A85">
        <w:t xml:space="preserve">, </w:t>
      </w:r>
      <w:r>
        <w:t xml:space="preserve">le </w:t>
      </w:r>
      <w:r>
        <w:rPr>
          <w:i/>
          <w:iCs/>
        </w:rPr>
        <w:t>Ny</w:t>
      </w:r>
      <w:r>
        <w:rPr>
          <w:i/>
          <w:iCs/>
        </w:rPr>
        <w:t>c</w:t>
      </w:r>
      <w:r>
        <w:rPr>
          <w:i/>
          <w:iCs/>
        </w:rPr>
        <w:t xml:space="preserve">talope </w:t>
      </w:r>
      <w:r>
        <w:t>était à peu près immobile vers sept heures du soir</w:t>
      </w:r>
      <w:r w:rsidR="004B5A85">
        <w:t xml:space="preserve">, </w:t>
      </w:r>
      <w:r>
        <w:t>à une encablure de la ceinture des récifs de corail</w:t>
      </w:r>
      <w:r w:rsidR="004B5A85">
        <w:t xml:space="preserve">, </w:t>
      </w:r>
      <w:r>
        <w:t>et le Ravageur du Monde</w:t>
      </w:r>
      <w:r w:rsidR="004B5A85">
        <w:t xml:space="preserve">, </w:t>
      </w:r>
      <w:r>
        <w:t>adossé au garde-fou de la plate-forme</w:t>
      </w:r>
      <w:r w:rsidR="004B5A85">
        <w:t xml:space="preserve">, </w:t>
      </w:r>
      <w:r>
        <w:t>regardait cette île qu</w:t>
      </w:r>
      <w:r w:rsidR="004B5A85">
        <w:t>’</w:t>
      </w:r>
      <w:r>
        <w:t>il voulait conquérir et dont il ferait son repaire</w:t>
      </w:r>
      <w:r w:rsidR="004B5A85">
        <w:t>.</w:t>
      </w:r>
    </w:p>
    <w:p w14:paraId="0E0583C6" w14:textId="77777777" w:rsidR="004B5A85" w:rsidRDefault="004C389C" w:rsidP="004C389C">
      <w:r>
        <w:t xml:space="preserve">Et </w:t>
      </w:r>
      <w:proofErr w:type="spellStart"/>
      <w:r>
        <w:t>Askold</w:t>
      </w:r>
      <w:proofErr w:type="spellEnd"/>
      <w:r>
        <w:t xml:space="preserve"> venait de paraître sur la plate-forme</w:t>
      </w:r>
      <w:r w:rsidR="004B5A85">
        <w:t> :</w:t>
      </w:r>
    </w:p>
    <w:p w14:paraId="14A8A554" w14:textId="77777777" w:rsidR="004B5A85" w:rsidRDefault="004B5A85" w:rsidP="004C389C">
      <w:r>
        <w:t>— </w:t>
      </w:r>
      <w:r w:rsidR="004C389C">
        <w:t>Maître</w:t>
      </w:r>
      <w:r>
        <w:t xml:space="preserve">, </w:t>
      </w:r>
      <w:r w:rsidR="004C389C">
        <w:t>dit-il</w:t>
      </w:r>
      <w:r>
        <w:t xml:space="preserve">, </w:t>
      </w:r>
      <w:r w:rsidR="004C389C">
        <w:t>le lieutenant Roger s</w:t>
      </w:r>
      <w:r>
        <w:t>’</w:t>
      </w:r>
      <w:r w:rsidR="004C389C">
        <w:t>est rendu compte</w:t>
      </w:r>
      <w:r>
        <w:t xml:space="preserve"> – </w:t>
      </w:r>
      <w:r w:rsidR="004C389C">
        <w:t>en regardant par le hublot de sa cabine</w:t>
      </w:r>
      <w:r>
        <w:t xml:space="preserve">, </w:t>
      </w:r>
      <w:r w:rsidR="004C389C">
        <w:t>qui est en face du hublot du couloir</w:t>
      </w:r>
      <w:r>
        <w:t xml:space="preserve"> – </w:t>
      </w:r>
      <w:r w:rsidR="004C389C">
        <w:t xml:space="preserve">que le </w:t>
      </w:r>
      <w:r w:rsidR="004C389C">
        <w:rPr>
          <w:i/>
          <w:iCs/>
        </w:rPr>
        <w:t xml:space="preserve">Nyctalope </w:t>
      </w:r>
      <w:r w:rsidR="004C389C">
        <w:t>est immobile et en surface</w:t>
      </w:r>
      <w:r>
        <w:t xml:space="preserve">. </w:t>
      </w:r>
      <w:r w:rsidR="004C389C">
        <w:t>Il d</w:t>
      </w:r>
      <w:r w:rsidR="004C389C">
        <w:t>e</w:t>
      </w:r>
      <w:r w:rsidR="004C389C">
        <w:t>mande de respirer un peu l</w:t>
      </w:r>
      <w:r>
        <w:t>’</w:t>
      </w:r>
      <w:r w:rsidR="004C389C">
        <w:t>air vif sur la plate-forme</w:t>
      </w:r>
      <w:r>
        <w:t>.</w:t>
      </w:r>
    </w:p>
    <w:p w14:paraId="08C39BD6" w14:textId="77777777" w:rsidR="004B5A85" w:rsidRDefault="004B5A85" w:rsidP="004C389C">
      <w:r>
        <w:t>— </w:t>
      </w:r>
      <w:r w:rsidR="004C389C">
        <w:t>Soit</w:t>
      </w:r>
      <w:r>
        <w:t xml:space="preserve">, </w:t>
      </w:r>
      <w:r w:rsidR="004C389C">
        <w:t>dit Hugues de Mauduit avec indifférence</w:t>
      </w:r>
      <w:r>
        <w:t xml:space="preserve">. </w:t>
      </w:r>
      <w:r w:rsidR="004C389C">
        <w:t>Tu peux permettre à Pierrot l</w:t>
      </w:r>
      <w:r>
        <w:t>’</w:t>
      </w:r>
      <w:r w:rsidR="004C389C">
        <w:t>Écureuil de l</w:t>
      </w:r>
      <w:r>
        <w:t>’</w:t>
      </w:r>
      <w:r w:rsidR="004C389C">
        <w:t>accompagner</w:t>
      </w:r>
      <w:r>
        <w:t xml:space="preserve">. </w:t>
      </w:r>
      <w:r w:rsidR="004C389C">
        <w:t xml:space="preserve">Mais que </w:t>
      </w:r>
      <w:proofErr w:type="spellStart"/>
      <w:r w:rsidR="004C389C">
        <w:t>Brilo</w:t>
      </w:r>
      <w:proofErr w:type="spellEnd"/>
      <w:r w:rsidR="004C389C">
        <w:t xml:space="preserve"> les conduise</w:t>
      </w:r>
      <w:r>
        <w:t xml:space="preserve">, </w:t>
      </w:r>
      <w:r w:rsidR="004C389C">
        <w:t>revolver au poing</w:t>
      </w:r>
      <w:r>
        <w:t>…</w:t>
      </w:r>
    </w:p>
    <w:p w14:paraId="12B6B632" w14:textId="77777777" w:rsidR="004B5A85" w:rsidRDefault="004C389C" w:rsidP="004C389C">
      <w:r>
        <w:t>Cinq minutes plus tard</w:t>
      </w:r>
      <w:r w:rsidR="004B5A85">
        <w:t xml:space="preserve">, </w:t>
      </w:r>
      <w:r>
        <w:t>le lieutenant Roger et Pierrot l</w:t>
      </w:r>
      <w:r w:rsidR="004B5A85">
        <w:t>’</w:t>
      </w:r>
      <w:r>
        <w:t>Écureuil</w:t>
      </w:r>
      <w:r w:rsidR="004B5A85">
        <w:t xml:space="preserve">, </w:t>
      </w:r>
      <w:r>
        <w:t>se tenant par la main</w:t>
      </w:r>
      <w:r w:rsidR="004B5A85">
        <w:t xml:space="preserve">, </w:t>
      </w:r>
      <w:r>
        <w:t xml:space="preserve">et suivis de </w:t>
      </w:r>
      <w:proofErr w:type="spellStart"/>
      <w:r>
        <w:t>Brilo</w:t>
      </w:r>
      <w:proofErr w:type="spellEnd"/>
      <w:r w:rsidR="004B5A85">
        <w:t xml:space="preserve">, </w:t>
      </w:r>
      <w:r>
        <w:t>revolver au poing</w:t>
      </w:r>
      <w:r w:rsidR="004B5A85">
        <w:t xml:space="preserve">, </w:t>
      </w:r>
      <w:r>
        <w:t>montaient sur la plate-forme</w:t>
      </w:r>
      <w:r w:rsidR="004B5A85">
        <w:t>.</w:t>
      </w:r>
    </w:p>
    <w:p w14:paraId="51EA28DC" w14:textId="77777777" w:rsidR="004B5A85" w:rsidRDefault="004C389C" w:rsidP="004C389C">
      <w:r>
        <w:t>Leurs regards se croisèrent avec ceux du Ravageur du Monde</w:t>
      </w:r>
      <w:r w:rsidR="004B5A85">
        <w:t>.</w:t>
      </w:r>
    </w:p>
    <w:p w14:paraId="516431EF" w14:textId="77777777" w:rsidR="004B5A85" w:rsidRDefault="004C389C" w:rsidP="004C389C">
      <w:r>
        <w:lastRenderedPageBreak/>
        <w:t>Mais ils se détournèrent aussitôt</w:t>
      </w:r>
      <w:r w:rsidR="004B5A85">
        <w:t xml:space="preserve">, </w:t>
      </w:r>
      <w:r>
        <w:t>et les deux prisonniers marchèrent jusqu</w:t>
      </w:r>
      <w:r w:rsidR="004B5A85">
        <w:t>’</w:t>
      </w:r>
      <w:r>
        <w:t>à l</w:t>
      </w:r>
      <w:r w:rsidR="004B5A85">
        <w:t>’</w:t>
      </w:r>
      <w:r>
        <w:t>extrémité de la plate-forme</w:t>
      </w:r>
      <w:r w:rsidR="004B5A85">
        <w:t xml:space="preserve">. </w:t>
      </w:r>
      <w:r>
        <w:t>Là</w:t>
      </w:r>
      <w:r w:rsidR="004B5A85">
        <w:t xml:space="preserve">, </w:t>
      </w:r>
      <w:r>
        <w:t>tournant le dos au Ravageur</w:t>
      </w:r>
      <w:r w:rsidR="004B5A85">
        <w:t xml:space="preserve">, </w:t>
      </w:r>
      <w:r>
        <w:t xml:space="preserve">à </w:t>
      </w:r>
      <w:proofErr w:type="spellStart"/>
      <w:r>
        <w:t>Askold</w:t>
      </w:r>
      <w:proofErr w:type="spellEnd"/>
      <w:r>
        <w:t xml:space="preserve"> et à </w:t>
      </w:r>
      <w:proofErr w:type="spellStart"/>
      <w:r>
        <w:t>Brilo</w:t>
      </w:r>
      <w:proofErr w:type="spellEnd"/>
      <w:r w:rsidR="004B5A85">
        <w:t xml:space="preserve">, </w:t>
      </w:r>
      <w:r>
        <w:t>ils s</w:t>
      </w:r>
      <w:r w:rsidR="004B5A85">
        <w:t>’</w:t>
      </w:r>
      <w:r>
        <w:t>accoudèrent au garde-fou et laissèrent captiver leurs yeux par l</w:t>
      </w:r>
      <w:r w:rsidR="004B5A85">
        <w:t>’</w:t>
      </w:r>
      <w:r>
        <w:t>admirable spe</w:t>
      </w:r>
      <w:r>
        <w:t>c</w:t>
      </w:r>
      <w:r>
        <w:t xml:space="preserve">tacle que leur offrait le soleil rouge se couchant </w:t>
      </w:r>
      <w:proofErr w:type="spellStart"/>
      <w:r>
        <w:t>par delà</w:t>
      </w:r>
      <w:proofErr w:type="spellEnd"/>
      <w:r>
        <w:t xml:space="preserve"> l</w:t>
      </w:r>
      <w:r w:rsidR="004B5A85">
        <w:t>’</w:t>
      </w:r>
      <w:r>
        <w:t>océan</w:t>
      </w:r>
      <w:r w:rsidR="004B5A85">
        <w:t>.</w:t>
      </w:r>
    </w:p>
    <w:p w14:paraId="223B39B4" w14:textId="77777777" w:rsidR="004B5A85" w:rsidRDefault="004C389C" w:rsidP="004C389C">
      <w:r>
        <w:t>À leur droite</w:t>
      </w:r>
      <w:r w:rsidR="004B5A85">
        <w:t xml:space="preserve">, </w:t>
      </w:r>
      <w:r>
        <w:t>tout un côté de l</w:t>
      </w:r>
      <w:r w:rsidR="004B5A85">
        <w:t>’</w:t>
      </w:r>
      <w:r>
        <w:t>île était déjà envahi par les ombres de la nuit</w:t>
      </w:r>
      <w:r w:rsidR="004B5A85">
        <w:t>.</w:t>
      </w:r>
    </w:p>
    <w:p w14:paraId="7CABB3B4" w14:textId="77777777" w:rsidR="004B5A85" w:rsidRDefault="004C389C" w:rsidP="004C389C">
      <w:r>
        <w:t>Soudain</w:t>
      </w:r>
      <w:r w:rsidR="004B5A85">
        <w:t xml:space="preserve">, </w:t>
      </w:r>
      <w:r>
        <w:t>Pierrot l</w:t>
      </w:r>
      <w:r w:rsidR="004B5A85">
        <w:t>’</w:t>
      </w:r>
      <w:r>
        <w:t xml:space="preserve">Écureuil se retourna vers </w:t>
      </w:r>
      <w:proofErr w:type="spellStart"/>
      <w:r>
        <w:t>Brilo</w:t>
      </w:r>
      <w:proofErr w:type="spellEnd"/>
      <w:r>
        <w:t xml:space="preserve"> et d</w:t>
      </w:r>
      <w:r>
        <w:t>e</w:t>
      </w:r>
      <w:r>
        <w:t>manda audacieusement</w:t>
      </w:r>
      <w:r w:rsidR="004B5A85">
        <w:t> :</w:t>
      </w:r>
    </w:p>
    <w:p w14:paraId="1C5EA47B" w14:textId="77777777" w:rsidR="004B5A85" w:rsidRDefault="004B5A85" w:rsidP="004C389C">
      <w:r>
        <w:t>— </w:t>
      </w:r>
      <w:r w:rsidR="004C389C">
        <w:t>Quelle est cette île</w:t>
      </w:r>
      <w:r>
        <w:t> ?</w:t>
      </w:r>
    </w:p>
    <w:p w14:paraId="1760A298" w14:textId="77777777" w:rsidR="004B5A85" w:rsidRDefault="004C389C" w:rsidP="004C389C">
      <w:r>
        <w:t>Le matelot n</w:t>
      </w:r>
      <w:r w:rsidR="004B5A85">
        <w:t>’</w:t>
      </w:r>
      <w:r>
        <w:t>osa pas répondre de sa propre initiative</w:t>
      </w:r>
      <w:r w:rsidR="004B5A85">
        <w:t>.</w:t>
      </w:r>
    </w:p>
    <w:p w14:paraId="4BF63E75" w14:textId="77777777" w:rsidR="004B5A85" w:rsidRDefault="004C389C" w:rsidP="004C389C">
      <w:r>
        <w:t>Il regarda le Ravageur du Monde</w:t>
      </w:r>
      <w:r w:rsidR="004B5A85">
        <w:t xml:space="preserve"> ; </w:t>
      </w:r>
      <w:r>
        <w:t>Hugues de Mauduit</w:t>
      </w:r>
      <w:r w:rsidR="004B5A85">
        <w:t xml:space="preserve">, </w:t>
      </w:r>
      <w:r>
        <w:t>haussant les épaules</w:t>
      </w:r>
      <w:r w:rsidR="004B5A85">
        <w:t xml:space="preserve">, </w:t>
      </w:r>
      <w:r>
        <w:t>murmura</w:t>
      </w:r>
      <w:r w:rsidR="004B5A85">
        <w:t> :</w:t>
      </w:r>
    </w:p>
    <w:p w14:paraId="28735929" w14:textId="77777777" w:rsidR="004B5A85" w:rsidRDefault="004B5A85" w:rsidP="004C389C">
      <w:r>
        <w:t>— </w:t>
      </w:r>
      <w:r w:rsidR="004C389C">
        <w:t>Tu peux parler</w:t>
      </w:r>
      <w:r>
        <w:t>.</w:t>
      </w:r>
    </w:p>
    <w:p w14:paraId="1456ECFD" w14:textId="77777777" w:rsidR="004B5A85" w:rsidRDefault="004C389C" w:rsidP="004C389C">
      <w:r>
        <w:t xml:space="preserve">Alors </w:t>
      </w:r>
      <w:proofErr w:type="spellStart"/>
      <w:r>
        <w:t>Brilo</w:t>
      </w:r>
      <w:proofErr w:type="spellEnd"/>
      <w:r>
        <w:t xml:space="preserve"> dit simplement</w:t>
      </w:r>
      <w:r w:rsidR="004B5A85">
        <w:t> :</w:t>
      </w:r>
    </w:p>
    <w:p w14:paraId="3C0251B3" w14:textId="77777777" w:rsidR="004B5A85" w:rsidRDefault="004B5A85" w:rsidP="004C389C">
      <w:r>
        <w:t>— </w:t>
      </w:r>
      <w:r w:rsidR="004C389C">
        <w:t>C</w:t>
      </w:r>
      <w:r>
        <w:t>’</w:t>
      </w:r>
      <w:r w:rsidR="004C389C">
        <w:t>est l</w:t>
      </w:r>
      <w:r>
        <w:t>’</w:t>
      </w:r>
      <w:r w:rsidR="004C389C">
        <w:t xml:space="preserve">île </w:t>
      </w:r>
      <w:proofErr w:type="spellStart"/>
      <w:r w:rsidR="004C389C">
        <w:t>Oparo</w:t>
      </w:r>
      <w:proofErr w:type="spellEnd"/>
      <w:r>
        <w:t>…</w:t>
      </w:r>
    </w:p>
    <w:p w14:paraId="209B55DB" w14:textId="77777777" w:rsidR="004B5A85" w:rsidRDefault="004C389C" w:rsidP="004C389C">
      <w:r>
        <w:t>Pierrot l</w:t>
      </w:r>
      <w:r w:rsidR="004B5A85">
        <w:t>’</w:t>
      </w:r>
      <w:r>
        <w:t>Écureuil écarquilla les yeux</w:t>
      </w:r>
      <w:r w:rsidR="004B5A85">
        <w:t xml:space="preserve">, </w:t>
      </w:r>
      <w:r>
        <w:t>exprimant par tout son visage que ce nom ne lui disait rien du tout</w:t>
      </w:r>
      <w:r w:rsidR="004B5A85">
        <w:t>.</w:t>
      </w:r>
    </w:p>
    <w:p w14:paraId="6FF22E98" w14:textId="77777777" w:rsidR="004B5A85" w:rsidRDefault="004B5A85" w:rsidP="004C389C">
      <w:r>
        <w:t>— </w:t>
      </w:r>
      <w:r w:rsidR="004C389C">
        <w:t>Mon lieutenant</w:t>
      </w:r>
      <w:r>
        <w:t xml:space="preserve">, </w:t>
      </w:r>
      <w:r w:rsidR="004C389C">
        <w:t>fit-il en s</w:t>
      </w:r>
      <w:r>
        <w:t>’</w:t>
      </w:r>
      <w:r w:rsidR="004C389C">
        <w:t>adressant au lieutenant Roger</w:t>
      </w:r>
      <w:r>
        <w:t xml:space="preserve">, </w:t>
      </w:r>
      <w:r w:rsidR="004C389C">
        <w:t>savez-vous ce que c</w:t>
      </w:r>
      <w:r>
        <w:t>’</w:t>
      </w:r>
      <w:r w:rsidR="004C389C">
        <w:t>est que l</w:t>
      </w:r>
      <w:r>
        <w:t>’</w:t>
      </w:r>
      <w:r w:rsidR="004C389C">
        <w:t xml:space="preserve">île </w:t>
      </w:r>
      <w:proofErr w:type="spellStart"/>
      <w:r w:rsidR="004C389C">
        <w:t>Oparo</w:t>
      </w:r>
      <w:proofErr w:type="spellEnd"/>
      <w:r>
        <w:t> ?…</w:t>
      </w:r>
    </w:p>
    <w:p w14:paraId="46476900" w14:textId="77777777" w:rsidR="004B5A85" w:rsidRDefault="004B5A85" w:rsidP="004C389C">
      <w:r>
        <w:t>— </w:t>
      </w:r>
      <w:r w:rsidR="004C389C">
        <w:t>Ma foi non</w:t>
      </w:r>
      <w:r>
        <w:t xml:space="preserve"> ! </w:t>
      </w:r>
      <w:r w:rsidR="004C389C">
        <w:t>répondit l</w:t>
      </w:r>
      <w:r>
        <w:t>’</w:t>
      </w:r>
      <w:r w:rsidR="004C389C">
        <w:t>officier</w:t>
      </w:r>
      <w:r>
        <w:t>.</w:t>
      </w:r>
    </w:p>
    <w:p w14:paraId="14F1EC4A" w14:textId="77777777" w:rsidR="004B5A85" w:rsidRDefault="004C389C" w:rsidP="004C389C">
      <w:r>
        <w:t>Et il ajouta en souriant</w:t>
      </w:r>
      <w:r w:rsidR="004B5A85">
        <w:t> :</w:t>
      </w:r>
    </w:p>
    <w:p w14:paraId="1C6AA347" w14:textId="77777777" w:rsidR="004B5A85" w:rsidRDefault="004B5A85" w:rsidP="004C389C">
      <w:r>
        <w:t>— </w:t>
      </w:r>
      <w:r w:rsidR="004C389C">
        <w:t>Un officier aviateur</w:t>
      </w:r>
      <w:r>
        <w:t xml:space="preserve">, </w:t>
      </w:r>
      <w:r w:rsidR="004C389C">
        <w:t>pas plus qu</w:t>
      </w:r>
      <w:r>
        <w:t>’</w:t>
      </w:r>
      <w:r w:rsidR="004C389C">
        <w:t>un garçon de ton âge</w:t>
      </w:r>
      <w:r>
        <w:t xml:space="preserve">, </w:t>
      </w:r>
      <w:r w:rsidR="004C389C">
        <w:t>mon petit</w:t>
      </w:r>
      <w:r>
        <w:t xml:space="preserve">, </w:t>
      </w:r>
      <w:r w:rsidR="004C389C">
        <w:t>n</w:t>
      </w:r>
      <w:r>
        <w:t>’</w:t>
      </w:r>
      <w:r w:rsidR="004C389C">
        <w:t>est tenu de connaître chacune des innombrables petites îles qui parsèment les océans</w:t>
      </w:r>
      <w:r>
        <w:t>.</w:t>
      </w:r>
    </w:p>
    <w:p w14:paraId="116FD486" w14:textId="77777777" w:rsidR="004B5A85" w:rsidRDefault="004C389C" w:rsidP="004C389C">
      <w:r>
        <w:lastRenderedPageBreak/>
        <w:t>Alors</w:t>
      </w:r>
      <w:r w:rsidR="004B5A85">
        <w:t xml:space="preserve">, </w:t>
      </w:r>
      <w:r>
        <w:t>grave et comme indifférent</w:t>
      </w:r>
      <w:r w:rsidR="004B5A85">
        <w:t xml:space="preserve">, </w:t>
      </w:r>
      <w:r>
        <w:t>la voix du Ravageur s</w:t>
      </w:r>
      <w:r w:rsidR="004B5A85">
        <w:t>’</w:t>
      </w:r>
      <w:r>
        <w:t>éleva</w:t>
      </w:r>
      <w:r w:rsidR="004B5A85">
        <w:t xml:space="preserve">. </w:t>
      </w:r>
      <w:r>
        <w:t>Elle disait</w:t>
      </w:r>
      <w:r w:rsidR="004B5A85">
        <w:t> :</w:t>
      </w:r>
    </w:p>
    <w:p w14:paraId="42DFAAF7" w14:textId="77777777" w:rsidR="004B5A85" w:rsidRDefault="004B5A85" w:rsidP="004C389C">
      <w:r>
        <w:t>— </w:t>
      </w:r>
      <w:r w:rsidR="004C389C">
        <w:t>Cette île est pourtant une terre française</w:t>
      </w:r>
      <w:r>
        <w:t> !</w:t>
      </w:r>
    </w:p>
    <w:p w14:paraId="5D5CFC7E" w14:textId="77777777" w:rsidR="004B5A85" w:rsidRDefault="004B5A85" w:rsidP="004C389C">
      <w:r>
        <w:t>— </w:t>
      </w:r>
      <w:r w:rsidR="004C389C">
        <w:t>Une terre française</w:t>
      </w:r>
      <w:r>
        <w:t xml:space="preserve"> ! </w:t>
      </w:r>
      <w:r w:rsidR="004C389C">
        <w:t>s</w:t>
      </w:r>
      <w:r>
        <w:t>’</w:t>
      </w:r>
      <w:r w:rsidR="004C389C">
        <w:t>écrièrent à la fois l</w:t>
      </w:r>
      <w:r>
        <w:t>’</w:t>
      </w:r>
      <w:r w:rsidR="004C389C">
        <w:t>officier et le mousse</w:t>
      </w:r>
      <w:r>
        <w:t>.</w:t>
      </w:r>
    </w:p>
    <w:p w14:paraId="23B780FE" w14:textId="77777777" w:rsidR="004B5A85" w:rsidRDefault="004B5A85" w:rsidP="004C389C">
      <w:r>
        <w:t>— </w:t>
      </w:r>
      <w:r w:rsidR="004C389C">
        <w:t>Oui</w:t>
      </w:r>
      <w:r>
        <w:t xml:space="preserve">, </w:t>
      </w:r>
      <w:r w:rsidR="004C389C">
        <w:t>fit le Ravageur</w:t>
      </w:r>
      <w:r>
        <w:t xml:space="preserve">. </w:t>
      </w:r>
      <w:r w:rsidR="004C389C">
        <w:t>C</w:t>
      </w:r>
      <w:r>
        <w:t>’</w:t>
      </w:r>
      <w:r w:rsidR="004C389C">
        <w:t>est l</w:t>
      </w:r>
      <w:r>
        <w:t>’</w:t>
      </w:r>
      <w:r w:rsidR="004C389C">
        <w:t xml:space="preserve">île </w:t>
      </w:r>
      <w:proofErr w:type="spellStart"/>
      <w:r w:rsidR="004C389C">
        <w:t>Oparo</w:t>
      </w:r>
      <w:proofErr w:type="spellEnd"/>
      <w:r w:rsidR="004C389C">
        <w:t xml:space="preserve"> ou Rapa</w:t>
      </w:r>
      <w:r>
        <w:t xml:space="preserve">, </w:t>
      </w:r>
      <w:r w:rsidR="004C389C">
        <w:t>vaste cirque de montagnes basaltiques constituées elles-mêmes par les parois d</w:t>
      </w:r>
      <w:r>
        <w:t>’</w:t>
      </w:r>
      <w:r w:rsidR="004C389C">
        <w:t>un cratère</w:t>
      </w:r>
      <w:r>
        <w:t xml:space="preserve">. </w:t>
      </w:r>
      <w:r w:rsidR="004C389C">
        <w:t>Comme vous le voyez</w:t>
      </w:r>
      <w:r>
        <w:t xml:space="preserve">, </w:t>
      </w:r>
      <w:r w:rsidR="004C389C">
        <w:t>cette île a une configuration des plus étranges</w:t>
      </w:r>
      <w:r>
        <w:t xml:space="preserve">. </w:t>
      </w:r>
      <w:r w:rsidR="004C389C">
        <w:t>Par l</w:t>
      </w:r>
      <w:r>
        <w:t>’</w:t>
      </w:r>
      <w:r w:rsidR="004C389C">
        <w:t>emplacement d</w:t>
      </w:r>
      <w:r>
        <w:t>’</w:t>
      </w:r>
      <w:r w:rsidR="004C389C">
        <w:t>une large coulée</w:t>
      </w:r>
      <w:r>
        <w:t xml:space="preserve">, </w:t>
      </w:r>
      <w:r w:rsidR="004C389C">
        <w:t>la mer a pénétré dans l</w:t>
      </w:r>
      <w:r>
        <w:t>’</w:t>
      </w:r>
      <w:r w:rsidR="004C389C">
        <w:t>intérieur de ce cirque</w:t>
      </w:r>
      <w:r>
        <w:t xml:space="preserve">, </w:t>
      </w:r>
      <w:r w:rsidR="004C389C">
        <w:t>où elle forme la belle rade de deux milles de longueur que vous avez devant vous et qui s</w:t>
      </w:r>
      <w:r>
        <w:t>’</w:t>
      </w:r>
      <w:r w:rsidR="004C389C">
        <w:t>appelle la baie d</w:t>
      </w:r>
      <w:r>
        <w:t>’</w:t>
      </w:r>
      <w:proofErr w:type="spellStart"/>
      <w:r w:rsidR="004C389C">
        <w:t>Aouréi</w:t>
      </w:r>
      <w:proofErr w:type="spellEnd"/>
      <w:r>
        <w:t>…</w:t>
      </w:r>
    </w:p>
    <w:p w14:paraId="0E55DDEE" w14:textId="77777777" w:rsidR="004B5A85" w:rsidRDefault="004B5A85" w:rsidP="004C389C">
      <w:r>
        <w:t>« </w:t>
      </w:r>
      <w:r w:rsidR="004C389C">
        <w:t>Les maisons de bois que vous pouvez voir d</w:t>
      </w:r>
      <w:r>
        <w:t>’</w:t>
      </w:r>
      <w:r w:rsidR="004C389C">
        <w:t>ici</w:t>
      </w:r>
      <w:r>
        <w:t xml:space="preserve">, </w:t>
      </w:r>
      <w:r w:rsidR="004C389C">
        <w:t>enfouies dans le feuillage</w:t>
      </w:r>
      <w:r>
        <w:t xml:space="preserve">, </w:t>
      </w:r>
      <w:r w:rsidR="004C389C">
        <w:t>composent le village d</w:t>
      </w:r>
      <w:r>
        <w:t>’</w:t>
      </w:r>
      <w:proofErr w:type="spellStart"/>
      <w:r w:rsidR="004C389C">
        <w:t>Aouréi</w:t>
      </w:r>
      <w:proofErr w:type="spellEnd"/>
      <w:r>
        <w:t xml:space="preserve">, </w:t>
      </w:r>
      <w:r w:rsidR="004C389C">
        <w:t>la seule aggl</w:t>
      </w:r>
      <w:r w:rsidR="004C389C">
        <w:t>o</w:t>
      </w:r>
      <w:r w:rsidR="004C389C">
        <w:t>mération importante de l</w:t>
      </w:r>
      <w:r>
        <w:t>’</w:t>
      </w:r>
      <w:r w:rsidR="004C389C">
        <w:t>île qui renferme en tout deux cents habitants à peine</w:t>
      </w:r>
      <w:r>
        <w:t>…</w:t>
      </w:r>
    </w:p>
    <w:p w14:paraId="30720A64" w14:textId="77777777" w:rsidR="004B5A85" w:rsidRDefault="004B5A85" w:rsidP="004C389C">
      <w:r>
        <w:t>« </w:t>
      </w:r>
      <w:r w:rsidR="004C389C">
        <w:t>Cette population est d</w:t>
      </w:r>
      <w:r>
        <w:t>’</w:t>
      </w:r>
      <w:r w:rsidR="004C389C">
        <w:t>une grande douceur</w:t>
      </w:r>
      <w:r>
        <w:t xml:space="preserve"> ; </w:t>
      </w:r>
      <w:r w:rsidR="004C389C">
        <w:t>elle est r</w:t>
      </w:r>
      <w:r w:rsidR="004C389C">
        <w:t>o</w:t>
      </w:r>
      <w:r w:rsidR="004C389C">
        <w:t>buste et laborieuse</w:t>
      </w:r>
      <w:r>
        <w:t xml:space="preserve">. </w:t>
      </w:r>
      <w:r w:rsidR="004C389C">
        <w:t>Ces hommes et femmes seront mes e</w:t>
      </w:r>
      <w:r w:rsidR="004C389C">
        <w:t>s</w:t>
      </w:r>
      <w:r w:rsidR="004C389C">
        <w:t>claves</w:t>
      </w:r>
      <w:r>
        <w:t>…</w:t>
      </w:r>
    </w:p>
    <w:p w14:paraId="4253AFAC" w14:textId="77777777" w:rsidR="004B5A85" w:rsidRDefault="004B5A85" w:rsidP="004C389C">
      <w:r>
        <w:t>— </w:t>
      </w:r>
      <w:r w:rsidR="004C389C">
        <w:t>Vos esclaves</w:t>
      </w:r>
      <w:r>
        <w:t xml:space="preserve"> ? </w:t>
      </w:r>
      <w:r w:rsidR="004C389C">
        <w:t>s</w:t>
      </w:r>
      <w:r>
        <w:t>’</w:t>
      </w:r>
      <w:r w:rsidR="004C389C">
        <w:t>écria le lieutenant Roger</w:t>
      </w:r>
      <w:r>
        <w:t>.</w:t>
      </w:r>
    </w:p>
    <w:p w14:paraId="1DE04A52" w14:textId="77777777" w:rsidR="004B5A85" w:rsidRDefault="004B5A85" w:rsidP="004C389C">
      <w:r>
        <w:t>— </w:t>
      </w:r>
      <w:r w:rsidR="004C389C">
        <w:t>Sans doute</w:t>
      </w:r>
      <w:r>
        <w:t xml:space="preserve"> ! </w:t>
      </w:r>
      <w:r w:rsidR="004C389C">
        <w:t>fit le Ravageur</w:t>
      </w:r>
      <w:r>
        <w:t>.</w:t>
      </w:r>
    </w:p>
    <w:p w14:paraId="6F1DEFB4" w14:textId="77777777" w:rsidR="004B5A85" w:rsidRDefault="004B5A85" w:rsidP="004C389C">
      <w:r>
        <w:t>— </w:t>
      </w:r>
      <w:r w:rsidR="004C389C">
        <w:t>Mais il y a là des Français de France</w:t>
      </w:r>
      <w:r>
        <w:t> !</w:t>
      </w:r>
    </w:p>
    <w:p w14:paraId="0D2BBC14" w14:textId="77777777" w:rsidR="004B5A85" w:rsidRDefault="004B5A85" w:rsidP="004C389C">
      <w:r>
        <w:t>— </w:t>
      </w:r>
      <w:r w:rsidR="004C389C">
        <w:t>Peut-être</w:t>
      </w:r>
      <w:r>
        <w:t xml:space="preserve">… </w:t>
      </w:r>
      <w:r w:rsidR="004C389C">
        <w:t>Ceux-là seront mes prisonniers comme vous</w:t>
      </w:r>
      <w:r>
        <w:t xml:space="preserve">. </w:t>
      </w:r>
      <w:r w:rsidR="004C389C">
        <w:t>Écoutez</w:t>
      </w:r>
      <w:r>
        <w:t xml:space="preserve"> ! </w:t>
      </w:r>
      <w:r w:rsidR="004C389C">
        <w:t xml:space="preserve">les livres de géographie nous apprennent que cette île </w:t>
      </w:r>
      <w:proofErr w:type="spellStart"/>
      <w:r w:rsidR="004C389C">
        <w:t>Oparo</w:t>
      </w:r>
      <w:proofErr w:type="spellEnd"/>
      <w:r w:rsidR="004C389C">
        <w:t xml:space="preserve"> dépend administrativement de l</w:t>
      </w:r>
      <w:r>
        <w:t>’</w:t>
      </w:r>
      <w:r w:rsidR="004C389C">
        <w:t xml:space="preserve">archipel des </w:t>
      </w:r>
      <w:proofErr w:type="spellStart"/>
      <w:r w:rsidR="004C389C">
        <w:t>Tubaï</w:t>
      </w:r>
      <w:proofErr w:type="spellEnd"/>
      <w:r>
        <w:t xml:space="preserve">, </w:t>
      </w:r>
      <w:r w:rsidR="004C389C">
        <w:t>a</w:t>
      </w:r>
      <w:r w:rsidR="004C389C">
        <w:t>d</w:t>
      </w:r>
      <w:r w:rsidR="004C389C">
        <w:t>ministré par un officier commandant la station locale</w:t>
      </w:r>
      <w:r>
        <w:t xml:space="preserve">. </w:t>
      </w:r>
      <w:r w:rsidR="004C389C">
        <w:t>Mais cet officier ne vient qu</w:t>
      </w:r>
      <w:r>
        <w:t>’</w:t>
      </w:r>
      <w:r w:rsidR="004C389C">
        <w:t>une fois par an</w:t>
      </w:r>
      <w:r>
        <w:t xml:space="preserve"> ! </w:t>
      </w:r>
      <w:r w:rsidR="004C389C">
        <w:t xml:space="preserve">et un gendarme est placé à </w:t>
      </w:r>
      <w:proofErr w:type="spellStart"/>
      <w:r w:rsidR="004C389C">
        <w:t>Oparo</w:t>
      </w:r>
      <w:proofErr w:type="spellEnd"/>
      <w:r w:rsidR="004C389C">
        <w:t xml:space="preserve"> comme chef de poste</w:t>
      </w:r>
      <w:r>
        <w:t xml:space="preserve">. </w:t>
      </w:r>
      <w:r w:rsidR="004C389C">
        <w:t xml:space="preserve">Il est en même </w:t>
      </w:r>
      <w:r w:rsidR="004C389C">
        <w:lastRenderedPageBreak/>
        <w:t>temps chargé de la direction de l</w:t>
      </w:r>
      <w:r>
        <w:t>’</w:t>
      </w:r>
      <w:r w:rsidR="004C389C">
        <w:t>école que fréquentent les enfants des deux cents indigènes</w:t>
      </w:r>
      <w:r>
        <w:t xml:space="preserve">. </w:t>
      </w:r>
      <w:r w:rsidR="004C389C">
        <w:t>Ce gendarme est probablement le seul Français de France vivant dans l</w:t>
      </w:r>
      <w:r>
        <w:t>’</w:t>
      </w:r>
      <w:r w:rsidR="004C389C">
        <w:t>île</w:t>
      </w:r>
      <w:r>
        <w:t xml:space="preserve">. </w:t>
      </w:r>
      <w:r w:rsidR="004C389C">
        <w:t>Je vous le répète</w:t>
      </w:r>
      <w:r>
        <w:t xml:space="preserve"> : </w:t>
      </w:r>
      <w:r w:rsidR="004C389C">
        <w:t>il sera comme vous mon prisonnier</w:t>
      </w:r>
      <w:r>
        <w:t>.</w:t>
      </w:r>
    </w:p>
    <w:p w14:paraId="2C820D22" w14:textId="77777777" w:rsidR="004B5A85" w:rsidRDefault="004B5A85" w:rsidP="004C389C">
      <w:r>
        <w:t>— </w:t>
      </w:r>
      <w:r w:rsidR="004C389C">
        <w:t>Mais</w:t>
      </w:r>
      <w:r>
        <w:t xml:space="preserve">, </w:t>
      </w:r>
      <w:r w:rsidR="004C389C">
        <w:t>monsieur</w:t>
      </w:r>
      <w:r>
        <w:t xml:space="preserve"> ! </w:t>
      </w:r>
      <w:r w:rsidR="004C389C">
        <w:t>s</w:t>
      </w:r>
      <w:r>
        <w:t>’</w:t>
      </w:r>
      <w:r w:rsidR="004C389C">
        <w:t>écria Pierrot l</w:t>
      </w:r>
      <w:r>
        <w:t>’</w:t>
      </w:r>
      <w:r w:rsidR="004C389C">
        <w:t>Écureuil</w:t>
      </w:r>
      <w:r>
        <w:t xml:space="preserve">, </w:t>
      </w:r>
      <w:r w:rsidR="004C389C">
        <w:t>vous n</w:t>
      </w:r>
      <w:r>
        <w:t>’</w:t>
      </w:r>
      <w:r w:rsidR="004C389C">
        <w:t>avez pas le droit de vous emparer de cette île</w:t>
      </w:r>
      <w:r>
        <w:t>…</w:t>
      </w:r>
    </w:p>
    <w:p w14:paraId="400CCD12" w14:textId="77777777" w:rsidR="004B5A85" w:rsidRDefault="004B5A85" w:rsidP="004C389C">
      <w:r>
        <w:t>— </w:t>
      </w:r>
      <w:r w:rsidR="004C389C">
        <w:t>Et le droit du plus fort</w:t>
      </w:r>
      <w:r>
        <w:t xml:space="preserve">, </w:t>
      </w:r>
      <w:r w:rsidR="004C389C">
        <w:t>mon petit</w:t>
      </w:r>
      <w:r>
        <w:t xml:space="preserve">, </w:t>
      </w:r>
      <w:r w:rsidR="004C389C">
        <w:t>qu</w:t>
      </w:r>
      <w:r>
        <w:t>’</w:t>
      </w:r>
      <w:r w:rsidR="004C389C">
        <w:t>en fais-tu</w:t>
      </w:r>
      <w:r>
        <w:t xml:space="preserve"> ? </w:t>
      </w:r>
      <w:r w:rsidR="004C389C">
        <w:t>ricana le Ravageur</w:t>
      </w:r>
      <w:r>
        <w:t>.</w:t>
      </w:r>
    </w:p>
    <w:p w14:paraId="712B322C" w14:textId="77777777" w:rsidR="004B5A85" w:rsidRDefault="004C389C" w:rsidP="004C389C">
      <w:r>
        <w:t>Cependant</w:t>
      </w:r>
      <w:r w:rsidR="004B5A85">
        <w:t xml:space="preserve">, </w:t>
      </w:r>
      <w:r>
        <w:t>la nuit tombait peu à peu</w:t>
      </w:r>
      <w:r w:rsidR="004B5A85">
        <w:t xml:space="preserve">. </w:t>
      </w:r>
      <w:r>
        <w:t>Les rayons du soleil frappaient encore les sommets basaltiques de l</w:t>
      </w:r>
      <w:r w:rsidR="004B5A85">
        <w:t>’</w:t>
      </w:r>
      <w:r>
        <w:t>île</w:t>
      </w:r>
      <w:r w:rsidR="004B5A85">
        <w:t xml:space="preserve">, </w:t>
      </w:r>
      <w:r>
        <w:t>pointes él</w:t>
      </w:r>
      <w:r>
        <w:t>e</w:t>
      </w:r>
      <w:r>
        <w:t>vées de sept cents mètres au-dessus de la mer</w:t>
      </w:r>
      <w:r w:rsidR="004B5A85">
        <w:t xml:space="preserve">, </w:t>
      </w:r>
      <w:r>
        <w:t>étrangement d</w:t>
      </w:r>
      <w:r>
        <w:t>é</w:t>
      </w:r>
      <w:r>
        <w:t>coupées</w:t>
      </w:r>
      <w:r w:rsidR="004B5A85">
        <w:t xml:space="preserve">, </w:t>
      </w:r>
      <w:r>
        <w:t>semblables aux ruines éboulées de quelque giga</w:t>
      </w:r>
      <w:r>
        <w:t>n</w:t>
      </w:r>
      <w:r>
        <w:t>tesque et diabolique château fort</w:t>
      </w:r>
      <w:r w:rsidR="004B5A85">
        <w:t xml:space="preserve">. </w:t>
      </w:r>
      <w:r>
        <w:t>Mais tout le reste était dans l</w:t>
      </w:r>
      <w:r w:rsidR="004B5A85">
        <w:t>’</w:t>
      </w:r>
      <w:r>
        <w:t>ombre</w:t>
      </w:r>
      <w:r w:rsidR="004B5A85">
        <w:t xml:space="preserve">, </w:t>
      </w:r>
      <w:r>
        <w:t>offrant un aspect fantastique et irréel</w:t>
      </w:r>
      <w:r w:rsidR="004B5A85">
        <w:t>.</w:t>
      </w:r>
    </w:p>
    <w:p w14:paraId="645A76D8" w14:textId="77777777" w:rsidR="004B5A85" w:rsidRDefault="004C389C" w:rsidP="004C389C">
      <w:r>
        <w:t xml:space="preserve">Le Ravageur du Monde se tourna vers </w:t>
      </w:r>
      <w:proofErr w:type="spellStart"/>
      <w:r>
        <w:t>Askold</w:t>
      </w:r>
      <w:proofErr w:type="spellEnd"/>
      <w:r w:rsidR="004B5A85">
        <w:t>.</w:t>
      </w:r>
    </w:p>
    <w:p w14:paraId="51142E30" w14:textId="77777777" w:rsidR="004B5A85" w:rsidRDefault="004B5A85" w:rsidP="004C389C">
      <w:r>
        <w:t>— </w:t>
      </w:r>
      <w:r w:rsidR="004C389C">
        <w:t>Tout le monde en bas</w:t>
      </w:r>
      <w:r>
        <w:t xml:space="preserve"> ! </w:t>
      </w:r>
      <w:r w:rsidR="004C389C">
        <w:t>dit-il</w:t>
      </w:r>
      <w:r>
        <w:t xml:space="preserve">. </w:t>
      </w:r>
      <w:r w:rsidR="004C389C">
        <w:t>Demain</w:t>
      </w:r>
      <w:r>
        <w:t xml:space="preserve">, </w:t>
      </w:r>
      <w:r w:rsidR="004C389C">
        <w:t>nous nous emp</w:t>
      </w:r>
      <w:r w:rsidR="004C389C">
        <w:t>a</w:t>
      </w:r>
      <w:r w:rsidR="004C389C">
        <w:t>rerons de l</w:t>
      </w:r>
      <w:r>
        <w:t>’</w:t>
      </w:r>
      <w:r w:rsidR="004C389C">
        <w:t>île</w:t>
      </w:r>
      <w:r>
        <w:t>.</w:t>
      </w:r>
    </w:p>
    <w:p w14:paraId="4B3FD8EE" w14:textId="77777777" w:rsidR="004B5A85" w:rsidRDefault="004C389C" w:rsidP="004C389C">
      <w:r>
        <w:t>Et il descendit le premier dans l</w:t>
      </w:r>
      <w:r w:rsidR="004B5A85">
        <w:t>’</w:t>
      </w:r>
      <w:r>
        <w:t>intérieur du sous-marin</w:t>
      </w:r>
      <w:r w:rsidR="004B5A85">
        <w:t>.</w:t>
      </w:r>
    </w:p>
    <w:p w14:paraId="02EE0A4E" w14:textId="0E3CBD89" w:rsidR="004C389C" w:rsidRDefault="004C389C" w:rsidP="004B5A85">
      <w:pPr>
        <w:pStyle w:val="Titre1"/>
      </w:pPr>
      <w:bookmarkStart w:id="53" w:name="__RefHeading__55_1003869823"/>
      <w:bookmarkStart w:id="54" w:name="_Toc202462488"/>
      <w:bookmarkEnd w:id="53"/>
      <w:r>
        <w:lastRenderedPageBreak/>
        <w:t>CHAPITRE XXVIII</w:t>
      </w:r>
      <w:r>
        <w:br/>
      </w:r>
      <w:r>
        <w:br/>
        <w:t>LE DÉNOUEMENT SUR TERRE FERME</w:t>
      </w:r>
      <w:bookmarkEnd w:id="54"/>
    </w:p>
    <w:p w14:paraId="10F9CFDA" w14:textId="77777777" w:rsidR="004B5A85" w:rsidRDefault="004C389C" w:rsidP="004C389C">
      <w:r>
        <w:t>Le lendemain</w:t>
      </w:r>
      <w:r w:rsidR="004B5A85">
        <w:t xml:space="preserve">, </w:t>
      </w:r>
      <w:r>
        <w:t xml:space="preserve">le branle-bas de combat fut sonné à bord du </w:t>
      </w:r>
      <w:r>
        <w:rPr>
          <w:i/>
          <w:iCs/>
        </w:rPr>
        <w:t>Nyctalope</w:t>
      </w:r>
      <w:r w:rsidR="004B5A85">
        <w:rPr>
          <w:i/>
          <w:iCs/>
        </w:rPr>
        <w:t xml:space="preserve">, </w:t>
      </w:r>
      <w:r>
        <w:t>à cinq heures du matin</w:t>
      </w:r>
      <w:r w:rsidR="004B5A85">
        <w:t>.</w:t>
      </w:r>
    </w:p>
    <w:p w14:paraId="6AD9B627" w14:textId="534940E2" w:rsidR="004B5A85" w:rsidRDefault="004C389C" w:rsidP="004C389C">
      <w:r>
        <w:t>Pendant la nuit</w:t>
      </w:r>
      <w:r w:rsidR="004B5A85">
        <w:t xml:space="preserve">, </w:t>
      </w:r>
      <w:r>
        <w:t>la mer s</w:t>
      </w:r>
      <w:r w:rsidR="004B5A85">
        <w:t>’</w:t>
      </w:r>
      <w:r>
        <w:t>était apaisée et le sous-marin pouvait entrer sans danger dans la rade d</w:t>
      </w:r>
      <w:r w:rsidR="004B5A85">
        <w:t>’</w:t>
      </w:r>
      <w:proofErr w:type="spellStart"/>
      <w:r>
        <w:t>Aouréi</w:t>
      </w:r>
      <w:proofErr w:type="spellEnd"/>
      <w:r w:rsidR="004B5A85">
        <w:t xml:space="preserve">, </w:t>
      </w:r>
      <w:r>
        <w:t>après avoir franchi la passe existant en face de cette rade dans la ceinture de récifs coral</w:t>
      </w:r>
      <w:r w:rsidR="00F750CD">
        <w:t>l</w:t>
      </w:r>
      <w:r>
        <w:t>iens</w:t>
      </w:r>
      <w:r w:rsidR="004B5A85">
        <w:t>.</w:t>
      </w:r>
    </w:p>
    <w:p w14:paraId="2499CB8F" w14:textId="77777777" w:rsidR="004B5A85" w:rsidRDefault="004C389C" w:rsidP="004C389C">
      <w:r>
        <w:t xml:space="preserve">À peine le branle-bas de combat </w:t>
      </w:r>
      <w:proofErr w:type="spellStart"/>
      <w:r>
        <w:t>fut-il</w:t>
      </w:r>
      <w:proofErr w:type="spellEnd"/>
      <w:r>
        <w:t xml:space="preserve"> sonné que le Rav</w:t>
      </w:r>
      <w:r>
        <w:t>a</w:t>
      </w:r>
      <w:r>
        <w:t>geur parut dans le corps de garde</w:t>
      </w:r>
      <w:r w:rsidR="004B5A85">
        <w:t>.</w:t>
      </w:r>
    </w:p>
    <w:p w14:paraId="44FCDC47" w14:textId="77777777" w:rsidR="004B5A85" w:rsidRDefault="004C389C" w:rsidP="004C389C">
      <w:proofErr w:type="spellStart"/>
      <w:r>
        <w:t>Askold</w:t>
      </w:r>
      <w:proofErr w:type="spellEnd"/>
      <w:r>
        <w:t xml:space="preserve"> s</w:t>
      </w:r>
      <w:r w:rsidR="004B5A85">
        <w:t>’</w:t>
      </w:r>
      <w:r>
        <w:t>y trouvait déjà</w:t>
      </w:r>
      <w:r w:rsidR="004B5A85">
        <w:t>.</w:t>
      </w:r>
    </w:p>
    <w:p w14:paraId="6B5E66F6" w14:textId="77777777" w:rsidR="004B5A85" w:rsidRDefault="004C389C" w:rsidP="004C389C">
      <w:r>
        <w:t>À sa droite se rangeaient douze hommes</w:t>
      </w:r>
      <w:r w:rsidR="004B5A85">
        <w:t xml:space="preserve">, </w:t>
      </w:r>
      <w:r>
        <w:t>formidablement armés de fusils électriques</w:t>
      </w:r>
      <w:r w:rsidR="004B5A85">
        <w:t xml:space="preserve">, </w:t>
      </w:r>
      <w:r>
        <w:t>de revolvers et de haches</w:t>
      </w:r>
      <w:r w:rsidR="004B5A85">
        <w:t xml:space="preserve">. </w:t>
      </w:r>
      <w:r>
        <w:t>C</w:t>
      </w:r>
      <w:r w:rsidR="004B5A85">
        <w:t>’</w:t>
      </w:r>
      <w:r>
        <w:t xml:space="preserve">étaient le timonier </w:t>
      </w:r>
      <w:proofErr w:type="spellStart"/>
      <w:r>
        <w:t>Fengal</w:t>
      </w:r>
      <w:proofErr w:type="spellEnd"/>
      <w:r w:rsidR="004B5A85">
        <w:t xml:space="preserve">, </w:t>
      </w:r>
      <w:r>
        <w:t xml:space="preserve">la vigie </w:t>
      </w:r>
      <w:proofErr w:type="spellStart"/>
      <w:r>
        <w:t>Raynor</w:t>
      </w:r>
      <w:proofErr w:type="spellEnd"/>
      <w:r w:rsidR="004B5A85">
        <w:t xml:space="preserve">, </w:t>
      </w:r>
      <w:r>
        <w:t xml:space="preserve">les mécaniciens </w:t>
      </w:r>
      <w:proofErr w:type="spellStart"/>
      <w:r>
        <w:t>Lunoir</w:t>
      </w:r>
      <w:proofErr w:type="spellEnd"/>
      <w:r w:rsidR="004B5A85">
        <w:t xml:space="preserve">, </w:t>
      </w:r>
      <w:proofErr w:type="spellStart"/>
      <w:r>
        <w:t>Fippe</w:t>
      </w:r>
      <w:proofErr w:type="spellEnd"/>
      <w:r w:rsidR="004B5A85">
        <w:t xml:space="preserve">, </w:t>
      </w:r>
      <w:r>
        <w:t xml:space="preserve">John et </w:t>
      </w:r>
      <w:proofErr w:type="spellStart"/>
      <w:r>
        <w:t>Aspar</w:t>
      </w:r>
      <w:proofErr w:type="spellEnd"/>
      <w:r w:rsidR="004B5A85">
        <w:t xml:space="preserve">, </w:t>
      </w:r>
      <w:r>
        <w:t xml:space="preserve">les matelots </w:t>
      </w:r>
      <w:proofErr w:type="spellStart"/>
      <w:r>
        <w:t>Poutkine</w:t>
      </w:r>
      <w:proofErr w:type="spellEnd"/>
      <w:r w:rsidR="004B5A85">
        <w:t xml:space="preserve">, </w:t>
      </w:r>
      <w:r>
        <w:t>Kenny</w:t>
      </w:r>
      <w:r w:rsidR="004B5A85">
        <w:t xml:space="preserve">, </w:t>
      </w:r>
      <w:proofErr w:type="spellStart"/>
      <w:r>
        <w:t>Jorry</w:t>
      </w:r>
      <w:proofErr w:type="spellEnd"/>
      <w:r>
        <w:t xml:space="preserve"> et </w:t>
      </w:r>
      <w:proofErr w:type="spellStart"/>
      <w:r>
        <w:t>Brilo</w:t>
      </w:r>
      <w:proofErr w:type="spellEnd"/>
      <w:r w:rsidR="004B5A85">
        <w:t xml:space="preserve">, </w:t>
      </w:r>
      <w:r>
        <w:t xml:space="preserve">le cuisinier </w:t>
      </w:r>
      <w:proofErr w:type="spellStart"/>
      <w:r>
        <w:t>Larlin</w:t>
      </w:r>
      <w:proofErr w:type="spellEnd"/>
      <w:r>
        <w:t xml:space="preserve"> et Jack le nègre</w:t>
      </w:r>
      <w:r w:rsidR="004B5A85">
        <w:t xml:space="preserve">. </w:t>
      </w:r>
      <w:r>
        <w:t>Quant aux autres membres de l</w:t>
      </w:r>
      <w:r w:rsidR="004B5A85">
        <w:t>’</w:t>
      </w:r>
      <w:r>
        <w:t>équipage pirate</w:t>
      </w:r>
      <w:r w:rsidR="004B5A85">
        <w:t xml:space="preserve">, </w:t>
      </w:r>
      <w:r>
        <w:t>c</w:t>
      </w:r>
      <w:r w:rsidR="004B5A85">
        <w:t>’</w:t>
      </w:r>
      <w:r>
        <w:t>est-à-dire le timonier Dumas</w:t>
      </w:r>
      <w:r w:rsidR="004B5A85">
        <w:t xml:space="preserve">, </w:t>
      </w:r>
      <w:r>
        <w:t xml:space="preserve">la vigie </w:t>
      </w:r>
      <w:proofErr w:type="spellStart"/>
      <w:r>
        <w:t>Caltic</w:t>
      </w:r>
      <w:proofErr w:type="spellEnd"/>
      <w:r w:rsidR="004B5A85">
        <w:t xml:space="preserve">, </w:t>
      </w:r>
      <w:r>
        <w:t>les mécaniciens Ted et Barrot</w:t>
      </w:r>
      <w:r w:rsidR="004B5A85">
        <w:t xml:space="preserve">, </w:t>
      </w:r>
      <w:r>
        <w:t>ils étaient chacun à leur poste pour assurer la manœuvre du sous-marin</w:t>
      </w:r>
      <w:r w:rsidR="004B5A85">
        <w:t>.</w:t>
      </w:r>
    </w:p>
    <w:p w14:paraId="7A7FFCF6" w14:textId="77777777" w:rsidR="004B5A85" w:rsidRDefault="004C389C" w:rsidP="004C389C">
      <w:r>
        <w:t>Mais quatorze hommes</w:t>
      </w:r>
      <w:r w:rsidR="004B5A85">
        <w:t xml:space="preserve">, </w:t>
      </w:r>
      <w:r>
        <w:t xml:space="preserve">en comptant le Ravageur et </w:t>
      </w:r>
      <w:proofErr w:type="spellStart"/>
      <w:r>
        <w:t>A</w:t>
      </w:r>
      <w:r>
        <w:t>s</w:t>
      </w:r>
      <w:r>
        <w:t>kold</w:t>
      </w:r>
      <w:proofErr w:type="spellEnd"/>
      <w:r w:rsidR="004B5A85">
        <w:t xml:space="preserve">, </w:t>
      </w:r>
      <w:r>
        <w:t>devaient bien suffire</w:t>
      </w:r>
      <w:r w:rsidR="004B5A85">
        <w:t xml:space="preserve">, </w:t>
      </w:r>
      <w:r>
        <w:t>pensaient les pirates</w:t>
      </w:r>
      <w:r w:rsidR="004B5A85">
        <w:t xml:space="preserve">, </w:t>
      </w:r>
      <w:r>
        <w:t>pour s</w:t>
      </w:r>
      <w:r w:rsidR="004B5A85">
        <w:t>’</w:t>
      </w:r>
      <w:r>
        <w:t>emparer d</w:t>
      </w:r>
      <w:r w:rsidR="004B5A85">
        <w:t>’</w:t>
      </w:r>
      <w:r>
        <w:t>une île défendue par un seul gendarme et habitée par deux cents hommes et femmes peu ou pas armés</w:t>
      </w:r>
      <w:r w:rsidR="004B5A85">
        <w:t>.</w:t>
      </w:r>
    </w:p>
    <w:p w14:paraId="0EC2A3F7" w14:textId="77777777" w:rsidR="004B5A85" w:rsidRDefault="004B5A85" w:rsidP="004C389C">
      <w:r>
        <w:t>— </w:t>
      </w:r>
      <w:proofErr w:type="spellStart"/>
      <w:r w:rsidR="004C389C">
        <w:t>Askold</w:t>
      </w:r>
      <w:proofErr w:type="spellEnd"/>
      <w:r>
        <w:t xml:space="preserve">, </w:t>
      </w:r>
      <w:r w:rsidR="004C389C">
        <w:t>dit le Ravageur</w:t>
      </w:r>
      <w:r>
        <w:t xml:space="preserve">, </w:t>
      </w:r>
      <w:r w:rsidR="004C389C">
        <w:t>où sont les prisonniers Roger et Pierrot l</w:t>
      </w:r>
      <w:r>
        <w:t>’</w:t>
      </w:r>
      <w:r w:rsidR="004C389C">
        <w:t>Écureuil</w:t>
      </w:r>
      <w:r>
        <w:t> ?</w:t>
      </w:r>
    </w:p>
    <w:p w14:paraId="435D5A17" w14:textId="77777777" w:rsidR="004B5A85" w:rsidRDefault="004B5A85" w:rsidP="004C389C">
      <w:r>
        <w:lastRenderedPageBreak/>
        <w:t>— </w:t>
      </w:r>
      <w:r w:rsidR="004C389C">
        <w:t>Chacun dans une cabine fermée</w:t>
      </w:r>
      <w:r>
        <w:t xml:space="preserve">, </w:t>
      </w:r>
      <w:r w:rsidR="004C389C">
        <w:t>pieds et poings liés</w:t>
      </w:r>
      <w:r>
        <w:t xml:space="preserve">, </w:t>
      </w:r>
      <w:r w:rsidR="004C389C">
        <w:t>étendus chacun sur leur lit</w:t>
      </w:r>
      <w:r>
        <w:t xml:space="preserve">, </w:t>
      </w:r>
      <w:r w:rsidR="004C389C">
        <w:t>ils sont dans l</w:t>
      </w:r>
      <w:r>
        <w:t>’</w:t>
      </w:r>
      <w:r w:rsidR="004C389C">
        <w:t>incapacité absolue de se mouvoir</w:t>
      </w:r>
      <w:r>
        <w:t>.</w:t>
      </w:r>
    </w:p>
    <w:p w14:paraId="50C378CF" w14:textId="77777777" w:rsidR="004B5A85" w:rsidRDefault="004B5A85" w:rsidP="004C389C">
      <w:r>
        <w:t>— </w:t>
      </w:r>
      <w:r w:rsidR="004C389C">
        <w:t>Bien</w:t>
      </w:r>
      <w:r>
        <w:t xml:space="preserve"> ! </w:t>
      </w:r>
      <w:r w:rsidR="004C389C">
        <w:t>Il faut que nous n</w:t>
      </w:r>
      <w:r>
        <w:t>’</w:t>
      </w:r>
      <w:r w:rsidR="004C389C">
        <w:t>ayons pas à penser à eux pe</w:t>
      </w:r>
      <w:r w:rsidR="004C389C">
        <w:t>n</w:t>
      </w:r>
      <w:r w:rsidR="004C389C">
        <w:t>dant au moins vingt-quatre heures</w:t>
      </w:r>
      <w:r>
        <w:t>.</w:t>
      </w:r>
    </w:p>
    <w:p w14:paraId="40CFEDC9" w14:textId="77777777" w:rsidR="004B5A85" w:rsidRDefault="004B5A85" w:rsidP="004C389C">
      <w:r>
        <w:t>— </w:t>
      </w:r>
      <w:r w:rsidR="004C389C">
        <w:t>Nous n</w:t>
      </w:r>
      <w:r>
        <w:t>’</w:t>
      </w:r>
      <w:r w:rsidR="004C389C">
        <w:t>aurons pas à nous en occuper</w:t>
      </w:r>
      <w:r>
        <w:t xml:space="preserve">, </w:t>
      </w:r>
      <w:r w:rsidR="004C389C">
        <w:t xml:space="preserve">affirma </w:t>
      </w:r>
      <w:proofErr w:type="spellStart"/>
      <w:r w:rsidR="004C389C">
        <w:t>Askold</w:t>
      </w:r>
      <w:proofErr w:type="spellEnd"/>
      <w:r>
        <w:t xml:space="preserve"> ; </w:t>
      </w:r>
      <w:r w:rsidR="004C389C">
        <w:t>seulement</w:t>
      </w:r>
      <w:r>
        <w:t xml:space="preserve">, </w:t>
      </w:r>
      <w:r w:rsidR="004C389C">
        <w:t>durant ces vingt-quatre heures</w:t>
      </w:r>
      <w:r>
        <w:t xml:space="preserve">, </w:t>
      </w:r>
      <w:r w:rsidR="004C389C">
        <w:t>ils ne mangeront pas</w:t>
      </w:r>
      <w:r>
        <w:t>.</w:t>
      </w:r>
    </w:p>
    <w:p w14:paraId="10C30E65" w14:textId="77777777" w:rsidR="004B5A85" w:rsidRDefault="004B5A85" w:rsidP="004C389C">
      <w:r>
        <w:t>— </w:t>
      </w:r>
      <w:r w:rsidR="004C389C">
        <w:t>Ils auront double ration ensuite</w:t>
      </w:r>
      <w:r>
        <w:t xml:space="preserve">, </w:t>
      </w:r>
      <w:r w:rsidR="004C389C">
        <w:t>fit le Ravageur avec i</w:t>
      </w:r>
      <w:r w:rsidR="004C389C">
        <w:t>n</w:t>
      </w:r>
      <w:r w:rsidR="004C389C">
        <w:t>différence</w:t>
      </w:r>
      <w:r>
        <w:t>.</w:t>
      </w:r>
    </w:p>
    <w:p w14:paraId="3105CF97" w14:textId="77777777" w:rsidR="004B5A85" w:rsidRDefault="004C389C" w:rsidP="004C389C">
      <w:r>
        <w:t>Il se tourna vers les douze hommes</w:t>
      </w:r>
      <w:r w:rsidR="004B5A85">
        <w:t xml:space="preserve">, </w:t>
      </w:r>
      <w:r>
        <w:t>rangés à la droite d</w:t>
      </w:r>
      <w:r w:rsidR="004B5A85">
        <w:t>’</w:t>
      </w:r>
      <w:proofErr w:type="spellStart"/>
      <w:r>
        <w:t>Askold</w:t>
      </w:r>
      <w:proofErr w:type="spellEnd"/>
      <w:r w:rsidR="004B5A85">
        <w:t xml:space="preserve">, </w:t>
      </w:r>
      <w:r>
        <w:t>et reprit</w:t>
      </w:r>
      <w:r w:rsidR="004B5A85">
        <w:t> :</w:t>
      </w:r>
    </w:p>
    <w:p w14:paraId="70CBF6E4" w14:textId="77777777" w:rsidR="004B5A85" w:rsidRDefault="004B5A85" w:rsidP="004C389C">
      <w:r>
        <w:t>— </w:t>
      </w:r>
      <w:r w:rsidR="004C389C">
        <w:t>Mes amis</w:t>
      </w:r>
      <w:r>
        <w:t xml:space="preserve">, </w:t>
      </w:r>
      <w:r w:rsidR="004C389C">
        <w:t xml:space="preserve">nous allons nous emparer de cette île </w:t>
      </w:r>
      <w:proofErr w:type="spellStart"/>
      <w:r w:rsidR="004C389C">
        <w:t>Oparo</w:t>
      </w:r>
      <w:proofErr w:type="spellEnd"/>
      <w:r>
        <w:t xml:space="preserve">, </w:t>
      </w:r>
      <w:r w:rsidR="004C389C">
        <w:t>devant laquelle nous sommes depuis hier</w:t>
      </w:r>
      <w:r>
        <w:t xml:space="preserve">. </w:t>
      </w:r>
      <w:r w:rsidR="004C389C">
        <w:t>Elle nous est néce</w:t>
      </w:r>
      <w:r w:rsidR="004C389C">
        <w:t>s</w:t>
      </w:r>
      <w:r w:rsidR="004C389C">
        <w:t>saire comme port d</w:t>
      </w:r>
      <w:r>
        <w:t>’</w:t>
      </w:r>
      <w:r w:rsidR="004C389C">
        <w:t>attache et centre de ravitaillement et de d</w:t>
      </w:r>
      <w:r w:rsidR="004C389C">
        <w:t>é</w:t>
      </w:r>
      <w:r w:rsidR="004C389C">
        <w:t>fense</w:t>
      </w:r>
      <w:r>
        <w:t xml:space="preserve">. </w:t>
      </w:r>
      <w:r w:rsidR="004C389C">
        <w:t>Elle est habitée par deux cents indigènes et en quelque sorte gouvernée par un gendarme français</w:t>
      </w:r>
      <w:r>
        <w:t xml:space="preserve">. </w:t>
      </w:r>
      <w:r w:rsidR="004C389C">
        <w:t>Vous tuerez sans h</w:t>
      </w:r>
      <w:r w:rsidR="004C389C">
        <w:t>é</w:t>
      </w:r>
      <w:r w:rsidR="004C389C">
        <w:t>siter tout ce qui résistera</w:t>
      </w:r>
      <w:r>
        <w:t xml:space="preserve">. </w:t>
      </w:r>
      <w:r w:rsidR="004C389C">
        <w:t>Mais pour le gendarme</w:t>
      </w:r>
      <w:r>
        <w:t xml:space="preserve">, </w:t>
      </w:r>
      <w:r w:rsidR="004C389C">
        <w:t>je préférerais qu</w:t>
      </w:r>
      <w:r>
        <w:t>’</w:t>
      </w:r>
      <w:r w:rsidR="004C389C">
        <w:t>il soit fait prisonnier</w:t>
      </w:r>
      <w:r>
        <w:t>…</w:t>
      </w:r>
    </w:p>
    <w:p w14:paraId="25BA3EAE" w14:textId="77777777" w:rsidR="004B5A85" w:rsidRDefault="004B5A85" w:rsidP="004C389C">
      <w:r>
        <w:t>« </w:t>
      </w:r>
      <w:r w:rsidR="004C389C">
        <w:t>Dans la baie où nous allons entrer et qui s</w:t>
      </w:r>
      <w:r>
        <w:t>’</w:t>
      </w:r>
      <w:r w:rsidR="004C389C">
        <w:t>appelle la baie d</w:t>
      </w:r>
      <w:r>
        <w:t>’</w:t>
      </w:r>
      <w:proofErr w:type="spellStart"/>
      <w:r w:rsidR="004C389C">
        <w:t>Aouréi</w:t>
      </w:r>
      <w:proofErr w:type="spellEnd"/>
      <w:r>
        <w:t xml:space="preserve">, </w:t>
      </w:r>
      <w:r w:rsidR="004C389C">
        <w:t>se trouve une goélette</w:t>
      </w:r>
      <w:r>
        <w:t xml:space="preserve">, </w:t>
      </w:r>
      <w:r w:rsidR="004C389C">
        <w:t>dont j</w:t>
      </w:r>
      <w:r>
        <w:t>’</w:t>
      </w:r>
      <w:r w:rsidR="004C389C">
        <w:t>ignore la nationalité</w:t>
      </w:r>
      <w:r>
        <w:t xml:space="preserve">. </w:t>
      </w:r>
      <w:r w:rsidR="004C389C">
        <w:t>Si son équipage résiste</w:t>
      </w:r>
      <w:r>
        <w:t xml:space="preserve">, </w:t>
      </w:r>
      <w:r w:rsidR="004C389C">
        <w:t>vous le massacrerez</w:t>
      </w:r>
      <w:r>
        <w:t xml:space="preserve">, </w:t>
      </w:r>
      <w:r w:rsidR="004C389C">
        <w:t>car cette goélette nous sera utile</w:t>
      </w:r>
      <w:r>
        <w:t>.</w:t>
      </w:r>
    </w:p>
    <w:p w14:paraId="1BDB1F84" w14:textId="77777777" w:rsidR="004B5A85" w:rsidRDefault="004B5A85" w:rsidP="004C389C">
      <w:r>
        <w:t>« </w:t>
      </w:r>
      <w:r w:rsidR="004C389C">
        <w:t>Enfin</w:t>
      </w:r>
      <w:r>
        <w:t xml:space="preserve">, </w:t>
      </w:r>
      <w:r w:rsidR="004C389C">
        <w:t>c</w:t>
      </w:r>
      <w:r>
        <w:t>’</w:t>
      </w:r>
      <w:r w:rsidR="004C389C">
        <w:t>est moi qui dirigerai les opérations</w:t>
      </w:r>
      <w:r>
        <w:t>…</w:t>
      </w:r>
    </w:p>
    <w:p w14:paraId="0FB84103" w14:textId="77777777" w:rsidR="004B5A85" w:rsidRDefault="004B5A85" w:rsidP="004C389C">
      <w:r>
        <w:t>« </w:t>
      </w:r>
      <w:r w:rsidR="004C389C">
        <w:t>Un dernier mot</w:t>
      </w:r>
      <w:r>
        <w:t xml:space="preserve"> : </w:t>
      </w:r>
      <w:r w:rsidR="004C389C">
        <w:t>s</w:t>
      </w:r>
      <w:r>
        <w:t>’</w:t>
      </w:r>
      <w:r w:rsidR="004C389C">
        <w:t>il y a de la résistance</w:t>
      </w:r>
      <w:r>
        <w:t xml:space="preserve">, </w:t>
      </w:r>
      <w:r w:rsidR="004C389C">
        <w:t>ne vous exposez pas inutilement</w:t>
      </w:r>
      <w:r>
        <w:t>.</w:t>
      </w:r>
    </w:p>
    <w:p w14:paraId="443200F2" w14:textId="77777777" w:rsidR="004B5A85" w:rsidRDefault="004B5A85" w:rsidP="004C389C">
      <w:r>
        <w:t>« </w:t>
      </w:r>
      <w:r w:rsidR="004C389C">
        <w:t>Tuez les premiers pour n</w:t>
      </w:r>
      <w:r>
        <w:t>’</w:t>
      </w:r>
      <w:r w:rsidR="004C389C">
        <w:t>être pas tués</w:t>
      </w:r>
      <w:r>
        <w:t xml:space="preserve">. </w:t>
      </w:r>
      <w:r w:rsidR="004C389C">
        <w:t>Votre vie m</w:t>
      </w:r>
      <w:r>
        <w:t>’</w:t>
      </w:r>
      <w:r w:rsidR="004C389C">
        <w:t xml:space="preserve">est trop précieuse pour que je vous permette de la risquer sans </w:t>
      </w:r>
      <w:r w:rsidR="004C389C">
        <w:lastRenderedPageBreak/>
        <w:t>n</w:t>
      </w:r>
      <w:r w:rsidR="004C389C">
        <w:t>é</w:t>
      </w:r>
      <w:r w:rsidR="004C389C">
        <w:t>cessité absolue</w:t>
      </w:r>
      <w:r>
        <w:t xml:space="preserve">. </w:t>
      </w:r>
      <w:r w:rsidR="004C389C">
        <w:t>Vous avez des armes terribles</w:t>
      </w:r>
      <w:r>
        <w:t xml:space="preserve">. </w:t>
      </w:r>
      <w:r w:rsidR="004C389C">
        <w:t>Usez-en s</w:t>
      </w:r>
      <w:r>
        <w:t>’</w:t>
      </w:r>
      <w:r w:rsidR="004C389C">
        <w:t>il le faut</w:t>
      </w:r>
      <w:r>
        <w:t xml:space="preserve">. </w:t>
      </w:r>
      <w:r w:rsidR="004C389C">
        <w:t>Mais n</w:t>
      </w:r>
      <w:r>
        <w:t>’</w:t>
      </w:r>
      <w:r w:rsidR="004C389C">
        <w:t>en abusez pas</w:t>
      </w:r>
      <w:r>
        <w:t xml:space="preserve">. </w:t>
      </w:r>
      <w:r w:rsidR="004C389C">
        <w:t>Ménagez les indigènes autant que faire se pourra</w:t>
      </w:r>
      <w:r>
        <w:t xml:space="preserve">, </w:t>
      </w:r>
      <w:r w:rsidR="004C389C">
        <w:t>car nous aurons besoin d</w:t>
      </w:r>
      <w:r>
        <w:t>’</w:t>
      </w:r>
      <w:r w:rsidR="004C389C">
        <w:t>eux pour cultiver le sol de l</w:t>
      </w:r>
      <w:r>
        <w:t>’</w:t>
      </w:r>
      <w:r w:rsidR="004C389C">
        <w:t>île</w:t>
      </w:r>
      <w:r>
        <w:t>…</w:t>
      </w:r>
    </w:p>
    <w:p w14:paraId="3DF2AB5E" w14:textId="77777777" w:rsidR="004B5A85" w:rsidRDefault="004B5A85" w:rsidP="004C389C">
      <w:r>
        <w:t>« </w:t>
      </w:r>
      <w:r w:rsidR="004C389C">
        <w:t>Observez strictement mes ordres et vive la vengeance</w:t>
      </w:r>
      <w:r>
        <w:t> !</w:t>
      </w:r>
    </w:p>
    <w:p w14:paraId="5579035B" w14:textId="77777777" w:rsidR="004B5A85" w:rsidRDefault="004B5A85" w:rsidP="004C389C">
      <w:r>
        <w:t>— </w:t>
      </w:r>
      <w:r w:rsidR="004C389C">
        <w:t>Vive la vengeance</w:t>
      </w:r>
      <w:r>
        <w:t xml:space="preserve"> ! </w:t>
      </w:r>
      <w:r w:rsidR="004C389C">
        <w:t>Vive le Ravageur du Monde</w:t>
      </w:r>
      <w:r>
        <w:t xml:space="preserve"> ! </w:t>
      </w:r>
      <w:r w:rsidR="004C389C">
        <w:t>hurl</w:t>
      </w:r>
      <w:r w:rsidR="004C389C">
        <w:t>è</w:t>
      </w:r>
      <w:r w:rsidR="004C389C">
        <w:t xml:space="preserve">rent </w:t>
      </w:r>
      <w:proofErr w:type="spellStart"/>
      <w:r w:rsidR="004C389C">
        <w:t>Askold</w:t>
      </w:r>
      <w:proofErr w:type="spellEnd"/>
      <w:r w:rsidR="004C389C">
        <w:t xml:space="preserve"> et les pirates</w:t>
      </w:r>
      <w:r>
        <w:t>.</w:t>
      </w:r>
    </w:p>
    <w:p w14:paraId="136DA4D9" w14:textId="77777777" w:rsidR="004B5A85" w:rsidRDefault="004C389C" w:rsidP="004C389C">
      <w:r>
        <w:t>Le Ravageur en tête</w:t>
      </w:r>
      <w:r w:rsidR="004B5A85">
        <w:t xml:space="preserve">, </w:t>
      </w:r>
      <w:r>
        <w:t>les quatorze forbans montèrent sur la plate-forme</w:t>
      </w:r>
      <w:r w:rsidR="004B5A85">
        <w:t xml:space="preserve">, </w:t>
      </w:r>
      <w:r>
        <w:t>et ils virent</w:t>
      </w:r>
      <w:r w:rsidR="004B5A85">
        <w:t xml:space="preserve">, </w:t>
      </w:r>
      <w:r>
        <w:t>dans la pure lumière du soleil levant</w:t>
      </w:r>
      <w:r w:rsidR="004B5A85">
        <w:t xml:space="preserve">, </w:t>
      </w:r>
      <w:r>
        <w:t>l</w:t>
      </w:r>
      <w:r w:rsidR="004B5A85">
        <w:t>’</w:t>
      </w:r>
      <w:r>
        <w:t>île pittoresque se dresser devant eux avec ses pics basaltiques jaillissant d</w:t>
      </w:r>
      <w:r w:rsidR="004B5A85">
        <w:t>’</w:t>
      </w:r>
      <w:r>
        <w:t>un énorme bouquet de végétations tropicales</w:t>
      </w:r>
      <w:r w:rsidR="004B5A85">
        <w:t>.</w:t>
      </w:r>
    </w:p>
    <w:p w14:paraId="431360F0" w14:textId="77777777" w:rsidR="004B5A85" w:rsidRDefault="004C389C" w:rsidP="004C389C">
      <w:r>
        <w:t xml:space="preserve">Guidé et manœuvré par la vigie </w:t>
      </w:r>
      <w:proofErr w:type="spellStart"/>
      <w:r>
        <w:t>Caltic</w:t>
      </w:r>
      <w:proofErr w:type="spellEnd"/>
      <w:r w:rsidR="004B5A85">
        <w:t xml:space="preserve">, </w:t>
      </w:r>
      <w:r>
        <w:t>le timonier Dumas et les mécaniciens Ted et Barrot</w:t>
      </w:r>
      <w:r w:rsidR="004B5A85">
        <w:t xml:space="preserve">, </w:t>
      </w:r>
      <w:r>
        <w:t xml:space="preserve">le </w:t>
      </w:r>
      <w:r>
        <w:rPr>
          <w:i/>
          <w:iCs/>
        </w:rPr>
        <w:t xml:space="preserve">Nyctalope </w:t>
      </w:r>
      <w:r>
        <w:t>glissait lentement à la surface de l</w:t>
      </w:r>
      <w:r w:rsidR="004B5A85">
        <w:t>’</w:t>
      </w:r>
      <w:r>
        <w:t>océan miroitant et calme</w:t>
      </w:r>
      <w:r w:rsidR="004B5A85">
        <w:t xml:space="preserve">. </w:t>
      </w:r>
      <w:r>
        <w:t>Comme on franchi</w:t>
      </w:r>
      <w:r>
        <w:t>s</w:t>
      </w:r>
      <w:r>
        <w:t>sait la passe étroite</w:t>
      </w:r>
      <w:r w:rsidR="004B5A85">
        <w:t xml:space="preserve">, </w:t>
      </w:r>
      <w:r>
        <w:t>en côtoyant les récifs de corail</w:t>
      </w:r>
      <w:r w:rsidR="004B5A85">
        <w:t xml:space="preserve">, </w:t>
      </w:r>
      <w:r>
        <w:t xml:space="preserve">le Ravageur dit à </w:t>
      </w:r>
      <w:proofErr w:type="spellStart"/>
      <w:r>
        <w:t>Askold</w:t>
      </w:r>
      <w:proofErr w:type="spellEnd"/>
      <w:r w:rsidR="004B5A85">
        <w:t> :</w:t>
      </w:r>
    </w:p>
    <w:p w14:paraId="5056C8B3" w14:textId="77777777" w:rsidR="004B5A85" w:rsidRDefault="004B5A85" w:rsidP="004C389C">
      <w:r>
        <w:t>— </w:t>
      </w:r>
      <w:r w:rsidR="004C389C">
        <w:t>Il faudra élargir ce goulet à coups de dynamite</w:t>
      </w:r>
      <w:r>
        <w:t xml:space="preserve">. </w:t>
      </w:r>
      <w:r w:rsidR="004C389C">
        <w:t xml:space="preserve">Le </w:t>
      </w:r>
      <w:r w:rsidR="004C389C">
        <w:rPr>
          <w:i/>
          <w:iCs/>
        </w:rPr>
        <w:t>Nyct</w:t>
      </w:r>
      <w:r w:rsidR="004C389C">
        <w:rPr>
          <w:i/>
          <w:iCs/>
        </w:rPr>
        <w:t>a</w:t>
      </w:r>
      <w:r w:rsidR="004C389C">
        <w:rPr>
          <w:i/>
          <w:iCs/>
        </w:rPr>
        <w:t xml:space="preserve">lope </w:t>
      </w:r>
      <w:r w:rsidR="004C389C">
        <w:t>doit pouvoir passer par tous les temps</w:t>
      </w:r>
      <w:r>
        <w:t xml:space="preserve">. </w:t>
      </w:r>
      <w:r w:rsidR="004C389C">
        <w:t>Mais il faudra di</w:t>
      </w:r>
      <w:r w:rsidR="004C389C">
        <w:t>s</w:t>
      </w:r>
      <w:r w:rsidR="004C389C">
        <w:t>poser</w:t>
      </w:r>
      <w:r>
        <w:t xml:space="preserve">, </w:t>
      </w:r>
      <w:r w:rsidR="004C389C">
        <w:t>dans le fond</w:t>
      </w:r>
      <w:r>
        <w:t xml:space="preserve">, </w:t>
      </w:r>
      <w:r w:rsidR="004C389C">
        <w:t>des torpilles dormantes</w:t>
      </w:r>
      <w:r>
        <w:t xml:space="preserve">, </w:t>
      </w:r>
      <w:r w:rsidR="004C389C">
        <w:t>explosibles par contact électrique</w:t>
      </w:r>
      <w:r>
        <w:t xml:space="preserve">, </w:t>
      </w:r>
      <w:r w:rsidR="004C389C">
        <w:t>afin que cette passe soit mortelle à qui nous voudrons</w:t>
      </w:r>
      <w:r>
        <w:t>.</w:t>
      </w:r>
    </w:p>
    <w:p w14:paraId="3CADBA82" w14:textId="77777777" w:rsidR="004B5A85" w:rsidRDefault="004C389C" w:rsidP="004C389C">
      <w:r>
        <w:t xml:space="preserve">Le </w:t>
      </w:r>
      <w:r>
        <w:rPr>
          <w:i/>
          <w:iCs/>
        </w:rPr>
        <w:t xml:space="preserve">Nyctalope </w:t>
      </w:r>
      <w:r>
        <w:t>entra dans la baie</w:t>
      </w:r>
      <w:r w:rsidR="004B5A85">
        <w:t>.</w:t>
      </w:r>
    </w:p>
    <w:p w14:paraId="6CA165D0" w14:textId="77777777" w:rsidR="004B5A85" w:rsidRDefault="004C389C" w:rsidP="004C389C">
      <w:r>
        <w:t>C</w:t>
      </w:r>
      <w:r w:rsidR="004B5A85">
        <w:t>’</w:t>
      </w:r>
      <w:r>
        <w:t>était un cirque magnifique</w:t>
      </w:r>
      <w:r w:rsidR="004B5A85">
        <w:t xml:space="preserve">, </w:t>
      </w:r>
      <w:r>
        <w:t>bordé d</w:t>
      </w:r>
      <w:r w:rsidR="004B5A85">
        <w:t>’</w:t>
      </w:r>
      <w:r>
        <w:t>une bande de rivage ombragé par des bananiers et un arrière-plan de falaises noires de l</w:t>
      </w:r>
      <w:r w:rsidR="004B5A85">
        <w:t>’</w:t>
      </w:r>
      <w:r>
        <w:t>effet le plus étrange</w:t>
      </w:r>
      <w:r w:rsidR="004B5A85">
        <w:t>.</w:t>
      </w:r>
    </w:p>
    <w:p w14:paraId="56319954" w14:textId="77777777" w:rsidR="004B5A85" w:rsidRDefault="004C389C" w:rsidP="004C389C">
      <w:r>
        <w:t>Au fond de la baie</w:t>
      </w:r>
      <w:r w:rsidR="004B5A85">
        <w:t xml:space="preserve">, </w:t>
      </w:r>
      <w:r>
        <w:t>à gauche</w:t>
      </w:r>
      <w:r w:rsidR="004B5A85">
        <w:t xml:space="preserve">, </w:t>
      </w:r>
      <w:r>
        <w:t>non loin d</w:t>
      </w:r>
      <w:r w:rsidR="004B5A85">
        <w:t>’</w:t>
      </w:r>
      <w:r>
        <w:t>un petit débarc</w:t>
      </w:r>
      <w:r>
        <w:t>a</w:t>
      </w:r>
      <w:r>
        <w:t>dère en bois</w:t>
      </w:r>
      <w:r w:rsidR="004B5A85">
        <w:t xml:space="preserve">, </w:t>
      </w:r>
      <w:r>
        <w:t>était ancrée une goélette</w:t>
      </w:r>
      <w:r w:rsidR="004B5A85">
        <w:t xml:space="preserve">, </w:t>
      </w:r>
      <w:r>
        <w:t xml:space="preserve">au grand mât de </w:t>
      </w:r>
      <w:r>
        <w:lastRenderedPageBreak/>
        <w:t>laquelle flottait un pavillon à bandes horizontales</w:t>
      </w:r>
      <w:r w:rsidR="004B5A85">
        <w:t xml:space="preserve">, </w:t>
      </w:r>
      <w:r>
        <w:t>rouges et blanches</w:t>
      </w:r>
      <w:r w:rsidR="004B5A85">
        <w:t xml:space="preserve">, </w:t>
      </w:r>
      <w:r>
        <w:t>à coin étoilé</w:t>
      </w:r>
      <w:r w:rsidR="004B5A85">
        <w:t>…</w:t>
      </w:r>
    </w:p>
    <w:p w14:paraId="2CCCDAFF" w14:textId="77777777" w:rsidR="004B5A85" w:rsidRDefault="004B5A85" w:rsidP="004C389C">
      <w:r>
        <w:t>— </w:t>
      </w:r>
      <w:r w:rsidR="004C389C">
        <w:t>Pavillon des États-Unis</w:t>
      </w:r>
      <w:r>
        <w:t xml:space="preserve"> ! </w:t>
      </w:r>
      <w:r w:rsidR="004C389C">
        <w:t xml:space="preserve">gronda </w:t>
      </w:r>
      <w:proofErr w:type="spellStart"/>
      <w:r w:rsidR="004C389C">
        <w:t>Askold</w:t>
      </w:r>
      <w:proofErr w:type="spellEnd"/>
      <w:r>
        <w:t>.</w:t>
      </w:r>
    </w:p>
    <w:p w14:paraId="213F6F36" w14:textId="77777777" w:rsidR="004B5A85" w:rsidRDefault="004B5A85" w:rsidP="004C389C">
      <w:r>
        <w:t>— </w:t>
      </w:r>
      <w:r w:rsidR="004C389C">
        <w:t>Oui</w:t>
      </w:r>
      <w:r>
        <w:t xml:space="preserve">, </w:t>
      </w:r>
      <w:r w:rsidR="004C389C">
        <w:t>fit le Ravageur</w:t>
      </w:r>
      <w:r>
        <w:t xml:space="preserve">, </w:t>
      </w:r>
      <w:r w:rsidR="004C389C">
        <w:t>dont les yeux étincelaient et dont le visage avait pris une expression de terrible férocité</w:t>
      </w:r>
      <w:r>
        <w:t>.</w:t>
      </w:r>
    </w:p>
    <w:p w14:paraId="48956F7C" w14:textId="77777777" w:rsidR="004B5A85" w:rsidRDefault="004B5A85" w:rsidP="004C389C">
      <w:r>
        <w:t>— </w:t>
      </w:r>
      <w:r w:rsidR="004C389C">
        <w:t>Quels ordres</w:t>
      </w:r>
      <w:r>
        <w:t> ?</w:t>
      </w:r>
    </w:p>
    <w:p w14:paraId="4290C37D" w14:textId="77777777" w:rsidR="004B5A85" w:rsidRDefault="004B5A85" w:rsidP="004C389C">
      <w:r>
        <w:t>— </w:t>
      </w:r>
      <w:r w:rsidR="004C389C">
        <w:t>Sus à la goélette</w:t>
      </w:r>
      <w:r>
        <w:t xml:space="preserve">, </w:t>
      </w:r>
      <w:r w:rsidR="004C389C">
        <w:t>parbleu</w:t>
      </w:r>
      <w:r>
        <w:t> !</w:t>
      </w:r>
    </w:p>
    <w:p w14:paraId="463F4592" w14:textId="77777777" w:rsidR="004B5A85" w:rsidRDefault="004C389C" w:rsidP="004C389C">
      <w:r>
        <w:t>Et</w:t>
      </w:r>
      <w:r w:rsidR="004B5A85">
        <w:t xml:space="preserve">, </w:t>
      </w:r>
      <w:r>
        <w:t>se tournant vers ses forbans</w:t>
      </w:r>
      <w:r w:rsidR="004B5A85">
        <w:t xml:space="preserve">, </w:t>
      </w:r>
      <w:r>
        <w:t>Hugues de Mauduit pr</w:t>
      </w:r>
      <w:r>
        <w:t>o</w:t>
      </w:r>
      <w:r>
        <w:t>nonça</w:t>
      </w:r>
      <w:r w:rsidR="004B5A85">
        <w:t xml:space="preserve">, </w:t>
      </w:r>
      <w:r>
        <w:t>d</w:t>
      </w:r>
      <w:r w:rsidR="004B5A85">
        <w:t>’</w:t>
      </w:r>
      <w:r>
        <w:t>une voix froide</w:t>
      </w:r>
      <w:r w:rsidR="004B5A85">
        <w:t> :</w:t>
      </w:r>
    </w:p>
    <w:p w14:paraId="744BC7D5" w14:textId="77777777" w:rsidR="004B5A85" w:rsidRDefault="004B5A85" w:rsidP="004C389C">
      <w:r>
        <w:t>— </w:t>
      </w:r>
      <w:r w:rsidR="004C389C">
        <w:t>Pas de quartier</w:t>
      </w:r>
      <w:r>
        <w:t xml:space="preserve">, </w:t>
      </w:r>
      <w:r w:rsidR="004C389C">
        <w:t>mes enfants</w:t>
      </w:r>
      <w:r>
        <w:t xml:space="preserve">. </w:t>
      </w:r>
      <w:r w:rsidR="004C389C">
        <w:t>À mort tout l</w:t>
      </w:r>
      <w:r>
        <w:t>’</w:t>
      </w:r>
      <w:r w:rsidR="004C389C">
        <w:t>équipage de cette goélette</w:t>
      </w:r>
      <w:r>
        <w:t xml:space="preserve">. </w:t>
      </w:r>
      <w:r w:rsidR="004C389C">
        <w:t>Mais n</w:t>
      </w:r>
      <w:r>
        <w:t>’</w:t>
      </w:r>
      <w:r w:rsidR="004C389C">
        <w:t>endommagez pas le navire</w:t>
      </w:r>
      <w:r>
        <w:t xml:space="preserve">. </w:t>
      </w:r>
      <w:r w:rsidR="004C389C">
        <w:t>Nous en a</w:t>
      </w:r>
      <w:r w:rsidR="004C389C">
        <w:t>u</w:t>
      </w:r>
      <w:r w:rsidR="004C389C">
        <w:t>rons besoin</w:t>
      </w:r>
      <w:r>
        <w:t> !…</w:t>
      </w:r>
    </w:p>
    <w:p w14:paraId="6047DDDF" w14:textId="77777777" w:rsidR="004B5A85" w:rsidRDefault="004C389C" w:rsidP="004C389C">
      <w:r>
        <w:t>Par l</w:t>
      </w:r>
      <w:r w:rsidR="004B5A85">
        <w:t>’</w:t>
      </w:r>
      <w:r>
        <w:t>écoutille</w:t>
      </w:r>
      <w:r w:rsidR="004B5A85">
        <w:t xml:space="preserve">, </w:t>
      </w:r>
      <w:proofErr w:type="spellStart"/>
      <w:r>
        <w:t>Askold</w:t>
      </w:r>
      <w:proofErr w:type="spellEnd"/>
      <w:r>
        <w:t xml:space="preserve"> jeta un ordre à haute voix et</w:t>
      </w:r>
      <w:r w:rsidR="004B5A85">
        <w:t xml:space="preserve">, </w:t>
      </w:r>
      <w:r>
        <w:t>mod</w:t>
      </w:r>
      <w:r>
        <w:t>i</w:t>
      </w:r>
      <w:r>
        <w:t>fiant un peu sa direction</w:t>
      </w:r>
      <w:r w:rsidR="004B5A85">
        <w:t xml:space="preserve">, </w:t>
      </w:r>
      <w:r>
        <w:t xml:space="preserve">le </w:t>
      </w:r>
      <w:r>
        <w:rPr>
          <w:i/>
          <w:iCs/>
        </w:rPr>
        <w:t>Nyctalope</w:t>
      </w:r>
      <w:r w:rsidR="004B5A85">
        <w:rPr>
          <w:i/>
          <w:iCs/>
        </w:rPr>
        <w:t xml:space="preserve">, </w:t>
      </w:r>
      <w:r>
        <w:t>toujours à la même a</w:t>
      </w:r>
      <w:r>
        <w:t>l</w:t>
      </w:r>
      <w:r>
        <w:t>lure lente</w:t>
      </w:r>
      <w:r w:rsidR="004B5A85">
        <w:t xml:space="preserve">, </w:t>
      </w:r>
      <w:r>
        <w:t>fila droit vers la goélette</w:t>
      </w:r>
      <w:r w:rsidR="004B5A85">
        <w:t>.</w:t>
      </w:r>
    </w:p>
    <w:p w14:paraId="646741D2" w14:textId="77777777" w:rsidR="004B5A85" w:rsidRDefault="004C389C" w:rsidP="004C389C">
      <w:r>
        <w:t>D</w:t>
      </w:r>
      <w:r w:rsidR="004B5A85">
        <w:t>’</w:t>
      </w:r>
      <w:r>
        <w:t>ailleurs</w:t>
      </w:r>
      <w:r w:rsidR="004B5A85">
        <w:t xml:space="preserve">, </w:t>
      </w:r>
      <w:r>
        <w:t>le sous-marin était déjà assez près du petit n</w:t>
      </w:r>
      <w:r>
        <w:t>a</w:t>
      </w:r>
      <w:r>
        <w:t>vire</w:t>
      </w:r>
      <w:r w:rsidR="004B5A85">
        <w:t xml:space="preserve">, </w:t>
      </w:r>
      <w:r>
        <w:t>dont les voiles étaient pliées sur les vergues</w:t>
      </w:r>
      <w:r w:rsidR="004B5A85">
        <w:t xml:space="preserve">, </w:t>
      </w:r>
      <w:r>
        <w:t>pour que les forbans pussent tout distinguer à son bord</w:t>
      </w:r>
      <w:r w:rsidR="004B5A85">
        <w:t>.</w:t>
      </w:r>
    </w:p>
    <w:p w14:paraId="1F57E04A" w14:textId="77777777" w:rsidR="004B5A85" w:rsidRDefault="004C389C" w:rsidP="004C389C">
      <w:r>
        <w:t>Sur le pont de la goélette</w:t>
      </w:r>
      <w:r w:rsidR="004B5A85">
        <w:t xml:space="preserve">, </w:t>
      </w:r>
      <w:r>
        <w:t>il n</w:t>
      </w:r>
      <w:r w:rsidR="004B5A85">
        <w:t>’</w:t>
      </w:r>
      <w:r>
        <w:t>y avait</w:t>
      </w:r>
      <w:r w:rsidR="004B5A85">
        <w:t xml:space="preserve">, </w:t>
      </w:r>
      <w:r>
        <w:t>à ce moment</w:t>
      </w:r>
      <w:r w:rsidR="004B5A85">
        <w:t xml:space="preserve">, </w:t>
      </w:r>
      <w:r>
        <w:t>que deux hommes qui</w:t>
      </w:r>
      <w:r w:rsidR="004B5A85">
        <w:t xml:space="preserve">, </w:t>
      </w:r>
      <w:r>
        <w:t>la pipe à la bouche</w:t>
      </w:r>
      <w:r w:rsidR="004B5A85">
        <w:t xml:space="preserve">, </w:t>
      </w:r>
      <w:r>
        <w:t>regardaient probabl</w:t>
      </w:r>
      <w:r>
        <w:t>e</w:t>
      </w:r>
      <w:r>
        <w:t>ment avec une stupeur bien légitime approcher d</w:t>
      </w:r>
      <w:r w:rsidR="004B5A85">
        <w:t>’</w:t>
      </w:r>
      <w:r>
        <w:t>eux l</w:t>
      </w:r>
      <w:r w:rsidR="004B5A85">
        <w:t>’</w:t>
      </w:r>
      <w:r>
        <w:t>étrange sous-marin</w:t>
      </w:r>
      <w:r w:rsidR="004B5A85">
        <w:t>.</w:t>
      </w:r>
    </w:p>
    <w:p w14:paraId="196CE253" w14:textId="77777777" w:rsidR="004B5A85" w:rsidRDefault="004B5A85" w:rsidP="004C389C">
      <w:r>
        <w:t>— </w:t>
      </w:r>
      <w:proofErr w:type="spellStart"/>
      <w:r w:rsidR="004C389C">
        <w:t>Poutkine</w:t>
      </w:r>
      <w:proofErr w:type="spellEnd"/>
      <w:r w:rsidR="004C389C">
        <w:t xml:space="preserve"> et </w:t>
      </w:r>
      <w:proofErr w:type="spellStart"/>
      <w:r w:rsidR="004C389C">
        <w:t>Jorry</w:t>
      </w:r>
      <w:proofErr w:type="spellEnd"/>
      <w:r>
        <w:t xml:space="preserve">, </w:t>
      </w:r>
      <w:r w:rsidR="004C389C">
        <w:t>fit le Ravageur</w:t>
      </w:r>
      <w:r>
        <w:t xml:space="preserve">, </w:t>
      </w:r>
      <w:r w:rsidR="004C389C">
        <w:t>impassible</w:t>
      </w:r>
      <w:r>
        <w:t xml:space="preserve">, </w:t>
      </w:r>
      <w:r w:rsidR="004C389C">
        <w:t>vous voyez ces deux hommes</w:t>
      </w:r>
      <w:r>
        <w:t xml:space="preserve">, </w:t>
      </w:r>
      <w:r w:rsidR="004C389C">
        <w:t>sur le pont</w:t>
      </w:r>
      <w:r>
        <w:t xml:space="preserve">, </w:t>
      </w:r>
      <w:r w:rsidR="004C389C">
        <w:t>là-bas</w:t>
      </w:r>
      <w:r>
        <w:t> ?</w:t>
      </w:r>
    </w:p>
    <w:p w14:paraId="2A22C95F" w14:textId="77777777" w:rsidR="004B5A85" w:rsidRDefault="004B5A85" w:rsidP="004C389C">
      <w:r>
        <w:t>— </w:t>
      </w:r>
      <w:r w:rsidR="004C389C">
        <w:t>Oui</w:t>
      </w:r>
      <w:r>
        <w:t xml:space="preserve">, </w:t>
      </w:r>
      <w:r w:rsidR="004C389C">
        <w:t>Maître</w:t>
      </w:r>
      <w:r>
        <w:t>.</w:t>
      </w:r>
    </w:p>
    <w:p w14:paraId="31CAE150" w14:textId="77777777" w:rsidR="004B5A85" w:rsidRDefault="004B5A85" w:rsidP="004C389C">
      <w:r>
        <w:lastRenderedPageBreak/>
        <w:t>— </w:t>
      </w:r>
      <w:r w:rsidR="004C389C">
        <w:t>Vous êtes à bonne portée</w:t>
      </w:r>
      <w:r>
        <w:t xml:space="preserve">. </w:t>
      </w:r>
      <w:r w:rsidR="004C389C">
        <w:t>Abattez-les-moi tous les deux</w:t>
      </w:r>
      <w:r>
        <w:t>.</w:t>
      </w:r>
    </w:p>
    <w:p w14:paraId="607F5C40" w14:textId="77777777" w:rsidR="004B5A85" w:rsidRDefault="004C389C" w:rsidP="004C389C">
      <w:proofErr w:type="spellStart"/>
      <w:r>
        <w:t>Poutkine</w:t>
      </w:r>
      <w:proofErr w:type="spellEnd"/>
      <w:r>
        <w:t xml:space="preserve"> et </w:t>
      </w:r>
      <w:proofErr w:type="spellStart"/>
      <w:r>
        <w:t>Jorry</w:t>
      </w:r>
      <w:proofErr w:type="spellEnd"/>
      <w:r>
        <w:t xml:space="preserve"> épaulèrent leurs carabines électriques</w:t>
      </w:r>
      <w:r w:rsidR="004B5A85">
        <w:t xml:space="preserve">, </w:t>
      </w:r>
      <w:r>
        <w:t>visèrent et pressèrent la gâchette</w:t>
      </w:r>
      <w:r w:rsidR="004B5A85">
        <w:t>.</w:t>
      </w:r>
    </w:p>
    <w:p w14:paraId="38AE8D16" w14:textId="77777777" w:rsidR="004B5A85" w:rsidRDefault="004C389C" w:rsidP="004C389C">
      <w:r>
        <w:t>Il n</w:t>
      </w:r>
      <w:r w:rsidR="004B5A85">
        <w:t>’</w:t>
      </w:r>
      <w:r>
        <w:t>y eut pas de détonation</w:t>
      </w:r>
      <w:r w:rsidR="004B5A85">
        <w:t xml:space="preserve">. </w:t>
      </w:r>
      <w:r>
        <w:t>Ce fut seulement un petit d</w:t>
      </w:r>
      <w:r>
        <w:t>é</w:t>
      </w:r>
      <w:r>
        <w:t>clic sec</w:t>
      </w:r>
      <w:r w:rsidR="004B5A85">
        <w:t xml:space="preserve">, </w:t>
      </w:r>
      <w:r>
        <w:t>puis un sifflement aigu</w:t>
      </w:r>
      <w:r w:rsidR="004B5A85">
        <w:t>…</w:t>
      </w:r>
    </w:p>
    <w:p w14:paraId="648BE721" w14:textId="77777777" w:rsidR="004B5A85" w:rsidRDefault="004C389C" w:rsidP="004C389C">
      <w:r>
        <w:t>Et là-bas</w:t>
      </w:r>
      <w:r w:rsidR="004B5A85">
        <w:t xml:space="preserve">, </w:t>
      </w:r>
      <w:r>
        <w:t>sur le pont de la goélette</w:t>
      </w:r>
      <w:r w:rsidR="004B5A85">
        <w:t xml:space="preserve">, </w:t>
      </w:r>
      <w:r>
        <w:t>les deux hommes cha</w:t>
      </w:r>
      <w:r>
        <w:t>n</w:t>
      </w:r>
      <w:r>
        <w:t>celèrent</w:t>
      </w:r>
      <w:r w:rsidR="004B5A85">
        <w:t xml:space="preserve">, </w:t>
      </w:r>
      <w:r>
        <w:t>agitèrent les bras</w:t>
      </w:r>
      <w:r w:rsidR="004B5A85">
        <w:t xml:space="preserve">, </w:t>
      </w:r>
      <w:r>
        <w:t>s</w:t>
      </w:r>
      <w:r w:rsidR="004B5A85">
        <w:t>’</w:t>
      </w:r>
      <w:r>
        <w:t>abattirent</w:t>
      </w:r>
      <w:r w:rsidR="004B5A85">
        <w:t xml:space="preserve">, </w:t>
      </w:r>
      <w:r>
        <w:t>tandis que leurs corps</w:t>
      </w:r>
      <w:r w:rsidR="004B5A85">
        <w:t xml:space="preserve">, </w:t>
      </w:r>
      <w:r>
        <w:t>à l</w:t>
      </w:r>
      <w:r w:rsidR="004B5A85">
        <w:t>’</w:t>
      </w:r>
      <w:r>
        <w:t>endroit touché</w:t>
      </w:r>
      <w:r w:rsidR="004B5A85">
        <w:t xml:space="preserve">, </w:t>
      </w:r>
      <w:r>
        <w:t>était déchiqueté par l</w:t>
      </w:r>
      <w:r w:rsidR="004B5A85">
        <w:t>’</w:t>
      </w:r>
      <w:r>
        <w:t>explosion sourde de la balle électrique</w:t>
      </w:r>
      <w:r w:rsidR="004B5A85">
        <w:t>.</w:t>
      </w:r>
    </w:p>
    <w:p w14:paraId="2EAC1531" w14:textId="77777777" w:rsidR="004B5A85" w:rsidRDefault="004B5A85" w:rsidP="004C389C">
      <w:r>
        <w:t>— </w:t>
      </w:r>
      <w:r w:rsidR="004C389C">
        <w:t>Bien</w:t>
      </w:r>
      <w:r>
        <w:t xml:space="preserve"> ! </w:t>
      </w:r>
      <w:r w:rsidR="004C389C">
        <w:t>fit le Ravageur</w:t>
      </w:r>
      <w:r>
        <w:t>.</w:t>
      </w:r>
    </w:p>
    <w:p w14:paraId="4806414D" w14:textId="77777777" w:rsidR="004B5A85" w:rsidRDefault="004C389C" w:rsidP="004C389C">
      <w:r>
        <w:t>Et il ajouta</w:t>
      </w:r>
      <w:r w:rsidR="004B5A85">
        <w:t> :</w:t>
      </w:r>
    </w:p>
    <w:p w14:paraId="39193A55" w14:textId="77777777" w:rsidR="004B5A85" w:rsidRDefault="004B5A85" w:rsidP="004C389C">
      <w:r>
        <w:t>— </w:t>
      </w:r>
      <w:r w:rsidR="004C389C">
        <w:t>Vous prendrez le navire à l</w:t>
      </w:r>
      <w:r>
        <w:t>’</w:t>
      </w:r>
      <w:r w:rsidR="004C389C">
        <w:t>abordage</w:t>
      </w:r>
      <w:r>
        <w:t xml:space="preserve">… </w:t>
      </w:r>
      <w:r w:rsidR="004C389C">
        <w:t>Ne faites pas de prisonniers</w:t>
      </w:r>
      <w:r>
        <w:t xml:space="preserve">… </w:t>
      </w:r>
      <w:proofErr w:type="spellStart"/>
      <w:r w:rsidR="004C389C">
        <w:t>Askold</w:t>
      </w:r>
      <w:proofErr w:type="spellEnd"/>
      <w:r>
        <w:t xml:space="preserve">, </w:t>
      </w:r>
      <w:r w:rsidR="004C389C">
        <w:t xml:space="preserve">va au poste de vigie et fais ranger le </w:t>
      </w:r>
      <w:r w:rsidR="004C389C">
        <w:rPr>
          <w:i/>
          <w:iCs/>
        </w:rPr>
        <w:t>Ny</w:t>
      </w:r>
      <w:r w:rsidR="004C389C">
        <w:rPr>
          <w:i/>
          <w:iCs/>
        </w:rPr>
        <w:t>c</w:t>
      </w:r>
      <w:r w:rsidR="004C389C">
        <w:rPr>
          <w:i/>
          <w:iCs/>
        </w:rPr>
        <w:t xml:space="preserve">talope </w:t>
      </w:r>
      <w:r w:rsidR="004C389C">
        <w:t>le long de la goélette</w:t>
      </w:r>
      <w:r>
        <w:t xml:space="preserve">, </w:t>
      </w:r>
      <w:r w:rsidR="004C389C">
        <w:t>contre son flanc</w:t>
      </w:r>
      <w:r>
        <w:t xml:space="preserve">. </w:t>
      </w:r>
      <w:r w:rsidR="004C389C">
        <w:t>Puis</w:t>
      </w:r>
      <w:r>
        <w:t xml:space="preserve">, </w:t>
      </w:r>
      <w:r w:rsidR="004C389C">
        <w:t>tu nous r</w:t>
      </w:r>
      <w:r w:rsidR="004C389C">
        <w:t>e</w:t>
      </w:r>
      <w:r w:rsidR="004C389C">
        <w:t>joindras</w:t>
      </w:r>
      <w:r>
        <w:t>…</w:t>
      </w:r>
    </w:p>
    <w:p w14:paraId="7B414209" w14:textId="77777777" w:rsidR="004B5A85" w:rsidRDefault="004C389C" w:rsidP="004C389C">
      <w:r>
        <w:t>Juste à ce moment</w:t>
      </w:r>
      <w:r w:rsidR="004B5A85">
        <w:t xml:space="preserve">, </w:t>
      </w:r>
      <w:r>
        <w:t>un autre homme parut sur le pont de la goélette</w:t>
      </w:r>
      <w:r w:rsidR="004B5A85">
        <w:t>.</w:t>
      </w:r>
    </w:p>
    <w:p w14:paraId="4428A7C5" w14:textId="77777777" w:rsidR="004B5A85" w:rsidRDefault="004B5A85" w:rsidP="004C389C">
      <w:r>
        <w:t>— </w:t>
      </w:r>
      <w:r w:rsidR="004C389C">
        <w:t>Kenny</w:t>
      </w:r>
      <w:r>
        <w:t xml:space="preserve">, </w:t>
      </w:r>
      <w:r w:rsidR="004C389C">
        <w:t>à toi</w:t>
      </w:r>
      <w:r>
        <w:t xml:space="preserve"> ! </w:t>
      </w:r>
      <w:r w:rsidR="004C389C">
        <w:t>fit le Ravageur</w:t>
      </w:r>
      <w:r>
        <w:t>.</w:t>
      </w:r>
    </w:p>
    <w:p w14:paraId="614A468D" w14:textId="77777777" w:rsidR="004B5A85" w:rsidRDefault="004C389C" w:rsidP="004C389C">
      <w:r>
        <w:t>L</w:t>
      </w:r>
      <w:r w:rsidR="004B5A85">
        <w:t>’</w:t>
      </w:r>
      <w:r>
        <w:t>homme</w:t>
      </w:r>
      <w:r w:rsidR="004B5A85">
        <w:t xml:space="preserve">, </w:t>
      </w:r>
      <w:r>
        <w:t>au loin</w:t>
      </w:r>
      <w:r w:rsidR="004B5A85">
        <w:t xml:space="preserve">, </w:t>
      </w:r>
      <w:r>
        <w:t>jetait un cri</w:t>
      </w:r>
      <w:r w:rsidR="004B5A85">
        <w:t xml:space="preserve">, </w:t>
      </w:r>
      <w:r>
        <w:t>en voyant ses deux comp</w:t>
      </w:r>
      <w:r>
        <w:t>a</w:t>
      </w:r>
      <w:r>
        <w:t>gnons ensanglantés</w:t>
      </w:r>
      <w:r w:rsidR="004B5A85">
        <w:t xml:space="preserve">, </w:t>
      </w:r>
      <w:r>
        <w:t>étendus morts sur le pont de la goélette</w:t>
      </w:r>
      <w:r w:rsidR="004B5A85">
        <w:t>.</w:t>
      </w:r>
    </w:p>
    <w:p w14:paraId="75913202" w14:textId="77777777" w:rsidR="004B5A85" w:rsidRDefault="004C389C" w:rsidP="004C389C">
      <w:r>
        <w:t>Mais</w:t>
      </w:r>
      <w:r w:rsidR="004B5A85">
        <w:t xml:space="preserve">, </w:t>
      </w:r>
      <w:r>
        <w:t>au même instant</w:t>
      </w:r>
      <w:r w:rsidR="004B5A85">
        <w:t xml:space="preserve">, </w:t>
      </w:r>
      <w:r>
        <w:t>il tombait</w:t>
      </w:r>
      <w:r w:rsidR="004B5A85">
        <w:t xml:space="preserve">, </w:t>
      </w:r>
      <w:r>
        <w:t>la tête fracassée par la balle électrique que venait de lancer Kenny</w:t>
      </w:r>
      <w:r w:rsidR="004B5A85">
        <w:t>.</w:t>
      </w:r>
    </w:p>
    <w:p w14:paraId="33210949" w14:textId="77777777" w:rsidR="004B5A85" w:rsidRDefault="004C389C" w:rsidP="004C389C">
      <w:r>
        <w:t>Et</w:t>
      </w:r>
      <w:r w:rsidR="004B5A85">
        <w:t xml:space="preserve">, </w:t>
      </w:r>
      <w:r>
        <w:t>une minute plus tard</w:t>
      </w:r>
      <w:r w:rsidR="004B5A85">
        <w:t xml:space="preserve">, </w:t>
      </w:r>
      <w:r>
        <w:t xml:space="preserve">le </w:t>
      </w:r>
      <w:r>
        <w:rPr>
          <w:i/>
          <w:iCs/>
        </w:rPr>
        <w:t xml:space="preserve">Nyctalope </w:t>
      </w:r>
      <w:r>
        <w:t>s</w:t>
      </w:r>
      <w:r w:rsidR="004B5A85">
        <w:t>’</w:t>
      </w:r>
      <w:r>
        <w:t>immobilisait à tr</w:t>
      </w:r>
      <w:r>
        <w:t>i</w:t>
      </w:r>
      <w:r>
        <w:t>bord de la goélette et contre son flanc</w:t>
      </w:r>
      <w:r w:rsidR="004B5A85">
        <w:t>.</w:t>
      </w:r>
    </w:p>
    <w:p w14:paraId="361FDE55" w14:textId="77777777" w:rsidR="004B5A85" w:rsidRDefault="004B5A85" w:rsidP="004C389C">
      <w:r>
        <w:lastRenderedPageBreak/>
        <w:t>— </w:t>
      </w:r>
      <w:r w:rsidR="004C389C">
        <w:t>À l</w:t>
      </w:r>
      <w:r>
        <w:t>’</w:t>
      </w:r>
      <w:r w:rsidR="004C389C">
        <w:t>abordage</w:t>
      </w:r>
      <w:r>
        <w:t xml:space="preserve"> ! </w:t>
      </w:r>
      <w:r w:rsidR="004C389C">
        <w:t>cria le Ravageur d</w:t>
      </w:r>
      <w:r>
        <w:t>’</w:t>
      </w:r>
      <w:r w:rsidR="004C389C">
        <w:t>une voix terrible</w:t>
      </w:r>
      <w:r>
        <w:t>.</w:t>
      </w:r>
    </w:p>
    <w:p w14:paraId="67F68CC3" w14:textId="77777777" w:rsidR="004B5A85" w:rsidRDefault="004C389C" w:rsidP="004C389C">
      <w:r>
        <w:t>Le premier</w:t>
      </w:r>
      <w:r w:rsidR="004B5A85">
        <w:t xml:space="preserve">, </w:t>
      </w:r>
      <w:r>
        <w:t>il empoigna un des cordages qui pendaient sur le flanc du petit navire</w:t>
      </w:r>
      <w:r w:rsidR="004B5A85">
        <w:t xml:space="preserve">. </w:t>
      </w:r>
      <w:r>
        <w:t>Quelques forbans l</w:t>
      </w:r>
      <w:r w:rsidR="004B5A85">
        <w:t>’</w:t>
      </w:r>
      <w:r>
        <w:t>imitèrent</w:t>
      </w:r>
      <w:r w:rsidR="004B5A85">
        <w:t xml:space="preserve">. </w:t>
      </w:r>
      <w:r>
        <w:t>D</w:t>
      </w:r>
      <w:r w:rsidR="004B5A85">
        <w:t>’</w:t>
      </w:r>
      <w:r>
        <w:t>autres s</w:t>
      </w:r>
      <w:r w:rsidR="004B5A85">
        <w:t>’</w:t>
      </w:r>
      <w:r>
        <w:t>élancèrent à la suite d</w:t>
      </w:r>
      <w:r w:rsidR="004B5A85">
        <w:t>’</w:t>
      </w:r>
      <w:proofErr w:type="spellStart"/>
      <w:r>
        <w:t>Askold</w:t>
      </w:r>
      <w:proofErr w:type="spellEnd"/>
      <w:r>
        <w:t xml:space="preserve"> sur l</w:t>
      </w:r>
      <w:r w:rsidR="004B5A85">
        <w:t>’</w:t>
      </w:r>
      <w:r>
        <w:t>escalier de coupée</w:t>
      </w:r>
      <w:r w:rsidR="004B5A85">
        <w:t>.</w:t>
      </w:r>
    </w:p>
    <w:p w14:paraId="571320F2" w14:textId="77777777" w:rsidR="004B5A85" w:rsidRDefault="004C389C" w:rsidP="004C389C">
      <w:r>
        <w:t>En trente secondes</w:t>
      </w:r>
      <w:r w:rsidR="004B5A85">
        <w:t xml:space="preserve">, </w:t>
      </w:r>
      <w:r>
        <w:t>le pont de la goélette fut envahi</w:t>
      </w:r>
      <w:r w:rsidR="004B5A85">
        <w:t>.</w:t>
      </w:r>
    </w:p>
    <w:p w14:paraId="222FEF95" w14:textId="77777777" w:rsidR="004B5A85" w:rsidRDefault="004C389C" w:rsidP="004C389C">
      <w:r>
        <w:t>Deux hommes de son équipage</w:t>
      </w:r>
      <w:r w:rsidR="004B5A85">
        <w:t xml:space="preserve">, </w:t>
      </w:r>
      <w:r>
        <w:t>qui parurent à la grande écoutille</w:t>
      </w:r>
      <w:r w:rsidR="004B5A85">
        <w:t xml:space="preserve">, </w:t>
      </w:r>
      <w:r>
        <w:t>furent abattus à coups de hache</w:t>
      </w:r>
      <w:r w:rsidR="004B5A85">
        <w:t>.</w:t>
      </w:r>
    </w:p>
    <w:p w14:paraId="37AC6A95" w14:textId="77777777" w:rsidR="004B5A85" w:rsidRDefault="004C389C" w:rsidP="004C389C">
      <w:r>
        <w:t>Dans le poste</w:t>
      </w:r>
      <w:r w:rsidR="004B5A85">
        <w:t xml:space="preserve">, </w:t>
      </w:r>
      <w:r>
        <w:t>on trouva trois autres matelots</w:t>
      </w:r>
      <w:r w:rsidR="004B5A85">
        <w:t xml:space="preserve"> : </w:t>
      </w:r>
      <w:r>
        <w:t>ils furent également massacrés avant d</w:t>
      </w:r>
      <w:r w:rsidR="004B5A85">
        <w:t>’</w:t>
      </w:r>
      <w:r>
        <w:t>avoir pu comprendre ce qui arr</w:t>
      </w:r>
      <w:r>
        <w:t>i</w:t>
      </w:r>
      <w:r>
        <w:t>vait</w:t>
      </w:r>
      <w:r w:rsidR="004B5A85">
        <w:t>.</w:t>
      </w:r>
    </w:p>
    <w:p w14:paraId="4590970B" w14:textId="77777777" w:rsidR="004B5A85" w:rsidRDefault="004C389C" w:rsidP="004C389C">
      <w:r>
        <w:t xml:space="preserve">Et le capitaine de la goélette fut tué par </w:t>
      </w:r>
      <w:proofErr w:type="spellStart"/>
      <w:r>
        <w:t>Askold</w:t>
      </w:r>
      <w:proofErr w:type="spellEnd"/>
      <w:r>
        <w:t xml:space="preserve"> lui-même</w:t>
      </w:r>
      <w:r w:rsidR="004B5A85">
        <w:t xml:space="preserve">, </w:t>
      </w:r>
      <w:r>
        <w:t>au moment où</w:t>
      </w:r>
      <w:r w:rsidR="004B5A85">
        <w:t xml:space="preserve">, </w:t>
      </w:r>
      <w:r>
        <w:t>attiré par le bruit</w:t>
      </w:r>
      <w:r w:rsidR="004B5A85">
        <w:t xml:space="preserve">, </w:t>
      </w:r>
      <w:r>
        <w:t>il sortait de sa cabine</w:t>
      </w:r>
      <w:r w:rsidR="004B5A85">
        <w:t>.</w:t>
      </w:r>
    </w:p>
    <w:p w14:paraId="1C891E36" w14:textId="77777777" w:rsidR="004B5A85" w:rsidRDefault="004C389C" w:rsidP="004C389C">
      <w:r>
        <w:t>L</w:t>
      </w:r>
      <w:r w:rsidR="004B5A85">
        <w:t>’</w:t>
      </w:r>
      <w:r>
        <w:t>équipage de la goélette se composait de huit matelots et du capitaine</w:t>
      </w:r>
      <w:r w:rsidR="004B5A85">
        <w:t xml:space="preserve">. </w:t>
      </w:r>
      <w:r>
        <w:t>Ils étaient tous morts sans même avoir pu tenter de se défendre</w:t>
      </w:r>
      <w:r w:rsidR="004B5A85">
        <w:t>.</w:t>
      </w:r>
    </w:p>
    <w:p w14:paraId="0E3DE3FF" w14:textId="77777777" w:rsidR="004B5A85" w:rsidRDefault="004B5A85" w:rsidP="004C389C">
      <w:r>
        <w:t>— </w:t>
      </w:r>
      <w:r w:rsidR="004C389C">
        <w:t>Les cadavres à la mer</w:t>
      </w:r>
      <w:r>
        <w:t xml:space="preserve"> ! </w:t>
      </w:r>
      <w:r w:rsidR="004C389C">
        <w:t xml:space="preserve">ordonna </w:t>
      </w:r>
      <w:proofErr w:type="spellStart"/>
      <w:r w:rsidR="004C389C">
        <w:t>Askold</w:t>
      </w:r>
      <w:proofErr w:type="spellEnd"/>
      <w:r>
        <w:t xml:space="preserve"> ; </w:t>
      </w:r>
      <w:r w:rsidR="004C389C">
        <w:t>la baie fourmille de requins</w:t>
      </w:r>
      <w:r>
        <w:t>.</w:t>
      </w:r>
    </w:p>
    <w:p w14:paraId="46C26F7C" w14:textId="77777777" w:rsidR="004B5A85" w:rsidRDefault="004C389C" w:rsidP="004C389C">
      <w:r>
        <w:t>On obéit et les neuf corps sanglants furent jetés à la mer</w:t>
      </w:r>
      <w:r w:rsidR="004B5A85">
        <w:t xml:space="preserve">, </w:t>
      </w:r>
      <w:r>
        <w:t>à l</w:t>
      </w:r>
      <w:r w:rsidR="004B5A85">
        <w:t>’</w:t>
      </w:r>
      <w:r>
        <w:t>avant de la goélette</w:t>
      </w:r>
      <w:r w:rsidR="004B5A85">
        <w:t>.</w:t>
      </w:r>
    </w:p>
    <w:p w14:paraId="0AC67BEF" w14:textId="77777777" w:rsidR="004B5A85" w:rsidRDefault="004C389C" w:rsidP="004C389C">
      <w:r>
        <w:t>Le petit navire était muni d</w:t>
      </w:r>
      <w:r w:rsidR="004B5A85">
        <w:t>’</w:t>
      </w:r>
      <w:r>
        <w:t>une chaloupe capable de co</w:t>
      </w:r>
      <w:r>
        <w:t>n</w:t>
      </w:r>
      <w:r>
        <w:t>tenir une vingtaine d</w:t>
      </w:r>
      <w:r w:rsidR="004B5A85">
        <w:t>’</w:t>
      </w:r>
      <w:r>
        <w:t>hommes</w:t>
      </w:r>
      <w:r w:rsidR="004B5A85">
        <w:t xml:space="preserve">. </w:t>
      </w:r>
      <w:r>
        <w:t>Elle se trouvait</w:t>
      </w:r>
      <w:r w:rsidR="004B5A85">
        <w:t xml:space="preserve">, </w:t>
      </w:r>
      <w:r>
        <w:t>à ce moment</w:t>
      </w:r>
      <w:r w:rsidR="004B5A85">
        <w:t xml:space="preserve">, </w:t>
      </w:r>
      <w:r>
        <w:t>à la mer</w:t>
      </w:r>
      <w:r w:rsidR="004B5A85">
        <w:t xml:space="preserve">, </w:t>
      </w:r>
      <w:r>
        <w:t>reliée par un câble à la poupe de la goélette</w:t>
      </w:r>
      <w:r w:rsidR="004B5A85">
        <w:t>.</w:t>
      </w:r>
    </w:p>
    <w:p w14:paraId="74A50F3E" w14:textId="77777777" w:rsidR="004B5A85" w:rsidRDefault="004B5A85" w:rsidP="004C389C">
      <w:r>
        <w:t>— </w:t>
      </w:r>
      <w:r w:rsidR="004C389C">
        <w:t>Voilà qui sera excellent pour aller à terre</w:t>
      </w:r>
      <w:r>
        <w:t xml:space="preserve">, </w:t>
      </w:r>
      <w:r w:rsidR="004C389C">
        <w:t>dit le Ravageur</w:t>
      </w:r>
      <w:r>
        <w:t xml:space="preserve">. </w:t>
      </w:r>
      <w:r w:rsidR="004C389C">
        <w:t>Ohé</w:t>
      </w:r>
      <w:r>
        <w:t xml:space="preserve"> ! </w:t>
      </w:r>
      <w:r w:rsidR="004C389C">
        <w:t>les enfants</w:t>
      </w:r>
      <w:r>
        <w:t xml:space="preserve">, </w:t>
      </w:r>
      <w:r w:rsidR="004C389C">
        <w:t>embarquez dans la chaloupe</w:t>
      </w:r>
      <w:r>
        <w:t xml:space="preserve">… </w:t>
      </w:r>
      <w:proofErr w:type="spellStart"/>
      <w:r w:rsidR="004C389C">
        <w:t>Askold</w:t>
      </w:r>
      <w:proofErr w:type="spellEnd"/>
      <w:r>
        <w:t xml:space="preserve">, </w:t>
      </w:r>
      <w:r w:rsidR="004C389C">
        <w:t xml:space="preserve">fais mener le </w:t>
      </w:r>
      <w:r w:rsidR="004C389C">
        <w:rPr>
          <w:i/>
          <w:iCs/>
        </w:rPr>
        <w:t xml:space="preserve">Nyctalope </w:t>
      </w:r>
      <w:r w:rsidR="004C389C">
        <w:t>au milieu de la baie</w:t>
      </w:r>
      <w:r>
        <w:t xml:space="preserve">, </w:t>
      </w:r>
      <w:r w:rsidR="004C389C">
        <w:t>le plus près possible du rivage</w:t>
      </w:r>
      <w:r>
        <w:t xml:space="preserve">, </w:t>
      </w:r>
      <w:r w:rsidR="004C389C">
        <w:t>devant les maisons</w:t>
      </w:r>
      <w:r>
        <w:t xml:space="preserve">. </w:t>
      </w:r>
      <w:r w:rsidR="004C389C">
        <w:t>Dumas</w:t>
      </w:r>
      <w:r>
        <w:t xml:space="preserve">, ; </w:t>
      </w:r>
      <w:proofErr w:type="spellStart"/>
      <w:r w:rsidR="004C389C">
        <w:t>Caltic</w:t>
      </w:r>
      <w:proofErr w:type="spellEnd"/>
      <w:r>
        <w:t xml:space="preserve">, </w:t>
      </w:r>
      <w:r w:rsidR="004C389C">
        <w:t xml:space="preserve">Ted </w:t>
      </w:r>
      <w:r w:rsidR="004C389C">
        <w:lastRenderedPageBreak/>
        <w:t>et Barrot qui</w:t>
      </w:r>
      <w:r w:rsidR="004C389C">
        <w:t>t</w:t>
      </w:r>
      <w:r w:rsidR="004C389C">
        <w:t>teront leur poste</w:t>
      </w:r>
      <w:r>
        <w:t xml:space="preserve">, </w:t>
      </w:r>
      <w:r w:rsidR="004C389C">
        <w:t>où ils seront inutiles</w:t>
      </w:r>
      <w:r>
        <w:t xml:space="preserve">, </w:t>
      </w:r>
      <w:r w:rsidR="004C389C">
        <w:t>le sous-marin une fois immobilisé</w:t>
      </w:r>
      <w:r>
        <w:t xml:space="preserve">. </w:t>
      </w:r>
      <w:r w:rsidR="004C389C">
        <w:t>Vous monterez sur la plate-forme le canon de chasse</w:t>
      </w:r>
      <w:r>
        <w:t xml:space="preserve">, </w:t>
      </w:r>
      <w:r w:rsidR="004C389C">
        <w:t>et vous bombarderez les maisons</w:t>
      </w:r>
      <w:r>
        <w:t xml:space="preserve">, </w:t>
      </w:r>
      <w:r w:rsidR="004C389C">
        <w:t>si vous voyez que nous trouvons là-bas une résistance sérieuse</w:t>
      </w:r>
      <w:r>
        <w:t>…</w:t>
      </w:r>
    </w:p>
    <w:p w14:paraId="63316298" w14:textId="77777777" w:rsidR="004B5A85" w:rsidRDefault="004B5A85" w:rsidP="004C389C">
      <w:r>
        <w:t>— </w:t>
      </w:r>
      <w:r w:rsidR="004C389C">
        <w:t>Bien</w:t>
      </w:r>
      <w:r>
        <w:t xml:space="preserve">, </w:t>
      </w:r>
      <w:r w:rsidR="004C389C">
        <w:t>Maître</w:t>
      </w:r>
      <w:r>
        <w:t>.</w:t>
      </w:r>
    </w:p>
    <w:p w14:paraId="364B7D05" w14:textId="77777777" w:rsidR="004B5A85" w:rsidRDefault="004C389C" w:rsidP="004C389C">
      <w:r>
        <w:t>Et tandis qu</w:t>
      </w:r>
      <w:r w:rsidR="004B5A85">
        <w:t>’</w:t>
      </w:r>
      <w:proofErr w:type="spellStart"/>
      <w:r>
        <w:t>Askold</w:t>
      </w:r>
      <w:proofErr w:type="spellEnd"/>
      <w:r w:rsidR="004B5A85">
        <w:t xml:space="preserve">, </w:t>
      </w:r>
      <w:r>
        <w:t>par la coupée de la goélette</w:t>
      </w:r>
      <w:r w:rsidR="004B5A85">
        <w:t xml:space="preserve">, </w:t>
      </w:r>
      <w:r>
        <w:t>regagnait le sous-marin</w:t>
      </w:r>
      <w:r w:rsidR="004B5A85">
        <w:t xml:space="preserve">, </w:t>
      </w:r>
      <w:r>
        <w:t>le Ravageur et ses douze forbans se laissaient glisser le long du câble dans la chaloupe</w:t>
      </w:r>
      <w:r w:rsidR="004B5A85">
        <w:t>.</w:t>
      </w:r>
    </w:p>
    <w:p w14:paraId="0FFC5F81" w14:textId="77777777" w:rsidR="004B5A85" w:rsidRDefault="004C389C" w:rsidP="004C389C">
      <w:r>
        <w:t>L</w:t>
      </w:r>
      <w:r w:rsidR="004B5A85">
        <w:t>’</w:t>
      </w:r>
      <w:r>
        <w:t>embarcation était munie de trois paires de rames</w:t>
      </w:r>
      <w:r w:rsidR="004B5A85">
        <w:t>.</w:t>
      </w:r>
    </w:p>
    <w:p w14:paraId="78728C0C" w14:textId="77777777" w:rsidR="004B5A85" w:rsidRDefault="004B5A85" w:rsidP="004C389C">
      <w:r>
        <w:t>— </w:t>
      </w:r>
      <w:r w:rsidR="004C389C">
        <w:t>Droit au débarcadère</w:t>
      </w:r>
      <w:r>
        <w:t xml:space="preserve"> ! </w:t>
      </w:r>
      <w:r w:rsidR="004C389C">
        <w:t>ordonna le Maître</w:t>
      </w:r>
      <w:r>
        <w:t>.</w:t>
      </w:r>
    </w:p>
    <w:p w14:paraId="3A1362AE" w14:textId="77777777" w:rsidR="004B5A85" w:rsidRDefault="004C389C" w:rsidP="004C389C">
      <w:r>
        <w:t>Et le Ravageur regarda avidement ce rivage</w:t>
      </w:r>
      <w:r w:rsidR="004B5A85">
        <w:t xml:space="preserve">, </w:t>
      </w:r>
      <w:r>
        <w:t>sur lequel il a</w:t>
      </w:r>
      <w:r>
        <w:t>l</w:t>
      </w:r>
      <w:r>
        <w:t>lait aborder</w:t>
      </w:r>
      <w:r w:rsidR="004B5A85">
        <w:t>.</w:t>
      </w:r>
    </w:p>
    <w:p w14:paraId="44520226" w14:textId="77777777" w:rsidR="004B5A85" w:rsidRDefault="004C389C" w:rsidP="004C389C">
      <w:r>
        <w:t>Or</w:t>
      </w:r>
      <w:r w:rsidR="004B5A85">
        <w:t xml:space="preserve">, </w:t>
      </w:r>
      <w:r>
        <w:t>pendant que la chaloupe</w:t>
      </w:r>
      <w:r w:rsidR="004B5A85">
        <w:t xml:space="preserve">, </w:t>
      </w:r>
      <w:r>
        <w:t>à force de rames</w:t>
      </w:r>
      <w:r w:rsidR="004B5A85">
        <w:t xml:space="preserve">, </w:t>
      </w:r>
      <w:r>
        <w:t>se dirigeait vers le débarcadère</w:t>
      </w:r>
      <w:r w:rsidR="004B5A85">
        <w:t xml:space="preserve">, </w:t>
      </w:r>
      <w:r>
        <w:t>un homme</w:t>
      </w:r>
      <w:r w:rsidR="004B5A85">
        <w:t xml:space="preserve">, </w:t>
      </w:r>
      <w:r>
        <w:t>vêtu de blanc</w:t>
      </w:r>
      <w:r w:rsidR="004B5A85">
        <w:t xml:space="preserve">, </w:t>
      </w:r>
      <w:r>
        <w:t>sortit d</w:t>
      </w:r>
      <w:r w:rsidR="004B5A85">
        <w:t>’</w:t>
      </w:r>
      <w:r>
        <w:t>une p</w:t>
      </w:r>
      <w:r>
        <w:t>e</w:t>
      </w:r>
      <w:r>
        <w:t>tite maison en maçonnerie qui se trouvait entre deux énormes bananiers</w:t>
      </w:r>
      <w:r w:rsidR="004B5A85">
        <w:t xml:space="preserve">, </w:t>
      </w:r>
      <w:r>
        <w:t>non loin du débarcadère</w:t>
      </w:r>
      <w:r w:rsidR="004B5A85">
        <w:t xml:space="preserve">. </w:t>
      </w:r>
      <w:r>
        <w:t>Cette habitation portait</w:t>
      </w:r>
      <w:r w:rsidR="004B5A85">
        <w:t xml:space="preserve">, </w:t>
      </w:r>
      <w:r>
        <w:t>à son pignon</w:t>
      </w:r>
      <w:r w:rsidR="004B5A85">
        <w:t xml:space="preserve">, </w:t>
      </w:r>
      <w:r>
        <w:t>un drapeau français</w:t>
      </w:r>
      <w:r w:rsidR="004B5A85">
        <w:t xml:space="preserve">, </w:t>
      </w:r>
      <w:r>
        <w:t>en bois ou en fer-blanc</w:t>
      </w:r>
      <w:r w:rsidR="004B5A85">
        <w:t>.</w:t>
      </w:r>
    </w:p>
    <w:p w14:paraId="5CE09974" w14:textId="77777777" w:rsidR="004B5A85" w:rsidRDefault="004B5A85" w:rsidP="004C389C">
      <w:r>
        <w:t>« </w:t>
      </w:r>
      <w:r w:rsidR="004C389C">
        <w:t>Ce doit être la maison du gendarme</w:t>
      </w:r>
      <w:r>
        <w:t xml:space="preserve">… </w:t>
      </w:r>
      <w:r w:rsidR="004C389C">
        <w:t>et cet homme est le gendarme lui-même</w:t>
      </w:r>
      <w:r>
        <w:t xml:space="preserve"> », </w:t>
      </w:r>
      <w:r w:rsidR="004C389C">
        <w:t>se dit le Ravageur</w:t>
      </w:r>
      <w:r>
        <w:t>.</w:t>
      </w:r>
    </w:p>
    <w:p w14:paraId="55E9A29B" w14:textId="77777777" w:rsidR="004B5A85" w:rsidRDefault="004C389C" w:rsidP="004C389C">
      <w:r>
        <w:t>Il ricana en lui-même</w:t>
      </w:r>
      <w:r w:rsidR="004B5A85">
        <w:t>.</w:t>
      </w:r>
    </w:p>
    <w:p w14:paraId="68858D32" w14:textId="2F6BCECF" w:rsidR="004C389C" w:rsidRDefault="004B5A85" w:rsidP="004C389C">
      <w:r>
        <w:t>« </w:t>
      </w:r>
      <w:r w:rsidR="004C389C">
        <w:t>Tout dort encore</w:t>
      </w:r>
      <w:r>
        <w:t xml:space="preserve">, </w:t>
      </w:r>
      <w:r w:rsidR="004C389C">
        <w:t>sur l</w:t>
      </w:r>
      <w:r>
        <w:t>’</w:t>
      </w:r>
      <w:r w:rsidR="004C389C">
        <w:t>île</w:t>
      </w:r>
      <w:r>
        <w:t xml:space="preserve">. </w:t>
      </w:r>
      <w:r w:rsidR="004C389C">
        <w:t>Ce gendarme vient de se l</w:t>
      </w:r>
      <w:r w:rsidR="004C389C">
        <w:t>e</w:t>
      </w:r>
      <w:r w:rsidR="004C389C">
        <w:t>ver</w:t>
      </w:r>
      <w:r>
        <w:t xml:space="preserve">… </w:t>
      </w:r>
      <w:r w:rsidR="004C389C">
        <w:t>Il ne sait rien de ce qui s</w:t>
      </w:r>
      <w:r>
        <w:t>’</w:t>
      </w:r>
      <w:r w:rsidR="004C389C">
        <w:t>est passé à bord de la goélette</w:t>
      </w:r>
      <w:r>
        <w:t xml:space="preserve">. </w:t>
      </w:r>
      <w:r w:rsidR="004C389C">
        <w:t>Il va être surpris</w:t>
      </w:r>
      <w:r>
        <w:t>. »</w:t>
      </w:r>
    </w:p>
    <w:p w14:paraId="21C852A0" w14:textId="77777777" w:rsidR="004B5A85" w:rsidRDefault="004C389C" w:rsidP="004C389C">
      <w:r>
        <w:t>Et</w:t>
      </w:r>
      <w:r w:rsidR="004B5A85">
        <w:t xml:space="preserve">, </w:t>
      </w:r>
      <w:r>
        <w:t>à haute voix</w:t>
      </w:r>
      <w:r w:rsidR="004B5A85">
        <w:t xml:space="preserve">, </w:t>
      </w:r>
      <w:r>
        <w:t>il ordonna</w:t>
      </w:r>
      <w:r w:rsidR="004B5A85">
        <w:t> :</w:t>
      </w:r>
    </w:p>
    <w:p w14:paraId="03AC0CF7" w14:textId="77777777" w:rsidR="004B5A85" w:rsidRDefault="004B5A85" w:rsidP="004C389C">
      <w:r>
        <w:t>— </w:t>
      </w:r>
      <w:proofErr w:type="spellStart"/>
      <w:r w:rsidR="004C389C">
        <w:t>Brilo</w:t>
      </w:r>
      <w:proofErr w:type="spellEnd"/>
      <w:r>
        <w:t xml:space="preserve">, </w:t>
      </w:r>
      <w:r w:rsidR="004C389C">
        <w:t>déploie le pavillon</w:t>
      </w:r>
      <w:r>
        <w:t> !…</w:t>
      </w:r>
    </w:p>
    <w:p w14:paraId="364B806E" w14:textId="77777777" w:rsidR="004B5A85" w:rsidRDefault="004C389C" w:rsidP="004C389C">
      <w:r>
        <w:lastRenderedPageBreak/>
        <w:t>Le matelot forban déroula une étoffe fixée au canon de son fusil et leva l</w:t>
      </w:r>
      <w:r w:rsidR="004B5A85">
        <w:t>’</w:t>
      </w:r>
      <w:r>
        <w:t>arme en l</w:t>
      </w:r>
      <w:r w:rsidR="004B5A85">
        <w:t>’</w:t>
      </w:r>
      <w:r>
        <w:t>air</w:t>
      </w:r>
      <w:r w:rsidR="004B5A85">
        <w:t>.</w:t>
      </w:r>
    </w:p>
    <w:p w14:paraId="2C61805B" w14:textId="77777777" w:rsidR="004B5A85" w:rsidRDefault="004C389C" w:rsidP="004C389C">
      <w:r>
        <w:t>Alors</w:t>
      </w:r>
      <w:r w:rsidR="004B5A85">
        <w:t xml:space="preserve">, </w:t>
      </w:r>
      <w:r>
        <w:t>à la brise du matin</w:t>
      </w:r>
      <w:r w:rsidR="004B5A85">
        <w:t xml:space="preserve">, </w:t>
      </w:r>
      <w:r>
        <w:t>le pavillon noir à tête de mort</w:t>
      </w:r>
      <w:r w:rsidR="004B5A85">
        <w:t xml:space="preserve">, – </w:t>
      </w:r>
      <w:r>
        <w:t>le pavillon du Ravageur du Monde</w:t>
      </w:r>
      <w:r w:rsidR="004B5A85">
        <w:t xml:space="preserve">, – </w:t>
      </w:r>
      <w:r>
        <w:t>se mit à flotter</w:t>
      </w:r>
      <w:r w:rsidR="004B5A85">
        <w:t xml:space="preserve">. </w:t>
      </w:r>
      <w:r>
        <w:t>L</w:t>
      </w:r>
      <w:r w:rsidR="004B5A85">
        <w:t>’</w:t>
      </w:r>
      <w:r>
        <w:t>homme seul</w:t>
      </w:r>
      <w:r w:rsidR="004B5A85">
        <w:t xml:space="preserve">, </w:t>
      </w:r>
      <w:r>
        <w:t>debout sur le rivage</w:t>
      </w:r>
      <w:r w:rsidR="004B5A85">
        <w:t xml:space="preserve">, </w:t>
      </w:r>
      <w:r>
        <w:t>dut être bouleversé</w:t>
      </w:r>
      <w:r w:rsidR="004B5A85">
        <w:t>.</w:t>
      </w:r>
    </w:p>
    <w:p w14:paraId="33FF2F5A" w14:textId="77777777" w:rsidR="004B5A85" w:rsidRDefault="004C389C" w:rsidP="004C389C">
      <w:r>
        <w:t>Il leva les bras</w:t>
      </w:r>
      <w:r w:rsidR="004B5A85">
        <w:t xml:space="preserve">, </w:t>
      </w:r>
      <w:r>
        <w:t>tourna le dos à la mer et disparut en criant</w:t>
      </w:r>
      <w:r w:rsidR="004B5A85">
        <w:t xml:space="preserve">, </w:t>
      </w:r>
      <w:r>
        <w:t>vers un groupe de maisons de bois que l</w:t>
      </w:r>
      <w:r w:rsidR="004B5A85">
        <w:t>’</w:t>
      </w:r>
      <w:r>
        <w:t>on entrevoyait entre des bananiers</w:t>
      </w:r>
      <w:r w:rsidR="004B5A85">
        <w:t xml:space="preserve">, </w:t>
      </w:r>
      <w:r>
        <w:t>des orangers et des citronniers énormes</w:t>
      </w:r>
      <w:r w:rsidR="004B5A85">
        <w:t>.</w:t>
      </w:r>
    </w:p>
    <w:p w14:paraId="24B99323" w14:textId="77777777" w:rsidR="004B5A85" w:rsidRDefault="004C389C" w:rsidP="004C389C">
      <w:r>
        <w:t>Et juste au moment où le Ravageur</w:t>
      </w:r>
      <w:r w:rsidR="004B5A85">
        <w:t xml:space="preserve">, </w:t>
      </w:r>
      <w:r>
        <w:t>avec sa troupe</w:t>
      </w:r>
      <w:r w:rsidR="004B5A85">
        <w:t xml:space="preserve">, </w:t>
      </w:r>
      <w:r>
        <w:t>sautait du canot sur le débarcadère</w:t>
      </w:r>
      <w:r w:rsidR="004B5A85">
        <w:t xml:space="preserve">, </w:t>
      </w:r>
      <w:r>
        <w:t>l</w:t>
      </w:r>
      <w:r w:rsidR="004B5A85">
        <w:t>’</w:t>
      </w:r>
      <w:r>
        <w:t>homme habillé de blanc reparai</w:t>
      </w:r>
      <w:r>
        <w:t>s</w:t>
      </w:r>
      <w:r>
        <w:t>sait</w:t>
      </w:r>
      <w:r w:rsidR="004B5A85">
        <w:t xml:space="preserve">. </w:t>
      </w:r>
      <w:r>
        <w:t>Il était armé d</w:t>
      </w:r>
      <w:r w:rsidR="004B5A85">
        <w:t>’</w:t>
      </w:r>
      <w:r>
        <w:t>un fusil</w:t>
      </w:r>
      <w:r w:rsidR="004B5A85">
        <w:t xml:space="preserve">. </w:t>
      </w:r>
      <w:r>
        <w:t>Une vingtaine de grands gaillards demi-nus</w:t>
      </w:r>
      <w:r w:rsidR="004B5A85">
        <w:t xml:space="preserve">, </w:t>
      </w:r>
      <w:r>
        <w:t>à peau bronzée</w:t>
      </w:r>
      <w:r w:rsidR="004B5A85">
        <w:t xml:space="preserve">, </w:t>
      </w:r>
      <w:r>
        <w:t>le suivaient</w:t>
      </w:r>
      <w:r w:rsidR="004B5A85">
        <w:t xml:space="preserve">, </w:t>
      </w:r>
      <w:r>
        <w:t>armés aussi de fusils</w:t>
      </w:r>
      <w:r w:rsidR="004B5A85">
        <w:t>…</w:t>
      </w:r>
    </w:p>
    <w:p w14:paraId="1FC332D6" w14:textId="77777777" w:rsidR="004B5A85" w:rsidRDefault="004C389C" w:rsidP="004C389C">
      <w:r>
        <w:t>Évidemment</w:t>
      </w:r>
      <w:r w:rsidR="004B5A85">
        <w:t xml:space="preserve">, </w:t>
      </w:r>
      <w:r>
        <w:t>l</w:t>
      </w:r>
      <w:r w:rsidR="004B5A85">
        <w:t>’</w:t>
      </w:r>
      <w:r>
        <w:t>équipage de la goélette arrivé là depuis quelques jours</w:t>
      </w:r>
      <w:r w:rsidR="004B5A85">
        <w:t xml:space="preserve">, </w:t>
      </w:r>
      <w:r>
        <w:t>avait dû apprendre à cette minuscule colonie l</w:t>
      </w:r>
      <w:r w:rsidR="004B5A85">
        <w:t>’</w:t>
      </w:r>
      <w:r>
        <w:t>existence d</w:t>
      </w:r>
      <w:r w:rsidR="004B5A85">
        <w:t>’</w:t>
      </w:r>
      <w:r>
        <w:t>un pirate terrible</w:t>
      </w:r>
      <w:r w:rsidR="004B5A85">
        <w:t xml:space="preserve">, </w:t>
      </w:r>
      <w:r>
        <w:t>connu sous le nom de Ravageur du Monde</w:t>
      </w:r>
      <w:r w:rsidR="004B5A85">
        <w:t>.</w:t>
      </w:r>
    </w:p>
    <w:p w14:paraId="7B9A73CE" w14:textId="77777777" w:rsidR="004B5A85" w:rsidRDefault="004C389C" w:rsidP="004C389C">
      <w:r>
        <w:t>C</w:t>
      </w:r>
      <w:r w:rsidR="004B5A85">
        <w:t>’</w:t>
      </w:r>
      <w:r>
        <w:t>est ce que pensa Hugues de Mauduit en voyant cette troupe indigène armée se ranger en bataille devant la maison au drapeau tricolore</w:t>
      </w:r>
      <w:r w:rsidR="004B5A85">
        <w:t xml:space="preserve">, </w:t>
      </w:r>
      <w:r>
        <w:t>sous le commandement de l</w:t>
      </w:r>
      <w:r w:rsidR="004B5A85">
        <w:t>’</w:t>
      </w:r>
      <w:r>
        <w:t>homme vêtu de blanc</w:t>
      </w:r>
      <w:r w:rsidR="004B5A85">
        <w:t>.</w:t>
      </w:r>
    </w:p>
    <w:p w14:paraId="59A60905" w14:textId="77777777" w:rsidR="004B5A85" w:rsidRDefault="004C389C" w:rsidP="004C389C">
      <w:r>
        <w:t>On a vu qu</w:t>
      </w:r>
      <w:r w:rsidR="004B5A85">
        <w:t>’</w:t>
      </w:r>
      <w:r>
        <w:t>il avait une sorte de bienveillance pour les Français</w:t>
      </w:r>
      <w:r w:rsidR="004B5A85">
        <w:t>.</w:t>
      </w:r>
    </w:p>
    <w:p w14:paraId="272FB245" w14:textId="77777777" w:rsidR="004B5A85" w:rsidRDefault="004C389C" w:rsidP="004C389C">
      <w:r>
        <w:t>Il voulut donc éviter une effusion de sang et</w:t>
      </w:r>
      <w:r w:rsidR="004B5A85">
        <w:t xml:space="preserve">, </w:t>
      </w:r>
      <w:r>
        <w:t>levant ses mains nues</w:t>
      </w:r>
      <w:r w:rsidR="004B5A85">
        <w:t xml:space="preserve">, </w:t>
      </w:r>
      <w:r>
        <w:t>sans armes</w:t>
      </w:r>
      <w:r w:rsidR="004B5A85">
        <w:t xml:space="preserve">, – </w:t>
      </w:r>
      <w:r>
        <w:t>car Hugues de Mauduit n</w:t>
      </w:r>
      <w:r w:rsidR="004B5A85">
        <w:t>’</w:t>
      </w:r>
      <w:r>
        <w:t>était armé que d</w:t>
      </w:r>
      <w:r w:rsidR="004B5A85">
        <w:t>’</w:t>
      </w:r>
      <w:r>
        <w:t>un revolver enfermé dans un étui suspendu à sa ceinture</w:t>
      </w:r>
      <w:r w:rsidR="004B5A85">
        <w:t xml:space="preserve">, – </w:t>
      </w:r>
      <w:r>
        <w:t>il s</w:t>
      </w:r>
      <w:r w:rsidR="004B5A85">
        <w:t>’</w:t>
      </w:r>
      <w:r>
        <w:t>avança seul à dix pas en avant de ses hommes</w:t>
      </w:r>
      <w:r w:rsidR="004B5A85">
        <w:t xml:space="preserve">. </w:t>
      </w:r>
      <w:r>
        <w:t>Parvenu à environ trente pas de distance de la maison au drapeau</w:t>
      </w:r>
      <w:r w:rsidR="004B5A85">
        <w:t xml:space="preserve">, </w:t>
      </w:r>
      <w:r>
        <w:t>il s</w:t>
      </w:r>
      <w:r w:rsidR="004B5A85">
        <w:t>’</w:t>
      </w:r>
      <w:r>
        <w:t>écria d</w:t>
      </w:r>
      <w:r w:rsidR="004B5A85">
        <w:t>’</w:t>
      </w:r>
      <w:r>
        <w:t>une voix forte et en français</w:t>
      </w:r>
      <w:r w:rsidR="004B5A85">
        <w:t> :</w:t>
      </w:r>
    </w:p>
    <w:p w14:paraId="276303F6" w14:textId="77777777" w:rsidR="004B5A85" w:rsidRDefault="004B5A85" w:rsidP="004C389C">
      <w:r>
        <w:lastRenderedPageBreak/>
        <w:t>— </w:t>
      </w:r>
      <w:r w:rsidR="004C389C">
        <w:t>Vous</w:t>
      </w:r>
      <w:r>
        <w:t xml:space="preserve">, </w:t>
      </w:r>
      <w:r w:rsidR="004C389C">
        <w:t>là-bas</w:t>
      </w:r>
      <w:r>
        <w:t xml:space="preserve">, </w:t>
      </w:r>
      <w:r w:rsidR="004C389C">
        <w:t>qui êtes vêtu de blanc</w:t>
      </w:r>
      <w:r>
        <w:t xml:space="preserve">, </w:t>
      </w:r>
      <w:r w:rsidR="004C389C">
        <w:t xml:space="preserve">êtes-vous bien le gendarme français chef de poste résidant à </w:t>
      </w:r>
      <w:proofErr w:type="spellStart"/>
      <w:r w:rsidR="004C389C">
        <w:t>Oparo</w:t>
      </w:r>
      <w:proofErr w:type="spellEnd"/>
      <w:r>
        <w:t> ?…</w:t>
      </w:r>
    </w:p>
    <w:p w14:paraId="1F5123CB" w14:textId="77777777" w:rsidR="004B5A85" w:rsidRDefault="004B5A85" w:rsidP="004C389C">
      <w:r>
        <w:t>— </w:t>
      </w:r>
      <w:r w:rsidR="004C389C">
        <w:t>Oui</w:t>
      </w:r>
      <w:r>
        <w:t xml:space="preserve">, </w:t>
      </w:r>
      <w:r w:rsidR="004C389C">
        <w:t>c</w:t>
      </w:r>
      <w:r>
        <w:t>’</w:t>
      </w:r>
      <w:r w:rsidR="004C389C">
        <w:t>est moi</w:t>
      </w:r>
      <w:r>
        <w:t xml:space="preserve"> ! </w:t>
      </w:r>
      <w:r w:rsidR="004C389C">
        <w:t>répondit l</w:t>
      </w:r>
      <w:r>
        <w:t>’</w:t>
      </w:r>
      <w:r w:rsidR="004C389C">
        <w:t>homme ainsi désigné</w:t>
      </w:r>
      <w:r>
        <w:t xml:space="preserve">. </w:t>
      </w:r>
      <w:r w:rsidR="004C389C">
        <w:t>Et vous</w:t>
      </w:r>
      <w:r>
        <w:t xml:space="preserve">, </w:t>
      </w:r>
      <w:r w:rsidR="004C389C">
        <w:t>qui êtes-vous</w:t>
      </w:r>
      <w:r>
        <w:t xml:space="preserve">, </w:t>
      </w:r>
      <w:r w:rsidR="004C389C">
        <w:t>qui déployez un pavillon de piraterie en prenant pied sur ce rivage</w:t>
      </w:r>
      <w:r>
        <w:t> ?</w:t>
      </w:r>
    </w:p>
    <w:p w14:paraId="7AF6599A" w14:textId="77777777" w:rsidR="004B5A85" w:rsidRDefault="004B5A85" w:rsidP="004C389C">
      <w:r>
        <w:t>— </w:t>
      </w:r>
      <w:r w:rsidR="004C389C">
        <w:t>Je suis le Ravageur du Monde</w:t>
      </w:r>
      <w:r>
        <w:t xml:space="preserve"> ! </w:t>
      </w:r>
      <w:r w:rsidR="004C389C">
        <w:t>Avez-vous entendu parler de moi</w:t>
      </w:r>
      <w:r>
        <w:t> ?…</w:t>
      </w:r>
    </w:p>
    <w:p w14:paraId="2080D402" w14:textId="77777777" w:rsidR="004B5A85" w:rsidRDefault="004B5A85" w:rsidP="004C389C">
      <w:r>
        <w:t>— </w:t>
      </w:r>
      <w:r w:rsidR="004C389C">
        <w:t>Oui</w:t>
      </w:r>
      <w:r>
        <w:t xml:space="preserve">, </w:t>
      </w:r>
      <w:r w:rsidR="004C389C">
        <w:t>en effet</w:t>
      </w:r>
      <w:r>
        <w:t xml:space="preserve"> !… </w:t>
      </w:r>
      <w:r w:rsidR="004C389C">
        <w:t>les hommes de cette goélette américaine nous ont raconté des histoires</w:t>
      </w:r>
      <w:r>
        <w:t xml:space="preserve"> !… </w:t>
      </w:r>
      <w:r w:rsidR="004C389C">
        <w:t>Mais</w:t>
      </w:r>
      <w:r>
        <w:t xml:space="preserve">, </w:t>
      </w:r>
      <w:r w:rsidR="004C389C">
        <w:t>Ravageur ou non</w:t>
      </w:r>
      <w:r>
        <w:t xml:space="preserve">, </w:t>
      </w:r>
      <w:r w:rsidR="004C389C">
        <w:t>je vous invite à renvoyer votre troupe à bord de ce sous-marin que je vois là-bas</w:t>
      </w:r>
      <w:r>
        <w:t xml:space="preserve">, </w:t>
      </w:r>
      <w:r w:rsidR="004C389C">
        <w:t>et à regagner le large</w:t>
      </w:r>
      <w:r>
        <w:t xml:space="preserve">, </w:t>
      </w:r>
      <w:r w:rsidR="004C389C">
        <w:t>si vous n</w:t>
      </w:r>
      <w:r>
        <w:t>’</w:t>
      </w:r>
      <w:r w:rsidR="004C389C">
        <w:t>avez aucune op</w:t>
      </w:r>
      <w:r w:rsidR="004C389C">
        <w:t>é</w:t>
      </w:r>
      <w:r w:rsidR="004C389C">
        <w:t>ration de commerce à accomplir</w:t>
      </w:r>
      <w:r>
        <w:t>.</w:t>
      </w:r>
    </w:p>
    <w:p w14:paraId="2BFC1F1B" w14:textId="77777777" w:rsidR="004B5A85" w:rsidRDefault="004C389C" w:rsidP="004C389C">
      <w:r>
        <w:t>À ces paroles</w:t>
      </w:r>
      <w:r w:rsidR="004B5A85">
        <w:t xml:space="preserve">, </w:t>
      </w:r>
      <w:r>
        <w:t>qui montraient autant de courage que d</w:t>
      </w:r>
      <w:r w:rsidR="004B5A85">
        <w:t>’</w:t>
      </w:r>
      <w:r>
        <w:t>esprit de décision</w:t>
      </w:r>
      <w:r w:rsidR="004B5A85">
        <w:t xml:space="preserve">, </w:t>
      </w:r>
      <w:r>
        <w:t>le Ravageur murmura</w:t>
      </w:r>
      <w:r w:rsidR="004B5A85">
        <w:t> :</w:t>
      </w:r>
    </w:p>
    <w:p w14:paraId="3C2A3BFD" w14:textId="77777777" w:rsidR="004B5A85" w:rsidRDefault="004B5A85" w:rsidP="004C389C">
      <w:r>
        <w:t>— </w:t>
      </w:r>
      <w:r w:rsidR="004C389C">
        <w:t>Voilà un brave homme</w:t>
      </w:r>
      <w:r>
        <w:t xml:space="preserve">. </w:t>
      </w:r>
      <w:r w:rsidR="004C389C">
        <w:t>Il va se faire tuer</w:t>
      </w:r>
      <w:r>
        <w:t xml:space="preserve">, </w:t>
      </w:r>
      <w:r w:rsidR="004C389C">
        <w:t>c</w:t>
      </w:r>
      <w:r>
        <w:t>’</w:t>
      </w:r>
      <w:r w:rsidR="004C389C">
        <w:t>est do</w:t>
      </w:r>
      <w:r w:rsidR="004C389C">
        <w:t>m</w:t>
      </w:r>
      <w:r w:rsidR="004C389C">
        <w:t>mage</w:t>
      </w:r>
      <w:r>
        <w:t xml:space="preserve"> !… </w:t>
      </w:r>
      <w:r w:rsidR="004C389C">
        <w:t>Essayons encore</w:t>
      </w:r>
      <w:r>
        <w:t>.</w:t>
      </w:r>
    </w:p>
    <w:p w14:paraId="76A56884" w14:textId="77777777" w:rsidR="004B5A85" w:rsidRDefault="004C389C" w:rsidP="004C389C">
      <w:r>
        <w:t>Il éleva la voix et il dit</w:t>
      </w:r>
      <w:r w:rsidR="004B5A85">
        <w:t> :</w:t>
      </w:r>
    </w:p>
    <w:p w14:paraId="2EABBECD" w14:textId="77777777" w:rsidR="004B5A85" w:rsidRDefault="004B5A85" w:rsidP="004C389C">
      <w:r>
        <w:t>— </w:t>
      </w:r>
      <w:r w:rsidR="004C389C">
        <w:t>Loin de gagner le large</w:t>
      </w:r>
      <w:r>
        <w:t xml:space="preserve">, </w:t>
      </w:r>
      <w:r w:rsidR="004C389C">
        <w:t>je vais faire débarquer tout mon équipage</w:t>
      </w:r>
      <w:r>
        <w:t xml:space="preserve">. </w:t>
      </w:r>
      <w:r w:rsidR="004C389C">
        <w:t>Je viens occuper cette île dont j</w:t>
      </w:r>
      <w:r>
        <w:t>’</w:t>
      </w:r>
      <w:r w:rsidR="004C389C">
        <w:t>ai besoin</w:t>
      </w:r>
      <w:r>
        <w:t xml:space="preserve">. </w:t>
      </w:r>
      <w:r w:rsidR="004C389C">
        <w:t>Gendarme</w:t>
      </w:r>
      <w:r>
        <w:t xml:space="preserve">, </w:t>
      </w:r>
      <w:r w:rsidR="004C389C">
        <w:t>rendez-vous</w:t>
      </w:r>
      <w:r>
        <w:t xml:space="preserve">. </w:t>
      </w:r>
      <w:r w:rsidR="004C389C">
        <w:t>Il ne vous sera fait aucun mal</w:t>
      </w:r>
      <w:r>
        <w:t xml:space="preserve">. </w:t>
      </w:r>
      <w:r w:rsidR="004C389C">
        <w:t>Et faites déposer les armes aux indigènes rangés derrière vous</w:t>
      </w:r>
      <w:r>
        <w:t>…</w:t>
      </w:r>
    </w:p>
    <w:p w14:paraId="20F6C66C" w14:textId="77777777" w:rsidR="004B5A85" w:rsidRDefault="004B5A85" w:rsidP="004C389C">
      <w:r>
        <w:t>— </w:t>
      </w:r>
      <w:r w:rsidR="004C389C">
        <w:t>Me rendre</w:t>
      </w:r>
      <w:r>
        <w:t xml:space="preserve"> !… </w:t>
      </w:r>
      <w:r w:rsidR="004C389C">
        <w:t>s</w:t>
      </w:r>
      <w:r>
        <w:t>’</w:t>
      </w:r>
      <w:r w:rsidR="004C389C">
        <w:t>écria le gendarme d</w:t>
      </w:r>
      <w:r>
        <w:t>’</w:t>
      </w:r>
      <w:r w:rsidR="004C389C">
        <w:t>une voix indignée</w:t>
      </w:r>
      <w:r>
        <w:t xml:space="preserve">. </w:t>
      </w:r>
      <w:r w:rsidR="004C389C">
        <w:t>Un Français ne se rend jamais</w:t>
      </w:r>
      <w:r>
        <w:t xml:space="preserve">… </w:t>
      </w:r>
      <w:r w:rsidR="004C389C">
        <w:t>Je suis ici pour défendre cette île</w:t>
      </w:r>
      <w:r>
        <w:t xml:space="preserve">. </w:t>
      </w:r>
      <w:r w:rsidR="004C389C">
        <w:t>Je la défendrai jusqu</w:t>
      </w:r>
      <w:r>
        <w:t>’</w:t>
      </w:r>
      <w:r w:rsidR="004C389C">
        <w:t>à la mort</w:t>
      </w:r>
      <w:r>
        <w:t xml:space="preserve">… </w:t>
      </w:r>
      <w:r w:rsidR="004C389C">
        <w:t>Je ne croyais pas à l</w:t>
      </w:r>
      <w:r>
        <w:t>’</w:t>
      </w:r>
      <w:r w:rsidR="004C389C">
        <w:t>existence du Ravageur du Monde</w:t>
      </w:r>
      <w:r>
        <w:t xml:space="preserve">. </w:t>
      </w:r>
      <w:r w:rsidR="004C389C">
        <w:t>Mais puisqu</w:t>
      </w:r>
      <w:r>
        <w:t>’</w:t>
      </w:r>
      <w:r w:rsidR="004C389C">
        <w:t>il existe</w:t>
      </w:r>
      <w:r>
        <w:t xml:space="preserve">, </w:t>
      </w:r>
      <w:r w:rsidR="004C389C">
        <w:t>et que ce bandit c</w:t>
      </w:r>
      <w:r>
        <w:t>’</w:t>
      </w:r>
      <w:r w:rsidR="004C389C">
        <w:t>est vous</w:t>
      </w:r>
      <w:r>
        <w:t xml:space="preserve">, </w:t>
      </w:r>
      <w:r w:rsidR="004C389C">
        <w:t>ça suffit</w:t>
      </w:r>
      <w:r>
        <w:t xml:space="preserve"> ! </w:t>
      </w:r>
      <w:r w:rsidR="004C389C">
        <w:t>Mon devoir est tout tracé</w:t>
      </w:r>
      <w:r>
        <w:t xml:space="preserve">. </w:t>
      </w:r>
      <w:r w:rsidR="004C389C">
        <w:t>Re</w:t>
      </w:r>
      <w:r w:rsidR="004C389C">
        <w:t>m</w:t>
      </w:r>
      <w:r w:rsidR="004C389C">
        <w:t>barquez-vous à l</w:t>
      </w:r>
      <w:r>
        <w:t>’</w:t>
      </w:r>
      <w:r w:rsidR="004C389C">
        <w:t>instant ou je fais feu</w:t>
      </w:r>
      <w:r>
        <w:t>…</w:t>
      </w:r>
    </w:p>
    <w:p w14:paraId="0BE4F37D" w14:textId="77777777" w:rsidR="004B5A85" w:rsidRDefault="004B5A85" w:rsidP="004C389C">
      <w:r>
        <w:lastRenderedPageBreak/>
        <w:t>« </w:t>
      </w:r>
      <w:r w:rsidR="004C389C">
        <w:t>Attention</w:t>
      </w:r>
      <w:r>
        <w:t xml:space="preserve">, </w:t>
      </w:r>
      <w:r w:rsidR="004C389C">
        <w:t>mes amis</w:t>
      </w:r>
      <w:r>
        <w:t xml:space="preserve">, </w:t>
      </w:r>
      <w:r w:rsidR="004C389C">
        <w:t>si je fais feu</w:t>
      </w:r>
      <w:r>
        <w:t xml:space="preserve">, </w:t>
      </w:r>
      <w:r w:rsidR="004C389C">
        <w:t>tirez</w:t>
      </w:r>
      <w:r>
        <w:t xml:space="preserve">… </w:t>
      </w:r>
      <w:r w:rsidR="004C389C">
        <w:t>à volonté</w:t>
      </w:r>
      <w:r>
        <w:t xml:space="preserve"> ! </w:t>
      </w:r>
      <w:r w:rsidR="004C389C">
        <w:t>ajo</w:t>
      </w:r>
      <w:r w:rsidR="004C389C">
        <w:t>u</w:t>
      </w:r>
      <w:r w:rsidR="004C389C">
        <w:t>ta-t-il en se tournant vers les indigènes</w:t>
      </w:r>
      <w:r>
        <w:t>.</w:t>
      </w:r>
    </w:p>
    <w:p w14:paraId="4BCCAEFD" w14:textId="77777777" w:rsidR="004B5A85" w:rsidRDefault="004C389C" w:rsidP="004C389C">
      <w:r>
        <w:t>Et il épaula son fusil</w:t>
      </w:r>
      <w:r w:rsidR="004B5A85">
        <w:t>.</w:t>
      </w:r>
    </w:p>
    <w:p w14:paraId="78FBDDCE" w14:textId="77777777" w:rsidR="004B5A85" w:rsidRDefault="004C389C" w:rsidP="004C389C">
      <w:r>
        <w:t>Le Ravageur fronça le sourcil</w:t>
      </w:r>
      <w:r w:rsidR="004B5A85">
        <w:t xml:space="preserve">, </w:t>
      </w:r>
      <w:r>
        <w:t>haussa les épaules et jeta f</w:t>
      </w:r>
      <w:r>
        <w:t>u</w:t>
      </w:r>
      <w:r>
        <w:t>rieusement</w:t>
      </w:r>
      <w:r w:rsidR="004B5A85">
        <w:t> :</w:t>
      </w:r>
    </w:p>
    <w:p w14:paraId="4F248369" w14:textId="77777777" w:rsidR="004B5A85" w:rsidRDefault="004B5A85" w:rsidP="004C389C">
      <w:r>
        <w:t>— </w:t>
      </w:r>
      <w:r w:rsidR="004C389C">
        <w:t>Vous êtes fou</w:t>
      </w:r>
      <w:r>
        <w:t xml:space="preserve">, </w:t>
      </w:r>
      <w:r w:rsidR="004C389C">
        <w:t>mon brave homme</w:t>
      </w:r>
      <w:r>
        <w:t xml:space="preserve">… </w:t>
      </w:r>
      <w:r w:rsidR="004C389C">
        <w:t>Nous ne sommes que dix-huit en tout</w:t>
      </w:r>
      <w:r>
        <w:t xml:space="preserve">, </w:t>
      </w:r>
      <w:r w:rsidR="004C389C">
        <w:t>ici</w:t>
      </w:r>
      <w:r>
        <w:t xml:space="preserve">, </w:t>
      </w:r>
      <w:r w:rsidR="004C389C">
        <w:t>à bord du sous-marin</w:t>
      </w:r>
      <w:r>
        <w:t xml:space="preserve">, </w:t>
      </w:r>
      <w:r w:rsidR="004C389C">
        <w:t>mais nous sommes armés de manière à vous balayer</w:t>
      </w:r>
      <w:r>
        <w:t xml:space="preserve">, </w:t>
      </w:r>
      <w:r w:rsidR="004C389C">
        <w:t>vous et votre troupe</w:t>
      </w:r>
      <w:r>
        <w:t xml:space="preserve">, </w:t>
      </w:r>
      <w:r w:rsidR="004C389C">
        <w:t>en moins de trois minutes</w:t>
      </w:r>
      <w:r>
        <w:t>.</w:t>
      </w:r>
    </w:p>
    <w:p w14:paraId="0BAC67D7" w14:textId="77777777" w:rsidR="004B5A85" w:rsidRDefault="004B5A85" w:rsidP="004C389C">
      <w:r>
        <w:t>— </w:t>
      </w:r>
      <w:r w:rsidR="004C389C">
        <w:t>C</w:t>
      </w:r>
      <w:r>
        <w:t>’</w:t>
      </w:r>
      <w:r w:rsidR="004C389C">
        <w:t>est ce que nous allons voir</w:t>
      </w:r>
      <w:r>
        <w:t xml:space="preserve"> ! </w:t>
      </w:r>
      <w:r w:rsidR="004C389C">
        <w:t>riposta le gendarme</w:t>
      </w:r>
      <w:r>
        <w:t>.</w:t>
      </w:r>
    </w:p>
    <w:p w14:paraId="058438D9" w14:textId="46D244F6" w:rsidR="004C389C" w:rsidRDefault="004C389C" w:rsidP="004C389C"/>
    <w:p w14:paraId="6E853D68" w14:textId="77777777" w:rsidR="004B5A85" w:rsidRDefault="004C389C" w:rsidP="004C389C">
      <w:r>
        <w:t>Et l</w:t>
      </w:r>
      <w:r w:rsidR="004B5A85">
        <w:t>’</w:t>
      </w:r>
      <w:r>
        <w:t>héroïque Français visa le Ravageur du Monde</w:t>
      </w:r>
      <w:r w:rsidR="004B5A85">
        <w:t>.</w:t>
      </w:r>
    </w:p>
    <w:p w14:paraId="56144C70" w14:textId="77777777" w:rsidR="004B5A85" w:rsidRDefault="004C389C" w:rsidP="004C389C">
      <w:r>
        <w:t>Une détonation retentit</w:t>
      </w:r>
      <w:r w:rsidR="004B5A85">
        <w:t xml:space="preserve"> – </w:t>
      </w:r>
      <w:r>
        <w:t>et Hugues de Mauduit</w:t>
      </w:r>
      <w:r w:rsidR="004B5A85">
        <w:t xml:space="preserve">, </w:t>
      </w:r>
      <w:r>
        <w:t>qui s</w:t>
      </w:r>
      <w:r w:rsidR="004B5A85">
        <w:t>’</w:t>
      </w:r>
      <w:r>
        <w:t>était brusquement penché à gauche</w:t>
      </w:r>
      <w:r w:rsidR="004B5A85">
        <w:t xml:space="preserve">, </w:t>
      </w:r>
      <w:r>
        <w:t>entendit une balle siffler à son oreille droite</w:t>
      </w:r>
      <w:r w:rsidR="004B5A85">
        <w:t>.</w:t>
      </w:r>
    </w:p>
    <w:p w14:paraId="20EE335D" w14:textId="77777777" w:rsidR="004B5A85" w:rsidRDefault="004C389C" w:rsidP="004C389C">
      <w:r>
        <w:t>Il voulut crier</w:t>
      </w:r>
      <w:r w:rsidR="004B5A85">
        <w:t> : « </w:t>
      </w:r>
      <w:r>
        <w:t>Feu</w:t>
      </w:r>
      <w:r w:rsidR="004B5A85">
        <w:t> ! »</w:t>
      </w:r>
      <w:r>
        <w:t xml:space="preserve"> mais</w:t>
      </w:r>
      <w:r w:rsidR="004B5A85">
        <w:t xml:space="preserve">, </w:t>
      </w:r>
      <w:r>
        <w:t>avant que ce mot eût pu so</w:t>
      </w:r>
      <w:r>
        <w:t>r</w:t>
      </w:r>
      <w:r>
        <w:t>tir de sa bouche</w:t>
      </w:r>
      <w:r w:rsidR="004B5A85">
        <w:t xml:space="preserve">, </w:t>
      </w:r>
      <w:r>
        <w:t>le gendarme appuyait de nouveau sur la g</w:t>
      </w:r>
      <w:r>
        <w:t>â</w:t>
      </w:r>
      <w:r>
        <w:t>chette et la seconde balle frappa Hugues de Mauduit en plein front</w:t>
      </w:r>
      <w:r w:rsidR="004B5A85">
        <w:t xml:space="preserve">. </w:t>
      </w:r>
      <w:r>
        <w:t>Le Ravageur du Monde tomba lourdement</w:t>
      </w:r>
      <w:r w:rsidR="004B5A85">
        <w:t xml:space="preserve">. </w:t>
      </w:r>
      <w:r>
        <w:t>Ses hommes</w:t>
      </w:r>
      <w:r w:rsidR="004B5A85">
        <w:t xml:space="preserve">, </w:t>
      </w:r>
      <w:r>
        <w:t>stupéfaits</w:t>
      </w:r>
      <w:r w:rsidR="004B5A85">
        <w:t xml:space="preserve">, </w:t>
      </w:r>
      <w:r>
        <w:t>n</w:t>
      </w:r>
      <w:r w:rsidR="004B5A85">
        <w:t>’</w:t>
      </w:r>
      <w:r>
        <w:t>en croyant pas leurs yeux</w:t>
      </w:r>
      <w:r w:rsidR="004B5A85">
        <w:t xml:space="preserve">, </w:t>
      </w:r>
      <w:r>
        <w:t>demeuraient figés</w:t>
      </w:r>
      <w:r w:rsidR="004B5A85">
        <w:t xml:space="preserve">. </w:t>
      </w:r>
      <w:r>
        <w:t>Certes</w:t>
      </w:r>
      <w:r w:rsidR="004B5A85">
        <w:t xml:space="preserve">, </w:t>
      </w:r>
      <w:r>
        <w:t>ils n</w:t>
      </w:r>
      <w:r w:rsidR="004B5A85">
        <w:t>’</w:t>
      </w:r>
      <w:r>
        <w:t>analysaient pas ce qui se passait en eux</w:t>
      </w:r>
      <w:r w:rsidR="004B5A85">
        <w:t xml:space="preserve">, </w:t>
      </w:r>
      <w:r>
        <w:t>mais ils s</w:t>
      </w:r>
      <w:r>
        <w:t>u</w:t>
      </w:r>
      <w:r>
        <w:t>bissaient</w:t>
      </w:r>
      <w:r w:rsidR="004B5A85">
        <w:t xml:space="preserve">, </w:t>
      </w:r>
      <w:r>
        <w:t>si l</w:t>
      </w:r>
      <w:r w:rsidR="004B5A85">
        <w:t>’</w:t>
      </w:r>
      <w:r>
        <w:t>on peut dire</w:t>
      </w:r>
      <w:r w:rsidR="004B5A85">
        <w:t xml:space="preserve">, </w:t>
      </w:r>
      <w:r>
        <w:t>la fascination d</w:t>
      </w:r>
      <w:r w:rsidR="004B5A85">
        <w:t>’</w:t>
      </w:r>
      <w:r>
        <w:t>un fait</w:t>
      </w:r>
      <w:r w:rsidR="004B5A85">
        <w:t xml:space="preserve">, </w:t>
      </w:r>
      <w:r>
        <w:t>d</w:t>
      </w:r>
      <w:r w:rsidR="004B5A85">
        <w:t>’</w:t>
      </w:r>
      <w:r>
        <w:t>un évén</w:t>
      </w:r>
      <w:r>
        <w:t>e</w:t>
      </w:r>
      <w:r>
        <w:t>ment aussi formidable qu</w:t>
      </w:r>
      <w:r w:rsidR="004B5A85">
        <w:t>’</w:t>
      </w:r>
      <w:r>
        <w:t>imprévu</w:t>
      </w:r>
      <w:r w:rsidR="004B5A85">
        <w:t>.</w:t>
      </w:r>
    </w:p>
    <w:p w14:paraId="2EA85B39" w14:textId="77777777" w:rsidR="004B5A85" w:rsidRDefault="004C389C" w:rsidP="004C389C">
      <w:r>
        <w:t>Ironie et peut-être justice</w:t>
      </w:r>
      <w:r w:rsidR="004B5A85">
        <w:t xml:space="preserve">, </w:t>
      </w:r>
      <w:r>
        <w:t>la Providence qui règle les de</w:t>
      </w:r>
      <w:r>
        <w:t>s</w:t>
      </w:r>
      <w:r>
        <w:t>tins des hommes</w:t>
      </w:r>
      <w:r w:rsidR="004B5A85">
        <w:t> !</w:t>
      </w:r>
    </w:p>
    <w:p w14:paraId="71A78D52" w14:textId="77777777" w:rsidR="004B5A85" w:rsidRDefault="004C389C" w:rsidP="004C389C">
      <w:r>
        <w:t>Cet Hugues de Mauduit</w:t>
      </w:r>
      <w:r w:rsidR="004B5A85">
        <w:t xml:space="preserve">, </w:t>
      </w:r>
      <w:r>
        <w:t>ce mystérieux Ravageur du Monde qui avait triomphé de tant d</w:t>
      </w:r>
      <w:r w:rsidR="004B5A85">
        <w:t>’</w:t>
      </w:r>
      <w:r>
        <w:t>embûches</w:t>
      </w:r>
      <w:r w:rsidR="004B5A85">
        <w:t xml:space="preserve">, </w:t>
      </w:r>
      <w:r>
        <w:t xml:space="preserve">bravé tant de </w:t>
      </w:r>
      <w:r>
        <w:lastRenderedPageBreak/>
        <w:t>périls</w:t>
      </w:r>
      <w:r w:rsidR="004B5A85">
        <w:t xml:space="preserve">, </w:t>
      </w:r>
      <w:r>
        <w:t>qui était sorti indemne de cent combats livrés contre des forces i</w:t>
      </w:r>
      <w:r>
        <w:t>n</w:t>
      </w:r>
      <w:r>
        <w:t>finiment supérieures aux siennes</w:t>
      </w:r>
      <w:r w:rsidR="004B5A85">
        <w:t xml:space="preserve">, </w:t>
      </w:r>
      <w:r>
        <w:t>cet aventurier vraiment e</w:t>
      </w:r>
      <w:r>
        <w:t>x</w:t>
      </w:r>
      <w:r>
        <w:t>traordinaire succombait brusquement de la manière la plus b</w:t>
      </w:r>
      <w:r>
        <w:t>a</w:t>
      </w:r>
      <w:r>
        <w:t>nale</w:t>
      </w:r>
      <w:r w:rsidR="004B5A85">
        <w:t xml:space="preserve">, </w:t>
      </w:r>
      <w:r>
        <w:t>la moins glorieuse</w:t>
      </w:r>
      <w:r w:rsidR="004B5A85">
        <w:t xml:space="preserve">, </w:t>
      </w:r>
      <w:r>
        <w:t>dans un conflit où il n</w:t>
      </w:r>
      <w:r w:rsidR="004B5A85">
        <w:t>’</w:t>
      </w:r>
      <w:r>
        <w:t>avait devant lui qu</w:t>
      </w:r>
      <w:r w:rsidR="004B5A85">
        <w:t>’</w:t>
      </w:r>
      <w:r>
        <w:t>un simple gendarme français et quelques indigènes mal a</w:t>
      </w:r>
      <w:r>
        <w:t>r</w:t>
      </w:r>
      <w:r>
        <w:t>més</w:t>
      </w:r>
      <w:r w:rsidR="004B5A85">
        <w:t xml:space="preserve">, </w:t>
      </w:r>
      <w:r>
        <w:t>à peine disciplinés et d</w:t>
      </w:r>
      <w:r w:rsidR="004B5A85">
        <w:t>’</w:t>
      </w:r>
      <w:r>
        <w:t>un courage qui n</w:t>
      </w:r>
      <w:r w:rsidR="004B5A85">
        <w:t>’</w:t>
      </w:r>
      <w:r>
        <w:t>avait pas dû être mis bien souvent à l</w:t>
      </w:r>
      <w:r w:rsidR="004B5A85">
        <w:t>’</w:t>
      </w:r>
      <w:r>
        <w:t>épreuve</w:t>
      </w:r>
      <w:r w:rsidR="004B5A85">
        <w:t>.</w:t>
      </w:r>
    </w:p>
    <w:p w14:paraId="55E7E724" w14:textId="77777777" w:rsidR="004B5A85" w:rsidRDefault="004C389C" w:rsidP="004C389C">
      <w:r>
        <w:t>Et c</w:t>
      </w:r>
      <w:r w:rsidR="004B5A85">
        <w:t>’</w:t>
      </w:r>
      <w:r>
        <w:t>est cela</w:t>
      </w:r>
      <w:r w:rsidR="004B5A85">
        <w:t xml:space="preserve">, </w:t>
      </w:r>
      <w:r>
        <w:t>tout cela</w:t>
      </w:r>
      <w:r w:rsidR="004B5A85">
        <w:t xml:space="preserve">, </w:t>
      </w:r>
      <w:r>
        <w:t>qui</w:t>
      </w:r>
      <w:r w:rsidR="004B5A85">
        <w:t xml:space="preserve">, </w:t>
      </w:r>
      <w:r>
        <w:t>en frappant l</w:t>
      </w:r>
      <w:r w:rsidR="004B5A85">
        <w:t>’</w:t>
      </w:r>
      <w:r>
        <w:t>esprit des pirates</w:t>
      </w:r>
      <w:r w:rsidR="004B5A85">
        <w:t xml:space="preserve">, </w:t>
      </w:r>
      <w:r>
        <w:t>les immobilisait</w:t>
      </w:r>
      <w:r w:rsidR="004B5A85">
        <w:t xml:space="preserve">, </w:t>
      </w:r>
      <w:r>
        <w:t>ahuris et pétrifiés</w:t>
      </w:r>
      <w:r w:rsidR="004B5A85">
        <w:t xml:space="preserve">, </w:t>
      </w:r>
      <w:r>
        <w:t>incompréhensifs et terror</w:t>
      </w:r>
      <w:r>
        <w:t>i</w:t>
      </w:r>
      <w:r>
        <w:t>sés</w:t>
      </w:r>
      <w:r w:rsidR="004B5A85">
        <w:t xml:space="preserve">, </w:t>
      </w:r>
      <w:r>
        <w:t>devant le corps de leur terrible chef</w:t>
      </w:r>
      <w:r w:rsidR="004B5A85">
        <w:t xml:space="preserve">, </w:t>
      </w:r>
      <w:r>
        <w:t>corps maintenant i</w:t>
      </w:r>
      <w:r>
        <w:t>m</w:t>
      </w:r>
      <w:r>
        <w:t>mobile et qui n</w:t>
      </w:r>
      <w:r w:rsidR="004B5A85">
        <w:t>’</w:t>
      </w:r>
      <w:r>
        <w:t>était plus qu</w:t>
      </w:r>
      <w:r w:rsidR="004B5A85">
        <w:t>’</w:t>
      </w:r>
      <w:r>
        <w:t>un cadavre</w:t>
      </w:r>
      <w:r w:rsidR="004B5A85">
        <w:t xml:space="preserve">. </w:t>
      </w:r>
      <w:r>
        <w:t>Le gendarme français était un gaillard aussi avisé que courageux</w:t>
      </w:r>
      <w:r w:rsidR="004B5A85">
        <w:t xml:space="preserve">. </w:t>
      </w:r>
      <w:r>
        <w:t>Il ne s</w:t>
      </w:r>
      <w:r w:rsidR="004B5A85">
        <w:t>’</w:t>
      </w:r>
      <w:r>
        <w:t>attarda pas à chercher la raison de la stupeur de ses ennemis imprévus</w:t>
      </w:r>
      <w:r w:rsidR="004B5A85">
        <w:t>.</w:t>
      </w:r>
    </w:p>
    <w:p w14:paraId="29FCB304" w14:textId="77777777" w:rsidR="004B5A85" w:rsidRDefault="004C389C" w:rsidP="004C389C">
      <w:r>
        <w:t xml:space="preserve">À peine se </w:t>
      </w:r>
      <w:proofErr w:type="spellStart"/>
      <w:r>
        <w:t>fut-il</w:t>
      </w:r>
      <w:proofErr w:type="spellEnd"/>
      <w:r>
        <w:t xml:space="preserve"> rendu compte de sa victoire individuelle</w:t>
      </w:r>
      <w:r w:rsidR="004B5A85">
        <w:t xml:space="preserve">, </w:t>
      </w:r>
      <w:r>
        <w:t>qu</w:t>
      </w:r>
      <w:r w:rsidR="004B5A85">
        <w:t>’</w:t>
      </w:r>
      <w:r>
        <w:t>il comprit qu</w:t>
      </w:r>
      <w:r w:rsidR="004B5A85">
        <w:t>’</w:t>
      </w:r>
      <w:r>
        <w:t>elle pouvait</w:t>
      </w:r>
      <w:r w:rsidR="004B5A85">
        <w:t xml:space="preserve">, </w:t>
      </w:r>
      <w:r>
        <w:t>avec de la décision de sa part</w:t>
      </w:r>
      <w:r w:rsidR="004B5A85">
        <w:t xml:space="preserve">, </w:t>
      </w:r>
      <w:r>
        <w:t>d</w:t>
      </w:r>
      <w:r>
        <w:t>e</w:t>
      </w:r>
      <w:r>
        <w:t>venir une victoire générale et définitive</w:t>
      </w:r>
      <w:r w:rsidR="004B5A85">
        <w:t>.</w:t>
      </w:r>
    </w:p>
    <w:p w14:paraId="7FF31F91" w14:textId="77777777" w:rsidR="004B5A85" w:rsidRDefault="004B5A85" w:rsidP="004C389C">
      <w:r>
        <w:t>— </w:t>
      </w:r>
      <w:r w:rsidR="004C389C">
        <w:t>Mes amis</w:t>
      </w:r>
      <w:r>
        <w:t xml:space="preserve"> ! </w:t>
      </w:r>
      <w:r w:rsidR="004C389C">
        <w:t>cria-t-il en se tournant vers les indigènes</w:t>
      </w:r>
      <w:r>
        <w:t xml:space="preserve">, </w:t>
      </w:r>
      <w:r w:rsidR="004C389C">
        <w:t>en avant</w:t>
      </w:r>
      <w:r>
        <w:t xml:space="preserve"> ! </w:t>
      </w:r>
      <w:r w:rsidR="004C389C">
        <w:t>en avant</w:t>
      </w:r>
      <w:r>
        <w:t xml:space="preserve"> ! </w:t>
      </w:r>
      <w:r w:rsidR="004C389C">
        <w:t>Faisons prisonniers tous ces bandits</w:t>
      </w:r>
      <w:r>
        <w:t>.</w:t>
      </w:r>
    </w:p>
    <w:p w14:paraId="3000F703" w14:textId="77777777" w:rsidR="004B5A85" w:rsidRDefault="004C389C" w:rsidP="004C389C">
      <w:r>
        <w:t>Le Ravageur n</w:t>
      </w:r>
      <w:r w:rsidR="004B5A85">
        <w:t>’</w:t>
      </w:r>
      <w:r>
        <w:t>était accompagné que de douze hommes</w:t>
      </w:r>
      <w:r w:rsidR="004B5A85">
        <w:t xml:space="preserve">. </w:t>
      </w:r>
      <w:r>
        <w:t>Or</w:t>
      </w:r>
      <w:r w:rsidR="004B5A85">
        <w:t xml:space="preserve">, </w:t>
      </w:r>
      <w:r>
        <w:t>maintenant</w:t>
      </w:r>
      <w:r w:rsidR="004B5A85">
        <w:t xml:space="preserve">, </w:t>
      </w:r>
      <w:r>
        <w:t>les indigènes étaient plus nombreux qu</w:t>
      </w:r>
      <w:r w:rsidR="004B5A85">
        <w:t>’</w:t>
      </w:r>
      <w:r>
        <w:t>au d</w:t>
      </w:r>
      <w:r>
        <w:t>é</w:t>
      </w:r>
      <w:r>
        <w:t>but de l</w:t>
      </w:r>
      <w:r w:rsidR="004B5A85">
        <w:t>’</w:t>
      </w:r>
      <w:r>
        <w:t>altercation du gendarme avec l</w:t>
      </w:r>
      <w:r w:rsidR="004B5A85">
        <w:t>’</w:t>
      </w:r>
      <w:r>
        <w:t>envahisseur de l</w:t>
      </w:r>
      <w:r w:rsidR="004B5A85">
        <w:t>’</w:t>
      </w:r>
      <w:r>
        <w:t>île</w:t>
      </w:r>
      <w:r w:rsidR="004B5A85">
        <w:t xml:space="preserve">. </w:t>
      </w:r>
      <w:r>
        <w:t>Ils se trouvaient bien au nombre d</w:t>
      </w:r>
      <w:r w:rsidR="004B5A85">
        <w:t>’</w:t>
      </w:r>
      <w:r>
        <w:t>une quarantaine</w:t>
      </w:r>
      <w:r w:rsidR="004B5A85">
        <w:t xml:space="preserve">. </w:t>
      </w:r>
      <w:r>
        <w:t>Du reste</w:t>
      </w:r>
      <w:r w:rsidR="004B5A85">
        <w:t xml:space="preserve">, </w:t>
      </w:r>
      <w:r>
        <w:t>beaucoup d</w:t>
      </w:r>
      <w:r w:rsidR="004B5A85">
        <w:t>’</w:t>
      </w:r>
      <w:r>
        <w:t>entre eux n</w:t>
      </w:r>
      <w:r w:rsidR="004B5A85">
        <w:t>’</w:t>
      </w:r>
      <w:r>
        <w:t>étaient même pas armés</w:t>
      </w:r>
      <w:r w:rsidR="004B5A85">
        <w:t xml:space="preserve">, </w:t>
      </w:r>
      <w:r>
        <w:t>et cela valut mieux peut-être</w:t>
      </w:r>
      <w:r w:rsidR="004B5A85">
        <w:t xml:space="preserve">, </w:t>
      </w:r>
      <w:r>
        <w:t>car ils ne furent que plus libres de leurs mains pour obéir à l</w:t>
      </w:r>
      <w:r w:rsidR="004B5A85">
        <w:t>’</w:t>
      </w:r>
      <w:r>
        <w:t>ordre de leur chef</w:t>
      </w:r>
      <w:r w:rsidR="004B5A85">
        <w:t>.</w:t>
      </w:r>
    </w:p>
    <w:p w14:paraId="14E64F9D" w14:textId="77777777" w:rsidR="004B5A85" w:rsidRDefault="004C389C" w:rsidP="004C389C">
      <w:r>
        <w:t>La troupe se précipita violemment contre les douze bandits qui</w:t>
      </w:r>
      <w:r w:rsidR="004B5A85">
        <w:t xml:space="preserve">, </w:t>
      </w:r>
      <w:r>
        <w:t>avant même d</w:t>
      </w:r>
      <w:r w:rsidR="004B5A85">
        <w:t>’</w:t>
      </w:r>
      <w:r>
        <w:t>avoir pris conscience de ce qui survenait</w:t>
      </w:r>
      <w:r w:rsidR="004B5A85">
        <w:t xml:space="preserve">, </w:t>
      </w:r>
      <w:r>
        <w:t>f</w:t>
      </w:r>
      <w:r>
        <w:t>u</w:t>
      </w:r>
      <w:r>
        <w:t>rent entourés</w:t>
      </w:r>
      <w:r w:rsidR="004B5A85">
        <w:t xml:space="preserve">, </w:t>
      </w:r>
      <w:r>
        <w:t>saisis chacun par plusieurs indigènes</w:t>
      </w:r>
      <w:r w:rsidR="004B5A85">
        <w:t xml:space="preserve">, </w:t>
      </w:r>
      <w:r>
        <w:t>désarmés</w:t>
      </w:r>
      <w:r w:rsidR="004B5A85">
        <w:t xml:space="preserve">, </w:t>
      </w:r>
      <w:r>
        <w:t>assommés à coups de poings ou à coups de crosse</w:t>
      </w:r>
      <w:r w:rsidR="004B5A85">
        <w:t xml:space="preserve">, </w:t>
      </w:r>
      <w:r>
        <w:lastRenderedPageBreak/>
        <w:t>jetés à terre et ligotés</w:t>
      </w:r>
      <w:r w:rsidR="004B5A85">
        <w:t xml:space="preserve">. </w:t>
      </w:r>
      <w:r>
        <w:t>De la manière la plus inattendue</w:t>
      </w:r>
      <w:r w:rsidR="004B5A85">
        <w:t xml:space="preserve">, </w:t>
      </w:r>
      <w:r>
        <w:t>et l</w:t>
      </w:r>
      <w:r w:rsidR="004B5A85">
        <w:t>’</w:t>
      </w:r>
      <w:r>
        <w:t>on peut dire la plus providentielle</w:t>
      </w:r>
      <w:r w:rsidR="004B5A85">
        <w:t xml:space="preserve">, </w:t>
      </w:r>
      <w:r>
        <w:t>la défaite du Ravageur et de ses complices était complète</w:t>
      </w:r>
      <w:r w:rsidR="004B5A85">
        <w:t xml:space="preserve">, </w:t>
      </w:r>
      <w:r>
        <w:t>définitive et absolue</w:t>
      </w:r>
      <w:r w:rsidR="004B5A85">
        <w:t xml:space="preserve">, </w:t>
      </w:r>
      <w:r>
        <w:t>puisque non seulement Hugues de Mauduit était mort</w:t>
      </w:r>
      <w:r w:rsidR="004B5A85">
        <w:t xml:space="preserve">, </w:t>
      </w:r>
      <w:r>
        <w:t>mais encore la plus grande pa</w:t>
      </w:r>
      <w:r>
        <w:t>r</w:t>
      </w:r>
      <w:r>
        <w:t>tie de son équipage était dans l</w:t>
      </w:r>
      <w:r w:rsidR="004B5A85">
        <w:t>’</w:t>
      </w:r>
      <w:r>
        <w:t>incapacité de faire le moindre mouvement</w:t>
      </w:r>
      <w:r w:rsidR="004B5A85">
        <w:t>.</w:t>
      </w:r>
    </w:p>
    <w:p w14:paraId="2503A57A" w14:textId="3010F07A" w:rsidR="004C389C" w:rsidRDefault="004C389C" w:rsidP="004B5A85">
      <w:pPr>
        <w:pStyle w:val="Titre1"/>
      </w:pPr>
      <w:bookmarkStart w:id="55" w:name="__RefHeading__57_1003869823"/>
      <w:bookmarkStart w:id="56" w:name="_Toc202462489"/>
      <w:bookmarkEnd w:id="55"/>
      <w:r>
        <w:lastRenderedPageBreak/>
        <w:t>CHAPITRE XXIX</w:t>
      </w:r>
      <w:r>
        <w:br/>
      </w:r>
      <w:r>
        <w:br/>
        <w:t>UNE MORALITÉ DE LA FONTAINE</w:t>
      </w:r>
      <w:bookmarkEnd w:id="56"/>
    </w:p>
    <w:p w14:paraId="3D9043C8" w14:textId="77777777" w:rsidR="004B5A85" w:rsidRDefault="004C389C" w:rsidP="004C389C">
      <w:pPr>
        <w:rPr>
          <w:i/>
          <w:iCs/>
        </w:rPr>
      </w:pPr>
      <w:r>
        <w:t>Or</w:t>
      </w:r>
      <w:r w:rsidR="004B5A85">
        <w:t xml:space="preserve">, </w:t>
      </w:r>
      <w:r>
        <w:t>tandis que ce drame rapide s</w:t>
      </w:r>
      <w:r w:rsidR="004B5A85">
        <w:t>’</w:t>
      </w:r>
      <w:r>
        <w:t>accomplissait sur la terre ferme</w:t>
      </w:r>
      <w:r w:rsidR="004B5A85">
        <w:t xml:space="preserve">, </w:t>
      </w:r>
      <w:r>
        <w:t>un autre drame tout aussi rapide</w:t>
      </w:r>
      <w:r w:rsidR="004B5A85">
        <w:t xml:space="preserve">, </w:t>
      </w:r>
      <w:r>
        <w:t>et de conséquences aussi imprévues</w:t>
      </w:r>
      <w:r w:rsidR="004B5A85">
        <w:t xml:space="preserve">, </w:t>
      </w:r>
      <w:r>
        <w:t xml:space="preserve">avait pour théâtre la plate-forme du </w:t>
      </w:r>
      <w:r>
        <w:rPr>
          <w:i/>
          <w:iCs/>
        </w:rPr>
        <w:t>Nyct</w:t>
      </w:r>
      <w:r>
        <w:rPr>
          <w:i/>
          <w:iCs/>
        </w:rPr>
        <w:t>a</w:t>
      </w:r>
      <w:r>
        <w:rPr>
          <w:i/>
          <w:iCs/>
        </w:rPr>
        <w:t>lope</w:t>
      </w:r>
      <w:r w:rsidR="004B5A85">
        <w:rPr>
          <w:i/>
          <w:iCs/>
        </w:rPr>
        <w:t>.</w:t>
      </w:r>
    </w:p>
    <w:p w14:paraId="2BAF46A0" w14:textId="77777777" w:rsidR="004B5A85" w:rsidRDefault="004C389C" w:rsidP="004C389C">
      <w:r>
        <w:t>L</w:t>
      </w:r>
      <w:r w:rsidR="004B5A85">
        <w:t>’</w:t>
      </w:r>
      <w:r>
        <w:t>on se souvient qu</w:t>
      </w:r>
      <w:r w:rsidR="004B5A85">
        <w:t>’</w:t>
      </w:r>
      <w:r>
        <w:t>après la capture de la goélette</w:t>
      </w:r>
      <w:r w:rsidR="004B5A85">
        <w:t xml:space="preserve">, </w:t>
      </w:r>
      <w:r>
        <w:t xml:space="preserve">Mauduit avait envoyé le lieutenant </w:t>
      </w:r>
      <w:proofErr w:type="spellStart"/>
      <w:r>
        <w:t>Askold</w:t>
      </w:r>
      <w:proofErr w:type="spellEnd"/>
      <w:r>
        <w:t xml:space="preserve"> vers le sous-marin</w:t>
      </w:r>
      <w:r w:rsidR="004B5A85">
        <w:t xml:space="preserve">, </w:t>
      </w:r>
      <w:r>
        <w:t>afin de faire monter Dumas</w:t>
      </w:r>
      <w:r w:rsidR="004B5A85">
        <w:t xml:space="preserve">, </w:t>
      </w:r>
      <w:proofErr w:type="spellStart"/>
      <w:r>
        <w:t>Caltic</w:t>
      </w:r>
      <w:proofErr w:type="spellEnd"/>
      <w:r w:rsidR="004B5A85">
        <w:t xml:space="preserve">, </w:t>
      </w:r>
      <w:r>
        <w:t>Ted et Barrot sur la plate-forme et de bombarder le village indigène si</w:t>
      </w:r>
      <w:r w:rsidR="004B5A85">
        <w:t xml:space="preserve">, </w:t>
      </w:r>
      <w:r>
        <w:t>par hasard</w:t>
      </w:r>
      <w:r w:rsidR="004B5A85">
        <w:t xml:space="preserve">, </w:t>
      </w:r>
      <w:r>
        <w:t>les gens de ce village opposaient une résistance sérieuse à l</w:t>
      </w:r>
      <w:r w:rsidR="004B5A85">
        <w:t>’</w:t>
      </w:r>
      <w:r>
        <w:t>attaque du Rav</w:t>
      </w:r>
      <w:r>
        <w:t>a</w:t>
      </w:r>
      <w:r>
        <w:t>geur</w:t>
      </w:r>
      <w:r w:rsidR="004B5A85">
        <w:t xml:space="preserve">. </w:t>
      </w:r>
      <w:proofErr w:type="spellStart"/>
      <w:r>
        <w:t>Askold</w:t>
      </w:r>
      <w:proofErr w:type="spellEnd"/>
      <w:r>
        <w:t xml:space="preserve"> obéit à la consigne qui venait de lui être donnée</w:t>
      </w:r>
      <w:r w:rsidR="004B5A85">
        <w:t xml:space="preserve">. </w:t>
      </w:r>
      <w:r>
        <w:t>Mais il ignorait que Pierrot l</w:t>
      </w:r>
      <w:r w:rsidR="004B5A85">
        <w:t>’</w:t>
      </w:r>
      <w:r>
        <w:t>Écureuil</w:t>
      </w:r>
      <w:r w:rsidR="004B5A85">
        <w:t xml:space="preserve">, </w:t>
      </w:r>
      <w:r>
        <w:t>grâce à sa souplesse ph</w:t>
      </w:r>
      <w:r>
        <w:t>y</w:t>
      </w:r>
      <w:r>
        <w:t>sique</w:t>
      </w:r>
      <w:r w:rsidR="004B5A85">
        <w:t xml:space="preserve">, </w:t>
      </w:r>
      <w:r>
        <w:t>à son énergie morale</w:t>
      </w:r>
      <w:r w:rsidR="004B5A85">
        <w:t xml:space="preserve">, </w:t>
      </w:r>
      <w:r>
        <w:t>avait pu se débarrasser des cordes qui lui attachaient les pieds et les mains</w:t>
      </w:r>
      <w:r w:rsidR="004B5A85">
        <w:t xml:space="preserve">. </w:t>
      </w:r>
      <w:r>
        <w:t>Il était vivement sorti de la cabine où on l</w:t>
      </w:r>
      <w:r w:rsidR="004B5A85">
        <w:t>’</w:t>
      </w:r>
      <w:r>
        <w:t>avait enfermé</w:t>
      </w:r>
      <w:r w:rsidR="004B5A85">
        <w:t xml:space="preserve">, </w:t>
      </w:r>
      <w:r>
        <w:t>et dont il avait pu faire sauter la serrure</w:t>
      </w:r>
      <w:r w:rsidR="004B5A85">
        <w:t xml:space="preserve">, </w:t>
      </w:r>
      <w:r>
        <w:t>au moyen de son couteau de poche qu</w:t>
      </w:r>
      <w:r w:rsidR="004B5A85">
        <w:t>’</w:t>
      </w:r>
      <w:r>
        <w:t>on ne lui avait pas enlevé</w:t>
      </w:r>
      <w:r w:rsidR="004B5A85">
        <w:t xml:space="preserve">. </w:t>
      </w:r>
      <w:r>
        <w:t>Il passa dans la cabine où se trouvait le lieutenant Roger</w:t>
      </w:r>
      <w:r w:rsidR="004B5A85">
        <w:t xml:space="preserve">. </w:t>
      </w:r>
      <w:r>
        <w:t>Il le délivra et tous les deux</w:t>
      </w:r>
      <w:r w:rsidR="004B5A85">
        <w:t xml:space="preserve">, </w:t>
      </w:r>
      <w:r>
        <w:t>voyant que l</w:t>
      </w:r>
      <w:r w:rsidR="004B5A85">
        <w:t>’</w:t>
      </w:r>
      <w:r>
        <w:t xml:space="preserve">intérieur du </w:t>
      </w:r>
      <w:r>
        <w:rPr>
          <w:i/>
          <w:iCs/>
        </w:rPr>
        <w:t>Nyctalope</w:t>
      </w:r>
      <w:r>
        <w:t xml:space="preserve"> était vide</w:t>
      </w:r>
      <w:r w:rsidR="004B5A85">
        <w:t xml:space="preserve">, </w:t>
      </w:r>
      <w:r>
        <w:t>se rendirent à la cabine-arsenal</w:t>
      </w:r>
      <w:r w:rsidR="004B5A85">
        <w:t xml:space="preserve">, </w:t>
      </w:r>
      <w:r>
        <w:t>où ils s</w:t>
      </w:r>
      <w:r w:rsidR="004B5A85">
        <w:t>’</w:t>
      </w:r>
      <w:r>
        <w:t>armèrent chacun d</w:t>
      </w:r>
      <w:r w:rsidR="004B5A85">
        <w:t>’</w:t>
      </w:r>
      <w:r>
        <w:t>un gros browning</w:t>
      </w:r>
      <w:r w:rsidR="004B5A85">
        <w:t>.</w:t>
      </w:r>
    </w:p>
    <w:p w14:paraId="5B9DD8FF" w14:textId="77777777" w:rsidR="004B5A85" w:rsidRDefault="004B5A85" w:rsidP="004C389C">
      <w:r>
        <w:t>— </w:t>
      </w:r>
      <w:r w:rsidR="004C389C">
        <w:t>Lieutenant</w:t>
      </w:r>
      <w:r>
        <w:t xml:space="preserve">, </w:t>
      </w:r>
      <w:r w:rsidR="004C389C">
        <w:t>dit Pierrot</w:t>
      </w:r>
      <w:r>
        <w:t xml:space="preserve">, </w:t>
      </w:r>
      <w:r w:rsidR="004C389C">
        <w:t>c</w:t>
      </w:r>
      <w:r>
        <w:t>’</w:t>
      </w:r>
      <w:r w:rsidR="004C389C">
        <w:t>est le moment ou jamais de vaincre ou de mourir</w:t>
      </w:r>
      <w:r>
        <w:t>.</w:t>
      </w:r>
    </w:p>
    <w:p w14:paraId="332462F4" w14:textId="77777777" w:rsidR="004B5A85" w:rsidRDefault="004C389C" w:rsidP="004C389C">
      <w:r>
        <w:t>Avec précaution</w:t>
      </w:r>
      <w:r w:rsidR="004B5A85">
        <w:t xml:space="preserve">, </w:t>
      </w:r>
      <w:r>
        <w:t>ils montèrent vers la plate-forme et ils v</w:t>
      </w:r>
      <w:r>
        <w:t>i</w:t>
      </w:r>
      <w:r>
        <w:t xml:space="preserve">rent tout de suite </w:t>
      </w:r>
      <w:proofErr w:type="spellStart"/>
      <w:r>
        <w:t>Askold</w:t>
      </w:r>
      <w:proofErr w:type="spellEnd"/>
      <w:r w:rsidR="004B5A85">
        <w:t xml:space="preserve">, </w:t>
      </w:r>
      <w:proofErr w:type="spellStart"/>
      <w:r>
        <w:t>Caltic</w:t>
      </w:r>
      <w:proofErr w:type="spellEnd"/>
      <w:r w:rsidR="004B5A85">
        <w:t xml:space="preserve">, </w:t>
      </w:r>
      <w:r>
        <w:t>Dumas</w:t>
      </w:r>
      <w:r w:rsidR="004B5A85">
        <w:t xml:space="preserve">, </w:t>
      </w:r>
      <w:r>
        <w:t>Ted et Barrot tout o</w:t>
      </w:r>
      <w:r>
        <w:t>c</w:t>
      </w:r>
      <w:r>
        <w:t>cupés à armer le canon de chasse</w:t>
      </w:r>
      <w:r w:rsidR="004B5A85">
        <w:t>.</w:t>
      </w:r>
    </w:p>
    <w:p w14:paraId="74EA66A5" w14:textId="77777777" w:rsidR="004B5A85" w:rsidRDefault="004C389C" w:rsidP="004C389C">
      <w:r>
        <w:lastRenderedPageBreak/>
        <w:t>Mais ce fut alors que le drame de la résistance du ge</w:t>
      </w:r>
      <w:r>
        <w:t>n</w:t>
      </w:r>
      <w:r>
        <w:t>darme français et de la mort soudaine du Ravageur se produisit sur le rivage</w:t>
      </w:r>
      <w:r w:rsidR="004B5A85">
        <w:t xml:space="preserve">. </w:t>
      </w:r>
      <w:r>
        <w:t>Roger et Pierrot étaient placés de telle sorte qu</w:t>
      </w:r>
      <w:r w:rsidR="004B5A85">
        <w:t>’</w:t>
      </w:r>
      <w:r>
        <w:t>ils virent tout ce drame</w:t>
      </w:r>
      <w:r w:rsidR="004B5A85">
        <w:t xml:space="preserve">. </w:t>
      </w:r>
      <w:r>
        <w:t>Leur décision fut prompte</w:t>
      </w:r>
      <w:r w:rsidR="004B5A85">
        <w:t xml:space="preserve">. </w:t>
      </w:r>
      <w:r>
        <w:t>La pensée de ce qu</w:t>
      </w:r>
      <w:r w:rsidR="004B5A85">
        <w:t>’</w:t>
      </w:r>
      <w:r>
        <w:t>il fallait faire leur vint en même temps à tous les deux</w:t>
      </w:r>
      <w:r w:rsidR="004B5A85">
        <w:t xml:space="preserve">. </w:t>
      </w:r>
      <w:r>
        <w:t>Ils n</w:t>
      </w:r>
      <w:r w:rsidR="004B5A85">
        <w:t>’</w:t>
      </w:r>
      <w:r>
        <w:t>eurent pas besoin de se la communiquer</w:t>
      </w:r>
      <w:r w:rsidR="004B5A85">
        <w:t xml:space="preserve">, </w:t>
      </w:r>
      <w:r>
        <w:t>cette pensée</w:t>
      </w:r>
      <w:r w:rsidR="004B5A85">
        <w:t xml:space="preserve">, </w:t>
      </w:r>
      <w:r>
        <w:t>les r</w:t>
      </w:r>
      <w:r>
        <w:t>e</w:t>
      </w:r>
      <w:r>
        <w:t>gards qu</w:t>
      </w:r>
      <w:r w:rsidR="004B5A85">
        <w:t>’</w:t>
      </w:r>
      <w:r>
        <w:t>ils échangèrent suffirent</w:t>
      </w:r>
      <w:r w:rsidR="004B5A85">
        <w:t xml:space="preserve">. </w:t>
      </w:r>
      <w:r>
        <w:t>Et</w:t>
      </w:r>
      <w:r w:rsidR="004B5A85">
        <w:t xml:space="preserve">, </w:t>
      </w:r>
      <w:r>
        <w:t>bondissant sur la plate-forme</w:t>
      </w:r>
      <w:r w:rsidR="004B5A85">
        <w:t xml:space="preserve">, </w:t>
      </w:r>
      <w:r>
        <w:t xml:space="preserve">ils tirèrent sans hésiter contre </w:t>
      </w:r>
      <w:proofErr w:type="spellStart"/>
      <w:r>
        <w:t>Askold</w:t>
      </w:r>
      <w:proofErr w:type="spellEnd"/>
      <w:r>
        <w:t xml:space="preserve"> et ses quatre hommes</w:t>
      </w:r>
      <w:r w:rsidR="004B5A85">
        <w:t>.</w:t>
      </w:r>
    </w:p>
    <w:p w14:paraId="02709F93" w14:textId="77777777" w:rsidR="004B5A85" w:rsidRDefault="004C389C" w:rsidP="004C389C">
      <w:r>
        <w:t>Avant même que les derniers complices du Ravageur</w:t>
      </w:r>
      <w:r w:rsidR="004B5A85">
        <w:t xml:space="preserve">, </w:t>
      </w:r>
      <w:r>
        <w:t>hy</w:t>
      </w:r>
      <w:r>
        <w:t>p</w:t>
      </w:r>
      <w:r>
        <w:t>notisés d</w:t>
      </w:r>
      <w:r w:rsidR="004B5A85">
        <w:t>’</w:t>
      </w:r>
      <w:r>
        <w:t>ailleurs par le spectacle de ce qui se passait sur le r</w:t>
      </w:r>
      <w:r>
        <w:t>i</w:t>
      </w:r>
      <w:r>
        <w:t>vage</w:t>
      </w:r>
      <w:r w:rsidR="004B5A85">
        <w:t xml:space="preserve">, </w:t>
      </w:r>
      <w:r>
        <w:t>se fussent rendu compte de l</w:t>
      </w:r>
      <w:r w:rsidR="004B5A85">
        <w:t>’</w:t>
      </w:r>
      <w:r>
        <w:t>attaque dont ils étaient eux-mêmes l</w:t>
      </w:r>
      <w:r w:rsidR="004B5A85">
        <w:t>’</w:t>
      </w:r>
      <w:r>
        <w:t>objet</w:t>
      </w:r>
      <w:r w:rsidR="004B5A85">
        <w:t xml:space="preserve">, </w:t>
      </w:r>
      <w:r>
        <w:t>ils étaient chacun frappé de plusieurs balles et abattus</w:t>
      </w:r>
      <w:r w:rsidR="004B5A85">
        <w:t>.</w:t>
      </w:r>
    </w:p>
    <w:p w14:paraId="4FB38CDA" w14:textId="77777777" w:rsidR="004B5A85" w:rsidRDefault="004C389C" w:rsidP="004C389C">
      <w:r>
        <w:t>Ainsi donc</w:t>
      </w:r>
      <w:r w:rsidR="004B5A85">
        <w:t xml:space="preserve">, </w:t>
      </w:r>
      <w:r>
        <w:t>en moins de dix minutes</w:t>
      </w:r>
      <w:r w:rsidR="004B5A85">
        <w:t xml:space="preserve">, </w:t>
      </w:r>
      <w:r>
        <w:t>la fortune avait co</w:t>
      </w:r>
      <w:r>
        <w:t>m</w:t>
      </w:r>
      <w:r>
        <w:t>plètement changé de face</w:t>
      </w:r>
      <w:r w:rsidR="004B5A85">
        <w:t xml:space="preserve">. </w:t>
      </w:r>
      <w:r>
        <w:t>Le Ravageur du Monde n</w:t>
      </w:r>
      <w:r w:rsidR="004B5A85">
        <w:t>’</w:t>
      </w:r>
      <w:r>
        <w:t>existait plus et ses captifs</w:t>
      </w:r>
      <w:r w:rsidR="004B5A85">
        <w:t xml:space="preserve">, </w:t>
      </w:r>
      <w:r>
        <w:t>Pierrot l</w:t>
      </w:r>
      <w:r w:rsidR="004B5A85">
        <w:t>’</w:t>
      </w:r>
      <w:r>
        <w:t>Écureuil et le lieutenant Roger</w:t>
      </w:r>
      <w:r w:rsidR="004B5A85">
        <w:t xml:space="preserve">, </w:t>
      </w:r>
      <w:r>
        <w:t>redev</w:t>
      </w:r>
      <w:r>
        <w:t>e</w:t>
      </w:r>
      <w:r>
        <w:t>naient non seulement libres</w:t>
      </w:r>
      <w:r w:rsidR="004B5A85">
        <w:t xml:space="preserve">, </w:t>
      </w:r>
      <w:r>
        <w:t>mais encore maîtres du mervei</w:t>
      </w:r>
      <w:r>
        <w:t>l</w:t>
      </w:r>
      <w:r>
        <w:t>leux sous-marin que le perfide Hugues de Mauduit avait volé au commandant Martel et à la France</w:t>
      </w:r>
      <w:r w:rsidR="004B5A85">
        <w:t>.</w:t>
      </w:r>
    </w:p>
    <w:p w14:paraId="527C6A03" w14:textId="77777777" w:rsidR="004B5A85" w:rsidRDefault="004C389C" w:rsidP="004C389C">
      <w:r>
        <w:t>Ne devine-t-on pas ce qu</w:t>
      </w:r>
      <w:r w:rsidR="004B5A85">
        <w:t>’</w:t>
      </w:r>
      <w:r>
        <w:t>il advint alors</w:t>
      </w:r>
      <w:r w:rsidR="004B5A85">
        <w:t> ?</w:t>
      </w:r>
    </w:p>
    <w:p w14:paraId="1A8F2589" w14:textId="77777777" w:rsidR="004B5A85" w:rsidRDefault="004C389C" w:rsidP="004C389C">
      <w:r>
        <w:t>Au moyen du canot même de la goélette</w:t>
      </w:r>
      <w:r w:rsidR="004B5A85">
        <w:t xml:space="preserve">, </w:t>
      </w:r>
      <w:r>
        <w:t>Pierrot l</w:t>
      </w:r>
      <w:r w:rsidR="004B5A85">
        <w:t>’</w:t>
      </w:r>
      <w:r>
        <w:t>Écureuil et le lieutenant Roger débarquèrent</w:t>
      </w:r>
      <w:r w:rsidR="004B5A85">
        <w:t xml:space="preserve">. </w:t>
      </w:r>
      <w:r>
        <w:t>Ils eurent vite fait alliance de la manière la plus affectueuse</w:t>
      </w:r>
      <w:r w:rsidR="004B5A85">
        <w:t xml:space="preserve">, </w:t>
      </w:r>
      <w:r>
        <w:t>la plus émue</w:t>
      </w:r>
      <w:r w:rsidR="004B5A85">
        <w:t xml:space="preserve">, </w:t>
      </w:r>
      <w:r>
        <w:t>avec le ge</w:t>
      </w:r>
      <w:r>
        <w:t>n</w:t>
      </w:r>
      <w:r>
        <w:t>darme de l</w:t>
      </w:r>
      <w:r w:rsidR="004B5A85">
        <w:t>’</w:t>
      </w:r>
      <w:r>
        <w:t>île</w:t>
      </w:r>
      <w:r w:rsidR="004B5A85">
        <w:t xml:space="preserve">, </w:t>
      </w:r>
      <w:r>
        <w:t>lequel s</w:t>
      </w:r>
      <w:r w:rsidR="004B5A85">
        <w:t>’</w:t>
      </w:r>
      <w:r>
        <w:t>appelait du nom bien français et pour ainsi dire prédestiné de Jacques Bontemps</w:t>
      </w:r>
      <w:r w:rsidR="004B5A85">
        <w:t>.</w:t>
      </w:r>
    </w:p>
    <w:p w14:paraId="093537D6" w14:textId="63130623" w:rsidR="004B5A85" w:rsidRDefault="004C389C" w:rsidP="004C389C">
      <w:r>
        <w:t>L</w:t>
      </w:r>
      <w:r w:rsidR="004B5A85">
        <w:t>’</w:t>
      </w:r>
      <w:r>
        <w:t>île était munie d</w:t>
      </w:r>
      <w:r w:rsidR="004B5A85">
        <w:t>’</w:t>
      </w:r>
      <w:r>
        <w:t>une station de</w:t>
      </w:r>
      <w:r w:rsidR="004B5A85">
        <w:t xml:space="preserve"> T.S.F. </w:t>
      </w:r>
      <w:r>
        <w:t>qui la mettait en communication avec l</w:t>
      </w:r>
      <w:r w:rsidR="004B5A85">
        <w:t>’</w:t>
      </w:r>
      <w:r>
        <w:t>officier commandant la station de l</w:t>
      </w:r>
      <w:r w:rsidR="004B5A85">
        <w:t>’</w:t>
      </w:r>
      <w:r>
        <w:t xml:space="preserve">archipel de </w:t>
      </w:r>
      <w:proofErr w:type="spellStart"/>
      <w:r>
        <w:t>Tubaï</w:t>
      </w:r>
      <w:proofErr w:type="spellEnd"/>
      <w:r w:rsidR="004B5A85">
        <w:t xml:space="preserve">. </w:t>
      </w:r>
      <w:r>
        <w:t>Le lieutenant Roger envoya un message</w:t>
      </w:r>
      <w:r w:rsidR="004B5A85">
        <w:t xml:space="preserve">. </w:t>
      </w:r>
      <w:r>
        <w:t>Et</w:t>
      </w:r>
      <w:r w:rsidR="004B5A85">
        <w:t xml:space="preserve">, </w:t>
      </w:r>
      <w:r>
        <w:t>quelques jours plus tard</w:t>
      </w:r>
      <w:r w:rsidR="004B5A85">
        <w:t xml:space="preserve">, </w:t>
      </w:r>
      <w:r>
        <w:t xml:space="preserve">le torpilleur de la station de </w:t>
      </w:r>
      <w:proofErr w:type="spellStart"/>
      <w:r>
        <w:t>Tubaï</w:t>
      </w:r>
      <w:proofErr w:type="spellEnd"/>
      <w:r>
        <w:t xml:space="preserve"> </w:t>
      </w:r>
      <w:r>
        <w:lastRenderedPageBreak/>
        <w:t>a</w:t>
      </w:r>
      <w:r>
        <w:t>r</w:t>
      </w:r>
      <w:r>
        <w:t>rivait à l</w:t>
      </w:r>
      <w:r w:rsidR="004B5A85">
        <w:t>’</w:t>
      </w:r>
      <w:r>
        <w:t xml:space="preserve">île </w:t>
      </w:r>
      <w:proofErr w:type="spellStart"/>
      <w:r>
        <w:t>Oparo</w:t>
      </w:r>
      <w:proofErr w:type="spellEnd"/>
      <w:r w:rsidR="004B5A85">
        <w:t xml:space="preserve">, </w:t>
      </w:r>
      <w:r>
        <w:t xml:space="preserve">ayant à son bord le lieutenant de frégate </w:t>
      </w:r>
      <w:proofErr w:type="spellStart"/>
      <w:r>
        <w:t>L</w:t>
      </w:r>
      <w:r>
        <w:t>i</w:t>
      </w:r>
      <w:r>
        <w:t>vois</w:t>
      </w:r>
      <w:proofErr w:type="spellEnd"/>
      <w:r w:rsidR="004B5A85">
        <w:t xml:space="preserve">, </w:t>
      </w:r>
      <w:r>
        <w:t xml:space="preserve">commandant la station de </w:t>
      </w:r>
      <w:proofErr w:type="spellStart"/>
      <w:r>
        <w:t>Tubaï</w:t>
      </w:r>
      <w:proofErr w:type="spellEnd"/>
      <w:r w:rsidR="004B5A85">
        <w:t xml:space="preserve">. </w:t>
      </w:r>
      <w:r>
        <w:t>Quelques matelots du torpilleur passèrent à bord du sous-marin</w:t>
      </w:r>
      <w:r w:rsidR="004B5A85">
        <w:t xml:space="preserve">, </w:t>
      </w:r>
      <w:r>
        <w:t>dont le lieutenant Roger prit le commandement</w:t>
      </w:r>
      <w:r w:rsidR="004B5A85">
        <w:t xml:space="preserve">, </w:t>
      </w:r>
      <w:r>
        <w:t>et où Pierrot l</w:t>
      </w:r>
      <w:r w:rsidR="004B5A85">
        <w:t>’</w:t>
      </w:r>
      <w:r>
        <w:t>Écureuil remplit les fonctions de second</w:t>
      </w:r>
      <w:r w:rsidR="004B5A85">
        <w:t xml:space="preserve">, </w:t>
      </w:r>
      <w:r>
        <w:t>comme aurait fait un enseigne de pr</w:t>
      </w:r>
      <w:r>
        <w:t>e</w:t>
      </w:r>
      <w:r>
        <w:t>mière classe ou même un lieutenant de vaisseau</w:t>
      </w:r>
      <w:r w:rsidR="004B5A85">
        <w:t>.</w:t>
      </w:r>
    </w:p>
    <w:p w14:paraId="2F4A26E1" w14:textId="77777777" w:rsidR="004B5A85" w:rsidRDefault="004C389C" w:rsidP="004C389C">
      <w:r>
        <w:t>Et</w:t>
      </w:r>
      <w:r w:rsidR="004B5A85">
        <w:t xml:space="preserve">, </w:t>
      </w:r>
      <w:r>
        <w:t>quelques semaines plus tard</w:t>
      </w:r>
      <w:r w:rsidR="004B5A85">
        <w:t xml:space="preserve">, </w:t>
      </w:r>
      <w:r>
        <w:t>le commandant Martel avait la joie profonde de serrer sur son cœur Pierrot l</w:t>
      </w:r>
      <w:r w:rsidR="004B5A85">
        <w:t>’</w:t>
      </w:r>
      <w:r>
        <w:t>Écureuil</w:t>
      </w:r>
      <w:r w:rsidR="004B5A85">
        <w:t xml:space="preserve">. </w:t>
      </w:r>
      <w:r>
        <w:t>Et comme l</w:t>
      </w:r>
      <w:r w:rsidR="004B5A85">
        <w:t>’</w:t>
      </w:r>
      <w:r>
        <w:t>officier demandait à l</w:t>
      </w:r>
      <w:r w:rsidR="004B5A85">
        <w:t>’</w:t>
      </w:r>
      <w:r>
        <w:t>enfant quelle impression de</w:t>
      </w:r>
      <w:r>
        <w:t>r</w:t>
      </w:r>
      <w:r>
        <w:t>nière il avait de toutes ses aventures</w:t>
      </w:r>
      <w:r w:rsidR="004B5A85">
        <w:t xml:space="preserve">, </w:t>
      </w:r>
      <w:r>
        <w:t>Pierrot répondit en riant</w:t>
      </w:r>
      <w:r w:rsidR="004B5A85">
        <w:t> :</w:t>
      </w:r>
    </w:p>
    <w:p w14:paraId="197B54BF" w14:textId="77777777" w:rsidR="004B5A85" w:rsidRDefault="004B5A85" w:rsidP="004C389C">
      <w:r>
        <w:t>— </w:t>
      </w:r>
      <w:r w:rsidR="004C389C">
        <w:t>Vous me croirez si vous voulez</w:t>
      </w:r>
      <w:r>
        <w:t xml:space="preserve">, </w:t>
      </w:r>
      <w:r w:rsidR="004C389C">
        <w:t>commandant</w:t>
      </w:r>
      <w:r>
        <w:t xml:space="preserve">, </w:t>
      </w:r>
      <w:r w:rsidR="004C389C">
        <w:t>mais</w:t>
      </w:r>
      <w:r>
        <w:t xml:space="preserve">, </w:t>
      </w:r>
      <w:r w:rsidR="004C389C">
        <w:t>d</w:t>
      </w:r>
      <w:r w:rsidR="004C389C">
        <w:t>e</w:t>
      </w:r>
      <w:r w:rsidR="004C389C">
        <w:t>puis l</w:t>
      </w:r>
      <w:r>
        <w:t>’</w:t>
      </w:r>
      <w:r w:rsidR="004C389C">
        <w:t>affaire de l</w:t>
      </w:r>
      <w:r>
        <w:t>’</w:t>
      </w:r>
      <w:r w:rsidR="004C389C">
        <w:t xml:space="preserve">île </w:t>
      </w:r>
      <w:proofErr w:type="spellStart"/>
      <w:r w:rsidR="004C389C">
        <w:t>Oparo</w:t>
      </w:r>
      <w:proofErr w:type="spellEnd"/>
      <w:r>
        <w:t xml:space="preserve">, </w:t>
      </w:r>
      <w:r w:rsidR="004C389C">
        <w:t>je ne puis pas sortir de mon esprit une certaine fable de La Fontaine et surtout sa moralité</w:t>
      </w:r>
      <w:r>
        <w:t>.</w:t>
      </w:r>
    </w:p>
    <w:p w14:paraId="5AAADA9D" w14:textId="77777777" w:rsidR="004B5A85" w:rsidRDefault="004B5A85" w:rsidP="004C389C">
      <w:r>
        <w:t>— </w:t>
      </w:r>
      <w:r w:rsidR="004C389C">
        <w:t>Oh</w:t>
      </w:r>
      <w:r>
        <w:t xml:space="preserve"> ! </w:t>
      </w:r>
      <w:r w:rsidR="004C389C">
        <w:t>oh</w:t>
      </w:r>
      <w:r>
        <w:t xml:space="preserve"> ! </w:t>
      </w:r>
      <w:r w:rsidR="004C389C">
        <w:t>fit le commandant</w:t>
      </w:r>
      <w:r>
        <w:t xml:space="preserve">. </w:t>
      </w:r>
      <w:r w:rsidR="004C389C">
        <w:t>Et quelle est cette fable</w:t>
      </w:r>
      <w:r>
        <w:t> ?</w:t>
      </w:r>
    </w:p>
    <w:p w14:paraId="58B3766A" w14:textId="77777777" w:rsidR="004B5A85" w:rsidRDefault="004B5A85" w:rsidP="004C389C">
      <w:r>
        <w:t>— </w:t>
      </w:r>
      <w:r w:rsidR="004C389C">
        <w:rPr>
          <w:i/>
          <w:iCs/>
        </w:rPr>
        <w:t>Le Lion et le Moucheron</w:t>
      </w:r>
      <w:r>
        <w:t xml:space="preserve">. </w:t>
      </w:r>
      <w:r w:rsidR="004C389C">
        <w:t>Mais il faudrait la changer un peu</w:t>
      </w:r>
      <w:r>
        <w:t xml:space="preserve">. </w:t>
      </w:r>
      <w:r w:rsidR="004C389C">
        <w:t>Le lion</w:t>
      </w:r>
      <w:r>
        <w:t xml:space="preserve">, </w:t>
      </w:r>
      <w:r w:rsidR="004C389C">
        <w:t>si vous voulez</w:t>
      </w:r>
      <w:r>
        <w:t xml:space="preserve">, </w:t>
      </w:r>
      <w:r w:rsidR="004C389C">
        <w:t>c</w:t>
      </w:r>
      <w:r>
        <w:t>’</w:t>
      </w:r>
      <w:r w:rsidR="004C389C">
        <w:t>est le Ravageur du Monde</w:t>
      </w:r>
      <w:r>
        <w:t xml:space="preserve">, </w:t>
      </w:r>
      <w:r w:rsidR="004C389C">
        <w:t>et le moucheron</w:t>
      </w:r>
      <w:r>
        <w:t xml:space="preserve">, </w:t>
      </w:r>
      <w:r w:rsidR="004C389C">
        <w:t>c</w:t>
      </w:r>
      <w:r>
        <w:t>’</w:t>
      </w:r>
      <w:r w:rsidR="004C389C">
        <w:t>est moi</w:t>
      </w:r>
      <w:r>
        <w:t xml:space="preserve">. </w:t>
      </w:r>
      <w:r w:rsidR="004C389C">
        <w:t>Mais tandis que</w:t>
      </w:r>
      <w:r>
        <w:t xml:space="preserve">, </w:t>
      </w:r>
      <w:r w:rsidR="004C389C">
        <w:t>dans la fable</w:t>
      </w:r>
      <w:r>
        <w:t xml:space="preserve">, </w:t>
      </w:r>
      <w:r w:rsidR="004C389C">
        <w:t>le mo</w:t>
      </w:r>
      <w:r w:rsidR="004C389C">
        <w:t>u</w:t>
      </w:r>
      <w:r w:rsidR="004C389C">
        <w:t>cheron se laisse prendre à une toile d</w:t>
      </w:r>
      <w:r>
        <w:t>’</w:t>
      </w:r>
      <w:r w:rsidR="004C389C">
        <w:t>araignée et que</w:t>
      </w:r>
      <w:r>
        <w:t xml:space="preserve">, </w:t>
      </w:r>
      <w:r w:rsidR="004C389C">
        <w:t>par co</w:t>
      </w:r>
      <w:r w:rsidR="004C389C">
        <w:t>n</w:t>
      </w:r>
      <w:r w:rsidR="004C389C">
        <w:t>séquent</w:t>
      </w:r>
      <w:r>
        <w:t xml:space="preserve">, </w:t>
      </w:r>
      <w:r w:rsidR="004C389C">
        <w:t>la seconde partie de la moralité s</w:t>
      </w:r>
      <w:r>
        <w:t>’</w:t>
      </w:r>
      <w:r w:rsidR="004C389C">
        <w:t>applique à lui</w:t>
      </w:r>
      <w:r>
        <w:t xml:space="preserve">, </w:t>
      </w:r>
      <w:r w:rsidR="004C389C">
        <w:t>dans mon cas</w:t>
      </w:r>
      <w:r>
        <w:t xml:space="preserve">, </w:t>
      </w:r>
      <w:r w:rsidR="004C389C">
        <w:t>au contraire</w:t>
      </w:r>
      <w:r>
        <w:t xml:space="preserve">, </w:t>
      </w:r>
      <w:r w:rsidR="004C389C">
        <w:t>aucune toile d</w:t>
      </w:r>
      <w:r>
        <w:t>’</w:t>
      </w:r>
      <w:r w:rsidR="004C389C">
        <w:t>araignée ne m</w:t>
      </w:r>
      <w:r>
        <w:t>’</w:t>
      </w:r>
      <w:r w:rsidR="004C389C">
        <w:t>a pris</w:t>
      </w:r>
      <w:r>
        <w:t xml:space="preserve">, </w:t>
      </w:r>
      <w:r w:rsidR="004C389C">
        <w:t>et c</w:t>
      </w:r>
      <w:r>
        <w:t>’</w:t>
      </w:r>
      <w:r w:rsidR="004C389C">
        <w:t>est toujours au lion</w:t>
      </w:r>
      <w:r>
        <w:t xml:space="preserve">, </w:t>
      </w:r>
      <w:r w:rsidR="004C389C">
        <w:t>c</w:t>
      </w:r>
      <w:r>
        <w:t>’</w:t>
      </w:r>
      <w:r w:rsidR="004C389C">
        <w:t>est-à-dire au Ravageur</w:t>
      </w:r>
      <w:r>
        <w:t xml:space="preserve">, </w:t>
      </w:r>
      <w:r w:rsidR="004C389C">
        <w:t>que la seconde partie de la moralité s</w:t>
      </w:r>
      <w:r>
        <w:t>’</w:t>
      </w:r>
      <w:r w:rsidR="004C389C">
        <w:t>applique</w:t>
      </w:r>
      <w:r>
        <w:t xml:space="preserve">, </w:t>
      </w:r>
      <w:r w:rsidR="004C389C">
        <w:t>tout aussi bien que la première</w:t>
      </w:r>
      <w:r>
        <w:t>.</w:t>
      </w:r>
    </w:p>
    <w:p w14:paraId="668EED75" w14:textId="77777777" w:rsidR="004B5A85" w:rsidRDefault="004C389C" w:rsidP="004C389C">
      <w:r>
        <w:t>Le commandant Martel</w:t>
      </w:r>
      <w:r w:rsidR="004B5A85">
        <w:t xml:space="preserve">, </w:t>
      </w:r>
      <w:r>
        <w:t>le lieutenant Roger</w:t>
      </w:r>
      <w:r w:rsidR="004B5A85">
        <w:t xml:space="preserve">, </w:t>
      </w:r>
      <w:r>
        <w:t>quelques autres officiels qui étaient là</w:t>
      </w:r>
      <w:r w:rsidR="004B5A85">
        <w:t xml:space="preserve">, </w:t>
      </w:r>
      <w:r>
        <w:t>se mirent à rire</w:t>
      </w:r>
      <w:r w:rsidR="004B5A85">
        <w:t xml:space="preserve">. </w:t>
      </w:r>
      <w:r>
        <w:t>L</w:t>
      </w:r>
      <w:r w:rsidR="004B5A85">
        <w:t>’</w:t>
      </w:r>
      <w:r>
        <w:t>un d</w:t>
      </w:r>
      <w:r w:rsidR="004B5A85">
        <w:t>’</w:t>
      </w:r>
      <w:r>
        <w:t>eux dit</w:t>
      </w:r>
      <w:r w:rsidR="004B5A85">
        <w:t> :</w:t>
      </w:r>
    </w:p>
    <w:p w14:paraId="59280AE0" w14:textId="77777777" w:rsidR="004B5A85" w:rsidRDefault="004B5A85" w:rsidP="004C389C">
      <w:r>
        <w:t>— </w:t>
      </w:r>
      <w:r w:rsidR="004C389C">
        <w:t>C</w:t>
      </w:r>
      <w:r>
        <w:t>’</w:t>
      </w:r>
      <w:r w:rsidR="004C389C">
        <w:t>est bien compliqué ce que tu nous racontes là</w:t>
      </w:r>
      <w:r>
        <w:t>…</w:t>
      </w:r>
    </w:p>
    <w:p w14:paraId="6837DF86" w14:textId="77777777" w:rsidR="004B5A85" w:rsidRDefault="004B5A85" w:rsidP="004C389C">
      <w:r>
        <w:t>— </w:t>
      </w:r>
      <w:r w:rsidR="004C389C">
        <w:t>Voire</w:t>
      </w:r>
      <w:r>
        <w:t xml:space="preserve"> ! </w:t>
      </w:r>
      <w:r w:rsidR="004C389C">
        <w:t>fit Pierrot</w:t>
      </w:r>
      <w:r>
        <w:t xml:space="preserve">, </w:t>
      </w:r>
      <w:r w:rsidR="004C389C">
        <w:t>mais vous rappelez-vous la moralité de la fable</w:t>
      </w:r>
      <w:r>
        <w:t> ?</w:t>
      </w:r>
    </w:p>
    <w:p w14:paraId="52AF1627" w14:textId="77777777" w:rsidR="004B5A85" w:rsidRDefault="004B5A85" w:rsidP="004C389C">
      <w:r>
        <w:lastRenderedPageBreak/>
        <w:t>— </w:t>
      </w:r>
      <w:r w:rsidR="004C389C">
        <w:t>Ma foi</w:t>
      </w:r>
      <w:r>
        <w:t xml:space="preserve">, </w:t>
      </w:r>
      <w:r w:rsidR="004C389C">
        <w:t>non</w:t>
      </w:r>
      <w:r>
        <w:t xml:space="preserve"> ! </w:t>
      </w:r>
      <w:r w:rsidR="004C389C">
        <w:t>dit l</w:t>
      </w:r>
      <w:r>
        <w:t>’</w:t>
      </w:r>
      <w:r w:rsidR="004C389C">
        <w:t>officier</w:t>
      </w:r>
      <w:r>
        <w:t>.</w:t>
      </w:r>
    </w:p>
    <w:p w14:paraId="5283B12C" w14:textId="77777777" w:rsidR="004B5A85" w:rsidRDefault="004B5A85" w:rsidP="004C389C">
      <w:r>
        <w:t>— </w:t>
      </w:r>
      <w:r w:rsidR="004C389C">
        <w:t>Eh bien</w:t>
      </w:r>
      <w:r>
        <w:t xml:space="preserve"> ! </w:t>
      </w:r>
      <w:r w:rsidR="004C389C">
        <w:t>laissez-moi vous la réciter</w:t>
      </w:r>
      <w:r>
        <w:t xml:space="preserve">, </w:t>
      </w:r>
      <w:r w:rsidR="004C389C">
        <w:t>et vous verrez au contraire que ce que je viens de vous dire est très clair</w:t>
      </w:r>
      <w:r>
        <w:t>.</w:t>
      </w:r>
    </w:p>
    <w:p w14:paraId="646C0976" w14:textId="13BC53CD" w:rsidR="004B5A85" w:rsidRDefault="004C389C" w:rsidP="004C389C">
      <w:r>
        <w:t>Écouté par tous avec le plus affectueux plaisir</w:t>
      </w:r>
      <w:r w:rsidR="004B5A85">
        <w:t xml:space="preserve">, </w:t>
      </w:r>
      <w:r>
        <w:t>Pierrot se donna le légitime orgueil de réciter d</w:t>
      </w:r>
      <w:r w:rsidR="004B5A85">
        <w:t>’</w:t>
      </w:r>
      <w:r>
        <w:t>un bout à l</w:t>
      </w:r>
      <w:r w:rsidR="004B5A85">
        <w:t>’</w:t>
      </w:r>
      <w:r>
        <w:t>autre</w:t>
      </w:r>
      <w:r w:rsidR="004B5A85">
        <w:t xml:space="preserve">, </w:t>
      </w:r>
      <w:r>
        <w:t>sans en oublier un mot</w:t>
      </w:r>
      <w:r w:rsidR="004B5A85">
        <w:t xml:space="preserve">, </w:t>
      </w:r>
      <w:r>
        <w:t>toute la fable du lion et du moucheron</w:t>
      </w:r>
      <w:r w:rsidR="00F750CD">
        <w:rPr>
          <w:rStyle w:val="Appelnotedebasdep"/>
        </w:rPr>
        <w:footnoteReference w:id="4"/>
      </w:r>
      <w:r w:rsidR="004B5A85">
        <w:t xml:space="preserve">. </w:t>
      </w:r>
      <w:r>
        <w:t>Et</w:t>
      </w:r>
      <w:r w:rsidR="004B5A85">
        <w:t xml:space="preserve">, </w:t>
      </w:r>
      <w:r>
        <w:t>avec de l</w:t>
      </w:r>
      <w:r w:rsidR="004B5A85">
        <w:t>’</w:t>
      </w:r>
      <w:r>
        <w:t>ironie dans ses yeux fins</w:t>
      </w:r>
      <w:r w:rsidR="004B5A85">
        <w:t xml:space="preserve">, </w:t>
      </w:r>
      <w:r>
        <w:t>il conclut par la moralité</w:t>
      </w:r>
      <w:r w:rsidR="004B5A85">
        <w:t> :</w:t>
      </w:r>
    </w:p>
    <w:p w14:paraId="55006FB6" w14:textId="77777777" w:rsidR="004B5A85" w:rsidRDefault="004C389C" w:rsidP="004C389C">
      <w:pPr>
        <w:pStyle w:val="NormalEspAvt0EspApr0"/>
        <w:rPr>
          <w:i/>
        </w:rPr>
      </w:pPr>
      <w:r>
        <w:rPr>
          <w:i/>
        </w:rPr>
        <w:lastRenderedPageBreak/>
        <w:t>Quelle chose par là nous peut être enseignée</w:t>
      </w:r>
      <w:r w:rsidR="004B5A85">
        <w:rPr>
          <w:i/>
        </w:rPr>
        <w:t> ?</w:t>
      </w:r>
    </w:p>
    <w:p w14:paraId="170614CC" w14:textId="1FB3EFBA" w:rsidR="004C389C" w:rsidRDefault="004C389C" w:rsidP="004C389C">
      <w:pPr>
        <w:pStyle w:val="NormalEspAvt0EspApr0"/>
        <w:rPr>
          <w:i/>
        </w:rPr>
      </w:pPr>
      <w:r>
        <w:rPr>
          <w:i/>
        </w:rPr>
        <w:t>J</w:t>
      </w:r>
      <w:r w:rsidR="004B5A85">
        <w:rPr>
          <w:i/>
        </w:rPr>
        <w:t>’</w:t>
      </w:r>
      <w:r>
        <w:rPr>
          <w:i/>
        </w:rPr>
        <w:t>en vois deux</w:t>
      </w:r>
      <w:r w:rsidR="004B5A85">
        <w:rPr>
          <w:i/>
        </w:rPr>
        <w:t xml:space="preserve">, </w:t>
      </w:r>
      <w:r>
        <w:rPr>
          <w:i/>
        </w:rPr>
        <w:t>dont l</w:t>
      </w:r>
      <w:r w:rsidR="004B5A85">
        <w:rPr>
          <w:i/>
        </w:rPr>
        <w:t>’</w:t>
      </w:r>
      <w:r>
        <w:rPr>
          <w:i/>
        </w:rPr>
        <w:t>une est qu</w:t>
      </w:r>
      <w:r w:rsidR="004B5A85">
        <w:rPr>
          <w:i/>
        </w:rPr>
        <w:t>’</w:t>
      </w:r>
      <w:r>
        <w:rPr>
          <w:i/>
        </w:rPr>
        <w:t>entre nos ennemis</w:t>
      </w:r>
    </w:p>
    <w:p w14:paraId="4EEAE431" w14:textId="77777777" w:rsidR="004B5A85" w:rsidRDefault="004C389C" w:rsidP="004C389C">
      <w:pPr>
        <w:pStyle w:val="NormalEspAvt0EspApr0"/>
        <w:rPr>
          <w:i/>
        </w:rPr>
      </w:pPr>
      <w:r>
        <w:rPr>
          <w:i/>
        </w:rPr>
        <w:t>Les plus à craindre sont souvent les plus petits</w:t>
      </w:r>
      <w:r w:rsidR="004B5A85">
        <w:rPr>
          <w:i/>
        </w:rPr>
        <w:t> ;</w:t>
      </w:r>
    </w:p>
    <w:p w14:paraId="6D42F918" w14:textId="3D2D73B2" w:rsidR="004B5A85" w:rsidRDefault="004C389C" w:rsidP="004C389C">
      <w:pPr>
        <w:pStyle w:val="NormalEspAvt0EspApr0"/>
        <w:rPr>
          <w:i/>
        </w:rPr>
      </w:pPr>
      <w:r>
        <w:rPr>
          <w:i/>
        </w:rPr>
        <w:t>L</w:t>
      </w:r>
      <w:r w:rsidR="004B5A85">
        <w:rPr>
          <w:i/>
        </w:rPr>
        <w:t>’</w:t>
      </w:r>
      <w:r>
        <w:rPr>
          <w:i/>
        </w:rPr>
        <w:t>autre</w:t>
      </w:r>
      <w:r w:rsidR="004B5A85">
        <w:rPr>
          <w:i/>
        </w:rPr>
        <w:t xml:space="preserve">, </w:t>
      </w:r>
      <w:r>
        <w:rPr>
          <w:i/>
        </w:rPr>
        <w:t>qu</w:t>
      </w:r>
      <w:r w:rsidR="004B5A85">
        <w:rPr>
          <w:i/>
        </w:rPr>
        <w:t>’</w:t>
      </w:r>
      <w:r>
        <w:rPr>
          <w:i/>
        </w:rPr>
        <w:t>au</w:t>
      </w:r>
      <w:r w:rsidR="00F750CD">
        <w:rPr>
          <w:i/>
        </w:rPr>
        <w:t>x</w:t>
      </w:r>
      <w:r>
        <w:rPr>
          <w:i/>
        </w:rPr>
        <w:t xml:space="preserve"> grand</w:t>
      </w:r>
      <w:r w:rsidR="00F750CD">
        <w:rPr>
          <w:i/>
        </w:rPr>
        <w:t>s</w:t>
      </w:r>
      <w:r>
        <w:rPr>
          <w:i/>
        </w:rPr>
        <w:t xml:space="preserve"> péril</w:t>
      </w:r>
      <w:r w:rsidR="00F750CD">
        <w:rPr>
          <w:i/>
        </w:rPr>
        <w:t>s</w:t>
      </w:r>
      <w:r>
        <w:rPr>
          <w:i/>
        </w:rPr>
        <w:t xml:space="preserve"> tel a pu se soustraire</w:t>
      </w:r>
      <w:r w:rsidR="004B5A85">
        <w:rPr>
          <w:i/>
        </w:rPr>
        <w:t>,</w:t>
      </w:r>
    </w:p>
    <w:p w14:paraId="6577936A" w14:textId="77777777" w:rsidR="004B5A85" w:rsidRDefault="004C389C" w:rsidP="004C389C">
      <w:pPr>
        <w:pStyle w:val="NormalEspAvt0EspApr0"/>
        <w:rPr>
          <w:i/>
        </w:rPr>
      </w:pPr>
      <w:r>
        <w:rPr>
          <w:i/>
        </w:rPr>
        <w:t>Qui périt pour la moindre affaire</w:t>
      </w:r>
      <w:r w:rsidR="004B5A85">
        <w:rPr>
          <w:i/>
        </w:rPr>
        <w:t>.</w:t>
      </w:r>
    </w:p>
    <w:p w14:paraId="5CA747C8" w14:textId="77777777" w:rsidR="004B5A85" w:rsidRDefault="004B5A85" w:rsidP="004C389C">
      <w:r>
        <w:rPr>
          <w:i/>
        </w:rPr>
        <w:t>— </w:t>
      </w:r>
      <w:r w:rsidR="004C389C">
        <w:t>Et c</w:t>
      </w:r>
      <w:r>
        <w:t>’</w:t>
      </w:r>
      <w:r w:rsidR="004C389C">
        <w:t>est bien vrai</w:t>
      </w:r>
      <w:r>
        <w:t xml:space="preserve">, </w:t>
      </w:r>
      <w:r w:rsidR="004C389C">
        <w:t>conclut-il</w:t>
      </w:r>
      <w:r>
        <w:t xml:space="preserve">. </w:t>
      </w:r>
      <w:r w:rsidR="004C389C">
        <w:t>Voyez</w:t>
      </w:r>
      <w:r>
        <w:t xml:space="preserve"> ! </w:t>
      </w:r>
      <w:r w:rsidR="004C389C">
        <w:t>entre tous les enn</w:t>
      </w:r>
      <w:r w:rsidR="004C389C">
        <w:t>e</w:t>
      </w:r>
      <w:r w:rsidR="004C389C">
        <w:t>mis du Ravageur</w:t>
      </w:r>
      <w:r>
        <w:t xml:space="preserve">, </w:t>
      </w:r>
      <w:r w:rsidR="004C389C">
        <w:t>les plus petits</w:t>
      </w:r>
      <w:r>
        <w:t xml:space="preserve">, </w:t>
      </w:r>
      <w:r w:rsidR="004C389C">
        <w:t>certes</w:t>
      </w:r>
      <w:r>
        <w:t xml:space="preserve">, </w:t>
      </w:r>
      <w:r w:rsidR="004C389C">
        <w:t>c</w:t>
      </w:r>
      <w:r>
        <w:t>’</w:t>
      </w:r>
      <w:r w:rsidR="004C389C">
        <w:t>étaient d</w:t>
      </w:r>
      <w:r>
        <w:t>’</w:t>
      </w:r>
      <w:r w:rsidR="004C389C">
        <w:t>abord moi-même et puis cet humble gendarme de l</w:t>
      </w:r>
      <w:r>
        <w:t>’</w:t>
      </w:r>
      <w:r w:rsidR="004C389C">
        <w:t xml:space="preserve">île </w:t>
      </w:r>
      <w:proofErr w:type="spellStart"/>
      <w:r w:rsidR="004C389C">
        <w:t>Oparo</w:t>
      </w:r>
      <w:proofErr w:type="spellEnd"/>
      <w:r>
        <w:t xml:space="preserve">. </w:t>
      </w:r>
      <w:r w:rsidR="004C389C">
        <w:t>Eh bien</w:t>
      </w:r>
      <w:r>
        <w:t xml:space="preserve"> ! </w:t>
      </w:r>
      <w:r w:rsidR="004C389C">
        <w:t>à mon occasion et par le gendarme</w:t>
      </w:r>
      <w:r>
        <w:t xml:space="preserve">, </w:t>
      </w:r>
      <w:r w:rsidR="004C389C">
        <w:t>le Ravageur du Monde a été vaincu</w:t>
      </w:r>
      <w:r>
        <w:t xml:space="preserve">, </w:t>
      </w:r>
      <w:r w:rsidR="004C389C">
        <w:t>et il a péri ainsi pour la moindre affaire</w:t>
      </w:r>
      <w:r>
        <w:t xml:space="preserve">, </w:t>
      </w:r>
      <w:r w:rsidR="004C389C">
        <w:t>alors que</w:t>
      </w:r>
      <w:r>
        <w:t xml:space="preserve">, </w:t>
      </w:r>
      <w:r w:rsidR="004C389C">
        <w:t>pe</w:t>
      </w:r>
      <w:r w:rsidR="004C389C">
        <w:t>n</w:t>
      </w:r>
      <w:r w:rsidR="004C389C">
        <w:t>dant toute une existence d</w:t>
      </w:r>
      <w:r>
        <w:t>’</w:t>
      </w:r>
      <w:r w:rsidR="004C389C">
        <w:t>aventures guerrières</w:t>
      </w:r>
      <w:r>
        <w:t xml:space="preserve">, </w:t>
      </w:r>
      <w:r w:rsidR="004C389C">
        <w:t>il avait pu se soustraire aux plus grands périls</w:t>
      </w:r>
      <w:r>
        <w:t> !…</w:t>
      </w:r>
    </w:p>
    <w:p w14:paraId="6141255B" w14:textId="375F4358" w:rsidR="00033562" w:rsidRDefault="004C389C" w:rsidP="004B5A85">
      <w:pPr>
        <w:pStyle w:val="Centr"/>
      </w:pPr>
      <w:r>
        <w:t>FIN</w:t>
      </w:r>
    </w:p>
    <w:p w14:paraId="1B43080D" w14:textId="77777777" w:rsidR="00033562" w:rsidRDefault="00033562">
      <w:pPr>
        <w:sectPr w:rsidR="00033562" w:rsidSect="003B522B">
          <w:footerReference w:type="default" r:id="rId11"/>
          <w:endnotePr>
            <w:numFmt w:val="lowerLetter"/>
          </w:endnotePr>
          <w:pgSz w:w="11906" w:h="16838" w:code="9"/>
          <w:pgMar w:top="1134" w:right="1134" w:bottom="1134" w:left="1134" w:header="709" w:footer="709" w:gutter="0"/>
          <w:cols w:space="708"/>
          <w:titlePg/>
          <w:docGrid w:linePitch="360"/>
        </w:sectPr>
      </w:pPr>
    </w:p>
    <w:p w14:paraId="75989517" w14:textId="77777777" w:rsidR="00033562" w:rsidRDefault="00033562" w:rsidP="004B5A85">
      <w:pPr>
        <w:pStyle w:val="Titre1"/>
        <w:spacing w:before="0" w:after="480"/>
      </w:pPr>
      <w:bookmarkStart w:id="57" w:name="_Toc202462490"/>
      <w:r>
        <w:lastRenderedPageBreak/>
        <w:t xml:space="preserve">À propos de cette </w:t>
      </w:r>
      <w:r w:rsidRPr="007C1C6B">
        <w:t>édition</w:t>
      </w:r>
      <w:r>
        <w:t xml:space="preserve"> électronique</w:t>
      </w:r>
      <w:bookmarkEnd w:id="57"/>
    </w:p>
    <w:p w14:paraId="0D4B3AEC" w14:textId="77777777" w:rsidR="004B5A85" w:rsidRDefault="003B522B" w:rsidP="004B5A85">
      <w:pPr>
        <w:spacing w:before="180" w:after="180"/>
        <w:ind w:firstLine="0"/>
        <w:jc w:val="center"/>
        <w:rPr>
          <w:b/>
          <w:bCs/>
          <w:szCs w:val="32"/>
        </w:rPr>
      </w:pPr>
      <w:r w:rsidRPr="00633842">
        <w:rPr>
          <w:b/>
          <w:bCs/>
          <w:szCs w:val="32"/>
        </w:rPr>
        <w:t>Texte libre de droits</w:t>
      </w:r>
      <w:r w:rsidR="004B5A85">
        <w:rPr>
          <w:b/>
          <w:bCs/>
          <w:szCs w:val="32"/>
        </w:rPr>
        <w:t>.</w:t>
      </w:r>
    </w:p>
    <w:p w14:paraId="6074A373" w14:textId="77777777" w:rsidR="004B5A85" w:rsidRDefault="003B522B" w:rsidP="004B5A85">
      <w:pPr>
        <w:pStyle w:val="Centr"/>
        <w:spacing w:before="180" w:after="180"/>
      </w:pPr>
      <w:r w:rsidRPr="00633842">
        <w:t>Corrections</w:t>
      </w:r>
      <w:r w:rsidR="004B5A85">
        <w:t xml:space="preserve">, </w:t>
      </w:r>
      <w:r w:rsidRPr="00633842">
        <w:t>édition</w:t>
      </w:r>
      <w:r w:rsidR="004B5A85">
        <w:t xml:space="preserve">, </w:t>
      </w:r>
      <w:r w:rsidRPr="00633842">
        <w:t>conversion informatique et public</w:t>
      </w:r>
      <w:r w:rsidRPr="00633842">
        <w:t>a</w:t>
      </w:r>
      <w:r w:rsidRPr="00633842">
        <w:t>tion par le groupe</w:t>
      </w:r>
      <w:r w:rsidR="004B5A85">
        <w:t> :</w:t>
      </w:r>
    </w:p>
    <w:p w14:paraId="329D61E7" w14:textId="1A2033EC" w:rsidR="003B522B" w:rsidRPr="00633842" w:rsidRDefault="003B522B" w:rsidP="004B5A85">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5AC1AB8A" w14:textId="0066BF12" w:rsidR="003B522B" w:rsidRPr="00633842" w:rsidRDefault="004B5A85" w:rsidP="004B5A85">
      <w:pPr>
        <w:pStyle w:val="Centr"/>
        <w:spacing w:before="180" w:after="180"/>
      </w:pPr>
      <w:hyperlink r:id="rId12" w:history="1">
        <w:r w:rsidRPr="005C482B">
          <w:rPr>
            <w:rStyle w:val="Lienhypertexte"/>
          </w:rPr>
          <w:t>https</w:t>
        </w:r>
        <w:r w:rsidRPr="005C482B">
          <w:rPr>
            <w:rStyle w:val="Lienhypertexte"/>
          </w:rPr>
          <w:t>:</w:t>
        </w:r>
        <w:r w:rsidRPr="005C482B">
          <w:rPr>
            <w:rStyle w:val="Lienhypertexte"/>
          </w:rPr>
          <w:t>//groups</w:t>
        </w:r>
        <w:r w:rsidRPr="005C482B">
          <w:rPr>
            <w:rStyle w:val="Lienhypertexte"/>
          </w:rPr>
          <w:t>.</w:t>
        </w:r>
        <w:r w:rsidRPr="005C482B">
          <w:rPr>
            <w:rStyle w:val="Lienhypertexte"/>
          </w:rPr>
          <w:t>google</w:t>
        </w:r>
        <w:r w:rsidRPr="005C482B">
          <w:rPr>
            <w:rStyle w:val="Lienhypertexte"/>
          </w:rPr>
          <w:t>.</w:t>
        </w:r>
        <w:r w:rsidRPr="005C482B">
          <w:rPr>
            <w:rStyle w:val="Lienhypertexte"/>
          </w:rPr>
          <w:t>com/g/ebooksgratuits</w:t>
        </w:r>
      </w:hyperlink>
    </w:p>
    <w:p w14:paraId="403DFE79" w14:textId="5CE93612" w:rsidR="004B5A85" w:rsidRDefault="003B522B" w:rsidP="004B5A85">
      <w:pPr>
        <w:pStyle w:val="Centr"/>
        <w:spacing w:before="180" w:after="180"/>
      </w:pPr>
      <w:r w:rsidRPr="00633842">
        <w:t>Adresse du site web du groupe</w:t>
      </w:r>
      <w:r w:rsidR="004B5A85">
        <w:t> :</w:t>
      </w:r>
      <w:r w:rsidR="004B5A85">
        <w:br/>
      </w:r>
      <w:hyperlink r:id="rId13" w:history="1">
        <w:r w:rsidR="004B5A85" w:rsidRPr="005C482B">
          <w:rPr>
            <w:rStyle w:val="Lienhypertexte"/>
            <w:szCs w:val="32"/>
          </w:rPr>
          <w:t>http</w:t>
        </w:r>
        <w:r w:rsidR="004B5A85" w:rsidRPr="005C482B">
          <w:rPr>
            <w:rStyle w:val="Lienhypertexte"/>
            <w:szCs w:val="32"/>
          </w:rPr>
          <w:t>s:</w:t>
        </w:r>
        <w:r w:rsidR="004B5A85" w:rsidRPr="005C482B">
          <w:rPr>
            <w:rStyle w:val="Lienhypertexte"/>
            <w:szCs w:val="32"/>
          </w:rPr>
          <w:t>//www</w:t>
        </w:r>
        <w:r w:rsidR="004B5A85" w:rsidRPr="005C482B">
          <w:rPr>
            <w:rStyle w:val="Lienhypertexte"/>
            <w:szCs w:val="32"/>
          </w:rPr>
          <w:t>.</w:t>
        </w:r>
        <w:r w:rsidR="004B5A85" w:rsidRPr="005C482B">
          <w:rPr>
            <w:rStyle w:val="Lienhypertexte"/>
            <w:szCs w:val="32"/>
          </w:rPr>
          <w:t>ebooksgratuits</w:t>
        </w:r>
        <w:r w:rsidR="004B5A85" w:rsidRPr="005C482B">
          <w:rPr>
            <w:rStyle w:val="Lienhypertexte"/>
            <w:szCs w:val="32"/>
          </w:rPr>
          <w:t>.</w:t>
        </w:r>
        <w:r w:rsidR="004B5A85" w:rsidRPr="005C482B">
          <w:rPr>
            <w:rStyle w:val="Lienhypertexte"/>
            <w:szCs w:val="32"/>
          </w:rPr>
          <w:t>com/</w:t>
        </w:r>
      </w:hyperlink>
    </w:p>
    <w:p w14:paraId="614BF8DF" w14:textId="77777777" w:rsidR="004B5A85" w:rsidRDefault="004B5A85" w:rsidP="004B5A85">
      <w:pPr>
        <w:pStyle w:val="Centr"/>
        <w:spacing w:before="180" w:after="180"/>
      </w:pPr>
      <w:r>
        <w:t>—</w:t>
      </w:r>
    </w:p>
    <w:p w14:paraId="59C9CC31" w14:textId="75AF4DE3" w:rsidR="004B5A85" w:rsidRDefault="003B522B" w:rsidP="004B5A85">
      <w:pPr>
        <w:spacing w:before="180" w:after="180"/>
        <w:ind w:firstLine="0"/>
        <w:jc w:val="center"/>
        <w:rPr>
          <w:b/>
          <w:bCs/>
          <w:szCs w:val="32"/>
        </w:rPr>
      </w:pPr>
      <w:r>
        <w:rPr>
          <w:b/>
          <w:bCs/>
          <w:szCs w:val="32"/>
        </w:rPr>
        <w:t>Jui</w:t>
      </w:r>
      <w:r>
        <w:rPr>
          <w:b/>
          <w:bCs/>
          <w:szCs w:val="32"/>
        </w:rPr>
        <w:t>llet</w:t>
      </w:r>
      <w:r>
        <w:rPr>
          <w:b/>
          <w:bCs/>
          <w:szCs w:val="32"/>
        </w:rPr>
        <w:t xml:space="preserve"> 20</w:t>
      </w:r>
      <w:r>
        <w:rPr>
          <w:b/>
          <w:bCs/>
          <w:szCs w:val="32"/>
        </w:rPr>
        <w:t>2</w:t>
      </w:r>
      <w:r>
        <w:rPr>
          <w:b/>
          <w:bCs/>
          <w:szCs w:val="32"/>
        </w:rPr>
        <w:t>5</w:t>
      </w:r>
    </w:p>
    <w:p w14:paraId="5CC35E01" w14:textId="77777777" w:rsidR="004B5A85" w:rsidRDefault="004B5A85" w:rsidP="004B5A85">
      <w:pPr>
        <w:pStyle w:val="Centr"/>
        <w:spacing w:before="180" w:after="180"/>
        <w:rPr>
          <w:b/>
          <w:bCs/>
          <w:szCs w:val="32"/>
        </w:rPr>
      </w:pPr>
      <w:r>
        <w:rPr>
          <w:b/>
          <w:bCs/>
          <w:szCs w:val="32"/>
        </w:rPr>
        <w:t>—</w:t>
      </w:r>
    </w:p>
    <w:p w14:paraId="1064ACE5" w14:textId="77777777" w:rsidR="004B5A85" w:rsidRDefault="004B5A85" w:rsidP="003B522B">
      <w:pPr>
        <w:spacing w:before="180" w:after="180"/>
      </w:pPr>
      <w:r>
        <w:t>— </w:t>
      </w:r>
      <w:r w:rsidR="003B522B" w:rsidRPr="00633842">
        <w:rPr>
          <w:b/>
        </w:rPr>
        <w:t>Élaboration de ce livre électronique</w:t>
      </w:r>
      <w:r>
        <w:t> :</w:t>
      </w:r>
    </w:p>
    <w:p w14:paraId="7B66F6F6" w14:textId="77777777" w:rsidR="004B5A85" w:rsidRDefault="003B522B" w:rsidP="003B522B">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w:t>
      </w:r>
      <w:r w:rsidR="004B5A85">
        <w:t>’</w:t>
      </w:r>
      <w:r w:rsidRPr="00633842">
        <w:t>élaboration de ce livre</w:t>
      </w:r>
      <w:r w:rsidR="004B5A85">
        <w:t xml:space="preserve">, </w:t>
      </w:r>
      <w:r w:rsidRPr="00633842">
        <w:t>sont</w:t>
      </w:r>
      <w:r w:rsidR="004B5A85">
        <w:t xml:space="preserve"> : </w:t>
      </w:r>
      <w:proofErr w:type="spellStart"/>
      <w:r w:rsidRPr="003B522B">
        <w:t>PatriceC</w:t>
      </w:r>
      <w:proofErr w:type="spellEnd"/>
      <w:r w:rsidR="004B5A85">
        <w:t xml:space="preserve">, </w:t>
      </w:r>
      <w:r w:rsidRPr="003B522B">
        <w:t>Jean-Marc</w:t>
      </w:r>
      <w:r w:rsidR="004B5A85">
        <w:t xml:space="preserve">, </w:t>
      </w:r>
      <w:proofErr w:type="spellStart"/>
      <w:r w:rsidRPr="003B522B">
        <w:t>FlorentT</w:t>
      </w:r>
      <w:proofErr w:type="spellEnd"/>
      <w:r w:rsidR="004B5A85">
        <w:t xml:space="preserve">, </w:t>
      </w:r>
      <w:proofErr w:type="spellStart"/>
      <w:r>
        <w:t>Coolmicro</w:t>
      </w:r>
      <w:proofErr w:type="spellEnd"/>
      <w:r w:rsidR="004B5A85">
        <w:t>.</w:t>
      </w:r>
    </w:p>
    <w:p w14:paraId="5626DA71" w14:textId="77777777" w:rsidR="004B5A85" w:rsidRDefault="004B5A85" w:rsidP="003B522B">
      <w:pPr>
        <w:spacing w:before="180" w:after="180"/>
      </w:pPr>
      <w:r>
        <w:t>— </w:t>
      </w:r>
      <w:r w:rsidR="003B522B" w:rsidRPr="00633842">
        <w:rPr>
          <w:b/>
        </w:rPr>
        <w:t>Dispositions</w:t>
      </w:r>
      <w:r>
        <w:t> :</w:t>
      </w:r>
    </w:p>
    <w:p w14:paraId="5CC7501B" w14:textId="77777777" w:rsidR="004B5A85" w:rsidRDefault="003B522B" w:rsidP="003B522B">
      <w:pPr>
        <w:spacing w:before="180" w:after="180"/>
      </w:pPr>
      <w:r w:rsidRPr="00633842">
        <w:t>Les livres que nous mettons à votre disposition</w:t>
      </w:r>
      <w:r w:rsidR="004B5A85">
        <w:t xml:space="preserve">, </w:t>
      </w:r>
      <w:r w:rsidRPr="00633842">
        <w:t>sont des textes libres de droits</w:t>
      </w:r>
      <w:r w:rsidR="004B5A85">
        <w:t xml:space="preserve">, </w:t>
      </w:r>
      <w:r w:rsidRPr="00633842">
        <w:t>que vous pouvez utiliser librement</w:t>
      </w:r>
      <w:r w:rsidR="004B5A85">
        <w:t xml:space="preserve">, </w:t>
      </w:r>
      <w:r w:rsidRPr="00633842">
        <w:rPr>
          <w:u w:val="single"/>
        </w:rPr>
        <w:t>à une fin non commerciale et non professionnelle</w:t>
      </w:r>
      <w:r w:rsidR="004B5A85">
        <w:t xml:space="preserve">. </w:t>
      </w:r>
      <w:r w:rsidRPr="00633842">
        <w:t>Tout lien vers notre site est bienvenu</w:t>
      </w:r>
      <w:r w:rsidR="004B5A85">
        <w:t>…</w:t>
      </w:r>
    </w:p>
    <w:p w14:paraId="251BE1B5" w14:textId="77777777" w:rsidR="004B5A85" w:rsidRDefault="004B5A85" w:rsidP="003B522B">
      <w:pPr>
        <w:spacing w:before="180" w:after="180"/>
      </w:pPr>
      <w:r>
        <w:t>— </w:t>
      </w:r>
      <w:r w:rsidR="003B522B" w:rsidRPr="00633842">
        <w:rPr>
          <w:b/>
        </w:rPr>
        <w:t>Qualité</w:t>
      </w:r>
      <w:r>
        <w:t> :</w:t>
      </w:r>
    </w:p>
    <w:p w14:paraId="79391518" w14:textId="77777777" w:rsidR="004B5A85" w:rsidRDefault="003B522B" w:rsidP="003B522B">
      <w:pPr>
        <w:spacing w:before="180" w:after="180"/>
      </w:pPr>
      <w:r w:rsidRPr="00633842">
        <w:t>Les textes sont livrés tels quels sans garantie de leur int</w:t>
      </w:r>
      <w:r w:rsidRPr="00633842">
        <w:t>é</w:t>
      </w:r>
      <w:r w:rsidRPr="00633842">
        <w:t>grité parfaite par rapport à l</w:t>
      </w:r>
      <w:r w:rsidR="004B5A85">
        <w:t>’</w:t>
      </w:r>
      <w:r w:rsidRPr="00633842">
        <w:t>original</w:t>
      </w:r>
      <w:r w:rsidR="004B5A85">
        <w:t xml:space="preserve">. </w:t>
      </w:r>
      <w:r w:rsidRPr="00633842">
        <w:t>Nous rappelons que c</w:t>
      </w:r>
      <w:r w:rsidR="004B5A85">
        <w:t>’</w:t>
      </w:r>
      <w:r w:rsidRPr="00633842">
        <w:t>est un travail d</w:t>
      </w:r>
      <w:r w:rsidR="004B5A85">
        <w:t>’</w:t>
      </w:r>
      <w:r w:rsidRPr="00633842">
        <w:t>amateurs non rétribués et que nous essayons de promouvoir la culture littéraire avec de maigres moyens</w:t>
      </w:r>
      <w:r w:rsidR="004B5A85">
        <w:t>.</w:t>
      </w:r>
    </w:p>
    <w:p w14:paraId="6222DB09" w14:textId="77777777" w:rsidR="004B5A85" w:rsidRDefault="003B522B" w:rsidP="004B5A85">
      <w:pPr>
        <w:spacing w:before="180" w:after="180"/>
        <w:ind w:firstLine="0"/>
        <w:jc w:val="center"/>
        <w:rPr>
          <w:i/>
          <w:iCs/>
          <w:szCs w:val="32"/>
        </w:rPr>
      </w:pPr>
      <w:r w:rsidRPr="00633842">
        <w:rPr>
          <w:i/>
          <w:iCs/>
          <w:szCs w:val="32"/>
        </w:rPr>
        <w:t>Votre aide est la bienvenue</w:t>
      </w:r>
      <w:r w:rsidR="004B5A85">
        <w:rPr>
          <w:i/>
          <w:iCs/>
          <w:szCs w:val="32"/>
        </w:rPr>
        <w:t> !</w:t>
      </w:r>
    </w:p>
    <w:p w14:paraId="43188C27" w14:textId="1E51C83C" w:rsidR="00033562" w:rsidRPr="007C1C6B" w:rsidRDefault="003B522B" w:rsidP="004B5A85">
      <w:pPr>
        <w:pStyle w:val="Centr"/>
        <w:suppressAutoHyphens/>
        <w:spacing w:before="180" w:after="180"/>
      </w:pPr>
      <w:r w:rsidRPr="00633842">
        <w:t>VOUS POUVEZ NOUS AIDER À FAIRE CONNAÎTRE CES CLASSIQUES LITTÉRAIRES</w:t>
      </w:r>
      <w:r w:rsidR="004B5A85">
        <w:t>.</w:t>
      </w:r>
    </w:p>
    <w:sectPr w:rsidR="00033562" w:rsidRPr="007C1C6B" w:rsidSect="003B522B">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0E2A5" w14:textId="77777777" w:rsidR="003961EA" w:rsidRDefault="003961EA">
      <w:r>
        <w:separator/>
      </w:r>
    </w:p>
  </w:endnote>
  <w:endnote w:type="continuationSeparator" w:id="0">
    <w:p w14:paraId="3A5DF10A" w14:textId="77777777" w:rsidR="003961EA" w:rsidRDefault="00396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3B839" w14:textId="77777777" w:rsidR="00E6510A" w:rsidRDefault="00E6510A">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sidR="00696FAC">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A07A7" w14:textId="77777777" w:rsidR="00E6510A" w:rsidRDefault="00E6510A">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4C389C">
      <w:rPr>
        <w:rStyle w:val="Numrodepage"/>
        <w:noProof/>
        <w:sz w:val="30"/>
        <w:szCs w:val="30"/>
      </w:rPr>
      <w:t>317</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B5E659" w14:textId="77777777" w:rsidR="003961EA" w:rsidRDefault="003961EA">
      <w:r>
        <w:separator/>
      </w:r>
    </w:p>
  </w:footnote>
  <w:footnote w:type="continuationSeparator" w:id="0">
    <w:p w14:paraId="0E7639BF" w14:textId="77777777" w:rsidR="003961EA" w:rsidRDefault="003961EA">
      <w:r>
        <w:continuationSeparator/>
      </w:r>
    </w:p>
  </w:footnote>
  <w:footnote w:id="1">
    <w:p w14:paraId="540F9212" w14:textId="791E26CE" w:rsidR="003734CB" w:rsidRPr="003734CB" w:rsidRDefault="003734CB">
      <w:pPr>
        <w:pStyle w:val="Notedebasdepage"/>
      </w:pPr>
      <w:r>
        <w:rPr>
          <w:rStyle w:val="Appelnotedebasdep"/>
        </w:rPr>
        <w:footnoteRef/>
      </w:r>
      <w:r>
        <w:t xml:space="preserve"> Sic… (</w:t>
      </w:r>
      <w:r>
        <w:rPr>
          <w:i/>
          <w:iCs/>
        </w:rPr>
        <w:t xml:space="preserve">Note du correcteur </w:t>
      </w:r>
      <w:proofErr w:type="spellStart"/>
      <w:r>
        <w:rPr>
          <w:i/>
          <w:iCs/>
        </w:rPr>
        <w:t>ELG</w:t>
      </w:r>
      <w:proofErr w:type="spellEnd"/>
      <w:r>
        <w:rPr>
          <w:i/>
          <w:iCs/>
        </w:rPr>
        <w:t>.</w:t>
      </w:r>
      <w:r>
        <w:t>)</w:t>
      </w:r>
    </w:p>
  </w:footnote>
  <w:footnote w:id="2">
    <w:p w14:paraId="64DC0630" w14:textId="7FDDD959" w:rsidR="004C389C" w:rsidRDefault="004C389C" w:rsidP="004C389C">
      <w:pPr>
        <w:pStyle w:val="Notedebasdepage"/>
        <w:rPr>
          <w:i/>
        </w:rPr>
      </w:pPr>
      <w:r w:rsidRPr="004B5A85">
        <w:rPr>
          <w:rStyle w:val="Appelnotedebasdep"/>
        </w:rPr>
        <w:footnoteRef/>
      </w:r>
      <w:r>
        <w:t xml:space="preserve"> </w:t>
      </w:r>
      <w:r>
        <w:rPr>
          <w:i/>
        </w:rPr>
        <w:t>Le bolivar est l</w:t>
      </w:r>
      <w:r w:rsidR="004B5A85">
        <w:rPr>
          <w:i/>
        </w:rPr>
        <w:t>’</w:t>
      </w:r>
      <w:r>
        <w:rPr>
          <w:i/>
        </w:rPr>
        <w:t>unité de monnaie vénézuélienne</w:t>
      </w:r>
      <w:r w:rsidR="004B5A85">
        <w:rPr>
          <w:i/>
        </w:rPr>
        <w:t xml:space="preserve"> ; </w:t>
      </w:r>
      <w:r>
        <w:rPr>
          <w:i/>
        </w:rPr>
        <w:t>il vaut e</w:t>
      </w:r>
      <w:r>
        <w:rPr>
          <w:i/>
        </w:rPr>
        <w:t>n</w:t>
      </w:r>
      <w:r>
        <w:rPr>
          <w:i/>
        </w:rPr>
        <w:t>viron un franc de notre monnaie</w:t>
      </w:r>
      <w:r w:rsidR="004B5A85">
        <w:rPr>
          <w:i/>
        </w:rPr>
        <w:t xml:space="preserve">, </w:t>
      </w:r>
      <w:r>
        <w:rPr>
          <w:i/>
        </w:rPr>
        <w:t>au taux normal</w:t>
      </w:r>
      <w:r w:rsidR="004B5A85">
        <w:rPr>
          <w:i/>
        </w:rPr>
        <w:t>.</w:t>
      </w:r>
    </w:p>
  </w:footnote>
  <w:footnote w:id="3">
    <w:p w14:paraId="67E6456A" w14:textId="7CE81EDE" w:rsidR="004C389C" w:rsidRDefault="004C389C" w:rsidP="004C389C">
      <w:pPr>
        <w:pStyle w:val="Notedebasdepage"/>
        <w:rPr>
          <w:i/>
        </w:rPr>
      </w:pPr>
      <w:r w:rsidRPr="004B5A85">
        <w:rPr>
          <w:rStyle w:val="Appelnotedebasdep"/>
        </w:rPr>
        <w:footnoteRef/>
      </w:r>
      <w:r>
        <w:t xml:space="preserve"> </w:t>
      </w:r>
      <w:r>
        <w:rPr>
          <w:i/>
        </w:rPr>
        <w:t xml:space="preserve">Le mille marin vaut </w:t>
      </w:r>
      <w:r w:rsidR="004B5A85">
        <w:t>1.8</w:t>
      </w:r>
      <w:r>
        <w:t xml:space="preserve">52 </w:t>
      </w:r>
      <w:r>
        <w:rPr>
          <w:i/>
        </w:rPr>
        <w:t>mètres exactement</w:t>
      </w:r>
      <w:r w:rsidR="004B5A85">
        <w:rPr>
          <w:i/>
        </w:rPr>
        <w:t>.</w:t>
      </w:r>
    </w:p>
  </w:footnote>
  <w:footnote w:id="4">
    <w:p w14:paraId="1127FC47" w14:textId="6B1E4380" w:rsidR="00F750CD" w:rsidRPr="00F750CD" w:rsidRDefault="00F750CD" w:rsidP="00F750CD">
      <w:pPr>
        <w:pStyle w:val="Notedebasdepage"/>
        <w:spacing w:before="0" w:after="0"/>
      </w:pPr>
      <w:r>
        <w:rPr>
          <w:rStyle w:val="Appelnotedebasdep"/>
        </w:rPr>
        <w:footnoteRef/>
      </w:r>
      <w:r>
        <w:t xml:space="preserve"> « </w:t>
      </w:r>
      <w:proofErr w:type="spellStart"/>
      <w:r w:rsidRPr="00F750CD">
        <w:t>Va-t-en</w:t>
      </w:r>
      <w:proofErr w:type="spellEnd"/>
      <w:r w:rsidRPr="00F750CD">
        <w:t>, chétif Insecte, excrément de la terre !</w:t>
      </w:r>
      <w:r>
        <w:t> »</w:t>
      </w:r>
    </w:p>
    <w:p w14:paraId="4605F04E" w14:textId="7144E02A" w:rsidR="00F750CD" w:rsidRPr="00F750CD" w:rsidRDefault="00F750CD" w:rsidP="00F750CD">
      <w:pPr>
        <w:pStyle w:val="Notedebasdepage"/>
        <w:spacing w:before="0" w:after="0"/>
        <w:ind w:firstLine="1361"/>
      </w:pPr>
      <w:r w:rsidRPr="00F750CD">
        <w:t>C</w:t>
      </w:r>
      <w:r w:rsidR="00502222">
        <w:t>’</w:t>
      </w:r>
      <w:r w:rsidRPr="00F750CD">
        <w:t>est en ces mots que le Lion</w:t>
      </w:r>
    </w:p>
    <w:p w14:paraId="6CE0C93C" w14:textId="3A81E043" w:rsidR="00F750CD" w:rsidRPr="00F750CD" w:rsidRDefault="00F750CD" w:rsidP="00F750CD">
      <w:pPr>
        <w:pStyle w:val="Notedebasdepage"/>
        <w:spacing w:before="0" w:after="0"/>
        <w:ind w:firstLine="1361"/>
      </w:pPr>
      <w:r w:rsidRPr="00F750CD">
        <w:t>Parlait un jour au Moucheron.</w:t>
      </w:r>
    </w:p>
    <w:p w14:paraId="0694E807" w14:textId="3688A1AF" w:rsidR="00F750CD" w:rsidRPr="00F750CD" w:rsidRDefault="00F750CD" w:rsidP="00F750CD">
      <w:pPr>
        <w:pStyle w:val="Notedebasdepage"/>
        <w:spacing w:before="0" w:after="0"/>
        <w:ind w:firstLine="1361"/>
      </w:pPr>
      <w:r w:rsidRPr="00F750CD">
        <w:t>L</w:t>
      </w:r>
      <w:r w:rsidR="00502222">
        <w:t>’</w:t>
      </w:r>
      <w:r w:rsidRPr="00F750CD">
        <w:t>autre lui déclara la guerre.</w:t>
      </w:r>
    </w:p>
    <w:p w14:paraId="1996174F" w14:textId="1CDF7E5C" w:rsidR="00F750CD" w:rsidRPr="00F750CD" w:rsidRDefault="00F750CD" w:rsidP="00F750CD">
      <w:pPr>
        <w:pStyle w:val="Notedebasdepage"/>
        <w:spacing w:before="0" w:after="0"/>
      </w:pPr>
      <w:r>
        <w:t>« </w:t>
      </w:r>
      <w:r w:rsidRPr="00F750CD">
        <w:t>Penses-tu, lui dit-il, que ton titre de roi</w:t>
      </w:r>
    </w:p>
    <w:p w14:paraId="2E08DF1B" w14:textId="370383AE" w:rsidR="00F750CD" w:rsidRPr="00F750CD" w:rsidRDefault="00F750CD" w:rsidP="00F750CD">
      <w:pPr>
        <w:pStyle w:val="Notedebasdepage"/>
        <w:spacing w:before="0" w:after="0"/>
        <w:ind w:firstLine="1361"/>
      </w:pPr>
      <w:r w:rsidRPr="00F750CD">
        <w:t>Me fasse peur ni me soucie ?</w:t>
      </w:r>
    </w:p>
    <w:p w14:paraId="2563EB7F" w14:textId="70BA52B3" w:rsidR="00F750CD" w:rsidRPr="00F750CD" w:rsidRDefault="00F750CD" w:rsidP="00F750CD">
      <w:pPr>
        <w:pStyle w:val="Notedebasdepage"/>
        <w:spacing w:before="0" w:after="0"/>
        <w:ind w:firstLine="1361"/>
      </w:pPr>
      <w:r w:rsidRPr="00F750CD">
        <w:t>Un bœuf est plus puissant que toi,</w:t>
      </w:r>
    </w:p>
    <w:p w14:paraId="054E3511" w14:textId="43961BEE" w:rsidR="00F750CD" w:rsidRPr="00F750CD" w:rsidRDefault="00F750CD" w:rsidP="00F750CD">
      <w:pPr>
        <w:pStyle w:val="Notedebasdepage"/>
        <w:spacing w:before="0" w:after="0"/>
        <w:ind w:firstLine="1361"/>
      </w:pPr>
      <w:r w:rsidRPr="00F750CD">
        <w:t>Je le mène à ma fantaisie.</w:t>
      </w:r>
      <w:r w:rsidR="00502222">
        <w:t> »</w:t>
      </w:r>
    </w:p>
    <w:p w14:paraId="24567D0F" w14:textId="6FF72CCF" w:rsidR="00F750CD" w:rsidRPr="00F750CD" w:rsidRDefault="00F750CD" w:rsidP="00F750CD">
      <w:pPr>
        <w:pStyle w:val="Notedebasdepage"/>
        <w:spacing w:before="0" w:after="0"/>
        <w:ind w:firstLine="1361"/>
      </w:pPr>
      <w:r w:rsidRPr="00F750CD">
        <w:t>À peine il achevait ces mots</w:t>
      </w:r>
    </w:p>
    <w:p w14:paraId="25085E8D" w14:textId="565E051E" w:rsidR="00F750CD" w:rsidRPr="00F750CD" w:rsidRDefault="00F750CD" w:rsidP="00F750CD">
      <w:pPr>
        <w:pStyle w:val="Notedebasdepage"/>
        <w:spacing w:before="0" w:after="0"/>
        <w:ind w:firstLine="1361"/>
      </w:pPr>
      <w:r w:rsidRPr="00F750CD">
        <w:t>Que lui-même il sonna la charge,</w:t>
      </w:r>
    </w:p>
    <w:p w14:paraId="4D20003E" w14:textId="0004E1FB" w:rsidR="00F750CD" w:rsidRPr="00F750CD" w:rsidRDefault="00F750CD" w:rsidP="00F750CD">
      <w:pPr>
        <w:pStyle w:val="Notedebasdepage"/>
        <w:spacing w:before="0" w:after="0"/>
        <w:ind w:firstLine="1361"/>
      </w:pPr>
      <w:r w:rsidRPr="00F750CD">
        <w:t>Fut le trompette et le héros.</w:t>
      </w:r>
    </w:p>
    <w:p w14:paraId="5FB62D21" w14:textId="13A30B6D" w:rsidR="00F750CD" w:rsidRPr="00F750CD" w:rsidRDefault="00F750CD" w:rsidP="00F750CD">
      <w:pPr>
        <w:pStyle w:val="Notedebasdepage"/>
        <w:spacing w:before="0" w:after="0"/>
        <w:ind w:firstLine="1361"/>
      </w:pPr>
      <w:r w:rsidRPr="00F750CD">
        <w:t>Dans l</w:t>
      </w:r>
      <w:r w:rsidR="00502222">
        <w:t>’</w:t>
      </w:r>
      <w:r w:rsidRPr="00F750CD">
        <w:t>abord il se met au large,</w:t>
      </w:r>
    </w:p>
    <w:p w14:paraId="6AEE2653" w14:textId="41E1D93A" w:rsidR="00F750CD" w:rsidRPr="00F750CD" w:rsidRDefault="00F750CD" w:rsidP="00F750CD">
      <w:pPr>
        <w:pStyle w:val="Notedebasdepage"/>
        <w:spacing w:before="0" w:after="0"/>
        <w:ind w:firstLine="1361"/>
      </w:pPr>
      <w:r w:rsidRPr="00F750CD">
        <w:t>Puis prend son temps, fond sur le cou</w:t>
      </w:r>
    </w:p>
    <w:p w14:paraId="4D41281A" w14:textId="431A5251" w:rsidR="00F750CD" w:rsidRPr="00F750CD" w:rsidRDefault="00F750CD" w:rsidP="00F750CD">
      <w:pPr>
        <w:pStyle w:val="Notedebasdepage"/>
        <w:spacing w:before="0" w:after="0"/>
        <w:ind w:firstLine="1361"/>
      </w:pPr>
      <w:r w:rsidRPr="00F750CD">
        <w:t>Du Lion, qu</w:t>
      </w:r>
      <w:r w:rsidR="00502222">
        <w:t>’</w:t>
      </w:r>
      <w:r w:rsidRPr="00F750CD">
        <w:t>il rend presque fou.</w:t>
      </w:r>
    </w:p>
    <w:p w14:paraId="57AC414A" w14:textId="47DE9D59" w:rsidR="00F750CD" w:rsidRPr="00F750CD" w:rsidRDefault="00F750CD" w:rsidP="00F750CD">
      <w:pPr>
        <w:pStyle w:val="Notedebasdepage"/>
        <w:spacing w:before="0" w:after="0"/>
      </w:pPr>
      <w:r w:rsidRPr="00F750CD">
        <w:t>Le Quadrupède écume, et son œil étincelle ;</w:t>
      </w:r>
    </w:p>
    <w:p w14:paraId="0651978B" w14:textId="739FDC60" w:rsidR="00F750CD" w:rsidRPr="00F750CD" w:rsidRDefault="00F750CD" w:rsidP="00F750CD">
      <w:pPr>
        <w:pStyle w:val="Notedebasdepage"/>
        <w:spacing w:before="0" w:after="0"/>
      </w:pPr>
      <w:r w:rsidRPr="00F750CD">
        <w:t>Il rugit, on se cache, on tremble à l</w:t>
      </w:r>
      <w:r w:rsidR="00502222">
        <w:t>’</w:t>
      </w:r>
      <w:r w:rsidRPr="00F750CD">
        <w:t>environ ;</w:t>
      </w:r>
    </w:p>
    <w:p w14:paraId="032F52F1" w14:textId="2DD7312E" w:rsidR="00F750CD" w:rsidRPr="00F750CD" w:rsidRDefault="00F750CD" w:rsidP="00F750CD">
      <w:pPr>
        <w:pStyle w:val="Notedebasdepage"/>
        <w:spacing w:before="0" w:after="0"/>
        <w:ind w:firstLine="1361"/>
      </w:pPr>
      <w:r w:rsidRPr="00F750CD">
        <w:t>Et cette alarme universelle</w:t>
      </w:r>
    </w:p>
    <w:p w14:paraId="498D97CE" w14:textId="5FD677B3" w:rsidR="00F750CD" w:rsidRPr="00F750CD" w:rsidRDefault="00F750CD" w:rsidP="00F750CD">
      <w:pPr>
        <w:pStyle w:val="Notedebasdepage"/>
        <w:spacing w:before="0" w:after="0"/>
        <w:ind w:firstLine="1361"/>
      </w:pPr>
      <w:r w:rsidRPr="00F750CD">
        <w:t>Est l</w:t>
      </w:r>
      <w:r w:rsidR="00502222">
        <w:t>’</w:t>
      </w:r>
      <w:r w:rsidRPr="00F750CD">
        <w:t>ouvrage d</w:t>
      </w:r>
      <w:r w:rsidR="00502222">
        <w:t>’</w:t>
      </w:r>
      <w:r w:rsidRPr="00F750CD">
        <w:t>un Moucheron.</w:t>
      </w:r>
    </w:p>
    <w:p w14:paraId="580592C7" w14:textId="1C408C46" w:rsidR="00F750CD" w:rsidRPr="00F750CD" w:rsidRDefault="00F750CD" w:rsidP="00F750CD">
      <w:pPr>
        <w:pStyle w:val="Notedebasdepage"/>
        <w:spacing w:before="0" w:after="0"/>
      </w:pPr>
      <w:r w:rsidRPr="00F750CD">
        <w:t>Un avorton de Mouche en cent lieux le harcèle :</w:t>
      </w:r>
    </w:p>
    <w:p w14:paraId="68DCBE12" w14:textId="3D68FE46" w:rsidR="00F750CD" w:rsidRPr="00F750CD" w:rsidRDefault="00F750CD" w:rsidP="00F750CD">
      <w:pPr>
        <w:pStyle w:val="Notedebasdepage"/>
        <w:spacing w:before="0" w:after="0"/>
      </w:pPr>
      <w:r w:rsidRPr="00F750CD">
        <w:t>Tantôt pique l</w:t>
      </w:r>
      <w:r w:rsidR="00502222">
        <w:t>’</w:t>
      </w:r>
      <w:r w:rsidRPr="00F750CD">
        <w:t>échine, et tantôt le museau,</w:t>
      </w:r>
    </w:p>
    <w:p w14:paraId="7774BA50" w14:textId="225ACA19" w:rsidR="00F750CD" w:rsidRPr="00F750CD" w:rsidRDefault="00F750CD" w:rsidP="00F750CD">
      <w:pPr>
        <w:pStyle w:val="Notedebasdepage"/>
        <w:spacing w:before="0" w:after="0"/>
        <w:ind w:firstLine="1361"/>
      </w:pPr>
      <w:r w:rsidRPr="00F750CD">
        <w:t>Tantôt entre au fond du naseau.</w:t>
      </w:r>
    </w:p>
    <w:p w14:paraId="541C7FFB" w14:textId="7EC68EA2" w:rsidR="00F750CD" w:rsidRPr="00F750CD" w:rsidRDefault="00F750CD" w:rsidP="00F750CD">
      <w:pPr>
        <w:pStyle w:val="Notedebasdepage"/>
        <w:spacing w:before="0" w:after="0"/>
      </w:pPr>
      <w:r w:rsidRPr="00F750CD">
        <w:t>La rage alors se trouve à son faîte montée.</w:t>
      </w:r>
    </w:p>
    <w:p w14:paraId="64668FD5" w14:textId="25BC19E3" w:rsidR="00F750CD" w:rsidRPr="00F750CD" w:rsidRDefault="00F750CD" w:rsidP="00F750CD">
      <w:pPr>
        <w:pStyle w:val="Notedebasdepage"/>
        <w:spacing w:before="0" w:after="0"/>
      </w:pPr>
      <w:r w:rsidRPr="00F750CD">
        <w:t>L</w:t>
      </w:r>
      <w:r w:rsidR="00502222">
        <w:t>’</w:t>
      </w:r>
      <w:r w:rsidRPr="00F750CD">
        <w:t>invisible ennemi triomphe, et rit de voir</w:t>
      </w:r>
    </w:p>
    <w:p w14:paraId="4DA8BB70" w14:textId="61B712FB" w:rsidR="00F750CD" w:rsidRPr="00F750CD" w:rsidRDefault="00F750CD" w:rsidP="00F750CD">
      <w:pPr>
        <w:pStyle w:val="Notedebasdepage"/>
        <w:spacing w:before="0" w:after="0"/>
      </w:pPr>
      <w:r w:rsidRPr="00F750CD">
        <w:t>Qu</w:t>
      </w:r>
      <w:r w:rsidR="00502222">
        <w:t>’</w:t>
      </w:r>
      <w:r w:rsidRPr="00F750CD">
        <w:t>il n</w:t>
      </w:r>
      <w:r w:rsidR="00502222">
        <w:t>’</w:t>
      </w:r>
      <w:r w:rsidRPr="00F750CD">
        <w:t>est griffe ni dent en la bête irritée</w:t>
      </w:r>
    </w:p>
    <w:p w14:paraId="5D2BA874" w14:textId="3E2D08B9" w:rsidR="00F750CD" w:rsidRPr="00F750CD" w:rsidRDefault="00F750CD" w:rsidP="00F750CD">
      <w:pPr>
        <w:pStyle w:val="Notedebasdepage"/>
        <w:spacing w:before="0" w:after="0"/>
      </w:pPr>
      <w:r w:rsidRPr="00F750CD">
        <w:t>Qui de la mettre en sang ne fasse son devoir.</w:t>
      </w:r>
    </w:p>
    <w:p w14:paraId="6EEA5223" w14:textId="17C6BC28" w:rsidR="00F750CD" w:rsidRPr="00F750CD" w:rsidRDefault="00F750CD" w:rsidP="00F750CD">
      <w:pPr>
        <w:pStyle w:val="Notedebasdepage"/>
        <w:spacing w:before="0" w:after="0"/>
      </w:pPr>
      <w:r w:rsidRPr="00F750CD">
        <w:t>Le malheureux Lion se déchire lui-même,</w:t>
      </w:r>
    </w:p>
    <w:p w14:paraId="2E5E0D6A" w14:textId="492B13D1" w:rsidR="00F750CD" w:rsidRPr="00F750CD" w:rsidRDefault="00F750CD" w:rsidP="00F750CD">
      <w:pPr>
        <w:pStyle w:val="Notedebasdepage"/>
        <w:spacing w:before="0" w:after="0"/>
      </w:pPr>
      <w:r w:rsidRPr="00F750CD">
        <w:t>Fait résonner sa queue à l</w:t>
      </w:r>
      <w:r w:rsidR="00502222">
        <w:t>’</w:t>
      </w:r>
      <w:r w:rsidRPr="00F750CD">
        <w:t>entour de ses flancs,</w:t>
      </w:r>
    </w:p>
    <w:p w14:paraId="6935695B" w14:textId="6D4366E2" w:rsidR="00F750CD" w:rsidRPr="00F750CD" w:rsidRDefault="00F750CD" w:rsidP="00F750CD">
      <w:pPr>
        <w:pStyle w:val="Notedebasdepage"/>
        <w:spacing w:before="0" w:after="0"/>
      </w:pPr>
      <w:r w:rsidRPr="00F750CD">
        <w:t>Bat l</w:t>
      </w:r>
      <w:r w:rsidR="00502222">
        <w:t>’</w:t>
      </w:r>
      <w:r w:rsidRPr="00F750CD">
        <w:t>air qui n</w:t>
      </w:r>
      <w:r w:rsidR="00502222">
        <w:t>’</w:t>
      </w:r>
      <w:r w:rsidRPr="00F750CD">
        <w:t>en peut mais ; et sa fureur extrême</w:t>
      </w:r>
    </w:p>
    <w:p w14:paraId="4117BDB2" w14:textId="14E7CE1F" w:rsidR="00F750CD" w:rsidRPr="00F750CD" w:rsidRDefault="00F750CD" w:rsidP="00F750CD">
      <w:pPr>
        <w:pStyle w:val="Notedebasdepage"/>
        <w:spacing w:before="0" w:after="0"/>
      </w:pPr>
      <w:r w:rsidRPr="00F750CD">
        <w:t>Le fatigue, l</w:t>
      </w:r>
      <w:r w:rsidR="00502222">
        <w:t>’</w:t>
      </w:r>
      <w:r w:rsidRPr="00F750CD">
        <w:t>abat : le voilà sur les dents .</w:t>
      </w:r>
    </w:p>
    <w:p w14:paraId="46D5363F" w14:textId="456E59DF" w:rsidR="00F750CD" w:rsidRPr="00F750CD" w:rsidRDefault="00F750CD" w:rsidP="00F750CD">
      <w:pPr>
        <w:pStyle w:val="Notedebasdepage"/>
        <w:spacing w:before="0" w:after="0"/>
      </w:pPr>
      <w:r w:rsidRPr="00F750CD">
        <w:t>L</w:t>
      </w:r>
      <w:r w:rsidR="00502222">
        <w:t>’</w:t>
      </w:r>
      <w:r w:rsidRPr="00F750CD">
        <w:t>Insecte du combat se retire avec gloire :</w:t>
      </w:r>
    </w:p>
    <w:p w14:paraId="7C8EEDE4" w14:textId="0B944795" w:rsidR="00F750CD" w:rsidRPr="00F750CD" w:rsidRDefault="00F750CD" w:rsidP="00F750CD">
      <w:pPr>
        <w:pStyle w:val="Notedebasdepage"/>
        <w:spacing w:before="0" w:after="0"/>
      </w:pPr>
      <w:r w:rsidRPr="00F750CD">
        <w:t>Comme il sonna la charge, il sonne la victoire,</w:t>
      </w:r>
    </w:p>
    <w:p w14:paraId="12495052" w14:textId="3B927030" w:rsidR="00F750CD" w:rsidRPr="00F750CD" w:rsidRDefault="00F750CD" w:rsidP="00F750CD">
      <w:pPr>
        <w:pStyle w:val="Notedebasdepage"/>
        <w:spacing w:before="0" w:after="0"/>
      </w:pPr>
      <w:r w:rsidRPr="00F750CD">
        <w:t>Va partout l</w:t>
      </w:r>
      <w:r w:rsidR="00502222">
        <w:t>’</w:t>
      </w:r>
      <w:r w:rsidRPr="00F750CD">
        <w:t>annoncer, et rencontre en chemin</w:t>
      </w:r>
    </w:p>
    <w:p w14:paraId="219B2372" w14:textId="0238C17C" w:rsidR="00F750CD" w:rsidRPr="00F750CD" w:rsidRDefault="00F750CD" w:rsidP="00F750CD">
      <w:pPr>
        <w:pStyle w:val="Notedebasdepage"/>
        <w:spacing w:before="0" w:after="0"/>
        <w:ind w:firstLine="1361"/>
      </w:pPr>
      <w:r w:rsidRPr="00F750CD">
        <w:t>L</w:t>
      </w:r>
      <w:r w:rsidR="00502222">
        <w:t>’</w:t>
      </w:r>
      <w:r w:rsidRPr="00F750CD">
        <w:t>embuscade d</w:t>
      </w:r>
      <w:r w:rsidR="00502222">
        <w:t>’</w:t>
      </w:r>
      <w:r w:rsidRPr="00F750CD">
        <w:t>une araignée :</w:t>
      </w:r>
    </w:p>
    <w:p w14:paraId="57AB9518" w14:textId="40A69F08" w:rsidR="00F750CD" w:rsidRPr="00F750CD" w:rsidRDefault="00F750CD" w:rsidP="00F750CD">
      <w:pPr>
        <w:pStyle w:val="Notedebasdepage"/>
        <w:spacing w:before="0" w:after="0"/>
        <w:ind w:firstLine="1361"/>
      </w:pPr>
      <w:r w:rsidRPr="00F750CD">
        <w:t>Il y rencontre aussi sa fin.</w:t>
      </w:r>
    </w:p>
    <w:p w14:paraId="6C839AE6" w14:textId="259977A0" w:rsidR="00F750CD" w:rsidRPr="00F750CD" w:rsidRDefault="00F750CD" w:rsidP="00F750CD">
      <w:pPr>
        <w:pStyle w:val="Notedebasdepage"/>
        <w:spacing w:before="0" w:after="0"/>
      </w:pPr>
    </w:p>
    <w:p w14:paraId="0FDA59F3" w14:textId="0D318ACD" w:rsidR="00F750CD" w:rsidRPr="00F750CD" w:rsidRDefault="00F750CD" w:rsidP="00F750CD">
      <w:pPr>
        <w:pStyle w:val="Notedebasdepage"/>
        <w:spacing w:before="0" w:after="0"/>
      </w:pPr>
      <w:r w:rsidRPr="00F750CD">
        <w:t>Quelle chose par là nous peut être enseignée ?</w:t>
      </w:r>
    </w:p>
    <w:p w14:paraId="46B98470" w14:textId="7668DA27" w:rsidR="00F750CD" w:rsidRPr="00F750CD" w:rsidRDefault="00F750CD" w:rsidP="00F750CD">
      <w:pPr>
        <w:pStyle w:val="Notedebasdepage"/>
        <w:spacing w:before="0" w:after="0"/>
      </w:pPr>
      <w:r w:rsidRPr="00F750CD">
        <w:t>J</w:t>
      </w:r>
      <w:r w:rsidR="00502222">
        <w:t>’</w:t>
      </w:r>
      <w:r w:rsidRPr="00F750CD">
        <w:t>en vois deux, dont l</w:t>
      </w:r>
      <w:r w:rsidR="00502222">
        <w:t>’</w:t>
      </w:r>
      <w:r w:rsidRPr="00F750CD">
        <w:t>une est qu</w:t>
      </w:r>
      <w:r w:rsidR="00502222">
        <w:t>’</w:t>
      </w:r>
      <w:r w:rsidRPr="00F750CD">
        <w:t>entre nos ennemis</w:t>
      </w:r>
    </w:p>
    <w:p w14:paraId="561A8943" w14:textId="1FF23871" w:rsidR="00F750CD" w:rsidRPr="00F750CD" w:rsidRDefault="00F750CD" w:rsidP="00F750CD">
      <w:pPr>
        <w:pStyle w:val="Notedebasdepage"/>
        <w:spacing w:before="0" w:after="0"/>
      </w:pPr>
      <w:r w:rsidRPr="00F750CD">
        <w:t>Les plus à craindre sont souvent les plus petits ;</w:t>
      </w:r>
    </w:p>
    <w:p w14:paraId="5310C19B" w14:textId="00EAA024" w:rsidR="00F750CD" w:rsidRPr="00F750CD" w:rsidRDefault="00F750CD" w:rsidP="00F750CD">
      <w:pPr>
        <w:pStyle w:val="Notedebasdepage"/>
        <w:spacing w:before="0" w:after="0"/>
      </w:pPr>
      <w:r w:rsidRPr="00F750CD">
        <w:t>L</w:t>
      </w:r>
      <w:r w:rsidR="00502222">
        <w:t>’</w:t>
      </w:r>
      <w:r w:rsidRPr="00F750CD">
        <w:t>autre, qu</w:t>
      </w:r>
      <w:r w:rsidR="00502222">
        <w:t>’</w:t>
      </w:r>
      <w:r w:rsidRPr="00F750CD">
        <w:t>aux grands périls tel a pu se soustraire,</w:t>
      </w:r>
    </w:p>
    <w:p w14:paraId="3AE794AC" w14:textId="736B1861" w:rsidR="00F750CD" w:rsidRDefault="00F750CD" w:rsidP="00F750CD">
      <w:pPr>
        <w:pStyle w:val="Notedebasdepage"/>
        <w:spacing w:before="0" w:after="0"/>
      </w:pPr>
      <w:r w:rsidRPr="00F750CD">
        <w:t>Qui périt pour la moindre affaire.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31215736">
    <w:abstractNumId w:val="11"/>
  </w:num>
  <w:num w:numId="2" w16cid:durableId="159079332">
    <w:abstractNumId w:val="12"/>
  </w:num>
  <w:num w:numId="3" w16cid:durableId="1543321539">
    <w:abstractNumId w:val="13"/>
  </w:num>
  <w:num w:numId="4" w16cid:durableId="2009863241">
    <w:abstractNumId w:val="14"/>
  </w:num>
  <w:num w:numId="5" w16cid:durableId="1498808711">
    <w:abstractNumId w:val="8"/>
  </w:num>
  <w:num w:numId="6" w16cid:durableId="1207528676">
    <w:abstractNumId w:val="3"/>
  </w:num>
  <w:num w:numId="7" w16cid:durableId="978193132">
    <w:abstractNumId w:val="2"/>
  </w:num>
  <w:num w:numId="8" w16cid:durableId="1052264885">
    <w:abstractNumId w:val="1"/>
  </w:num>
  <w:num w:numId="9" w16cid:durableId="1923448073">
    <w:abstractNumId w:val="0"/>
  </w:num>
  <w:num w:numId="10" w16cid:durableId="619915503">
    <w:abstractNumId w:val="9"/>
  </w:num>
  <w:num w:numId="11" w16cid:durableId="333846806">
    <w:abstractNumId w:val="7"/>
  </w:num>
  <w:num w:numId="12" w16cid:durableId="649136179">
    <w:abstractNumId w:val="6"/>
  </w:num>
  <w:num w:numId="13" w16cid:durableId="955528343">
    <w:abstractNumId w:val="5"/>
  </w:num>
  <w:num w:numId="14" w16cid:durableId="1378705524">
    <w:abstractNumId w:val="4"/>
  </w:num>
  <w:num w:numId="15" w16cid:durableId="21472390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35C3A"/>
    <w:rsid w:val="000624DA"/>
    <w:rsid w:val="00066E2D"/>
    <w:rsid w:val="00077531"/>
    <w:rsid w:val="000E15C3"/>
    <w:rsid w:val="000F7F4B"/>
    <w:rsid w:val="0010298A"/>
    <w:rsid w:val="001635FE"/>
    <w:rsid w:val="00176FA6"/>
    <w:rsid w:val="001910FF"/>
    <w:rsid w:val="00203135"/>
    <w:rsid w:val="00284AF2"/>
    <w:rsid w:val="002E4734"/>
    <w:rsid w:val="0032506F"/>
    <w:rsid w:val="00335365"/>
    <w:rsid w:val="00336E88"/>
    <w:rsid w:val="00367258"/>
    <w:rsid w:val="003734CB"/>
    <w:rsid w:val="003961EA"/>
    <w:rsid w:val="003B522B"/>
    <w:rsid w:val="003E1C1C"/>
    <w:rsid w:val="003F6FF9"/>
    <w:rsid w:val="004116B2"/>
    <w:rsid w:val="00431C66"/>
    <w:rsid w:val="004618A4"/>
    <w:rsid w:val="00466185"/>
    <w:rsid w:val="00473900"/>
    <w:rsid w:val="004856F7"/>
    <w:rsid w:val="004A215E"/>
    <w:rsid w:val="004B5A85"/>
    <w:rsid w:val="004C389C"/>
    <w:rsid w:val="004C3D05"/>
    <w:rsid w:val="00502222"/>
    <w:rsid w:val="0051085B"/>
    <w:rsid w:val="005267C2"/>
    <w:rsid w:val="00554C93"/>
    <w:rsid w:val="00576E04"/>
    <w:rsid w:val="005C4D38"/>
    <w:rsid w:val="005E5F3D"/>
    <w:rsid w:val="0061214E"/>
    <w:rsid w:val="00625ACB"/>
    <w:rsid w:val="00640C4F"/>
    <w:rsid w:val="00696FAC"/>
    <w:rsid w:val="006B6C2B"/>
    <w:rsid w:val="00703D4D"/>
    <w:rsid w:val="00705271"/>
    <w:rsid w:val="00722EA0"/>
    <w:rsid w:val="007549CD"/>
    <w:rsid w:val="0076257B"/>
    <w:rsid w:val="0076513E"/>
    <w:rsid w:val="0078241C"/>
    <w:rsid w:val="007841D8"/>
    <w:rsid w:val="007A353A"/>
    <w:rsid w:val="007B6898"/>
    <w:rsid w:val="007C1C6B"/>
    <w:rsid w:val="007C56AC"/>
    <w:rsid w:val="007E0F7B"/>
    <w:rsid w:val="007F456C"/>
    <w:rsid w:val="007F5860"/>
    <w:rsid w:val="00825620"/>
    <w:rsid w:val="00856DF4"/>
    <w:rsid w:val="00863B07"/>
    <w:rsid w:val="008840CC"/>
    <w:rsid w:val="008F106B"/>
    <w:rsid w:val="00930A77"/>
    <w:rsid w:val="00946EE4"/>
    <w:rsid w:val="009B3DDD"/>
    <w:rsid w:val="00AB5337"/>
    <w:rsid w:val="00AF0A3E"/>
    <w:rsid w:val="00AF7DA7"/>
    <w:rsid w:val="00B00490"/>
    <w:rsid w:val="00B1136E"/>
    <w:rsid w:val="00B238DE"/>
    <w:rsid w:val="00B241D4"/>
    <w:rsid w:val="00B65835"/>
    <w:rsid w:val="00B909AE"/>
    <w:rsid w:val="00BA7596"/>
    <w:rsid w:val="00BB0EFD"/>
    <w:rsid w:val="00BD0C07"/>
    <w:rsid w:val="00BF29E4"/>
    <w:rsid w:val="00C323C1"/>
    <w:rsid w:val="00C43D20"/>
    <w:rsid w:val="00C51E70"/>
    <w:rsid w:val="00C82075"/>
    <w:rsid w:val="00C82867"/>
    <w:rsid w:val="00C877F6"/>
    <w:rsid w:val="00D02BDE"/>
    <w:rsid w:val="00D47BCF"/>
    <w:rsid w:val="00D57E8F"/>
    <w:rsid w:val="00D80434"/>
    <w:rsid w:val="00D9756D"/>
    <w:rsid w:val="00DD7BB4"/>
    <w:rsid w:val="00DF43DD"/>
    <w:rsid w:val="00E30FAD"/>
    <w:rsid w:val="00E35EE1"/>
    <w:rsid w:val="00E6510A"/>
    <w:rsid w:val="00E847C9"/>
    <w:rsid w:val="00E90A7B"/>
    <w:rsid w:val="00EF6118"/>
    <w:rsid w:val="00F42B6E"/>
    <w:rsid w:val="00F65E5F"/>
    <w:rsid w:val="00F74495"/>
    <w:rsid w:val="00F750CD"/>
    <w:rsid w:val="00FD5C53"/>
    <w:rsid w:val="00FD6EFE"/>
    <w:rsid w:val="00FF15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DCE934"/>
  <w15:chartTrackingRefBased/>
  <w15:docId w15:val="{05B6DB31-0F7F-4B31-8B52-7E7322F0D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A85"/>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473900"/>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qFormat/>
    <w:rsid w:val="00473900"/>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link w:val="Titre3Car"/>
    <w:qFormat/>
    <w:rsid w:val="00473900"/>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473900"/>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473900"/>
  </w:style>
  <w:style w:type="character" w:styleId="Lienhypertexte">
    <w:name w:val="Hyperlink"/>
    <w:uiPriority w:val="99"/>
    <w:rsid w:val="00473900"/>
    <w:rPr>
      <w:rFonts w:ascii="Amasis30" w:hAnsi="Amasis30"/>
      <w:color w:val="004080"/>
      <w:u w:val="single"/>
    </w:rPr>
  </w:style>
  <w:style w:type="paragraph" w:styleId="Explorateurdedocuments">
    <w:name w:val="Document Map"/>
    <w:basedOn w:val="Normal"/>
    <w:semiHidden/>
    <w:rsid w:val="00473900"/>
    <w:pPr>
      <w:shd w:val="clear" w:color="auto" w:fill="000080"/>
    </w:pPr>
    <w:rPr>
      <w:rFonts w:ascii="Tahoma" w:hAnsi="Tahoma" w:cs="Tahoma"/>
    </w:rPr>
  </w:style>
  <w:style w:type="paragraph" w:styleId="TM1">
    <w:name w:val="toc 1"/>
    <w:basedOn w:val="Normal"/>
    <w:next w:val="Normal"/>
    <w:autoRedefine/>
    <w:uiPriority w:val="39"/>
    <w:rsid w:val="00473900"/>
    <w:pPr>
      <w:tabs>
        <w:tab w:val="right" w:leader="dot" w:pos="9639"/>
      </w:tabs>
      <w:spacing w:before="180" w:after="180"/>
      <w:ind w:firstLine="0"/>
      <w:jc w:val="left"/>
    </w:pPr>
    <w:rPr>
      <w:bCs/>
      <w:iCs/>
      <w:noProof/>
      <w:color w:val="000080"/>
      <w:szCs w:val="28"/>
    </w:rPr>
  </w:style>
  <w:style w:type="paragraph" w:styleId="En-tte">
    <w:name w:val="header"/>
    <w:basedOn w:val="Normal"/>
    <w:link w:val="En-tteCar"/>
    <w:rsid w:val="00473900"/>
    <w:pPr>
      <w:tabs>
        <w:tab w:val="center" w:pos="4536"/>
        <w:tab w:val="right" w:pos="9072"/>
      </w:tabs>
    </w:pPr>
  </w:style>
  <w:style w:type="paragraph" w:styleId="Pieddepage">
    <w:name w:val="footer"/>
    <w:basedOn w:val="Normal"/>
    <w:link w:val="PieddepageCar"/>
    <w:rsid w:val="00473900"/>
    <w:pPr>
      <w:tabs>
        <w:tab w:val="center" w:pos="4536"/>
        <w:tab w:val="right" w:pos="9072"/>
      </w:tabs>
      <w:ind w:firstLine="0"/>
      <w:jc w:val="center"/>
    </w:pPr>
    <w:rPr>
      <w:sz w:val="32"/>
    </w:rPr>
  </w:style>
  <w:style w:type="character" w:styleId="Numrodepage">
    <w:name w:val="page number"/>
    <w:basedOn w:val="Policepardfaut"/>
    <w:rsid w:val="00473900"/>
  </w:style>
  <w:style w:type="paragraph" w:styleId="TM2">
    <w:name w:val="toc 2"/>
    <w:basedOn w:val="Normal"/>
    <w:next w:val="Normal"/>
    <w:autoRedefine/>
    <w:uiPriority w:val="39"/>
    <w:rsid w:val="00473900"/>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473900"/>
    <w:pPr>
      <w:tabs>
        <w:tab w:val="right" w:leader="dot" w:pos="9639"/>
      </w:tabs>
      <w:spacing w:before="120" w:after="120"/>
      <w:ind w:left="567" w:firstLine="0"/>
      <w:jc w:val="left"/>
    </w:pPr>
    <w:rPr>
      <w:color w:val="000080"/>
      <w:sz w:val="32"/>
    </w:rPr>
  </w:style>
  <w:style w:type="paragraph" w:styleId="TM4">
    <w:name w:val="toc 4"/>
    <w:basedOn w:val="Normal"/>
    <w:next w:val="Normal"/>
    <w:autoRedefine/>
    <w:rsid w:val="00473900"/>
    <w:pPr>
      <w:ind w:left="780"/>
    </w:pPr>
  </w:style>
  <w:style w:type="paragraph" w:styleId="TM5">
    <w:name w:val="toc 5"/>
    <w:basedOn w:val="Normal"/>
    <w:next w:val="Normal"/>
    <w:autoRedefine/>
    <w:rsid w:val="00473900"/>
    <w:pPr>
      <w:ind w:left="1040"/>
    </w:pPr>
  </w:style>
  <w:style w:type="paragraph" w:styleId="TM6">
    <w:name w:val="toc 6"/>
    <w:basedOn w:val="Normal"/>
    <w:next w:val="Normal"/>
    <w:autoRedefine/>
    <w:rsid w:val="00473900"/>
    <w:pPr>
      <w:ind w:left="1300"/>
    </w:pPr>
  </w:style>
  <w:style w:type="paragraph" w:styleId="TM7">
    <w:name w:val="toc 7"/>
    <w:basedOn w:val="Normal"/>
    <w:next w:val="Normal"/>
    <w:autoRedefine/>
    <w:rsid w:val="00473900"/>
    <w:pPr>
      <w:ind w:left="1560"/>
    </w:pPr>
  </w:style>
  <w:style w:type="paragraph" w:styleId="TM8">
    <w:name w:val="toc 8"/>
    <w:basedOn w:val="Normal"/>
    <w:next w:val="Normal"/>
    <w:autoRedefine/>
    <w:rsid w:val="00473900"/>
    <w:pPr>
      <w:ind w:left="1820"/>
    </w:pPr>
  </w:style>
  <w:style w:type="paragraph" w:styleId="TM9">
    <w:name w:val="toc 9"/>
    <w:basedOn w:val="Normal"/>
    <w:next w:val="Normal"/>
    <w:autoRedefine/>
    <w:rsid w:val="00473900"/>
    <w:pPr>
      <w:ind w:left="2080"/>
    </w:pPr>
  </w:style>
  <w:style w:type="character" w:styleId="Appelnotedebasdep">
    <w:name w:val="footnote reference"/>
    <w:qFormat/>
    <w:rsid w:val="00473900"/>
    <w:rPr>
      <w:rFonts w:ascii="Amasis30" w:hAnsi="Amasis30"/>
      <w:b/>
      <w:sz w:val="36"/>
      <w:vertAlign w:val="superscript"/>
    </w:rPr>
  </w:style>
  <w:style w:type="paragraph" w:styleId="Notedebasdepage">
    <w:name w:val="footnote text"/>
    <w:basedOn w:val="Taille-1Normal"/>
    <w:link w:val="NotedebasdepageCar"/>
    <w:qFormat/>
    <w:rsid w:val="00473900"/>
    <w:rPr>
      <w:szCs w:val="30"/>
    </w:rPr>
  </w:style>
  <w:style w:type="paragraph" w:customStyle="1" w:styleId="Taille-1Normal">
    <w:name w:val="Taille-1Normal"/>
    <w:basedOn w:val="Normal"/>
    <w:rsid w:val="00473900"/>
    <w:rPr>
      <w:sz w:val="32"/>
      <w:szCs w:val="28"/>
    </w:rPr>
  </w:style>
  <w:style w:type="paragraph" w:customStyle="1" w:styleId="Auteur">
    <w:name w:val="Auteur"/>
    <w:basedOn w:val="Normal"/>
    <w:rsid w:val="00473900"/>
    <w:pPr>
      <w:spacing w:before="0" w:after="1800"/>
      <w:ind w:right="851" w:firstLine="0"/>
      <w:jc w:val="right"/>
    </w:pPr>
    <w:rPr>
      <w:sz w:val="48"/>
    </w:rPr>
  </w:style>
  <w:style w:type="paragraph" w:customStyle="1" w:styleId="Titrelivre">
    <w:name w:val="Titre_livre"/>
    <w:basedOn w:val="Normal"/>
    <w:rsid w:val="00473900"/>
    <w:pPr>
      <w:spacing w:before="0" w:after="1200"/>
      <w:ind w:left="2268" w:right="851" w:firstLine="0"/>
      <w:jc w:val="right"/>
    </w:pPr>
    <w:rPr>
      <w:b/>
      <w:bCs/>
      <w:sz w:val="72"/>
    </w:rPr>
  </w:style>
  <w:style w:type="paragraph" w:customStyle="1" w:styleId="Soustitrelivre">
    <w:name w:val="Sous_titre_livre"/>
    <w:basedOn w:val="Normal"/>
    <w:rsid w:val="00473900"/>
    <w:pPr>
      <w:spacing w:before="0" w:after="2160"/>
      <w:ind w:left="2268" w:right="851" w:firstLine="0"/>
      <w:jc w:val="right"/>
    </w:pPr>
    <w:rPr>
      <w:bCs/>
      <w:sz w:val="44"/>
      <w:szCs w:val="36"/>
    </w:rPr>
  </w:style>
  <w:style w:type="paragraph" w:customStyle="1" w:styleId="Photoauteur">
    <w:name w:val="Photo_auteur"/>
    <w:basedOn w:val="Normal"/>
    <w:rsid w:val="00473900"/>
    <w:pPr>
      <w:spacing w:after="1080"/>
      <w:ind w:left="2268" w:firstLine="0"/>
      <w:jc w:val="center"/>
    </w:pPr>
    <w:rPr>
      <w:noProof/>
    </w:rPr>
  </w:style>
  <w:style w:type="paragraph" w:customStyle="1" w:styleId="DateSortie">
    <w:name w:val="Date_Sortie"/>
    <w:basedOn w:val="Normal"/>
    <w:rsid w:val="00473900"/>
    <w:pPr>
      <w:spacing w:before="0" w:after="0"/>
      <w:ind w:right="1418" w:firstLine="0"/>
      <w:jc w:val="right"/>
    </w:pPr>
    <w:rPr>
      <w:bCs/>
      <w:sz w:val="40"/>
    </w:rPr>
  </w:style>
  <w:style w:type="paragraph" w:customStyle="1" w:styleId="Titretablematires">
    <w:name w:val="Titre table matières"/>
    <w:basedOn w:val="Normal"/>
    <w:rsid w:val="00473900"/>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473900"/>
    <w:pPr>
      <w:ind w:firstLine="0"/>
      <w:jc w:val="center"/>
    </w:pPr>
    <w:rPr>
      <w:szCs w:val="20"/>
    </w:rPr>
  </w:style>
  <w:style w:type="paragraph" w:customStyle="1" w:styleId="NormalSansIndent">
    <w:name w:val="NormalSansIndent"/>
    <w:basedOn w:val="Normal"/>
    <w:rsid w:val="00473900"/>
    <w:pPr>
      <w:ind w:firstLine="0"/>
    </w:pPr>
    <w:rPr>
      <w:szCs w:val="20"/>
    </w:rPr>
  </w:style>
  <w:style w:type="paragraph" w:customStyle="1" w:styleId="NormalSolidaire">
    <w:name w:val="NormalSolidaire"/>
    <w:basedOn w:val="Normal"/>
    <w:qFormat/>
    <w:rsid w:val="00473900"/>
    <w:pPr>
      <w:keepNext/>
    </w:pPr>
  </w:style>
  <w:style w:type="paragraph" w:customStyle="1" w:styleId="NormalSautPageAvant">
    <w:name w:val="NormalSautPageAvant"/>
    <w:basedOn w:val="Normal"/>
    <w:qFormat/>
    <w:rsid w:val="00473900"/>
    <w:pPr>
      <w:pageBreakBefore/>
    </w:pPr>
  </w:style>
  <w:style w:type="paragraph" w:customStyle="1" w:styleId="NormalEspAvtGrand">
    <w:name w:val="NormalEspAvtGrand"/>
    <w:basedOn w:val="Normal"/>
    <w:rsid w:val="00473900"/>
    <w:pPr>
      <w:spacing w:before="2640"/>
    </w:pPr>
    <w:rPr>
      <w:szCs w:val="20"/>
    </w:rPr>
  </w:style>
  <w:style w:type="paragraph" w:customStyle="1" w:styleId="CentrEspAvt0">
    <w:name w:val="CentréEspAvt0"/>
    <w:basedOn w:val="Centr"/>
    <w:next w:val="CentrEspAvt0EspApr0"/>
    <w:rsid w:val="00473900"/>
    <w:pPr>
      <w:spacing w:before="0"/>
    </w:pPr>
  </w:style>
  <w:style w:type="paragraph" w:customStyle="1" w:styleId="CentrEspAvt0EspApr0">
    <w:name w:val="CentréEspAvt0EspApr0"/>
    <w:basedOn w:val="Centr"/>
    <w:rsid w:val="00473900"/>
    <w:pPr>
      <w:spacing w:before="0" w:after="0"/>
    </w:pPr>
  </w:style>
  <w:style w:type="paragraph" w:customStyle="1" w:styleId="CentrEspApr0">
    <w:name w:val="CentréEspApr0"/>
    <w:basedOn w:val="Centr"/>
    <w:next w:val="Normal"/>
    <w:rsid w:val="00473900"/>
    <w:pPr>
      <w:spacing w:after="0"/>
    </w:pPr>
  </w:style>
  <w:style w:type="paragraph" w:customStyle="1" w:styleId="Droite">
    <w:name w:val="Droite"/>
    <w:basedOn w:val="Normal"/>
    <w:next w:val="Normal"/>
    <w:rsid w:val="00473900"/>
    <w:pPr>
      <w:ind w:firstLine="0"/>
      <w:jc w:val="right"/>
    </w:pPr>
    <w:rPr>
      <w:szCs w:val="20"/>
    </w:rPr>
  </w:style>
  <w:style w:type="paragraph" w:customStyle="1" w:styleId="DroiteRetraitGauche1X">
    <w:name w:val="DroiteRetraitGauche1X"/>
    <w:basedOn w:val="Droite"/>
    <w:next w:val="Normal"/>
    <w:rsid w:val="00473900"/>
    <w:pPr>
      <w:ind w:left="680"/>
    </w:pPr>
  </w:style>
  <w:style w:type="paragraph" w:customStyle="1" w:styleId="DroiteRetraitGauche2X">
    <w:name w:val="DroiteRetraitGauche2X"/>
    <w:basedOn w:val="Droite"/>
    <w:next w:val="Normal"/>
    <w:rsid w:val="00473900"/>
    <w:pPr>
      <w:ind w:left="1361"/>
    </w:pPr>
  </w:style>
  <w:style w:type="paragraph" w:customStyle="1" w:styleId="DroiteRetraitGauche3X">
    <w:name w:val="DroiteRetraitGauche3X"/>
    <w:basedOn w:val="Droite"/>
    <w:next w:val="Normal"/>
    <w:rsid w:val="00473900"/>
    <w:pPr>
      <w:ind w:left="2041"/>
    </w:pPr>
  </w:style>
  <w:style w:type="paragraph" w:customStyle="1" w:styleId="DroiteRetraitGauche4X">
    <w:name w:val="DroiteRetraitGauche4X"/>
    <w:basedOn w:val="Droite"/>
    <w:next w:val="Normal"/>
    <w:rsid w:val="00473900"/>
    <w:pPr>
      <w:ind w:left="2722"/>
    </w:pPr>
  </w:style>
  <w:style w:type="paragraph" w:customStyle="1" w:styleId="Taille-1RetraitGauche1X">
    <w:name w:val="Taille-1RetraitGauche1X"/>
    <w:basedOn w:val="Taille-1Normal"/>
    <w:rsid w:val="00473900"/>
    <w:pPr>
      <w:ind w:left="680"/>
    </w:pPr>
    <w:rPr>
      <w:szCs w:val="20"/>
    </w:rPr>
  </w:style>
  <w:style w:type="paragraph" w:customStyle="1" w:styleId="Taille-1RetraitGauche2X">
    <w:name w:val="Taille-1RetraitGauche2X"/>
    <w:basedOn w:val="Taille-1Normal"/>
    <w:rsid w:val="00473900"/>
    <w:pPr>
      <w:ind w:left="1361"/>
    </w:pPr>
    <w:rPr>
      <w:szCs w:val="20"/>
    </w:rPr>
  </w:style>
  <w:style w:type="paragraph" w:customStyle="1" w:styleId="Taille-1RetraitGauche3X">
    <w:name w:val="Taille-1RetraitGauche3X"/>
    <w:basedOn w:val="Taille-1Normal"/>
    <w:rsid w:val="00473900"/>
    <w:pPr>
      <w:ind w:left="2041"/>
    </w:pPr>
    <w:rPr>
      <w:szCs w:val="20"/>
    </w:rPr>
  </w:style>
  <w:style w:type="paragraph" w:customStyle="1" w:styleId="Taille-1RetraitGauche1XIndent0">
    <w:name w:val="Taille-1RetraitGauche1XIndent0"/>
    <w:basedOn w:val="Taille-1RetraitGauche1X"/>
    <w:rsid w:val="00473900"/>
    <w:pPr>
      <w:ind w:firstLine="0"/>
    </w:pPr>
  </w:style>
  <w:style w:type="paragraph" w:customStyle="1" w:styleId="Taille-1RetraitGauche2XIndent0">
    <w:name w:val="Taille-1RetraitGauche2XIndent0"/>
    <w:basedOn w:val="Taille-1RetraitGauche2X"/>
    <w:rsid w:val="00473900"/>
    <w:pPr>
      <w:ind w:firstLine="0"/>
    </w:pPr>
  </w:style>
  <w:style w:type="paragraph" w:customStyle="1" w:styleId="Taille-1RetraitGauche3XIndent0">
    <w:name w:val="Taille-1RetraitGauche3XIndent0"/>
    <w:basedOn w:val="Taille-1RetraitGauche3X"/>
    <w:rsid w:val="00473900"/>
    <w:pPr>
      <w:ind w:firstLine="0"/>
    </w:pPr>
  </w:style>
  <w:style w:type="paragraph" w:customStyle="1" w:styleId="Taille-1RetraitGauche4XIndent0">
    <w:name w:val="Taille-1RetraitGauche4XIndent0"/>
    <w:basedOn w:val="Taille-1Normal"/>
    <w:rsid w:val="00473900"/>
    <w:pPr>
      <w:ind w:left="2722" w:firstLine="0"/>
    </w:pPr>
    <w:rPr>
      <w:szCs w:val="20"/>
    </w:rPr>
  </w:style>
  <w:style w:type="paragraph" w:customStyle="1" w:styleId="NormalRetraitGauche1X">
    <w:name w:val="NormalRetraitGauche1X"/>
    <w:basedOn w:val="Normal"/>
    <w:rsid w:val="00473900"/>
    <w:pPr>
      <w:ind w:left="680"/>
    </w:pPr>
    <w:rPr>
      <w:szCs w:val="20"/>
    </w:rPr>
  </w:style>
  <w:style w:type="paragraph" w:customStyle="1" w:styleId="NormalRetraitGauche2X">
    <w:name w:val="NormalRetraitGauche2X"/>
    <w:basedOn w:val="Normal"/>
    <w:rsid w:val="00473900"/>
    <w:pPr>
      <w:ind w:left="1361"/>
    </w:pPr>
    <w:rPr>
      <w:szCs w:val="20"/>
    </w:rPr>
  </w:style>
  <w:style w:type="paragraph" w:customStyle="1" w:styleId="NormalRetraitGauche3X">
    <w:name w:val="NormalRetraitGauche3X"/>
    <w:basedOn w:val="Normal"/>
    <w:rsid w:val="00473900"/>
    <w:pPr>
      <w:ind w:left="2041"/>
    </w:pPr>
    <w:rPr>
      <w:szCs w:val="20"/>
    </w:rPr>
  </w:style>
  <w:style w:type="paragraph" w:customStyle="1" w:styleId="NormalRetraitGauche1XIndent0">
    <w:name w:val="NormalRetraitGauche1XIndent0"/>
    <w:basedOn w:val="NormalRetraitGauche1X"/>
    <w:rsid w:val="00473900"/>
    <w:pPr>
      <w:ind w:firstLine="0"/>
    </w:pPr>
  </w:style>
  <w:style w:type="paragraph" w:customStyle="1" w:styleId="NormalRetraitGauche2XIndent0">
    <w:name w:val="NormalRetraitGauche2XIndent0"/>
    <w:basedOn w:val="NormalRetraitGauche2X"/>
    <w:rsid w:val="00473900"/>
    <w:pPr>
      <w:ind w:firstLine="0"/>
    </w:pPr>
  </w:style>
  <w:style w:type="paragraph" w:customStyle="1" w:styleId="NormalRetraitGauche3XIndent0">
    <w:name w:val="NormalRetraitGauche3XIndent0"/>
    <w:basedOn w:val="NormalRetraitGauche3X"/>
    <w:rsid w:val="00473900"/>
    <w:pPr>
      <w:ind w:firstLine="0"/>
    </w:pPr>
  </w:style>
  <w:style w:type="paragraph" w:customStyle="1" w:styleId="NormalRetraitGauche4XIndent0">
    <w:name w:val="NormalRetraitGauche4XIndent0"/>
    <w:basedOn w:val="Normal"/>
    <w:rsid w:val="00473900"/>
    <w:pPr>
      <w:ind w:left="2722" w:firstLine="0"/>
    </w:pPr>
    <w:rPr>
      <w:szCs w:val="20"/>
    </w:rPr>
  </w:style>
  <w:style w:type="paragraph" w:styleId="Notedefin">
    <w:name w:val="endnote text"/>
    <w:basedOn w:val="Taille-1Normal"/>
    <w:link w:val="NotedefinCar"/>
    <w:uiPriority w:val="99"/>
    <w:unhideWhenUsed/>
    <w:qFormat/>
    <w:rsid w:val="00473900"/>
    <w:rPr>
      <w:szCs w:val="20"/>
      <w:lang w:val="x-none" w:eastAsia="x-none"/>
    </w:rPr>
  </w:style>
  <w:style w:type="character" w:customStyle="1" w:styleId="NotedefinCar">
    <w:name w:val="Note de fin Car"/>
    <w:link w:val="Notedefin"/>
    <w:uiPriority w:val="99"/>
    <w:rsid w:val="00473900"/>
    <w:rPr>
      <w:rFonts w:ascii="Amasis30" w:hAnsi="Amasis30"/>
      <w:sz w:val="32"/>
      <w:lang w:val="x-none" w:eastAsia="x-none"/>
    </w:rPr>
  </w:style>
  <w:style w:type="character" w:styleId="Appeldenotedefin">
    <w:name w:val="endnote reference"/>
    <w:uiPriority w:val="99"/>
    <w:unhideWhenUsed/>
    <w:qFormat/>
    <w:rsid w:val="00473900"/>
    <w:rPr>
      <w:rFonts w:ascii="Amasis30" w:hAnsi="Amasis30"/>
      <w:b/>
      <w:sz w:val="36"/>
      <w:vertAlign w:val="superscript"/>
    </w:rPr>
  </w:style>
  <w:style w:type="paragraph" w:customStyle="1" w:styleId="NormalSuspendu1X">
    <w:name w:val="NormalSuspendu1X"/>
    <w:basedOn w:val="Normal"/>
    <w:rsid w:val="00473900"/>
    <w:pPr>
      <w:ind w:left="680" w:hanging="680"/>
    </w:pPr>
    <w:rPr>
      <w:szCs w:val="20"/>
    </w:rPr>
  </w:style>
  <w:style w:type="paragraph" w:customStyle="1" w:styleId="NormalSuspendu1XRetrait1X">
    <w:name w:val="NormalSuspendu1XRetrait1X"/>
    <w:basedOn w:val="Normal"/>
    <w:rsid w:val="00473900"/>
    <w:pPr>
      <w:ind w:left="1360" w:hanging="680"/>
    </w:pPr>
  </w:style>
  <w:style w:type="paragraph" w:customStyle="1" w:styleId="NormalEspAvt0EspApr0">
    <w:name w:val="NormalEspAvt0EspApr0"/>
    <w:basedOn w:val="Normal"/>
    <w:rsid w:val="00473900"/>
    <w:pPr>
      <w:spacing w:before="0" w:after="0"/>
    </w:pPr>
    <w:rPr>
      <w:szCs w:val="20"/>
    </w:rPr>
  </w:style>
  <w:style w:type="paragraph" w:customStyle="1" w:styleId="NormalSuspendu1XRetrait2X">
    <w:name w:val="NormalSuspendu1XRetrait2X"/>
    <w:basedOn w:val="Normal"/>
    <w:rsid w:val="00473900"/>
    <w:pPr>
      <w:ind w:left="2041" w:hanging="680"/>
    </w:pPr>
  </w:style>
  <w:style w:type="paragraph" w:customStyle="1" w:styleId="NormalSuspendu1XRetrait3X">
    <w:name w:val="NormalSuspendu1XRetrait3X"/>
    <w:basedOn w:val="Normal"/>
    <w:rsid w:val="00473900"/>
    <w:pPr>
      <w:ind w:left="2721" w:hanging="680"/>
    </w:pPr>
    <w:rPr>
      <w:szCs w:val="20"/>
    </w:rPr>
  </w:style>
  <w:style w:type="paragraph" w:customStyle="1" w:styleId="NormalSuspendu1XRetrait4X">
    <w:name w:val="NormalSuspendu1XRetrait4X"/>
    <w:basedOn w:val="Normal"/>
    <w:rsid w:val="00473900"/>
    <w:pPr>
      <w:ind w:left="3402" w:hanging="680"/>
    </w:pPr>
    <w:rPr>
      <w:szCs w:val="20"/>
    </w:rPr>
  </w:style>
  <w:style w:type="paragraph" w:styleId="Textedebulles">
    <w:name w:val="Balloon Text"/>
    <w:basedOn w:val="Normal"/>
    <w:link w:val="TextedebullesCar"/>
    <w:rsid w:val="00E6510A"/>
    <w:rPr>
      <w:rFonts w:ascii="Tahoma" w:hAnsi="Tahoma" w:cs="Tahoma"/>
      <w:sz w:val="16"/>
      <w:szCs w:val="16"/>
    </w:rPr>
  </w:style>
  <w:style w:type="character" w:styleId="Marquedecommentaire">
    <w:name w:val="annotation reference"/>
    <w:semiHidden/>
    <w:rsid w:val="00E6510A"/>
    <w:rPr>
      <w:sz w:val="16"/>
      <w:szCs w:val="16"/>
    </w:rPr>
  </w:style>
  <w:style w:type="paragraph" w:styleId="Commentaire">
    <w:name w:val="annotation text"/>
    <w:basedOn w:val="Normal"/>
    <w:semiHidden/>
    <w:rsid w:val="00E6510A"/>
    <w:rPr>
      <w:sz w:val="20"/>
    </w:rPr>
  </w:style>
  <w:style w:type="character" w:customStyle="1" w:styleId="Titre1Car">
    <w:name w:val="Titre 1 Car"/>
    <w:link w:val="Titre1"/>
    <w:rsid w:val="004C389C"/>
    <w:rPr>
      <w:rFonts w:ascii="Amasis30" w:hAnsi="Amasis30" w:cs="Arial"/>
      <w:b/>
      <w:bCs/>
      <w:sz w:val="48"/>
      <w:szCs w:val="44"/>
    </w:rPr>
  </w:style>
  <w:style w:type="character" w:customStyle="1" w:styleId="Titre2Car">
    <w:name w:val="Titre 2 Car"/>
    <w:link w:val="Titre2"/>
    <w:rsid w:val="004C389C"/>
    <w:rPr>
      <w:rFonts w:ascii="Amasis30" w:hAnsi="Amasis30" w:cs="Arial"/>
      <w:b/>
      <w:bCs/>
      <w:iCs/>
      <w:sz w:val="44"/>
      <w:szCs w:val="40"/>
    </w:rPr>
  </w:style>
  <w:style w:type="character" w:customStyle="1" w:styleId="Titre3Car">
    <w:name w:val="Titre 3 Car"/>
    <w:link w:val="Titre3"/>
    <w:rsid w:val="004C389C"/>
    <w:rPr>
      <w:rFonts w:ascii="Amasis30" w:hAnsi="Amasis30" w:cs="Arial"/>
      <w:b/>
      <w:bCs/>
      <w:sz w:val="40"/>
      <w:szCs w:val="36"/>
    </w:rPr>
  </w:style>
  <w:style w:type="character" w:customStyle="1" w:styleId="Absatz-Standardschriftart">
    <w:name w:val="Absatz-Standardschriftart"/>
    <w:rsid w:val="004C389C"/>
  </w:style>
  <w:style w:type="character" w:customStyle="1" w:styleId="WW-Absatz-Standardschriftart">
    <w:name w:val="WW-Absatz-Standardschriftart"/>
    <w:rsid w:val="004C389C"/>
  </w:style>
  <w:style w:type="character" w:customStyle="1" w:styleId="WW-Absatz-Standardschriftart1">
    <w:name w:val="WW-Absatz-Standardschriftart1"/>
    <w:rsid w:val="004C389C"/>
  </w:style>
  <w:style w:type="character" w:customStyle="1" w:styleId="WW-Absatz-Standardschriftart11">
    <w:name w:val="WW-Absatz-Standardschriftart11"/>
    <w:rsid w:val="004C389C"/>
  </w:style>
  <w:style w:type="character" w:customStyle="1" w:styleId="WW-Absatz-Standardschriftart111">
    <w:name w:val="WW-Absatz-Standardschriftart111"/>
    <w:rsid w:val="004C389C"/>
  </w:style>
  <w:style w:type="character" w:customStyle="1" w:styleId="WW8Num5z0">
    <w:name w:val="WW8Num5z0"/>
    <w:rsid w:val="004C389C"/>
    <w:rPr>
      <w:rFonts w:ascii="Symbol" w:hAnsi="Symbol"/>
    </w:rPr>
  </w:style>
  <w:style w:type="character" w:customStyle="1" w:styleId="WW8Num6z0">
    <w:name w:val="WW8Num6z0"/>
    <w:rsid w:val="004C389C"/>
    <w:rPr>
      <w:rFonts w:ascii="Symbol" w:hAnsi="Symbol"/>
    </w:rPr>
  </w:style>
  <w:style w:type="character" w:customStyle="1" w:styleId="WW8Num7z0">
    <w:name w:val="WW8Num7z0"/>
    <w:rsid w:val="004C389C"/>
    <w:rPr>
      <w:rFonts w:ascii="Symbol" w:hAnsi="Symbol"/>
    </w:rPr>
  </w:style>
  <w:style w:type="character" w:customStyle="1" w:styleId="WW8Num8z0">
    <w:name w:val="WW8Num8z0"/>
    <w:rsid w:val="004C389C"/>
    <w:rPr>
      <w:rFonts w:ascii="Symbol" w:hAnsi="Symbol"/>
    </w:rPr>
  </w:style>
  <w:style w:type="character" w:customStyle="1" w:styleId="WW8Num10z0">
    <w:name w:val="WW8Num10z0"/>
    <w:rsid w:val="004C389C"/>
    <w:rPr>
      <w:rFonts w:ascii="Symbol" w:hAnsi="Symbol"/>
    </w:rPr>
  </w:style>
  <w:style w:type="character" w:customStyle="1" w:styleId="WW8Num11z0">
    <w:name w:val="WW8Num11z0"/>
    <w:rsid w:val="004C389C"/>
    <w:rPr>
      <w:rFonts w:ascii="Symbol" w:hAnsi="Symbol"/>
      <w:sz w:val="20"/>
    </w:rPr>
  </w:style>
  <w:style w:type="character" w:customStyle="1" w:styleId="WW8Num11z1">
    <w:name w:val="WW8Num11z1"/>
    <w:rsid w:val="004C389C"/>
    <w:rPr>
      <w:rFonts w:ascii="Courier New" w:hAnsi="Courier New"/>
      <w:sz w:val="20"/>
    </w:rPr>
  </w:style>
  <w:style w:type="character" w:customStyle="1" w:styleId="WW8Num11z2">
    <w:name w:val="WW8Num11z2"/>
    <w:rsid w:val="004C389C"/>
    <w:rPr>
      <w:rFonts w:ascii="Wingdings" w:hAnsi="Wingdings"/>
      <w:sz w:val="20"/>
    </w:rPr>
  </w:style>
  <w:style w:type="character" w:customStyle="1" w:styleId="WW8Num12z0">
    <w:name w:val="WW8Num12z0"/>
    <w:rsid w:val="004C389C"/>
    <w:rPr>
      <w:rFonts w:ascii="Symbol" w:hAnsi="Symbol"/>
      <w:sz w:val="20"/>
    </w:rPr>
  </w:style>
  <w:style w:type="character" w:customStyle="1" w:styleId="WW8Num12z1">
    <w:name w:val="WW8Num12z1"/>
    <w:rsid w:val="004C389C"/>
    <w:rPr>
      <w:rFonts w:ascii="Courier New" w:hAnsi="Courier New"/>
      <w:sz w:val="20"/>
    </w:rPr>
  </w:style>
  <w:style w:type="character" w:customStyle="1" w:styleId="WW8Num12z2">
    <w:name w:val="WW8Num12z2"/>
    <w:rsid w:val="004C389C"/>
    <w:rPr>
      <w:rFonts w:ascii="Wingdings" w:hAnsi="Wingdings"/>
      <w:sz w:val="20"/>
    </w:rPr>
  </w:style>
  <w:style w:type="character" w:customStyle="1" w:styleId="WW8Num13z0">
    <w:name w:val="WW8Num13z0"/>
    <w:rsid w:val="004C389C"/>
    <w:rPr>
      <w:rFonts w:ascii="Symbol" w:hAnsi="Symbol"/>
      <w:sz w:val="20"/>
    </w:rPr>
  </w:style>
  <w:style w:type="character" w:customStyle="1" w:styleId="WW8Num13z1">
    <w:name w:val="WW8Num13z1"/>
    <w:rsid w:val="004C389C"/>
    <w:rPr>
      <w:rFonts w:ascii="Courier New" w:hAnsi="Courier New"/>
      <w:sz w:val="20"/>
    </w:rPr>
  </w:style>
  <w:style w:type="character" w:customStyle="1" w:styleId="WW8Num13z2">
    <w:name w:val="WW8Num13z2"/>
    <w:rsid w:val="004C389C"/>
    <w:rPr>
      <w:rFonts w:ascii="Wingdings" w:hAnsi="Wingdings"/>
      <w:sz w:val="20"/>
    </w:rPr>
  </w:style>
  <w:style w:type="character" w:customStyle="1" w:styleId="WW8Num14z0">
    <w:name w:val="WW8Num14z0"/>
    <w:rsid w:val="004C389C"/>
    <w:rPr>
      <w:rFonts w:ascii="Symbol" w:hAnsi="Symbol"/>
      <w:sz w:val="20"/>
    </w:rPr>
  </w:style>
  <w:style w:type="character" w:customStyle="1" w:styleId="WW8Num14z1">
    <w:name w:val="WW8Num14z1"/>
    <w:rsid w:val="004C389C"/>
    <w:rPr>
      <w:rFonts w:ascii="Courier New" w:hAnsi="Courier New"/>
      <w:sz w:val="20"/>
    </w:rPr>
  </w:style>
  <w:style w:type="character" w:customStyle="1" w:styleId="WW8Num14z2">
    <w:name w:val="WW8Num14z2"/>
    <w:rsid w:val="004C389C"/>
    <w:rPr>
      <w:rFonts w:ascii="Wingdings" w:hAnsi="Wingdings"/>
      <w:sz w:val="20"/>
    </w:rPr>
  </w:style>
  <w:style w:type="character" w:customStyle="1" w:styleId="Policepardfaut1">
    <w:name w:val="Police par défaut1"/>
    <w:rsid w:val="004C389C"/>
  </w:style>
  <w:style w:type="character" w:customStyle="1" w:styleId="Caractresdenotedebasdepage">
    <w:name w:val="Caractères de note de bas de page"/>
    <w:rsid w:val="004C389C"/>
    <w:rPr>
      <w:rFonts w:ascii="Georgia" w:hAnsi="Georgia"/>
      <w:b/>
      <w:sz w:val="32"/>
      <w:vertAlign w:val="superscript"/>
    </w:rPr>
  </w:style>
  <w:style w:type="character" w:customStyle="1" w:styleId="Car">
    <w:name w:val=" Car"/>
    <w:rsid w:val="004C389C"/>
    <w:rPr>
      <w:rFonts w:ascii="Georgia" w:hAnsi="Georgia"/>
      <w:sz w:val="28"/>
    </w:rPr>
  </w:style>
  <w:style w:type="character" w:customStyle="1" w:styleId="Caractresdenotedefin">
    <w:name w:val="Caractères de note de fin"/>
    <w:rsid w:val="004C389C"/>
    <w:rPr>
      <w:rFonts w:ascii="Georgia" w:hAnsi="Georgia"/>
      <w:b/>
      <w:sz w:val="32"/>
      <w:vertAlign w:val="superscript"/>
    </w:rPr>
  </w:style>
  <w:style w:type="character" w:customStyle="1" w:styleId="Marquedecommentaire1">
    <w:name w:val="Marque de commentaire1"/>
    <w:rsid w:val="004C389C"/>
    <w:rPr>
      <w:sz w:val="16"/>
      <w:szCs w:val="16"/>
    </w:rPr>
  </w:style>
  <w:style w:type="paragraph" w:customStyle="1" w:styleId="Titre10">
    <w:name w:val="Titre1"/>
    <w:basedOn w:val="Normal"/>
    <w:next w:val="Corpsdetexte"/>
    <w:rsid w:val="004C389C"/>
    <w:pPr>
      <w:keepNext/>
      <w:spacing w:after="120"/>
    </w:pPr>
    <w:rPr>
      <w:rFonts w:ascii="Arial" w:eastAsia="Microsoft YaHei" w:hAnsi="Arial" w:cs="Mangal"/>
      <w:sz w:val="28"/>
      <w:szCs w:val="28"/>
      <w:lang w:eastAsia="ar-SA"/>
    </w:rPr>
  </w:style>
  <w:style w:type="paragraph" w:styleId="Corpsdetexte">
    <w:name w:val="Body Text"/>
    <w:basedOn w:val="Normal"/>
    <w:link w:val="CorpsdetexteCar"/>
    <w:rsid w:val="004C389C"/>
    <w:pPr>
      <w:spacing w:before="0" w:after="120"/>
    </w:pPr>
    <w:rPr>
      <w:lang w:eastAsia="ar-SA"/>
    </w:rPr>
  </w:style>
  <w:style w:type="character" w:customStyle="1" w:styleId="CorpsdetexteCar">
    <w:name w:val="Corps de texte Car"/>
    <w:link w:val="Corpsdetexte"/>
    <w:rsid w:val="004C389C"/>
    <w:rPr>
      <w:rFonts w:ascii="Georgia" w:hAnsi="Georgia"/>
      <w:sz w:val="32"/>
      <w:szCs w:val="24"/>
      <w:lang w:eastAsia="ar-SA"/>
    </w:rPr>
  </w:style>
  <w:style w:type="paragraph" w:styleId="Liste">
    <w:name w:val="List"/>
    <w:basedOn w:val="Corpsdetexte"/>
    <w:rsid w:val="004C389C"/>
    <w:rPr>
      <w:rFonts w:cs="Mangal"/>
    </w:rPr>
  </w:style>
  <w:style w:type="paragraph" w:customStyle="1" w:styleId="Lgende1">
    <w:name w:val="Légende1"/>
    <w:basedOn w:val="Normal"/>
    <w:rsid w:val="004C389C"/>
    <w:pPr>
      <w:suppressLineNumbers/>
      <w:spacing w:before="120" w:after="120"/>
    </w:pPr>
    <w:rPr>
      <w:rFonts w:cs="Mangal"/>
      <w:i/>
      <w:iCs/>
      <w:sz w:val="24"/>
      <w:lang w:eastAsia="ar-SA"/>
    </w:rPr>
  </w:style>
  <w:style w:type="paragraph" w:customStyle="1" w:styleId="Index">
    <w:name w:val="Index"/>
    <w:basedOn w:val="Normal"/>
    <w:rsid w:val="004C389C"/>
    <w:pPr>
      <w:suppressLineNumbers/>
    </w:pPr>
    <w:rPr>
      <w:rFonts w:cs="Mangal"/>
      <w:lang w:eastAsia="ar-SA"/>
    </w:rPr>
  </w:style>
  <w:style w:type="paragraph" w:customStyle="1" w:styleId="Explorateurdedocument">
    <w:name w:val="Explorateur de document"/>
    <w:basedOn w:val="Normal"/>
    <w:rsid w:val="004C389C"/>
    <w:pPr>
      <w:shd w:val="clear" w:color="auto" w:fill="000080"/>
    </w:pPr>
    <w:rPr>
      <w:rFonts w:ascii="Tahoma" w:hAnsi="Tahoma" w:cs="Tahoma"/>
      <w:lang w:eastAsia="ar-SA"/>
    </w:rPr>
  </w:style>
  <w:style w:type="character" w:customStyle="1" w:styleId="En-tteCar">
    <w:name w:val="En-tête Car"/>
    <w:link w:val="En-tte"/>
    <w:rsid w:val="004C389C"/>
    <w:rPr>
      <w:rFonts w:ascii="Amasis30" w:hAnsi="Amasis30"/>
      <w:sz w:val="36"/>
      <w:szCs w:val="24"/>
    </w:rPr>
  </w:style>
  <w:style w:type="character" w:customStyle="1" w:styleId="PieddepageCar">
    <w:name w:val="Pied de page Car"/>
    <w:link w:val="Pieddepage"/>
    <w:rsid w:val="004C389C"/>
    <w:rPr>
      <w:rFonts w:ascii="Amasis30" w:hAnsi="Amasis30"/>
      <w:sz w:val="32"/>
      <w:szCs w:val="24"/>
    </w:rPr>
  </w:style>
  <w:style w:type="character" w:customStyle="1" w:styleId="NotedebasdepageCar">
    <w:name w:val="Note de bas de page Car"/>
    <w:link w:val="Notedebasdepage"/>
    <w:rsid w:val="004C389C"/>
    <w:rPr>
      <w:rFonts w:ascii="Amasis30" w:hAnsi="Amasis30"/>
      <w:sz w:val="32"/>
      <w:szCs w:val="30"/>
    </w:rPr>
  </w:style>
  <w:style w:type="character" w:customStyle="1" w:styleId="TextedebullesCar">
    <w:name w:val="Texte de bulles Car"/>
    <w:link w:val="Textedebulles"/>
    <w:rsid w:val="004C389C"/>
    <w:rPr>
      <w:rFonts w:ascii="Tahoma" w:hAnsi="Tahoma" w:cs="Tahoma"/>
      <w:sz w:val="16"/>
      <w:szCs w:val="16"/>
    </w:rPr>
  </w:style>
  <w:style w:type="paragraph" w:customStyle="1" w:styleId="Commentaire1">
    <w:name w:val="Commentaire1"/>
    <w:basedOn w:val="Normal"/>
    <w:rsid w:val="004C389C"/>
    <w:rPr>
      <w:sz w:val="20"/>
      <w:lang w:eastAsia="ar-SA"/>
    </w:rPr>
  </w:style>
  <w:style w:type="paragraph" w:customStyle="1" w:styleId="Tabledesmatiresniveau10">
    <w:name w:val="Table des matières niveau 10"/>
    <w:basedOn w:val="Index"/>
    <w:rsid w:val="004C389C"/>
    <w:pPr>
      <w:tabs>
        <w:tab w:val="right" w:leader="dot" w:pos="7091"/>
      </w:tabs>
      <w:ind w:left="2547" w:firstLine="0"/>
    </w:pPr>
  </w:style>
  <w:style w:type="character" w:styleId="Lienhypertextesuivivisit">
    <w:name w:val="FollowedHyperlink"/>
    <w:uiPriority w:val="99"/>
    <w:semiHidden/>
    <w:unhideWhenUsed/>
    <w:rsid w:val="004C389C"/>
    <w:rPr>
      <w:color w:val="800080"/>
      <w:u w:val="single"/>
    </w:rPr>
  </w:style>
  <w:style w:type="character" w:customStyle="1" w:styleId="Taille-1Caracteres">
    <w:name w:val="Taille-1Caracteres"/>
    <w:qFormat/>
    <w:rsid w:val="00473900"/>
    <w:rPr>
      <w:sz w:val="32"/>
      <w:szCs w:val="20"/>
    </w:rPr>
  </w:style>
  <w:style w:type="paragraph" w:customStyle="1" w:styleId="Etoile">
    <w:name w:val="Etoile"/>
    <w:basedOn w:val="Normal"/>
    <w:qFormat/>
    <w:rsid w:val="00473900"/>
    <w:pPr>
      <w:ind w:firstLine="0"/>
      <w:jc w:val="center"/>
    </w:pPr>
    <w:rPr>
      <w:b/>
      <w:sz w:val="40"/>
      <w:szCs w:val="28"/>
    </w:rPr>
  </w:style>
  <w:style w:type="paragraph" w:customStyle="1" w:styleId="Taille-1Suspendu1XRetrait1XEsp0">
    <w:name w:val="Taille-1Suspendu1XRetrait1XEsp0"/>
    <w:basedOn w:val="Taille-1RetraitGauche1X"/>
    <w:qFormat/>
    <w:rsid w:val="00473900"/>
    <w:pPr>
      <w:spacing w:before="0" w:after="0"/>
      <w:ind w:left="1360" w:hanging="680"/>
    </w:pPr>
  </w:style>
  <w:style w:type="character" w:styleId="Mentionnonrsolue">
    <w:name w:val="Unresolved Mention"/>
    <w:uiPriority w:val="99"/>
    <w:semiHidden/>
    <w:unhideWhenUsed/>
    <w:rsid w:val="00473900"/>
    <w:rPr>
      <w:color w:val="605E5C"/>
      <w:shd w:val="clear" w:color="auto" w:fill="E1DFDD"/>
    </w:rPr>
  </w:style>
  <w:style w:type="paragraph" w:customStyle="1" w:styleId="Taille-1Suspendu1XRetrait2XEsp0">
    <w:name w:val="Taille-1Suspendu1XRetrait2XEsp0"/>
    <w:basedOn w:val="Taille-1RetraitGauche2X"/>
    <w:qFormat/>
    <w:rsid w:val="00473900"/>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473900"/>
    <w:pPr>
      <w:spacing w:before="0" w:after="0"/>
    </w:pPr>
  </w:style>
  <w:style w:type="paragraph" w:customStyle="1" w:styleId="NormalSuspendu1XEsp0">
    <w:name w:val="NormalSuspendu1XEsp0"/>
    <w:basedOn w:val="NormalSuspendu1X"/>
    <w:qFormat/>
    <w:rsid w:val="00473900"/>
    <w:pPr>
      <w:spacing w:before="0" w:after="0"/>
    </w:pPr>
  </w:style>
  <w:style w:type="paragraph" w:customStyle="1" w:styleId="NormalSuspendu1XRetrait2XEsp0">
    <w:name w:val="NormalSuspendu1XRetrait2XEsp0"/>
    <w:basedOn w:val="NormalSuspendu1XRetrait2X"/>
    <w:qFormat/>
    <w:rsid w:val="00473900"/>
    <w:pPr>
      <w:spacing w:before="0" w:after="0"/>
    </w:pPr>
  </w:style>
  <w:style w:type="paragraph" w:customStyle="1" w:styleId="ParagrapheVideNormal">
    <w:name w:val="ParagrapheVideNormal"/>
    <w:basedOn w:val="Normal"/>
    <w:next w:val="Normal"/>
    <w:qFormat/>
    <w:rsid w:val="00473900"/>
  </w:style>
  <w:style w:type="paragraph" w:customStyle="1" w:styleId="ParagrapheVideNormal2">
    <w:name w:val="ParagrapheVideNormal2"/>
    <w:basedOn w:val="ParagrapheVideNormal"/>
    <w:next w:val="Normal"/>
    <w:qFormat/>
    <w:rsid w:val="00473900"/>
  </w:style>
  <w:style w:type="paragraph" w:customStyle="1" w:styleId="Image">
    <w:name w:val="Image"/>
    <w:basedOn w:val="Centr"/>
    <w:next w:val="Normal"/>
    <w:qFormat/>
    <w:rsid w:val="00473900"/>
  </w:style>
  <w:style w:type="paragraph" w:styleId="NormalWeb">
    <w:name w:val="Normal (Web)"/>
    <w:basedOn w:val="Normal"/>
    <w:uiPriority w:val="99"/>
    <w:semiHidden/>
    <w:unhideWhenUsed/>
    <w:rsid w:val="00F750C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9129137">
      <w:bodyDiv w:val="1"/>
      <w:marLeft w:val="0"/>
      <w:marRight w:val="0"/>
      <w:marTop w:val="0"/>
      <w:marBottom w:val="0"/>
      <w:divBdr>
        <w:top w:val="none" w:sz="0" w:space="0" w:color="auto"/>
        <w:left w:val="none" w:sz="0" w:space="0" w:color="auto"/>
        <w:bottom w:val="none" w:sz="0" w:space="0" w:color="auto"/>
        <w:right w:val="none" w:sz="0" w:space="0" w:color="auto"/>
      </w:divBdr>
    </w:div>
    <w:div w:id="145910406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8CA79-13D7-4BD2-8589-1A36EEB1D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59</TotalTime>
  <Pages>345</Pages>
  <Words>69618</Words>
  <Characters>382901</Characters>
  <Application>Microsoft Office Word</Application>
  <DocSecurity>0</DocSecurity>
  <Lines>3190</Lines>
  <Paragraphs>903</Paragraphs>
  <ScaleCrop>false</ScaleCrop>
  <HeadingPairs>
    <vt:vector size="2" baseType="variant">
      <vt:variant>
        <vt:lpstr>Titre</vt:lpstr>
      </vt:variant>
      <vt:variant>
        <vt:i4>1</vt:i4>
      </vt:variant>
    </vt:vector>
  </HeadingPairs>
  <TitlesOfParts>
    <vt:vector size="1" baseType="lpstr">
      <vt:lpstr>Les Ravageurs du monde</vt:lpstr>
    </vt:vector>
  </TitlesOfParts>
  <Company>Ebooks libres et gratuits</Company>
  <LinksUpToDate>false</LinksUpToDate>
  <CharactersWithSpaces>451616</CharactersWithSpaces>
  <SharedDoc>false</SharedDoc>
  <HLinks>
    <vt:vector size="192" baseType="variant">
      <vt:variant>
        <vt:i4>2293820</vt:i4>
      </vt:variant>
      <vt:variant>
        <vt:i4>186</vt:i4>
      </vt:variant>
      <vt:variant>
        <vt:i4>0</vt:i4>
      </vt:variant>
      <vt:variant>
        <vt:i4>5</vt:i4>
      </vt:variant>
      <vt:variant>
        <vt:lpwstr>http://www.ebooksgratuits.com/</vt:lpwstr>
      </vt:variant>
      <vt:variant>
        <vt:lpwstr/>
      </vt:variant>
      <vt:variant>
        <vt:i4>7929972</vt:i4>
      </vt:variant>
      <vt:variant>
        <vt:i4>183</vt:i4>
      </vt:variant>
      <vt:variant>
        <vt:i4>0</vt:i4>
      </vt:variant>
      <vt:variant>
        <vt:i4>5</vt:i4>
      </vt:variant>
      <vt:variant>
        <vt:lpwstr>http://fr.groups.yahoo.com/group/ebooksgratuits</vt:lpwstr>
      </vt:variant>
      <vt:variant>
        <vt:lpwstr/>
      </vt:variant>
      <vt:variant>
        <vt:i4>1245236</vt:i4>
      </vt:variant>
      <vt:variant>
        <vt:i4>176</vt:i4>
      </vt:variant>
      <vt:variant>
        <vt:i4>0</vt:i4>
      </vt:variant>
      <vt:variant>
        <vt:i4>5</vt:i4>
      </vt:variant>
      <vt:variant>
        <vt:lpwstr/>
      </vt:variant>
      <vt:variant>
        <vt:lpwstr>_Toc300519686</vt:lpwstr>
      </vt:variant>
      <vt:variant>
        <vt:i4>1245236</vt:i4>
      </vt:variant>
      <vt:variant>
        <vt:i4>170</vt:i4>
      </vt:variant>
      <vt:variant>
        <vt:i4>0</vt:i4>
      </vt:variant>
      <vt:variant>
        <vt:i4>5</vt:i4>
      </vt:variant>
      <vt:variant>
        <vt:lpwstr/>
      </vt:variant>
      <vt:variant>
        <vt:lpwstr>_Toc300519685</vt:lpwstr>
      </vt:variant>
      <vt:variant>
        <vt:i4>1245236</vt:i4>
      </vt:variant>
      <vt:variant>
        <vt:i4>164</vt:i4>
      </vt:variant>
      <vt:variant>
        <vt:i4>0</vt:i4>
      </vt:variant>
      <vt:variant>
        <vt:i4>5</vt:i4>
      </vt:variant>
      <vt:variant>
        <vt:lpwstr/>
      </vt:variant>
      <vt:variant>
        <vt:lpwstr>_Toc300519684</vt:lpwstr>
      </vt:variant>
      <vt:variant>
        <vt:i4>1245236</vt:i4>
      </vt:variant>
      <vt:variant>
        <vt:i4>158</vt:i4>
      </vt:variant>
      <vt:variant>
        <vt:i4>0</vt:i4>
      </vt:variant>
      <vt:variant>
        <vt:i4>5</vt:i4>
      </vt:variant>
      <vt:variant>
        <vt:lpwstr/>
      </vt:variant>
      <vt:variant>
        <vt:lpwstr>_Toc300519683</vt:lpwstr>
      </vt:variant>
      <vt:variant>
        <vt:i4>1245236</vt:i4>
      </vt:variant>
      <vt:variant>
        <vt:i4>152</vt:i4>
      </vt:variant>
      <vt:variant>
        <vt:i4>0</vt:i4>
      </vt:variant>
      <vt:variant>
        <vt:i4>5</vt:i4>
      </vt:variant>
      <vt:variant>
        <vt:lpwstr/>
      </vt:variant>
      <vt:variant>
        <vt:lpwstr>_Toc300519682</vt:lpwstr>
      </vt:variant>
      <vt:variant>
        <vt:i4>1245236</vt:i4>
      </vt:variant>
      <vt:variant>
        <vt:i4>146</vt:i4>
      </vt:variant>
      <vt:variant>
        <vt:i4>0</vt:i4>
      </vt:variant>
      <vt:variant>
        <vt:i4>5</vt:i4>
      </vt:variant>
      <vt:variant>
        <vt:lpwstr/>
      </vt:variant>
      <vt:variant>
        <vt:lpwstr>_Toc300519681</vt:lpwstr>
      </vt:variant>
      <vt:variant>
        <vt:i4>1245236</vt:i4>
      </vt:variant>
      <vt:variant>
        <vt:i4>140</vt:i4>
      </vt:variant>
      <vt:variant>
        <vt:i4>0</vt:i4>
      </vt:variant>
      <vt:variant>
        <vt:i4>5</vt:i4>
      </vt:variant>
      <vt:variant>
        <vt:lpwstr/>
      </vt:variant>
      <vt:variant>
        <vt:lpwstr>_Toc300519680</vt:lpwstr>
      </vt:variant>
      <vt:variant>
        <vt:i4>1835060</vt:i4>
      </vt:variant>
      <vt:variant>
        <vt:i4>134</vt:i4>
      </vt:variant>
      <vt:variant>
        <vt:i4>0</vt:i4>
      </vt:variant>
      <vt:variant>
        <vt:i4>5</vt:i4>
      </vt:variant>
      <vt:variant>
        <vt:lpwstr/>
      </vt:variant>
      <vt:variant>
        <vt:lpwstr>_Toc300519679</vt:lpwstr>
      </vt:variant>
      <vt:variant>
        <vt:i4>1835060</vt:i4>
      </vt:variant>
      <vt:variant>
        <vt:i4>128</vt:i4>
      </vt:variant>
      <vt:variant>
        <vt:i4>0</vt:i4>
      </vt:variant>
      <vt:variant>
        <vt:i4>5</vt:i4>
      </vt:variant>
      <vt:variant>
        <vt:lpwstr/>
      </vt:variant>
      <vt:variant>
        <vt:lpwstr>_Toc300519678</vt:lpwstr>
      </vt:variant>
      <vt:variant>
        <vt:i4>1835060</vt:i4>
      </vt:variant>
      <vt:variant>
        <vt:i4>122</vt:i4>
      </vt:variant>
      <vt:variant>
        <vt:i4>0</vt:i4>
      </vt:variant>
      <vt:variant>
        <vt:i4>5</vt:i4>
      </vt:variant>
      <vt:variant>
        <vt:lpwstr/>
      </vt:variant>
      <vt:variant>
        <vt:lpwstr>_Toc300519677</vt:lpwstr>
      </vt:variant>
      <vt:variant>
        <vt:i4>1835060</vt:i4>
      </vt:variant>
      <vt:variant>
        <vt:i4>116</vt:i4>
      </vt:variant>
      <vt:variant>
        <vt:i4>0</vt:i4>
      </vt:variant>
      <vt:variant>
        <vt:i4>5</vt:i4>
      </vt:variant>
      <vt:variant>
        <vt:lpwstr/>
      </vt:variant>
      <vt:variant>
        <vt:lpwstr>_Toc300519676</vt:lpwstr>
      </vt:variant>
      <vt:variant>
        <vt:i4>1835060</vt:i4>
      </vt:variant>
      <vt:variant>
        <vt:i4>110</vt:i4>
      </vt:variant>
      <vt:variant>
        <vt:i4>0</vt:i4>
      </vt:variant>
      <vt:variant>
        <vt:i4>5</vt:i4>
      </vt:variant>
      <vt:variant>
        <vt:lpwstr/>
      </vt:variant>
      <vt:variant>
        <vt:lpwstr>_Toc300519675</vt:lpwstr>
      </vt:variant>
      <vt:variant>
        <vt:i4>1835060</vt:i4>
      </vt:variant>
      <vt:variant>
        <vt:i4>104</vt:i4>
      </vt:variant>
      <vt:variant>
        <vt:i4>0</vt:i4>
      </vt:variant>
      <vt:variant>
        <vt:i4>5</vt:i4>
      </vt:variant>
      <vt:variant>
        <vt:lpwstr/>
      </vt:variant>
      <vt:variant>
        <vt:lpwstr>_Toc300519674</vt:lpwstr>
      </vt:variant>
      <vt:variant>
        <vt:i4>1835060</vt:i4>
      </vt:variant>
      <vt:variant>
        <vt:i4>98</vt:i4>
      </vt:variant>
      <vt:variant>
        <vt:i4>0</vt:i4>
      </vt:variant>
      <vt:variant>
        <vt:i4>5</vt:i4>
      </vt:variant>
      <vt:variant>
        <vt:lpwstr/>
      </vt:variant>
      <vt:variant>
        <vt:lpwstr>_Toc300519673</vt:lpwstr>
      </vt:variant>
      <vt:variant>
        <vt:i4>1835060</vt:i4>
      </vt:variant>
      <vt:variant>
        <vt:i4>92</vt:i4>
      </vt:variant>
      <vt:variant>
        <vt:i4>0</vt:i4>
      </vt:variant>
      <vt:variant>
        <vt:i4>5</vt:i4>
      </vt:variant>
      <vt:variant>
        <vt:lpwstr/>
      </vt:variant>
      <vt:variant>
        <vt:lpwstr>_Toc300519672</vt:lpwstr>
      </vt:variant>
      <vt:variant>
        <vt:i4>1835060</vt:i4>
      </vt:variant>
      <vt:variant>
        <vt:i4>86</vt:i4>
      </vt:variant>
      <vt:variant>
        <vt:i4>0</vt:i4>
      </vt:variant>
      <vt:variant>
        <vt:i4>5</vt:i4>
      </vt:variant>
      <vt:variant>
        <vt:lpwstr/>
      </vt:variant>
      <vt:variant>
        <vt:lpwstr>_Toc300519671</vt:lpwstr>
      </vt:variant>
      <vt:variant>
        <vt:i4>1835060</vt:i4>
      </vt:variant>
      <vt:variant>
        <vt:i4>80</vt:i4>
      </vt:variant>
      <vt:variant>
        <vt:i4>0</vt:i4>
      </vt:variant>
      <vt:variant>
        <vt:i4>5</vt:i4>
      </vt:variant>
      <vt:variant>
        <vt:lpwstr/>
      </vt:variant>
      <vt:variant>
        <vt:lpwstr>_Toc300519670</vt:lpwstr>
      </vt:variant>
      <vt:variant>
        <vt:i4>1900596</vt:i4>
      </vt:variant>
      <vt:variant>
        <vt:i4>74</vt:i4>
      </vt:variant>
      <vt:variant>
        <vt:i4>0</vt:i4>
      </vt:variant>
      <vt:variant>
        <vt:i4>5</vt:i4>
      </vt:variant>
      <vt:variant>
        <vt:lpwstr/>
      </vt:variant>
      <vt:variant>
        <vt:lpwstr>_Toc300519669</vt:lpwstr>
      </vt:variant>
      <vt:variant>
        <vt:i4>1900596</vt:i4>
      </vt:variant>
      <vt:variant>
        <vt:i4>68</vt:i4>
      </vt:variant>
      <vt:variant>
        <vt:i4>0</vt:i4>
      </vt:variant>
      <vt:variant>
        <vt:i4>5</vt:i4>
      </vt:variant>
      <vt:variant>
        <vt:lpwstr/>
      </vt:variant>
      <vt:variant>
        <vt:lpwstr>_Toc300519668</vt:lpwstr>
      </vt:variant>
      <vt:variant>
        <vt:i4>1900596</vt:i4>
      </vt:variant>
      <vt:variant>
        <vt:i4>62</vt:i4>
      </vt:variant>
      <vt:variant>
        <vt:i4>0</vt:i4>
      </vt:variant>
      <vt:variant>
        <vt:i4>5</vt:i4>
      </vt:variant>
      <vt:variant>
        <vt:lpwstr/>
      </vt:variant>
      <vt:variant>
        <vt:lpwstr>_Toc300519667</vt:lpwstr>
      </vt:variant>
      <vt:variant>
        <vt:i4>1900596</vt:i4>
      </vt:variant>
      <vt:variant>
        <vt:i4>56</vt:i4>
      </vt:variant>
      <vt:variant>
        <vt:i4>0</vt:i4>
      </vt:variant>
      <vt:variant>
        <vt:i4>5</vt:i4>
      </vt:variant>
      <vt:variant>
        <vt:lpwstr/>
      </vt:variant>
      <vt:variant>
        <vt:lpwstr>_Toc300519666</vt:lpwstr>
      </vt:variant>
      <vt:variant>
        <vt:i4>1900596</vt:i4>
      </vt:variant>
      <vt:variant>
        <vt:i4>50</vt:i4>
      </vt:variant>
      <vt:variant>
        <vt:i4>0</vt:i4>
      </vt:variant>
      <vt:variant>
        <vt:i4>5</vt:i4>
      </vt:variant>
      <vt:variant>
        <vt:lpwstr/>
      </vt:variant>
      <vt:variant>
        <vt:lpwstr>_Toc300519665</vt:lpwstr>
      </vt:variant>
      <vt:variant>
        <vt:i4>1900596</vt:i4>
      </vt:variant>
      <vt:variant>
        <vt:i4>44</vt:i4>
      </vt:variant>
      <vt:variant>
        <vt:i4>0</vt:i4>
      </vt:variant>
      <vt:variant>
        <vt:i4>5</vt:i4>
      </vt:variant>
      <vt:variant>
        <vt:lpwstr/>
      </vt:variant>
      <vt:variant>
        <vt:lpwstr>_Toc300519664</vt:lpwstr>
      </vt:variant>
      <vt:variant>
        <vt:i4>1900596</vt:i4>
      </vt:variant>
      <vt:variant>
        <vt:i4>38</vt:i4>
      </vt:variant>
      <vt:variant>
        <vt:i4>0</vt:i4>
      </vt:variant>
      <vt:variant>
        <vt:i4>5</vt:i4>
      </vt:variant>
      <vt:variant>
        <vt:lpwstr/>
      </vt:variant>
      <vt:variant>
        <vt:lpwstr>_Toc300519663</vt:lpwstr>
      </vt:variant>
      <vt:variant>
        <vt:i4>1900596</vt:i4>
      </vt:variant>
      <vt:variant>
        <vt:i4>32</vt:i4>
      </vt:variant>
      <vt:variant>
        <vt:i4>0</vt:i4>
      </vt:variant>
      <vt:variant>
        <vt:i4>5</vt:i4>
      </vt:variant>
      <vt:variant>
        <vt:lpwstr/>
      </vt:variant>
      <vt:variant>
        <vt:lpwstr>_Toc300519662</vt:lpwstr>
      </vt:variant>
      <vt:variant>
        <vt:i4>1900596</vt:i4>
      </vt:variant>
      <vt:variant>
        <vt:i4>26</vt:i4>
      </vt:variant>
      <vt:variant>
        <vt:i4>0</vt:i4>
      </vt:variant>
      <vt:variant>
        <vt:i4>5</vt:i4>
      </vt:variant>
      <vt:variant>
        <vt:lpwstr/>
      </vt:variant>
      <vt:variant>
        <vt:lpwstr>_Toc300519661</vt:lpwstr>
      </vt:variant>
      <vt:variant>
        <vt:i4>1900596</vt:i4>
      </vt:variant>
      <vt:variant>
        <vt:i4>20</vt:i4>
      </vt:variant>
      <vt:variant>
        <vt:i4>0</vt:i4>
      </vt:variant>
      <vt:variant>
        <vt:i4>5</vt:i4>
      </vt:variant>
      <vt:variant>
        <vt:lpwstr/>
      </vt:variant>
      <vt:variant>
        <vt:lpwstr>_Toc300519660</vt:lpwstr>
      </vt:variant>
      <vt:variant>
        <vt:i4>1966132</vt:i4>
      </vt:variant>
      <vt:variant>
        <vt:i4>14</vt:i4>
      </vt:variant>
      <vt:variant>
        <vt:i4>0</vt:i4>
      </vt:variant>
      <vt:variant>
        <vt:i4>5</vt:i4>
      </vt:variant>
      <vt:variant>
        <vt:lpwstr/>
      </vt:variant>
      <vt:variant>
        <vt:lpwstr>_Toc300519659</vt:lpwstr>
      </vt:variant>
      <vt:variant>
        <vt:i4>1966132</vt:i4>
      </vt:variant>
      <vt:variant>
        <vt:i4>8</vt:i4>
      </vt:variant>
      <vt:variant>
        <vt:i4>0</vt:i4>
      </vt:variant>
      <vt:variant>
        <vt:i4>5</vt:i4>
      </vt:variant>
      <vt:variant>
        <vt:lpwstr/>
      </vt:variant>
      <vt:variant>
        <vt:lpwstr>_Toc300519658</vt:lpwstr>
      </vt:variant>
      <vt:variant>
        <vt:i4>1966132</vt:i4>
      </vt:variant>
      <vt:variant>
        <vt:i4>2</vt:i4>
      </vt:variant>
      <vt:variant>
        <vt:i4>0</vt:i4>
      </vt:variant>
      <vt:variant>
        <vt:i4>5</vt:i4>
      </vt:variant>
      <vt:variant>
        <vt:lpwstr/>
      </vt:variant>
      <vt:variant>
        <vt:lpwstr>_Toc300519657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Ravageurs du monde</dc:title>
  <dc:subject>Romans - Aventures</dc:subject>
  <dc:creator>Jean de la Hire (Adolphe d'Espie)</dc:creator>
  <cp:keywords/>
  <dc:description>Un mystérieux aventurier, qui se fait appeler le Ravageur du Monde, s'empare du fleuron de la marine française, le sous-marin Nyctalope, afin de servir ses desseins de noire vengeance, en particulier contre les États-Unis d'Amérique. Concepteur de l'engin, le commandant Martel va le poursuivre dans toutes les mers du monde avec l'aide de l'inénarrable Pierrot l'Écureuil, gamin de Paris facétieux mais au courage et au patriotisme sans faille. Dans cette poursuite sans merci, un coin du voile sera levé sur le passé troublé du Ravageur du Monde et sur ses motivations. Et c'est dans le Pacifique, sur une petite île Polynésie Française, que va se dénouer l'intrigue qui tient le monde entier en haleine.</dc:description>
  <cp:lastModifiedBy>Cool Micro</cp:lastModifiedBy>
  <cp:revision>16</cp:revision>
  <cp:lastPrinted>2025-07-03T17:15:00Z</cp:lastPrinted>
  <dcterms:created xsi:type="dcterms:W3CDTF">2025-07-03T16:16:00Z</dcterms:created>
  <dcterms:modified xsi:type="dcterms:W3CDTF">2025-07-03T17:16:00Z</dcterms:modified>
  <cp:category>Romans - Aventures</cp:category>
</cp:coreProperties>
</file>