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9F2593" w14:textId="01740684" w:rsidR="00033562" w:rsidRPr="007549CD" w:rsidRDefault="006F1ADB" w:rsidP="006F1ADB">
      <w:pPr>
        <w:pStyle w:val="Photoauteur"/>
      </w:pPr>
      <w:r w:rsidRPr="007549CD">
        <w:drawing>
          <wp:anchor distT="0" distB="0" distL="114300" distR="114300" simplePos="0" relativeHeight="251657728" behindDoc="0" locked="0" layoutInCell="1" allowOverlap="1" wp14:anchorId="360707DE" wp14:editId="794C5C0B">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inline distT="0" distB="0" distL="0" distR="0" wp14:anchorId="46C5A956" wp14:editId="769BBA77">
            <wp:extent cx="2289810" cy="33121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9810" cy="3312160"/>
                    </a:xfrm>
                    <a:prstGeom prst="rect">
                      <a:avLst/>
                    </a:prstGeom>
                    <a:noFill/>
                    <a:ln>
                      <a:noFill/>
                    </a:ln>
                  </pic:spPr>
                </pic:pic>
              </a:graphicData>
            </a:graphic>
          </wp:inline>
        </w:drawing>
      </w:r>
    </w:p>
    <w:p w14:paraId="2F71827F" w14:textId="77777777" w:rsidR="00033562" w:rsidRDefault="00110CFD">
      <w:pPr>
        <w:pStyle w:val="Auteur"/>
      </w:pPr>
      <w:r>
        <w:t>Thomas Hardy</w:t>
      </w:r>
    </w:p>
    <w:p w14:paraId="30A812FC" w14:textId="6B935FC8" w:rsidR="00033562" w:rsidRPr="007C1C6B" w:rsidRDefault="00110CFD" w:rsidP="007C1C6B">
      <w:pPr>
        <w:pStyle w:val="Titrelivre"/>
      </w:pPr>
      <w:r>
        <w:t>JUDE L</w:t>
      </w:r>
      <w:r w:rsidR="006F1ADB">
        <w:t>’</w:t>
      </w:r>
      <w:r>
        <w:t>OBSCUR</w:t>
      </w:r>
    </w:p>
    <w:p w14:paraId="3AED2703" w14:textId="77777777" w:rsidR="00033562" w:rsidRPr="00110CFD" w:rsidRDefault="00110CFD">
      <w:pPr>
        <w:pStyle w:val="Soustitrelivre"/>
        <w:rPr>
          <w:i/>
        </w:rPr>
      </w:pPr>
      <w:r w:rsidRPr="00110CFD">
        <w:rPr>
          <w:i/>
        </w:rPr>
        <w:t>Jude the Obscure</w:t>
      </w:r>
    </w:p>
    <w:p w14:paraId="36FE7349" w14:textId="4518B509" w:rsidR="00033562" w:rsidRDefault="00110CFD" w:rsidP="007C1C6B">
      <w:pPr>
        <w:pStyle w:val="DateSortie"/>
      </w:pPr>
      <w:r>
        <w:t>1896</w:t>
      </w:r>
    </w:p>
    <w:p w14:paraId="6B8616AD" w14:textId="7BB8239A" w:rsidR="00033562" w:rsidRDefault="00110CFD" w:rsidP="006F1ADB">
      <w:pPr>
        <w:pStyle w:val="DateSortie"/>
      </w:pPr>
      <w:r>
        <w:t>Traduit de l</w:t>
      </w:r>
      <w:r w:rsidR="006F1ADB">
        <w:t>’</w:t>
      </w:r>
      <w:r>
        <w:t xml:space="preserve">anglais par Firmin </w:t>
      </w:r>
      <w:proofErr w:type="spellStart"/>
      <w:r>
        <w:t>Roz</w:t>
      </w:r>
      <w:proofErr w:type="spellEnd"/>
    </w:p>
    <w:p w14:paraId="1220D121" w14:textId="77777777" w:rsidR="00033562" w:rsidRDefault="00033562" w:rsidP="007C1C6B">
      <w:pPr>
        <w:sectPr w:rsidR="00033562">
          <w:footerReference w:type="default" r:id="rId10"/>
          <w:pgSz w:w="11906" w:h="16838" w:code="9"/>
          <w:pgMar w:top="0" w:right="0" w:bottom="0" w:left="0" w:header="0" w:footer="0" w:gutter="0"/>
          <w:cols w:space="708"/>
          <w:titlePg/>
          <w:docGrid w:linePitch="360"/>
        </w:sectPr>
      </w:pPr>
    </w:p>
    <w:p w14:paraId="10039038" w14:textId="77777777" w:rsidR="00033562" w:rsidRDefault="00033562" w:rsidP="006F1ADB">
      <w:pPr>
        <w:pStyle w:val="Titretablematires"/>
      </w:pPr>
      <w:r>
        <w:lastRenderedPageBreak/>
        <w:t>Table des matières</w:t>
      </w:r>
    </w:p>
    <w:p w14:paraId="73C074C7" w14:textId="77777777" w:rsidR="00033562" w:rsidRDefault="00033562"/>
    <w:p w14:paraId="1491B233" w14:textId="0B7D9D10" w:rsidR="00004CDB" w:rsidRDefault="00033562">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202369615" w:history="1">
        <w:r w:rsidR="00004CDB" w:rsidRPr="0077295A">
          <w:rPr>
            <w:rStyle w:val="Lienhypertexte"/>
          </w:rPr>
          <w:t>PREMIÈRE PARTIE  À MARYGREEN</w:t>
        </w:r>
        <w:r w:rsidR="00004CDB">
          <w:rPr>
            <w:webHidden/>
          </w:rPr>
          <w:tab/>
        </w:r>
        <w:r w:rsidR="00004CDB">
          <w:rPr>
            <w:webHidden/>
          </w:rPr>
          <w:fldChar w:fldCharType="begin"/>
        </w:r>
        <w:r w:rsidR="00004CDB">
          <w:rPr>
            <w:webHidden/>
          </w:rPr>
          <w:instrText xml:space="preserve"> PAGEREF _Toc202369615 \h </w:instrText>
        </w:r>
        <w:r w:rsidR="00004CDB">
          <w:rPr>
            <w:webHidden/>
          </w:rPr>
        </w:r>
        <w:r w:rsidR="00004CDB">
          <w:rPr>
            <w:webHidden/>
          </w:rPr>
          <w:fldChar w:fldCharType="separate"/>
        </w:r>
        <w:r w:rsidR="00FD73E0">
          <w:rPr>
            <w:webHidden/>
          </w:rPr>
          <w:t>5</w:t>
        </w:r>
        <w:r w:rsidR="00004CDB">
          <w:rPr>
            <w:webHidden/>
          </w:rPr>
          <w:fldChar w:fldCharType="end"/>
        </w:r>
      </w:hyperlink>
    </w:p>
    <w:p w14:paraId="346DFF88" w14:textId="3AC5532C" w:rsidR="00004CDB" w:rsidRDefault="00004CDB">
      <w:pPr>
        <w:pStyle w:val="TM2"/>
        <w:rPr>
          <w:rFonts w:asciiTheme="minorHAnsi" w:eastAsiaTheme="minorEastAsia" w:hAnsiTheme="minorHAnsi" w:cstheme="minorBidi"/>
          <w:color w:val="auto"/>
          <w:kern w:val="2"/>
          <w:sz w:val="24"/>
          <w14:ligatures w14:val="standardContextual"/>
        </w:rPr>
      </w:pPr>
      <w:hyperlink w:anchor="_Toc202369616" w:history="1">
        <w:r w:rsidRPr="0077295A">
          <w:rPr>
            <w:rStyle w:val="Lienhypertexte"/>
          </w:rPr>
          <w:t>I</w:t>
        </w:r>
        <w:r>
          <w:rPr>
            <w:webHidden/>
          </w:rPr>
          <w:tab/>
        </w:r>
        <w:r>
          <w:rPr>
            <w:webHidden/>
          </w:rPr>
          <w:fldChar w:fldCharType="begin"/>
        </w:r>
        <w:r>
          <w:rPr>
            <w:webHidden/>
          </w:rPr>
          <w:instrText xml:space="preserve"> PAGEREF _Toc202369616 \h </w:instrText>
        </w:r>
        <w:r>
          <w:rPr>
            <w:webHidden/>
          </w:rPr>
        </w:r>
        <w:r>
          <w:rPr>
            <w:webHidden/>
          </w:rPr>
          <w:fldChar w:fldCharType="separate"/>
        </w:r>
        <w:r w:rsidR="00FD73E0">
          <w:rPr>
            <w:webHidden/>
          </w:rPr>
          <w:t>6</w:t>
        </w:r>
        <w:r>
          <w:rPr>
            <w:webHidden/>
          </w:rPr>
          <w:fldChar w:fldCharType="end"/>
        </w:r>
      </w:hyperlink>
    </w:p>
    <w:p w14:paraId="7AF0D64D" w14:textId="129F7AB1" w:rsidR="00004CDB" w:rsidRDefault="00004CDB">
      <w:pPr>
        <w:pStyle w:val="TM2"/>
        <w:rPr>
          <w:rFonts w:asciiTheme="minorHAnsi" w:eastAsiaTheme="minorEastAsia" w:hAnsiTheme="minorHAnsi" w:cstheme="minorBidi"/>
          <w:color w:val="auto"/>
          <w:kern w:val="2"/>
          <w:sz w:val="24"/>
          <w14:ligatures w14:val="standardContextual"/>
        </w:rPr>
      </w:pPr>
      <w:hyperlink w:anchor="_Toc202369617" w:history="1">
        <w:r w:rsidRPr="0077295A">
          <w:rPr>
            <w:rStyle w:val="Lienhypertexte"/>
          </w:rPr>
          <w:t>II</w:t>
        </w:r>
        <w:r>
          <w:rPr>
            <w:webHidden/>
          </w:rPr>
          <w:tab/>
        </w:r>
        <w:r>
          <w:rPr>
            <w:webHidden/>
          </w:rPr>
          <w:fldChar w:fldCharType="begin"/>
        </w:r>
        <w:r>
          <w:rPr>
            <w:webHidden/>
          </w:rPr>
          <w:instrText xml:space="preserve"> PAGEREF _Toc202369617 \h </w:instrText>
        </w:r>
        <w:r>
          <w:rPr>
            <w:webHidden/>
          </w:rPr>
        </w:r>
        <w:r>
          <w:rPr>
            <w:webHidden/>
          </w:rPr>
          <w:fldChar w:fldCharType="separate"/>
        </w:r>
        <w:r w:rsidR="00FD73E0">
          <w:rPr>
            <w:webHidden/>
          </w:rPr>
          <w:t>11</w:t>
        </w:r>
        <w:r>
          <w:rPr>
            <w:webHidden/>
          </w:rPr>
          <w:fldChar w:fldCharType="end"/>
        </w:r>
      </w:hyperlink>
    </w:p>
    <w:p w14:paraId="045A3645" w14:textId="2E8D92EE" w:rsidR="00004CDB" w:rsidRDefault="00004CDB">
      <w:pPr>
        <w:pStyle w:val="TM2"/>
        <w:rPr>
          <w:rFonts w:asciiTheme="minorHAnsi" w:eastAsiaTheme="minorEastAsia" w:hAnsiTheme="minorHAnsi" w:cstheme="minorBidi"/>
          <w:color w:val="auto"/>
          <w:kern w:val="2"/>
          <w:sz w:val="24"/>
          <w14:ligatures w14:val="standardContextual"/>
        </w:rPr>
      </w:pPr>
      <w:hyperlink w:anchor="_Toc202369618" w:history="1">
        <w:r w:rsidRPr="0077295A">
          <w:rPr>
            <w:rStyle w:val="Lienhypertexte"/>
          </w:rPr>
          <w:t>III</w:t>
        </w:r>
        <w:r>
          <w:rPr>
            <w:webHidden/>
          </w:rPr>
          <w:tab/>
        </w:r>
        <w:r>
          <w:rPr>
            <w:webHidden/>
          </w:rPr>
          <w:fldChar w:fldCharType="begin"/>
        </w:r>
        <w:r>
          <w:rPr>
            <w:webHidden/>
          </w:rPr>
          <w:instrText xml:space="preserve"> PAGEREF _Toc202369618 \h </w:instrText>
        </w:r>
        <w:r>
          <w:rPr>
            <w:webHidden/>
          </w:rPr>
        </w:r>
        <w:r>
          <w:rPr>
            <w:webHidden/>
          </w:rPr>
          <w:fldChar w:fldCharType="separate"/>
        </w:r>
        <w:r w:rsidR="00FD73E0">
          <w:rPr>
            <w:webHidden/>
          </w:rPr>
          <w:t>19</w:t>
        </w:r>
        <w:r>
          <w:rPr>
            <w:webHidden/>
          </w:rPr>
          <w:fldChar w:fldCharType="end"/>
        </w:r>
      </w:hyperlink>
    </w:p>
    <w:p w14:paraId="13E0B6EE" w14:textId="2D5947A2" w:rsidR="00004CDB" w:rsidRDefault="00004CDB">
      <w:pPr>
        <w:pStyle w:val="TM2"/>
        <w:rPr>
          <w:rFonts w:asciiTheme="minorHAnsi" w:eastAsiaTheme="minorEastAsia" w:hAnsiTheme="minorHAnsi" w:cstheme="minorBidi"/>
          <w:color w:val="auto"/>
          <w:kern w:val="2"/>
          <w:sz w:val="24"/>
          <w14:ligatures w14:val="standardContextual"/>
        </w:rPr>
      </w:pPr>
      <w:hyperlink w:anchor="_Toc202369619" w:history="1">
        <w:r w:rsidRPr="0077295A">
          <w:rPr>
            <w:rStyle w:val="Lienhypertexte"/>
          </w:rPr>
          <w:t>IV</w:t>
        </w:r>
        <w:r>
          <w:rPr>
            <w:webHidden/>
          </w:rPr>
          <w:tab/>
        </w:r>
        <w:r>
          <w:rPr>
            <w:webHidden/>
          </w:rPr>
          <w:fldChar w:fldCharType="begin"/>
        </w:r>
        <w:r>
          <w:rPr>
            <w:webHidden/>
          </w:rPr>
          <w:instrText xml:space="preserve"> PAGEREF _Toc202369619 \h </w:instrText>
        </w:r>
        <w:r>
          <w:rPr>
            <w:webHidden/>
          </w:rPr>
        </w:r>
        <w:r>
          <w:rPr>
            <w:webHidden/>
          </w:rPr>
          <w:fldChar w:fldCharType="separate"/>
        </w:r>
        <w:r w:rsidR="00FD73E0">
          <w:rPr>
            <w:webHidden/>
          </w:rPr>
          <w:t>25</w:t>
        </w:r>
        <w:r>
          <w:rPr>
            <w:webHidden/>
          </w:rPr>
          <w:fldChar w:fldCharType="end"/>
        </w:r>
      </w:hyperlink>
    </w:p>
    <w:p w14:paraId="2ED69557" w14:textId="7397E8A2" w:rsidR="00004CDB" w:rsidRDefault="00004CDB">
      <w:pPr>
        <w:pStyle w:val="TM2"/>
        <w:rPr>
          <w:rFonts w:asciiTheme="minorHAnsi" w:eastAsiaTheme="minorEastAsia" w:hAnsiTheme="minorHAnsi" w:cstheme="minorBidi"/>
          <w:color w:val="auto"/>
          <w:kern w:val="2"/>
          <w:sz w:val="24"/>
          <w14:ligatures w14:val="standardContextual"/>
        </w:rPr>
      </w:pPr>
      <w:hyperlink w:anchor="_Toc202369620" w:history="1">
        <w:r w:rsidRPr="0077295A">
          <w:rPr>
            <w:rStyle w:val="Lienhypertexte"/>
          </w:rPr>
          <w:t>V</w:t>
        </w:r>
        <w:r>
          <w:rPr>
            <w:webHidden/>
          </w:rPr>
          <w:tab/>
        </w:r>
        <w:r>
          <w:rPr>
            <w:webHidden/>
          </w:rPr>
          <w:fldChar w:fldCharType="begin"/>
        </w:r>
        <w:r>
          <w:rPr>
            <w:webHidden/>
          </w:rPr>
          <w:instrText xml:space="preserve"> PAGEREF _Toc202369620 \h </w:instrText>
        </w:r>
        <w:r>
          <w:rPr>
            <w:webHidden/>
          </w:rPr>
        </w:r>
        <w:r>
          <w:rPr>
            <w:webHidden/>
          </w:rPr>
          <w:fldChar w:fldCharType="separate"/>
        </w:r>
        <w:r w:rsidR="00FD73E0">
          <w:rPr>
            <w:webHidden/>
          </w:rPr>
          <w:t>31</w:t>
        </w:r>
        <w:r>
          <w:rPr>
            <w:webHidden/>
          </w:rPr>
          <w:fldChar w:fldCharType="end"/>
        </w:r>
      </w:hyperlink>
    </w:p>
    <w:p w14:paraId="792BEC04" w14:textId="7C4FD044" w:rsidR="00004CDB" w:rsidRDefault="00004CDB">
      <w:pPr>
        <w:pStyle w:val="TM2"/>
        <w:rPr>
          <w:rFonts w:asciiTheme="minorHAnsi" w:eastAsiaTheme="minorEastAsia" w:hAnsiTheme="minorHAnsi" w:cstheme="minorBidi"/>
          <w:color w:val="auto"/>
          <w:kern w:val="2"/>
          <w:sz w:val="24"/>
          <w14:ligatures w14:val="standardContextual"/>
        </w:rPr>
      </w:pPr>
      <w:hyperlink w:anchor="_Toc202369621" w:history="1">
        <w:r w:rsidRPr="0077295A">
          <w:rPr>
            <w:rStyle w:val="Lienhypertexte"/>
          </w:rPr>
          <w:t>VI</w:t>
        </w:r>
        <w:r>
          <w:rPr>
            <w:webHidden/>
          </w:rPr>
          <w:tab/>
        </w:r>
        <w:r>
          <w:rPr>
            <w:webHidden/>
          </w:rPr>
          <w:fldChar w:fldCharType="begin"/>
        </w:r>
        <w:r>
          <w:rPr>
            <w:webHidden/>
          </w:rPr>
          <w:instrText xml:space="preserve"> PAGEREF _Toc202369621 \h </w:instrText>
        </w:r>
        <w:r>
          <w:rPr>
            <w:webHidden/>
          </w:rPr>
        </w:r>
        <w:r>
          <w:rPr>
            <w:webHidden/>
          </w:rPr>
          <w:fldChar w:fldCharType="separate"/>
        </w:r>
        <w:r w:rsidR="00FD73E0">
          <w:rPr>
            <w:webHidden/>
          </w:rPr>
          <w:t>35</w:t>
        </w:r>
        <w:r>
          <w:rPr>
            <w:webHidden/>
          </w:rPr>
          <w:fldChar w:fldCharType="end"/>
        </w:r>
      </w:hyperlink>
    </w:p>
    <w:p w14:paraId="250A4540" w14:textId="1B5531B0" w:rsidR="00004CDB" w:rsidRDefault="00004CDB">
      <w:pPr>
        <w:pStyle w:val="TM2"/>
        <w:rPr>
          <w:rFonts w:asciiTheme="minorHAnsi" w:eastAsiaTheme="minorEastAsia" w:hAnsiTheme="minorHAnsi" w:cstheme="minorBidi"/>
          <w:color w:val="auto"/>
          <w:kern w:val="2"/>
          <w:sz w:val="24"/>
          <w14:ligatures w14:val="standardContextual"/>
        </w:rPr>
      </w:pPr>
      <w:hyperlink w:anchor="_Toc202369622" w:history="1">
        <w:r w:rsidRPr="0077295A">
          <w:rPr>
            <w:rStyle w:val="Lienhypertexte"/>
          </w:rPr>
          <w:t>VII</w:t>
        </w:r>
        <w:r>
          <w:rPr>
            <w:webHidden/>
          </w:rPr>
          <w:tab/>
        </w:r>
        <w:r>
          <w:rPr>
            <w:webHidden/>
          </w:rPr>
          <w:fldChar w:fldCharType="begin"/>
        </w:r>
        <w:r>
          <w:rPr>
            <w:webHidden/>
          </w:rPr>
          <w:instrText xml:space="preserve"> PAGEREF _Toc202369622 \h </w:instrText>
        </w:r>
        <w:r>
          <w:rPr>
            <w:webHidden/>
          </w:rPr>
        </w:r>
        <w:r>
          <w:rPr>
            <w:webHidden/>
          </w:rPr>
          <w:fldChar w:fldCharType="separate"/>
        </w:r>
        <w:r w:rsidR="00FD73E0">
          <w:rPr>
            <w:webHidden/>
          </w:rPr>
          <w:t>41</w:t>
        </w:r>
        <w:r>
          <w:rPr>
            <w:webHidden/>
          </w:rPr>
          <w:fldChar w:fldCharType="end"/>
        </w:r>
      </w:hyperlink>
    </w:p>
    <w:p w14:paraId="160F5C07" w14:textId="31BD96D3" w:rsidR="00004CDB" w:rsidRDefault="00004CDB">
      <w:pPr>
        <w:pStyle w:val="TM2"/>
        <w:rPr>
          <w:rFonts w:asciiTheme="minorHAnsi" w:eastAsiaTheme="minorEastAsia" w:hAnsiTheme="minorHAnsi" w:cstheme="minorBidi"/>
          <w:color w:val="auto"/>
          <w:kern w:val="2"/>
          <w:sz w:val="24"/>
          <w14:ligatures w14:val="standardContextual"/>
        </w:rPr>
      </w:pPr>
      <w:hyperlink w:anchor="_Toc202369623" w:history="1">
        <w:r w:rsidRPr="0077295A">
          <w:rPr>
            <w:rStyle w:val="Lienhypertexte"/>
          </w:rPr>
          <w:t>VIII</w:t>
        </w:r>
        <w:r>
          <w:rPr>
            <w:webHidden/>
          </w:rPr>
          <w:tab/>
        </w:r>
        <w:r>
          <w:rPr>
            <w:webHidden/>
          </w:rPr>
          <w:fldChar w:fldCharType="begin"/>
        </w:r>
        <w:r>
          <w:rPr>
            <w:webHidden/>
          </w:rPr>
          <w:instrText xml:space="preserve"> PAGEREF _Toc202369623 \h </w:instrText>
        </w:r>
        <w:r>
          <w:rPr>
            <w:webHidden/>
          </w:rPr>
        </w:r>
        <w:r>
          <w:rPr>
            <w:webHidden/>
          </w:rPr>
          <w:fldChar w:fldCharType="separate"/>
        </w:r>
        <w:r w:rsidR="00FD73E0">
          <w:rPr>
            <w:webHidden/>
          </w:rPr>
          <w:t>48</w:t>
        </w:r>
        <w:r>
          <w:rPr>
            <w:webHidden/>
          </w:rPr>
          <w:fldChar w:fldCharType="end"/>
        </w:r>
      </w:hyperlink>
    </w:p>
    <w:p w14:paraId="664A3FB9" w14:textId="01688BB4" w:rsidR="00004CDB" w:rsidRDefault="00004CDB">
      <w:pPr>
        <w:pStyle w:val="TM2"/>
        <w:rPr>
          <w:rFonts w:asciiTheme="minorHAnsi" w:eastAsiaTheme="minorEastAsia" w:hAnsiTheme="minorHAnsi" w:cstheme="minorBidi"/>
          <w:color w:val="auto"/>
          <w:kern w:val="2"/>
          <w:sz w:val="24"/>
          <w14:ligatures w14:val="standardContextual"/>
        </w:rPr>
      </w:pPr>
      <w:hyperlink w:anchor="_Toc202369624" w:history="1">
        <w:r w:rsidRPr="0077295A">
          <w:rPr>
            <w:rStyle w:val="Lienhypertexte"/>
          </w:rPr>
          <w:t>IX</w:t>
        </w:r>
        <w:r>
          <w:rPr>
            <w:webHidden/>
          </w:rPr>
          <w:tab/>
        </w:r>
        <w:r>
          <w:rPr>
            <w:webHidden/>
          </w:rPr>
          <w:fldChar w:fldCharType="begin"/>
        </w:r>
        <w:r>
          <w:rPr>
            <w:webHidden/>
          </w:rPr>
          <w:instrText xml:space="preserve"> PAGEREF _Toc202369624 \h </w:instrText>
        </w:r>
        <w:r>
          <w:rPr>
            <w:webHidden/>
          </w:rPr>
        </w:r>
        <w:r>
          <w:rPr>
            <w:webHidden/>
          </w:rPr>
          <w:fldChar w:fldCharType="separate"/>
        </w:r>
        <w:r w:rsidR="00FD73E0">
          <w:rPr>
            <w:webHidden/>
          </w:rPr>
          <w:t>53</w:t>
        </w:r>
        <w:r>
          <w:rPr>
            <w:webHidden/>
          </w:rPr>
          <w:fldChar w:fldCharType="end"/>
        </w:r>
      </w:hyperlink>
    </w:p>
    <w:p w14:paraId="497B8B7A" w14:textId="59A5E2E6" w:rsidR="00004CDB" w:rsidRDefault="00004CDB">
      <w:pPr>
        <w:pStyle w:val="TM2"/>
        <w:rPr>
          <w:rFonts w:asciiTheme="minorHAnsi" w:eastAsiaTheme="minorEastAsia" w:hAnsiTheme="minorHAnsi" w:cstheme="minorBidi"/>
          <w:color w:val="auto"/>
          <w:kern w:val="2"/>
          <w:sz w:val="24"/>
          <w14:ligatures w14:val="standardContextual"/>
        </w:rPr>
      </w:pPr>
      <w:hyperlink w:anchor="_Toc202369625" w:history="1">
        <w:r w:rsidRPr="0077295A">
          <w:rPr>
            <w:rStyle w:val="Lienhypertexte"/>
          </w:rPr>
          <w:t>X</w:t>
        </w:r>
        <w:r>
          <w:rPr>
            <w:webHidden/>
          </w:rPr>
          <w:tab/>
        </w:r>
        <w:r>
          <w:rPr>
            <w:webHidden/>
          </w:rPr>
          <w:fldChar w:fldCharType="begin"/>
        </w:r>
        <w:r>
          <w:rPr>
            <w:webHidden/>
          </w:rPr>
          <w:instrText xml:space="preserve"> PAGEREF _Toc202369625 \h </w:instrText>
        </w:r>
        <w:r>
          <w:rPr>
            <w:webHidden/>
          </w:rPr>
        </w:r>
        <w:r>
          <w:rPr>
            <w:webHidden/>
          </w:rPr>
          <w:fldChar w:fldCharType="separate"/>
        </w:r>
        <w:r w:rsidR="00FD73E0">
          <w:rPr>
            <w:webHidden/>
          </w:rPr>
          <w:t>58</w:t>
        </w:r>
        <w:r>
          <w:rPr>
            <w:webHidden/>
          </w:rPr>
          <w:fldChar w:fldCharType="end"/>
        </w:r>
      </w:hyperlink>
    </w:p>
    <w:p w14:paraId="23A2970C" w14:textId="7DADDDC1" w:rsidR="00004CDB" w:rsidRDefault="00004CDB">
      <w:pPr>
        <w:pStyle w:val="TM2"/>
        <w:rPr>
          <w:rFonts w:asciiTheme="minorHAnsi" w:eastAsiaTheme="minorEastAsia" w:hAnsiTheme="minorHAnsi" w:cstheme="minorBidi"/>
          <w:color w:val="auto"/>
          <w:kern w:val="2"/>
          <w:sz w:val="24"/>
          <w14:ligatures w14:val="standardContextual"/>
        </w:rPr>
      </w:pPr>
      <w:hyperlink w:anchor="_Toc202369626" w:history="1">
        <w:r w:rsidRPr="0077295A">
          <w:rPr>
            <w:rStyle w:val="Lienhypertexte"/>
          </w:rPr>
          <w:t>XI</w:t>
        </w:r>
        <w:r>
          <w:rPr>
            <w:webHidden/>
          </w:rPr>
          <w:tab/>
        </w:r>
        <w:r>
          <w:rPr>
            <w:webHidden/>
          </w:rPr>
          <w:fldChar w:fldCharType="begin"/>
        </w:r>
        <w:r>
          <w:rPr>
            <w:webHidden/>
          </w:rPr>
          <w:instrText xml:space="preserve"> PAGEREF _Toc202369626 \h </w:instrText>
        </w:r>
        <w:r>
          <w:rPr>
            <w:webHidden/>
          </w:rPr>
        </w:r>
        <w:r>
          <w:rPr>
            <w:webHidden/>
          </w:rPr>
          <w:fldChar w:fldCharType="separate"/>
        </w:r>
        <w:r w:rsidR="00FD73E0">
          <w:rPr>
            <w:webHidden/>
          </w:rPr>
          <w:t>63</w:t>
        </w:r>
        <w:r>
          <w:rPr>
            <w:webHidden/>
          </w:rPr>
          <w:fldChar w:fldCharType="end"/>
        </w:r>
      </w:hyperlink>
    </w:p>
    <w:p w14:paraId="2F896507" w14:textId="1D410A9C" w:rsidR="00004CDB" w:rsidRDefault="00004CDB">
      <w:pPr>
        <w:pStyle w:val="TM1"/>
        <w:rPr>
          <w:rFonts w:asciiTheme="minorHAnsi" w:eastAsiaTheme="minorEastAsia" w:hAnsiTheme="minorHAnsi" w:cstheme="minorBidi"/>
          <w:bCs w:val="0"/>
          <w:iCs w:val="0"/>
          <w:color w:val="auto"/>
          <w:kern w:val="2"/>
          <w:sz w:val="24"/>
          <w:szCs w:val="24"/>
          <w14:ligatures w14:val="standardContextual"/>
        </w:rPr>
      </w:pPr>
      <w:hyperlink w:anchor="_Toc202369627" w:history="1">
        <w:r w:rsidRPr="0077295A">
          <w:rPr>
            <w:rStyle w:val="Lienhypertexte"/>
          </w:rPr>
          <w:t>DEUXIÈME PARTIE  À CHRISTMINSTER</w:t>
        </w:r>
        <w:r>
          <w:rPr>
            <w:webHidden/>
          </w:rPr>
          <w:tab/>
        </w:r>
        <w:r>
          <w:rPr>
            <w:webHidden/>
          </w:rPr>
          <w:fldChar w:fldCharType="begin"/>
        </w:r>
        <w:r>
          <w:rPr>
            <w:webHidden/>
          </w:rPr>
          <w:instrText xml:space="preserve"> PAGEREF _Toc202369627 \h </w:instrText>
        </w:r>
        <w:r>
          <w:rPr>
            <w:webHidden/>
          </w:rPr>
        </w:r>
        <w:r>
          <w:rPr>
            <w:webHidden/>
          </w:rPr>
          <w:fldChar w:fldCharType="separate"/>
        </w:r>
        <w:r w:rsidR="00FD73E0">
          <w:rPr>
            <w:webHidden/>
          </w:rPr>
          <w:t>68</w:t>
        </w:r>
        <w:r>
          <w:rPr>
            <w:webHidden/>
          </w:rPr>
          <w:fldChar w:fldCharType="end"/>
        </w:r>
      </w:hyperlink>
    </w:p>
    <w:p w14:paraId="44F583D3" w14:textId="456A7809" w:rsidR="00004CDB" w:rsidRDefault="00004CDB">
      <w:pPr>
        <w:pStyle w:val="TM2"/>
        <w:rPr>
          <w:rFonts w:asciiTheme="minorHAnsi" w:eastAsiaTheme="minorEastAsia" w:hAnsiTheme="minorHAnsi" w:cstheme="minorBidi"/>
          <w:color w:val="auto"/>
          <w:kern w:val="2"/>
          <w:sz w:val="24"/>
          <w14:ligatures w14:val="standardContextual"/>
        </w:rPr>
      </w:pPr>
      <w:hyperlink w:anchor="_Toc202369628" w:history="1">
        <w:r w:rsidRPr="0077295A">
          <w:rPr>
            <w:rStyle w:val="Lienhypertexte"/>
          </w:rPr>
          <w:t>I</w:t>
        </w:r>
        <w:r>
          <w:rPr>
            <w:webHidden/>
          </w:rPr>
          <w:tab/>
        </w:r>
        <w:r>
          <w:rPr>
            <w:webHidden/>
          </w:rPr>
          <w:fldChar w:fldCharType="begin"/>
        </w:r>
        <w:r>
          <w:rPr>
            <w:webHidden/>
          </w:rPr>
          <w:instrText xml:space="preserve"> PAGEREF _Toc202369628 \h </w:instrText>
        </w:r>
        <w:r>
          <w:rPr>
            <w:webHidden/>
          </w:rPr>
        </w:r>
        <w:r>
          <w:rPr>
            <w:webHidden/>
          </w:rPr>
          <w:fldChar w:fldCharType="separate"/>
        </w:r>
        <w:r w:rsidR="00FD73E0">
          <w:rPr>
            <w:webHidden/>
          </w:rPr>
          <w:t>69</w:t>
        </w:r>
        <w:r>
          <w:rPr>
            <w:webHidden/>
          </w:rPr>
          <w:fldChar w:fldCharType="end"/>
        </w:r>
      </w:hyperlink>
    </w:p>
    <w:p w14:paraId="19CF1E08" w14:textId="2ED35925" w:rsidR="00004CDB" w:rsidRDefault="00004CDB">
      <w:pPr>
        <w:pStyle w:val="TM2"/>
        <w:rPr>
          <w:rFonts w:asciiTheme="minorHAnsi" w:eastAsiaTheme="minorEastAsia" w:hAnsiTheme="minorHAnsi" w:cstheme="minorBidi"/>
          <w:color w:val="auto"/>
          <w:kern w:val="2"/>
          <w:sz w:val="24"/>
          <w14:ligatures w14:val="standardContextual"/>
        </w:rPr>
      </w:pPr>
      <w:hyperlink w:anchor="_Toc202369629" w:history="1">
        <w:r w:rsidRPr="0077295A">
          <w:rPr>
            <w:rStyle w:val="Lienhypertexte"/>
          </w:rPr>
          <w:t>II</w:t>
        </w:r>
        <w:r>
          <w:rPr>
            <w:webHidden/>
          </w:rPr>
          <w:tab/>
        </w:r>
        <w:r>
          <w:rPr>
            <w:webHidden/>
          </w:rPr>
          <w:fldChar w:fldCharType="begin"/>
        </w:r>
        <w:r>
          <w:rPr>
            <w:webHidden/>
          </w:rPr>
          <w:instrText xml:space="preserve"> PAGEREF _Toc202369629 \h </w:instrText>
        </w:r>
        <w:r>
          <w:rPr>
            <w:webHidden/>
          </w:rPr>
        </w:r>
        <w:r>
          <w:rPr>
            <w:webHidden/>
          </w:rPr>
          <w:fldChar w:fldCharType="separate"/>
        </w:r>
        <w:r w:rsidR="00FD73E0">
          <w:rPr>
            <w:webHidden/>
          </w:rPr>
          <w:t>75</w:t>
        </w:r>
        <w:r>
          <w:rPr>
            <w:webHidden/>
          </w:rPr>
          <w:fldChar w:fldCharType="end"/>
        </w:r>
      </w:hyperlink>
    </w:p>
    <w:p w14:paraId="39BFCD5B" w14:textId="5F05925A" w:rsidR="00004CDB" w:rsidRDefault="00004CDB">
      <w:pPr>
        <w:pStyle w:val="TM2"/>
        <w:rPr>
          <w:rFonts w:asciiTheme="minorHAnsi" w:eastAsiaTheme="minorEastAsia" w:hAnsiTheme="minorHAnsi" w:cstheme="minorBidi"/>
          <w:color w:val="auto"/>
          <w:kern w:val="2"/>
          <w:sz w:val="24"/>
          <w14:ligatures w14:val="standardContextual"/>
        </w:rPr>
      </w:pPr>
      <w:hyperlink w:anchor="_Toc202369630" w:history="1">
        <w:r w:rsidRPr="0077295A">
          <w:rPr>
            <w:rStyle w:val="Lienhypertexte"/>
          </w:rPr>
          <w:t>III</w:t>
        </w:r>
        <w:r>
          <w:rPr>
            <w:webHidden/>
          </w:rPr>
          <w:tab/>
        </w:r>
        <w:r>
          <w:rPr>
            <w:webHidden/>
          </w:rPr>
          <w:fldChar w:fldCharType="begin"/>
        </w:r>
        <w:r>
          <w:rPr>
            <w:webHidden/>
          </w:rPr>
          <w:instrText xml:space="preserve"> PAGEREF _Toc202369630 \h </w:instrText>
        </w:r>
        <w:r>
          <w:rPr>
            <w:webHidden/>
          </w:rPr>
        </w:r>
        <w:r>
          <w:rPr>
            <w:webHidden/>
          </w:rPr>
          <w:fldChar w:fldCharType="separate"/>
        </w:r>
        <w:r w:rsidR="00FD73E0">
          <w:rPr>
            <w:webHidden/>
          </w:rPr>
          <w:t>79</w:t>
        </w:r>
        <w:r>
          <w:rPr>
            <w:webHidden/>
          </w:rPr>
          <w:fldChar w:fldCharType="end"/>
        </w:r>
      </w:hyperlink>
    </w:p>
    <w:p w14:paraId="0E35FB98" w14:textId="06F007C9" w:rsidR="00004CDB" w:rsidRDefault="00004CDB">
      <w:pPr>
        <w:pStyle w:val="TM2"/>
        <w:rPr>
          <w:rFonts w:asciiTheme="minorHAnsi" w:eastAsiaTheme="minorEastAsia" w:hAnsiTheme="minorHAnsi" w:cstheme="minorBidi"/>
          <w:color w:val="auto"/>
          <w:kern w:val="2"/>
          <w:sz w:val="24"/>
          <w14:ligatures w14:val="standardContextual"/>
        </w:rPr>
      </w:pPr>
      <w:hyperlink w:anchor="_Toc202369631" w:history="1">
        <w:r w:rsidRPr="0077295A">
          <w:rPr>
            <w:rStyle w:val="Lienhypertexte"/>
          </w:rPr>
          <w:t>IV</w:t>
        </w:r>
        <w:r>
          <w:rPr>
            <w:webHidden/>
          </w:rPr>
          <w:tab/>
        </w:r>
        <w:r>
          <w:rPr>
            <w:webHidden/>
          </w:rPr>
          <w:fldChar w:fldCharType="begin"/>
        </w:r>
        <w:r>
          <w:rPr>
            <w:webHidden/>
          </w:rPr>
          <w:instrText xml:space="preserve"> PAGEREF _Toc202369631 \h </w:instrText>
        </w:r>
        <w:r>
          <w:rPr>
            <w:webHidden/>
          </w:rPr>
        </w:r>
        <w:r>
          <w:rPr>
            <w:webHidden/>
          </w:rPr>
          <w:fldChar w:fldCharType="separate"/>
        </w:r>
        <w:r w:rsidR="00FD73E0">
          <w:rPr>
            <w:webHidden/>
          </w:rPr>
          <w:t>85</w:t>
        </w:r>
        <w:r>
          <w:rPr>
            <w:webHidden/>
          </w:rPr>
          <w:fldChar w:fldCharType="end"/>
        </w:r>
      </w:hyperlink>
    </w:p>
    <w:p w14:paraId="4801C066" w14:textId="33FF33E1" w:rsidR="00004CDB" w:rsidRDefault="00004CDB">
      <w:pPr>
        <w:pStyle w:val="TM2"/>
        <w:rPr>
          <w:rFonts w:asciiTheme="minorHAnsi" w:eastAsiaTheme="minorEastAsia" w:hAnsiTheme="minorHAnsi" w:cstheme="minorBidi"/>
          <w:color w:val="auto"/>
          <w:kern w:val="2"/>
          <w:sz w:val="24"/>
          <w14:ligatures w14:val="standardContextual"/>
        </w:rPr>
      </w:pPr>
      <w:hyperlink w:anchor="_Toc202369632" w:history="1">
        <w:r w:rsidRPr="0077295A">
          <w:rPr>
            <w:rStyle w:val="Lienhypertexte"/>
          </w:rPr>
          <w:t>V</w:t>
        </w:r>
        <w:r>
          <w:rPr>
            <w:webHidden/>
          </w:rPr>
          <w:tab/>
        </w:r>
        <w:r>
          <w:rPr>
            <w:webHidden/>
          </w:rPr>
          <w:fldChar w:fldCharType="begin"/>
        </w:r>
        <w:r>
          <w:rPr>
            <w:webHidden/>
          </w:rPr>
          <w:instrText xml:space="preserve"> PAGEREF _Toc202369632 \h </w:instrText>
        </w:r>
        <w:r>
          <w:rPr>
            <w:webHidden/>
          </w:rPr>
        </w:r>
        <w:r>
          <w:rPr>
            <w:webHidden/>
          </w:rPr>
          <w:fldChar w:fldCharType="separate"/>
        </w:r>
        <w:r w:rsidR="00FD73E0">
          <w:rPr>
            <w:webHidden/>
          </w:rPr>
          <w:t>89</w:t>
        </w:r>
        <w:r>
          <w:rPr>
            <w:webHidden/>
          </w:rPr>
          <w:fldChar w:fldCharType="end"/>
        </w:r>
      </w:hyperlink>
    </w:p>
    <w:p w14:paraId="063EDC27" w14:textId="2E90EC51" w:rsidR="00004CDB" w:rsidRDefault="00004CDB">
      <w:pPr>
        <w:pStyle w:val="TM2"/>
        <w:rPr>
          <w:rFonts w:asciiTheme="minorHAnsi" w:eastAsiaTheme="minorEastAsia" w:hAnsiTheme="minorHAnsi" w:cstheme="minorBidi"/>
          <w:color w:val="auto"/>
          <w:kern w:val="2"/>
          <w:sz w:val="24"/>
          <w14:ligatures w14:val="standardContextual"/>
        </w:rPr>
      </w:pPr>
      <w:hyperlink w:anchor="_Toc202369633" w:history="1">
        <w:r w:rsidRPr="0077295A">
          <w:rPr>
            <w:rStyle w:val="Lienhypertexte"/>
          </w:rPr>
          <w:t>VI</w:t>
        </w:r>
        <w:r>
          <w:rPr>
            <w:webHidden/>
          </w:rPr>
          <w:tab/>
        </w:r>
        <w:r>
          <w:rPr>
            <w:webHidden/>
          </w:rPr>
          <w:fldChar w:fldCharType="begin"/>
        </w:r>
        <w:r>
          <w:rPr>
            <w:webHidden/>
          </w:rPr>
          <w:instrText xml:space="preserve"> PAGEREF _Toc202369633 \h </w:instrText>
        </w:r>
        <w:r>
          <w:rPr>
            <w:webHidden/>
          </w:rPr>
        </w:r>
        <w:r>
          <w:rPr>
            <w:webHidden/>
          </w:rPr>
          <w:fldChar w:fldCharType="separate"/>
        </w:r>
        <w:r w:rsidR="00FD73E0">
          <w:rPr>
            <w:webHidden/>
          </w:rPr>
          <w:t>93</w:t>
        </w:r>
        <w:r>
          <w:rPr>
            <w:webHidden/>
          </w:rPr>
          <w:fldChar w:fldCharType="end"/>
        </w:r>
      </w:hyperlink>
    </w:p>
    <w:p w14:paraId="34908881" w14:textId="494E47EE" w:rsidR="00004CDB" w:rsidRDefault="00004CDB">
      <w:pPr>
        <w:pStyle w:val="TM1"/>
        <w:rPr>
          <w:rFonts w:asciiTheme="minorHAnsi" w:eastAsiaTheme="minorEastAsia" w:hAnsiTheme="minorHAnsi" w:cstheme="minorBidi"/>
          <w:bCs w:val="0"/>
          <w:iCs w:val="0"/>
          <w:color w:val="auto"/>
          <w:kern w:val="2"/>
          <w:sz w:val="24"/>
          <w:szCs w:val="24"/>
          <w14:ligatures w14:val="standardContextual"/>
        </w:rPr>
      </w:pPr>
      <w:hyperlink w:anchor="_Toc202369634" w:history="1">
        <w:r w:rsidRPr="0077295A">
          <w:rPr>
            <w:rStyle w:val="Lienhypertexte"/>
          </w:rPr>
          <w:t>TROISIÈME PARTIE  À MELCHESTER</w:t>
        </w:r>
        <w:r>
          <w:rPr>
            <w:webHidden/>
          </w:rPr>
          <w:tab/>
        </w:r>
        <w:r>
          <w:rPr>
            <w:webHidden/>
          </w:rPr>
          <w:fldChar w:fldCharType="begin"/>
        </w:r>
        <w:r>
          <w:rPr>
            <w:webHidden/>
          </w:rPr>
          <w:instrText xml:space="preserve"> PAGEREF _Toc202369634 \h </w:instrText>
        </w:r>
        <w:r>
          <w:rPr>
            <w:webHidden/>
          </w:rPr>
        </w:r>
        <w:r>
          <w:rPr>
            <w:webHidden/>
          </w:rPr>
          <w:fldChar w:fldCharType="separate"/>
        </w:r>
        <w:r w:rsidR="00FD73E0">
          <w:rPr>
            <w:webHidden/>
          </w:rPr>
          <w:t>99</w:t>
        </w:r>
        <w:r>
          <w:rPr>
            <w:webHidden/>
          </w:rPr>
          <w:fldChar w:fldCharType="end"/>
        </w:r>
      </w:hyperlink>
    </w:p>
    <w:p w14:paraId="27D18984" w14:textId="7FAFDFF8" w:rsidR="00004CDB" w:rsidRDefault="00004CDB">
      <w:pPr>
        <w:pStyle w:val="TM2"/>
        <w:rPr>
          <w:rFonts w:asciiTheme="minorHAnsi" w:eastAsiaTheme="minorEastAsia" w:hAnsiTheme="minorHAnsi" w:cstheme="minorBidi"/>
          <w:color w:val="auto"/>
          <w:kern w:val="2"/>
          <w:sz w:val="24"/>
          <w14:ligatures w14:val="standardContextual"/>
        </w:rPr>
      </w:pPr>
      <w:hyperlink w:anchor="_Toc202369635" w:history="1">
        <w:r w:rsidRPr="0077295A">
          <w:rPr>
            <w:rStyle w:val="Lienhypertexte"/>
          </w:rPr>
          <w:t>I</w:t>
        </w:r>
        <w:r>
          <w:rPr>
            <w:webHidden/>
          </w:rPr>
          <w:tab/>
        </w:r>
        <w:r>
          <w:rPr>
            <w:webHidden/>
          </w:rPr>
          <w:fldChar w:fldCharType="begin"/>
        </w:r>
        <w:r>
          <w:rPr>
            <w:webHidden/>
          </w:rPr>
          <w:instrText xml:space="preserve"> PAGEREF _Toc202369635 \h </w:instrText>
        </w:r>
        <w:r>
          <w:rPr>
            <w:webHidden/>
          </w:rPr>
        </w:r>
        <w:r>
          <w:rPr>
            <w:webHidden/>
          </w:rPr>
          <w:fldChar w:fldCharType="separate"/>
        </w:r>
        <w:r w:rsidR="00FD73E0">
          <w:rPr>
            <w:webHidden/>
          </w:rPr>
          <w:t>100</w:t>
        </w:r>
        <w:r>
          <w:rPr>
            <w:webHidden/>
          </w:rPr>
          <w:fldChar w:fldCharType="end"/>
        </w:r>
      </w:hyperlink>
    </w:p>
    <w:p w14:paraId="2C955FD3" w14:textId="6A79F502" w:rsidR="00004CDB" w:rsidRDefault="00004CDB">
      <w:pPr>
        <w:pStyle w:val="TM2"/>
        <w:rPr>
          <w:rFonts w:asciiTheme="minorHAnsi" w:eastAsiaTheme="minorEastAsia" w:hAnsiTheme="minorHAnsi" w:cstheme="minorBidi"/>
          <w:color w:val="auto"/>
          <w:kern w:val="2"/>
          <w:sz w:val="24"/>
          <w14:ligatures w14:val="standardContextual"/>
        </w:rPr>
      </w:pPr>
      <w:hyperlink w:anchor="_Toc202369636" w:history="1">
        <w:r w:rsidRPr="0077295A">
          <w:rPr>
            <w:rStyle w:val="Lienhypertexte"/>
          </w:rPr>
          <w:t>II</w:t>
        </w:r>
        <w:r>
          <w:rPr>
            <w:webHidden/>
          </w:rPr>
          <w:tab/>
        </w:r>
        <w:r>
          <w:rPr>
            <w:webHidden/>
          </w:rPr>
          <w:fldChar w:fldCharType="begin"/>
        </w:r>
        <w:r>
          <w:rPr>
            <w:webHidden/>
          </w:rPr>
          <w:instrText xml:space="preserve"> PAGEREF _Toc202369636 \h </w:instrText>
        </w:r>
        <w:r>
          <w:rPr>
            <w:webHidden/>
          </w:rPr>
        </w:r>
        <w:r>
          <w:rPr>
            <w:webHidden/>
          </w:rPr>
          <w:fldChar w:fldCharType="separate"/>
        </w:r>
        <w:r w:rsidR="00FD73E0">
          <w:rPr>
            <w:webHidden/>
          </w:rPr>
          <w:t>109</w:t>
        </w:r>
        <w:r>
          <w:rPr>
            <w:webHidden/>
          </w:rPr>
          <w:fldChar w:fldCharType="end"/>
        </w:r>
      </w:hyperlink>
    </w:p>
    <w:p w14:paraId="7989F771" w14:textId="51D94FB7" w:rsidR="00004CDB" w:rsidRDefault="00004CDB">
      <w:pPr>
        <w:pStyle w:val="TM2"/>
        <w:rPr>
          <w:rFonts w:asciiTheme="minorHAnsi" w:eastAsiaTheme="minorEastAsia" w:hAnsiTheme="minorHAnsi" w:cstheme="minorBidi"/>
          <w:color w:val="auto"/>
          <w:kern w:val="2"/>
          <w:sz w:val="24"/>
          <w14:ligatures w14:val="standardContextual"/>
        </w:rPr>
      </w:pPr>
      <w:hyperlink w:anchor="_Toc202369637" w:history="1">
        <w:r w:rsidRPr="0077295A">
          <w:rPr>
            <w:rStyle w:val="Lienhypertexte"/>
          </w:rPr>
          <w:t>III</w:t>
        </w:r>
        <w:r>
          <w:rPr>
            <w:webHidden/>
          </w:rPr>
          <w:tab/>
        </w:r>
        <w:r>
          <w:rPr>
            <w:webHidden/>
          </w:rPr>
          <w:fldChar w:fldCharType="begin"/>
        </w:r>
        <w:r>
          <w:rPr>
            <w:webHidden/>
          </w:rPr>
          <w:instrText xml:space="preserve"> PAGEREF _Toc202369637 \h </w:instrText>
        </w:r>
        <w:r>
          <w:rPr>
            <w:webHidden/>
          </w:rPr>
        </w:r>
        <w:r>
          <w:rPr>
            <w:webHidden/>
          </w:rPr>
          <w:fldChar w:fldCharType="separate"/>
        </w:r>
        <w:r w:rsidR="00FD73E0">
          <w:rPr>
            <w:webHidden/>
          </w:rPr>
          <w:t>113</w:t>
        </w:r>
        <w:r>
          <w:rPr>
            <w:webHidden/>
          </w:rPr>
          <w:fldChar w:fldCharType="end"/>
        </w:r>
      </w:hyperlink>
    </w:p>
    <w:p w14:paraId="3CE6A96E" w14:textId="1ACDC566" w:rsidR="00004CDB" w:rsidRDefault="00004CDB">
      <w:pPr>
        <w:pStyle w:val="TM2"/>
        <w:rPr>
          <w:rFonts w:asciiTheme="minorHAnsi" w:eastAsiaTheme="minorEastAsia" w:hAnsiTheme="minorHAnsi" w:cstheme="minorBidi"/>
          <w:color w:val="auto"/>
          <w:kern w:val="2"/>
          <w:sz w:val="24"/>
          <w14:ligatures w14:val="standardContextual"/>
        </w:rPr>
      </w:pPr>
      <w:hyperlink w:anchor="_Toc202369638" w:history="1">
        <w:r w:rsidRPr="0077295A">
          <w:rPr>
            <w:rStyle w:val="Lienhypertexte"/>
          </w:rPr>
          <w:t>IV</w:t>
        </w:r>
        <w:r>
          <w:rPr>
            <w:webHidden/>
          </w:rPr>
          <w:tab/>
        </w:r>
        <w:r>
          <w:rPr>
            <w:webHidden/>
          </w:rPr>
          <w:fldChar w:fldCharType="begin"/>
        </w:r>
        <w:r>
          <w:rPr>
            <w:webHidden/>
          </w:rPr>
          <w:instrText xml:space="preserve"> PAGEREF _Toc202369638 \h </w:instrText>
        </w:r>
        <w:r>
          <w:rPr>
            <w:webHidden/>
          </w:rPr>
        </w:r>
        <w:r>
          <w:rPr>
            <w:webHidden/>
          </w:rPr>
          <w:fldChar w:fldCharType="separate"/>
        </w:r>
        <w:r w:rsidR="00FD73E0">
          <w:rPr>
            <w:webHidden/>
          </w:rPr>
          <w:t>119</w:t>
        </w:r>
        <w:r>
          <w:rPr>
            <w:webHidden/>
          </w:rPr>
          <w:fldChar w:fldCharType="end"/>
        </w:r>
      </w:hyperlink>
    </w:p>
    <w:p w14:paraId="77FEB2B4" w14:textId="0DF37DBA" w:rsidR="00004CDB" w:rsidRDefault="00004CDB">
      <w:pPr>
        <w:pStyle w:val="TM2"/>
        <w:rPr>
          <w:rFonts w:asciiTheme="minorHAnsi" w:eastAsiaTheme="minorEastAsia" w:hAnsiTheme="minorHAnsi" w:cstheme="minorBidi"/>
          <w:color w:val="auto"/>
          <w:kern w:val="2"/>
          <w:sz w:val="24"/>
          <w14:ligatures w14:val="standardContextual"/>
        </w:rPr>
      </w:pPr>
      <w:hyperlink w:anchor="_Toc202369639" w:history="1">
        <w:r w:rsidRPr="0077295A">
          <w:rPr>
            <w:rStyle w:val="Lienhypertexte"/>
          </w:rPr>
          <w:t>V</w:t>
        </w:r>
        <w:r>
          <w:rPr>
            <w:webHidden/>
          </w:rPr>
          <w:tab/>
        </w:r>
        <w:r>
          <w:rPr>
            <w:webHidden/>
          </w:rPr>
          <w:fldChar w:fldCharType="begin"/>
        </w:r>
        <w:r>
          <w:rPr>
            <w:webHidden/>
          </w:rPr>
          <w:instrText xml:space="preserve"> PAGEREF _Toc202369639 \h </w:instrText>
        </w:r>
        <w:r>
          <w:rPr>
            <w:webHidden/>
          </w:rPr>
        </w:r>
        <w:r>
          <w:rPr>
            <w:webHidden/>
          </w:rPr>
          <w:fldChar w:fldCharType="separate"/>
        </w:r>
        <w:r w:rsidR="00FD73E0">
          <w:rPr>
            <w:webHidden/>
          </w:rPr>
          <w:t>129</w:t>
        </w:r>
        <w:r>
          <w:rPr>
            <w:webHidden/>
          </w:rPr>
          <w:fldChar w:fldCharType="end"/>
        </w:r>
      </w:hyperlink>
    </w:p>
    <w:p w14:paraId="011AAA1E" w14:textId="797305C3" w:rsidR="00004CDB" w:rsidRDefault="00004CDB">
      <w:pPr>
        <w:pStyle w:val="TM2"/>
        <w:rPr>
          <w:rFonts w:asciiTheme="minorHAnsi" w:eastAsiaTheme="minorEastAsia" w:hAnsiTheme="minorHAnsi" w:cstheme="minorBidi"/>
          <w:color w:val="auto"/>
          <w:kern w:val="2"/>
          <w:sz w:val="24"/>
          <w14:ligatures w14:val="standardContextual"/>
        </w:rPr>
      </w:pPr>
      <w:hyperlink w:anchor="_Toc202369640" w:history="1">
        <w:r w:rsidRPr="0077295A">
          <w:rPr>
            <w:rStyle w:val="Lienhypertexte"/>
          </w:rPr>
          <w:t>VI</w:t>
        </w:r>
        <w:r>
          <w:rPr>
            <w:webHidden/>
          </w:rPr>
          <w:tab/>
        </w:r>
        <w:r>
          <w:rPr>
            <w:webHidden/>
          </w:rPr>
          <w:fldChar w:fldCharType="begin"/>
        </w:r>
        <w:r>
          <w:rPr>
            <w:webHidden/>
          </w:rPr>
          <w:instrText xml:space="preserve"> PAGEREF _Toc202369640 \h </w:instrText>
        </w:r>
        <w:r>
          <w:rPr>
            <w:webHidden/>
          </w:rPr>
        </w:r>
        <w:r>
          <w:rPr>
            <w:webHidden/>
          </w:rPr>
          <w:fldChar w:fldCharType="separate"/>
        </w:r>
        <w:r w:rsidR="00FD73E0">
          <w:rPr>
            <w:webHidden/>
          </w:rPr>
          <w:t>136</w:t>
        </w:r>
        <w:r>
          <w:rPr>
            <w:webHidden/>
          </w:rPr>
          <w:fldChar w:fldCharType="end"/>
        </w:r>
      </w:hyperlink>
    </w:p>
    <w:p w14:paraId="76FCE4C9" w14:textId="3BA7DEAD" w:rsidR="00004CDB" w:rsidRDefault="00004CDB">
      <w:pPr>
        <w:pStyle w:val="TM2"/>
        <w:rPr>
          <w:rFonts w:asciiTheme="minorHAnsi" w:eastAsiaTheme="minorEastAsia" w:hAnsiTheme="minorHAnsi" w:cstheme="minorBidi"/>
          <w:color w:val="auto"/>
          <w:kern w:val="2"/>
          <w:sz w:val="24"/>
          <w14:ligatures w14:val="standardContextual"/>
        </w:rPr>
      </w:pPr>
      <w:hyperlink w:anchor="_Toc202369641" w:history="1">
        <w:r w:rsidRPr="0077295A">
          <w:rPr>
            <w:rStyle w:val="Lienhypertexte"/>
          </w:rPr>
          <w:t>VII</w:t>
        </w:r>
        <w:r>
          <w:rPr>
            <w:webHidden/>
          </w:rPr>
          <w:tab/>
        </w:r>
        <w:r>
          <w:rPr>
            <w:webHidden/>
          </w:rPr>
          <w:fldChar w:fldCharType="begin"/>
        </w:r>
        <w:r>
          <w:rPr>
            <w:webHidden/>
          </w:rPr>
          <w:instrText xml:space="preserve"> PAGEREF _Toc202369641 \h </w:instrText>
        </w:r>
        <w:r>
          <w:rPr>
            <w:webHidden/>
          </w:rPr>
        </w:r>
        <w:r>
          <w:rPr>
            <w:webHidden/>
          </w:rPr>
          <w:fldChar w:fldCharType="separate"/>
        </w:r>
        <w:r w:rsidR="00FD73E0">
          <w:rPr>
            <w:webHidden/>
          </w:rPr>
          <w:t>146</w:t>
        </w:r>
        <w:r>
          <w:rPr>
            <w:webHidden/>
          </w:rPr>
          <w:fldChar w:fldCharType="end"/>
        </w:r>
      </w:hyperlink>
    </w:p>
    <w:p w14:paraId="5EE1F372" w14:textId="21238FCF" w:rsidR="00004CDB" w:rsidRDefault="00004CDB">
      <w:pPr>
        <w:pStyle w:val="TM2"/>
        <w:rPr>
          <w:rFonts w:asciiTheme="minorHAnsi" w:eastAsiaTheme="minorEastAsia" w:hAnsiTheme="minorHAnsi" w:cstheme="minorBidi"/>
          <w:color w:val="auto"/>
          <w:kern w:val="2"/>
          <w:sz w:val="24"/>
          <w14:ligatures w14:val="standardContextual"/>
        </w:rPr>
      </w:pPr>
      <w:hyperlink w:anchor="_Toc202369642" w:history="1">
        <w:r w:rsidRPr="0077295A">
          <w:rPr>
            <w:rStyle w:val="Lienhypertexte"/>
          </w:rPr>
          <w:t>VIII</w:t>
        </w:r>
        <w:r>
          <w:rPr>
            <w:webHidden/>
          </w:rPr>
          <w:tab/>
        </w:r>
        <w:r>
          <w:rPr>
            <w:webHidden/>
          </w:rPr>
          <w:fldChar w:fldCharType="begin"/>
        </w:r>
        <w:r>
          <w:rPr>
            <w:webHidden/>
          </w:rPr>
          <w:instrText xml:space="preserve"> PAGEREF _Toc202369642 \h </w:instrText>
        </w:r>
        <w:r>
          <w:rPr>
            <w:webHidden/>
          </w:rPr>
        </w:r>
        <w:r>
          <w:rPr>
            <w:webHidden/>
          </w:rPr>
          <w:fldChar w:fldCharType="separate"/>
        </w:r>
        <w:r w:rsidR="00FD73E0">
          <w:rPr>
            <w:webHidden/>
          </w:rPr>
          <w:t>152</w:t>
        </w:r>
        <w:r>
          <w:rPr>
            <w:webHidden/>
          </w:rPr>
          <w:fldChar w:fldCharType="end"/>
        </w:r>
      </w:hyperlink>
    </w:p>
    <w:p w14:paraId="1D454E88" w14:textId="72858796" w:rsidR="00004CDB" w:rsidRDefault="00004CDB">
      <w:pPr>
        <w:pStyle w:val="TM2"/>
        <w:rPr>
          <w:rFonts w:asciiTheme="minorHAnsi" w:eastAsiaTheme="minorEastAsia" w:hAnsiTheme="minorHAnsi" w:cstheme="minorBidi"/>
          <w:color w:val="auto"/>
          <w:kern w:val="2"/>
          <w:sz w:val="24"/>
          <w14:ligatures w14:val="standardContextual"/>
        </w:rPr>
      </w:pPr>
      <w:hyperlink w:anchor="_Toc202369643" w:history="1">
        <w:r w:rsidRPr="0077295A">
          <w:rPr>
            <w:rStyle w:val="Lienhypertexte"/>
          </w:rPr>
          <w:t>IX</w:t>
        </w:r>
        <w:r>
          <w:rPr>
            <w:webHidden/>
          </w:rPr>
          <w:tab/>
        </w:r>
        <w:r>
          <w:rPr>
            <w:webHidden/>
          </w:rPr>
          <w:fldChar w:fldCharType="begin"/>
        </w:r>
        <w:r>
          <w:rPr>
            <w:webHidden/>
          </w:rPr>
          <w:instrText xml:space="preserve"> PAGEREF _Toc202369643 \h </w:instrText>
        </w:r>
        <w:r>
          <w:rPr>
            <w:webHidden/>
          </w:rPr>
        </w:r>
        <w:r>
          <w:rPr>
            <w:webHidden/>
          </w:rPr>
          <w:fldChar w:fldCharType="separate"/>
        </w:r>
        <w:r w:rsidR="00FD73E0">
          <w:rPr>
            <w:webHidden/>
          </w:rPr>
          <w:t>159</w:t>
        </w:r>
        <w:r>
          <w:rPr>
            <w:webHidden/>
          </w:rPr>
          <w:fldChar w:fldCharType="end"/>
        </w:r>
      </w:hyperlink>
    </w:p>
    <w:p w14:paraId="06E28363" w14:textId="74C8427A" w:rsidR="00004CDB" w:rsidRDefault="00004CDB">
      <w:pPr>
        <w:pStyle w:val="TM1"/>
        <w:rPr>
          <w:rFonts w:asciiTheme="minorHAnsi" w:eastAsiaTheme="minorEastAsia" w:hAnsiTheme="minorHAnsi" w:cstheme="minorBidi"/>
          <w:bCs w:val="0"/>
          <w:iCs w:val="0"/>
          <w:color w:val="auto"/>
          <w:kern w:val="2"/>
          <w:sz w:val="24"/>
          <w:szCs w:val="24"/>
          <w14:ligatures w14:val="standardContextual"/>
        </w:rPr>
      </w:pPr>
      <w:hyperlink w:anchor="_Toc202369644" w:history="1">
        <w:r w:rsidRPr="0077295A">
          <w:rPr>
            <w:rStyle w:val="Lienhypertexte"/>
          </w:rPr>
          <w:t>QUATRIÈME PARTIE  À SHASTON</w:t>
        </w:r>
        <w:r>
          <w:rPr>
            <w:webHidden/>
          </w:rPr>
          <w:tab/>
        </w:r>
        <w:r>
          <w:rPr>
            <w:webHidden/>
          </w:rPr>
          <w:fldChar w:fldCharType="begin"/>
        </w:r>
        <w:r>
          <w:rPr>
            <w:webHidden/>
          </w:rPr>
          <w:instrText xml:space="preserve"> PAGEREF _Toc202369644 \h </w:instrText>
        </w:r>
        <w:r>
          <w:rPr>
            <w:webHidden/>
          </w:rPr>
        </w:r>
        <w:r>
          <w:rPr>
            <w:webHidden/>
          </w:rPr>
          <w:fldChar w:fldCharType="separate"/>
        </w:r>
        <w:r w:rsidR="00FD73E0">
          <w:rPr>
            <w:webHidden/>
          </w:rPr>
          <w:t>169</w:t>
        </w:r>
        <w:r>
          <w:rPr>
            <w:webHidden/>
          </w:rPr>
          <w:fldChar w:fldCharType="end"/>
        </w:r>
      </w:hyperlink>
    </w:p>
    <w:p w14:paraId="3AD7277C" w14:textId="5ED9A664" w:rsidR="00004CDB" w:rsidRDefault="00004CDB">
      <w:pPr>
        <w:pStyle w:val="TM2"/>
        <w:rPr>
          <w:rFonts w:asciiTheme="minorHAnsi" w:eastAsiaTheme="minorEastAsia" w:hAnsiTheme="minorHAnsi" w:cstheme="minorBidi"/>
          <w:color w:val="auto"/>
          <w:kern w:val="2"/>
          <w:sz w:val="24"/>
          <w14:ligatures w14:val="standardContextual"/>
        </w:rPr>
      </w:pPr>
      <w:hyperlink w:anchor="_Toc202369645" w:history="1">
        <w:r w:rsidRPr="0077295A">
          <w:rPr>
            <w:rStyle w:val="Lienhypertexte"/>
          </w:rPr>
          <w:t>I</w:t>
        </w:r>
        <w:r>
          <w:rPr>
            <w:webHidden/>
          </w:rPr>
          <w:tab/>
        </w:r>
        <w:r>
          <w:rPr>
            <w:webHidden/>
          </w:rPr>
          <w:fldChar w:fldCharType="begin"/>
        </w:r>
        <w:r>
          <w:rPr>
            <w:webHidden/>
          </w:rPr>
          <w:instrText xml:space="preserve"> PAGEREF _Toc202369645 \h </w:instrText>
        </w:r>
        <w:r>
          <w:rPr>
            <w:webHidden/>
          </w:rPr>
        </w:r>
        <w:r>
          <w:rPr>
            <w:webHidden/>
          </w:rPr>
          <w:fldChar w:fldCharType="separate"/>
        </w:r>
        <w:r w:rsidR="00FD73E0">
          <w:rPr>
            <w:webHidden/>
          </w:rPr>
          <w:t>170</w:t>
        </w:r>
        <w:r>
          <w:rPr>
            <w:webHidden/>
          </w:rPr>
          <w:fldChar w:fldCharType="end"/>
        </w:r>
      </w:hyperlink>
    </w:p>
    <w:p w14:paraId="6B129490" w14:textId="1D254097" w:rsidR="00004CDB" w:rsidRDefault="00004CDB">
      <w:pPr>
        <w:pStyle w:val="TM2"/>
        <w:rPr>
          <w:rFonts w:asciiTheme="minorHAnsi" w:eastAsiaTheme="minorEastAsia" w:hAnsiTheme="minorHAnsi" w:cstheme="minorBidi"/>
          <w:color w:val="auto"/>
          <w:kern w:val="2"/>
          <w:sz w:val="24"/>
          <w14:ligatures w14:val="standardContextual"/>
        </w:rPr>
      </w:pPr>
      <w:hyperlink w:anchor="_Toc202369646" w:history="1">
        <w:r w:rsidRPr="0077295A">
          <w:rPr>
            <w:rStyle w:val="Lienhypertexte"/>
          </w:rPr>
          <w:t>II</w:t>
        </w:r>
        <w:r>
          <w:rPr>
            <w:webHidden/>
          </w:rPr>
          <w:tab/>
        </w:r>
        <w:r>
          <w:rPr>
            <w:webHidden/>
          </w:rPr>
          <w:fldChar w:fldCharType="begin"/>
        </w:r>
        <w:r>
          <w:rPr>
            <w:webHidden/>
          </w:rPr>
          <w:instrText xml:space="preserve"> PAGEREF _Toc202369646 \h </w:instrText>
        </w:r>
        <w:r>
          <w:rPr>
            <w:webHidden/>
          </w:rPr>
        </w:r>
        <w:r>
          <w:rPr>
            <w:webHidden/>
          </w:rPr>
          <w:fldChar w:fldCharType="separate"/>
        </w:r>
        <w:r w:rsidR="00FD73E0">
          <w:rPr>
            <w:webHidden/>
          </w:rPr>
          <w:t>177</w:t>
        </w:r>
        <w:r>
          <w:rPr>
            <w:webHidden/>
          </w:rPr>
          <w:fldChar w:fldCharType="end"/>
        </w:r>
      </w:hyperlink>
    </w:p>
    <w:p w14:paraId="42DA5452" w14:textId="5B0E0E35" w:rsidR="00004CDB" w:rsidRDefault="00004CDB">
      <w:pPr>
        <w:pStyle w:val="TM2"/>
        <w:rPr>
          <w:rFonts w:asciiTheme="minorHAnsi" w:eastAsiaTheme="minorEastAsia" w:hAnsiTheme="minorHAnsi" w:cstheme="minorBidi"/>
          <w:color w:val="auto"/>
          <w:kern w:val="2"/>
          <w:sz w:val="24"/>
          <w14:ligatures w14:val="standardContextual"/>
        </w:rPr>
      </w:pPr>
      <w:hyperlink w:anchor="_Toc202369647" w:history="1">
        <w:r w:rsidRPr="0077295A">
          <w:rPr>
            <w:rStyle w:val="Lienhypertexte"/>
          </w:rPr>
          <w:t>III</w:t>
        </w:r>
        <w:r>
          <w:rPr>
            <w:webHidden/>
          </w:rPr>
          <w:tab/>
        </w:r>
        <w:r>
          <w:rPr>
            <w:webHidden/>
          </w:rPr>
          <w:fldChar w:fldCharType="begin"/>
        </w:r>
        <w:r>
          <w:rPr>
            <w:webHidden/>
          </w:rPr>
          <w:instrText xml:space="preserve"> PAGEREF _Toc202369647 \h </w:instrText>
        </w:r>
        <w:r>
          <w:rPr>
            <w:webHidden/>
          </w:rPr>
        </w:r>
        <w:r>
          <w:rPr>
            <w:webHidden/>
          </w:rPr>
          <w:fldChar w:fldCharType="separate"/>
        </w:r>
        <w:r w:rsidR="00FD73E0">
          <w:rPr>
            <w:webHidden/>
          </w:rPr>
          <w:t>188</w:t>
        </w:r>
        <w:r>
          <w:rPr>
            <w:webHidden/>
          </w:rPr>
          <w:fldChar w:fldCharType="end"/>
        </w:r>
      </w:hyperlink>
    </w:p>
    <w:p w14:paraId="4CE198F1" w14:textId="5CBC923C" w:rsidR="00004CDB" w:rsidRDefault="00004CDB">
      <w:pPr>
        <w:pStyle w:val="TM2"/>
        <w:rPr>
          <w:rFonts w:asciiTheme="minorHAnsi" w:eastAsiaTheme="minorEastAsia" w:hAnsiTheme="minorHAnsi" w:cstheme="minorBidi"/>
          <w:color w:val="auto"/>
          <w:kern w:val="2"/>
          <w:sz w:val="24"/>
          <w14:ligatures w14:val="standardContextual"/>
        </w:rPr>
      </w:pPr>
      <w:hyperlink w:anchor="_Toc202369648" w:history="1">
        <w:r w:rsidRPr="0077295A">
          <w:rPr>
            <w:rStyle w:val="Lienhypertexte"/>
          </w:rPr>
          <w:t>IV</w:t>
        </w:r>
        <w:r>
          <w:rPr>
            <w:webHidden/>
          </w:rPr>
          <w:tab/>
        </w:r>
        <w:r>
          <w:rPr>
            <w:webHidden/>
          </w:rPr>
          <w:fldChar w:fldCharType="begin"/>
        </w:r>
        <w:r>
          <w:rPr>
            <w:webHidden/>
          </w:rPr>
          <w:instrText xml:space="preserve"> PAGEREF _Toc202369648 \h </w:instrText>
        </w:r>
        <w:r>
          <w:rPr>
            <w:webHidden/>
          </w:rPr>
        </w:r>
        <w:r>
          <w:rPr>
            <w:webHidden/>
          </w:rPr>
          <w:fldChar w:fldCharType="separate"/>
        </w:r>
        <w:r w:rsidR="00FD73E0">
          <w:rPr>
            <w:webHidden/>
          </w:rPr>
          <w:t>195</w:t>
        </w:r>
        <w:r>
          <w:rPr>
            <w:webHidden/>
          </w:rPr>
          <w:fldChar w:fldCharType="end"/>
        </w:r>
      </w:hyperlink>
    </w:p>
    <w:p w14:paraId="05B53683" w14:textId="2AA82468" w:rsidR="00004CDB" w:rsidRDefault="00004CDB">
      <w:pPr>
        <w:pStyle w:val="TM2"/>
        <w:rPr>
          <w:rFonts w:asciiTheme="minorHAnsi" w:eastAsiaTheme="minorEastAsia" w:hAnsiTheme="minorHAnsi" w:cstheme="minorBidi"/>
          <w:color w:val="auto"/>
          <w:kern w:val="2"/>
          <w:sz w:val="24"/>
          <w14:ligatures w14:val="standardContextual"/>
        </w:rPr>
      </w:pPr>
      <w:hyperlink w:anchor="_Toc202369649" w:history="1">
        <w:r w:rsidRPr="0077295A">
          <w:rPr>
            <w:rStyle w:val="Lienhypertexte"/>
          </w:rPr>
          <w:t>V</w:t>
        </w:r>
        <w:r>
          <w:rPr>
            <w:webHidden/>
          </w:rPr>
          <w:tab/>
        </w:r>
        <w:r>
          <w:rPr>
            <w:webHidden/>
          </w:rPr>
          <w:fldChar w:fldCharType="begin"/>
        </w:r>
        <w:r>
          <w:rPr>
            <w:webHidden/>
          </w:rPr>
          <w:instrText xml:space="preserve"> PAGEREF _Toc202369649 \h </w:instrText>
        </w:r>
        <w:r>
          <w:rPr>
            <w:webHidden/>
          </w:rPr>
        </w:r>
        <w:r>
          <w:rPr>
            <w:webHidden/>
          </w:rPr>
          <w:fldChar w:fldCharType="separate"/>
        </w:r>
        <w:r w:rsidR="00FD73E0">
          <w:rPr>
            <w:webHidden/>
          </w:rPr>
          <w:t>202</w:t>
        </w:r>
        <w:r>
          <w:rPr>
            <w:webHidden/>
          </w:rPr>
          <w:fldChar w:fldCharType="end"/>
        </w:r>
      </w:hyperlink>
    </w:p>
    <w:p w14:paraId="13F8F4B8" w14:textId="28FE62C6" w:rsidR="00004CDB" w:rsidRDefault="00004CDB">
      <w:pPr>
        <w:pStyle w:val="TM1"/>
        <w:rPr>
          <w:rFonts w:asciiTheme="minorHAnsi" w:eastAsiaTheme="minorEastAsia" w:hAnsiTheme="minorHAnsi" w:cstheme="minorBidi"/>
          <w:bCs w:val="0"/>
          <w:iCs w:val="0"/>
          <w:color w:val="auto"/>
          <w:kern w:val="2"/>
          <w:sz w:val="24"/>
          <w:szCs w:val="24"/>
          <w14:ligatures w14:val="standardContextual"/>
        </w:rPr>
      </w:pPr>
      <w:hyperlink w:anchor="_Toc202369650" w:history="1">
        <w:r w:rsidRPr="0077295A">
          <w:rPr>
            <w:rStyle w:val="Lienhypertexte"/>
          </w:rPr>
          <w:t>CINQUIÈME PARTIE  À ALDBRICKAM ET AILLEURS</w:t>
        </w:r>
        <w:r>
          <w:rPr>
            <w:webHidden/>
          </w:rPr>
          <w:tab/>
        </w:r>
        <w:r>
          <w:rPr>
            <w:webHidden/>
          </w:rPr>
          <w:fldChar w:fldCharType="begin"/>
        </w:r>
        <w:r>
          <w:rPr>
            <w:webHidden/>
          </w:rPr>
          <w:instrText xml:space="preserve"> PAGEREF _Toc202369650 \h </w:instrText>
        </w:r>
        <w:r>
          <w:rPr>
            <w:webHidden/>
          </w:rPr>
        </w:r>
        <w:r>
          <w:rPr>
            <w:webHidden/>
          </w:rPr>
          <w:fldChar w:fldCharType="separate"/>
        </w:r>
        <w:r w:rsidR="00FD73E0">
          <w:rPr>
            <w:webHidden/>
          </w:rPr>
          <w:t>213</w:t>
        </w:r>
        <w:r>
          <w:rPr>
            <w:webHidden/>
          </w:rPr>
          <w:fldChar w:fldCharType="end"/>
        </w:r>
      </w:hyperlink>
    </w:p>
    <w:p w14:paraId="50D0E200" w14:textId="6122ABC5" w:rsidR="00004CDB" w:rsidRDefault="00004CDB">
      <w:pPr>
        <w:pStyle w:val="TM2"/>
        <w:rPr>
          <w:rFonts w:asciiTheme="minorHAnsi" w:eastAsiaTheme="minorEastAsia" w:hAnsiTheme="minorHAnsi" w:cstheme="minorBidi"/>
          <w:color w:val="auto"/>
          <w:kern w:val="2"/>
          <w:sz w:val="24"/>
          <w14:ligatures w14:val="standardContextual"/>
        </w:rPr>
      </w:pPr>
      <w:hyperlink w:anchor="_Toc202369651" w:history="1">
        <w:r w:rsidRPr="0077295A">
          <w:rPr>
            <w:rStyle w:val="Lienhypertexte"/>
          </w:rPr>
          <w:t>I</w:t>
        </w:r>
        <w:r>
          <w:rPr>
            <w:webHidden/>
          </w:rPr>
          <w:tab/>
        </w:r>
        <w:r>
          <w:rPr>
            <w:webHidden/>
          </w:rPr>
          <w:fldChar w:fldCharType="begin"/>
        </w:r>
        <w:r>
          <w:rPr>
            <w:webHidden/>
          </w:rPr>
          <w:instrText xml:space="preserve"> PAGEREF _Toc202369651 \h </w:instrText>
        </w:r>
        <w:r>
          <w:rPr>
            <w:webHidden/>
          </w:rPr>
        </w:r>
        <w:r>
          <w:rPr>
            <w:webHidden/>
          </w:rPr>
          <w:fldChar w:fldCharType="separate"/>
        </w:r>
        <w:r w:rsidR="00FD73E0">
          <w:rPr>
            <w:webHidden/>
          </w:rPr>
          <w:t>214</w:t>
        </w:r>
        <w:r>
          <w:rPr>
            <w:webHidden/>
          </w:rPr>
          <w:fldChar w:fldCharType="end"/>
        </w:r>
      </w:hyperlink>
    </w:p>
    <w:p w14:paraId="787B0BD0" w14:textId="35D2C4CA" w:rsidR="00004CDB" w:rsidRDefault="00004CDB">
      <w:pPr>
        <w:pStyle w:val="TM2"/>
        <w:rPr>
          <w:rFonts w:asciiTheme="minorHAnsi" w:eastAsiaTheme="minorEastAsia" w:hAnsiTheme="minorHAnsi" w:cstheme="minorBidi"/>
          <w:color w:val="auto"/>
          <w:kern w:val="2"/>
          <w:sz w:val="24"/>
          <w14:ligatures w14:val="standardContextual"/>
        </w:rPr>
      </w:pPr>
      <w:hyperlink w:anchor="_Toc202369652" w:history="1">
        <w:r w:rsidRPr="0077295A">
          <w:rPr>
            <w:rStyle w:val="Lienhypertexte"/>
          </w:rPr>
          <w:t>II</w:t>
        </w:r>
        <w:r>
          <w:rPr>
            <w:webHidden/>
          </w:rPr>
          <w:tab/>
        </w:r>
        <w:r>
          <w:rPr>
            <w:webHidden/>
          </w:rPr>
          <w:fldChar w:fldCharType="begin"/>
        </w:r>
        <w:r>
          <w:rPr>
            <w:webHidden/>
          </w:rPr>
          <w:instrText xml:space="preserve"> PAGEREF _Toc202369652 \h </w:instrText>
        </w:r>
        <w:r>
          <w:rPr>
            <w:webHidden/>
          </w:rPr>
        </w:r>
        <w:r>
          <w:rPr>
            <w:webHidden/>
          </w:rPr>
          <w:fldChar w:fldCharType="separate"/>
        </w:r>
        <w:r w:rsidR="00FD73E0">
          <w:rPr>
            <w:webHidden/>
          </w:rPr>
          <w:t>219</w:t>
        </w:r>
        <w:r>
          <w:rPr>
            <w:webHidden/>
          </w:rPr>
          <w:fldChar w:fldCharType="end"/>
        </w:r>
      </w:hyperlink>
    </w:p>
    <w:p w14:paraId="23812765" w14:textId="7855F137" w:rsidR="00004CDB" w:rsidRDefault="00004CDB">
      <w:pPr>
        <w:pStyle w:val="TM2"/>
        <w:rPr>
          <w:rFonts w:asciiTheme="minorHAnsi" w:eastAsiaTheme="minorEastAsia" w:hAnsiTheme="minorHAnsi" w:cstheme="minorBidi"/>
          <w:color w:val="auto"/>
          <w:kern w:val="2"/>
          <w:sz w:val="24"/>
          <w14:ligatures w14:val="standardContextual"/>
        </w:rPr>
      </w:pPr>
      <w:hyperlink w:anchor="_Toc202369653" w:history="1">
        <w:r w:rsidRPr="0077295A">
          <w:rPr>
            <w:rStyle w:val="Lienhypertexte"/>
          </w:rPr>
          <w:t>III</w:t>
        </w:r>
        <w:r>
          <w:rPr>
            <w:webHidden/>
          </w:rPr>
          <w:tab/>
        </w:r>
        <w:r>
          <w:rPr>
            <w:webHidden/>
          </w:rPr>
          <w:fldChar w:fldCharType="begin"/>
        </w:r>
        <w:r>
          <w:rPr>
            <w:webHidden/>
          </w:rPr>
          <w:instrText xml:space="preserve"> PAGEREF _Toc202369653 \h </w:instrText>
        </w:r>
        <w:r>
          <w:rPr>
            <w:webHidden/>
          </w:rPr>
        </w:r>
        <w:r>
          <w:rPr>
            <w:webHidden/>
          </w:rPr>
          <w:fldChar w:fldCharType="separate"/>
        </w:r>
        <w:r w:rsidR="00FD73E0">
          <w:rPr>
            <w:webHidden/>
          </w:rPr>
          <w:t>227</w:t>
        </w:r>
        <w:r>
          <w:rPr>
            <w:webHidden/>
          </w:rPr>
          <w:fldChar w:fldCharType="end"/>
        </w:r>
      </w:hyperlink>
    </w:p>
    <w:p w14:paraId="2CD118D9" w14:textId="536FBDF6" w:rsidR="00004CDB" w:rsidRDefault="00004CDB">
      <w:pPr>
        <w:pStyle w:val="TM2"/>
        <w:rPr>
          <w:rFonts w:asciiTheme="minorHAnsi" w:eastAsiaTheme="minorEastAsia" w:hAnsiTheme="minorHAnsi" w:cstheme="minorBidi"/>
          <w:color w:val="auto"/>
          <w:kern w:val="2"/>
          <w:sz w:val="24"/>
          <w14:ligatures w14:val="standardContextual"/>
        </w:rPr>
      </w:pPr>
      <w:hyperlink w:anchor="_Toc202369654" w:history="1">
        <w:r w:rsidRPr="0077295A">
          <w:rPr>
            <w:rStyle w:val="Lienhypertexte"/>
          </w:rPr>
          <w:t>IV</w:t>
        </w:r>
        <w:r>
          <w:rPr>
            <w:webHidden/>
          </w:rPr>
          <w:tab/>
        </w:r>
        <w:r>
          <w:rPr>
            <w:webHidden/>
          </w:rPr>
          <w:fldChar w:fldCharType="begin"/>
        </w:r>
        <w:r>
          <w:rPr>
            <w:webHidden/>
          </w:rPr>
          <w:instrText xml:space="preserve"> PAGEREF _Toc202369654 \h </w:instrText>
        </w:r>
        <w:r>
          <w:rPr>
            <w:webHidden/>
          </w:rPr>
        </w:r>
        <w:r>
          <w:rPr>
            <w:webHidden/>
          </w:rPr>
          <w:fldChar w:fldCharType="separate"/>
        </w:r>
        <w:r w:rsidR="00FD73E0">
          <w:rPr>
            <w:webHidden/>
          </w:rPr>
          <w:t>233</w:t>
        </w:r>
        <w:r>
          <w:rPr>
            <w:webHidden/>
          </w:rPr>
          <w:fldChar w:fldCharType="end"/>
        </w:r>
      </w:hyperlink>
    </w:p>
    <w:p w14:paraId="6CB2F76C" w14:textId="649D9FE0" w:rsidR="00004CDB" w:rsidRDefault="00004CDB">
      <w:pPr>
        <w:pStyle w:val="TM2"/>
        <w:rPr>
          <w:rFonts w:asciiTheme="minorHAnsi" w:eastAsiaTheme="minorEastAsia" w:hAnsiTheme="minorHAnsi" w:cstheme="minorBidi"/>
          <w:color w:val="auto"/>
          <w:kern w:val="2"/>
          <w:sz w:val="24"/>
          <w14:ligatures w14:val="standardContextual"/>
        </w:rPr>
      </w:pPr>
      <w:hyperlink w:anchor="_Toc202369655" w:history="1">
        <w:r w:rsidRPr="0077295A">
          <w:rPr>
            <w:rStyle w:val="Lienhypertexte"/>
          </w:rPr>
          <w:t>V</w:t>
        </w:r>
        <w:r>
          <w:rPr>
            <w:webHidden/>
          </w:rPr>
          <w:tab/>
        </w:r>
        <w:r>
          <w:rPr>
            <w:webHidden/>
          </w:rPr>
          <w:fldChar w:fldCharType="begin"/>
        </w:r>
        <w:r>
          <w:rPr>
            <w:webHidden/>
          </w:rPr>
          <w:instrText xml:space="preserve"> PAGEREF _Toc202369655 \h </w:instrText>
        </w:r>
        <w:r>
          <w:rPr>
            <w:webHidden/>
          </w:rPr>
        </w:r>
        <w:r>
          <w:rPr>
            <w:webHidden/>
          </w:rPr>
          <w:fldChar w:fldCharType="separate"/>
        </w:r>
        <w:r w:rsidR="00FD73E0">
          <w:rPr>
            <w:webHidden/>
          </w:rPr>
          <w:t>241</w:t>
        </w:r>
        <w:r>
          <w:rPr>
            <w:webHidden/>
          </w:rPr>
          <w:fldChar w:fldCharType="end"/>
        </w:r>
      </w:hyperlink>
    </w:p>
    <w:p w14:paraId="28CAEC16" w14:textId="6303770C" w:rsidR="00004CDB" w:rsidRDefault="00004CDB">
      <w:pPr>
        <w:pStyle w:val="TM2"/>
        <w:rPr>
          <w:rFonts w:asciiTheme="minorHAnsi" w:eastAsiaTheme="minorEastAsia" w:hAnsiTheme="minorHAnsi" w:cstheme="minorBidi"/>
          <w:color w:val="auto"/>
          <w:kern w:val="2"/>
          <w:sz w:val="24"/>
          <w14:ligatures w14:val="standardContextual"/>
        </w:rPr>
      </w:pPr>
      <w:hyperlink w:anchor="_Toc202369656" w:history="1">
        <w:r w:rsidRPr="0077295A">
          <w:rPr>
            <w:rStyle w:val="Lienhypertexte"/>
          </w:rPr>
          <w:t>VI</w:t>
        </w:r>
        <w:r>
          <w:rPr>
            <w:webHidden/>
          </w:rPr>
          <w:tab/>
        </w:r>
        <w:r>
          <w:rPr>
            <w:webHidden/>
          </w:rPr>
          <w:fldChar w:fldCharType="begin"/>
        </w:r>
        <w:r>
          <w:rPr>
            <w:webHidden/>
          </w:rPr>
          <w:instrText xml:space="preserve"> PAGEREF _Toc202369656 \h </w:instrText>
        </w:r>
        <w:r>
          <w:rPr>
            <w:webHidden/>
          </w:rPr>
        </w:r>
        <w:r>
          <w:rPr>
            <w:webHidden/>
          </w:rPr>
          <w:fldChar w:fldCharType="separate"/>
        </w:r>
        <w:r w:rsidR="00FD73E0">
          <w:rPr>
            <w:webHidden/>
          </w:rPr>
          <w:t>248</w:t>
        </w:r>
        <w:r>
          <w:rPr>
            <w:webHidden/>
          </w:rPr>
          <w:fldChar w:fldCharType="end"/>
        </w:r>
      </w:hyperlink>
    </w:p>
    <w:p w14:paraId="0BCFD998" w14:textId="34C30EFD" w:rsidR="00004CDB" w:rsidRDefault="00004CDB">
      <w:pPr>
        <w:pStyle w:val="TM1"/>
        <w:rPr>
          <w:rFonts w:asciiTheme="minorHAnsi" w:eastAsiaTheme="minorEastAsia" w:hAnsiTheme="minorHAnsi" w:cstheme="minorBidi"/>
          <w:bCs w:val="0"/>
          <w:iCs w:val="0"/>
          <w:color w:val="auto"/>
          <w:kern w:val="2"/>
          <w:sz w:val="24"/>
          <w:szCs w:val="24"/>
          <w14:ligatures w14:val="standardContextual"/>
        </w:rPr>
      </w:pPr>
      <w:hyperlink w:anchor="_Toc202369657" w:history="1">
        <w:r w:rsidRPr="0077295A">
          <w:rPr>
            <w:rStyle w:val="Lienhypertexte"/>
          </w:rPr>
          <w:t>SIXIÈME PARTIE</w:t>
        </w:r>
        <w:r>
          <w:rPr>
            <w:webHidden/>
          </w:rPr>
          <w:tab/>
        </w:r>
        <w:r>
          <w:rPr>
            <w:webHidden/>
          </w:rPr>
          <w:fldChar w:fldCharType="begin"/>
        </w:r>
        <w:r>
          <w:rPr>
            <w:webHidden/>
          </w:rPr>
          <w:instrText xml:space="preserve"> PAGEREF _Toc202369657 \h </w:instrText>
        </w:r>
        <w:r>
          <w:rPr>
            <w:webHidden/>
          </w:rPr>
        </w:r>
        <w:r>
          <w:rPr>
            <w:webHidden/>
          </w:rPr>
          <w:fldChar w:fldCharType="separate"/>
        </w:r>
        <w:r w:rsidR="00FD73E0">
          <w:rPr>
            <w:webHidden/>
          </w:rPr>
          <w:t>258</w:t>
        </w:r>
        <w:r>
          <w:rPr>
            <w:webHidden/>
          </w:rPr>
          <w:fldChar w:fldCharType="end"/>
        </w:r>
      </w:hyperlink>
    </w:p>
    <w:p w14:paraId="3FDB4847" w14:textId="6584325E" w:rsidR="00004CDB" w:rsidRDefault="00004CDB">
      <w:pPr>
        <w:pStyle w:val="TM2"/>
        <w:rPr>
          <w:rFonts w:asciiTheme="minorHAnsi" w:eastAsiaTheme="minorEastAsia" w:hAnsiTheme="minorHAnsi" w:cstheme="minorBidi"/>
          <w:color w:val="auto"/>
          <w:kern w:val="2"/>
          <w:sz w:val="24"/>
          <w14:ligatures w14:val="standardContextual"/>
        </w:rPr>
      </w:pPr>
      <w:hyperlink w:anchor="_Toc202369658" w:history="1">
        <w:r w:rsidRPr="0077295A">
          <w:rPr>
            <w:rStyle w:val="Lienhypertexte"/>
          </w:rPr>
          <w:t>I</w:t>
        </w:r>
        <w:r>
          <w:rPr>
            <w:webHidden/>
          </w:rPr>
          <w:tab/>
        </w:r>
        <w:r>
          <w:rPr>
            <w:webHidden/>
          </w:rPr>
          <w:fldChar w:fldCharType="begin"/>
        </w:r>
        <w:r>
          <w:rPr>
            <w:webHidden/>
          </w:rPr>
          <w:instrText xml:space="preserve"> PAGEREF _Toc202369658 \h </w:instrText>
        </w:r>
        <w:r>
          <w:rPr>
            <w:webHidden/>
          </w:rPr>
        </w:r>
        <w:r>
          <w:rPr>
            <w:webHidden/>
          </w:rPr>
          <w:fldChar w:fldCharType="separate"/>
        </w:r>
        <w:r w:rsidR="00FD73E0">
          <w:rPr>
            <w:webHidden/>
          </w:rPr>
          <w:t>259</w:t>
        </w:r>
        <w:r>
          <w:rPr>
            <w:webHidden/>
          </w:rPr>
          <w:fldChar w:fldCharType="end"/>
        </w:r>
      </w:hyperlink>
    </w:p>
    <w:p w14:paraId="5A709E23" w14:textId="14831307" w:rsidR="00004CDB" w:rsidRDefault="00004CDB">
      <w:pPr>
        <w:pStyle w:val="TM2"/>
        <w:rPr>
          <w:rFonts w:asciiTheme="minorHAnsi" w:eastAsiaTheme="minorEastAsia" w:hAnsiTheme="minorHAnsi" w:cstheme="minorBidi"/>
          <w:color w:val="auto"/>
          <w:kern w:val="2"/>
          <w:sz w:val="24"/>
          <w14:ligatures w14:val="standardContextual"/>
        </w:rPr>
      </w:pPr>
      <w:hyperlink w:anchor="_Toc202369659" w:history="1">
        <w:r w:rsidRPr="0077295A">
          <w:rPr>
            <w:rStyle w:val="Lienhypertexte"/>
          </w:rPr>
          <w:t>II</w:t>
        </w:r>
        <w:r>
          <w:rPr>
            <w:webHidden/>
          </w:rPr>
          <w:tab/>
        </w:r>
        <w:r>
          <w:rPr>
            <w:webHidden/>
          </w:rPr>
          <w:fldChar w:fldCharType="begin"/>
        </w:r>
        <w:r>
          <w:rPr>
            <w:webHidden/>
          </w:rPr>
          <w:instrText xml:space="preserve"> PAGEREF _Toc202369659 \h </w:instrText>
        </w:r>
        <w:r>
          <w:rPr>
            <w:webHidden/>
          </w:rPr>
        </w:r>
        <w:r>
          <w:rPr>
            <w:webHidden/>
          </w:rPr>
          <w:fldChar w:fldCharType="separate"/>
        </w:r>
        <w:r w:rsidR="00FD73E0">
          <w:rPr>
            <w:webHidden/>
          </w:rPr>
          <w:t>274</w:t>
        </w:r>
        <w:r>
          <w:rPr>
            <w:webHidden/>
          </w:rPr>
          <w:fldChar w:fldCharType="end"/>
        </w:r>
      </w:hyperlink>
    </w:p>
    <w:p w14:paraId="2D6F9675" w14:textId="05A88610" w:rsidR="00004CDB" w:rsidRDefault="00004CDB">
      <w:pPr>
        <w:pStyle w:val="TM2"/>
        <w:rPr>
          <w:rFonts w:asciiTheme="minorHAnsi" w:eastAsiaTheme="minorEastAsia" w:hAnsiTheme="minorHAnsi" w:cstheme="minorBidi"/>
          <w:color w:val="auto"/>
          <w:kern w:val="2"/>
          <w:sz w:val="24"/>
          <w14:ligatures w14:val="standardContextual"/>
        </w:rPr>
      </w:pPr>
      <w:hyperlink w:anchor="_Toc202369660" w:history="1">
        <w:r w:rsidRPr="0077295A">
          <w:rPr>
            <w:rStyle w:val="Lienhypertexte"/>
          </w:rPr>
          <w:t>III</w:t>
        </w:r>
        <w:r>
          <w:rPr>
            <w:webHidden/>
          </w:rPr>
          <w:tab/>
        </w:r>
        <w:r>
          <w:rPr>
            <w:webHidden/>
          </w:rPr>
          <w:fldChar w:fldCharType="begin"/>
        </w:r>
        <w:r>
          <w:rPr>
            <w:webHidden/>
          </w:rPr>
          <w:instrText xml:space="preserve"> PAGEREF _Toc202369660 \h </w:instrText>
        </w:r>
        <w:r>
          <w:rPr>
            <w:webHidden/>
          </w:rPr>
        </w:r>
        <w:r>
          <w:rPr>
            <w:webHidden/>
          </w:rPr>
          <w:fldChar w:fldCharType="separate"/>
        </w:r>
        <w:r w:rsidR="00FD73E0">
          <w:rPr>
            <w:webHidden/>
          </w:rPr>
          <w:t>288</w:t>
        </w:r>
        <w:r>
          <w:rPr>
            <w:webHidden/>
          </w:rPr>
          <w:fldChar w:fldCharType="end"/>
        </w:r>
      </w:hyperlink>
    </w:p>
    <w:p w14:paraId="2CEBD601" w14:textId="032D37B2" w:rsidR="00004CDB" w:rsidRDefault="00004CDB">
      <w:pPr>
        <w:pStyle w:val="TM2"/>
        <w:rPr>
          <w:rFonts w:asciiTheme="minorHAnsi" w:eastAsiaTheme="minorEastAsia" w:hAnsiTheme="minorHAnsi" w:cstheme="minorBidi"/>
          <w:color w:val="auto"/>
          <w:kern w:val="2"/>
          <w:sz w:val="24"/>
          <w14:ligatures w14:val="standardContextual"/>
        </w:rPr>
      </w:pPr>
      <w:hyperlink w:anchor="_Toc202369661" w:history="1">
        <w:r w:rsidRPr="0077295A">
          <w:rPr>
            <w:rStyle w:val="Lienhypertexte"/>
          </w:rPr>
          <w:t>IV</w:t>
        </w:r>
        <w:r>
          <w:rPr>
            <w:webHidden/>
          </w:rPr>
          <w:tab/>
        </w:r>
        <w:r>
          <w:rPr>
            <w:webHidden/>
          </w:rPr>
          <w:fldChar w:fldCharType="begin"/>
        </w:r>
        <w:r>
          <w:rPr>
            <w:webHidden/>
          </w:rPr>
          <w:instrText xml:space="preserve"> PAGEREF _Toc202369661 \h </w:instrText>
        </w:r>
        <w:r>
          <w:rPr>
            <w:webHidden/>
          </w:rPr>
        </w:r>
        <w:r>
          <w:rPr>
            <w:webHidden/>
          </w:rPr>
          <w:fldChar w:fldCharType="separate"/>
        </w:r>
        <w:r w:rsidR="00FD73E0">
          <w:rPr>
            <w:webHidden/>
          </w:rPr>
          <w:t>307</w:t>
        </w:r>
        <w:r>
          <w:rPr>
            <w:webHidden/>
          </w:rPr>
          <w:fldChar w:fldCharType="end"/>
        </w:r>
      </w:hyperlink>
    </w:p>
    <w:p w14:paraId="6E7DB37C" w14:textId="3C2DE98F" w:rsidR="00004CDB" w:rsidRDefault="00004CDB">
      <w:pPr>
        <w:pStyle w:val="TM2"/>
        <w:rPr>
          <w:rFonts w:asciiTheme="minorHAnsi" w:eastAsiaTheme="minorEastAsia" w:hAnsiTheme="minorHAnsi" w:cstheme="minorBidi"/>
          <w:color w:val="auto"/>
          <w:kern w:val="2"/>
          <w:sz w:val="24"/>
          <w14:ligatures w14:val="standardContextual"/>
        </w:rPr>
      </w:pPr>
      <w:hyperlink w:anchor="_Toc202369662" w:history="1">
        <w:r w:rsidRPr="0077295A">
          <w:rPr>
            <w:rStyle w:val="Lienhypertexte"/>
          </w:rPr>
          <w:t>V</w:t>
        </w:r>
        <w:r>
          <w:rPr>
            <w:webHidden/>
          </w:rPr>
          <w:tab/>
        </w:r>
        <w:r>
          <w:rPr>
            <w:webHidden/>
          </w:rPr>
          <w:fldChar w:fldCharType="begin"/>
        </w:r>
        <w:r>
          <w:rPr>
            <w:webHidden/>
          </w:rPr>
          <w:instrText xml:space="preserve"> PAGEREF _Toc202369662 \h </w:instrText>
        </w:r>
        <w:r>
          <w:rPr>
            <w:webHidden/>
          </w:rPr>
        </w:r>
        <w:r>
          <w:rPr>
            <w:webHidden/>
          </w:rPr>
          <w:fldChar w:fldCharType="separate"/>
        </w:r>
        <w:r w:rsidR="00FD73E0">
          <w:rPr>
            <w:webHidden/>
          </w:rPr>
          <w:t>316</w:t>
        </w:r>
        <w:r>
          <w:rPr>
            <w:webHidden/>
          </w:rPr>
          <w:fldChar w:fldCharType="end"/>
        </w:r>
      </w:hyperlink>
    </w:p>
    <w:p w14:paraId="675B950E" w14:textId="0A36C7AD" w:rsidR="00004CDB" w:rsidRDefault="00004CDB">
      <w:pPr>
        <w:pStyle w:val="TM2"/>
        <w:rPr>
          <w:rFonts w:asciiTheme="minorHAnsi" w:eastAsiaTheme="minorEastAsia" w:hAnsiTheme="minorHAnsi" w:cstheme="minorBidi"/>
          <w:color w:val="auto"/>
          <w:kern w:val="2"/>
          <w:sz w:val="24"/>
          <w14:ligatures w14:val="standardContextual"/>
        </w:rPr>
      </w:pPr>
      <w:hyperlink w:anchor="_Toc202369663" w:history="1">
        <w:r w:rsidRPr="0077295A">
          <w:rPr>
            <w:rStyle w:val="Lienhypertexte"/>
          </w:rPr>
          <w:t>VI</w:t>
        </w:r>
        <w:r>
          <w:rPr>
            <w:webHidden/>
          </w:rPr>
          <w:tab/>
        </w:r>
        <w:r>
          <w:rPr>
            <w:webHidden/>
          </w:rPr>
          <w:fldChar w:fldCharType="begin"/>
        </w:r>
        <w:r>
          <w:rPr>
            <w:webHidden/>
          </w:rPr>
          <w:instrText xml:space="preserve"> PAGEREF _Toc202369663 \h </w:instrText>
        </w:r>
        <w:r>
          <w:rPr>
            <w:webHidden/>
          </w:rPr>
        </w:r>
        <w:r>
          <w:rPr>
            <w:webHidden/>
          </w:rPr>
          <w:fldChar w:fldCharType="separate"/>
        </w:r>
        <w:r w:rsidR="00FD73E0">
          <w:rPr>
            <w:webHidden/>
          </w:rPr>
          <w:t>327</w:t>
        </w:r>
        <w:r>
          <w:rPr>
            <w:webHidden/>
          </w:rPr>
          <w:fldChar w:fldCharType="end"/>
        </w:r>
      </w:hyperlink>
    </w:p>
    <w:p w14:paraId="3F72216A" w14:textId="25E23D64" w:rsidR="00004CDB" w:rsidRDefault="00004CDB">
      <w:pPr>
        <w:pStyle w:val="TM2"/>
        <w:rPr>
          <w:rFonts w:asciiTheme="minorHAnsi" w:eastAsiaTheme="minorEastAsia" w:hAnsiTheme="minorHAnsi" w:cstheme="minorBidi"/>
          <w:color w:val="auto"/>
          <w:kern w:val="2"/>
          <w:sz w:val="24"/>
          <w14:ligatures w14:val="standardContextual"/>
        </w:rPr>
      </w:pPr>
      <w:hyperlink w:anchor="_Toc202369664" w:history="1">
        <w:r w:rsidRPr="0077295A">
          <w:rPr>
            <w:rStyle w:val="Lienhypertexte"/>
          </w:rPr>
          <w:t>VII</w:t>
        </w:r>
        <w:r>
          <w:rPr>
            <w:webHidden/>
          </w:rPr>
          <w:tab/>
        </w:r>
        <w:r>
          <w:rPr>
            <w:webHidden/>
          </w:rPr>
          <w:fldChar w:fldCharType="begin"/>
        </w:r>
        <w:r>
          <w:rPr>
            <w:webHidden/>
          </w:rPr>
          <w:instrText xml:space="preserve"> PAGEREF _Toc202369664 \h </w:instrText>
        </w:r>
        <w:r>
          <w:rPr>
            <w:webHidden/>
          </w:rPr>
        </w:r>
        <w:r>
          <w:rPr>
            <w:webHidden/>
          </w:rPr>
          <w:fldChar w:fldCharType="separate"/>
        </w:r>
        <w:r w:rsidR="00FD73E0">
          <w:rPr>
            <w:webHidden/>
          </w:rPr>
          <w:t>337</w:t>
        </w:r>
        <w:r>
          <w:rPr>
            <w:webHidden/>
          </w:rPr>
          <w:fldChar w:fldCharType="end"/>
        </w:r>
      </w:hyperlink>
    </w:p>
    <w:p w14:paraId="1878A57E" w14:textId="5C0F83C7" w:rsidR="00004CDB" w:rsidRDefault="00004CDB">
      <w:pPr>
        <w:pStyle w:val="TM2"/>
        <w:rPr>
          <w:rFonts w:asciiTheme="minorHAnsi" w:eastAsiaTheme="minorEastAsia" w:hAnsiTheme="minorHAnsi" w:cstheme="minorBidi"/>
          <w:color w:val="auto"/>
          <w:kern w:val="2"/>
          <w:sz w:val="24"/>
          <w14:ligatures w14:val="standardContextual"/>
        </w:rPr>
      </w:pPr>
      <w:hyperlink w:anchor="_Toc202369665" w:history="1">
        <w:r w:rsidRPr="0077295A">
          <w:rPr>
            <w:rStyle w:val="Lienhypertexte"/>
          </w:rPr>
          <w:t>VIII</w:t>
        </w:r>
        <w:r>
          <w:rPr>
            <w:webHidden/>
          </w:rPr>
          <w:tab/>
        </w:r>
        <w:r>
          <w:rPr>
            <w:webHidden/>
          </w:rPr>
          <w:fldChar w:fldCharType="begin"/>
        </w:r>
        <w:r>
          <w:rPr>
            <w:webHidden/>
          </w:rPr>
          <w:instrText xml:space="preserve"> PAGEREF _Toc202369665 \h </w:instrText>
        </w:r>
        <w:r>
          <w:rPr>
            <w:webHidden/>
          </w:rPr>
        </w:r>
        <w:r>
          <w:rPr>
            <w:webHidden/>
          </w:rPr>
          <w:fldChar w:fldCharType="separate"/>
        </w:r>
        <w:r w:rsidR="00FD73E0">
          <w:rPr>
            <w:webHidden/>
          </w:rPr>
          <w:t>347</w:t>
        </w:r>
        <w:r>
          <w:rPr>
            <w:webHidden/>
          </w:rPr>
          <w:fldChar w:fldCharType="end"/>
        </w:r>
      </w:hyperlink>
    </w:p>
    <w:p w14:paraId="67719F46" w14:textId="4AC820F3" w:rsidR="00004CDB" w:rsidRDefault="00004CDB">
      <w:pPr>
        <w:pStyle w:val="TM2"/>
        <w:rPr>
          <w:rFonts w:asciiTheme="minorHAnsi" w:eastAsiaTheme="minorEastAsia" w:hAnsiTheme="minorHAnsi" w:cstheme="minorBidi"/>
          <w:color w:val="auto"/>
          <w:kern w:val="2"/>
          <w:sz w:val="24"/>
          <w14:ligatures w14:val="standardContextual"/>
        </w:rPr>
      </w:pPr>
      <w:hyperlink w:anchor="_Toc202369666" w:history="1">
        <w:r w:rsidRPr="0077295A">
          <w:rPr>
            <w:rStyle w:val="Lienhypertexte"/>
          </w:rPr>
          <w:t>IX</w:t>
        </w:r>
        <w:r>
          <w:rPr>
            <w:webHidden/>
          </w:rPr>
          <w:tab/>
        </w:r>
        <w:r>
          <w:rPr>
            <w:webHidden/>
          </w:rPr>
          <w:fldChar w:fldCharType="begin"/>
        </w:r>
        <w:r>
          <w:rPr>
            <w:webHidden/>
          </w:rPr>
          <w:instrText xml:space="preserve"> PAGEREF _Toc202369666 \h </w:instrText>
        </w:r>
        <w:r>
          <w:rPr>
            <w:webHidden/>
          </w:rPr>
        </w:r>
        <w:r>
          <w:rPr>
            <w:webHidden/>
          </w:rPr>
          <w:fldChar w:fldCharType="separate"/>
        </w:r>
        <w:r w:rsidR="00FD73E0">
          <w:rPr>
            <w:webHidden/>
          </w:rPr>
          <w:t>357</w:t>
        </w:r>
        <w:r>
          <w:rPr>
            <w:webHidden/>
          </w:rPr>
          <w:fldChar w:fldCharType="end"/>
        </w:r>
      </w:hyperlink>
    </w:p>
    <w:p w14:paraId="0CF82BBB" w14:textId="24CFCD8D" w:rsidR="00004CDB" w:rsidRDefault="00004CDB">
      <w:pPr>
        <w:pStyle w:val="TM2"/>
        <w:rPr>
          <w:rFonts w:asciiTheme="minorHAnsi" w:eastAsiaTheme="minorEastAsia" w:hAnsiTheme="minorHAnsi" w:cstheme="minorBidi"/>
          <w:color w:val="auto"/>
          <w:kern w:val="2"/>
          <w:sz w:val="24"/>
          <w14:ligatures w14:val="standardContextual"/>
        </w:rPr>
      </w:pPr>
      <w:hyperlink w:anchor="_Toc202369667" w:history="1">
        <w:r w:rsidRPr="0077295A">
          <w:rPr>
            <w:rStyle w:val="Lienhypertexte"/>
          </w:rPr>
          <w:t>X</w:t>
        </w:r>
        <w:r>
          <w:rPr>
            <w:webHidden/>
          </w:rPr>
          <w:tab/>
        </w:r>
        <w:r>
          <w:rPr>
            <w:webHidden/>
          </w:rPr>
          <w:fldChar w:fldCharType="begin"/>
        </w:r>
        <w:r>
          <w:rPr>
            <w:webHidden/>
          </w:rPr>
          <w:instrText xml:space="preserve"> PAGEREF _Toc202369667 \h </w:instrText>
        </w:r>
        <w:r>
          <w:rPr>
            <w:webHidden/>
          </w:rPr>
        </w:r>
        <w:r>
          <w:rPr>
            <w:webHidden/>
          </w:rPr>
          <w:fldChar w:fldCharType="separate"/>
        </w:r>
        <w:r w:rsidR="00FD73E0">
          <w:rPr>
            <w:webHidden/>
          </w:rPr>
          <w:t>368</w:t>
        </w:r>
        <w:r>
          <w:rPr>
            <w:webHidden/>
          </w:rPr>
          <w:fldChar w:fldCharType="end"/>
        </w:r>
      </w:hyperlink>
    </w:p>
    <w:p w14:paraId="27B25C9B" w14:textId="4566E447" w:rsidR="00004CDB" w:rsidRDefault="00004CDB">
      <w:pPr>
        <w:pStyle w:val="TM2"/>
        <w:rPr>
          <w:rFonts w:asciiTheme="minorHAnsi" w:eastAsiaTheme="minorEastAsia" w:hAnsiTheme="minorHAnsi" w:cstheme="minorBidi"/>
          <w:color w:val="auto"/>
          <w:kern w:val="2"/>
          <w:sz w:val="24"/>
          <w14:ligatures w14:val="standardContextual"/>
        </w:rPr>
      </w:pPr>
      <w:hyperlink w:anchor="_Toc202369668" w:history="1">
        <w:r w:rsidRPr="0077295A">
          <w:rPr>
            <w:rStyle w:val="Lienhypertexte"/>
          </w:rPr>
          <w:t>XI</w:t>
        </w:r>
        <w:r>
          <w:rPr>
            <w:webHidden/>
          </w:rPr>
          <w:tab/>
        </w:r>
        <w:r>
          <w:rPr>
            <w:webHidden/>
          </w:rPr>
          <w:fldChar w:fldCharType="begin"/>
        </w:r>
        <w:r>
          <w:rPr>
            <w:webHidden/>
          </w:rPr>
          <w:instrText xml:space="preserve"> PAGEREF _Toc202369668 \h </w:instrText>
        </w:r>
        <w:r>
          <w:rPr>
            <w:webHidden/>
          </w:rPr>
        </w:r>
        <w:r>
          <w:rPr>
            <w:webHidden/>
          </w:rPr>
          <w:fldChar w:fldCharType="separate"/>
        </w:r>
        <w:r w:rsidR="00FD73E0">
          <w:rPr>
            <w:webHidden/>
          </w:rPr>
          <w:t>374</w:t>
        </w:r>
        <w:r>
          <w:rPr>
            <w:webHidden/>
          </w:rPr>
          <w:fldChar w:fldCharType="end"/>
        </w:r>
      </w:hyperlink>
    </w:p>
    <w:p w14:paraId="00977E94" w14:textId="0107B221" w:rsidR="00004CDB" w:rsidRDefault="00004CDB">
      <w:pPr>
        <w:pStyle w:val="TM1"/>
        <w:rPr>
          <w:rFonts w:asciiTheme="minorHAnsi" w:eastAsiaTheme="minorEastAsia" w:hAnsiTheme="minorHAnsi" w:cstheme="minorBidi"/>
          <w:bCs w:val="0"/>
          <w:iCs w:val="0"/>
          <w:color w:val="auto"/>
          <w:kern w:val="2"/>
          <w:sz w:val="24"/>
          <w:szCs w:val="24"/>
          <w14:ligatures w14:val="standardContextual"/>
        </w:rPr>
      </w:pPr>
      <w:hyperlink w:anchor="_Toc202369669" w:history="1">
        <w:r w:rsidRPr="0077295A">
          <w:rPr>
            <w:rStyle w:val="Lienhypertexte"/>
          </w:rPr>
          <w:t>À propos de cette édition électronique</w:t>
        </w:r>
        <w:r>
          <w:rPr>
            <w:webHidden/>
          </w:rPr>
          <w:tab/>
        </w:r>
        <w:r>
          <w:rPr>
            <w:webHidden/>
          </w:rPr>
          <w:fldChar w:fldCharType="begin"/>
        </w:r>
        <w:r>
          <w:rPr>
            <w:webHidden/>
          </w:rPr>
          <w:instrText xml:space="preserve"> PAGEREF _Toc202369669 \h </w:instrText>
        </w:r>
        <w:r>
          <w:rPr>
            <w:webHidden/>
          </w:rPr>
        </w:r>
        <w:r>
          <w:rPr>
            <w:webHidden/>
          </w:rPr>
          <w:fldChar w:fldCharType="separate"/>
        </w:r>
        <w:r w:rsidR="00FD73E0">
          <w:rPr>
            <w:webHidden/>
          </w:rPr>
          <w:t>384</w:t>
        </w:r>
        <w:r>
          <w:rPr>
            <w:webHidden/>
          </w:rPr>
          <w:fldChar w:fldCharType="end"/>
        </w:r>
      </w:hyperlink>
    </w:p>
    <w:p w14:paraId="1690CB23" w14:textId="4EDFA631" w:rsidR="00033562" w:rsidRDefault="00033562">
      <w:r>
        <w:fldChar w:fldCharType="end"/>
      </w:r>
    </w:p>
    <w:p w14:paraId="4BCDAECB" w14:textId="115DFA81" w:rsidR="005A3479" w:rsidRPr="00004CDB" w:rsidRDefault="00004CDB" w:rsidP="00004CDB">
      <w:pPr>
        <w:pStyle w:val="Titre1"/>
        <w:rPr>
          <w:sz w:val="60"/>
          <w:szCs w:val="60"/>
        </w:rPr>
      </w:pPr>
      <w:r>
        <w:rPr>
          <w:sz w:val="60"/>
          <w:szCs w:val="60"/>
        </w:rPr>
        <w:lastRenderedPageBreak/>
        <w:br/>
      </w:r>
      <w:r>
        <w:rPr>
          <w:sz w:val="60"/>
          <w:szCs w:val="60"/>
        </w:rPr>
        <w:br/>
      </w:r>
      <w:r>
        <w:rPr>
          <w:sz w:val="60"/>
          <w:szCs w:val="60"/>
        </w:rPr>
        <w:br/>
      </w:r>
      <w:bookmarkStart w:id="0" w:name="_Toc202369615"/>
      <w:r w:rsidR="005A3479" w:rsidRPr="00004CDB">
        <w:rPr>
          <w:sz w:val="60"/>
          <w:szCs w:val="60"/>
        </w:rPr>
        <w:t>PREMIÈRE PARTIE</w:t>
      </w:r>
      <w:r w:rsidR="005A3479" w:rsidRPr="00004CDB">
        <w:rPr>
          <w:sz w:val="60"/>
          <w:szCs w:val="60"/>
        </w:rPr>
        <w:br/>
      </w:r>
      <w:r w:rsidR="005A3479" w:rsidRPr="00004CDB">
        <w:rPr>
          <w:sz w:val="60"/>
          <w:szCs w:val="60"/>
        </w:rPr>
        <w:br/>
        <w:t xml:space="preserve">À </w:t>
      </w:r>
      <w:proofErr w:type="spellStart"/>
      <w:r w:rsidR="005A3479" w:rsidRPr="00004CDB">
        <w:rPr>
          <w:sz w:val="60"/>
          <w:szCs w:val="60"/>
        </w:rPr>
        <w:t>MARYGREEN</w:t>
      </w:r>
      <w:bookmarkEnd w:id="0"/>
      <w:proofErr w:type="spellEnd"/>
    </w:p>
    <w:p w14:paraId="2CB77A9D" w14:textId="77777777" w:rsidR="005A3479" w:rsidRDefault="005A3479" w:rsidP="006F1ADB">
      <w:pPr>
        <w:pStyle w:val="Titre2"/>
      </w:pPr>
      <w:bookmarkStart w:id="1" w:name="__RefHeading__3_1957917597"/>
      <w:bookmarkStart w:id="2" w:name="_Toc202369616"/>
      <w:bookmarkEnd w:id="1"/>
      <w:r>
        <w:lastRenderedPageBreak/>
        <w:t>I</w:t>
      </w:r>
      <w:bookmarkEnd w:id="2"/>
    </w:p>
    <w:p w14:paraId="12987578" w14:textId="77777777" w:rsidR="006F1ADB" w:rsidRDefault="005A3479" w:rsidP="005A3479">
      <w:r>
        <w:t>Le maître d</w:t>
      </w:r>
      <w:r w:rsidR="006F1ADB">
        <w:t>’</w:t>
      </w:r>
      <w:r>
        <w:t>école quittait le village et chacun semblait a</w:t>
      </w:r>
      <w:r>
        <w:t>t</w:t>
      </w:r>
      <w:r>
        <w:t>tristé</w:t>
      </w:r>
      <w:r w:rsidR="006F1ADB">
        <w:t xml:space="preserve">. </w:t>
      </w:r>
      <w:r>
        <w:t xml:space="preserve">Le meunier de </w:t>
      </w:r>
      <w:proofErr w:type="spellStart"/>
      <w:r>
        <w:t>Cresscombe</w:t>
      </w:r>
      <w:proofErr w:type="spellEnd"/>
      <w:r>
        <w:t xml:space="preserve"> lui avait prêté son cheval et sa petite charrette à bâche blanche pour transporter son mobilier à la ville où il devait se rendre</w:t>
      </w:r>
      <w:r w:rsidR="006F1ADB">
        <w:t xml:space="preserve">, </w:t>
      </w:r>
      <w:r>
        <w:t>environ à</w:t>
      </w:r>
      <w:r>
        <w:rPr>
          <w:i/>
          <w:szCs w:val="32"/>
        </w:rPr>
        <w:t xml:space="preserve"> </w:t>
      </w:r>
      <w:r>
        <w:t>vingt milles de là</w:t>
      </w:r>
      <w:r w:rsidR="006F1ADB">
        <w:t xml:space="preserve">. </w:t>
      </w:r>
      <w:r>
        <w:t>Un tel véhicule était de dimensions suffisantes pour contenir les effets du magister qui s</w:t>
      </w:r>
      <w:r w:rsidR="006F1ADB">
        <w:t>’</w:t>
      </w:r>
      <w:r>
        <w:t>en allait</w:t>
      </w:r>
      <w:r w:rsidR="006F1ADB">
        <w:t xml:space="preserve">. </w:t>
      </w:r>
      <w:r>
        <w:t>La maison d</w:t>
      </w:r>
      <w:r w:rsidR="006F1ADB">
        <w:t>’</w:t>
      </w:r>
      <w:r>
        <w:t>école étant meublée en partie par les administrateurs</w:t>
      </w:r>
      <w:r w:rsidR="006F1ADB">
        <w:t xml:space="preserve">, </w:t>
      </w:r>
      <w:r>
        <w:t>le seul objet encombrant que possédât le maître</w:t>
      </w:r>
      <w:r w:rsidR="006F1ADB">
        <w:t xml:space="preserve">, </w:t>
      </w:r>
      <w:r>
        <w:t>en plus de ses livres empaquetés</w:t>
      </w:r>
      <w:r w:rsidR="006F1ADB">
        <w:t xml:space="preserve">, </w:t>
      </w:r>
      <w:r>
        <w:t>c</w:t>
      </w:r>
      <w:r w:rsidR="006F1ADB">
        <w:t>’</w:t>
      </w:r>
      <w:r>
        <w:t>était un piano de campagne</w:t>
      </w:r>
      <w:r w:rsidR="006F1ADB">
        <w:t xml:space="preserve">, </w:t>
      </w:r>
      <w:r>
        <w:t>acheté aux enchères l</w:t>
      </w:r>
      <w:r w:rsidR="006F1ADB">
        <w:t>’</w:t>
      </w:r>
      <w:r>
        <w:t>année où il avait so</w:t>
      </w:r>
      <w:r>
        <w:t>n</w:t>
      </w:r>
      <w:r>
        <w:t>gé à apprendre la musique instrumentale</w:t>
      </w:r>
      <w:r w:rsidR="006F1ADB">
        <w:t xml:space="preserve">. </w:t>
      </w:r>
      <w:r>
        <w:t>Mais son zèle tombé</w:t>
      </w:r>
      <w:r w:rsidR="006F1ADB">
        <w:t xml:space="preserve">, </w:t>
      </w:r>
      <w:r>
        <w:t>le maître d</w:t>
      </w:r>
      <w:r w:rsidR="006F1ADB">
        <w:t>’</w:t>
      </w:r>
      <w:r>
        <w:t>école n</w:t>
      </w:r>
      <w:r w:rsidR="006F1ADB">
        <w:t>’</w:t>
      </w:r>
      <w:r>
        <w:t>était jamais devenu un fort pianiste</w:t>
      </w:r>
      <w:r w:rsidR="006F1ADB">
        <w:t xml:space="preserve"> ; </w:t>
      </w:r>
      <w:r>
        <w:t>et son acquisition lui avait été un tracas perpétuel</w:t>
      </w:r>
      <w:r w:rsidR="006F1ADB">
        <w:t xml:space="preserve">, </w:t>
      </w:r>
      <w:r>
        <w:t>à chacun de ses déménagements</w:t>
      </w:r>
      <w:r w:rsidR="006F1ADB">
        <w:t>.</w:t>
      </w:r>
    </w:p>
    <w:p w14:paraId="795A70A5" w14:textId="77777777" w:rsidR="006F1ADB" w:rsidRDefault="005A3479" w:rsidP="005A3479">
      <w:r>
        <w:t>Le pasteur était parti pour toute la journée</w:t>
      </w:r>
      <w:r w:rsidR="006F1ADB">
        <w:t xml:space="preserve">, </w:t>
      </w:r>
      <w:r>
        <w:t>étant un de ces hommes qui haïssent le spectacle des changements</w:t>
      </w:r>
      <w:r w:rsidR="006F1ADB">
        <w:t xml:space="preserve">. </w:t>
      </w:r>
      <w:r>
        <w:t>Il ne devait revenir que le soir</w:t>
      </w:r>
      <w:r w:rsidR="006F1ADB">
        <w:t xml:space="preserve">, </w:t>
      </w:r>
      <w:r>
        <w:t>quand le nouveau maître serait arrivé et in</w:t>
      </w:r>
      <w:r>
        <w:t>s</w:t>
      </w:r>
      <w:r>
        <w:t>tallé et tout redevenu paisible</w:t>
      </w:r>
      <w:r w:rsidR="006F1ADB">
        <w:t>.</w:t>
      </w:r>
    </w:p>
    <w:p w14:paraId="2AEA43A9" w14:textId="77777777" w:rsidR="006F1ADB" w:rsidRDefault="005A3479" w:rsidP="005A3479">
      <w:r>
        <w:t>Le forgeron</w:t>
      </w:r>
      <w:r w:rsidR="006F1ADB">
        <w:t xml:space="preserve">, </w:t>
      </w:r>
      <w:r>
        <w:t>le bailli et le maître d</w:t>
      </w:r>
      <w:r w:rsidR="006F1ADB">
        <w:t>’</w:t>
      </w:r>
      <w:r>
        <w:t>école lui-même étaient debout</w:t>
      </w:r>
      <w:r w:rsidR="006F1ADB">
        <w:t xml:space="preserve">, </w:t>
      </w:r>
      <w:r>
        <w:t>avec des attitudes perplexes</w:t>
      </w:r>
      <w:r w:rsidR="006F1ADB">
        <w:t xml:space="preserve">, </w:t>
      </w:r>
      <w:r>
        <w:t>dans le salon</w:t>
      </w:r>
      <w:r w:rsidR="006F1ADB">
        <w:t xml:space="preserve">, </w:t>
      </w:r>
      <w:r>
        <w:t>devant l</w:t>
      </w:r>
      <w:r w:rsidR="006F1ADB">
        <w:t>’</w:t>
      </w:r>
      <w:r>
        <w:t>instrument</w:t>
      </w:r>
      <w:r w:rsidR="006F1ADB">
        <w:t xml:space="preserve">. </w:t>
      </w:r>
      <w:r>
        <w:t>Le maître avait remarqué que</w:t>
      </w:r>
      <w:r w:rsidR="006F1ADB">
        <w:t xml:space="preserve">, </w:t>
      </w:r>
      <w:proofErr w:type="spellStart"/>
      <w:r>
        <w:t>pût-il</w:t>
      </w:r>
      <w:proofErr w:type="spellEnd"/>
      <w:r>
        <w:t xml:space="preserve"> même l</w:t>
      </w:r>
      <w:r w:rsidR="006F1ADB">
        <w:t>’</w:t>
      </w:r>
      <w:r>
        <w:t>emporter dans la charrette</w:t>
      </w:r>
      <w:r w:rsidR="006F1ADB">
        <w:t xml:space="preserve">, </w:t>
      </w:r>
      <w:r>
        <w:t>il ne saurait qu</w:t>
      </w:r>
      <w:r w:rsidR="006F1ADB">
        <w:t>’</w:t>
      </w:r>
      <w:r>
        <w:t xml:space="preserve">en faire lors de son arrivée à </w:t>
      </w:r>
      <w:proofErr w:type="spellStart"/>
      <w:r>
        <w:t>Christminster</w:t>
      </w:r>
      <w:proofErr w:type="spellEnd"/>
      <w:r w:rsidR="006F1ADB">
        <w:t xml:space="preserve">, </w:t>
      </w:r>
      <w:r>
        <w:t>la ville où il allait</w:t>
      </w:r>
      <w:r w:rsidR="006F1ADB">
        <w:t xml:space="preserve">, </w:t>
      </w:r>
      <w:r>
        <w:t>et où précisément il devait habiter d</w:t>
      </w:r>
      <w:r w:rsidR="006F1ADB">
        <w:t>’</w:t>
      </w:r>
      <w:r>
        <w:t>abord un logement provisoire</w:t>
      </w:r>
      <w:r w:rsidR="006F1ADB">
        <w:t>.</w:t>
      </w:r>
    </w:p>
    <w:p w14:paraId="41F14709" w14:textId="77777777" w:rsidR="006F1ADB" w:rsidRDefault="005A3479" w:rsidP="005A3479">
      <w:r>
        <w:t>Un petit garçon de onze ans</w:t>
      </w:r>
      <w:r w:rsidR="006F1ADB">
        <w:t xml:space="preserve">, </w:t>
      </w:r>
      <w:r>
        <w:t>qui avait assisté tout pensif à l</w:t>
      </w:r>
      <w:r w:rsidR="006F1ADB">
        <w:t>’</w:t>
      </w:r>
      <w:r>
        <w:t>emballage</w:t>
      </w:r>
      <w:r w:rsidR="006F1ADB">
        <w:t xml:space="preserve">, </w:t>
      </w:r>
      <w:r>
        <w:t>se joignit au groupe des hommes</w:t>
      </w:r>
      <w:r w:rsidR="006F1ADB">
        <w:t xml:space="preserve">, </w:t>
      </w:r>
      <w:r>
        <w:t>et comme ceux-ci se frottaient</w:t>
      </w:r>
      <w:r w:rsidR="006F1ADB">
        <w:t xml:space="preserve">, </w:t>
      </w:r>
      <w:r>
        <w:t>le menton</w:t>
      </w:r>
      <w:r w:rsidR="006F1ADB">
        <w:t xml:space="preserve">, </w:t>
      </w:r>
      <w:r>
        <w:t>il parla</w:t>
      </w:r>
      <w:r w:rsidR="006F1ADB">
        <w:t xml:space="preserve">, </w:t>
      </w:r>
      <w:r>
        <w:t>rougissant au son de sa propre voix</w:t>
      </w:r>
      <w:r w:rsidR="006F1ADB">
        <w:t> :</w:t>
      </w:r>
    </w:p>
    <w:p w14:paraId="68F568E1" w14:textId="77777777" w:rsidR="006F1ADB" w:rsidRDefault="006F1ADB" w:rsidP="005A3479">
      <w:r>
        <w:lastRenderedPageBreak/>
        <w:t>— </w:t>
      </w:r>
      <w:r w:rsidR="005A3479">
        <w:t>Ma tante a acheté un grand hangar de marchand de bois</w:t>
      </w:r>
      <w:r>
        <w:t xml:space="preserve">. </w:t>
      </w:r>
      <w:r w:rsidR="005A3479">
        <w:t>Et le piano pourrait y tenir peut-être</w:t>
      </w:r>
      <w:r>
        <w:t xml:space="preserve">, </w:t>
      </w:r>
      <w:r w:rsidR="005A3479">
        <w:t>jusqu</w:t>
      </w:r>
      <w:r>
        <w:t>’</w:t>
      </w:r>
      <w:r w:rsidR="005A3479">
        <w:t>à ce que vous ayez trouvé place pour le mettre</w:t>
      </w:r>
      <w:r>
        <w:t xml:space="preserve">, </w:t>
      </w:r>
      <w:r w:rsidR="005A3479">
        <w:t>monsieur</w:t>
      </w:r>
      <w:r>
        <w:t> ?</w:t>
      </w:r>
    </w:p>
    <w:p w14:paraId="1776E17C" w14:textId="77777777" w:rsidR="006F1ADB" w:rsidRDefault="006F1ADB" w:rsidP="005A3479">
      <w:r>
        <w:t>— </w:t>
      </w:r>
      <w:r w:rsidR="005A3479">
        <w:t>Une bonne idée</w:t>
      </w:r>
      <w:r>
        <w:t xml:space="preserve">, </w:t>
      </w:r>
      <w:r w:rsidR="005A3479">
        <w:t>dit le forgeron</w:t>
      </w:r>
      <w:r>
        <w:t>.</w:t>
      </w:r>
    </w:p>
    <w:p w14:paraId="2D730B62" w14:textId="653014B6" w:rsidR="006F1ADB" w:rsidRDefault="005A3479" w:rsidP="005A3479">
      <w:r>
        <w:t>On décida d</w:t>
      </w:r>
      <w:r w:rsidR="006F1ADB">
        <w:t>’</w:t>
      </w:r>
      <w:r>
        <w:t>envoyer une députation à la tante du garçon</w:t>
      </w:r>
      <w:r w:rsidR="006F1ADB">
        <w:t xml:space="preserve"> – </w:t>
      </w:r>
      <w:r>
        <w:t>une vieille fille du pays</w:t>
      </w:r>
      <w:r w:rsidR="006F1ADB">
        <w:t xml:space="preserve"> – </w:t>
      </w:r>
      <w:r>
        <w:t>afin de lui demander si elle voulait bien garder le piano jusqu</w:t>
      </w:r>
      <w:r w:rsidR="006F1ADB">
        <w:t>’</w:t>
      </w:r>
      <w:r>
        <w:t xml:space="preserve">à ce que </w:t>
      </w:r>
      <w:r w:rsidR="006F1ADB">
        <w:t>M. </w:t>
      </w:r>
      <w:proofErr w:type="spellStart"/>
      <w:r>
        <w:t>Phillotson</w:t>
      </w:r>
      <w:proofErr w:type="spellEnd"/>
      <w:r>
        <w:t xml:space="preserve"> l</w:t>
      </w:r>
      <w:r w:rsidR="006F1ADB">
        <w:t>’</w:t>
      </w:r>
      <w:r>
        <w:t>envoyât che</w:t>
      </w:r>
      <w:r>
        <w:t>r</w:t>
      </w:r>
      <w:r>
        <w:t>cher</w:t>
      </w:r>
      <w:r w:rsidR="006F1ADB">
        <w:t xml:space="preserve">. </w:t>
      </w:r>
      <w:r>
        <w:t>Le forgeron et le bailli s</w:t>
      </w:r>
      <w:r w:rsidR="006F1ADB">
        <w:t>’</w:t>
      </w:r>
      <w:r>
        <w:t>élancèrent pour s</w:t>
      </w:r>
      <w:r w:rsidR="006F1ADB">
        <w:t>’</w:t>
      </w:r>
      <w:r>
        <w:t>assurer si l</w:t>
      </w:r>
      <w:r w:rsidR="006F1ADB">
        <w:t>’</w:t>
      </w:r>
      <w:r>
        <w:t>abri proposé était praticable</w:t>
      </w:r>
      <w:r w:rsidR="006F1ADB">
        <w:t xml:space="preserve"> ; </w:t>
      </w:r>
      <w:r>
        <w:t>le jeune garçon et le maître restèrent seuls</w:t>
      </w:r>
      <w:r w:rsidR="006F1ADB">
        <w:t>.</w:t>
      </w:r>
    </w:p>
    <w:p w14:paraId="5AD38C28" w14:textId="77777777" w:rsidR="006F1ADB" w:rsidRDefault="006F1ADB" w:rsidP="005A3479">
      <w:r>
        <w:t>— </w:t>
      </w:r>
      <w:r w:rsidR="005A3479">
        <w:t>Vous êtes fâché de mon départ</w:t>
      </w:r>
      <w:r>
        <w:t xml:space="preserve">, </w:t>
      </w:r>
      <w:r w:rsidR="005A3479">
        <w:t>Jude</w:t>
      </w:r>
      <w:r>
        <w:t xml:space="preserve"> ? </w:t>
      </w:r>
      <w:r w:rsidR="005A3479">
        <w:t>demanda le maître avec bienveillance</w:t>
      </w:r>
      <w:r>
        <w:t>.</w:t>
      </w:r>
    </w:p>
    <w:p w14:paraId="31E55640" w14:textId="77777777" w:rsidR="006F1ADB" w:rsidRDefault="005A3479" w:rsidP="005A3479">
      <w:r>
        <w:t>Des larmes montèrent aux yeux de l</w:t>
      </w:r>
      <w:r w:rsidR="006F1ADB">
        <w:t>’</w:t>
      </w:r>
      <w:r>
        <w:t>enfant</w:t>
      </w:r>
      <w:r w:rsidR="006F1ADB">
        <w:t xml:space="preserve">. </w:t>
      </w:r>
      <w:r>
        <w:t>Il ne comptait point parmi les élèves réguliers de la classe du jour qui occupait banalement la vie du maître d</w:t>
      </w:r>
      <w:r w:rsidR="006F1ADB">
        <w:t>’</w:t>
      </w:r>
      <w:r>
        <w:t>école</w:t>
      </w:r>
      <w:r w:rsidR="006F1ADB">
        <w:t xml:space="preserve"> ; </w:t>
      </w:r>
      <w:r>
        <w:t>mais il avait suivi les cours du soir</w:t>
      </w:r>
      <w:r w:rsidR="006F1ADB">
        <w:t xml:space="preserve">, </w:t>
      </w:r>
      <w:r>
        <w:t>seulement depuis que cet instituteur était en fonctions</w:t>
      </w:r>
      <w:r w:rsidR="006F1ADB">
        <w:t xml:space="preserve">. </w:t>
      </w:r>
      <w:r>
        <w:t>À vrai dire</w:t>
      </w:r>
      <w:r w:rsidR="006F1ADB">
        <w:t xml:space="preserve">, </w:t>
      </w:r>
      <w:r>
        <w:t>les élèves réguliers se trouvaient fort loin en ce m</w:t>
      </w:r>
      <w:r>
        <w:t>o</w:t>
      </w:r>
      <w:r>
        <w:t>ment</w:t>
      </w:r>
      <w:r w:rsidR="006F1ADB">
        <w:t xml:space="preserve">, </w:t>
      </w:r>
      <w:r>
        <w:t>comme certains disciples historiques</w:t>
      </w:r>
      <w:r w:rsidR="006F1ADB">
        <w:t xml:space="preserve">, </w:t>
      </w:r>
      <w:r>
        <w:t>et ne manifestaient aucun enthousiaste désir de se rendre utiles</w:t>
      </w:r>
      <w:r w:rsidR="006F1ADB">
        <w:t>.</w:t>
      </w:r>
    </w:p>
    <w:p w14:paraId="6D4FB0C1" w14:textId="4F0CEFB2" w:rsidR="006F1ADB" w:rsidRDefault="005A3479" w:rsidP="005A3479">
      <w:r>
        <w:t>Le jeune garçon gauchement ouvrit le livre qu</w:t>
      </w:r>
      <w:r w:rsidR="006F1ADB">
        <w:t>’</w:t>
      </w:r>
      <w:r>
        <w:t>il tenait à la main</w:t>
      </w:r>
      <w:r w:rsidR="006F1ADB">
        <w:t xml:space="preserve">, </w:t>
      </w:r>
      <w:r>
        <w:t xml:space="preserve">et que lui avait donné en souvenir </w:t>
      </w:r>
      <w:r w:rsidR="006F1ADB">
        <w:t>M. </w:t>
      </w:r>
      <w:proofErr w:type="spellStart"/>
      <w:r>
        <w:t>Phillotson</w:t>
      </w:r>
      <w:proofErr w:type="spellEnd"/>
      <w:r w:rsidR="006F1ADB">
        <w:t xml:space="preserve">. </w:t>
      </w:r>
      <w:r>
        <w:t>Il co</w:t>
      </w:r>
      <w:r>
        <w:t>n</w:t>
      </w:r>
      <w:r>
        <w:t>vint qu</w:t>
      </w:r>
      <w:r w:rsidR="006F1ADB">
        <w:t>’</w:t>
      </w:r>
      <w:r>
        <w:t>il avait du chagrin</w:t>
      </w:r>
      <w:r w:rsidR="006F1ADB">
        <w:t>.</w:t>
      </w:r>
    </w:p>
    <w:p w14:paraId="262E372E" w14:textId="45C0DE13" w:rsidR="006F1ADB" w:rsidRDefault="006F1ADB" w:rsidP="005A3479">
      <w:r>
        <w:t>— </w:t>
      </w:r>
      <w:r w:rsidR="005A3479">
        <w:t>Moi aussi</w:t>
      </w:r>
      <w:r>
        <w:t xml:space="preserve">, </w:t>
      </w:r>
      <w:r w:rsidR="005A3479">
        <w:t xml:space="preserve">dit </w:t>
      </w:r>
      <w:r>
        <w:t>M. </w:t>
      </w:r>
      <w:proofErr w:type="spellStart"/>
      <w:r w:rsidR="005A3479">
        <w:t>Phillotson</w:t>
      </w:r>
      <w:proofErr w:type="spellEnd"/>
      <w:r>
        <w:t>.</w:t>
      </w:r>
    </w:p>
    <w:p w14:paraId="7C7E0068" w14:textId="77777777" w:rsidR="006F1ADB" w:rsidRDefault="006F1ADB" w:rsidP="005A3479">
      <w:r>
        <w:t>— </w:t>
      </w:r>
      <w:r w:rsidR="005A3479">
        <w:t>Pourquoi partez-vous</w:t>
      </w:r>
      <w:r>
        <w:t xml:space="preserve">, </w:t>
      </w:r>
      <w:r w:rsidR="005A3479">
        <w:t>monsieur</w:t>
      </w:r>
      <w:r>
        <w:t xml:space="preserve"> ? </w:t>
      </w:r>
      <w:r w:rsidR="005A3479">
        <w:t>demanda l</w:t>
      </w:r>
      <w:r>
        <w:t>’</w:t>
      </w:r>
      <w:r w:rsidR="005A3479">
        <w:t>enfant</w:t>
      </w:r>
      <w:r>
        <w:t>.</w:t>
      </w:r>
    </w:p>
    <w:p w14:paraId="773C1ABE" w14:textId="77777777" w:rsidR="006F1ADB" w:rsidRDefault="006F1ADB" w:rsidP="005A3479">
      <w:r>
        <w:t>— </w:t>
      </w:r>
      <w:r w:rsidR="005A3479">
        <w:t>Ah</w:t>
      </w:r>
      <w:r>
        <w:t xml:space="preserve"> ! </w:t>
      </w:r>
      <w:r w:rsidR="005A3479">
        <w:t>ce serait une longue histoire</w:t>
      </w:r>
      <w:r>
        <w:t xml:space="preserve">… </w:t>
      </w:r>
      <w:r w:rsidR="005A3479">
        <w:t>Vous ne pourriez pas comprendre mes raisons</w:t>
      </w:r>
      <w:r>
        <w:t xml:space="preserve">, </w:t>
      </w:r>
      <w:r w:rsidR="005A3479">
        <w:t>Jude</w:t>
      </w:r>
      <w:r>
        <w:t xml:space="preserve">. </w:t>
      </w:r>
      <w:r w:rsidR="005A3479">
        <w:t>Vous le pourrez</w:t>
      </w:r>
      <w:r>
        <w:t xml:space="preserve">, </w:t>
      </w:r>
      <w:r w:rsidR="005A3479">
        <w:t>peut-être</w:t>
      </w:r>
      <w:r>
        <w:t xml:space="preserve">, </w:t>
      </w:r>
      <w:r w:rsidR="005A3479">
        <w:t>quand vous serez plus âgé</w:t>
      </w:r>
      <w:r>
        <w:t> !</w:t>
      </w:r>
    </w:p>
    <w:p w14:paraId="030C1294" w14:textId="77777777" w:rsidR="006F1ADB" w:rsidRDefault="006F1ADB" w:rsidP="005A3479">
      <w:r>
        <w:lastRenderedPageBreak/>
        <w:t>— </w:t>
      </w:r>
      <w:r w:rsidR="005A3479">
        <w:t>Je crois que je comprendrais maintenant</w:t>
      </w:r>
      <w:r>
        <w:t xml:space="preserve">, </w:t>
      </w:r>
      <w:r w:rsidR="005A3479">
        <w:t>monsieur</w:t>
      </w:r>
      <w:r>
        <w:t>.</w:t>
      </w:r>
    </w:p>
    <w:p w14:paraId="611F8D5C" w14:textId="77777777" w:rsidR="006F1ADB" w:rsidRDefault="006F1ADB" w:rsidP="005A3479">
      <w:r>
        <w:t>— </w:t>
      </w:r>
      <w:r w:rsidR="005A3479">
        <w:t>Bon</w:t>
      </w:r>
      <w:r>
        <w:t xml:space="preserve">, </w:t>
      </w:r>
      <w:r w:rsidR="005A3479">
        <w:t>mais ne parlez de cela nulle part</w:t>
      </w:r>
      <w:r>
        <w:t xml:space="preserve">. </w:t>
      </w:r>
      <w:r w:rsidR="005A3479">
        <w:t>Vous savez ce que c</w:t>
      </w:r>
      <w:r>
        <w:t>’</w:t>
      </w:r>
      <w:r w:rsidR="005A3479">
        <w:t>est qu</w:t>
      </w:r>
      <w:r>
        <w:t>’</w:t>
      </w:r>
      <w:r w:rsidR="005A3479">
        <w:t>une université et un grade universitaire</w:t>
      </w:r>
      <w:r>
        <w:t xml:space="preserve">. </w:t>
      </w:r>
      <w:r w:rsidR="005A3479">
        <w:t>C</w:t>
      </w:r>
      <w:r>
        <w:t>’</w:t>
      </w:r>
      <w:r w:rsidR="005A3479">
        <w:t>est le co</w:t>
      </w:r>
      <w:r w:rsidR="005A3479">
        <w:t>n</w:t>
      </w:r>
      <w:r w:rsidR="005A3479">
        <w:t>trôle nécessaire à tout home qui veut réussir dans l</w:t>
      </w:r>
      <w:r>
        <w:t>’</w:t>
      </w:r>
      <w:r w:rsidR="005A3479">
        <w:t>enseignement</w:t>
      </w:r>
      <w:r>
        <w:t xml:space="preserve">. </w:t>
      </w:r>
      <w:r w:rsidR="005A3479">
        <w:t>Mon projet ou mon rêve est de prendre mes grades</w:t>
      </w:r>
      <w:r>
        <w:t xml:space="preserve">, </w:t>
      </w:r>
      <w:r w:rsidR="005A3479">
        <w:t>et alors d</w:t>
      </w:r>
      <w:r>
        <w:t>’</w:t>
      </w:r>
      <w:r w:rsidR="005A3479">
        <w:t>entrer dans les ordres</w:t>
      </w:r>
      <w:r>
        <w:t xml:space="preserve">. </w:t>
      </w:r>
      <w:r w:rsidR="005A3479">
        <w:t xml:space="preserve">En allant habiter </w:t>
      </w:r>
      <w:proofErr w:type="spellStart"/>
      <w:r w:rsidR="005A3479">
        <w:t>Christminster</w:t>
      </w:r>
      <w:proofErr w:type="spellEnd"/>
      <w:r>
        <w:t xml:space="preserve">, </w:t>
      </w:r>
      <w:r w:rsidR="005A3479">
        <w:t>je serai</w:t>
      </w:r>
      <w:r>
        <w:t xml:space="preserve">, </w:t>
      </w:r>
      <w:r w:rsidR="005A3479">
        <w:t>pour ainsi dire</w:t>
      </w:r>
      <w:r>
        <w:t xml:space="preserve">, </w:t>
      </w:r>
      <w:r w:rsidR="005A3479">
        <w:t>au quartier général</w:t>
      </w:r>
      <w:r>
        <w:t xml:space="preserve">, </w:t>
      </w:r>
      <w:r w:rsidR="005A3479">
        <w:t>et si mon projet est réalisable</w:t>
      </w:r>
      <w:r>
        <w:t xml:space="preserve">, </w:t>
      </w:r>
      <w:r w:rsidR="005A3479">
        <w:t>mon séjour là-bas m</w:t>
      </w:r>
      <w:r>
        <w:t>’</w:t>
      </w:r>
      <w:r w:rsidR="005A3479">
        <w:t>apportera des chances d</w:t>
      </w:r>
      <w:r>
        <w:t>’</w:t>
      </w:r>
      <w:r w:rsidR="005A3479">
        <w:t>avancement plus sérieuses que partout ailleurs</w:t>
      </w:r>
      <w:r>
        <w:t>.</w:t>
      </w:r>
    </w:p>
    <w:p w14:paraId="285E8856" w14:textId="77777777" w:rsidR="006F1ADB" w:rsidRDefault="005A3479" w:rsidP="005A3479">
      <w:r>
        <w:t>Le forgeron et son compagnon revinrent</w:t>
      </w:r>
      <w:r w:rsidR="006F1ADB">
        <w:t xml:space="preserve">. </w:t>
      </w:r>
      <w:r>
        <w:t>Le hangar de la vieille miss Fawley était sec et tout à fait ce qu</w:t>
      </w:r>
      <w:r w:rsidR="006F1ADB">
        <w:t>’</w:t>
      </w:r>
      <w:r>
        <w:t>il fallait</w:t>
      </w:r>
      <w:r w:rsidR="006F1ADB">
        <w:t xml:space="preserve">, </w:t>
      </w:r>
      <w:r>
        <w:t>et elle paraissait disposée à y donner asile à l</w:t>
      </w:r>
      <w:r w:rsidR="006F1ADB">
        <w:t>’</w:t>
      </w:r>
      <w:r>
        <w:t>instrument</w:t>
      </w:r>
      <w:r w:rsidR="006F1ADB">
        <w:t xml:space="preserve">. </w:t>
      </w:r>
      <w:r>
        <w:t>On convint de le laisser dans l</w:t>
      </w:r>
      <w:r w:rsidR="006F1ADB">
        <w:t>’</w:t>
      </w:r>
      <w:r>
        <w:t>école jusqu</w:t>
      </w:r>
      <w:r w:rsidR="006F1ADB">
        <w:t>’</w:t>
      </w:r>
      <w:r>
        <w:t>au soir</w:t>
      </w:r>
      <w:r w:rsidR="006F1ADB">
        <w:t xml:space="preserve">, </w:t>
      </w:r>
      <w:r>
        <w:t>où il y aurait plus de bras disponibles pour le transport</w:t>
      </w:r>
      <w:r w:rsidR="006F1ADB">
        <w:t xml:space="preserve">. </w:t>
      </w:r>
      <w:r>
        <w:t>Le maître d</w:t>
      </w:r>
      <w:r w:rsidR="006F1ADB">
        <w:t>’</w:t>
      </w:r>
      <w:r>
        <w:t>école jeta un dernier regard autour de lui</w:t>
      </w:r>
      <w:r w:rsidR="006F1ADB">
        <w:t>.</w:t>
      </w:r>
    </w:p>
    <w:p w14:paraId="374CA881" w14:textId="10B9AA63" w:rsidR="006F1ADB" w:rsidRDefault="005A3479" w:rsidP="005A3479">
      <w:r>
        <w:t>Jude assista au chargement de quelques petits articles</w:t>
      </w:r>
      <w:r w:rsidR="006F1ADB">
        <w:t xml:space="preserve"> ; </w:t>
      </w:r>
      <w:r>
        <w:t>puis</w:t>
      </w:r>
      <w:r w:rsidR="006F1ADB">
        <w:t xml:space="preserve">, </w:t>
      </w:r>
      <w:r>
        <w:t>à neuf heures</w:t>
      </w:r>
      <w:r w:rsidR="006F1ADB">
        <w:t>, M. </w:t>
      </w:r>
      <w:proofErr w:type="spellStart"/>
      <w:r>
        <w:t>Phillotson</w:t>
      </w:r>
      <w:proofErr w:type="spellEnd"/>
      <w:r>
        <w:t xml:space="preserve"> monta à côté de ses paquets de livres et autres </w:t>
      </w:r>
      <w:r>
        <w:rPr>
          <w:i/>
          <w:szCs w:val="32"/>
        </w:rPr>
        <w:t xml:space="preserve">impedimenta </w:t>
      </w:r>
      <w:r>
        <w:t>et il dit adieu à ses amis</w:t>
      </w:r>
      <w:r w:rsidR="006F1ADB">
        <w:t>.</w:t>
      </w:r>
    </w:p>
    <w:p w14:paraId="16605A86" w14:textId="77777777" w:rsidR="006F1ADB" w:rsidRDefault="006F1ADB" w:rsidP="005A3479">
      <w:r>
        <w:t>— </w:t>
      </w:r>
      <w:r w:rsidR="005A3479">
        <w:t>Je ne vous oublierai pas</w:t>
      </w:r>
      <w:r>
        <w:t xml:space="preserve">, </w:t>
      </w:r>
      <w:r w:rsidR="005A3479">
        <w:t>Jude</w:t>
      </w:r>
      <w:r>
        <w:t xml:space="preserve">, </w:t>
      </w:r>
      <w:r w:rsidR="005A3479">
        <w:t>dit-il en souriant</w:t>
      </w:r>
      <w:r>
        <w:t xml:space="preserve">, </w:t>
      </w:r>
      <w:r w:rsidR="005A3479">
        <w:t>comme la charrette s</w:t>
      </w:r>
      <w:r>
        <w:t>’</w:t>
      </w:r>
      <w:r w:rsidR="005A3479">
        <w:t>ébranlait</w:t>
      </w:r>
      <w:r>
        <w:t xml:space="preserve">. </w:t>
      </w:r>
      <w:r w:rsidR="005A3479">
        <w:t>Souvenez-vous d</w:t>
      </w:r>
      <w:r>
        <w:t>’</w:t>
      </w:r>
      <w:r w:rsidR="005A3479">
        <w:t>être un bon garçon</w:t>
      </w:r>
      <w:r>
        <w:t xml:space="preserve">, </w:t>
      </w:r>
      <w:r w:rsidR="005A3479">
        <w:t>bienveillant pour les animaux et surtout pour les oiseaux</w:t>
      </w:r>
      <w:r>
        <w:t xml:space="preserve">. </w:t>
      </w:r>
      <w:r w:rsidR="005A3479">
        <w:t>Lisez tout ce que vous pourrez lire</w:t>
      </w:r>
      <w:r>
        <w:t xml:space="preserve">. </w:t>
      </w:r>
      <w:r w:rsidR="005A3479">
        <w:t xml:space="preserve">Et si jamais vous allez à </w:t>
      </w:r>
      <w:proofErr w:type="spellStart"/>
      <w:r w:rsidR="005A3479">
        <w:t>Christminster</w:t>
      </w:r>
      <w:proofErr w:type="spellEnd"/>
      <w:r>
        <w:t xml:space="preserve">, </w:t>
      </w:r>
      <w:r w:rsidR="005A3479">
        <w:t>ne négligez pas de venir me voir</w:t>
      </w:r>
      <w:r>
        <w:t xml:space="preserve">, </w:t>
      </w:r>
      <w:r w:rsidR="005A3479">
        <w:t>en souvenir de nos anciennes relations</w:t>
      </w:r>
      <w:r>
        <w:t>.</w:t>
      </w:r>
    </w:p>
    <w:p w14:paraId="3095A1BE" w14:textId="77777777" w:rsidR="006F1ADB" w:rsidRDefault="005A3479" w:rsidP="005A3479">
      <w:r>
        <w:t>La charrette cria sur le gazon et disparut à l</w:t>
      </w:r>
      <w:r w:rsidR="006F1ADB">
        <w:t>’</w:t>
      </w:r>
      <w:r>
        <w:t>angle du pre</w:t>
      </w:r>
      <w:r>
        <w:t>s</w:t>
      </w:r>
      <w:r>
        <w:t>bytère</w:t>
      </w:r>
      <w:r w:rsidR="006F1ADB">
        <w:t xml:space="preserve">. </w:t>
      </w:r>
      <w:r>
        <w:t>L</w:t>
      </w:r>
      <w:r w:rsidR="006F1ADB">
        <w:t>’</w:t>
      </w:r>
      <w:r>
        <w:t>enfant retourna vers le puits</w:t>
      </w:r>
      <w:r w:rsidR="006F1ADB">
        <w:t xml:space="preserve">, </w:t>
      </w:r>
      <w:r>
        <w:t>au bord du pré où il avait laissé ses seaux pour aider son bienfaiteur et maître à charger</w:t>
      </w:r>
      <w:r w:rsidR="006F1ADB">
        <w:t xml:space="preserve">. </w:t>
      </w:r>
      <w:r>
        <w:t>Un frisson passait maintenant sur ses lèvres</w:t>
      </w:r>
      <w:r w:rsidR="006F1ADB">
        <w:t xml:space="preserve">. </w:t>
      </w:r>
      <w:r>
        <w:t>Il enleva le co</w:t>
      </w:r>
      <w:r>
        <w:t>u</w:t>
      </w:r>
      <w:r>
        <w:t>vercle du puits</w:t>
      </w:r>
      <w:r w:rsidR="006F1ADB">
        <w:t xml:space="preserve"> ; </w:t>
      </w:r>
      <w:r>
        <w:t>le seau commençait à descendre</w:t>
      </w:r>
      <w:r w:rsidR="006F1ADB">
        <w:t xml:space="preserve">. </w:t>
      </w:r>
      <w:r>
        <w:t>Jude appuya son front et ses bras sur la margelle</w:t>
      </w:r>
      <w:r w:rsidR="006F1ADB">
        <w:t xml:space="preserve">, </w:t>
      </w:r>
      <w:r>
        <w:t xml:space="preserve">et son visage prit </w:t>
      </w:r>
      <w:r>
        <w:lastRenderedPageBreak/>
        <w:t>la fixe e</w:t>
      </w:r>
      <w:r>
        <w:t>x</w:t>
      </w:r>
      <w:r>
        <w:t>pression d</w:t>
      </w:r>
      <w:r w:rsidR="006F1ADB">
        <w:t>’</w:t>
      </w:r>
      <w:r>
        <w:t>un enfant pensif qui a senti</w:t>
      </w:r>
      <w:r w:rsidR="006F1ADB">
        <w:t xml:space="preserve">, </w:t>
      </w:r>
      <w:r>
        <w:t>avant le temps</w:t>
      </w:r>
      <w:r w:rsidR="006F1ADB">
        <w:t xml:space="preserve">, </w:t>
      </w:r>
      <w:r>
        <w:t>les a</w:t>
      </w:r>
      <w:r>
        <w:t>i</w:t>
      </w:r>
      <w:r>
        <w:t>guillons de la vie</w:t>
      </w:r>
      <w:r w:rsidR="006F1ADB">
        <w:t xml:space="preserve">. </w:t>
      </w:r>
      <w:r>
        <w:t>Le puits dans lequel il regardait était aussi a</w:t>
      </w:r>
      <w:r>
        <w:t>n</w:t>
      </w:r>
      <w:r>
        <w:t>cien que le village même</w:t>
      </w:r>
      <w:r w:rsidR="006F1ADB">
        <w:t xml:space="preserve">, </w:t>
      </w:r>
      <w:r>
        <w:t>et</w:t>
      </w:r>
      <w:r w:rsidR="006F1ADB">
        <w:t xml:space="preserve">, </w:t>
      </w:r>
      <w:r>
        <w:t>dans la position actuelle de Jude</w:t>
      </w:r>
      <w:r w:rsidR="006F1ADB">
        <w:t xml:space="preserve">, </w:t>
      </w:r>
      <w:r>
        <w:t>il lui apparaissait comme une longue perspective circulaire</w:t>
      </w:r>
      <w:r w:rsidR="006F1ADB">
        <w:t xml:space="preserve">, </w:t>
      </w:r>
      <w:r>
        <w:t>te</w:t>
      </w:r>
      <w:r>
        <w:t>r</w:t>
      </w:r>
      <w:r>
        <w:t>minée par un disque brillant d</w:t>
      </w:r>
      <w:r w:rsidR="006F1ADB">
        <w:t>’</w:t>
      </w:r>
      <w:r>
        <w:t>eau frémissante à la profondeur de cent pieds</w:t>
      </w:r>
      <w:r w:rsidR="006F1ADB">
        <w:t xml:space="preserve">. </w:t>
      </w:r>
      <w:r>
        <w:t>Là</w:t>
      </w:r>
      <w:r w:rsidR="006F1ADB">
        <w:t xml:space="preserve">, </w:t>
      </w:r>
      <w:r>
        <w:t>il y avait une ligne de mousse verte à fleur d</w:t>
      </w:r>
      <w:r w:rsidR="006F1ADB">
        <w:t>’</w:t>
      </w:r>
      <w:r>
        <w:t>eau</w:t>
      </w:r>
      <w:r w:rsidR="006F1ADB">
        <w:t xml:space="preserve">, </w:t>
      </w:r>
      <w:r>
        <w:t>et</w:t>
      </w:r>
      <w:r w:rsidR="006F1ADB">
        <w:t xml:space="preserve">, </w:t>
      </w:r>
      <w:r>
        <w:t>plus près encore</w:t>
      </w:r>
      <w:r w:rsidR="006F1ADB">
        <w:t xml:space="preserve">, </w:t>
      </w:r>
      <w:r>
        <w:t>des touffes de fougère de l</w:t>
      </w:r>
      <w:r w:rsidR="006F1ADB">
        <w:t>’</w:t>
      </w:r>
      <w:r>
        <w:t xml:space="preserve">espèce dite </w:t>
      </w:r>
      <w:r w:rsidR="006F1ADB">
        <w:t>« </w:t>
      </w:r>
      <w:r>
        <w:t>langue de cerf</w:t>
      </w:r>
      <w:r w:rsidR="006F1ADB">
        <w:t> ».</w:t>
      </w:r>
    </w:p>
    <w:p w14:paraId="55CDABE3" w14:textId="097D8CF7" w:rsidR="005A3479" w:rsidRDefault="005A3479" w:rsidP="005A3479">
      <w:r>
        <w:t>Jude se disait à lui-même</w:t>
      </w:r>
      <w:r w:rsidR="006F1ADB">
        <w:t xml:space="preserve">, </w:t>
      </w:r>
      <w:r>
        <w:t>avec le ton mélodramatique d</w:t>
      </w:r>
      <w:r w:rsidR="006F1ADB">
        <w:t>’</w:t>
      </w:r>
      <w:r>
        <w:t>un enfant bizarre</w:t>
      </w:r>
      <w:r w:rsidR="006F1ADB">
        <w:t xml:space="preserve">, </w:t>
      </w:r>
      <w:r>
        <w:t>que le maître d</w:t>
      </w:r>
      <w:r w:rsidR="006F1ADB">
        <w:t>’</w:t>
      </w:r>
      <w:r>
        <w:t xml:space="preserve">école était venu bien </w:t>
      </w:r>
      <w:proofErr w:type="gramStart"/>
      <w:r>
        <w:t>des fois</w:t>
      </w:r>
      <w:proofErr w:type="gramEnd"/>
      <w:r>
        <w:t xml:space="preserve"> tirer de l</w:t>
      </w:r>
      <w:r w:rsidR="006F1ADB">
        <w:t>’</w:t>
      </w:r>
      <w:r>
        <w:t>eau à ce puits et qu</w:t>
      </w:r>
      <w:r w:rsidR="006F1ADB">
        <w:t>’</w:t>
      </w:r>
      <w:r>
        <w:t>il n</w:t>
      </w:r>
      <w:r w:rsidR="006F1ADB">
        <w:t>’</w:t>
      </w:r>
      <w:r>
        <w:t>y viendrait plus jamais</w:t>
      </w:r>
      <w:r w:rsidR="006F1ADB">
        <w:t>. « </w:t>
      </w:r>
      <w:r>
        <w:t>Je l</w:t>
      </w:r>
      <w:r w:rsidR="006F1ADB">
        <w:t>’</w:t>
      </w:r>
      <w:r>
        <w:t>ai vu regarder là-dedans</w:t>
      </w:r>
      <w:r w:rsidR="006F1ADB">
        <w:t xml:space="preserve">, </w:t>
      </w:r>
      <w:r>
        <w:t>quand il était fatigué de tirer les seaux</w:t>
      </w:r>
      <w:r w:rsidR="006F1ADB">
        <w:t xml:space="preserve">, </w:t>
      </w:r>
      <w:r>
        <w:t>tout comme moi maintenant</w:t>
      </w:r>
      <w:r w:rsidR="006F1ADB">
        <w:t xml:space="preserve">, </w:t>
      </w:r>
      <w:r>
        <w:t>et pendant les repos</w:t>
      </w:r>
      <w:r w:rsidR="006F1ADB">
        <w:t xml:space="preserve">, </w:t>
      </w:r>
      <w:r>
        <w:t>avant d</w:t>
      </w:r>
      <w:r w:rsidR="006F1ADB">
        <w:t>’</w:t>
      </w:r>
      <w:r>
        <w:t>emporter les seaux à la maison</w:t>
      </w:r>
      <w:r w:rsidR="006F1ADB">
        <w:t xml:space="preserve">. </w:t>
      </w:r>
      <w:r>
        <w:t>Mais il était trop remarquable pour d</w:t>
      </w:r>
      <w:r>
        <w:t>e</w:t>
      </w:r>
      <w:r>
        <w:t>meurer longtemps ici</w:t>
      </w:r>
      <w:r w:rsidR="006F1ADB">
        <w:t xml:space="preserve">, </w:t>
      </w:r>
      <w:r>
        <w:t>dans un village endormi comme celui-là</w:t>
      </w:r>
      <w:r w:rsidR="006F1ADB">
        <w:t>. »</w:t>
      </w:r>
    </w:p>
    <w:p w14:paraId="57DA8146" w14:textId="77777777" w:rsidR="006F1ADB" w:rsidRDefault="005A3479" w:rsidP="005A3479">
      <w:r>
        <w:t>Une larme roula de ses yeux dans les profondeurs du puits</w:t>
      </w:r>
      <w:r w:rsidR="006F1ADB">
        <w:t xml:space="preserve">. </w:t>
      </w:r>
      <w:r>
        <w:t>Le matin était brumeux et l</w:t>
      </w:r>
      <w:r w:rsidR="006F1ADB">
        <w:t>’</w:t>
      </w:r>
      <w:r>
        <w:t>haleine de l</w:t>
      </w:r>
      <w:r w:rsidR="006F1ADB">
        <w:t>’</w:t>
      </w:r>
      <w:r>
        <w:t>enfant se déployait comme une vapeur plus épaisse dans l</w:t>
      </w:r>
      <w:r w:rsidR="006F1ADB">
        <w:t>’</w:t>
      </w:r>
      <w:r>
        <w:t>air tranquille et lourd</w:t>
      </w:r>
      <w:r w:rsidR="006F1ADB">
        <w:t xml:space="preserve">. </w:t>
      </w:r>
      <w:r>
        <w:t>Ses réflexions furent interrompues par un cri soudain</w:t>
      </w:r>
      <w:r w:rsidR="006F1ADB">
        <w:t> :</w:t>
      </w:r>
    </w:p>
    <w:p w14:paraId="77B1E56C" w14:textId="77777777" w:rsidR="006F1ADB" w:rsidRDefault="006F1ADB" w:rsidP="005A3479">
      <w:r>
        <w:t>— </w:t>
      </w:r>
      <w:r w:rsidR="005A3479">
        <w:t>Voulez-vous bien apporter l</w:t>
      </w:r>
      <w:r>
        <w:t>’</w:t>
      </w:r>
      <w:r w:rsidR="005A3479">
        <w:t>eau</w:t>
      </w:r>
      <w:r>
        <w:t xml:space="preserve">, </w:t>
      </w:r>
      <w:r w:rsidR="005A3479">
        <w:t>jeune paresseux</w:t>
      </w:r>
      <w:r>
        <w:t xml:space="preserve">, </w:t>
      </w:r>
      <w:r w:rsidR="005A3479">
        <w:t>espèce d</w:t>
      </w:r>
      <w:r>
        <w:t>’</w:t>
      </w:r>
      <w:r w:rsidR="005A3479">
        <w:t>arlequin</w:t>
      </w:r>
      <w:r>
        <w:t> ?</w:t>
      </w:r>
    </w:p>
    <w:p w14:paraId="719E2667" w14:textId="77777777" w:rsidR="006F1ADB" w:rsidRDefault="005A3479" w:rsidP="005A3479">
      <w:r>
        <w:t>Cela venait d</w:t>
      </w:r>
      <w:r w:rsidR="006F1ADB">
        <w:t>’</w:t>
      </w:r>
      <w:r>
        <w:t>une vieille femme qui avait surgi près de la porte d</w:t>
      </w:r>
      <w:r w:rsidR="006F1ADB">
        <w:t>’</w:t>
      </w:r>
      <w:r>
        <w:t>un jardin</w:t>
      </w:r>
      <w:r w:rsidR="006F1ADB">
        <w:t xml:space="preserve">, </w:t>
      </w:r>
      <w:r>
        <w:t>au seuil d</w:t>
      </w:r>
      <w:r w:rsidR="006F1ADB">
        <w:t>’</w:t>
      </w:r>
      <w:r>
        <w:t>une chaumière au toit moussu</w:t>
      </w:r>
      <w:r w:rsidR="006F1ADB">
        <w:t xml:space="preserve">, </w:t>
      </w:r>
      <w:r>
        <w:t>s</w:t>
      </w:r>
      <w:r>
        <w:t>i</w:t>
      </w:r>
      <w:r>
        <w:t>tuée non loin de là</w:t>
      </w:r>
      <w:r w:rsidR="006F1ADB">
        <w:t xml:space="preserve">. </w:t>
      </w:r>
      <w:r>
        <w:t>Le garçon fit aussitôt un signe d</w:t>
      </w:r>
      <w:r w:rsidR="006F1ADB">
        <w:t>’</w:t>
      </w:r>
      <w:r>
        <w:t>assentiment</w:t>
      </w:r>
      <w:r w:rsidR="006F1ADB">
        <w:t xml:space="preserve">, </w:t>
      </w:r>
      <w:r>
        <w:t>tira l</w:t>
      </w:r>
      <w:r w:rsidR="006F1ADB">
        <w:t>’</w:t>
      </w:r>
      <w:r>
        <w:t>eau avec un effort pénible pour un gamin de sa taille</w:t>
      </w:r>
      <w:r w:rsidR="006F1ADB">
        <w:t xml:space="preserve">, </w:t>
      </w:r>
      <w:r>
        <w:t xml:space="preserve">vida le grand </w:t>
      </w:r>
      <w:proofErr w:type="spellStart"/>
      <w:r>
        <w:t>seau</w:t>
      </w:r>
      <w:proofErr w:type="spellEnd"/>
      <w:r>
        <w:t xml:space="preserve"> dans ses deux seaux plus petits</w:t>
      </w:r>
      <w:r w:rsidR="006F1ADB">
        <w:t xml:space="preserve"> ; </w:t>
      </w:r>
      <w:r>
        <w:t>et après s</w:t>
      </w:r>
      <w:r w:rsidR="006F1ADB">
        <w:t>’</w:t>
      </w:r>
      <w:r>
        <w:t>être arrêté un instant pour respirer</w:t>
      </w:r>
      <w:r w:rsidR="006F1ADB">
        <w:t xml:space="preserve">, </w:t>
      </w:r>
      <w:r>
        <w:t>il s</w:t>
      </w:r>
      <w:r w:rsidR="006F1ADB">
        <w:t>’</w:t>
      </w:r>
      <w:r>
        <w:t>élança tout chargé dans la moiteur de l</w:t>
      </w:r>
      <w:r w:rsidR="006F1ADB">
        <w:t>’</w:t>
      </w:r>
      <w:r>
        <w:t>herbe à travers le bout de pré où le puits était situé</w:t>
      </w:r>
      <w:r w:rsidR="006F1ADB">
        <w:t xml:space="preserve">, </w:t>
      </w:r>
      <w:r>
        <w:t>presque au centre du hameau</w:t>
      </w:r>
      <w:r w:rsidR="006F1ADB">
        <w:t>.</w:t>
      </w:r>
    </w:p>
    <w:p w14:paraId="7C6C62AE" w14:textId="77777777" w:rsidR="006F1ADB" w:rsidRDefault="005A3479" w:rsidP="005A3479">
      <w:r>
        <w:lastRenderedPageBreak/>
        <w:t>Il était aussi ancien que petit</w:t>
      </w:r>
      <w:r w:rsidR="006F1ADB">
        <w:t xml:space="preserve">, </w:t>
      </w:r>
      <w:r>
        <w:t>placé dans un pli de terrain</w:t>
      </w:r>
      <w:r w:rsidR="006F1ADB">
        <w:t xml:space="preserve">, </w:t>
      </w:r>
      <w:r>
        <w:t xml:space="preserve">vers les dunes du </w:t>
      </w:r>
      <w:proofErr w:type="spellStart"/>
      <w:r>
        <w:t>Vessex</w:t>
      </w:r>
      <w:proofErr w:type="spellEnd"/>
      <w:r>
        <w:t xml:space="preserve"> septentrional</w:t>
      </w:r>
      <w:r w:rsidR="006F1ADB">
        <w:t xml:space="preserve">. </w:t>
      </w:r>
      <w:r>
        <w:t>Le vieux puits était pr</w:t>
      </w:r>
      <w:r>
        <w:t>o</w:t>
      </w:r>
      <w:r>
        <w:t>bablement la seule relique locale qui fût demeurée intacte</w:t>
      </w:r>
      <w:r w:rsidR="006F1ADB">
        <w:t xml:space="preserve">, </w:t>
      </w:r>
      <w:r>
        <w:t>car</w:t>
      </w:r>
      <w:r w:rsidR="006F1ADB">
        <w:t xml:space="preserve">, </w:t>
      </w:r>
      <w:r>
        <w:t>pendant les dernières années</w:t>
      </w:r>
      <w:r w:rsidR="006F1ADB">
        <w:t xml:space="preserve">, </w:t>
      </w:r>
      <w:r>
        <w:t>on avait démoli beaucoup de vieilles chaumières à lucarnes et jeté bas beaucoup d</w:t>
      </w:r>
      <w:r w:rsidR="006F1ADB">
        <w:t>’</w:t>
      </w:r>
      <w:r>
        <w:t>arbres</w:t>
      </w:r>
      <w:r w:rsidR="006F1ADB">
        <w:t xml:space="preserve">. </w:t>
      </w:r>
      <w:r>
        <w:t>On avait détruit l</w:t>
      </w:r>
      <w:r w:rsidR="006F1ADB">
        <w:t>’</w:t>
      </w:r>
      <w:r>
        <w:t>église primitive</w:t>
      </w:r>
      <w:r w:rsidR="006F1ADB">
        <w:t xml:space="preserve">, </w:t>
      </w:r>
      <w:r>
        <w:t>ornée de tours en bois</w:t>
      </w:r>
      <w:r w:rsidR="006F1ADB">
        <w:t xml:space="preserve">, </w:t>
      </w:r>
      <w:r>
        <w:t>pour en utiliser les matériaux</w:t>
      </w:r>
      <w:r w:rsidR="006F1ADB">
        <w:t xml:space="preserve">. </w:t>
      </w:r>
      <w:r>
        <w:t>À la place</w:t>
      </w:r>
      <w:r w:rsidR="006F1ADB">
        <w:t xml:space="preserve">, </w:t>
      </w:r>
      <w:r>
        <w:t>s</w:t>
      </w:r>
      <w:r w:rsidR="006F1ADB">
        <w:t>’</w:t>
      </w:r>
      <w:r>
        <w:t>élevait une nouvelle et vaste église</w:t>
      </w:r>
      <w:r w:rsidR="006F1ADB">
        <w:t xml:space="preserve">, </w:t>
      </w:r>
      <w:r>
        <w:t>construite dans le style gothique allemand</w:t>
      </w:r>
      <w:r w:rsidR="006F1ADB">
        <w:t xml:space="preserve">, </w:t>
      </w:r>
      <w:r>
        <w:t>peu familier aux yeux anglais</w:t>
      </w:r>
      <w:r w:rsidR="006F1ADB">
        <w:t xml:space="preserve">. </w:t>
      </w:r>
      <w:r>
        <w:t>Il n</w:t>
      </w:r>
      <w:r w:rsidR="006F1ADB">
        <w:t>’</w:t>
      </w:r>
      <w:r>
        <w:t>y avait plus aucun souvenir du temple a</w:t>
      </w:r>
      <w:r>
        <w:t>n</w:t>
      </w:r>
      <w:r>
        <w:t>tique sur la verte pelouse qui avait été un cimetière</w:t>
      </w:r>
      <w:r w:rsidR="006F1ADB">
        <w:t xml:space="preserve">, </w:t>
      </w:r>
      <w:r>
        <w:t>depuis un temps immémorial</w:t>
      </w:r>
      <w:r w:rsidR="006F1ADB">
        <w:t xml:space="preserve">, </w:t>
      </w:r>
      <w:r>
        <w:t>et les tombes effacées étaient marquées par d</w:t>
      </w:r>
      <w:r w:rsidR="006F1ADB">
        <w:t>’</w:t>
      </w:r>
      <w:r>
        <w:t>humbles croix de fer garanties pour cinq ans</w:t>
      </w:r>
      <w:r w:rsidR="006F1ADB">
        <w:t>.</w:t>
      </w:r>
    </w:p>
    <w:p w14:paraId="0C9520E4" w14:textId="5B3431EE" w:rsidR="005A3479" w:rsidRDefault="005A3479" w:rsidP="006F1ADB">
      <w:pPr>
        <w:pStyle w:val="Titre2"/>
      </w:pPr>
      <w:bookmarkStart w:id="3" w:name="__RefHeading__5_1957917597"/>
      <w:bookmarkStart w:id="4" w:name="_Toc202369617"/>
      <w:bookmarkEnd w:id="3"/>
      <w:r>
        <w:lastRenderedPageBreak/>
        <w:t>II</w:t>
      </w:r>
      <w:bookmarkEnd w:id="4"/>
    </w:p>
    <w:p w14:paraId="1829321E" w14:textId="77777777" w:rsidR="006F1ADB" w:rsidRDefault="005A3479" w:rsidP="005A3479">
      <w:r>
        <w:t>Délicat comme était Jude Fawley</w:t>
      </w:r>
      <w:r w:rsidR="006F1ADB">
        <w:t xml:space="preserve">, </w:t>
      </w:r>
      <w:r>
        <w:t>il porta sans s</w:t>
      </w:r>
      <w:r w:rsidR="006F1ADB">
        <w:t>’</w:t>
      </w:r>
      <w:r>
        <w:t>arrêter les seaux pleins d</w:t>
      </w:r>
      <w:r w:rsidR="006F1ADB">
        <w:t>’</w:t>
      </w:r>
      <w:r>
        <w:t>eau jusqu</w:t>
      </w:r>
      <w:r w:rsidR="006F1ADB">
        <w:t>’</w:t>
      </w:r>
      <w:r>
        <w:t>au cottage</w:t>
      </w:r>
      <w:r w:rsidR="006F1ADB">
        <w:t xml:space="preserve">. </w:t>
      </w:r>
      <w:r>
        <w:t>Sur la porte était un petit rectangle de carton bleu</w:t>
      </w:r>
      <w:r w:rsidR="006F1ADB">
        <w:t xml:space="preserve">, </w:t>
      </w:r>
      <w:r>
        <w:t>où étaient peints en lettres jaunes ces mots</w:t>
      </w:r>
      <w:r w:rsidR="006F1ADB">
        <w:t> : « </w:t>
      </w:r>
      <w:proofErr w:type="spellStart"/>
      <w:r>
        <w:t>Drusilla</w:t>
      </w:r>
      <w:proofErr w:type="spellEnd"/>
      <w:r>
        <w:t xml:space="preserve"> Fawley</w:t>
      </w:r>
      <w:r w:rsidR="006F1ADB">
        <w:t xml:space="preserve">, </w:t>
      </w:r>
      <w:r>
        <w:t>boulangère</w:t>
      </w:r>
      <w:r w:rsidR="006F1ADB">
        <w:t>. »</w:t>
      </w:r>
      <w:r>
        <w:t xml:space="preserve"> Derrière les petits ca</w:t>
      </w:r>
      <w:r>
        <w:t>r</w:t>
      </w:r>
      <w:r>
        <w:t>reaux plombés de la fenêtre</w:t>
      </w:r>
      <w:r w:rsidR="006F1ADB">
        <w:t xml:space="preserve"> – </w:t>
      </w:r>
      <w:r>
        <w:t>cette maison était une des plus anciennes du pays</w:t>
      </w:r>
      <w:r w:rsidR="006F1ADB">
        <w:t xml:space="preserve"> – </w:t>
      </w:r>
      <w:r>
        <w:t>il y avait cinq bocaux de bonbons</w:t>
      </w:r>
      <w:r w:rsidR="006F1ADB">
        <w:t xml:space="preserve">, </w:t>
      </w:r>
      <w:r>
        <w:t>et trois gâteaux sur une assiette à ramages</w:t>
      </w:r>
      <w:r w:rsidR="006F1ADB">
        <w:t>.</w:t>
      </w:r>
    </w:p>
    <w:p w14:paraId="2FE8AAF3" w14:textId="77777777" w:rsidR="006F1ADB" w:rsidRDefault="005A3479" w:rsidP="005A3479">
      <w:r>
        <w:t>Tandis qu</w:t>
      </w:r>
      <w:r w:rsidR="006F1ADB">
        <w:t>’</w:t>
      </w:r>
      <w:r>
        <w:t>il vidait ses seaux derrière la maison</w:t>
      </w:r>
      <w:r w:rsidR="006F1ADB">
        <w:t xml:space="preserve">, </w:t>
      </w:r>
      <w:r>
        <w:t>Jude po</w:t>
      </w:r>
      <w:r>
        <w:t>u</w:t>
      </w:r>
      <w:r>
        <w:t>vait entendre une conversation animée qui continuait à l</w:t>
      </w:r>
      <w:r w:rsidR="006F1ADB">
        <w:t>’</w:t>
      </w:r>
      <w:r>
        <w:t>intérieur</w:t>
      </w:r>
      <w:r w:rsidR="006F1ADB">
        <w:t xml:space="preserve">, </w:t>
      </w:r>
      <w:r>
        <w:t xml:space="preserve">entre sa </w:t>
      </w:r>
      <w:proofErr w:type="spellStart"/>
      <w:r>
        <w:t>grand</w:t>
      </w:r>
      <w:r w:rsidR="006F1ADB">
        <w:t>’</w:t>
      </w:r>
      <w:r>
        <w:t>tante</w:t>
      </w:r>
      <w:proofErr w:type="spellEnd"/>
      <w:r w:rsidR="006F1ADB">
        <w:t xml:space="preserve">, </w:t>
      </w:r>
      <w:r>
        <w:t xml:space="preserve">la </w:t>
      </w:r>
      <w:proofErr w:type="spellStart"/>
      <w:r>
        <w:t>Drusilla</w:t>
      </w:r>
      <w:proofErr w:type="spellEnd"/>
      <w:r>
        <w:t xml:space="preserve"> de l</w:t>
      </w:r>
      <w:r w:rsidR="006F1ADB">
        <w:t>’</w:t>
      </w:r>
      <w:r>
        <w:t>enseigne</w:t>
      </w:r>
      <w:r w:rsidR="006F1ADB">
        <w:t xml:space="preserve">, </w:t>
      </w:r>
      <w:r>
        <w:t>et quelques autres villageoises</w:t>
      </w:r>
      <w:r w:rsidR="006F1ADB">
        <w:t xml:space="preserve">. </w:t>
      </w:r>
      <w:r>
        <w:t>Ayant vu le départ du maître d</w:t>
      </w:r>
      <w:r w:rsidR="006F1ADB">
        <w:t>’</w:t>
      </w:r>
      <w:r>
        <w:t>école</w:t>
      </w:r>
      <w:r w:rsidR="006F1ADB">
        <w:t xml:space="preserve">, </w:t>
      </w:r>
      <w:r>
        <w:t>elles discutaient sur les détails de l</w:t>
      </w:r>
      <w:r w:rsidR="006F1ADB">
        <w:t>’</w:t>
      </w:r>
      <w:r>
        <w:t>événement et se plaisaient à-en tirer des pronostics pour l</w:t>
      </w:r>
      <w:r w:rsidR="006F1ADB">
        <w:t>’</w:t>
      </w:r>
      <w:r>
        <w:t>avenir</w:t>
      </w:r>
      <w:r w:rsidR="006F1ADB">
        <w:t>.</w:t>
      </w:r>
    </w:p>
    <w:p w14:paraId="05893B36" w14:textId="77777777" w:rsidR="006F1ADB" w:rsidRDefault="006F1ADB" w:rsidP="005A3479">
      <w:r>
        <w:t>— </w:t>
      </w:r>
      <w:r w:rsidR="005A3479">
        <w:t>Qui est donc celui-là</w:t>
      </w:r>
      <w:r>
        <w:t xml:space="preserve"> ? </w:t>
      </w:r>
      <w:r w:rsidR="005A3479">
        <w:t>demanda l</w:t>
      </w:r>
      <w:r>
        <w:t>’</w:t>
      </w:r>
      <w:r w:rsidR="005A3479">
        <w:t>une</w:t>
      </w:r>
      <w:r>
        <w:t xml:space="preserve">, </w:t>
      </w:r>
      <w:r w:rsidR="005A3479">
        <w:t>qui paraissait n</w:t>
      </w:r>
      <w:r>
        <w:t>’</w:t>
      </w:r>
      <w:r w:rsidR="005A3479">
        <w:t>être pas du pays</w:t>
      </w:r>
      <w:r>
        <w:t xml:space="preserve">, </w:t>
      </w:r>
      <w:r w:rsidR="005A3479">
        <w:t>quand le garçon entra</w:t>
      </w:r>
      <w:r>
        <w:t>.</w:t>
      </w:r>
    </w:p>
    <w:p w14:paraId="372DEF75" w14:textId="77777777" w:rsidR="006F1ADB" w:rsidRDefault="006F1ADB" w:rsidP="005A3479">
      <w:r>
        <w:t>— </w:t>
      </w:r>
      <w:r w:rsidR="005A3479">
        <w:t>Vous pouvez bien me le demander</w:t>
      </w:r>
      <w:r>
        <w:t xml:space="preserve">, </w:t>
      </w:r>
      <w:proofErr w:type="spellStart"/>
      <w:r w:rsidR="005A3479">
        <w:t>mistress</w:t>
      </w:r>
      <w:proofErr w:type="spellEnd"/>
      <w:r w:rsidR="005A3479">
        <w:t xml:space="preserve"> Williams</w:t>
      </w:r>
      <w:r>
        <w:t xml:space="preserve">. </w:t>
      </w:r>
      <w:r w:rsidR="005A3479">
        <w:t>C</w:t>
      </w:r>
      <w:r>
        <w:t>’</w:t>
      </w:r>
      <w:r w:rsidR="005A3479">
        <w:t>est mon petit-neveu</w:t>
      </w:r>
      <w:r>
        <w:t xml:space="preserve">. </w:t>
      </w:r>
      <w:r w:rsidR="005A3479">
        <w:t>Il n</w:t>
      </w:r>
      <w:r>
        <w:t>’</w:t>
      </w:r>
      <w:r w:rsidR="005A3479">
        <w:t>était pas ici la dernière fois que vous êtes venue</w:t>
      </w:r>
      <w:r>
        <w:t>.</w:t>
      </w:r>
    </w:p>
    <w:p w14:paraId="06A33217" w14:textId="77777777" w:rsidR="006F1ADB" w:rsidRDefault="005A3479" w:rsidP="005A3479">
      <w:r>
        <w:t>La vieille bonne femme qui répondait était une grande maigre</w:t>
      </w:r>
      <w:r w:rsidR="006F1ADB">
        <w:t xml:space="preserve"> ; </w:t>
      </w:r>
      <w:r>
        <w:t>elle parlait d</w:t>
      </w:r>
      <w:r w:rsidR="006F1ADB">
        <w:t>’</w:t>
      </w:r>
      <w:r>
        <w:t>un ton tragique sur le sujet le plus trivial et adressait une phrase de sa conversation à chaque auditeur à son tour</w:t>
      </w:r>
      <w:r w:rsidR="006F1ADB">
        <w:t>, « </w:t>
      </w:r>
      <w:r>
        <w:t xml:space="preserve">Il vient de </w:t>
      </w:r>
      <w:proofErr w:type="spellStart"/>
      <w:r>
        <w:t>Mellstock</w:t>
      </w:r>
      <w:proofErr w:type="spellEnd"/>
      <w:r w:rsidR="006F1ADB">
        <w:t xml:space="preserve">, </w:t>
      </w:r>
      <w:r>
        <w:t xml:space="preserve">dans le </w:t>
      </w:r>
      <w:proofErr w:type="spellStart"/>
      <w:r>
        <w:t>Vessex</w:t>
      </w:r>
      <w:proofErr w:type="spellEnd"/>
      <w:r>
        <w:t xml:space="preserve"> méridional</w:t>
      </w:r>
      <w:r w:rsidR="006F1ADB">
        <w:t xml:space="preserve">, </w:t>
      </w:r>
      <w:r>
        <w:t>il y a un an déjà</w:t>
      </w:r>
      <w:r w:rsidR="006F1ADB">
        <w:t xml:space="preserve">, – </w:t>
      </w:r>
      <w:r>
        <w:t>il n</w:t>
      </w:r>
      <w:r w:rsidR="006F1ADB">
        <w:t>’</w:t>
      </w:r>
      <w:r>
        <w:t>a pas eu de chance</w:t>
      </w:r>
      <w:r w:rsidR="006F1ADB">
        <w:t xml:space="preserve">, </w:t>
      </w:r>
      <w:r>
        <w:t>Belinda</w:t>
      </w:r>
      <w:r w:rsidR="006F1ADB">
        <w:t xml:space="preserve"> – (</w:t>
      </w:r>
      <w:r>
        <w:t xml:space="preserve">se </w:t>
      </w:r>
      <w:r>
        <w:rPr>
          <w:i/>
          <w:szCs w:val="32"/>
        </w:rPr>
        <w:t>tournant à droite</w:t>
      </w:r>
      <w:r w:rsidR="006F1ADB">
        <w:rPr>
          <w:szCs w:val="32"/>
        </w:rPr>
        <w:t xml:space="preserve">) : </w:t>
      </w:r>
      <w:r>
        <w:t>son père vivait dans ce pays</w:t>
      </w:r>
      <w:r w:rsidR="006F1ADB">
        <w:t xml:space="preserve"> ; </w:t>
      </w:r>
      <w:r>
        <w:t>il attrapa le mal de la mort</w:t>
      </w:r>
      <w:r w:rsidR="006F1ADB">
        <w:t xml:space="preserve">, </w:t>
      </w:r>
      <w:r>
        <w:t>et mourut en deux jours</w:t>
      </w:r>
      <w:r w:rsidR="006F1ADB">
        <w:t xml:space="preserve">, </w:t>
      </w:r>
      <w:r>
        <w:t>comme vous savez</w:t>
      </w:r>
      <w:r w:rsidR="006F1ADB">
        <w:t xml:space="preserve">, </w:t>
      </w:r>
      <w:r>
        <w:t>Caroline</w:t>
      </w:r>
      <w:r w:rsidR="006F1ADB">
        <w:t xml:space="preserve">. </w:t>
      </w:r>
      <w:r w:rsidR="006F1ADB">
        <w:rPr>
          <w:szCs w:val="32"/>
        </w:rPr>
        <w:t>(</w:t>
      </w:r>
      <w:r>
        <w:rPr>
          <w:i/>
          <w:szCs w:val="32"/>
        </w:rPr>
        <w:t>Se tournant à gauche</w:t>
      </w:r>
      <w:r w:rsidR="006F1ADB">
        <w:rPr>
          <w:szCs w:val="32"/>
        </w:rPr>
        <w:t xml:space="preserve">) : </w:t>
      </w:r>
      <w:r>
        <w:t>C</w:t>
      </w:r>
      <w:r w:rsidR="006F1ADB">
        <w:t>’</w:t>
      </w:r>
      <w:r>
        <w:t>eût été une bénédiction si la Providence t</w:t>
      </w:r>
      <w:r w:rsidR="006F1ADB">
        <w:t>’</w:t>
      </w:r>
      <w:r>
        <w:t>avait enlevé aussi</w:t>
      </w:r>
      <w:r w:rsidR="006F1ADB">
        <w:t xml:space="preserve">, </w:t>
      </w:r>
      <w:r>
        <w:t>avec ta mère et ton père</w:t>
      </w:r>
      <w:r w:rsidR="006F1ADB">
        <w:t xml:space="preserve">, </w:t>
      </w:r>
      <w:r>
        <w:t>toi</w:t>
      </w:r>
      <w:r w:rsidR="006F1ADB">
        <w:t xml:space="preserve">, </w:t>
      </w:r>
      <w:r>
        <w:t>pauvre enfant inutile</w:t>
      </w:r>
      <w:r w:rsidR="006F1ADB">
        <w:t xml:space="preserve"> !… </w:t>
      </w:r>
      <w:r>
        <w:t>Mais je l</w:t>
      </w:r>
      <w:r w:rsidR="006F1ADB">
        <w:t>’</w:t>
      </w:r>
      <w:r>
        <w:t xml:space="preserve">ai pris ici pour rester avec </w:t>
      </w:r>
      <w:r>
        <w:lastRenderedPageBreak/>
        <w:t>moi</w:t>
      </w:r>
      <w:r w:rsidR="006F1ADB">
        <w:t xml:space="preserve">, </w:t>
      </w:r>
      <w:r>
        <w:t>jusqu</w:t>
      </w:r>
      <w:r w:rsidR="006F1ADB">
        <w:t>’</w:t>
      </w:r>
      <w:r>
        <w:t>à ce que je puisse voir ce que je ferai de lui</w:t>
      </w:r>
      <w:r w:rsidR="006F1ADB">
        <w:t xml:space="preserve">, </w:t>
      </w:r>
      <w:r>
        <w:t>quoique je sois obligée de le laisser gagner un penny quand il en trouve l</w:t>
      </w:r>
      <w:r w:rsidR="006F1ADB">
        <w:t>’</w:t>
      </w:r>
      <w:r>
        <w:t>occasion</w:t>
      </w:r>
      <w:r w:rsidR="006F1ADB">
        <w:t xml:space="preserve">. </w:t>
      </w:r>
      <w:r>
        <w:t>Pr</w:t>
      </w:r>
      <w:r>
        <w:t>é</w:t>
      </w:r>
      <w:r>
        <w:t>cisément</w:t>
      </w:r>
      <w:r w:rsidR="006F1ADB">
        <w:t xml:space="preserve">, </w:t>
      </w:r>
      <w:r>
        <w:t>en ce moment</w:t>
      </w:r>
      <w:r w:rsidR="006F1ADB">
        <w:t xml:space="preserve">, </w:t>
      </w:r>
      <w:r>
        <w:t xml:space="preserve">il écarte les oiseaux dans les champs du fermier </w:t>
      </w:r>
      <w:proofErr w:type="spellStart"/>
      <w:r>
        <w:t>Troutham</w:t>
      </w:r>
      <w:proofErr w:type="spellEnd"/>
      <w:r w:rsidR="006F1ADB">
        <w:t xml:space="preserve">. </w:t>
      </w:r>
      <w:r>
        <w:t>Cela l</w:t>
      </w:r>
      <w:r w:rsidR="006F1ADB">
        <w:t>’</w:t>
      </w:r>
      <w:r>
        <w:t>empêche de mal faire</w:t>
      </w:r>
      <w:r w:rsidR="006F1ADB">
        <w:t xml:space="preserve">. – </w:t>
      </w:r>
      <w:r>
        <w:t>Pourquoi te tournes-tu</w:t>
      </w:r>
      <w:r w:rsidR="006F1ADB">
        <w:t xml:space="preserve">, </w:t>
      </w:r>
      <w:r>
        <w:t>Jude</w:t>
      </w:r>
      <w:r w:rsidR="006F1ADB">
        <w:t xml:space="preserve"> ? </w:t>
      </w:r>
      <w:r>
        <w:t>continua-t-elle</w:t>
      </w:r>
      <w:r w:rsidR="006F1ADB">
        <w:t xml:space="preserve">, </w:t>
      </w:r>
      <w:r>
        <w:t>en s</w:t>
      </w:r>
      <w:r w:rsidR="006F1ADB">
        <w:t>’</w:t>
      </w:r>
      <w:r>
        <w:t>adressant à l</w:t>
      </w:r>
      <w:r w:rsidR="006F1ADB">
        <w:t>’</w:t>
      </w:r>
      <w:r>
        <w:t>enfant qui sentait pleuvoir les regards comme des soufflets sur son v</w:t>
      </w:r>
      <w:r>
        <w:t>i</w:t>
      </w:r>
      <w:r>
        <w:t>sage et détournait la tête</w:t>
      </w:r>
      <w:r w:rsidR="006F1ADB">
        <w:t>.</w:t>
      </w:r>
    </w:p>
    <w:p w14:paraId="6FA9735A" w14:textId="2CE684BC" w:rsidR="005A3479" w:rsidRDefault="005A3479" w:rsidP="005A3479">
      <w:r>
        <w:t xml:space="preserve">La blanchisseuse du pays répondit que </w:t>
      </w:r>
      <w:r w:rsidR="006F1ADB">
        <w:t>M</w:t>
      </w:r>
      <w:r w:rsidR="006F1ADB" w:rsidRPr="006F1ADB">
        <w:rPr>
          <w:vertAlign w:val="superscript"/>
        </w:rPr>
        <w:t>rs</w:t>
      </w:r>
      <w:r w:rsidR="006F1ADB">
        <w:t> </w:t>
      </w:r>
      <w:r>
        <w:t xml:space="preserve">ou </w:t>
      </w:r>
      <w:r w:rsidR="006F1ADB">
        <w:t>M</w:t>
      </w:r>
      <w:r w:rsidR="006F1ADB" w:rsidRPr="006F1ADB">
        <w:rPr>
          <w:vertAlign w:val="superscript"/>
        </w:rPr>
        <w:t>lle</w:t>
      </w:r>
      <w:r w:rsidR="006F1ADB">
        <w:t> </w:t>
      </w:r>
      <w:r>
        <w:t>Fawley</w:t>
      </w:r>
      <w:r w:rsidR="006F1ADB">
        <w:t xml:space="preserve"> (</w:t>
      </w:r>
      <w:r>
        <w:t>comme on la nommait indifféremment</w:t>
      </w:r>
      <w:r w:rsidR="006F1ADB">
        <w:t xml:space="preserve">) </w:t>
      </w:r>
      <w:r>
        <w:t>avait fait peut-être un très bon calcul en prenant Jude avec elle</w:t>
      </w:r>
      <w:r w:rsidR="006F1ADB">
        <w:t>. « </w:t>
      </w:r>
      <w:r>
        <w:t>Pour vous tenir compagnie dans votre solitude</w:t>
      </w:r>
      <w:r w:rsidR="006F1ADB">
        <w:t xml:space="preserve">, </w:t>
      </w:r>
      <w:r>
        <w:t>chercher l</w:t>
      </w:r>
      <w:r w:rsidR="006F1ADB">
        <w:t>’</w:t>
      </w:r>
      <w:r>
        <w:t>eau</w:t>
      </w:r>
      <w:r w:rsidR="006F1ADB">
        <w:t xml:space="preserve">, </w:t>
      </w:r>
      <w:r>
        <w:t>fermer les volets le soir</w:t>
      </w:r>
      <w:r w:rsidR="006F1ADB">
        <w:t xml:space="preserve">, </w:t>
      </w:r>
      <w:r>
        <w:t>et vous aider un peu dans la boulangerie</w:t>
      </w:r>
      <w:r w:rsidR="006F1ADB">
        <w:t>. »</w:t>
      </w:r>
    </w:p>
    <w:p w14:paraId="52BB374F" w14:textId="24948CCB" w:rsidR="005A3479" w:rsidRDefault="005A3479" w:rsidP="005A3479">
      <w:r>
        <w:t>Miss Fawley n</w:t>
      </w:r>
      <w:r w:rsidR="006F1ADB">
        <w:t>’</w:t>
      </w:r>
      <w:r>
        <w:t>était pas convaincue</w:t>
      </w:r>
      <w:r w:rsidR="006F1ADB">
        <w:t>… « </w:t>
      </w:r>
      <w:r>
        <w:t>Pourquoi n</w:t>
      </w:r>
      <w:r w:rsidR="006F1ADB">
        <w:t>’</w:t>
      </w:r>
      <w:r>
        <w:t>avons-nous pas persuadé au maître d</w:t>
      </w:r>
      <w:r w:rsidR="006F1ADB">
        <w:t>’</w:t>
      </w:r>
      <w:r>
        <w:t xml:space="preserve">école de le prendre avec lui à </w:t>
      </w:r>
      <w:proofErr w:type="spellStart"/>
      <w:r>
        <w:t>Christminster</w:t>
      </w:r>
      <w:proofErr w:type="spellEnd"/>
      <w:r>
        <w:t xml:space="preserve"> et d</w:t>
      </w:r>
      <w:r w:rsidR="006F1ADB">
        <w:t>’</w:t>
      </w:r>
      <w:r>
        <w:t>en faire un étudiant</w:t>
      </w:r>
      <w:r w:rsidR="006F1ADB">
        <w:t xml:space="preserve"> ? </w:t>
      </w:r>
      <w:r>
        <w:t>continua-t-elle avec une plaisanterie renfrognée</w:t>
      </w:r>
      <w:r w:rsidR="006F1ADB">
        <w:t xml:space="preserve">. </w:t>
      </w:r>
      <w:r>
        <w:t>Je suis sûre qu</w:t>
      </w:r>
      <w:r w:rsidR="006F1ADB">
        <w:t>’</w:t>
      </w:r>
      <w:r>
        <w:t>il n</w:t>
      </w:r>
      <w:r w:rsidR="006F1ADB">
        <w:t>’</w:t>
      </w:r>
      <w:r>
        <w:t>eût pas trouvé meilleur élève</w:t>
      </w:r>
      <w:r w:rsidR="006F1ADB">
        <w:t xml:space="preserve">. </w:t>
      </w:r>
      <w:r>
        <w:t>Le garçon est fou des livres</w:t>
      </w:r>
      <w:r w:rsidR="006F1ADB">
        <w:t xml:space="preserve">, </w:t>
      </w:r>
      <w:r>
        <w:t>il en est fou</w:t>
      </w:r>
      <w:r w:rsidR="006F1ADB">
        <w:t xml:space="preserve">. </w:t>
      </w:r>
      <w:r>
        <w:t>Cela vient de famille</w:t>
      </w:r>
      <w:r w:rsidR="006F1ADB">
        <w:t xml:space="preserve">. </w:t>
      </w:r>
      <w:r>
        <w:t>Sa cousine Sue est absolument de même</w:t>
      </w:r>
      <w:r w:rsidR="006F1ADB">
        <w:t xml:space="preserve"> ; </w:t>
      </w:r>
      <w:r>
        <w:t>je l</w:t>
      </w:r>
      <w:r w:rsidR="006F1ADB">
        <w:t>’</w:t>
      </w:r>
      <w:r>
        <w:t>ai entendu dire</w:t>
      </w:r>
      <w:r w:rsidR="006F1ADB">
        <w:t xml:space="preserve">, </w:t>
      </w:r>
      <w:r>
        <w:t>du moins</w:t>
      </w:r>
      <w:r w:rsidR="006F1ADB">
        <w:t xml:space="preserve">, </w:t>
      </w:r>
      <w:r>
        <w:t>car je n</w:t>
      </w:r>
      <w:r w:rsidR="006F1ADB">
        <w:t>’</w:t>
      </w:r>
      <w:r>
        <w:t>ai pas vu cette enfant depuis des années</w:t>
      </w:r>
      <w:r w:rsidR="006F1ADB">
        <w:t xml:space="preserve">, </w:t>
      </w:r>
      <w:r>
        <w:t>quoiqu</w:t>
      </w:r>
      <w:r w:rsidR="006F1ADB">
        <w:t>’</w:t>
      </w:r>
      <w:r>
        <w:t>elle soit née ici</w:t>
      </w:r>
      <w:r w:rsidR="006F1ADB">
        <w:t xml:space="preserve">, </w:t>
      </w:r>
      <w:r>
        <w:t>entre ces quatre murs</w:t>
      </w:r>
      <w:r w:rsidR="006F1ADB">
        <w:t xml:space="preserve">. </w:t>
      </w:r>
      <w:r>
        <w:t>Ma nièce et son mari</w:t>
      </w:r>
      <w:r w:rsidR="006F1ADB">
        <w:t xml:space="preserve">, </w:t>
      </w:r>
      <w:r>
        <w:t>après leur mariage</w:t>
      </w:r>
      <w:r w:rsidR="006F1ADB">
        <w:t xml:space="preserve">, </w:t>
      </w:r>
      <w:r>
        <w:t>n</w:t>
      </w:r>
      <w:r w:rsidR="006F1ADB">
        <w:t>’</w:t>
      </w:r>
      <w:r>
        <w:t>eurent pas de maison à eux pendant un ou deux ans</w:t>
      </w:r>
      <w:r w:rsidR="006F1ADB">
        <w:t xml:space="preserve">. </w:t>
      </w:r>
      <w:r>
        <w:t>Lorsqu</w:t>
      </w:r>
      <w:r w:rsidR="006F1ADB">
        <w:t>’</w:t>
      </w:r>
      <w:r>
        <w:t>ensuite ils furent insta</w:t>
      </w:r>
      <w:r>
        <w:t>l</w:t>
      </w:r>
      <w:r>
        <w:t>lés</w:t>
      </w:r>
      <w:r w:rsidR="006F1ADB">
        <w:t xml:space="preserve">… </w:t>
      </w:r>
      <w:r>
        <w:t>mais ne parlons plus de ça</w:t>
      </w:r>
      <w:r w:rsidR="006F1ADB">
        <w:t xml:space="preserve">. </w:t>
      </w:r>
      <w:r>
        <w:t>Jude</w:t>
      </w:r>
      <w:r w:rsidR="006F1ADB">
        <w:t xml:space="preserve">, </w:t>
      </w:r>
      <w:r>
        <w:t>mon enfant</w:t>
      </w:r>
      <w:r w:rsidR="006F1ADB">
        <w:t xml:space="preserve">, </w:t>
      </w:r>
      <w:r>
        <w:t>ne vous m</w:t>
      </w:r>
      <w:r>
        <w:t>a</w:t>
      </w:r>
      <w:r>
        <w:t>riez jamais</w:t>
      </w:r>
      <w:r w:rsidR="006F1ADB">
        <w:t xml:space="preserve"> : </w:t>
      </w:r>
      <w:r>
        <w:t>il n</w:t>
      </w:r>
      <w:r w:rsidR="006F1ADB">
        <w:t>’</w:t>
      </w:r>
      <w:r>
        <w:t>est pas bon pour les Fawley d</w:t>
      </w:r>
      <w:r w:rsidR="006F1ADB">
        <w:t>’</w:t>
      </w:r>
      <w:r>
        <w:t>entrer dans ce chemin-là</w:t>
      </w:r>
      <w:r w:rsidR="006F1ADB">
        <w:t xml:space="preserve">. </w:t>
      </w:r>
      <w:r>
        <w:t>Elle</w:t>
      </w:r>
      <w:r w:rsidR="006F1ADB">
        <w:t xml:space="preserve">, </w:t>
      </w:r>
      <w:r>
        <w:t>leur unique enfant</w:t>
      </w:r>
      <w:r w:rsidR="006F1ADB">
        <w:t xml:space="preserve">, </w:t>
      </w:r>
      <w:r>
        <w:t>fut comme ma propre fille</w:t>
      </w:r>
      <w:r w:rsidR="006F1ADB">
        <w:t xml:space="preserve">, </w:t>
      </w:r>
      <w:r>
        <w:t>Belinda</w:t>
      </w:r>
      <w:r w:rsidR="006F1ADB">
        <w:t xml:space="preserve">, </w:t>
      </w:r>
      <w:r>
        <w:t>jusqu</w:t>
      </w:r>
      <w:r w:rsidR="006F1ADB">
        <w:t>’</w:t>
      </w:r>
      <w:r>
        <w:t>à la séparation</w:t>
      </w:r>
      <w:r w:rsidR="006F1ADB">
        <w:t xml:space="preserve">. </w:t>
      </w:r>
      <w:r>
        <w:t>Ah</w:t>
      </w:r>
      <w:r w:rsidR="006F1ADB">
        <w:t xml:space="preserve"> ! </w:t>
      </w:r>
      <w:r>
        <w:t>qu</w:t>
      </w:r>
      <w:r w:rsidR="006F1ADB">
        <w:t>’</w:t>
      </w:r>
      <w:r>
        <w:t>une petite fille ait connu de tels changements</w:t>
      </w:r>
      <w:r w:rsidR="006F1ADB">
        <w:t> !… »</w:t>
      </w:r>
    </w:p>
    <w:p w14:paraId="56F8E003" w14:textId="138C4D6F" w:rsidR="006F1ADB" w:rsidRDefault="005A3479" w:rsidP="005A3479">
      <w:r>
        <w:t>Jude</w:t>
      </w:r>
      <w:r w:rsidR="006F1ADB">
        <w:t xml:space="preserve">, </w:t>
      </w:r>
      <w:r>
        <w:t>voyant l</w:t>
      </w:r>
      <w:r w:rsidR="006F1ADB">
        <w:t>’</w:t>
      </w:r>
      <w:r>
        <w:t>attention générale concentrée encore sur lui</w:t>
      </w:r>
      <w:r w:rsidR="006F1ADB">
        <w:t xml:space="preserve">, </w:t>
      </w:r>
      <w:r>
        <w:t>quitta la boulangerie</w:t>
      </w:r>
      <w:r w:rsidR="006F1ADB">
        <w:t xml:space="preserve">, </w:t>
      </w:r>
      <w:r>
        <w:t>où il avait mangé le gâteau réservé pour son déjeuner</w:t>
      </w:r>
      <w:r w:rsidR="006F1ADB">
        <w:t xml:space="preserve">. </w:t>
      </w:r>
      <w:r>
        <w:t>La fin de son court repos était arrivée et</w:t>
      </w:r>
      <w:r w:rsidR="006F1ADB">
        <w:t xml:space="preserve">, </w:t>
      </w:r>
      <w:r>
        <w:lastRenderedPageBreak/>
        <w:t>sortant du jardin en escaladant la haie</w:t>
      </w:r>
      <w:r w:rsidR="006F1ADB">
        <w:t xml:space="preserve">, </w:t>
      </w:r>
      <w:r>
        <w:t>il suivit un sentier vers le nord jusqu</w:t>
      </w:r>
      <w:r w:rsidR="006F1ADB">
        <w:t>’</w:t>
      </w:r>
      <w:r>
        <w:t>à une large et solitaire dépression du plateau</w:t>
      </w:r>
      <w:r w:rsidR="006F1ADB">
        <w:t xml:space="preserve">, </w:t>
      </w:r>
      <w:r>
        <w:t>ensemencée de blé</w:t>
      </w:r>
      <w:r w:rsidR="006F1ADB">
        <w:t xml:space="preserve">. </w:t>
      </w:r>
      <w:r>
        <w:t xml:space="preserve">Ce vaste creux était le théâtre de ses travaux pour </w:t>
      </w:r>
      <w:r w:rsidR="006F1ADB">
        <w:t>M. </w:t>
      </w:r>
      <w:proofErr w:type="spellStart"/>
      <w:r>
        <w:t>Troutham</w:t>
      </w:r>
      <w:proofErr w:type="spellEnd"/>
      <w:r w:rsidR="006F1ADB">
        <w:t xml:space="preserve">, </w:t>
      </w:r>
      <w:r>
        <w:t>le fermier</w:t>
      </w:r>
      <w:r w:rsidR="006F1ADB">
        <w:t xml:space="preserve"> ; </w:t>
      </w:r>
      <w:r>
        <w:t>Jude descendit au milieu</w:t>
      </w:r>
      <w:r w:rsidR="006F1ADB">
        <w:t>.</w:t>
      </w:r>
    </w:p>
    <w:p w14:paraId="12EC0BE8" w14:textId="77777777" w:rsidR="006F1ADB" w:rsidRDefault="005A3479" w:rsidP="005A3479">
      <w:r>
        <w:t>La surface brune du champ était limitée tout autour par le ciel et se perdait par degrés dans la brume qui envahissait ses confins et rendait la solitude plus saisissante</w:t>
      </w:r>
      <w:r w:rsidR="006F1ADB">
        <w:t xml:space="preserve">. </w:t>
      </w:r>
      <w:r>
        <w:t>Rien n</w:t>
      </w:r>
      <w:r w:rsidR="006F1ADB">
        <w:t>’</w:t>
      </w:r>
      <w:r>
        <w:t>en rompait l</w:t>
      </w:r>
      <w:r w:rsidR="006F1ADB">
        <w:t>’</w:t>
      </w:r>
      <w:r>
        <w:t>uniformité</w:t>
      </w:r>
      <w:r w:rsidR="006F1ADB">
        <w:t xml:space="preserve">, </w:t>
      </w:r>
      <w:r>
        <w:t>si ce n</w:t>
      </w:r>
      <w:r w:rsidR="006F1ADB">
        <w:t>’</w:t>
      </w:r>
      <w:r>
        <w:t>est une meule formée par les récoltes de l</w:t>
      </w:r>
      <w:r w:rsidR="006F1ADB">
        <w:t>’</w:t>
      </w:r>
      <w:r>
        <w:t>année précédente</w:t>
      </w:r>
      <w:r w:rsidR="006F1ADB">
        <w:t xml:space="preserve">, </w:t>
      </w:r>
      <w:r>
        <w:t>des corneilles qui s</w:t>
      </w:r>
      <w:r w:rsidR="006F1ADB">
        <w:t>’</w:t>
      </w:r>
      <w:r>
        <w:t>envolèrent à l</w:t>
      </w:r>
      <w:r w:rsidR="006F1ADB">
        <w:t>’</w:t>
      </w:r>
      <w:r>
        <w:t>approche de Jude et le sentier par lequel il était venu</w:t>
      </w:r>
      <w:r w:rsidR="006F1ADB">
        <w:t>.</w:t>
      </w:r>
    </w:p>
    <w:p w14:paraId="5CF5B198" w14:textId="77777777" w:rsidR="006F1ADB" w:rsidRDefault="006F1ADB" w:rsidP="005A3479">
      <w:r>
        <w:t>— </w:t>
      </w:r>
      <w:r w:rsidR="005A3479">
        <w:t>Que c</w:t>
      </w:r>
      <w:r>
        <w:t>’</w:t>
      </w:r>
      <w:r w:rsidR="005A3479">
        <w:t>est laid</w:t>
      </w:r>
      <w:r>
        <w:t xml:space="preserve">, </w:t>
      </w:r>
      <w:r w:rsidR="005A3479">
        <w:t>ici</w:t>
      </w:r>
      <w:r>
        <w:t xml:space="preserve"> ! </w:t>
      </w:r>
      <w:r w:rsidR="005A3479">
        <w:t>murmura-t-il</w:t>
      </w:r>
      <w:r>
        <w:t>.</w:t>
      </w:r>
    </w:p>
    <w:p w14:paraId="31DA3758" w14:textId="77777777" w:rsidR="006F1ADB" w:rsidRDefault="005A3479" w:rsidP="005A3479">
      <w:r>
        <w:t>Il s</w:t>
      </w:r>
      <w:r w:rsidR="006F1ADB">
        <w:t>’</w:t>
      </w:r>
      <w:r>
        <w:t>arrêta auprès de la meule et</w:t>
      </w:r>
      <w:r w:rsidR="006F1ADB">
        <w:t xml:space="preserve">, </w:t>
      </w:r>
      <w:r>
        <w:t>pendant quelques instants</w:t>
      </w:r>
      <w:r w:rsidR="006F1ADB">
        <w:t xml:space="preserve">, </w:t>
      </w:r>
      <w:r>
        <w:t>il fit vigoureusement résonner sa crécelle</w:t>
      </w:r>
      <w:r w:rsidR="006F1ADB">
        <w:t xml:space="preserve">. </w:t>
      </w:r>
      <w:r>
        <w:t>À chaque claquement</w:t>
      </w:r>
      <w:r w:rsidR="006F1ADB">
        <w:t xml:space="preserve">, </w:t>
      </w:r>
      <w:r>
        <w:t>les corneilles</w:t>
      </w:r>
      <w:r w:rsidR="006F1ADB">
        <w:t xml:space="preserve">, </w:t>
      </w:r>
      <w:r>
        <w:t>cessant de becqueter</w:t>
      </w:r>
      <w:r w:rsidR="006F1ADB">
        <w:t xml:space="preserve">, </w:t>
      </w:r>
      <w:r>
        <w:t>s</w:t>
      </w:r>
      <w:r w:rsidR="006F1ADB">
        <w:t>’</w:t>
      </w:r>
      <w:r>
        <w:t>élevaient sur leurs ailes nonchalantes</w:t>
      </w:r>
      <w:r w:rsidR="006F1ADB">
        <w:t xml:space="preserve">, </w:t>
      </w:r>
      <w:r>
        <w:t>sombres comme une cotte de mailles</w:t>
      </w:r>
      <w:r w:rsidR="006F1ADB">
        <w:t xml:space="preserve">, </w:t>
      </w:r>
      <w:r>
        <w:t>tou</w:t>
      </w:r>
      <w:r>
        <w:t>r</w:t>
      </w:r>
      <w:r>
        <w:t>noyaient en regardant Jude avec circonspection et descendaient picorer à distance respectueuse</w:t>
      </w:r>
      <w:r w:rsidR="006F1ADB">
        <w:t>.</w:t>
      </w:r>
    </w:p>
    <w:p w14:paraId="183AD2A2" w14:textId="77777777" w:rsidR="006F1ADB" w:rsidRDefault="005A3479" w:rsidP="005A3479">
      <w:r>
        <w:t>L</w:t>
      </w:r>
      <w:r w:rsidR="006F1ADB">
        <w:t>’</w:t>
      </w:r>
      <w:r>
        <w:t>enfant agita sa claquette jusqu</w:t>
      </w:r>
      <w:r w:rsidR="006F1ADB">
        <w:t>’</w:t>
      </w:r>
      <w:r>
        <w:t>à ce que son bras fût fat</w:t>
      </w:r>
      <w:r>
        <w:t>i</w:t>
      </w:r>
      <w:r>
        <w:t>gué</w:t>
      </w:r>
      <w:r w:rsidR="006F1ADB">
        <w:t xml:space="preserve">, </w:t>
      </w:r>
      <w:r>
        <w:t>et peu à peu son cœur sympathisa avec les désirs contrariés des oiseaux</w:t>
      </w:r>
      <w:r w:rsidR="006F1ADB">
        <w:t xml:space="preserve">. </w:t>
      </w:r>
      <w:r>
        <w:t>Ils semblaient</w:t>
      </w:r>
      <w:r w:rsidR="006F1ADB">
        <w:t xml:space="preserve">, </w:t>
      </w:r>
      <w:r>
        <w:t>comme lui</w:t>
      </w:r>
      <w:r w:rsidR="006F1ADB">
        <w:t xml:space="preserve">, </w:t>
      </w:r>
      <w:r>
        <w:t>vivre dans un monde qui ne se souciait pas deux</w:t>
      </w:r>
      <w:r w:rsidR="006F1ADB">
        <w:t xml:space="preserve">. </w:t>
      </w:r>
      <w:r>
        <w:t>Pourquoi les effaroucher</w:t>
      </w:r>
      <w:r w:rsidR="006F1ADB">
        <w:t xml:space="preserve"> ? </w:t>
      </w:r>
      <w:r>
        <w:t>Ils prenaient de plus en plus l</w:t>
      </w:r>
      <w:r w:rsidR="006F1ADB">
        <w:t>’</w:t>
      </w:r>
      <w:r>
        <w:t>aspect de gentils amis et protégés</w:t>
      </w:r>
      <w:r w:rsidR="006F1ADB">
        <w:t xml:space="preserve"> – </w:t>
      </w:r>
      <w:r>
        <w:t>les seuls amis que Jude pût considérer comme siens</w:t>
      </w:r>
      <w:r w:rsidR="006F1ADB">
        <w:t xml:space="preserve">, </w:t>
      </w:r>
      <w:r>
        <w:t>car sa tante lui avait dit souvent qu</w:t>
      </w:r>
      <w:r w:rsidR="006F1ADB">
        <w:t>’</w:t>
      </w:r>
      <w:r>
        <w:t>il ne devait pas compter sur elle</w:t>
      </w:r>
      <w:r w:rsidR="006F1ADB">
        <w:t xml:space="preserve">. </w:t>
      </w:r>
      <w:r>
        <w:t>Il cessa de cl</w:t>
      </w:r>
      <w:r>
        <w:t>a</w:t>
      </w:r>
      <w:r>
        <w:t>quer et</w:t>
      </w:r>
      <w:r w:rsidR="006F1ADB">
        <w:t xml:space="preserve">, </w:t>
      </w:r>
      <w:r>
        <w:t>de nouveau</w:t>
      </w:r>
      <w:r w:rsidR="006F1ADB">
        <w:t xml:space="preserve">, </w:t>
      </w:r>
      <w:r>
        <w:t>les oiseaux redescendirent</w:t>
      </w:r>
      <w:r w:rsidR="006F1ADB">
        <w:t>.</w:t>
      </w:r>
    </w:p>
    <w:p w14:paraId="185B3F7B" w14:textId="77777777" w:rsidR="006F1ADB" w:rsidRDefault="006F1ADB" w:rsidP="005A3479">
      <w:r>
        <w:t>— </w:t>
      </w:r>
      <w:r w:rsidR="005A3479">
        <w:t>Pauvres petits chéris</w:t>
      </w:r>
      <w:r>
        <w:t xml:space="preserve"> ! </w:t>
      </w:r>
      <w:r w:rsidR="005A3479">
        <w:t>dit Jude à</w:t>
      </w:r>
      <w:r w:rsidR="005A3479">
        <w:rPr>
          <w:szCs w:val="32"/>
        </w:rPr>
        <w:t xml:space="preserve"> </w:t>
      </w:r>
      <w:r w:rsidR="005A3479">
        <w:t>haute voix</w:t>
      </w:r>
      <w:r>
        <w:t xml:space="preserve">. </w:t>
      </w:r>
      <w:r w:rsidR="005A3479">
        <w:t>Vous aurez votre dîner</w:t>
      </w:r>
      <w:r>
        <w:t xml:space="preserve">, </w:t>
      </w:r>
      <w:r w:rsidR="005A3479">
        <w:t>vous l</w:t>
      </w:r>
      <w:r>
        <w:t>’</w:t>
      </w:r>
      <w:r w:rsidR="005A3479">
        <w:t>aurez</w:t>
      </w:r>
      <w:r>
        <w:t xml:space="preserve"> ! </w:t>
      </w:r>
      <w:r w:rsidR="005A3479">
        <w:t>Il y a bien assez pour nous tous</w:t>
      </w:r>
      <w:r>
        <w:t xml:space="preserve">, </w:t>
      </w:r>
      <w:r w:rsidR="005A3479">
        <w:t xml:space="preserve">et le fermier </w:t>
      </w:r>
      <w:proofErr w:type="spellStart"/>
      <w:r w:rsidR="005A3479">
        <w:t>Troutham</w:t>
      </w:r>
      <w:proofErr w:type="spellEnd"/>
      <w:r w:rsidR="005A3479">
        <w:t xml:space="preserve"> est assez riche pour vous offrir quelque </w:t>
      </w:r>
      <w:r w:rsidR="005A3479">
        <w:lastRenderedPageBreak/>
        <w:t>chose</w:t>
      </w:r>
      <w:r>
        <w:t xml:space="preserve">. </w:t>
      </w:r>
      <w:r w:rsidR="005A3479">
        <w:t>Donc</w:t>
      </w:r>
      <w:r>
        <w:t xml:space="preserve">, </w:t>
      </w:r>
      <w:r w:rsidR="005A3479">
        <w:t>mangez</w:t>
      </w:r>
      <w:r>
        <w:t xml:space="preserve">, </w:t>
      </w:r>
      <w:r w:rsidR="005A3479">
        <w:t>mes chers petits oiseaux</w:t>
      </w:r>
      <w:r>
        <w:t xml:space="preserve">, </w:t>
      </w:r>
      <w:r w:rsidR="005A3479">
        <w:t>et faites un bon repas</w:t>
      </w:r>
      <w:r>
        <w:t>.</w:t>
      </w:r>
    </w:p>
    <w:p w14:paraId="1364BE42" w14:textId="77777777" w:rsidR="006F1ADB" w:rsidRDefault="005A3479" w:rsidP="005A3479">
      <w:r>
        <w:t>Les corneilles s</w:t>
      </w:r>
      <w:r w:rsidR="006F1ADB">
        <w:t>’</w:t>
      </w:r>
      <w:r>
        <w:t>arrêtèrent pour manger</w:t>
      </w:r>
      <w:r w:rsidR="006F1ADB">
        <w:t xml:space="preserve">, </w:t>
      </w:r>
      <w:r>
        <w:t>taches d</w:t>
      </w:r>
      <w:r w:rsidR="006F1ADB">
        <w:t>’</w:t>
      </w:r>
      <w:r>
        <w:t>encre sur le sol brou de noix</w:t>
      </w:r>
      <w:r w:rsidR="006F1ADB">
        <w:t xml:space="preserve">, </w:t>
      </w:r>
      <w:r>
        <w:t>et Jude se réjouissait de leur appétit</w:t>
      </w:r>
      <w:r w:rsidR="006F1ADB">
        <w:t xml:space="preserve">. </w:t>
      </w:r>
      <w:r>
        <w:t>Un fil magique de sympathie unissait sa propre vie à la leur</w:t>
      </w:r>
      <w:r w:rsidR="006F1ADB">
        <w:t xml:space="preserve">. </w:t>
      </w:r>
      <w:r>
        <w:t>Ces exi</w:t>
      </w:r>
      <w:r>
        <w:t>s</w:t>
      </w:r>
      <w:r>
        <w:t>tences chétives et pénibles ressemblaient à son existence</w:t>
      </w:r>
      <w:r w:rsidR="006F1ADB">
        <w:t>.</w:t>
      </w:r>
    </w:p>
    <w:p w14:paraId="2A97ABBE" w14:textId="77777777" w:rsidR="006F1ADB" w:rsidRDefault="005A3479" w:rsidP="005A3479">
      <w:r>
        <w:t>Il avait jeté de côté sa claquette</w:t>
      </w:r>
      <w:r w:rsidR="006F1ADB">
        <w:t xml:space="preserve">, </w:t>
      </w:r>
      <w:r>
        <w:t>comme un vil et sordide objet</w:t>
      </w:r>
      <w:r w:rsidR="006F1ADB">
        <w:t xml:space="preserve">, </w:t>
      </w:r>
      <w:r>
        <w:t>aussi cruel pour l</w:t>
      </w:r>
      <w:r w:rsidR="006F1ADB">
        <w:t>’</w:t>
      </w:r>
      <w:r>
        <w:t>ami des oiseaux que pour les oiseaux eux-mêmes</w:t>
      </w:r>
      <w:r w:rsidR="006F1ADB">
        <w:t xml:space="preserve">. </w:t>
      </w:r>
      <w:r>
        <w:t>Soudain</w:t>
      </w:r>
      <w:r w:rsidR="006F1ADB">
        <w:t xml:space="preserve">, </w:t>
      </w:r>
      <w:r>
        <w:t>il sentit un rude choc sur sa culotte</w:t>
      </w:r>
      <w:r w:rsidR="006F1ADB">
        <w:t xml:space="preserve">, </w:t>
      </w:r>
      <w:r>
        <w:t>choc suivit d</w:t>
      </w:r>
      <w:r w:rsidR="006F1ADB">
        <w:t>’</w:t>
      </w:r>
      <w:r>
        <w:t>un sourd claquement qui révéla à ses sens surpris que l</w:t>
      </w:r>
      <w:r w:rsidR="006F1ADB">
        <w:t>’</w:t>
      </w:r>
      <w:r>
        <w:t>instrument de correction employé était la claquette elle-même</w:t>
      </w:r>
      <w:r w:rsidR="006F1ADB">
        <w:t xml:space="preserve">. </w:t>
      </w:r>
      <w:r>
        <w:t>Les oiseaux et Jude s</w:t>
      </w:r>
      <w:r w:rsidR="006F1ADB">
        <w:t>’</w:t>
      </w:r>
      <w:r>
        <w:t>effrayèrent simultanément</w:t>
      </w:r>
      <w:r w:rsidR="006F1ADB">
        <w:t xml:space="preserve">, </w:t>
      </w:r>
      <w:r>
        <w:t>et les yeux e</w:t>
      </w:r>
      <w:r>
        <w:t>f</w:t>
      </w:r>
      <w:r>
        <w:t>farés du gamin aperçurent le fermier en personne</w:t>
      </w:r>
      <w:r w:rsidR="006F1ADB">
        <w:t xml:space="preserve">, </w:t>
      </w:r>
      <w:r>
        <w:t xml:space="preserve">le grand </w:t>
      </w:r>
      <w:proofErr w:type="spellStart"/>
      <w:r>
        <w:t>Troutham</w:t>
      </w:r>
      <w:proofErr w:type="spellEnd"/>
      <w:r w:rsidR="006F1ADB">
        <w:t xml:space="preserve">, </w:t>
      </w:r>
      <w:r>
        <w:t>abaissant sur Jude épouvanté un visage coloré par l</w:t>
      </w:r>
      <w:r w:rsidR="006F1ADB">
        <w:t>’</w:t>
      </w:r>
      <w:r>
        <w:t>indignation</w:t>
      </w:r>
      <w:r w:rsidR="006F1ADB">
        <w:t xml:space="preserve">, </w:t>
      </w:r>
      <w:r>
        <w:t>et balançant la crécelle dans sa main</w:t>
      </w:r>
      <w:r w:rsidR="006F1ADB">
        <w:t>.</w:t>
      </w:r>
    </w:p>
    <w:p w14:paraId="199749A2" w14:textId="77777777" w:rsidR="006F1ADB" w:rsidRDefault="006F1ADB" w:rsidP="005A3479">
      <w:r>
        <w:t>— </w:t>
      </w:r>
      <w:r w:rsidR="005A3479">
        <w:t>C</w:t>
      </w:r>
      <w:r>
        <w:t>’</w:t>
      </w:r>
      <w:r w:rsidR="005A3479">
        <w:t>est cela</w:t>
      </w:r>
      <w:r>
        <w:t> : « </w:t>
      </w:r>
      <w:r w:rsidR="005A3479">
        <w:t>Mangez</w:t>
      </w:r>
      <w:r>
        <w:t xml:space="preserve">, </w:t>
      </w:r>
      <w:r w:rsidR="005A3479">
        <w:t>mes chers oiseaux</w:t>
      </w:r>
      <w:r>
        <w:t> ! »</w:t>
      </w:r>
      <w:r w:rsidR="005A3479">
        <w:t xml:space="preserve"> c</w:t>
      </w:r>
      <w:r>
        <w:t>’</w:t>
      </w:r>
      <w:r w:rsidR="005A3479">
        <w:t>est cela</w:t>
      </w:r>
      <w:r>
        <w:t xml:space="preserve">, </w:t>
      </w:r>
      <w:r w:rsidR="005A3479">
        <w:t>jeune homme</w:t>
      </w:r>
      <w:r>
        <w:t> ! « </w:t>
      </w:r>
      <w:r w:rsidR="005A3479">
        <w:t>Mangez</w:t>
      </w:r>
      <w:r>
        <w:t xml:space="preserve">, </w:t>
      </w:r>
      <w:r w:rsidR="005A3479">
        <w:t>chers oiseaux</w:t>
      </w:r>
      <w:r>
        <w:t> ! »</w:t>
      </w:r>
      <w:r w:rsidR="005A3479">
        <w:t xml:space="preserve"> En vérité</w:t>
      </w:r>
      <w:r>
        <w:t xml:space="preserve"> ? </w:t>
      </w:r>
      <w:r w:rsidR="005A3479">
        <w:t>J</w:t>
      </w:r>
      <w:r>
        <w:t>’</w:t>
      </w:r>
      <w:r w:rsidR="005A3479">
        <w:t>arrive derrière vous et je vous entends dire</w:t>
      </w:r>
      <w:r>
        <w:t> : « </w:t>
      </w:r>
      <w:r w:rsidR="005A3479">
        <w:t>Mangez</w:t>
      </w:r>
      <w:r>
        <w:t xml:space="preserve">, </w:t>
      </w:r>
      <w:r w:rsidR="005A3479">
        <w:t>chers o</w:t>
      </w:r>
      <w:r w:rsidR="005A3479">
        <w:t>i</w:t>
      </w:r>
      <w:r w:rsidR="005A3479">
        <w:t>seaux</w:t>
      </w:r>
      <w:r>
        <w:t> ! »</w:t>
      </w:r>
      <w:r w:rsidR="005A3479">
        <w:t xml:space="preserve"> Et vous </w:t>
      </w:r>
      <w:proofErr w:type="gramStart"/>
      <w:r w:rsidR="005A3479">
        <w:t>avez été</w:t>
      </w:r>
      <w:proofErr w:type="gramEnd"/>
      <w:r w:rsidR="005A3479">
        <w:t xml:space="preserve"> faire le paresseux chez le maître d</w:t>
      </w:r>
      <w:r>
        <w:t>’</w:t>
      </w:r>
      <w:r w:rsidR="005A3479">
        <w:t>école</w:t>
      </w:r>
      <w:r>
        <w:t xml:space="preserve">, </w:t>
      </w:r>
      <w:r w:rsidR="005A3479">
        <w:t>avant de venir ici</w:t>
      </w:r>
      <w:r>
        <w:t xml:space="preserve">, </w:t>
      </w:r>
      <w:r w:rsidR="005A3479">
        <w:t>n</w:t>
      </w:r>
      <w:r>
        <w:t>’</w:t>
      </w:r>
      <w:r w:rsidR="005A3479">
        <w:t>est-ce pas</w:t>
      </w:r>
      <w:r>
        <w:t xml:space="preserve">, </w:t>
      </w:r>
      <w:r w:rsidR="005A3479">
        <w:t>hein</w:t>
      </w:r>
      <w:r>
        <w:t xml:space="preserve"> ?… </w:t>
      </w:r>
      <w:r w:rsidR="005A3479">
        <w:t>C</w:t>
      </w:r>
      <w:r>
        <w:t>’</w:t>
      </w:r>
      <w:r w:rsidR="005A3479">
        <w:t>est ainsi que vous gagnez vos six pence par jour pour écarter les oiseaux de mon blé</w:t>
      </w:r>
      <w:r>
        <w:t> ?</w:t>
      </w:r>
    </w:p>
    <w:p w14:paraId="3748690C" w14:textId="77777777" w:rsidR="006F1ADB" w:rsidRDefault="005A3479" w:rsidP="005A3479">
      <w:r>
        <w:t>Tout en cornant aux oreilles de Jude ce discours indigné</w:t>
      </w:r>
      <w:r w:rsidR="006F1ADB">
        <w:t xml:space="preserve">, </w:t>
      </w:r>
      <w:proofErr w:type="spellStart"/>
      <w:r>
        <w:t>Troutham</w:t>
      </w:r>
      <w:proofErr w:type="spellEnd"/>
      <w:r>
        <w:t xml:space="preserve"> avait saisi la main gauche de l</w:t>
      </w:r>
      <w:r w:rsidR="006F1ADB">
        <w:t>’</w:t>
      </w:r>
      <w:r>
        <w:t>enfant dans la sienne</w:t>
      </w:r>
      <w:r w:rsidR="006F1ADB">
        <w:t xml:space="preserve">, </w:t>
      </w:r>
      <w:r>
        <w:t>et balançant Jude au bout de son bras</w:t>
      </w:r>
      <w:r w:rsidR="006F1ADB">
        <w:t xml:space="preserve">, </w:t>
      </w:r>
      <w:r>
        <w:t>il le fit tourner autour de lui en le frappant avec le plat de la crécelle</w:t>
      </w:r>
      <w:r w:rsidR="006F1ADB">
        <w:t xml:space="preserve">, </w:t>
      </w:r>
      <w:r>
        <w:t>jusqu</w:t>
      </w:r>
      <w:r w:rsidR="006F1ADB">
        <w:t>’</w:t>
      </w:r>
      <w:r>
        <w:t>à ce que l</w:t>
      </w:r>
      <w:r w:rsidR="006F1ADB">
        <w:t>’</w:t>
      </w:r>
      <w:r>
        <w:t>écho du champ retentit du bruit des coups</w:t>
      </w:r>
      <w:r w:rsidR="006F1ADB">
        <w:t xml:space="preserve">, </w:t>
      </w:r>
      <w:r>
        <w:t>distribués deux ou trois fois à chaque révolution</w:t>
      </w:r>
      <w:r w:rsidR="006F1ADB">
        <w:t>.</w:t>
      </w:r>
    </w:p>
    <w:p w14:paraId="4E480DC5" w14:textId="329AC751" w:rsidR="006F1ADB" w:rsidRDefault="006F1ADB" w:rsidP="005A3479">
      <w:r>
        <w:lastRenderedPageBreak/>
        <w:t>— </w:t>
      </w:r>
      <w:r w:rsidR="005A3479">
        <w:t>Ne me battez pas</w:t>
      </w:r>
      <w:r>
        <w:t xml:space="preserve">, </w:t>
      </w:r>
      <w:r w:rsidR="005A3479">
        <w:t>monsieur</w:t>
      </w:r>
      <w:r>
        <w:t xml:space="preserve">, </w:t>
      </w:r>
      <w:r w:rsidR="005A3479">
        <w:t>je vous en prie</w:t>
      </w:r>
      <w:r>
        <w:t xml:space="preserve">, </w:t>
      </w:r>
      <w:r w:rsidR="005A3479">
        <w:t>ne me battez pas</w:t>
      </w:r>
      <w:r>
        <w:t xml:space="preserve">… </w:t>
      </w:r>
      <w:r w:rsidR="005A3479">
        <w:t>Je</w:t>
      </w:r>
      <w:r>
        <w:t xml:space="preserve">… </w:t>
      </w:r>
      <w:r w:rsidR="005A3479">
        <w:t>je</w:t>
      </w:r>
      <w:r>
        <w:t xml:space="preserve">… </w:t>
      </w:r>
      <w:r w:rsidR="005A3479">
        <w:t>monsieur</w:t>
      </w:r>
      <w:r>
        <w:t xml:space="preserve">… </w:t>
      </w:r>
      <w:r w:rsidR="005A3479">
        <w:t>je voulais dire qu</w:t>
      </w:r>
      <w:r>
        <w:t>’</w:t>
      </w:r>
      <w:r w:rsidR="005A3479">
        <w:t>il y avait beaucoup de grain</w:t>
      </w:r>
      <w:r>
        <w:t xml:space="preserve"> – </w:t>
      </w:r>
      <w:r w:rsidR="005A3479">
        <w:t>je l</w:t>
      </w:r>
      <w:r>
        <w:t>’</w:t>
      </w:r>
      <w:r w:rsidR="005A3479">
        <w:t>ai vu semer</w:t>
      </w:r>
      <w:r>
        <w:t xml:space="preserve"> – </w:t>
      </w:r>
      <w:r w:rsidR="005A3479">
        <w:t>et que les oiseaux pouvaient en prendre un peu pour leur repas et que ça ne vous ferait pas de tort</w:t>
      </w:r>
      <w:r>
        <w:t xml:space="preserve">, </w:t>
      </w:r>
      <w:r w:rsidR="005A3479">
        <w:t>monsieur</w:t>
      </w:r>
      <w:r>
        <w:t xml:space="preserve">, </w:t>
      </w:r>
      <w:r w:rsidR="005A3479">
        <w:t xml:space="preserve">et </w:t>
      </w:r>
      <w:r>
        <w:t>M. </w:t>
      </w:r>
      <w:proofErr w:type="spellStart"/>
      <w:r w:rsidR="005A3479">
        <w:t>Phillotson</w:t>
      </w:r>
      <w:proofErr w:type="spellEnd"/>
      <w:r>
        <w:t xml:space="preserve">, </w:t>
      </w:r>
      <w:r w:rsidR="005A3479">
        <w:t>dit qu</w:t>
      </w:r>
      <w:r>
        <w:t>’</w:t>
      </w:r>
      <w:r w:rsidR="005A3479">
        <w:t>il faut être bon pour eux</w:t>
      </w:r>
      <w:r>
        <w:t xml:space="preserve">. </w:t>
      </w:r>
      <w:r w:rsidR="005A3479">
        <w:t>Oh</w:t>
      </w:r>
      <w:r>
        <w:t xml:space="preserve"> !… </w:t>
      </w:r>
      <w:r w:rsidR="005A3479">
        <w:t>Oh</w:t>
      </w:r>
      <w:r>
        <w:t xml:space="preserve"> !… </w:t>
      </w:r>
      <w:r w:rsidR="005A3479">
        <w:t>Oh</w:t>
      </w:r>
      <w:r>
        <w:t> !…</w:t>
      </w:r>
    </w:p>
    <w:p w14:paraId="21108513" w14:textId="77777777" w:rsidR="006F1ADB" w:rsidRDefault="005A3479" w:rsidP="005A3479">
      <w:r>
        <w:t>Cette explication sincère parut exaspérer le fermier</w:t>
      </w:r>
      <w:r w:rsidR="006F1ADB">
        <w:t xml:space="preserve">, </w:t>
      </w:r>
      <w:r>
        <w:t>plus que ne l</w:t>
      </w:r>
      <w:r w:rsidR="006F1ADB">
        <w:t>’</w:t>
      </w:r>
      <w:r>
        <w:t>eût fait une protestation</w:t>
      </w:r>
      <w:r w:rsidR="006F1ADB">
        <w:t xml:space="preserve">. </w:t>
      </w:r>
      <w:r>
        <w:t>Il continua de balancer Jude et de faire résonner la claquette dont le bruit parvenait jusqu</w:t>
      </w:r>
      <w:r w:rsidR="006F1ADB">
        <w:t>’</w:t>
      </w:r>
      <w:r>
        <w:t>aux travailleurs éloignés qui croyaient Jude assidûment occupé à sa besogne</w:t>
      </w:r>
      <w:r w:rsidR="006F1ADB">
        <w:t xml:space="preserve">, </w:t>
      </w:r>
      <w:r>
        <w:t>et jusqu</w:t>
      </w:r>
      <w:r w:rsidR="006F1ADB">
        <w:t>’</w:t>
      </w:r>
      <w:r>
        <w:t>à la nouvelle église pour laquelle le fermier avait largement souscrit en témoignage de l</w:t>
      </w:r>
      <w:r w:rsidR="006F1ADB">
        <w:t>’</w:t>
      </w:r>
      <w:r>
        <w:t>amour qu</w:t>
      </w:r>
      <w:r w:rsidR="006F1ADB">
        <w:t>’</w:t>
      </w:r>
      <w:r>
        <w:t>il portait à Dieu et aux hommes</w:t>
      </w:r>
      <w:r w:rsidR="006F1ADB">
        <w:t>.</w:t>
      </w:r>
    </w:p>
    <w:p w14:paraId="221FDEFF" w14:textId="77777777" w:rsidR="006F1ADB" w:rsidRDefault="005A3479" w:rsidP="005A3479">
      <w:r>
        <w:t>Quand il en eut assez de cette besogne</w:t>
      </w:r>
      <w:r w:rsidR="006F1ADB">
        <w:t xml:space="preserve">, </w:t>
      </w:r>
      <w:proofErr w:type="spellStart"/>
      <w:r>
        <w:t>Troutham</w:t>
      </w:r>
      <w:proofErr w:type="spellEnd"/>
      <w:r>
        <w:t xml:space="preserve"> remit l</w:t>
      </w:r>
      <w:r w:rsidR="006F1ADB">
        <w:t>’</w:t>
      </w:r>
      <w:r>
        <w:t>enfant tremblant sur ses jambes</w:t>
      </w:r>
      <w:r w:rsidR="006F1ADB">
        <w:t xml:space="preserve">, </w:t>
      </w:r>
      <w:r>
        <w:t>prit six pence dans sa poche et les lui donna comme salaire en lui disant de retourner à la maison et de ne jamais reparaître devant ses yeux ni dans son champ</w:t>
      </w:r>
      <w:r w:rsidR="006F1ADB">
        <w:t>.</w:t>
      </w:r>
    </w:p>
    <w:p w14:paraId="046D3E34" w14:textId="77777777" w:rsidR="006F1ADB" w:rsidRDefault="005A3479" w:rsidP="005A3479">
      <w:r>
        <w:t>Jude s</w:t>
      </w:r>
      <w:r w:rsidR="006F1ADB">
        <w:t>’</w:t>
      </w:r>
      <w:r>
        <w:t>enfuit hors de la portée de son bras et s</w:t>
      </w:r>
      <w:r w:rsidR="006F1ADB">
        <w:t>’</w:t>
      </w:r>
      <w:r>
        <w:t>en alla en pleurant</w:t>
      </w:r>
      <w:r w:rsidR="006F1ADB">
        <w:t xml:space="preserve">, </w:t>
      </w:r>
      <w:r>
        <w:t>non de douleur</w:t>
      </w:r>
      <w:r w:rsidR="006F1ADB">
        <w:t xml:space="preserve">, </w:t>
      </w:r>
      <w:r>
        <w:t>quoiqu</w:t>
      </w:r>
      <w:r w:rsidR="006F1ADB">
        <w:t>’</w:t>
      </w:r>
      <w:r>
        <w:t>elle fût assez vive</w:t>
      </w:r>
      <w:r w:rsidR="006F1ADB">
        <w:t xml:space="preserve"> ; </w:t>
      </w:r>
      <w:r>
        <w:t>non même de la découverte qu</w:t>
      </w:r>
      <w:r w:rsidR="006F1ADB">
        <w:t>’</w:t>
      </w:r>
      <w:r>
        <w:t>il avait faite d</w:t>
      </w:r>
      <w:r w:rsidR="006F1ADB">
        <w:t>’</w:t>
      </w:r>
      <w:r>
        <w:t>une fêlure dans le système de l</w:t>
      </w:r>
      <w:r w:rsidR="006F1ADB">
        <w:t>’</w:t>
      </w:r>
      <w:r>
        <w:t>univers</w:t>
      </w:r>
      <w:r w:rsidR="006F1ADB">
        <w:t xml:space="preserve">, </w:t>
      </w:r>
      <w:r>
        <w:t>ce qui est bon aux oiseaux de Dieu étant nuisible au jardinier créé par Dieu</w:t>
      </w:r>
      <w:r w:rsidR="006F1ADB">
        <w:t xml:space="preserve"> ; </w:t>
      </w:r>
      <w:r>
        <w:t>mais il avait la sensation terrifiante de s</w:t>
      </w:r>
      <w:r w:rsidR="006F1ADB">
        <w:t>’</w:t>
      </w:r>
      <w:r>
        <w:t>être porté le plus grand tort</w:t>
      </w:r>
      <w:r w:rsidR="006F1ADB">
        <w:t xml:space="preserve">, </w:t>
      </w:r>
      <w:r>
        <w:t>depuis un an qu</w:t>
      </w:r>
      <w:r w:rsidR="006F1ADB">
        <w:t>’</w:t>
      </w:r>
      <w:r>
        <w:t>il habitait la commune</w:t>
      </w:r>
      <w:r w:rsidR="006F1ADB">
        <w:t xml:space="preserve">, </w:t>
      </w:r>
      <w:r>
        <w:t>et d</w:t>
      </w:r>
      <w:r w:rsidR="006F1ADB">
        <w:t>’</w:t>
      </w:r>
      <w:r>
        <w:t xml:space="preserve">être un fardeau pour sa </w:t>
      </w:r>
      <w:proofErr w:type="spellStart"/>
      <w:r>
        <w:t>grand</w:t>
      </w:r>
      <w:r w:rsidR="006F1ADB">
        <w:t>’</w:t>
      </w:r>
      <w:r>
        <w:t>tante</w:t>
      </w:r>
      <w:proofErr w:type="spellEnd"/>
      <w:r>
        <w:t xml:space="preserve"> durant toute sa vie</w:t>
      </w:r>
      <w:r w:rsidR="006F1ADB">
        <w:t>.</w:t>
      </w:r>
    </w:p>
    <w:p w14:paraId="5FA11240" w14:textId="77777777" w:rsidR="006F1ADB" w:rsidRDefault="005A3479" w:rsidP="005A3479">
      <w:r>
        <w:t>Il y avait</w:t>
      </w:r>
      <w:r w:rsidR="006F1ADB">
        <w:t xml:space="preserve">, </w:t>
      </w:r>
      <w:r>
        <w:t>sur son chemin</w:t>
      </w:r>
      <w:r w:rsidR="006F1ADB">
        <w:t xml:space="preserve">, </w:t>
      </w:r>
      <w:r>
        <w:t>une quantité de ces vers qui so</w:t>
      </w:r>
      <w:r>
        <w:t>r</w:t>
      </w:r>
      <w:r>
        <w:t>tent de terre à cette époque de l</w:t>
      </w:r>
      <w:r w:rsidR="006F1ADB">
        <w:t>’</w:t>
      </w:r>
      <w:r>
        <w:t>année</w:t>
      </w:r>
      <w:r w:rsidR="006F1ADB">
        <w:t xml:space="preserve">, </w:t>
      </w:r>
      <w:r>
        <w:t>et il était presque impo</w:t>
      </w:r>
      <w:r>
        <w:t>s</w:t>
      </w:r>
      <w:r>
        <w:t>sible d</w:t>
      </w:r>
      <w:r w:rsidR="006F1ADB">
        <w:t>’</w:t>
      </w:r>
      <w:r>
        <w:t>avancer sans en écraser quelques-uns</w:t>
      </w:r>
      <w:r w:rsidR="006F1ADB">
        <w:t xml:space="preserve">. </w:t>
      </w:r>
      <w:r>
        <w:t>Quoique le fe</w:t>
      </w:r>
      <w:r>
        <w:t>r</w:t>
      </w:r>
      <w:r>
        <w:t xml:space="preserve">mier </w:t>
      </w:r>
      <w:proofErr w:type="spellStart"/>
      <w:r>
        <w:t>Troutham</w:t>
      </w:r>
      <w:proofErr w:type="spellEnd"/>
      <w:r>
        <w:t xml:space="preserve"> l</w:t>
      </w:r>
      <w:r w:rsidR="006F1ADB">
        <w:t>’</w:t>
      </w:r>
      <w:r>
        <w:t>eût justement corrigé</w:t>
      </w:r>
      <w:r w:rsidR="006F1ADB">
        <w:t xml:space="preserve">, </w:t>
      </w:r>
      <w:r>
        <w:t>Jude était incapable de faire du mal à qui que ce fût</w:t>
      </w:r>
      <w:r w:rsidR="006F1ADB">
        <w:t xml:space="preserve">. </w:t>
      </w:r>
      <w:r>
        <w:t>Il n</w:t>
      </w:r>
      <w:r w:rsidR="006F1ADB">
        <w:t>’</w:t>
      </w:r>
      <w:r>
        <w:t xml:space="preserve">avait jamais déniché </w:t>
      </w:r>
      <w:r>
        <w:lastRenderedPageBreak/>
        <w:t>des o</w:t>
      </w:r>
      <w:r>
        <w:t>i</w:t>
      </w:r>
      <w:r>
        <w:t>seaux</w:t>
      </w:r>
      <w:r w:rsidR="006F1ADB">
        <w:t xml:space="preserve">, </w:t>
      </w:r>
      <w:r>
        <w:t>sans rester éveillé toute la nuit par la pitié</w:t>
      </w:r>
      <w:r w:rsidR="006F1ADB">
        <w:t xml:space="preserve"> ; </w:t>
      </w:r>
      <w:r>
        <w:t>et bien so</w:t>
      </w:r>
      <w:r>
        <w:t>u</w:t>
      </w:r>
      <w:r>
        <w:t>vent</w:t>
      </w:r>
      <w:r w:rsidR="006F1ADB">
        <w:t xml:space="preserve">, </w:t>
      </w:r>
      <w:r>
        <w:t>le lendemain matin</w:t>
      </w:r>
      <w:r w:rsidR="006F1ADB">
        <w:t xml:space="preserve">, </w:t>
      </w:r>
      <w:r>
        <w:t>il avait remis les captifs dans leur nid</w:t>
      </w:r>
      <w:r w:rsidR="006F1ADB">
        <w:t xml:space="preserve">. </w:t>
      </w:r>
      <w:r>
        <w:t>À peine pouvait-il supporter la vue des arbres taillés ou aba</w:t>
      </w:r>
      <w:r>
        <w:t>t</w:t>
      </w:r>
      <w:r>
        <w:t>tus</w:t>
      </w:r>
      <w:r w:rsidR="006F1ADB">
        <w:t xml:space="preserve">… </w:t>
      </w:r>
      <w:r>
        <w:t>Cette disposition de caractère</w:t>
      </w:r>
      <w:r w:rsidR="006F1ADB">
        <w:t xml:space="preserve">, </w:t>
      </w:r>
      <w:r>
        <w:t>qu</w:t>
      </w:r>
      <w:r w:rsidR="006F1ADB">
        <w:t>’</w:t>
      </w:r>
      <w:r>
        <w:t>on appelle commun</w:t>
      </w:r>
      <w:r>
        <w:t>é</w:t>
      </w:r>
      <w:r>
        <w:t>ment de la faiblesse</w:t>
      </w:r>
      <w:r w:rsidR="006F1ADB">
        <w:t xml:space="preserve">, </w:t>
      </w:r>
      <w:r>
        <w:t>révélait qu</w:t>
      </w:r>
      <w:r w:rsidR="006F1ADB">
        <w:t>’</w:t>
      </w:r>
      <w:r>
        <w:t>il appartenait à l</w:t>
      </w:r>
      <w:r w:rsidR="006F1ADB">
        <w:t>’</w:t>
      </w:r>
      <w:r>
        <w:t>espèce des hommes destinés à souffrir beaucoup</w:t>
      </w:r>
      <w:r w:rsidR="006F1ADB">
        <w:t xml:space="preserve">, </w:t>
      </w:r>
      <w:r>
        <w:t>avant que la chute du r</w:t>
      </w:r>
      <w:r>
        <w:t>i</w:t>
      </w:r>
      <w:r>
        <w:t>deau sur le spectacle de leur vie inutile ne vienne marquer le moment où tout redeviendra bien pour eux</w:t>
      </w:r>
      <w:r w:rsidR="006F1ADB">
        <w:t xml:space="preserve">. </w:t>
      </w:r>
      <w:r>
        <w:t>Il continua sa route sur la pointe du pied</w:t>
      </w:r>
      <w:r w:rsidR="006F1ADB">
        <w:t xml:space="preserve">, </w:t>
      </w:r>
      <w:r>
        <w:t>parmi les vers de terre</w:t>
      </w:r>
      <w:r w:rsidR="006F1ADB">
        <w:t xml:space="preserve">, </w:t>
      </w:r>
      <w:r>
        <w:t>sans en écraser un seul</w:t>
      </w:r>
      <w:r w:rsidR="006F1ADB">
        <w:t>.</w:t>
      </w:r>
    </w:p>
    <w:p w14:paraId="34F7F071" w14:textId="77777777" w:rsidR="006F1ADB" w:rsidRDefault="005A3479" w:rsidP="005A3479">
      <w:r>
        <w:t>En entrant dans la chaumière</w:t>
      </w:r>
      <w:r w:rsidR="006F1ADB">
        <w:t xml:space="preserve">, </w:t>
      </w:r>
      <w:r>
        <w:t>il trouva sa tante vendant un pain de deux sous à une petite fille</w:t>
      </w:r>
      <w:r w:rsidR="006F1ADB">
        <w:t xml:space="preserve">. </w:t>
      </w:r>
      <w:r>
        <w:t>La cliente partie</w:t>
      </w:r>
      <w:r w:rsidR="006F1ADB">
        <w:t xml:space="preserve">, </w:t>
      </w:r>
      <w:r>
        <w:t>elle d</w:t>
      </w:r>
      <w:r>
        <w:t>e</w:t>
      </w:r>
      <w:r>
        <w:t>manda</w:t>
      </w:r>
      <w:r w:rsidR="006F1ADB">
        <w:t> :</w:t>
      </w:r>
    </w:p>
    <w:p w14:paraId="12A05F1C" w14:textId="77777777" w:rsidR="006F1ADB" w:rsidRDefault="006F1ADB" w:rsidP="005A3479">
      <w:r>
        <w:t>— </w:t>
      </w:r>
      <w:r w:rsidR="005A3479">
        <w:t>Eh bien</w:t>
      </w:r>
      <w:r>
        <w:t xml:space="preserve">, </w:t>
      </w:r>
      <w:r w:rsidR="005A3479">
        <w:t>pourquoi revenez-vous ici au milieu de la mat</w:t>
      </w:r>
      <w:r w:rsidR="005A3479">
        <w:t>i</w:t>
      </w:r>
      <w:r w:rsidR="005A3479">
        <w:t>née</w:t>
      </w:r>
      <w:r>
        <w:t> ?</w:t>
      </w:r>
    </w:p>
    <w:p w14:paraId="5829876D" w14:textId="77777777" w:rsidR="006F1ADB" w:rsidRDefault="006F1ADB" w:rsidP="005A3479">
      <w:r>
        <w:t>— </w:t>
      </w:r>
      <w:r w:rsidR="005A3479">
        <w:t>Je suis renvoyé</w:t>
      </w:r>
      <w:r>
        <w:t>.</w:t>
      </w:r>
    </w:p>
    <w:p w14:paraId="64E361C1" w14:textId="77777777" w:rsidR="006F1ADB" w:rsidRDefault="006F1ADB" w:rsidP="005A3479">
      <w:r>
        <w:t>— </w:t>
      </w:r>
      <w:r w:rsidR="005A3479">
        <w:t>Quoi</w:t>
      </w:r>
      <w:r>
        <w:t> ?</w:t>
      </w:r>
    </w:p>
    <w:p w14:paraId="21C8906B" w14:textId="1E81148A" w:rsidR="006F1ADB" w:rsidRDefault="006F1ADB" w:rsidP="005A3479">
      <w:r>
        <w:t>— M. </w:t>
      </w:r>
      <w:proofErr w:type="spellStart"/>
      <w:r w:rsidR="005A3479">
        <w:t>Troutham</w:t>
      </w:r>
      <w:proofErr w:type="spellEnd"/>
      <w:r w:rsidR="005A3479">
        <w:t xml:space="preserve"> m</w:t>
      </w:r>
      <w:r>
        <w:t>’</w:t>
      </w:r>
      <w:r w:rsidR="005A3479">
        <w:t>a renvoyé parce que j</w:t>
      </w:r>
      <w:r>
        <w:t>’</w:t>
      </w:r>
      <w:r w:rsidR="005A3479">
        <w:t>ai laissé les co</w:t>
      </w:r>
      <w:r w:rsidR="005A3479">
        <w:t>r</w:t>
      </w:r>
      <w:r w:rsidR="005A3479">
        <w:t>neilles manger un peu de maïs</w:t>
      </w:r>
      <w:r>
        <w:t xml:space="preserve">. </w:t>
      </w:r>
      <w:r w:rsidR="005A3479">
        <w:t>Et voilà mes gages</w:t>
      </w:r>
      <w:r>
        <w:t xml:space="preserve">, </w:t>
      </w:r>
      <w:r w:rsidR="005A3479">
        <w:t>les derniers</w:t>
      </w:r>
      <w:r>
        <w:t>.</w:t>
      </w:r>
    </w:p>
    <w:p w14:paraId="41D6D406" w14:textId="77777777" w:rsidR="006F1ADB" w:rsidRDefault="005A3479" w:rsidP="005A3479">
      <w:r>
        <w:t>Tragiquement</w:t>
      </w:r>
      <w:r w:rsidR="006F1ADB">
        <w:t xml:space="preserve">, </w:t>
      </w:r>
      <w:r>
        <w:t>il jeta les six pence sur la table</w:t>
      </w:r>
      <w:r w:rsidR="006F1ADB">
        <w:t>.</w:t>
      </w:r>
    </w:p>
    <w:p w14:paraId="7174E8B8" w14:textId="77777777" w:rsidR="006F1ADB" w:rsidRDefault="006F1ADB" w:rsidP="005A3479">
      <w:r>
        <w:t>— </w:t>
      </w:r>
      <w:r w:rsidR="005A3479">
        <w:t>Ah</w:t>
      </w:r>
      <w:r>
        <w:t xml:space="preserve"> ! </w:t>
      </w:r>
      <w:r w:rsidR="005A3479">
        <w:t>dit la tante qui suspendit sa respiration</w:t>
      </w:r>
      <w:r>
        <w:t>.</w:t>
      </w:r>
    </w:p>
    <w:p w14:paraId="78D022A0" w14:textId="77777777" w:rsidR="006F1ADB" w:rsidRDefault="005A3479" w:rsidP="005A3479">
      <w:r>
        <w:t>Elle commença un sermon pour prouver qu</w:t>
      </w:r>
      <w:r w:rsidR="006F1ADB">
        <w:t>’</w:t>
      </w:r>
      <w:r>
        <w:t>elle allait avoir Jude sur les bras</w:t>
      </w:r>
      <w:r w:rsidR="006F1ADB">
        <w:t xml:space="preserve">, </w:t>
      </w:r>
      <w:r>
        <w:t>tout le printemps</w:t>
      </w:r>
      <w:r w:rsidR="006F1ADB">
        <w:t xml:space="preserve">, </w:t>
      </w:r>
      <w:r>
        <w:t>sans qu</w:t>
      </w:r>
      <w:r w:rsidR="006F1ADB">
        <w:t>’</w:t>
      </w:r>
      <w:r>
        <w:t>il pût rien faire</w:t>
      </w:r>
      <w:r w:rsidR="006F1ADB">
        <w:t>.</w:t>
      </w:r>
    </w:p>
    <w:p w14:paraId="56BE911F" w14:textId="77777777" w:rsidR="006F1ADB" w:rsidRDefault="006F1ADB" w:rsidP="005A3479">
      <w:r>
        <w:t>— </w:t>
      </w:r>
      <w:r w:rsidR="005A3479">
        <w:t>Si vous ne pouvez écarter les oiseaux</w:t>
      </w:r>
      <w:r>
        <w:t xml:space="preserve">, </w:t>
      </w:r>
      <w:r w:rsidR="005A3479">
        <w:t>à quoi êtes-vous bon</w:t>
      </w:r>
      <w:r>
        <w:t xml:space="preserve"> ?… </w:t>
      </w:r>
      <w:r w:rsidR="005A3479">
        <w:t>Là</w:t>
      </w:r>
      <w:r>
        <w:t xml:space="preserve">, </w:t>
      </w:r>
      <w:r w:rsidR="005A3479">
        <w:t xml:space="preserve">vous ne semblez pas capable de </w:t>
      </w:r>
      <w:proofErr w:type="spellStart"/>
      <w:r w:rsidR="005A3479">
        <w:t>grand</w:t>
      </w:r>
      <w:r>
        <w:t>’</w:t>
      </w:r>
      <w:r w:rsidR="005A3479">
        <w:t>chose</w:t>
      </w:r>
      <w:proofErr w:type="spellEnd"/>
      <w:r>
        <w:t xml:space="preserve">. </w:t>
      </w:r>
      <w:r w:rsidR="005A3479">
        <w:t xml:space="preserve">Je suis meilleure que le fermier </w:t>
      </w:r>
      <w:proofErr w:type="spellStart"/>
      <w:r w:rsidR="005A3479">
        <w:t>Troutham</w:t>
      </w:r>
      <w:proofErr w:type="spellEnd"/>
      <w:r>
        <w:t xml:space="preserve">. </w:t>
      </w:r>
      <w:r w:rsidR="005A3479">
        <w:t>Mais</w:t>
      </w:r>
      <w:r>
        <w:t xml:space="preserve">, </w:t>
      </w:r>
      <w:r w:rsidR="005A3479">
        <w:t xml:space="preserve">comme a dit </w:t>
      </w:r>
      <w:r w:rsidR="005A3479">
        <w:lastRenderedPageBreak/>
        <w:t>Job</w:t>
      </w:r>
      <w:r>
        <w:t> : « </w:t>
      </w:r>
      <w:r w:rsidR="005A3479">
        <w:t>Maintenant</w:t>
      </w:r>
      <w:r>
        <w:t xml:space="preserve">, </w:t>
      </w:r>
      <w:r w:rsidR="005A3479">
        <w:t>les jeunes me tournent en dérision</w:t>
      </w:r>
      <w:r>
        <w:t xml:space="preserve">, </w:t>
      </w:r>
      <w:r w:rsidR="005A3479">
        <w:t>ceux dont j</w:t>
      </w:r>
      <w:r>
        <w:t>’</w:t>
      </w:r>
      <w:r w:rsidR="005A3479">
        <w:t>aurais dédaigné les pères</w:t>
      </w:r>
      <w:r>
        <w:t xml:space="preserve">, </w:t>
      </w:r>
      <w:r w:rsidR="005A3479">
        <w:t>comme gardiens de mes tro</w:t>
      </w:r>
      <w:r w:rsidR="005A3479">
        <w:t>u</w:t>
      </w:r>
      <w:r w:rsidR="005A3479">
        <w:t>peaux</w:t>
      </w:r>
      <w:r>
        <w:t>. »</w:t>
      </w:r>
      <w:r w:rsidR="005A3479">
        <w:t xml:space="preserve"> Son père était ouvrier chez mon propre père</w:t>
      </w:r>
      <w:r>
        <w:t xml:space="preserve"> ; </w:t>
      </w:r>
      <w:r w:rsidR="005A3479">
        <w:t>n</w:t>
      </w:r>
      <w:r>
        <w:t>’</w:t>
      </w:r>
      <w:r w:rsidR="005A3479">
        <w:t>importe</w:t>
      </w:r>
      <w:r>
        <w:t xml:space="preserve">, </w:t>
      </w:r>
      <w:r w:rsidR="005A3479">
        <w:t>j</w:t>
      </w:r>
      <w:r>
        <w:t>’</w:t>
      </w:r>
      <w:r w:rsidR="005A3479">
        <w:t>ai été bien folle de vous laisser travailler pour lui</w:t>
      </w:r>
      <w:r>
        <w:t xml:space="preserve">… </w:t>
      </w:r>
      <w:r w:rsidR="005A3479">
        <w:t>Jude</w:t>
      </w:r>
      <w:r>
        <w:t xml:space="preserve">, </w:t>
      </w:r>
      <w:r w:rsidR="005A3479">
        <w:t>Jude</w:t>
      </w:r>
      <w:r>
        <w:t xml:space="preserve">, </w:t>
      </w:r>
      <w:r w:rsidR="005A3479">
        <w:t>pourquoi n</w:t>
      </w:r>
      <w:r>
        <w:t>’</w:t>
      </w:r>
      <w:r w:rsidR="005A3479">
        <w:t>avez-vous pas suivi le maître d</w:t>
      </w:r>
      <w:r>
        <w:t>’</w:t>
      </w:r>
      <w:r w:rsidR="005A3479">
        <w:t xml:space="preserve">école à </w:t>
      </w:r>
      <w:proofErr w:type="spellStart"/>
      <w:r w:rsidR="005A3479">
        <w:t>Christminster</w:t>
      </w:r>
      <w:proofErr w:type="spellEnd"/>
      <w:r w:rsidR="005A3479">
        <w:t xml:space="preserve"> ou ailleurs</w:t>
      </w:r>
      <w:r>
        <w:t> ?</w:t>
      </w:r>
    </w:p>
    <w:p w14:paraId="06D2BD86" w14:textId="15D2A2D4" w:rsidR="006F1ADB" w:rsidRDefault="006F1ADB" w:rsidP="005A3479">
      <w:r>
        <w:t>— </w:t>
      </w:r>
      <w:r w:rsidR="005A3479">
        <w:t>Où est cette belle cité</w:t>
      </w:r>
      <w:r>
        <w:t xml:space="preserve">, </w:t>
      </w:r>
      <w:r w:rsidR="005A3479">
        <w:t>tante</w:t>
      </w:r>
      <w:r>
        <w:t xml:space="preserve">, </w:t>
      </w:r>
      <w:r w:rsidR="005A3479">
        <w:t xml:space="preserve">cette ville où est allé </w:t>
      </w:r>
      <w:r>
        <w:t>M. </w:t>
      </w:r>
      <w:proofErr w:type="spellStart"/>
      <w:r w:rsidR="005A3479">
        <w:t>Phillotson</w:t>
      </w:r>
      <w:proofErr w:type="spellEnd"/>
      <w:r>
        <w:t xml:space="preserve"> ? </w:t>
      </w:r>
      <w:r w:rsidR="005A3479">
        <w:t>demanda l</w:t>
      </w:r>
      <w:r>
        <w:t>’</w:t>
      </w:r>
      <w:r w:rsidR="005A3479">
        <w:t>enfant après une méditation sile</w:t>
      </w:r>
      <w:r w:rsidR="005A3479">
        <w:t>n</w:t>
      </w:r>
      <w:r w:rsidR="005A3479">
        <w:t>cieuse</w:t>
      </w:r>
      <w:r>
        <w:t>.</w:t>
      </w:r>
    </w:p>
    <w:p w14:paraId="47F2B9F8" w14:textId="77777777" w:rsidR="006F1ADB" w:rsidRDefault="006F1ADB" w:rsidP="005A3479">
      <w:r>
        <w:t>— </w:t>
      </w:r>
      <w:r w:rsidR="005A3479">
        <w:t>Seigneur</w:t>
      </w:r>
      <w:r>
        <w:t xml:space="preserve"> ! </w:t>
      </w:r>
      <w:r w:rsidR="005A3479">
        <w:t xml:space="preserve">vous devriez savoir où est </w:t>
      </w:r>
      <w:proofErr w:type="spellStart"/>
      <w:r w:rsidR="005A3479">
        <w:t>Christminster</w:t>
      </w:r>
      <w:proofErr w:type="spellEnd"/>
      <w:r>
        <w:t xml:space="preserve">. </w:t>
      </w:r>
      <w:r w:rsidR="005A3479">
        <w:t>À une vingtaine de milles environ</w:t>
      </w:r>
      <w:r>
        <w:t xml:space="preserve">. </w:t>
      </w:r>
      <w:r w:rsidR="005A3479">
        <w:t>C</w:t>
      </w:r>
      <w:r>
        <w:t>’</w:t>
      </w:r>
      <w:r w:rsidR="005A3479">
        <w:t>est un endroit beaucoup trop beau pour vous</w:t>
      </w:r>
      <w:r>
        <w:t xml:space="preserve">, </w:t>
      </w:r>
      <w:r w:rsidR="005A3479">
        <w:t>mon pauvre garçon</w:t>
      </w:r>
      <w:r>
        <w:t xml:space="preserve">, </w:t>
      </w:r>
      <w:r w:rsidR="005A3479">
        <w:t>j</w:t>
      </w:r>
      <w:r>
        <w:t>’</w:t>
      </w:r>
      <w:r w:rsidR="005A3479">
        <w:t>en ai bien peur</w:t>
      </w:r>
      <w:r>
        <w:t>.</w:t>
      </w:r>
    </w:p>
    <w:p w14:paraId="21B38674" w14:textId="19489876" w:rsidR="006F1ADB" w:rsidRDefault="006F1ADB" w:rsidP="005A3479">
      <w:r>
        <w:t>— </w:t>
      </w:r>
      <w:r w:rsidR="005A3479">
        <w:t xml:space="preserve">Et </w:t>
      </w:r>
      <w:r>
        <w:t>M. </w:t>
      </w:r>
      <w:proofErr w:type="spellStart"/>
      <w:r w:rsidR="005A3479">
        <w:t>Phillotson</w:t>
      </w:r>
      <w:proofErr w:type="spellEnd"/>
      <w:r w:rsidR="005A3479">
        <w:t xml:space="preserve"> y restera toujours</w:t>
      </w:r>
      <w:r>
        <w:t> ?</w:t>
      </w:r>
    </w:p>
    <w:p w14:paraId="68039FB2" w14:textId="77777777" w:rsidR="006F1ADB" w:rsidRDefault="006F1ADB" w:rsidP="005A3479">
      <w:r>
        <w:t>— </w:t>
      </w:r>
      <w:r w:rsidR="005A3479">
        <w:t>Est-ce que je sais</w:t>
      </w:r>
      <w:r>
        <w:t> ?</w:t>
      </w:r>
    </w:p>
    <w:p w14:paraId="50F090A2" w14:textId="77777777" w:rsidR="006F1ADB" w:rsidRDefault="006F1ADB" w:rsidP="005A3479">
      <w:r>
        <w:t>— </w:t>
      </w:r>
      <w:r w:rsidR="005A3479">
        <w:t>Ne pourrais-je aller le voir</w:t>
      </w:r>
      <w:r>
        <w:t> ?</w:t>
      </w:r>
    </w:p>
    <w:p w14:paraId="154F5D0A" w14:textId="77777777" w:rsidR="006F1ADB" w:rsidRDefault="006F1ADB" w:rsidP="005A3479">
      <w:r>
        <w:t>— </w:t>
      </w:r>
      <w:r w:rsidR="005A3479">
        <w:t>Dieu non</w:t>
      </w:r>
      <w:r>
        <w:t xml:space="preserve">. </w:t>
      </w:r>
      <w:r w:rsidR="005A3479">
        <w:t>On voit bien que vous n</w:t>
      </w:r>
      <w:r>
        <w:t>’</w:t>
      </w:r>
      <w:r w:rsidR="005A3479">
        <w:t>êtes pas d</w:t>
      </w:r>
      <w:r>
        <w:t>’</w:t>
      </w:r>
      <w:r w:rsidR="005A3479">
        <w:t>ici</w:t>
      </w:r>
      <w:r>
        <w:t xml:space="preserve"> ; </w:t>
      </w:r>
      <w:r w:rsidR="005A3479">
        <w:t>ou vous ne demanderiez pas une chose pareille</w:t>
      </w:r>
      <w:r>
        <w:t xml:space="preserve">. </w:t>
      </w:r>
      <w:r w:rsidR="005A3479">
        <w:t>Nous n</w:t>
      </w:r>
      <w:r>
        <w:t>’</w:t>
      </w:r>
      <w:r w:rsidR="005A3479">
        <w:t xml:space="preserve">avons jamais eu aucun rapport avec les gens de </w:t>
      </w:r>
      <w:proofErr w:type="spellStart"/>
      <w:r w:rsidR="005A3479">
        <w:t>Christminster</w:t>
      </w:r>
      <w:proofErr w:type="spellEnd"/>
      <w:r w:rsidR="005A3479">
        <w:t xml:space="preserve"> ni eux avec nous</w:t>
      </w:r>
      <w:r>
        <w:t>.</w:t>
      </w:r>
    </w:p>
    <w:p w14:paraId="42A1BA60" w14:textId="77777777" w:rsidR="006F1ADB" w:rsidRDefault="005A3479" w:rsidP="005A3479">
      <w:r>
        <w:t>Jude sortit et</w:t>
      </w:r>
      <w:r w:rsidR="006F1ADB">
        <w:t xml:space="preserve">, </w:t>
      </w:r>
      <w:r>
        <w:t>sentant plus que jamais l</w:t>
      </w:r>
      <w:r w:rsidR="006F1ADB">
        <w:t>’</w:t>
      </w:r>
      <w:r>
        <w:t>inanité de son exi</w:t>
      </w:r>
      <w:r>
        <w:t>s</w:t>
      </w:r>
      <w:r>
        <w:t>tence</w:t>
      </w:r>
      <w:r w:rsidR="006F1ADB">
        <w:t xml:space="preserve">, </w:t>
      </w:r>
      <w:r>
        <w:t>il se laissa tomber sur un tas de paille près de l</w:t>
      </w:r>
      <w:r w:rsidR="006F1ADB">
        <w:t>’</w:t>
      </w:r>
      <w:r>
        <w:t>étable à porcs</w:t>
      </w:r>
      <w:r w:rsidR="006F1ADB">
        <w:t xml:space="preserve">. </w:t>
      </w:r>
      <w:r>
        <w:t>Le brouillard était devenu transparent et l</w:t>
      </w:r>
      <w:r w:rsidR="006F1ADB">
        <w:t>’</w:t>
      </w:r>
      <w:r>
        <w:t>on devinait le soleil au travers</w:t>
      </w:r>
      <w:r w:rsidR="006F1ADB">
        <w:t xml:space="preserve">… </w:t>
      </w:r>
      <w:r>
        <w:t>Jude comprit que l</w:t>
      </w:r>
      <w:r w:rsidR="006F1ADB">
        <w:t>’</w:t>
      </w:r>
      <w:r>
        <w:t>âge apportait des respo</w:t>
      </w:r>
      <w:r>
        <w:t>n</w:t>
      </w:r>
      <w:r>
        <w:t>sabilités</w:t>
      </w:r>
      <w:r w:rsidR="006F1ADB">
        <w:t xml:space="preserve">. </w:t>
      </w:r>
      <w:r>
        <w:t>L</w:t>
      </w:r>
      <w:r w:rsidR="006F1ADB">
        <w:t>’</w:t>
      </w:r>
      <w:r>
        <w:t>ordre des événements ne ressemblait pas à celui qu</w:t>
      </w:r>
      <w:r w:rsidR="006F1ADB">
        <w:t>’</w:t>
      </w:r>
      <w:r>
        <w:t>il avait espéré</w:t>
      </w:r>
      <w:r w:rsidR="006F1ADB">
        <w:t xml:space="preserve">. </w:t>
      </w:r>
      <w:r>
        <w:t>La logique de la nature était trop cruelle pour le ménager</w:t>
      </w:r>
      <w:r w:rsidR="006F1ADB">
        <w:t xml:space="preserve">, </w:t>
      </w:r>
      <w:r>
        <w:t>et son sens de l</w:t>
      </w:r>
      <w:r w:rsidR="006F1ADB">
        <w:t>’</w:t>
      </w:r>
      <w:r>
        <w:t>harmonie était blessé de ce que la compassion due à certaines créatures portât préjudice aux autres</w:t>
      </w:r>
      <w:r w:rsidR="006F1ADB">
        <w:t>…</w:t>
      </w:r>
    </w:p>
    <w:p w14:paraId="7D2809CE" w14:textId="77777777" w:rsidR="006F1ADB" w:rsidRDefault="005A3479" w:rsidP="005A3479">
      <w:r>
        <w:lastRenderedPageBreak/>
        <w:t>S</w:t>
      </w:r>
      <w:r w:rsidR="006F1ADB">
        <w:t>’</w:t>
      </w:r>
      <w:r>
        <w:t>il pouvait seulement s</w:t>
      </w:r>
      <w:r w:rsidR="006F1ADB">
        <w:t>’</w:t>
      </w:r>
      <w:r>
        <w:t>empêcher de grandir</w:t>
      </w:r>
      <w:r w:rsidR="006F1ADB">
        <w:t xml:space="preserve"> ! </w:t>
      </w:r>
      <w:r>
        <w:t>Il n</w:t>
      </w:r>
      <w:r w:rsidR="006F1ADB">
        <w:t>’</w:t>
      </w:r>
      <w:r>
        <w:t>éprouvait nul besoin de devenir un homme</w:t>
      </w:r>
      <w:r w:rsidR="006F1ADB">
        <w:t>.</w:t>
      </w:r>
    </w:p>
    <w:p w14:paraId="03B14D79" w14:textId="77777777" w:rsidR="006F1ADB" w:rsidRDefault="005A3479" w:rsidP="005A3479">
      <w:r>
        <w:t>Dans l</w:t>
      </w:r>
      <w:r w:rsidR="006F1ADB">
        <w:t>’</w:t>
      </w:r>
      <w:r>
        <w:t>après-midi</w:t>
      </w:r>
      <w:r w:rsidR="006F1ADB">
        <w:t xml:space="preserve">, </w:t>
      </w:r>
      <w:r>
        <w:t>quand il n</w:t>
      </w:r>
      <w:r w:rsidR="006F1ADB">
        <w:t>’</w:t>
      </w:r>
      <w:r>
        <w:t>eut plus rien à faire à la ma</w:t>
      </w:r>
      <w:r>
        <w:t>i</w:t>
      </w:r>
      <w:r>
        <w:t>son</w:t>
      </w:r>
      <w:r w:rsidR="006F1ADB">
        <w:t xml:space="preserve">, </w:t>
      </w:r>
      <w:r>
        <w:t xml:space="preserve">il sortit du village et demanda le chemin de </w:t>
      </w:r>
      <w:proofErr w:type="spellStart"/>
      <w:r>
        <w:t>Christminster</w:t>
      </w:r>
      <w:proofErr w:type="spellEnd"/>
      <w:r w:rsidR="006F1ADB">
        <w:t xml:space="preserve">, </w:t>
      </w:r>
      <w:r>
        <w:t>qu</w:t>
      </w:r>
      <w:r w:rsidR="006F1ADB">
        <w:t>’</w:t>
      </w:r>
      <w:r>
        <w:t>on lui indiqua</w:t>
      </w:r>
      <w:r w:rsidR="006F1ADB">
        <w:t xml:space="preserve">, </w:t>
      </w:r>
      <w:r>
        <w:t xml:space="preserve">dans la direction du champ de </w:t>
      </w:r>
      <w:proofErr w:type="spellStart"/>
      <w:r>
        <w:t>Troutham</w:t>
      </w:r>
      <w:proofErr w:type="spellEnd"/>
      <w:r w:rsidR="006F1ADB">
        <w:t>.</w:t>
      </w:r>
    </w:p>
    <w:p w14:paraId="6F49146D" w14:textId="040D0CD1" w:rsidR="005A3479" w:rsidRDefault="005A3479" w:rsidP="006F1ADB">
      <w:pPr>
        <w:pStyle w:val="Titre2"/>
      </w:pPr>
      <w:bookmarkStart w:id="5" w:name="__RefHeading__7_1957917597"/>
      <w:bookmarkStart w:id="6" w:name="_Toc202369618"/>
      <w:bookmarkEnd w:id="5"/>
      <w:r>
        <w:lastRenderedPageBreak/>
        <w:t>III</w:t>
      </w:r>
      <w:bookmarkEnd w:id="6"/>
    </w:p>
    <w:p w14:paraId="4AB20AD4" w14:textId="77777777" w:rsidR="006F1ADB" w:rsidRDefault="005A3479" w:rsidP="005A3479">
      <w:r>
        <w:t>Pas une âme sur la route blanche</w:t>
      </w:r>
      <w:r w:rsidR="006F1ADB">
        <w:t xml:space="preserve">, </w:t>
      </w:r>
      <w:r>
        <w:t>qui semblait monter et se perdre dans le ciel</w:t>
      </w:r>
      <w:r w:rsidR="006F1ADB">
        <w:t xml:space="preserve">. </w:t>
      </w:r>
      <w:r>
        <w:t>Une ancienne voie romaine la croisait à angle droit</w:t>
      </w:r>
      <w:r w:rsidR="006F1ADB">
        <w:t xml:space="preserve">, </w:t>
      </w:r>
      <w:r>
        <w:t>allant de l</w:t>
      </w:r>
      <w:r w:rsidR="006F1ADB">
        <w:t>’</w:t>
      </w:r>
      <w:r>
        <w:t>est à l</w:t>
      </w:r>
      <w:r w:rsidR="006F1ADB">
        <w:t>’</w:t>
      </w:r>
      <w:r>
        <w:t>ouest sur un espace de plusieurs milles</w:t>
      </w:r>
      <w:r w:rsidR="006F1ADB">
        <w:t xml:space="preserve">. </w:t>
      </w:r>
      <w:r>
        <w:t>Jamais Jude ne s</w:t>
      </w:r>
      <w:r w:rsidR="006F1ADB">
        <w:t>’</w:t>
      </w:r>
      <w:r>
        <w:t>était hasardé si loin</w:t>
      </w:r>
      <w:r w:rsidR="006F1ADB">
        <w:t xml:space="preserve">, </w:t>
      </w:r>
      <w:r>
        <w:t>vers le nord</w:t>
      </w:r>
      <w:r w:rsidR="006F1ADB">
        <w:t xml:space="preserve">, </w:t>
      </w:r>
      <w:r>
        <w:t>hors du hameau où le courrier d</w:t>
      </w:r>
      <w:r w:rsidR="006F1ADB">
        <w:t>’</w:t>
      </w:r>
      <w:r>
        <w:t>une petite station l</w:t>
      </w:r>
      <w:r w:rsidR="006F1ADB">
        <w:t>’</w:t>
      </w:r>
      <w:r>
        <w:t>avait déposé</w:t>
      </w:r>
      <w:r w:rsidR="006F1ADB">
        <w:t xml:space="preserve">, </w:t>
      </w:r>
      <w:r>
        <w:t>par un soir très sombre</w:t>
      </w:r>
      <w:r w:rsidR="006F1ADB">
        <w:t xml:space="preserve">, </w:t>
      </w:r>
      <w:r>
        <w:t>quelques mois auparavant</w:t>
      </w:r>
      <w:r w:rsidR="006F1ADB">
        <w:t xml:space="preserve">. </w:t>
      </w:r>
      <w:r>
        <w:t>Il ne soupço</w:t>
      </w:r>
      <w:r>
        <w:t>n</w:t>
      </w:r>
      <w:r>
        <w:t>nait pas qu</w:t>
      </w:r>
      <w:r w:rsidR="006F1ADB">
        <w:t>’</w:t>
      </w:r>
      <w:r>
        <w:t>une aussi vaste</w:t>
      </w:r>
      <w:r w:rsidR="006F1ADB">
        <w:t xml:space="preserve">, </w:t>
      </w:r>
      <w:r>
        <w:t>plate et basse région s</w:t>
      </w:r>
      <w:r w:rsidR="006F1ADB">
        <w:t>’</w:t>
      </w:r>
      <w:r>
        <w:t>étendit si près de lui</w:t>
      </w:r>
      <w:r w:rsidR="006F1ADB">
        <w:t xml:space="preserve">, </w:t>
      </w:r>
      <w:r>
        <w:t>aux confins de son plateau</w:t>
      </w:r>
      <w:r w:rsidR="006F1ADB">
        <w:t xml:space="preserve">. </w:t>
      </w:r>
      <w:r>
        <w:t>La contrée septentrionale s</w:t>
      </w:r>
      <w:r w:rsidR="006F1ADB">
        <w:t>’</w:t>
      </w:r>
      <w:r>
        <w:t>étendait devant lut</w:t>
      </w:r>
      <w:r w:rsidR="006F1ADB">
        <w:t xml:space="preserve">, </w:t>
      </w:r>
      <w:r>
        <w:t>en demi-cercle</w:t>
      </w:r>
      <w:r w:rsidR="006F1ADB">
        <w:t xml:space="preserve">, </w:t>
      </w:r>
      <w:r>
        <w:t>sur une largeur de qu</w:t>
      </w:r>
      <w:r>
        <w:t>a</w:t>
      </w:r>
      <w:r>
        <w:t>rante à cinquante milles</w:t>
      </w:r>
      <w:r w:rsidR="006F1ADB">
        <w:t xml:space="preserve"> ; </w:t>
      </w:r>
      <w:r>
        <w:t>et l</w:t>
      </w:r>
      <w:r w:rsidR="006F1ADB">
        <w:t>’</w:t>
      </w:r>
      <w:r>
        <w:t>atmosphère semblait plus bleue et plus humide que celle où il respirait</w:t>
      </w:r>
      <w:r w:rsidR="006F1ADB">
        <w:t>.</w:t>
      </w:r>
    </w:p>
    <w:p w14:paraId="27957CA3" w14:textId="77777777" w:rsidR="006F1ADB" w:rsidRDefault="005A3479" w:rsidP="005A3479">
      <w:r>
        <w:t>Il y avait</w:t>
      </w:r>
      <w:r w:rsidR="006F1ADB">
        <w:t xml:space="preserve">, </w:t>
      </w:r>
      <w:r>
        <w:t>au bord de la route</w:t>
      </w:r>
      <w:r w:rsidR="006F1ADB">
        <w:t xml:space="preserve">, </w:t>
      </w:r>
      <w:r>
        <w:t>une vieille grange bâtie en briques et en tuiles et que les gens du pays appelaient la Ma</w:t>
      </w:r>
      <w:r>
        <w:t>i</w:t>
      </w:r>
      <w:r>
        <w:t>son-Noire</w:t>
      </w:r>
      <w:r w:rsidR="006F1ADB">
        <w:t xml:space="preserve">. </w:t>
      </w:r>
      <w:r>
        <w:t>Jude aperçut une échelle appuyée au bord du toit où deux hommes réparaient les tuiles</w:t>
      </w:r>
      <w:r w:rsidR="006F1ADB">
        <w:t xml:space="preserve">. </w:t>
      </w:r>
      <w:r>
        <w:t>Il grimpa sur l</w:t>
      </w:r>
      <w:r w:rsidR="006F1ADB">
        <w:t>’</w:t>
      </w:r>
      <w:r>
        <w:t>échelle</w:t>
      </w:r>
      <w:r w:rsidR="006F1ADB">
        <w:t xml:space="preserve">, </w:t>
      </w:r>
      <w:r>
        <w:t>et</w:t>
      </w:r>
      <w:r w:rsidR="006F1ADB">
        <w:t xml:space="preserve">, </w:t>
      </w:r>
      <w:r>
        <w:t xml:space="preserve">arrivant près des ouvriers il leur demanda où était </w:t>
      </w:r>
      <w:proofErr w:type="spellStart"/>
      <w:r>
        <w:t>Christmin</w:t>
      </w:r>
      <w:r>
        <w:t>s</w:t>
      </w:r>
      <w:r>
        <w:t>ter</w:t>
      </w:r>
      <w:proofErr w:type="spellEnd"/>
      <w:r w:rsidR="006F1ADB">
        <w:t>.</w:t>
      </w:r>
    </w:p>
    <w:p w14:paraId="723C9237" w14:textId="77777777" w:rsidR="006F1ADB" w:rsidRDefault="006F1ADB" w:rsidP="005A3479">
      <w:r>
        <w:t>— </w:t>
      </w:r>
      <w:proofErr w:type="spellStart"/>
      <w:r w:rsidR="005A3479">
        <w:t>Christminster</w:t>
      </w:r>
      <w:proofErr w:type="spellEnd"/>
      <w:r w:rsidR="005A3479">
        <w:t xml:space="preserve"> est par ici</w:t>
      </w:r>
      <w:r>
        <w:t xml:space="preserve">, </w:t>
      </w:r>
      <w:r w:rsidR="005A3479">
        <w:t>dans la direction de ce bouquet d</w:t>
      </w:r>
      <w:r>
        <w:t>’</w:t>
      </w:r>
      <w:r w:rsidR="005A3479">
        <w:t>arbres</w:t>
      </w:r>
      <w:r>
        <w:t xml:space="preserve">. </w:t>
      </w:r>
      <w:r w:rsidR="005A3479">
        <w:t>Vous ne pouvez pas le voir par un temps comme celui d</w:t>
      </w:r>
      <w:r>
        <w:t>’</w:t>
      </w:r>
      <w:r w:rsidR="005A3479">
        <w:t>aujourd</w:t>
      </w:r>
      <w:r>
        <w:t>’</w:t>
      </w:r>
      <w:r w:rsidR="005A3479">
        <w:t>hui</w:t>
      </w:r>
      <w:r>
        <w:t xml:space="preserve">… </w:t>
      </w:r>
      <w:r w:rsidR="005A3479">
        <w:t>Il faut choisir un temps clair</w:t>
      </w:r>
      <w:r>
        <w:t xml:space="preserve">. </w:t>
      </w:r>
      <w:r w:rsidR="005A3479">
        <w:t>Moi</w:t>
      </w:r>
      <w:r>
        <w:t xml:space="preserve">, </w:t>
      </w:r>
      <w:r w:rsidR="005A3479">
        <w:t>quand je l</w:t>
      </w:r>
      <w:r>
        <w:t>’</w:t>
      </w:r>
      <w:r w:rsidR="005A3479">
        <w:t>ai vu</w:t>
      </w:r>
      <w:r>
        <w:t xml:space="preserve">, </w:t>
      </w:r>
      <w:r w:rsidR="005A3479">
        <w:t>c</w:t>
      </w:r>
      <w:r>
        <w:t>’</w:t>
      </w:r>
      <w:r w:rsidR="005A3479">
        <w:t>est à l</w:t>
      </w:r>
      <w:r>
        <w:t>’</w:t>
      </w:r>
      <w:r w:rsidR="005A3479">
        <w:t>heure où le soleil descend dans une auréole de flammes</w:t>
      </w:r>
      <w:r>
        <w:t xml:space="preserve">… </w:t>
      </w:r>
      <w:r w:rsidR="005A3479">
        <w:t>Alors on croirait voir</w:t>
      </w:r>
      <w:r>
        <w:t xml:space="preserve">… </w:t>
      </w:r>
      <w:r w:rsidR="005A3479">
        <w:t>je ne sais pas quoi</w:t>
      </w:r>
      <w:r>
        <w:t>…</w:t>
      </w:r>
    </w:p>
    <w:p w14:paraId="70102820" w14:textId="77777777" w:rsidR="006F1ADB" w:rsidRDefault="006F1ADB" w:rsidP="005A3479">
      <w:r>
        <w:t>— </w:t>
      </w:r>
      <w:r w:rsidR="005A3479">
        <w:t>La Jérusalem céleste</w:t>
      </w:r>
      <w:r>
        <w:t xml:space="preserve"> ? </w:t>
      </w:r>
      <w:r w:rsidR="005A3479">
        <w:t>dit le grave bambin</w:t>
      </w:r>
      <w:r>
        <w:t>.</w:t>
      </w:r>
    </w:p>
    <w:p w14:paraId="57335B61" w14:textId="77777777" w:rsidR="006F1ADB" w:rsidRDefault="006F1ADB" w:rsidP="005A3479">
      <w:r>
        <w:t>— </w:t>
      </w:r>
      <w:r w:rsidR="005A3479">
        <w:t>Oui</w:t>
      </w:r>
      <w:r>
        <w:t xml:space="preserve">… </w:t>
      </w:r>
      <w:r w:rsidR="005A3479">
        <w:t>quoique je ne me sois jamais avisé de penser à c</w:t>
      </w:r>
      <w:r w:rsidR="005A3479">
        <w:t>e</w:t>
      </w:r>
      <w:r w:rsidR="005A3479">
        <w:t>la</w:t>
      </w:r>
      <w:r>
        <w:t>…</w:t>
      </w:r>
    </w:p>
    <w:p w14:paraId="4CFF4660" w14:textId="77777777" w:rsidR="006F1ADB" w:rsidRDefault="005A3479" w:rsidP="005A3479">
      <w:r>
        <w:lastRenderedPageBreak/>
        <w:t xml:space="preserve">Jude abandonna donc le projet de voir </w:t>
      </w:r>
      <w:proofErr w:type="spellStart"/>
      <w:r>
        <w:t>Christminster</w:t>
      </w:r>
      <w:proofErr w:type="spellEnd"/>
      <w:r>
        <w:t xml:space="preserve"> et se mit à errer </w:t>
      </w:r>
      <w:proofErr w:type="spellStart"/>
      <w:r>
        <w:t>ça</w:t>
      </w:r>
      <w:proofErr w:type="spellEnd"/>
      <w:r>
        <w:t xml:space="preserve"> et là en observant toutes choses</w:t>
      </w:r>
      <w:r w:rsidR="006F1ADB">
        <w:t xml:space="preserve">. </w:t>
      </w:r>
      <w:r>
        <w:t>Quand il repassa près de la grange</w:t>
      </w:r>
      <w:r w:rsidR="006F1ADB">
        <w:t xml:space="preserve">, </w:t>
      </w:r>
      <w:r>
        <w:t>il vit que les tuiliers étaient partis</w:t>
      </w:r>
      <w:r w:rsidR="006F1ADB">
        <w:t xml:space="preserve">, </w:t>
      </w:r>
      <w:r>
        <w:t>mais que l</w:t>
      </w:r>
      <w:r w:rsidR="006F1ADB">
        <w:t>’</w:t>
      </w:r>
      <w:r>
        <w:t>échelle était encore à sa place</w:t>
      </w:r>
      <w:r w:rsidR="006F1ADB">
        <w:t>.</w:t>
      </w:r>
    </w:p>
    <w:p w14:paraId="2389E63C" w14:textId="77777777" w:rsidR="006F1ADB" w:rsidRDefault="005A3479" w:rsidP="005A3479">
      <w:r>
        <w:t>Le soir tombait</w:t>
      </w:r>
      <w:r w:rsidR="006F1ADB">
        <w:t xml:space="preserve">. </w:t>
      </w:r>
      <w:r>
        <w:t>Il y avait toujours un léger brouillard</w:t>
      </w:r>
      <w:r w:rsidR="006F1ADB">
        <w:t xml:space="preserve">. </w:t>
      </w:r>
      <w:r>
        <w:t xml:space="preserve">Jude songea à </w:t>
      </w:r>
      <w:proofErr w:type="spellStart"/>
      <w:r>
        <w:t>Christminster</w:t>
      </w:r>
      <w:proofErr w:type="spellEnd"/>
      <w:r>
        <w:t xml:space="preserve"> et désira n</w:t>
      </w:r>
      <w:r w:rsidR="006F1ADB">
        <w:t>’</w:t>
      </w:r>
      <w:r>
        <w:t>avoir pas marché inutilement pendant deux ou trois milles</w:t>
      </w:r>
      <w:r w:rsidR="006F1ADB">
        <w:t xml:space="preserve">, </w:t>
      </w:r>
      <w:r>
        <w:t>sans apercevoir la ville qui l</w:t>
      </w:r>
      <w:r w:rsidR="006F1ADB">
        <w:t>’</w:t>
      </w:r>
      <w:r>
        <w:t>attirait</w:t>
      </w:r>
      <w:r w:rsidR="006F1ADB">
        <w:t xml:space="preserve">. </w:t>
      </w:r>
      <w:r>
        <w:t>Il monta jusqu</w:t>
      </w:r>
      <w:r w:rsidR="006F1ADB">
        <w:t>’</w:t>
      </w:r>
      <w:r>
        <w:t>au sommet de l</w:t>
      </w:r>
      <w:r w:rsidR="006F1ADB">
        <w:t>’</w:t>
      </w:r>
      <w:r>
        <w:t>échelle et s</w:t>
      </w:r>
      <w:r w:rsidR="006F1ADB">
        <w:t>’</w:t>
      </w:r>
      <w:r>
        <w:t>assit sur le dernier barreau</w:t>
      </w:r>
      <w:r w:rsidR="006F1ADB">
        <w:t xml:space="preserve">, </w:t>
      </w:r>
      <w:r>
        <w:t>parmi les tuiles</w:t>
      </w:r>
      <w:r w:rsidR="006F1ADB">
        <w:t xml:space="preserve">… </w:t>
      </w:r>
      <w:r>
        <w:t>Au bout de dix ou quinze m</w:t>
      </w:r>
      <w:r>
        <w:t>i</w:t>
      </w:r>
      <w:r>
        <w:t>nutes</w:t>
      </w:r>
      <w:r w:rsidR="006F1ADB">
        <w:t xml:space="preserve">, </w:t>
      </w:r>
      <w:r>
        <w:t>le brouillard s</w:t>
      </w:r>
      <w:r w:rsidR="006F1ADB">
        <w:t>’</w:t>
      </w:r>
      <w:r>
        <w:t>évanouit à l</w:t>
      </w:r>
      <w:r w:rsidR="006F1ADB">
        <w:t>’</w:t>
      </w:r>
      <w:r>
        <w:t>est</w:t>
      </w:r>
      <w:r w:rsidR="006F1ADB">
        <w:t xml:space="preserve">, </w:t>
      </w:r>
      <w:r>
        <w:t>et un quart d</w:t>
      </w:r>
      <w:r w:rsidR="006F1ADB">
        <w:t>’</w:t>
      </w:r>
      <w:r>
        <w:t>heure après</w:t>
      </w:r>
      <w:r w:rsidR="006F1ADB">
        <w:t xml:space="preserve">, </w:t>
      </w:r>
      <w:r>
        <w:t>les vapeurs du couchant disparurent</w:t>
      </w:r>
      <w:r w:rsidR="006F1ADB">
        <w:t xml:space="preserve"> ; </w:t>
      </w:r>
      <w:r>
        <w:t>les rayons filtrèrent entre deux barres de nuages gris</w:t>
      </w:r>
      <w:r w:rsidR="006F1ADB">
        <w:t xml:space="preserve">. </w:t>
      </w:r>
      <w:r>
        <w:t>À l</w:t>
      </w:r>
      <w:r w:rsidR="006F1ADB">
        <w:t>’</w:t>
      </w:r>
      <w:r>
        <w:t>extrême limite du paysage</w:t>
      </w:r>
      <w:r w:rsidR="006F1ADB">
        <w:t xml:space="preserve">, </w:t>
      </w:r>
      <w:r>
        <w:t>l</w:t>
      </w:r>
      <w:r w:rsidR="006F1ADB">
        <w:t>’</w:t>
      </w:r>
      <w:r>
        <w:t>enfant vit briller des points de topaze</w:t>
      </w:r>
      <w:r w:rsidR="006F1ADB">
        <w:t xml:space="preserve">, </w:t>
      </w:r>
      <w:r>
        <w:t>qui devinrent peu à peu des girouettes</w:t>
      </w:r>
      <w:r w:rsidR="006F1ADB">
        <w:t xml:space="preserve">, </w:t>
      </w:r>
      <w:r>
        <w:t>des fenêtres</w:t>
      </w:r>
      <w:r w:rsidR="006F1ADB">
        <w:t xml:space="preserve">, </w:t>
      </w:r>
      <w:r>
        <w:t>des toits d</w:t>
      </w:r>
      <w:r w:rsidR="006F1ADB">
        <w:t>’</w:t>
      </w:r>
      <w:r>
        <w:t>ardoise</w:t>
      </w:r>
      <w:r w:rsidR="006F1ADB">
        <w:t xml:space="preserve">, </w:t>
      </w:r>
      <w:r>
        <w:t>des clochers</w:t>
      </w:r>
      <w:r w:rsidR="006F1ADB">
        <w:t xml:space="preserve">, </w:t>
      </w:r>
      <w:r>
        <w:t>des dômes</w:t>
      </w:r>
      <w:r w:rsidR="006F1ADB">
        <w:t xml:space="preserve">… </w:t>
      </w:r>
      <w:r>
        <w:t>C</w:t>
      </w:r>
      <w:r w:rsidR="006F1ADB">
        <w:t>’</w:t>
      </w:r>
      <w:r>
        <w:t xml:space="preserve">était </w:t>
      </w:r>
      <w:proofErr w:type="spellStart"/>
      <w:r>
        <w:t>Christminster</w:t>
      </w:r>
      <w:proofErr w:type="spellEnd"/>
      <w:r>
        <w:t xml:space="preserve"> ou son mirage</w:t>
      </w:r>
      <w:r w:rsidR="006F1ADB">
        <w:t>.</w:t>
      </w:r>
    </w:p>
    <w:p w14:paraId="7A8BAF83" w14:textId="77777777" w:rsidR="006F1ADB" w:rsidRDefault="005A3479" w:rsidP="005A3479">
      <w:r>
        <w:t>Le petit spectateur regarda jusqu</w:t>
      </w:r>
      <w:r w:rsidR="006F1ADB">
        <w:t>’</w:t>
      </w:r>
      <w:r>
        <w:t>à ce que les fenêtres et les girouettes eussent perdu leur éclat</w:t>
      </w:r>
      <w:r w:rsidR="006F1ADB">
        <w:t xml:space="preserve">, </w:t>
      </w:r>
      <w:r>
        <w:t>comme des flambeaux bru</w:t>
      </w:r>
      <w:r>
        <w:t>s</w:t>
      </w:r>
      <w:r>
        <w:t>quement éteints</w:t>
      </w:r>
      <w:r w:rsidR="006F1ADB">
        <w:t xml:space="preserve">. </w:t>
      </w:r>
      <w:r>
        <w:t xml:space="preserve">La vague apparition se </w:t>
      </w:r>
      <w:proofErr w:type="spellStart"/>
      <w:r>
        <w:t>voila</w:t>
      </w:r>
      <w:proofErr w:type="spellEnd"/>
      <w:r>
        <w:t xml:space="preserve"> de brume</w:t>
      </w:r>
      <w:r w:rsidR="006F1ADB">
        <w:t xml:space="preserve">. </w:t>
      </w:r>
      <w:r>
        <w:t>Se tournant vers l</w:t>
      </w:r>
      <w:r w:rsidR="006F1ADB">
        <w:t>’</w:t>
      </w:r>
      <w:r>
        <w:t>ouest</w:t>
      </w:r>
      <w:r w:rsidR="006F1ADB">
        <w:t xml:space="preserve">, </w:t>
      </w:r>
      <w:r>
        <w:t>Jude vit que le soleil avait disparu</w:t>
      </w:r>
      <w:r w:rsidR="006F1ADB">
        <w:t xml:space="preserve">. </w:t>
      </w:r>
      <w:r>
        <w:t>Le premier plan du paysage s</w:t>
      </w:r>
      <w:r w:rsidR="006F1ADB">
        <w:t>’</w:t>
      </w:r>
      <w:r>
        <w:t>assombrissait d</w:t>
      </w:r>
      <w:r w:rsidR="006F1ADB">
        <w:t>’</w:t>
      </w:r>
      <w:r>
        <w:t>une manière funèbre</w:t>
      </w:r>
      <w:r w:rsidR="006F1ADB">
        <w:t xml:space="preserve">, </w:t>
      </w:r>
      <w:r>
        <w:t>et les objets les plus proches prenaient des formes et des co</w:t>
      </w:r>
      <w:r>
        <w:t>u</w:t>
      </w:r>
      <w:r>
        <w:t>leurs chimériques</w:t>
      </w:r>
      <w:r w:rsidR="006F1ADB">
        <w:t>.</w:t>
      </w:r>
    </w:p>
    <w:p w14:paraId="35E52BD7" w14:textId="77777777" w:rsidR="006F1ADB" w:rsidRDefault="005A3479" w:rsidP="005A3479">
      <w:r>
        <w:t>Il descendit l</w:t>
      </w:r>
      <w:r w:rsidR="006F1ADB">
        <w:t>’</w:t>
      </w:r>
      <w:r>
        <w:t>échelle</w:t>
      </w:r>
      <w:r w:rsidR="006F1ADB">
        <w:t xml:space="preserve">, </w:t>
      </w:r>
      <w:r>
        <w:t>plein d</w:t>
      </w:r>
      <w:r w:rsidR="006F1ADB">
        <w:t>’</w:t>
      </w:r>
      <w:r>
        <w:t>anxiété</w:t>
      </w:r>
      <w:r w:rsidR="006F1ADB">
        <w:t xml:space="preserve">, </w:t>
      </w:r>
      <w:r>
        <w:t>et s</w:t>
      </w:r>
      <w:r w:rsidR="006F1ADB">
        <w:t>’</w:t>
      </w:r>
      <w:r>
        <w:t>en alla</w:t>
      </w:r>
      <w:r>
        <w:rPr>
          <w:i/>
          <w:szCs w:val="32"/>
        </w:rPr>
        <w:t xml:space="preserve"> </w:t>
      </w:r>
      <w:r>
        <w:t>par la route</w:t>
      </w:r>
      <w:r w:rsidR="006F1ADB">
        <w:t xml:space="preserve">, </w:t>
      </w:r>
      <w:r>
        <w:t>essayant de ne pas penser aux géants</w:t>
      </w:r>
      <w:r w:rsidR="006F1ADB">
        <w:t xml:space="preserve">, </w:t>
      </w:r>
      <w:r>
        <w:t>à Herne le cha</w:t>
      </w:r>
      <w:r>
        <w:t>s</w:t>
      </w:r>
      <w:r>
        <w:t>seur</w:t>
      </w:r>
      <w:r w:rsidR="006F1ADB">
        <w:t xml:space="preserve">, </w:t>
      </w:r>
      <w:r>
        <w:t>à l</w:t>
      </w:r>
      <w:r w:rsidR="006F1ADB">
        <w:t>’</w:t>
      </w:r>
      <w:r>
        <w:t>Apollon qui tend des pièges</w:t>
      </w:r>
      <w:r w:rsidR="006F1ADB">
        <w:t xml:space="preserve">, </w:t>
      </w:r>
      <w:r>
        <w:t>à Christian</w:t>
      </w:r>
      <w:r w:rsidRPr="00B85C22">
        <w:rPr>
          <w:rStyle w:val="Appelnotedebasdep"/>
        </w:rPr>
        <w:footnoteReference w:id="1"/>
      </w:r>
      <w:r w:rsidR="006F1ADB">
        <w:t xml:space="preserve">, </w:t>
      </w:r>
      <w:r>
        <w:t xml:space="preserve">au capitaine qui porte un trou sanglant au milieu du front et chaque nuit </w:t>
      </w:r>
      <w:r>
        <w:lastRenderedPageBreak/>
        <w:t>lutte contre des cadavres ressuscités et révoltés à bord du vai</w:t>
      </w:r>
      <w:r>
        <w:t>s</w:t>
      </w:r>
      <w:r>
        <w:t>seau maudit</w:t>
      </w:r>
      <w:r w:rsidR="006F1ADB">
        <w:t xml:space="preserve">. </w:t>
      </w:r>
      <w:r>
        <w:t>Il savait bien qu</w:t>
      </w:r>
      <w:r w:rsidR="006F1ADB">
        <w:t>’</w:t>
      </w:r>
      <w:r>
        <w:t>il avait passé l</w:t>
      </w:r>
      <w:r w:rsidR="006F1ADB">
        <w:t>’</w:t>
      </w:r>
      <w:r>
        <w:t>âge de croire à ces horreurs</w:t>
      </w:r>
      <w:r w:rsidR="006F1ADB">
        <w:t xml:space="preserve">, </w:t>
      </w:r>
      <w:r>
        <w:t>mais</w:t>
      </w:r>
      <w:r w:rsidR="006F1ADB">
        <w:t xml:space="preserve">, </w:t>
      </w:r>
      <w:r>
        <w:t>néanmoins</w:t>
      </w:r>
      <w:r w:rsidR="006F1ADB">
        <w:t xml:space="preserve">, </w:t>
      </w:r>
      <w:r>
        <w:t>il fut charmé quand il vit le clocher et les lumières aux fenêtres de la chaumière</w:t>
      </w:r>
      <w:r w:rsidR="006F1ADB">
        <w:t xml:space="preserve">, </w:t>
      </w:r>
      <w:r>
        <w:t>quoique cette ma</w:t>
      </w:r>
      <w:r>
        <w:t>i</w:t>
      </w:r>
      <w:r>
        <w:t xml:space="preserve">son ne fût pas son foyer natal et que sa </w:t>
      </w:r>
      <w:proofErr w:type="spellStart"/>
      <w:r>
        <w:t>grand</w:t>
      </w:r>
      <w:r w:rsidR="006F1ADB">
        <w:t>’</w:t>
      </w:r>
      <w:r>
        <w:t>tante</w:t>
      </w:r>
      <w:proofErr w:type="spellEnd"/>
      <w:r>
        <w:t xml:space="preserve"> ne se souciât guère de lui</w:t>
      </w:r>
      <w:r w:rsidR="006F1ADB">
        <w:t>.</w:t>
      </w:r>
    </w:p>
    <w:p w14:paraId="31EADC7B" w14:textId="5BD92ECC" w:rsidR="005A3479" w:rsidRDefault="005A3479" w:rsidP="005A3479"/>
    <w:p w14:paraId="4068353C" w14:textId="77777777" w:rsidR="006F1ADB" w:rsidRDefault="005A3479" w:rsidP="005A3479">
      <w:r>
        <w:t>À travers la solide barrière de froides collines crétacées qui s</w:t>
      </w:r>
      <w:r w:rsidR="006F1ADB">
        <w:t>’</w:t>
      </w:r>
      <w:r>
        <w:t>étendait au nord</w:t>
      </w:r>
      <w:r w:rsidR="006F1ADB">
        <w:t xml:space="preserve">, </w:t>
      </w:r>
      <w:r>
        <w:t>Jude contempla toujours une cité mervei</w:t>
      </w:r>
      <w:r>
        <w:t>l</w:t>
      </w:r>
      <w:r>
        <w:t>leuse</w:t>
      </w:r>
      <w:r w:rsidR="006F1ADB">
        <w:t xml:space="preserve">, </w:t>
      </w:r>
      <w:r>
        <w:t>ce lieu qui avait semblé à son imagination la nouvelle J</w:t>
      </w:r>
      <w:r>
        <w:t>é</w:t>
      </w:r>
      <w:r>
        <w:t>rusalem</w:t>
      </w:r>
      <w:r w:rsidR="006F1ADB">
        <w:t xml:space="preserve">. </w:t>
      </w:r>
      <w:r>
        <w:t>Pendant la morne saison humide</w:t>
      </w:r>
      <w:r w:rsidR="006F1ADB">
        <w:t xml:space="preserve">, </w:t>
      </w:r>
      <w:r>
        <w:t>il savait qu</w:t>
      </w:r>
      <w:r w:rsidR="006F1ADB">
        <w:t>’</w:t>
      </w:r>
      <w:r>
        <w:t>il ple</w:t>
      </w:r>
      <w:r>
        <w:t>u</w:t>
      </w:r>
      <w:r>
        <w:t xml:space="preserve">vait à </w:t>
      </w:r>
      <w:proofErr w:type="spellStart"/>
      <w:r>
        <w:t>Christminster</w:t>
      </w:r>
      <w:proofErr w:type="spellEnd"/>
      <w:r w:rsidR="006F1ADB">
        <w:t xml:space="preserve">, </w:t>
      </w:r>
      <w:r>
        <w:t>mais il pouvait à peine croire que la pluie y fût aussi triste qu</w:t>
      </w:r>
      <w:r w:rsidR="006F1ADB">
        <w:t>’</w:t>
      </w:r>
      <w:r>
        <w:t>ailleurs</w:t>
      </w:r>
      <w:r w:rsidR="006F1ADB">
        <w:t xml:space="preserve">. </w:t>
      </w:r>
      <w:r>
        <w:t>Souvent il allait jusqu</w:t>
      </w:r>
      <w:r w:rsidR="006F1ADB">
        <w:t>’</w:t>
      </w:r>
      <w:r>
        <w:t>à la Maison-Noire</w:t>
      </w:r>
      <w:r w:rsidR="006F1ADB">
        <w:t xml:space="preserve">, </w:t>
      </w:r>
      <w:r>
        <w:t>fasciné par la vue d</w:t>
      </w:r>
      <w:r w:rsidR="006F1ADB">
        <w:t>’</w:t>
      </w:r>
      <w:r>
        <w:t>un dôme</w:t>
      </w:r>
      <w:r w:rsidR="006F1ADB">
        <w:t xml:space="preserve">, </w:t>
      </w:r>
      <w:r>
        <w:t>d</w:t>
      </w:r>
      <w:r w:rsidR="006F1ADB">
        <w:t>’</w:t>
      </w:r>
      <w:r>
        <w:t>un clocher ou d</w:t>
      </w:r>
      <w:r w:rsidR="006F1ADB">
        <w:t>’</w:t>
      </w:r>
      <w:r>
        <w:t>une petite fumée qui lui semblait mystique comme un encens</w:t>
      </w:r>
      <w:r w:rsidR="006F1ADB">
        <w:t>.</w:t>
      </w:r>
    </w:p>
    <w:p w14:paraId="4FD93A34" w14:textId="33CFA7E1" w:rsidR="005A3479" w:rsidRDefault="005A3479" w:rsidP="005A3479">
      <w:r>
        <w:t>Il rêva de s</w:t>
      </w:r>
      <w:r w:rsidR="006F1ADB">
        <w:t>’</w:t>
      </w:r>
      <w:r>
        <w:t>y rendre après la tombée du jour</w:t>
      </w:r>
      <w:r w:rsidR="006F1ADB">
        <w:t xml:space="preserve">, </w:t>
      </w:r>
      <w:r>
        <w:t>et même d</w:t>
      </w:r>
      <w:r w:rsidR="006F1ADB">
        <w:t>’</w:t>
      </w:r>
      <w:r>
        <w:t>aller un peu plus loin pour voir les lumières nocturnes de la c</w:t>
      </w:r>
      <w:r>
        <w:t>i</w:t>
      </w:r>
      <w:r>
        <w:t>té</w:t>
      </w:r>
      <w:r w:rsidR="006F1ADB">
        <w:t xml:space="preserve">. </w:t>
      </w:r>
      <w:r>
        <w:t>Malgré son appréhension de rentrer seul</w:t>
      </w:r>
      <w:r w:rsidR="006F1ADB">
        <w:t xml:space="preserve">, </w:t>
      </w:r>
      <w:r>
        <w:t>il s</w:t>
      </w:r>
      <w:r w:rsidR="006F1ADB">
        <w:t>’</w:t>
      </w:r>
      <w:r>
        <w:t>arma de co</w:t>
      </w:r>
      <w:r>
        <w:t>u</w:t>
      </w:r>
      <w:r>
        <w:t>rage et mit son projet à exécution</w:t>
      </w:r>
      <w:r w:rsidR="006F1ADB">
        <w:t xml:space="preserve">. </w:t>
      </w:r>
      <w:r>
        <w:t>Il n</w:t>
      </w:r>
      <w:r w:rsidR="006F1ADB">
        <w:t>’</w:t>
      </w:r>
      <w:r>
        <w:t>était pas bien tard quand il arriva à la Maison-Noire</w:t>
      </w:r>
      <w:r w:rsidR="006F1ADB">
        <w:t xml:space="preserve">, </w:t>
      </w:r>
      <w:r>
        <w:t>juste à l</w:t>
      </w:r>
      <w:r w:rsidR="006F1ADB">
        <w:t>’</w:t>
      </w:r>
      <w:r>
        <w:t>heure du crépuscule</w:t>
      </w:r>
      <w:r w:rsidR="006F1ADB">
        <w:t xml:space="preserve"> ; </w:t>
      </w:r>
      <w:r>
        <w:t>mais le ciel sombre au nord-est</w:t>
      </w:r>
      <w:r w:rsidR="006F1ADB">
        <w:t xml:space="preserve">, </w:t>
      </w:r>
      <w:r>
        <w:t>d</w:t>
      </w:r>
      <w:r w:rsidR="006F1ADB">
        <w:t>’</w:t>
      </w:r>
      <w:r>
        <w:t>où soufflait le vent</w:t>
      </w:r>
      <w:r w:rsidR="006F1ADB">
        <w:t xml:space="preserve">, </w:t>
      </w:r>
      <w:r>
        <w:t>paraissait fav</w:t>
      </w:r>
      <w:r>
        <w:t>o</w:t>
      </w:r>
      <w:r>
        <w:t>riser son entreprise</w:t>
      </w:r>
      <w:r w:rsidR="006F1ADB">
        <w:t xml:space="preserve">. </w:t>
      </w:r>
      <w:r>
        <w:t>Il fut récompensé</w:t>
      </w:r>
      <w:r w:rsidR="006F1ADB">
        <w:t xml:space="preserve"> : </w:t>
      </w:r>
      <w:r>
        <w:t>sans distinguer les l</w:t>
      </w:r>
      <w:r>
        <w:t>u</w:t>
      </w:r>
      <w:r>
        <w:t>mières</w:t>
      </w:r>
      <w:r w:rsidR="006F1ADB">
        <w:t xml:space="preserve">, </w:t>
      </w:r>
      <w:r>
        <w:t>il apercevait un halo de brouillard lumineux</w:t>
      </w:r>
      <w:r w:rsidR="006F1ADB">
        <w:t xml:space="preserve">. </w:t>
      </w:r>
      <w:r>
        <w:t>Dans ce rayonnement</w:t>
      </w:r>
      <w:r w:rsidR="006F1ADB">
        <w:t xml:space="preserve">, </w:t>
      </w:r>
      <w:r>
        <w:t xml:space="preserve">Jude crut voir </w:t>
      </w:r>
      <w:proofErr w:type="spellStart"/>
      <w:r>
        <w:t>Phillotson</w:t>
      </w:r>
      <w:proofErr w:type="spellEnd"/>
      <w:r>
        <w:t xml:space="preserve"> se promener</w:t>
      </w:r>
      <w:r w:rsidR="006F1ADB">
        <w:t xml:space="preserve">, </w:t>
      </w:r>
      <w:r>
        <w:t>comme dans la fournaise de Nabuchodonosor</w:t>
      </w:r>
      <w:r w:rsidR="006F1ADB">
        <w:t xml:space="preserve">. </w:t>
      </w:r>
      <w:r>
        <w:t>Il offrit ses lèvres au vent du nord-est qu</w:t>
      </w:r>
      <w:r w:rsidR="006F1ADB">
        <w:t>’</w:t>
      </w:r>
      <w:r>
        <w:t>il savoura comme une douce liqueur</w:t>
      </w:r>
      <w:r w:rsidR="006F1ADB">
        <w:t xml:space="preserve">. </w:t>
      </w:r>
      <w:r>
        <w:t>Et il crut entendre le son des cloches</w:t>
      </w:r>
      <w:r w:rsidR="006F1ADB">
        <w:t xml:space="preserve">, </w:t>
      </w:r>
      <w:r>
        <w:t>la voix de la cité</w:t>
      </w:r>
      <w:r w:rsidR="006F1ADB">
        <w:t xml:space="preserve">, </w:t>
      </w:r>
      <w:r>
        <w:t>faible et musicale</w:t>
      </w:r>
      <w:r w:rsidR="006F1ADB">
        <w:t xml:space="preserve">, </w:t>
      </w:r>
      <w:r>
        <w:t>murmurant</w:t>
      </w:r>
      <w:r w:rsidR="006F1ADB">
        <w:t> : « </w:t>
      </w:r>
      <w:r>
        <w:t>On est heureux ici</w:t>
      </w:r>
      <w:r w:rsidR="006F1ADB">
        <w:t>. »</w:t>
      </w:r>
    </w:p>
    <w:p w14:paraId="3BDCD7CB" w14:textId="77777777" w:rsidR="006F1ADB" w:rsidRDefault="005A3479" w:rsidP="005A3479">
      <w:r>
        <w:lastRenderedPageBreak/>
        <w:t>Un bruit le tira de son extase</w:t>
      </w:r>
      <w:r w:rsidR="006F1ADB">
        <w:t xml:space="preserve">. </w:t>
      </w:r>
      <w:r>
        <w:t>Il aperçut une voiture de charbon conduite par deux hommes et un gamin</w:t>
      </w:r>
      <w:r w:rsidR="006F1ADB">
        <w:t>.</w:t>
      </w:r>
    </w:p>
    <w:p w14:paraId="58BDBD3C" w14:textId="77777777" w:rsidR="006F1ADB" w:rsidRDefault="005A3479" w:rsidP="005A3479">
      <w:r>
        <w:t>Celui-ci plaça une grosse pierre contre les roues et donna aux bêtes haletantes le loisir de se reposer</w:t>
      </w:r>
      <w:r w:rsidR="006F1ADB">
        <w:t>.</w:t>
      </w:r>
    </w:p>
    <w:p w14:paraId="7577F3C3" w14:textId="77777777" w:rsidR="006F1ADB" w:rsidRDefault="005A3479" w:rsidP="005A3479">
      <w:r>
        <w:t>Jude s</w:t>
      </w:r>
      <w:r w:rsidR="006F1ADB">
        <w:t>’</w:t>
      </w:r>
      <w:r>
        <w:t>adressa aux deux hommes</w:t>
      </w:r>
      <w:r w:rsidR="006F1ADB">
        <w:t xml:space="preserve">, </w:t>
      </w:r>
      <w:r>
        <w:t>demandant s</w:t>
      </w:r>
      <w:r w:rsidR="006F1ADB">
        <w:t>’</w:t>
      </w:r>
      <w:r>
        <w:t xml:space="preserve">ils venaient de </w:t>
      </w:r>
      <w:proofErr w:type="spellStart"/>
      <w:r>
        <w:t>Christminster</w:t>
      </w:r>
      <w:proofErr w:type="spellEnd"/>
      <w:r w:rsidR="006F1ADB">
        <w:t>.</w:t>
      </w:r>
    </w:p>
    <w:p w14:paraId="53001F39" w14:textId="77777777" w:rsidR="006F1ADB" w:rsidRDefault="006F1ADB" w:rsidP="005A3479">
      <w:r>
        <w:t>— </w:t>
      </w:r>
      <w:r w:rsidR="005A3479">
        <w:t>À Dieu ne plaise</w:t>
      </w:r>
      <w:r>
        <w:t xml:space="preserve"> !… </w:t>
      </w:r>
      <w:r w:rsidR="005A3479">
        <w:t>Avec ce chargement</w:t>
      </w:r>
      <w:r>
        <w:t> !…</w:t>
      </w:r>
    </w:p>
    <w:p w14:paraId="049D364C" w14:textId="77777777" w:rsidR="006F1ADB" w:rsidRDefault="006F1ADB" w:rsidP="005A3479">
      <w:r>
        <w:t>— </w:t>
      </w:r>
      <w:r w:rsidR="005A3479">
        <w:t>L</w:t>
      </w:r>
      <w:r>
        <w:t>’</w:t>
      </w:r>
      <w:r w:rsidR="005A3479">
        <w:t>endroit dont je parle est là-bas</w:t>
      </w:r>
      <w:r>
        <w:t>.</w:t>
      </w:r>
    </w:p>
    <w:p w14:paraId="02B86573" w14:textId="77777777" w:rsidR="006F1ADB" w:rsidRDefault="005A3479" w:rsidP="005A3479">
      <w:r>
        <w:t xml:space="preserve">Jude était si romanesquement épris de </w:t>
      </w:r>
      <w:proofErr w:type="spellStart"/>
      <w:r>
        <w:t>Christminster</w:t>
      </w:r>
      <w:proofErr w:type="spellEnd"/>
      <w:r>
        <w:t xml:space="preserve"> qu</w:t>
      </w:r>
      <w:r w:rsidR="006F1ADB">
        <w:t>’</w:t>
      </w:r>
      <w:r>
        <w:t>il n</w:t>
      </w:r>
      <w:r w:rsidR="006F1ADB">
        <w:t>’</w:t>
      </w:r>
      <w:r>
        <w:t>osait prononcer ce nom</w:t>
      </w:r>
      <w:r w:rsidR="006F1ADB">
        <w:t xml:space="preserve"> : </w:t>
      </w:r>
      <w:r>
        <w:t>tel un amant parlant de sa maîtresse</w:t>
      </w:r>
      <w:r w:rsidR="006F1ADB">
        <w:t xml:space="preserve">. </w:t>
      </w:r>
      <w:r>
        <w:t>Il montra la lumière dans le ciel</w:t>
      </w:r>
      <w:r w:rsidR="006F1ADB">
        <w:t xml:space="preserve"> ; </w:t>
      </w:r>
      <w:r>
        <w:t>elle était à peine visible pour des yeux un peu âgés</w:t>
      </w:r>
      <w:r w:rsidR="006F1ADB">
        <w:t>.</w:t>
      </w:r>
    </w:p>
    <w:p w14:paraId="07050C93" w14:textId="77777777" w:rsidR="006F1ADB" w:rsidRDefault="006F1ADB" w:rsidP="005A3479">
      <w:r>
        <w:t>— </w:t>
      </w:r>
      <w:r w:rsidR="005A3479">
        <w:t>Oui</w:t>
      </w:r>
      <w:r>
        <w:t xml:space="preserve">, </w:t>
      </w:r>
      <w:r w:rsidR="005A3479">
        <w:t>il y a au nord-est un point brillant</w:t>
      </w:r>
      <w:r>
        <w:t xml:space="preserve">. </w:t>
      </w:r>
      <w:r w:rsidR="005A3479">
        <w:t xml:space="preserve">Cela doit être </w:t>
      </w:r>
      <w:proofErr w:type="spellStart"/>
      <w:r w:rsidR="005A3479">
        <w:t>Christminster</w:t>
      </w:r>
      <w:proofErr w:type="spellEnd"/>
      <w:r>
        <w:t>.</w:t>
      </w:r>
    </w:p>
    <w:p w14:paraId="5123316D" w14:textId="77777777" w:rsidR="006F1ADB" w:rsidRDefault="005A3479" w:rsidP="005A3479">
      <w:r>
        <w:t>Ici</w:t>
      </w:r>
      <w:r w:rsidR="006F1ADB">
        <w:t xml:space="preserve">, </w:t>
      </w:r>
      <w:r>
        <w:t>un petit livre de contes</w:t>
      </w:r>
      <w:r w:rsidR="006F1ADB">
        <w:t xml:space="preserve">, </w:t>
      </w:r>
      <w:r>
        <w:t>que Jude portait sous son bras</w:t>
      </w:r>
      <w:r w:rsidR="006F1ADB">
        <w:t xml:space="preserve">, </w:t>
      </w:r>
      <w:r>
        <w:t>glissa et tomba sur la route</w:t>
      </w:r>
      <w:r w:rsidR="006F1ADB">
        <w:t xml:space="preserve">. </w:t>
      </w:r>
      <w:r>
        <w:t>Le charretier l</w:t>
      </w:r>
      <w:r w:rsidR="006F1ADB">
        <w:t>’</w:t>
      </w:r>
      <w:r>
        <w:t>examina pendant qu</w:t>
      </w:r>
      <w:r w:rsidR="006F1ADB">
        <w:t>’</w:t>
      </w:r>
      <w:r>
        <w:t>il le ramassait et arrangeait les feuillets</w:t>
      </w:r>
      <w:r w:rsidR="006F1ADB">
        <w:t>.</w:t>
      </w:r>
    </w:p>
    <w:p w14:paraId="06EDB878" w14:textId="77777777" w:rsidR="006F1ADB" w:rsidRDefault="006F1ADB" w:rsidP="005A3479">
      <w:r>
        <w:t>— </w:t>
      </w:r>
      <w:r w:rsidR="005A3479">
        <w:t>Ah</w:t>
      </w:r>
      <w:r>
        <w:t xml:space="preserve"> ! </w:t>
      </w:r>
      <w:r w:rsidR="005A3479">
        <w:t>jeune homme</w:t>
      </w:r>
      <w:r>
        <w:t xml:space="preserve">, </w:t>
      </w:r>
      <w:r w:rsidR="005A3479">
        <w:t>dit-il</w:t>
      </w:r>
      <w:r>
        <w:t xml:space="preserve">, </w:t>
      </w:r>
      <w:r w:rsidR="005A3479">
        <w:t>il vous faudrait une autre c</w:t>
      </w:r>
      <w:r w:rsidR="005A3479">
        <w:t>a</w:t>
      </w:r>
      <w:r w:rsidR="005A3479">
        <w:t>boche pour lire ce qu</w:t>
      </w:r>
      <w:r>
        <w:t>’</w:t>
      </w:r>
      <w:r w:rsidR="005A3479">
        <w:t>on lit là-bas</w:t>
      </w:r>
      <w:r>
        <w:t>.</w:t>
      </w:r>
    </w:p>
    <w:p w14:paraId="3CD4CD67" w14:textId="77777777" w:rsidR="006F1ADB" w:rsidRDefault="006F1ADB" w:rsidP="005A3479">
      <w:r>
        <w:t>— </w:t>
      </w:r>
      <w:r w:rsidR="005A3479">
        <w:t>Pourquoi</w:t>
      </w:r>
      <w:r>
        <w:t xml:space="preserve"> ? </w:t>
      </w:r>
      <w:r w:rsidR="005A3479">
        <w:t>demanda l</w:t>
      </w:r>
      <w:r>
        <w:t>’</w:t>
      </w:r>
      <w:r w:rsidR="005A3479">
        <w:t>enfant</w:t>
      </w:r>
      <w:r>
        <w:t>.</w:t>
      </w:r>
    </w:p>
    <w:p w14:paraId="75AA51CA" w14:textId="77777777" w:rsidR="006F1ADB" w:rsidRDefault="006F1ADB" w:rsidP="005A3479">
      <w:r>
        <w:t>— </w:t>
      </w:r>
      <w:r w:rsidR="005A3479">
        <w:t>Oh</w:t>
      </w:r>
      <w:r>
        <w:t xml:space="preserve"> ! </w:t>
      </w:r>
      <w:r w:rsidR="005A3479">
        <w:t xml:space="preserve">les gens de </w:t>
      </w:r>
      <w:proofErr w:type="spellStart"/>
      <w:r w:rsidR="005A3479">
        <w:t>Christminster</w:t>
      </w:r>
      <w:proofErr w:type="spellEnd"/>
      <w:r w:rsidR="005A3479">
        <w:t xml:space="preserve"> ne s</w:t>
      </w:r>
      <w:r>
        <w:t>’</w:t>
      </w:r>
      <w:r w:rsidR="005A3479">
        <w:t>occupent jamais de rien que nous puissions comprendre</w:t>
      </w:r>
      <w:r>
        <w:t xml:space="preserve">. </w:t>
      </w:r>
      <w:r w:rsidR="005A3479">
        <w:t>Ils étudient les langues étrangères</w:t>
      </w:r>
      <w:r>
        <w:t xml:space="preserve">, </w:t>
      </w:r>
      <w:r w:rsidR="005A3479">
        <w:t>les langues d</w:t>
      </w:r>
      <w:r>
        <w:t>’</w:t>
      </w:r>
      <w:r w:rsidR="005A3479">
        <w:t>avant le déluge</w:t>
      </w:r>
      <w:r>
        <w:t xml:space="preserve">, </w:t>
      </w:r>
      <w:r w:rsidR="005A3479">
        <w:t>quand il n</w:t>
      </w:r>
      <w:r>
        <w:t>’</w:t>
      </w:r>
      <w:r w:rsidR="005A3479">
        <w:t>y avait pas deux familles</w:t>
      </w:r>
      <w:r>
        <w:t xml:space="preserve">, </w:t>
      </w:r>
      <w:r w:rsidR="005A3479">
        <w:t>qui parlaient la même</w:t>
      </w:r>
      <w:r>
        <w:t xml:space="preserve">. </w:t>
      </w:r>
      <w:r w:rsidR="005A3479">
        <w:t>Et ils lisent ces sortes de choses aussi vite que vole un engoulevent</w:t>
      </w:r>
      <w:r>
        <w:t xml:space="preserve">… </w:t>
      </w:r>
      <w:r w:rsidR="005A3479">
        <w:t>Oh</w:t>
      </w:r>
      <w:r>
        <w:t xml:space="preserve"> ! </w:t>
      </w:r>
      <w:r w:rsidR="005A3479">
        <w:t>c</w:t>
      </w:r>
      <w:r>
        <w:t>’</w:t>
      </w:r>
      <w:r w:rsidR="005A3479">
        <w:t>est une ville grave</w:t>
      </w:r>
      <w:r>
        <w:t xml:space="preserve">… </w:t>
      </w:r>
      <w:r w:rsidR="005A3479">
        <w:t>Vous savez</w:t>
      </w:r>
      <w:r>
        <w:t xml:space="preserve">, </w:t>
      </w:r>
      <w:r w:rsidR="005A3479">
        <w:t>je pense</w:t>
      </w:r>
      <w:r>
        <w:t xml:space="preserve">, </w:t>
      </w:r>
      <w:r w:rsidR="005A3479">
        <w:t>qu</w:t>
      </w:r>
      <w:r>
        <w:t>’</w:t>
      </w:r>
      <w:r w:rsidR="005A3479">
        <w:t>ils élèvent les pasteurs comme des radis de couche</w:t>
      </w:r>
      <w:r>
        <w:t xml:space="preserve">. </w:t>
      </w:r>
      <w:r w:rsidR="005A3479">
        <w:t xml:space="preserve">Il leur faut cinq ans pour </w:t>
      </w:r>
      <w:r w:rsidR="005A3479">
        <w:lastRenderedPageBreak/>
        <w:t>faire d</w:t>
      </w:r>
      <w:r>
        <w:t>’</w:t>
      </w:r>
      <w:r w:rsidR="005A3479">
        <w:t>un lou</w:t>
      </w:r>
      <w:r w:rsidR="005A3479">
        <w:t>r</w:t>
      </w:r>
      <w:r w:rsidR="005A3479">
        <w:t>daud bredouillant un prêcheur solennel</w:t>
      </w:r>
      <w:r>
        <w:t xml:space="preserve">, </w:t>
      </w:r>
      <w:r w:rsidR="005A3479">
        <w:t>à la longue figure</w:t>
      </w:r>
      <w:r>
        <w:t xml:space="preserve">, </w:t>
      </w:r>
      <w:r w:rsidR="005A3479">
        <w:t>à la longue redingote noire</w:t>
      </w:r>
      <w:r>
        <w:t xml:space="preserve">, </w:t>
      </w:r>
      <w:r w:rsidR="005A3479">
        <w:t>que sa propre mère ne reconnaîtrait pas toujours</w:t>
      </w:r>
      <w:r>
        <w:t xml:space="preserve">… </w:t>
      </w:r>
      <w:r w:rsidR="005A3479">
        <w:t>Voilà</w:t>
      </w:r>
      <w:r>
        <w:t xml:space="preserve"> ; </w:t>
      </w:r>
      <w:r w:rsidR="005A3479">
        <w:t>c</w:t>
      </w:r>
      <w:r>
        <w:t>’</w:t>
      </w:r>
      <w:r w:rsidR="005A3479">
        <w:t>est leur métier</w:t>
      </w:r>
      <w:r>
        <w:t xml:space="preserve"> : </w:t>
      </w:r>
      <w:r w:rsidR="005A3479">
        <w:t>chacun le sien</w:t>
      </w:r>
      <w:r>
        <w:t>.</w:t>
      </w:r>
    </w:p>
    <w:p w14:paraId="71DFE16E" w14:textId="77777777" w:rsidR="006F1ADB" w:rsidRDefault="006F1ADB" w:rsidP="005A3479">
      <w:r>
        <w:t>— </w:t>
      </w:r>
      <w:r w:rsidR="005A3479">
        <w:t>Mais comment savez-vous</w:t>
      </w:r>
      <w:r>
        <w:t> ?…</w:t>
      </w:r>
    </w:p>
    <w:p w14:paraId="665DAEB2" w14:textId="77777777" w:rsidR="006F1ADB" w:rsidRDefault="006F1ADB" w:rsidP="005A3479">
      <w:r>
        <w:t>— </w:t>
      </w:r>
      <w:r w:rsidR="005A3479">
        <w:t>N</w:t>
      </w:r>
      <w:r>
        <w:t>’</w:t>
      </w:r>
      <w:r w:rsidR="005A3479">
        <w:t>interrompez pas</w:t>
      </w:r>
      <w:r>
        <w:t xml:space="preserve">, </w:t>
      </w:r>
      <w:r w:rsidR="005A3479">
        <w:t>mon garçon</w:t>
      </w:r>
      <w:r>
        <w:t xml:space="preserve">, </w:t>
      </w:r>
      <w:r w:rsidR="005A3479">
        <w:t>n</w:t>
      </w:r>
      <w:r>
        <w:t>’</w:t>
      </w:r>
      <w:r w:rsidR="005A3479">
        <w:t>interrompez jamais vos anciens</w:t>
      </w:r>
      <w:r>
        <w:t xml:space="preserve">… </w:t>
      </w:r>
      <w:r w:rsidR="005A3479">
        <w:t xml:space="preserve">Je ne suis point allé à </w:t>
      </w:r>
      <w:proofErr w:type="spellStart"/>
      <w:r w:rsidR="005A3479">
        <w:t>Christminster</w:t>
      </w:r>
      <w:proofErr w:type="spellEnd"/>
      <w:r>
        <w:t xml:space="preserve">, </w:t>
      </w:r>
      <w:r w:rsidR="005A3479">
        <w:t>mais j</w:t>
      </w:r>
      <w:r>
        <w:t>’</w:t>
      </w:r>
      <w:r w:rsidR="005A3479">
        <w:t>en ai entendu parler</w:t>
      </w:r>
      <w:r>
        <w:t xml:space="preserve">, </w:t>
      </w:r>
      <w:r w:rsidR="005A3479">
        <w:t>ici et là</w:t>
      </w:r>
      <w:r>
        <w:t xml:space="preserve">, </w:t>
      </w:r>
      <w:r w:rsidR="005A3479">
        <w:t>en allant par le monde et en fréque</w:t>
      </w:r>
      <w:r w:rsidR="005A3479">
        <w:t>n</w:t>
      </w:r>
      <w:r w:rsidR="005A3479">
        <w:t>tant toutes les classes de la société</w:t>
      </w:r>
      <w:r>
        <w:t xml:space="preserve">. </w:t>
      </w:r>
      <w:r w:rsidR="005A3479">
        <w:t>J</w:t>
      </w:r>
      <w:r>
        <w:t>’</w:t>
      </w:r>
      <w:r w:rsidR="005A3479">
        <w:t>ai été renseigné par un de mes amis qui cirait les bottes à l</w:t>
      </w:r>
      <w:r>
        <w:t>’</w:t>
      </w:r>
      <w:r w:rsidR="005A3479">
        <w:t>hôtel Crozier</w:t>
      </w:r>
      <w:r>
        <w:t xml:space="preserve">, </w:t>
      </w:r>
      <w:r w:rsidR="005A3479">
        <w:t xml:space="preserve">à </w:t>
      </w:r>
      <w:proofErr w:type="spellStart"/>
      <w:r w:rsidR="005A3479">
        <w:t>Christminster</w:t>
      </w:r>
      <w:proofErr w:type="spellEnd"/>
      <w:r>
        <w:t xml:space="preserve">, </w:t>
      </w:r>
      <w:r w:rsidR="005A3479">
        <w:t>dans sa jeunesse</w:t>
      </w:r>
      <w:r>
        <w:t>.</w:t>
      </w:r>
    </w:p>
    <w:p w14:paraId="3320FE7E" w14:textId="77777777" w:rsidR="006F1ADB" w:rsidRDefault="005A3479" w:rsidP="005A3479">
      <w:r>
        <w:t>Jude remercia chaleureusement le charretier</w:t>
      </w:r>
      <w:r w:rsidR="006F1ADB">
        <w:t xml:space="preserve">, </w:t>
      </w:r>
      <w:r>
        <w:t>disant qu</w:t>
      </w:r>
      <w:r w:rsidR="006F1ADB">
        <w:t>’</w:t>
      </w:r>
      <w:r>
        <w:t xml:space="preserve">il aurait désiré pouvoir parler de </w:t>
      </w:r>
      <w:proofErr w:type="spellStart"/>
      <w:r>
        <w:t>Christminster</w:t>
      </w:r>
      <w:proofErr w:type="spellEnd"/>
      <w:r w:rsidR="006F1ADB">
        <w:t xml:space="preserve">, </w:t>
      </w:r>
      <w:r>
        <w:t>la moitié seul</w:t>
      </w:r>
      <w:r>
        <w:t>e</w:t>
      </w:r>
      <w:r>
        <w:t>ment aussi bien que lui</w:t>
      </w:r>
      <w:r w:rsidR="006F1ADB">
        <w:t>.</w:t>
      </w:r>
    </w:p>
    <w:p w14:paraId="2A0C418D" w14:textId="77777777" w:rsidR="006F1ADB" w:rsidRDefault="005A3479" w:rsidP="005A3479">
      <w:r>
        <w:t>Il continua seul sa route vers la maison</w:t>
      </w:r>
      <w:r w:rsidR="006F1ADB">
        <w:t xml:space="preserve"> ; </w:t>
      </w:r>
      <w:r>
        <w:t>et sa méditation était si profonde qu</w:t>
      </w:r>
      <w:r w:rsidR="006F1ADB">
        <w:t>’</w:t>
      </w:r>
      <w:r>
        <w:t>il en oublia d</w:t>
      </w:r>
      <w:r w:rsidR="006F1ADB">
        <w:t>’</w:t>
      </w:r>
      <w:r>
        <w:t>avoir peur</w:t>
      </w:r>
      <w:r w:rsidR="006F1ADB">
        <w:t xml:space="preserve">. </w:t>
      </w:r>
      <w:r>
        <w:t>L</w:t>
      </w:r>
      <w:r w:rsidR="006F1ADB">
        <w:t>’</w:t>
      </w:r>
      <w:r>
        <w:t>enfant se tran</w:t>
      </w:r>
      <w:r>
        <w:t>s</w:t>
      </w:r>
      <w:r>
        <w:t>formait soudain</w:t>
      </w:r>
      <w:r w:rsidR="006F1ADB">
        <w:t xml:space="preserve">. </w:t>
      </w:r>
      <w:r>
        <w:t>C</w:t>
      </w:r>
      <w:r w:rsidR="006F1ADB">
        <w:t>’</w:t>
      </w:r>
      <w:r>
        <w:t>était le vœu de son cœur de s</w:t>
      </w:r>
      <w:r w:rsidR="006F1ADB">
        <w:t>’</w:t>
      </w:r>
      <w:r>
        <w:t>attacher</w:t>
      </w:r>
      <w:r w:rsidR="006F1ADB">
        <w:t xml:space="preserve">, </w:t>
      </w:r>
      <w:r>
        <w:t>de se vouer à quelque chose d</w:t>
      </w:r>
      <w:r w:rsidR="006F1ADB">
        <w:t>’</w:t>
      </w:r>
      <w:r>
        <w:t>admirable</w:t>
      </w:r>
      <w:r w:rsidR="006F1ADB">
        <w:t xml:space="preserve">. </w:t>
      </w:r>
      <w:r>
        <w:t xml:space="preserve">Trouverait-il à </w:t>
      </w:r>
      <w:proofErr w:type="spellStart"/>
      <w:r>
        <w:t>Christmin</w:t>
      </w:r>
      <w:r>
        <w:t>s</w:t>
      </w:r>
      <w:r>
        <w:t>ter</w:t>
      </w:r>
      <w:proofErr w:type="spellEnd"/>
      <w:r>
        <w:t xml:space="preserve"> cet objet d</w:t>
      </w:r>
      <w:r w:rsidR="006F1ADB">
        <w:t>’</w:t>
      </w:r>
      <w:r>
        <w:t>admiration</w:t>
      </w:r>
      <w:r w:rsidR="006F1ADB">
        <w:t xml:space="preserve"> ? </w:t>
      </w:r>
      <w:r>
        <w:t>Y avait-il un endroit où sans crainte des fermiers</w:t>
      </w:r>
      <w:r w:rsidR="006F1ADB">
        <w:t xml:space="preserve">, </w:t>
      </w:r>
      <w:r>
        <w:t>des empêchements</w:t>
      </w:r>
      <w:r w:rsidR="006F1ADB">
        <w:t xml:space="preserve">, </w:t>
      </w:r>
      <w:r>
        <w:t>du ridicule</w:t>
      </w:r>
      <w:r w:rsidR="006F1ADB">
        <w:t xml:space="preserve">, </w:t>
      </w:r>
      <w:r>
        <w:t>il pourrait veiller et attendre</w:t>
      </w:r>
      <w:r w:rsidR="006F1ADB">
        <w:t xml:space="preserve">, </w:t>
      </w:r>
      <w:r>
        <w:t>et se préparer à quelque haute entreprise</w:t>
      </w:r>
      <w:r w:rsidR="006F1ADB">
        <w:t xml:space="preserve">, </w:t>
      </w:r>
      <w:r>
        <w:t>comme ces hommes d</w:t>
      </w:r>
      <w:r w:rsidR="006F1ADB">
        <w:t>’</w:t>
      </w:r>
      <w:r>
        <w:t>autrefois dont il avait entendu parler</w:t>
      </w:r>
      <w:r w:rsidR="006F1ADB">
        <w:t xml:space="preserve"> ? </w:t>
      </w:r>
      <w:r>
        <w:t>Pareil au halo lumineux qui avait paru devant ses yeux un quart d</w:t>
      </w:r>
      <w:r w:rsidR="006F1ADB">
        <w:t>’</w:t>
      </w:r>
      <w:r>
        <w:t>heure plus tôt</w:t>
      </w:r>
      <w:r w:rsidR="006F1ADB">
        <w:t xml:space="preserve">, </w:t>
      </w:r>
      <w:r>
        <w:t>le lieu idéal rayonnait dans son esprit pendant qu</w:t>
      </w:r>
      <w:r w:rsidR="006F1ADB">
        <w:t>’</w:t>
      </w:r>
      <w:r>
        <w:t>il poursuivait sa route ténébreuse</w:t>
      </w:r>
      <w:r w:rsidR="006F1ADB">
        <w:t>.</w:t>
      </w:r>
    </w:p>
    <w:p w14:paraId="0CD8B6EF" w14:textId="77777777" w:rsidR="006F1ADB" w:rsidRDefault="006F1ADB" w:rsidP="005A3479">
      <w:r>
        <w:t>« </w:t>
      </w:r>
      <w:r w:rsidR="005A3479">
        <w:t>C</w:t>
      </w:r>
      <w:r>
        <w:t>’</w:t>
      </w:r>
      <w:r w:rsidR="005A3479">
        <w:t>est une ville de lumière</w:t>
      </w:r>
      <w:r>
        <w:t>, »</w:t>
      </w:r>
      <w:r w:rsidR="005A3479">
        <w:t xml:space="preserve"> se disait-il</w:t>
      </w:r>
      <w:r>
        <w:t>.</w:t>
      </w:r>
    </w:p>
    <w:p w14:paraId="0C682613" w14:textId="77777777" w:rsidR="006F1ADB" w:rsidRDefault="006F1ADB" w:rsidP="005A3479">
      <w:r>
        <w:t>« </w:t>
      </w:r>
      <w:r w:rsidR="005A3479">
        <w:t>C</w:t>
      </w:r>
      <w:r>
        <w:t>’</w:t>
      </w:r>
      <w:r w:rsidR="005A3479">
        <w:t>est là que croît l</w:t>
      </w:r>
      <w:r>
        <w:t>’</w:t>
      </w:r>
      <w:r w:rsidR="005A3479">
        <w:t>arbre de la science</w:t>
      </w:r>
      <w:r>
        <w:t>, »</w:t>
      </w:r>
      <w:r w:rsidR="005A3479">
        <w:t xml:space="preserve"> ajouta-t-il quelques pas plus loin</w:t>
      </w:r>
      <w:r>
        <w:t>.</w:t>
      </w:r>
    </w:p>
    <w:p w14:paraId="3840A539" w14:textId="77777777" w:rsidR="006F1ADB" w:rsidRDefault="006F1ADB" w:rsidP="005A3479">
      <w:r>
        <w:lastRenderedPageBreak/>
        <w:t>« </w:t>
      </w:r>
      <w:r w:rsidR="005A3479">
        <w:t>C</w:t>
      </w:r>
      <w:r>
        <w:t>’</w:t>
      </w:r>
      <w:r w:rsidR="005A3479">
        <w:t>est de là que viennent et c</w:t>
      </w:r>
      <w:r>
        <w:t>’</w:t>
      </w:r>
      <w:r w:rsidR="005A3479">
        <w:t>est là que vont ceux qui pa</w:t>
      </w:r>
      <w:r w:rsidR="005A3479">
        <w:t>r</w:t>
      </w:r>
      <w:r w:rsidR="005A3479">
        <w:t>lent aux hommes</w:t>
      </w:r>
      <w:r>
        <w:t>.</w:t>
      </w:r>
    </w:p>
    <w:p w14:paraId="07BAB947" w14:textId="12894C4B" w:rsidR="005A3479" w:rsidRDefault="006F1ADB" w:rsidP="005A3479">
      <w:r>
        <w:t>« </w:t>
      </w:r>
      <w:r w:rsidR="005A3479">
        <w:t>On peut dire que c</w:t>
      </w:r>
      <w:r>
        <w:t>’</w:t>
      </w:r>
      <w:r w:rsidR="005A3479">
        <w:t>est un château gardé par la science et la religion</w:t>
      </w:r>
      <w:r>
        <w:t>. »</w:t>
      </w:r>
    </w:p>
    <w:p w14:paraId="1F5FE160" w14:textId="77777777" w:rsidR="006F1ADB" w:rsidRDefault="005A3479" w:rsidP="005A3479">
      <w:r>
        <w:t>Après cette métaphore</w:t>
      </w:r>
      <w:r w:rsidR="006F1ADB">
        <w:t xml:space="preserve">, </w:t>
      </w:r>
      <w:r>
        <w:t>il resta silencieux quelque temps</w:t>
      </w:r>
      <w:r w:rsidR="006F1ADB">
        <w:t xml:space="preserve">, </w:t>
      </w:r>
      <w:r>
        <w:t>puis il ajouta</w:t>
      </w:r>
      <w:r w:rsidR="006F1ADB">
        <w:t> :</w:t>
      </w:r>
    </w:p>
    <w:p w14:paraId="5D867AE8" w14:textId="230F5C97" w:rsidR="005A3479" w:rsidRDefault="006F1ADB" w:rsidP="005A3479">
      <w:r>
        <w:t>« </w:t>
      </w:r>
      <w:r w:rsidR="005A3479">
        <w:t>C</w:t>
      </w:r>
      <w:r>
        <w:t>’</w:t>
      </w:r>
      <w:r w:rsidR="005A3479">
        <w:t>est là ce qu</w:t>
      </w:r>
      <w:r>
        <w:t>’</w:t>
      </w:r>
      <w:r w:rsidR="005A3479">
        <w:t>il me faut</w:t>
      </w:r>
      <w:r>
        <w:t>. »</w:t>
      </w:r>
    </w:p>
    <w:p w14:paraId="0B260FBE" w14:textId="77777777" w:rsidR="005A3479" w:rsidRDefault="005A3479" w:rsidP="006F1ADB">
      <w:pPr>
        <w:pStyle w:val="Titre2"/>
      </w:pPr>
      <w:bookmarkStart w:id="7" w:name="__RefHeading__9_1957917597"/>
      <w:bookmarkStart w:id="8" w:name="_Toc202369619"/>
      <w:bookmarkEnd w:id="7"/>
      <w:r>
        <w:lastRenderedPageBreak/>
        <w:t>IV</w:t>
      </w:r>
      <w:bookmarkEnd w:id="8"/>
    </w:p>
    <w:p w14:paraId="48B8BA65" w14:textId="77777777" w:rsidR="006F1ADB" w:rsidRDefault="005A3479" w:rsidP="005A3479">
      <w:r>
        <w:t>L</w:t>
      </w:r>
      <w:r w:rsidR="006F1ADB">
        <w:t>’</w:t>
      </w:r>
      <w:r>
        <w:t>enfant marchait avec lenteur</w:t>
      </w:r>
      <w:r w:rsidR="006F1ADB">
        <w:t xml:space="preserve">, </w:t>
      </w:r>
      <w:r>
        <w:t>absorbé dans ses pensées</w:t>
      </w:r>
      <w:r w:rsidR="006F1ADB">
        <w:t xml:space="preserve"> – </w:t>
      </w:r>
      <w:r>
        <w:t>homme déjà vieux par certains côtés de son esprit</w:t>
      </w:r>
      <w:r w:rsidR="006F1ADB">
        <w:t xml:space="preserve">, </w:t>
      </w:r>
      <w:r>
        <w:t>et</w:t>
      </w:r>
      <w:r w:rsidR="006F1ADB">
        <w:t xml:space="preserve">, </w:t>
      </w:r>
      <w:r>
        <w:t>par d</w:t>
      </w:r>
      <w:r w:rsidR="006F1ADB">
        <w:t>’</w:t>
      </w:r>
      <w:r>
        <w:t>autres</w:t>
      </w:r>
      <w:r w:rsidR="006F1ADB">
        <w:t xml:space="preserve">, </w:t>
      </w:r>
      <w:r>
        <w:t>plus jeune que son âge</w:t>
      </w:r>
      <w:r w:rsidR="006F1ADB">
        <w:t xml:space="preserve">. – </w:t>
      </w:r>
      <w:r>
        <w:t>Il fut rejoint par un voyageur alerte</w:t>
      </w:r>
      <w:r w:rsidR="006F1ADB">
        <w:t xml:space="preserve">, </w:t>
      </w:r>
      <w:r>
        <w:t>et</w:t>
      </w:r>
      <w:r w:rsidR="006F1ADB">
        <w:t xml:space="preserve">, </w:t>
      </w:r>
      <w:r>
        <w:t>malgré l</w:t>
      </w:r>
      <w:r w:rsidR="006F1ADB">
        <w:t>’</w:t>
      </w:r>
      <w:r>
        <w:t>ombre</w:t>
      </w:r>
      <w:r w:rsidR="006F1ADB">
        <w:t xml:space="preserve">, </w:t>
      </w:r>
      <w:r>
        <w:t>il vit que le nouveau venu portait un chapeau extraordinairement haut</w:t>
      </w:r>
      <w:r w:rsidR="006F1ADB">
        <w:t xml:space="preserve">, </w:t>
      </w:r>
      <w:r>
        <w:t>un habit à queue d</w:t>
      </w:r>
      <w:r w:rsidR="006F1ADB">
        <w:t>’</w:t>
      </w:r>
      <w:r>
        <w:t>hirondelle</w:t>
      </w:r>
      <w:r w:rsidR="006F1ADB">
        <w:t xml:space="preserve">, </w:t>
      </w:r>
      <w:r>
        <w:t>une chaîne de montre qui dansait follement et a</w:t>
      </w:r>
      <w:r>
        <w:t>c</w:t>
      </w:r>
      <w:r>
        <w:t>crochait les reflets du jour</w:t>
      </w:r>
      <w:r w:rsidR="006F1ADB">
        <w:t xml:space="preserve">. </w:t>
      </w:r>
      <w:r>
        <w:t>Il avait des jambes grêles et des chaussures qui ne faisaient pas de bruit</w:t>
      </w:r>
      <w:r w:rsidR="006F1ADB">
        <w:t>.</w:t>
      </w:r>
    </w:p>
    <w:p w14:paraId="5C1588D1" w14:textId="77777777" w:rsidR="006F1ADB" w:rsidRDefault="005A3479" w:rsidP="005A3479">
      <w:r>
        <w:t>Jude</w:t>
      </w:r>
      <w:r w:rsidR="006F1ADB">
        <w:t xml:space="preserve">, </w:t>
      </w:r>
      <w:r>
        <w:t>qui commençait à s</w:t>
      </w:r>
      <w:r w:rsidR="006F1ADB">
        <w:t>’</w:t>
      </w:r>
      <w:r>
        <w:t>émouvoir de sa solitude</w:t>
      </w:r>
      <w:r w:rsidR="006F1ADB">
        <w:t xml:space="preserve">, </w:t>
      </w:r>
      <w:r>
        <w:t>résolut de raccompagner</w:t>
      </w:r>
      <w:r w:rsidR="006F1ADB">
        <w:t>.</w:t>
      </w:r>
    </w:p>
    <w:p w14:paraId="3759E4AA" w14:textId="77777777" w:rsidR="006F1ADB" w:rsidRDefault="006F1ADB" w:rsidP="005A3479">
      <w:r>
        <w:t>— </w:t>
      </w:r>
      <w:r w:rsidR="005A3479">
        <w:t>Bien</w:t>
      </w:r>
      <w:r>
        <w:t xml:space="preserve">, </w:t>
      </w:r>
      <w:r w:rsidR="005A3479">
        <w:t>mon camarade</w:t>
      </w:r>
      <w:r>
        <w:t xml:space="preserve"> !… </w:t>
      </w:r>
      <w:r w:rsidR="005A3479">
        <w:t>Mais je suis pressé et vous irez d</w:t>
      </w:r>
      <w:r>
        <w:t>’</w:t>
      </w:r>
      <w:r w:rsidR="005A3479">
        <w:t>un bon pas si vous voulez me suivre</w:t>
      </w:r>
      <w:r>
        <w:t xml:space="preserve">. </w:t>
      </w:r>
      <w:r w:rsidR="005A3479">
        <w:t>Savez-vous qui je suis</w:t>
      </w:r>
      <w:r>
        <w:t> ?</w:t>
      </w:r>
    </w:p>
    <w:p w14:paraId="141F4EBA" w14:textId="77777777" w:rsidR="006F1ADB" w:rsidRDefault="006F1ADB" w:rsidP="005A3479">
      <w:r>
        <w:t>— </w:t>
      </w:r>
      <w:r w:rsidR="005A3479">
        <w:t>Oui</w:t>
      </w:r>
      <w:r>
        <w:t xml:space="preserve">, </w:t>
      </w:r>
      <w:r w:rsidR="005A3479">
        <w:t>je crois</w:t>
      </w:r>
      <w:r>
        <w:t xml:space="preserve">… </w:t>
      </w:r>
      <w:r w:rsidR="005A3479">
        <w:t>Le docteur Vilbert</w:t>
      </w:r>
      <w:r>
        <w:t> ?</w:t>
      </w:r>
    </w:p>
    <w:p w14:paraId="1B663069" w14:textId="77777777" w:rsidR="006F1ADB" w:rsidRDefault="006F1ADB" w:rsidP="005A3479">
      <w:r>
        <w:t>— </w:t>
      </w:r>
      <w:r w:rsidR="005A3479">
        <w:t>Ah</w:t>
      </w:r>
      <w:r>
        <w:t xml:space="preserve"> ! </w:t>
      </w:r>
      <w:r w:rsidR="005A3479">
        <w:t>Je vois que je suis connu partout</w:t>
      </w:r>
      <w:r>
        <w:t xml:space="preserve">… </w:t>
      </w:r>
      <w:r w:rsidR="005A3479">
        <w:t>Ce que c</w:t>
      </w:r>
      <w:r>
        <w:t>’</w:t>
      </w:r>
      <w:r w:rsidR="005A3479">
        <w:t>est que d</w:t>
      </w:r>
      <w:r>
        <w:t>’</w:t>
      </w:r>
      <w:r w:rsidR="005A3479">
        <w:t>être un bienfaiteur public</w:t>
      </w:r>
      <w:r>
        <w:t> !</w:t>
      </w:r>
    </w:p>
    <w:p w14:paraId="749B4608" w14:textId="77777777" w:rsidR="006F1ADB" w:rsidRDefault="005A3479" w:rsidP="005A3479">
      <w:r>
        <w:t>Vilbert était un charlatan ambulant</w:t>
      </w:r>
      <w:r w:rsidR="006F1ADB">
        <w:t xml:space="preserve">, </w:t>
      </w:r>
      <w:r>
        <w:t>bien connu de la pop</w:t>
      </w:r>
      <w:r>
        <w:t>u</w:t>
      </w:r>
      <w:r>
        <w:t>lation rustique</w:t>
      </w:r>
      <w:r w:rsidR="006F1ADB">
        <w:t xml:space="preserve">, </w:t>
      </w:r>
      <w:r>
        <w:t>et absolument ignoré des autres</w:t>
      </w:r>
      <w:r w:rsidR="006F1ADB">
        <w:t xml:space="preserve">, </w:t>
      </w:r>
      <w:r>
        <w:t>comme il le désirait</w:t>
      </w:r>
      <w:r w:rsidR="006F1ADB">
        <w:t xml:space="preserve">, </w:t>
      </w:r>
      <w:r>
        <w:t>d</w:t>
      </w:r>
      <w:r w:rsidR="006F1ADB">
        <w:t>’</w:t>
      </w:r>
      <w:r>
        <w:t>ailleurs</w:t>
      </w:r>
      <w:r w:rsidR="006F1ADB">
        <w:t xml:space="preserve">, </w:t>
      </w:r>
      <w:r>
        <w:t>pour éviter une surveillance gênante</w:t>
      </w:r>
      <w:r w:rsidR="006F1ADB">
        <w:t xml:space="preserve">. </w:t>
      </w:r>
      <w:r>
        <w:t>Les paysans composaient seuls sa clientèle</w:t>
      </w:r>
      <w:r w:rsidR="006F1ADB">
        <w:t xml:space="preserve">. </w:t>
      </w:r>
      <w:r>
        <w:t>Il traversait à pied des distances énormes</w:t>
      </w:r>
      <w:r w:rsidR="006F1ADB">
        <w:t xml:space="preserve">, </w:t>
      </w:r>
      <w:r>
        <w:t>dans la longueur et la largeur du Wessex</w:t>
      </w:r>
      <w:r w:rsidR="006F1ADB">
        <w:t xml:space="preserve">. </w:t>
      </w:r>
      <w:r>
        <w:t>Jude l</w:t>
      </w:r>
      <w:r w:rsidR="006F1ADB">
        <w:t>’</w:t>
      </w:r>
      <w:r>
        <w:t>avait vu un jour vendre un pot de graisse colorée à une vieille femme comme un remède certain pour guérir une jambe malade</w:t>
      </w:r>
      <w:r w:rsidR="006F1ADB">
        <w:t xml:space="preserve">. </w:t>
      </w:r>
      <w:r>
        <w:t>La vieille avait payé fort cher ce remède précieux</w:t>
      </w:r>
      <w:r w:rsidR="006F1ADB">
        <w:t xml:space="preserve">, </w:t>
      </w:r>
      <w:r>
        <w:t>tiré</w:t>
      </w:r>
      <w:r w:rsidR="006F1ADB">
        <w:t xml:space="preserve">, </w:t>
      </w:r>
      <w:r>
        <w:t>disait Vilbert</w:t>
      </w:r>
      <w:r w:rsidR="006F1ADB">
        <w:t xml:space="preserve">, </w:t>
      </w:r>
      <w:r>
        <w:t>d</w:t>
      </w:r>
      <w:r w:rsidR="006F1ADB">
        <w:t>’</w:t>
      </w:r>
      <w:r>
        <w:t>un animal particulier qui paissait sur le mont Sinaï et qui ne pouvait être capturé sans danger de mort</w:t>
      </w:r>
      <w:r w:rsidR="006F1ADB">
        <w:t xml:space="preserve">. </w:t>
      </w:r>
      <w:r>
        <w:t>Bien qu</w:t>
      </w:r>
      <w:r w:rsidR="006F1ADB">
        <w:t>’</w:t>
      </w:r>
      <w:r>
        <w:t xml:space="preserve">il commençât à douter des vertus </w:t>
      </w:r>
      <w:r>
        <w:lastRenderedPageBreak/>
        <w:t>médicales du personnage</w:t>
      </w:r>
      <w:r w:rsidR="006F1ADB">
        <w:t xml:space="preserve">, </w:t>
      </w:r>
      <w:r>
        <w:t>Jude pensa qu</w:t>
      </w:r>
      <w:r w:rsidR="006F1ADB">
        <w:t>’</w:t>
      </w:r>
      <w:r>
        <w:t>il était bon de l</w:t>
      </w:r>
      <w:r w:rsidR="006F1ADB">
        <w:t>’</w:t>
      </w:r>
      <w:r>
        <w:t>interroger</w:t>
      </w:r>
      <w:r w:rsidR="006F1ADB">
        <w:t> :</w:t>
      </w:r>
    </w:p>
    <w:p w14:paraId="720527B7" w14:textId="77777777" w:rsidR="006F1ADB" w:rsidRDefault="006F1ADB" w:rsidP="005A3479">
      <w:r>
        <w:t>— </w:t>
      </w:r>
      <w:r w:rsidR="005A3479">
        <w:t xml:space="preserve">Je suppose que vous êtes allé à </w:t>
      </w:r>
      <w:proofErr w:type="spellStart"/>
      <w:r w:rsidR="005A3479">
        <w:t>Christminster</w:t>
      </w:r>
      <w:proofErr w:type="spellEnd"/>
      <w:r>
        <w:t xml:space="preserve">, </w:t>
      </w:r>
      <w:r w:rsidR="005A3479">
        <w:t>docteur</w:t>
      </w:r>
      <w:r>
        <w:t> ?</w:t>
      </w:r>
    </w:p>
    <w:p w14:paraId="623CAE5B" w14:textId="77777777" w:rsidR="006F1ADB" w:rsidRDefault="006F1ADB" w:rsidP="005A3479">
      <w:r>
        <w:t>— </w:t>
      </w:r>
      <w:r w:rsidR="005A3479">
        <w:t>Oui</w:t>
      </w:r>
      <w:r>
        <w:t xml:space="preserve">, </w:t>
      </w:r>
      <w:r w:rsidR="005A3479">
        <w:t>plusieurs fois</w:t>
      </w:r>
      <w:r>
        <w:t xml:space="preserve">, </w:t>
      </w:r>
      <w:r w:rsidR="005A3479">
        <w:t>répondit le grand homme maigre</w:t>
      </w:r>
      <w:r>
        <w:t xml:space="preserve">. </w:t>
      </w:r>
      <w:r w:rsidR="005A3479">
        <w:t>C</w:t>
      </w:r>
      <w:r>
        <w:t>’</w:t>
      </w:r>
      <w:r w:rsidR="005A3479">
        <w:t>est un de mes centres d</w:t>
      </w:r>
      <w:r>
        <w:t>’</w:t>
      </w:r>
      <w:r w:rsidR="005A3479">
        <w:t>opération</w:t>
      </w:r>
      <w:r>
        <w:t>.</w:t>
      </w:r>
    </w:p>
    <w:p w14:paraId="2572EF26" w14:textId="77777777" w:rsidR="006F1ADB" w:rsidRDefault="006F1ADB" w:rsidP="005A3479">
      <w:r>
        <w:t>— </w:t>
      </w:r>
      <w:r w:rsidR="005A3479">
        <w:t>C</w:t>
      </w:r>
      <w:r>
        <w:t>’</w:t>
      </w:r>
      <w:r w:rsidR="005A3479">
        <w:t>est une ville étonnante par la science et la religion</w:t>
      </w:r>
      <w:r>
        <w:t>…</w:t>
      </w:r>
    </w:p>
    <w:p w14:paraId="3E8ED2AA" w14:textId="77777777" w:rsidR="006F1ADB" w:rsidRDefault="006F1ADB" w:rsidP="005A3479">
      <w:r>
        <w:t>— </w:t>
      </w:r>
      <w:r w:rsidR="005A3479">
        <w:t>Vous pourriez en parler</w:t>
      </w:r>
      <w:r>
        <w:t xml:space="preserve">, </w:t>
      </w:r>
      <w:r w:rsidR="005A3479">
        <w:t>mon garçon</w:t>
      </w:r>
      <w:r>
        <w:t xml:space="preserve">, </w:t>
      </w:r>
      <w:r w:rsidR="005A3479">
        <w:t>si vous l</w:t>
      </w:r>
      <w:r>
        <w:t>’</w:t>
      </w:r>
      <w:r w:rsidR="005A3479">
        <w:t>aviez vue</w:t>
      </w:r>
      <w:r>
        <w:t xml:space="preserve">… </w:t>
      </w:r>
      <w:r w:rsidR="005A3479">
        <w:t>Les fils des blanchisseuses du collège y parlent latin</w:t>
      </w:r>
      <w:r>
        <w:t xml:space="preserve"> – </w:t>
      </w:r>
      <w:r w:rsidR="005A3479">
        <w:t>non pas le meilleur latin</w:t>
      </w:r>
      <w:r>
        <w:t xml:space="preserve">, </w:t>
      </w:r>
      <w:r w:rsidR="005A3479">
        <w:t>j</w:t>
      </w:r>
      <w:r>
        <w:t>’</w:t>
      </w:r>
      <w:r w:rsidR="005A3479">
        <w:t>en conviens</w:t>
      </w:r>
      <w:r>
        <w:t xml:space="preserve"> : </w:t>
      </w:r>
      <w:r w:rsidR="005A3479">
        <w:t>un latin de chien</w:t>
      </w:r>
      <w:r>
        <w:t xml:space="preserve">, </w:t>
      </w:r>
      <w:r w:rsidR="005A3479">
        <w:t>un latin de chat</w:t>
      </w:r>
      <w:r>
        <w:t xml:space="preserve">, </w:t>
      </w:r>
      <w:r w:rsidR="005A3479">
        <w:t>comme nous disons au collège</w:t>
      </w:r>
      <w:r>
        <w:t>.</w:t>
      </w:r>
    </w:p>
    <w:p w14:paraId="65AE66D4" w14:textId="77777777" w:rsidR="006F1ADB" w:rsidRDefault="006F1ADB" w:rsidP="005A3479">
      <w:r>
        <w:t>— </w:t>
      </w:r>
      <w:r w:rsidR="005A3479">
        <w:t>Et le grec</w:t>
      </w:r>
      <w:r>
        <w:t> ?</w:t>
      </w:r>
    </w:p>
    <w:p w14:paraId="4FB649D1" w14:textId="77777777" w:rsidR="006F1ADB" w:rsidRDefault="006F1ADB" w:rsidP="005A3479">
      <w:r>
        <w:t>— </w:t>
      </w:r>
      <w:r w:rsidR="005A3479">
        <w:t>Le grec est bon pour les futurs évêques qui doivent lire le Nouveau Testament dans le texte original</w:t>
      </w:r>
      <w:r>
        <w:t>.</w:t>
      </w:r>
    </w:p>
    <w:p w14:paraId="2D33F77E" w14:textId="77777777" w:rsidR="006F1ADB" w:rsidRDefault="006F1ADB" w:rsidP="005A3479">
      <w:r>
        <w:t>— </w:t>
      </w:r>
      <w:r w:rsidR="005A3479">
        <w:t>Je voudrais apprendre le latin et le grec</w:t>
      </w:r>
      <w:r>
        <w:t>.</w:t>
      </w:r>
    </w:p>
    <w:p w14:paraId="4D5C1050" w14:textId="77777777" w:rsidR="006F1ADB" w:rsidRDefault="006F1ADB" w:rsidP="005A3479">
      <w:r>
        <w:t>— </w:t>
      </w:r>
      <w:r w:rsidR="005A3479">
        <w:t>Noble désir</w:t>
      </w:r>
      <w:r>
        <w:t xml:space="preserve">… </w:t>
      </w:r>
      <w:r w:rsidR="005A3479">
        <w:t>il vous faut une grammaire pour chaque langue</w:t>
      </w:r>
      <w:r>
        <w:t>.</w:t>
      </w:r>
    </w:p>
    <w:p w14:paraId="498D2C85" w14:textId="77777777" w:rsidR="006F1ADB" w:rsidRDefault="006F1ADB" w:rsidP="005A3479">
      <w:r>
        <w:t>— </w:t>
      </w:r>
      <w:r w:rsidR="005A3479">
        <w:t>Je tâcherai d</w:t>
      </w:r>
      <w:r>
        <w:t>’</w:t>
      </w:r>
      <w:r w:rsidR="005A3479">
        <w:t xml:space="preserve">aller un jour à </w:t>
      </w:r>
      <w:proofErr w:type="spellStart"/>
      <w:r w:rsidR="005A3479">
        <w:t>Christminster</w:t>
      </w:r>
      <w:proofErr w:type="spellEnd"/>
      <w:r>
        <w:t>.</w:t>
      </w:r>
    </w:p>
    <w:p w14:paraId="1FE550E1" w14:textId="77777777" w:rsidR="006F1ADB" w:rsidRDefault="006F1ADB" w:rsidP="005A3479">
      <w:r>
        <w:t>— </w:t>
      </w:r>
      <w:r w:rsidR="005A3479">
        <w:t>Quand vous irez</w:t>
      </w:r>
      <w:r>
        <w:t xml:space="preserve">, </w:t>
      </w:r>
      <w:r w:rsidR="005A3479">
        <w:t>vous direz que le docteur Vilbert est le seul propriétaire des célèbres pilules qui guérissent infaillibl</w:t>
      </w:r>
      <w:r w:rsidR="005A3479">
        <w:t>e</w:t>
      </w:r>
      <w:r w:rsidR="005A3479">
        <w:t>ment tous les désordres du système digestif</w:t>
      </w:r>
      <w:r>
        <w:t xml:space="preserve">, </w:t>
      </w:r>
      <w:r w:rsidR="005A3479">
        <w:t>l</w:t>
      </w:r>
      <w:r>
        <w:t>’</w:t>
      </w:r>
      <w:r w:rsidR="005A3479">
        <w:t>asthme et l</w:t>
      </w:r>
      <w:r>
        <w:t>’</w:t>
      </w:r>
      <w:r w:rsidR="005A3479">
        <w:t>insuffisance de la respiration</w:t>
      </w:r>
      <w:r>
        <w:t xml:space="preserve">. </w:t>
      </w:r>
      <w:r w:rsidR="005A3479">
        <w:t>Quatre et six sous la boîte</w:t>
      </w:r>
      <w:r>
        <w:t xml:space="preserve">, </w:t>
      </w:r>
      <w:r w:rsidR="005A3479">
        <w:t>avec autorisation spéciale du gouvernement</w:t>
      </w:r>
      <w:r>
        <w:t>.</w:t>
      </w:r>
    </w:p>
    <w:p w14:paraId="68E69C82" w14:textId="77777777" w:rsidR="006F1ADB" w:rsidRDefault="006F1ADB" w:rsidP="005A3479">
      <w:r>
        <w:t>— </w:t>
      </w:r>
      <w:r w:rsidR="005A3479">
        <w:t>Pourriez-vous m</w:t>
      </w:r>
      <w:r>
        <w:t>’</w:t>
      </w:r>
      <w:r w:rsidR="005A3479">
        <w:t>apporter les grammaires si je vous pr</w:t>
      </w:r>
      <w:r w:rsidR="005A3479">
        <w:t>o</w:t>
      </w:r>
      <w:r w:rsidR="005A3479">
        <w:t>mettais de dire cela un peu partout</w:t>
      </w:r>
      <w:r>
        <w:t> ?</w:t>
      </w:r>
    </w:p>
    <w:p w14:paraId="48465134" w14:textId="77777777" w:rsidR="006F1ADB" w:rsidRDefault="006F1ADB" w:rsidP="005A3479">
      <w:r>
        <w:lastRenderedPageBreak/>
        <w:t>— </w:t>
      </w:r>
      <w:r w:rsidR="005A3479">
        <w:t>Je vous vendrais les miennes avec plaisir</w:t>
      </w:r>
      <w:r>
        <w:t xml:space="preserve">, </w:t>
      </w:r>
      <w:r w:rsidR="005A3479">
        <w:t>celles que j</w:t>
      </w:r>
      <w:r>
        <w:t>’</w:t>
      </w:r>
      <w:r w:rsidR="005A3479">
        <w:t>avais quand j</w:t>
      </w:r>
      <w:r>
        <w:t>’</w:t>
      </w:r>
      <w:r w:rsidR="005A3479">
        <w:t>étais étudiant</w:t>
      </w:r>
      <w:r>
        <w:t>.</w:t>
      </w:r>
    </w:p>
    <w:p w14:paraId="1C4D6A3A" w14:textId="77777777" w:rsidR="006F1ADB" w:rsidRDefault="006F1ADB" w:rsidP="005A3479">
      <w:r>
        <w:t>— </w:t>
      </w:r>
      <w:r w:rsidR="005A3479">
        <w:t>Oh</w:t>
      </w:r>
      <w:r>
        <w:t xml:space="preserve"> ! </w:t>
      </w:r>
      <w:r w:rsidR="005A3479">
        <w:t>merci</w:t>
      </w:r>
      <w:r>
        <w:t xml:space="preserve">, </w:t>
      </w:r>
      <w:r w:rsidR="005A3479">
        <w:t>dit Jude avec reconnaissance</w:t>
      </w:r>
      <w:r>
        <w:t xml:space="preserve">, </w:t>
      </w:r>
      <w:r w:rsidR="005A3479">
        <w:t>et tout hal</w:t>
      </w:r>
      <w:r w:rsidR="005A3479">
        <w:t>e</w:t>
      </w:r>
      <w:r w:rsidR="005A3479">
        <w:t>tant</w:t>
      </w:r>
      <w:r>
        <w:t xml:space="preserve">, </w:t>
      </w:r>
      <w:r w:rsidR="005A3479">
        <w:t>car il suivait avec peine le charlatan au petit trot</w:t>
      </w:r>
      <w:r>
        <w:t>.</w:t>
      </w:r>
    </w:p>
    <w:p w14:paraId="1536959F" w14:textId="77777777" w:rsidR="006F1ADB" w:rsidRDefault="006F1ADB" w:rsidP="005A3479">
      <w:r>
        <w:t>— </w:t>
      </w:r>
      <w:r w:rsidR="005A3479">
        <w:t>Je crois que vous feriez mieux de rester en arrière</w:t>
      </w:r>
      <w:r>
        <w:t xml:space="preserve">, </w:t>
      </w:r>
      <w:r w:rsidR="005A3479">
        <w:t>jeune homme</w:t>
      </w:r>
      <w:r>
        <w:t xml:space="preserve">. </w:t>
      </w:r>
      <w:r w:rsidR="005A3479">
        <w:t>Voici ce que je ferai</w:t>
      </w:r>
      <w:r>
        <w:t xml:space="preserve"> : </w:t>
      </w:r>
      <w:r w:rsidR="005A3479">
        <w:t>je vous apporterai les grammaires et je vous donnerai une première leçon si</w:t>
      </w:r>
      <w:r>
        <w:t xml:space="preserve">, </w:t>
      </w:r>
      <w:r w:rsidR="005A3479">
        <w:t>dans chaque maison du village</w:t>
      </w:r>
      <w:r>
        <w:t xml:space="preserve">, </w:t>
      </w:r>
      <w:r w:rsidR="005A3479">
        <w:t>vous vous souvenez de recommander l</w:t>
      </w:r>
      <w:r>
        <w:t>’</w:t>
      </w:r>
      <w:r w:rsidR="005A3479">
        <w:t>onguent d</w:t>
      </w:r>
      <w:r>
        <w:t>’</w:t>
      </w:r>
      <w:r w:rsidR="005A3479">
        <w:t>or du docteur Vilbert</w:t>
      </w:r>
      <w:r>
        <w:t xml:space="preserve">, </w:t>
      </w:r>
      <w:r w:rsidR="005A3479">
        <w:t>ses gouttes de vie</w:t>
      </w:r>
      <w:r>
        <w:t xml:space="preserve">, </w:t>
      </w:r>
      <w:r w:rsidR="005A3479">
        <w:t>et ses pilules pour les dames</w:t>
      </w:r>
      <w:r>
        <w:t>.</w:t>
      </w:r>
    </w:p>
    <w:p w14:paraId="01B7040B" w14:textId="77777777" w:rsidR="006F1ADB" w:rsidRDefault="006F1ADB" w:rsidP="005A3479">
      <w:r>
        <w:t>— </w:t>
      </w:r>
      <w:r w:rsidR="005A3479">
        <w:t>Où serez-vous avec les grammaires</w:t>
      </w:r>
      <w:r>
        <w:t> ?</w:t>
      </w:r>
    </w:p>
    <w:p w14:paraId="04062311" w14:textId="77777777" w:rsidR="006F1ADB" w:rsidRDefault="006F1ADB" w:rsidP="005A3479">
      <w:r>
        <w:t>— </w:t>
      </w:r>
      <w:r w:rsidR="005A3479">
        <w:t>Je passerai ici d</w:t>
      </w:r>
      <w:r>
        <w:t>’</w:t>
      </w:r>
      <w:r w:rsidR="005A3479">
        <w:t>aujourd</w:t>
      </w:r>
      <w:r>
        <w:t>’</w:t>
      </w:r>
      <w:r w:rsidR="005A3479">
        <w:t>hui en quinze</w:t>
      </w:r>
      <w:r>
        <w:t xml:space="preserve">, </w:t>
      </w:r>
      <w:r w:rsidR="005A3479">
        <w:t>à sept heures vingt-cinq minutes</w:t>
      </w:r>
      <w:r>
        <w:t xml:space="preserve">. </w:t>
      </w:r>
      <w:r w:rsidR="005A3479">
        <w:t>Mes mouvements sont réglés comme ceux des planètes dans leur cours</w:t>
      </w:r>
      <w:r>
        <w:t>.</w:t>
      </w:r>
    </w:p>
    <w:p w14:paraId="7E9E6E43" w14:textId="77777777" w:rsidR="006F1ADB" w:rsidRDefault="006F1ADB" w:rsidP="005A3479">
      <w:r>
        <w:t>— </w:t>
      </w:r>
      <w:r w:rsidR="005A3479">
        <w:t>Je vous rencontrerai ici</w:t>
      </w:r>
      <w:r>
        <w:t xml:space="preserve">, </w:t>
      </w:r>
      <w:r w:rsidR="005A3479">
        <w:t>dit Jude</w:t>
      </w:r>
      <w:r>
        <w:t>.</w:t>
      </w:r>
    </w:p>
    <w:p w14:paraId="50CD6F4C" w14:textId="77777777" w:rsidR="006F1ADB" w:rsidRDefault="006F1ADB" w:rsidP="005A3479">
      <w:r>
        <w:t>— </w:t>
      </w:r>
      <w:r w:rsidR="005A3479">
        <w:t>Avec des commandes de médicaments</w:t>
      </w:r>
      <w:r>
        <w:t> ?</w:t>
      </w:r>
    </w:p>
    <w:p w14:paraId="77705202" w14:textId="77777777" w:rsidR="006F1ADB" w:rsidRDefault="006F1ADB" w:rsidP="005A3479">
      <w:r>
        <w:t>— </w:t>
      </w:r>
      <w:r w:rsidR="005A3479">
        <w:t>Oui</w:t>
      </w:r>
      <w:r>
        <w:t xml:space="preserve">, </w:t>
      </w:r>
      <w:r w:rsidR="005A3479">
        <w:t>docteur</w:t>
      </w:r>
      <w:r>
        <w:t>.</w:t>
      </w:r>
    </w:p>
    <w:p w14:paraId="4A6EF58D" w14:textId="77777777" w:rsidR="006F1ADB" w:rsidRDefault="005A3479" w:rsidP="005A3479">
      <w:r>
        <w:t>Jude resta en arrière</w:t>
      </w:r>
      <w:r w:rsidR="006F1ADB">
        <w:t xml:space="preserve">, </w:t>
      </w:r>
      <w:r>
        <w:t>attendit un instant pour reprendre haleine et retourna à la maison avec la conscience d</w:t>
      </w:r>
      <w:r w:rsidR="006F1ADB">
        <w:t>’</w:t>
      </w:r>
      <w:r>
        <w:t>avoir fait un grand pas vers</w:t>
      </w:r>
      <w:r w:rsidR="006F1ADB">
        <w:t xml:space="preserve">. </w:t>
      </w:r>
      <w:proofErr w:type="spellStart"/>
      <w:r>
        <w:t>Christminster</w:t>
      </w:r>
      <w:proofErr w:type="spellEnd"/>
      <w:r w:rsidR="006F1ADB">
        <w:t>.</w:t>
      </w:r>
    </w:p>
    <w:p w14:paraId="2A664F71" w14:textId="77777777" w:rsidR="006F1ADB" w:rsidRDefault="005A3479" w:rsidP="005A3479">
      <w:r>
        <w:t>Il tint consciencieusement sa promesse</w:t>
      </w:r>
      <w:r w:rsidR="006F1ADB">
        <w:t xml:space="preserve">, </w:t>
      </w:r>
      <w:r>
        <w:t>et</w:t>
      </w:r>
      <w:r w:rsidR="006F1ADB">
        <w:t xml:space="preserve">, </w:t>
      </w:r>
      <w:r>
        <w:t>quinze jours plus tard</w:t>
      </w:r>
      <w:r w:rsidR="006F1ADB">
        <w:t xml:space="preserve">, </w:t>
      </w:r>
      <w:r>
        <w:t>il était immobile sur le plateau</w:t>
      </w:r>
      <w:r w:rsidR="006F1ADB">
        <w:t xml:space="preserve">, </w:t>
      </w:r>
      <w:r>
        <w:t>attendant Vilbert au même endroit où il l</w:t>
      </w:r>
      <w:r w:rsidR="006F1ADB">
        <w:t>’</w:t>
      </w:r>
      <w:r>
        <w:t>avait rencontré</w:t>
      </w:r>
      <w:r w:rsidR="006F1ADB">
        <w:t xml:space="preserve">, </w:t>
      </w:r>
      <w:r>
        <w:t>mais à sa grande surprise</w:t>
      </w:r>
      <w:r w:rsidR="006F1ADB">
        <w:t xml:space="preserve">, </w:t>
      </w:r>
      <w:r>
        <w:t>le charlatan ne parut pas le reconnaître</w:t>
      </w:r>
      <w:r w:rsidR="006F1ADB">
        <w:t xml:space="preserve">. </w:t>
      </w:r>
      <w:r>
        <w:t>Jude</w:t>
      </w:r>
      <w:r w:rsidR="006F1ADB">
        <w:t xml:space="preserve">, </w:t>
      </w:r>
      <w:r>
        <w:t>pensant que c</w:t>
      </w:r>
      <w:r w:rsidR="006F1ADB">
        <w:t>’</w:t>
      </w:r>
      <w:r>
        <w:t>était l</w:t>
      </w:r>
      <w:r w:rsidR="006F1ADB">
        <w:t>’</w:t>
      </w:r>
      <w:r>
        <w:t>effet d</w:t>
      </w:r>
      <w:r w:rsidR="006F1ADB">
        <w:t>’</w:t>
      </w:r>
      <w:r>
        <w:t>un chapeau neuf qu</w:t>
      </w:r>
      <w:r w:rsidR="006F1ADB">
        <w:t>’</w:t>
      </w:r>
      <w:r>
        <w:t>il avait mis</w:t>
      </w:r>
      <w:r w:rsidR="006F1ADB">
        <w:t xml:space="preserve">, </w:t>
      </w:r>
      <w:r>
        <w:t>salua avec dign</w:t>
      </w:r>
      <w:r>
        <w:t>i</w:t>
      </w:r>
      <w:r>
        <w:t>té</w:t>
      </w:r>
      <w:r w:rsidR="006F1ADB">
        <w:t>.</w:t>
      </w:r>
    </w:p>
    <w:p w14:paraId="20893758" w14:textId="77777777" w:rsidR="006F1ADB" w:rsidRDefault="006F1ADB" w:rsidP="005A3479">
      <w:r>
        <w:t>— </w:t>
      </w:r>
      <w:r w:rsidR="005A3479">
        <w:t>Eh bien</w:t>
      </w:r>
      <w:r>
        <w:t xml:space="preserve">, </w:t>
      </w:r>
      <w:r w:rsidR="005A3479">
        <w:t>mon garçon</w:t>
      </w:r>
      <w:r>
        <w:t xml:space="preserve"> ?… </w:t>
      </w:r>
      <w:r w:rsidR="005A3479">
        <w:t>dit l</w:t>
      </w:r>
      <w:r>
        <w:t>’</w:t>
      </w:r>
      <w:r w:rsidR="005A3479">
        <w:t>autre</w:t>
      </w:r>
      <w:r>
        <w:t xml:space="preserve">, </w:t>
      </w:r>
      <w:r w:rsidR="005A3479">
        <w:t>distraitement</w:t>
      </w:r>
      <w:r>
        <w:t>.</w:t>
      </w:r>
    </w:p>
    <w:p w14:paraId="2FE19251" w14:textId="77777777" w:rsidR="006F1ADB" w:rsidRDefault="006F1ADB" w:rsidP="005A3479">
      <w:r>
        <w:lastRenderedPageBreak/>
        <w:t>— </w:t>
      </w:r>
      <w:r w:rsidR="005A3479">
        <w:t>Je suis venu</w:t>
      </w:r>
      <w:r>
        <w:t xml:space="preserve">, </w:t>
      </w:r>
      <w:r w:rsidR="005A3479">
        <w:t>dit Jude</w:t>
      </w:r>
      <w:r>
        <w:t>.</w:t>
      </w:r>
    </w:p>
    <w:p w14:paraId="36317DCD" w14:textId="77777777" w:rsidR="006F1ADB" w:rsidRDefault="006F1ADB" w:rsidP="005A3479">
      <w:r>
        <w:t>— </w:t>
      </w:r>
      <w:r w:rsidR="005A3479">
        <w:t>Vous</w:t>
      </w:r>
      <w:r>
        <w:t xml:space="preserve"> ?… </w:t>
      </w:r>
      <w:r w:rsidR="005A3479">
        <w:t>Qui êtes-vous</w:t>
      </w:r>
      <w:r>
        <w:t xml:space="preserve"> ?… </w:t>
      </w:r>
      <w:r w:rsidR="005A3479">
        <w:t>Oh</w:t>
      </w:r>
      <w:r>
        <w:t xml:space="preserve"> !… </w:t>
      </w:r>
      <w:r w:rsidR="005A3479">
        <w:t>je sais</w:t>
      </w:r>
      <w:r>
        <w:t xml:space="preserve">… </w:t>
      </w:r>
      <w:r w:rsidR="005A3479">
        <w:t>Apportez-vous des commandes</w:t>
      </w:r>
      <w:r>
        <w:t xml:space="preserve">, </w:t>
      </w:r>
      <w:r w:rsidR="005A3479">
        <w:t>petit</w:t>
      </w:r>
      <w:r>
        <w:t> ?</w:t>
      </w:r>
    </w:p>
    <w:p w14:paraId="48A0960C" w14:textId="77777777" w:rsidR="006F1ADB" w:rsidRDefault="006F1ADB" w:rsidP="005A3479">
      <w:r>
        <w:t>— </w:t>
      </w:r>
      <w:r w:rsidR="005A3479">
        <w:t>Oui</w:t>
      </w:r>
      <w:r>
        <w:t>.</w:t>
      </w:r>
    </w:p>
    <w:p w14:paraId="1BECBE0C" w14:textId="77777777" w:rsidR="006F1ADB" w:rsidRDefault="005A3479" w:rsidP="005A3479">
      <w:r>
        <w:t>Jude donna les noms et les adresses des villageois qui dés</w:t>
      </w:r>
      <w:r>
        <w:t>i</w:t>
      </w:r>
      <w:r>
        <w:t>raient s</w:t>
      </w:r>
      <w:r w:rsidR="006F1ADB">
        <w:t>’</w:t>
      </w:r>
      <w:r>
        <w:t>assurer des vertus spéciales des pilules</w:t>
      </w:r>
      <w:r w:rsidR="006F1ADB">
        <w:t xml:space="preserve">. </w:t>
      </w:r>
      <w:r>
        <w:t>Le charlatan les retint précieusement</w:t>
      </w:r>
      <w:r w:rsidR="006F1ADB">
        <w:t>.</w:t>
      </w:r>
    </w:p>
    <w:p w14:paraId="0CD13BA9" w14:textId="77777777" w:rsidR="006F1ADB" w:rsidRDefault="006F1ADB" w:rsidP="005A3479">
      <w:r>
        <w:t>— </w:t>
      </w:r>
      <w:r w:rsidR="005A3479">
        <w:t>Et les grammaires grecque et latine</w:t>
      </w:r>
      <w:r>
        <w:t> ?</w:t>
      </w:r>
    </w:p>
    <w:p w14:paraId="2ABE7D6D" w14:textId="77777777" w:rsidR="006F1ADB" w:rsidRDefault="005A3479" w:rsidP="005A3479">
      <w:r>
        <w:t>La voix de Jude tremblait d</w:t>
      </w:r>
      <w:r w:rsidR="006F1ADB">
        <w:t>’</w:t>
      </w:r>
      <w:r>
        <w:t>anxiété</w:t>
      </w:r>
      <w:r w:rsidR="006F1ADB">
        <w:t>.</w:t>
      </w:r>
    </w:p>
    <w:p w14:paraId="3D3D615D" w14:textId="77777777" w:rsidR="006F1ADB" w:rsidRDefault="006F1ADB" w:rsidP="005A3479">
      <w:r>
        <w:t>— </w:t>
      </w:r>
      <w:r w:rsidR="005A3479">
        <w:t>Lesquelles</w:t>
      </w:r>
      <w:r>
        <w:t> ?</w:t>
      </w:r>
    </w:p>
    <w:p w14:paraId="2F595E45" w14:textId="77777777" w:rsidR="006F1ADB" w:rsidRDefault="006F1ADB" w:rsidP="005A3479">
      <w:r>
        <w:t>— </w:t>
      </w:r>
      <w:r w:rsidR="005A3479">
        <w:t>Vous m</w:t>
      </w:r>
      <w:r>
        <w:t>’</w:t>
      </w:r>
      <w:r w:rsidR="005A3479">
        <w:t>aviez promis les vôtres</w:t>
      </w:r>
      <w:r>
        <w:t xml:space="preserve">, </w:t>
      </w:r>
      <w:r w:rsidR="005A3479">
        <w:t>celles qui vous ont servi pour vos études</w:t>
      </w:r>
      <w:r>
        <w:t>.</w:t>
      </w:r>
    </w:p>
    <w:p w14:paraId="292B038C" w14:textId="77777777" w:rsidR="006F1ADB" w:rsidRDefault="006F1ADB" w:rsidP="005A3479">
      <w:r>
        <w:t>— </w:t>
      </w:r>
      <w:r w:rsidR="005A3479">
        <w:t>Ah</w:t>
      </w:r>
      <w:r>
        <w:t xml:space="preserve"> ! </w:t>
      </w:r>
      <w:r w:rsidR="005A3479">
        <w:t>oui</w:t>
      </w:r>
      <w:r>
        <w:t xml:space="preserve">, </w:t>
      </w:r>
      <w:r w:rsidR="005A3479">
        <w:t>oui</w:t>
      </w:r>
      <w:r>
        <w:t xml:space="preserve">… </w:t>
      </w:r>
      <w:r w:rsidR="005A3479">
        <w:t>J</w:t>
      </w:r>
      <w:r>
        <w:t>’</w:t>
      </w:r>
      <w:r w:rsidR="005A3479">
        <w:t>ai oublié</w:t>
      </w:r>
      <w:r>
        <w:t xml:space="preserve">… </w:t>
      </w:r>
      <w:r w:rsidR="005A3479">
        <w:t>Vous le voyez</w:t>
      </w:r>
      <w:r>
        <w:t xml:space="preserve">, </w:t>
      </w:r>
      <w:r w:rsidR="005A3479">
        <w:t>jeune homme</w:t>
      </w:r>
      <w:r>
        <w:t xml:space="preserve">, </w:t>
      </w:r>
      <w:r w:rsidR="005A3479">
        <w:t>tant de vies dépendent de mes soins que je n</w:t>
      </w:r>
      <w:r>
        <w:t>’</w:t>
      </w:r>
      <w:r w:rsidR="005A3479">
        <w:t>ai pas le temps de penser à autre chose</w:t>
      </w:r>
      <w:r>
        <w:t>.</w:t>
      </w:r>
    </w:p>
    <w:p w14:paraId="4A22E383" w14:textId="77777777" w:rsidR="006F1ADB" w:rsidRDefault="005A3479" w:rsidP="005A3479">
      <w:r>
        <w:t>Jude mit quelque temps à s</w:t>
      </w:r>
      <w:r w:rsidR="006F1ADB">
        <w:t>’</w:t>
      </w:r>
      <w:r>
        <w:t>assurer de la vérité</w:t>
      </w:r>
      <w:r w:rsidR="006F1ADB">
        <w:t xml:space="preserve"> ; </w:t>
      </w:r>
      <w:r>
        <w:t>puis</w:t>
      </w:r>
      <w:r w:rsidR="006F1ADB">
        <w:t xml:space="preserve"> ; </w:t>
      </w:r>
      <w:r>
        <w:t>d</w:t>
      </w:r>
      <w:r w:rsidR="006F1ADB">
        <w:t>’</w:t>
      </w:r>
      <w:r>
        <w:t>un ton de profonde douleur</w:t>
      </w:r>
      <w:r w:rsidR="006F1ADB">
        <w:t xml:space="preserve">, </w:t>
      </w:r>
      <w:r>
        <w:t>il répéta</w:t>
      </w:r>
      <w:r w:rsidR="006F1ADB">
        <w:t> :</w:t>
      </w:r>
    </w:p>
    <w:p w14:paraId="1E889C38" w14:textId="77777777" w:rsidR="006F1ADB" w:rsidRDefault="006F1ADB" w:rsidP="005A3479">
      <w:r>
        <w:t>— </w:t>
      </w:r>
      <w:r w:rsidR="005A3479">
        <w:t>Vous ne les avez pas apportées</w:t>
      </w:r>
      <w:r>
        <w:t> ?</w:t>
      </w:r>
    </w:p>
    <w:p w14:paraId="4CEA52BC" w14:textId="77777777" w:rsidR="006F1ADB" w:rsidRDefault="006F1ADB" w:rsidP="005A3479">
      <w:r>
        <w:t>— </w:t>
      </w:r>
      <w:r w:rsidR="005A3479">
        <w:t>Non</w:t>
      </w:r>
      <w:r>
        <w:t xml:space="preserve">, </w:t>
      </w:r>
      <w:r w:rsidR="005A3479">
        <w:t>mais vous me ferez avoir quelques commandes de plus pour les malades</w:t>
      </w:r>
      <w:r>
        <w:t xml:space="preserve">, </w:t>
      </w:r>
      <w:r w:rsidR="005A3479">
        <w:t>et je vous apporterai les grammaires la prochaine fois</w:t>
      </w:r>
      <w:r>
        <w:t>.</w:t>
      </w:r>
    </w:p>
    <w:p w14:paraId="215E9502" w14:textId="77777777" w:rsidR="006F1ADB" w:rsidRDefault="005A3479" w:rsidP="005A3479">
      <w:r>
        <w:t>Jude laissa Vilbert passer en avant</w:t>
      </w:r>
      <w:r w:rsidR="006F1ADB">
        <w:t xml:space="preserve">. </w:t>
      </w:r>
      <w:r>
        <w:t>C</w:t>
      </w:r>
      <w:r w:rsidR="006F1ADB">
        <w:t>’</w:t>
      </w:r>
      <w:r>
        <w:t>était un être simple et droit</w:t>
      </w:r>
      <w:r w:rsidR="006F1ADB">
        <w:t xml:space="preserve">, </w:t>
      </w:r>
      <w:r>
        <w:t>mais le don de pénétration est souvent dévolu aux enfants et Jude devinait tout à coup à quelle humanité de camelote a</w:t>
      </w:r>
      <w:r>
        <w:t>p</w:t>
      </w:r>
      <w:r>
        <w:t>partenait le charlatan</w:t>
      </w:r>
      <w:r w:rsidR="006F1ADB">
        <w:t xml:space="preserve">. </w:t>
      </w:r>
      <w:r>
        <w:t xml:space="preserve">Le laurier de sa couronne </w:t>
      </w:r>
      <w:r>
        <w:lastRenderedPageBreak/>
        <w:t>imaginaire s</w:t>
      </w:r>
      <w:r w:rsidR="006F1ADB">
        <w:t>’</w:t>
      </w:r>
      <w:r>
        <w:t>effeuilla</w:t>
      </w:r>
      <w:r w:rsidR="006F1ADB">
        <w:t xml:space="preserve">. </w:t>
      </w:r>
      <w:r>
        <w:t>Il retourna chez lui</w:t>
      </w:r>
      <w:r w:rsidR="006F1ADB">
        <w:t xml:space="preserve">, </w:t>
      </w:r>
      <w:r>
        <w:t>s</w:t>
      </w:r>
      <w:r w:rsidR="006F1ADB">
        <w:t>’</w:t>
      </w:r>
      <w:r>
        <w:t>appuya contre la porte et pleura amèrement</w:t>
      </w:r>
      <w:r w:rsidR="006F1ADB">
        <w:t>.</w:t>
      </w:r>
    </w:p>
    <w:p w14:paraId="12253621" w14:textId="77777777" w:rsidR="006F1ADB" w:rsidRDefault="005A3479" w:rsidP="005A3479">
      <w:r>
        <w:t>Cette désillusion fut suivie par une série de jours pâles et vides</w:t>
      </w:r>
      <w:r w:rsidR="006F1ADB">
        <w:t xml:space="preserve">. </w:t>
      </w:r>
      <w:r>
        <w:t>Jude aurait pu faire venir ses grammaires d</w:t>
      </w:r>
      <w:r w:rsidR="006F1ADB">
        <w:t>’</w:t>
      </w:r>
      <w:proofErr w:type="spellStart"/>
      <w:r>
        <w:t>Alfredston</w:t>
      </w:r>
      <w:proofErr w:type="spellEnd"/>
      <w:r w:rsidR="006F1ADB">
        <w:t xml:space="preserve">, </w:t>
      </w:r>
      <w:r>
        <w:t>mais il aurait fallu choisir ces livres et les payer</w:t>
      </w:r>
      <w:r w:rsidR="006F1ADB">
        <w:t xml:space="preserve">, </w:t>
      </w:r>
      <w:proofErr w:type="gramStart"/>
      <w:r>
        <w:t>et</w:t>
      </w:r>
      <w:proofErr w:type="gramEnd"/>
      <w:r>
        <w:t xml:space="preserve"> bien qu</w:t>
      </w:r>
      <w:r w:rsidR="006F1ADB">
        <w:t>’</w:t>
      </w:r>
      <w:r>
        <w:t>il ne manquât pas du nécessaire</w:t>
      </w:r>
      <w:r w:rsidR="006F1ADB">
        <w:t xml:space="preserve">, </w:t>
      </w:r>
      <w:r>
        <w:t>il ne possédait pas un liard</w:t>
      </w:r>
      <w:r w:rsidR="006F1ADB">
        <w:t>.</w:t>
      </w:r>
    </w:p>
    <w:p w14:paraId="144B592D" w14:textId="63189AE5" w:rsidR="006F1ADB" w:rsidRDefault="005A3479" w:rsidP="005A3479">
      <w:r>
        <w:t>À cette époque</w:t>
      </w:r>
      <w:r w:rsidR="006F1ADB">
        <w:t>, M. </w:t>
      </w:r>
      <w:proofErr w:type="spellStart"/>
      <w:r>
        <w:t>Phillotson</w:t>
      </w:r>
      <w:proofErr w:type="spellEnd"/>
      <w:r>
        <w:t xml:space="preserve"> envoya chercher son piano</w:t>
      </w:r>
      <w:r w:rsidR="006F1ADB">
        <w:t xml:space="preserve">, </w:t>
      </w:r>
      <w:r>
        <w:t>ce qui donna une heureuse idée à Jude</w:t>
      </w:r>
      <w:r w:rsidR="006F1ADB">
        <w:t xml:space="preserve">. </w:t>
      </w:r>
      <w:r>
        <w:t>Pourquoi n</w:t>
      </w:r>
      <w:r w:rsidR="006F1ADB">
        <w:t>’</w:t>
      </w:r>
      <w:r>
        <w:t>écrirait-il pas au maître d</w:t>
      </w:r>
      <w:r w:rsidR="006F1ADB">
        <w:t>’</w:t>
      </w:r>
      <w:r>
        <w:t>école</w:t>
      </w:r>
      <w:r w:rsidR="006F1ADB">
        <w:t xml:space="preserve">, </w:t>
      </w:r>
      <w:r>
        <w:t xml:space="preserve">en le priant de bien vouloir lui envoyer les grammaires de </w:t>
      </w:r>
      <w:proofErr w:type="spellStart"/>
      <w:r>
        <w:t>Christminster</w:t>
      </w:r>
      <w:proofErr w:type="spellEnd"/>
      <w:r w:rsidR="006F1ADB">
        <w:t xml:space="preserve"> ? </w:t>
      </w:r>
      <w:r>
        <w:t>Il pouvait glisser sa lettre dans le couvercle de l</w:t>
      </w:r>
      <w:r w:rsidR="006F1ADB">
        <w:t>’</w:t>
      </w:r>
      <w:r>
        <w:t>instrument</w:t>
      </w:r>
      <w:r w:rsidR="006F1ADB">
        <w:t xml:space="preserve">. </w:t>
      </w:r>
      <w:r>
        <w:t>Pourquoi même ne pas demander à</w:t>
      </w:r>
      <w:r>
        <w:rPr>
          <w:i/>
          <w:iCs/>
          <w:szCs w:val="32"/>
        </w:rPr>
        <w:t xml:space="preserve"> </w:t>
      </w:r>
      <w:r w:rsidR="006F1ADB">
        <w:t>M. </w:t>
      </w:r>
      <w:proofErr w:type="spellStart"/>
      <w:r>
        <w:t>Phillotson</w:t>
      </w:r>
      <w:proofErr w:type="spellEnd"/>
      <w:r>
        <w:t xml:space="preserve"> de vieux cahiers d</w:t>
      </w:r>
      <w:r w:rsidR="006F1ADB">
        <w:t>’</w:t>
      </w:r>
      <w:r>
        <w:t>exercices</w:t>
      </w:r>
      <w:r w:rsidR="006F1ADB">
        <w:t xml:space="preserve">, </w:t>
      </w:r>
      <w:r>
        <w:t>tout imprégnés de l</w:t>
      </w:r>
      <w:r w:rsidR="006F1ADB">
        <w:t>’</w:t>
      </w:r>
      <w:r>
        <w:t>atmosphère de l</w:t>
      </w:r>
      <w:r w:rsidR="006F1ADB">
        <w:t>’</w:t>
      </w:r>
      <w:r>
        <w:t>Université</w:t>
      </w:r>
      <w:r w:rsidR="006F1ADB">
        <w:t> ?</w:t>
      </w:r>
    </w:p>
    <w:p w14:paraId="4DA37E82" w14:textId="77777777" w:rsidR="006F1ADB" w:rsidRDefault="005A3479" w:rsidP="005A3479">
      <w:r>
        <w:t>Jude mit son projet à exécution sans rien dire à sa tante</w:t>
      </w:r>
      <w:r w:rsidR="006F1ADB">
        <w:t xml:space="preserve">, </w:t>
      </w:r>
      <w:r>
        <w:t>et après quelques jours d</w:t>
      </w:r>
      <w:r w:rsidR="006F1ADB">
        <w:t>’</w:t>
      </w:r>
      <w:r>
        <w:t>anxiété</w:t>
      </w:r>
      <w:r w:rsidR="006F1ADB">
        <w:t xml:space="preserve">, </w:t>
      </w:r>
      <w:r>
        <w:t>il reçut un paquet qu</w:t>
      </w:r>
      <w:r w:rsidR="006F1ADB">
        <w:t>’</w:t>
      </w:r>
      <w:r>
        <w:t>il alla che</w:t>
      </w:r>
      <w:r>
        <w:t>r</w:t>
      </w:r>
      <w:r>
        <w:t>cher à la poste même</w:t>
      </w:r>
      <w:r w:rsidR="006F1ADB">
        <w:t xml:space="preserve">. </w:t>
      </w:r>
      <w:r>
        <w:t>Ce paquet contenait deux petits livres</w:t>
      </w:r>
      <w:r w:rsidR="006F1ADB">
        <w:t xml:space="preserve">. </w:t>
      </w:r>
      <w:r>
        <w:t>Jude choisit un coin solitaire et s</w:t>
      </w:r>
      <w:r w:rsidR="006F1ADB">
        <w:t>’</w:t>
      </w:r>
      <w:r>
        <w:t>assit sur un orme abattu pour le défaire</w:t>
      </w:r>
      <w:r w:rsidR="006F1ADB">
        <w:t>.</w:t>
      </w:r>
    </w:p>
    <w:p w14:paraId="710C0799" w14:textId="77777777" w:rsidR="006F1ADB" w:rsidRDefault="005A3479" w:rsidP="005A3479">
      <w:r>
        <w:t>Depuis qu</w:t>
      </w:r>
      <w:r w:rsidR="006F1ADB">
        <w:t>’</w:t>
      </w:r>
      <w:r>
        <w:t xml:space="preserve">il rêvait de </w:t>
      </w:r>
      <w:proofErr w:type="spellStart"/>
      <w:r>
        <w:t>Christminster</w:t>
      </w:r>
      <w:proofErr w:type="spellEnd"/>
      <w:r w:rsidR="006F1ADB">
        <w:t xml:space="preserve">, </w:t>
      </w:r>
      <w:r>
        <w:t>Jude avait beaucoup médité sur le procédé probable par lequel on transposait les mots d</w:t>
      </w:r>
      <w:r w:rsidR="006F1ADB">
        <w:t>’</w:t>
      </w:r>
      <w:r>
        <w:t>une langue dans une autre</w:t>
      </w:r>
      <w:r w:rsidR="006F1ADB">
        <w:t xml:space="preserve">. </w:t>
      </w:r>
      <w:r>
        <w:t>Il avait conclu que la gra</w:t>
      </w:r>
      <w:r>
        <w:t>m</w:t>
      </w:r>
      <w:r>
        <w:t>maire de la langue en question contiendrait d</w:t>
      </w:r>
      <w:r w:rsidR="006F1ADB">
        <w:t>’</w:t>
      </w:r>
      <w:r>
        <w:t>abord un mode</w:t>
      </w:r>
      <w:r w:rsidR="006F1ADB">
        <w:t xml:space="preserve">, </w:t>
      </w:r>
      <w:r>
        <w:t>un procédé</w:t>
      </w:r>
      <w:r w:rsidR="006F1ADB">
        <w:t xml:space="preserve">, </w:t>
      </w:r>
      <w:r>
        <w:t>la clef d</w:t>
      </w:r>
      <w:r w:rsidR="006F1ADB">
        <w:t>’</w:t>
      </w:r>
      <w:r>
        <w:t>un chiffre secret</w:t>
      </w:r>
      <w:r w:rsidR="006F1ADB">
        <w:t xml:space="preserve">, </w:t>
      </w:r>
      <w:r>
        <w:t>qu</w:t>
      </w:r>
      <w:r w:rsidR="006F1ADB">
        <w:t>’</w:t>
      </w:r>
      <w:r>
        <w:t>une fois connue il n</w:t>
      </w:r>
      <w:r w:rsidR="006F1ADB">
        <w:t>’</w:t>
      </w:r>
      <w:r>
        <w:t>aurait qu</w:t>
      </w:r>
      <w:r w:rsidR="006F1ADB">
        <w:t>’</w:t>
      </w:r>
      <w:r>
        <w:t>à utiliser pour changer à son gré tous les mots de sa langue en ceux d</w:t>
      </w:r>
      <w:r w:rsidR="006F1ADB">
        <w:t>’</w:t>
      </w:r>
      <w:r>
        <w:t>une autre</w:t>
      </w:r>
      <w:r w:rsidR="006F1ADB">
        <w:t xml:space="preserve">. </w:t>
      </w:r>
      <w:r>
        <w:t>Quand</w:t>
      </w:r>
      <w:r w:rsidR="006F1ADB">
        <w:t xml:space="preserve">, </w:t>
      </w:r>
      <w:r>
        <w:t>ayant coupé la ficelle du p</w:t>
      </w:r>
      <w:r>
        <w:t>a</w:t>
      </w:r>
      <w:r>
        <w:t>quet et pris les livres</w:t>
      </w:r>
      <w:r w:rsidR="006F1ADB">
        <w:t xml:space="preserve">, </w:t>
      </w:r>
      <w:r>
        <w:t>il ouvrit la grammaire latine</w:t>
      </w:r>
      <w:r w:rsidR="006F1ADB">
        <w:t xml:space="preserve">, </w:t>
      </w:r>
      <w:r>
        <w:t>il put à peine en croire ses yeux</w:t>
      </w:r>
      <w:r w:rsidR="006F1ADB">
        <w:t>.</w:t>
      </w:r>
    </w:p>
    <w:p w14:paraId="294D4568" w14:textId="77777777" w:rsidR="006F1ADB" w:rsidRDefault="005A3479" w:rsidP="005A3479">
      <w:r>
        <w:t>Le livre était très vieux</w:t>
      </w:r>
      <w:r w:rsidR="006F1ADB">
        <w:t xml:space="preserve"> – </w:t>
      </w:r>
      <w:r>
        <w:t>trente ans au moins</w:t>
      </w:r>
      <w:r w:rsidR="006F1ADB">
        <w:t xml:space="preserve"> – </w:t>
      </w:r>
      <w:r>
        <w:t>mais ce n</w:t>
      </w:r>
      <w:r w:rsidR="006F1ADB">
        <w:t>’</w:t>
      </w:r>
      <w:r>
        <w:t>était pas son aspect qui causait la surprise de Jude</w:t>
      </w:r>
      <w:r w:rsidR="006F1ADB">
        <w:t xml:space="preserve">. </w:t>
      </w:r>
      <w:r>
        <w:t>Il appr</w:t>
      </w:r>
      <w:r>
        <w:t>e</w:t>
      </w:r>
      <w:r>
        <w:t>nait</w:t>
      </w:r>
      <w:r w:rsidR="006F1ADB">
        <w:t xml:space="preserve">, </w:t>
      </w:r>
      <w:r>
        <w:t>pour la première fois</w:t>
      </w:r>
      <w:r w:rsidR="006F1ADB">
        <w:t xml:space="preserve">, </w:t>
      </w:r>
      <w:r>
        <w:t>que la loi de transmutation</w:t>
      </w:r>
      <w:r w:rsidR="006F1ADB">
        <w:t xml:space="preserve">, </w:t>
      </w:r>
      <w:r>
        <w:lastRenderedPageBreak/>
        <w:t>supp</w:t>
      </w:r>
      <w:r>
        <w:t>o</w:t>
      </w:r>
      <w:r>
        <w:t>sée par son ignorance</w:t>
      </w:r>
      <w:r w:rsidR="006F1ADB">
        <w:t xml:space="preserve">, </w:t>
      </w:r>
      <w:r>
        <w:t>n</w:t>
      </w:r>
      <w:r w:rsidR="006F1ADB">
        <w:t>’</w:t>
      </w:r>
      <w:r>
        <w:t>avait jamais existé</w:t>
      </w:r>
      <w:r w:rsidR="006F1ADB">
        <w:t xml:space="preserve"> ; </w:t>
      </w:r>
      <w:r>
        <w:t>et que chaque mot grec ou latin devait être retenu par un effort de mémoire qui r</w:t>
      </w:r>
      <w:r>
        <w:t>e</w:t>
      </w:r>
      <w:r>
        <w:t>présentait des années de pénible assiduité</w:t>
      </w:r>
      <w:r w:rsidR="006F1ADB">
        <w:t>.</w:t>
      </w:r>
    </w:p>
    <w:p w14:paraId="1DFD0E90" w14:textId="77777777" w:rsidR="006F1ADB" w:rsidRDefault="005A3479" w:rsidP="005A3479">
      <w:r>
        <w:t>Jude jeta les livres</w:t>
      </w:r>
      <w:r w:rsidR="006F1ADB">
        <w:t xml:space="preserve">, </w:t>
      </w:r>
      <w:r>
        <w:t>s</w:t>
      </w:r>
      <w:r w:rsidR="006F1ADB">
        <w:t>’</w:t>
      </w:r>
      <w:r>
        <w:t>étendit sur le large tronc de l</w:t>
      </w:r>
      <w:r w:rsidR="006F1ADB">
        <w:t>’</w:t>
      </w:r>
      <w:r>
        <w:t>orme</w:t>
      </w:r>
      <w:r w:rsidR="006F1ADB">
        <w:t xml:space="preserve">, </w:t>
      </w:r>
      <w:r>
        <w:t>et se sentit profondément misérable pendant tout un quart d</w:t>
      </w:r>
      <w:r w:rsidR="006F1ADB">
        <w:t>’</w:t>
      </w:r>
      <w:r>
        <w:t>heure</w:t>
      </w:r>
      <w:r w:rsidR="006F1ADB">
        <w:t xml:space="preserve">. </w:t>
      </w:r>
      <w:r>
        <w:t>Selon son habitude</w:t>
      </w:r>
      <w:r w:rsidR="006F1ADB">
        <w:t xml:space="preserve">, </w:t>
      </w:r>
      <w:r>
        <w:t>il se couvrit le visage avec son ch</w:t>
      </w:r>
      <w:r>
        <w:t>a</w:t>
      </w:r>
      <w:r>
        <w:t>peau et regarda les flèches brillantes que lui décochait le soleil à travers les interstices de la paille</w:t>
      </w:r>
      <w:r w:rsidR="006F1ADB">
        <w:t xml:space="preserve">. </w:t>
      </w:r>
      <w:r>
        <w:t>C</w:t>
      </w:r>
      <w:r w:rsidR="006F1ADB">
        <w:t>’</w:t>
      </w:r>
      <w:r>
        <w:t>était donc cela le grec et le latin</w:t>
      </w:r>
      <w:r w:rsidR="006F1ADB">
        <w:t xml:space="preserve"> ! </w:t>
      </w:r>
      <w:r>
        <w:t>Grande déception</w:t>
      </w:r>
      <w:r w:rsidR="006F1ADB">
        <w:t xml:space="preserve">… </w:t>
      </w:r>
      <w:r>
        <w:t>Le charme qu</w:t>
      </w:r>
      <w:r w:rsidR="006F1ADB">
        <w:t>’</w:t>
      </w:r>
      <w:r>
        <w:t>il avait espéré était en réalité un labeur digne d</w:t>
      </w:r>
      <w:r w:rsidR="006F1ADB">
        <w:t>’</w:t>
      </w:r>
      <w:r>
        <w:t>Israël en Égypte</w:t>
      </w:r>
      <w:r w:rsidR="006F1ADB">
        <w:t>.</w:t>
      </w:r>
    </w:p>
    <w:p w14:paraId="5F095639" w14:textId="77777777" w:rsidR="006F1ADB" w:rsidRDefault="005A3479" w:rsidP="005A3479">
      <w:r>
        <w:t xml:space="preserve">Quel cerveau devaient avoir les gens de </w:t>
      </w:r>
      <w:proofErr w:type="spellStart"/>
      <w:r>
        <w:t>Christminster</w:t>
      </w:r>
      <w:proofErr w:type="spellEnd"/>
      <w:r>
        <w:t xml:space="preserve"> et des grandes écoles</w:t>
      </w:r>
      <w:r w:rsidR="006F1ADB">
        <w:t xml:space="preserve">, </w:t>
      </w:r>
      <w:r>
        <w:t>pensa-t-il</w:t>
      </w:r>
      <w:r w:rsidR="006F1ADB">
        <w:t xml:space="preserve">, </w:t>
      </w:r>
      <w:r>
        <w:t>pour retenir un par un des ce</w:t>
      </w:r>
      <w:r>
        <w:t>n</w:t>
      </w:r>
      <w:r>
        <w:t>taines de mots</w:t>
      </w:r>
      <w:r w:rsidR="006F1ADB">
        <w:t xml:space="preserve"> ! </w:t>
      </w:r>
      <w:r>
        <w:t>Son cerveau à lui n</w:t>
      </w:r>
      <w:r w:rsidR="006F1ADB">
        <w:t>’</w:t>
      </w:r>
      <w:r>
        <w:t>était point fait pour un p</w:t>
      </w:r>
      <w:r>
        <w:t>a</w:t>
      </w:r>
      <w:r>
        <w:t>reil travail</w:t>
      </w:r>
      <w:r w:rsidR="006F1ADB">
        <w:t xml:space="preserve"> ; </w:t>
      </w:r>
      <w:r>
        <w:t>et comme les petits rais lumineux du soleil cont</w:t>
      </w:r>
      <w:r>
        <w:t>i</w:t>
      </w:r>
      <w:r>
        <w:t>nuaient de briller sur lui</w:t>
      </w:r>
      <w:r w:rsidR="006F1ADB">
        <w:t xml:space="preserve">, </w:t>
      </w:r>
      <w:r>
        <w:t>à travers son chapeau de paille</w:t>
      </w:r>
      <w:r w:rsidR="006F1ADB">
        <w:t xml:space="preserve">, </w:t>
      </w:r>
      <w:r>
        <w:t>il dés</w:t>
      </w:r>
      <w:r>
        <w:t>i</w:t>
      </w:r>
      <w:r>
        <w:t>ra n</w:t>
      </w:r>
      <w:r w:rsidR="006F1ADB">
        <w:t>’</w:t>
      </w:r>
      <w:r>
        <w:t>avoir jamais aucun livre</w:t>
      </w:r>
      <w:r w:rsidR="006F1ADB">
        <w:t xml:space="preserve">, </w:t>
      </w:r>
      <w:r>
        <w:t>et de n</w:t>
      </w:r>
      <w:r w:rsidR="006F1ADB">
        <w:t>’</w:t>
      </w:r>
      <w:r>
        <w:t>en voir jamais aucun</w:t>
      </w:r>
      <w:r w:rsidR="006F1ADB">
        <w:t xml:space="preserve"> ; </w:t>
      </w:r>
      <w:r>
        <w:t>il regretta d</w:t>
      </w:r>
      <w:r w:rsidR="006F1ADB">
        <w:t>’</w:t>
      </w:r>
      <w:r>
        <w:t>être né</w:t>
      </w:r>
      <w:r w:rsidR="006F1ADB">
        <w:t>.</w:t>
      </w:r>
    </w:p>
    <w:p w14:paraId="504EAFF4" w14:textId="77777777" w:rsidR="006F1ADB" w:rsidRDefault="005A3479" w:rsidP="005A3479">
      <w:r>
        <w:t>Quelqu</w:t>
      </w:r>
      <w:r w:rsidR="006F1ADB">
        <w:t>’</w:t>
      </w:r>
      <w:r>
        <w:t>un aurait pu passer par le chemin et l</w:t>
      </w:r>
      <w:r w:rsidR="006F1ADB">
        <w:t>’</w:t>
      </w:r>
      <w:r>
        <w:t>interroger sur les causes de sa peine</w:t>
      </w:r>
      <w:r w:rsidR="006F1ADB">
        <w:t xml:space="preserve">, </w:t>
      </w:r>
      <w:r>
        <w:t>le réconforter en lui enseignant ce qu</w:t>
      </w:r>
      <w:r w:rsidR="006F1ADB">
        <w:t>’</w:t>
      </w:r>
      <w:r>
        <w:t>expliquaient mal les grammairiens</w:t>
      </w:r>
      <w:r w:rsidR="006F1ADB">
        <w:t xml:space="preserve">… </w:t>
      </w:r>
      <w:r>
        <w:t>Mais personne ne pa</w:t>
      </w:r>
      <w:r>
        <w:t>s</w:t>
      </w:r>
      <w:r>
        <w:t>sa</w:t>
      </w:r>
      <w:r w:rsidR="006F1ADB">
        <w:t xml:space="preserve">, </w:t>
      </w:r>
      <w:r>
        <w:t>parce que personne ne passe jamais</w:t>
      </w:r>
      <w:r w:rsidR="006F1ADB">
        <w:t xml:space="preserve"> ; </w:t>
      </w:r>
      <w:r>
        <w:t>et</w:t>
      </w:r>
      <w:r w:rsidR="006F1ADB">
        <w:t xml:space="preserve">, </w:t>
      </w:r>
      <w:r>
        <w:t>reconnaissant avec effroi son immense erreur</w:t>
      </w:r>
      <w:r w:rsidR="006F1ADB">
        <w:t xml:space="preserve">, </w:t>
      </w:r>
      <w:r>
        <w:t>Jude souhaita quitter ce monde</w:t>
      </w:r>
      <w:r w:rsidR="006F1ADB">
        <w:t>.</w:t>
      </w:r>
    </w:p>
    <w:p w14:paraId="1725484D" w14:textId="043DC22B" w:rsidR="005A3479" w:rsidRDefault="005A3479" w:rsidP="006F1ADB">
      <w:pPr>
        <w:pStyle w:val="Titre2"/>
      </w:pPr>
      <w:bookmarkStart w:id="9" w:name="__RefHeading__11_1957917597"/>
      <w:bookmarkStart w:id="10" w:name="_Toc202369620"/>
      <w:bookmarkEnd w:id="9"/>
      <w:r>
        <w:lastRenderedPageBreak/>
        <w:t>V</w:t>
      </w:r>
      <w:bookmarkEnd w:id="10"/>
    </w:p>
    <w:p w14:paraId="0B8EFDE8" w14:textId="77777777" w:rsidR="006F1ADB" w:rsidRDefault="005A3479" w:rsidP="005A3479">
      <w:r>
        <w:t>Pendant trois ou quatre années successives</w:t>
      </w:r>
      <w:r w:rsidR="006F1ADB">
        <w:t xml:space="preserve">, </w:t>
      </w:r>
      <w:r>
        <w:t>on put voir un bizarre véhicule</w:t>
      </w:r>
      <w:r w:rsidR="006F1ADB">
        <w:t xml:space="preserve">, </w:t>
      </w:r>
      <w:r>
        <w:t>bizarrement conduit</w:t>
      </w:r>
      <w:r w:rsidR="006F1ADB">
        <w:t xml:space="preserve">, </w:t>
      </w:r>
      <w:r>
        <w:t xml:space="preserve">traverser les chemins et les routes aux environs de </w:t>
      </w:r>
      <w:proofErr w:type="spellStart"/>
      <w:r>
        <w:t>Marygreen</w:t>
      </w:r>
      <w:proofErr w:type="spellEnd"/>
      <w:r w:rsidR="006F1ADB">
        <w:t>.</w:t>
      </w:r>
    </w:p>
    <w:p w14:paraId="6D8A4ADF" w14:textId="77777777" w:rsidR="006F1ADB" w:rsidRDefault="005A3479" w:rsidP="005A3479">
      <w:r>
        <w:t>Un mois environ après la réception des livres</w:t>
      </w:r>
      <w:r w:rsidR="006F1ADB">
        <w:t xml:space="preserve">, </w:t>
      </w:r>
      <w:r>
        <w:t>Jude était devenu insensible au vilain tour que lui avaient joué les langues mortes</w:t>
      </w:r>
      <w:r w:rsidR="006F1ADB">
        <w:t xml:space="preserve">. </w:t>
      </w:r>
      <w:r>
        <w:t>La difficulté de l</w:t>
      </w:r>
      <w:r w:rsidR="006F1ADB">
        <w:t>’</w:t>
      </w:r>
      <w:r>
        <w:t xml:space="preserve">étude augmenta sa vénération pour la science de </w:t>
      </w:r>
      <w:proofErr w:type="spellStart"/>
      <w:r>
        <w:t>Christminster</w:t>
      </w:r>
      <w:proofErr w:type="spellEnd"/>
      <w:r w:rsidR="006F1ADB">
        <w:t xml:space="preserve">, </w:t>
      </w:r>
      <w:r>
        <w:t>et il attaqua l</w:t>
      </w:r>
      <w:r w:rsidR="006F1ADB">
        <w:t>’</w:t>
      </w:r>
      <w:r>
        <w:t>énorme montagne des classiques avec une patience de souris</w:t>
      </w:r>
      <w:r w:rsidR="006F1ADB">
        <w:t>.</w:t>
      </w:r>
    </w:p>
    <w:p w14:paraId="2C9764EC" w14:textId="77777777" w:rsidR="006F1ADB" w:rsidRDefault="005A3479" w:rsidP="005A3479">
      <w:r>
        <w:t>Il s</w:t>
      </w:r>
      <w:r w:rsidR="006F1ADB">
        <w:t>’</w:t>
      </w:r>
      <w:r>
        <w:t>était ingénié à rendre sa présence tolérable chez sa tante qu</w:t>
      </w:r>
      <w:r w:rsidR="006F1ADB">
        <w:t>’</w:t>
      </w:r>
      <w:r>
        <w:t>il aidait de son mieux</w:t>
      </w:r>
      <w:r w:rsidR="006F1ADB">
        <w:t xml:space="preserve">. </w:t>
      </w:r>
      <w:r>
        <w:t>Les affaires de la boulangerie devinrent plus importantes</w:t>
      </w:r>
      <w:r w:rsidR="006F1ADB">
        <w:t xml:space="preserve">. </w:t>
      </w:r>
      <w:r>
        <w:t>On acheta un vieux cheval et une charrette à bâche de toile</w:t>
      </w:r>
      <w:r w:rsidR="006F1ADB">
        <w:t xml:space="preserve">, </w:t>
      </w:r>
      <w:r>
        <w:t>et trois fois par semaine</w:t>
      </w:r>
      <w:r w:rsidR="006F1ADB">
        <w:t xml:space="preserve">, </w:t>
      </w:r>
      <w:r>
        <w:t>Jude alla porter le pain chez les clients des environs</w:t>
      </w:r>
      <w:r w:rsidR="006F1ADB">
        <w:t>.</w:t>
      </w:r>
    </w:p>
    <w:p w14:paraId="0526B33D" w14:textId="77777777" w:rsidR="006F1ADB" w:rsidRDefault="005A3479" w:rsidP="005A3479">
      <w:r>
        <w:t>L</w:t>
      </w:r>
      <w:r w:rsidR="006F1ADB">
        <w:t>’</w:t>
      </w:r>
      <w:r>
        <w:t>intérieur de la charrette devint la salle d</w:t>
      </w:r>
      <w:r w:rsidR="006F1ADB">
        <w:t>’</w:t>
      </w:r>
      <w:r>
        <w:t>étude du jeune garçon</w:t>
      </w:r>
      <w:r w:rsidR="006F1ADB">
        <w:t xml:space="preserve">. </w:t>
      </w:r>
      <w:r>
        <w:t>Dès que le cheval prenait la route qu</w:t>
      </w:r>
      <w:r w:rsidR="006F1ADB">
        <w:t>’</w:t>
      </w:r>
      <w:r>
        <w:t>il avait appris à connaître</w:t>
      </w:r>
      <w:r w:rsidR="006F1ADB">
        <w:t xml:space="preserve">, </w:t>
      </w:r>
      <w:r>
        <w:t>Jude</w:t>
      </w:r>
      <w:r w:rsidR="006F1ADB">
        <w:t xml:space="preserve">, </w:t>
      </w:r>
      <w:r>
        <w:t>les rênes enroulées autour de son bras</w:t>
      </w:r>
      <w:r w:rsidR="006F1ADB">
        <w:t xml:space="preserve">, </w:t>
      </w:r>
      <w:r>
        <w:t>ouvrait un volume et se plongeait dans Virgile</w:t>
      </w:r>
      <w:r w:rsidR="006F1ADB">
        <w:t xml:space="preserve">, </w:t>
      </w:r>
      <w:r>
        <w:t>Horace ou César</w:t>
      </w:r>
      <w:r w:rsidR="006F1ADB">
        <w:t xml:space="preserve">, </w:t>
      </w:r>
      <w:r>
        <w:t>avec une ardeur qui eût mis des larmes dans les yeux d</w:t>
      </w:r>
      <w:r w:rsidR="006F1ADB">
        <w:t>’</w:t>
      </w:r>
      <w:r>
        <w:t>un péd</w:t>
      </w:r>
      <w:r>
        <w:t>a</w:t>
      </w:r>
      <w:r>
        <w:t>gogue</w:t>
      </w:r>
      <w:r w:rsidR="006F1ADB">
        <w:t xml:space="preserve">. </w:t>
      </w:r>
      <w:r>
        <w:t>Il suppléait à la science qui lui manquait par une divin</w:t>
      </w:r>
      <w:r>
        <w:t>a</w:t>
      </w:r>
      <w:r>
        <w:t>tion qui le servait souvent beaucoup mieux</w:t>
      </w:r>
      <w:r w:rsidR="006F1ADB">
        <w:t>.</w:t>
      </w:r>
    </w:p>
    <w:p w14:paraId="056332C3" w14:textId="47077BD7" w:rsidR="005A3479" w:rsidRDefault="005A3479" w:rsidP="005A3479">
      <w:r>
        <w:t>Les seuls livres qu</w:t>
      </w:r>
      <w:r w:rsidR="006F1ADB">
        <w:t>’</w:t>
      </w:r>
      <w:r>
        <w:t>il avait pu se procurer étaient des éd</w:t>
      </w:r>
      <w:r>
        <w:t>i</w:t>
      </w:r>
      <w:r>
        <w:t xml:space="preserve">tions </w:t>
      </w:r>
      <w:r>
        <w:rPr>
          <w:i/>
          <w:szCs w:val="32"/>
        </w:rPr>
        <w:t xml:space="preserve">ad </w:t>
      </w:r>
      <w:r>
        <w:rPr>
          <w:i/>
          <w:szCs w:val="32"/>
          <w:lang w:val="la-Latn"/>
        </w:rPr>
        <w:t>usum Delphini</w:t>
      </w:r>
      <w:r w:rsidR="006F1ADB">
        <w:rPr>
          <w:i/>
          <w:szCs w:val="32"/>
          <w:lang w:val="la-Latn"/>
        </w:rPr>
        <w:t xml:space="preserve">, </w:t>
      </w:r>
      <w:r>
        <w:t>couvertes de notes qui guidaient util</w:t>
      </w:r>
      <w:r>
        <w:t>e</w:t>
      </w:r>
      <w:r>
        <w:t>ment l</w:t>
      </w:r>
      <w:r w:rsidR="006F1ADB">
        <w:t>’</w:t>
      </w:r>
      <w:r>
        <w:t>esprit du lecteur</w:t>
      </w:r>
      <w:r w:rsidR="006F1ADB">
        <w:t xml:space="preserve">. </w:t>
      </w:r>
      <w:r>
        <w:t>Tandis qu</w:t>
      </w:r>
      <w:r w:rsidR="006F1ADB">
        <w:t>’</w:t>
      </w:r>
      <w:r>
        <w:t>il étudiait ces pages</w:t>
      </w:r>
      <w:r w:rsidR="006F1ADB">
        <w:t xml:space="preserve">, </w:t>
      </w:r>
      <w:r>
        <w:t>feuill</w:t>
      </w:r>
      <w:r>
        <w:t>e</w:t>
      </w:r>
      <w:r>
        <w:t>tées jadis par des doigts qui se reposaient dans le tombeau</w:t>
      </w:r>
      <w:r w:rsidR="006F1ADB">
        <w:t xml:space="preserve">, </w:t>
      </w:r>
      <w:r>
        <w:t>le vieux cheval osseux poursuivait sa route</w:t>
      </w:r>
      <w:r w:rsidR="006F1ADB">
        <w:t xml:space="preserve">, </w:t>
      </w:r>
      <w:r>
        <w:t>et les malheurs de D</w:t>
      </w:r>
      <w:r>
        <w:t>i</w:t>
      </w:r>
      <w:r>
        <w:t>don étaient interrompus par l</w:t>
      </w:r>
      <w:r w:rsidR="006F1ADB">
        <w:t>’</w:t>
      </w:r>
      <w:r>
        <w:t>arrêt de la charrette et la voix d</w:t>
      </w:r>
      <w:r w:rsidR="006F1ADB">
        <w:t>’</w:t>
      </w:r>
      <w:r>
        <w:t>une vieille femme qui criait</w:t>
      </w:r>
      <w:r w:rsidR="006F1ADB">
        <w:t> : « </w:t>
      </w:r>
      <w:r>
        <w:t>Deux pains aujourd</w:t>
      </w:r>
      <w:r w:rsidR="006F1ADB">
        <w:t>’</w:t>
      </w:r>
      <w:r>
        <w:t>hui</w:t>
      </w:r>
      <w:r w:rsidR="006F1ADB">
        <w:t xml:space="preserve">, </w:t>
      </w:r>
      <w:r>
        <w:t>bo</w:t>
      </w:r>
      <w:r>
        <w:t>u</w:t>
      </w:r>
      <w:r>
        <w:t>langer</w:t>
      </w:r>
      <w:r w:rsidR="006F1ADB">
        <w:t xml:space="preserve">, </w:t>
      </w:r>
      <w:r>
        <w:t>et je vous rends celui qui est rassis</w:t>
      </w:r>
      <w:r w:rsidR="006F1ADB">
        <w:t>. »</w:t>
      </w:r>
    </w:p>
    <w:p w14:paraId="57ED02E4" w14:textId="77777777" w:rsidR="006F1ADB" w:rsidRDefault="005A3479" w:rsidP="005A3479">
      <w:r>
        <w:lastRenderedPageBreak/>
        <w:t>Jude était rencontré fréquemment par des passants qu</w:t>
      </w:r>
      <w:r w:rsidR="006F1ADB">
        <w:t>’</w:t>
      </w:r>
      <w:r>
        <w:t>il ne voyait même pas</w:t>
      </w:r>
      <w:r w:rsidR="006F1ADB">
        <w:t xml:space="preserve">, </w:t>
      </w:r>
      <w:r>
        <w:t>et peu à peu</w:t>
      </w:r>
      <w:r w:rsidR="006F1ADB">
        <w:t xml:space="preserve">, </w:t>
      </w:r>
      <w:r>
        <w:t>les gens du voisinage comment</w:t>
      </w:r>
      <w:r>
        <w:t>è</w:t>
      </w:r>
      <w:r>
        <w:t>rent cette manière de combiner le travail et le plaisir</w:t>
      </w:r>
      <w:r w:rsidR="006F1ADB">
        <w:t xml:space="preserve"> (</w:t>
      </w:r>
      <w:r>
        <w:t>car on croyait qu</w:t>
      </w:r>
      <w:r w:rsidR="006F1ADB">
        <w:t>’</w:t>
      </w:r>
      <w:r>
        <w:t>il lisait pour son plaisir</w:t>
      </w:r>
      <w:r w:rsidR="006F1ADB">
        <w:t xml:space="preserve">). </w:t>
      </w:r>
      <w:r>
        <w:t>Le procédé n</w:t>
      </w:r>
      <w:r w:rsidR="006F1ADB">
        <w:t>’</w:t>
      </w:r>
      <w:r>
        <w:t>était pas sans dangers pour eux et pour les voyageurs qui suivaient la même route</w:t>
      </w:r>
      <w:r w:rsidR="006F1ADB">
        <w:t xml:space="preserve">. </w:t>
      </w:r>
      <w:r>
        <w:t>On murmura</w:t>
      </w:r>
      <w:r w:rsidR="006F1ADB">
        <w:t xml:space="preserve">. </w:t>
      </w:r>
      <w:r>
        <w:t>La police fut avisée des dangereuses hab</w:t>
      </w:r>
      <w:r>
        <w:t>i</w:t>
      </w:r>
      <w:r>
        <w:t>tudes du garçon boulanger</w:t>
      </w:r>
      <w:r w:rsidR="006F1ADB">
        <w:t xml:space="preserve">. </w:t>
      </w:r>
      <w:r>
        <w:t>Un agent attendit Jude et le répr</w:t>
      </w:r>
      <w:r>
        <w:t>i</w:t>
      </w:r>
      <w:r>
        <w:t>manda</w:t>
      </w:r>
      <w:r w:rsidR="006F1ADB">
        <w:t>.</w:t>
      </w:r>
    </w:p>
    <w:p w14:paraId="76DF3DBD" w14:textId="77777777" w:rsidR="006F1ADB" w:rsidRDefault="005A3479" w:rsidP="005A3479">
      <w:r>
        <w:t>Comme Jude se levait à trois heures du matin pour chau</w:t>
      </w:r>
      <w:r>
        <w:t>f</w:t>
      </w:r>
      <w:r>
        <w:t>fer le four</w:t>
      </w:r>
      <w:r w:rsidR="006F1ADB">
        <w:t xml:space="preserve">, </w:t>
      </w:r>
      <w:r>
        <w:t>cuire le pain</w:t>
      </w:r>
      <w:r w:rsidR="006F1ADB">
        <w:t xml:space="preserve">, </w:t>
      </w:r>
      <w:r>
        <w:t>il était obligé de se coucher immédi</w:t>
      </w:r>
      <w:r>
        <w:t>a</w:t>
      </w:r>
      <w:r>
        <w:t>tement après avoir quitté le pétrin</w:t>
      </w:r>
      <w:r w:rsidR="006F1ADB">
        <w:t xml:space="preserve">. </w:t>
      </w:r>
      <w:r>
        <w:t>Ne pouvant étudier sur les grandes routes</w:t>
      </w:r>
      <w:r w:rsidR="006F1ADB">
        <w:t xml:space="preserve">, </w:t>
      </w:r>
      <w:r>
        <w:t>il était condamné à ne plus étudier du tout</w:t>
      </w:r>
      <w:r w:rsidR="006F1ADB">
        <w:t xml:space="preserve">. </w:t>
      </w:r>
      <w:r>
        <w:t>Il résolut d</w:t>
      </w:r>
      <w:r w:rsidR="006F1ADB">
        <w:t>’</w:t>
      </w:r>
      <w:r>
        <w:t>observer tout ce qui se passait autour de lui et de c</w:t>
      </w:r>
      <w:r>
        <w:t>a</w:t>
      </w:r>
      <w:r>
        <w:t>cher ses livres dès qu</w:t>
      </w:r>
      <w:r w:rsidR="006F1ADB">
        <w:t>’</w:t>
      </w:r>
      <w:r>
        <w:t>il apercevrait le policeman</w:t>
      </w:r>
      <w:r w:rsidR="006F1ADB">
        <w:t xml:space="preserve">. </w:t>
      </w:r>
      <w:r>
        <w:t>Mais celui-ci n</w:t>
      </w:r>
      <w:r w:rsidR="006F1ADB">
        <w:t>’</w:t>
      </w:r>
      <w:r>
        <w:t>encombra pas beaucoup le chemin de Jude</w:t>
      </w:r>
      <w:r w:rsidR="006F1ADB">
        <w:t xml:space="preserve">, </w:t>
      </w:r>
      <w:r>
        <w:t>considérant que si quelqu</w:t>
      </w:r>
      <w:r w:rsidR="006F1ADB">
        <w:t>’</w:t>
      </w:r>
      <w:r>
        <w:t>un courait un danger dans ces parages solitaires</w:t>
      </w:r>
      <w:r w:rsidR="006F1ADB">
        <w:t xml:space="preserve">, </w:t>
      </w:r>
      <w:r>
        <w:t>c</w:t>
      </w:r>
      <w:r w:rsidR="006F1ADB">
        <w:t>’</w:t>
      </w:r>
      <w:r>
        <w:t>était Jude lui-même</w:t>
      </w:r>
      <w:r w:rsidR="006F1ADB">
        <w:t xml:space="preserve"> ; </w:t>
      </w:r>
      <w:r>
        <w:t>et souvent</w:t>
      </w:r>
      <w:r w:rsidR="006F1ADB">
        <w:t xml:space="preserve">, </w:t>
      </w:r>
      <w:r>
        <w:t>lorsqu</w:t>
      </w:r>
      <w:r w:rsidR="006F1ADB">
        <w:t>’</w:t>
      </w:r>
      <w:r>
        <w:t>il voyait la bâche blanche entre les haies</w:t>
      </w:r>
      <w:r w:rsidR="006F1ADB">
        <w:t xml:space="preserve">, </w:t>
      </w:r>
      <w:r>
        <w:t>il s</w:t>
      </w:r>
      <w:r w:rsidR="006F1ADB">
        <w:t>’</w:t>
      </w:r>
      <w:r>
        <w:t>en allait d</w:t>
      </w:r>
      <w:r w:rsidR="006F1ADB">
        <w:t>’</w:t>
      </w:r>
      <w:r>
        <w:t>un autre côté</w:t>
      </w:r>
      <w:r w:rsidR="006F1ADB">
        <w:t>.</w:t>
      </w:r>
    </w:p>
    <w:p w14:paraId="434523B0" w14:textId="77777777" w:rsidR="006F1ADB" w:rsidRDefault="005A3479" w:rsidP="005A3479">
      <w:r>
        <w:t>Jude Fawley avait seize ans</w:t>
      </w:r>
      <w:r w:rsidR="006F1ADB">
        <w:t xml:space="preserve">. </w:t>
      </w:r>
      <w:r>
        <w:t xml:space="preserve">Il barbotait dans le </w:t>
      </w:r>
      <w:r>
        <w:rPr>
          <w:i/>
          <w:iCs/>
          <w:szCs w:val="32"/>
        </w:rPr>
        <w:t xml:space="preserve">Carmen </w:t>
      </w:r>
      <w:proofErr w:type="spellStart"/>
      <w:r>
        <w:rPr>
          <w:i/>
          <w:iCs/>
          <w:szCs w:val="32"/>
        </w:rPr>
        <w:t>Seculare</w:t>
      </w:r>
      <w:proofErr w:type="spellEnd"/>
      <w:r w:rsidR="006F1ADB">
        <w:rPr>
          <w:i/>
          <w:iCs/>
          <w:szCs w:val="32"/>
        </w:rPr>
        <w:t xml:space="preserve">, </w:t>
      </w:r>
      <w:r>
        <w:t>certain soir</w:t>
      </w:r>
      <w:r w:rsidR="006F1ADB">
        <w:t xml:space="preserve">, </w:t>
      </w:r>
      <w:r>
        <w:t>en traversant le plateau de la Maison-Noire</w:t>
      </w:r>
      <w:r w:rsidR="006F1ADB">
        <w:t xml:space="preserve">. </w:t>
      </w:r>
      <w:r>
        <w:t>Le soleil déclinait et la pleine lune se levait derrière les bois sur l</w:t>
      </w:r>
      <w:r w:rsidR="006F1ADB">
        <w:t>’</w:t>
      </w:r>
      <w:r>
        <w:t>horizon opposé</w:t>
      </w:r>
      <w:r w:rsidR="006F1ADB">
        <w:t xml:space="preserve">. </w:t>
      </w:r>
      <w:r>
        <w:t>Tout imprégné de poésie</w:t>
      </w:r>
      <w:r w:rsidR="006F1ADB">
        <w:t xml:space="preserve">, </w:t>
      </w:r>
      <w:r>
        <w:t>saisi de la même émotion impulsive qui</w:t>
      </w:r>
      <w:r w:rsidR="006F1ADB">
        <w:t xml:space="preserve">, </w:t>
      </w:r>
      <w:r>
        <w:t>peu d</w:t>
      </w:r>
      <w:r w:rsidR="006F1ADB">
        <w:t>’</w:t>
      </w:r>
      <w:r>
        <w:t>années auparavant</w:t>
      </w:r>
      <w:r w:rsidR="006F1ADB">
        <w:t xml:space="preserve">, </w:t>
      </w:r>
      <w:r>
        <w:t>l</w:t>
      </w:r>
      <w:r w:rsidR="006F1ADB">
        <w:t>’</w:t>
      </w:r>
      <w:r>
        <w:t>avait jeté à genoux sur l</w:t>
      </w:r>
      <w:r w:rsidR="006F1ADB">
        <w:t>’</w:t>
      </w:r>
      <w:r>
        <w:t>échelle</w:t>
      </w:r>
      <w:r w:rsidR="006F1ADB">
        <w:t xml:space="preserve">, </w:t>
      </w:r>
      <w:r>
        <w:t>Jude arrêta son cheval</w:t>
      </w:r>
      <w:r w:rsidR="006F1ADB">
        <w:t xml:space="preserve">, </w:t>
      </w:r>
      <w:r>
        <w:t>descendit</w:t>
      </w:r>
      <w:r w:rsidR="006F1ADB">
        <w:t xml:space="preserve">, </w:t>
      </w:r>
      <w:r>
        <w:t>et s</w:t>
      </w:r>
      <w:r w:rsidR="006F1ADB">
        <w:t>’</w:t>
      </w:r>
      <w:r>
        <w:t>assurant que personne ne pouvait le voir</w:t>
      </w:r>
      <w:r w:rsidR="006F1ADB">
        <w:t xml:space="preserve">, </w:t>
      </w:r>
      <w:r>
        <w:t>il se prosterna</w:t>
      </w:r>
      <w:r w:rsidR="006F1ADB">
        <w:t xml:space="preserve">, </w:t>
      </w:r>
      <w:r>
        <w:t>le livre ouvert à la main</w:t>
      </w:r>
      <w:r w:rsidR="006F1ADB">
        <w:t xml:space="preserve">, </w:t>
      </w:r>
      <w:r>
        <w:t>sur le bord de la route</w:t>
      </w:r>
      <w:r w:rsidR="006F1ADB">
        <w:t xml:space="preserve">. </w:t>
      </w:r>
      <w:r>
        <w:t>Tourné d</w:t>
      </w:r>
      <w:r w:rsidR="006F1ADB">
        <w:t>’</w:t>
      </w:r>
      <w:r>
        <w:t>abord vers la déesse brillante</w:t>
      </w:r>
      <w:r w:rsidR="006F1ADB">
        <w:t xml:space="preserve">, </w:t>
      </w:r>
      <w:r>
        <w:t>qui semblait le regarder avec douceur et ironie</w:t>
      </w:r>
      <w:r w:rsidR="006F1ADB">
        <w:t xml:space="preserve">, </w:t>
      </w:r>
      <w:r>
        <w:t>il commença</w:t>
      </w:r>
      <w:r w:rsidR="006F1ADB">
        <w:t> :</w:t>
      </w:r>
    </w:p>
    <w:p w14:paraId="44395161" w14:textId="77777777" w:rsidR="006F1ADB" w:rsidRDefault="005A3479" w:rsidP="006F1ADB">
      <w:pPr>
        <w:pStyle w:val="Centr"/>
        <w:rPr>
          <w:i/>
          <w:szCs w:val="32"/>
          <w:lang w:val="la-Latn"/>
        </w:rPr>
      </w:pPr>
      <w:r>
        <w:rPr>
          <w:i/>
          <w:szCs w:val="32"/>
          <w:lang w:val="la-Latn"/>
        </w:rPr>
        <w:t>Phœbe silvarumque potens Diana</w:t>
      </w:r>
      <w:r w:rsidR="006F1ADB">
        <w:rPr>
          <w:i/>
          <w:szCs w:val="32"/>
          <w:lang w:val="la-Latn"/>
        </w:rPr>
        <w:t> !</w:t>
      </w:r>
    </w:p>
    <w:p w14:paraId="5496AB8B" w14:textId="77777777" w:rsidR="006F1ADB" w:rsidRDefault="005A3479" w:rsidP="005A3479">
      <w:r>
        <w:t>Revenu au logis</w:t>
      </w:r>
      <w:r w:rsidR="006F1ADB">
        <w:t xml:space="preserve">, </w:t>
      </w:r>
      <w:r>
        <w:t>il médita sur cette curieuse superstition</w:t>
      </w:r>
      <w:r w:rsidR="006F1ADB">
        <w:t xml:space="preserve">, </w:t>
      </w:r>
      <w:r>
        <w:t>innée ou acquise</w:t>
      </w:r>
      <w:r w:rsidR="006F1ADB">
        <w:t xml:space="preserve">, </w:t>
      </w:r>
      <w:r>
        <w:t>qu</w:t>
      </w:r>
      <w:r w:rsidR="006F1ADB">
        <w:t>’</w:t>
      </w:r>
      <w:r>
        <w:t>il se reprocha comme indigne d</w:t>
      </w:r>
      <w:r w:rsidR="006F1ADB">
        <w:t>’</w:t>
      </w:r>
      <w:r>
        <w:t xml:space="preserve">un </w:t>
      </w:r>
      <w:r>
        <w:lastRenderedPageBreak/>
        <w:t>chr</w:t>
      </w:r>
      <w:r>
        <w:t>é</w:t>
      </w:r>
      <w:r>
        <w:t>tien</w:t>
      </w:r>
      <w:r w:rsidR="006F1ADB">
        <w:t xml:space="preserve">. </w:t>
      </w:r>
      <w:r>
        <w:t>Il avait lu trop de livres païens</w:t>
      </w:r>
      <w:r w:rsidR="006F1ADB">
        <w:t xml:space="preserve">, </w:t>
      </w:r>
      <w:r>
        <w:t>sans doute</w:t>
      </w:r>
      <w:r w:rsidR="006F1ADB">
        <w:t xml:space="preserve">. </w:t>
      </w:r>
      <w:r>
        <w:t>Il avait pataugé dans Homère</w:t>
      </w:r>
      <w:r w:rsidR="006F1ADB">
        <w:t xml:space="preserve">, </w:t>
      </w:r>
      <w:r>
        <w:t>mais ne s</w:t>
      </w:r>
      <w:r w:rsidR="006F1ADB">
        <w:t>’</w:t>
      </w:r>
      <w:r>
        <w:t>était guère préoccupé du Nouveau-Testament en grec</w:t>
      </w:r>
      <w:r w:rsidR="006F1ADB">
        <w:t xml:space="preserve">, </w:t>
      </w:r>
      <w:r>
        <w:t>bien qu</w:t>
      </w:r>
      <w:r w:rsidR="006F1ADB">
        <w:t>’</w:t>
      </w:r>
      <w:r>
        <w:t>il en eût un exemplaire</w:t>
      </w:r>
      <w:r w:rsidR="006F1ADB">
        <w:t xml:space="preserve">, </w:t>
      </w:r>
      <w:r>
        <w:t>acheté d</w:t>
      </w:r>
      <w:r w:rsidR="006F1ADB">
        <w:t>’</w:t>
      </w:r>
      <w:r>
        <w:t>occasion</w:t>
      </w:r>
      <w:r w:rsidR="006F1ADB">
        <w:t xml:space="preserve">. </w:t>
      </w:r>
      <w:r>
        <w:t>Il abandonna donc le dialecte ionien pour un autre</w:t>
      </w:r>
      <w:r w:rsidR="006F1ADB">
        <w:t xml:space="preserve">, </w:t>
      </w:r>
      <w:r>
        <w:t>moins familier</w:t>
      </w:r>
      <w:r w:rsidR="006F1ADB">
        <w:t xml:space="preserve">, </w:t>
      </w:r>
      <w:r>
        <w:t>et restreignit ses lectures aux évangiles et aux épîtres</w:t>
      </w:r>
      <w:r w:rsidR="006F1ADB">
        <w:t xml:space="preserve">. </w:t>
      </w:r>
      <w:r>
        <w:t>Un jour</w:t>
      </w:r>
      <w:r w:rsidR="006F1ADB">
        <w:t xml:space="preserve">, </w:t>
      </w:r>
      <w:r>
        <w:t xml:space="preserve">à </w:t>
      </w:r>
      <w:proofErr w:type="spellStart"/>
      <w:r>
        <w:t>Alfredston</w:t>
      </w:r>
      <w:proofErr w:type="spellEnd"/>
      <w:r w:rsidR="006F1ADB">
        <w:t xml:space="preserve">, </w:t>
      </w:r>
      <w:r>
        <w:t>il fit connaissance avec la littér</w:t>
      </w:r>
      <w:r>
        <w:t>a</w:t>
      </w:r>
      <w:r>
        <w:t>ture patristique en achetant quelques volumes des Pères de l</w:t>
      </w:r>
      <w:r w:rsidR="006F1ADB">
        <w:t>’</w:t>
      </w:r>
      <w:r>
        <w:t>Église chez un bouquiniste où les avait abandonnés un clerg</w:t>
      </w:r>
      <w:r>
        <w:t>y</w:t>
      </w:r>
      <w:r>
        <w:t>man insolvable</w:t>
      </w:r>
      <w:r w:rsidR="006F1ADB">
        <w:t>.</w:t>
      </w:r>
    </w:p>
    <w:p w14:paraId="308A3B5D" w14:textId="77777777" w:rsidR="006F1ADB" w:rsidRDefault="005A3479" w:rsidP="005A3479">
      <w:r>
        <w:t>Le dimanche</w:t>
      </w:r>
      <w:r w:rsidR="006F1ADB">
        <w:t xml:space="preserve">, </w:t>
      </w:r>
      <w:r>
        <w:t>il visitait les églises et déchiffrait les ép</w:t>
      </w:r>
      <w:r>
        <w:t>i</w:t>
      </w:r>
      <w:r>
        <w:t>taphes latines</w:t>
      </w:r>
      <w:r w:rsidR="006F1ADB">
        <w:t xml:space="preserve">. </w:t>
      </w:r>
      <w:r>
        <w:t>Dans un de ces pèlerinages</w:t>
      </w:r>
      <w:r w:rsidR="006F1ADB">
        <w:t xml:space="preserve">, </w:t>
      </w:r>
      <w:r>
        <w:t>il rencontra une vieille bossue</w:t>
      </w:r>
      <w:r w:rsidR="006F1ADB">
        <w:t xml:space="preserve">, </w:t>
      </w:r>
      <w:r>
        <w:t>fort intelligente et qui lisait tout ce qui lui to</w:t>
      </w:r>
      <w:r>
        <w:t>m</w:t>
      </w:r>
      <w:r>
        <w:t>bait sous la main</w:t>
      </w:r>
      <w:r w:rsidR="006F1ADB">
        <w:t xml:space="preserve">. </w:t>
      </w:r>
      <w:r>
        <w:t>Elle lui parla plus encore du charme roma</w:t>
      </w:r>
      <w:r>
        <w:t>n</w:t>
      </w:r>
      <w:r>
        <w:t>tique de la cité de lumière et de science</w:t>
      </w:r>
      <w:r w:rsidR="006F1ADB">
        <w:t xml:space="preserve">. </w:t>
      </w:r>
      <w:r>
        <w:t>Jude fut plus résolu que jamais d</w:t>
      </w:r>
      <w:r w:rsidR="006F1ADB">
        <w:t>’</w:t>
      </w:r>
      <w:r>
        <w:t>y aller</w:t>
      </w:r>
      <w:r w:rsidR="006F1ADB">
        <w:t>.</w:t>
      </w:r>
    </w:p>
    <w:p w14:paraId="1DB8D932" w14:textId="77777777" w:rsidR="006F1ADB" w:rsidRDefault="005A3479" w:rsidP="005A3479">
      <w:r>
        <w:t xml:space="preserve">Mais </w:t>
      </w:r>
      <w:r>
        <w:rPr>
          <w:szCs w:val="32"/>
        </w:rPr>
        <w:t>comment</w:t>
      </w:r>
      <w:r>
        <w:t xml:space="preserve"> vivre dans cette ville</w:t>
      </w:r>
      <w:r w:rsidR="006F1ADB">
        <w:t xml:space="preserve"> ? </w:t>
      </w:r>
      <w:r>
        <w:t>Il n</w:t>
      </w:r>
      <w:r w:rsidR="006F1ADB">
        <w:t>’</w:t>
      </w:r>
      <w:r>
        <w:t>avait ni rentes ni métier qui lui permît de subsister pendant des années de travail intellectuel</w:t>
      </w:r>
      <w:r w:rsidR="006F1ADB">
        <w:t>.</w:t>
      </w:r>
    </w:p>
    <w:p w14:paraId="2721075B" w14:textId="77777777" w:rsidR="006F1ADB" w:rsidRDefault="005A3479" w:rsidP="005A3479">
      <w:r>
        <w:t>Que réclame-t-on à la ville</w:t>
      </w:r>
      <w:r w:rsidR="006F1ADB">
        <w:t xml:space="preserve"> ? </w:t>
      </w:r>
      <w:r>
        <w:t>La nourriture</w:t>
      </w:r>
      <w:r w:rsidR="006F1ADB">
        <w:t xml:space="preserve">, </w:t>
      </w:r>
      <w:r>
        <w:t>le vêtement</w:t>
      </w:r>
      <w:r w:rsidR="006F1ADB">
        <w:t xml:space="preserve">, </w:t>
      </w:r>
      <w:r>
        <w:t>le logis</w:t>
      </w:r>
      <w:r w:rsidR="006F1ADB">
        <w:t xml:space="preserve">. </w:t>
      </w:r>
      <w:r>
        <w:t>Ne pouvant être ni cuisinier ni tailleur</w:t>
      </w:r>
      <w:r w:rsidR="006F1ADB">
        <w:t xml:space="preserve">, </w:t>
      </w:r>
      <w:r>
        <w:t>Jude pensa à son oncle inconnu</w:t>
      </w:r>
      <w:r w:rsidR="006F1ADB">
        <w:t xml:space="preserve">, </w:t>
      </w:r>
      <w:r>
        <w:t>le père de sa cousine Suzanne</w:t>
      </w:r>
      <w:r w:rsidR="006F1ADB">
        <w:t xml:space="preserve">, </w:t>
      </w:r>
      <w:r>
        <w:t>qui avait taillé la pierre</w:t>
      </w:r>
      <w:r w:rsidR="006F1ADB">
        <w:t xml:space="preserve">. </w:t>
      </w:r>
      <w:r>
        <w:t>Il ne pouvait mal faire en suivant l</w:t>
      </w:r>
      <w:r w:rsidR="006F1ADB">
        <w:t>’</w:t>
      </w:r>
      <w:r>
        <w:t>exemple de son p</w:t>
      </w:r>
      <w:r>
        <w:t>a</w:t>
      </w:r>
      <w:r>
        <w:t>rent</w:t>
      </w:r>
      <w:r w:rsidR="006F1ADB">
        <w:t>.</w:t>
      </w:r>
    </w:p>
    <w:p w14:paraId="312B4F76" w14:textId="77777777" w:rsidR="006F1ADB" w:rsidRDefault="005A3479" w:rsidP="005A3479">
      <w:r>
        <w:t>Il obtint d</w:t>
      </w:r>
      <w:r w:rsidR="006F1ADB">
        <w:t>’</w:t>
      </w:r>
      <w:r>
        <w:t>abord quelques petits blocs de pierre de taille</w:t>
      </w:r>
      <w:r w:rsidR="006F1ADB">
        <w:t xml:space="preserve">, </w:t>
      </w:r>
      <w:r>
        <w:t>sans grande valeur</w:t>
      </w:r>
      <w:r w:rsidR="006F1ADB">
        <w:t xml:space="preserve"> ; </w:t>
      </w:r>
      <w:r>
        <w:t>puis s</w:t>
      </w:r>
      <w:r w:rsidR="006F1ADB">
        <w:t>’</w:t>
      </w:r>
      <w:r>
        <w:t>étant fait remplacer chez sa tante</w:t>
      </w:r>
      <w:r w:rsidR="006F1ADB">
        <w:t xml:space="preserve">, </w:t>
      </w:r>
      <w:r>
        <w:t>il offrit ses services à un tailleur de pierre pour des gages dér</w:t>
      </w:r>
      <w:r>
        <w:t>i</w:t>
      </w:r>
      <w:r>
        <w:t>soires</w:t>
      </w:r>
      <w:r w:rsidR="006F1ADB">
        <w:t xml:space="preserve">. </w:t>
      </w:r>
      <w:r>
        <w:t>Plus tard</w:t>
      </w:r>
      <w:r w:rsidR="006F1ADB">
        <w:t xml:space="preserve">, </w:t>
      </w:r>
      <w:r>
        <w:t>il entra chez un entrepreneur d</w:t>
      </w:r>
      <w:r w:rsidR="006F1ADB">
        <w:t>’</w:t>
      </w:r>
      <w:proofErr w:type="spellStart"/>
      <w:r>
        <w:t>Alfredston</w:t>
      </w:r>
      <w:proofErr w:type="spellEnd"/>
      <w:r w:rsidR="006F1ADB">
        <w:t xml:space="preserve">, </w:t>
      </w:r>
      <w:r>
        <w:t>et</w:t>
      </w:r>
      <w:r w:rsidR="006F1ADB">
        <w:t xml:space="preserve">, </w:t>
      </w:r>
      <w:r>
        <w:t>sous la direction d</w:t>
      </w:r>
      <w:r w:rsidR="006F1ADB">
        <w:t>’</w:t>
      </w:r>
      <w:r>
        <w:t>un architecte</w:t>
      </w:r>
      <w:r w:rsidR="006F1ADB">
        <w:t xml:space="preserve">, </w:t>
      </w:r>
      <w:r>
        <w:t>il restaura habilement pl</w:t>
      </w:r>
      <w:r>
        <w:t>u</w:t>
      </w:r>
      <w:r>
        <w:t>sieurs églises de village</w:t>
      </w:r>
      <w:r w:rsidR="006F1ADB">
        <w:t>.</w:t>
      </w:r>
    </w:p>
    <w:p w14:paraId="7E179639" w14:textId="77777777" w:rsidR="006F1ADB" w:rsidRDefault="005A3479" w:rsidP="005A3479">
      <w:r>
        <w:lastRenderedPageBreak/>
        <w:t>Sans oublier que cet humble métier devait servir à réaliser de grands rêves</w:t>
      </w:r>
      <w:r w:rsidR="006F1ADB">
        <w:t xml:space="preserve">, </w:t>
      </w:r>
      <w:r>
        <w:t>il prit de l</w:t>
      </w:r>
      <w:r w:rsidR="006F1ADB">
        <w:t>’</w:t>
      </w:r>
      <w:r>
        <w:t>intérêt à ce travail</w:t>
      </w:r>
      <w:r w:rsidR="006F1ADB">
        <w:t xml:space="preserve">. </w:t>
      </w:r>
      <w:r>
        <w:t>Toute la semaine il habitait dans la petite ville</w:t>
      </w:r>
      <w:r w:rsidR="006F1ADB">
        <w:t xml:space="preserve">, </w:t>
      </w:r>
      <w:r>
        <w:t>et le samedi soir seulement il r</w:t>
      </w:r>
      <w:r>
        <w:t>e</w:t>
      </w:r>
      <w:r>
        <w:t xml:space="preserve">tournait à </w:t>
      </w:r>
      <w:proofErr w:type="spellStart"/>
      <w:r>
        <w:t>Marygreen</w:t>
      </w:r>
      <w:proofErr w:type="spellEnd"/>
      <w:r w:rsidR="006F1ADB">
        <w:t xml:space="preserve">. </w:t>
      </w:r>
      <w:r>
        <w:t>C</w:t>
      </w:r>
      <w:r w:rsidR="006F1ADB">
        <w:t>’</w:t>
      </w:r>
      <w:r>
        <w:t>est ainsi qu</w:t>
      </w:r>
      <w:r w:rsidR="006F1ADB">
        <w:t>’</w:t>
      </w:r>
      <w:r>
        <w:t>il atteignit et dépassa sa vingtième année</w:t>
      </w:r>
      <w:r w:rsidR="006F1ADB">
        <w:t>.</w:t>
      </w:r>
    </w:p>
    <w:p w14:paraId="7B20E6EF" w14:textId="65941C89" w:rsidR="005A3479" w:rsidRDefault="005A3479" w:rsidP="006F1ADB">
      <w:pPr>
        <w:pStyle w:val="Titre2"/>
      </w:pPr>
      <w:bookmarkStart w:id="11" w:name="__RefHeading__13_1957917597"/>
      <w:bookmarkStart w:id="12" w:name="_Toc202369621"/>
      <w:bookmarkEnd w:id="11"/>
      <w:r>
        <w:lastRenderedPageBreak/>
        <w:t>VI</w:t>
      </w:r>
      <w:bookmarkEnd w:id="12"/>
    </w:p>
    <w:p w14:paraId="76E479DB" w14:textId="77777777" w:rsidR="006F1ADB" w:rsidRDefault="005A3479" w:rsidP="005A3479">
      <w:r>
        <w:t>À cette époque mémorable de sa vie</w:t>
      </w:r>
      <w:r w:rsidR="006F1ADB">
        <w:t xml:space="preserve">, </w:t>
      </w:r>
      <w:r>
        <w:t>certain samedi</w:t>
      </w:r>
      <w:r w:rsidR="006F1ADB">
        <w:t xml:space="preserve">, </w:t>
      </w:r>
      <w:r>
        <w:t>vers trois heures</w:t>
      </w:r>
      <w:r w:rsidR="006F1ADB">
        <w:t xml:space="preserve">, </w:t>
      </w:r>
      <w:r>
        <w:t>Jude s</w:t>
      </w:r>
      <w:r w:rsidR="006F1ADB">
        <w:t>’</w:t>
      </w:r>
      <w:r>
        <w:t>en retournait d</w:t>
      </w:r>
      <w:r w:rsidR="006F1ADB">
        <w:t>’</w:t>
      </w:r>
      <w:proofErr w:type="spellStart"/>
      <w:r>
        <w:t>Alfredston</w:t>
      </w:r>
      <w:proofErr w:type="spellEnd"/>
      <w:r>
        <w:t xml:space="preserve"> à </w:t>
      </w:r>
      <w:proofErr w:type="spellStart"/>
      <w:r>
        <w:t>Marygreen</w:t>
      </w:r>
      <w:proofErr w:type="spellEnd"/>
      <w:r w:rsidR="006F1ADB">
        <w:t xml:space="preserve">. </w:t>
      </w:r>
      <w:r>
        <w:t>Il faisait un beau temps d</w:t>
      </w:r>
      <w:r w:rsidR="006F1ADB">
        <w:t>’</w:t>
      </w:r>
      <w:r>
        <w:t>été</w:t>
      </w:r>
      <w:r w:rsidR="006F1ADB">
        <w:t xml:space="preserve">, </w:t>
      </w:r>
      <w:r>
        <w:t>doux et chaud</w:t>
      </w:r>
      <w:r w:rsidR="006F1ADB">
        <w:t xml:space="preserve">. </w:t>
      </w:r>
      <w:r>
        <w:t>Le jeune homme marchait</w:t>
      </w:r>
      <w:r w:rsidR="006F1ADB">
        <w:t xml:space="preserve">, </w:t>
      </w:r>
      <w:r>
        <w:t>portant ses outils dans un paquet</w:t>
      </w:r>
      <w:r w:rsidR="006F1ADB">
        <w:t xml:space="preserve">, </w:t>
      </w:r>
      <w:r>
        <w:t>sur son dos</w:t>
      </w:r>
      <w:r w:rsidR="006F1ADB">
        <w:t xml:space="preserve">. </w:t>
      </w:r>
      <w:r>
        <w:t>Comme il devait faire une commission pour sa tante</w:t>
      </w:r>
      <w:r w:rsidR="006F1ADB">
        <w:t xml:space="preserve">, </w:t>
      </w:r>
      <w:r>
        <w:t>dans un moulin du voisinage</w:t>
      </w:r>
      <w:r w:rsidR="006F1ADB">
        <w:t xml:space="preserve">, </w:t>
      </w:r>
      <w:r>
        <w:t>il n</w:t>
      </w:r>
      <w:r w:rsidR="006F1ADB">
        <w:t>’</w:t>
      </w:r>
      <w:r>
        <w:t>avait pas pris le chemin habituel</w:t>
      </w:r>
      <w:r w:rsidR="006F1ADB">
        <w:t>.</w:t>
      </w:r>
    </w:p>
    <w:p w14:paraId="158FD863" w14:textId="77777777" w:rsidR="006F1ADB" w:rsidRDefault="005A3479" w:rsidP="005A3479">
      <w:r>
        <w:t>Jude était dans un état d</w:t>
      </w:r>
      <w:r w:rsidR="006F1ADB">
        <w:t>’</w:t>
      </w:r>
      <w:r>
        <w:t>enthousiasme singulier</w:t>
      </w:r>
      <w:r w:rsidR="006F1ADB">
        <w:t xml:space="preserve">. </w:t>
      </w:r>
      <w:r>
        <w:t>Il so</w:t>
      </w:r>
      <w:r>
        <w:t>n</w:t>
      </w:r>
      <w:r>
        <w:t>geait qu</w:t>
      </w:r>
      <w:r w:rsidR="006F1ADB">
        <w:t>’</w:t>
      </w:r>
      <w:r>
        <w:t>avant deux ans il pourrait s</w:t>
      </w:r>
      <w:r w:rsidR="006F1ADB">
        <w:t>’</w:t>
      </w:r>
      <w:r>
        <w:t xml:space="preserve">établir à </w:t>
      </w:r>
      <w:proofErr w:type="spellStart"/>
      <w:r>
        <w:t>Christminster</w:t>
      </w:r>
      <w:proofErr w:type="spellEnd"/>
      <w:r>
        <w:t xml:space="preserve"> et frapper aux portes de ces forteresses de la science qui l</w:t>
      </w:r>
      <w:r w:rsidR="006F1ADB">
        <w:t>’</w:t>
      </w:r>
      <w:r>
        <w:t>avaient tant fait rêver</w:t>
      </w:r>
      <w:r w:rsidR="006F1ADB">
        <w:t xml:space="preserve">. </w:t>
      </w:r>
      <w:r>
        <w:t>Une joie chaleureuse l</w:t>
      </w:r>
      <w:r w:rsidR="006F1ADB">
        <w:t>’</w:t>
      </w:r>
      <w:r>
        <w:t>envahissait quand il co</w:t>
      </w:r>
      <w:r>
        <w:t>n</w:t>
      </w:r>
      <w:r>
        <w:t>sidérait les progrès accomplis</w:t>
      </w:r>
      <w:r w:rsidR="006F1ADB">
        <w:t>.</w:t>
      </w:r>
    </w:p>
    <w:p w14:paraId="522DC59C" w14:textId="77777777" w:rsidR="006F1ADB" w:rsidRDefault="005A3479" w:rsidP="005A3479">
      <w:r>
        <w:t>Il songeait qu</w:t>
      </w:r>
      <w:r w:rsidR="006F1ADB">
        <w:t>’</w:t>
      </w:r>
      <w:r>
        <w:t>il lisait parfaitement bien les classiques l</w:t>
      </w:r>
      <w:r>
        <w:t>a</w:t>
      </w:r>
      <w:r>
        <w:t>tins</w:t>
      </w:r>
      <w:r w:rsidR="006F1ADB">
        <w:t xml:space="preserve"> ; </w:t>
      </w:r>
      <w:r>
        <w:t>qu</w:t>
      </w:r>
      <w:r w:rsidR="006F1ADB">
        <w:t>’</w:t>
      </w:r>
      <w:r>
        <w:t>il connaissait deux livres d</w:t>
      </w:r>
      <w:r w:rsidR="006F1ADB">
        <w:t>’</w:t>
      </w:r>
      <w:r>
        <w:t>Homère</w:t>
      </w:r>
      <w:r w:rsidR="006F1ADB">
        <w:t xml:space="preserve">, </w:t>
      </w:r>
      <w:r>
        <w:t>quelque peu H</w:t>
      </w:r>
      <w:r>
        <w:t>é</w:t>
      </w:r>
      <w:r>
        <w:t>siode</w:t>
      </w:r>
      <w:r w:rsidR="006F1ADB">
        <w:t xml:space="preserve">, </w:t>
      </w:r>
      <w:r>
        <w:t>Thucydide et le Nouveau-Testament</w:t>
      </w:r>
      <w:r w:rsidR="006F1ADB">
        <w:t xml:space="preserve">. </w:t>
      </w:r>
      <w:r>
        <w:t>Il avait étudié les mathématiques dans le premier</w:t>
      </w:r>
      <w:r w:rsidR="006F1ADB">
        <w:t xml:space="preserve">, </w:t>
      </w:r>
      <w:r>
        <w:t>le sixième</w:t>
      </w:r>
      <w:r w:rsidR="006F1ADB">
        <w:t xml:space="preserve">, </w:t>
      </w:r>
      <w:r>
        <w:t>le onzième et le douzième livre d</w:t>
      </w:r>
      <w:r w:rsidR="006F1ADB">
        <w:t>’</w:t>
      </w:r>
      <w:r>
        <w:t>Euclide</w:t>
      </w:r>
      <w:r w:rsidR="006F1ADB">
        <w:t xml:space="preserve">. </w:t>
      </w:r>
      <w:r>
        <w:t>Il savait quelque chose de l</w:t>
      </w:r>
      <w:r w:rsidR="006F1ADB">
        <w:t>’</w:t>
      </w:r>
      <w:r>
        <w:t>histoire d</w:t>
      </w:r>
      <w:r w:rsidR="006F1ADB">
        <w:t>’</w:t>
      </w:r>
      <w:r>
        <w:t>Angleterre</w:t>
      </w:r>
      <w:r w:rsidR="006F1ADB">
        <w:t xml:space="preserve">. </w:t>
      </w:r>
      <w:r>
        <w:t>C</w:t>
      </w:r>
      <w:r w:rsidR="006F1ADB">
        <w:t>’</w:t>
      </w:r>
      <w:r>
        <w:t>était un commencement</w:t>
      </w:r>
      <w:r w:rsidR="006F1ADB">
        <w:t xml:space="preserve">, </w:t>
      </w:r>
      <w:r>
        <w:t>mais il devenait diff</w:t>
      </w:r>
      <w:r>
        <w:t>i</w:t>
      </w:r>
      <w:r>
        <w:t>cile de se procurer les livres nécessaires</w:t>
      </w:r>
      <w:r w:rsidR="006F1ADB">
        <w:t xml:space="preserve">. </w:t>
      </w:r>
      <w:r>
        <w:t>Il devait donc conce</w:t>
      </w:r>
      <w:r>
        <w:t>n</w:t>
      </w:r>
      <w:r>
        <w:t xml:space="preserve">trer toutes ses énergies pour entrer dans un des collèges de </w:t>
      </w:r>
      <w:proofErr w:type="spellStart"/>
      <w:r>
        <w:t>Christminster</w:t>
      </w:r>
      <w:proofErr w:type="spellEnd"/>
      <w:r w:rsidR="006F1ADB">
        <w:t>.</w:t>
      </w:r>
    </w:p>
    <w:p w14:paraId="26626E71" w14:textId="77777777" w:rsidR="006F1ADB" w:rsidRDefault="006F1ADB" w:rsidP="005A3479">
      <w:r>
        <w:t>— </w:t>
      </w:r>
      <w:r w:rsidR="005A3479">
        <w:t>Je finirai bien par être docteur en théologie</w:t>
      </w:r>
      <w:r>
        <w:t> !</w:t>
      </w:r>
    </w:p>
    <w:p w14:paraId="3CC55553" w14:textId="77777777" w:rsidR="006F1ADB" w:rsidRDefault="005A3479" w:rsidP="005A3479">
      <w:r>
        <w:t>Il étudierait les auteurs qu</w:t>
      </w:r>
      <w:r w:rsidR="006F1ADB">
        <w:t>’</w:t>
      </w:r>
      <w:r>
        <w:t>il ne connaissait point</w:t>
      </w:r>
      <w:r w:rsidR="006F1ADB">
        <w:t xml:space="preserve"> ! </w:t>
      </w:r>
      <w:r>
        <w:t>Tite-Live</w:t>
      </w:r>
      <w:r w:rsidR="006F1ADB">
        <w:t xml:space="preserve">, </w:t>
      </w:r>
      <w:r>
        <w:t>Tacite</w:t>
      </w:r>
      <w:r w:rsidR="006F1ADB">
        <w:t xml:space="preserve">, </w:t>
      </w:r>
      <w:r>
        <w:t>Eschyle</w:t>
      </w:r>
      <w:r w:rsidR="006F1ADB">
        <w:t xml:space="preserve">, </w:t>
      </w:r>
      <w:r>
        <w:t>Sophocle</w:t>
      </w:r>
      <w:r w:rsidR="006F1ADB">
        <w:t xml:space="preserve">, </w:t>
      </w:r>
      <w:r>
        <w:t>Aristophane</w:t>
      </w:r>
      <w:r w:rsidR="006F1ADB">
        <w:t xml:space="preserve">, </w:t>
      </w:r>
      <w:r>
        <w:t>etc</w:t>
      </w:r>
      <w:r w:rsidR="006F1ADB">
        <w:t>.</w:t>
      </w:r>
    </w:p>
    <w:p w14:paraId="0716F65F" w14:textId="77777777" w:rsidR="006F1ADB" w:rsidRDefault="006F1ADB" w:rsidP="005A3479">
      <w:r>
        <w:t>— </w:t>
      </w:r>
      <w:r w:rsidR="005A3479">
        <w:t>Ah</w:t>
      </w:r>
      <w:r>
        <w:t xml:space="preserve"> ! </w:t>
      </w:r>
      <w:r w:rsidR="005A3479">
        <w:t>ah</w:t>
      </w:r>
      <w:r>
        <w:t xml:space="preserve"> ! </w:t>
      </w:r>
      <w:r w:rsidR="005A3479">
        <w:t>ah</w:t>
      </w:r>
      <w:r>
        <w:t> !…</w:t>
      </w:r>
    </w:p>
    <w:p w14:paraId="007147BA" w14:textId="77777777" w:rsidR="006F1ADB" w:rsidRDefault="005A3479" w:rsidP="005A3479">
      <w:r>
        <w:t>Des rires légers bruissaient de l</w:t>
      </w:r>
      <w:r w:rsidR="006F1ADB">
        <w:t>’</w:t>
      </w:r>
      <w:r>
        <w:t>autre côté d</w:t>
      </w:r>
      <w:r w:rsidR="006F1ADB">
        <w:t>’</w:t>
      </w:r>
      <w:r>
        <w:t>une haie</w:t>
      </w:r>
      <w:r w:rsidR="006F1ADB">
        <w:t xml:space="preserve">, </w:t>
      </w:r>
      <w:r>
        <w:t>mais Jude n</w:t>
      </w:r>
      <w:r w:rsidR="006F1ADB">
        <w:t>’</w:t>
      </w:r>
      <w:r>
        <w:t>y prit point garde</w:t>
      </w:r>
      <w:r w:rsidR="006F1ADB">
        <w:t xml:space="preserve">. </w:t>
      </w:r>
      <w:r>
        <w:t>Ses pensées allaient bon train</w:t>
      </w:r>
      <w:r w:rsidR="006F1ADB">
        <w:t>.</w:t>
      </w:r>
    </w:p>
    <w:p w14:paraId="71530B88" w14:textId="77777777" w:rsidR="006F1ADB" w:rsidRDefault="006F1ADB" w:rsidP="005A3479">
      <w:r>
        <w:lastRenderedPageBreak/>
        <w:t>— </w:t>
      </w:r>
      <w:r w:rsidR="005A3479">
        <w:t>Je lirai Euripide</w:t>
      </w:r>
      <w:r>
        <w:t xml:space="preserve">, </w:t>
      </w:r>
      <w:r w:rsidR="005A3479">
        <w:t>Platon</w:t>
      </w:r>
      <w:r>
        <w:t xml:space="preserve">, </w:t>
      </w:r>
      <w:r w:rsidR="005A3479">
        <w:t>Aristote</w:t>
      </w:r>
      <w:r>
        <w:t xml:space="preserve">, </w:t>
      </w:r>
      <w:r w:rsidR="005A3479">
        <w:t>Lucrèce</w:t>
      </w:r>
      <w:r>
        <w:t xml:space="preserve">, </w:t>
      </w:r>
      <w:r w:rsidR="005A3479">
        <w:t>Épictète</w:t>
      </w:r>
      <w:r>
        <w:t xml:space="preserve">, </w:t>
      </w:r>
      <w:r w:rsidR="005A3479">
        <w:t>S</w:t>
      </w:r>
      <w:r w:rsidR="005A3479">
        <w:t>é</w:t>
      </w:r>
      <w:r w:rsidR="005A3479">
        <w:t>nèque</w:t>
      </w:r>
      <w:r>
        <w:t xml:space="preserve">, </w:t>
      </w:r>
      <w:r w:rsidR="005A3479">
        <w:t>Marc-Aurèle</w:t>
      </w:r>
      <w:r>
        <w:t>…</w:t>
      </w:r>
    </w:p>
    <w:p w14:paraId="66388255" w14:textId="77777777" w:rsidR="006F1ADB" w:rsidRDefault="006F1ADB" w:rsidP="005A3479">
      <w:r>
        <w:t>— </w:t>
      </w:r>
      <w:r w:rsidR="005A3479">
        <w:t>Ah</w:t>
      </w:r>
      <w:r>
        <w:t xml:space="preserve"> ! </w:t>
      </w:r>
      <w:r w:rsidR="005A3479">
        <w:t>ah</w:t>
      </w:r>
      <w:r>
        <w:t xml:space="preserve"> ! </w:t>
      </w:r>
      <w:r w:rsidR="005A3479">
        <w:t>ah</w:t>
      </w:r>
      <w:r>
        <w:t> !…</w:t>
      </w:r>
    </w:p>
    <w:p w14:paraId="3C516380" w14:textId="77777777" w:rsidR="006F1ADB" w:rsidRDefault="006F1ADB" w:rsidP="005A3479">
      <w:r>
        <w:t>— </w:t>
      </w:r>
      <w:r w:rsidR="005A3479">
        <w:t>Je travaillerai avec acharnement</w:t>
      </w:r>
      <w:r>
        <w:t xml:space="preserve">… </w:t>
      </w:r>
      <w:r w:rsidR="005A3479">
        <w:t>Oui</w:t>
      </w:r>
      <w:r>
        <w:t xml:space="preserve">, </w:t>
      </w:r>
      <w:proofErr w:type="spellStart"/>
      <w:r w:rsidR="005A3479">
        <w:t>Christminster</w:t>
      </w:r>
      <w:proofErr w:type="spellEnd"/>
      <w:r w:rsidR="005A3479">
        <w:t xml:space="preserve"> s</w:t>
      </w:r>
      <w:r w:rsidR="005A3479">
        <w:t>e</w:t>
      </w:r>
      <w:r w:rsidR="005A3479">
        <w:t xml:space="preserve">ra mon </w:t>
      </w:r>
      <w:r w:rsidR="005A3479">
        <w:rPr>
          <w:i/>
          <w:szCs w:val="32"/>
        </w:rPr>
        <w:t>Alma Mater</w:t>
      </w:r>
      <w:r>
        <w:t xml:space="preserve">, </w:t>
      </w:r>
      <w:r w:rsidR="005A3479">
        <w:t>et je serai son fils bien-aimé</w:t>
      </w:r>
      <w:r>
        <w:t xml:space="preserve">, </w:t>
      </w:r>
      <w:r w:rsidR="005A3479">
        <w:t>en qui elle mettra toutes ses complaisances</w:t>
      </w:r>
      <w:r>
        <w:t>…</w:t>
      </w:r>
    </w:p>
    <w:p w14:paraId="077FCC0C" w14:textId="77777777" w:rsidR="006F1ADB" w:rsidRDefault="005A3479" w:rsidP="005A3479">
      <w:r>
        <w:t>En rêvant à l</w:t>
      </w:r>
      <w:r w:rsidR="006F1ADB">
        <w:t>’</w:t>
      </w:r>
      <w:r>
        <w:t>avenir</w:t>
      </w:r>
      <w:r w:rsidR="006F1ADB">
        <w:t xml:space="preserve">, </w:t>
      </w:r>
      <w:r>
        <w:t>Jude s</w:t>
      </w:r>
      <w:r w:rsidR="006F1ADB">
        <w:t>’</w:t>
      </w:r>
      <w:r>
        <w:t>était arrêté</w:t>
      </w:r>
      <w:r w:rsidR="006F1ADB">
        <w:t xml:space="preserve">, </w:t>
      </w:r>
      <w:r>
        <w:t>immobile</w:t>
      </w:r>
      <w:r w:rsidR="006F1ADB">
        <w:t xml:space="preserve">, </w:t>
      </w:r>
      <w:r>
        <w:t>rega</w:t>
      </w:r>
      <w:r>
        <w:t>r</w:t>
      </w:r>
      <w:r>
        <w:t>dant la terre</w:t>
      </w:r>
      <w:r w:rsidR="006F1ADB">
        <w:t xml:space="preserve">. </w:t>
      </w:r>
      <w:r>
        <w:t>Soudain</w:t>
      </w:r>
      <w:r w:rsidR="006F1ADB">
        <w:t xml:space="preserve">, </w:t>
      </w:r>
      <w:r>
        <w:t>il sentit un coup sur l</w:t>
      </w:r>
      <w:r w:rsidR="006F1ADB">
        <w:t>’</w:t>
      </w:r>
      <w:r>
        <w:t>oreille</w:t>
      </w:r>
      <w:r w:rsidR="006F1ADB">
        <w:t xml:space="preserve">, </w:t>
      </w:r>
      <w:r>
        <w:t>et il vit tomber à ses pieds un morceau de vessie de porc</w:t>
      </w:r>
      <w:r w:rsidR="006F1ADB">
        <w:t>.</w:t>
      </w:r>
    </w:p>
    <w:p w14:paraId="06555CE5" w14:textId="77777777" w:rsidR="006F1ADB" w:rsidRDefault="005A3479" w:rsidP="005A3479">
      <w:r>
        <w:t>La haie bordait un ruisseau d</w:t>
      </w:r>
      <w:r w:rsidR="006F1ADB">
        <w:t>’</w:t>
      </w:r>
      <w:r>
        <w:t>où montaient les rires et les voix qui avaient troublé la rêverie de Jude</w:t>
      </w:r>
      <w:r w:rsidR="006F1ADB">
        <w:t xml:space="preserve">. </w:t>
      </w:r>
      <w:r>
        <w:t>Il gravit le talus et regarda par-dessus la clôture</w:t>
      </w:r>
      <w:r w:rsidR="006F1ADB">
        <w:t xml:space="preserve">. </w:t>
      </w:r>
      <w:r>
        <w:t>Au bord du ruisseau</w:t>
      </w:r>
      <w:r w:rsidR="006F1ADB">
        <w:t xml:space="preserve">, </w:t>
      </w:r>
      <w:r>
        <w:t>il y avait une maisonnette entourée de jardins et de porcheries</w:t>
      </w:r>
      <w:r w:rsidR="006F1ADB">
        <w:t xml:space="preserve">. </w:t>
      </w:r>
      <w:r>
        <w:t>Sur la rive</w:t>
      </w:r>
      <w:r w:rsidR="006F1ADB">
        <w:t xml:space="preserve">, </w:t>
      </w:r>
      <w:r>
        <w:t>trois jeunes filles agenouillées lavaient des andouilles dans l</w:t>
      </w:r>
      <w:r w:rsidR="006F1ADB">
        <w:t>’</w:t>
      </w:r>
      <w:r>
        <w:t>eau courante</w:t>
      </w:r>
      <w:r w:rsidR="006F1ADB">
        <w:t xml:space="preserve">. </w:t>
      </w:r>
      <w:r>
        <w:t>Leurs yeux se fixèrent sur Jude</w:t>
      </w:r>
      <w:r w:rsidR="006F1ADB">
        <w:t xml:space="preserve">, </w:t>
      </w:r>
      <w:r>
        <w:t>puis elles s</w:t>
      </w:r>
      <w:r w:rsidR="006F1ADB">
        <w:t>’</w:t>
      </w:r>
      <w:r>
        <w:t>entre-regardèrent et continuèrent leur travail</w:t>
      </w:r>
      <w:r w:rsidR="006F1ADB">
        <w:t>.</w:t>
      </w:r>
    </w:p>
    <w:p w14:paraId="15FB165C" w14:textId="77777777" w:rsidR="006F1ADB" w:rsidRDefault="006F1ADB" w:rsidP="005A3479">
      <w:r>
        <w:t>— </w:t>
      </w:r>
      <w:r w:rsidR="005A3479">
        <w:t>Je vous remercie bien</w:t>
      </w:r>
      <w:r>
        <w:t xml:space="preserve">, </w:t>
      </w:r>
      <w:r w:rsidR="005A3479">
        <w:t>dit Jude</w:t>
      </w:r>
      <w:r>
        <w:t xml:space="preserve">, </w:t>
      </w:r>
      <w:r w:rsidR="005A3479">
        <w:t>sévèrement</w:t>
      </w:r>
      <w:r>
        <w:t>.</w:t>
      </w:r>
    </w:p>
    <w:p w14:paraId="6DFD36B3" w14:textId="77777777" w:rsidR="006F1ADB" w:rsidRDefault="006F1ADB" w:rsidP="005A3479">
      <w:r>
        <w:t>— </w:t>
      </w:r>
      <w:r w:rsidR="005A3479">
        <w:t>Je vous dis que je n</w:t>
      </w:r>
      <w:r>
        <w:t>’</w:t>
      </w:r>
      <w:r w:rsidR="005A3479">
        <w:t>ai rien jeté</w:t>
      </w:r>
      <w:r>
        <w:t xml:space="preserve">, </w:t>
      </w:r>
      <w:r w:rsidR="005A3479">
        <w:t>dit l</w:t>
      </w:r>
      <w:r>
        <w:t>’</w:t>
      </w:r>
      <w:r w:rsidR="005A3479">
        <w:t>une des filles à sa voisine</w:t>
      </w:r>
      <w:r>
        <w:t xml:space="preserve">, </w:t>
      </w:r>
      <w:r w:rsidR="005A3479">
        <w:t>sans paraître remarquer Jude</w:t>
      </w:r>
      <w:r>
        <w:t>.</w:t>
      </w:r>
    </w:p>
    <w:p w14:paraId="741D4930" w14:textId="77777777" w:rsidR="006F1ADB" w:rsidRDefault="006F1ADB" w:rsidP="005A3479">
      <w:r>
        <w:t>— </w:t>
      </w:r>
      <w:r w:rsidR="005A3479">
        <w:t>Ni moi</w:t>
      </w:r>
      <w:r>
        <w:t xml:space="preserve">, </w:t>
      </w:r>
      <w:r w:rsidR="005A3479">
        <w:t>dit l</w:t>
      </w:r>
      <w:r>
        <w:t>’</w:t>
      </w:r>
      <w:r w:rsidR="005A3479">
        <w:t>autre</w:t>
      </w:r>
      <w:r>
        <w:t>.</w:t>
      </w:r>
    </w:p>
    <w:p w14:paraId="2E4EC9D0" w14:textId="77777777" w:rsidR="006F1ADB" w:rsidRDefault="006F1ADB" w:rsidP="005A3479">
      <w:r>
        <w:t>— </w:t>
      </w:r>
      <w:r w:rsidR="005A3479">
        <w:t>Oh</w:t>
      </w:r>
      <w:r>
        <w:t xml:space="preserve"> ! </w:t>
      </w:r>
      <w:r w:rsidR="005A3479">
        <w:t>Anny</w:t>
      </w:r>
      <w:r>
        <w:t xml:space="preserve">, </w:t>
      </w:r>
      <w:r w:rsidR="005A3479">
        <w:t>comment pouvez-vous</w:t>
      </w:r>
      <w:r>
        <w:t xml:space="preserve">… </w:t>
      </w:r>
      <w:r w:rsidR="005A3479">
        <w:t>fit la troisième</w:t>
      </w:r>
      <w:r>
        <w:t>.</w:t>
      </w:r>
    </w:p>
    <w:p w14:paraId="7BD1B45C" w14:textId="77777777" w:rsidR="006F1ADB" w:rsidRDefault="006F1ADB" w:rsidP="005A3479">
      <w:r>
        <w:t>— </w:t>
      </w:r>
      <w:r w:rsidR="005A3479">
        <w:t>Bah</w:t>
      </w:r>
      <w:r>
        <w:t xml:space="preserve"> !… </w:t>
      </w:r>
      <w:r w:rsidR="005A3479">
        <w:t>Je m</w:t>
      </w:r>
      <w:r>
        <w:t>’</w:t>
      </w:r>
      <w:r w:rsidR="005A3479">
        <w:t>en moque pas mal</w:t>
      </w:r>
      <w:r>
        <w:t> !</w:t>
      </w:r>
    </w:p>
    <w:p w14:paraId="42C48A5C" w14:textId="77777777" w:rsidR="006F1ADB" w:rsidRDefault="005A3479" w:rsidP="005A3479">
      <w:r>
        <w:t>Et elles riaient en continuant leur travail</w:t>
      </w:r>
      <w:r w:rsidR="006F1ADB">
        <w:t>.</w:t>
      </w:r>
    </w:p>
    <w:p w14:paraId="61E6A701" w14:textId="77777777" w:rsidR="006F1ADB" w:rsidRDefault="005A3479" w:rsidP="005A3479">
      <w:r>
        <w:t>Jude s</w:t>
      </w:r>
      <w:r w:rsidR="006F1ADB">
        <w:t>’</w:t>
      </w:r>
      <w:r>
        <w:t>essuya la joue</w:t>
      </w:r>
      <w:r w:rsidR="006F1ADB">
        <w:t xml:space="preserve">. </w:t>
      </w:r>
      <w:r>
        <w:t>Il devint moqueur</w:t>
      </w:r>
      <w:r w:rsidR="006F1ADB">
        <w:t>.</w:t>
      </w:r>
    </w:p>
    <w:p w14:paraId="20877528" w14:textId="77777777" w:rsidR="006F1ADB" w:rsidRDefault="006F1ADB" w:rsidP="005A3479">
      <w:r>
        <w:t>— </w:t>
      </w:r>
      <w:r w:rsidR="005A3479">
        <w:t>Vraiment</w:t>
      </w:r>
      <w:r>
        <w:t xml:space="preserve">, </w:t>
      </w:r>
      <w:r w:rsidR="005A3479">
        <w:t>ce n</w:t>
      </w:r>
      <w:r>
        <w:t>’</w:t>
      </w:r>
      <w:r w:rsidR="005A3479">
        <w:t>est pas vous</w:t>
      </w:r>
      <w:r>
        <w:t xml:space="preserve"> ? </w:t>
      </w:r>
      <w:r w:rsidR="005A3479">
        <w:t>dit-il à la plus proche des trois</w:t>
      </w:r>
      <w:r>
        <w:t>.</w:t>
      </w:r>
    </w:p>
    <w:p w14:paraId="0E7B3FD7" w14:textId="77777777" w:rsidR="006F1ADB" w:rsidRDefault="005A3479" w:rsidP="005A3479">
      <w:r>
        <w:lastRenderedPageBreak/>
        <w:t>qu</w:t>
      </w:r>
      <w:r w:rsidR="006F1ADB">
        <w:t>’</w:t>
      </w:r>
      <w:r>
        <w:t>il interpellait était une brune aux yeux noirs</w:t>
      </w:r>
      <w:r w:rsidR="006F1ADB">
        <w:t xml:space="preserve">, </w:t>
      </w:r>
      <w:r>
        <w:t>qui</w:t>
      </w:r>
      <w:r w:rsidR="006F1ADB">
        <w:t xml:space="preserve">, </w:t>
      </w:r>
      <w:r>
        <w:t>sans être parfaitement belle</w:t>
      </w:r>
      <w:r w:rsidR="006F1ADB">
        <w:t xml:space="preserve">, </w:t>
      </w:r>
      <w:r>
        <w:t>pouvait paraître belle à quelque di</w:t>
      </w:r>
      <w:r>
        <w:t>s</w:t>
      </w:r>
      <w:r>
        <w:t>tance</w:t>
      </w:r>
      <w:r w:rsidR="006F1ADB">
        <w:t xml:space="preserve">, </w:t>
      </w:r>
      <w:r>
        <w:t>malgré sa peau rude et sa chair grossière</w:t>
      </w:r>
      <w:r w:rsidR="006F1ADB">
        <w:t xml:space="preserve">. </w:t>
      </w:r>
      <w:r>
        <w:t>Elle avait une gorge arrondie et proéminente</w:t>
      </w:r>
      <w:r w:rsidR="006F1ADB">
        <w:t xml:space="preserve">, </w:t>
      </w:r>
      <w:r>
        <w:t>des lèvres pleines</w:t>
      </w:r>
      <w:r w:rsidR="006F1ADB">
        <w:t xml:space="preserve">, </w:t>
      </w:r>
      <w:r>
        <w:t>des dents parfaites</w:t>
      </w:r>
      <w:r w:rsidR="006F1ADB">
        <w:t xml:space="preserve">. </w:t>
      </w:r>
      <w:r>
        <w:t>C</w:t>
      </w:r>
      <w:r w:rsidR="006F1ADB">
        <w:t>’</w:t>
      </w:r>
      <w:r>
        <w:t>était véritablement la femelle humaine</w:t>
      </w:r>
      <w:r w:rsidR="006F1ADB">
        <w:t xml:space="preserve"> – </w:t>
      </w:r>
      <w:r>
        <w:t>ni plus ni moins</w:t>
      </w:r>
      <w:r w:rsidR="006F1ADB">
        <w:t xml:space="preserve"> ; </w:t>
      </w:r>
      <w:r>
        <w:t>et Jude la reconnut pour l</w:t>
      </w:r>
      <w:r w:rsidR="006F1ADB">
        <w:t>’</w:t>
      </w:r>
      <w:r>
        <w:t>auteur du délit</w:t>
      </w:r>
      <w:r w:rsidR="006F1ADB">
        <w:t xml:space="preserve">, </w:t>
      </w:r>
      <w:r>
        <w:t>la vessie de porc dont elle avait arraché le morceau gisant encore à côté d</w:t>
      </w:r>
      <w:r w:rsidR="006F1ADB">
        <w:t>’</w:t>
      </w:r>
      <w:r>
        <w:t>elle</w:t>
      </w:r>
      <w:r w:rsidR="006F1ADB">
        <w:t>.</w:t>
      </w:r>
    </w:p>
    <w:p w14:paraId="04BD435D" w14:textId="77777777" w:rsidR="006F1ADB" w:rsidRDefault="006F1ADB" w:rsidP="005A3479">
      <w:r>
        <w:t>— </w:t>
      </w:r>
      <w:r w:rsidR="005A3479">
        <w:t>Ça</w:t>
      </w:r>
      <w:r>
        <w:t xml:space="preserve">, </w:t>
      </w:r>
      <w:r w:rsidR="005A3479">
        <w:t>vous ne le saurez jamais</w:t>
      </w:r>
      <w:r>
        <w:t>.</w:t>
      </w:r>
    </w:p>
    <w:p w14:paraId="5637E2D5" w14:textId="77777777" w:rsidR="006F1ADB" w:rsidRDefault="006F1ADB" w:rsidP="005A3479">
      <w:r>
        <w:t>— </w:t>
      </w:r>
      <w:r w:rsidR="005A3479">
        <w:t>C</w:t>
      </w:r>
      <w:r>
        <w:t>’</w:t>
      </w:r>
      <w:r w:rsidR="005A3479">
        <w:t>est en tout cas quelqu</w:t>
      </w:r>
      <w:r>
        <w:t>’</w:t>
      </w:r>
      <w:r w:rsidR="005A3479">
        <w:t>un qui ne ménage guère le bien d</w:t>
      </w:r>
      <w:r>
        <w:t>’</w:t>
      </w:r>
      <w:r w:rsidR="005A3479">
        <w:t>autrui</w:t>
      </w:r>
      <w:r>
        <w:t>.</w:t>
      </w:r>
    </w:p>
    <w:p w14:paraId="32F4E623" w14:textId="77777777" w:rsidR="006F1ADB" w:rsidRDefault="006F1ADB" w:rsidP="005A3479">
      <w:r>
        <w:t>— </w:t>
      </w:r>
      <w:r w:rsidR="005A3479">
        <w:t>Oh</w:t>
      </w:r>
      <w:r>
        <w:t xml:space="preserve"> ! </w:t>
      </w:r>
      <w:r w:rsidR="005A3479">
        <w:t>il n</w:t>
      </w:r>
      <w:r>
        <w:t>’</w:t>
      </w:r>
      <w:r w:rsidR="005A3479">
        <w:t>y a pas de mal</w:t>
      </w:r>
      <w:r>
        <w:t xml:space="preserve"> : </w:t>
      </w:r>
      <w:r w:rsidR="005A3479">
        <w:t>le porc est à mon père</w:t>
      </w:r>
      <w:r>
        <w:t>.</w:t>
      </w:r>
    </w:p>
    <w:p w14:paraId="065C154D" w14:textId="77777777" w:rsidR="006F1ADB" w:rsidRDefault="006F1ADB" w:rsidP="005A3479">
      <w:r>
        <w:t>— </w:t>
      </w:r>
      <w:r w:rsidR="005A3479">
        <w:t>Vous voulez que je vous le rende quand même</w:t>
      </w:r>
      <w:r>
        <w:t xml:space="preserve">, </w:t>
      </w:r>
      <w:r w:rsidR="005A3479">
        <w:t>n</w:t>
      </w:r>
      <w:r>
        <w:t>’</w:t>
      </w:r>
      <w:r w:rsidR="005A3479">
        <w:t>est-ce pas</w:t>
      </w:r>
      <w:r>
        <w:t> ?</w:t>
      </w:r>
    </w:p>
    <w:p w14:paraId="3220A3EE" w14:textId="77777777" w:rsidR="006F1ADB" w:rsidRDefault="006F1ADB" w:rsidP="005A3479">
      <w:r>
        <w:t>— </w:t>
      </w:r>
      <w:r w:rsidR="005A3479">
        <w:t>Oui</w:t>
      </w:r>
      <w:r>
        <w:t xml:space="preserve">, </w:t>
      </w:r>
      <w:r w:rsidR="005A3479">
        <w:t>si vous voulez me le donner</w:t>
      </w:r>
      <w:r>
        <w:t>.</w:t>
      </w:r>
    </w:p>
    <w:p w14:paraId="40D7042E" w14:textId="77777777" w:rsidR="006F1ADB" w:rsidRDefault="006F1ADB" w:rsidP="005A3479">
      <w:r>
        <w:t>— </w:t>
      </w:r>
      <w:r w:rsidR="005A3479">
        <w:t>Dois-je vous le jeter</w:t>
      </w:r>
      <w:r>
        <w:t xml:space="preserve">, </w:t>
      </w:r>
      <w:r w:rsidR="005A3479">
        <w:t>ou bien passerez-vous la planche pour venir le prendre de ma main</w:t>
      </w:r>
      <w:r>
        <w:t> ?</w:t>
      </w:r>
    </w:p>
    <w:p w14:paraId="0014B63F" w14:textId="77777777" w:rsidR="006F1ADB" w:rsidRDefault="005A3479" w:rsidP="005A3479">
      <w:r>
        <w:t>Les yeux noirs le fixèrent pendant qu</w:t>
      </w:r>
      <w:r w:rsidR="006F1ADB">
        <w:t>’</w:t>
      </w:r>
      <w:r>
        <w:t>il prononçait ces mots</w:t>
      </w:r>
      <w:r w:rsidR="006F1ADB">
        <w:t xml:space="preserve">. </w:t>
      </w:r>
      <w:r>
        <w:t>Une lueur d</w:t>
      </w:r>
      <w:r w:rsidR="006F1ADB">
        <w:t>’</w:t>
      </w:r>
      <w:r>
        <w:t>intelligence y brilla</w:t>
      </w:r>
      <w:r w:rsidR="006F1ADB">
        <w:t xml:space="preserve">, </w:t>
      </w:r>
      <w:r>
        <w:t>muette révélation d</w:t>
      </w:r>
      <w:r w:rsidR="006F1ADB">
        <w:t>’</w:t>
      </w:r>
      <w:r>
        <w:t>une affinité possible entre cette femme et Jude</w:t>
      </w:r>
      <w:r w:rsidR="006F1ADB">
        <w:t xml:space="preserve">, </w:t>
      </w:r>
      <w:r>
        <w:t>qui était bien loin de s</w:t>
      </w:r>
      <w:r w:rsidR="006F1ADB">
        <w:t>’</w:t>
      </w:r>
      <w:r>
        <w:t>en douter</w:t>
      </w:r>
      <w:r w:rsidR="006F1ADB">
        <w:t xml:space="preserve">. </w:t>
      </w:r>
      <w:r>
        <w:t>Elle avait remarqué qu</w:t>
      </w:r>
      <w:r w:rsidR="006F1ADB">
        <w:t>’</w:t>
      </w:r>
      <w:r>
        <w:t>il l</w:t>
      </w:r>
      <w:r w:rsidR="006F1ADB">
        <w:t>’</w:t>
      </w:r>
      <w:r>
        <w:t>avait distinguée entre trois</w:t>
      </w:r>
      <w:r w:rsidR="006F1ADB">
        <w:t xml:space="preserve">, </w:t>
      </w:r>
      <w:r>
        <w:t>comme une femme peut être distinguée en de telles ci</w:t>
      </w:r>
      <w:r>
        <w:t>r</w:t>
      </w:r>
      <w:r>
        <w:t>constances</w:t>
      </w:r>
      <w:r w:rsidR="006F1ADB">
        <w:t xml:space="preserve">, </w:t>
      </w:r>
      <w:r>
        <w:t>par instinct</w:t>
      </w:r>
      <w:r w:rsidR="006F1ADB">
        <w:t xml:space="preserve">, </w:t>
      </w:r>
      <w:r>
        <w:t>non par choix</w:t>
      </w:r>
      <w:r w:rsidR="006F1ADB">
        <w:t xml:space="preserve">. </w:t>
      </w:r>
      <w:r>
        <w:t>Elle se leva et dit</w:t>
      </w:r>
      <w:r w:rsidR="006F1ADB">
        <w:t> :</w:t>
      </w:r>
    </w:p>
    <w:p w14:paraId="605DF89D" w14:textId="77777777" w:rsidR="006F1ADB" w:rsidRDefault="006F1ADB" w:rsidP="005A3479">
      <w:r>
        <w:t>— </w:t>
      </w:r>
      <w:r w:rsidR="005A3479">
        <w:t>Ne jetez pas cela</w:t>
      </w:r>
      <w:r>
        <w:t xml:space="preserve">. </w:t>
      </w:r>
      <w:r w:rsidR="005A3479">
        <w:t>Donnez-le-moi</w:t>
      </w:r>
      <w:r>
        <w:t>.</w:t>
      </w:r>
    </w:p>
    <w:p w14:paraId="6F683C56" w14:textId="77777777" w:rsidR="006F1ADB" w:rsidRDefault="005A3479" w:rsidP="005A3479">
      <w:r>
        <w:t>Jude posa son paquet d</w:t>
      </w:r>
      <w:r w:rsidR="006F1ADB">
        <w:t>’</w:t>
      </w:r>
      <w:r>
        <w:t>outils</w:t>
      </w:r>
      <w:r w:rsidR="006F1ADB">
        <w:t xml:space="preserve">, </w:t>
      </w:r>
      <w:r>
        <w:t>prit le morceau de porc au bout d</w:t>
      </w:r>
      <w:r w:rsidR="006F1ADB">
        <w:t>’</w:t>
      </w:r>
      <w:r>
        <w:t>une baguette et escalada la clôture</w:t>
      </w:r>
      <w:r w:rsidR="006F1ADB">
        <w:t xml:space="preserve">. </w:t>
      </w:r>
      <w:r>
        <w:t>Tous deux march</w:t>
      </w:r>
      <w:r>
        <w:t>è</w:t>
      </w:r>
      <w:r>
        <w:t>rent parallèlement</w:t>
      </w:r>
      <w:r w:rsidR="006F1ADB">
        <w:t xml:space="preserve">, </w:t>
      </w:r>
      <w:r>
        <w:t>sur les deux rives du ruisseau</w:t>
      </w:r>
      <w:r w:rsidR="006F1ADB">
        <w:t xml:space="preserve">, </w:t>
      </w:r>
      <w:r>
        <w:t>jusqu</w:t>
      </w:r>
      <w:r w:rsidR="006F1ADB">
        <w:t>’</w:t>
      </w:r>
      <w:r>
        <w:t xml:space="preserve">à </w:t>
      </w:r>
      <w:r>
        <w:lastRenderedPageBreak/>
        <w:t>la planche qui servait de pont</w:t>
      </w:r>
      <w:r w:rsidR="006F1ADB">
        <w:t xml:space="preserve">. </w:t>
      </w:r>
      <w:r>
        <w:t>Comme la jeune fille approchait</w:t>
      </w:r>
      <w:r w:rsidR="006F1ADB">
        <w:t xml:space="preserve">, </w:t>
      </w:r>
      <w:r>
        <w:t>elle pratiqua</w:t>
      </w:r>
      <w:r w:rsidR="006F1ADB">
        <w:t xml:space="preserve">, </w:t>
      </w:r>
      <w:r>
        <w:t>sans que Jude s</w:t>
      </w:r>
      <w:r w:rsidR="006F1ADB">
        <w:t>’</w:t>
      </w:r>
      <w:r>
        <w:t>en aperçût</w:t>
      </w:r>
      <w:r w:rsidR="006F1ADB">
        <w:t xml:space="preserve">, </w:t>
      </w:r>
      <w:r>
        <w:t>une adroite succion dans l</w:t>
      </w:r>
      <w:r w:rsidR="006F1ADB">
        <w:t>’</w:t>
      </w:r>
      <w:r>
        <w:t>intérieur de ses joues</w:t>
      </w:r>
      <w:r w:rsidR="006F1ADB">
        <w:t xml:space="preserve">, </w:t>
      </w:r>
      <w:r>
        <w:t>et cette curieuse manœuvre dess</w:t>
      </w:r>
      <w:r>
        <w:t>i</w:t>
      </w:r>
      <w:r>
        <w:t>na une fossette parfaite sur la surface arrondie</w:t>
      </w:r>
      <w:r w:rsidR="006F1ADB">
        <w:t xml:space="preserve">. </w:t>
      </w:r>
      <w:r>
        <w:t>Cette produ</w:t>
      </w:r>
      <w:r>
        <w:t>c</w:t>
      </w:r>
      <w:r>
        <w:t>tion des fossettes à volonté est un tour d</w:t>
      </w:r>
      <w:r w:rsidR="006F1ADB">
        <w:t>’</w:t>
      </w:r>
      <w:r>
        <w:t>adresse bien connu</w:t>
      </w:r>
      <w:r w:rsidR="006F1ADB">
        <w:t xml:space="preserve">, </w:t>
      </w:r>
      <w:r>
        <w:t>mais difficile à réussir</w:t>
      </w:r>
      <w:r w:rsidR="006F1ADB">
        <w:t>.</w:t>
      </w:r>
    </w:p>
    <w:p w14:paraId="7CB67605" w14:textId="77777777" w:rsidR="006F1ADB" w:rsidRDefault="005A3479" w:rsidP="005A3479">
      <w:r>
        <w:t>Ils se rencontrèrent au milieu de la planche</w:t>
      </w:r>
      <w:r w:rsidR="006F1ADB">
        <w:t xml:space="preserve">, </w:t>
      </w:r>
      <w:r>
        <w:t>Jude tendit sa baguette avec le morceau de porc</w:t>
      </w:r>
      <w:r w:rsidR="006F1ADB">
        <w:t xml:space="preserve"> ; </w:t>
      </w:r>
      <w:r>
        <w:t>la fille le prit sans y regarder et le posa sur le rebord du pont</w:t>
      </w:r>
      <w:r w:rsidR="006F1ADB">
        <w:t>.</w:t>
      </w:r>
    </w:p>
    <w:p w14:paraId="2263295C" w14:textId="77777777" w:rsidR="006F1ADB" w:rsidRDefault="006F1ADB" w:rsidP="005A3479">
      <w:r>
        <w:t>— </w:t>
      </w:r>
      <w:r w:rsidR="005A3479">
        <w:t>Vous ne croirez pas que je vous ai jeté cela</w:t>
      </w:r>
      <w:r>
        <w:t> ?</w:t>
      </w:r>
    </w:p>
    <w:p w14:paraId="2EBE0192" w14:textId="77777777" w:rsidR="006F1ADB" w:rsidRDefault="006F1ADB" w:rsidP="005A3479">
      <w:r>
        <w:t>— </w:t>
      </w:r>
      <w:r w:rsidR="005A3479">
        <w:t>Oh</w:t>
      </w:r>
      <w:r>
        <w:t xml:space="preserve"> ! </w:t>
      </w:r>
      <w:r w:rsidR="005A3479">
        <w:t>non</w:t>
      </w:r>
      <w:r>
        <w:t> !</w:t>
      </w:r>
    </w:p>
    <w:p w14:paraId="58061C64" w14:textId="77777777" w:rsidR="006F1ADB" w:rsidRDefault="006F1ADB" w:rsidP="005A3479">
      <w:r>
        <w:t>— </w:t>
      </w:r>
      <w:r w:rsidR="005A3479">
        <w:t>Et vous ne le raconterez à personne</w:t>
      </w:r>
      <w:r>
        <w:t> ?</w:t>
      </w:r>
    </w:p>
    <w:p w14:paraId="1B4EE792" w14:textId="77777777" w:rsidR="006F1ADB" w:rsidRDefault="006F1ADB" w:rsidP="005A3479">
      <w:r>
        <w:t>— </w:t>
      </w:r>
      <w:r w:rsidR="005A3479">
        <w:t>Je ne connais même pas votre nom</w:t>
      </w:r>
      <w:r>
        <w:t>.</w:t>
      </w:r>
    </w:p>
    <w:p w14:paraId="22D64040" w14:textId="77777777" w:rsidR="006F1ADB" w:rsidRDefault="006F1ADB" w:rsidP="005A3479">
      <w:r>
        <w:t>— </w:t>
      </w:r>
      <w:r w:rsidR="005A3479">
        <w:t>C</w:t>
      </w:r>
      <w:r>
        <w:t>’</w:t>
      </w:r>
      <w:r w:rsidR="005A3479">
        <w:t>est vrai</w:t>
      </w:r>
      <w:r>
        <w:t xml:space="preserve">. </w:t>
      </w:r>
      <w:r w:rsidR="005A3479">
        <w:t>Dois-je vous le dire</w:t>
      </w:r>
      <w:r>
        <w:t> ?</w:t>
      </w:r>
    </w:p>
    <w:p w14:paraId="08B01381" w14:textId="77777777" w:rsidR="006F1ADB" w:rsidRDefault="006F1ADB" w:rsidP="005A3479">
      <w:r>
        <w:t>— </w:t>
      </w:r>
      <w:r w:rsidR="005A3479">
        <w:t>Dites</w:t>
      </w:r>
      <w:r>
        <w:t>.</w:t>
      </w:r>
    </w:p>
    <w:p w14:paraId="355DA0D4" w14:textId="77777777" w:rsidR="006F1ADB" w:rsidRDefault="006F1ADB" w:rsidP="005A3479">
      <w:r>
        <w:t>— </w:t>
      </w:r>
      <w:r w:rsidR="005A3479">
        <w:t>Je m</w:t>
      </w:r>
      <w:r>
        <w:t>’</w:t>
      </w:r>
      <w:r w:rsidR="005A3479">
        <w:t xml:space="preserve">appelle </w:t>
      </w:r>
      <w:proofErr w:type="spellStart"/>
      <w:r w:rsidR="005A3479">
        <w:t>Arabella</w:t>
      </w:r>
      <w:proofErr w:type="spellEnd"/>
      <w:r w:rsidR="005A3479">
        <w:t xml:space="preserve"> </w:t>
      </w:r>
      <w:proofErr w:type="spellStart"/>
      <w:r w:rsidR="005A3479">
        <w:t>Donn</w:t>
      </w:r>
      <w:proofErr w:type="spellEnd"/>
      <w:r>
        <w:t xml:space="preserve">. </w:t>
      </w:r>
      <w:r w:rsidR="005A3479">
        <w:t>J</w:t>
      </w:r>
      <w:r>
        <w:t>’</w:t>
      </w:r>
      <w:r w:rsidR="005A3479">
        <w:t>habite ici</w:t>
      </w:r>
      <w:r>
        <w:t xml:space="preserve">. </w:t>
      </w:r>
      <w:r w:rsidR="005A3479">
        <w:t>Mon père est éleveur de porcs</w:t>
      </w:r>
      <w:r>
        <w:t xml:space="preserve">, </w:t>
      </w:r>
      <w:r w:rsidR="005A3479">
        <w:t>et les filles que vous voyez m</w:t>
      </w:r>
      <w:r>
        <w:t>’</w:t>
      </w:r>
      <w:r w:rsidR="005A3479">
        <w:t>aident à laver les boyaux pour les boudins et les andouilles</w:t>
      </w:r>
      <w:r>
        <w:t>.</w:t>
      </w:r>
    </w:p>
    <w:p w14:paraId="7E6B7562" w14:textId="77777777" w:rsidR="006F1ADB" w:rsidRDefault="005A3479" w:rsidP="005A3479">
      <w:r>
        <w:t>Ils se parlèrent encore et encore</w:t>
      </w:r>
      <w:r w:rsidR="006F1ADB">
        <w:t xml:space="preserve">, </w:t>
      </w:r>
      <w:r>
        <w:t>regardant le flasque objet qui ballottait sur le parapet du pont</w:t>
      </w:r>
      <w:r w:rsidR="006F1ADB">
        <w:t xml:space="preserve">. </w:t>
      </w:r>
      <w:r>
        <w:t>Le muet appel de la femme à l</w:t>
      </w:r>
      <w:r w:rsidR="006F1ADB">
        <w:t>’</w:t>
      </w:r>
      <w:r>
        <w:t>homme</w:t>
      </w:r>
      <w:r w:rsidR="006F1ADB">
        <w:t xml:space="preserve">, </w:t>
      </w:r>
      <w:r>
        <w:t>qui émanait de toute la personne d</w:t>
      </w:r>
      <w:r w:rsidR="006F1ADB">
        <w:t>’</w:t>
      </w:r>
      <w:proofErr w:type="spellStart"/>
      <w:r>
        <w:t>Arabella</w:t>
      </w:r>
      <w:proofErr w:type="spellEnd"/>
      <w:r w:rsidR="006F1ADB">
        <w:t xml:space="preserve">, </w:t>
      </w:r>
      <w:r>
        <w:t>frappa Jude</w:t>
      </w:r>
      <w:r w:rsidR="006F1ADB">
        <w:t xml:space="preserve">, </w:t>
      </w:r>
      <w:r>
        <w:t>contre sa volonté</w:t>
      </w:r>
      <w:r w:rsidR="006F1ADB">
        <w:t xml:space="preserve">, </w:t>
      </w:r>
      <w:r>
        <w:t>d</w:t>
      </w:r>
      <w:r w:rsidR="006F1ADB">
        <w:t>’</w:t>
      </w:r>
      <w:r>
        <w:t>une manière nouvelle à son inexp</w:t>
      </w:r>
      <w:r>
        <w:t>é</w:t>
      </w:r>
      <w:r>
        <w:t>rience</w:t>
      </w:r>
      <w:r w:rsidR="006F1ADB">
        <w:t xml:space="preserve">. </w:t>
      </w:r>
      <w:r>
        <w:t>On pourrait dire sans exagérer</w:t>
      </w:r>
      <w:r w:rsidR="006F1ADB">
        <w:t xml:space="preserve">, </w:t>
      </w:r>
      <w:r>
        <w:t>que</w:t>
      </w:r>
      <w:r w:rsidR="006F1ADB">
        <w:t xml:space="preserve">, </w:t>
      </w:r>
      <w:r>
        <w:t>jusqu</w:t>
      </w:r>
      <w:r w:rsidR="006F1ADB">
        <w:t>’</w:t>
      </w:r>
      <w:r>
        <w:t>à ce moment</w:t>
      </w:r>
      <w:r w:rsidR="006F1ADB">
        <w:t xml:space="preserve">, </w:t>
      </w:r>
      <w:r>
        <w:t>Jude n</w:t>
      </w:r>
      <w:r w:rsidR="006F1ADB">
        <w:t>’</w:t>
      </w:r>
      <w:r>
        <w:t>avait jamais regardé une femme en tant que femme</w:t>
      </w:r>
      <w:r w:rsidR="006F1ADB">
        <w:t xml:space="preserve">, </w:t>
      </w:r>
      <w:r>
        <w:t>co</w:t>
      </w:r>
      <w:r>
        <w:t>n</w:t>
      </w:r>
      <w:r>
        <w:t>sidérant que ce sexe n</w:t>
      </w:r>
      <w:r w:rsidR="006F1ADB">
        <w:t>’</w:t>
      </w:r>
      <w:r>
        <w:t>avait aucun rôle à prendre dans sa vie</w:t>
      </w:r>
      <w:r w:rsidR="006F1ADB">
        <w:t xml:space="preserve">. </w:t>
      </w:r>
      <w:r>
        <w:t xml:space="preserve">Il examina </w:t>
      </w:r>
      <w:proofErr w:type="spellStart"/>
      <w:r>
        <w:t>Arabella</w:t>
      </w:r>
      <w:proofErr w:type="spellEnd"/>
      <w:r>
        <w:t xml:space="preserve"> des yeux à la bouche</w:t>
      </w:r>
      <w:r w:rsidR="006F1ADB">
        <w:t xml:space="preserve">, </w:t>
      </w:r>
      <w:r>
        <w:t>puis à la poitrine</w:t>
      </w:r>
      <w:r w:rsidR="006F1ADB">
        <w:t xml:space="preserve">, </w:t>
      </w:r>
      <w:r>
        <w:t>et aux bras rougis par l</w:t>
      </w:r>
      <w:r w:rsidR="006F1ADB">
        <w:t>’</w:t>
      </w:r>
      <w:r>
        <w:t>eau</w:t>
      </w:r>
      <w:r w:rsidR="006F1ADB">
        <w:t xml:space="preserve">, </w:t>
      </w:r>
      <w:r>
        <w:t>mais fermes comme le marbre</w:t>
      </w:r>
      <w:r w:rsidR="006F1ADB">
        <w:t>.</w:t>
      </w:r>
    </w:p>
    <w:p w14:paraId="73729AE4" w14:textId="77777777" w:rsidR="006F1ADB" w:rsidRDefault="006F1ADB" w:rsidP="005A3479">
      <w:r>
        <w:lastRenderedPageBreak/>
        <w:t>— </w:t>
      </w:r>
      <w:r w:rsidR="005A3479">
        <w:t>Quelle belle fille vous êtes</w:t>
      </w:r>
      <w:r>
        <w:t xml:space="preserve"> ! </w:t>
      </w:r>
      <w:r w:rsidR="005A3479">
        <w:t>murmura-t-il</w:t>
      </w:r>
      <w:r>
        <w:t xml:space="preserve">, </w:t>
      </w:r>
      <w:r w:rsidR="005A3479">
        <w:t>bien qu</w:t>
      </w:r>
      <w:r>
        <w:t>’</w:t>
      </w:r>
      <w:r w:rsidR="005A3479">
        <w:t>il n</w:t>
      </w:r>
      <w:r>
        <w:t>’</w:t>
      </w:r>
      <w:r w:rsidR="005A3479">
        <w:t>y eût pas besoin de paroles pour traduire le charme qui agissait magnétiquement sur lui</w:t>
      </w:r>
      <w:r>
        <w:t>.</w:t>
      </w:r>
    </w:p>
    <w:p w14:paraId="1F0F3262" w14:textId="77777777" w:rsidR="006F1ADB" w:rsidRDefault="006F1ADB" w:rsidP="005A3479">
      <w:r>
        <w:t>— </w:t>
      </w:r>
      <w:r w:rsidR="005A3479">
        <w:t>Ah</w:t>
      </w:r>
      <w:r>
        <w:t xml:space="preserve"> ! </w:t>
      </w:r>
      <w:r w:rsidR="005A3479">
        <w:t>si vous me voyiez les dimanches</w:t>
      </w:r>
      <w:r>
        <w:t xml:space="preserve"> ! </w:t>
      </w:r>
      <w:r w:rsidR="005A3479">
        <w:t>dit-il d</w:t>
      </w:r>
      <w:r>
        <w:t>’</w:t>
      </w:r>
      <w:r w:rsidR="005A3479">
        <w:t>un air p</w:t>
      </w:r>
      <w:r w:rsidR="005A3479">
        <w:t>i</w:t>
      </w:r>
      <w:r w:rsidR="005A3479">
        <w:t>quant</w:t>
      </w:r>
      <w:r>
        <w:t>.</w:t>
      </w:r>
    </w:p>
    <w:p w14:paraId="71727D0F" w14:textId="77777777" w:rsidR="006F1ADB" w:rsidRDefault="006F1ADB" w:rsidP="005A3479">
      <w:r>
        <w:t>— </w:t>
      </w:r>
      <w:r w:rsidR="005A3479">
        <w:t>Ce n</w:t>
      </w:r>
      <w:r>
        <w:t>’</w:t>
      </w:r>
      <w:r w:rsidR="005A3479">
        <w:t>est pas impossible</w:t>
      </w:r>
      <w:r>
        <w:t> ?</w:t>
      </w:r>
    </w:p>
    <w:p w14:paraId="0D90535B" w14:textId="77777777" w:rsidR="006F1ADB" w:rsidRDefault="006F1ADB" w:rsidP="005A3479">
      <w:r>
        <w:t>— </w:t>
      </w:r>
      <w:r w:rsidR="005A3479">
        <w:t>Ça dépend de vous</w:t>
      </w:r>
      <w:r>
        <w:t xml:space="preserve">. </w:t>
      </w:r>
      <w:r w:rsidR="005A3479">
        <w:t>Précisément</w:t>
      </w:r>
      <w:r>
        <w:t xml:space="preserve">, </w:t>
      </w:r>
      <w:r w:rsidR="005A3479">
        <w:t>je n</w:t>
      </w:r>
      <w:r>
        <w:t>’</w:t>
      </w:r>
      <w:r w:rsidR="005A3479">
        <w:t>ai pas d</w:t>
      </w:r>
      <w:r>
        <w:t>’</w:t>
      </w:r>
      <w:r w:rsidR="005A3479">
        <w:t>amoureux</w:t>
      </w:r>
      <w:r>
        <w:t xml:space="preserve">, </w:t>
      </w:r>
      <w:r w:rsidR="005A3479">
        <w:t>bien que j</w:t>
      </w:r>
      <w:r>
        <w:t>’</w:t>
      </w:r>
      <w:r w:rsidR="005A3479">
        <w:t>en puisse avoir un avare quinze jours</w:t>
      </w:r>
      <w:r>
        <w:t xml:space="preserve">, </w:t>
      </w:r>
      <w:r w:rsidR="005A3479">
        <w:t>si je veux</w:t>
      </w:r>
      <w:r>
        <w:t>.</w:t>
      </w:r>
    </w:p>
    <w:p w14:paraId="7BC9F10D" w14:textId="77777777" w:rsidR="006F1ADB" w:rsidRDefault="005A3479" w:rsidP="005A3479">
      <w:r>
        <w:t>Elle avait dit cela sans sourire</w:t>
      </w:r>
      <w:r w:rsidR="006F1ADB">
        <w:t xml:space="preserve"> ; </w:t>
      </w:r>
      <w:r>
        <w:t>les fossettes avaient disp</w:t>
      </w:r>
      <w:r>
        <w:t>a</w:t>
      </w:r>
      <w:r>
        <w:t>ru</w:t>
      </w:r>
      <w:r w:rsidR="006F1ADB">
        <w:t>.</w:t>
      </w:r>
    </w:p>
    <w:p w14:paraId="3FC3304F" w14:textId="77777777" w:rsidR="006F1ADB" w:rsidRDefault="005A3479" w:rsidP="005A3479">
      <w:r>
        <w:t>Jude se sentait aller à la dérive</w:t>
      </w:r>
      <w:r w:rsidR="006F1ADB">
        <w:t xml:space="preserve">, </w:t>
      </w:r>
      <w:r>
        <w:t>sans qu</w:t>
      </w:r>
      <w:r w:rsidR="006F1ADB">
        <w:t>’</w:t>
      </w:r>
      <w:r>
        <w:t>il y pût rien</w:t>
      </w:r>
      <w:r w:rsidR="006F1ADB">
        <w:t>.</w:t>
      </w:r>
    </w:p>
    <w:p w14:paraId="185FFA81" w14:textId="77777777" w:rsidR="006F1ADB" w:rsidRDefault="006F1ADB" w:rsidP="005A3479">
      <w:r>
        <w:t>— </w:t>
      </w:r>
      <w:r w:rsidR="005A3479">
        <w:t>Me permettez-vous de venir</w:t>
      </w:r>
      <w:r>
        <w:t> ?</w:t>
      </w:r>
    </w:p>
    <w:p w14:paraId="3F35869C" w14:textId="77777777" w:rsidR="006F1ADB" w:rsidRDefault="006F1ADB" w:rsidP="005A3479">
      <w:r>
        <w:t>— </w:t>
      </w:r>
      <w:r w:rsidR="005A3479">
        <w:t>Pourquoi pas</w:t>
      </w:r>
      <w:r>
        <w:t xml:space="preserve"> ?… </w:t>
      </w:r>
      <w:r w:rsidR="005A3479">
        <w:t>ça m</w:t>
      </w:r>
      <w:r>
        <w:t>’</w:t>
      </w:r>
      <w:r w:rsidR="005A3479">
        <w:t>est égal</w:t>
      </w:r>
      <w:r>
        <w:t>.</w:t>
      </w:r>
    </w:p>
    <w:p w14:paraId="761923EC" w14:textId="77777777" w:rsidR="006F1ADB" w:rsidRDefault="005A3479" w:rsidP="005A3479">
      <w:r>
        <w:t>Les fossettes reparaissaient</w:t>
      </w:r>
      <w:r w:rsidR="006F1ADB">
        <w:t>.</w:t>
      </w:r>
    </w:p>
    <w:p w14:paraId="103520BA" w14:textId="77777777" w:rsidR="006F1ADB" w:rsidRDefault="006F1ADB" w:rsidP="005A3479">
      <w:r>
        <w:t>— </w:t>
      </w:r>
      <w:r w:rsidR="005A3479">
        <w:t>Alors</w:t>
      </w:r>
      <w:r>
        <w:t xml:space="preserve">, </w:t>
      </w:r>
      <w:r w:rsidR="005A3479">
        <w:t>à demain</w:t>
      </w:r>
      <w:r>
        <w:t xml:space="preserve">, </w:t>
      </w:r>
      <w:r w:rsidR="005A3479">
        <w:t>dit-il</w:t>
      </w:r>
      <w:r>
        <w:t>.</w:t>
      </w:r>
    </w:p>
    <w:p w14:paraId="51CBBB55" w14:textId="77777777" w:rsidR="006F1ADB" w:rsidRDefault="006F1ADB" w:rsidP="005A3479">
      <w:r>
        <w:t>— </w:t>
      </w:r>
      <w:r w:rsidR="005A3479">
        <w:t>Oui</w:t>
      </w:r>
      <w:r>
        <w:t>.</w:t>
      </w:r>
    </w:p>
    <w:p w14:paraId="66581A0A" w14:textId="77777777" w:rsidR="006F1ADB" w:rsidRDefault="005A3479" w:rsidP="005A3479">
      <w:r>
        <w:t>Elle le suivit des yeux avec un air de triomphe</w:t>
      </w:r>
      <w:r w:rsidR="006F1ADB">
        <w:t xml:space="preserve">, </w:t>
      </w:r>
      <w:r>
        <w:t>puis</w:t>
      </w:r>
      <w:r w:rsidR="006F1ADB">
        <w:t xml:space="preserve">, </w:t>
      </w:r>
      <w:r>
        <w:t>jetant le débris de porc dans l</w:t>
      </w:r>
      <w:r w:rsidR="006F1ADB">
        <w:t>’</w:t>
      </w:r>
      <w:r>
        <w:t>herbe</w:t>
      </w:r>
      <w:r w:rsidR="006F1ADB">
        <w:t xml:space="preserve">, </w:t>
      </w:r>
      <w:r>
        <w:t>elle rejoignit ses compagnes</w:t>
      </w:r>
      <w:r w:rsidR="006F1ADB">
        <w:t>.</w:t>
      </w:r>
    </w:p>
    <w:p w14:paraId="6136A118" w14:textId="77777777" w:rsidR="006F1ADB" w:rsidRDefault="005A3479" w:rsidP="005A3479">
      <w:r>
        <w:t>Jude Fawley ramassa son paquet et reprit son chemin</w:t>
      </w:r>
      <w:r w:rsidR="006F1ADB">
        <w:t xml:space="preserve">, </w:t>
      </w:r>
      <w:r>
        <w:t>si</w:t>
      </w:r>
      <w:r>
        <w:t>n</w:t>
      </w:r>
      <w:r>
        <w:t>gulièrement troublé</w:t>
      </w:r>
      <w:r w:rsidR="006F1ADB">
        <w:t xml:space="preserve">. </w:t>
      </w:r>
      <w:r>
        <w:t>Les beaux projets d</w:t>
      </w:r>
      <w:r w:rsidR="006F1ADB">
        <w:t>’</w:t>
      </w:r>
      <w:r>
        <w:t>étude s</w:t>
      </w:r>
      <w:r w:rsidR="006F1ADB">
        <w:t>’</w:t>
      </w:r>
      <w:r>
        <w:t>étaient év</w:t>
      </w:r>
      <w:r>
        <w:t>a</w:t>
      </w:r>
      <w:r>
        <w:t>nouis sans qu</w:t>
      </w:r>
      <w:r w:rsidR="006F1ADB">
        <w:t>’</w:t>
      </w:r>
      <w:r>
        <w:t>il sût pourquoi</w:t>
      </w:r>
      <w:r w:rsidR="006F1ADB">
        <w:t>.</w:t>
      </w:r>
    </w:p>
    <w:p w14:paraId="2DA5BAA0" w14:textId="77777777" w:rsidR="006F1ADB" w:rsidRDefault="006F1ADB" w:rsidP="005A3479">
      <w:r>
        <w:t>« </w:t>
      </w:r>
      <w:r w:rsidR="005A3479">
        <w:t>C</w:t>
      </w:r>
      <w:r>
        <w:t>’</w:t>
      </w:r>
      <w:r w:rsidR="005A3479">
        <w:t>est tout simplement une mauvaise farce</w:t>
      </w:r>
      <w:r>
        <w:t xml:space="preserve"> », </w:t>
      </w:r>
      <w:r w:rsidR="005A3479">
        <w:t>se disait-il</w:t>
      </w:r>
      <w:r>
        <w:t xml:space="preserve">, </w:t>
      </w:r>
      <w:r w:rsidR="005A3479">
        <w:t>sentant qu</w:t>
      </w:r>
      <w:r>
        <w:t>’</w:t>
      </w:r>
      <w:r w:rsidR="005A3479">
        <w:t xml:space="preserve">il perdait le sens commun et que le Jude épris de belles-lettres et absorbé par le rêve de </w:t>
      </w:r>
      <w:proofErr w:type="spellStart"/>
      <w:r w:rsidR="005A3479">
        <w:t>Christminster</w:t>
      </w:r>
      <w:proofErr w:type="spellEnd"/>
      <w:r w:rsidR="005A3479">
        <w:t xml:space="preserve"> ne pouvait sympathiser avec cette fille</w:t>
      </w:r>
      <w:r>
        <w:t xml:space="preserve">. </w:t>
      </w:r>
      <w:r w:rsidR="005A3479">
        <w:t>Une vestale n</w:t>
      </w:r>
      <w:r>
        <w:t>’</w:t>
      </w:r>
      <w:r w:rsidR="005A3479">
        <w:t xml:space="preserve">eût pas </w:t>
      </w:r>
      <w:r w:rsidR="005A3479">
        <w:lastRenderedPageBreak/>
        <w:t>choisi un tel moyen d</w:t>
      </w:r>
      <w:r>
        <w:t>’</w:t>
      </w:r>
      <w:r w:rsidR="005A3479">
        <w:t>entrer en relation</w:t>
      </w:r>
      <w:r>
        <w:t xml:space="preserve">. </w:t>
      </w:r>
      <w:r w:rsidR="005A3479">
        <w:t>Jude vit cela</w:t>
      </w:r>
      <w:r>
        <w:t xml:space="preserve">, </w:t>
      </w:r>
      <w:r w:rsidR="005A3479">
        <w:t>avec l</w:t>
      </w:r>
      <w:r>
        <w:t>’</w:t>
      </w:r>
      <w:r w:rsidR="005A3479">
        <w:t>œil de l</w:t>
      </w:r>
      <w:r>
        <w:t>’</w:t>
      </w:r>
      <w:r w:rsidR="005A3479">
        <w:t>esprit</w:t>
      </w:r>
      <w:r>
        <w:t xml:space="preserve">, </w:t>
      </w:r>
      <w:r w:rsidR="005A3479">
        <w:t>dans une lueur</w:t>
      </w:r>
      <w:r>
        <w:t xml:space="preserve">, </w:t>
      </w:r>
      <w:r w:rsidR="005A3479">
        <w:t>comme à</w:t>
      </w:r>
      <w:r w:rsidR="005A3479">
        <w:rPr>
          <w:i/>
          <w:szCs w:val="32"/>
        </w:rPr>
        <w:t xml:space="preserve"> </w:t>
      </w:r>
      <w:r w:rsidR="005A3479">
        <w:t>la clarté d</w:t>
      </w:r>
      <w:r>
        <w:t>’</w:t>
      </w:r>
      <w:r w:rsidR="005A3479">
        <w:t>une lampe mourante on pourrait voir une inscription sur un mur avant qu</w:t>
      </w:r>
      <w:r>
        <w:t>’</w:t>
      </w:r>
      <w:r w:rsidR="005A3479">
        <w:t>elle ne soit ensevelie dans l</w:t>
      </w:r>
      <w:r>
        <w:t>’</w:t>
      </w:r>
      <w:r w:rsidR="005A3479">
        <w:t>ombre</w:t>
      </w:r>
      <w:r>
        <w:t xml:space="preserve">. </w:t>
      </w:r>
      <w:r w:rsidR="005A3479">
        <w:t>Puis</w:t>
      </w:r>
      <w:r>
        <w:t xml:space="preserve">, </w:t>
      </w:r>
      <w:r w:rsidR="005A3479">
        <w:t>la lueur s</w:t>
      </w:r>
      <w:r>
        <w:t>’</w:t>
      </w:r>
      <w:r w:rsidR="005A3479">
        <w:t>éteignit et Jude resta aveugle à tout</w:t>
      </w:r>
      <w:r>
        <w:t xml:space="preserve">, </w:t>
      </w:r>
      <w:r w:rsidR="005A3479">
        <w:t>devant l</w:t>
      </w:r>
      <w:r>
        <w:t>’</w:t>
      </w:r>
      <w:r w:rsidR="005A3479">
        <w:t>avènement d</w:t>
      </w:r>
      <w:r>
        <w:t>’</w:t>
      </w:r>
      <w:r w:rsidR="005A3479">
        <w:t>un plaisir inconnu</w:t>
      </w:r>
      <w:r>
        <w:t xml:space="preserve">… </w:t>
      </w:r>
      <w:r w:rsidR="005A3479">
        <w:t>Un instinct insoupçonné le domina</w:t>
      </w:r>
      <w:r>
        <w:t xml:space="preserve">. </w:t>
      </w:r>
      <w:r w:rsidR="005A3479">
        <w:t>Il résolut de revoir la femme qui l</w:t>
      </w:r>
      <w:r>
        <w:t>’</w:t>
      </w:r>
      <w:r w:rsidR="005A3479">
        <w:t>embrasait</w:t>
      </w:r>
      <w:r>
        <w:t>.</w:t>
      </w:r>
    </w:p>
    <w:p w14:paraId="63504930" w14:textId="77777777" w:rsidR="006F1ADB" w:rsidRDefault="005A3479" w:rsidP="005A3479">
      <w:r>
        <w:t>Celle-ci avait rejoint ses compagnes et recommencé ses l</w:t>
      </w:r>
      <w:r>
        <w:t>a</w:t>
      </w:r>
      <w:r>
        <w:t>vages silencieusement dans le clair ruisseau</w:t>
      </w:r>
      <w:r w:rsidR="006F1ADB">
        <w:t>.</w:t>
      </w:r>
    </w:p>
    <w:p w14:paraId="2705EAE2" w14:textId="77777777" w:rsidR="006F1ADB" w:rsidRDefault="006F1ADB" w:rsidP="005A3479">
      <w:r>
        <w:t>— </w:t>
      </w:r>
      <w:r w:rsidR="005A3479">
        <w:t>Il est pincé</w:t>
      </w:r>
      <w:r>
        <w:t xml:space="preserve">, </w:t>
      </w:r>
      <w:r w:rsidR="005A3479">
        <w:t>ma chère</w:t>
      </w:r>
      <w:r>
        <w:t xml:space="preserve"> ? </w:t>
      </w:r>
      <w:r w:rsidR="005A3479">
        <w:t>demanda laconiquement celle qu</w:t>
      </w:r>
      <w:r>
        <w:t>’</w:t>
      </w:r>
      <w:r w:rsidR="005A3479">
        <w:t>on appelait Anny</w:t>
      </w:r>
      <w:r>
        <w:t>.</w:t>
      </w:r>
    </w:p>
    <w:p w14:paraId="7DDA70D6" w14:textId="77777777" w:rsidR="006F1ADB" w:rsidRDefault="006F1ADB" w:rsidP="005A3479">
      <w:r>
        <w:t>— </w:t>
      </w:r>
      <w:r w:rsidR="005A3479">
        <w:t>Je ne sais pas</w:t>
      </w:r>
      <w:r>
        <w:t xml:space="preserve">… </w:t>
      </w:r>
      <w:r w:rsidR="005A3479">
        <w:t>J</w:t>
      </w:r>
      <w:r>
        <w:t>’</w:t>
      </w:r>
      <w:r w:rsidR="005A3479">
        <w:t>aurais préféré lui jeter autre chose</w:t>
      </w:r>
      <w:r>
        <w:t xml:space="preserve">, </w:t>
      </w:r>
      <w:r w:rsidR="005A3479">
        <w:t xml:space="preserve">murmura </w:t>
      </w:r>
      <w:proofErr w:type="spellStart"/>
      <w:r w:rsidR="005A3479">
        <w:t>Arabella</w:t>
      </w:r>
      <w:proofErr w:type="spellEnd"/>
      <w:r w:rsidR="005A3479">
        <w:t xml:space="preserve"> d</w:t>
      </w:r>
      <w:r>
        <w:t>’</w:t>
      </w:r>
      <w:r w:rsidR="005A3479">
        <w:t>un ton de regret</w:t>
      </w:r>
      <w:r>
        <w:t>.</w:t>
      </w:r>
    </w:p>
    <w:p w14:paraId="50900F5A" w14:textId="77777777" w:rsidR="006F1ADB" w:rsidRDefault="006F1ADB" w:rsidP="005A3479">
      <w:r>
        <w:t>— </w:t>
      </w:r>
      <w:r w:rsidR="005A3479">
        <w:t>Seigneur</w:t>
      </w:r>
      <w:r>
        <w:t xml:space="preserve"> ! </w:t>
      </w:r>
      <w:r w:rsidR="005A3479">
        <w:t>mais ce garçon-là n</w:t>
      </w:r>
      <w:r>
        <w:t>’</w:t>
      </w:r>
      <w:r w:rsidR="005A3479">
        <w:t>est rien du tout</w:t>
      </w:r>
      <w:r>
        <w:t xml:space="preserve">, </w:t>
      </w:r>
      <w:r w:rsidR="005A3479">
        <w:t>quoi que vous pensiez</w:t>
      </w:r>
      <w:r>
        <w:t xml:space="preserve">. </w:t>
      </w:r>
      <w:r w:rsidR="005A3479">
        <w:t xml:space="preserve">Il conduisait la carriole de la vieille </w:t>
      </w:r>
      <w:proofErr w:type="spellStart"/>
      <w:r w:rsidR="005A3479">
        <w:t>Drusilla</w:t>
      </w:r>
      <w:proofErr w:type="spellEnd"/>
      <w:r w:rsidR="005A3479">
        <w:t xml:space="preserve"> F</w:t>
      </w:r>
      <w:r w:rsidR="005A3479">
        <w:t>a</w:t>
      </w:r>
      <w:r w:rsidR="005A3479">
        <w:t>wley avant d</w:t>
      </w:r>
      <w:r>
        <w:t>’</w:t>
      </w:r>
      <w:r w:rsidR="005A3479">
        <w:t xml:space="preserve">entrer en apprentissage à </w:t>
      </w:r>
      <w:proofErr w:type="spellStart"/>
      <w:r w:rsidR="005A3479">
        <w:t>Alfredston</w:t>
      </w:r>
      <w:proofErr w:type="spellEnd"/>
      <w:r>
        <w:t xml:space="preserve">. </w:t>
      </w:r>
      <w:r w:rsidR="005A3479">
        <w:t>Maintenant il se croit quelqu</w:t>
      </w:r>
      <w:r>
        <w:t>’</w:t>
      </w:r>
      <w:r w:rsidR="005A3479">
        <w:t>un</w:t>
      </w:r>
      <w:r>
        <w:t xml:space="preserve">. </w:t>
      </w:r>
      <w:r w:rsidR="005A3479">
        <w:t>Il lit toujours</w:t>
      </w:r>
      <w:r>
        <w:t xml:space="preserve">. </w:t>
      </w:r>
      <w:r w:rsidR="005A3479">
        <w:t>On dit qu</w:t>
      </w:r>
      <w:r>
        <w:t>’</w:t>
      </w:r>
      <w:r w:rsidR="005A3479">
        <w:t>il veut être étudiant</w:t>
      </w:r>
      <w:r>
        <w:t>.</w:t>
      </w:r>
    </w:p>
    <w:p w14:paraId="2B62EA66" w14:textId="77777777" w:rsidR="006F1ADB" w:rsidRDefault="006F1ADB" w:rsidP="005A3479">
      <w:r>
        <w:t>— </w:t>
      </w:r>
      <w:r w:rsidR="005A3479">
        <w:t>Je me moque de lui et de ses histoires</w:t>
      </w:r>
      <w:r>
        <w:t xml:space="preserve">… </w:t>
      </w:r>
      <w:r w:rsidR="005A3479">
        <w:t>Qu</w:t>
      </w:r>
      <w:r>
        <w:t>’</w:t>
      </w:r>
      <w:r w:rsidR="005A3479">
        <w:t>allez-vous penser là</w:t>
      </w:r>
      <w:r>
        <w:t xml:space="preserve">, </w:t>
      </w:r>
      <w:r w:rsidR="005A3479">
        <w:t>ma petite</w:t>
      </w:r>
      <w:r>
        <w:t> ?</w:t>
      </w:r>
    </w:p>
    <w:p w14:paraId="4B10C2B4" w14:textId="77777777" w:rsidR="006F1ADB" w:rsidRDefault="006F1ADB" w:rsidP="005A3479">
      <w:r>
        <w:t>— </w:t>
      </w:r>
      <w:r w:rsidR="005A3479">
        <w:t>Allons donc</w:t>
      </w:r>
      <w:r>
        <w:t xml:space="preserve"> ! </w:t>
      </w:r>
      <w:r w:rsidR="005A3479">
        <w:t>N</w:t>
      </w:r>
      <w:r>
        <w:t>’</w:t>
      </w:r>
      <w:r w:rsidR="005A3479">
        <w:t>essayez pas de nous tromper</w:t>
      </w:r>
      <w:r>
        <w:t xml:space="preserve">. </w:t>
      </w:r>
      <w:r w:rsidR="005A3479">
        <w:t>Pourquoi lui avez-vous parlé</w:t>
      </w:r>
      <w:r>
        <w:t xml:space="preserve">, </w:t>
      </w:r>
      <w:r w:rsidR="005A3479">
        <w:t>si vous vous moquez de lui</w:t>
      </w:r>
      <w:r>
        <w:t xml:space="preserve"> ? </w:t>
      </w:r>
      <w:r w:rsidR="005A3479">
        <w:t>Il est aussi simple qu</w:t>
      </w:r>
      <w:r>
        <w:t>’</w:t>
      </w:r>
      <w:r w:rsidR="005A3479">
        <w:t>un enfant</w:t>
      </w:r>
      <w:r>
        <w:t xml:space="preserve">. </w:t>
      </w:r>
      <w:r w:rsidR="005A3479">
        <w:t>Je crois vous revoir sur le pont faisant des grâces</w:t>
      </w:r>
      <w:r>
        <w:t xml:space="preserve">, </w:t>
      </w:r>
      <w:r w:rsidR="005A3479">
        <w:t>avec ce morceau de porc entre vous</w:t>
      </w:r>
      <w:r>
        <w:t xml:space="preserve">… </w:t>
      </w:r>
      <w:r w:rsidR="005A3479">
        <w:t>Ce garçon-là est à la première qui voudra le prendre</w:t>
      </w:r>
      <w:r>
        <w:t xml:space="preserve">, </w:t>
      </w:r>
      <w:r w:rsidR="005A3479">
        <w:t>pourvu qu</w:t>
      </w:r>
      <w:r>
        <w:t>’</w:t>
      </w:r>
      <w:r w:rsidR="005A3479">
        <w:t>elle sache le mettre dans le bon chemin</w:t>
      </w:r>
      <w:r>
        <w:t>.</w:t>
      </w:r>
    </w:p>
    <w:p w14:paraId="15906201" w14:textId="0CC70B7F" w:rsidR="005A3479" w:rsidRDefault="005A3479" w:rsidP="006F1ADB">
      <w:pPr>
        <w:pStyle w:val="Titre2"/>
      </w:pPr>
      <w:bookmarkStart w:id="13" w:name="__RefHeading__15_1957917597"/>
      <w:bookmarkStart w:id="14" w:name="_Toc202369622"/>
      <w:bookmarkEnd w:id="13"/>
      <w:r>
        <w:lastRenderedPageBreak/>
        <w:t>VII</w:t>
      </w:r>
      <w:bookmarkEnd w:id="14"/>
    </w:p>
    <w:p w14:paraId="7194A755" w14:textId="77777777" w:rsidR="006F1ADB" w:rsidRDefault="005A3479" w:rsidP="005A3479">
      <w:r>
        <w:t>Le lendemain</w:t>
      </w:r>
      <w:r w:rsidR="006F1ADB">
        <w:t xml:space="preserve">, </w:t>
      </w:r>
      <w:r>
        <w:t>Jude était assis dans sa chambre</w:t>
      </w:r>
      <w:r w:rsidR="006F1ADB">
        <w:t xml:space="preserve">, </w:t>
      </w:r>
      <w:r>
        <w:t>devant la petite table couverte de livres</w:t>
      </w:r>
      <w:r w:rsidR="006F1ADB">
        <w:t xml:space="preserve">. </w:t>
      </w:r>
      <w:r>
        <w:t>Il s</w:t>
      </w:r>
      <w:r w:rsidR="006F1ADB">
        <w:t>’</w:t>
      </w:r>
      <w:r>
        <w:t>était proposé d</w:t>
      </w:r>
      <w:r w:rsidR="006F1ADB">
        <w:t>’</w:t>
      </w:r>
      <w:r>
        <w:t>examiner ce jour-là une nouvelle édition grecque du Nouveau Testament et</w:t>
      </w:r>
      <w:r w:rsidR="006F1ADB">
        <w:t xml:space="preserve">, </w:t>
      </w:r>
      <w:r>
        <w:t>la veille encore</w:t>
      </w:r>
      <w:r w:rsidR="006F1ADB">
        <w:t xml:space="preserve">, </w:t>
      </w:r>
      <w:r>
        <w:t>cette perspective le réjouissait</w:t>
      </w:r>
      <w:r w:rsidR="006F1ADB">
        <w:t xml:space="preserve">. </w:t>
      </w:r>
      <w:r>
        <w:t>Mais un évén</w:t>
      </w:r>
      <w:r>
        <w:t>e</w:t>
      </w:r>
      <w:r>
        <w:t>ment imprévu avait brisé le cours égal de sa vie</w:t>
      </w:r>
      <w:r w:rsidR="006F1ADB">
        <w:t xml:space="preserve">, </w:t>
      </w:r>
      <w:r>
        <w:t>et il se dema</w:t>
      </w:r>
      <w:r>
        <w:t>n</w:t>
      </w:r>
      <w:r>
        <w:t>dait s</w:t>
      </w:r>
      <w:r w:rsidR="006F1ADB">
        <w:t>’</w:t>
      </w:r>
      <w:r>
        <w:t xml:space="preserve">il irait au rendez-vous fixé par </w:t>
      </w:r>
      <w:proofErr w:type="spellStart"/>
      <w:r>
        <w:t>Arabella</w:t>
      </w:r>
      <w:proofErr w:type="spellEnd"/>
      <w:r w:rsidR="006F1ADB">
        <w:t>.</w:t>
      </w:r>
    </w:p>
    <w:p w14:paraId="4A0CAFBA" w14:textId="77777777" w:rsidR="006F1ADB" w:rsidRDefault="005A3479" w:rsidP="005A3479">
      <w:r>
        <w:t>Il décida de rester</w:t>
      </w:r>
      <w:r w:rsidR="006F1ADB">
        <w:t>.</w:t>
      </w:r>
    </w:p>
    <w:p w14:paraId="1469C222" w14:textId="77777777" w:rsidR="006F1ADB" w:rsidRDefault="005A3479" w:rsidP="005A3479">
      <w:r>
        <w:t>Les coudes sur la table</w:t>
      </w:r>
      <w:r w:rsidR="006F1ADB">
        <w:t xml:space="preserve">, </w:t>
      </w:r>
      <w:r>
        <w:t>ses mains pressant ses tempes</w:t>
      </w:r>
      <w:r w:rsidR="006F1ADB">
        <w:t xml:space="preserve">, </w:t>
      </w:r>
      <w:r>
        <w:t>il commença</w:t>
      </w:r>
      <w:r w:rsidR="006F1ADB">
        <w:t> :</w:t>
      </w:r>
    </w:p>
    <w:p w14:paraId="40A37AE0" w14:textId="63BE3E52" w:rsidR="005A3479" w:rsidRDefault="005A3479" w:rsidP="006F1ADB">
      <w:pPr>
        <w:pStyle w:val="Centr"/>
      </w:pPr>
      <w:r>
        <w:t xml:space="preserve">H </w:t>
      </w:r>
      <w:proofErr w:type="spellStart"/>
      <w:r>
        <w:t>KAINH</w:t>
      </w:r>
      <w:proofErr w:type="spellEnd"/>
      <w:r>
        <w:t xml:space="preserve"> </w:t>
      </w:r>
      <w:r>
        <w:rPr>
          <w:rFonts w:ascii="Cambria Math" w:eastAsia="Georgia" w:hAnsi="Cambria Math" w:cs="Cambria Math"/>
        </w:rPr>
        <w:t>∆</w:t>
      </w:r>
      <w:proofErr w:type="spellStart"/>
      <w:r>
        <w:rPr>
          <w:rFonts w:eastAsia="Georgia" w:cs="Georgia"/>
        </w:rPr>
        <w:t>I</w:t>
      </w:r>
      <w:r>
        <w:t>AØHKH</w:t>
      </w:r>
      <w:proofErr w:type="spellEnd"/>
    </w:p>
    <w:p w14:paraId="5AADABD4" w14:textId="77777777" w:rsidR="005A3479" w:rsidRDefault="005A3479" w:rsidP="005A3479"/>
    <w:p w14:paraId="6F16DB87" w14:textId="77777777" w:rsidR="006F1ADB" w:rsidRDefault="005A3479" w:rsidP="005A3479">
      <w:r>
        <w:t>Et pourtant</w:t>
      </w:r>
      <w:r w:rsidR="006F1ADB">
        <w:t xml:space="preserve">, </w:t>
      </w:r>
      <w:r>
        <w:t>si cette pauvre fille allait se morfondre à l</w:t>
      </w:r>
      <w:r w:rsidR="006F1ADB">
        <w:t>’</w:t>
      </w:r>
      <w:r>
        <w:t>attendre</w:t>
      </w:r>
      <w:r w:rsidR="006F1ADB">
        <w:t xml:space="preserve"> ? </w:t>
      </w:r>
      <w:r>
        <w:t>Il ne pouvait pas lui manquer de parole</w:t>
      </w:r>
      <w:r w:rsidR="006F1ADB">
        <w:t xml:space="preserve">. </w:t>
      </w:r>
      <w:r>
        <w:t>Un après-midi perdu</w:t>
      </w:r>
      <w:r w:rsidR="006F1ADB">
        <w:t xml:space="preserve">, </w:t>
      </w:r>
      <w:r>
        <w:t>ce n</w:t>
      </w:r>
      <w:r w:rsidR="006F1ADB">
        <w:t>’</w:t>
      </w:r>
      <w:r>
        <w:t>était pas un grand malheur</w:t>
      </w:r>
      <w:r w:rsidR="006F1ADB">
        <w:t xml:space="preserve">. </w:t>
      </w:r>
      <w:r>
        <w:t>D</w:t>
      </w:r>
      <w:r w:rsidR="006F1ADB">
        <w:t>’</w:t>
      </w:r>
      <w:r>
        <w:t>ailleurs</w:t>
      </w:r>
      <w:r w:rsidR="006F1ADB">
        <w:t xml:space="preserve">, </w:t>
      </w:r>
      <w:r>
        <w:t>il com</w:t>
      </w:r>
      <w:r>
        <w:t>p</w:t>
      </w:r>
      <w:r>
        <w:t xml:space="preserve">tait ne jamais revoir </w:t>
      </w:r>
      <w:proofErr w:type="spellStart"/>
      <w:r>
        <w:t>Arabella</w:t>
      </w:r>
      <w:proofErr w:type="spellEnd"/>
      <w:r w:rsidR="006F1ADB">
        <w:t>…</w:t>
      </w:r>
    </w:p>
    <w:p w14:paraId="61EAABE0" w14:textId="77777777" w:rsidR="006F1ADB" w:rsidRDefault="005A3479" w:rsidP="005A3479">
      <w:r>
        <w:t>Il ferma son livre</w:t>
      </w:r>
      <w:r w:rsidR="006F1ADB">
        <w:t xml:space="preserve">, </w:t>
      </w:r>
      <w:r>
        <w:t>poussé par une force supérieure qui ne ressemblait en rien à celles qui avaient dirigé sa vie</w:t>
      </w:r>
      <w:r w:rsidR="006F1ADB">
        <w:t xml:space="preserve">. </w:t>
      </w:r>
      <w:r>
        <w:t>Déjà</w:t>
      </w:r>
      <w:r w:rsidR="006F1ADB">
        <w:t xml:space="preserve">, </w:t>
      </w:r>
      <w:r>
        <w:t>il avait mis ses plus beaux vêtements</w:t>
      </w:r>
      <w:r w:rsidR="006F1ADB">
        <w:t xml:space="preserve">, </w:t>
      </w:r>
      <w:r>
        <w:t>et</w:t>
      </w:r>
      <w:r w:rsidR="006F1ADB">
        <w:t xml:space="preserve">, </w:t>
      </w:r>
      <w:r>
        <w:t>en moins de trois m</w:t>
      </w:r>
      <w:r>
        <w:t>i</w:t>
      </w:r>
      <w:r>
        <w:t>nutes</w:t>
      </w:r>
      <w:r w:rsidR="006F1ADB">
        <w:t xml:space="preserve">, </w:t>
      </w:r>
      <w:r>
        <w:t>il fut dehors</w:t>
      </w:r>
      <w:r w:rsidR="006F1ADB">
        <w:t>.</w:t>
      </w:r>
    </w:p>
    <w:p w14:paraId="1664455F" w14:textId="77777777" w:rsidR="006F1ADB" w:rsidRDefault="005A3479" w:rsidP="005A3479">
      <w:r>
        <w:t>Ayant consulté sa montre</w:t>
      </w:r>
      <w:r w:rsidR="006F1ADB">
        <w:t xml:space="preserve">, </w:t>
      </w:r>
      <w:r>
        <w:t>il pensa pouvoir revenir dans deux heures</w:t>
      </w:r>
      <w:r w:rsidR="006F1ADB">
        <w:t xml:space="preserve">, </w:t>
      </w:r>
      <w:r>
        <w:t>ce qui lui permettrait d</w:t>
      </w:r>
      <w:r w:rsidR="006F1ADB">
        <w:t>’</w:t>
      </w:r>
      <w:r>
        <w:t>étudier un peu avant le d</w:t>
      </w:r>
      <w:r>
        <w:t>î</w:t>
      </w:r>
      <w:r>
        <w:t>ner</w:t>
      </w:r>
      <w:r w:rsidR="006F1ADB">
        <w:t>.</w:t>
      </w:r>
    </w:p>
    <w:p w14:paraId="08E1C0F2" w14:textId="77777777" w:rsidR="006F1ADB" w:rsidRDefault="005A3479" w:rsidP="005A3479">
      <w:r>
        <w:t>Il se dirigea vers la maison d</w:t>
      </w:r>
      <w:r w:rsidR="006F1ADB">
        <w:t>’</w:t>
      </w:r>
      <w:proofErr w:type="spellStart"/>
      <w:r>
        <w:t>Arabella</w:t>
      </w:r>
      <w:proofErr w:type="spellEnd"/>
      <w:r w:rsidR="006F1ADB">
        <w:t xml:space="preserve">, </w:t>
      </w:r>
      <w:r>
        <w:t>qu</w:t>
      </w:r>
      <w:r w:rsidR="006F1ADB">
        <w:t>’</w:t>
      </w:r>
      <w:r>
        <w:t>il devina de loin à l</w:t>
      </w:r>
      <w:r w:rsidR="006F1ADB">
        <w:t>’</w:t>
      </w:r>
      <w:r>
        <w:t>odeur des étables et aux grognements des porcs</w:t>
      </w:r>
      <w:r w:rsidR="006F1ADB">
        <w:t xml:space="preserve">. </w:t>
      </w:r>
      <w:r>
        <w:t>Il entra dans le jardin et heurta la porte avec le pommeau de sa canne</w:t>
      </w:r>
      <w:r w:rsidR="006F1ADB">
        <w:t>.</w:t>
      </w:r>
    </w:p>
    <w:p w14:paraId="22B21E78" w14:textId="77777777" w:rsidR="006F1ADB" w:rsidRDefault="005A3479" w:rsidP="005A3479">
      <w:r>
        <w:lastRenderedPageBreak/>
        <w:t>Quelqu</w:t>
      </w:r>
      <w:r w:rsidR="006F1ADB">
        <w:t>’</w:t>
      </w:r>
      <w:r>
        <w:t>un l</w:t>
      </w:r>
      <w:r w:rsidR="006F1ADB">
        <w:t>’</w:t>
      </w:r>
      <w:r>
        <w:t>avait aperçu par la fenêtre</w:t>
      </w:r>
      <w:r w:rsidR="006F1ADB">
        <w:t xml:space="preserve">, </w:t>
      </w:r>
      <w:r>
        <w:t>car une voix masc</w:t>
      </w:r>
      <w:r>
        <w:t>u</w:t>
      </w:r>
      <w:r>
        <w:t>line s</w:t>
      </w:r>
      <w:r w:rsidR="006F1ADB">
        <w:t>’</w:t>
      </w:r>
      <w:r>
        <w:t>éleva dans l</w:t>
      </w:r>
      <w:r w:rsidR="006F1ADB">
        <w:t>’</w:t>
      </w:r>
      <w:r>
        <w:t>intérieur de la maison</w:t>
      </w:r>
      <w:r w:rsidR="006F1ADB">
        <w:t>.</w:t>
      </w:r>
    </w:p>
    <w:p w14:paraId="27E5EEE5" w14:textId="77777777" w:rsidR="006F1ADB" w:rsidRDefault="006F1ADB" w:rsidP="005A3479">
      <w:r>
        <w:t>— </w:t>
      </w:r>
      <w:proofErr w:type="spellStart"/>
      <w:r w:rsidR="005A3479">
        <w:t>Arabella</w:t>
      </w:r>
      <w:proofErr w:type="spellEnd"/>
      <w:r>
        <w:t xml:space="preserve"> ! </w:t>
      </w:r>
      <w:r w:rsidR="005A3479">
        <w:t>voici votre jeune homme qui vient vous faire sa cour</w:t>
      </w:r>
      <w:r>
        <w:t xml:space="preserve">. </w:t>
      </w:r>
      <w:r w:rsidR="005A3479">
        <w:t>Décampez</w:t>
      </w:r>
      <w:r>
        <w:t xml:space="preserve">, </w:t>
      </w:r>
      <w:r w:rsidR="005A3479">
        <w:t>ma fille</w:t>
      </w:r>
      <w:r>
        <w:t> !</w:t>
      </w:r>
    </w:p>
    <w:p w14:paraId="2112CA1E" w14:textId="77777777" w:rsidR="006F1ADB" w:rsidRDefault="005A3479" w:rsidP="005A3479">
      <w:r>
        <w:t>Jude hésita</w:t>
      </w:r>
      <w:r w:rsidR="006F1ADB">
        <w:t xml:space="preserve">, </w:t>
      </w:r>
      <w:r>
        <w:t>pris de répugnance</w:t>
      </w:r>
      <w:r w:rsidR="006F1ADB">
        <w:t xml:space="preserve">, </w:t>
      </w:r>
      <w:r>
        <w:t>car il ne pensait guère à cette cour dont on parlait si délibérément</w:t>
      </w:r>
      <w:r w:rsidR="006F1ADB">
        <w:t xml:space="preserve">. </w:t>
      </w:r>
      <w:r>
        <w:t>Il avait tout juste e</w:t>
      </w:r>
      <w:r>
        <w:t>n</w:t>
      </w:r>
      <w:r>
        <w:t xml:space="preserve">vie de promener </w:t>
      </w:r>
      <w:proofErr w:type="spellStart"/>
      <w:r>
        <w:t>Arabella</w:t>
      </w:r>
      <w:proofErr w:type="spellEnd"/>
      <w:r w:rsidR="006F1ADB">
        <w:t xml:space="preserve">, </w:t>
      </w:r>
      <w:r>
        <w:t>de l</w:t>
      </w:r>
      <w:r w:rsidR="006F1ADB">
        <w:t>’</w:t>
      </w:r>
      <w:r>
        <w:t>embrasser</w:t>
      </w:r>
      <w:r w:rsidR="006F1ADB">
        <w:t xml:space="preserve">, </w:t>
      </w:r>
      <w:r>
        <w:t>peut-être</w:t>
      </w:r>
      <w:r w:rsidR="006F1ADB">
        <w:t xml:space="preserve">, </w:t>
      </w:r>
      <w:r>
        <w:t>mais</w:t>
      </w:r>
      <w:r w:rsidR="006F1ADB">
        <w:t xml:space="preserve">, </w:t>
      </w:r>
      <w:r>
        <w:t>quant à la courtiser</w:t>
      </w:r>
      <w:r w:rsidR="006F1ADB">
        <w:t xml:space="preserve">, </w:t>
      </w:r>
      <w:r>
        <w:t>il n</w:t>
      </w:r>
      <w:r w:rsidR="006F1ADB">
        <w:t>’</w:t>
      </w:r>
      <w:r>
        <w:t>y songeait guère</w:t>
      </w:r>
      <w:r w:rsidR="006F1ADB">
        <w:t xml:space="preserve">. </w:t>
      </w:r>
      <w:r>
        <w:t>La porte s</w:t>
      </w:r>
      <w:r w:rsidR="006F1ADB">
        <w:t>’</w:t>
      </w:r>
      <w:r>
        <w:t>ouvrit</w:t>
      </w:r>
      <w:r w:rsidR="006F1ADB">
        <w:t xml:space="preserve">. </w:t>
      </w:r>
      <w:r>
        <w:t xml:space="preserve">Il entra au moment où </w:t>
      </w:r>
      <w:proofErr w:type="spellStart"/>
      <w:r>
        <w:t>Arabella</w:t>
      </w:r>
      <w:proofErr w:type="spellEnd"/>
      <w:r w:rsidR="006F1ADB">
        <w:t xml:space="preserve">, </w:t>
      </w:r>
      <w:r>
        <w:t>en costume de promenade</w:t>
      </w:r>
      <w:r w:rsidR="006F1ADB">
        <w:t xml:space="preserve">, </w:t>
      </w:r>
      <w:r>
        <w:t>descendait les escaliers</w:t>
      </w:r>
      <w:r w:rsidR="006F1ADB">
        <w:t>.</w:t>
      </w:r>
    </w:p>
    <w:p w14:paraId="0B1BF361" w14:textId="77777777" w:rsidR="006F1ADB" w:rsidRDefault="006F1ADB" w:rsidP="005A3479">
      <w:r>
        <w:t>— </w:t>
      </w:r>
      <w:r w:rsidR="005A3479">
        <w:t>Asseyez-vous</w:t>
      </w:r>
      <w:r>
        <w:t xml:space="preserve">, </w:t>
      </w:r>
      <w:r w:rsidR="005A3479">
        <w:t xml:space="preserve">monsieur </w:t>
      </w:r>
      <w:proofErr w:type="spellStart"/>
      <w:r w:rsidR="005A3479">
        <w:t>Je-Ne-Sais-Qui</w:t>
      </w:r>
      <w:proofErr w:type="spellEnd"/>
      <w:r>
        <w:t xml:space="preserve">, </w:t>
      </w:r>
      <w:r w:rsidR="005A3479">
        <w:t>dit le père</w:t>
      </w:r>
      <w:r>
        <w:t xml:space="preserve">, </w:t>
      </w:r>
      <w:r w:rsidR="005A3479">
        <w:t>un homme à mine énergique</w:t>
      </w:r>
      <w:r>
        <w:t xml:space="preserve">, </w:t>
      </w:r>
      <w:r w:rsidR="005A3479">
        <w:t>à gros favoris noirs</w:t>
      </w:r>
      <w:r>
        <w:t xml:space="preserve">, </w:t>
      </w:r>
      <w:r w:rsidR="005A3479">
        <w:t>de cette même voix déplaisante qui semblait régler une affaire</w:t>
      </w:r>
      <w:r>
        <w:t>.</w:t>
      </w:r>
    </w:p>
    <w:p w14:paraId="2587A996" w14:textId="77777777" w:rsidR="006F1ADB" w:rsidRDefault="006F1ADB" w:rsidP="005A3479">
      <w:r>
        <w:t>— </w:t>
      </w:r>
      <w:r w:rsidR="005A3479">
        <w:t>J</w:t>
      </w:r>
      <w:r>
        <w:t>’</w:t>
      </w:r>
      <w:r w:rsidR="005A3479">
        <w:t>aimerais mieux sortir</w:t>
      </w:r>
      <w:r>
        <w:t xml:space="preserve">, </w:t>
      </w:r>
      <w:r w:rsidR="005A3479">
        <w:t>murmura la fille à l</w:t>
      </w:r>
      <w:r>
        <w:t>’</w:t>
      </w:r>
      <w:r w:rsidR="005A3479">
        <w:t>oreille de Jude</w:t>
      </w:r>
      <w:r>
        <w:t>.</w:t>
      </w:r>
    </w:p>
    <w:p w14:paraId="6B764623" w14:textId="77777777" w:rsidR="006F1ADB" w:rsidRDefault="006F1ADB" w:rsidP="005A3479">
      <w:r>
        <w:t>— </w:t>
      </w:r>
      <w:r w:rsidR="005A3479">
        <w:t>Oui</w:t>
      </w:r>
      <w:r>
        <w:t xml:space="preserve">, </w:t>
      </w:r>
      <w:r w:rsidR="005A3479">
        <w:t>répondit-il</w:t>
      </w:r>
      <w:r>
        <w:t xml:space="preserve">. </w:t>
      </w:r>
      <w:r w:rsidR="005A3479">
        <w:t>Nous irons jusqu</w:t>
      </w:r>
      <w:r>
        <w:t>’</w:t>
      </w:r>
      <w:r w:rsidR="005A3479">
        <w:t>à la Maison-Noire et nous reviendrons</w:t>
      </w:r>
      <w:r>
        <w:t xml:space="preserve">. </w:t>
      </w:r>
      <w:r w:rsidR="005A3479">
        <w:t>Il n</w:t>
      </w:r>
      <w:r>
        <w:t>’</w:t>
      </w:r>
      <w:r w:rsidR="005A3479">
        <w:t>y en a pas pour une demi-heure</w:t>
      </w:r>
      <w:r>
        <w:t>.</w:t>
      </w:r>
    </w:p>
    <w:p w14:paraId="0C98FE49" w14:textId="77777777" w:rsidR="006F1ADB" w:rsidRDefault="005A3479" w:rsidP="005A3479">
      <w:proofErr w:type="spellStart"/>
      <w:r>
        <w:t>Arabella</w:t>
      </w:r>
      <w:proofErr w:type="spellEnd"/>
      <w:r>
        <w:t xml:space="preserve"> semblait si jolie qu</w:t>
      </w:r>
      <w:r w:rsidR="006F1ADB">
        <w:t>’</w:t>
      </w:r>
      <w:r>
        <w:t>il ne regretta plus sa visite</w:t>
      </w:r>
      <w:r w:rsidR="006F1ADB">
        <w:t>.</w:t>
      </w:r>
    </w:p>
    <w:p w14:paraId="4C9E2475" w14:textId="77777777" w:rsidR="006F1ADB" w:rsidRDefault="005A3479" w:rsidP="005A3479">
      <w:r>
        <w:t>Ensemble</w:t>
      </w:r>
      <w:r w:rsidR="006F1ADB">
        <w:t xml:space="preserve">, </w:t>
      </w:r>
      <w:r>
        <w:t>ils gravirent la grande dune et Jude dut prendre la main d</w:t>
      </w:r>
      <w:r w:rsidR="006F1ADB">
        <w:t>’</w:t>
      </w:r>
      <w:proofErr w:type="spellStart"/>
      <w:r>
        <w:t>Arabella</w:t>
      </w:r>
      <w:proofErr w:type="spellEnd"/>
      <w:r>
        <w:t xml:space="preserve"> pour lui faciliter l</w:t>
      </w:r>
      <w:r w:rsidR="006F1ADB">
        <w:t>’</w:t>
      </w:r>
      <w:r>
        <w:t>ascension</w:t>
      </w:r>
      <w:r w:rsidR="006F1ADB">
        <w:t xml:space="preserve">. </w:t>
      </w:r>
      <w:r>
        <w:t>Ils parvinrent jusqu</w:t>
      </w:r>
      <w:r w:rsidR="006F1ADB">
        <w:t>’</w:t>
      </w:r>
      <w:r>
        <w:t xml:space="preserve">à ce lieu qui avait été pour Jude un lieu de pèlerinage quand il souhaitait apercevoir </w:t>
      </w:r>
      <w:proofErr w:type="spellStart"/>
      <w:r>
        <w:t>Christminster</w:t>
      </w:r>
      <w:proofErr w:type="spellEnd"/>
      <w:r w:rsidR="006F1ADB">
        <w:t xml:space="preserve">. </w:t>
      </w:r>
      <w:r>
        <w:t>Mais il ne s</w:t>
      </w:r>
      <w:r w:rsidR="006F1ADB">
        <w:t>’</w:t>
      </w:r>
      <w:r>
        <w:t>en souvenait plus</w:t>
      </w:r>
      <w:r w:rsidR="006F1ADB">
        <w:t xml:space="preserve">. </w:t>
      </w:r>
      <w:r>
        <w:t>Il prenait aux bavardages d</w:t>
      </w:r>
      <w:r w:rsidR="006F1ADB">
        <w:t>’</w:t>
      </w:r>
      <w:proofErr w:type="spellStart"/>
      <w:r>
        <w:t>Arabella</w:t>
      </w:r>
      <w:proofErr w:type="spellEnd"/>
      <w:r>
        <w:t xml:space="preserve"> le même i</w:t>
      </w:r>
      <w:r>
        <w:t>n</w:t>
      </w:r>
      <w:r>
        <w:t>térêt qu</w:t>
      </w:r>
      <w:r w:rsidR="006F1ADB">
        <w:t>’</w:t>
      </w:r>
      <w:r>
        <w:t>aux discussions les plus philosophiques</w:t>
      </w:r>
      <w:r w:rsidR="006F1ADB">
        <w:t xml:space="preserve">, </w:t>
      </w:r>
      <w:r>
        <w:t>marchant d</w:t>
      </w:r>
      <w:r w:rsidR="006F1ADB">
        <w:t>’</w:t>
      </w:r>
      <w:r>
        <w:t>un pied léger</w:t>
      </w:r>
      <w:r w:rsidR="006F1ADB">
        <w:t xml:space="preserve">, </w:t>
      </w:r>
      <w:r>
        <w:t>et tout honoré</w:t>
      </w:r>
      <w:r w:rsidR="006F1ADB">
        <w:t xml:space="preserve">, </w:t>
      </w:r>
      <w:r>
        <w:t>tout glorieux</w:t>
      </w:r>
      <w:r w:rsidR="006F1ADB">
        <w:t xml:space="preserve">, </w:t>
      </w:r>
      <w:r>
        <w:t>lui</w:t>
      </w:r>
      <w:r w:rsidR="006F1ADB">
        <w:t xml:space="preserve">, </w:t>
      </w:r>
      <w:r>
        <w:t>futur professeur</w:t>
      </w:r>
      <w:r w:rsidR="006F1ADB">
        <w:t xml:space="preserve">, </w:t>
      </w:r>
      <w:r>
        <w:t>docteur ou évêque</w:t>
      </w:r>
      <w:r w:rsidR="006F1ADB">
        <w:t xml:space="preserve">, </w:t>
      </w:r>
      <w:r>
        <w:t>que cette jolie fille voulût bien se promener avec lui dans ses atours du dimanche</w:t>
      </w:r>
      <w:r w:rsidR="006F1ADB">
        <w:t xml:space="preserve">. </w:t>
      </w:r>
      <w:r>
        <w:t>Arrivés à la Maison-Noire</w:t>
      </w:r>
      <w:r w:rsidR="006F1ADB">
        <w:t xml:space="preserve">, </w:t>
      </w:r>
      <w:r>
        <w:t>ils aperçurent une colonne de fumée dans la direction d</w:t>
      </w:r>
      <w:r w:rsidR="006F1ADB">
        <w:t>’</w:t>
      </w:r>
      <w:r>
        <w:t>un bourg voisin</w:t>
      </w:r>
      <w:r w:rsidR="006F1ADB">
        <w:t>.</w:t>
      </w:r>
    </w:p>
    <w:p w14:paraId="3DACF149" w14:textId="77777777" w:rsidR="006F1ADB" w:rsidRDefault="006F1ADB" w:rsidP="005A3479">
      <w:r>
        <w:lastRenderedPageBreak/>
        <w:t>— </w:t>
      </w:r>
      <w:r w:rsidR="005A3479">
        <w:t>Un incendie</w:t>
      </w:r>
      <w:r>
        <w:t xml:space="preserve"> ! </w:t>
      </w:r>
      <w:r w:rsidR="005A3479">
        <w:t xml:space="preserve">dit </w:t>
      </w:r>
      <w:proofErr w:type="spellStart"/>
      <w:r w:rsidR="005A3479">
        <w:t>Arabella</w:t>
      </w:r>
      <w:proofErr w:type="spellEnd"/>
      <w:r>
        <w:t xml:space="preserve">. </w:t>
      </w:r>
      <w:r w:rsidR="005A3479">
        <w:t>Courons le voir</w:t>
      </w:r>
      <w:r>
        <w:t xml:space="preserve">. </w:t>
      </w:r>
      <w:r w:rsidR="005A3479">
        <w:t>Ce n</w:t>
      </w:r>
      <w:r>
        <w:t>’</w:t>
      </w:r>
      <w:r w:rsidR="005A3479">
        <w:t>est pas loin</w:t>
      </w:r>
      <w:r>
        <w:t>.</w:t>
      </w:r>
    </w:p>
    <w:p w14:paraId="64D011D3" w14:textId="77777777" w:rsidR="006F1ADB" w:rsidRDefault="005A3479" w:rsidP="005A3479">
      <w:r>
        <w:t>La tendresse croissante de Jude ne lui permit pas de co</w:t>
      </w:r>
      <w:r>
        <w:t>n</w:t>
      </w:r>
      <w:r>
        <w:t>trecarrer ce désir</w:t>
      </w:r>
      <w:r w:rsidR="006F1ADB">
        <w:t xml:space="preserve">, </w:t>
      </w:r>
      <w:r>
        <w:t>qui lui fournissait une excuse pour la prolo</w:t>
      </w:r>
      <w:r>
        <w:t>n</w:t>
      </w:r>
      <w:r>
        <w:t>gation de la promenade</w:t>
      </w:r>
      <w:r w:rsidR="006F1ADB">
        <w:t xml:space="preserve">. </w:t>
      </w:r>
      <w:r>
        <w:t>Ils descendirent la colline</w:t>
      </w:r>
      <w:r w:rsidR="006F1ADB">
        <w:t xml:space="preserve">, </w:t>
      </w:r>
      <w:r>
        <w:t>marchèrent l</w:t>
      </w:r>
      <w:r w:rsidR="006F1ADB">
        <w:t>’</w:t>
      </w:r>
      <w:r>
        <w:t>espace d</w:t>
      </w:r>
      <w:r w:rsidR="006F1ADB">
        <w:t>’</w:t>
      </w:r>
      <w:r>
        <w:t>un mille et virent que l</w:t>
      </w:r>
      <w:r w:rsidR="006F1ADB">
        <w:t>’</w:t>
      </w:r>
      <w:r>
        <w:t>incendie était plus éloigné qu</w:t>
      </w:r>
      <w:r w:rsidR="006F1ADB">
        <w:t>’</w:t>
      </w:r>
      <w:r>
        <w:t>ils ne l</w:t>
      </w:r>
      <w:r w:rsidR="006F1ADB">
        <w:t>’</w:t>
      </w:r>
      <w:r>
        <w:t>avaient cru d</w:t>
      </w:r>
      <w:r w:rsidR="006F1ADB">
        <w:t>’</w:t>
      </w:r>
      <w:r>
        <w:t>abord</w:t>
      </w:r>
      <w:r w:rsidR="006F1ADB">
        <w:t xml:space="preserve">. </w:t>
      </w:r>
      <w:r>
        <w:t>Il n</w:t>
      </w:r>
      <w:r w:rsidR="006F1ADB">
        <w:t>’</w:t>
      </w:r>
      <w:r>
        <w:t>était pas tout à fait cinq heures quand ils arrivèrent sur le lieu du sinistre</w:t>
      </w:r>
      <w:r w:rsidR="006F1ADB">
        <w:t xml:space="preserve">. </w:t>
      </w:r>
      <w:r>
        <w:t>Tout était fini</w:t>
      </w:r>
      <w:r w:rsidR="006F1ADB">
        <w:t xml:space="preserve">. </w:t>
      </w:r>
      <w:r>
        <w:t>Après un rapide regard sur la mélancolie des décombres</w:t>
      </w:r>
      <w:r w:rsidR="006F1ADB">
        <w:t xml:space="preserve">, </w:t>
      </w:r>
      <w:r>
        <w:t xml:space="preserve">ils se dirigèrent vers </w:t>
      </w:r>
      <w:proofErr w:type="spellStart"/>
      <w:r>
        <w:t>Alfredston</w:t>
      </w:r>
      <w:proofErr w:type="spellEnd"/>
      <w:r w:rsidR="006F1ADB">
        <w:t>.</w:t>
      </w:r>
    </w:p>
    <w:p w14:paraId="098E2718" w14:textId="77777777" w:rsidR="006F1ADB" w:rsidRDefault="005A3479" w:rsidP="005A3479">
      <w:proofErr w:type="spellStart"/>
      <w:r>
        <w:t>Arabella</w:t>
      </w:r>
      <w:proofErr w:type="spellEnd"/>
      <w:r>
        <w:t xml:space="preserve"> ayant dit qu</w:t>
      </w:r>
      <w:r w:rsidR="006F1ADB">
        <w:t>’</w:t>
      </w:r>
      <w:r>
        <w:t>elle désirait du thé</w:t>
      </w:r>
      <w:r w:rsidR="006F1ADB">
        <w:t xml:space="preserve">, </w:t>
      </w:r>
      <w:r>
        <w:t>ils entrèrent dans une toute petite auberge</w:t>
      </w:r>
      <w:r w:rsidR="006F1ADB">
        <w:t xml:space="preserve"> ; </w:t>
      </w:r>
      <w:r>
        <w:t>mais on les fit attendre assez lon</w:t>
      </w:r>
      <w:r>
        <w:t>g</w:t>
      </w:r>
      <w:r>
        <w:t>temps</w:t>
      </w:r>
      <w:r w:rsidR="006F1ADB">
        <w:t xml:space="preserve">. </w:t>
      </w:r>
      <w:r>
        <w:t>La servante avait reconnu Jude</w:t>
      </w:r>
      <w:r w:rsidR="006F1ADB">
        <w:t xml:space="preserve">, </w:t>
      </w:r>
      <w:r>
        <w:t>et témoigna tout bas à la patronne son étonnement de voir cet étudiant</w:t>
      </w:r>
      <w:r w:rsidR="006F1ADB">
        <w:t xml:space="preserve">, </w:t>
      </w:r>
      <w:r>
        <w:t>qui semblait si fier de lui</w:t>
      </w:r>
      <w:r w:rsidR="006F1ADB">
        <w:t xml:space="preserve">, </w:t>
      </w:r>
      <w:r>
        <w:t>s</w:t>
      </w:r>
      <w:r w:rsidR="006F1ADB">
        <w:t>’</w:t>
      </w:r>
      <w:r>
        <w:t>abaisser jusqu</w:t>
      </w:r>
      <w:r w:rsidR="006F1ADB">
        <w:t>’</w:t>
      </w:r>
      <w:r>
        <w:t>à la compagnie d</w:t>
      </w:r>
      <w:r w:rsidR="006F1ADB">
        <w:t>’</w:t>
      </w:r>
      <w:proofErr w:type="spellStart"/>
      <w:r>
        <w:t>Arabella</w:t>
      </w:r>
      <w:proofErr w:type="spellEnd"/>
      <w:r w:rsidR="006F1ADB">
        <w:t xml:space="preserve">. </w:t>
      </w:r>
      <w:r>
        <w:t>Celle-ci devina la réflexion et jeta sur Jude le regard amoureux et trio</w:t>
      </w:r>
      <w:r>
        <w:t>m</w:t>
      </w:r>
      <w:r>
        <w:t>phant d</w:t>
      </w:r>
      <w:r w:rsidR="006F1ADB">
        <w:t>’</w:t>
      </w:r>
      <w:r>
        <w:t>une femme qui voit réussir ses projets</w:t>
      </w:r>
      <w:r w:rsidR="006F1ADB">
        <w:t>.</w:t>
      </w:r>
    </w:p>
    <w:p w14:paraId="65680516" w14:textId="77777777" w:rsidR="006F1ADB" w:rsidRDefault="005A3479" w:rsidP="005A3479">
      <w:r>
        <w:t>Ils s</w:t>
      </w:r>
      <w:r w:rsidR="006F1ADB">
        <w:t>’</w:t>
      </w:r>
      <w:r>
        <w:t>étaient assis et regardaient la salle</w:t>
      </w:r>
      <w:r w:rsidR="006F1ADB">
        <w:t xml:space="preserve">, </w:t>
      </w:r>
      <w:r>
        <w:t>la peinture repr</w:t>
      </w:r>
      <w:r>
        <w:t>é</w:t>
      </w:r>
      <w:r>
        <w:t>sentant Samson et Dalila</w:t>
      </w:r>
      <w:r w:rsidR="006F1ADB">
        <w:t xml:space="preserve">, </w:t>
      </w:r>
      <w:r>
        <w:t>le cercle des chopes d</w:t>
      </w:r>
      <w:r w:rsidR="006F1ADB">
        <w:t>’</w:t>
      </w:r>
      <w:r>
        <w:t>étain sur la table et les crachoirs pleins de sciure de bois</w:t>
      </w:r>
      <w:r w:rsidR="006F1ADB">
        <w:t xml:space="preserve">. </w:t>
      </w:r>
      <w:r>
        <w:t>Le soir venait</w:t>
      </w:r>
      <w:r w:rsidR="006F1ADB">
        <w:t xml:space="preserve">. </w:t>
      </w:r>
      <w:r>
        <w:t>Ils ne pouvaient guère attendre plus longtemps et Jude se sentait pris de mélancolie à l</w:t>
      </w:r>
      <w:r w:rsidR="006F1ADB">
        <w:t>’</w:t>
      </w:r>
      <w:r>
        <w:t>aspect de cette auberge</w:t>
      </w:r>
      <w:r w:rsidR="006F1ADB">
        <w:t>.</w:t>
      </w:r>
    </w:p>
    <w:p w14:paraId="7F770669" w14:textId="77777777" w:rsidR="006F1ADB" w:rsidRDefault="006F1ADB" w:rsidP="005A3479">
      <w:r>
        <w:t>— </w:t>
      </w:r>
      <w:r w:rsidR="005A3479">
        <w:t>Si nous prenions de la bière</w:t>
      </w:r>
      <w:r>
        <w:t xml:space="preserve"> ? </w:t>
      </w:r>
      <w:r w:rsidR="005A3479">
        <w:t xml:space="preserve">proposa </w:t>
      </w:r>
      <w:proofErr w:type="spellStart"/>
      <w:r w:rsidR="005A3479">
        <w:t>Arabella</w:t>
      </w:r>
      <w:proofErr w:type="spellEnd"/>
      <w:r>
        <w:t>.</w:t>
      </w:r>
    </w:p>
    <w:p w14:paraId="27DDF84A" w14:textId="77777777" w:rsidR="006F1ADB" w:rsidRDefault="005A3479" w:rsidP="005A3479">
      <w:r>
        <w:t>Jude demanda de la bière</w:t>
      </w:r>
      <w:r w:rsidR="006F1ADB">
        <w:t xml:space="preserve">. </w:t>
      </w:r>
      <w:proofErr w:type="spellStart"/>
      <w:r>
        <w:t>Arabella</w:t>
      </w:r>
      <w:proofErr w:type="spellEnd"/>
      <w:r>
        <w:t xml:space="preserve"> y trempa ses lèvres et fit</w:t>
      </w:r>
      <w:r w:rsidR="006F1ADB">
        <w:t> :</w:t>
      </w:r>
    </w:p>
    <w:p w14:paraId="31AA431E" w14:textId="77777777" w:rsidR="006F1ADB" w:rsidRDefault="006F1ADB" w:rsidP="005A3479">
      <w:r>
        <w:t>— </w:t>
      </w:r>
      <w:r w:rsidR="005A3479">
        <w:t>Pouah</w:t>
      </w:r>
      <w:r>
        <w:t> !</w:t>
      </w:r>
    </w:p>
    <w:p w14:paraId="32FF1395" w14:textId="77777777" w:rsidR="006F1ADB" w:rsidRDefault="006F1ADB" w:rsidP="005A3479">
      <w:r>
        <w:t>— </w:t>
      </w:r>
      <w:r w:rsidR="005A3479">
        <w:t>Qu</w:t>
      </w:r>
      <w:r>
        <w:t>’</w:t>
      </w:r>
      <w:r w:rsidR="005A3479">
        <w:t>y a-t-il</w:t>
      </w:r>
      <w:r>
        <w:t xml:space="preserve"> ? </w:t>
      </w:r>
      <w:r w:rsidR="005A3479">
        <w:t>demanda Jude</w:t>
      </w:r>
      <w:r>
        <w:t xml:space="preserve">… </w:t>
      </w:r>
      <w:r w:rsidR="005A3479">
        <w:t>Je ne connais guère la qu</w:t>
      </w:r>
      <w:r w:rsidR="005A3479">
        <w:t>a</w:t>
      </w:r>
      <w:r w:rsidR="005A3479">
        <w:t>lité de la bière</w:t>
      </w:r>
      <w:r>
        <w:t xml:space="preserve">. </w:t>
      </w:r>
      <w:r w:rsidR="005A3479">
        <w:t>Je bois surtout du café</w:t>
      </w:r>
      <w:r>
        <w:t xml:space="preserve">. </w:t>
      </w:r>
      <w:r w:rsidR="005A3479">
        <w:t xml:space="preserve">Cela vaut mieux </w:t>
      </w:r>
      <w:r w:rsidR="005A3479">
        <w:lastRenderedPageBreak/>
        <w:t>quand on doit travailler</w:t>
      </w:r>
      <w:r>
        <w:t xml:space="preserve">. </w:t>
      </w:r>
      <w:proofErr w:type="gramStart"/>
      <w:r w:rsidR="005A3479">
        <w:t>Mais pourtant</w:t>
      </w:r>
      <w:proofErr w:type="gramEnd"/>
      <w:r>
        <w:t xml:space="preserve">, </w:t>
      </w:r>
      <w:r w:rsidR="005A3479">
        <w:t>cette bière me paraît bonne</w:t>
      </w:r>
      <w:r>
        <w:t>.</w:t>
      </w:r>
    </w:p>
    <w:p w14:paraId="373C480B" w14:textId="77777777" w:rsidR="006F1ADB" w:rsidRDefault="006F1ADB" w:rsidP="005A3479">
      <w:r>
        <w:t>— </w:t>
      </w:r>
      <w:r w:rsidR="005A3479">
        <w:t>Elle est falsifiée</w:t>
      </w:r>
      <w:r>
        <w:t xml:space="preserve">. </w:t>
      </w:r>
      <w:r w:rsidR="005A3479">
        <w:t>Je n</w:t>
      </w:r>
      <w:r>
        <w:t>’</w:t>
      </w:r>
      <w:r w:rsidR="005A3479">
        <w:t>y toucherai pas</w:t>
      </w:r>
      <w:r>
        <w:t>.</w:t>
      </w:r>
    </w:p>
    <w:p w14:paraId="2D041736" w14:textId="77777777" w:rsidR="006F1ADB" w:rsidRDefault="005A3479" w:rsidP="005A3479">
      <w:proofErr w:type="spellStart"/>
      <w:r>
        <w:t>Arabella</w:t>
      </w:r>
      <w:proofErr w:type="spellEnd"/>
      <w:r>
        <w:t xml:space="preserve"> énuméra les divers ingrédients qu</w:t>
      </w:r>
      <w:r w:rsidR="006F1ADB">
        <w:t>’</w:t>
      </w:r>
      <w:r>
        <w:t>elle reconnai</w:t>
      </w:r>
      <w:r>
        <w:t>s</w:t>
      </w:r>
      <w:r>
        <w:t>sait mêlés à la bière</w:t>
      </w:r>
      <w:r w:rsidR="006F1ADB">
        <w:t>.</w:t>
      </w:r>
    </w:p>
    <w:p w14:paraId="0FA064FF" w14:textId="77777777" w:rsidR="006F1ADB" w:rsidRDefault="006F1ADB" w:rsidP="005A3479">
      <w:r>
        <w:t>— </w:t>
      </w:r>
      <w:r w:rsidR="005A3479">
        <w:t>Comme vous êtes savante</w:t>
      </w:r>
      <w:r>
        <w:t xml:space="preserve"> ! </w:t>
      </w:r>
      <w:r w:rsidR="005A3479">
        <w:t>dit-il avec bonne humeur</w:t>
      </w:r>
      <w:r>
        <w:t>.</w:t>
      </w:r>
    </w:p>
    <w:p w14:paraId="5556B87C" w14:textId="77777777" w:rsidR="006F1ADB" w:rsidRDefault="005A3479" w:rsidP="005A3479">
      <w:r>
        <w:t>Malgré son dégoût</w:t>
      </w:r>
      <w:r w:rsidR="006F1ADB">
        <w:t xml:space="preserve">, </w:t>
      </w:r>
      <w:r>
        <w:t>elle acheva sa chope et tous deux repr</w:t>
      </w:r>
      <w:r>
        <w:t>i</w:t>
      </w:r>
      <w:r>
        <w:t>rent leur chemin</w:t>
      </w:r>
      <w:r w:rsidR="006F1ADB">
        <w:t>.</w:t>
      </w:r>
    </w:p>
    <w:p w14:paraId="6E130D30" w14:textId="77777777" w:rsidR="006F1ADB" w:rsidRDefault="005A3479" w:rsidP="005A3479">
      <w:r>
        <w:t>L</w:t>
      </w:r>
      <w:r w:rsidR="006F1ADB">
        <w:t>’</w:t>
      </w:r>
      <w:r>
        <w:t>ombre s</w:t>
      </w:r>
      <w:r w:rsidR="006F1ADB">
        <w:t>’</w:t>
      </w:r>
      <w:r>
        <w:t>épaississait</w:t>
      </w:r>
      <w:r w:rsidR="006F1ADB">
        <w:t xml:space="preserve">. </w:t>
      </w:r>
      <w:r>
        <w:t>Dès qu</w:t>
      </w:r>
      <w:r w:rsidR="006F1ADB">
        <w:t>’</w:t>
      </w:r>
      <w:r>
        <w:t>ils eurent vu disparaître les lumières de la ville</w:t>
      </w:r>
      <w:r w:rsidR="006F1ADB">
        <w:t xml:space="preserve">, </w:t>
      </w:r>
      <w:r>
        <w:t xml:space="preserve">Jude et </w:t>
      </w:r>
      <w:proofErr w:type="spellStart"/>
      <w:r>
        <w:t>Arabella</w:t>
      </w:r>
      <w:proofErr w:type="spellEnd"/>
      <w:r>
        <w:t xml:space="preserve"> se rapprochèrent</w:t>
      </w:r>
      <w:r w:rsidR="006F1ADB">
        <w:t xml:space="preserve">. </w:t>
      </w:r>
      <w:r>
        <w:t>Elle s</w:t>
      </w:r>
      <w:r w:rsidR="006F1ADB">
        <w:t>’</w:t>
      </w:r>
      <w:r>
        <w:t>étonna qu</w:t>
      </w:r>
      <w:r w:rsidR="006F1ADB">
        <w:t>’</w:t>
      </w:r>
      <w:r>
        <w:t>il ne lui prît pas la taille</w:t>
      </w:r>
      <w:r w:rsidR="006F1ADB">
        <w:t xml:space="preserve">. </w:t>
      </w:r>
      <w:r>
        <w:t>Il lui offrit simplement son bras</w:t>
      </w:r>
      <w:r w:rsidR="006F1ADB">
        <w:t>.</w:t>
      </w:r>
    </w:p>
    <w:p w14:paraId="1E7B07EB" w14:textId="77777777" w:rsidR="006F1ADB" w:rsidRDefault="006F1ADB" w:rsidP="005A3479">
      <w:r>
        <w:t>— </w:t>
      </w:r>
      <w:r w:rsidR="005A3479">
        <w:t>Nous sommes bien ensemble</w:t>
      </w:r>
      <w:r>
        <w:t xml:space="preserve">, </w:t>
      </w:r>
      <w:r w:rsidR="005A3479">
        <w:t>n</w:t>
      </w:r>
      <w:r>
        <w:t>’</w:t>
      </w:r>
      <w:r w:rsidR="005A3479">
        <w:t>est-ce pas</w:t>
      </w:r>
      <w:r>
        <w:t> ?</w:t>
      </w:r>
    </w:p>
    <w:p w14:paraId="408B3B1E" w14:textId="6BEDD7C1" w:rsidR="005A3479" w:rsidRDefault="006F1ADB" w:rsidP="005A3479">
      <w:r>
        <w:t>— </w:t>
      </w:r>
      <w:r w:rsidR="005A3479">
        <w:t>Oui</w:t>
      </w:r>
      <w:r>
        <w:t xml:space="preserve">, </w:t>
      </w:r>
      <w:r w:rsidR="005A3479">
        <w:t>répondit-elle</w:t>
      </w:r>
      <w:r>
        <w:t xml:space="preserve">, </w:t>
      </w:r>
      <w:r w:rsidR="005A3479">
        <w:t>pensant en elle-même</w:t>
      </w:r>
      <w:r>
        <w:t> : « </w:t>
      </w:r>
      <w:r w:rsidR="005A3479">
        <w:t>C</w:t>
      </w:r>
      <w:r>
        <w:t>’</w:t>
      </w:r>
      <w:r w:rsidR="005A3479">
        <w:t>est un peu tiède</w:t>
      </w:r>
      <w:r>
        <w:t>. »</w:t>
      </w:r>
    </w:p>
    <w:p w14:paraId="3867C9FC" w14:textId="73D99D3D" w:rsidR="005A3479" w:rsidRDefault="005A3479" w:rsidP="005A3479">
      <w:r>
        <w:t>Il songeait</w:t>
      </w:r>
      <w:r w:rsidR="006F1ADB">
        <w:t> : « </w:t>
      </w:r>
      <w:r>
        <w:t>Comme je suis devenu fou</w:t>
      </w:r>
      <w:r w:rsidR="006F1ADB">
        <w:t> ! »</w:t>
      </w:r>
    </w:p>
    <w:p w14:paraId="15794778" w14:textId="77777777" w:rsidR="006F1ADB" w:rsidRDefault="005A3479" w:rsidP="005A3479">
      <w:r>
        <w:t>Ils continuèrent leur route</w:t>
      </w:r>
      <w:r w:rsidR="006F1ADB">
        <w:t xml:space="preserve">. </w:t>
      </w:r>
      <w:r>
        <w:t>Des passants les croisèrent</w:t>
      </w:r>
      <w:r w:rsidR="006F1ADB">
        <w:t xml:space="preserve">, </w:t>
      </w:r>
      <w:r>
        <w:t>et l</w:t>
      </w:r>
      <w:r w:rsidR="006F1ADB">
        <w:t>’</w:t>
      </w:r>
      <w:r>
        <w:t>un d</w:t>
      </w:r>
      <w:r w:rsidR="006F1ADB">
        <w:t>’</w:t>
      </w:r>
      <w:r>
        <w:t>eux déclara en les voyant</w:t>
      </w:r>
      <w:r w:rsidR="006F1ADB">
        <w:t> :</w:t>
      </w:r>
    </w:p>
    <w:p w14:paraId="65AFA9B9" w14:textId="77777777" w:rsidR="006F1ADB" w:rsidRDefault="006F1ADB" w:rsidP="005A3479">
      <w:r>
        <w:t>— </w:t>
      </w:r>
      <w:r w:rsidR="005A3479">
        <w:t>Ces amoureux</w:t>
      </w:r>
      <w:r>
        <w:t xml:space="preserve"> !… </w:t>
      </w:r>
      <w:r w:rsidR="005A3479">
        <w:t>Ils sont comme les chiens qui se pr</w:t>
      </w:r>
      <w:r w:rsidR="005A3479">
        <w:t>o</w:t>
      </w:r>
      <w:r w:rsidR="005A3479">
        <w:t>mènent à toute heure et par tous les temps</w:t>
      </w:r>
      <w:r>
        <w:t>.</w:t>
      </w:r>
    </w:p>
    <w:p w14:paraId="1C8273B5" w14:textId="77777777" w:rsidR="006F1ADB" w:rsidRDefault="005A3479" w:rsidP="005A3479">
      <w:proofErr w:type="spellStart"/>
      <w:r>
        <w:t>Arabella</w:t>
      </w:r>
      <w:proofErr w:type="spellEnd"/>
      <w:r>
        <w:t xml:space="preserve"> eut un rire léger</w:t>
      </w:r>
      <w:r w:rsidR="006F1ADB">
        <w:t>.</w:t>
      </w:r>
    </w:p>
    <w:p w14:paraId="6083177C" w14:textId="77777777" w:rsidR="006F1ADB" w:rsidRDefault="006F1ADB" w:rsidP="005A3479">
      <w:r>
        <w:t>— </w:t>
      </w:r>
      <w:r w:rsidR="005A3479">
        <w:t>Sommes-nous donc des amoureux</w:t>
      </w:r>
      <w:r>
        <w:t xml:space="preserve"> ? </w:t>
      </w:r>
      <w:r w:rsidR="005A3479">
        <w:t>demanda Jude</w:t>
      </w:r>
      <w:r>
        <w:t>.</w:t>
      </w:r>
    </w:p>
    <w:p w14:paraId="57B91C6E" w14:textId="77777777" w:rsidR="006F1ADB" w:rsidRDefault="006F1ADB" w:rsidP="005A3479">
      <w:r>
        <w:t>— </w:t>
      </w:r>
      <w:r w:rsidR="005A3479">
        <w:t>Vous le savez mieux que moi</w:t>
      </w:r>
      <w:r>
        <w:t>.</w:t>
      </w:r>
    </w:p>
    <w:p w14:paraId="3DD06302" w14:textId="77777777" w:rsidR="006F1ADB" w:rsidRDefault="006F1ADB" w:rsidP="005A3479">
      <w:r>
        <w:t>— </w:t>
      </w:r>
      <w:r w:rsidR="005A3479">
        <w:t>Mais vous pouvez bien me le dire</w:t>
      </w:r>
      <w:r>
        <w:t>.</w:t>
      </w:r>
    </w:p>
    <w:p w14:paraId="1EB2B2D6" w14:textId="77777777" w:rsidR="006F1ADB" w:rsidRDefault="005A3479" w:rsidP="005A3479">
      <w:r>
        <w:lastRenderedPageBreak/>
        <w:t>Elle répondit en inclinant sa tête sur l</w:t>
      </w:r>
      <w:r w:rsidR="006F1ADB">
        <w:t>’</w:t>
      </w:r>
      <w:r>
        <w:t>épaule du jeune homme</w:t>
      </w:r>
      <w:r w:rsidR="006F1ADB">
        <w:t xml:space="preserve">. </w:t>
      </w:r>
      <w:r>
        <w:t>Il l</w:t>
      </w:r>
      <w:r w:rsidR="006F1ADB">
        <w:t>’</w:t>
      </w:r>
      <w:r>
        <w:t>entoura de ses bras et lui donna un baiser</w:t>
      </w:r>
      <w:r w:rsidR="006F1ADB">
        <w:t>.</w:t>
      </w:r>
    </w:p>
    <w:p w14:paraId="781768F1" w14:textId="77777777" w:rsidR="006F1ADB" w:rsidRDefault="005A3479" w:rsidP="005A3479">
      <w:r>
        <w:t>Ils allèrent ainsi</w:t>
      </w:r>
      <w:r w:rsidR="006F1ADB">
        <w:t xml:space="preserve">, </w:t>
      </w:r>
      <w:r>
        <w:t>enlacés</w:t>
      </w:r>
      <w:r w:rsidR="006F1ADB">
        <w:t xml:space="preserve">. </w:t>
      </w:r>
      <w:r>
        <w:t>À mi-chemin de la colline</w:t>
      </w:r>
      <w:r w:rsidR="006F1ADB">
        <w:t xml:space="preserve">, </w:t>
      </w:r>
      <w:r>
        <w:t>ils s</w:t>
      </w:r>
      <w:r w:rsidR="006F1ADB">
        <w:t>’</w:t>
      </w:r>
      <w:r>
        <w:t>arrêtèrent pour s</w:t>
      </w:r>
      <w:r w:rsidR="006F1ADB">
        <w:t>’</w:t>
      </w:r>
      <w:r>
        <w:t>embrasser et ils s</w:t>
      </w:r>
      <w:r w:rsidR="006F1ADB">
        <w:t>’</w:t>
      </w:r>
      <w:r>
        <w:t>embrassèrent encore dans le chemin</w:t>
      </w:r>
      <w:r w:rsidR="006F1ADB">
        <w:t>.</w:t>
      </w:r>
    </w:p>
    <w:p w14:paraId="6CB7DA0D" w14:textId="77777777" w:rsidR="006F1ADB" w:rsidRDefault="005A3479" w:rsidP="005A3479">
      <w:r>
        <w:t>À neuf heures</w:t>
      </w:r>
      <w:r w:rsidR="006F1ADB">
        <w:t xml:space="preserve">, </w:t>
      </w:r>
      <w:r>
        <w:t>après un dernier baiser</w:t>
      </w:r>
      <w:r w:rsidR="006F1ADB">
        <w:t xml:space="preserve">, </w:t>
      </w:r>
      <w:r>
        <w:t xml:space="preserve">Jude conduisit </w:t>
      </w:r>
      <w:proofErr w:type="spellStart"/>
      <w:r>
        <w:t>Ar</w:t>
      </w:r>
      <w:r>
        <w:t>a</w:t>
      </w:r>
      <w:r>
        <w:t>bella</w:t>
      </w:r>
      <w:proofErr w:type="spellEnd"/>
      <w:r>
        <w:t xml:space="preserve"> devant la porte de son père</w:t>
      </w:r>
      <w:r w:rsidR="006F1ADB">
        <w:t>.</w:t>
      </w:r>
    </w:p>
    <w:p w14:paraId="661E4689" w14:textId="77777777" w:rsidR="006F1ADB" w:rsidRDefault="005A3479" w:rsidP="005A3479">
      <w:r>
        <w:t>Elle le pria d</w:t>
      </w:r>
      <w:r w:rsidR="006F1ADB">
        <w:t>’</w:t>
      </w:r>
      <w:r>
        <w:t>entrer</w:t>
      </w:r>
      <w:r w:rsidR="006F1ADB">
        <w:t xml:space="preserve">, </w:t>
      </w:r>
      <w:r>
        <w:t>pour une minute seulement</w:t>
      </w:r>
      <w:r w:rsidR="006F1ADB">
        <w:t xml:space="preserve">, </w:t>
      </w:r>
      <w:r>
        <w:t>et il co</w:t>
      </w:r>
      <w:r>
        <w:t>n</w:t>
      </w:r>
      <w:r>
        <w:t>sentit à la suivre</w:t>
      </w:r>
      <w:r w:rsidR="006F1ADB">
        <w:t xml:space="preserve">. </w:t>
      </w:r>
      <w:r>
        <w:t>La porte ouverte</w:t>
      </w:r>
      <w:r w:rsidR="006F1ADB">
        <w:t xml:space="preserve">, </w:t>
      </w:r>
      <w:r>
        <w:t>il trouva les parents et quelques voisins</w:t>
      </w:r>
      <w:r w:rsidR="006F1ADB">
        <w:t xml:space="preserve">, </w:t>
      </w:r>
      <w:r>
        <w:t>assis en cercle</w:t>
      </w:r>
      <w:r w:rsidR="006F1ADB">
        <w:t xml:space="preserve">. </w:t>
      </w:r>
      <w:r>
        <w:t>Ces gens parurent le féliciter et le prendre pour le prétendant avoué d</w:t>
      </w:r>
      <w:r w:rsidR="006F1ADB">
        <w:t>’</w:t>
      </w:r>
      <w:proofErr w:type="spellStart"/>
      <w:r>
        <w:t>Arabella</w:t>
      </w:r>
      <w:proofErr w:type="spellEnd"/>
      <w:r w:rsidR="006F1ADB">
        <w:t xml:space="preserve">. </w:t>
      </w:r>
      <w:r>
        <w:t>Un peu emba</w:t>
      </w:r>
      <w:r>
        <w:t>r</w:t>
      </w:r>
      <w:r>
        <w:t>rassé</w:t>
      </w:r>
      <w:r w:rsidR="006F1ADB">
        <w:t xml:space="preserve">, </w:t>
      </w:r>
      <w:r>
        <w:t>il n</w:t>
      </w:r>
      <w:r w:rsidR="006F1ADB">
        <w:t>’</w:t>
      </w:r>
      <w:r>
        <w:t>osa dire qu</w:t>
      </w:r>
      <w:r w:rsidR="006F1ADB">
        <w:t>’</w:t>
      </w:r>
      <w:r>
        <w:t>il ne désirait rien de plus qu</w:t>
      </w:r>
      <w:r w:rsidR="006F1ADB">
        <w:t>’</w:t>
      </w:r>
      <w:r>
        <w:t>un après-midi de promenade avec la jeune fille</w:t>
      </w:r>
      <w:r w:rsidR="006F1ADB">
        <w:t xml:space="preserve">. </w:t>
      </w:r>
      <w:r>
        <w:t>Il salua la mère</w:t>
      </w:r>
      <w:r w:rsidR="006F1ADB">
        <w:t xml:space="preserve">, </w:t>
      </w:r>
      <w:r>
        <w:t>paisible femme au visage et au caractère également insignifiants</w:t>
      </w:r>
      <w:r w:rsidR="006F1ADB">
        <w:t xml:space="preserve">, </w:t>
      </w:r>
      <w:r>
        <w:t>puis</w:t>
      </w:r>
      <w:r w:rsidR="006F1ADB">
        <w:t xml:space="preserve">, </w:t>
      </w:r>
      <w:r>
        <w:t>ayant souhaité le bonsoir à tout le monde</w:t>
      </w:r>
      <w:r w:rsidR="006F1ADB">
        <w:t xml:space="preserve">, </w:t>
      </w:r>
      <w:r>
        <w:t>il reprit avec une se</w:t>
      </w:r>
      <w:r>
        <w:t>n</w:t>
      </w:r>
      <w:r>
        <w:t>sation de délivrance le chemin de son logis</w:t>
      </w:r>
      <w:r w:rsidR="006F1ADB">
        <w:t>.</w:t>
      </w:r>
    </w:p>
    <w:p w14:paraId="2DDAF14D" w14:textId="77777777" w:rsidR="006F1ADB" w:rsidRDefault="005A3479" w:rsidP="005A3479">
      <w:r>
        <w:t>Cette sensation ne dura guère</w:t>
      </w:r>
      <w:r w:rsidR="006F1ADB">
        <w:t xml:space="preserve">. </w:t>
      </w:r>
      <w:proofErr w:type="spellStart"/>
      <w:r>
        <w:t>Arabella</w:t>
      </w:r>
      <w:proofErr w:type="spellEnd"/>
      <w:r>
        <w:t xml:space="preserve"> hanta son esprit</w:t>
      </w:r>
      <w:r w:rsidR="006F1ADB">
        <w:t xml:space="preserve">. </w:t>
      </w:r>
      <w:r>
        <w:t>Il n</w:t>
      </w:r>
      <w:r w:rsidR="006F1ADB">
        <w:t>’</w:t>
      </w:r>
      <w:r>
        <w:t>était plus le même homme</w:t>
      </w:r>
      <w:r w:rsidR="006F1ADB">
        <w:t xml:space="preserve">. </w:t>
      </w:r>
      <w:r>
        <w:t>Ses livres lui devenaient indiff</w:t>
      </w:r>
      <w:r>
        <w:t>é</w:t>
      </w:r>
      <w:r>
        <w:t>rents</w:t>
      </w:r>
      <w:r w:rsidR="006F1ADB">
        <w:t xml:space="preserve">. </w:t>
      </w:r>
      <w:r>
        <w:t>Où étaient ces résolutions de ne pas perdre une minute de sa vie</w:t>
      </w:r>
      <w:r w:rsidR="006F1ADB">
        <w:t xml:space="preserve"> ? </w:t>
      </w:r>
      <w:r>
        <w:t>Ne venait-il pas de se sentir vivre pour la première fois</w:t>
      </w:r>
      <w:r w:rsidR="006F1ADB">
        <w:t xml:space="preserve"> ? </w:t>
      </w:r>
      <w:r>
        <w:t>Il vaut mieux aimer une femme que de devenir diplômé</w:t>
      </w:r>
      <w:r w:rsidR="006F1ADB">
        <w:t xml:space="preserve">, </w:t>
      </w:r>
      <w:r>
        <w:t>pasteur et même pape</w:t>
      </w:r>
      <w:r w:rsidR="006F1ADB">
        <w:t>.</w:t>
      </w:r>
    </w:p>
    <w:p w14:paraId="01BFB914" w14:textId="77777777" w:rsidR="006F1ADB" w:rsidRDefault="005A3479" w:rsidP="005A3479">
      <w:r>
        <w:t>Sa tante était couchée quand il rentra</w:t>
      </w:r>
      <w:r w:rsidR="006F1ADB">
        <w:t xml:space="preserve">. </w:t>
      </w:r>
      <w:r>
        <w:t>Il trouva son livre ouvert sur la table</w:t>
      </w:r>
      <w:r w:rsidR="006F1ADB">
        <w:t xml:space="preserve">, </w:t>
      </w:r>
      <w:r>
        <w:t>tel qu</w:t>
      </w:r>
      <w:r w:rsidR="006F1ADB">
        <w:t>’</w:t>
      </w:r>
      <w:r>
        <w:t>il l</w:t>
      </w:r>
      <w:r w:rsidR="006F1ADB">
        <w:t>’</w:t>
      </w:r>
      <w:r>
        <w:t>avait laissé</w:t>
      </w:r>
      <w:r w:rsidR="006F1ADB">
        <w:t xml:space="preserve">, </w:t>
      </w:r>
      <w:r>
        <w:t>et les lettres de la pr</w:t>
      </w:r>
      <w:r>
        <w:t>e</w:t>
      </w:r>
      <w:r>
        <w:t>mière page semblaient le fixer dans la pénombre avec une e</w:t>
      </w:r>
      <w:r>
        <w:t>x</w:t>
      </w:r>
      <w:r>
        <w:t>pression de reproche</w:t>
      </w:r>
      <w:r w:rsidR="006F1ADB">
        <w:t xml:space="preserve">, </w:t>
      </w:r>
      <w:r>
        <w:t>comme les yeux ouverts d</w:t>
      </w:r>
      <w:r w:rsidR="006F1ADB">
        <w:t>’</w:t>
      </w:r>
      <w:r>
        <w:t>un homme mort</w:t>
      </w:r>
      <w:r w:rsidR="006F1ADB">
        <w:t>.</w:t>
      </w:r>
    </w:p>
    <w:p w14:paraId="5012014B" w14:textId="4367D769" w:rsidR="005A3479" w:rsidRDefault="005A3479" w:rsidP="006F1ADB">
      <w:pPr>
        <w:pStyle w:val="Centr"/>
      </w:pPr>
      <w:r>
        <w:t xml:space="preserve">H </w:t>
      </w:r>
      <w:proofErr w:type="spellStart"/>
      <w:r>
        <w:t>KAINH</w:t>
      </w:r>
      <w:proofErr w:type="spellEnd"/>
      <w:r>
        <w:t xml:space="preserve"> </w:t>
      </w:r>
      <w:r>
        <w:rPr>
          <w:rFonts w:ascii="Cambria Math" w:eastAsia="Georgia" w:hAnsi="Cambria Math" w:cs="Cambria Math"/>
        </w:rPr>
        <w:t>∆</w:t>
      </w:r>
      <w:proofErr w:type="spellStart"/>
      <w:r>
        <w:rPr>
          <w:rFonts w:eastAsia="Georgia"/>
        </w:rPr>
        <w:t>I</w:t>
      </w:r>
      <w:r>
        <w:t>AØHKH</w:t>
      </w:r>
      <w:proofErr w:type="spellEnd"/>
    </w:p>
    <w:p w14:paraId="5DC87A74" w14:textId="77777777" w:rsidR="005A3479" w:rsidRDefault="005A3479" w:rsidP="005A3479"/>
    <w:p w14:paraId="38B93AEE" w14:textId="77777777" w:rsidR="006F1ADB" w:rsidRDefault="005A3479" w:rsidP="005A3479">
      <w:r>
        <w:lastRenderedPageBreak/>
        <w:t>Le lendemain matin</w:t>
      </w:r>
      <w:r w:rsidR="006F1ADB">
        <w:t xml:space="preserve">, </w:t>
      </w:r>
      <w:r>
        <w:t>Jude</w:t>
      </w:r>
      <w:r w:rsidR="006F1ADB">
        <w:t xml:space="preserve">, </w:t>
      </w:r>
      <w:r>
        <w:t>son paquet d</w:t>
      </w:r>
      <w:r w:rsidR="006F1ADB">
        <w:t>’</w:t>
      </w:r>
      <w:r>
        <w:t>outils sur l</w:t>
      </w:r>
      <w:r w:rsidR="006F1ADB">
        <w:t>’</w:t>
      </w:r>
      <w:r>
        <w:t>épaule</w:t>
      </w:r>
      <w:r w:rsidR="006F1ADB">
        <w:t xml:space="preserve">, </w:t>
      </w:r>
      <w:r>
        <w:t>reprit le chemin qu</w:t>
      </w:r>
      <w:r w:rsidR="006F1ADB">
        <w:t>’</w:t>
      </w:r>
      <w:r>
        <w:t xml:space="preserve">il avait parcouru la veille avec </w:t>
      </w:r>
      <w:proofErr w:type="spellStart"/>
      <w:r>
        <w:t>Arabella</w:t>
      </w:r>
      <w:proofErr w:type="spellEnd"/>
      <w:r w:rsidR="006F1ADB">
        <w:t xml:space="preserve">. </w:t>
      </w:r>
      <w:r>
        <w:t>Il s</w:t>
      </w:r>
      <w:r w:rsidR="006F1ADB">
        <w:t>’</w:t>
      </w:r>
      <w:r>
        <w:t>arrêta à l</w:t>
      </w:r>
      <w:r w:rsidR="006F1ADB">
        <w:t>’</w:t>
      </w:r>
      <w:r>
        <w:t>endroit où ils s</w:t>
      </w:r>
      <w:r w:rsidR="006F1ADB">
        <w:t>’</w:t>
      </w:r>
      <w:r>
        <w:t>étaient embrassés la veille</w:t>
      </w:r>
      <w:r w:rsidR="006F1ADB">
        <w:t xml:space="preserve">, </w:t>
      </w:r>
      <w:r>
        <w:t>près d</w:t>
      </w:r>
      <w:r w:rsidR="006F1ADB">
        <w:t>’</w:t>
      </w:r>
      <w:r>
        <w:t>un saule qu</w:t>
      </w:r>
      <w:r w:rsidR="006F1ADB">
        <w:t>’</w:t>
      </w:r>
      <w:r>
        <w:t>il reconnut et qui lui parut unique au monde</w:t>
      </w:r>
      <w:r w:rsidR="006F1ADB">
        <w:t xml:space="preserve">. </w:t>
      </w:r>
      <w:r>
        <w:t>S</w:t>
      </w:r>
      <w:r w:rsidR="006F1ADB">
        <w:t>’</w:t>
      </w:r>
      <w:r>
        <w:t>il n</w:t>
      </w:r>
      <w:r w:rsidR="006F1ADB">
        <w:t>’</w:t>
      </w:r>
      <w:r>
        <w:t>avait eu qu</w:t>
      </w:r>
      <w:r w:rsidR="006F1ADB">
        <w:t>’</w:t>
      </w:r>
      <w:r>
        <w:t>une semaine à vivre</w:t>
      </w:r>
      <w:r w:rsidR="006F1ADB">
        <w:t xml:space="preserve">, </w:t>
      </w:r>
      <w:r>
        <w:t>il en eût donné avec joie les six premiers jours pour hâter l</w:t>
      </w:r>
      <w:r w:rsidR="006F1ADB">
        <w:t>’</w:t>
      </w:r>
      <w:r>
        <w:t xml:space="preserve">avènement du septième qui lui rendrait </w:t>
      </w:r>
      <w:proofErr w:type="spellStart"/>
      <w:r>
        <w:t>Arabella</w:t>
      </w:r>
      <w:proofErr w:type="spellEnd"/>
      <w:r w:rsidR="006F1ADB">
        <w:t>.</w:t>
      </w:r>
    </w:p>
    <w:p w14:paraId="3AD68495" w14:textId="77777777" w:rsidR="006F1ADB" w:rsidRDefault="005A3479" w:rsidP="005A3479">
      <w:r>
        <w:t>Une heure plus tard</w:t>
      </w:r>
      <w:r w:rsidR="006F1ADB">
        <w:t xml:space="preserve">, </w:t>
      </w:r>
      <w:proofErr w:type="spellStart"/>
      <w:r>
        <w:t>Arabella</w:t>
      </w:r>
      <w:proofErr w:type="spellEnd"/>
      <w:r>
        <w:t xml:space="preserve"> passait au même lieu avec ses amies</w:t>
      </w:r>
      <w:r w:rsidR="006F1ADB">
        <w:t xml:space="preserve">, </w:t>
      </w:r>
      <w:r>
        <w:t>leur racontant la scène de la veille</w:t>
      </w:r>
      <w:r w:rsidR="006F1ADB">
        <w:t xml:space="preserve">, </w:t>
      </w:r>
      <w:r>
        <w:t>répétant mot pour mot la tendre conversation</w:t>
      </w:r>
      <w:r w:rsidR="006F1ADB">
        <w:t xml:space="preserve">, </w:t>
      </w:r>
      <w:r>
        <w:t>d</w:t>
      </w:r>
      <w:r w:rsidR="006F1ADB">
        <w:t>’</w:t>
      </w:r>
      <w:r>
        <w:t>une manière qui eût étonné Jude en lui révélant combien peu ses actions et ses paroles rest</w:t>
      </w:r>
      <w:r>
        <w:t>e</w:t>
      </w:r>
      <w:r>
        <w:t>raient secrètes</w:t>
      </w:r>
      <w:r w:rsidR="006F1ADB">
        <w:t>.</w:t>
      </w:r>
    </w:p>
    <w:p w14:paraId="3B894FC9" w14:textId="77777777" w:rsidR="006F1ADB" w:rsidRDefault="006F1ADB" w:rsidP="005A3479">
      <w:r>
        <w:t>— </w:t>
      </w:r>
      <w:r w:rsidR="005A3479">
        <w:t>Vous avez fait sa conquête</w:t>
      </w:r>
      <w:r>
        <w:t xml:space="preserve"> !… </w:t>
      </w:r>
      <w:r w:rsidR="005A3479">
        <w:t>C</w:t>
      </w:r>
      <w:r>
        <w:t>’</w:t>
      </w:r>
      <w:r w:rsidR="005A3479">
        <w:t>est bien de vous</w:t>
      </w:r>
      <w:r>
        <w:t xml:space="preserve">, </w:t>
      </w:r>
      <w:r w:rsidR="005A3479">
        <w:t>cela</w:t>
      </w:r>
      <w:r>
        <w:t xml:space="preserve">, </w:t>
      </w:r>
      <w:r w:rsidR="005A3479">
        <w:t>dit Anny judicieusement</w:t>
      </w:r>
      <w:r>
        <w:t>.</w:t>
      </w:r>
    </w:p>
    <w:p w14:paraId="6A5CE159" w14:textId="77777777" w:rsidR="006F1ADB" w:rsidRDefault="006F1ADB" w:rsidP="005A3479">
      <w:r>
        <w:t>— </w:t>
      </w:r>
      <w:r w:rsidR="005A3479">
        <w:t>Cela ne me suffit pas</w:t>
      </w:r>
      <w:r>
        <w:t xml:space="preserve">, </w:t>
      </w:r>
      <w:r w:rsidR="005A3479">
        <w:t xml:space="preserve">répliqua </w:t>
      </w:r>
      <w:proofErr w:type="spellStart"/>
      <w:r w:rsidR="005A3479">
        <w:t>Arabella</w:t>
      </w:r>
      <w:proofErr w:type="spellEnd"/>
      <w:r>
        <w:t xml:space="preserve">. </w:t>
      </w:r>
      <w:r w:rsidR="005A3479">
        <w:t>Je veux qu</w:t>
      </w:r>
      <w:r>
        <w:t>’</w:t>
      </w:r>
      <w:r w:rsidR="005A3479">
        <w:t>il m</w:t>
      </w:r>
      <w:r>
        <w:t>’</w:t>
      </w:r>
      <w:r w:rsidR="005A3479">
        <w:t>épouse</w:t>
      </w:r>
      <w:r>
        <w:t xml:space="preserve">. </w:t>
      </w:r>
      <w:r w:rsidR="005A3479">
        <w:t>Je le veux</w:t>
      </w:r>
      <w:r>
        <w:t xml:space="preserve">. </w:t>
      </w:r>
      <w:r w:rsidR="005A3479">
        <w:t>C</w:t>
      </w:r>
      <w:r>
        <w:t>’</w:t>
      </w:r>
      <w:r w:rsidR="005A3479">
        <w:t>est l</w:t>
      </w:r>
      <w:r>
        <w:t>’</w:t>
      </w:r>
      <w:r w:rsidR="005A3479">
        <w:t>homme qu</w:t>
      </w:r>
      <w:r>
        <w:t>’</w:t>
      </w:r>
      <w:r w:rsidR="005A3479">
        <w:t>il me faut</w:t>
      </w:r>
      <w:r>
        <w:t>.</w:t>
      </w:r>
    </w:p>
    <w:p w14:paraId="50580240" w14:textId="77777777" w:rsidR="006F1ADB" w:rsidRDefault="006F1ADB" w:rsidP="005A3479">
      <w:r>
        <w:t>— </w:t>
      </w:r>
      <w:r w:rsidR="005A3479">
        <w:t>C</w:t>
      </w:r>
      <w:r>
        <w:t>’</w:t>
      </w:r>
      <w:r w:rsidR="005A3479">
        <w:t>est un garçon honnête et romanesque</w:t>
      </w:r>
      <w:r>
        <w:t xml:space="preserve">. </w:t>
      </w:r>
      <w:r w:rsidR="005A3479">
        <w:t>Il pourra faire un mari</w:t>
      </w:r>
      <w:r>
        <w:t xml:space="preserve">, </w:t>
      </w:r>
      <w:r w:rsidR="005A3479">
        <w:t>si vous employez le bon moyen</w:t>
      </w:r>
      <w:r>
        <w:t>.</w:t>
      </w:r>
    </w:p>
    <w:p w14:paraId="56654270" w14:textId="77777777" w:rsidR="006F1ADB" w:rsidRDefault="006F1ADB" w:rsidP="005A3479">
      <w:r>
        <w:t>— </w:t>
      </w:r>
      <w:r w:rsidR="005A3479">
        <w:t>Quel bon moyen</w:t>
      </w:r>
      <w:r>
        <w:t> ?</w:t>
      </w:r>
    </w:p>
    <w:p w14:paraId="2FB2FE26" w14:textId="77777777" w:rsidR="006F1ADB" w:rsidRDefault="006F1ADB" w:rsidP="005A3479">
      <w:r>
        <w:t>— </w:t>
      </w:r>
      <w:r w:rsidR="005A3479">
        <w:t>Allons donc</w:t>
      </w:r>
      <w:r>
        <w:t xml:space="preserve"> ! </w:t>
      </w:r>
      <w:r w:rsidR="005A3479">
        <w:t>vous ne savez pas</w:t>
      </w:r>
      <w:r>
        <w:t xml:space="preserve"> ? </w:t>
      </w:r>
      <w:r w:rsidR="005A3479">
        <w:t>dit Sarah</w:t>
      </w:r>
      <w:r>
        <w:t>.</w:t>
      </w:r>
    </w:p>
    <w:p w14:paraId="49B399B8" w14:textId="77777777" w:rsidR="006F1ADB" w:rsidRDefault="006F1ADB" w:rsidP="005A3479">
      <w:r>
        <w:t>— </w:t>
      </w:r>
      <w:r w:rsidR="005A3479">
        <w:t>Non certes</w:t>
      </w:r>
      <w:r>
        <w:t xml:space="preserve">, </w:t>
      </w:r>
      <w:r w:rsidR="005A3479">
        <w:t>si ce n</w:t>
      </w:r>
      <w:r>
        <w:t>’</w:t>
      </w:r>
      <w:r w:rsidR="005A3479">
        <w:t>est de me faire courtiser en prenant garde d</w:t>
      </w:r>
      <w:r>
        <w:t>’</w:t>
      </w:r>
      <w:r w:rsidR="005A3479">
        <w:t>aller trop loin</w:t>
      </w:r>
      <w:r>
        <w:t>.</w:t>
      </w:r>
    </w:p>
    <w:p w14:paraId="18A51362" w14:textId="77777777" w:rsidR="006F1ADB" w:rsidRDefault="006F1ADB" w:rsidP="005A3479">
      <w:r>
        <w:t>— </w:t>
      </w:r>
      <w:r w:rsidR="005A3479">
        <w:t>Elle ne comprend pas</w:t>
      </w:r>
      <w:r>
        <w:t xml:space="preserve">, </w:t>
      </w:r>
      <w:r w:rsidR="005A3479">
        <w:t>c</w:t>
      </w:r>
      <w:r>
        <w:t>’</w:t>
      </w:r>
      <w:r w:rsidR="005A3479">
        <w:t>est clair</w:t>
      </w:r>
      <w:r>
        <w:t xml:space="preserve">, </w:t>
      </w:r>
      <w:r w:rsidR="005A3479">
        <w:t>dit Anny en regardant Sarah</w:t>
      </w:r>
      <w:r>
        <w:t xml:space="preserve">. </w:t>
      </w:r>
      <w:r w:rsidR="005A3479">
        <w:t>Et dire qu</w:t>
      </w:r>
      <w:r>
        <w:t>’</w:t>
      </w:r>
      <w:r w:rsidR="005A3479">
        <w:t>elle vient de la ville</w:t>
      </w:r>
      <w:r>
        <w:t xml:space="preserve"> ! </w:t>
      </w:r>
      <w:r w:rsidR="005A3479">
        <w:t>Nous lui ferons la leçon</w:t>
      </w:r>
      <w:r>
        <w:t>.</w:t>
      </w:r>
    </w:p>
    <w:p w14:paraId="69E797FB" w14:textId="77777777" w:rsidR="006F1ADB" w:rsidRDefault="006F1ADB" w:rsidP="005A3479">
      <w:r>
        <w:t>— </w:t>
      </w:r>
      <w:r w:rsidR="005A3479">
        <w:t>Je veux bien</w:t>
      </w:r>
      <w:r>
        <w:t xml:space="preserve">… </w:t>
      </w:r>
      <w:r w:rsidR="005A3479">
        <w:t>Ainsi vous connaissez un moyen sûr de gagner un mari</w:t>
      </w:r>
      <w:r>
        <w:t> ?</w:t>
      </w:r>
    </w:p>
    <w:p w14:paraId="45631615" w14:textId="77777777" w:rsidR="006F1ADB" w:rsidRDefault="006F1ADB" w:rsidP="005A3479">
      <w:r>
        <w:lastRenderedPageBreak/>
        <w:t>— </w:t>
      </w:r>
      <w:r w:rsidR="005A3479">
        <w:t>Oui</w:t>
      </w:r>
      <w:r>
        <w:t xml:space="preserve">, </w:t>
      </w:r>
      <w:r w:rsidR="005A3479">
        <w:t>quand il s</w:t>
      </w:r>
      <w:r>
        <w:t>’</w:t>
      </w:r>
      <w:r w:rsidR="005A3479">
        <w:t>agit d</w:t>
      </w:r>
      <w:r>
        <w:t>’</w:t>
      </w:r>
      <w:r w:rsidR="005A3479">
        <w:t>un honnête et grave campagnard comme ce jeune homme</w:t>
      </w:r>
      <w:r>
        <w:t xml:space="preserve">. </w:t>
      </w:r>
      <w:r w:rsidR="005A3479">
        <w:t>Il n</w:t>
      </w:r>
      <w:r>
        <w:t>’</w:t>
      </w:r>
      <w:r w:rsidR="005A3479">
        <w:t>y a rien à faire avec les gens de la ville</w:t>
      </w:r>
      <w:r>
        <w:t xml:space="preserve">, </w:t>
      </w:r>
      <w:r w:rsidR="005A3479">
        <w:t>commerçants ou matelots</w:t>
      </w:r>
      <w:r>
        <w:t xml:space="preserve">… </w:t>
      </w:r>
      <w:r w:rsidR="005A3479">
        <w:t>Ceux-là sont bons pour attr</w:t>
      </w:r>
      <w:r w:rsidR="005A3479">
        <w:t>a</w:t>
      </w:r>
      <w:r w:rsidR="005A3479">
        <w:t>per les femmes</w:t>
      </w:r>
      <w:r>
        <w:t>.</w:t>
      </w:r>
    </w:p>
    <w:p w14:paraId="5D0EE80A" w14:textId="77777777" w:rsidR="006F1ADB" w:rsidRDefault="005A3479" w:rsidP="005A3479">
      <w:r>
        <w:t>Les compagnes d</w:t>
      </w:r>
      <w:r w:rsidR="006F1ADB">
        <w:t>’</w:t>
      </w:r>
      <w:proofErr w:type="spellStart"/>
      <w:r>
        <w:t>Arabella</w:t>
      </w:r>
      <w:proofErr w:type="spellEnd"/>
      <w:r>
        <w:t xml:space="preserve"> lui parlèrent un instant à voix basse</w:t>
      </w:r>
      <w:r w:rsidR="006F1ADB">
        <w:t xml:space="preserve">, </w:t>
      </w:r>
      <w:r>
        <w:t>quoique personne ne pût les entendre</w:t>
      </w:r>
      <w:r w:rsidR="006F1ADB">
        <w:t xml:space="preserve">, </w:t>
      </w:r>
      <w:r>
        <w:t>tout en l</w:t>
      </w:r>
      <w:r w:rsidR="006F1ADB">
        <w:t>’</w:t>
      </w:r>
      <w:r>
        <w:t>observant avec curiosité</w:t>
      </w:r>
      <w:r w:rsidR="006F1ADB">
        <w:t>.</w:t>
      </w:r>
    </w:p>
    <w:p w14:paraId="3B846540" w14:textId="77777777" w:rsidR="006F1ADB" w:rsidRDefault="006F1ADB" w:rsidP="005A3479">
      <w:r>
        <w:t>— </w:t>
      </w:r>
      <w:r w:rsidR="005A3479">
        <w:t>Ah</w:t>
      </w:r>
      <w:r>
        <w:t xml:space="preserve"> ! </w:t>
      </w:r>
      <w:r w:rsidR="005A3479">
        <w:t xml:space="preserve">fit </w:t>
      </w:r>
      <w:proofErr w:type="spellStart"/>
      <w:r w:rsidR="005A3479">
        <w:t>Arabella</w:t>
      </w:r>
      <w:proofErr w:type="spellEnd"/>
      <w:r>
        <w:t xml:space="preserve">, </w:t>
      </w:r>
      <w:r w:rsidR="005A3479">
        <w:t>je comprends</w:t>
      </w:r>
      <w:r>
        <w:t xml:space="preserve">… </w:t>
      </w:r>
      <w:r w:rsidR="005A3479">
        <w:t>Mais supposez que l</w:t>
      </w:r>
      <w:r>
        <w:t>’</w:t>
      </w:r>
      <w:r w:rsidR="005A3479">
        <w:t>homme ne soit pas honnête</w:t>
      </w:r>
      <w:r>
        <w:t xml:space="preserve">… </w:t>
      </w:r>
      <w:r w:rsidR="005A3479">
        <w:t>C</w:t>
      </w:r>
      <w:r>
        <w:t>’</w:t>
      </w:r>
      <w:r w:rsidR="005A3479">
        <w:t>est bien dangereux pour la femme</w:t>
      </w:r>
      <w:r>
        <w:t xml:space="preserve">, </w:t>
      </w:r>
      <w:r w:rsidR="005A3479">
        <w:t>de risquer ça</w:t>
      </w:r>
      <w:r>
        <w:t>.</w:t>
      </w:r>
    </w:p>
    <w:p w14:paraId="18D57CCF" w14:textId="77777777" w:rsidR="006F1ADB" w:rsidRDefault="006F1ADB" w:rsidP="005A3479">
      <w:r>
        <w:t>— </w:t>
      </w:r>
      <w:r w:rsidR="005A3479">
        <w:t>Qui ne risque rien n</w:t>
      </w:r>
      <w:r>
        <w:t>’</w:t>
      </w:r>
      <w:r w:rsidR="005A3479">
        <w:t>a rien</w:t>
      </w:r>
      <w:r>
        <w:t xml:space="preserve">. </w:t>
      </w:r>
      <w:r w:rsidR="005A3479">
        <w:t>Assurez-vous d</w:t>
      </w:r>
      <w:r>
        <w:t>’</w:t>
      </w:r>
      <w:r w:rsidR="005A3479">
        <w:t>abord qu</w:t>
      </w:r>
      <w:r>
        <w:t>’</w:t>
      </w:r>
      <w:r w:rsidR="005A3479">
        <w:t>il est honnête</w:t>
      </w:r>
      <w:r>
        <w:t xml:space="preserve">… </w:t>
      </w:r>
      <w:r w:rsidR="005A3479">
        <w:t>et bonne chance</w:t>
      </w:r>
      <w:r>
        <w:t xml:space="preserve">. </w:t>
      </w:r>
      <w:r w:rsidR="005A3479">
        <w:t>C</w:t>
      </w:r>
      <w:r>
        <w:t>’</w:t>
      </w:r>
      <w:r w:rsidR="005A3479">
        <w:t>est le sort des filles</w:t>
      </w:r>
      <w:r>
        <w:t xml:space="preserve">… </w:t>
      </w:r>
      <w:r w:rsidR="005A3479">
        <w:t>Croyez-vous qu</w:t>
      </w:r>
      <w:r>
        <w:t>’</w:t>
      </w:r>
      <w:r w:rsidR="005A3479">
        <w:t>elles pourraient se marier autrement</w:t>
      </w:r>
      <w:r>
        <w:t> ?</w:t>
      </w:r>
    </w:p>
    <w:p w14:paraId="1AB34DCB" w14:textId="77777777" w:rsidR="006F1ADB" w:rsidRDefault="005A3479" w:rsidP="005A3479">
      <w:proofErr w:type="spellStart"/>
      <w:r>
        <w:t>Arabella</w:t>
      </w:r>
      <w:proofErr w:type="spellEnd"/>
      <w:r>
        <w:t xml:space="preserve"> s</w:t>
      </w:r>
      <w:r w:rsidR="006F1ADB">
        <w:t>’</w:t>
      </w:r>
      <w:r>
        <w:t>en retourna</w:t>
      </w:r>
      <w:r w:rsidR="006F1ADB">
        <w:t xml:space="preserve">, </w:t>
      </w:r>
      <w:r>
        <w:t>silencieuse</w:t>
      </w:r>
      <w:r w:rsidR="006F1ADB">
        <w:t xml:space="preserve">, </w:t>
      </w:r>
      <w:r>
        <w:t>et</w:t>
      </w:r>
      <w:r w:rsidR="006F1ADB">
        <w:t xml:space="preserve">, </w:t>
      </w:r>
      <w:r>
        <w:t>sans l</w:t>
      </w:r>
      <w:r w:rsidR="006F1ADB">
        <w:t>’</w:t>
      </w:r>
      <w:r>
        <w:t>avouer à ses amies</w:t>
      </w:r>
      <w:r w:rsidR="006F1ADB">
        <w:t xml:space="preserve">, </w:t>
      </w:r>
      <w:r>
        <w:t>elle murmura</w:t>
      </w:r>
      <w:r w:rsidR="006F1ADB">
        <w:t> :</w:t>
      </w:r>
    </w:p>
    <w:p w14:paraId="2CBD3491" w14:textId="77777777" w:rsidR="006F1ADB" w:rsidRDefault="006F1ADB" w:rsidP="005A3479">
      <w:r>
        <w:t>— </w:t>
      </w:r>
      <w:r w:rsidR="005A3479">
        <w:t>J</w:t>
      </w:r>
      <w:r>
        <w:t>’</w:t>
      </w:r>
      <w:r w:rsidR="005A3479">
        <w:t>essaierai</w:t>
      </w:r>
      <w:r>
        <w:t>.</w:t>
      </w:r>
    </w:p>
    <w:p w14:paraId="5B1341A2" w14:textId="6BBC2AA7" w:rsidR="005A3479" w:rsidRDefault="005A3479" w:rsidP="006F1ADB">
      <w:pPr>
        <w:pStyle w:val="Titre2"/>
      </w:pPr>
      <w:bookmarkStart w:id="15" w:name="__RefHeading__17_1957917597"/>
      <w:bookmarkStart w:id="16" w:name="_Toc202369623"/>
      <w:bookmarkEnd w:id="15"/>
      <w:r>
        <w:lastRenderedPageBreak/>
        <w:t>VIII</w:t>
      </w:r>
      <w:bookmarkEnd w:id="16"/>
    </w:p>
    <w:p w14:paraId="32164E98" w14:textId="77777777" w:rsidR="006F1ADB" w:rsidRDefault="005A3479" w:rsidP="005A3479">
      <w:r>
        <w:t>À la fin de la semaine suivante</w:t>
      </w:r>
      <w:r w:rsidR="006F1ADB">
        <w:t xml:space="preserve">, </w:t>
      </w:r>
      <w:r>
        <w:t xml:space="preserve">Jude quitta </w:t>
      </w:r>
      <w:proofErr w:type="spellStart"/>
      <w:r>
        <w:t>Alfredston</w:t>
      </w:r>
      <w:proofErr w:type="spellEnd"/>
      <w:r>
        <w:t xml:space="preserve"> pour </w:t>
      </w:r>
      <w:proofErr w:type="spellStart"/>
      <w:r>
        <w:t>Marygreen</w:t>
      </w:r>
      <w:proofErr w:type="spellEnd"/>
      <w:r w:rsidR="006F1ADB">
        <w:t xml:space="preserve">, </w:t>
      </w:r>
      <w:r>
        <w:t>attiré par un désir tout autre que celui de voir sa tante</w:t>
      </w:r>
      <w:r w:rsidR="006F1ADB">
        <w:t xml:space="preserve">. </w:t>
      </w:r>
      <w:r>
        <w:t>Chemin faisant</w:t>
      </w:r>
      <w:r w:rsidR="006F1ADB">
        <w:t xml:space="preserve">, </w:t>
      </w:r>
      <w:r>
        <w:t>il fit un détour pour passer près de la maison d</w:t>
      </w:r>
      <w:r w:rsidR="006F1ADB">
        <w:t>’</w:t>
      </w:r>
      <w:proofErr w:type="spellStart"/>
      <w:r>
        <w:t>Arabella</w:t>
      </w:r>
      <w:proofErr w:type="spellEnd"/>
      <w:r w:rsidR="006F1ADB">
        <w:t xml:space="preserve">. </w:t>
      </w:r>
      <w:r>
        <w:t xml:space="preserve">Ses yeux curieux aperçurent soudain </w:t>
      </w:r>
      <w:proofErr w:type="spellStart"/>
      <w:r>
        <w:t>Arabe</w:t>
      </w:r>
      <w:r>
        <w:t>l</w:t>
      </w:r>
      <w:r>
        <w:t>la</w:t>
      </w:r>
      <w:proofErr w:type="spellEnd"/>
      <w:r>
        <w:t xml:space="preserve"> elle-même courant dans le jardin à la poursuite de trois c</w:t>
      </w:r>
      <w:r>
        <w:t>o</w:t>
      </w:r>
      <w:r>
        <w:t>chons de lait échappés de leur étable</w:t>
      </w:r>
      <w:r w:rsidR="006F1ADB">
        <w:t xml:space="preserve">. </w:t>
      </w:r>
      <w:r>
        <w:t>Elle appela Jude et le pria de l</w:t>
      </w:r>
      <w:r w:rsidR="006F1ADB">
        <w:t>’</w:t>
      </w:r>
      <w:r>
        <w:t>aider à rattraper les animaux</w:t>
      </w:r>
      <w:r w:rsidR="006F1ADB">
        <w:t>.</w:t>
      </w:r>
    </w:p>
    <w:p w14:paraId="3E504880" w14:textId="77777777" w:rsidR="006F1ADB" w:rsidRDefault="006F1ADB" w:rsidP="005A3479">
      <w:r>
        <w:t>— </w:t>
      </w:r>
      <w:r w:rsidR="005A3479">
        <w:t>Il n</w:t>
      </w:r>
      <w:r>
        <w:t>’</w:t>
      </w:r>
      <w:r w:rsidR="005A3479">
        <w:t>y a personne à la maison</w:t>
      </w:r>
      <w:r>
        <w:t xml:space="preserve">, </w:t>
      </w:r>
      <w:r w:rsidR="005A3479">
        <w:t>excepté ma mère</w:t>
      </w:r>
      <w:r>
        <w:t xml:space="preserve">. </w:t>
      </w:r>
      <w:r w:rsidR="005A3479">
        <w:t>Fermez la porte du jardin</w:t>
      </w:r>
      <w:r>
        <w:t xml:space="preserve">… </w:t>
      </w:r>
      <w:r w:rsidR="005A3479">
        <w:t>Ah</w:t>
      </w:r>
      <w:r>
        <w:t xml:space="preserve"> ! </w:t>
      </w:r>
      <w:r w:rsidR="005A3479">
        <w:t>si je n</w:t>
      </w:r>
      <w:r>
        <w:t>’</w:t>
      </w:r>
      <w:r w:rsidR="005A3479">
        <w:t>y prenais garde</w:t>
      </w:r>
      <w:r>
        <w:t xml:space="preserve">, </w:t>
      </w:r>
      <w:r w:rsidR="005A3479">
        <w:t>ils seraient vite perdus</w:t>
      </w:r>
      <w:r>
        <w:t>.</w:t>
      </w:r>
    </w:p>
    <w:p w14:paraId="21008C93" w14:textId="77777777" w:rsidR="006F1ADB" w:rsidRDefault="005A3479" w:rsidP="005A3479">
      <w:r>
        <w:t>Ils se mirent à courir ensemble</w:t>
      </w:r>
      <w:r w:rsidR="006F1ADB">
        <w:t xml:space="preserve">, </w:t>
      </w:r>
      <w:r>
        <w:t>à travers le potager</w:t>
      </w:r>
      <w:r w:rsidR="006F1ADB">
        <w:t xml:space="preserve">. </w:t>
      </w:r>
      <w:r>
        <w:t>Le premier cochon fut pris aisément</w:t>
      </w:r>
      <w:r w:rsidR="006F1ADB">
        <w:t xml:space="preserve"> ; </w:t>
      </w:r>
      <w:r>
        <w:t>le second fit quelques diff</w:t>
      </w:r>
      <w:r>
        <w:t>i</w:t>
      </w:r>
      <w:r>
        <w:t>cultés</w:t>
      </w:r>
      <w:r w:rsidR="006F1ADB">
        <w:t xml:space="preserve">. </w:t>
      </w:r>
      <w:r>
        <w:t>Le troisième</w:t>
      </w:r>
      <w:r w:rsidR="006F1ADB">
        <w:t xml:space="preserve">, </w:t>
      </w:r>
      <w:r>
        <w:t>plus obstiné et plus agile</w:t>
      </w:r>
      <w:r w:rsidR="006F1ADB">
        <w:t xml:space="preserve">, </w:t>
      </w:r>
      <w:r>
        <w:t>fila à travers la clôture par le sentier</w:t>
      </w:r>
      <w:r w:rsidR="006F1ADB">
        <w:t xml:space="preserve">. </w:t>
      </w:r>
      <w:r>
        <w:t xml:space="preserve">Jude et </w:t>
      </w:r>
      <w:proofErr w:type="spellStart"/>
      <w:r>
        <w:t>Arabella</w:t>
      </w:r>
      <w:proofErr w:type="spellEnd"/>
      <w:r>
        <w:t xml:space="preserve"> le poursuivirent et</w:t>
      </w:r>
      <w:r w:rsidR="006F1ADB">
        <w:t xml:space="preserve">, </w:t>
      </w:r>
      <w:r>
        <w:t>après une longue course à travers champs</w:t>
      </w:r>
      <w:r w:rsidR="006F1ADB">
        <w:t xml:space="preserve">, </w:t>
      </w:r>
      <w:r>
        <w:t>ils le virent se diriger vers une ferme voisine</w:t>
      </w:r>
      <w:r w:rsidR="006F1ADB">
        <w:t>.</w:t>
      </w:r>
    </w:p>
    <w:p w14:paraId="638E0345" w14:textId="77777777" w:rsidR="006F1ADB" w:rsidRDefault="006F1ADB" w:rsidP="005A3479">
      <w:r>
        <w:t>— </w:t>
      </w:r>
      <w:r w:rsidR="005A3479">
        <w:t>Tant mieux</w:t>
      </w:r>
      <w:r>
        <w:t xml:space="preserve"> ! </w:t>
      </w:r>
      <w:r w:rsidR="005A3479">
        <w:t>s</w:t>
      </w:r>
      <w:r>
        <w:t>’</w:t>
      </w:r>
      <w:r w:rsidR="005A3479">
        <w:t xml:space="preserve">écria </w:t>
      </w:r>
      <w:proofErr w:type="spellStart"/>
      <w:r w:rsidR="005A3479">
        <w:t>Arabella</w:t>
      </w:r>
      <w:proofErr w:type="spellEnd"/>
      <w:r>
        <w:t xml:space="preserve">. </w:t>
      </w:r>
      <w:r w:rsidR="005A3479">
        <w:t>Les fermiers nous connai</w:t>
      </w:r>
      <w:r w:rsidR="005A3479">
        <w:t>s</w:t>
      </w:r>
      <w:r w:rsidR="005A3479">
        <w:t>sent</w:t>
      </w:r>
      <w:r>
        <w:t xml:space="preserve">. </w:t>
      </w:r>
      <w:r w:rsidR="005A3479">
        <w:t>Ils nous le feront ramener</w:t>
      </w:r>
      <w:r>
        <w:t xml:space="preserve">. </w:t>
      </w:r>
      <w:r w:rsidR="005A3479">
        <w:t>Ah</w:t>
      </w:r>
      <w:r>
        <w:t xml:space="preserve"> ! </w:t>
      </w:r>
      <w:r w:rsidR="005A3479">
        <w:t>mon ami</w:t>
      </w:r>
      <w:r>
        <w:t xml:space="preserve">, </w:t>
      </w:r>
      <w:r w:rsidR="005A3479">
        <w:t>que je suis lasse</w:t>
      </w:r>
      <w:r>
        <w:t> !</w:t>
      </w:r>
    </w:p>
    <w:p w14:paraId="269DFC7C" w14:textId="77777777" w:rsidR="006F1ADB" w:rsidRDefault="005A3479" w:rsidP="005A3479">
      <w:r>
        <w:t>Sans lâcher la main de Jude</w:t>
      </w:r>
      <w:r w:rsidR="006F1ADB">
        <w:t xml:space="preserve">, </w:t>
      </w:r>
      <w:r>
        <w:t>elle se jeta sur le sol près d</w:t>
      </w:r>
      <w:r w:rsidR="006F1ADB">
        <w:t>’</w:t>
      </w:r>
      <w:r>
        <w:t>un buisson rabougri</w:t>
      </w:r>
      <w:r w:rsidR="006F1ADB">
        <w:t xml:space="preserve">, </w:t>
      </w:r>
      <w:r>
        <w:t>entraînant le jeune homme</w:t>
      </w:r>
      <w:r w:rsidR="006F1ADB">
        <w:t xml:space="preserve">, </w:t>
      </w:r>
      <w:r>
        <w:t>qui tomba à g</w:t>
      </w:r>
      <w:r>
        <w:t>e</w:t>
      </w:r>
      <w:r>
        <w:t>noux</w:t>
      </w:r>
      <w:r w:rsidR="006F1ADB">
        <w:t>.</w:t>
      </w:r>
    </w:p>
    <w:p w14:paraId="17443C50" w14:textId="77777777" w:rsidR="006F1ADB" w:rsidRDefault="006F1ADB" w:rsidP="005A3479">
      <w:r>
        <w:t>— </w:t>
      </w:r>
      <w:r w:rsidR="005A3479">
        <w:t>Oh</w:t>
      </w:r>
      <w:r>
        <w:t xml:space="preserve"> ! </w:t>
      </w:r>
      <w:r w:rsidR="005A3479">
        <w:t>pardon</w:t>
      </w:r>
      <w:r>
        <w:t xml:space="preserve"> ; </w:t>
      </w:r>
      <w:r w:rsidR="005A3479">
        <w:t>je ne l</w:t>
      </w:r>
      <w:r>
        <w:t>’</w:t>
      </w:r>
      <w:r w:rsidR="005A3479">
        <w:t>ai pas fait exprès</w:t>
      </w:r>
      <w:r>
        <w:t xml:space="preserve">… </w:t>
      </w:r>
      <w:r w:rsidR="005A3479">
        <w:t>Je suis tellement fatiguée</w:t>
      </w:r>
      <w:r>
        <w:t>…</w:t>
      </w:r>
    </w:p>
    <w:p w14:paraId="0A629A68" w14:textId="77777777" w:rsidR="006F1ADB" w:rsidRDefault="005A3479" w:rsidP="005A3479">
      <w:r>
        <w:t>Elle s</w:t>
      </w:r>
      <w:r w:rsidR="006F1ADB">
        <w:t>’</w:t>
      </w:r>
      <w:r>
        <w:t>étendit sur le dos</w:t>
      </w:r>
      <w:r w:rsidR="006F1ADB">
        <w:t xml:space="preserve">, </w:t>
      </w:r>
      <w:r>
        <w:t>regardant l</w:t>
      </w:r>
      <w:r w:rsidR="006F1ADB">
        <w:t>’</w:t>
      </w:r>
      <w:r>
        <w:t>azur infini</w:t>
      </w:r>
      <w:r w:rsidR="006F1ADB">
        <w:t xml:space="preserve">, </w:t>
      </w:r>
      <w:r>
        <w:t>sa main r</w:t>
      </w:r>
      <w:r>
        <w:t>e</w:t>
      </w:r>
      <w:r>
        <w:t>tenant celle de Jude dans une ardente pression</w:t>
      </w:r>
      <w:r w:rsidR="006F1ADB">
        <w:t xml:space="preserve">. </w:t>
      </w:r>
      <w:r>
        <w:t>Il s</w:t>
      </w:r>
      <w:r w:rsidR="006F1ADB">
        <w:t>’</w:t>
      </w:r>
      <w:r>
        <w:t>appuya sur le coude</w:t>
      </w:r>
      <w:r w:rsidR="006F1ADB">
        <w:t xml:space="preserve">, </w:t>
      </w:r>
      <w:r>
        <w:t>auprès d</w:t>
      </w:r>
      <w:r w:rsidR="006F1ADB">
        <w:t>’</w:t>
      </w:r>
      <w:r>
        <w:t>elle</w:t>
      </w:r>
      <w:r w:rsidR="006F1ADB">
        <w:t>.</w:t>
      </w:r>
    </w:p>
    <w:p w14:paraId="000B27C2" w14:textId="77777777" w:rsidR="006F1ADB" w:rsidRDefault="006F1ADB" w:rsidP="005A3479">
      <w:r>
        <w:lastRenderedPageBreak/>
        <w:t>— </w:t>
      </w:r>
      <w:r w:rsidR="005A3479">
        <w:t>Nous avons couru pour rien</w:t>
      </w:r>
      <w:r>
        <w:t xml:space="preserve">, </w:t>
      </w:r>
      <w:r w:rsidR="005A3479">
        <w:t xml:space="preserve">dit </w:t>
      </w:r>
      <w:proofErr w:type="spellStart"/>
      <w:r w:rsidR="005A3479">
        <w:t>Arabella</w:t>
      </w:r>
      <w:proofErr w:type="spellEnd"/>
      <w:r>
        <w:t>.</w:t>
      </w:r>
    </w:p>
    <w:p w14:paraId="07AA6F07" w14:textId="77777777" w:rsidR="006F1ADB" w:rsidRDefault="005A3479" w:rsidP="005A3479">
      <w:r>
        <w:t>Son sein se soulevait</w:t>
      </w:r>
      <w:r w:rsidR="006F1ADB">
        <w:t xml:space="preserve">, </w:t>
      </w:r>
      <w:r>
        <w:t>son visage rougissait</w:t>
      </w:r>
      <w:r w:rsidR="006F1ADB">
        <w:t xml:space="preserve">, </w:t>
      </w:r>
      <w:r>
        <w:t>ses belles lèvres se séparaient</w:t>
      </w:r>
      <w:r w:rsidR="006F1ADB">
        <w:t xml:space="preserve">, </w:t>
      </w:r>
      <w:r>
        <w:t>tout humides</w:t>
      </w:r>
      <w:r w:rsidR="006F1ADB">
        <w:t>.</w:t>
      </w:r>
    </w:p>
    <w:p w14:paraId="246A2BD1" w14:textId="77777777" w:rsidR="006F1ADB" w:rsidRDefault="006F1ADB" w:rsidP="005A3479">
      <w:r>
        <w:t>— </w:t>
      </w:r>
      <w:r w:rsidR="005A3479">
        <w:t>Eh bien</w:t>
      </w:r>
      <w:r>
        <w:t xml:space="preserve"> ? </w:t>
      </w:r>
      <w:r w:rsidR="005A3479">
        <w:t>Pourquoi ne me dites-vous rien</w:t>
      </w:r>
      <w:r>
        <w:t xml:space="preserve">, </w:t>
      </w:r>
      <w:r w:rsidR="005A3479">
        <w:t>mon chéri</w:t>
      </w:r>
      <w:r>
        <w:t> ?</w:t>
      </w:r>
    </w:p>
    <w:p w14:paraId="13993692" w14:textId="77777777" w:rsidR="006F1ADB" w:rsidRDefault="006F1ADB" w:rsidP="005A3479">
      <w:r>
        <w:t>— </w:t>
      </w:r>
      <w:r w:rsidR="005A3479">
        <w:t>Je suis essoufflé</w:t>
      </w:r>
      <w:r>
        <w:t xml:space="preserve">, </w:t>
      </w:r>
      <w:r w:rsidR="005A3479">
        <w:t>moi aussi</w:t>
      </w:r>
      <w:r>
        <w:t>.</w:t>
      </w:r>
    </w:p>
    <w:p w14:paraId="667AD976" w14:textId="77777777" w:rsidR="006F1ADB" w:rsidRDefault="005A3479" w:rsidP="005A3479">
      <w:r>
        <w:t>Ils étaient dans la plus absolue solitude</w:t>
      </w:r>
      <w:r w:rsidR="006F1ADB">
        <w:t xml:space="preserve">, </w:t>
      </w:r>
      <w:r>
        <w:t>au centre d</w:t>
      </w:r>
      <w:r w:rsidR="006F1ADB">
        <w:t>’</w:t>
      </w:r>
      <w:r>
        <w:t>un immense espace vide</w:t>
      </w:r>
      <w:r w:rsidR="006F1ADB">
        <w:t xml:space="preserve">, </w:t>
      </w:r>
      <w:r>
        <w:t>d</w:t>
      </w:r>
      <w:r w:rsidR="006F1ADB">
        <w:t>’</w:t>
      </w:r>
      <w:r>
        <w:t>où l</w:t>
      </w:r>
      <w:r w:rsidR="006F1ADB">
        <w:t>’</w:t>
      </w:r>
      <w:r>
        <w:t xml:space="preserve">on aurait pu distinguer le paysage qui environne </w:t>
      </w:r>
      <w:proofErr w:type="spellStart"/>
      <w:r>
        <w:t>Christminster</w:t>
      </w:r>
      <w:proofErr w:type="spellEnd"/>
      <w:r w:rsidR="006F1ADB">
        <w:t xml:space="preserve">. </w:t>
      </w:r>
      <w:r>
        <w:t>Mais Jude n</w:t>
      </w:r>
      <w:r w:rsidR="006F1ADB">
        <w:t>’</w:t>
      </w:r>
      <w:r>
        <w:t>en avait nul souci</w:t>
      </w:r>
      <w:r w:rsidR="006F1ADB">
        <w:t>.</w:t>
      </w:r>
    </w:p>
    <w:p w14:paraId="12AA7A49" w14:textId="77777777" w:rsidR="006F1ADB" w:rsidRDefault="006F1ADB" w:rsidP="005A3479">
      <w:r>
        <w:t>— </w:t>
      </w:r>
      <w:r w:rsidR="005A3479">
        <w:t>Oh</w:t>
      </w:r>
      <w:r>
        <w:t xml:space="preserve"> ! </w:t>
      </w:r>
      <w:r w:rsidR="005A3479">
        <w:t>je vois quelque chose de très joli sur cet arbre</w:t>
      </w:r>
      <w:r>
        <w:t xml:space="preserve">, </w:t>
      </w:r>
      <w:r w:rsidR="005A3479">
        <w:t xml:space="preserve">dit </w:t>
      </w:r>
      <w:proofErr w:type="spellStart"/>
      <w:r w:rsidR="005A3479">
        <w:t>Arabella</w:t>
      </w:r>
      <w:proofErr w:type="spellEnd"/>
      <w:r>
        <w:t xml:space="preserve">… </w:t>
      </w:r>
      <w:r w:rsidR="005A3479">
        <w:t>Une espèce de chenille verte et jaune</w:t>
      </w:r>
      <w:r>
        <w:t xml:space="preserve">, </w:t>
      </w:r>
      <w:r w:rsidR="005A3479">
        <w:t>du plus beau vert</w:t>
      </w:r>
      <w:r>
        <w:t xml:space="preserve">, </w:t>
      </w:r>
      <w:r w:rsidR="005A3479">
        <w:t>du plus beau jaune qu</w:t>
      </w:r>
      <w:r>
        <w:t>’</w:t>
      </w:r>
      <w:r w:rsidR="005A3479">
        <w:t>on puisse voir</w:t>
      </w:r>
      <w:r>
        <w:t>.</w:t>
      </w:r>
    </w:p>
    <w:p w14:paraId="7D37DCB4" w14:textId="77777777" w:rsidR="006F1ADB" w:rsidRDefault="006F1ADB" w:rsidP="005A3479">
      <w:r>
        <w:t>— </w:t>
      </w:r>
      <w:r w:rsidR="005A3479">
        <w:t>Où donc</w:t>
      </w:r>
      <w:r>
        <w:t> ?</w:t>
      </w:r>
    </w:p>
    <w:p w14:paraId="1A7C433E" w14:textId="77777777" w:rsidR="006F1ADB" w:rsidRDefault="006F1ADB" w:rsidP="005A3479">
      <w:r>
        <w:t>— </w:t>
      </w:r>
      <w:r w:rsidR="005A3479">
        <w:t>Venez plus près</w:t>
      </w:r>
      <w:r>
        <w:t xml:space="preserve">, </w:t>
      </w:r>
      <w:r w:rsidR="005A3479">
        <w:t>vous verrez</w:t>
      </w:r>
      <w:r>
        <w:t>.</w:t>
      </w:r>
    </w:p>
    <w:p w14:paraId="3F212C01" w14:textId="77777777" w:rsidR="006F1ADB" w:rsidRDefault="005A3479" w:rsidP="005A3479">
      <w:r>
        <w:t>Il se rapprocha et leurs têtes se frôlèrent</w:t>
      </w:r>
      <w:r w:rsidR="006F1ADB">
        <w:t>.</w:t>
      </w:r>
    </w:p>
    <w:p w14:paraId="3E94913A" w14:textId="77777777" w:rsidR="006F1ADB" w:rsidRDefault="006F1ADB" w:rsidP="005A3479">
      <w:r>
        <w:t>— </w:t>
      </w:r>
      <w:r w:rsidR="005A3479">
        <w:t>Non</w:t>
      </w:r>
      <w:r>
        <w:t xml:space="preserve">, </w:t>
      </w:r>
      <w:r w:rsidR="005A3479">
        <w:t>je ne vois rien</w:t>
      </w:r>
      <w:r>
        <w:t>.</w:t>
      </w:r>
    </w:p>
    <w:p w14:paraId="2645AAE7" w14:textId="77777777" w:rsidR="006F1ADB" w:rsidRDefault="006F1ADB" w:rsidP="005A3479">
      <w:r>
        <w:t>— </w:t>
      </w:r>
      <w:r w:rsidR="005A3479">
        <w:t>Là</w:t>
      </w:r>
      <w:r>
        <w:t xml:space="preserve">, </w:t>
      </w:r>
      <w:r w:rsidR="005A3479">
        <w:t>près de cette feuille qui remue</w:t>
      </w:r>
      <w:r>
        <w:t>…</w:t>
      </w:r>
    </w:p>
    <w:p w14:paraId="56696E9E" w14:textId="77777777" w:rsidR="006F1ADB" w:rsidRDefault="006F1ADB" w:rsidP="005A3479">
      <w:r>
        <w:t>— </w:t>
      </w:r>
      <w:r w:rsidR="005A3479">
        <w:t>Rien</w:t>
      </w:r>
      <w:r>
        <w:t xml:space="preserve">, </w:t>
      </w:r>
      <w:r w:rsidR="005A3479">
        <w:t>dit-il</w:t>
      </w:r>
      <w:r>
        <w:t xml:space="preserve">, </w:t>
      </w:r>
      <w:r w:rsidR="005A3479">
        <w:t>rien</w:t>
      </w:r>
      <w:r>
        <w:t xml:space="preserve">… </w:t>
      </w:r>
      <w:r w:rsidR="005A3479">
        <w:t>Mais</w:t>
      </w:r>
      <w:r>
        <w:t xml:space="preserve">, </w:t>
      </w:r>
      <w:r w:rsidR="005A3479">
        <w:t>debout</w:t>
      </w:r>
      <w:r>
        <w:t xml:space="preserve">, </w:t>
      </w:r>
      <w:r w:rsidR="005A3479">
        <w:t>je verrai peut-être mieux</w:t>
      </w:r>
      <w:r>
        <w:t>.</w:t>
      </w:r>
    </w:p>
    <w:p w14:paraId="2359EABB" w14:textId="77777777" w:rsidR="006F1ADB" w:rsidRDefault="005A3479" w:rsidP="005A3479">
      <w:r>
        <w:t>Il se leva</w:t>
      </w:r>
      <w:r w:rsidR="006F1ADB">
        <w:t xml:space="preserve">. </w:t>
      </w:r>
      <w:proofErr w:type="spellStart"/>
      <w:r>
        <w:t>Arabella</w:t>
      </w:r>
      <w:proofErr w:type="spellEnd"/>
      <w:r>
        <w:t xml:space="preserve"> tourna la tête et dit d</w:t>
      </w:r>
      <w:r w:rsidR="006F1ADB">
        <w:t>’</w:t>
      </w:r>
      <w:r>
        <w:t>un air vexé</w:t>
      </w:r>
      <w:r w:rsidR="006F1ADB">
        <w:t> :</w:t>
      </w:r>
    </w:p>
    <w:p w14:paraId="42BA8323" w14:textId="77777777" w:rsidR="006F1ADB" w:rsidRDefault="006F1ADB" w:rsidP="005A3479">
      <w:r>
        <w:t>— </w:t>
      </w:r>
      <w:r w:rsidR="005A3479">
        <w:t>Êtes-vous bête</w:t>
      </w:r>
      <w:r>
        <w:t> !</w:t>
      </w:r>
    </w:p>
    <w:p w14:paraId="74DFA715" w14:textId="77777777" w:rsidR="006F1ADB" w:rsidRDefault="006F1ADB" w:rsidP="005A3479">
      <w:r>
        <w:t>— </w:t>
      </w:r>
      <w:r w:rsidR="005A3479">
        <w:t>Oh</w:t>
      </w:r>
      <w:r>
        <w:t xml:space="preserve"> ! </w:t>
      </w:r>
      <w:r w:rsidR="005A3479">
        <w:t>je ne tiens pas beaucoup à voir cette chenille</w:t>
      </w:r>
      <w:r>
        <w:t xml:space="preserve">… </w:t>
      </w:r>
      <w:r w:rsidR="005A3479">
        <w:t>Rel</w:t>
      </w:r>
      <w:r w:rsidR="005A3479">
        <w:t>e</w:t>
      </w:r>
      <w:r w:rsidR="005A3479">
        <w:t>vez-vous</w:t>
      </w:r>
      <w:r>
        <w:t xml:space="preserve">, </w:t>
      </w:r>
      <w:proofErr w:type="spellStart"/>
      <w:r w:rsidR="005A3479">
        <w:t>Arabella</w:t>
      </w:r>
      <w:proofErr w:type="spellEnd"/>
      <w:r>
        <w:t>.</w:t>
      </w:r>
    </w:p>
    <w:p w14:paraId="4EA7218F" w14:textId="77777777" w:rsidR="006F1ADB" w:rsidRDefault="006F1ADB" w:rsidP="005A3479">
      <w:r>
        <w:t>— </w:t>
      </w:r>
      <w:r w:rsidR="005A3479">
        <w:t>Pourquoi</w:t>
      </w:r>
      <w:r>
        <w:t> ?</w:t>
      </w:r>
    </w:p>
    <w:p w14:paraId="5190A19D" w14:textId="77777777" w:rsidR="006F1ADB" w:rsidRDefault="006F1ADB" w:rsidP="005A3479">
      <w:r>
        <w:lastRenderedPageBreak/>
        <w:t>— </w:t>
      </w:r>
      <w:r w:rsidR="005A3479">
        <w:t>Je veux vous embrasser</w:t>
      </w:r>
      <w:r>
        <w:t>.</w:t>
      </w:r>
    </w:p>
    <w:p w14:paraId="4EEB2238" w14:textId="77777777" w:rsidR="006F1ADB" w:rsidRDefault="005A3479" w:rsidP="005A3479">
      <w:r>
        <w:t>Elle le regarda</w:t>
      </w:r>
      <w:r w:rsidR="006F1ADB">
        <w:t xml:space="preserve">, </w:t>
      </w:r>
      <w:r>
        <w:t>sourit et se leva</w:t>
      </w:r>
      <w:r w:rsidR="006F1ADB">
        <w:t xml:space="preserve"> ; </w:t>
      </w:r>
      <w:r>
        <w:t>puis</w:t>
      </w:r>
      <w:r w:rsidR="006F1ADB">
        <w:t xml:space="preserve">, </w:t>
      </w:r>
      <w:r>
        <w:t>brusquement</w:t>
      </w:r>
      <w:r w:rsidR="006F1ADB">
        <w:t> :</w:t>
      </w:r>
    </w:p>
    <w:p w14:paraId="04B46064" w14:textId="77777777" w:rsidR="006F1ADB" w:rsidRDefault="006F1ADB" w:rsidP="005A3479">
      <w:r>
        <w:t>— </w:t>
      </w:r>
      <w:r w:rsidR="005A3479">
        <w:t>Il faut que je m</w:t>
      </w:r>
      <w:r>
        <w:t>’</w:t>
      </w:r>
      <w:r w:rsidR="005A3479">
        <w:t>en aille</w:t>
      </w:r>
      <w:r>
        <w:t xml:space="preserve">, </w:t>
      </w:r>
      <w:r w:rsidR="005A3479">
        <w:t>dit-elle en se sauvant</w:t>
      </w:r>
      <w:r>
        <w:t>.</w:t>
      </w:r>
    </w:p>
    <w:p w14:paraId="0AB9BA46" w14:textId="77777777" w:rsidR="006F1ADB" w:rsidRDefault="005A3479" w:rsidP="005A3479">
      <w:r>
        <w:t>Jude la suivit</w:t>
      </w:r>
      <w:r w:rsidR="006F1ADB">
        <w:t xml:space="preserve">, </w:t>
      </w:r>
      <w:r>
        <w:t>suppliant</w:t>
      </w:r>
      <w:r w:rsidR="006F1ADB">
        <w:t> :</w:t>
      </w:r>
    </w:p>
    <w:p w14:paraId="3345D6F0" w14:textId="77777777" w:rsidR="006F1ADB" w:rsidRDefault="006F1ADB" w:rsidP="005A3479">
      <w:r>
        <w:t>— </w:t>
      </w:r>
      <w:r w:rsidR="005A3479">
        <w:t>Un seul baiser</w:t>
      </w:r>
      <w:r>
        <w:t>.</w:t>
      </w:r>
    </w:p>
    <w:p w14:paraId="346C5F2F" w14:textId="77777777" w:rsidR="006F1ADB" w:rsidRDefault="006F1ADB" w:rsidP="005A3479">
      <w:r>
        <w:t>— </w:t>
      </w:r>
      <w:r w:rsidR="005A3479">
        <w:t>Non</w:t>
      </w:r>
      <w:r>
        <w:t>.</w:t>
      </w:r>
    </w:p>
    <w:p w14:paraId="6F1FA8D6" w14:textId="77777777" w:rsidR="006F1ADB" w:rsidRDefault="006F1ADB" w:rsidP="005A3479">
      <w:r>
        <w:t>— </w:t>
      </w:r>
      <w:r w:rsidR="005A3479">
        <w:t>Pourquoi</w:t>
      </w:r>
      <w:r>
        <w:t> ?</w:t>
      </w:r>
    </w:p>
    <w:p w14:paraId="1F5E48AB" w14:textId="77777777" w:rsidR="006F1ADB" w:rsidRDefault="005A3479" w:rsidP="005A3479">
      <w:r>
        <w:t>Elle serra les lèvres d</w:t>
      </w:r>
      <w:r w:rsidR="006F1ADB">
        <w:t>’</w:t>
      </w:r>
      <w:r>
        <w:t>un air offensé</w:t>
      </w:r>
      <w:r w:rsidR="006F1ADB">
        <w:t xml:space="preserve">, </w:t>
      </w:r>
      <w:r>
        <w:t>et Jude</w:t>
      </w:r>
      <w:r w:rsidR="006F1ADB">
        <w:t xml:space="preserve">, </w:t>
      </w:r>
      <w:r>
        <w:t>humble et d</w:t>
      </w:r>
      <w:r>
        <w:t>o</w:t>
      </w:r>
      <w:r>
        <w:t>cile comme un agneau</w:t>
      </w:r>
      <w:r w:rsidR="006F1ADB">
        <w:t xml:space="preserve">, </w:t>
      </w:r>
      <w:r>
        <w:t>raccompagna sans obtenir le baiser qu</w:t>
      </w:r>
      <w:r w:rsidR="006F1ADB">
        <w:t>’</w:t>
      </w:r>
      <w:r>
        <w:t>il désirait</w:t>
      </w:r>
      <w:r w:rsidR="006F1ADB">
        <w:t xml:space="preserve">. </w:t>
      </w:r>
      <w:r>
        <w:t>En la quittant</w:t>
      </w:r>
      <w:r w:rsidR="006F1ADB">
        <w:t xml:space="preserve">, </w:t>
      </w:r>
      <w:r>
        <w:t>il soupira</w:t>
      </w:r>
      <w:r w:rsidR="006F1ADB">
        <w:t> :</w:t>
      </w:r>
    </w:p>
    <w:p w14:paraId="1D17882E" w14:textId="77777777" w:rsidR="006F1ADB" w:rsidRDefault="006F1ADB" w:rsidP="005A3479">
      <w:r>
        <w:t>— </w:t>
      </w:r>
      <w:r w:rsidR="005A3479">
        <w:t>J</w:t>
      </w:r>
      <w:r>
        <w:t>’</w:t>
      </w:r>
      <w:r w:rsidR="005A3479">
        <w:t>ai pris trop de libertés avec elle</w:t>
      </w:r>
      <w:r>
        <w:t>.</w:t>
      </w:r>
    </w:p>
    <w:p w14:paraId="084DC6FE" w14:textId="77777777" w:rsidR="006F1ADB" w:rsidRDefault="005A3479" w:rsidP="005A3479">
      <w:r>
        <w:t>Et tout triste</w:t>
      </w:r>
      <w:r w:rsidR="006F1ADB">
        <w:t xml:space="preserve">, </w:t>
      </w:r>
      <w:r>
        <w:t xml:space="preserve">il atteignit </w:t>
      </w:r>
      <w:proofErr w:type="spellStart"/>
      <w:r>
        <w:t>Marygreen</w:t>
      </w:r>
      <w:proofErr w:type="spellEnd"/>
      <w:r w:rsidR="006F1ADB">
        <w:t>.</w:t>
      </w:r>
    </w:p>
    <w:p w14:paraId="31015675" w14:textId="77777777" w:rsidR="006F1ADB" w:rsidRDefault="005A3479" w:rsidP="005A3479">
      <w:r>
        <w:t>Le lendemain</w:t>
      </w:r>
      <w:r w:rsidR="006F1ADB">
        <w:t xml:space="preserve">, </w:t>
      </w:r>
      <w:r>
        <w:t>dans la journée</w:t>
      </w:r>
      <w:r w:rsidR="006F1ADB">
        <w:t xml:space="preserve">, </w:t>
      </w:r>
      <w:proofErr w:type="spellStart"/>
      <w:r>
        <w:t>Arabella</w:t>
      </w:r>
      <w:proofErr w:type="spellEnd"/>
      <w:r>
        <w:t xml:space="preserve"> s</w:t>
      </w:r>
      <w:r w:rsidR="006F1ADB">
        <w:t>’</w:t>
      </w:r>
      <w:r>
        <w:t>arrangea pour congédier toute la famille</w:t>
      </w:r>
      <w:r w:rsidR="006F1ADB">
        <w:t xml:space="preserve">. </w:t>
      </w:r>
      <w:r>
        <w:t>Puis elle retrouva Jude</w:t>
      </w:r>
      <w:r w:rsidR="006F1ADB">
        <w:t xml:space="preserve">, </w:t>
      </w:r>
      <w:r>
        <w:t>qui maint</w:t>
      </w:r>
      <w:r>
        <w:t>e</w:t>
      </w:r>
      <w:r>
        <w:t>nant n</w:t>
      </w:r>
      <w:r w:rsidR="006F1ADB">
        <w:t>’</w:t>
      </w:r>
      <w:r>
        <w:t>ouvrait plus ses livres de grec et de latin</w:t>
      </w:r>
      <w:r w:rsidR="006F1ADB">
        <w:t xml:space="preserve">, </w:t>
      </w:r>
      <w:r>
        <w:t>et fit avec lui une longue promenade</w:t>
      </w:r>
      <w:r w:rsidR="006F1ADB">
        <w:t xml:space="preserve">. </w:t>
      </w:r>
      <w:r>
        <w:t>Il marchait près d</w:t>
      </w:r>
      <w:r w:rsidR="006F1ADB">
        <w:t>’</w:t>
      </w:r>
      <w:r>
        <w:t>elle sans trop savoir où il était</w:t>
      </w:r>
      <w:r w:rsidR="006F1ADB">
        <w:t xml:space="preserve"> ; </w:t>
      </w:r>
      <w:r>
        <w:t>et quand il l</w:t>
      </w:r>
      <w:r w:rsidR="006F1ADB">
        <w:t>’</w:t>
      </w:r>
      <w:r>
        <w:t>eut reconduite</w:t>
      </w:r>
      <w:r w:rsidR="006F1ADB">
        <w:t xml:space="preserve">, </w:t>
      </w:r>
      <w:r>
        <w:t>il murmura</w:t>
      </w:r>
      <w:r w:rsidR="006F1ADB">
        <w:t> :</w:t>
      </w:r>
    </w:p>
    <w:p w14:paraId="14B38A40" w14:textId="77777777" w:rsidR="006F1ADB" w:rsidRDefault="006F1ADB" w:rsidP="005A3479">
      <w:r>
        <w:t>— </w:t>
      </w:r>
      <w:r w:rsidR="005A3479">
        <w:t>Êtes-vous si pressée de rentrer</w:t>
      </w:r>
      <w:r>
        <w:t xml:space="preserve"> ?… </w:t>
      </w:r>
      <w:r w:rsidR="005A3479">
        <w:t>Il ne fait pas nuit e</w:t>
      </w:r>
      <w:r w:rsidR="005A3479">
        <w:t>n</w:t>
      </w:r>
      <w:r w:rsidR="005A3479">
        <w:t>core</w:t>
      </w:r>
      <w:r>
        <w:t>.</w:t>
      </w:r>
    </w:p>
    <w:p w14:paraId="0938BDA7" w14:textId="77777777" w:rsidR="006F1ADB" w:rsidRDefault="006F1ADB" w:rsidP="005A3479">
      <w:r>
        <w:t>— </w:t>
      </w:r>
      <w:r w:rsidR="005A3479">
        <w:t>Attendez un moment</w:t>
      </w:r>
      <w:r>
        <w:t xml:space="preserve">, </w:t>
      </w:r>
      <w:r w:rsidR="005A3479">
        <w:t>dit-elle</w:t>
      </w:r>
      <w:r>
        <w:t xml:space="preserve">… </w:t>
      </w:r>
      <w:r w:rsidR="005A3479">
        <w:t>Ah</w:t>
      </w:r>
      <w:r>
        <w:t xml:space="preserve"> ! </w:t>
      </w:r>
      <w:r w:rsidR="005A3479">
        <w:t>la porte est fermée</w:t>
      </w:r>
      <w:r>
        <w:t xml:space="preserve">… </w:t>
      </w:r>
      <w:r w:rsidR="005A3479">
        <w:t>Ils sont à l</w:t>
      </w:r>
      <w:r>
        <w:t>’</w:t>
      </w:r>
      <w:r w:rsidR="005A3479">
        <w:t>église</w:t>
      </w:r>
      <w:r>
        <w:t>…</w:t>
      </w:r>
    </w:p>
    <w:p w14:paraId="3818F5DA" w14:textId="77777777" w:rsidR="006F1ADB" w:rsidRDefault="005A3479" w:rsidP="005A3479">
      <w:r>
        <w:t>Elle trouva la clef</w:t>
      </w:r>
      <w:r w:rsidR="006F1ADB">
        <w:t xml:space="preserve">, </w:t>
      </w:r>
      <w:r>
        <w:t>ouvrit et déclara</w:t>
      </w:r>
      <w:r w:rsidR="006F1ADB">
        <w:t> :</w:t>
      </w:r>
    </w:p>
    <w:p w14:paraId="7EF462C4" w14:textId="77777777" w:rsidR="006F1ADB" w:rsidRDefault="006F1ADB" w:rsidP="005A3479">
      <w:r>
        <w:t>— </w:t>
      </w:r>
      <w:r w:rsidR="005A3479">
        <w:t>Vous allez entrer un instant</w:t>
      </w:r>
      <w:r>
        <w:t xml:space="preserve">… </w:t>
      </w:r>
      <w:r w:rsidR="005A3479">
        <w:t>Nous serons seuls</w:t>
      </w:r>
      <w:r>
        <w:t>.</w:t>
      </w:r>
    </w:p>
    <w:p w14:paraId="7CB61270" w14:textId="77777777" w:rsidR="006F1ADB" w:rsidRDefault="006F1ADB" w:rsidP="005A3479">
      <w:r>
        <w:t>— </w:t>
      </w:r>
      <w:r w:rsidR="005A3479">
        <w:t>Volontiers</w:t>
      </w:r>
      <w:r>
        <w:t xml:space="preserve">, </w:t>
      </w:r>
      <w:r w:rsidR="005A3479">
        <w:t>dit Jude gaiement</w:t>
      </w:r>
      <w:r>
        <w:t xml:space="preserve">, </w:t>
      </w:r>
      <w:r w:rsidR="005A3479">
        <w:t>car il n</w:t>
      </w:r>
      <w:r>
        <w:t>’</w:t>
      </w:r>
      <w:r w:rsidR="005A3479">
        <w:t>avait pas rêvé p</w:t>
      </w:r>
      <w:r w:rsidR="005A3479">
        <w:t>a</w:t>
      </w:r>
      <w:r w:rsidR="005A3479">
        <w:t>reille aubaine</w:t>
      </w:r>
      <w:r>
        <w:t>.</w:t>
      </w:r>
    </w:p>
    <w:p w14:paraId="23BB3FE1" w14:textId="77777777" w:rsidR="006F1ADB" w:rsidRDefault="005A3479" w:rsidP="005A3479">
      <w:r>
        <w:lastRenderedPageBreak/>
        <w:t>Ils entrèrent</w:t>
      </w:r>
      <w:r w:rsidR="006F1ADB">
        <w:t xml:space="preserve">… </w:t>
      </w:r>
      <w:r>
        <w:t>Jude voulait-il du thé</w:t>
      </w:r>
      <w:r w:rsidR="006F1ADB">
        <w:t xml:space="preserve"> ? </w:t>
      </w:r>
      <w:r>
        <w:t>Non</w:t>
      </w:r>
      <w:r w:rsidR="006F1ADB">
        <w:t xml:space="preserve">, </w:t>
      </w:r>
      <w:r>
        <w:t>il préférait s</w:t>
      </w:r>
      <w:r w:rsidR="006F1ADB">
        <w:t>’</w:t>
      </w:r>
      <w:r>
        <w:t xml:space="preserve">asseoir et causer avec </w:t>
      </w:r>
      <w:proofErr w:type="spellStart"/>
      <w:r>
        <w:t>Arabella</w:t>
      </w:r>
      <w:proofErr w:type="spellEnd"/>
      <w:r w:rsidR="006F1ADB">
        <w:t xml:space="preserve">. </w:t>
      </w:r>
      <w:r>
        <w:t>Elle enleva-sa jaquette et son chapeau et s</w:t>
      </w:r>
      <w:r w:rsidR="006F1ADB">
        <w:t>’</w:t>
      </w:r>
      <w:r>
        <w:t>assit tout contre le jeune homme</w:t>
      </w:r>
      <w:r w:rsidR="006F1ADB">
        <w:t>.</w:t>
      </w:r>
    </w:p>
    <w:p w14:paraId="2DFC0764" w14:textId="77777777" w:rsidR="006F1ADB" w:rsidRDefault="006F1ADB" w:rsidP="005A3479">
      <w:r>
        <w:t>— </w:t>
      </w:r>
      <w:r w:rsidR="005A3479">
        <w:t>Ne me touchez pas</w:t>
      </w:r>
      <w:r>
        <w:t xml:space="preserve">, </w:t>
      </w:r>
      <w:r w:rsidR="005A3479">
        <w:t>dit-elle doucement</w:t>
      </w:r>
      <w:r>
        <w:t xml:space="preserve">… </w:t>
      </w:r>
      <w:r w:rsidR="005A3479">
        <w:t>Je porte avec moi un œuf</w:t>
      </w:r>
      <w:r>
        <w:t xml:space="preserve">, </w:t>
      </w:r>
      <w:r w:rsidR="005A3479">
        <w:t>un œuf très rare</w:t>
      </w:r>
      <w:r>
        <w:t xml:space="preserve">. </w:t>
      </w:r>
      <w:r w:rsidR="005A3479">
        <w:t>Ah</w:t>
      </w:r>
      <w:r>
        <w:t xml:space="preserve"> ! </w:t>
      </w:r>
      <w:r w:rsidR="005A3479">
        <w:t>j</w:t>
      </w:r>
      <w:r>
        <w:t>’</w:t>
      </w:r>
      <w:r w:rsidR="005A3479">
        <w:t>aurais dû le mettre ailleurs</w:t>
      </w:r>
      <w:r>
        <w:t xml:space="preserve">, </w:t>
      </w:r>
      <w:r w:rsidR="005A3479">
        <w:t>ajouta-t-elle</w:t>
      </w:r>
      <w:r>
        <w:t xml:space="preserve">, </w:t>
      </w:r>
      <w:r w:rsidR="005A3479">
        <w:t>en déboutonnant le col de sa robe</w:t>
      </w:r>
      <w:r>
        <w:t>.</w:t>
      </w:r>
    </w:p>
    <w:p w14:paraId="7A260A1E" w14:textId="77777777" w:rsidR="006F1ADB" w:rsidRDefault="006F1ADB" w:rsidP="005A3479">
      <w:r>
        <w:t>— </w:t>
      </w:r>
      <w:r w:rsidR="005A3479">
        <w:t>Vous le gardez là</w:t>
      </w:r>
      <w:r>
        <w:t> ?</w:t>
      </w:r>
    </w:p>
    <w:p w14:paraId="7D65EA1A" w14:textId="77777777" w:rsidR="006F1ADB" w:rsidRDefault="006F1ADB" w:rsidP="005A3479">
      <w:r>
        <w:t>— </w:t>
      </w:r>
      <w:r w:rsidR="005A3479">
        <w:t>Justement</w:t>
      </w:r>
      <w:r>
        <w:t>.</w:t>
      </w:r>
    </w:p>
    <w:p w14:paraId="39DA0AD1" w14:textId="77777777" w:rsidR="006F1ADB" w:rsidRDefault="005A3479" w:rsidP="005A3479">
      <w:r>
        <w:t>Elle glissa sa main dans son sein et ramena l</w:t>
      </w:r>
      <w:r w:rsidR="006F1ADB">
        <w:t>’</w:t>
      </w:r>
      <w:r>
        <w:t>œuf</w:t>
      </w:r>
      <w:r w:rsidR="006F1ADB">
        <w:t xml:space="preserve">, </w:t>
      </w:r>
      <w:r>
        <w:t>envelo</w:t>
      </w:r>
      <w:r>
        <w:t>p</w:t>
      </w:r>
      <w:r>
        <w:t>pé par précaution dans un morceau de vessie de porc</w:t>
      </w:r>
      <w:r w:rsidR="006F1ADB">
        <w:t xml:space="preserve">. </w:t>
      </w:r>
      <w:r>
        <w:t>L</w:t>
      </w:r>
      <w:r w:rsidR="006F1ADB">
        <w:t>’</w:t>
      </w:r>
      <w:r>
        <w:t>ayant montré à Jude</w:t>
      </w:r>
      <w:r w:rsidR="006F1ADB">
        <w:t xml:space="preserve">, </w:t>
      </w:r>
      <w:r>
        <w:t>elle le replaça dans sa cachette</w:t>
      </w:r>
      <w:r w:rsidR="006F1ADB">
        <w:t> :</w:t>
      </w:r>
    </w:p>
    <w:p w14:paraId="6131EC25" w14:textId="77777777" w:rsidR="006F1ADB" w:rsidRDefault="006F1ADB" w:rsidP="005A3479">
      <w:r>
        <w:t>— </w:t>
      </w:r>
      <w:r w:rsidR="005A3479">
        <w:t>Maintenant</w:t>
      </w:r>
      <w:r>
        <w:t xml:space="preserve">, </w:t>
      </w:r>
      <w:r w:rsidR="005A3479">
        <w:t>ne me touchez pas</w:t>
      </w:r>
      <w:r>
        <w:t xml:space="preserve">. </w:t>
      </w:r>
      <w:r w:rsidR="005A3479">
        <w:t>Vous le briseriez et je s</w:t>
      </w:r>
      <w:r w:rsidR="005A3479">
        <w:t>e</w:t>
      </w:r>
      <w:r w:rsidR="005A3479">
        <w:t>rais obligée d</w:t>
      </w:r>
      <w:r>
        <w:t>’</w:t>
      </w:r>
      <w:r w:rsidR="005A3479">
        <w:t>en couver un autre</w:t>
      </w:r>
      <w:r>
        <w:t>.</w:t>
      </w:r>
    </w:p>
    <w:p w14:paraId="6DD33A90" w14:textId="77777777" w:rsidR="006F1ADB" w:rsidRDefault="006F1ADB" w:rsidP="005A3479">
      <w:r>
        <w:t>— </w:t>
      </w:r>
      <w:r w:rsidR="005A3479">
        <w:t>Étrange fantaisie</w:t>
      </w:r>
      <w:r>
        <w:t>…</w:t>
      </w:r>
    </w:p>
    <w:p w14:paraId="0A787188" w14:textId="77777777" w:rsidR="006F1ADB" w:rsidRDefault="006F1ADB" w:rsidP="005A3479">
      <w:r>
        <w:t>— </w:t>
      </w:r>
      <w:r w:rsidR="005A3479">
        <w:t>Bien naturelle</w:t>
      </w:r>
      <w:r>
        <w:t xml:space="preserve">. </w:t>
      </w:r>
      <w:r w:rsidR="005A3479">
        <w:t>La femme est faite pour repeupler le monde</w:t>
      </w:r>
      <w:r>
        <w:t>.</w:t>
      </w:r>
    </w:p>
    <w:p w14:paraId="541436A8" w14:textId="77777777" w:rsidR="006F1ADB" w:rsidRDefault="006F1ADB" w:rsidP="005A3479">
      <w:r>
        <w:t>— </w:t>
      </w:r>
      <w:r w:rsidR="005A3479">
        <w:t>Votre fantaisie est malencontreuse pour moi</w:t>
      </w:r>
      <w:r>
        <w:t xml:space="preserve">, </w:t>
      </w:r>
      <w:r w:rsidR="005A3479">
        <w:t>dit-il en riant</w:t>
      </w:r>
      <w:r>
        <w:t>.</w:t>
      </w:r>
    </w:p>
    <w:p w14:paraId="5A2E07B0" w14:textId="77777777" w:rsidR="006F1ADB" w:rsidRDefault="006F1ADB" w:rsidP="005A3479">
      <w:r>
        <w:t>— </w:t>
      </w:r>
      <w:r w:rsidR="005A3479">
        <w:t>Tant pis</w:t>
      </w:r>
      <w:r>
        <w:t xml:space="preserve">. </w:t>
      </w:r>
      <w:r w:rsidR="005A3479">
        <w:t>Voilà tout ce que vous aurez de moi</w:t>
      </w:r>
      <w:r>
        <w:t xml:space="preserve">, </w:t>
      </w:r>
      <w:r w:rsidR="005A3479">
        <w:t>fit-elle en tendant sa joue au baiser de Jude</w:t>
      </w:r>
      <w:r>
        <w:t>.</w:t>
      </w:r>
    </w:p>
    <w:p w14:paraId="4CCFFC3B" w14:textId="77777777" w:rsidR="006F1ADB" w:rsidRDefault="006F1ADB" w:rsidP="005A3479">
      <w:r>
        <w:t>— </w:t>
      </w:r>
      <w:r w:rsidR="005A3479">
        <w:t>C</w:t>
      </w:r>
      <w:r>
        <w:t>’</w:t>
      </w:r>
      <w:r w:rsidR="005A3479">
        <w:t>est bien mal de votre part</w:t>
      </w:r>
      <w:r>
        <w:t>.</w:t>
      </w:r>
    </w:p>
    <w:p w14:paraId="0DA834CD" w14:textId="77777777" w:rsidR="006F1ADB" w:rsidRDefault="006F1ADB" w:rsidP="005A3479">
      <w:r>
        <w:t>— </w:t>
      </w:r>
      <w:r w:rsidR="005A3479">
        <w:t>Vous avez failli casser l</w:t>
      </w:r>
      <w:r>
        <w:t>’</w:t>
      </w:r>
      <w:r w:rsidR="005A3479">
        <w:t>œuf</w:t>
      </w:r>
      <w:r>
        <w:t xml:space="preserve"> !… </w:t>
      </w:r>
      <w:r w:rsidR="005A3479">
        <w:t>Là</w:t>
      </w:r>
      <w:r>
        <w:t xml:space="preserve">, </w:t>
      </w:r>
      <w:r w:rsidR="005A3479">
        <w:t>il n</w:t>
      </w:r>
      <w:r>
        <w:t>’</w:t>
      </w:r>
      <w:r w:rsidR="005A3479">
        <w:t>y est plus</w:t>
      </w:r>
      <w:r>
        <w:t>…</w:t>
      </w:r>
    </w:p>
    <w:p w14:paraId="1D5CA553" w14:textId="77777777" w:rsidR="006F1ADB" w:rsidRDefault="005A3479" w:rsidP="005A3479">
      <w:r>
        <w:t>Elle le retira</w:t>
      </w:r>
      <w:r w:rsidR="006F1ADB">
        <w:t xml:space="preserve">, </w:t>
      </w:r>
      <w:r>
        <w:t>puis le remit dans son corsage</w:t>
      </w:r>
      <w:r w:rsidR="006F1ADB">
        <w:t xml:space="preserve">, </w:t>
      </w:r>
      <w:r>
        <w:t>riant de son stratagème</w:t>
      </w:r>
      <w:r w:rsidR="006F1ADB">
        <w:t xml:space="preserve">. </w:t>
      </w:r>
      <w:r>
        <w:t>Il y eut une courte lutte</w:t>
      </w:r>
      <w:r w:rsidR="006F1ADB">
        <w:t xml:space="preserve"> ; </w:t>
      </w:r>
      <w:r>
        <w:t>enfin</w:t>
      </w:r>
      <w:r w:rsidR="006F1ADB">
        <w:t xml:space="preserve">, </w:t>
      </w:r>
      <w:r>
        <w:t>Jude exécuta un plongeon triomphal et s</w:t>
      </w:r>
      <w:r w:rsidR="006F1ADB">
        <w:t>’</w:t>
      </w:r>
      <w:r>
        <w:t>empara de l</w:t>
      </w:r>
      <w:r w:rsidR="006F1ADB">
        <w:t>’</w:t>
      </w:r>
      <w:r>
        <w:t>œuf</w:t>
      </w:r>
      <w:r w:rsidR="006F1ADB">
        <w:t xml:space="preserve">. </w:t>
      </w:r>
      <w:r>
        <w:t xml:space="preserve">Le visage de la fille </w:t>
      </w:r>
      <w:r>
        <w:lastRenderedPageBreak/>
        <w:t>s</w:t>
      </w:r>
      <w:r w:rsidR="006F1ADB">
        <w:t>’</w:t>
      </w:r>
      <w:r>
        <w:t>enflammait</w:t>
      </w:r>
      <w:r w:rsidR="006F1ADB">
        <w:t xml:space="preserve"> ; </w:t>
      </w:r>
      <w:r>
        <w:t>Jude le remarqua et rougit à son tour</w:t>
      </w:r>
      <w:r w:rsidR="006F1ADB">
        <w:t xml:space="preserve">. </w:t>
      </w:r>
      <w:r>
        <w:t>Ils se r</w:t>
      </w:r>
      <w:r>
        <w:t>e</w:t>
      </w:r>
      <w:r>
        <w:t>gardaient</w:t>
      </w:r>
      <w:r w:rsidR="006F1ADB">
        <w:t xml:space="preserve">, </w:t>
      </w:r>
      <w:r>
        <w:t>haletants</w:t>
      </w:r>
      <w:r w:rsidR="006F1ADB">
        <w:t xml:space="preserve">. </w:t>
      </w:r>
      <w:r>
        <w:t>Il se leva et dit</w:t>
      </w:r>
      <w:r w:rsidR="006F1ADB">
        <w:t> :</w:t>
      </w:r>
    </w:p>
    <w:p w14:paraId="40517045" w14:textId="77777777" w:rsidR="006F1ADB" w:rsidRDefault="006F1ADB" w:rsidP="005A3479">
      <w:r>
        <w:t>— </w:t>
      </w:r>
      <w:r w:rsidR="005A3479">
        <w:t>Un baiser</w:t>
      </w:r>
      <w:r>
        <w:t xml:space="preserve">… </w:t>
      </w:r>
      <w:r w:rsidR="005A3479">
        <w:t>Je ne risque plus d</w:t>
      </w:r>
      <w:r>
        <w:t>’</w:t>
      </w:r>
      <w:r w:rsidR="005A3479">
        <w:t>endommager votre pr</w:t>
      </w:r>
      <w:r w:rsidR="005A3479">
        <w:t>o</w:t>
      </w:r>
      <w:r w:rsidR="005A3479">
        <w:t>priété</w:t>
      </w:r>
      <w:r>
        <w:t xml:space="preserve">… </w:t>
      </w:r>
      <w:r w:rsidR="005A3479">
        <w:t>Après</w:t>
      </w:r>
      <w:r>
        <w:t xml:space="preserve">, </w:t>
      </w:r>
      <w:r w:rsidR="005A3479">
        <w:t>je m</w:t>
      </w:r>
      <w:r>
        <w:t>’</w:t>
      </w:r>
      <w:r w:rsidR="005A3479">
        <w:t>en irai</w:t>
      </w:r>
      <w:r>
        <w:t>.</w:t>
      </w:r>
    </w:p>
    <w:p w14:paraId="10913629" w14:textId="77777777" w:rsidR="006F1ADB" w:rsidRDefault="006F1ADB" w:rsidP="005A3479">
      <w:r>
        <w:t>— </w:t>
      </w:r>
      <w:r w:rsidR="005A3479">
        <w:t>Trouvez-moi d</w:t>
      </w:r>
      <w:r>
        <w:t>’</w:t>
      </w:r>
      <w:r w:rsidR="005A3479">
        <w:t>abord</w:t>
      </w:r>
      <w:r>
        <w:t xml:space="preserve">, </w:t>
      </w:r>
      <w:r w:rsidR="005A3479">
        <w:t>cria-t-elle</w:t>
      </w:r>
      <w:r>
        <w:t>.</w:t>
      </w:r>
    </w:p>
    <w:p w14:paraId="3C60DDA5" w14:textId="77777777" w:rsidR="006F1ADB" w:rsidRDefault="005A3479" w:rsidP="005A3479">
      <w:r>
        <w:t>Elle s</w:t>
      </w:r>
      <w:r w:rsidR="006F1ADB">
        <w:t>’</w:t>
      </w:r>
      <w:r>
        <w:t>échappa</w:t>
      </w:r>
      <w:r w:rsidR="006F1ADB">
        <w:t>.</w:t>
      </w:r>
    </w:p>
    <w:p w14:paraId="56EB7815" w14:textId="77777777" w:rsidR="006F1ADB" w:rsidRDefault="005A3479" w:rsidP="005A3479">
      <w:r>
        <w:t>Son amoureux la suivit</w:t>
      </w:r>
      <w:r w:rsidR="006F1ADB">
        <w:t xml:space="preserve">. </w:t>
      </w:r>
      <w:r>
        <w:t>Il faisait déjà sombre dans la chambre que la fenêtre trop petite éclairait mal</w:t>
      </w:r>
      <w:r w:rsidR="006F1ADB">
        <w:t xml:space="preserve">. </w:t>
      </w:r>
      <w:r>
        <w:t xml:space="preserve">Longtemps Jude chercha </w:t>
      </w:r>
      <w:proofErr w:type="spellStart"/>
      <w:r>
        <w:t>Arabella</w:t>
      </w:r>
      <w:proofErr w:type="spellEnd"/>
      <w:r w:rsidR="006F1ADB">
        <w:t xml:space="preserve"> ; </w:t>
      </w:r>
      <w:r>
        <w:t>tout à coup</w:t>
      </w:r>
      <w:r w:rsidR="006F1ADB">
        <w:t xml:space="preserve">, </w:t>
      </w:r>
      <w:r>
        <w:t>il l</w:t>
      </w:r>
      <w:r w:rsidR="006F1ADB">
        <w:t>’</w:t>
      </w:r>
      <w:r>
        <w:t>entendit rire en haut de l</w:t>
      </w:r>
      <w:r w:rsidR="006F1ADB">
        <w:t>’</w:t>
      </w:r>
      <w:r>
        <w:t>escalier</w:t>
      </w:r>
      <w:r w:rsidR="006F1ADB">
        <w:t xml:space="preserve">. </w:t>
      </w:r>
      <w:r>
        <w:t>Alors il s</w:t>
      </w:r>
      <w:r w:rsidR="006F1ADB">
        <w:t>’</w:t>
      </w:r>
      <w:r>
        <w:t>élança à sa poursuite</w:t>
      </w:r>
      <w:r w:rsidR="006F1ADB">
        <w:t>.</w:t>
      </w:r>
    </w:p>
    <w:p w14:paraId="7D8E9780" w14:textId="6B23C939" w:rsidR="005A3479" w:rsidRDefault="005A3479" w:rsidP="006F1ADB">
      <w:pPr>
        <w:pStyle w:val="Titre2"/>
      </w:pPr>
      <w:bookmarkStart w:id="17" w:name="__RefHeading__19_1957917597"/>
      <w:bookmarkStart w:id="18" w:name="_Toc202369624"/>
      <w:bookmarkEnd w:id="17"/>
      <w:r>
        <w:lastRenderedPageBreak/>
        <w:t>IX</w:t>
      </w:r>
      <w:bookmarkEnd w:id="18"/>
    </w:p>
    <w:p w14:paraId="6E69E674" w14:textId="77777777" w:rsidR="006F1ADB" w:rsidRDefault="005A3479" w:rsidP="005A3479">
      <w:r>
        <w:t>Deux mois passèrent</w:t>
      </w:r>
      <w:r w:rsidR="006F1ADB">
        <w:t xml:space="preserve">, </w:t>
      </w:r>
      <w:r>
        <w:t>pendant lesquels les deux jeunes gens ne cessèrent de se voir</w:t>
      </w:r>
      <w:r w:rsidR="006F1ADB">
        <w:t xml:space="preserve">. </w:t>
      </w:r>
      <w:proofErr w:type="spellStart"/>
      <w:r>
        <w:t>Arabella</w:t>
      </w:r>
      <w:proofErr w:type="spellEnd"/>
      <w:r>
        <w:t xml:space="preserve"> semblait déçue</w:t>
      </w:r>
      <w:r w:rsidR="006F1ADB">
        <w:t xml:space="preserve">. </w:t>
      </w:r>
      <w:r>
        <w:t>Elle ne cessait d</w:t>
      </w:r>
      <w:r w:rsidR="006F1ADB">
        <w:t>’</w:t>
      </w:r>
      <w:r>
        <w:t>imaginer mille choses</w:t>
      </w:r>
      <w:r w:rsidR="006F1ADB">
        <w:t xml:space="preserve">, </w:t>
      </w:r>
      <w:r>
        <w:t>d</w:t>
      </w:r>
      <w:r w:rsidR="006F1ADB">
        <w:t>’</w:t>
      </w:r>
      <w:r>
        <w:t>attendre et de s</w:t>
      </w:r>
      <w:r w:rsidR="006F1ADB">
        <w:t>’</w:t>
      </w:r>
      <w:r>
        <w:t>étonner</w:t>
      </w:r>
      <w:r w:rsidR="006F1ADB">
        <w:t>.</w:t>
      </w:r>
    </w:p>
    <w:p w14:paraId="6EAC53DB" w14:textId="77777777" w:rsidR="006F1ADB" w:rsidRDefault="005A3479" w:rsidP="005A3479">
      <w:r>
        <w:t>Un jour</w:t>
      </w:r>
      <w:r w:rsidR="006F1ADB">
        <w:t xml:space="preserve">, </w:t>
      </w:r>
      <w:r>
        <w:t>elle rencontra Vilbert qu</w:t>
      </w:r>
      <w:r w:rsidR="006F1ADB">
        <w:t>’</w:t>
      </w:r>
      <w:r>
        <w:t>elle connaissait comme tous les gens du pays pour avoir eu recours à son expérience</w:t>
      </w:r>
      <w:r w:rsidR="006F1ADB">
        <w:t xml:space="preserve">. </w:t>
      </w:r>
      <w:proofErr w:type="spellStart"/>
      <w:r>
        <w:t>Arabella</w:t>
      </w:r>
      <w:proofErr w:type="spellEnd"/>
      <w:r>
        <w:t xml:space="preserve"> était sombre</w:t>
      </w:r>
      <w:r w:rsidR="006F1ADB">
        <w:t xml:space="preserve"> ; </w:t>
      </w:r>
      <w:r>
        <w:t>mais quand elle quitta le charlatan</w:t>
      </w:r>
      <w:r w:rsidR="006F1ADB">
        <w:t xml:space="preserve">, </w:t>
      </w:r>
      <w:r>
        <w:t>son visage s</w:t>
      </w:r>
      <w:r w:rsidR="006F1ADB">
        <w:t>’</w:t>
      </w:r>
      <w:r>
        <w:t>éclaircit</w:t>
      </w:r>
      <w:r w:rsidR="006F1ADB">
        <w:t xml:space="preserve">. </w:t>
      </w:r>
      <w:r>
        <w:t>Le même soir</w:t>
      </w:r>
      <w:r w:rsidR="006F1ADB">
        <w:t xml:space="preserve">, </w:t>
      </w:r>
      <w:r>
        <w:t>elle rencontra Jude qui semblait triste</w:t>
      </w:r>
      <w:r w:rsidR="006F1ADB">
        <w:t>.</w:t>
      </w:r>
    </w:p>
    <w:p w14:paraId="50B741A0" w14:textId="77777777" w:rsidR="006F1ADB" w:rsidRDefault="006F1ADB" w:rsidP="005A3479">
      <w:r>
        <w:t>— </w:t>
      </w:r>
      <w:r w:rsidR="005A3479">
        <w:t>Je suis désolé</w:t>
      </w:r>
      <w:r>
        <w:t xml:space="preserve">, </w:t>
      </w:r>
      <w:r w:rsidR="005A3479">
        <w:t>lui dit-il</w:t>
      </w:r>
      <w:r>
        <w:t xml:space="preserve">. </w:t>
      </w:r>
      <w:r w:rsidR="005A3479">
        <w:t>Il faut que je m</w:t>
      </w:r>
      <w:r>
        <w:t>’</w:t>
      </w:r>
      <w:r w:rsidR="005A3479">
        <w:t>en aille</w:t>
      </w:r>
      <w:r>
        <w:t xml:space="preserve">. </w:t>
      </w:r>
      <w:r w:rsidR="005A3479">
        <w:t>C</w:t>
      </w:r>
      <w:r>
        <w:t>’</w:t>
      </w:r>
      <w:r w:rsidR="005A3479">
        <w:t>est ce que je pourrai faire de mieux</w:t>
      </w:r>
      <w:r>
        <w:t xml:space="preserve">, </w:t>
      </w:r>
      <w:r w:rsidR="005A3479">
        <w:t>dans votre intérêt comme dans le mien</w:t>
      </w:r>
      <w:r>
        <w:t xml:space="preserve">… </w:t>
      </w:r>
      <w:r w:rsidR="005A3479">
        <w:t>Ah</w:t>
      </w:r>
      <w:r>
        <w:t xml:space="preserve"> ! </w:t>
      </w:r>
      <w:r w:rsidR="005A3479">
        <w:t>j</w:t>
      </w:r>
      <w:r>
        <w:t>’</w:t>
      </w:r>
      <w:r w:rsidR="005A3479">
        <w:t>aurais voulu que tout cela ne fût jamais arrivé</w:t>
      </w:r>
      <w:r>
        <w:t xml:space="preserve">. </w:t>
      </w:r>
      <w:r w:rsidR="005A3479">
        <w:t>Je sais que j</w:t>
      </w:r>
      <w:r>
        <w:t>’</w:t>
      </w:r>
      <w:r w:rsidR="005A3479">
        <w:t>ai de grands torts</w:t>
      </w:r>
      <w:r>
        <w:t xml:space="preserve">, </w:t>
      </w:r>
      <w:r w:rsidR="005A3479">
        <w:t>mais il n</w:t>
      </w:r>
      <w:r>
        <w:t>’</w:t>
      </w:r>
      <w:r w:rsidR="005A3479">
        <w:t>est jamais trop tard pour bien faire</w:t>
      </w:r>
      <w:r>
        <w:t>.</w:t>
      </w:r>
    </w:p>
    <w:p w14:paraId="187BA8A3" w14:textId="77777777" w:rsidR="006F1ADB" w:rsidRDefault="005A3479" w:rsidP="005A3479">
      <w:proofErr w:type="spellStart"/>
      <w:r>
        <w:t>Arabella</w:t>
      </w:r>
      <w:proofErr w:type="spellEnd"/>
      <w:r>
        <w:t xml:space="preserve"> commença à pleurer</w:t>
      </w:r>
      <w:r w:rsidR="006F1ADB">
        <w:t>.</w:t>
      </w:r>
    </w:p>
    <w:p w14:paraId="5A62935B" w14:textId="77777777" w:rsidR="006F1ADB" w:rsidRDefault="006F1ADB" w:rsidP="005A3479">
      <w:r>
        <w:t>— </w:t>
      </w:r>
      <w:r w:rsidR="005A3479">
        <w:t>Savez-vous s</w:t>
      </w:r>
      <w:r>
        <w:t>’</w:t>
      </w:r>
      <w:r w:rsidR="005A3479">
        <w:t>il n</w:t>
      </w:r>
      <w:r>
        <w:t>’</w:t>
      </w:r>
      <w:r w:rsidR="005A3479">
        <w:t>est pas trop tard</w:t>
      </w:r>
      <w:r>
        <w:t xml:space="preserve"> ? </w:t>
      </w:r>
      <w:r w:rsidR="005A3479">
        <w:t>Vous parlez bien</w:t>
      </w:r>
      <w:r>
        <w:t> !</w:t>
      </w:r>
    </w:p>
    <w:p w14:paraId="4CB86503" w14:textId="77777777" w:rsidR="006F1ADB" w:rsidRDefault="005A3479" w:rsidP="005A3479">
      <w:r>
        <w:t>Et elle le regardait en face avec des yeux ruisselants</w:t>
      </w:r>
      <w:r w:rsidR="006F1ADB">
        <w:t>.</w:t>
      </w:r>
    </w:p>
    <w:p w14:paraId="226EC798" w14:textId="77777777" w:rsidR="006F1ADB" w:rsidRDefault="006F1ADB" w:rsidP="005A3479">
      <w:r>
        <w:t>— </w:t>
      </w:r>
      <w:r w:rsidR="005A3479">
        <w:t>Quoi</w:t>
      </w:r>
      <w:r>
        <w:t xml:space="preserve"> ? </w:t>
      </w:r>
      <w:r w:rsidR="005A3479">
        <w:t>fit-il en pâlissant</w:t>
      </w:r>
      <w:r>
        <w:t xml:space="preserve">. </w:t>
      </w:r>
      <w:r w:rsidR="005A3479">
        <w:t>Vous n</w:t>
      </w:r>
      <w:r>
        <w:t>’</w:t>
      </w:r>
      <w:r w:rsidR="005A3479">
        <w:t>êtes pas</w:t>
      </w:r>
      <w:r>
        <w:t> ?…</w:t>
      </w:r>
    </w:p>
    <w:p w14:paraId="06372D66" w14:textId="77777777" w:rsidR="006F1ADB" w:rsidRDefault="006F1ADB" w:rsidP="005A3479">
      <w:r>
        <w:t>— </w:t>
      </w:r>
      <w:r w:rsidR="005A3479">
        <w:t>Si</w:t>
      </w:r>
      <w:r>
        <w:t xml:space="preserve">, </w:t>
      </w:r>
      <w:r w:rsidR="005A3479">
        <w:t>répondit-elle</w:t>
      </w:r>
      <w:r>
        <w:t xml:space="preserve">, </w:t>
      </w:r>
      <w:r w:rsidR="005A3479">
        <w:t>et vous voulez m</w:t>
      </w:r>
      <w:r>
        <w:t>’</w:t>
      </w:r>
      <w:r w:rsidR="005A3479">
        <w:t>abandonner</w:t>
      </w:r>
      <w:r>
        <w:t>.</w:t>
      </w:r>
    </w:p>
    <w:p w14:paraId="4E69DB1E" w14:textId="77777777" w:rsidR="006F1ADB" w:rsidRDefault="006F1ADB" w:rsidP="005A3479">
      <w:r>
        <w:t>— </w:t>
      </w:r>
      <w:r w:rsidR="005A3479">
        <w:t>Oh</w:t>
      </w:r>
      <w:r>
        <w:t xml:space="preserve"> ! </w:t>
      </w:r>
      <w:proofErr w:type="spellStart"/>
      <w:r w:rsidR="005A3479">
        <w:t>Arabella</w:t>
      </w:r>
      <w:proofErr w:type="spellEnd"/>
      <w:r>
        <w:t xml:space="preserve">, </w:t>
      </w:r>
      <w:r w:rsidR="005A3479">
        <w:t>pouvez-vous parler ainsi</w:t>
      </w:r>
      <w:r>
        <w:t xml:space="preserve"> ? </w:t>
      </w:r>
      <w:r w:rsidR="005A3479">
        <w:t>Vous savez que je ne vous abandonnerai pas</w:t>
      </w:r>
      <w:r>
        <w:t>.</w:t>
      </w:r>
    </w:p>
    <w:p w14:paraId="21CA9E64" w14:textId="77777777" w:rsidR="006F1ADB" w:rsidRDefault="006F1ADB" w:rsidP="005A3479">
      <w:r>
        <w:t>— </w:t>
      </w:r>
      <w:r w:rsidR="005A3479">
        <w:t>Alors</w:t>
      </w:r>
      <w:r>
        <w:t>…</w:t>
      </w:r>
    </w:p>
    <w:p w14:paraId="163474DB" w14:textId="77777777" w:rsidR="006F1ADB" w:rsidRDefault="006F1ADB" w:rsidP="005A3479">
      <w:r>
        <w:t>— </w:t>
      </w:r>
      <w:r w:rsidR="005A3479">
        <w:t>Il faut nous marier</w:t>
      </w:r>
      <w:r>
        <w:t xml:space="preserve">, </w:t>
      </w:r>
      <w:r w:rsidR="005A3479">
        <w:t xml:space="preserve">quoique je ne gagne pas </w:t>
      </w:r>
      <w:proofErr w:type="spellStart"/>
      <w:r w:rsidR="005A3479">
        <w:t>grand chose</w:t>
      </w:r>
      <w:proofErr w:type="spellEnd"/>
      <w:r>
        <w:t>.</w:t>
      </w:r>
    </w:p>
    <w:p w14:paraId="74A96797" w14:textId="77777777" w:rsidR="006F1ADB" w:rsidRDefault="006F1ADB" w:rsidP="005A3479">
      <w:r>
        <w:t>— </w:t>
      </w:r>
      <w:r w:rsidR="005A3479">
        <w:t>Je pensais</w:t>
      </w:r>
      <w:r>
        <w:t xml:space="preserve">… </w:t>
      </w:r>
      <w:r w:rsidR="005A3479">
        <w:t>je craignais</w:t>
      </w:r>
      <w:r>
        <w:t>…</w:t>
      </w:r>
    </w:p>
    <w:p w14:paraId="40F10FDB" w14:textId="77777777" w:rsidR="006F1ADB" w:rsidRDefault="006F1ADB" w:rsidP="005A3479">
      <w:r>
        <w:lastRenderedPageBreak/>
        <w:t>— </w:t>
      </w:r>
      <w:r w:rsidR="005A3479">
        <w:t>Il y a six mois</w:t>
      </w:r>
      <w:r>
        <w:t xml:space="preserve">, </w:t>
      </w:r>
      <w:r w:rsidR="005A3479">
        <w:t>il y a trois mois</w:t>
      </w:r>
      <w:r>
        <w:t xml:space="preserve">, </w:t>
      </w:r>
      <w:r w:rsidR="005A3479">
        <w:t>je ne songeais pas au m</w:t>
      </w:r>
      <w:r w:rsidR="005A3479">
        <w:t>a</w:t>
      </w:r>
      <w:r w:rsidR="005A3479">
        <w:t>riage</w:t>
      </w:r>
      <w:r>
        <w:t xml:space="preserve">. </w:t>
      </w:r>
      <w:r w:rsidR="005A3479">
        <w:t>Le mariage n</w:t>
      </w:r>
      <w:r>
        <w:t>’</w:t>
      </w:r>
      <w:r w:rsidR="005A3479">
        <w:t>entrait pas dans mes plans</w:t>
      </w:r>
      <w:r>
        <w:t xml:space="preserve">… </w:t>
      </w:r>
      <w:r w:rsidR="005A3479">
        <w:t>Mais qu</w:t>
      </w:r>
      <w:r>
        <w:t>’</w:t>
      </w:r>
      <w:r w:rsidR="005A3479">
        <w:t>importent mes rêves de livres et de diplômes</w:t>
      </w:r>
      <w:r>
        <w:t xml:space="preserve"> !… </w:t>
      </w:r>
      <w:r w:rsidR="005A3479">
        <w:t>Nous nous marierons</w:t>
      </w:r>
      <w:r>
        <w:t xml:space="preserve">, </w:t>
      </w:r>
      <w:r w:rsidR="005A3479">
        <w:t>puisqu</w:t>
      </w:r>
      <w:r>
        <w:t>’</w:t>
      </w:r>
      <w:r w:rsidR="005A3479">
        <w:t>il le faut</w:t>
      </w:r>
      <w:r>
        <w:t>.</w:t>
      </w:r>
    </w:p>
    <w:p w14:paraId="6830A371" w14:textId="77777777" w:rsidR="006F1ADB" w:rsidRDefault="005A3479" w:rsidP="005A3479">
      <w:r>
        <w:t>Cette nuit-là</w:t>
      </w:r>
      <w:r w:rsidR="006F1ADB">
        <w:t xml:space="preserve">, </w:t>
      </w:r>
      <w:r>
        <w:t>il sortit seul et marcha dans l</w:t>
      </w:r>
      <w:r w:rsidR="006F1ADB">
        <w:t>’</w:t>
      </w:r>
      <w:r>
        <w:t>ombre</w:t>
      </w:r>
      <w:r w:rsidR="006F1ADB">
        <w:t>.</w:t>
      </w:r>
    </w:p>
    <w:p w14:paraId="35A1CF35" w14:textId="77777777" w:rsidR="006F1ADB" w:rsidRDefault="005A3479" w:rsidP="005A3479">
      <w:r>
        <w:t>Il savait bien</w:t>
      </w:r>
      <w:r w:rsidR="006F1ADB">
        <w:t xml:space="preserve">, </w:t>
      </w:r>
      <w:r>
        <w:t>trop bien qu</w:t>
      </w:r>
      <w:r w:rsidR="006F1ADB">
        <w:t>’</w:t>
      </w:r>
      <w:proofErr w:type="spellStart"/>
      <w:r>
        <w:t>Arabella</w:t>
      </w:r>
      <w:proofErr w:type="spellEnd"/>
      <w:r>
        <w:t xml:space="preserve"> n</w:t>
      </w:r>
      <w:r w:rsidR="006F1ADB">
        <w:t>’</w:t>
      </w:r>
      <w:r>
        <w:t>était pas la femme qu</w:t>
      </w:r>
      <w:r w:rsidR="006F1ADB">
        <w:t>’</w:t>
      </w:r>
      <w:r>
        <w:t>il eût désirée</w:t>
      </w:r>
      <w:r w:rsidR="006F1ADB">
        <w:t xml:space="preserve">. </w:t>
      </w:r>
      <w:r>
        <w:t>Pourtant il acceptait les conséquences de ses actions</w:t>
      </w:r>
      <w:r w:rsidR="006F1ADB">
        <w:t>.</w:t>
      </w:r>
    </w:p>
    <w:p w14:paraId="0779D49B" w14:textId="77777777" w:rsidR="006F1ADB" w:rsidRDefault="005A3479" w:rsidP="005A3479">
      <w:pPr>
        <w:rPr>
          <w:szCs w:val="32"/>
        </w:rPr>
      </w:pPr>
      <w:r>
        <w:t>Le dimanche suivant les bans furent publiés</w:t>
      </w:r>
      <w:r w:rsidR="006F1ADB">
        <w:t xml:space="preserve">. </w:t>
      </w:r>
      <w:r>
        <w:t>Tout le monde jugea que le jeune Fawley faisait une grande folie</w:t>
      </w:r>
      <w:r w:rsidR="006F1ADB">
        <w:t xml:space="preserve">. </w:t>
      </w:r>
      <w:r>
        <w:t>Les parents d</w:t>
      </w:r>
      <w:r w:rsidR="006F1ADB">
        <w:t>’</w:t>
      </w:r>
      <w:proofErr w:type="spellStart"/>
      <w:r>
        <w:t>Arabella</w:t>
      </w:r>
      <w:proofErr w:type="spellEnd"/>
      <w:r>
        <w:t xml:space="preserve"> dirent que le brave garçon faisait son devoir en réparant le tort qu</w:t>
      </w:r>
      <w:r w:rsidR="006F1ADB">
        <w:t>’</w:t>
      </w:r>
      <w:r>
        <w:t>il avait porté à une fille innocente</w:t>
      </w:r>
      <w:r w:rsidR="006F1ADB">
        <w:t xml:space="preserve">. </w:t>
      </w:r>
      <w:r>
        <w:t>Devant le pasteur</w:t>
      </w:r>
      <w:r w:rsidR="006F1ADB">
        <w:t xml:space="preserve">, </w:t>
      </w:r>
      <w:r>
        <w:t xml:space="preserve">Jude et </w:t>
      </w:r>
      <w:proofErr w:type="spellStart"/>
      <w:r>
        <w:t>Arabella</w:t>
      </w:r>
      <w:proofErr w:type="spellEnd"/>
      <w:r>
        <w:t xml:space="preserve"> prirent l</w:t>
      </w:r>
      <w:r w:rsidR="006F1ADB">
        <w:t>’</w:t>
      </w:r>
      <w:r>
        <w:t>engagement de penser et de sentir toute leur vie comme ils avaient senti et pensé durant les semaines précédentes</w:t>
      </w:r>
      <w:r w:rsidR="006F1ADB">
        <w:t xml:space="preserve">, </w:t>
      </w:r>
      <w:r>
        <w:t>et personne ne s</w:t>
      </w:r>
      <w:r w:rsidR="006F1ADB">
        <w:t>’</w:t>
      </w:r>
      <w:r>
        <w:t>en étonna</w:t>
      </w:r>
      <w:r w:rsidR="006F1ADB">
        <w:t xml:space="preserve">. </w:t>
      </w:r>
      <w:r>
        <w:t>La tante Fawley pétrit le gâteau de mariage</w:t>
      </w:r>
      <w:r w:rsidR="006F1ADB">
        <w:t xml:space="preserve">, </w:t>
      </w:r>
      <w:r>
        <w:t>non sans maugréer</w:t>
      </w:r>
      <w:r w:rsidR="006F1ADB">
        <w:t xml:space="preserve">. </w:t>
      </w:r>
      <w:proofErr w:type="spellStart"/>
      <w:r>
        <w:t>Arabella</w:t>
      </w:r>
      <w:proofErr w:type="spellEnd"/>
      <w:r>
        <w:t xml:space="preserve"> en envoya un morceau à ses deux amies</w:t>
      </w:r>
      <w:r w:rsidR="006F1ADB">
        <w:t xml:space="preserve">, </w:t>
      </w:r>
      <w:r>
        <w:t>Anny et Sarah</w:t>
      </w:r>
      <w:r w:rsidR="006F1ADB">
        <w:t xml:space="preserve">, </w:t>
      </w:r>
      <w:r>
        <w:t>avec ces mots sur chacun des deux petits paquets</w:t>
      </w:r>
      <w:r w:rsidR="006F1ADB">
        <w:t xml:space="preserve"> : </w:t>
      </w:r>
      <w:r>
        <w:rPr>
          <w:i/>
          <w:szCs w:val="32"/>
        </w:rPr>
        <w:t>En souvenir d</w:t>
      </w:r>
      <w:r w:rsidR="006F1ADB">
        <w:rPr>
          <w:i/>
          <w:szCs w:val="32"/>
        </w:rPr>
        <w:t>’</w:t>
      </w:r>
      <w:r>
        <w:rPr>
          <w:i/>
          <w:szCs w:val="32"/>
        </w:rPr>
        <w:t>un bon conseil</w:t>
      </w:r>
      <w:r w:rsidR="006F1ADB">
        <w:rPr>
          <w:szCs w:val="32"/>
        </w:rPr>
        <w:t>.</w:t>
      </w:r>
    </w:p>
    <w:p w14:paraId="48F3394B" w14:textId="77777777" w:rsidR="006F1ADB" w:rsidRDefault="005A3479" w:rsidP="005A3479">
      <w:r>
        <w:t xml:space="preserve">Jude avait loué une maison entre </w:t>
      </w:r>
      <w:proofErr w:type="spellStart"/>
      <w:r>
        <w:t>Marygreen</w:t>
      </w:r>
      <w:proofErr w:type="spellEnd"/>
      <w:r>
        <w:t xml:space="preserve"> et la Maison-Noire</w:t>
      </w:r>
      <w:r w:rsidR="006F1ADB">
        <w:t xml:space="preserve">. </w:t>
      </w:r>
      <w:r>
        <w:t>Il devait continuer son apprentissage comme tailleur de pierres</w:t>
      </w:r>
      <w:r w:rsidR="006F1ADB">
        <w:t xml:space="preserve">. </w:t>
      </w:r>
      <w:proofErr w:type="spellStart"/>
      <w:r>
        <w:t>Arabella</w:t>
      </w:r>
      <w:proofErr w:type="spellEnd"/>
      <w:r>
        <w:t xml:space="preserve"> tiendrait le ménage et soignerait un cochon</w:t>
      </w:r>
      <w:r w:rsidR="006F1ADB">
        <w:t xml:space="preserve">. </w:t>
      </w:r>
      <w:r>
        <w:t>Elle espérait bien que son mari laisserait de côté ses livres st</w:t>
      </w:r>
      <w:r>
        <w:t>u</w:t>
      </w:r>
      <w:r>
        <w:t>pides</w:t>
      </w:r>
      <w:r w:rsidR="006F1ADB">
        <w:t>.</w:t>
      </w:r>
    </w:p>
    <w:p w14:paraId="6735A36B" w14:textId="77777777" w:rsidR="006F1ADB" w:rsidRDefault="005A3479" w:rsidP="005A3479">
      <w:r>
        <w:t>Le soir des noces</w:t>
      </w:r>
      <w:r w:rsidR="006F1ADB">
        <w:t xml:space="preserve">, </w:t>
      </w:r>
      <w:r>
        <w:t>Jude éprouva un sentiment de désill</w:t>
      </w:r>
      <w:r>
        <w:t>u</w:t>
      </w:r>
      <w:r>
        <w:t xml:space="preserve">sion quand </w:t>
      </w:r>
      <w:proofErr w:type="spellStart"/>
      <w:r>
        <w:t>Arabella</w:t>
      </w:r>
      <w:proofErr w:type="spellEnd"/>
      <w:r w:rsidR="006F1ADB">
        <w:t xml:space="preserve">, </w:t>
      </w:r>
      <w:r>
        <w:t>en se décoiffant</w:t>
      </w:r>
      <w:r w:rsidR="006F1ADB">
        <w:t xml:space="preserve">, </w:t>
      </w:r>
      <w:r>
        <w:t>enleva une fausse natte habilement mêlée à ses cheveux</w:t>
      </w:r>
      <w:r w:rsidR="006F1ADB">
        <w:t xml:space="preserve">. </w:t>
      </w:r>
      <w:r>
        <w:t>Il exprima sa répugnance pour cet artifice de coquetterie</w:t>
      </w:r>
      <w:r w:rsidR="006F1ADB">
        <w:t xml:space="preserve">. </w:t>
      </w:r>
      <w:proofErr w:type="spellStart"/>
      <w:r>
        <w:t>Arabella</w:t>
      </w:r>
      <w:proofErr w:type="spellEnd"/>
      <w:r>
        <w:t xml:space="preserve"> répondit que c</w:t>
      </w:r>
      <w:r w:rsidR="006F1ADB">
        <w:t>’</w:t>
      </w:r>
      <w:r>
        <w:t>était la mode</w:t>
      </w:r>
      <w:r w:rsidR="006F1ADB">
        <w:t xml:space="preserve">, </w:t>
      </w:r>
      <w:r>
        <w:t>et que toutes les dames de la ville portaient des chignons po</w:t>
      </w:r>
      <w:r>
        <w:t>s</w:t>
      </w:r>
      <w:r>
        <w:t>tiches</w:t>
      </w:r>
      <w:r w:rsidR="006F1ADB">
        <w:t>.</w:t>
      </w:r>
    </w:p>
    <w:p w14:paraId="00974AE9" w14:textId="5DAF2540" w:rsidR="006F1ADB" w:rsidRDefault="005A3479" w:rsidP="005A3479">
      <w:r>
        <w:lastRenderedPageBreak/>
        <w:t>Quelque temps après le mariage</w:t>
      </w:r>
      <w:r w:rsidR="006F1ADB">
        <w:t>, M</w:t>
      </w:r>
      <w:r w:rsidR="006F1ADB" w:rsidRPr="006F1ADB">
        <w:rPr>
          <w:vertAlign w:val="superscript"/>
        </w:rPr>
        <w:t>rs</w:t>
      </w:r>
      <w:r w:rsidR="006F1ADB">
        <w:t> </w:t>
      </w:r>
      <w:r>
        <w:t>Jude Fawley se pr</w:t>
      </w:r>
      <w:r>
        <w:t>o</w:t>
      </w:r>
      <w:r>
        <w:t>menait dans les rues d</w:t>
      </w:r>
      <w:r w:rsidR="006F1ADB">
        <w:t>’</w:t>
      </w:r>
      <w:proofErr w:type="spellStart"/>
      <w:r>
        <w:t>Alfredston</w:t>
      </w:r>
      <w:proofErr w:type="spellEnd"/>
      <w:r w:rsidR="006F1ADB">
        <w:t xml:space="preserve">, </w:t>
      </w:r>
      <w:r>
        <w:t>quand elle rencontra Anny</w:t>
      </w:r>
      <w:r w:rsidR="006F1ADB">
        <w:t xml:space="preserve">, </w:t>
      </w:r>
      <w:r>
        <w:t>son ancienne camarade</w:t>
      </w:r>
      <w:r w:rsidR="006F1ADB">
        <w:t>.</w:t>
      </w:r>
    </w:p>
    <w:p w14:paraId="6A570147" w14:textId="77777777" w:rsidR="006F1ADB" w:rsidRDefault="006F1ADB" w:rsidP="005A3479">
      <w:r>
        <w:t>— </w:t>
      </w:r>
      <w:r w:rsidR="005A3479">
        <w:t>Eh bien</w:t>
      </w:r>
      <w:r>
        <w:t xml:space="preserve">, </w:t>
      </w:r>
      <w:r w:rsidR="005A3479">
        <w:t>votre plan a réussi</w:t>
      </w:r>
      <w:r>
        <w:t xml:space="preserve">, </w:t>
      </w:r>
      <w:r w:rsidR="005A3479">
        <w:t>dit la fille à la nouvelle m</w:t>
      </w:r>
      <w:r w:rsidR="005A3479">
        <w:t>a</w:t>
      </w:r>
      <w:r w:rsidR="005A3479">
        <w:t>riée</w:t>
      </w:r>
      <w:r>
        <w:t xml:space="preserve">. </w:t>
      </w:r>
      <w:r w:rsidR="005A3479">
        <w:t>Je savais que tout irait bien</w:t>
      </w:r>
      <w:r>
        <w:t xml:space="preserve">. </w:t>
      </w:r>
      <w:r w:rsidR="005A3479">
        <w:t>Votre mari est un bon garçon dont vous pouvez être fière</w:t>
      </w:r>
      <w:r>
        <w:t>.</w:t>
      </w:r>
    </w:p>
    <w:p w14:paraId="6D58B032" w14:textId="77777777" w:rsidR="006F1ADB" w:rsidRDefault="006F1ADB" w:rsidP="005A3479">
      <w:r>
        <w:t>— </w:t>
      </w:r>
      <w:r w:rsidR="005A3479">
        <w:t>J</w:t>
      </w:r>
      <w:r>
        <w:t>’</w:t>
      </w:r>
      <w:r w:rsidR="005A3479">
        <w:t>en suis fière</w:t>
      </w:r>
      <w:r>
        <w:t>.</w:t>
      </w:r>
    </w:p>
    <w:p w14:paraId="1E2F5C37" w14:textId="77777777" w:rsidR="006F1ADB" w:rsidRDefault="006F1ADB" w:rsidP="005A3479">
      <w:r>
        <w:t>— </w:t>
      </w:r>
      <w:r w:rsidR="005A3479">
        <w:t>Et quand attendez-vous</w:t>
      </w:r>
      <w:r>
        <w:t> ?…</w:t>
      </w:r>
    </w:p>
    <w:p w14:paraId="5CF413A8" w14:textId="77777777" w:rsidR="006F1ADB" w:rsidRDefault="006F1ADB" w:rsidP="005A3479">
      <w:r>
        <w:t>— </w:t>
      </w:r>
      <w:r w:rsidR="005A3479">
        <w:t>Bah</w:t>
      </w:r>
      <w:r>
        <w:t xml:space="preserve"> !… </w:t>
      </w:r>
      <w:r w:rsidR="005A3479">
        <w:t>rien du tout</w:t>
      </w:r>
      <w:r>
        <w:t>.</w:t>
      </w:r>
    </w:p>
    <w:p w14:paraId="781C0F37" w14:textId="77777777" w:rsidR="006F1ADB" w:rsidRDefault="006F1ADB" w:rsidP="005A3479">
      <w:r>
        <w:t>— </w:t>
      </w:r>
      <w:r w:rsidR="005A3479">
        <w:t>Comment</w:t>
      </w:r>
      <w:r>
        <w:t> ?</w:t>
      </w:r>
    </w:p>
    <w:p w14:paraId="4CE6C32B" w14:textId="77777777" w:rsidR="006F1ADB" w:rsidRDefault="006F1ADB" w:rsidP="005A3479">
      <w:r>
        <w:t>— </w:t>
      </w:r>
      <w:r w:rsidR="005A3479">
        <w:t>Je m</w:t>
      </w:r>
      <w:r>
        <w:t>’</w:t>
      </w:r>
      <w:r w:rsidR="005A3479">
        <w:t>étais trompée</w:t>
      </w:r>
      <w:r>
        <w:t>.</w:t>
      </w:r>
    </w:p>
    <w:p w14:paraId="0BB36BAC" w14:textId="77777777" w:rsidR="006F1ADB" w:rsidRDefault="006F1ADB" w:rsidP="005A3479">
      <w:r>
        <w:t>— </w:t>
      </w:r>
      <w:r w:rsidR="005A3479">
        <w:t xml:space="preserve">Ô </w:t>
      </w:r>
      <w:proofErr w:type="spellStart"/>
      <w:r w:rsidR="005A3479">
        <w:t>Arabella</w:t>
      </w:r>
      <w:proofErr w:type="spellEnd"/>
      <w:r>
        <w:t xml:space="preserve">, </w:t>
      </w:r>
      <w:proofErr w:type="spellStart"/>
      <w:r w:rsidR="005A3479">
        <w:t>Arabella</w:t>
      </w:r>
      <w:proofErr w:type="spellEnd"/>
      <w:r>
        <w:t xml:space="preserve">, </w:t>
      </w:r>
      <w:r w:rsidR="005A3479">
        <w:t>vous êtes un profond politique</w:t>
      </w:r>
      <w:r>
        <w:t xml:space="preserve">… </w:t>
      </w:r>
      <w:r w:rsidR="005A3479">
        <w:t>Voilà un trait de génie</w:t>
      </w:r>
      <w:r>
        <w:t xml:space="preserve">… </w:t>
      </w:r>
      <w:r w:rsidR="005A3479">
        <w:t>Je n</w:t>
      </w:r>
      <w:r>
        <w:t>’</w:t>
      </w:r>
      <w:r w:rsidR="005A3479">
        <w:t>aurais jamais osé</w:t>
      </w:r>
      <w:r>
        <w:t>…</w:t>
      </w:r>
    </w:p>
    <w:p w14:paraId="26E61F3A" w14:textId="77777777" w:rsidR="006F1ADB" w:rsidRDefault="006F1ADB" w:rsidP="005A3479">
      <w:r>
        <w:t>— </w:t>
      </w:r>
      <w:r w:rsidR="005A3479">
        <w:t>Tant pis</w:t>
      </w:r>
      <w:r>
        <w:t xml:space="preserve">. </w:t>
      </w:r>
      <w:r w:rsidR="005A3479">
        <w:t>Le mariage est le mariage</w:t>
      </w:r>
      <w:r>
        <w:t>.</w:t>
      </w:r>
    </w:p>
    <w:p w14:paraId="2FC3725C" w14:textId="77777777" w:rsidR="006F1ADB" w:rsidRDefault="005A3479" w:rsidP="005A3479">
      <w:r>
        <w:t>Ce ne fut pourtant pas sans un léger malaise qu</w:t>
      </w:r>
      <w:r w:rsidR="006F1ADB">
        <w:t>’</w:t>
      </w:r>
      <w:proofErr w:type="spellStart"/>
      <w:r>
        <w:t>Arabella</w:t>
      </w:r>
      <w:proofErr w:type="spellEnd"/>
      <w:r>
        <w:t xml:space="preserve"> vit approcher le moment où il lui faudrait avouer sa supercherie</w:t>
      </w:r>
      <w:r w:rsidR="006F1ADB">
        <w:t>.</w:t>
      </w:r>
    </w:p>
    <w:p w14:paraId="3FCE6972" w14:textId="77777777" w:rsidR="006F1ADB" w:rsidRDefault="005A3479" w:rsidP="005A3479">
      <w:r>
        <w:t>Un soir</w:t>
      </w:r>
      <w:r w:rsidR="006F1ADB">
        <w:t xml:space="preserve">, </w:t>
      </w:r>
      <w:r>
        <w:t>dans la chambre à coucher</w:t>
      </w:r>
      <w:r w:rsidR="006F1ADB">
        <w:t xml:space="preserve">, </w:t>
      </w:r>
      <w:r>
        <w:t>Jude dormait à moitié</w:t>
      </w:r>
      <w:r w:rsidR="006F1ADB">
        <w:t xml:space="preserve">, </w:t>
      </w:r>
      <w:r>
        <w:t>pendant qu</w:t>
      </w:r>
      <w:r w:rsidR="006F1ADB">
        <w:t>’</w:t>
      </w:r>
      <w:proofErr w:type="spellStart"/>
      <w:r>
        <w:t>Arabella</w:t>
      </w:r>
      <w:proofErr w:type="spellEnd"/>
      <w:r>
        <w:t xml:space="preserve"> se déshabillait devant la glace</w:t>
      </w:r>
      <w:r w:rsidR="006F1ADB">
        <w:t xml:space="preserve">. </w:t>
      </w:r>
      <w:r>
        <w:t>Elle s</w:t>
      </w:r>
      <w:r w:rsidR="006F1ADB">
        <w:t>’</w:t>
      </w:r>
      <w:r>
        <w:t>amusait au jeu des fossettes artificielles qui devenaient de plus en plus rares</w:t>
      </w:r>
      <w:r w:rsidR="006F1ADB">
        <w:t xml:space="preserve">, </w:t>
      </w:r>
      <w:r>
        <w:t>depuis la noce</w:t>
      </w:r>
      <w:r w:rsidR="006F1ADB">
        <w:t xml:space="preserve">. </w:t>
      </w:r>
      <w:r>
        <w:t>Jude aperçut son reflet dans le m</w:t>
      </w:r>
      <w:r>
        <w:t>i</w:t>
      </w:r>
      <w:r>
        <w:t>roir</w:t>
      </w:r>
      <w:r w:rsidR="006F1ADB">
        <w:t>.</w:t>
      </w:r>
    </w:p>
    <w:p w14:paraId="39CC55DF" w14:textId="77777777" w:rsidR="006F1ADB" w:rsidRDefault="006F1ADB" w:rsidP="005A3479">
      <w:r>
        <w:t>— </w:t>
      </w:r>
      <w:r w:rsidR="005A3479">
        <w:t>Ne faites pas cela</w:t>
      </w:r>
      <w:r>
        <w:t xml:space="preserve">, </w:t>
      </w:r>
      <w:proofErr w:type="spellStart"/>
      <w:r w:rsidR="005A3479">
        <w:t>Arabella</w:t>
      </w:r>
      <w:proofErr w:type="spellEnd"/>
      <w:r>
        <w:t xml:space="preserve">, </w:t>
      </w:r>
      <w:r w:rsidR="005A3479">
        <w:t>dit-il tout à coup</w:t>
      </w:r>
      <w:r>
        <w:t>.</w:t>
      </w:r>
    </w:p>
    <w:p w14:paraId="0112E48F" w14:textId="77777777" w:rsidR="006F1ADB" w:rsidRDefault="005A3479" w:rsidP="005A3479">
      <w:r>
        <w:t>Elle se prit à</w:t>
      </w:r>
      <w:r>
        <w:rPr>
          <w:i/>
          <w:szCs w:val="32"/>
        </w:rPr>
        <w:t xml:space="preserve"> </w:t>
      </w:r>
      <w:r>
        <w:t>rire</w:t>
      </w:r>
      <w:r w:rsidR="006F1ADB">
        <w:t>.</w:t>
      </w:r>
    </w:p>
    <w:p w14:paraId="6F0D9732" w14:textId="77777777" w:rsidR="006F1ADB" w:rsidRDefault="006F1ADB" w:rsidP="005A3479">
      <w:r>
        <w:t>— </w:t>
      </w:r>
      <w:r w:rsidR="005A3479">
        <w:t>Seigneur</w:t>
      </w:r>
      <w:r>
        <w:t xml:space="preserve"> !… </w:t>
      </w:r>
      <w:r w:rsidR="005A3479">
        <w:t>Je vous croyais endormi</w:t>
      </w:r>
      <w:r>
        <w:t xml:space="preserve">. </w:t>
      </w:r>
      <w:r w:rsidR="005A3479">
        <w:t>Vous avez l</w:t>
      </w:r>
      <w:r>
        <w:t>’</w:t>
      </w:r>
      <w:r w:rsidR="005A3479">
        <w:t>air d</w:t>
      </w:r>
      <w:r w:rsidR="005A3479">
        <w:t>é</w:t>
      </w:r>
      <w:r w:rsidR="005A3479">
        <w:t>concerté</w:t>
      </w:r>
      <w:r>
        <w:t xml:space="preserve">. </w:t>
      </w:r>
      <w:r w:rsidR="005A3479">
        <w:t>Ce n</w:t>
      </w:r>
      <w:r>
        <w:t>’</w:t>
      </w:r>
      <w:r w:rsidR="005A3479">
        <w:t>est rien</w:t>
      </w:r>
      <w:r>
        <w:t>.</w:t>
      </w:r>
    </w:p>
    <w:p w14:paraId="600555DB" w14:textId="77777777" w:rsidR="006F1ADB" w:rsidRDefault="006F1ADB" w:rsidP="005A3479">
      <w:r>
        <w:lastRenderedPageBreak/>
        <w:t>— </w:t>
      </w:r>
      <w:r w:rsidR="005A3479">
        <w:t>Qui vous a enseigné cela</w:t>
      </w:r>
      <w:r>
        <w:t> ?</w:t>
      </w:r>
    </w:p>
    <w:p w14:paraId="0395593F" w14:textId="77777777" w:rsidR="006F1ADB" w:rsidRDefault="006F1ADB" w:rsidP="005A3479">
      <w:r>
        <w:t>— </w:t>
      </w:r>
      <w:r w:rsidR="005A3479">
        <w:t>Personne</w:t>
      </w:r>
      <w:r>
        <w:t xml:space="preserve">… </w:t>
      </w:r>
      <w:r w:rsidR="005A3479">
        <w:t>Je réussissais mieux quand j</w:t>
      </w:r>
      <w:r>
        <w:t>’</w:t>
      </w:r>
      <w:r w:rsidR="005A3479">
        <w:t>étais à la brass</w:t>
      </w:r>
      <w:r w:rsidR="005A3479">
        <w:t>e</w:t>
      </w:r>
      <w:r w:rsidR="005A3479">
        <w:t>rie</w:t>
      </w:r>
      <w:r>
        <w:t xml:space="preserve">. </w:t>
      </w:r>
      <w:r w:rsidR="005A3479">
        <w:t>Maintenant ça ne va plus</w:t>
      </w:r>
      <w:r>
        <w:t xml:space="preserve">. </w:t>
      </w:r>
      <w:r w:rsidR="005A3479">
        <w:t>J</w:t>
      </w:r>
      <w:r>
        <w:t>’</w:t>
      </w:r>
      <w:r w:rsidR="005A3479">
        <w:t>ai trop engraissé</w:t>
      </w:r>
      <w:r>
        <w:t>.</w:t>
      </w:r>
    </w:p>
    <w:p w14:paraId="329017D3" w14:textId="77777777" w:rsidR="006F1ADB" w:rsidRDefault="006F1ADB" w:rsidP="005A3479">
      <w:r>
        <w:t>— </w:t>
      </w:r>
      <w:r w:rsidR="005A3479">
        <w:t>Je ne tiens guère à ces fossettes</w:t>
      </w:r>
      <w:r>
        <w:t>.</w:t>
      </w:r>
    </w:p>
    <w:p w14:paraId="4F7F6E1A" w14:textId="77777777" w:rsidR="006F1ADB" w:rsidRDefault="006F1ADB" w:rsidP="005A3479">
      <w:r>
        <w:t>— </w:t>
      </w:r>
      <w:r w:rsidR="005A3479">
        <w:t>D</w:t>
      </w:r>
      <w:r>
        <w:t>’</w:t>
      </w:r>
      <w:r w:rsidR="005A3479">
        <w:t>autres hommes pensent autrement</w:t>
      </w:r>
      <w:r>
        <w:t>.</w:t>
      </w:r>
    </w:p>
    <w:p w14:paraId="7F9C2E3D" w14:textId="77777777" w:rsidR="006F1ADB" w:rsidRDefault="006F1ADB" w:rsidP="005A3479">
      <w:r>
        <w:t>— </w:t>
      </w:r>
      <w:r w:rsidR="005A3479">
        <w:t>Peu m</w:t>
      </w:r>
      <w:r>
        <w:t>’</w:t>
      </w:r>
      <w:r w:rsidR="005A3479">
        <w:t>importe ce que pensent les autres</w:t>
      </w:r>
      <w:r>
        <w:t xml:space="preserve">. </w:t>
      </w:r>
      <w:r w:rsidR="005A3479">
        <w:t>Mais comment connaissez-vous leur goût</w:t>
      </w:r>
      <w:r>
        <w:t> ?</w:t>
      </w:r>
    </w:p>
    <w:p w14:paraId="0AB28EF4" w14:textId="77777777" w:rsidR="006F1ADB" w:rsidRDefault="006F1ADB" w:rsidP="005A3479">
      <w:r>
        <w:t>— </w:t>
      </w:r>
      <w:r w:rsidR="005A3479">
        <w:t>J</w:t>
      </w:r>
      <w:r>
        <w:t>’</w:t>
      </w:r>
      <w:r w:rsidR="005A3479">
        <w:t>en ai entendu parler quand j</w:t>
      </w:r>
      <w:r>
        <w:t>’</w:t>
      </w:r>
      <w:r w:rsidR="005A3479">
        <w:t>étais fille de brasserie</w:t>
      </w:r>
      <w:r>
        <w:t>.</w:t>
      </w:r>
    </w:p>
    <w:p w14:paraId="76C32651" w14:textId="77777777" w:rsidR="006F1ADB" w:rsidRDefault="006F1ADB" w:rsidP="005A3479">
      <w:r>
        <w:t>— </w:t>
      </w:r>
      <w:r w:rsidR="005A3479">
        <w:t>Ah</w:t>
      </w:r>
      <w:r>
        <w:t xml:space="preserve"> ! </w:t>
      </w:r>
      <w:r w:rsidR="005A3479">
        <w:t>je m</w:t>
      </w:r>
      <w:r>
        <w:t>’</w:t>
      </w:r>
      <w:r w:rsidR="005A3479">
        <w:t>explique votre critique de la bière falsifiée</w:t>
      </w:r>
      <w:r>
        <w:t xml:space="preserve">, </w:t>
      </w:r>
      <w:r w:rsidR="005A3479">
        <w:t>le soir où nous nous sommes arrêtés à l</w:t>
      </w:r>
      <w:r>
        <w:t>’</w:t>
      </w:r>
      <w:r w:rsidR="005A3479">
        <w:t>auberge</w:t>
      </w:r>
      <w:r>
        <w:t xml:space="preserve">. </w:t>
      </w:r>
      <w:r w:rsidR="005A3479">
        <w:t>Je croyais qu</w:t>
      </w:r>
      <w:r>
        <w:t>’</w:t>
      </w:r>
      <w:r w:rsidR="005A3479">
        <w:t>avant votre mariage vous aviez toujours habité chez votre père</w:t>
      </w:r>
      <w:r>
        <w:t>.</w:t>
      </w:r>
    </w:p>
    <w:p w14:paraId="5B5AB840" w14:textId="77777777" w:rsidR="006F1ADB" w:rsidRDefault="006F1ADB" w:rsidP="005A3479">
      <w:r>
        <w:t>— </w:t>
      </w:r>
      <w:r w:rsidR="005A3479">
        <w:t>Vous auriez dû voir que j</w:t>
      </w:r>
      <w:r>
        <w:t>’</w:t>
      </w:r>
      <w:r w:rsidR="005A3479">
        <w:t>étais un peu plus distinguée qu</w:t>
      </w:r>
      <w:r>
        <w:t>’</w:t>
      </w:r>
      <w:r w:rsidR="005A3479">
        <w:t>une simple campagnarde</w:t>
      </w:r>
      <w:r>
        <w:t xml:space="preserve">. </w:t>
      </w:r>
      <w:r w:rsidR="005A3479">
        <w:t>Il n</w:t>
      </w:r>
      <w:r>
        <w:t>’</w:t>
      </w:r>
      <w:r w:rsidR="005A3479">
        <w:t xml:space="preserve">y avait pas </w:t>
      </w:r>
      <w:proofErr w:type="spellStart"/>
      <w:r w:rsidR="005A3479">
        <w:t>grand</w:t>
      </w:r>
      <w:r>
        <w:t>’</w:t>
      </w:r>
      <w:r w:rsidR="005A3479">
        <w:t>chose</w:t>
      </w:r>
      <w:proofErr w:type="spellEnd"/>
      <w:r w:rsidR="005A3479">
        <w:t xml:space="preserve"> à faire à la maison</w:t>
      </w:r>
      <w:r>
        <w:t xml:space="preserve">, </w:t>
      </w:r>
      <w:r w:rsidR="005A3479">
        <w:t>et cela m</w:t>
      </w:r>
      <w:r>
        <w:t>’</w:t>
      </w:r>
      <w:r w:rsidR="005A3479">
        <w:t>impatientait</w:t>
      </w:r>
      <w:r>
        <w:t>.</w:t>
      </w:r>
    </w:p>
    <w:p w14:paraId="452F1096" w14:textId="77777777" w:rsidR="006F1ADB" w:rsidRDefault="006F1ADB" w:rsidP="005A3479">
      <w:r>
        <w:t>— </w:t>
      </w:r>
      <w:r w:rsidR="005A3479">
        <w:t>Vous allez avoir beaucoup d</w:t>
      </w:r>
      <w:r>
        <w:t>’</w:t>
      </w:r>
      <w:r w:rsidR="005A3479">
        <w:t>occupation</w:t>
      </w:r>
      <w:r>
        <w:t xml:space="preserve">, </w:t>
      </w:r>
      <w:r w:rsidR="005A3479">
        <w:t>maintenant</w:t>
      </w:r>
      <w:r>
        <w:t xml:space="preserve">, </w:t>
      </w:r>
      <w:r w:rsidR="005A3479">
        <w:t>ma chère</w:t>
      </w:r>
      <w:r>
        <w:t>.</w:t>
      </w:r>
    </w:p>
    <w:p w14:paraId="345BD760" w14:textId="77777777" w:rsidR="006F1ADB" w:rsidRDefault="006F1ADB" w:rsidP="005A3479">
      <w:r>
        <w:t>— </w:t>
      </w:r>
      <w:r w:rsidR="005A3479">
        <w:t>Que voulez-vous dire</w:t>
      </w:r>
      <w:r>
        <w:t> ?</w:t>
      </w:r>
    </w:p>
    <w:p w14:paraId="4DACE89D" w14:textId="77777777" w:rsidR="006F1ADB" w:rsidRDefault="006F1ADB" w:rsidP="005A3479">
      <w:r>
        <w:t>— </w:t>
      </w:r>
      <w:r w:rsidR="005A3479">
        <w:t>Eh bien</w:t>
      </w:r>
      <w:r>
        <w:t xml:space="preserve">… </w:t>
      </w:r>
      <w:r w:rsidR="005A3479">
        <w:t>et la petite layette</w:t>
      </w:r>
      <w:r>
        <w:t> ?</w:t>
      </w:r>
    </w:p>
    <w:p w14:paraId="1C0DEFC3" w14:textId="77777777" w:rsidR="006F1ADB" w:rsidRDefault="006F1ADB" w:rsidP="005A3479">
      <w:r>
        <w:t>— </w:t>
      </w:r>
      <w:r w:rsidR="005A3479">
        <w:t>Oh</w:t>
      </w:r>
      <w:r>
        <w:t> !</w:t>
      </w:r>
    </w:p>
    <w:p w14:paraId="559C82A1" w14:textId="77777777" w:rsidR="006F1ADB" w:rsidRDefault="006F1ADB" w:rsidP="005A3479">
      <w:r>
        <w:t>— </w:t>
      </w:r>
      <w:r w:rsidR="005A3479">
        <w:t>Dites</w:t>
      </w:r>
      <w:r>
        <w:t xml:space="preserve">, </w:t>
      </w:r>
      <w:r w:rsidR="005A3479">
        <w:t>quand l</w:t>
      </w:r>
      <w:r>
        <w:t>’</w:t>
      </w:r>
      <w:r w:rsidR="005A3479">
        <w:t>enfant viendra-t-il</w:t>
      </w:r>
      <w:r>
        <w:t> ?</w:t>
      </w:r>
    </w:p>
    <w:p w14:paraId="376641D8" w14:textId="77777777" w:rsidR="006F1ADB" w:rsidRDefault="006F1ADB" w:rsidP="005A3479">
      <w:r>
        <w:t>— </w:t>
      </w:r>
      <w:r w:rsidR="005A3479">
        <w:t>Ne vous en préoccupez pas</w:t>
      </w:r>
      <w:r>
        <w:t xml:space="preserve">. </w:t>
      </w:r>
      <w:r w:rsidR="005A3479">
        <w:t>Je m</w:t>
      </w:r>
      <w:r>
        <w:t>’</w:t>
      </w:r>
      <w:r w:rsidR="005A3479">
        <w:t>étais trompée</w:t>
      </w:r>
      <w:r>
        <w:t>.</w:t>
      </w:r>
    </w:p>
    <w:p w14:paraId="29A6B135" w14:textId="77777777" w:rsidR="006F1ADB" w:rsidRDefault="005A3479" w:rsidP="005A3479">
      <w:r>
        <w:t>Il s</w:t>
      </w:r>
      <w:r w:rsidR="006F1ADB">
        <w:t>’</w:t>
      </w:r>
      <w:r>
        <w:t>assit sur le lit et la regarda</w:t>
      </w:r>
      <w:r w:rsidR="006F1ADB">
        <w:t>.</w:t>
      </w:r>
    </w:p>
    <w:p w14:paraId="55FB9FB1" w14:textId="77777777" w:rsidR="006F1ADB" w:rsidRDefault="006F1ADB" w:rsidP="005A3479">
      <w:r>
        <w:t>— </w:t>
      </w:r>
      <w:r w:rsidR="005A3479">
        <w:t>Est-ce possible</w:t>
      </w:r>
      <w:r>
        <w:t> ?</w:t>
      </w:r>
    </w:p>
    <w:p w14:paraId="3808F3F5" w14:textId="77777777" w:rsidR="006F1ADB" w:rsidRDefault="006F1ADB" w:rsidP="005A3479">
      <w:r>
        <w:lastRenderedPageBreak/>
        <w:t>— </w:t>
      </w:r>
      <w:r w:rsidR="005A3479">
        <w:t>On peut croire à tort</w:t>
      </w:r>
      <w:r>
        <w:t>…</w:t>
      </w:r>
    </w:p>
    <w:p w14:paraId="3FD10192" w14:textId="77777777" w:rsidR="006F1ADB" w:rsidRDefault="006F1ADB" w:rsidP="005A3479">
      <w:r>
        <w:t>— </w:t>
      </w:r>
      <w:r w:rsidR="005A3479">
        <w:t>Mais</w:t>
      </w:r>
      <w:r>
        <w:t xml:space="preserve">… </w:t>
      </w:r>
      <w:r w:rsidR="005A3479">
        <w:t>Comment</w:t>
      </w:r>
      <w:r>
        <w:t xml:space="preserve">, </w:t>
      </w:r>
      <w:r w:rsidR="005A3479">
        <w:t>sans certitude</w:t>
      </w:r>
      <w:r>
        <w:t xml:space="preserve">, </w:t>
      </w:r>
      <w:r w:rsidR="005A3479">
        <w:t>avez-vous pu précipiter les choses</w:t>
      </w:r>
      <w:r>
        <w:t xml:space="preserve">, </w:t>
      </w:r>
      <w:r w:rsidR="005A3479">
        <w:t>me presser</w:t>
      </w:r>
      <w:r>
        <w:t xml:space="preserve">, </w:t>
      </w:r>
      <w:r w:rsidR="005A3479">
        <w:t>moi</w:t>
      </w:r>
      <w:r>
        <w:t xml:space="preserve">, </w:t>
      </w:r>
      <w:r w:rsidR="005A3479">
        <w:t>qui n</w:t>
      </w:r>
      <w:r>
        <w:t>’</w:t>
      </w:r>
      <w:r w:rsidR="005A3479">
        <w:t>avais ni meubles</w:t>
      </w:r>
      <w:r>
        <w:t xml:space="preserve">, </w:t>
      </w:r>
      <w:r w:rsidR="005A3479">
        <w:t>ni argent</w:t>
      </w:r>
      <w:r>
        <w:t xml:space="preserve"> ?… </w:t>
      </w:r>
      <w:r w:rsidR="005A3479">
        <w:t>Oh</w:t>
      </w:r>
      <w:r>
        <w:t xml:space="preserve"> ! </w:t>
      </w:r>
      <w:r w:rsidR="005A3479">
        <w:t>Dieu</w:t>
      </w:r>
      <w:r>
        <w:t> !</w:t>
      </w:r>
    </w:p>
    <w:p w14:paraId="467861D3" w14:textId="77777777" w:rsidR="006F1ADB" w:rsidRDefault="006F1ADB" w:rsidP="005A3479">
      <w:r>
        <w:t>— </w:t>
      </w:r>
      <w:r w:rsidR="005A3479">
        <w:t>Mon cher</w:t>
      </w:r>
      <w:r>
        <w:t xml:space="preserve">, </w:t>
      </w:r>
      <w:r w:rsidR="005A3479">
        <w:t>ce qui est fait est fait</w:t>
      </w:r>
      <w:r>
        <w:t>.</w:t>
      </w:r>
    </w:p>
    <w:p w14:paraId="264CBF0D" w14:textId="77777777" w:rsidR="006F1ADB" w:rsidRDefault="006F1ADB" w:rsidP="005A3479">
      <w:r>
        <w:t>— </w:t>
      </w:r>
      <w:r w:rsidR="005A3479">
        <w:t>Je n</w:t>
      </w:r>
      <w:r>
        <w:t>’</w:t>
      </w:r>
      <w:r w:rsidR="005A3479">
        <w:t>ai plus rien à dire</w:t>
      </w:r>
      <w:r>
        <w:t>.</w:t>
      </w:r>
    </w:p>
    <w:p w14:paraId="5CE4866F" w14:textId="77777777" w:rsidR="006F1ADB" w:rsidRDefault="005A3479" w:rsidP="005A3479">
      <w:r>
        <w:t>Il avait parlé simplement</w:t>
      </w:r>
      <w:r w:rsidR="006F1ADB">
        <w:t xml:space="preserve">. </w:t>
      </w:r>
      <w:r>
        <w:t>Le silence retomba entre eux</w:t>
      </w:r>
      <w:r w:rsidR="006F1ADB">
        <w:t>.</w:t>
      </w:r>
    </w:p>
    <w:p w14:paraId="76781452" w14:textId="77777777" w:rsidR="006F1ADB" w:rsidRDefault="005A3479" w:rsidP="005A3479">
      <w:r>
        <w:t>Quand Jude s</w:t>
      </w:r>
      <w:r w:rsidR="006F1ADB">
        <w:t>’</w:t>
      </w:r>
      <w:r>
        <w:t>éveilla le lendemain matin</w:t>
      </w:r>
      <w:r w:rsidR="006F1ADB">
        <w:t xml:space="preserve">, </w:t>
      </w:r>
      <w:r>
        <w:t>il lui sembla voir le monde avec des yeux différents</w:t>
      </w:r>
      <w:r w:rsidR="006F1ADB">
        <w:t>.</w:t>
      </w:r>
    </w:p>
    <w:p w14:paraId="4C4C8F1F" w14:textId="77777777" w:rsidR="006F1ADB" w:rsidRDefault="005A3479" w:rsidP="005A3479">
      <w:r>
        <w:t>Il songeait</w:t>
      </w:r>
      <w:r w:rsidR="006F1ADB">
        <w:t xml:space="preserve">, </w:t>
      </w:r>
      <w:r>
        <w:t>vaguement et obscurément</w:t>
      </w:r>
      <w:r w:rsidR="006F1ADB">
        <w:t xml:space="preserve">, </w:t>
      </w:r>
      <w:r>
        <w:t>qu</w:t>
      </w:r>
      <w:r w:rsidR="006F1ADB">
        <w:t>’</w:t>
      </w:r>
      <w:r>
        <w:t>il y avait quelque chose de défectueux dans le système social qui annule les plus beaux rêves de travail intellectuel</w:t>
      </w:r>
      <w:r w:rsidR="006F1ADB">
        <w:t xml:space="preserve">, </w:t>
      </w:r>
      <w:r>
        <w:t>et interdit à un homme de s</w:t>
      </w:r>
      <w:r w:rsidR="006F1ADB">
        <w:t>’</w:t>
      </w:r>
      <w:r>
        <w:t>élever et de contribuer par son effort au progrès général de sa génération</w:t>
      </w:r>
      <w:r w:rsidR="006F1ADB">
        <w:t xml:space="preserve">, </w:t>
      </w:r>
      <w:r>
        <w:t>parce qu</w:t>
      </w:r>
      <w:r w:rsidR="006F1ADB">
        <w:t>’</w:t>
      </w:r>
      <w:r>
        <w:t>il a été surpris par un instinct nouveau et passager qui n</w:t>
      </w:r>
      <w:r w:rsidR="006F1ADB">
        <w:t>’</w:t>
      </w:r>
      <w:r>
        <w:t>a rien de vicieux dans son essence et pourrait tout au plus être considéré comme une faiblesse</w:t>
      </w:r>
      <w:r w:rsidR="006F1ADB">
        <w:t xml:space="preserve">. </w:t>
      </w:r>
      <w:r>
        <w:t>Il examinait sa responsabilité</w:t>
      </w:r>
      <w:r w:rsidR="006F1ADB">
        <w:t xml:space="preserve">, </w:t>
      </w:r>
      <w:r>
        <w:t xml:space="preserve">le préjudice causé à </w:t>
      </w:r>
      <w:proofErr w:type="spellStart"/>
      <w:r>
        <w:t>Arabella</w:t>
      </w:r>
      <w:proofErr w:type="spellEnd"/>
      <w:r w:rsidR="006F1ADB">
        <w:t xml:space="preserve">, </w:t>
      </w:r>
      <w:r>
        <w:t>se demandant si cela justifiait le piège dans lequel il était tombé avec elle pour le reste de leur vie</w:t>
      </w:r>
      <w:r w:rsidR="006F1ADB">
        <w:t xml:space="preserve">. </w:t>
      </w:r>
      <w:r>
        <w:t>Il devait peut-être se réjouir que le prétexte immédiat de ce mariage n</w:t>
      </w:r>
      <w:r w:rsidR="006F1ADB">
        <w:t>’</w:t>
      </w:r>
      <w:r>
        <w:t>eût été qu</w:t>
      </w:r>
      <w:r w:rsidR="006F1ADB">
        <w:t>’</w:t>
      </w:r>
      <w:r>
        <w:t>un prétexte</w:t>
      </w:r>
      <w:r w:rsidR="006F1ADB">
        <w:t xml:space="preserve">. </w:t>
      </w:r>
      <w:r>
        <w:t>Mais le mariage subsistait</w:t>
      </w:r>
      <w:r w:rsidR="006F1ADB">
        <w:t>.</w:t>
      </w:r>
    </w:p>
    <w:p w14:paraId="00B16AEC" w14:textId="77B094E2" w:rsidR="005A3479" w:rsidRDefault="005A3479" w:rsidP="006F1ADB">
      <w:pPr>
        <w:pStyle w:val="Titre2"/>
      </w:pPr>
      <w:bookmarkStart w:id="19" w:name="__RefHeading__21_1957917597"/>
      <w:bookmarkStart w:id="20" w:name="_Toc202369625"/>
      <w:bookmarkEnd w:id="19"/>
      <w:r>
        <w:lastRenderedPageBreak/>
        <w:t>X</w:t>
      </w:r>
      <w:bookmarkEnd w:id="20"/>
    </w:p>
    <w:p w14:paraId="299E8DFB" w14:textId="77777777" w:rsidR="006F1ADB" w:rsidRDefault="005A3479" w:rsidP="005A3479">
      <w:r>
        <w:t>Le temps arriva où il fallait tuer le porc que Jude et sa femme avaient nourri dans leur étable pendant tout l</w:t>
      </w:r>
      <w:r w:rsidR="006F1ADB">
        <w:t>’</w:t>
      </w:r>
      <w:r>
        <w:t>automne</w:t>
      </w:r>
      <w:r w:rsidR="006F1ADB">
        <w:t xml:space="preserve">. </w:t>
      </w:r>
      <w:r>
        <w:t>Le boucher promit de venir à la pointe du jour</w:t>
      </w:r>
      <w:r w:rsidR="006F1ADB">
        <w:t>.</w:t>
      </w:r>
    </w:p>
    <w:p w14:paraId="6367241E" w14:textId="77777777" w:rsidR="006F1ADB" w:rsidRDefault="005A3479" w:rsidP="005A3479">
      <w:r>
        <w:t>La nuit avait paru étrangement silencieuse</w:t>
      </w:r>
      <w:r w:rsidR="006F1ADB">
        <w:t xml:space="preserve">. </w:t>
      </w:r>
      <w:r>
        <w:t>Bien avant l</w:t>
      </w:r>
      <w:r w:rsidR="006F1ADB">
        <w:t>’</w:t>
      </w:r>
      <w:r>
        <w:t>aurore</w:t>
      </w:r>
      <w:r w:rsidR="006F1ADB">
        <w:t xml:space="preserve">, </w:t>
      </w:r>
      <w:r>
        <w:t>Jude</w:t>
      </w:r>
      <w:r w:rsidR="006F1ADB">
        <w:t xml:space="preserve">, </w:t>
      </w:r>
      <w:r>
        <w:t>regardant par la fenêtre</w:t>
      </w:r>
      <w:r w:rsidR="006F1ADB">
        <w:t xml:space="preserve">, </w:t>
      </w:r>
      <w:r>
        <w:t>s</w:t>
      </w:r>
      <w:r w:rsidR="006F1ADB">
        <w:t>’</w:t>
      </w:r>
      <w:r>
        <w:t>aperçut que le sol était couvert de neige</w:t>
      </w:r>
      <w:r w:rsidR="006F1ADB">
        <w:t xml:space="preserve">, </w:t>
      </w:r>
      <w:r>
        <w:t>une neige abondante pour la saison</w:t>
      </w:r>
      <w:r w:rsidR="006F1ADB">
        <w:t>.</w:t>
      </w:r>
    </w:p>
    <w:p w14:paraId="115A5D3B" w14:textId="77777777" w:rsidR="006F1ADB" w:rsidRDefault="006F1ADB" w:rsidP="005A3479">
      <w:r>
        <w:t>— </w:t>
      </w:r>
      <w:r w:rsidR="005A3479">
        <w:t>Je crains bien que le tueur de porcs ne puisse venir</w:t>
      </w:r>
      <w:r>
        <w:t xml:space="preserve">, </w:t>
      </w:r>
      <w:r w:rsidR="005A3479">
        <w:t xml:space="preserve">dit-il à </w:t>
      </w:r>
      <w:proofErr w:type="spellStart"/>
      <w:r w:rsidR="005A3479">
        <w:t>Arabella</w:t>
      </w:r>
      <w:proofErr w:type="spellEnd"/>
      <w:r>
        <w:t>.</w:t>
      </w:r>
    </w:p>
    <w:p w14:paraId="60768828" w14:textId="77777777" w:rsidR="006F1ADB" w:rsidRDefault="006F1ADB" w:rsidP="005A3479">
      <w:r>
        <w:t>— </w:t>
      </w:r>
      <w:r w:rsidR="005A3479">
        <w:t>Oh</w:t>
      </w:r>
      <w:r>
        <w:t xml:space="preserve"> ! </w:t>
      </w:r>
      <w:r w:rsidR="005A3479">
        <w:t>il viendra</w:t>
      </w:r>
      <w:r>
        <w:t xml:space="preserve">. </w:t>
      </w:r>
      <w:r w:rsidR="005A3479">
        <w:t>Mettez l</w:t>
      </w:r>
      <w:r>
        <w:t>’</w:t>
      </w:r>
      <w:r w:rsidR="005A3479">
        <w:t xml:space="preserve">eau sur le feu pour que </w:t>
      </w:r>
      <w:proofErr w:type="spellStart"/>
      <w:r w:rsidR="005A3479">
        <w:t>Challow</w:t>
      </w:r>
      <w:proofErr w:type="spellEnd"/>
      <w:r w:rsidR="005A3479">
        <w:t xml:space="preserve"> puisse échauder la bête</w:t>
      </w:r>
      <w:r>
        <w:t>.</w:t>
      </w:r>
    </w:p>
    <w:p w14:paraId="76F4B1BB" w14:textId="77777777" w:rsidR="006F1ADB" w:rsidRDefault="005A3479" w:rsidP="005A3479">
      <w:r>
        <w:t>Jude obéit</w:t>
      </w:r>
      <w:r w:rsidR="006F1ADB">
        <w:t xml:space="preserve">, </w:t>
      </w:r>
      <w:r>
        <w:t>un peu ému à l</w:t>
      </w:r>
      <w:r w:rsidR="006F1ADB">
        <w:t>’</w:t>
      </w:r>
      <w:r>
        <w:t>idée qu</w:t>
      </w:r>
      <w:r w:rsidR="006F1ADB">
        <w:t>’</w:t>
      </w:r>
      <w:r>
        <w:t>il préparait la mort d</w:t>
      </w:r>
      <w:r w:rsidR="006F1ADB">
        <w:t>’</w:t>
      </w:r>
      <w:r>
        <w:t>un animal qui vivait encore et qu</w:t>
      </w:r>
      <w:r w:rsidR="006F1ADB">
        <w:t>’</w:t>
      </w:r>
      <w:r>
        <w:t>on entendait grogner au fond du jardin</w:t>
      </w:r>
      <w:r w:rsidR="006F1ADB">
        <w:t xml:space="preserve">. </w:t>
      </w:r>
      <w:r>
        <w:t>À six heures et demie</w:t>
      </w:r>
      <w:r w:rsidR="006F1ADB">
        <w:t xml:space="preserve">, </w:t>
      </w:r>
      <w:r>
        <w:t>l</w:t>
      </w:r>
      <w:r w:rsidR="006F1ADB">
        <w:t>’</w:t>
      </w:r>
      <w:r>
        <w:t>eau bouillait et le boucher n</w:t>
      </w:r>
      <w:r w:rsidR="006F1ADB">
        <w:t>’</w:t>
      </w:r>
      <w:r>
        <w:t>arrivait pas</w:t>
      </w:r>
      <w:r w:rsidR="006F1ADB">
        <w:t>.</w:t>
      </w:r>
    </w:p>
    <w:p w14:paraId="27F4A224" w14:textId="77777777" w:rsidR="006F1ADB" w:rsidRDefault="005A3479" w:rsidP="005A3479">
      <w:r>
        <w:t>Ils attendirent et le jour devint plus clair</w:t>
      </w:r>
      <w:r w:rsidR="006F1ADB">
        <w:t xml:space="preserve">, </w:t>
      </w:r>
      <w:r>
        <w:t>de la triste clarté des aurores neigeuses</w:t>
      </w:r>
      <w:r w:rsidR="006F1ADB">
        <w:t xml:space="preserve">. </w:t>
      </w:r>
      <w:proofErr w:type="spellStart"/>
      <w:r>
        <w:t>Arabella</w:t>
      </w:r>
      <w:proofErr w:type="spellEnd"/>
      <w:r>
        <w:t xml:space="preserve"> fit quelques pas sur la route et revint en disant</w:t>
      </w:r>
      <w:r w:rsidR="006F1ADB">
        <w:t> :</w:t>
      </w:r>
    </w:p>
    <w:p w14:paraId="7C813A42" w14:textId="77777777" w:rsidR="006F1ADB" w:rsidRDefault="006F1ADB" w:rsidP="005A3479">
      <w:r>
        <w:t>— </w:t>
      </w:r>
      <w:r w:rsidR="005A3479">
        <w:t>Il ne viendra pas</w:t>
      </w:r>
      <w:r>
        <w:t xml:space="preserve">. </w:t>
      </w:r>
      <w:r w:rsidR="005A3479">
        <w:t>Il a dû se saouler cette nuit</w:t>
      </w:r>
      <w:r>
        <w:t>.</w:t>
      </w:r>
    </w:p>
    <w:p w14:paraId="47291899" w14:textId="77777777" w:rsidR="006F1ADB" w:rsidRDefault="006F1ADB" w:rsidP="005A3479">
      <w:r>
        <w:t>— </w:t>
      </w:r>
      <w:r w:rsidR="005A3479">
        <w:t>Eh bien</w:t>
      </w:r>
      <w:r>
        <w:t xml:space="preserve"> ! </w:t>
      </w:r>
      <w:r w:rsidR="005A3479">
        <w:t>il faut laisser sortir le porc</w:t>
      </w:r>
      <w:r>
        <w:t xml:space="preserve">. </w:t>
      </w:r>
      <w:r w:rsidR="005A3479">
        <w:t>L</w:t>
      </w:r>
      <w:r>
        <w:t>’</w:t>
      </w:r>
      <w:r w:rsidR="005A3479">
        <w:t>eau aura bouilli pour rien</w:t>
      </w:r>
      <w:r>
        <w:t xml:space="preserve">, </w:t>
      </w:r>
      <w:r w:rsidR="005A3479">
        <w:t>voilà tout</w:t>
      </w:r>
      <w:r>
        <w:t xml:space="preserve">… </w:t>
      </w:r>
      <w:r w:rsidR="005A3479">
        <w:t>La neige doit être épaisse dans la vallée</w:t>
      </w:r>
      <w:r>
        <w:t>.</w:t>
      </w:r>
    </w:p>
    <w:p w14:paraId="62605DE6" w14:textId="77777777" w:rsidR="006F1ADB" w:rsidRDefault="006F1ADB" w:rsidP="005A3479">
      <w:r>
        <w:t>— </w:t>
      </w:r>
      <w:r w:rsidR="005A3479">
        <w:t>Il n</w:t>
      </w:r>
      <w:r>
        <w:t>’</w:t>
      </w:r>
      <w:r w:rsidR="005A3479">
        <w:t>y a plus de pâtée</w:t>
      </w:r>
      <w:r>
        <w:t xml:space="preserve">. </w:t>
      </w:r>
      <w:r w:rsidR="005A3479">
        <w:t>Il a mangé hier tout ce qui restait</w:t>
      </w:r>
      <w:r>
        <w:t>.</w:t>
      </w:r>
    </w:p>
    <w:p w14:paraId="49FA1FF4" w14:textId="77777777" w:rsidR="006F1ADB" w:rsidRDefault="006F1ADB" w:rsidP="005A3479">
      <w:r>
        <w:t>— </w:t>
      </w:r>
      <w:r w:rsidR="005A3479">
        <w:t>Et depuis hier</w:t>
      </w:r>
      <w:r>
        <w:t> ?</w:t>
      </w:r>
    </w:p>
    <w:p w14:paraId="318FB3CC" w14:textId="77777777" w:rsidR="006F1ADB" w:rsidRDefault="006F1ADB" w:rsidP="005A3479">
      <w:r>
        <w:t>— </w:t>
      </w:r>
      <w:r w:rsidR="005A3479">
        <w:t>Rien</w:t>
      </w:r>
      <w:r>
        <w:t>.</w:t>
      </w:r>
    </w:p>
    <w:p w14:paraId="76332FB8" w14:textId="77777777" w:rsidR="006F1ADB" w:rsidRDefault="006F1ADB" w:rsidP="005A3479">
      <w:r>
        <w:lastRenderedPageBreak/>
        <w:t>— </w:t>
      </w:r>
      <w:r w:rsidR="005A3479">
        <w:t>Quoi</w:t>
      </w:r>
      <w:r>
        <w:t xml:space="preserve"> ? </w:t>
      </w:r>
      <w:r w:rsidR="005A3479">
        <w:t>Il a jeûné</w:t>
      </w:r>
      <w:r>
        <w:t> ?</w:t>
      </w:r>
    </w:p>
    <w:p w14:paraId="25B500CD" w14:textId="77777777" w:rsidR="006F1ADB" w:rsidRDefault="006F1ADB" w:rsidP="005A3479">
      <w:r>
        <w:t>— </w:t>
      </w:r>
      <w:r w:rsidR="005A3479">
        <w:t>Il faut qu</w:t>
      </w:r>
      <w:r>
        <w:t>’</w:t>
      </w:r>
      <w:r w:rsidR="005A3479">
        <w:t>il ait jeûné au moins un jour pour que les boyaux puissent servir à quelque chose</w:t>
      </w:r>
      <w:r>
        <w:t xml:space="preserve">. </w:t>
      </w:r>
      <w:r w:rsidR="005A3479">
        <w:t>Faut-il être ignare pour ne pas savoir ça</w:t>
      </w:r>
      <w:r>
        <w:t> !</w:t>
      </w:r>
    </w:p>
    <w:p w14:paraId="2A042349" w14:textId="77777777" w:rsidR="006F1ADB" w:rsidRDefault="006F1ADB" w:rsidP="005A3479">
      <w:r>
        <w:t>— </w:t>
      </w:r>
      <w:r w:rsidR="005A3479">
        <w:t>Je comprends pourquoi il crie ainsi</w:t>
      </w:r>
      <w:r>
        <w:t xml:space="preserve">. </w:t>
      </w:r>
      <w:r w:rsidR="005A3479">
        <w:t>Pauvre créature</w:t>
      </w:r>
      <w:r>
        <w:t> !</w:t>
      </w:r>
    </w:p>
    <w:p w14:paraId="1EF78474" w14:textId="77777777" w:rsidR="006F1ADB" w:rsidRDefault="006F1ADB" w:rsidP="005A3479">
      <w:r>
        <w:t>— </w:t>
      </w:r>
      <w:r w:rsidR="005A3479">
        <w:t>Oh</w:t>
      </w:r>
      <w:r>
        <w:t xml:space="preserve"> ! </w:t>
      </w:r>
      <w:r w:rsidR="005A3479">
        <w:t>ne vous attendrissez pas</w:t>
      </w:r>
      <w:r>
        <w:t xml:space="preserve">. </w:t>
      </w:r>
      <w:r w:rsidR="005A3479">
        <w:t>Si le boucher ne vient pas</w:t>
      </w:r>
      <w:r>
        <w:t xml:space="preserve">, </w:t>
      </w:r>
      <w:r w:rsidR="005A3479">
        <w:t>je le tuerai moi-même</w:t>
      </w:r>
      <w:r>
        <w:t xml:space="preserve">. </w:t>
      </w:r>
      <w:r w:rsidR="005A3479">
        <w:t>Je saurai bien comment m</w:t>
      </w:r>
      <w:r>
        <w:t>’</w:t>
      </w:r>
      <w:r w:rsidR="005A3479">
        <w:t>y prendre</w:t>
      </w:r>
      <w:r>
        <w:t xml:space="preserve">. </w:t>
      </w:r>
      <w:proofErr w:type="spellStart"/>
      <w:r w:rsidR="005A3479">
        <w:t>Challow</w:t>
      </w:r>
      <w:proofErr w:type="spellEnd"/>
      <w:r w:rsidR="005A3479">
        <w:t xml:space="preserve"> a envoyé hier ses baquets et ses couteaux</w:t>
      </w:r>
      <w:r>
        <w:t xml:space="preserve">. </w:t>
      </w:r>
      <w:r w:rsidR="005A3479">
        <w:t>Ça nous se</w:t>
      </w:r>
      <w:r w:rsidR="005A3479">
        <w:t>r</w:t>
      </w:r>
      <w:r w:rsidR="005A3479">
        <w:t>vira</w:t>
      </w:r>
      <w:r>
        <w:t>.</w:t>
      </w:r>
    </w:p>
    <w:p w14:paraId="79C90CB7" w14:textId="77777777" w:rsidR="006F1ADB" w:rsidRDefault="005A3479" w:rsidP="005A3479">
      <w:r>
        <w:t>Jude se récria</w:t>
      </w:r>
      <w:r w:rsidR="006F1ADB">
        <w:t xml:space="preserve">. </w:t>
      </w:r>
      <w:proofErr w:type="spellStart"/>
      <w:r>
        <w:t>Arabella</w:t>
      </w:r>
      <w:proofErr w:type="spellEnd"/>
      <w:r>
        <w:t xml:space="preserve"> finit par le convaincre en lui d</w:t>
      </w:r>
      <w:r>
        <w:t>é</w:t>
      </w:r>
      <w:r>
        <w:t>montrant que le porc mourrait de faim</w:t>
      </w:r>
      <w:r w:rsidR="006F1ADB">
        <w:t>.</w:t>
      </w:r>
    </w:p>
    <w:p w14:paraId="79A5F28B" w14:textId="77777777" w:rsidR="006F1ADB" w:rsidRDefault="006F1ADB" w:rsidP="005A3479">
      <w:r>
        <w:t>— </w:t>
      </w:r>
      <w:r w:rsidR="005A3479">
        <w:t>Vous ne le tuerez pas vous-même</w:t>
      </w:r>
      <w:r>
        <w:t xml:space="preserve">, </w:t>
      </w:r>
      <w:r w:rsidR="005A3479">
        <w:t>dit Jude</w:t>
      </w:r>
      <w:r>
        <w:t xml:space="preserve">. </w:t>
      </w:r>
      <w:r w:rsidR="005A3479">
        <w:t>Je m</w:t>
      </w:r>
      <w:r>
        <w:t>’</w:t>
      </w:r>
      <w:r w:rsidR="005A3479">
        <w:t>en charge</w:t>
      </w:r>
      <w:r>
        <w:t xml:space="preserve">, </w:t>
      </w:r>
      <w:r w:rsidR="005A3479">
        <w:t>puisqu</w:t>
      </w:r>
      <w:r>
        <w:t>’</w:t>
      </w:r>
      <w:r w:rsidR="005A3479">
        <w:t>il le faut absolument</w:t>
      </w:r>
      <w:r>
        <w:t>.</w:t>
      </w:r>
    </w:p>
    <w:p w14:paraId="0E242A21" w14:textId="77777777" w:rsidR="006F1ADB" w:rsidRDefault="005A3479" w:rsidP="005A3479">
      <w:r>
        <w:t>Ils déblayèrent un coin du jardin et disposèrent les co</w:t>
      </w:r>
      <w:r>
        <w:t>u</w:t>
      </w:r>
      <w:r>
        <w:t>teaux et le baquet</w:t>
      </w:r>
      <w:r w:rsidR="006F1ADB">
        <w:t xml:space="preserve">. </w:t>
      </w:r>
      <w:r>
        <w:t>Sur l</w:t>
      </w:r>
      <w:r w:rsidR="006F1ADB">
        <w:t>’</w:t>
      </w:r>
      <w:r>
        <w:t>arbre le plus proche</w:t>
      </w:r>
      <w:r w:rsidR="006F1ADB">
        <w:t xml:space="preserve">, </w:t>
      </w:r>
      <w:r>
        <w:t>un rouge-gorge</w:t>
      </w:r>
      <w:r w:rsidR="006F1ADB">
        <w:t xml:space="preserve">, </w:t>
      </w:r>
      <w:r>
        <w:t>e</w:t>
      </w:r>
      <w:r>
        <w:t>f</w:t>
      </w:r>
      <w:r>
        <w:t>frayé par le sinistre aspect de cette scène</w:t>
      </w:r>
      <w:r w:rsidR="006F1ADB">
        <w:t xml:space="preserve">, </w:t>
      </w:r>
      <w:r>
        <w:t>s</w:t>
      </w:r>
      <w:r w:rsidR="006F1ADB">
        <w:t>’</w:t>
      </w:r>
      <w:r>
        <w:t>envola</w:t>
      </w:r>
      <w:r w:rsidR="006F1ADB">
        <w:t xml:space="preserve">, </w:t>
      </w:r>
      <w:r>
        <w:t>quoique a</w:t>
      </w:r>
      <w:r>
        <w:t>f</w:t>
      </w:r>
      <w:r>
        <w:t>famé</w:t>
      </w:r>
      <w:r w:rsidR="006F1ADB">
        <w:t xml:space="preserve">. </w:t>
      </w:r>
      <w:r>
        <w:t>Il fallut ensuite faire sortir le porc de son étable où il poussait des cris de rage</w:t>
      </w:r>
      <w:r w:rsidR="006F1ADB">
        <w:t xml:space="preserve">. </w:t>
      </w:r>
      <w:proofErr w:type="spellStart"/>
      <w:r>
        <w:t>Arabella</w:t>
      </w:r>
      <w:proofErr w:type="spellEnd"/>
      <w:r>
        <w:t xml:space="preserve"> lui noua une corde autour des pattes et les cris furieux devinrent des cris plaintifs</w:t>
      </w:r>
      <w:r w:rsidR="006F1ADB">
        <w:t xml:space="preserve">, </w:t>
      </w:r>
      <w:r>
        <w:t>prolongés en une plainte sourde et désespérée</w:t>
      </w:r>
      <w:r w:rsidR="006F1ADB">
        <w:t>.</w:t>
      </w:r>
    </w:p>
    <w:p w14:paraId="32F68BB2" w14:textId="77777777" w:rsidR="006F1ADB" w:rsidRDefault="006F1ADB" w:rsidP="005A3479">
      <w:r>
        <w:t>— </w:t>
      </w:r>
      <w:r w:rsidR="005A3479">
        <w:t>Sur mon âme</w:t>
      </w:r>
      <w:r>
        <w:t xml:space="preserve">, </w:t>
      </w:r>
      <w:r w:rsidR="005A3479">
        <w:t>je me serais privé du profit de la bête</w:t>
      </w:r>
      <w:r>
        <w:t xml:space="preserve">, </w:t>
      </w:r>
      <w:r w:rsidR="005A3479">
        <w:t>pl</w:t>
      </w:r>
      <w:r w:rsidR="005A3479">
        <w:t>u</w:t>
      </w:r>
      <w:r w:rsidR="005A3479">
        <w:t>tôt que d</w:t>
      </w:r>
      <w:r>
        <w:t>’</w:t>
      </w:r>
      <w:r w:rsidR="005A3479">
        <w:t>avoir une pareille besogne à faire</w:t>
      </w:r>
      <w:r>
        <w:t xml:space="preserve">, </w:t>
      </w:r>
      <w:r w:rsidR="005A3479">
        <w:t>dit Jude</w:t>
      </w:r>
      <w:r>
        <w:t xml:space="preserve">. </w:t>
      </w:r>
      <w:r w:rsidR="005A3479">
        <w:t>Une cré</w:t>
      </w:r>
      <w:r w:rsidR="005A3479">
        <w:t>a</w:t>
      </w:r>
      <w:r w:rsidR="005A3479">
        <w:t>ture que j</w:t>
      </w:r>
      <w:r>
        <w:t>’</w:t>
      </w:r>
      <w:r w:rsidR="005A3479">
        <w:t>ai nourrie de mes propres mains</w:t>
      </w:r>
      <w:r>
        <w:t>.</w:t>
      </w:r>
    </w:p>
    <w:p w14:paraId="129AC2A9" w14:textId="77777777" w:rsidR="006F1ADB" w:rsidRDefault="006F1ADB" w:rsidP="005A3479">
      <w:r>
        <w:t>— </w:t>
      </w:r>
      <w:r w:rsidR="005A3479">
        <w:t>Pas de sensiblerie</w:t>
      </w:r>
      <w:r>
        <w:t xml:space="preserve">. </w:t>
      </w:r>
      <w:r w:rsidR="005A3479">
        <w:t>Prenez le couteau le plus pointu</w:t>
      </w:r>
      <w:r>
        <w:t xml:space="preserve">, </w:t>
      </w:r>
      <w:r w:rsidR="005A3479">
        <w:t>et surtout ne l</w:t>
      </w:r>
      <w:r>
        <w:t>’</w:t>
      </w:r>
      <w:r w:rsidR="005A3479">
        <w:t>enfoncez pas trop profondément</w:t>
      </w:r>
      <w:r>
        <w:t>.</w:t>
      </w:r>
    </w:p>
    <w:p w14:paraId="38EC2DAF" w14:textId="77777777" w:rsidR="006F1ADB" w:rsidRDefault="006F1ADB" w:rsidP="005A3479">
      <w:r>
        <w:t>— </w:t>
      </w:r>
      <w:r w:rsidR="005A3479">
        <w:t>Au contraire</w:t>
      </w:r>
      <w:r>
        <w:t xml:space="preserve">, </w:t>
      </w:r>
      <w:r w:rsidR="005A3479">
        <w:t>je m</w:t>
      </w:r>
      <w:r>
        <w:t>’</w:t>
      </w:r>
      <w:r w:rsidR="005A3479">
        <w:t>abrégerai cet odieux travail</w:t>
      </w:r>
      <w:r>
        <w:t>.</w:t>
      </w:r>
    </w:p>
    <w:p w14:paraId="64114F7A" w14:textId="549539DE" w:rsidR="006F1ADB" w:rsidRDefault="006F1ADB" w:rsidP="005A3479">
      <w:r>
        <w:lastRenderedPageBreak/>
        <w:t>— </w:t>
      </w:r>
      <w:r w:rsidR="005A3479">
        <w:t>Je ne veux pas</w:t>
      </w:r>
      <w:r>
        <w:t xml:space="preserve">, </w:t>
      </w:r>
      <w:r w:rsidR="005A3479">
        <w:t>cria-t-elle</w:t>
      </w:r>
      <w:r>
        <w:t xml:space="preserve">. </w:t>
      </w:r>
      <w:r w:rsidR="005A3479">
        <w:t xml:space="preserve">Nous perdons une vingtaine de </w:t>
      </w:r>
      <w:proofErr w:type="spellStart"/>
      <w:r w:rsidR="005A3479">
        <w:t>shellings</w:t>
      </w:r>
      <w:proofErr w:type="spellEnd"/>
      <w:r w:rsidR="005A3479">
        <w:t xml:space="preserve"> si la viande est rouge et sanglante</w:t>
      </w:r>
      <w:r>
        <w:t xml:space="preserve">. </w:t>
      </w:r>
      <w:r w:rsidR="005A3479">
        <w:t>Il faut juste to</w:t>
      </w:r>
      <w:r w:rsidR="005A3479">
        <w:t>u</w:t>
      </w:r>
      <w:r w:rsidR="005A3479">
        <w:t>cher la veine</w:t>
      </w:r>
      <w:r>
        <w:t xml:space="preserve"> : </w:t>
      </w:r>
      <w:r w:rsidR="005A3479">
        <w:t>pas plus</w:t>
      </w:r>
      <w:r>
        <w:t xml:space="preserve">. </w:t>
      </w:r>
      <w:r w:rsidR="005A3479">
        <w:t xml:space="preserve">Je </w:t>
      </w:r>
      <w:r w:rsidR="005A3479">
        <w:t>m</w:t>
      </w:r>
      <w:r>
        <w:t>’</w:t>
      </w:r>
      <w:r w:rsidR="005A3479">
        <w:t>y connais</w:t>
      </w:r>
      <w:r>
        <w:t xml:space="preserve">. </w:t>
      </w:r>
      <w:r w:rsidR="005A3479">
        <w:t>Un bon boucher doit faire saigner longtemps</w:t>
      </w:r>
      <w:r>
        <w:t xml:space="preserve">. </w:t>
      </w:r>
      <w:r w:rsidR="005A3479">
        <w:t>Il faut que le porc mette huit à dix m</w:t>
      </w:r>
      <w:r w:rsidR="005A3479">
        <w:t>i</w:t>
      </w:r>
      <w:r w:rsidR="005A3479">
        <w:t>nutes à mourir</w:t>
      </w:r>
      <w:r>
        <w:t>.</w:t>
      </w:r>
    </w:p>
    <w:p w14:paraId="5E415899" w14:textId="77777777" w:rsidR="006F1ADB" w:rsidRDefault="006F1ADB" w:rsidP="005A3479">
      <w:r>
        <w:t>— </w:t>
      </w:r>
      <w:r w:rsidR="005A3479">
        <w:t>Il n</w:t>
      </w:r>
      <w:r>
        <w:t>’</w:t>
      </w:r>
      <w:r w:rsidR="005A3479">
        <w:t>agonisera pas plus d</w:t>
      </w:r>
      <w:r>
        <w:t>’</w:t>
      </w:r>
      <w:r w:rsidR="005A3479">
        <w:t>une demi-minute</w:t>
      </w:r>
      <w:r>
        <w:t xml:space="preserve">, </w:t>
      </w:r>
      <w:r w:rsidR="005A3479">
        <w:t>si cela dépend de moi</w:t>
      </w:r>
      <w:r>
        <w:t xml:space="preserve">, </w:t>
      </w:r>
      <w:r w:rsidR="005A3479">
        <w:t>et tant pis pour la viande</w:t>
      </w:r>
      <w:r>
        <w:t xml:space="preserve"> ! </w:t>
      </w:r>
      <w:r w:rsidR="005A3479">
        <w:t>dit Jude avec fermeté</w:t>
      </w:r>
      <w:r>
        <w:t>.</w:t>
      </w:r>
    </w:p>
    <w:p w14:paraId="32CBEBC8" w14:textId="77777777" w:rsidR="006F1ADB" w:rsidRDefault="005A3479" w:rsidP="005A3479">
      <w:r>
        <w:t>Et il enfonça le couteau dans la gorge du porc</w:t>
      </w:r>
      <w:r w:rsidR="006F1ADB">
        <w:t xml:space="preserve">, </w:t>
      </w:r>
      <w:r>
        <w:t>comme il l</w:t>
      </w:r>
      <w:r w:rsidR="006F1ADB">
        <w:t>’</w:t>
      </w:r>
      <w:r>
        <w:t>avait vu faire aux bouchers</w:t>
      </w:r>
      <w:r w:rsidR="006F1ADB">
        <w:t>.</w:t>
      </w:r>
    </w:p>
    <w:p w14:paraId="14D150B7" w14:textId="77777777" w:rsidR="006F1ADB" w:rsidRDefault="006F1ADB" w:rsidP="005A3479">
      <w:r>
        <w:t>— </w:t>
      </w:r>
      <w:r w:rsidR="005A3479">
        <w:t>Le diable vous emporte</w:t>
      </w:r>
      <w:r>
        <w:t xml:space="preserve">, </w:t>
      </w:r>
      <w:r w:rsidR="005A3479">
        <w:t>cria-t-elle</w:t>
      </w:r>
      <w:r>
        <w:t xml:space="preserve">. </w:t>
      </w:r>
      <w:r w:rsidR="005A3479">
        <w:t>Je vous avais dit</w:t>
      </w:r>
      <w:r>
        <w:t>…</w:t>
      </w:r>
    </w:p>
    <w:p w14:paraId="7C95E962" w14:textId="77777777" w:rsidR="006F1ADB" w:rsidRDefault="006F1ADB" w:rsidP="005A3479">
      <w:r>
        <w:t>— </w:t>
      </w:r>
      <w:r w:rsidR="005A3479">
        <w:t>Taisez-vous</w:t>
      </w:r>
      <w:r>
        <w:t xml:space="preserve">, </w:t>
      </w:r>
      <w:proofErr w:type="spellStart"/>
      <w:r w:rsidR="005A3479">
        <w:t>Arabella</w:t>
      </w:r>
      <w:proofErr w:type="spellEnd"/>
      <w:r>
        <w:t xml:space="preserve">, </w:t>
      </w:r>
      <w:r w:rsidR="005A3479">
        <w:t>et ayez pitié de cette pauvre bête</w:t>
      </w:r>
      <w:r>
        <w:t>.</w:t>
      </w:r>
    </w:p>
    <w:p w14:paraId="62555DF7" w14:textId="77777777" w:rsidR="006F1ADB" w:rsidRDefault="005A3479" w:rsidP="005A3479">
      <w:r>
        <w:t>Si inhumain que fût l</w:t>
      </w:r>
      <w:r w:rsidR="006F1ADB">
        <w:t>’</w:t>
      </w:r>
      <w:r>
        <w:t>office de Jude</w:t>
      </w:r>
      <w:r w:rsidR="006F1ADB">
        <w:t xml:space="preserve">, </w:t>
      </w:r>
      <w:r>
        <w:t>il l</w:t>
      </w:r>
      <w:r w:rsidR="006F1ADB">
        <w:t>’</w:t>
      </w:r>
      <w:r>
        <w:t>avait rempli avec un souci de compassion</w:t>
      </w:r>
      <w:r w:rsidR="006F1ADB">
        <w:t xml:space="preserve">. </w:t>
      </w:r>
      <w:r>
        <w:t>Le sang jaillissait en ruisseau rapide</w:t>
      </w:r>
      <w:r w:rsidR="006F1ADB">
        <w:t xml:space="preserve">, </w:t>
      </w:r>
      <w:r>
        <w:t>et le cri de l</w:t>
      </w:r>
      <w:r w:rsidR="006F1ADB">
        <w:t>’</w:t>
      </w:r>
      <w:r>
        <w:t>animal mourant s</w:t>
      </w:r>
      <w:r w:rsidR="006F1ADB">
        <w:t>’</w:t>
      </w:r>
      <w:r>
        <w:t>affaiblissait</w:t>
      </w:r>
      <w:r w:rsidR="006F1ADB">
        <w:t xml:space="preserve">. </w:t>
      </w:r>
      <w:r>
        <w:t>Ses yeux</w:t>
      </w:r>
      <w:r w:rsidR="006F1ADB">
        <w:t xml:space="preserve">, </w:t>
      </w:r>
      <w:r>
        <w:t xml:space="preserve">fixés sur </w:t>
      </w:r>
      <w:proofErr w:type="spellStart"/>
      <w:r>
        <w:t>Ar</w:t>
      </w:r>
      <w:r>
        <w:t>a</w:t>
      </w:r>
      <w:r>
        <w:t>bella</w:t>
      </w:r>
      <w:proofErr w:type="spellEnd"/>
      <w:r w:rsidR="006F1ADB">
        <w:t xml:space="preserve">, </w:t>
      </w:r>
      <w:r>
        <w:t>exprimaient un obscur reproche</w:t>
      </w:r>
      <w:r w:rsidR="006F1ADB">
        <w:t xml:space="preserve">, </w:t>
      </w:r>
      <w:r>
        <w:t>l</w:t>
      </w:r>
      <w:r w:rsidR="006F1ADB">
        <w:t>’</w:t>
      </w:r>
      <w:r>
        <w:t>étonnement de la cruauté de l</w:t>
      </w:r>
      <w:r w:rsidR="006F1ADB">
        <w:t>’</w:t>
      </w:r>
      <w:r>
        <w:t>homme qui nourrit l</w:t>
      </w:r>
      <w:r w:rsidR="006F1ADB">
        <w:t>’</w:t>
      </w:r>
      <w:r>
        <w:t>animal pour l</w:t>
      </w:r>
      <w:r w:rsidR="006F1ADB">
        <w:t>’</w:t>
      </w:r>
      <w:r>
        <w:t>immoler</w:t>
      </w:r>
      <w:r w:rsidR="006F1ADB">
        <w:t>.</w:t>
      </w:r>
    </w:p>
    <w:p w14:paraId="03DEFCA2" w14:textId="77777777" w:rsidR="006F1ADB" w:rsidRDefault="006F1ADB" w:rsidP="005A3479">
      <w:r>
        <w:t>— </w:t>
      </w:r>
      <w:r w:rsidR="005A3479">
        <w:t>Quelle horreur</w:t>
      </w:r>
      <w:r>
        <w:t xml:space="preserve"> ! </w:t>
      </w:r>
      <w:r w:rsidR="005A3479">
        <w:t>dit Jude</w:t>
      </w:r>
      <w:r>
        <w:t>.</w:t>
      </w:r>
    </w:p>
    <w:p w14:paraId="22DE02DC" w14:textId="77777777" w:rsidR="006F1ADB" w:rsidRDefault="006F1ADB" w:rsidP="005A3479">
      <w:r>
        <w:t>— </w:t>
      </w:r>
      <w:r w:rsidR="005A3479">
        <w:t>Les porcs sont faits pour être saignés</w:t>
      </w:r>
      <w:r>
        <w:t>.</w:t>
      </w:r>
    </w:p>
    <w:p w14:paraId="0A5A0F26" w14:textId="77777777" w:rsidR="006F1ADB" w:rsidRDefault="005A3479" w:rsidP="005A3479">
      <w:r>
        <w:t>Dans son émotion</w:t>
      </w:r>
      <w:r w:rsidR="006F1ADB">
        <w:t xml:space="preserve">, </w:t>
      </w:r>
      <w:r>
        <w:t>Jude renversa le vase plein de sang qui se mêla hideusement à la neige</w:t>
      </w:r>
      <w:r w:rsidR="006F1ADB">
        <w:t xml:space="preserve">. </w:t>
      </w:r>
      <w:r>
        <w:t>Soudain</w:t>
      </w:r>
      <w:r w:rsidR="006F1ADB">
        <w:t xml:space="preserve">, </w:t>
      </w:r>
      <w:r>
        <w:t>au fond du jardin</w:t>
      </w:r>
      <w:r w:rsidR="006F1ADB">
        <w:t xml:space="preserve">, </w:t>
      </w:r>
      <w:r>
        <w:t>une voix retentit</w:t>
      </w:r>
      <w:r w:rsidR="006F1ADB">
        <w:t> :</w:t>
      </w:r>
    </w:p>
    <w:p w14:paraId="7BFA2366" w14:textId="77777777" w:rsidR="006F1ADB" w:rsidRDefault="006F1ADB" w:rsidP="005A3479">
      <w:r>
        <w:t>— </w:t>
      </w:r>
      <w:r w:rsidR="005A3479">
        <w:t>Très bien</w:t>
      </w:r>
      <w:r>
        <w:t xml:space="preserve">, </w:t>
      </w:r>
      <w:r w:rsidR="005A3479">
        <w:t>jeunes gens</w:t>
      </w:r>
      <w:r>
        <w:t xml:space="preserve"> ! </w:t>
      </w:r>
      <w:r w:rsidR="005A3479">
        <w:t>Je n</w:t>
      </w:r>
      <w:r>
        <w:t>’</w:t>
      </w:r>
      <w:r w:rsidR="005A3479">
        <w:t>aurais pas mieux fait moi-même</w:t>
      </w:r>
      <w:r>
        <w:t>.</w:t>
      </w:r>
    </w:p>
    <w:p w14:paraId="496C7EC2" w14:textId="5A7003BF" w:rsidR="006F1ADB" w:rsidRDefault="005A3479" w:rsidP="005A3479">
      <w:r>
        <w:t>C</w:t>
      </w:r>
      <w:r w:rsidR="006F1ADB">
        <w:t>’</w:t>
      </w:r>
      <w:r>
        <w:t xml:space="preserve">était </w:t>
      </w:r>
      <w:r w:rsidR="006F1ADB">
        <w:t>M. </w:t>
      </w:r>
      <w:proofErr w:type="spellStart"/>
      <w:r>
        <w:t>Challow</w:t>
      </w:r>
      <w:proofErr w:type="spellEnd"/>
      <w:r>
        <w:t xml:space="preserve"> en personne</w:t>
      </w:r>
      <w:r w:rsidR="006F1ADB">
        <w:t xml:space="preserve">. </w:t>
      </w:r>
      <w:r>
        <w:t>La colère d</w:t>
      </w:r>
      <w:r w:rsidR="006F1ADB">
        <w:t>’</w:t>
      </w:r>
      <w:proofErr w:type="spellStart"/>
      <w:r>
        <w:t>Arabella</w:t>
      </w:r>
      <w:proofErr w:type="spellEnd"/>
      <w:r>
        <w:t xml:space="preserve"> tomba sur lui</w:t>
      </w:r>
      <w:r w:rsidR="006F1ADB">
        <w:t xml:space="preserve">. </w:t>
      </w:r>
      <w:r>
        <w:t>Pendant qu</w:t>
      </w:r>
      <w:r w:rsidR="006F1ADB">
        <w:t>’</w:t>
      </w:r>
      <w:r>
        <w:t>ils se disputaient avant d</w:t>
      </w:r>
      <w:r w:rsidR="006F1ADB">
        <w:t>’</w:t>
      </w:r>
      <w:r>
        <w:t>échauder le porc</w:t>
      </w:r>
      <w:r w:rsidR="006F1ADB">
        <w:t xml:space="preserve">, </w:t>
      </w:r>
      <w:r>
        <w:t>Jude</w:t>
      </w:r>
      <w:r w:rsidR="006F1ADB">
        <w:t xml:space="preserve">, </w:t>
      </w:r>
      <w:r>
        <w:t>écœuré</w:t>
      </w:r>
      <w:r w:rsidR="006F1ADB">
        <w:t xml:space="preserve">, </w:t>
      </w:r>
      <w:r>
        <w:t>s</w:t>
      </w:r>
      <w:r w:rsidR="006F1ADB">
        <w:t>’</w:t>
      </w:r>
      <w:r>
        <w:t>en alla sur la route d</w:t>
      </w:r>
      <w:r w:rsidR="006F1ADB">
        <w:t>’</w:t>
      </w:r>
      <w:proofErr w:type="spellStart"/>
      <w:r>
        <w:t>Alfredston</w:t>
      </w:r>
      <w:proofErr w:type="spellEnd"/>
      <w:r w:rsidR="006F1ADB">
        <w:t>.</w:t>
      </w:r>
    </w:p>
    <w:p w14:paraId="736B40C7" w14:textId="77777777" w:rsidR="006F1ADB" w:rsidRDefault="005A3479" w:rsidP="005A3479">
      <w:r>
        <w:lastRenderedPageBreak/>
        <w:t>Il se rappela le temps où</w:t>
      </w:r>
      <w:r w:rsidR="006F1ADB">
        <w:t xml:space="preserve">, </w:t>
      </w:r>
      <w:r>
        <w:t>revenant de son travail</w:t>
      </w:r>
      <w:r w:rsidR="006F1ADB">
        <w:t xml:space="preserve">, </w:t>
      </w:r>
      <w:r>
        <w:t xml:space="preserve">il suivait ce même chemin pour y rencontrer </w:t>
      </w:r>
      <w:proofErr w:type="spellStart"/>
      <w:r>
        <w:t>Arabella</w:t>
      </w:r>
      <w:proofErr w:type="spellEnd"/>
      <w:r w:rsidR="006F1ADB">
        <w:t xml:space="preserve">. </w:t>
      </w:r>
      <w:r>
        <w:t>En passant près du ruisseau où</w:t>
      </w:r>
      <w:r w:rsidR="006F1ADB">
        <w:t xml:space="preserve">, </w:t>
      </w:r>
      <w:r>
        <w:t>pour la première fois</w:t>
      </w:r>
      <w:r w:rsidR="006F1ADB">
        <w:t xml:space="preserve">, </w:t>
      </w:r>
      <w:r>
        <w:t>il l</w:t>
      </w:r>
      <w:r w:rsidR="006F1ADB">
        <w:t>’</w:t>
      </w:r>
      <w:r>
        <w:t>avait vue</w:t>
      </w:r>
      <w:r w:rsidR="006F1ADB">
        <w:t xml:space="preserve">, </w:t>
      </w:r>
      <w:r>
        <w:t>il entendit des voix et reconnut une des amies d</w:t>
      </w:r>
      <w:r w:rsidR="006F1ADB">
        <w:t>’</w:t>
      </w:r>
      <w:proofErr w:type="spellStart"/>
      <w:r>
        <w:t>Arabella</w:t>
      </w:r>
      <w:proofErr w:type="spellEnd"/>
      <w:r w:rsidR="006F1ADB">
        <w:t xml:space="preserve">, </w:t>
      </w:r>
      <w:r>
        <w:t>causant avec une jeune fille</w:t>
      </w:r>
      <w:r w:rsidR="006F1ADB">
        <w:t xml:space="preserve">. </w:t>
      </w:r>
      <w:r>
        <w:t>Elles étaient si affairées qu</w:t>
      </w:r>
      <w:r w:rsidR="006F1ADB">
        <w:t>’</w:t>
      </w:r>
      <w:r>
        <w:t>elles ne l</w:t>
      </w:r>
      <w:r w:rsidR="006F1ADB">
        <w:t>’</w:t>
      </w:r>
      <w:r>
        <w:t>aperçurent pas</w:t>
      </w:r>
      <w:r w:rsidR="006F1ADB">
        <w:t>.</w:t>
      </w:r>
    </w:p>
    <w:p w14:paraId="5EC5EC8B" w14:textId="77777777" w:rsidR="006F1ADB" w:rsidRDefault="006F1ADB" w:rsidP="005A3479">
      <w:r>
        <w:t>— </w:t>
      </w:r>
      <w:r w:rsidR="005A3479">
        <w:t>Je le lui avais bien dit</w:t>
      </w:r>
      <w:r>
        <w:t> : « </w:t>
      </w:r>
      <w:r w:rsidR="005A3479">
        <w:t>Qui ne risque rien</w:t>
      </w:r>
      <w:r>
        <w:t xml:space="preserve">, </w:t>
      </w:r>
      <w:r w:rsidR="005A3479">
        <w:t>n</w:t>
      </w:r>
      <w:r>
        <w:t>’</w:t>
      </w:r>
      <w:r w:rsidR="005A3479">
        <w:t>a rien</w:t>
      </w:r>
      <w:r>
        <w:t>. »</w:t>
      </w:r>
      <w:r w:rsidR="005A3479">
        <w:t xml:space="preserve"> Sans ça</w:t>
      </w:r>
      <w:r>
        <w:t xml:space="preserve">, </w:t>
      </w:r>
      <w:r w:rsidR="005A3479">
        <w:t>elle ne serait jamais devenue sa maîtresse</w:t>
      </w:r>
      <w:r>
        <w:t>.</w:t>
      </w:r>
    </w:p>
    <w:p w14:paraId="178F0015" w14:textId="77777777" w:rsidR="006F1ADB" w:rsidRDefault="006F1ADB" w:rsidP="005A3479">
      <w:r>
        <w:t>— </w:t>
      </w:r>
      <w:r w:rsidR="005A3479">
        <w:t>Je crois qu</w:t>
      </w:r>
      <w:r>
        <w:t>’</w:t>
      </w:r>
      <w:r w:rsidR="005A3479">
        <w:t>elle savait avant</w:t>
      </w:r>
      <w:r>
        <w:t>…</w:t>
      </w:r>
    </w:p>
    <w:p w14:paraId="5ED95540" w14:textId="77777777" w:rsidR="006F1ADB" w:rsidRDefault="005A3479" w:rsidP="005A3479">
      <w:r>
        <w:t>Jude n</w:t>
      </w:r>
      <w:r w:rsidR="006F1ADB">
        <w:t>’</w:t>
      </w:r>
      <w:r>
        <w:t>en entendit pas davantage</w:t>
      </w:r>
      <w:r w:rsidR="006F1ADB">
        <w:t xml:space="preserve">. </w:t>
      </w:r>
      <w:r>
        <w:t>Il ne rentra pas chez lui et passa le reste de la journée chez sa vieille tante</w:t>
      </w:r>
      <w:r w:rsidR="006F1ADB">
        <w:t xml:space="preserve">. </w:t>
      </w:r>
      <w:r>
        <w:t>Il était déjà tard quand il retourna près de sa femme</w:t>
      </w:r>
      <w:r w:rsidR="006F1ADB">
        <w:t xml:space="preserve">. </w:t>
      </w:r>
      <w:r>
        <w:t>Bien qu</w:t>
      </w:r>
      <w:r w:rsidR="006F1ADB">
        <w:t>’</w:t>
      </w:r>
      <w:r>
        <w:t>il fût peu di</w:t>
      </w:r>
      <w:r>
        <w:t>s</w:t>
      </w:r>
      <w:r>
        <w:t>posé à causer</w:t>
      </w:r>
      <w:r w:rsidR="006F1ADB">
        <w:t xml:space="preserve">, </w:t>
      </w:r>
      <w:proofErr w:type="spellStart"/>
      <w:r>
        <w:t>Arabella</w:t>
      </w:r>
      <w:proofErr w:type="spellEnd"/>
      <w:r w:rsidR="006F1ADB">
        <w:t xml:space="preserve">, </w:t>
      </w:r>
      <w:r>
        <w:t>fort bavarde</w:t>
      </w:r>
      <w:r w:rsidR="006F1ADB">
        <w:t xml:space="preserve">, </w:t>
      </w:r>
      <w:r>
        <w:t>raconta mille niaiseries</w:t>
      </w:r>
      <w:r w:rsidR="006F1ADB">
        <w:t xml:space="preserve">, </w:t>
      </w:r>
      <w:r>
        <w:t>et tout à coup se plaignit de manquer d</w:t>
      </w:r>
      <w:r w:rsidR="006F1ADB">
        <w:t>’</w:t>
      </w:r>
      <w:r>
        <w:t>argent</w:t>
      </w:r>
      <w:r w:rsidR="006F1ADB">
        <w:t>.</w:t>
      </w:r>
    </w:p>
    <w:p w14:paraId="22785EF4" w14:textId="77777777" w:rsidR="006F1ADB" w:rsidRDefault="006F1ADB" w:rsidP="005A3479">
      <w:r>
        <w:t>— </w:t>
      </w:r>
      <w:r w:rsidR="005A3479">
        <w:t>Croyez-vous</w:t>
      </w:r>
      <w:r>
        <w:t xml:space="preserve">, </w:t>
      </w:r>
      <w:r w:rsidR="005A3479">
        <w:t>dit-il</w:t>
      </w:r>
      <w:r>
        <w:t xml:space="preserve">, </w:t>
      </w:r>
      <w:r w:rsidR="005A3479">
        <w:t>que la paie d</w:t>
      </w:r>
      <w:r>
        <w:t>’</w:t>
      </w:r>
      <w:r w:rsidR="005A3479">
        <w:t>un apprenti suffise à e</w:t>
      </w:r>
      <w:r w:rsidR="005A3479">
        <w:t>n</w:t>
      </w:r>
      <w:r w:rsidR="005A3479">
        <w:t>tretenir une femme</w:t>
      </w:r>
      <w:r>
        <w:t> ?</w:t>
      </w:r>
    </w:p>
    <w:p w14:paraId="610FD7DB" w14:textId="77777777" w:rsidR="006F1ADB" w:rsidRDefault="006F1ADB" w:rsidP="005A3479">
      <w:r>
        <w:t>— </w:t>
      </w:r>
      <w:r w:rsidR="005A3479">
        <w:t>Pourquoi donc vous êtes-vous marié</w:t>
      </w:r>
      <w:r>
        <w:t> ?</w:t>
      </w:r>
    </w:p>
    <w:p w14:paraId="1381FA3F" w14:textId="77777777" w:rsidR="006F1ADB" w:rsidRDefault="006F1ADB" w:rsidP="005A3479">
      <w:r>
        <w:t>— </w:t>
      </w:r>
      <w:proofErr w:type="spellStart"/>
      <w:r w:rsidR="005A3479">
        <w:t>Arabella</w:t>
      </w:r>
      <w:proofErr w:type="spellEnd"/>
      <w:r>
        <w:t xml:space="preserve">, </w:t>
      </w:r>
      <w:r w:rsidR="005A3479">
        <w:t>vous avez trop d</w:t>
      </w:r>
      <w:r>
        <w:t>’</w:t>
      </w:r>
      <w:r w:rsidR="005A3479">
        <w:t>impudence</w:t>
      </w:r>
      <w:r>
        <w:t xml:space="preserve">. </w:t>
      </w:r>
      <w:r w:rsidR="005A3479">
        <w:t>Vous savez co</w:t>
      </w:r>
      <w:r w:rsidR="005A3479">
        <w:t>m</w:t>
      </w:r>
      <w:r w:rsidR="005A3479">
        <w:t>ment ce mariage s</w:t>
      </w:r>
      <w:r>
        <w:t>’</w:t>
      </w:r>
      <w:r w:rsidR="005A3479">
        <w:t>est fait</w:t>
      </w:r>
      <w:r>
        <w:t>.</w:t>
      </w:r>
    </w:p>
    <w:p w14:paraId="07DDE24E" w14:textId="77777777" w:rsidR="006F1ADB" w:rsidRDefault="006F1ADB" w:rsidP="005A3479">
      <w:r>
        <w:t>— </w:t>
      </w:r>
      <w:r w:rsidR="005A3479">
        <w:t>Je vous jure que je croyais vous avoir dit la vérité</w:t>
      </w:r>
      <w:r>
        <w:t xml:space="preserve">. </w:t>
      </w:r>
      <w:r w:rsidR="005A3479">
        <w:t>Le do</w:t>
      </w:r>
      <w:r w:rsidR="005A3479">
        <w:t>c</w:t>
      </w:r>
      <w:r w:rsidR="005A3479">
        <w:t>teur Vilbert était du même avis</w:t>
      </w:r>
      <w:r>
        <w:t xml:space="preserve">. </w:t>
      </w:r>
      <w:r w:rsidR="005A3479">
        <w:t>Vous avez eu de la chance que je me sois trompée</w:t>
      </w:r>
      <w:r>
        <w:t>.</w:t>
      </w:r>
    </w:p>
    <w:p w14:paraId="2ECFCEF5" w14:textId="77777777" w:rsidR="006F1ADB" w:rsidRDefault="006F1ADB" w:rsidP="005A3479">
      <w:r>
        <w:t>— </w:t>
      </w:r>
      <w:r w:rsidR="005A3479">
        <w:t>Je ne parle pas de cela</w:t>
      </w:r>
      <w:r>
        <w:t xml:space="preserve"> ; </w:t>
      </w:r>
      <w:r w:rsidR="005A3479">
        <w:t>je parle de ce qui est arrivé</w:t>
      </w:r>
      <w:r>
        <w:t xml:space="preserve">… </w:t>
      </w:r>
      <w:r w:rsidR="005A3479">
        <w:t>avant</w:t>
      </w:r>
      <w:r>
        <w:t xml:space="preserve">. </w:t>
      </w:r>
      <w:r w:rsidR="005A3479">
        <w:t xml:space="preserve">Vos amies vous avaient </w:t>
      </w:r>
      <w:proofErr w:type="gramStart"/>
      <w:r w:rsidR="005A3479">
        <w:t>donné</w:t>
      </w:r>
      <w:proofErr w:type="gramEnd"/>
      <w:r w:rsidR="005A3479">
        <w:t xml:space="preserve"> un mauvais conseil</w:t>
      </w:r>
      <w:r>
        <w:t xml:space="preserve">, </w:t>
      </w:r>
      <w:r w:rsidR="005A3479">
        <w:t>car si vous ne l</w:t>
      </w:r>
      <w:r>
        <w:t>’</w:t>
      </w:r>
      <w:r w:rsidR="005A3479">
        <w:t>aviez pas suivi</w:t>
      </w:r>
      <w:r>
        <w:t xml:space="preserve">, </w:t>
      </w:r>
      <w:r w:rsidR="005A3479">
        <w:t>nous serions libres au lieu de porter une chaîne atroce pour tous deux</w:t>
      </w:r>
      <w:r>
        <w:t xml:space="preserve">. </w:t>
      </w:r>
      <w:r w:rsidR="005A3479">
        <w:t>Cela est triste à dire</w:t>
      </w:r>
      <w:r>
        <w:t xml:space="preserve">, </w:t>
      </w:r>
      <w:r w:rsidR="005A3479">
        <w:t>mais c</w:t>
      </w:r>
      <w:r>
        <w:t>’</w:t>
      </w:r>
      <w:r w:rsidR="005A3479">
        <w:t>est vrai</w:t>
      </w:r>
      <w:r>
        <w:t>.</w:t>
      </w:r>
    </w:p>
    <w:p w14:paraId="33CD9529" w14:textId="77777777" w:rsidR="006F1ADB" w:rsidRDefault="006F1ADB" w:rsidP="005A3479">
      <w:r>
        <w:lastRenderedPageBreak/>
        <w:t>— </w:t>
      </w:r>
      <w:r w:rsidR="005A3479">
        <w:t>Pourquoi parlez-vous de mes amies</w:t>
      </w:r>
      <w:r>
        <w:t xml:space="preserve">… </w:t>
      </w:r>
      <w:r w:rsidR="005A3479">
        <w:t>et quel conseil</w:t>
      </w:r>
      <w:r>
        <w:t> ?…</w:t>
      </w:r>
    </w:p>
    <w:p w14:paraId="61CF39BA" w14:textId="77777777" w:rsidR="006F1ADB" w:rsidRDefault="006F1ADB" w:rsidP="005A3479">
      <w:r>
        <w:t>— </w:t>
      </w:r>
      <w:r w:rsidR="005A3479">
        <w:t>Peu importe</w:t>
      </w:r>
      <w:r>
        <w:t>.</w:t>
      </w:r>
    </w:p>
    <w:p w14:paraId="5404055E" w14:textId="77777777" w:rsidR="006F1ADB" w:rsidRDefault="006F1ADB" w:rsidP="005A3479">
      <w:r>
        <w:t>— </w:t>
      </w:r>
      <w:r w:rsidR="005A3479">
        <w:t>Je veux savoir</w:t>
      </w:r>
      <w:r>
        <w:t>.</w:t>
      </w:r>
    </w:p>
    <w:p w14:paraId="1EE6A938" w14:textId="77777777" w:rsidR="006F1ADB" w:rsidRDefault="006F1ADB" w:rsidP="005A3479">
      <w:r>
        <w:t>— </w:t>
      </w:r>
      <w:r w:rsidR="005A3479">
        <w:t>Fort bien</w:t>
      </w:r>
      <w:r>
        <w:t>.</w:t>
      </w:r>
    </w:p>
    <w:p w14:paraId="3C582556" w14:textId="77777777" w:rsidR="006F1ADB" w:rsidRDefault="005A3479" w:rsidP="005A3479">
      <w:r>
        <w:t>Il répéta les propos qu</w:t>
      </w:r>
      <w:r w:rsidR="006F1ADB">
        <w:t>’</w:t>
      </w:r>
      <w:r>
        <w:t>il avait surpris</w:t>
      </w:r>
      <w:r w:rsidR="006F1ADB">
        <w:t>.</w:t>
      </w:r>
    </w:p>
    <w:p w14:paraId="52AD87F1" w14:textId="77777777" w:rsidR="006F1ADB" w:rsidRDefault="005A3479" w:rsidP="005A3479">
      <w:r>
        <w:t>Elle ricana froidement</w:t>
      </w:r>
      <w:r w:rsidR="006F1ADB">
        <w:t>.</w:t>
      </w:r>
    </w:p>
    <w:p w14:paraId="0126003F" w14:textId="77777777" w:rsidR="006F1ADB" w:rsidRDefault="006F1ADB" w:rsidP="005A3479">
      <w:r>
        <w:t>— </w:t>
      </w:r>
      <w:r w:rsidR="005A3479">
        <w:t>Toute femme a le droit de faire ce que j</w:t>
      </w:r>
      <w:r>
        <w:t>’</w:t>
      </w:r>
      <w:r w:rsidR="005A3479">
        <w:t>ai fait</w:t>
      </w:r>
      <w:r>
        <w:t xml:space="preserve">. </w:t>
      </w:r>
      <w:r w:rsidR="005A3479">
        <w:t>Le risque est pour elle seule</w:t>
      </w:r>
      <w:r>
        <w:t>.</w:t>
      </w:r>
    </w:p>
    <w:p w14:paraId="2DB333B9" w14:textId="77777777" w:rsidR="006F1ADB" w:rsidRDefault="006F1ADB" w:rsidP="005A3479">
      <w:r>
        <w:t>— </w:t>
      </w:r>
      <w:r w:rsidR="005A3479">
        <w:t>Vous vous trompez</w:t>
      </w:r>
      <w:r>
        <w:t xml:space="preserve">, </w:t>
      </w:r>
      <w:proofErr w:type="spellStart"/>
      <w:r w:rsidR="005A3479">
        <w:t>Arabella</w:t>
      </w:r>
      <w:proofErr w:type="spellEnd"/>
      <w:r>
        <w:t xml:space="preserve">. </w:t>
      </w:r>
      <w:r w:rsidR="005A3479">
        <w:t>Quand la faiblesse d</w:t>
      </w:r>
      <w:r>
        <w:t>’</w:t>
      </w:r>
      <w:r w:rsidR="005A3479">
        <w:t xml:space="preserve">un moment </w:t>
      </w:r>
      <w:proofErr w:type="gramStart"/>
      <w:r w:rsidR="005A3479">
        <w:t>a</w:t>
      </w:r>
      <w:proofErr w:type="gramEnd"/>
      <w:r w:rsidR="005A3479">
        <w:t xml:space="preserve"> des conséquences qui entravent toute la vie d</w:t>
      </w:r>
      <w:r>
        <w:t>’</w:t>
      </w:r>
      <w:r w:rsidR="005A3479">
        <w:t>un honnête homme</w:t>
      </w:r>
      <w:r>
        <w:t xml:space="preserve">, </w:t>
      </w:r>
      <w:r w:rsidR="005A3479">
        <w:t>la femme n</w:t>
      </w:r>
      <w:r>
        <w:t>’</w:t>
      </w:r>
      <w:r w:rsidR="005A3479">
        <w:t>a pas le droit d</w:t>
      </w:r>
      <w:r>
        <w:t>’</w:t>
      </w:r>
      <w:r w:rsidR="005A3479">
        <w:t>encourir une double responsabilité</w:t>
      </w:r>
      <w:r>
        <w:t>.</w:t>
      </w:r>
    </w:p>
    <w:p w14:paraId="36A9861E" w14:textId="77777777" w:rsidR="006F1ADB" w:rsidRDefault="006F1ADB" w:rsidP="005A3479">
      <w:r>
        <w:t>— </w:t>
      </w:r>
      <w:r w:rsidR="005A3479">
        <w:t>Qu</w:t>
      </w:r>
      <w:r>
        <w:t>’</w:t>
      </w:r>
      <w:r w:rsidR="005A3479">
        <w:t>aurais-je dû faire</w:t>
      </w:r>
      <w:r>
        <w:t> ?</w:t>
      </w:r>
    </w:p>
    <w:p w14:paraId="11436A30" w14:textId="77777777" w:rsidR="006F1ADB" w:rsidRDefault="006F1ADB" w:rsidP="005A3479">
      <w:r>
        <w:t>— </w:t>
      </w:r>
      <w:r w:rsidR="005A3479">
        <w:t>Me donner du temps</w:t>
      </w:r>
      <w:r>
        <w:t xml:space="preserve">… </w:t>
      </w:r>
      <w:r w:rsidR="005A3479">
        <w:t>Mais pourquoi vous êtes-vous embarrassée de tout ce lard à faire fondre ce soir</w:t>
      </w:r>
      <w:r>
        <w:t xml:space="preserve"> ? </w:t>
      </w:r>
      <w:r w:rsidR="005A3479">
        <w:t>Laissez cela</w:t>
      </w:r>
      <w:r>
        <w:t>.</w:t>
      </w:r>
    </w:p>
    <w:p w14:paraId="4FB6C211" w14:textId="77777777" w:rsidR="006F1ADB" w:rsidRDefault="006F1ADB" w:rsidP="005A3479">
      <w:r>
        <w:t>— </w:t>
      </w:r>
      <w:r w:rsidR="005A3479">
        <w:t>Alors il faudra que je le fasse demain matin</w:t>
      </w:r>
      <w:r>
        <w:t xml:space="preserve"> : </w:t>
      </w:r>
      <w:r w:rsidR="005A3479">
        <w:t>il ne se co</w:t>
      </w:r>
      <w:r w:rsidR="005A3479">
        <w:t>n</w:t>
      </w:r>
      <w:r w:rsidR="005A3479">
        <w:t>serverait pas</w:t>
      </w:r>
      <w:r>
        <w:t>.</w:t>
      </w:r>
    </w:p>
    <w:p w14:paraId="79A47514" w14:textId="77777777" w:rsidR="006F1ADB" w:rsidRDefault="006F1ADB" w:rsidP="005A3479">
      <w:r>
        <w:t>— </w:t>
      </w:r>
      <w:r w:rsidR="005A3479">
        <w:t>Très bien</w:t>
      </w:r>
      <w:r>
        <w:t xml:space="preserve">… </w:t>
      </w:r>
      <w:r w:rsidR="005A3479">
        <w:t>Faites</w:t>
      </w:r>
      <w:r>
        <w:t>.</w:t>
      </w:r>
    </w:p>
    <w:p w14:paraId="68BE92EF" w14:textId="313FDA3F" w:rsidR="005A3479" w:rsidRDefault="005A3479" w:rsidP="006F1ADB">
      <w:pPr>
        <w:pStyle w:val="Titre2"/>
      </w:pPr>
      <w:bookmarkStart w:id="21" w:name="__RefHeading__23_1957917597"/>
      <w:bookmarkStart w:id="22" w:name="_Toc202369626"/>
      <w:bookmarkEnd w:id="21"/>
      <w:r>
        <w:lastRenderedPageBreak/>
        <w:t>XI</w:t>
      </w:r>
      <w:bookmarkEnd w:id="22"/>
    </w:p>
    <w:p w14:paraId="08C79C12" w14:textId="77777777" w:rsidR="006F1ADB" w:rsidRDefault="005A3479" w:rsidP="005A3479">
      <w:r>
        <w:t>Le lendemain matin</w:t>
      </w:r>
      <w:r w:rsidR="006F1ADB">
        <w:t xml:space="preserve">, </w:t>
      </w:r>
      <w:proofErr w:type="spellStart"/>
      <w:r>
        <w:t>Arabella</w:t>
      </w:r>
      <w:proofErr w:type="spellEnd"/>
      <w:r>
        <w:t xml:space="preserve"> acheva l</w:t>
      </w:r>
      <w:r w:rsidR="006F1ADB">
        <w:t>’</w:t>
      </w:r>
      <w:r>
        <w:t>ouvrage commencé la veille</w:t>
      </w:r>
      <w:r w:rsidR="006F1ADB">
        <w:t xml:space="preserve">, </w:t>
      </w:r>
      <w:r>
        <w:t>et cette occupation lui rappela les paroles de Jude</w:t>
      </w:r>
      <w:r w:rsidR="006F1ADB">
        <w:t>.</w:t>
      </w:r>
    </w:p>
    <w:p w14:paraId="5DF728E9" w14:textId="77777777" w:rsidR="006F1ADB" w:rsidRDefault="006F1ADB" w:rsidP="005A3479">
      <w:r>
        <w:t>— </w:t>
      </w:r>
      <w:r w:rsidR="005A3479">
        <w:t xml:space="preserve">Cette histoire a couru dans </w:t>
      </w:r>
      <w:proofErr w:type="spellStart"/>
      <w:r w:rsidR="005A3479">
        <w:t>Marygreen</w:t>
      </w:r>
      <w:proofErr w:type="spellEnd"/>
      <w:r>
        <w:t xml:space="preserve">, </w:t>
      </w:r>
      <w:r w:rsidR="005A3479">
        <w:t>dit-elle</w:t>
      </w:r>
      <w:r>
        <w:t xml:space="preserve">, </w:t>
      </w:r>
      <w:r w:rsidR="005A3479">
        <w:t>sans m</w:t>
      </w:r>
      <w:r w:rsidR="005A3479">
        <w:t>o</w:t>
      </w:r>
      <w:r w:rsidR="005A3479">
        <w:t>dérer l</w:t>
      </w:r>
      <w:r>
        <w:t>’</w:t>
      </w:r>
      <w:r w:rsidR="005A3479">
        <w:t>expansion de son caractère intraitable</w:t>
      </w:r>
      <w:r>
        <w:t xml:space="preserve">. </w:t>
      </w:r>
      <w:r w:rsidR="005A3479">
        <w:t>On dit que je vous ai agrippé</w:t>
      </w:r>
      <w:r>
        <w:t xml:space="preserve">… </w:t>
      </w:r>
      <w:r w:rsidR="005A3479">
        <w:t>Belle prise</w:t>
      </w:r>
      <w:r>
        <w:t xml:space="preserve">, </w:t>
      </w:r>
      <w:r w:rsidR="005A3479">
        <w:t>vraiment</w:t>
      </w:r>
      <w:r>
        <w:t> !</w:t>
      </w:r>
    </w:p>
    <w:p w14:paraId="2C9AA687" w14:textId="77777777" w:rsidR="006F1ADB" w:rsidRDefault="005A3479" w:rsidP="005A3479">
      <w:r>
        <w:t>Et sa fureur s</w:t>
      </w:r>
      <w:r w:rsidR="006F1ADB">
        <w:t>’</w:t>
      </w:r>
      <w:r>
        <w:t>échauffant à la vue des livres de Jude</w:t>
      </w:r>
      <w:r w:rsidR="006F1ADB">
        <w:t> :</w:t>
      </w:r>
    </w:p>
    <w:p w14:paraId="68ACE639" w14:textId="77777777" w:rsidR="006F1ADB" w:rsidRDefault="006F1ADB" w:rsidP="005A3479">
      <w:r>
        <w:t>— </w:t>
      </w:r>
      <w:r w:rsidR="005A3479">
        <w:t>Je n</w:t>
      </w:r>
      <w:r>
        <w:t>’</w:t>
      </w:r>
      <w:r w:rsidR="005A3479">
        <w:t>ai pas besoin de tous ces livres qui m</w:t>
      </w:r>
      <w:r>
        <w:t>’</w:t>
      </w:r>
      <w:r w:rsidR="005A3479">
        <w:t>encombrent</w:t>
      </w:r>
      <w:r>
        <w:t xml:space="preserve">, </w:t>
      </w:r>
      <w:r w:rsidR="005A3479">
        <w:t>cria-t-elle en jetant les livres sur le parquet</w:t>
      </w:r>
      <w:r>
        <w:t>.</w:t>
      </w:r>
    </w:p>
    <w:p w14:paraId="11DFCD69" w14:textId="77777777" w:rsidR="006F1ADB" w:rsidRDefault="006F1ADB" w:rsidP="005A3479">
      <w:r>
        <w:t>— </w:t>
      </w:r>
      <w:r w:rsidR="005A3479">
        <w:t>Laissez mes livres</w:t>
      </w:r>
      <w:r>
        <w:t xml:space="preserve">, </w:t>
      </w:r>
      <w:r w:rsidR="005A3479">
        <w:t>dit-il</w:t>
      </w:r>
      <w:r>
        <w:t xml:space="preserve">. </w:t>
      </w:r>
      <w:r w:rsidR="005A3479">
        <w:t>Vous pourriez les mettre de côté sans les abimer ainsi</w:t>
      </w:r>
      <w:r>
        <w:t xml:space="preserve">. </w:t>
      </w:r>
      <w:r w:rsidR="005A3479">
        <w:t>C</w:t>
      </w:r>
      <w:r>
        <w:t>’</w:t>
      </w:r>
      <w:r w:rsidR="005A3479">
        <w:t>est dégoûtant</w:t>
      </w:r>
      <w:r>
        <w:t> !</w:t>
      </w:r>
    </w:p>
    <w:p w14:paraId="6206F8D0" w14:textId="77777777" w:rsidR="006F1ADB" w:rsidRDefault="005A3479" w:rsidP="005A3479">
      <w:r>
        <w:t>Les mains d</w:t>
      </w:r>
      <w:r w:rsidR="006F1ADB">
        <w:t>’</w:t>
      </w:r>
      <w:proofErr w:type="spellStart"/>
      <w:r>
        <w:t>Arabella</w:t>
      </w:r>
      <w:proofErr w:type="spellEnd"/>
      <w:r w:rsidR="006F1ADB">
        <w:t xml:space="preserve">, </w:t>
      </w:r>
      <w:r>
        <w:t>toutes grasses d</w:t>
      </w:r>
      <w:r w:rsidR="006F1ADB">
        <w:t>’</w:t>
      </w:r>
      <w:r>
        <w:t>avoir touché au lard</w:t>
      </w:r>
      <w:r w:rsidR="006F1ADB">
        <w:t xml:space="preserve">, </w:t>
      </w:r>
      <w:r>
        <w:t>avaient laissé des marques sur les reliures</w:t>
      </w:r>
      <w:r w:rsidR="006F1ADB">
        <w:t xml:space="preserve">. </w:t>
      </w:r>
      <w:r>
        <w:t>Elle continua de di</w:t>
      </w:r>
      <w:r>
        <w:t>s</w:t>
      </w:r>
      <w:r>
        <w:t>perser les livres çà et là</w:t>
      </w:r>
      <w:r w:rsidR="006F1ADB">
        <w:t xml:space="preserve">, </w:t>
      </w:r>
      <w:r>
        <w:t>jusqu</w:t>
      </w:r>
      <w:r w:rsidR="006F1ADB">
        <w:t>’</w:t>
      </w:r>
      <w:r>
        <w:t>à ce que Jude lui saisît le bras pour l</w:t>
      </w:r>
      <w:r w:rsidR="006F1ADB">
        <w:t>’</w:t>
      </w:r>
      <w:r>
        <w:t>arrêter</w:t>
      </w:r>
      <w:r w:rsidR="006F1ADB">
        <w:t xml:space="preserve">. </w:t>
      </w:r>
      <w:r>
        <w:t>D</w:t>
      </w:r>
      <w:r w:rsidR="006F1ADB">
        <w:t>’</w:t>
      </w:r>
      <w:r>
        <w:t>un mouvement involontaire</w:t>
      </w:r>
      <w:r w:rsidR="006F1ADB">
        <w:t xml:space="preserve">, </w:t>
      </w:r>
      <w:r>
        <w:t>il frôla les cheveux d</w:t>
      </w:r>
      <w:r w:rsidR="006F1ADB">
        <w:t>’</w:t>
      </w:r>
      <w:proofErr w:type="spellStart"/>
      <w:r>
        <w:t>Arabella</w:t>
      </w:r>
      <w:proofErr w:type="spellEnd"/>
      <w:r>
        <w:t xml:space="preserve"> qui se dénouèrent et tombèrent sur ses oreilles</w:t>
      </w:r>
      <w:r w:rsidR="006F1ADB">
        <w:t>.</w:t>
      </w:r>
    </w:p>
    <w:p w14:paraId="29F26CDD" w14:textId="77777777" w:rsidR="006F1ADB" w:rsidRDefault="006F1ADB" w:rsidP="005A3479">
      <w:r>
        <w:t>— </w:t>
      </w:r>
      <w:r w:rsidR="005A3479">
        <w:t>Lâchez-moi</w:t>
      </w:r>
      <w:r>
        <w:t xml:space="preserve">, </w:t>
      </w:r>
      <w:r w:rsidR="005A3479">
        <w:t>dit-elle</w:t>
      </w:r>
      <w:r>
        <w:t>.</w:t>
      </w:r>
    </w:p>
    <w:p w14:paraId="48FE1470" w14:textId="77777777" w:rsidR="006F1ADB" w:rsidRDefault="006F1ADB" w:rsidP="005A3479">
      <w:r>
        <w:t>— </w:t>
      </w:r>
      <w:r w:rsidR="005A3479">
        <w:t>Promettez-moi de ne plus toucher aux livres</w:t>
      </w:r>
      <w:r>
        <w:t>.</w:t>
      </w:r>
    </w:p>
    <w:p w14:paraId="2A8BE238" w14:textId="77777777" w:rsidR="006F1ADB" w:rsidRDefault="005A3479" w:rsidP="005A3479">
      <w:r>
        <w:t>Elle hésita et répéta</w:t>
      </w:r>
      <w:r w:rsidR="006F1ADB">
        <w:t> :</w:t>
      </w:r>
    </w:p>
    <w:p w14:paraId="6030087A" w14:textId="77777777" w:rsidR="006F1ADB" w:rsidRDefault="006F1ADB" w:rsidP="005A3479">
      <w:r>
        <w:t>— </w:t>
      </w:r>
      <w:r w:rsidR="005A3479">
        <w:t>Lâchez-moi</w:t>
      </w:r>
      <w:r>
        <w:t>.</w:t>
      </w:r>
    </w:p>
    <w:p w14:paraId="07CD5B6A" w14:textId="77777777" w:rsidR="006F1ADB" w:rsidRDefault="006F1ADB" w:rsidP="005A3479">
      <w:r>
        <w:t>— </w:t>
      </w:r>
      <w:r w:rsidR="005A3479">
        <w:t>Promettez</w:t>
      </w:r>
      <w:r>
        <w:t>.</w:t>
      </w:r>
    </w:p>
    <w:p w14:paraId="562391F0" w14:textId="77777777" w:rsidR="006F1ADB" w:rsidRDefault="005A3479" w:rsidP="005A3479">
      <w:r>
        <w:t>Après un silence</w:t>
      </w:r>
      <w:r w:rsidR="006F1ADB">
        <w:t xml:space="preserve">, </w:t>
      </w:r>
      <w:r>
        <w:t>elle répondit</w:t>
      </w:r>
      <w:r w:rsidR="006F1ADB">
        <w:t> :</w:t>
      </w:r>
    </w:p>
    <w:p w14:paraId="518F78C3" w14:textId="77777777" w:rsidR="006F1ADB" w:rsidRDefault="006F1ADB" w:rsidP="005A3479">
      <w:r>
        <w:lastRenderedPageBreak/>
        <w:t>— </w:t>
      </w:r>
      <w:r w:rsidR="005A3479">
        <w:t>Je promets</w:t>
      </w:r>
      <w:r>
        <w:t>.</w:t>
      </w:r>
    </w:p>
    <w:p w14:paraId="34BD6DDE" w14:textId="77777777" w:rsidR="006F1ADB" w:rsidRDefault="005A3479" w:rsidP="005A3479">
      <w:r>
        <w:t>Jude la laissa aller et elle se précipita vers la porte</w:t>
      </w:r>
      <w:r w:rsidR="006F1ADB">
        <w:t xml:space="preserve">, </w:t>
      </w:r>
      <w:r>
        <w:t>déch</w:t>
      </w:r>
      <w:r>
        <w:t>i</w:t>
      </w:r>
      <w:r>
        <w:t>rant son corsage et secouant ses cheveux</w:t>
      </w:r>
      <w:r w:rsidR="006F1ADB">
        <w:t xml:space="preserve">. </w:t>
      </w:r>
      <w:r>
        <w:t>C</w:t>
      </w:r>
      <w:r w:rsidR="006F1ADB">
        <w:t>’</w:t>
      </w:r>
      <w:r>
        <w:t>était un beau matin de dimanche clair et froid</w:t>
      </w:r>
      <w:r w:rsidR="006F1ADB">
        <w:t xml:space="preserve">, </w:t>
      </w:r>
      <w:r>
        <w:t>et la brise du nord apportait l</w:t>
      </w:r>
      <w:r w:rsidR="006F1ADB">
        <w:t>’</w:t>
      </w:r>
      <w:r>
        <w:t>écho des cloches</w:t>
      </w:r>
      <w:r w:rsidR="006F1ADB">
        <w:t xml:space="preserve">. </w:t>
      </w:r>
      <w:r>
        <w:t>Des gens</w:t>
      </w:r>
      <w:r w:rsidR="006F1ADB">
        <w:t xml:space="preserve">, </w:t>
      </w:r>
      <w:r>
        <w:t>vêtus de leurs plus beaux habits</w:t>
      </w:r>
      <w:r w:rsidR="006F1ADB">
        <w:t xml:space="preserve">, </w:t>
      </w:r>
      <w:r>
        <w:t>pa</w:t>
      </w:r>
      <w:r>
        <w:t>s</w:t>
      </w:r>
      <w:r>
        <w:t>saient sur la route et s</w:t>
      </w:r>
      <w:r w:rsidR="006F1ADB">
        <w:t>’</w:t>
      </w:r>
      <w:r>
        <w:t>arrêtaient pour regarder cette femme d</w:t>
      </w:r>
      <w:r>
        <w:t>é</w:t>
      </w:r>
      <w:r>
        <w:t>poitraillée</w:t>
      </w:r>
      <w:r w:rsidR="006F1ADB">
        <w:t xml:space="preserve">, </w:t>
      </w:r>
      <w:r>
        <w:t>échevelée</w:t>
      </w:r>
      <w:r w:rsidR="006F1ADB">
        <w:t xml:space="preserve">, </w:t>
      </w:r>
      <w:r>
        <w:t>les manches relevées jusqu</w:t>
      </w:r>
      <w:r w:rsidR="006F1ADB">
        <w:t>’</w:t>
      </w:r>
      <w:r>
        <w:t>au coude et les mains gluantes de lard</w:t>
      </w:r>
      <w:r w:rsidR="006F1ADB">
        <w:t xml:space="preserve">. </w:t>
      </w:r>
      <w:r>
        <w:t>Un des passants cria avec un air de te</w:t>
      </w:r>
      <w:r>
        <w:t>r</w:t>
      </w:r>
      <w:r>
        <w:t>reur moqueuse</w:t>
      </w:r>
      <w:r w:rsidR="006F1ADB">
        <w:t> :</w:t>
      </w:r>
    </w:p>
    <w:p w14:paraId="6751960C" w14:textId="77777777" w:rsidR="006F1ADB" w:rsidRDefault="006F1ADB" w:rsidP="005A3479">
      <w:r>
        <w:t>— </w:t>
      </w:r>
      <w:r w:rsidR="005A3479">
        <w:t>Bon Dieu</w:t>
      </w:r>
      <w:r>
        <w:t xml:space="preserve"> ! </w:t>
      </w:r>
      <w:r w:rsidR="005A3479">
        <w:t>ayez pitié de nous</w:t>
      </w:r>
      <w:r>
        <w:t>.</w:t>
      </w:r>
    </w:p>
    <w:p w14:paraId="643BA324" w14:textId="77777777" w:rsidR="006F1ADB" w:rsidRDefault="006F1ADB" w:rsidP="005A3479">
      <w:r>
        <w:t>— </w:t>
      </w:r>
      <w:r w:rsidR="005A3479">
        <w:t>Voyez comment il m</w:t>
      </w:r>
      <w:r>
        <w:t>’</w:t>
      </w:r>
      <w:r w:rsidR="005A3479">
        <w:t>a traitée</w:t>
      </w:r>
      <w:r>
        <w:t xml:space="preserve">, </w:t>
      </w:r>
      <w:r w:rsidR="005A3479">
        <w:t>cria-t-elle</w:t>
      </w:r>
      <w:r>
        <w:t xml:space="preserve">. </w:t>
      </w:r>
      <w:r w:rsidR="005A3479">
        <w:t>Il me force à travailler le dimanche matin</w:t>
      </w:r>
      <w:r>
        <w:t xml:space="preserve">, </w:t>
      </w:r>
      <w:r w:rsidR="005A3479">
        <w:t>quand je devrais être à l</w:t>
      </w:r>
      <w:r>
        <w:t>’</w:t>
      </w:r>
      <w:r w:rsidR="005A3479">
        <w:t>église</w:t>
      </w:r>
      <w:r>
        <w:t xml:space="preserve"> ; </w:t>
      </w:r>
      <w:r w:rsidR="005A3479">
        <w:t>il m</w:t>
      </w:r>
      <w:r>
        <w:t>’</w:t>
      </w:r>
      <w:r w:rsidR="005A3479">
        <w:t>arrache les cheveux et le corsage</w:t>
      </w:r>
      <w:r>
        <w:t>…</w:t>
      </w:r>
    </w:p>
    <w:p w14:paraId="005365D6" w14:textId="77777777" w:rsidR="006F1ADB" w:rsidRDefault="005A3479" w:rsidP="005A3479">
      <w:r>
        <w:t>Jude</w:t>
      </w:r>
      <w:r w:rsidR="006F1ADB">
        <w:t xml:space="preserve">, </w:t>
      </w:r>
      <w:r>
        <w:t>exaspéré</w:t>
      </w:r>
      <w:r w:rsidR="006F1ADB">
        <w:t xml:space="preserve">, </w:t>
      </w:r>
      <w:r>
        <w:t>essaya de la faire rentrer par force</w:t>
      </w:r>
      <w:r w:rsidR="006F1ADB">
        <w:t xml:space="preserve">. </w:t>
      </w:r>
      <w:r>
        <w:t>Tout à coup sa colère tomba</w:t>
      </w:r>
      <w:r w:rsidR="006F1ADB">
        <w:t xml:space="preserve">. </w:t>
      </w:r>
      <w:r>
        <w:t>Il avait senti qu</w:t>
      </w:r>
      <w:r w:rsidR="006F1ADB">
        <w:t>’</w:t>
      </w:r>
      <w:r>
        <w:t>un abime le séparait de cette femme</w:t>
      </w:r>
      <w:r w:rsidR="006F1ADB">
        <w:t xml:space="preserve">. </w:t>
      </w:r>
      <w:r>
        <w:t>Le bonheur de leurs vies était détruit à jamais</w:t>
      </w:r>
      <w:r w:rsidR="006F1ADB">
        <w:t xml:space="preserve">, </w:t>
      </w:r>
      <w:r>
        <w:t>d</w:t>
      </w:r>
      <w:r>
        <w:t>é</w:t>
      </w:r>
      <w:r>
        <w:t>truit par l</w:t>
      </w:r>
      <w:r w:rsidR="006F1ADB">
        <w:t>’</w:t>
      </w:r>
      <w:r>
        <w:t>erreur fondamentale de leur mariage</w:t>
      </w:r>
      <w:r w:rsidR="006F1ADB">
        <w:t xml:space="preserve">, </w:t>
      </w:r>
      <w:r>
        <w:t>contrat perm</w:t>
      </w:r>
      <w:r>
        <w:t>a</w:t>
      </w:r>
      <w:r>
        <w:t>nent basé sur un sentiment éphémère qui n</w:t>
      </w:r>
      <w:r w:rsidR="006F1ADB">
        <w:t>’</w:t>
      </w:r>
      <w:r>
        <w:t>avait aucun rapport avec les affinités indispensables pour la vie commune</w:t>
      </w:r>
      <w:r w:rsidR="006F1ADB">
        <w:t>.</w:t>
      </w:r>
    </w:p>
    <w:p w14:paraId="4D1DD9F7" w14:textId="77777777" w:rsidR="006F1ADB" w:rsidRDefault="006F1ADB" w:rsidP="005A3479">
      <w:r>
        <w:t>— </w:t>
      </w:r>
      <w:r w:rsidR="005A3479">
        <w:t>Allez-vous me maltraiter comme votre père a maltraité votre mère</w:t>
      </w:r>
      <w:r>
        <w:t xml:space="preserve">, </w:t>
      </w:r>
      <w:r w:rsidR="005A3479">
        <w:t>et la sœur de votre père son mari</w:t>
      </w:r>
      <w:r>
        <w:t xml:space="preserve"> ? </w:t>
      </w:r>
      <w:r w:rsidR="005A3479">
        <w:t>cria-t-elle</w:t>
      </w:r>
      <w:r>
        <w:t xml:space="preserve">. </w:t>
      </w:r>
      <w:r w:rsidR="005A3479">
        <w:t>Ah</w:t>
      </w:r>
      <w:r>
        <w:t xml:space="preserve"> ! </w:t>
      </w:r>
      <w:r w:rsidR="005A3479">
        <w:t>vous êtes une jolie collection de maris et de femmes</w:t>
      </w:r>
      <w:r>
        <w:t> !</w:t>
      </w:r>
    </w:p>
    <w:p w14:paraId="61721096" w14:textId="77777777" w:rsidR="006F1ADB" w:rsidRDefault="005A3479" w:rsidP="005A3479">
      <w:r>
        <w:t>Jude</w:t>
      </w:r>
      <w:r w:rsidR="006F1ADB">
        <w:t xml:space="preserve">, </w:t>
      </w:r>
      <w:r>
        <w:t>surpris</w:t>
      </w:r>
      <w:r w:rsidR="006F1ADB">
        <w:t xml:space="preserve">, </w:t>
      </w:r>
      <w:r>
        <w:t>la regarda</w:t>
      </w:r>
      <w:r w:rsidR="006F1ADB">
        <w:t xml:space="preserve">. </w:t>
      </w:r>
      <w:r>
        <w:t>Mais elle ne voulut rien dire de plus et continua à s</w:t>
      </w:r>
      <w:r w:rsidR="006F1ADB">
        <w:t>’</w:t>
      </w:r>
      <w:r>
        <w:t>agiter jusqu</w:t>
      </w:r>
      <w:r w:rsidR="006F1ADB">
        <w:t>’</w:t>
      </w:r>
      <w:r>
        <w:t>à ce qu</w:t>
      </w:r>
      <w:r w:rsidR="006F1ADB">
        <w:t>’</w:t>
      </w:r>
      <w:r>
        <w:t>elle fût fatiguée</w:t>
      </w:r>
      <w:r w:rsidR="006F1ADB">
        <w:t xml:space="preserve">. </w:t>
      </w:r>
      <w:r>
        <w:t>Il sortit</w:t>
      </w:r>
      <w:r w:rsidR="006F1ADB">
        <w:t xml:space="preserve">, </w:t>
      </w:r>
      <w:r>
        <w:t>erra quelque temps</w:t>
      </w:r>
      <w:r w:rsidR="006F1ADB">
        <w:t xml:space="preserve">, </w:t>
      </w:r>
      <w:r>
        <w:t xml:space="preserve">et se rendit chez sa tante à </w:t>
      </w:r>
      <w:proofErr w:type="spellStart"/>
      <w:r>
        <w:t>Marygreen</w:t>
      </w:r>
      <w:proofErr w:type="spellEnd"/>
      <w:r w:rsidR="006F1ADB">
        <w:t>.</w:t>
      </w:r>
    </w:p>
    <w:p w14:paraId="5F832E81" w14:textId="77777777" w:rsidR="006F1ADB" w:rsidRDefault="006F1ADB" w:rsidP="005A3479">
      <w:r>
        <w:lastRenderedPageBreak/>
        <w:t>— </w:t>
      </w:r>
      <w:r w:rsidR="005A3479">
        <w:t>Tante</w:t>
      </w:r>
      <w:r>
        <w:t xml:space="preserve">, </w:t>
      </w:r>
      <w:r w:rsidR="005A3479">
        <w:t>dit-il</w:t>
      </w:r>
      <w:r>
        <w:t xml:space="preserve">, </w:t>
      </w:r>
      <w:r w:rsidR="005A3479">
        <w:t>à brûle-pourpoint</w:t>
      </w:r>
      <w:r>
        <w:t xml:space="preserve">, </w:t>
      </w:r>
      <w:r w:rsidR="005A3479">
        <w:t>en s</w:t>
      </w:r>
      <w:r>
        <w:t>’</w:t>
      </w:r>
      <w:r w:rsidR="005A3479">
        <w:t>asseyant devant le feu</w:t>
      </w:r>
      <w:r>
        <w:t xml:space="preserve">, </w:t>
      </w:r>
      <w:r w:rsidR="005A3479">
        <w:t>est-il vrai que mon père ait maltraité ma mère et ma tante son mari</w:t>
      </w:r>
      <w:r>
        <w:t> ?</w:t>
      </w:r>
    </w:p>
    <w:p w14:paraId="6795C88F" w14:textId="77777777" w:rsidR="006F1ADB" w:rsidRDefault="005A3479" w:rsidP="005A3479">
      <w:r>
        <w:t>Elle leva vers lui ses yeux affaiblis</w:t>
      </w:r>
      <w:r w:rsidR="006F1ADB">
        <w:t>.</w:t>
      </w:r>
    </w:p>
    <w:p w14:paraId="301FD666" w14:textId="77777777" w:rsidR="006F1ADB" w:rsidRDefault="006F1ADB" w:rsidP="005A3479">
      <w:r>
        <w:t>— </w:t>
      </w:r>
      <w:r w:rsidR="005A3479">
        <w:t>Qui vous a parlé de cela</w:t>
      </w:r>
      <w:r>
        <w:t> ?</w:t>
      </w:r>
    </w:p>
    <w:p w14:paraId="1382191C" w14:textId="77777777" w:rsidR="006F1ADB" w:rsidRDefault="006F1ADB" w:rsidP="005A3479">
      <w:r>
        <w:t>— </w:t>
      </w:r>
      <w:r w:rsidR="005A3479">
        <w:t>Je l</w:t>
      </w:r>
      <w:r>
        <w:t>’</w:t>
      </w:r>
      <w:r w:rsidR="005A3479">
        <w:t>ai entendu dire</w:t>
      </w:r>
      <w:r>
        <w:t xml:space="preserve">. </w:t>
      </w:r>
      <w:r w:rsidR="005A3479">
        <w:t>Je dois tout savoir</w:t>
      </w:r>
      <w:r>
        <w:t>.</w:t>
      </w:r>
    </w:p>
    <w:p w14:paraId="798DA532" w14:textId="77777777" w:rsidR="006F1ADB" w:rsidRDefault="006F1ADB" w:rsidP="005A3479">
      <w:r>
        <w:t>— </w:t>
      </w:r>
      <w:r w:rsidR="005A3479">
        <w:t>Je parierais que votre femme</w:t>
      </w:r>
      <w:r>
        <w:t xml:space="preserve"> – </w:t>
      </w:r>
      <w:r w:rsidR="005A3479">
        <w:t>la folle</w:t>
      </w:r>
      <w:r>
        <w:t xml:space="preserve"> ! – </w:t>
      </w:r>
      <w:r w:rsidR="005A3479">
        <w:t>vous a raconté l</w:t>
      </w:r>
      <w:r>
        <w:t>’</w:t>
      </w:r>
      <w:r w:rsidR="005A3479">
        <w:t>histoire</w:t>
      </w:r>
      <w:r>
        <w:t xml:space="preserve">. </w:t>
      </w:r>
      <w:r w:rsidR="005A3479">
        <w:t>Elle aurait dû se taire</w:t>
      </w:r>
      <w:r>
        <w:t xml:space="preserve">… </w:t>
      </w:r>
      <w:r w:rsidR="005A3479">
        <w:t>Après tout</w:t>
      </w:r>
      <w:r>
        <w:t xml:space="preserve">, </w:t>
      </w:r>
      <w:r w:rsidR="005A3479">
        <w:t>je n</w:t>
      </w:r>
      <w:r>
        <w:t>’</w:t>
      </w:r>
      <w:r w:rsidR="005A3479">
        <w:t xml:space="preserve">ai pas </w:t>
      </w:r>
      <w:proofErr w:type="spellStart"/>
      <w:r w:rsidR="005A3479">
        <w:t>grand</w:t>
      </w:r>
      <w:r>
        <w:t>’</w:t>
      </w:r>
      <w:r w:rsidR="005A3479">
        <w:t>chose</w:t>
      </w:r>
      <w:proofErr w:type="spellEnd"/>
      <w:r w:rsidR="005A3479">
        <w:t xml:space="preserve"> à vous apprendre</w:t>
      </w:r>
      <w:r>
        <w:t xml:space="preserve">. </w:t>
      </w:r>
      <w:r w:rsidR="005A3479">
        <w:t>Votre père et votre mère ne po</w:t>
      </w:r>
      <w:r w:rsidR="005A3479">
        <w:t>u</w:t>
      </w:r>
      <w:r w:rsidR="005A3479">
        <w:t>vaient pas vivre ensemble</w:t>
      </w:r>
      <w:r>
        <w:t xml:space="preserve">. </w:t>
      </w:r>
      <w:r w:rsidR="005A3479">
        <w:t>Ils se séparèrent</w:t>
      </w:r>
      <w:r>
        <w:t xml:space="preserve">. </w:t>
      </w:r>
      <w:r w:rsidR="005A3479">
        <w:t>C</w:t>
      </w:r>
      <w:r>
        <w:t>’</w:t>
      </w:r>
      <w:r w:rsidR="005A3479">
        <w:t>est sur le chemin d</w:t>
      </w:r>
      <w:r>
        <w:t>’</w:t>
      </w:r>
      <w:proofErr w:type="spellStart"/>
      <w:r w:rsidR="005A3479">
        <w:t>Alfredston</w:t>
      </w:r>
      <w:proofErr w:type="spellEnd"/>
      <w:r>
        <w:t xml:space="preserve">, </w:t>
      </w:r>
      <w:r w:rsidR="005A3479">
        <w:t>près de la Maison-Noire</w:t>
      </w:r>
      <w:r>
        <w:t xml:space="preserve">, </w:t>
      </w:r>
      <w:r w:rsidR="005A3479">
        <w:t>qu</w:t>
      </w:r>
      <w:r>
        <w:t>’</w:t>
      </w:r>
      <w:r w:rsidR="005A3479">
        <w:t>ils eurent leur de</w:t>
      </w:r>
      <w:r w:rsidR="005A3479">
        <w:t>r</w:t>
      </w:r>
      <w:r w:rsidR="005A3479">
        <w:t>nière discussion</w:t>
      </w:r>
      <w:r>
        <w:t xml:space="preserve">. </w:t>
      </w:r>
      <w:r w:rsidR="005A3479">
        <w:t>Vous n</w:t>
      </w:r>
      <w:r>
        <w:t>’</w:t>
      </w:r>
      <w:r w:rsidR="005A3479">
        <w:t>étiez alors qu</w:t>
      </w:r>
      <w:r>
        <w:t>’</w:t>
      </w:r>
      <w:r w:rsidR="005A3479">
        <w:t>un bébé</w:t>
      </w:r>
      <w:r>
        <w:t xml:space="preserve">. </w:t>
      </w:r>
      <w:r w:rsidR="005A3479">
        <w:t>Votre mère se noya peu après la rupture et votre père partit avec vous pour le sud du Wessex</w:t>
      </w:r>
      <w:r>
        <w:t xml:space="preserve"> ; </w:t>
      </w:r>
      <w:r w:rsidR="005A3479">
        <w:t>il ne revint jamais ici</w:t>
      </w:r>
      <w:r>
        <w:t>.</w:t>
      </w:r>
    </w:p>
    <w:p w14:paraId="16F56CB8" w14:textId="77777777" w:rsidR="006F1ADB" w:rsidRDefault="005A3479" w:rsidP="005A3479">
      <w:r>
        <w:t>Jude se rappelait que son père ne lui avait jamais parlé de sa femme</w:t>
      </w:r>
      <w:r w:rsidR="006F1ADB">
        <w:t xml:space="preserve">, </w:t>
      </w:r>
      <w:r>
        <w:t>ni de son séjour dans le Wessex septentrional</w:t>
      </w:r>
      <w:r w:rsidR="006F1ADB">
        <w:t>.</w:t>
      </w:r>
    </w:p>
    <w:p w14:paraId="3E333978" w14:textId="77777777" w:rsidR="006F1ADB" w:rsidRDefault="006F1ADB" w:rsidP="005A3479">
      <w:r>
        <w:t>— </w:t>
      </w:r>
      <w:r w:rsidR="005A3479">
        <w:t>Ce fut la même histoire pour votre tante</w:t>
      </w:r>
      <w:r>
        <w:t xml:space="preserve">. </w:t>
      </w:r>
      <w:r w:rsidR="005A3479">
        <w:t>Elle quitta son mari et se fixa à Londres avec sa petite fille</w:t>
      </w:r>
      <w:r>
        <w:t xml:space="preserve">. </w:t>
      </w:r>
      <w:r w:rsidR="005A3479">
        <w:t>Les Fawley ne sont pas faits pour le mariage</w:t>
      </w:r>
      <w:r>
        <w:t xml:space="preserve">. </w:t>
      </w:r>
      <w:r w:rsidR="005A3479">
        <w:t xml:space="preserve">Nous ne </w:t>
      </w:r>
      <w:proofErr w:type="spellStart"/>
      <w:r w:rsidR="005A3479">
        <w:t>pouvons nous</w:t>
      </w:r>
      <w:proofErr w:type="spellEnd"/>
      <w:r w:rsidR="005A3479">
        <w:t xml:space="preserve"> résoudre à faire par force ce que nous ferions de bonne volonté</w:t>
      </w:r>
      <w:r>
        <w:t xml:space="preserve">, </w:t>
      </w:r>
      <w:r w:rsidR="005A3479">
        <w:t>si nous étions libres</w:t>
      </w:r>
      <w:r>
        <w:t xml:space="preserve">. </w:t>
      </w:r>
      <w:r w:rsidR="005A3479">
        <w:t>C</w:t>
      </w:r>
      <w:r>
        <w:t>’</w:t>
      </w:r>
      <w:r w:rsidR="005A3479">
        <w:t>est dans le sang</w:t>
      </w:r>
      <w:r>
        <w:t xml:space="preserve">. </w:t>
      </w:r>
      <w:r w:rsidR="005A3479">
        <w:t>Voilà pourquoi vous auriez dû m</w:t>
      </w:r>
      <w:r>
        <w:t>’</w:t>
      </w:r>
      <w:r w:rsidR="005A3479">
        <w:t>écouter et ne pas vous marier</w:t>
      </w:r>
      <w:r>
        <w:t>.</w:t>
      </w:r>
    </w:p>
    <w:p w14:paraId="391020EB" w14:textId="77777777" w:rsidR="006F1ADB" w:rsidRDefault="005A3479" w:rsidP="005A3479">
      <w:r>
        <w:t>Jude</w:t>
      </w:r>
      <w:r w:rsidR="006F1ADB">
        <w:t xml:space="preserve">, </w:t>
      </w:r>
      <w:r>
        <w:t>à travers le crépuscule</w:t>
      </w:r>
      <w:r w:rsidR="006F1ADB">
        <w:t xml:space="preserve">, </w:t>
      </w:r>
      <w:r>
        <w:t>s</w:t>
      </w:r>
      <w:r w:rsidR="006F1ADB">
        <w:t>’</w:t>
      </w:r>
      <w:r>
        <w:t>en alla par la campagne</w:t>
      </w:r>
      <w:r w:rsidR="006F1ADB">
        <w:t xml:space="preserve">. </w:t>
      </w:r>
      <w:r>
        <w:t>L</w:t>
      </w:r>
      <w:r w:rsidR="006F1ADB">
        <w:t>’</w:t>
      </w:r>
      <w:r>
        <w:t>idée du suicide le hantait</w:t>
      </w:r>
      <w:r w:rsidR="006F1ADB">
        <w:t xml:space="preserve">. </w:t>
      </w:r>
      <w:r>
        <w:t>Le froid n</w:t>
      </w:r>
      <w:r w:rsidR="006F1ADB">
        <w:t>’</w:t>
      </w:r>
      <w:r>
        <w:t>était pas très dur et les plus grandes étoiles brillaient dans le firmament</w:t>
      </w:r>
      <w:r w:rsidR="006F1ADB">
        <w:t xml:space="preserve">. </w:t>
      </w:r>
      <w:r>
        <w:t>Le jeune homme parvint jusqu</w:t>
      </w:r>
      <w:r w:rsidR="006F1ADB">
        <w:t>’</w:t>
      </w:r>
      <w:r>
        <w:t>au ruisseau gelé et mit son pied sur la glace</w:t>
      </w:r>
      <w:r w:rsidR="006F1ADB">
        <w:t xml:space="preserve">. </w:t>
      </w:r>
      <w:r>
        <w:t>Il y eut un craquement</w:t>
      </w:r>
      <w:r w:rsidR="006F1ADB">
        <w:t xml:space="preserve">, </w:t>
      </w:r>
      <w:r>
        <w:t>Jude continua d</w:t>
      </w:r>
      <w:r w:rsidR="006F1ADB">
        <w:t>’</w:t>
      </w:r>
      <w:r>
        <w:t>avancer</w:t>
      </w:r>
      <w:r w:rsidR="006F1ADB">
        <w:t xml:space="preserve">. </w:t>
      </w:r>
      <w:r>
        <w:t>Le cr</w:t>
      </w:r>
      <w:r>
        <w:t>a</w:t>
      </w:r>
      <w:r>
        <w:t>quement se répéta</w:t>
      </w:r>
      <w:r w:rsidR="006F1ADB">
        <w:t xml:space="preserve"> ; </w:t>
      </w:r>
      <w:r>
        <w:t>mais la glace trop épaisse</w:t>
      </w:r>
      <w:r w:rsidR="006F1ADB">
        <w:t xml:space="preserve">, </w:t>
      </w:r>
      <w:r>
        <w:t>ne se rompit pas sous l</w:t>
      </w:r>
      <w:r w:rsidR="006F1ADB">
        <w:t>’</w:t>
      </w:r>
      <w:r>
        <w:t>effort</w:t>
      </w:r>
      <w:r w:rsidR="006F1ADB">
        <w:t xml:space="preserve">. </w:t>
      </w:r>
      <w:r>
        <w:t>Jude remonta sur la berge et rêva</w:t>
      </w:r>
      <w:r w:rsidR="006F1ADB">
        <w:t>.</w:t>
      </w:r>
    </w:p>
    <w:p w14:paraId="305AB8D2" w14:textId="77777777" w:rsidR="006F1ADB" w:rsidRDefault="005A3479" w:rsidP="005A3479">
      <w:r>
        <w:lastRenderedPageBreak/>
        <w:t>La mort ne voulait pas de lui</w:t>
      </w:r>
      <w:r w:rsidR="006F1ADB">
        <w:t xml:space="preserve">. </w:t>
      </w:r>
      <w:r>
        <w:t>Qu</w:t>
      </w:r>
      <w:r w:rsidR="006F1ADB">
        <w:t>’</w:t>
      </w:r>
      <w:r>
        <w:t>allait-il faire</w:t>
      </w:r>
      <w:r w:rsidR="006F1ADB">
        <w:t xml:space="preserve"> ? </w:t>
      </w:r>
      <w:r>
        <w:t>À tout prix</w:t>
      </w:r>
      <w:r w:rsidR="006F1ADB">
        <w:t xml:space="preserve">, </w:t>
      </w:r>
      <w:r>
        <w:t>il fallait qu</w:t>
      </w:r>
      <w:r w:rsidR="006F1ADB">
        <w:t>’</w:t>
      </w:r>
      <w:r>
        <w:t>il pût oublier</w:t>
      </w:r>
      <w:r w:rsidR="006F1ADB">
        <w:t xml:space="preserve">… </w:t>
      </w:r>
      <w:r>
        <w:t>Il gagna la colline</w:t>
      </w:r>
      <w:r w:rsidR="006F1ADB">
        <w:t xml:space="preserve">, </w:t>
      </w:r>
      <w:r>
        <w:t>entra dans l</w:t>
      </w:r>
      <w:r w:rsidR="006F1ADB">
        <w:t>’</w:t>
      </w:r>
      <w:r>
        <w:t>auberge où il reconnut l</w:t>
      </w:r>
      <w:r w:rsidR="006F1ADB">
        <w:t>’</w:t>
      </w:r>
      <w:r>
        <w:t>image de Samson et Dalila</w:t>
      </w:r>
      <w:r w:rsidR="006F1ADB">
        <w:t xml:space="preserve">, </w:t>
      </w:r>
      <w:r>
        <w:t>le banc</w:t>
      </w:r>
      <w:r w:rsidR="006F1ADB">
        <w:t xml:space="preserve">, </w:t>
      </w:r>
      <w:r>
        <w:t>la table</w:t>
      </w:r>
      <w:r w:rsidR="006F1ADB">
        <w:t xml:space="preserve">, </w:t>
      </w:r>
      <w:r>
        <w:t>la salle qu</w:t>
      </w:r>
      <w:r w:rsidR="006F1ADB">
        <w:t>’</w:t>
      </w:r>
      <w:r>
        <w:t xml:space="preserve">il avait vus avec </w:t>
      </w:r>
      <w:proofErr w:type="spellStart"/>
      <w:r>
        <w:t>Arabella</w:t>
      </w:r>
      <w:proofErr w:type="spellEnd"/>
      <w:r w:rsidR="006F1ADB">
        <w:t xml:space="preserve">, </w:t>
      </w:r>
      <w:r>
        <w:t>au début de ses amours</w:t>
      </w:r>
      <w:r w:rsidR="006F1ADB">
        <w:t xml:space="preserve">. </w:t>
      </w:r>
      <w:r>
        <w:t>Il se fit servir à boire et demeura là une heure ou deux</w:t>
      </w:r>
      <w:r w:rsidR="006F1ADB">
        <w:t>.</w:t>
      </w:r>
    </w:p>
    <w:p w14:paraId="45843B84" w14:textId="77777777" w:rsidR="006F1ADB" w:rsidRDefault="005A3479" w:rsidP="005A3479">
      <w:r>
        <w:t>Il entra chez lui</w:t>
      </w:r>
      <w:r w:rsidR="006F1ADB">
        <w:t xml:space="preserve">, </w:t>
      </w:r>
      <w:r>
        <w:t>avec le sentiment très net de sa déchéance</w:t>
      </w:r>
      <w:r w:rsidR="006F1ADB">
        <w:t xml:space="preserve">, </w:t>
      </w:r>
      <w:r>
        <w:t>riant furieusement à l</w:t>
      </w:r>
      <w:r w:rsidR="006F1ADB">
        <w:t>’</w:t>
      </w:r>
      <w:r>
        <w:t xml:space="preserve">idée de la réception que lui préparait </w:t>
      </w:r>
      <w:proofErr w:type="spellStart"/>
      <w:r>
        <w:t>Ar</w:t>
      </w:r>
      <w:r>
        <w:t>a</w:t>
      </w:r>
      <w:r>
        <w:t>bella</w:t>
      </w:r>
      <w:proofErr w:type="spellEnd"/>
      <w:r w:rsidR="006F1ADB">
        <w:t xml:space="preserve">. </w:t>
      </w:r>
      <w:r>
        <w:t>La maison était plongée dans les ténèbres</w:t>
      </w:r>
      <w:r w:rsidR="006F1ADB">
        <w:t xml:space="preserve">. </w:t>
      </w:r>
      <w:r>
        <w:t>Jude chercha longtemps avant d</w:t>
      </w:r>
      <w:r w:rsidR="006F1ADB">
        <w:t>’</w:t>
      </w:r>
      <w:r>
        <w:t>allumer une lumière et il aperçut une vieille enveloppe épinglée à la cheminée</w:t>
      </w:r>
      <w:r w:rsidR="006F1ADB">
        <w:t>.</w:t>
      </w:r>
    </w:p>
    <w:p w14:paraId="081EE3FB" w14:textId="77777777" w:rsidR="006F1ADB" w:rsidRDefault="005A3479" w:rsidP="005A3479">
      <w:r>
        <w:t>Il s</w:t>
      </w:r>
      <w:r w:rsidR="006F1ADB">
        <w:t>’</w:t>
      </w:r>
      <w:r>
        <w:t>approcha et lut ces mots</w:t>
      </w:r>
      <w:r w:rsidR="006F1ADB">
        <w:t xml:space="preserve">, </w:t>
      </w:r>
      <w:r>
        <w:t>écrits par sa femme</w:t>
      </w:r>
      <w:r w:rsidR="006F1ADB">
        <w:t> :</w:t>
      </w:r>
    </w:p>
    <w:p w14:paraId="076D9642" w14:textId="7CEC1642" w:rsidR="005A3479" w:rsidRDefault="006F1ADB" w:rsidP="005A3479">
      <w:r>
        <w:t>« </w:t>
      </w:r>
      <w:r w:rsidR="005A3479">
        <w:t>Je suis allée rejoindre mes amis</w:t>
      </w:r>
      <w:r>
        <w:t xml:space="preserve">. </w:t>
      </w:r>
      <w:r w:rsidR="005A3479">
        <w:t>Je ne reviendrai pas</w:t>
      </w:r>
      <w:r>
        <w:t>. »</w:t>
      </w:r>
    </w:p>
    <w:p w14:paraId="7FFEE63C" w14:textId="77777777" w:rsidR="006F1ADB" w:rsidRDefault="005A3479" w:rsidP="005A3479">
      <w:r>
        <w:t>Tout le jour suivant</w:t>
      </w:r>
      <w:r w:rsidR="006F1ADB">
        <w:t xml:space="preserve">, </w:t>
      </w:r>
      <w:r>
        <w:t xml:space="preserve">Jude attendit </w:t>
      </w:r>
      <w:proofErr w:type="spellStart"/>
      <w:r>
        <w:t>Arabella</w:t>
      </w:r>
      <w:proofErr w:type="spellEnd"/>
      <w:r w:rsidR="006F1ADB">
        <w:t xml:space="preserve">. </w:t>
      </w:r>
      <w:r>
        <w:t>Elle ne reparut pas</w:t>
      </w:r>
      <w:r w:rsidR="006F1ADB">
        <w:t xml:space="preserve">. </w:t>
      </w:r>
      <w:r>
        <w:t>Il reçut seulement une lettre d</w:t>
      </w:r>
      <w:r w:rsidR="006F1ADB">
        <w:t>’</w:t>
      </w:r>
      <w:r>
        <w:t>elle</w:t>
      </w:r>
      <w:r w:rsidR="006F1ADB">
        <w:t xml:space="preserve">. </w:t>
      </w:r>
      <w:r>
        <w:t>Elle déclarait qu</w:t>
      </w:r>
      <w:r w:rsidR="006F1ADB">
        <w:t>’</w:t>
      </w:r>
      <w:r>
        <w:t>elle ne pouvait plus vivre avec lui</w:t>
      </w:r>
      <w:r w:rsidR="006F1ADB">
        <w:t xml:space="preserve">, </w:t>
      </w:r>
      <w:r>
        <w:t>qu</w:t>
      </w:r>
      <w:r w:rsidR="006F1ADB">
        <w:t>’</w:t>
      </w:r>
      <w:r>
        <w:t>elle suivait ses parents qui a</w:t>
      </w:r>
      <w:r>
        <w:t>l</w:t>
      </w:r>
      <w:r>
        <w:t xml:space="preserve">laient émigrer en Australie </w:t>
      </w:r>
      <w:r w:rsidR="006F1ADB">
        <w:t>« </w:t>
      </w:r>
      <w:r>
        <w:t>où une femme de son espèce aurait plus de chance que dans cet absurde pays du Wessex</w:t>
      </w:r>
      <w:r w:rsidR="006F1ADB">
        <w:t> ».</w:t>
      </w:r>
    </w:p>
    <w:p w14:paraId="766B7372" w14:textId="241CCD5B" w:rsidR="005A3479" w:rsidRDefault="005A3479" w:rsidP="005A3479"/>
    <w:p w14:paraId="7DABF962" w14:textId="77777777" w:rsidR="006F1ADB" w:rsidRDefault="005A3479" w:rsidP="005A3479">
      <w:r>
        <w:t>Quelques semaines plus tard</w:t>
      </w:r>
      <w:r w:rsidR="006F1ADB">
        <w:t xml:space="preserve">, </w:t>
      </w:r>
      <w:r>
        <w:t>Jude se trouvait sur la colline où il aimait à rêver quand il était enfant</w:t>
      </w:r>
      <w:r w:rsidR="006F1ADB">
        <w:t xml:space="preserve">. </w:t>
      </w:r>
      <w:r>
        <w:t>Tous ses meubles étaient vendus</w:t>
      </w:r>
      <w:r w:rsidR="006F1ADB">
        <w:t xml:space="preserve">. </w:t>
      </w:r>
      <w:proofErr w:type="spellStart"/>
      <w:r>
        <w:t>Arabella</w:t>
      </w:r>
      <w:proofErr w:type="spellEnd"/>
      <w:r>
        <w:t xml:space="preserve"> était loin</w:t>
      </w:r>
      <w:r w:rsidR="006F1ADB">
        <w:t xml:space="preserve">. </w:t>
      </w:r>
      <w:r>
        <w:t>Et il semblait à Jude que son triste mariage n</w:t>
      </w:r>
      <w:r w:rsidR="006F1ADB">
        <w:t>’</w:t>
      </w:r>
      <w:r>
        <w:t>était qu</w:t>
      </w:r>
      <w:r w:rsidR="006F1ADB">
        <w:t>’</w:t>
      </w:r>
      <w:r>
        <w:t>un songe</w:t>
      </w:r>
      <w:r w:rsidR="006F1ADB">
        <w:t xml:space="preserve">, </w:t>
      </w:r>
      <w:r>
        <w:t>qu</w:t>
      </w:r>
      <w:r w:rsidR="006F1ADB">
        <w:t>’</w:t>
      </w:r>
      <w:r>
        <w:t>il redevenait le petit Jude</w:t>
      </w:r>
      <w:r w:rsidR="006F1ADB">
        <w:t xml:space="preserve">, </w:t>
      </w:r>
      <w:r>
        <w:t xml:space="preserve">fasciné par la science et par </w:t>
      </w:r>
      <w:proofErr w:type="spellStart"/>
      <w:r>
        <w:t>Christminster</w:t>
      </w:r>
      <w:proofErr w:type="spellEnd"/>
      <w:r w:rsidR="006F1ADB">
        <w:t>.</w:t>
      </w:r>
    </w:p>
    <w:p w14:paraId="79240F2F" w14:textId="77777777" w:rsidR="006F1ADB" w:rsidRDefault="005A3479" w:rsidP="005A3479">
      <w:r>
        <w:t>Au bord de la route</w:t>
      </w:r>
      <w:r w:rsidR="006F1ADB">
        <w:t xml:space="preserve">, </w:t>
      </w:r>
      <w:r>
        <w:t>il y avait une borne milliaire</w:t>
      </w:r>
      <w:r w:rsidR="006F1ADB">
        <w:t xml:space="preserve">. </w:t>
      </w:r>
      <w:r>
        <w:t>Jude se souvint qu</w:t>
      </w:r>
      <w:r w:rsidR="006F1ADB">
        <w:t>’</w:t>
      </w:r>
      <w:r>
        <w:t>aux premiers temps de son apprentissage</w:t>
      </w:r>
      <w:r w:rsidR="006F1ADB">
        <w:t xml:space="preserve">, </w:t>
      </w:r>
      <w:r>
        <w:t>il avait gravé sur cette pierre</w:t>
      </w:r>
      <w:r w:rsidR="006F1ADB">
        <w:t xml:space="preserve">, </w:t>
      </w:r>
      <w:r>
        <w:t>avec ses outils</w:t>
      </w:r>
      <w:r w:rsidR="006F1ADB">
        <w:t xml:space="preserve">, </w:t>
      </w:r>
      <w:r>
        <w:t>une inscription qui sy</w:t>
      </w:r>
      <w:r>
        <w:t>m</w:t>
      </w:r>
      <w:r>
        <w:t>bolisait ses espoirs</w:t>
      </w:r>
      <w:r w:rsidR="006F1ADB">
        <w:t xml:space="preserve">. </w:t>
      </w:r>
      <w:r>
        <w:t>Il pouvait la discerner encore</w:t>
      </w:r>
      <w:r w:rsidR="006F1ADB">
        <w:t> :</w:t>
      </w:r>
    </w:p>
    <w:p w14:paraId="59ED6B79" w14:textId="498B1EA9" w:rsidR="005A3479" w:rsidRDefault="005A3479" w:rsidP="006F1ADB">
      <w:pPr>
        <w:pStyle w:val="Centr"/>
      </w:pPr>
      <w:r>
        <w:lastRenderedPageBreak/>
        <w:t>LÀ-BAS</w:t>
      </w:r>
    </w:p>
    <w:p w14:paraId="58449CE3" w14:textId="4F2886C7" w:rsidR="006F1ADB" w:rsidRDefault="006F1ADB" w:rsidP="006F1ADB">
      <w:pPr>
        <w:pStyle w:val="Centr"/>
      </w:pPr>
      <w:proofErr w:type="spellStart"/>
      <w:r>
        <w:t>J.F</w:t>
      </w:r>
      <w:proofErr w:type="spellEnd"/>
      <w:r>
        <w:t>.</w:t>
      </w:r>
    </w:p>
    <w:p w14:paraId="4A1A98A0" w14:textId="77777777" w:rsidR="006F1ADB" w:rsidRDefault="005A3479" w:rsidP="005A3479">
      <w:r>
        <w:t>Une main</w:t>
      </w:r>
      <w:r w:rsidR="006F1ADB">
        <w:t xml:space="preserve">, </w:t>
      </w:r>
      <w:r>
        <w:t>à l</w:t>
      </w:r>
      <w:r w:rsidR="006F1ADB">
        <w:t>’</w:t>
      </w:r>
      <w:r>
        <w:t>index allongé</w:t>
      </w:r>
      <w:r w:rsidR="006F1ADB">
        <w:t xml:space="preserve">, </w:t>
      </w:r>
      <w:r>
        <w:t xml:space="preserve">désignait la direction de </w:t>
      </w:r>
      <w:proofErr w:type="spellStart"/>
      <w:r>
        <w:t>Christminster</w:t>
      </w:r>
      <w:proofErr w:type="spellEnd"/>
      <w:r w:rsidR="006F1ADB">
        <w:t>.</w:t>
      </w:r>
    </w:p>
    <w:p w14:paraId="2B1170F8" w14:textId="77777777" w:rsidR="006F1ADB" w:rsidRDefault="005A3479" w:rsidP="005A3479">
      <w:pPr>
        <w:rPr>
          <w:szCs w:val="32"/>
          <w:lang w:val="la-Latn"/>
        </w:rPr>
      </w:pPr>
      <w:r>
        <w:t>Une étincelle de l</w:t>
      </w:r>
      <w:r w:rsidR="006F1ADB">
        <w:t>’</w:t>
      </w:r>
      <w:r>
        <w:t>ancienne flamme se ralluma</w:t>
      </w:r>
      <w:r w:rsidR="006F1ADB">
        <w:t xml:space="preserve">, </w:t>
      </w:r>
      <w:r>
        <w:t>à cette vue</w:t>
      </w:r>
      <w:r w:rsidR="006F1ADB">
        <w:t xml:space="preserve">, </w:t>
      </w:r>
      <w:r>
        <w:t>dans le cœur de Jude</w:t>
      </w:r>
      <w:r w:rsidR="006F1ADB">
        <w:t xml:space="preserve">. </w:t>
      </w:r>
      <w:r>
        <w:t>À travers les bons et les mauvais hasards</w:t>
      </w:r>
      <w:r w:rsidR="006F1ADB">
        <w:t xml:space="preserve">, </w:t>
      </w:r>
      <w:r>
        <w:t>il finirait par toucher au but</w:t>
      </w:r>
      <w:r w:rsidR="006F1ADB">
        <w:t xml:space="preserve">, </w:t>
      </w:r>
      <w:r>
        <w:t>malgré les astres contraires</w:t>
      </w:r>
      <w:r w:rsidR="006F1ADB">
        <w:t xml:space="preserve">, </w:t>
      </w:r>
      <w:r>
        <w:t>et il choisirait pour devise ces mots de Spinoza</w:t>
      </w:r>
      <w:r w:rsidR="006F1ADB">
        <w:t xml:space="preserve">, </w:t>
      </w:r>
      <w:r>
        <w:t>qu</w:t>
      </w:r>
      <w:r w:rsidR="006F1ADB">
        <w:t>’</w:t>
      </w:r>
      <w:r>
        <w:t>il avait entendu naguère prononcer</w:t>
      </w:r>
      <w:r w:rsidR="006F1ADB">
        <w:t xml:space="preserve"> : </w:t>
      </w:r>
      <w:r>
        <w:rPr>
          <w:i/>
          <w:szCs w:val="32"/>
          <w:lang w:val="la-Latn"/>
        </w:rPr>
        <w:t>Bene agere et lœtari</w:t>
      </w:r>
      <w:r w:rsidR="006F1ADB">
        <w:rPr>
          <w:szCs w:val="32"/>
          <w:lang w:val="la-Latn"/>
        </w:rPr>
        <w:t>.</w:t>
      </w:r>
    </w:p>
    <w:p w14:paraId="269F46FC" w14:textId="77777777" w:rsidR="006F1ADB" w:rsidRDefault="005A3479" w:rsidP="005A3479">
      <w:r>
        <w:t>À l</w:t>
      </w:r>
      <w:r w:rsidR="006F1ADB">
        <w:t>’</w:t>
      </w:r>
      <w:r>
        <w:t>horizon tremblait un halo lumineux</w:t>
      </w:r>
      <w:r w:rsidR="006F1ADB">
        <w:t xml:space="preserve">, </w:t>
      </w:r>
      <w:r>
        <w:t>visible aux seuls yeux de la foi</w:t>
      </w:r>
      <w:r w:rsidR="006F1ADB">
        <w:t xml:space="preserve">. </w:t>
      </w:r>
      <w:r>
        <w:t>C</w:t>
      </w:r>
      <w:r w:rsidR="006F1ADB">
        <w:t>’</w:t>
      </w:r>
      <w:r>
        <w:t>était assez pour décider Jude</w:t>
      </w:r>
      <w:r w:rsidR="006F1ADB">
        <w:t xml:space="preserve">. </w:t>
      </w:r>
      <w:r>
        <w:t xml:space="preserve">Il irait à </w:t>
      </w:r>
      <w:proofErr w:type="spellStart"/>
      <w:r>
        <w:t>Christminster</w:t>
      </w:r>
      <w:proofErr w:type="spellEnd"/>
      <w:r>
        <w:t xml:space="preserve"> dès que son apprentissage serait terminé</w:t>
      </w:r>
      <w:r w:rsidR="006F1ADB">
        <w:t>.</w:t>
      </w:r>
    </w:p>
    <w:p w14:paraId="208C090A" w14:textId="77777777" w:rsidR="006F1ADB" w:rsidRDefault="005A3479" w:rsidP="005A3479">
      <w:r>
        <w:t>Il retourna chez lui plus calme et dit ses prières</w:t>
      </w:r>
      <w:r w:rsidR="006F1ADB">
        <w:t>.</w:t>
      </w:r>
    </w:p>
    <w:p w14:paraId="2AD4DA35" w14:textId="409D3172" w:rsidR="005A3479" w:rsidRPr="00004CDB" w:rsidRDefault="00004CDB" w:rsidP="00004CDB">
      <w:pPr>
        <w:pStyle w:val="Titre1"/>
        <w:rPr>
          <w:sz w:val="60"/>
          <w:szCs w:val="60"/>
        </w:rPr>
      </w:pPr>
      <w:bookmarkStart w:id="23" w:name="__RefHeading__25_1957917597"/>
      <w:bookmarkEnd w:id="23"/>
      <w:r>
        <w:rPr>
          <w:sz w:val="60"/>
          <w:szCs w:val="60"/>
        </w:rPr>
        <w:lastRenderedPageBreak/>
        <w:br/>
      </w:r>
      <w:r>
        <w:rPr>
          <w:sz w:val="60"/>
          <w:szCs w:val="60"/>
        </w:rPr>
        <w:br/>
      </w:r>
      <w:r>
        <w:rPr>
          <w:sz w:val="60"/>
          <w:szCs w:val="60"/>
        </w:rPr>
        <w:br/>
      </w:r>
      <w:bookmarkStart w:id="24" w:name="_Toc202369627"/>
      <w:r w:rsidR="005A3479" w:rsidRPr="00004CDB">
        <w:rPr>
          <w:sz w:val="60"/>
          <w:szCs w:val="60"/>
        </w:rPr>
        <w:t>DEUXIÈME PARTIE</w:t>
      </w:r>
      <w:r w:rsidR="005A3479" w:rsidRPr="00004CDB">
        <w:rPr>
          <w:sz w:val="60"/>
          <w:szCs w:val="60"/>
        </w:rPr>
        <w:br/>
      </w:r>
      <w:r w:rsidR="005A3479" w:rsidRPr="00004CDB">
        <w:rPr>
          <w:sz w:val="60"/>
          <w:szCs w:val="60"/>
        </w:rPr>
        <w:br/>
        <w:t xml:space="preserve">À </w:t>
      </w:r>
      <w:proofErr w:type="spellStart"/>
      <w:r w:rsidR="005A3479" w:rsidRPr="00004CDB">
        <w:rPr>
          <w:sz w:val="60"/>
          <w:szCs w:val="60"/>
        </w:rPr>
        <w:t>CHRISTMINSTER</w:t>
      </w:r>
      <w:bookmarkEnd w:id="24"/>
      <w:proofErr w:type="spellEnd"/>
    </w:p>
    <w:p w14:paraId="42C3DF1F" w14:textId="77777777" w:rsidR="005A3479" w:rsidRDefault="005A3479" w:rsidP="006F1ADB">
      <w:pPr>
        <w:pStyle w:val="Titre2"/>
      </w:pPr>
      <w:bookmarkStart w:id="25" w:name="__RefHeading__27_1957917597"/>
      <w:bookmarkStart w:id="26" w:name="_Toc202369628"/>
      <w:bookmarkEnd w:id="25"/>
      <w:r>
        <w:lastRenderedPageBreak/>
        <w:t>I</w:t>
      </w:r>
      <w:bookmarkEnd w:id="26"/>
    </w:p>
    <w:p w14:paraId="359F7699" w14:textId="77777777" w:rsidR="006F1ADB" w:rsidRDefault="005A3479" w:rsidP="005A3479">
      <w:r>
        <w:t>Trois ans après la rupture de l</w:t>
      </w:r>
      <w:r w:rsidR="006F1ADB">
        <w:t>’</w:t>
      </w:r>
      <w:r>
        <w:t xml:space="preserve">intimité conjugale avec </w:t>
      </w:r>
      <w:proofErr w:type="spellStart"/>
      <w:r>
        <w:t>Ar</w:t>
      </w:r>
      <w:r>
        <w:t>a</w:t>
      </w:r>
      <w:r>
        <w:t>bella</w:t>
      </w:r>
      <w:proofErr w:type="spellEnd"/>
      <w:r w:rsidR="006F1ADB">
        <w:t xml:space="preserve">, </w:t>
      </w:r>
      <w:r>
        <w:t xml:space="preserve">Jude suivait la route qui mène à </w:t>
      </w:r>
      <w:proofErr w:type="spellStart"/>
      <w:r>
        <w:t>Christminster</w:t>
      </w:r>
      <w:proofErr w:type="spellEnd"/>
      <w:r w:rsidR="006F1ADB">
        <w:t>.</w:t>
      </w:r>
    </w:p>
    <w:p w14:paraId="2542AE8C" w14:textId="77777777" w:rsidR="006F1ADB" w:rsidRDefault="005A3479" w:rsidP="005A3479">
      <w:r>
        <w:t>Il avait achevé son apprentissage et l</w:t>
      </w:r>
      <w:r w:rsidR="006F1ADB">
        <w:t>’</w:t>
      </w:r>
      <w:r>
        <w:t>heure semblait proche où son rêve pourrait se réaliser</w:t>
      </w:r>
      <w:r w:rsidR="006F1ADB">
        <w:t>.</w:t>
      </w:r>
    </w:p>
    <w:p w14:paraId="4519FBFB" w14:textId="77777777" w:rsidR="006F1ADB" w:rsidRDefault="005A3479" w:rsidP="005A3479">
      <w:r>
        <w:t>À cette époque de sa vie</w:t>
      </w:r>
      <w:r w:rsidR="006F1ADB">
        <w:t xml:space="preserve">, </w:t>
      </w:r>
      <w:r>
        <w:t>Jude était un jeune homme au type énergique</w:t>
      </w:r>
      <w:r w:rsidR="006F1ADB">
        <w:t xml:space="preserve">, </w:t>
      </w:r>
      <w:r>
        <w:t>méditatif</w:t>
      </w:r>
      <w:r w:rsidR="006F1ADB">
        <w:t xml:space="preserve">, </w:t>
      </w:r>
      <w:r>
        <w:t>plus grave que robuste</w:t>
      </w:r>
      <w:r w:rsidR="006F1ADB">
        <w:t xml:space="preserve">. </w:t>
      </w:r>
      <w:r>
        <w:t>Brun</w:t>
      </w:r>
      <w:r w:rsidR="006F1ADB">
        <w:t xml:space="preserve">, </w:t>
      </w:r>
      <w:r>
        <w:t>avec des yeux noirs harmonieusement assortis à sa chevelure</w:t>
      </w:r>
      <w:r w:rsidR="006F1ADB">
        <w:t xml:space="preserve">, </w:t>
      </w:r>
      <w:r>
        <w:t>dont la grande masse sombre</w:t>
      </w:r>
      <w:r w:rsidR="006F1ADB">
        <w:t xml:space="preserve">, </w:t>
      </w:r>
      <w:r>
        <w:t>traversée de reflets bleuâtres</w:t>
      </w:r>
      <w:r w:rsidR="006F1ADB">
        <w:t xml:space="preserve">, </w:t>
      </w:r>
      <w:r>
        <w:t>était so</w:t>
      </w:r>
      <w:r>
        <w:t>u</w:t>
      </w:r>
      <w:r>
        <w:t>vent poudrée d</w:t>
      </w:r>
      <w:r w:rsidR="006F1ADB">
        <w:t>’</w:t>
      </w:r>
      <w:r>
        <w:t>une fine poussière de pierre</w:t>
      </w:r>
      <w:r w:rsidR="006F1ADB">
        <w:t xml:space="preserve">, </w:t>
      </w:r>
      <w:r>
        <w:t>il portait une barbe brune et frisée</w:t>
      </w:r>
      <w:r w:rsidR="006F1ADB">
        <w:t xml:space="preserve">, </w:t>
      </w:r>
      <w:r>
        <w:t>plus épaisse qu</w:t>
      </w:r>
      <w:r w:rsidR="006F1ADB">
        <w:t>’</w:t>
      </w:r>
      <w:r>
        <w:t>elle n</w:t>
      </w:r>
      <w:r w:rsidR="006F1ADB">
        <w:t>’</w:t>
      </w:r>
      <w:r>
        <w:t>est habituellement chez les jeunes gens de cet âge</w:t>
      </w:r>
      <w:r w:rsidR="006F1ADB">
        <w:t>.</w:t>
      </w:r>
    </w:p>
    <w:p w14:paraId="302C358F" w14:textId="77777777" w:rsidR="006F1ADB" w:rsidRDefault="005A3479" w:rsidP="005A3479">
      <w:r>
        <w:t>La profession de Jude embrassait la taille de la pierre m</w:t>
      </w:r>
      <w:r>
        <w:t>o</w:t>
      </w:r>
      <w:r>
        <w:t>numentale</w:t>
      </w:r>
      <w:r w:rsidR="006F1ADB">
        <w:t xml:space="preserve">, </w:t>
      </w:r>
      <w:r>
        <w:t>la restauration des églises gothiques et la sculpture en général</w:t>
      </w:r>
      <w:r w:rsidR="006F1ADB">
        <w:t xml:space="preserve">. </w:t>
      </w:r>
      <w:r>
        <w:t>Il n</w:t>
      </w:r>
      <w:r w:rsidR="006F1ADB">
        <w:t>’</w:t>
      </w:r>
      <w:r>
        <w:t>avait pas pu se spécialiser</w:t>
      </w:r>
      <w:r w:rsidR="006F1ADB">
        <w:t xml:space="preserve">, </w:t>
      </w:r>
      <w:r>
        <w:t>comme il l</w:t>
      </w:r>
      <w:r w:rsidR="006F1ADB">
        <w:t>’</w:t>
      </w:r>
      <w:r>
        <w:t>eût fait à Londres où sans doute il fût devenu sculpteur ornemaniste</w:t>
      </w:r>
      <w:r w:rsidR="006F1ADB">
        <w:t xml:space="preserve">, </w:t>
      </w:r>
      <w:r>
        <w:t>peut-être praticien</w:t>
      </w:r>
      <w:r w:rsidR="006F1ADB">
        <w:t>.</w:t>
      </w:r>
    </w:p>
    <w:p w14:paraId="0ADAA345" w14:textId="77777777" w:rsidR="006F1ADB" w:rsidRDefault="005A3479" w:rsidP="005A3479">
      <w:r>
        <w:t>Il avait laissé au village voisin la carriole qu</w:t>
      </w:r>
      <w:r w:rsidR="006F1ADB">
        <w:t>’</w:t>
      </w:r>
      <w:r>
        <w:t xml:space="preserve">il avait louée à </w:t>
      </w:r>
      <w:proofErr w:type="spellStart"/>
      <w:r>
        <w:t>Alfredston</w:t>
      </w:r>
      <w:proofErr w:type="spellEnd"/>
      <w:r w:rsidR="006F1ADB">
        <w:t xml:space="preserve">. </w:t>
      </w:r>
      <w:r>
        <w:t>Par choix plus que par nécessité</w:t>
      </w:r>
      <w:r w:rsidR="006F1ADB">
        <w:t xml:space="preserve">, </w:t>
      </w:r>
      <w:r>
        <w:t>il devait faire à pied le reste de la route</w:t>
      </w:r>
      <w:r w:rsidR="006F1ADB">
        <w:t xml:space="preserve">, </w:t>
      </w:r>
      <w:r>
        <w:t>ayant toujours imaginé qu</w:t>
      </w:r>
      <w:r w:rsidR="006F1ADB">
        <w:t>’</w:t>
      </w:r>
      <w:r>
        <w:t xml:space="preserve">il entrerait ainsi à </w:t>
      </w:r>
      <w:proofErr w:type="spellStart"/>
      <w:r>
        <w:t>Christminster</w:t>
      </w:r>
      <w:proofErr w:type="spellEnd"/>
      <w:r w:rsidR="006F1ADB">
        <w:t>.</w:t>
      </w:r>
    </w:p>
    <w:p w14:paraId="6B5EFEC5" w14:textId="77777777" w:rsidR="006F1ADB" w:rsidRDefault="005A3479" w:rsidP="005A3479">
      <w:r>
        <w:t>Il parvint enfin en vue de la cité</w:t>
      </w:r>
      <w:r w:rsidR="006F1ADB">
        <w:t>.</w:t>
      </w:r>
    </w:p>
    <w:p w14:paraId="36A4CDD3" w14:textId="77777777" w:rsidR="006F1ADB" w:rsidRDefault="005A3479" w:rsidP="005A3479">
      <w:r>
        <w:t>Toute en pierres grises et en toits brunâtres</w:t>
      </w:r>
      <w:r w:rsidR="006F1ADB">
        <w:t xml:space="preserve">, </w:t>
      </w:r>
      <w:r>
        <w:t>elle s</w:t>
      </w:r>
      <w:r w:rsidR="006F1ADB">
        <w:t>’</w:t>
      </w:r>
      <w:r>
        <w:t>élevait à la frontière du Wessex</w:t>
      </w:r>
      <w:r w:rsidR="006F1ADB">
        <w:t xml:space="preserve">. </w:t>
      </w:r>
      <w:r>
        <w:t>La paix du couchant planait sur elle</w:t>
      </w:r>
      <w:r w:rsidR="006F1ADB">
        <w:t xml:space="preserve">, </w:t>
      </w:r>
      <w:r>
        <w:t>et çà et là une girouette</w:t>
      </w:r>
      <w:r w:rsidR="006F1ADB">
        <w:t xml:space="preserve">, </w:t>
      </w:r>
      <w:r>
        <w:t>sur les clochers et les dômes</w:t>
      </w:r>
      <w:r w:rsidR="006F1ADB">
        <w:t xml:space="preserve">, </w:t>
      </w:r>
      <w:r>
        <w:t>allumait un point brillant qui tranchait avec l</w:t>
      </w:r>
      <w:r w:rsidR="006F1ADB">
        <w:t>’</w:t>
      </w:r>
      <w:r>
        <w:t>ensemble de sobres et di</w:t>
      </w:r>
      <w:r>
        <w:t>s</w:t>
      </w:r>
      <w:r>
        <w:t>crètes couleurs</w:t>
      </w:r>
      <w:r w:rsidR="006F1ADB">
        <w:t>.</w:t>
      </w:r>
    </w:p>
    <w:p w14:paraId="17E9B690" w14:textId="77777777" w:rsidR="006F1ADB" w:rsidRDefault="005A3479" w:rsidP="005A3479">
      <w:r>
        <w:lastRenderedPageBreak/>
        <w:t>Descendant le sentier</w:t>
      </w:r>
      <w:r w:rsidR="006F1ADB">
        <w:t xml:space="preserve">, </w:t>
      </w:r>
      <w:r>
        <w:t>entre les saules</w:t>
      </w:r>
      <w:r w:rsidR="006F1ADB">
        <w:t xml:space="preserve">, </w:t>
      </w:r>
      <w:r>
        <w:t>Jude s</w:t>
      </w:r>
      <w:r w:rsidR="006F1ADB">
        <w:t>’</w:t>
      </w:r>
      <w:r>
        <w:t>avança dans le crépuscule</w:t>
      </w:r>
      <w:r w:rsidR="006F1ADB">
        <w:t xml:space="preserve">, </w:t>
      </w:r>
      <w:r>
        <w:t>regardant les lumières de la ville dont la sple</w:t>
      </w:r>
      <w:r>
        <w:t>n</w:t>
      </w:r>
      <w:r>
        <w:t>deur céleste et les glorieux reflets avaient charmé ses rêves d</w:t>
      </w:r>
      <w:r w:rsidR="006F1ADB">
        <w:t>’</w:t>
      </w:r>
      <w:r>
        <w:t>enfant</w:t>
      </w:r>
      <w:r w:rsidR="006F1ADB">
        <w:t xml:space="preserve">. </w:t>
      </w:r>
      <w:r>
        <w:t>Et ces yeux jaunes fixés sur lui semblaient l</w:t>
      </w:r>
      <w:r w:rsidR="006F1ADB">
        <w:t>’</w:t>
      </w:r>
      <w:r>
        <w:t>avoir a</w:t>
      </w:r>
      <w:r>
        <w:t>t</w:t>
      </w:r>
      <w:r>
        <w:t>tendu depuis tant d</w:t>
      </w:r>
      <w:r w:rsidR="006F1ADB">
        <w:t>’</w:t>
      </w:r>
      <w:r>
        <w:t>années que sa venue tardive les laissait i</w:t>
      </w:r>
      <w:r>
        <w:t>n</w:t>
      </w:r>
      <w:r>
        <w:t>différents</w:t>
      </w:r>
      <w:r w:rsidR="006F1ADB">
        <w:t>…</w:t>
      </w:r>
    </w:p>
    <w:p w14:paraId="2B17B043" w14:textId="77777777" w:rsidR="006F1ADB" w:rsidRDefault="005A3479" w:rsidP="005A3479">
      <w:r>
        <w:t xml:space="preserve">Jude traversa les faubourgs qui ne ressemblent en rien au </w:t>
      </w:r>
      <w:proofErr w:type="spellStart"/>
      <w:r>
        <w:t>Christminster</w:t>
      </w:r>
      <w:proofErr w:type="spellEnd"/>
      <w:r>
        <w:t xml:space="preserve"> véritable</w:t>
      </w:r>
      <w:r w:rsidR="006F1ADB">
        <w:t xml:space="preserve">. </w:t>
      </w:r>
      <w:r>
        <w:t>Il s</w:t>
      </w:r>
      <w:r w:rsidR="006F1ADB">
        <w:t>’</w:t>
      </w:r>
      <w:r>
        <w:t>enquit d</w:t>
      </w:r>
      <w:r w:rsidR="006F1ADB">
        <w:t>’</w:t>
      </w:r>
      <w:r>
        <w:t>un logement</w:t>
      </w:r>
      <w:r w:rsidR="006F1ADB">
        <w:t xml:space="preserve">, </w:t>
      </w:r>
      <w:r>
        <w:t>s</w:t>
      </w:r>
      <w:r w:rsidR="006F1ADB">
        <w:t>’</w:t>
      </w:r>
      <w:r>
        <w:t>installa</w:t>
      </w:r>
      <w:r w:rsidR="006F1ADB">
        <w:t xml:space="preserve">, </w:t>
      </w:r>
      <w:r>
        <w:t>prit un peu de thé et sortit aussitôt</w:t>
      </w:r>
      <w:r w:rsidR="006F1ADB">
        <w:t>.</w:t>
      </w:r>
    </w:p>
    <w:p w14:paraId="76536D98" w14:textId="77777777" w:rsidR="006F1ADB" w:rsidRDefault="005A3479" w:rsidP="005A3479">
      <w:r>
        <w:t>C</w:t>
      </w:r>
      <w:r w:rsidR="006F1ADB">
        <w:t>’</w:t>
      </w:r>
      <w:r>
        <w:t>était une nuit sans lune</w:t>
      </w:r>
      <w:r w:rsidR="006F1ADB">
        <w:t xml:space="preserve">, </w:t>
      </w:r>
      <w:r>
        <w:t>pleine de vent et de murmures</w:t>
      </w:r>
      <w:r w:rsidR="006F1ADB">
        <w:t xml:space="preserve">. </w:t>
      </w:r>
      <w:r>
        <w:t>Jude se dirigeait à l</w:t>
      </w:r>
      <w:r w:rsidR="006F1ADB">
        <w:t>’</w:t>
      </w:r>
      <w:r>
        <w:t>aide d</w:t>
      </w:r>
      <w:r w:rsidR="006F1ADB">
        <w:t>’</w:t>
      </w:r>
      <w:r>
        <w:t>une carte qu</w:t>
      </w:r>
      <w:r w:rsidR="006F1ADB">
        <w:t>’</w:t>
      </w:r>
      <w:r>
        <w:t>il avait achetée et qu</w:t>
      </w:r>
      <w:r w:rsidR="006F1ADB">
        <w:t>’</w:t>
      </w:r>
      <w:r>
        <w:t>il ouvrait sous une petite lampe portative</w:t>
      </w:r>
      <w:r w:rsidR="006F1ADB">
        <w:t xml:space="preserve">. </w:t>
      </w:r>
      <w:r>
        <w:t>Il aperçut bientôt un bâtiment gothique où il pénétra et qu</w:t>
      </w:r>
      <w:r w:rsidR="006F1ADB">
        <w:t>’</w:t>
      </w:r>
      <w:r>
        <w:t>il put explorer dans les t</w:t>
      </w:r>
      <w:r>
        <w:t>é</w:t>
      </w:r>
      <w:r>
        <w:t>nèbres</w:t>
      </w:r>
      <w:r w:rsidR="006F1ADB">
        <w:t xml:space="preserve">. </w:t>
      </w:r>
      <w:r>
        <w:t>C</w:t>
      </w:r>
      <w:r w:rsidR="006F1ADB">
        <w:t>’</w:t>
      </w:r>
      <w:r>
        <w:t>était un collège</w:t>
      </w:r>
      <w:r w:rsidR="006F1ADB">
        <w:t xml:space="preserve">, </w:t>
      </w:r>
      <w:r>
        <w:t>et</w:t>
      </w:r>
      <w:r w:rsidR="006F1ADB">
        <w:t xml:space="preserve">, </w:t>
      </w:r>
      <w:r>
        <w:t>tout près</w:t>
      </w:r>
      <w:r w:rsidR="006F1ADB">
        <w:t xml:space="preserve">, </w:t>
      </w:r>
      <w:r>
        <w:t>il y avait un autre co</w:t>
      </w:r>
      <w:r>
        <w:t>l</w:t>
      </w:r>
      <w:r>
        <w:t>lège</w:t>
      </w:r>
      <w:r w:rsidR="006F1ADB">
        <w:t xml:space="preserve">, </w:t>
      </w:r>
      <w:r>
        <w:t>et un autre encore</w:t>
      </w:r>
      <w:r w:rsidR="006F1ADB">
        <w:t xml:space="preserve">. </w:t>
      </w:r>
      <w:r>
        <w:t>Quand on ferma les portes</w:t>
      </w:r>
      <w:r w:rsidR="006F1ADB">
        <w:t xml:space="preserve">, </w:t>
      </w:r>
      <w:r>
        <w:t>le jeune homme erra autour de ces murs</w:t>
      </w:r>
      <w:r w:rsidR="006F1ADB">
        <w:t xml:space="preserve">, </w:t>
      </w:r>
      <w:r>
        <w:t>le long des ruelles presque d</w:t>
      </w:r>
      <w:r>
        <w:t>é</w:t>
      </w:r>
      <w:r>
        <w:t>sertes</w:t>
      </w:r>
      <w:r w:rsidR="006F1ADB">
        <w:t xml:space="preserve">, </w:t>
      </w:r>
      <w:r>
        <w:t>fasciné par la riche floraison des sculptures anciennes qui s</w:t>
      </w:r>
      <w:r w:rsidR="006F1ADB">
        <w:t>’</w:t>
      </w:r>
      <w:r>
        <w:t>épanouissait sur les portiques</w:t>
      </w:r>
      <w:r w:rsidR="006F1ADB">
        <w:t xml:space="preserve">. </w:t>
      </w:r>
      <w:r>
        <w:t>Comment la pensée m</w:t>
      </w:r>
      <w:r>
        <w:t>o</w:t>
      </w:r>
      <w:r>
        <w:t>derne pouvait-elle habiter ces lieux</w:t>
      </w:r>
      <w:r w:rsidR="006F1ADB">
        <w:t xml:space="preserve"> ? </w:t>
      </w:r>
      <w:r>
        <w:t>Jude allait comme un fa</w:t>
      </w:r>
      <w:r>
        <w:t>n</w:t>
      </w:r>
      <w:r>
        <w:t>tôme</w:t>
      </w:r>
      <w:r w:rsidR="006F1ADB">
        <w:t xml:space="preserve">, </w:t>
      </w:r>
      <w:r>
        <w:t>évoquant les grandes ombres dont il peuplait la cité</w:t>
      </w:r>
      <w:r w:rsidR="006F1ADB">
        <w:t xml:space="preserve"> : </w:t>
      </w:r>
      <w:r>
        <w:t>les poètes</w:t>
      </w:r>
      <w:r w:rsidR="006F1ADB">
        <w:t xml:space="preserve">, </w:t>
      </w:r>
      <w:r>
        <w:t>les savants</w:t>
      </w:r>
      <w:r w:rsidR="006F1ADB">
        <w:t xml:space="preserve">, </w:t>
      </w:r>
      <w:r>
        <w:t>les philosophes</w:t>
      </w:r>
      <w:r w:rsidR="006F1ADB">
        <w:t xml:space="preserve">… </w:t>
      </w:r>
      <w:r>
        <w:t>La voix d</w:t>
      </w:r>
      <w:r w:rsidR="006F1ADB">
        <w:t>’</w:t>
      </w:r>
      <w:r>
        <w:t>un policeman le fit tressaillir</w:t>
      </w:r>
      <w:r w:rsidR="006F1ADB">
        <w:t xml:space="preserve">. </w:t>
      </w:r>
      <w:r>
        <w:t>Il regagna sa chambre</w:t>
      </w:r>
      <w:r w:rsidR="006F1ADB">
        <w:t xml:space="preserve">, </w:t>
      </w:r>
      <w:r>
        <w:t>son lit et s</w:t>
      </w:r>
      <w:r w:rsidR="006F1ADB">
        <w:t>’</w:t>
      </w:r>
      <w:r>
        <w:t>endormit en r</w:t>
      </w:r>
      <w:r>
        <w:t>ê</w:t>
      </w:r>
      <w:r>
        <w:t>vant aux hommes de génie dont il avait admiré les idées et les actions</w:t>
      </w:r>
      <w:r w:rsidR="006F1ADB">
        <w:t>.</w:t>
      </w:r>
    </w:p>
    <w:p w14:paraId="33F87D78" w14:textId="46D1B682" w:rsidR="005A3479" w:rsidRDefault="005A3479" w:rsidP="005A3479"/>
    <w:p w14:paraId="15E84048" w14:textId="77777777" w:rsidR="006F1ADB" w:rsidRDefault="005A3479" w:rsidP="005A3479">
      <w:r>
        <w:t>Quelques années auparavant</w:t>
      </w:r>
      <w:r w:rsidR="006F1ADB">
        <w:t xml:space="preserve">, </w:t>
      </w:r>
      <w:r>
        <w:t>Jude avait remarqué sur la cheminée de sa tante</w:t>
      </w:r>
      <w:r w:rsidR="006F1ADB">
        <w:t xml:space="preserve">, </w:t>
      </w:r>
      <w:r>
        <w:t>entre deux candélabres</w:t>
      </w:r>
      <w:r w:rsidR="006F1ADB">
        <w:t xml:space="preserve">, </w:t>
      </w:r>
      <w:r>
        <w:t>une photographie représentant une jeune fille coiffée d</w:t>
      </w:r>
      <w:r w:rsidR="006F1ADB">
        <w:t>’</w:t>
      </w:r>
      <w:r>
        <w:t>un large chapeau qui fo</w:t>
      </w:r>
      <w:r>
        <w:t>r</w:t>
      </w:r>
      <w:r>
        <w:t>mait une auréole à son visage enfantin</w:t>
      </w:r>
      <w:r w:rsidR="006F1ADB">
        <w:t xml:space="preserve">. </w:t>
      </w:r>
      <w:r>
        <w:t>Sa tante lui avait dit que l</w:t>
      </w:r>
      <w:r w:rsidR="006F1ADB">
        <w:t>’</w:t>
      </w:r>
      <w:r>
        <w:t>original du portrait était sa propre cousine</w:t>
      </w:r>
      <w:r w:rsidR="006F1ADB">
        <w:t xml:space="preserve">, </w:t>
      </w:r>
      <w:r>
        <w:t xml:space="preserve">Sue </w:t>
      </w:r>
      <w:proofErr w:type="spellStart"/>
      <w:r>
        <w:t>Bridehead</w:t>
      </w:r>
      <w:proofErr w:type="spellEnd"/>
      <w:r w:rsidR="006F1ADB">
        <w:t xml:space="preserve">, </w:t>
      </w:r>
      <w:r>
        <w:t xml:space="preserve">qui habitait </w:t>
      </w:r>
      <w:proofErr w:type="spellStart"/>
      <w:r>
        <w:t>Christminster</w:t>
      </w:r>
      <w:proofErr w:type="spellEnd"/>
      <w:r w:rsidR="006F1ADB">
        <w:t xml:space="preserve">. </w:t>
      </w:r>
      <w:r>
        <w:t xml:space="preserve">Les </w:t>
      </w:r>
      <w:proofErr w:type="spellStart"/>
      <w:r>
        <w:t>Bridehead</w:t>
      </w:r>
      <w:proofErr w:type="spellEnd"/>
      <w:r>
        <w:t xml:space="preserve"> et les </w:t>
      </w:r>
      <w:r>
        <w:lastRenderedPageBreak/>
        <w:t>Fawley étant broui</w:t>
      </w:r>
      <w:r>
        <w:t>l</w:t>
      </w:r>
      <w:r>
        <w:t>lés</w:t>
      </w:r>
      <w:r w:rsidR="006F1ADB">
        <w:t xml:space="preserve">, </w:t>
      </w:r>
      <w:r>
        <w:t xml:space="preserve">miss </w:t>
      </w:r>
      <w:proofErr w:type="spellStart"/>
      <w:r>
        <w:t>Drusilla</w:t>
      </w:r>
      <w:proofErr w:type="spellEnd"/>
      <w:r>
        <w:t xml:space="preserve"> ne savait rien de la jeune fille</w:t>
      </w:r>
      <w:r w:rsidR="006F1ADB">
        <w:t>.</w:t>
      </w:r>
    </w:p>
    <w:p w14:paraId="5ACCF666" w14:textId="1702DC2B" w:rsidR="006F1ADB" w:rsidRDefault="005A3479" w:rsidP="005A3479">
      <w:r>
        <w:t>Jude avait prié sa tante de lui donner cette photographie</w:t>
      </w:r>
      <w:r w:rsidR="006F1ADB">
        <w:t xml:space="preserve">. </w:t>
      </w:r>
      <w:r>
        <w:t>Miss Fawley avait refusé</w:t>
      </w:r>
      <w:r w:rsidR="006F1ADB">
        <w:t xml:space="preserve">, </w:t>
      </w:r>
      <w:r>
        <w:t>et le souvenir de Sue</w:t>
      </w:r>
      <w:r w:rsidR="006F1ADB">
        <w:t xml:space="preserve">, </w:t>
      </w:r>
      <w:r>
        <w:t>le désir de la connaître s</w:t>
      </w:r>
      <w:r w:rsidR="006F1ADB">
        <w:t>’</w:t>
      </w:r>
      <w:r>
        <w:t>étaient unis dans l</w:t>
      </w:r>
      <w:r w:rsidR="006F1ADB">
        <w:t>’</w:t>
      </w:r>
      <w:r>
        <w:t>esprit de Jude au désir de retro</w:t>
      </w:r>
      <w:r>
        <w:t>u</w:t>
      </w:r>
      <w:r>
        <w:t xml:space="preserve">ver </w:t>
      </w:r>
      <w:r w:rsidR="006F1ADB">
        <w:t>M. </w:t>
      </w:r>
      <w:proofErr w:type="spellStart"/>
      <w:r>
        <w:t>Phillotson</w:t>
      </w:r>
      <w:proofErr w:type="spellEnd"/>
      <w:r w:rsidR="006F1ADB">
        <w:t>.</w:t>
      </w:r>
    </w:p>
    <w:p w14:paraId="4C4E7134" w14:textId="77777777" w:rsidR="006F1ADB" w:rsidRDefault="005A3479" w:rsidP="005A3479">
      <w:r>
        <w:t>Pendant les premiers jours qu</w:t>
      </w:r>
      <w:r w:rsidR="006F1ADB">
        <w:t>’</w:t>
      </w:r>
      <w:r>
        <w:t xml:space="preserve">il passa à </w:t>
      </w:r>
      <w:proofErr w:type="spellStart"/>
      <w:r>
        <w:t>Christminster</w:t>
      </w:r>
      <w:proofErr w:type="spellEnd"/>
      <w:r w:rsidR="006F1ADB">
        <w:t xml:space="preserve">, </w:t>
      </w:r>
      <w:r>
        <w:t>Jude dut s</w:t>
      </w:r>
      <w:r w:rsidR="006F1ADB">
        <w:t>’</w:t>
      </w:r>
      <w:r>
        <w:t>occuper d</w:t>
      </w:r>
      <w:r w:rsidR="006F1ADB">
        <w:t>’</w:t>
      </w:r>
      <w:r>
        <w:t>assurer sa vie matérielle</w:t>
      </w:r>
      <w:r w:rsidR="006F1ADB">
        <w:t xml:space="preserve">. </w:t>
      </w:r>
      <w:r>
        <w:t>Il sentait que la cité</w:t>
      </w:r>
      <w:r w:rsidR="006F1ADB">
        <w:t xml:space="preserve">, </w:t>
      </w:r>
      <w:r>
        <w:t>hantée par les grands hommes</w:t>
      </w:r>
      <w:r w:rsidR="006F1ADB">
        <w:t xml:space="preserve">, </w:t>
      </w:r>
      <w:r>
        <w:t xml:space="preserve">le </w:t>
      </w:r>
      <w:proofErr w:type="spellStart"/>
      <w:r>
        <w:t>Christminster</w:t>
      </w:r>
      <w:proofErr w:type="spellEnd"/>
      <w:r>
        <w:t xml:space="preserve"> idéal ape</w:t>
      </w:r>
      <w:r>
        <w:t>r</w:t>
      </w:r>
      <w:r>
        <w:t>çu la première nuit</w:t>
      </w:r>
      <w:r w:rsidR="006F1ADB">
        <w:t xml:space="preserve">, </w:t>
      </w:r>
      <w:r>
        <w:t>ne ressemblait pas absolument à la cité r</w:t>
      </w:r>
      <w:r>
        <w:t>é</w:t>
      </w:r>
      <w:r>
        <w:t>elle</w:t>
      </w:r>
      <w:r w:rsidR="006F1ADB">
        <w:t xml:space="preserve">, </w:t>
      </w:r>
      <w:r>
        <w:t xml:space="preserve">au </w:t>
      </w:r>
      <w:proofErr w:type="spellStart"/>
      <w:r>
        <w:t>Christminster</w:t>
      </w:r>
      <w:proofErr w:type="spellEnd"/>
      <w:r>
        <w:t xml:space="preserve"> qu</w:t>
      </w:r>
      <w:r w:rsidR="006F1ADB">
        <w:t>’</w:t>
      </w:r>
      <w:r>
        <w:t>il voyait enfin au grand jour</w:t>
      </w:r>
      <w:r w:rsidR="006F1ADB">
        <w:t xml:space="preserve">. </w:t>
      </w:r>
      <w:r>
        <w:t>Les beaux monuments avaient subi d</w:t>
      </w:r>
      <w:r w:rsidR="006F1ADB">
        <w:t>’</w:t>
      </w:r>
      <w:r>
        <w:t>innombrables insultes</w:t>
      </w:r>
      <w:r w:rsidR="006F1ADB">
        <w:t xml:space="preserve">, </w:t>
      </w:r>
      <w:r>
        <w:t>dans leurs luttes contre les siècles</w:t>
      </w:r>
      <w:r w:rsidR="006F1ADB">
        <w:t xml:space="preserve">, </w:t>
      </w:r>
      <w:r>
        <w:t>les saisons et les hommes</w:t>
      </w:r>
      <w:r w:rsidR="006F1ADB">
        <w:t xml:space="preserve">. </w:t>
      </w:r>
      <w:r>
        <w:t>Jude pensa qu</w:t>
      </w:r>
      <w:r w:rsidR="006F1ADB">
        <w:t>’</w:t>
      </w:r>
      <w:r>
        <w:t>il lui serait d</w:t>
      </w:r>
      <w:r w:rsidR="006F1ADB">
        <w:t>’</w:t>
      </w:r>
      <w:r>
        <w:t>autant plus facile de trouver le travail qu</w:t>
      </w:r>
      <w:r w:rsidR="006F1ADB">
        <w:t>’</w:t>
      </w:r>
      <w:r>
        <w:t>il dés</w:t>
      </w:r>
      <w:r>
        <w:t>i</w:t>
      </w:r>
      <w:r>
        <w:t>rait</w:t>
      </w:r>
      <w:r w:rsidR="006F1ADB">
        <w:t xml:space="preserve">. </w:t>
      </w:r>
      <w:r>
        <w:t>Il se rendit chez un sculpteur sur pierres</w:t>
      </w:r>
      <w:r w:rsidR="006F1ADB">
        <w:t xml:space="preserve">, </w:t>
      </w:r>
      <w:r>
        <w:t>demanda le co</w:t>
      </w:r>
      <w:r>
        <w:t>n</w:t>
      </w:r>
      <w:r>
        <w:t>tremaître</w:t>
      </w:r>
      <w:r w:rsidR="006F1ADB">
        <w:t xml:space="preserve">. </w:t>
      </w:r>
      <w:r>
        <w:t>Dans le chantier et les ateliers pleins de pierres d</w:t>
      </w:r>
      <w:r>
        <w:t>é</w:t>
      </w:r>
      <w:r>
        <w:t>grossies et travaillées</w:t>
      </w:r>
      <w:r w:rsidR="006F1ADB">
        <w:t xml:space="preserve">, </w:t>
      </w:r>
      <w:r>
        <w:t>il eut un instant la</w:t>
      </w:r>
      <w:r>
        <w:rPr>
          <w:szCs w:val="32"/>
        </w:rPr>
        <w:t xml:space="preserve"> </w:t>
      </w:r>
      <w:r>
        <w:t>sensation que ce lieu était le centre d</w:t>
      </w:r>
      <w:r w:rsidR="006F1ADB">
        <w:t>’</w:t>
      </w:r>
      <w:r>
        <w:t>un effort aussi noble que les études spéciales des collèges</w:t>
      </w:r>
      <w:r w:rsidR="006F1ADB">
        <w:t xml:space="preserve">. </w:t>
      </w:r>
      <w:r>
        <w:t>Mais ce ne fut qu</w:t>
      </w:r>
      <w:r w:rsidR="006F1ADB">
        <w:t>’</w:t>
      </w:r>
      <w:r>
        <w:t>un éclair</w:t>
      </w:r>
      <w:r w:rsidR="006F1ADB">
        <w:t xml:space="preserve">. </w:t>
      </w:r>
      <w:r>
        <w:t>La violence de l</w:t>
      </w:r>
      <w:r w:rsidR="006F1ADB">
        <w:t>’</w:t>
      </w:r>
      <w:r>
        <w:t>ancien espoir triompha</w:t>
      </w:r>
      <w:r w:rsidR="006F1ADB">
        <w:t xml:space="preserve">. </w:t>
      </w:r>
      <w:r>
        <w:t>Jude ne voulut accepter aucun travail tel que ses projets en fussent contrariés</w:t>
      </w:r>
      <w:r w:rsidR="006F1ADB">
        <w:t>.</w:t>
      </w:r>
    </w:p>
    <w:p w14:paraId="2282F5F0" w14:textId="77777777" w:rsidR="006F1ADB" w:rsidRDefault="005A3479" w:rsidP="005A3479">
      <w:r>
        <w:t>Quand il fut tranquille de ce côté</w:t>
      </w:r>
      <w:r w:rsidR="006F1ADB">
        <w:t xml:space="preserve">, </w:t>
      </w:r>
      <w:r>
        <w:t>Jude se remit à songer à sa cousine</w:t>
      </w:r>
      <w:r w:rsidR="006F1ADB">
        <w:t xml:space="preserve">. </w:t>
      </w:r>
      <w:r>
        <w:t>Il écrivit à la tante de lui envoyer le petit portrait</w:t>
      </w:r>
      <w:r w:rsidR="006F1ADB">
        <w:t xml:space="preserve">. </w:t>
      </w:r>
      <w:r>
        <w:t>Elle y consentit</w:t>
      </w:r>
      <w:r w:rsidR="006F1ADB">
        <w:t xml:space="preserve">, </w:t>
      </w:r>
      <w:r>
        <w:t>non sans recommander à Jude de ne pas che</w:t>
      </w:r>
      <w:r>
        <w:t>r</w:t>
      </w:r>
      <w:r>
        <w:t>cher à connaître la jeune fille</w:t>
      </w:r>
      <w:r w:rsidR="006F1ADB">
        <w:t xml:space="preserve">. </w:t>
      </w:r>
      <w:r>
        <w:t>Le jeune homme ne promit rien</w:t>
      </w:r>
      <w:r w:rsidR="006F1ADB">
        <w:t xml:space="preserve">, </w:t>
      </w:r>
      <w:r>
        <w:t>baisa la photographie</w:t>
      </w:r>
      <w:r w:rsidR="006F1ADB">
        <w:t xml:space="preserve">, </w:t>
      </w:r>
      <w:r>
        <w:t>la plaça sur sa cheminée d</w:t>
      </w:r>
      <w:r w:rsidR="006F1ADB">
        <w:t>’</w:t>
      </w:r>
      <w:r>
        <w:t>où elle se</w:t>
      </w:r>
      <w:r>
        <w:t>m</w:t>
      </w:r>
      <w:r>
        <w:t>blait présider à ses repas</w:t>
      </w:r>
      <w:r w:rsidR="006F1ADB">
        <w:t xml:space="preserve">, </w:t>
      </w:r>
      <w:r>
        <w:t>l</w:t>
      </w:r>
      <w:r w:rsidR="006F1ADB">
        <w:t>’</w:t>
      </w:r>
      <w:r>
        <w:t>encourager et l</w:t>
      </w:r>
      <w:r w:rsidR="006F1ADB">
        <w:t>’</w:t>
      </w:r>
      <w:r>
        <w:t>unir aux émotions de la cité vivante</w:t>
      </w:r>
      <w:r w:rsidR="006F1ADB">
        <w:t>.</w:t>
      </w:r>
    </w:p>
    <w:p w14:paraId="49F6D115" w14:textId="77777777" w:rsidR="006F1ADB" w:rsidRDefault="005A3479" w:rsidP="005A3479">
      <w:r>
        <w:t>Quant à l</w:t>
      </w:r>
      <w:r w:rsidR="006F1ADB">
        <w:t>’</w:t>
      </w:r>
      <w:r>
        <w:t>ancien maître d</w:t>
      </w:r>
      <w:r w:rsidR="006F1ADB">
        <w:t>’</w:t>
      </w:r>
      <w:r>
        <w:t>école</w:t>
      </w:r>
      <w:r w:rsidR="006F1ADB">
        <w:t xml:space="preserve">, </w:t>
      </w:r>
      <w:r>
        <w:t>il était probablement un grave pasteur</w:t>
      </w:r>
      <w:r w:rsidR="006F1ADB">
        <w:t xml:space="preserve">. </w:t>
      </w:r>
      <w:r>
        <w:t>Jude remit à quelque temps le soin de le reche</w:t>
      </w:r>
      <w:r>
        <w:t>r</w:t>
      </w:r>
      <w:r>
        <w:t>cher</w:t>
      </w:r>
      <w:r w:rsidR="006F1ADB">
        <w:t xml:space="preserve">. </w:t>
      </w:r>
      <w:r>
        <w:t>Il se complaisait dans sa solitude</w:t>
      </w:r>
      <w:r w:rsidR="006F1ADB">
        <w:t xml:space="preserve">. </w:t>
      </w:r>
      <w:r>
        <w:t xml:space="preserve">Ne connaissant </w:t>
      </w:r>
      <w:r>
        <w:lastRenderedPageBreak/>
        <w:t>âme qui vive</w:t>
      </w:r>
      <w:r w:rsidR="006F1ADB">
        <w:t xml:space="preserve">, </w:t>
      </w:r>
      <w:r>
        <w:t>il avait élu pour amis les statues de saints et de prophètes</w:t>
      </w:r>
      <w:r w:rsidR="006F1ADB">
        <w:t xml:space="preserve">, </w:t>
      </w:r>
      <w:r>
        <w:t>les bustes</w:t>
      </w:r>
      <w:r w:rsidR="006F1ADB">
        <w:t xml:space="preserve">, </w:t>
      </w:r>
      <w:r>
        <w:t>les personnages des fresques</w:t>
      </w:r>
      <w:r w:rsidR="006F1ADB">
        <w:t xml:space="preserve">, </w:t>
      </w:r>
      <w:r>
        <w:t>les gargouilles à tête de corbeau</w:t>
      </w:r>
      <w:r w:rsidR="006F1ADB">
        <w:t xml:space="preserve">. </w:t>
      </w:r>
      <w:r>
        <w:t xml:space="preserve">Le </w:t>
      </w:r>
      <w:r w:rsidR="006F1ADB">
        <w:t>« </w:t>
      </w:r>
      <w:r>
        <w:t xml:space="preserve">sentiment de </w:t>
      </w:r>
      <w:proofErr w:type="spellStart"/>
      <w:r>
        <w:t>Christminster</w:t>
      </w:r>
      <w:proofErr w:type="spellEnd"/>
      <w:r w:rsidR="006F1ADB">
        <w:t> »</w:t>
      </w:r>
      <w:r>
        <w:t xml:space="preserve"> entrait en lui dava</w:t>
      </w:r>
      <w:r>
        <w:t>n</w:t>
      </w:r>
      <w:r>
        <w:t>tage</w:t>
      </w:r>
      <w:r w:rsidR="006F1ADB">
        <w:t xml:space="preserve">. </w:t>
      </w:r>
      <w:r>
        <w:t>Un mur seulement le séparait des jeunes gens</w:t>
      </w:r>
      <w:r w:rsidR="006F1ADB">
        <w:t xml:space="preserve">, </w:t>
      </w:r>
      <w:r>
        <w:t>ses co</w:t>
      </w:r>
      <w:r>
        <w:t>n</w:t>
      </w:r>
      <w:r>
        <w:t>temporains</w:t>
      </w:r>
      <w:r w:rsidR="006F1ADB">
        <w:t xml:space="preserve">, </w:t>
      </w:r>
      <w:r>
        <w:t>qui n</w:t>
      </w:r>
      <w:r w:rsidR="006F1ADB">
        <w:t>’</w:t>
      </w:r>
      <w:r>
        <w:t>avaient d</w:t>
      </w:r>
      <w:r w:rsidR="006F1ADB">
        <w:t>’</w:t>
      </w:r>
      <w:r>
        <w:t>autre devoir que de lire</w:t>
      </w:r>
      <w:r w:rsidR="006F1ADB">
        <w:t xml:space="preserve">, </w:t>
      </w:r>
      <w:r>
        <w:t>d</w:t>
      </w:r>
      <w:r w:rsidR="006F1ADB">
        <w:t>’</w:t>
      </w:r>
      <w:r>
        <w:t>écrire</w:t>
      </w:r>
      <w:r w:rsidR="006F1ADB">
        <w:t xml:space="preserve">, </w:t>
      </w:r>
      <w:r>
        <w:t>d</w:t>
      </w:r>
      <w:r w:rsidR="006F1ADB">
        <w:t>’</w:t>
      </w:r>
      <w:r>
        <w:t>étudier</w:t>
      </w:r>
      <w:r w:rsidR="006F1ADB">
        <w:t xml:space="preserve">… </w:t>
      </w:r>
      <w:r>
        <w:t>Un mur seulement</w:t>
      </w:r>
      <w:r w:rsidR="006F1ADB">
        <w:t xml:space="preserve">, </w:t>
      </w:r>
      <w:r>
        <w:t>mais quel mur</w:t>
      </w:r>
      <w:r w:rsidR="006F1ADB">
        <w:t> !</w:t>
      </w:r>
    </w:p>
    <w:p w14:paraId="097DCDAB" w14:textId="77777777" w:rsidR="006F1ADB" w:rsidRDefault="005A3479" w:rsidP="005A3479">
      <w:r>
        <w:t>Jude était jeune et fort</w:t>
      </w:r>
      <w:r w:rsidR="006F1ADB">
        <w:t xml:space="preserve">. </w:t>
      </w:r>
      <w:r>
        <w:t>Il résolut d</w:t>
      </w:r>
      <w:r w:rsidR="006F1ADB">
        <w:t>’</w:t>
      </w:r>
      <w:r>
        <w:t>employer ses nuits à l</w:t>
      </w:r>
      <w:r w:rsidR="006F1ADB">
        <w:t>’</w:t>
      </w:r>
      <w:r>
        <w:t>étude</w:t>
      </w:r>
      <w:r w:rsidR="006F1ADB">
        <w:t xml:space="preserve">. </w:t>
      </w:r>
      <w:r>
        <w:t>Comme son mariage avait épuisé toutes ses économies</w:t>
      </w:r>
      <w:r w:rsidR="006F1ADB">
        <w:t xml:space="preserve">, </w:t>
      </w:r>
      <w:r>
        <w:t>il était obligé de vivre pauvrement</w:t>
      </w:r>
      <w:r w:rsidR="006F1ADB">
        <w:t xml:space="preserve">. </w:t>
      </w:r>
      <w:r>
        <w:t>Il acheta des plumes</w:t>
      </w:r>
      <w:r w:rsidR="006F1ADB">
        <w:t xml:space="preserve">, </w:t>
      </w:r>
      <w:r>
        <w:t>du p</w:t>
      </w:r>
      <w:r>
        <w:t>a</w:t>
      </w:r>
      <w:r>
        <w:t>pier</w:t>
      </w:r>
      <w:r w:rsidR="006F1ADB">
        <w:t xml:space="preserve">, </w:t>
      </w:r>
      <w:r>
        <w:t>les livres indispensables</w:t>
      </w:r>
      <w:r w:rsidR="006F1ADB">
        <w:t xml:space="preserve">, </w:t>
      </w:r>
      <w:r>
        <w:t>une lampe</w:t>
      </w:r>
      <w:r w:rsidR="006F1ADB">
        <w:t xml:space="preserve">, </w:t>
      </w:r>
      <w:r>
        <w:t>et tendit un rideau qui partagea sa chambre en deux parties</w:t>
      </w:r>
      <w:r w:rsidR="006F1ADB">
        <w:t xml:space="preserve">, </w:t>
      </w:r>
      <w:r>
        <w:t>de telle façon que nul ne put soupçonner ni épier ses veilles</w:t>
      </w:r>
      <w:r w:rsidR="006F1ADB">
        <w:t xml:space="preserve">. </w:t>
      </w:r>
      <w:r>
        <w:t>Par les nuits froides</w:t>
      </w:r>
      <w:r w:rsidR="006F1ADB">
        <w:t xml:space="preserve">, </w:t>
      </w:r>
      <w:r>
        <w:t>il s</w:t>
      </w:r>
      <w:r w:rsidR="006F1ADB">
        <w:t>’</w:t>
      </w:r>
      <w:r>
        <w:t>asseyait sous sa lampe</w:t>
      </w:r>
      <w:r w:rsidR="006F1ADB">
        <w:t xml:space="preserve">, </w:t>
      </w:r>
      <w:r>
        <w:t>emmitouflé dans un pardessus</w:t>
      </w:r>
      <w:r w:rsidR="006F1ADB">
        <w:t xml:space="preserve">, </w:t>
      </w:r>
      <w:r>
        <w:t>les mains gantées</w:t>
      </w:r>
      <w:r w:rsidR="006F1ADB">
        <w:t>.</w:t>
      </w:r>
    </w:p>
    <w:p w14:paraId="6D6FF30C" w14:textId="77777777" w:rsidR="006F1ADB" w:rsidRDefault="006F1ADB" w:rsidP="005A3479">
      <w:r>
        <w:t xml:space="preserve">… </w:t>
      </w:r>
      <w:r w:rsidR="005A3479">
        <w:t>Il ne tarda pas à recevoir une nouvelle lettre de sa tante</w:t>
      </w:r>
      <w:r>
        <w:t xml:space="preserve">. </w:t>
      </w:r>
      <w:r w:rsidR="005A3479">
        <w:t>Elle lui répétait qu</w:t>
      </w:r>
      <w:r>
        <w:t>’</w:t>
      </w:r>
      <w:r w:rsidR="005A3479">
        <w:t>il ne devait chercher à connaître ni Sue ni ses autres parents</w:t>
      </w:r>
      <w:r>
        <w:t xml:space="preserve">. </w:t>
      </w:r>
      <w:r w:rsidR="005A3479">
        <w:t>La jeune fille était une espèce d</w:t>
      </w:r>
      <w:r>
        <w:t>’</w:t>
      </w:r>
      <w:r w:rsidR="005A3479">
        <w:t>artiste</w:t>
      </w:r>
      <w:r>
        <w:t xml:space="preserve">, </w:t>
      </w:r>
      <w:r w:rsidR="005A3479">
        <w:t>e</w:t>
      </w:r>
      <w:r w:rsidR="005A3479">
        <w:t>m</w:t>
      </w:r>
      <w:r w:rsidR="005A3479">
        <w:t>ployée dans une boutique d</w:t>
      </w:r>
      <w:r>
        <w:t>’</w:t>
      </w:r>
      <w:r w:rsidR="005A3479">
        <w:t xml:space="preserve">objets religieux et sans doute </w:t>
      </w:r>
      <w:r>
        <w:t>« </w:t>
      </w:r>
      <w:r w:rsidR="005A3479">
        <w:t>abandonnée aux momeries</w:t>
      </w:r>
      <w:r>
        <w:t xml:space="preserve">, </w:t>
      </w:r>
      <w:r w:rsidR="005A3479">
        <w:t>papiste peut-être</w:t>
      </w:r>
      <w:r>
        <w:t>. »</w:t>
      </w:r>
      <w:r w:rsidR="005A3479">
        <w:t xml:space="preserve"> Miss Fawley n</w:t>
      </w:r>
      <w:r>
        <w:t>’</w:t>
      </w:r>
      <w:r w:rsidR="005A3479">
        <w:t>y pouvait songer sans horreur</w:t>
      </w:r>
      <w:r>
        <w:t>.</w:t>
      </w:r>
    </w:p>
    <w:p w14:paraId="00AD1D5C" w14:textId="77777777" w:rsidR="006F1ADB" w:rsidRDefault="005A3479" w:rsidP="005A3479">
      <w:r>
        <w:t>Malgré l</w:t>
      </w:r>
      <w:r w:rsidR="006F1ADB">
        <w:t>’</w:t>
      </w:r>
      <w:r>
        <w:t>avis de sa tante</w:t>
      </w:r>
      <w:r w:rsidR="006F1ADB">
        <w:t xml:space="preserve">, </w:t>
      </w:r>
      <w:r>
        <w:t>Jude se complut à examiner les boutiques religieuses et</w:t>
      </w:r>
      <w:r w:rsidR="006F1ADB">
        <w:t xml:space="preserve">, </w:t>
      </w:r>
      <w:r>
        <w:t>certain jour</w:t>
      </w:r>
      <w:r w:rsidR="006F1ADB">
        <w:t xml:space="preserve">, </w:t>
      </w:r>
      <w:r>
        <w:t>il crut reconnaître derrière un comptoir l</w:t>
      </w:r>
      <w:r w:rsidR="006F1ADB">
        <w:t>’</w:t>
      </w:r>
      <w:r>
        <w:t>original du portrait</w:t>
      </w:r>
      <w:r w:rsidR="006F1ADB">
        <w:t xml:space="preserve">. </w:t>
      </w:r>
      <w:r>
        <w:t>Il entra sous le prétexte d</w:t>
      </w:r>
      <w:r w:rsidR="006F1ADB">
        <w:t>’</w:t>
      </w:r>
      <w:r>
        <w:t>un achat insignifiant</w:t>
      </w:r>
      <w:r w:rsidR="006F1ADB">
        <w:t xml:space="preserve">, </w:t>
      </w:r>
      <w:r>
        <w:t>et observa le milieu où il se trouvait</w:t>
      </w:r>
      <w:r w:rsidR="006F1ADB">
        <w:t>.</w:t>
      </w:r>
    </w:p>
    <w:p w14:paraId="59DBEDA0" w14:textId="77777777" w:rsidR="006F1ADB" w:rsidRDefault="005A3479" w:rsidP="005A3479">
      <w:r>
        <w:t>Le magasin semblait tenu par des femmes uniquement</w:t>
      </w:r>
      <w:r w:rsidR="006F1ADB">
        <w:t xml:space="preserve">. </w:t>
      </w:r>
      <w:r>
        <w:t>Il y avait des livres de piété</w:t>
      </w:r>
      <w:r w:rsidR="006F1ADB">
        <w:t xml:space="preserve">, </w:t>
      </w:r>
      <w:r>
        <w:t>des anges de plâtre</w:t>
      </w:r>
      <w:r w:rsidR="006F1ADB">
        <w:t xml:space="preserve">, </w:t>
      </w:r>
      <w:r>
        <w:t>des images de saints</w:t>
      </w:r>
      <w:r w:rsidR="006F1ADB">
        <w:t xml:space="preserve">, </w:t>
      </w:r>
      <w:r>
        <w:t>des crucifix</w:t>
      </w:r>
      <w:r w:rsidR="006F1ADB">
        <w:t xml:space="preserve">, </w:t>
      </w:r>
      <w:r>
        <w:t>etc</w:t>
      </w:r>
      <w:r w:rsidR="006F1ADB">
        <w:t xml:space="preserve">. </w:t>
      </w:r>
      <w:r>
        <w:t>Jude regarda la jeune fille qui se tenait au comptoir</w:t>
      </w:r>
      <w:r w:rsidR="006F1ADB">
        <w:t xml:space="preserve">. </w:t>
      </w:r>
      <w:r>
        <w:t>Elle était si jolie</w:t>
      </w:r>
      <w:r w:rsidR="006F1ADB">
        <w:t xml:space="preserve">, </w:t>
      </w:r>
      <w:r>
        <w:t>qu</w:t>
      </w:r>
      <w:r w:rsidR="006F1ADB">
        <w:t>’</w:t>
      </w:r>
      <w:r>
        <w:t>il n</w:t>
      </w:r>
      <w:r w:rsidR="006F1ADB">
        <w:t>’</w:t>
      </w:r>
      <w:r>
        <w:t>osa croire à leur parenté</w:t>
      </w:r>
      <w:r w:rsidR="006F1ADB">
        <w:t xml:space="preserve">. </w:t>
      </w:r>
      <w:r>
        <w:t>Mais comme elle parlait à deux vieilles femmes</w:t>
      </w:r>
      <w:r w:rsidR="006F1ADB">
        <w:t xml:space="preserve">, </w:t>
      </w:r>
      <w:r>
        <w:t xml:space="preserve">il reconnut </w:t>
      </w:r>
      <w:r>
        <w:lastRenderedPageBreak/>
        <w:t>ce</w:t>
      </w:r>
      <w:r>
        <w:t>r</w:t>
      </w:r>
      <w:r>
        <w:t>tains caractères de sa propre voix dans cette voix plus suave et plus douce</w:t>
      </w:r>
      <w:r w:rsidR="006F1ADB">
        <w:t xml:space="preserve">. </w:t>
      </w:r>
      <w:r>
        <w:t>La jeune fille montrait aux clientes une lame de zinc qui portait ce mot tracé en lettres gothiques</w:t>
      </w:r>
      <w:r w:rsidR="006F1ADB">
        <w:t> :</w:t>
      </w:r>
    </w:p>
    <w:p w14:paraId="42BBD5AE" w14:textId="0C4BFAA9" w:rsidR="005A3479" w:rsidRDefault="005A3479" w:rsidP="006F1ADB">
      <w:pPr>
        <w:pStyle w:val="Centr"/>
        <w:rPr>
          <w:i/>
          <w:iCs/>
        </w:rPr>
      </w:pPr>
      <w:proofErr w:type="spellStart"/>
      <w:r>
        <w:rPr>
          <w:i/>
          <w:iCs/>
        </w:rPr>
        <w:t>Alleluia</w:t>
      </w:r>
      <w:proofErr w:type="spellEnd"/>
    </w:p>
    <w:p w14:paraId="2FD946DD" w14:textId="77777777" w:rsidR="006F1ADB" w:rsidRDefault="005A3479" w:rsidP="005A3479">
      <w:r>
        <w:t>Jude se souvint que le père de Suzanne avait travaillé lon</w:t>
      </w:r>
      <w:r>
        <w:t>g</w:t>
      </w:r>
      <w:r>
        <w:t>temps comme ciseleur d</w:t>
      </w:r>
      <w:r w:rsidR="006F1ADB">
        <w:t>’</w:t>
      </w:r>
      <w:r>
        <w:t>ornements ecclésiastiques</w:t>
      </w:r>
      <w:r w:rsidR="006F1ADB">
        <w:t xml:space="preserve">. </w:t>
      </w:r>
      <w:r>
        <w:t>La bande de zinc était sans doute destinée à parer quelque autel</w:t>
      </w:r>
      <w:r w:rsidR="006F1ADB">
        <w:t xml:space="preserve">, </w:t>
      </w:r>
      <w:r>
        <w:t>Sue ayant appris le métier de son père</w:t>
      </w:r>
      <w:r w:rsidR="006F1ADB">
        <w:t>.</w:t>
      </w:r>
    </w:p>
    <w:p w14:paraId="01E06B0B" w14:textId="77777777" w:rsidR="006F1ADB" w:rsidRDefault="006F1ADB" w:rsidP="005A3479">
      <w:r>
        <w:t>— </w:t>
      </w:r>
      <w:r w:rsidR="005A3479">
        <w:t>Doux et saint travail d</w:t>
      </w:r>
      <w:r>
        <w:t>’</w:t>
      </w:r>
      <w:r w:rsidR="005A3479">
        <w:t>une chrétienne</w:t>
      </w:r>
      <w:r>
        <w:t xml:space="preserve">, </w:t>
      </w:r>
      <w:r w:rsidR="005A3479">
        <w:t>pensa-t-il</w:t>
      </w:r>
      <w:r>
        <w:t>.</w:t>
      </w:r>
    </w:p>
    <w:p w14:paraId="0C70DAA3" w14:textId="1DF3924E" w:rsidR="006F1ADB" w:rsidRDefault="005A3479" w:rsidP="005A3479">
      <w:r>
        <w:t>Il sortit</w:t>
      </w:r>
      <w:r w:rsidR="006F1ADB">
        <w:t xml:space="preserve">, </w:t>
      </w:r>
      <w:r>
        <w:t>n</w:t>
      </w:r>
      <w:r w:rsidR="006F1ADB">
        <w:t>’</w:t>
      </w:r>
      <w:r>
        <w:t>osant enfreindre la défense que sa tante lui avait faite</w:t>
      </w:r>
      <w:r w:rsidR="006F1ADB">
        <w:t xml:space="preserve">. </w:t>
      </w:r>
      <w:r>
        <w:t>Il craignait aussi que Suzanne n</w:t>
      </w:r>
      <w:r w:rsidR="006F1ADB">
        <w:t>’</w:t>
      </w:r>
      <w:r>
        <w:t>eût hérité des antipathies familiales</w:t>
      </w:r>
      <w:r w:rsidR="006F1ADB">
        <w:t xml:space="preserve">. </w:t>
      </w:r>
      <w:r>
        <w:t>La distinction de la jeune fille l</w:t>
      </w:r>
      <w:r w:rsidR="006F1ADB">
        <w:t>’</w:t>
      </w:r>
      <w:r>
        <w:t>intimidait</w:t>
      </w:r>
      <w:r w:rsidR="006F1ADB">
        <w:t xml:space="preserve">. </w:t>
      </w:r>
      <w:r>
        <w:t>Il résolut de ne se faire connaître à elle qu</w:t>
      </w:r>
      <w:r w:rsidR="006F1ADB">
        <w:t>’</w:t>
      </w:r>
      <w:r>
        <w:t>un peu plus tard</w:t>
      </w:r>
      <w:r w:rsidR="006F1ADB">
        <w:t xml:space="preserve">, </w:t>
      </w:r>
      <w:r>
        <w:t>après qu</w:t>
      </w:r>
      <w:r w:rsidR="006F1ADB">
        <w:t>’</w:t>
      </w:r>
      <w:r>
        <w:t xml:space="preserve">il aurait découvert </w:t>
      </w:r>
      <w:r w:rsidR="006F1ADB">
        <w:t>M. </w:t>
      </w:r>
      <w:proofErr w:type="spellStart"/>
      <w:r>
        <w:t>Phillotson</w:t>
      </w:r>
      <w:proofErr w:type="spellEnd"/>
      <w:r w:rsidR="006F1ADB">
        <w:t xml:space="preserve">. </w:t>
      </w:r>
      <w:r>
        <w:t>Mais il ne put s</w:t>
      </w:r>
      <w:r w:rsidR="006F1ADB">
        <w:t>’</w:t>
      </w:r>
      <w:r>
        <w:t>empêcher de r</w:t>
      </w:r>
      <w:r>
        <w:t>ê</w:t>
      </w:r>
      <w:r>
        <w:t>ver à cette créature idéale qui prenait dans son imagination un charme fantastique</w:t>
      </w:r>
      <w:r w:rsidR="006F1ADB">
        <w:t>.</w:t>
      </w:r>
    </w:p>
    <w:p w14:paraId="3638FEBE" w14:textId="77777777" w:rsidR="006F1ADB" w:rsidRDefault="005A3479" w:rsidP="005A3479">
      <w:r>
        <w:t>Deux ou trois semaines plus tard</w:t>
      </w:r>
      <w:r w:rsidR="006F1ADB">
        <w:t xml:space="preserve">, </w:t>
      </w:r>
      <w:r>
        <w:t>Jude travaillait avec quelques hommes à décharger un bloc de pierre sculptée près du collège Crozier</w:t>
      </w:r>
      <w:r w:rsidR="006F1ADB">
        <w:t xml:space="preserve">, </w:t>
      </w:r>
      <w:r>
        <w:t xml:space="preserve">quand Sue </w:t>
      </w:r>
      <w:proofErr w:type="spellStart"/>
      <w:r>
        <w:t>Bridehead</w:t>
      </w:r>
      <w:proofErr w:type="spellEnd"/>
      <w:r>
        <w:t xml:space="preserve"> passa</w:t>
      </w:r>
      <w:r w:rsidR="006F1ADB">
        <w:t xml:space="preserve">, </w:t>
      </w:r>
      <w:r>
        <w:t>frôlant son coude</w:t>
      </w:r>
      <w:r w:rsidR="006F1ADB">
        <w:t>.</w:t>
      </w:r>
    </w:p>
    <w:p w14:paraId="3F9FF620" w14:textId="77777777" w:rsidR="006F1ADB" w:rsidRDefault="005A3479" w:rsidP="005A3479">
      <w:r>
        <w:t>Il eut le temps de la regarder</w:t>
      </w:r>
      <w:r w:rsidR="006F1ADB">
        <w:t xml:space="preserve">. </w:t>
      </w:r>
      <w:r>
        <w:t>Elle le regarda aussi avec des yeux limpides</w:t>
      </w:r>
      <w:r w:rsidR="006F1ADB">
        <w:t xml:space="preserve">, </w:t>
      </w:r>
      <w:r>
        <w:t>énigmatiques</w:t>
      </w:r>
      <w:r w:rsidR="006F1ADB">
        <w:t xml:space="preserve">, </w:t>
      </w:r>
      <w:r>
        <w:t>où se mêlait l</w:t>
      </w:r>
      <w:r w:rsidR="006F1ADB">
        <w:t>’</w:t>
      </w:r>
      <w:r>
        <w:t>acuité du regard à la tendresse</w:t>
      </w:r>
      <w:r w:rsidR="006F1ADB">
        <w:t xml:space="preserve">, </w:t>
      </w:r>
      <w:r>
        <w:t>au mystère de l</w:t>
      </w:r>
      <w:r w:rsidR="006F1ADB">
        <w:t>’</w:t>
      </w:r>
      <w:r>
        <w:t>expression</w:t>
      </w:r>
      <w:r w:rsidR="006F1ADB">
        <w:t xml:space="preserve">. </w:t>
      </w:r>
      <w:r>
        <w:t>Et quand elle se fut élo</w:t>
      </w:r>
      <w:r>
        <w:t>i</w:t>
      </w:r>
      <w:r>
        <w:t>gnée</w:t>
      </w:r>
      <w:r w:rsidR="006F1ADB">
        <w:t xml:space="preserve">, </w:t>
      </w:r>
      <w:r>
        <w:t>il continua de la revoir dans sa pensée</w:t>
      </w:r>
      <w:r w:rsidR="006F1ADB">
        <w:t xml:space="preserve">, </w:t>
      </w:r>
      <w:r>
        <w:t>petite</w:t>
      </w:r>
      <w:r w:rsidR="006F1ADB">
        <w:t xml:space="preserve">, </w:t>
      </w:r>
      <w:r>
        <w:t>légère</w:t>
      </w:r>
      <w:r w:rsidR="006F1ADB">
        <w:t xml:space="preserve">, </w:t>
      </w:r>
      <w:r>
        <w:t>él</w:t>
      </w:r>
      <w:r>
        <w:t>é</w:t>
      </w:r>
      <w:r>
        <w:t>gante</w:t>
      </w:r>
      <w:r w:rsidR="006F1ADB">
        <w:t xml:space="preserve">. </w:t>
      </w:r>
      <w:r>
        <w:t>En elle</w:t>
      </w:r>
      <w:r w:rsidR="006F1ADB">
        <w:t xml:space="preserve">, </w:t>
      </w:r>
      <w:r>
        <w:t>il n</w:t>
      </w:r>
      <w:r w:rsidR="006F1ADB">
        <w:t>’</w:t>
      </w:r>
      <w:r>
        <w:t>y avait rien de sculptural</w:t>
      </w:r>
      <w:r w:rsidR="006F1ADB">
        <w:t xml:space="preserve">. </w:t>
      </w:r>
      <w:r>
        <w:t>Tout était émotion nerveuse</w:t>
      </w:r>
      <w:r w:rsidR="006F1ADB">
        <w:t xml:space="preserve">, </w:t>
      </w:r>
      <w:r>
        <w:t>mobilité</w:t>
      </w:r>
      <w:r w:rsidR="006F1ADB">
        <w:t xml:space="preserve">, </w:t>
      </w:r>
      <w:r>
        <w:t>grâce vivante qu</w:t>
      </w:r>
      <w:r w:rsidR="006F1ADB">
        <w:t>’</w:t>
      </w:r>
      <w:r>
        <w:t>un peintre eût hésité peut-être à désigner par le nom de beauté</w:t>
      </w:r>
      <w:r w:rsidR="006F1ADB">
        <w:t xml:space="preserve">. </w:t>
      </w:r>
      <w:r>
        <w:t>Jude sentit affluer vers elle tous les rêves et les désirs accumulés dans son cœur</w:t>
      </w:r>
      <w:r w:rsidR="006F1ADB">
        <w:t xml:space="preserve">, </w:t>
      </w:r>
      <w:r>
        <w:t>et comprit qu</w:t>
      </w:r>
      <w:r w:rsidR="006F1ADB">
        <w:t>’</w:t>
      </w:r>
      <w:r>
        <w:t>il était incapable de résister à la tentation de la co</w:t>
      </w:r>
      <w:r>
        <w:t>n</w:t>
      </w:r>
      <w:r>
        <w:t>naître davantage</w:t>
      </w:r>
      <w:r w:rsidR="006F1ADB">
        <w:t>.</w:t>
      </w:r>
    </w:p>
    <w:p w14:paraId="282D0788" w14:textId="77777777" w:rsidR="006F1ADB" w:rsidRDefault="005A3479" w:rsidP="005A3479">
      <w:r>
        <w:lastRenderedPageBreak/>
        <w:t>Il se disait que ce serait mal à lui d</w:t>
      </w:r>
      <w:r w:rsidR="006F1ADB">
        <w:t>’</w:t>
      </w:r>
      <w:r>
        <w:t>aimer d</w:t>
      </w:r>
      <w:r w:rsidR="006F1ADB">
        <w:t>’</w:t>
      </w:r>
      <w:r>
        <w:t>amour cette jeune fille</w:t>
      </w:r>
      <w:r w:rsidR="006F1ADB">
        <w:t xml:space="preserve"> : </w:t>
      </w:r>
      <w:r>
        <w:t>d</w:t>
      </w:r>
      <w:r w:rsidR="006F1ADB">
        <w:t>’</w:t>
      </w:r>
      <w:r>
        <w:t>abord</w:t>
      </w:r>
      <w:r w:rsidR="006F1ADB">
        <w:t xml:space="preserve">, </w:t>
      </w:r>
      <w:r>
        <w:t>parce qu</w:t>
      </w:r>
      <w:r w:rsidR="006F1ADB">
        <w:t>’</w:t>
      </w:r>
      <w:r>
        <w:t>il était marié</w:t>
      </w:r>
      <w:r w:rsidR="006F1ADB">
        <w:t xml:space="preserve">, </w:t>
      </w:r>
      <w:r>
        <w:t>ensuite</w:t>
      </w:r>
      <w:r w:rsidR="006F1ADB">
        <w:t xml:space="preserve">, </w:t>
      </w:r>
      <w:r>
        <w:t>parce qu</w:t>
      </w:r>
      <w:r w:rsidR="006F1ADB">
        <w:t>’</w:t>
      </w:r>
      <w:r>
        <w:t>ils étaient cousins</w:t>
      </w:r>
      <w:r w:rsidR="006F1ADB">
        <w:t xml:space="preserve"> ; </w:t>
      </w:r>
      <w:r>
        <w:t>enfin</w:t>
      </w:r>
      <w:r w:rsidR="006F1ADB">
        <w:t xml:space="preserve">, </w:t>
      </w:r>
      <w:r>
        <w:t>parce que dans leur famille l</w:t>
      </w:r>
      <w:r w:rsidR="006F1ADB">
        <w:t>’</w:t>
      </w:r>
      <w:r>
        <w:t>amour et le mariage se compliquaient de tristesses tragiques</w:t>
      </w:r>
      <w:r w:rsidR="006F1ADB">
        <w:t xml:space="preserve">, </w:t>
      </w:r>
      <w:r>
        <w:t>dont les chances pour eux seraient doublées par les liens du sang</w:t>
      </w:r>
      <w:r w:rsidR="006F1ADB">
        <w:t xml:space="preserve">. </w:t>
      </w:r>
      <w:r>
        <w:t>Il se détermina à considérer Suzanne comme une étoile bienvei</w:t>
      </w:r>
      <w:r>
        <w:t>l</w:t>
      </w:r>
      <w:r>
        <w:t>lante</w:t>
      </w:r>
      <w:r w:rsidR="006F1ADB">
        <w:t xml:space="preserve">, </w:t>
      </w:r>
      <w:r>
        <w:t>une compagne dans sa foi anglicane</w:t>
      </w:r>
      <w:r w:rsidR="006F1ADB">
        <w:t xml:space="preserve">, </w:t>
      </w:r>
      <w:r>
        <w:t>une tendre amie</w:t>
      </w:r>
      <w:r w:rsidR="006F1ADB">
        <w:t>.</w:t>
      </w:r>
    </w:p>
    <w:p w14:paraId="4DC65C2D" w14:textId="76B2106C" w:rsidR="005A3479" w:rsidRDefault="005A3479" w:rsidP="006F1ADB">
      <w:pPr>
        <w:pStyle w:val="Titre2"/>
      </w:pPr>
      <w:bookmarkStart w:id="27" w:name="__RefHeading__29_1957917597"/>
      <w:bookmarkStart w:id="28" w:name="_Toc202369629"/>
      <w:bookmarkEnd w:id="27"/>
      <w:r>
        <w:lastRenderedPageBreak/>
        <w:t>II</w:t>
      </w:r>
      <w:bookmarkEnd w:id="28"/>
    </w:p>
    <w:p w14:paraId="640657DF" w14:textId="77777777" w:rsidR="006F1ADB" w:rsidRDefault="005A3479" w:rsidP="005A3479">
      <w:r>
        <w:t>Le dimanche suivant</w:t>
      </w:r>
      <w:r w:rsidR="006F1ADB">
        <w:t xml:space="preserve">, </w:t>
      </w:r>
      <w:r>
        <w:t>Jude se rendit à l</w:t>
      </w:r>
      <w:r w:rsidR="006F1ADB">
        <w:t>’</w:t>
      </w:r>
      <w:r>
        <w:t>office du matin</w:t>
      </w:r>
      <w:r w:rsidR="006F1ADB">
        <w:t xml:space="preserve">, </w:t>
      </w:r>
      <w:r>
        <w:t>dans l</w:t>
      </w:r>
      <w:r w:rsidR="006F1ADB">
        <w:t>’</w:t>
      </w:r>
      <w:r>
        <w:t>église cathédrale</w:t>
      </w:r>
      <w:r w:rsidR="006F1ADB">
        <w:t xml:space="preserve">, </w:t>
      </w:r>
      <w:r>
        <w:t>pour y rencontrer Suzanne et l</w:t>
      </w:r>
      <w:r w:rsidR="006F1ADB">
        <w:t>’</w:t>
      </w:r>
      <w:r>
        <w:t>approcher timidement</w:t>
      </w:r>
      <w:r w:rsidR="006F1ADB">
        <w:t xml:space="preserve">. </w:t>
      </w:r>
      <w:r>
        <w:t>Elle ne parut pas</w:t>
      </w:r>
      <w:r w:rsidR="006F1ADB">
        <w:t xml:space="preserve"> ; </w:t>
      </w:r>
      <w:r>
        <w:t>Jude revint l</w:t>
      </w:r>
      <w:r w:rsidR="006F1ADB">
        <w:t>’</w:t>
      </w:r>
      <w:r>
        <w:t>après-midi</w:t>
      </w:r>
      <w:r w:rsidR="006F1ADB">
        <w:t xml:space="preserve">. </w:t>
      </w:r>
      <w:r>
        <w:t>Il savait qu</w:t>
      </w:r>
      <w:r w:rsidR="006F1ADB">
        <w:t>’</w:t>
      </w:r>
      <w:r>
        <w:t>elle devait passer sur le côté est du bâtiment</w:t>
      </w:r>
      <w:r w:rsidR="006F1ADB">
        <w:t xml:space="preserve">, </w:t>
      </w:r>
      <w:r>
        <w:t>le long d</w:t>
      </w:r>
      <w:r w:rsidR="006F1ADB">
        <w:t>’</w:t>
      </w:r>
      <w:r>
        <w:t>un grand rectangle de verdure</w:t>
      </w:r>
      <w:r w:rsidR="006F1ADB">
        <w:t xml:space="preserve">. </w:t>
      </w:r>
      <w:r>
        <w:t>Quelques minutes avant le service</w:t>
      </w:r>
      <w:r w:rsidR="006F1ADB">
        <w:t xml:space="preserve">, </w:t>
      </w:r>
      <w:r>
        <w:t>il la reconnut et il la suivit jusqu</w:t>
      </w:r>
      <w:r w:rsidR="006F1ADB">
        <w:t>’</w:t>
      </w:r>
      <w:r>
        <w:t>à l</w:t>
      </w:r>
      <w:r w:rsidR="006F1ADB">
        <w:t>’</w:t>
      </w:r>
      <w:r>
        <w:t>intérieur de l</w:t>
      </w:r>
      <w:r w:rsidR="006F1ADB">
        <w:t>’</w:t>
      </w:r>
      <w:r>
        <w:t>église</w:t>
      </w:r>
      <w:r w:rsidR="006F1ADB">
        <w:t xml:space="preserve">, </w:t>
      </w:r>
      <w:r>
        <w:t>plus heureux que jamais de rester inaperçu</w:t>
      </w:r>
      <w:r w:rsidR="006F1ADB">
        <w:t>.</w:t>
      </w:r>
    </w:p>
    <w:p w14:paraId="7CFE1530" w14:textId="77777777" w:rsidR="006F1ADB" w:rsidRDefault="005A3479" w:rsidP="005A3479">
      <w:r>
        <w:t>Voir Suzanne</w:t>
      </w:r>
      <w:r w:rsidR="006F1ADB">
        <w:t xml:space="preserve">, </w:t>
      </w:r>
      <w:r>
        <w:t>sans être connu d</w:t>
      </w:r>
      <w:r w:rsidR="006F1ADB">
        <w:t>’</w:t>
      </w:r>
      <w:r>
        <w:t>elle</w:t>
      </w:r>
      <w:r w:rsidR="006F1ADB">
        <w:t xml:space="preserve">, </w:t>
      </w:r>
      <w:r>
        <w:t>c</w:t>
      </w:r>
      <w:r w:rsidR="006F1ADB">
        <w:t>’</w:t>
      </w:r>
      <w:r>
        <w:t>était tout ce qu</w:t>
      </w:r>
      <w:r w:rsidR="006F1ADB">
        <w:t>’</w:t>
      </w:r>
      <w:r>
        <w:t>il souhaitait pour le moment</w:t>
      </w:r>
      <w:r w:rsidR="006F1ADB">
        <w:t>.</w:t>
      </w:r>
    </w:p>
    <w:p w14:paraId="521A4DD8" w14:textId="77777777" w:rsidR="006F1ADB" w:rsidRDefault="005A3479" w:rsidP="005A3479">
      <w:r>
        <w:t>C</w:t>
      </w:r>
      <w:r w:rsidR="006F1ADB">
        <w:t>’</w:t>
      </w:r>
      <w:r>
        <w:t>était un funèbre après-midi</w:t>
      </w:r>
      <w:r w:rsidR="006F1ADB">
        <w:t xml:space="preserve">, </w:t>
      </w:r>
      <w:r>
        <w:t>lourd d</w:t>
      </w:r>
      <w:r w:rsidR="006F1ADB">
        <w:t>’</w:t>
      </w:r>
      <w:r>
        <w:t>orage</w:t>
      </w:r>
      <w:r w:rsidR="006F1ADB">
        <w:t xml:space="preserve"> ; </w:t>
      </w:r>
      <w:r>
        <w:t>une de ces journées où la religion semble une nécessité aux gens les moins sentimentaux et non plus un luxe réservé aux âmes oisives en quête d</w:t>
      </w:r>
      <w:r w:rsidR="006F1ADB">
        <w:t>’</w:t>
      </w:r>
      <w:r>
        <w:t>émotions</w:t>
      </w:r>
      <w:r w:rsidR="006F1ADB">
        <w:t xml:space="preserve">. </w:t>
      </w:r>
      <w:r>
        <w:t>Sous le confus reflet des vitraux</w:t>
      </w:r>
      <w:r w:rsidR="006F1ADB">
        <w:t xml:space="preserve">, </w:t>
      </w:r>
      <w:r>
        <w:t>Jude rega</w:t>
      </w:r>
      <w:r>
        <w:t>r</w:t>
      </w:r>
      <w:r>
        <w:t>dait Suzanne</w:t>
      </w:r>
      <w:r w:rsidR="006F1ADB">
        <w:t xml:space="preserve">, </w:t>
      </w:r>
      <w:r>
        <w:t>assise parmi les fidèles</w:t>
      </w:r>
      <w:r w:rsidR="006F1ADB">
        <w:t xml:space="preserve">, </w:t>
      </w:r>
      <w:r>
        <w:t>pendant que l</w:t>
      </w:r>
      <w:r w:rsidR="006F1ADB">
        <w:t>’</w:t>
      </w:r>
      <w:r>
        <w:t>orgue commençait le pathétique chant grégorien</w:t>
      </w:r>
      <w:r w:rsidR="006F1ADB">
        <w:t> :</w:t>
      </w:r>
    </w:p>
    <w:p w14:paraId="0854F2D8" w14:textId="77777777" w:rsidR="006F1ADB" w:rsidRDefault="005A3479" w:rsidP="006F1ADB">
      <w:pPr>
        <w:pStyle w:val="Taille-1Normal"/>
        <w:spacing w:before="0" w:after="0"/>
        <w:ind w:firstLine="0"/>
        <w:jc w:val="center"/>
      </w:pPr>
      <w:r>
        <w:t>Comment le jeune homme purifiera-t-il ses voies</w:t>
      </w:r>
      <w:r w:rsidR="006F1ADB">
        <w:t> ?</w:t>
      </w:r>
    </w:p>
    <w:p w14:paraId="7C359047" w14:textId="77777777" w:rsidR="006F1ADB" w:rsidRDefault="005A3479" w:rsidP="005A3479">
      <w:r>
        <w:t>Ce chant répondait à l</w:t>
      </w:r>
      <w:r w:rsidR="006F1ADB">
        <w:t>’</w:t>
      </w:r>
      <w:r>
        <w:t>intime souci de Jude</w:t>
      </w:r>
      <w:r w:rsidR="006F1ADB">
        <w:t xml:space="preserve">. </w:t>
      </w:r>
      <w:r>
        <w:t>Et cette même harmonie</w:t>
      </w:r>
      <w:r w:rsidR="006F1ADB">
        <w:t xml:space="preserve">, </w:t>
      </w:r>
      <w:r>
        <w:t>qui le transportait</w:t>
      </w:r>
      <w:r w:rsidR="006F1ADB">
        <w:t xml:space="preserve">, </w:t>
      </w:r>
      <w:r>
        <w:t>flottait autour de la femme</w:t>
      </w:r>
      <w:r w:rsidR="006F1ADB">
        <w:t xml:space="preserve">, </w:t>
      </w:r>
      <w:r>
        <w:t>qui lui avait inspiré une si singulière tendresse</w:t>
      </w:r>
      <w:r w:rsidR="006F1ADB">
        <w:t xml:space="preserve">. </w:t>
      </w:r>
      <w:r>
        <w:t>Il attendit quelle eut quitté sa chaise pour gagner la porte derrière elle</w:t>
      </w:r>
      <w:r w:rsidR="006F1ADB">
        <w:t xml:space="preserve">, </w:t>
      </w:r>
      <w:r>
        <w:t>et il n</w:t>
      </w:r>
      <w:r w:rsidR="006F1ADB">
        <w:t>’</w:t>
      </w:r>
      <w:r>
        <w:t>osa la suivre</w:t>
      </w:r>
      <w:r w:rsidR="006F1ADB">
        <w:t xml:space="preserve">… </w:t>
      </w:r>
      <w:r>
        <w:t>Le temps de se révéler à elle n</w:t>
      </w:r>
      <w:r w:rsidR="006F1ADB">
        <w:t>’</w:t>
      </w:r>
      <w:r>
        <w:t>était pas encore venu</w:t>
      </w:r>
      <w:r w:rsidR="006F1ADB">
        <w:t>.</w:t>
      </w:r>
    </w:p>
    <w:p w14:paraId="387F78CA" w14:textId="3DF507B5" w:rsidR="005A3479" w:rsidRDefault="005A3479" w:rsidP="005A3479"/>
    <w:p w14:paraId="770E674F" w14:textId="77777777" w:rsidR="006F1ADB" w:rsidRDefault="005A3479" w:rsidP="005A3479">
      <w:r>
        <w:t>Peu après</w:t>
      </w:r>
      <w:r w:rsidR="006F1ADB">
        <w:t xml:space="preserve">, </w:t>
      </w:r>
      <w:r>
        <w:t xml:space="preserve">Sue </w:t>
      </w:r>
      <w:proofErr w:type="spellStart"/>
      <w:r>
        <w:t>Bridehead</w:t>
      </w:r>
      <w:proofErr w:type="spellEnd"/>
      <w:r w:rsidR="006F1ADB">
        <w:t xml:space="preserve">, </w:t>
      </w:r>
      <w:r>
        <w:t>la jolie fille aux pas légers</w:t>
      </w:r>
      <w:r w:rsidR="006F1ADB">
        <w:t xml:space="preserve">, </w:t>
      </w:r>
      <w:r>
        <w:t>aux yeux limpides</w:t>
      </w:r>
      <w:r w:rsidR="006F1ADB">
        <w:t xml:space="preserve">, </w:t>
      </w:r>
      <w:r>
        <w:t>se promenait</w:t>
      </w:r>
      <w:r w:rsidR="006F1ADB">
        <w:t xml:space="preserve">, </w:t>
      </w:r>
      <w:r>
        <w:t>un livre à la main</w:t>
      </w:r>
      <w:r w:rsidR="006F1ADB">
        <w:t xml:space="preserve">, </w:t>
      </w:r>
      <w:r>
        <w:t xml:space="preserve">aux environs de </w:t>
      </w:r>
      <w:proofErr w:type="spellStart"/>
      <w:r>
        <w:t>Christminster</w:t>
      </w:r>
      <w:proofErr w:type="spellEnd"/>
      <w:r w:rsidR="006F1ADB">
        <w:t xml:space="preserve">. </w:t>
      </w:r>
      <w:r>
        <w:t>C</w:t>
      </w:r>
      <w:r w:rsidR="006F1ADB">
        <w:t>’</w:t>
      </w:r>
      <w:r>
        <w:t>était pour elle un jour de congé</w:t>
      </w:r>
      <w:r w:rsidR="006F1ADB">
        <w:t xml:space="preserve">, </w:t>
      </w:r>
      <w:r>
        <w:t xml:space="preserve">et elle </w:t>
      </w:r>
      <w:r>
        <w:lastRenderedPageBreak/>
        <w:t>passait entre les vertes prairies</w:t>
      </w:r>
      <w:r w:rsidR="006F1ADB">
        <w:t xml:space="preserve">, </w:t>
      </w:r>
      <w:r>
        <w:t>absorbée par sa lecture</w:t>
      </w:r>
      <w:r w:rsidR="006F1ADB">
        <w:t xml:space="preserve">, </w:t>
      </w:r>
      <w:r>
        <w:t>et jetant pa</w:t>
      </w:r>
      <w:r>
        <w:t>r</w:t>
      </w:r>
      <w:r>
        <w:t>fois un regard sur les tours et les dômes de la cité</w:t>
      </w:r>
      <w:r w:rsidR="006F1ADB">
        <w:t>.</w:t>
      </w:r>
    </w:p>
    <w:p w14:paraId="15EEC84A" w14:textId="77777777" w:rsidR="006F1ADB" w:rsidRDefault="005A3479" w:rsidP="005A3479">
      <w:r>
        <w:t>Dans le même sentier qu</w:t>
      </w:r>
      <w:r w:rsidR="006F1ADB">
        <w:t>’</w:t>
      </w:r>
      <w:r>
        <w:t>elle suivait</w:t>
      </w:r>
      <w:r w:rsidR="006F1ADB">
        <w:t xml:space="preserve">, </w:t>
      </w:r>
      <w:r>
        <w:t>elle aperçut un voy</w:t>
      </w:r>
      <w:r>
        <w:t>a</w:t>
      </w:r>
      <w:r>
        <w:t>geur au teint mat</w:t>
      </w:r>
      <w:r w:rsidR="006F1ADB">
        <w:t xml:space="preserve">, </w:t>
      </w:r>
      <w:r>
        <w:t>aux cheveux noirs</w:t>
      </w:r>
      <w:r w:rsidR="006F1ADB">
        <w:t xml:space="preserve">, </w:t>
      </w:r>
      <w:r>
        <w:t>assis sur l</w:t>
      </w:r>
      <w:r w:rsidR="006F1ADB">
        <w:t>’</w:t>
      </w:r>
      <w:r>
        <w:t>herbe</w:t>
      </w:r>
      <w:r w:rsidR="006F1ADB">
        <w:t xml:space="preserve">, </w:t>
      </w:r>
      <w:r>
        <w:t>à côté d</w:t>
      </w:r>
      <w:r w:rsidR="006F1ADB">
        <w:t>’</w:t>
      </w:r>
      <w:r>
        <w:t>un large plateau chargé de statuettes de plâtre</w:t>
      </w:r>
      <w:r w:rsidR="006F1ADB">
        <w:t xml:space="preserve"> – </w:t>
      </w:r>
      <w:r>
        <w:t>Vénus</w:t>
      </w:r>
      <w:r w:rsidR="006F1ADB">
        <w:t xml:space="preserve">, </w:t>
      </w:r>
      <w:r>
        <w:t>Diane</w:t>
      </w:r>
      <w:r w:rsidR="006F1ADB">
        <w:t xml:space="preserve">, </w:t>
      </w:r>
      <w:r>
        <w:t>Apollon</w:t>
      </w:r>
      <w:r w:rsidR="006F1ADB">
        <w:t xml:space="preserve">, </w:t>
      </w:r>
      <w:r>
        <w:t>Bacchus et Mars</w:t>
      </w:r>
      <w:r w:rsidR="006F1ADB">
        <w:t xml:space="preserve">. </w:t>
      </w:r>
      <w:r>
        <w:t>Le soleil frappait vivement ces formes blanches qui se détachaient sur un fond de verdure</w:t>
      </w:r>
      <w:r w:rsidR="006F1ADB">
        <w:t xml:space="preserve">. </w:t>
      </w:r>
      <w:r>
        <w:t>Le marchand se leva en voyant Suzanne et cria</w:t>
      </w:r>
      <w:r w:rsidR="006F1ADB">
        <w:t> : « </w:t>
      </w:r>
      <w:r>
        <w:t>Statuettes à vendre</w:t>
      </w:r>
      <w:r w:rsidR="006F1ADB">
        <w:t> ! »</w:t>
      </w:r>
      <w:r>
        <w:t xml:space="preserve"> avec un accent étranger</w:t>
      </w:r>
      <w:r w:rsidR="006F1ADB">
        <w:t xml:space="preserve">. </w:t>
      </w:r>
      <w:r>
        <w:t>Puis</w:t>
      </w:r>
      <w:r w:rsidR="006F1ADB">
        <w:t xml:space="preserve">, </w:t>
      </w:r>
      <w:r>
        <w:t>s</w:t>
      </w:r>
      <w:r w:rsidR="006F1ADB">
        <w:t>’</w:t>
      </w:r>
      <w:r>
        <w:t>étant poliment d</w:t>
      </w:r>
      <w:r>
        <w:t>é</w:t>
      </w:r>
      <w:r>
        <w:t>couvert</w:t>
      </w:r>
      <w:r w:rsidR="006F1ADB">
        <w:t xml:space="preserve">, </w:t>
      </w:r>
      <w:r>
        <w:t>il offrit à la promeneuse des bustes de rois et de reines</w:t>
      </w:r>
      <w:r w:rsidR="006F1ADB">
        <w:t xml:space="preserve">, </w:t>
      </w:r>
      <w:r>
        <w:t>un musicien</w:t>
      </w:r>
      <w:r w:rsidR="006F1ADB">
        <w:t xml:space="preserve">, </w:t>
      </w:r>
      <w:r>
        <w:t>des Amours ailés</w:t>
      </w:r>
      <w:r w:rsidR="006F1ADB">
        <w:t>.</w:t>
      </w:r>
    </w:p>
    <w:p w14:paraId="3636F593" w14:textId="77777777" w:rsidR="006F1ADB" w:rsidRDefault="005A3479" w:rsidP="005A3479">
      <w:r>
        <w:t>Elle secoua la tête</w:t>
      </w:r>
      <w:r w:rsidR="006F1ADB">
        <w:t>.</w:t>
      </w:r>
    </w:p>
    <w:p w14:paraId="13BEEFBB" w14:textId="77777777" w:rsidR="006F1ADB" w:rsidRDefault="006F1ADB" w:rsidP="005A3479">
      <w:r>
        <w:t>— </w:t>
      </w:r>
      <w:r w:rsidR="005A3479">
        <w:t>Combien ceci</w:t>
      </w:r>
      <w:r>
        <w:t xml:space="preserve"> ? </w:t>
      </w:r>
      <w:r w:rsidR="005A3479">
        <w:t>demanda-t-elle</w:t>
      </w:r>
      <w:r>
        <w:t xml:space="preserve">, </w:t>
      </w:r>
      <w:r w:rsidR="005A3479">
        <w:t>en montrant les deux grandes figures de la collection</w:t>
      </w:r>
      <w:r>
        <w:t xml:space="preserve">, </w:t>
      </w:r>
      <w:r w:rsidR="005A3479">
        <w:t>un Apollon et une Vénus</w:t>
      </w:r>
      <w:r>
        <w:t>.</w:t>
      </w:r>
    </w:p>
    <w:p w14:paraId="5046C0F3" w14:textId="77777777" w:rsidR="006F1ADB" w:rsidRDefault="006F1ADB" w:rsidP="005A3479">
      <w:r>
        <w:t>— </w:t>
      </w:r>
      <w:r w:rsidR="005A3479">
        <w:t>Dix shillings</w:t>
      </w:r>
      <w:r>
        <w:t>.</w:t>
      </w:r>
    </w:p>
    <w:p w14:paraId="4F9B01B9" w14:textId="77777777" w:rsidR="006F1ADB" w:rsidRDefault="006F1ADB" w:rsidP="005A3479">
      <w:r>
        <w:t>— </w:t>
      </w:r>
      <w:r w:rsidR="005A3479">
        <w:t>Je ne puis y mettre ce prix-là</w:t>
      </w:r>
      <w:r>
        <w:t xml:space="preserve">, </w:t>
      </w:r>
      <w:r w:rsidR="005A3479">
        <w:t>répondit Sue</w:t>
      </w:r>
      <w:r>
        <w:t>.</w:t>
      </w:r>
    </w:p>
    <w:p w14:paraId="31A6A4A6" w14:textId="77777777" w:rsidR="006F1ADB" w:rsidRDefault="005A3479" w:rsidP="005A3479">
      <w:r>
        <w:t>Elle offrait beaucoup moins</w:t>
      </w:r>
      <w:r w:rsidR="006F1ADB">
        <w:t xml:space="preserve">, </w:t>
      </w:r>
      <w:r>
        <w:t>et</w:t>
      </w:r>
      <w:r w:rsidR="006F1ADB">
        <w:t xml:space="preserve">, </w:t>
      </w:r>
      <w:r>
        <w:t>à sa grande surprise</w:t>
      </w:r>
      <w:r w:rsidR="006F1ADB">
        <w:t xml:space="preserve">, </w:t>
      </w:r>
      <w:r>
        <w:t>le marchand accepta</w:t>
      </w:r>
      <w:r w:rsidR="006F1ADB">
        <w:t>.</w:t>
      </w:r>
    </w:p>
    <w:p w14:paraId="6E148CB8" w14:textId="77777777" w:rsidR="006F1ADB" w:rsidRDefault="005A3479" w:rsidP="005A3479">
      <w:r>
        <w:t>Quand l</w:t>
      </w:r>
      <w:r w:rsidR="006F1ADB">
        <w:t>’</w:t>
      </w:r>
      <w:r>
        <w:t>Italien fut parti</w:t>
      </w:r>
      <w:r w:rsidR="006F1ADB">
        <w:t xml:space="preserve">, </w:t>
      </w:r>
      <w:r>
        <w:t>la jeune fille se demanda ce qu</w:t>
      </w:r>
      <w:r w:rsidR="006F1ADB">
        <w:t>’</w:t>
      </w:r>
      <w:r>
        <w:t>elle allait faire de ses achats</w:t>
      </w:r>
      <w:r w:rsidR="006F1ADB">
        <w:t xml:space="preserve">. </w:t>
      </w:r>
      <w:r>
        <w:t>Depuis qu</w:t>
      </w:r>
      <w:r w:rsidR="006F1ADB">
        <w:t>’</w:t>
      </w:r>
      <w:r>
        <w:t>ils étaient en sa possession</w:t>
      </w:r>
      <w:r w:rsidR="006F1ADB">
        <w:t xml:space="preserve">, </w:t>
      </w:r>
      <w:r>
        <w:t>leur taille semblait plus exagérée et leur nudité plus complète</w:t>
      </w:r>
      <w:r w:rsidR="006F1ADB">
        <w:t xml:space="preserve">. </w:t>
      </w:r>
      <w:r>
        <w:t>Elle essaya de les dissimuler sous sa jaquette</w:t>
      </w:r>
      <w:r w:rsidR="006F1ADB">
        <w:t xml:space="preserve">, </w:t>
      </w:r>
      <w:r>
        <w:t>mais une autre idée lui vint</w:t>
      </w:r>
      <w:r w:rsidR="006F1ADB">
        <w:t xml:space="preserve">, </w:t>
      </w:r>
      <w:r>
        <w:t>et cueillant de grandes feuilles de bardanes</w:t>
      </w:r>
      <w:r w:rsidR="006F1ADB">
        <w:t xml:space="preserve">, </w:t>
      </w:r>
      <w:r>
        <w:t>elle fit aux deux divinités un ample vêtement de verdure</w:t>
      </w:r>
      <w:r w:rsidR="006F1ADB">
        <w:t>. « </w:t>
      </w:r>
      <w:r>
        <w:t>N</w:t>
      </w:r>
      <w:r w:rsidR="006F1ADB">
        <w:t>’</w:t>
      </w:r>
      <w:r>
        <w:t>est-ce pas plus beau que ces éternelles friperies ecclésiastiques</w:t>
      </w:r>
      <w:r w:rsidR="006F1ADB">
        <w:t> ? »</w:t>
      </w:r>
      <w:r>
        <w:t xml:space="preserve"> songea-t-elle</w:t>
      </w:r>
      <w:r w:rsidR="006F1ADB">
        <w:t xml:space="preserve">. </w:t>
      </w:r>
      <w:r>
        <w:t>Mais</w:t>
      </w:r>
      <w:r w:rsidR="006F1ADB">
        <w:t xml:space="preserve">, </w:t>
      </w:r>
      <w:r>
        <w:t>nerveuse</w:t>
      </w:r>
      <w:r w:rsidR="006F1ADB">
        <w:t xml:space="preserve">, </w:t>
      </w:r>
      <w:r>
        <w:t>elle tremblait un peu et se repe</w:t>
      </w:r>
      <w:r>
        <w:t>n</w:t>
      </w:r>
      <w:r>
        <w:t>tait déjà de son audace</w:t>
      </w:r>
      <w:r w:rsidR="006F1ADB">
        <w:t>.</w:t>
      </w:r>
    </w:p>
    <w:p w14:paraId="07D7A241" w14:textId="77777777" w:rsidR="006F1ADB" w:rsidRDefault="005A3479" w:rsidP="005A3479">
      <w:r>
        <w:t>Elle rentra dans la vieille ville chrétienne</w:t>
      </w:r>
      <w:r w:rsidR="006F1ADB">
        <w:t xml:space="preserve">, </w:t>
      </w:r>
      <w:r>
        <w:t>par une rue ob</w:t>
      </w:r>
      <w:r>
        <w:t>s</w:t>
      </w:r>
      <w:r>
        <w:t xml:space="preserve">cure qui débouchait tout près du magasin où elle était </w:t>
      </w:r>
      <w:r>
        <w:lastRenderedPageBreak/>
        <w:t>employée et logée</w:t>
      </w:r>
      <w:r w:rsidR="006F1ADB">
        <w:t xml:space="preserve">. </w:t>
      </w:r>
      <w:r>
        <w:t>Elle monta dans sa chambre</w:t>
      </w:r>
      <w:r w:rsidR="006F1ADB">
        <w:t xml:space="preserve">, </w:t>
      </w:r>
      <w:r>
        <w:t>enveloppa Vénus et Apo</w:t>
      </w:r>
      <w:r>
        <w:t>l</w:t>
      </w:r>
      <w:r>
        <w:t>lon dans un papier brun et les déposa dans un coin</w:t>
      </w:r>
      <w:r w:rsidR="006F1ADB">
        <w:t xml:space="preserve">, </w:t>
      </w:r>
      <w:r>
        <w:t>sur le pa</w:t>
      </w:r>
      <w:r>
        <w:t>r</w:t>
      </w:r>
      <w:r>
        <w:t>quet</w:t>
      </w:r>
      <w:r w:rsidR="006F1ADB">
        <w:t>.</w:t>
      </w:r>
    </w:p>
    <w:p w14:paraId="7FD723AC" w14:textId="77777777" w:rsidR="006F1ADB" w:rsidRDefault="005A3479" w:rsidP="005A3479">
      <w:r>
        <w:t>La maîtresse du logis</w:t>
      </w:r>
      <w:r w:rsidR="006F1ADB">
        <w:t xml:space="preserve">, </w:t>
      </w:r>
      <w:r>
        <w:t xml:space="preserve">miss </w:t>
      </w:r>
      <w:proofErr w:type="spellStart"/>
      <w:r>
        <w:t>Fontover</w:t>
      </w:r>
      <w:proofErr w:type="spellEnd"/>
      <w:r w:rsidR="006F1ADB">
        <w:t xml:space="preserve">, </w:t>
      </w:r>
      <w:r>
        <w:t>était une fille de cle</w:t>
      </w:r>
      <w:r>
        <w:t>r</w:t>
      </w:r>
      <w:r>
        <w:t>gyman</w:t>
      </w:r>
      <w:r w:rsidR="006F1ADB">
        <w:t xml:space="preserve">, </w:t>
      </w:r>
      <w:r>
        <w:t>toujours vêtue comme une abbesse et portant au cou une croix et un chapelet</w:t>
      </w:r>
      <w:r w:rsidR="006F1ADB">
        <w:t xml:space="preserve">. </w:t>
      </w:r>
      <w:r>
        <w:t>Étant venue chercher Suzanne pour le thé</w:t>
      </w:r>
      <w:r w:rsidR="006F1ADB">
        <w:t xml:space="preserve">, </w:t>
      </w:r>
      <w:r>
        <w:t>elle regarda les figures enveloppées et s</w:t>
      </w:r>
      <w:r w:rsidR="006F1ADB">
        <w:t>’</w:t>
      </w:r>
      <w:r>
        <w:t>étonna</w:t>
      </w:r>
      <w:r w:rsidR="006F1ADB">
        <w:t>.</w:t>
      </w:r>
    </w:p>
    <w:p w14:paraId="08AAF9FC" w14:textId="77777777" w:rsidR="006F1ADB" w:rsidRDefault="006F1ADB" w:rsidP="005A3479">
      <w:r>
        <w:t>— </w:t>
      </w:r>
      <w:r w:rsidR="005A3479">
        <w:t>Qu</w:t>
      </w:r>
      <w:r>
        <w:t>’</w:t>
      </w:r>
      <w:r w:rsidR="005A3479">
        <w:t>avez-vous donc acheté</w:t>
      </w:r>
      <w:r>
        <w:t xml:space="preserve">, </w:t>
      </w:r>
      <w:r w:rsidR="005A3479">
        <w:t xml:space="preserve">miss </w:t>
      </w:r>
      <w:proofErr w:type="spellStart"/>
      <w:r w:rsidR="005A3479">
        <w:t>Bridehead</w:t>
      </w:r>
      <w:proofErr w:type="spellEnd"/>
      <w:r>
        <w:t> ?</w:t>
      </w:r>
    </w:p>
    <w:p w14:paraId="4A16A8BB" w14:textId="77777777" w:rsidR="006F1ADB" w:rsidRDefault="006F1ADB" w:rsidP="005A3479">
      <w:r>
        <w:t>— </w:t>
      </w:r>
      <w:r w:rsidR="005A3479">
        <w:t>Des ornements pour ma chambre</w:t>
      </w:r>
      <w:r>
        <w:t>.</w:t>
      </w:r>
    </w:p>
    <w:p w14:paraId="467F7928" w14:textId="77777777" w:rsidR="006F1ADB" w:rsidRDefault="006F1ADB" w:rsidP="005A3479">
      <w:r>
        <w:t>— </w:t>
      </w:r>
      <w:r w:rsidR="005A3479">
        <w:t>C</w:t>
      </w:r>
      <w:r>
        <w:t>’</w:t>
      </w:r>
      <w:r w:rsidR="005A3479">
        <w:t>est ce que je pensais</w:t>
      </w:r>
      <w:r>
        <w:t xml:space="preserve">, </w:t>
      </w:r>
      <w:r w:rsidR="005A3479">
        <w:t xml:space="preserve">dit miss </w:t>
      </w:r>
      <w:proofErr w:type="spellStart"/>
      <w:r w:rsidR="005A3479">
        <w:t>Fontover</w:t>
      </w:r>
      <w:proofErr w:type="spellEnd"/>
      <w:r>
        <w:t xml:space="preserve">, </w:t>
      </w:r>
      <w:r w:rsidR="005A3479">
        <w:t>jetant un coup d</w:t>
      </w:r>
      <w:r>
        <w:t>’</w:t>
      </w:r>
      <w:r w:rsidR="005A3479">
        <w:t>œil vers les images de saints et autres articles</w:t>
      </w:r>
      <w:r>
        <w:t xml:space="preserve">, </w:t>
      </w:r>
      <w:r w:rsidR="005A3479">
        <w:t xml:space="preserve">trop défraîchis pour la vente et dont elle avait décoré la chambre de Sue </w:t>
      </w:r>
      <w:proofErr w:type="spellStart"/>
      <w:r w:rsidR="005A3479">
        <w:t>Bridehead</w:t>
      </w:r>
      <w:proofErr w:type="spellEnd"/>
      <w:r>
        <w:t>.</w:t>
      </w:r>
    </w:p>
    <w:p w14:paraId="78ED5883" w14:textId="77777777" w:rsidR="006F1ADB" w:rsidRDefault="006F1ADB" w:rsidP="005A3479">
      <w:r>
        <w:t>— </w:t>
      </w:r>
      <w:r w:rsidR="005A3479">
        <w:t>Qu</w:t>
      </w:r>
      <w:r>
        <w:t>’</w:t>
      </w:r>
      <w:r w:rsidR="005A3479">
        <w:t>est-ce donc</w:t>
      </w:r>
      <w:r>
        <w:t xml:space="preserve"> ?… </w:t>
      </w:r>
      <w:r w:rsidR="005A3479">
        <w:t>Des statues</w:t>
      </w:r>
      <w:r>
        <w:t xml:space="preserve"> ?… </w:t>
      </w:r>
      <w:r w:rsidR="005A3479">
        <w:t>Deux statues</w:t>
      </w:r>
      <w:r>
        <w:t xml:space="preserve"> ? </w:t>
      </w:r>
      <w:r w:rsidR="005A3479">
        <w:t>Et qui représentent</w:t>
      </w:r>
      <w:r>
        <w:t xml:space="preserve">… </w:t>
      </w:r>
      <w:r w:rsidR="005A3479">
        <w:t>des saints</w:t>
      </w:r>
      <w:r>
        <w:t xml:space="preserve">, </w:t>
      </w:r>
      <w:r w:rsidR="005A3479">
        <w:t>n</w:t>
      </w:r>
      <w:r>
        <w:t>’</w:t>
      </w:r>
      <w:r w:rsidR="005A3479">
        <w:t>est-ce pas</w:t>
      </w:r>
      <w:r>
        <w:t> ?…</w:t>
      </w:r>
    </w:p>
    <w:p w14:paraId="1EB17B5D" w14:textId="77777777" w:rsidR="006F1ADB" w:rsidRDefault="006F1ADB" w:rsidP="005A3479">
      <w:r>
        <w:t>— </w:t>
      </w:r>
      <w:r w:rsidR="005A3479">
        <w:t>Oui</w:t>
      </w:r>
      <w:r>
        <w:t>…</w:t>
      </w:r>
    </w:p>
    <w:p w14:paraId="4EC83E62" w14:textId="77777777" w:rsidR="006F1ADB" w:rsidRDefault="006F1ADB" w:rsidP="005A3479">
      <w:r>
        <w:t>— </w:t>
      </w:r>
      <w:r w:rsidR="005A3479">
        <w:t>Lesquels</w:t>
      </w:r>
      <w:r>
        <w:t> ?</w:t>
      </w:r>
    </w:p>
    <w:p w14:paraId="7B70AADE" w14:textId="77777777" w:rsidR="006F1ADB" w:rsidRDefault="006F1ADB" w:rsidP="005A3479">
      <w:r>
        <w:t>— </w:t>
      </w:r>
      <w:r w:rsidR="005A3479">
        <w:t>Saint Pierre et</w:t>
      </w:r>
      <w:r>
        <w:t xml:space="preserve">… </w:t>
      </w:r>
      <w:r w:rsidR="005A3479">
        <w:t>sainte Madeleine</w:t>
      </w:r>
      <w:r>
        <w:t>.</w:t>
      </w:r>
    </w:p>
    <w:p w14:paraId="494D9C75" w14:textId="77777777" w:rsidR="006F1ADB" w:rsidRDefault="005A3479" w:rsidP="005A3479">
      <w:r>
        <w:t>À l</w:t>
      </w:r>
      <w:r w:rsidR="006F1ADB">
        <w:t>’</w:t>
      </w:r>
      <w:r>
        <w:t>heure du coucher</w:t>
      </w:r>
      <w:r w:rsidR="006F1ADB">
        <w:t xml:space="preserve">, </w:t>
      </w:r>
      <w:r>
        <w:t>Suzanne</w:t>
      </w:r>
      <w:r w:rsidR="006F1ADB">
        <w:t xml:space="preserve">, </w:t>
      </w:r>
      <w:r>
        <w:t>enfin certaine de n</w:t>
      </w:r>
      <w:r w:rsidR="006F1ADB">
        <w:t>’</w:t>
      </w:r>
      <w:r>
        <w:t>être plus dérangée</w:t>
      </w:r>
      <w:r w:rsidR="006F1ADB">
        <w:t xml:space="preserve">, </w:t>
      </w:r>
      <w:r>
        <w:t>dépaqueta les plâtres et les plaça sur un coffre entre deux flambeaux</w:t>
      </w:r>
      <w:r w:rsidR="006F1ADB">
        <w:t xml:space="preserve">. </w:t>
      </w:r>
      <w:r>
        <w:t>Puis</w:t>
      </w:r>
      <w:r w:rsidR="006F1ADB">
        <w:t xml:space="preserve">, </w:t>
      </w:r>
      <w:r>
        <w:t>étendue sur son lit</w:t>
      </w:r>
      <w:r w:rsidR="006F1ADB">
        <w:t xml:space="preserve">, </w:t>
      </w:r>
      <w:r>
        <w:t>elle commença à lire un livre dans sa petite bibliothèque particulière</w:t>
      </w:r>
      <w:r w:rsidR="006F1ADB">
        <w:t xml:space="preserve">. </w:t>
      </w:r>
      <w:r>
        <w:t>C</w:t>
      </w:r>
      <w:r w:rsidR="006F1ADB">
        <w:t>’</w:t>
      </w:r>
      <w:r>
        <w:t>était un v</w:t>
      </w:r>
      <w:r>
        <w:t>o</w:t>
      </w:r>
      <w:r>
        <w:t>lume de Gibbon que la jeune fille ouvrit au chapitre qui raconte le règne de Julien l</w:t>
      </w:r>
      <w:r w:rsidR="006F1ADB">
        <w:t>’</w:t>
      </w:r>
      <w:r>
        <w:t>Apostat</w:t>
      </w:r>
      <w:r w:rsidR="006F1ADB">
        <w:t xml:space="preserve">. </w:t>
      </w:r>
      <w:r>
        <w:t>Par moments</w:t>
      </w:r>
      <w:r w:rsidR="006F1ADB">
        <w:t xml:space="preserve">, </w:t>
      </w:r>
      <w:r>
        <w:t>les yeux de Sue s</w:t>
      </w:r>
      <w:r w:rsidR="006F1ADB">
        <w:t>’</w:t>
      </w:r>
      <w:r>
        <w:t>arrêtaient sur les moulages qui contrastaient d</w:t>
      </w:r>
      <w:r w:rsidR="006F1ADB">
        <w:t>’</w:t>
      </w:r>
      <w:r>
        <w:t>une manière étrange avec les objets et les tableaux voisins</w:t>
      </w:r>
      <w:r w:rsidR="006F1ADB">
        <w:t xml:space="preserve">. </w:t>
      </w:r>
      <w:r>
        <w:t>Comme inspirée par ce spectacle</w:t>
      </w:r>
      <w:r w:rsidR="006F1ADB">
        <w:t xml:space="preserve">, </w:t>
      </w:r>
      <w:r>
        <w:t>elle prit un autre livre</w:t>
      </w:r>
      <w:r w:rsidR="006F1ADB">
        <w:t xml:space="preserve">, </w:t>
      </w:r>
      <w:r>
        <w:t>un volume de vers</w:t>
      </w:r>
      <w:r w:rsidR="006F1ADB">
        <w:t xml:space="preserve">, </w:t>
      </w:r>
      <w:r>
        <w:t>et chercha un poème familier</w:t>
      </w:r>
      <w:r w:rsidR="006F1ADB">
        <w:t>…</w:t>
      </w:r>
    </w:p>
    <w:p w14:paraId="36972E76" w14:textId="7BD9D55B" w:rsidR="006F1ADB" w:rsidRDefault="005A3479" w:rsidP="005A3479">
      <w:pPr>
        <w:pStyle w:val="NormalRetraitGauche3XIndent0"/>
        <w:spacing w:before="0" w:after="0"/>
        <w:jc w:val="left"/>
        <w:rPr>
          <w:sz w:val="28"/>
          <w:szCs w:val="28"/>
        </w:rPr>
      </w:pPr>
      <w:r>
        <w:rPr>
          <w:sz w:val="28"/>
          <w:szCs w:val="28"/>
        </w:rPr>
        <w:lastRenderedPageBreak/>
        <w:t>Tu as conquis</w:t>
      </w:r>
      <w:r w:rsidR="006F1ADB">
        <w:rPr>
          <w:sz w:val="28"/>
          <w:szCs w:val="28"/>
        </w:rPr>
        <w:t xml:space="preserve">, </w:t>
      </w:r>
      <w:r>
        <w:rPr>
          <w:sz w:val="28"/>
          <w:szCs w:val="28"/>
        </w:rPr>
        <w:t>pâle Galilé</w:t>
      </w:r>
      <w:r>
        <w:rPr>
          <w:sz w:val="28"/>
          <w:szCs w:val="28"/>
        </w:rPr>
        <w:t>e</w:t>
      </w:r>
      <w:r>
        <w:rPr>
          <w:sz w:val="28"/>
          <w:szCs w:val="28"/>
        </w:rPr>
        <w:t>n</w:t>
      </w:r>
      <w:r w:rsidR="006F1ADB">
        <w:rPr>
          <w:sz w:val="28"/>
          <w:szCs w:val="28"/>
        </w:rPr>
        <w:t> :</w:t>
      </w:r>
    </w:p>
    <w:p w14:paraId="456C81B7" w14:textId="77777777" w:rsidR="006F1ADB" w:rsidRDefault="005A3479" w:rsidP="005A3479">
      <w:pPr>
        <w:pStyle w:val="NormalRetraitGauche3XIndent0"/>
        <w:spacing w:before="0" w:after="0"/>
        <w:jc w:val="left"/>
        <w:rPr>
          <w:sz w:val="28"/>
          <w:szCs w:val="28"/>
        </w:rPr>
      </w:pPr>
      <w:r>
        <w:rPr>
          <w:sz w:val="28"/>
          <w:szCs w:val="28"/>
        </w:rPr>
        <w:t>Ton souffle a décoloré le monde</w:t>
      </w:r>
      <w:r w:rsidR="006F1ADB">
        <w:rPr>
          <w:sz w:val="28"/>
          <w:szCs w:val="28"/>
        </w:rPr>
        <w:t> !</w:t>
      </w:r>
    </w:p>
    <w:p w14:paraId="50366AD4" w14:textId="77777777" w:rsidR="006F1ADB" w:rsidRDefault="005A3479" w:rsidP="005A3479">
      <w:r>
        <w:t>Puis Sue éteignit les lumières et s</w:t>
      </w:r>
      <w:r w:rsidR="006F1ADB">
        <w:t>’</w:t>
      </w:r>
      <w:r>
        <w:t>endormit</w:t>
      </w:r>
      <w:r w:rsidR="006F1ADB">
        <w:t>.</w:t>
      </w:r>
    </w:p>
    <w:p w14:paraId="5A925809" w14:textId="77777777" w:rsidR="006F1ADB" w:rsidRDefault="005A3479" w:rsidP="005A3479">
      <w:r>
        <w:t>Elle était à l</w:t>
      </w:r>
      <w:r w:rsidR="006F1ADB">
        <w:t>’</w:t>
      </w:r>
      <w:r>
        <w:t>âge où le sommeil est profond</w:t>
      </w:r>
      <w:r w:rsidR="006F1ADB">
        <w:t xml:space="preserve"> ; </w:t>
      </w:r>
      <w:r>
        <w:t>pourtant elle s</w:t>
      </w:r>
      <w:r w:rsidR="006F1ADB">
        <w:t>’</w:t>
      </w:r>
      <w:r>
        <w:t>éveilla plusieurs fois</w:t>
      </w:r>
      <w:r w:rsidR="006F1ADB">
        <w:t xml:space="preserve"> ; </w:t>
      </w:r>
      <w:r>
        <w:t>la clarté diffuse qui filtrait par la fenêtre lui montra les blanches divinités</w:t>
      </w:r>
      <w:r w:rsidR="006F1ADB">
        <w:t xml:space="preserve">, </w:t>
      </w:r>
      <w:r>
        <w:t>entourées de saints et de ma</w:t>
      </w:r>
      <w:r>
        <w:t>r</w:t>
      </w:r>
      <w:r>
        <w:t>tyrs</w:t>
      </w:r>
      <w:r w:rsidR="006F1ADB">
        <w:t xml:space="preserve">, </w:t>
      </w:r>
      <w:r>
        <w:t>et le cadre gothique dont on discernait vaguement la croix latine</w:t>
      </w:r>
      <w:r w:rsidR="006F1ADB">
        <w:t xml:space="preserve">. </w:t>
      </w:r>
      <w:r>
        <w:t>Les heures sonnaient à l</w:t>
      </w:r>
      <w:r w:rsidR="006F1ADB">
        <w:t>’</w:t>
      </w:r>
      <w:r>
        <w:t>église</w:t>
      </w:r>
      <w:r w:rsidR="006F1ADB">
        <w:t xml:space="preserve">, </w:t>
      </w:r>
      <w:r>
        <w:t>et mesuraient la veille d</w:t>
      </w:r>
      <w:r w:rsidR="006F1ADB">
        <w:t>’</w:t>
      </w:r>
      <w:r>
        <w:t>une autre personne</w:t>
      </w:r>
      <w:r w:rsidR="006F1ADB">
        <w:t xml:space="preserve">, </w:t>
      </w:r>
      <w:r>
        <w:t>assise devant ses livres</w:t>
      </w:r>
      <w:r w:rsidR="006F1ADB">
        <w:t xml:space="preserve">, </w:t>
      </w:r>
      <w:r>
        <w:t>dans un lieu tout proche de la même cité</w:t>
      </w:r>
      <w:r w:rsidR="006F1ADB">
        <w:t xml:space="preserve"> ; </w:t>
      </w:r>
      <w:r>
        <w:t>car</w:t>
      </w:r>
      <w:r w:rsidR="006F1ADB">
        <w:t xml:space="preserve">, </w:t>
      </w:r>
      <w:r>
        <w:t>pendant la nuit du samedi</w:t>
      </w:r>
      <w:r w:rsidR="006F1ADB">
        <w:t xml:space="preserve">, </w:t>
      </w:r>
      <w:r>
        <w:t>Jude travaillait plus tard que de coutume</w:t>
      </w:r>
      <w:r w:rsidR="006F1ADB">
        <w:t xml:space="preserve">. </w:t>
      </w:r>
      <w:r>
        <w:t>Au moment même où Sue lisait le livre de Gibbon</w:t>
      </w:r>
      <w:r w:rsidR="006F1ADB">
        <w:t xml:space="preserve">, </w:t>
      </w:r>
      <w:r>
        <w:t>le policeman qui se promenait sous les fenêtres de Jude aurait pu l</w:t>
      </w:r>
      <w:r w:rsidR="006F1ADB">
        <w:t>’</w:t>
      </w:r>
      <w:r>
        <w:t>entendre murmurer avec raviss</w:t>
      </w:r>
      <w:r>
        <w:t>e</w:t>
      </w:r>
      <w:r>
        <w:t>ment</w:t>
      </w:r>
      <w:r w:rsidR="006F1ADB">
        <w:t> :</w:t>
      </w:r>
    </w:p>
    <w:p w14:paraId="5B4B9B9A" w14:textId="77777777" w:rsidR="006F1ADB" w:rsidRDefault="006F1ADB" w:rsidP="005A3479">
      <w:pPr>
        <w:rPr>
          <w:lang w:val="la-Latn"/>
        </w:rPr>
      </w:pPr>
      <w:r>
        <w:t>« </w:t>
      </w:r>
      <w:r w:rsidR="005A3479">
        <w:rPr>
          <w:lang w:val="la-Latn"/>
        </w:rPr>
        <w:t>All hemin eis Theos ho Pater</w:t>
      </w:r>
      <w:r>
        <w:rPr>
          <w:lang w:val="la-Latn"/>
        </w:rPr>
        <w:t xml:space="preserve">, </w:t>
      </w:r>
      <w:r w:rsidR="005A3479">
        <w:rPr>
          <w:lang w:val="la-Latn"/>
        </w:rPr>
        <w:t>ex ou ta panta</w:t>
      </w:r>
      <w:r>
        <w:rPr>
          <w:lang w:val="la-Latn"/>
        </w:rPr>
        <w:t xml:space="preserve">, </w:t>
      </w:r>
      <w:r w:rsidR="005A3479">
        <w:rPr>
          <w:lang w:val="la-Latn"/>
        </w:rPr>
        <w:t>kai hemeis eis auton</w:t>
      </w:r>
      <w:r>
        <w:rPr>
          <w:lang w:val="la-Latn"/>
        </w:rPr>
        <w:t>.</w:t>
      </w:r>
    </w:p>
    <w:p w14:paraId="66EA7D7D" w14:textId="3B482F4E" w:rsidR="005A3479" w:rsidRDefault="006F1ADB" w:rsidP="005A3479">
      <w:pPr>
        <w:rPr>
          <w:lang w:val="la-Latn"/>
        </w:rPr>
      </w:pPr>
      <w:r>
        <w:t>« </w:t>
      </w:r>
      <w:r w:rsidR="005A3479">
        <w:rPr>
          <w:lang w:val="la-Latn"/>
        </w:rPr>
        <w:t>Kai eis kurios Jesous Christos</w:t>
      </w:r>
      <w:r>
        <w:rPr>
          <w:lang w:val="la-Latn"/>
        </w:rPr>
        <w:t xml:space="preserve">, </w:t>
      </w:r>
      <w:r w:rsidR="005A3479">
        <w:rPr>
          <w:lang w:val="la-Latn"/>
        </w:rPr>
        <w:t>di ou ta panta kai hemeis di autou</w:t>
      </w:r>
      <w:r>
        <w:rPr>
          <w:lang w:val="la-Latn"/>
        </w:rPr>
        <w:t> ! »</w:t>
      </w:r>
    </w:p>
    <w:p w14:paraId="4CDD176D" w14:textId="77777777" w:rsidR="005A3479" w:rsidRDefault="005A3479" w:rsidP="006F1ADB">
      <w:pPr>
        <w:pStyle w:val="Titre2"/>
      </w:pPr>
      <w:bookmarkStart w:id="29" w:name="__RefHeading__31_1957917597"/>
      <w:bookmarkStart w:id="30" w:name="_Toc202369630"/>
      <w:bookmarkEnd w:id="29"/>
      <w:r>
        <w:lastRenderedPageBreak/>
        <w:t>III</w:t>
      </w:r>
      <w:bookmarkEnd w:id="30"/>
    </w:p>
    <w:p w14:paraId="71097E80" w14:textId="77777777" w:rsidR="006F1ADB" w:rsidRDefault="005A3479" w:rsidP="005A3479">
      <w:r>
        <w:t>Suzanne était encore pour Jude une simple idéalité</w:t>
      </w:r>
      <w:r w:rsidR="006F1ADB">
        <w:t xml:space="preserve">. </w:t>
      </w:r>
      <w:r>
        <w:t>Pou</w:t>
      </w:r>
      <w:r>
        <w:t>r</w:t>
      </w:r>
      <w:r>
        <w:t>tant le jeune homme n</w:t>
      </w:r>
      <w:r w:rsidR="006F1ADB">
        <w:t>’</w:t>
      </w:r>
      <w:r>
        <w:t>était pas sans remords en songeant à se rapprocher d</w:t>
      </w:r>
      <w:r w:rsidR="006F1ADB">
        <w:t>’</w:t>
      </w:r>
      <w:r>
        <w:t>elle</w:t>
      </w:r>
      <w:r w:rsidR="006F1ADB">
        <w:t xml:space="preserve">. </w:t>
      </w:r>
      <w:r>
        <w:t>Il était marié</w:t>
      </w:r>
      <w:r w:rsidR="006F1ADB">
        <w:t xml:space="preserve">, </w:t>
      </w:r>
      <w:r>
        <w:t>et il redoutait que son affection pour Suzanne ne prît</w:t>
      </w:r>
      <w:r w:rsidR="006F1ADB">
        <w:t xml:space="preserve">, </w:t>
      </w:r>
      <w:r>
        <w:t>dans l</w:t>
      </w:r>
      <w:r w:rsidR="006F1ADB">
        <w:t>’</w:t>
      </w:r>
      <w:r>
        <w:t>intimité</w:t>
      </w:r>
      <w:r w:rsidR="006F1ADB">
        <w:t xml:space="preserve">, </w:t>
      </w:r>
      <w:r>
        <w:t>un caractère trop tendre</w:t>
      </w:r>
      <w:r w:rsidR="006F1ADB">
        <w:t xml:space="preserve">. </w:t>
      </w:r>
      <w:r>
        <w:t>Peut-être</w:t>
      </w:r>
      <w:r w:rsidR="006F1ADB">
        <w:t xml:space="preserve">, </w:t>
      </w:r>
      <w:r>
        <w:t>à bien connaître la jeune fille</w:t>
      </w:r>
      <w:r w:rsidR="006F1ADB">
        <w:t xml:space="preserve">, </w:t>
      </w:r>
      <w:r>
        <w:t>se guérirait-il de la pa</w:t>
      </w:r>
      <w:r>
        <w:t>s</w:t>
      </w:r>
      <w:r>
        <w:t>sion involontaire qu</w:t>
      </w:r>
      <w:r w:rsidR="006F1ADB">
        <w:t>’</w:t>
      </w:r>
      <w:r>
        <w:t>il éprouvait</w:t>
      </w:r>
      <w:r w:rsidR="006F1ADB">
        <w:t xml:space="preserve">. </w:t>
      </w:r>
      <w:r>
        <w:t>Mais une voix secrète lui disait qu</w:t>
      </w:r>
      <w:r w:rsidR="006F1ADB">
        <w:t>’</w:t>
      </w:r>
      <w:r>
        <w:t>il souhaitait seulement connaître sa cousine et non pas être guéri</w:t>
      </w:r>
      <w:r w:rsidR="006F1ADB">
        <w:t>.</w:t>
      </w:r>
    </w:p>
    <w:p w14:paraId="7E3B10C2" w14:textId="77777777" w:rsidR="006F1ADB" w:rsidRDefault="005A3479" w:rsidP="005A3479">
      <w:r>
        <w:t>Il jugeait lui-même que cette situation devenait immorale et qu</w:t>
      </w:r>
      <w:r w:rsidR="006F1ADB">
        <w:t>’</w:t>
      </w:r>
      <w:r>
        <w:t>il ne pouvait pas aimer Sue</w:t>
      </w:r>
      <w:r w:rsidR="006F1ADB">
        <w:t xml:space="preserve">, </w:t>
      </w:r>
      <w:r>
        <w:t>étant contraint par la loi à a</w:t>
      </w:r>
      <w:r>
        <w:t>i</w:t>
      </w:r>
      <w:r>
        <w:t xml:space="preserve">mer sa femme </w:t>
      </w:r>
      <w:proofErr w:type="spellStart"/>
      <w:r>
        <w:t>Arabella</w:t>
      </w:r>
      <w:proofErr w:type="spellEnd"/>
      <w:r w:rsidR="006F1ADB">
        <w:t xml:space="preserve">, </w:t>
      </w:r>
      <w:r>
        <w:t>et jamais aucune autre tant qu</w:t>
      </w:r>
      <w:r w:rsidR="006F1ADB">
        <w:t>’</w:t>
      </w:r>
      <w:r>
        <w:t>il vivrait</w:t>
      </w:r>
      <w:r w:rsidR="006F1ADB">
        <w:t xml:space="preserve">. </w:t>
      </w:r>
      <w:r>
        <w:t>Mais il avait beau prier</w:t>
      </w:r>
      <w:r w:rsidR="006F1ADB">
        <w:t xml:space="preserve">, </w:t>
      </w:r>
      <w:r>
        <w:t>il sentait qu</w:t>
      </w:r>
      <w:r w:rsidR="006F1ADB">
        <w:t>’</w:t>
      </w:r>
      <w:r>
        <w:t>il est impossible d</w:t>
      </w:r>
      <w:r w:rsidR="006F1ADB">
        <w:t>’</w:t>
      </w:r>
      <w:r>
        <w:t>échapper à la tentation</w:t>
      </w:r>
      <w:r w:rsidR="006F1ADB">
        <w:t xml:space="preserve">, </w:t>
      </w:r>
      <w:r>
        <w:t>quand on porte au fond de l</w:t>
      </w:r>
      <w:r w:rsidR="006F1ADB">
        <w:t>’</w:t>
      </w:r>
      <w:r>
        <w:t>âme le désir d</w:t>
      </w:r>
      <w:r w:rsidR="006F1ADB">
        <w:t>’</w:t>
      </w:r>
      <w:r>
        <w:t>être tenté septante-sept fois</w:t>
      </w:r>
      <w:r w:rsidR="006F1ADB">
        <w:t>. « </w:t>
      </w:r>
      <w:r>
        <w:t>Après tout</w:t>
      </w:r>
      <w:r w:rsidR="006F1ADB">
        <w:t xml:space="preserve">, </w:t>
      </w:r>
      <w:r>
        <w:t>se disait-il</w:t>
      </w:r>
      <w:r w:rsidR="006F1ADB">
        <w:t xml:space="preserve">, </w:t>
      </w:r>
      <w:r>
        <w:t>il n</w:t>
      </w:r>
      <w:r w:rsidR="006F1ADB">
        <w:t>’</w:t>
      </w:r>
      <w:r>
        <w:t>y a</w:t>
      </w:r>
      <w:r w:rsidR="006F1ADB">
        <w:t xml:space="preserve">, </w:t>
      </w:r>
      <w:r>
        <w:t>dans ce sentiment</w:t>
      </w:r>
      <w:r w:rsidR="006F1ADB">
        <w:t xml:space="preserve">, </w:t>
      </w:r>
      <w:r>
        <w:t>rien d</w:t>
      </w:r>
      <w:r w:rsidR="006F1ADB">
        <w:t>’</w:t>
      </w:r>
      <w:r>
        <w:t>érotique</w:t>
      </w:r>
      <w:r w:rsidR="006F1ADB">
        <w:t xml:space="preserve">. </w:t>
      </w:r>
      <w:r>
        <w:t>J</w:t>
      </w:r>
      <w:r w:rsidR="006F1ADB">
        <w:t>’</w:t>
      </w:r>
      <w:r>
        <w:t>ai seulement besoin d</w:t>
      </w:r>
      <w:r w:rsidR="006F1ADB">
        <w:t>’</w:t>
      </w:r>
      <w:r>
        <w:t>une sy</w:t>
      </w:r>
      <w:r>
        <w:t>m</w:t>
      </w:r>
      <w:r>
        <w:t>pathie intellectuelle</w:t>
      </w:r>
      <w:r w:rsidR="006F1ADB">
        <w:t>. »</w:t>
      </w:r>
      <w:r>
        <w:t xml:space="preserve"> Il ne s</w:t>
      </w:r>
      <w:r w:rsidR="006F1ADB">
        <w:t>’</w:t>
      </w:r>
      <w:r>
        <w:t>avouait pas que les vertus et les t</w:t>
      </w:r>
      <w:r>
        <w:t>a</w:t>
      </w:r>
      <w:r>
        <w:t>lents de Suzanne n</w:t>
      </w:r>
      <w:r w:rsidR="006F1ADB">
        <w:t>’</w:t>
      </w:r>
      <w:r>
        <w:t>étaient pas les seuls éléments de son affe</w:t>
      </w:r>
      <w:r>
        <w:t>c</w:t>
      </w:r>
      <w:r>
        <w:t>tion</w:t>
      </w:r>
      <w:r w:rsidR="006F1ADB">
        <w:t>.</w:t>
      </w:r>
    </w:p>
    <w:p w14:paraId="5FDD986F" w14:textId="7190F5B6" w:rsidR="006F1ADB" w:rsidRDefault="005A3479" w:rsidP="005A3479">
      <w:r>
        <w:t>Un après-midi</w:t>
      </w:r>
      <w:r w:rsidR="006F1ADB">
        <w:t xml:space="preserve">, </w:t>
      </w:r>
      <w:r>
        <w:t>une jeune fille entra avec quelque hésit</w:t>
      </w:r>
      <w:r>
        <w:t>a</w:t>
      </w:r>
      <w:r>
        <w:t>tion dans l</w:t>
      </w:r>
      <w:r w:rsidR="006F1ADB">
        <w:t>’</w:t>
      </w:r>
      <w:r>
        <w:t>atelier de sculpture</w:t>
      </w:r>
      <w:r w:rsidR="006F1ADB">
        <w:t xml:space="preserve">, </w:t>
      </w:r>
      <w:r>
        <w:t xml:space="preserve">et demanda si </w:t>
      </w:r>
      <w:r w:rsidR="006F1ADB">
        <w:t>M. </w:t>
      </w:r>
      <w:r>
        <w:t>Jude Fawley était présent</w:t>
      </w:r>
      <w:r w:rsidR="006F1ADB">
        <w:t xml:space="preserve">. </w:t>
      </w:r>
      <w:r>
        <w:t xml:space="preserve">On lui répondit que </w:t>
      </w:r>
      <w:r w:rsidR="006F1ADB">
        <w:t>M. </w:t>
      </w:r>
      <w:r>
        <w:t>Fawley était sorti pour toute la journée</w:t>
      </w:r>
      <w:r w:rsidR="006F1ADB">
        <w:t xml:space="preserve">, </w:t>
      </w:r>
      <w:r>
        <w:t>et cette nouvelle parut lui causer un vif désa</w:t>
      </w:r>
      <w:r>
        <w:t>p</w:t>
      </w:r>
      <w:r>
        <w:t>pointement</w:t>
      </w:r>
      <w:r w:rsidR="006F1ADB">
        <w:t>.</w:t>
      </w:r>
    </w:p>
    <w:p w14:paraId="206A6720" w14:textId="77777777" w:rsidR="006F1ADB" w:rsidRDefault="005A3479" w:rsidP="005A3479">
      <w:r>
        <w:t>Quand Jude rentra</w:t>
      </w:r>
      <w:r w:rsidR="006F1ADB">
        <w:t xml:space="preserve">, </w:t>
      </w:r>
      <w:r>
        <w:t>on lui fit part de cette visite</w:t>
      </w:r>
      <w:r w:rsidR="006F1ADB">
        <w:t xml:space="preserve">, </w:t>
      </w:r>
      <w:r>
        <w:t>et</w:t>
      </w:r>
      <w:r w:rsidR="006F1ADB">
        <w:t xml:space="preserve">, </w:t>
      </w:r>
      <w:r>
        <w:t>d</w:t>
      </w:r>
      <w:r w:rsidR="006F1ADB">
        <w:t>’</w:t>
      </w:r>
      <w:r>
        <w:t>après la description de la jeune fille</w:t>
      </w:r>
      <w:r w:rsidR="006F1ADB">
        <w:t xml:space="preserve">, </w:t>
      </w:r>
      <w:r>
        <w:t>il s</w:t>
      </w:r>
      <w:r w:rsidR="006F1ADB">
        <w:t>’</w:t>
      </w:r>
      <w:r>
        <w:t>exclama</w:t>
      </w:r>
      <w:r w:rsidR="006F1ADB">
        <w:t> :</w:t>
      </w:r>
    </w:p>
    <w:p w14:paraId="63B09B0E" w14:textId="77777777" w:rsidR="006F1ADB" w:rsidRDefault="006F1ADB" w:rsidP="005A3479">
      <w:r>
        <w:t>— </w:t>
      </w:r>
      <w:r w:rsidR="005A3479">
        <w:t>C</w:t>
      </w:r>
      <w:r>
        <w:t>’</w:t>
      </w:r>
      <w:r w:rsidR="005A3479">
        <w:t>est ma cousine Sue</w:t>
      </w:r>
      <w:r>
        <w:t> !</w:t>
      </w:r>
    </w:p>
    <w:p w14:paraId="78156B10" w14:textId="77777777" w:rsidR="006F1ADB" w:rsidRDefault="005A3479" w:rsidP="005A3479">
      <w:r>
        <w:lastRenderedPageBreak/>
        <w:t>Chez lui</w:t>
      </w:r>
      <w:r w:rsidR="006F1ADB">
        <w:t xml:space="preserve">, </w:t>
      </w:r>
      <w:r>
        <w:t>il trouva un billet de Suzanne</w:t>
      </w:r>
      <w:r w:rsidR="006F1ADB">
        <w:t xml:space="preserve">, </w:t>
      </w:r>
      <w:r>
        <w:t>un de ces billets si simples en eux-mêmes</w:t>
      </w:r>
      <w:r w:rsidR="006F1ADB">
        <w:t xml:space="preserve">, </w:t>
      </w:r>
      <w:r>
        <w:t>lettres innocentes de l</w:t>
      </w:r>
      <w:r w:rsidR="006F1ADB">
        <w:t>’</w:t>
      </w:r>
      <w:r>
        <w:t>homme à la femme ou de la femme à l</w:t>
      </w:r>
      <w:r w:rsidR="006F1ADB">
        <w:t>’</w:t>
      </w:r>
      <w:r>
        <w:t>homme</w:t>
      </w:r>
      <w:r w:rsidR="006F1ADB">
        <w:t xml:space="preserve">, </w:t>
      </w:r>
      <w:r>
        <w:t>qui préparent le drame futur</w:t>
      </w:r>
      <w:r w:rsidR="006F1ADB">
        <w:t xml:space="preserve">, </w:t>
      </w:r>
      <w:r>
        <w:t>et s</w:t>
      </w:r>
      <w:r w:rsidR="006F1ADB">
        <w:t>’</w:t>
      </w:r>
      <w:r>
        <w:t>éclairent plus tard à sa lumière</w:t>
      </w:r>
      <w:r w:rsidR="006F1ADB">
        <w:t xml:space="preserve">, </w:t>
      </w:r>
      <w:r>
        <w:t>tragiquement</w:t>
      </w:r>
      <w:r w:rsidR="006F1ADB">
        <w:t xml:space="preserve">. </w:t>
      </w:r>
      <w:r>
        <w:t>Suzanne se révélait bonne et franche</w:t>
      </w:r>
      <w:r w:rsidR="006F1ADB">
        <w:t xml:space="preserve">. </w:t>
      </w:r>
      <w:r>
        <w:t xml:space="preserve">Elle exprimait son désir de connaître son cousin Jude dont elle avait appris par hasard la présence à </w:t>
      </w:r>
      <w:proofErr w:type="spellStart"/>
      <w:r>
        <w:t>Christminster</w:t>
      </w:r>
      <w:proofErr w:type="spellEnd"/>
      <w:r w:rsidR="006F1ADB">
        <w:t xml:space="preserve">. </w:t>
      </w:r>
      <w:r>
        <w:t>Ils n</w:t>
      </w:r>
      <w:r w:rsidR="006F1ADB">
        <w:t>’</w:t>
      </w:r>
      <w:r>
        <w:t>auraient malheureusement pas le temps de se lier beaucoup</w:t>
      </w:r>
      <w:r w:rsidR="006F1ADB">
        <w:t xml:space="preserve">, </w:t>
      </w:r>
      <w:r>
        <w:t>car elle allait bientôt quitter la ville</w:t>
      </w:r>
      <w:r w:rsidR="006F1ADB">
        <w:t>.</w:t>
      </w:r>
    </w:p>
    <w:p w14:paraId="26A7DB7B" w14:textId="77777777" w:rsidR="006F1ADB" w:rsidRDefault="005A3479" w:rsidP="005A3479">
      <w:r>
        <w:t>Il fut glacé en lisant ces derniers mots</w:t>
      </w:r>
      <w:r w:rsidR="006F1ADB">
        <w:t xml:space="preserve">. </w:t>
      </w:r>
      <w:r>
        <w:t>Il se hâta d</w:t>
      </w:r>
      <w:r w:rsidR="006F1ADB">
        <w:t>’</w:t>
      </w:r>
      <w:r>
        <w:t>écrire à Suzanne</w:t>
      </w:r>
      <w:r w:rsidR="006F1ADB">
        <w:t xml:space="preserve">, </w:t>
      </w:r>
      <w:r>
        <w:t>lui donnant rendez-vous</w:t>
      </w:r>
      <w:r w:rsidR="006F1ADB">
        <w:t xml:space="preserve">, </w:t>
      </w:r>
      <w:r>
        <w:t>pour le soir même</w:t>
      </w:r>
      <w:r w:rsidR="006F1ADB">
        <w:t xml:space="preserve">, </w:t>
      </w:r>
      <w:r>
        <w:t>sur la Croix du pavé qui marque la place où furent immolés des ma</w:t>
      </w:r>
      <w:r>
        <w:t>r</w:t>
      </w:r>
      <w:r>
        <w:t>tyrs</w:t>
      </w:r>
      <w:r w:rsidR="006F1ADB">
        <w:t xml:space="preserve">. </w:t>
      </w:r>
      <w:r>
        <w:t>À peine eut-il envoyé sa lettre</w:t>
      </w:r>
      <w:r w:rsidR="006F1ADB">
        <w:t xml:space="preserve">, </w:t>
      </w:r>
      <w:r>
        <w:t>qu</w:t>
      </w:r>
      <w:r w:rsidR="006F1ADB">
        <w:t>’</w:t>
      </w:r>
      <w:r>
        <w:t>il regretta son procédé</w:t>
      </w:r>
      <w:r w:rsidR="006F1ADB">
        <w:t xml:space="preserve">, </w:t>
      </w:r>
      <w:r>
        <w:t>peu respectueux</w:t>
      </w:r>
      <w:r w:rsidR="006F1ADB">
        <w:t xml:space="preserve">, </w:t>
      </w:r>
      <w:r>
        <w:t xml:space="preserve">lui </w:t>
      </w:r>
      <w:proofErr w:type="spellStart"/>
      <w:r>
        <w:t>sembla-t-il</w:t>
      </w:r>
      <w:proofErr w:type="spellEnd"/>
      <w:r w:rsidR="006F1ADB">
        <w:t xml:space="preserve">. </w:t>
      </w:r>
      <w:r>
        <w:t>Mais il ne pouvait s</w:t>
      </w:r>
      <w:r w:rsidR="006F1ADB">
        <w:t>’</w:t>
      </w:r>
      <w:r>
        <w:t>en dédire</w:t>
      </w:r>
      <w:r w:rsidR="006F1ADB">
        <w:t xml:space="preserve">, </w:t>
      </w:r>
      <w:r>
        <w:t>et il alla attendre sa cousine au lieu désigné</w:t>
      </w:r>
      <w:r w:rsidR="006F1ADB">
        <w:t>.</w:t>
      </w:r>
    </w:p>
    <w:p w14:paraId="428045B1" w14:textId="77777777" w:rsidR="006F1ADB" w:rsidRDefault="005A3479" w:rsidP="005A3479">
      <w:r>
        <w:t>La rue large était déserte et silencieuse</w:t>
      </w:r>
      <w:r w:rsidR="006F1ADB">
        <w:t xml:space="preserve">, </w:t>
      </w:r>
      <w:r>
        <w:t>bien qu</w:t>
      </w:r>
      <w:r w:rsidR="006F1ADB">
        <w:t>’</w:t>
      </w:r>
      <w:r>
        <w:t>il ne fût pas très tard</w:t>
      </w:r>
      <w:r w:rsidR="006F1ADB">
        <w:t xml:space="preserve">. </w:t>
      </w:r>
      <w:r>
        <w:t>Il vit une forme s</w:t>
      </w:r>
      <w:r w:rsidR="006F1ADB">
        <w:t>’</w:t>
      </w:r>
      <w:r>
        <w:t>avancer jusqu</w:t>
      </w:r>
      <w:r w:rsidR="006F1ADB">
        <w:t>’</w:t>
      </w:r>
      <w:r>
        <w:t>à la Croix du pavé</w:t>
      </w:r>
      <w:r w:rsidR="006F1ADB">
        <w:t xml:space="preserve">, </w:t>
      </w:r>
      <w:r>
        <w:t>et</w:t>
      </w:r>
      <w:r w:rsidR="006F1ADB">
        <w:t xml:space="preserve">, </w:t>
      </w:r>
      <w:r>
        <w:t>comme il s</w:t>
      </w:r>
      <w:r w:rsidR="006F1ADB">
        <w:t>’</w:t>
      </w:r>
      <w:r>
        <w:t>empressait</w:t>
      </w:r>
      <w:r w:rsidR="006F1ADB">
        <w:t xml:space="preserve">, </w:t>
      </w:r>
      <w:r>
        <w:t>Sue lui dit</w:t>
      </w:r>
      <w:r w:rsidR="006F1ADB">
        <w:t> :</w:t>
      </w:r>
    </w:p>
    <w:p w14:paraId="3647183E" w14:textId="77777777" w:rsidR="006F1ADB" w:rsidRDefault="006F1ADB" w:rsidP="005A3479">
      <w:r>
        <w:t>— </w:t>
      </w:r>
      <w:r w:rsidR="005A3479">
        <w:t>Continuez votre route</w:t>
      </w:r>
      <w:r>
        <w:t xml:space="preserve">. </w:t>
      </w:r>
      <w:r w:rsidR="005A3479">
        <w:t>Nous nous rencontrerons plus loin</w:t>
      </w:r>
      <w:r>
        <w:t>.</w:t>
      </w:r>
    </w:p>
    <w:p w14:paraId="3ABD735A" w14:textId="77777777" w:rsidR="006F1ADB" w:rsidRDefault="005A3479" w:rsidP="005A3479">
      <w:r>
        <w:t>La voix</w:t>
      </w:r>
      <w:r w:rsidR="006F1ADB">
        <w:t xml:space="preserve">, </w:t>
      </w:r>
      <w:r>
        <w:t>argentine et bien posée</w:t>
      </w:r>
      <w:r w:rsidR="006F1ADB">
        <w:t xml:space="preserve">, </w:t>
      </w:r>
      <w:r>
        <w:t>tremblait un peu</w:t>
      </w:r>
      <w:r w:rsidR="006F1ADB">
        <w:t xml:space="preserve">. </w:t>
      </w:r>
      <w:r>
        <w:t>Jude a</w:t>
      </w:r>
      <w:r>
        <w:t>t</w:t>
      </w:r>
      <w:r>
        <w:t>tendit</w:t>
      </w:r>
      <w:r w:rsidR="006F1ADB">
        <w:t xml:space="preserve">, </w:t>
      </w:r>
      <w:r>
        <w:t>pour approcher</w:t>
      </w:r>
      <w:r w:rsidR="006F1ADB">
        <w:t xml:space="preserve">, </w:t>
      </w:r>
      <w:r>
        <w:t>le bon plaisir de la jeune fille</w:t>
      </w:r>
      <w:r w:rsidR="006F1ADB">
        <w:t xml:space="preserve">. </w:t>
      </w:r>
      <w:r>
        <w:t>Ils parvi</w:t>
      </w:r>
      <w:r>
        <w:t>n</w:t>
      </w:r>
      <w:r>
        <w:t>rent à la place où les charrettes stationnaient pendant le jour</w:t>
      </w:r>
      <w:r w:rsidR="006F1ADB">
        <w:t>.</w:t>
      </w:r>
    </w:p>
    <w:p w14:paraId="23066602" w14:textId="77777777" w:rsidR="006F1ADB" w:rsidRDefault="006F1ADB" w:rsidP="005A3479">
      <w:r>
        <w:t>— </w:t>
      </w:r>
      <w:r w:rsidR="005A3479">
        <w:t>Je suis désolé de vous avoir fait faire tant de chemin</w:t>
      </w:r>
      <w:r>
        <w:t xml:space="preserve">, </w:t>
      </w:r>
      <w:r w:rsidR="005A3479">
        <w:t>dit Jude</w:t>
      </w:r>
      <w:r>
        <w:t xml:space="preserve">, </w:t>
      </w:r>
      <w:r w:rsidR="005A3479">
        <w:t>avec le trouble d</w:t>
      </w:r>
      <w:r>
        <w:t>’</w:t>
      </w:r>
      <w:r w:rsidR="005A3479">
        <w:t>un amant</w:t>
      </w:r>
      <w:r>
        <w:t xml:space="preserve">. </w:t>
      </w:r>
      <w:r w:rsidR="005A3479">
        <w:t>Mais je voulais vous épargner votre temps et</w:t>
      </w:r>
      <w:r>
        <w:t>…</w:t>
      </w:r>
    </w:p>
    <w:p w14:paraId="332CAF84" w14:textId="77777777" w:rsidR="006F1ADB" w:rsidRDefault="006F1ADB" w:rsidP="005A3479">
      <w:r>
        <w:t>— </w:t>
      </w:r>
      <w:r w:rsidR="005A3479">
        <w:t>Peu importe</w:t>
      </w:r>
      <w:r>
        <w:t xml:space="preserve">, </w:t>
      </w:r>
      <w:r w:rsidR="005A3479">
        <w:t>répondit-elle avec une amicale liberté</w:t>
      </w:r>
      <w:r>
        <w:t xml:space="preserve">. </w:t>
      </w:r>
      <w:r w:rsidR="005A3479">
        <w:t>L</w:t>
      </w:r>
      <w:r>
        <w:t>’</w:t>
      </w:r>
      <w:r w:rsidR="005A3479">
        <w:t>endroit que vous aviez choisi ne me plaisait pas</w:t>
      </w:r>
      <w:r>
        <w:t xml:space="preserve">. </w:t>
      </w:r>
      <w:r w:rsidR="005A3479">
        <w:t xml:space="preserve">Il est </w:t>
      </w:r>
      <w:r w:rsidR="005A3479">
        <w:lastRenderedPageBreak/>
        <w:t>sombre et inhospitalier</w:t>
      </w:r>
      <w:r>
        <w:t xml:space="preserve">… </w:t>
      </w:r>
      <w:r w:rsidR="005A3479">
        <w:t>Mais n</w:t>
      </w:r>
      <w:r>
        <w:t>’</w:t>
      </w:r>
      <w:r w:rsidR="005A3479">
        <w:t>est-ce pas étrange de nous aborder ai</w:t>
      </w:r>
      <w:r w:rsidR="005A3479">
        <w:t>n</w:t>
      </w:r>
      <w:r w:rsidR="005A3479">
        <w:t>si</w:t>
      </w:r>
      <w:r>
        <w:t xml:space="preserve">, </w:t>
      </w:r>
      <w:r w:rsidR="005A3479">
        <w:t>quand nous ne nous connaissons pas</w:t>
      </w:r>
      <w:r>
        <w:t> ?</w:t>
      </w:r>
    </w:p>
    <w:p w14:paraId="097F0992" w14:textId="77777777" w:rsidR="006F1ADB" w:rsidRDefault="005A3479" w:rsidP="005A3479">
      <w:r>
        <w:t>Elle examinait Jude curieusement</w:t>
      </w:r>
      <w:r w:rsidR="006F1ADB">
        <w:t xml:space="preserve">, </w:t>
      </w:r>
      <w:r>
        <w:t>et il n</w:t>
      </w:r>
      <w:r w:rsidR="006F1ADB">
        <w:t>’</w:t>
      </w:r>
      <w:r>
        <w:t>osait la regarder</w:t>
      </w:r>
      <w:r w:rsidR="006F1ADB">
        <w:t>.</w:t>
      </w:r>
    </w:p>
    <w:p w14:paraId="0CA41ECB" w14:textId="77777777" w:rsidR="006F1ADB" w:rsidRDefault="006F1ADB" w:rsidP="005A3479">
      <w:r>
        <w:t>— </w:t>
      </w:r>
      <w:r w:rsidR="005A3479">
        <w:t>Vous paraissez me connaître plus que je ne vous co</w:t>
      </w:r>
      <w:r w:rsidR="005A3479">
        <w:t>n</w:t>
      </w:r>
      <w:r w:rsidR="005A3479">
        <w:t>nais</w:t>
      </w:r>
      <w:r>
        <w:t xml:space="preserve"> ? </w:t>
      </w:r>
      <w:r w:rsidR="005A3479">
        <w:t>dit-elle</w:t>
      </w:r>
      <w:r>
        <w:t>.</w:t>
      </w:r>
    </w:p>
    <w:p w14:paraId="5BBF71D5" w14:textId="77777777" w:rsidR="006F1ADB" w:rsidRDefault="006F1ADB" w:rsidP="005A3479">
      <w:r>
        <w:t>— </w:t>
      </w:r>
      <w:r w:rsidR="005A3479">
        <w:t>Oui</w:t>
      </w:r>
      <w:r>
        <w:t xml:space="preserve">, </w:t>
      </w:r>
      <w:r w:rsidR="005A3479">
        <w:t>je vous ai vue déjà</w:t>
      </w:r>
      <w:r>
        <w:t>.</w:t>
      </w:r>
    </w:p>
    <w:p w14:paraId="4EF198E7" w14:textId="77777777" w:rsidR="006F1ADB" w:rsidRDefault="006F1ADB" w:rsidP="005A3479">
      <w:r>
        <w:t>— </w:t>
      </w:r>
      <w:r w:rsidR="005A3479">
        <w:t>Et</w:t>
      </w:r>
      <w:r>
        <w:t xml:space="preserve">, </w:t>
      </w:r>
      <w:r w:rsidR="005A3479">
        <w:t>sachant qui j</w:t>
      </w:r>
      <w:r>
        <w:t>’</w:t>
      </w:r>
      <w:r w:rsidR="005A3479">
        <w:t>étais</w:t>
      </w:r>
      <w:r>
        <w:t xml:space="preserve">, </w:t>
      </w:r>
      <w:r w:rsidR="005A3479">
        <w:t>vous ne m</w:t>
      </w:r>
      <w:r>
        <w:t>’</w:t>
      </w:r>
      <w:r w:rsidR="005A3479">
        <w:t>avez jamais parlé</w:t>
      </w:r>
      <w:r>
        <w:t xml:space="preserve"> ? </w:t>
      </w:r>
      <w:r w:rsidR="005A3479">
        <w:t>Maintenant</w:t>
      </w:r>
      <w:r>
        <w:t xml:space="preserve">, </w:t>
      </w:r>
      <w:r w:rsidR="005A3479">
        <w:t>je vais partir</w:t>
      </w:r>
      <w:r>
        <w:t>.</w:t>
      </w:r>
    </w:p>
    <w:p w14:paraId="487051D9" w14:textId="6B7441B1" w:rsidR="006F1ADB" w:rsidRDefault="006F1ADB" w:rsidP="005A3479">
      <w:r>
        <w:t>— </w:t>
      </w:r>
      <w:r w:rsidR="005A3479">
        <w:t>Je le regrette beaucoup</w:t>
      </w:r>
      <w:r>
        <w:t xml:space="preserve">, </w:t>
      </w:r>
      <w:r w:rsidR="005A3479">
        <w:t>car je n</w:t>
      </w:r>
      <w:r>
        <w:t>’</w:t>
      </w:r>
      <w:r w:rsidR="005A3479">
        <w:t>ai point de relations dans cette ville</w:t>
      </w:r>
      <w:r>
        <w:t xml:space="preserve">, </w:t>
      </w:r>
      <w:r w:rsidR="005A3479">
        <w:t>sauf un vieil ami que je veux rechercher</w:t>
      </w:r>
      <w:r>
        <w:t xml:space="preserve">. </w:t>
      </w:r>
      <w:r w:rsidR="005A3479">
        <w:t>Peut-être le connaissez-vous</w:t>
      </w:r>
      <w:r>
        <w:t> ? M. </w:t>
      </w:r>
      <w:proofErr w:type="spellStart"/>
      <w:r w:rsidR="005A3479">
        <w:t>Phillotson</w:t>
      </w:r>
      <w:proofErr w:type="spellEnd"/>
      <w:r>
        <w:t xml:space="preserve">. </w:t>
      </w:r>
      <w:r w:rsidR="005A3479">
        <w:t>Il doit être pasteur</w:t>
      </w:r>
      <w:r>
        <w:t>.</w:t>
      </w:r>
    </w:p>
    <w:p w14:paraId="6F2E12B3" w14:textId="06144F84" w:rsidR="006F1ADB" w:rsidRDefault="006F1ADB" w:rsidP="005A3479">
      <w:r>
        <w:t>— </w:t>
      </w:r>
      <w:r w:rsidR="005A3479">
        <w:t xml:space="preserve">Je connais un </w:t>
      </w:r>
      <w:r>
        <w:t>M. </w:t>
      </w:r>
      <w:proofErr w:type="spellStart"/>
      <w:r w:rsidR="005A3479">
        <w:t>Phillotson</w:t>
      </w:r>
      <w:proofErr w:type="spellEnd"/>
      <w:r>
        <w:t xml:space="preserve">, </w:t>
      </w:r>
      <w:r w:rsidR="005A3479">
        <w:t>mais ce ne doit pas être le même</w:t>
      </w:r>
      <w:r>
        <w:t xml:space="preserve">. </w:t>
      </w:r>
      <w:r w:rsidR="005A3479">
        <w:t>Il est maître d</w:t>
      </w:r>
      <w:r>
        <w:t>’</w:t>
      </w:r>
      <w:r w:rsidR="005A3479">
        <w:t xml:space="preserve">école au village de </w:t>
      </w:r>
      <w:proofErr w:type="spellStart"/>
      <w:r w:rsidR="005A3479">
        <w:t>Lumsdon</w:t>
      </w:r>
      <w:proofErr w:type="spellEnd"/>
      <w:r>
        <w:t>.</w:t>
      </w:r>
    </w:p>
    <w:p w14:paraId="1D94DAC6" w14:textId="77777777" w:rsidR="006F1ADB" w:rsidRDefault="006F1ADB" w:rsidP="005A3479">
      <w:r>
        <w:t>— </w:t>
      </w:r>
      <w:r w:rsidR="005A3479">
        <w:t>Non</w:t>
      </w:r>
      <w:r>
        <w:t xml:space="preserve">, </w:t>
      </w:r>
      <w:r w:rsidR="005A3479">
        <w:t>ce n</w:t>
      </w:r>
      <w:r>
        <w:t>’</w:t>
      </w:r>
      <w:r w:rsidR="005A3479">
        <w:t>est pas le même</w:t>
      </w:r>
      <w:r>
        <w:t xml:space="preserve">. </w:t>
      </w:r>
      <w:r w:rsidR="005A3479">
        <w:t>Maître d</w:t>
      </w:r>
      <w:r>
        <w:t>’</w:t>
      </w:r>
      <w:r w:rsidR="005A3479">
        <w:t>école</w:t>
      </w:r>
      <w:r>
        <w:t xml:space="preserve"> ? </w:t>
      </w:r>
      <w:r w:rsidR="005A3479">
        <w:t>C</w:t>
      </w:r>
      <w:r>
        <w:t>’</w:t>
      </w:r>
      <w:r w:rsidR="005A3479">
        <w:t>est impo</w:t>
      </w:r>
      <w:r w:rsidR="005A3479">
        <w:t>s</w:t>
      </w:r>
      <w:r w:rsidR="005A3479">
        <w:t>sible</w:t>
      </w:r>
      <w:r>
        <w:t xml:space="preserve">… </w:t>
      </w:r>
      <w:r w:rsidR="005A3479">
        <w:t>Quel est son nom de baptême</w:t>
      </w:r>
      <w:r>
        <w:t xml:space="preserve"> ? </w:t>
      </w:r>
      <w:r w:rsidR="005A3479">
        <w:t>N</w:t>
      </w:r>
      <w:r>
        <w:t>’</w:t>
      </w:r>
      <w:r w:rsidR="005A3479">
        <w:t>est-ce pas Richard</w:t>
      </w:r>
      <w:r>
        <w:t> ?</w:t>
      </w:r>
    </w:p>
    <w:p w14:paraId="097D282C" w14:textId="77777777" w:rsidR="006F1ADB" w:rsidRDefault="006F1ADB" w:rsidP="005A3479">
      <w:r>
        <w:t>— </w:t>
      </w:r>
      <w:r w:rsidR="005A3479">
        <w:t>Oui</w:t>
      </w:r>
      <w:r>
        <w:t xml:space="preserve">. </w:t>
      </w:r>
      <w:r w:rsidR="005A3479">
        <w:t>Je lui ai envoyé des livres</w:t>
      </w:r>
      <w:r>
        <w:t xml:space="preserve">, </w:t>
      </w:r>
      <w:r w:rsidR="005A3479">
        <w:t>quoique je ne l</w:t>
      </w:r>
      <w:r>
        <w:t>’</w:t>
      </w:r>
      <w:r w:rsidR="005A3479">
        <w:t>aie jamais vu</w:t>
      </w:r>
      <w:r>
        <w:t>.</w:t>
      </w:r>
    </w:p>
    <w:p w14:paraId="7ED2F5C3" w14:textId="77777777" w:rsidR="006F1ADB" w:rsidRDefault="006F1ADB" w:rsidP="005A3479">
      <w:r>
        <w:t>— </w:t>
      </w:r>
      <w:r w:rsidR="005A3479">
        <w:t>Mais il ne peut être instituteur</w:t>
      </w:r>
      <w:r>
        <w:t> !</w:t>
      </w:r>
    </w:p>
    <w:p w14:paraId="5A3F16AD" w14:textId="77777777" w:rsidR="006F1ADB" w:rsidRDefault="005A3479" w:rsidP="005A3479">
      <w:r>
        <w:t>Jude était déconcerté</w:t>
      </w:r>
      <w:r w:rsidR="006F1ADB">
        <w:t xml:space="preserve">. </w:t>
      </w:r>
      <w:r>
        <w:t xml:space="preserve">Comment pouvait-il espérer réussir dans une entreprise où le grand </w:t>
      </w:r>
      <w:proofErr w:type="spellStart"/>
      <w:r>
        <w:t>Phillotson</w:t>
      </w:r>
      <w:proofErr w:type="spellEnd"/>
      <w:r>
        <w:t xml:space="preserve"> avait échoué</w:t>
      </w:r>
      <w:r w:rsidR="006F1ADB">
        <w:t xml:space="preserve"> ? </w:t>
      </w:r>
      <w:r>
        <w:t>Il fût tombé dans le désespoir sans la douce présence de Suzanne</w:t>
      </w:r>
      <w:r w:rsidR="006F1ADB">
        <w:t xml:space="preserve">, </w:t>
      </w:r>
      <w:r>
        <w:t>mais il comprit que l</w:t>
      </w:r>
      <w:r w:rsidR="006F1ADB">
        <w:t>’</w:t>
      </w:r>
      <w:r>
        <w:t xml:space="preserve">échec de </w:t>
      </w:r>
      <w:proofErr w:type="spellStart"/>
      <w:r>
        <w:t>Phillotson</w:t>
      </w:r>
      <w:proofErr w:type="spellEnd"/>
      <w:r>
        <w:t xml:space="preserve"> émousserait tout son courage quand la jeune fille ne serait plus là</w:t>
      </w:r>
      <w:r w:rsidR="006F1ADB">
        <w:t>.</w:t>
      </w:r>
    </w:p>
    <w:p w14:paraId="11E8EB4E" w14:textId="77777777" w:rsidR="006F1ADB" w:rsidRDefault="006F1ADB" w:rsidP="005A3479">
      <w:r>
        <w:lastRenderedPageBreak/>
        <w:t>— </w:t>
      </w:r>
      <w:r w:rsidR="005A3479">
        <w:t>Voulez-vous que nous allions jusqu</w:t>
      </w:r>
      <w:r>
        <w:t>’</w:t>
      </w:r>
      <w:r w:rsidR="005A3479">
        <w:t xml:space="preserve">à </w:t>
      </w:r>
      <w:proofErr w:type="spellStart"/>
      <w:r w:rsidR="005A3479">
        <w:t>Lumsdon</w:t>
      </w:r>
      <w:proofErr w:type="spellEnd"/>
      <w:r w:rsidR="005A3479">
        <w:t xml:space="preserve"> pour d</w:t>
      </w:r>
      <w:r w:rsidR="005A3479">
        <w:t>e</w:t>
      </w:r>
      <w:r w:rsidR="005A3479">
        <w:t>mander de ses nouvelles</w:t>
      </w:r>
      <w:r>
        <w:t xml:space="preserve"> ? </w:t>
      </w:r>
      <w:r w:rsidR="005A3479">
        <w:t>dit-il brusquement</w:t>
      </w:r>
      <w:r>
        <w:t xml:space="preserve">. </w:t>
      </w:r>
      <w:r w:rsidR="005A3479">
        <w:t>Il n</w:t>
      </w:r>
      <w:r>
        <w:t>’</w:t>
      </w:r>
      <w:r w:rsidR="005A3479">
        <w:t>est pas bien tard</w:t>
      </w:r>
      <w:r>
        <w:t>.</w:t>
      </w:r>
    </w:p>
    <w:p w14:paraId="6A75CA1D" w14:textId="7CFB28EF" w:rsidR="006F1ADB" w:rsidRDefault="005A3479" w:rsidP="005A3479">
      <w:r>
        <w:t>Elle accepta</w:t>
      </w:r>
      <w:r w:rsidR="006F1ADB">
        <w:t xml:space="preserve">, </w:t>
      </w:r>
      <w:r>
        <w:t>et ils tournèrent la colline à travers un joli paysage boisé</w:t>
      </w:r>
      <w:r w:rsidR="006F1ADB">
        <w:t xml:space="preserve">. </w:t>
      </w:r>
      <w:r>
        <w:t>Quand ils arrivèrent à la maison d</w:t>
      </w:r>
      <w:r w:rsidR="006F1ADB">
        <w:t>’</w:t>
      </w:r>
      <w:r>
        <w:t>école</w:t>
      </w:r>
      <w:r w:rsidR="006F1ADB">
        <w:t xml:space="preserve">, </w:t>
      </w:r>
      <w:r>
        <w:t>ils d</w:t>
      </w:r>
      <w:r>
        <w:t>e</w:t>
      </w:r>
      <w:r>
        <w:t xml:space="preserve">mandèrent à un passant si </w:t>
      </w:r>
      <w:r w:rsidR="006F1ADB">
        <w:t>M. </w:t>
      </w:r>
      <w:proofErr w:type="spellStart"/>
      <w:r>
        <w:t>Phillotson</w:t>
      </w:r>
      <w:proofErr w:type="spellEnd"/>
      <w:r>
        <w:t xml:space="preserve"> était chez lui</w:t>
      </w:r>
      <w:r w:rsidR="006F1ADB">
        <w:t xml:space="preserve">. </w:t>
      </w:r>
      <w:r>
        <w:t>Sur une réponse affirmative</w:t>
      </w:r>
      <w:r w:rsidR="006F1ADB">
        <w:t xml:space="preserve">, </w:t>
      </w:r>
      <w:r>
        <w:t>ils frappèrent à la porte</w:t>
      </w:r>
      <w:r w:rsidR="006F1ADB">
        <w:t xml:space="preserve">, </w:t>
      </w:r>
      <w:r>
        <w:t xml:space="preserve">et le bruit attira </w:t>
      </w:r>
      <w:proofErr w:type="spellStart"/>
      <w:r>
        <w:t>Phillotson</w:t>
      </w:r>
      <w:proofErr w:type="spellEnd"/>
      <w:r w:rsidR="006F1ADB">
        <w:t xml:space="preserve">, </w:t>
      </w:r>
      <w:r>
        <w:t>qui vint ouvrir</w:t>
      </w:r>
      <w:r w:rsidR="006F1ADB">
        <w:t xml:space="preserve">, </w:t>
      </w:r>
      <w:r>
        <w:t>un flambeau à la main</w:t>
      </w:r>
      <w:r w:rsidR="006F1ADB">
        <w:t>.</w:t>
      </w:r>
    </w:p>
    <w:p w14:paraId="4440CC0F" w14:textId="77777777" w:rsidR="006F1ADB" w:rsidRDefault="005A3479" w:rsidP="005A3479">
      <w:r>
        <w:t>Cette apparition</w:t>
      </w:r>
      <w:r w:rsidR="006F1ADB">
        <w:t xml:space="preserve">, </w:t>
      </w:r>
      <w:r>
        <w:t>après tant d</w:t>
      </w:r>
      <w:r w:rsidR="006F1ADB">
        <w:t>’</w:t>
      </w:r>
      <w:r>
        <w:t>années</w:t>
      </w:r>
      <w:r w:rsidR="006F1ADB">
        <w:t xml:space="preserve">, </w:t>
      </w:r>
      <w:r>
        <w:t>détruisit l</w:t>
      </w:r>
      <w:r w:rsidR="006F1ADB">
        <w:t>’</w:t>
      </w:r>
      <w:r>
        <w:t>auréole dont Jude avait entouré complaisamment la figure de son héros</w:t>
      </w:r>
      <w:r w:rsidR="006F1ADB">
        <w:t xml:space="preserve">. </w:t>
      </w:r>
      <w:r>
        <w:t>En même temps</w:t>
      </w:r>
      <w:r w:rsidR="006F1ADB">
        <w:t xml:space="preserve">, </w:t>
      </w:r>
      <w:r>
        <w:t>une pitié sympathique naissait en lui</w:t>
      </w:r>
      <w:r w:rsidR="006F1ADB">
        <w:t xml:space="preserve">, </w:t>
      </w:r>
      <w:r>
        <w:t>pour cet homme déçu et maltraité par le sort</w:t>
      </w:r>
      <w:r w:rsidR="006F1ADB">
        <w:t xml:space="preserve">. </w:t>
      </w:r>
      <w:r>
        <w:t>Le jeune homme se no</w:t>
      </w:r>
      <w:r>
        <w:t>m</w:t>
      </w:r>
      <w:r>
        <w:t>ma et rappela au maître d</w:t>
      </w:r>
      <w:r w:rsidR="006F1ADB">
        <w:t>’</w:t>
      </w:r>
      <w:r>
        <w:t>école qu</w:t>
      </w:r>
      <w:r w:rsidR="006F1ADB">
        <w:t>’</w:t>
      </w:r>
      <w:r>
        <w:t>il avait bien voulu lui témo</w:t>
      </w:r>
      <w:r>
        <w:t>i</w:t>
      </w:r>
      <w:r>
        <w:t>gner de l</w:t>
      </w:r>
      <w:r w:rsidR="006F1ADB">
        <w:t>’</w:t>
      </w:r>
      <w:r>
        <w:t>amitié autrefois</w:t>
      </w:r>
      <w:r w:rsidR="006F1ADB">
        <w:t>.</w:t>
      </w:r>
    </w:p>
    <w:p w14:paraId="4EF9E73A" w14:textId="77777777" w:rsidR="006F1ADB" w:rsidRDefault="006F1ADB" w:rsidP="005A3479">
      <w:r>
        <w:t>— </w:t>
      </w:r>
      <w:r w:rsidR="005A3479">
        <w:t>Je ne vous reconnais pas</w:t>
      </w:r>
      <w:r>
        <w:t xml:space="preserve">, </w:t>
      </w:r>
      <w:r w:rsidR="005A3479">
        <w:t>dit l</w:t>
      </w:r>
      <w:r>
        <w:t>’</w:t>
      </w:r>
      <w:r w:rsidR="005A3479">
        <w:t>instituteur d</w:t>
      </w:r>
      <w:r>
        <w:t>’</w:t>
      </w:r>
      <w:r w:rsidR="005A3479">
        <w:t>un air pensif</w:t>
      </w:r>
      <w:r>
        <w:t xml:space="preserve">. </w:t>
      </w:r>
      <w:r w:rsidR="005A3479">
        <w:t>Vous étiez un de mes élèves</w:t>
      </w:r>
      <w:r>
        <w:t xml:space="preserve"> ? </w:t>
      </w:r>
      <w:r w:rsidR="005A3479">
        <w:t>Il m</w:t>
      </w:r>
      <w:r>
        <w:t>’</w:t>
      </w:r>
      <w:r w:rsidR="005A3479">
        <w:t>en a tant passé par les mains que je les ai tous oubliés</w:t>
      </w:r>
      <w:r>
        <w:t xml:space="preserve">, </w:t>
      </w:r>
      <w:r w:rsidR="005A3479">
        <w:t>sauf ceux que j</w:t>
      </w:r>
      <w:r>
        <w:t>’</w:t>
      </w:r>
      <w:r w:rsidR="005A3479">
        <w:t>avais récemment</w:t>
      </w:r>
      <w:r>
        <w:t>.</w:t>
      </w:r>
    </w:p>
    <w:p w14:paraId="7F90B9B1" w14:textId="77777777" w:rsidR="006F1ADB" w:rsidRDefault="006F1ADB" w:rsidP="005A3479">
      <w:r>
        <w:t>— </w:t>
      </w:r>
      <w:r w:rsidR="005A3479">
        <w:t>J</w:t>
      </w:r>
      <w:r>
        <w:t>’</w:t>
      </w:r>
      <w:r w:rsidR="005A3479">
        <w:t xml:space="preserve">étais à </w:t>
      </w:r>
      <w:proofErr w:type="spellStart"/>
      <w:r w:rsidR="005A3479">
        <w:t>Marygreen</w:t>
      </w:r>
      <w:proofErr w:type="spellEnd"/>
      <w:r>
        <w:t xml:space="preserve">, </w:t>
      </w:r>
      <w:r w:rsidR="005A3479">
        <w:t>dit Jude</w:t>
      </w:r>
      <w:r>
        <w:t xml:space="preserve">, </w:t>
      </w:r>
      <w:r w:rsidR="005A3479">
        <w:t>regrettant presque d</w:t>
      </w:r>
      <w:r>
        <w:t>’</w:t>
      </w:r>
      <w:r w:rsidR="005A3479">
        <w:t>être venu</w:t>
      </w:r>
      <w:r>
        <w:t>.</w:t>
      </w:r>
    </w:p>
    <w:p w14:paraId="5E7956E7" w14:textId="77777777" w:rsidR="006F1ADB" w:rsidRDefault="006F1ADB" w:rsidP="005A3479">
      <w:r>
        <w:t>— </w:t>
      </w:r>
      <w:r w:rsidR="005A3479">
        <w:t>J</w:t>
      </w:r>
      <w:r>
        <w:t>’</w:t>
      </w:r>
      <w:r w:rsidR="005A3479">
        <w:t>y suis resté si peu de temps</w:t>
      </w:r>
      <w:r>
        <w:t xml:space="preserve"> !… </w:t>
      </w:r>
      <w:r w:rsidR="005A3479">
        <w:t>Et cette jeune fille</w:t>
      </w:r>
      <w:r>
        <w:t xml:space="preserve">, </w:t>
      </w:r>
      <w:r w:rsidR="005A3479">
        <w:t>est-ce aussi une ancienne élève</w:t>
      </w:r>
      <w:r>
        <w:t> ?</w:t>
      </w:r>
    </w:p>
    <w:p w14:paraId="743ED4DA" w14:textId="77777777" w:rsidR="006F1ADB" w:rsidRDefault="006F1ADB" w:rsidP="005A3479">
      <w:r>
        <w:t>— </w:t>
      </w:r>
      <w:r w:rsidR="005A3479">
        <w:t>Non</w:t>
      </w:r>
      <w:r>
        <w:t xml:space="preserve">, </w:t>
      </w:r>
      <w:r w:rsidR="005A3479">
        <w:t>c</w:t>
      </w:r>
      <w:r>
        <w:t>’</w:t>
      </w:r>
      <w:r w:rsidR="005A3479">
        <w:t>est ma cousine</w:t>
      </w:r>
      <w:r>
        <w:t xml:space="preserve">… </w:t>
      </w:r>
      <w:r w:rsidR="005A3479">
        <w:t>N</w:t>
      </w:r>
      <w:r>
        <w:t>’</w:t>
      </w:r>
      <w:r w:rsidR="005A3479">
        <w:t>avez-vous aucun souvenir de m</w:t>
      </w:r>
      <w:r>
        <w:t>’</w:t>
      </w:r>
      <w:r w:rsidR="005A3479">
        <w:t>avoir envoyé des livres</w:t>
      </w:r>
      <w:r>
        <w:t xml:space="preserve">, </w:t>
      </w:r>
      <w:r w:rsidR="005A3479">
        <w:t>des grammaires que je vous dema</w:t>
      </w:r>
      <w:r w:rsidR="005A3479">
        <w:t>n</w:t>
      </w:r>
      <w:r w:rsidR="005A3479">
        <w:t>dais</w:t>
      </w:r>
      <w:r>
        <w:t> ?</w:t>
      </w:r>
    </w:p>
    <w:p w14:paraId="12C8D204" w14:textId="77777777" w:rsidR="006F1ADB" w:rsidRDefault="006F1ADB" w:rsidP="005A3479">
      <w:r>
        <w:t>— </w:t>
      </w:r>
      <w:r w:rsidR="005A3479">
        <w:t>Je me rappelle ce détail</w:t>
      </w:r>
      <w:r>
        <w:t xml:space="preserve">, </w:t>
      </w:r>
      <w:r w:rsidR="005A3479">
        <w:t>vaguement</w:t>
      </w:r>
      <w:r>
        <w:t>.</w:t>
      </w:r>
    </w:p>
    <w:p w14:paraId="1A7109B6" w14:textId="77777777" w:rsidR="006F1ADB" w:rsidRDefault="006F1ADB" w:rsidP="005A3479">
      <w:r>
        <w:t>— </w:t>
      </w:r>
      <w:r w:rsidR="005A3479">
        <w:t>Le matin de votre départ</w:t>
      </w:r>
      <w:r>
        <w:t xml:space="preserve">, </w:t>
      </w:r>
      <w:r w:rsidR="005A3479">
        <w:t xml:space="preserve">à </w:t>
      </w:r>
      <w:proofErr w:type="spellStart"/>
      <w:r w:rsidR="005A3479">
        <w:t>Marygreen</w:t>
      </w:r>
      <w:proofErr w:type="spellEnd"/>
      <w:r>
        <w:t xml:space="preserve">, </w:t>
      </w:r>
      <w:r w:rsidR="005A3479">
        <w:t>pendant votre déménagement</w:t>
      </w:r>
      <w:r>
        <w:t xml:space="preserve">, </w:t>
      </w:r>
      <w:r w:rsidR="005A3479">
        <w:t>vous m</w:t>
      </w:r>
      <w:r>
        <w:t>’</w:t>
      </w:r>
      <w:r w:rsidR="005A3479">
        <w:t>avez raconté votre rêve de prendre vos grades universitaires</w:t>
      </w:r>
      <w:r>
        <w:t xml:space="preserve">, </w:t>
      </w:r>
      <w:r w:rsidR="005A3479">
        <w:t>pour entrer dans l</w:t>
      </w:r>
      <w:r>
        <w:t>’</w:t>
      </w:r>
      <w:r w:rsidR="005A3479">
        <w:t>Église</w:t>
      </w:r>
      <w:r>
        <w:t>.</w:t>
      </w:r>
    </w:p>
    <w:p w14:paraId="5700E800" w14:textId="77777777" w:rsidR="006F1ADB" w:rsidRDefault="006F1ADB" w:rsidP="005A3479">
      <w:r>
        <w:lastRenderedPageBreak/>
        <w:t>— </w:t>
      </w:r>
      <w:r w:rsidR="005A3479">
        <w:t>C</w:t>
      </w:r>
      <w:r>
        <w:t>’</w:t>
      </w:r>
      <w:r w:rsidR="005A3479">
        <w:t>était en effet</w:t>
      </w:r>
      <w:r>
        <w:t xml:space="preserve">, </w:t>
      </w:r>
      <w:r w:rsidR="005A3479">
        <w:t>mon intention</w:t>
      </w:r>
      <w:r>
        <w:t xml:space="preserve">, </w:t>
      </w:r>
      <w:r w:rsidR="005A3479">
        <w:t>mais je ne me souviens pas d</w:t>
      </w:r>
      <w:r>
        <w:t>’</w:t>
      </w:r>
      <w:r w:rsidR="005A3479">
        <w:t>avoir parlé de cela à qui que ce fût</w:t>
      </w:r>
      <w:r>
        <w:t>.</w:t>
      </w:r>
    </w:p>
    <w:p w14:paraId="69E98854" w14:textId="77777777" w:rsidR="006F1ADB" w:rsidRDefault="006F1ADB" w:rsidP="005A3479">
      <w:r>
        <w:t>— </w:t>
      </w:r>
      <w:r w:rsidR="005A3479">
        <w:t>Je n</w:t>
      </w:r>
      <w:r>
        <w:t>’</w:t>
      </w:r>
      <w:r w:rsidR="005A3479">
        <w:t>ai jamais oublié vos paroles</w:t>
      </w:r>
      <w:r>
        <w:t>.</w:t>
      </w:r>
    </w:p>
    <w:p w14:paraId="45541A5E" w14:textId="77777777" w:rsidR="006F1ADB" w:rsidRDefault="006F1ADB" w:rsidP="005A3479">
      <w:r>
        <w:t>— </w:t>
      </w:r>
      <w:r w:rsidR="005A3479">
        <w:t>Entrez</w:t>
      </w:r>
      <w:r>
        <w:t xml:space="preserve">, </w:t>
      </w:r>
      <w:r w:rsidR="005A3479">
        <w:t>vous et votre cousine</w:t>
      </w:r>
      <w:r>
        <w:t xml:space="preserve">, </w:t>
      </w:r>
      <w:r w:rsidR="005A3479">
        <w:t xml:space="preserve">dit </w:t>
      </w:r>
      <w:proofErr w:type="spellStart"/>
      <w:r w:rsidR="005A3479">
        <w:t>Phillotson</w:t>
      </w:r>
      <w:proofErr w:type="spellEnd"/>
      <w:r>
        <w:t>.</w:t>
      </w:r>
    </w:p>
    <w:p w14:paraId="5E290A2B" w14:textId="77777777" w:rsidR="006F1ADB" w:rsidRDefault="005A3479" w:rsidP="005A3479">
      <w:r>
        <w:t>Ils entrèrent dans le salon</w:t>
      </w:r>
      <w:r w:rsidR="006F1ADB">
        <w:t xml:space="preserve">, </w:t>
      </w:r>
      <w:r>
        <w:t>où la lumière d</w:t>
      </w:r>
      <w:r w:rsidR="006F1ADB">
        <w:t>’</w:t>
      </w:r>
      <w:r>
        <w:t>une lampe</w:t>
      </w:r>
      <w:r w:rsidR="006F1ADB">
        <w:t xml:space="preserve">, </w:t>
      </w:r>
      <w:r>
        <w:t>r</w:t>
      </w:r>
      <w:r>
        <w:t>a</w:t>
      </w:r>
      <w:r>
        <w:t>battue par un abat-jour de papier</w:t>
      </w:r>
      <w:r w:rsidR="006F1ADB">
        <w:t xml:space="preserve">, </w:t>
      </w:r>
      <w:r>
        <w:t>tombait sur trois ou quatre livres</w:t>
      </w:r>
      <w:r w:rsidR="006F1ADB">
        <w:t xml:space="preserve">. </w:t>
      </w:r>
      <w:proofErr w:type="spellStart"/>
      <w:r>
        <w:t>Phillotson</w:t>
      </w:r>
      <w:proofErr w:type="spellEnd"/>
      <w:r>
        <w:t xml:space="preserve"> enleva l</w:t>
      </w:r>
      <w:r w:rsidR="006F1ADB">
        <w:t>’</w:t>
      </w:r>
      <w:r>
        <w:t>abat-jour et la lampe éclaira le petit visage nerveux de Sue</w:t>
      </w:r>
      <w:r w:rsidR="006F1ADB">
        <w:t xml:space="preserve">, </w:t>
      </w:r>
      <w:r>
        <w:t>les traits graves de son cousin</w:t>
      </w:r>
      <w:r w:rsidR="006F1ADB">
        <w:t xml:space="preserve">, </w:t>
      </w:r>
      <w:r>
        <w:t>la figure soucieuse et méditative du maître d</w:t>
      </w:r>
      <w:r w:rsidR="006F1ADB">
        <w:t>’</w:t>
      </w:r>
      <w:r>
        <w:t>école</w:t>
      </w:r>
      <w:r w:rsidR="006F1ADB">
        <w:t>.</w:t>
      </w:r>
    </w:p>
    <w:p w14:paraId="024D31F8" w14:textId="77777777" w:rsidR="006F1ADB" w:rsidRDefault="005A3479" w:rsidP="005A3479">
      <w:r>
        <w:t>La vieille amitié</w:t>
      </w:r>
      <w:r w:rsidR="006F1ADB">
        <w:t xml:space="preserve">, </w:t>
      </w:r>
      <w:r>
        <w:t>peu à peu</w:t>
      </w:r>
      <w:r w:rsidR="006F1ADB">
        <w:t xml:space="preserve">, </w:t>
      </w:r>
      <w:r>
        <w:t>renoua ses liens</w:t>
      </w:r>
      <w:r w:rsidR="006F1ADB">
        <w:t xml:space="preserve">, </w:t>
      </w:r>
      <w:r>
        <w:t>et chacun r</w:t>
      </w:r>
      <w:r>
        <w:t>a</w:t>
      </w:r>
      <w:r>
        <w:t>conta sa propre histoire</w:t>
      </w:r>
      <w:r w:rsidR="006F1ADB">
        <w:t xml:space="preserve">. </w:t>
      </w:r>
      <w:proofErr w:type="spellStart"/>
      <w:r>
        <w:t>Phillotson</w:t>
      </w:r>
      <w:proofErr w:type="spellEnd"/>
      <w:r>
        <w:t xml:space="preserve"> dit qu</w:t>
      </w:r>
      <w:r w:rsidR="006F1ADB">
        <w:t>’</w:t>
      </w:r>
      <w:r>
        <w:t>il songeait quelqu</w:t>
      </w:r>
      <w:r>
        <w:t>e</w:t>
      </w:r>
      <w:r>
        <w:t>fois encore à la carrière ecclésiastique</w:t>
      </w:r>
      <w:r w:rsidR="006F1ADB">
        <w:t xml:space="preserve">, </w:t>
      </w:r>
      <w:r>
        <w:t>mais que sa position a</w:t>
      </w:r>
      <w:r>
        <w:t>c</w:t>
      </w:r>
      <w:r>
        <w:t>tuelle ne lui déplaisait pas</w:t>
      </w:r>
      <w:r w:rsidR="006F1ADB">
        <w:t xml:space="preserve">, </w:t>
      </w:r>
      <w:r>
        <w:t>quoique l</w:t>
      </w:r>
      <w:r w:rsidR="006F1ADB">
        <w:t>’</w:t>
      </w:r>
      <w:r>
        <w:t>aide d</w:t>
      </w:r>
      <w:r w:rsidR="006F1ADB">
        <w:t>’</w:t>
      </w:r>
      <w:r>
        <w:t>un maître-adjoint lui devint nécessaire</w:t>
      </w:r>
      <w:r w:rsidR="006F1ADB">
        <w:t>.</w:t>
      </w:r>
    </w:p>
    <w:p w14:paraId="3E82ECF4" w14:textId="77777777" w:rsidR="006F1ADB" w:rsidRDefault="005A3479" w:rsidP="005A3479">
      <w:r>
        <w:t xml:space="preserve">Jude et Suzanne reprirent ensemble la route de </w:t>
      </w:r>
      <w:proofErr w:type="spellStart"/>
      <w:r>
        <w:t>Christminster</w:t>
      </w:r>
      <w:proofErr w:type="spellEnd"/>
      <w:r w:rsidR="006F1ADB">
        <w:t>.</w:t>
      </w:r>
    </w:p>
    <w:p w14:paraId="23A7E4EB" w14:textId="77777777" w:rsidR="006F1ADB" w:rsidRDefault="005A3479" w:rsidP="005A3479">
      <w:r>
        <w:t>Bien que leur conversation ne sortît pas des sujets gén</w:t>
      </w:r>
      <w:r>
        <w:t>é</w:t>
      </w:r>
      <w:r>
        <w:t>raux</w:t>
      </w:r>
      <w:r w:rsidR="006F1ADB">
        <w:t xml:space="preserve">, </w:t>
      </w:r>
      <w:r>
        <w:t>Jude fut surpris de s</w:t>
      </w:r>
      <w:r w:rsidR="006F1ADB">
        <w:t>’</w:t>
      </w:r>
      <w:r>
        <w:t>apercevoir que sa cousine était</w:t>
      </w:r>
      <w:r w:rsidR="006F1ADB">
        <w:t xml:space="preserve">, </w:t>
      </w:r>
      <w:r>
        <w:t>pour lui</w:t>
      </w:r>
      <w:r w:rsidR="006F1ADB">
        <w:t xml:space="preserve">, </w:t>
      </w:r>
      <w:r>
        <w:t>une révélation de la femme</w:t>
      </w:r>
      <w:r w:rsidR="006F1ADB">
        <w:t xml:space="preserve">. </w:t>
      </w:r>
      <w:r>
        <w:t>Elle était si vibrante que tous ses actes semblaient inspirés par le sentiment</w:t>
      </w:r>
      <w:r w:rsidR="006F1ADB">
        <w:t xml:space="preserve">. </w:t>
      </w:r>
      <w:r>
        <w:t>Il s</w:t>
      </w:r>
      <w:r w:rsidR="006F1ADB">
        <w:t>’</w:t>
      </w:r>
      <w:r>
        <w:t>aperçut aussi</w:t>
      </w:r>
      <w:r w:rsidR="006F1ADB">
        <w:t xml:space="preserve">, </w:t>
      </w:r>
      <w:r>
        <w:t>avec angoisse</w:t>
      </w:r>
      <w:r w:rsidR="006F1ADB">
        <w:t xml:space="preserve">, </w:t>
      </w:r>
      <w:r>
        <w:t>qu</w:t>
      </w:r>
      <w:r w:rsidR="006F1ADB">
        <w:t>’</w:t>
      </w:r>
      <w:r>
        <w:t>il la chérissait plus encore qu</w:t>
      </w:r>
      <w:r w:rsidR="006F1ADB">
        <w:t>’</w:t>
      </w:r>
      <w:r>
        <w:t>avant de la co</w:t>
      </w:r>
      <w:r>
        <w:t>n</w:t>
      </w:r>
      <w:r>
        <w:t>naître</w:t>
      </w:r>
      <w:r w:rsidR="006F1ADB">
        <w:t xml:space="preserve">. </w:t>
      </w:r>
      <w:r>
        <w:t>Ce n</w:t>
      </w:r>
      <w:r w:rsidR="006F1ADB">
        <w:t>’</w:t>
      </w:r>
      <w:r>
        <w:t>était pas l</w:t>
      </w:r>
      <w:r w:rsidR="006F1ADB">
        <w:t>’</w:t>
      </w:r>
      <w:r>
        <w:t>ombre de la nuit</w:t>
      </w:r>
      <w:r w:rsidR="006F1ADB">
        <w:t xml:space="preserve">, </w:t>
      </w:r>
      <w:r>
        <w:t>c</w:t>
      </w:r>
      <w:r w:rsidR="006F1ADB">
        <w:t>’</w:t>
      </w:r>
      <w:r>
        <w:t>était la pensée du d</w:t>
      </w:r>
      <w:r>
        <w:t>é</w:t>
      </w:r>
      <w:r>
        <w:t>part de Suzanne qui assombrissait toutes choses autour de lui</w:t>
      </w:r>
      <w:r w:rsidR="006F1ADB">
        <w:t>.</w:t>
      </w:r>
    </w:p>
    <w:p w14:paraId="274EF2CE" w14:textId="77777777" w:rsidR="006F1ADB" w:rsidRDefault="006F1ADB" w:rsidP="005A3479">
      <w:r>
        <w:t>— </w:t>
      </w:r>
      <w:r w:rsidR="005A3479">
        <w:t xml:space="preserve">Quand devez-vous quitter </w:t>
      </w:r>
      <w:proofErr w:type="spellStart"/>
      <w:r w:rsidR="005A3479">
        <w:t>Christminster</w:t>
      </w:r>
      <w:proofErr w:type="spellEnd"/>
      <w:r>
        <w:t xml:space="preserve"> ? </w:t>
      </w:r>
      <w:r w:rsidR="005A3479">
        <w:t>dit-il</w:t>
      </w:r>
      <w:r>
        <w:t xml:space="preserve">. </w:t>
      </w:r>
      <w:r w:rsidR="005A3479">
        <w:t>Et pou</w:t>
      </w:r>
      <w:r w:rsidR="005A3479">
        <w:t>r</w:t>
      </w:r>
      <w:r w:rsidR="005A3479">
        <w:t>quoi vous en allez-vous</w:t>
      </w:r>
      <w:r>
        <w:t> ?</w:t>
      </w:r>
    </w:p>
    <w:p w14:paraId="2A9CDCEB" w14:textId="77777777" w:rsidR="006F1ADB" w:rsidRDefault="006F1ADB" w:rsidP="005A3479">
      <w:r>
        <w:t>— </w:t>
      </w:r>
      <w:r w:rsidR="005A3479">
        <w:t xml:space="preserve">Je me suis brouillée avec miss </w:t>
      </w:r>
      <w:proofErr w:type="spellStart"/>
      <w:r w:rsidR="005A3479">
        <w:t>Fontover</w:t>
      </w:r>
      <w:proofErr w:type="spellEnd"/>
      <w:r>
        <w:t xml:space="preserve">, </w:t>
      </w:r>
      <w:r w:rsidR="005A3479">
        <w:t>la propriétaire du magasin où je suis employée</w:t>
      </w:r>
      <w:r>
        <w:t>.</w:t>
      </w:r>
    </w:p>
    <w:p w14:paraId="0394EA17" w14:textId="77777777" w:rsidR="006F1ADB" w:rsidRDefault="006F1ADB" w:rsidP="005A3479">
      <w:r>
        <w:lastRenderedPageBreak/>
        <w:t>— </w:t>
      </w:r>
      <w:r w:rsidR="005A3479">
        <w:t>À quel propos</w:t>
      </w:r>
      <w:r>
        <w:t> ?</w:t>
      </w:r>
    </w:p>
    <w:p w14:paraId="2ACBB859" w14:textId="77777777" w:rsidR="006F1ADB" w:rsidRDefault="006F1ADB" w:rsidP="005A3479">
      <w:r>
        <w:t>— </w:t>
      </w:r>
      <w:r w:rsidR="005A3479">
        <w:t>Elle a brisé des statuettes qui m</w:t>
      </w:r>
      <w:r>
        <w:t>’</w:t>
      </w:r>
      <w:r w:rsidR="005A3479">
        <w:t>appartenaient</w:t>
      </w:r>
      <w:r>
        <w:t>.</w:t>
      </w:r>
    </w:p>
    <w:p w14:paraId="1CC50838" w14:textId="77777777" w:rsidR="006F1ADB" w:rsidRDefault="006F1ADB" w:rsidP="005A3479">
      <w:r>
        <w:t>— </w:t>
      </w:r>
      <w:r w:rsidR="005A3479">
        <w:t>Exprès</w:t>
      </w:r>
      <w:r>
        <w:t> ?</w:t>
      </w:r>
    </w:p>
    <w:p w14:paraId="18A44F6C" w14:textId="77777777" w:rsidR="006F1ADB" w:rsidRDefault="006F1ADB" w:rsidP="005A3479">
      <w:r>
        <w:t>— </w:t>
      </w:r>
      <w:r w:rsidR="005A3479">
        <w:t>Exprès</w:t>
      </w:r>
      <w:r>
        <w:t xml:space="preserve">. </w:t>
      </w:r>
      <w:r w:rsidR="005A3479">
        <w:t>Elle est entrée dans ma chambre</w:t>
      </w:r>
      <w:r>
        <w:t xml:space="preserve">, </w:t>
      </w:r>
      <w:r w:rsidR="005A3479">
        <w:t>et</w:t>
      </w:r>
      <w:r>
        <w:t xml:space="preserve">, </w:t>
      </w:r>
      <w:r w:rsidR="005A3479">
        <w:t>trouvant que ces objets n</w:t>
      </w:r>
      <w:r>
        <w:t>’</w:t>
      </w:r>
      <w:r w:rsidR="005A3479">
        <w:t>étaient point de son goût</w:t>
      </w:r>
      <w:r>
        <w:t xml:space="preserve">, </w:t>
      </w:r>
      <w:r w:rsidR="005A3479">
        <w:t>elle les a jetés par terre et brisés sous ses pieds</w:t>
      </w:r>
      <w:r>
        <w:t>.</w:t>
      </w:r>
    </w:p>
    <w:p w14:paraId="56B256D9" w14:textId="77777777" w:rsidR="006F1ADB" w:rsidRDefault="006F1ADB" w:rsidP="005A3479">
      <w:r>
        <w:t>— </w:t>
      </w:r>
      <w:r w:rsidR="005A3479">
        <w:t>Des images catholiques</w:t>
      </w:r>
      <w:r>
        <w:t xml:space="preserve">, </w:t>
      </w:r>
      <w:r w:rsidR="005A3479">
        <w:t>sans doute</w:t>
      </w:r>
      <w:r>
        <w:t> ?</w:t>
      </w:r>
    </w:p>
    <w:p w14:paraId="1E46EB12" w14:textId="77777777" w:rsidR="006F1ADB" w:rsidRDefault="006F1ADB" w:rsidP="005A3479">
      <w:r>
        <w:t>— </w:t>
      </w:r>
      <w:r w:rsidR="005A3479">
        <w:t>Non</w:t>
      </w:r>
      <w:r>
        <w:t xml:space="preserve">… </w:t>
      </w:r>
      <w:r w:rsidR="005A3479">
        <w:t>Mes statuettes lui déplaisaient pour d</w:t>
      </w:r>
      <w:r>
        <w:t>’</w:t>
      </w:r>
      <w:r w:rsidR="005A3479">
        <w:t>autres ra</w:t>
      </w:r>
      <w:r w:rsidR="005A3479">
        <w:t>i</w:t>
      </w:r>
      <w:r w:rsidR="005A3479">
        <w:t>sons</w:t>
      </w:r>
      <w:r>
        <w:t xml:space="preserve">. </w:t>
      </w:r>
      <w:r w:rsidR="005A3479">
        <w:t>J</w:t>
      </w:r>
      <w:r>
        <w:t>’</w:t>
      </w:r>
      <w:r w:rsidR="005A3479">
        <w:t>ai donc résolu de la quitter</w:t>
      </w:r>
      <w:r>
        <w:t xml:space="preserve">. </w:t>
      </w:r>
      <w:r w:rsidR="005A3479">
        <w:t>Je veux chercher une occ</w:t>
      </w:r>
      <w:r w:rsidR="005A3479">
        <w:t>u</w:t>
      </w:r>
      <w:r w:rsidR="005A3479">
        <w:t>pation qui me laisse plus indépendante</w:t>
      </w:r>
      <w:r>
        <w:t>.</w:t>
      </w:r>
    </w:p>
    <w:p w14:paraId="2FD1724C" w14:textId="77777777" w:rsidR="006F1ADB" w:rsidRDefault="006F1ADB" w:rsidP="005A3479">
      <w:r>
        <w:t>— </w:t>
      </w:r>
      <w:r w:rsidR="005A3479">
        <w:t>Pourquoi n</w:t>
      </w:r>
      <w:r>
        <w:t>’</w:t>
      </w:r>
      <w:r w:rsidR="005A3479">
        <w:t>essayeriez-vous pas d</w:t>
      </w:r>
      <w:r>
        <w:t>’</w:t>
      </w:r>
      <w:r w:rsidR="005A3479">
        <w:t>entrer dans l</w:t>
      </w:r>
      <w:r>
        <w:t>’</w:t>
      </w:r>
      <w:r w:rsidR="005A3479">
        <w:t>enseignement</w:t>
      </w:r>
      <w:r>
        <w:t> ?</w:t>
      </w:r>
    </w:p>
    <w:p w14:paraId="45940417" w14:textId="77777777" w:rsidR="006F1ADB" w:rsidRDefault="006F1ADB" w:rsidP="005A3479">
      <w:r>
        <w:t>— </w:t>
      </w:r>
      <w:r w:rsidR="005A3479">
        <w:t>Je n</w:t>
      </w:r>
      <w:r>
        <w:t>’</w:t>
      </w:r>
      <w:r w:rsidR="005A3479">
        <w:t>y ai jamais pensé</w:t>
      </w:r>
      <w:r>
        <w:t>.</w:t>
      </w:r>
    </w:p>
    <w:p w14:paraId="3D792699" w14:textId="1D0C3B70" w:rsidR="006F1ADB" w:rsidRDefault="006F1ADB" w:rsidP="005A3479">
      <w:r>
        <w:t>— </w:t>
      </w:r>
      <w:r w:rsidR="005A3479">
        <w:t xml:space="preserve">Laissez-moi demander à </w:t>
      </w:r>
      <w:r>
        <w:t>M. </w:t>
      </w:r>
      <w:proofErr w:type="spellStart"/>
      <w:r w:rsidR="005A3479">
        <w:t>Phillotson</w:t>
      </w:r>
      <w:proofErr w:type="spellEnd"/>
      <w:r w:rsidR="005A3479">
        <w:t xml:space="preserve"> s</w:t>
      </w:r>
      <w:r>
        <w:t>’</w:t>
      </w:r>
      <w:r w:rsidR="005A3479">
        <w:t>il consentirait à vous prendre dans son école</w:t>
      </w:r>
      <w:r>
        <w:t xml:space="preserve">. </w:t>
      </w:r>
      <w:r w:rsidR="005A3479">
        <w:t>Vous irez d</w:t>
      </w:r>
      <w:r>
        <w:t>’</w:t>
      </w:r>
      <w:r w:rsidR="005A3479">
        <w:t>abord à l</w:t>
      </w:r>
      <w:r>
        <w:t>’</w:t>
      </w:r>
      <w:r w:rsidR="005A3479">
        <w:t>École no</w:t>
      </w:r>
      <w:r w:rsidR="005A3479">
        <w:t>r</w:t>
      </w:r>
      <w:r w:rsidR="005A3479">
        <w:t>male</w:t>
      </w:r>
      <w:r>
        <w:t xml:space="preserve">, </w:t>
      </w:r>
      <w:r w:rsidR="005A3479">
        <w:t>et quand vous aurez vos diplômes</w:t>
      </w:r>
      <w:r>
        <w:t xml:space="preserve">, </w:t>
      </w:r>
      <w:r w:rsidR="005A3479">
        <w:t>vous gagnerez plus que dans aucun art industriel</w:t>
      </w:r>
      <w:r>
        <w:t>.</w:t>
      </w:r>
    </w:p>
    <w:p w14:paraId="5537E8E4" w14:textId="77777777" w:rsidR="006F1ADB" w:rsidRDefault="006F1ADB" w:rsidP="005A3479">
      <w:r>
        <w:t>— </w:t>
      </w:r>
      <w:r w:rsidR="005A3479">
        <w:t>Eh bien</w:t>
      </w:r>
      <w:r>
        <w:t xml:space="preserve">, </w:t>
      </w:r>
      <w:r w:rsidR="005A3479">
        <w:t>j</w:t>
      </w:r>
      <w:r>
        <w:t>’</w:t>
      </w:r>
      <w:r w:rsidR="005A3479">
        <w:t>essayerai</w:t>
      </w:r>
      <w:r>
        <w:t xml:space="preserve">. </w:t>
      </w:r>
      <w:r w:rsidR="005A3479">
        <w:t>Bonsoir</w:t>
      </w:r>
      <w:r>
        <w:t xml:space="preserve">, </w:t>
      </w:r>
      <w:r w:rsidR="005A3479">
        <w:t>cher Jude</w:t>
      </w:r>
      <w:r>
        <w:t xml:space="preserve">. </w:t>
      </w:r>
      <w:r w:rsidR="005A3479">
        <w:t>Je suis charmée que nous ayons fini par nous connaître</w:t>
      </w:r>
      <w:r>
        <w:t>.</w:t>
      </w:r>
    </w:p>
    <w:p w14:paraId="3BC99BC3" w14:textId="77777777" w:rsidR="006F1ADB" w:rsidRDefault="005A3479" w:rsidP="005A3479">
      <w:r>
        <w:t xml:space="preserve">Retenir Suzanne près de </w:t>
      </w:r>
      <w:proofErr w:type="spellStart"/>
      <w:r>
        <w:t>Christminster</w:t>
      </w:r>
      <w:proofErr w:type="spellEnd"/>
      <w:r>
        <w:t xml:space="preserve"> était devenu un d</w:t>
      </w:r>
      <w:r>
        <w:t>é</w:t>
      </w:r>
      <w:r>
        <w:t>sir si vif chez Jude qu</w:t>
      </w:r>
      <w:r w:rsidR="006F1ADB">
        <w:t>’</w:t>
      </w:r>
      <w:r>
        <w:t>il ne songea plus aux conséquences po</w:t>
      </w:r>
      <w:r>
        <w:t>s</w:t>
      </w:r>
      <w:r>
        <w:t>sibles de leur intimité</w:t>
      </w:r>
      <w:r w:rsidR="006F1ADB">
        <w:t xml:space="preserve">. </w:t>
      </w:r>
      <w:r>
        <w:t>Le lendemain soir</w:t>
      </w:r>
      <w:r w:rsidR="006F1ADB">
        <w:t xml:space="preserve">, </w:t>
      </w:r>
      <w:r>
        <w:t xml:space="preserve">il retourna à </w:t>
      </w:r>
      <w:proofErr w:type="spellStart"/>
      <w:r>
        <w:t>Lumsdon</w:t>
      </w:r>
      <w:proofErr w:type="spellEnd"/>
      <w:r w:rsidR="006F1ADB">
        <w:t xml:space="preserve">, </w:t>
      </w:r>
      <w:r>
        <w:t>et</w:t>
      </w:r>
      <w:r w:rsidR="006F1ADB">
        <w:t xml:space="preserve">, </w:t>
      </w:r>
      <w:r>
        <w:t>à force d</w:t>
      </w:r>
      <w:r w:rsidR="006F1ADB">
        <w:t>’</w:t>
      </w:r>
      <w:r>
        <w:t>ingénieux arguments</w:t>
      </w:r>
      <w:r w:rsidR="006F1ADB">
        <w:t xml:space="preserve">, </w:t>
      </w:r>
      <w:r>
        <w:t xml:space="preserve">il décida </w:t>
      </w:r>
      <w:proofErr w:type="spellStart"/>
      <w:r>
        <w:t>Phillotson</w:t>
      </w:r>
      <w:proofErr w:type="spellEnd"/>
      <w:r>
        <w:t xml:space="preserve"> à prendre sa cousine comme maîtresse-adjointe avant même que celle-ci eût commencé son stage à l</w:t>
      </w:r>
      <w:r w:rsidR="006F1ADB">
        <w:t>’</w:t>
      </w:r>
      <w:r>
        <w:t>École normale</w:t>
      </w:r>
      <w:r w:rsidR="006F1ADB">
        <w:t>.</w:t>
      </w:r>
    </w:p>
    <w:p w14:paraId="2E5A376A" w14:textId="5CEE4493" w:rsidR="005A3479" w:rsidRDefault="005A3479" w:rsidP="006F1ADB">
      <w:pPr>
        <w:pStyle w:val="Titre2"/>
      </w:pPr>
      <w:bookmarkStart w:id="31" w:name="__RefHeading__33_1957917597"/>
      <w:bookmarkStart w:id="32" w:name="_Toc202369631"/>
      <w:bookmarkEnd w:id="31"/>
      <w:r>
        <w:lastRenderedPageBreak/>
        <w:t>IV</w:t>
      </w:r>
      <w:bookmarkEnd w:id="32"/>
    </w:p>
    <w:p w14:paraId="23797D0B" w14:textId="482E2568" w:rsidR="006F1ADB" w:rsidRDefault="005A3479" w:rsidP="005A3479">
      <w:r>
        <w:t>Il y avait déjà plusieurs semaines que Suzanne était dev</w:t>
      </w:r>
      <w:r>
        <w:t>e</w:t>
      </w:r>
      <w:r>
        <w:t xml:space="preserve">nue maîtresse-adjointe chez </w:t>
      </w:r>
      <w:r w:rsidR="006F1ADB">
        <w:t>M. </w:t>
      </w:r>
      <w:proofErr w:type="spellStart"/>
      <w:r>
        <w:t>Phillotson</w:t>
      </w:r>
      <w:proofErr w:type="spellEnd"/>
      <w:r w:rsidR="006F1ADB">
        <w:t xml:space="preserve">. </w:t>
      </w:r>
      <w:r>
        <w:t>Il était satisfait de ses services</w:t>
      </w:r>
      <w:r w:rsidR="006F1ADB">
        <w:t xml:space="preserve">, </w:t>
      </w:r>
      <w:r>
        <w:t>plus satisfait même qu</w:t>
      </w:r>
      <w:r w:rsidR="006F1ADB">
        <w:t>’</w:t>
      </w:r>
      <w:r>
        <w:t>il ne l</w:t>
      </w:r>
      <w:r w:rsidR="006F1ADB">
        <w:t>’</w:t>
      </w:r>
      <w:r>
        <w:t>avait espéré</w:t>
      </w:r>
      <w:r w:rsidR="006F1ADB">
        <w:t xml:space="preserve">. </w:t>
      </w:r>
      <w:r>
        <w:t>La jeune fille logeait chez une veuve</w:t>
      </w:r>
      <w:r w:rsidR="006F1ADB">
        <w:t xml:space="preserve">, </w:t>
      </w:r>
      <w:r>
        <w:t xml:space="preserve">appelée </w:t>
      </w:r>
      <w:r w:rsidR="006F1ADB">
        <w:t>M</w:t>
      </w:r>
      <w:r w:rsidR="006F1ADB" w:rsidRPr="006F1ADB">
        <w:rPr>
          <w:vertAlign w:val="superscript"/>
        </w:rPr>
        <w:t>rs</w:t>
      </w:r>
      <w:r w:rsidR="006F1ADB">
        <w:t> </w:t>
      </w:r>
      <w:proofErr w:type="spellStart"/>
      <w:r>
        <w:t>Hawes</w:t>
      </w:r>
      <w:proofErr w:type="spellEnd"/>
      <w:r w:rsidR="006F1ADB">
        <w:t xml:space="preserve">, </w:t>
      </w:r>
      <w:r>
        <w:t>et presque tous les soirs l</w:t>
      </w:r>
      <w:r w:rsidR="006F1ADB">
        <w:t>’</w:t>
      </w:r>
      <w:r>
        <w:t>instituteur venait lui donner des leçons particulières pour compléter son éducation</w:t>
      </w:r>
      <w:r w:rsidR="006F1ADB">
        <w:t>.</w:t>
      </w:r>
    </w:p>
    <w:p w14:paraId="625C496A" w14:textId="77777777" w:rsidR="006F1ADB" w:rsidRDefault="005A3479" w:rsidP="005A3479">
      <w:r>
        <w:t xml:space="preserve">Un incident vint rompre la monotonie de cette existence que </w:t>
      </w:r>
      <w:proofErr w:type="spellStart"/>
      <w:r>
        <w:t>Phillotson</w:t>
      </w:r>
      <w:proofErr w:type="spellEnd"/>
      <w:r>
        <w:t xml:space="preserve"> commençait à trouver délicieuse</w:t>
      </w:r>
      <w:r w:rsidR="006F1ADB">
        <w:t xml:space="preserve">. </w:t>
      </w:r>
      <w:r>
        <w:t xml:space="preserve">Il dut conduire ses élèves à </w:t>
      </w:r>
      <w:proofErr w:type="spellStart"/>
      <w:r>
        <w:t>Christminster</w:t>
      </w:r>
      <w:proofErr w:type="spellEnd"/>
      <w:r>
        <w:t xml:space="preserve"> pour leur faire voir un modèle en r</w:t>
      </w:r>
      <w:r>
        <w:t>e</w:t>
      </w:r>
      <w:r>
        <w:t>lief de l</w:t>
      </w:r>
      <w:r w:rsidR="006F1ADB">
        <w:t>’</w:t>
      </w:r>
      <w:r>
        <w:t>ancienne Jérusalem</w:t>
      </w:r>
      <w:r w:rsidR="006F1ADB">
        <w:t xml:space="preserve">, </w:t>
      </w:r>
      <w:r>
        <w:t>exposé dans l</w:t>
      </w:r>
      <w:r w:rsidR="006F1ADB">
        <w:t>’</w:t>
      </w:r>
      <w:r>
        <w:t>intérêt de l</w:t>
      </w:r>
      <w:r w:rsidR="006F1ADB">
        <w:t>’</w:t>
      </w:r>
      <w:r>
        <w:t>éducation</w:t>
      </w:r>
      <w:r w:rsidR="006F1ADB">
        <w:t xml:space="preserve">, </w:t>
      </w:r>
      <w:r>
        <w:t>à un prix très minime</w:t>
      </w:r>
      <w:r w:rsidR="006F1ADB">
        <w:t xml:space="preserve">. </w:t>
      </w:r>
      <w:r>
        <w:t>Par un après-midi de soleil et de poussière</w:t>
      </w:r>
      <w:r w:rsidR="006F1ADB">
        <w:t xml:space="preserve">, </w:t>
      </w:r>
      <w:r>
        <w:t xml:space="preserve">Sue et </w:t>
      </w:r>
      <w:proofErr w:type="spellStart"/>
      <w:r>
        <w:t>Phillotson</w:t>
      </w:r>
      <w:proofErr w:type="spellEnd"/>
      <w:r>
        <w:t xml:space="preserve"> dirigèrent les enfants vers la ville</w:t>
      </w:r>
      <w:r w:rsidR="006F1ADB">
        <w:t xml:space="preserve">, </w:t>
      </w:r>
      <w:r>
        <w:t>et entrèrent avec eux dans la salle d</w:t>
      </w:r>
      <w:r w:rsidR="006F1ADB">
        <w:t>’</w:t>
      </w:r>
      <w:r>
        <w:t>exposition</w:t>
      </w:r>
      <w:r w:rsidR="006F1ADB">
        <w:t xml:space="preserve">, </w:t>
      </w:r>
      <w:r>
        <w:t>alors à peu près vide</w:t>
      </w:r>
      <w:r w:rsidR="006F1ADB">
        <w:t>.</w:t>
      </w:r>
    </w:p>
    <w:p w14:paraId="110848BE" w14:textId="77777777" w:rsidR="006F1ADB" w:rsidRDefault="005A3479" w:rsidP="005A3479">
      <w:r>
        <w:t>Le modèle de l</w:t>
      </w:r>
      <w:r w:rsidR="006F1ADB">
        <w:t>’</w:t>
      </w:r>
      <w:r>
        <w:t>antique cité juive était placé au milieu de cette salle</w:t>
      </w:r>
      <w:r w:rsidR="006F1ADB">
        <w:t xml:space="preserve">, </w:t>
      </w:r>
      <w:r>
        <w:t>et le propriétaire indiquait aux jeunes visiteurs les endroits que la Bible a rendus célèbres</w:t>
      </w:r>
      <w:r w:rsidR="006F1ADB">
        <w:t xml:space="preserve"> : </w:t>
      </w:r>
      <w:r>
        <w:t xml:space="preserve">le mont </w:t>
      </w:r>
      <w:proofErr w:type="spellStart"/>
      <w:r>
        <w:t>Moriah</w:t>
      </w:r>
      <w:proofErr w:type="spellEnd"/>
      <w:r w:rsidR="006F1ADB">
        <w:t xml:space="preserve">, </w:t>
      </w:r>
      <w:r>
        <w:t>la va</w:t>
      </w:r>
      <w:r>
        <w:t>l</w:t>
      </w:r>
      <w:r>
        <w:t>lée de Josaphat</w:t>
      </w:r>
      <w:r w:rsidR="006F1ADB">
        <w:t xml:space="preserve">, </w:t>
      </w:r>
      <w:r>
        <w:t>le Calvaire</w:t>
      </w:r>
      <w:r w:rsidR="006F1ADB">
        <w:t>.</w:t>
      </w:r>
    </w:p>
    <w:p w14:paraId="49DE08D4" w14:textId="77777777" w:rsidR="006F1ADB" w:rsidRDefault="005A3479" w:rsidP="005A3479">
      <w:r>
        <w:t>Suzanne s</w:t>
      </w:r>
      <w:r w:rsidR="006F1ADB">
        <w:t>’</w:t>
      </w:r>
      <w:r>
        <w:t xml:space="preserve">était retirée au fond de la pièce avec </w:t>
      </w:r>
      <w:proofErr w:type="spellStart"/>
      <w:r>
        <w:t>Phillotson</w:t>
      </w:r>
      <w:proofErr w:type="spellEnd"/>
      <w:r w:rsidR="006F1ADB">
        <w:t>.</w:t>
      </w:r>
    </w:p>
    <w:p w14:paraId="7C3E9ACC" w14:textId="77777777" w:rsidR="006F1ADB" w:rsidRDefault="006F1ADB" w:rsidP="005A3479">
      <w:r>
        <w:t>— </w:t>
      </w:r>
      <w:r w:rsidR="005A3479">
        <w:t>J</w:t>
      </w:r>
      <w:r>
        <w:t>’</w:t>
      </w:r>
      <w:r w:rsidR="005A3479">
        <w:t>imagine</w:t>
      </w:r>
      <w:r>
        <w:t xml:space="preserve">, </w:t>
      </w:r>
      <w:r w:rsidR="005A3479">
        <w:t>dit-elle</w:t>
      </w:r>
      <w:r>
        <w:t xml:space="preserve">, </w:t>
      </w:r>
      <w:r w:rsidR="005A3479">
        <w:t>que nous avons assez entendu parler de Jérusalem</w:t>
      </w:r>
      <w:r>
        <w:t xml:space="preserve">, </w:t>
      </w:r>
      <w:r w:rsidR="005A3479">
        <w:t>d</w:t>
      </w:r>
      <w:r>
        <w:t>’</w:t>
      </w:r>
      <w:r w:rsidR="005A3479">
        <w:t>autant plus que nous ne sommes pas Juifs</w:t>
      </w:r>
      <w:r>
        <w:t xml:space="preserve">. </w:t>
      </w:r>
      <w:r w:rsidR="005A3479">
        <w:t>Qu</w:t>
      </w:r>
      <w:r>
        <w:t>’</w:t>
      </w:r>
      <w:r w:rsidR="005A3479">
        <w:t>était-ce que cette ville</w:t>
      </w:r>
      <w:r>
        <w:t xml:space="preserve">, </w:t>
      </w:r>
      <w:r w:rsidR="005A3479">
        <w:t>et ce peuple</w:t>
      </w:r>
      <w:r>
        <w:t xml:space="preserve">, </w:t>
      </w:r>
      <w:r w:rsidR="005A3479">
        <w:t>auprès des autres cités</w:t>
      </w:r>
      <w:r>
        <w:t xml:space="preserve">. </w:t>
      </w:r>
      <w:r w:rsidR="005A3479">
        <w:t>Athènes</w:t>
      </w:r>
      <w:r>
        <w:t xml:space="preserve">, </w:t>
      </w:r>
      <w:r w:rsidR="005A3479">
        <w:t>Rome</w:t>
      </w:r>
      <w:r>
        <w:t xml:space="preserve">, </w:t>
      </w:r>
      <w:r w:rsidR="005A3479">
        <w:t>Alexandrie</w:t>
      </w:r>
      <w:r>
        <w:t> ?</w:t>
      </w:r>
    </w:p>
    <w:p w14:paraId="1C15C6F3" w14:textId="77777777" w:rsidR="006F1ADB" w:rsidRDefault="006F1ADB" w:rsidP="005A3479">
      <w:r>
        <w:t>— </w:t>
      </w:r>
      <w:r w:rsidR="005A3479">
        <w:t>Mais</w:t>
      </w:r>
      <w:r>
        <w:t xml:space="preserve">, </w:t>
      </w:r>
      <w:r w:rsidR="005A3479">
        <w:t>ma chère enfant</w:t>
      </w:r>
      <w:r>
        <w:t xml:space="preserve">, </w:t>
      </w:r>
      <w:r w:rsidR="005A3479">
        <w:t>considérez ce que cela représente pour nous</w:t>
      </w:r>
      <w:r>
        <w:t>.</w:t>
      </w:r>
    </w:p>
    <w:p w14:paraId="2413B491" w14:textId="77777777" w:rsidR="006F1ADB" w:rsidRDefault="005A3479" w:rsidP="005A3479">
      <w:r>
        <w:lastRenderedPageBreak/>
        <w:t>Elle se tut</w:t>
      </w:r>
      <w:r w:rsidR="006F1ADB">
        <w:t xml:space="preserve">, </w:t>
      </w:r>
      <w:r>
        <w:t>et ils aperçurent un jeune homme en jaquette de flanelle blanche</w:t>
      </w:r>
      <w:r w:rsidR="006F1ADB">
        <w:t xml:space="preserve">, </w:t>
      </w:r>
      <w:r>
        <w:t>absorbé par la contemplation de la vallée de Josaphat</w:t>
      </w:r>
      <w:r w:rsidR="006F1ADB">
        <w:t>.</w:t>
      </w:r>
    </w:p>
    <w:p w14:paraId="419AAD6E" w14:textId="77777777" w:rsidR="006F1ADB" w:rsidRDefault="006F1ADB" w:rsidP="005A3479">
      <w:r>
        <w:t>— </w:t>
      </w:r>
      <w:r w:rsidR="005A3479">
        <w:t>Voyez votre cousin Jude</w:t>
      </w:r>
      <w:r>
        <w:t xml:space="preserve">, </w:t>
      </w:r>
      <w:r w:rsidR="005A3479">
        <w:t xml:space="preserve">dit </w:t>
      </w:r>
      <w:proofErr w:type="spellStart"/>
      <w:r w:rsidR="005A3479">
        <w:t>Phillotson</w:t>
      </w:r>
      <w:proofErr w:type="spellEnd"/>
      <w:r>
        <w:t xml:space="preserve">. </w:t>
      </w:r>
      <w:r w:rsidR="005A3479">
        <w:t>Il ne paraît pas être fatigué de Jérusalem</w:t>
      </w:r>
      <w:r>
        <w:t>.</w:t>
      </w:r>
    </w:p>
    <w:p w14:paraId="1717DA96" w14:textId="77777777" w:rsidR="006F1ADB" w:rsidRDefault="005A3479" w:rsidP="005A3479">
      <w:r>
        <w:t>Elle appela</w:t>
      </w:r>
      <w:r w:rsidR="006F1ADB">
        <w:t> :</w:t>
      </w:r>
    </w:p>
    <w:p w14:paraId="1572C653" w14:textId="77777777" w:rsidR="006F1ADB" w:rsidRDefault="006F1ADB" w:rsidP="005A3479">
      <w:r>
        <w:t>— </w:t>
      </w:r>
      <w:r w:rsidR="005A3479">
        <w:t>Jude</w:t>
      </w:r>
      <w:r>
        <w:t xml:space="preserve">, </w:t>
      </w:r>
      <w:r w:rsidR="005A3479">
        <w:t>est-ce vous</w:t>
      </w:r>
      <w:r>
        <w:t xml:space="preserve">, </w:t>
      </w:r>
      <w:r w:rsidR="005A3479">
        <w:t>ici</w:t>
      </w:r>
      <w:r>
        <w:t> ?</w:t>
      </w:r>
    </w:p>
    <w:p w14:paraId="7FB511C3" w14:textId="77777777" w:rsidR="006F1ADB" w:rsidRDefault="005A3479" w:rsidP="005A3479">
      <w:r>
        <w:t>Il sortit de sa rêverie</w:t>
      </w:r>
      <w:r w:rsidR="006F1ADB">
        <w:t xml:space="preserve">, </w:t>
      </w:r>
      <w:r>
        <w:t>et</w:t>
      </w:r>
      <w:r w:rsidR="006F1ADB">
        <w:t xml:space="preserve">, </w:t>
      </w:r>
      <w:r>
        <w:t>avec la rougeur d</w:t>
      </w:r>
      <w:r w:rsidR="006F1ADB">
        <w:t>’</w:t>
      </w:r>
      <w:r>
        <w:t>un amoureux</w:t>
      </w:r>
      <w:r w:rsidR="006F1ADB">
        <w:t> :</w:t>
      </w:r>
    </w:p>
    <w:p w14:paraId="613632DC" w14:textId="77777777" w:rsidR="006F1ADB" w:rsidRDefault="006F1ADB" w:rsidP="005A3479">
      <w:r>
        <w:t>— </w:t>
      </w:r>
      <w:r w:rsidR="005A3479">
        <w:t>Sue</w:t>
      </w:r>
      <w:r>
        <w:t xml:space="preserve"> !… </w:t>
      </w:r>
      <w:r w:rsidR="005A3479">
        <w:t>Ces enfants sont donc vos élèves</w:t>
      </w:r>
      <w:r>
        <w:t xml:space="preserve"> ? </w:t>
      </w:r>
      <w:r w:rsidR="005A3479">
        <w:t>Je pensais bien vous rencontrer</w:t>
      </w:r>
      <w:r>
        <w:t xml:space="preserve">, </w:t>
      </w:r>
      <w:r w:rsidR="005A3479">
        <w:t>mais ce spectacle m</w:t>
      </w:r>
      <w:r>
        <w:t>’</w:t>
      </w:r>
      <w:r w:rsidR="005A3479">
        <w:t>a si profondément intére</w:t>
      </w:r>
      <w:r w:rsidR="005A3479">
        <w:t>s</w:t>
      </w:r>
      <w:r w:rsidR="005A3479">
        <w:t>sé que je ne me suis plus rappelé où j</w:t>
      </w:r>
      <w:r>
        <w:t>’</w:t>
      </w:r>
      <w:r w:rsidR="005A3479">
        <w:t>étais</w:t>
      </w:r>
      <w:r>
        <w:t>.</w:t>
      </w:r>
    </w:p>
    <w:p w14:paraId="6F17F94F" w14:textId="77777777" w:rsidR="006F1ADB" w:rsidRDefault="006F1ADB" w:rsidP="005A3479">
      <w:r>
        <w:t>— </w:t>
      </w:r>
      <w:r w:rsidR="005A3479">
        <w:t>Votre cousine est une femme supérieure</w:t>
      </w:r>
      <w:r>
        <w:t xml:space="preserve">, </w:t>
      </w:r>
      <w:r w:rsidR="005A3479">
        <w:t xml:space="preserve">dit </w:t>
      </w:r>
      <w:proofErr w:type="spellStart"/>
      <w:r w:rsidR="005A3479">
        <w:t>Phillotson</w:t>
      </w:r>
      <w:proofErr w:type="spellEnd"/>
      <w:r w:rsidR="005A3479">
        <w:t xml:space="preserve"> en plaisantant</w:t>
      </w:r>
      <w:r>
        <w:t xml:space="preserve">. </w:t>
      </w:r>
      <w:r w:rsidR="005A3479">
        <w:t>Elle a terriblement critiqué tout cela</w:t>
      </w:r>
      <w:r>
        <w:t>.</w:t>
      </w:r>
    </w:p>
    <w:p w14:paraId="524560D8" w14:textId="77777777" w:rsidR="006F1ADB" w:rsidRDefault="006F1ADB" w:rsidP="005A3479">
      <w:r>
        <w:t>— </w:t>
      </w:r>
      <w:r w:rsidR="005A3479">
        <w:t>Non</w:t>
      </w:r>
      <w:r>
        <w:t xml:space="preserve">, </w:t>
      </w:r>
      <w:r w:rsidR="005A3479">
        <w:t xml:space="preserve">monsieur </w:t>
      </w:r>
      <w:proofErr w:type="spellStart"/>
      <w:r w:rsidR="005A3479">
        <w:t>Phillotson</w:t>
      </w:r>
      <w:proofErr w:type="spellEnd"/>
      <w:r>
        <w:t xml:space="preserve">, </w:t>
      </w:r>
      <w:r w:rsidR="005A3479">
        <w:t>je ne suis pas une femme s</w:t>
      </w:r>
      <w:r w:rsidR="005A3479">
        <w:t>u</w:t>
      </w:r>
      <w:r w:rsidR="005A3479">
        <w:t>périeure</w:t>
      </w:r>
      <w:r>
        <w:t xml:space="preserve">. </w:t>
      </w:r>
      <w:r w:rsidR="005A3479">
        <w:t>Il n</w:t>
      </w:r>
      <w:r>
        <w:t>’</w:t>
      </w:r>
      <w:r w:rsidR="005A3479">
        <w:t>y en a que trop aujourd</w:t>
      </w:r>
      <w:r>
        <w:t>’</w:t>
      </w:r>
      <w:r w:rsidR="005A3479">
        <w:t>hui</w:t>
      </w:r>
      <w:r>
        <w:t xml:space="preserve">, </w:t>
      </w:r>
      <w:r w:rsidR="005A3479">
        <w:t>de ces femmes-là</w:t>
      </w:r>
      <w:r>
        <w:t xml:space="preserve">… </w:t>
      </w:r>
      <w:r w:rsidR="005A3479">
        <w:t>Défendez-moi</w:t>
      </w:r>
      <w:r>
        <w:t xml:space="preserve">, </w:t>
      </w:r>
      <w:r w:rsidR="005A3479">
        <w:t>Jude</w:t>
      </w:r>
      <w:r>
        <w:t xml:space="preserve">. </w:t>
      </w:r>
      <w:r w:rsidR="005A3479">
        <w:t>Je ne me suis pas bien exprimée</w:t>
      </w:r>
      <w:r>
        <w:t>.</w:t>
      </w:r>
    </w:p>
    <w:p w14:paraId="20510A55" w14:textId="77777777" w:rsidR="006F1ADB" w:rsidRDefault="006F1ADB" w:rsidP="005A3479">
      <w:r>
        <w:t>— </w:t>
      </w:r>
      <w:r w:rsidR="005A3479">
        <w:t>Je devine votre sentiment</w:t>
      </w:r>
      <w:r>
        <w:t xml:space="preserve">, </w:t>
      </w:r>
      <w:r w:rsidR="005A3479">
        <w:t>dit Jude</w:t>
      </w:r>
      <w:r>
        <w:t xml:space="preserve">, </w:t>
      </w:r>
      <w:r w:rsidR="005A3479">
        <w:t>qui ne devinait rien du tout</w:t>
      </w:r>
      <w:r>
        <w:t>.</w:t>
      </w:r>
    </w:p>
    <w:p w14:paraId="65794D87" w14:textId="77777777" w:rsidR="006F1ADB" w:rsidRDefault="006F1ADB" w:rsidP="005A3479">
      <w:r>
        <w:t>— </w:t>
      </w:r>
      <w:r w:rsidR="005A3479">
        <w:t>C</w:t>
      </w:r>
      <w:r>
        <w:t>’</w:t>
      </w:r>
      <w:r w:rsidR="005A3479">
        <w:t>est bien</w:t>
      </w:r>
      <w:r>
        <w:t xml:space="preserve">. </w:t>
      </w:r>
      <w:r w:rsidR="005A3479">
        <w:t>Vous me comprenez</w:t>
      </w:r>
      <w:r>
        <w:t xml:space="preserve">, </w:t>
      </w:r>
      <w:r w:rsidR="005A3479">
        <w:t>vous</w:t>
      </w:r>
      <w:r>
        <w:t>.</w:t>
      </w:r>
    </w:p>
    <w:p w14:paraId="10495A59" w14:textId="77777777" w:rsidR="006F1ADB" w:rsidRDefault="005A3479" w:rsidP="005A3479">
      <w:r>
        <w:t>Elle jeta un regard de reproche à l</w:t>
      </w:r>
      <w:r w:rsidR="006F1ADB">
        <w:t>’</w:t>
      </w:r>
      <w:r>
        <w:t>instituteur et prit la main de Jude</w:t>
      </w:r>
      <w:r w:rsidR="006F1ADB">
        <w:t xml:space="preserve">, </w:t>
      </w:r>
      <w:r>
        <w:t>sans se douter du trouble qu</w:t>
      </w:r>
      <w:r w:rsidR="006F1ADB">
        <w:t>’</w:t>
      </w:r>
      <w:r>
        <w:t>elle apportait dans ces deux cœurs</w:t>
      </w:r>
      <w:r w:rsidR="006F1ADB">
        <w:t>.</w:t>
      </w:r>
    </w:p>
    <w:p w14:paraId="6A7369AD" w14:textId="77777777" w:rsidR="006F1ADB" w:rsidRDefault="005A3479" w:rsidP="005A3479">
      <w:r>
        <w:t xml:space="preserve">Jude promit à </w:t>
      </w:r>
      <w:proofErr w:type="spellStart"/>
      <w:r>
        <w:t>Phillotson</w:t>
      </w:r>
      <w:proofErr w:type="spellEnd"/>
      <w:r>
        <w:t xml:space="preserve"> de venir prendre le thé chez lui un vendredi soir</w:t>
      </w:r>
      <w:r w:rsidR="006F1ADB">
        <w:t xml:space="preserve">, </w:t>
      </w:r>
      <w:r>
        <w:t>le seul moment où le maître d</w:t>
      </w:r>
      <w:r w:rsidR="006F1ADB">
        <w:t>’</w:t>
      </w:r>
      <w:r>
        <w:t>école fût tout à fait libre</w:t>
      </w:r>
      <w:r w:rsidR="006F1ADB">
        <w:t xml:space="preserve">, </w:t>
      </w:r>
      <w:r>
        <w:t>et il vit partir le groupe des écoliers avec une amère m</w:t>
      </w:r>
      <w:r>
        <w:t>é</w:t>
      </w:r>
      <w:r>
        <w:t>lancolie</w:t>
      </w:r>
      <w:r w:rsidR="006F1ADB">
        <w:t xml:space="preserve">, </w:t>
      </w:r>
      <w:r>
        <w:t>se promettant de ne pas négliger l</w:t>
      </w:r>
      <w:r w:rsidR="006F1ADB">
        <w:t>’</w:t>
      </w:r>
      <w:r>
        <w:t xml:space="preserve">occasion que </w:t>
      </w:r>
      <w:proofErr w:type="spellStart"/>
      <w:r>
        <w:t>Phillo</w:t>
      </w:r>
      <w:r>
        <w:t>t</w:t>
      </w:r>
      <w:r>
        <w:t>son</w:t>
      </w:r>
      <w:proofErr w:type="spellEnd"/>
      <w:r>
        <w:t xml:space="preserve"> lui avait offerte</w:t>
      </w:r>
      <w:r w:rsidR="006F1ADB">
        <w:t>.</w:t>
      </w:r>
    </w:p>
    <w:p w14:paraId="5D0AEAD8" w14:textId="559F1C74" w:rsidR="006F1ADB" w:rsidRDefault="005A3479" w:rsidP="005A3479">
      <w:r>
        <w:lastRenderedPageBreak/>
        <w:t>C</w:t>
      </w:r>
      <w:r w:rsidR="006F1ADB">
        <w:t>’</w:t>
      </w:r>
      <w:r>
        <w:t>était l</w:t>
      </w:r>
      <w:r w:rsidR="006F1ADB">
        <w:t>’</w:t>
      </w:r>
      <w:r>
        <w:t xml:space="preserve">époque où Sa Majesté </w:t>
      </w:r>
      <w:r w:rsidR="006F1ADB">
        <w:t>M. </w:t>
      </w:r>
      <w:r>
        <w:t>l</w:t>
      </w:r>
      <w:r w:rsidR="006F1ADB">
        <w:t>’</w:t>
      </w:r>
      <w:r>
        <w:t xml:space="preserve">inspecteur des écoles faisait sa tournée aux environs de </w:t>
      </w:r>
      <w:proofErr w:type="spellStart"/>
      <w:r>
        <w:t>Christminster</w:t>
      </w:r>
      <w:proofErr w:type="spellEnd"/>
      <w:r w:rsidR="006F1ADB">
        <w:t xml:space="preserve">. </w:t>
      </w:r>
      <w:r>
        <w:t>Deux jours après la visite au panorama de Jérusalem</w:t>
      </w:r>
      <w:r w:rsidR="006F1ADB">
        <w:t xml:space="preserve">, </w:t>
      </w:r>
      <w:r>
        <w:t>cet important pe</w:t>
      </w:r>
      <w:r>
        <w:t>r</w:t>
      </w:r>
      <w:r>
        <w:t xml:space="preserve">sonnage arriva à </w:t>
      </w:r>
      <w:proofErr w:type="spellStart"/>
      <w:r>
        <w:t>Lumsdon</w:t>
      </w:r>
      <w:proofErr w:type="spellEnd"/>
      <w:r w:rsidR="006F1ADB">
        <w:t xml:space="preserve">, </w:t>
      </w:r>
      <w:r>
        <w:t>et</w:t>
      </w:r>
      <w:r w:rsidR="006F1ADB">
        <w:t xml:space="preserve">, </w:t>
      </w:r>
      <w:r>
        <w:t>pendant la classe du matin</w:t>
      </w:r>
      <w:r w:rsidR="006F1ADB">
        <w:t xml:space="preserve">, </w:t>
      </w:r>
      <w:r>
        <w:t>la porte s</w:t>
      </w:r>
      <w:r w:rsidR="006F1ADB">
        <w:t>’</w:t>
      </w:r>
      <w:r>
        <w:t xml:space="preserve">ouvrit doucement pour laisser passer le </w:t>
      </w:r>
      <w:r w:rsidR="006F1ADB">
        <w:t>« </w:t>
      </w:r>
      <w:r>
        <w:t>roi des épo</w:t>
      </w:r>
      <w:r>
        <w:t>u</w:t>
      </w:r>
      <w:r>
        <w:t>vantements</w:t>
      </w:r>
      <w:r w:rsidR="006F1ADB">
        <w:t> ».</w:t>
      </w:r>
    </w:p>
    <w:p w14:paraId="66BBD13E" w14:textId="06E7E11A" w:rsidR="006F1ADB" w:rsidRDefault="006F1ADB" w:rsidP="005A3479">
      <w:r>
        <w:t>M. </w:t>
      </w:r>
      <w:proofErr w:type="spellStart"/>
      <w:r w:rsidR="005A3479">
        <w:t>Phillotson</w:t>
      </w:r>
      <w:proofErr w:type="spellEnd"/>
      <w:r w:rsidR="005A3479">
        <w:t xml:space="preserve"> ne fut guère surpris</w:t>
      </w:r>
      <w:r>
        <w:t xml:space="preserve">. </w:t>
      </w:r>
      <w:r w:rsidR="005A3479">
        <w:t>Il connaissait depuis trop longtemps ce manège pour n</w:t>
      </w:r>
      <w:r>
        <w:t>’</w:t>
      </w:r>
      <w:r w:rsidR="005A3479">
        <w:t>être pas toujours prêt</w:t>
      </w:r>
      <w:r>
        <w:t xml:space="preserve">. </w:t>
      </w:r>
      <w:r w:rsidR="005A3479">
        <w:t>Mais les élèves de Sue se trouvaient à l</w:t>
      </w:r>
      <w:r>
        <w:t>’</w:t>
      </w:r>
      <w:r w:rsidR="005A3479">
        <w:t>extrémité de la salle et la jeune fille tournait le dos à la porte</w:t>
      </w:r>
      <w:r>
        <w:t xml:space="preserve">. </w:t>
      </w:r>
      <w:r w:rsidR="005A3479">
        <w:t>Sue continua donc la leçon co</w:t>
      </w:r>
      <w:r w:rsidR="005A3479">
        <w:t>m</w:t>
      </w:r>
      <w:r w:rsidR="005A3479">
        <w:t>mencée sans s</w:t>
      </w:r>
      <w:r>
        <w:t>’</w:t>
      </w:r>
      <w:r w:rsidR="005A3479">
        <w:t>apercevoir de la présence de l</w:t>
      </w:r>
      <w:r>
        <w:t>’</w:t>
      </w:r>
      <w:r w:rsidR="005A3479">
        <w:t>inspecteur</w:t>
      </w:r>
      <w:r>
        <w:t xml:space="preserve"> ; </w:t>
      </w:r>
      <w:r w:rsidR="005A3479">
        <w:t>mais</w:t>
      </w:r>
      <w:r>
        <w:t xml:space="preserve">, </w:t>
      </w:r>
      <w:r w:rsidR="005A3479">
        <w:t>quand elle se détourna</w:t>
      </w:r>
      <w:r>
        <w:t xml:space="preserve">, </w:t>
      </w:r>
      <w:r w:rsidR="005A3479">
        <w:t>elle resta toute saisie</w:t>
      </w:r>
      <w:r>
        <w:t xml:space="preserve">. </w:t>
      </w:r>
      <w:r w:rsidR="005A3479">
        <w:t>La surprise fut si forte qu</w:t>
      </w:r>
      <w:r>
        <w:t>’</w:t>
      </w:r>
      <w:r w:rsidR="005A3479">
        <w:t>elle poussa un cri de frayeur</w:t>
      </w:r>
      <w:r>
        <w:t xml:space="preserve">. </w:t>
      </w:r>
      <w:proofErr w:type="spellStart"/>
      <w:r w:rsidR="005A3479">
        <w:t>Phillotson</w:t>
      </w:r>
      <w:proofErr w:type="spellEnd"/>
      <w:r>
        <w:t xml:space="preserve">, </w:t>
      </w:r>
      <w:r w:rsidR="005A3479">
        <w:t>avec un étrange instinct de sollicitude</w:t>
      </w:r>
      <w:r>
        <w:t xml:space="preserve">, </w:t>
      </w:r>
      <w:r w:rsidR="005A3479">
        <w:t>s</w:t>
      </w:r>
      <w:r>
        <w:t>’</w:t>
      </w:r>
      <w:r w:rsidR="005A3479">
        <w:t>élança juste à temps pour la soutenir</w:t>
      </w:r>
      <w:r>
        <w:t xml:space="preserve">. </w:t>
      </w:r>
      <w:r w:rsidR="005A3479">
        <w:t>Elle reprit bientôt sa fermeté d</w:t>
      </w:r>
      <w:r>
        <w:t>’</w:t>
      </w:r>
      <w:r w:rsidR="005A3479">
        <w:t>esprit et fut la première à rire de sa timidité</w:t>
      </w:r>
      <w:r>
        <w:t xml:space="preserve">. </w:t>
      </w:r>
      <w:r w:rsidR="005A3479">
        <w:t>Mais</w:t>
      </w:r>
      <w:r>
        <w:t xml:space="preserve">, </w:t>
      </w:r>
      <w:r w:rsidR="005A3479">
        <w:t>quand l</w:t>
      </w:r>
      <w:r>
        <w:t>’</w:t>
      </w:r>
      <w:r w:rsidR="005A3479">
        <w:t>inspecteur fut parti</w:t>
      </w:r>
      <w:r>
        <w:t xml:space="preserve">, </w:t>
      </w:r>
      <w:r w:rsidR="005A3479">
        <w:t>il y eut une réaction</w:t>
      </w:r>
      <w:r>
        <w:t xml:space="preserve">, </w:t>
      </w:r>
      <w:r w:rsidR="005A3479">
        <w:t xml:space="preserve">et Sue devint si pâle que </w:t>
      </w:r>
      <w:proofErr w:type="spellStart"/>
      <w:r w:rsidR="005A3479">
        <w:t>Phillotson</w:t>
      </w:r>
      <w:proofErr w:type="spellEnd"/>
      <w:r w:rsidR="005A3479">
        <w:t xml:space="preserve"> l</w:t>
      </w:r>
      <w:r>
        <w:t>’</w:t>
      </w:r>
      <w:r w:rsidR="005A3479">
        <w:t>emmena dans une pièce voisine et lui fit prendre un cordial</w:t>
      </w:r>
      <w:r>
        <w:t xml:space="preserve">. </w:t>
      </w:r>
      <w:r w:rsidR="005A3479">
        <w:t>Elle ne tarda pas à se remettre et sentit qu</w:t>
      </w:r>
      <w:r>
        <w:t>’</w:t>
      </w:r>
      <w:r w:rsidR="005A3479">
        <w:t>il lui serrait la main</w:t>
      </w:r>
      <w:r>
        <w:t>.</w:t>
      </w:r>
    </w:p>
    <w:p w14:paraId="0204B7A0" w14:textId="77777777" w:rsidR="006F1ADB" w:rsidRDefault="006F1ADB" w:rsidP="005A3479">
      <w:r>
        <w:t>— </w:t>
      </w:r>
      <w:r w:rsidR="005A3479">
        <w:t>Vous auriez dû me prévenir</w:t>
      </w:r>
      <w:r>
        <w:t xml:space="preserve">, </w:t>
      </w:r>
      <w:r w:rsidR="005A3479">
        <w:t>dit-elle</w:t>
      </w:r>
      <w:r>
        <w:t xml:space="preserve">, </w:t>
      </w:r>
      <w:r w:rsidR="005A3479">
        <w:t>un peu fâchée</w:t>
      </w:r>
      <w:r>
        <w:t xml:space="preserve">. </w:t>
      </w:r>
      <w:r w:rsidR="005A3479">
        <w:t>L</w:t>
      </w:r>
      <w:r>
        <w:t>’</w:t>
      </w:r>
      <w:r w:rsidR="005A3479">
        <w:t>inspecteur fera un mauvais rapport sur moi et je perdrai ma place pour toujours</w:t>
      </w:r>
      <w:r>
        <w:t>.</w:t>
      </w:r>
    </w:p>
    <w:p w14:paraId="057D1065" w14:textId="77777777" w:rsidR="006F1ADB" w:rsidRDefault="006F1ADB" w:rsidP="005A3479">
      <w:r>
        <w:t>— </w:t>
      </w:r>
      <w:r w:rsidR="005A3479">
        <w:t>Ne craignez rien</w:t>
      </w:r>
      <w:r>
        <w:t xml:space="preserve">, </w:t>
      </w:r>
      <w:r w:rsidR="005A3479">
        <w:t>chère petite fille</w:t>
      </w:r>
      <w:r>
        <w:t xml:space="preserve">. </w:t>
      </w:r>
      <w:r w:rsidR="005A3479">
        <w:t>Vous êtes la meilleure institutrice que j</w:t>
      </w:r>
      <w:r>
        <w:t>’</w:t>
      </w:r>
      <w:r w:rsidR="005A3479">
        <w:t>aie jamais eue</w:t>
      </w:r>
      <w:r>
        <w:t>.</w:t>
      </w:r>
    </w:p>
    <w:p w14:paraId="2BBE40BF" w14:textId="77777777" w:rsidR="006F1ADB" w:rsidRDefault="005A3479" w:rsidP="005A3479">
      <w:r>
        <w:t>Il la regardait avec tant de douceur</w:t>
      </w:r>
      <w:r w:rsidR="006F1ADB">
        <w:t xml:space="preserve">, </w:t>
      </w:r>
      <w:r>
        <w:t>qu</w:t>
      </w:r>
      <w:r w:rsidR="006F1ADB">
        <w:t>’</w:t>
      </w:r>
      <w:r>
        <w:t>elle en fut émue et regretta sa colère</w:t>
      </w:r>
      <w:r w:rsidR="006F1ADB">
        <w:t xml:space="preserve">. </w:t>
      </w:r>
      <w:r>
        <w:t>Aussitôt remise</w:t>
      </w:r>
      <w:r w:rsidR="006F1ADB">
        <w:t xml:space="preserve">, </w:t>
      </w:r>
      <w:r>
        <w:t>elle rentra dans son logis</w:t>
      </w:r>
      <w:r w:rsidR="006F1ADB">
        <w:t>.</w:t>
      </w:r>
    </w:p>
    <w:p w14:paraId="2F01B4A4" w14:textId="77777777" w:rsidR="006F1ADB" w:rsidRDefault="005A3479" w:rsidP="005A3479">
      <w:r>
        <w:t>Jude cependant attendait le vendredi avec une mortelle impatience</w:t>
      </w:r>
      <w:r w:rsidR="006F1ADB">
        <w:t xml:space="preserve">. </w:t>
      </w:r>
      <w:r>
        <w:t>Quand le soir bienheureux fut arrivé</w:t>
      </w:r>
      <w:r w:rsidR="006F1ADB">
        <w:t xml:space="preserve">, </w:t>
      </w:r>
      <w:r>
        <w:t>il partit</w:t>
      </w:r>
      <w:r w:rsidR="006F1ADB">
        <w:t xml:space="preserve">, </w:t>
      </w:r>
      <w:r>
        <w:lastRenderedPageBreak/>
        <w:t>ma</w:t>
      </w:r>
      <w:r>
        <w:t>r</w:t>
      </w:r>
      <w:r>
        <w:t>chant sous les arbres sombres qui semblaient répandre autour de lui d</w:t>
      </w:r>
      <w:r w:rsidR="006F1ADB">
        <w:t>’</w:t>
      </w:r>
      <w:r>
        <w:t>illogiques</w:t>
      </w:r>
      <w:r w:rsidR="006F1ADB">
        <w:t xml:space="preserve">, </w:t>
      </w:r>
      <w:r>
        <w:t>de tristes pressentiments</w:t>
      </w:r>
      <w:r w:rsidR="006F1ADB">
        <w:t xml:space="preserve">. </w:t>
      </w:r>
      <w:r>
        <w:t>Il savait maint</w:t>
      </w:r>
      <w:r>
        <w:t>e</w:t>
      </w:r>
      <w:r>
        <w:t>nant combien il aimait Suzanne</w:t>
      </w:r>
      <w:r w:rsidR="006F1ADB">
        <w:t xml:space="preserve">, </w:t>
      </w:r>
      <w:r>
        <w:t>et il savait aussi qu</w:t>
      </w:r>
      <w:r w:rsidR="006F1ADB">
        <w:t>’</w:t>
      </w:r>
      <w:r>
        <w:t>il ne serait jamais pour elle rien de plus que ce qu</w:t>
      </w:r>
      <w:r w:rsidR="006F1ADB">
        <w:t>’</w:t>
      </w:r>
      <w:r>
        <w:t>il était</w:t>
      </w:r>
      <w:r w:rsidR="006F1ADB">
        <w:t xml:space="preserve"> : </w:t>
      </w:r>
      <w:r>
        <w:t>un ami</w:t>
      </w:r>
      <w:r w:rsidR="006F1ADB">
        <w:t>.</w:t>
      </w:r>
    </w:p>
    <w:p w14:paraId="78B9AE99" w14:textId="77777777" w:rsidR="006F1ADB" w:rsidRDefault="005A3479" w:rsidP="005A3479">
      <w:r>
        <w:t>Comme il allait pénétrer dans le village</w:t>
      </w:r>
      <w:r w:rsidR="006F1ADB">
        <w:t xml:space="preserve">, </w:t>
      </w:r>
      <w:r>
        <w:t>il vit deux pe</w:t>
      </w:r>
      <w:r>
        <w:t>r</w:t>
      </w:r>
      <w:r>
        <w:t>sonnes sortir du presbytère</w:t>
      </w:r>
      <w:r w:rsidR="006F1ADB">
        <w:t xml:space="preserve">. </w:t>
      </w:r>
      <w:r>
        <w:t>Trop éloigné pour les bien disti</w:t>
      </w:r>
      <w:r>
        <w:t>n</w:t>
      </w:r>
      <w:r>
        <w:t>guer</w:t>
      </w:r>
      <w:r w:rsidR="006F1ADB">
        <w:t xml:space="preserve">, </w:t>
      </w:r>
      <w:r>
        <w:t xml:space="preserve">il reconnut néanmoins Sue et </w:t>
      </w:r>
      <w:proofErr w:type="spellStart"/>
      <w:r>
        <w:t>Phillotson</w:t>
      </w:r>
      <w:proofErr w:type="spellEnd"/>
      <w:r w:rsidR="006F1ADB">
        <w:t xml:space="preserve">, </w:t>
      </w:r>
      <w:r>
        <w:t xml:space="preserve">qui venaient sans doute </w:t>
      </w:r>
      <w:r>
        <w:rPr>
          <w:szCs w:val="32"/>
        </w:rPr>
        <w:t xml:space="preserve">de </w:t>
      </w:r>
      <w:r>
        <w:t>rendre une visite au vicaire</w:t>
      </w:r>
      <w:r w:rsidR="006F1ADB">
        <w:t xml:space="preserve">. </w:t>
      </w:r>
      <w:r>
        <w:t>Le couple s</w:t>
      </w:r>
      <w:r w:rsidR="006F1ADB">
        <w:t>’</w:t>
      </w:r>
      <w:r>
        <w:t>engagea dans un sentier désert</w:t>
      </w:r>
      <w:r w:rsidR="006F1ADB">
        <w:t xml:space="preserve">, </w:t>
      </w:r>
      <w:r>
        <w:t>et</w:t>
      </w:r>
      <w:r w:rsidR="006F1ADB">
        <w:t xml:space="preserve">, </w:t>
      </w:r>
      <w:r>
        <w:t>à travers la brume du soir</w:t>
      </w:r>
      <w:r w:rsidR="006F1ADB">
        <w:t xml:space="preserve">, </w:t>
      </w:r>
      <w:r>
        <w:t xml:space="preserve">Jude vit </w:t>
      </w:r>
      <w:proofErr w:type="spellStart"/>
      <w:r>
        <w:t>Phillo</w:t>
      </w:r>
      <w:r>
        <w:t>t</w:t>
      </w:r>
      <w:r>
        <w:t>son</w:t>
      </w:r>
      <w:proofErr w:type="spellEnd"/>
      <w:r>
        <w:t xml:space="preserve"> placer son bras autour de la taille de Suzanne qui le repou</w:t>
      </w:r>
      <w:r>
        <w:t>s</w:t>
      </w:r>
      <w:r>
        <w:t>sa doucement</w:t>
      </w:r>
      <w:r w:rsidR="006F1ADB">
        <w:t xml:space="preserve">. </w:t>
      </w:r>
      <w:r>
        <w:t>Il renouvela son étreinte</w:t>
      </w:r>
      <w:r w:rsidR="006F1ADB">
        <w:t xml:space="preserve">, </w:t>
      </w:r>
      <w:r>
        <w:t>et elle ne s</w:t>
      </w:r>
      <w:r w:rsidR="006F1ADB">
        <w:t>’</w:t>
      </w:r>
      <w:r>
        <w:t>y refusa plus</w:t>
      </w:r>
      <w:r w:rsidR="006F1ADB">
        <w:t xml:space="preserve">, </w:t>
      </w:r>
      <w:r>
        <w:t>quoiqu</w:t>
      </w:r>
      <w:r w:rsidR="006F1ADB">
        <w:t>’</w:t>
      </w:r>
      <w:r>
        <w:t>elle regardât autour d</w:t>
      </w:r>
      <w:r w:rsidR="006F1ADB">
        <w:t>’</w:t>
      </w:r>
      <w:r>
        <w:t>elle d</w:t>
      </w:r>
      <w:r w:rsidR="006F1ADB">
        <w:t>’</w:t>
      </w:r>
      <w:r>
        <w:t>un air craintif</w:t>
      </w:r>
      <w:r w:rsidR="006F1ADB">
        <w:t xml:space="preserve">. </w:t>
      </w:r>
      <w:r>
        <w:t>Elle ne vit pas Jude qui se laissa tomber derrière la haie comme un homme frappé d</w:t>
      </w:r>
      <w:r w:rsidR="006F1ADB">
        <w:t>’</w:t>
      </w:r>
      <w:r>
        <w:t>un coup mortel</w:t>
      </w:r>
      <w:r w:rsidR="006F1ADB">
        <w:t xml:space="preserve">. </w:t>
      </w:r>
      <w:r>
        <w:t>Il resta caché là jusqu</w:t>
      </w:r>
      <w:r w:rsidR="006F1ADB">
        <w:t>’</w:t>
      </w:r>
      <w:r>
        <w:t xml:space="preserve">à ce que Suzanne et </w:t>
      </w:r>
      <w:proofErr w:type="spellStart"/>
      <w:r>
        <w:t>Phillotson</w:t>
      </w:r>
      <w:proofErr w:type="spellEnd"/>
      <w:r>
        <w:t xml:space="preserve"> fussent rentrés</w:t>
      </w:r>
      <w:r w:rsidR="006F1ADB">
        <w:t xml:space="preserve">, </w:t>
      </w:r>
      <w:r>
        <w:t>elle dans sa maison</w:t>
      </w:r>
      <w:r w:rsidR="006F1ADB">
        <w:t xml:space="preserve">, </w:t>
      </w:r>
      <w:r>
        <w:t>lui dans son école</w:t>
      </w:r>
      <w:r w:rsidR="006F1ADB">
        <w:t>.</w:t>
      </w:r>
    </w:p>
    <w:p w14:paraId="614183B8" w14:textId="6F7BBAC9" w:rsidR="005A3479" w:rsidRDefault="005A3479" w:rsidP="006F1ADB">
      <w:pPr>
        <w:pStyle w:val="Titre2"/>
      </w:pPr>
      <w:bookmarkStart w:id="33" w:name="__RefHeading__35_1957917597"/>
      <w:bookmarkStart w:id="34" w:name="_Toc202369632"/>
      <w:bookmarkEnd w:id="33"/>
      <w:r>
        <w:lastRenderedPageBreak/>
        <w:t>V</w:t>
      </w:r>
      <w:bookmarkEnd w:id="34"/>
    </w:p>
    <w:p w14:paraId="7A5E4D87" w14:textId="77777777" w:rsidR="006F1ADB" w:rsidRDefault="005A3479" w:rsidP="005A3479">
      <w:r>
        <w:t>La tante de Jude</w:t>
      </w:r>
      <w:r w:rsidR="006F1ADB">
        <w:t xml:space="preserve">, </w:t>
      </w:r>
      <w:r>
        <w:t>vieille et aigrie</w:t>
      </w:r>
      <w:r w:rsidR="006F1ADB">
        <w:t xml:space="preserve">, </w:t>
      </w:r>
      <w:r>
        <w:t>était malade</w:t>
      </w:r>
      <w:r w:rsidR="006F1ADB">
        <w:t xml:space="preserve">, </w:t>
      </w:r>
      <w:r>
        <w:t>et</w:t>
      </w:r>
      <w:r w:rsidR="006F1ADB">
        <w:t xml:space="preserve">, </w:t>
      </w:r>
      <w:r>
        <w:t>le d</w:t>
      </w:r>
      <w:r>
        <w:t>i</w:t>
      </w:r>
      <w:r>
        <w:t>manche suivant</w:t>
      </w:r>
      <w:r w:rsidR="006F1ADB">
        <w:t xml:space="preserve">, </w:t>
      </w:r>
      <w:r>
        <w:t xml:space="preserve">le jeune homme vint la voir à </w:t>
      </w:r>
      <w:proofErr w:type="spellStart"/>
      <w:r>
        <w:t>Marygreen</w:t>
      </w:r>
      <w:proofErr w:type="spellEnd"/>
      <w:r w:rsidR="006F1ADB">
        <w:t xml:space="preserve">. </w:t>
      </w:r>
      <w:r>
        <w:t>Il avait victorieusement lutté contre son désir d</w:t>
      </w:r>
      <w:r w:rsidR="006F1ADB">
        <w:t>’</w:t>
      </w:r>
      <w:r>
        <w:t xml:space="preserve">aller à </w:t>
      </w:r>
      <w:proofErr w:type="spellStart"/>
      <w:r>
        <w:t>Lumsdon</w:t>
      </w:r>
      <w:proofErr w:type="spellEnd"/>
      <w:r w:rsidR="006F1ADB">
        <w:t xml:space="preserve">, </w:t>
      </w:r>
      <w:r>
        <w:t>d</w:t>
      </w:r>
      <w:r w:rsidR="006F1ADB">
        <w:t>’</w:t>
      </w:r>
      <w:r>
        <w:t>y rencontrer sa cousine et de voir se renouveler la scène qui l</w:t>
      </w:r>
      <w:r w:rsidR="006F1ADB">
        <w:t>’</w:t>
      </w:r>
      <w:r>
        <w:t>avait mis à la torture</w:t>
      </w:r>
      <w:r w:rsidR="006F1ADB">
        <w:t>.</w:t>
      </w:r>
    </w:p>
    <w:p w14:paraId="0824E55D" w14:textId="77777777" w:rsidR="006F1ADB" w:rsidRDefault="005A3479" w:rsidP="005A3479">
      <w:r>
        <w:t>Miss Fawley étant incapable de quitter son lit</w:t>
      </w:r>
      <w:r w:rsidR="006F1ADB">
        <w:t xml:space="preserve">, </w:t>
      </w:r>
      <w:r>
        <w:t>Jude passa la plus grande partie de la journée à disposer toutes choses dans la maison</w:t>
      </w:r>
      <w:r w:rsidR="006F1ADB">
        <w:t xml:space="preserve">, </w:t>
      </w:r>
      <w:r>
        <w:t>pour le plus grand bien-être de la malade</w:t>
      </w:r>
      <w:r w:rsidR="006F1ADB">
        <w:t xml:space="preserve">. </w:t>
      </w:r>
      <w:r>
        <w:t>La petite boulangerie avait été vendue à un voisin et une bonne femme venait rendre à la tante de Jude les soins que réclamait son état</w:t>
      </w:r>
      <w:r w:rsidR="006F1ADB">
        <w:t>.</w:t>
      </w:r>
    </w:p>
    <w:p w14:paraId="63E80C8E" w14:textId="77777777" w:rsidR="006F1ADB" w:rsidRDefault="005A3479" w:rsidP="005A3479">
      <w:r>
        <w:t>Jude ne put s</w:t>
      </w:r>
      <w:r w:rsidR="006F1ADB">
        <w:t>’</w:t>
      </w:r>
      <w:r>
        <w:t>empêcher de parler de Sue</w:t>
      </w:r>
      <w:r w:rsidR="006F1ADB">
        <w:t xml:space="preserve">, </w:t>
      </w:r>
      <w:r>
        <w:t>et miss Fawley et son amie entreprirent une longue conversation sur l</w:t>
      </w:r>
      <w:r w:rsidR="006F1ADB">
        <w:t>’</w:t>
      </w:r>
      <w:r>
        <w:t>enfance de Suzanne et les incidents mémorables qui ressuscitèrent</w:t>
      </w:r>
      <w:r w:rsidR="006F1ADB">
        <w:t xml:space="preserve">, </w:t>
      </w:r>
      <w:r>
        <w:t>aux yeux de Jude</w:t>
      </w:r>
      <w:r w:rsidR="006F1ADB">
        <w:t xml:space="preserve">, </w:t>
      </w:r>
      <w:r>
        <w:t>la singulière petite fille nerveuse</w:t>
      </w:r>
      <w:r w:rsidR="006F1ADB">
        <w:t xml:space="preserve">, </w:t>
      </w:r>
      <w:r>
        <w:t>raisonneuse</w:t>
      </w:r>
      <w:r w:rsidR="006F1ADB">
        <w:t xml:space="preserve">, </w:t>
      </w:r>
      <w:r>
        <w:t>e</w:t>
      </w:r>
      <w:r>
        <w:t>n</w:t>
      </w:r>
      <w:r>
        <w:t>thousiaste</w:t>
      </w:r>
      <w:r w:rsidR="006F1ADB">
        <w:t xml:space="preserve">, </w:t>
      </w:r>
      <w:r>
        <w:t>qui se faisait obéir même des garçons</w:t>
      </w:r>
      <w:r w:rsidR="006F1ADB">
        <w:t xml:space="preserve">. </w:t>
      </w:r>
      <w:r>
        <w:t>Ces visions rétrospectives augmentèrent la détresse de Jude et il s</w:t>
      </w:r>
      <w:r w:rsidR="006F1ADB">
        <w:t>’</w:t>
      </w:r>
      <w:r>
        <w:t>en alla</w:t>
      </w:r>
      <w:r w:rsidR="006F1ADB">
        <w:t xml:space="preserve">, </w:t>
      </w:r>
      <w:r>
        <w:t>plus triste que jamais</w:t>
      </w:r>
      <w:r w:rsidR="006F1ADB">
        <w:t>.</w:t>
      </w:r>
    </w:p>
    <w:p w14:paraId="3FCF553E" w14:textId="77777777" w:rsidR="006F1ADB" w:rsidRDefault="005A3479" w:rsidP="005A3479">
      <w:r>
        <w:t>Il avait sérieusement examiné sa situation</w:t>
      </w:r>
      <w:r w:rsidR="006F1ADB">
        <w:t xml:space="preserve">. </w:t>
      </w:r>
      <w:r>
        <w:t>Bien qu</w:t>
      </w:r>
      <w:r w:rsidR="006F1ADB">
        <w:t>’</w:t>
      </w:r>
      <w:r>
        <w:t>il tr</w:t>
      </w:r>
      <w:r>
        <w:t>a</w:t>
      </w:r>
      <w:r>
        <w:t>vaillât une partie des nuits</w:t>
      </w:r>
      <w:r w:rsidR="006F1ADB">
        <w:t xml:space="preserve">, </w:t>
      </w:r>
      <w:r>
        <w:t>la fatigue de sa tâche quotidienne paralysait parfois ses facultés</w:t>
      </w:r>
      <w:r w:rsidR="006F1ADB">
        <w:t xml:space="preserve">. </w:t>
      </w:r>
      <w:r>
        <w:t>Il sentait le besoin d</w:t>
      </w:r>
      <w:r w:rsidR="006F1ADB">
        <w:t>’</w:t>
      </w:r>
      <w:r>
        <w:t>un ami</w:t>
      </w:r>
      <w:r w:rsidR="006F1ADB">
        <w:t xml:space="preserve">, </w:t>
      </w:r>
      <w:r>
        <w:t>d</w:t>
      </w:r>
      <w:r w:rsidR="006F1ADB">
        <w:t>’</w:t>
      </w:r>
      <w:r>
        <w:t>un maître qui lui eût expliqué en quelques minutes les problèmes qu</w:t>
      </w:r>
      <w:r w:rsidR="006F1ADB">
        <w:t>’</w:t>
      </w:r>
      <w:r>
        <w:t>il mettait un mois à résoudre seul</w:t>
      </w:r>
      <w:r w:rsidR="006F1ADB">
        <w:t xml:space="preserve">. </w:t>
      </w:r>
      <w:r>
        <w:t>Il fallait considérer l</w:t>
      </w:r>
      <w:r w:rsidR="006F1ADB">
        <w:t>’</w:t>
      </w:r>
      <w:r>
        <w:t>avenir de plus près qu</w:t>
      </w:r>
      <w:r w:rsidR="006F1ADB">
        <w:t>’</w:t>
      </w:r>
      <w:r>
        <w:t>il ne l</w:t>
      </w:r>
      <w:r w:rsidR="006F1ADB">
        <w:t>’</w:t>
      </w:r>
      <w:r>
        <w:t>avait fait</w:t>
      </w:r>
      <w:r w:rsidR="006F1ADB">
        <w:t xml:space="preserve">, </w:t>
      </w:r>
      <w:r>
        <w:t>tandis qu</w:t>
      </w:r>
      <w:r w:rsidR="006F1ADB">
        <w:t>’</w:t>
      </w:r>
      <w:r>
        <w:t>il vivait dans l</w:t>
      </w:r>
      <w:r w:rsidR="006F1ADB">
        <w:t>’</w:t>
      </w:r>
      <w:r>
        <w:t>abstraction pure</w:t>
      </w:r>
      <w:r w:rsidR="006F1ADB">
        <w:t xml:space="preserve">, </w:t>
      </w:r>
      <w:r>
        <w:t>et connaître ses véritables chances de succès</w:t>
      </w:r>
      <w:r w:rsidR="006F1ADB">
        <w:t>.</w:t>
      </w:r>
    </w:p>
    <w:p w14:paraId="4F5F511B" w14:textId="77777777" w:rsidR="006F1ADB" w:rsidRDefault="005A3479" w:rsidP="005A3479">
      <w:r>
        <w:t>Il résolut donc</w:t>
      </w:r>
      <w:r w:rsidR="006F1ADB">
        <w:t xml:space="preserve">, </w:t>
      </w:r>
      <w:r>
        <w:t>après bien des hésitations</w:t>
      </w:r>
      <w:r w:rsidR="006F1ADB">
        <w:t xml:space="preserve">, </w:t>
      </w:r>
      <w:r>
        <w:t>d</w:t>
      </w:r>
      <w:r w:rsidR="006F1ADB">
        <w:t>’</w:t>
      </w:r>
      <w:r>
        <w:t>écrire aux d</w:t>
      </w:r>
      <w:r>
        <w:t>i</w:t>
      </w:r>
      <w:r>
        <w:t>recteurs des principaux collèges</w:t>
      </w:r>
      <w:r w:rsidR="006F1ADB">
        <w:t xml:space="preserve">, </w:t>
      </w:r>
      <w:r>
        <w:t xml:space="preserve">en leur expliquant </w:t>
      </w:r>
      <w:r>
        <w:lastRenderedPageBreak/>
        <w:t>franch</w:t>
      </w:r>
      <w:r>
        <w:t>e</w:t>
      </w:r>
      <w:r>
        <w:t>ment son cas</w:t>
      </w:r>
      <w:r w:rsidR="006F1ADB">
        <w:t xml:space="preserve">. </w:t>
      </w:r>
      <w:r>
        <w:t>Cinq lettres amèneraient au moins une ou deux réponses</w:t>
      </w:r>
      <w:r w:rsidR="006F1ADB">
        <w:t xml:space="preserve">, </w:t>
      </w:r>
      <w:r>
        <w:t>souhaitées par Jude comme le salut</w:t>
      </w:r>
      <w:r w:rsidR="006F1ADB">
        <w:t>.</w:t>
      </w:r>
    </w:p>
    <w:p w14:paraId="147CBE5D" w14:textId="77777777" w:rsidR="006F1ADB" w:rsidRDefault="005A3479" w:rsidP="005A3479">
      <w:r>
        <w:t>Ces réponses</w:t>
      </w:r>
      <w:r w:rsidR="006F1ADB">
        <w:t xml:space="preserve">, </w:t>
      </w:r>
      <w:r>
        <w:t>il les attendit chaque jour</w:t>
      </w:r>
      <w:r w:rsidR="006F1ADB">
        <w:t xml:space="preserve">, </w:t>
      </w:r>
      <w:r>
        <w:t>se disant qu</w:t>
      </w:r>
      <w:r w:rsidR="006F1ADB">
        <w:t>’</w:t>
      </w:r>
      <w:r>
        <w:t>il était absurde de les espérer</w:t>
      </w:r>
      <w:r w:rsidR="006F1ADB">
        <w:t xml:space="preserve">, </w:t>
      </w:r>
      <w:r>
        <w:t>et espérant quand même</w:t>
      </w:r>
      <w:r w:rsidR="006F1ADB">
        <w:t xml:space="preserve">. </w:t>
      </w:r>
      <w:r>
        <w:t>À cette époque</w:t>
      </w:r>
      <w:r w:rsidR="006F1ADB">
        <w:t xml:space="preserve">, </w:t>
      </w:r>
      <w:r>
        <w:t xml:space="preserve">il reçut des nouvelles de </w:t>
      </w:r>
      <w:proofErr w:type="spellStart"/>
      <w:r>
        <w:t>Phillotson</w:t>
      </w:r>
      <w:proofErr w:type="spellEnd"/>
      <w:r w:rsidR="006F1ADB">
        <w:t xml:space="preserve">. </w:t>
      </w:r>
      <w:r>
        <w:t>L</w:t>
      </w:r>
      <w:r w:rsidR="006F1ADB">
        <w:t>’</w:t>
      </w:r>
      <w:r>
        <w:t>instituteur qui</w:t>
      </w:r>
      <w:r>
        <w:t>t</w:t>
      </w:r>
      <w:r>
        <w:t>tait son école pour une autre école plus importante</w:t>
      </w:r>
      <w:r w:rsidR="006F1ADB">
        <w:t xml:space="preserve">, </w:t>
      </w:r>
      <w:r>
        <w:t>dans le Wessex méridional</w:t>
      </w:r>
      <w:r w:rsidR="006F1ADB">
        <w:t xml:space="preserve">. </w:t>
      </w:r>
      <w:r>
        <w:t xml:space="preserve">Cela signifiait-il que </w:t>
      </w:r>
      <w:proofErr w:type="spellStart"/>
      <w:r>
        <w:t>Phillotson</w:t>
      </w:r>
      <w:proofErr w:type="spellEnd"/>
      <w:r>
        <w:t xml:space="preserve"> voulait a</w:t>
      </w:r>
      <w:r>
        <w:t>c</w:t>
      </w:r>
      <w:r>
        <w:t>croître ses revenus</w:t>
      </w:r>
      <w:r w:rsidR="006F1ADB">
        <w:t xml:space="preserve">, </w:t>
      </w:r>
      <w:r>
        <w:t>de manière à suffire à l</w:t>
      </w:r>
      <w:r w:rsidR="006F1ADB">
        <w:t>’</w:t>
      </w:r>
      <w:r>
        <w:t>existence de deux personnes</w:t>
      </w:r>
      <w:r w:rsidR="006F1ADB">
        <w:t xml:space="preserve"> ? </w:t>
      </w:r>
      <w:r>
        <w:t>L</w:t>
      </w:r>
      <w:r w:rsidR="006F1ADB">
        <w:t>’</w:t>
      </w:r>
      <w:r>
        <w:t>idée d</w:t>
      </w:r>
      <w:r w:rsidR="006F1ADB">
        <w:t>’</w:t>
      </w:r>
      <w:r>
        <w:t>un amour possible entre le maître d</w:t>
      </w:r>
      <w:r w:rsidR="006F1ADB">
        <w:t>’</w:t>
      </w:r>
      <w:r>
        <w:t>école et Suzanne révoltait le pauvre garçon</w:t>
      </w:r>
      <w:r w:rsidR="006F1ADB">
        <w:t xml:space="preserve">, </w:t>
      </w:r>
      <w:r>
        <w:t>et sur sa misère s</w:t>
      </w:r>
      <w:r w:rsidR="006F1ADB">
        <w:t>’</w:t>
      </w:r>
      <w:r>
        <w:t>étendait l</w:t>
      </w:r>
      <w:r w:rsidR="006F1ADB">
        <w:t>’</w:t>
      </w:r>
      <w:r>
        <w:t>ombre mélancolique de ses rêves d</w:t>
      </w:r>
      <w:r w:rsidR="006F1ADB">
        <w:t>’</w:t>
      </w:r>
      <w:r>
        <w:t>ambition déçus</w:t>
      </w:r>
      <w:r w:rsidR="006F1ADB">
        <w:t xml:space="preserve">. </w:t>
      </w:r>
      <w:r>
        <w:t>Il y eût r</w:t>
      </w:r>
      <w:r>
        <w:t>e</w:t>
      </w:r>
      <w:r>
        <w:t>noncé en souriant</w:t>
      </w:r>
      <w:r w:rsidR="006F1ADB">
        <w:t xml:space="preserve">, </w:t>
      </w:r>
      <w:r>
        <w:t>s</w:t>
      </w:r>
      <w:r w:rsidR="006F1ADB">
        <w:t>’</w:t>
      </w:r>
      <w:r>
        <w:t>il avait eu Suzanne pour compagne</w:t>
      </w:r>
      <w:r w:rsidR="006F1ADB">
        <w:t xml:space="preserve"> ; </w:t>
      </w:r>
      <w:r>
        <w:t>sans elle</w:t>
      </w:r>
      <w:r w:rsidR="006F1ADB">
        <w:t xml:space="preserve">, </w:t>
      </w:r>
      <w:r>
        <w:t>l</w:t>
      </w:r>
      <w:r w:rsidR="006F1ADB">
        <w:t>’</w:t>
      </w:r>
      <w:r>
        <w:t>inévitable réaction du long effort auquel il s</w:t>
      </w:r>
      <w:r w:rsidR="006F1ADB">
        <w:t>’</w:t>
      </w:r>
      <w:r>
        <w:t>était soumis devait le frapper désastreusement</w:t>
      </w:r>
      <w:r w:rsidR="006F1ADB">
        <w:t xml:space="preserve">. </w:t>
      </w:r>
      <w:proofErr w:type="spellStart"/>
      <w:r>
        <w:t>Phillotson</w:t>
      </w:r>
      <w:proofErr w:type="spellEnd"/>
      <w:r>
        <w:t xml:space="preserve"> avait connu cette pénible sensation de l</w:t>
      </w:r>
      <w:r w:rsidR="006F1ADB">
        <w:t>’</w:t>
      </w:r>
      <w:r>
        <w:t>échec</w:t>
      </w:r>
      <w:r w:rsidR="006F1ADB">
        <w:t xml:space="preserve"> ; </w:t>
      </w:r>
      <w:r>
        <w:t>mais depuis il avait reçu la cons</w:t>
      </w:r>
      <w:r>
        <w:t>o</w:t>
      </w:r>
      <w:r>
        <w:t>lation par la présence de Sue</w:t>
      </w:r>
      <w:r w:rsidR="006F1ADB">
        <w:t xml:space="preserve">, </w:t>
      </w:r>
      <w:r>
        <w:t>et Jude ne pouvait pas être cons</w:t>
      </w:r>
      <w:r>
        <w:t>o</w:t>
      </w:r>
      <w:r>
        <w:t>lé</w:t>
      </w:r>
      <w:r w:rsidR="006F1ADB">
        <w:t>.</w:t>
      </w:r>
    </w:p>
    <w:p w14:paraId="5A694746" w14:textId="77777777" w:rsidR="006F1ADB" w:rsidRDefault="005A3479" w:rsidP="005A3479">
      <w:r>
        <w:t>C</w:t>
      </w:r>
      <w:r w:rsidR="006F1ADB">
        <w:t>’</w:t>
      </w:r>
      <w:r>
        <w:t>est dans cette disposition d</w:t>
      </w:r>
      <w:r w:rsidR="006F1ADB">
        <w:t>’</w:t>
      </w:r>
      <w:r>
        <w:t>esprit qu</w:t>
      </w:r>
      <w:r w:rsidR="006F1ADB">
        <w:t>’</w:t>
      </w:r>
      <w:r>
        <w:t>un soir</w:t>
      </w:r>
      <w:r w:rsidR="006F1ADB">
        <w:t xml:space="preserve">, </w:t>
      </w:r>
      <w:r>
        <w:t>en rentrant chez lui</w:t>
      </w:r>
      <w:r w:rsidR="006F1ADB">
        <w:t xml:space="preserve">, </w:t>
      </w:r>
      <w:r>
        <w:t xml:space="preserve">Jude trouva une lettre qui portait le timbre du collège de </w:t>
      </w:r>
      <w:proofErr w:type="spellStart"/>
      <w:r>
        <w:t>Biblioll</w:t>
      </w:r>
      <w:proofErr w:type="spellEnd"/>
      <w:r w:rsidR="006F1ADB">
        <w:t>.</w:t>
      </w:r>
    </w:p>
    <w:p w14:paraId="1C133A43" w14:textId="77777777" w:rsidR="006F1ADB" w:rsidRDefault="006F1ADB" w:rsidP="005A3479">
      <w:r>
        <w:t>— </w:t>
      </w:r>
      <w:r w:rsidR="005A3479">
        <w:rPr>
          <w:i/>
          <w:iCs/>
        </w:rPr>
        <w:t>Une</w:t>
      </w:r>
      <w:r>
        <w:t xml:space="preserve">, </w:t>
      </w:r>
      <w:r w:rsidR="005A3479">
        <w:t>à la fin</w:t>
      </w:r>
      <w:r>
        <w:t xml:space="preserve"> ! </w:t>
      </w:r>
      <w:r w:rsidR="005A3479">
        <w:t>s</w:t>
      </w:r>
      <w:r>
        <w:t>’</w:t>
      </w:r>
      <w:r w:rsidR="005A3479">
        <w:t>écria-t-il</w:t>
      </w:r>
      <w:r>
        <w:t>.</w:t>
      </w:r>
    </w:p>
    <w:p w14:paraId="5780DE6A" w14:textId="77777777" w:rsidR="006F1ADB" w:rsidRDefault="005A3479" w:rsidP="005A3479">
      <w:r>
        <w:t>Il lut</w:t>
      </w:r>
      <w:r w:rsidR="006F1ADB">
        <w:t> :</w:t>
      </w:r>
    </w:p>
    <w:p w14:paraId="31F4289A" w14:textId="77777777" w:rsidR="006F1ADB" w:rsidRDefault="006F1ADB" w:rsidP="005A3479">
      <w:r>
        <w:t>« </w:t>
      </w:r>
      <w:r w:rsidR="005A3479">
        <w:t>Monsieur</w:t>
      </w:r>
      <w:r>
        <w:t xml:space="preserve">, </w:t>
      </w:r>
      <w:r w:rsidR="005A3479">
        <w:t>j</w:t>
      </w:r>
      <w:r>
        <w:t>’</w:t>
      </w:r>
      <w:r w:rsidR="005A3479">
        <w:t>ai lu votre lettre avec intérêt</w:t>
      </w:r>
      <w:r>
        <w:t xml:space="preserve">, </w:t>
      </w:r>
      <w:r w:rsidR="005A3479">
        <w:t>et jugeant que vous devez être un artisan</w:t>
      </w:r>
      <w:r>
        <w:t xml:space="preserve">, – </w:t>
      </w:r>
      <w:r w:rsidR="005A3479">
        <w:t>d</w:t>
      </w:r>
      <w:r>
        <w:t>’</w:t>
      </w:r>
      <w:r w:rsidR="005A3479">
        <w:t>après ce que vous me dites de vous-même</w:t>
      </w:r>
      <w:r>
        <w:t xml:space="preserve">, – </w:t>
      </w:r>
      <w:r w:rsidR="005A3479">
        <w:t>je crois que vous ferez bien de rester dans votre sphère et de vous perfectionner dans votre métier au lieu d</w:t>
      </w:r>
      <w:r>
        <w:t>’</w:t>
      </w:r>
      <w:r w:rsidR="005A3479">
        <w:t>entreprendre quoi que ce soit</w:t>
      </w:r>
      <w:r>
        <w:t xml:space="preserve">. </w:t>
      </w:r>
      <w:r w:rsidR="005A3479">
        <w:t>Vous aurez ainsi plus de chances de succès</w:t>
      </w:r>
      <w:r>
        <w:t xml:space="preserve">. </w:t>
      </w:r>
      <w:r w:rsidR="005A3479">
        <w:t>Tel est l</w:t>
      </w:r>
      <w:r>
        <w:t>’</w:t>
      </w:r>
      <w:r w:rsidR="005A3479">
        <w:t>avis que je vous donne</w:t>
      </w:r>
      <w:r>
        <w:t>.</w:t>
      </w:r>
    </w:p>
    <w:p w14:paraId="5F744DB2" w14:textId="05E15E88" w:rsidR="005A3479" w:rsidRDefault="006F1ADB" w:rsidP="005A3479">
      <w:pPr>
        <w:jc w:val="right"/>
      </w:pPr>
      <w:r>
        <w:t>« </w:t>
      </w:r>
      <w:r w:rsidR="005A3479">
        <w:t>T</w:t>
      </w:r>
      <w:r>
        <w:t xml:space="preserve">. </w:t>
      </w:r>
      <w:proofErr w:type="spellStart"/>
      <w:r w:rsidR="005A3479">
        <w:t>T</w:t>
      </w:r>
      <w:r w:rsidR="005A3479">
        <w:rPr>
          <w:szCs w:val="32"/>
        </w:rPr>
        <w:t>ETUPHENAY</w:t>
      </w:r>
      <w:proofErr w:type="spellEnd"/>
      <w:r>
        <w:t>. »</w:t>
      </w:r>
    </w:p>
    <w:p w14:paraId="1B90B500" w14:textId="62F9D025" w:rsidR="006F1ADB" w:rsidRDefault="005A3479" w:rsidP="005A3479">
      <w:r>
        <w:lastRenderedPageBreak/>
        <w:t>Cette lettre exaspéra Jude</w:t>
      </w:r>
      <w:r w:rsidR="006F1ADB">
        <w:t>. M. </w:t>
      </w:r>
      <w:proofErr w:type="spellStart"/>
      <w:r>
        <w:t>Tetuphenay</w:t>
      </w:r>
      <w:proofErr w:type="spellEnd"/>
      <w:r>
        <w:t xml:space="preserve"> ne lui apprenait rien</w:t>
      </w:r>
      <w:r w:rsidR="006F1ADB">
        <w:t xml:space="preserve">, </w:t>
      </w:r>
      <w:r>
        <w:t>mais le coup était dur après dix ans de travail acharné</w:t>
      </w:r>
      <w:r w:rsidR="006F1ADB">
        <w:t xml:space="preserve">. </w:t>
      </w:r>
      <w:r>
        <w:t>Le jeune homme sortit</w:t>
      </w:r>
      <w:r w:rsidR="006F1ADB">
        <w:t xml:space="preserve">, </w:t>
      </w:r>
      <w:r>
        <w:t>entra dans une auberge</w:t>
      </w:r>
      <w:r w:rsidR="006F1ADB">
        <w:t xml:space="preserve">, </w:t>
      </w:r>
      <w:r>
        <w:t>but plusieurs verres et marcha sans avoir conscience de ce qu</w:t>
      </w:r>
      <w:r w:rsidR="006F1ADB">
        <w:t>’</w:t>
      </w:r>
      <w:r>
        <w:t>il faisait jusqu</w:t>
      </w:r>
      <w:r w:rsidR="006F1ADB">
        <w:t>’</w:t>
      </w:r>
      <w:r>
        <w:t>au milieu de la ville</w:t>
      </w:r>
      <w:r w:rsidR="006F1ADB">
        <w:t xml:space="preserve">, </w:t>
      </w:r>
      <w:r>
        <w:t>à l</w:t>
      </w:r>
      <w:r w:rsidR="006F1ADB">
        <w:t>’</w:t>
      </w:r>
      <w:r>
        <w:t>endroit appelé les Quatre-Chemins</w:t>
      </w:r>
      <w:r w:rsidR="006F1ADB">
        <w:t xml:space="preserve">. </w:t>
      </w:r>
      <w:r>
        <w:t>Là</w:t>
      </w:r>
      <w:r w:rsidR="006F1ADB">
        <w:t xml:space="preserve">, </w:t>
      </w:r>
      <w:r>
        <w:t>il regarda fixement les gens qui passaient</w:t>
      </w:r>
      <w:r w:rsidR="006F1ADB">
        <w:t xml:space="preserve">, </w:t>
      </w:r>
      <w:r>
        <w:t>puis</w:t>
      </w:r>
      <w:r w:rsidR="006F1ADB">
        <w:t xml:space="preserve">, </w:t>
      </w:r>
      <w:r>
        <w:t>revenant à lui</w:t>
      </w:r>
      <w:r w:rsidR="006F1ADB">
        <w:t xml:space="preserve">, </w:t>
      </w:r>
      <w:r>
        <w:t>il lia conversation avec un policeman</w:t>
      </w:r>
      <w:r w:rsidR="006F1ADB">
        <w:t>.</w:t>
      </w:r>
    </w:p>
    <w:p w14:paraId="585EE90A" w14:textId="77777777" w:rsidR="006F1ADB" w:rsidRDefault="005A3479" w:rsidP="005A3479">
      <w:r>
        <w:t>Celui-ci l</w:t>
      </w:r>
      <w:r w:rsidR="006F1ADB">
        <w:t>’</w:t>
      </w:r>
      <w:r>
        <w:t>observa en riant et dit</w:t>
      </w:r>
      <w:r w:rsidR="006F1ADB">
        <w:t xml:space="preserve">, </w:t>
      </w:r>
      <w:r>
        <w:t>d</w:t>
      </w:r>
      <w:r w:rsidR="006F1ADB">
        <w:t>’</w:t>
      </w:r>
      <w:r>
        <w:t>un air de bonne h</w:t>
      </w:r>
      <w:r>
        <w:t>u</w:t>
      </w:r>
      <w:r>
        <w:t>meur</w:t>
      </w:r>
      <w:r w:rsidR="006F1ADB">
        <w:t> :</w:t>
      </w:r>
    </w:p>
    <w:p w14:paraId="5F7392D4" w14:textId="77777777" w:rsidR="006F1ADB" w:rsidRDefault="006F1ADB" w:rsidP="005A3479">
      <w:r>
        <w:t>— </w:t>
      </w:r>
      <w:r w:rsidR="005A3479">
        <w:t>Eh</w:t>
      </w:r>
      <w:r>
        <w:t xml:space="preserve"> ! </w:t>
      </w:r>
      <w:r w:rsidR="005A3479">
        <w:t>vous avez bu un coup</w:t>
      </w:r>
      <w:r>
        <w:t xml:space="preserve">, </w:t>
      </w:r>
      <w:r w:rsidR="005A3479">
        <w:t>jeune homme</w:t>
      </w:r>
      <w:r>
        <w:t>.</w:t>
      </w:r>
    </w:p>
    <w:p w14:paraId="50BFB8CB" w14:textId="77777777" w:rsidR="006F1ADB" w:rsidRDefault="006F1ADB" w:rsidP="005A3479">
      <w:r>
        <w:t>— </w:t>
      </w:r>
      <w:r w:rsidR="005A3479">
        <w:t>Non</w:t>
      </w:r>
      <w:r>
        <w:t xml:space="preserve">, </w:t>
      </w:r>
      <w:r w:rsidR="005A3479">
        <w:t>j</w:t>
      </w:r>
      <w:r>
        <w:t>’</w:t>
      </w:r>
      <w:r w:rsidR="005A3479">
        <w:t>ai à peine commencé</w:t>
      </w:r>
      <w:r>
        <w:t xml:space="preserve">, </w:t>
      </w:r>
      <w:r w:rsidR="005A3479">
        <w:t>dit Jude cyniquement</w:t>
      </w:r>
      <w:r>
        <w:t>.</w:t>
      </w:r>
    </w:p>
    <w:p w14:paraId="2002CEF5" w14:textId="77777777" w:rsidR="006F1ADB" w:rsidRDefault="005A3479" w:rsidP="005A3479">
      <w:r>
        <w:t>Malgré sa demi-ivresse</w:t>
      </w:r>
      <w:r w:rsidR="006F1ADB">
        <w:t xml:space="preserve">, </w:t>
      </w:r>
      <w:r>
        <w:t>son cerveau gardait sa lucidité</w:t>
      </w:r>
      <w:r w:rsidR="006F1ADB">
        <w:t xml:space="preserve">. </w:t>
      </w:r>
      <w:r>
        <w:t>Il se prit à songer à tous ceux qui s</w:t>
      </w:r>
      <w:r w:rsidR="006F1ADB">
        <w:t>’</w:t>
      </w:r>
      <w:r>
        <w:t>étaient arrêtés dans ce même carrefour</w:t>
      </w:r>
      <w:r w:rsidR="006F1ADB">
        <w:t xml:space="preserve">, </w:t>
      </w:r>
      <w:r>
        <w:t>qui avaient lutté comme lui</w:t>
      </w:r>
      <w:r w:rsidR="006F1ADB">
        <w:t xml:space="preserve">, </w:t>
      </w:r>
      <w:r>
        <w:t>et dont personne ne se souvenait plus maintenant</w:t>
      </w:r>
      <w:r w:rsidR="006F1ADB">
        <w:t xml:space="preserve">. </w:t>
      </w:r>
      <w:r>
        <w:t>Ceux-là appartenaient à l</w:t>
      </w:r>
      <w:r w:rsidR="006F1ADB">
        <w:t>’</w:t>
      </w:r>
      <w:r>
        <w:t>histoire de la ville</w:t>
      </w:r>
      <w:r w:rsidR="006F1ADB">
        <w:t xml:space="preserve">, </w:t>
      </w:r>
      <w:r>
        <w:t>plus que tous les vieux collèges</w:t>
      </w:r>
      <w:r w:rsidR="006F1ADB">
        <w:t xml:space="preserve">, </w:t>
      </w:r>
      <w:r>
        <w:t>Jude sentait que la vie de la cité était un livre d</w:t>
      </w:r>
      <w:r w:rsidR="006F1ADB">
        <w:t>’</w:t>
      </w:r>
      <w:r>
        <w:t>humanité infiniment plus vivant</w:t>
      </w:r>
      <w:r w:rsidR="006F1ADB">
        <w:t xml:space="preserve">, </w:t>
      </w:r>
      <w:r>
        <w:t>plus varié</w:t>
      </w:r>
      <w:r w:rsidR="006F1ADB">
        <w:t xml:space="preserve">, </w:t>
      </w:r>
      <w:r>
        <w:t>plus riche que la vie universitaire</w:t>
      </w:r>
      <w:r w:rsidR="006F1ADB">
        <w:t xml:space="preserve">. </w:t>
      </w:r>
      <w:r>
        <w:t>Ces hommes et ces femmes</w:t>
      </w:r>
      <w:r w:rsidR="006F1ADB">
        <w:t xml:space="preserve">, </w:t>
      </w:r>
      <w:r>
        <w:t>qui avaient lutté avant lui</w:t>
      </w:r>
      <w:r w:rsidR="006F1ADB">
        <w:t xml:space="preserve">, </w:t>
      </w:r>
      <w:r>
        <w:t xml:space="preserve">avaient contribué à former le </w:t>
      </w:r>
      <w:proofErr w:type="spellStart"/>
      <w:r>
        <w:t>Christminster</w:t>
      </w:r>
      <w:proofErr w:type="spellEnd"/>
      <w:r>
        <w:t xml:space="preserve"> véritable</w:t>
      </w:r>
      <w:r w:rsidR="006F1ADB">
        <w:t xml:space="preserve">, </w:t>
      </w:r>
      <w:r>
        <w:t>quoiqu</w:t>
      </w:r>
      <w:r w:rsidR="006F1ADB">
        <w:t>’</w:t>
      </w:r>
      <w:r>
        <w:t>ils ne connussent rien du Christ ni des monastères</w:t>
      </w:r>
      <w:r w:rsidR="006F1ADB">
        <w:t xml:space="preserve">. </w:t>
      </w:r>
      <w:r>
        <w:t>La flottante population des étudiants et des professeurs n</w:t>
      </w:r>
      <w:r w:rsidR="006F1ADB">
        <w:t>’</w:t>
      </w:r>
      <w:r>
        <w:t xml:space="preserve">était pas </w:t>
      </w:r>
      <w:proofErr w:type="spellStart"/>
      <w:r>
        <w:t>Christminster</w:t>
      </w:r>
      <w:proofErr w:type="spellEnd"/>
      <w:r w:rsidR="006F1ADB">
        <w:t>.</w:t>
      </w:r>
    </w:p>
    <w:p w14:paraId="3CE10943" w14:textId="77777777" w:rsidR="006F1ADB" w:rsidRDefault="005A3479" w:rsidP="005A3479">
      <w:r>
        <w:t>Jude consulta sa montre</w:t>
      </w:r>
      <w:r w:rsidR="006F1ADB">
        <w:t xml:space="preserve">, </w:t>
      </w:r>
      <w:r>
        <w:t>et</w:t>
      </w:r>
      <w:r w:rsidR="006F1ADB">
        <w:t xml:space="preserve">, </w:t>
      </w:r>
      <w:r>
        <w:t>poursuivant son idée</w:t>
      </w:r>
      <w:r w:rsidR="006F1ADB">
        <w:t xml:space="preserve">, </w:t>
      </w:r>
      <w:r>
        <w:t>marcha jusqu</w:t>
      </w:r>
      <w:r w:rsidR="006F1ADB">
        <w:t>’</w:t>
      </w:r>
      <w:r>
        <w:t>à un concert public fréquenté par des commis</w:t>
      </w:r>
      <w:r w:rsidR="006F1ADB">
        <w:t xml:space="preserve">, </w:t>
      </w:r>
      <w:r>
        <w:t>des o</w:t>
      </w:r>
      <w:r>
        <w:t>u</w:t>
      </w:r>
      <w:r>
        <w:t>vrières</w:t>
      </w:r>
      <w:r w:rsidR="006F1ADB">
        <w:t xml:space="preserve">, </w:t>
      </w:r>
      <w:r>
        <w:t>des soldats</w:t>
      </w:r>
      <w:r w:rsidR="006F1ADB">
        <w:t xml:space="preserve">, </w:t>
      </w:r>
      <w:r>
        <w:t>des gamins de onze ans qui fumaient des c</w:t>
      </w:r>
      <w:r>
        <w:t>i</w:t>
      </w:r>
      <w:r>
        <w:t>garettes</w:t>
      </w:r>
      <w:r w:rsidR="006F1ADB">
        <w:t xml:space="preserve">, </w:t>
      </w:r>
      <w:r>
        <w:t xml:space="preserve">et des femmes légères de la classe la plus </w:t>
      </w:r>
      <w:r w:rsidR="006F1ADB">
        <w:t>« </w:t>
      </w:r>
      <w:r>
        <w:t>respectable et la plus estimée des amateurs</w:t>
      </w:r>
      <w:r w:rsidR="006F1ADB">
        <w:t xml:space="preserve">. </w:t>
      </w:r>
      <w:r>
        <w:t xml:space="preserve">Il entrait dans la vie réelle du véritable </w:t>
      </w:r>
      <w:proofErr w:type="spellStart"/>
      <w:r>
        <w:t>Christminster</w:t>
      </w:r>
      <w:proofErr w:type="spellEnd"/>
      <w:r w:rsidR="006F1ADB">
        <w:t xml:space="preserve">. </w:t>
      </w:r>
      <w:r>
        <w:t>Un orchestre jouait</w:t>
      </w:r>
      <w:r w:rsidR="006F1ADB">
        <w:t xml:space="preserve">. </w:t>
      </w:r>
      <w:r>
        <w:t xml:space="preserve">Un </w:t>
      </w:r>
      <w:r>
        <w:lastRenderedPageBreak/>
        <w:t>homme</w:t>
      </w:r>
      <w:r w:rsidR="006F1ADB">
        <w:t xml:space="preserve">, </w:t>
      </w:r>
      <w:r>
        <w:t>debout sur une estrade</w:t>
      </w:r>
      <w:r w:rsidR="006F1ADB">
        <w:t xml:space="preserve">, </w:t>
      </w:r>
      <w:r>
        <w:t>chanta une chanson comique</w:t>
      </w:r>
      <w:r w:rsidR="006F1ADB">
        <w:t>.</w:t>
      </w:r>
    </w:p>
    <w:p w14:paraId="00DF0C63" w14:textId="77777777" w:rsidR="006F1ADB" w:rsidRDefault="005A3479" w:rsidP="005A3479">
      <w:r>
        <w:t>L</w:t>
      </w:r>
      <w:r w:rsidR="006F1ADB">
        <w:t>’</w:t>
      </w:r>
      <w:r>
        <w:t>âme de Suzanne sembla flotter autour de Jude et le d</w:t>
      </w:r>
      <w:r>
        <w:t>é</w:t>
      </w:r>
      <w:r>
        <w:t>fendre contre les avances des filles qui cherchaient fortune</w:t>
      </w:r>
      <w:r w:rsidR="006F1ADB">
        <w:t xml:space="preserve">. </w:t>
      </w:r>
      <w:r>
        <w:t>À dix heures</w:t>
      </w:r>
      <w:r w:rsidR="006F1ADB">
        <w:t xml:space="preserve">, </w:t>
      </w:r>
      <w:r>
        <w:t>il partit et choisit un chemin qui passait devant les portes du collège dont le directeur lui avait écrit</w:t>
      </w:r>
      <w:r w:rsidR="006F1ADB">
        <w:t>.</w:t>
      </w:r>
    </w:p>
    <w:p w14:paraId="56B95105" w14:textId="77777777" w:rsidR="006F1ADB" w:rsidRDefault="005A3479" w:rsidP="005A3479">
      <w:r>
        <w:t>Les portes étaient fermées</w:t>
      </w:r>
      <w:r w:rsidR="006F1ADB">
        <w:t xml:space="preserve">, </w:t>
      </w:r>
      <w:r>
        <w:t>et</w:t>
      </w:r>
      <w:r w:rsidR="006F1ADB">
        <w:t xml:space="preserve">, </w:t>
      </w:r>
      <w:r>
        <w:t>poussé par un inexplicable instinct</w:t>
      </w:r>
      <w:r w:rsidR="006F1ADB">
        <w:t xml:space="preserve">, </w:t>
      </w:r>
      <w:r>
        <w:t>Jude prit dans sa poche un morceau de craie et écrivit sur le mur</w:t>
      </w:r>
      <w:r w:rsidR="006F1ADB">
        <w:t> :</w:t>
      </w:r>
    </w:p>
    <w:p w14:paraId="4CBC69EC" w14:textId="77777777" w:rsidR="006F1ADB" w:rsidRDefault="006F1ADB" w:rsidP="005A3479">
      <w:r>
        <w:t>« </w:t>
      </w:r>
      <w:r w:rsidR="005A3479">
        <w:t>J</w:t>
      </w:r>
      <w:r>
        <w:t>’</w:t>
      </w:r>
      <w:r w:rsidR="005A3479">
        <w:t>ai l</w:t>
      </w:r>
      <w:r>
        <w:t>’</w:t>
      </w:r>
      <w:r w:rsidR="005A3479">
        <w:t>intelligence aussi bien que vous</w:t>
      </w:r>
      <w:r>
        <w:t xml:space="preserve">. </w:t>
      </w:r>
      <w:r w:rsidR="005A3479">
        <w:t>Je ne vous suis pas inférieur</w:t>
      </w:r>
      <w:r>
        <w:t xml:space="preserve"> ; </w:t>
      </w:r>
      <w:r w:rsidR="005A3479">
        <w:t>or</w:t>
      </w:r>
      <w:r>
        <w:t xml:space="preserve">, </w:t>
      </w:r>
      <w:r w:rsidR="005A3479">
        <w:t>qui ne connaît pas ces choses</w:t>
      </w:r>
      <w:r>
        <w:t> ? » (</w:t>
      </w:r>
      <w:r w:rsidR="005A3479">
        <w:t>J</w:t>
      </w:r>
      <w:r w:rsidR="005A3479">
        <w:rPr>
          <w:szCs w:val="32"/>
        </w:rPr>
        <w:t>OB</w:t>
      </w:r>
      <w:r>
        <w:t xml:space="preserve">, </w:t>
      </w:r>
      <w:r w:rsidR="005A3479">
        <w:rPr>
          <w:szCs w:val="32"/>
        </w:rPr>
        <w:t>XII</w:t>
      </w:r>
      <w:r>
        <w:t xml:space="preserve">, </w:t>
      </w:r>
      <w:r w:rsidR="005A3479">
        <w:t>3</w:t>
      </w:r>
      <w:r>
        <w:t>.)</w:t>
      </w:r>
    </w:p>
    <w:p w14:paraId="79FDC1EC" w14:textId="1E66118F" w:rsidR="005A3479" w:rsidRDefault="005A3479" w:rsidP="006F1ADB">
      <w:pPr>
        <w:pStyle w:val="Titre2"/>
      </w:pPr>
      <w:bookmarkStart w:id="35" w:name="__RefHeading__37_1957917597"/>
      <w:bookmarkStart w:id="36" w:name="_Toc202369633"/>
      <w:bookmarkEnd w:id="35"/>
      <w:r>
        <w:lastRenderedPageBreak/>
        <w:t>VI</w:t>
      </w:r>
      <w:bookmarkEnd w:id="36"/>
    </w:p>
    <w:p w14:paraId="56D96754" w14:textId="77777777" w:rsidR="006F1ADB" w:rsidRDefault="005A3479" w:rsidP="005A3479">
      <w:r>
        <w:t>Le lendemain</w:t>
      </w:r>
      <w:r w:rsidR="006F1ADB">
        <w:t xml:space="preserve">, </w:t>
      </w:r>
      <w:r>
        <w:t>Jude relut la lettre dont la sagesse l</w:t>
      </w:r>
      <w:r w:rsidR="006F1ADB">
        <w:t>’</w:t>
      </w:r>
      <w:r>
        <w:t>avait exaspéré</w:t>
      </w:r>
      <w:r w:rsidR="006F1ADB">
        <w:t xml:space="preserve">. </w:t>
      </w:r>
      <w:r>
        <w:t>Il tomba dans un état de dépression profonde</w:t>
      </w:r>
      <w:r w:rsidR="006F1ADB">
        <w:t xml:space="preserve">. </w:t>
      </w:r>
      <w:r>
        <w:t>Privé de tout ce qui faisait la joie de son esprit et de son cœur</w:t>
      </w:r>
      <w:r w:rsidR="006F1ADB">
        <w:t xml:space="preserve">, </w:t>
      </w:r>
      <w:r>
        <w:t>il se sentit incapable de travailler</w:t>
      </w:r>
      <w:r w:rsidR="006F1ADB">
        <w:t xml:space="preserve">. </w:t>
      </w:r>
      <w:r>
        <w:t>Il perdait la seule âme fine et dél</w:t>
      </w:r>
      <w:r>
        <w:t>i</w:t>
      </w:r>
      <w:r>
        <w:t>cate qu</w:t>
      </w:r>
      <w:r w:rsidR="006F1ADB">
        <w:t>’</w:t>
      </w:r>
      <w:r>
        <w:t>il eût rencontrée</w:t>
      </w:r>
      <w:r w:rsidR="006F1ADB">
        <w:t xml:space="preserve"> ; </w:t>
      </w:r>
      <w:r>
        <w:t>il la perdait à cause de son mariage</w:t>
      </w:r>
      <w:r w:rsidR="006F1ADB">
        <w:t xml:space="preserve">, </w:t>
      </w:r>
      <w:r>
        <w:t>et</w:t>
      </w:r>
      <w:r w:rsidR="006F1ADB">
        <w:t xml:space="preserve">, </w:t>
      </w:r>
      <w:r>
        <w:t>ne pouvant supporter cette pensée qui l</w:t>
      </w:r>
      <w:r w:rsidR="006F1ADB">
        <w:t>’</w:t>
      </w:r>
      <w:r>
        <w:t>obsédait</w:t>
      </w:r>
      <w:r w:rsidR="006F1ADB">
        <w:t xml:space="preserve">, </w:t>
      </w:r>
      <w:r>
        <w:t>il se rejeta</w:t>
      </w:r>
      <w:r w:rsidR="006F1ADB">
        <w:t xml:space="preserve">, </w:t>
      </w:r>
      <w:r>
        <w:t>pour s</w:t>
      </w:r>
      <w:r w:rsidR="006F1ADB">
        <w:t>’</w:t>
      </w:r>
      <w:r>
        <w:t>en distraire</w:t>
      </w:r>
      <w:r w:rsidR="006F1ADB">
        <w:t xml:space="preserve">, </w:t>
      </w:r>
      <w:r>
        <w:t xml:space="preserve">dans la vie réelle du vrai </w:t>
      </w:r>
      <w:proofErr w:type="spellStart"/>
      <w:r>
        <w:t>Christminster</w:t>
      </w:r>
      <w:proofErr w:type="spellEnd"/>
      <w:r w:rsidR="006F1ADB">
        <w:t xml:space="preserve">. </w:t>
      </w:r>
      <w:r>
        <w:t>Il se réfugia dans une taverne et n</w:t>
      </w:r>
      <w:r w:rsidR="006F1ADB">
        <w:t>’</w:t>
      </w:r>
      <w:r>
        <w:t>en sortit pas de tout le jour</w:t>
      </w:r>
      <w:r w:rsidR="006F1ADB">
        <w:t>.</w:t>
      </w:r>
    </w:p>
    <w:p w14:paraId="4652F11C" w14:textId="0E5257C9" w:rsidR="006F1ADB" w:rsidRDefault="005A3479" w:rsidP="005A3479">
      <w:r>
        <w:t>Le lieu où il se trouvait était fréquenté par des gens de toute espèce</w:t>
      </w:r>
      <w:r w:rsidR="006F1ADB">
        <w:t xml:space="preserve">. </w:t>
      </w:r>
      <w:r>
        <w:t xml:space="preserve">Il y avait là un marchand de </w:t>
      </w:r>
      <w:r w:rsidR="006F1ADB">
        <w:t>« </w:t>
      </w:r>
      <w:r>
        <w:t>quincaillerie rel</w:t>
      </w:r>
      <w:r>
        <w:t>i</w:t>
      </w:r>
      <w:r>
        <w:t>gieuse</w:t>
      </w:r>
      <w:r w:rsidR="006F1ADB">
        <w:t xml:space="preserve"> », </w:t>
      </w:r>
      <w:r>
        <w:t>qui avait dû naguère entrer dans le clergé</w:t>
      </w:r>
      <w:r w:rsidR="006F1ADB">
        <w:t xml:space="preserve"> ; </w:t>
      </w:r>
      <w:r>
        <w:t>un co</w:t>
      </w:r>
      <w:r>
        <w:t>m</w:t>
      </w:r>
      <w:r>
        <w:t>missaire-priseur au nez rouge</w:t>
      </w:r>
      <w:r w:rsidR="006F1ADB">
        <w:t xml:space="preserve"> ; </w:t>
      </w:r>
      <w:r>
        <w:t>deux sculpteurs sur pierre</w:t>
      </w:r>
      <w:r w:rsidR="006F1ADB">
        <w:t xml:space="preserve">, </w:t>
      </w:r>
      <w:r>
        <w:t>a</w:t>
      </w:r>
      <w:r>
        <w:t>p</w:t>
      </w:r>
      <w:r>
        <w:t>pelés l</w:t>
      </w:r>
      <w:r w:rsidR="006F1ADB">
        <w:t>’</w:t>
      </w:r>
      <w:r>
        <w:t>oncle Jim et l</w:t>
      </w:r>
      <w:r w:rsidR="006F1ADB">
        <w:t>’</w:t>
      </w:r>
      <w:r>
        <w:t xml:space="preserve">oncle </w:t>
      </w:r>
      <w:r w:rsidR="006F1ADB">
        <w:t xml:space="preserve">Joe ; </w:t>
      </w:r>
      <w:r>
        <w:t>quelques employés</w:t>
      </w:r>
      <w:r w:rsidR="006F1ADB">
        <w:t xml:space="preserve"> ; </w:t>
      </w:r>
      <w:r>
        <w:t>le commis d</w:t>
      </w:r>
      <w:r w:rsidR="006F1ADB">
        <w:t>’</w:t>
      </w:r>
      <w:r>
        <w:t>un fabricant de surplis</w:t>
      </w:r>
      <w:r w:rsidR="006F1ADB">
        <w:t xml:space="preserve"> ; </w:t>
      </w:r>
      <w:r>
        <w:t xml:space="preserve">deux dames surnommées </w:t>
      </w:r>
      <w:r w:rsidR="006F1ADB">
        <w:t>« </w:t>
      </w:r>
      <w:r>
        <w:t xml:space="preserve">Séjour-de-Délices et </w:t>
      </w:r>
      <w:r w:rsidR="006F1ADB">
        <w:t>« </w:t>
      </w:r>
      <w:r>
        <w:t>Tache-de-Rousseur</w:t>
      </w:r>
      <w:r w:rsidR="006F1ADB">
        <w:t xml:space="preserve"> » ; </w:t>
      </w:r>
      <w:r>
        <w:t>des écuyers de cirque</w:t>
      </w:r>
      <w:r w:rsidR="006F1ADB">
        <w:t xml:space="preserve"> ; </w:t>
      </w:r>
      <w:r>
        <w:t>un acteur en tournée</w:t>
      </w:r>
      <w:r w:rsidR="006F1ADB">
        <w:t xml:space="preserve">, </w:t>
      </w:r>
      <w:r>
        <w:t>et deux jeunes étudiants sans souci et sans robes</w:t>
      </w:r>
      <w:r w:rsidR="006F1ADB">
        <w:t>.</w:t>
      </w:r>
    </w:p>
    <w:p w14:paraId="37557951" w14:textId="77777777" w:rsidR="006F1ADB" w:rsidRDefault="005A3479" w:rsidP="005A3479">
      <w:r>
        <w:t>La conversation était générale</w:t>
      </w:r>
      <w:r w:rsidR="006F1ADB">
        <w:t xml:space="preserve">. </w:t>
      </w:r>
      <w:r>
        <w:t xml:space="preserve">On critiquait la société de </w:t>
      </w:r>
      <w:proofErr w:type="spellStart"/>
      <w:r>
        <w:t>Christminster</w:t>
      </w:r>
      <w:proofErr w:type="spellEnd"/>
      <w:r w:rsidR="006F1ADB">
        <w:t xml:space="preserve">, </w:t>
      </w:r>
      <w:r>
        <w:t>les magistrats</w:t>
      </w:r>
      <w:r w:rsidR="006F1ADB">
        <w:t xml:space="preserve">, </w:t>
      </w:r>
      <w:r>
        <w:t>les professeurs</w:t>
      </w:r>
      <w:r w:rsidR="006F1ADB">
        <w:t xml:space="preserve">, </w:t>
      </w:r>
      <w:r>
        <w:t>et autres perso</w:t>
      </w:r>
      <w:r>
        <w:t>n</w:t>
      </w:r>
      <w:r>
        <w:t>nages dont on parlait avec une pitié dédaigneuse</w:t>
      </w:r>
      <w:r w:rsidR="006F1ADB">
        <w:t xml:space="preserve">. </w:t>
      </w:r>
      <w:r>
        <w:t>Jude Fawley</w:t>
      </w:r>
      <w:r w:rsidR="006F1ADB">
        <w:t xml:space="preserve">, </w:t>
      </w:r>
      <w:r>
        <w:t>avec l</w:t>
      </w:r>
      <w:r w:rsidR="006F1ADB">
        <w:t>’</w:t>
      </w:r>
      <w:r>
        <w:t>aplomb que donne l</w:t>
      </w:r>
      <w:r w:rsidR="006F1ADB">
        <w:t>’</w:t>
      </w:r>
      <w:r>
        <w:t>ivresse</w:t>
      </w:r>
      <w:r w:rsidR="006F1ADB">
        <w:t xml:space="preserve">, </w:t>
      </w:r>
      <w:r>
        <w:t>mêla ses propos à ceux des gens qui l</w:t>
      </w:r>
      <w:r w:rsidR="006F1ADB">
        <w:t>’</w:t>
      </w:r>
      <w:r>
        <w:t>entouraient</w:t>
      </w:r>
      <w:r w:rsidR="006F1ADB">
        <w:t>.</w:t>
      </w:r>
    </w:p>
    <w:p w14:paraId="7D54DEEC" w14:textId="77777777" w:rsidR="006F1ADB" w:rsidRDefault="006F1ADB" w:rsidP="005A3479">
      <w:r>
        <w:t>— </w:t>
      </w:r>
      <w:r w:rsidR="005A3479">
        <w:t>J</w:t>
      </w:r>
      <w:r>
        <w:t>’</w:t>
      </w:r>
      <w:r w:rsidR="005A3479">
        <w:t>envoie au diable tous les prévôts</w:t>
      </w:r>
      <w:r>
        <w:t xml:space="preserve">, </w:t>
      </w:r>
      <w:r w:rsidR="005A3479">
        <w:t>directeurs</w:t>
      </w:r>
      <w:r>
        <w:t xml:space="preserve">, </w:t>
      </w:r>
      <w:r w:rsidR="005A3479">
        <w:t>docteurs</w:t>
      </w:r>
      <w:r>
        <w:t xml:space="preserve">, </w:t>
      </w:r>
      <w:r w:rsidR="005A3479">
        <w:t>etc</w:t>
      </w:r>
      <w:r>
        <w:t xml:space="preserve">., </w:t>
      </w:r>
      <w:r w:rsidR="005A3479">
        <w:t>et toute l</w:t>
      </w:r>
      <w:r>
        <w:t>’</w:t>
      </w:r>
      <w:r w:rsidR="005A3479">
        <w:t>Université</w:t>
      </w:r>
      <w:r>
        <w:t xml:space="preserve">… </w:t>
      </w:r>
      <w:r w:rsidR="005A3479">
        <w:t>S</w:t>
      </w:r>
      <w:r>
        <w:t>’</w:t>
      </w:r>
      <w:r w:rsidR="005A3479">
        <w:t>ils voulaient en courir la chance</w:t>
      </w:r>
      <w:r>
        <w:t xml:space="preserve">, </w:t>
      </w:r>
      <w:r w:rsidR="005A3479">
        <w:t>je les battrais sur leur propre terrain</w:t>
      </w:r>
      <w:r>
        <w:t>.</w:t>
      </w:r>
    </w:p>
    <w:p w14:paraId="5A0AAC17" w14:textId="77777777" w:rsidR="006F1ADB" w:rsidRDefault="006F1ADB" w:rsidP="005A3479">
      <w:r>
        <w:t>— </w:t>
      </w:r>
      <w:r w:rsidR="005A3479">
        <w:t>Écoutez</w:t>
      </w:r>
      <w:r>
        <w:t xml:space="preserve">, </w:t>
      </w:r>
      <w:r w:rsidR="005A3479">
        <w:t>écoutez</w:t>
      </w:r>
      <w:r>
        <w:t xml:space="preserve"> ! </w:t>
      </w:r>
      <w:r w:rsidR="005A3479">
        <w:t>dirent les étudiants</w:t>
      </w:r>
      <w:r>
        <w:t>.</w:t>
      </w:r>
    </w:p>
    <w:p w14:paraId="442EC61E" w14:textId="77777777" w:rsidR="006F1ADB" w:rsidRDefault="006F1ADB" w:rsidP="005A3479">
      <w:r>
        <w:lastRenderedPageBreak/>
        <w:t>— </w:t>
      </w:r>
      <w:r w:rsidR="005A3479">
        <w:t>Vous avez toujours été fou des livres</w:t>
      </w:r>
      <w:r>
        <w:t xml:space="preserve">, </w:t>
      </w:r>
      <w:r w:rsidR="005A3479">
        <w:t xml:space="preserve">dit le </w:t>
      </w:r>
      <w:r>
        <w:t>« </w:t>
      </w:r>
      <w:r w:rsidR="005A3479">
        <w:t>quincaillier d</w:t>
      </w:r>
      <w:r>
        <w:t>’</w:t>
      </w:r>
      <w:r w:rsidR="005A3479">
        <w:t>église</w:t>
      </w:r>
      <w:r>
        <w:t> »</w:t>
      </w:r>
      <w:r w:rsidR="005A3479">
        <w:t xml:space="preserve"> Tinker Taylor</w:t>
      </w:r>
      <w:r>
        <w:t>.</w:t>
      </w:r>
    </w:p>
    <w:p w14:paraId="4FFD205B" w14:textId="45964000" w:rsidR="006F1ADB" w:rsidRDefault="006F1ADB" w:rsidP="005A3479">
      <w:r>
        <w:t>— </w:t>
      </w:r>
      <w:r w:rsidR="005A3479">
        <w:t>Oui</w:t>
      </w:r>
      <w:r>
        <w:t xml:space="preserve">, </w:t>
      </w:r>
      <w:r w:rsidR="005A3479">
        <w:t>dit l</w:t>
      </w:r>
      <w:r>
        <w:t>’</w:t>
      </w:r>
      <w:r w:rsidR="005A3479">
        <w:t xml:space="preserve">oncle </w:t>
      </w:r>
      <w:r>
        <w:t xml:space="preserve">Joe. </w:t>
      </w:r>
      <w:r w:rsidR="005A3479">
        <w:t>Vous avez l</w:t>
      </w:r>
      <w:r>
        <w:t>’</w:t>
      </w:r>
      <w:r w:rsidR="005A3479">
        <w:t>intention d</w:t>
      </w:r>
      <w:r>
        <w:t>’</w:t>
      </w:r>
      <w:r w:rsidR="005A3479">
        <w:t>entrer dans l</w:t>
      </w:r>
      <w:r>
        <w:t>’</w:t>
      </w:r>
      <w:r w:rsidR="005A3479">
        <w:t>Église</w:t>
      </w:r>
      <w:r>
        <w:t xml:space="preserve"> ? </w:t>
      </w:r>
      <w:r w:rsidR="005A3479">
        <w:t>Si vous êtes savant</w:t>
      </w:r>
      <w:r>
        <w:t xml:space="preserve">, </w:t>
      </w:r>
      <w:r w:rsidR="005A3479">
        <w:t>faut nous donner un échantillon de votre savoir</w:t>
      </w:r>
      <w:r>
        <w:t xml:space="preserve">. </w:t>
      </w:r>
      <w:r w:rsidR="005A3479">
        <w:t xml:space="preserve">Pouvez-vous réciter le </w:t>
      </w:r>
      <w:r w:rsidR="005A3479">
        <w:rPr>
          <w:i/>
          <w:szCs w:val="32"/>
        </w:rPr>
        <w:t xml:space="preserve">Credo </w:t>
      </w:r>
      <w:r w:rsidR="005A3479">
        <w:t>en latin</w:t>
      </w:r>
      <w:r>
        <w:t> ?</w:t>
      </w:r>
    </w:p>
    <w:p w14:paraId="70E7D179" w14:textId="77777777" w:rsidR="006F1ADB" w:rsidRDefault="006F1ADB" w:rsidP="005A3479">
      <w:r>
        <w:t>— </w:t>
      </w:r>
      <w:r w:rsidR="005A3479">
        <w:t>Je le puis</w:t>
      </w:r>
      <w:r>
        <w:t>.</w:t>
      </w:r>
    </w:p>
    <w:p w14:paraId="4E03921F" w14:textId="77777777" w:rsidR="006F1ADB" w:rsidRDefault="006F1ADB" w:rsidP="005A3479">
      <w:r>
        <w:t>— </w:t>
      </w:r>
      <w:r w:rsidR="005A3479">
        <w:t>Voyez cette vanité</w:t>
      </w:r>
      <w:r>
        <w:t xml:space="preserve">, </w:t>
      </w:r>
      <w:r w:rsidR="005A3479">
        <w:t>cria l</w:t>
      </w:r>
      <w:r>
        <w:t>’</w:t>
      </w:r>
      <w:r w:rsidR="005A3479">
        <w:t>une des dames</w:t>
      </w:r>
      <w:r>
        <w:t>.</w:t>
      </w:r>
    </w:p>
    <w:p w14:paraId="5CC90600" w14:textId="77777777" w:rsidR="006F1ADB" w:rsidRDefault="006F1ADB" w:rsidP="005A3479">
      <w:r>
        <w:t>— </w:t>
      </w:r>
      <w:r w:rsidR="005A3479">
        <w:t>Fermez ça</w:t>
      </w:r>
      <w:r>
        <w:t xml:space="preserve">, </w:t>
      </w:r>
      <w:r w:rsidR="005A3479">
        <w:t>Séjour-de-Délices</w:t>
      </w:r>
      <w:r>
        <w:t xml:space="preserve"> ! </w:t>
      </w:r>
      <w:r w:rsidR="005A3479">
        <w:t>dit l</w:t>
      </w:r>
      <w:r>
        <w:t>’</w:t>
      </w:r>
      <w:r w:rsidR="005A3479">
        <w:t>un des étudiants</w:t>
      </w:r>
      <w:r>
        <w:t xml:space="preserve">. </w:t>
      </w:r>
      <w:r w:rsidR="005A3479">
        <w:t>S</w:t>
      </w:r>
      <w:r w:rsidR="005A3479">
        <w:t>i</w:t>
      </w:r>
      <w:r w:rsidR="005A3479">
        <w:t>lence</w:t>
      </w:r>
      <w:r>
        <w:t xml:space="preserve"> !… </w:t>
      </w:r>
      <w:r w:rsidR="005A3479">
        <w:t xml:space="preserve">Le monsieur du coin là-bas va réciter les articles du </w:t>
      </w:r>
      <w:r w:rsidR="005A3479">
        <w:rPr>
          <w:i/>
          <w:szCs w:val="32"/>
        </w:rPr>
        <w:t>Credo</w:t>
      </w:r>
      <w:r>
        <w:rPr>
          <w:i/>
          <w:szCs w:val="32"/>
        </w:rPr>
        <w:t xml:space="preserve">, </w:t>
      </w:r>
      <w:r w:rsidR="005A3479">
        <w:t>en langue latine</w:t>
      </w:r>
      <w:r>
        <w:t xml:space="preserve">, </w:t>
      </w:r>
      <w:r w:rsidR="005A3479">
        <w:t>pour l</w:t>
      </w:r>
      <w:r>
        <w:t>’</w:t>
      </w:r>
      <w:r w:rsidR="005A3479">
        <w:t>édification de la compagnie</w:t>
      </w:r>
      <w:r>
        <w:t>.</w:t>
      </w:r>
    </w:p>
    <w:p w14:paraId="17E3ABA8" w14:textId="77777777" w:rsidR="006F1ADB" w:rsidRDefault="006F1ADB" w:rsidP="005A3479">
      <w:r>
        <w:t>— </w:t>
      </w:r>
      <w:r w:rsidR="005A3479">
        <w:t>Je ne dois pas</w:t>
      </w:r>
      <w:r>
        <w:t xml:space="preserve">, </w:t>
      </w:r>
      <w:r w:rsidR="005A3479">
        <w:t>dit Jude</w:t>
      </w:r>
      <w:r>
        <w:t>.</w:t>
      </w:r>
    </w:p>
    <w:p w14:paraId="0225FB48" w14:textId="77777777" w:rsidR="006F1ADB" w:rsidRDefault="006F1ADB" w:rsidP="005A3479">
      <w:r>
        <w:t>— </w:t>
      </w:r>
      <w:r w:rsidR="005A3479">
        <w:t>Essayez</w:t>
      </w:r>
      <w:r>
        <w:t xml:space="preserve">, </w:t>
      </w:r>
      <w:r w:rsidR="005A3479">
        <w:t>dit le fabricant de surplis</w:t>
      </w:r>
      <w:r>
        <w:t>.</w:t>
      </w:r>
    </w:p>
    <w:p w14:paraId="70E6374C" w14:textId="77777777" w:rsidR="006F1ADB" w:rsidRDefault="006F1ADB" w:rsidP="005A3479">
      <w:r>
        <w:t>— </w:t>
      </w:r>
      <w:r w:rsidR="005A3479">
        <w:t>Il ne pourra pas</w:t>
      </w:r>
      <w:r>
        <w:t xml:space="preserve"> ! </w:t>
      </w:r>
      <w:r w:rsidR="005A3479">
        <w:t>crièrent les sculpteurs</w:t>
      </w:r>
      <w:r>
        <w:t>.</w:t>
      </w:r>
    </w:p>
    <w:p w14:paraId="321F1507" w14:textId="77777777" w:rsidR="006F1ADB" w:rsidRDefault="006F1ADB" w:rsidP="005A3479">
      <w:r>
        <w:t>— </w:t>
      </w:r>
      <w:r w:rsidR="005A3479">
        <w:t>Si</w:t>
      </w:r>
      <w:r>
        <w:t xml:space="preserve">, </w:t>
      </w:r>
      <w:r w:rsidR="005A3479">
        <w:t>il pourra</w:t>
      </w:r>
      <w:r>
        <w:t xml:space="preserve">, </w:t>
      </w:r>
      <w:r w:rsidR="005A3479">
        <w:t>fit Tinker Taylor</w:t>
      </w:r>
      <w:r>
        <w:t>.</w:t>
      </w:r>
    </w:p>
    <w:p w14:paraId="72B3E021" w14:textId="77777777" w:rsidR="006F1ADB" w:rsidRDefault="005A3479" w:rsidP="005A3479">
      <w:r>
        <w:t>Jude vida son verre</w:t>
      </w:r>
      <w:r w:rsidR="006F1ADB">
        <w:t xml:space="preserve">, </w:t>
      </w:r>
      <w:r>
        <w:t>et récita sans hésitation</w:t>
      </w:r>
      <w:r w:rsidR="006F1ADB">
        <w:t> :</w:t>
      </w:r>
    </w:p>
    <w:p w14:paraId="1681AF27" w14:textId="77777777" w:rsidR="006F1ADB" w:rsidRDefault="006F1ADB" w:rsidP="005A3479">
      <w:pPr>
        <w:rPr>
          <w:i/>
          <w:szCs w:val="32"/>
          <w:lang w:val="la-Latn"/>
        </w:rPr>
      </w:pPr>
      <w:r>
        <w:t>— </w:t>
      </w:r>
      <w:r w:rsidR="005A3479">
        <w:rPr>
          <w:i/>
          <w:szCs w:val="32"/>
          <w:lang w:val="la-Latn"/>
        </w:rPr>
        <w:t>Credo in unum Deum</w:t>
      </w:r>
      <w:r>
        <w:rPr>
          <w:i/>
          <w:szCs w:val="32"/>
          <w:lang w:val="la-Latn"/>
        </w:rPr>
        <w:t xml:space="preserve">, </w:t>
      </w:r>
      <w:r w:rsidR="005A3479">
        <w:rPr>
          <w:i/>
          <w:szCs w:val="32"/>
          <w:lang w:val="la-Latn"/>
        </w:rPr>
        <w:t>Patrem omnipotentem</w:t>
      </w:r>
      <w:r>
        <w:rPr>
          <w:i/>
          <w:szCs w:val="32"/>
          <w:lang w:val="la-Latn"/>
        </w:rPr>
        <w:t xml:space="preserve">, </w:t>
      </w:r>
      <w:r w:rsidR="005A3479">
        <w:rPr>
          <w:i/>
          <w:szCs w:val="32"/>
          <w:lang w:val="la-Latn"/>
        </w:rPr>
        <w:t>factorem cœli et terræ</w:t>
      </w:r>
      <w:r>
        <w:rPr>
          <w:i/>
          <w:szCs w:val="32"/>
          <w:lang w:val="la-Latn"/>
        </w:rPr>
        <w:t xml:space="preserve">, </w:t>
      </w:r>
      <w:r w:rsidR="005A3479">
        <w:rPr>
          <w:i/>
          <w:szCs w:val="32"/>
          <w:lang w:val="la-Latn"/>
        </w:rPr>
        <w:t>visibilium omnium et invisibilium</w:t>
      </w:r>
      <w:r>
        <w:rPr>
          <w:i/>
          <w:szCs w:val="32"/>
          <w:lang w:val="la-Latn"/>
        </w:rPr>
        <w:t>.</w:t>
      </w:r>
    </w:p>
    <w:p w14:paraId="2F860F37" w14:textId="77777777" w:rsidR="006F1ADB" w:rsidRDefault="006F1ADB" w:rsidP="005A3479">
      <w:r>
        <w:rPr>
          <w:i/>
          <w:szCs w:val="32"/>
          <w:lang w:val="la-Latn"/>
        </w:rPr>
        <w:t>— </w:t>
      </w:r>
      <w:r w:rsidR="005A3479">
        <w:t>Bravo</w:t>
      </w:r>
      <w:r>
        <w:t xml:space="preserve"> ! </w:t>
      </w:r>
      <w:r w:rsidR="005A3479">
        <w:t>excellent latin</w:t>
      </w:r>
      <w:r>
        <w:t xml:space="preserve"> ! </w:t>
      </w:r>
      <w:r w:rsidR="005A3479">
        <w:t>exclama un des étudiants</w:t>
      </w:r>
      <w:r>
        <w:t xml:space="preserve">, </w:t>
      </w:r>
      <w:r w:rsidR="005A3479">
        <w:t>qui n</w:t>
      </w:r>
      <w:r>
        <w:t>’</w:t>
      </w:r>
      <w:r w:rsidR="005A3479">
        <w:t>avait rien compris</w:t>
      </w:r>
      <w:r>
        <w:t>.</w:t>
      </w:r>
    </w:p>
    <w:p w14:paraId="0A3612C3" w14:textId="77777777" w:rsidR="006F1ADB" w:rsidRDefault="005A3479" w:rsidP="005A3479">
      <w:r>
        <w:t>Le silence s</w:t>
      </w:r>
      <w:r w:rsidR="006F1ADB">
        <w:t>’</w:t>
      </w:r>
      <w:r>
        <w:t>était fait dans la taverne</w:t>
      </w:r>
      <w:r w:rsidR="006F1ADB">
        <w:t xml:space="preserve"> ; </w:t>
      </w:r>
      <w:r>
        <w:t>la servante restait debout</w:t>
      </w:r>
      <w:r w:rsidR="006F1ADB">
        <w:t xml:space="preserve">, </w:t>
      </w:r>
      <w:r>
        <w:t>immobile</w:t>
      </w:r>
      <w:r w:rsidR="006F1ADB">
        <w:t xml:space="preserve">, </w:t>
      </w:r>
      <w:r>
        <w:t>et la voix de Jude résonnait en sonore écho jusqu</w:t>
      </w:r>
      <w:r w:rsidR="006F1ADB">
        <w:t>’</w:t>
      </w:r>
      <w:r>
        <w:t>à la salle la plus éloignée où se tenait l</w:t>
      </w:r>
      <w:r w:rsidR="006F1ADB">
        <w:t>’</w:t>
      </w:r>
      <w:r>
        <w:t>aubergiste</w:t>
      </w:r>
      <w:r w:rsidR="006F1ADB">
        <w:t>.</w:t>
      </w:r>
    </w:p>
    <w:p w14:paraId="115604E0" w14:textId="77777777" w:rsidR="006F1ADB" w:rsidRDefault="006F1ADB" w:rsidP="005A3479">
      <w:pPr>
        <w:rPr>
          <w:i/>
          <w:szCs w:val="32"/>
          <w:lang w:val="la-Latn"/>
        </w:rPr>
      </w:pPr>
      <w:r>
        <w:t>— </w:t>
      </w:r>
      <w:r w:rsidR="005A3479">
        <w:rPr>
          <w:i/>
          <w:szCs w:val="32"/>
          <w:lang w:val="la-Latn"/>
        </w:rPr>
        <w:t>Crucifixus etiam pro nobis</w:t>
      </w:r>
      <w:r>
        <w:rPr>
          <w:i/>
          <w:szCs w:val="32"/>
          <w:lang w:val="la-Latn"/>
        </w:rPr>
        <w:t xml:space="preserve"> : </w:t>
      </w:r>
      <w:r w:rsidR="005A3479">
        <w:rPr>
          <w:i/>
          <w:szCs w:val="32"/>
          <w:lang w:val="la-Latn"/>
        </w:rPr>
        <w:t>sub Pontio Pilalo passus et sepultus est</w:t>
      </w:r>
      <w:r>
        <w:rPr>
          <w:i/>
          <w:szCs w:val="32"/>
          <w:lang w:val="la-Latn"/>
        </w:rPr>
        <w:t xml:space="preserve">. </w:t>
      </w:r>
      <w:r w:rsidR="005A3479">
        <w:rPr>
          <w:i/>
          <w:szCs w:val="32"/>
          <w:lang w:val="la-Latn"/>
        </w:rPr>
        <w:t>Et resurrexit tertia die</w:t>
      </w:r>
      <w:r>
        <w:rPr>
          <w:i/>
          <w:szCs w:val="32"/>
          <w:lang w:val="la-Latn"/>
        </w:rPr>
        <w:t xml:space="preserve">, </w:t>
      </w:r>
      <w:r w:rsidR="005A3479">
        <w:rPr>
          <w:i/>
          <w:szCs w:val="32"/>
          <w:lang w:val="la-Latn"/>
        </w:rPr>
        <w:t>secundum scripturas</w:t>
      </w:r>
      <w:r>
        <w:rPr>
          <w:i/>
          <w:szCs w:val="32"/>
          <w:lang w:val="la-Latn"/>
        </w:rPr>
        <w:t>.</w:t>
      </w:r>
    </w:p>
    <w:p w14:paraId="738E497C" w14:textId="77777777" w:rsidR="006F1ADB" w:rsidRDefault="006F1ADB" w:rsidP="005A3479">
      <w:r>
        <w:rPr>
          <w:i/>
          <w:szCs w:val="32"/>
          <w:lang w:val="la-Latn"/>
        </w:rPr>
        <w:lastRenderedPageBreak/>
        <w:t>— </w:t>
      </w:r>
      <w:r w:rsidR="005A3479">
        <w:rPr>
          <w:i/>
          <w:szCs w:val="32"/>
        </w:rPr>
        <w:t>C</w:t>
      </w:r>
      <w:r>
        <w:rPr>
          <w:i/>
          <w:szCs w:val="32"/>
        </w:rPr>
        <w:t>’</w:t>
      </w:r>
      <w:r w:rsidR="005A3479">
        <w:t>est le Symbole de Nicée</w:t>
      </w:r>
      <w:r>
        <w:t xml:space="preserve">, </w:t>
      </w:r>
      <w:r w:rsidR="005A3479">
        <w:t>grogna l</w:t>
      </w:r>
      <w:r>
        <w:t>’</w:t>
      </w:r>
      <w:r w:rsidR="005A3479">
        <w:t>un des étudiants</w:t>
      </w:r>
      <w:r>
        <w:t xml:space="preserve">, </w:t>
      </w:r>
      <w:r w:rsidR="005A3479">
        <w:t>et nous demandions le Symbole des apôtres</w:t>
      </w:r>
      <w:r>
        <w:t>.</w:t>
      </w:r>
    </w:p>
    <w:p w14:paraId="609DB9C6" w14:textId="77777777" w:rsidR="006F1ADB" w:rsidRDefault="006F1ADB" w:rsidP="005A3479">
      <w:r>
        <w:t>— </w:t>
      </w:r>
      <w:r w:rsidR="005A3479">
        <w:t>Chacun sait</w:t>
      </w:r>
      <w:r>
        <w:t xml:space="preserve">, </w:t>
      </w:r>
      <w:r w:rsidR="005A3479">
        <w:t>excepté vous</w:t>
      </w:r>
      <w:r>
        <w:t xml:space="preserve">, </w:t>
      </w:r>
      <w:r w:rsidR="005A3479">
        <w:t>que le Symbole de Nicée est le seul historique</w:t>
      </w:r>
      <w:r>
        <w:t>.</w:t>
      </w:r>
    </w:p>
    <w:p w14:paraId="2201987C" w14:textId="77777777" w:rsidR="006F1ADB" w:rsidRDefault="006F1ADB" w:rsidP="005A3479">
      <w:r>
        <w:t>— </w:t>
      </w:r>
      <w:r w:rsidR="005A3479">
        <w:t>Laissez-le donc continuer</w:t>
      </w:r>
      <w:r>
        <w:t xml:space="preserve">, </w:t>
      </w:r>
      <w:r w:rsidR="005A3479">
        <w:t>dit le commissaire-priseur</w:t>
      </w:r>
      <w:r>
        <w:t>.</w:t>
      </w:r>
    </w:p>
    <w:p w14:paraId="6577E5E4" w14:textId="77777777" w:rsidR="006F1ADB" w:rsidRDefault="005A3479" w:rsidP="005A3479">
      <w:r>
        <w:t>Mais les idées de Jude se brouillaient</w:t>
      </w:r>
      <w:r w:rsidR="006F1ADB">
        <w:t xml:space="preserve">. </w:t>
      </w:r>
      <w:r>
        <w:t>Il toucha son front et son visage eut une expression douloureuse</w:t>
      </w:r>
      <w:r w:rsidR="006F1ADB">
        <w:t>.</w:t>
      </w:r>
    </w:p>
    <w:p w14:paraId="002C111E" w14:textId="77777777" w:rsidR="006F1ADB" w:rsidRDefault="006F1ADB" w:rsidP="005A3479">
      <w:r>
        <w:t>— </w:t>
      </w:r>
      <w:r w:rsidR="005A3479">
        <w:t>Donnez-lui à boire</w:t>
      </w:r>
      <w:r>
        <w:t xml:space="preserve">, </w:t>
      </w:r>
      <w:r w:rsidR="005A3479">
        <w:t>dit Tinker Taylor</w:t>
      </w:r>
      <w:r>
        <w:t>.</w:t>
      </w:r>
    </w:p>
    <w:p w14:paraId="5593F294" w14:textId="77777777" w:rsidR="006F1ADB" w:rsidRDefault="005A3479" w:rsidP="005A3479">
      <w:r>
        <w:t>Quelqu</w:t>
      </w:r>
      <w:r w:rsidR="006F1ADB">
        <w:t>’</w:t>
      </w:r>
      <w:r>
        <w:t>un jeta trois sous sur la table</w:t>
      </w:r>
      <w:r w:rsidR="006F1ADB">
        <w:t xml:space="preserve">. </w:t>
      </w:r>
      <w:r>
        <w:t>Un verre fut apporté</w:t>
      </w:r>
      <w:r w:rsidR="006F1ADB">
        <w:t xml:space="preserve"> ; </w:t>
      </w:r>
      <w:r>
        <w:t>Jude le prit sans le regarder</w:t>
      </w:r>
      <w:r w:rsidR="006F1ADB">
        <w:t xml:space="preserve">, </w:t>
      </w:r>
      <w:r>
        <w:t>avala la liqueur et</w:t>
      </w:r>
      <w:r w:rsidR="006F1ADB">
        <w:t xml:space="preserve">, </w:t>
      </w:r>
      <w:r>
        <w:t>toute sa voix r</w:t>
      </w:r>
      <w:r>
        <w:t>e</w:t>
      </w:r>
      <w:r>
        <w:t>venue</w:t>
      </w:r>
      <w:r w:rsidR="006F1ADB">
        <w:t xml:space="preserve">, </w:t>
      </w:r>
      <w:r>
        <w:t>acheva la prière comme eût fait le supérieur d</w:t>
      </w:r>
      <w:r w:rsidR="006F1ADB">
        <w:t>’</w:t>
      </w:r>
      <w:r>
        <w:t>une co</w:t>
      </w:r>
      <w:r>
        <w:t>n</w:t>
      </w:r>
      <w:r>
        <w:t>grégation</w:t>
      </w:r>
      <w:r w:rsidR="006F1ADB">
        <w:t>.</w:t>
      </w:r>
    </w:p>
    <w:p w14:paraId="21A98545" w14:textId="77777777" w:rsidR="006F1ADB" w:rsidRDefault="006F1ADB" w:rsidP="005A3479">
      <w:pPr>
        <w:rPr>
          <w:i/>
          <w:iCs/>
          <w:szCs w:val="32"/>
          <w:lang w:val="la-Latn"/>
        </w:rPr>
      </w:pPr>
      <w:r>
        <w:t>— </w:t>
      </w:r>
      <w:r w:rsidR="005A3479">
        <w:rPr>
          <w:i/>
          <w:iCs/>
          <w:szCs w:val="32"/>
          <w:lang w:val="la-Latn"/>
        </w:rPr>
        <w:t>Et unam Catholicam et Apostolicam Ecclesiam</w:t>
      </w:r>
      <w:r>
        <w:rPr>
          <w:i/>
          <w:iCs/>
          <w:szCs w:val="32"/>
          <w:lang w:val="la-Latn"/>
        </w:rPr>
        <w:t xml:space="preserve">, </w:t>
      </w:r>
      <w:r w:rsidR="005A3479">
        <w:rPr>
          <w:i/>
          <w:iCs/>
          <w:szCs w:val="32"/>
          <w:lang w:val="la-Latn"/>
        </w:rPr>
        <w:t>Confiteor unum baptisma in remissionem peccatorum</w:t>
      </w:r>
      <w:r>
        <w:rPr>
          <w:i/>
          <w:iCs/>
          <w:szCs w:val="32"/>
          <w:lang w:val="la-Latn"/>
        </w:rPr>
        <w:t xml:space="preserve">. </w:t>
      </w:r>
      <w:r w:rsidR="005A3479">
        <w:rPr>
          <w:i/>
          <w:iCs/>
          <w:szCs w:val="32"/>
          <w:lang w:val="la-Latn"/>
        </w:rPr>
        <w:t>Et expecto Resurrectionem mortuorum</w:t>
      </w:r>
      <w:r>
        <w:rPr>
          <w:i/>
          <w:iCs/>
          <w:szCs w:val="32"/>
          <w:lang w:val="la-Latn"/>
        </w:rPr>
        <w:t xml:space="preserve">. </w:t>
      </w:r>
      <w:r w:rsidR="005A3479">
        <w:rPr>
          <w:i/>
          <w:iCs/>
          <w:szCs w:val="32"/>
          <w:lang w:val="la-Latn"/>
        </w:rPr>
        <w:t>Et vitam venturi sæculi</w:t>
      </w:r>
      <w:r>
        <w:rPr>
          <w:i/>
          <w:iCs/>
          <w:szCs w:val="32"/>
          <w:lang w:val="la-Latn"/>
        </w:rPr>
        <w:t xml:space="preserve">. </w:t>
      </w:r>
      <w:r w:rsidR="005A3479">
        <w:rPr>
          <w:i/>
          <w:iCs/>
          <w:szCs w:val="32"/>
          <w:lang w:val="la-Latn"/>
        </w:rPr>
        <w:t>Amen</w:t>
      </w:r>
      <w:r>
        <w:rPr>
          <w:i/>
          <w:iCs/>
          <w:szCs w:val="32"/>
          <w:lang w:val="la-Latn"/>
        </w:rPr>
        <w:t>.</w:t>
      </w:r>
    </w:p>
    <w:p w14:paraId="2F63485E" w14:textId="77777777" w:rsidR="006F1ADB" w:rsidRDefault="006F1ADB" w:rsidP="005A3479">
      <w:r>
        <w:rPr>
          <w:i/>
          <w:iCs/>
          <w:szCs w:val="32"/>
          <w:lang w:val="la-Latn"/>
        </w:rPr>
        <w:t>— </w:t>
      </w:r>
      <w:r w:rsidR="005A3479">
        <w:t>Très bien</w:t>
      </w:r>
      <w:r>
        <w:t xml:space="preserve">, </w:t>
      </w:r>
      <w:r w:rsidR="005A3479">
        <w:t>dirent les auditeurs</w:t>
      </w:r>
      <w:r>
        <w:t xml:space="preserve">, </w:t>
      </w:r>
      <w:r w:rsidR="005A3479">
        <w:t>au dernier mot</w:t>
      </w:r>
      <w:r>
        <w:t xml:space="preserve">, </w:t>
      </w:r>
      <w:r w:rsidR="005A3479">
        <w:t>le premier et le seul que la plupart d</w:t>
      </w:r>
      <w:r>
        <w:t>’</w:t>
      </w:r>
      <w:r w:rsidR="005A3479">
        <w:t>entre eux eussent compris</w:t>
      </w:r>
      <w:r>
        <w:t>.</w:t>
      </w:r>
    </w:p>
    <w:p w14:paraId="28DC8143" w14:textId="77777777" w:rsidR="006F1ADB" w:rsidRDefault="005A3479" w:rsidP="005A3479">
      <w:r>
        <w:t>Jude semblait chasser peu à peu les fumées de l</w:t>
      </w:r>
      <w:r w:rsidR="006F1ADB">
        <w:t>’</w:t>
      </w:r>
      <w:r>
        <w:t>ivresse</w:t>
      </w:r>
      <w:r w:rsidR="006F1ADB">
        <w:t xml:space="preserve">. </w:t>
      </w:r>
      <w:r>
        <w:t>Il éclata en imprécations</w:t>
      </w:r>
      <w:r w:rsidR="006F1ADB">
        <w:t xml:space="preserve">, </w:t>
      </w:r>
      <w:r>
        <w:t>et</w:t>
      </w:r>
      <w:r w:rsidR="006F1ADB">
        <w:t xml:space="preserve">, </w:t>
      </w:r>
      <w:r>
        <w:t>soudain</w:t>
      </w:r>
      <w:r w:rsidR="006F1ADB">
        <w:t xml:space="preserve">, </w:t>
      </w:r>
      <w:r>
        <w:t>pris de dégoût</w:t>
      </w:r>
      <w:r w:rsidR="006F1ADB">
        <w:t xml:space="preserve">, </w:t>
      </w:r>
      <w:r>
        <w:t>il s</w:t>
      </w:r>
      <w:r w:rsidR="006F1ADB">
        <w:t>’</w:t>
      </w:r>
      <w:r>
        <w:t>élança dehors</w:t>
      </w:r>
      <w:r w:rsidR="006F1ADB">
        <w:t xml:space="preserve">, </w:t>
      </w:r>
      <w:r>
        <w:t>fermant violemment la porte derrière lui</w:t>
      </w:r>
      <w:r w:rsidR="006F1ADB">
        <w:t>.</w:t>
      </w:r>
    </w:p>
    <w:p w14:paraId="745EF8A0" w14:textId="77777777" w:rsidR="006F1ADB" w:rsidRDefault="005A3479" w:rsidP="005A3479">
      <w:r>
        <w:t>Il fuyait</w:t>
      </w:r>
      <w:r w:rsidR="006F1ADB">
        <w:t xml:space="preserve">, </w:t>
      </w:r>
      <w:r>
        <w:t>allant par les rues</w:t>
      </w:r>
      <w:r w:rsidR="006F1ADB">
        <w:t xml:space="preserve">, </w:t>
      </w:r>
      <w:r>
        <w:t>sans savoir où</w:t>
      </w:r>
      <w:r w:rsidR="006F1ADB">
        <w:t xml:space="preserve">, </w:t>
      </w:r>
      <w:r>
        <w:t>et</w:t>
      </w:r>
      <w:r w:rsidR="006F1ADB">
        <w:t xml:space="preserve">, </w:t>
      </w:r>
      <w:r>
        <w:t>après une course d</w:t>
      </w:r>
      <w:r w:rsidR="006F1ADB">
        <w:t>’</w:t>
      </w:r>
      <w:r>
        <w:t>une heure</w:t>
      </w:r>
      <w:r w:rsidR="006F1ADB">
        <w:t xml:space="preserve">, </w:t>
      </w:r>
      <w:r>
        <w:t xml:space="preserve">il se trouva dans le village de </w:t>
      </w:r>
      <w:proofErr w:type="spellStart"/>
      <w:r>
        <w:t>Lumsdon</w:t>
      </w:r>
      <w:proofErr w:type="spellEnd"/>
      <w:r w:rsidR="006F1ADB">
        <w:t xml:space="preserve">. </w:t>
      </w:r>
      <w:r>
        <w:t>Il vit une lumière à la fenêtre de Sue</w:t>
      </w:r>
      <w:r w:rsidR="006F1ADB">
        <w:t xml:space="preserve">, </w:t>
      </w:r>
      <w:r>
        <w:t>s</w:t>
      </w:r>
      <w:r w:rsidR="006F1ADB">
        <w:t>’</w:t>
      </w:r>
      <w:r>
        <w:t>appuya au mur de la ma</w:t>
      </w:r>
      <w:r>
        <w:t>i</w:t>
      </w:r>
      <w:r>
        <w:t>son et heurtant du doigt la vitre</w:t>
      </w:r>
      <w:r w:rsidR="006F1ADB">
        <w:t xml:space="preserve">, </w:t>
      </w:r>
      <w:r>
        <w:t>il appela</w:t>
      </w:r>
      <w:r w:rsidR="006F1ADB">
        <w:t> :</w:t>
      </w:r>
    </w:p>
    <w:p w14:paraId="77DFB72C" w14:textId="77777777" w:rsidR="006F1ADB" w:rsidRDefault="006F1ADB" w:rsidP="005A3479">
      <w:r>
        <w:t>— </w:t>
      </w:r>
      <w:r w:rsidR="005A3479">
        <w:t>Sue</w:t>
      </w:r>
      <w:r>
        <w:t xml:space="preserve"> !… </w:t>
      </w:r>
      <w:r w:rsidR="005A3479">
        <w:t>Sue</w:t>
      </w:r>
      <w:r>
        <w:t> !…</w:t>
      </w:r>
    </w:p>
    <w:p w14:paraId="2CF99960" w14:textId="77777777" w:rsidR="006F1ADB" w:rsidRDefault="005A3479" w:rsidP="005A3479">
      <w:r>
        <w:lastRenderedPageBreak/>
        <w:t>La jeune fille avait reconnu sa voix</w:t>
      </w:r>
      <w:r w:rsidR="006F1ADB">
        <w:t xml:space="preserve">. </w:t>
      </w:r>
      <w:r>
        <w:t>La lumière disparut de l</w:t>
      </w:r>
      <w:r w:rsidR="006F1ADB">
        <w:t>’</w:t>
      </w:r>
      <w:r>
        <w:t>appartement</w:t>
      </w:r>
      <w:r w:rsidR="006F1ADB">
        <w:t xml:space="preserve"> ; </w:t>
      </w:r>
      <w:r>
        <w:t>puis la porte s</w:t>
      </w:r>
      <w:r w:rsidR="006F1ADB">
        <w:t>’</w:t>
      </w:r>
      <w:r>
        <w:t>ouvrit et Suzanne apparut</w:t>
      </w:r>
      <w:r w:rsidR="006F1ADB">
        <w:t xml:space="preserve">, </w:t>
      </w:r>
      <w:r>
        <w:t>un flambeau à la main</w:t>
      </w:r>
      <w:r w:rsidR="006F1ADB">
        <w:t>.</w:t>
      </w:r>
    </w:p>
    <w:p w14:paraId="37513FCA" w14:textId="77777777" w:rsidR="006F1ADB" w:rsidRDefault="006F1ADB" w:rsidP="005A3479">
      <w:r>
        <w:t>— </w:t>
      </w:r>
      <w:r w:rsidR="005A3479">
        <w:t>Est-ce vous</w:t>
      </w:r>
      <w:r>
        <w:t xml:space="preserve">, </w:t>
      </w:r>
      <w:r w:rsidR="005A3479">
        <w:t>Jude</w:t>
      </w:r>
      <w:r>
        <w:t xml:space="preserve"> ?… </w:t>
      </w:r>
      <w:r w:rsidR="005A3479">
        <w:t>Oh</w:t>
      </w:r>
      <w:r>
        <w:t xml:space="preserve"> ! </w:t>
      </w:r>
      <w:r w:rsidR="005A3479">
        <w:t>mon cher</w:t>
      </w:r>
      <w:r>
        <w:t xml:space="preserve">, </w:t>
      </w:r>
      <w:r w:rsidR="005A3479">
        <w:t>cher cousin</w:t>
      </w:r>
      <w:r>
        <w:t xml:space="preserve">, </w:t>
      </w:r>
      <w:r w:rsidR="005A3479">
        <w:t>qu</w:t>
      </w:r>
      <w:r>
        <w:t>’</w:t>
      </w:r>
      <w:r w:rsidR="005A3479">
        <w:t>y a-t-il</w:t>
      </w:r>
      <w:r>
        <w:t> ?</w:t>
      </w:r>
    </w:p>
    <w:p w14:paraId="49FDA985" w14:textId="77777777" w:rsidR="006F1ADB" w:rsidRDefault="006F1ADB" w:rsidP="005A3479">
      <w:r>
        <w:t>— </w:t>
      </w:r>
      <w:r w:rsidR="005A3479">
        <w:t>Oh</w:t>
      </w:r>
      <w:r>
        <w:t xml:space="preserve"> ! </w:t>
      </w:r>
      <w:r w:rsidR="005A3479">
        <w:t>je suis</w:t>
      </w:r>
      <w:r>
        <w:t xml:space="preserve">… </w:t>
      </w:r>
      <w:r w:rsidR="005A3479">
        <w:t>je n</w:t>
      </w:r>
      <w:r>
        <w:t>’</w:t>
      </w:r>
      <w:r w:rsidR="005A3479">
        <w:t>ai pu m</w:t>
      </w:r>
      <w:r>
        <w:t>’</w:t>
      </w:r>
      <w:r w:rsidR="005A3479">
        <w:t>empêcher de venir</w:t>
      </w:r>
      <w:r>
        <w:t xml:space="preserve">… </w:t>
      </w:r>
      <w:r w:rsidR="005A3479">
        <w:t>dit-il en se prosternant sur le seuil</w:t>
      </w:r>
      <w:r>
        <w:t xml:space="preserve">. </w:t>
      </w:r>
      <w:r w:rsidR="005A3479">
        <w:t>Je suis si coupable</w:t>
      </w:r>
      <w:r>
        <w:t xml:space="preserve"> ! </w:t>
      </w:r>
      <w:r w:rsidR="005A3479">
        <w:t>Sue</w:t>
      </w:r>
      <w:r>
        <w:t xml:space="preserve">, </w:t>
      </w:r>
      <w:r w:rsidR="005A3479">
        <w:t>mon cœur se brise</w:t>
      </w:r>
      <w:r>
        <w:t xml:space="preserve"> ; </w:t>
      </w:r>
      <w:r w:rsidR="005A3479">
        <w:t>je ne puis supporter ma vie</w:t>
      </w:r>
      <w:r>
        <w:t xml:space="preserve">, </w:t>
      </w:r>
      <w:r w:rsidR="005A3479">
        <w:t>telle qu</w:t>
      </w:r>
      <w:r>
        <w:t>’</w:t>
      </w:r>
      <w:r w:rsidR="005A3479">
        <w:t>elle est</w:t>
      </w:r>
      <w:r>
        <w:t xml:space="preserve">. </w:t>
      </w:r>
      <w:r w:rsidR="005A3479">
        <w:t>Je me suis enivré</w:t>
      </w:r>
      <w:r>
        <w:t xml:space="preserve">, </w:t>
      </w:r>
      <w:r w:rsidR="005A3479">
        <w:t>j</w:t>
      </w:r>
      <w:r>
        <w:t>’</w:t>
      </w:r>
      <w:r w:rsidR="005A3479">
        <w:t>ai blasphémé en disant des paroles saintes dans un mauvais lieu</w:t>
      </w:r>
      <w:r>
        <w:t xml:space="preserve">… </w:t>
      </w:r>
      <w:r w:rsidR="005A3479">
        <w:t>Oh</w:t>
      </w:r>
      <w:r>
        <w:t xml:space="preserve"> ! </w:t>
      </w:r>
      <w:r w:rsidR="005A3479">
        <w:t>Suzanne</w:t>
      </w:r>
      <w:r>
        <w:t xml:space="preserve">, </w:t>
      </w:r>
      <w:r w:rsidR="005A3479">
        <w:t>que je meure</w:t>
      </w:r>
      <w:r>
        <w:t xml:space="preserve">, </w:t>
      </w:r>
      <w:r w:rsidR="005A3479">
        <w:t>peu m</w:t>
      </w:r>
      <w:r>
        <w:t>’</w:t>
      </w:r>
      <w:r w:rsidR="005A3479">
        <w:t>importe</w:t>
      </w:r>
      <w:r>
        <w:t xml:space="preserve"> ! </w:t>
      </w:r>
      <w:r w:rsidR="005A3479">
        <w:t>mais ne me haïssez pas</w:t>
      </w:r>
      <w:r>
        <w:t xml:space="preserve">, </w:t>
      </w:r>
      <w:r w:rsidR="005A3479">
        <w:t>ne me méprisez pas</w:t>
      </w:r>
      <w:r>
        <w:t xml:space="preserve">, </w:t>
      </w:r>
      <w:r w:rsidR="005A3479">
        <w:t>comme les autres</w:t>
      </w:r>
      <w:r>
        <w:t>.</w:t>
      </w:r>
    </w:p>
    <w:p w14:paraId="47F370B4" w14:textId="77777777" w:rsidR="006F1ADB" w:rsidRDefault="006F1ADB" w:rsidP="005A3479">
      <w:r>
        <w:t>— </w:t>
      </w:r>
      <w:r w:rsidR="005A3479">
        <w:t>Vous êtes malade</w:t>
      </w:r>
      <w:r>
        <w:t xml:space="preserve">, </w:t>
      </w:r>
      <w:r w:rsidR="005A3479">
        <w:t>pauvre ami</w:t>
      </w:r>
      <w:r>
        <w:t xml:space="preserve">. </w:t>
      </w:r>
      <w:r w:rsidR="005A3479">
        <w:t>Non</w:t>
      </w:r>
      <w:r>
        <w:t xml:space="preserve">, </w:t>
      </w:r>
      <w:r w:rsidR="005A3479">
        <w:t>je ne vous mépris</w:t>
      </w:r>
      <w:r w:rsidR="005A3479">
        <w:t>e</w:t>
      </w:r>
      <w:r w:rsidR="005A3479">
        <w:t>rai pas</w:t>
      </w:r>
      <w:r>
        <w:t xml:space="preserve"> ; </w:t>
      </w:r>
      <w:r w:rsidR="005A3479">
        <w:t>je ne pourrais pas vous mépriser</w:t>
      </w:r>
      <w:r>
        <w:t xml:space="preserve">. </w:t>
      </w:r>
      <w:r w:rsidR="005A3479">
        <w:t>Entrez et reposez-vous</w:t>
      </w:r>
      <w:r>
        <w:t xml:space="preserve">, </w:t>
      </w:r>
      <w:r w:rsidR="005A3479">
        <w:t>et voyons ensemble ce que je pourrai faire pour vous</w:t>
      </w:r>
      <w:r>
        <w:t>.</w:t>
      </w:r>
    </w:p>
    <w:p w14:paraId="2AF4319F" w14:textId="77777777" w:rsidR="006F1ADB" w:rsidRDefault="005A3479" w:rsidP="005A3479">
      <w:r>
        <w:t>Elle prit la main de Jude</w:t>
      </w:r>
      <w:r w:rsidR="006F1ADB">
        <w:t xml:space="preserve">, </w:t>
      </w:r>
      <w:r>
        <w:t>le fit entrer dans la maison et le força à s</w:t>
      </w:r>
      <w:r w:rsidR="006F1ADB">
        <w:t>’</w:t>
      </w:r>
      <w:r>
        <w:t>asseoir sur le meilleur fauteuil qu</w:t>
      </w:r>
      <w:r w:rsidR="006F1ADB">
        <w:t>’</w:t>
      </w:r>
      <w:r>
        <w:t>elle put trouver</w:t>
      </w:r>
      <w:r w:rsidR="006F1ADB">
        <w:t xml:space="preserve">. </w:t>
      </w:r>
      <w:r>
        <w:t>Il ne pouvait rien dire que répéter le nom de Sue</w:t>
      </w:r>
      <w:r w:rsidR="006F1ADB">
        <w:t xml:space="preserve">, </w:t>
      </w:r>
      <w:r>
        <w:t>avec un accent de honte et de repentir</w:t>
      </w:r>
      <w:r w:rsidR="006F1ADB">
        <w:t>.</w:t>
      </w:r>
    </w:p>
    <w:p w14:paraId="79CCFA76" w14:textId="77777777" w:rsidR="006F1ADB" w:rsidRDefault="005A3479" w:rsidP="005A3479">
      <w:r>
        <w:t>Il refusa de manger</w:t>
      </w:r>
      <w:r w:rsidR="006F1ADB">
        <w:t xml:space="preserve"> ; </w:t>
      </w:r>
      <w:r>
        <w:t>elle lui conseilla de dormir</w:t>
      </w:r>
      <w:r w:rsidR="006F1ADB">
        <w:t xml:space="preserve">, </w:t>
      </w:r>
      <w:r>
        <w:t>ajoutant qu</w:t>
      </w:r>
      <w:r w:rsidR="006F1ADB">
        <w:t>’</w:t>
      </w:r>
      <w:r>
        <w:t>elle lui porterait à déjeuner le lendemain matin</w:t>
      </w:r>
      <w:r w:rsidR="006F1ADB">
        <w:t xml:space="preserve">, </w:t>
      </w:r>
      <w:r>
        <w:t>et</w:t>
      </w:r>
      <w:r w:rsidR="006F1ADB">
        <w:t xml:space="preserve">, </w:t>
      </w:r>
      <w:r>
        <w:t>lui ayant souhaité une bonne nuit</w:t>
      </w:r>
      <w:r w:rsidR="006F1ADB">
        <w:t xml:space="preserve">, </w:t>
      </w:r>
      <w:r>
        <w:t>elle remonta les escaliers</w:t>
      </w:r>
      <w:r w:rsidR="006F1ADB">
        <w:t>.</w:t>
      </w:r>
    </w:p>
    <w:p w14:paraId="7BF70C38" w14:textId="77777777" w:rsidR="006F1ADB" w:rsidRDefault="005A3479" w:rsidP="005A3479">
      <w:r>
        <w:t>Jude tomba dans un lourd sommeil et ne s</w:t>
      </w:r>
      <w:r w:rsidR="006F1ADB">
        <w:t>’</w:t>
      </w:r>
      <w:r>
        <w:t>éveilla qu</w:t>
      </w:r>
      <w:r w:rsidR="006F1ADB">
        <w:t>’</w:t>
      </w:r>
      <w:r>
        <w:t>à l</w:t>
      </w:r>
      <w:r w:rsidR="006F1ADB">
        <w:t>’</w:t>
      </w:r>
      <w:r>
        <w:t>aurore</w:t>
      </w:r>
      <w:r w:rsidR="006F1ADB">
        <w:t xml:space="preserve">. </w:t>
      </w:r>
      <w:r>
        <w:t>D</w:t>
      </w:r>
      <w:r w:rsidR="006F1ADB">
        <w:t>’</w:t>
      </w:r>
      <w:r>
        <w:t>abord il ne comprit rien à sa situation</w:t>
      </w:r>
      <w:r w:rsidR="006F1ADB">
        <w:t xml:space="preserve">, </w:t>
      </w:r>
      <w:r>
        <w:t>mais peu à peu ses souvenirs s</w:t>
      </w:r>
      <w:r w:rsidR="006F1ADB">
        <w:t>’</w:t>
      </w:r>
      <w:r>
        <w:t>éclairèrent</w:t>
      </w:r>
      <w:r w:rsidR="006F1ADB">
        <w:t xml:space="preserve">… </w:t>
      </w:r>
      <w:r>
        <w:t>Suzanne connaissait ce qu</w:t>
      </w:r>
      <w:r w:rsidR="006F1ADB">
        <w:t>’</w:t>
      </w:r>
      <w:r>
        <w:t>il y avait en lui de pire</w:t>
      </w:r>
      <w:r w:rsidR="006F1ADB">
        <w:t xml:space="preserve">… </w:t>
      </w:r>
      <w:r>
        <w:t xml:space="preserve">Comment </w:t>
      </w:r>
      <w:proofErr w:type="spellStart"/>
      <w:r>
        <w:t>oserait-il</w:t>
      </w:r>
      <w:proofErr w:type="spellEnd"/>
      <w:r>
        <w:t xml:space="preserve"> reparaître devant ses yeux</w:t>
      </w:r>
      <w:r w:rsidR="006F1ADB">
        <w:t xml:space="preserve"> ? </w:t>
      </w:r>
      <w:r>
        <w:rPr>
          <w:szCs w:val="32"/>
        </w:rPr>
        <w:t xml:space="preserve">Elle </w:t>
      </w:r>
      <w:r>
        <w:t>allait descendre pour le déjeuner et Jude support</w:t>
      </w:r>
      <w:r>
        <w:t>e</w:t>
      </w:r>
      <w:r>
        <w:t>rait la honte de cette confrontation</w:t>
      </w:r>
      <w:r w:rsidR="006F1ADB">
        <w:t xml:space="preserve">, </w:t>
      </w:r>
      <w:r>
        <w:t>il ne put soutenir cette idée</w:t>
      </w:r>
      <w:r w:rsidR="006F1ADB">
        <w:t xml:space="preserve">, </w:t>
      </w:r>
      <w:r>
        <w:t>et</w:t>
      </w:r>
      <w:r w:rsidR="006F1ADB">
        <w:t xml:space="preserve">, </w:t>
      </w:r>
      <w:r>
        <w:t>prenant son chapeau</w:t>
      </w:r>
      <w:r w:rsidR="006F1ADB">
        <w:t xml:space="preserve">, </w:t>
      </w:r>
      <w:r>
        <w:t>il se glissa sans bruit hors de la ma</w:t>
      </w:r>
      <w:r>
        <w:t>i</w:t>
      </w:r>
      <w:r>
        <w:t>son</w:t>
      </w:r>
      <w:r w:rsidR="006F1ADB">
        <w:t>.</w:t>
      </w:r>
    </w:p>
    <w:p w14:paraId="4A9F37AC" w14:textId="77777777" w:rsidR="006F1ADB" w:rsidRDefault="006F1ADB" w:rsidP="005A3479">
      <w:r>
        <w:lastRenderedPageBreak/>
        <w:t xml:space="preserve">… </w:t>
      </w:r>
      <w:r w:rsidR="005A3479">
        <w:t>En rentrant chez lui</w:t>
      </w:r>
      <w:r>
        <w:t xml:space="preserve">, </w:t>
      </w:r>
      <w:r w:rsidR="005A3479">
        <w:t xml:space="preserve">à </w:t>
      </w:r>
      <w:proofErr w:type="spellStart"/>
      <w:r w:rsidR="005A3479">
        <w:t>Christminster</w:t>
      </w:r>
      <w:proofErr w:type="spellEnd"/>
      <w:r>
        <w:t xml:space="preserve">, </w:t>
      </w:r>
      <w:r w:rsidR="005A3479">
        <w:t>il reçut une lettre de son patron qui lui signifiait son congé</w:t>
      </w:r>
      <w:r>
        <w:t xml:space="preserve">. </w:t>
      </w:r>
      <w:r w:rsidR="005A3479">
        <w:t>Il n</w:t>
      </w:r>
      <w:r>
        <w:t>’</w:t>
      </w:r>
      <w:r w:rsidR="005A3479">
        <w:t>avait pas d</w:t>
      </w:r>
      <w:r>
        <w:t>’</w:t>
      </w:r>
      <w:r w:rsidR="005A3479">
        <w:t>argent sur lui</w:t>
      </w:r>
      <w:r>
        <w:t xml:space="preserve">, </w:t>
      </w:r>
      <w:r w:rsidR="005A3479">
        <w:t>ses petites économies étant restées intactes à la banque où il les avait déposées</w:t>
      </w:r>
      <w:r>
        <w:t xml:space="preserve">. </w:t>
      </w:r>
      <w:r w:rsidR="005A3479">
        <w:t>Le soir même</w:t>
      </w:r>
      <w:r>
        <w:t xml:space="preserve">, </w:t>
      </w:r>
      <w:r w:rsidR="005A3479">
        <w:t>il couchait contre une meule aux environs d</w:t>
      </w:r>
      <w:r>
        <w:t>’</w:t>
      </w:r>
      <w:proofErr w:type="spellStart"/>
      <w:r w:rsidR="005A3479">
        <w:t>Alfredston</w:t>
      </w:r>
      <w:proofErr w:type="spellEnd"/>
      <w:r>
        <w:t xml:space="preserve">, </w:t>
      </w:r>
      <w:r w:rsidR="005A3479">
        <w:t>et le lendemain</w:t>
      </w:r>
      <w:r>
        <w:t xml:space="preserve">, </w:t>
      </w:r>
      <w:r w:rsidR="005A3479">
        <w:t>suivant la longue route blanche</w:t>
      </w:r>
      <w:r>
        <w:t xml:space="preserve">, </w:t>
      </w:r>
      <w:r w:rsidR="005A3479">
        <w:t xml:space="preserve">il arrivait à </w:t>
      </w:r>
      <w:proofErr w:type="spellStart"/>
      <w:r w:rsidR="005A3479">
        <w:t>Marygreen</w:t>
      </w:r>
      <w:proofErr w:type="spellEnd"/>
      <w:r>
        <w:t>.</w:t>
      </w:r>
    </w:p>
    <w:p w14:paraId="624490E1" w14:textId="77777777" w:rsidR="006F1ADB" w:rsidRDefault="005A3479" w:rsidP="005A3479">
      <w:r>
        <w:t>La tante ne le questionna guère</w:t>
      </w:r>
      <w:r w:rsidR="006F1ADB">
        <w:t xml:space="preserve">. </w:t>
      </w:r>
      <w:r>
        <w:t>Il prit quelque repos</w:t>
      </w:r>
      <w:r w:rsidR="006F1ADB">
        <w:t xml:space="preserve">, </w:t>
      </w:r>
      <w:r>
        <w:t>et se réveilla comme il se fût réveillé en enfer</w:t>
      </w:r>
      <w:r w:rsidR="006F1ADB">
        <w:t xml:space="preserve">, </w:t>
      </w:r>
      <w:r>
        <w:t>avec la conscience de son double échec</w:t>
      </w:r>
      <w:r w:rsidR="006F1ADB">
        <w:t xml:space="preserve">. </w:t>
      </w:r>
      <w:r>
        <w:t>Il mesura l</w:t>
      </w:r>
      <w:r w:rsidR="006F1ADB">
        <w:t>’</w:t>
      </w:r>
      <w:r>
        <w:t>abîme où il était tombé et qu</w:t>
      </w:r>
      <w:r w:rsidR="006F1ADB">
        <w:t>’</w:t>
      </w:r>
      <w:r>
        <w:t>il n</w:t>
      </w:r>
      <w:r w:rsidR="006F1ADB">
        <w:t>’</w:t>
      </w:r>
      <w:r>
        <w:t>aurait jamais cru si profond</w:t>
      </w:r>
      <w:r w:rsidR="006F1ADB">
        <w:t>.</w:t>
      </w:r>
    </w:p>
    <w:p w14:paraId="1D567E4F" w14:textId="77777777" w:rsidR="006F1ADB" w:rsidRDefault="005A3479" w:rsidP="005A3479">
      <w:r>
        <w:t>Un vent funèbre gémissait à travers les arbres</w:t>
      </w:r>
      <w:r w:rsidR="006F1ADB">
        <w:t xml:space="preserve">, </w:t>
      </w:r>
      <w:r>
        <w:t>et résonnait dans la cheminée comme les notes graves d</w:t>
      </w:r>
      <w:r w:rsidR="006F1ADB">
        <w:t>’</w:t>
      </w:r>
      <w:r>
        <w:t>un arbre</w:t>
      </w:r>
      <w:r w:rsidR="006F1ADB">
        <w:t xml:space="preserve">. </w:t>
      </w:r>
      <w:r>
        <w:t>Jude e</w:t>
      </w:r>
      <w:r>
        <w:t>n</w:t>
      </w:r>
      <w:r>
        <w:t>tendit la voix du curé qui causait avec sa tante</w:t>
      </w:r>
      <w:r w:rsidR="006F1ADB">
        <w:t xml:space="preserve">. </w:t>
      </w:r>
      <w:r>
        <w:t>On parlait de lui</w:t>
      </w:r>
      <w:r w:rsidR="006F1ADB">
        <w:t xml:space="preserve">. </w:t>
      </w:r>
      <w:r>
        <w:t>Il se leva et appela</w:t>
      </w:r>
      <w:r w:rsidR="006F1ADB">
        <w:t>.</w:t>
      </w:r>
    </w:p>
    <w:p w14:paraId="7D2F229A" w14:textId="77777777" w:rsidR="006F1ADB" w:rsidRDefault="005A3479" w:rsidP="005A3479">
      <w:r>
        <w:t>La porte s</w:t>
      </w:r>
      <w:r w:rsidR="006F1ADB">
        <w:t>’</w:t>
      </w:r>
      <w:r>
        <w:t>ouvrit</w:t>
      </w:r>
      <w:r w:rsidR="006F1ADB">
        <w:t xml:space="preserve">. </w:t>
      </w:r>
      <w:r>
        <w:t>Le curé entra</w:t>
      </w:r>
      <w:r w:rsidR="006F1ADB">
        <w:t xml:space="preserve">. </w:t>
      </w:r>
      <w:r>
        <w:t>C</w:t>
      </w:r>
      <w:r w:rsidR="006F1ADB">
        <w:t>’</w:t>
      </w:r>
      <w:r>
        <w:t>était un jeune homme</w:t>
      </w:r>
      <w:r w:rsidR="006F1ADB">
        <w:t>.</w:t>
      </w:r>
    </w:p>
    <w:p w14:paraId="470AB080" w14:textId="04EAE99E" w:rsidR="006F1ADB" w:rsidRDefault="006F1ADB" w:rsidP="005A3479">
      <w:r>
        <w:t>— </w:t>
      </w:r>
      <w:r w:rsidR="005A3479">
        <w:t xml:space="preserve">Je pense que vous êtes </w:t>
      </w:r>
      <w:r>
        <w:t>M. </w:t>
      </w:r>
      <w:proofErr w:type="spellStart"/>
      <w:r w:rsidR="005A3479">
        <w:t>Highridge</w:t>
      </w:r>
      <w:proofErr w:type="spellEnd"/>
      <w:r>
        <w:t xml:space="preserve">, </w:t>
      </w:r>
      <w:r w:rsidR="005A3479">
        <w:t>dit Jude</w:t>
      </w:r>
      <w:r>
        <w:t xml:space="preserve">. </w:t>
      </w:r>
      <w:r w:rsidR="005A3479">
        <w:t>Ma tante m</w:t>
      </w:r>
      <w:r>
        <w:t>’</w:t>
      </w:r>
      <w:r w:rsidR="005A3479">
        <w:t>a souvent parlé de vous</w:t>
      </w:r>
      <w:r>
        <w:t xml:space="preserve">. </w:t>
      </w:r>
      <w:r w:rsidR="005A3479">
        <w:t>Eh bien</w:t>
      </w:r>
      <w:r>
        <w:t xml:space="preserve">, </w:t>
      </w:r>
      <w:r w:rsidR="005A3479">
        <w:t>me voici justement</w:t>
      </w:r>
      <w:r>
        <w:t xml:space="preserve"> : </w:t>
      </w:r>
      <w:r w:rsidR="005A3479">
        <w:t>je suis un homme qui va au mal</w:t>
      </w:r>
      <w:r>
        <w:t xml:space="preserve">, </w:t>
      </w:r>
      <w:r w:rsidR="005A3479">
        <w:t>quoiqu</w:t>
      </w:r>
      <w:r>
        <w:t>’</w:t>
      </w:r>
      <w:r w:rsidR="005A3479">
        <w:t>il ait eu autrefois les mei</w:t>
      </w:r>
      <w:r w:rsidR="005A3479">
        <w:t>l</w:t>
      </w:r>
      <w:r w:rsidR="005A3479">
        <w:t>leures intentions</w:t>
      </w:r>
      <w:r>
        <w:t xml:space="preserve">. </w:t>
      </w:r>
      <w:r w:rsidR="005A3479">
        <w:t>Maintenant</w:t>
      </w:r>
      <w:r>
        <w:t xml:space="preserve">, </w:t>
      </w:r>
      <w:r w:rsidR="005A3479">
        <w:t>je suis un fou mélancolique</w:t>
      </w:r>
      <w:r>
        <w:t xml:space="preserve">, </w:t>
      </w:r>
      <w:r w:rsidR="005A3479">
        <w:t>et je bois n</w:t>
      </w:r>
      <w:r>
        <w:t>’</w:t>
      </w:r>
      <w:r w:rsidR="005A3479">
        <w:t>importe quoi</w:t>
      </w:r>
      <w:r>
        <w:t>.</w:t>
      </w:r>
    </w:p>
    <w:p w14:paraId="303E6A6E" w14:textId="77777777" w:rsidR="006F1ADB" w:rsidRDefault="005A3479" w:rsidP="005A3479">
      <w:r>
        <w:t>Il raconta son histoire au ministre et ajouta</w:t>
      </w:r>
      <w:r w:rsidR="006F1ADB">
        <w:t xml:space="preserve">, </w:t>
      </w:r>
      <w:r>
        <w:t>en manière de conclusion</w:t>
      </w:r>
      <w:r w:rsidR="006F1ADB">
        <w:t> :</w:t>
      </w:r>
    </w:p>
    <w:p w14:paraId="56340764" w14:textId="77777777" w:rsidR="006F1ADB" w:rsidRDefault="006F1ADB" w:rsidP="005A3479">
      <w:r>
        <w:t>— </w:t>
      </w:r>
      <w:r w:rsidR="005A3479">
        <w:t>Je reconnais ma folie</w:t>
      </w:r>
      <w:r>
        <w:t xml:space="preserve">. </w:t>
      </w:r>
      <w:r w:rsidR="005A3479">
        <w:t>Pourtant je ne regrette pas l</w:t>
      </w:r>
      <w:r>
        <w:t>’</w:t>
      </w:r>
      <w:r w:rsidR="005A3479">
        <w:t>effort que j</w:t>
      </w:r>
      <w:r>
        <w:t>’</w:t>
      </w:r>
      <w:r w:rsidR="005A3479">
        <w:t>ai fait</w:t>
      </w:r>
      <w:r>
        <w:t xml:space="preserve">. </w:t>
      </w:r>
      <w:r w:rsidR="005A3479">
        <w:t>Je recommencerais à travailler</w:t>
      </w:r>
      <w:r>
        <w:t xml:space="preserve">, </w:t>
      </w:r>
      <w:r w:rsidR="005A3479">
        <w:t>si j</w:t>
      </w:r>
      <w:r>
        <w:t>’</w:t>
      </w:r>
      <w:r w:rsidR="005A3479">
        <w:t>avais des chances de succès</w:t>
      </w:r>
      <w:r>
        <w:t xml:space="preserve">. </w:t>
      </w:r>
      <w:r w:rsidR="005A3479">
        <w:t>Je n</w:t>
      </w:r>
      <w:r>
        <w:t>’</w:t>
      </w:r>
      <w:r w:rsidR="005A3479">
        <w:t>ai aucune ambition sociale</w:t>
      </w:r>
      <w:r>
        <w:t xml:space="preserve">, </w:t>
      </w:r>
      <w:r w:rsidR="005A3479">
        <w:t>mais j</w:t>
      </w:r>
      <w:r>
        <w:t>’</w:t>
      </w:r>
      <w:r w:rsidR="005A3479">
        <w:t>aimerais à faire quelque chose d</w:t>
      </w:r>
      <w:r>
        <w:t>’</w:t>
      </w:r>
      <w:r w:rsidR="005A3479">
        <w:t>utile</w:t>
      </w:r>
      <w:r>
        <w:t xml:space="preserve">, </w:t>
      </w:r>
      <w:r w:rsidR="005A3479">
        <w:t>et je regrette amèrement d</w:t>
      </w:r>
      <w:r>
        <w:t>’</w:t>
      </w:r>
      <w:r w:rsidR="005A3479">
        <w:t>avoir dû renoncer à l</w:t>
      </w:r>
      <w:r>
        <w:t>’</w:t>
      </w:r>
      <w:r w:rsidR="005A3479">
        <w:t>Église</w:t>
      </w:r>
      <w:r>
        <w:t>.</w:t>
      </w:r>
    </w:p>
    <w:p w14:paraId="669F644D" w14:textId="77777777" w:rsidR="006F1ADB" w:rsidRDefault="005A3479" w:rsidP="005A3479">
      <w:r>
        <w:t>Le curé</w:t>
      </w:r>
      <w:r w:rsidR="006F1ADB">
        <w:t xml:space="preserve">, </w:t>
      </w:r>
      <w:r>
        <w:t>qui était nouveau venu dans le pays</w:t>
      </w:r>
      <w:r w:rsidR="006F1ADB">
        <w:t xml:space="preserve">, </w:t>
      </w:r>
      <w:r>
        <w:t>fut vivement intéressé par la confession de Jude</w:t>
      </w:r>
      <w:r w:rsidR="006F1ADB">
        <w:t>.</w:t>
      </w:r>
    </w:p>
    <w:p w14:paraId="6F880327" w14:textId="77777777" w:rsidR="006F1ADB" w:rsidRDefault="006F1ADB" w:rsidP="005A3479">
      <w:r>
        <w:lastRenderedPageBreak/>
        <w:t>— </w:t>
      </w:r>
      <w:r w:rsidR="005A3479">
        <w:t>Si vous avez réellement la vocation</w:t>
      </w:r>
      <w:r>
        <w:t xml:space="preserve">, </w:t>
      </w:r>
      <w:r w:rsidR="005A3479">
        <w:t>dit-il</w:t>
      </w:r>
      <w:r>
        <w:t xml:space="preserve">, </w:t>
      </w:r>
      <w:r w:rsidR="005A3479">
        <w:t>et votre co</w:t>
      </w:r>
      <w:r w:rsidR="005A3479">
        <w:t>n</w:t>
      </w:r>
      <w:r w:rsidR="005A3479">
        <w:t>versation me le ferait croire</w:t>
      </w:r>
      <w:r>
        <w:t xml:space="preserve">, </w:t>
      </w:r>
      <w:r w:rsidR="005A3479">
        <w:t>car vous semblez être un homme instruit et accoutumé à</w:t>
      </w:r>
      <w:r w:rsidR="005A3479">
        <w:rPr>
          <w:szCs w:val="32"/>
        </w:rPr>
        <w:t xml:space="preserve"> </w:t>
      </w:r>
      <w:r w:rsidR="005A3479">
        <w:t>réfléchir</w:t>
      </w:r>
      <w:r>
        <w:t xml:space="preserve"> – </w:t>
      </w:r>
      <w:r w:rsidR="005A3479">
        <w:t>vous pouvez entrer dans l</w:t>
      </w:r>
      <w:r>
        <w:t>’</w:t>
      </w:r>
      <w:r w:rsidR="005A3479">
        <w:t>Église comme licencié</w:t>
      </w:r>
      <w:r>
        <w:t xml:space="preserve">. </w:t>
      </w:r>
      <w:r w:rsidR="005A3479">
        <w:t>Seulement</w:t>
      </w:r>
      <w:r>
        <w:t xml:space="preserve">, </w:t>
      </w:r>
      <w:r w:rsidR="005A3479">
        <w:t>il faudra vaincre votre pe</w:t>
      </w:r>
      <w:r w:rsidR="005A3479">
        <w:t>n</w:t>
      </w:r>
      <w:r w:rsidR="005A3479">
        <w:t>chant à la boisson</w:t>
      </w:r>
      <w:r>
        <w:t>.</w:t>
      </w:r>
    </w:p>
    <w:p w14:paraId="730563B6" w14:textId="77777777" w:rsidR="006F1ADB" w:rsidRDefault="006F1ADB" w:rsidP="005A3479">
      <w:r>
        <w:t>— </w:t>
      </w:r>
      <w:r w:rsidR="005A3479">
        <w:t>Je le vaincrai aisément</w:t>
      </w:r>
      <w:r>
        <w:t xml:space="preserve">, </w:t>
      </w:r>
      <w:r w:rsidR="005A3479">
        <w:t>si vous me rendez un espoir</w:t>
      </w:r>
      <w:r>
        <w:t>.</w:t>
      </w:r>
    </w:p>
    <w:p w14:paraId="46EA6FB7" w14:textId="37CACC1D" w:rsidR="005A3479" w:rsidRPr="00004CDB" w:rsidRDefault="00004CDB" w:rsidP="00004CDB">
      <w:pPr>
        <w:pStyle w:val="Titre1"/>
        <w:rPr>
          <w:sz w:val="60"/>
          <w:szCs w:val="60"/>
        </w:rPr>
      </w:pPr>
      <w:bookmarkStart w:id="37" w:name="__RefHeading__39_1957917597"/>
      <w:bookmarkEnd w:id="37"/>
      <w:r>
        <w:rPr>
          <w:sz w:val="60"/>
          <w:szCs w:val="60"/>
        </w:rPr>
        <w:lastRenderedPageBreak/>
        <w:br/>
      </w:r>
      <w:r>
        <w:rPr>
          <w:sz w:val="60"/>
          <w:szCs w:val="60"/>
        </w:rPr>
        <w:br/>
      </w:r>
      <w:r>
        <w:rPr>
          <w:sz w:val="60"/>
          <w:szCs w:val="60"/>
        </w:rPr>
        <w:br/>
      </w:r>
      <w:bookmarkStart w:id="38" w:name="_Toc202369634"/>
      <w:r w:rsidR="005A3479" w:rsidRPr="00004CDB">
        <w:rPr>
          <w:sz w:val="60"/>
          <w:szCs w:val="60"/>
        </w:rPr>
        <w:t>TROISIÈME PARTIE</w:t>
      </w:r>
      <w:r w:rsidR="005A3479" w:rsidRPr="00004CDB">
        <w:rPr>
          <w:sz w:val="60"/>
          <w:szCs w:val="60"/>
        </w:rPr>
        <w:br/>
      </w:r>
      <w:r w:rsidR="005A3479" w:rsidRPr="00004CDB">
        <w:rPr>
          <w:sz w:val="60"/>
          <w:szCs w:val="60"/>
        </w:rPr>
        <w:br/>
        <w:t xml:space="preserve">À </w:t>
      </w:r>
      <w:proofErr w:type="spellStart"/>
      <w:r w:rsidR="005A3479" w:rsidRPr="00004CDB">
        <w:rPr>
          <w:sz w:val="60"/>
          <w:szCs w:val="60"/>
        </w:rPr>
        <w:t>MELCHESTER</w:t>
      </w:r>
      <w:bookmarkEnd w:id="38"/>
      <w:proofErr w:type="spellEnd"/>
    </w:p>
    <w:p w14:paraId="2ACC9C2B" w14:textId="77777777" w:rsidR="005A3479" w:rsidRDefault="005A3479" w:rsidP="006F1ADB">
      <w:pPr>
        <w:pStyle w:val="Titre2"/>
      </w:pPr>
      <w:bookmarkStart w:id="39" w:name="__RefHeading__41_1957917597"/>
      <w:bookmarkStart w:id="40" w:name="_Toc202369635"/>
      <w:bookmarkEnd w:id="39"/>
      <w:r>
        <w:lastRenderedPageBreak/>
        <w:t>I</w:t>
      </w:r>
      <w:bookmarkEnd w:id="40"/>
    </w:p>
    <w:p w14:paraId="178A7A78" w14:textId="77777777" w:rsidR="006F1ADB" w:rsidRDefault="005A3479" w:rsidP="005A3479">
      <w:r>
        <w:t>C</w:t>
      </w:r>
      <w:r w:rsidR="006F1ADB">
        <w:t>’</w:t>
      </w:r>
      <w:r>
        <w:t>était une nouvelle idée</w:t>
      </w:r>
      <w:r w:rsidR="006F1ADB">
        <w:t xml:space="preserve"> – </w:t>
      </w:r>
      <w:r>
        <w:t>concevoir la vie ecclésiastique et altruiste comme distincte de la vie intellectuelle et de ses élans</w:t>
      </w:r>
      <w:r w:rsidR="006F1ADB">
        <w:t xml:space="preserve">. </w:t>
      </w:r>
      <w:r>
        <w:t>Un homme peut prêcher ses frères et leur faire du bien</w:t>
      </w:r>
      <w:r w:rsidR="006F1ADB">
        <w:t xml:space="preserve">, </w:t>
      </w:r>
      <w:r>
        <w:t xml:space="preserve">sans avoir atteint aux plus hauts </w:t>
      </w:r>
      <w:proofErr w:type="spellStart"/>
      <w:r>
        <w:t>grades</w:t>
      </w:r>
      <w:proofErr w:type="spellEnd"/>
      <w:r>
        <w:t xml:space="preserve"> dans les écoles de </w:t>
      </w:r>
      <w:proofErr w:type="spellStart"/>
      <w:r>
        <w:t>Christminster</w:t>
      </w:r>
      <w:proofErr w:type="spellEnd"/>
      <w:r>
        <w:t xml:space="preserve"> et même avec une instruction très ordinaire</w:t>
      </w:r>
      <w:r w:rsidR="006F1ADB">
        <w:t xml:space="preserve">. </w:t>
      </w:r>
      <w:r>
        <w:t>L</w:t>
      </w:r>
      <w:r w:rsidR="006F1ADB">
        <w:t>’</w:t>
      </w:r>
      <w:r>
        <w:t>ancien rêve qui avait conduit Jude à la vision de l</w:t>
      </w:r>
      <w:r w:rsidR="006F1ADB">
        <w:t>’</w:t>
      </w:r>
      <w:r>
        <w:t>épiscopat</w:t>
      </w:r>
      <w:r w:rsidR="006F1ADB">
        <w:t xml:space="preserve">, </w:t>
      </w:r>
      <w:r>
        <w:t>dominant tout</w:t>
      </w:r>
      <w:r w:rsidR="006F1ADB">
        <w:t xml:space="preserve">, </w:t>
      </w:r>
      <w:r>
        <w:t>n</w:t>
      </w:r>
      <w:r w:rsidR="006F1ADB">
        <w:t>’</w:t>
      </w:r>
      <w:r>
        <w:t>avait pas été l</w:t>
      </w:r>
      <w:r w:rsidR="006F1ADB">
        <w:t>’</w:t>
      </w:r>
      <w:r>
        <w:t>effet d</w:t>
      </w:r>
      <w:r w:rsidR="006F1ADB">
        <w:t>’</w:t>
      </w:r>
      <w:r>
        <w:t>un enthousiasme moral ou théologique</w:t>
      </w:r>
      <w:r w:rsidR="006F1ADB">
        <w:t xml:space="preserve">, </w:t>
      </w:r>
      <w:r>
        <w:t>mais seulement une ambition profane qui se déguisait sous un surplis</w:t>
      </w:r>
      <w:r w:rsidR="006F1ADB">
        <w:t xml:space="preserve">. </w:t>
      </w:r>
      <w:r>
        <w:t>Le paysan sensuel qui boit</w:t>
      </w:r>
      <w:r w:rsidR="006F1ADB">
        <w:t xml:space="preserve">, </w:t>
      </w:r>
      <w:r>
        <w:t>mange et vit sans souci avec sa femme</w:t>
      </w:r>
      <w:r w:rsidR="006F1ADB">
        <w:t xml:space="preserve">, </w:t>
      </w:r>
      <w:r>
        <w:t>était plus estimable que lui</w:t>
      </w:r>
      <w:r w:rsidR="006F1ADB">
        <w:t>.</w:t>
      </w:r>
    </w:p>
    <w:p w14:paraId="43E35FB7" w14:textId="77777777" w:rsidR="006F1ADB" w:rsidRDefault="005A3479" w:rsidP="005A3479">
      <w:r>
        <w:t>Mais entrer dans l</w:t>
      </w:r>
      <w:r w:rsidR="006F1ADB">
        <w:t>’</w:t>
      </w:r>
      <w:r>
        <w:t>Église par un autre chemin que les écoles</w:t>
      </w:r>
      <w:r w:rsidR="006F1ADB">
        <w:t xml:space="preserve">, </w:t>
      </w:r>
      <w:r>
        <w:t>renoncer aux grades élevés</w:t>
      </w:r>
      <w:r w:rsidR="006F1ADB">
        <w:t xml:space="preserve">, </w:t>
      </w:r>
      <w:r>
        <w:t>n</w:t>
      </w:r>
      <w:r w:rsidR="006F1ADB">
        <w:t>’</w:t>
      </w:r>
      <w:r>
        <w:t>être qu</w:t>
      </w:r>
      <w:r w:rsidR="006F1ADB">
        <w:t>’</w:t>
      </w:r>
      <w:r>
        <w:t>un humble curé</w:t>
      </w:r>
      <w:r w:rsidR="006F1ADB">
        <w:t xml:space="preserve">, </w:t>
      </w:r>
      <w:r>
        <w:t>usant sa vie dans un village obscur ou dans une petite ville</w:t>
      </w:r>
      <w:r w:rsidR="006F1ADB">
        <w:t xml:space="preserve">, </w:t>
      </w:r>
      <w:r>
        <w:t>cela n</w:t>
      </w:r>
      <w:r w:rsidR="006F1ADB">
        <w:t>’</w:t>
      </w:r>
      <w:r>
        <w:t>était pas sans générosité ni grandeur</w:t>
      </w:r>
      <w:r w:rsidR="006F1ADB">
        <w:t xml:space="preserve"> ; </w:t>
      </w:r>
      <w:r>
        <w:t>cela</w:t>
      </w:r>
      <w:r w:rsidR="006F1ADB">
        <w:t xml:space="preserve">, </w:t>
      </w:r>
      <w:r>
        <w:t>c</w:t>
      </w:r>
      <w:r w:rsidR="006F1ADB">
        <w:t>’</w:t>
      </w:r>
      <w:r>
        <w:t>était la vraie rel</w:t>
      </w:r>
      <w:r>
        <w:t>i</w:t>
      </w:r>
      <w:r>
        <w:t>gion</w:t>
      </w:r>
      <w:r w:rsidR="006F1ADB">
        <w:t xml:space="preserve">, </w:t>
      </w:r>
      <w:r>
        <w:t>la pénitence d</w:t>
      </w:r>
      <w:r w:rsidR="006F1ADB">
        <w:t>’</w:t>
      </w:r>
      <w:r>
        <w:t>un homme qui était accablé de remords</w:t>
      </w:r>
      <w:r w:rsidR="006F1ADB">
        <w:t>.</w:t>
      </w:r>
    </w:p>
    <w:p w14:paraId="7FBB7577" w14:textId="77777777" w:rsidR="006F1ADB" w:rsidRDefault="005A3479" w:rsidP="005A3479">
      <w:r>
        <w:t>La lumière favorable qui transfigurait ce nouvel espoir</w:t>
      </w:r>
      <w:r w:rsidR="006F1ADB">
        <w:t xml:space="preserve">, </w:t>
      </w:r>
      <w:r>
        <w:t>par contraste avec l</w:t>
      </w:r>
      <w:r w:rsidR="006F1ADB">
        <w:t>’</w:t>
      </w:r>
      <w:r>
        <w:t>espoir ancien</w:t>
      </w:r>
      <w:r w:rsidR="006F1ADB">
        <w:t xml:space="preserve">, </w:t>
      </w:r>
      <w:r>
        <w:t>consola Jude</w:t>
      </w:r>
      <w:r w:rsidR="006F1ADB">
        <w:t xml:space="preserve">, </w:t>
      </w:r>
      <w:r>
        <w:t>tandis qu</w:t>
      </w:r>
      <w:r w:rsidR="006F1ADB">
        <w:t>’</w:t>
      </w:r>
      <w:r>
        <w:t>il restait misérable et seul</w:t>
      </w:r>
      <w:r w:rsidR="006F1ADB">
        <w:t xml:space="preserve">. </w:t>
      </w:r>
      <w:r>
        <w:t>Son ambition intellectuelle avait pour ainsi dire reçu le coup de grâce</w:t>
      </w:r>
      <w:r w:rsidR="006F1ADB">
        <w:t xml:space="preserve">, </w:t>
      </w:r>
      <w:r>
        <w:t>pendant les jours qui venaient de s</w:t>
      </w:r>
      <w:r w:rsidR="006F1ADB">
        <w:t>’</w:t>
      </w:r>
      <w:r>
        <w:t>écouler</w:t>
      </w:r>
      <w:r w:rsidR="006F1ADB">
        <w:t xml:space="preserve">, – </w:t>
      </w:r>
      <w:r>
        <w:t>cette ambition qui avait rempli douze années de sa vie</w:t>
      </w:r>
      <w:r w:rsidR="006F1ADB">
        <w:t xml:space="preserve"> ! </w:t>
      </w:r>
      <w:r>
        <w:t>Cependant</w:t>
      </w:r>
      <w:r w:rsidR="006F1ADB">
        <w:t xml:space="preserve">, </w:t>
      </w:r>
      <w:r>
        <w:t>il ne fit rien pour hâter la réalisation de son d</w:t>
      </w:r>
      <w:r>
        <w:t>é</w:t>
      </w:r>
      <w:r>
        <w:t>sir</w:t>
      </w:r>
      <w:r w:rsidR="006F1ADB">
        <w:t xml:space="preserve">, </w:t>
      </w:r>
      <w:r>
        <w:t>s</w:t>
      </w:r>
      <w:r w:rsidR="006F1ADB">
        <w:t>’</w:t>
      </w:r>
      <w:r>
        <w:t>occupant à de menues besognes</w:t>
      </w:r>
      <w:r w:rsidR="006F1ADB">
        <w:t xml:space="preserve">, </w:t>
      </w:r>
      <w:r>
        <w:t>taillant et gravant des pierres tombales pour les villages voisins</w:t>
      </w:r>
      <w:r w:rsidR="006F1ADB">
        <w:t xml:space="preserve">, </w:t>
      </w:r>
      <w:r>
        <w:t>et se résignant à être considéré comme un homme déchu socialement par la demi-douzaine de fermiers et de paysans qui condescendaient à frayer avec lui</w:t>
      </w:r>
      <w:r w:rsidR="006F1ADB">
        <w:t>.</w:t>
      </w:r>
    </w:p>
    <w:p w14:paraId="02ACDB97" w14:textId="77777777" w:rsidR="006F1ADB" w:rsidRDefault="005A3479" w:rsidP="005A3479">
      <w:r>
        <w:t>L</w:t>
      </w:r>
      <w:r w:rsidR="006F1ADB">
        <w:t>’</w:t>
      </w:r>
      <w:r>
        <w:t>intérêt humain qui inspirait la conduite de Jude</w:t>
      </w:r>
      <w:r w:rsidR="006F1ADB">
        <w:t xml:space="preserve"> – </w:t>
      </w:r>
      <w:r>
        <w:t>un i</w:t>
      </w:r>
      <w:r>
        <w:t>n</w:t>
      </w:r>
      <w:r>
        <w:t xml:space="preserve">térêt humain étant indispensable aux existences les plus </w:t>
      </w:r>
      <w:r>
        <w:lastRenderedPageBreak/>
        <w:t>imm</w:t>
      </w:r>
      <w:r>
        <w:t>a</w:t>
      </w:r>
      <w:r>
        <w:t>térielles et les plus sacrifiées</w:t>
      </w:r>
      <w:r w:rsidR="006F1ADB">
        <w:t xml:space="preserve"> – </w:t>
      </w:r>
      <w:r>
        <w:t>avait été créé par une lettre de Sue</w:t>
      </w:r>
      <w:r w:rsidR="006F1ADB">
        <w:t xml:space="preserve">, </w:t>
      </w:r>
      <w:r>
        <w:t>portant un timbre nouveau</w:t>
      </w:r>
      <w:r w:rsidR="006F1ADB">
        <w:t xml:space="preserve">. </w:t>
      </w:r>
      <w:r>
        <w:t>Évidemment</w:t>
      </w:r>
      <w:r w:rsidR="006F1ADB">
        <w:t xml:space="preserve">, </w:t>
      </w:r>
      <w:r>
        <w:t>elle écrivait dans une crise d</w:t>
      </w:r>
      <w:r w:rsidR="006F1ADB">
        <w:t>’</w:t>
      </w:r>
      <w:r>
        <w:t>anxiété</w:t>
      </w:r>
      <w:r w:rsidR="006F1ADB">
        <w:t xml:space="preserve">, </w:t>
      </w:r>
      <w:r>
        <w:t>et parlait peu de ses affaires</w:t>
      </w:r>
      <w:r w:rsidR="006F1ADB">
        <w:t xml:space="preserve">, </w:t>
      </w:r>
      <w:r>
        <w:t>racontant se</w:t>
      </w:r>
      <w:r>
        <w:t>u</w:t>
      </w:r>
      <w:r>
        <w:t>lement qu</w:t>
      </w:r>
      <w:r w:rsidR="006F1ADB">
        <w:t>’</w:t>
      </w:r>
      <w:r>
        <w:t>elle avait passé une espèce d</w:t>
      </w:r>
      <w:r w:rsidR="006F1ADB">
        <w:t>’</w:t>
      </w:r>
      <w:r>
        <w:t>examen et qu</w:t>
      </w:r>
      <w:r w:rsidR="006F1ADB">
        <w:t>’</w:t>
      </w:r>
      <w:r>
        <w:t>elle allait entrer à l</w:t>
      </w:r>
      <w:r w:rsidR="006F1ADB">
        <w:t>’</w:t>
      </w:r>
      <w:r>
        <w:t xml:space="preserve">École normale de </w:t>
      </w:r>
      <w:proofErr w:type="spellStart"/>
      <w:r>
        <w:t>Melchester</w:t>
      </w:r>
      <w:proofErr w:type="spellEnd"/>
      <w:r w:rsidR="006F1ADB">
        <w:t xml:space="preserve">, </w:t>
      </w:r>
      <w:r>
        <w:t>pour se fortifier dans la vocation qu</w:t>
      </w:r>
      <w:r w:rsidR="006F1ADB">
        <w:t>’</w:t>
      </w:r>
      <w:r>
        <w:t>elle avait choisie sous l</w:t>
      </w:r>
      <w:r w:rsidR="006F1ADB">
        <w:t>’</w:t>
      </w:r>
      <w:r>
        <w:t>influence de Jude</w:t>
      </w:r>
      <w:r w:rsidR="006F1ADB">
        <w:t xml:space="preserve">. </w:t>
      </w:r>
      <w:r>
        <w:t xml:space="preserve">Il y avait un collège théologique à </w:t>
      </w:r>
      <w:proofErr w:type="spellStart"/>
      <w:r>
        <w:t>Melchester</w:t>
      </w:r>
      <w:proofErr w:type="spellEnd"/>
      <w:r w:rsidR="006F1ADB">
        <w:t xml:space="preserve">. </w:t>
      </w:r>
      <w:proofErr w:type="spellStart"/>
      <w:r>
        <w:t>Melchester</w:t>
      </w:r>
      <w:proofErr w:type="spellEnd"/>
      <w:r>
        <w:t xml:space="preserve"> était une ville paisible et apaisante</w:t>
      </w:r>
      <w:r w:rsidR="006F1ADB">
        <w:t xml:space="preserve">, </w:t>
      </w:r>
      <w:r>
        <w:t>entièrement ecclésiastique par l</w:t>
      </w:r>
      <w:r w:rsidR="006F1ADB">
        <w:t>’</w:t>
      </w:r>
      <w:r>
        <w:t>aspect</w:t>
      </w:r>
      <w:r w:rsidR="006F1ADB">
        <w:t xml:space="preserve"> : </w:t>
      </w:r>
      <w:r>
        <w:t>un lieu où la mondanité et l</w:t>
      </w:r>
      <w:r w:rsidR="006F1ADB">
        <w:t>’</w:t>
      </w:r>
      <w:r>
        <w:t>élégance intellectuelle n</w:t>
      </w:r>
      <w:r w:rsidR="006F1ADB">
        <w:t>’</w:t>
      </w:r>
      <w:r>
        <w:t>avaient a</w:t>
      </w:r>
      <w:r>
        <w:t>u</w:t>
      </w:r>
      <w:r>
        <w:t>cune place</w:t>
      </w:r>
      <w:r w:rsidR="006F1ADB">
        <w:t xml:space="preserve">, </w:t>
      </w:r>
      <w:r>
        <w:t>où le sentiment altruiste que possédait Jude serait peut-être estimé à plus haut prix que les qualités brillantes qu</w:t>
      </w:r>
      <w:r w:rsidR="006F1ADB">
        <w:t>’</w:t>
      </w:r>
      <w:r>
        <w:t>il ne possédait pas</w:t>
      </w:r>
      <w:r w:rsidR="006F1ADB">
        <w:t>.</w:t>
      </w:r>
    </w:p>
    <w:p w14:paraId="52EA98C0" w14:textId="77777777" w:rsidR="006F1ADB" w:rsidRDefault="005A3479" w:rsidP="005A3479">
      <w:r>
        <w:t>Comme il lui serait nécessaire de continuer quelque temps son travail pour étudier les éléments de théologie</w:t>
      </w:r>
      <w:r w:rsidR="006F1ADB">
        <w:t xml:space="preserve">, </w:t>
      </w:r>
      <w:r>
        <w:t xml:space="preserve">négligés à </w:t>
      </w:r>
      <w:proofErr w:type="spellStart"/>
      <w:r>
        <w:t>Christminster</w:t>
      </w:r>
      <w:proofErr w:type="spellEnd"/>
      <w:r>
        <w:t xml:space="preserve"> au profit des études classiques ordinaires</w:t>
      </w:r>
      <w:r w:rsidR="006F1ADB">
        <w:t xml:space="preserve">, </w:t>
      </w:r>
      <w:r>
        <w:t>po</w:t>
      </w:r>
      <w:r>
        <w:t>u</w:t>
      </w:r>
      <w:r>
        <w:t xml:space="preserve">vait-il mieux faire que de chercher un emploi à </w:t>
      </w:r>
      <w:proofErr w:type="spellStart"/>
      <w:r>
        <w:t>Melchester</w:t>
      </w:r>
      <w:proofErr w:type="spellEnd"/>
      <w:r>
        <w:t xml:space="preserve"> et d</w:t>
      </w:r>
      <w:r w:rsidR="006F1ADB">
        <w:t>’</w:t>
      </w:r>
      <w:r>
        <w:t>y poursuivre ses études préparatoires</w:t>
      </w:r>
      <w:r w:rsidR="006F1ADB">
        <w:t xml:space="preserve"> ? </w:t>
      </w:r>
      <w:r>
        <w:t>Il considérait qu</w:t>
      </w:r>
      <w:r w:rsidR="006F1ADB">
        <w:t>’</w:t>
      </w:r>
      <w:r>
        <w:t>il pou</w:t>
      </w:r>
      <w:r>
        <w:t>r</w:t>
      </w:r>
      <w:r>
        <w:t>rait commencer son ministère vers l</w:t>
      </w:r>
      <w:r w:rsidR="006F1ADB">
        <w:t>’</w:t>
      </w:r>
      <w:r>
        <w:t>âge de trente ans</w:t>
      </w:r>
      <w:r w:rsidR="006F1ADB">
        <w:t xml:space="preserve">, </w:t>
      </w:r>
      <w:r>
        <w:t>un âge qui le séduisit parce que c</w:t>
      </w:r>
      <w:r w:rsidR="006F1ADB">
        <w:t>’</w:t>
      </w:r>
      <w:r>
        <w:t>était l</w:t>
      </w:r>
      <w:r w:rsidR="006F1ADB">
        <w:t>’</w:t>
      </w:r>
      <w:r>
        <w:t>âge de son divin modèle quand celui-ci commença à prêcher en Galilée</w:t>
      </w:r>
      <w:r w:rsidR="006F1ADB">
        <w:t xml:space="preserve">. </w:t>
      </w:r>
      <w:r>
        <w:t>Jude aurait largement le temps de s</w:t>
      </w:r>
      <w:r w:rsidR="006F1ADB">
        <w:t>’</w:t>
      </w:r>
      <w:r>
        <w:t>éprouver lui-même et d</w:t>
      </w:r>
      <w:r w:rsidR="006F1ADB">
        <w:t>’</w:t>
      </w:r>
      <w:r>
        <w:t>acquérir le petit capital indispensable pour prendre ses inscriptions à la Faculté</w:t>
      </w:r>
      <w:r w:rsidR="006F1ADB">
        <w:t>.</w:t>
      </w:r>
    </w:p>
    <w:p w14:paraId="5B0090A1" w14:textId="01B0564E" w:rsidR="006F1ADB" w:rsidRDefault="005A3479" w:rsidP="005A3479">
      <w:r>
        <w:t>Noël était venu et passé</w:t>
      </w:r>
      <w:r w:rsidR="006F1ADB">
        <w:t xml:space="preserve">. </w:t>
      </w:r>
      <w:r>
        <w:t>Sue était partie pour l</w:t>
      </w:r>
      <w:r w:rsidR="006F1ADB">
        <w:t>’</w:t>
      </w:r>
      <w:r>
        <w:t>École no</w:t>
      </w:r>
      <w:r>
        <w:t>r</w:t>
      </w:r>
      <w:r>
        <w:t xml:space="preserve">male de </w:t>
      </w:r>
      <w:proofErr w:type="spellStart"/>
      <w:r>
        <w:t>Melchester</w:t>
      </w:r>
      <w:proofErr w:type="spellEnd"/>
      <w:r w:rsidR="006F1ADB">
        <w:t xml:space="preserve">. </w:t>
      </w:r>
      <w:r>
        <w:t>C</w:t>
      </w:r>
      <w:r w:rsidR="006F1ADB">
        <w:t>’</w:t>
      </w:r>
      <w:r>
        <w:t>était l</w:t>
      </w:r>
      <w:r w:rsidR="006F1ADB">
        <w:t>’</w:t>
      </w:r>
      <w:r>
        <w:t>époque la plus défavorable au tr</w:t>
      </w:r>
      <w:r>
        <w:t>a</w:t>
      </w:r>
      <w:r>
        <w:t>vail de Jude</w:t>
      </w:r>
      <w:r w:rsidR="006F1ADB">
        <w:t xml:space="preserve">, </w:t>
      </w:r>
      <w:r>
        <w:t>et il écrivit a sa cousine qu</w:t>
      </w:r>
      <w:r w:rsidR="006F1ADB">
        <w:t>’</w:t>
      </w:r>
      <w:r>
        <w:t>il différait son arrivée d</w:t>
      </w:r>
      <w:r w:rsidR="006F1ADB">
        <w:t>’</w:t>
      </w:r>
      <w:r>
        <w:t>un mois ou deux</w:t>
      </w:r>
      <w:r w:rsidR="006F1ADB">
        <w:t xml:space="preserve">, </w:t>
      </w:r>
      <w:r>
        <w:t>jusqu</w:t>
      </w:r>
      <w:r w:rsidR="006F1ADB">
        <w:t>’</w:t>
      </w:r>
      <w:r>
        <w:t>au moment où les jours seraient plus longs</w:t>
      </w:r>
      <w:r w:rsidR="006F1ADB">
        <w:t xml:space="preserve">. </w:t>
      </w:r>
      <w:r>
        <w:t>Elle acquiesça si aisément à ce projet que Jude regretta de l</w:t>
      </w:r>
      <w:r w:rsidR="006F1ADB">
        <w:t>’</w:t>
      </w:r>
      <w:r>
        <w:t>avoir proposé</w:t>
      </w:r>
      <w:r w:rsidR="006F1ADB">
        <w:t xml:space="preserve"> ; </w:t>
      </w:r>
      <w:r>
        <w:t>car évidemment Suzanne ne se souciait guère de lui</w:t>
      </w:r>
      <w:r w:rsidR="006F1ADB">
        <w:t xml:space="preserve">, </w:t>
      </w:r>
      <w:r>
        <w:t>bien qu</w:t>
      </w:r>
      <w:r w:rsidR="006F1ADB">
        <w:t>’</w:t>
      </w:r>
      <w:r>
        <w:t>elle ne lui eût jamais reproché son étrange conduite</w:t>
      </w:r>
      <w:r w:rsidR="006F1ADB">
        <w:t xml:space="preserve">, </w:t>
      </w:r>
      <w:r>
        <w:t xml:space="preserve">sa visite nocturne et sa disparition </w:t>
      </w:r>
      <w:r>
        <w:lastRenderedPageBreak/>
        <w:t>silencieuse</w:t>
      </w:r>
      <w:r w:rsidR="006F1ADB">
        <w:t xml:space="preserve">. </w:t>
      </w:r>
      <w:r>
        <w:t xml:space="preserve">Elle ne lui parlait jamais de ses relations avec </w:t>
      </w:r>
      <w:r w:rsidR="006F1ADB">
        <w:t>M. </w:t>
      </w:r>
      <w:proofErr w:type="spellStart"/>
      <w:r>
        <w:t>Phillotson</w:t>
      </w:r>
      <w:proofErr w:type="spellEnd"/>
      <w:r w:rsidR="006F1ADB">
        <w:t>.</w:t>
      </w:r>
    </w:p>
    <w:p w14:paraId="45A6E4AF" w14:textId="4049679D" w:rsidR="006F1ADB" w:rsidRDefault="005A3479" w:rsidP="005A3479">
      <w:r>
        <w:t>Soudain</w:t>
      </w:r>
      <w:r w:rsidR="006F1ADB">
        <w:t xml:space="preserve">, </w:t>
      </w:r>
      <w:r>
        <w:t>une lettre toute frémissante arriva</w:t>
      </w:r>
      <w:r w:rsidR="006F1ADB">
        <w:t xml:space="preserve">. </w:t>
      </w:r>
      <w:r>
        <w:t>Sue était tout à fait solitaire et misérable</w:t>
      </w:r>
      <w:r w:rsidR="006F1ADB">
        <w:t xml:space="preserve">, </w:t>
      </w:r>
      <w:r>
        <w:t>disait-elle</w:t>
      </w:r>
      <w:r w:rsidR="006F1ADB">
        <w:t xml:space="preserve">. </w:t>
      </w:r>
      <w:r>
        <w:t>Elle haïssait l</w:t>
      </w:r>
      <w:r w:rsidR="006F1ADB">
        <w:t>’</w:t>
      </w:r>
      <w:r>
        <w:t>endroit où elle était</w:t>
      </w:r>
      <w:r w:rsidR="006F1ADB">
        <w:t xml:space="preserve"> ; </w:t>
      </w:r>
      <w:r>
        <w:t>c</w:t>
      </w:r>
      <w:r w:rsidR="006F1ADB">
        <w:t>’</w:t>
      </w:r>
      <w:r>
        <w:t>était pire que tout</w:t>
      </w:r>
      <w:r w:rsidR="006F1ADB">
        <w:t xml:space="preserve">. </w:t>
      </w:r>
      <w:r>
        <w:t>Elle sentait profondément son abandon</w:t>
      </w:r>
      <w:r w:rsidR="006F1ADB">
        <w:t xml:space="preserve">. </w:t>
      </w:r>
      <w:r>
        <w:t>Ne pouvait-il venir tout de suite</w:t>
      </w:r>
      <w:r w:rsidR="006F1ADB">
        <w:t xml:space="preserve"> ? </w:t>
      </w:r>
      <w:r>
        <w:t>Elle pourrait le voir de temps en temps</w:t>
      </w:r>
      <w:r w:rsidR="006F1ADB">
        <w:t xml:space="preserve">, </w:t>
      </w:r>
      <w:r>
        <w:t>d</w:t>
      </w:r>
      <w:r w:rsidR="006F1ADB">
        <w:t>’</w:t>
      </w:r>
      <w:r>
        <w:t>après le règlement de l</w:t>
      </w:r>
      <w:r w:rsidR="006F1ADB">
        <w:t>’</w:t>
      </w:r>
      <w:r>
        <w:t>École</w:t>
      </w:r>
      <w:r w:rsidR="006F1ADB">
        <w:t xml:space="preserve">, </w:t>
      </w:r>
      <w:r>
        <w:t>en s</w:t>
      </w:r>
      <w:r w:rsidR="006F1ADB">
        <w:t>’</w:t>
      </w:r>
      <w:r>
        <w:t>autorisant de la parenté</w:t>
      </w:r>
      <w:r w:rsidR="006F1ADB">
        <w:t xml:space="preserve">. </w:t>
      </w:r>
      <w:r>
        <w:t>C</w:t>
      </w:r>
      <w:r w:rsidR="006F1ADB">
        <w:t>’</w:t>
      </w:r>
      <w:r>
        <w:t xml:space="preserve">était </w:t>
      </w:r>
      <w:r w:rsidR="006F1ADB">
        <w:t>M. </w:t>
      </w:r>
      <w:proofErr w:type="spellStart"/>
      <w:r>
        <w:t>Phillotson</w:t>
      </w:r>
      <w:proofErr w:type="spellEnd"/>
      <w:r>
        <w:t xml:space="preserve"> qui l</w:t>
      </w:r>
      <w:r w:rsidR="006F1ADB">
        <w:t>’</w:t>
      </w:r>
      <w:r>
        <w:t>avait eng</w:t>
      </w:r>
      <w:r>
        <w:t>a</w:t>
      </w:r>
      <w:r>
        <w:t>gée à aller là</w:t>
      </w:r>
      <w:r w:rsidR="006F1ADB">
        <w:t xml:space="preserve">, </w:t>
      </w:r>
      <w:r>
        <w:t>et elle aurait souhaité ne l</w:t>
      </w:r>
      <w:r w:rsidR="006F1ADB">
        <w:t>’</w:t>
      </w:r>
      <w:r>
        <w:t>avoir jamais écouté</w:t>
      </w:r>
      <w:r w:rsidR="006F1ADB">
        <w:t>.</w:t>
      </w:r>
    </w:p>
    <w:p w14:paraId="468C2A0B" w14:textId="77777777" w:rsidR="006F1ADB" w:rsidRDefault="005A3479" w:rsidP="005A3479">
      <w:r>
        <w:t xml:space="preserve">Les affaires de </w:t>
      </w:r>
      <w:proofErr w:type="spellStart"/>
      <w:r>
        <w:t>Phillotson</w:t>
      </w:r>
      <w:proofErr w:type="spellEnd"/>
      <w:r>
        <w:t xml:space="preserve"> ne paraissaient pas en bonne voie et</w:t>
      </w:r>
      <w:r w:rsidR="006F1ADB">
        <w:t xml:space="preserve">, </w:t>
      </w:r>
      <w:r>
        <w:t>plus que de raison</w:t>
      </w:r>
      <w:r w:rsidR="006F1ADB">
        <w:t xml:space="preserve">, </w:t>
      </w:r>
      <w:r>
        <w:t>Jude en fut charmé</w:t>
      </w:r>
      <w:r w:rsidR="006F1ADB">
        <w:t xml:space="preserve">. </w:t>
      </w:r>
      <w:r>
        <w:t xml:space="preserve">Il emballa ses effets et partit pour </w:t>
      </w:r>
      <w:proofErr w:type="spellStart"/>
      <w:r>
        <w:t>Melchester</w:t>
      </w:r>
      <w:proofErr w:type="spellEnd"/>
      <w:r w:rsidR="006F1ADB">
        <w:t xml:space="preserve">, </w:t>
      </w:r>
      <w:r>
        <w:t>le cœur plus léger qu</w:t>
      </w:r>
      <w:r w:rsidR="006F1ADB">
        <w:t>’</w:t>
      </w:r>
      <w:r>
        <w:t>il ne l</w:t>
      </w:r>
      <w:r w:rsidR="006F1ADB">
        <w:t>’</w:t>
      </w:r>
      <w:r>
        <w:t>avait senti depuis des mois</w:t>
      </w:r>
      <w:r w:rsidR="006F1ADB">
        <w:t>.</w:t>
      </w:r>
    </w:p>
    <w:p w14:paraId="4B6B3FA3" w14:textId="77777777" w:rsidR="006F1ADB" w:rsidRDefault="005A3479" w:rsidP="005A3479">
      <w:r>
        <w:t>Pour inaugurer sa vie nouvelle</w:t>
      </w:r>
      <w:r w:rsidR="006F1ADB">
        <w:t xml:space="preserve">, </w:t>
      </w:r>
      <w:r>
        <w:t>il s</w:t>
      </w:r>
      <w:r w:rsidR="006F1ADB">
        <w:t>’</w:t>
      </w:r>
      <w:r>
        <w:t>enquit d</w:t>
      </w:r>
      <w:r w:rsidR="006F1ADB">
        <w:t>’</w:t>
      </w:r>
      <w:r>
        <w:t>un hôtel de tempérance et trouva un établissement du ce genre dans une rue proche de la gare</w:t>
      </w:r>
      <w:r w:rsidR="006F1ADB">
        <w:t xml:space="preserve">. </w:t>
      </w:r>
      <w:r>
        <w:t>Après un léger repas</w:t>
      </w:r>
      <w:r w:rsidR="006F1ADB">
        <w:t xml:space="preserve">, </w:t>
      </w:r>
      <w:r>
        <w:t>il sortit et se dirigea vers le pont de la ville sous une terne lumière d</w:t>
      </w:r>
      <w:r w:rsidR="006F1ADB">
        <w:t>’</w:t>
      </w:r>
      <w:r>
        <w:t>hiver</w:t>
      </w:r>
      <w:r w:rsidR="006F1ADB">
        <w:t xml:space="preserve">, </w:t>
      </w:r>
      <w:r>
        <w:t>tourna l</w:t>
      </w:r>
      <w:r w:rsidR="006F1ADB">
        <w:t>’</w:t>
      </w:r>
      <w:r>
        <w:t>angle du clos</w:t>
      </w:r>
      <w:r w:rsidR="006F1ADB">
        <w:t xml:space="preserve">. </w:t>
      </w:r>
      <w:r>
        <w:t>La journée était brumeuse</w:t>
      </w:r>
      <w:r w:rsidR="006F1ADB">
        <w:t xml:space="preserve">, </w:t>
      </w:r>
      <w:r>
        <w:t>et</w:t>
      </w:r>
      <w:r w:rsidR="006F1ADB">
        <w:t xml:space="preserve">, </w:t>
      </w:r>
      <w:r>
        <w:t>s</w:t>
      </w:r>
      <w:r w:rsidR="006F1ADB">
        <w:t>’</w:t>
      </w:r>
      <w:r>
        <w:t>arrêtant sous les murs de la plus gracieuse architecture anglaise</w:t>
      </w:r>
      <w:r w:rsidR="006F1ADB">
        <w:t xml:space="preserve">, </w:t>
      </w:r>
      <w:r>
        <w:t>il regarda a</w:t>
      </w:r>
      <w:r>
        <w:t>u</w:t>
      </w:r>
      <w:r>
        <w:t>tour de lui</w:t>
      </w:r>
      <w:r w:rsidR="006F1ADB">
        <w:t xml:space="preserve">. </w:t>
      </w:r>
      <w:r>
        <w:t>Les bâtiments éloignés étaient visibles sur toute l</w:t>
      </w:r>
      <w:r w:rsidR="006F1ADB">
        <w:t>’</w:t>
      </w:r>
      <w:r>
        <w:t>étendue de la rive</w:t>
      </w:r>
      <w:r w:rsidR="006F1ADB">
        <w:t xml:space="preserve">, </w:t>
      </w:r>
      <w:r>
        <w:t>surmontés</w:t>
      </w:r>
      <w:r w:rsidR="006F1ADB">
        <w:t xml:space="preserve">, </w:t>
      </w:r>
      <w:r>
        <w:t>par les clochers qui s</w:t>
      </w:r>
      <w:r w:rsidR="006F1ADB">
        <w:t>’</w:t>
      </w:r>
      <w:r>
        <w:t>élevaient</w:t>
      </w:r>
      <w:r w:rsidR="006F1ADB">
        <w:t xml:space="preserve">, </w:t>
      </w:r>
      <w:r>
        <w:t>de moins en moins distincts</w:t>
      </w:r>
      <w:r w:rsidR="006F1ADB">
        <w:t xml:space="preserve">, </w:t>
      </w:r>
      <w:r>
        <w:t>jusqu</w:t>
      </w:r>
      <w:r w:rsidR="006F1ADB">
        <w:t>’</w:t>
      </w:r>
      <w:r>
        <w:t>à ce que leurs pointes se perdissent dans le brouillard ambiant</w:t>
      </w:r>
      <w:r w:rsidR="006F1ADB">
        <w:t>.</w:t>
      </w:r>
    </w:p>
    <w:p w14:paraId="67D515FF" w14:textId="77777777" w:rsidR="006F1ADB" w:rsidRDefault="005A3479" w:rsidP="005A3479">
      <w:r>
        <w:t>Les becs de gaz s</w:t>
      </w:r>
      <w:r w:rsidR="006F1ADB">
        <w:t>’</w:t>
      </w:r>
      <w:r>
        <w:t>allumèrent</w:t>
      </w:r>
      <w:r w:rsidR="006F1ADB">
        <w:t xml:space="preserve">, </w:t>
      </w:r>
      <w:r>
        <w:t>et Jude se dirigea vers l</w:t>
      </w:r>
      <w:r w:rsidR="006F1ADB">
        <w:t>’</w:t>
      </w:r>
      <w:r>
        <w:t>ouest</w:t>
      </w:r>
      <w:r w:rsidR="006F1ADB">
        <w:t xml:space="preserve">. </w:t>
      </w:r>
      <w:r>
        <w:t>Il remarqua comme un indice de bon augure les nombreux blocs de pierre épars sur le sol</w:t>
      </w:r>
      <w:r w:rsidR="006F1ADB">
        <w:t xml:space="preserve">, </w:t>
      </w:r>
      <w:r>
        <w:t>qui signifiaient que la cathédrale allait être restaurée ou considérablement agrandie</w:t>
      </w:r>
      <w:r w:rsidR="006F1ADB">
        <w:t xml:space="preserve">. </w:t>
      </w:r>
      <w:r>
        <w:t>Il suivit le sentier de gravier brun</w:t>
      </w:r>
      <w:r w:rsidR="006F1ADB">
        <w:t xml:space="preserve">, </w:t>
      </w:r>
      <w:r>
        <w:t>dans la direction du bâtiment d</w:t>
      </w:r>
      <w:r w:rsidR="006F1ADB">
        <w:t>’</w:t>
      </w:r>
      <w:r>
        <w:t>école</w:t>
      </w:r>
      <w:r w:rsidR="006F1ADB">
        <w:t xml:space="preserve">. </w:t>
      </w:r>
      <w:r>
        <w:t>C</w:t>
      </w:r>
      <w:r w:rsidR="006F1ADB">
        <w:t>’</w:t>
      </w:r>
      <w:r>
        <w:t>était un ancien édifice du quinzième siècle</w:t>
      </w:r>
      <w:r w:rsidR="006F1ADB">
        <w:t xml:space="preserve">, </w:t>
      </w:r>
      <w:r>
        <w:t>jadis un palais</w:t>
      </w:r>
      <w:r w:rsidR="006F1ADB">
        <w:t xml:space="preserve">, </w:t>
      </w:r>
      <w:r>
        <w:t>maintenant une école normale</w:t>
      </w:r>
      <w:r w:rsidR="006F1ADB">
        <w:t xml:space="preserve">, </w:t>
      </w:r>
      <w:r>
        <w:t>avec des fenêtres à meneaux et à linteaux</w:t>
      </w:r>
      <w:r w:rsidR="006F1ADB">
        <w:t xml:space="preserve">, </w:t>
      </w:r>
      <w:r>
        <w:t>et une cour d</w:t>
      </w:r>
      <w:r w:rsidR="006F1ADB">
        <w:t>’</w:t>
      </w:r>
      <w:r>
        <w:t xml:space="preserve">honneur séparée </w:t>
      </w:r>
      <w:r>
        <w:lastRenderedPageBreak/>
        <w:t>de la route par un mur</w:t>
      </w:r>
      <w:r w:rsidR="006F1ADB">
        <w:t xml:space="preserve">. </w:t>
      </w:r>
      <w:r>
        <w:t>Jude ouvrit la porte et</w:t>
      </w:r>
      <w:r w:rsidR="006F1ADB">
        <w:t xml:space="preserve">, </w:t>
      </w:r>
      <w:r>
        <w:t>pénétrant dans la maison</w:t>
      </w:r>
      <w:r w:rsidR="006F1ADB">
        <w:t xml:space="preserve">, </w:t>
      </w:r>
      <w:r>
        <w:t>demanda à voir sa co</w:t>
      </w:r>
      <w:r>
        <w:t>u</w:t>
      </w:r>
      <w:r>
        <w:t>sine</w:t>
      </w:r>
      <w:r w:rsidR="006F1ADB">
        <w:t xml:space="preserve"> ; </w:t>
      </w:r>
      <w:r>
        <w:t>il fut admis au parloir et</w:t>
      </w:r>
      <w:r w:rsidR="006F1ADB">
        <w:t xml:space="preserve">, </w:t>
      </w:r>
      <w:r>
        <w:t>peu de minutes après</w:t>
      </w:r>
      <w:r w:rsidR="006F1ADB">
        <w:t xml:space="preserve">, </w:t>
      </w:r>
      <w:r>
        <w:t>Suzanne vint</w:t>
      </w:r>
      <w:r w:rsidR="006F1ADB">
        <w:t>.</w:t>
      </w:r>
    </w:p>
    <w:p w14:paraId="1358E14E" w14:textId="77777777" w:rsidR="006F1ADB" w:rsidRDefault="005A3479" w:rsidP="005A3479">
      <w:r>
        <w:t>Quoiqu</w:t>
      </w:r>
      <w:r w:rsidR="006F1ADB">
        <w:t>’</w:t>
      </w:r>
      <w:r>
        <w:t xml:space="preserve">elle fût depuis peu de temps à </w:t>
      </w:r>
      <w:proofErr w:type="spellStart"/>
      <w:r>
        <w:t>Melchester</w:t>
      </w:r>
      <w:proofErr w:type="spellEnd"/>
      <w:r w:rsidR="006F1ADB">
        <w:t xml:space="preserve">, </w:t>
      </w:r>
      <w:r>
        <w:t>Jude la trouva changée</w:t>
      </w:r>
      <w:r w:rsidR="006F1ADB">
        <w:t xml:space="preserve">. </w:t>
      </w:r>
      <w:r>
        <w:t>Les prudences défensives et les subtilités de convention avaient disparu à la fois</w:t>
      </w:r>
      <w:r w:rsidR="006F1ADB">
        <w:t xml:space="preserve">. </w:t>
      </w:r>
      <w:r>
        <w:t>Elle n</w:t>
      </w:r>
      <w:r w:rsidR="006F1ADB">
        <w:t>’</w:t>
      </w:r>
      <w:r>
        <w:t>était pas davantage la femme qui avait écrit la lettre dont Jude avait été si troublé</w:t>
      </w:r>
      <w:r w:rsidR="006F1ADB">
        <w:t xml:space="preserve">, </w:t>
      </w:r>
      <w:r>
        <w:t>et qu</w:t>
      </w:r>
      <w:r w:rsidR="006F1ADB">
        <w:t>’</w:t>
      </w:r>
      <w:r>
        <w:t>elle avait dû écrire sous l</w:t>
      </w:r>
      <w:r w:rsidR="006F1ADB">
        <w:t>’</w:t>
      </w:r>
      <w:r>
        <w:t>influence d</w:t>
      </w:r>
      <w:r w:rsidR="006F1ADB">
        <w:t>’</w:t>
      </w:r>
      <w:r>
        <w:t>une impulsion qu</w:t>
      </w:r>
      <w:r w:rsidR="006F1ADB">
        <w:t>’</w:t>
      </w:r>
      <w:r>
        <w:t>elle avait regrettée ensuite</w:t>
      </w:r>
      <w:r w:rsidR="006F1ADB">
        <w:t xml:space="preserve"> – </w:t>
      </w:r>
      <w:r>
        <w:t>regret causé sans doute par la d</w:t>
      </w:r>
      <w:r>
        <w:t>é</w:t>
      </w:r>
      <w:r>
        <w:t>chéance récente de Jude</w:t>
      </w:r>
      <w:r w:rsidR="006F1ADB">
        <w:t xml:space="preserve">. </w:t>
      </w:r>
      <w:r>
        <w:t>Il était tout à fait bouleversé par l</w:t>
      </w:r>
      <w:r w:rsidR="006F1ADB">
        <w:t>’</w:t>
      </w:r>
      <w:r>
        <w:t>émotion</w:t>
      </w:r>
      <w:r w:rsidR="006F1ADB">
        <w:t>.</w:t>
      </w:r>
    </w:p>
    <w:p w14:paraId="41268BA5" w14:textId="77777777" w:rsidR="006F1ADB" w:rsidRDefault="006F1ADB" w:rsidP="005A3479">
      <w:r>
        <w:t>— </w:t>
      </w:r>
      <w:r w:rsidR="005A3479">
        <w:t>Vous ne me considérez pas comme un naufragé qui a perdu tout sens moral</w:t>
      </w:r>
      <w:r>
        <w:t xml:space="preserve">, </w:t>
      </w:r>
      <w:r w:rsidR="005A3479">
        <w:t>pour être allé chez vous dans l</w:t>
      </w:r>
      <w:r>
        <w:t>’</w:t>
      </w:r>
      <w:r w:rsidR="005A3479">
        <w:t>état où j</w:t>
      </w:r>
      <w:r>
        <w:t>’</w:t>
      </w:r>
      <w:r w:rsidR="005A3479">
        <w:t>étais et pour être parti si honteusement</w:t>
      </w:r>
      <w:r>
        <w:t xml:space="preserve">, </w:t>
      </w:r>
      <w:r w:rsidR="005A3479">
        <w:t>Sue</w:t>
      </w:r>
      <w:r>
        <w:t> ?</w:t>
      </w:r>
    </w:p>
    <w:p w14:paraId="5EB2FB3D" w14:textId="77777777" w:rsidR="006F1ADB" w:rsidRDefault="006F1ADB" w:rsidP="005A3479">
      <w:r>
        <w:t>— </w:t>
      </w:r>
      <w:r w:rsidR="005A3479">
        <w:t>Oh</w:t>
      </w:r>
      <w:r>
        <w:t xml:space="preserve"> ! </w:t>
      </w:r>
      <w:r w:rsidR="005A3479">
        <w:t>je n</w:t>
      </w:r>
      <w:r>
        <w:t>’</w:t>
      </w:r>
      <w:r w:rsidR="005A3479">
        <w:t>ai pas songé à vous juger</w:t>
      </w:r>
      <w:r>
        <w:t xml:space="preserve">. </w:t>
      </w:r>
      <w:r w:rsidR="005A3479">
        <w:t>Vous m</w:t>
      </w:r>
      <w:r>
        <w:t>’</w:t>
      </w:r>
      <w:r w:rsidR="005A3479">
        <w:t>en avez assez dit pour que je puisse deviner les causes de tout cela</w:t>
      </w:r>
      <w:r>
        <w:t xml:space="preserve">. </w:t>
      </w:r>
      <w:r w:rsidR="005A3479">
        <w:t>J</w:t>
      </w:r>
      <w:r>
        <w:t>’</w:t>
      </w:r>
      <w:r w:rsidR="005A3479">
        <w:t>espère que je n</w:t>
      </w:r>
      <w:r>
        <w:t>’</w:t>
      </w:r>
      <w:r w:rsidR="005A3479">
        <w:t>aurai jamais lieu de douter de votre dignité</w:t>
      </w:r>
      <w:r>
        <w:t xml:space="preserve">, </w:t>
      </w:r>
      <w:r w:rsidR="005A3479">
        <w:t>mon pauvre Jude</w:t>
      </w:r>
      <w:r>
        <w:t xml:space="preserve">. </w:t>
      </w:r>
      <w:r w:rsidR="005A3479">
        <w:t>Et je suis charmée que vous soyez venu</w:t>
      </w:r>
      <w:r>
        <w:t>.</w:t>
      </w:r>
    </w:p>
    <w:p w14:paraId="796EA0D7" w14:textId="77777777" w:rsidR="006F1ADB" w:rsidRDefault="005A3479" w:rsidP="005A3479">
      <w:r>
        <w:t>Elle portait une robe couleur de mûre garnie d</w:t>
      </w:r>
      <w:r w:rsidR="006F1ADB">
        <w:t>’</w:t>
      </w:r>
      <w:r>
        <w:t>un petit col de dentelle</w:t>
      </w:r>
      <w:r w:rsidR="006F1ADB">
        <w:t xml:space="preserve">, </w:t>
      </w:r>
      <w:r>
        <w:t>une robe unie qui s</w:t>
      </w:r>
      <w:r w:rsidR="006F1ADB">
        <w:t>’</w:t>
      </w:r>
      <w:r>
        <w:t>adaptait à ses formes délicates avec une grâce nonchalante</w:t>
      </w:r>
      <w:r w:rsidR="006F1ADB">
        <w:t xml:space="preserve">. </w:t>
      </w:r>
      <w:r>
        <w:t>Ses cheveux</w:t>
      </w:r>
      <w:r w:rsidR="006F1ADB">
        <w:t xml:space="preserve">, </w:t>
      </w:r>
      <w:r>
        <w:t>qu</w:t>
      </w:r>
      <w:r w:rsidR="006F1ADB">
        <w:t>’</w:t>
      </w:r>
      <w:r>
        <w:t>elle disposait n</w:t>
      </w:r>
      <w:r>
        <w:t>a</w:t>
      </w:r>
      <w:r>
        <w:t>guère à la mode du jour</w:t>
      </w:r>
      <w:r w:rsidR="006F1ADB">
        <w:t xml:space="preserve">, </w:t>
      </w:r>
      <w:r>
        <w:t>étaient lissés et serrés</w:t>
      </w:r>
      <w:r w:rsidR="006F1ADB">
        <w:t xml:space="preserve"> ; </w:t>
      </w:r>
      <w:r>
        <w:t>elle avait l</w:t>
      </w:r>
      <w:r w:rsidR="006F1ADB">
        <w:t>’</w:t>
      </w:r>
      <w:r>
        <w:t>air d</w:t>
      </w:r>
      <w:r w:rsidR="006F1ADB">
        <w:t>’</w:t>
      </w:r>
      <w:r>
        <w:t>une femme comprimée et assombrie par une sévère disc</w:t>
      </w:r>
      <w:r>
        <w:t>i</w:t>
      </w:r>
      <w:r>
        <w:t>pline</w:t>
      </w:r>
      <w:r w:rsidR="006F1ADB">
        <w:t xml:space="preserve"> ; </w:t>
      </w:r>
      <w:r>
        <w:t>mais à travers cette ombre brillait un rayon intérieur que la discipline n</w:t>
      </w:r>
      <w:r w:rsidR="006F1ADB">
        <w:t>’</w:t>
      </w:r>
      <w:r>
        <w:t>avait pu atteindre</w:t>
      </w:r>
      <w:r w:rsidR="006F1ADB">
        <w:t>.</w:t>
      </w:r>
    </w:p>
    <w:p w14:paraId="13CEEC17" w14:textId="77777777" w:rsidR="006F1ADB" w:rsidRDefault="005A3479" w:rsidP="005A3479">
      <w:r>
        <w:t>Elle était venue avec un aimable empressement</w:t>
      </w:r>
      <w:r w:rsidR="006F1ADB">
        <w:t xml:space="preserve"> ; </w:t>
      </w:r>
      <w:r>
        <w:t>mais Jude sentit qu</w:t>
      </w:r>
      <w:r w:rsidR="006F1ADB">
        <w:t>’</w:t>
      </w:r>
      <w:r>
        <w:t>elle ne se souciait guère du baiser qu</w:t>
      </w:r>
      <w:r w:rsidR="006F1ADB">
        <w:t>’</w:t>
      </w:r>
      <w:r>
        <w:t>il brûlait de lui donner</w:t>
      </w:r>
      <w:r w:rsidR="006F1ADB">
        <w:t xml:space="preserve">, </w:t>
      </w:r>
      <w:r>
        <w:t>non pas sous couleur de parenté</w:t>
      </w:r>
      <w:r w:rsidR="006F1ADB">
        <w:t xml:space="preserve">. </w:t>
      </w:r>
      <w:r>
        <w:t>Il ne pouvait juger à aucun signe que Sue le regardât comme un amoureux</w:t>
      </w:r>
      <w:r w:rsidR="006F1ADB">
        <w:t xml:space="preserve">, </w:t>
      </w:r>
      <w:r>
        <w:t>ou dût jamais le regarder comme tel</w:t>
      </w:r>
      <w:r w:rsidR="006F1ADB">
        <w:t xml:space="preserve">, </w:t>
      </w:r>
      <w:r>
        <w:t>maintenant qu</w:t>
      </w:r>
      <w:r w:rsidR="006F1ADB">
        <w:t>’</w:t>
      </w:r>
      <w:r>
        <w:t xml:space="preserve">elle le </w:t>
      </w:r>
      <w:r>
        <w:lastRenderedPageBreak/>
        <w:t>connaissait sous son aspect le plus défavorable</w:t>
      </w:r>
      <w:r w:rsidR="006F1ADB">
        <w:t xml:space="preserve">, </w:t>
      </w:r>
      <w:r>
        <w:t>eût-il même le droit de se poser en prétendant</w:t>
      </w:r>
      <w:r w:rsidR="006F1ADB">
        <w:t xml:space="preserve"> ; </w:t>
      </w:r>
      <w:r>
        <w:t>et cela accroissait le désir toujours gra</w:t>
      </w:r>
      <w:r>
        <w:t>n</w:t>
      </w:r>
      <w:r>
        <w:t>dissant d</w:t>
      </w:r>
      <w:r w:rsidR="006F1ADB">
        <w:t>’</w:t>
      </w:r>
      <w:r>
        <w:t>avouer à Sue son embarras matrimonial</w:t>
      </w:r>
      <w:r w:rsidR="006F1ADB">
        <w:t xml:space="preserve">, </w:t>
      </w:r>
      <w:r>
        <w:t>désir qu</w:t>
      </w:r>
      <w:r w:rsidR="006F1ADB">
        <w:t>’</w:t>
      </w:r>
      <w:r>
        <w:t>il avait éloigné dans son extrême terreur de perdre des relations qu</w:t>
      </w:r>
      <w:r w:rsidR="006F1ADB">
        <w:t>’</w:t>
      </w:r>
      <w:r>
        <w:t>il bénissait</w:t>
      </w:r>
      <w:r w:rsidR="006F1ADB">
        <w:t>.</w:t>
      </w:r>
    </w:p>
    <w:p w14:paraId="3A4CE4C9" w14:textId="77777777" w:rsidR="006F1ADB" w:rsidRDefault="005A3479" w:rsidP="005A3479">
      <w:r>
        <w:t>Sue sortit dans la ville avec lui</w:t>
      </w:r>
      <w:r w:rsidR="006F1ADB">
        <w:t xml:space="preserve">, </w:t>
      </w:r>
      <w:r>
        <w:t>et ils se promenèrent et causèrent de leurs affaires actuelles</w:t>
      </w:r>
      <w:r w:rsidR="006F1ADB">
        <w:t xml:space="preserve">. </w:t>
      </w:r>
      <w:r>
        <w:t>Jude dit qu</w:t>
      </w:r>
      <w:r w:rsidR="006F1ADB">
        <w:t>’</w:t>
      </w:r>
      <w:r>
        <w:t>il aimerait à lui offrir quelque chose</w:t>
      </w:r>
      <w:r w:rsidR="006F1ADB">
        <w:t xml:space="preserve"> ; </w:t>
      </w:r>
      <w:r>
        <w:t>elle avoua</w:t>
      </w:r>
      <w:r w:rsidR="006F1ADB">
        <w:t xml:space="preserve">, </w:t>
      </w:r>
      <w:r>
        <w:t>avec un peu de honte</w:t>
      </w:r>
      <w:r w:rsidR="006F1ADB">
        <w:t xml:space="preserve">, </w:t>
      </w:r>
      <w:r>
        <w:t>qu</w:t>
      </w:r>
      <w:r w:rsidR="006F1ADB">
        <w:t>’</w:t>
      </w:r>
      <w:r>
        <w:t>elle avait mortellement faim</w:t>
      </w:r>
      <w:r w:rsidR="006F1ADB">
        <w:t xml:space="preserve">. </w:t>
      </w:r>
      <w:r>
        <w:t>Les rations du collège étaient minces</w:t>
      </w:r>
      <w:r w:rsidR="006F1ADB">
        <w:t xml:space="preserve">, </w:t>
      </w:r>
      <w:r>
        <w:t>et un dîner</w:t>
      </w:r>
      <w:r w:rsidR="006F1ADB">
        <w:t xml:space="preserve">, </w:t>
      </w:r>
      <w:r>
        <w:t xml:space="preserve">un thé ou un souper était tout ce </w:t>
      </w:r>
      <w:proofErr w:type="spellStart"/>
      <w:r>
        <w:t>quelle</w:t>
      </w:r>
      <w:proofErr w:type="spellEnd"/>
      <w:r>
        <w:t xml:space="preserve"> désirait le plus au monde en ce moment</w:t>
      </w:r>
      <w:r w:rsidR="006F1ADB">
        <w:t xml:space="preserve">. </w:t>
      </w:r>
      <w:r>
        <w:t>Jude la conduisit dans un resta</w:t>
      </w:r>
      <w:r>
        <w:t>u</w:t>
      </w:r>
      <w:r>
        <w:t>rant et fit apporter ce qu</w:t>
      </w:r>
      <w:r w:rsidR="006F1ADB">
        <w:t>’</w:t>
      </w:r>
      <w:r>
        <w:t>il y avait de mieux dans la maison</w:t>
      </w:r>
      <w:r w:rsidR="006F1ADB">
        <w:t xml:space="preserve">, </w:t>
      </w:r>
      <w:r>
        <w:t>c</w:t>
      </w:r>
      <w:r w:rsidR="006F1ADB">
        <w:t>’</w:t>
      </w:r>
      <w:r>
        <w:t xml:space="preserve">est à-dire pas </w:t>
      </w:r>
      <w:proofErr w:type="spellStart"/>
      <w:r>
        <w:t>grand</w:t>
      </w:r>
      <w:r w:rsidR="006F1ADB">
        <w:t>’</w:t>
      </w:r>
      <w:r>
        <w:t>chose</w:t>
      </w:r>
      <w:proofErr w:type="spellEnd"/>
      <w:r w:rsidR="006F1ADB">
        <w:t xml:space="preserve">. </w:t>
      </w:r>
      <w:r>
        <w:t>L</w:t>
      </w:r>
      <w:r w:rsidR="006F1ADB">
        <w:t>’</w:t>
      </w:r>
      <w:r>
        <w:t>endroit cependant était d</w:t>
      </w:r>
      <w:r w:rsidR="006F1ADB">
        <w:t>’</w:t>
      </w:r>
      <w:r>
        <w:t>une dél</w:t>
      </w:r>
      <w:r>
        <w:t>i</w:t>
      </w:r>
      <w:r>
        <w:t>cieuse opportunité pour le tête-à-tête</w:t>
      </w:r>
      <w:r w:rsidR="006F1ADB">
        <w:t xml:space="preserve">, </w:t>
      </w:r>
      <w:r>
        <w:t>car il n</w:t>
      </w:r>
      <w:r w:rsidR="006F1ADB">
        <w:t>’</w:t>
      </w:r>
      <w:r>
        <w:t>y avait personne dans la salle et ils pouvaient causer librement</w:t>
      </w:r>
      <w:r w:rsidR="006F1ADB">
        <w:t>.</w:t>
      </w:r>
    </w:p>
    <w:p w14:paraId="00C00BEF" w14:textId="77777777" w:rsidR="006F1ADB" w:rsidRDefault="005A3479" w:rsidP="005A3479">
      <w:r>
        <w:t>Elle raconta ce qu</w:t>
      </w:r>
      <w:r w:rsidR="006F1ADB">
        <w:t>’</w:t>
      </w:r>
      <w:r>
        <w:t>était l</w:t>
      </w:r>
      <w:r w:rsidR="006F1ADB">
        <w:t>’</w:t>
      </w:r>
      <w:r>
        <w:t xml:space="preserve">école en ce </w:t>
      </w:r>
      <w:r>
        <w:rPr>
          <w:szCs w:val="32"/>
        </w:rPr>
        <w:t>moment</w:t>
      </w:r>
      <w:r w:rsidR="006F1ADB">
        <w:t xml:space="preserve">, </w:t>
      </w:r>
      <w:r>
        <w:t>sa vie austère</w:t>
      </w:r>
      <w:r w:rsidR="006F1ADB">
        <w:t xml:space="preserve">, </w:t>
      </w:r>
      <w:r>
        <w:t>les caractères divers de ses compagnes d</w:t>
      </w:r>
      <w:r w:rsidR="006F1ADB">
        <w:t>’</w:t>
      </w:r>
      <w:r>
        <w:t>études rassemblées de tous les points du diocèse</w:t>
      </w:r>
      <w:r w:rsidR="006F1ADB">
        <w:t xml:space="preserve"> ; </w:t>
      </w:r>
      <w:r>
        <w:t>comment elle se mettait au travail dès l</w:t>
      </w:r>
      <w:r w:rsidR="006F1ADB">
        <w:t>’</w:t>
      </w:r>
      <w:r>
        <w:t>aube</w:t>
      </w:r>
      <w:r w:rsidR="006F1ADB">
        <w:t xml:space="preserve">, </w:t>
      </w:r>
      <w:r>
        <w:t>à la lumière du gaz</w:t>
      </w:r>
      <w:r w:rsidR="006F1ADB">
        <w:t xml:space="preserve">. </w:t>
      </w:r>
      <w:r>
        <w:t>Elle parlait avec l</w:t>
      </w:r>
      <w:r w:rsidR="006F1ADB">
        <w:t>’</w:t>
      </w:r>
      <w:r>
        <w:t>accent amer d</w:t>
      </w:r>
      <w:r w:rsidR="006F1ADB">
        <w:t>’</w:t>
      </w:r>
      <w:r>
        <w:t>une jeune femme qui n</w:t>
      </w:r>
      <w:r w:rsidR="006F1ADB">
        <w:t>’</w:t>
      </w:r>
      <w:r>
        <w:t>est pas accoutumée à la contrainte</w:t>
      </w:r>
      <w:r w:rsidR="006F1ADB">
        <w:t xml:space="preserve">. </w:t>
      </w:r>
      <w:r>
        <w:t>Il écouta</w:t>
      </w:r>
      <w:r w:rsidR="006F1ADB">
        <w:t xml:space="preserve"> ; </w:t>
      </w:r>
      <w:r>
        <w:t xml:space="preserve">mais elle ne parlait pas de ses relations avec </w:t>
      </w:r>
      <w:proofErr w:type="spellStart"/>
      <w:r>
        <w:t>Phillotson</w:t>
      </w:r>
      <w:proofErr w:type="spellEnd"/>
      <w:r w:rsidR="006F1ADB">
        <w:t xml:space="preserve">, </w:t>
      </w:r>
      <w:r>
        <w:t>qu</w:t>
      </w:r>
      <w:r w:rsidR="006F1ADB">
        <w:t>’</w:t>
      </w:r>
      <w:r>
        <w:t>il eût particulièrement désiré connaître</w:t>
      </w:r>
      <w:r w:rsidR="006F1ADB">
        <w:t xml:space="preserve">. </w:t>
      </w:r>
      <w:r>
        <w:t>De cela elle ne disait rien</w:t>
      </w:r>
      <w:r w:rsidR="006F1ADB">
        <w:t xml:space="preserve">. </w:t>
      </w:r>
      <w:r>
        <w:t>Quand ils eurent mangé</w:t>
      </w:r>
      <w:r w:rsidR="006F1ADB">
        <w:t xml:space="preserve">. </w:t>
      </w:r>
      <w:r>
        <w:t>Jude plaça spontanément sa main sur celles de Sue</w:t>
      </w:r>
      <w:r w:rsidR="006F1ADB">
        <w:t xml:space="preserve"> ; </w:t>
      </w:r>
      <w:r>
        <w:t>elle vit cela</w:t>
      </w:r>
      <w:r w:rsidR="006F1ADB">
        <w:t xml:space="preserve">, </w:t>
      </w:r>
      <w:r>
        <w:t>et sourit</w:t>
      </w:r>
      <w:r w:rsidR="006F1ADB">
        <w:t xml:space="preserve">, </w:t>
      </w:r>
      <w:r>
        <w:t>et prit familièr</w:t>
      </w:r>
      <w:r>
        <w:t>e</w:t>
      </w:r>
      <w:r>
        <w:t>ment cette main dans sa petite main si douce</w:t>
      </w:r>
      <w:r w:rsidR="006F1ADB">
        <w:t xml:space="preserve">, </w:t>
      </w:r>
      <w:r>
        <w:t>divisant ses doigts et les examinant avec calme</w:t>
      </w:r>
      <w:r w:rsidR="006F1ADB">
        <w:t xml:space="preserve">, </w:t>
      </w:r>
      <w:r>
        <w:t>comme elle eût manié les doigts d</w:t>
      </w:r>
      <w:r w:rsidR="006F1ADB">
        <w:t>’</w:t>
      </w:r>
      <w:r>
        <w:t>un gant</w:t>
      </w:r>
      <w:r w:rsidR="006F1ADB">
        <w:t>.</w:t>
      </w:r>
    </w:p>
    <w:p w14:paraId="44AAC1F6" w14:textId="77777777" w:rsidR="006F1ADB" w:rsidRDefault="006F1ADB" w:rsidP="005A3479">
      <w:r>
        <w:t>— </w:t>
      </w:r>
      <w:r w:rsidR="005A3479">
        <w:t>Vos mains sont assez rudes</w:t>
      </w:r>
      <w:r>
        <w:t xml:space="preserve">, </w:t>
      </w:r>
      <w:r w:rsidR="005A3479">
        <w:t>Jude</w:t>
      </w:r>
      <w:r>
        <w:t xml:space="preserve">, </w:t>
      </w:r>
      <w:r w:rsidR="005A3479">
        <w:t>n</w:t>
      </w:r>
      <w:r>
        <w:t>’</w:t>
      </w:r>
      <w:r w:rsidR="005A3479">
        <w:t>est-ce pas</w:t>
      </w:r>
      <w:r>
        <w:t xml:space="preserve"> ? </w:t>
      </w:r>
      <w:r w:rsidR="005A3479">
        <w:t>dit-elle</w:t>
      </w:r>
      <w:r>
        <w:t>.</w:t>
      </w:r>
    </w:p>
    <w:p w14:paraId="59552A79" w14:textId="77777777" w:rsidR="006F1ADB" w:rsidRDefault="006F1ADB" w:rsidP="005A3479">
      <w:r>
        <w:lastRenderedPageBreak/>
        <w:t>— </w:t>
      </w:r>
      <w:r w:rsidR="005A3479">
        <w:t>Oui</w:t>
      </w:r>
      <w:r>
        <w:t xml:space="preserve">. </w:t>
      </w:r>
      <w:r w:rsidR="005A3479">
        <w:t>Les vôtres seraient pareilles si elles tenaient le c</w:t>
      </w:r>
      <w:r w:rsidR="005A3479">
        <w:t>i</w:t>
      </w:r>
      <w:r w:rsidR="005A3479">
        <w:t>seau et le maillet tout le jour</w:t>
      </w:r>
      <w:r>
        <w:t>.</w:t>
      </w:r>
    </w:p>
    <w:p w14:paraId="6A99B53E" w14:textId="62017A28" w:rsidR="006F1ADB" w:rsidRDefault="006F1ADB" w:rsidP="005A3479">
      <w:r>
        <w:t>— </w:t>
      </w:r>
      <w:r w:rsidR="005A3479">
        <w:t>Je ne déteste pas cela</w:t>
      </w:r>
      <w:r>
        <w:t xml:space="preserve">, </w:t>
      </w:r>
      <w:r w:rsidR="005A3479">
        <w:t>vous savez</w:t>
      </w:r>
      <w:r>
        <w:t xml:space="preserve">. </w:t>
      </w:r>
      <w:r w:rsidR="005A3479">
        <w:t>Je pense qu</w:t>
      </w:r>
      <w:r>
        <w:t>’</w:t>
      </w:r>
      <w:r w:rsidR="005A3479">
        <w:t>il est noble pour un homme d</w:t>
      </w:r>
      <w:r>
        <w:t>’</w:t>
      </w:r>
      <w:r w:rsidR="005A3479">
        <w:t>avoir les mains durcies par le travail</w:t>
      </w:r>
      <w:r>
        <w:t xml:space="preserve">… </w:t>
      </w:r>
      <w:r w:rsidR="005A3479">
        <w:t>Eh bien</w:t>
      </w:r>
      <w:r>
        <w:t xml:space="preserve">, </w:t>
      </w:r>
      <w:r w:rsidR="005A3479">
        <w:t>je suis charmée</w:t>
      </w:r>
      <w:r>
        <w:t xml:space="preserve">, </w:t>
      </w:r>
      <w:r w:rsidR="005A3479">
        <w:t>après tout</w:t>
      </w:r>
      <w:r>
        <w:t xml:space="preserve">, </w:t>
      </w:r>
      <w:r w:rsidR="005A3479">
        <w:t>d</w:t>
      </w:r>
      <w:r>
        <w:t>’</w:t>
      </w:r>
      <w:r w:rsidR="005A3479">
        <w:t>être entrée à l</w:t>
      </w:r>
      <w:r>
        <w:t>’</w:t>
      </w:r>
      <w:r w:rsidR="005A3479">
        <w:t>École no</w:t>
      </w:r>
      <w:r w:rsidR="005A3479">
        <w:t>r</w:t>
      </w:r>
      <w:r w:rsidR="005A3479">
        <w:t>male</w:t>
      </w:r>
      <w:r>
        <w:t xml:space="preserve">. </w:t>
      </w:r>
      <w:r w:rsidR="005A3479">
        <w:t>Voyez combien je serai indépendante dans deux ans</w:t>
      </w:r>
      <w:r>
        <w:t xml:space="preserve">. </w:t>
      </w:r>
      <w:r w:rsidR="005A3479">
        <w:t>J</w:t>
      </w:r>
      <w:r>
        <w:t>’</w:t>
      </w:r>
      <w:r w:rsidR="005A3479">
        <w:t>arriverai assez loin</w:t>
      </w:r>
      <w:r>
        <w:t xml:space="preserve">, </w:t>
      </w:r>
      <w:r w:rsidR="005A3479">
        <w:t>j</w:t>
      </w:r>
      <w:r>
        <w:t>’</w:t>
      </w:r>
      <w:r w:rsidR="005A3479">
        <w:t>espère</w:t>
      </w:r>
      <w:r>
        <w:t xml:space="preserve">, </w:t>
      </w:r>
      <w:r w:rsidR="005A3479">
        <w:t xml:space="preserve">et </w:t>
      </w:r>
      <w:r>
        <w:t>M. </w:t>
      </w:r>
      <w:proofErr w:type="spellStart"/>
      <w:r w:rsidR="005A3479">
        <w:t>Phillotson</w:t>
      </w:r>
      <w:proofErr w:type="spellEnd"/>
      <w:r w:rsidR="005A3479">
        <w:t xml:space="preserve"> usera de son i</w:t>
      </w:r>
      <w:r w:rsidR="005A3479">
        <w:t>n</w:t>
      </w:r>
      <w:r w:rsidR="005A3479">
        <w:t>fluence pour me faire avoir une école importante</w:t>
      </w:r>
      <w:r>
        <w:t>.</w:t>
      </w:r>
    </w:p>
    <w:p w14:paraId="7651D57C" w14:textId="77777777" w:rsidR="006F1ADB" w:rsidRDefault="005A3479" w:rsidP="005A3479">
      <w:r>
        <w:t>Elle avait fini par effleurer ce sujet</w:t>
      </w:r>
      <w:r w:rsidR="006F1ADB">
        <w:t>.</w:t>
      </w:r>
    </w:p>
    <w:p w14:paraId="60C18BE9" w14:textId="77777777" w:rsidR="006F1ADB" w:rsidRDefault="006F1ADB" w:rsidP="005A3479">
      <w:r>
        <w:t>— </w:t>
      </w:r>
      <w:r w:rsidR="005A3479">
        <w:t>J</w:t>
      </w:r>
      <w:r>
        <w:t>’</w:t>
      </w:r>
      <w:r w:rsidR="005A3479">
        <w:t>ai un soupçon</w:t>
      </w:r>
      <w:r>
        <w:t xml:space="preserve">, </w:t>
      </w:r>
      <w:r w:rsidR="005A3479">
        <w:t>une crainte</w:t>
      </w:r>
      <w:r>
        <w:t xml:space="preserve">, </w:t>
      </w:r>
      <w:r w:rsidR="005A3479">
        <w:t>dit Jude</w:t>
      </w:r>
      <w:r>
        <w:t xml:space="preserve">… </w:t>
      </w:r>
      <w:r w:rsidR="005A3479">
        <w:t>C</w:t>
      </w:r>
      <w:r>
        <w:t>’</w:t>
      </w:r>
      <w:r w:rsidR="005A3479">
        <w:t>est qu</w:t>
      </w:r>
      <w:r>
        <w:t>’</w:t>
      </w:r>
      <w:r w:rsidR="005A3479">
        <w:t>il ne s</w:t>
      </w:r>
      <w:r>
        <w:t>’</w:t>
      </w:r>
      <w:r w:rsidR="005A3479">
        <w:t>intéresse à vous trop chaudement et peut-être qu</w:t>
      </w:r>
      <w:r>
        <w:t>’</w:t>
      </w:r>
      <w:r w:rsidR="005A3479">
        <w:t>il espère vous épouser</w:t>
      </w:r>
      <w:r>
        <w:t>.</w:t>
      </w:r>
    </w:p>
    <w:p w14:paraId="24998D0A" w14:textId="77777777" w:rsidR="006F1ADB" w:rsidRDefault="006F1ADB" w:rsidP="005A3479">
      <w:r>
        <w:t>— </w:t>
      </w:r>
      <w:r w:rsidR="005A3479">
        <w:t>Ne dites pas de niaiseries</w:t>
      </w:r>
      <w:r>
        <w:t>.</w:t>
      </w:r>
    </w:p>
    <w:p w14:paraId="5837B70C" w14:textId="77777777" w:rsidR="006F1ADB" w:rsidRDefault="006F1ADB" w:rsidP="005A3479">
      <w:r>
        <w:t>— </w:t>
      </w:r>
      <w:r w:rsidR="005A3479">
        <w:t>Il vous a dit quelque chose à ce sujet</w:t>
      </w:r>
      <w:r>
        <w:t xml:space="preserve">, </w:t>
      </w:r>
      <w:r w:rsidR="005A3479">
        <w:t>je présume</w:t>
      </w:r>
      <w:r>
        <w:t>.</w:t>
      </w:r>
    </w:p>
    <w:p w14:paraId="0ED285F0" w14:textId="77777777" w:rsidR="006F1ADB" w:rsidRDefault="006F1ADB" w:rsidP="005A3479">
      <w:r>
        <w:t>— </w:t>
      </w:r>
      <w:r w:rsidR="005A3479">
        <w:t>S</w:t>
      </w:r>
      <w:r>
        <w:t>’</w:t>
      </w:r>
      <w:r w:rsidR="005A3479">
        <w:t>il l</w:t>
      </w:r>
      <w:r>
        <w:t>’</w:t>
      </w:r>
      <w:r w:rsidR="005A3479">
        <w:t>a fait</w:t>
      </w:r>
      <w:r>
        <w:t xml:space="preserve">, </w:t>
      </w:r>
      <w:r w:rsidR="005A3479">
        <w:t>qu</w:t>
      </w:r>
      <w:r>
        <w:t>’</w:t>
      </w:r>
      <w:r w:rsidR="005A3479">
        <w:t>importe</w:t>
      </w:r>
      <w:r>
        <w:t xml:space="preserve"> ? </w:t>
      </w:r>
      <w:r w:rsidR="005A3479">
        <w:t>Un vieux comme lui</w:t>
      </w:r>
      <w:r>
        <w:t> !</w:t>
      </w:r>
    </w:p>
    <w:p w14:paraId="01CA6092" w14:textId="77777777" w:rsidR="006F1ADB" w:rsidRDefault="006F1ADB" w:rsidP="005A3479">
      <w:r>
        <w:t>— </w:t>
      </w:r>
      <w:r w:rsidR="005A3479">
        <w:t>Oh</w:t>
      </w:r>
      <w:r>
        <w:t xml:space="preserve"> ! </w:t>
      </w:r>
      <w:r w:rsidR="005A3479">
        <w:t>Sue</w:t>
      </w:r>
      <w:r>
        <w:t xml:space="preserve">, </w:t>
      </w:r>
      <w:r w:rsidR="005A3479">
        <w:t>il n</w:t>
      </w:r>
      <w:r>
        <w:t>’</w:t>
      </w:r>
      <w:r w:rsidR="005A3479">
        <w:t>est pas si vieux</w:t>
      </w:r>
      <w:r>
        <w:t xml:space="preserve"> ! </w:t>
      </w:r>
      <w:r w:rsidR="005A3479">
        <w:t>Et je sais que je l</w:t>
      </w:r>
      <w:r>
        <w:t>’</w:t>
      </w:r>
      <w:r w:rsidR="005A3479">
        <w:t>ai vu faire</w:t>
      </w:r>
      <w:r>
        <w:t>…</w:t>
      </w:r>
    </w:p>
    <w:p w14:paraId="06939E7B" w14:textId="77777777" w:rsidR="006F1ADB" w:rsidRDefault="006F1ADB" w:rsidP="005A3479">
      <w:r>
        <w:t>— </w:t>
      </w:r>
      <w:r w:rsidR="005A3479">
        <w:t>Vous ne l</w:t>
      </w:r>
      <w:r>
        <w:t>’</w:t>
      </w:r>
      <w:r w:rsidR="005A3479">
        <w:t>avez pas vu m</w:t>
      </w:r>
      <w:r>
        <w:t>’</w:t>
      </w:r>
      <w:r w:rsidR="005A3479">
        <w:t>embrasser</w:t>
      </w:r>
      <w:r>
        <w:t xml:space="preserve">, </w:t>
      </w:r>
      <w:r w:rsidR="005A3479">
        <w:t>c</w:t>
      </w:r>
      <w:r>
        <w:t>’</w:t>
      </w:r>
      <w:r w:rsidR="005A3479">
        <w:t>est certain</w:t>
      </w:r>
      <w:r>
        <w:t>.</w:t>
      </w:r>
    </w:p>
    <w:p w14:paraId="1B4086FA" w14:textId="77777777" w:rsidR="006F1ADB" w:rsidRDefault="006F1ADB" w:rsidP="005A3479">
      <w:r>
        <w:t>— </w:t>
      </w:r>
      <w:r w:rsidR="005A3479">
        <w:t>Non</w:t>
      </w:r>
      <w:r>
        <w:t xml:space="preserve">, </w:t>
      </w:r>
      <w:r w:rsidR="005A3479">
        <w:t>mais mettre son bras autour de votre taille</w:t>
      </w:r>
      <w:r>
        <w:t>.</w:t>
      </w:r>
    </w:p>
    <w:p w14:paraId="70F98F38" w14:textId="77777777" w:rsidR="006F1ADB" w:rsidRDefault="006F1ADB" w:rsidP="005A3479">
      <w:r>
        <w:t>— </w:t>
      </w:r>
      <w:r w:rsidR="005A3479">
        <w:t>Ah</w:t>
      </w:r>
      <w:r>
        <w:t xml:space="preserve"> ! </w:t>
      </w:r>
      <w:r w:rsidR="005A3479">
        <w:t>je m</w:t>
      </w:r>
      <w:r>
        <w:t>’</w:t>
      </w:r>
      <w:r w:rsidR="005A3479">
        <w:t>en souviens</w:t>
      </w:r>
      <w:r>
        <w:t xml:space="preserve">. </w:t>
      </w:r>
      <w:r w:rsidR="005A3479">
        <w:t>Mais j</w:t>
      </w:r>
      <w:r>
        <w:t>’</w:t>
      </w:r>
      <w:r w:rsidR="005A3479">
        <w:t>ignorais ce qu</w:t>
      </w:r>
      <w:r>
        <w:t>’</w:t>
      </w:r>
      <w:r w:rsidR="005A3479">
        <w:t>il faisait</w:t>
      </w:r>
      <w:r>
        <w:t>.</w:t>
      </w:r>
    </w:p>
    <w:p w14:paraId="3FF62231" w14:textId="77777777" w:rsidR="006F1ADB" w:rsidRDefault="006F1ADB" w:rsidP="005A3479">
      <w:r>
        <w:t>— </w:t>
      </w:r>
      <w:r w:rsidR="005A3479">
        <w:t>Vous n</w:t>
      </w:r>
      <w:r>
        <w:t>’</w:t>
      </w:r>
      <w:r w:rsidR="005A3479">
        <w:t>êtes pas sincère</w:t>
      </w:r>
      <w:r>
        <w:t xml:space="preserve">, </w:t>
      </w:r>
      <w:r w:rsidR="005A3479">
        <w:t>Sue</w:t>
      </w:r>
      <w:r>
        <w:t xml:space="preserve">, </w:t>
      </w:r>
      <w:r w:rsidR="005A3479">
        <w:t>et ce n</w:t>
      </w:r>
      <w:r>
        <w:t>’</w:t>
      </w:r>
      <w:r w:rsidR="005A3479">
        <w:t>est pas bien</w:t>
      </w:r>
      <w:r>
        <w:t>.</w:t>
      </w:r>
    </w:p>
    <w:p w14:paraId="4040EB8D" w14:textId="77777777" w:rsidR="006F1ADB" w:rsidRDefault="005A3479" w:rsidP="005A3479">
      <w:r>
        <w:t>La lèvre toujours frémissante commença à trembler</w:t>
      </w:r>
      <w:r w:rsidR="006F1ADB">
        <w:t xml:space="preserve"> ; </w:t>
      </w:r>
      <w:r>
        <w:t>les paupières battirent</w:t>
      </w:r>
      <w:r w:rsidR="006F1ADB">
        <w:t xml:space="preserve">, </w:t>
      </w:r>
      <w:r>
        <w:t>et le reproche de Jude décida Sue à parler</w:t>
      </w:r>
      <w:r w:rsidR="006F1ADB">
        <w:t>.</w:t>
      </w:r>
    </w:p>
    <w:p w14:paraId="3415EC88" w14:textId="77777777" w:rsidR="006F1ADB" w:rsidRDefault="006F1ADB" w:rsidP="005A3479">
      <w:r>
        <w:lastRenderedPageBreak/>
        <w:t>— </w:t>
      </w:r>
      <w:r w:rsidR="005A3479">
        <w:t>Je savais que vous seriez fâché si je vous parlais de ces choses</w:t>
      </w:r>
      <w:r>
        <w:t xml:space="preserve">, </w:t>
      </w:r>
      <w:r w:rsidR="005A3479">
        <w:t>et c</w:t>
      </w:r>
      <w:r>
        <w:t>’</w:t>
      </w:r>
      <w:r w:rsidR="005A3479">
        <w:t>est pourquoi je n</w:t>
      </w:r>
      <w:r>
        <w:t>’</w:t>
      </w:r>
      <w:r w:rsidR="005A3479">
        <w:t>ai rien dit</w:t>
      </w:r>
      <w:r>
        <w:t>.</w:t>
      </w:r>
    </w:p>
    <w:p w14:paraId="0DEF96F7" w14:textId="77777777" w:rsidR="006F1ADB" w:rsidRDefault="006F1ADB" w:rsidP="005A3479">
      <w:r>
        <w:t>— </w:t>
      </w:r>
      <w:r w:rsidR="005A3479">
        <w:t>Très bien</w:t>
      </w:r>
      <w:r>
        <w:t xml:space="preserve">, </w:t>
      </w:r>
      <w:r w:rsidR="005A3479">
        <w:t>donc</w:t>
      </w:r>
      <w:r>
        <w:t xml:space="preserve">, </w:t>
      </w:r>
      <w:r w:rsidR="005A3479">
        <w:t>ma chère</w:t>
      </w:r>
      <w:r>
        <w:t xml:space="preserve">, </w:t>
      </w:r>
      <w:r w:rsidR="005A3479">
        <w:t>dit-il</w:t>
      </w:r>
      <w:r>
        <w:t xml:space="preserve">, </w:t>
      </w:r>
      <w:r w:rsidR="005A3479">
        <w:t>d</w:t>
      </w:r>
      <w:r>
        <w:t>’</w:t>
      </w:r>
      <w:r w:rsidR="005A3479">
        <w:t>un ton conciliant</w:t>
      </w:r>
      <w:r>
        <w:t xml:space="preserve">. </w:t>
      </w:r>
      <w:r w:rsidR="005A3479">
        <w:t>Je n</w:t>
      </w:r>
      <w:r>
        <w:t>’</w:t>
      </w:r>
      <w:r w:rsidR="005A3479">
        <w:t>ai aucun droit réel à vous questionner et je ne désire rien s</w:t>
      </w:r>
      <w:r w:rsidR="005A3479">
        <w:t>a</w:t>
      </w:r>
      <w:r w:rsidR="005A3479">
        <w:t>voir</w:t>
      </w:r>
      <w:r>
        <w:t>.</w:t>
      </w:r>
    </w:p>
    <w:p w14:paraId="1D17422D" w14:textId="4FBF5358" w:rsidR="006F1ADB" w:rsidRDefault="006F1ADB" w:rsidP="005A3479">
      <w:r>
        <w:t>— </w:t>
      </w:r>
      <w:r w:rsidR="005A3479">
        <w:t>Je vous dirai tout</w:t>
      </w:r>
      <w:r>
        <w:t xml:space="preserve">, </w:t>
      </w:r>
      <w:r w:rsidR="005A3479">
        <w:t>fit-elle avec cette perversité qui était dans son caractère</w:t>
      </w:r>
      <w:r>
        <w:t xml:space="preserve">. </w:t>
      </w:r>
      <w:r w:rsidR="005A3479">
        <w:t>Voici ce que j</w:t>
      </w:r>
      <w:r>
        <w:t>’</w:t>
      </w:r>
      <w:r w:rsidR="005A3479">
        <w:t>ai fait</w:t>
      </w:r>
      <w:r>
        <w:t xml:space="preserve"> : </w:t>
      </w:r>
      <w:r w:rsidR="005A3479">
        <w:t>j</w:t>
      </w:r>
      <w:r>
        <w:t>’</w:t>
      </w:r>
      <w:r w:rsidR="005A3479">
        <w:t>ai promis que j</w:t>
      </w:r>
      <w:r>
        <w:t>’</w:t>
      </w:r>
      <w:r w:rsidR="005A3479">
        <w:t xml:space="preserve">épouserais </w:t>
      </w:r>
      <w:r>
        <w:t>M. </w:t>
      </w:r>
      <w:proofErr w:type="spellStart"/>
      <w:r w:rsidR="005A3479">
        <w:t>Phillotson</w:t>
      </w:r>
      <w:proofErr w:type="spellEnd"/>
      <w:r w:rsidR="005A3479">
        <w:t xml:space="preserve"> quand je quitterai l</w:t>
      </w:r>
      <w:r>
        <w:t>’</w:t>
      </w:r>
      <w:r w:rsidR="005A3479">
        <w:t>École avec mon diplôme</w:t>
      </w:r>
      <w:r>
        <w:t xml:space="preserve">, </w:t>
      </w:r>
      <w:r w:rsidR="005A3479">
        <w:t>dans deux ans</w:t>
      </w:r>
      <w:r>
        <w:t xml:space="preserve">. </w:t>
      </w:r>
      <w:r w:rsidR="005A3479">
        <w:t>Il a fait le projet de prendre une école mixte dans une grande ville</w:t>
      </w:r>
      <w:r>
        <w:t xml:space="preserve">, – </w:t>
      </w:r>
      <w:r w:rsidR="005A3479">
        <w:t>lui enseignant les garçons</w:t>
      </w:r>
      <w:r>
        <w:t xml:space="preserve">, </w:t>
      </w:r>
      <w:r w:rsidR="005A3479">
        <w:t>moi</w:t>
      </w:r>
      <w:r>
        <w:t xml:space="preserve">, </w:t>
      </w:r>
      <w:r w:rsidR="005A3479">
        <w:t>les filles</w:t>
      </w:r>
      <w:r>
        <w:t xml:space="preserve">, – </w:t>
      </w:r>
      <w:r w:rsidR="005A3479">
        <w:t>comme font souvent les instituteurs mariés</w:t>
      </w:r>
      <w:r>
        <w:t xml:space="preserve">, </w:t>
      </w:r>
      <w:r w:rsidR="005A3479">
        <w:t>ce qui nous procurerait un bon revenu</w:t>
      </w:r>
      <w:r>
        <w:t>.</w:t>
      </w:r>
    </w:p>
    <w:p w14:paraId="14B7728F" w14:textId="77777777" w:rsidR="006F1ADB" w:rsidRDefault="006F1ADB" w:rsidP="005A3479">
      <w:r>
        <w:t>— </w:t>
      </w:r>
      <w:r w:rsidR="005A3479">
        <w:t>Oh</w:t>
      </w:r>
      <w:r>
        <w:t xml:space="preserve"> ! </w:t>
      </w:r>
      <w:r w:rsidR="005A3479">
        <w:t>Sue</w:t>
      </w:r>
      <w:r>
        <w:t xml:space="preserve"> !… </w:t>
      </w:r>
      <w:r w:rsidR="005A3479">
        <w:t>Mais c</w:t>
      </w:r>
      <w:r>
        <w:t>’</w:t>
      </w:r>
      <w:r w:rsidR="005A3479">
        <w:t>est très bien</w:t>
      </w:r>
      <w:r>
        <w:t xml:space="preserve">… </w:t>
      </w:r>
      <w:r w:rsidR="005A3479">
        <w:t>Vous ne pouviez faire mieux</w:t>
      </w:r>
      <w:r>
        <w:t>.</w:t>
      </w:r>
    </w:p>
    <w:p w14:paraId="4C7B59A7" w14:textId="77777777" w:rsidR="006F1ADB" w:rsidRDefault="005A3479" w:rsidP="005A3479">
      <w:r>
        <w:t>Il la regarda</w:t>
      </w:r>
      <w:r w:rsidR="006F1ADB">
        <w:t xml:space="preserve">, </w:t>
      </w:r>
      <w:r>
        <w:t>et leurs yeux se rencontrèrent</w:t>
      </w:r>
      <w:r w:rsidR="006F1ADB">
        <w:t xml:space="preserve">, </w:t>
      </w:r>
      <w:r>
        <w:t>ceux de Jude pleins d</w:t>
      </w:r>
      <w:r w:rsidR="006F1ADB">
        <w:t>’</w:t>
      </w:r>
      <w:r>
        <w:t>un reproche qui contredisait ses paroles</w:t>
      </w:r>
      <w:r w:rsidR="006F1ADB">
        <w:t xml:space="preserve">. </w:t>
      </w:r>
      <w:r>
        <w:t>Il retira sa main d</w:t>
      </w:r>
      <w:r w:rsidR="006F1ADB">
        <w:t>’</w:t>
      </w:r>
      <w:r>
        <w:t>entre les mains de Sue</w:t>
      </w:r>
      <w:r w:rsidR="006F1ADB">
        <w:t xml:space="preserve">, </w:t>
      </w:r>
      <w:r>
        <w:t>et détourna la tête vers la f</w:t>
      </w:r>
      <w:r>
        <w:t>e</w:t>
      </w:r>
      <w:r>
        <w:t>nêtre</w:t>
      </w:r>
      <w:r w:rsidR="006F1ADB">
        <w:t xml:space="preserve">. </w:t>
      </w:r>
      <w:r>
        <w:t>Suzanne le regardait</w:t>
      </w:r>
      <w:r w:rsidR="006F1ADB">
        <w:t xml:space="preserve">, </w:t>
      </w:r>
      <w:r>
        <w:t>immobile</w:t>
      </w:r>
      <w:r w:rsidR="006F1ADB">
        <w:t>.</w:t>
      </w:r>
    </w:p>
    <w:p w14:paraId="1B4632B0" w14:textId="77777777" w:rsidR="006F1ADB" w:rsidRDefault="006F1ADB" w:rsidP="005A3479">
      <w:r>
        <w:t>— </w:t>
      </w:r>
      <w:r w:rsidR="005A3479">
        <w:t>Je savais que vous seriez fâché</w:t>
      </w:r>
      <w:r>
        <w:t xml:space="preserve">, </w:t>
      </w:r>
      <w:r w:rsidR="005A3479">
        <w:t>dit-elle</w:t>
      </w:r>
      <w:r>
        <w:t xml:space="preserve">, </w:t>
      </w:r>
      <w:r w:rsidR="005A3479">
        <w:t>sans aucune émotion</w:t>
      </w:r>
      <w:r>
        <w:t xml:space="preserve">. </w:t>
      </w:r>
      <w:r w:rsidR="005A3479">
        <w:t>Très bien</w:t>
      </w:r>
      <w:r>
        <w:t xml:space="preserve">, </w:t>
      </w:r>
      <w:r w:rsidR="005A3479">
        <w:t>j</w:t>
      </w:r>
      <w:r>
        <w:t>’</w:t>
      </w:r>
      <w:r w:rsidR="005A3479">
        <w:t>ai eu tort</w:t>
      </w:r>
      <w:r>
        <w:t xml:space="preserve">, </w:t>
      </w:r>
      <w:r w:rsidR="005A3479">
        <w:t>je suppose</w:t>
      </w:r>
      <w:r>
        <w:t xml:space="preserve">. </w:t>
      </w:r>
      <w:r w:rsidR="005A3479">
        <w:t>Je n</w:t>
      </w:r>
      <w:r>
        <w:t>’</w:t>
      </w:r>
      <w:r w:rsidR="005A3479">
        <w:t>aurais pas dû vous permettre de me voir</w:t>
      </w:r>
      <w:r>
        <w:t xml:space="preserve">. </w:t>
      </w:r>
      <w:r w:rsidR="005A3479">
        <w:t>Il vaut mieux que nous ne nous re</w:t>
      </w:r>
      <w:r w:rsidR="005A3479">
        <w:t>n</w:t>
      </w:r>
      <w:r w:rsidR="005A3479">
        <w:t>contrions plus</w:t>
      </w:r>
      <w:r>
        <w:t xml:space="preserve">. </w:t>
      </w:r>
      <w:r w:rsidR="005A3479">
        <w:t>Nous correspondrons seulement à de longs i</w:t>
      </w:r>
      <w:r w:rsidR="005A3479">
        <w:t>n</w:t>
      </w:r>
      <w:r w:rsidR="005A3479">
        <w:t>tervalles et à propos d</w:t>
      </w:r>
      <w:r>
        <w:t>’</w:t>
      </w:r>
      <w:r w:rsidR="005A3479">
        <w:t>affaires</w:t>
      </w:r>
      <w:r>
        <w:t>.</w:t>
      </w:r>
    </w:p>
    <w:p w14:paraId="4FF13FA3" w14:textId="77777777" w:rsidR="006F1ADB" w:rsidRDefault="005A3479" w:rsidP="005A3479">
      <w:r>
        <w:t>C</w:t>
      </w:r>
      <w:r w:rsidR="006F1ADB">
        <w:t>’</w:t>
      </w:r>
      <w:r>
        <w:t>était précisément la seule chose qu</w:t>
      </w:r>
      <w:r w:rsidR="006F1ADB">
        <w:t>’</w:t>
      </w:r>
      <w:r>
        <w:t>il ne pût supporter</w:t>
      </w:r>
      <w:r w:rsidR="006F1ADB">
        <w:t xml:space="preserve"> – </w:t>
      </w:r>
      <w:r>
        <w:t>comme elle le savait sans doute</w:t>
      </w:r>
      <w:r w:rsidR="006F1ADB">
        <w:t xml:space="preserve">. </w:t>
      </w:r>
      <w:r>
        <w:t>Il fut déconcerté et répondit rapidement</w:t>
      </w:r>
      <w:r w:rsidR="006F1ADB">
        <w:t> :</w:t>
      </w:r>
    </w:p>
    <w:p w14:paraId="613F2AB0" w14:textId="77777777" w:rsidR="006F1ADB" w:rsidRDefault="006F1ADB" w:rsidP="005A3479">
      <w:r>
        <w:t>— </w:t>
      </w:r>
      <w:r w:rsidR="005A3479">
        <w:t>Vos fiançailles ne changent rien pour moi</w:t>
      </w:r>
      <w:r>
        <w:t xml:space="preserve">. </w:t>
      </w:r>
      <w:r w:rsidR="005A3479">
        <w:t>J</w:t>
      </w:r>
      <w:r>
        <w:t>’</w:t>
      </w:r>
      <w:r w:rsidR="005A3479">
        <w:t>ai parfait</w:t>
      </w:r>
      <w:r w:rsidR="005A3479">
        <w:t>e</w:t>
      </w:r>
      <w:r w:rsidR="005A3479">
        <w:t>ment le droit de vous voir quand cela sera nécessaire</w:t>
      </w:r>
      <w:r>
        <w:t xml:space="preserve">, </w:t>
      </w:r>
      <w:r w:rsidR="005A3479">
        <w:t>et j</w:t>
      </w:r>
      <w:r>
        <w:t>’</w:t>
      </w:r>
      <w:r w:rsidR="005A3479">
        <w:t>userai de ce droit</w:t>
      </w:r>
      <w:r>
        <w:t>.</w:t>
      </w:r>
    </w:p>
    <w:p w14:paraId="1F0CC0DD" w14:textId="77777777" w:rsidR="006F1ADB" w:rsidRDefault="006F1ADB" w:rsidP="005A3479">
      <w:r>
        <w:lastRenderedPageBreak/>
        <w:t>— </w:t>
      </w:r>
      <w:r w:rsidR="005A3479">
        <w:t>Eh bien</w:t>
      </w:r>
      <w:r>
        <w:t xml:space="preserve">, </w:t>
      </w:r>
      <w:r w:rsidR="005A3479">
        <w:t>n</w:t>
      </w:r>
      <w:r>
        <w:t>’</w:t>
      </w:r>
      <w:r w:rsidR="005A3479">
        <w:t>en parlons plus</w:t>
      </w:r>
      <w:r>
        <w:t xml:space="preserve">, </w:t>
      </w:r>
      <w:r w:rsidR="005A3479">
        <w:t>il est inutile de gâter notre soirée</w:t>
      </w:r>
      <w:r>
        <w:t xml:space="preserve">. </w:t>
      </w:r>
      <w:r w:rsidR="005A3479">
        <w:t>Qu</w:t>
      </w:r>
      <w:r>
        <w:t>’</w:t>
      </w:r>
      <w:r w:rsidR="005A3479">
        <w:t>importe ce que l</w:t>
      </w:r>
      <w:r>
        <w:t>’</w:t>
      </w:r>
      <w:r w:rsidR="005A3479">
        <w:t>un de nous pourra faire dans deux ans</w:t>
      </w:r>
      <w:r>
        <w:t> ?</w:t>
      </w:r>
    </w:p>
    <w:p w14:paraId="524CFAE0" w14:textId="77777777" w:rsidR="006F1ADB" w:rsidRDefault="005A3479" w:rsidP="005A3479">
      <w:r>
        <w:t>Elle était une véritable énigme pour Jude</w:t>
      </w:r>
      <w:r w:rsidR="006F1ADB">
        <w:t xml:space="preserve">, </w:t>
      </w:r>
      <w:r>
        <w:t>et il abandonna ce sujet de conversation</w:t>
      </w:r>
      <w:r w:rsidR="006F1ADB">
        <w:t>.</w:t>
      </w:r>
    </w:p>
    <w:p w14:paraId="56944723" w14:textId="77777777" w:rsidR="006F1ADB" w:rsidRDefault="006F1ADB" w:rsidP="005A3479">
      <w:r>
        <w:t>— </w:t>
      </w:r>
      <w:r w:rsidR="005A3479">
        <w:t>Allons-nous nous reposer dans la cathédrale</w:t>
      </w:r>
      <w:r>
        <w:t xml:space="preserve"> ? </w:t>
      </w:r>
      <w:r w:rsidR="005A3479">
        <w:t>demanda-t-il</w:t>
      </w:r>
      <w:r>
        <w:t xml:space="preserve">, </w:t>
      </w:r>
      <w:r w:rsidR="005A3479">
        <w:t>quand ils eurent achevé leur collation</w:t>
      </w:r>
      <w:r>
        <w:t>.</w:t>
      </w:r>
    </w:p>
    <w:p w14:paraId="0C3E0EB6" w14:textId="77777777" w:rsidR="006F1ADB" w:rsidRDefault="006F1ADB" w:rsidP="005A3479">
      <w:r>
        <w:t>— </w:t>
      </w:r>
      <w:r w:rsidR="005A3479">
        <w:t>Dans la cathédrale</w:t>
      </w:r>
      <w:r>
        <w:t xml:space="preserve"> ? </w:t>
      </w:r>
      <w:r w:rsidR="005A3479">
        <w:t>Oui</w:t>
      </w:r>
      <w:r>
        <w:t xml:space="preserve">, </w:t>
      </w:r>
      <w:r w:rsidR="005A3479">
        <w:t>quoique j</w:t>
      </w:r>
      <w:r>
        <w:t>’</w:t>
      </w:r>
      <w:r w:rsidR="005A3479">
        <w:t>eusse préféré me r</w:t>
      </w:r>
      <w:r w:rsidR="005A3479">
        <w:t>e</w:t>
      </w:r>
      <w:r w:rsidR="005A3479">
        <w:t>poser dans la gare</w:t>
      </w:r>
      <w:r>
        <w:t xml:space="preserve">, </w:t>
      </w:r>
      <w:r w:rsidR="005A3479">
        <w:t>répondit-elle avec un accent de taquinerie</w:t>
      </w:r>
      <w:r>
        <w:t xml:space="preserve">. </w:t>
      </w:r>
      <w:r w:rsidR="005A3479">
        <w:t>C</w:t>
      </w:r>
      <w:r>
        <w:t>’</w:t>
      </w:r>
      <w:r w:rsidR="005A3479">
        <w:t>est maintenant le centre de la vie de la cité</w:t>
      </w:r>
      <w:r>
        <w:t xml:space="preserve">. </w:t>
      </w:r>
      <w:r w:rsidR="005A3479">
        <w:t>La cathédrale a eu son temps</w:t>
      </w:r>
      <w:r>
        <w:t>.</w:t>
      </w:r>
    </w:p>
    <w:p w14:paraId="44F35FCF" w14:textId="77777777" w:rsidR="006F1ADB" w:rsidRDefault="006F1ADB" w:rsidP="005A3479">
      <w:r>
        <w:t>— </w:t>
      </w:r>
      <w:r w:rsidR="005A3479">
        <w:t>Comme vous êtes moderne</w:t>
      </w:r>
      <w:r>
        <w:t> !</w:t>
      </w:r>
    </w:p>
    <w:p w14:paraId="2B9F0A58" w14:textId="77777777" w:rsidR="006F1ADB" w:rsidRDefault="006F1ADB" w:rsidP="005A3479">
      <w:r>
        <w:t>— </w:t>
      </w:r>
      <w:r w:rsidR="005A3479">
        <w:t>Vous le seriez de même si vous aviez vécu dans le moyen âge autant que je l</w:t>
      </w:r>
      <w:r>
        <w:t>’</w:t>
      </w:r>
      <w:r w:rsidR="005A3479">
        <w:t>ai fait pendant ces dernières années</w:t>
      </w:r>
      <w:r>
        <w:t xml:space="preserve">. </w:t>
      </w:r>
      <w:r w:rsidR="005A3479">
        <w:t>La c</w:t>
      </w:r>
      <w:r w:rsidR="005A3479">
        <w:t>a</w:t>
      </w:r>
      <w:r w:rsidR="005A3479">
        <w:t>thédrale était un lieu vénérable</w:t>
      </w:r>
      <w:r>
        <w:t xml:space="preserve">, </w:t>
      </w:r>
      <w:r w:rsidR="005A3479">
        <w:t>il y a quatre ou cinq siècles</w:t>
      </w:r>
      <w:r>
        <w:t xml:space="preserve">, </w:t>
      </w:r>
      <w:r w:rsidR="005A3479">
        <w:t>mais c</w:t>
      </w:r>
      <w:r>
        <w:t>’</w:t>
      </w:r>
      <w:r w:rsidR="005A3479">
        <w:t>est démodé aujourd</w:t>
      </w:r>
      <w:r>
        <w:t>’</w:t>
      </w:r>
      <w:r w:rsidR="005A3479">
        <w:t>hui</w:t>
      </w:r>
      <w:r>
        <w:t xml:space="preserve">… </w:t>
      </w:r>
      <w:r w:rsidR="005A3479">
        <w:t>je ne suis pas moderne non plus</w:t>
      </w:r>
      <w:r>
        <w:t xml:space="preserve">. </w:t>
      </w:r>
      <w:r w:rsidR="005A3479">
        <w:t>Je suis plus ancienne que le moyen âge</w:t>
      </w:r>
      <w:r>
        <w:t xml:space="preserve">… </w:t>
      </w:r>
      <w:r w:rsidR="005A3479">
        <w:t>si vous saviez</w:t>
      </w:r>
      <w:r>
        <w:t> !</w:t>
      </w:r>
    </w:p>
    <w:p w14:paraId="6FE4C521" w14:textId="77777777" w:rsidR="006F1ADB" w:rsidRDefault="005A3479" w:rsidP="005A3479">
      <w:r>
        <w:t>Jude semblait attristé</w:t>
      </w:r>
      <w:r w:rsidR="006F1ADB">
        <w:t>.</w:t>
      </w:r>
    </w:p>
    <w:p w14:paraId="53A656CA" w14:textId="77777777" w:rsidR="006F1ADB" w:rsidRDefault="006F1ADB" w:rsidP="005A3479">
      <w:r>
        <w:t>— </w:t>
      </w:r>
      <w:r w:rsidR="005A3479">
        <w:t>Là</w:t>
      </w:r>
      <w:r>
        <w:t xml:space="preserve">, </w:t>
      </w:r>
      <w:r w:rsidR="005A3479">
        <w:t>ne parlons plus de ceci</w:t>
      </w:r>
      <w:r>
        <w:t xml:space="preserve">, </w:t>
      </w:r>
      <w:r w:rsidR="005A3479">
        <w:t>s</w:t>
      </w:r>
      <w:r>
        <w:t>’</w:t>
      </w:r>
      <w:r w:rsidR="005A3479">
        <w:t>écria-t-elle</w:t>
      </w:r>
      <w:r>
        <w:t xml:space="preserve">. </w:t>
      </w:r>
      <w:r w:rsidR="005A3479">
        <w:t>Vous ignorez combien je suis mauvaise</w:t>
      </w:r>
      <w:r>
        <w:t xml:space="preserve">, </w:t>
      </w:r>
      <w:r w:rsidR="005A3479">
        <w:t>à votre point de vue</w:t>
      </w:r>
      <w:r>
        <w:t xml:space="preserve">, </w:t>
      </w:r>
      <w:r w:rsidR="005A3479">
        <w:t>car</w:t>
      </w:r>
      <w:r>
        <w:t xml:space="preserve">, </w:t>
      </w:r>
      <w:r w:rsidR="005A3479">
        <w:t>autrement</w:t>
      </w:r>
      <w:r>
        <w:t xml:space="preserve">, </w:t>
      </w:r>
      <w:r w:rsidR="005A3479">
        <w:t>vous ne vous soucieriez guère de moi</w:t>
      </w:r>
      <w:r>
        <w:t xml:space="preserve">, </w:t>
      </w:r>
      <w:r w:rsidR="005A3479">
        <w:t>et que je sois engagée ou non</w:t>
      </w:r>
      <w:r>
        <w:t xml:space="preserve">. </w:t>
      </w:r>
      <w:r w:rsidR="005A3479">
        <w:t>Maintenant</w:t>
      </w:r>
      <w:r>
        <w:t xml:space="preserve">, </w:t>
      </w:r>
      <w:r w:rsidR="005A3479">
        <w:t>nous avons juste le temps de faire un tour de promenade</w:t>
      </w:r>
      <w:r>
        <w:t xml:space="preserve">, </w:t>
      </w:r>
      <w:r w:rsidR="005A3479">
        <w:t>puis je rentrerai</w:t>
      </w:r>
      <w:r>
        <w:t xml:space="preserve">, </w:t>
      </w:r>
      <w:r w:rsidR="005A3479">
        <w:t>car je serais mise à la porte pour la nuit</w:t>
      </w:r>
      <w:r>
        <w:t>.</w:t>
      </w:r>
    </w:p>
    <w:p w14:paraId="09289A93" w14:textId="77777777" w:rsidR="006F1ADB" w:rsidRDefault="005A3479" w:rsidP="005A3479">
      <w:r>
        <w:t>Le lendemain</w:t>
      </w:r>
      <w:r w:rsidR="006F1ADB">
        <w:t xml:space="preserve">, </w:t>
      </w:r>
      <w:r>
        <w:t>Jude chercha du travail</w:t>
      </w:r>
      <w:r w:rsidR="006F1ADB">
        <w:t xml:space="preserve">, </w:t>
      </w:r>
      <w:r>
        <w:t>qu</w:t>
      </w:r>
      <w:r w:rsidR="006F1ADB">
        <w:t>’</w:t>
      </w:r>
      <w:r>
        <w:t>il trouva moins aisément qu</w:t>
      </w:r>
      <w:r w:rsidR="006F1ADB">
        <w:t>’</w:t>
      </w:r>
      <w:r>
        <w:t xml:space="preserve">à </w:t>
      </w:r>
      <w:proofErr w:type="spellStart"/>
      <w:r>
        <w:t>Christminster</w:t>
      </w:r>
      <w:proofErr w:type="spellEnd"/>
      <w:r w:rsidR="006F1ADB">
        <w:t xml:space="preserve">. </w:t>
      </w:r>
      <w:r>
        <w:t>Son premier ouvrage fut une série de sculptures pour le cimetière situé sur la colline</w:t>
      </w:r>
      <w:r w:rsidR="006F1ADB">
        <w:t xml:space="preserve">. </w:t>
      </w:r>
      <w:r>
        <w:t>Plus tard</w:t>
      </w:r>
      <w:r w:rsidR="006F1ADB">
        <w:t xml:space="preserve">, </w:t>
      </w:r>
      <w:r>
        <w:t>il fut</w:t>
      </w:r>
      <w:r w:rsidR="006F1ADB">
        <w:t xml:space="preserve">, </w:t>
      </w:r>
      <w:r>
        <w:t>selon son vœu</w:t>
      </w:r>
      <w:r w:rsidR="006F1ADB">
        <w:t xml:space="preserve">, </w:t>
      </w:r>
      <w:r>
        <w:t xml:space="preserve">employé à la restauration de la </w:t>
      </w:r>
      <w:r>
        <w:lastRenderedPageBreak/>
        <w:t>cathédrale</w:t>
      </w:r>
      <w:r w:rsidR="006F1ADB">
        <w:t xml:space="preserve">, </w:t>
      </w:r>
      <w:r>
        <w:t>restauration fort considérable car il s</w:t>
      </w:r>
      <w:r w:rsidR="006F1ADB">
        <w:t>’</w:t>
      </w:r>
      <w:r>
        <w:t>agissait de reconstruire tout l</w:t>
      </w:r>
      <w:r w:rsidR="006F1ADB">
        <w:t>’</w:t>
      </w:r>
      <w:r>
        <w:t>intérieur du bâtiment</w:t>
      </w:r>
      <w:r w:rsidR="006F1ADB">
        <w:t xml:space="preserve">. </w:t>
      </w:r>
      <w:r>
        <w:t>Ce travail pouvait occuper pl</w:t>
      </w:r>
      <w:r>
        <w:t>u</w:t>
      </w:r>
      <w:r>
        <w:t>sieurs années</w:t>
      </w:r>
      <w:r w:rsidR="006F1ADB">
        <w:t>.</w:t>
      </w:r>
    </w:p>
    <w:p w14:paraId="260DF5D1" w14:textId="2F5C7606" w:rsidR="006F1ADB" w:rsidRDefault="005A3479" w:rsidP="006F1ADB">
      <w:pPr>
        <w:pStyle w:val="Titre2"/>
      </w:pPr>
      <w:bookmarkStart w:id="41" w:name="__RefHeading__43_1957917597"/>
      <w:bookmarkStart w:id="42" w:name="_Toc202369636"/>
      <w:bookmarkEnd w:id="41"/>
      <w:r>
        <w:lastRenderedPageBreak/>
        <w:t>II</w:t>
      </w:r>
      <w:bookmarkEnd w:id="42"/>
    </w:p>
    <w:p w14:paraId="317648D5" w14:textId="77777777" w:rsidR="006F1ADB" w:rsidRDefault="006F1ADB" w:rsidP="005A3479">
      <w:r>
        <w:t>— </w:t>
      </w:r>
      <w:r w:rsidR="005A3479">
        <w:t>Demain est un grand jour pour nous</w:t>
      </w:r>
      <w:r>
        <w:t xml:space="preserve">, </w:t>
      </w:r>
      <w:r w:rsidR="005A3479">
        <w:t>vous savez</w:t>
      </w:r>
      <w:r>
        <w:t xml:space="preserve">. </w:t>
      </w:r>
      <w:r w:rsidR="005A3479">
        <w:t>Où irons-nous</w:t>
      </w:r>
      <w:r>
        <w:t> ?</w:t>
      </w:r>
    </w:p>
    <w:p w14:paraId="7C4D80AC" w14:textId="77777777" w:rsidR="006F1ADB" w:rsidRDefault="006F1ADB" w:rsidP="005A3479">
      <w:r>
        <w:t>— </w:t>
      </w:r>
      <w:r w:rsidR="005A3479">
        <w:t>Je serai libre de trois à neuf heures</w:t>
      </w:r>
      <w:r>
        <w:t xml:space="preserve">. </w:t>
      </w:r>
      <w:r w:rsidR="005A3479">
        <w:t>Il faudra aller et r</w:t>
      </w:r>
      <w:r w:rsidR="005A3479">
        <w:t>e</w:t>
      </w:r>
      <w:r w:rsidR="005A3479">
        <w:t>venir dans cet espace de temps</w:t>
      </w:r>
      <w:r>
        <w:t xml:space="preserve">. </w:t>
      </w:r>
      <w:r w:rsidR="005A3479">
        <w:t>Pas de ruines</w:t>
      </w:r>
      <w:r>
        <w:t xml:space="preserve">, </w:t>
      </w:r>
      <w:r w:rsidR="005A3479">
        <w:t>Jude</w:t>
      </w:r>
      <w:r>
        <w:t xml:space="preserve">, </w:t>
      </w:r>
      <w:r w:rsidR="005A3479">
        <w:t>je n</w:t>
      </w:r>
      <w:r>
        <w:t>’</w:t>
      </w:r>
      <w:r w:rsidR="005A3479">
        <w:t>y tiens pas</w:t>
      </w:r>
      <w:r>
        <w:t>.</w:t>
      </w:r>
    </w:p>
    <w:p w14:paraId="0B594FE9" w14:textId="77777777" w:rsidR="006F1ADB" w:rsidRDefault="006F1ADB" w:rsidP="005A3479">
      <w:r>
        <w:t>— </w:t>
      </w:r>
      <w:r w:rsidR="005A3479">
        <w:t>Bien</w:t>
      </w:r>
      <w:r>
        <w:t xml:space="preserve">. </w:t>
      </w:r>
      <w:r w:rsidR="005A3479">
        <w:t xml:space="preserve">Nous irons au château de </w:t>
      </w:r>
      <w:proofErr w:type="spellStart"/>
      <w:r w:rsidR="005A3479">
        <w:t>Wardour</w:t>
      </w:r>
      <w:proofErr w:type="spellEnd"/>
      <w:r>
        <w:t xml:space="preserve"> ; </w:t>
      </w:r>
      <w:r w:rsidR="005A3479">
        <w:t>puis</w:t>
      </w:r>
      <w:r>
        <w:t xml:space="preserve">, </w:t>
      </w:r>
      <w:r w:rsidR="005A3479">
        <w:t>si nous voulons</w:t>
      </w:r>
      <w:r>
        <w:t xml:space="preserve">, </w:t>
      </w:r>
      <w:r w:rsidR="005A3479">
        <w:t xml:space="preserve">à </w:t>
      </w:r>
      <w:proofErr w:type="spellStart"/>
      <w:r w:rsidR="005A3479">
        <w:t>Fonthill</w:t>
      </w:r>
      <w:proofErr w:type="spellEnd"/>
      <w:r>
        <w:t xml:space="preserve"> – </w:t>
      </w:r>
      <w:r w:rsidR="005A3479">
        <w:t>tout cela dans le même après-midi</w:t>
      </w:r>
      <w:r>
        <w:t>.</w:t>
      </w:r>
    </w:p>
    <w:p w14:paraId="56A2BFAA" w14:textId="77777777" w:rsidR="006F1ADB" w:rsidRDefault="006F1ADB" w:rsidP="005A3479">
      <w:r>
        <w:t>— </w:t>
      </w:r>
      <w:proofErr w:type="spellStart"/>
      <w:r w:rsidR="005A3479">
        <w:t>Wardour</w:t>
      </w:r>
      <w:proofErr w:type="spellEnd"/>
      <w:r w:rsidR="005A3479">
        <w:t xml:space="preserve"> est une ruine gothique et je hais le gothique</w:t>
      </w:r>
      <w:r>
        <w:t>.</w:t>
      </w:r>
    </w:p>
    <w:p w14:paraId="58BC3FC4" w14:textId="77777777" w:rsidR="006F1ADB" w:rsidRDefault="006F1ADB" w:rsidP="005A3479">
      <w:r>
        <w:t>— </w:t>
      </w:r>
      <w:r w:rsidR="005A3479">
        <w:t>Non</w:t>
      </w:r>
      <w:r>
        <w:t xml:space="preserve">. </w:t>
      </w:r>
      <w:r w:rsidR="005A3479">
        <w:t>C</w:t>
      </w:r>
      <w:r>
        <w:t>’</w:t>
      </w:r>
      <w:r w:rsidR="005A3479">
        <w:t>est tout différent</w:t>
      </w:r>
      <w:r>
        <w:t xml:space="preserve"> : </w:t>
      </w:r>
      <w:r w:rsidR="005A3479">
        <w:t>une construction classique</w:t>
      </w:r>
      <w:r>
        <w:t xml:space="preserve">, </w:t>
      </w:r>
      <w:r w:rsidR="005A3479">
        <w:t>c</w:t>
      </w:r>
      <w:r w:rsidR="005A3479">
        <w:t>o</w:t>
      </w:r>
      <w:r w:rsidR="005A3479">
        <w:t>rinthienne</w:t>
      </w:r>
      <w:r>
        <w:t xml:space="preserve">, </w:t>
      </w:r>
      <w:r w:rsidR="005A3479">
        <w:t>je crois</w:t>
      </w:r>
      <w:r>
        <w:t xml:space="preserve">, </w:t>
      </w:r>
      <w:r w:rsidR="005A3479">
        <w:t>avec une collection de tableaux</w:t>
      </w:r>
      <w:r>
        <w:t>.</w:t>
      </w:r>
    </w:p>
    <w:p w14:paraId="6805C2D1" w14:textId="77777777" w:rsidR="006F1ADB" w:rsidRDefault="006F1ADB" w:rsidP="005A3479">
      <w:r>
        <w:t>— </w:t>
      </w:r>
      <w:r w:rsidR="005A3479">
        <w:t>Nous irons donc</w:t>
      </w:r>
      <w:r>
        <w:t xml:space="preserve">. </w:t>
      </w:r>
      <w:r w:rsidR="005A3479">
        <w:t>J</w:t>
      </w:r>
      <w:r>
        <w:t>’</w:t>
      </w:r>
      <w:r w:rsidR="005A3479">
        <w:t>aime la régularité de l</w:t>
      </w:r>
      <w:r>
        <w:t>’</w:t>
      </w:r>
      <w:r w:rsidR="005A3479">
        <w:t>ordre cori</w:t>
      </w:r>
      <w:r w:rsidR="005A3479">
        <w:t>n</w:t>
      </w:r>
      <w:r w:rsidR="005A3479">
        <w:t>thien</w:t>
      </w:r>
      <w:r>
        <w:t>.</w:t>
      </w:r>
    </w:p>
    <w:p w14:paraId="3761F352" w14:textId="77777777" w:rsidR="006F1ADB" w:rsidRDefault="005A3479" w:rsidP="005A3479">
      <w:r>
        <w:t>Cette conversation avait lieu quelques semaines après l</w:t>
      </w:r>
      <w:r w:rsidR="006F1ADB">
        <w:t>’</w:t>
      </w:r>
      <w:r>
        <w:t>arrivée de Jude</w:t>
      </w:r>
      <w:r w:rsidR="006F1ADB">
        <w:t xml:space="preserve">, </w:t>
      </w:r>
      <w:r>
        <w:t>et</w:t>
      </w:r>
      <w:r w:rsidR="006F1ADB">
        <w:t xml:space="preserve">, </w:t>
      </w:r>
      <w:r>
        <w:t>le lendemain matin</w:t>
      </w:r>
      <w:r w:rsidR="006F1ADB">
        <w:t xml:space="preserve">, </w:t>
      </w:r>
      <w:r>
        <w:t>Jude et Suzanne se préparaient à partir</w:t>
      </w:r>
      <w:r w:rsidR="006F1ADB">
        <w:t xml:space="preserve">. </w:t>
      </w:r>
      <w:r>
        <w:t>Le plaisir d</w:t>
      </w:r>
      <w:r w:rsidR="006F1ADB">
        <w:t>’</w:t>
      </w:r>
      <w:r>
        <w:t>attendre à la porte du collège l</w:t>
      </w:r>
      <w:r w:rsidR="006F1ADB">
        <w:t>’</w:t>
      </w:r>
      <w:r>
        <w:t>apparition de la jeune fille dans une toilette dont la simplicité monastique était plus forcée que volontaire</w:t>
      </w:r>
      <w:r w:rsidR="006F1ADB">
        <w:t xml:space="preserve">, </w:t>
      </w:r>
      <w:r>
        <w:t>la course vers la gare</w:t>
      </w:r>
      <w:r w:rsidR="006F1ADB">
        <w:t xml:space="preserve">, </w:t>
      </w:r>
      <w:r>
        <w:t>le cri de l</w:t>
      </w:r>
      <w:r w:rsidR="006F1ADB">
        <w:t>’</w:t>
      </w:r>
      <w:r>
        <w:t>employé</w:t>
      </w:r>
      <w:r w:rsidR="006F1ADB">
        <w:t> : « </w:t>
      </w:r>
      <w:r>
        <w:t>Donnez vos billets</w:t>
      </w:r>
      <w:r w:rsidR="006F1ADB">
        <w:t>, »</w:t>
      </w:r>
      <w:r>
        <w:t xml:space="preserve"> le grondement des trains</w:t>
      </w:r>
      <w:r w:rsidR="006F1ADB">
        <w:t xml:space="preserve"> – </w:t>
      </w:r>
      <w:r>
        <w:t>toutes ces choses formèrent les éléments d</w:t>
      </w:r>
      <w:r w:rsidR="006F1ADB">
        <w:t>’</w:t>
      </w:r>
      <w:r>
        <w:t>une belle cristallisation</w:t>
      </w:r>
      <w:r w:rsidR="006F1ADB">
        <w:t xml:space="preserve">. </w:t>
      </w:r>
      <w:r>
        <w:t>Personne ne remarquait Sue</w:t>
      </w:r>
      <w:r w:rsidR="006F1ADB">
        <w:t xml:space="preserve">, </w:t>
      </w:r>
      <w:r>
        <w:t>à cause de la m</w:t>
      </w:r>
      <w:r>
        <w:t>o</w:t>
      </w:r>
      <w:r>
        <w:t>destie de sa toilette</w:t>
      </w:r>
      <w:r w:rsidR="006F1ADB">
        <w:t xml:space="preserve">, </w:t>
      </w:r>
      <w:r>
        <w:t>ce qui réjouit Jude à la pensée que lui seul connaissait les grâces dissimulées par ces vêtements</w:t>
      </w:r>
      <w:r w:rsidR="006F1ADB">
        <w:t xml:space="preserve">. </w:t>
      </w:r>
      <w:r>
        <w:t>Quelques étoffes achetées dans un magasin</w:t>
      </w:r>
      <w:r w:rsidR="006F1ADB">
        <w:t xml:space="preserve">, </w:t>
      </w:r>
      <w:r>
        <w:t>et sans aucun rapport avec la vie et la personne de Sue</w:t>
      </w:r>
      <w:r w:rsidR="006F1ADB">
        <w:t xml:space="preserve">, </w:t>
      </w:r>
      <w:r>
        <w:t>eussent attiré l</w:t>
      </w:r>
      <w:r w:rsidR="006F1ADB">
        <w:t>’</w:t>
      </w:r>
      <w:r>
        <w:t xml:space="preserve">attention de tout </w:t>
      </w:r>
      <w:proofErr w:type="spellStart"/>
      <w:r>
        <w:t>Melchester</w:t>
      </w:r>
      <w:proofErr w:type="spellEnd"/>
      <w:r w:rsidR="006F1ADB">
        <w:t>.</w:t>
      </w:r>
    </w:p>
    <w:p w14:paraId="43D9616D" w14:textId="77777777" w:rsidR="006F1ADB" w:rsidRDefault="005A3479" w:rsidP="005A3479">
      <w:r>
        <w:lastRenderedPageBreak/>
        <w:t>Le chef de train</w:t>
      </w:r>
      <w:r w:rsidR="006F1ADB">
        <w:t xml:space="preserve">, </w:t>
      </w:r>
      <w:r>
        <w:t>croyant avoir affaire à des amoureux</w:t>
      </w:r>
      <w:r w:rsidR="006F1ADB">
        <w:t xml:space="preserve">, </w:t>
      </w:r>
      <w:r>
        <w:t>les plaça dans un compartiment séparé</w:t>
      </w:r>
      <w:r w:rsidR="006F1ADB">
        <w:t>.</w:t>
      </w:r>
    </w:p>
    <w:p w14:paraId="689A71C6" w14:textId="77777777" w:rsidR="006F1ADB" w:rsidRDefault="006F1ADB" w:rsidP="005A3479">
      <w:r>
        <w:t>— </w:t>
      </w:r>
      <w:r w:rsidR="005A3479">
        <w:t>Voilà une bonne intention perdue</w:t>
      </w:r>
      <w:r>
        <w:t xml:space="preserve"> ! </w:t>
      </w:r>
      <w:r w:rsidR="005A3479">
        <w:t>dit-elle</w:t>
      </w:r>
      <w:r>
        <w:t>.</w:t>
      </w:r>
    </w:p>
    <w:p w14:paraId="436B6ECD" w14:textId="77777777" w:rsidR="006F1ADB" w:rsidRDefault="005A3479" w:rsidP="005A3479">
      <w:r>
        <w:t>Jude ne répondit pas</w:t>
      </w:r>
      <w:r w:rsidR="006F1ADB">
        <w:t xml:space="preserve">. </w:t>
      </w:r>
      <w:r>
        <w:t>Il pensait que cette réflexion était inutilement cruelle et pas entièrement justifiée</w:t>
      </w:r>
      <w:r w:rsidR="006F1ADB">
        <w:t>.</w:t>
      </w:r>
    </w:p>
    <w:p w14:paraId="43B23087" w14:textId="77777777" w:rsidR="006F1ADB" w:rsidRDefault="005A3479" w:rsidP="005A3479">
      <w:r>
        <w:t>Ils parcoururent le parc et le château et traversèrent la g</w:t>
      </w:r>
      <w:r>
        <w:t>a</w:t>
      </w:r>
      <w:r>
        <w:t>lerie de peinture</w:t>
      </w:r>
      <w:r w:rsidR="006F1ADB">
        <w:t xml:space="preserve">, </w:t>
      </w:r>
      <w:r>
        <w:t>Jude s</w:t>
      </w:r>
      <w:r w:rsidR="006F1ADB">
        <w:t>’</w:t>
      </w:r>
      <w:r>
        <w:t>arrêtant de préférence devant les t</w:t>
      </w:r>
      <w:r>
        <w:t>a</w:t>
      </w:r>
      <w:r>
        <w:t>bleaux de sainteté</w:t>
      </w:r>
      <w:r w:rsidR="006F1ADB">
        <w:t xml:space="preserve">, </w:t>
      </w:r>
      <w:r>
        <w:t>œuvres d</w:t>
      </w:r>
      <w:r w:rsidR="006F1ADB">
        <w:t>’</w:t>
      </w:r>
      <w:r>
        <w:t xml:space="preserve">André </w:t>
      </w:r>
      <w:proofErr w:type="spellStart"/>
      <w:r>
        <w:t>del</w:t>
      </w:r>
      <w:proofErr w:type="spellEnd"/>
      <w:r>
        <w:t xml:space="preserve"> Sarto</w:t>
      </w:r>
      <w:r w:rsidR="006F1ADB">
        <w:t xml:space="preserve">, </w:t>
      </w:r>
      <w:r>
        <w:t>Guido Reni</w:t>
      </w:r>
      <w:r w:rsidR="006F1ADB">
        <w:t xml:space="preserve">, </w:t>
      </w:r>
      <w:proofErr w:type="spellStart"/>
      <w:r>
        <w:t>Sp</w:t>
      </w:r>
      <w:r>
        <w:t>a</w:t>
      </w:r>
      <w:r>
        <w:t>gnoletto</w:t>
      </w:r>
      <w:proofErr w:type="spellEnd"/>
      <w:r w:rsidR="006F1ADB">
        <w:t xml:space="preserve">, </w:t>
      </w:r>
      <w:proofErr w:type="spellStart"/>
      <w:r>
        <w:t>Sassoferatto</w:t>
      </w:r>
      <w:proofErr w:type="spellEnd"/>
      <w:r w:rsidR="006F1ADB">
        <w:t xml:space="preserve">, </w:t>
      </w:r>
      <w:r>
        <w:t xml:space="preserve">Carlo </w:t>
      </w:r>
      <w:proofErr w:type="spellStart"/>
      <w:r>
        <w:t>Dolci</w:t>
      </w:r>
      <w:proofErr w:type="spellEnd"/>
      <w:r>
        <w:t xml:space="preserve"> et autres</w:t>
      </w:r>
      <w:r w:rsidR="006F1ADB">
        <w:t xml:space="preserve">. </w:t>
      </w:r>
      <w:r>
        <w:t>Elle restait p</w:t>
      </w:r>
      <w:r>
        <w:t>a</w:t>
      </w:r>
      <w:r>
        <w:t>tiemment à côté de lui</w:t>
      </w:r>
      <w:r w:rsidR="006F1ADB">
        <w:t xml:space="preserve">, </w:t>
      </w:r>
      <w:r>
        <w:t>le regardant d</w:t>
      </w:r>
      <w:r w:rsidR="006F1ADB">
        <w:t>’</w:t>
      </w:r>
      <w:r>
        <w:t>un air de critique</w:t>
      </w:r>
      <w:r w:rsidR="006F1ADB">
        <w:t xml:space="preserve">, </w:t>
      </w:r>
      <w:r>
        <w:t>quand</w:t>
      </w:r>
      <w:r w:rsidR="006F1ADB">
        <w:t xml:space="preserve">, </w:t>
      </w:r>
      <w:r>
        <w:t>devant les vierges</w:t>
      </w:r>
      <w:r w:rsidR="006F1ADB">
        <w:t xml:space="preserve">, </w:t>
      </w:r>
      <w:r>
        <w:t>les saints et les saintes familles</w:t>
      </w:r>
      <w:r w:rsidR="006F1ADB">
        <w:t xml:space="preserve">, </w:t>
      </w:r>
      <w:r>
        <w:t>son regard devenait respectueux et rêveur</w:t>
      </w:r>
      <w:r w:rsidR="006F1ADB">
        <w:t xml:space="preserve">. </w:t>
      </w:r>
      <w:r>
        <w:t>Quand il fut entièrement plongé dans cette contemplation</w:t>
      </w:r>
      <w:r w:rsidR="006F1ADB">
        <w:t xml:space="preserve">, </w:t>
      </w:r>
      <w:r>
        <w:t>elle voulut aller l</w:t>
      </w:r>
      <w:r w:rsidR="006F1ADB">
        <w:t>’</w:t>
      </w:r>
      <w:r>
        <w:t>attendre devant un Lely ou un Reynolds</w:t>
      </w:r>
      <w:r w:rsidR="006F1ADB">
        <w:t xml:space="preserve">. </w:t>
      </w:r>
      <w:r>
        <w:t>Évidemment</w:t>
      </w:r>
      <w:r w:rsidR="006F1ADB">
        <w:t xml:space="preserve">, </w:t>
      </w:r>
      <w:r>
        <w:t>elle considérait son cousin avec l</w:t>
      </w:r>
      <w:r w:rsidR="006F1ADB">
        <w:t>’</w:t>
      </w:r>
      <w:r>
        <w:t>intérêt qu</w:t>
      </w:r>
      <w:r w:rsidR="006F1ADB">
        <w:t>’</w:t>
      </w:r>
      <w:r>
        <w:t>inspire un homme qui cherche sa route dans un labyrinthe dont tous s</w:t>
      </w:r>
      <w:r w:rsidR="006F1ADB">
        <w:t>’</w:t>
      </w:r>
      <w:r>
        <w:t>échappent un par un</w:t>
      </w:r>
      <w:r w:rsidR="006F1ADB">
        <w:t>.</w:t>
      </w:r>
    </w:p>
    <w:p w14:paraId="628B6EE5" w14:textId="77777777" w:rsidR="006F1ADB" w:rsidRDefault="005A3479" w:rsidP="005A3479">
      <w:r>
        <w:t>Quand ils sortirent</w:t>
      </w:r>
      <w:r w:rsidR="006F1ADB">
        <w:t xml:space="preserve">, </w:t>
      </w:r>
      <w:r>
        <w:t>ils pouvaient encore disposer d</w:t>
      </w:r>
      <w:r w:rsidR="006F1ADB">
        <w:t>’</w:t>
      </w:r>
      <w:r>
        <w:t>un temps considérable</w:t>
      </w:r>
      <w:r w:rsidR="006F1ADB">
        <w:t xml:space="preserve"> ; </w:t>
      </w:r>
      <w:r>
        <w:t>Jude proposa de gagner</w:t>
      </w:r>
      <w:r w:rsidR="006F1ADB">
        <w:t xml:space="preserve">, </w:t>
      </w:r>
      <w:r>
        <w:t>après le goûter</w:t>
      </w:r>
      <w:r w:rsidR="006F1ADB">
        <w:t xml:space="preserve">, </w:t>
      </w:r>
      <w:r>
        <w:t>la partie élevée du pays</w:t>
      </w:r>
      <w:r w:rsidR="006F1ADB">
        <w:t xml:space="preserve">, </w:t>
      </w:r>
      <w:r>
        <w:t>vers le nord</w:t>
      </w:r>
      <w:r w:rsidR="006F1ADB">
        <w:t xml:space="preserve">, </w:t>
      </w:r>
      <w:r>
        <w:t xml:space="preserve">et de prendre le train pour </w:t>
      </w:r>
      <w:proofErr w:type="spellStart"/>
      <w:r>
        <w:t>Melchester</w:t>
      </w:r>
      <w:proofErr w:type="spellEnd"/>
      <w:r>
        <w:t xml:space="preserve"> à une station éloignée de sept milles</w:t>
      </w:r>
      <w:r w:rsidR="006F1ADB">
        <w:t xml:space="preserve">. </w:t>
      </w:r>
      <w:r>
        <w:t>Sue</w:t>
      </w:r>
      <w:r w:rsidR="006F1ADB">
        <w:t xml:space="preserve">, </w:t>
      </w:r>
      <w:r>
        <w:t>que te</w:t>
      </w:r>
      <w:r>
        <w:t>n</w:t>
      </w:r>
      <w:r>
        <w:t>tait toute aventure propre à lui faire sentir plus vivement sa l</w:t>
      </w:r>
      <w:r>
        <w:t>i</w:t>
      </w:r>
      <w:r>
        <w:t>berté d</w:t>
      </w:r>
      <w:r w:rsidR="006F1ADB">
        <w:t>’</w:t>
      </w:r>
      <w:r>
        <w:t>un jour</w:t>
      </w:r>
      <w:r w:rsidR="006F1ADB">
        <w:t xml:space="preserve">, </w:t>
      </w:r>
      <w:r>
        <w:t>accepta aussitôt</w:t>
      </w:r>
      <w:r w:rsidR="006F1ADB">
        <w:t xml:space="preserve">, </w:t>
      </w:r>
      <w:r>
        <w:t>et ils partirent laissant la gare derrière eux</w:t>
      </w:r>
      <w:r w:rsidR="006F1ADB">
        <w:t>.</w:t>
      </w:r>
    </w:p>
    <w:p w14:paraId="5E8F7293" w14:textId="6EDB10D9" w:rsidR="006F1ADB" w:rsidRDefault="005A3479" w:rsidP="005A3479">
      <w:r>
        <w:t>La campagne s</w:t>
      </w:r>
      <w:r w:rsidR="006F1ADB">
        <w:t>’</w:t>
      </w:r>
      <w:r>
        <w:t>ouvrait large et haute</w:t>
      </w:r>
      <w:r w:rsidR="006F1ADB">
        <w:t xml:space="preserve">. </w:t>
      </w:r>
      <w:r>
        <w:t>À mi-chemin</w:t>
      </w:r>
      <w:r w:rsidR="006F1ADB">
        <w:t xml:space="preserve">, </w:t>
      </w:r>
      <w:r>
        <w:t>ils croisèrent une route qui allait de l</w:t>
      </w:r>
      <w:r w:rsidR="006F1ADB">
        <w:t>’</w:t>
      </w:r>
      <w:r>
        <w:t>est à l</w:t>
      </w:r>
      <w:r w:rsidR="006F1ADB">
        <w:t>’</w:t>
      </w:r>
      <w:r>
        <w:t>ouest</w:t>
      </w:r>
      <w:r w:rsidR="006F1ADB">
        <w:t xml:space="preserve">, </w:t>
      </w:r>
      <w:r>
        <w:t>la vieille route de Londres au Finistère</w:t>
      </w:r>
      <w:r w:rsidR="006F1ADB">
        <w:t xml:space="preserve">. </w:t>
      </w:r>
      <w:r>
        <w:t>Durant la seconde moitié du parcours</w:t>
      </w:r>
      <w:r w:rsidR="006F1ADB">
        <w:t xml:space="preserve">, </w:t>
      </w:r>
      <w:r>
        <w:t>Su</w:t>
      </w:r>
      <w:r>
        <w:t>e</w:t>
      </w:r>
      <w:r>
        <w:t xml:space="preserve"> parut si fatiguée que Jude s</w:t>
      </w:r>
      <w:r w:rsidR="006F1ADB">
        <w:t>’</w:t>
      </w:r>
      <w:r>
        <w:t>en inquiéta</w:t>
      </w:r>
      <w:r w:rsidR="006F1ADB">
        <w:t xml:space="preserve">. </w:t>
      </w:r>
      <w:r>
        <w:t>Ils marchèrent longtemps sans trouver la station</w:t>
      </w:r>
      <w:r w:rsidR="006F1ADB">
        <w:t xml:space="preserve">, </w:t>
      </w:r>
      <w:r>
        <w:t>sans même voir aucune ma</w:t>
      </w:r>
      <w:r>
        <w:t>i</w:t>
      </w:r>
      <w:r>
        <w:t>son</w:t>
      </w:r>
      <w:r w:rsidR="006F1ADB">
        <w:t xml:space="preserve">, </w:t>
      </w:r>
      <w:r>
        <w:t>puis ils rencontrèrent un parc à moutons</w:t>
      </w:r>
      <w:r w:rsidR="006F1ADB">
        <w:t xml:space="preserve">, </w:t>
      </w:r>
      <w:r>
        <w:t xml:space="preserve">et plus </w:t>
      </w:r>
      <w:r>
        <w:lastRenderedPageBreak/>
        <w:t>loin</w:t>
      </w:r>
      <w:r w:rsidR="006F1ADB">
        <w:t xml:space="preserve">, </w:t>
      </w:r>
      <w:r>
        <w:t>le berger qui dressait ses barrières</w:t>
      </w:r>
      <w:r w:rsidR="006F1ADB">
        <w:t xml:space="preserve">. </w:t>
      </w:r>
      <w:r>
        <w:t>Il leur dit que la seule maison avoisinante était celle de sa mère</w:t>
      </w:r>
      <w:r w:rsidR="006F1ADB">
        <w:t xml:space="preserve">, </w:t>
      </w:r>
      <w:r>
        <w:t>leur montrant un petit toit d</w:t>
      </w:r>
      <w:r w:rsidR="006F1ADB">
        <w:t>’</w:t>
      </w:r>
      <w:r>
        <w:t>où s</w:t>
      </w:r>
      <w:r w:rsidR="006F1ADB">
        <w:t>’</w:t>
      </w:r>
      <w:r>
        <w:t>élevait une légère fumée bleue</w:t>
      </w:r>
      <w:r w:rsidR="006F1ADB">
        <w:t xml:space="preserve">, </w:t>
      </w:r>
      <w:r>
        <w:t>et leur recommandant de s</w:t>
      </w:r>
      <w:r w:rsidR="006F1ADB">
        <w:t>’</w:t>
      </w:r>
      <w:r>
        <w:t>y arrêter pour prendre un peu de repos</w:t>
      </w:r>
      <w:r w:rsidR="006F1ADB">
        <w:t>.</w:t>
      </w:r>
    </w:p>
    <w:p w14:paraId="5AFA7847" w14:textId="77777777" w:rsidR="006F1ADB" w:rsidRDefault="005A3479" w:rsidP="005A3479">
      <w:r>
        <w:t>Ils entrèrent dans le logis</w:t>
      </w:r>
      <w:r w:rsidR="006F1ADB">
        <w:t xml:space="preserve">, </w:t>
      </w:r>
      <w:r>
        <w:t>reçus par une vieille femme qui avait une seule dent</w:t>
      </w:r>
      <w:r w:rsidR="006F1ADB">
        <w:t xml:space="preserve">, </w:t>
      </w:r>
      <w:r>
        <w:t>et qu</w:t>
      </w:r>
      <w:r w:rsidR="006F1ADB">
        <w:t>’</w:t>
      </w:r>
      <w:r>
        <w:t>ils voulurent se rendre favorable</w:t>
      </w:r>
      <w:r w:rsidR="006F1ADB">
        <w:t xml:space="preserve">, </w:t>
      </w:r>
      <w:r>
        <w:t>en lui témoignant la politesse qu</w:t>
      </w:r>
      <w:r w:rsidR="006F1ADB">
        <w:t>’</w:t>
      </w:r>
      <w:r>
        <w:t>ont les étrangers qui tiennent de leur hôtesse leur unique chance de repos</w:t>
      </w:r>
      <w:r w:rsidR="006F1ADB">
        <w:t>.</w:t>
      </w:r>
    </w:p>
    <w:p w14:paraId="5064BA8F" w14:textId="77777777" w:rsidR="006F1ADB" w:rsidRDefault="006F1ADB" w:rsidP="005A3479">
      <w:r>
        <w:t>— </w:t>
      </w:r>
      <w:r w:rsidR="005A3479">
        <w:t>Un gentil petit cottage</w:t>
      </w:r>
      <w:r>
        <w:t xml:space="preserve">, </w:t>
      </w:r>
      <w:r w:rsidR="005A3479">
        <w:t>dit Jude</w:t>
      </w:r>
      <w:r>
        <w:t>.</w:t>
      </w:r>
    </w:p>
    <w:p w14:paraId="4EB0B624" w14:textId="77777777" w:rsidR="006F1ADB" w:rsidRDefault="006F1ADB" w:rsidP="005A3479">
      <w:r>
        <w:t>— </w:t>
      </w:r>
      <w:r w:rsidR="005A3479">
        <w:t>Oh</w:t>
      </w:r>
      <w:r>
        <w:t xml:space="preserve"> ! </w:t>
      </w:r>
      <w:r w:rsidR="005A3479">
        <w:t>je ne m</w:t>
      </w:r>
      <w:r>
        <w:t>’</w:t>
      </w:r>
      <w:r w:rsidR="005A3479">
        <w:t>y connais guère en gentillesse</w:t>
      </w:r>
      <w:r>
        <w:t xml:space="preserve">. </w:t>
      </w:r>
      <w:r w:rsidR="005A3479">
        <w:t>Je ferai mettre bientôt une couverture de chaume</w:t>
      </w:r>
      <w:r>
        <w:t xml:space="preserve">. </w:t>
      </w:r>
      <w:r w:rsidR="005A3479">
        <w:t>Et le chaume coûte si cher</w:t>
      </w:r>
      <w:r>
        <w:t xml:space="preserve">, </w:t>
      </w:r>
      <w:r w:rsidR="005A3479">
        <w:t>qu</w:t>
      </w:r>
      <w:r>
        <w:t>’</w:t>
      </w:r>
      <w:r w:rsidR="005A3479">
        <w:t>on couvrira bientôt les maisons avec des assiettes</w:t>
      </w:r>
      <w:r>
        <w:t xml:space="preserve">, </w:t>
      </w:r>
      <w:r w:rsidR="005A3479">
        <w:t>par économie</w:t>
      </w:r>
      <w:r>
        <w:t>.</w:t>
      </w:r>
    </w:p>
    <w:p w14:paraId="313DDCBB" w14:textId="77777777" w:rsidR="006F1ADB" w:rsidRDefault="005A3479" w:rsidP="005A3479">
      <w:r>
        <w:t>Ils se reposèrent et le berger rentra</w:t>
      </w:r>
      <w:r w:rsidR="006F1ADB">
        <w:t>.</w:t>
      </w:r>
    </w:p>
    <w:p w14:paraId="01F04A0E" w14:textId="77777777" w:rsidR="006F1ADB" w:rsidRDefault="006F1ADB" w:rsidP="005A3479">
      <w:r>
        <w:t>— </w:t>
      </w:r>
      <w:r w:rsidR="005A3479">
        <w:t>Vous pouvez rester ici aussi longtemps que vous voudrez</w:t>
      </w:r>
      <w:r>
        <w:t xml:space="preserve">, </w:t>
      </w:r>
      <w:r w:rsidR="005A3479">
        <w:t>dit-il</w:t>
      </w:r>
      <w:r>
        <w:t xml:space="preserve"> ; </w:t>
      </w:r>
      <w:r w:rsidR="005A3479">
        <w:t xml:space="preserve">mais pensez-vous revenir à </w:t>
      </w:r>
      <w:proofErr w:type="spellStart"/>
      <w:r w:rsidR="005A3479">
        <w:t>Melchester</w:t>
      </w:r>
      <w:proofErr w:type="spellEnd"/>
      <w:r w:rsidR="005A3479">
        <w:t xml:space="preserve"> par le train du soir</w:t>
      </w:r>
      <w:r>
        <w:t xml:space="preserve"> ? </w:t>
      </w:r>
      <w:r w:rsidR="005A3479">
        <w:t>Ce serait tout à fait impossible</w:t>
      </w:r>
      <w:r>
        <w:t xml:space="preserve">, </w:t>
      </w:r>
      <w:r w:rsidR="005A3479">
        <w:t>parce que vous ne co</w:t>
      </w:r>
      <w:r w:rsidR="005A3479">
        <w:t>n</w:t>
      </w:r>
      <w:r w:rsidR="005A3479">
        <w:t>naissez pas le pays</w:t>
      </w:r>
      <w:r>
        <w:t xml:space="preserve">. </w:t>
      </w:r>
      <w:r w:rsidR="005A3479">
        <w:t>J</w:t>
      </w:r>
      <w:r>
        <w:t>’</w:t>
      </w:r>
      <w:r w:rsidR="005A3479">
        <w:t>irais bien vous accompagner</w:t>
      </w:r>
      <w:r>
        <w:t xml:space="preserve">, </w:t>
      </w:r>
      <w:r w:rsidR="005A3479">
        <w:t>mais vous ne manqueriez pas moins le train</w:t>
      </w:r>
      <w:r>
        <w:t>.</w:t>
      </w:r>
    </w:p>
    <w:p w14:paraId="45025162" w14:textId="77777777" w:rsidR="006F1ADB" w:rsidRDefault="005A3479" w:rsidP="005A3479">
      <w:r>
        <w:t>Ils tressaillirent</w:t>
      </w:r>
      <w:r w:rsidR="006F1ADB">
        <w:t>.</w:t>
      </w:r>
    </w:p>
    <w:p w14:paraId="5CD12D35" w14:textId="77777777" w:rsidR="006F1ADB" w:rsidRDefault="006F1ADB" w:rsidP="005A3479">
      <w:r>
        <w:t>— </w:t>
      </w:r>
      <w:r w:rsidR="005A3479">
        <w:t>Restez ici pour la nuit</w:t>
      </w:r>
      <w:r>
        <w:t xml:space="preserve">. </w:t>
      </w:r>
      <w:r w:rsidR="005A3479">
        <w:t>N</w:t>
      </w:r>
      <w:r>
        <w:t>’</w:t>
      </w:r>
      <w:r w:rsidR="005A3479">
        <w:t>est-ce pas</w:t>
      </w:r>
      <w:r>
        <w:t xml:space="preserve">, </w:t>
      </w:r>
      <w:r w:rsidR="005A3479">
        <w:t>ma mère</w:t>
      </w:r>
      <w:r>
        <w:t xml:space="preserve"> ? </w:t>
      </w:r>
      <w:r w:rsidR="005A3479">
        <w:t>Les lits sont durs</w:t>
      </w:r>
      <w:r>
        <w:t xml:space="preserve">, </w:t>
      </w:r>
      <w:r w:rsidR="005A3479">
        <w:t>mais il y en a de plus mauvais</w:t>
      </w:r>
      <w:r>
        <w:t>.</w:t>
      </w:r>
    </w:p>
    <w:p w14:paraId="69523D18" w14:textId="77777777" w:rsidR="006F1ADB" w:rsidRDefault="005A3479" w:rsidP="005A3479">
      <w:r>
        <w:t>Il prit Jude à</w:t>
      </w:r>
      <w:r>
        <w:rPr>
          <w:i/>
          <w:szCs w:val="32"/>
        </w:rPr>
        <w:t xml:space="preserve"> </w:t>
      </w:r>
      <w:r>
        <w:t>part et demanda</w:t>
      </w:r>
      <w:r w:rsidR="006F1ADB">
        <w:t> :</w:t>
      </w:r>
    </w:p>
    <w:p w14:paraId="51E3D219" w14:textId="77777777" w:rsidR="006F1ADB" w:rsidRDefault="006F1ADB" w:rsidP="005A3479">
      <w:r>
        <w:t>— </w:t>
      </w:r>
      <w:r w:rsidR="005A3479">
        <w:t>Êtes-vous mariés</w:t>
      </w:r>
      <w:r>
        <w:t> ?</w:t>
      </w:r>
    </w:p>
    <w:p w14:paraId="110D9C4A" w14:textId="77777777" w:rsidR="006F1ADB" w:rsidRDefault="006F1ADB" w:rsidP="005A3479">
      <w:r>
        <w:t>— </w:t>
      </w:r>
      <w:r w:rsidR="005A3479">
        <w:t>N</w:t>
      </w:r>
      <w:r>
        <w:t xml:space="preserve">… </w:t>
      </w:r>
      <w:r w:rsidR="005A3479">
        <w:t>non</w:t>
      </w:r>
      <w:r>
        <w:t xml:space="preserve">… </w:t>
      </w:r>
      <w:r w:rsidR="005A3479">
        <w:t>dit Jude</w:t>
      </w:r>
      <w:r>
        <w:t>.</w:t>
      </w:r>
    </w:p>
    <w:p w14:paraId="52734C9B" w14:textId="77777777" w:rsidR="006F1ADB" w:rsidRDefault="006F1ADB" w:rsidP="005A3479">
      <w:r>
        <w:t>— </w:t>
      </w:r>
      <w:r w:rsidR="005A3479">
        <w:t>Oh</w:t>
      </w:r>
      <w:r>
        <w:t xml:space="preserve"> ! </w:t>
      </w:r>
      <w:r w:rsidR="005A3479">
        <w:t>je ne pense pas à mal</w:t>
      </w:r>
      <w:r>
        <w:t xml:space="preserve">… </w:t>
      </w:r>
      <w:r w:rsidR="005A3479">
        <w:t>Eh bien</w:t>
      </w:r>
      <w:r>
        <w:t xml:space="preserve">, </w:t>
      </w:r>
      <w:r w:rsidR="005A3479">
        <w:t>la dame couchera dans la chambre de ma mère</w:t>
      </w:r>
      <w:r>
        <w:t xml:space="preserve">, </w:t>
      </w:r>
      <w:r w:rsidR="005A3479">
        <w:t xml:space="preserve">et vous et moi dans celle </w:t>
      </w:r>
      <w:r w:rsidR="005A3479">
        <w:lastRenderedPageBreak/>
        <w:t>d</w:t>
      </w:r>
      <w:r>
        <w:t>’</w:t>
      </w:r>
      <w:r w:rsidR="005A3479">
        <w:t>à côté</w:t>
      </w:r>
      <w:r>
        <w:t xml:space="preserve">. </w:t>
      </w:r>
      <w:r w:rsidR="005A3479">
        <w:t>Je vous éveillerai assez tôt pour que vous puissiez prendre le train</w:t>
      </w:r>
      <w:r>
        <w:t>.</w:t>
      </w:r>
    </w:p>
    <w:p w14:paraId="61FC3126" w14:textId="77777777" w:rsidR="006F1ADB" w:rsidRDefault="005A3479" w:rsidP="005A3479">
      <w:r>
        <w:t>Ayant délibéré</w:t>
      </w:r>
      <w:r w:rsidR="006F1ADB">
        <w:t xml:space="preserve">, </w:t>
      </w:r>
      <w:r>
        <w:t>Jude et Sue acceptèrent la proposition de leurs hôtes</w:t>
      </w:r>
      <w:r w:rsidR="006F1ADB">
        <w:t xml:space="preserve">. </w:t>
      </w:r>
      <w:r>
        <w:t>Comme il l</w:t>
      </w:r>
      <w:r w:rsidR="006F1ADB">
        <w:t>’</w:t>
      </w:r>
      <w:r>
        <w:t>avait promis</w:t>
      </w:r>
      <w:r w:rsidR="006F1ADB">
        <w:t xml:space="preserve">, </w:t>
      </w:r>
      <w:r>
        <w:t>le berger les réveilla le le</w:t>
      </w:r>
      <w:r>
        <w:t>n</w:t>
      </w:r>
      <w:r>
        <w:t>demain matin</w:t>
      </w:r>
      <w:r w:rsidR="006F1ADB">
        <w:t xml:space="preserve">. </w:t>
      </w:r>
      <w:r>
        <w:t>Le temps était brillant et clair et la promenade de quatre milles jusqu</w:t>
      </w:r>
      <w:r w:rsidR="006F1ADB">
        <w:t>’</w:t>
      </w:r>
      <w:r>
        <w:t>à la gare ne fut pas sans agrément</w:t>
      </w:r>
      <w:r w:rsidR="006F1ADB">
        <w:t xml:space="preserve">. </w:t>
      </w:r>
      <w:r>
        <w:t xml:space="preserve">Quand ils arrivèrent à </w:t>
      </w:r>
      <w:proofErr w:type="spellStart"/>
      <w:r>
        <w:t>Melchester</w:t>
      </w:r>
      <w:proofErr w:type="spellEnd"/>
      <w:r>
        <w:t xml:space="preserve"> et que Suzanne aperçut le vieux bâtiment dans lequel elle allait être emprisonnée</w:t>
      </w:r>
      <w:r w:rsidR="006F1ADB">
        <w:t xml:space="preserve">, </w:t>
      </w:r>
      <w:r>
        <w:t>elle eut un petit effroi</w:t>
      </w:r>
      <w:r w:rsidR="006F1ADB">
        <w:t>.</w:t>
      </w:r>
    </w:p>
    <w:p w14:paraId="6003FFFE" w14:textId="77777777" w:rsidR="006F1ADB" w:rsidRDefault="005A3479" w:rsidP="005A3479">
      <w:r>
        <w:t>Ils sonnèrent la grande cloche et attendirent</w:t>
      </w:r>
      <w:r w:rsidR="006F1ADB">
        <w:t>.</w:t>
      </w:r>
    </w:p>
    <w:p w14:paraId="2295A481" w14:textId="77777777" w:rsidR="006F1ADB" w:rsidRDefault="006F1ADB" w:rsidP="005A3479">
      <w:r>
        <w:t>— </w:t>
      </w:r>
      <w:r w:rsidR="005A3479">
        <w:t>Oh</w:t>
      </w:r>
      <w:r>
        <w:t xml:space="preserve"> ! </w:t>
      </w:r>
      <w:r w:rsidR="005A3479">
        <w:t>fit-elle soudain</w:t>
      </w:r>
      <w:r>
        <w:t xml:space="preserve">, </w:t>
      </w:r>
      <w:r w:rsidR="005A3479">
        <w:t>en fouillant dans sa poche</w:t>
      </w:r>
      <w:r>
        <w:t xml:space="preserve">, </w:t>
      </w:r>
      <w:r w:rsidR="005A3479">
        <w:t>j</w:t>
      </w:r>
      <w:r>
        <w:t>’</w:t>
      </w:r>
      <w:r w:rsidR="005A3479">
        <w:t>ai a</w:t>
      </w:r>
      <w:r w:rsidR="005A3479">
        <w:t>p</w:t>
      </w:r>
      <w:r w:rsidR="005A3479">
        <w:t>porté quelque chose pour vous</w:t>
      </w:r>
      <w:r>
        <w:t xml:space="preserve">. </w:t>
      </w:r>
      <w:r w:rsidR="005A3479">
        <w:t>C</w:t>
      </w:r>
      <w:r>
        <w:t>’</w:t>
      </w:r>
      <w:r w:rsidR="005A3479">
        <w:t>est une récente photographie de moi</w:t>
      </w:r>
      <w:r>
        <w:t xml:space="preserve">… </w:t>
      </w:r>
      <w:r w:rsidR="005A3479">
        <w:t>La voulez-vous</w:t>
      </w:r>
      <w:r>
        <w:t> ?</w:t>
      </w:r>
    </w:p>
    <w:p w14:paraId="34DA8324" w14:textId="77777777" w:rsidR="006F1ADB" w:rsidRDefault="006F1ADB" w:rsidP="005A3479">
      <w:r>
        <w:t>— </w:t>
      </w:r>
      <w:r w:rsidR="005A3479">
        <w:t>Si je la veux</w:t>
      </w:r>
      <w:r>
        <w:t> !</w:t>
      </w:r>
    </w:p>
    <w:p w14:paraId="32B747CA" w14:textId="77777777" w:rsidR="006F1ADB" w:rsidRDefault="005A3479" w:rsidP="005A3479">
      <w:r>
        <w:t>Il prit la photographie avec joie et le portier parut</w:t>
      </w:r>
      <w:r w:rsidR="006F1ADB">
        <w:t xml:space="preserve">. </w:t>
      </w:r>
      <w:r>
        <w:t>Il avait</w:t>
      </w:r>
      <w:r w:rsidR="006F1ADB">
        <w:t xml:space="preserve">, </w:t>
      </w:r>
      <w:r>
        <w:t>en ouvrant la porte</w:t>
      </w:r>
      <w:r w:rsidR="006F1ADB">
        <w:t xml:space="preserve">, </w:t>
      </w:r>
      <w:r>
        <w:t>comme un regard de mauvais augure</w:t>
      </w:r>
      <w:r w:rsidR="006F1ADB">
        <w:t xml:space="preserve">. </w:t>
      </w:r>
      <w:r>
        <w:t>Sue entra</w:t>
      </w:r>
      <w:r w:rsidR="006F1ADB">
        <w:t xml:space="preserve">, </w:t>
      </w:r>
      <w:r>
        <w:t>se détournant pour regarder Jude et le saluant de la main</w:t>
      </w:r>
      <w:r w:rsidR="006F1ADB">
        <w:t>.</w:t>
      </w:r>
    </w:p>
    <w:p w14:paraId="528DC45F" w14:textId="3DE5C4AF" w:rsidR="005A3479" w:rsidRDefault="005A3479" w:rsidP="006F1ADB">
      <w:pPr>
        <w:pStyle w:val="Titre2"/>
      </w:pPr>
      <w:bookmarkStart w:id="43" w:name="__RefHeading__45_1957917597"/>
      <w:bookmarkStart w:id="44" w:name="_Toc202369637"/>
      <w:bookmarkEnd w:id="43"/>
      <w:r>
        <w:lastRenderedPageBreak/>
        <w:t>III</w:t>
      </w:r>
      <w:bookmarkEnd w:id="44"/>
    </w:p>
    <w:p w14:paraId="78EAF28D" w14:textId="77777777" w:rsidR="006F1ADB" w:rsidRDefault="005A3479" w:rsidP="005A3479">
      <w:r>
        <w:t>Les soixante-dix élèves de l</w:t>
      </w:r>
      <w:r w:rsidR="006F1ADB">
        <w:t>’</w:t>
      </w:r>
      <w:r>
        <w:t xml:space="preserve">École normale de </w:t>
      </w:r>
      <w:proofErr w:type="spellStart"/>
      <w:r>
        <w:t>Melchester</w:t>
      </w:r>
      <w:proofErr w:type="spellEnd"/>
      <w:r>
        <w:t xml:space="preserve"> étaient assises dans la grande salle d</w:t>
      </w:r>
      <w:r w:rsidR="006F1ADB">
        <w:t>’</w:t>
      </w:r>
      <w:r>
        <w:t>études le soir de la prom</w:t>
      </w:r>
      <w:r>
        <w:t>e</w:t>
      </w:r>
      <w:r>
        <w:t>nade que nous avons racontée</w:t>
      </w:r>
      <w:r w:rsidR="006F1ADB">
        <w:t xml:space="preserve">. </w:t>
      </w:r>
      <w:r>
        <w:t xml:space="preserve">Le bruit courait que Sue </w:t>
      </w:r>
      <w:proofErr w:type="spellStart"/>
      <w:r>
        <w:t>Bridehead</w:t>
      </w:r>
      <w:proofErr w:type="spellEnd"/>
      <w:r>
        <w:t xml:space="preserve"> n</w:t>
      </w:r>
      <w:r w:rsidR="006F1ADB">
        <w:t>’</w:t>
      </w:r>
      <w:r>
        <w:t>était pas rentrée à l</w:t>
      </w:r>
      <w:r w:rsidR="006F1ADB">
        <w:t>’</w:t>
      </w:r>
      <w:r>
        <w:t>heure de la fermeture</w:t>
      </w:r>
      <w:r w:rsidR="006F1ADB">
        <w:t>.</w:t>
      </w:r>
    </w:p>
    <w:p w14:paraId="79157727" w14:textId="77777777" w:rsidR="006F1ADB" w:rsidRDefault="006F1ADB" w:rsidP="005A3479">
      <w:r>
        <w:t>— </w:t>
      </w:r>
      <w:r w:rsidR="005A3479">
        <w:t>Elle est partie avec son jeune homme</w:t>
      </w:r>
      <w:r>
        <w:t xml:space="preserve">, </w:t>
      </w:r>
      <w:r w:rsidR="005A3479">
        <w:t>dit une élève de s</w:t>
      </w:r>
      <w:r w:rsidR="005A3479">
        <w:t>e</w:t>
      </w:r>
      <w:r w:rsidR="005A3479">
        <w:t>conde année</w:t>
      </w:r>
      <w:r>
        <w:t xml:space="preserve">. </w:t>
      </w:r>
      <w:r w:rsidR="005A3479">
        <w:t xml:space="preserve">Miss </w:t>
      </w:r>
      <w:proofErr w:type="spellStart"/>
      <w:r w:rsidR="005A3479">
        <w:t>Traceley</w:t>
      </w:r>
      <w:proofErr w:type="spellEnd"/>
      <w:r w:rsidR="005A3479">
        <w:t xml:space="preserve"> l</w:t>
      </w:r>
      <w:r>
        <w:t>’</w:t>
      </w:r>
      <w:r w:rsidR="005A3479">
        <w:t>a vue à la gare avec lui</w:t>
      </w:r>
      <w:r>
        <w:t xml:space="preserve">. </w:t>
      </w:r>
      <w:r w:rsidR="005A3479">
        <w:t>Elle sera moins fière en revenant</w:t>
      </w:r>
      <w:r>
        <w:t>.</w:t>
      </w:r>
    </w:p>
    <w:p w14:paraId="717F4C42" w14:textId="77777777" w:rsidR="006F1ADB" w:rsidRDefault="006F1ADB" w:rsidP="005A3479">
      <w:r>
        <w:t>— </w:t>
      </w:r>
      <w:r w:rsidR="005A3479">
        <w:t>Elle a dit que c</w:t>
      </w:r>
      <w:r>
        <w:t>’</w:t>
      </w:r>
      <w:r w:rsidR="005A3479">
        <w:t>était son cousin</w:t>
      </w:r>
      <w:r>
        <w:t xml:space="preserve">, </w:t>
      </w:r>
      <w:r w:rsidR="005A3479">
        <w:t>observa une jeune fille</w:t>
      </w:r>
      <w:r>
        <w:t>.</w:t>
      </w:r>
    </w:p>
    <w:p w14:paraId="21DB7299" w14:textId="77777777" w:rsidR="006F1ADB" w:rsidRDefault="006F1ADB" w:rsidP="005A3479">
      <w:r>
        <w:t>— </w:t>
      </w:r>
      <w:r w:rsidR="005A3479">
        <w:t>Le prétexte a trop servi</w:t>
      </w:r>
      <w:r>
        <w:t xml:space="preserve">. </w:t>
      </w:r>
      <w:r w:rsidR="005A3479">
        <w:t>Il ne prend plus</w:t>
      </w:r>
      <w:r>
        <w:t>.</w:t>
      </w:r>
    </w:p>
    <w:p w14:paraId="6B2B8447" w14:textId="77777777" w:rsidR="006F1ADB" w:rsidRDefault="005A3479" w:rsidP="005A3479">
      <w:r>
        <w:t>Le fait est qu</w:t>
      </w:r>
      <w:r w:rsidR="006F1ADB">
        <w:t>’</w:t>
      </w:r>
      <w:r>
        <w:t>une année auparavant une élève s</w:t>
      </w:r>
      <w:r w:rsidR="006F1ADB">
        <w:t>’</w:t>
      </w:r>
      <w:r>
        <w:t>était laissé séduire</w:t>
      </w:r>
      <w:r w:rsidR="006F1ADB">
        <w:t xml:space="preserve">, </w:t>
      </w:r>
      <w:r>
        <w:t>lamentablement</w:t>
      </w:r>
      <w:r w:rsidR="006F1ADB">
        <w:t xml:space="preserve">, </w:t>
      </w:r>
      <w:r>
        <w:t>après avoir donné le prétexte du co</w:t>
      </w:r>
      <w:r>
        <w:t>u</w:t>
      </w:r>
      <w:r>
        <w:t>sinage pour faciliter ses rendez-vous avec son amoureux</w:t>
      </w:r>
      <w:r w:rsidR="006F1ADB">
        <w:t xml:space="preserve">. </w:t>
      </w:r>
      <w:r>
        <w:t>L</w:t>
      </w:r>
      <w:r w:rsidR="006F1ADB">
        <w:t>’</w:t>
      </w:r>
      <w:r>
        <w:t>affaire avait causé un scandale</w:t>
      </w:r>
      <w:r w:rsidR="006F1ADB">
        <w:t xml:space="preserve">, </w:t>
      </w:r>
      <w:r>
        <w:t>et</w:t>
      </w:r>
      <w:r w:rsidR="006F1ADB">
        <w:t xml:space="preserve">, </w:t>
      </w:r>
      <w:r>
        <w:t>depuis</w:t>
      </w:r>
      <w:r w:rsidR="006F1ADB">
        <w:t xml:space="preserve">, </w:t>
      </w:r>
      <w:r>
        <w:t>l</w:t>
      </w:r>
      <w:r w:rsidR="006F1ADB">
        <w:t>’</w:t>
      </w:r>
      <w:r>
        <w:t>administration était devenue sévère pour les cousins</w:t>
      </w:r>
      <w:r w:rsidR="006F1ADB">
        <w:t>.</w:t>
      </w:r>
    </w:p>
    <w:p w14:paraId="34273F94" w14:textId="77777777" w:rsidR="006F1ADB" w:rsidRDefault="005A3479" w:rsidP="005A3479">
      <w:r>
        <w:t>À neuf heures</w:t>
      </w:r>
      <w:r w:rsidR="006F1ADB">
        <w:t xml:space="preserve">, </w:t>
      </w:r>
      <w:r>
        <w:t>on fit l</w:t>
      </w:r>
      <w:r w:rsidR="006F1ADB">
        <w:t>’</w:t>
      </w:r>
      <w:r>
        <w:t>appel</w:t>
      </w:r>
      <w:r w:rsidR="006F1ADB">
        <w:t xml:space="preserve">, </w:t>
      </w:r>
      <w:r>
        <w:t xml:space="preserve">et miss </w:t>
      </w:r>
      <w:proofErr w:type="spellStart"/>
      <w:r>
        <w:t>Traceley</w:t>
      </w:r>
      <w:proofErr w:type="spellEnd"/>
      <w:r w:rsidR="006F1ADB">
        <w:t xml:space="preserve">, </w:t>
      </w:r>
      <w:r>
        <w:t>de sa voix sonore</w:t>
      </w:r>
      <w:r w:rsidR="006F1ADB">
        <w:t xml:space="preserve">, </w:t>
      </w:r>
      <w:r>
        <w:t>prononça par trois fois le nom de Sue sans recevoir a</w:t>
      </w:r>
      <w:r>
        <w:t>u</w:t>
      </w:r>
      <w:r>
        <w:t>cune réponse</w:t>
      </w:r>
      <w:r w:rsidR="006F1ADB">
        <w:t>.</w:t>
      </w:r>
    </w:p>
    <w:p w14:paraId="14DF6924" w14:textId="77777777" w:rsidR="006F1ADB" w:rsidRDefault="005A3479" w:rsidP="005A3479">
      <w:r>
        <w:t>Une heure après</w:t>
      </w:r>
      <w:r w:rsidR="006F1ADB">
        <w:t xml:space="preserve">, </w:t>
      </w:r>
      <w:r>
        <w:t>les élèves reposaient toutes dans leurs p</w:t>
      </w:r>
      <w:r>
        <w:t>e</w:t>
      </w:r>
      <w:r>
        <w:t>tites logettes</w:t>
      </w:r>
      <w:r w:rsidR="006F1ADB">
        <w:t xml:space="preserve">. </w:t>
      </w:r>
      <w:r>
        <w:t>Une des maîtresses vint pour éteindre le gaz</w:t>
      </w:r>
      <w:r w:rsidR="006F1ADB">
        <w:t xml:space="preserve">, </w:t>
      </w:r>
      <w:r>
        <w:t>et j</w:t>
      </w:r>
      <w:r>
        <w:t>e</w:t>
      </w:r>
      <w:r>
        <w:t>ta un regard sur le coin de Sue qui demeurait vide</w:t>
      </w:r>
      <w:r w:rsidR="006F1ADB">
        <w:t xml:space="preserve">, </w:t>
      </w:r>
      <w:r>
        <w:t>et sur la p</w:t>
      </w:r>
      <w:r>
        <w:t>e</w:t>
      </w:r>
      <w:r>
        <w:t>tite table à toilette ornée des colifichets chers aux jeunes filles</w:t>
      </w:r>
      <w:r w:rsidR="006F1ADB">
        <w:t xml:space="preserve">, </w:t>
      </w:r>
      <w:r>
        <w:t>parmi lesquels on remarquait deux photographies dans des cadres de filigrane et de velours</w:t>
      </w:r>
      <w:r w:rsidR="006F1ADB">
        <w:t>.</w:t>
      </w:r>
    </w:p>
    <w:p w14:paraId="4E581E0C" w14:textId="77777777" w:rsidR="006F1ADB" w:rsidRDefault="006F1ADB" w:rsidP="005A3479">
      <w:r>
        <w:lastRenderedPageBreak/>
        <w:t>— </w:t>
      </w:r>
      <w:r w:rsidR="005A3479">
        <w:t>Quels sont ces hommes</w:t>
      </w:r>
      <w:r>
        <w:t xml:space="preserve"> ? </w:t>
      </w:r>
      <w:r w:rsidR="005A3479">
        <w:t>Vous l</w:t>
      </w:r>
      <w:r>
        <w:t>’</w:t>
      </w:r>
      <w:r w:rsidR="005A3479">
        <w:t>a-t-elle jamais dit</w:t>
      </w:r>
      <w:r>
        <w:t xml:space="preserve"> ? </w:t>
      </w:r>
      <w:r w:rsidR="005A3479">
        <w:t>i</w:t>
      </w:r>
      <w:r w:rsidR="005A3479">
        <w:t>n</w:t>
      </w:r>
      <w:r w:rsidR="005A3479">
        <w:t>terrogea la maîtresse</w:t>
      </w:r>
      <w:r>
        <w:t xml:space="preserve">. </w:t>
      </w:r>
      <w:r w:rsidR="005A3479">
        <w:t>Vous savez qu</w:t>
      </w:r>
      <w:r>
        <w:t>’</w:t>
      </w:r>
      <w:r w:rsidR="005A3479">
        <w:t>on ne permet que les ph</w:t>
      </w:r>
      <w:r w:rsidR="005A3479">
        <w:t>o</w:t>
      </w:r>
      <w:r w:rsidR="005A3479">
        <w:t>tographies de parents</w:t>
      </w:r>
      <w:r>
        <w:t> ?</w:t>
      </w:r>
    </w:p>
    <w:p w14:paraId="0EDC1827" w14:textId="1BAA048C" w:rsidR="006F1ADB" w:rsidRDefault="006F1ADB" w:rsidP="005A3479">
      <w:r>
        <w:t>— </w:t>
      </w:r>
      <w:r w:rsidR="005A3479">
        <w:t>L</w:t>
      </w:r>
      <w:r>
        <w:t>’</w:t>
      </w:r>
      <w:r w:rsidR="005A3479">
        <w:t>un</w:t>
      </w:r>
      <w:r>
        <w:t xml:space="preserve"> – </w:t>
      </w:r>
      <w:r w:rsidR="005A3479">
        <w:t>cet homme d</w:t>
      </w:r>
      <w:r>
        <w:t>’</w:t>
      </w:r>
      <w:r w:rsidR="005A3479">
        <w:t>un certain âge</w:t>
      </w:r>
      <w:r>
        <w:t xml:space="preserve">, </w:t>
      </w:r>
      <w:r w:rsidR="005A3479">
        <w:t>dit une élève dans le lit voisin</w:t>
      </w:r>
      <w:r>
        <w:t xml:space="preserve">, </w:t>
      </w:r>
      <w:r w:rsidR="005A3479">
        <w:t>c</w:t>
      </w:r>
      <w:r>
        <w:t>’</w:t>
      </w:r>
      <w:r w:rsidR="005A3479">
        <w:t>est le maître d</w:t>
      </w:r>
      <w:r>
        <w:t>’</w:t>
      </w:r>
      <w:r w:rsidR="005A3479">
        <w:t>école que Sue aidait dans son ense</w:t>
      </w:r>
      <w:r w:rsidR="005A3479">
        <w:t>i</w:t>
      </w:r>
      <w:r w:rsidR="005A3479">
        <w:t>gnement</w:t>
      </w:r>
      <w:r>
        <w:t> : M. </w:t>
      </w:r>
      <w:proofErr w:type="spellStart"/>
      <w:r w:rsidR="005A3479">
        <w:t>Phillotson</w:t>
      </w:r>
      <w:proofErr w:type="spellEnd"/>
      <w:r>
        <w:t>.</w:t>
      </w:r>
    </w:p>
    <w:p w14:paraId="41A36745" w14:textId="77777777" w:rsidR="006F1ADB" w:rsidRDefault="006F1ADB" w:rsidP="005A3479">
      <w:r>
        <w:t>— </w:t>
      </w:r>
      <w:r w:rsidR="005A3479">
        <w:t>Et l</w:t>
      </w:r>
      <w:r>
        <w:t>’</w:t>
      </w:r>
      <w:r w:rsidR="005A3479">
        <w:t>autre</w:t>
      </w:r>
      <w:r>
        <w:t xml:space="preserve"> ? </w:t>
      </w:r>
      <w:r w:rsidR="005A3479">
        <w:t>Cet étudiant en toque et en robe</w:t>
      </w:r>
      <w:r>
        <w:t xml:space="preserve">, </w:t>
      </w:r>
      <w:r w:rsidR="005A3479">
        <w:t>qui est-il</w:t>
      </w:r>
      <w:r>
        <w:t> ?</w:t>
      </w:r>
    </w:p>
    <w:p w14:paraId="683E2E85" w14:textId="77777777" w:rsidR="006F1ADB" w:rsidRDefault="006F1ADB" w:rsidP="005A3479">
      <w:r>
        <w:t>— </w:t>
      </w:r>
      <w:r w:rsidR="005A3479">
        <w:t>Un ami</w:t>
      </w:r>
      <w:r>
        <w:t xml:space="preserve">. </w:t>
      </w:r>
      <w:r w:rsidR="005A3479">
        <w:t>Elle n</w:t>
      </w:r>
      <w:r>
        <w:t>’</w:t>
      </w:r>
      <w:r w:rsidR="005A3479">
        <w:t>a jamais dit son nom</w:t>
      </w:r>
      <w:r>
        <w:t>.</w:t>
      </w:r>
    </w:p>
    <w:p w14:paraId="6BD75820" w14:textId="77777777" w:rsidR="006F1ADB" w:rsidRDefault="006F1ADB" w:rsidP="005A3479">
      <w:r>
        <w:t>— </w:t>
      </w:r>
      <w:r w:rsidR="005A3479">
        <w:t>Est-ce un de ces deux hommes qui est venu la voir</w:t>
      </w:r>
      <w:r>
        <w:t> ?</w:t>
      </w:r>
    </w:p>
    <w:p w14:paraId="618453C8" w14:textId="77777777" w:rsidR="006F1ADB" w:rsidRDefault="006F1ADB" w:rsidP="005A3479">
      <w:r>
        <w:t>— </w:t>
      </w:r>
      <w:r w:rsidR="005A3479">
        <w:t>Non</w:t>
      </w:r>
      <w:r>
        <w:t>.</w:t>
      </w:r>
    </w:p>
    <w:p w14:paraId="0858FD06" w14:textId="77777777" w:rsidR="006F1ADB" w:rsidRDefault="006F1ADB" w:rsidP="005A3479">
      <w:r>
        <w:t>— </w:t>
      </w:r>
      <w:r w:rsidR="005A3479">
        <w:t>Vous êtes sûre que ce n</w:t>
      </w:r>
      <w:r>
        <w:t>’</w:t>
      </w:r>
      <w:r w:rsidR="005A3479">
        <w:t>est pas l</w:t>
      </w:r>
      <w:r>
        <w:t>’</w:t>
      </w:r>
      <w:r w:rsidR="005A3479">
        <w:t>étudiant</w:t>
      </w:r>
      <w:r>
        <w:t> ?</w:t>
      </w:r>
    </w:p>
    <w:p w14:paraId="7554F125" w14:textId="77777777" w:rsidR="006F1ADB" w:rsidRDefault="006F1ADB" w:rsidP="005A3479">
      <w:r>
        <w:t>— </w:t>
      </w:r>
      <w:r w:rsidR="005A3479">
        <w:t>Absolument</w:t>
      </w:r>
      <w:r>
        <w:t xml:space="preserve">. </w:t>
      </w:r>
      <w:r w:rsidR="005A3479">
        <w:t>C</w:t>
      </w:r>
      <w:r>
        <w:t>’</w:t>
      </w:r>
      <w:r w:rsidR="005A3479">
        <w:t>est un jeune homme à barbe noire</w:t>
      </w:r>
      <w:r>
        <w:t>.</w:t>
      </w:r>
    </w:p>
    <w:p w14:paraId="520ED28F" w14:textId="77777777" w:rsidR="006F1ADB" w:rsidRDefault="005A3479" w:rsidP="005A3479">
      <w:r>
        <w:t>Quand elles s</w:t>
      </w:r>
      <w:r w:rsidR="006F1ADB">
        <w:t>’</w:t>
      </w:r>
      <w:r>
        <w:t>éveillèrent le lendemain matin</w:t>
      </w:r>
      <w:r w:rsidR="006F1ADB">
        <w:t xml:space="preserve">, </w:t>
      </w:r>
      <w:r>
        <w:t>les élèves r</w:t>
      </w:r>
      <w:r>
        <w:t>e</w:t>
      </w:r>
      <w:r>
        <w:t>gardèrent vers le lit de Sue qui n</w:t>
      </w:r>
      <w:r w:rsidR="006F1ADB">
        <w:t>’</w:t>
      </w:r>
      <w:r>
        <w:t>était point occupé</w:t>
      </w:r>
      <w:r w:rsidR="006F1ADB">
        <w:t xml:space="preserve">. </w:t>
      </w:r>
      <w:r>
        <w:t>Après les premières leçons</w:t>
      </w:r>
      <w:r w:rsidR="006F1ADB">
        <w:t xml:space="preserve">, </w:t>
      </w:r>
      <w:r>
        <w:t>comme elles remontaient au dortoir pour changer de toilette</w:t>
      </w:r>
      <w:r w:rsidR="006F1ADB">
        <w:t xml:space="preserve">, </w:t>
      </w:r>
      <w:r>
        <w:t>la cloche de la porte d</w:t>
      </w:r>
      <w:r w:rsidR="006F1ADB">
        <w:t>’</w:t>
      </w:r>
      <w:r>
        <w:t>entrée résonna fort</w:t>
      </w:r>
      <w:r>
        <w:t>e</w:t>
      </w:r>
      <w:r>
        <w:t>ment</w:t>
      </w:r>
      <w:r w:rsidR="006F1ADB">
        <w:t xml:space="preserve">. </w:t>
      </w:r>
      <w:r>
        <w:t xml:space="preserve">La surveillante du dortoir sortit et revint pour dire que le principal défendait que personne parlât sans permission à </w:t>
      </w:r>
      <w:proofErr w:type="spellStart"/>
      <w:r>
        <w:t>Bridehead</w:t>
      </w:r>
      <w:proofErr w:type="spellEnd"/>
      <w:r w:rsidR="006F1ADB">
        <w:t>.</w:t>
      </w:r>
    </w:p>
    <w:p w14:paraId="19BBE539" w14:textId="77777777" w:rsidR="006F1ADB" w:rsidRDefault="005A3479" w:rsidP="005A3479">
      <w:r>
        <w:t>Sue entra</w:t>
      </w:r>
      <w:r w:rsidR="006F1ADB">
        <w:t xml:space="preserve">. </w:t>
      </w:r>
      <w:r>
        <w:t>Elle paraissait rouge et fatiguée et gagna sa ce</w:t>
      </w:r>
      <w:r>
        <w:t>l</w:t>
      </w:r>
      <w:r>
        <w:t>lule en silence</w:t>
      </w:r>
      <w:r w:rsidR="006F1ADB">
        <w:t xml:space="preserve">. </w:t>
      </w:r>
      <w:r>
        <w:t>Quand ses compagnes descendirent les escaliers</w:t>
      </w:r>
      <w:r w:rsidR="006F1ADB">
        <w:t xml:space="preserve">, </w:t>
      </w:r>
      <w:r>
        <w:t>elle ne les suivit pas au réfectoire</w:t>
      </w:r>
      <w:r w:rsidR="006F1ADB">
        <w:t xml:space="preserve">, </w:t>
      </w:r>
      <w:r>
        <w:t>et on apprit qu</w:t>
      </w:r>
      <w:r w:rsidR="006F1ADB">
        <w:t>’</w:t>
      </w:r>
      <w:r>
        <w:t>elle avait été sévèrement réprimandée et condamnée à rester aux arrêts pe</w:t>
      </w:r>
      <w:r>
        <w:t>n</w:t>
      </w:r>
      <w:r>
        <w:t>dant une semaine</w:t>
      </w:r>
      <w:r w:rsidR="006F1ADB">
        <w:t xml:space="preserve">, </w:t>
      </w:r>
      <w:r>
        <w:t>dans une chambre solitaire où elle devrait prendre ses repas et étudier ses leçons</w:t>
      </w:r>
      <w:r w:rsidR="006F1ADB">
        <w:t>.</w:t>
      </w:r>
    </w:p>
    <w:p w14:paraId="605512B8" w14:textId="77777777" w:rsidR="006F1ADB" w:rsidRDefault="005A3479" w:rsidP="005A3479">
      <w:r>
        <w:lastRenderedPageBreak/>
        <w:t>Les soixante-dix élèves accueillirent par un murmure cette sentence qu</w:t>
      </w:r>
      <w:r w:rsidR="006F1ADB">
        <w:t>’</w:t>
      </w:r>
      <w:r>
        <w:t>elles trouvaient trop sévère</w:t>
      </w:r>
      <w:r w:rsidR="006F1ADB">
        <w:t xml:space="preserve">. </w:t>
      </w:r>
      <w:r>
        <w:t>Une pétition fut e</w:t>
      </w:r>
      <w:r>
        <w:t>n</w:t>
      </w:r>
      <w:r>
        <w:t>voyée au principal</w:t>
      </w:r>
      <w:r w:rsidR="006F1ADB">
        <w:t xml:space="preserve">, </w:t>
      </w:r>
      <w:r>
        <w:t>sans résultat</w:t>
      </w:r>
      <w:r w:rsidR="006F1ADB">
        <w:t xml:space="preserve">. </w:t>
      </w:r>
      <w:r>
        <w:t>Le même soir</w:t>
      </w:r>
      <w:r w:rsidR="006F1ADB">
        <w:t xml:space="preserve">, </w:t>
      </w:r>
      <w:r>
        <w:t>quand la ma</w:t>
      </w:r>
      <w:r>
        <w:t>î</w:t>
      </w:r>
      <w:r>
        <w:t>tresse de géographie voulut dicter un sujet de devoir</w:t>
      </w:r>
      <w:r w:rsidR="006F1ADB">
        <w:t xml:space="preserve">, </w:t>
      </w:r>
      <w:r>
        <w:t>les jeunes filles de sa classe s</w:t>
      </w:r>
      <w:r w:rsidR="006F1ADB">
        <w:t>’</w:t>
      </w:r>
      <w:r>
        <w:t>assirent</w:t>
      </w:r>
      <w:r w:rsidR="006F1ADB">
        <w:t xml:space="preserve">, </w:t>
      </w:r>
      <w:r>
        <w:t>les bras croisés</w:t>
      </w:r>
      <w:r w:rsidR="006F1ADB">
        <w:t>.</w:t>
      </w:r>
    </w:p>
    <w:p w14:paraId="5A96EADA" w14:textId="77777777" w:rsidR="006F1ADB" w:rsidRDefault="006F1ADB" w:rsidP="005A3479">
      <w:r>
        <w:t>— </w:t>
      </w:r>
      <w:r w:rsidR="005A3479">
        <w:t>Vous voulez dire que vous n</w:t>
      </w:r>
      <w:r>
        <w:t>’</w:t>
      </w:r>
      <w:r w:rsidR="005A3479">
        <w:t>êtes pas en humeur de tr</w:t>
      </w:r>
      <w:r w:rsidR="005A3479">
        <w:t>a</w:t>
      </w:r>
      <w:r w:rsidR="005A3479">
        <w:t>vailler</w:t>
      </w:r>
      <w:r>
        <w:t xml:space="preserve"> ? </w:t>
      </w:r>
      <w:r w:rsidR="005A3479">
        <w:t>dit enfin la maîtresse</w:t>
      </w:r>
      <w:r>
        <w:t xml:space="preserve">. </w:t>
      </w:r>
      <w:r w:rsidR="005A3479">
        <w:t>Je puis vous dire qu</w:t>
      </w:r>
      <w:r>
        <w:t>’</w:t>
      </w:r>
      <w:r w:rsidR="005A3479">
        <w:t xml:space="preserve">on a eu la certitude que le jeune homme avec lequel </w:t>
      </w:r>
      <w:proofErr w:type="spellStart"/>
      <w:r w:rsidR="005A3479">
        <w:t>Bridehead</w:t>
      </w:r>
      <w:proofErr w:type="spellEnd"/>
      <w:r w:rsidR="005A3479">
        <w:t xml:space="preserve"> est restée n</w:t>
      </w:r>
      <w:r>
        <w:t>’</w:t>
      </w:r>
      <w:r w:rsidR="005A3479">
        <w:t>est pas son cousin</w:t>
      </w:r>
      <w:r>
        <w:t xml:space="preserve">, </w:t>
      </w:r>
      <w:r w:rsidR="005A3479">
        <w:t>par la bonne raison qu</w:t>
      </w:r>
      <w:r>
        <w:t>’</w:t>
      </w:r>
      <w:r w:rsidR="005A3479">
        <w:t>elle n</w:t>
      </w:r>
      <w:r>
        <w:t>’</w:t>
      </w:r>
      <w:r w:rsidR="005A3479">
        <w:t>a pas de p</w:t>
      </w:r>
      <w:r w:rsidR="005A3479">
        <w:t>a</w:t>
      </w:r>
      <w:r w:rsidR="005A3479">
        <w:t>rents</w:t>
      </w:r>
      <w:r>
        <w:t xml:space="preserve">. </w:t>
      </w:r>
      <w:r w:rsidR="005A3479">
        <w:t>Nous avons fait prendre des renseignements à</w:t>
      </w:r>
      <w:r w:rsidR="005A3479">
        <w:rPr>
          <w:i/>
          <w:szCs w:val="32"/>
        </w:rPr>
        <w:t xml:space="preserve"> </w:t>
      </w:r>
      <w:proofErr w:type="spellStart"/>
      <w:r w:rsidR="005A3479">
        <w:t>Christminster</w:t>
      </w:r>
      <w:proofErr w:type="spellEnd"/>
      <w:r>
        <w:t>.</w:t>
      </w:r>
    </w:p>
    <w:p w14:paraId="61DC64AB" w14:textId="77777777" w:rsidR="006F1ADB" w:rsidRDefault="006F1ADB" w:rsidP="005A3479">
      <w:r>
        <w:t>— </w:t>
      </w:r>
      <w:r w:rsidR="005A3479">
        <w:t>Nous désirons avoir la parole de Sue</w:t>
      </w:r>
      <w:r>
        <w:t xml:space="preserve">, </w:t>
      </w:r>
      <w:r w:rsidR="005A3479">
        <w:t>dit la doyenne des élèves</w:t>
      </w:r>
      <w:r>
        <w:t>.</w:t>
      </w:r>
    </w:p>
    <w:p w14:paraId="56594407" w14:textId="77777777" w:rsidR="006F1ADB" w:rsidRDefault="006F1ADB" w:rsidP="005A3479">
      <w:r>
        <w:t>— </w:t>
      </w:r>
      <w:r w:rsidR="005A3479">
        <w:t>Ce jeune homme a été renvoyé de l</w:t>
      </w:r>
      <w:r>
        <w:t>’</w:t>
      </w:r>
      <w:r w:rsidR="005A3479">
        <w:t>atelier où il travaillait</w:t>
      </w:r>
      <w:r>
        <w:t xml:space="preserve">, </w:t>
      </w:r>
      <w:r w:rsidR="005A3479">
        <w:t xml:space="preserve">à </w:t>
      </w:r>
      <w:proofErr w:type="spellStart"/>
      <w:r w:rsidR="005A3479">
        <w:t>Christminster</w:t>
      </w:r>
      <w:proofErr w:type="spellEnd"/>
      <w:r>
        <w:t xml:space="preserve">, </w:t>
      </w:r>
      <w:r w:rsidR="005A3479">
        <w:t>pour ivresse et blasphème dans les auberges</w:t>
      </w:r>
      <w:r>
        <w:t xml:space="preserve">, </w:t>
      </w:r>
      <w:r w:rsidR="005A3479">
        <w:t>et il est venu ici pour se rapprocher d</w:t>
      </w:r>
      <w:r>
        <w:t>’</w:t>
      </w:r>
      <w:r w:rsidR="005A3479">
        <w:t>elle</w:t>
      </w:r>
      <w:r>
        <w:t>.</w:t>
      </w:r>
    </w:p>
    <w:p w14:paraId="725F27B0" w14:textId="77777777" w:rsidR="006F1ADB" w:rsidRDefault="005A3479" w:rsidP="005A3479">
      <w:r>
        <w:t>Les élèves restèrent stupéfiées</w:t>
      </w:r>
      <w:r w:rsidR="006F1ADB">
        <w:t xml:space="preserve">, </w:t>
      </w:r>
      <w:r>
        <w:t>immobiles</w:t>
      </w:r>
      <w:r w:rsidR="006F1ADB">
        <w:t xml:space="preserve">, </w:t>
      </w:r>
      <w:r>
        <w:t>et la maîtresse sortit pour rendre compte à ses supérieurs de ce qui s</w:t>
      </w:r>
      <w:r w:rsidR="006F1ADB">
        <w:t>’</w:t>
      </w:r>
      <w:r>
        <w:t>était pa</w:t>
      </w:r>
      <w:r>
        <w:t>s</w:t>
      </w:r>
      <w:r>
        <w:t>sé</w:t>
      </w:r>
      <w:r w:rsidR="006F1ADB">
        <w:t>.</w:t>
      </w:r>
    </w:p>
    <w:p w14:paraId="74E763FE" w14:textId="77777777" w:rsidR="006F1ADB" w:rsidRDefault="005A3479" w:rsidP="005A3479">
      <w:r>
        <w:t>Vers le crépuscule</w:t>
      </w:r>
      <w:r w:rsidR="006F1ADB">
        <w:t xml:space="preserve">, </w:t>
      </w:r>
      <w:r>
        <w:t>les élèves entendirent des exclamations dans la classe voisine</w:t>
      </w:r>
      <w:r w:rsidR="006F1ADB">
        <w:t xml:space="preserve"> – </w:t>
      </w:r>
      <w:r>
        <w:t>celle des élèves de première année</w:t>
      </w:r>
      <w:r w:rsidR="006F1ADB">
        <w:t xml:space="preserve"> – </w:t>
      </w:r>
      <w:r>
        <w:t>et l</w:t>
      </w:r>
      <w:r w:rsidR="006F1ADB">
        <w:t>’</w:t>
      </w:r>
      <w:r>
        <w:t>une d</w:t>
      </w:r>
      <w:r w:rsidR="006F1ADB">
        <w:t>’</w:t>
      </w:r>
      <w:r>
        <w:t xml:space="preserve">elles accourut dire que Sue </w:t>
      </w:r>
      <w:proofErr w:type="spellStart"/>
      <w:r>
        <w:t>Bridehead</w:t>
      </w:r>
      <w:proofErr w:type="spellEnd"/>
      <w:r>
        <w:t xml:space="preserve"> avait sauté par la fenêtre de la chambre où elle était prisonnière</w:t>
      </w:r>
      <w:r w:rsidR="006F1ADB">
        <w:t xml:space="preserve">, </w:t>
      </w:r>
      <w:r>
        <w:t>s</w:t>
      </w:r>
      <w:r w:rsidR="006F1ADB">
        <w:t>’</w:t>
      </w:r>
      <w:r>
        <w:t>était échappée sur la pelouse à la faveur de l</w:t>
      </w:r>
      <w:r w:rsidR="006F1ADB">
        <w:t>’</w:t>
      </w:r>
      <w:r>
        <w:t>ombre et avait disparu</w:t>
      </w:r>
      <w:r w:rsidR="006F1ADB">
        <w:t xml:space="preserve">. </w:t>
      </w:r>
      <w:r>
        <w:t>Comment elle était sortie du jardin</w:t>
      </w:r>
      <w:r w:rsidR="006F1ADB">
        <w:t xml:space="preserve">, </w:t>
      </w:r>
      <w:r>
        <w:t>nul n</w:t>
      </w:r>
      <w:r w:rsidR="006F1ADB">
        <w:t>’</w:t>
      </w:r>
      <w:r>
        <w:t>eût pu le dire</w:t>
      </w:r>
      <w:r w:rsidR="006F1ADB">
        <w:t xml:space="preserve">, </w:t>
      </w:r>
      <w:r>
        <w:t>car le jardin était entouré par un ruisseau et la porte était close</w:t>
      </w:r>
      <w:r w:rsidR="006F1ADB">
        <w:t>.</w:t>
      </w:r>
    </w:p>
    <w:p w14:paraId="0C28C123" w14:textId="77777777" w:rsidR="006F1ADB" w:rsidRDefault="005A3479" w:rsidP="005A3479">
      <w:r>
        <w:t>On se procura des lanternes et le ruisseau fut examiné</w:t>
      </w:r>
      <w:r w:rsidR="006F1ADB">
        <w:t xml:space="preserve">. </w:t>
      </w:r>
      <w:r>
        <w:t>E</w:t>
      </w:r>
      <w:r>
        <w:t>n</w:t>
      </w:r>
      <w:r>
        <w:t>fin</w:t>
      </w:r>
      <w:r w:rsidR="006F1ADB">
        <w:t xml:space="preserve">, </w:t>
      </w:r>
      <w:r>
        <w:t>sur la rive opposée</w:t>
      </w:r>
      <w:r w:rsidR="006F1ADB">
        <w:t xml:space="preserve">, </w:t>
      </w:r>
      <w:r>
        <w:t>on distingua des traces de pas et l</w:t>
      </w:r>
      <w:r w:rsidR="006F1ADB">
        <w:t>’</w:t>
      </w:r>
      <w:r>
        <w:t>on conclut que la trop excitable jeune fille s</w:t>
      </w:r>
      <w:r w:rsidR="006F1ADB">
        <w:t>’</w:t>
      </w:r>
      <w:r>
        <w:t xml:space="preserve">était évadée à </w:t>
      </w:r>
      <w:r>
        <w:lastRenderedPageBreak/>
        <w:t>travers une eau assez profonde pour la mouiller jusqu</w:t>
      </w:r>
      <w:r w:rsidR="006F1ADB">
        <w:t>’</w:t>
      </w:r>
      <w:r>
        <w:t>aux épaules</w:t>
      </w:r>
      <w:r w:rsidR="006F1ADB">
        <w:t xml:space="preserve">. </w:t>
      </w:r>
      <w:r>
        <w:t>Comme Sue n</w:t>
      </w:r>
      <w:r w:rsidR="006F1ADB">
        <w:t>’</w:t>
      </w:r>
      <w:r>
        <w:t>avait pas attiré d</w:t>
      </w:r>
      <w:r w:rsidR="006F1ADB">
        <w:t>’</w:t>
      </w:r>
      <w:r>
        <w:t>ennuis à l</w:t>
      </w:r>
      <w:r w:rsidR="006F1ADB">
        <w:t>’</w:t>
      </w:r>
      <w:r>
        <w:t>administration de l</w:t>
      </w:r>
      <w:r w:rsidR="006F1ADB">
        <w:t>’</w:t>
      </w:r>
      <w:r>
        <w:t>école en se noyant</w:t>
      </w:r>
      <w:r w:rsidR="006F1ADB">
        <w:t xml:space="preserve">, </w:t>
      </w:r>
      <w:r>
        <w:t>la directrice commença à parler d</w:t>
      </w:r>
      <w:r w:rsidR="006F1ADB">
        <w:t>’</w:t>
      </w:r>
      <w:r>
        <w:t>elle avec mépris et se déclara enchantée de sa fuite</w:t>
      </w:r>
      <w:r w:rsidR="006F1ADB">
        <w:t>.</w:t>
      </w:r>
    </w:p>
    <w:p w14:paraId="3C241AEC" w14:textId="77777777" w:rsidR="006F1ADB" w:rsidRDefault="005A3479" w:rsidP="005A3479">
      <w:r>
        <w:t>Ce même soir</w:t>
      </w:r>
      <w:r w:rsidR="006F1ADB">
        <w:t xml:space="preserve">, </w:t>
      </w:r>
      <w:r>
        <w:t>Jude était chez lui</w:t>
      </w:r>
      <w:r w:rsidR="006F1ADB">
        <w:t xml:space="preserve">, </w:t>
      </w:r>
      <w:r>
        <w:t>dans son logement près de la porte de la forteresse</w:t>
      </w:r>
      <w:r w:rsidR="006F1ADB">
        <w:t xml:space="preserve">. </w:t>
      </w:r>
      <w:r>
        <w:t>Il s</w:t>
      </w:r>
      <w:r w:rsidR="006F1ADB">
        <w:t>’</w:t>
      </w:r>
      <w:r>
        <w:t>imagina entendre un choc léger contre sa fenêtre</w:t>
      </w:r>
      <w:r w:rsidR="006F1ADB">
        <w:t xml:space="preserve"> ; </w:t>
      </w:r>
      <w:r>
        <w:t>en écoutant bien</w:t>
      </w:r>
      <w:r w:rsidR="006F1ADB">
        <w:t xml:space="preserve">, </w:t>
      </w:r>
      <w:r>
        <w:t>il l</w:t>
      </w:r>
      <w:r w:rsidR="006F1ADB">
        <w:t>’</w:t>
      </w:r>
      <w:r>
        <w:t>entendit encore</w:t>
      </w:r>
      <w:r w:rsidR="006F1ADB">
        <w:t xml:space="preserve">. </w:t>
      </w:r>
      <w:r>
        <w:t>Certa</w:t>
      </w:r>
      <w:r>
        <w:t>i</w:t>
      </w:r>
      <w:r>
        <w:t>nement</w:t>
      </w:r>
      <w:r w:rsidR="006F1ADB">
        <w:t xml:space="preserve">, </w:t>
      </w:r>
      <w:r>
        <w:t>quelqu</w:t>
      </w:r>
      <w:r w:rsidR="006F1ADB">
        <w:t>’</w:t>
      </w:r>
      <w:r>
        <w:t>un avait lancé du gravier</w:t>
      </w:r>
      <w:r w:rsidR="006F1ADB">
        <w:t xml:space="preserve">. </w:t>
      </w:r>
      <w:r>
        <w:t>Jude se leva et do</w:t>
      </w:r>
      <w:r>
        <w:t>u</w:t>
      </w:r>
      <w:r>
        <w:t>cement ouvrit les volets</w:t>
      </w:r>
      <w:r w:rsidR="006F1ADB">
        <w:t>.</w:t>
      </w:r>
    </w:p>
    <w:p w14:paraId="67A091FD" w14:textId="77777777" w:rsidR="006F1ADB" w:rsidRDefault="006F1ADB" w:rsidP="005A3479">
      <w:r>
        <w:t>— </w:t>
      </w:r>
      <w:r w:rsidR="005A3479">
        <w:t>Jude</w:t>
      </w:r>
      <w:r>
        <w:t> ! (</w:t>
      </w:r>
      <w:r w:rsidR="005A3479">
        <w:t>L</w:t>
      </w:r>
      <w:r>
        <w:t>’</w:t>
      </w:r>
      <w:r w:rsidR="005A3479">
        <w:t>appel venait d</w:t>
      </w:r>
      <w:r>
        <w:t>’</w:t>
      </w:r>
      <w:r w:rsidR="005A3479">
        <w:t>en bas</w:t>
      </w:r>
      <w:r>
        <w:t>.)</w:t>
      </w:r>
    </w:p>
    <w:p w14:paraId="1FB9243F" w14:textId="77777777" w:rsidR="006F1ADB" w:rsidRDefault="006F1ADB" w:rsidP="005A3479">
      <w:r>
        <w:t>— </w:t>
      </w:r>
      <w:r w:rsidR="005A3479">
        <w:t>Sue</w:t>
      </w:r>
      <w:r>
        <w:t> !</w:t>
      </w:r>
    </w:p>
    <w:p w14:paraId="33DBA681" w14:textId="77777777" w:rsidR="006F1ADB" w:rsidRDefault="006F1ADB" w:rsidP="005A3479">
      <w:r>
        <w:t>— </w:t>
      </w:r>
      <w:r w:rsidR="005A3479">
        <w:t>Oui</w:t>
      </w:r>
      <w:r>
        <w:t xml:space="preserve">, </w:t>
      </w:r>
      <w:r w:rsidR="005A3479">
        <w:t>c</w:t>
      </w:r>
      <w:r>
        <w:t>’</w:t>
      </w:r>
      <w:r w:rsidR="005A3479">
        <w:t>est moi</w:t>
      </w:r>
      <w:r>
        <w:t xml:space="preserve">. </w:t>
      </w:r>
      <w:r w:rsidR="005A3479">
        <w:t>Puis-je entrer sans être vue</w:t>
      </w:r>
      <w:r>
        <w:t> ?</w:t>
      </w:r>
    </w:p>
    <w:p w14:paraId="75C16D4E" w14:textId="77777777" w:rsidR="006F1ADB" w:rsidRDefault="006F1ADB" w:rsidP="005A3479">
      <w:r>
        <w:t>— </w:t>
      </w:r>
      <w:r w:rsidR="005A3479">
        <w:t>Oh</w:t>
      </w:r>
      <w:r>
        <w:t xml:space="preserve"> ! </w:t>
      </w:r>
      <w:r w:rsidR="005A3479">
        <w:t>oui</w:t>
      </w:r>
      <w:r>
        <w:t>.</w:t>
      </w:r>
    </w:p>
    <w:p w14:paraId="2F7D6851" w14:textId="77777777" w:rsidR="006F1ADB" w:rsidRDefault="006F1ADB" w:rsidP="005A3479">
      <w:r>
        <w:t>— </w:t>
      </w:r>
      <w:r w:rsidR="005A3479">
        <w:t>Ne sortez donc pas</w:t>
      </w:r>
      <w:r>
        <w:t xml:space="preserve">. </w:t>
      </w:r>
      <w:r w:rsidR="005A3479">
        <w:t>Fermez la fenêtre</w:t>
      </w:r>
      <w:r>
        <w:t>.</w:t>
      </w:r>
    </w:p>
    <w:p w14:paraId="1DB00DA1" w14:textId="77777777" w:rsidR="006F1ADB" w:rsidRDefault="005A3479" w:rsidP="005A3479">
      <w:r>
        <w:t>Jude attendit</w:t>
      </w:r>
      <w:r w:rsidR="006F1ADB">
        <w:t xml:space="preserve">, </w:t>
      </w:r>
      <w:r>
        <w:t>sachant que Sue pourrait entrer aisément</w:t>
      </w:r>
      <w:r w:rsidR="006F1ADB">
        <w:t xml:space="preserve">, </w:t>
      </w:r>
      <w:r>
        <w:t>la porte d</w:t>
      </w:r>
      <w:r w:rsidR="006F1ADB">
        <w:t>’</w:t>
      </w:r>
      <w:r>
        <w:t>entrée étant fermée par un bouton que chacun pouvait tourner</w:t>
      </w:r>
      <w:r w:rsidR="006F1ADB">
        <w:t xml:space="preserve">. </w:t>
      </w:r>
      <w:r>
        <w:t>Il palpitait à la pensée qu</w:t>
      </w:r>
      <w:r w:rsidR="006F1ADB">
        <w:t>’</w:t>
      </w:r>
      <w:r>
        <w:t>elle venait à</w:t>
      </w:r>
      <w:r>
        <w:rPr>
          <w:i/>
          <w:szCs w:val="32"/>
        </w:rPr>
        <w:t xml:space="preserve"> </w:t>
      </w:r>
      <w:r>
        <w:t>lui dans sa d</w:t>
      </w:r>
      <w:r>
        <w:t>é</w:t>
      </w:r>
      <w:r>
        <w:t>tresse</w:t>
      </w:r>
      <w:r w:rsidR="006F1ADB">
        <w:t xml:space="preserve">, </w:t>
      </w:r>
      <w:r>
        <w:t>comme il était allé à elle dans sa propre détresse</w:t>
      </w:r>
      <w:r w:rsidR="006F1ADB">
        <w:t xml:space="preserve">. </w:t>
      </w:r>
      <w:r>
        <w:t>Il e</w:t>
      </w:r>
      <w:r>
        <w:t>n</w:t>
      </w:r>
      <w:r>
        <w:t>tendit du bruit dans l</w:t>
      </w:r>
      <w:r w:rsidR="006F1ADB">
        <w:t>’</w:t>
      </w:r>
      <w:r>
        <w:t>escalier et</w:t>
      </w:r>
      <w:r w:rsidR="006F1ADB">
        <w:t xml:space="preserve">, </w:t>
      </w:r>
      <w:r>
        <w:t>un moment après</w:t>
      </w:r>
      <w:r w:rsidR="006F1ADB">
        <w:t xml:space="preserve">, </w:t>
      </w:r>
      <w:r>
        <w:t>elle apparut sous la lumière de sa lampe</w:t>
      </w:r>
      <w:r w:rsidR="006F1ADB">
        <w:t xml:space="preserve">. </w:t>
      </w:r>
      <w:r>
        <w:t>Il lui prit les mains et la vit moui</w:t>
      </w:r>
      <w:r>
        <w:t>l</w:t>
      </w:r>
      <w:r>
        <w:t>lée</w:t>
      </w:r>
      <w:r w:rsidR="006F1ADB">
        <w:t xml:space="preserve">, </w:t>
      </w:r>
      <w:r>
        <w:t>comme une déesse marine</w:t>
      </w:r>
      <w:r w:rsidR="006F1ADB">
        <w:t xml:space="preserve">, </w:t>
      </w:r>
      <w:r>
        <w:t>ses vêtements pendant autour d</w:t>
      </w:r>
      <w:r w:rsidR="006F1ADB">
        <w:t>’</w:t>
      </w:r>
      <w:r>
        <w:t>elle</w:t>
      </w:r>
      <w:r w:rsidR="006F1ADB">
        <w:t xml:space="preserve">, </w:t>
      </w:r>
      <w:r>
        <w:t>pareils aux robes qui drapent les figures sur les frises du Parthénon</w:t>
      </w:r>
      <w:r w:rsidR="006F1ADB">
        <w:t>.</w:t>
      </w:r>
    </w:p>
    <w:p w14:paraId="6F4C7CA3" w14:textId="77777777" w:rsidR="006F1ADB" w:rsidRDefault="006F1ADB" w:rsidP="005A3479">
      <w:r>
        <w:t>— </w:t>
      </w:r>
      <w:r w:rsidR="005A3479">
        <w:t>J</w:t>
      </w:r>
      <w:r>
        <w:t>’</w:t>
      </w:r>
      <w:r w:rsidR="005A3479">
        <w:t>ai si froid</w:t>
      </w:r>
      <w:r>
        <w:t xml:space="preserve"> ! </w:t>
      </w:r>
      <w:r w:rsidR="005A3479">
        <w:t>dit-elle en claquant des dents</w:t>
      </w:r>
      <w:r>
        <w:t xml:space="preserve">. </w:t>
      </w:r>
      <w:r w:rsidR="005A3479">
        <w:t>Puis-je m</w:t>
      </w:r>
      <w:r>
        <w:t>’</w:t>
      </w:r>
      <w:r w:rsidR="005A3479">
        <w:t>approcher de votre feu</w:t>
      </w:r>
      <w:r>
        <w:t xml:space="preserve">, </w:t>
      </w:r>
      <w:r w:rsidR="005A3479">
        <w:t>Jude</w:t>
      </w:r>
      <w:r>
        <w:t> ?</w:t>
      </w:r>
    </w:p>
    <w:p w14:paraId="5FA8C73A" w14:textId="77777777" w:rsidR="006F1ADB" w:rsidRDefault="006F1ADB" w:rsidP="005A3479">
      <w:r>
        <w:t>— </w:t>
      </w:r>
      <w:r w:rsidR="005A3479">
        <w:t>Qu</w:t>
      </w:r>
      <w:r>
        <w:t>’</w:t>
      </w:r>
      <w:r w:rsidR="005A3479">
        <w:t>avez-vous fait</w:t>
      </w:r>
      <w:r>
        <w:t xml:space="preserve">, </w:t>
      </w:r>
      <w:r w:rsidR="005A3479">
        <w:t>ma chérie</w:t>
      </w:r>
      <w:r>
        <w:t xml:space="preserve"> ? </w:t>
      </w:r>
      <w:r w:rsidR="005A3479">
        <w:t>demanda-t-il</w:t>
      </w:r>
      <w:r>
        <w:t xml:space="preserve">, </w:t>
      </w:r>
      <w:r w:rsidR="005A3479">
        <w:t>alarmé</w:t>
      </w:r>
      <w:r>
        <w:t xml:space="preserve">, </w:t>
      </w:r>
      <w:r w:rsidR="005A3479">
        <w:t>la tendre épithète s</w:t>
      </w:r>
      <w:r>
        <w:t>’</w:t>
      </w:r>
      <w:r w:rsidR="005A3479">
        <w:t>échappant de sa bouche sans qu</w:t>
      </w:r>
      <w:r>
        <w:t>’</w:t>
      </w:r>
      <w:r w:rsidR="005A3479">
        <w:t>il y prît garde</w:t>
      </w:r>
      <w:r>
        <w:t>.</w:t>
      </w:r>
    </w:p>
    <w:p w14:paraId="5601E564" w14:textId="77777777" w:rsidR="006F1ADB" w:rsidRDefault="006F1ADB" w:rsidP="005A3479">
      <w:r>
        <w:lastRenderedPageBreak/>
        <w:t>— </w:t>
      </w:r>
      <w:r w:rsidR="005A3479">
        <w:t>J</w:t>
      </w:r>
      <w:r>
        <w:t>’</w:t>
      </w:r>
      <w:r w:rsidR="005A3479">
        <w:t>ai traversé la plus grande rivière du pays</w:t>
      </w:r>
      <w:r>
        <w:t xml:space="preserve">. </w:t>
      </w:r>
      <w:r w:rsidR="005A3479">
        <w:t>Voilà ce que j</w:t>
      </w:r>
      <w:r>
        <w:t>’</w:t>
      </w:r>
      <w:r w:rsidR="005A3479">
        <w:t>ai fait</w:t>
      </w:r>
      <w:r>
        <w:t xml:space="preserve">. </w:t>
      </w:r>
      <w:r w:rsidR="005A3479">
        <w:t>On m</w:t>
      </w:r>
      <w:r>
        <w:t>’</w:t>
      </w:r>
      <w:r w:rsidR="005A3479">
        <w:t>a enfermée parce que j</w:t>
      </w:r>
      <w:r>
        <w:t>’</w:t>
      </w:r>
      <w:r w:rsidR="005A3479">
        <w:t>étais allée avec vous</w:t>
      </w:r>
      <w:r>
        <w:t xml:space="preserve">. </w:t>
      </w:r>
      <w:r w:rsidR="005A3479">
        <w:t>Cela m</w:t>
      </w:r>
      <w:r>
        <w:t>’</w:t>
      </w:r>
      <w:r w:rsidR="005A3479">
        <w:t>a paru si injuste que je n</w:t>
      </w:r>
      <w:r>
        <w:t>’</w:t>
      </w:r>
      <w:r w:rsidR="005A3479">
        <w:t>ai pu le supporter</w:t>
      </w:r>
      <w:r>
        <w:t xml:space="preserve">. </w:t>
      </w:r>
      <w:r w:rsidR="005A3479">
        <w:t>J</w:t>
      </w:r>
      <w:r>
        <w:t>’</w:t>
      </w:r>
      <w:r w:rsidR="005A3479">
        <w:t>ai sauté par la fenêtre et je me suis sauvée à travers le ruisseau</w:t>
      </w:r>
      <w:r>
        <w:t>.</w:t>
      </w:r>
    </w:p>
    <w:p w14:paraId="5F2B66A9" w14:textId="77777777" w:rsidR="006F1ADB" w:rsidRDefault="005A3479" w:rsidP="005A3479">
      <w:r>
        <w:t>Elle avait commencé ces explications avec l</w:t>
      </w:r>
      <w:r w:rsidR="006F1ADB">
        <w:t>’</w:t>
      </w:r>
      <w:r>
        <w:t>accent déda</w:t>
      </w:r>
      <w:r>
        <w:t>i</w:t>
      </w:r>
      <w:r>
        <w:t>gneux qui lui était habituel</w:t>
      </w:r>
      <w:r w:rsidR="006F1ADB">
        <w:t xml:space="preserve">, </w:t>
      </w:r>
      <w:r>
        <w:t>mais</w:t>
      </w:r>
      <w:r w:rsidR="006F1ADB">
        <w:t xml:space="preserve">, </w:t>
      </w:r>
      <w:r>
        <w:t>avant la fin</w:t>
      </w:r>
      <w:r w:rsidR="006F1ADB">
        <w:t xml:space="preserve">, </w:t>
      </w:r>
      <w:r>
        <w:t>ses lèvres roses tremblèrent et elle put à peine s</w:t>
      </w:r>
      <w:r w:rsidR="006F1ADB">
        <w:t>’</w:t>
      </w:r>
      <w:r>
        <w:t>empêcher de pleurer</w:t>
      </w:r>
      <w:r w:rsidR="006F1ADB">
        <w:t>.</w:t>
      </w:r>
    </w:p>
    <w:p w14:paraId="03C07368" w14:textId="77777777" w:rsidR="006F1ADB" w:rsidRDefault="006F1ADB" w:rsidP="005A3479">
      <w:r>
        <w:t>— </w:t>
      </w:r>
      <w:r w:rsidR="005A3479">
        <w:t>Chère Sue</w:t>
      </w:r>
      <w:r>
        <w:t xml:space="preserve">, </w:t>
      </w:r>
      <w:r w:rsidR="005A3479">
        <w:t>dit-il</w:t>
      </w:r>
      <w:r>
        <w:t xml:space="preserve">, </w:t>
      </w:r>
      <w:r w:rsidR="005A3479">
        <w:t>vous allez quitter ces habits et je d</w:t>
      </w:r>
      <w:r w:rsidR="005A3479">
        <w:t>e</w:t>
      </w:r>
      <w:r w:rsidR="005A3479">
        <w:t>manderai à la propriétaire de vous prêter les siens</w:t>
      </w:r>
      <w:r>
        <w:t>.</w:t>
      </w:r>
    </w:p>
    <w:p w14:paraId="7C73974A" w14:textId="77777777" w:rsidR="006F1ADB" w:rsidRDefault="006F1ADB" w:rsidP="005A3479">
      <w:r>
        <w:t>— </w:t>
      </w:r>
      <w:r w:rsidR="005A3479">
        <w:t>Non</w:t>
      </w:r>
      <w:r>
        <w:t xml:space="preserve">, </w:t>
      </w:r>
      <w:r w:rsidR="005A3479">
        <w:t>non</w:t>
      </w:r>
      <w:r>
        <w:t xml:space="preserve"> ! </w:t>
      </w:r>
      <w:r w:rsidR="005A3479">
        <w:t>Qu</w:t>
      </w:r>
      <w:r>
        <w:t>’</w:t>
      </w:r>
      <w:r w:rsidR="005A3479">
        <w:t>elle ne sache rien</w:t>
      </w:r>
      <w:r>
        <w:t xml:space="preserve">, </w:t>
      </w:r>
      <w:r w:rsidR="005A3479">
        <w:t>au nom du ciel</w:t>
      </w:r>
      <w:r>
        <w:t xml:space="preserve"> ! </w:t>
      </w:r>
      <w:r w:rsidR="005A3479">
        <w:t>Nous sommes si près de l</w:t>
      </w:r>
      <w:r>
        <w:t>’</w:t>
      </w:r>
      <w:r w:rsidR="005A3479">
        <w:t>école qu</w:t>
      </w:r>
      <w:r>
        <w:t>’</w:t>
      </w:r>
      <w:r w:rsidR="005A3479">
        <w:t>on viendrait me chercher</w:t>
      </w:r>
      <w:r>
        <w:t>.</w:t>
      </w:r>
    </w:p>
    <w:p w14:paraId="3CD5E366" w14:textId="77777777" w:rsidR="006F1ADB" w:rsidRDefault="006F1ADB" w:rsidP="005A3479">
      <w:r>
        <w:t>— </w:t>
      </w:r>
      <w:r w:rsidR="005A3479">
        <w:t>Eh bien</w:t>
      </w:r>
      <w:r>
        <w:t xml:space="preserve">, </w:t>
      </w:r>
      <w:r w:rsidR="005A3479">
        <w:t>vous mettrez mes habits</w:t>
      </w:r>
      <w:r>
        <w:t xml:space="preserve">. </w:t>
      </w:r>
      <w:r w:rsidR="005A3479">
        <w:t>Cela ne vous fait rien</w:t>
      </w:r>
      <w:r>
        <w:t> ?</w:t>
      </w:r>
    </w:p>
    <w:p w14:paraId="27C95C98" w14:textId="77777777" w:rsidR="006F1ADB" w:rsidRDefault="006F1ADB" w:rsidP="005A3479">
      <w:r>
        <w:t>— </w:t>
      </w:r>
      <w:r w:rsidR="005A3479">
        <w:t>Non</w:t>
      </w:r>
      <w:r>
        <w:t>.</w:t>
      </w:r>
    </w:p>
    <w:p w14:paraId="480BEB3A" w14:textId="77777777" w:rsidR="006F1ADB" w:rsidRDefault="006F1ADB" w:rsidP="005A3479">
      <w:r>
        <w:t>— </w:t>
      </w:r>
      <w:r w:rsidR="005A3479">
        <w:t>Mes vêtements du dimanche</w:t>
      </w:r>
      <w:r>
        <w:t xml:space="preserve">, </w:t>
      </w:r>
      <w:r w:rsidR="005A3479">
        <w:t>vous savez</w:t>
      </w:r>
      <w:r>
        <w:t>.</w:t>
      </w:r>
    </w:p>
    <w:p w14:paraId="5A2DC0BA" w14:textId="77777777" w:rsidR="006F1ADB" w:rsidRDefault="005A3479" w:rsidP="005A3479">
      <w:r>
        <w:t>Il ouvrit un tiroir</w:t>
      </w:r>
      <w:r w:rsidR="006F1ADB">
        <w:t xml:space="preserve">, </w:t>
      </w:r>
      <w:r>
        <w:t>prit ses meilleurs vêtements noirs et dit</w:t>
      </w:r>
      <w:r w:rsidR="006F1ADB">
        <w:t> :</w:t>
      </w:r>
    </w:p>
    <w:p w14:paraId="5890C83F" w14:textId="77777777" w:rsidR="006F1ADB" w:rsidRDefault="006F1ADB" w:rsidP="005A3479">
      <w:r>
        <w:t>— </w:t>
      </w:r>
      <w:r w:rsidR="005A3479">
        <w:t>Maintenant</w:t>
      </w:r>
      <w:r>
        <w:t xml:space="preserve">, </w:t>
      </w:r>
      <w:r w:rsidR="005A3479">
        <w:t>combien de temps dois-je vous quitter</w:t>
      </w:r>
      <w:r>
        <w:t> ?</w:t>
      </w:r>
    </w:p>
    <w:p w14:paraId="69727A22" w14:textId="77777777" w:rsidR="006F1ADB" w:rsidRDefault="006F1ADB" w:rsidP="005A3479">
      <w:r>
        <w:t>— </w:t>
      </w:r>
      <w:r w:rsidR="005A3479">
        <w:t>Dix minutes</w:t>
      </w:r>
      <w:r>
        <w:t>.</w:t>
      </w:r>
    </w:p>
    <w:p w14:paraId="72477D23" w14:textId="77777777" w:rsidR="006F1ADB" w:rsidRDefault="005A3479" w:rsidP="005A3479">
      <w:r>
        <w:t>Jude sortit dans la rue où il marcha de long en large</w:t>
      </w:r>
      <w:r w:rsidR="006F1ADB">
        <w:t xml:space="preserve">. </w:t>
      </w:r>
      <w:r>
        <w:t>Une cloche sonnant la demie après sept heures</w:t>
      </w:r>
      <w:r w:rsidR="006F1ADB">
        <w:t xml:space="preserve">, </w:t>
      </w:r>
      <w:r>
        <w:t>il rentra</w:t>
      </w:r>
      <w:r w:rsidR="006F1ADB">
        <w:t xml:space="preserve">. </w:t>
      </w:r>
      <w:r>
        <w:t>Étendue dans l</w:t>
      </w:r>
      <w:r w:rsidR="006F1ADB">
        <w:t>’</w:t>
      </w:r>
      <w:r>
        <w:t>unique fauteuil</w:t>
      </w:r>
      <w:r w:rsidR="006F1ADB">
        <w:t xml:space="preserve">, </w:t>
      </w:r>
      <w:r>
        <w:t>il vit la forme délicate d</w:t>
      </w:r>
      <w:r w:rsidR="006F1ADB">
        <w:t>’</w:t>
      </w:r>
      <w:r>
        <w:t>une femme tr</w:t>
      </w:r>
      <w:r>
        <w:t>a</w:t>
      </w:r>
      <w:r>
        <w:t>vestie dans son propre costume du dimanche</w:t>
      </w:r>
      <w:r w:rsidR="006F1ADB">
        <w:t xml:space="preserve">, </w:t>
      </w:r>
      <w:r>
        <w:t>si pathétique dans sa faiblesse sans défense</w:t>
      </w:r>
      <w:r w:rsidR="006F1ADB">
        <w:t xml:space="preserve">, </w:t>
      </w:r>
      <w:r>
        <w:t>que son cœur en fut ému</w:t>
      </w:r>
      <w:r w:rsidR="006F1ADB">
        <w:t xml:space="preserve">. </w:t>
      </w:r>
      <w:r>
        <w:t>Sur deux chaises</w:t>
      </w:r>
      <w:r w:rsidR="006F1ADB">
        <w:t xml:space="preserve">, </w:t>
      </w:r>
      <w:r>
        <w:t>devant le feu</w:t>
      </w:r>
      <w:r w:rsidR="006F1ADB">
        <w:t xml:space="preserve">, </w:t>
      </w:r>
      <w:r>
        <w:t>étaient étendus les vêtements mouillés</w:t>
      </w:r>
      <w:r w:rsidR="006F1ADB">
        <w:t>.</w:t>
      </w:r>
    </w:p>
    <w:p w14:paraId="6B322B52" w14:textId="77777777" w:rsidR="006F1ADB" w:rsidRDefault="005A3479" w:rsidP="005A3479">
      <w:r>
        <w:lastRenderedPageBreak/>
        <w:t>Elle rougit quand il vint s</w:t>
      </w:r>
      <w:r w:rsidR="006F1ADB">
        <w:t>’</w:t>
      </w:r>
      <w:r>
        <w:t>asseoir près d</w:t>
      </w:r>
      <w:r w:rsidR="006F1ADB">
        <w:t>’</w:t>
      </w:r>
      <w:r>
        <w:t>elle</w:t>
      </w:r>
      <w:r w:rsidR="006F1ADB">
        <w:t xml:space="preserve">, </w:t>
      </w:r>
      <w:r>
        <w:t>mais sa gêne ne dura qu</w:t>
      </w:r>
      <w:r w:rsidR="006F1ADB">
        <w:t>’</w:t>
      </w:r>
      <w:r>
        <w:t>un moment</w:t>
      </w:r>
      <w:r w:rsidR="006F1ADB">
        <w:t>.</w:t>
      </w:r>
    </w:p>
    <w:p w14:paraId="7C94D304" w14:textId="77777777" w:rsidR="006F1ADB" w:rsidRDefault="006F1ADB" w:rsidP="005A3479">
      <w:r>
        <w:t>— </w:t>
      </w:r>
      <w:r w:rsidR="005A3479">
        <w:t>Je suppose</w:t>
      </w:r>
      <w:r>
        <w:t xml:space="preserve">, </w:t>
      </w:r>
      <w:r w:rsidR="005A3479">
        <w:t>Jude</w:t>
      </w:r>
      <w:r>
        <w:t xml:space="preserve">, </w:t>
      </w:r>
      <w:r w:rsidR="005A3479">
        <w:t>que vous trouvez étrange de me voir ainsi vêtue</w:t>
      </w:r>
      <w:r>
        <w:t xml:space="preserve">, </w:t>
      </w:r>
      <w:r w:rsidR="005A3479">
        <w:t>et mes habits étendus là</w:t>
      </w:r>
      <w:r>
        <w:t xml:space="preserve">… </w:t>
      </w:r>
      <w:r w:rsidR="005A3479">
        <w:t>Je voudrais ne pas me sentir si lasse et si malade</w:t>
      </w:r>
      <w:r>
        <w:t>…</w:t>
      </w:r>
    </w:p>
    <w:p w14:paraId="10144E4D" w14:textId="77777777" w:rsidR="006F1ADB" w:rsidRDefault="006F1ADB" w:rsidP="005A3479">
      <w:r>
        <w:t>— </w:t>
      </w:r>
      <w:r w:rsidR="005A3479">
        <w:t>Si vous êtes malade</w:t>
      </w:r>
      <w:r>
        <w:t xml:space="preserve">, </w:t>
      </w:r>
      <w:r w:rsidR="005A3479">
        <w:t>vous resterez ici</w:t>
      </w:r>
      <w:r>
        <w:t xml:space="preserve">. </w:t>
      </w:r>
      <w:r w:rsidR="005A3479">
        <w:t>Chère</w:t>
      </w:r>
      <w:r>
        <w:t xml:space="preserve">, </w:t>
      </w:r>
      <w:r w:rsidR="005A3479">
        <w:t>chère Sue</w:t>
      </w:r>
      <w:r>
        <w:t xml:space="preserve">, </w:t>
      </w:r>
      <w:r w:rsidR="005A3479">
        <w:t>que puis-je vous donner</w:t>
      </w:r>
      <w:r>
        <w:t> ?</w:t>
      </w:r>
    </w:p>
    <w:p w14:paraId="5BDD704F" w14:textId="77777777" w:rsidR="006F1ADB" w:rsidRDefault="006F1ADB" w:rsidP="005A3479">
      <w:r>
        <w:t>— </w:t>
      </w:r>
      <w:r w:rsidR="005A3479">
        <w:t>Je ne sais pas</w:t>
      </w:r>
      <w:r>
        <w:t xml:space="preserve">. </w:t>
      </w:r>
      <w:r w:rsidR="005A3479">
        <w:t>Je ne puis m</w:t>
      </w:r>
      <w:r>
        <w:t>’</w:t>
      </w:r>
      <w:r w:rsidR="005A3479">
        <w:t>empêcher de frissonner</w:t>
      </w:r>
      <w:r>
        <w:t xml:space="preserve">. </w:t>
      </w:r>
      <w:r w:rsidR="005A3479">
        <w:t>Je voudrais avoir plus chaud</w:t>
      </w:r>
      <w:r>
        <w:t>.</w:t>
      </w:r>
    </w:p>
    <w:p w14:paraId="4CF6BB13" w14:textId="77777777" w:rsidR="006F1ADB" w:rsidRDefault="005A3479" w:rsidP="005A3479">
      <w:r>
        <w:t>Jude jeta sur elle un grand pardessus et courut à l</w:t>
      </w:r>
      <w:r w:rsidR="006F1ADB">
        <w:t>’</w:t>
      </w:r>
      <w:r>
        <w:t>auberge la plus proche d</w:t>
      </w:r>
      <w:r w:rsidR="006F1ADB">
        <w:t>’</w:t>
      </w:r>
      <w:r>
        <w:t>où il rapporta une petite bouteille</w:t>
      </w:r>
      <w:r w:rsidR="006F1ADB">
        <w:t>.</w:t>
      </w:r>
    </w:p>
    <w:p w14:paraId="61D3E7E1" w14:textId="77777777" w:rsidR="006F1ADB" w:rsidRDefault="006F1ADB" w:rsidP="005A3479">
      <w:r>
        <w:t>— </w:t>
      </w:r>
      <w:r w:rsidR="005A3479">
        <w:t>Voici un peu d</w:t>
      </w:r>
      <w:r>
        <w:t>’</w:t>
      </w:r>
      <w:r w:rsidR="005A3479">
        <w:t>excellent brandy</w:t>
      </w:r>
      <w:r>
        <w:t xml:space="preserve">, </w:t>
      </w:r>
      <w:r w:rsidR="005A3479">
        <w:t>dit-il</w:t>
      </w:r>
      <w:r>
        <w:t xml:space="preserve">. </w:t>
      </w:r>
      <w:r w:rsidR="005A3479">
        <w:t>Vous allez boire cela</w:t>
      </w:r>
      <w:r>
        <w:t xml:space="preserve">, </w:t>
      </w:r>
      <w:r w:rsidR="005A3479">
        <w:t>chère</w:t>
      </w:r>
      <w:r>
        <w:t xml:space="preserve">, </w:t>
      </w:r>
      <w:r w:rsidR="005A3479">
        <w:t>tout cela</w:t>
      </w:r>
      <w:r>
        <w:t>.</w:t>
      </w:r>
    </w:p>
    <w:p w14:paraId="01BAE632" w14:textId="77777777" w:rsidR="006F1ADB" w:rsidRDefault="005A3479" w:rsidP="005A3479">
      <w:r>
        <w:t>Il prit un verre sur la table à toilette</w:t>
      </w:r>
      <w:r w:rsidR="006F1ADB">
        <w:t xml:space="preserve">, </w:t>
      </w:r>
      <w:r>
        <w:t>et mélangea la liqueur avec un peu d</w:t>
      </w:r>
      <w:r w:rsidR="006F1ADB">
        <w:t>’</w:t>
      </w:r>
      <w:r>
        <w:t>eau</w:t>
      </w:r>
      <w:r w:rsidR="006F1ADB">
        <w:t xml:space="preserve">. </w:t>
      </w:r>
      <w:r>
        <w:t>Elle hésita un peu</w:t>
      </w:r>
      <w:r w:rsidR="006F1ADB">
        <w:t xml:space="preserve">, </w:t>
      </w:r>
      <w:r>
        <w:t>avala une gorgée et r</w:t>
      </w:r>
      <w:r>
        <w:t>e</w:t>
      </w:r>
      <w:r>
        <w:t>tomba dans le fauteuil</w:t>
      </w:r>
      <w:r w:rsidR="006F1ADB">
        <w:t xml:space="preserve">. </w:t>
      </w:r>
      <w:r>
        <w:t>Elle commença à raconter en détail tout ce qui était arrivé depuis leur séparation</w:t>
      </w:r>
      <w:r w:rsidR="006F1ADB">
        <w:t xml:space="preserve"> ; </w:t>
      </w:r>
      <w:r>
        <w:t>mais</w:t>
      </w:r>
      <w:r w:rsidR="006F1ADB">
        <w:t xml:space="preserve">, </w:t>
      </w:r>
      <w:r>
        <w:t>au milieu du r</w:t>
      </w:r>
      <w:r>
        <w:t>é</w:t>
      </w:r>
      <w:r>
        <w:t>cit</w:t>
      </w:r>
      <w:r w:rsidR="006F1ADB">
        <w:t xml:space="preserve">, </w:t>
      </w:r>
      <w:r>
        <w:t>sa voix faiblit</w:t>
      </w:r>
      <w:r w:rsidR="006F1ADB">
        <w:t xml:space="preserve">, </w:t>
      </w:r>
      <w:r>
        <w:t>sa tête s</w:t>
      </w:r>
      <w:r w:rsidR="006F1ADB">
        <w:t>’</w:t>
      </w:r>
      <w:r>
        <w:t>inclina et elle se tut</w:t>
      </w:r>
      <w:r w:rsidR="006F1ADB">
        <w:t xml:space="preserve">. </w:t>
      </w:r>
      <w:r>
        <w:t>Elle dormait profondément</w:t>
      </w:r>
      <w:r w:rsidR="006F1ADB">
        <w:t xml:space="preserve">. </w:t>
      </w:r>
      <w:r>
        <w:t>Jude</w:t>
      </w:r>
      <w:r w:rsidR="006F1ADB">
        <w:t xml:space="preserve">, </w:t>
      </w:r>
      <w:r>
        <w:t>dans la mortelle anxiété qu</w:t>
      </w:r>
      <w:r w:rsidR="006F1ADB">
        <w:t>’</w:t>
      </w:r>
      <w:r>
        <w:t>elle ne risquât quelque grave maladie</w:t>
      </w:r>
      <w:r w:rsidR="006F1ADB">
        <w:t xml:space="preserve">, </w:t>
      </w:r>
      <w:r>
        <w:t>fut charmé d</w:t>
      </w:r>
      <w:r w:rsidR="006F1ADB">
        <w:t>’</w:t>
      </w:r>
      <w:r>
        <w:t>entendre son souffle rég</w:t>
      </w:r>
      <w:r>
        <w:t>u</w:t>
      </w:r>
      <w:r>
        <w:t>lier</w:t>
      </w:r>
      <w:r w:rsidR="006F1ADB">
        <w:t xml:space="preserve">. </w:t>
      </w:r>
      <w:r>
        <w:t>Il s</w:t>
      </w:r>
      <w:r w:rsidR="006F1ADB">
        <w:t>’</w:t>
      </w:r>
      <w:r>
        <w:t>approcha d</w:t>
      </w:r>
      <w:r w:rsidR="006F1ADB">
        <w:t>’</w:t>
      </w:r>
      <w:r>
        <w:t>elle</w:t>
      </w:r>
      <w:r w:rsidR="006F1ADB">
        <w:t xml:space="preserve">, </w:t>
      </w:r>
      <w:r>
        <w:t>doucement</w:t>
      </w:r>
      <w:r w:rsidR="006F1ADB">
        <w:t xml:space="preserve">, </w:t>
      </w:r>
      <w:r>
        <w:t>et vit une chaude rougeur couvrir ses joues bleuâtres</w:t>
      </w:r>
      <w:r w:rsidR="006F1ADB">
        <w:t xml:space="preserve">, </w:t>
      </w:r>
      <w:r>
        <w:t>tandis que sa main pendante se r</w:t>
      </w:r>
      <w:r>
        <w:t>é</w:t>
      </w:r>
      <w:r>
        <w:t>chauffait par degrés</w:t>
      </w:r>
      <w:r w:rsidR="006F1ADB">
        <w:t xml:space="preserve">. </w:t>
      </w:r>
      <w:r>
        <w:t>Alors</w:t>
      </w:r>
      <w:r w:rsidR="006F1ADB">
        <w:t xml:space="preserve">, </w:t>
      </w:r>
      <w:r>
        <w:t>il s</w:t>
      </w:r>
      <w:r w:rsidR="006F1ADB">
        <w:t>’</w:t>
      </w:r>
      <w:r>
        <w:t>assit</w:t>
      </w:r>
      <w:r w:rsidR="006F1ADB">
        <w:t xml:space="preserve">, </w:t>
      </w:r>
      <w:r>
        <w:t>le dos au feu</w:t>
      </w:r>
      <w:r w:rsidR="006F1ADB">
        <w:t xml:space="preserve">, </w:t>
      </w:r>
      <w:r>
        <w:t>regardant Sue</w:t>
      </w:r>
      <w:r w:rsidR="006F1ADB">
        <w:t xml:space="preserve">, </w:t>
      </w:r>
      <w:r>
        <w:t>et voyant en elle plus qu</w:t>
      </w:r>
      <w:r w:rsidR="006F1ADB">
        <w:t>’</w:t>
      </w:r>
      <w:r>
        <w:t>une divinité</w:t>
      </w:r>
      <w:r w:rsidR="006F1ADB">
        <w:t>.</w:t>
      </w:r>
    </w:p>
    <w:p w14:paraId="7839B67D" w14:textId="19739229" w:rsidR="005A3479" w:rsidRDefault="005A3479" w:rsidP="006F1ADB">
      <w:pPr>
        <w:pStyle w:val="Titre2"/>
      </w:pPr>
      <w:bookmarkStart w:id="45" w:name="__RefHeading__47_1957917597"/>
      <w:bookmarkStart w:id="46" w:name="_Toc202369638"/>
      <w:bookmarkEnd w:id="45"/>
      <w:r>
        <w:lastRenderedPageBreak/>
        <w:t>IV</w:t>
      </w:r>
      <w:bookmarkEnd w:id="46"/>
    </w:p>
    <w:p w14:paraId="629884E3" w14:textId="77777777" w:rsidR="006F1ADB" w:rsidRDefault="005A3479" w:rsidP="005A3479">
      <w:r>
        <w:t>La rêverie de Jude fut interrompue par un bruit de pas gr</w:t>
      </w:r>
      <w:r>
        <w:t>a</w:t>
      </w:r>
      <w:r>
        <w:t>vissant l</w:t>
      </w:r>
      <w:r w:rsidR="006F1ADB">
        <w:t>’</w:t>
      </w:r>
      <w:r>
        <w:t>escalier</w:t>
      </w:r>
      <w:r w:rsidR="006F1ADB">
        <w:t>.</w:t>
      </w:r>
    </w:p>
    <w:p w14:paraId="73DB973D" w14:textId="77777777" w:rsidR="006F1ADB" w:rsidRDefault="005A3479" w:rsidP="005A3479">
      <w:r>
        <w:t>Il prit les vêtements de Sue</w:t>
      </w:r>
      <w:r w:rsidR="006F1ADB">
        <w:t xml:space="preserve">, </w:t>
      </w:r>
      <w:r>
        <w:t>et</w:t>
      </w:r>
      <w:r w:rsidR="006F1ADB">
        <w:t xml:space="preserve">, </w:t>
      </w:r>
      <w:r>
        <w:t>les enlevant de la chaise où ils séchaient</w:t>
      </w:r>
      <w:r w:rsidR="006F1ADB">
        <w:t xml:space="preserve">, </w:t>
      </w:r>
      <w:r>
        <w:t>il les cacha sous le lit et s</w:t>
      </w:r>
      <w:r w:rsidR="006F1ADB">
        <w:t>’</w:t>
      </w:r>
      <w:r>
        <w:t>assit devant ses livres</w:t>
      </w:r>
      <w:r w:rsidR="006F1ADB">
        <w:t xml:space="preserve">. </w:t>
      </w:r>
      <w:r>
        <w:t>Quelqu</w:t>
      </w:r>
      <w:r w:rsidR="006F1ADB">
        <w:t>’</w:t>
      </w:r>
      <w:r>
        <w:t>un frappa et ouvrit la porte immédiatement</w:t>
      </w:r>
      <w:r w:rsidR="006F1ADB">
        <w:t xml:space="preserve">. </w:t>
      </w:r>
      <w:r>
        <w:t>C</w:t>
      </w:r>
      <w:r w:rsidR="006F1ADB">
        <w:t>’</w:t>
      </w:r>
      <w:r>
        <w:t>était la propriétaire</w:t>
      </w:r>
      <w:r w:rsidR="006F1ADB">
        <w:t>.</w:t>
      </w:r>
    </w:p>
    <w:p w14:paraId="7B4E19ED" w14:textId="77777777" w:rsidR="006F1ADB" w:rsidRDefault="005A3479" w:rsidP="005A3479">
      <w:r>
        <w:t>Jude avait l</w:t>
      </w:r>
      <w:r w:rsidR="006F1ADB">
        <w:t>’</w:t>
      </w:r>
      <w:r>
        <w:t>habitude de descendre dîner avec la famille pour éviter un trop grand dérangement</w:t>
      </w:r>
      <w:r w:rsidR="006F1ADB">
        <w:t xml:space="preserve">. </w:t>
      </w:r>
      <w:r>
        <w:t>Mais</w:t>
      </w:r>
      <w:r w:rsidR="006F1ADB">
        <w:t xml:space="preserve">, </w:t>
      </w:r>
      <w:r>
        <w:t>cette fois</w:t>
      </w:r>
      <w:r w:rsidR="006F1ADB">
        <w:t xml:space="preserve">, </w:t>
      </w:r>
      <w:r>
        <w:t>il se fit apporter son dîner dans sa chambre</w:t>
      </w:r>
      <w:r w:rsidR="006F1ADB">
        <w:t xml:space="preserve">, </w:t>
      </w:r>
      <w:r>
        <w:t>et le reçut lui-même</w:t>
      </w:r>
      <w:r w:rsidR="006F1ADB">
        <w:t xml:space="preserve">, </w:t>
      </w:r>
      <w:r>
        <w:t>sur le seuil</w:t>
      </w:r>
      <w:r w:rsidR="006F1ADB">
        <w:t xml:space="preserve">, </w:t>
      </w:r>
      <w:r>
        <w:t>des mains de la propriétaire</w:t>
      </w:r>
      <w:r w:rsidR="006F1ADB">
        <w:t xml:space="preserve">. </w:t>
      </w:r>
      <w:r>
        <w:t>Quand elle fut descendue</w:t>
      </w:r>
      <w:r w:rsidR="006F1ADB">
        <w:t xml:space="preserve">, </w:t>
      </w:r>
      <w:r>
        <w:t>il mit la théière au bord de la grille du foyer et étendit de nouveau les vêtements de Sue</w:t>
      </w:r>
      <w:r w:rsidR="006F1ADB">
        <w:t xml:space="preserve">. </w:t>
      </w:r>
      <w:r>
        <w:t>Ils étaient loin d</w:t>
      </w:r>
      <w:r w:rsidR="006F1ADB">
        <w:t>’</w:t>
      </w:r>
      <w:r>
        <w:t>être secs</w:t>
      </w:r>
      <w:r w:rsidR="006F1ADB">
        <w:t>.</w:t>
      </w:r>
    </w:p>
    <w:p w14:paraId="4B6AFAEF" w14:textId="77777777" w:rsidR="006F1ADB" w:rsidRDefault="005A3479" w:rsidP="005A3479">
      <w:r>
        <w:t>Elle dit tout à coup</w:t>
      </w:r>
      <w:r w:rsidR="006F1ADB">
        <w:t> :</w:t>
      </w:r>
    </w:p>
    <w:p w14:paraId="6D4CCFAB" w14:textId="77777777" w:rsidR="006F1ADB" w:rsidRDefault="006F1ADB" w:rsidP="005A3479">
      <w:r>
        <w:t>— </w:t>
      </w:r>
      <w:r w:rsidR="005A3479">
        <w:t>Jude</w:t>
      </w:r>
      <w:r>
        <w:t> !</w:t>
      </w:r>
    </w:p>
    <w:p w14:paraId="2862472A" w14:textId="77777777" w:rsidR="006F1ADB" w:rsidRDefault="006F1ADB" w:rsidP="005A3479">
      <w:r>
        <w:t>— </w:t>
      </w:r>
      <w:r w:rsidR="005A3479">
        <w:t>Oui</w:t>
      </w:r>
      <w:r>
        <w:t xml:space="preserve">… </w:t>
      </w:r>
      <w:r w:rsidR="005A3479">
        <w:t>Tout va bien</w:t>
      </w:r>
      <w:r>
        <w:t xml:space="preserve">… </w:t>
      </w:r>
      <w:r w:rsidR="005A3479">
        <w:t>Comment vous sentez-vous</w:t>
      </w:r>
      <w:r>
        <w:t> ?</w:t>
      </w:r>
    </w:p>
    <w:p w14:paraId="011B4EAB" w14:textId="77777777" w:rsidR="006F1ADB" w:rsidRDefault="006F1ADB" w:rsidP="005A3479">
      <w:r>
        <w:t>— </w:t>
      </w:r>
      <w:r w:rsidR="005A3479">
        <w:t>Mieux</w:t>
      </w:r>
      <w:r>
        <w:t xml:space="preserve">. </w:t>
      </w:r>
      <w:r w:rsidR="005A3479">
        <w:t>Tout à fait bien</w:t>
      </w:r>
      <w:r>
        <w:t xml:space="preserve">… </w:t>
      </w:r>
      <w:r w:rsidR="005A3479">
        <w:t>Je crois que j</w:t>
      </w:r>
      <w:r>
        <w:t>’</w:t>
      </w:r>
      <w:r w:rsidR="005A3479">
        <w:t>ai dormi</w:t>
      </w:r>
      <w:r>
        <w:t xml:space="preserve">. </w:t>
      </w:r>
      <w:r w:rsidR="005A3479">
        <w:t>Quelle heure est-il</w:t>
      </w:r>
      <w:r>
        <w:t> ?</w:t>
      </w:r>
    </w:p>
    <w:p w14:paraId="621D3C1B" w14:textId="77777777" w:rsidR="006F1ADB" w:rsidRDefault="006F1ADB" w:rsidP="005A3479">
      <w:r>
        <w:t>— </w:t>
      </w:r>
      <w:r w:rsidR="005A3479">
        <w:t>Dix heures passées</w:t>
      </w:r>
      <w:r>
        <w:t>.</w:t>
      </w:r>
    </w:p>
    <w:p w14:paraId="57850C79" w14:textId="77777777" w:rsidR="006F1ADB" w:rsidRDefault="005A3479" w:rsidP="005A3479">
      <w:r>
        <w:t>Le souper la réconforta</w:t>
      </w:r>
      <w:r w:rsidR="006F1ADB">
        <w:t xml:space="preserve">. </w:t>
      </w:r>
      <w:r>
        <w:t>Le thé était-il trop vert</w:t>
      </w:r>
      <w:r w:rsidR="006F1ADB">
        <w:t xml:space="preserve">, </w:t>
      </w:r>
      <w:r>
        <w:t>ou bien avait-il infusé trop longtemps</w:t>
      </w:r>
      <w:r w:rsidR="006F1ADB">
        <w:t xml:space="preserve"> ? </w:t>
      </w:r>
      <w:r>
        <w:t>mais elle sembla extraordina</w:t>
      </w:r>
      <w:r>
        <w:t>i</w:t>
      </w:r>
      <w:r>
        <w:t>rement éveillée ensuite</w:t>
      </w:r>
      <w:r w:rsidR="006F1ADB">
        <w:t>.</w:t>
      </w:r>
    </w:p>
    <w:p w14:paraId="758DACEE" w14:textId="77777777" w:rsidR="006F1ADB" w:rsidRDefault="006F1ADB" w:rsidP="005A3479">
      <w:r>
        <w:t>— </w:t>
      </w:r>
      <w:r w:rsidR="005A3479">
        <w:t>Vous m</w:t>
      </w:r>
      <w:r>
        <w:t>’</w:t>
      </w:r>
      <w:r w:rsidR="005A3479">
        <w:t>avez appelée une créature de civilisation</w:t>
      </w:r>
      <w:r>
        <w:t xml:space="preserve">, </w:t>
      </w:r>
      <w:r w:rsidR="005A3479">
        <w:t>dit-elle</w:t>
      </w:r>
      <w:r>
        <w:t xml:space="preserve">, </w:t>
      </w:r>
      <w:r w:rsidR="005A3479">
        <w:t>rompant un silence</w:t>
      </w:r>
      <w:r>
        <w:t xml:space="preserve">. </w:t>
      </w:r>
      <w:r w:rsidR="005A3479">
        <w:t>Il est singulier que vous ayez pensé ainsi</w:t>
      </w:r>
      <w:r>
        <w:t>.</w:t>
      </w:r>
    </w:p>
    <w:p w14:paraId="6E398EA4" w14:textId="77777777" w:rsidR="006F1ADB" w:rsidRDefault="006F1ADB" w:rsidP="005A3479">
      <w:r>
        <w:t>— </w:t>
      </w:r>
      <w:r w:rsidR="005A3479">
        <w:t>Pourquoi</w:t>
      </w:r>
      <w:r>
        <w:t> ?</w:t>
      </w:r>
    </w:p>
    <w:p w14:paraId="01C187FF" w14:textId="77777777" w:rsidR="006F1ADB" w:rsidRDefault="006F1ADB" w:rsidP="005A3479">
      <w:r>
        <w:lastRenderedPageBreak/>
        <w:t>— </w:t>
      </w:r>
      <w:r w:rsidR="005A3479">
        <w:t>Mais parce que c</w:t>
      </w:r>
      <w:r>
        <w:t>’</w:t>
      </w:r>
      <w:r w:rsidR="005A3479">
        <w:t>est faux</w:t>
      </w:r>
      <w:r>
        <w:t xml:space="preserve">, </w:t>
      </w:r>
      <w:r w:rsidR="005A3479">
        <w:t>faux à m</w:t>
      </w:r>
      <w:r>
        <w:t>’</w:t>
      </w:r>
      <w:r w:rsidR="005A3479">
        <w:t>irriter</w:t>
      </w:r>
      <w:r>
        <w:t xml:space="preserve">. </w:t>
      </w:r>
      <w:r w:rsidR="005A3479">
        <w:t>Je suis en quelque sorte la négation de cela même</w:t>
      </w:r>
      <w:r>
        <w:t>.</w:t>
      </w:r>
    </w:p>
    <w:p w14:paraId="079C37AF" w14:textId="77777777" w:rsidR="006F1ADB" w:rsidRDefault="006F1ADB" w:rsidP="005A3479">
      <w:r>
        <w:t>— </w:t>
      </w:r>
      <w:r w:rsidR="005A3479">
        <w:t>Vous êtes très philosophique</w:t>
      </w:r>
      <w:r>
        <w:t>. « </w:t>
      </w:r>
      <w:r w:rsidR="005A3479">
        <w:t>La négation</w:t>
      </w:r>
      <w:r>
        <w:t> »</w:t>
      </w:r>
      <w:r w:rsidR="005A3479">
        <w:t xml:space="preserve"> est un mot profond</w:t>
      </w:r>
      <w:r>
        <w:t>.</w:t>
      </w:r>
    </w:p>
    <w:p w14:paraId="18BF7415" w14:textId="77777777" w:rsidR="006F1ADB" w:rsidRDefault="006F1ADB" w:rsidP="005A3479">
      <w:r>
        <w:t>— </w:t>
      </w:r>
      <w:r w:rsidR="005A3479">
        <w:t>Vraiment</w:t>
      </w:r>
      <w:r>
        <w:t xml:space="preserve"> ? </w:t>
      </w:r>
      <w:r w:rsidR="005A3479">
        <w:t>Je vous étonne par ma science</w:t>
      </w:r>
      <w:r>
        <w:t xml:space="preserve"> ? </w:t>
      </w:r>
      <w:r w:rsidR="005A3479">
        <w:t>dit-elle</w:t>
      </w:r>
      <w:r>
        <w:t xml:space="preserve">, </w:t>
      </w:r>
      <w:r w:rsidR="005A3479">
        <w:t>avec une nuance de raillerie</w:t>
      </w:r>
      <w:r>
        <w:t>.</w:t>
      </w:r>
    </w:p>
    <w:p w14:paraId="218DD1FA" w14:textId="77777777" w:rsidR="006F1ADB" w:rsidRDefault="006F1ADB" w:rsidP="005A3479">
      <w:r>
        <w:t>— </w:t>
      </w:r>
      <w:r w:rsidR="005A3479">
        <w:t>Par votre science</w:t>
      </w:r>
      <w:r>
        <w:t xml:space="preserve">, </w:t>
      </w:r>
      <w:r w:rsidR="005A3479">
        <w:t>non</w:t>
      </w:r>
      <w:r>
        <w:t xml:space="preserve">. </w:t>
      </w:r>
      <w:r w:rsidR="005A3479">
        <w:t>Seulement</w:t>
      </w:r>
      <w:r>
        <w:t xml:space="preserve">, </w:t>
      </w:r>
      <w:r w:rsidR="005A3479">
        <w:t>vous ne parlez pas tout à fait comme une fille qui</w:t>
      </w:r>
      <w:r>
        <w:t xml:space="preserve">… </w:t>
      </w:r>
      <w:r w:rsidR="005A3479">
        <w:t>qui n</w:t>
      </w:r>
      <w:r>
        <w:t>’</w:t>
      </w:r>
      <w:r w:rsidR="005A3479">
        <w:t>aurait aucune instruction</w:t>
      </w:r>
      <w:r>
        <w:t>.</w:t>
      </w:r>
    </w:p>
    <w:p w14:paraId="6B5B7773" w14:textId="0CE5E79D" w:rsidR="006F1ADB" w:rsidRDefault="006F1ADB" w:rsidP="005A3479">
      <w:r>
        <w:t>— </w:t>
      </w:r>
      <w:r w:rsidR="005A3479">
        <w:t>J</w:t>
      </w:r>
      <w:r>
        <w:t>’</w:t>
      </w:r>
      <w:r w:rsidR="005A3479">
        <w:t>ai reçu de l</w:t>
      </w:r>
      <w:r>
        <w:t>’</w:t>
      </w:r>
      <w:r w:rsidR="005A3479">
        <w:t>instruction</w:t>
      </w:r>
      <w:r>
        <w:t xml:space="preserve">. </w:t>
      </w:r>
      <w:r w:rsidR="005A3479">
        <w:t>J</w:t>
      </w:r>
      <w:r>
        <w:t>’</w:t>
      </w:r>
      <w:r w:rsidR="005A3479">
        <w:t>ignore le latin et le grec</w:t>
      </w:r>
      <w:r>
        <w:t xml:space="preserve">, </w:t>
      </w:r>
      <w:r w:rsidR="005A3479">
        <w:t>quoique je sache la grammaire de ces deux langues</w:t>
      </w:r>
      <w:r>
        <w:t xml:space="preserve"> ; </w:t>
      </w:r>
      <w:r w:rsidR="005A3479">
        <w:t>mais je connais les classiques grecs et latins à travers les traductions</w:t>
      </w:r>
      <w:r>
        <w:t xml:space="preserve">, </w:t>
      </w:r>
      <w:r w:rsidR="005A3479">
        <w:t>et aussi beaucoup d</w:t>
      </w:r>
      <w:r>
        <w:t>’</w:t>
      </w:r>
      <w:r w:rsidR="005A3479">
        <w:t>autres livres</w:t>
      </w:r>
      <w:r>
        <w:t xml:space="preserve">. </w:t>
      </w:r>
      <w:r w:rsidR="005A3479">
        <w:t>J</w:t>
      </w:r>
      <w:r>
        <w:t>’</w:t>
      </w:r>
      <w:r w:rsidR="005A3479">
        <w:t xml:space="preserve">ai lu </w:t>
      </w:r>
      <w:proofErr w:type="spellStart"/>
      <w:r w:rsidR="005A3479">
        <w:t>Lampride</w:t>
      </w:r>
      <w:proofErr w:type="spellEnd"/>
      <w:r>
        <w:t xml:space="preserve">, </w:t>
      </w:r>
      <w:r w:rsidR="005A3479">
        <w:t>Catulle</w:t>
      </w:r>
      <w:r>
        <w:t xml:space="preserve">, </w:t>
      </w:r>
      <w:r w:rsidR="005A3479">
        <w:t>Ma</w:t>
      </w:r>
      <w:r w:rsidR="005A3479">
        <w:t>r</w:t>
      </w:r>
      <w:r w:rsidR="005A3479">
        <w:t>tial</w:t>
      </w:r>
      <w:r>
        <w:t xml:space="preserve">, </w:t>
      </w:r>
      <w:r w:rsidR="005A3479">
        <w:t>Juvénal</w:t>
      </w:r>
      <w:r>
        <w:t xml:space="preserve">, </w:t>
      </w:r>
      <w:r w:rsidR="005A3479">
        <w:t>Lucien</w:t>
      </w:r>
      <w:r>
        <w:t xml:space="preserve">, </w:t>
      </w:r>
      <w:r w:rsidR="005A3479">
        <w:t>Beaumont et Fletcher</w:t>
      </w:r>
      <w:r>
        <w:t xml:space="preserve">, </w:t>
      </w:r>
      <w:r w:rsidR="005A3479">
        <w:t>Boccace</w:t>
      </w:r>
      <w:r>
        <w:t xml:space="preserve">, </w:t>
      </w:r>
      <w:r w:rsidR="005A3479">
        <w:t>Scarron</w:t>
      </w:r>
      <w:r>
        <w:t xml:space="preserve">, </w:t>
      </w:r>
      <w:r w:rsidR="005A3479">
        <w:t>Brantôme</w:t>
      </w:r>
      <w:r>
        <w:t xml:space="preserve">, </w:t>
      </w:r>
      <w:r w:rsidR="005A3479">
        <w:t>Sterne</w:t>
      </w:r>
      <w:r>
        <w:t xml:space="preserve">, </w:t>
      </w:r>
      <w:r w:rsidR="005A3479">
        <w:t xml:space="preserve">de </w:t>
      </w:r>
      <w:proofErr w:type="spellStart"/>
      <w:r w:rsidR="005A3479">
        <w:t>F</w:t>
      </w:r>
      <w:r>
        <w:t>œ</w:t>
      </w:r>
      <w:proofErr w:type="spellEnd"/>
      <w:r>
        <w:t xml:space="preserve">, </w:t>
      </w:r>
      <w:proofErr w:type="spellStart"/>
      <w:r w:rsidR="005A3479">
        <w:t>Smollett</w:t>
      </w:r>
      <w:proofErr w:type="spellEnd"/>
      <w:r>
        <w:t xml:space="preserve">, </w:t>
      </w:r>
      <w:r w:rsidR="005A3479">
        <w:t>Fielding</w:t>
      </w:r>
      <w:r>
        <w:t xml:space="preserve">, </w:t>
      </w:r>
      <w:r w:rsidR="005A3479">
        <w:t>Shakespeare</w:t>
      </w:r>
      <w:r>
        <w:t xml:space="preserve">, </w:t>
      </w:r>
      <w:r w:rsidR="005A3479">
        <w:t>la Bible</w:t>
      </w:r>
      <w:r>
        <w:t xml:space="preserve">, </w:t>
      </w:r>
      <w:r w:rsidR="005A3479">
        <w:t>etc</w:t>
      </w:r>
      <w:r>
        <w:t xml:space="preserve">.…, </w:t>
      </w:r>
      <w:r w:rsidR="005A3479">
        <w:t>et j</w:t>
      </w:r>
      <w:r>
        <w:t>’</w:t>
      </w:r>
      <w:r w:rsidR="005A3479">
        <w:t>ai trouvé que tout l</w:t>
      </w:r>
      <w:r>
        <w:t>’</w:t>
      </w:r>
      <w:r w:rsidR="005A3479">
        <w:t>intérêt de ces livres disp</w:t>
      </w:r>
      <w:r w:rsidR="005A3479">
        <w:t>a</w:t>
      </w:r>
      <w:r w:rsidR="005A3479">
        <w:t>raît avec leur mystère</w:t>
      </w:r>
      <w:r>
        <w:t>.</w:t>
      </w:r>
    </w:p>
    <w:p w14:paraId="08F23718" w14:textId="77777777" w:rsidR="006F1ADB" w:rsidRDefault="006F1ADB" w:rsidP="005A3479">
      <w:r>
        <w:t>— </w:t>
      </w:r>
      <w:r w:rsidR="005A3479">
        <w:t>Vous avez lu plus que moi</w:t>
      </w:r>
      <w:r>
        <w:t xml:space="preserve">, </w:t>
      </w:r>
      <w:r w:rsidR="005A3479">
        <w:t>dit-il avec un soupir</w:t>
      </w:r>
      <w:r>
        <w:t xml:space="preserve">. </w:t>
      </w:r>
      <w:r w:rsidR="005A3479">
        <w:t>Co</w:t>
      </w:r>
      <w:r w:rsidR="005A3479">
        <w:t>m</w:t>
      </w:r>
      <w:r w:rsidR="005A3479">
        <w:t>ment êtes-vous arrivée à des lectures si hétéroclites</w:t>
      </w:r>
      <w:r>
        <w:t> ?</w:t>
      </w:r>
    </w:p>
    <w:p w14:paraId="3E26EE4B" w14:textId="77777777" w:rsidR="006F1ADB" w:rsidRDefault="006F1ADB" w:rsidP="005A3479">
      <w:r>
        <w:t>— </w:t>
      </w:r>
      <w:r w:rsidR="005A3479">
        <w:t>Mais</w:t>
      </w:r>
      <w:r>
        <w:t xml:space="preserve">, </w:t>
      </w:r>
      <w:r w:rsidR="005A3479">
        <w:t>dit-elle d</w:t>
      </w:r>
      <w:r>
        <w:t>’</w:t>
      </w:r>
      <w:r w:rsidR="005A3479">
        <w:t>un air pensif</w:t>
      </w:r>
      <w:r>
        <w:t xml:space="preserve">, </w:t>
      </w:r>
      <w:r w:rsidR="005A3479">
        <w:t>c</w:t>
      </w:r>
      <w:r>
        <w:t>’</w:t>
      </w:r>
      <w:r w:rsidR="005A3479">
        <w:t>était par accident</w:t>
      </w:r>
      <w:r>
        <w:t xml:space="preserve">. </w:t>
      </w:r>
      <w:r w:rsidR="005A3479">
        <w:t>Ma vie a été entièrement dominée par ce que l</w:t>
      </w:r>
      <w:r>
        <w:t>’</w:t>
      </w:r>
      <w:r w:rsidR="005A3479">
        <w:t>on prétend être une pa</w:t>
      </w:r>
      <w:r w:rsidR="005A3479">
        <w:t>r</w:t>
      </w:r>
      <w:r w:rsidR="005A3479">
        <w:t>ticularité en moi</w:t>
      </w:r>
      <w:r>
        <w:t xml:space="preserve">. </w:t>
      </w:r>
      <w:r w:rsidR="005A3479">
        <w:t>Je n</w:t>
      </w:r>
      <w:r>
        <w:t>’</w:t>
      </w:r>
      <w:r w:rsidR="005A3479">
        <w:t>ai peur ni des hommes ni de leurs livres</w:t>
      </w:r>
      <w:r>
        <w:t xml:space="preserve">. </w:t>
      </w:r>
      <w:r w:rsidR="005A3479">
        <w:t>Je me suis liée avec eux</w:t>
      </w:r>
      <w:r>
        <w:t xml:space="preserve"> – </w:t>
      </w:r>
      <w:r w:rsidR="005A3479">
        <w:t>avec un ou deux particulièrement</w:t>
      </w:r>
      <w:r>
        <w:t xml:space="preserve"> – </w:t>
      </w:r>
      <w:r w:rsidR="005A3479">
        <w:t>comme une personne de leur sexe</w:t>
      </w:r>
      <w:r>
        <w:t xml:space="preserve">. </w:t>
      </w:r>
      <w:r w:rsidR="005A3479">
        <w:t>Je peux dire que je n</w:t>
      </w:r>
      <w:r>
        <w:t>’</w:t>
      </w:r>
      <w:r w:rsidR="005A3479">
        <w:t>ai j</w:t>
      </w:r>
      <w:r w:rsidR="005A3479">
        <w:t>a</w:t>
      </w:r>
      <w:r w:rsidR="005A3479">
        <w:t>mais senti près d</w:t>
      </w:r>
      <w:r>
        <w:t>’</w:t>
      </w:r>
      <w:r w:rsidR="005A3479">
        <w:t>eux ce que toutes les femmes apprennent à sentir</w:t>
      </w:r>
      <w:r>
        <w:t xml:space="preserve"> : </w:t>
      </w:r>
      <w:r w:rsidR="005A3479">
        <w:t>la nécessité de se tenir en garde contre des attaques à notre vertu</w:t>
      </w:r>
      <w:r>
        <w:t xml:space="preserve">. </w:t>
      </w:r>
      <w:r w:rsidR="005A3479">
        <w:t>Car la majorité des hommes</w:t>
      </w:r>
      <w:r>
        <w:t xml:space="preserve"> – </w:t>
      </w:r>
      <w:r w:rsidR="005A3479">
        <w:t>je ne parle pas des brutes sensuelles</w:t>
      </w:r>
      <w:r>
        <w:t xml:space="preserve"> – </w:t>
      </w:r>
      <w:r w:rsidR="005A3479">
        <w:t>ne molesteront pas une femme</w:t>
      </w:r>
      <w:r>
        <w:t xml:space="preserve">, </w:t>
      </w:r>
      <w:r w:rsidR="005A3479">
        <w:t>ni le jour</w:t>
      </w:r>
      <w:r>
        <w:t xml:space="preserve">, </w:t>
      </w:r>
      <w:r w:rsidR="005A3479">
        <w:t>ni la nuit</w:t>
      </w:r>
      <w:r>
        <w:t xml:space="preserve">, </w:t>
      </w:r>
      <w:r w:rsidR="005A3479">
        <w:t>ni chez elle</w:t>
      </w:r>
      <w:r>
        <w:t xml:space="preserve">, </w:t>
      </w:r>
      <w:r w:rsidR="005A3479">
        <w:t>ni dehors</w:t>
      </w:r>
      <w:r>
        <w:t xml:space="preserve">, </w:t>
      </w:r>
      <w:r w:rsidR="005A3479">
        <w:t>à moins qu</w:t>
      </w:r>
      <w:r>
        <w:t>’</w:t>
      </w:r>
      <w:r w:rsidR="005A3479">
        <w:t>elle ne les y invite</w:t>
      </w:r>
      <w:r>
        <w:t xml:space="preserve">. </w:t>
      </w:r>
      <w:r w:rsidR="005A3479">
        <w:t>Jusqu</w:t>
      </w:r>
      <w:r>
        <w:t>’</w:t>
      </w:r>
      <w:r w:rsidR="005A3479">
        <w:t>à ce qu</w:t>
      </w:r>
      <w:r>
        <w:t>’</w:t>
      </w:r>
      <w:r w:rsidR="005A3479">
        <w:t>elle ait dit par un regard</w:t>
      </w:r>
      <w:r>
        <w:t xml:space="preserve"> : </w:t>
      </w:r>
      <w:r>
        <w:lastRenderedPageBreak/>
        <w:t>« </w:t>
      </w:r>
      <w:r w:rsidR="005A3479">
        <w:t>Venez</w:t>
      </w:r>
      <w:r>
        <w:t> ! »</w:t>
      </w:r>
      <w:r w:rsidR="005A3479">
        <w:t xml:space="preserve"> l</w:t>
      </w:r>
      <w:r>
        <w:t>’</w:t>
      </w:r>
      <w:r w:rsidR="005A3479">
        <w:t>homme s</w:t>
      </w:r>
      <w:r w:rsidR="005A3479">
        <w:t>e</w:t>
      </w:r>
      <w:r w:rsidR="005A3479">
        <w:t>ra toujours effrayé d</w:t>
      </w:r>
      <w:r>
        <w:t>’</w:t>
      </w:r>
      <w:r w:rsidR="005A3479">
        <w:t>aller à elle</w:t>
      </w:r>
      <w:r>
        <w:t xml:space="preserve">, </w:t>
      </w:r>
      <w:r w:rsidR="005A3479">
        <w:t>et si elle ne dit rien</w:t>
      </w:r>
      <w:r>
        <w:t xml:space="preserve">, </w:t>
      </w:r>
      <w:r w:rsidR="005A3479">
        <w:t>même par l</w:t>
      </w:r>
      <w:r>
        <w:t>’</w:t>
      </w:r>
      <w:r w:rsidR="005A3479">
        <w:t>expression de ses yeux</w:t>
      </w:r>
      <w:r>
        <w:t xml:space="preserve">, </w:t>
      </w:r>
      <w:r w:rsidR="005A3479">
        <w:t>il ne viendra jamais</w:t>
      </w:r>
      <w:r>
        <w:t xml:space="preserve">. </w:t>
      </w:r>
      <w:r w:rsidR="005A3479">
        <w:t>Cependant</w:t>
      </w:r>
      <w:r>
        <w:t xml:space="preserve">, </w:t>
      </w:r>
      <w:r w:rsidR="005A3479">
        <w:t>ce que j</w:t>
      </w:r>
      <w:r>
        <w:t>’</w:t>
      </w:r>
      <w:r w:rsidR="005A3479">
        <w:t>allais dire</w:t>
      </w:r>
      <w:r>
        <w:t xml:space="preserve">, </w:t>
      </w:r>
      <w:r w:rsidR="005A3479">
        <w:t>c</w:t>
      </w:r>
      <w:r>
        <w:t>’</w:t>
      </w:r>
      <w:r w:rsidR="005A3479">
        <w:t>est qu</w:t>
      </w:r>
      <w:r>
        <w:t>’</w:t>
      </w:r>
      <w:r w:rsidR="005A3479">
        <w:t>à l</w:t>
      </w:r>
      <w:r>
        <w:t>’</w:t>
      </w:r>
      <w:r w:rsidR="005A3479">
        <w:t>âge de dix-huit ans je me liai d</w:t>
      </w:r>
      <w:r>
        <w:t>’</w:t>
      </w:r>
      <w:r w:rsidR="005A3479">
        <w:t xml:space="preserve">amitié avec un jeune étudiant de </w:t>
      </w:r>
      <w:proofErr w:type="spellStart"/>
      <w:r w:rsidR="005A3479">
        <w:t>Christminster</w:t>
      </w:r>
      <w:proofErr w:type="spellEnd"/>
      <w:r>
        <w:t xml:space="preserve"> ; </w:t>
      </w:r>
      <w:r w:rsidR="005A3479">
        <w:t>il m</w:t>
      </w:r>
      <w:r>
        <w:t>’</w:t>
      </w:r>
      <w:r w:rsidR="005A3479">
        <w:t>enseigna bea</w:t>
      </w:r>
      <w:r w:rsidR="005A3479">
        <w:t>u</w:t>
      </w:r>
      <w:r w:rsidR="005A3479">
        <w:t>coup de choses et me prêta des livres que je n</w:t>
      </w:r>
      <w:r>
        <w:t>’</w:t>
      </w:r>
      <w:r w:rsidR="005A3479">
        <w:t>aurais jamais pu me procurer autrement</w:t>
      </w:r>
      <w:r>
        <w:t>.</w:t>
      </w:r>
    </w:p>
    <w:p w14:paraId="2006133F" w14:textId="77777777" w:rsidR="006F1ADB" w:rsidRDefault="006F1ADB" w:rsidP="005A3479">
      <w:r>
        <w:t>— </w:t>
      </w:r>
      <w:r w:rsidR="005A3479">
        <w:t>Et votre amitié s</w:t>
      </w:r>
      <w:r>
        <w:t>’</w:t>
      </w:r>
      <w:r w:rsidR="005A3479">
        <w:t>est rompue</w:t>
      </w:r>
      <w:r>
        <w:t> ?</w:t>
      </w:r>
    </w:p>
    <w:p w14:paraId="0D7CD018" w14:textId="77777777" w:rsidR="006F1ADB" w:rsidRDefault="006F1ADB" w:rsidP="005A3479">
      <w:r>
        <w:t>— </w:t>
      </w:r>
      <w:r w:rsidR="005A3479">
        <w:t>Oui</w:t>
      </w:r>
      <w:r>
        <w:t xml:space="preserve">. </w:t>
      </w:r>
      <w:r w:rsidR="005A3479">
        <w:t>Il mourut</w:t>
      </w:r>
      <w:r>
        <w:t xml:space="preserve">, </w:t>
      </w:r>
      <w:r w:rsidR="005A3479">
        <w:t>le pauvre garçon</w:t>
      </w:r>
      <w:r>
        <w:t xml:space="preserve">, </w:t>
      </w:r>
      <w:r w:rsidR="005A3479">
        <w:t>deux ou trois ans après qu</w:t>
      </w:r>
      <w:r>
        <w:t>’</w:t>
      </w:r>
      <w:r w:rsidR="005A3479">
        <w:t xml:space="preserve">il eut pris ses grades et quitté </w:t>
      </w:r>
      <w:proofErr w:type="spellStart"/>
      <w:r w:rsidR="005A3479">
        <w:t>Christminster</w:t>
      </w:r>
      <w:proofErr w:type="spellEnd"/>
      <w:r>
        <w:t>.</w:t>
      </w:r>
    </w:p>
    <w:p w14:paraId="46C34840" w14:textId="77777777" w:rsidR="006F1ADB" w:rsidRDefault="006F1ADB" w:rsidP="005A3479">
      <w:r>
        <w:t>— </w:t>
      </w:r>
      <w:r w:rsidR="005A3479">
        <w:t>Vous le voyiez souvent</w:t>
      </w:r>
      <w:r>
        <w:t xml:space="preserve">, </w:t>
      </w:r>
      <w:r w:rsidR="005A3479">
        <w:t>je suppose</w:t>
      </w:r>
      <w:r>
        <w:t> ?</w:t>
      </w:r>
    </w:p>
    <w:p w14:paraId="3C33851D" w14:textId="77777777" w:rsidR="006F1ADB" w:rsidRDefault="006F1ADB" w:rsidP="005A3479">
      <w:r>
        <w:t>— </w:t>
      </w:r>
      <w:r w:rsidR="005A3479">
        <w:t>Oui</w:t>
      </w:r>
      <w:r>
        <w:t xml:space="preserve">. </w:t>
      </w:r>
      <w:r w:rsidR="005A3479">
        <w:t>Nous avions l</w:t>
      </w:r>
      <w:r>
        <w:t>’</w:t>
      </w:r>
      <w:r w:rsidR="005A3479">
        <w:t>habitude de nous promener et de lire ensemble</w:t>
      </w:r>
      <w:r>
        <w:t xml:space="preserve">, </w:t>
      </w:r>
      <w:r w:rsidR="005A3479">
        <w:t>comme deux hommes</w:t>
      </w:r>
      <w:r>
        <w:t xml:space="preserve">. </w:t>
      </w:r>
      <w:r w:rsidR="005A3479">
        <w:t>Il me demanda de demeurer avec lui et j</w:t>
      </w:r>
      <w:r>
        <w:t>’</w:t>
      </w:r>
      <w:r w:rsidR="005A3479">
        <w:t>y consentis par lettre</w:t>
      </w:r>
      <w:r>
        <w:t xml:space="preserve">. </w:t>
      </w:r>
      <w:r w:rsidR="005A3479">
        <w:t>Mais quand je le retrouvai à Londres</w:t>
      </w:r>
      <w:r>
        <w:t xml:space="preserve">, </w:t>
      </w:r>
      <w:r w:rsidR="005A3479">
        <w:t>je compris</w:t>
      </w:r>
      <w:r>
        <w:t xml:space="preserve">… </w:t>
      </w:r>
      <w:r w:rsidR="005A3479">
        <w:rPr>
          <w:rFonts w:eastAsia="Arial Unicode MS"/>
        </w:rPr>
        <w:t xml:space="preserve">que </w:t>
      </w:r>
      <w:r w:rsidR="005A3479">
        <w:t>je n</w:t>
      </w:r>
      <w:r>
        <w:t>’</w:t>
      </w:r>
      <w:r w:rsidR="005A3479">
        <w:t>avais pas compris le sens de sa proposition</w:t>
      </w:r>
      <w:r>
        <w:t xml:space="preserve">. </w:t>
      </w:r>
      <w:r w:rsidR="005A3479">
        <w:t>Il voulait être un amoureux</w:t>
      </w:r>
      <w:r>
        <w:t xml:space="preserve">, </w:t>
      </w:r>
      <w:r w:rsidR="005A3479">
        <w:t>en fait</w:t>
      </w:r>
      <w:r>
        <w:t xml:space="preserve">, </w:t>
      </w:r>
      <w:r w:rsidR="005A3479">
        <w:t>mais je ne re</w:t>
      </w:r>
      <w:r w:rsidR="005A3479">
        <w:t>s</w:t>
      </w:r>
      <w:r w:rsidR="005A3479">
        <w:t>sentais aucun amour pour lui</w:t>
      </w:r>
      <w:r>
        <w:t xml:space="preserve">, </w:t>
      </w:r>
      <w:r w:rsidR="005A3479">
        <w:t>et</w:t>
      </w:r>
      <w:r>
        <w:t xml:space="preserve">, </w:t>
      </w:r>
      <w:r w:rsidR="005A3479">
        <w:t>d</w:t>
      </w:r>
      <w:r>
        <w:t>’</w:t>
      </w:r>
      <w:r w:rsidR="005A3479">
        <w:t>après la déclaration que je lui fis</w:t>
      </w:r>
      <w:r>
        <w:t xml:space="preserve">, </w:t>
      </w:r>
      <w:r w:rsidR="005A3479">
        <w:t>je devais m</w:t>
      </w:r>
      <w:r>
        <w:t>’</w:t>
      </w:r>
      <w:r w:rsidR="005A3479">
        <w:t>en revenir s</w:t>
      </w:r>
      <w:r>
        <w:t>’</w:t>
      </w:r>
      <w:r w:rsidR="005A3479">
        <w:t>il n</w:t>
      </w:r>
      <w:r>
        <w:t>’</w:t>
      </w:r>
      <w:r w:rsidR="005A3479">
        <w:t>acceptait pas mon plan</w:t>
      </w:r>
      <w:r>
        <w:t xml:space="preserve">… </w:t>
      </w:r>
      <w:r w:rsidR="005A3479">
        <w:t>ce qu</w:t>
      </w:r>
      <w:r>
        <w:t>’</w:t>
      </w:r>
      <w:r w:rsidR="005A3479">
        <w:t>il fit</w:t>
      </w:r>
      <w:r>
        <w:t xml:space="preserve">. </w:t>
      </w:r>
      <w:r w:rsidR="005A3479">
        <w:t>Nous habitâmes côte à côte pendant cinq mois</w:t>
      </w:r>
      <w:r>
        <w:t xml:space="preserve">, </w:t>
      </w:r>
      <w:r w:rsidR="005A3479">
        <w:t>et il d</w:t>
      </w:r>
      <w:r w:rsidR="005A3479">
        <w:t>e</w:t>
      </w:r>
      <w:r w:rsidR="005A3479">
        <w:t>vint rédacteur dans un grand journal quotidien</w:t>
      </w:r>
      <w:r>
        <w:t xml:space="preserve">, </w:t>
      </w:r>
      <w:r w:rsidR="005A3479">
        <w:t>jusqu</w:t>
      </w:r>
      <w:r>
        <w:t>’</w:t>
      </w:r>
      <w:r w:rsidR="005A3479">
        <w:t>à ce qu</w:t>
      </w:r>
      <w:r>
        <w:t>’</w:t>
      </w:r>
      <w:r w:rsidR="005A3479">
        <w:t>il tombât malade et dût aller ailleurs</w:t>
      </w:r>
      <w:r>
        <w:t xml:space="preserve">. </w:t>
      </w:r>
      <w:r w:rsidR="005A3479">
        <w:t>Il me dit que je lui avais br</w:t>
      </w:r>
      <w:r w:rsidR="005A3479">
        <w:t>i</w:t>
      </w:r>
      <w:r w:rsidR="005A3479">
        <w:t>sé le cœur par mon attitude pendant notre longue intimité</w:t>
      </w:r>
      <w:r>
        <w:t xml:space="preserve"> ; </w:t>
      </w:r>
      <w:r w:rsidR="005A3479">
        <w:t>il n</w:t>
      </w:r>
      <w:r>
        <w:t>’</w:t>
      </w:r>
      <w:r w:rsidR="005A3479">
        <w:t>aurait jamais cru cela d</w:t>
      </w:r>
      <w:r>
        <w:t>’</w:t>
      </w:r>
      <w:r w:rsidR="005A3479">
        <w:t>une femme</w:t>
      </w:r>
      <w:r>
        <w:t xml:space="preserve">. </w:t>
      </w:r>
      <w:r w:rsidR="005A3479">
        <w:t>Il me conseillait de ne pas jouer ce jeu trop souvent</w:t>
      </w:r>
      <w:r>
        <w:t xml:space="preserve">. </w:t>
      </w:r>
      <w:r w:rsidR="005A3479">
        <w:t>Il revint bientôt pour mourir</w:t>
      </w:r>
      <w:r>
        <w:t xml:space="preserve">. </w:t>
      </w:r>
      <w:r w:rsidR="005A3479">
        <w:t>Sa mort me donna un cruel remords</w:t>
      </w:r>
      <w:r>
        <w:t xml:space="preserve"> – </w:t>
      </w:r>
      <w:r w:rsidR="005A3479">
        <w:t>quoique j</w:t>
      </w:r>
      <w:r>
        <w:t>’</w:t>
      </w:r>
      <w:r w:rsidR="005A3479">
        <w:t>aie des raisons d</w:t>
      </w:r>
      <w:r>
        <w:t>’</w:t>
      </w:r>
      <w:r w:rsidR="005A3479">
        <w:t>espérer que la consomption en fut la véritable cause</w:t>
      </w:r>
      <w:r>
        <w:t xml:space="preserve">, </w:t>
      </w:r>
      <w:r w:rsidR="005A3479">
        <w:t>et non pas moi uniquement</w:t>
      </w:r>
      <w:r>
        <w:t xml:space="preserve">. </w:t>
      </w:r>
      <w:r w:rsidR="005A3479">
        <w:t>J</w:t>
      </w:r>
      <w:r>
        <w:t>’</w:t>
      </w:r>
      <w:r w:rsidR="005A3479">
        <w:t xml:space="preserve">allai à </w:t>
      </w:r>
      <w:proofErr w:type="spellStart"/>
      <w:r w:rsidR="005A3479">
        <w:t>Sandbourne</w:t>
      </w:r>
      <w:proofErr w:type="spellEnd"/>
      <w:r w:rsidR="005A3479">
        <w:t xml:space="preserve"> pour les funérailles</w:t>
      </w:r>
      <w:r>
        <w:t xml:space="preserve">, </w:t>
      </w:r>
      <w:r w:rsidR="005A3479">
        <w:t>et je fus seule à porter le deuil</w:t>
      </w:r>
      <w:r>
        <w:t xml:space="preserve">. </w:t>
      </w:r>
      <w:r w:rsidR="005A3479">
        <w:t>Il me laissait un peu d</w:t>
      </w:r>
      <w:r>
        <w:t>’</w:t>
      </w:r>
      <w:r w:rsidR="005A3479">
        <w:t>argent</w:t>
      </w:r>
      <w:r>
        <w:t xml:space="preserve"> – </w:t>
      </w:r>
      <w:r w:rsidR="005A3479">
        <w:t>parce que je lui avais brisé le cœur</w:t>
      </w:r>
      <w:r>
        <w:t xml:space="preserve">, </w:t>
      </w:r>
      <w:r w:rsidR="005A3479">
        <w:t>j</w:t>
      </w:r>
      <w:r>
        <w:t>’</w:t>
      </w:r>
      <w:r w:rsidR="005A3479">
        <w:t>imagine</w:t>
      </w:r>
      <w:r>
        <w:t xml:space="preserve">. </w:t>
      </w:r>
      <w:r w:rsidR="005A3479">
        <w:t>Voilà comment sont les hommes</w:t>
      </w:r>
      <w:r>
        <w:t xml:space="preserve"> – </w:t>
      </w:r>
      <w:r w:rsidR="005A3479">
        <w:t>meilleurs que les femmes</w:t>
      </w:r>
      <w:r>
        <w:t>.</w:t>
      </w:r>
    </w:p>
    <w:p w14:paraId="033A7048" w14:textId="77777777" w:rsidR="006F1ADB" w:rsidRDefault="006F1ADB" w:rsidP="005A3479">
      <w:r>
        <w:lastRenderedPageBreak/>
        <w:t>— </w:t>
      </w:r>
      <w:r w:rsidR="005A3479">
        <w:t>Bon Dieu</w:t>
      </w:r>
      <w:r>
        <w:t xml:space="preserve"> ! </w:t>
      </w:r>
      <w:r w:rsidR="005A3479">
        <w:t>qu</w:t>
      </w:r>
      <w:r>
        <w:t>’</w:t>
      </w:r>
      <w:r w:rsidR="005A3479">
        <w:t>avez-vous fait</w:t>
      </w:r>
      <w:r>
        <w:t> ?</w:t>
      </w:r>
    </w:p>
    <w:p w14:paraId="29E7D2E5" w14:textId="77777777" w:rsidR="006F1ADB" w:rsidRDefault="006F1ADB" w:rsidP="005A3479">
      <w:r>
        <w:t>— </w:t>
      </w:r>
      <w:r w:rsidR="005A3479">
        <w:t>Ah</w:t>
      </w:r>
      <w:r>
        <w:t xml:space="preserve"> ! </w:t>
      </w:r>
      <w:r w:rsidR="005A3479">
        <w:t>maintenant</w:t>
      </w:r>
      <w:r>
        <w:t xml:space="preserve">, </w:t>
      </w:r>
      <w:r w:rsidR="005A3479">
        <w:t>vous êtes irrité contre moi</w:t>
      </w:r>
      <w:r>
        <w:t xml:space="preserve">, </w:t>
      </w:r>
      <w:r w:rsidR="005A3479">
        <w:t>dit-elle</w:t>
      </w:r>
      <w:r>
        <w:t xml:space="preserve">, </w:t>
      </w:r>
      <w:r w:rsidR="005A3479">
        <w:t>avec une tragique note de contralto dans sa voix argentine</w:t>
      </w:r>
      <w:r>
        <w:t xml:space="preserve">. </w:t>
      </w:r>
      <w:r w:rsidR="005A3479">
        <w:t>Je ne vous aurais pas raconté cette histoire si j</w:t>
      </w:r>
      <w:r>
        <w:t>’</w:t>
      </w:r>
      <w:r w:rsidR="005A3479">
        <w:t>avais su</w:t>
      </w:r>
      <w:r>
        <w:t>…</w:t>
      </w:r>
    </w:p>
    <w:p w14:paraId="32A1339F" w14:textId="77777777" w:rsidR="006F1ADB" w:rsidRDefault="006F1ADB" w:rsidP="005A3479">
      <w:r>
        <w:t>— </w:t>
      </w:r>
      <w:r w:rsidR="005A3479">
        <w:t>Non</w:t>
      </w:r>
      <w:r>
        <w:t xml:space="preserve">, </w:t>
      </w:r>
      <w:r w:rsidR="005A3479">
        <w:t>je ne suis pas irrité</w:t>
      </w:r>
      <w:r>
        <w:t xml:space="preserve">. </w:t>
      </w:r>
      <w:r w:rsidR="005A3479">
        <w:t>Dites-moi tout</w:t>
      </w:r>
      <w:r>
        <w:t>.</w:t>
      </w:r>
    </w:p>
    <w:p w14:paraId="34F03C93" w14:textId="77777777" w:rsidR="006F1ADB" w:rsidRDefault="006F1ADB" w:rsidP="005A3479">
      <w:r>
        <w:t>— </w:t>
      </w:r>
      <w:r w:rsidR="005A3479">
        <w:t>Eh bien</w:t>
      </w:r>
      <w:r>
        <w:t xml:space="preserve">, </w:t>
      </w:r>
      <w:r w:rsidR="005A3479">
        <w:t>je plaçai mal l</w:t>
      </w:r>
      <w:r>
        <w:t>’</w:t>
      </w:r>
      <w:r w:rsidR="005A3479">
        <w:t>argent de ce pauvre garçon et je perdis tout</w:t>
      </w:r>
      <w:r>
        <w:t xml:space="preserve">. </w:t>
      </w:r>
      <w:r w:rsidR="005A3479">
        <w:t>Je vécus quelque temps à Londres de mes propres ressources</w:t>
      </w:r>
      <w:r>
        <w:t xml:space="preserve">, </w:t>
      </w:r>
      <w:r w:rsidR="005A3479">
        <w:t xml:space="preserve">puis je retournai à </w:t>
      </w:r>
      <w:proofErr w:type="spellStart"/>
      <w:r w:rsidR="005A3479">
        <w:t>Christminster</w:t>
      </w:r>
      <w:proofErr w:type="spellEnd"/>
      <w:r>
        <w:t xml:space="preserve">, </w:t>
      </w:r>
      <w:r w:rsidR="005A3479">
        <w:t>mon père</w:t>
      </w:r>
      <w:r>
        <w:t xml:space="preserve">, </w:t>
      </w:r>
      <w:r w:rsidR="005A3479">
        <w:t>établi comme ciseleur près de Long-Acre</w:t>
      </w:r>
      <w:r>
        <w:t xml:space="preserve">, </w:t>
      </w:r>
      <w:r w:rsidR="005A3479">
        <w:t>n</w:t>
      </w:r>
      <w:r>
        <w:t>’</w:t>
      </w:r>
      <w:r w:rsidR="005A3479">
        <w:t>ayant pas voulu me rec</w:t>
      </w:r>
      <w:r w:rsidR="005A3479">
        <w:t>e</w:t>
      </w:r>
      <w:r w:rsidR="005A3479">
        <w:t>voir</w:t>
      </w:r>
      <w:r>
        <w:t xml:space="preserve">. </w:t>
      </w:r>
      <w:r w:rsidR="005A3479">
        <w:t>Je trouvai un emploi dans la boutique où vous m</w:t>
      </w:r>
      <w:r>
        <w:t>’</w:t>
      </w:r>
      <w:r w:rsidR="005A3479">
        <w:t>avez d</w:t>
      </w:r>
      <w:r w:rsidR="005A3479">
        <w:t>é</w:t>
      </w:r>
      <w:r w:rsidR="005A3479">
        <w:t>couverte</w:t>
      </w:r>
      <w:r>
        <w:t xml:space="preserve">… </w:t>
      </w:r>
      <w:r w:rsidR="005A3479">
        <w:t>Je vous disais bien que vous ne saviez pas combien j</w:t>
      </w:r>
      <w:r>
        <w:t>’</w:t>
      </w:r>
      <w:r w:rsidR="005A3479">
        <w:t>étais mauvaise</w:t>
      </w:r>
      <w:r>
        <w:t>.</w:t>
      </w:r>
    </w:p>
    <w:p w14:paraId="511F22B8" w14:textId="77777777" w:rsidR="006F1ADB" w:rsidRDefault="005A3479" w:rsidP="005A3479">
      <w:r>
        <w:t>La voix de Jude trembla en répondant</w:t>
      </w:r>
      <w:r w:rsidR="006F1ADB">
        <w:t> :</w:t>
      </w:r>
    </w:p>
    <w:p w14:paraId="034A862F" w14:textId="77777777" w:rsidR="006F1ADB" w:rsidRDefault="006F1ADB" w:rsidP="005A3479">
      <w:r>
        <w:t>— </w:t>
      </w:r>
      <w:r w:rsidR="005A3479">
        <w:t>Malgré la façon dont vous avez vécu</w:t>
      </w:r>
      <w:r>
        <w:t xml:space="preserve">, </w:t>
      </w:r>
      <w:r w:rsidR="005A3479">
        <w:t>je vous crois aussi innocente que peu soumise aux conventions</w:t>
      </w:r>
      <w:r>
        <w:t>.</w:t>
      </w:r>
    </w:p>
    <w:p w14:paraId="726680BE" w14:textId="77777777" w:rsidR="006F1ADB" w:rsidRDefault="006F1ADB" w:rsidP="005A3479">
      <w:r>
        <w:t>— </w:t>
      </w:r>
      <w:r w:rsidR="005A3479">
        <w:t>Je ne suis pas particulièrement innocente</w:t>
      </w:r>
      <w:r>
        <w:t xml:space="preserve">, </w:t>
      </w:r>
      <w:r w:rsidR="005A3479">
        <w:t>vous pouvez le voir</w:t>
      </w:r>
      <w:r>
        <w:t xml:space="preserve">, </w:t>
      </w:r>
      <w:r w:rsidR="005A3479">
        <w:t>maintenant que j</w:t>
      </w:r>
      <w:r>
        <w:t>’</w:t>
      </w:r>
      <w:r w:rsidR="005A3479">
        <w:t xml:space="preserve">ai </w:t>
      </w:r>
      <w:r>
        <w:t>« </w:t>
      </w:r>
      <w:r w:rsidR="005A3479">
        <w:t>enlevé la robe drapée par votre im</w:t>
      </w:r>
      <w:r w:rsidR="005A3479">
        <w:t>a</w:t>
      </w:r>
      <w:r w:rsidR="005A3479">
        <w:t>gination sur cette blanche figure</w:t>
      </w:r>
      <w:r>
        <w:t xml:space="preserve"> », </w:t>
      </w:r>
      <w:r w:rsidR="005A3479">
        <w:t>dit-elle avec un rire apparent quoiqu</w:t>
      </w:r>
      <w:r>
        <w:t>’</w:t>
      </w:r>
      <w:r w:rsidR="005A3479">
        <w:t>il devinât des larmes dans sa voix</w:t>
      </w:r>
      <w:r>
        <w:t xml:space="preserve"> ; </w:t>
      </w:r>
      <w:r w:rsidR="005A3479">
        <w:t>mais je n</w:t>
      </w:r>
      <w:r>
        <w:t>’</w:t>
      </w:r>
      <w:r w:rsidR="005A3479">
        <w:t>ai eu de fa</w:t>
      </w:r>
      <w:r w:rsidR="005A3479">
        <w:t>i</w:t>
      </w:r>
      <w:r w:rsidR="005A3479">
        <w:t>blesse pour aucun amant</w:t>
      </w:r>
      <w:r>
        <w:t xml:space="preserve">, </w:t>
      </w:r>
      <w:r w:rsidR="005A3479">
        <w:t>si c</w:t>
      </w:r>
      <w:r>
        <w:t>’</w:t>
      </w:r>
      <w:r w:rsidR="005A3479">
        <w:t>est là ce que vous craignez</w:t>
      </w:r>
      <w:r>
        <w:t xml:space="preserve">. </w:t>
      </w:r>
      <w:r w:rsidR="005A3479">
        <w:t>Je suis restée comme j</w:t>
      </w:r>
      <w:r>
        <w:t>’</w:t>
      </w:r>
      <w:r w:rsidR="005A3479">
        <w:t>étais</w:t>
      </w:r>
      <w:r>
        <w:t>.</w:t>
      </w:r>
    </w:p>
    <w:p w14:paraId="1CB5BED2" w14:textId="77777777" w:rsidR="006F1ADB" w:rsidRDefault="006F1ADB" w:rsidP="005A3479">
      <w:r>
        <w:t>— </w:t>
      </w:r>
      <w:r w:rsidR="005A3479">
        <w:t>Je vous crois absolument</w:t>
      </w:r>
      <w:r>
        <w:t xml:space="preserve">. </w:t>
      </w:r>
      <w:r w:rsidR="005A3479">
        <w:t>Mais beaucoup de femmes ne fussent pas restées comme elles étaient d</w:t>
      </w:r>
      <w:r>
        <w:t>’</w:t>
      </w:r>
      <w:r w:rsidR="005A3479">
        <w:t>abord</w:t>
      </w:r>
      <w:r>
        <w:t>.</w:t>
      </w:r>
    </w:p>
    <w:p w14:paraId="0680F07C" w14:textId="77777777" w:rsidR="006F1ADB" w:rsidRDefault="006F1ADB" w:rsidP="005A3479">
      <w:r>
        <w:t>— </w:t>
      </w:r>
      <w:r w:rsidR="005A3479">
        <w:t>Peut-être que non</w:t>
      </w:r>
      <w:r>
        <w:t xml:space="preserve">. </w:t>
      </w:r>
      <w:r w:rsidR="005A3479">
        <w:t>Des femmes meilleures que moi ne le pourraient pas</w:t>
      </w:r>
      <w:r>
        <w:t xml:space="preserve">. </w:t>
      </w:r>
      <w:r w:rsidR="005A3479">
        <w:t>On dit que je dois être froide</w:t>
      </w:r>
      <w:r>
        <w:t xml:space="preserve">, </w:t>
      </w:r>
      <w:r w:rsidR="005A3479">
        <w:t>sans sexe</w:t>
      </w:r>
      <w:r>
        <w:t xml:space="preserve">, </w:t>
      </w:r>
      <w:r w:rsidR="005A3479">
        <w:t>d</w:t>
      </w:r>
      <w:r>
        <w:t>’</w:t>
      </w:r>
      <w:r w:rsidR="005A3479">
        <w:t>après ce que je raconte de moi-même</w:t>
      </w:r>
      <w:r>
        <w:t xml:space="preserve">. </w:t>
      </w:r>
      <w:r w:rsidR="005A3479">
        <w:t>Mais c</w:t>
      </w:r>
      <w:r>
        <w:t>’</w:t>
      </w:r>
      <w:r w:rsidR="005A3479">
        <w:t>est faux</w:t>
      </w:r>
      <w:r>
        <w:t xml:space="preserve">. </w:t>
      </w:r>
      <w:r w:rsidR="005A3479">
        <w:t>Il y a eu des poètes passionnément érotiques</w:t>
      </w:r>
      <w:r>
        <w:t xml:space="preserve">, </w:t>
      </w:r>
      <w:r w:rsidR="005A3479">
        <w:t>qui ont été chastes dans leur vie</w:t>
      </w:r>
      <w:r>
        <w:t>.</w:t>
      </w:r>
    </w:p>
    <w:p w14:paraId="783B4B99" w14:textId="2FEB8B4B" w:rsidR="006F1ADB" w:rsidRDefault="006F1ADB" w:rsidP="005A3479">
      <w:r>
        <w:lastRenderedPageBreak/>
        <w:t>— </w:t>
      </w:r>
      <w:r w:rsidR="005A3479">
        <w:t xml:space="preserve">Avez-vous parlé à </w:t>
      </w:r>
      <w:r>
        <w:t>M. </w:t>
      </w:r>
      <w:proofErr w:type="spellStart"/>
      <w:r w:rsidR="005A3479">
        <w:t>Phillotson</w:t>
      </w:r>
      <w:proofErr w:type="spellEnd"/>
      <w:r w:rsidR="005A3479">
        <w:t xml:space="preserve"> de cet ami de l</w:t>
      </w:r>
      <w:r>
        <w:t>’</w:t>
      </w:r>
      <w:r w:rsidR="005A3479">
        <w:t>Université</w:t>
      </w:r>
      <w:r>
        <w:t> ?</w:t>
      </w:r>
    </w:p>
    <w:p w14:paraId="6AF1B3C4" w14:textId="77777777" w:rsidR="006F1ADB" w:rsidRDefault="006F1ADB" w:rsidP="005A3479">
      <w:r>
        <w:t>— </w:t>
      </w:r>
      <w:r w:rsidR="005A3479">
        <w:t>Oui</w:t>
      </w:r>
      <w:r>
        <w:t xml:space="preserve">. </w:t>
      </w:r>
      <w:r w:rsidR="005A3479">
        <w:t>Il y a longtemps</w:t>
      </w:r>
      <w:r>
        <w:t xml:space="preserve">. </w:t>
      </w:r>
      <w:r w:rsidR="005A3479">
        <w:t>Cela n</w:t>
      </w:r>
      <w:r>
        <w:t>’</w:t>
      </w:r>
      <w:r w:rsidR="005A3479">
        <w:t>a jamais été un secret pour personne</w:t>
      </w:r>
      <w:r>
        <w:t>.</w:t>
      </w:r>
    </w:p>
    <w:p w14:paraId="37B8AA6D" w14:textId="77777777" w:rsidR="006F1ADB" w:rsidRDefault="006F1ADB" w:rsidP="005A3479">
      <w:r>
        <w:t>— </w:t>
      </w:r>
      <w:r w:rsidR="005A3479">
        <w:t>Qu</w:t>
      </w:r>
      <w:r>
        <w:t>’</w:t>
      </w:r>
      <w:r w:rsidR="005A3479">
        <w:t>en a-t-il dit</w:t>
      </w:r>
      <w:r>
        <w:t> ?</w:t>
      </w:r>
    </w:p>
    <w:p w14:paraId="3328DEC5" w14:textId="77777777" w:rsidR="006F1ADB" w:rsidRDefault="006F1ADB" w:rsidP="005A3479">
      <w:r>
        <w:t>— </w:t>
      </w:r>
      <w:r w:rsidR="005A3479">
        <w:t>Il ne m</w:t>
      </w:r>
      <w:r>
        <w:t>’</w:t>
      </w:r>
      <w:r w:rsidR="005A3479">
        <w:t>a pas critiquée</w:t>
      </w:r>
      <w:r>
        <w:t xml:space="preserve">. </w:t>
      </w:r>
      <w:r w:rsidR="005A3479">
        <w:t>Il m</w:t>
      </w:r>
      <w:r>
        <w:t>’</w:t>
      </w:r>
      <w:r w:rsidR="005A3479">
        <w:t>a dit seulement que j</w:t>
      </w:r>
      <w:r>
        <w:t>’</w:t>
      </w:r>
      <w:r w:rsidR="005A3479">
        <w:t>étais tout pour lui</w:t>
      </w:r>
      <w:r>
        <w:t xml:space="preserve">, </w:t>
      </w:r>
      <w:r w:rsidR="005A3479">
        <w:t>quoi que j</w:t>
      </w:r>
      <w:r>
        <w:t>’</w:t>
      </w:r>
      <w:r w:rsidR="005A3479">
        <w:t>eusse fait</w:t>
      </w:r>
      <w:r>
        <w:t xml:space="preserve">. </w:t>
      </w:r>
      <w:r w:rsidR="005A3479">
        <w:t>Et les choses en sont là</w:t>
      </w:r>
      <w:r>
        <w:t xml:space="preserve">… </w:t>
      </w:r>
      <w:r w:rsidR="005A3479">
        <w:t xml:space="preserve">Êtes-vous </w:t>
      </w:r>
      <w:r w:rsidR="005A3479">
        <w:rPr>
          <w:i/>
          <w:szCs w:val="32"/>
        </w:rPr>
        <w:t>réellement</w:t>
      </w:r>
      <w:r w:rsidR="005A3479">
        <w:t xml:space="preserve"> fâché contre moi</w:t>
      </w:r>
      <w:r>
        <w:t xml:space="preserve">, </w:t>
      </w:r>
      <w:r w:rsidR="005A3479">
        <w:t>cher Jude</w:t>
      </w:r>
      <w:r>
        <w:t xml:space="preserve"> ? </w:t>
      </w:r>
      <w:r w:rsidR="005A3479">
        <w:t>demanda-t-elle avec une voix si extraordinairement tendre qu</w:t>
      </w:r>
      <w:r>
        <w:t>’</w:t>
      </w:r>
      <w:r w:rsidR="005A3479">
        <w:t>elle ne se</w:t>
      </w:r>
      <w:r w:rsidR="005A3479">
        <w:t>m</w:t>
      </w:r>
      <w:r w:rsidR="005A3479">
        <w:t>blait pas venir de la même femme qui avait raconté son histoire si légèrement</w:t>
      </w:r>
      <w:r>
        <w:t xml:space="preserve">. </w:t>
      </w:r>
      <w:r w:rsidR="005A3479">
        <w:t>Il n</w:t>
      </w:r>
      <w:r>
        <w:t>’</w:t>
      </w:r>
      <w:r w:rsidR="005A3479">
        <w:t>y a personne au monde que je craigne d</w:t>
      </w:r>
      <w:r>
        <w:t>’</w:t>
      </w:r>
      <w:r w:rsidR="005A3479">
        <w:t>offenser autant que vous</w:t>
      </w:r>
      <w:r>
        <w:t>.</w:t>
      </w:r>
    </w:p>
    <w:p w14:paraId="3952BE16" w14:textId="77777777" w:rsidR="006F1ADB" w:rsidRDefault="006F1ADB" w:rsidP="005A3479">
      <w:r>
        <w:t>— </w:t>
      </w:r>
      <w:r w:rsidR="005A3479">
        <w:t>Je ne sais pas si je suis fâché ou non</w:t>
      </w:r>
      <w:r>
        <w:t xml:space="preserve">. </w:t>
      </w:r>
      <w:r w:rsidR="005A3479">
        <w:t>Je sais que je tiens à vous</w:t>
      </w:r>
      <w:r>
        <w:t xml:space="preserve">, </w:t>
      </w:r>
      <w:r w:rsidR="005A3479">
        <w:t>beaucoup</w:t>
      </w:r>
      <w:r>
        <w:t>.</w:t>
      </w:r>
    </w:p>
    <w:p w14:paraId="31326BA1" w14:textId="77777777" w:rsidR="006F1ADB" w:rsidRDefault="006F1ADB" w:rsidP="005A3479">
      <w:r>
        <w:t>— </w:t>
      </w:r>
      <w:r w:rsidR="005A3479">
        <w:t>Je n</w:t>
      </w:r>
      <w:r>
        <w:t>’</w:t>
      </w:r>
      <w:r w:rsidR="005A3479">
        <w:t>ai rencontré personne qui me fût plus cher que vous</w:t>
      </w:r>
      <w:r>
        <w:t>.</w:t>
      </w:r>
    </w:p>
    <w:p w14:paraId="1F764884" w14:textId="77777777" w:rsidR="006F1ADB" w:rsidRDefault="006F1ADB" w:rsidP="005A3479">
      <w:r>
        <w:t>— </w:t>
      </w:r>
      <w:r w:rsidR="005A3479">
        <w:t>Mais je ne vous suis pas plus cher que les autres</w:t>
      </w:r>
      <w:r>
        <w:t xml:space="preserve">… </w:t>
      </w:r>
      <w:r w:rsidR="005A3479">
        <w:t>Oh</w:t>
      </w:r>
      <w:r>
        <w:t xml:space="preserve"> ! </w:t>
      </w:r>
      <w:r w:rsidR="005A3479">
        <w:t>je ne devrais pas dire cela</w:t>
      </w:r>
      <w:r>
        <w:t xml:space="preserve">. </w:t>
      </w:r>
      <w:r w:rsidR="005A3479">
        <w:t>Ne me répondez pas</w:t>
      </w:r>
      <w:r>
        <w:t>.</w:t>
      </w:r>
    </w:p>
    <w:p w14:paraId="07100630" w14:textId="77777777" w:rsidR="006F1ADB" w:rsidRDefault="005A3479" w:rsidP="005A3479">
      <w:r>
        <w:t>Il y eut un autre long silence</w:t>
      </w:r>
      <w:r w:rsidR="006F1ADB">
        <w:t xml:space="preserve">. </w:t>
      </w:r>
      <w:r>
        <w:t>Il sentait qu</w:t>
      </w:r>
      <w:r w:rsidR="006F1ADB">
        <w:t>’</w:t>
      </w:r>
      <w:r>
        <w:t>elle l</w:t>
      </w:r>
      <w:r w:rsidR="006F1ADB">
        <w:t>’</w:t>
      </w:r>
      <w:r>
        <w:t>avait traité cruellement sans savoir de quelle façon</w:t>
      </w:r>
      <w:r w:rsidR="006F1ADB">
        <w:t xml:space="preserve">. </w:t>
      </w:r>
      <w:r>
        <w:t>Sa faiblesse la rendait plus forte que lui</w:t>
      </w:r>
      <w:r w:rsidR="006F1ADB">
        <w:t>.</w:t>
      </w:r>
    </w:p>
    <w:p w14:paraId="40DC9A51" w14:textId="77777777" w:rsidR="006F1ADB" w:rsidRDefault="006F1ADB" w:rsidP="005A3479">
      <w:r>
        <w:t>— </w:t>
      </w:r>
      <w:r w:rsidR="005A3479">
        <w:t>J</w:t>
      </w:r>
      <w:r>
        <w:t>’</w:t>
      </w:r>
      <w:r w:rsidR="005A3479">
        <w:t>ignore beaucoup de choses quoique j</w:t>
      </w:r>
      <w:r>
        <w:t>’</w:t>
      </w:r>
      <w:r w:rsidR="005A3479">
        <w:t>aie durement tr</w:t>
      </w:r>
      <w:r w:rsidR="005A3479">
        <w:t>a</w:t>
      </w:r>
      <w:r w:rsidR="005A3479">
        <w:t>vaillé</w:t>
      </w:r>
      <w:r>
        <w:t xml:space="preserve">, </w:t>
      </w:r>
      <w:r w:rsidR="005A3479">
        <w:t>dit-il</w:t>
      </w:r>
      <w:r>
        <w:t xml:space="preserve">, </w:t>
      </w:r>
      <w:r w:rsidR="005A3479">
        <w:t>passant à un autre sujet</w:t>
      </w:r>
      <w:r>
        <w:t xml:space="preserve">. </w:t>
      </w:r>
      <w:r w:rsidR="005A3479">
        <w:t>Je suis absorbé par la théologie</w:t>
      </w:r>
      <w:r>
        <w:t xml:space="preserve">, </w:t>
      </w:r>
      <w:r w:rsidR="005A3479">
        <w:t>vous le savez</w:t>
      </w:r>
      <w:r>
        <w:t xml:space="preserve">. </w:t>
      </w:r>
      <w:r w:rsidR="005A3479">
        <w:t>Et vous ne devinez pas ce que je ferais à cette heure</w:t>
      </w:r>
      <w:r>
        <w:t xml:space="preserve">, </w:t>
      </w:r>
      <w:r w:rsidR="005A3479">
        <w:t>si vous n</w:t>
      </w:r>
      <w:r>
        <w:t>’</w:t>
      </w:r>
      <w:r w:rsidR="005A3479">
        <w:t>étiez pas ici</w:t>
      </w:r>
      <w:r>
        <w:t xml:space="preserve"> ?… </w:t>
      </w:r>
      <w:r w:rsidR="005A3479">
        <w:t>Je dirais mes prières du soir</w:t>
      </w:r>
      <w:r>
        <w:t xml:space="preserve">. </w:t>
      </w:r>
      <w:r w:rsidR="005A3479">
        <w:t>Je suppose que cela vous déplairait</w:t>
      </w:r>
      <w:r>
        <w:t>…</w:t>
      </w:r>
    </w:p>
    <w:p w14:paraId="5818E6F6" w14:textId="77777777" w:rsidR="006F1ADB" w:rsidRDefault="006F1ADB" w:rsidP="005A3479">
      <w:r>
        <w:lastRenderedPageBreak/>
        <w:t>— </w:t>
      </w:r>
      <w:r w:rsidR="005A3479">
        <w:t>Oh</w:t>
      </w:r>
      <w:r>
        <w:t xml:space="preserve"> ! </w:t>
      </w:r>
      <w:r w:rsidR="005A3479">
        <w:t>oui</w:t>
      </w:r>
      <w:r>
        <w:t xml:space="preserve">, </w:t>
      </w:r>
      <w:r w:rsidR="005A3479">
        <w:t>oui</w:t>
      </w:r>
      <w:r>
        <w:t xml:space="preserve">, </w:t>
      </w:r>
      <w:r w:rsidR="005A3479">
        <w:t>répondit-elle</w:t>
      </w:r>
      <w:r>
        <w:t xml:space="preserve">. </w:t>
      </w:r>
      <w:r w:rsidR="005A3479">
        <w:t>J</w:t>
      </w:r>
      <w:r>
        <w:t>’</w:t>
      </w:r>
      <w:r w:rsidR="005A3479">
        <w:t>aimerais autant que vous ne les disiez pas</w:t>
      </w:r>
      <w:r>
        <w:t xml:space="preserve">, </w:t>
      </w:r>
      <w:r w:rsidR="005A3479">
        <w:t>si cela ne vous faisait rien</w:t>
      </w:r>
      <w:r>
        <w:t xml:space="preserve"> ; </w:t>
      </w:r>
      <w:r w:rsidR="005A3479">
        <w:t>je vous paraîtrais si hypocrite</w:t>
      </w:r>
      <w:r>
        <w:t>…</w:t>
      </w:r>
    </w:p>
    <w:p w14:paraId="08186C5B" w14:textId="77777777" w:rsidR="006F1ADB" w:rsidRDefault="006F1ADB" w:rsidP="005A3479">
      <w:r>
        <w:t>— </w:t>
      </w:r>
      <w:r w:rsidR="005A3479">
        <w:t>Je ne vous ai pas demandé de vous y associer</w:t>
      </w:r>
      <w:r>
        <w:t xml:space="preserve">, </w:t>
      </w:r>
      <w:r w:rsidR="005A3479">
        <w:t>prévoyant votre refus</w:t>
      </w:r>
      <w:r>
        <w:t xml:space="preserve">. </w:t>
      </w:r>
      <w:r w:rsidR="005A3479">
        <w:t>Vous ne devez pas oublier que je désire être m</w:t>
      </w:r>
      <w:r w:rsidR="005A3479">
        <w:t>i</w:t>
      </w:r>
      <w:r w:rsidR="005A3479">
        <w:t>nistre</w:t>
      </w:r>
      <w:r>
        <w:t xml:space="preserve">, </w:t>
      </w:r>
      <w:r w:rsidR="005A3479">
        <w:t>et un bon ministre plus tard</w:t>
      </w:r>
      <w:r>
        <w:t>.</w:t>
      </w:r>
    </w:p>
    <w:p w14:paraId="540BDBAE" w14:textId="77777777" w:rsidR="006F1ADB" w:rsidRDefault="006F1ADB" w:rsidP="005A3479">
      <w:r>
        <w:t>— </w:t>
      </w:r>
      <w:r w:rsidR="005A3479">
        <w:t>Vous voulez entrer dans les ordres</w:t>
      </w:r>
      <w:r>
        <w:t> ?</w:t>
      </w:r>
    </w:p>
    <w:p w14:paraId="657DEC71" w14:textId="77777777" w:rsidR="006F1ADB" w:rsidRDefault="006F1ADB" w:rsidP="005A3479">
      <w:r>
        <w:t>— </w:t>
      </w:r>
      <w:r w:rsidR="005A3479">
        <w:t>Oui</w:t>
      </w:r>
      <w:r>
        <w:t>.</w:t>
      </w:r>
    </w:p>
    <w:p w14:paraId="1C82E83A" w14:textId="77777777" w:rsidR="006F1ADB" w:rsidRDefault="006F1ADB" w:rsidP="005A3479">
      <w:r>
        <w:t>— </w:t>
      </w:r>
      <w:r w:rsidR="005A3479">
        <w:t>Vous n</w:t>
      </w:r>
      <w:r>
        <w:t>’</w:t>
      </w:r>
      <w:r w:rsidR="005A3479">
        <w:t>avez pas renoncé à ce projet</w:t>
      </w:r>
      <w:r>
        <w:t xml:space="preserve"> ? </w:t>
      </w:r>
      <w:r w:rsidR="005A3479">
        <w:t>Je pensais qu</w:t>
      </w:r>
      <w:r>
        <w:t>’</w:t>
      </w:r>
      <w:r w:rsidR="005A3479">
        <w:t>à pr</w:t>
      </w:r>
      <w:r w:rsidR="005A3479">
        <w:t>é</w:t>
      </w:r>
      <w:r w:rsidR="005A3479">
        <w:t>sent vous aviez changé d</w:t>
      </w:r>
      <w:r>
        <w:t>’</w:t>
      </w:r>
      <w:r w:rsidR="005A3479">
        <w:t>idée</w:t>
      </w:r>
      <w:r>
        <w:t>.</w:t>
      </w:r>
    </w:p>
    <w:p w14:paraId="3F760108" w14:textId="40ACDCF5" w:rsidR="006F1ADB" w:rsidRDefault="006F1ADB" w:rsidP="005A3479">
      <w:r>
        <w:t>— </w:t>
      </w:r>
      <w:r w:rsidR="005A3479">
        <w:t>Mais non</w:t>
      </w:r>
      <w:r>
        <w:t xml:space="preserve">. </w:t>
      </w:r>
      <w:r w:rsidR="005A3479">
        <w:t>J</w:t>
      </w:r>
      <w:r>
        <w:t>’</w:t>
      </w:r>
      <w:r w:rsidR="005A3479">
        <w:t>ai souhaité ardemment</w:t>
      </w:r>
      <w:r>
        <w:t xml:space="preserve">, </w:t>
      </w:r>
      <w:r w:rsidR="005A3479">
        <w:t>d</w:t>
      </w:r>
      <w:r>
        <w:t>’</w:t>
      </w:r>
      <w:r w:rsidR="005A3479">
        <w:t>abord</w:t>
      </w:r>
      <w:r>
        <w:t xml:space="preserve">, </w:t>
      </w:r>
      <w:r w:rsidR="005A3479">
        <w:t>que vous arriviez à penser comme moi</w:t>
      </w:r>
      <w:r>
        <w:t xml:space="preserve"> : </w:t>
      </w:r>
      <w:r w:rsidR="005A3479">
        <w:t xml:space="preserve">vous étiez si imprégnée de </w:t>
      </w:r>
      <w:proofErr w:type="spellStart"/>
      <w:r w:rsidR="005A3479">
        <w:t>Christminster</w:t>
      </w:r>
      <w:proofErr w:type="spellEnd"/>
      <w:r>
        <w:t xml:space="preserve">… </w:t>
      </w:r>
      <w:r w:rsidR="005A3479">
        <w:t xml:space="preserve">Et </w:t>
      </w:r>
      <w:r>
        <w:t>M. </w:t>
      </w:r>
      <w:proofErr w:type="spellStart"/>
      <w:r w:rsidR="005A3479">
        <w:t>Phillotson</w:t>
      </w:r>
      <w:proofErr w:type="spellEnd"/>
      <w:r>
        <w:t>…</w:t>
      </w:r>
    </w:p>
    <w:p w14:paraId="350B2619" w14:textId="77777777" w:rsidR="006F1ADB" w:rsidRDefault="006F1ADB" w:rsidP="005A3479">
      <w:r>
        <w:t>— </w:t>
      </w:r>
      <w:r w:rsidR="005A3479">
        <w:t>Je n</w:t>
      </w:r>
      <w:r>
        <w:t>’</w:t>
      </w:r>
      <w:r w:rsidR="005A3479">
        <w:t xml:space="preserve">ai aucune espèce de respect pour </w:t>
      </w:r>
      <w:proofErr w:type="spellStart"/>
      <w:r w:rsidR="005A3479">
        <w:t>Christminster</w:t>
      </w:r>
      <w:proofErr w:type="spellEnd"/>
      <w:r>
        <w:t xml:space="preserve">, </w:t>
      </w:r>
      <w:r w:rsidR="005A3479">
        <w:t>e</w:t>
      </w:r>
      <w:r w:rsidR="005A3479">
        <w:t>x</w:t>
      </w:r>
      <w:r w:rsidR="005A3479">
        <w:t>cepté à un certain point de vue</w:t>
      </w:r>
      <w:r>
        <w:t xml:space="preserve">, </w:t>
      </w:r>
      <w:r w:rsidR="005A3479">
        <w:t>pour l</w:t>
      </w:r>
      <w:r>
        <w:t>’</w:t>
      </w:r>
      <w:r w:rsidR="005A3479">
        <w:t>intellectualité que l</w:t>
      </w:r>
      <w:r>
        <w:t>’</w:t>
      </w:r>
      <w:r w:rsidR="005A3479">
        <w:t>on y découvre</w:t>
      </w:r>
      <w:r>
        <w:t xml:space="preserve">, </w:t>
      </w:r>
      <w:r w:rsidR="005A3479">
        <w:t xml:space="preserve">dit Sue </w:t>
      </w:r>
      <w:proofErr w:type="spellStart"/>
      <w:r w:rsidR="005A3479">
        <w:t>Bridehead</w:t>
      </w:r>
      <w:proofErr w:type="spellEnd"/>
      <w:r>
        <w:t xml:space="preserve">, </w:t>
      </w:r>
      <w:r w:rsidR="005A3479">
        <w:t>sérieusement</w:t>
      </w:r>
      <w:r>
        <w:t xml:space="preserve">. </w:t>
      </w:r>
      <w:r w:rsidR="005A3479">
        <w:t>L</w:t>
      </w:r>
      <w:r>
        <w:t>’</w:t>
      </w:r>
      <w:r w:rsidR="005A3479">
        <w:t>ami dont je vous ai parlé m</w:t>
      </w:r>
      <w:r>
        <w:t>’</w:t>
      </w:r>
      <w:r w:rsidR="005A3479">
        <w:t>a enlevé ce respect</w:t>
      </w:r>
      <w:r>
        <w:t xml:space="preserve">. </w:t>
      </w:r>
      <w:r w:rsidR="005A3479">
        <w:t>C</w:t>
      </w:r>
      <w:r>
        <w:t>’</w:t>
      </w:r>
      <w:r w:rsidR="005A3479">
        <w:t>était l</w:t>
      </w:r>
      <w:r>
        <w:t>’</w:t>
      </w:r>
      <w:r w:rsidR="005A3479">
        <w:t>homme le plus irréligieux que j</w:t>
      </w:r>
      <w:r>
        <w:t>’</w:t>
      </w:r>
      <w:r w:rsidR="005A3479">
        <w:t>aie connu</w:t>
      </w:r>
      <w:r>
        <w:t xml:space="preserve">, </w:t>
      </w:r>
      <w:r w:rsidR="005A3479">
        <w:t>et le plus moral</w:t>
      </w:r>
      <w:r>
        <w:t xml:space="preserve">. </w:t>
      </w:r>
      <w:r w:rsidR="005A3479">
        <w:t>Et l</w:t>
      </w:r>
      <w:r>
        <w:t>’</w:t>
      </w:r>
      <w:r w:rsidR="005A3479">
        <w:t xml:space="preserve">intellectualité à </w:t>
      </w:r>
      <w:proofErr w:type="spellStart"/>
      <w:r w:rsidR="005A3479">
        <w:t>Christminster</w:t>
      </w:r>
      <w:proofErr w:type="spellEnd"/>
      <w:r w:rsidR="005A3479">
        <w:t xml:space="preserve"> est un vin nouveau dans de vieilles bouteilles</w:t>
      </w:r>
      <w:r>
        <w:t xml:space="preserve">. </w:t>
      </w:r>
      <w:r w:rsidR="005A3479">
        <w:t xml:space="preserve">Le moyen âge doit disparaître de </w:t>
      </w:r>
      <w:proofErr w:type="spellStart"/>
      <w:r w:rsidR="005A3479">
        <w:t>Christminster</w:t>
      </w:r>
      <w:proofErr w:type="spellEnd"/>
      <w:r>
        <w:t xml:space="preserve">, </w:t>
      </w:r>
      <w:r w:rsidR="005A3479">
        <w:t xml:space="preserve">ou bien </w:t>
      </w:r>
      <w:proofErr w:type="spellStart"/>
      <w:r w:rsidR="005A3479">
        <w:t>Christminster</w:t>
      </w:r>
      <w:proofErr w:type="spellEnd"/>
      <w:r w:rsidR="005A3479">
        <w:t xml:space="preserve"> même disparaîtra</w:t>
      </w:r>
      <w:r>
        <w:t>.</w:t>
      </w:r>
    </w:p>
    <w:p w14:paraId="1D9CAB31" w14:textId="77777777" w:rsidR="006F1ADB" w:rsidRDefault="006F1ADB" w:rsidP="005A3479">
      <w:r>
        <w:t>— </w:t>
      </w:r>
      <w:r w:rsidR="005A3479">
        <w:t>Sue</w:t>
      </w:r>
      <w:r>
        <w:t xml:space="preserve">, </w:t>
      </w:r>
      <w:r w:rsidR="005A3479">
        <w:t>vous ne me diriez pas de ces choses</w:t>
      </w:r>
      <w:r>
        <w:t xml:space="preserve">, </w:t>
      </w:r>
      <w:r w:rsidR="005A3479">
        <w:t>si vous étiez vraiment mon amie</w:t>
      </w:r>
      <w:r>
        <w:t>.</w:t>
      </w:r>
    </w:p>
    <w:p w14:paraId="6A59B66E" w14:textId="77777777" w:rsidR="006F1ADB" w:rsidRDefault="006F1ADB" w:rsidP="005A3479">
      <w:r>
        <w:t>— </w:t>
      </w:r>
      <w:r w:rsidR="005A3479">
        <w:t>Je ne les dirai plus</w:t>
      </w:r>
      <w:r>
        <w:t xml:space="preserve">, </w:t>
      </w:r>
      <w:r w:rsidR="005A3479">
        <w:t>cher Jude</w:t>
      </w:r>
      <w:r>
        <w:t>.</w:t>
      </w:r>
    </w:p>
    <w:p w14:paraId="55FD089C" w14:textId="77777777" w:rsidR="006F1ADB" w:rsidRDefault="005A3479" w:rsidP="005A3479">
      <w:r>
        <w:t>La note grave de l</w:t>
      </w:r>
      <w:r w:rsidR="006F1ADB">
        <w:t>’</w:t>
      </w:r>
      <w:r>
        <w:t>émotion avait reparu</w:t>
      </w:r>
      <w:r w:rsidR="006F1ADB">
        <w:t xml:space="preserve">, </w:t>
      </w:r>
      <w:r>
        <w:t>et Sue détourna son visage</w:t>
      </w:r>
      <w:r w:rsidR="006F1ADB">
        <w:t>.</w:t>
      </w:r>
    </w:p>
    <w:p w14:paraId="21E353FD" w14:textId="77777777" w:rsidR="006F1ADB" w:rsidRDefault="006F1ADB" w:rsidP="005A3479">
      <w:r>
        <w:lastRenderedPageBreak/>
        <w:t>— </w:t>
      </w:r>
      <w:proofErr w:type="spellStart"/>
      <w:r w:rsidR="005A3479">
        <w:t>Christminster</w:t>
      </w:r>
      <w:proofErr w:type="spellEnd"/>
      <w:r w:rsidR="005A3479">
        <w:t xml:space="preserve"> n</w:t>
      </w:r>
      <w:r>
        <w:t>’</w:t>
      </w:r>
      <w:r w:rsidR="005A3479">
        <w:t>est pas sans gloire</w:t>
      </w:r>
      <w:r>
        <w:t xml:space="preserve">, </w:t>
      </w:r>
      <w:r w:rsidR="005A3479">
        <w:t>quoique je lui co</w:t>
      </w:r>
      <w:r w:rsidR="005A3479">
        <w:t>n</w:t>
      </w:r>
      <w:r w:rsidR="005A3479">
        <w:t>serve quelque rancune de ne pas m</w:t>
      </w:r>
      <w:r>
        <w:t>’</w:t>
      </w:r>
      <w:r w:rsidR="005A3479">
        <w:t>en avoir réservé une part</w:t>
      </w:r>
      <w:r>
        <w:t>.</w:t>
      </w:r>
    </w:p>
    <w:p w14:paraId="5FDCF59D" w14:textId="77777777" w:rsidR="006F1ADB" w:rsidRDefault="005A3479" w:rsidP="005A3479">
      <w:r>
        <w:t>Il parlait avec douceur et résistait au désir de piquer Sue jusqu</w:t>
      </w:r>
      <w:r w:rsidR="006F1ADB">
        <w:t>’</w:t>
      </w:r>
      <w:r>
        <w:t>aux larmes</w:t>
      </w:r>
      <w:r w:rsidR="006F1ADB">
        <w:t>.</w:t>
      </w:r>
    </w:p>
    <w:p w14:paraId="10588526" w14:textId="77777777" w:rsidR="006F1ADB" w:rsidRDefault="006F1ADB" w:rsidP="005A3479">
      <w:r>
        <w:t>— </w:t>
      </w:r>
      <w:r w:rsidR="005A3479">
        <w:t>C</w:t>
      </w:r>
      <w:r>
        <w:t>’</w:t>
      </w:r>
      <w:r w:rsidR="005A3479">
        <w:t>est un lieu d</w:t>
      </w:r>
      <w:r>
        <w:t>’</w:t>
      </w:r>
      <w:r w:rsidR="005A3479">
        <w:t>ignorance</w:t>
      </w:r>
      <w:r>
        <w:t xml:space="preserve">, </w:t>
      </w:r>
      <w:r w:rsidR="005A3479">
        <w:t>si l</w:t>
      </w:r>
      <w:r>
        <w:t>’</w:t>
      </w:r>
      <w:r w:rsidR="005A3479">
        <w:t>on en excepte les gens du peuple</w:t>
      </w:r>
      <w:r>
        <w:t xml:space="preserve">, </w:t>
      </w:r>
      <w:r w:rsidR="005A3479">
        <w:t>les artisans</w:t>
      </w:r>
      <w:r>
        <w:t xml:space="preserve">, </w:t>
      </w:r>
      <w:r w:rsidR="005A3479">
        <w:t>les ivrognes et les pauvres</w:t>
      </w:r>
      <w:r>
        <w:t xml:space="preserve">, </w:t>
      </w:r>
      <w:r w:rsidR="005A3479">
        <w:t>dit-elle</w:t>
      </w:r>
      <w:r>
        <w:t xml:space="preserve">, </w:t>
      </w:r>
      <w:r w:rsidR="005A3479">
        <w:t>car</w:t>
      </w:r>
      <w:r>
        <w:t xml:space="preserve">, </w:t>
      </w:r>
      <w:r w:rsidR="005A3479">
        <w:t>bien au contraire de Jude</w:t>
      </w:r>
      <w:r>
        <w:t xml:space="preserve">, </w:t>
      </w:r>
      <w:r w:rsidR="005A3479">
        <w:t>elle continuait âprement la discussion</w:t>
      </w:r>
      <w:r>
        <w:t xml:space="preserve">. </w:t>
      </w:r>
      <w:r w:rsidR="005A3479">
        <w:t>Ceux-là voient la vie</w:t>
      </w:r>
      <w:r>
        <w:t xml:space="preserve">, </w:t>
      </w:r>
      <w:r w:rsidR="005A3479">
        <w:t>comme elle est</w:t>
      </w:r>
      <w:r>
        <w:t xml:space="preserve"> ; </w:t>
      </w:r>
      <w:r w:rsidR="005A3479">
        <w:t>ce qui est impossible aux gens de collège</w:t>
      </w:r>
      <w:r>
        <w:t xml:space="preserve">. </w:t>
      </w:r>
      <w:r w:rsidR="005A3479">
        <w:t>Vous-même pouvez servir d</w:t>
      </w:r>
      <w:r>
        <w:t>’</w:t>
      </w:r>
      <w:r w:rsidR="005A3479">
        <w:t>exemple</w:t>
      </w:r>
      <w:r>
        <w:t xml:space="preserve">. </w:t>
      </w:r>
      <w:r w:rsidR="005A3479">
        <w:t>Vous êtes précisément un de ces hommes pour qui furent fondés les co</w:t>
      </w:r>
      <w:r w:rsidR="005A3479">
        <w:t>l</w:t>
      </w:r>
      <w:r w:rsidR="005A3479">
        <w:t xml:space="preserve">lèges de </w:t>
      </w:r>
      <w:proofErr w:type="spellStart"/>
      <w:r w:rsidR="005A3479">
        <w:t>Christminster</w:t>
      </w:r>
      <w:proofErr w:type="spellEnd"/>
      <w:r>
        <w:t xml:space="preserve"> : </w:t>
      </w:r>
      <w:r w:rsidR="005A3479">
        <w:t>vous avez la passion de l</w:t>
      </w:r>
      <w:r>
        <w:t>’</w:t>
      </w:r>
      <w:r w:rsidR="005A3479">
        <w:t>étude</w:t>
      </w:r>
      <w:r>
        <w:t xml:space="preserve">, </w:t>
      </w:r>
      <w:r w:rsidR="005A3479">
        <w:t>mais point d</w:t>
      </w:r>
      <w:r>
        <w:t>’</w:t>
      </w:r>
      <w:r w:rsidR="005A3479">
        <w:t>argent</w:t>
      </w:r>
      <w:r>
        <w:t xml:space="preserve">, </w:t>
      </w:r>
      <w:r w:rsidR="005A3479">
        <w:t>point d</w:t>
      </w:r>
      <w:r>
        <w:t>’</w:t>
      </w:r>
      <w:r w:rsidR="005A3479">
        <w:t>amis</w:t>
      </w:r>
      <w:r>
        <w:t xml:space="preserve">, </w:t>
      </w:r>
      <w:r w:rsidR="005A3479">
        <w:t>point d</w:t>
      </w:r>
      <w:r>
        <w:t>’</w:t>
      </w:r>
      <w:r w:rsidR="005A3479">
        <w:t>heureux hasards qui pui</w:t>
      </w:r>
      <w:r w:rsidR="005A3479">
        <w:t>s</w:t>
      </w:r>
      <w:r w:rsidR="005A3479">
        <w:t>sent vous favoriser</w:t>
      </w:r>
      <w:r>
        <w:t xml:space="preserve">… </w:t>
      </w:r>
      <w:r w:rsidR="005A3479">
        <w:t>Et vous êtes poussé hors de votre voie par des fils de millionnaires</w:t>
      </w:r>
      <w:r>
        <w:t>.</w:t>
      </w:r>
    </w:p>
    <w:p w14:paraId="1A2A4F27" w14:textId="77777777" w:rsidR="006F1ADB" w:rsidRDefault="006F1ADB" w:rsidP="005A3479">
      <w:r>
        <w:t>— </w:t>
      </w:r>
      <w:r w:rsidR="005A3479">
        <w:t>Eh bien</w:t>
      </w:r>
      <w:r>
        <w:t xml:space="preserve">, </w:t>
      </w:r>
      <w:r w:rsidR="005A3479">
        <w:t>je me passerai des avantages que leur donne leur situation</w:t>
      </w:r>
      <w:r>
        <w:t xml:space="preserve">. </w:t>
      </w:r>
      <w:r w:rsidR="005A3479">
        <w:t>Mon ambition est plus haute</w:t>
      </w:r>
      <w:r>
        <w:t>.</w:t>
      </w:r>
    </w:p>
    <w:p w14:paraId="6D286DEB" w14:textId="77777777" w:rsidR="006F1ADB" w:rsidRDefault="006F1ADB" w:rsidP="005A3479">
      <w:r>
        <w:t>— </w:t>
      </w:r>
      <w:r w:rsidR="005A3479">
        <w:t>Et la mienne est plus vaste</w:t>
      </w:r>
      <w:r>
        <w:t xml:space="preserve">, </w:t>
      </w:r>
      <w:r w:rsidR="005A3479">
        <w:t>plus vraie</w:t>
      </w:r>
      <w:r>
        <w:t xml:space="preserve">, </w:t>
      </w:r>
      <w:r w:rsidR="005A3479">
        <w:t>insista-t-elle</w:t>
      </w:r>
      <w:r>
        <w:t xml:space="preserve">. </w:t>
      </w:r>
      <w:r w:rsidR="005A3479">
        <w:t>En ce moment</w:t>
      </w:r>
      <w:r>
        <w:t xml:space="preserve">, </w:t>
      </w:r>
      <w:r w:rsidR="005A3479">
        <w:t>l</w:t>
      </w:r>
      <w:r>
        <w:t>’</w:t>
      </w:r>
      <w:r w:rsidR="005A3479">
        <w:t>intelligence et la religion</w:t>
      </w:r>
      <w:r>
        <w:t xml:space="preserve">, </w:t>
      </w:r>
      <w:r w:rsidR="005A3479">
        <w:t xml:space="preserve">à </w:t>
      </w:r>
      <w:proofErr w:type="spellStart"/>
      <w:r w:rsidR="005A3479">
        <w:t>Christminster</w:t>
      </w:r>
      <w:proofErr w:type="spellEnd"/>
      <w:r>
        <w:t xml:space="preserve">, </w:t>
      </w:r>
      <w:r w:rsidR="005A3479">
        <w:t>suivent deux voies opposées</w:t>
      </w:r>
      <w:r>
        <w:t xml:space="preserve">, </w:t>
      </w:r>
      <w:r w:rsidR="005A3479">
        <w:t>et elles demeurent stationnaires</w:t>
      </w:r>
      <w:r>
        <w:t xml:space="preserve">, </w:t>
      </w:r>
      <w:r w:rsidR="005A3479">
        <w:t>comme deux béliers qui se heurtent du front</w:t>
      </w:r>
      <w:r>
        <w:t>.</w:t>
      </w:r>
    </w:p>
    <w:p w14:paraId="003BD4DE" w14:textId="620F3800" w:rsidR="006F1ADB" w:rsidRDefault="006F1ADB" w:rsidP="005A3479">
      <w:r>
        <w:t>— </w:t>
      </w:r>
      <w:r w:rsidR="005A3479">
        <w:t xml:space="preserve">Ce que voulut </w:t>
      </w:r>
      <w:r>
        <w:t>M. </w:t>
      </w:r>
      <w:proofErr w:type="spellStart"/>
      <w:r w:rsidR="005A3479">
        <w:t>Phillotson</w:t>
      </w:r>
      <w:proofErr w:type="spellEnd"/>
      <w:r>
        <w:t>…</w:t>
      </w:r>
    </w:p>
    <w:p w14:paraId="5112ABD4" w14:textId="77777777" w:rsidR="006F1ADB" w:rsidRDefault="006F1ADB" w:rsidP="005A3479">
      <w:r>
        <w:t>— </w:t>
      </w:r>
      <w:r w:rsidR="005A3479">
        <w:t>C</w:t>
      </w:r>
      <w:r>
        <w:t>’</w:t>
      </w:r>
      <w:r w:rsidR="005A3479">
        <w:t>est une ville pleine de fétichistes et de visionnaires</w:t>
      </w:r>
      <w:r>
        <w:t>.</w:t>
      </w:r>
    </w:p>
    <w:p w14:paraId="1EFFB14F" w14:textId="77777777" w:rsidR="006F1ADB" w:rsidRDefault="005A3479" w:rsidP="005A3479">
      <w:r>
        <w:t>Il remarqua que</w:t>
      </w:r>
      <w:r w:rsidR="006F1ADB">
        <w:t xml:space="preserve">, </w:t>
      </w:r>
      <w:r>
        <w:t>lorsqu</w:t>
      </w:r>
      <w:r w:rsidR="006F1ADB">
        <w:t>’</w:t>
      </w:r>
      <w:r>
        <w:t>il essayait de parler du maître d</w:t>
      </w:r>
      <w:r w:rsidR="006F1ADB">
        <w:t>’</w:t>
      </w:r>
      <w:r>
        <w:t>école</w:t>
      </w:r>
      <w:r w:rsidR="006F1ADB">
        <w:t xml:space="preserve">, </w:t>
      </w:r>
      <w:r>
        <w:t>elle détournait la conversation en généralisations offe</w:t>
      </w:r>
      <w:r>
        <w:t>n</w:t>
      </w:r>
      <w:r>
        <w:t>santes pour l</w:t>
      </w:r>
      <w:r w:rsidR="006F1ADB">
        <w:t>’</w:t>
      </w:r>
      <w:r>
        <w:t>Université</w:t>
      </w:r>
      <w:r w:rsidR="006F1ADB">
        <w:t xml:space="preserve">. </w:t>
      </w:r>
      <w:r>
        <w:t>Jude avait une curiosité extrême</w:t>
      </w:r>
      <w:r w:rsidR="006F1ADB">
        <w:t xml:space="preserve">, </w:t>
      </w:r>
      <w:r>
        <w:t xml:space="preserve">une curiosité morbide de connaître sa vie en tant que protégée et fiancée de </w:t>
      </w:r>
      <w:proofErr w:type="spellStart"/>
      <w:r>
        <w:t>Phillotson</w:t>
      </w:r>
      <w:proofErr w:type="spellEnd"/>
      <w:r w:rsidR="006F1ADB">
        <w:t xml:space="preserve">. </w:t>
      </w:r>
      <w:r>
        <w:t>Mais</w:t>
      </w:r>
      <w:r w:rsidR="006F1ADB">
        <w:t xml:space="preserve">, </w:t>
      </w:r>
      <w:r>
        <w:t>toujours</w:t>
      </w:r>
      <w:r w:rsidR="006F1ADB">
        <w:t xml:space="preserve">, </w:t>
      </w:r>
      <w:r>
        <w:t>elle refusait de l</w:t>
      </w:r>
      <w:r w:rsidR="006F1ADB">
        <w:t>’</w:t>
      </w:r>
      <w:r>
        <w:t>éclairer</w:t>
      </w:r>
      <w:r w:rsidR="006F1ADB">
        <w:t>.</w:t>
      </w:r>
    </w:p>
    <w:p w14:paraId="464CC3F7" w14:textId="77777777" w:rsidR="006F1ADB" w:rsidRDefault="006F1ADB" w:rsidP="005A3479">
      <w:r>
        <w:lastRenderedPageBreak/>
        <w:t>— </w:t>
      </w:r>
      <w:r w:rsidR="005A3479">
        <w:t>Voilà justement ce que je suis</w:t>
      </w:r>
      <w:r>
        <w:t xml:space="preserve">, </w:t>
      </w:r>
      <w:r w:rsidR="005A3479">
        <w:t>dit-il</w:t>
      </w:r>
      <w:r>
        <w:t xml:space="preserve"> : </w:t>
      </w:r>
      <w:r w:rsidR="005A3479">
        <w:t>un homme que la vie épouvante et qui voit des spectres partout</w:t>
      </w:r>
      <w:r>
        <w:t xml:space="preserve">… </w:t>
      </w:r>
      <w:r w:rsidR="005A3479">
        <w:t>Maintenant</w:t>
      </w:r>
      <w:r>
        <w:t xml:space="preserve">, </w:t>
      </w:r>
      <w:r w:rsidR="005A3479">
        <w:t>f</w:t>
      </w:r>
      <w:r w:rsidR="005A3479">
        <w:t>e</w:t>
      </w:r>
      <w:r w:rsidR="005A3479">
        <w:t>rez-vous ce que je vous demande</w:t>
      </w:r>
      <w:r>
        <w:t xml:space="preserve"> ? </w:t>
      </w:r>
      <w:r w:rsidR="005A3479">
        <w:t>Je dois lire un chapitre et dire mes prières</w:t>
      </w:r>
      <w:r>
        <w:t xml:space="preserve">, </w:t>
      </w:r>
      <w:r w:rsidR="005A3479">
        <w:t>comme je vous l</w:t>
      </w:r>
      <w:r>
        <w:t>’</w:t>
      </w:r>
      <w:r w:rsidR="005A3479">
        <w:t>ai déclaré</w:t>
      </w:r>
      <w:r>
        <w:t xml:space="preserve">. </w:t>
      </w:r>
      <w:r w:rsidR="005A3479">
        <w:t>Voulez-vous co</w:t>
      </w:r>
      <w:r w:rsidR="005A3479">
        <w:t>n</w:t>
      </w:r>
      <w:r w:rsidR="005A3479">
        <w:t>centrer votre attention sur un livre à votre goût</w:t>
      </w:r>
      <w:r>
        <w:t xml:space="preserve">, </w:t>
      </w:r>
      <w:r w:rsidR="005A3479">
        <w:t>me tourner le dos et me laisser agir selon mon habitude</w:t>
      </w:r>
      <w:r>
        <w:t xml:space="preserve"> ?… </w:t>
      </w:r>
      <w:r w:rsidR="005A3479">
        <w:t>Vous êtes sûre que vous ne devez pas vous joindre à moi</w:t>
      </w:r>
      <w:r>
        <w:t> ?</w:t>
      </w:r>
    </w:p>
    <w:p w14:paraId="3BAF34B7" w14:textId="77777777" w:rsidR="006F1ADB" w:rsidRDefault="006F1ADB" w:rsidP="005A3479">
      <w:r>
        <w:t>— </w:t>
      </w:r>
      <w:r w:rsidR="005A3479">
        <w:t>Je veux vous regarder</w:t>
      </w:r>
      <w:r>
        <w:t>.</w:t>
      </w:r>
    </w:p>
    <w:p w14:paraId="748E2368" w14:textId="77777777" w:rsidR="006F1ADB" w:rsidRDefault="006F1ADB" w:rsidP="005A3479">
      <w:r>
        <w:t>— </w:t>
      </w:r>
      <w:r w:rsidR="005A3479">
        <w:t>Non</w:t>
      </w:r>
      <w:r>
        <w:t xml:space="preserve">. </w:t>
      </w:r>
      <w:r w:rsidR="005A3479">
        <w:t>Ne me tourmentez pas</w:t>
      </w:r>
      <w:r>
        <w:t xml:space="preserve">, </w:t>
      </w:r>
      <w:r w:rsidR="005A3479">
        <w:t>Sue</w:t>
      </w:r>
      <w:r>
        <w:t>.</w:t>
      </w:r>
    </w:p>
    <w:p w14:paraId="42BBB5F3" w14:textId="77777777" w:rsidR="006F1ADB" w:rsidRDefault="006F1ADB" w:rsidP="005A3479">
      <w:r>
        <w:t>— </w:t>
      </w:r>
      <w:r w:rsidR="005A3479">
        <w:t>Très bien</w:t>
      </w:r>
      <w:r>
        <w:t xml:space="preserve">, </w:t>
      </w:r>
      <w:r w:rsidR="005A3479">
        <w:t>je vous obéirai et je ne vous contrarierai pas</w:t>
      </w:r>
      <w:r>
        <w:t xml:space="preserve">, </w:t>
      </w:r>
      <w:r w:rsidR="005A3479">
        <w:t>Jude</w:t>
      </w:r>
      <w:r>
        <w:t xml:space="preserve">, </w:t>
      </w:r>
      <w:r w:rsidR="005A3479">
        <w:t>répondit-elle</w:t>
      </w:r>
      <w:r>
        <w:t xml:space="preserve">, </w:t>
      </w:r>
      <w:r w:rsidR="005A3479">
        <w:t>avec l</w:t>
      </w:r>
      <w:r>
        <w:t>’</w:t>
      </w:r>
      <w:r w:rsidR="005A3479">
        <w:t>accent d</w:t>
      </w:r>
      <w:r>
        <w:t>’</w:t>
      </w:r>
      <w:r w:rsidR="005A3479">
        <w:t>un enfant qui promet d</w:t>
      </w:r>
      <w:r>
        <w:t>’</w:t>
      </w:r>
      <w:r w:rsidR="005A3479">
        <w:t>être sage pour toujours</w:t>
      </w:r>
      <w:r>
        <w:t xml:space="preserve"> – </w:t>
      </w:r>
      <w:r w:rsidR="005A3479">
        <w:t>mais plus tard</w:t>
      </w:r>
      <w:r>
        <w:t>.</w:t>
      </w:r>
    </w:p>
    <w:p w14:paraId="5147BF1D" w14:textId="77777777" w:rsidR="006F1ADB" w:rsidRDefault="005A3479" w:rsidP="005A3479">
      <w:r>
        <w:t>Elle se détourna comme il était convenu</w:t>
      </w:r>
      <w:r w:rsidR="006F1ADB">
        <w:t xml:space="preserve">. </w:t>
      </w:r>
      <w:r>
        <w:t>Une petite Bible dont Jude ne se servait pas était à la portée de Sue</w:t>
      </w:r>
      <w:r w:rsidR="006F1ADB">
        <w:t xml:space="preserve">, </w:t>
      </w:r>
      <w:r>
        <w:t>et pendant la méditation du jeune homme</w:t>
      </w:r>
      <w:r w:rsidR="006F1ADB">
        <w:t xml:space="preserve">, </w:t>
      </w:r>
      <w:r>
        <w:t>elle se mit à la feuilleter</w:t>
      </w:r>
      <w:r w:rsidR="006F1ADB">
        <w:t>.</w:t>
      </w:r>
    </w:p>
    <w:p w14:paraId="47D0B90A" w14:textId="77777777" w:rsidR="006F1ADB" w:rsidRDefault="006F1ADB" w:rsidP="005A3479">
      <w:r>
        <w:t>— </w:t>
      </w:r>
      <w:r w:rsidR="005A3479">
        <w:t>Jude</w:t>
      </w:r>
      <w:r>
        <w:t xml:space="preserve">, </w:t>
      </w:r>
      <w:r w:rsidR="005A3479">
        <w:t>dit-elle vivement</w:t>
      </w:r>
      <w:r>
        <w:t xml:space="preserve">, </w:t>
      </w:r>
      <w:r w:rsidR="005A3479">
        <w:t>quand</w:t>
      </w:r>
      <w:r>
        <w:t xml:space="preserve">, </w:t>
      </w:r>
      <w:r w:rsidR="005A3479">
        <w:t>sa prière achevée</w:t>
      </w:r>
      <w:r>
        <w:t xml:space="preserve">, </w:t>
      </w:r>
      <w:r w:rsidR="005A3479">
        <w:t>il se tourna vers elle</w:t>
      </w:r>
      <w:r>
        <w:t xml:space="preserve">, </w:t>
      </w:r>
      <w:r w:rsidR="005A3479">
        <w:t xml:space="preserve">me permettez-vous de vous composer un </w:t>
      </w:r>
      <w:r w:rsidR="005A3479">
        <w:rPr>
          <w:i/>
          <w:szCs w:val="32"/>
        </w:rPr>
        <w:t>no</w:t>
      </w:r>
      <w:r w:rsidR="005A3479">
        <w:rPr>
          <w:i/>
          <w:szCs w:val="32"/>
        </w:rPr>
        <w:t>u</w:t>
      </w:r>
      <w:r w:rsidR="005A3479">
        <w:rPr>
          <w:i/>
          <w:szCs w:val="32"/>
        </w:rPr>
        <w:t xml:space="preserve">veau </w:t>
      </w:r>
      <w:proofErr w:type="spellStart"/>
      <w:r w:rsidR="005A3479">
        <w:t>Nouveau</w:t>
      </w:r>
      <w:proofErr w:type="spellEnd"/>
      <w:r w:rsidR="005A3479">
        <w:t xml:space="preserve"> Testament</w:t>
      </w:r>
      <w:r>
        <w:t xml:space="preserve">, </w:t>
      </w:r>
      <w:r w:rsidR="005A3479">
        <w:t>pareil à celui que j</w:t>
      </w:r>
      <w:r>
        <w:t>’</w:t>
      </w:r>
      <w:r w:rsidR="005A3479">
        <w:t>avais composé pour moi</w:t>
      </w:r>
      <w:r>
        <w:t xml:space="preserve">, </w:t>
      </w:r>
      <w:r w:rsidR="005A3479">
        <w:t xml:space="preserve">à </w:t>
      </w:r>
      <w:proofErr w:type="spellStart"/>
      <w:r w:rsidR="005A3479">
        <w:t>Christminster</w:t>
      </w:r>
      <w:proofErr w:type="spellEnd"/>
      <w:r>
        <w:t> ?</w:t>
      </w:r>
    </w:p>
    <w:p w14:paraId="125DB101" w14:textId="77777777" w:rsidR="006F1ADB" w:rsidRDefault="006F1ADB" w:rsidP="005A3479">
      <w:r>
        <w:t>— </w:t>
      </w:r>
      <w:r w:rsidR="005A3479">
        <w:t>Oui</w:t>
      </w:r>
      <w:r>
        <w:t xml:space="preserve">. </w:t>
      </w:r>
      <w:r w:rsidR="005A3479">
        <w:t>Comment l</w:t>
      </w:r>
      <w:r>
        <w:t>’</w:t>
      </w:r>
      <w:r w:rsidR="005A3479">
        <w:t>aviez-vous fait</w:t>
      </w:r>
      <w:r>
        <w:t> ?</w:t>
      </w:r>
    </w:p>
    <w:p w14:paraId="7DEEB067" w14:textId="77777777" w:rsidR="006F1ADB" w:rsidRDefault="006F1ADB" w:rsidP="005A3479">
      <w:r>
        <w:t>— </w:t>
      </w:r>
      <w:r w:rsidR="005A3479">
        <w:t>J</w:t>
      </w:r>
      <w:r>
        <w:t>’</w:t>
      </w:r>
      <w:r w:rsidR="005A3479">
        <w:t>avais modifié le vieux volume en découpant les épîtres et les évangiles en brochures séparées</w:t>
      </w:r>
      <w:r>
        <w:t xml:space="preserve">, </w:t>
      </w:r>
      <w:r w:rsidR="005A3479">
        <w:t>puis en les disposant dans l</w:t>
      </w:r>
      <w:r>
        <w:t>’</w:t>
      </w:r>
      <w:r w:rsidR="005A3479">
        <w:t>ordre chronologique où ils furent écrits</w:t>
      </w:r>
      <w:r>
        <w:t xml:space="preserve"> : </w:t>
      </w:r>
      <w:r w:rsidR="005A3479">
        <w:t>les épîtres aux Romains en tête du livre</w:t>
      </w:r>
      <w:r>
        <w:t xml:space="preserve">, </w:t>
      </w:r>
      <w:r w:rsidR="005A3479">
        <w:t>puis les premières épîtres</w:t>
      </w:r>
      <w:r>
        <w:t xml:space="preserve">, </w:t>
      </w:r>
      <w:r w:rsidR="005A3479">
        <w:t>et les éva</w:t>
      </w:r>
      <w:r w:rsidR="005A3479">
        <w:t>n</w:t>
      </w:r>
      <w:r w:rsidR="005A3479">
        <w:t>giles tout à fait à la fin</w:t>
      </w:r>
      <w:r>
        <w:t xml:space="preserve">. </w:t>
      </w:r>
      <w:r w:rsidR="005A3479">
        <w:t>Après quoi</w:t>
      </w:r>
      <w:r>
        <w:t xml:space="preserve">, </w:t>
      </w:r>
      <w:r w:rsidR="005A3479">
        <w:t>je fis relier le volume de nouveau</w:t>
      </w:r>
      <w:r>
        <w:t xml:space="preserve">. </w:t>
      </w:r>
      <w:r w:rsidR="005A3479">
        <w:t>Mon ami de l</w:t>
      </w:r>
      <w:r>
        <w:t>’</w:t>
      </w:r>
      <w:r w:rsidR="005A3479">
        <w:t>Université</w:t>
      </w:r>
      <w:r>
        <w:t xml:space="preserve">, </w:t>
      </w:r>
      <w:r w:rsidR="005A3479">
        <w:t>M</w:t>
      </w:r>
      <w:r>
        <w:t xml:space="preserve">… – </w:t>
      </w:r>
      <w:r w:rsidR="005A3479">
        <w:t>mais peu importe son nom</w:t>
      </w:r>
      <w:r>
        <w:t xml:space="preserve">, </w:t>
      </w:r>
      <w:r w:rsidR="005A3479">
        <w:t>pauvre garçon</w:t>
      </w:r>
      <w:r>
        <w:t xml:space="preserve"> – </w:t>
      </w:r>
      <w:r w:rsidR="005A3479">
        <w:t>mon ami disait que c</w:t>
      </w:r>
      <w:r>
        <w:t>’</w:t>
      </w:r>
      <w:r w:rsidR="005A3479">
        <w:t>était une idée exce</w:t>
      </w:r>
      <w:r w:rsidR="005A3479">
        <w:t>l</w:t>
      </w:r>
      <w:r w:rsidR="005A3479">
        <w:t>lente</w:t>
      </w:r>
      <w:r>
        <w:t xml:space="preserve">. </w:t>
      </w:r>
      <w:r w:rsidR="005A3479">
        <w:t>Je sais bien qu</w:t>
      </w:r>
      <w:r>
        <w:t>’</w:t>
      </w:r>
      <w:r w:rsidR="005A3479">
        <w:t xml:space="preserve">en relisant le </w:t>
      </w:r>
      <w:r w:rsidR="005A3479">
        <w:lastRenderedPageBreak/>
        <w:t>livre</w:t>
      </w:r>
      <w:r>
        <w:t xml:space="preserve">, </w:t>
      </w:r>
      <w:r w:rsidR="005A3479">
        <w:t>je le trouvais vingt fois plus intéressant qu</w:t>
      </w:r>
      <w:r>
        <w:t>’</w:t>
      </w:r>
      <w:r w:rsidR="005A3479">
        <w:t>autrefois et vingt fois plus compréhensible</w:t>
      </w:r>
      <w:r>
        <w:t>.</w:t>
      </w:r>
    </w:p>
    <w:p w14:paraId="1484D183" w14:textId="77777777" w:rsidR="006F1ADB" w:rsidRDefault="006F1ADB" w:rsidP="005A3479">
      <w:r>
        <w:t>— </w:t>
      </w:r>
      <w:r w:rsidR="005A3479">
        <w:t>Hum</w:t>
      </w:r>
      <w:r>
        <w:t xml:space="preserve"> ! </w:t>
      </w:r>
      <w:r w:rsidR="005A3479">
        <w:t>dit Jude qui eut la sensation d</w:t>
      </w:r>
      <w:r>
        <w:t>’</w:t>
      </w:r>
      <w:r w:rsidR="005A3479">
        <w:t>un sacrilège</w:t>
      </w:r>
      <w:r>
        <w:t>.</w:t>
      </w:r>
    </w:p>
    <w:p w14:paraId="5AA5877F" w14:textId="77777777" w:rsidR="006F1ADB" w:rsidRDefault="006F1ADB" w:rsidP="005A3479">
      <w:r>
        <w:t>— </w:t>
      </w:r>
      <w:r w:rsidR="005A3479">
        <w:t>Et quelle énormité littéraire</w:t>
      </w:r>
      <w:r>
        <w:t xml:space="preserve">, </w:t>
      </w:r>
      <w:r w:rsidR="005A3479">
        <w:t>ajouta Sue</w:t>
      </w:r>
      <w:r>
        <w:t xml:space="preserve">, </w:t>
      </w:r>
      <w:r w:rsidR="005A3479">
        <w:t>en regardant les pages du cantique de Salomon</w:t>
      </w:r>
      <w:r>
        <w:t xml:space="preserve">. </w:t>
      </w:r>
      <w:r w:rsidR="005A3479">
        <w:t>Je désigne ainsi le commentaire analytique placé au début de chaque chapitre pour expliquer le sens réel de cette rapsodie</w:t>
      </w:r>
      <w:r>
        <w:t xml:space="preserve">. </w:t>
      </w:r>
      <w:r w:rsidR="005A3479">
        <w:t>Ne vous alarmez pas</w:t>
      </w:r>
      <w:r>
        <w:t xml:space="preserve"> ; </w:t>
      </w:r>
      <w:r w:rsidR="005A3479">
        <w:t>personne n</w:t>
      </w:r>
      <w:r>
        <w:t>’</w:t>
      </w:r>
      <w:r w:rsidR="005A3479">
        <w:t>attribue ces en-tête de chapitres à une céleste inspiration</w:t>
      </w:r>
      <w:r>
        <w:t xml:space="preserve">. </w:t>
      </w:r>
      <w:r w:rsidR="005A3479">
        <w:t>Et même</w:t>
      </w:r>
      <w:r>
        <w:t xml:space="preserve">, </w:t>
      </w:r>
      <w:r w:rsidR="005A3479">
        <w:t>beaucoup de théologiens les considèrent avec méfiance</w:t>
      </w:r>
      <w:r>
        <w:t>.</w:t>
      </w:r>
    </w:p>
    <w:p w14:paraId="4ABAE566" w14:textId="77777777" w:rsidR="006F1ADB" w:rsidRDefault="005A3479" w:rsidP="005A3479">
      <w:r>
        <w:t>Jude semblait affligé</w:t>
      </w:r>
      <w:r w:rsidR="006F1ADB">
        <w:t>.</w:t>
      </w:r>
    </w:p>
    <w:p w14:paraId="22C3FB11" w14:textId="77777777" w:rsidR="006F1ADB" w:rsidRDefault="006F1ADB" w:rsidP="005A3479">
      <w:r>
        <w:t>— </w:t>
      </w:r>
      <w:r w:rsidR="005A3479">
        <w:t>Vous êtes absolument voltairienne</w:t>
      </w:r>
      <w:r>
        <w:t xml:space="preserve">, </w:t>
      </w:r>
      <w:r w:rsidR="005A3479">
        <w:t>murmura-t-il</w:t>
      </w:r>
      <w:r>
        <w:t>.</w:t>
      </w:r>
    </w:p>
    <w:p w14:paraId="75D0FBF9" w14:textId="77777777" w:rsidR="006F1ADB" w:rsidRDefault="006F1ADB" w:rsidP="005A3479">
      <w:r>
        <w:t>— </w:t>
      </w:r>
      <w:r w:rsidR="005A3479">
        <w:t>En vérité</w:t>
      </w:r>
      <w:r>
        <w:t xml:space="preserve"> ? </w:t>
      </w:r>
      <w:r w:rsidR="005A3479">
        <w:t>Je veux dire seulement que personne n</w:t>
      </w:r>
      <w:r>
        <w:t>’</w:t>
      </w:r>
      <w:r w:rsidR="005A3479">
        <w:t>a le droit de falsifier la Bible</w:t>
      </w:r>
      <w:r>
        <w:t xml:space="preserve">. </w:t>
      </w:r>
      <w:r w:rsidR="005A3479">
        <w:t>Je hais cette mystification qui a pour effet de replâtrer</w:t>
      </w:r>
      <w:r>
        <w:t xml:space="preserve">, </w:t>
      </w:r>
      <w:r w:rsidR="005A3479">
        <w:t>avec des abstractions ecclésiastiques</w:t>
      </w:r>
      <w:r>
        <w:t xml:space="preserve">, </w:t>
      </w:r>
      <w:r w:rsidR="005A3479">
        <w:t>l</w:t>
      </w:r>
      <w:r>
        <w:t>’</w:t>
      </w:r>
      <w:r w:rsidR="005A3479">
        <w:t>amour humain</w:t>
      </w:r>
      <w:r>
        <w:t xml:space="preserve">, </w:t>
      </w:r>
      <w:r w:rsidR="005A3479">
        <w:t>naturel</w:t>
      </w:r>
      <w:r>
        <w:t xml:space="preserve">, </w:t>
      </w:r>
      <w:r w:rsidR="005A3479">
        <w:t>extasié</w:t>
      </w:r>
      <w:r>
        <w:t xml:space="preserve">, </w:t>
      </w:r>
      <w:r w:rsidR="005A3479">
        <w:t>qui remplit tout ce grand cantique de la passion</w:t>
      </w:r>
      <w:r>
        <w:t>.</w:t>
      </w:r>
    </w:p>
    <w:p w14:paraId="022A59BC" w14:textId="77777777" w:rsidR="006F1ADB" w:rsidRDefault="005A3479" w:rsidP="005A3479">
      <w:r>
        <w:t>Son langage s</w:t>
      </w:r>
      <w:r w:rsidR="006F1ADB">
        <w:t>’</w:t>
      </w:r>
      <w:r>
        <w:t>était animé</w:t>
      </w:r>
      <w:r w:rsidR="006F1ADB">
        <w:t xml:space="preserve">, </w:t>
      </w:r>
      <w:r>
        <w:t>et</w:t>
      </w:r>
      <w:r w:rsidR="006F1ADB">
        <w:t xml:space="preserve">, </w:t>
      </w:r>
      <w:r>
        <w:t>comme elle s</w:t>
      </w:r>
      <w:r w:rsidR="006F1ADB">
        <w:t>’</w:t>
      </w:r>
      <w:r>
        <w:t>excitait contre le blâme tacite de Jude</w:t>
      </w:r>
      <w:r w:rsidR="006F1ADB">
        <w:t xml:space="preserve">, </w:t>
      </w:r>
      <w:r>
        <w:t>ses yeux devinrent humides</w:t>
      </w:r>
      <w:r w:rsidR="006F1ADB">
        <w:t> :</w:t>
      </w:r>
    </w:p>
    <w:p w14:paraId="66D07016" w14:textId="77777777" w:rsidR="006F1ADB" w:rsidRDefault="006F1ADB" w:rsidP="005A3479">
      <w:r>
        <w:t>— </w:t>
      </w:r>
      <w:r w:rsidR="005A3479">
        <w:t>Ah</w:t>
      </w:r>
      <w:r>
        <w:t xml:space="preserve"> ! </w:t>
      </w:r>
      <w:r w:rsidR="005A3479">
        <w:t>que je voudrais avoir ici un ami pour me soutenir</w:t>
      </w:r>
      <w:r>
        <w:t xml:space="preserve">. </w:t>
      </w:r>
      <w:r w:rsidR="005A3479">
        <w:t>Mais personne ne prend mon parti</w:t>
      </w:r>
      <w:r>
        <w:t>.</w:t>
      </w:r>
    </w:p>
    <w:p w14:paraId="056F550F" w14:textId="77777777" w:rsidR="006F1ADB" w:rsidRDefault="006F1ADB" w:rsidP="005A3479">
      <w:r>
        <w:t>— </w:t>
      </w:r>
      <w:r w:rsidR="005A3479">
        <w:t>Mais</w:t>
      </w:r>
      <w:r>
        <w:t xml:space="preserve">, </w:t>
      </w:r>
      <w:r w:rsidR="005A3479">
        <w:t>chère Sue</w:t>
      </w:r>
      <w:r>
        <w:t xml:space="preserve">, </w:t>
      </w:r>
      <w:r w:rsidR="005A3479">
        <w:t>ma bien chère Sue</w:t>
      </w:r>
      <w:r>
        <w:t xml:space="preserve">, </w:t>
      </w:r>
      <w:r w:rsidR="005A3479">
        <w:t>je ne suis pas contre vous</w:t>
      </w:r>
      <w:r>
        <w:t xml:space="preserve">, </w:t>
      </w:r>
      <w:r w:rsidR="005A3479">
        <w:t>dit-il</w:t>
      </w:r>
      <w:r>
        <w:t xml:space="preserve">, </w:t>
      </w:r>
      <w:r w:rsidR="005A3479">
        <w:t>en lui prenant la main</w:t>
      </w:r>
      <w:r>
        <w:t xml:space="preserve">, </w:t>
      </w:r>
      <w:r w:rsidR="005A3479">
        <w:t>surpris qu</w:t>
      </w:r>
      <w:r>
        <w:t>’</w:t>
      </w:r>
      <w:r w:rsidR="005A3479">
        <w:t>elle mêlât un int</w:t>
      </w:r>
      <w:r w:rsidR="005A3479">
        <w:t>é</w:t>
      </w:r>
      <w:r w:rsidR="005A3479">
        <w:t>rêt personnel à la discussion abstraite</w:t>
      </w:r>
      <w:r>
        <w:t>.</w:t>
      </w:r>
    </w:p>
    <w:p w14:paraId="0856210A" w14:textId="77777777" w:rsidR="006F1ADB" w:rsidRDefault="006F1ADB" w:rsidP="005A3479">
      <w:r>
        <w:t>— </w:t>
      </w:r>
      <w:r w:rsidR="005A3479">
        <w:t>Si</w:t>
      </w:r>
      <w:r>
        <w:t xml:space="preserve">, </w:t>
      </w:r>
      <w:r w:rsidR="005A3479">
        <w:t>vous l</w:t>
      </w:r>
      <w:r>
        <w:t>’</w:t>
      </w:r>
      <w:r w:rsidR="005A3479">
        <w:t>êtes</w:t>
      </w:r>
      <w:r>
        <w:t xml:space="preserve">, </w:t>
      </w:r>
      <w:r w:rsidR="005A3479">
        <w:t>vous l</w:t>
      </w:r>
      <w:r>
        <w:t>’</w:t>
      </w:r>
      <w:r w:rsidR="005A3479">
        <w:t>êtes</w:t>
      </w:r>
      <w:r>
        <w:t xml:space="preserve"> ! </w:t>
      </w:r>
      <w:r w:rsidR="005A3479">
        <w:t>cria-t-elle</w:t>
      </w:r>
      <w:r>
        <w:t xml:space="preserve">, </w:t>
      </w:r>
      <w:r w:rsidR="005A3479">
        <w:t>détournant son v</w:t>
      </w:r>
      <w:r w:rsidR="005A3479">
        <w:t>i</w:t>
      </w:r>
      <w:r w:rsidR="005A3479">
        <w:t>sage pour qu</w:t>
      </w:r>
      <w:r>
        <w:t>’</w:t>
      </w:r>
      <w:r w:rsidR="005A3479">
        <w:t>il ne vît pas ses yeux débordants</w:t>
      </w:r>
      <w:r>
        <w:t xml:space="preserve">. </w:t>
      </w:r>
      <w:r w:rsidR="005A3479">
        <w:t>Vous êtes avec les gens de l</w:t>
      </w:r>
      <w:r>
        <w:t>’</w:t>
      </w:r>
      <w:r w:rsidR="005A3479">
        <w:t>École normale</w:t>
      </w:r>
      <w:r>
        <w:t xml:space="preserve"> – </w:t>
      </w:r>
      <w:r w:rsidR="005A3479">
        <w:t>vous semblez y être</w:t>
      </w:r>
      <w:r>
        <w:t xml:space="preserve">, </w:t>
      </w:r>
      <w:r w:rsidR="005A3479">
        <w:t>du moins</w:t>
      </w:r>
      <w:r>
        <w:t xml:space="preserve">. </w:t>
      </w:r>
      <w:r w:rsidR="005A3479">
        <w:t>J</w:t>
      </w:r>
      <w:r>
        <w:t>’</w:t>
      </w:r>
      <w:r w:rsidR="005A3479">
        <w:t>insiste sur ceci</w:t>
      </w:r>
      <w:r>
        <w:t xml:space="preserve">, </w:t>
      </w:r>
      <w:r w:rsidR="005A3479">
        <w:t>qu</w:t>
      </w:r>
      <w:r>
        <w:t>’</w:t>
      </w:r>
      <w:r w:rsidR="005A3479">
        <w:t>expliquer le verset</w:t>
      </w:r>
      <w:r>
        <w:t xml:space="preserve"> : </w:t>
      </w:r>
      <w:r w:rsidR="005A3479">
        <w:rPr>
          <w:i/>
          <w:szCs w:val="32"/>
        </w:rPr>
        <w:t xml:space="preserve">Où est allé ton </w:t>
      </w:r>
      <w:r w:rsidR="005A3479">
        <w:rPr>
          <w:i/>
          <w:szCs w:val="32"/>
        </w:rPr>
        <w:lastRenderedPageBreak/>
        <w:t>bien-aimé</w:t>
      </w:r>
      <w:r>
        <w:rPr>
          <w:i/>
          <w:szCs w:val="32"/>
        </w:rPr>
        <w:t xml:space="preserve">, </w:t>
      </w:r>
      <w:r w:rsidR="005A3479">
        <w:rPr>
          <w:i/>
          <w:szCs w:val="32"/>
        </w:rPr>
        <w:t>ô toi la plus belle des femmes</w:t>
      </w:r>
      <w:r>
        <w:rPr>
          <w:i/>
          <w:szCs w:val="32"/>
        </w:rPr>
        <w:t xml:space="preserve"> ? </w:t>
      </w:r>
      <w:r w:rsidR="005A3479">
        <w:t>par cette note</w:t>
      </w:r>
      <w:r>
        <w:t xml:space="preserve"> : </w:t>
      </w:r>
      <w:r w:rsidR="005A3479">
        <w:rPr>
          <w:i/>
          <w:iCs/>
        </w:rPr>
        <w:t>L</w:t>
      </w:r>
      <w:r>
        <w:rPr>
          <w:i/>
          <w:iCs/>
        </w:rPr>
        <w:t>’</w:t>
      </w:r>
      <w:r w:rsidR="005A3479">
        <w:rPr>
          <w:i/>
          <w:szCs w:val="32"/>
        </w:rPr>
        <w:t>Église confesse sa foi</w:t>
      </w:r>
      <w:r>
        <w:rPr>
          <w:i/>
          <w:szCs w:val="32"/>
        </w:rPr>
        <w:t xml:space="preserve">, </w:t>
      </w:r>
      <w:r w:rsidR="005A3479">
        <w:t>c</w:t>
      </w:r>
      <w:r>
        <w:t>’</w:t>
      </w:r>
      <w:r w:rsidR="005A3479">
        <w:t>est ridicule au suprême degré</w:t>
      </w:r>
      <w:r>
        <w:t>.</w:t>
      </w:r>
    </w:p>
    <w:p w14:paraId="4ED9308A" w14:textId="77777777" w:rsidR="006F1ADB" w:rsidRDefault="006F1ADB" w:rsidP="005A3479">
      <w:r>
        <w:t>— </w:t>
      </w:r>
      <w:r w:rsidR="005A3479">
        <w:t>Eh bien</w:t>
      </w:r>
      <w:r>
        <w:t xml:space="preserve">, </w:t>
      </w:r>
      <w:r w:rsidR="005A3479">
        <w:t>soit</w:t>
      </w:r>
      <w:r>
        <w:t xml:space="preserve">. </w:t>
      </w:r>
      <w:r w:rsidR="005A3479">
        <w:t>Vous faites de tout une affaire personnelle</w:t>
      </w:r>
      <w:r>
        <w:t xml:space="preserve">. </w:t>
      </w:r>
      <w:r w:rsidR="005A3479">
        <w:t>Je suis</w:t>
      </w:r>
      <w:r>
        <w:t xml:space="preserve">… </w:t>
      </w:r>
      <w:r w:rsidR="005A3479">
        <w:t>je suis seulement trop disposé en ce moment à trouver dans ces mots un sens profane</w:t>
      </w:r>
      <w:r>
        <w:t xml:space="preserve">. </w:t>
      </w:r>
      <w:r w:rsidR="005A3479">
        <w:t>Vous savez que vous êtes pour moi la plus belle des femmes</w:t>
      </w:r>
      <w:r>
        <w:t xml:space="preserve">, </w:t>
      </w:r>
      <w:r w:rsidR="005A3479">
        <w:t>convenez-en</w:t>
      </w:r>
      <w:r>
        <w:t>.</w:t>
      </w:r>
    </w:p>
    <w:p w14:paraId="7F72735F" w14:textId="77777777" w:rsidR="006F1ADB" w:rsidRDefault="006F1ADB" w:rsidP="005A3479">
      <w:r>
        <w:t>— </w:t>
      </w:r>
      <w:r w:rsidR="005A3479">
        <w:t>Vous n</w:t>
      </w:r>
      <w:r>
        <w:t>’</w:t>
      </w:r>
      <w:r w:rsidR="005A3479">
        <w:t>allez pas dire à présent des choses pareilles</w:t>
      </w:r>
      <w:r>
        <w:t xml:space="preserve">, </w:t>
      </w:r>
      <w:r w:rsidR="005A3479">
        <w:t>r</w:t>
      </w:r>
      <w:r w:rsidR="005A3479">
        <w:t>é</w:t>
      </w:r>
      <w:r w:rsidR="005A3479">
        <w:t>pondit Sue</w:t>
      </w:r>
      <w:r>
        <w:t xml:space="preserve">, </w:t>
      </w:r>
      <w:r w:rsidR="005A3479">
        <w:t>avec une voix très douce dans sa sévérité</w:t>
      </w:r>
      <w:r>
        <w:t xml:space="preserve">. </w:t>
      </w:r>
      <w:r w:rsidR="005A3479">
        <w:t>Leurs yeux se rencontrèrent</w:t>
      </w:r>
      <w:r>
        <w:t xml:space="preserve"> ; </w:t>
      </w:r>
      <w:r w:rsidR="005A3479">
        <w:t>ils se frappèrent dans les mains comme deux camarades après une querelle de cabaret</w:t>
      </w:r>
      <w:r>
        <w:t xml:space="preserve">, </w:t>
      </w:r>
      <w:r w:rsidR="005A3479">
        <w:t>et ils sentirent</w:t>
      </w:r>
      <w:r>
        <w:t xml:space="preserve">, </w:t>
      </w:r>
      <w:r w:rsidR="005A3479">
        <w:t>lui</w:t>
      </w:r>
      <w:r>
        <w:t xml:space="preserve">, </w:t>
      </w:r>
      <w:r w:rsidR="005A3479">
        <w:t>le ridicule d</w:t>
      </w:r>
      <w:r>
        <w:t>’</w:t>
      </w:r>
      <w:r w:rsidR="005A3479">
        <w:t>une dispute sur un sujet hypothétique</w:t>
      </w:r>
      <w:r>
        <w:t xml:space="preserve">, </w:t>
      </w:r>
      <w:r w:rsidR="005A3479">
        <w:t>elle</w:t>
      </w:r>
      <w:r>
        <w:t xml:space="preserve">, </w:t>
      </w:r>
      <w:r w:rsidR="005A3479">
        <w:t>la niaiserie de pleurer à propos de ce qui était écrit dans un livre aussi vieux que la Bible</w:t>
      </w:r>
      <w:r>
        <w:t>.</w:t>
      </w:r>
    </w:p>
    <w:p w14:paraId="58AA7867" w14:textId="77777777" w:rsidR="006F1ADB" w:rsidRDefault="005A3479" w:rsidP="005A3479">
      <w:r>
        <w:t>Ils restèrent assis côte à côte jusqu</w:t>
      </w:r>
      <w:r w:rsidR="006F1ADB">
        <w:t>’</w:t>
      </w:r>
      <w:r>
        <w:t>à ce que Sue tombât e</w:t>
      </w:r>
      <w:r>
        <w:t>n</w:t>
      </w:r>
      <w:r>
        <w:t>dormie</w:t>
      </w:r>
      <w:r w:rsidR="006F1ADB">
        <w:t xml:space="preserve">, </w:t>
      </w:r>
      <w:r>
        <w:t>et qu</w:t>
      </w:r>
      <w:r w:rsidR="006F1ADB">
        <w:t>’</w:t>
      </w:r>
      <w:r>
        <w:t>il se penchât aussi sur sa chaise</w:t>
      </w:r>
      <w:r w:rsidR="006F1ADB">
        <w:t xml:space="preserve">. </w:t>
      </w:r>
      <w:r>
        <w:t>De temps en temps</w:t>
      </w:r>
      <w:r w:rsidR="006F1ADB">
        <w:t xml:space="preserve">, </w:t>
      </w:r>
      <w:r>
        <w:t>il se ranimait</w:t>
      </w:r>
      <w:r w:rsidR="006F1ADB">
        <w:t xml:space="preserve">, </w:t>
      </w:r>
      <w:r>
        <w:t>retournait les vêtements et arrangeait le feu</w:t>
      </w:r>
      <w:r w:rsidR="006F1ADB">
        <w:t xml:space="preserve">. </w:t>
      </w:r>
      <w:r>
        <w:t>Vers six heures</w:t>
      </w:r>
      <w:r w:rsidR="006F1ADB">
        <w:t xml:space="preserve">, </w:t>
      </w:r>
      <w:r>
        <w:t>il se réveilla complètement</w:t>
      </w:r>
      <w:r w:rsidR="006F1ADB">
        <w:t xml:space="preserve">, </w:t>
      </w:r>
      <w:r>
        <w:t>alluma une l</w:t>
      </w:r>
      <w:r>
        <w:t>u</w:t>
      </w:r>
      <w:r>
        <w:t>mière et s</w:t>
      </w:r>
      <w:r w:rsidR="006F1ADB">
        <w:t>’</w:t>
      </w:r>
      <w:r>
        <w:t>aperçut que les habits étaient secs</w:t>
      </w:r>
      <w:r w:rsidR="006F1ADB">
        <w:t xml:space="preserve">. </w:t>
      </w:r>
      <w:r>
        <w:t>Le siège où rep</w:t>
      </w:r>
      <w:r>
        <w:t>o</w:t>
      </w:r>
      <w:r>
        <w:t>sait Sue étant plus confortable que celui de Jude</w:t>
      </w:r>
      <w:r w:rsidR="006F1ADB">
        <w:t xml:space="preserve">, </w:t>
      </w:r>
      <w:r>
        <w:t>la jeune fille dormait encore</w:t>
      </w:r>
      <w:r w:rsidR="006F1ADB">
        <w:t xml:space="preserve">, </w:t>
      </w:r>
      <w:r>
        <w:t>enveloppée du grand manteau</w:t>
      </w:r>
      <w:r w:rsidR="006F1ADB">
        <w:t xml:space="preserve">, </w:t>
      </w:r>
      <w:r>
        <w:t>chaude comme un beignet et enfantine comme Ganymède</w:t>
      </w:r>
      <w:r w:rsidR="006F1ADB">
        <w:t xml:space="preserve">. </w:t>
      </w:r>
      <w:r>
        <w:t>Il plaça ses vêt</w:t>
      </w:r>
      <w:r>
        <w:t>e</w:t>
      </w:r>
      <w:r>
        <w:t>ments à sa portée</w:t>
      </w:r>
      <w:r w:rsidR="006F1ADB">
        <w:t xml:space="preserve">, </w:t>
      </w:r>
      <w:r>
        <w:t>lui toucha l</w:t>
      </w:r>
      <w:r w:rsidR="006F1ADB">
        <w:t>’</w:t>
      </w:r>
      <w:r>
        <w:t>épaule</w:t>
      </w:r>
      <w:r w:rsidR="006F1ADB">
        <w:t xml:space="preserve">, </w:t>
      </w:r>
      <w:r>
        <w:t>puis</w:t>
      </w:r>
      <w:r w:rsidR="006F1ADB">
        <w:t xml:space="preserve">, </w:t>
      </w:r>
      <w:r>
        <w:t>descendant dans la cour</w:t>
      </w:r>
      <w:r w:rsidR="006F1ADB">
        <w:t xml:space="preserve">, </w:t>
      </w:r>
      <w:r>
        <w:t>il fit ses ablutions à la clarté des étoiles</w:t>
      </w:r>
      <w:r w:rsidR="006F1ADB">
        <w:t>.</w:t>
      </w:r>
    </w:p>
    <w:p w14:paraId="1560393F" w14:textId="64C0EF55" w:rsidR="005A3479" w:rsidRDefault="005A3479" w:rsidP="006F1ADB">
      <w:pPr>
        <w:pStyle w:val="Titre2"/>
      </w:pPr>
      <w:bookmarkStart w:id="47" w:name="__RefHeading__49_1957917597"/>
      <w:bookmarkStart w:id="48" w:name="_Toc202369639"/>
      <w:bookmarkEnd w:id="47"/>
      <w:r>
        <w:lastRenderedPageBreak/>
        <w:t>V</w:t>
      </w:r>
      <w:bookmarkEnd w:id="48"/>
    </w:p>
    <w:p w14:paraId="29DF78EA" w14:textId="77777777" w:rsidR="006F1ADB" w:rsidRDefault="005A3479" w:rsidP="005A3479">
      <w:r>
        <w:t>Quand il entra</w:t>
      </w:r>
      <w:r w:rsidR="006F1ADB">
        <w:t xml:space="preserve">. </w:t>
      </w:r>
      <w:r>
        <w:t>Sue était vêtue comme à l</w:t>
      </w:r>
      <w:r w:rsidR="006F1ADB">
        <w:t>’</w:t>
      </w:r>
      <w:r>
        <w:t>ordinaire</w:t>
      </w:r>
      <w:r w:rsidR="006F1ADB">
        <w:t>.</w:t>
      </w:r>
    </w:p>
    <w:p w14:paraId="7A228A3D" w14:textId="77777777" w:rsidR="006F1ADB" w:rsidRDefault="006F1ADB" w:rsidP="005A3479">
      <w:r>
        <w:t>— </w:t>
      </w:r>
      <w:r w:rsidR="005A3479">
        <w:t>Puis-je maintenant sortir sans être vue</w:t>
      </w:r>
      <w:r>
        <w:t xml:space="preserve"> ? </w:t>
      </w:r>
      <w:r w:rsidR="005A3479">
        <w:t>demanda-t-elle</w:t>
      </w:r>
      <w:r>
        <w:t xml:space="preserve">. </w:t>
      </w:r>
      <w:r w:rsidR="005A3479">
        <w:t>La ville est encore paisible</w:t>
      </w:r>
      <w:r>
        <w:t>.</w:t>
      </w:r>
    </w:p>
    <w:p w14:paraId="12DAD970" w14:textId="77777777" w:rsidR="006F1ADB" w:rsidRDefault="006F1ADB" w:rsidP="005A3479">
      <w:r>
        <w:t>— </w:t>
      </w:r>
      <w:r w:rsidR="005A3479">
        <w:t>Mais vous n</w:t>
      </w:r>
      <w:r>
        <w:t>’</w:t>
      </w:r>
      <w:r w:rsidR="005A3479">
        <w:t>avez pas déjeuné</w:t>
      </w:r>
      <w:r>
        <w:t> ?</w:t>
      </w:r>
    </w:p>
    <w:p w14:paraId="1C152B9D" w14:textId="5C83724E" w:rsidR="006F1ADB" w:rsidRDefault="006F1ADB" w:rsidP="005A3479">
      <w:r>
        <w:t>— </w:t>
      </w:r>
      <w:r w:rsidR="005A3479">
        <w:t>Oh</w:t>
      </w:r>
      <w:r>
        <w:t xml:space="preserve"> ! </w:t>
      </w:r>
      <w:r w:rsidR="005A3479">
        <w:t>je n</w:t>
      </w:r>
      <w:r>
        <w:t>’</w:t>
      </w:r>
      <w:r w:rsidR="005A3479">
        <w:t>ai besoin de rien</w:t>
      </w:r>
      <w:r>
        <w:t xml:space="preserve">. </w:t>
      </w:r>
      <w:r w:rsidR="005A3479">
        <w:t>Je crains d</w:t>
      </w:r>
      <w:r>
        <w:t>’</w:t>
      </w:r>
      <w:r w:rsidR="005A3479">
        <w:t>avoir mal fait en quittant l</w:t>
      </w:r>
      <w:r>
        <w:t>’</w:t>
      </w:r>
      <w:r w:rsidR="005A3479">
        <w:t>école</w:t>
      </w:r>
      <w:r>
        <w:t xml:space="preserve">. </w:t>
      </w:r>
      <w:r w:rsidR="005A3479">
        <w:t>Les choses semblent différentes à la froide l</w:t>
      </w:r>
      <w:r w:rsidR="005A3479">
        <w:t>u</w:t>
      </w:r>
      <w:r w:rsidR="005A3479">
        <w:t>mière du matin</w:t>
      </w:r>
      <w:r>
        <w:t xml:space="preserve">, </w:t>
      </w:r>
      <w:r w:rsidR="005A3479">
        <w:t>n</w:t>
      </w:r>
      <w:r>
        <w:t>’</w:t>
      </w:r>
      <w:r w:rsidR="005A3479">
        <w:t>est-ce pas</w:t>
      </w:r>
      <w:r>
        <w:t xml:space="preserve"> ? </w:t>
      </w:r>
      <w:r w:rsidR="005A3479">
        <w:t xml:space="preserve">Que dira </w:t>
      </w:r>
      <w:r>
        <w:t>M. </w:t>
      </w:r>
      <w:proofErr w:type="spellStart"/>
      <w:r w:rsidR="005A3479">
        <w:t>Phillotson</w:t>
      </w:r>
      <w:proofErr w:type="spellEnd"/>
      <w:r>
        <w:t xml:space="preserve"> ? </w:t>
      </w:r>
      <w:r w:rsidR="005A3479">
        <w:t>J</w:t>
      </w:r>
      <w:r>
        <w:t>’</w:t>
      </w:r>
      <w:r w:rsidR="005A3479">
        <w:t>étais venue ici suivant son désir</w:t>
      </w:r>
      <w:r>
        <w:t xml:space="preserve">. </w:t>
      </w:r>
      <w:r w:rsidR="005A3479">
        <w:t>Il est le seul homme</w:t>
      </w:r>
      <w:r>
        <w:t xml:space="preserve">, </w:t>
      </w:r>
      <w:r w:rsidR="005A3479">
        <w:t>en ce monde</w:t>
      </w:r>
      <w:r>
        <w:t xml:space="preserve">, </w:t>
      </w:r>
      <w:r w:rsidR="005A3479">
        <w:t>qui m</w:t>
      </w:r>
      <w:r>
        <w:t>’</w:t>
      </w:r>
      <w:r w:rsidR="005A3479">
        <w:t>inspire de la crainte ou du respect</w:t>
      </w:r>
      <w:r>
        <w:t xml:space="preserve">. </w:t>
      </w:r>
      <w:r w:rsidR="005A3479">
        <w:t>J</w:t>
      </w:r>
      <w:r>
        <w:t>’</w:t>
      </w:r>
      <w:r w:rsidR="005A3479">
        <w:t>espère qu</w:t>
      </w:r>
      <w:r>
        <w:t>’</w:t>
      </w:r>
      <w:r w:rsidR="005A3479">
        <w:t>il me pa</w:t>
      </w:r>
      <w:r w:rsidR="005A3479">
        <w:t>r</w:t>
      </w:r>
      <w:r w:rsidR="005A3479">
        <w:t>donnera</w:t>
      </w:r>
      <w:r>
        <w:t xml:space="preserve">. </w:t>
      </w:r>
      <w:r w:rsidR="005A3479">
        <w:t>Mais il me réprimandera terriblement</w:t>
      </w:r>
      <w:r>
        <w:t xml:space="preserve"> ; </w:t>
      </w:r>
      <w:r w:rsidR="005A3479">
        <w:t>je puis m</w:t>
      </w:r>
      <w:r>
        <w:t>’</w:t>
      </w:r>
      <w:r w:rsidR="005A3479">
        <w:t>y a</w:t>
      </w:r>
      <w:r w:rsidR="005A3479">
        <w:t>t</w:t>
      </w:r>
      <w:r w:rsidR="005A3479">
        <w:t>tendre</w:t>
      </w:r>
      <w:r>
        <w:t>.</w:t>
      </w:r>
    </w:p>
    <w:p w14:paraId="1C7C6EA8" w14:textId="77777777" w:rsidR="006F1ADB" w:rsidRDefault="006F1ADB" w:rsidP="005A3479">
      <w:r>
        <w:t>— </w:t>
      </w:r>
      <w:r w:rsidR="005A3479">
        <w:t>J</w:t>
      </w:r>
      <w:r>
        <w:t>’</w:t>
      </w:r>
      <w:r w:rsidR="005A3479">
        <w:t>irai à lui et je lui expliquerai</w:t>
      </w:r>
      <w:r>
        <w:t xml:space="preserve">… </w:t>
      </w:r>
      <w:r w:rsidR="005A3479">
        <w:t>commença Jude</w:t>
      </w:r>
      <w:r>
        <w:t>.</w:t>
      </w:r>
    </w:p>
    <w:p w14:paraId="682CDB4E" w14:textId="77777777" w:rsidR="006F1ADB" w:rsidRDefault="006F1ADB" w:rsidP="005A3479">
      <w:r>
        <w:t>— </w:t>
      </w:r>
      <w:r w:rsidR="005A3479">
        <w:t>Non</w:t>
      </w:r>
      <w:r>
        <w:t xml:space="preserve">, </w:t>
      </w:r>
      <w:r w:rsidR="005A3479">
        <w:t>vous ne ferez pas cela</w:t>
      </w:r>
      <w:r>
        <w:t xml:space="preserve">. </w:t>
      </w:r>
      <w:r w:rsidR="005A3479">
        <w:t>Je me soucie bien de lui</w:t>
      </w:r>
      <w:r>
        <w:t xml:space="preserve"> ! </w:t>
      </w:r>
      <w:r w:rsidR="005A3479">
        <w:t>Il peut penser ce qu</w:t>
      </w:r>
      <w:r>
        <w:t>’</w:t>
      </w:r>
      <w:r w:rsidR="005A3479">
        <w:t>il voudra</w:t>
      </w:r>
      <w:r>
        <w:t xml:space="preserve">… </w:t>
      </w:r>
      <w:r w:rsidR="005A3479">
        <w:t>Je ferai à ma guise</w:t>
      </w:r>
      <w:r>
        <w:t>.</w:t>
      </w:r>
    </w:p>
    <w:p w14:paraId="6807067F" w14:textId="77777777" w:rsidR="006F1ADB" w:rsidRDefault="006F1ADB" w:rsidP="005A3479">
      <w:r>
        <w:t>— </w:t>
      </w:r>
      <w:r w:rsidR="005A3479">
        <w:t>Mais vous disiez justement</w:t>
      </w:r>
      <w:r>
        <w:t>…</w:t>
      </w:r>
    </w:p>
    <w:p w14:paraId="0BC7D156" w14:textId="77777777" w:rsidR="006F1ADB" w:rsidRDefault="006F1ADB" w:rsidP="005A3479">
      <w:r>
        <w:t>— </w:t>
      </w:r>
      <w:r w:rsidR="005A3479">
        <w:t>Eh bien</w:t>
      </w:r>
      <w:r>
        <w:t xml:space="preserve"> ! </w:t>
      </w:r>
      <w:r w:rsidR="005A3479">
        <w:t>Si je l</w:t>
      </w:r>
      <w:r>
        <w:t>’</w:t>
      </w:r>
      <w:r w:rsidR="005A3479">
        <w:t>ai dit</w:t>
      </w:r>
      <w:r>
        <w:t xml:space="preserve">, </w:t>
      </w:r>
      <w:r w:rsidR="005A3479">
        <w:t>je ferai ce qui me plaira</w:t>
      </w:r>
      <w:r>
        <w:t xml:space="preserve">. </w:t>
      </w:r>
      <w:r w:rsidR="005A3479">
        <w:t>J</w:t>
      </w:r>
      <w:r>
        <w:t>’</w:t>
      </w:r>
      <w:r w:rsidR="005A3479">
        <w:t>ai pensé à ce que je devais faire</w:t>
      </w:r>
      <w:r>
        <w:t xml:space="preserve">. </w:t>
      </w:r>
      <w:r w:rsidR="005A3479">
        <w:t>J</w:t>
      </w:r>
      <w:r>
        <w:t>’</w:t>
      </w:r>
      <w:r w:rsidR="005A3479">
        <w:t>irai chez la sœur d</w:t>
      </w:r>
      <w:r>
        <w:t>’</w:t>
      </w:r>
      <w:r w:rsidR="005A3479">
        <w:t>une de mes cam</w:t>
      </w:r>
      <w:r w:rsidR="005A3479">
        <w:t>a</w:t>
      </w:r>
      <w:r w:rsidR="005A3479">
        <w:t>rades</w:t>
      </w:r>
      <w:r>
        <w:t xml:space="preserve">, </w:t>
      </w:r>
      <w:r w:rsidR="005A3479">
        <w:t>qui m</w:t>
      </w:r>
      <w:r>
        <w:t>’</w:t>
      </w:r>
      <w:r w:rsidR="005A3479">
        <w:t>a souvent priée d</w:t>
      </w:r>
      <w:r>
        <w:t>’</w:t>
      </w:r>
      <w:r w:rsidR="005A3479">
        <w:t>aller la voir</w:t>
      </w:r>
      <w:r>
        <w:t xml:space="preserve">. </w:t>
      </w:r>
      <w:r w:rsidR="005A3479">
        <w:t xml:space="preserve">Elle a une école près de </w:t>
      </w:r>
      <w:proofErr w:type="spellStart"/>
      <w:r w:rsidR="005A3479">
        <w:t>Shaston</w:t>
      </w:r>
      <w:proofErr w:type="spellEnd"/>
      <w:r>
        <w:t xml:space="preserve">, </w:t>
      </w:r>
      <w:r w:rsidR="005A3479">
        <w:t>à dix-huit milles d</w:t>
      </w:r>
      <w:r>
        <w:t>’</w:t>
      </w:r>
      <w:r w:rsidR="005A3479">
        <w:t>ici</w:t>
      </w:r>
      <w:r>
        <w:t xml:space="preserve">. </w:t>
      </w:r>
      <w:r w:rsidR="005A3479">
        <w:t>Je resterai là-bas jusqu</w:t>
      </w:r>
      <w:r>
        <w:t>’</w:t>
      </w:r>
      <w:r w:rsidR="005A3479">
        <w:t>à ce que le scandale soit dissipé</w:t>
      </w:r>
      <w:r>
        <w:t xml:space="preserve">, </w:t>
      </w:r>
      <w:r w:rsidR="005A3479">
        <w:t>puis je retournerai à l</w:t>
      </w:r>
      <w:r>
        <w:t>’</w:t>
      </w:r>
      <w:r w:rsidR="005A3479">
        <w:t>École no</w:t>
      </w:r>
      <w:r w:rsidR="005A3479">
        <w:t>r</w:t>
      </w:r>
      <w:r w:rsidR="005A3479">
        <w:t>male</w:t>
      </w:r>
      <w:r>
        <w:t>.</w:t>
      </w:r>
    </w:p>
    <w:p w14:paraId="73B9FD95" w14:textId="77777777" w:rsidR="006F1ADB" w:rsidRDefault="005A3479" w:rsidP="005A3479">
      <w:r>
        <w:t>Ils sortirent de la maison tranquillement et Jude accomp</w:t>
      </w:r>
      <w:r>
        <w:t>a</w:t>
      </w:r>
      <w:r>
        <w:t>gna Sue à la gare</w:t>
      </w:r>
      <w:r w:rsidR="006F1ADB">
        <w:t xml:space="preserve">. </w:t>
      </w:r>
      <w:r>
        <w:t>Comme ils tournaient l</w:t>
      </w:r>
      <w:r w:rsidR="006F1ADB">
        <w:t>’</w:t>
      </w:r>
      <w:r>
        <w:t>angle de la rue</w:t>
      </w:r>
      <w:r w:rsidR="006F1ADB">
        <w:t xml:space="preserve">, </w:t>
      </w:r>
      <w:r>
        <w:t>une tête s</w:t>
      </w:r>
      <w:r w:rsidR="006F1ADB">
        <w:t>’</w:t>
      </w:r>
      <w:r>
        <w:t>avança sans bruit</w:t>
      </w:r>
      <w:r w:rsidR="006F1ADB">
        <w:t xml:space="preserve">, </w:t>
      </w:r>
      <w:r>
        <w:t>hors d</w:t>
      </w:r>
      <w:r w:rsidR="006F1ADB">
        <w:t>’</w:t>
      </w:r>
      <w:r>
        <w:t>une fenêtre entr</w:t>
      </w:r>
      <w:r w:rsidR="006F1ADB">
        <w:t>’</w:t>
      </w:r>
      <w:r>
        <w:t>ouverte</w:t>
      </w:r>
      <w:r w:rsidR="006F1ADB">
        <w:t xml:space="preserve">, </w:t>
      </w:r>
      <w:r>
        <w:t>et di</w:t>
      </w:r>
      <w:r>
        <w:t>s</w:t>
      </w:r>
      <w:r>
        <w:t>parut aussitôt</w:t>
      </w:r>
      <w:r w:rsidR="006F1ADB">
        <w:t xml:space="preserve">. </w:t>
      </w:r>
      <w:r>
        <w:t>Sue paraissait affligée de son imprudence et r</w:t>
      </w:r>
      <w:r>
        <w:t>e</w:t>
      </w:r>
      <w:r>
        <w:t>grettait sa rébellion</w:t>
      </w:r>
      <w:r w:rsidR="006F1ADB">
        <w:t xml:space="preserve">. </w:t>
      </w:r>
      <w:r>
        <w:t>Elle déclara</w:t>
      </w:r>
      <w:r w:rsidR="006F1ADB">
        <w:t xml:space="preserve">, </w:t>
      </w:r>
      <w:r>
        <w:t>au moment du départ</w:t>
      </w:r>
      <w:r w:rsidR="006F1ADB">
        <w:t xml:space="preserve">, </w:t>
      </w:r>
      <w:r>
        <w:lastRenderedPageBreak/>
        <w:t>qu</w:t>
      </w:r>
      <w:r w:rsidR="006F1ADB">
        <w:t>’</w:t>
      </w:r>
      <w:r>
        <w:t>elle avertirait Jude dès qu</w:t>
      </w:r>
      <w:r w:rsidR="006F1ADB">
        <w:t>’</w:t>
      </w:r>
      <w:r>
        <w:t>elle serait admise de nouveau à l</w:t>
      </w:r>
      <w:r w:rsidR="006F1ADB">
        <w:t>’</w:t>
      </w:r>
      <w:r>
        <w:t>École normale</w:t>
      </w:r>
      <w:r w:rsidR="006F1ADB">
        <w:t xml:space="preserve">. </w:t>
      </w:r>
      <w:r>
        <w:t>Ils attendirent debout</w:t>
      </w:r>
      <w:r w:rsidR="006F1ADB">
        <w:t xml:space="preserve">, </w:t>
      </w:r>
      <w:r>
        <w:t>sur la plateforme</w:t>
      </w:r>
      <w:r w:rsidR="006F1ADB">
        <w:t xml:space="preserve">, </w:t>
      </w:r>
      <w:r>
        <w:t>assez tristes tous deux</w:t>
      </w:r>
      <w:r w:rsidR="006F1ADB">
        <w:t xml:space="preserve">. </w:t>
      </w:r>
      <w:r>
        <w:t>Il était évident que Jude avait quelque chose à dire</w:t>
      </w:r>
      <w:r w:rsidR="006F1ADB">
        <w:t>.</w:t>
      </w:r>
    </w:p>
    <w:p w14:paraId="23888B07" w14:textId="77777777" w:rsidR="006F1ADB" w:rsidRDefault="006F1ADB" w:rsidP="005A3479">
      <w:r>
        <w:t>— </w:t>
      </w:r>
      <w:r w:rsidR="005A3479">
        <w:t>Il faut que je vous dise quelque chose</w:t>
      </w:r>
      <w:r>
        <w:t xml:space="preserve">… </w:t>
      </w:r>
      <w:r w:rsidR="005A3479">
        <w:t>deux choses</w:t>
      </w:r>
      <w:r>
        <w:t xml:space="preserve">, </w:t>
      </w:r>
      <w:r w:rsidR="005A3479">
        <w:t>fit-il en hâte</w:t>
      </w:r>
      <w:r>
        <w:t xml:space="preserve">, </w:t>
      </w:r>
      <w:r w:rsidR="005A3479">
        <w:t>quand le train s</w:t>
      </w:r>
      <w:r>
        <w:t>’</w:t>
      </w:r>
      <w:r w:rsidR="005A3479">
        <w:t>ébranla</w:t>
      </w:r>
      <w:r>
        <w:t xml:space="preserve">. </w:t>
      </w:r>
      <w:r w:rsidR="005A3479">
        <w:t>L</w:t>
      </w:r>
      <w:r>
        <w:t>’</w:t>
      </w:r>
      <w:r w:rsidR="005A3479">
        <w:t xml:space="preserve">une est </w:t>
      </w:r>
      <w:proofErr w:type="spellStart"/>
      <w:r w:rsidR="005A3479">
        <w:t>réchauffante</w:t>
      </w:r>
      <w:proofErr w:type="spellEnd"/>
      <w:r>
        <w:t xml:space="preserve">, </w:t>
      </w:r>
      <w:r w:rsidR="005A3479">
        <w:t>l</w:t>
      </w:r>
      <w:r>
        <w:t>’</w:t>
      </w:r>
      <w:r w:rsidR="005A3479">
        <w:t>autre est glaciale</w:t>
      </w:r>
      <w:r>
        <w:t>.</w:t>
      </w:r>
    </w:p>
    <w:p w14:paraId="650141BC" w14:textId="77777777" w:rsidR="006F1ADB" w:rsidRDefault="006F1ADB" w:rsidP="005A3479">
      <w:r>
        <w:t>— </w:t>
      </w:r>
      <w:r w:rsidR="005A3479">
        <w:t>Jude</w:t>
      </w:r>
      <w:r>
        <w:t xml:space="preserve">, </w:t>
      </w:r>
      <w:r w:rsidR="005A3479">
        <w:t>dit-elle</w:t>
      </w:r>
      <w:r>
        <w:t xml:space="preserve">, </w:t>
      </w:r>
      <w:r w:rsidR="005A3479">
        <w:t>je connais une de ces choses</w:t>
      </w:r>
      <w:r>
        <w:t xml:space="preserve">. </w:t>
      </w:r>
      <w:r w:rsidR="005A3479">
        <w:t>Et c</w:t>
      </w:r>
      <w:r>
        <w:t>’</w:t>
      </w:r>
      <w:r w:rsidR="005A3479">
        <w:t>est une chose défendue</w:t>
      </w:r>
      <w:r>
        <w:t>.</w:t>
      </w:r>
    </w:p>
    <w:p w14:paraId="4C34CC19" w14:textId="77777777" w:rsidR="006F1ADB" w:rsidRDefault="006F1ADB" w:rsidP="005A3479">
      <w:r>
        <w:t>— </w:t>
      </w:r>
      <w:r w:rsidR="005A3479">
        <w:t>Quoi</w:t>
      </w:r>
      <w:r>
        <w:t> ?</w:t>
      </w:r>
    </w:p>
    <w:p w14:paraId="6CB4BDF0" w14:textId="77777777" w:rsidR="006F1ADB" w:rsidRDefault="006F1ADB" w:rsidP="005A3479">
      <w:r>
        <w:t>— </w:t>
      </w:r>
      <w:r w:rsidR="005A3479">
        <w:t>Il vous est défendu de m</w:t>
      </w:r>
      <w:r>
        <w:t>’</w:t>
      </w:r>
      <w:r w:rsidR="005A3479">
        <w:t>aimer d</w:t>
      </w:r>
      <w:r>
        <w:t>’</w:t>
      </w:r>
      <w:r w:rsidR="005A3479">
        <w:t>amour</w:t>
      </w:r>
      <w:r>
        <w:t xml:space="preserve">. </w:t>
      </w:r>
      <w:r w:rsidR="005A3479">
        <w:t>D</w:t>
      </w:r>
      <w:r>
        <w:t>’</w:t>
      </w:r>
      <w:r w:rsidR="005A3479">
        <w:t>amitié</w:t>
      </w:r>
      <w:r>
        <w:t xml:space="preserve">, </w:t>
      </w:r>
      <w:r w:rsidR="005A3479">
        <w:t>oui</w:t>
      </w:r>
      <w:r>
        <w:t xml:space="preserve">, </w:t>
      </w:r>
      <w:r w:rsidR="005A3479">
        <w:t>mais pas autrement</w:t>
      </w:r>
      <w:r>
        <w:t>.</w:t>
      </w:r>
    </w:p>
    <w:p w14:paraId="082725F3" w14:textId="77777777" w:rsidR="006F1ADB" w:rsidRDefault="005A3479" w:rsidP="005A3479">
      <w:r>
        <w:t>Autant le visage de Jude s</w:t>
      </w:r>
      <w:r w:rsidR="006F1ADB">
        <w:t>’</w:t>
      </w:r>
      <w:r>
        <w:t>assombrit sous l</w:t>
      </w:r>
      <w:r w:rsidR="006F1ADB">
        <w:t>’</w:t>
      </w:r>
      <w:r>
        <w:t>influence de sentiments complexes</w:t>
      </w:r>
      <w:r w:rsidR="006F1ADB">
        <w:t xml:space="preserve">, </w:t>
      </w:r>
      <w:r>
        <w:t>autant celui de Sue parut vibrant de sympathie</w:t>
      </w:r>
      <w:r w:rsidR="006F1ADB">
        <w:t xml:space="preserve">, </w:t>
      </w:r>
      <w:r>
        <w:t>quand elle envoya son adieu à travers la fenêtre du wagon</w:t>
      </w:r>
      <w:r w:rsidR="006F1ADB">
        <w:t xml:space="preserve">. </w:t>
      </w:r>
      <w:r>
        <w:t>Puis le train partit</w:t>
      </w:r>
      <w:r w:rsidR="006F1ADB">
        <w:t xml:space="preserve">, </w:t>
      </w:r>
      <w:r>
        <w:t>et elle disparut</w:t>
      </w:r>
      <w:r w:rsidR="006F1ADB">
        <w:t xml:space="preserve">, </w:t>
      </w:r>
      <w:r>
        <w:t>agitant sa petite main du côté de Jude</w:t>
      </w:r>
      <w:r w:rsidR="006F1ADB">
        <w:t>.</w:t>
      </w:r>
    </w:p>
    <w:p w14:paraId="2BEF6FB9" w14:textId="77777777" w:rsidR="006F1ADB" w:rsidRDefault="005A3479" w:rsidP="005A3479">
      <w:r>
        <w:t>Le lendemain matin</w:t>
      </w:r>
      <w:r w:rsidR="006F1ADB">
        <w:t xml:space="preserve">, </w:t>
      </w:r>
      <w:r>
        <w:t>il reçut une lettre qu</w:t>
      </w:r>
      <w:r w:rsidR="006F1ADB">
        <w:t>’</w:t>
      </w:r>
      <w:r>
        <w:t>avec sa vivacité coutumière</w:t>
      </w:r>
      <w:r w:rsidR="006F1ADB">
        <w:t xml:space="preserve">, </w:t>
      </w:r>
      <w:r>
        <w:t>Sue avait écrite dès son arrivée chez son amie</w:t>
      </w:r>
      <w:r w:rsidR="006F1ADB">
        <w:t xml:space="preserve">. </w:t>
      </w:r>
      <w:r>
        <w:t>Elle parlait de son heureux voyage et de son installation confortable</w:t>
      </w:r>
      <w:r w:rsidR="006F1ADB">
        <w:t xml:space="preserve">, </w:t>
      </w:r>
      <w:r>
        <w:t>et elle ajoutait</w:t>
      </w:r>
      <w:r w:rsidR="006F1ADB">
        <w:t> :</w:t>
      </w:r>
    </w:p>
    <w:p w14:paraId="0EE92193" w14:textId="77777777" w:rsidR="006F1ADB" w:rsidRDefault="006F1ADB" w:rsidP="005A3479">
      <w:r>
        <w:t>« </w:t>
      </w:r>
      <w:r w:rsidR="005A3479">
        <w:t>En réalité</w:t>
      </w:r>
      <w:r>
        <w:t xml:space="preserve">, </w:t>
      </w:r>
      <w:r w:rsidR="005A3479">
        <w:t>cher Jude</w:t>
      </w:r>
      <w:r>
        <w:t xml:space="preserve">, </w:t>
      </w:r>
      <w:r w:rsidR="005A3479">
        <w:t>je vous écris à propos de ce que je vous ai dit</w:t>
      </w:r>
      <w:r>
        <w:t xml:space="preserve">, </w:t>
      </w:r>
      <w:r w:rsidR="005A3479">
        <w:t>au moment de mon départ</w:t>
      </w:r>
      <w:r>
        <w:t xml:space="preserve">. </w:t>
      </w:r>
      <w:r w:rsidR="005A3479">
        <w:t>Vous avez été si bon et si indulgent</w:t>
      </w:r>
      <w:r>
        <w:t xml:space="preserve">, </w:t>
      </w:r>
      <w:r w:rsidR="005A3479">
        <w:t>qu</w:t>
      </w:r>
      <w:r>
        <w:t>’</w:t>
      </w:r>
      <w:r w:rsidR="005A3479">
        <w:t>à peine hors de votre vue</w:t>
      </w:r>
      <w:r>
        <w:t xml:space="preserve">, </w:t>
      </w:r>
      <w:r w:rsidR="005A3479">
        <w:t>j</w:t>
      </w:r>
      <w:r>
        <w:t>’</w:t>
      </w:r>
      <w:r w:rsidR="005A3479">
        <w:t>ai senti que j</w:t>
      </w:r>
      <w:r>
        <w:t>’</w:t>
      </w:r>
      <w:r w:rsidR="005A3479">
        <w:t>avais pa</w:t>
      </w:r>
      <w:r w:rsidR="005A3479">
        <w:t>r</w:t>
      </w:r>
      <w:r w:rsidR="005A3479">
        <w:t>lé en femme cruelle et ingrate</w:t>
      </w:r>
      <w:r>
        <w:t xml:space="preserve">, </w:t>
      </w:r>
      <w:r w:rsidR="005A3479">
        <w:t>et depuis je me suis fait de grands reproches</w:t>
      </w:r>
      <w:r>
        <w:t xml:space="preserve">. </w:t>
      </w:r>
      <w:r w:rsidR="005A3479">
        <w:rPr>
          <w:i/>
          <w:szCs w:val="32"/>
        </w:rPr>
        <w:t>Si vous voulez m</w:t>
      </w:r>
      <w:r>
        <w:rPr>
          <w:i/>
          <w:szCs w:val="32"/>
        </w:rPr>
        <w:t>’</w:t>
      </w:r>
      <w:r w:rsidR="005A3479">
        <w:rPr>
          <w:i/>
          <w:szCs w:val="32"/>
        </w:rPr>
        <w:t>aimer</w:t>
      </w:r>
      <w:r>
        <w:rPr>
          <w:i/>
          <w:szCs w:val="32"/>
        </w:rPr>
        <w:t xml:space="preserve">, </w:t>
      </w:r>
      <w:r w:rsidR="005A3479">
        <w:rPr>
          <w:i/>
          <w:szCs w:val="32"/>
        </w:rPr>
        <w:t>Jude</w:t>
      </w:r>
      <w:r>
        <w:rPr>
          <w:i/>
          <w:szCs w:val="32"/>
        </w:rPr>
        <w:t xml:space="preserve">, </w:t>
      </w:r>
      <w:r w:rsidR="005A3479">
        <w:rPr>
          <w:i/>
          <w:szCs w:val="32"/>
        </w:rPr>
        <w:t>vous le pouvez</w:t>
      </w:r>
      <w:r>
        <w:rPr>
          <w:i/>
          <w:szCs w:val="32"/>
        </w:rPr>
        <w:t xml:space="preserve">. </w:t>
      </w:r>
      <w:r w:rsidR="005A3479">
        <w:t>Le reste m</w:t>
      </w:r>
      <w:r>
        <w:t>’</w:t>
      </w:r>
      <w:r w:rsidR="005A3479">
        <w:t>importe peu</w:t>
      </w:r>
      <w:r>
        <w:t xml:space="preserve">, </w:t>
      </w:r>
      <w:r w:rsidR="005A3479">
        <w:t>et je ne vous renouvellerai jamais la d</w:t>
      </w:r>
      <w:r w:rsidR="005A3479">
        <w:t>é</w:t>
      </w:r>
      <w:r w:rsidR="005A3479">
        <w:t>fense de m</w:t>
      </w:r>
      <w:r>
        <w:t>’</w:t>
      </w:r>
      <w:r w:rsidR="005A3479">
        <w:t>aimer d</w:t>
      </w:r>
      <w:r>
        <w:t>’</w:t>
      </w:r>
      <w:r w:rsidR="005A3479">
        <w:t>amour</w:t>
      </w:r>
      <w:r>
        <w:t>.</w:t>
      </w:r>
    </w:p>
    <w:p w14:paraId="127665E4" w14:textId="77777777" w:rsidR="006F1ADB" w:rsidRDefault="006F1ADB" w:rsidP="005A3479">
      <w:r>
        <w:lastRenderedPageBreak/>
        <w:t>« </w:t>
      </w:r>
      <w:r w:rsidR="005A3479">
        <w:t>Je n</w:t>
      </w:r>
      <w:r>
        <w:t>’</w:t>
      </w:r>
      <w:r w:rsidR="005A3479">
        <w:t>en dois pas écrire davantage</w:t>
      </w:r>
      <w:r>
        <w:t xml:space="preserve">. </w:t>
      </w:r>
      <w:r w:rsidR="005A3479">
        <w:t>Pardonnerez-vous sa cruauté à votre amie trop irréfléchie</w:t>
      </w:r>
      <w:r>
        <w:t xml:space="preserve"> ? </w:t>
      </w:r>
      <w:r w:rsidR="005A3479">
        <w:t xml:space="preserve">La </w:t>
      </w:r>
      <w:proofErr w:type="spellStart"/>
      <w:r w:rsidR="005A3479">
        <w:t>rendrez-vous</w:t>
      </w:r>
      <w:proofErr w:type="spellEnd"/>
      <w:r w:rsidR="005A3479">
        <w:t xml:space="preserve"> bien malheureuse en répondant que vous ne lui pardonnez pas</w:t>
      </w:r>
      <w:r>
        <w:t> ?</w:t>
      </w:r>
    </w:p>
    <w:p w14:paraId="78561C89" w14:textId="20B9C990" w:rsidR="005A3479" w:rsidRDefault="006F1ADB" w:rsidP="005A3479">
      <w:pPr>
        <w:jc w:val="right"/>
      </w:pPr>
      <w:r>
        <w:t>« </w:t>
      </w:r>
      <w:r w:rsidR="005A3479">
        <w:t>S</w:t>
      </w:r>
      <w:r w:rsidR="005A3479">
        <w:rPr>
          <w:szCs w:val="32"/>
        </w:rPr>
        <w:t>UE</w:t>
      </w:r>
      <w:r>
        <w:t>. »</w:t>
      </w:r>
    </w:p>
    <w:p w14:paraId="36428AD9" w14:textId="77777777" w:rsidR="006F1ADB" w:rsidRDefault="005A3479" w:rsidP="005A3479">
      <w:r>
        <w:t>Quelle fut la réponse de Jude</w:t>
      </w:r>
      <w:r w:rsidR="006F1ADB">
        <w:t xml:space="preserve"> ; </w:t>
      </w:r>
      <w:r>
        <w:t>ce qu</w:t>
      </w:r>
      <w:r w:rsidR="006F1ADB">
        <w:t>’</w:t>
      </w:r>
      <w:r>
        <w:t>il eût fait s</w:t>
      </w:r>
      <w:r w:rsidR="006F1ADB">
        <w:t>’</w:t>
      </w:r>
      <w:r>
        <w:t>il avait été libre</w:t>
      </w:r>
      <w:r w:rsidR="006F1ADB">
        <w:t xml:space="preserve">, </w:t>
      </w:r>
      <w:r>
        <w:t>de manière à rendre inutile le séjour de Sue chez une pe</w:t>
      </w:r>
      <w:r>
        <w:t>r</w:t>
      </w:r>
      <w:r>
        <w:t>sonne de son sexe</w:t>
      </w:r>
      <w:r w:rsidR="006F1ADB">
        <w:t xml:space="preserve">, </w:t>
      </w:r>
      <w:r>
        <w:t>c</w:t>
      </w:r>
      <w:r w:rsidR="006F1ADB">
        <w:t>’</w:t>
      </w:r>
      <w:r>
        <w:t>est ce qu</w:t>
      </w:r>
      <w:r w:rsidR="006F1ADB">
        <w:t>’</w:t>
      </w:r>
      <w:r>
        <w:t>il serait superflu de raconter</w:t>
      </w:r>
      <w:r w:rsidR="006F1ADB">
        <w:t xml:space="preserve">. </w:t>
      </w:r>
      <w:r>
        <w:t>Il sentait qu</w:t>
      </w:r>
      <w:r w:rsidR="006F1ADB">
        <w:t>’</w:t>
      </w:r>
      <w:r>
        <w:t>il aurait eu toutes les chances de victoire</w:t>
      </w:r>
      <w:r w:rsidR="006F1ADB">
        <w:t xml:space="preserve">, </w:t>
      </w:r>
      <w:r>
        <w:t>si un conflit s</w:t>
      </w:r>
      <w:r w:rsidR="006F1ADB">
        <w:t>’</w:t>
      </w:r>
      <w:r>
        <w:t xml:space="preserve">était élevé entre </w:t>
      </w:r>
      <w:proofErr w:type="spellStart"/>
      <w:r>
        <w:t>Phillotson</w:t>
      </w:r>
      <w:proofErr w:type="spellEnd"/>
      <w:r>
        <w:t xml:space="preserve"> et lui</w:t>
      </w:r>
      <w:r w:rsidR="006F1ADB">
        <w:t xml:space="preserve">, </w:t>
      </w:r>
      <w:r>
        <w:t>pour la possession de S</w:t>
      </w:r>
      <w:r>
        <w:t>u</w:t>
      </w:r>
      <w:r>
        <w:t>zanne</w:t>
      </w:r>
      <w:r w:rsidR="006F1ADB">
        <w:t>.</w:t>
      </w:r>
    </w:p>
    <w:p w14:paraId="66881A39" w14:textId="77777777" w:rsidR="006F1ADB" w:rsidRDefault="005A3479" w:rsidP="005A3479">
      <w:r>
        <w:t>Après un laps de quelques jours</w:t>
      </w:r>
      <w:r w:rsidR="006F1ADB">
        <w:t xml:space="preserve">, </w:t>
      </w:r>
      <w:r>
        <w:t>il espéra une seconde lettre</w:t>
      </w:r>
      <w:r w:rsidR="006F1ADB">
        <w:t xml:space="preserve">. </w:t>
      </w:r>
      <w:r>
        <w:t>N</w:t>
      </w:r>
      <w:r w:rsidR="006F1ADB">
        <w:t>’</w:t>
      </w:r>
      <w:r>
        <w:t>ayant rien reçu</w:t>
      </w:r>
      <w:r w:rsidR="006F1ADB">
        <w:t xml:space="preserve">, </w:t>
      </w:r>
      <w:r>
        <w:t>dans l</w:t>
      </w:r>
      <w:r w:rsidR="006F1ADB">
        <w:t>’</w:t>
      </w:r>
      <w:r>
        <w:t>excès de sa sollicitude</w:t>
      </w:r>
      <w:r w:rsidR="006F1ADB">
        <w:t xml:space="preserve">, </w:t>
      </w:r>
      <w:r>
        <w:t>il envoya un autre billet</w:t>
      </w:r>
      <w:r w:rsidR="006F1ADB">
        <w:t xml:space="preserve">, </w:t>
      </w:r>
      <w:r>
        <w:t>proposant à Sue d</w:t>
      </w:r>
      <w:r w:rsidR="006F1ADB">
        <w:t>’</w:t>
      </w:r>
      <w:r>
        <w:t>aller la voir un dimanche</w:t>
      </w:r>
      <w:r w:rsidR="006F1ADB">
        <w:t xml:space="preserve">, </w:t>
      </w:r>
      <w:r>
        <w:t>la distance qui les séparait n</w:t>
      </w:r>
      <w:r w:rsidR="006F1ADB">
        <w:t>’</w:t>
      </w:r>
      <w:r>
        <w:t>atteignant même pas dix-huit milles</w:t>
      </w:r>
      <w:r w:rsidR="006F1ADB">
        <w:t>.</w:t>
      </w:r>
    </w:p>
    <w:p w14:paraId="04DE1BB8" w14:textId="77777777" w:rsidR="006F1ADB" w:rsidRDefault="005A3479" w:rsidP="005A3479">
      <w:r>
        <w:t>Il attendit une réponse jusqu</w:t>
      </w:r>
      <w:r w:rsidR="006F1ADB">
        <w:t>’</w:t>
      </w:r>
      <w:r>
        <w:t>au surlendemain</w:t>
      </w:r>
      <w:r w:rsidR="006F1ADB">
        <w:t xml:space="preserve">, </w:t>
      </w:r>
      <w:r>
        <w:t>après l</w:t>
      </w:r>
      <w:r w:rsidR="006F1ADB">
        <w:t>’</w:t>
      </w:r>
      <w:r>
        <w:t>envoi de sa lettre</w:t>
      </w:r>
      <w:r w:rsidR="006F1ADB">
        <w:t xml:space="preserve">. </w:t>
      </w:r>
      <w:r>
        <w:t>Rien ne vint</w:t>
      </w:r>
      <w:r w:rsidR="006F1ADB">
        <w:t xml:space="preserve">. </w:t>
      </w:r>
      <w:r>
        <w:t>Le troisième matin parut</w:t>
      </w:r>
      <w:r w:rsidR="006F1ADB">
        <w:t xml:space="preserve"> ; </w:t>
      </w:r>
      <w:r>
        <w:t>le facteur ne s</w:t>
      </w:r>
      <w:r w:rsidR="006F1ADB">
        <w:t>’</w:t>
      </w:r>
      <w:r>
        <w:t>arrêta pas chez Jude</w:t>
      </w:r>
      <w:r w:rsidR="006F1ADB">
        <w:t xml:space="preserve">. </w:t>
      </w:r>
      <w:r>
        <w:t>C</w:t>
      </w:r>
      <w:r w:rsidR="006F1ADB">
        <w:t>’</w:t>
      </w:r>
      <w:r>
        <w:t>était un samedi</w:t>
      </w:r>
      <w:r w:rsidR="006F1ADB">
        <w:t xml:space="preserve">. </w:t>
      </w:r>
      <w:r>
        <w:t>Dans la fièvre de son anxiété</w:t>
      </w:r>
      <w:r w:rsidR="006F1ADB">
        <w:t xml:space="preserve">, </w:t>
      </w:r>
      <w:r>
        <w:t>Jude écrivit trois lignes</w:t>
      </w:r>
      <w:r w:rsidR="006F1ADB">
        <w:t xml:space="preserve">, </w:t>
      </w:r>
      <w:r>
        <w:t>annonçant sa v</w:t>
      </w:r>
      <w:r>
        <w:t>i</w:t>
      </w:r>
      <w:r>
        <w:t>site pour le jour suivant</w:t>
      </w:r>
      <w:r w:rsidR="006F1ADB">
        <w:t xml:space="preserve">, </w:t>
      </w:r>
      <w:r>
        <w:t>car il pressentait qu</w:t>
      </w:r>
      <w:r w:rsidR="006F1ADB">
        <w:t>’</w:t>
      </w:r>
      <w:r>
        <w:t>il était arrivé quelque chose</w:t>
      </w:r>
      <w:r w:rsidR="006F1ADB">
        <w:t>.</w:t>
      </w:r>
    </w:p>
    <w:p w14:paraId="650635BC" w14:textId="77777777" w:rsidR="006F1ADB" w:rsidRDefault="005A3479" w:rsidP="005A3479">
      <w:r>
        <w:t>Naturellement</w:t>
      </w:r>
      <w:r w:rsidR="006F1ADB">
        <w:t xml:space="preserve">, </w:t>
      </w:r>
      <w:r>
        <w:t>sa première pensée fut que la jeune fille était malade des suites de son immersion</w:t>
      </w:r>
      <w:r w:rsidR="006F1ADB">
        <w:t xml:space="preserve"> ; </w:t>
      </w:r>
      <w:r>
        <w:t>mais l</w:t>
      </w:r>
      <w:r w:rsidR="006F1ADB">
        <w:t>’</w:t>
      </w:r>
      <w:r>
        <w:t>idée lui vint que</w:t>
      </w:r>
      <w:r w:rsidR="006F1ADB">
        <w:t xml:space="preserve">, </w:t>
      </w:r>
      <w:r>
        <w:t>dans ce cas</w:t>
      </w:r>
      <w:r w:rsidR="006F1ADB">
        <w:t xml:space="preserve">, </w:t>
      </w:r>
      <w:r>
        <w:t>elle aurait fait écrire par une tierce personne</w:t>
      </w:r>
      <w:r w:rsidR="006F1ADB">
        <w:t xml:space="preserve">. </w:t>
      </w:r>
      <w:r>
        <w:t>Les conjectures de Jude se terminèrent par son arrivée à l</w:t>
      </w:r>
      <w:r w:rsidR="006F1ADB">
        <w:t>’</w:t>
      </w:r>
      <w:r>
        <w:t>école de village</w:t>
      </w:r>
      <w:r w:rsidR="006F1ADB">
        <w:t xml:space="preserve">, </w:t>
      </w:r>
      <w:r>
        <w:t xml:space="preserve">près de </w:t>
      </w:r>
      <w:proofErr w:type="spellStart"/>
      <w:r>
        <w:t>Shaston</w:t>
      </w:r>
      <w:proofErr w:type="spellEnd"/>
      <w:r w:rsidR="006F1ADB">
        <w:t xml:space="preserve">, </w:t>
      </w:r>
      <w:r>
        <w:t>par un brillant matin de dimanche</w:t>
      </w:r>
      <w:r w:rsidR="006F1ADB">
        <w:t xml:space="preserve">, </w:t>
      </w:r>
      <w:r>
        <w:t>entre onze heures et midi</w:t>
      </w:r>
      <w:r w:rsidR="006F1ADB">
        <w:t xml:space="preserve">, </w:t>
      </w:r>
      <w:r>
        <w:t>au moment où les rues étaient vides et les gens du lieu rassemblés dans l</w:t>
      </w:r>
      <w:r w:rsidR="006F1ADB">
        <w:t>’</w:t>
      </w:r>
      <w:r>
        <w:t>église d</w:t>
      </w:r>
      <w:r w:rsidR="006F1ADB">
        <w:t>’</w:t>
      </w:r>
      <w:r>
        <w:t>où l</w:t>
      </w:r>
      <w:r w:rsidR="006F1ADB">
        <w:t>’</w:t>
      </w:r>
      <w:r>
        <w:t>on pouvait e</w:t>
      </w:r>
      <w:r>
        <w:t>n</w:t>
      </w:r>
      <w:r>
        <w:t>tendre leurs voix chantant à l</w:t>
      </w:r>
      <w:r w:rsidR="006F1ADB">
        <w:t>’</w:t>
      </w:r>
      <w:r>
        <w:t>unisson</w:t>
      </w:r>
      <w:r w:rsidR="006F1ADB">
        <w:t>.</w:t>
      </w:r>
    </w:p>
    <w:p w14:paraId="042E00C0" w14:textId="77777777" w:rsidR="006F1ADB" w:rsidRDefault="005A3479" w:rsidP="005A3479">
      <w:r>
        <w:t>Une petite fille ouvrit la porte</w:t>
      </w:r>
      <w:r w:rsidR="006F1ADB">
        <w:t> :</w:t>
      </w:r>
    </w:p>
    <w:p w14:paraId="5E6B810D" w14:textId="77777777" w:rsidR="006F1ADB" w:rsidRDefault="006F1ADB" w:rsidP="005A3479">
      <w:r>
        <w:lastRenderedPageBreak/>
        <w:t>— </w:t>
      </w:r>
      <w:r w:rsidR="005A3479">
        <w:t xml:space="preserve">Miss </w:t>
      </w:r>
      <w:proofErr w:type="spellStart"/>
      <w:r w:rsidR="005A3479">
        <w:t>Bridehead</w:t>
      </w:r>
      <w:proofErr w:type="spellEnd"/>
      <w:r w:rsidR="005A3479">
        <w:t xml:space="preserve"> est en haut</w:t>
      </w:r>
      <w:r>
        <w:t xml:space="preserve">, </w:t>
      </w:r>
      <w:r w:rsidR="005A3479">
        <w:t>dit-elle</w:t>
      </w:r>
      <w:r>
        <w:t xml:space="preserve">. </w:t>
      </w:r>
      <w:r w:rsidR="005A3479">
        <w:t>Vous plaît-il de monter la voir</w:t>
      </w:r>
      <w:r>
        <w:t> ?</w:t>
      </w:r>
    </w:p>
    <w:p w14:paraId="659D1AE0" w14:textId="77777777" w:rsidR="006F1ADB" w:rsidRDefault="006F1ADB" w:rsidP="005A3479">
      <w:r>
        <w:t>— </w:t>
      </w:r>
      <w:r w:rsidR="005A3479">
        <w:t>Est-elle malade</w:t>
      </w:r>
      <w:r>
        <w:t xml:space="preserve"> ? </w:t>
      </w:r>
      <w:r w:rsidR="005A3479">
        <w:t>demanda Jude</w:t>
      </w:r>
      <w:r>
        <w:t xml:space="preserve">, </w:t>
      </w:r>
      <w:r w:rsidR="005A3479">
        <w:t>hâtivement</w:t>
      </w:r>
      <w:r>
        <w:t>.</w:t>
      </w:r>
    </w:p>
    <w:p w14:paraId="098796D8" w14:textId="77777777" w:rsidR="006F1ADB" w:rsidRDefault="006F1ADB" w:rsidP="005A3479">
      <w:r>
        <w:t>— </w:t>
      </w:r>
      <w:r w:rsidR="005A3479">
        <w:t>Un peu</w:t>
      </w:r>
      <w:r>
        <w:t xml:space="preserve">, </w:t>
      </w:r>
      <w:r w:rsidR="005A3479">
        <w:t>pas beaucoup</w:t>
      </w:r>
      <w:r>
        <w:t>.</w:t>
      </w:r>
    </w:p>
    <w:p w14:paraId="2D11E884" w14:textId="77777777" w:rsidR="006F1ADB" w:rsidRDefault="005A3479" w:rsidP="005A3479">
      <w:r>
        <w:t>Jude entra et monta l</w:t>
      </w:r>
      <w:r w:rsidR="006F1ADB">
        <w:t>’</w:t>
      </w:r>
      <w:r>
        <w:t>escalier</w:t>
      </w:r>
      <w:r w:rsidR="006F1ADB">
        <w:t xml:space="preserve">. </w:t>
      </w:r>
      <w:r>
        <w:t>Sur le palier</w:t>
      </w:r>
      <w:r w:rsidR="006F1ADB">
        <w:t xml:space="preserve">, </w:t>
      </w:r>
      <w:r>
        <w:t>une voix l</w:t>
      </w:r>
      <w:r w:rsidR="006F1ADB">
        <w:t>’</w:t>
      </w:r>
      <w:r>
        <w:t>avertit du chemin qu</w:t>
      </w:r>
      <w:r w:rsidR="006F1ADB">
        <w:t>’</w:t>
      </w:r>
      <w:r>
        <w:t>il devait suivre</w:t>
      </w:r>
      <w:r w:rsidR="006F1ADB">
        <w:t xml:space="preserve"> : </w:t>
      </w:r>
      <w:r>
        <w:t>la voix de Sue qui l</w:t>
      </w:r>
      <w:r w:rsidR="006F1ADB">
        <w:t>’</w:t>
      </w:r>
      <w:r>
        <w:t>appela par son nom</w:t>
      </w:r>
      <w:r w:rsidR="006F1ADB">
        <w:t xml:space="preserve">. </w:t>
      </w:r>
      <w:r>
        <w:t>Il obéit et trouva Sue couchée sur un petit lit dans une chambre de douze pieds carrés</w:t>
      </w:r>
      <w:r w:rsidR="006F1ADB">
        <w:t>.</w:t>
      </w:r>
    </w:p>
    <w:p w14:paraId="7D82CD9C" w14:textId="77777777" w:rsidR="006F1ADB" w:rsidRDefault="006F1ADB" w:rsidP="005A3479">
      <w:r>
        <w:t>— </w:t>
      </w:r>
      <w:r w:rsidR="005A3479">
        <w:t>Oh</w:t>
      </w:r>
      <w:r>
        <w:t xml:space="preserve"> ! </w:t>
      </w:r>
      <w:r w:rsidR="005A3479">
        <w:t>Sue</w:t>
      </w:r>
      <w:r>
        <w:t xml:space="preserve">, </w:t>
      </w:r>
      <w:r w:rsidR="005A3479">
        <w:t>s</w:t>
      </w:r>
      <w:r>
        <w:t>’</w:t>
      </w:r>
      <w:r w:rsidR="005A3479">
        <w:t>écria-t-il</w:t>
      </w:r>
      <w:r>
        <w:t xml:space="preserve">, </w:t>
      </w:r>
      <w:r w:rsidR="005A3479">
        <w:t>en s</w:t>
      </w:r>
      <w:r>
        <w:t>’</w:t>
      </w:r>
      <w:r w:rsidR="005A3479">
        <w:t>asseyant près d</w:t>
      </w:r>
      <w:r>
        <w:t>’</w:t>
      </w:r>
      <w:r w:rsidR="005A3479">
        <w:t>elle et en lui prenant les mains</w:t>
      </w:r>
      <w:r>
        <w:t xml:space="preserve">, </w:t>
      </w:r>
      <w:r w:rsidR="005A3479">
        <w:t>qu</w:t>
      </w:r>
      <w:r>
        <w:t>’</w:t>
      </w:r>
      <w:r w:rsidR="005A3479">
        <w:t>y a-t-il</w:t>
      </w:r>
      <w:r>
        <w:t xml:space="preserve"> ? </w:t>
      </w:r>
      <w:r w:rsidR="005A3479">
        <w:t>Vous ne pouviez pas écrire</w:t>
      </w:r>
      <w:r>
        <w:t> ?</w:t>
      </w:r>
    </w:p>
    <w:p w14:paraId="6CEDC0EA" w14:textId="77777777" w:rsidR="006F1ADB" w:rsidRDefault="006F1ADB" w:rsidP="005A3479">
      <w:r>
        <w:t>— </w:t>
      </w:r>
      <w:r w:rsidR="005A3479">
        <w:t>Non</w:t>
      </w:r>
      <w:r>
        <w:t xml:space="preserve">… </w:t>
      </w:r>
      <w:r w:rsidR="005A3479">
        <w:t>ce n</w:t>
      </w:r>
      <w:r>
        <w:t>’</w:t>
      </w:r>
      <w:r w:rsidR="005A3479">
        <w:t>est pas la raison</w:t>
      </w:r>
      <w:r>
        <w:t xml:space="preserve">, </w:t>
      </w:r>
      <w:r w:rsidR="005A3479">
        <w:t>répondit-elle</w:t>
      </w:r>
      <w:r>
        <w:t xml:space="preserve">. </w:t>
      </w:r>
      <w:r w:rsidR="005A3479">
        <w:t>J</w:t>
      </w:r>
      <w:r>
        <w:t>’</w:t>
      </w:r>
      <w:r w:rsidR="005A3479">
        <w:t>ai attrapé un refroidissement</w:t>
      </w:r>
      <w:r>
        <w:t xml:space="preserve">, </w:t>
      </w:r>
      <w:r w:rsidR="005A3479">
        <w:t>mais j</w:t>
      </w:r>
      <w:r>
        <w:t>’</w:t>
      </w:r>
      <w:r w:rsidR="005A3479">
        <w:t>aurais pu écrire Seulement</w:t>
      </w:r>
      <w:r>
        <w:t xml:space="preserve">, </w:t>
      </w:r>
      <w:r w:rsidR="005A3479">
        <w:t>je ne voulais pas</w:t>
      </w:r>
      <w:r>
        <w:t>.</w:t>
      </w:r>
    </w:p>
    <w:p w14:paraId="6877993A" w14:textId="77777777" w:rsidR="006F1ADB" w:rsidRDefault="006F1ADB" w:rsidP="005A3479">
      <w:r>
        <w:t>— </w:t>
      </w:r>
      <w:r w:rsidR="005A3479">
        <w:t>Pourquoi</w:t>
      </w:r>
      <w:r>
        <w:t xml:space="preserve"> ? </w:t>
      </w:r>
      <w:r w:rsidR="005A3479">
        <w:t>Vous m</w:t>
      </w:r>
      <w:r>
        <w:t>’</w:t>
      </w:r>
      <w:r w:rsidR="005A3479">
        <w:t>avez effrayé</w:t>
      </w:r>
      <w:r>
        <w:t>.</w:t>
      </w:r>
    </w:p>
    <w:p w14:paraId="1ECAEEC4" w14:textId="77777777" w:rsidR="006F1ADB" w:rsidRDefault="006F1ADB" w:rsidP="005A3479">
      <w:r>
        <w:t>— </w:t>
      </w:r>
      <w:r w:rsidR="005A3479">
        <w:t>C</w:t>
      </w:r>
      <w:r>
        <w:t>’</w:t>
      </w:r>
      <w:r w:rsidR="005A3479">
        <w:t>est que j</w:t>
      </w:r>
      <w:r>
        <w:t>’</w:t>
      </w:r>
      <w:r w:rsidR="005A3479">
        <w:t>étais effrayée aussi</w:t>
      </w:r>
      <w:r>
        <w:t xml:space="preserve">. </w:t>
      </w:r>
      <w:r w:rsidR="005A3479">
        <w:t>Mais j</w:t>
      </w:r>
      <w:r>
        <w:t>’</w:t>
      </w:r>
      <w:r w:rsidR="005A3479">
        <w:t>avais résolu de ne pas vous écrire davantage</w:t>
      </w:r>
      <w:r>
        <w:t xml:space="preserve">. </w:t>
      </w:r>
      <w:r w:rsidR="005A3479">
        <w:t>On m</w:t>
      </w:r>
      <w:r>
        <w:t>’</w:t>
      </w:r>
      <w:r w:rsidR="005A3479">
        <w:t>a renvoyée de l</w:t>
      </w:r>
      <w:r>
        <w:t>’</w:t>
      </w:r>
      <w:r w:rsidR="005A3479">
        <w:t>École</w:t>
      </w:r>
      <w:r>
        <w:t xml:space="preserve"> – </w:t>
      </w:r>
      <w:r w:rsidR="005A3479">
        <w:t>voilà pourquoi je ne pouvais écrire et vous annoncer non le fait de mon renvoi</w:t>
      </w:r>
      <w:r>
        <w:t xml:space="preserve">, </w:t>
      </w:r>
      <w:r w:rsidR="005A3479">
        <w:t>mais le prétexte</w:t>
      </w:r>
      <w:r>
        <w:t>.</w:t>
      </w:r>
    </w:p>
    <w:p w14:paraId="4A84FD1B" w14:textId="77777777" w:rsidR="006F1ADB" w:rsidRDefault="006F1ADB" w:rsidP="005A3479">
      <w:r>
        <w:t>— </w:t>
      </w:r>
      <w:r w:rsidR="005A3479">
        <w:t>Eh bien</w:t>
      </w:r>
      <w:r>
        <w:t> ?</w:t>
      </w:r>
    </w:p>
    <w:p w14:paraId="65CE0FBC" w14:textId="77777777" w:rsidR="006F1ADB" w:rsidRDefault="006F1ADB" w:rsidP="005A3479">
      <w:r>
        <w:t>— </w:t>
      </w:r>
      <w:r w:rsidR="005A3479">
        <w:t>Non seulement on me renvoie</w:t>
      </w:r>
      <w:r>
        <w:t xml:space="preserve">, </w:t>
      </w:r>
      <w:r w:rsidR="005A3479">
        <w:t xml:space="preserve">mais on me </w:t>
      </w:r>
      <w:proofErr w:type="gramStart"/>
      <w:r w:rsidR="005A3479">
        <w:t>donne</w:t>
      </w:r>
      <w:proofErr w:type="gramEnd"/>
      <w:r w:rsidR="005A3479">
        <w:t xml:space="preserve"> un conseil</w:t>
      </w:r>
      <w:r>
        <w:t>.</w:t>
      </w:r>
    </w:p>
    <w:p w14:paraId="533DE86B" w14:textId="77777777" w:rsidR="006F1ADB" w:rsidRDefault="006F1ADB" w:rsidP="005A3479">
      <w:r>
        <w:t>— </w:t>
      </w:r>
      <w:r w:rsidR="005A3479">
        <w:t>Lequel</w:t>
      </w:r>
      <w:r>
        <w:t> ?</w:t>
      </w:r>
    </w:p>
    <w:p w14:paraId="65A81EB4" w14:textId="77777777" w:rsidR="006F1ADB" w:rsidRDefault="005A3479" w:rsidP="005A3479">
      <w:r>
        <w:t>Elle ne répondit pas directement</w:t>
      </w:r>
      <w:r w:rsidR="006F1ADB">
        <w:t>.</w:t>
      </w:r>
    </w:p>
    <w:p w14:paraId="336C5973" w14:textId="77777777" w:rsidR="006F1ADB" w:rsidRDefault="006F1ADB" w:rsidP="005A3479">
      <w:r>
        <w:t>— </w:t>
      </w:r>
      <w:r w:rsidR="005A3479">
        <w:t>J</w:t>
      </w:r>
      <w:r>
        <w:t>’</w:t>
      </w:r>
      <w:r w:rsidR="005A3479">
        <w:t>aimerais mieux ne jamais vous le répéter</w:t>
      </w:r>
      <w:r>
        <w:t xml:space="preserve">, </w:t>
      </w:r>
      <w:r w:rsidR="005A3479">
        <w:t>Jude</w:t>
      </w:r>
      <w:r>
        <w:t xml:space="preserve"> ; </w:t>
      </w:r>
      <w:r w:rsidR="005A3479">
        <w:t>c</w:t>
      </w:r>
      <w:r>
        <w:t>’</w:t>
      </w:r>
      <w:r w:rsidR="005A3479">
        <w:t>est si trivial et si désolant</w:t>
      </w:r>
      <w:r>
        <w:t> !</w:t>
      </w:r>
    </w:p>
    <w:p w14:paraId="31AEF8CB" w14:textId="77777777" w:rsidR="006F1ADB" w:rsidRDefault="006F1ADB" w:rsidP="005A3479">
      <w:r>
        <w:t>— </w:t>
      </w:r>
      <w:r w:rsidR="005A3479">
        <w:t>Cela nous concerne</w:t>
      </w:r>
      <w:r>
        <w:t> ?</w:t>
      </w:r>
    </w:p>
    <w:p w14:paraId="1E38CDAA" w14:textId="77777777" w:rsidR="006F1ADB" w:rsidRDefault="006F1ADB" w:rsidP="005A3479">
      <w:r>
        <w:lastRenderedPageBreak/>
        <w:t>— </w:t>
      </w:r>
      <w:r w:rsidR="005A3479">
        <w:t>Oui</w:t>
      </w:r>
      <w:r>
        <w:t>.</w:t>
      </w:r>
    </w:p>
    <w:p w14:paraId="43EF6B4A" w14:textId="77777777" w:rsidR="006F1ADB" w:rsidRDefault="006F1ADB" w:rsidP="005A3479">
      <w:r>
        <w:t>— </w:t>
      </w:r>
      <w:r w:rsidR="005A3479">
        <w:t>Dites-le-moi</w:t>
      </w:r>
      <w:r>
        <w:t> ?</w:t>
      </w:r>
    </w:p>
    <w:p w14:paraId="703AE971" w14:textId="77777777" w:rsidR="006F1ADB" w:rsidRDefault="006F1ADB" w:rsidP="005A3479">
      <w:r>
        <w:t>— </w:t>
      </w:r>
      <w:r w:rsidR="005A3479">
        <w:t>Eh bien</w:t>
      </w:r>
      <w:r>
        <w:t xml:space="preserve">, </w:t>
      </w:r>
      <w:r w:rsidR="005A3479">
        <w:t>quelqu</w:t>
      </w:r>
      <w:r>
        <w:t>’</w:t>
      </w:r>
      <w:r w:rsidR="005A3479">
        <w:t>un a tenu des propos sans fondement</w:t>
      </w:r>
      <w:r>
        <w:t xml:space="preserve">, </w:t>
      </w:r>
      <w:r w:rsidR="005A3479">
        <w:t>sur nous</w:t>
      </w:r>
      <w:r>
        <w:t xml:space="preserve">, </w:t>
      </w:r>
      <w:r w:rsidR="005A3479">
        <w:t>et l</w:t>
      </w:r>
      <w:r>
        <w:t>’</w:t>
      </w:r>
      <w:r w:rsidR="005A3479">
        <w:t xml:space="preserve">on ajoute que vous et moi </w:t>
      </w:r>
      <w:proofErr w:type="spellStart"/>
      <w:r w:rsidR="005A3479">
        <w:t>devons nous</w:t>
      </w:r>
      <w:proofErr w:type="spellEnd"/>
      <w:r w:rsidR="005A3479">
        <w:t xml:space="preserve"> marier le plus tôt possible pour sauvegarder ma réputation</w:t>
      </w:r>
      <w:r>
        <w:t xml:space="preserve">… </w:t>
      </w:r>
      <w:r w:rsidR="005A3479">
        <w:t>Voilà</w:t>
      </w:r>
      <w:r>
        <w:t xml:space="preserve">. </w:t>
      </w:r>
      <w:r w:rsidR="005A3479">
        <w:t>Je vous ai tout dit</w:t>
      </w:r>
      <w:r>
        <w:t xml:space="preserve">, </w:t>
      </w:r>
      <w:r w:rsidR="005A3479">
        <w:t>et je le regrette</w:t>
      </w:r>
      <w:r>
        <w:t>.</w:t>
      </w:r>
    </w:p>
    <w:p w14:paraId="59CD5253" w14:textId="77777777" w:rsidR="006F1ADB" w:rsidRDefault="006F1ADB" w:rsidP="005A3479">
      <w:r>
        <w:t>— </w:t>
      </w:r>
      <w:r w:rsidR="005A3479">
        <w:t>Ô pauvre Sue</w:t>
      </w:r>
      <w:r>
        <w:t> !</w:t>
      </w:r>
    </w:p>
    <w:p w14:paraId="7BC0D461" w14:textId="77777777" w:rsidR="006F1ADB" w:rsidRDefault="006F1ADB" w:rsidP="005A3479">
      <w:r>
        <w:t>— </w:t>
      </w:r>
      <w:r w:rsidR="005A3479">
        <w:t>Je n</w:t>
      </w:r>
      <w:r>
        <w:t>’</w:t>
      </w:r>
      <w:r w:rsidR="005A3479">
        <w:t>ai jamais songé à vous avec ces arrière-pensées</w:t>
      </w:r>
      <w:r>
        <w:t xml:space="preserve">. </w:t>
      </w:r>
      <w:r w:rsidR="005A3479">
        <w:t>Il m</w:t>
      </w:r>
      <w:r>
        <w:t>’</w:t>
      </w:r>
      <w:r w:rsidR="005A3479">
        <w:t>est arrivé d</w:t>
      </w:r>
      <w:r>
        <w:t>’</w:t>
      </w:r>
      <w:r w:rsidR="005A3479">
        <w:t>avoir à votre égard les sentiments qu</w:t>
      </w:r>
      <w:r>
        <w:t>’</w:t>
      </w:r>
      <w:r w:rsidR="005A3479">
        <w:t>on me su</w:t>
      </w:r>
      <w:r w:rsidR="005A3479">
        <w:t>p</w:t>
      </w:r>
      <w:r w:rsidR="005A3479">
        <w:t>pose</w:t>
      </w:r>
      <w:r>
        <w:t xml:space="preserve">, </w:t>
      </w:r>
      <w:r w:rsidR="005A3479">
        <w:t>mais jamais avant ces événements</w:t>
      </w:r>
      <w:r>
        <w:t xml:space="preserve">. </w:t>
      </w:r>
      <w:r w:rsidR="005A3479">
        <w:t>J</w:t>
      </w:r>
      <w:r>
        <w:t>’</w:t>
      </w:r>
      <w:r w:rsidR="005A3479">
        <w:t>ai dû reconnaître que notre parenté était purement nominale</w:t>
      </w:r>
      <w:r>
        <w:t xml:space="preserve">, </w:t>
      </w:r>
      <w:r w:rsidR="005A3479">
        <w:t>puisque nous nous re</w:t>
      </w:r>
      <w:r w:rsidR="005A3479">
        <w:t>n</w:t>
      </w:r>
      <w:r w:rsidR="005A3479">
        <w:t>contrions comme des étrangers</w:t>
      </w:r>
      <w:r>
        <w:t xml:space="preserve">. </w:t>
      </w:r>
      <w:r w:rsidR="005A3479">
        <w:t>Mais me marier avec vous</w:t>
      </w:r>
      <w:r>
        <w:t xml:space="preserve">, </w:t>
      </w:r>
      <w:r w:rsidR="005A3479">
        <w:t>cher Jude</w:t>
      </w:r>
      <w:r>
        <w:t xml:space="preserve">, </w:t>
      </w:r>
      <w:r w:rsidR="005A3479">
        <w:t>ah</w:t>
      </w:r>
      <w:r>
        <w:t xml:space="preserve"> ! </w:t>
      </w:r>
      <w:r w:rsidR="005A3479">
        <w:t>vraiment</w:t>
      </w:r>
      <w:r>
        <w:t xml:space="preserve">, </w:t>
      </w:r>
      <w:r w:rsidR="005A3479">
        <w:t>si j</w:t>
      </w:r>
      <w:r>
        <w:t>’</w:t>
      </w:r>
      <w:r w:rsidR="005A3479">
        <w:t>avais fait ce calcul</w:t>
      </w:r>
      <w:r>
        <w:t xml:space="preserve">, </w:t>
      </w:r>
      <w:r w:rsidR="005A3479">
        <w:t>je ne serais pas v</w:t>
      </w:r>
      <w:r w:rsidR="005A3479">
        <w:t>e</w:t>
      </w:r>
      <w:r w:rsidR="005A3479">
        <w:t>nue à vous si souvent</w:t>
      </w:r>
      <w:r>
        <w:t xml:space="preserve"> ! </w:t>
      </w:r>
      <w:r w:rsidR="005A3479">
        <w:t>Et je ne vous ai jamais supposé aucune intention de mariage jusqu</w:t>
      </w:r>
      <w:r>
        <w:t>’</w:t>
      </w:r>
      <w:r w:rsidR="005A3479">
        <w:t>à l</w:t>
      </w:r>
      <w:r>
        <w:t>’</w:t>
      </w:r>
      <w:r w:rsidR="005A3479">
        <w:t>autre soir</w:t>
      </w:r>
      <w:r>
        <w:t xml:space="preserve">, </w:t>
      </w:r>
      <w:r w:rsidR="005A3479">
        <w:t>quand j</w:t>
      </w:r>
      <w:r>
        <w:t>’</w:t>
      </w:r>
      <w:r w:rsidR="005A3479">
        <w:t>ai commencé à m</w:t>
      </w:r>
      <w:r>
        <w:t>’</w:t>
      </w:r>
      <w:r w:rsidR="005A3479">
        <w:t>imaginer que vous m</w:t>
      </w:r>
      <w:r>
        <w:t>’</w:t>
      </w:r>
      <w:r w:rsidR="005A3479">
        <w:t>aimiez un peu</w:t>
      </w:r>
      <w:r>
        <w:t xml:space="preserve">. </w:t>
      </w:r>
      <w:r w:rsidR="005A3479">
        <w:t>Peut-être n</w:t>
      </w:r>
      <w:r>
        <w:t>’</w:t>
      </w:r>
      <w:r w:rsidR="005A3479">
        <w:t>aurais-je pas dû vivre si intimement avec vous</w:t>
      </w:r>
      <w:r>
        <w:t xml:space="preserve">. </w:t>
      </w:r>
      <w:r w:rsidR="005A3479">
        <w:t>C</w:t>
      </w:r>
      <w:r>
        <w:t>’</w:t>
      </w:r>
      <w:r w:rsidR="005A3479">
        <w:t>est ma faute</w:t>
      </w:r>
      <w:r>
        <w:t xml:space="preserve">. </w:t>
      </w:r>
      <w:r w:rsidR="005A3479">
        <w:t xml:space="preserve">Tout est </w:t>
      </w:r>
      <w:proofErr w:type="gramStart"/>
      <w:r w:rsidR="005A3479">
        <w:t>de ma</w:t>
      </w:r>
      <w:proofErr w:type="gramEnd"/>
      <w:r w:rsidR="005A3479">
        <w:t xml:space="preserve"> faute</w:t>
      </w:r>
      <w:r>
        <w:t xml:space="preserve">, </w:t>
      </w:r>
      <w:r w:rsidR="005A3479">
        <w:t>toujours</w:t>
      </w:r>
      <w:r>
        <w:t>.</w:t>
      </w:r>
    </w:p>
    <w:p w14:paraId="3CD7DFCD" w14:textId="77777777" w:rsidR="006F1ADB" w:rsidRDefault="005A3479" w:rsidP="005A3479">
      <w:r>
        <w:t>Ce discours semblait quelque peu forcé et invraisemblable</w:t>
      </w:r>
      <w:r w:rsidR="006F1ADB">
        <w:t xml:space="preserve">, </w:t>
      </w:r>
      <w:r>
        <w:t>et ils se regardaient l</w:t>
      </w:r>
      <w:r w:rsidR="006F1ADB">
        <w:t>’</w:t>
      </w:r>
      <w:r>
        <w:t>un l</w:t>
      </w:r>
      <w:r w:rsidR="006F1ADB">
        <w:t>’</w:t>
      </w:r>
      <w:r>
        <w:t>autre avec une mutuelle détresse</w:t>
      </w:r>
      <w:r w:rsidR="006F1ADB">
        <w:t>.</w:t>
      </w:r>
    </w:p>
    <w:p w14:paraId="77F08D46" w14:textId="77777777" w:rsidR="006F1ADB" w:rsidRDefault="006F1ADB" w:rsidP="005A3479">
      <w:r>
        <w:t>— </w:t>
      </w:r>
      <w:r w:rsidR="005A3479">
        <w:t>J</w:t>
      </w:r>
      <w:r>
        <w:t>’</w:t>
      </w:r>
      <w:r w:rsidR="005A3479">
        <w:t>étais aveugle</w:t>
      </w:r>
      <w:r>
        <w:t xml:space="preserve">, </w:t>
      </w:r>
      <w:r w:rsidR="005A3479">
        <w:t>d</w:t>
      </w:r>
      <w:r>
        <w:t>’</w:t>
      </w:r>
      <w:r w:rsidR="005A3479">
        <w:t>abord</w:t>
      </w:r>
      <w:r>
        <w:t xml:space="preserve"> ! </w:t>
      </w:r>
      <w:r w:rsidR="005A3479">
        <w:t>continua-t-elle</w:t>
      </w:r>
      <w:r>
        <w:t xml:space="preserve">. </w:t>
      </w:r>
      <w:r w:rsidR="005A3479">
        <w:t>Je ne compr</w:t>
      </w:r>
      <w:r w:rsidR="005A3479">
        <w:t>e</w:t>
      </w:r>
      <w:r w:rsidR="005A3479">
        <w:t>nais pas vos sentiments</w:t>
      </w:r>
      <w:r>
        <w:t xml:space="preserve">. </w:t>
      </w:r>
      <w:r w:rsidR="005A3479">
        <w:t>Oh</w:t>
      </w:r>
      <w:r>
        <w:t xml:space="preserve"> ! </w:t>
      </w:r>
      <w:r w:rsidR="005A3479">
        <w:t>que vous avez été cruel pour moi</w:t>
      </w:r>
      <w:r>
        <w:t xml:space="preserve"> – </w:t>
      </w:r>
      <w:r w:rsidR="005A3479">
        <w:t>vous l</w:t>
      </w:r>
      <w:r>
        <w:t>’</w:t>
      </w:r>
      <w:r w:rsidR="005A3479">
        <w:t>avez été</w:t>
      </w:r>
      <w:r>
        <w:t xml:space="preserve"> – </w:t>
      </w:r>
      <w:r w:rsidR="005A3479">
        <w:t>en me regardant comme une amante</w:t>
      </w:r>
      <w:r>
        <w:t xml:space="preserve">, </w:t>
      </w:r>
      <w:r w:rsidR="005A3479">
        <w:t>sans dire un mot</w:t>
      </w:r>
      <w:r>
        <w:t xml:space="preserve">, </w:t>
      </w:r>
      <w:r w:rsidR="005A3479">
        <w:t>n</w:t>
      </w:r>
      <w:r>
        <w:t>’</w:t>
      </w:r>
      <w:r w:rsidR="005A3479">
        <w:t>obligeant à le découvrir moi-même</w:t>
      </w:r>
      <w:r>
        <w:t xml:space="preserve">. </w:t>
      </w:r>
      <w:r w:rsidR="005A3479">
        <w:t>On a remarqué votre attitude à mon égard</w:t>
      </w:r>
      <w:r>
        <w:t xml:space="preserve">, </w:t>
      </w:r>
      <w:r w:rsidR="005A3479">
        <w:t>et</w:t>
      </w:r>
      <w:r>
        <w:t xml:space="preserve">, </w:t>
      </w:r>
      <w:r w:rsidR="005A3479">
        <w:t>naturellement</w:t>
      </w:r>
      <w:r>
        <w:t xml:space="preserve">, </w:t>
      </w:r>
      <w:r w:rsidR="005A3479">
        <w:t>on a pensé que nous avions mal agi</w:t>
      </w:r>
      <w:r>
        <w:t xml:space="preserve">. </w:t>
      </w:r>
      <w:r w:rsidR="005A3479">
        <w:t>Je ne me fierai plus à vous</w:t>
      </w:r>
      <w:r>
        <w:t xml:space="preserve">, </w:t>
      </w:r>
      <w:r w:rsidR="005A3479">
        <w:t>jamais</w:t>
      </w:r>
      <w:r>
        <w:t>.</w:t>
      </w:r>
    </w:p>
    <w:p w14:paraId="65E59A03" w14:textId="77777777" w:rsidR="006F1ADB" w:rsidRDefault="006F1ADB" w:rsidP="005A3479">
      <w:r>
        <w:lastRenderedPageBreak/>
        <w:t>— </w:t>
      </w:r>
      <w:r w:rsidR="005A3479">
        <w:t>Oui</w:t>
      </w:r>
      <w:r>
        <w:t xml:space="preserve">, </w:t>
      </w:r>
      <w:r w:rsidR="005A3479">
        <w:t>Sue</w:t>
      </w:r>
      <w:r>
        <w:t xml:space="preserve">, </w:t>
      </w:r>
      <w:r w:rsidR="005A3479">
        <w:t>dit-il simplement</w:t>
      </w:r>
      <w:r>
        <w:t xml:space="preserve">, </w:t>
      </w:r>
      <w:r w:rsidR="005A3479">
        <w:t>je suis à blâmer</w:t>
      </w:r>
      <w:r>
        <w:t xml:space="preserve">, </w:t>
      </w:r>
      <w:r w:rsidR="005A3479">
        <w:t>plus que vous ne pensez</w:t>
      </w:r>
      <w:r>
        <w:t xml:space="preserve">. </w:t>
      </w:r>
      <w:r w:rsidR="005A3479">
        <w:t>Je me rendais bien compte</w:t>
      </w:r>
      <w:r>
        <w:t xml:space="preserve">, </w:t>
      </w:r>
      <w:r w:rsidR="005A3479">
        <w:t>jusqu</w:t>
      </w:r>
      <w:r>
        <w:t>’</w:t>
      </w:r>
      <w:r w:rsidR="005A3479">
        <w:t>à notre de</w:t>
      </w:r>
      <w:r w:rsidR="005A3479">
        <w:t>r</w:t>
      </w:r>
      <w:r w:rsidR="005A3479">
        <w:t>nière entrevue</w:t>
      </w:r>
      <w:r>
        <w:t xml:space="preserve">, </w:t>
      </w:r>
      <w:r w:rsidR="005A3479">
        <w:t>que vous ne suspectiez pas la nature de mes se</w:t>
      </w:r>
      <w:r w:rsidR="005A3479">
        <w:t>n</w:t>
      </w:r>
      <w:r w:rsidR="005A3479">
        <w:t>timents</w:t>
      </w:r>
      <w:r>
        <w:t xml:space="preserve">. </w:t>
      </w:r>
      <w:r w:rsidR="005A3479">
        <w:t>Sans doute</w:t>
      </w:r>
      <w:r>
        <w:t xml:space="preserve">, </w:t>
      </w:r>
      <w:r w:rsidR="005A3479">
        <w:t>nos rencontres ne ressemblaient guère à des relations de parenté</w:t>
      </w:r>
      <w:r>
        <w:t xml:space="preserve">, </w:t>
      </w:r>
      <w:r w:rsidR="005A3479">
        <w:t>et c</w:t>
      </w:r>
      <w:r>
        <w:t>’</w:t>
      </w:r>
      <w:r w:rsidR="005A3479">
        <w:t>était une espèce de subterfuge que je faisais servir à mon profit</w:t>
      </w:r>
      <w:r>
        <w:t xml:space="preserve">. </w:t>
      </w:r>
      <w:r w:rsidR="005A3479">
        <w:t>Mais ne pensez-vous pas que je mérite quelque indulgence pour avoir caché mes torts</w:t>
      </w:r>
      <w:r>
        <w:t xml:space="preserve">, </w:t>
      </w:r>
      <w:r w:rsidR="005A3479">
        <w:t>mes grands torts</w:t>
      </w:r>
      <w:r>
        <w:t xml:space="preserve">, </w:t>
      </w:r>
      <w:r w:rsidR="005A3479">
        <w:t>et mes sentiments</w:t>
      </w:r>
      <w:r>
        <w:t xml:space="preserve">, </w:t>
      </w:r>
      <w:r w:rsidR="005A3479">
        <w:t>puisque je ne pouvais les mod</w:t>
      </w:r>
      <w:r w:rsidR="005A3479">
        <w:t>i</w:t>
      </w:r>
      <w:r w:rsidR="005A3479">
        <w:t>fier</w:t>
      </w:r>
      <w:r>
        <w:t> ?</w:t>
      </w:r>
    </w:p>
    <w:p w14:paraId="5760E74A" w14:textId="77777777" w:rsidR="006F1ADB" w:rsidRDefault="005A3479" w:rsidP="005A3479">
      <w:r>
        <w:t>Elle fixa sur lui un regard de doute</w:t>
      </w:r>
      <w:r w:rsidR="006F1ADB">
        <w:t xml:space="preserve">, </w:t>
      </w:r>
      <w:r>
        <w:t>et elle détourna ses yeux comme si elle avait craint de pardonner</w:t>
      </w:r>
      <w:r w:rsidR="006F1ADB">
        <w:t>.</w:t>
      </w:r>
    </w:p>
    <w:p w14:paraId="7FBEF281" w14:textId="77777777" w:rsidR="006F1ADB" w:rsidRDefault="005A3479" w:rsidP="005A3479">
      <w:r>
        <w:t>À la vérité</w:t>
      </w:r>
      <w:r w:rsidR="006F1ADB">
        <w:t xml:space="preserve">, </w:t>
      </w:r>
      <w:r>
        <w:t>un des motifs qui avait décidé Jude à venir</w:t>
      </w:r>
      <w:r w:rsidR="006F1ADB">
        <w:t xml:space="preserve">, </w:t>
      </w:r>
      <w:r>
        <w:t>c</w:t>
      </w:r>
      <w:r w:rsidR="006F1ADB">
        <w:t>’</w:t>
      </w:r>
      <w:r>
        <w:t>était la nécessité de raconter la fatale histoire de sa vie</w:t>
      </w:r>
      <w:r w:rsidR="006F1ADB">
        <w:t xml:space="preserve">. </w:t>
      </w:r>
      <w:r>
        <w:t>Le r</w:t>
      </w:r>
      <w:r>
        <w:t>é</w:t>
      </w:r>
      <w:r>
        <w:t>cit était sur ses lèvres</w:t>
      </w:r>
      <w:r w:rsidR="006F1ADB">
        <w:t xml:space="preserve">, </w:t>
      </w:r>
      <w:r>
        <w:t>mais</w:t>
      </w:r>
      <w:r w:rsidR="006F1ADB">
        <w:t xml:space="preserve">, </w:t>
      </w:r>
      <w:r>
        <w:t>dans cette heure de détresse</w:t>
      </w:r>
      <w:r w:rsidR="006F1ADB">
        <w:t xml:space="preserve">, </w:t>
      </w:r>
      <w:r>
        <w:t>elles ne purent s</w:t>
      </w:r>
      <w:r w:rsidR="006F1ADB">
        <w:t>’</w:t>
      </w:r>
      <w:r>
        <w:t>ouvrir pour parler</w:t>
      </w:r>
      <w:r w:rsidR="006F1ADB">
        <w:t xml:space="preserve">. </w:t>
      </w:r>
      <w:r>
        <w:t>Il préféra dresser entre eux les obstacles déjà connus</w:t>
      </w:r>
      <w:r w:rsidR="006F1ADB">
        <w:t>.</w:t>
      </w:r>
    </w:p>
    <w:p w14:paraId="153BE9ED" w14:textId="57D785FA" w:rsidR="006F1ADB" w:rsidRDefault="006F1ADB" w:rsidP="005A3479">
      <w:r>
        <w:t>— </w:t>
      </w:r>
      <w:r w:rsidR="005A3479">
        <w:t>Naturellement</w:t>
      </w:r>
      <w:r>
        <w:t xml:space="preserve">, </w:t>
      </w:r>
      <w:r w:rsidR="005A3479">
        <w:t>je sais que vous n</w:t>
      </w:r>
      <w:r>
        <w:t>’</w:t>
      </w:r>
      <w:r w:rsidR="005A3479">
        <w:t>avez pour moi aucun sentiment</w:t>
      </w:r>
      <w:r>
        <w:t xml:space="preserve">… </w:t>
      </w:r>
      <w:r w:rsidR="005A3479">
        <w:t>particulier</w:t>
      </w:r>
      <w:r>
        <w:t xml:space="preserve">, </w:t>
      </w:r>
      <w:r w:rsidR="005A3479">
        <w:t>dit-il</w:t>
      </w:r>
      <w:r>
        <w:t xml:space="preserve">, </w:t>
      </w:r>
      <w:r w:rsidR="005A3479">
        <w:t>presque rudement</w:t>
      </w:r>
      <w:r>
        <w:t xml:space="preserve">. </w:t>
      </w:r>
      <w:r w:rsidR="005A3479">
        <w:t>Vous ne le d</w:t>
      </w:r>
      <w:r w:rsidR="005A3479">
        <w:t>e</w:t>
      </w:r>
      <w:r w:rsidR="005A3479">
        <w:t>vez pas</w:t>
      </w:r>
      <w:r>
        <w:t xml:space="preserve">, </w:t>
      </w:r>
      <w:r w:rsidR="005A3479">
        <w:t>et vous avez raison</w:t>
      </w:r>
      <w:r>
        <w:t xml:space="preserve">. </w:t>
      </w:r>
      <w:r w:rsidR="005A3479">
        <w:t xml:space="preserve">Vous appartenez à </w:t>
      </w:r>
      <w:r>
        <w:t>M. </w:t>
      </w:r>
      <w:proofErr w:type="spellStart"/>
      <w:r w:rsidR="005A3479">
        <w:t>Phillotson</w:t>
      </w:r>
      <w:proofErr w:type="spellEnd"/>
      <w:r>
        <w:t xml:space="preserve">… </w:t>
      </w:r>
      <w:r w:rsidR="005A3479">
        <w:t>Je suppose qu</w:t>
      </w:r>
      <w:r>
        <w:t>’</w:t>
      </w:r>
      <w:r w:rsidR="005A3479">
        <w:t>il est venu vous voir</w:t>
      </w:r>
      <w:r>
        <w:t> ?</w:t>
      </w:r>
    </w:p>
    <w:p w14:paraId="6083F4B9" w14:textId="77777777" w:rsidR="006F1ADB" w:rsidRDefault="006F1ADB" w:rsidP="005A3479">
      <w:r>
        <w:t>— </w:t>
      </w:r>
      <w:r w:rsidR="005A3479">
        <w:t>Oui</w:t>
      </w:r>
      <w:r>
        <w:t xml:space="preserve">, </w:t>
      </w:r>
      <w:r w:rsidR="005A3479">
        <w:t>dit-elle brièvement</w:t>
      </w:r>
      <w:r>
        <w:t xml:space="preserve">, </w:t>
      </w:r>
      <w:r w:rsidR="005A3479">
        <w:t>en changeant de visage</w:t>
      </w:r>
      <w:r>
        <w:t xml:space="preserve">. </w:t>
      </w:r>
      <w:r w:rsidR="005A3479">
        <w:t>Pou</w:t>
      </w:r>
      <w:r w:rsidR="005A3479">
        <w:t>r</w:t>
      </w:r>
      <w:r w:rsidR="005A3479">
        <w:t>tant</w:t>
      </w:r>
      <w:r>
        <w:t xml:space="preserve">, </w:t>
      </w:r>
      <w:r w:rsidR="005A3479">
        <w:t>je ne lui avais pas demandé de venir</w:t>
      </w:r>
      <w:r>
        <w:t xml:space="preserve">. </w:t>
      </w:r>
      <w:r w:rsidR="005A3479">
        <w:t>Vous êtes charmé</w:t>
      </w:r>
      <w:r>
        <w:t xml:space="preserve">, </w:t>
      </w:r>
      <w:r w:rsidR="005A3479">
        <w:t>évidemment</w:t>
      </w:r>
      <w:r>
        <w:t xml:space="preserve">, </w:t>
      </w:r>
      <w:r w:rsidR="005A3479">
        <w:t>qu</w:t>
      </w:r>
      <w:r>
        <w:t>’</w:t>
      </w:r>
      <w:r w:rsidR="005A3479">
        <w:t>il soit venu</w:t>
      </w:r>
      <w:r>
        <w:t xml:space="preserve">. </w:t>
      </w:r>
      <w:r w:rsidR="005A3479">
        <w:t>Mais cela m</w:t>
      </w:r>
      <w:r>
        <w:t>’</w:t>
      </w:r>
      <w:r w:rsidR="005A3479">
        <w:t>était indifférent qu</w:t>
      </w:r>
      <w:r>
        <w:t>’</w:t>
      </w:r>
      <w:r w:rsidR="005A3479">
        <w:t>il ne revînt jamais</w:t>
      </w:r>
      <w:r>
        <w:t>.</w:t>
      </w:r>
    </w:p>
    <w:p w14:paraId="3D4879F0" w14:textId="77777777" w:rsidR="006F1ADB" w:rsidRDefault="006F1ADB" w:rsidP="005A3479">
      <w:r>
        <w:t>— </w:t>
      </w:r>
      <w:r w:rsidR="005A3479">
        <w:t>Tout s</w:t>
      </w:r>
      <w:r>
        <w:t>’</w:t>
      </w:r>
      <w:r w:rsidR="005A3479">
        <w:t>arrangera</w:t>
      </w:r>
      <w:r>
        <w:t xml:space="preserve">, </w:t>
      </w:r>
      <w:r w:rsidR="005A3479">
        <w:t>chère Sue</w:t>
      </w:r>
      <w:r>
        <w:t xml:space="preserve">, </w:t>
      </w:r>
      <w:r w:rsidR="005A3479">
        <w:t>dit-il</w:t>
      </w:r>
      <w:r>
        <w:t xml:space="preserve">. </w:t>
      </w:r>
      <w:r w:rsidR="005A3479">
        <w:t>Les directeurs de l</w:t>
      </w:r>
      <w:r>
        <w:t>’</w:t>
      </w:r>
      <w:r w:rsidR="005A3479">
        <w:t>École normale ne sont pas le monde entier</w:t>
      </w:r>
      <w:r>
        <w:t xml:space="preserve">. </w:t>
      </w:r>
      <w:r w:rsidR="005A3479">
        <w:t>Vous entrerez dans quelque autre école</w:t>
      </w:r>
      <w:r>
        <w:t xml:space="preserve">, </w:t>
      </w:r>
      <w:r w:rsidR="005A3479">
        <w:t>sans doute</w:t>
      </w:r>
      <w:r>
        <w:t>.</w:t>
      </w:r>
    </w:p>
    <w:p w14:paraId="1F8D7D6B" w14:textId="48FFB0AA" w:rsidR="006F1ADB" w:rsidRDefault="006F1ADB" w:rsidP="005A3479">
      <w:r>
        <w:t>— </w:t>
      </w:r>
      <w:r w:rsidR="005A3479">
        <w:t xml:space="preserve">Je consulterai </w:t>
      </w:r>
      <w:r>
        <w:t>M. </w:t>
      </w:r>
      <w:proofErr w:type="spellStart"/>
      <w:r w:rsidR="005A3479">
        <w:t>Phillotson</w:t>
      </w:r>
      <w:proofErr w:type="spellEnd"/>
      <w:r>
        <w:t xml:space="preserve">, </w:t>
      </w:r>
      <w:r w:rsidR="005A3479">
        <w:t>fit-elle d</w:t>
      </w:r>
      <w:r>
        <w:t>’</w:t>
      </w:r>
      <w:r w:rsidR="005A3479">
        <w:t>un ton décidé</w:t>
      </w:r>
      <w:r>
        <w:t>.</w:t>
      </w:r>
    </w:p>
    <w:p w14:paraId="3867E6C5" w14:textId="77777777" w:rsidR="006F1ADB" w:rsidRDefault="005A3479" w:rsidP="005A3479">
      <w:r>
        <w:lastRenderedPageBreak/>
        <w:t>L</w:t>
      </w:r>
      <w:r w:rsidR="006F1ADB">
        <w:t>’</w:t>
      </w:r>
      <w:r>
        <w:t>aimable hôtesse de Sue étant revenue de l</w:t>
      </w:r>
      <w:r w:rsidR="006F1ADB">
        <w:t>’</w:t>
      </w:r>
      <w:r>
        <w:t>église</w:t>
      </w:r>
      <w:r w:rsidR="006F1ADB">
        <w:t xml:space="preserve">, </w:t>
      </w:r>
      <w:r>
        <w:t>la co</w:t>
      </w:r>
      <w:r>
        <w:t>n</w:t>
      </w:r>
      <w:r>
        <w:t>versation perdit toute intimité</w:t>
      </w:r>
      <w:r w:rsidR="006F1ADB">
        <w:t xml:space="preserve">. </w:t>
      </w:r>
      <w:r>
        <w:t>Jude partit dans l</w:t>
      </w:r>
      <w:r w:rsidR="006F1ADB">
        <w:t>’</w:t>
      </w:r>
      <w:r>
        <w:t>après-midi</w:t>
      </w:r>
      <w:r w:rsidR="006F1ADB">
        <w:t xml:space="preserve">, </w:t>
      </w:r>
      <w:r>
        <w:t>malheureux à désespérer</w:t>
      </w:r>
      <w:r w:rsidR="006F1ADB">
        <w:t xml:space="preserve">. </w:t>
      </w:r>
      <w:r>
        <w:t>Mais il avait vu Sue</w:t>
      </w:r>
      <w:r w:rsidR="006F1ADB">
        <w:t xml:space="preserve"> ; </w:t>
      </w:r>
      <w:r>
        <w:t>il s</w:t>
      </w:r>
      <w:r w:rsidR="006F1ADB">
        <w:t>’</w:t>
      </w:r>
      <w:r>
        <w:t>était assis près d</w:t>
      </w:r>
      <w:r w:rsidR="006F1ADB">
        <w:t>’</w:t>
      </w:r>
      <w:r>
        <w:t>elle</w:t>
      </w:r>
      <w:r w:rsidR="006F1ADB">
        <w:t xml:space="preserve">. </w:t>
      </w:r>
      <w:r>
        <w:t>Il devait se contenter de ces relations amicales</w:t>
      </w:r>
      <w:r w:rsidR="006F1ADB">
        <w:t xml:space="preserve">, </w:t>
      </w:r>
      <w:r>
        <w:t>pour tout le reste de sa vie</w:t>
      </w:r>
      <w:r w:rsidR="006F1ADB">
        <w:t xml:space="preserve">. </w:t>
      </w:r>
      <w:r>
        <w:t>Cette leçon de renoncement était la plus utile qu</w:t>
      </w:r>
      <w:r w:rsidR="006F1ADB">
        <w:t>’</w:t>
      </w:r>
      <w:r>
        <w:t>il pût recevoir</w:t>
      </w:r>
      <w:r w:rsidR="006F1ADB">
        <w:t xml:space="preserve">, </w:t>
      </w:r>
      <w:r>
        <w:t>et celle qui convenait le mieux à un futur prêtre</w:t>
      </w:r>
      <w:r w:rsidR="006F1ADB">
        <w:t>.</w:t>
      </w:r>
    </w:p>
    <w:p w14:paraId="5B13AAED" w14:textId="77777777" w:rsidR="006F1ADB" w:rsidRDefault="005A3479" w:rsidP="005A3479">
      <w:r>
        <w:t>Le lendemain</w:t>
      </w:r>
      <w:r w:rsidR="006F1ADB">
        <w:t xml:space="preserve">, </w:t>
      </w:r>
      <w:r>
        <w:t>quand il se réveilla</w:t>
      </w:r>
      <w:r w:rsidR="006F1ADB">
        <w:t xml:space="preserve">, </w:t>
      </w:r>
      <w:r>
        <w:t>il se sentit irrité contre Sue</w:t>
      </w:r>
      <w:r w:rsidR="006F1ADB">
        <w:t xml:space="preserve">, </w:t>
      </w:r>
      <w:r>
        <w:t>et il conclut qu</w:t>
      </w:r>
      <w:r w:rsidR="006F1ADB">
        <w:t>’</w:t>
      </w:r>
      <w:r>
        <w:t>elle était déraisonnable</w:t>
      </w:r>
      <w:r w:rsidR="006F1ADB">
        <w:t xml:space="preserve">, </w:t>
      </w:r>
      <w:r>
        <w:t>pour ne pas dire capricieuse</w:t>
      </w:r>
      <w:r w:rsidR="006F1ADB">
        <w:t xml:space="preserve">. </w:t>
      </w:r>
      <w:r>
        <w:t>Or</w:t>
      </w:r>
      <w:r w:rsidR="006F1ADB">
        <w:t xml:space="preserve">, </w:t>
      </w:r>
      <w:r>
        <w:t>un billet arriva</w:t>
      </w:r>
      <w:r w:rsidR="006F1ADB">
        <w:t xml:space="preserve">, </w:t>
      </w:r>
      <w:r>
        <w:t>qu</w:t>
      </w:r>
      <w:r w:rsidR="006F1ADB">
        <w:t>’</w:t>
      </w:r>
      <w:r>
        <w:t>elle avait dû écrire immédi</w:t>
      </w:r>
      <w:r>
        <w:t>a</w:t>
      </w:r>
      <w:r>
        <w:t>tement après leur séparation</w:t>
      </w:r>
      <w:r w:rsidR="006F1ADB">
        <w:t xml:space="preserve">, </w:t>
      </w:r>
      <w:r>
        <w:t>et qui achevait d</w:t>
      </w:r>
      <w:r w:rsidR="006F1ADB">
        <w:t>’</w:t>
      </w:r>
      <w:r>
        <w:t>éclairer Jude sur ce caractéristique besoin de compensation</w:t>
      </w:r>
      <w:r w:rsidR="006F1ADB">
        <w:t xml:space="preserve">, </w:t>
      </w:r>
      <w:r>
        <w:t>particulier à Sue</w:t>
      </w:r>
      <w:r w:rsidR="006F1ADB">
        <w:t xml:space="preserve">, </w:t>
      </w:r>
      <w:r>
        <w:t>et qu</w:t>
      </w:r>
      <w:r w:rsidR="006F1ADB">
        <w:t>’</w:t>
      </w:r>
      <w:r>
        <w:t>il commençait à discerner</w:t>
      </w:r>
      <w:r w:rsidR="006F1ADB">
        <w:t>.</w:t>
      </w:r>
    </w:p>
    <w:p w14:paraId="0A79BE36" w14:textId="77777777" w:rsidR="006F1ADB" w:rsidRDefault="006F1ADB" w:rsidP="005A3479">
      <w:r>
        <w:t>« </w:t>
      </w:r>
      <w:r w:rsidR="005A3479">
        <w:t>Pardonnez ma vivacité d</w:t>
      </w:r>
      <w:r>
        <w:t>’</w:t>
      </w:r>
      <w:r w:rsidR="005A3479">
        <w:t>hier</w:t>
      </w:r>
      <w:r>
        <w:t xml:space="preserve">. </w:t>
      </w:r>
      <w:r w:rsidR="005A3479">
        <w:t>J</w:t>
      </w:r>
      <w:r>
        <w:t>’</w:t>
      </w:r>
      <w:r w:rsidR="005A3479">
        <w:t>étais cruelle pour vous</w:t>
      </w:r>
      <w:r>
        <w:t xml:space="preserve">. </w:t>
      </w:r>
      <w:r w:rsidR="005A3479">
        <w:t>Je le sais et je me sens parfaitement malheureuse de ma crua</w:t>
      </w:r>
      <w:r w:rsidR="005A3479">
        <w:t>u</w:t>
      </w:r>
      <w:r w:rsidR="005A3479">
        <w:t>té</w:t>
      </w:r>
      <w:r>
        <w:t xml:space="preserve">… </w:t>
      </w:r>
      <w:r w:rsidR="005A3479">
        <w:t>Que vous étiez bon de ne pas vous fâcher</w:t>
      </w:r>
      <w:r>
        <w:t xml:space="preserve"> ! </w:t>
      </w:r>
      <w:r w:rsidR="005A3479">
        <w:t>Jude</w:t>
      </w:r>
      <w:r>
        <w:t xml:space="preserve">, </w:t>
      </w:r>
      <w:r w:rsidR="005A3479">
        <w:t>acceptez-moi encore comme amie</w:t>
      </w:r>
      <w:r>
        <w:t xml:space="preserve">, </w:t>
      </w:r>
      <w:r w:rsidR="005A3479">
        <w:t>comme compagne</w:t>
      </w:r>
      <w:r>
        <w:t xml:space="preserve">, </w:t>
      </w:r>
      <w:r w:rsidR="005A3479">
        <w:t>malgré mes d</w:t>
      </w:r>
      <w:r w:rsidR="005A3479">
        <w:t>é</w:t>
      </w:r>
      <w:r w:rsidR="005A3479">
        <w:t>fauts</w:t>
      </w:r>
      <w:r>
        <w:t xml:space="preserve">. </w:t>
      </w:r>
      <w:r w:rsidR="005A3479">
        <w:t>J</w:t>
      </w:r>
      <w:r>
        <w:t>’</w:t>
      </w:r>
      <w:r w:rsidR="005A3479">
        <w:t>essaierai de ne plus être méchante</w:t>
      </w:r>
      <w:r>
        <w:t>.</w:t>
      </w:r>
    </w:p>
    <w:p w14:paraId="6500F2DD" w14:textId="00667391" w:rsidR="006F1ADB" w:rsidRDefault="006F1ADB" w:rsidP="005A3479">
      <w:r>
        <w:t>« </w:t>
      </w:r>
      <w:r w:rsidR="005A3479">
        <w:t xml:space="preserve">Je viens à </w:t>
      </w:r>
      <w:proofErr w:type="spellStart"/>
      <w:r w:rsidR="005A3479">
        <w:t>Melchester</w:t>
      </w:r>
      <w:proofErr w:type="spellEnd"/>
      <w:r>
        <w:t xml:space="preserve">, </w:t>
      </w:r>
      <w:r w:rsidR="005A3479">
        <w:t>samedi</w:t>
      </w:r>
      <w:r>
        <w:t xml:space="preserve">, </w:t>
      </w:r>
      <w:r w:rsidR="005A3479">
        <w:t>pour reprendre mes effets à l</w:t>
      </w:r>
      <w:r>
        <w:t>’</w:t>
      </w:r>
      <w:proofErr w:type="spellStart"/>
      <w:r>
        <w:t>E.N</w:t>
      </w:r>
      <w:proofErr w:type="spellEnd"/>
      <w:r>
        <w:t xml:space="preserve">. </w:t>
      </w:r>
      <w:r w:rsidR="005A3479">
        <w:t>Pourrais-je me promener une demi-heure avec vous</w:t>
      </w:r>
      <w:r>
        <w:t xml:space="preserve">, </w:t>
      </w:r>
      <w:r w:rsidR="005A3479">
        <w:t>si vous y consentez</w:t>
      </w:r>
      <w:r>
        <w:t> ?</w:t>
      </w:r>
    </w:p>
    <w:p w14:paraId="5145D510" w14:textId="7B82D3B6" w:rsidR="005A3479" w:rsidRDefault="006F1ADB" w:rsidP="005A3479">
      <w:pPr>
        <w:jc w:val="right"/>
      </w:pPr>
      <w:r>
        <w:t>« </w:t>
      </w:r>
      <w:r w:rsidR="005A3479">
        <w:t>Votre repentante</w:t>
      </w:r>
    </w:p>
    <w:p w14:paraId="7F0B9748" w14:textId="179FB4A6" w:rsidR="005A3479" w:rsidRDefault="006F1ADB" w:rsidP="005A3479">
      <w:pPr>
        <w:jc w:val="right"/>
      </w:pPr>
      <w:r>
        <w:t>« </w:t>
      </w:r>
      <w:r w:rsidR="005A3479">
        <w:t>S</w:t>
      </w:r>
      <w:r w:rsidR="005A3479">
        <w:rPr>
          <w:szCs w:val="32"/>
        </w:rPr>
        <w:t>UE</w:t>
      </w:r>
      <w:r>
        <w:t>. »</w:t>
      </w:r>
    </w:p>
    <w:p w14:paraId="5D4FE809" w14:textId="77777777" w:rsidR="006F1ADB" w:rsidRDefault="005A3479" w:rsidP="005A3479">
      <w:r>
        <w:t>Jude pardonna sur-le-champ</w:t>
      </w:r>
      <w:r w:rsidR="006F1ADB">
        <w:t xml:space="preserve">, </w:t>
      </w:r>
      <w:r>
        <w:t>et pria Sue de l</w:t>
      </w:r>
      <w:r w:rsidR="006F1ADB">
        <w:t>’</w:t>
      </w:r>
      <w:r>
        <w:t>attendre quand elle viendrait</w:t>
      </w:r>
      <w:r w:rsidR="006F1ADB">
        <w:t xml:space="preserve">, </w:t>
      </w:r>
      <w:r>
        <w:t>à l</w:t>
      </w:r>
      <w:r w:rsidR="006F1ADB">
        <w:t>’</w:t>
      </w:r>
      <w:r>
        <w:t>endroit où se faisaient les travaux de la cathédrale</w:t>
      </w:r>
      <w:r w:rsidR="006F1ADB">
        <w:t>.</w:t>
      </w:r>
    </w:p>
    <w:p w14:paraId="72C846BC" w14:textId="7071EAF7" w:rsidR="005A3479" w:rsidRDefault="005A3479" w:rsidP="006F1ADB">
      <w:pPr>
        <w:pStyle w:val="Titre2"/>
      </w:pPr>
      <w:bookmarkStart w:id="49" w:name="__RefHeading__51_1957917597"/>
      <w:bookmarkStart w:id="50" w:name="_Toc202369640"/>
      <w:bookmarkEnd w:id="49"/>
      <w:r>
        <w:lastRenderedPageBreak/>
        <w:t>VI</w:t>
      </w:r>
      <w:bookmarkEnd w:id="50"/>
    </w:p>
    <w:p w14:paraId="669C9E26" w14:textId="77777777" w:rsidR="006F1ADB" w:rsidRDefault="005A3479" w:rsidP="005A3479">
      <w:r>
        <w:t>Pendant ce temps</w:t>
      </w:r>
      <w:r w:rsidR="006F1ADB">
        <w:t xml:space="preserve">, </w:t>
      </w:r>
      <w:r>
        <w:t>un homme d</w:t>
      </w:r>
      <w:r w:rsidR="006F1ADB">
        <w:t>’</w:t>
      </w:r>
      <w:r>
        <w:t>âge mûr faisait un beau rêve</w:t>
      </w:r>
      <w:r w:rsidR="006F1ADB">
        <w:t xml:space="preserve"> ; </w:t>
      </w:r>
      <w:r>
        <w:t>et l</w:t>
      </w:r>
      <w:r w:rsidR="006F1ADB">
        <w:t>’</w:t>
      </w:r>
      <w:r>
        <w:t>héroïne de ce rêve était précisément celle qui avait écrit la lettre qu</w:t>
      </w:r>
      <w:r w:rsidR="006F1ADB">
        <w:t>’</w:t>
      </w:r>
      <w:r>
        <w:t>on vient de lire</w:t>
      </w:r>
      <w:r w:rsidR="006F1ADB">
        <w:t>.</w:t>
      </w:r>
    </w:p>
    <w:p w14:paraId="49BCA397" w14:textId="77777777" w:rsidR="006F1ADB" w:rsidRDefault="005A3479" w:rsidP="005A3479">
      <w:r>
        <w:t xml:space="preserve">Le rêveur était Richard </w:t>
      </w:r>
      <w:proofErr w:type="spellStart"/>
      <w:r>
        <w:t>Phillotson</w:t>
      </w:r>
      <w:proofErr w:type="spellEnd"/>
      <w:r w:rsidR="006F1ADB">
        <w:t xml:space="preserve"> ; </w:t>
      </w:r>
      <w:r>
        <w:t>il avait récemment quitté l</w:t>
      </w:r>
      <w:r w:rsidR="006F1ADB">
        <w:t>’</w:t>
      </w:r>
      <w:r>
        <w:t xml:space="preserve">école mixte de </w:t>
      </w:r>
      <w:proofErr w:type="spellStart"/>
      <w:r>
        <w:t>Lumsdon</w:t>
      </w:r>
      <w:proofErr w:type="spellEnd"/>
      <w:r w:rsidR="006F1ADB">
        <w:t xml:space="preserve">, </w:t>
      </w:r>
      <w:r>
        <w:t xml:space="preserve">près </w:t>
      </w:r>
      <w:proofErr w:type="spellStart"/>
      <w:r>
        <w:t>Christminster</w:t>
      </w:r>
      <w:proofErr w:type="spellEnd"/>
      <w:r w:rsidR="006F1ADB">
        <w:t xml:space="preserve">, </w:t>
      </w:r>
      <w:r>
        <w:t>pour dir</w:t>
      </w:r>
      <w:r>
        <w:t>i</w:t>
      </w:r>
      <w:r>
        <w:t xml:space="preserve">ger une grande école de garçons dans sa ville natale de </w:t>
      </w:r>
      <w:proofErr w:type="spellStart"/>
      <w:r>
        <w:t>Shaston</w:t>
      </w:r>
      <w:proofErr w:type="spellEnd"/>
      <w:r w:rsidR="006F1ADB">
        <w:t xml:space="preserve">, </w:t>
      </w:r>
      <w:r>
        <w:t>située sur une hauteur</w:t>
      </w:r>
      <w:r w:rsidR="006F1ADB">
        <w:t xml:space="preserve">, </w:t>
      </w:r>
      <w:r>
        <w:t>à soixante milles à vol d</w:t>
      </w:r>
      <w:r w:rsidR="006F1ADB">
        <w:t>’</w:t>
      </w:r>
      <w:r>
        <w:t>oiseau</w:t>
      </w:r>
      <w:r w:rsidR="006F1ADB">
        <w:t xml:space="preserve">, </w:t>
      </w:r>
      <w:r>
        <w:t>dans la direction du sud-ouest</w:t>
      </w:r>
      <w:r w:rsidR="006F1ADB">
        <w:t>.</w:t>
      </w:r>
    </w:p>
    <w:p w14:paraId="01494EF6" w14:textId="77777777" w:rsidR="006F1ADB" w:rsidRDefault="005A3479" w:rsidP="005A3479">
      <w:r>
        <w:t>Le maître d</w:t>
      </w:r>
      <w:r w:rsidR="006F1ADB">
        <w:t>’</w:t>
      </w:r>
      <w:r>
        <w:t>école paraissait d</w:t>
      </w:r>
      <w:r w:rsidR="006F1ADB">
        <w:t>’</w:t>
      </w:r>
      <w:r>
        <w:t>une santé délicate</w:t>
      </w:r>
      <w:r w:rsidR="006F1ADB">
        <w:t xml:space="preserve"> ; </w:t>
      </w:r>
      <w:r>
        <w:t>ses traits rappelaient les types du temps passé et la netteté d</w:t>
      </w:r>
      <w:r w:rsidR="006F1ADB">
        <w:t>’</w:t>
      </w:r>
      <w:r>
        <w:t>un menton rasé accentuait ce caractère suranné de son visage</w:t>
      </w:r>
      <w:r w:rsidR="006F1ADB">
        <w:t xml:space="preserve">. </w:t>
      </w:r>
      <w:r>
        <w:t>Une certaine distinction lui avait été départie par la nature</w:t>
      </w:r>
      <w:r w:rsidR="006F1ADB">
        <w:t xml:space="preserve">, </w:t>
      </w:r>
      <w:r>
        <w:t>et on devinait en lui un homme de devoir</w:t>
      </w:r>
      <w:r w:rsidR="006F1ADB">
        <w:t xml:space="preserve">. </w:t>
      </w:r>
      <w:r>
        <w:t>Sa parole était assez pénible</w:t>
      </w:r>
      <w:r w:rsidR="006F1ADB">
        <w:t xml:space="preserve">, </w:t>
      </w:r>
      <w:r>
        <w:t>mais d</w:t>
      </w:r>
      <w:r w:rsidR="006F1ADB">
        <w:t>’</w:t>
      </w:r>
      <w:r>
        <w:t>un accent si sincère</w:t>
      </w:r>
      <w:r w:rsidR="006F1ADB">
        <w:t xml:space="preserve">, </w:t>
      </w:r>
      <w:r>
        <w:t>que l</w:t>
      </w:r>
      <w:r w:rsidR="006F1ADB">
        <w:t>’</w:t>
      </w:r>
      <w:r>
        <w:t>hésitation ne semblait pas un défaut</w:t>
      </w:r>
      <w:r w:rsidR="006F1ADB">
        <w:t xml:space="preserve">. </w:t>
      </w:r>
      <w:r>
        <w:t>Il portait ses cheveux gris bouclés</w:t>
      </w:r>
      <w:r w:rsidR="006F1ADB">
        <w:t xml:space="preserve">, </w:t>
      </w:r>
      <w:r>
        <w:t>en forme de couronne rayo</w:t>
      </w:r>
      <w:r>
        <w:t>n</w:t>
      </w:r>
      <w:r>
        <w:t>nante autour du crâne</w:t>
      </w:r>
      <w:r w:rsidR="006F1ADB">
        <w:t xml:space="preserve">. </w:t>
      </w:r>
      <w:r>
        <w:t>Quatre rides se creusaient sur son front</w:t>
      </w:r>
      <w:r w:rsidR="006F1ADB">
        <w:t xml:space="preserve">, </w:t>
      </w:r>
      <w:r>
        <w:t>et il mettait des lunettes quand il lisait la nuit</w:t>
      </w:r>
      <w:r w:rsidR="006F1ADB">
        <w:t xml:space="preserve">. </w:t>
      </w:r>
      <w:r>
        <w:t>C</w:t>
      </w:r>
      <w:r w:rsidR="006F1ADB">
        <w:t>’</w:t>
      </w:r>
      <w:r>
        <w:t>était par un s</w:t>
      </w:r>
      <w:r>
        <w:t>a</w:t>
      </w:r>
      <w:r>
        <w:t>crifice à ses espoirs universitaires</w:t>
      </w:r>
      <w:r w:rsidR="006F1ADB">
        <w:t xml:space="preserve">, </w:t>
      </w:r>
      <w:r>
        <w:t>plutôt que par un réel élo</w:t>
      </w:r>
      <w:r>
        <w:t>i</w:t>
      </w:r>
      <w:r>
        <w:t>gnement des femmes</w:t>
      </w:r>
      <w:r w:rsidR="006F1ADB">
        <w:t xml:space="preserve">, </w:t>
      </w:r>
      <w:r>
        <w:t>qu</w:t>
      </w:r>
      <w:r w:rsidR="006F1ADB">
        <w:t>’</w:t>
      </w:r>
      <w:r>
        <w:t>il avait vécu jusqu</w:t>
      </w:r>
      <w:r w:rsidR="006F1ADB">
        <w:t>’</w:t>
      </w:r>
      <w:r>
        <w:t>ici tout à fait seul</w:t>
      </w:r>
      <w:r w:rsidR="006F1ADB">
        <w:t xml:space="preserve">, </w:t>
      </w:r>
      <w:r>
        <w:t>sans chercher une compagne dans le mariage</w:t>
      </w:r>
      <w:r w:rsidR="006F1ADB">
        <w:t>.</w:t>
      </w:r>
    </w:p>
    <w:p w14:paraId="2AACFE67" w14:textId="77777777" w:rsidR="006F1ADB" w:rsidRDefault="005A3479" w:rsidP="005A3479">
      <w:r>
        <w:t>Il avait loyalement acquiescé au désir exprimé par Sue qui le priait de ne pas multiplier ses visites à l</w:t>
      </w:r>
      <w:r w:rsidR="006F1ADB">
        <w:t>’</w:t>
      </w:r>
      <w:r>
        <w:t>École normale</w:t>
      </w:r>
      <w:r w:rsidR="006F1ADB">
        <w:t xml:space="preserve">. </w:t>
      </w:r>
      <w:r>
        <w:t>Mais</w:t>
      </w:r>
      <w:r w:rsidR="006F1ADB">
        <w:t xml:space="preserve">, </w:t>
      </w:r>
      <w:r>
        <w:t>à la fin</w:t>
      </w:r>
      <w:r w:rsidR="006F1ADB">
        <w:t xml:space="preserve">, </w:t>
      </w:r>
      <w:r>
        <w:t>sa patience s</w:t>
      </w:r>
      <w:r w:rsidR="006F1ADB">
        <w:t>’</w:t>
      </w:r>
      <w:r>
        <w:t>étant douloureusement exercée</w:t>
      </w:r>
      <w:r w:rsidR="006F1ADB">
        <w:t xml:space="preserve">, </w:t>
      </w:r>
      <w:r>
        <w:t>il résolut de lui faire une visite imprévue</w:t>
      </w:r>
      <w:r w:rsidR="006F1ADB">
        <w:t xml:space="preserve">, </w:t>
      </w:r>
      <w:r>
        <w:t>un après-midi de samedi</w:t>
      </w:r>
      <w:r w:rsidR="006F1ADB">
        <w:t xml:space="preserve">. </w:t>
      </w:r>
      <w:r>
        <w:t>Là</w:t>
      </w:r>
      <w:r w:rsidR="006F1ADB">
        <w:t xml:space="preserve">, </w:t>
      </w:r>
      <w:r>
        <w:t>la nouvelle du départ de Sue</w:t>
      </w:r>
      <w:r w:rsidR="006F1ADB">
        <w:t xml:space="preserve">, – </w:t>
      </w:r>
      <w:r>
        <w:t>on pourrait dire plutôt de son e</w:t>
      </w:r>
      <w:r>
        <w:t>x</w:t>
      </w:r>
      <w:r>
        <w:t>pulsion</w:t>
      </w:r>
      <w:r w:rsidR="006F1ADB">
        <w:t xml:space="preserve">, – </w:t>
      </w:r>
      <w:r>
        <w:t>l</w:t>
      </w:r>
      <w:r w:rsidR="006F1ADB">
        <w:t>’</w:t>
      </w:r>
      <w:r>
        <w:t>avait frappé comme un éclair</w:t>
      </w:r>
      <w:r w:rsidR="006F1ADB">
        <w:t xml:space="preserve">, </w:t>
      </w:r>
      <w:r>
        <w:t>sans préparation</w:t>
      </w:r>
      <w:r w:rsidR="006F1ADB">
        <w:t xml:space="preserve">, </w:t>
      </w:r>
      <w:r>
        <w:t>sans adoucissement</w:t>
      </w:r>
      <w:r w:rsidR="006F1ADB">
        <w:t xml:space="preserve">, </w:t>
      </w:r>
      <w:r>
        <w:t>à la minute même où</w:t>
      </w:r>
      <w:r w:rsidR="006F1ADB">
        <w:t xml:space="preserve">, </w:t>
      </w:r>
      <w:r>
        <w:t>debout près de la porte</w:t>
      </w:r>
      <w:r w:rsidR="006F1ADB">
        <w:t xml:space="preserve">, </w:t>
      </w:r>
      <w:r>
        <w:t xml:space="preserve">il espérait voir bientôt le visage de la </w:t>
      </w:r>
      <w:r>
        <w:lastRenderedPageBreak/>
        <w:t>jeune fille</w:t>
      </w:r>
      <w:r w:rsidR="006F1ADB">
        <w:t xml:space="preserve">. </w:t>
      </w:r>
      <w:r>
        <w:t>En r</w:t>
      </w:r>
      <w:r>
        <w:t>e</w:t>
      </w:r>
      <w:r>
        <w:t>prenant sa route</w:t>
      </w:r>
      <w:r w:rsidR="006F1ADB">
        <w:t xml:space="preserve">, </w:t>
      </w:r>
      <w:r>
        <w:t>il pouvait à peine reconnaître le chemin qu</w:t>
      </w:r>
      <w:r w:rsidR="006F1ADB">
        <w:t>’</w:t>
      </w:r>
      <w:r>
        <w:t>il suivait</w:t>
      </w:r>
      <w:r w:rsidR="006F1ADB">
        <w:t>.</w:t>
      </w:r>
    </w:p>
    <w:p w14:paraId="5FB2897F" w14:textId="77777777" w:rsidR="006F1ADB" w:rsidRDefault="005A3479" w:rsidP="005A3479">
      <w:r>
        <w:t>Sue</w:t>
      </w:r>
      <w:r w:rsidR="006F1ADB">
        <w:t xml:space="preserve">, </w:t>
      </w:r>
      <w:r>
        <w:t>en effet</w:t>
      </w:r>
      <w:r w:rsidR="006F1ADB">
        <w:t xml:space="preserve">, </w:t>
      </w:r>
      <w:r>
        <w:t>n</w:t>
      </w:r>
      <w:r w:rsidR="006F1ADB">
        <w:t>’</w:t>
      </w:r>
      <w:r>
        <w:t>avait pas écrit à son prétendant une seule ligne sur un événement qui datait déjà de quatorze jours</w:t>
      </w:r>
      <w:r w:rsidR="006F1ADB">
        <w:t xml:space="preserve">. </w:t>
      </w:r>
      <w:r>
        <w:t>En r</w:t>
      </w:r>
      <w:r>
        <w:t>é</w:t>
      </w:r>
      <w:r>
        <w:t>fléchissant un peu</w:t>
      </w:r>
      <w:r w:rsidR="006F1ADB">
        <w:t xml:space="preserve">, </w:t>
      </w:r>
      <w:r>
        <w:t>il trouva que ce silence ne prouvait rien</w:t>
      </w:r>
      <w:r w:rsidR="006F1ADB">
        <w:t xml:space="preserve">, </w:t>
      </w:r>
      <w:r>
        <w:t>et qu</w:t>
      </w:r>
      <w:r w:rsidR="006F1ADB">
        <w:t>’</w:t>
      </w:r>
      <w:r>
        <w:t>il pouvait être expliqué par un sentiment de délicatesse bien naturel et nullement blâmable</w:t>
      </w:r>
      <w:r w:rsidR="006F1ADB">
        <w:t>.</w:t>
      </w:r>
    </w:p>
    <w:p w14:paraId="5C120463" w14:textId="77777777" w:rsidR="006F1ADB" w:rsidRDefault="005A3479" w:rsidP="005A3479">
      <w:r>
        <w:t xml:space="preserve">On avait informé </w:t>
      </w:r>
      <w:proofErr w:type="spellStart"/>
      <w:r>
        <w:t>Phillotson</w:t>
      </w:r>
      <w:proofErr w:type="spellEnd"/>
      <w:r>
        <w:t xml:space="preserve"> de la résidence actuelle de Sue</w:t>
      </w:r>
      <w:r w:rsidR="006F1ADB">
        <w:t xml:space="preserve">, </w:t>
      </w:r>
      <w:r>
        <w:t>et n</w:t>
      </w:r>
      <w:r w:rsidR="006F1ADB">
        <w:t>’</w:t>
      </w:r>
      <w:r>
        <w:t>étant pas</w:t>
      </w:r>
      <w:r w:rsidR="006F1ADB">
        <w:t xml:space="preserve">, </w:t>
      </w:r>
      <w:r>
        <w:t>pour le moment</w:t>
      </w:r>
      <w:r w:rsidR="006F1ADB">
        <w:t xml:space="preserve">, </w:t>
      </w:r>
      <w:r>
        <w:t>trop inquiet à son sujet</w:t>
      </w:r>
      <w:r w:rsidR="006F1ADB">
        <w:t xml:space="preserve">, </w:t>
      </w:r>
      <w:r>
        <w:t>il fut pris d</w:t>
      </w:r>
      <w:r w:rsidR="006F1ADB">
        <w:t>’</w:t>
      </w:r>
      <w:r>
        <w:t>une brûlante indignation contre le comité de l</w:t>
      </w:r>
      <w:r w:rsidR="006F1ADB">
        <w:t>’</w:t>
      </w:r>
      <w:r>
        <w:t>École no</w:t>
      </w:r>
      <w:r>
        <w:t>r</w:t>
      </w:r>
      <w:r>
        <w:t>male</w:t>
      </w:r>
      <w:r w:rsidR="006F1ADB">
        <w:t xml:space="preserve">. </w:t>
      </w:r>
      <w:r>
        <w:t>Plein de son trouble</w:t>
      </w:r>
      <w:r w:rsidR="006F1ADB">
        <w:t xml:space="preserve">, </w:t>
      </w:r>
      <w:r>
        <w:t>il pénétra dans la cathédrale adj</w:t>
      </w:r>
      <w:r>
        <w:t>a</w:t>
      </w:r>
      <w:r>
        <w:t>cente</w:t>
      </w:r>
      <w:r w:rsidR="006F1ADB">
        <w:t xml:space="preserve">, </w:t>
      </w:r>
      <w:r>
        <w:t>toute démantelée par les restaurations</w:t>
      </w:r>
      <w:r w:rsidR="006F1ADB">
        <w:t xml:space="preserve">. </w:t>
      </w:r>
      <w:r>
        <w:t>Il s</w:t>
      </w:r>
      <w:r w:rsidR="006F1ADB">
        <w:t>’</w:t>
      </w:r>
      <w:r>
        <w:t>assit sur un bloc de pierre</w:t>
      </w:r>
      <w:r w:rsidR="006F1ADB">
        <w:t xml:space="preserve">, </w:t>
      </w:r>
      <w:r>
        <w:t>insoucieux de la poussière qui imprégnait son pantalon</w:t>
      </w:r>
      <w:r w:rsidR="006F1ADB">
        <w:t xml:space="preserve"> ; </w:t>
      </w:r>
      <w:r>
        <w:t>et</w:t>
      </w:r>
      <w:r w:rsidR="006F1ADB">
        <w:t xml:space="preserve">, </w:t>
      </w:r>
      <w:r>
        <w:t>ses yeux distraits suivant les mouvements des o</w:t>
      </w:r>
      <w:r>
        <w:t>u</w:t>
      </w:r>
      <w:r>
        <w:t>vriers</w:t>
      </w:r>
      <w:r w:rsidR="006F1ADB">
        <w:t xml:space="preserve">, </w:t>
      </w:r>
      <w:r>
        <w:t>il vint à penser que le coupable présumé</w:t>
      </w:r>
      <w:r w:rsidR="006F1ADB">
        <w:t xml:space="preserve">, </w:t>
      </w:r>
      <w:r>
        <w:t>l</w:t>
      </w:r>
      <w:r w:rsidR="006F1ADB">
        <w:t>’</w:t>
      </w:r>
      <w:r>
        <w:t>amant de Sue</w:t>
      </w:r>
      <w:r w:rsidR="006F1ADB">
        <w:t xml:space="preserve">, </w:t>
      </w:r>
      <w:r>
        <w:t>Jude</w:t>
      </w:r>
      <w:r w:rsidR="006F1ADB">
        <w:t xml:space="preserve">, </w:t>
      </w:r>
      <w:r>
        <w:t>devait être parmi eux</w:t>
      </w:r>
      <w:r w:rsidR="006F1ADB">
        <w:t>.</w:t>
      </w:r>
    </w:p>
    <w:p w14:paraId="2302AADF" w14:textId="77777777" w:rsidR="006F1ADB" w:rsidRDefault="005A3479" w:rsidP="005A3479">
      <w:r>
        <w:t>C</w:t>
      </w:r>
      <w:r w:rsidR="006F1ADB">
        <w:t>’</w:t>
      </w:r>
      <w:r>
        <w:t>était précisément le jour où Jude attendait Suzanne</w:t>
      </w:r>
      <w:r w:rsidR="006F1ADB">
        <w:t xml:space="preserve">, </w:t>
      </w:r>
      <w:r>
        <w:t>d</w:t>
      </w:r>
      <w:r w:rsidR="006F1ADB">
        <w:t>’</w:t>
      </w:r>
      <w:r>
        <w:t>après la promesse qu</w:t>
      </w:r>
      <w:r w:rsidR="006F1ADB">
        <w:t>’</w:t>
      </w:r>
      <w:r>
        <w:t>elle lui avait faite</w:t>
      </w:r>
      <w:r w:rsidR="006F1ADB">
        <w:t xml:space="preserve">, </w:t>
      </w:r>
      <w:r>
        <w:t>et il avait déjà aperçu le maître d</w:t>
      </w:r>
      <w:r w:rsidR="006F1ADB">
        <w:t>’</w:t>
      </w:r>
      <w:r>
        <w:t>école dans la nef du bâtiment</w:t>
      </w:r>
      <w:r w:rsidR="006F1ADB">
        <w:t xml:space="preserve"> ; </w:t>
      </w:r>
      <w:r>
        <w:t>quand il le vit venir à lui pour lui parler</w:t>
      </w:r>
      <w:r w:rsidR="006F1ADB">
        <w:t xml:space="preserve">, </w:t>
      </w:r>
      <w:r>
        <w:t>Jude n</w:t>
      </w:r>
      <w:r w:rsidR="006F1ADB">
        <w:t>’</w:t>
      </w:r>
      <w:r>
        <w:t>éprouva pas le moindre embarras</w:t>
      </w:r>
      <w:r w:rsidR="006F1ADB">
        <w:t xml:space="preserve">, </w:t>
      </w:r>
      <w:r>
        <w:t>l</w:t>
      </w:r>
      <w:r w:rsidR="006F1ADB">
        <w:t>’</w:t>
      </w:r>
      <w:r>
        <w:t xml:space="preserve">embarras visible de </w:t>
      </w:r>
      <w:proofErr w:type="spellStart"/>
      <w:r>
        <w:t>Phillotson</w:t>
      </w:r>
      <w:proofErr w:type="spellEnd"/>
      <w:r>
        <w:t xml:space="preserve"> le mettant à l</w:t>
      </w:r>
      <w:r w:rsidR="006F1ADB">
        <w:t>’</w:t>
      </w:r>
      <w:r>
        <w:t>aise</w:t>
      </w:r>
      <w:r w:rsidR="006F1ADB">
        <w:t>.</w:t>
      </w:r>
    </w:p>
    <w:p w14:paraId="226BB95B" w14:textId="77777777" w:rsidR="006F1ADB" w:rsidRDefault="005A3479" w:rsidP="005A3479">
      <w:r>
        <w:t>Jude le rejoignit</w:t>
      </w:r>
      <w:r w:rsidR="006F1ADB">
        <w:t xml:space="preserve">, </w:t>
      </w:r>
      <w:r>
        <w:t>et tous deux s</w:t>
      </w:r>
      <w:r w:rsidR="006F1ADB">
        <w:t>’</w:t>
      </w:r>
      <w:r>
        <w:t>éloignèrent du groupe des ouvriers</w:t>
      </w:r>
      <w:r w:rsidR="006F1ADB">
        <w:t xml:space="preserve">, </w:t>
      </w:r>
      <w:r>
        <w:t>se dirigeant vers l</w:t>
      </w:r>
      <w:r w:rsidR="006F1ADB">
        <w:t>’</w:t>
      </w:r>
      <w:r>
        <w:t xml:space="preserve">endroit même où </w:t>
      </w:r>
      <w:proofErr w:type="spellStart"/>
      <w:r>
        <w:t>Phillotson</w:t>
      </w:r>
      <w:proofErr w:type="spellEnd"/>
      <w:r>
        <w:t xml:space="preserve"> s</w:t>
      </w:r>
      <w:r w:rsidR="006F1ADB">
        <w:t>’</w:t>
      </w:r>
      <w:r>
        <w:t>était reposé</w:t>
      </w:r>
      <w:r w:rsidR="006F1ADB">
        <w:t xml:space="preserve">. </w:t>
      </w:r>
      <w:r>
        <w:t>Jude couvrit le bloc d</w:t>
      </w:r>
      <w:r w:rsidR="006F1ADB">
        <w:t>’</w:t>
      </w:r>
      <w:r>
        <w:t>une toile à sac</w:t>
      </w:r>
      <w:r w:rsidR="006F1ADB">
        <w:t xml:space="preserve">, </w:t>
      </w:r>
      <w:r>
        <w:t xml:space="preserve">et dit à </w:t>
      </w:r>
      <w:proofErr w:type="spellStart"/>
      <w:r>
        <w:t>Phillotson</w:t>
      </w:r>
      <w:proofErr w:type="spellEnd"/>
      <w:r>
        <w:t xml:space="preserve"> qu</w:t>
      </w:r>
      <w:r w:rsidR="006F1ADB">
        <w:t>’</w:t>
      </w:r>
      <w:r>
        <w:t>il était dangereux de s</w:t>
      </w:r>
      <w:r w:rsidR="006F1ADB">
        <w:t>’</w:t>
      </w:r>
      <w:r>
        <w:t>asseoir sur la pierre nue</w:t>
      </w:r>
      <w:r w:rsidR="006F1ADB">
        <w:t>.</w:t>
      </w:r>
    </w:p>
    <w:p w14:paraId="71BC9725" w14:textId="77777777" w:rsidR="006F1ADB" w:rsidRDefault="006F1ADB" w:rsidP="005A3479">
      <w:r>
        <w:t>— </w:t>
      </w:r>
      <w:r w:rsidR="005A3479">
        <w:t>Oui</w:t>
      </w:r>
      <w:r>
        <w:t xml:space="preserve">, </w:t>
      </w:r>
      <w:r w:rsidR="005A3479">
        <w:t>oui</w:t>
      </w:r>
      <w:r>
        <w:t xml:space="preserve">, </w:t>
      </w:r>
      <w:r w:rsidR="005A3479">
        <w:t xml:space="preserve">dit </w:t>
      </w:r>
      <w:proofErr w:type="spellStart"/>
      <w:r w:rsidR="005A3479">
        <w:t>Phillotson</w:t>
      </w:r>
      <w:proofErr w:type="spellEnd"/>
      <w:r>
        <w:t xml:space="preserve">, </w:t>
      </w:r>
      <w:r w:rsidR="005A3479">
        <w:t>distraitement</w:t>
      </w:r>
      <w:r>
        <w:t xml:space="preserve">, </w:t>
      </w:r>
      <w:r w:rsidR="005A3479">
        <w:t>et il se rassit</w:t>
      </w:r>
      <w:r>
        <w:t xml:space="preserve">, </w:t>
      </w:r>
      <w:r w:rsidR="005A3479">
        <w:t>les yeux fixés à terre</w:t>
      </w:r>
      <w:r>
        <w:t xml:space="preserve">, </w:t>
      </w:r>
      <w:r w:rsidR="005A3479">
        <w:t>comme s</w:t>
      </w:r>
      <w:r>
        <w:t>’</w:t>
      </w:r>
      <w:r w:rsidR="005A3479">
        <w:t>il essayait de se rappeler où il était</w:t>
      </w:r>
      <w:r>
        <w:t xml:space="preserve"> ; </w:t>
      </w:r>
      <w:r w:rsidR="005A3479">
        <w:t>je ne vous retiendrai pas longtemps</w:t>
      </w:r>
      <w:r>
        <w:t xml:space="preserve">. </w:t>
      </w:r>
      <w:r w:rsidR="005A3479">
        <w:t>Je suis venu tout simpl</w:t>
      </w:r>
      <w:r w:rsidR="005A3479">
        <w:t>e</w:t>
      </w:r>
      <w:r w:rsidR="005A3479">
        <w:t>ment</w:t>
      </w:r>
      <w:r>
        <w:t xml:space="preserve">, </w:t>
      </w:r>
      <w:r w:rsidR="005A3479">
        <w:t>parce que j</w:t>
      </w:r>
      <w:r>
        <w:t>’</w:t>
      </w:r>
      <w:r w:rsidR="005A3479">
        <w:t xml:space="preserve">ai entendu dire que vous aviez vu ma </w:t>
      </w:r>
      <w:r w:rsidR="005A3479">
        <w:lastRenderedPageBreak/>
        <w:t>petite amie Sue</w:t>
      </w:r>
      <w:r>
        <w:t xml:space="preserve">, </w:t>
      </w:r>
      <w:r w:rsidR="005A3479">
        <w:t>ces jours-ci</w:t>
      </w:r>
      <w:r>
        <w:t xml:space="preserve">. </w:t>
      </w:r>
      <w:r w:rsidR="005A3479">
        <w:t>J</w:t>
      </w:r>
      <w:r>
        <w:t>’</w:t>
      </w:r>
      <w:r w:rsidR="005A3479">
        <w:t>ai pensé à vous parler sur ce sujet</w:t>
      </w:r>
      <w:r>
        <w:t xml:space="preserve">. </w:t>
      </w:r>
      <w:r w:rsidR="005A3479">
        <w:t>J</w:t>
      </w:r>
      <w:r>
        <w:t>’</w:t>
      </w:r>
      <w:r w:rsidR="005A3479">
        <w:t>ai besoin de savoir</w:t>
      </w:r>
      <w:r>
        <w:t>…</w:t>
      </w:r>
    </w:p>
    <w:p w14:paraId="62931F60" w14:textId="77777777" w:rsidR="006F1ADB" w:rsidRDefault="006F1ADB" w:rsidP="005A3479">
      <w:r>
        <w:t>— </w:t>
      </w:r>
      <w:r w:rsidR="005A3479">
        <w:t>Je sais</w:t>
      </w:r>
      <w:r>
        <w:t xml:space="preserve">… </w:t>
      </w:r>
      <w:r w:rsidR="005A3479">
        <w:t>répondit Jude brusquement</w:t>
      </w:r>
      <w:r>
        <w:t xml:space="preserve"> ; </w:t>
      </w:r>
      <w:r w:rsidR="005A3479">
        <w:t>vous voulez m</w:t>
      </w:r>
      <w:r>
        <w:t>’</w:t>
      </w:r>
      <w:r w:rsidR="005A3479">
        <w:t>interroger sur sa fuite de l</w:t>
      </w:r>
      <w:r>
        <w:t>’</w:t>
      </w:r>
      <w:r w:rsidR="005A3479">
        <w:t>École et son arrivée chez moi</w:t>
      </w:r>
      <w:r>
        <w:t> ?</w:t>
      </w:r>
    </w:p>
    <w:p w14:paraId="2885A5AA" w14:textId="77777777" w:rsidR="006F1ADB" w:rsidRDefault="006F1ADB" w:rsidP="005A3479">
      <w:r>
        <w:t>— </w:t>
      </w:r>
      <w:r w:rsidR="005A3479">
        <w:t>Oui</w:t>
      </w:r>
      <w:r>
        <w:t>.</w:t>
      </w:r>
    </w:p>
    <w:p w14:paraId="3CAECF73" w14:textId="77777777" w:rsidR="006F1ADB" w:rsidRDefault="006F1ADB" w:rsidP="005A3479">
      <w:r>
        <w:t>— </w:t>
      </w:r>
      <w:r w:rsidR="005A3479">
        <w:t>Bien</w:t>
      </w:r>
      <w:r>
        <w:t>.</w:t>
      </w:r>
    </w:p>
    <w:p w14:paraId="0DD9CE64" w14:textId="77777777" w:rsidR="006F1ADB" w:rsidRDefault="005A3479" w:rsidP="005A3479">
      <w:r>
        <w:t>Un instant</w:t>
      </w:r>
      <w:r w:rsidR="006F1ADB">
        <w:t xml:space="preserve">, </w:t>
      </w:r>
      <w:r>
        <w:t>Jude sentit un pervers et démoniaque désir d</w:t>
      </w:r>
      <w:r w:rsidR="006F1ADB">
        <w:t>’</w:t>
      </w:r>
      <w:r>
        <w:t>écraser son rival complètement</w:t>
      </w:r>
      <w:r w:rsidR="006F1ADB">
        <w:t xml:space="preserve">. </w:t>
      </w:r>
      <w:r>
        <w:t>En commettant cette lâcheté</w:t>
      </w:r>
      <w:r w:rsidR="006F1ADB">
        <w:t xml:space="preserve">, </w:t>
      </w:r>
      <w:r>
        <w:t>dont l</w:t>
      </w:r>
      <w:r w:rsidR="006F1ADB">
        <w:t>’</w:t>
      </w:r>
      <w:r>
        <w:t>amour pour une même femme rend capables les hommes les plus honnêtes dans tous les autres actes de leur vie</w:t>
      </w:r>
      <w:r w:rsidR="006F1ADB">
        <w:t xml:space="preserve">, </w:t>
      </w:r>
      <w:r>
        <w:t xml:space="preserve">Jude pouvait jeter </w:t>
      </w:r>
      <w:proofErr w:type="spellStart"/>
      <w:r>
        <w:t>Phillotson</w:t>
      </w:r>
      <w:proofErr w:type="spellEnd"/>
      <w:r>
        <w:t xml:space="preserve"> dans l</w:t>
      </w:r>
      <w:r w:rsidR="006F1ADB">
        <w:t>’</w:t>
      </w:r>
      <w:r>
        <w:t>agonie de la défaite</w:t>
      </w:r>
      <w:r w:rsidR="006F1ADB">
        <w:t xml:space="preserve"> ; </w:t>
      </w:r>
      <w:r>
        <w:t>il n</w:t>
      </w:r>
      <w:r w:rsidR="006F1ADB">
        <w:t>’</w:t>
      </w:r>
      <w:r>
        <w:t>avait qu</w:t>
      </w:r>
      <w:r w:rsidR="006F1ADB">
        <w:t>’</w:t>
      </w:r>
      <w:r>
        <w:t>à lui dire que le scandale était réel</w:t>
      </w:r>
      <w:r w:rsidR="006F1ADB">
        <w:t xml:space="preserve">, </w:t>
      </w:r>
      <w:r>
        <w:t>que Sue était irrémédi</w:t>
      </w:r>
      <w:r>
        <w:t>a</w:t>
      </w:r>
      <w:r>
        <w:t>blement compromise avec lui</w:t>
      </w:r>
      <w:r w:rsidR="006F1ADB">
        <w:t xml:space="preserve">. </w:t>
      </w:r>
      <w:r>
        <w:t>Mais l</w:t>
      </w:r>
      <w:r w:rsidR="006F1ADB">
        <w:t>’</w:t>
      </w:r>
      <w:r>
        <w:t>effet ne suivit pas l</w:t>
      </w:r>
      <w:r w:rsidR="006F1ADB">
        <w:t>’</w:t>
      </w:r>
      <w:r>
        <w:t>inspiration passagère d</w:t>
      </w:r>
      <w:r w:rsidR="006F1ADB">
        <w:t>’</w:t>
      </w:r>
      <w:r>
        <w:t>un instinct tout animal</w:t>
      </w:r>
      <w:r w:rsidR="006F1ADB">
        <w:t xml:space="preserve">, </w:t>
      </w:r>
      <w:r>
        <w:t>et Jude dit c</w:t>
      </w:r>
      <w:r>
        <w:t>e</w:t>
      </w:r>
      <w:r>
        <w:t>ci</w:t>
      </w:r>
      <w:r w:rsidR="006F1ADB">
        <w:t> :</w:t>
      </w:r>
    </w:p>
    <w:p w14:paraId="6D41D90B" w14:textId="77777777" w:rsidR="006F1ADB" w:rsidRDefault="006F1ADB" w:rsidP="005A3479">
      <w:r>
        <w:t>— </w:t>
      </w:r>
      <w:r w:rsidR="005A3479">
        <w:t>Je suis charmé de la bonté que vous avez eue en venant me parler franchement</w:t>
      </w:r>
      <w:r>
        <w:t xml:space="preserve">. </w:t>
      </w:r>
      <w:r w:rsidR="005A3479">
        <w:t>Vous savez ce qu</w:t>
      </w:r>
      <w:r>
        <w:t>’</w:t>
      </w:r>
      <w:r w:rsidR="005A3479">
        <w:t>on dit</w:t>
      </w:r>
      <w:r>
        <w:t xml:space="preserve">… </w:t>
      </w:r>
      <w:r w:rsidR="005A3479">
        <w:t>que je dois l</w:t>
      </w:r>
      <w:r>
        <w:t>’</w:t>
      </w:r>
      <w:r w:rsidR="005A3479">
        <w:t>épouser</w:t>
      </w:r>
      <w:r>
        <w:t> ?</w:t>
      </w:r>
    </w:p>
    <w:p w14:paraId="664CC3CB" w14:textId="77777777" w:rsidR="006F1ADB" w:rsidRDefault="006F1ADB" w:rsidP="005A3479">
      <w:r>
        <w:t>— </w:t>
      </w:r>
      <w:r w:rsidR="005A3479">
        <w:t>Quoi</w:t>
      </w:r>
      <w:r>
        <w:t> ?</w:t>
      </w:r>
    </w:p>
    <w:p w14:paraId="6454F5A2" w14:textId="77777777" w:rsidR="006F1ADB" w:rsidRDefault="006F1ADB" w:rsidP="005A3479">
      <w:r>
        <w:t>— </w:t>
      </w:r>
      <w:r w:rsidR="005A3479">
        <w:t>De toute mon âme</w:t>
      </w:r>
      <w:r>
        <w:t xml:space="preserve">, </w:t>
      </w:r>
      <w:r w:rsidR="005A3479">
        <w:t>je voudrais que ce fût possible</w:t>
      </w:r>
      <w:r>
        <w:t>.</w:t>
      </w:r>
    </w:p>
    <w:p w14:paraId="46BCA0AB" w14:textId="77777777" w:rsidR="006F1ADB" w:rsidRDefault="005A3479" w:rsidP="005A3479">
      <w:proofErr w:type="spellStart"/>
      <w:r>
        <w:t>Phillotson</w:t>
      </w:r>
      <w:proofErr w:type="spellEnd"/>
      <w:r>
        <w:t xml:space="preserve"> frémit et son visage</w:t>
      </w:r>
      <w:r w:rsidR="006F1ADB">
        <w:t xml:space="preserve">, </w:t>
      </w:r>
      <w:r>
        <w:t>naturellement pâle</w:t>
      </w:r>
      <w:r w:rsidR="006F1ADB">
        <w:t xml:space="preserve">, </w:t>
      </w:r>
      <w:r>
        <w:t>prit</w:t>
      </w:r>
      <w:r w:rsidR="006F1ADB">
        <w:t xml:space="preserve">, </w:t>
      </w:r>
      <w:r>
        <w:t>jusqu</w:t>
      </w:r>
      <w:r w:rsidR="006F1ADB">
        <w:t>’</w:t>
      </w:r>
      <w:r>
        <w:t>en ses rides</w:t>
      </w:r>
      <w:r w:rsidR="006F1ADB">
        <w:t xml:space="preserve">, </w:t>
      </w:r>
      <w:r>
        <w:t>un aspect cadavéreux</w:t>
      </w:r>
      <w:r w:rsidR="006F1ADB">
        <w:t> :</w:t>
      </w:r>
    </w:p>
    <w:p w14:paraId="5B105BE4" w14:textId="77777777" w:rsidR="006F1ADB" w:rsidRDefault="006F1ADB" w:rsidP="005A3479">
      <w:r>
        <w:t>— </w:t>
      </w:r>
      <w:r w:rsidR="005A3479">
        <w:t>Je n</w:t>
      </w:r>
      <w:r>
        <w:t>’</w:t>
      </w:r>
      <w:r w:rsidR="005A3479">
        <w:t>avais jamais pensé à des choses pareilles</w:t>
      </w:r>
      <w:r>
        <w:t xml:space="preserve"> ! </w:t>
      </w:r>
      <w:r w:rsidR="005A3479">
        <w:t>Dieu m</w:t>
      </w:r>
      <w:r>
        <w:t>’</w:t>
      </w:r>
      <w:r w:rsidR="005A3479">
        <w:t>en garde</w:t>
      </w:r>
      <w:r>
        <w:t> !</w:t>
      </w:r>
    </w:p>
    <w:p w14:paraId="6F1E2A2D" w14:textId="77777777" w:rsidR="006F1ADB" w:rsidRDefault="006F1ADB" w:rsidP="005A3479">
      <w:r>
        <w:t>— </w:t>
      </w:r>
      <w:r w:rsidR="005A3479">
        <w:t>Non</w:t>
      </w:r>
      <w:r>
        <w:t xml:space="preserve">, </w:t>
      </w:r>
      <w:r w:rsidR="005A3479">
        <w:t>non</w:t>
      </w:r>
      <w:r>
        <w:t xml:space="preserve"> ! </w:t>
      </w:r>
      <w:r w:rsidR="005A3479">
        <w:t>dit Jude consterné</w:t>
      </w:r>
      <w:r>
        <w:t xml:space="preserve">. </w:t>
      </w:r>
      <w:r w:rsidR="005A3479">
        <w:t>Je croyais que vous auriez compris</w:t>
      </w:r>
      <w:r>
        <w:t xml:space="preserve">. </w:t>
      </w:r>
      <w:r w:rsidR="005A3479">
        <w:t>Je veux dire que si j</w:t>
      </w:r>
      <w:r>
        <w:t>’</w:t>
      </w:r>
      <w:r w:rsidR="005A3479">
        <w:t>étais en situation d</w:t>
      </w:r>
      <w:r>
        <w:t>’</w:t>
      </w:r>
      <w:r w:rsidR="005A3479">
        <w:t xml:space="preserve">épouser </w:t>
      </w:r>
      <w:r w:rsidR="005A3479">
        <w:lastRenderedPageBreak/>
        <w:t>Sue</w:t>
      </w:r>
      <w:r>
        <w:t xml:space="preserve">, </w:t>
      </w:r>
      <w:r w:rsidR="005A3479">
        <w:t>ou quelque autre</w:t>
      </w:r>
      <w:r>
        <w:t xml:space="preserve">, </w:t>
      </w:r>
      <w:r w:rsidR="005A3479">
        <w:t>et de m</w:t>
      </w:r>
      <w:r>
        <w:t>’</w:t>
      </w:r>
      <w:r w:rsidR="005A3479">
        <w:t>établir</w:t>
      </w:r>
      <w:r>
        <w:t xml:space="preserve">, </w:t>
      </w:r>
      <w:r w:rsidR="005A3479">
        <w:t xml:space="preserve">au lieu de vivre en garni </w:t>
      </w:r>
      <w:proofErr w:type="spellStart"/>
      <w:r w:rsidR="005A3479">
        <w:t>ça</w:t>
      </w:r>
      <w:proofErr w:type="spellEnd"/>
      <w:r w:rsidR="005A3479">
        <w:t xml:space="preserve"> et là</w:t>
      </w:r>
      <w:r>
        <w:t xml:space="preserve">, </w:t>
      </w:r>
      <w:r w:rsidR="005A3479">
        <w:t>j</w:t>
      </w:r>
      <w:r>
        <w:t>’</w:t>
      </w:r>
      <w:r w:rsidR="005A3479">
        <w:t>en serais très heureux</w:t>
      </w:r>
      <w:r>
        <w:t>.</w:t>
      </w:r>
    </w:p>
    <w:p w14:paraId="38559D01" w14:textId="77777777" w:rsidR="006F1ADB" w:rsidRDefault="005A3479" w:rsidP="005A3479">
      <w:r>
        <w:t>En réalité</w:t>
      </w:r>
      <w:r w:rsidR="006F1ADB">
        <w:t xml:space="preserve">, </w:t>
      </w:r>
      <w:r>
        <w:t>ce qu</w:t>
      </w:r>
      <w:r w:rsidR="006F1ADB">
        <w:t>’</w:t>
      </w:r>
      <w:r>
        <w:t>il voulait dire</w:t>
      </w:r>
      <w:r w:rsidR="006F1ADB">
        <w:t xml:space="preserve">, </w:t>
      </w:r>
      <w:r>
        <w:t>c</w:t>
      </w:r>
      <w:r w:rsidR="006F1ADB">
        <w:t>’</w:t>
      </w:r>
      <w:r>
        <w:t>est qu</w:t>
      </w:r>
      <w:r w:rsidR="006F1ADB">
        <w:t>’</w:t>
      </w:r>
      <w:r>
        <w:t>il aimait Sue</w:t>
      </w:r>
      <w:r w:rsidR="006F1ADB">
        <w:t xml:space="preserve">, </w:t>
      </w:r>
      <w:r>
        <w:t>tout simplement</w:t>
      </w:r>
      <w:r w:rsidR="006F1ADB">
        <w:t>.</w:t>
      </w:r>
    </w:p>
    <w:p w14:paraId="6DC6FA64" w14:textId="77777777" w:rsidR="006F1ADB" w:rsidRDefault="006F1ADB" w:rsidP="005A3479">
      <w:r>
        <w:t>— </w:t>
      </w:r>
      <w:r w:rsidR="005A3479">
        <w:t>Mais depuis le début de cette malheureuse affaire</w:t>
      </w:r>
      <w:r>
        <w:t xml:space="preserve">, </w:t>
      </w:r>
      <w:r w:rsidR="005A3479">
        <w:t>qu</w:t>
      </w:r>
      <w:r>
        <w:t>’</w:t>
      </w:r>
      <w:r w:rsidR="005A3479">
        <w:t>est-il arrivé</w:t>
      </w:r>
      <w:r>
        <w:t xml:space="preserve"> ? </w:t>
      </w:r>
      <w:r w:rsidR="005A3479">
        <w:t xml:space="preserve">demanda </w:t>
      </w:r>
      <w:proofErr w:type="spellStart"/>
      <w:r w:rsidR="005A3479">
        <w:t>Phillotson</w:t>
      </w:r>
      <w:proofErr w:type="spellEnd"/>
      <w:r>
        <w:t xml:space="preserve">, </w:t>
      </w:r>
      <w:r w:rsidR="005A3479">
        <w:t>avec la fermeté d</w:t>
      </w:r>
      <w:r>
        <w:t>’</w:t>
      </w:r>
      <w:r w:rsidR="005A3479">
        <w:t>un homme qui préfère un coup terrible aux incertitudes d</w:t>
      </w:r>
      <w:r>
        <w:t>’</w:t>
      </w:r>
      <w:r w:rsidR="005A3479">
        <w:t>une longue agonie</w:t>
      </w:r>
      <w:r>
        <w:t>.</w:t>
      </w:r>
    </w:p>
    <w:p w14:paraId="3746E2C3" w14:textId="77777777" w:rsidR="006F1ADB" w:rsidRDefault="005A3479" w:rsidP="005A3479">
      <w:r>
        <w:t>Jude s</w:t>
      </w:r>
      <w:r w:rsidR="006F1ADB">
        <w:t>’</w:t>
      </w:r>
      <w:r>
        <w:t>expliqua nettement</w:t>
      </w:r>
      <w:r w:rsidR="006F1ADB">
        <w:t xml:space="preserve">, </w:t>
      </w:r>
      <w:r>
        <w:t>racontant toute la série des événements</w:t>
      </w:r>
      <w:r w:rsidR="006F1ADB">
        <w:t xml:space="preserve">, </w:t>
      </w:r>
      <w:r>
        <w:t>depuis la nuit chez le berger</w:t>
      </w:r>
      <w:r w:rsidR="006F1ADB">
        <w:t xml:space="preserve">, </w:t>
      </w:r>
      <w:r>
        <w:t>l</w:t>
      </w:r>
      <w:r w:rsidR="006F1ADB">
        <w:t>’</w:t>
      </w:r>
      <w:r>
        <w:t>arrivée de Sue dans sa maison</w:t>
      </w:r>
      <w:r w:rsidR="006F1ADB">
        <w:t xml:space="preserve">, </w:t>
      </w:r>
      <w:r>
        <w:t>sous la pluie</w:t>
      </w:r>
      <w:r w:rsidR="006F1ADB">
        <w:t xml:space="preserve">, </w:t>
      </w:r>
      <w:r>
        <w:t>le trouble que l</w:t>
      </w:r>
      <w:r w:rsidR="006F1ADB">
        <w:t>’</w:t>
      </w:r>
      <w:r>
        <w:t>immersion avait causé dans sa santé</w:t>
      </w:r>
      <w:r w:rsidR="006F1ADB">
        <w:t xml:space="preserve">, </w:t>
      </w:r>
      <w:r>
        <w:t>les discussions de la veillée</w:t>
      </w:r>
      <w:r w:rsidR="006F1ADB">
        <w:t xml:space="preserve">, </w:t>
      </w:r>
      <w:r>
        <w:t>et le départ du le</w:t>
      </w:r>
      <w:r>
        <w:t>n</w:t>
      </w:r>
      <w:r>
        <w:t>demain matin</w:t>
      </w:r>
      <w:r w:rsidR="006F1ADB">
        <w:t>.</w:t>
      </w:r>
    </w:p>
    <w:p w14:paraId="0E63E601" w14:textId="77777777" w:rsidR="006F1ADB" w:rsidRDefault="006F1ADB" w:rsidP="005A3479">
      <w:r>
        <w:t>— </w:t>
      </w:r>
      <w:r w:rsidR="005A3479">
        <w:t>Maintenant</w:t>
      </w:r>
      <w:r>
        <w:t xml:space="preserve">, </w:t>
      </w:r>
      <w:r w:rsidR="005A3479">
        <w:t xml:space="preserve">dit </w:t>
      </w:r>
      <w:proofErr w:type="spellStart"/>
      <w:r w:rsidR="005A3479">
        <w:t>Phillotson</w:t>
      </w:r>
      <w:proofErr w:type="spellEnd"/>
      <w:r>
        <w:t xml:space="preserve">, </w:t>
      </w:r>
      <w:r w:rsidR="005A3479">
        <w:t>pour conclure</w:t>
      </w:r>
      <w:r>
        <w:t xml:space="preserve">, </w:t>
      </w:r>
      <w:r w:rsidR="005A3479">
        <w:t>je vous prie de me donner votre parole</w:t>
      </w:r>
      <w:r>
        <w:t xml:space="preserve">, </w:t>
      </w:r>
      <w:r w:rsidR="005A3479">
        <w:t>et je sais que je puis vous croire</w:t>
      </w:r>
      <w:r>
        <w:t xml:space="preserve"> : </w:t>
      </w:r>
      <w:r w:rsidR="005A3479">
        <w:t>les soupçons qui ont amené le renvoi de Sue sont absolument inju</w:t>
      </w:r>
      <w:r w:rsidR="005A3479">
        <w:t>s</w:t>
      </w:r>
      <w:r w:rsidR="005A3479">
        <w:t>tifiés</w:t>
      </w:r>
      <w:r>
        <w:t> ?</w:t>
      </w:r>
    </w:p>
    <w:p w14:paraId="7D4020CD" w14:textId="77777777" w:rsidR="006F1ADB" w:rsidRDefault="006F1ADB" w:rsidP="005A3479">
      <w:r>
        <w:t>— </w:t>
      </w:r>
      <w:r w:rsidR="005A3479">
        <w:t>Oui</w:t>
      </w:r>
      <w:r>
        <w:t xml:space="preserve">, </w:t>
      </w:r>
      <w:r w:rsidR="005A3479">
        <w:t>dit Jude</w:t>
      </w:r>
      <w:r>
        <w:t xml:space="preserve">, </w:t>
      </w:r>
      <w:r w:rsidR="005A3479">
        <w:t>avec solennité</w:t>
      </w:r>
      <w:r>
        <w:t xml:space="preserve">, </w:t>
      </w:r>
      <w:r w:rsidR="005A3479">
        <w:t>absolument</w:t>
      </w:r>
      <w:r>
        <w:t xml:space="preserve">. </w:t>
      </w:r>
      <w:r w:rsidR="005A3479">
        <w:t>Dieu me soit en aide</w:t>
      </w:r>
      <w:r>
        <w:t> !</w:t>
      </w:r>
    </w:p>
    <w:p w14:paraId="063217F2" w14:textId="77777777" w:rsidR="006F1ADB" w:rsidRDefault="005A3479" w:rsidP="005A3479">
      <w:r>
        <w:t>Le maître d</w:t>
      </w:r>
      <w:r w:rsidR="006F1ADB">
        <w:t>’</w:t>
      </w:r>
      <w:r>
        <w:t>école se leva</w:t>
      </w:r>
      <w:r w:rsidR="006F1ADB">
        <w:t xml:space="preserve">. </w:t>
      </w:r>
      <w:r>
        <w:t>Tous deux sentaient que leur e</w:t>
      </w:r>
      <w:r>
        <w:t>n</w:t>
      </w:r>
      <w:r>
        <w:t>tretien ne pouvait pas fondre en conversation affectueuse sur leurs récentes aventures</w:t>
      </w:r>
      <w:r w:rsidR="006F1ADB">
        <w:t xml:space="preserve">, </w:t>
      </w:r>
      <w:r>
        <w:t>à la manière des amis</w:t>
      </w:r>
      <w:r w:rsidR="006F1ADB">
        <w:t xml:space="preserve">. </w:t>
      </w:r>
      <w:r>
        <w:t xml:space="preserve">Quand Jude eut promené </w:t>
      </w:r>
      <w:proofErr w:type="spellStart"/>
      <w:r>
        <w:t>Phillotson</w:t>
      </w:r>
      <w:proofErr w:type="spellEnd"/>
      <w:r>
        <w:t xml:space="preserve"> autour de l</w:t>
      </w:r>
      <w:r w:rsidR="006F1ADB">
        <w:t>’</w:t>
      </w:r>
      <w:r>
        <w:t>église pour lui montrer quelques détails de la restauration qu</w:t>
      </w:r>
      <w:r w:rsidR="006F1ADB">
        <w:t>’</w:t>
      </w:r>
      <w:r>
        <w:t>on exécutait</w:t>
      </w:r>
      <w:r w:rsidR="006F1ADB">
        <w:t xml:space="preserve">, </w:t>
      </w:r>
      <w:r>
        <w:t>le maître d</w:t>
      </w:r>
      <w:r w:rsidR="006F1ADB">
        <w:t>’</w:t>
      </w:r>
      <w:r>
        <w:t>école lui souhaita le bonjour et s</w:t>
      </w:r>
      <w:r w:rsidR="006F1ADB">
        <w:t>’</w:t>
      </w:r>
      <w:r>
        <w:t>en alla</w:t>
      </w:r>
      <w:r w:rsidR="006F1ADB">
        <w:t>.</w:t>
      </w:r>
    </w:p>
    <w:p w14:paraId="42D8ACC0" w14:textId="77777777" w:rsidR="006F1ADB" w:rsidRDefault="005A3479" w:rsidP="005A3479">
      <w:r>
        <w:t>Cette visite avait eu lieu vers onze heures du matin</w:t>
      </w:r>
      <w:r w:rsidR="006F1ADB">
        <w:t xml:space="preserve">. </w:t>
      </w:r>
      <w:r>
        <w:t>S</w:t>
      </w:r>
      <w:r>
        <w:t>u</w:t>
      </w:r>
      <w:r>
        <w:t>zanne ne paraissait pas</w:t>
      </w:r>
      <w:r w:rsidR="006F1ADB">
        <w:t xml:space="preserve">. </w:t>
      </w:r>
      <w:r>
        <w:t>Vers une heure</w:t>
      </w:r>
      <w:r w:rsidR="006F1ADB">
        <w:t xml:space="preserve">, </w:t>
      </w:r>
      <w:r>
        <w:t>en revenant de déje</w:t>
      </w:r>
      <w:r>
        <w:t>u</w:t>
      </w:r>
      <w:r>
        <w:t>ner</w:t>
      </w:r>
      <w:r w:rsidR="006F1ADB">
        <w:t xml:space="preserve">, </w:t>
      </w:r>
      <w:r>
        <w:t>Jude aperçut sa bien-aimée en face de lui</w:t>
      </w:r>
      <w:r w:rsidR="006F1ADB">
        <w:t xml:space="preserve">, </w:t>
      </w:r>
      <w:r>
        <w:t>dans la rue qui conduit à la porte du Nord</w:t>
      </w:r>
      <w:r w:rsidR="006F1ADB">
        <w:t xml:space="preserve">. </w:t>
      </w:r>
      <w:r>
        <w:t>Elle se promenait</w:t>
      </w:r>
      <w:r w:rsidR="006F1ADB">
        <w:t xml:space="preserve">, </w:t>
      </w:r>
      <w:r>
        <w:t xml:space="preserve">comme si </w:t>
      </w:r>
      <w:r>
        <w:lastRenderedPageBreak/>
        <w:t>elle avait été fort peu inquiète de Jude</w:t>
      </w:r>
      <w:r w:rsidR="006F1ADB">
        <w:t xml:space="preserve">. </w:t>
      </w:r>
      <w:r>
        <w:t>Il la rejoignit rapidement et lui fit observer qu</w:t>
      </w:r>
      <w:r w:rsidR="006F1ADB">
        <w:t>’</w:t>
      </w:r>
      <w:r>
        <w:t>elle avait promis de venir à</w:t>
      </w:r>
      <w:r>
        <w:rPr>
          <w:szCs w:val="32"/>
        </w:rPr>
        <w:t xml:space="preserve"> </w:t>
      </w:r>
      <w:r>
        <w:t>la cathédrale</w:t>
      </w:r>
      <w:r w:rsidR="006F1ADB">
        <w:t xml:space="preserve">, </w:t>
      </w:r>
      <w:r>
        <w:t>comme il le lui avait demandé</w:t>
      </w:r>
      <w:r w:rsidR="006F1ADB">
        <w:t>.</w:t>
      </w:r>
    </w:p>
    <w:p w14:paraId="6BE93931" w14:textId="77777777" w:rsidR="006F1ADB" w:rsidRDefault="006F1ADB" w:rsidP="005A3479">
      <w:r>
        <w:t>— </w:t>
      </w:r>
      <w:r w:rsidR="005A3479">
        <w:t>Je suis allée prendre mes affaires à l</w:t>
      </w:r>
      <w:r>
        <w:t>’</w:t>
      </w:r>
      <w:r w:rsidR="005A3479">
        <w:t>École</w:t>
      </w:r>
      <w:r>
        <w:t xml:space="preserve">, </w:t>
      </w:r>
      <w:r w:rsidR="005A3479">
        <w:t>dit-elle</w:t>
      </w:r>
      <w:r>
        <w:t>.</w:t>
      </w:r>
    </w:p>
    <w:p w14:paraId="64AB6897" w14:textId="0DCE305D" w:rsidR="006F1ADB" w:rsidRDefault="006F1ADB" w:rsidP="005A3479">
      <w:r>
        <w:t>— </w:t>
      </w:r>
      <w:r w:rsidR="005A3479">
        <w:t>Vous n</w:t>
      </w:r>
      <w:r>
        <w:t>’</w:t>
      </w:r>
      <w:r w:rsidR="005A3479">
        <w:t xml:space="preserve">avez pas vu </w:t>
      </w:r>
      <w:r>
        <w:t>M. </w:t>
      </w:r>
      <w:proofErr w:type="spellStart"/>
      <w:r w:rsidR="005A3479">
        <w:t>Phillotson</w:t>
      </w:r>
      <w:proofErr w:type="spellEnd"/>
      <w:r w:rsidR="005A3479">
        <w:t xml:space="preserve"> aujourd</w:t>
      </w:r>
      <w:r>
        <w:t>’</w:t>
      </w:r>
      <w:r w:rsidR="005A3479">
        <w:t>hui</w:t>
      </w:r>
      <w:r>
        <w:t xml:space="preserve"> ? </w:t>
      </w:r>
      <w:r w:rsidR="005A3479">
        <w:t>hasarda-t-il</w:t>
      </w:r>
      <w:r>
        <w:t>.</w:t>
      </w:r>
    </w:p>
    <w:p w14:paraId="6E184392" w14:textId="77777777" w:rsidR="006F1ADB" w:rsidRDefault="006F1ADB" w:rsidP="005A3479">
      <w:r>
        <w:t>— </w:t>
      </w:r>
      <w:r w:rsidR="005A3479">
        <w:t>Non</w:t>
      </w:r>
      <w:r>
        <w:t xml:space="preserve">. </w:t>
      </w:r>
      <w:r w:rsidR="005A3479">
        <w:t>Je ne suis pas venue pour me faire interroger sur lui</w:t>
      </w:r>
      <w:r>
        <w:t xml:space="preserve">, </w:t>
      </w:r>
      <w:r w:rsidR="005A3479">
        <w:t>et si vous me faites une seule question encore</w:t>
      </w:r>
      <w:r>
        <w:t xml:space="preserve">, </w:t>
      </w:r>
      <w:r w:rsidR="005A3479">
        <w:t>je n</w:t>
      </w:r>
      <w:r>
        <w:t>’</w:t>
      </w:r>
      <w:r w:rsidR="005A3479">
        <w:t>y répo</w:t>
      </w:r>
      <w:r w:rsidR="005A3479">
        <w:t>n</w:t>
      </w:r>
      <w:r w:rsidR="005A3479">
        <w:t>drai pas</w:t>
      </w:r>
      <w:r>
        <w:t>.</w:t>
      </w:r>
    </w:p>
    <w:p w14:paraId="76D76BE1" w14:textId="77777777" w:rsidR="006F1ADB" w:rsidRDefault="006F1ADB" w:rsidP="005A3479">
      <w:r>
        <w:t>— </w:t>
      </w:r>
      <w:r w:rsidR="005A3479">
        <w:t>C</w:t>
      </w:r>
      <w:r>
        <w:t>’</w:t>
      </w:r>
      <w:r w:rsidR="005A3479">
        <w:t>est très bizarre que</w:t>
      </w:r>
      <w:r>
        <w:t>…</w:t>
      </w:r>
    </w:p>
    <w:p w14:paraId="14C97784" w14:textId="77777777" w:rsidR="006F1ADB" w:rsidRDefault="005A3479" w:rsidP="005A3479">
      <w:r>
        <w:t>Il s</w:t>
      </w:r>
      <w:r w:rsidR="006F1ADB">
        <w:t>’</w:t>
      </w:r>
      <w:r>
        <w:t>arrêta et la regarda</w:t>
      </w:r>
      <w:r w:rsidR="006F1ADB">
        <w:t>.</w:t>
      </w:r>
    </w:p>
    <w:p w14:paraId="20DF0401" w14:textId="77777777" w:rsidR="006F1ADB" w:rsidRDefault="006F1ADB" w:rsidP="005A3479">
      <w:r>
        <w:t>— </w:t>
      </w:r>
      <w:r w:rsidR="005A3479">
        <w:t>Comment</w:t>
      </w:r>
      <w:r>
        <w:t> ?</w:t>
      </w:r>
    </w:p>
    <w:p w14:paraId="4BD937B6" w14:textId="77777777" w:rsidR="006F1ADB" w:rsidRDefault="006F1ADB" w:rsidP="005A3479">
      <w:r>
        <w:t>— </w:t>
      </w:r>
      <w:r w:rsidR="005A3479">
        <w:t>Que vous ne soyez jamais-aussi aimable par votre pr</w:t>
      </w:r>
      <w:r w:rsidR="005A3479">
        <w:t>é</w:t>
      </w:r>
      <w:r w:rsidR="005A3479">
        <w:t>sence réelle que par vos lettres</w:t>
      </w:r>
      <w:r>
        <w:t>.</w:t>
      </w:r>
    </w:p>
    <w:p w14:paraId="62C50C52" w14:textId="77777777" w:rsidR="006F1ADB" w:rsidRDefault="006F1ADB" w:rsidP="005A3479">
      <w:r>
        <w:t>— </w:t>
      </w:r>
      <w:r w:rsidR="005A3479">
        <w:t>Cela vous semble ainsi</w:t>
      </w:r>
      <w:r>
        <w:t xml:space="preserve"> ? </w:t>
      </w:r>
      <w:r w:rsidR="005A3479">
        <w:t>dit-elle</w:t>
      </w:r>
      <w:r>
        <w:t xml:space="preserve">, </w:t>
      </w:r>
      <w:r w:rsidR="005A3479">
        <w:t>souriant avec une vive curiosité</w:t>
      </w:r>
      <w:r>
        <w:t xml:space="preserve">. </w:t>
      </w:r>
      <w:r w:rsidR="005A3479">
        <w:t>Oui</w:t>
      </w:r>
      <w:r>
        <w:t xml:space="preserve">, </w:t>
      </w:r>
      <w:r w:rsidR="005A3479">
        <w:t>c</w:t>
      </w:r>
      <w:r>
        <w:t>’</w:t>
      </w:r>
      <w:r w:rsidR="005A3479">
        <w:t>est étrange</w:t>
      </w:r>
      <w:r>
        <w:t xml:space="preserve">. </w:t>
      </w:r>
      <w:r w:rsidR="005A3479">
        <w:t>Mais je sens de même en ce qui vous concerne</w:t>
      </w:r>
      <w:r>
        <w:t xml:space="preserve">, </w:t>
      </w:r>
      <w:r w:rsidR="005A3479">
        <w:t>Jude</w:t>
      </w:r>
      <w:r>
        <w:t xml:space="preserve">. </w:t>
      </w:r>
      <w:r w:rsidR="005A3479">
        <w:t>Quand vous m</w:t>
      </w:r>
      <w:r>
        <w:t>’</w:t>
      </w:r>
      <w:r w:rsidR="005A3479">
        <w:t>avez quittée</w:t>
      </w:r>
      <w:r>
        <w:t xml:space="preserve">, </w:t>
      </w:r>
      <w:r w:rsidR="005A3479">
        <w:t>j</w:t>
      </w:r>
      <w:r>
        <w:t>’</w:t>
      </w:r>
      <w:r w:rsidR="005A3479">
        <w:t>ai froid au cœur</w:t>
      </w:r>
      <w:r>
        <w:t>.</w:t>
      </w:r>
    </w:p>
    <w:p w14:paraId="2969F0E5" w14:textId="77777777" w:rsidR="006F1ADB" w:rsidRDefault="005A3479" w:rsidP="005A3479">
      <w:r>
        <w:t>Comme elle connaissait les sentiments de Jude</w:t>
      </w:r>
      <w:r w:rsidR="006F1ADB">
        <w:t xml:space="preserve">, </w:t>
      </w:r>
      <w:r>
        <w:t>il vit qu</w:t>
      </w:r>
      <w:r w:rsidR="006F1ADB">
        <w:t>’</w:t>
      </w:r>
      <w:r>
        <w:t>ils s</w:t>
      </w:r>
      <w:r w:rsidR="006F1ADB">
        <w:t>’</w:t>
      </w:r>
      <w:r>
        <w:t>engageaient sur un terrain dangereux</w:t>
      </w:r>
      <w:r w:rsidR="006F1ADB">
        <w:t xml:space="preserve">. </w:t>
      </w:r>
      <w:r>
        <w:t>C</w:t>
      </w:r>
      <w:r w:rsidR="006F1ADB">
        <w:t>’</w:t>
      </w:r>
      <w:r>
        <w:t>était</w:t>
      </w:r>
      <w:r w:rsidR="006F1ADB">
        <w:t xml:space="preserve">, </w:t>
      </w:r>
      <w:r>
        <w:t>pensa-t-il</w:t>
      </w:r>
      <w:r w:rsidR="006F1ADB">
        <w:t xml:space="preserve">, </w:t>
      </w:r>
      <w:r>
        <w:t>le moment de parler en honnête homme</w:t>
      </w:r>
      <w:r w:rsidR="006F1ADB">
        <w:t>.</w:t>
      </w:r>
    </w:p>
    <w:p w14:paraId="42BCD870" w14:textId="77777777" w:rsidR="006F1ADB" w:rsidRDefault="005A3479" w:rsidP="005A3479">
      <w:r>
        <w:t>Mais il ne parla pas et elle continua</w:t>
      </w:r>
      <w:r w:rsidR="006F1ADB">
        <w:t> :</w:t>
      </w:r>
    </w:p>
    <w:p w14:paraId="39235A9D" w14:textId="604B45AD" w:rsidR="005A3479" w:rsidRDefault="006F1ADB" w:rsidP="005A3479">
      <w:r>
        <w:t>— </w:t>
      </w:r>
      <w:r w:rsidR="005A3479">
        <w:t>C</w:t>
      </w:r>
      <w:r>
        <w:t>’</w:t>
      </w:r>
      <w:r w:rsidR="005A3479">
        <w:t>est ce qui m</w:t>
      </w:r>
      <w:r>
        <w:t>’</w:t>
      </w:r>
      <w:r w:rsidR="005A3479">
        <w:t>a fait vous écrire et vous dire</w:t>
      </w:r>
      <w:r>
        <w:t> : « </w:t>
      </w:r>
      <w:r w:rsidR="005A3479">
        <w:t>Peu m</w:t>
      </w:r>
      <w:r>
        <w:t>’</w:t>
      </w:r>
      <w:r w:rsidR="005A3479">
        <w:t>importe que vous m</w:t>
      </w:r>
      <w:r>
        <w:t>’</w:t>
      </w:r>
      <w:r w:rsidR="005A3479">
        <w:t>aimiez</w:t>
      </w:r>
      <w:r>
        <w:t xml:space="preserve">, </w:t>
      </w:r>
      <w:r w:rsidR="005A3479">
        <w:t>si vous y tenez beaucoup</w:t>
      </w:r>
      <w:r>
        <w:t> ! »</w:t>
      </w:r>
    </w:p>
    <w:p w14:paraId="5266F8F8" w14:textId="77777777" w:rsidR="006F1ADB" w:rsidRDefault="005A3479" w:rsidP="005A3479">
      <w:r>
        <w:lastRenderedPageBreak/>
        <w:t>La joie qu</w:t>
      </w:r>
      <w:r w:rsidR="006F1ADB">
        <w:t>’</w:t>
      </w:r>
      <w:r>
        <w:t>il aurait dû ressentir</w:t>
      </w:r>
      <w:r w:rsidR="006F1ADB">
        <w:t xml:space="preserve">, </w:t>
      </w:r>
      <w:r>
        <w:t>par ce que ces paroles co</w:t>
      </w:r>
      <w:r>
        <w:t>n</w:t>
      </w:r>
      <w:r>
        <w:t>tenaient ou semblaient contenir</w:t>
      </w:r>
      <w:r w:rsidR="006F1ADB">
        <w:t xml:space="preserve">, </w:t>
      </w:r>
      <w:r>
        <w:t>fut annulée par sa résolution</w:t>
      </w:r>
      <w:r w:rsidR="006F1ADB">
        <w:t xml:space="preserve">, </w:t>
      </w:r>
      <w:r>
        <w:t>et il resta rigide</w:t>
      </w:r>
      <w:r w:rsidR="006F1ADB">
        <w:t xml:space="preserve">, </w:t>
      </w:r>
      <w:r>
        <w:t>jusqu</w:t>
      </w:r>
      <w:r w:rsidR="006F1ADB">
        <w:t>’</w:t>
      </w:r>
      <w:r>
        <w:t>au moment où il commença</w:t>
      </w:r>
      <w:r w:rsidR="006F1ADB">
        <w:t> :</w:t>
      </w:r>
    </w:p>
    <w:p w14:paraId="27909F14" w14:textId="77777777" w:rsidR="006F1ADB" w:rsidRDefault="006F1ADB" w:rsidP="005A3479">
      <w:r>
        <w:t>— </w:t>
      </w:r>
      <w:r w:rsidR="005A3479">
        <w:t>Je ne vous ai jamais dit</w:t>
      </w:r>
      <w:r>
        <w:t>…</w:t>
      </w:r>
    </w:p>
    <w:p w14:paraId="3CC299FA" w14:textId="77777777" w:rsidR="006F1ADB" w:rsidRDefault="006F1ADB" w:rsidP="005A3479">
      <w:r>
        <w:t>— </w:t>
      </w:r>
      <w:r w:rsidR="005A3479">
        <w:t>Si</w:t>
      </w:r>
      <w:r>
        <w:t xml:space="preserve">, </w:t>
      </w:r>
      <w:r w:rsidR="005A3479">
        <w:t>vous l</w:t>
      </w:r>
      <w:r>
        <w:t>’</w:t>
      </w:r>
      <w:r w:rsidR="005A3479">
        <w:t>avez dit</w:t>
      </w:r>
      <w:r>
        <w:t xml:space="preserve">, </w:t>
      </w:r>
      <w:r w:rsidR="005A3479">
        <w:t>murmura-t-elle</w:t>
      </w:r>
      <w:r>
        <w:t>.</w:t>
      </w:r>
    </w:p>
    <w:p w14:paraId="7C9EC3F5" w14:textId="77777777" w:rsidR="006F1ADB" w:rsidRDefault="006F1ADB" w:rsidP="005A3479">
      <w:r>
        <w:t>— </w:t>
      </w:r>
      <w:r w:rsidR="005A3479">
        <w:t>Je veux dire que je ne vous ai jamais raconté mon hi</w:t>
      </w:r>
      <w:r w:rsidR="005A3479">
        <w:t>s</w:t>
      </w:r>
      <w:r w:rsidR="005A3479">
        <w:t>toire dans son entier</w:t>
      </w:r>
      <w:r>
        <w:t>.</w:t>
      </w:r>
    </w:p>
    <w:p w14:paraId="68A19C5C" w14:textId="77777777" w:rsidR="006F1ADB" w:rsidRDefault="006F1ADB" w:rsidP="005A3479">
      <w:r>
        <w:t>— </w:t>
      </w:r>
      <w:r w:rsidR="005A3479">
        <w:t>Mais je la devine</w:t>
      </w:r>
      <w:r>
        <w:t xml:space="preserve">. </w:t>
      </w:r>
      <w:r w:rsidR="005A3479">
        <w:t>Je sais à peu près tout</w:t>
      </w:r>
      <w:r>
        <w:t>.</w:t>
      </w:r>
    </w:p>
    <w:p w14:paraId="48918F20" w14:textId="77777777" w:rsidR="006F1ADB" w:rsidRDefault="005A3479" w:rsidP="005A3479">
      <w:r>
        <w:t>Jude la regarda</w:t>
      </w:r>
      <w:r w:rsidR="006F1ADB">
        <w:t xml:space="preserve">. </w:t>
      </w:r>
      <w:r>
        <w:t>Était-il possible qu</w:t>
      </w:r>
      <w:r w:rsidR="006F1ADB">
        <w:t>’</w:t>
      </w:r>
      <w:r>
        <w:t>elle connût</w:t>
      </w:r>
      <w:r w:rsidR="006F1ADB">
        <w:t xml:space="preserve">, </w:t>
      </w:r>
      <w:r>
        <w:t>de ce m</w:t>
      </w:r>
      <w:r>
        <w:t>a</w:t>
      </w:r>
      <w:r>
        <w:t>tin même</w:t>
      </w:r>
      <w:r w:rsidR="006F1ADB">
        <w:t xml:space="preserve">, </w:t>
      </w:r>
      <w:r>
        <w:t xml:space="preserve">son mariage avec </w:t>
      </w:r>
      <w:proofErr w:type="spellStart"/>
      <w:r>
        <w:t>Arabella</w:t>
      </w:r>
      <w:proofErr w:type="spellEnd"/>
      <w:r w:rsidR="006F1ADB">
        <w:t xml:space="preserve">, </w:t>
      </w:r>
      <w:r>
        <w:t>ce mariage qui</w:t>
      </w:r>
      <w:r w:rsidR="006F1ADB">
        <w:t xml:space="preserve">, </w:t>
      </w:r>
      <w:r>
        <w:t>en peu de mois</w:t>
      </w:r>
      <w:r w:rsidR="006F1ADB">
        <w:t xml:space="preserve">, </w:t>
      </w:r>
      <w:r>
        <w:t>avait été brisé plus complètement qu</w:t>
      </w:r>
      <w:r w:rsidR="006F1ADB">
        <w:t>’</w:t>
      </w:r>
      <w:r>
        <w:t>il ne l</w:t>
      </w:r>
      <w:r w:rsidR="006F1ADB">
        <w:t>’</w:t>
      </w:r>
      <w:r>
        <w:t>eût été par la mort</w:t>
      </w:r>
      <w:r w:rsidR="006F1ADB">
        <w:t xml:space="preserve"> ? </w:t>
      </w:r>
      <w:r>
        <w:t>Il vit qu</w:t>
      </w:r>
      <w:r w:rsidR="006F1ADB">
        <w:t>’</w:t>
      </w:r>
      <w:r>
        <w:t>elle l</w:t>
      </w:r>
      <w:r w:rsidR="006F1ADB">
        <w:t>’</w:t>
      </w:r>
      <w:r>
        <w:t>ignorait</w:t>
      </w:r>
      <w:r w:rsidR="006F1ADB">
        <w:t>.</w:t>
      </w:r>
    </w:p>
    <w:p w14:paraId="306EE414" w14:textId="77777777" w:rsidR="006F1ADB" w:rsidRDefault="006F1ADB" w:rsidP="005A3479">
      <w:r>
        <w:t>— </w:t>
      </w:r>
      <w:r w:rsidR="005A3479">
        <w:t>Je ne puis vous parler dans la rue</w:t>
      </w:r>
      <w:r>
        <w:t xml:space="preserve">, </w:t>
      </w:r>
      <w:r w:rsidR="005A3479">
        <w:t>dit-il d</w:t>
      </w:r>
      <w:r>
        <w:t>’</w:t>
      </w:r>
      <w:r w:rsidR="005A3479">
        <w:t>une voix sombre</w:t>
      </w:r>
      <w:r>
        <w:t xml:space="preserve">. </w:t>
      </w:r>
      <w:r w:rsidR="005A3479">
        <w:t>Il vaut mieux que vous ne veniez pas chez moi</w:t>
      </w:r>
      <w:r>
        <w:t xml:space="preserve">. </w:t>
      </w:r>
      <w:r w:rsidR="005A3479">
        <w:t>Suivez-moi par ici</w:t>
      </w:r>
      <w:r>
        <w:t>.</w:t>
      </w:r>
    </w:p>
    <w:p w14:paraId="4751A5D0" w14:textId="77777777" w:rsidR="006F1ADB" w:rsidRDefault="005A3479" w:rsidP="005A3479">
      <w:r>
        <w:t>L</w:t>
      </w:r>
      <w:r w:rsidR="006F1ADB">
        <w:t>’</w:t>
      </w:r>
      <w:r>
        <w:t>endroit où il la conduisit était le bâtiment du marché</w:t>
      </w:r>
      <w:r w:rsidR="006F1ADB">
        <w:t xml:space="preserve"> ; </w:t>
      </w:r>
      <w:r>
        <w:t>c</w:t>
      </w:r>
      <w:r w:rsidR="006F1ADB">
        <w:t>’</w:t>
      </w:r>
      <w:r>
        <w:t>était le seul lieu convenable qu</w:t>
      </w:r>
      <w:r w:rsidR="006F1ADB">
        <w:t>’</w:t>
      </w:r>
      <w:r>
        <w:t>il eût trouvé</w:t>
      </w:r>
      <w:r w:rsidR="006F1ADB">
        <w:t xml:space="preserve">, </w:t>
      </w:r>
      <w:r>
        <w:t>le marché étant terminé et les stalles étant vides</w:t>
      </w:r>
      <w:r w:rsidR="006F1ADB">
        <w:t xml:space="preserve">. </w:t>
      </w:r>
      <w:r>
        <w:t>Là</w:t>
      </w:r>
      <w:r w:rsidR="006F1ADB">
        <w:t xml:space="preserve">, </w:t>
      </w:r>
      <w:r>
        <w:t>il commença et acheva son court récit qui aboutissait simplement à révéler qu</w:t>
      </w:r>
      <w:r w:rsidR="006F1ADB">
        <w:t>’</w:t>
      </w:r>
      <w:r>
        <w:t>il avait épo</w:t>
      </w:r>
      <w:r>
        <w:t>u</w:t>
      </w:r>
      <w:r>
        <w:t>sé une femme quelques années auparavant</w:t>
      </w:r>
      <w:r w:rsidR="006F1ADB">
        <w:t xml:space="preserve">, </w:t>
      </w:r>
      <w:r>
        <w:t>et que cette femme vivait encore</w:t>
      </w:r>
      <w:r w:rsidR="006F1ADB">
        <w:t xml:space="preserve">. </w:t>
      </w:r>
      <w:r>
        <w:t>Avant même d</w:t>
      </w:r>
      <w:r w:rsidR="006F1ADB">
        <w:t>’</w:t>
      </w:r>
      <w:r>
        <w:t>avoir changé d</w:t>
      </w:r>
      <w:r w:rsidR="006F1ADB">
        <w:t>’</w:t>
      </w:r>
      <w:r>
        <w:t>attitude</w:t>
      </w:r>
      <w:r w:rsidR="006F1ADB">
        <w:t xml:space="preserve">, </w:t>
      </w:r>
      <w:r>
        <w:t>Sue jeta durement ces mots</w:t>
      </w:r>
      <w:r w:rsidR="006F1ADB">
        <w:t> :</w:t>
      </w:r>
    </w:p>
    <w:p w14:paraId="65840AEA" w14:textId="77777777" w:rsidR="006F1ADB" w:rsidRDefault="006F1ADB" w:rsidP="005A3479">
      <w:r>
        <w:t>— </w:t>
      </w:r>
      <w:r w:rsidR="005A3479">
        <w:t>Pourquoi ne me l</w:t>
      </w:r>
      <w:r>
        <w:t>’</w:t>
      </w:r>
      <w:r w:rsidR="005A3479">
        <w:t>avez-vous pas dit plus tôt</w:t>
      </w:r>
      <w:r>
        <w:t> ?</w:t>
      </w:r>
    </w:p>
    <w:p w14:paraId="3FB2633E" w14:textId="77777777" w:rsidR="006F1ADB" w:rsidRDefault="006F1ADB" w:rsidP="005A3479">
      <w:r>
        <w:t>— </w:t>
      </w:r>
      <w:r w:rsidR="005A3479">
        <w:t>Je ne l</w:t>
      </w:r>
      <w:r>
        <w:t>’</w:t>
      </w:r>
      <w:r w:rsidR="005A3479">
        <w:t>aurais pas pu</w:t>
      </w:r>
      <w:r>
        <w:t xml:space="preserve">. </w:t>
      </w:r>
      <w:r w:rsidR="005A3479">
        <w:t>Cela me semblait trop cruel</w:t>
      </w:r>
      <w:r>
        <w:t>.</w:t>
      </w:r>
    </w:p>
    <w:p w14:paraId="50707BC4" w14:textId="77777777" w:rsidR="006F1ADB" w:rsidRDefault="006F1ADB" w:rsidP="005A3479">
      <w:r>
        <w:t>— </w:t>
      </w:r>
      <w:r w:rsidR="005A3479">
        <w:t>Trop cruel pour vous</w:t>
      </w:r>
      <w:r>
        <w:t xml:space="preserve">, </w:t>
      </w:r>
      <w:r w:rsidR="005A3479">
        <w:t>Jude</w:t>
      </w:r>
      <w:r>
        <w:t xml:space="preserve"> ! </w:t>
      </w:r>
      <w:r w:rsidR="005A3479">
        <w:t>Il valait donc mieux que ce fût cruel pour moi</w:t>
      </w:r>
      <w:r>
        <w:t> ?</w:t>
      </w:r>
    </w:p>
    <w:p w14:paraId="34D58CDC" w14:textId="77777777" w:rsidR="006F1ADB" w:rsidRDefault="006F1ADB" w:rsidP="005A3479">
      <w:r>
        <w:t>— </w:t>
      </w:r>
      <w:r w:rsidR="005A3479">
        <w:t>Non</w:t>
      </w:r>
      <w:r>
        <w:t xml:space="preserve">, </w:t>
      </w:r>
      <w:r w:rsidR="005A3479">
        <w:t>chérie</w:t>
      </w:r>
      <w:r>
        <w:t xml:space="preserve">, </w:t>
      </w:r>
      <w:r w:rsidR="005A3479">
        <w:t>s</w:t>
      </w:r>
      <w:r>
        <w:t>’</w:t>
      </w:r>
      <w:r w:rsidR="005A3479">
        <w:t>écria Jude</w:t>
      </w:r>
      <w:r>
        <w:t xml:space="preserve">, </w:t>
      </w:r>
      <w:r w:rsidR="005A3479">
        <w:t>passionnément</w:t>
      </w:r>
      <w:r>
        <w:t>.</w:t>
      </w:r>
    </w:p>
    <w:p w14:paraId="5F8B6722" w14:textId="77777777" w:rsidR="006F1ADB" w:rsidRDefault="005A3479" w:rsidP="005A3479">
      <w:r>
        <w:lastRenderedPageBreak/>
        <w:t>Il essaya de prendre sa main</w:t>
      </w:r>
      <w:r w:rsidR="006F1ADB">
        <w:t xml:space="preserve">, </w:t>
      </w:r>
      <w:r>
        <w:t>mais elle la retira</w:t>
      </w:r>
      <w:r w:rsidR="006F1ADB">
        <w:t xml:space="preserve">. </w:t>
      </w:r>
      <w:r>
        <w:t>Leurs a</w:t>
      </w:r>
      <w:r>
        <w:t>n</w:t>
      </w:r>
      <w:r>
        <w:t>ciens rapports de confidents paraissaient soudain abolis</w:t>
      </w:r>
      <w:r w:rsidR="006F1ADB">
        <w:t xml:space="preserve">, </w:t>
      </w:r>
      <w:r>
        <w:t>et a</w:t>
      </w:r>
      <w:r>
        <w:t>u</w:t>
      </w:r>
      <w:r>
        <w:t>cun sentiment de prédilection ne contrebalançait plus l</w:t>
      </w:r>
      <w:r w:rsidR="006F1ADB">
        <w:t>’</w:t>
      </w:r>
      <w:r>
        <w:t>antagonisme des sexes</w:t>
      </w:r>
      <w:r w:rsidR="006F1ADB">
        <w:t xml:space="preserve">. </w:t>
      </w:r>
      <w:r>
        <w:t>Sue n</w:t>
      </w:r>
      <w:r w:rsidR="006F1ADB">
        <w:t>’</w:t>
      </w:r>
      <w:r>
        <w:t>était plus l</w:t>
      </w:r>
      <w:r w:rsidR="006F1ADB">
        <w:t>’</w:t>
      </w:r>
      <w:r>
        <w:t>amie</w:t>
      </w:r>
      <w:r w:rsidR="006F1ADB">
        <w:t xml:space="preserve">, </w:t>
      </w:r>
      <w:r>
        <w:t>la camarade</w:t>
      </w:r>
      <w:r w:rsidR="006F1ADB">
        <w:t xml:space="preserve">, </w:t>
      </w:r>
      <w:r>
        <w:t>l</w:t>
      </w:r>
      <w:r w:rsidR="006F1ADB">
        <w:t>’</w:t>
      </w:r>
      <w:r>
        <w:t>inconsciente amoureuse</w:t>
      </w:r>
      <w:r w:rsidR="006F1ADB">
        <w:t xml:space="preserve">, </w:t>
      </w:r>
      <w:r>
        <w:t>et elle regardait Jude avec un étrange silence</w:t>
      </w:r>
      <w:r w:rsidR="006F1ADB">
        <w:t>.</w:t>
      </w:r>
    </w:p>
    <w:p w14:paraId="6303F279" w14:textId="77777777" w:rsidR="006F1ADB" w:rsidRDefault="006F1ADB" w:rsidP="005A3479">
      <w:r>
        <w:t>— </w:t>
      </w:r>
      <w:r w:rsidR="005A3479">
        <w:t>L</w:t>
      </w:r>
      <w:r>
        <w:t>’</w:t>
      </w:r>
      <w:r w:rsidR="005A3479">
        <w:t>épisode de ma vie qui a déterminé ce mariage me fait honte</w:t>
      </w:r>
      <w:r>
        <w:t xml:space="preserve">, </w:t>
      </w:r>
      <w:r w:rsidR="005A3479">
        <w:t>continua-t-il</w:t>
      </w:r>
      <w:r>
        <w:t xml:space="preserve">. </w:t>
      </w:r>
      <w:r w:rsidR="005A3479">
        <w:t>Je ne peux pas vous l</w:t>
      </w:r>
      <w:r>
        <w:t>’</w:t>
      </w:r>
      <w:r w:rsidR="005A3479">
        <w:t>expliquer en ce m</w:t>
      </w:r>
      <w:r w:rsidR="005A3479">
        <w:t>o</w:t>
      </w:r>
      <w:r w:rsidR="005A3479">
        <w:t>ment</w:t>
      </w:r>
      <w:r>
        <w:t xml:space="preserve">. </w:t>
      </w:r>
      <w:r w:rsidR="005A3479">
        <w:t>J</w:t>
      </w:r>
      <w:r>
        <w:t>’</w:t>
      </w:r>
      <w:r w:rsidR="005A3479">
        <w:t>aurais essayé de le faire</w:t>
      </w:r>
      <w:r>
        <w:t xml:space="preserve">, </w:t>
      </w:r>
      <w:r w:rsidR="005A3479">
        <w:t>si vous aviez autrement a</w:t>
      </w:r>
      <w:r w:rsidR="005A3479">
        <w:t>c</w:t>
      </w:r>
      <w:r w:rsidR="005A3479">
        <w:t>cueilli mes aveux</w:t>
      </w:r>
      <w:r>
        <w:t>.</w:t>
      </w:r>
    </w:p>
    <w:p w14:paraId="44606C8F" w14:textId="77777777" w:rsidR="006F1ADB" w:rsidRDefault="006F1ADB" w:rsidP="005A3479">
      <w:r>
        <w:t>— </w:t>
      </w:r>
      <w:r w:rsidR="005A3479">
        <w:t>Mais comment le pourrais-je</w:t>
      </w:r>
      <w:r>
        <w:t xml:space="preserve"> ? – </w:t>
      </w:r>
      <w:r w:rsidR="005A3479">
        <w:t>et elle éclata en r</w:t>
      </w:r>
      <w:r w:rsidR="005A3479">
        <w:t>e</w:t>
      </w:r>
      <w:r w:rsidR="005A3479">
        <w:t>proches</w:t>
      </w:r>
      <w:r>
        <w:t xml:space="preserve">. – </w:t>
      </w:r>
      <w:r w:rsidR="005A3479">
        <w:t>Je vous avais dit</w:t>
      </w:r>
      <w:r>
        <w:t xml:space="preserve">, </w:t>
      </w:r>
      <w:r w:rsidR="005A3479">
        <w:t>ou écrit</w:t>
      </w:r>
      <w:r>
        <w:t xml:space="preserve">, </w:t>
      </w:r>
      <w:r w:rsidR="005A3479">
        <w:t>que vous pouviez m</w:t>
      </w:r>
      <w:r>
        <w:t>’</w:t>
      </w:r>
      <w:r w:rsidR="005A3479">
        <w:t>aimer</w:t>
      </w:r>
      <w:r>
        <w:t xml:space="preserve">, </w:t>
      </w:r>
      <w:r w:rsidR="005A3479">
        <w:t>ou quelque chose comme cela</w:t>
      </w:r>
      <w:r>
        <w:t xml:space="preserve">, </w:t>
      </w:r>
      <w:r w:rsidR="005A3479">
        <w:t>tout juste par charité</w:t>
      </w:r>
      <w:r>
        <w:t xml:space="preserve">… </w:t>
      </w:r>
      <w:r w:rsidR="005A3479">
        <w:t>et tout le temps</w:t>
      </w:r>
      <w:r>
        <w:t xml:space="preserve">. </w:t>
      </w:r>
      <w:r w:rsidR="005A3479">
        <w:t>Oh</w:t>
      </w:r>
      <w:r>
        <w:t xml:space="preserve"> ! </w:t>
      </w:r>
      <w:r w:rsidR="005A3479">
        <w:t>il est tout à fait désolant que les choses aillent si mal</w:t>
      </w:r>
      <w:r>
        <w:t xml:space="preserve"> ! </w:t>
      </w:r>
      <w:r w:rsidR="005A3479">
        <w:t>dit-elle</w:t>
      </w:r>
      <w:r>
        <w:t xml:space="preserve">, </w:t>
      </w:r>
      <w:r w:rsidR="005A3479">
        <w:t>frappant du pied</w:t>
      </w:r>
      <w:r>
        <w:t xml:space="preserve">, </w:t>
      </w:r>
      <w:r w:rsidR="005A3479">
        <w:t>avec un frémissement nerveux</w:t>
      </w:r>
      <w:r>
        <w:t>.</w:t>
      </w:r>
    </w:p>
    <w:p w14:paraId="074E4B1E" w14:textId="2979E55A" w:rsidR="005A3479" w:rsidRDefault="006F1ADB" w:rsidP="005A3479">
      <w:r>
        <w:t>— </w:t>
      </w:r>
      <w:r w:rsidR="005A3479">
        <w:t>Vous m</w:t>
      </w:r>
      <w:r>
        <w:t>’</w:t>
      </w:r>
      <w:r w:rsidR="005A3479">
        <w:t>accusez</w:t>
      </w:r>
      <w:r>
        <w:t xml:space="preserve">, </w:t>
      </w:r>
      <w:r w:rsidR="005A3479">
        <w:t>Sue</w:t>
      </w:r>
      <w:r>
        <w:t xml:space="preserve"> ? </w:t>
      </w:r>
      <w:r w:rsidR="005A3479">
        <w:t>Je n</w:t>
      </w:r>
      <w:r>
        <w:t>’</w:t>
      </w:r>
      <w:r w:rsidR="005A3479">
        <w:t>ai jamais pensé que vous vinssiez à moi</w:t>
      </w:r>
      <w:r>
        <w:t xml:space="preserve">, </w:t>
      </w:r>
      <w:r w:rsidR="005A3479">
        <w:t>jusqu</w:t>
      </w:r>
      <w:r>
        <w:t>’</w:t>
      </w:r>
      <w:r w:rsidR="005A3479">
        <w:t>à ces derniers jours</w:t>
      </w:r>
      <w:r>
        <w:t xml:space="preserve"> ; </w:t>
      </w:r>
      <w:r w:rsidR="005A3479">
        <w:t>aussi</w:t>
      </w:r>
      <w:r>
        <w:t xml:space="preserve">, </w:t>
      </w:r>
      <w:r w:rsidR="005A3479">
        <w:t>je n</w:t>
      </w:r>
      <w:r>
        <w:t>’</w:t>
      </w:r>
      <w:r w:rsidR="005A3479">
        <w:t>y attachais pas d</w:t>
      </w:r>
      <w:r>
        <w:t>’</w:t>
      </w:r>
      <w:r w:rsidR="005A3479">
        <w:t>importance</w:t>
      </w:r>
      <w:r>
        <w:t xml:space="preserve">. </w:t>
      </w:r>
      <w:r w:rsidR="005A3479">
        <w:t>M</w:t>
      </w:r>
      <w:r>
        <w:t>’</w:t>
      </w:r>
      <w:r w:rsidR="005A3479">
        <w:t>aimez-vous</w:t>
      </w:r>
      <w:r>
        <w:t xml:space="preserve">, </w:t>
      </w:r>
      <w:r w:rsidR="005A3479">
        <w:t>Sue</w:t>
      </w:r>
      <w:r>
        <w:t xml:space="preserve"> ?… </w:t>
      </w:r>
      <w:r w:rsidR="005A3479">
        <w:t>Vous comprenez ce que je veux dire</w:t>
      </w:r>
      <w:r>
        <w:t xml:space="preserve"> ? </w:t>
      </w:r>
      <w:r w:rsidR="005A3479">
        <w:t xml:space="preserve">Je ne veux pas du tout de votre </w:t>
      </w:r>
      <w:r>
        <w:t>« </w:t>
      </w:r>
      <w:r w:rsidR="005A3479">
        <w:t>par char</w:t>
      </w:r>
      <w:r w:rsidR="005A3479">
        <w:t>i</w:t>
      </w:r>
      <w:r w:rsidR="005A3479">
        <w:t>té</w:t>
      </w:r>
      <w:r>
        <w:t>. »</w:t>
      </w:r>
    </w:p>
    <w:p w14:paraId="02E133CE" w14:textId="77777777" w:rsidR="006F1ADB" w:rsidRDefault="005A3479" w:rsidP="005A3479">
      <w:r>
        <w:t>Dans les circonstances actuelles</w:t>
      </w:r>
      <w:r w:rsidR="006F1ADB">
        <w:t xml:space="preserve">, </w:t>
      </w:r>
      <w:r>
        <w:t>Sue préféra ne pas r</w:t>
      </w:r>
      <w:r>
        <w:t>é</w:t>
      </w:r>
      <w:r>
        <w:t>pondre à cette question</w:t>
      </w:r>
      <w:r w:rsidR="006F1ADB">
        <w:t>.</w:t>
      </w:r>
    </w:p>
    <w:p w14:paraId="051C37B7" w14:textId="77777777" w:rsidR="006F1ADB" w:rsidRDefault="006F1ADB" w:rsidP="005A3479">
      <w:r>
        <w:t>— </w:t>
      </w:r>
      <w:r w:rsidR="005A3479">
        <w:t>Je suppose qu</w:t>
      </w:r>
      <w:r>
        <w:t>’</w:t>
      </w:r>
      <w:r w:rsidR="005A3479">
        <w:t>elle</w:t>
      </w:r>
      <w:r>
        <w:t xml:space="preserve"> – </w:t>
      </w:r>
      <w:r w:rsidR="005A3479">
        <w:t>votre femme</w:t>
      </w:r>
      <w:r>
        <w:t xml:space="preserve"> – </w:t>
      </w:r>
      <w:r w:rsidR="005A3479">
        <w:t>est</w:t>
      </w:r>
      <w:r>
        <w:t xml:space="preserve">… </w:t>
      </w:r>
      <w:r w:rsidR="005A3479">
        <w:t>une très jolie femme</w:t>
      </w:r>
      <w:r>
        <w:t xml:space="preserve">, </w:t>
      </w:r>
      <w:r w:rsidR="005A3479">
        <w:t>quoique méchante</w:t>
      </w:r>
      <w:r>
        <w:t xml:space="preserve"> ? </w:t>
      </w:r>
      <w:r w:rsidR="005A3479">
        <w:t>demanda-t-elle vivement</w:t>
      </w:r>
      <w:r>
        <w:t>.</w:t>
      </w:r>
    </w:p>
    <w:p w14:paraId="4BD0D551" w14:textId="77777777" w:rsidR="006F1ADB" w:rsidRDefault="006F1ADB" w:rsidP="005A3479">
      <w:r>
        <w:t>— </w:t>
      </w:r>
      <w:r w:rsidR="005A3479">
        <w:t>Assez jolie</w:t>
      </w:r>
      <w:r>
        <w:t xml:space="preserve">, </w:t>
      </w:r>
      <w:r w:rsidR="005A3479">
        <w:t>me semble-t-il</w:t>
      </w:r>
      <w:r>
        <w:t xml:space="preserve">, </w:t>
      </w:r>
      <w:r w:rsidR="005A3479">
        <w:t>à travers le temps</w:t>
      </w:r>
      <w:r>
        <w:t>.</w:t>
      </w:r>
    </w:p>
    <w:p w14:paraId="489DA09D" w14:textId="77777777" w:rsidR="006F1ADB" w:rsidRDefault="006F1ADB" w:rsidP="005A3479">
      <w:r>
        <w:t>— </w:t>
      </w:r>
      <w:r w:rsidR="005A3479">
        <w:t>Plus jolie que moi</w:t>
      </w:r>
      <w:r>
        <w:t xml:space="preserve">, </w:t>
      </w:r>
      <w:r w:rsidR="005A3479">
        <w:t>sans doute</w:t>
      </w:r>
      <w:r>
        <w:t> ?</w:t>
      </w:r>
    </w:p>
    <w:p w14:paraId="23A6FF19" w14:textId="77777777" w:rsidR="006F1ADB" w:rsidRDefault="006F1ADB" w:rsidP="005A3479">
      <w:r>
        <w:lastRenderedPageBreak/>
        <w:t>— </w:t>
      </w:r>
      <w:r w:rsidR="005A3479">
        <w:t>Vous n</w:t>
      </w:r>
      <w:r>
        <w:t>’</w:t>
      </w:r>
      <w:r w:rsidR="005A3479">
        <w:t>avez aucun rapport avec elle</w:t>
      </w:r>
      <w:r>
        <w:t xml:space="preserve">. </w:t>
      </w:r>
      <w:r w:rsidR="005A3479">
        <w:t>Il y a des années que je ne l</w:t>
      </w:r>
      <w:r>
        <w:t>’</w:t>
      </w:r>
      <w:r w:rsidR="005A3479">
        <w:t>ai revue</w:t>
      </w:r>
      <w:r>
        <w:t xml:space="preserve">… </w:t>
      </w:r>
      <w:r w:rsidR="005A3479">
        <w:t>Mais elle reviendra sûrement</w:t>
      </w:r>
      <w:r>
        <w:t xml:space="preserve">. </w:t>
      </w:r>
      <w:r w:rsidR="005A3479">
        <w:t>On revient to</w:t>
      </w:r>
      <w:r w:rsidR="005A3479">
        <w:t>u</w:t>
      </w:r>
      <w:r w:rsidR="005A3479">
        <w:t>jours</w:t>
      </w:r>
      <w:r>
        <w:t>.</w:t>
      </w:r>
    </w:p>
    <w:p w14:paraId="6B20D858" w14:textId="77777777" w:rsidR="006F1ADB" w:rsidRDefault="006F1ADB" w:rsidP="005A3479">
      <w:r>
        <w:t>— </w:t>
      </w:r>
      <w:r w:rsidR="005A3479">
        <w:t>C</w:t>
      </w:r>
      <w:r>
        <w:t>’</w:t>
      </w:r>
      <w:r w:rsidR="005A3479">
        <w:t>est étrange que vous restiez ainsi séparé d</w:t>
      </w:r>
      <w:r>
        <w:t>’</w:t>
      </w:r>
      <w:r w:rsidR="005A3479">
        <w:t>elle</w:t>
      </w:r>
      <w:r>
        <w:t xml:space="preserve">, </w:t>
      </w:r>
      <w:r w:rsidR="005A3479">
        <w:t>dit Sue</w:t>
      </w:r>
      <w:r>
        <w:t xml:space="preserve">, – </w:t>
      </w:r>
      <w:r w:rsidR="005A3479">
        <w:t>ses lèvres tremblantes</w:t>
      </w:r>
      <w:r>
        <w:t xml:space="preserve">, </w:t>
      </w:r>
      <w:r w:rsidR="005A3479">
        <w:t>sa gorge serrée démentant son ironie</w:t>
      </w:r>
      <w:r>
        <w:t xml:space="preserve">. – </w:t>
      </w:r>
      <w:r w:rsidR="005A3479">
        <w:t>Vous</w:t>
      </w:r>
      <w:r>
        <w:t xml:space="preserve">, </w:t>
      </w:r>
      <w:r w:rsidR="005A3479">
        <w:t>un homme si religieux</w:t>
      </w:r>
      <w:r>
        <w:t xml:space="preserve"> ! </w:t>
      </w:r>
      <w:r w:rsidR="005A3479">
        <w:t>Comment les demi-dieux de votre Panthéon</w:t>
      </w:r>
      <w:r>
        <w:t xml:space="preserve"> – </w:t>
      </w:r>
      <w:r w:rsidR="005A3479">
        <w:t>je veux dire ces personnages légendaires que vous appelez les saints</w:t>
      </w:r>
      <w:r>
        <w:t xml:space="preserve">, – </w:t>
      </w:r>
      <w:r w:rsidR="005A3479">
        <w:t>pourront-ils intercéder pour vous après cela</w:t>
      </w:r>
      <w:r>
        <w:t xml:space="preserve"> ? </w:t>
      </w:r>
      <w:r w:rsidR="005A3479">
        <w:t>Si j</w:t>
      </w:r>
      <w:r>
        <w:t>’</w:t>
      </w:r>
      <w:r w:rsidR="005A3479">
        <w:t>avais fait ce que vous faites</w:t>
      </w:r>
      <w:r>
        <w:t xml:space="preserve">, </w:t>
      </w:r>
      <w:r w:rsidR="005A3479">
        <w:t>c</w:t>
      </w:r>
      <w:r>
        <w:t>’</w:t>
      </w:r>
      <w:r w:rsidR="005A3479">
        <w:t>eût été bien diff</w:t>
      </w:r>
      <w:r w:rsidR="005A3479">
        <w:t>é</w:t>
      </w:r>
      <w:r w:rsidR="005A3479">
        <w:t>rent et bien moins singulier</w:t>
      </w:r>
      <w:r>
        <w:t xml:space="preserve">, </w:t>
      </w:r>
      <w:r w:rsidR="005A3479">
        <w:t>puisque je ne considère pas le m</w:t>
      </w:r>
      <w:r w:rsidR="005A3479">
        <w:t>a</w:t>
      </w:r>
      <w:r w:rsidR="005A3479">
        <w:t>riage comme un sacrement</w:t>
      </w:r>
      <w:r>
        <w:t xml:space="preserve">. </w:t>
      </w:r>
      <w:r w:rsidR="005A3479">
        <w:t>Vos théories sont moins hardies que vos actes</w:t>
      </w:r>
      <w:r>
        <w:t>.</w:t>
      </w:r>
    </w:p>
    <w:p w14:paraId="55DF6C72" w14:textId="77777777" w:rsidR="006F1ADB" w:rsidRDefault="006F1ADB" w:rsidP="005A3479">
      <w:r>
        <w:t>— </w:t>
      </w:r>
      <w:r w:rsidR="005A3479">
        <w:t>Sue</w:t>
      </w:r>
      <w:r>
        <w:t xml:space="preserve">, </w:t>
      </w:r>
      <w:r w:rsidR="005A3479">
        <w:t>vous êtes terriblement caustique quand vous le vo</w:t>
      </w:r>
      <w:r w:rsidR="005A3479">
        <w:t>u</w:t>
      </w:r>
      <w:r w:rsidR="005A3479">
        <w:t>lez</w:t>
      </w:r>
      <w:r>
        <w:t xml:space="preserve">, </w:t>
      </w:r>
      <w:r w:rsidR="005A3479">
        <w:t>un parfait Voltaire</w:t>
      </w:r>
      <w:r>
        <w:t xml:space="preserve"> ! </w:t>
      </w:r>
      <w:r w:rsidR="005A3479">
        <w:t>Mais vous avez le droit de me traiter comme il vous plaira</w:t>
      </w:r>
      <w:r>
        <w:t>.</w:t>
      </w:r>
    </w:p>
    <w:p w14:paraId="593F124B" w14:textId="77777777" w:rsidR="006F1ADB" w:rsidRDefault="005A3479" w:rsidP="005A3479">
      <w:r>
        <w:t>Quand elle le vit si bouleversé</w:t>
      </w:r>
      <w:r w:rsidR="006F1ADB">
        <w:t xml:space="preserve">, </w:t>
      </w:r>
      <w:r>
        <w:t>elle s</w:t>
      </w:r>
      <w:r w:rsidR="006F1ADB">
        <w:t>’</w:t>
      </w:r>
      <w:r>
        <w:t>adoucit</w:t>
      </w:r>
      <w:r w:rsidR="006F1ADB">
        <w:t xml:space="preserve">, </w:t>
      </w:r>
      <w:r>
        <w:t>et</w:t>
      </w:r>
      <w:r w:rsidR="006F1ADB">
        <w:t xml:space="preserve">, </w:t>
      </w:r>
      <w:r>
        <w:t>le rega</w:t>
      </w:r>
      <w:r>
        <w:t>r</w:t>
      </w:r>
      <w:r>
        <w:t>dant à travers ses larmes attendries</w:t>
      </w:r>
      <w:r w:rsidR="006F1ADB">
        <w:t xml:space="preserve">, </w:t>
      </w:r>
      <w:r>
        <w:t>elle dit</w:t>
      </w:r>
      <w:r w:rsidR="006F1ADB">
        <w:t xml:space="preserve">, </w:t>
      </w:r>
      <w:r>
        <w:t>avec l</w:t>
      </w:r>
      <w:r w:rsidR="006F1ADB">
        <w:t>’</w:t>
      </w:r>
      <w:r>
        <w:t>irrésistible accent d</w:t>
      </w:r>
      <w:r w:rsidR="006F1ADB">
        <w:t>’</w:t>
      </w:r>
      <w:r>
        <w:t>une femme dont le cœur est blessé</w:t>
      </w:r>
      <w:r w:rsidR="006F1ADB">
        <w:t> :</w:t>
      </w:r>
    </w:p>
    <w:p w14:paraId="18E10575" w14:textId="77777777" w:rsidR="006F1ADB" w:rsidRDefault="006F1ADB" w:rsidP="005A3479">
      <w:r>
        <w:t>— </w:t>
      </w:r>
      <w:r w:rsidR="005A3479">
        <w:t>Ah</w:t>
      </w:r>
      <w:r>
        <w:t xml:space="preserve"> ! </w:t>
      </w:r>
      <w:r w:rsidR="005A3479">
        <w:t>vous auriez dû parler</w:t>
      </w:r>
      <w:r>
        <w:t xml:space="preserve">, </w:t>
      </w:r>
      <w:r w:rsidR="005A3479">
        <w:t>avant de me laisser croire que vous souhaitiez m</w:t>
      </w:r>
      <w:r>
        <w:t>’</w:t>
      </w:r>
      <w:r w:rsidR="005A3479">
        <w:t>aimer</w:t>
      </w:r>
      <w:r>
        <w:t xml:space="preserve"> ! </w:t>
      </w:r>
      <w:r w:rsidR="005A3479">
        <w:t>Je n</w:t>
      </w:r>
      <w:r>
        <w:t>’</w:t>
      </w:r>
      <w:r w:rsidR="005A3479">
        <w:t>avais rien soupçonné jusqu</w:t>
      </w:r>
      <w:r>
        <w:t>’</w:t>
      </w:r>
      <w:r w:rsidR="005A3479">
        <w:t>au jour de notre adieu à la gare</w:t>
      </w:r>
      <w:r>
        <w:t xml:space="preserve">, </w:t>
      </w:r>
      <w:r w:rsidR="005A3479">
        <w:t>excepté</w:t>
      </w:r>
      <w:r>
        <w:t>…</w:t>
      </w:r>
    </w:p>
    <w:p w14:paraId="586FF248" w14:textId="77777777" w:rsidR="006F1ADB" w:rsidRDefault="005A3479" w:rsidP="005A3479">
      <w:r>
        <w:t>Sue était aussi misérable que Jude</w:t>
      </w:r>
      <w:r w:rsidR="006F1ADB">
        <w:t xml:space="preserve">, </w:t>
      </w:r>
      <w:r>
        <w:t>dans ses efforts infru</w:t>
      </w:r>
      <w:r>
        <w:t>c</w:t>
      </w:r>
      <w:r>
        <w:t>tueux pour maîtriser son émotion</w:t>
      </w:r>
      <w:r w:rsidR="006F1ADB">
        <w:t>.</w:t>
      </w:r>
    </w:p>
    <w:p w14:paraId="1BDD1B08" w14:textId="77777777" w:rsidR="006F1ADB" w:rsidRDefault="006F1ADB" w:rsidP="005A3479">
      <w:r>
        <w:t>— </w:t>
      </w:r>
      <w:r w:rsidR="005A3479">
        <w:t>Ne pleurez pas</w:t>
      </w:r>
      <w:r>
        <w:t xml:space="preserve">, </w:t>
      </w:r>
      <w:r w:rsidR="005A3479">
        <w:t>chère</w:t>
      </w:r>
      <w:r>
        <w:t xml:space="preserve">, </w:t>
      </w:r>
      <w:r w:rsidR="005A3479">
        <w:t>supplia-t-il</w:t>
      </w:r>
      <w:r>
        <w:t>.</w:t>
      </w:r>
    </w:p>
    <w:p w14:paraId="42EEF59A" w14:textId="77777777" w:rsidR="006F1ADB" w:rsidRDefault="006F1ADB" w:rsidP="005A3479">
      <w:r>
        <w:t>— </w:t>
      </w:r>
      <w:r w:rsidR="005A3479">
        <w:t>Je ne pleure pas parce que je vous aime</w:t>
      </w:r>
      <w:r>
        <w:t xml:space="preserve">… </w:t>
      </w:r>
      <w:r w:rsidR="005A3479">
        <w:t>C</w:t>
      </w:r>
      <w:r>
        <w:t>’</w:t>
      </w:r>
      <w:r w:rsidR="005A3479">
        <w:t>est votre manque de confiance qui me fait pleurer</w:t>
      </w:r>
      <w:r>
        <w:t>.</w:t>
      </w:r>
    </w:p>
    <w:p w14:paraId="0CCC0A64" w14:textId="77777777" w:rsidR="006F1ADB" w:rsidRDefault="005A3479" w:rsidP="005A3479">
      <w:r>
        <w:t>Ils étaient tout à fait à l</w:t>
      </w:r>
      <w:r w:rsidR="006F1ADB">
        <w:t>’</w:t>
      </w:r>
      <w:r>
        <w:t>abri dans le square du marché</w:t>
      </w:r>
      <w:r w:rsidR="006F1ADB">
        <w:t xml:space="preserve">, </w:t>
      </w:r>
      <w:r>
        <w:t>et Jude ne put s</w:t>
      </w:r>
      <w:r w:rsidR="006F1ADB">
        <w:t>’</w:t>
      </w:r>
      <w:r>
        <w:t xml:space="preserve">empêcher de mettre son bras autour de la taille </w:t>
      </w:r>
      <w:r>
        <w:lastRenderedPageBreak/>
        <w:t>de Sue</w:t>
      </w:r>
      <w:r w:rsidR="006F1ADB">
        <w:t xml:space="preserve">. </w:t>
      </w:r>
      <w:r>
        <w:t>Pour l</w:t>
      </w:r>
      <w:r w:rsidR="006F1ADB">
        <w:t>’</w:t>
      </w:r>
      <w:r>
        <w:t>instant</w:t>
      </w:r>
      <w:r w:rsidR="006F1ADB">
        <w:t xml:space="preserve">, </w:t>
      </w:r>
      <w:r>
        <w:t>il ne désirait pas autre chose que la voir se reprendre et se calmer</w:t>
      </w:r>
      <w:r w:rsidR="006F1ADB">
        <w:t>.</w:t>
      </w:r>
    </w:p>
    <w:p w14:paraId="33B37590" w14:textId="77777777" w:rsidR="006F1ADB" w:rsidRDefault="006F1ADB" w:rsidP="005A3479">
      <w:r>
        <w:t>— </w:t>
      </w:r>
      <w:r w:rsidR="005A3479">
        <w:t>Non</w:t>
      </w:r>
      <w:r>
        <w:t xml:space="preserve">, </w:t>
      </w:r>
      <w:r w:rsidR="005A3479">
        <w:t>non</w:t>
      </w:r>
      <w:r>
        <w:t xml:space="preserve">, </w:t>
      </w:r>
      <w:r w:rsidR="005A3479">
        <w:t>dit-elle en le repoussant durement et en e</w:t>
      </w:r>
      <w:r w:rsidR="005A3479">
        <w:t>s</w:t>
      </w:r>
      <w:r w:rsidR="005A3479">
        <w:t>suyant ses yeux</w:t>
      </w:r>
      <w:r>
        <w:t xml:space="preserve">. </w:t>
      </w:r>
      <w:r w:rsidR="005A3479">
        <w:t>Cela ne se peut</w:t>
      </w:r>
      <w:r>
        <w:t xml:space="preserve">. </w:t>
      </w:r>
      <w:r w:rsidR="005A3479">
        <w:t>Ce serait trop hypocrite de pr</w:t>
      </w:r>
      <w:r w:rsidR="005A3479">
        <w:t>é</w:t>
      </w:r>
      <w:r w:rsidR="005A3479">
        <w:t>tendre que vous prenez cette liberté à titre de cousin</w:t>
      </w:r>
      <w:r>
        <w:t xml:space="preserve">, </w:t>
      </w:r>
      <w:r w:rsidR="005A3479">
        <w:t>et vous n</w:t>
      </w:r>
      <w:r>
        <w:t>’</w:t>
      </w:r>
      <w:r w:rsidR="005A3479">
        <w:t>avez aucun titre</w:t>
      </w:r>
      <w:r>
        <w:t>.</w:t>
      </w:r>
    </w:p>
    <w:p w14:paraId="73027EE8" w14:textId="77777777" w:rsidR="006F1ADB" w:rsidRDefault="005A3479" w:rsidP="005A3479">
      <w:r>
        <w:t>Ils firent une douzaine de pas et elle redevint plus calme</w:t>
      </w:r>
      <w:r w:rsidR="006F1ADB">
        <w:t>.</w:t>
      </w:r>
    </w:p>
    <w:p w14:paraId="36DD5C32" w14:textId="77777777" w:rsidR="006F1ADB" w:rsidRDefault="006F1ADB" w:rsidP="005A3479">
      <w:r>
        <w:t>— </w:t>
      </w:r>
      <w:r w:rsidR="005A3479">
        <w:t>Je ne vous garde pas de rancune pour ce que vous ne pouviez éviter</w:t>
      </w:r>
      <w:r>
        <w:t xml:space="preserve">, </w:t>
      </w:r>
      <w:r w:rsidR="005A3479">
        <w:t>dit-elle en souriant</w:t>
      </w:r>
      <w:r>
        <w:t xml:space="preserve">. </w:t>
      </w:r>
      <w:r w:rsidR="005A3479">
        <w:t>Ce serait folie</w:t>
      </w:r>
      <w:r>
        <w:t xml:space="preserve"> ! </w:t>
      </w:r>
      <w:r w:rsidR="005A3479">
        <w:t>Mais je vous blâme un peu d</w:t>
      </w:r>
      <w:r>
        <w:t>’</w:t>
      </w:r>
      <w:r w:rsidR="005A3479">
        <w:t>avoir parlé si tard</w:t>
      </w:r>
      <w:r>
        <w:t xml:space="preserve">. </w:t>
      </w:r>
      <w:r w:rsidR="005A3479">
        <w:t>Après tout</w:t>
      </w:r>
      <w:r>
        <w:t xml:space="preserve">, </w:t>
      </w:r>
      <w:r w:rsidR="005A3479">
        <w:t>qu</w:t>
      </w:r>
      <w:r>
        <w:t>’</w:t>
      </w:r>
      <w:r w:rsidR="005A3479">
        <w:t>importe</w:t>
      </w:r>
      <w:r>
        <w:t xml:space="preserve"> ? </w:t>
      </w:r>
      <w:r w:rsidR="005A3479">
        <w:t>Nous aurions dû nous séparer</w:t>
      </w:r>
      <w:r>
        <w:t xml:space="preserve">, </w:t>
      </w:r>
      <w:r w:rsidR="005A3479">
        <w:t>vous le voyez bien</w:t>
      </w:r>
      <w:r>
        <w:t xml:space="preserve">, </w:t>
      </w:r>
      <w:r w:rsidR="005A3479">
        <w:t>même si vous aviez été libre</w:t>
      </w:r>
      <w:r>
        <w:t>.</w:t>
      </w:r>
    </w:p>
    <w:p w14:paraId="171B3B80" w14:textId="77777777" w:rsidR="006F1ADB" w:rsidRDefault="006F1ADB" w:rsidP="005A3479">
      <w:r>
        <w:t>— </w:t>
      </w:r>
      <w:r w:rsidR="005A3479">
        <w:t>Non</w:t>
      </w:r>
      <w:r>
        <w:t xml:space="preserve">, </w:t>
      </w:r>
      <w:r w:rsidR="005A3479">
        <w:t>Sue</w:t>
      </w:r>
      <w:r>
        <w:t xml:space="preserve">. </w:t>
      </w:r>
      <w:r w:rsidR="005A3479">
        <w:t>Cela est le seul obstacle</w:t>
      </w:r>
      <w:r>
        <w:t>.</w:t>
      </w:r>
    </w:p>
    <w:p w14:paraId="777BDD34" w14:textId="77777777" w:rsidR="006F1ADB" w:rsidRDefault="006F1ADB" w:rsidP="005A3479">
      <w:r>
        <w:t>— </w:t>
      </w:r>
      <w:r w:rsidR="005A3479">
        <w:t>Vous pensez que je vous aurais aimé et épousé</w:t>
      </w:r>
      <w:r>
        <w:t xml:space="preserve">, </w:t>
      </w:r>
      <w:r w:rsidR="005A3479">
        <w:t>sauf cet obstacle</w:t>
      </w:r>
      <w:r>
        <w:t xml:space="preserve">, </w:t>
      </w:r>
      <w:r w:rsidR="005A3479">
        <w:t>dit Sue avec une douceur sérieuse</w:t>
      </w:r>
      <w:r>
        <w:t xml:space="preserve">, </w:t>
      </w:r>
      <w:r w:rsidR="005A3479">
        <w:t>qui ne révélait pas toute sa pensée</w:t>
      </w:r>
      <w:r>
        <w:t xml:space="preserve"> ; </w:t>
      </w:r>
      <w:r w:rsidR="005A3479">
        <w:t>mais nous sommes cousins</w:t>
      </w:r>
      <w:r>
        <w:t xml:space="preserve">, </w:t>
      </w:r>
      <w:r w:rsidR="005A3479">
        <w:t>et il est mauvais de se marier entre parents</w:t>
      </w:r>
      <w:r>
        <w:t xml:space="preserve">… </w:t>
      </w:r>
      <w:r w:rsidR="005A3479">
        <w:t>Puis</w:t>
      </w:r>
      <w:r>
        <w:t xml:space="preserve">, </w:t>
      </w:r>
      <w:r w:rsidR="005A3479">
        <w:t>je suis fiancée à un autre</w:t>
      </w:r>
      <w:r>
        <w:t xml:space="preserve">. </w:t>
      </w:r>
      <w:r w:rsidR="005A3479">
        <w:t>Il faut</w:t>
      </w:r>
      <w:r>
        <w:t xml:space="preserve">, </w:t>
      </w:r>
      <w:r w:rsidR="005A3479">
        <w:t>pour le monde</w:t>
      </w:r>
      <w:r>
        <w:t xml:space="preserve">, </w:t>
      </w:r>
      <w:r w:rsidR="005A3479">
        <w:t>continuer nos relations amicales</w:t>
      </w:r>
      <w:r>
        <w:t xml:space="preserve">. </w:t>
      </w:r>
      <w:r w:rsidR="005A3479">
        <w:t>Les gens ont une idée très bornée des relations entre homme et femme</w:t>
      </w:r>
      <w:r>
        <w:t xml:space="preserve">, </w:t>
      </w:r>
      <w:r w:rsidR="005A3479">
        <w:t>et ils l</w:t>
      </w:r>
      <w:r>
        <w:t>’</w:t>
      </w:r>
      <w:r w:rsidR="005A3479">
        <w:t>ont prouvé en me renvoyant de l</w:t>
      </w:r>
      <w:r>
        <w:t>’</w:t>
      </w:r>
      <w:r w:rsidR="005A3479">
        <w:t>École</w:t>
      </w:r>
      <w:r>
        <w:t xml:space="preserve">. </w:t>
      </w:r>
      <w:r w:rsidR="005A3479">
        <w:t>Leur philosophie reconnaît seulement les relations fondées sur le désir animal</w:t>
      </w:r>
      <w:r>
        <w:t xml:space="preserve">. </w:t>
      </w:r>
      <w:r w:rsidR="005A3479">
        <w:t>Le vaste champ des fortes affections</w:t>
      </w:r>
      <w:r>
        <w:t xml:space="preserve">, </w:t>
      </w:r>
      <w:r w:rsidR="005A3479">
        <w:t>où le désir joue un rôle s</w:t>
      </w:r>
      <w:r w:rsidR="005A3479">
        <w:t>e</w:t>
      </w:r>
      <w:r w:rsidR="005A3479">
        <w:t>condaire</w:t>
      </w:r>
      <w:r>
        <w:t xml:space="preserve">, </w:t>
      </w:r>
      <w:r w:rsidR="005A3479">
        <w:t>leur demeure inconnu</w:t>
      </w:r>
      <w:r>
        <w:t xml:space="preserve">. </w:t>
      </w:r>
      <w:r w:rsidR="005A3479">
        <w:t>C</w:t>
      </w:r>
      <w:r>
        <w:t>’</w:t>
      </w:r>
      <w:r w:rsidR="005A3479">
        <w:t>est le domaine de</w:t>
      </w:r>
      <w:r>
        <w:t xml:space="preserve">… </w:t>
      </w:r>
      <w:r w:rsidR="005A3479">
        <w:t>qui donc</w:t>
      </w:r>
      <w:r>
        <w:t xml:space="preserve"> ?… </w:t>
      </w:r>
      <w:r w:rsidR="005A3479">
        <w:t>de Vénus Uranie</w:t>
      </w:r>
      <w:r>
        <w:t>.</w:t>
      </w:r>
    </w:p>
    <w:p w14:paraId="29443B45" w14:textId="77777777" w:rsidR="006F1ADB" w:rsidRDefault="005A3479" w:rsidP="005A3479">
      <w:r>
        <w:t>Il pouvait enfin parler plus librement</w:t>
      </w:r>
      <w:r w:rsidR="006F1ADB">
        <w:t> :</w:t>
      </w:r>
    </w:p>
    <w:p w14:paraId="2AA1A9B6" w14:textId="77777777" w:rsidR="006F1ADB" w:rsidRDefault="006F1ADB" w:rsidP="005A3479">
      <w:r>
        <w:t>— </w:t>
      </w:r>
      <w:r w:rsidR="005A3479">
        <w:t>Plusieurs raisons m</w:t>
      </w:r>
      <w:r>
        <w:t>’</w:t>
      </w:r>
      <w:r w:rsidR="005A3479">
        <w:t>empêchaient de vous faire des conf</w:t>
      </w:r>
      <w:r w:rsidR="005A3479">
        <w:t>i</w:t>
      </w:r>
      <w:r w:rsidR="005A3479">
        <w:t>dences téméraires</w:t>
      </w:r>
      <w:r>
        <w:t xml:space="preserve">. </w:t>
      </w:r>
      <w:r w:rsidR="005A3479">
        <w:t>Vous en savez une</w:t>
      </w:r>
      <w:r>
        <w:t xml:space="preserve">. </w:t>
      </w:r>
      <w:r w:rsidR="005A3479">
        <w:t>Une autre</w:t>
      </w:r>
      <w:r>
        <w:t xml:space="preserve">, </w:t>
      </w:r>
      <w:r w:rsidR="005A3479">
        <w:t>c</w:t>
      </w:r>
      <w:r>
        <w:t>’</w:t>
      </w:r>
      <w:r w:rsidR="005A3479">
        <w:t>est que l</w:t>
      </w:r>
      <w:r>
        <w:t>’</w:t>
      </w:r>
      <w:r w:rsidR="005A3479">
        <w:t>on m</w:t>
      </w:r>
      <w:r>
        <w:t>’</w:t>
      </w:r>
      <w:r w:rsidR="005A3479">
        <w:t>a persuadé de ne point me marier</w:t>
      </w:r>
      <w:r>
        <w:t xml:space="preserve">, </w:t>
      </w:r>
      <w:r w:rsidR="005A3479">
        <w:t xml:space="preserve">parce que </w:t>
      </w:r>
      <w:r w:rsidR="005A3479">
        <w:lastRenderedPageBreak/>
        <w:t>j</w:t>
      </w:r>
      <w:r>
        <w:t>’</w:t>
      </w:r>
      <w:r w:rsidR="005A3479">
        <w:t>appartiens à une étrange famille</w:t>
      </w:r>
      <w:r>
        <w:t xml:space="preserve">, </w:t>
      </w:r>
      <w:r w:rsidR="005A3479">
        <w:t>d</w:t>
      </w:r>
      <w:r>
        <w:t>’</w:t>
      </w:r>
      <w:r w:rsidR="005A3479">
        <w:t>une race particulière</w:t>
      </w:r>
      <w:r>
        <w:t xml:space="preserve">, </w:t>
      </w:r>
      <w:r w:rsidR="005A3479">
        <w:t>la pire qui soit pour le mariage</w:t>
      </w:r>
      <w:r>
        <w:t>.</w:t>
      </w:r>
    </w:p>
    <w:p w14:paraId="541D7EB0" w14:textId="77777777" w:rsidR="006F1ADB" w:rsidRDefault="006F1ADB" w:rsidP="005A3479">
      <w:r>
        <w:t>— </w:t>
      </w:r>
      <w:r w:rsidR="005A3479">
        <w:t>Ah</w:t>
      </w:r>
      <w:r>
        <w:t xml:space="preserve"> ! </w:t>
      </w:r>
      <w:r w:rsidR="005A3479">
        <w:t>qui donc vous disait cela</w:t>
      </w:r>
      <w:r>
        <w:t> ?</w:t>
      </w:r>
    </w:p>
    <w:p w14:paraId="1F6FD70F" w14:textId="77777777" w:rsidR="006F1ADB" w:rsidRDefault="006F1ADB" w:rsidP="005A3479">
      <w:r>
        <w:t>— </w:t>
      </w:r>
      <w:r w:rsidR="005A3479">
        <w:t xml:space="preserve">Ma </w:t>
      </w:r>
      <w:proofErr w:type="spellStart"/>
      <w:r w:rsidR="005A3479">
        <w:t>grand</w:t>
      </w:r>
      <w:r>
        <w:t>’</w:t>
      </w:r>
      <w:r w:rsidR="005A3479">
        <w:t>tante</w:t>
      </w:r>
      <w:proofErr w:type="spellEnd"/>
      <w:r>
        <w:t xml:space="preserve">. </w:t>
      </w:r>
      <w:r w:rsidR="005A3479">
        <w:t>Elle répétait que le mariage portait ma</w:t>
      </w:r>
      <w:r w:rsidR="005A3479">
        <w:t>l</w:t>
      </w:r>
      <w:r w:rsidR="005A3479">
        <w:t>heur aux Fawley</w:t>
      </w:r>
      <w:r>
        <w:t>.</w:t>
      </w:r>
    </w:p>
    <w:p w14:paraId="558A3B6D" w14:textId="77777777" w:rsidR="006F1ADB" w:rsidRDefault="006F1ADB" w:rsidP="005A3479">
      <w:r>
        <w:t>— </w:t>
      </w:r>
      <w:r w:rsidR="005A3479">
        <w:t>C</w:t>
      </w:r>
      <w:r>
        <w:t>’</w:t>
      </w:r>
      <w:r w:rsidR="005A3479">
        <w:t>est bizarre</w:t>
      </w:r>
      <w:r>
        <w:t xml:space="preserve">. </w:t>
      </w:r>
      <w:r w:rsidR="005A3479">
        <w:t>Mon père disait la même chose</w:t>
      </w:r>
      <w:r>
        <w:t>.</w:t>
      </w:r>
    </w:p>
    <w:p w14:paraId="07C009BB" w14:textId="77777777" w:rsidR="006F1ADB" w:rsidRDefault="005A3479" w:rsidP="005A3479">
      <w:r>
        <w:t>La même pensée leur vint</w:t>
      </w:r>
      <w:r w:rsidR="006F1ADB">
        <w:t xml:space="preserve">, </w:t>
      </w:r>
      <w:r>
        <w:t>assez pénible</w:t>
      </w:r>
      <w:r w:rsidR="006F1ADB">
        <w:t xml:space="preserve">, </w:t>
      </w:r>
      <w:r>
        <w:t>même comme simple hypothèse</w:t>
      </w:r>
      <w:r w:rsidR="006F1ADB">
        <w:t xml:space="preserve"> : </w:t>
      </w:r>
      <w:r>
        <w:t>un mariage entre eux</w:t>
      </w:r>
      <w:r w:rsidR="006F1ADB">
        <w:t xml:space="preserve">, </w:t>
      </w:r>
      <w:proofErr w:type="spellStart"/>
      <w:r>
        <w:t>fût-il</w:t>
      </w:r>
      <w:proofErr w:type="spellEnd"/>
      <w:r>
        <w:t xml:space="preserve"> possible</w:t>
      </w:r>
      <w:r w:rsidR="006F1ADB">
        <w:t xml:space="preserve">, </w:t>
      </w:r>
      <w:r>
        <w:t>leur union aurait terriblement doublé leurs chances de malheur</w:t>
      </w:r>
      <w:r w:rsidR="006F1ADB">
        <w:t>.</w:t>
      </w:r>
    </w:p>
    <w:p w14:paraId="18E0A746" w14:textId="77777777" w:rsidR="006F1ADB" w:rsidRDefault="006F1ADB" w:rsidP="005A3479">
      <w:r>
        <w:t>— </w:t>
      </w:r>
      <w:r w:rsidR="005A3479">
        <w:t>Oh</w:t>
      </w:r>
      <w:r>
        <w:t xml:space="preserve"> ! </w:t>
      </w:r>
      <w:r w:rsidR="005A3479">
        <w:t>cela ne signifie rien</w:t>
      </w:r>
      <w:r>
        <w:t xml:space="preserve">, </w:t>
      </w:r>
      <w:r w:rsidR="005A3479">
        <w:t>dit-elle avec une légèreté ne</w:t>
      </w:r>
      <w:r w:rsidR="005A3479">
        <w:t>r</w:t>
      </w:r>
      <w:r w:rsidR="005A3479">
        <w:t>veuse</w:t>
      </w:r>
      <w:r>
        <w:t xml:space="preserve">. </w:t>
      </w:r>
      <w:r w:rsidR="005A3479">
        <w:t>Notre famille a subi les tristes conséquences de plusieurs alliances mal assorties</w:t>
      </w:r>
      <w:r>
        <w:t xml:space="preserve">. </w:t>
      </w:r>
      <w:r w:rsidR="005A3479">
        <w:t>Voilà tout</w:t>
      </w:r>
      <w:r>
        <w:t>.</w:t>
      </w:r>
    </w:p>
    <w:p w14:paraId="63B17F30" w14:textId="77777777" w:rsidR="006F1ADB" w:rsidRDefault="005A3479" w:rsidP="005A3479">
      <w:r>
        <w:t>Ils tentèrent donc de se persuader à eux-mêmes que tout ce qui était arrivé n</w:t>
      </w:r>
      <w:r w:rsidR="006F1ADB">
        <w:t>’</w:t>
      </w:r>
      <w:r>
        <w:t>avait aucune importance</w:t>
      </w:r>
      <w:r w:rsidR="006F1ADB">
        <w:t xml:space="preserve"> ; </w:t>
      </w:r>
      <w:r>
        <w:t>qu</w:t>
      </w:r>
      <w:r w:rsidR="006F1ADB">
        <w:t>’</w:t>
      </w:r>
      <w:r>
        <w:t>ils pouvaient e</w:t>
      </w:r>
      <w:r>
        <w:t>n</w:t>
      </w:r>
      <w:r>
        <w:t>core être cousins</w:t>
      </w:r>
      <w:r w:rsidR="006F1ADB">
        <w:t xml:space="preserve">, </w:t>
      </w:r>
      <w:r>
        <w:t>amis et affectueux camarades</w:t>
      </w:r>
      <w:r w:rsidR="006F1ADB">
        <w:t xml:space="preserve">, </w:t>
      </w:r>
      <w:r>
        <w:t>et passer e</w:t>
      </w:r>
      <w:r>
        <w:t>n</w:t>
      </w:r>
      <w:r>
        <w:t>semble des heures douces et bienfaisantes</w:t>
      </w:r>
      <w:r w:rsidR="006F1ADB">
        <w:t xml:space="preserve">, </w:t>
      </w:r>
      <w:r>
        <w:t>dussent-ils se re</w:t>
      </w:r>
      <w:r>
        <w:t>n</w:t>
      </w:r>
      <w:r>
        <w:t>contrer plus rarement</w:t>
      </w:r>
      <w:r w:rsidR="006F1ADB">
        <w:t xml:space="preserve">. </w:t>
      </w:r>
      <w:r>
        <w:t>Ils se séparèrent de bonne amitié</w:t>
      </w:r>
      <w:r w:rsidR="006F1ADB">
        <w:t xml:space="preserve">. </w:t>
      </w:r>
      <w:r>
        <w:t>Pou</w:t>
      </w:r>
      <w:r>
        <w:t>r</w:t>
      </w:r>
      <w:r>
        <w:t>tant</w:t>
      </w:r>
      <w:r w:rsidR="006F1ADB">
        <w:t xml:space="preserve">, </w:t>
      </w:r>
      <w:r>
        <w:t>il y avait une nuance de curiosité dans le dernier regard de Jude</w:t>
      </w:r>
      <w:r w:rsidR="006F1ADB">
        <w:t xml:space="preserve"> : </w:t>
      </w:r>
      <w:r>
        <w:t>il sentait que Sue n</w:t>
      </w:r>
      <w:r w:rsidR="006F1ADB">
        <w:t>’</w:t>
      </w:r>
      <w:r>
        <w:t>avait pas dit toute sa pensée</w:t>
      </w:r>
      <w:r w:rsidR="006F1ADB">
        <w:t>.</w:t>
      </w:r>
    </w:p>
    <w:p w14:paraId="0915DE72" w14:textId="7D7DF1C8" w:rsidR="005A3479" w:rsidRDefault="005A3479" w:rsidP="006F1ADB">
      <w:pPr>
        <w:pStyle w:val="Titre2"/>
      </w:pPr>
      <w:bookmarkStart w:id="51" w:name="__RefHeading__53_1957917597"/>
      <w:bookmarkStart w:id="52" w:name="_Toc202369641"/>
      <w:bookmarkEnd w:id="51"/>
      <w:r>
        <w:lastRenderedPageBreak/>
        <w:t>VII</w:t>
      </w:r>
      <w:bookmarkEnd w:id="52"/>
    </w:p>
    <w:p w14:paraId="00B90216" w14:textId="77777777" w:rsidR="006F1ADB" w:rsidRDefault="005A3479" w:rsidP="005A3479">
      <w:r>
        <w:t>Un ou deux jours après</w:t>
      </w:r>
      <w:r w:rsidR="006F1ADB">
        <w:t xml:space="preserve">. </w:t>
      </w:r>
      <w:r>
        <w:t>Jude reçut des nouvelles de Sue qui passèrent sur lui comme un desséchant orage</w:t>
      </w:r>
      <w:r w:rsidR="006F1ADB">
        <w:t>.</w:t>
      </w:r>
    </w:p>
    <w:p w14:paraId="734BDBDF" w14:textId="77777777" w:rsidR="006F1ADB" w:rsidRDefault="005A3479" w:rsidP="005A3479">
      <w:r>
        <w:t>Avant de lire sa lettre</w:t>
      </w:r>
      <w:r w:rsidR="006F1ADB">
        <w:t xml:space="preserve">, </w:t>
      </w:r>
      <w:r>
        <w:t>il pressentit qu</w:t>
      </w:r>
      <w:r w:rsidR="006F1ADB">
        <w:t>’</w:t>
      </w:r>
      <w:r>
        <w:t>elle contenait des choses graves</w:t>
      </w:r>
      <w:r w:rsidR="006F1ADB">
        <w:t xml:space="preserve">, </w:t>
      </w:r>
      <w:r>
        <w:t>à la seule vue de la signature</w:t>
      </w:r>
      <w:r w:rsidR="006F1ADB">
        <w:t xml:space="preserve">, </w:t>
      </w:r>
      <w:r>
        <w:t>Sue ayant écrit son nom en entier</w:t>
      </w:r>
      <w:r w:rsidR="006F1ADB">
        <w:t xml:space="preserve">, </w:t>
      </w:r>
      <w:r>
        <w:t>ce qu</w:t>
      </w:r>
      <w:r w:rsidR="006F1ADB">
        <w:t>’</w:t>
      </w:r>
      <w:r>
        <w:t>elle n</w:t>
      </w:r>
      <w:r w:rsidR="006F1ADB">
        <w:t>’</w:t>
      </w:r>
      <w:r>
        <w:t>avait jamais fait</w:t>
      </w:r>
      <w:r w:rsidR="006F1ADB">
        <w:t xml:space="preserve">, </w:t>
      </w:r>
      <w:r>
        <w:t>durant toute leur correspondance</w:t>
      </w:r>
      <w:r w:rsidR="006F1ADB">
        <w:t> :</w:t>
      </w:r>
    </w:p>
    <w:p w14:paraId="48855F02" w14:textId="1B192939" w:rsidR="006F1ADB" w:rsidRDefault="006F1ADB" w:rsidP="005A3479">
      <w:r>
        <w:t>« </w:t>
      </w:r>
      <w:r w:rsidR="005A3479">
        <w:t>Mon cher Jude</w:t>
      </w:r>
      <w:r>
        <w:t xml:space="preserve">, </w:t>
      </w:r>
      <w:r w:rsidR="005A3479">
        <w:t>ce que j</w:t>
      </w:r>
      <w:r>
        <w:t>’</w:t>
      </w:r>
      <w:r w:rsidR="005A3479">
        <w:t>ai à vous dire ne vous surprendra pas</w:t>
      </w:r>
      <w:r>
        <w:t xml:space="preserve">, </w:t>
      </w:r>
      <w:r w:rsidR="005A3479">
        <w:t>quoique vous puissiez vous étonner du train accéléré qu</w:t>
      </w:r>
      <w:r>
        <w:t>’</w:t>
      </w:r>
      <w:r w:rsidR="005A3479">
        <w:t>ont pris les choses</w:t>
      </w:r>
      <w:r>
        <w:t xml:space="preserve"> (</w:t>
      </w:r>
      <w:r w:rsidR="005A3479">
        <w:t>je parle comme les compagnies de chemin de fer</w:t>
      </w:r>
      <w:r>
        <w:t>). M. </w:t>
      </w:r>
      <w:proofErr w:type="spellStart"/>
      <w:r w:rsidR="005A3479">
        <w:t>Phillotson</w:t>
      </w:r>
      <w:proofErr w:type="spellEnd"/>
      <w:r w:rsidR="005A3479">
        <w:t xml:space="preserve"> et moi nous nous marierons très prochain</w:t>
      </w:r>
      <w:r w:rsidR="005A3479">
        <w:t>e</w:t>
      </w:r>
      <w:r w:rsidR="005A3479">
        <w:t>ment</w:t>
      </w:r>
      <w:r>
        <w:t xml:space="preserve">, </w:t>
      </w:r>
      <w:r w:rsidR="005A3479">
        <w:t>dans trois ou quatre semaines</w:t>
      </w:r>
      <w:r>
        <w:t xml:space="preserve">. </w:t>
      </w:r>
      <w:r w:rsidR="005A3479">
        <w:t>Nous avions résolu</w:t>
      </w:r>
      <w:r>
        <w:t xml:space="preserve">, </w:t>
      </w:r>
      <w:r w:rsidR="005A3479">
        <w:t>comme vous le savez</w:t>
      </w:r>
      <w:r>
        <w:t xml:space="preserve">, </w:t>
      </w:r>
      <w:r w:rsidR="005A3479">
        <w:t>d</w:t>
      </w:r>
      <w:r>
        <w:t>’</w:t>
      </w:r>
      <w:r w:rsidR="005A3479">
        <w:t>attendre que j</w:t>
      </w:r>
      <w:r>
        <w:t>’</w:t>
      </w:r>
      <w:r w:rsidR="005A3479">
        <w:t>eusse terminé mon stage à l</w:t>
      </w:r>
      <w:r>
        <w:t>’</w:t>
      </w:r>
      <w:r w:rsidR="005A3479">
        <w:t>École normale et obtenu mon diplôme</w:t>
      </w:r>
      <w:r>
        <w:t xml:space="preserve">, </w:t>
      </w:r>
      <w:r w:rsidR="005A3479">
        <w:t xml:space="preserve">pour aider </w:t>
      </w:r>
      <w:r>
        <w:t>M. </w:t>
      </w:r>
      <w:proofErr w:type="spellStart"/>
      <w:r w:rsidR="005A3479">
        <w:t>Phillotson</w:t>
      </w:r>
      <w:proofErr w:type="spellEnd"/>
      <w:r w:rsidR="005A3479">
        <w:t xml:space="preserve"> dans son enseignement</w:t>
      </w:r>
      <w:r>
        <w:t xml:space="preserve">, </w:t>
      </w:r>
      <w:r w:rsidR="005A3479">
        <w:t>si c</w:t>
      </w:r>
      <w:r>
        <w:t>’</w:t>
      </w:r>
      <w:r w:rsidR="005A3479">
        <w:t>était nécessaire</w:t>
      </w:r>
      <w:r>
        <w:t xml:space="preserve">. </w:t>
      </w:r>
      <w:r w:rsidR="005A3479">
        <w:t>Mais il m</w:t>
      </w:r>
      <w:r>
        <w:t>’</w:t>
      </w:r>
      <w:r w:rsidR="005A3479">
        <w:t>a généreusement déclaré qu</w:t>
      </w:r>
      <w:r>
        <w:t>’</w:t>
      </w:r>
      <w:r w:rsidR="005A3479">
        <w:t>il n</w:t>
      </w:r>
      <w:r>
        <w:t>’</w:t>
      </w:r>
      <w:r w:rsidR="005A3479">
        <w:t>y avait aucune raison d</w:t>
      </w:r>
      <w:r>
        <w:t>’</w:t>
      </w:r>
      <w:r w:rsidR="005A3479">
        <w:t>attendre</w:t>
      </w:r>
      <w:r>
        <w:t xml:space="preserve">, </w:t>
      </w:r>
      <w:r w:rsidR="005A3479">
        <w:t>puisque je ne suis plus à l</w:t>
      </w:r>
      <w:r>
        <w:t>’</w:t>
      </w:r>
      <w:r w:rsidR="005A3479">
        <w:t>École normale</w:t>
      </w:r>
      <w:r>
        <w:t xml:space="preserve">. </w:t>
      </w:r>
      <w:r w:rsidR="005A3479">
        <w:t>J</w:t>
      </w:r>
      <w:r>
        <w:t>’</w:t>
      </w:r>
      <w:r w:rsidR="005A3479">
        <w:t xml:space="preserve">apprécie toute la bonté de </w:t>
      </w:r>
      <w:r>
        <w:t>M. </w:t>
      </w:r>
      <w:proofErr w:type="spellStart"/>
      <w:r w:rsidR="005A3479">
        <w:t>Phillotson</w:t>
      </w:r>
      <w:proofErr w:type="spellEnd"/>
      <w:r>
        <w:t xml:space="preserve">, </w:t>
      </w:r>
      <w:r w:rsidR="005A3479">
        <w:t>d</w:t>
      </w:r>
      <w:r>
        <w:t>’</w:t>
      </w:r>
      <w:r w:rsidR="005A3479">
        <w:t>autant plus que j</w:t>
      </w:r>
      <w:r>
        <w:t>’</w:t>
      </w:r>
      <w:r w:rsidR="005A3479">
        <w:t>ai causé moi-même la fausse situation où je suis</w:t>
      </w:r>
      <w:r>
        <w:t xml:space="preserve">, </w:t>
      </w:r>
      <w:r w:rsidR="005A3479">
        <w:t>en me faisant renvoyer de l</w:t>
      </w:r>
      <w:r>
        <w:t>’</w:t>
      </w:r>
      <w:r w:rsidR="005A3479">
        <w:t>École</w:t>
      </w:r>
      <w:r>
        <w:t>.</w:t>
      </w:r>
    </w:p>
    <w:p w14:paraId="2D8CF8A6" w14:textId="77777777" w:rsidR="006F1ADB" w:rsidRDefault="006F1ADB" w:rsidP="005A3479">
      <w:r>
        <w:t>« </w:t>
      </w:r>
      <w:r w:rsidR="005A3479">
        <w:t>Souhaitez-moi de la joie</w:t>
      </w:r>
      <w:r>
        <w:t xml:space="preserve">. </w:t>
      </w:r>
      <w:r w:rsidR="005A3479">
        <w:t>Je vous dis</w:t>
      </w:r>
      <w:r>
        <w:t xml:space="preserve"> – </w:t>
      </w:r>
      <w:r w:rsidR="005A3479">
        <w:t>souvenez-vous-en</w:t>
      </w:r>
      <w:r>
        <w:t xml:space="preserve"> – </w:t>
      </w:r>
      <w:r w:rsidR="005A3479">
        <w:t>que c</w:t>
      </w:r>
      <w:r>
        <w:t>’</w:t>
      </w:r>
      <w:r w:rsidR="005A3479">
        <w:t>est votre devoir et qu</w:t>
      </w:r>
      <w:r>
        <w:t>’</w:t>
      </w:r>
      <w:r w:rsidR="005A3479">
        <w:t>il ne faut pas refuser</w:t>
      </w:r>
      <w:r>
        <w:t>.</w:t>
      </w:r>
    </w:p>
    <w:p w14:paraId="6D1EAA28" w14:textId="77777777" w:rsidR="006F1ADB" w:rsidRDefault="006F1ADB" w:rsidP="005A3479">
      <w:r>
        <w:t>« </w:t>
      </w:r>
      <w:r w:rsidR="005A3479">
        <w:t>Votre cousine affectionnée</w:t>
      </w:r>
      <w:r>
        <w:t>,</w:t>
      </w:r>
    </w:p>
    <w:p w14:paraId="78FE678A" w14:textId="142BBDD7" w:rsidR="005A3479" w:rsidRDefault="006F1ADB" w:rsidP="005A3479">
      <w:pPr>
        <w:jc w:val="right"/>
      </w:pPr>
      <w:r>
        <w:t>« </w:t>
      </w:r>
      <w:r w:rsidR="005A3479">
        <w:t xml:space="preserve">Suzanne-Florence-Mary </w:t>
      </w:r>
      <w:proofErr w:type="spellStart"/>
      <w:r w:rsidR="005A3479">
        <w:t>B</w:t>
      </w:r>
      <w:r w:rsidR="005A3479">
        <w:rPr>
          <w:szCs w:val="32"/>
        </w:rPr>
        <w:t>RIDEHEAD</w:t>
      </w:r>
      <w:proofErr w:type="spellEnd"/>
      <w:r>
        <w:t>. »</w:t>
      </w:r>
    </w:p>
    <w:p w14:paraId="69EB5785" w14:textId="77777777" w:rsidR="006F1ADB" w:rsidRDefault="005A3479" w:rsidP="005A3479">
      <w:r>
        <w:t>Jude chancela sous ces révélations</w:t>
      </w:r>
      <w:r w:rsidR="006F1ADB">
        <w:t xml:space="preserve">. </w:t>
      </w:r>
      <w:r>
        <w:t>Il ne put déjeuner et prit seulement un peu de thé</w:t>
      </w:r>
      <w:r w:rsidR="006F1ADB">
        <w:t xml:space="preserve">, </w:t>
      </w:r>
      <w:r>
        <w:t>pour adoucir sa gorge aride</w:t>
      </w:r>
      <w:r w:rsidR="006F1ADB">
        <w:t>.</w:t>
      </w:r>
    </w:p>
    <w:p w14:paraId="2AB2AD65" w14:textId="77777777" w:rsidR="006F1ADB" w:rsidRDefault="006F1ADB" w:rsidP="005A3479">
      <w:r>
        <w:lastRenderedPageBreak/>
        <w:t>— </w:t>
      </w:r>
      <w:r w:rsidR="005A3479">
        <w:t>Ô Suzanne-Florence-Mary</w:t>
      </w:r>
      <w:r>
        <w:t xml:space="preserve">, </w:t>
      </w:r>
      <w:r w:rsidR="005A3479">
        <w:t>pensait-il en travaillant</w:t>
      </w:r>
      <w:r>
        <w:t xml:space="preserve">, </w:t>
      </w:r>
      <w:r w:rsidR="005A3479">
        <w:t>vous ne savez pas ce que signifie le mariage</w:t>
      </w:r>
      <w:r>
        <w:t>.</w:t>
      </w:r>
    </w:p>
    <w:p w14:paraId="1E8B7605" w14:textId="77777777" w:rsidR="006F1ADB" w:rsidRDefault="005A3479" w:rsidP="005A3479">
      <w:r>
        <w:t>Il décida de jouer au Spartiate</w:t>
      </w:r>
      <w:r w:rsidR="006F1ADB">
        <w:t xml:space="preserve"> ; </w:t>
      </w:r>
      <w:r>
        <w:t>il voulait faire pour le mieux et se résigner</w:t>
      </w:r>
      <w:r w:rsidR="006F1ADB">
        <w:t xml:space="preserve">, </w:t>
      </w:r>
      <w:r>
        <w:t>mais il ne put écrire avant quelques jours les souhaits qu</w:t>
      </w:r>
      <w:r w:rsidR="006F1ADB">
        <w:t>’</w:t>
      </w:r>
      <w:r>
        <w:t>on lui demandait</w:t>
      </w:r>
      <w:r w:rsidR="006F1ADB">
        <w:t xml:space="preserve">. </w:t>
      </w:r>
      <w:r>
        <w:t>Dans l</w:t>
      </w:r>
      <w:r w:rsidR="006F1ADB">
        <w:t>’</w:t>
      </w:r>
      <w:r>
        <w:t>intervalle</w:t>
      </w:r>
      <w:r w:rsidR="006F1ADB">
        <w:t xml:space="preserve">, </w:t>
      </w:r>
      <w:r>
        <w:t>il reçut un autre billet de son impatiente petite amie</w:t>
      </w:r>
      <w:r w:rsidR="006F1ADB">
        <w:t> :</w:t>
      </w:r>
    </w:p>
    <w:p w14:paraId="6D1CF436" w14:textId="77777777" w:rsidR="006F1ADB" w:rsidRDefault="006F1ADB" w:rsidP="005A3479">
      <w:r>
        <w:t>« </w:t>
      </w:r>
      <w:r w:rsidR="005A3479">
        <w:t>Jude</w:t>
      </w:r>
      <w:r>
        <w:t xml:space="preserve">, </w:t>
      </w:r>
      <w:r w:rsidR="005A3479">
        <w:t>voulez-vous me conduire à l</w:t>
      </w:r>
      <w:r>
        <w:t>’</w:t>
      </w:r>
      <w:r w:rsidR="005A3479">
        <w:t>autel</w:t>
      </w:r>
      <w:r>
        <w:t xml:space="preserve"> ? </w:t>
      </w:r>
      <w:r w:rsidR="005A3479">
        <w:t>Je ne connais personne qui puisse le faire aussi convenablement que vous</w:t>
      </w:r>
      <w:r>
        <w:t xml:space="preserve"> ; </w:t>
      </w:r>
      <w:r w:rsidR="005A3479">
        <w:t>vous êtes le seul parent marié que je possède ici</w:t>
      </w:r>
      <w:r>
        <w:t xml:space="preserve"> ; </w:t>
      </w:r>
      <w:r w:rsidR="005A3479">
        <w:t>et je vous pr</w:t>
      </w:r>
      <w:r w:rsidR="005A3479">
        <w:t>é</w:t>
      </w:r>
      <w:r w:rsidR="005A3479">
        <w:t>férerais même à mon père</w:t>
      </w:r>
      <w:r>
        <w:t xml:space="preserve">, </w:t>
      </w:r>
      <w:r w:rsidR="005A3479">
        <w:t>si mon père consentait à venir</w:t>
      </w:r>
      <w:r>
        <w:t xml:space="preserve"> – </w:t>
      </w:r>
      <w:r w:rsidR="005A3479">
        <w:t>ce qu</w:t>
      </w:r>
      <w:r>
        <w:t>’</w:t>
      </w:r>
      <w:r w:rsidR="005A3479">
        <w:t>il ne fera pas</w:t>
      </w:r>
      <w:r>
        <w:t xml:space="preserve">. </w:t>
      </w:r>
      <w:r w:rsidR="005A3479">
        <w:t>J</w:t>
      </w:r>
      <w:r>
        <w:t>’</w:t>
      </w:r>
      <w:r w:rsidR="005A3479">
        <w:t>espère que cela ne vous chagrinera point</w:t>
      </w:r>
      <w:r>
        <w:t xml:space="preserve">. </w:t>
      </w:r>
      <w:r w:rsidR="005A3479">
        <w:t>J</w:t>
      </w:r>
      <w:r>
        <w:t>’</w:t>
      </w:r>
      <w:r w:rsidR="005A3479">
        <w:t>ai regardé le service du mariage dans un livre de prières et cela me semble très humiliant qu</w:t>
      </w:r>
      <w:r>
        <w:t>’</w:t>
      </w:r>
      <w:r w:rsidR="005A3479">
        <w:t>une personne soit chargée de me r</w:t>
      </w:r>
      <w:r w:rsidR="005A3479">
        <w:t>e</w:t>
      </w:r>
      <w:r w:rsidR="005A3479">
        <w:t>mettre à mon mari</w:t>
      </w:r>
      <w:r>
        <w:t xml:space="preserve">. </w:t>
      </w:r>
      <w:r w:rsidR="005A3479">
        <w:t>D</w:t>
      </w:r>
      <w:r>
        <w:t>’</w:t>
      </w:r>
      <w:r w:rsidR="005A3479">
        <w:t>après le texte même de la cérémonie</w:t>
      </w:r>
      <w:r>
        <w:t xml:space="preserve">, </w:t>
      </w:r>
      <w:r w:rsidR="005A3479">
        <w:t>mon époux me choisit volontairement</w:t>
      </w:r>
      <w:r>
        <w:t xml:space="preserve">, </w:t>
      </w:r>
      <w:r w:rsidR="005A3479">
        <w:t>de plein gré</w:t>
      </w:r>
      <w:r>
        <w:t xml:space="preserve">. </w:t>
      </w:r>
      <w:r w:rsidR="005A3479">
        <w:t>Mais quelqu</w:t>
      </w:r>
      <w:r>
        <w:t>’</w:t>
      </w:r>
      <w:r w:rsidR="005A3479">
        <w:t>un me donne à lui</w:t>
      </w:r>
      <w:r>
        <w:t xml:space="preserve">, </w:t>
      </w:r>
      <w:r w:rsidR="005A3479">
        <w:t>comme on donnerait une ânesse ou une chèvre</w:t>
      </w:r>
      <w:r>
        <w:t xml:space="preserve">, </w:t>
      </w:r>
      <w:r w:rsidR="005A3479">
        <w:t>ou quelque autre animal domestique</w:t>
      </w:r>
      <w:r>
        <w:t xml:space="preserve">. </w:t>
      </w:r>
      <w:r w:rsidR="005A3479">
        <w:t>Bénie soit votre vision exaltée de la femme</w:t>
      </w:r>
      <w:r>
        <w:t xml:space="preserve">, </w:t>
      </w:r>
      <w:r w:rsidR="005A3479">
        <w:t>ô homme d</w:t>
      </w:r>
      <w:r>
        <w:t>’</w:t>
      </w:r>
      <w:r w:rsidR="005A3479">
        <w:t>Église</w:t>
      </w:r>
      <w:r>
        <w:t xml:space="preserve"> ! </w:t>
      </w:r>
      <w:r w:rsidR="005A3479">
        <w:t>Mais j</w:t>
      </w:r>
      <w:r>
        <w:t>’</w:t>
      </w:r>
      <w:r w:rsidR="005A3479">
        <w:t>oublie</w:t>
      </w:r>
      <w:r>
        <w:t xml:space="preserve"> ; </w:t>
      </w:r>
      <w:r w:rsidR="005A3479">
        <w:t>je n</w:t>
      </w:r>
      <w:r>
        <w:t>’</w:t>
      </w:r>
      <w:r w:rsidR="005A3479">
        <w:t>ai plus le privilège de vous taquiner</w:t>
      </w:r>
      <w:r>
        <w:t xml:space="preserve">. </w:t>
      </w:r>
      <w:r w:rsidR="005A3479">
        <w:t>À vous toujours</w:t>
      </w:r>
      <w:r>
        <w:t> !</w:t>
      </w:r>
    </w:p>
    <w:p w14:paraId="4708BD6F" w14:textId="673B684B" w:rsidR="005A3479" w:rsidRDefault="006F1ADB" w:rsidP="005A3479">
      <w:pPr>
        <w:jc w:val="right"/>
      </w:pPr>
      <w:r>
        <w:t>« </w:t>
      </w:r>
      <w:r w:rsidR="005A3479">
        <w:t xml:space="preserve">Suzanne-Florence-Mary </w:t>
      </w:r>
      <w:proofErr w:type="spellStart"/>
      <w:r w:rsidR="005A3479">
        <w:t>B</w:t>
      </w:r>
      <w:r w:rsidR="005A3479">
        <w:rPr>
          <w:szCs w:val="32"/>
        </w:rPr>
        <w:t>RIDEHEAD</w:t>
      </w:r>
      <w:proofErr w:type="spellEnd"/>
      <w:r>
        <w:t>. »</w:t>
      </w:r>
    </w:p>
    <w:p w14:paraId="2B2D9851" w14:textId="77777777" w:rsidR="006F1ADB" w:rsidRDefault="005A3479" w:rsidP="005A3479">
      <w:r>
        <w:t>Jude verrouilla héroïquement sa pensée</w:t>
      </w:r>
      <w:r w:rsidR="006F1ADB">
        <w:t xml:space="preserve">. </w:t>
      </w:r>
      <w:r>
        <w:t>Il répondit</w:t>
      </w:r>
      <w:r w:rsidR="006F1ADB">
        <w:t> :</w:t>
      </w:r>
    </w:p>
    <w:p w14:paraId="1D9587B8" w14:textId="77777777" w:rsidR="006F1ADB" w:rsidRDefault="006F1ADB" w:rsidP="005A3479">
      <w:r>
        <w:t>« </w:t>
      </w:r>
      <w:r w:rsidR="005A3479">
        <w:t>Ma chère Sue</w:t>
      </w:r>
      <w:r>
        <w:t xml:space="preserve">, </w:t>
      </w:r>
      <w:r w:rsidR="005A3479">
        <w:t>tout naturellement</w:t>
      </w:r>
      <w:r>
        <w:t xml:space="preserve">, </w:t>
      </w:r>
      <w:r w:rsidR="005A3479">
        <w:t>je vous souhaite de vivre en joie</w:t>
      </w:r>
      <w:r>
        <w:t xml:space="preserve">, </w:t>
      </w:r>
      <w:r w:rsidR="005A3479">
        <w:t>et</w:t>
      </w:r>
      <w:r>
        <w:t xml:space="preserve">, </w:t>
      </w:r>
      <w:r w:rsidR="005A3479">
        <w:t>tout naturellement aussi</w:t>
      </w:r>
      <w:r>
        <w:t xml:space="preserve">, </w:t>
      </w:r>
      <w:r w:rsidR="005A3479">
        <w:t>j</w:t>
      </w:r>
      <w:r>
        <w:t>’</w:t>
      </w:r>
      <w:r w:rsidR="005A3479">
        <w:t>accepte de vous co</w:t>
      </w:r>
      <w:r w:rsidR="005A3479">
        <w:t>n</w:t>
      </w:r>
      <w:r w:rsidR="005A3479">
        <w:t>duire à l</w:t>
      </w:r>
      <w:r>
        <w:t>’</w:t>
      </w:r>
      <w:r w:rsidR="005A3479">
        <w:t>autel</w:t>
      </w:r>
      <w:r>
        <w:t xml:space="preserve">. </w:t>
      </w:r>
      <w:r w:rsidR="005A3479">
        <w:t>Voici ce que je vous propose</w:t>
      </w:r>
      <w:r>
        <w:t xml:space="preserve"> : </w:t>
      </w:r>
      <w:r w:rsidR="005A3479">
        <w:t>puisque vous n</w:t>
      </w:r>
      <w:r>
        <w:t>’</w:t>
      </w:r>
      <w:r w:rsidR="005A3479">
        <w:t>avez pas de domicile à vous</w:t>
      </w:r>
      <w:r>
        <w:t xml:space="preserve">, </w:t>
      </w:r>
      <w:r w:rsidR="005A3479">
        <w:t>ne vous mariez pas dans la ma</w:t>
      </w:r>
      <w:r w:rsidR="005A3479">
        <w:t>i</w:t>
      </w:r>
      <w:r w:rsidR="005A3479">
        <w:t>son ne votre amie</w:t>
      </w:r>
      <w:r>
        <w:t xml:space="preserve">, </w:t>
      </w:r>
      <w:r w:rsidR="005A3479">
        <w:t>mais dans la mienne</w:t>
      </w:r>
      <w:r>
        <w:t xml:space="preserve">. </w:t>
      </w:r>
      <w:r w:rsidR="005A3479">
        <w:t>Ce sera plus conv</w:t>
      </w:r>
      <w:r w:rsidR="005A3479">
        <w:t>e</w:t>
      </w:r>
      <w:r w:rsidR="005A3479">
        <w:t>nable</w:t>
      </w:r>
      <w:r>
        <w:t xml:space="preserve">, </w:t>
      </w:r>
      <w:r w:rsidR="005A3479">
        <w:t>à mon avis</w:t>
      </w:r>
      <w:r>
        <w:t xml:space="preserve">, </w:t>
      </w:r>
      <w:r w:rsidR="005A3479">
        <w:t>d</w:t>
      </w:r>
      <w:r>
        <w:t>’</w:t>
      </w:r>
      <w:r w:rsidR="005A3479">
        <w:t>autant plus que je suis</w:t>
      </w:r>
      <w:r>
        <w:t xml:space="preserve">, </w:t>
      </w:r>
      <w:r w:rsidR="005A3479">
        <w:t>comme vous dites</w:t>
      </w:r>
      <w:r>
        <w:t xml:space="preserve">, </w:t>
      </w:r>
      <w:r w:rsidR="005A3479">
        <w:t>votre plus proche parent</w:t>
      </w:r>
      <w:r>
        <w:t>.</w:t>
      </w:r>
    </w:p>
    <w:p w14:paraId="4C305CF3" w14:textId="77777777" w:rsidR="006F1ADB" w:rsidRDefault="006F1ADB" w:rsidP="005A3479">
      <w:r>
        <w:lastRenderedPageBreak/>
        <w:t>« </w:t>
      </w:r>
      <w:r w:rsidR="005A3479">
        <w:t>Je ne comprends pas pourquoi vous signez vos lettres d</w:t>
      </w:r>
      <w:r>
        <w:t>’</w:t>
      </w:r>
      <w:r w:rsidR="005A3479">
        <w:t>une manière nouvelle et terriblement cérémonieuse</w:t>
      </w:r>
      <w:r>
        <w:t xml:space="preserve">. </w:t>
      </w:r>
      <w:r w:rsidR="005A3479">
        <w:t>Certa</w:t>
      </w:r>
      <w:r w:rsidR="005A3479">
        <w:t>i</w:t>
      </w:r>
      <w:r w:rsidR="005A3479">
        <w:t>nement vous avez encore quelque chose contre moi</w:t>
      </w:r>
      <w:r>
        <w:t>.</w:t>
      </w:r>
    </w:p>
    <w:p w14:paraId="7868C43F" w14:textId="77777777" w:rsidR="006F1ADB" w:rsidRDefault="006F1ADB" w:rsidP="005A3479">
      <w:r>
        <w:t>« </w:t>
      </w:r>
      <w:r w:rsidR="005A3479">
        <w:t>Toujours votre affectionné</w:t>
      </w:r>
      <w:r>
        <w:t>,</w:t>
      </w:r>
    </w:p>
    <w:p w14:paraId="2069F822" w14:textId="766AC086" w:rsidR="005A3479" w:rsidRDefault="006F1ADB" w:rsidP="005A3479">
      <w:pPr>
        <w:jc w:val="right"/>
      </w:pPr>
      <w:r>
        <w:t>« </w:t>
      </w:r>
      <w:r w:rsidR="005A3479">
        <w:t>J</w:t>
      </w:r>
      <w:r w:rsidR="005A3479">
        <w:rPr>
          <w:szCs w:val="32"/>
        </w:rPr>
        <w:t>UDE</w:t>
      </w:r>
      <w:r>
        <w:t>. »</w:t>
      </w:r>
    </w:p>
    <w:p w14:paraId="62DF9889" w14:textId="77777777" w:rsidR="006F1ADB" w:rsidRDefault="005A3479" w:rsidP="005A3479">
      <w:r>
        <w:t>Ce qui l</w:t>
      </w:r>
      <w:r w:rsidR="006F1ADB">
        <w:t>’</w:t>
      </w:r>
      <w:r>
        <w:t>avait froissé plus encore que la signature</w:t>
      </w:r>
      <w:r w:rsidR="006F1ADB">
        <w:t xml:space="preserve">, </w:t>
      </w:r>
      <w:r>
        <w:t>c</w:t>
      </w:r>
      <w:r w:rsidR="006F1ADB">
        <w:t>’</w:t>
      </w:r>
      <w:r>
        <w:t>était un détail qu</w:t>
      </w:r>
      <w:r w:rsidR="006F1ADB">
        <w:t>’</w:t>
      </w:r>
      <w:r>
        <w:t>il passait sous silence</w:t>
      </w:r>
      <w:r w:rsidR="006F1ADB">
        <w:t xml:space="preserve">, </w:t>
      </w:r>
      <w:r>
        <w:t>l</w:t>
      </w:r>
      <w:r w:rsidR="006F1ADB">
        <w:t>’</w:t>
      </w:r>
      <w:r>
        <w:t>expression</w:t>
      </w:r>
      <w:r w:rsidR="006F1ADB">
        <w:t> : « </w:t>
      </w:r>
      <w:r>
        <w:t>un parent m</w:t>
      </w:r>
      <w:r>
        <w:t>a</w:t>
      </w:r>
      <w:r>
        <w:t>rié</w:t>
      </w:r>
      <w:r w:rsidR="006F1ADB">
        <w:t>. »</w:t>
      </w:r>
      <w:r>
        <w:t xml:space="preserve"> Si Sue avait écrit ces mots par moquerie</w:t>
      </w:r>
      <w:r w:rsidR="006F1ADB">
        <w:t xml:space="preserve">, </w:t>
      </w:r>
      <w:r>
        <w:t>il sentait qu</w:t>
      </w:r>
      <w:r w:rsidR="006F1ADB">
        <w:t>’</w:t>
      </w:r>
      <w:r>
        <w:t>il les lui pardonnerait difficilement</w:t>
      </w:r>
      <w:r w:rsidR="006F1ADB">
        <w:t xml:space="preserve">. </w:t>
      </w:r>
      <w:r>
        <w:t>Si elle les avait écrits avec un sentiment de tristesse</w:t>
      </w:r>
      <w:r w:rsidR="006F1ADB">
        <w:t xml:space="preserve">, </w:t>
      </w:r>
      <w:r>
        <w:t>ah</w:t>
      </w:r>
      <w:r w:rsidR="006F1ADB">
        <w:t xml:space="preserve"> ! </w:t>
      </w:r>
      <w:r>
        <w:t>c</w:t>
      </w:r>
      <w:r w:rsidR="006F1ADB">
        <w:t>’</w:t>
      </w:r>
      <w:r>
        <w:t>était bien différent</w:t>
      </w:r>
      <w:r w:rsidR="006F1ADB">
        <w:t>.</w:t>
      </w:r>
    </w:p>
    <w:p w14:paraId="0AE8FF63" w14:textId="77777777" w:rsidR="006F1ADB" w:rsidRDefault="005A3479" w:rsidP="005A3479">
      <w:r>
        <w:t>La proposition de Jude</w:t>
      </w:r>
      <w:r w:rsidR="006F1ADB">
        <w:t xml:space="preserve">, </w:t>
      </w:r>
      <w:r>
        <w:t>offrant sa maison à Sue</w:t>
      </w:r>
      <w:r w:rsidR="006F1ADB">
        <w:t xml:space="preserve">, </w:t>
      </w:r>
      <w:r>
        <w:t xml:space="preserve">ne parut donner aucune alarme à </w:t>
      </w:r>
      <w:proofErr w:type="spellStart"/>
      <w:r>
        <w:t>Phillotson</w:t>
      </w:r>
      <w:proofErr w:type="spellEnd"/>
      <w:r w:rsidR="006F1ADB">
        <w:t xml:space="preserve">, </w:t>
      </w:r>
      <w:r>
        <w:t>car celui-ci envoya un billet de remerciements très cordial</w:t>
      </w:r>
      <w:r w:rsidR="006F1ADB">
        <w:t xml:space="preserve">. </w:t>
      </w:r>
      <w:r>
        <w:t>Il acceptait</w:t>
      </w:r>
      <w:r w:rsidR="006F1ADB">
        <w:t xml:space="preserve">. </w:t>
      </w:r>
      <w:r>
        <w:t>Sue aussi remercia Jude</w:t>
      </w:r>
      <w:r w:rsidR="006F1ADB">
        <w:t>.</w:t>
      </w:r>
    </w:p>
    <w:p w14:paraId="5F79EA4D" w14:textId="65223A5C" w:rsidR="006F1ADB" w:rsidRDefault="005A3479" w:rsidP="005A3479">
      <w:r>
        <w:t>Elle vécut donc dans la même maison que lui</w:t>
      </w:r>
      <w:r w:rsidR="006F1ADB">
        <w:t xml:space="preserve">, </w:t>
      </w:r>
      <w:r>
        <w:t>mais non pas au même étage</w:t>
      </w:r>
      <w:r w:rsidR="006F1ADB">
        <w:t xml:space="preserve">, </w:t>
      </w:r>
      <w:r>
        <w:t>et ils se virent peu</w:t>
      </w:r>
      <w:r w:rsidR="006F1ADB">
        <w:t xml:space="preserve">, </w:t>
      </w:r>
      <w:r>
        <w:t>sauf parfois aux heures du souper</w:t>
      </w:r>
      <w:r w:rsidR="006F1ADB">
        <w:t xml:space="preserve">. </w:t>
      </w:r>
      <w:r>
        <w:t>L</w:t>
      </w:r>
      <w:r w:rsidR="006F1ADB">
        <w:t>’</w:t>
      </w:r>
      <w:r>
        <w:t>attitude de Sue était celle d</w:t>
      </w:r>
      <w:r w:rsidR="006F1ADB">
        <w:t>’</w:t>
      </w:r>
      <w:r>
        <w:t>un enfant effarouché</w:t>
      </w:r>
      <w:r w:rsidR="006F1ADB">
        <w:t xml:space="preserve">. </w:t>
      </w:r>
      <w:r>
        <w:t>Jude ne connut point ce qu</w:t>
      </w:r>
      <w:r w:rsidR="006F1ADB">
        <w:t>’</w:t>
      </w:r>
      <w:r>
        <w:t>elle éprouvait</w:t>
      </w:r>
      <w:r w:rsidR="006F1ADB">
        <w:t xml:space="preserve">. </w:t>
      </w:r>
      <w:r>
        <w:t>Ils causaient machinal</w:t>
      </w:r>
      <w:r>
        <w:t>e</w:t>
      </w:r>
      <w:r>
        <w:t>ment</w:t>
      </w:r>
      <w:r w:rsidR="006F1ADB">
        <w:t xml:space="preserve">, </w:t>
      </w:r>
      <w:proofErr w:type="spellStart"/>
      <w:r>
        <w:t>Phillotson</w:t>
      </w:r>
      <w:proofErr w:type="spellEnd"/>
      <w:r>
        <w:t xml:space="preserve"> venait fréquemment</w:t>
      </w:r>
      <w:r w:rsidR="006F1ADB">
        <w:t xml:space="preserve">, </w:t>
      </w:r>
      <w:r>
        <w:t>l</w:t>
      </w:r>
      <w:r>
        <w:t>e plus souvent en l</w:t>
      </w:r>
      <w:r w:rsidR="006F1ADB">
        <w:t>’</w:t>
      </w:r>
      <w:r>
        <w:t>absence de Jude</w:t>
      </w:r>
      <w:r w:rsidR="006F1ADB">
        <w:t>.</w:t>
      </w:r>
    </w:p>
    <w:p w14:paraId="21BE7C85" w14:textId="77777777" w:rsidR="006F1ADB" w:rsidRDefault="005A3479" w:rsidP="005A3479">
      <w:r>
        <w:t>Le matin des noces</w:t>
      </w:r>
      <w:r w:rsidR="006F1ADB">
        <w:t xml:space="preserve">, </w:t>
      </w:r>
      <w:r>
        <w:t>Jude s</w:t>
      </w:r>
      <w:r w:rsidR="006F1ADB">
        <w:t>’</w:t>
      </w:r>
      <w:r>
        <w:t>accorda un congé</w:t>
      </w:r>
      <w:r w:rsidR="006F1ADB">
        <w:t xml:space="preserve">. </w:t>
      </w:r>
      <w:r>
        <w:t>Les deux cousins déjeunèrent ensemble pour la première et la dernière fois</w:t>
      </w:r>
      <w:r w:rsidR="006F1ADB">
        <w:t xml:space="preserve">, </w:t>
      </w:r>
      <w:r>
        <w:t>depuis l</w:t>
      </w:r>
      <w:r w:rsidR="006F1ADB">
        <w:t>’</w:t>
      </w:r>
      <w:r>
        <w:t>arrivée de Sue</w:t>
      </w:r>
      <w:r w:rsidR="006F1ADB">
        <w:t xml:space="preserve">. </w:t>
      </w:r>
      <w:r>
        <w:t>Puis ils sortirent et se promenèrent ensemble</w:t>
      </w:r>
      <w:r w:rsidR="006F1ADB">
        <w:t xml:space="preserve">, </w:t>
      </w:r>
      <w:r>
        <w:t>mus par la même pensée</w:t>
      </w:r>
      <w:r w:rsidR="006F1ADB">
        <w:t xml:space="preserve">. </w:t>
      </w:r>
      <w:r>
        <w:t>N</w:t>
      </w:r>
      <w:r w:rsidR="006F1ADB">
        <w:t>’</w:t>
      </w:r>
      <w:r>
        <w:t>était-ce pas la dernière liberté permise à leur camaraderie familière</w:t>
      </w:r>
      <w:r w:rsidR="006F1ADB">
        <w:t xml:space="preserve"> ? </w:t>
      </w:r>
      <w:r>
        <w:t>Par une ironie du sort</w:t>
      </w:r>
      <w:r w:rsidR="006F1ADB">
        <w:t xml:space="preserve">, </w:t>
      </w:r>
      <w:r>
        <w:t>et avec ce curieux penchant à tenter la Providence dans les jours critiques</w:t>
      </w:r>
      <w:r w:rsidR="006F1ADB">
        <w:t xml:space="preserve">, </w:t>
      </w:r>
      <w:r>
        <w:t>Sue prit le bras de Jude pour traverser les rues fangeuses</w:t>
      </w:r>
      <w:r w:rsidR="006F1ADB">
        <w:t xml:space="preserve"> – </w:t>
      </w:r>
      <w:r>
        <w:t>ce qu</w:t>
      </w:r>
      <w:r w:rsidR="006F1ADB">
        <w:t>’</w:t>
      </w:r>
      <w:r>
        <w:t>elle n</w:t>
      </w:r>
      <w:r w:rsidR="006F1ADB">
        <w:t>’</w:t>
      </w:r>
      <w:r>
        <w:t>avait jamais fait auparavant</w:t>
      </w:r>
      <w:r w:rsidR="006F1ADB">
        <w:t xml:space="preserve">. – </w:t>
      </w:r>
      <w:r>
        <w:t>Ils se trouvèrent bientôt en face d</w:t>
      </w:r>
      <w:r w:rsidR="006F1ADB">
        <w:t>’</w:t>
      </w:r>
      <w:r>
        <w:t xml:space="preserve">un bâtiment </w:t>
      </w:r>
      <w:r>
        <w:lastRenderedPageBreak/>
        <w:t>perpendiculaire en pierre grise</w:t>
      </w:r>
      <w:r w:rsidR="006F1ADB">
        <w:t xml:space="preserve">, </w:t>
      </w:r>
      <w:r>
        <w:t>au toit très incliné</w:t>
      </w:r>
      <w:r w:rsidR="006F1ADB">
        <w:t xml:space="preserve"> : </w:t>
      </w:r>
      <w:r>
        <w:t>l</w:t>
      </w:r>
      <w:r w:rsidR="006F1ADB">
        <w:t>’</w:t>
      </w:r>
      <w:r>
        <w:t>église Saint-Thomas</w:t>
      </w:r>
      <w:r w:rsidR="006F1ADB">
        <w:t>.</w:t>
      </w:r>
    </w:p>
    <w:p w14:paraId="7396A470" w14:textId="77777777" w:rsidR="006F1ADB" w:rsidRDefault="006F1ADB" w:rsidP="005A3479">
      <w:r>
        <w:t>— </w:t>
      </w:r>
      <w:r w:rsidR="005A3479">
        <w:t>C</w:t>
      </w:r>
      <w:r>
        <w:t>’</w:t>
      </w:r>
      <w:r w:rsidR="005A3479">
        <w:t>est l</w:t>
      </w:r>
      <w:r>
        <w:t>’</w:t>
      </w:r>
      <w:r w:rsidR="005A3479">
        <w:t>église</w:t>
      </w:r>
      <w:r>
        <w:t xml:space="preserve">, </w:t>
      </w:r>
      <w:r w:rsidR="005A3479">
        <w:t>dit Jude</w:t>
      </w:r>
      <w:r>
        <w:t>.</w:t>
      </w:r>
    </w:p>
    <w:p w14:paraId="355EC4C0" w14:textId="77777777" w:rsidR="006F1ADB" w:rsidRDefault="006F1ADB" w:rsidP="005A3479">
      <w:r>
        <w:t>— </w:t>
      </w:r>
      <w:r w:rsidR="005A3479">
        <w:t>L</w:t>
      </w:r>
      <w:r>
        <w:t>’</w:t>
      </w:r>
      <w:r w:rsidR="005A3479">
        <w:t>église où je dois être mariée</w:t>
      </w:r>
      <w:r>
        <w:t> ?</w:t>
      </w:r>
    </w:p>
    <w:p w14:paraId="404021CE" w14:textId="77777777" w:rsidR="006F1ADB" w:rsidRDefault="006F1ADB" w:rsidP="005A3479">
      <w:r>
        <w:t>— </w:t>
      </w:r>
      <w:r w:rsidR="005A3479">
        <w:t>Oui</w:t>
      </w:r>
      <w:r>
        <w:t>.</w:t>
      </w:r>
    </w:p>
    <w:p w14:paraId="60464892" w14:textId="77777777" w:rsidR="006F1ADB" w:rsidRDefault="006F1ADB" w:rsidP="005A3479">
      <w:r>
        <w:t>— </w:t>
      </w:r>
      <w:r w:rsidR="005A3479">
        <w:t>Vraiment</w:t>
      </w:r>
      <w:r>
        <w:t xml:space="preserve"> ? </w:t>
      </w:r>
      <w:r w:rsidR="005A3479">
        <w:t>exclama-t-elle avec curiosité</w:t>
      </w:r>
      <w:r>
        <w:t xml:space="preserve">. </w:t>
      </w:r>
      <w:r w:rsidR="005A3479">
        <w:t>Que j</w:t>
      </w:r>
      <w:r>
        <w:t>’</w:t>
      </w:r>
      <w:r w:rsidR="005A3479">
        <w:t>aimerais à entrer là et à voir la place où je m</w:t>
      </w:r>
      <w:r>
        <w:t>’</w:t>
      </w:r>
      <w:r w:rsidR="005A3479">
        <w:t>agenouillerai bientôt pour le mariage</w:t>
      </w:r>
      <w:r>
        <w:t> !</w:t>
      </w:r>
    </w:p>
    <w:p w14:paraId="53AA01C9" w14:textId="77777777" w:rsidR="006F1ADB" w:rsidRDefault="005A3479" w:rsidP="005A3479">
      <w:r>
        <w:t>De nouveau Jude pensa</w:t>
      </w:r>
      <w:r w:rsidR="006F1ADB">
        <w:t> :</w:t>
      </w:r>
    </w:p>
    <w:p w14:paraId="4D27E6B7" w14:textId="77777777" w:rsidR="006F1ADB" w:rsidRDefault="006F1ADB" w:rsidP="005A3479">
      <w:r>
        <w:t>— </w:t>
      </w:r>
      <w:r w:rsidR="005A3479">
        <w:t>Elle ne se fait aucune idée de ce que comporte le mariage</w:t>
      </w:r>
      <w:r>
        <w:t>.</w:t>
      </w:r>
    </w:p>
    <w:p w14:paraId="14E72EFC" w14:textId="77777777" w:rsidR="006F1ADB" w:rsidRDefault="005A3479" w:rsidP="005A3479">
      <w:r>
        <w:t>Ils errèrent inaperçus dans la nef</w:t>
      </w:r>
      <w:r w:rsidR="006F1ADB">
        <w:t xml:space="preserve">, </w:t>
      </w:r>
      <w:r>
        <w:t>vers la grille de l</w:t>
      </w:r>
      <w:r w:rsidR="006F1ADB">
        <w:t>’</w:t>
      </w:r>
      <w:r>
        <w:t>autel où ils s</w:t>
      </w:r>
      <w:r w:rsidR="006F1ADB">
        <w:t>’</w:t>
      </w:r>
      <w:r>
        <w:t>arrêtèrent un instant en silence</w:t>
      </w:r>
      <w:r w:rsidR="006F1ADB">
        <w:t xml:space="preserve">, </w:t>
      </w:r>
      <w:r>
        <w:t>puis ils revinrent sur leurs pas et retraversèrent la nef</w:t>
      </w:r>
      <w:r w:rsidR="006F1ADB">
        <w:t xml:space="preserve">, </w:t>
      </w:r>
      <w:r>
        <w:t>Sue appuyée au bras de Jude</w:t>
      </w:r>
      <w:r w:rsidR="006F1ADB">
        <w:t xml:space="preserve">, </w:t>
      </w:r>
      <w:r>
        <w:t>comme de nouveaux époux</w:t>
      </w:r>
      <w:r w:rsidR="006F1ADB">
        <w:t xml:space="preserve">. </w:t>
      </w:r>
      <w:r>
        <w:t>Cet incident trop suggestif</w:t>
      </w:r>
      <w:r w:rsidR="006F1ADB">
        <w:t xml:space="preserve">, </w:t>
      </w:r>
      <w:r>
        <w:t>prov</w:t>
      </w:r>
      <w:r>
        <w:t>o</w:t>
      </w:r>
      <w:r>
        <w:t>qué par Sue</w:t>
      </w:r>
      <w:r w:rsidR="006F1ADB">
        <w:t xml:space="preserve">, </w:t>
      </w:r>
      <w:r>
        <w:t>abattit l</w:t>
      </w:r>
      <w:r w:rsidR="006F1ADB">
        <w:t>’</w:t>
      </w:r>
      <w:r>
        <w:t>esprit de Jude</w:t>
      </w:r>
      <w:r w:rsidR="006F1ADB">
        <w:t>.</w:t>
      </w:r>
    </w:p>
    <w:p w14:paraId="61D3D8DE" w14:textId="77777777" w:rsidR="006F1ADB" w:rsidRDefault="006F1ADB" w:rsidP="005A3479">
      <w:r>
        <w:t>— </w:t>
      </w:r>
      <w:r w:rsidR="005A3479">
        <w:t>J</w:t>
      </w:r>
      <w:r>
        <w:t>’</w:t>
      </w:r>
      <w:r w:rsidR="005A3479">
        <w:t>aime à faire des choses comme cela</w:t>
      </w:r>
      <w:r>
        <w:t xml:space="preserve">, </w:t>
      </w:r>
      <w:r w:rsidR="005A3479">
        <w:t>dit-elle</w:t>
      </w:r>
      <w:r>
        <w:t xml:space="preserve">, </w:t>
      </w:r>
      <w:r w:rsidR="005A3479">
        <w:t>avec la voix délicate d</w:t>
      </w:r>
      <w:r>
        <w:t>’</w:t>
      </w:r>
      <w:r w:rsidR="005A3479">
        <w:t>une épicurienne en émotions</w:t>
      </w:r>
      <w:r>
        <w:t xml:space="preserve">, </w:t>
      </w:r>
      <w:r w:rsidR="005A3479">
        <w:t>indiscutablement sincère</w:t>
      </w:r>
      <w:r>
        <w:t>.</w:t>
      </w:r>
    </w:p>
    <w:p w14:paraId="34DB6026" w14:textId="77777777" w:rsidR="006F1ADB" w:rsidRDefault="006F1ADB" w:rsidP="005A3479">
      <w:r>
        <w:t>— </w:t>
      </w:r>
      <w:r w:rsidR="005A3479">
        <w:t>Je connais votre goût</w:t>
      </w:r>
      <w:r>
        <w:t xml:space="preserve">, </w:t>
      </w:r>
      <w:r w:rsidR="005A3479">
        <w:t>dit Jude</w:t>
      </w:r>
      <w:r>
        <w:t>.</w:t>
      </w:r>
    </w:p>
    <w:p w14:paraId="43BFD75C" w14:textId="77777777" w:rsidR="006F1ADB" w:rsidRDefault="006F1ADB" w:rsidP="005A3479">
      <w:r>
        <w:t>— </w:t>
      </w:r>
      <w:r w:rsidR="005A3479">
        <w:t>Ces choses-là sont intéressantes</w:t>
      </w:r>
      <w:r>
        <w:t xml:space="preserve">, </w:t>
      </w:r>
      <w:r w:rsidR="005A3479">
        <w:t>parce que personne ne les a jamais faites avant nous</w:t>
      </w:r>
      <w:r>
        <w:t xml:space="preserve">. </w:t>
      </w:r>
      <w:r w:rsidR="005A3479">
        <w:t>Je marcherai ainsi dans l</w:t>
      </w:r>
      <w:r>
        <w:t>’</w:t>
      </w:r>
      <w:r w:rsidR="005A3479">
        <w:t>église avec mon mari</w:t>
      </w:r>
      <w:r>
        <w:t xml:space="preserve">, </w:t>
      </w:r>
      <w:r w:rsidR="005A3479">
        <w:t>dans deux heures</w:t>
      </w:r>
      <w:r>
        <w:t xml:space="preserve">, </w:t>
      </w:r>
      <w:r w:rsidR="005A3479">
        <w:t>n</w:t>
      </w:r>
      <w:r>
        <w:t>’</w:t>
      </w:r>
      <w:r w:rsidR="005A3479">
        <w:t>est-ce pas</w:t>
      </w:r>
      <w:r>
        <w:t> ?</w:t>
      </w:r>
    </w:p>
    <w:p w14:paraId="2536D7AB" w14:textId="77777777" w:rsidR="006F1ADB" w:rsidRDefault="006F1ADB" w:rsidP="005A3479">
      <w:r>
        <w:t>— </w:t>
      </w:r>
      <w:r w:rsidR="005A3479">
        <w:t>C</w:t>
      </w:r>
      <w:r>
        <w:t>’</w:t>
      </w:r>
      <w:r w:rsidR="005A3479">
        <w:t>est probable</w:t>
      </w:r>
      <w:r>
        <w:t>.</w:t>
      </w:r>
    </w:p>
    <w:p w14:paraId="48705B21" w14:textId="77777777" w:rsidR="006F1ADB" w:rsidRDefault="006F1ADB" w:rsidP="005A3479">
      <w:r>
        <w:t>— </w:t>
      </w:r>
      <w:r w:rsidR="005A3479">
        <w:t>Est-ce que c</w:t>
      </w:r>
      <w:r>
        <w:t>’</w:t>
      </w:r>
      <w:r w:rsidR="005A3479">
        <w:t>était la même chose à votre mariage</w:t>
      </w:r>
      <w:r>
        <w:t> ?</w:t>
      </w:r>
    </w:p>
    <w:p w14:paraId="4ED5358C" w14:textId="77777777" w:rsidR="006F1ADB" w:rsidRDefault="006F1ADB" w:rsidP="005A3479">
      <w:r>
        <w:lastRenderedPageBreak/>
        <w:t>— </w:t>
      </w:r>
      <w:r w:rsidR="005A3479">
        <w:t>Bon Dieu</w:t>
      </w:r>
      <w:r>
        <w:t xml:space="preserve"> ! </w:t>
      </w:r>
      <w:r w:rsidR="005A3479">
        <w:t>Sue</w:t>
      </w:r>
      <w:r>
        <w:t xml:space="preserve">, </w:t>
      </w:r>
      <w:r w:rsidR="005A3479">
        <w:t>ne soyez pas si cruellement impitoyable</w:t>
      </w:r>
      <w:r>
        <w:t>.</w:t>
      </w:r>
    </w:p>
    <w:p w14:paraId="54F57FC0" w14:textId="77777777" w:rsidR="006F1ADB" w:rsidRDefault="006F1ADB" w:rsidP="005A3479">
      <w:r>
        <w:t>— </w:t>
      </w:r>
      <w:r w:rsidR="005A3479">
        <w:t>Oh</w:t>
      </w:r>
      <w:r>
        <w:t xml:space="preserve"> ! </w:t>
      </w:r>
      <w:r w:rsidR="005A3479">
        <w:t>vous êtes lâche</w:t>
      </w:r>
      <w:r>
        <w:t xml:space="preserve"> ! </w:t>
      </w:r>
      <w:r w:rsidR="005A3479">
        <w:t>dit-elle</w:t>
      </w:r>
      <w:r>
        <w:t xml:space="preserve">, </w:t>
      </w:r>
      <w:r w:rsidR="005A3479">
        <w:t>pleine de repentir et les yeux mouillés</w:t>
      </w:r>
      <w:r>
        <w:t xml:space="preserve">. </w:t>
      </w:r>
      <w:r w:rsidR="005A3479">
        <w:t>Et j</w:t>
      </w:r>
      <w:r>
        <w:t>’</w:t>
      </w:r>
      <w:r w:rsidR="005A3479">
        <w:t>avais promis de ne jamais vous contrarier</w:t>
      </w:r>
      <w:r>
        <w:t xml:space="preserve"> ! </w:t>
      </w:r>
      <w:r w:rsidR="005A3479">
        <w:t>Je n</w:t>
      </w:r>
      <w:r>
        <w:t>’</w:t>
      </w:r>
      <w:r w:rsidR="005A3479">
        <w:t>aurais pas dû</w:t>
      </w:r>
      <w:r>
        <w:t xml:space="preserve">, </w:t>
      </w:r>
      <w:r w:rsidR="005A3479">
        <w:t>peut-être</w:t>
      </w:r>
      <w:r>
        <w:t xml:space="preserve">, </w:t>
      </w:r>
      <w:r w:rsidR="005A3479">
        <w:t>vous demander de me conduire ici</w:t>
      </w:r>
      <w:r>
        <w:t xml:space="preserve">. </w:t>
      </w:r>
      <w:r w:rsidR="005A3479">
        <w:t>Oh</w:t>
      </w:r>
      <w:r>
        <w:t xml:space="preserve"> ! </w:t>
      </w:r>
      <w:r w:rsidR="005A3479">
        <w:t>non</w:t>
      </w:r>
      <w:r>
        <w:t xml:space="preserve">, </w:t>
      </w:r>
      <w:r w:rsidR="005A3479">
        <w:t>je ne l</w:t>
      </w:r>
      <w:r>
        <w:t>’</w:t>
      </w:r>
      <w:r w:rsidR="005A3479">
        <w:t>aurais pas dû</w:t>
      </w:r>
      <w:r>
        <w:t xml:space="preserve">. </w:t>
      </w:r>
      <w:r w:rsidR="005A3479">
        <w:t>Je le comprends maintenant</w:t>
      </w:r>
      <w:r>
        <w:t xml:space="preserve">. </w:t>
      </w:r>
      <w:r w:rsidR="005A3479">
        <w:t>Ma curiosité des nouvelles sensations me met toujours dans l</w:t>
      </w:r>
      <w:r>
        <w:t>’</w:t>
      </w:r>
      <w:r w:rsidR="005A3479">
        <w:t>embarras</w:t>
      </w:r>
      <w:r>
        <w:t xml:space="preserve">. </w:t>
      </w:r>
      <w:r w:rsidR="005A3479">
        <w:t>Pardonnez-moi</w:t>
      </w:r>
      <w:r>
        <w:t xml:space="preserve">. </w:t>
      </w:r>
      <w:r w:rsidR="005A3479">
        <w:t>Vous me pardonnez</w:t>
      </w:r>
      <w:r>
        <w:t xml:space="preserve">, </w:t>
      </w:r>
      <w:r w:rsidR="005A3479">
        <w:t>Jude</w:t>
      </w:r>
      <w:r>
        <w:t> ?</w:t>
      </w:r>
    </w:p>
    <w:p w14:paraId="5BA4E96C" w14:textId="77777777" w:rsidR="006F1ADB" w:rsidRDefault="005A3479" w:rsidP="005A3479">
      <w:r>
        <w:t>Il y avait bien du remords dans cette prière et les yeux de Jude étaient plus humides que ceux de Sue</w:t>
      </w:r>
      <w:r w:rsidR="006F1ADB">
        <w:t xml:space="preserve">, </w:t>
      </w:r>
      <w:r>
        <w:t>quand il lui serra la main pour dire</w:t>
      </w:r>
      <w:r w:rsidR="006F1ADB">
        <w:t> : « </w:t>
      </w:r>
      <w:r>
        <w:t>Oui</w:t>
      </w:r>
      <w:r w:rsidR="006F1ADB">
        <w:t>. ».</w:t>
      </w:r>
    </w:p>
    <w:p w14:paraId="51CD856A" w14:textId="77777777" w:rsidR="006F1ADB" w:rsidRDefault="006F1ADB" w:rsidP="005A3479">
      <w:r>
        <w:t xml:space="preserve">… </w:t>
      </w:r>
      <w:r w:rsidR="005A3479">
        <w:t>Quoique l</w:t>
      </w:r>
      <w:r>
        <w:t>’</w:t>
      </w:r>
      <w:r w:rsidR="005A3479">
        <w:t>église fût toute proche</w:t>
      </w:r>
      <w:r>
        <w:t xml:space="preserve">, </w:t>
      </w:r>
      <w:proofErr w:type="spellStart"/>
      <w:r w:rsidR="005A3479">
        <w:t>Phillotson</w:t>
      </w:r>
      <w:proofErr w:type="spellEnd"/>
      <w:r w:rsidR="005A3479">
        <w:t xml:space="preserve"> avait fait venir un cabriolet du Lion-Rouge et six ou sept femmes et e</w:t>
      </w:r>
      <w:r w:rsidR="005A3479">
        <w:t>n</w:t>
      </w:r>
      <w:r w:rsidR="005A3479">
        <w:t>fants se rassemblèrent sur la porte pour voir les mariés monter en voiture</w:t>
      </w:r>
      <w:r>
        <w:t xml:space="preserve">. </w:t>
      </w:r>
      <w:r w:rsidR="005A3479">
        <w:t>Quand ils furent</w:t>
      </w:r>
      <w:r>
        <w:t xml:space="preserve">, </w:t>
      </w:r>
      <w:r w:rsidR="005A3479">
        <w:t>installés</w:t>
      </w:r>
      <w:r>
        <w:t xml:space="preserve">, </w:t>
      </w:r>
      <w:r w:rsidR="005A3479">
        <w:t>Jude tira de sa poche un tout petit cadeau de noces</w:t>
      </w:r>
      <w:r>
        <w:t xml:space="preserve">, </w:t>
      </w:r>
      <w:r w:rsidR="005A3479">
        <w:t>deux ou trois mètres de tulle blanc qu</w:t>
      </w:r>
      <w:r>
        <w:t>’</w:t>
      </w:r>
      <w:r w:rsidR="005A3479">
        <w:t>il jeta sur la jeune fille par-dessus son chapeau</w:t>
      </w:r>
      <w:r>
        <w:t xml:space="preserve">, </w:t>
      </w:r>
      <w:r w:rsidR="005A3479">
        <w:t>l</w:t>
      </w:r>
      <w:r>
        <w:t>’</w:t>
      </w:r>
      <w:r w:rsidR="005A3479">
        <w:t>enveloppant comme d</w:t>
      </w:r>
      <w:r>
        <w:t>’</w:t>
      </w:r>
      <w:r w:rsidR="005A3479">
        <w:t>un voile</w:t>
      </w:r>
      <w:r>
        <w:t>.</w:t>
      </w:r>
    </w:p>
    <w:p w14:paraId="6B79448D" w14:textId="77777777" w:rsidR="006F1ADB" w:rsidRDefault="006F1ADB" w:rsidP="005A3479">
      <w:r>
        <w:t>— </w:t>
      </w:r>
      <w:r w:rsidR="005A3479">
        <w:t>Cela paraît bizarre</w:t>
      </w:r>
      <w:r>
        <w:t xml:space="preserve">, </w:t>
      </w:r>
      <w:r w:rsidR="005A3479">
        <w:t>sur un chapeau</w:t>
      </w:r>
      <w:r>
        <w:t xml:space="preserve">, </w:t>
      </w:r>
      <w:r w:rsidR="005A3479">
        <w:t>dit-elle</w:t>
      </w:r>
      <w:r>
        <w:t xml:space="preserve">. </w:t>
      </w:r>
      <w:r w:rsidR="005A3479">
        <w:t>J</w:t>
      </w:r>
      <w:r>
        <w:t>’</w:t>
      </w:r>
      <w:r w:rsidR="005A3479">
        <w:t>ai envie d</w:t>
      </w:r>
      <w:r>
        <w:t>’</w:t>
      </w:r>
      <w:r w:rsidR="005A3479">
        <w:t>ôter ma coiffure</w:t>
      </w:r>
      <w:r>
        <w:t> ?</w:t>
      </w:r>
    </w:p>
    <w:p w14:paraId="291EF306" w14:textId="77777777" w:rsidR="006F1ADB" w:rsidRDefault="006F1ADB" w:rsidP="005A3479">
      <w:r>
        <w:t>— </w:t>
      </w:r>
      <w:r w:rsidR="005A3479">
        <w:t>Oh</w:t>
      </w:r>
      <w:r>
        <w:t xml:space="preserve"> ! </w:t>
      </w:r>
      <w:r w:rsidR="005A3479">
        <w:t>non</w:t>
      </w:r>
      <w:r>
        <w:t xml:space="preserve">, </w:t>
      </w:r>
      <w:r w:rsidR="005A3479">
        <w:t>gardez-la</w:t>
      </w:r>
      <w:r>
        <w:t xml:space="preserve">, </w:t>
      </w:r>
      <w:r w:rsidR="005A3479">
        <w:t xml:space="preserve">dit </w:t>
      </w:r>
      <w:proofErr w:type="spellStart"/>
      <w:r w:rsidR="005A3479">
        <w:t>Phillotson</w:t>
      </w:r>
      <w:proofErr w:type="spellEnd"/>
      <w:r>
        <w:t>.</w:t>
      </w:r>
    </w:p>
    <w:p w14:paraId="670F95B4" w14:textId="77777777" w:rsidR="006F1ADB" w:rsidRDefault="005A3479" w:rsidP="005A3479">
      <w:r>
        <w:t>Elle obéit</w:t>
      </w:r>
      <w:r w:rsidR="006F1ADB">
        <w:t xml:space="preserve">. </w:t>
      </w:r>
      <w:r>
        <w:t>Quand ils furent entrés et qu</w:t>
      </w:r>
      <w:r w:rsidR="006F1ADB">
        <w:t>’</w:t>
      </w:r>
      <w:r>
        <w:t>ils eurent pris leurs places</w:t>
      </w:r>
      <w:r w:rsidR="006F1ADB">
        <w:t xml:space="preserve">, </w:t>
      </w:r>
      <w:r>
        <w:t>Jude trouva que la visite précédente avait certainement émoussé la douleur aiguë de sa situation</w:t>
      </w:r>
      <w:r w:rsidR="006F1ADB">
        <w:t xml:space="preserve"> ; </w:t>
      </w:r>
      <w:r>
        <w:t>mais</w:t>
      </w:r>
      <w:r w:rsidR="006F1ADB">
        <w:t xml:space="preserve">, </w:t>
      </w:r>
      <w:r>
        <w:t>avant la s</w:t>
      </w:r>
      <w:r>
        <w:t>e</w:t>
      </w:r>
      <w:r>
        <w:t>conde moitié du service</w:t>
      </w:r>
      <w:r w:rsidR="006F1ADB">
        <w:t xml:space="preserve">, </w:t>
      </w:r>
      <w:r>
        <w:t>il regretta d</w:t>
      </w:r>
      <w:r w:rsidR="006F1ADB">
        <w:t>’</w:t>
      </w:r>
      <w:r>
        <w:t>avoir accepté l</w:t>
      </w:r>
      <w:r w:rsidR="006F1ADB">
        <w:t>’</w:t>
      </w:r>
      <w:r>
        <w:t>office de conduire Sue à l</w:t>
      </w:r>
      <w:r w:rsidR="006F1ADB">
        <w:t>’</w:t>
      </w:r>
      <w:r>
        <w:t>autel</w:t>
      </w:r>
      <w:r w:rsidR="006F1ADB">
        <w:t xml:space="preserve">. </w:t>
      </w:r>
      <w:r>
        <w:t>Comment avait-elle pu lui imposer un rôle cruel pour tous deux</w:t>
      </w:r>
      <w:r w:rsidR="006F1ADB">
        <w:t> ?…</w:t>
      </w:r>
    </w:p>
    <w:p w14:paraId="7E7D2F28" w14:textId="77777777" w:rsidR="006F1ADB" w:rsidRDefault="005A3479" w:rsidP="005A3479">
      <w:r>
        <w:t>Le repas fut très simple</w:t>
      </w:r>
      <w:r w:rsidR="006F1ADB">
        <w:t xml:space="preserve">, </w:t>
      </w:r>
      <w:r>
        <w:t>et</w:t>
      </w:r>
      <w:r w:rsidR="006F1ADB">
        <w:t xml:space="preserve">, </w:t>
      </w:r>
      <w:r>
        <w:t>vers deux heures</w:t>
      </w:r>
      <w:r w:rsidR="006F1ADB">
        <w:t xml:space="preserve">, </w:t>
      </w:r>
      <w:r>
        <w:t>les mariés partirent</w:t>
      </w:r>
      <w:r w:rsidR="006F1ADB">
        <w:t xml:space="preserve">. </w:t>
      </w:r>
      <w:r>
        <w:t>En traversant le trottoir pour gagner la voiture</w:t>
      </w:r>
      <w:r w:rsidR="006F1ADB">
        <w:t xml:space="preserve">, </w:t>
      </w:r>
      <w:r>
        <w:t xml:space="preserve">Sue </w:t>
      </w:r>
      <w:r>
        <w:lastRenderedPageBreak/>
        <w:t>regarda en arrière</w:t>
      </w:r>
      <w:r w:rsidR="006F1ADB">
        <w:t xml:space="preserve">, </w:t>
      </w:r>
      <w:r>
        <w:t>et une lueur d</w:t>
      </w:r>
      <w:r w:rsidR="006F1ADB">
        <w:t>’</w:t>
      </w:r>
      <w:r>
        <w:t>effroi passa dans ses yeux</w:t>
      </w:r>
      <w:r w:rsidR="006F1ADB">
        <w:t xml:space="preserve">. </w:t>
      </w:r>
      <w:r>
        <w:t>Avait-elle commis cette folie inouïe de se jeter dans l</w:t>
      </w:r>
      <w:r w:rsidR="006F1ADB">
        <w:t>’</w:t>
      </w:r>
      <w:r>
        <w:t>inconnu pour la gloriole d</w:t>
      </w:r>
      <w:r w:rsidR="006F1ADB">
        <w:t>’</w:t>
      </w:r>
      <w:r>
        <w:t>affirmer son indépendance ou de prendre sa revanche sur l</w:t>
      </w:r>
      <w:r w:rsidR="006F1ADB">
        <w:t>’</w:t>
      </w:r>
      <w:r>
        <w:t>homme qui lui avait caché son secret</w:t>
      </w:r>
      <w:r w:rsidR="006F1ADB">
        <w:t xml:space="preserve"> ? </w:t>
      </w:r>
      <w:r>
        <w:t>Peut-être Sue était-elle aventureuse avec les hommes</w:t>
      </w:r>
      <w:r w:rsidR="006F1ADB">
        <w:t xml:space="preserve">, </w:t>
      </w:r>
      <w:r>
        <w:t>parce qu</w:t>
      </w:r>
      <w:r w:rsidR="006F1ADB">
        <w:t>’</w:t>
      </w:r>
      <w:r>
        <w:t>elle ign</w:t>
      </w:r>
      <w:r>
        <w:t>o</w:t>
      </w:r>
      <w:r>
        <w:t>rait</w:t>
      </w:r>
      <w:r w:rsidR="006F1ADB">
        <w:t xml:space="preserve">, </w:t>
      </w:r>
      <w:proofErr w:type="spellStart"/>
      <w:r>
        <w:t>enfantinement</w:t>
      </w:r>
      <w:proofErr w:type="spellEnd"/>
      <w:r w:rsidR="006F1ADB">
        <w:t xml:space="preserve">, </w:t>
      </w:r>
      <w:r>
        <w:t>ce côté de leur nature dont la révélation mûrit le cœur des femmes et les vieillit</w:t>
      </w:r>
      <w:r w:rsidR="006F1ADB">
        <w:t>.</w:t>
      </w:r>
    </w:p>
    <w:p w14:paraId="0D1129E2" w14:textId="77777777" w:rsidR="006F1ADB" w:rsidRDefault="005A3479" w:rsidP="005A3479">
      <w:r>
        <w:t>Quand elle toucha le marchepied de la voiture</w:t>
      </w:r>
      <w:r w:rsidR="006F1ADB">
        <w:t xml:space="preserve">, </w:t>
      </w:r>
      <w:r>
        <w:t>elle retou</w:t>
      </w:r>
      <w:r>
        <w:t>r</w:t>
      </w:r>
      <w:r>
        <w:t>na en arrière</w:t>
      </w:r>
      <w:r w:rsidR="006F1ADB">
        <w:t xml:space="preserve">, </w:t>
      </w:r>
      <w:r>
        <w:t>disant qu</w:t>
      </w:r>
      <w:r w:rsidR="006F1ADB">
        <w:t>’</w:t>
      </w:r>
      <w:r>
        <w:t>elle avait oublié quelque chose</w:t>
      </w:r>
      <w:r w:rsidR="006F1ADB">
        <w:t xml:space="preserve">. </w:t>
      </w:r>
      <w:r>
        <w:t>Jude et la propriétaire offrirent de l</w:t>
      </w:r>
      <w:r w:rsidR="006F1ADB">
        <w:t>’</w:t>
      </w:r>
      <w:r>
        <w:t>aller chercher</w:t>
      </w:r>
      <w:r w:rsidR="006F1ADB">
        <w:t>.</w:t>
      </w:r>
    </w:p>
    <w:p w14:paraId="676093CF" w14:textId="77777777" w:rsidR="006F1ADB" w:rsidRDefault="006F1ADB" w:rsidP="005A3479">
      <w:r>
        <w:t>— </w:t>
      </w:r>
      <w:r w:rsidR="005A3479">
        <w:t>Non</w:t>
      </w:r>
      <w:r>
        <w:t xml:space="preserve">, </w:t>
      </w:r>
      <w:r w:rsidR="005A3479">
        <w:t>dit-elle</w:t>
      </w:r>
      <w:r>
        <w:t xml:space="preserve">, </w:t>
      </w:r>
      <w:r w:rsidR="005A3479">
        <w:t>en s</w:t>
      </w:r>
      <w:r>
        <w:t>’</w:t>
      </w:r>
      <w:r w:rsidR="005A3479">
        <w:t>enfuyant</w:t>
      </w:r>
      <w:r>
        <w:t xml:space="preserve">. </w:t>
      </w:r>
      <w:r w:rsidR="005A3479">
        <w:t>C</w:t>
      </w:r>
      <w:r>
        <w:t>’</w:t>
      </w:r>
      <w:r w:rsidR="005A3479">
        <w:t>est mon mouchoir</w:t>
      </w:r>
      <w:r>
        <w:t xml:space="preserve"> ; </w:t>
      </w:r>
      <w:r w:rsidR="005A3479">
        <w:t>je sais où je l</w:t>
      </w:r>
      <w:r>
        <w:t>’</w:t>
      </w:r>
      <w:r w:rsidR="005A3479">
        <w:t>ai laissé</w:t>
      </w:r>
      <w:r>
        <w:t>.</w:t>
      </w:r>
    </w:p>
    <w:p w14:paraId="24BCF96A" w14:textId="77777777" w:rsidR="006F1ADB" w:rsidRDefault="005A3479" w:rsidP="005A3479">
      <w:r>
        <w:t>Jude la suivit</w:t>
      </w:r>
      <w:r w:rsidR="006F1ADB">
        <w:t xml:space="preserve">. </w:t>
      </w:r>
      <w:r>
        <w:t>Elle avait trouvé le mouchoir et le tenait à la main</w:t>
      </w:r>
      <w:r w:rsidR="006F1ADB">
        <w:t xml:space="preserve">. </w:t>
      </w:r>
      <w:r>
        <w:t>Elle fixa sur les yeux de Jude ses yeux pleins de larmes</w:t>
      </w:r>
      <w:r w:rsidR="006F1ADB">
        <w:t xml:space="preserve"> ; </w:t>
      </w:r>
      <w:r>
        <w:t>ses lèvres se séparèrent soudain</w:t>
      </w:r>
      <w:r w:rsidR="006F1ADB">
        <w:t xml:space="preserve">, </w:t>
      </w:r>
      <w:r>
        <w:t>comme si elle avait eu quelque chose à dire</w:t>
      </w:r>
      <w:r w:rsidR="006F1ADB">
        <w:t xml:space="preserve">. </w:t>
      </w:r>
      <w:r>
        <w:t>Mais elle passa outre</w:t>
      </w:r>
      <w:r w:rsidR="006F1ADB">
        <w:t xml:space="preserve">, </w:t>
      </w:r>
      <w:r>
        <w:t>et le mot qu</w:t>
      </w:r>
      <w:r w:rsidR="006F1ADB">
        <w:t>’</w:t>
      </w:r>
      <w:r>
        <w:t>elle avait failli dire ne fut jamais prononcé</w:t>
      </w:r>
      <w:r w:rsidR="006F1ADB">
        <w:t>.</w:t>
      </w:r>
    </w:p>
    <w:p w14:paraId="52FCF985" w14:textId="7F135BFD" w:rsidR="005A3479" w:rsidRDefault="005A3479" w:rsidP="006F1ADB">
      <w:pPr>
        <w:pStyle w:val="Titre2"/>
      </w:pPr>
      <w:bookmarkStart w:id="53" w:name="__RefHeading__55_1957917597"/>
      <w:bookmarkStart w:id="54" w:name="_Toc202369642"/>
      <w:bookmarkEnd w:id="53"/>
      <w:r>
        <w:lastRenderedPageBreak/>
        <w:t>VIII</w:t>
      </w:r>
      <w:bookmarkEnd w:id="54"/>
    </w:p>
    <w:p w14:paraId="58DE1513" w14:textId="77777777" w:rsidR="006F1ADB" w:rsidRDefault="005A3479" w:rsidP="005A3479">
      <w:r>
        <w:t xml:space="preserve">Jude ne pouvait supporter plus longtemps la lumière des réverbères de </w:t>
      </w:r>
      <w:proofErr w:type="spellStart"/>
      <w:r>
        <w:t>Melchester</w:t>
      </w:r>
      <w:proofErr w:type="spellEnd"/>
      <w:r w:rsidR="006F1ADB">
        <w:t xml:space="preserve">. </w:t>
      </w:r>
      <w:r>
        <w:t>Le soleil n</w:t>
      </w:r>
      <w:r w:rsidR="006F1ADB">
        <w:t>’</w:t>
      </w:r>
      <w:r>
        <w:t>était pour lui qu</w:t>
      </w:r>
      <w:r w:rsidR="006F1ADB">
        <w:t>’</w:t>
      </w:r>
      <w:r>
        <w:t>un terne barbouillage sur un ciel de zinc bleuâtre</w:t>
      </w:r>
      <w:r w:rsidR="006F1ADB">
        <w:t xml:space="preserve">. </w:t>
      </w:r>
      <w:r>
        <w:t>C</w:t>
      </w:r>
      <w:r w:rsidR="006F1ADB">
        <w:t>’</w:t>
      </w:r>
      <w:r>
        <w:t>est alors qu</w:t>
      </w:r>
      <w:r w:rsidR="006F1ADB">
        <w:t>’</w:t>
      </w:r>
      <w:r>
        <w:t>il reçut des nouvelles de sa vieille tante</w:t>
      </w:r>
      <w:r w:rsidR="006F1ADB">
        <w:t xml:space="preserve">, </w:t>
      </w:r>
      <w:r>
        <w:t xml:space="preserve">dangereusement malade à </w:t>
      </w:r>
      <w:proofErr w:type="spellStart"/>
      <w:r>
        <w:t>M</w:t>
      </w:r>
      <w:r>
        <w:t>a</w:t>
      </w:r>
      <w:r>
        <w:t>rygreen</w:t>
      </w:r>
      <w:proofErr w:type="spellEnd"/>
      <w:r w:rsidR="006F1ADB">
        <w:t xml:space="preserve">, </w:t>
      </w:r>
      <w:r>
        <w:t>et ces nouvelles coïncidèrent avec une lettre de son a</w:t>
      </w:r>
      <w:r>
        <w:t>n</w:t>
      </w:r>
      <w:r>
        <w:t xml:space="preserve">cien patron de </w:t>
      </w:r>
      <w:proofErr w:type="spellStart"/>
      <w:r>
        <w:t>Christminster</w:t>
      </w:r>
      <w:proofErr w:type="spellEnd"/>
      <w:r w:rsidR="006F1ADB">
        <w:t xml:space="preserve"> ; </w:t>
      </w:r>
      <w:r>
        <w:t>celui-ci lui offrait un travail ava</w:t>
      </w:r>
      <w:r>
        <w:t>n</w:t>
      </w:r>
      <w:r>
        <w:t>tageux</w:t>
      </w:r>
      <w:r w:rsidR="006F1ADB">
        <w:t xml:space="preserve">, </w:t>
      </w:r>
      <w:r>
        <w:t>s</w:t>
      </w:r>
      <w:r w:rsidR="006F1ADB">
        <w:t>’</w:t>
      </w:r>
      <w:r>
        <w:t>il voulait revenir</w:t>
      </w:r>
      <w:r w:rsidR="006F1ADB">
        <w:t xml:space="preserve">. </w:t>
      </w:r>
      <w:r>
        <w:t>Ces lettres firent une diversion</w:t>
      </w:r>
      <w:r w:rsidR="006F1ADB">
        <w:t xml:space="preserve">. </w:t>
      </w:r>
      <w:r>
        <w:t>Jude décida d</w:t>
      </w:r>
      <w:r w:rsidR="006F1ADB">
        <w:t>’</w:t>
      </w:r>
      <w:r>
        <w:t>aller d</w:t>
      </w:r>
      <w:r w:rsidR="006F1ADB">
        <w:t>’</w:t>
      </w:r>
      <w:r>
        <w:t xml:space="preserve">abord chez tante </w:t>
      </w:r>
      <w:proofErr w:type="spellStart"/>
      <w:r>
        <w:t>Drusilla</w:t>
      </w:r>
      <w:proofErr w:type="spellEnd"/>
      <w:r w:rsidR="006F1ADB">
        <w:t xml:space="preserve">, </w:t>
      </w:r>
      <w:proofErr w:type="gramStart"/>
      <w:r>
        <w:t>puis ensuite</w:t>
      </w:r>
      <w:proofErr w:type="gramEnd"/>
      <w:r>
        <w:t xml:space="preserve"> à </w:t>
      </w:r>
      <w:proofErr w:type="spellStart"/>
      <w:r>
        <w:t>Christminster</w:t>
      </w:r>
      <w:proofErr w:type="spellEnd"/>
      <w:r>
        <w:t xml:space="preserve"> afin d</w:t>
      </w:r>
      <w:r w:rsidR="006F1ADB">
        <w:t>’</w:t>
      </w:r>
      <w:r>
        <w:t>examiner les offres de l</w:t>
      </w:r>
      <w:r w:rsidR="006F1ADB">
        <w:t>’</w:t>
      </w:r>
      <w:r>
        <w:t>entrepreneur</w:t>
      </w:r>
      <w:r w:rsidR="006F1ADB">
        <w:t>.</w:t>
      </w:r>
    </w:p>
    <w:p w14:paraId="2EC61385" w14:textId="77777777" w:rsidR="006F1ADB" w:rsidRDefault="005A3479" w:rsidP="005A3479">
      <w:r>
        <w:t xml:space="preserve">Il trouva sa tante plus malade que la lettre de la veuve </w:t>
      </w:r>
      <w:proofErr w:type="spellStart"/>
      <w:r>
        <w:t>Edlin</w:t>
      </w:r>
      <w:proofErr w:type="spellEnd"/>
      <w:r>
        <w:t xml:space="preserve"> ne l</w:t>
      </w:r>
      <w:r w:rsidR="006F1ADB">
        <w:t>’</w:t>
      </w:r>
      <w:r>
        <w:t>avait fait supposer</w:t>
      </w:r>
      <w:r w:rsidR="006F1ADB">
        <w:t xml:space="preserve">. </w:t>
      </w:r>
      <w:r>
        <w:t>Elle pouvait traîner encore des semaines ou des mois</w:t>
      </w:r>
      <w:r w:rsidR="006F1ADB">
        <w:t xml:space="preserve">, </w:t>
      </w:r>
      <w:r>
        <w:t>mais cela était peu probable</w:t>
      </w:r>
      <w:r w:rsidR="006F1ADB">
        <w:t xml:space="preserve">. </w:t>
      </w:r>
      <w:r>
        <w:t>Jude écrivit à Sue pour lui apprendre l</w:t>
      </w:r>
      <w:r w:rsidR="006F1ADB">
        <w:t>’</w:t>
      </w:r>
      <w:r>
        <w:t>état de Miss Fawley et il lui conseilla de venir voir la seule parente âgée qu</w:t>
      </w:r>
      <w:r w:rsidR="006F1ADB">
        <w:t>’</w:t>
      </w:r>
      <w:r>
        <w:t>elle possédât</w:t>
      </w:r>
      <w:r w:rsidR="006F1ADB">
        <w:t xml:space="preserve">. </w:t>
      </w:r>
      <w:r>
        <w:t>Il lui do</w:t>
      </w:r>
      <w:r>
        <w:t>n</w:t>
      </w:r>
      <w:r>
        <w:t>nait rendez-vous sur la route d</w:t>
      </w:r>
      <w:r w:rsidR="006F1ADB">
        <w:t>’</w:t>
      </w:r>
      <w:proofErr w:type="spellStart"/>
      <w:r>
        <w:t>Alfredston</w:t>
      </w:r>
      <w:proofErr w:type="spellEnd"/>
      <w:r w:rsidR="006F1ADB">
        <w:t xml:space="preserve">, </w:t>
      </w:r>
      <w:r>
        <w:t>le lundi suivant</w:t>
      </w:r>
      <w:r w:rsidR="006F1ADB">
        <w:t xml:space="preserve">, </w:t>
      </w:r>
      <w:r>
        <w:t>lors de son retour</w:t>
      </w:r>
      <w:r w:rsidR="006F1ADB">
        <w:t xml:space="preserve">, </w:t>
      </w:r>
      <w:r>
        <w:t>si elle voulait bien l</w:t>
      </w:r>
      <w:r w:rsidR="006F1ADB">
        <w:t>’</w:t>
      </w:r>
      <w:r>
        <w:t xml:space="preserve">attendre dans le train qui croisait à cette station le train de </w:t>
      </w:r>
      <w:proofErr w:type="spellStart"/>
      <w:r>
        <w:t>Christminster</w:t>
      </w:r>
      <w:proofErr w:type="spellEnd"/>
      <w:r w:rsidR="006F1ADB">
        <w:t>.</w:t>
      </w:r>
    </w:p>
    <w:p w14:paraId="718E78DF" w14:textId="77777777" w:rsidR="006F1ADB" w:rsidRDefault="005A3479" w:rsidP="005A3479">
      <w:r>
        <w:t>Le lendemain</w:t>
      </w:r>
      <w:r w:rsidR="006F1ADB">
        <w:t xml:space="preserve">, </w:t>
      </w:r>
      <w:r>
        <w:t>matin</w:t>
      </w:r>
      <w:r w:rsidR="006F1ADB">
        <w:t xml:space="preserve">, </w:t>
      </w:r>
      <w:r>
        <w:t xml:space="preserve">Jude partit pour </w:t>
      </w:r>
      <w:proofErr w:type="spellStart"/>
      <w:r>
        <w:t>Christminster</w:t>
      </w:r>
      <w:proofErr w:type="spellEnd"/>
      <w:r w:rsidR="006F1ADB">
        <w:t xml:space="preserve">. </w:t>
      </w:r>
      <w:r>
        <w:t>Il a</w:t>
      </w:r>
      <w:r>
        <w:t>l</w:t>
      </w:r>
      <w:r>
        <w:t>la à son ancien logement</w:t>
      </w:r>
      <w:r w:rsidR="006F1ADB">
        <w:t xml:space="preserve">, </w:t>
      </w:r>
      <w:r>
        <w:t>dans le faubourg de Beersheba</w:t>
      </w:r>
      <w:r w:rsidR="006F1ADB">
        <w:t xml:space="preserve">, </w:t>
      </w:r>
      <w:r>
        <w:t>près l</w:t>
      </w:r>
      <w:r w:rsidR="006F1ADB">
        <w:t>’</w:t>
      </w:r>
      <w:r>
        <w:t>église de Saint-Silas</w:t>
      </w:r>
      <w:r w:rsidR="006F1ADB">
        <w:t xml:space="preserve">. </w:t>
      </w:r>
      <w:r>
        <w:t>La vieille propriétaire qui lui ouvrit la porte parut charmée de le revoir</w:t>
      </w:r>
      <w:r w:rsidR="006F1ADB">
        <w:t xml:space="preserve">, </w:t>
      </w:r>
      <w:r>
        <w:t>lui prépara un petit repas et l</w:t>
      </w:r>
      <w:r w:rsidR="006F1ADB">
        <w:t>’</w:t>
      </w:r>
      <w:r>
        <w:t>avertit que l</w:t>
      </w:r>
      <w:r w:rsidR="006F1ADB">
        <w:t>’</w:t>
      </w:r>
      <w:r>
        <w:t>entrepreneur avait demandé son adresse</w:t>
      </w:r>
      <w:r w:rsidR="006F1ADB">
        <w:t xml:space="preserve">. </w:t>
      </w:r>
      <w:r>
        <w:t>Jude se rendit au chantier où il avait travaillé</w:t>
      </w:r>
      <w:r w:rsidR="006F1ADB">
        <w:t xml:space="preserve">. </w:t>
      </w:r>
      <w:r>
        <w:t>Mais il prit en dégoût ces vieux hangars</w:t>
      </w:r>
      <w:r w:rsidR="006F1ADB">
        <w:t xml:space="preserve">, </w:t>
      </w:r>
      <w:r>
        <w:t>et sentit qu</w:t>
      </w:r>
      <w:r w:rsidR="006F1ADB">
        <w:t>’</w:t>
      </w:r>
      <w:r>
        <w:t>il lui serait impossible de demeurer encore sur le théâtre de ses rêves évanouis</w:t>
      </w:r>
      <w:r w:rsidR="006F1ADB">
        <w:t xml:space="preserve">. </w:t>
      </w:r>
      <w:r>
        <w:t>Il soupira après l</w:t>
      </w:r>
      <w:r w:rsidR="006F1ADB">
        <w:t>’</w:t>
      </w:r>
      <w:r>
        <w:t>heure où il pourrait prendre le train d</w:t>
      </w:r>
      <w:r w:rsidR="006F1ADB">
        <w:t>’</w:t>
      </w:r>
      <w:proofErr w:type="spellStart"/>
      <w:r>
        <w:t>Alfredston</w:t>
      </w:r>
      <w:proofErr w:type="spellEnd"/>
      <w:r>
        <w:t xml:space="preserve"> et y renco</w:t>
      </w:r>
      <w:r>
        <w:t>n</w:t>
      </w:r>
      <w:r>
        <w:t>trer Sue</w:t>
      </w:r>
      <w:r w:rsidR="006F1ADB">
        <w:t xml:space="preserve">, </w:t>
      </w:r>
      <w:r>
        <w:t>probablement</w:t>
      </w:r>
      <w:r w:rsidR="006F1ADB">
        <w:t xml:space="preserve">. </w:t>
      </w:r>
      <w:r>
        <w:t>Aux Quatre-Chemins</w:t>
      </w:r>
      <w:r w:rsidR="006F1ADB">
        <w:t xml:space="preserve">, </w:t>
      </w:r>
      <w:r>
        <w:t>il trouva Tinker Taylor</w:t>
      </w:r>
      <w:r w:rsidR="006F1ADB">
        <w:t xml:space="preserve">, </w:t>
      </w:r>
      <w:r>
        <w:t>l</w:t>
      </w:r>
      <w:r w:rsidR="006F1ADB">
        <w:t>’</w:t>
      </w:r>
      <w:r>
        <w:t>ex-ecclésiastique</w:t>
      </w:r>
      <w:r w:rsidR="006F1ADB">
        <w:t xml:space="preserve">, </w:t>
      </w:r>
      <w:r>
        <w:t xml:space="preserve">devenu </w:t>
      </w:r>
      <w:r>
        <w:lastRenderedPageBreak/>
        <w:t>fabricant d</w:t>
      </w:r>
      <w:r w:rsidR="006F1ADB">
        <w:t>’</w:t>
      </w:r>
      <w:r>
        <w:t>objets religieux</w:t>
      </w:r>
      <w:r w:rsidR="006F1ADB">
        <w:t xml:space="preserve">, </w:t>
      </w:r>
      <w:r>
        <w:t>et celui-ci lui proposa de chercher un bar et de boire ensemble</w:t>
      </w:r>
      <w:r w:rsidR="006F1ADB">
        <w:t xml:space="preserve">. </w:t>
      </w:r>
      <w:r>
        <w:t xml:space="preserve">Ils suivirent les rues pour arriver à un de ces endroits qui sont les grands centres palpitants de la vie de </w:t>
      </w:r>
      <w:proofErr w:type="spellStart"/>
      <w:r>
        <w:t>Christminster</w:t>
      </w:r>
      <w:proofErr w:type="spellEnd"/>
      <w:r w:rsidR="006F1ADB">
        <w:t xml:space="preserve"> ; </w:t>
      </w:r>
      <w:r>
        <w:t>et Jude revit l</w:t>
      </w:r>
      <w:r w:rsidR="006F1ADB">
        <w:t>’</w:t>
      </w:r>
      <w:r>
        <w:t>auberge où</w:t>
      </w:r>
      <w:r w:rsidR="006F1ADB">
        <w:t xml:space="preserve">, </w:t>
      </w:r>
      <w:r>
        <w:t>naguère</w:t>
      </w:r>
      <w:r w:rsidR="006F1ADB">
        <w:t xml:space="preserve">, </w:t>
      </w:r>
      <w:r>
        <w:t xml:space="preserve">il avait accepté le défi de réciter le </w:t>
      </w:r>
      <w:r>
        <w:rPr>
          <w:i/>
          <w:szCs w:val="32"/>
        </w:rPr>
        <w:t xml:space="preserve">Credo </w:t>
      </w:r>
      <w:r>
        <w:t>en latin</w:t>
      </w:r>
      <w:r w:rsidR="006F1ADB">
        <w:t xml:space="preserve">. </w:t>
      </w:r>
      <w:r>
        <w:t>C</w:t>
      </w:r>
      <w:r w:rsidR="006F1ADB">
        <w:t>’</w:t>
      </w:r>
      <w:r>
        <w:t>était maintenant une taverne populaire</w:t>
      </w:r>
      <w:r w:rsidR="006F1ADB">
        <w:t xml:space="preserve">, </w:t>
      </w:r>
      <w:r>
        <w:t>dont la vaste entrée invitait les passants à pénétrer dans un bar enti</w:t>
      </w:r>
      <w:r>
        <w:t>è</w:t>
      </w:r>
      <w:r>
        <w:t>rement transformé depuis le départ de Jude et décoré dans un style moderne</w:t>
      </w:r>
      <w:r w:rsidR="006F1ADB">
        <w:t>.</w:t>
      </w:r>
    </w:p>
    <w:p w14:paraId="3BCFC32E" w14:textId="77777777" w:rsidR="006F1ADB" w:rsidRDefault="005A3479" w:rsidP="005A3479">
      <w:r>
        <w:t>Tinker Taylor vida son verre et s</w:t>
      </w:r>
      <w:r w:rsidR="006F1ADB">
        <w:t>’</w:t>
      </w:r>
      <w:r>
        <w:t>en alla</w:t>
      </w:r>
      <w:r w:rsidR="006F1ADB">
        <w:t xml:space="preserve">. </w:t>
      </w:r>
      <w:r>
        <w:t>Jude buvait plus lentement et restait silencieux et absorbé dans un coin presque désert</w:t>
      </w:r>
      <w:r w:rsidR="006F1ADB">
        <w:t xml:space="preserve">. </w:t>
      </w:r>
      <w:r>
        <w:t>La salle était divisée en compartiments</w:t>
      </w:r>
      <w:r w:rsidR="006F1ADB">
        <w:t xml:space="preserve">, </w:t>
      </w:r>
      <w:r>
        <w:t>séparés par de grandes glaces encadrées d</w:t>
      </w:r>
      <w:r w:rsidR="006F1ADB">
        <w:t>’</w:t>
      </w:r>
      <w:r>
        <w:t>acajou</w:t>
      </w:r>
      <w:r w:rsidR="006F1ADB">
        <w:t xml:space="preserve">. </w:t>
      </w:r>
      <w:r>
        <w:t>Dans le comptoir</w:t>
      </w:r>
      <w:r w:rsidR="006F1ADB">
        <w:t xml:space="preserve">, </w:t>
      </w:r>
      <w:r>
        <w:t>deux se</w:t>
      </w:r>
      <w:r>
        <w:t>r</w:t>
      </w:r>
      <w:r>
        <w:t>vantes se penchaient sur les manches blancs des pompes à bière et la série des petits robinets argentés</w:t>
      </w:r>
      <w:r w:rsidR="006F1ADB">
        <w:t xml:space="preserve">, </w:t>
      </w:r>
      <w:r>
        <w:t>qui s</w:t>
      </w:r>
      <w:r w:rsidR="006F1ADB">
        <w:t>’</w:t>
      </w:r>
      <w:r>
        <w:t>égouttaient dans une cuvette d</w:t>
      </w:r>
      <w:r w:rsidR="006F1ADB">
        <w:t>’</w:t>
      </w:r>
      <w:r>
        <w:t>étain</w:t>
      </w:r>
      <w:r w:rsidR="006F1ADB">
        <w:t>.</w:t>
      </w:r>
    </w:p>
    <w:p w14:paraId="3476D7F6" w14:textId="77777777" w:rsidR="006F1ADB" w:rsidRDefault="005A3479" w:rsidP="005A3479">
      <w:r>
        <w:t>Se sentant fatigué et n</w:t>
      </w:r>
      <w:r w:rsidR="006F1ADB">
        <w:t>’</w:t>
      </w:r>
      <w:r>
        <w:t>ayant rien à faire jusqu</w:t>
      </w:r>
      <w:r w:rsidR="006F1ADB">
        <w:t>’</w:t>
      </w:r>
      <w:r>
        <w:t>à l</w:t>
      </w:r>
      <w:r w:rsidR="006F1ADB">
        <w:t>’</w:t>
      </w:r>
      <w:r>
        <w:t>heure du train</w:t>
      </w:r>
      <w:r w:rsidR="006F1ADB">
        <w:t xml:space="preserve">, </w:t>
      </w:r>
      <w:r>
        <w:t>Jude se laissa tomber sur un sofa</w:t>
      </w:r>
      <w:r w:rsidR="006F1ADB">
        <w:t xml:space="preserve">. </w:t>
      </w:r>
      <w:r>
        <w:t>Derrière les servantes</w:t>
      </w:r>
      <w:r w:rsidR="006F1ADB">
        <w:t xml:space="preserve">, </w:t>
      </w:r>
      <w:r>
        <w:t>s</w:t>
      </w:r>
      <w:r w:rsidR="006F1ADB">
        <w:t>’</w:t>
      </w:r>
      <w:r>
        <w:t>élevaient des miroirs biseautés</w:t>
      </w:r>
      <w:r w:rsidR="006F1ADB">
        <w:t xml:space="preserve">, </w:t>
      </w:r>
      <w:r>
        <w:t>avec des étagères de verres courant tout le long et supportant les précieux liquides dont Jude ignorait le nom</w:t>
      </w:r>
      <w:r w:rsidR="006F1ADB">
        <w:t xml:space="preserve">, </w:t>
      </w:r>
      <w:r>
        <w:t>bouteilles de topaze</w:t>
      </w:r>
      <w:r w:rsidR="006F1ADB">
        <w:t xml:space="preserve">, </w:t>
      </w:r>
      <w:r>
        <w:t>de saphir</w:t>
      </w:r>
      <w:r w:rsidR="006F1ADB">
        <w:t xml:space="preserve">, </w:t>
      </w:r>
      <w:r>
        <w:t>de rubis et d</w:t>
      </w:r>
      <w:r w:rsidR="006F1ADB">
        <w:t>’</w:t>
      </w:r>
      <w:r>
        <w:t>améthyste</w:t>
      </w:r>
      <w:r w:rsidR="006F1ADB">
        <w:t xml:space="preserve">. </w:t>
      </w:r>
      <w:r>
        <w:t>L</w:t>
      </w:r>
      <w:r w:rsidR="006F1ADB">
        <w:t>’</w:t>
      </w:r>
      <w:r>
        <w:t>arrivée de quelques clients familiers ranima la gaieté</w:t>
      </w:r>
      <w:r w:rsidR="006F1ADB">
        <w:t xml:space="preserve"> ; </w:t>
      </w:r>
      <w:r>
        <w:t>l</w:t>
      </w:r>
      <w:r w:rsidR="006F1ADB">
        <w:t>’</w:t>
      </w:r>
      <w:r>
        <w:t>on entendit le compte de la monnaie bredouillé mach</w:t>
      </w:r>
      <w:r>
        <w:t>i</w:t>
      </w:r>
      <w:r>
        <w:t>nalement et le tintement des pièces sur la table</w:t>
      </w:r>
      <w:r w:rsidR="006F1ADB">
        <w:t>.</w:t>
      </w:r>
    </w:p>
    <w:p w14:paraId="320DA74F" w14:textId="77777777" w:rsidR="006F1ADB" w:rsidRDefault="005A3479" w:rsidP="005A3479">
      <w:r>
        <w:t>Jude ne voyait pas la servante préposée à ce compartiment</w:t>
      </w:r>
      <w:r w:rsidR="006F1ADB">
        <w:t xml:space="preserve">, </w:t>
      </w:r>
      <w:r>
        <w:t>mais il apercevait sans cesse son reflet dans la glace</w:t>
      </w:r>
      <w:r w:rsidR="006F1ADB">
        <w:t xml:space="preserve">. </w:t>
      </w:r>
      <w:r>
        <w:t>Il l</w:t>
      </w:r>
      <w:r w:rsidR="006F1ADB">
        <w:t>’</w:t>
      </w:r>
      <w:r>
        <w:t>avait remarquée</w:t>
      </w:r>
      <w:r w:rsidR="006F1ADB">
        <w:t xml:space="preserve">, </w:t>
      </w:r>
      <w:r>
        <w:t>distraitement</w:t>
      </w:r>
      <w:r w:rsidR="006F1ADB">
        <w:t xml:space="preserve">, </w:t>
      </w:r>
      <w:r>
        <w:t>quand elle se tourna un instant pour arranger ses cheveux devant la glace</w:t>
      </w:r>
      <w:r w:rsidR="006F1ADB">
        <w:t xml:space="preserve">, </w:t>
      </w:r>
      <w:r>
        <w:t>avec le plus grand soin</w:t>
      </w:r>
      <w:r w:rsidR="006F1ADB">
        <w:t xml:space="preserve">. </w:t>
      </w:r>
      <w:r>
        <w:t>Il fut stupéfié en reconnaissant le visage d</w:t>
      </w:r>
      <w:r w:rsidR="006F1ADB">
        <w:t>’</w:t>
      </w:r>
      <w:proofErr w:type="spellStart"/>
      <w:r>
        <w:t>Arabella</w:t>
      </w:r>
      <w:proofErr w:type="spellEnd"/>
      <w:r w:rsidR="006F1ADB">
        <w:t>.</w:t>
      </w:r>
    </w:p>
    <w:p w14:paraId="16ACD546" w14:textId="77777777" w:rsidR="006F1ADB" w:rsidRDefault="006F1ADB" w:rsidP="005A3479">
      <w:r>
        <w:t>« </w:t>
      </w:r>
      <w:r w:rsidR="005A3479">
        <w:t>Abby</w:t>
      </w:r>
      <w:r>
        <w:t> »</w:t>
      </w:r>
      <w:r w:rsidR="005A3479">
        <w:t xml:space="preserve"> portait une robe noire</w:t>
      </w:r>
      <w:r>
        <w:t xml:space="preserve">, </w:t>
      </w:r>
      <w:r w:rsidR="005A3479">
        <w:t>des manches de toile blanche et un grand col blanc</w:t>
      </w:r>
      <w:r>
        <w:t xml:space="preserve">. </w:t>
      </w:r>
      <w:r w:rsidR="005A3479">
        <w:t>Sa figure</w:t>
      </w:r>
      <w:r>
        <w:t xml:space="preserve">, </w:t>
      </w:r>
      <w:r w:rsidR="005A3479">
        <w:t xml:space="preserve">plus grasse </w:t>
      </w:r>
      <w:r w:rsidR="005A3479">
        <w:lastRenderedPageBreak/>
        <w:t>qu</w:t>
      </w:r>
      <w:r>
        <w:t>’</w:t>
      </w:r>
      <w:r w:rsidR="005A3479">
        <w:t>autrefois</w:t>
      </w:r>
      <w:r>
        <w:t xml:space="preserve">, </w:t>
      </w:r>
      <w:r w:rsidR="005A3479">
        <w:t>paraissait plus colorée par le contraste d</w:t>
      </w:r>
      <w:r>
        <w:t>’</w:t>
      </w:r>
      <w:r w:rsidR="005A3479">
        <w:t>un bo</w:t>
      </w:r>
      <w:r w:rsidR="005A3479">
        <w:t>u</w:t>
      </w:r>
      <w:r w:rsidR="005A3479">
        <w:t>quet de narcisses posé sur son sein gauche</w:t>
      </w:r>
      <w:r>
        <w:t>.</w:t>
      </w:r>
    </w:p>
    <w:p w14:paraId="37C12B28" w14:textId="77777777" w:rsidR="006F1ADB" w:rsidRDefault="005A3479" w:rsidP="005A3479">
      <w:r>
        <w:t>Le compartiment qu</w:t>
      </w:r>
      <w:r w:rsidR="006F1ADB">
        <w:t>’</w:t>
      </w:r>
      <w:r>
        <w:t>elle desservait redevint bientôt vide</w:t>
      </w:r>
      <w:r w:rsidR="006F1ADB">
        <w:t xml:space="preserve">, </w:t>
      </w:r>
      <w:r>
        <w:t>et Jude</w:t>
      </w:r>
      <w:r w:rsidR="006F1ADB">
        <w:t xml:space="preserve">, </w:t>
      </w:r>
      <w:r>
        <w:t>après une courte réflexion</w:t>
      </w:r>
      <w:r w:rsidR="006F1ADB">
        <w:t xml:space="preserve">, </w:t>
      </w:r>
      <w:r>
        <w:t>y entra et se plaça en avant du comptoir</w:t>
      </w:r>
      <w:r w:rsidR="006F1ADB">
        <w:t xml:space="preserve">. </w:t>
      </w:r>
      <w:proofErr w:type="spellStart"/>
      <w:r>
        <w:t>Arabella</w:t>
      </w:r>
      <w:proofErr w:type="spellEnd"/>
      <w:r>
        <w:t xml:space="preserve"> ne le reconnut pas </w:t>
      </w:r>
      <w:proofErr w:type="gramStart"/>
      <w:r>
        <w:t>de suite</w:t>
      </w:r>
      <w:proofErr w:type="gramEnd"/>
      <w:r w:rsidR="006F1ADB">
        <w:t xml:space="preserve">, </w:t>
      </w:r>
      <w:r>
        <w:t>mais leurs r</w:t>
      </w:r>
      <w:r>
        <w:t>e</w:t>
      </w:r>
      <w:r>
        <w:t>gards se rencontrèrent</w:t>
      </w:r>
      <w:r w:rsidR="006F1ADB">
        <w:t xml:space="preserve">. </w:t>
      </w:r>
      <w:r>
        <w:t>Elle tressaillit</w:t>
      </w:r>
      <w:r w:rsidR="006F1ADB">
        <w:t xml:space="preserve"> ; </w:t>
      </w:r>
      <w:r>
        <w:t>une gaieté impudente brilla dans ses yeux</w:t>
      </w:r>
      <w:r w:rsidR="006F1ADB">
        <w:t xml:space="preserve">, </w:t>
      </w:r>
      <w:r>
        <w:t>et elle parla</w:t>
      </w:r>
      <w:r w:rsidR="006F1ADB">
        <w:t> :</w:t>
      </w:r>
    </w:p>
    <w:p w14:paraId="36BABA2F" w14:textId="77777777" w:rsidR="006F1ADB" w:rsidRDefault="006F1ADB" w:rsidP="005A3479">
      <w:r>
        <w:t>— </w:t>
      </w:r>
      <w:r w:rsidR="005A3479">
        <w:t>Eh bien</w:t>
      </w:r>
      <w:r>
        <w:t xml:space="preserve"> ! </w:t>
      </w:r>
      <w:r w:rsidR="005A3479">
        <w:t>J</w:t>
      </w:r>
      <w:r>
        <w:t>’</w:t>
      </w:r>
      <w:r w:rsidR="005A3479">
        <w:t>ai de la chance</w:t>
      </w:r>
      <w:r>
        <w:t xml:space="preserve"> ! </w:t>
      </w:r>
      <w:r w:rsidR="005A3479">
        <w:t>Je pensais que vous étiez e</w:t>
      </w:r>
      <w:r w:rsidR="005A3479">
        <w:t>n</w:t>
      </w:r>
      <w:r w:rsidR="005A3479">
        <w:t>terré depuis longtemps</w:t>
      </w:r>
      <w:r>
        <w:t>.</w:t>
      </w:r>
    </w:p>
    <w:p w14:paraId="7C781FF9" w14:textId="77777777" w:rsidR="006F1ADB" w:rsidRDefault="006F1ADB" w:rsidP="005A3479">
      <w:r>
        <w:t>— </w:t>
      </w:r>
      <w:r w:rsidR="005A3479">
        <w:t>Oh</w:t>
      </w:r>
      <w:r>
        <w:t> !</w:t>
      </w:r>
    </w:p>
    <w:p w14:paraId="7E698D2C" w14:textId="77777777" w:rsidR="006F1ADB" w:rsidRDefault="006F1ADB" w:rsidP="005A3479">
      <w:r>
        <w:t>— </w:t>
      </w:r>
      <w:r w:rsidR="005A3479">
        <w:t>Je n</w:t>
      </w:r>
      <w:r>
        <w:t>’</w:t>
      </w:r>
      <w:r w:rsidR="005A3479">
        <w:t>avais plus jamais entendu parler de vous</w:t>
      </w:r>
      <w:r>
        <w:t xml:space="preserve"> ; </w:t>
      </w:r>
      <w:r w:rsidR="005A3479">
        <w:t>sans ça</w:t>
      </w:r>
      <w:r>
        <w:t xml:space="preserve">, </w:t>
      </w:r>
      <w:r w:rsidR="005A3479">
        <w:t>je ne crois pas que je serais venue ici</w:t>
      </w:r>
      <w:r>
        <w:t xml:space="preserve">… </w:t>
      </w:r>
      <w:r w:rsidR="005A3479">
        <w:t>Mais</w:t>
      </w:r>
      <w:r>
        <w:t xml:space="preserve">, </w:t>
      </w:r>
      <w:r w:rsidR="005A3479">
        <w:t>tant pis</w:t>
      </w:r>
      <w:r>
        <w:t xml:space="preserve"> ! </w:t>
      </w:r>
      <w:r w:rsidR="005A3479">
        <w:t>De quoi vais-je vous régaler aujourd</w:t>
      </w:r>
      <w:r>
        <w:t>’</w:t>
      </w:r>
      <w:r w:rsidR="005A3479">
        <w:t>hui</w:t>
      </w:r>
      <w:r>
        <w:t xml:space="preserve"> ? </w:t>
      </w:r>
      <w:r w:rsidR="005A3479">
        <w:t>Allez</w:t>
      </w:r>
      <w:r>
        <w:t xml:space="preserve">, </w:t>
      </w:r>
      <w:r w:rsidR="005A3479">
        <w:t>il n</w:t>
      </w:r>
      <w:r>
        <w:t>’</w:t>
      </w:r>
      <w:r w:rsidR="005A3479">
        <w:t>y a rien de trop bon ici pour fêter une vieille connaissance</w:t>
      </w:r>
      <w:r>
        <w:t>.</w:t>
      </w:r>
    </w:p>
    <w:p w14:paraId="3AE60E52" w14:textId="77777777" w:rsidR="006F1ADB" w:rsidRDefault="006F1ADB" w:rsidP="005A3479">
      <w:r>
        <w:t>— </w:t>
      </w:r>
      <w:r w:rsidR="005A3479">
        <w:t>Merci</w:t>
      </w:r>
      <w:r>
        <w:t xml:space="preserve">, </w:t>
      </w:r>
      <w:proofErr w:type="spellStart"/>
      <w:r w:rsidR="005A3479">
        <w:t>Arabella</w:t>
      </w:r>
      <w:proofErr w:type="spellEnd"/>
      <w:r>
        <w:t xml:space="preserve">, </w:t>
      </w:r>
      <w:r w:rsidR="005A3479">
        <w:t>dit Jude sans sourire</w:t>
      </w:r>
      <w:r>
        <w:t xml:space="preserve"> ; </w:t>
      </w:r>
      <w:r w:rsidR="005A3479">
        <w:t>ce que j</w:t>
      </w:r>
      <w:r>
        <w:t>’</w:t>
      </w:r>
      <w:r w:rsidR="005A3479">
        <w:t>ai me su</w:t>
      </w:r>
      <w:r w:rsidR="005A3479">
        <w:t>f</w:t>
      </w:r>
      <w:r w:rsidR="005A3479">
        <w:t>fit</w:t>
      </w:r>
      <w:r>
        <w:t>.</w:t>
      </w:r>
    </w:p>
    <w:p w14:paraId="35F1585D" w14:textId="77777777" w:rsidR="006F1ADB" w:rsidRDefault="005A3479" w:rsidP="005A3479">
      <w:r>
        <w:t>Le fait est que la présence imprévue d</w:t>
      </w:r>
      <w:r w:rsidR="006F1ADB">
        <w:t>’</w:t>
      </w:r>
      <w:proofErr w:type="spellStart"/>
      <w:r>
        <w:t>Arabella</w:t>
      </w:r>
      <w:proofErr w:type="spellEnd"/>
      <w:r>
        <w:t xml:space="preserve"> avait anéa</w:t>
      </w:r>
      <w:r>
        <w:t>n</w:t>
      </w:r>
      <w:r>
        <w:t>ti tout d</w:t>
      </w:r>
      <w:r w:rsidR="006F1ADB">
        <w:t>’</w:t>
      </w:r>
      <w:r>
        <w:t>un coup son goût momentané pour les liqueurs fortes</w:t>
      </w:r>
      <w:r w:rsidR="006F1ADB">
        <w:t xml:space="preserve">, </w:t>
      </w:r>
      <w:r>
        <w:t>aussi complètement que s</w:t>
      </w:r>
      <w:r w:rsidR="006F1ADB">
        <w:t>’</w:t>
      </w:r>
      <w:r>
        <w:t>il était revenu à sa petite enfance</w:t>
      </w:r>
      <w:r w:rsidR="006F1ADB">
        <w:t>.</w:t>
      </w:r>
    </w:p>
    <w:p w14:paraId="1A0178C8" w14:textId="77777777" w:rsidR="006F1ADB" w:rsidRDefault="006F1ADB" w:rsidP="005A3479">
      <w:r>
        <w:t>— </w:t>
      </w:r>
      <w:r w:rsidR="005A3479">
        <w:t>C</w:t>
      </w:r>
      <w:r>
        <w:t>’</w:t>
      </w:r>
      <w:r w:rsidR="005A3479">
        <w:t>est dommage</w:t>
      </w:r>
      <w:r>
        <w:t xml:space="preserve">, </w:t>
      </w:r>
      <w:r w:rsidR="005A3479">
        <w:t>puisque</w:t>
      </w:r>
      <w:r>
        <w:t xml:space="preserve">, </w:t>
      </w:r>
      <w:r w:rsidR="005A3479">
        <w:t>maintenant</w:t>
      </w:r>
      <w:r>
        <w:t xml:space="preserve">, </w:t>
      </w:r>
      <w:r w:rsidR="005A3479">
        <w:t>ça ne vous coût</w:t>
      </w:r>
      <w:r w:rsidR="005A3479">
        <w:t>e</w:t>
      </w:r>
      <w:r w:rsidR="005A3479">
        <w:t>rait rien</w:t>
      </w:r>
      <w:r>
        <w:t>.</w:t>
      </w:r>
    </w:p>
    <w:p w14:paraId="56F0C87F" w14:textId="77777777" w:rsidR="006F1ADB" w:rsidRDefault="006F1ADB" w:rsidP="005A3479">
      <w:r>
        <w:t>— </w:t>
      </w:r>
      <w:r w:rsidR="005A3479">
        <w:t>Il y a longtemps que vous êtes ici</w:t>
      </w:r>
      <w:r>
        <w:t> ?</w:t>
      </w:r>
    </w:p>
    <w:p w14:paraId="73D8BFD6" w14:textId="77777777" w:rsidR="006F1ADB" w:rsidRDefault="006F1ADB" w:rsidP="005A3479">
      <w:r>
        <w:t>— </w:t>
      </w:r>
      <w:r w:rsidR="005A3479">
        <w:t>Six semaines</w:t>
      </w:r>
      <w:r>
        <w:t xml:space="preserve">. </w:t>
      </w:r>
      <w:r w:rsidR="005A3479">
        <w:t>Je suis revenue de Sidney depuis trois mois</w:t>
      </w:r>
      <w:r>
        <w:t xml:space="preserve">. </w:t>
      </w:r>
      <w:r w:rsidR="005A3479">
        <w:t>J</w:t>
      </w:r>
      <w:r>
        <w:t>’</w:t>
      </w:r>
      <w:r w:rsidR="005A3479">
        <w:t>ai toujours aimé ce service</w:t>
      </w:r>
      <w:r>
        <w:t xml:space="preserve">, </w:t>
      </w:r>
      <w:r w:rsidR="005A3479">
        <w:t>vous savez</w:t>
      </w:r>
      <w:r>
        <w:t>.</w:t>
      </w:r>
    </w:p>
    <w:p w14:paraId="26AEB502" w14:textId="77777777" w:rsidR="006F1ADB" w:rsidRDefault="006F1ADB" w:rsidP="005A3479">
      <w:r>
        <w:t>— </w:t>
      </w:r>
      <w:r w:rsidR="005A3479">
        <w:t>Je m</w:t>
      </w:r>
      <w:r>
        <w:t>’</w:t>
      </w:r>
      <w:r w:rsidR="005A3479">
        <w:t>étonne que vous soyez venue ici</w:t>
      </w:r>
      <w:r>
        <w:t>.</w:t>
      </w:r>
    </w:p>
    <w:p w14:paraId="44584584" w14:textId="77777777" w:rsidR="006F1ADB" w:rsidRDefault="006F1ADB" w:rsidP="005A3479">
      <w:r>
        <w:lastRenderedPageBreak/>
        <w:t>— </w:t>
      </w:r>
      <w:r w:rsidR="005A3479">
        <w:t>Mais</w:t>
      </w:r>
      <w:r>
        <w:t xml:space="preserve">, </w:t>
      </w:r>
      <w:r w:rsidR="005A3479">
        <w:t>comme je vous l</w:t>
      </w:r>
      <w:r>
        <w:t>’</w:t>
      </w:r>
      <w:r w:rsidR="005A3479">
        <w:t>ai dit</w:t>
      </w:r>
      <w:r>
        <w:t xml:space="preserve">, </w:t>
      </w:r>
      <w:r w:rsidR="005A3479">
        <w:t>je croyais que vous étiez a</w:t>
      </w:r>
      <w:r w:rsidR="005A3479">
        <w:t>r</w:t>
      </w:r>
      <w:r w:rsidR="005A3479">
        <w:t>rivé à la gloire</w:t>
      </w:r>
      <w:r>
        <w:t xml:space="preserve">. </w:t>
      </w:r>
      <w:r w:rsidR="005A3479">
        <w:t>Étant à Londres</w:t>
      </w:r>
      <w:r>
        <w:t xml:space="preserve">, </w:t>
      </w:r>
      <w:r w:rsidR="005A3479">
        <w:t>j</w:t>
      </w:r>
      <w:r>
        <w:t>’</w:t>
      </w:r>
      <w:r w:rsidR="005A3479">
        <w:t>ai lu l</w:t>
      </w:r>
      <w:r>
        <w:t>’</w:t>
      </w:r>
      <w:r w:rsidR="005A3479">
        <w:t>annonce de cette place dans un journal</w:t>
      </w:r>
      <w:r>
        <w:t xml:space="preserve">. </w:t>
      </w:r>
      <w:r w:rsidR="005A3479">
        <w:t>Personne ne pouvait me reconnaître ici</w:t>
      </w:r>
      <w:r>
        <w:t xml:space="preserve">, </w:t>
      </w:r>
      <w:r w:rsidR="005A3479">
        <w:t>car je n</w:t>
      </w:r>
      <w:r>
        <w:t>’</w:t>
      </w:r>
      <w:r w:rsidR="005A3479">
        <w:t xml:space="preserve">étais jamais venue à </w:t>
      </w:r>
      <w:proofErr w:type="spellStart"/>
      <w:r w:rsidR="005A3479">
        <w:t>Christminster</w:t>
      </w:r>
      <w:proofErr w:type="spellEnd"/>
      <w:r w:rsidR="005A3479">
        <w:t xml:space="preserve"> depuis mon enfance</w:t>
      </w:r>
      <w:r>
        <w:t>.</w:t>
      </w:r>
    </w:p>
    <w:p w14:paraId="1F1C310C" w14:textId="77777777" w:rsidR="006F1ADB" w:rsidRDefault="006F1ADB" w:rsidP="005A3479">
      <w:r>
        <w:t>— </w:t>
      </w:r>
      <w:r w:rsidR="005A3479">
        <w:t>Pourquoi avez-vous quitté l</w:t>
      </w:r>
      <w:r>
        <w:t>’</w:t>
      </w:r>
      <w:r w:rsidR="005A3479">
        <w:t>Australie</w:t>
      </w:r>
      <w:r>
        <w:t> ?</w:t>
      </w:r>
    </w:p>
    <w:p w14:paraId="64ED84A4" w14:textId="77777777" w:rsidR="006F1ADB" w:rsidRDefault="006F1ADB" w:rsidP="005A3479">
      <w:r>
        <w:t>— </w:t>
      </w:r>
      <w:r w:rsidR="005A3479">
        <w:t>J</w:t>
      </w:r>
      <w:r>
        <w:t>’</w:t>
      </w:r>
      <w:r w:rsidR="005A3479">
        <w:t>avais mes raisons</w:t>
      </w:r>
      <w:r>
        <w:t xml:space="preserve">… </w:t>
      </w:r>
      <w:r w:rsidR="005A3479">
        <w:t>Vous n</w:t>
      </w:r>
      <w:r>
        <w:t>’</w:t>
      </w:r>
      <w:r w:rsidR="005A3479">
        <w:t>êtes donc pas encore un gros bonnet</w:t>
      </w:r>
      <w:r>
        <w:t> ?</w:t>
      </w:r>
    </w:p>
    <w:p w14:paraId="1F26C5C1" w14:textId="77777777" w:rsidR="006F1ADB" w:rsidRDefault="006F1ADB" w:rsidP="005A3479">
      <w:r>
        <w:t>— </w:t>
      </w:r>
      <w:r w:rsidR="005A3479">
        <w:t>Non</w:t>
      </w:r>
      <w:r>
        <w:t>.</w:t>
      </w:r>
    </w:p>
    <w:p w14:paraId="3A5E58C1" w14:textId="77777777" w:rsidR="006F1ADB" w:rsidRDefault="006F1ADB" w:rsidP="005A3479">
      <w:r>
        <w:t>— </w:t>
      </w:r>
      <w:r w:rsidR="005A3479">
        <w:t>Pas même un Révérend</w:t>
      </w:r>
      <w:r>
        <w:t> ?</w:t>
      </w:r>
    </w:p>
    <w:p w14:paraId="5153580B" w14:textId="77777777" w:rsidR="006F1ADB" w:rsidRDefault="006F1ADB" w:rsidP="005A3479">
      <w:r>
        <w:t>— </w:t>
      </w:r>
      <w:r w:rsidR="005A3479">
        <w:t>Je suis ce que j</w:t>
      </w:r>
      <w:r>
        <w:t>’</w:t>
      </w:r>
      <w:r w:rsidR="005A3479">
        <w:t>étais</w:t>
      </w:r>
      <w:r>
        <w:t>.</w:t>
      </w:r>
    </w:p>
    <w:p w14:paraId="20993F95" w14:textId="77777777" w:rsidR="006F1ADB" w:rsidRDefault="006F1ADB" w:rsidP="005A3479">
      <w:r>
        <w:t>— </w:t>
      </w:r>
      <w:r w:rsidR="005A3479">
        <w:t>Vraiment</w:t>
      </w:r>
      <w:r>
        <w:t xml:space="preserve"> ?… </w:t>
      </w:r>
      <w:r w:rsidR="005A3479">
        <w:t>Cela se voit</w:t>
      </w:r>
      <w:r>
        <w:t>.</w:t>
      </w:r>
    </w:p>
    <w:p w14:paraId="667AF0F4" w14:textId="77777777" w:rsidR="006F1ADB" w:rsidRDefault="005A3479" w:rsidP="005A3479">
      <w:r>
        <w:t>Elle le regardait avec un air de critique</w:t>
      </w:r>
      <w:r w:rsidR="006F1ADB">
        <w:t xml:space="preserve">, </w:t>
      </w:r>
      <w:r>
        <w:t>en posant pare</w:t>
      </w:r>
      <w:r>
        <w:t>s</w:t>
      </w:r>
      <w:r>
        <w:t>seusement ses doigts sur le manche de la pompe à air</w:t>
      </w:r>
      <w:r w:rsidR="006F1ADB">
        <w:t xml:space="preserve">. </w:t>
      </w:r>
      <w:r>
        <w:t>Il rema</w:t>
      </w:r>
      <w:r>
        <w:t>r</w:t>
      </w:r>
      <w:r>
        <w:t>qua que ces doigts étaient plus fins et plus blancs qu</w:t>
      </w:r>
      <w:r w:rsidR="006F1ADB">
        <w:t>’</w:t>
      </w:r>
      <w:r>
        <w:t xml:space="preserve">autrefois lorsque </w:t>
      </w:r>
      <w:proofErr w:type="spellStart"/>
      <w:r>
        <w:t>Arabella</w:t>
      </w:r>
      <w:proofErr w:type="spellEnd"/>
      <w:r>
        <w:t xml:space="preserve"> vivait avec lui</w:t>
      </w:r>
      <w:r w:rsidR="006F1ADB">
        <w:t xml:space="preserve"> ; </w:t>
      </w:r>
      <w:r>
        <w:t>celui qui tenait le robinet po</w:t>
      </w:r>
      <w:r>
        <w:t>r</w:t>
      </w:r>
      <w:r>
        <w:t>tait une bague ornée d</w:t>
      </w:r>
      <w:r w:rsidR="006F1ADB">
        <w:t>’</w:t>
      </w:r>
      <w:r>
        <w:t>une pierre qui semblait être un saphir</w:t>
      </w:r>
      <w:r w:rsidR="006F1ADB">
        <w:t xml:space="preserve">. – </w:t>
      </w:r>
      <w:r>
        <w:t>C</w:t>
      </w:r>
      <w:r w:rsidR="006F1ADB">
        <w:t>’</w:t>
      </w:r>
      <w:r>
        <w:t>était bien un saphir</w:t>
      </w:r>
      <w:r w:rsidR="006F1ADB">
        <w:t xml:space="preserve">, </w:t>
      </w:r>
      <w:r>
        <w:t>fort admiré par les jeunes gens qui fr</w:t>
      </w:r>
      <w:r>
        <w:t>é</w:t>
      </w:r>
      <w:r>
        <w:t>quentaient le bar</w:t>
      </w:r>
      <w:r w:rsidR="006F1ADB">
        <w:t>.</w:t>
      </w:r>
    </w:p>
    <w:p w14:paraId="1E28B3F7" w14:textId="77777777" w:rsidR="006F1ADB" w:rsidRDefault="006F1ADB" w:rsidP="005A3479">
      <w:r>
        <w:t>— </w:t>
      </w:r>
      <w:r w:rsidR="005A3479">
        <w:t>Ainsi</w:t>
      </w:r>
      <w:r>
        <w:t xml:space="preserve">, </w:t>
      </w:r>
      <w:r w:rsidR="005A3479">
        <w:t>vous passez pour mariée</w:t>
      </w:r>
      <w:r>
        <w:t xml:space="preserve"> ? </w:t>
      </w:r>
      <w:r w:rsidR="005A3479">
        <w:t>continua-t-il</w:t>
      </w:r>
      <w:r>
        <w:t>.</w:t>
      </w:r>
    </w:p>
    <w:p w14:paraId="28B0F7A8" w14:textId="77777777" w:rsidR="006F1ADB" w:rsidRDefault="006F1ADB" w:rsidP="005A3479">
      <w:r>
        <w:t>— </w:t>
      </w:r>
      <w:r w:rsidR="005A3479">
        <w:t>Oui</w:t>
      </w:r>
      <w:r>
        <w:t xml:space="preserve">. </w:t>
      </w:r>
      <w:r w:rsidR="005A3479">
        <w:t>J</w:t>
      </w:r>
      <w:r>
        <w:t>’</w:t>
      </w:r>
      <w:r w:rsidR="005A3479">
        <w:t>ai pensé que ce serait de mauvais goût de me faire passer pour veuve</w:t>
      </w:r>
      <w:r>
        <w:t xml:space="preserve">, </w:t>
      </w:r>
      <w:r w:rsidR="005A3479">
        <w:t>comme je l</w:t>
      </w:r>
      <w:r>
        <w:t>’</w:t>
      </w:r>
      <w:r w:rsidR="005A3479">
        <w:t>aurais voulu</w:t>
      </w:r>
      <w:r>
        <w:t>.</w:t>
      </w:r>
    </w:p>
    <w:p w14:paraId="79C8B7E3" w14:textId="77777777" w:rsidR="006F1ADB" w:rsidRDefault="006F1ADB" w:rsidP="005A3479">
      <w:r>
        <w:t>— </w:t>
      </w:r>
      <w:r w:rsidR="005A3479">
        <w:t>C</w:t>
      </w:r>
      <w:r>
        <w:t>’</w:t>
      </w:r>
      <w:r w:rsidR="005A3479">
        <w:t>est vrai</w:t>
      </w:r>
      <w:r>
        <w:t xml:space="preserve">. </w:t>
      </w:r>
      <w:r w:rsidR="005A3479">
        <w:t>Je suis assez connu ici</w:t>
      </w:r>
      <w:r>
        <w:t>.</w:t>
      </w:r>
    </w:p>
    <w:p w14:paraId="4A8E8B6D" w14:textId="77777777" w:rsidR="006F1ADB" w:rsidRDefault="006F1ADB" w:rsidP="005A3479">
      <w:r>
        <w:t>— </w:t>
      </w:r>
      <w:r w:rsidR="005A3479">
        <w:t>Ceci m</w:t>
      </w:r>
      <w:r>
        <w:t>’</w:t>
      </w:r>
      <w:r w:rsidR="005A3479">
        <w:t>est égal</w:t>
      </w:r>
      <w:r>
        <w:t xml:space="preserve">. </w:t>
      </w:r>
      <w:r w:rsidR="005A3479">
        <w:t>J</w:t>
      </w:r>
      <w:r>
        <w:t>’</w:t>
      </w:r>
      <w:r w:rsidR="005A3479">
        <w:t>ai d</w:t>
      </w:r>
      <w:r>
        <w:t>’</w:t>
      </w:r>
      <w:r w:rsidR="005A3479">
        <w:t>autres raisons</w:t>
      </w:r>
      <w:r>
        <w:t>.</w:t>
      </w:r>
    </w:p>
    <w:p w14:paraId="44027E75" w14:textId="77777777" w:rsidR="006F1ADB" w:rsidRDefault="006F1ADB" w:rsidP="005A3479">
      <w:r>
        <w:t>— </w:t>
      </w:r>
      <w:r w:rsidR="005A3479">
        <w:t>Lesquelles</w:t>
      </w:r>
      <w:r>
        <w:t> ?</w:t>
      </w:r>
    </w:p>
    <w:p w14:paraId="34ECFDB0" w14:textId="77777777" w:rsidR="006F1ADB" w:rsidRDefault="006F1ADB" w:rsidP="005A3479">
      <w:r>
        <w:lastRenderedPageBreak/>
        <w:t>— </w:t>
      </w:r>
      <w:r w:rsidR="005A3479">
        <w:t>Je n</w:t>
      </w:r>
      <w:r>
        <w:t>’</w:t>
      </w:r>
      <w:r w:rsidR="005A3479">
        <w:t>ai pas besoin d</w:t>
      </w:r>
      <w:r>
        <w:t>’</w:t>
      </w:r>
      <w:r w:rsidR="005A3479">
        <w:t>en parler</w:t>
      </w:r>
      <w:r>
        <w:t xml:space="preserve">, </w:t>
      </w:r>
      <w:r w:rsidR="005A3479">
        <w:t>répondit-elle évasiv</w:t>
      </w:r>
      <w:r w:rsidR="005A3479">
        <w:t>e</w:t>
      </w:r>
      <w:r w:rsidR="005A3479">
        <w:t>ment</w:t>
      </w:r>
      <w:r>
        <w:t xml:space="preserve">… </w:t>
      </w:r>
      <w:r w:rsidR="005A3479">
        <w:t>Mais nous ne pouvons causer ici</w:t>
      </w:r>
      <w:r>
        <w:t xml:space="preserve">. </w:t>
      </w:r>
      <w:r w:rsidR="005A3479">
        <w:t>Voulez-vous attendre jusqu</w:t>
      </w:r>
      <w:r>
        <w:t>’</w:t>
      </w:r>
      <w:r w:rsidR="005A3479">
        <w:t>à neuf heures</w:t>
      </w:r>
      <w:r>
        <w:t xml:space="preserve"> ? </w:t>
      </w:r>
      <w:r w:rsidR="005A3479">
        <w:t>Dites oui</w:t>
      </w:r>
      <w:r>
        <w:t xml:space="preserve">, </w:t>
      </w:r>
      <w:r w:rsidR="005A3479">
        <w:t>et vous n</w:t>
      </w:r>
      <w:r>
        <w:t>’</w:t>
      </w:r>
      <w:r w:rsidR="005A3479">
        <w:t>aurez pas tort</w:t>
      </w:r>
      <w:r>
        <w:t xml:space="preserve">. </w:t>
      </w:r>
      <w:r w:rsidR="005A3479">
        <w:t>Je puis quitter mon service deux heures plus tôt qu</w:t>
      </w:r>
      <w:r>
        <w:t>’</w:t>
      </w:r>
      <w:r w:rsidR="005A3479">
        <w:t>à l</w:t>
      </w:r>
      <w:r>
        <w:t>’</w:t>
      </w:r>
      <w:r w:rsidR="005A3479">
        <w:t>habitude</w:t>
      </w:r>
      <w:r>
        <w:t xml:space="preserve">, </w:t>
      </w:r>
      <w:r w:rsidR="005A3479">
        <w:t>si j</w:t>
      </w:r>
      <w:r>
        <w:t>’</w:t>
      </w:r>
      <w:r w:rsidR="005A3479">
        <w:t>en demande l</w:t>
      </w:r>
      <w:r>
        <w:t>’</w:t>
      </w:r>
      <w:r w:rsidR="005A3479">
        <w:t>autorisation</w:t>
      </w:r>
      <w:r>
        <w:t xml:space="preserve">. </w:t>
      </w:r>
      <w:r w:rsidR="005A3479">
        <w:t>Je ne suis pas logée ici pour le moment</w:t>
      </w:r>
      <w:r>
        <w:t>.</w:t>
      </w:r>
    </w:p>
    <w:p w14:paraId="10A835E5" w14:textId="77777777" w:rsidR="006F1ADB" w:rsidRDefault="006F1ADB" w:rsidP="005A3479">
      <w:r>
        <w:t>— </w:t>
      </w:r>
      <w:r w:rsidR="005A3479">
        <w:t>Très bien</w:t>
      </w:r>
      <w:r>
        <w:t xml:space="preserve">. </w:t>
      </w:r>
      <w:r w:rsidR="005A3479">
        <w:t>Je vous ferai demander</w:t>
      </w:r>
      <w:r>
        <w:t>.</w:t>
      </w:r>
    </w:p>
    <w:p w14:paraId="433982FA" w14:textId="77777777" w:rsidR="006F1ADB" w:rsidRDefault="005A3479" w:rsidP="005A3479">
      <w:r>
        <w:t>Il posa sur la table son verre à moitié plein et sortit</w:t>
      </w:r>
      <w:r w:rsidR="006F1ADB">
        <w:t>.</w:t>
      </w:r>
    </w:p>
    <w:p w14:paraId="319BEDFA" w14:textId="77777777" w:rsidR="006F1ADB" w:rsidRDefault="005A3479" w:rsidP="005A3479">
      <w:r>
        <w:t>Il marcha çà et là dans la rue</w:t>
      </w:r>
      <w:r w:rsidR="006F1ADB">
        <w:t xml:space="preserve">. </w:t>
      </w:r>
      <w:r>
        <w:t>Un grand émoi troublait la claire sentimentalité de son mélancolique amour</w:t>
      </w:r>
      <w:r w:rsidR="006F1ADB">
        <w:t xml:space="preserve">. </w:t>
      </w:r>
      <w:r>
        <w:t>Quoique la parole d</w:t>
      </w:r>
      <w:r w:rsidR="006F1ADB">
        <w:t>’</w:t>
      </w:r>
      <w:proofErr w:type="spellStart"/>
      <w:r>
        <w:t>Arabella</w:t>
      </w:r>
      <w:proofErr w:type="spellEnd"/>
      <w:r>
        <w:t xml:space="preserve"> fût absolument indigne de foi</w:t>
      </w:r>
      <w:r w:rsidR="006F1ADB">
        <w:t xml:space="preserve">, </w:t>
      </w:r>
      <w:r>
        <w:t>il pensait qu</w:t>
      </w:r>
      <w:r w:rsidR="006F1ADB">
        <w:t>’</w:t>
      </w:r>
      <w:r>
        <w:t>il y avait un peu de vérité dans ses assurances</w:t>
      </w:r>
      <w:r w:rsidR="006F1ADB">
        <w:t xml:space="preserve">, </w:t>
      </w:r>
      <w:r>
        <w:t>quand elle affirmait ne point vouloir le troubler et l</w:t>
      </w:r>
      <w:r w:rsidR="006F1ADB">
        <w:t>’</w:t>
      </w:r>
      <w:r>
        <w:t>avoir réellement supposé mort</w:t>
      </w:r>
      <w:r w:rsidR="006F1ADB">
        <w:t xml:space="preserve">. </w:t>
      </w:r>
      <w:r>
        <w:t>Cependant</w:t>
      </w:r>
      <w:r w:rsidR="006F1ADB">
        <w:t xml:space="preserve">, </w:t>
      </w:r>
      <w:r>
        <w:t>il n</w:t>
      </w:r>
      <w:r w:rsidR="006F1ADB">
        <w:t>’</w:t>
      </w:r>
      <w:r>
        <w:t>y avait plus qu</w:t>
      </w:r>
      <w:r w:rsidR="006F1ADB">
        <w:t>’</w:t>
      </w:r>
      <w:r>
        <w:t>une chose à faire</w:t>
      </w:r>
      <w:r w:rsidR="006F1ADB">
        <w:t xml:space="preserve"> ; </w:t>
      </w:r>
      <w:r>
        <w:t>c</w:t>
      </w:r>
      <w:r w:rsidR="006F1ADB">
        <w:t>’</w:t>
      </w:r>
      <w:r>
        <w:t>était de jouer franc jeu</w:t>
      </w:r>
      <w:r w:rsidR="006F1ADB">
        <w:t xml:space="preserve">, </w:t>
      </w:r>
      <w:r>
        <w:t>la loi étant la loi</w:t>
      </w:r>
      <w:r w:rsidR="006F1ADB">
        <w:t xml:space="preserve">, </w:t>
      </w:r>
      <w:r>
        <w:t>et la femme qui lui était aussi opp</w:t>
      </w:r>
      <w:r>
        <w:t>o</w:t>
      </w:r>
      <w:r>
        <w:t>sée que l</w:t>
      </w:r>
      <w:r w:rsidR="006F1ADB">
        <w:t>’</w:t>
      </w:r>
      <w:r>
        <w:t>est à l</w:t>
      </w:r>
      <w:r w:rsidR="006F1ADB">
        <w:t>’</w:t>
      </w:r>
      <w:r>
        <w:t>ouest étant</w:t>
      </w:r>
      <w:r w:rsidR="006F1ADB">
        <w:t xml:space="preserve">, </w:t>
      </w:r>
      <w:r>
        <w:t>aux yeux de l</w:t>
      </w:r>
      <w:r w:rsidR="006F1ADB">
        <w:t>’</w:t>
      </w:r>
      <w:r>
        <w:t>Église</w:t>
      </w:r>
      <w:r w:rsidR="006F1ADB">
        <w:t xml:space="preserve">, </w:t>
      </w:r>
      <w:r>
        <w:t>une seule et même personne avec lui</w:t>
      </w:r>
      <w:r w:rsidR="006F1ADB">
        <w:t>.</w:t>
      </w:r>
    </w:p>
    <w:p w14:paraId="598DC03D" w14:textId="77777777" w:rsidR="006F1ADB" w:rsidRDefault="005A3479" w:rsidP="005A3479">
      <w:r>
        <w:t xml:space="preserve">Devant rencontrer </w:t>
      </w:r>
      <w:proofErr w:type="spellStart"/>
      <w:r>
        <w:t>Arabella</w:t>
      </w:r>
      <w:proofErr w:type="spellEnd"/>
      <w:r w:rsidR="006F1ADB">
        <w:t xml:space="preserve">, </w:t>
      </w:r>
      <w:r>
        <w:t>il lui était impossible de se trouver au rendez-vous d</w:t>
      </w:r>
      <w:r w:rsidR="006F1ADB">
        <w:t>’</w:t>
      </w:r>
      <w:proofErr w:type="spellStart"/>
      <w:r>
        <w:t>Alfredston</w:t>
      </w:r>
      <w:proofErr w:type="spellEnd"/>
      <w:r w:rsidR="006F1ADB">
        <w:t xml:space="preserve">, </w:t>
      </w:r>
      <w:r>
        <w:t>comme il l</w:t>
      </w:r>
      <w:r w:rsidR="006F1ADB">
        <w:t>’</w:t>
      </w:r>
      <w:r>
        <w:t>avait promis à Sue</w:t>
      </w:r>
      <w:r w:rsidR="006F1ADB">
        <w:t xml:space="preserve">. </w:t>
      </w:r>
      <w:r>
        <w:t>Chaque fois qu</w:t>
      </w:r>
      <w:r w:rsidR="006F1ADB">
        <w:t>’</w:t>
      </w:r>
      <w:r>
        <w:t>il y pensait</w:t>
      </w:r>
      <w:r w:rsidR="006F1ADB">
        <w:t xml:space="preserve">, </w:t>
      </w:r>
      <w:r>
        <w:t>il était traversé d</w:t>
      </w:r>
      <w:r w:rsidR="006F1ADB">
        <w:t>’</w:t>
      </w:r>
      <w:r>
        <w:t>angoisse</w:t>
      </w:r>
      <w:r w:rsidR="006F1ADB">
        <w:t xml:space="preserve">, </w:t>
      </w:r>
      <w:r>
        <w:t>mais il ne pouvait faire autrement</w:t>
      </w:r>
      <w:r w:rsidR="006F1ADB">
        <w:t xml:space="preserve">. </w:t>
      </w:r>
      <w:proofErr w:type="spellStart"/>
      <w:r>
        <w:t>Arabella</w:t>
      </w:r>
      <w:proofErr w:type="spellEnd"/>
      <w:r>
        <w:t xml:space="preserve"> était peut-être envoyée par la Providence pour punir Jude de son amour défendu</w:t>
      </w:r>
      <w:r w:rsidR="006F1ADB">
        <w:t>.</w:t>
      </w:r>
    </w:p>
    <w:p w14:paraId="6BC7234F" w14:textId="77777777" w:rsidR="006F1ADB" w:rsidRDefault="005A3479" w:rsidP="005A3479">
      <w:r>
        <w:t>Lorsqu</w:t>
      </w:r>
      <w:r w:rsidR="006F1ADB">
        <w:t>’</w:t>
      </w:r>
      <w:r>
        <w:t>il revint</w:t>
      </w:r>
      <w:r w:rsidR="006F1ADB">
        <w:t xml:space="preserve">, </w:t>
      </w:r>
      <w:r>
        <w:t>peu de consommateurs restaient dans le bar</w:t>
      </w:r>
      <w:r w:rsidR="006F1ADB">
        <w:t xml:space="preserve">. </w:t>
      </w:r>
      <w:r>
        <w:t xml:space="preserve">Il fit signe à </w:t>
      </w:r>
      <w:proofErr w:type="spellStart"/>
      <w:r>
        <w:t>Arabella</w:t>
      </w:r>
      <w:proofErr w:type="spellEnd"/>
      <w:r>
        <w:t xml:space="preserve"> et lui dit qu</w:t>
      </w:r>
      <w:r w:rsidR="006F1ADB">
        <w:t>’</w:t>
      </w:r>
      <w:r>
        <w:t>elle le trouverait près de la porte quand elle partirait</w:t>
      </w:r>
      <w:r w:rsidR="006F1ADB">
        <w:t>.</w:t>
      </w:r>
    </w:p>
    <w:p w14:paraId="6230BF6D" w14:textId="77777777" w:rsidR="006F1ADB" w:rsidRDefault="006F1ADB" w:rsidP="005A3479">
      <w:r>
        <w:t>— </w:t>
      </w:r>
      <w:r w:rsidR="005A3479">
        <w:t>Mais j</w:t>
      </w:r>
      <w:r>
        <w:t>’</w:t>
      </w:r>
      <w:r w:rsidR="005A3479">
        <w:t>ai quelque chose à prendre</w:t>
      </w:r>
      <w:r>
        <w:t xml:space="preserve">, </w:t>
      </w:r>
      <w:r w:rsidR="005A3479">
        <w:t>dit-elle avec une vive gaieté</w:t>
      </w:r>
      <w:r>
        <w:t xml:space="preserve">. </w:t>
      </w:r>
      <w:r w:rsidR="005A3479">
        <w:t>Précisément mon ancienne coiffure de nuit</w:t>
      </w:r>
      <w:r>
        <w:t xml:space="preserve">. </w:t>
      </w:r>
      <w:r w:rsidR="005A3479">
        <w:t>Sortez donc et attendez une minute</w:t>
      </w:r>
      <w:r>
        <w:t xml:space="preserve">. </w:t>
      </w:r>
      <w:r w:rsidR="005A3479">
        <w:t>Il vaut mieux que nous ne soyons pas vus ensemble</w:t>
      </w:r>
      <w:r>
        <w:t>.</w:t>
      </w:r>
    </w:p>
    <w:p w14:paraId="606ABF50" w14:textId="77777777" w:rsidR="006F1ADB" w:rsidRDefault="005A3479" w:rsidP="005A3479">
      <w:r>
        <w:lastRenderedPageBreak/>
        <w:t>Elle remplit deux petits verres de brandy</w:t>
      </w:r>
      <w:r w:rsidR="006F1ADB">
        <w:t xml:space="preserve">, </w:t>
      </w:r>
      <w:r>
        <w:t>et bien qu</w:t>
      </w:r>
      <w:r w:rsidR="006F1ADB">
        <w:t>’</w:t>
      </w:r>
      <w:r>
        <w:t>elle fût d</w:t>
      </w:r>
      <w:r w:rsidR="006F1ADB">
        <w:t>’</w:t>
      </w:r>
      <w:r>
        <w:t>après son attitude</w:t>
      </w:r>
      <w:r w:rsidR="006F1ADB">
        <w:t xml:space="preserve">, </w:t>
      </w:r>
      <w:r>
        <w:t>sous l</w:t>
      </w:r>
      <w:r w:rsidR="006F1ADB">
        <w:t>’</w:t>
      </w:r>
      <w:r>
        <w:t>influence de l</w:t>
      </w:r>
      <w:r w:rsidR="006F1ADB">
        <w:t>’</w:t>
      </w:r>
      <w:r>
        <w:t>alcool déjà bu</w:t>
      </w:r>
      <w:r w:rsidR="006F1ADB">
        <w:t xml:space="preserve">, </w:t>
      </w:r>
      <w:r>
        <w:t>ou re</w:t>
      </w:r>
      <w:r>
        <w:t>s</w:t>
      </w:r>
      <w:r>
        <w:t>piré depuis plusieurs heures</w:t>
      </w:r>
      <w:r w:rsidR="006F1ADB">
        <w:t xml:space="preserve">, </w:t>
      </w:r>
      <w:r>
        <w:t>elle vida son verre prestement</w:t>
      </w:r>
      <w:r w:rsidR="006F1ADB">
        <w:t xml:space="preserve">. </w:t>
      </w:r>
      <w:r>
        <w:t>Jude but aussi et sortit de la maison</w:t>
      </w:r>
      <w:r w:rsidR="006F1ADB">
        <w:t>.</w:t>
      </w:r>
    </w:p>
    <w:p w14:paraId="2B63E6B3" w14:textId="77777777" w:rsidR="006F1ADB" w:rsidRDefault="005A3479" w:rsidP="005A3479">
      <w:r>
        <w:t>Elle arriva bientôt</w:t>
      </w:r>
      <w:r w:rsidR="006F1ADB">
        <w:t xml:space="preserve">, </w:t>
      </w:r>
      <w:r>
        <w:t>vêtue d</w:t>
      </w:r>
      <w:r w:rsidR="006F1ADB">
        <w:t>’</w:t>
      </w:r>
      <w:r>
        <w:t>une épaisse jaquette et d</w:t>
      </w:r>
      <w:r w:rsidR="006F1ADB">
        <w:t>’</w:t>
      </w:r>
      <w:r>
        <w:t>un chapeau à plumes noires</w:t>
      </w:r>
      <w:r w:rsidR="006F1ADB">
        <w:t>.</w:t>
      </w:r>
    </w:p>
    <w:p w14:paraId="4754B438" w14:textId="77777777" w:rsidR="006F1ADB" w:rsidRDefault="006F1ADB" w:rsidP="005A3479">
      <w:r>
        <w:t>— </w:t>
      </w:r>
      <w:r w:rsidR="005A3479">
        <w:t>Je demeure tout près d</w:t>
      </w:r>
      <w:r>
        <w:t>’</w:t>
      </w:r>
      <w:r w:rsidR="005A3479">
        <w:t>ici</w:t>
      </w:r>
      <w:r>
        <w:t xml:space="preserve">, </w:t>
      </w:r>
      <w:r w:rsidR="005A3479">
        <w:t>dit-elle en prenant le bras de Jude</w:t>
      </w:r>
      <w:r>
        <w:t xml:space="preserve">, </w:t>
      </w:r>
      <w:r w:rsidR="005A3479">
        <w:t>et je puis rentrer quand je veux avec mon passe-partout</w:t>
      </w:r>
      <w:r>
        <w:t xml:space="preserve">. </w:t>
      </w:r>
      <w:r w:rsidR="005A3479">
        <w:t>Qu</w:t>
      </w:r>
      <w:r>
        <w:t>’</w:t>
      </w:r>
      <w:r w:rsidR="005A3479">
        <w:t>avez-vous à me proposer</w:t>
      </w:r>
      <w:r>
        <w:t> ?</w:t>
      </w:r>
    </w:p>
    <w:p w14:paraId="6EA6FF47" w14:textId="77777777" w:rsidR="006F1ADB" w:rsidRDefault="006F1ADB" w:rsidP="005A3479">
      <w:r>
        <w:t>— </w:t>
      </w:r>
      <w:r w:rsidR="005A3479">
        <w:t>Rien de particulier</w:t>
      </w:r>
      <w:r>
        <w:t xml:space="preserve">, </w:t>
      </w:r>
      <w:r w:rsidR="005A3479">
        <w:t>répondit-il</w:t>
      </w:r>
      <w:r>
        <w:t xml:space="preserve">, </w:t>
      </w:r>
      <w:r w:rsidR="005A3479">
        <w:t>profondément las et amer</w:t>
      </w:r>
      <w:r>
        <w:t xml:space="preserve">, </w:t>
      </w:r>
      <w:r w:rsidR="005A3479">
        <w:t xml:space="preserve">sa pensée revenant sans cesse vers </w:t>
      </w:r>
      <w:proofErr w:type="spellStart"/>
      <w:r w:rsidR="005A3479">
        <w:t>Alfredston</w:t>
      </w:r>
      <w:proofErr w:type="spellEnd"/>
      <w:r w:rsidR="005A3479">
        <w:t xml:space="preserve"> et le train qu</w:t>
      </w:r>
      <w:r>
        <w:t>’</w:t>
      </w:r>
      <w:r w:rsidR="005A3479">
        <w:t>il n</w:t>
      </w:r>
      <w:r>
        <w:t>’</w:t>
      </w:r>
      <w:r w:rsidR="005A3479">
        <w:t>avait pas pris</w:t>
      </w:r>
      <w:r>
        <w:t xml:space="preserve">. </w:t>
      </w:r>
      <w:r w:rsidR="005A3479">
        <w:t>J</w:t>
      </w:r>
      <w:r>
        <w:t>’</w:t>
      </w:r>
      <w:r w:rsidR="005A3479">
        <w:t>aurais dû repartir</w:t>
      </w:r>
      <w:r>
        <w:t xml:space="preserve">, </w:t>
      </w:r>
      <w:r w:rsidR="005A3479">
        <w:t>vraiment</w:t>
      </w:r>
      <w:r>
        <w:t xml:space="preserve"> ; </w:t>
      </w:r>
      <w:r w:rsidR="005A3479">
        <w:t>ma tante est à l</w:t>
      </w:r>
      <w:r>
        <w:t>’</w:t>
      </w:r>
      <w:r w:rsidR="005A3479">
        <w:t>agonie</w:t>
      </w:r>
      <w:r>
        <w:t xml:space="preserve">, </w:t>
      </w:r>
      <w:r w:rsidR="005A3479">
        <w:t>je le crains</w:t>
      </w:r>
      <w:r>
        <w:t>.</w:t>
      </w:r>
    </w:p>
    <w:p w14:paraId="61CF7135" w14:textId="77777777" w:rsidR="006F1ADB" w:rsidRDefault="006F1ADB" w:rsidP="005A3479">
      <w:r>
        <w:t>— </w:t>
      </w:r>
      <w:r w:rsidR="005A3479">
        <w:t>Eh bien</w:t>
      </w:r>
      <w:r>
        <w:t xml:space="preserve">, </w:t>
      </w:r>
      <w:r w:rsidR="005A3479">
        <w:t>j</w:t>
      </w:r>
      <w:r>
        <w:t>’</w:t>
      </w:r>
      <w:r w:rsidR="005A3479">
        <w:t>irai avec vous demain matin</w:t>
      </w:r>
      <w:r>
        <w:t xml:space="preserve">. </w:t>
      </w:r>
      <w:r w:rsidR="005A3479">
        <w:t>Je peux bien m</w:t>
      </w:r>
      <w:r>
        <w:t>’</w:t>
      </w:r>
      <w:r w:rsidR="005A3479">
        <w:t>accorder un jour de congé</w:t>
      </w:r>
      <w:r>
        <w:t>.</w:t>
      </w:r>
    </w:p>
    <w:p w14:paraId="4E11C895" w14:textId="77777777" w:rsidR="006F1ADB" w:rsidRDefault="005A3479" w:rsidP="005A3479">
      <w:r>
        <w:t>Rien n</w:t>
      </w:r>
      <w:r w:rsidR="006F1ADB">
        <w:t>’</w:t>
      </w:r>
      <w:r>
        <w:t>était plus invraisemblable que la présence d</w:t>
      </w:r>
      <w:r w:rsidR="006F1ADB">
        <w:t>’</w:t>
      </w:r>
      <w:proofErr w:type="spellStart"/>
      <w:r>
        <w:t>Arabella</w:t>
      </w:r>
      <w:proofErr w:type="spellEnd"/>
      <w:r w:rsidR="006F1ADB">
        <w:t xml:space="preserve">, </w:t>
      </w:r>
      <w:r>
        <w:t>qui n</w:t>
      </w:r>
      <w:r w:rsidR="006F1ADB">
        <w:t>’</w:t>
      </w:r>
      <w:r>
        <w:t>avait pas plus de sympathie qu</w:t>
      </w:r>
      <w:r w:rsidR="006F1ADB">
        <w:t>’</w:t>
      </w:r>
      <w:r>
        <w:t>une tigresse pour les parents de son mari</w:t>
      </w:r>
      <w:r w:rsidR="006F1ADB">
        <w:t xml:space="preserve">, </w:t>
      </w:r>
      <w:r>
        <w:t>et sa rencontre avec Sue</w:t>
      </w:r>
      <w:r w:rsidR="006F1ADB">
        <w:t xml:space="preserve">, </w:t>
      </w:r>
      <w:r>
        <w:t>au lit de mort de la tante</w:t>
      </w:r>
      <w:r w:rsidR="006F1ADB">
        <w:t xml:space="preserve">. </w:t>
      </w:r>
      <w:r>
        <w:t>Il dit pourtant</w:t>
      </w:r>
      <w:r w:rsidR="006F1ADB">
        <w:t> :</w:t>
      </w:r>
    </w:p>
    <w:p w14:paraId="541D1E93" w14:textId="77777777" w:rsidR="006F1ADB" w:rsidRDefault="006F1ADB" w:rsidP="005A3479">
      <w:r>
        <w:t>— </w:t>
      </w:r>
      <w:r w:rsidR="005A3479">
        <w:t>Évidemment</w:t>
      </w:r>
      <w:r>
        <w:t xml:space="preserve">, </w:t>
      </w:r>
      <w:r w:rsidR="005A3479">
        <w:t>si vous voulez venir</w:t>
      </w:r>
      <w:r>
        <w:t xml:space="preserve">, </w:t>
      </w:r>
      <w:r w:rsidR="005A3479">
        <w:t>vous le pouvez</w:t>
      </w:r>
      <w:r>
        <w:t>.</w:t>
      </w:r>
    </w:p>
    <w:p w14:paraId="12FEC69C" w14:textId="77777777" w:rsidR="006F1ADB" w:rsidRDefault="006F1ADB" w:rsidP="005A3479">
      <w:r>
        <w:t>— </w:t>
      </w:r>
      <w:r w:rsidR="005A3479">
        <w:t>Bien</w:t>
      </w:r>
      <w:r>
        <w:t xml:space="preserve">, </w:t>
      </w:r>
      <w:r w:rsidR="005A3479">
        <w:t>nous verrons ça</w:t>
      </w:r>
      <w:r>
        <w:t xml:space="preserve">… </w:t>
      </w:r>
      <w:r w:rsidR="005A3479">
        <w:t>Maintenant</w:t>
      </w:r>
      <w:r>
        <w:t xml:space="preserve">, </w:t>
      </w:r>
      <w:r w:rsidR="005A3479">
        <w:t>jusqu</w:t>
      </w:r>
      <w:r>
        <w:t>’</w:t>
      </w:r>
      <w:r w:rsidR="005A3479">
        <w:t>à ce que nous ayons fait un accord</w:t>
      </w:r>
      <w:r>
        <w:t xml:space="preserve">, </w:t>
      </w:r>
      <w:r w:rsidR="005A3479">
        <w:t>nous ne devons pas rester ensemble ici</w:t>
      </w:r>
      <w:r>
        <w:t xml:space="preserve">. </w:t>
      </w:r>
      <w:r w:rsidR="005A3479">
        <w:t>On vous connaît</w:t>
      </w:r>
      <w:r>
        <w:t xml:space="preserve"> ; </w:t>
      </w:r>
      <w:r w:rsidR="005A3479">
        <w:t>on commence à me connaître</w:t>
      </w:r>
      <w:r>
        <w:t xml:space="preserve">, </w:t>
      </w:r>
      <w:r w:rsidR="005A3479">
        <w:t>bien que personne n</w:t>
      </w:r>
      <w:r>
        <w:t>’</w:t>
      </w:r>
      <w:r w:rsidR="005A3479">
        <w:t>imagine que j</w:t>
      </w:r>
      <w:r>
        <w:t>’</w:t>
      </w:r>
      <w:r w:rsidR="005A3479">
        <w:t>aie rien à faire avec vous</w:t>
      </w:r>
      <w:r>
        <w:t xml:space="preserve">. </w:t>
      </w:r>
      <w:r w:rsidR="005A3479">
        <w:t>Nous sommes près de la gare</w:t>
      </w:r>
      <w:r>
        <w:t xml:space="preserve"> ; </w:t>
      </w:r>
      <w:r w:rsidR="005A3479">
        <w:t xml:space="preserve">si nous prenions le train de neuf heures quarante pour </w:t>
      </w:r>
      <w:proofErr w:type="spellStart"/>
      <w:r w:rsidR="005A3479">
        <w:t>Aldbrickam</w:t>
      </w:r>
      <w:proofErr w:type="spellEnd"/>
      <w:r>
        <w:t xml:space="preserve"> ? </w:t>
      </w:r>
      <w:r w:rsidR="005A3479">
        <w:t>Nous arriverons là-bas dans une demi-heure</w:t>
      </w:r>
      <w:r>
        <w:t xml:space="preserve"> ; </w:t>
      </w:r>
      <w:r w:rsidR="005A3479">
        <w:t>personne ne nous reconnaîtra pour une nuit</w:t>
      </w:r>
      <w:r>
        <w:t xml:space="preserve">, </w:t>
      </w:r>
      <w:r w:rsidR="005A3479">
        <w:t>et nous serons libres de faire comme il nous plaira</w:t>
      </w:r>
      <w:r>
        <w:t>.</w:t>
      </w:r>
    </w:p>
    <w:p w14:paraId="0DEA42A7" w14:textId="77777777" w:rsidR="006F1ADB" w:rsidRDefault="006F1ADB" w:rsidP="005A3479">
      <w:r>
        <w:t>— </w:t>
      </w:r>
      <w:r w:rsidR="005A3479">
        <w:t>Comme vous voudrez</w:t>
      </w:r>
      <w:r>
        <w:t>.</w:t>
      </w:r>
    </w:p>
    <w:p w14:paraId="30AE6E3C" w14:textId="77777777" w:rsidR="006F1ADB" w:rsidRDefault="006F1ADB" w:rsidP="005A3479">
      <w:r>
        <w:lastRenderedPageBreak/>
        <w:t>— </w:t>
      </w:r>
      <w:r w:rsidR="005A3479">
        <w:t>Attendez donc que je prenne deux ou trois objets</w:t>
      </w:r>
      <w:r>
        <w:t xml:space="preserve">. </w:t>
      </w:r>
      <w:r w:rsidR="005A3479">
        <w:t>Voici mon logis</w:t>
      </w:r>
      <w:r>
        <w:t xml:space="preserve">, </w:t>
      </w:r>
      <w:r w:rsidR="005A3479">
        <w:t>Quelquefois je couche à la brasserie</w:t>
      </w:r>
      <w:r>
        <w:t xml:space="preserve">, </w:t>
      </w:r>
      <w:r w:rsidR="005A3479">
        <w:t>et l</w:t>
      </w:r>
      <w:r>
        <w:t>’</w:t>
      </w:r>
      <w:r w:rsidR="005A3479">
        <w:t>on ne s</w:t>
      </w:r>
      <w:r>
        <w:t>’</w:t>
      </w:r>
      <w:r w:rsidR="005A3479">
        <w:t>étonnera pas de mon absence</w:t>
      </w:r>
      <w:r>
        <w:t>.</w:t>
      </w:r>
    </w:p>
    <w:p w14:paraId="3E2965ED" w14:textId="77777777" w:rsidR="006F1ADB" w:rsidRDefault="005A3479" w:rsidP="005A3479">
      <w:r>
        <w:t>Elle revint rapidement</w:t>
      </w:r>
      <w:r w:rsidR="006F1ADB">
        <w:t xml:space="preserve">. </w:t>
      </w:r>
      <w:r>
        <w:t>Ils allèrent au chemin de fer et f</w:t>
      </w:r>
      <w:r>
        <w:t>i</w:t>
      </w:r>
      <w:r>
        <w:t>rent le court voyage d</w:t>
      </w:r>
      <w:r w:rsidR="006F1ADB">
        <w:t>’</w:t>
      </w:r>
      <w:proofErr w:type="spellStart"/>
      <w:r>
        <w:t>Aldbrickam</w:t>
      </w:r>
      <w:proofErr w:type="spellEnd"/>
      <w:r w:rsidR="006F1ADB">
        <w:t xml:space="preserve">, </w:t>
      </w:r>
      <w:r>
        <w:t>où ils descendirent pour un dernier souper dans une auberge de troisième ordre</w:t>
      </w:r>
      <w:r w:rsidR="006F1ADB">
        <w:t xml:space="preserve">, </w:t>
      </w:r>
      <w:r>
        <w:t>près de la gare</w:t>
      </w:r>
      <w:r w:rsidR="006F1ADB">
        <w:t>.</w:t>
      </w:r>
    </w:p>
    <w:p w14:paraId="25183CE4" w14:textId="2EC7B2F6" w:rsidR="005A3479" w:rsidRDefault="005A3479" w:rsidP="006F1ADB">
      <w:pPr>
        <w:pStyle w:val="Titre2"/>
      </w:pPr>
      <w:bookmarkStart w:id="55" w:name="__RefHeading__57_1957917597"/>
      <w:bookmarkStart w:id="56" w:name="_Toc202369643"/>
      <w:bookmarkEnd w:id="55"/>
      <w:r>
        <w:lastRenderedPageBreak/>
        <w:t>IX</w:t>
      </w:r>
      <w:bookmarkEnd w:id="56"/>
    </w:p>
    <w:p w14:paraId="63F50F99" w14:textId="77777777" w:rsidR="006F1ADB" w:rsidRDefault="005A3479" w:rsidP="005A3479">
      <w:r>
        <w:t>Le lendemain</w:t>
      </w:r>
      <w:r w:rsidR="006F1ADB">
        <w:t xml:space="preserve">, </w:t>
      </w:r>
      <w:r>
        <w:t>entre neuf heures et neuf heures et demie</w:t>
      </w:r>
      <w:r w:rsidR="006F1ADB">
        <w:t xml:space="preserve">, </w:t>
      </w:r>
      <w:r>
        <w:t xml:space="preserve">ils revenaient à </w:t>
      </w:r>
      <w:proofErr w:type="spellStart"/>
      <w:r>
        <w:t>Christminster</w:t>
      </w:r>
      <w:proofErr w:type="spellEnd"/>
      <w:r w:rsidR="006F1ADB">
        <w:t xml:space="preserve">, </w:t>
      </w:r>
      <w:r>
        <w:t>par ce train</w:t>
      </w:r>
      <w:r w:rsidR="006F1ADB">
        <w:t xml:space="preserve">, </w:t>
      </w:r>
      <w:r>
        <w:t>seuls dans un co</w:t>
      </w:r>
      <w:r>
        <w:t>m</w:t>
      </w:r>
      <w:r>
        <w:t>partiment de troisième classe</w:t>
      </w:r>
      <w:r w:rsidR="006F1ADB">
        <w:t xml:space="preserve">. </w:t>
      </w:r>
      <w:r>
        <w:t>Quand ils sortirent de la gare</w:t>
      </w:r>
      <w:r w:rsidR="006F1ADB">
        <w:t xml:space="preserve">, </w:t>
      </w:r>
      <w:proofErr w:type="spellStart"/>
      <w:r>
        <w:t>Arabella</w:t>
      </w:r>
      <w:proofErr w:type="spellEnd"/>
      <w:r>
        <w:t xml:space="preserve"> trouva qu</w:t>
      </w:r>
      <w:r w:rsidR="006F1ADB">
        <w:t>’</w:t>
      </w:r>
      <w:r>
        <w:t>il lui restait encore une demi-heure disp</w:t>
      </w:r>
      <w:r>
        <w:t>o</w:t>
      </w:r>
      <w:r>
        <w:t>nible avant de se rendre au bar</w:t>
      </w:r>
      <w:r w:rsidR="006F1ADB">
        <w:t xml:space="preserve">. </w:t>
      </w:r>
      <w:r>
        <w:t>Ils se promenèrent en silence</w:t>
      </w:r>
      <w:r w:rsidR="006F1ADB">
        <w:t xml:space="preserve">, </w:t>
      </w:r>
      <w:r>
        <w:t>hors de la ville</w:t>
      </w:r>
      <w:r w:rsidR="006F1ADB">
        <w:t xml:space="preserve">, </w:t>
      </w:r>
      <w:r>
        <w:t>dans la direction d</w:t>
      </w:r>
      <w:r w:rsidR="006F1ADB">
        <w:t>’</w:t>
      </w:r>
      <w:proofErr w:type="spellStart"/>
      <w:r>
        <w:t>Alfredston</w:t>
      </w:r>
      <w:proofErr w:type="spellEnd"/>
      <w:r w:rsidR="006F1ADB">
        <w:t xml:space="preserve">. </w:t>
      </w:r>
      <w:r>
        <w:t>Jude regarda au loin vers la grande route</w:t>
      </w:r>
      <w:r w:rsidR="006F1ADB">
        <w:t>.</w:t>
      </w:r>
    </w:p>
    <w:p w14:paraId="60EDFE36" w14:textId="77777777" w:rsidR="006F1ADB" w:rsidRDefault="006F1ADB" w:rsidP="005A3479">
      <w:r>
        <w:t>— </w:t>
      </w:r>
      <w:r w:rsidR="005A3479">
        <w:t>Ah</w:t>
      </w:r>
      <w:r>
        <w:t xml:space="preserve"> ! </w:t>
      </w:r>
      <w:r w:rsidR="005A3479">
        <w:t>pauvre être faible que je suis</w:t>
      </w:r>
      <w:r>
        <w:t xml:space="preserve"> ! </w:t>
      </w:r>
      <w:r w:rsidR="005A3479">
        <w:t>soupira-t-il enfin</w:t>
      </w:r>
      <w:r>
        <w:t>.</w:t>
      </w:r>
    </w:p>
    <w:p w14:paraId="637CE026" w14:textId="77777777" w:rsidR="006F1ADB" w:rsidRDefault="006F1ADB" w:rsidP="005A3479">
      <w:r>
        <w:t>— </w:t>
      </w:r>
      <w:r w:rsidR="005A3479">
        <w:t>Quoi</w:t>
      </w:r>
      <w:r>
        <w:t xml:space="preserve"> ? </w:t>
      </w:r>
      <w:r w:rsidR="005A3479">
        <w:t xml:space="preserve">dit </w:t>
      </w:r>
      <w:proofErr w:type="spellStart"/>
      <w:r w:rsidR="005A3479">
        <w:t>Arabella</w:t>
      </w:r>
      <w:proofErr w:type="spellEnd"/>
      <w:r>
        <w:t>.</w:t>
      </w:r>
    </w:p>
    <w:p w14:paraId="255F2C05" w14:textId="77777777" w:rsidR="006F1ADB" w:rsidRDefault="006F1ADB" w:rsidP="005A3479">
      <w:r>
        <w:t>— </w:t>
      </w:r>
      <w:r w:rsidR="005A3479">
        <w:t>C</w:t>
      </w:r>
      <w:r>
        <w:t>’</w:t>
      </w:r>
      <w:r w:rsidR="005A3479">
        <w:t xml:space="preserve">est la même route par laquelle je vins naguère à </w:t>
      </w:r>
      <w:proofErr w:type="spellStart"/>
      <w:r w:rsidR="005A3479">
        <w:t>Christminster</w:t>
      </w:r>
      <w:proofErr w:type="spellEnd"/>
      <w:r>
        <w:t xml:space="preserve">, </w:t>
      </w:r>
      <w:r w:rsidR="005A3479">
        <w:t>plein de rêves et de projets</w:t>
      </w:r>
      <w:r>
        <w:t>.</w:t>
      </w:r>
    </w:p>
    <w:p w14:paraId="62FC5FF6" w14:textId="77777777" w:rsidR="006F1ADB" w:rsidRDefault="006F1ADB" w:rsidP="005A3479">
      <w:r>
        <w:t>— </w:t>
      </w:r>
      <w:r w:rsidR="005A3479">
        <w:t>Très bien</w:t>
      </w:r>
      <w:r>
        <w:t xml:space="preserve"> ; </w:t>
      </w:r>
      <w:r w:rsidR="005A3479">
        <w:t>mais quelle que soit cette route</w:t>
      </w:r>
      <w:r>
        <w:t xml:space="preserve">, </w:t>
      </w:r>
      <w:r w:rsidR="005A3479">
        <w:t>je pense</w:t>
      </w:r>
      <w:r>
        <w:t xml:space="preserve">, </w:t>
      </w:r>
      <w:r w:rsidR="005A3479">
        <w:t>moi</w:t>
      </w:r>
      <w:r>
        <w:t xml:space="preserve">, </w:t>
      </w:r>
      <w:r w:rsidR="005A3479">
        <w:t>que je dois être au bar à onze heures</w:t>
      </w:r>
      <w:r>
        <w:t xml:space="preserve">. </w:t>
      </w:r>
      <w:r w:rsidR="005A3479">
        <w:t>Je ne peux pas demander un congé pour aller voir votre tante</w:t>
      </w:r>
      <w:r>
        <w:t xml:space="preserve">. </w:t>
      </w:r>
      <w:r w:rsidR="005A3479">
        <w:t>Il vaut peut-être mieux nous quitter ici</w:t>
      </w:r>
      <w:r>
        <w:t xml:space="preserve">. </w:t>
      </w:r>
      <w:r w:rsidR="005A3479">
        <w:t>J</w:t>
      </w:r>
      <w:r>
        <w:t>’</w:t>
      </w:r>
      <w:r w:rsidR="005A3479">
        <w:t>aimerais mieux ne pas traverser la grande rue avec vous</w:t>
      </w:r>
      <w:r>
        <w:t xml:space="preserve">, </w:t>
      </w:r>
      <w:r w:rsidR="005A3479">
        <w:t>puisque nous n</w:t>
      </w:r>
      <w:r>
        <w:t>’</w:t>
      </w:r>
      <w:r w:rsidR="005A3479">
        <w:t>avons rien conclu du tout</w:t>
      </w:r>
      <w:r>
        <w:t>.</w:t>
      </w:r>
    </w:p>
    <w:p w14:paraId="49C2C77A" w14:textId="77777777" w:rsidR="006F1ADB" w:rsidRDefault="006F1ADB" w:rsidP="005A3479">
      <w:r>
        <w:t>— </w:t>
      </w:r>
      <w:r w:rsidR="005A3479">
        <w:t>Bien</w:t>
      </w:r>
      <w:r>
        <w:t xml:space="preserve">. </w:t>
      </w:r>
      <w:r w:rsidR="005A3479">
        <w:t>Mais quand nous nous sommes levés</w:t>
      </w:r>
      <w:r>
        <w:t xml:space="preserve">, </w:t>
      </w:r>
      <w:r w:rsidR="005A3479">
        <w:t>ce matin</w:t>
      </w:r>
      <w:r>
        <w:t xml:space="preserve">, </w:t>
      </w:r>
      <w:r w:rsidR="005A3479">
        <w:t>vous désiriez me dire quelque chose avant de nous quitter</w:t>
      </w:r>
      <w:r>
        <w:t>.</w:t>
      </w:r>
    </w:p>
    <w:p w14:paraId="43395BB9" w14:textId="77777777" w:rsidR="006F1ADB" w:rsidRDefault="006F1ADB" w:rsidP="005A3479">
      <w:r>
        <w:t>— </w:t>
      </w:r>
      <w:r w:rsidR="005A3479">
        <w:t>Oui</w:t>
      </w:r>
      <w:r>
        <w:t xml:space="preserve">, </w:t>
      </w:r>
      <w:r w:rsidR="005A3479">
        <w:t>j</w:t>
      </w:r>
      <w:r>
        <w:t>’</w:t>
      </w:r>
      <w:r w:rsidR="005A3479">
        <w:t>ai deux choses à vous dire</w:t>
      </w:r>
      <w:r>
        <w:t xml:space="preserve"> – </w:t>
      </w:r>
      <w:r w:rsidR="005A3479">
        <w:t>une en particulier</w:t>
      </w:r>
      <w:r>
        <w:t xml:space="preserve">. </w:t>
      </w:r>
      <w:r w:rsidR="005A3479">
        <w:t>Mais vous me promettez le secret</w:t>
      </w:r>
      <w:r>
        <w:t xml:space="preserve">. </w:t>
      </w:r>
      <w:r w:rsidR="005A3479">
        <w:t>Je vous dirai tout si vous me faites cette promesse</w:t>
      </w:r>
      <w:r>
        <w:t xml:space="preserve">. </w:t>
      </w:r>
      <w:r w:rsidR="005A3479">
        <w:t>C</w:t>
      </w:r>
      <w:r>
        <w:t>’</w:t>
      </w:r>
      <w:r w:rsidR="005A3479">
        <w:t>est ce que j</w:t>
      </w:r>
      <w:r>
        <w:t>’</w:t>
      </w:r>
      <w:r w:rsidR="005A3479">
        <w:t>avais commencé à vous r</w:t>
      </w:r>
      <w:r w:rsidR="005A3479">
        <w:t>a</w:t>
      </w:r>
      <w:r w:rsidR="005A3479">
        <w:t>conter cette nuit</w:t>
      </w:r>
      <w:r>
        <w:t xml:space="preserve">, </w:t>
      </w:r>
      <w:r w:rsidR="005A3479">
        <w:t>au sujet du gentleman qui tenait l</w:t>
      </w:r>
      <w:r>
        <w:t>’</w:t>
      </w:r>
      <w:r w:rsidR="005A3479">
        <w:t>hôtel à Sy</w:t>
      </w:r>
      <w:r w:rsidR="005A3479">
        <w:t>d</w:t>
      </w:r>
      <w:r w:rsidR="005A3479">
        <w:t>ney</w:t>
      </w:r>
      <w:r>
        <w:t xml:space="preserve">. </w:t>
      </w:r>
      <w:r w:rsidR="005A3479">
        <w:t>Vous n</w:t>
      </w:r>
      <w:r>
        <w:t>’</w:t>
      </w:r>
      <w:r w:rsidR="005A3479">
        <w:t>en direz rien</w:t>
      </w:r>
      <w:r>
        <w:t> ?</w:t>
      </w:r>
    </w:p>
    <w:p w14:paraId="0453F258" w14:textId="77777777" w:rsidR="006F1ADB" w:rsidRDefault="006F1ADB" w:rsidP="005A3479">
      <w:r>
        <w:t>— </w:t>
      </w:r>
      <w:r w:rsidR="005A3479">
        <w:t>Oui</w:t>
      </w:r>
      <w:r>
        <w:t xml:space="preserve">, </w:t>
      </w:r>
      <w:r w:rsidR="005A3479">
        <w:t>oui</w:t>
      </w:r>
      <w:r>
        <w:t xml:space="preserve">, </w:t>
      </w:r>
      <w:r w:rsidR="005A3479">
        <w:t>je promets</w:t>
      </w:r>
      <w:r>
        <w:t xml:space="preserve">, </w:t>
      </w:r>
      <w:r w:rsidR="005A3479">
        <w:t>dit Jude avec impatience</w:t>
      </w:r>
      <w:r>
        <w:t xml:space="preserve">. </w:t>
      </w:r>
      <w:r w:rsidR="005A3479">
        <w:t>Bien sûr</w:t>
      </w:r>
      <w:r>
        <w:t xml:space="preserve">, </w:t>
      </w:r>
      <w:r w:rsidR="005A3479">
        <w:t>je n</w:t>
      </w:r>
      <w:r>
        <w:t>’</w:t>
      </w:r>
      <w:r w:rsidR="005A3479">
        <w:t>ai pas l</w:t>
      </w:r>
      <w:r>
        <w:t>’</w:t>
      </w:r>
      <w:r w:rsidR="005A3479">
        <w:t>intention de trahir vos secrets</w:t>
      </w:r>
      <w:r>
        <w:t>.</w:t>
      </w:r>
    </w:p>
    <w:p w14:paraId="3A4B8EC2" w14:textId="77777777" w:rsidR="006F1ADB" w:rsidRDefault="006F1ADB" w:rsidP="005A3479">
      <w:r>
        <w:lastRenderedPageBreak/>
        <w:t>— </w:t>
      </w:r>
      <w:r w:rsidR="005A3479">
        <w:t>Chaque fois que je rencontrais ce monsieur</w:t>
      </w:r>
      <w:r>
        <w:t xml:space="preserve">, </w:t>
      </w:r>
      <w:r w:rsidR="005A3479">
        <w:t>il avait l</w:t>
      </w:r>
      <w:r>
        <w:t>’</w:t>
      </w:r>
      <w:r w:rsidR="005A3479">
        <w:t>habitude de me dire qu</w:t>
      </w:r>
      <w:r>
        <w:t>’</w:t>
      </w:r>
      <w:r w:rsidR="005A3479">
        <w:t>il était conquis par mes yeux</w:t>
      </w:r>
      <w:r>
        <w:t xml:space="preserve">, </w:t>
      </w:r>
      <w:r w:rsidR="005A3479">
        <w:t>et il me pressait de l</w:t>
      </w:r>
      <w:r>
        <w:t>’</w:t>
      </w:r>
      <w:r w:rsidR="005A3479">
        <w:t>épouser</w:t>
      </w:r>
      <w:r>
        <w:t xml:space="preserve">. </w:t>
      </w:r>
      <w:r w:rsidR="005A3479">
        <w:t>Je ne pensais pas revenir jamais en Angl</w:t>
      </w:r>
      <w:r w:rsidR="005A3479">
        <w:t>e</w:t>
      </w:r>
      <w:r w:rsidR="005A3479">
        <w:t>terre</w:t>
      </w:r>
      <w:r>
        <w:t xml:space="preserve">, </w:t>
      </w:r>
      <w:r w:rsidR="005A3479">
        <w:t>n</w:t>
      </w:r>
      <w:r>
        <w:t>’</w:t>
      </w:r>
      <w:r w:rsidR="005A3479">
        <w:t>ayant plus de maison à moi</w:t>
      </w:r>
      <w:r>
        <w:t xml:space="preserve">, </w:t>
      </w:r>
      <w:r w:rsidR="005A3479">
        <w:t>depuis que j</w:t>
      </w:r>
      <w:r>
        <w:t>’</w:t>
      </w:r>
      <w:r w:rsidR="005A3479">
        <w:t>avais quitté mon père</w:t>
      </w:r>
      <w:r>
        <w:t xml:space="preserve">… </w:t>
      </w:r>
      <w:r w:rsidR="005A3479">
        <w:t>Je finis par consentir</w:t>
      </w:r>
      <w:r>
        <w:t>.</w:t>
      </w:r>
    </w:p>
    <w:p w14:paraId="2F2E4A00" w14:textId="77777777" w:rsidR="006F1ADB" w:rsidRDefault="006F1ADB" w:rsidP="005A3479">
      <w:r>
        <w:t>— </w:t>
      </w:r>
      <w:r w:rsidR="005A3479">
        <w:t>À l</w:t>
      </w:r>
      <w:r>
        <w:t>’</w:t>
      </w:r>
      <w:r w:rsidR="005A3479">
        <w:t>épouser</w:t>
      </w:r>
      <w:r>
        <w:t> ?</w:t>
      </w:r>
    </w:p>
    <w:p w14:paraId="4136A4C0" w14:textId="77777777" w:rsidR="006F1ADB" w:rsidRDefault="006F1ADB" w:rsidP="005A3479">
      <w:r>
        <w:t>— </w:t>
      </w:r>
      <w:r w:rsidR="005A3479">
        <w:t>Oui</w:t>
      </w:r>
      <w:r>
        <w:t>.</w:t>
      </w:r>
    </w:p>
    <w:p w14:paraId="0B0859DD" w14:textId="77777777" w:rsidR="006F1ADB" w:rsidRDefault="006F1ADB" w:rsidP="005A3479">
      <w:r>
        <w:t>— </w:t>
      </w:r>
      <w:r w:rsidR="005A3479">
        <w:t>Régulièrement</w:t>
      </w:r>
      <w:r>
        <w:t xml:space="preserve"> – </w:t>
      </w:r>
      <w:r w:rsidR="005A3479">
        <w:t>légalement</w:t>
      </w:r>
      <w:r>
        <w:t xml:space="preserve"> – </w:t>
      </w:r>
      <w:r w:rsidR="005A3479">
        <w:t>à l</w:t>
      </w:r>
      <w:r>
        <w:t>’</w:t>
      </w:r>
      <w:r w:rsidR="005A3479">
        <w:t>église</w:t>
      </w:r>
      <w:r>
        <w:t> ?</w:t>
      </w:r>
    </w:p>
    <w:p w14:paraId="0131E2DD" w14:textId="77777777" w:rsidR="006F1ADB" w:rsidRDefault="006F1ADB" w:rsidP="005A3479">
      <w:r>
        <w:t>— </w:t>
      </w:r>
      <w:r w:rsidR="005A3479">
        <w:t>Oui</w:t>
      </w:r>
      <w:r>
        <w:t xml:space="preserve">. </w:t>
      </w:r>
      <w:r w:rsidR="005A3479">
        <w:t>Je demeurai avec lui jusqu</w:t>
      </w:r>
      <w:r>
        <w:t>’</w:t>
      </w:r>
      <w:r w:rsidR="005A3479">
        <w:t>à mon départ</w:t>
      </w:r>
      <w:r>
        <w:t xml:space="preserve">. </w:t>
      </w:r>
      <w:r w:rsidR="005A3479">
        <w:t>C</w:t>
      </w:r>
      <w:r>
        <w:t>’</w:t>
      </w:r>
      <w:r w:rsidR="005A3479">
        <w:t>était stupide</w:t>
      </w:r>
      <w:r>
        <w:t xml:space="preserve">, </w:t>
      </w:r>
      <w:r w:rsidR="005A3479">
        <w:t>je le sais</w:t>
      </w:r>
      <w:r>
        <w:t xml:space="preserve">, </w:t>
      </w:r>
      <w:r w:rsidR="005A3479">
        <w:t>mais je l</w:t>
      </w:r>
      <w:r>
        <w:t>’</w:t>
      </w:r>
      <w:r w:rsidR="005A3479">
        <w:t>ai fait</w:t>
      </w:r>
      <w:r>
        <w:t xml:space="preserve">. </w:t>
      </w:r>
      <w:r w:rsidR="005A3479">
        <w:t>Là</w:t>
      </w:r>
      <w:r>
        <w:t xml:space="preserve">, </w:t>
      </w:r>
      <w:r w:rsidR="005A3479">
        <w:t>maintenant</w:t>
      </w:r>
      <w:r>
        <w:t xml:space="preserve">, </w:t>
      </w:r>
      <w:r w:rsidR="005A3479">
        <w:t>je vous ai tout dit</w:t>
      </w:r>
      <w:r>
        <w:t>.</w:t>
      </w:r>
    </w:p>
    <w:p w14:paraId="27724531" w14:textId="77777777" w:rsidR="006F1ADB" w:rsidRDefault="006F1ADB" w:rsidP="005A3479">
      <w:r>
        <w:t>— </w:t>
      </w:r>
      <w:r w:rsidR="005A3479">
        <w:t>Pourquoi diable ne m</w:t>
      </w:r>
      <w:r>
        <w:t>’</w:t>
      </w:r>
      <w:r w:rsidR="005A3479">
        <w:t>avez-vous pas dit cela</w:t>
      </w:r>
      <w:r>
        <w:t xml:space="preserve">, </w:t>
      </w:r>
      <w:r w:rsidR="005A3479">
        <w:t>la nuit de</w:t>
      </w:r>
      <w:r w:rsidR="005A3479">
        <w:t>r</w:t>
      </w:r>
      <w:r w:rsidR="005A3479">
        <w:t>nière</w:t>
      </w:r>
      <w:r>
        <w:t> ?…</w:t>
      </w:r>
    </w:p>
    <w:p w14:paraId="3D42CF1A" w14:textId="77777777" w:rsidR="006F1ADB" w:rsidRDefault="006F1ADB" w:rsidP="005A3479">
      <w:r>
        <w:t>— </w:t>
      </w:r>
      <w:r w:rsidR="005A3479">
        <w:t>En effet</w:t>
      </w:r>
      <w:r>
        <w:t xml:space="preserve">, </w:t>
      </w:r>
      <w:r w:rsidR="005A3479">
        <w:t>je n</w:t>
      </w:r>
      <w:r>
        <w:t>’</w:t>
      </w:r>
      <w:r w:rsidR="005A3479">
        <w:t>avais pas dit</w:t>
      </w:r>
      <w:r>
        <w:t xml:space="preserve">… </w:t>
      </w:r>
      <w:r w:rsidR="005A3479">
        <w:t>Ne désirez-vous pas vous r</w:t>
      </w:r>
      <w:r w:rsidR="005A3479">
        <w:t>é</w:t>
      </w:r>
      <w:r w:rsidR="005A3479">
        <w:t>concilier avec moi</w:t>
      </w:r>
      <w:r>
        <w:t> ?</w:t>
      </w:r>
    </w:p>
    <w:p w14:paraId="4847BDC8" w14:textId="77777777" w:rsidR="006F1ADB" w:rsidRDefault="006F1ADB" w:rsidP="005A3479">
      <w:r>
        <w:t>— </w:t>
      </w:r>
      <w:r w:rsidR="005A3479">
        <w:t>Je n</w:t>
      </w:r>
      <w:r>
        <w:t>’</w:t>
      </w:r>
      <w:r w:rsidR="005A3479">
        <w:t>ai rien de plus à dire</w:t>
      </w:r>
      <w:r>
        <w:t xml:space="preserve">, </w:t>
      </w:r>
      <w:r w:rsidR="005A3479">
        <w:t>fit Jude sévèrement</w:t>
      </w:r>
      <w:r>
        <w:t xml:space="preserve">. </w:t>
      </w:r>
      <w:r w:rsidR="005A3479">
        <w:t>Je n</w:t>
      </w:r>
      <w:r>
        <w:t>’</w:t>
      </w:r>
      <w:r w:rsidR="005A3479">
        <w:t>ai rien de plus à dire sur ce</w:t>
      </w:r>
      <w:r>
        <w:t xml:space="preserve">… </w:t>
      </w:r>
      <w:r w:rsidR="005A3479">
        <w:t>crime que vous avez confessé</w:t>
      </w:r>
      <w:r>
        <w:t>.</w:t>
      </w:r>
    </w:p>
    <w:p w14:paraId="0C666374" w14:textId="77777777" w:rsidR="006F1ADB" w:rsidRDefault="006F1ADB" w:rsidP="005A3479">
      <w:r>
        <w:t>— </w:t>
      </w:r>
      <w:r w:rsidR="005A3479">
        <w:t>Crime</w:t>
      </w:r>
      <w:r>
        <w:t xml:space="preserve"> ?… </w:t>
      </w:r>
      <w:r w:rsidR="005A3479">
        <w:t>Bah</w:t>
      </w:r>
      <w:r>
        <w:t xml:space="preserve"> !… </w:t>
      </w:r>
      <w:r w:rsidR="005A3479">
        <w:t>Des tas de gens en font autant</w:t>
      </w:r>
      <w:r>
        <w:t xml:space="preserve">. </w:t>
      </w:r>
      <w:r w:rsidR="005A3479">
        <w:t>Eh bien</w:t>
      </w:r>
      <w:r>
        <w:t xml:space="preserve">, </w:t>
      </w:r>
      <w:r w:rsidR="005A3479">
        <w:t>si vous le prenez ainsi</w:t>
      </w:r>
      <w:r>
        <w:t xml:space="preserve">, </w:t>
      </w:r>
      <w:r w:rsidR="005A3479">
        <w:t>je m</w:t>
      </w:r>
      <w:r>
        <w:t>’</w:t>
      </w:r>
      <w:r w:rsidR="005A3479">
        <w:t>en retournerai là-bas</w:t>
      </w:r>
      <w:r>
        <w:t xml:space="preserve">, </w:t>
      </w:r>
      <w:r w:rsidR="005A3479">
        <w:t xml:space="preserve">avec </w:t>
      </w:r>
      <w:r w:rsidR="005A3479">
        <w:rPr>
          <w:i/>
          <w:szCs w:val="32"/>
        </w:rPr>
        <w:t>lui</w:t>
      </w:r>
      <w:r>
        <w:rPr>
          <w:i/>
          <w:szCs w:val="32"/>
        </w:rPr>
        <w:t xml:space="preserve">. </w:t>
      </w:r>
      <w:r w:rsidR="005A3479">
        <w:t>Il est très épris de moi et nous vivions assez honorablement</w:t>
      </w:r>
      <w:r>
        <w:t xml:space="preserve">, </w:t>
      </w:r>
      <w:r w:rsidR="005A3479">
        <w:t>aussi respectés que n</w:t>
      </w:r>
      <w:r>
        <w:t>’</w:t>
      </w:r>
      <w:r w:rsidR="005A3479">
        <w:t>importe quels époux dans la colonie</w:t>
      </w:r>
      <w:r>
        <w:t xml:space="preserve">. </w:t>
      </w:r>
      <w:r w:rsidR="005A3479">
        <w:t>Comment aurais-je su où vous étiez</w:t>
      </w:r>
      <w:r>
        <w:t> ?</w:t>
      </w:r>
    </w:p>
    <w:p w14:paraId="1D576A4F" w14:textId="77777777" w:rsidR="006F1ADB" w:rsidRDefault="006F1ADB" w:rsidP="005A3479">
      <w:r>
        <w:t>— </w:t>
      </w:r>
      <w:r w:rsidR="005A3479">
        <w:t>Cela ne me servirait de rien de vous blâmer</w:t>
      </w:r>
      <w:r>
        <w:t xml:space="preserve">. </w:t>
      </w:r>
      <w:r w:rsidR="005A3479">
        <w:t>J</w:t>
      </w:r>
      <w:r>
        <w:t>’</w:t>
      </w:r>
      <w:r w:rsidR="005A3479">
        <w:t>aurais beaucoup à dire</w:t>
      </w:r>
      <w:r>
        <w:t xml:space="preserve">, </w:t>
      </w:r>
      <w:r w:rsidR="005A3479">
        <w:t>mais ce serait peut-être déplacé</w:t>
      </w:r>
      <w:r>
        <w:t xml:space="preserve">. </w:t>
      </w:r>
      <w:r w:rsidR="005A3479">
        <w:t>Qu</w:t>
      </w:r>
      <w:r>
        <w:t>’</w:t>
      </w:r>
      <w:r w:rsidR="005A3479">
        <w:t>avez-vous à me demander</w:t>
      </w:r>
      <w:r>
        <w:t> ?</w:t>
      </w:r>
    </w:p>
    <w:p w14:paraId="3FD6D219" w14:textId="77777777" w:rsidR="006F1ADB" w:rsidRDefault="006F1ADB" w:rsidP="005A3479">
      <w:r>
        <w:t>— </w:t>
      </w:r>
      <w:r w:rsidR="005A3479">
        <w:t>Rien</w:t>
      </w:r>
      <w:r>
        <w:t xml:space="preserve">. </w:t>
      </w:r>
      <w:r w:rsidR="005A3479">
        <w:t>J</w:t>
      </w:r>
      <w:r>
        <w:t>’</w:t>
      </w:r>
      <w:r w:rsidR="005A3479">
        <w:t>avais encore une chose à vous dire</w:t>
      </w:r>
      <w:r>
        <w:t xml:space="preserve">, </w:t>
      </w:r>
      <w:r w:rsidR="005A3479">
        <w:t>mais j</w:t>
      </w:r>
      <w:r>
        <w:t>’</w:t>
      </w:r>
      <w:r w:rsidR="005A3479">
        <w:t>imagine que nous nous sommes assez vus pour le moment</w:t>
      </w:r>
      <w:r>
        <w:t>.</w:t>
      </w:r>
    </w:p>
    <w:p w14:paraId="4DB2E6F3" w14:textId="77777777" w:rsidR="006F1ADB" w:rsidRDefault="005A3479" w:rsidP="005A3479">
      <w:r>
        <w:lastRenderedPageBreak/>
        <w:t>Ils se séparèrent</w:t>
      </w:r>
      <w:r w:rsidR="006F1ADB">
        <w:t xml:space="preserve">. </w:t>
      </w:r>
      <w:r>
        <w:t>Jude la vit disparaître dans la direction de l</w:t>
      </w:r>
      <w:r w:rsidR="006F1ADB">
        <w:t>’</w:t>
      </w:r>
      <w:r>
        <w:t>hôtel et il rentra dans la gare</w:t>
      </w:r>
      <w:r w:rsidR="006F1ADB">
        <w:t xml:space="preserve">. </w:t>
      </w:r>
      <w:r>
        <w:t>Il avait encore trois quarts d</w:t>
      </w:r>
      <w:r w:rsidR="006F1ADB">
        <w:t>’</w:t>
      </w:r>
      <w:r>
        <w:t>heure avant de prendre le train d</w:t>
      </w:r>
      <w:r w:rsidR="006F1ADB">
        <w:t>’</w:t>
      </w:r>
      <w:proofErr w:type="spellStart"/>
      <w:r>
        <w:t>Alfredston</w:t>
      </w:r>
      <w:proofErr w:type="spellEnd"/>
      <w:r w:rsidR="006F1ADB">
        <w:t xml:space="preserve"> : </w:t>
      </w:r>
      <w:r>
        <w:t>machinalement</w:t>
      </w:r>
      <w:r w:rsidR="006F1ADB">
        <w:t xml:space="preserve">, </w:t>
      </w:r>
      <w:r>
        <w:t>il erra par la ville</w:t>
      </w:r>
      <w:r w:rsidR="006F1ADB">
        <w:t xml:space="preserve">, </w:t>
      </w:r>
      <w:r>
        <w:t>jusqu</w:t>
      </w:r>
      <w:r w:rsidR="006F1ADB">
        <w:t>’</w:t>
      </w:r>
      <w:r>
        <w:t>aux Quatre-Chemins</w:t>
      </w:r>
      <w:r w:rsidR="006F1ADB">
        <w:t xml:space="preserve">, </w:t>
      </w:r>
      <w:r>
        <w:t>s</w:t>
      </w:r>
      <w:r w:rsidR="006F1ADB">
        <w:t>’</w:t>
      </w:r>
      <w:r>
        <w:t>arrêtant là où il s</w:t>
      </w:r>
      <w:r w:rsidR="006F1ADB">
        <w:t>’</w:t>
      </w:r>
      <w:r>
        <w:t>était si souvent arrêté naguère</w:t>
      </w:r>
      <w:r w:rsidR="006F1ADB">
        <w:t xml:space="preserve">, </w:t>
      </w:r>
      <w:r>
        <w:t>et examinant la grande rue qui s</w:t>
      </w:r>
      <w:r w:rsidR="006F1ADB">
        <w:t>’</w:t>
      </w:r>
      <w:r>
        <w:t>étendait en face de lui</w:t>
      </w:r>
      <w:r w:rsidR="006F1ADB">
        <w:t xml:space="preserve">, </w:t>
      </w:r>
      <w:r>
        <w:t>avec des collèges et des collèges</w:t>
      </w:r>
      <w:r w:rsidR="006F1ADB">
        <w:t xml:space="preserve">, </w:t>
      </w:r>
      <w:r>
        <w:t>per</w:t>
      </w:r>
      <w:r>
        <w:t>s</w:t>
      </w:r>
      <w:r>
        <w:t>pective pittoresque qu</w:t>
      </w:r>
      <w:r w:rsidR="006F1ADB">
        <w:t>’</w:t>
      </w:r>
      <w:r>
        <w:t>égalent seulement certains points de vue dans les villes du continent</w:t>
      </w:r>
      <w:r w:rsidR="006F1ADB">
        <w:t xml:space="preserve">, </w:t>
      </w:r>
      <w:r>
        <w:t>telle la rue des Palais à Gênes</w:t>
      </w:r>
      <w:r w:rsidR="006F1ADB">
        <w:t xml:space="preserve">. </w:t>
      </w:r>
      <w:r>
        <w:t>Les lignes des monuments étaient nettes comme un dessin d</w:t>
      </w:r>
      <w:r w:rsidR="006F1ADB">
        <w:t>’</w:t>
      </w:r>
      <w:r>
        <w:t>architecture</w:t>
      </w:r>
      <w:r w:rsidR="006F1ADB">
        <w:t xml:space="preserve">, </w:t>
      </w:r>
      <w:r>
        <w:t>dans l</w:t>
      </w:r>
      <w:r w:rsidR="006F1ADB">
        <w:t>’</w:t>
      </w:r>
      <w:r>
        <w:t>atmosphère matinale</w:t>
      </w:r>
      <w:r w:rsidR="006F1ADB">
        <w:t xml:space="preserve"> ; </w:t>
      </w:r>
      <w:r>
        <w:t>mais Jude ne voyait rien</w:t>
      </w:r>
      <w:r w:rsidR="006F1ADB">
        <w:t xml:space="preserve">, </w:t>
      </w:r>
      <w:r>
        <w:t>n</w:t>
      </w:r>
      <w:r w:rsidR="006F1ADB">
        <w:t>’</w:t>
      </w:r>
      <w:r>
        <w:t>admirait rien</w:t>
      </w:r>
      <w:r w:rsidR="006F1ADB">
        <w:t xml:space="preserve">. </w:t>
      </w:r>
      <w:r>
        <w:t>Tout disparaissait dans le souvenir indescriptible de la compagnie d</w:t>
      </w:r>
      <w:r w:rsidR="006F1ADB">
        <w:t>’</w:t>
      </w:r>
      <w:proofErr w:type="spellStart"/>
      <w:r>
        <w:t>Arabella</w:t>
      </w:r>
      <w:proofErr w:type="spellEnd"/>
      <w:r w:rsidR="006F1ADB">
        <w:t xml:space="preserve">, </w:t>
      </w:r>
      <w:r>
        <w:t>à minuit</w:t>
      </w:r>
      <w:r w:rsidR="006F1ADB">
        <w:t xml:space="preserve">, </w:t>
      </w:r>
      <w:r>
        <w:t>dans le se</w:t>
      </w:r>
      <w:r>
        <w:t>n</w:t>
      </w:r>
      <w:r>
        <w:t>timent de dégradation laissé par cette intimité renouvelée</w:t>
      </w:r>
      <w:r w:rsidR="006F1ADB">
        <w:t xml:space="preserve">, </w:t>
      </w:r>
      <w:r>
        <w:t>dans la vision de son aspect</w:t>
      </w:r>
      <w:r w:rsidR="006F1ADB">
        <w:t xml:space="preserve">, </w:t>
      </w:r>
      <w:r>
        <w:t>quand elle reposait endormie vers l</w:t>
      </w:r>
      <w:r w:rsidR="006F1ADB">
        <w:t>’</w:t>
      </w:r>
      <w:r>
        <w:t>aurore</w:t>
      </w:r>
      <w:r w:rsidR="006F1ADB">
        <w:t xml:space="preserve">. </w:t>
      </w:r>
      <w:r>
        <w:t>Il y avait comme un anathème dans le regard de Jude</w:t>
      </w:r>
      <w:r w:rsidR="006F1ADB">
        <w:t xml:space="preserve">, </w:t>
      </w:r>
      <w:r>
        <w:t>dans son visage immobile</w:t>
      </w:r>
      <w:r w:rsidR="006F1ADB">
        <w:t xml:space="preserve">. </w:t>
      </w:r>
      <w:r>
        <w:t>S</w:t>
      </w:r>
      <w:r w:rsidR="006F1ADB">
        <w:t>’</w:t>
      </w:r>
      <w:r>
        <w:t>il avait éprouvé un ressentiment contre elle</w:t>
      </w:r>
      <w:r w:rsidR="006F1ADB">
        <w:t xml:space="preserve">, </w:t>
      </w:r>
      <w:r>
        <w:t>il eût été moins malheureux</w:t>
      </w:r>
      <w:r w:rsidR="006F1ADB">
        <w:t xml:space="preserve"> ; </w:t>
      </w:r>
      <w:r>
        <w:t>mais il la plaignait en la méprisant</w:t>
      </w:r>
      <w:r w:rsidR="006F1ADB">
        <w:t xml:space="preserve">. </w:t>
      </w:r>
      <w:r>
        <w:t>Il revint sur ses pas</w:t>
      </w:r>
      <w:r w:rsidR="006F1ADB">
        <w:t xml:space="preserve">. </w:t>
      </w:r>
      <w:r>
        <w:t>En arrivant à la gare</w:t>
      </w:r>
      <w:r w:rsidR="006F1ADB">
        <w:t xml:space="preserve">, </w:t>
      </w:r>
      <w:r>
        <w:t>il tre</w:t>
      </w:r>
      <w:r>
        <w:t>s</w:t>
      </w:r>
      <w:r>
        <w:t>saillit d</w:t>
      </w:r>
      <w:r w:rsidR="006F1ADB">
        <w:t>’</w:t>
      </w:r>
      <w:r>
        <w:t>entendre une voix prononcer son nom</w:t>
      </w:r>
      <w:r w:rsidR="006F1ADB">
        <w:t xml:space="preserve">, </w:t>
      </w:r>
      <w:r>
        <w:t>ému par ce nom moins que par la voix</w:t>
      </w:r>
      <w:r w:rsidR="006F1ADB">
        <w:t xml:space="preserve">. </w:t>
      </w:r>
      <w:r>
        <w:t>À sa grande surprise</w:t>
      </w:r>
      <w:r w:rsidR="006F1ADB">
        <w:t xml:space="preserve">, </w:t>
      </w:r>
      <w:r>
        <w:t>il vit Sue elle-même devant lui</w:t>
      </w:r>
      <w:r w:rsidR="006F1ADB">
        <w:t xml:space="preserve">, </w:t>
      </w:r>
      <w:r>
        <w:t>comme une vision</w:t>
      </w:r>
      <w:r w:rsidR="006F1ADB">
        <w:t xml:space="preserve"> ; </w:t>
      </w:r>
      <w:r>
        <w:t>il vit son regard prophétique</w:t>
      </w:r>
      <w:r w:rsidR="006F1ADB">
        <w:t xml:space="preserve">, </w:t>
      </w:r>
      <w:r>
        <w:t>plein de rêves anxieux</w:t>
      </w:r>
      <w:r w:rsidR="006F1ADB">
        <w:t xml:space="preserve">, </w:t>
      </w:r>
      <w:r>
        <w:t>sa petite bouche nerveuse</w:t>
      </w:r>
      <w:r w:rsidR="006F1ADB">
        <w:t xml:space="preserve">, </w:t>
      </w:r>
      <w:r>
        <w:t>ses yeux fixes</w:t>
      </w:r>
      <w:r w:rsidR="006F1ADB">
        <w:t xml:space="preserve">, </w:t>
      </w:r>
      <w:r>
        <w:t>exprimant la curiosité et le reproche</w:t>
      </w:r>
      <w:r w:rsidR="006F1ADB">
        <w:t>.</w:t>
      </w:r>
    </w:p>
    <w:p w14:paraId="7B05FE0F" w14:textId="77777777" w:rsidR="006F1ADB" w:rsidRDefault="006F1ADB" w:rsidP="005A3479">
      <w:r>
        <w:t>— </w:t>
      </w:r>
      <w:r w:rsidR="005A3479">
        <w:t>Ô Jude</w:t>
      </w:r>
      <w:r>
        <w:t xml:space="preserve">… </w:t>
      </w:r>
      <w:r w:rsidR="005A3479">
        <w:t>je suis heureuse</w:t>
      </w:r>
      <w:r>
        <w:t xml:space="preserve">… </w:t>
      </w:r>
      <w:r w:rsidR="005A3479">
        <w:t>de vous rencontrer ainsi</w:t>
      </w:r>
      <w:r>
        <w:t xml:space="preserve">… </w:t>
      </w:r>
      <w:r w:rsidR="005A3479">
        <w:t>dit-elle d</w:t>
      </w:r>
      <w:r>
        <w:t>’</w:t>
      </w:r>
      <w:r w:rsidR="005A3479">
        <w:t>une voix précipitée et inégale qui était presque un sa</w:t>
      </w:r>
      <w:r w:rsidR="005A3479">
        <w:t>n</w:t>
      </w:r>
      <w:r w:rsidR="005A3479">
        <w:t>glot</w:t>
      </w:r>
      <w:r>
        <w:t>.</w:t>
      </w:r>
    </w:p>
    <w:p w14:paraId="38A050DD" w14:textId="77777777" w:rsidR="006F1ADB" w:rsidRDefault="005A3479" w:rsidP="005A3479">
      <w:r>
        <w:t>Puis elle rougit</w:t>
      </w:r>
      <w:r w:rsidR="006F1ADB">
        <w:t xml:space="preserve">, </w:t>
      </w:r>
      <w:r>
        <w:t>devinant la pensée de Jude</w:t>
      </w:r>
      <w:r w:rsidR="006F1ADB">
        <w:t xml:space="preserve"> : </w:t>
      </w:r>
      <w:r>
        <w:t>n</w:t>
      </w:r>
      <w:r w:rsidR="006F1ADB">
        <w:t>’</w:t>
      </w:r>
      <w:r>
        <w:t>était-ce pas la première fois qu</w:t>
      </w:r>
      <w:r w:rsidR="006F1ADB">
        <w:t>’</w:t>
      </w:r>
      <w:r>
        <w:t>ils se revoyaient depuis son mariage</w:t>
      </w:r>
      <w:r w:rsidR="006F1ADB">
        <w:t> ?</w:t>
      </w:r>
    </w:p>
    <w:p w14:paraId="4B7E4816" w14:textId="77777777" w:rsidR="006F1ADB" w:rsidRDefault="006F1ADB" w:rsidP="005A3479">
      <w:r>
        <w:t>— </w:t>
      </w:r>
      <w:r w:rsidR="005A3479">
        <w:t>Je suis arrivée à la gare d</w:t>
      </w:r>
      <w:r>
        <w:t>’</w:t>
      </w:r>
      <w:proofErr w:type="spellStart"/>
      <w:r w:rsidR="005A3479">
        <w:t>Alfredston</w:t>
      </w:r>
      <w:proofErr w:type="spellEnd"/>
      <w:r>
        <w:t xml:space="preserve">, </w:t>
      </w:r>
      <w:r w:rsidR="005A3479">
        <w:t>la nuit dernière</w:t>
      </w:r>
      <w:r>
        <w:t xml:space="preserve">, </w:t>
      </w:r>
      <w:r w:rsidR="005A3479">
        <w:t>comme vous me l</w:t>
      </w:r>
      <w:r>
        <w:t>’</w:t>
      </w:r>
      <w:r w:rsidR="005A3479">
        <w:t>aviez demandé</w:t>
      </w:r>
      <w:r>
        <w:t xml:space="preserve">, </w:t>
      </w:r>
      <w:r w:rsidR="005A3479">
        <w:t>et je n</w:t>
      </w:r>
      <w:r>
        <w:t>’</w:t>
      </w:r>
      <w:r w:rsidR="005A3479">
        <w:t>y ai trouvé personne</w:t>
      </w:r>
      <w:r>
        <w:t xml:space="preserve">. </w:t>
      </w:r>
      <w:r w:rsidR="005A3479">
        <w:lastRenderedPageBreak/>
        <w:t xml:space="preserve">Mais je suis allée seule à </w:t>
      </w:r>
      <w:proofErr w:type="spellStart"/>
      <w:r w:rsidR="005A3479">
        <w:t>Marygreen</w:t>
      </w:r>
      <w:proofErr w:type="spellEnd"/>
      <w:r>
        <w:t xml:space="preserve">, </w:t>
      </w:r>
      <w:r w:rsidR="005A3479">
        <w:t>et l</w:t>
      </w:r>
      <w:r>
        <w:t>’</w:t>
      </w:r>
      <w:r w:rsidR="005A3479">
        <w:t>on m</w:t>
      </w:r>
      <w:r>
        <w:t>’</w:t>
      </w:r>
      <w:r w:rsidR="005A3479">
        <w:t>a dit que la tante était un peu mieux</w:t>
      </w:r>
      <w:r>
        <w:t xml:space="preserve">. </w:t>
      </w:r>
      <w:r w:rsidR="005A3479">
        <w:t>Je suis restée près d</w:t>
      </w:r>
      <w:r>
        <w:t>’</w:t>
      </w:r>
      <w:r w:rsidR="005A3479">
        <w:t>elle</w:t>
      </w:r>
      <w:r>
        <w:t xml:space="preserve">, </w:t>
      </w:r>
      <w:r w:rsidR="005A3479">
        <w:t>et</w:t>
      </w:r>
      <w:r>
        <w:t xml:space="preserve">, </w:t>
      </w:r>
      <w:r w:rsidR="005A3479">
        <w:t>ne vous voyant pas venir cette nuit</w:t>
      </w:r>
      <w:r>
        <w:t xml:space="preserve">, </w:t>
      </w:r>
      <w:r w:rsidR="005A3479">
        <w:t>j</w:t>
      </w:r>
      <w:r>
        <w:t>’</w:t>
      </w:r>
      <w:r w:rsidR="005A3479">
        <w:t xml:space="preserve">ai </w:t>
      </w:r>
      <w:proofErr w:type="gramStart"/>
      <w:r w:rsidR="005A3479">
        <w:t>eu peur</w:t>
      </w:r>
      <w:proofErr w:type="gramEnd"/>
      <w:r w:rsidR="005A3479">
        <w:t xml:space="preserve"> pour vous</w:t>
      </w:r>
      <w:r>
        <w:t xml:space="preserve"> – </w:t>
      </w:r>
      <w:r w:rsidR="005A3479">
        <w:t>songeant que</w:t>
      </w:r>
      <w:r>
        <w:t xml:space="preserve">, </w:t>
      </w:r>
      <w:r w:rsidR="005A3479">
        <w:t>peut-être</w:t>
      </w:r>
      <w:r>
        <w:t xml:space="preserve">, </w:t>
      </w:r>
      <w:r w:rsidR="005A3479">
        <w:t>vous retrouvant dans la vieille cité</w:t>
      </w:r>
      <w:r>
        <w:t xml:space="preserve">, </w:t>
      </w:r>
      <w:r w:rsidR="005A3479">
        <w:t>vous aviez pensé que j</w:t>
      </w:r>
      <w:r>
        <w:t>’</w:t>
      </w:r>
      <w:r w:rsidR="005A3479">
        <w:t>étais</w:t>
      </w:r>
      <w:r>
        <w:t xml:space="preserve">… </w:t>
      </w:r>
      <w:r w:rsidR="005A3479">
        <w:t>mariée</w:t>
      </w:r>
      <w:r>
        <w:t xml:space="preserve">, </w:t>
      </w:r>
      <w:r w:rsidR="005A3479">
        <w:t>et non plus où vous aviez l</w:t>
      </w:r>
      <w:r>
        <w:t>’</w:t>
      </w:r>
      <w:r w:rsidR="005A3479">
        <w:t>habitude de me voir</w:t>
      </w:r>
      <w:r>
        <w:t xml:space="preserve">… </w:t>
      </w:r>
      <w:r w:rsidR="005A3479">
        <w:t>Et que vous aviez essayé de noyer votre tristesse</w:t>
      </w:r>
      <w:r>
        <w:t xml:space="preserve">… </w:t>
      </w:r>
      <w:r w:rsidR="005A3479">
        <w:t>comme au temps de vos déceptions d</w:t>
      </w:r>
      <w:r>
        <w:t>’</w:t>
      </w:r>
      <w:r w:rsidR="005A3479">
        <w:t>étudiant</w:t>
      </w:r>
      <w:r>
        <w:t xml:space="preserve">… </w:t>
      </w:r>
      <w:r w:rsidR="005A3479">
        <w:t>et que vous aviez oublié votre promesse de ne jamais recommencer</w:t>
      </w:r>
      <w:r>
        <w:t xml:space="preserve">… </w:t>
      </w:r>
      <w:r w:rsidR="005A3479">
        <w:t>Et je pensais tout cela</w:t>
      </w:r>
      <w:r>
        <w:t xml:space="preserve">, </w:t>
      </w:r>
      <w:r w:rsidR="005A3479">
        <w:t>parce que vous n</w:t>
      </w:r>
      <w:r>
        <w:t>’</w:t>
      </w:r>
      <w:r w:rsidR="005A3479">
        <w:t>étiez point au rendez-vous</w:t>
      </w:r>
      <w:r>
        <w:t>.</w:t>
      </w:r>
    </w:p>
    <w:p w14:paraId="0E2FFD8E" w14:textId="77777777" w:rsidR="006F1ADB" w:rsidRDefault="006F1ADB" w:rsidP="005A3479">
      <w:r>
        <w:t>— </w:t>
      </w:r>
      <w:r w:rsidR="005A3479">
        <w:t>Et vous êtes accourue pour me poursuivre et me délivrer</w:t>
      </w:r>
      <w:r>
        <w:t xml:space="preserve">, </w:t>
      </w:r>
      <w:r w:rsidR="005A3479">
        <w:t>comme un bon ange</w:t>
      </w:r>
      <w:r>
        <w:t xml:space="preserve"> !… </w:t>
      </w:r>
      <w:r w:rsidR="005A3479">
        <w:t>Je me suis rappelé ma promesse</w:t>
      </w:r>
      <w:r>
        <w:t xml:space="preserve">, </w:t>
      </w:r>
      <w:r w:rsidR="005A3479">
        <w:t>chérie</w:t>
      </w:r>
      <w:r>
        <w:t xml:space="preserve">. </w:t>
      </w:r>
      <w:r w:rsidR="005A3479">
        <w:t>Je ne la violerai jamais</w:t>
      </w:r>
      <w:r>
        <w:t xml:space="preserve">, </w:t>
      </w:r>
      <w:r w:rsidR="005A3479">
        <w:t>j</w:t>
      </w:r>
      <w:r>
        <w:t>’</w:t>
      </w:r>
      <w:r w:rsidR="005A3479">
        <w:t>en suis sûr</w:t>
      </w:r>
      <w:r>
        <w:t xml:space="preserve">. </w:t>
      </w:r>
      <w:r w:rsidR="005A3479">
        <w:t>Peut-être n</w:t>
      </w:r>
      <w:r>
        <w:t>’</w:t>
      </w:r>
      <w:r w:rsidR="005A3479">
        <w:t>ai-je rien fait de mieux</w:t>
      </w:r>
      <w:r>
        <w:t xml:space="preserve">, </w:t>
      </w:r>
      <w:r w:rsidR="005A3479">
        <w:t>mais je ne me suis pas enivré</w:t>
      </w:r>
      <w:r>
        <w:t xml:space="preserve">… </w:t>
      </w:r>
      <w:r w:rsidR="005A3479">
        <w:t>Je suis dégoûté rien qu</w:t>
      </w:r>
      <w:r>
        <w:t>’</w:t>
      </w:r>
      <w:r w:rsidR="005A3479">
        <w:t>en y pensant</w:t>
      </w:r>
      <w:r>
        <w:t>.</w:t>
      </w:r>
    </w:p>
    <w:p w14:paraId="5761FD00" w14:textId="77777777" w:rsidR="006F1ADB" w:rsidRDefault="006F1ADB" w:rsidP="005A3479">
      <w:r>
        <w:t>— </w:t>
      </w:r>
      <w:r w:rsidR="005A3479">
        <w:t>Je suis contente que votre absence ait eu d</w:t>
      </w:r>
      <w:r>
        <w:t>’</w:t>
      </w:r>
      <w:r w:rsidR="005A3479">
        <w:t>autres causes</w:t>
      </w:r>
      <w:r>
        <w:t xml:space="preserve">. </w:t>
      </w:r>
      <w:r w:rsidR="005A3479">
        <w:t>Mais</w:t>
      </w:r>
      <w:r>
        <w:t xml:space="preserve">, </w:t>
      </w:r>
      <w:r w:rsidR="005A3479">
        <w:t>dit-elle avec un léger accent de bouderie</w:t>
      </w:r>
      <w:r>
        <w:t xml:space="preserve">, </w:t>
      </w:r>
      <w:r w:rsidR="005A3479">
        <w:t>pourquoi n</w:t>
      </w:r>
      <w:r>
        <w:t>’</w:t>
      </w:r>
      <w:r w:rsidR="005A3479">
        <w:t>êtes-vous pas revenu me trouver la nuit dernière</w:t>
      </w:r>
      <w:r>
        <w:t> ?</w:t>
      </w:r>
    </w:p>
    <w:p w14:paraId="0D8746A0" w14:textId="77777777" w:rsidR="006F1ADB" w:rsidRDefault="006F1ADB" w:rsidP="005A3479">
      <w:r>
        <w:t>— </w:t>
      </w:r>
      <w:r w:rsidR="005A3479">
        <w:t>Je ne suis pas venu</w:t>
      </w:r>
      <w:r>
        <w:t xml:space="preserve">… </w:t>
      </w:r>
      <w:r w:rsidR="005A3479">
        <w:t>je suis désolé de le dire</w:t>
      </w:r>
      <w:r>
        <w:t xml:space="preserve">… </w:t>
      </w:r>
      <w:r w:rsidR="005A3479">
        <w:t>mais j</w:t>
      </w:r>
      <w:r>
        <w:t>’</w:t>
      </w:r>
      <w:r w:rsidR="005A3479">
        <w:t>avais un rendez-vous à neuf heures</w:t>
      </w:r>
      <w:r>
        <w:t xml:space="preserve">, </w:t>
      </w:r>
      <w:r w:rsidR="005A3479">
        <w:t>trop tard pour prendre le train qui devait croiser le vôtre</w:t>
      </w:r>
      <w:r>
        <w:t xml:space="preserve">, </w:t>
      </w:r>
      <w:r w:rsidR="005A3479">
        <w:t>ou aller directement à la ma</w:t>
      </w:r>
      <w:r w:rsidR="005A3479">
        <w:t>i</w:t>
      </w:r>
      <w:r w:rsidR="005A3479">
        <w:t>son</w:t>
      </w:r>
      <w:r>
        <w:t xml:space="preserve">… </w:t>
      </w:r>
      <w:r w:rsidR="005A3479">
        <w:t>Voulez-vous revenir avec moi</w:t>
      </w:r>
      <w:r>
        <w:t xml:space="preserve"> ? </w:t>
      </w:r>
      <w:r w:rsidR="005A3479">
        <w:t>ajouta-t-il</w:t>
      </w:r>
      <w:r>
        <w:t xml:space="preserve">. </w:t>
      </w:r>
      <w:r w:rsidR="005A3479">
        <w:t>Voilà just</w:t>
      </w:r>
      <w:r w:rsidR="005A3479">
        <w:t>e</w:t>
      </w:r>
      <w:r w:rsidR="005A3479">
        <w:t>ment un train</w:t>
      </w:r>
      <w:r>
        <w:t xml:space="preserve">. </w:t>
      </w:r>
      <w:r w:rsidR="005A3479">
        <w:t>Je suis content de savoir comment va ma tante</w:t>
      </w:r>
      <w:r>
        <w:t xml:space="preserve">… </w:t>
      </w:r>
      <w:r w:rsidR="005A3479">
        <w:t>Ainsi</w:t>
      </w:r>
      <w:r>
        <w:t xml:space="preserve">, </w:t>
      </w:r>
      <w:r w:rsidR="005A3479">
        <w:t>vous êtes réellement venue à cause de moi</w:t>
      </w:r>
      <w:r>
        <w:t xml:space="preserve"> ? </w:t>
      </w:r>
      <w:r w:rsidR="005A3479">
        <w:t>Et après être venue une première fois</w:t>
      </w:r>
      <w:r>
        <w:t xml:space="preserve">, </w:t>
      </w:r>
      <w:r w:rsidR="005A3479">
        <w:t>pauvre petite</w:t>
      </w:r>
      <w:r>
        <w:t>.</w:t>
      </w:r>
    </w:p>
    <w:p w14:paraId="230E1D57" w14:textId="77777777" w:rsidR="006F1ADB" w:rsidRDefault="006F1ADB" w:rsidP="005A3479">
      <w:r>
        <w:t>— </w:t>
      </w:r>
      <w:r w:rsidR="005A3479">
        <w:t>Oui</w:t>
      </w:r>
      <w:r>
        <w:t xml:space="preserve">. </w:t>
      </w:r>
      <w:r w:rsidR="005A3479">
        <w:t>La veillée avait surexcité mes nerfs</w:t>
      </w:r>
      <w:r>
        <w:t xml:space="preserve">, </w:t>
      </w:r>
      <w:r w:rsidR="005A3479">
        <w:t>et au lieu d</w:t>
      </w:r>
      <w:r>
        <w:t>’</w:t>
      </w:r>
      <w:r w:rsidR="005A3479">
        <w:t>aller me coucher</w:t>
      </w:r>
      <w:r>
        <w:t xml:space="preserve">, </w:t>
      </w:r>
      <w:r w:rsidR="005A3479">
        <w:t>quand le jour a paru</w:t>
      </w:r>
      <w:r>
        <w:t xml:space="preserve">, </w:t>
      </w:r>
      <w:r w:rsidR="005A3479">
        <w:t>je suis partie</w:t>
      </w:r>
      <w:r>
        <w:t xml:space="preserve">. </w:t>
      </w:r>
      <w:r w:rsidR="005A3479">
        <w:t>Et maintenant</w:t>
      </w:r>
      <w:r>
        <w:t xml:space="preserve">, </w:t>
      </w:r>
      <w:r w:rsidR="005A3479">
        <w:t>vous n</w:t>
      </w:r>
      <w:r>
        <w:t>’</w:t>
      </w:r>
      <w:r w:rsidR="005A3479">
        <w:t>allez pas m</w:t>
      </w:r>
      <w:r>
        <w:t>’</w:t>
      </w:r>
      <w:r w:rsidR="005A3479">
        <w:t>effrayer encore en me faisant la morale à propos de rien</w:t>
      </w:r>
      <w:r>
        <w:t>.</w:t>
      </w:r>
    </w:p>
    <w:p w14:paraId="5DB57A1B" w14:textId="77777777" w:rsidR="006F1ADB" w:rsidRDefault="005A3479" w:rsidP="005A3479">
      <w:r>
        <w:lastRenderedPageBreak/>
        <w:t>Jude n</w:t>
      </w:r>
      <w:r w:rsidR="006F1ADB">
        <w:t>’</w:t>
      </w:r>
      <w:r>
        <w:t xml:space="preserve">était pas bien sûr que sa morale </w:t>
      </w:r>
      <w:r w:rsidR="006F1ADB">
        <w:t>« </w:t>
      </w:r>
      <w:r>
        <w:t>à propos de rien</w:t>
      </w:r>
      <w:r w:rsidR="006F1ADB">
        <w:t> »</w:t>
      </w:r>
      <w:r>
        <w:t xml:space="preserve"> eût effrayé la jeune femme</w:t>
      </w:r>
      <w:r w:rsidR="006F1ADB">
        <w:t xml:space="preserve">. </w:t>
      </w:r>
      <w:r>
        <w:t>Il abandonna sa main</w:t>
      </w:r>
      <w:r w:rsidR="006F1ADB">
        <w:t xml:space="preserve">, </w:t>
      </w:r>
      <w:r>
        <w:t>jusqu</w:t>
      </w:r>
      <w:r w:rsidR="006F1ADB">
        <w:t>’</w:t>
      </w:r>
      <w:r>
        <w:t>à ce qu</w:t>
      </w:r>
      <w:r w:rsidR="006F1ADB">
        <w:t>’</w:t>
      </w:r>
      <w:r>
        <w:t>ils entrassent dans un wagon</w:t>
      </w:r>
      <w:r w:rsidR="006F1ADB">
        <w:t xml:space="preserve"> – </w:t>
      </w:r>
      <w:r>
        <w:t>le même</w:t>
      </w:r>
      <w:r w:rsidR="006F1ADB">
        <w:t xml:space="preserve">, </w:t>
      </w:r>
      <w:r>
        <w:t>semblait-il</w:t>
      </w:r>
      <w:r w:rsidR="006F1ADB">
        <w:t xml:space="preserve">, </w:t>
      </w:r>
      <w:r>
        <w:t>où il avait voyagé avec l</w:t>
      </w:r>
      <w:r w:rsidR="006F1ADB">
        <w:t>’</w:t>
      </w:r>
      <w:r>
        <w:t>autre</w:t>
      </w:r>
      <w:r w:rsidR="006F1ADB">
        <w:t xml:space="preserve">. </w:t>
      </w:r>
      <w:r>
        <w:t>Ils s</w:t>
      </w:r>
      <w:r w:rsidR="006F1ADB">
        <w:t>’</w:t>
      </w:r>
      <w:r>
        <w:t>assirent côte à côte</w:t>
      </w:r>
      <w:r w:rsidR="006F1ADB">
        <w:t xml:space="preserve">, </w:t>
      </w:r>
      <w:r>
        <w:t>Sue entre Jude et la fenêtre</w:t>
      </w:r>
      <w:r w:rsidR="006F1ADB">
        <w:t xml:space="preserve">. </w:t>
      </w:r>
      <w:r>
        <w:t>Il regardait son profil délicat et les rondeurs de son corsage</w:t>
      </w:r>
      <w:r w:rsidR="006F1ADB">
        <w:t xml:space="preserve">, </w:t>
      </w:r>
      <w:r>
        <w:t>petites et moulées comme des pommes et bien différentes des ampleurs d</w:t>
      </w:r>
      <w:r w:rsidR="006F1ADB">
        <w:t>’</w:t>
      </w:r>
      <w:proofErr w:type="spellStart"/>
      <w:r>
        <w:t>Arabella</w:t>
      </w:r>
      <w:proofErr w:type="spellEnd"/>
      <w:r w:rsidR="006F1ADB">
        <w:t xml:space="preserve">. </w:t>
      </w:r>
      <w:r>
        <w:t>Elle sentait qu</w:t>
      </w:r>
      <w:r w:rsidR="006F1ADB">
        <w:t>’</w:t>
      </w:r>
      <w:r>
        <w:t>il l</w:t>
      </w:r>
      <w:r w:rsidR="006F1ADB">
        <w:t>’</w:t>
      </w:r>
      <w:r>
        <w:t>observait</w:t>
      </w:r>
      <w:r w:rsidR="006F1ADB">
        <w:t xml:space="preserve">, </w:t>
      </w:r>
      <w:r>
        <w:t>mais elle ne se détournait pas</w:t>
      </w:r>
      <w:r w:rsidR="006F1ADB">
        <w:t xml:space="preserve">, </w:t>
      </w:r>
      <w:r>
        <w:t>fixant ses yeux au loin</w:t>
      </w:r>
      <w:r w:rsidR="006F1ADB">
        <w:t xml:space="preserve">, </w:t>
      </w:r>
      <w:r>
        <w:t>comme si elle redoutait de provoquer</w:t>
      </w:r>
      <w:r w:rsidR="006F1ADB">
        <w:t xml:space="preserve">, </w:t>
      </w:r>
      <w:r>
        <w:t>en regardant Jude</w:t>
      </w:r>
      <w:r w:rsidR="006F1ADB">
        <w:t xml:space="preserve">, </w:t>
      </w:r>
      <w:r>
        <w:t>quelque tro</w:t>
      </w:r>
      <w:r>
        <w:t>u</w:t>
      </w:r>
      <w:r>
        <w:t>blante discussion</w:t>
      </w:r>
      <w:r w:rsidR="006F1ADB">
        <w:t>.</w:t>
      </w:r>
    </w:p>
    <w:p w14:paraId="0776A5BD" w14:textId="77777777" w:rsidR="006F1ADB" w:rsidRDefault="006F1ADB" w:rsidP="005A3479">
      <w:r>
        <w:t>— </w:t>
      </w:r>
      <w:r w:rsidR="005A3479">
        <w:t>Sue</w:t>
      </w:r>
      <w:r>
        <w:t xml:space="preserve">, </w:t>
      </w:r>
      <w:r w:rsidR="005A3479">
        <w:t>vous êtes mariée</w:t>
      </w:r>
      <w:r>
        <w:t xml:space="preserve">, </w:t>
      </w:r>
      <w:r w:rsidR="005A3479">
        <w:t>maintenant</w:t>
      </w:r>
      <w:r>
        <w:t xml:space="preserve">, </w:t>
      </w:r>
      <w:r w:rsidR="005A3479">
        <w:t>comme moi</w:t>
      </w:r>
      <w:r>
        <w:t xml:space="preserve">… </w:t>
      </w:r>
      <w:r w:rsidR="005A3479">
        <w:t>Et nous avons été si affairés d</w:t>
      </w:r>
      <w:r>
        <w:t>’</w:t>
      </w:r>
      <w:r w:rsidR="005A3479">
        <w:t>abord</w:t>
      </w:r>
      <w:r>
        <w:t xml:space="preserve">, </w:t>
      </w:r>
      <w:r w:rsidR="005A3479">
        <w:t>que nous n</w:t>
      </w:r>
      <w:r>
        <w:t>’</w:t>
      </w:r>
      <w:r w:rsidR="005A3479">
        <w:t>avons pas encore parlé de cela</w:t>
      </w:r>
      <w:r>
        <w:t>.</w:t>
      </w:r>
    </w:p>
    <w:p w14:paraId="1EAD8D33" w14:textId="77777777" w:rsidR="006F1ADB" w:rsidRDefault="006F1ADB" w:rsidP="005A3479">
      <w:r>
        <w:t>— </w:t>
      </w:r>
      <w:r w:rsidR="005A3479">
        <w:t>Cela n</w:t>
      </w:r>
      <w:r>
        <w:t>’</w:t>
      </w:r>
      <w:r w:rsidR="005A3479">
        <w:t>est pas nécessaire</w:t>
      </w:r>
      <w:r>
        <w:t>…</w:t>
      </w:r>
    </w:p>
    <w:p w14:paraId="63B20471" w14:textId="77777777" w:rsidR="006F1ADB" w:rsidRDefault="006F1ADB" w:rsidP="005A3479">
      <w:r>
        <w:t>— </w:t>
      </w:r>
      <w:r w:rsidR="005A3479">
        <w:t>Peut-être non</w:t>
      </w:r>
      <w:r>
        <w:t xml:space="preserve">… </w:t>
      </w:r>
      <w:r w:rsidR="005A3479">
        <w:t>mais je désire</w:t>
      </w:r>
      <w:r>
        <w:t>…</w:t>
      </w:r>
    </w:p>
    <w:p w14:paraId="15B0E2B9" w14:textId="77777777" w:rsidR="006F1ADB" w:rsidRDefault="006F1ADB" w:rsidP="005A3479">
      <w:r>
        <w:t>— </w:t>
      </w:r>
      <w:r w:rsidR="005A3479">
        <w:t>Jude</w:t>
      </w:r>
      <w:r>
        <w:t xml:space="preserve">… </w:t>
      </w:r>
      <w:r w:rsidR="005A3479">
        <w:t>Ne m</w:t>
      </w:r>
      <w:r>
        <w:t>’</w:t>
      </w:r>
      <w:r w:rsidR="005A3479">
        <w:t>en parlez pas</w:t>
      </w:r>
      <w:r>
        <w:t xml:space="preserve">… </w:t>
      </w:r>
      <w:r w:rsidR="005A3479">
        <w:t>Je vous prie de ne pas m</w:t>
      </w:r>
      <w:r>
        <w:t>’</w:t>
      </w:r>
      <w:r w:rsidR="005A3479">
        <w:t>en parler</w:t>
      </w:r>
      <w:r>
        <w:t xml:space="preserve">… </w:t>
      </w:r>
      <w:r w:rsidR="005A3479">
        <w:t>Cela m</w:t>
      </w:r>
      <w:r>
        <w:t>’</w:t>
      </w:r>
      <w:r w:rsidR="005A3479">
        <w:t>attriste plutôt</w:t>
      </w:r>
      <w:r>
        <w:t xml:space="preserve">. </w:t>
      </w:r>
      <w:r w:rsidR="005A3479">
        <w:t>Où avez-vous passé la nuit de</w:t>
      </w:r>
      <w:r w:rsidR="005A3479">
        <w:t>r</w:t>
      </w:r>
      <w:r w:rsidR="005A3479">
        <w:t>nière</w:t>
      </w:r>
      <w:r>
        <w:t> ?</w:t>
      </w:r>
    </w:p>
    <w:p w14:paraId="371DC7CA" w14:textId="77777777" w:rsidR="006F1ADB" w:rsidRDefault="005A3479" w:rsidP="005A3479">
      <w:r>
        <w:t>Elle avait posé cette question innocemment</w:t>
      </w:r>
      <w:r w:rsidR="006F1ADB">
        <w:t xml:space="preserve">, </w:t>
      </w:r>
      <w:r>
        <w:t>pour changer la conversation</w:t>
      </w:r>
      <w:r w:rsidR="006F1ADB">
        <w:t xml:space="preserve">. </w:t>
      </w:r>
      <w:r>
        <w:t>Il comprit et répondit simplement</w:t>
      </w:r>
      <w:r w:rsidR="006F1ADB">
        <w:t> :</w:t>
      </w:r>
    </w:p>
    <w:p w14:paraId="18B1E065" w14:textId="77777777" w:rsidR="006F1ADB" w:rsidRDefault="006F1ADB" w:rsidP="005A3479">
      <w:r>
        <w:t>— </w:t>
      </w:r>
      <w:r w:rsidR="005A3479">
        <w:t>Dans une auberge</w:t>
      </w:r>
      <w:r>
        <w:t>.</w:t>
      </w:r>
    </w:p>
    <w:p w14:paraId="6D5E7162" w14:textId="77777777" w:rsidR="006F1ADB" w:rsidRDefault="005A3479" w:rsidP="005A3479">
      <w:r>
        <w:t>Ils causèrent avec embarras jusqu</w:t>
      </w:r>
      <w:r w:rsidR="006F1ADB">
        <w:t>’</w:t>
      </w:r>
      <w:r>
        <w:t xml:space="preserve">à </w:t>
      </w:r>
      <w:proofErr w:type="spellStart"/>
      <w:r>
        <w:t>Alfredston</w:t>
      </w:r>
      <w:proofErr w:type="spellEnd"/>
      <w:r w:rsidR="006F1ADB">
        <w:t xml:space="preserve">. </w:t>
      </w:r>
      <w:r>
        <w:t>Là</w:t>
      </w:r>
      <w:r w:rsidR="006F1ADB">
        <w:t xml:space="preserve">, </w:t>
      </w:r>
      <w:r>
        <w:t>ils d</w:t>
      </w:r>
      <w:r>
        <w:t>e</w:t>
      </w:r>
      <w:r>
        <w:t>vaient encore voyager pendant cinq milles à travers la ca</w:t>
      </w:r>
      <w:r>
        <w:t>m</w:t>
      </w:r>
      <w:r>
        <w:t>pagne-Jude n</w:t>
      </w:r>
      <w:r w:rsidR="006F1ADB">
        <w:t>’</w:t>
      </w:r>
      <w:r>
        <w:t>avait jamais fait cette route avec Sue</w:t>
      </w:r>
      <w:r w:rsidR="006F1ADB">
        <w:t xml:space="preserve">, </w:t>
      </w:r>
      <w:r>
        <w:t>quoiqu</w:t>
      </w:r>
      <w:r w:rsidR="006F1ADB">
        <w:t>’</w:t>
      </w:r>
      <w:r>
        <w:t>il l</w:t>
      </w:r>
      <w:r w:rsidR="006F1ADB">
        <w:t>’</w:t>
      </w:r>
      <w:r>
        <w:t>eût faite avec une autre</w:t>
      </w:r>
      <w:r w:rsidR="006F1ADB">
        <w:t xml:space="preserve">. </w:t>
      </w:r>
      <w:r>
        <w:t>Il était accompagné d</w:t>
      </w:r>
      <w:r w:rsidR="006F1ADB">
        <w:t>’</w:t>
      </w:r>
      <w:r>
        <w:t>une lumière brillante qui chassait pour un temps les sombres souvenirs du passé</w:t>
      </w:r>
      <w:r w:rsidR="006F1ADB">
        <w:t>.</w:t>
      </w:r>
    </w:p>
    <w:p w14:paraId="76804B53" w14:textId="77777777" w:rsidR="006F1ADB" w:rsidRDefault="005A3479" w:rsidP="005A3479">
      <w:r>
        <w:lastRenderedPageBreak/>
        <w:t>Sue parlait</w:t>
      </w:r>
      <w:r w:rsidR="006F1ADB">
        <w:t xml:space="preserve"> ; </w:t>
      </w:r>
      <w:r>
        <w:t>mais Jude remarquait qu</w:t>
      </w:r>
      <w:r w:rsidR="006F1ADB">
        <w:t>’</w:t>
      </w:r>
      <w:r>
        <w:t>elle parlait presque toujours comme à elle-même</w:t>
      </w:r>
      <w:r w:rsidR="006F1ADB">
        <w:t xml:space="preserve">. </w:t>
      </w:r>
      <w:r>
        <w:t>À la fin</w:t>
      </w:r>
      <w:r w:rsidR="006F1ADB">
        <w:t xml:space="preserve">, </w:t>
      </w:r>
      <w:r>
        <w:t xml:space="preserve">il demanda si la santé de </w:t>
      </w:r>
      <w:proofErr w:type="spellStart"/>
      <w:r>
        <w:t>Phillotson</w:t>
      </w:r>
      <w:proofErr w:type="spellEnd"/>
      <w:r>
        <w:t xml:space="preserve"> était bonne</w:t>
      </w:r>
      <w:r w:rsidR="006F1ADB">
        <w:t>.</w:t>
      </w:r>
    </w:p>
    <w:p w14:paraId="6DB68E65" w14:textId="77777777" w:rsidR="006F1ADB" w:rsidRDefault="006F1ADB" w:rsidP="005A3479">
      <w:r>
        <w:t>— </w:t>
      </w:r>
      <w:r w:rsidR="005A3479">
        <w:t>Oh</w:t>
      </w:r>
      <w:r>
        <w:t xml:space="preserve"> ! </w:t>
      </w:r>
      <w:r w:rsidR="005A3479">
        <w:t>oui</w:t>
      </w:r>
      <w:r>
        <w:t xml:space="preserve">, </w:t>
      </w:r>
      <w:r w:rsidR="005A3479">
        <w:t>dit-elle</w:t>
      </w:r>
      <w:r>
        <w:t xml:space="preserve">. </w:t>
      </w:r>
      <w:r w:rsidR="005A3479">
        <w:t>Il m</w:t>
      </w:r>
      <w:r>
        <w:t>’</w:t>
      </w:r>
      <w:r w:rsidR="005A3479">
        <w:t>aurait accompagnée</w:t>
      </w:r>
      <w:r>
        <w:t xml:space="preserve">, </w:t>
      </w:r>
      <w:r w:rsidR="005A3479">
        <w:t>mais il ne peut quitter l</w:t>
      </w:r>
      <w:r>
        <w:t>’</w:t>
      </w:r>
      <w:r w:rsidR="005A3479">
        <w:t>école</w:t>
      </w:r>
      <w:r>
        <w:t xml:space="preserve">. </w:t>
      </w:r>
      <w:r w:rsidR="005A3479">
        <w:t>Il est si bon et si bienveillant qu</w:t>
      </w:r>
      <w:r>
        <w:t>’</w:t>
      </w:r>
      <w:r w:rsidR="005A3479">
        <w:t>il l</w:t>
      </w:r>
      <w:r>
        <w:t>’</w:t>
      </w:r>
      <w:r w:rsidR="005A3479">
        <w:t>eût bien laissée un jour</w:t>
      </w:r>
      <w:r>
        <w:t xml:space="preserve">, – </w:t>
      </w:r>
      <w:r w:rsidR="005A3479">
        <w:t>même contre ses principes</w:t>
      </w:r>
      <w:r>
        <w:t xml:space="preserve">, </w:t>
      </w:r>
      <w:r w:rsidR="005A3479">
        <w:t>car il réprouve fo</w:t>
      </w:r>
      <w:r w:rsidR="005A3479">
        <w:t>r</w:t>
      </w:r>
      <w:r w:rsidR="005A3479">
        <w:t>tement ces vacances de hasard</w:t>
      </w:r>
      <w:r>
        <w:t xml:space="preserve">, – </w:t>
      </w:r>
      <w:r w:rsidR="005A3479">
        <w:t>mais je l</w:t>
      </w:r>
      <w:r>
        <w:t>’</w:t>
      </w:r>
      <w:r w:rsidR="005A3479">
        <w:t>en ai dissuadé</w:t>
      </w:r>
      <w:r>
        <w:t xml:space="preserve">. </w:t>
      </w:r>
      <w:r w:rsidR="005A3479">
        <w:t xml:space="preserve">Tante </w:t>
      </w:r>
      <w:proofErr w:type="spellStart"/>
      <w:r w:rsidR="005A3479">
        <w:t>Drusilla</w:t>
      </w:r>
      <w:proofErr w:type="spellEnd"/>
      <w:r>
        <w:t xml:space="preserve">, </w:t>
      </w:r>
      <w:r w:rsidR="005A3479">
        <w:t>je le sais</w:t>
      </w:r>
      <w:r>
        <w:t xml:space="preserve">, </w:t>
      </w:r>
      <w:r w:rsidR="005A3479">
        <w:t>est fort excentrique</w:t>
      </w:r>
      <w:r>
        <w:t xml:space="preserve">. </w:t>
      </w:r>
      <w:r w:rsidR="005A3479">
        <w:t>La visite d</w:t>
      </w:r>
      <w:r>
        <w:t>’</w:t>
      </w:r>
      <w:r w:rsidR="005A3479">
        <w:t>un étranger eût été fastidieuse pour tous deux</w:t>
      </w:r>
      <w:r>
        <w:t xml:space="preserve">. </w:t>
      </w:r>
      <w:r w:rsidR="005A3479">
        <w:t>Depuis</w:t>
      </w:r>
      <w:r>
        <w:t xml:space="preserve">, </w:t>
      </w:r>
      <w:r w:rsidR="005A3479">
        <w:t>elle a presque perdu connaissance</w:t>
      </w:r>
      <w:r>
        <w:t xml:space="preserve">, </w:t>
      </w:r>
      <w:r w:rsidR="005A3479">
        <w:t>et je me félicite de n</w:t>
      </w:r>
      <w:r>
        <w:t>’</w:t>
      </w:r>
      <w:r w:rsidR="005A3479">
        <w:t>avoir pas amené mon mari</w:t>
      </w:r>
      <w:r>
        <w:t>.</w:t>
      </w:r>
    </w:p>
    <w:p w14:paraId="7F3D13E6" w14:textId="77777777" w:rsidR="006F1ADB" w:rsidRDefault="005A3479" w:rsidP="005A3479">
      <w:r>
        <w:t>Jude avait marché d</w:t>
      </w:r>
      <w:r w:rsidR="006F1ADB">
        <w:t>’</w:t>
      </w:r>
      <w:r>
        <w:t>un air revêche</w:t>
      </w:r>
      <w:r w:rsidR="006F1ADB">
        <w:t xml:space="preserve">, </w:t>
      </w:r>
      <w:r>
        <w:t xml:space="preserve">pendant cet éloge de </w:t>
      </w:r>
      <w:proofErr w:type="spellStart"/>
      <w:r>
        <w:t>Phillotson</w:t>
      </w:r>
      <w:proofErr w:type="spellEnd"/>
      <w:r w:rsidR="006F1ADB">
        <w:t>.</w:t>
      </w:r>
    </w:p>
    <w:p w14:paraId="2ED9CF28" w14:textId="0C8976C8" w:rsidR="006F1ADB" w:rsidRDefault="006F1ADB" w:rsidP="005A3479">
      <w:r>
        <w:t>— M. </w:t>
      </w:r>
      <w:proofErr w:type="spellStart"/>
      <w:r w:rsidR="005A3479">
        <w:t>Phillotson</w:t>
      </w:r>
      <w:proofErr w:type="spellEnd"/>
      <w:r w:rsidR="005A3479">
        <w:t xml:space="preserve"> est bon pour vous comme il doit l</w:t>
      </w:r>
      <w:r>
        <w:t>’</w:t>
      </w:r>
      <w:r w:rsidR="005A3479">
        <w:t>être</w:t>
      </w:r>
      <w:r>
        <w:t xml:space="preserve"> ? </w:t>
      </w:r>
      <w:r w:rsidR="005A3479">
        <w:t>dit-il</w:t>
      </w:r>
      <w:r>
        <w:t>.</w:t>
      </w:r>
    </w:p>
    <w:p w14:paraId="44A92F62" w14:textId="77777777" w:rsidR="006F1ADB" w:rsidRDefault="006F1ADB" w:rsidP="005A3479">
      <w:r>
        <w:t>— </w:t>
      </w:r>
      <w:r w:rsidR="005A3479">
        <w:t>Naturellement</w:t>
      </w:r>
      <w:r>
        <w:t>.</w:t>
      </w:r>
    </w:p>
    <w:p w14:paraId="6AEF38E1" w14:textId="77777777" w:rsidR="006F1ADB" w:rsidRDefault="006F1ADB" w:rsidP="005A3479">
      <w:r>
        <w:t>— </w:t>
      </w:r>
      <w:r w:rsidR="005A3479">
        <w:t>Vous devez être une femme heureuse</w:t>
      </w:r>
      <w:r>
        <w:t>.</w:t>
      </w:r>
    </w:p>
    <w:p w14:paraId="3F3D1ED3" w14:textId="77777777" w:rsidR="006F1ADB" w:rsidRDefault="006F1ADB" w:rsidP="005A3479">
      <w:r>
        <w:t>— </w:t>
      </w:r>
      <w:r w:rsidR="005A3479">
        <w:t>Évidemment oui</w:t>
      </w:r>
      <w:r>
        <w:t>.</w:t>
      </w:r>
    </w:p>
    <w:p w14:paraId="39097E2D" w14:textId="77777777" w:rsidR="006F1ADB" w:rsidRDefault="005A3479" w:rsidP="005A3479">
      <w:r>
        <w:t>Jude connaissait chaque vibration de la voix de Sue</w:t>
      </w:r>
      <w:r w:rsidR="006F1ADB">
        <w:t xml:space="preserve"> : </w:t>
      </w:r>
      <w:r>
        <w:t>il fut convaincu qu</w:t>
      </w:r>
      <w:r w:rsidR="006F1ADB">
        <w:t>’</w:t>
      </w:r>
      <w:r>
        <w:t>elle n</w:t>
      </w:r>
      <w:r w:rsidR="006F1ADB">
        <w:t>’</w:t>
      </w:r>
      <w:r>
        <w:t>était pas heureuse</w:t>
      </w:r>
      <w:r w:rsidR="006F1ADB">
        <w:t xml:space="preserve">, </w:t>
      </w:r>
      <w:r>
        <w:t>bien qu</w:t>
      </w:r>
      <w:r w:rsidR="006F1ADB">
        <w:t>’</w:t>
      </w:r>
      <w:r>
        <w:t>elle fût mariée depuis un mois au plus</w:t>
      </w:r>
      <w:r w:rsidR="006F1ADB">
        <w:t>.</w:t>
      </w:r>
    </w:p>
    <w:p w14:paraId="23568A7A" w14:textId="77777777" w:rsidR="006F1ADB" w:rsidRDefault="006F1ADB" w:rsidP="005A3479">
      <w:r>
        <w:t>— </w:t>
      </w:r>
      <w:r w:rsidR="005A3479">
        <w:t>Eh bien</w:t>
      </w:r>
      <w:r>
        <w:t xml:space="preserve">, </w:t>
      </w:r>
      <w:r w:rsidR="005A3479">
        <w:t>vous avez tous mes vœux</w:t>
      </w:r>
      <w:r>
        <w:t xml:space="preserve">, </w:t>
      </w:r>
      <w:r w:rsidR="005A3479">
        <w:t>maintenant et to</w:t>
      </w:r>
      <w:r w:rsidR="005A3479">
        <w:t>u</w:t>
      </w:r>
      <w:r w:rsidR="005A3479">
        <w:t>jours</w:t>
      </w:r>
      <w:r>
        <w:t xml:space="preserve">, </w:t>
      </w:r>
      <w:r w:rsidR="005A3479">
        <w:t xml:space="preserve">madame </w:t>
      </w:r>
      <w:proofErr w:type="spellStart"/>
      <w:r w:rsidR="005A3479">
        <w:t>Phillotson</w:t>
      </w:r>
      <w:proofErr w:type="spellEnd"/>
      <w:r>
        <w:t>.</w:t>
      </w:r>
    </w:p>
    <w:p w14:paraId="2B8DBE3A" w14:textId="77777777" w:rsidR="006F1ADB" w:rsidRDefault="005A3479" w:rsidP="005A3479">
      <w:r>
        <w:t>Elle eut un regard de reproche</w:t>
      </w:r>
      <w:r w:rsidR="006F1ADB">
        <w:t>.</w:t>
      </w:r>
    </w:p>
    <w:p w14:paraId="3A20F995" w14:textId="55433A4D" w:rsidR="006F1ADB" w:rsidRDefault="006F1ADB" w:rsidP="005A3479">
      <w:r>
        <w:t>— </w:t>
      </w:r>
      <w:r w:rsidR="005A3479">
        <w:t>Non</w:t>
      </w:r>
      <w:r>
        <w:t xml:space="preserve">, </w:t>
      </w:r>
      <w:r w:rsidR="005A3479">
        <w:t>vous n</w:t>
      </w:r>
      <w:r>
        <w:t>’</w:t>
      </w:r>
      <w:r w:rsidR="005A3479">
        <w:t xml:space="preserve">êtes pas </w:t>
      </w:r>
      <w:r>
        <w:t>M</w:t>
      </w:r>
      <w:r w:rsidRPr="006F1ADB">
        <w:rPr>
          <w:vertAlign w:val="superscript"/>
        </w:rPr>
        <w:t>rs</w:t>
      </w:r>
      <w:r>
        <w:t> </w:t>
      </w:r>
      <w:proofErr w:type="spellStart"/>
      <w:r w:rsidR="005A3479">
        <w:t>Phillotson</w:t>
      </w:r>
      <w:proofErr w:type="spellEnd"/>
      <w:r>
        <w:t xml:space="preserve">, </w:t>
      </w:r>
      <w:r w:rsidR="005A3479">
        <w:t>murmura Jude</w:t>
      </w:r>
      <w:r>
        <w:t xml:space="preserve">, </w:t>
      </w:r>
      <w:r w:rsidR="005A3479">
        <w:t xml:space="preserve">vous êtes ma chère et libre Sue </w:t>
      </w:r>
      <w:proofErr w:type="spellStart"/>
      <w:r w:rsidR="005A3479">
        <w:t>Bridehead</w:t>
      </w:r>
      <w:proofErr w:type="spellEnd"/>
      <w:r>
        <w:t xml:space="preserve"> ; </w:t>
      </w:r>
      <w:r w:rsidR="005A3479">
        <w:t>seulement vous l</w:t>
      </w:r>
      <w:r>
        <w:t>’</w:t>
      </w:r>
      <w:r w:rsidR="005A3479">
        <w:t>ignorez</w:t>
      </w:r>
      <w:r>
        <w:t xml:space="preserve">. </w:t>
      </w:r>
      <w:r w:rsidR="005A3479">
        <w:t xml:space="preserve">Le mariage ne vous a pas encore annihilée et </w:t>
      </w:r>
      <w:r w:rsidR="005A3479">
        <w:lastRenderedPageBreak/>
        <w:t>digérée dans son vaste estomac comme un atome qui a perdu son ind</w:t>
      </w:r>
      <w:r w:rsidR="005A3479">
        <w:t>i</w:t>
      </w:r>
      <w:r w:rsidR="005A3479">
        <w:t>vidualité</w:t>
      </w:r>
      <w:r>
        <w:t>.</w:t>
      </w:r>
    </w:p>
    <w:p w14:paraId="6FFE712E" w14:textId="77777777" w:rsidR="006F1ADB" w:rsidRDefault="005A3479" w:rsidP="005A3479">
      <w:r>
        <w:t>Sue parut offensée</w:t>
      </w:r>
      <w:r w:rsidR="006F1ADB">
        <w:t xml:space="preserve">, </w:t>
      </w:r>
      <w:r>
        <w:t>puis elle répondit</w:t>
      </w:r>
      <w:r w:rsidR="006F1ADB">
        <w:t> :</w:t>
      </w:r>
    </w:p>
    <w:p w14:paraId="7B16BF87" w14:textId="77777777" w:rsidR="006F1ADB" w:rsidRDefault="006F1ADB" w:rsidP="005A3479">
      <w:r>
        <w:t>— </w:t>
      </w:r>
      <w:r w:rsidR="005A3479">
        <w:t>Le mariage ne vous a pas dévoré non plus</w:t>
      </w:r>
      <w:r>
        <w:t xml:space="preserve">, </w:t>
      </w:r>
      <w:r w:rsidR="005A3479">
        <w:t>autant que je puis le voir</w:t>
      </w:r>
      <w:r>
        <w:t>.</w:t>
      </w:r>
    </w:p>
    <w:p w14:paraId="575EF653" w14:textId="77777777" w:rsidR="006F1ADB" w:rsidRDefault="006F1ADB" w:rsidP="005A3479">
      <w:r>
        <w:t>— </w:t>
      </w:r>
      <w:r w:rsidR="005A3479">
        <w:t>Mais si</w:t>
      </w:r>
      <w:r>
        <w:t xml:space="preserve"> ! </w:t>
      </w:r>
      <w:r w:rsidR="005A3479">
        <w:t>dit-il</w:t>
      </w:r>
      <w:r>
        <w:t xml:space="preserve">, </w:t>
      </w:r>
      <w:r w:rsidR="005A3479">
        <w:t>hochant la tête tristement</w:t>
      </w:r>
      <w:r>
        <w:t>.</w:t>
      </w:r>
    </w:p>
    <w:p w14:paraId="727CB76B" w14:textId="77777777" w:rsidR="006F1ADB" w:rsidRDefault="005A3479" w:rsidP="005A3479">
      <w:r>
        <w:t>Quand ils atteignirent le cottage solitaire sous les sapins</w:t>
      </w:r>
      <w:r w:rsidR="006F1ADB">
        <w:t xml:space="preserve">, </w:t>
      </w:r>
      <w:r>
        <w:t xml:space="preserve">entre </w:t>
      </w:r>
      <w:proofErr w:type="spellStart"/>
      <w:r>
        <w:t>Marygreen</w:t>
      </w:r>
      <w:proofErr w:type="spellEnd"/>
      <w:r>
        <w:t xml:space="preserve"> et la Maison-Noire</w:t>
      </w:r>
      <w:r w:rsidR="006F1ADB">
        <w:t xml:space="preserve">, </w:t>
      </w:r>
      <w:r>
        <w:t>où Jude et sa femme avaient habité et s</w:t>
      </w:r>
      <w:r w:rsidR="006F1ADB">
        <w:t>’</w:t>
      </w:r>
      <w:r>
        <w:t>étaient querellés</w:t>
      </w:r>
      <w:r w:rsidR="006F1ADB">
        <w:t xml:space="preserve">, </w:t>
      </w:r>
      <w:r>
        <w:t>il se tourna pour regarder</w:t>
      </w:r>
      <w:r w:rsidR="006F1ADB">
        <w:t xml:space="preserve">. </w:t>
      </w:r>
      <w:r>
        <w:t>Une famille crasseuse occupait à présent la maison</w:t>
      </w:r>
      <w:r w:rsidR="006F1ADB">
        <w:t xml:space="preserve">. </w:t>
      </w:r>
      <w:r>
        <w:t>Il ne put s</w:t>
      </w:r>
      <w:r w:rsidR="006F1ADB">
        <w:t>’</w:t>
      </w:r>
      <w:r>
        <w:t>empêcher de dire à Sue</w:t>
      </w:r>
      <w:r w:rsidR="006F1ADB">
        <w:t> :</w:t>
      </w:r>
    </w:p>
    <w:p w14:paraId="42327315" w14:textId="77777777" w:rsidR="006F1ADB" w:rsidRDefault="006F1ADB" w:rsidP="005A3479">
      <w:r>
        <w:t>— </w:t>
      </w:r>
      <w:r w:rsidR="005A3479">
        <w:t>C</w:t>
      </w:r>
      <w:r>
        <w:t>’</w:t>
      </w:r>
      <w:r w:rsidR="005A3479">
        <w:t>est là que je demeurais avec ma femme</w:t>
      </w:r>
      <w:r>
        <w:t xml:space="preserve">. </w:t>
      </w:r>
      <w:r w:rsidR="005A3479">
        <w:t>C</w:t>
      </w:r>
      <w:r>
        <w:t>’</w:t>
      </w:r>
      <w:r w:rsidR="005A3479">
        <w:t>est là que je la conduisis en l</w:t>
      </w:r>
      <w:r>
        <w:t>’</w:t>
      </w:r>
      <w:r w:rsidR="005A3479">
        <w:t>épousant</w:t>
      </w:r>
      <w:r>
        <w:t>.</w:t>
      </w:r>
    </w:p>
    <w:p w14:paraId="561D91D3" w14:textId="77777777" w:rsidR="006F1ADB" w:rsidRDefault="005A3479" w:rsidP="005A3479">
      <w:r>
        <w:t>Elle regarda le cottage</w:t>
      </w:r>
      <w:r w:rsidR="006F1ADB">
        <w:t>.</w:t>
      </w:r>
    </w:p>
    <w:p w14:paraId="3532BABF" w14:textId="77777777" w:rsidR="006F1ADB" w:rsidRDefault="006F1ADB" w:rsidP="005A3479">
      <w:r>
        <w:t>— </w:t>
      </w:r>
      <w:r w:rsidR="005A3479">
        <w:t>Cette maison était pour vous ce qu</w:t>
      </w:r>
      <w:r>
        <w:t>’</w:t>
      </w:r>
      <w:r w:rsidR="005A3479">
        <w:t>est pour moi l</w:t>
      </w:r>
      <w:r>
        <w:t>’</w:t>
      </w:r>
      <w:r w:rsidR="005A3479">
        <w:t xml:space="preserve">école de </w:t>
      </w:r>
      <w:proofErr w:type="spellStart"/>
      <w:r w:rsidR="005A3479">
        <w:t>Shaston</w:t>
      </w:r>
      <w:proofErr w:type="spellEnd"/>
      <w:r>
        <w:t>.</w:t>
      </w:r>
    </w:p>
    <w:p w14:paraId="1EDDE645" w14:textId="77777777" w:rsidR="006F1ADB" w:rsidRDefault="006F1ADB" w:rsidP="005A3479">
      <w:r>
        <w:t>— </w:t>
      </w:r>
      <w:r w:rsidR="005A3479">
        <w:t>Oui</w:t>
      </w:r>
      <w:r>
        <w:t xml:space="preserve">, </w:t>
      </w:r>
      <w:r w:rsidR="005A3479">
        <w:t>mais j</w:t>
      </w:r>
      <w:r>
        <w:t>’</w:t>
      </w:r>
      <w:r w:rsidR="005A3479">
        <w:t>étais malheureux ici</w:t>
      </w:r>
      <w:r>
        <w:t xml:space="preserve">, </w:t>
      </w:r>
      <w:r w:rsidR="005A3479">
        <w:t>tandis que vous êtes heureuse chez vous</w:t>
      </w:r>
      <w:r>
        <w:t>.</w:t>
      </w:r>
    </w:p>
    <w:p w14:paraId="0B53AC83" w14:textId="77777777" w:rsidR="006F1ADB" w:rsidRDefault="005A3479" w:rsidP="005A3479">
      <w:r>
        <w:t>Elle répondit par le silence</w:t>
      </w:r>
      <w:r w:rsidR="006F1ADB">
        <w:t xml:space="preserve">, </w:t>
      </w:r>
      <w:r>
        <w:t>et ils marchèrent quelques pas</w:t>
      </w:r>
      <w:r w:rsidR="006F1ADB">
        <w:t xml:space="preserve">, </w:t>
      </w:r>
      <w:r>
        <w:t>jusqu</w:t>
      </w:r>
      <w:r w:rsidR="006F1ADB">
        <w:t>’</w:t>
      </w:r>
      <w:r>
        <w:t>à ce qu</w:t>
      </w:r>
      <w:r w:rsidR="006F1ADB">
        <w:t>’</w:t>
      </w:r>
      <w:r>
        <w:t>elle jetât un regard vers Jude</w:t>
      </w:r>
      <w:r w:rsidR="006F1ADB">
        <w:t xml:space="preserve">, </w:t>
      </w:r>
      <w:r>
        <w:t>pour voir comment il prenait la chose</w:t>
      </w:r>
      <w:r w:rsidR="006F1ADB">
        <w:t>.</w:t>
      </w:r>
    </w:p>
    <w:p w14:paraId="3F991C2D" w14:textId="77777777" w:rsidR="006F1ADB" w:rsidRDefault="006F1ADB" w:rsidP="005A3479">
      <w:r>
        <w:t>— </w:t>
      </w:r>
      <w:r w:rsidR="005A3479">
        <w:t>À moins que je ne me sois exagéré votre bonheur</w:t>
      </w:r>
      <w:r>
        <w:t xml:space="preserve">. </w:t>
      </w:r>
      <w:r w:rsidR="005A3479">
        <w:t>On ne sait jamais</w:t>
      </w:r>
      <w:r>
        <w:t xml:space="preserve">, </w:t>
      </w:r>
      <w:r w:rsidR="005A3479">
        <w:t>dit-il doucement</w:t>
      </w:r>
      <w:r>
        <w:t>.</w:t>
      </w:r>
    </w:p>
    <w:p w14:paraId="38D89DC3" w14:textId="77777777" w:rsidR="006F1ADB" w:rsidRDefault="006F1ADB" w:rsidP="005A3479">
      <w:r>
        <w:t>— </w:t>
      </w:r>
      <w:r w:rsidR="005A3479">
        <w:t>Ne pensez pas cela</w:t>
      </w:r>
      <w:r>
        <w:t xml:space="preserve">, </w:t>
      </w:r>
      <w:r w:rsidR="005A3479">
        <w:t>Jude</w:t>
      </w:r>
      <w:r>
        <w:t xml:space="preserve">, </w:t>
      </w:r>
      <w:r w:rsidR="005A3479">
        <w:t>même un instant</w:t>
      </w:r>
      <w:r>
        <w:t xml:space="preserve">, </w:t>
      </w:r>
      <w:r w:rsidR="005A3479">
        <w:t>même par taquinerie</w:t>
      </w:r>
      <w:r>
        <w:t xml:space="preserve">. </w:t>
      </w:r>
      <w:r w:rsidR="005A3479">
        <w:t>Il est aussi bon pour moi qu</w:t>
      </w:r>
      <w:r>
        <w:t>’</w:t>
      </w:r>
      <w:r w:rsidR="005A3479">
        <w:t>un homme peut l</w:t>
      </w:r>
      <w:r>
        <w:t>’</w:t>
      </w:r>
      <w:r w:rsidR="005A3479">
        <w:t>être</w:t>
      </w:r>
      <w:r>
        <w:t xml:space="preserve">. </w:t>
      </w:r>
      <w:r w:rsidR="005A3479">
        <w:t>Il me laisse une parfaite liberté</w:t>
      </w:r>
      <w:r>
        <w:t xml:space="preserve">, </w:t>
      </w:r>
      <w:r w:rsidR="005A3479">
        <w:t>ce que ne font pas</w:t>
      </w:r>
      <w:r>
        <w:t xml:space="preserve">, </w:t>
      </w:r>
      <w:r w:rsidR="005A3479">
        <w:t>généralement</w:t>
      </w:r>
      <w:r>
        <w:t xml:space="preserve">, </w:t>
      </w:r>
      <w:r w:rsidR="005A3479">
        <w:t>les maris d</w:t>
      </w:r>
      <w:r>
        <w:t>’</w:t>
      </w:r>
      <w:r w:rsidR="005A3479">
        <w:t>un certain âge</w:t>
      </w:r>
      <w:r>
        <w:t xml:space="preserve">… </w:t>
      </w:r>
      <w:r w:rsidR="005A3479">
        <w:t xml:space="preserve">Si vous croyez que je ne </w:t>
      </w:r>
      <w:r w:rsidR="005A3479">
        <w:lastRenderedPageBreak/>
        <w:t>suis pas heureuse parce qu</w:t>
      </w:r>
      <w:r>
        <w:t>’</w:t>
      </w:r>
      <w:r w:rsidR="005A3479">
        <w:t>il est trop vieux pour moi</w:t>
      </w:r>
      <w:r>
        <w:t xml:space="preserve">, </w:t>
      </w:r>
      <w:r w:rsidR="005A3479">
        <w:t>vous avez tort</w:t>
      </w:r>
      <w:r>
        <w:t>.</w:t>
      </w:r>
    </w:p>
    <w:p w14:paraId="68BBB805" w14:textId="77777777" w:rsidR="006F1ADB" w:rsidRDefault="006F1ADB" w:rsidP="005A3479">
      <w:r>
        <w:t>— </w:t>
      </w:r>
      <w:r w:rsidR="005A3479">
        <w:t>Je ne pense rien contre lui</w:t>
      </w:r>
      <w:r>
        <w:t xml:space="preserve">, </w:t>
      </w:r>
      <w:r w:rsidR="005A3479">
        <w:t>à cause de vous</w:t>
      </w:r>
      <w:r>
        <w:t xml:space="preserve">, </w:t>
      </w:r>
      <w:r w:rsidR="005A3479">
        <w:t>chérie</w:t>
      </w:r>
      <w:r>
        <w:t>.</w:t>
      </w:r>
    </w:p>
    <w:p w14:paraId="107AAF83" w14:textId="77777777" w:rsidR="006F1ADB" w:rsidRDefault="006F1ADB" w:rsidP="005A3479">
      <w:r>
        <w:t>— </w:t>
      </w:r>
      <w:r w:rsidR="005A3479">
        <w:t>Et vous ne direz pas de ces choses qui m</w:t>
      </w:r>
      <w:r>
        <w:t>’</w:t>
      </w:r>
      <w:r w:rsidR="005A3479">
        <w:t>affligent</w:t>
      </w:r>
      <w:r>
        <w:t xml:space="preserve">, </w:t>
      </w:r>
      <w:r w:rsidR="005A3479">
        <w:t>n</w:t>
      </w:r>
      <w:r>
        <w:t>’</w:t>
      </w:r>
      <w:r w:rsidR="005A3479">
        <w:t>est-ce pas</w:t>
      </w:r>
      <w:r>
        <w:t> ?</w:t>
      </w:r>
    </w:p>
    <w:p w14:paraId="5A3A0015" w14:textId="77777777" w:rsidR="006F1ADB" w:rsidRDefault="006F1ADB" w:rsidP="005A3479">
      <w:r>
        <w:t>— </w:t>
      </w:r>
      <w:r w:rsidR="005A3479">
        <w:t>Non</w:t>
      </w:r>
      <w:r>
        <w:t>.</w:t>
      </w:r>
    </w:p>
    <w:p w14:paraId="7CE48723" w14:textId="77777777" w:rsidR="006F1ADB" w:rsidRDefault="005A3479" w:rsidP="005A3479">
      <w:r>
        <w:t>Il ne parla plus</w:t>
      </w:r>
      <w:r w:rsidR="006F1ADB">
        <w:t xml:space="preserve">, </w:t>
      </w:r>
      <w:r>
        <w:t>mais il savait que pour une raison ou une autre</w:t>
      </w:r>
      <w:r w:rsidR="006F1ADB">
        <w:t xml:space="preserve">, </w:t>
      </w:r>
      <w:r>
        <w:t>Sue sentait qu</w:t>
      </w:r>
      <w:r w:rsidR="006F1ADB">
        <w:t>’</w:t>
      </w:r>
      <w:r>
        <w:t>elle avait mal fait d</w:t>
      </w:r>
      <w:r w:rsidR="006F1ADB">
        <w:t>’</w:t>
      </w:r>
      <w:r>
        <w:t xml:space="preserve">épouser </w:t>
      </w:r>
      <w:proofErr w:type="spellStart"/>
      <w:r>
        <w:t>Phillotson</w:t>
      </w:r>
      <w:proofErr w:type="spellEnd"/>
      <w:r w:rsidR="006F1ADB">
        <w:t>.</w:t>
      </w:r>
    </w:p>
    <w:p w14:paraId="25209980" w14:textId="0F8FEB9E" w:rsidR="006F1ADB" w:rsidRDefault="005A3479" w:rsidP="005A3479">
      <w:r>
        <w:t>Ils descendirent dans la vaste concavité de la plaine où s</w:t>
      </w:r>
      <w:r w:rsidR="006F1ADB">
        <w:t>’</w:t>
      </w:r>
      <w:r>
        <w:t>étendait le village</w:t>
      </w:r>
      <w:r w:rsidR="006F1ADB">
        <w:t xml:space="preserve">, </w:t>
      </w:r>
      <w:r>
        <w:t>dans le champ même où Jude</w:t>
      </w:r>
      <w:r w:rsidR="006F1ADB">
        <w:t xml:space="preserve">, </w:t>
      </w:r>
      <w:r>
        <w:t>plusieurs années auparavant</w:t>
      </w:r>
      <w:r w:rsidR="006F1ADB">
        <w:t xml:space="preserve">, </w:t>
      </w:r>
      <w:r>
        <w:t>avait reçu la correction du fermier</w:t>
      </w:r>
      <w:r w:rsidR="006F1ADB">
        <w:t xml:space="preserve">. </w:t>
      </w:r>
      <w:r>
        <w:t>En mo</w:t>
      </w:r>
      <w:r>
        <w:t>n</w:t>
      </w:r>
      <w:r>
        <w:t>tant au village</w:t>
      </w:r>
      <w:r w:rsidR="006F1ADB">
        <w:t xml:space="preserve">, </w:t>
      </w:r>
      <w:r>
        <w:t>près de la maison</w:t>
      </w:r>
      <w:r w:rsidR="006F1ADB">
        <w:t xml:space="preserve">, </w:t>
      </w:r>
      <w:r>
        <w:t xml:space="preserve">ils aperçurent </w:t>
      </w:r>
      <w:r w:rsidR="006F1ADB">
        <w:t>M</w:t>
      </w:r>
      <w:r w:rsidR="006F1ADB" w:rsidRPr="006F1ADB">
        <w:rPr>
          <w:vertAlign w:val="superscript"/>
        </w:rPr>
        <w:t>rs</w:t>
      </w:r>
      <w:r w:rsidR="006F1ADB">
        <w:t> </w:t>
      </w:r>
      <w:proofErr w:type="spellStart"/>
      <w:r>
        <w:t>Edlin</w:t>
      </w:r>
      <w:proofErr w:type="spellEnd"/>
      <w:r>
        <w:t xml:space="preserve"> d</w:t>
      </w:r>
      <w:r>
        <w:t>e</w:t>
      </w:r>
      <w:r>
        <w:t>bout à la porte</w:t>
      </w:r>
      <w:r w:rsidR="006F1ADB">
        <w:t xml:space="preserve"> ; </w:t>
      </w:r>
      <w:r>
        <w:t>elle leva les mains au ciel à leur vue</w:t>
      </w:r>
      <w:r w:rsidR="006F1ADB">
        <w:t>.</w:t>
      </w:r>
    </w:p>
    <w:p w14:paraId="134F1D3E" w14:textId="77777777" w:rsidR="006F1ADB" w:rsidRDefault="006F1ADB" w:rsidP="005A3479">
      <w:r>
        <w:t>— </w:t>
      </w:r>
      <w:r w:rsidR="005A3479">
        <w:t>Elle est descendue</w:t>
      </w:r>
      <w:r>
        <w:t xml:space="preserve">, </w:t>
      </w:r>
      <w:r w:rsidR="005A3479">
        <w:t>croyez-vous</w:t>
      </w:r>
      <w:r>
        <w:t xml:space="preserve"> ! </w:t>
      </w:r>
      <w:r w:rsidR="005A3479">
        <w:t>Elle est sortie du lit et ne veut pas y rentrer</w:t>
      </w:r>
      <w:r>
        <w:t xml:space="preserve">. </w:t>
      </w:r>
      <w:r w:rsidR="005A3479">
        <w:t>Je ne sais pas ce que je vais faire</w:t>
      </w:r>
      <w:r>
        <w:t>.</w:t>
      </w:r>
    </w:p>
    <w:p w14:paraId="68ACAF09" w14:textId="77777777" w:rsidR="006F1ADB" w:rsidRDefault="005A3479" w:rsidP="005A3479">
      <w:r>
        <w:t>Ils virent en effet la vieille femme</w:t>
      </w:r>
      <w:r w:rsidR="006F1ADB">
        <w:t xml:space="preserve">, </w:t>
      </w:r>
      <w:r>
        <w:t>assise près du feu</w:t>
      </w:r>
      <w:r w:rsidR="006F1ADB">
        <w:t xml:space="preserve">, </w:t>
      </w:r>
      <w:r>
        <w:t>env</w:t>
      </w:r>
      <w:r>
        <w:t>e</w:t>
      </w:r>
      <w:r>
        <w:t xml:space="preserve">loppée de couvertures et pareille au Lazare de </w:t>
      </w:r>
      <w:proofErr w:type="spellStart"/>
      <w:r>
        <w:t>Sébastiano</w:t>
      </w:r>
      <w:proofErr w:type="spellEnd"/>
      <w:r w:rsidR="006F1ADB">
        <w:t xml:space="preserve">. </w:t>
      </w:r>
      <w:r>
        <w:t>Elle dut remarquer leur étonnement</w:t>
      </w:r>
      <w:r w:rsidR="006F1ADB">
        <w:t xml:space="preserve">, </w:t>
      </w:r>
      <w:r>
        <w:t>car elle dit d</w:t>
      </w:r>
      <w:r w:rsidR="006F1ADB">
        <w:t>’</w:t>
      </w:r>
      <w:r>
        <w:t>une voix creuse</w:t>
      </w:r>
      <w:r w:rsidR="006F1ADB">
        <w:t> :</w:t>
      </w:r>
    </w:p>
    <w:p w14:paraId="49F861CF" w14:textId="77777777" w:rsidR="006F1ADB" w:rsidRDefault="006F1ADB" w:rsidP="005A3479">
      <w:r>
        <w:t>— </w:t>
      </w:r>
      <w:r w:rsidR="005A3479">
        <w:t>Ah</w:t>
      </w:r>
      <w:r>
        <w:t xml:space="preserve"> ! </w:t>
      </w:r>
      <w:r w:rsidR="005A3479">
        <w:t>je ne tiens pas à durer plus longtemps</w:t>
      </w:r>
      <w:r>
        <w:t xml:space="preserve"> ! </w:t>
      </w:r>
      <w:r w:rsidR="005A3479">
        <w:t>C</w:t>
      </w:r>
      <w:r>
        <w:t>’</w:t>
      </w:r>
      <w:r w:rsidR="005A3479">
        <w:t>est plus que la chair et le sang n</w:t>
      </w:r>
      <w:r>
        <w:t>’</w:t>
      </w:r>
      <w:r w:rsidR="005A3479">
        <w:t>en peuvent supporter</w:t>
      </w:r>
      <w:r>
        <w:t xml:space="preserve">, </w:t>
      </w:r>
      <w:r w:rsidR="005A3479">
        <w:t>que d</w:t>
      </w:r>
      <w:r>
        <w:t>’</w:t>
      </w:r>
      <w:r w:rsidR="005A3479">
        <w:t>obéir à une créature impitoyable qui n</w:t>
      </w:r>
      <w:r>
        <w:t>’</w:t>
      </w:r>
      <w:r w:rsidR="005A3479">
        <w:t>en sait pas la moitié autant que vous</w:t>
      </w:r>
      <w:r>
        <w:t xml:space="preserve">… </w:t>
      </w:r>
      <w:r w:rsidR="005A3479">
        <w:t>Ah</w:t>
      </w:r>
      <w:r>
        <w:t xml:space="preserve"> ! </w:t>
      </w:r>
      <w:r w:rsidR="005A3479">
        <w:t>tu seras dégoûtée du mariage tout comme lui</w:t>
      </w:r>
      <w:r>
        <w:t xml:space="preserve">, </w:t>
      </w:r>
      <w:r w:rsidR="005A3479">
        <w:t>ajo</w:t>
      </w:r>
      <w:r w:rsidR="005A3479">
        <w:t>u</w:t>
      </w:r>
      <w:r w:rsidR="005A3479">
        <w:t>ta-t-elle en se tournant vers Sue</w:t>
      </w:r>
      <w:r>
        <w:t xml:space="preserve">. </w:t>
      </w:r>
      <w:r w:rsidR="005A3479">
        <w:t>Tu aurais dû m</w:t>
      </w:r>
      <w:r>
        <w:t>’</w:t>
      </w:r>
      <w:r w:rsidR="005A3479">
        <w:t>écouter</w:t>
      </w:r>
      <w:r>
        <w:t xml:space="preserve">, </w:t>
      </w:r>
      <w:r w:rsidR="005A3479">
        <w:t>toi</w:t>
      </w:r>
      <w:r>
        <w:t xml:space="preserve">, </w:t>
      </w:r>
      <w:r w:rsidR="005A3479">
        <w:t>n</w:t>
      </w:r>
      <w:r w:rsidR="005A3479">
        <w:t>i</w:t>
      </w:r>
      <w:r w:rsidR="005A3479">
        <w:t>gaude</w:t>
      </w:r>
      <w:r>
        <w:t xml:space="preserve"> !… </w:t>
      </w:r>
      <w:r w:rsidR="005A3479">
        <w:t xml:space="preserve">Et choisir entre tous les hommes </w:t>
      </w:r>
      <w:proofErr w:type="spellStart"/>
      <w:r w:rsidR="005A3479">
        <w:t>Phillotson</w:t>
      </w:r>
      <w:proofErr w:type="spellEnd"/>
      <w:r>
        <w:t xml:space="preserve">, </w:t>
      </w:r>
      <w:r w:rsidR="005A3479">
        <w:t>le maître d</w:t>
      </w:r>
      <w:r>
        <w:t>’</w:t>
      </w:r>
      <w:r w:rsidR="005A3479">
        <w:t>école</w:t>
      </w:r>
      <w:r>
        <w:t xml:space="preserve"> ! </w:t>
      </w:r>
      <w:r w:rsidR="005A3479">
        <w:t>Pourquoi l</w:t>
      </w:r>
      <w:r>
        <w:t>’</w:t>
      </w:r>
      <w:r w:rsidR="005A3479">
        <w:t>as-tu épousé</w:t>
      </w:r>
      <w:r>
        <w:t> ?</w:t>
      </w:r>
    </w:p>
    <w:p w14:paraId="4DD0D34A" w14:textId="77777777" w:rsidR="006F1ADB" w:rsidRDefault="006F1ADB" w:rsidP="005A3479">
      <w:r>
        <w:t>— </w:t>
      </w:r>
      <w:r w:rsidR="005A3479">
        <w:t>Pourquoi les femmes se marient-elles</w:t>
      </w:r>
      <w:r>
        <w:t xml:space="preserve">, </w:t>
      </w:r>
      <w:r w:rsidR="005A3479">
        <w:t>ma tante</w:t>
      </w:r>
      <w:r>
        <w:t> ?</w:t>
      </w:r>
    </w:p>
    <w:p w14:paraId="33A75554" w14:textId="77777777" w:rsidR="006F1ADB" w:rsidRDefault="006F1ADB" w:rsidP="005A3479">
      <w:r>
        <w:lastRenderedPageBreak/>
        <w:t>— </w:t>
      </w:r>
      <w:r w:rsidR="005A3479">
        <w:t>Ah</w:t>
      </w:r>
      <w:r>
        <w:t xml:space="preserve"> ! </w:t>
      </w:r>
      <w:r w:rsidR="005A3479">
        <w:t>vous voulez dire que vous étiez amoureuse de lui</w:t>
      </w:r>
      <w:r>
        <w:t> ?</w:t>
      </w:r>
    </w:p>
    <w:p w14:paraId="38B9D42B" w14:textId="77777777" w:rsidR="006F1ADB" w:rsidRDefault="006F1ADB" w:rsidP="005A3479">
      <w:r>
        <w:t>— </w:t>
      </w:r>
      <w:r w:rsidR="005A3479">
        <w:t>Je n</w:t>
      </w:r>
      <w:r>
        <w:t>’</w:t>
      </w:r>
      <w:r w:rsidR="005A3479">
        <w:t>ai rien voulu dire de particulier</w:t>
      </w:r>
      <w:r>
        <w:t>.</w:t>
      </w:r>
    </w:p>
    <w:p w14:paraId="3501BB4D" w14:textId="77777777" w:rsidR="006F1ADB" w:rsidRDefault="006F1ADB" w:rsidP="005A3479">
      <w:r>
        <w:t>— </w:t>
      </w:r>
      <w:r w:rsidR="005A3479">
        <w:t>L</w:t>
      </w:r>
      <w:r>
        <w:t>’</w:t>
      </w:r>
      <w:r w:rsidR="005A3479">
        <w:t>aimez-vous</w:t>
      </w:r>
      <w:r>
        <w:t> ?</w:t>
      </w:r>
    </w:p>
    <w:p w14:paraId="78E32CBC" w14:textId="77777777" w:rsidR="006F1ADB" w:rsidRDefault="006F1ADB" w:rsidP="005A3479">
      <w:r>
        <w:t>— </w:t>
      </w:r>
      <w:r w:rsidR="005A3479">
        <w:t>Ne m</w:t>
      </w:r>
      <w:r>
        <w:t>’</w:t>
      </w:r>
      <w:r w:rsidR="005A3479">
        <w:t>interrogez pas</w:t>
      </w:r>
      <w:r>
        <w:t xml:space="preserve">, </w:t>
      </w:r>
      <w:r w:rsidR="005A3479">
        <w:t>tante</w:t>
      </w:r>
      <w:r>
        <w:t>.</w:t>
      </w:r>
    </w:p>
    <w:p w14:paraId="0C457EF0" w14:textId="77777777" w:rsidR="006F1ADB" w:rsidRDefault="006F1ADB" w:rsidP="005A3479">
      <w:r>
        <w:t>— </w:t>
      </w:r>
      <w:r w:rsidR="005A3479">
        <w:t>Je revois l</w:t>
      </w:r>
      <w:r>
        <w:t>’</w:t>
      </w:r>
      <w:r w:rsidR="005A3479">
        <w:t>homme</w:t>
      </w:r>
      <w:r>
        <w:t xml:space="preserve">, </w:t>
      </w:r>
      <w:r w:rsidR="005A3479">
        <w:t>très bien</w:t>
      </w:r>
      <w:r>
        <w:t xml:space="preserve">. </w:t>
      </w:r>
      <w:r w:rsidR="005A3479">
        <w:t>Un homme civil</w:t>
      </w:r>
      <w:r>
        <w:t xml:space="preserve">, </w:t>
      </w:r>
      <w:r w:rsidR="005A3479">
        <w:t>honorable</w:t>
      </w:r>
      <w:r>
        <w:t xml:space="preserve">, </w:t>
      </w:r>
      <w:r w:rsidR="005A3479">
        <w:t>mais</w:t>
      </w:r>
      <w:r>
        <w:t xml:space="preserve">, </w:t>
      </w:r>
      <w:r w:rsidR="005A3479">
        <w:t>bon Dieu</w:t>
      </w:r>
      <w:r>
        <w:t xml:space="preserve">, </w:t>
      </w:r>
      <w:r w:rsidR="005A3479">
        <w:t>je ne veux pas choquer vos sentiments</w:t>
      </w:r>
      <w:r>
        <w:t xml:space="preserve">, </w:t>
      </w:r>
      <w:r w:rsidR="005A3479">
        <w:t>mais il y a des hommes qu</w:t>
      </w:r>
      <w:r>
        <w:t>’</w:t>
      </w:r>
      <w:r w:rsidR="005A3479">
        <w:t>aucune femme ne pourrait digérer</w:t>
      </w:r>
      <w:r>
        <w:t xml:space="preserve">. </w:t>
      </w:r>
      <w:r w:rsidR="005A3479">
        <w:t>Il est de ceux-là</w:t>
      </w:r>
      <w:r>
        <w:t xml:space="preserve">, </w:t>
      </w:r>
      <w:r w:rsidR="005A3479">
        <w:t>j</w:t>
      </w:r>
      <w:r>
        <w:t>’</w:t>
      </w:r>
      <w:r w:rsidR="005A3479">
        <w:t>en jurerais</w:t>
      </w:r>
      <w:r>
        <w:t>.</w:t>
      </w:r>
    </w:p>
    <w:p w14:paraId="2A26FE97" w14:textId="77777777" w:rsidR="006F1ADB" w:rsidRDefault="005A3479" w:rsidP="005A3479">
      <w:r>
        <w:t>Sue se leva précipitamment et sortit</w:t>
      </w:r>
      <w:r w:rsidR="006F1ADB">
        <w:t xml:space="preserve">. </w:t>
      </w:r>
      <w:r>
        <w:t>Jude la suivit et la r</w:t>
      </w:r>
      <w:r>
        <w:t>e</w:t>
      </w:r>
      <w:r>
        <w:t>trouva dans le jardin</w:t>
      </w:r>
      <w:r w:rsidR="006F1ADB">
        <w:t xml:space="preserve">, </w:t>
      </w:r>
      <w:r>
        <w:t>tout en larmes</w:t>
      </w:r>
      <w:r w:rsidR="006F1ADB">
        <w:t>.</w:t>
      </w:r>
    </w:p>
    <w:p w14:paraId="1F7B1C24" w14:textId="77777777" w:rsidR="006F1ADB" w:rsidRDefault="006F1ADB" w:rsidP="005A3479">
      <w:r>
        <w:t>— </w:t>
      </w:r>
      <w:r w:rsidR="005A3479">
        <w:t>Ne pleurez pas</w:t>
      </w:r>
      <w:r>
        <w:t xml:space="preserve">, </w:t>
      </w:r>
      <w:r w:rsidR="005A3479">
        <w:t>chérie</w:t>
      </w:r>
      <w:r>
        <w:t xml:space="preserve">, </w:t>
      </w:r>
      <w:r w:rsidR="005A3479">
        <w:t>dit-il</w:t>
      </w:r>
      <w:r>
        <w:t xml:space="preserve">, </w:t>
      </w:r>
      <w:r w:rsidR="005A3479">
        <w:t>navré</w:t>
      </w:r>
      <w:r>
        <w:t xml:space="preserve">. </w:t>
      </w:r>
      <w:r w:rsidR="005A3479">
        <w:t>Elle n</w:t>
      </w:r>
      <w:r>
        <w:t>’</w:t>
      </w:r>
      <w:r w:rsidR="005A3479">
        <w:t>a pas de ma</w:t>
      </w:r>
      <w:r w:rsidR="005A3479">
        <w:t>u</w:t>
      </w:r>
      <w:r w:rsidR="005A3479">
        <w:t>vaises intentions</w:t>
      </w:r>
      <w:r>
        <w:t xml:space="preserve">, </w:t>
      </w:r>
      <w:r w:rsidR="005A3479">
        <w:t>mais elle est bourrue et bizarre</w:t>
      </w:r>
      <w:r>
        <w:t xml:space="preserve">, </w:t>
      </w:r>
      <w:r w:rsidR="005A3479">
        <w:t>maintenant</w:t>
      </w:r>
      <w:r>
        <w:t>.</w:t>
      </w:r>
    </w:p>
    <w:p w14:paraId="20886287" w14:textId="77777777" w:rsidR="006F1ADB" w:rsidRDefault="006F1ADB" w:rsidP="005A3479">
      <w:r>
        <w:t>— </w:t>
      </w:r>
      <w:r w:rsidR="005A3479">
        <w:t>Oh</w:t>
      </w:r>
      <w:r>
        <w:t xml:space="preserve"> ! </w:t>
      </w:r>
      <w:r w:rsidR="005A3479">
        <w:t>ce n</w:t>
      </w:r>
      <w:r>
        <w:t>’</w:t>
      </w:r>
      <w:r w:rsidR="005A3479">
        <w:t>est pas pour cela</w:t>
      </w:r>
      <w:r>
        <w:t xml:space="preserve">, </w:t>
      </w:r>
      <w:r w:rsidR="005A3479">
        <w:t>dit Sue</w:t>
      </w:r>
      <w:r>
        <w:t xml:space="preserve">, </w:t>
      </w:r>
      <w:r w:rsidR="005A3479">
        <w:t>essuyant ses yeux</w:t>
      </w:r>
      <w:r>
        <w:t xml:space="preserve">. </w:t>
      </w:r>
      <w:r w:rsidR="005A3479">
        <w:t>Je me moque bien de sa dureté</w:t>
      </w:r>
      <w:r>
        <w:t>.</w:t>
      </w:r>
    </w:p>
    <w:p w14:paraId="33448334" w14:textId="77777777" w:rsidR="006F1ADB" w:rsidRDefault="006F1ADB" w:rsidP="005A3479">
      <w:r>
        <w:t>— </w:t>
      </w:r>
      <w:r w:rsidR="005A3479">
        <w:t>Qu</w:t>
      </w:r>
      <w:r>
        <w:t>’</w:t>
      </w:r>
      <w:r w:rsidR="005A3479">
        <w:t>y a-t-il donc</w:t>
      </w:r>
      <w:r>
        <w:t> ?</w:t>
      </w:r>
    </w:p>
    <w:p w14:paraId="149665B4" w14:textId="77777777" w:rsidR="006F1ADB" w:rsidRDefault="006F1ADB" w:rsidP="005A3479">
      <w:r>
        <w:t>— </w:t>
      </w:r>
      <w:r w:rsidR="005A3479">
        <w:t>Il y a que</w:t>
      </w:r>
      <w:r>
        <w:t xml:space="preserve">… </w:t>
      </w:r>
      <w:r w:rsidR="005A3479">
        <w:t>ce qu</w:t>
      </w:r>
      <w:r>
        <w:t>’</w:t>
      </w:r>
      <w:r w:rsidR="005A3479">
        <w:t>elle a dit</w:t>
      </w:r>
      <w:r>
        <w:t xml:space="preserve">… </w:t>
      </w:r>
      <w:r w:rsidR="005A3479">
        <w:t>est vrai</w:t>
      </w:r>
      <w:r>
        <w:t>.</w:t>
      </w:r>
    </w:p>
    <w:p w14:paraId="6B21AFAB" w14:textId="77777777" w:rsidR="006F1ADB" w:rsidRDefault="006F1ADB" w:rsidP="005A3479">
      <w:r>
        <w:t>— </w:t>
      </w:r>
      <w:r w:rsidR="005A3479">
        <w:t>Dieu</w:t>
      </w:r>
      <w:r>
        <w:t xml:space="preserve"> !… </w:t>
      </w:r>
      <w:r w:rsidR="005A3479">
        <w:t>Vous ne l</w:t>
      </w:r>
      <w:r>
        <w:t>’</w:t>
      </w:r>
      <w:r w:rsidR="005A3479">
        <w:t>aimez donc pas</w:t>
      </w:r>
      <w:r>
        <w:t> ?</w:t>
      </w:r>
    </w:p>
    <w:p w14:paraId="4078699F" w14:textId="77777777" w:rsidR="006F1ADB" w:rsidRDefault="006F1ADB" w:rsidP="005A3479">
      <w:r>
        <w:t>— </w:t>
      </w:r>
      <w:r w:rsidR="005A3479">
        <w:t>Je ne veux pas dire cela</w:t>
      </w:r>
      <w:r>
        <w:t xml:space="preserve">, </w:t>
      </w:r>
      <w:r w:rsidR="005A3479">
        <w:t>répondit-elle vivement</w:t>
      </w:r>
      <w:r>
        <w:t xml:space="preserve">. </w:t>
      </w:r>
      <w:r w:rsidR="005A3479">
        <w:t>Mais peut-être je n</w:t>
      </w:r>
      <w:r>
        <w:t>’</w:t>
      </w:r>
      <w:r w:rsidR="005A3479">
        <w:t>aurais pas dû me marier</w:t>
      </w:r>
      <w:r>
        <w:t>.</w:t>
      </w:r>
    </w:p>
    <w:p w14:paraId="439056FD" w14:textId="77777777" w:rsidR="006F1ADB" w:rsidRDefault="005A3479" w:rsidP="005A3479">
      <w:r>
        <w:t>Dans l</w:t>
      </w:r>
      <w:r w:rsidR="006F1ADB">
        <w:t>’</w:t>
      </w:r>
      <w:r>
        <w:t>après-midi</w:t>
      </w:r>
      <w:r w:rsidR="006F1ADB">
        <w:t xml:space="preserve">, </w:t>
      </w:r>
      <w:r>
        <w:t>Sue se prépara à partir</w:t>
      </w:r>
      <w:r w:rsidR="006F1ADB">
        <w:t xml:space="preserve">, </w:t>
      </w:r>
      <w:r>
        <w:t xml:space="preserve">et Jude loua un voisin pour la conduire à </w:t>
      </w:r>
      <w:proofErr w:type="spellStart"/>
      <w:r>
        <w:t>Alfredston</w:t>
      </w:r>
      <w:proofErr w:type="spellEnd"/>
      <w:r w:rsidR="006F1ADB">
        <w:t>.</w:t>
      </w:r>
    </w:p>
    <w:p w14:paraId="4C01CD0D" w14:textId="77777777" w:rsidR="006F1ADB" w:rsidRDefault="005A3479" w:rsidP="005A3479">
      <w:r>
        <w:t>Il passa la soirée et les jours suivants à réprimer toutes les manières possibles son désir de la revoir</w:t>
      </w:r>
      <w:r w:rsidR="006F1ADB">
        <w:t xml:space="preserve">. </w:t>
      </w:r>
      <w:r>
        <w:t>Il lut des sermons sur la discipline et rechercha dans l</w:t>
      </w:r>
      <w:r w:rsidR="006F1ADB">
        <w:t>’</w:t>
      </w:r>
      <w:r>
        <w:t>histoire de l</w:t>
      </w:r>
      <w:r w:rsidR="006F1ADB">
        <w:t>’</w:t>
      </w:r>
      <w:r>
        <w:t xml:space="preserve">Église </w:t>
      </w:r>
      <w:r>
        <w:lastRenderedPageBreak/>
        <w:t>les passages relatifs aux ascètes du deuxième siècle</w:t>
      </w:r>
      <w:r w:rsidR="006F1ADB">
        <w:t xml:space="preserve">. </w:t>
      </w:r>
      <w:r>
        <w:t xml:space="preserve">Avant son retour à </w:t>
      </w:r>
      <w:proofErr w:type="spellStart"/>
      <w:r>
        <w:t>Melchester</w:t>
      </w:r>
      <w:proofErr w:type="spellEnd"/>
      <w:r w:rsidR="006F1ADB">
        <w:t xml:space="preserve">, </w:t>
      </w:r>
      <w:r>
        <w:t>il reçut une lettre d</w:t>
      </w:r>
      <w:r w:rsidR="006F1ADB">
        <w:t>’</w:t>
      </w:r>
      <w:proofErr w:type="spellStart"/>
      <w:r>
        <w:t>Arabella</w:t>
      </w:r>
      <w:proofErr w:type="spellEnd"/>
      <w:r w:rsidR="006F1ADB">
        <w:t xml:space="preserve">. </w:t>
      </w:r>
      <w:r>
        <w:t>À la vue de cette lettre</w:t>
      </w:r>
      <w:r w:rsidR="006F1ADB">
        <w:t xml:space="preserve">, </w:t>
      </w:r>
      <w:r>
        <w:t>il sentit qu</w:t>
      </w:r>
      <w:r w:rsidR="006F1ADB">
        <w:t>’</w:t>
      </w:r>
      <w:r>
        <w:t xml:space="preserve">il se condamnait lui-même davantage pour son éphémère retour vers </w:t>
      </w:r>
      <w:proofErr w:type="spellStart"/>
      <w:r>
        <w:t>Arabella</w:t>
      </w:r>
      <w:proofErr w:type="spellEnd"/>
      <w:r>
        <w:t xml:space="preserve"> que pour son attachement à Sue</w:t>
      </w:r>
      <w:r w:rsidR="006F1ADB">
        <w:t xml:space="preserve">. </w:t>
      </w:r>
      <w:r>
        <w:t xml:space="preserve">Jude remarqua que la lettre portait le timbre de Londres et non de </w:t>
      </w:r>
      <w:proofErr w:type="spellStart"/>
      <w:r>
        <w:t>Christminster</w:t>
      </w:r>
      <w:proofErr w:type="spellEnd"/>
      <w:r w:rsidR="006F1ADB">
        <w:t xml:space="preserve">. </w:t>
      </w:r>
      <w:proofErr w:type="spellStart"/>
      <w:r>
        <w:t>Arabella</w:t>
      </w:r>
      <w:proofErr w:type="spellEnd"/>
      <w:r>
        <w:t xml:space="preserve"> l</w:t>
      </w:r>
      <w:r w:rsidR="006F1ADB">
        <w:t>’</w:t>
      </w:r>
      <w:r>
        <w:t>avertissait que</w:t>
      </w:r>
      <w:r w:rsidR="006F1ADB">
        <w:t xml:space="preserve">, </w:t>
      </w:r>
      <w:r>
        <w:t>peu de jours après leur séparation</w:t>
      </w:r>
      <w:r w:rsidR="006F1ADB">
        <w:t xml:space="preserve">, </w:t>
      </w:r>
      <w:r>
        <w:t>elle avait reçu une lettre affectueuse de son m</w:t>
      </w:r>
      <w:r>
        <w:t>a</w:t>
      </w:r>
      <w:r>
        <w:t>ri d</w:t>
      </w:r>
      <w:r w:rsidR="006F1ADB">
        <w:t>’</w:t>
      </w:r>
      <w:r>
        <w:t>Australie</w:t>
      </w:r>
      <w:r w:rsidR="006F1ADB">
        <w:t xml:space="preserve">. </w:t>
      </w:r>
      <w:r>
        <w:t>Il était venu en Angleterre pour la retrouver</w:t>
      </w:r>
      <w:r w:rsidR="006F1ADB">
        <w:t xml:space="preserve">, </w:t>
      </w:r>
      <w:r>
        <w:t>et il avait obtenu l</w:t>
      </w:r>
      <w:r w:rsidR="006F1ADB">
        <w:t>’</w:t>
      </w:r>
      <w:r>
        <w:t>autorisation d</w:t>
      </w:r>
      <w:r w:rsidR="006F1ADB">
        <w:t>’</w:t>
      </w:r>
      <w:r>
        <w:t>ouvrir une taverne à Lambeth</w:t>
      </w:r>
      <w:r w:rsidR="006F1ADB">
        <w:t xml:space="preserve">. </w:t>
      </w:r>
      <w:r>
        <w:t>Il la priait de venir l</w:t>
      </w:r>
      <w:r w:rsidR="006F1ADB">
        <w:t>’</w:t>
      </w:r>
      <w:r>
        <w:t>aider à gérer ses affaires qui étaient en exce</w:t>
      </w:r>
      <w:r>
        <w:t>l</w:t>
      </w:r>
      <w:r>
        <w:t>lente voie</w:t>
      </w:r>
      <w:r w:rsidR="006F1ADB">
        <w:t>.</w:t>
      </w:r>
    </w:p>
    <w:p w14:paraId="15C71FE9" w14:textId="77777777" w:rsidR="006F1ADB" w:rsidRDefault="005A3479" w:rsidP="005A3479">
      <w:r>
        <w:t xml:space="preserve">Comme son engagement à </w:t>
      </w:r>
      <w:proofErr w:type="spellStart"/>
      <w:r>
        <w:t>Christminster</w:t>
      </w:r>
      <w:proofErr w:type="spellEnd"/>
      <w:r>
        <w:t xml:space="preserve"> était temporaire</w:t>
      </w:r>
      <w:r w:rsidR="006F1ADB">
        <w:t xml:space="preserve">, </w:t>
      </w:r>
      <w:proofErr w:type="spellStart"/>
      <w:r>
        <w:t>Arabella</w:t>
      </w:r>
      <w:proofErr w:type="spellEnd"/>
      <w:r>
        <w:t xml:space="preserve"> avait l</w:t>
      </w:r>
      <w:r w:rsidR="006F1ADB">
        <w:t>’</w:t>
      </w:r>
      <w:r>
        <w:t>intention de rejoindre son mari</w:t>
      </w:r>
      <w:r w:rsidR="006F1ADB">
        <w:t xml:space="preserve">. </w:t>
      </w:r>
      <w:r>
        <w:t>En disant adieu à Jude</w:t>
      </w:r>
      <w:r w:rsidR="006F1ADB">
        <w:t xml:space="preserve">, </w:t>
      </w:r>
      <w:r>
        <w:t>elle lui souhaitait une bonne santé</w:t>
      </w:r>
      <w:r w:rsidR="006F1ADB">
        <w:t xml:space="preserve">, </w:t>
      </w:r>
      <w:r>
        <w:t>espérant qu</w:t>
      </w:r>
      <w:r w:rsidR="006F1ADB">
        <w:t>’</w:t>
      </w:r>
      <w:r>
        <w:t>il ne voudrait plus la troubler</w:t>
      </w:r>
      <w:r w:rsidR="006F1ADB">
        <w:t xml:space="preserve">, </w:t>
      </w:r>
      <w:r>
        <w:t>elle</w:t>
      </w:r>
      <w:r w:rsidR="006F1ADB">
        <w:t xml:space="preserve">, </w:t>
      </w:r>
      <w:r>
        <w:t>une faible femme</w:t>
      </w:r>
      <w:r w:rsidR="006F1ADB">
        <w:t xml:space="preserve">, </w:t>
      </w:r>
      <w:r>
        <w:t>ou lui intenter un procès et la conduire à la ruine</w:t>
      </w:r>
      <w:r w:rsidR="006F1ADB">
        <w:t xml:space="preserve">, </w:t>
      </w:r>
      <w:r>
        <w:t>maintenant qu</w:t>
      </w:r>
      <w:r w:rsidR="006F1ADB">
        <w:t>’</w:t>
      </w:r>
      <w:r>
        <w:t>elle avait des chances de vivre convenablement</w:t>
      </w:r>
      <w:r w:rsidR="006F1ADB">
        <w:t>.</w:t>
      </w:r>
    </w:p>
    <w:p w14:paraId="6EA3E7BE" w14:textId="72B91935" w:rsidR="005A3479" w:rsidRPr="00004CDB" w:rsidRDefault="00004CDB" w:rsidP="00004CDB">
      <w:pPr>
        <w:pStyle w:val="Titre1"/>
        <w:rPr>
          <w:sz w:val="60"/>
          <w:szCs w:val="60"/>
        </w:rPr>
      </w:pPr>
      <w:bookmarkStart w:id="57" w:name="__RefHeading__59_1957917597"/>
      <w:bookmarkEnd w:id="57"/>
      <w:r>
        <w:rPr>
          <w:sz w:val="60"/>
          <w:szCs w:val="60"/>
        </w:rPr>
        <w:lastRenderedPageBreak/>
        <w:br/>
      </w:r>
      <w:r>
        <w:rPr>
          <w:sz w:val="60"/>
          <w:szCs w:val="60"/>
        </w:rPr>
        <w:br/>
      </w:r>
      <w:r>
        <w:rPr>
          <w:sz w:val="60"/>
          <w:szCs w:val="60"/>
        </w:rPr>
        <w:br/>
      </w:r>
      <w:bookmarkStart w:id="58" w:name="_Toc202369644"/>
      <w:r w:rsidR="005A3479" w:rsidRPr="00004CDB">
        <w:rPr>
          <w:sz w:val="60"/>
          <w:szCs w:val="60"/>
        </w:rPr>
        <w:t>QUATRIÈME PARTIE</w:t>
      </w:r>
      <w:r w:rsidR="005A3479" w:rsidRPr="00004CDB">
        <w:rPr>
          <w:sz w:val="60"/>
          <w:szCs w:val="60"/>
        </w:rPr>
        <w:br/>
      </w:r>
      <w:r w:rsidR="005A3479" w:rsidRPr="00004CDB">
        <w:rPr>
          <w:sz w:val="60"/>
          <w:szCs w:val="60"/>
        </w:rPr>
        <w:br/>
        <w:t xml:space="preserve">À </w:t>
      </w:r>
      <w:proofErr w:type="spellStart"/>
      <w:r w:rsidR="005A3479" w:rsidRPr="00004CDB">
        <w:rPr>
          <w:sz w:val="60"/>
          <w:szCs w:val="60"/>
        </w:rPr>
        <w:t>SHASTON</w:t>
      </w:r>
      <w:bookmarkEnd w:id="58"/>
      <w:proofErr w:type="spellEnd"/>
    </w:p>
    <w:p w14:paraId="20FE5D09" w14:textId="77777777" w:rsidR="005A3479" w:rsidRDefault="005A3479" w:rsidP="006F1ADB">
      <w:pPr>
        <w:pStyle w:val="Titre2"/>
      </w:pPr>
      <w:bookmarkStart w:id="59" w:name="__RefHeading__61_1957917597"/>
      <w:bookmarkStart w:id="60" w:name="_Toc202369645"/>
      <w:bookmarkEnd w:id="59"/>
      <w:r>
        <w:lastRenderedPageBreak/>
        <w:t>I</w:t>
      </w:r>
      <w:bookmarkEnd w:id="60"/>
    </w:p>
    <w:p w14:paraId="4B5C594B" w14:textId="77777777" w:rsidR="006F1ADB" w:rsidRDefault="005A3479" w:rsidP="005A3479">
      <w:proofErr w:type="spellStart"/>
      <w:r>
        <w:t>Shaston</w:t>
      </w:r>
      <w:proofErr w:type="spellEnd"/>
      <w:r w:rsidR="006F1ADB">
        <w:t xml:space="preserve">, </w:t>
      </w:r>
      <w:r>
        <w:t>l</w:t>
      </w:r>
      <w:r w:rsidR="006F1ADB">
        <w:t>’</w:t>
      </w:r>
      <w:r>
        <w:t xml:space="preserve">ancien </w:t>
      </w:r>
      <w:proofErr w:type="spellStart"/>
      <w:r>
        <w:t>Palladour</w:t>
      </w:r>
      <w:proofErr w:type="spellEnd"/>
      <w:r>
        <w:t xml:space="preserve"> britannique</w:t>
      </w:r>
      <w:r w:rsidR="006F1ADB">
        <w:t xml:space="preserve">, </w:t>
      </w:r>
      <w:r>
        <w:t>était</w:t>
      </w:r>
      <w:r w:rsidR="006F1ADB">
        <w:t xml:space="preserve">, </w:t>
      </w:r>
      <w:r>
        <w:t>est encore une ville de rêve</w:t>
      </w:r>
      <w:r w:rsidR="006F1ADB">
        <w:t xml:space="preserve">. </w:t>
      </w:r>
      <w:r>
        <w:t>Là furent enterrés un roi et une reine</w:t>
      </w:r>
      <w:r w:rsidR="006F1ADB">
        <w:t xml:space="preserve">, </w:t>
      </w:r>
      <w:r>
        <w:t>des a</w:t>
      </w:r>
      <w:r>
        <w:t>b</w:t>
      </w:r>
      <w:r>
        <w:t>besses et des prieurs</w:t>
      </w:r>
      <w:r w:rsidR="006F1ADB">
        <w:t xml:space="preserve">, </w:t>
      </w:r>
      <w:r>
        <w:t>des évêques et des saints</w:t>
      </w:r>
      <w:r w:rsidR="006F1ADB">
        <w:t xml:space="preserve">, </w:t>
      </w:r>
      <w:r>
        <w:t>des chevaliers et des gentilshommes</w:t>
      </w:r>
      <w:r w:rsidR="006F1ADB">
        <w:t xml:space="preserve">. </w:t>
      </w:r>
      <w:r>
        <w:t>Les os du roi Edward le martyr</w:t>
      </w:r>
      <w:r w:rsidR="006F1ADB">
        <w:t xml:space="preserve">, </w:t>
      </w:r>
      <w:r>
        <w:t xml:space="preserve">transportés à </w:t>
      </w:r>
      <w:proofErr w:type="spellStart"/>
      <w:r>
        <w:t>Shaston</w:t>
      </w:r>
      <w:proofErr w:type="spellEnd"/>
      <w:r>
        <w:t xml:space="preserve"> pour y être religieusement conservés</w:t>
      </w:r>
      <w:r w:rsidR="006F1ADB">
        <w:t xml:space="preserve">, </w:t>
      </w:r>
      <w:r>
        <w:t>donnèrent à cette ville une renommée qui en fit un centre de pèlerinages v</w:t>
      </w:r>
      <w:r>
        <w:t>e</w:t>
      </w:r>
      <w:r>
        <w:t>nus de toutes les parties de l</w:t>
      </w:r>
      <w:r w:rsidR="006F1ADB">
        <w:t>’</w:t>
      </w:r>
      <w:r>
        <w:t>Europe</w:t>
      </w:r>
      <w:r w:rsidR="006F1ADB">
        <w:t xml:space="preserve">, </w:t>
      </w:r>
      <w:r>
        <w:t xml:space="preserve">et lui conserva un prestige étendu bien </w:t>
      </w:r>
      <w:proofErr w:type="spellStart"/>
      <w:r>
        <w:t>au delà</w:t>
      </w:r>
      <w:proofErr w:type="spellEnd"/>
      <w:r>
        <w:t xml:space="preserve"> des rivages anglais</w:t>
      </w:r>
      <w:r w:rsidR="006F1ADB">
        <w:t xml:space="preserve">. </w:t>
      </w:r>
      <w:r>
        <w:t>À cette belle création du grand moyen âge</w:t>
      </w:r>
      <w:r w:rsidR="006F1ADB">
        <w:t xml:space="preserve">, </w:t>
      </w:r>
      <w:r>
        <w:t>la Dissolution</w:t>
      </w:r>
      <w:r w:rsidR="006F1ADB">
        <w:t xml:space="preserve">, </w:t>
      </w:r>
      <w:r>
        <w:t>disent les historiens</w:t>
      </w:r>
      <w:r w:rsidR="006F1ADB">
        <w:t xml:space="preserve">, </w:t>
      </w:r>
      <w:r>
        <w:t>sonna le glas de la mort</w:t>
      </w:r>
      <w:r w:rsidR="006F1ADB">
        <w:t xml:space="preserve">. </w:t>
      </w:r>
      <w:r>
        <w:t>Une ruine générale suivit la destruction de l</w:t>
      </w:r>
      <w:r w:rsidR="006F1ADB">
        <w:t>’</w:t>
      </w:r>
      <w:r>
        <w:t>énorme abbaye</w:t>
      </w:r>
      <w:r w:rsidR="006F1ADB">
        <w:t xml:space="preserve">. </w:t>
      </w:r>
      <w:r>
        <w:t>Les ossements du martyr éprouvèrent un sort semblable à celui du monument sacré qui les avait contenus et il ne reste pas une pierre qui marque l</w:t>
      </w:r>
      <w:r w:rsidR="006F1ADB">
        <w:t>’</w:t>
      </w:r>
      <w:r>
        <w:t>endroit où ils reposent</w:t>
      </w:r>
      <w:r w:rsidR="006F1ADB">
        <w:t>.</w:t>
      </w:r>
    </w:p>
    <w:p w14:paraId="45A262FA" w14:textId="2CB8D0F0" w:rsidR="006F1ADB" w:rsidRDefault="005A3479" w:rsidP="005A3479">
      <w:proofErr w:type="spellStart"/>
      <w:r>
        <w:t>Shaston</w:t>
      </w:r>
      <w:proofErr w:type="spellEnd"/>
      <w:r>
        <w:t xml:space="preserve"> occupe une situation unique au sommet d</w:t>
      </w:r>
      <w:r w:rsidR="006F1ADB">
        <w:t>’</w:t>
      </w:r>
      <w:r>
        <w:t>un e</w:t>
      </w:r>
      <w:r>
        <w:t>s</w:t>
      </w:r>
      <w:r>
        <w:t>carpement presque perpendiculaire</w:t>
      </w:r>
      <w:r w:rsidR="006F1ADB">
        <w:t xml:space="preserve">. </w:t>
      </w:r>
      <w:r>
        <w:t>Impossible aux railways</w:t>
      </w:r>
      <w:r w:rsidR="006F1ADB">
        <w:t xml:space="preserve">, </w:t>
      </w:r>
      <w:r>
        <w:t>l</w:t>
      </w:r>
      <w:r w:rsidR="006F1ADB">
        <w:t>’</w:t>
      </w:r>
      <w:r>
        <w:t>accès de la cité n</w:t>
      </w:r>
      <w:r w:rsidR="006F1ADB">
        <w:t>’</w:t>
      </w:r>
      <w:r>
        <w:t>est permis qu</w:t>
      </w:r>
      <w:r w:rsidR="006F1ADB">
        <w:t>’</w:t>
      </w:r>
      <w:r>
        <w:t>aux piétons et aux très légers véhicules</w:t>
      </w:r>
      <w:r w:rsidR="006F1ADB">
        <w:t xml:space="preserve"> : </w:t>
      </w:r>
      <w:r>
        <w:t>encore ceux-ci doivent-ils passer par une sorte d</w:t>
      </w:r>
      <w:r w:rsidR="006F1ADB">
        <w:t>’</w:t>
      </w:r>
      <w:r>
        <w:t>isthme</w:t>
      </w:r>
      <w:r w:rsidR="006F1ADB">
        <w:t xml:space="preserve">, </w:t>
      </w:r>
      <w:r>
        <w:t>qui réunit la ville à un grand plateau calcaire du côté du nord-est</w:t>
      </w:r>
      <w:r w:rsidR="006F1ADB">
        <w:t xml:space="preserve">. </w:t>
      </w:r>
      <w:r>
        <w:t>Jude</w:t>
      </w:r>
      <w:r w:rsidR="006F1ADB">
        <w:t xml:space="preserve">, </w:t>
      </w:r>
      <w:r>
        <w:t>descendu à la gare voisine</w:t>
      </w:r>
      <w:r w:rsidR="006F1ADB">
        <w:t xml:space="preserve">, </w:t>
      </w:r>
      <w:r>
        <w:t>vers quatre heures de l</w:t>
      </w:r>
      <w:r w:rsidR="006F1ADB">
        <w:t>’</w:t>
      </w:r>
      <w:r>
        <w:t>après-midi</w:t>
      </w:r>
      <w:r w:rsidR="006F1ADB">
        <w:t xml:space="preserve">, </w:t>
      </w:r>
      <w:r>
        <w:t>gravissait pour la première fois ce lieu singulier</w:t>
      </w:r>
      <w:r w:rsidR="006F1ADB">
        <w:t xml:space="preserve">, </w:t>
      </w:r>
      <w:r>
        <w:t>éventé des brises</w:t>
      </w:r>
      <w:r w:rsidR="006F1ADB">
        <w:t xml:space="preserve">. </w:t>
      </w:r>
      <w:r>
        <w:t>Après une pénible ascension</w:t>
      </w:r>
      <w:r w:rsidR="006F1ADB">
        <w:t xml:space="preserve">, </w:t>
      </w:r>
      <w:r>
        <w:t>pa</w:t>
      </w:r>
      <w:r>
        <w:t>r</w:t>
      </w:r>
      <w:r>
        <w:t>venu au sommet du pic</w:t>
      </w:r>
      <w:r w:rsidR="006F1ADB">
        <w:t xml:space="preserve">, </w:t>
      </w:r>
      <w:r>
        <w:t>il dépassa les premières maisons de la ville aérienne et se dirigea vers l</w:t>
      </w:r>
      <w:r w:rsidR="006F1ADB">
        <w:t>’</w:t>
      </w:r>
      <w:r>
        <w:t>école</w:t>
      </w:r>
      <w:r w:rsidR="006F1ADB">
        <w:t xml:space="preserve">. </w:t>
      </w:r>
      <w:r>
        <w:t>Les enfants n</w:t>
      </w:r>
      <w:r w:rsidR="006F1ADB">
        <w:t>’</w:t>
      </w:r>
      <w:r>
        <w:t>étaient pas encore sortis</w:t>
      </w:r>
      <w:r w:rsidR="006F1ADB">
        <w:t xml:space="preserve">. </w:t>
      </w:r>
      <w:r>
        <w:t>Jude fit une courte promenade</w:t>
      </w:r>
      <w:r w:rsidR="006F1ADB">
        <w:t xml:space="preserve"> ; </w:t>
      </w:r>
      <w:r>
        <w:t>mais</w:t>
      </w:r>
      <w:r w:rsidR="006F1ADB">
        <w:t xml:space="preserve">, </w:t>
      </w:r>
      <w:r>
        <w:t>quand il revint sur ses pas</w:t>
      </w:r>
      <w:r w:rsidR="006F1ADB">
        <w:t xml:space="preserve">, </w:t>
      </w:r>
      <w:r>
        <w:t>il trouva que Sue était sortie de la ville de</w:t>
      </w:r>
      <w:r>
        <w:t>r</w:t>
      </w:r>
      <w:r>
        <w:t xml:space="preserve">rière le dernier écolier et que </w:t>
      </w:r>
      <w:r w:rsidR="006F1ADB">
        <w:t>M. </w:t>
      </w:r>
      <w:proofErr w:type="spellStart"/>
      <w:r>
        <w:t>Phillotson</w:t>
      </w:r>
      <w:proofErr w:type="spellEnd"/>
      <w:r>
        <w:t xml:space="preserve"> devait passer l</w:t>
      </w:r>
      <w:r w:rsidR="006F1ADB">
        <w:t>’</w:t>
      </w:r>
      <w:r>
        <w:t xml:space="preserve">après-midi à </w:t>
      </w:r>
      <w:proofErr w:type="spellStart"/>
      <w:r>
        <w:t>Shottsford</w:t>
      </w:r>
      <w:proofErr w:type="spellEnd"/>
      <w:r>
        <w:t xml:space="preserve"> où il y avait un congrès d</w:t>
      </w:r>
      <w:r w:rsidR="006F1ADB">
        <w:t>’</w:t>
      </w:r>
      <w:r>
        <w:t>instituteurs</w:t>
      </w:r>
      <w:r w:rsidR="006F1ADB">
        <w:t>.</w:t>
      </w:r>
    </w:p>
    <w:p w14:paraId="1F8DF96F" w14:textId="491E0D9C" w:rsidR="006F1ADB" w:rsidRDefault="005A3479" w:rsidP="005A3479">
      <w:r>
        <w:lastRenderedPageBreak/>
        <w:t>Jude entra dans la salle d</w:t>
      </w:r>
      <w:r w:rsidR="006F1ADB">
        <w:t>’</w:t>
      </w:r>
      <w:r>
        <w:t>école</w:t>
      </w:r>
      <w:r w:rsidR="006F1ADB">
        <w:t xml:space="preserve">, </w:t>
      </w:r>
      <w:r>
        <w:t>et s</w:t>
      </w:r>
      <w:r w:rsidR="006F1ADB">
        <w:t>’</w:t>
      </w:r>
      <w:r>
        <w:t>assit</w:t>
      </w:r>
      <w:r w:rsidR="006F1ADB">
        <w:t xml:space="preserve">, </w:t>
      </w:r>
      <w:r>
        <w:t>une fille</w:t>
      </w:r>
      <w:r w:rsidR="006F1ADB">
        <w:t xml:space="preserve">, </w:t>
      </w:r>
      <w:r>
        <w:t>qui b</w:t>
      </w:r>
      <w:r>
        <w:t>a</w:t>
      </w:r>
      <w:r>
        <w:t>layait le parquet</w:t>
      </w:r>
      <w:r w:rsidR="006F1ADB">
        <w:t xml:space="preserve">, </w:t>
      </w:r>
      <w:r>
        <w:t xml:space="preserve">lui ayant annoncé que </w:t>
      </w:r>
      <w:r w:rsidR="006F1ADB">
        <w:t>M</w:t>
      </w:r>
      <w:r w:rsidR="006F1ADB" w:rsidRPr="006F1ADB">
        <w:rPr>
          <w:vertAlign w:val="superscript"/>
        </w:rPr>
        <w:t>rs</w:t>
      </w:r>
      <w:r w:rsidR="006F1ADB">
        <w:t> </w:t>
      </w:r>
      <w:proofErr w:type="spellStart"/>
      <w:r>
        <w:t>Phillotson</w:t>
      </w:r>
      <w:proofErr w:type="spellEnd"/>
      <w:r>
        <w:t xml:space="preserve"> allait r</w:t>
      </w:r>
      <w:r>
        <w:t>e</w:t>
      </w:r>
      <w:r>
        <w:t>venir dans quelques minutes</w:t>
      </w:r>
      <w:r w:rsidR="006F1ADB">
        <w:t xml:space="preserve">. </w:t>
      </w:r>
      <w:r>
        <w:t>Tout près de lui était un piano</w:t>
      </w:r>
      <w:r w:rsidR="006F1ADB">
        <w:t xml:space="preserve"> – </w:t>
      </w:r>
      <w:r>
        <w:t xml:space="preserve">précisément ce vieux piano que </w:t>
      </w:r>
      <w:proofErr w:type="spellStart"/>
      <w:r>
        <w:t>Phillotson</w:t>
      </w:r>
      <w:proofErr w:type="spellEnd"/>
      <w:r>
        <w:t xml:space="preserve"> possédait à </w:t>
      </w:r>
      <w:proofErr w:type="spellStart"/>
      <w:r>
        <w:t>Mar</w:t>
      </w:r>
      <w:r>
        <w:t>y</w:t>
      </w:r>
      <w:r>
        <w:t>green</w:t>
      </w:r>
      <w:proofErr w:type="spellEnd"/>
      <w:r w:rsidR="006F1ADB">
        <w:t xml:space="preserve">. – </w:t>
      </w:r>
      <w:r>
        <w:t>Malgré l</w:t>
      </w:r>
      <w:r w:rsidR="006F1ADB">
        <w:t>’</w:t>
      </w:r>
      <w:r>
        <w:t>ombre qui l</w:t>
      </w:r>
      <w:r w:rsidR="006F1ADB">
        <w:t>’</w:t>
      </w:r>
      <w:r>
        <w:t>empêchait presque de distinguer les notes</w:t>
      </w:r>
      <w:r w:rsidR="006F1ADB">
        <w:t xml:space="preserve">, </w:t>
      </w:r>
      <w:r>
        <w:t>Jude toucha timidement le clavier et modula les pr</w:t>
      </w:r>
      <w:r>
        <w:t>e</w:t>
      </w:r>
      <w:r>
        <w:t>mières mesures d</w:t>
      </w:r>
      <w:r w:rsidR="006F1ADB">
        <w:t>’</w:t>
      </w:r>
      <w:r>
        <w:t>une hymne qui l</w:t>
      </w:r>
      <w:r w:rsidR="006F1ADB">
        <w:t>’</w:t>
      </w:r>
      <w:r>
        <w:t>avait particulièrement ému</w:t>
      </w:r>
      <w:r w:rsidR="006F1ADB">
        <w:t xml:space="preserve">. </w:t>
      </w:r>
      <w:r>
        <w:t>Une forme remua derrière lui</w:t>
      </w:r>
      <w:r w:rsidR="006F1ADB">
        <w:t xml:space="preserve"> ; </w:t>
      </w:r>
      <w:r>
        <w:t>des doigts légers se posèrent sur sa main gauche</w:t>
      </w:r>
      <w:r w:rsidR="006F1ADB">
        <w:t xml:space="preserve">. </w:t>
      </w:r>
      <w:r>
        <w:t>Jude crut reconnaître la petite main qui s</w:t>
      </w:r>
      <w:r w:rsidR="006F1ADB">
        <w:t>’</w:t>
      </w:r>
      <w:r>
        <w:t>abaissait vers la sienne et il se retourna</w:t>
      </w:r>
      <w:r w:rsidR="006F1ADB">
        <w:t>.</w:t>
      </w:r>
    </w:p>
    <w:p w14:paraId="2F23731D" w14:textId="77777777" w:rsidR="006F1ADB" w:rsidRDefault="006F1ADB" w:rsidP="005A3479">
      <w:r>
        <w:t>— </w:t>
      </w:r>
      <w:r w:rsidR="005A3479">
        <w:t>Continuez</w:t>
      </w:r>
      <w:r>
        <w:t xml:space="preserve">, </w:t>
      </w:r>
      <w:r w:rsidR="005A3479">
        <w:t>dit Sue</w:t>
      </w:r>
      <w:r>
        <w:t xml:space="preserve">. </w:t>
      </w:r>
      <w:r w:rsidR="005A3479">
        <w:t>J</w:t>
      </w:r>
      <w:r>
        <w:t>’</w:t>
      </w:r>
      <w:r w:rsidR="005A3479">
        <w:t>aime ce chant</w:t>
      </w:r>
      <w:r>
        <w:t xml:space="preserve">. </w:t>
      </w:r>
      <w:r w:rsidR="005A3479">
        <w:t>Je l</w:t>
      </w:r>
      <w:r>
        <w:t>’</w:t>
      </w:r>
      <w:r w:rsidR="005A3479">
        <w:t xml:space="preserve">ai appris avant de quitter </w:t>
      </w:r>
      <w:proofErr w:type="spellStart"/>
      <w:r w:rsidR="005A3479">
        <w:t>Melchester</w:t>
      </w:r>
      <w:proofErr w:type="spellEnd"/>
      <w:r>
        <w:t xml:space="preserve">. </w:t>
      </w:r>
      <w:r w:rsidR="005A3479">
        <w:t>On avait coutume de le jouer à l</w:t>
      </w:r>
      <w:r>
        <w:t>’</w:t>
      </w:r>
      <w:r w:rsidR="005A3479">
        <w:t>École normale</w:t>
      </w:r>
      <w:r>
        <w:t>.</w:t>
      </w:r>
    </w:p>
    <w:p w14:paraId="763E2F2D" w14:textId="77777777" w:rsidR="006F1ADB" w:rsidRDefault="006F1ADB" w:rsidP="005A3479">
      <w:r>
        <w:t>— </w:t>
      </w:r>
      <w:r w:rsidR="005A3479">
        <w:t>Je ne puis tapoter ainsi devant vous</w:t>
      </w:r>
      <w:r>
        <w:t xml:space="preserve">. </w:t>
      </w:r>
      <w:r w:rsidR="005A3479">
        <w:t>Jouez à ma place</w:t>
      </w:r>
      <w:r>
        <w:t>.</w:t>
      </w:r>
    </w:p>
    <w:p w14:paraId="3177CF6B" w14:textId="77777777" w:rsidR="006F1ADB" w:rsidRDefault="006F1ADB" w:rsidP="005A3479">
      <w:r>
        <w:t>— </w:t>
      </w:r>
      <w:r w:rsidR="005A3479">
        <w:t>Bien</w:t>
      </w:r>
      <w:r>
        <w:t xml:space="preserve">. </w:t>
      </w:r>
      <w:r w:rsidR="005A3479">
        <w:t>Cela m</w:t>
      </w:r>
      <w:r>
        <w:t>’</w:t>
      </w:r>
      <w:r w:rsidR="005A3479">
        <w:t>est égal</w:t>
      </w:r>
      <w:r>
        <w:t>.</w:t>
      </w:r>
    </w:p>
    <w:p w14:paraId="76C0FF32" w14:textId="77777777" w:rsidR="006F1ADB" w:rsidRDefault="005A3479" w:rsidP="005A3479">
      <w:r>
        <w:t>Elle s</w:t>
      </w:r>
      <w:r w:rsidR="006F1ADB">
        <w:t>’</w:t>
      </w:r>
      <w:r>
        <w:t>assit et sa manière de jouer</w:t>
      </w:r>
      <w:r w:rsidR="006F1ADB">
        <w:t xml:space="preserve">, </w:t>
      </w:r>
      <w:r>
        <w:t>qui n</w:t>
      </w:r>
      <w:r w:rsidR="006F1ADB">
        <w:t>’</w:t>
      </w:r>
      <w:r>
        <w:t>avait rien de r</w:t>
      </w:r>
      <w:r>
        <w:t>e</w:t>
      </w:r>
      <w:r>
        <w:t>marquable</w:t>
      </w:r>
      <w:r w:rsidR="006F1ADB">
        <w:t xml:space="preserve">, </w:t>
      </w:r>
      <w:r>
        <w:t>parut divine à Jude</w:t>
      </w:r>
      <w:r w:rsidR="006F1ADB">
        <w:t xml:space="preserve">. </w:t>
      </w:r>
      <w:r>
        <w:t>Comme lui</w:t>
      </w:r>
      <w:r w:rsidR="006F1ADB">
        <w:t xml:space="preserve">, </w:t>
      </w:r>
      <w:r>
        <w:t>à sa propre su</w:t>
      </w:r>
      <w:r>
        <w:t>r</w:t>
      </w:r>
      <w:r>
        <w:t>prise</w:t>
      </w:r>
      <w:r w:rsidR="006F1ADB">
        <w:t xml:space="preserve">, </w:t>
      </w:r>
      <w:r>
        <w:t>Sue était émue par le chant qu</w:t>
      </w:r>
      <w:r w:rsidR="006F1ADB">
        <w:t>’</w:t>
      </w:r>
      <w:r>
        <w:t>elle retrouvait</w:t>
      </w:r>
      <w:r w:rsidR="006F1ADB">
        <w:t xml:space="preserve">. </w:t>
      </w:r>
      <w:r>
        <w:t>Quand elle eut fini de jouer</w:t>
      </w:r>
      <w:r w:rsidR="006F1ADB">
        <w:t xml:space="preserve">, </w:t>
      </w:r>
      <w:r>
        <w:t>Jude étendit sa main vers les siennes</w:t>
      </w:r>
      <w:r w:rsidR="006F1ADB">
        <w:t xml:space="preserve">, </w:t>
      </w:r>
      <w:r>
        <w:t>qu</w:t>
      </w:r>
      <w:r w:rsidR="006F1ADB">
        <w:t>’</w:t>
      </w:r>
      <w:r>
        <w:t>elle avança aussitôt</w:t>
      </w:r>
      <w:r w:rsidR="006F1ADB">
        <w:t xml:space="preserve">. </w:t>
      </w:r>
      <w:r>
        <w:t>Il les serra</w:t>
      </w:r>
      <w:r w:rsidR="006F1ADB">
        <w:t xml:space="preserve"> – </w:t>
      </w:r>
      <w:r>
        <w:t>comme il eût fait avant le mariage</w:t>
      </w:r>
      <w:r w:rsidR="006F1ADB">
        <w:t>.</w:t>
      </w:r>
    </w:p>
    <w:p w14:paraId="766DCBEE" w14:textId="77777777" w:rsidR="006F1ADB" w:rsidRDefault="006F1ADB" w:rsidP="005A3479">
      <w:r>
        <w:t>— </w:t>
      </w:r>
      <w:r w:rsidR="005A3479">
        <w:t>C</w:t>
      </w:r>
      <w:r>
        <w:t>’</w:t>
      </w:r>
      <w:r w:rsidR="005A3479">
        <w:t>est étrange</w:t>
      </w:r>
      <w:r>
        <w:t xml:space="preserve">, </w:t>
      </w:r>
      <w:r w:rsidR="005A3479">
        <w:t>dit-elle d</w:t>
      </w:r>
      <w:r>
        <w:t>’</w:t>
      </w:r>
      <w:r w:rsidR="005A3479">
        <w:t>une voix altérée</w:t>
      </w:r>
      <w:r>
        <w:t xml:space="preserve">, </w:t>
      </w:r>
      <w:r w:rsidR="005A3479">
        <w:t>étrange que j</w:t>
      </w:r>
      <w:r>
        <w:t>’</w:t>
      </w:r>
      <w:r w:rsidR="005A3479">
        <w:t>aie été troublée par cet air</w:t>
      </w:r>
      <w:r>
        <w:t xml:space="preserve"> ; </w:t>
      </w:r>
      <w:r w:rsidR="005A3479">
        <w:t>parce que</w:t>
      </w:r>
      <w:r>
        <w:t>…</w:t>
      </w:r>
    </w:p>
    <w:p w14:paraId="348B176F" w14:textId="77777777" w:rsidR="006F1ADB" w:rsidRDefault="006F1ADB" w:rsidP="005A3479">
      <w:r>
        <w:t>— </w:t>
      </w:r>
      <w:r w:rsidR="005A3479">
        <w:t>Quoi</w:t>
      </w:r>
      <w:r>
        <w:t> ?</w:t>
      </w:r>
    </w:p>
    <w:p w14:paraId="6FA634D3" w14:textId="77777777" w:rsidR="006F1ADB" w:rsidRDefault="006F1ADB" w:rsidP="005A3479">
      <w:r>
        <w:t>— </w:t>
      </w:r>
      <w:r w:rsidR="005A3479">
        <w:t>Ce n</w:t>
      </w:r>
      <w:r>
        <w:t>’</w:t>
      </w:r>
      <w:r w:rsidR="005A3479">
        <w:t>est pas dans ma nature</w:t>
      </w:r>
      <w:r>
        <w:t>…</w:t>
      </w:r>
    </w:p>
    <w:p w14:paraId="4055C45D" w14:textId="77777777" w:rsidR="006F1ADB" w:rsidRDefault="006F1ADB" w:rsidP="005A3479">
      <w:r>
        <w:t>— </w:t>
      </w:r>
      <w:r w:rsidR="005A3479">
        <w:t>Vous n</w:t>
      </w:r>
      <w:r>
        <w:t>’</w:t>
      </w:r>
      <w:r w:rsidR="005A3479">
        <w:t>êtes pas facile à l</w:t>
      </w:r>
      <w:r>
        <w:t>’</w:t>
      </w:r>
      <w:r w:rsidR="005A3479">
        <w:t>émotion</w:t>
      </w:r>
      <w:r>
        <w:t> ?</w:t>
      </w:r>
    </w:p>
    <w:p w14:paraId="7C84AE88" w14:textId="77777777" w:rsidR="006F1ADB" w:rsidRDefault="006F1ADB" w:rsidP="005A3479">
      <w:r>
        <w:t>— </w:t>
      </w:r>
      <w:r w:rsidR="005A3479">
        <w:t>Je n</w:t>
      </w:r>
      <w:r>
        <w:t>’</w:t>
      </w:r>
      <w:r w:rsidR="005A3479">
        <w:t>ai pas voulu dire cela</w:t>
      </w:r>
      <w:r>
        <w:t>.</w:t>
      </w:r>
    </w:p>
    <w:p w14:paraId="71A6D786" w14:textId="77777777" w:rsidR="006F1ADB" w:rsidRDefault="006F1ADB" w:rsidP="005A3479">
      <w:r>
        <w:lastRenderedPageBreak/>
        <w:t>— </w:t>
      </w:r>
      <w:r w:rsidR="005A3479">
        <w:t>Vous êtes pareille à moi par le cœur</w:t>
      </w:r>
      <w:r>
        <w:t>.</w:t>
      </w:r>
    </w:p>
    <w:p w14:paraId="2CA913AE" w14:textId="77777777" w:rsidR="006F1ADB" w:rsidRDefault="006F1ADB" w:rsidP="005A3479">
      <w:r>
        <w:t>— </w:t>
      </w:r>
      <w:r w:rsidR="005A3479">
        <w:t>Mais point par le cerveau</w:t>
      </w:r>
      <w:r>
        <w:t>.</w:t>
      </w:r>
    </w:p>
    <w:p w14:paraId="4F4A725A" w14:textId="77777777" w:rsidR="006F1ADB" w:rsidRDefault="005A3479" w:rsidP="005A3479">
      <w:r>
        <w:t>Elle joua encore et se détourna soudain</w:t>
      </w:r>
      <w:r w:rsidR="006F1ADB">
        <w:t xml:space="preserve"> ; </w:t>
      </w:r>
      <w:r>
        <w:t>et</w:t>
      </w:r>
      <w:r w:rsidR="006F1ADB">
        <w:t xml:space="preserve">, </w:t>
      </w:r>
      <w:r>
        <w:t>par un instinct involontaire</w:t>
      </w:r>
      <w:r w:rsidR="006F1ADB">
        <w:t xml:space="preserve">, </w:t>
      </w:r>
      <w:r>
        <w:t>ils unirent leurs mains encore</w:t>
      </w:r>
      <w:r w:rsidR="006F1ADB">
        <w:t>.</w:t>
      </w:r>
    </w:p>
    <w:p w14:paraId="2395481D" w14:textId="77777777" w:rsidR="006F1ADB" w:rsidRDefault="005A3479" w:rsidP="005A3479">
      <w:r>
        <w:t>Elle eut un petit rire forcé</w:t>
      </w:r>
      <w:r w:rsidR="006F1ADB">
        <w:t>.</w:t>
      </w:r>
    </w:p>
    <w:p w14:paraId="59CE0172" w14:textId="77777777" w:rsidR="006F1ADB" w:rsidRDefault="006F1ADB" w:rsidP="005A3479">
      <w:r>
        <w:t>— </w:t>
      </w:r>
      <w:r w:rsidR="005A3479">
        <w:t>Quelle chose bizarre</w:t>
      </w:r>
      <w:r>
        <w:t xml:space="preserve"> ! </w:t>
      </w:r>
      <w:r w:rsidR="005A3479">
        <w:t>Je m</w:t>
      </w:r>
      <w:r>
        <w:t>’</w:t>
      </w:r>
      <w:r w:rsidR="005A3479">
        <w:t>étonne que nous soyons tous deux ainsi</w:t>
      </w:r>
      <w:r>
        <w:t>.</w:t>
      </w:r>
    </w:p>
    <w:p w14:paraId="40D4D54D" w14:textId="77777777" w:rsidR="006F1ADB" w:rsidRDefault="006F1ADB" w:rsidP="005A3479">
      <w:r>
        <w:t>— </w:t>
      </w:r>
      <w:r w:rsidR="005A3479">
        <w:t>Je suppose que cela vient de notre ressemblance</w:t>
      </w:r>
      <w:r>
        <w:t xml:space="preserve">, </w:t>
      </w:r>
      <w:r w:rsidR="005A3479">
        <w:t>comme je vous l</w:t>
      </w:r>
      <w:r>
        <w:t>’</w:t>
      </w:r>
      <w:r w:rsidR="005A3479">
        <w:t>ai dit</w:t>
      </w:r>
      <w:r>
        <w:t>.</w:t>
      </w:r>
    </w:p>
    <w:p w14:paraId="0383C358" w14:textId="77777777" w:rsidR="006F1ADB" w:rsidRDefault="006F1ADB" w:rsidP="005A3479">
      <w:r>
        <w:t>— </w:t>
      </w:r>
      <w:r w:rsidR="005A3479">
        <w:t>Nous ne nous ressemblons pas par les idées</w:t>
      </w:r>
      <w:r>
        <w:t xml:space="preserve">. </w:t>
      </w:r>
      <w:r w:rsidR="005A3479">
        <w:t>Peut-être un peu par les sentiments</w:t>
      </w:r>
      <w:r>
        <w:t>.</w:t>
      </w:r>
    </w:p>
    <w:p w14:paraId="51CAB746" w14:textId="77777777" w:rsidR="006F1ADB" w:rsidRDefault="006F1ADB" w:rsidP="005A3479">
      <w:r>
        <w:t>— </w:t>
      </w:r>
      <w:r w:rsidR="005A3479">
        <w:t>Et les sentiments gouvernent les idées</w:t>
      </w:r>
      <w:r>
        <w:t xml:space="preserve">… </w:t>
      </w:r>
      <w:r w:rsidR="005A3479">
        <w:t>Cela ne semble-t-il pas un blasphème de dire que l</w:t>
      </w:r>
      <w:r>
        <w:t>’</w:t>
      </w:r>
      <w:r w:rsidR="005A3479">
        <w:t>auteur de cet hymne est un des hommes les plus vulgaires que j</w:t>
      </w:r>
      <w:r>
        <w:t>’</w:t>
      </w:r>
      <w:r w:rsidR="005A3479">
        <w:t>ai jamais rencontrés</w:t>
      </w:r>
      <w:r>
        <w:t> ?</w:t>
      </w:r>
    </w:p>
    <w:p w14:paraId="568952AA" w14:textId="77777777" w:rsidR="006F1ADB" w:rsidRDefault="006F1ADB" w:rsidP="005A3479">
      <w:r>
        <w:t>— </w:t>
      </w:r>
      <w:r w:rsidR="005A3479">
        <w:t>Quoi</w:t>
      </w:r>
      <w:r>
        <w:t xml:space="preserve"> ? </w:t>
      </w:r>
      <w:r w:rsidR="005A3479">
        <w:t>Vous le connaissez</w:t>
      </w:r>
      <w:r>
        <w:t> ?</w:t>
      </w:r>
    </w:p>
    <w:p w14:paraId="2BBCF13C" w14:textId="77777777" w:rsidR="006F1ADB" w:rsidRDefault="006F1ADB" w:rsidP="005A3479">
      <w:r>
        <w:t>— </w:t>
      </w:r>
      <w:r w:rsidR="005A3479">
        <w:t>J</w:t>
      </w:r>
      <w:r>
        <w:t>’</w:t>
      </w:r>
      <w:r w:rsidR="005A3479">
        <w:t>ai eu la fantaisie de le voir</w:t>
      </w:r>
      <w:r>
        <w:t>.</w:t>
      </w:r>
    </w:p>
    <w:p w14:paraId="53811BAE" w14:textId="77777777" w:rsidR="006F1ADB" w:rsidRDefault="006F1ADB" w:rsidP="005A3479">
      <w:r>
        <w:t>— </w:t>
      </w:r>
      <w:r w:rsidR="005A3479">
        <w:t>Oh</w:t>
      </w:r>
      <w:r>
        <w:t xml:space="preserve"> ! </w:t>
      </w:r>
      <w:r w:rsidR="005A3479">
        <w:t>maladroit</w:t>
      </w:r>
      <w:r>
        <w:t xml:space="preserve"> !… </w:t>
      </w:r>
      <w:r w:rsidR="005A3479">
        <w:t>Vous avez fait justement ce que j</w:t>
      </w:r>
      <w:r>
        <w:t>’</w:t>
      </w:r>
      <w:r w:rsidR="005A3479">
        <w:t>aurais fait</w:t>
      </w:r>
      <w:r>
        <w:t xml:space="preserve">. </w:t>
      </w:r>
      <w:r w:rsidR="005A3479">
        <w:t>Pourquoi</w:t>
      </w:r>
      <w:r>
        <w:t> ?</w:t>
      </w:r>
    </w:p>
    <w:p w14:paraId="475D3CFF" w14:textId="77777777" w:rsidR="006F1ADB" w:rsidRDefault="006F1ADB" w:rsidP="005A3479">
      <w:r>
        <w:t>— </w:t>
      </w:r>
      <w:r w:rsidR="005A3479">
        <w:t>Parce que nous ne nous ressemblons pas</w:t>
      </w:r>
      <w:r>
        <w:t xml:space="preserve">, </w:t>
      </w:r>
      <w:r w:rsidR="005A3479">
        <w:t>dit-il sèch</w:t>
      </w:r>
      <w:r w:rsidR="005A3479">
        <w:t>e</w:t>
      </w:r>
      <w:r w:rsidR="005A3479">
        <w:t>ment</w:t>
      </w:r>
      <w:r>
        <w:t>.</w:t>
      </w:r>
    </w:p>
    <w:p w14:paraId="31D40E45" w14:textId="77777777" w:rsidR="006F1ADB" w:rsidRDefault="006F1ADB" w:rsidP="005A3479">
      <w:r>
        <w:t>— </w:t>
      </w:r>
      <w:r w:rsidR="005A3479">
        <w:t>Vous allez prendre le thé</w:t>
      </w:r>
      <w:r>
        <w:t xml:space="preserve">, </w:t>
      </w:r>
      <w:r w:rsidR="005A3479">
        <w:t>dit Sue</w:t>
      </w:r>
      <w:r>
        <w:t xml:space="preserve">. </w:t>
      </w:r>
      <w:r w:rsidR="005A3479">
        <w:t>Nous habitons une autre partie du bâtiment d</w:t>
      </w:r>
      <w:r>
        <w:t>’</w:t>
      </w:r>
      <w:r w:rsidR="005A3479">
        <w:t>école</w:t>
      </w:r>
      <w:r>
        <w:t xml:space="preserve">. </w:t>
      </w:r>
      <w:r w:rsidR="005A3479">
        <w:t>Attendez un instant</w:t>
      </w:r>
      <w:r>
        <w:t xml:space="preserve">. </w:t>
      </w:r>
      <w:r w:rsidR="005A3479">
        <w:t>Je ferai apporter ici tout ce qu</w:t>
      </w:r>
      <w:r>
        <w:t>’</w:t>
      </w:r>
      <w:r w:rsidR="005A3479">
        <w:t>il faut</w:t>
      </w:r>
      <w:r>
        <w:t>.</w:t>
      </w:r>
    </w:p>
    <w:p w14:paraId="02C7CD03" w14:textId="77777777" w:rsidR="006F1ADB" w:rsidRDefault="005A3479" w:rsidP="005A3479">
      <w:r>
        <w:t>Elle sortit et reparut</w:t>
      </w:r>
      <w:r w:rsidR="006F1ADB">
        <w:t xml:space="preserve">, </w:t>
      </w:r>
      <w:r>
        <w:t>suivie par une servante qui portait le service à thé</w:t>
      </w:r>
      <w:r w:rsidR="006F1ADB">
        <w:t xml:space="preserve">, </w:t>
      </w:r>
      <w:r>
        <w:t>et ils s</w:t>
      </w:r>
      <w:r w:rsidR="006F1ADB">
        <w:t>’</w:t>
      </w:r>
      <w:r>
        <w:t>assirent</w:t>
      </w:r>
      <w:r w:rsidR="006F1ADB">
        <w:t xml:space="preserve">, </w:t>
      </w:r>
      <w:r>
        <w:t xml:space="preserve">éclairés par la flamme de la </w:t>
      </w:r>
      <w:r>
        <w:lastRenderedPageBreak/>
        <w:t>ch</w:t>
      </w:r>
      <w:r>
        <w:t>e</w:t>
      </w:r>
      <w:r>
        <w:t>minée à laquelle se mêlait le reflet bleuâtre de la lampe à esprit-de-vin</w:t>
      </w:r>
      <w:r w:rsidR="006F1ADB">
        <w:t xml:space="preserve">, </w:t>
      </w:r>
      <w:r>
        <w:t>brûlant sous la bouilloire</w:t>
      </w:r>
      <w:r w:rsidR="006F1ADB">
        <w:t>.</w:t>
      </w:r>
    </w:p>
    <w:p w14:paraId="03F1EFF2" w14:textId="77777777" w:rsidR="006F1ADB" w:rsidRDefault="005A3479" w:rsidP="005A3479">
      <w:r>
        <w:t>Sue interrogea Jude sur ses études théologiques</w:t>
      </w:r>
      <w:r w:rsidR="006F1ADB">
        <w:t xml:space="preserve">. </w:t>
      </w:r>
      <w:r>
        <w:t>Il répo</w:t>
      </w:r>
      <w:r>
        <w:t>n</w:t>
      </w:r>
      <w:r>
        <w:t>dit qu</w:t>
      </w:r>
      <w:r w:rsidR="006F1ADB">
        <w:t>’</w:t>
      </w:r>
      <w:r>
        <w:t>il les poursuivait avec acharnement</w:t>
      </w:r>
      <w:r w:rsidR="006F1ADB">
        <w:t xml:space="preserve">. </w:t>
      </w:r>
      <w:r>
        <w:t>Curieuse</w:t>
      </w:r>
      <w:r w:rsidR="006F1ADB">
        <w:t xml:space="preserve">, </w:t>
      </w:r>
      <w:r>
        <w:t>elle le r</w:t>
      </w:r>
      <w:r>
        <w:t>e</w:t>
      </w:r>
      <w:r>
        <w:t>garda</w:t>
      </w:r>
      <w:r w:rsidR="006F1ADB">
        <w:t>.</w:t>
      </w:r>
    </w:p>
    <w:p w14:paraId="460026A2" w14:textId="77777777" w:rsidR="006F1ADB" w:rsidRDefault="006F1ADB" w:rsidP="005A3479">
      <w:r>
        <w:t>— </w:t>
      </w:r>
      <w:r w:rsidR="005A3479">
        <w:t>Pourquoi me regardez-vous ainsi</w:t>
      </w:r>
      <w:r>
        <w:t xml:space="preserve"> ? </w:t>
      </w:r>
      <w:r w:rsidR="005A3479">
        <w:t>dit-il</w:t>
      </w:r>
      <w:r>
        <w:t xml:space="preserve">. </w:t>
      </w:r>
      <w:r w:rsidR="005A3479">
        <w:t>Vous pouvez me convaincre d</w:t>
      </w:r>
      <w:r>
        <w:t>’</w:t>
      </w:r>
      <w:r w:rsidR="005A3479">
        <w:t>ignorance</w:t>
      </w:r>
      <w:r>
        <w:t xml:space="preserve"> ; </w:t>
      </w:r>
      <w:r w:rsidR="005A3479">
        <w:t>vous avez appris tant de choses avec cet ami si cher qui est mort</w:t>
      </w:r>
      <w:r>
        <w:t>.</w:t>
      </w:r>
    </w:p>
    <w:p w14:paraId="65595BF0" w14:textId="77777777" w:rsidR="006F1ADB" w:rsidRDefault="006F1ADB" w:rsidP="005A3479">
      <w:r>
        <w:t>— </w:t>
      </w:r>
      <w:r w:rsidR="005A3479">
        <w:t>Ne revenons pas sur ce sujet</w:t>
      </w:r>
      <w:r>
        <w:t xml:space="preserve">, </w:t>
      </w:r>
      <w:r w:rsidR="005A3479">
        <w:t>fit-elle calmement</w:t>
      </w:r>
      <w:r>
        <w:t xml:space="preserve">. </w:t>
      </w:r>
      <w:r w:rsidR="005A3479">
        <w:t>Travai</w:t>
      </w:r>
      <w:r w:rsidR="005A3479">
        <w:t>l</w:t>
      </w:r>
      <w:r w:rsidR="005A3479">
        <w:t>lerez-vous encore</w:t>
      </w:r>
      <w:r>
        <w:t xml:space="preserve">, </w:t>
      </w:r>
      <w:r w:rsidR="005A3479">
        <w:t>la semaine prochaine</w:t>
      </w:r>
      <w:r>
        <w:t xml:space="preserve">, </w:t>
      </w:r>
      <w:r w:rsidR="005A3479">
        <w:t>dans l</w:t>
      </w:r>
      <w:r>
        <w:t>’</w:t>
      </w:r>
      <w:r w:rsidR="005A3479">
        <w:t>église où vous avez entendu le beau cantique</w:t>
      </w:r>
      <w:r>
        <w:t> ?</w:t>
      </w:r>
    </w:p>
    <w:p w14:paraId="2E8B5729" w14:textId="77777777" w:rsidR="006F1ADB" w:rsidRDefault="006F1ADB" w:rsidP="005A3479">
      <w:r>
        <w:t>— </w:t>
      </w:r>
      <w:r w:rsidR="005A3479">
        <w:t>Peut-être</w:t>
      </w:r>
      <w:r>
        <w:t>.</w:t>
      </w:r>
    </w:p>
    <w:p w14:paraId="13CAB0FA" w14:textId="77777777" w:rsidR="006F1ADB" w:rsidRDefault="006F1ADB" w:rsidP="005A3479">
      <w:r>
        <w:t>— </w:t>
      </w:r>
      <w:r w:rsidR="005A3479">
        <w:t>Ce sera très gentil</w:t>
      </w:r>
      <w:r>
        <w:t xml:space="preserve">. </w:t>
      </w:r>
      <w:r w:rsidR="005A3479">
        <w:t>Irai-je vous voir</w:t>
      </w:r>
      <w:r>
        <w:t xml:space="preserve"> ? </w:t>
      </w:r>
      <w:r w:rsidR="005A3479">
        <w:t>Je puis partir un après-midi par le train d</w:t>
      </w:r>
      <w:r>
        <w:t>’</w:t>
      </w:r>
      <w:r w:rsidR="005A3479">
        <w:t>une heure et demie</w:t>
      </w:r>
      <w:r>
        <w:t>.</w:t>
      </w:r>
    </w:p>
    <w:p w14:paraId="6C1D6D3A" w14:textId="77777777" w:rsidR="006F1ADB" w:rsidRDefault="006F1ADB" w:rsidP="005A3479">
      <w:r>
        <w:t>— </w:t>
      </w:r>
      <w:r w:rsidR="005A3479">
        <w:t>Non</w:t>
      </w:r>
      <w:r>
        <w:t xml:space="preserve">. </w:t>
      </w:r>
      <w:r w:rsidR="005A3479">
        <w:t>Ne venez pas</w:t>
      </w:r>
      <w:r>
        <w:t>.</w:t>
      </w:r>
    </w:p>
    <w:p w14:paraId="196AB5D6" w14:textId="77777777" w:rsidR="006F1ADB" w:rsidRDefault="006F1ADB" w:rsidP="005A3479">
      <w:r>
        <w:t>— </w:t>
      </w:r>
      <w:r w:rsidR="005A3479">
        <w:t>Pourquoi</w:t>
      </w:r>
      <w:r>
        <w:t xml:space="preserve"> ?… </w:t>
      </w:r>
      <w:r w:rsidR="005A3479">
        <w:t>Ne devons-nous pas être amis et agir en conséquence</w:t>
      </w:r>
      <w:r>
        <w:t> ?</w:t>
      </w:r>
    </w:p>
    <w:p w14:paraId="6736818E" w14:textId="77777777" w:rsidR="006F1ADB" w:rsidRDefault="006F1ADB" w:rsidP="005A3479">
      <w:r>
        <w:t>— </w:t>
      </w:r>
      <w:r w:rsidR="005A3479">
        <w:t>Non</w:t>
      </w:r>
      <w:r>
        <w:t>.</w:t>
      </w:r>
    </w:p>
    <w:p w14:paraId="12E38E8D" w14:textId="77777777" w:rsidR="006F1ADB" w:rsidRDefault="006F1ADB" w:rsidP="005A3479">
      <w:r>
        <w:t>— </w:t>
      </w:r>
      <w:r w:rsidR="005A3479">
        <w:t>Je ne comprends pas</w:t>
      </w:r>
      <w:r>
        <w:t xml:space="preserve">. </w:t>
      </w:r>
      <w:r w:rsidR="005A3479">
        <w:t>Je croyais que vous seriez toujours bon pour moi</w:t>
      </w:r>
      <w:r>
        <w:t> ?</w:t>
      </w:r>
    </w:p>
    <w:p w14:paraId="41C64E12" w14:textId="77777777" w:rsidR="006F1ADB" w:rsidRDefault="006F1ADB" w:rsidP="005A3479">
      <w:r>
        <w:t>— </w:t>
      </w:r>
      <w:r w:rsidR="005A3479">
        <w:t>Non</w:t>
      </w:r>
      <w:r>
        <w:t xml:space="preserve">, </w:t>
      </w:r>
      <w:r w:rsidR="005A3479">
        <w:t>je ne le suis pas</w:t>
      </w:r>
      <w:r>
        <w:t>.</w:t>
      </w:r>
    </w:p>
    <w:p w14:paraId="7D764D89" w14:textId="77777777" w:rsidR="006F1ADB" w:rsidRDefault="006F1ADB" w:rsidP="005A3479">
      <w:r>
        <w:t>— </w:t>
      </w:r>
      <w:r w:rsidR="005A3479">
        <w:t>Qu</w:t>
      </w:r>
      <w:r>
        <w:t>’</w:t>
      </w:r>
      <w:r w:rsidR="005A3479">
        <w:t>ai-je donc fait</w:t>
      </w:r>
      <w:r>
        <w:t xml:space="preserve"> ? </w:t>
      </w:r>
      <w:r w:rsidR="005A3479">
        <w:t>Je croyais que nous deux</w:t>
      </w:r>
      <w:r>
        <w:t>…</w:t>
      </w:r>
    </w:p>
    <w:p w14:paraId="3B622B00" w14:textId="77777777" w:rsidR="006F1ADB" w:rsidRDefault="005A3479" w:rsidP="005A3479">
      <w:r>
        <w:t>Le tremblement de sa voix coupa ses paroles</w:t>
      </w:r>
      <w:r w:rsidR="006F1ADB">
        <w:t>.</w:t>
      </w:r>
    </w:p>
    <w:p w14:paraId="02DB6492" w14:textId="77777777" w:rsidR="006F1ADB" w:rsidRDefault="006F1ADB" w:rsidP="005A3479">
      <w:r>
        <w:t>— </w:t>
      </w:r>
      <w:r w:rsidR="005A3479">
        <w:t>Sue</w:t>
      </w:r>
      <w:r>
        <w:t xml:space="preserve">, </w:t>
      </w:r>
      <w:r w:rsidR="005A3479">
        <w:t>je pense quelquefois que vous êtes une coquette</w:t>
      </w:r>
      <w:r>
        <w:t xml:space="preserve">, </w:t>
      </w:r>
      <w:r w:rsidR="005A3479">
        <w:t>dit-il crûment</w:t>
      </w:r>
      <w:r>
        <w:t>.</w:t>
      </w:r>
    </w:p>
    <w:p w14:paraId="6B144941" w14:textId="77777777" w:rsidR="006F1ADB" w:rsidRDefault="005A3479" w:rsidP="005A3479">
      <w:r>
        <w:lastRenderedPageBreak/>
        <w:t>Il y eut un silence</w:t>
      </w:r>
      <w:r w:rsidR="006F1ADB">
        <w:t xml:space="preserve">, </w:t>
      </w:r>
      <w:r>
        <w:t>puis elle se leva</w:t>
      </w:r>
      <w:r w:rsidR="006F1ADB">
        <w:t xml:space="preserve">. </w:t>
      </w:r>
      <w:r>
        <w:t>Jude</w:t>
      </w:r>
      <w:r w:rsidR="006F1ADB">
        <w:t xml:space="preserve">, </w:t>
      </w:r>
      <w:r>
        <w:t>très surpris</w:t>
      </w:r>
      <w:r w:rsidR="006F1ADB">
        <w:t xml:space="preserve">, </w:t>
      </w:r>
      <w:r>
        <w:t>vit</w:t>
      </w:r>
      <w:r w:rsidR="006F1ADB">
        <w:t xml:space="preserve">, </w:t>
      </w:r>
      <w:r>
        <w:t>à la lueur de la lampe</w:t>
      </w:r>
      <w:r w:rsidR="006F1ADB">
        <w:t xml:space="preserve">, </w:t>
      </w:r>
      <w:r>
        <w:t>que son visage était couvert de rougeur</w:t>
      </w:r>
      <w:r w:rsidR="006F1ADB">
        <w:t>.</w:t>
      </w:r>
    </w:p>
    <w:p w14:paraId="55E1E296" w14:textId="77777777" w:rsidR="006F1ADB" w:rsidRDefault="006F1ADB" w:rsidP="005A3479">
      <w:r>
        <w:t>— </w:t>
      </w:r>
      <w:r w:rsidR="005A3479">
        <w:t>Je ne puis continuer cette conversation</w:t>
      </w:r>
      <w:r>
        <w:t xml:space="preserve">, </w:t>
      </w:r>
      <w:r w:rsidR="005A3479">
        <w:t>Jude</w:t>
      </w:r>
      <w:r>
        <w:t xml:space="preserve"> ! </w:t>
      </w:r>
      <w:r w:rsidR="005A3479">
        <w:t>dit-elle</w:t>
      </w:r>
      <w:r>
        <w:t xml:space="preserve">, </w:t>
      </w:r>
      <w:r w:rsidR="005A3479">
        <w:t>et la tragique note grave reparut dans sa voix</w:t>
      </w:r>
      <w:r>
        <w:t xml:space="preserve">. </w:t>
      </w:r>
      <w:r w:rsidR="005A3479">
        <w:t>Il fait trop sombre pour rester seuls ensemble</w:t>
      </w:r>
      <w:r>
        <w:t xml:space="preserve">, </w:t>
      </w:r>
      <w:r w:rsidR="005A3479">
        <w:t>ici</w:t>
      </w:r>
      <w:r>
        <w:t xml:space="preserve">, </w:t>
      </w:r>
      <w:r w:rsidR="005A3479">
        <w:t>après avoir joué ces cantiques morbides du Vendredi-Saint</w:t>
      </w:r>
      <w:r>
        <w:t xml:space="preserve">, </w:t>
      </w:r>
      <w:r w:rsidR="005A3479">
        <w:t>qui ne nous donnent pas des ém</w:t>
      </w:r>
      <w:r w:rsidR="005A3479">
        <w:t>o</w:t>
      </w:r>
      <w:r w:rsidR="005A3479">
        <w:t>tions du même genre</w:t>
      </w:r>
      <w:r>
        <w:t xml:space="preserve">… </w:t>
      </w:r>
      <w:r w:rsidR="005A3479">
        <w:t>Je suis précisément le contraire d</w:t>
      </w:r>
      <w:r>
        <w:t>’</w:t>
      </w:r>
      <w:r w:rsidR="005A3479">
        <w:t>une coquette</w:t>
      </w:r>
      <w:r>
        <w:t xml:space="preserve">, </w:t>
      </w:r>
      <w:r w:rsidR="005A3479">
        <w:t>comme vous m</w:t>
      </w:r>
      <w:r>
        <w:t>’</w:t>
      </w:r>
      <w:r w:rsidR="005A3479">
        <w:t>avez nommée si cruellement</w:t>
      </w:r>
      <w:r>
        <w:t xml:space="preserve">. </w:t>
      </w:r>
      <w:r w:rsidR="005A3479">
        <w:t>Ô Jude</w:t>
      </w:r>
      <w:r>
        <w:t xml:space="preserve"> ! </w:t>
      </w:r>
      <w:r w:rsidR="005A3479">
        <w:t>que c</w:t>
      </w:r>
      <w:r>
        <w:t>’</w:t>
      </w:r>
      <w:r w:rsidR="005A3479">
        <w:t>était cruel de me parler ainsi</w:t>
      </w:r>
      <w:r>
        <w:t xml:space="preserve"> ! </w:t>
      </w:r>
      <w:r w:rsidR="005A3479">
        <w:t>Cependant</w:t>
      </w:r>
      <w:r>
        <w:t xml:space="preserve">, </w:t>
      </w:r>
      <w:r w:rsidR="005A3479">
        <w:t>je ne pouvais pas vous dire la vérité</w:t>
      </w:r>
      <w:r>
        <w:t xml:space="preserve">. </w:t>
      </w:r>
      <w:r w:rsidR="005A3479">
        <w:t>Je vous aurais choqué en vous révélant que je donne libre carrière à mes impulsions</w:t>
      </w:r>
      <w:r>
        <w:t xml:space="preserve">, </w:t>
      </w:r>
      <w:r w:rsidR="005A3479">
        <w:t>et combien je suis convaincue que je n</w:t>
      </w:r>
      <w:r>
        <w:t>’</w:t>
      </w:r>
      <w:r w:rsidR="005A3479">
        <w:t>aurais pas reçu le don de sympathie attra</w:t>
      </w:r>
      <w:r w:rsidR="005A3479">
        <w:t>c</w:t>
      </w:r>
      <w:r w:rsidR="005A3479">
        <w:t>tive si je devais l</w:t>
      </w:r>
      <w:r>
        <w:t>’</w:t>
      </w:r>
      <w:r w:rsidR="005A3479">
        <w:t>exercer</w:t>
      </w:r>
      <w:r>
        <w:t xml:space="preserve">. </w:t>
      </w:r>
      <w:r w:rsidR="005A3479">
        <w:t>Quelques femmes sont insatiables d</w:t>
      </w:r>
      <w:r>
        <w:t>’</w:t>
      </w:r>
      <w:r w:rsidR="005A3479">
        <w:t>être aimées</w:t>
      </w:r>
      <w:r>
        <w:t xml:space="preserve">, </w:t>
      </w:r>
      <w:r w:rsidR="005A3479">
        <w:t>et</w:t>
      </w:r>
      <w:r>
        <w:t xml:space="preserve">, </w:t>
      </w:r>
      <w:r w:rsidR="005A3479">
        <w:t>souvent aussi insatiables d</w:t>
      </w:r>
      <w:r>
        <w:t>’</w:t>
      </w:r>
      <w:r w:rsidR="005A3479">
        <w:t>aimer</w:t>
      </w:r>
      <w:r>
        <w:t xml:space="preserve"> ; </w:t>
      </w:r>
      <w:r w:rsidR="005A3479">
        <w:t>et</w:t>
      </w:r>
      <w:r>
        <w:t xml:space="preserve">, </w:t>
      </w:r>
      <w:r w:rsidR="005A3479">
        <w:t>dans le dernier cas</w:t>
      </w:r>
      <w:r>
        <w:t xml:space="preserve">, </w:t>
      </w:r>
      <w:r w:rsidR="005A3479">
        <w:t>elles peuvent s</w:t>
      </w:r>
      <w:r>
        <w:t>’</w:t>
      </w:r>
      <w:r w:rsidR="005A3479">
        <w:t>apercevoir que leur amour ne va pas éternellement au compagnon d</w:t>
      </w:r>
      <w:r>
        <w:t>’</w:t>
      </w:r>
      <w:r w:rsidR="005A3479">
        <w:t>alcôve à qui le prêtre a donné l</w:t>
      </w:r>
      <w:r w:rsidR="005A3479">
        <w:t>i</w:t>
      </w:r>
      <w:r w:rsidR="005A3479">
        <w:t>cence de le recevoir</w:t>
      </w:r>
      <w:r>
        <w:t xml:space="preserve">. </w:t>
      </w:r>
      <w:r w:rsidR="005A3479">
        <w:t>Mais vous</w:t>
      </w:r>
      <w:r>
        <w:t xml:space="preserve">, </w:t>
      </w:r>
      <w:r w:rsidR="005A3479">
        <w:t>Jude</w:t>
      </w:r>
      <w:r>
        <w:t xml:space="preserve">, </w:t>
      </w:r>
      <w:r w:rsidR="005A3479">
        <w:t>vous êtes si droit que vous ne pouvez me comprendre</w:t>
      </w:r>
      <w:r>
        <w:t xml:space="preserve">… </w:t>
      </w:r>
      <w:r w:rsidR="005A3479">
        <w:t>D</w:t>
      </w:r>
      <w:r>
        <w:t>’</w:t>
      </w:r>
      <w:r w:rsidR="005A3479">
        <w:t>ailleurs</w:t>
      </w:r>
      <w:r>
        <w:t xml:space="preserve">, </w:t>
      </w:r>
      <w:r w:rsidR="005A3479">
        <w:t>vous ne le devez pas</w:t>
      </w:r>
      <w:r>
        <w:t xml:space="preserve">… </w:t>
      </w:r>
      <w:r w:rsidR="005A3479">
        <w:t>Je suis fâchée que mon mari ne soit pas à la maison</w:t>
      </w:r>
      <w:r>
        <w:t>.</w:t>
      </w:r>
    </w:p>
    <w:p w14:paraId="070E53DF" w14:textId="77777777" w:rsidR="006F1ADB" w:rsidRDefault="006F1ADB" w:rsidP="005A3479">
      <w:r>
        <w:t>— </w:t>
      </w:r>
      <w:r w:rsidR="005A3479">
        <w:t>Vraiment</w:t>
      </w:r>
      <w:r>
        <w:t> ?</w:t>
      </w:r>
    </w:p>
    <w:p w14:paraId="5E9B356A" w14:textId="77777777" w:rsidR="006F1ADB" w:rsidRDefault="006F1ADB" w:rsidP="005A3479">
      <w:r>
        <w:t>— </w:t>
      </w:r>
      <w:r w:rsidR="005A3479">
        <w:t>Je sens que tout ce que j</w:t>
      </w:r>
      <w:r>
        <w:t>’</w:t>
      </w:r>
      <w:r w:rsidR="005A3479">
        <w:t>ai dit est simplement affaire de convention</w:t>
      </w:r>
      <w:r>
        <w:t>.</w:t>
      </w:r>
    </w:p>
    <w:p w14:paraId="25FC3CA1" w14:textId="77777777" w:rsidR="006F1ADB" w:rsidRDefault="005A3479" w:rsidP="005A3479">
      <w:r>
        <w:t>Il avait à peine franchi le seuil du parloir qu</w:t>
      </w:r>
      <w:r w:rsidR="006F1ADB">
        <w:t>’</w:t>
      </w:r>
      <w:r>
        <w:t>elle ouvrit la fenêtre donnant sur le chemin où il passait</w:t>
      </w:r>
      <w:r w:rsidR="006F1ADB">
        <w:t>.</w:t>
      </w:r>
    </w:p>
    <w:p w14:paraId="41019876" w14:textId="77777777" w:rsidR="006F1ADB" w:rsidRDefault="006F1ADB" w:rsidP="005A3479">
      <w:r>
        <w:t>— </w:t>
      </w:r>
      <w:r w:rsidR="005A3479">
        <w:t>Quand partirez-vous pour aller au train</w:t>
      </w:r>
      <w:r>
        <w:t xml:space="preserve">, </w:t>
      </w:r>
      <w:r w:rsidR="005A3479">
        <w:t>Jude</w:t>
      </w:r>
      <w:r>
        <w:t xml:space="preserve"> ? </w:t>
      </w:r>
      <w:r w:rsidR="005A3479">
        <w:t>dema</w:t>
      </w:r>
      <w:r w:rsidR="005A3479">
        <w:t>n</w:t>
      </w:r>
      <w:r w:rsidR="005A3479">
        <w:t>da-t-elle</w:t>
      </w:r>
      <w:r>
        <w:t>.</w:t>
      </w:r>
    </w:p>
    <w:p w14:paraId="19C5B583" w14:textId="77777777" w:rsidR="006F1ADB" w:rsidRDefault="006F1ADB" w:rsidP="005A3479">
      <w:r>
        <w:t>— </w:t>
      </w:r>
      <w:r w:rsidR="005A3479">
        <w:t>La voiture qui doit m</w:t>
      </w:r>
      <w:r>
        <w:t>’</w:t>
      </w:r>
      <w:r w:rsidR="005A3479">
        <w:t>y conduire passera dans trois quarts d</w:t>
      </w:r>
      <w:r>
        <w:t>’</w:t>
      </w:r>
      <w:r w:rsidR="005A3479">
        <w:t>heure</w:t>
      </w:r>
      <w:r>
        <w:t>.</w:t>
      </w:r>
    </w:p>
    <w:p w14:paraId="000EDE70" w14:textId="77777777" w:rsidR="006F1ADB" w:rsidRDefault="006F1ADB" w:rsidP="005A3479">
      <w:r>
        <w:lastRenderedPageBreak/>
        <w:t>— </w:t>
      </w:r>
      <w:r w:rsidR="005A3479">
        <w:t>Que ferez-vous jusque-là</w:t>
      </w:r>
      <w:r>
        <w:t> ?</w:t>
      </w:r>
    </w:p>
    <w:p w14:paraId="7D8CADE0" w14:textId="77777777" w:rsidR="006F1ADB" w:rsidRDefault="006F1ADB" w:rsidP="005A3479">
      <w:r>
        <w:t>— </w:t>
      </w:r>
      <w:r w:rsidR="005A3479">
        <w:t>Je me promènerai</w:t>
      </w:r>
      <w:r>
        <w:t xml:space="preserve">. </w:t>
      </w:r>
      <w:r w:rsidR="005A3479">
        <w:t>Peut-être irai-je m</w:t>
      </w:r>
      <w:r>
        <w:t>’</w:t>
      </w:r>
      <w:r w:rsidR="005A3479">
        <w:t>asseoir dans la vieille église</w:t>
      </w:r>
      <w:r>
        <w:t>.</w:t>
      </w:r>
    </w:p>
    <w:p w14:paraId="65BDCD26" w14:textId="77777777" w:rsidR="006F1ADB" w:rsidRDefault="006F1ADB" w:rsidP="005A3479">
      <w:r>
        <w:t>— </w:t>
      </w:r>
      <w:r w:rsidR="005A3479">
        <w:t>Cela me semble dur de vous expédier ainsi</w:t>
      </w:r>
      <w:r>
        <w:t xml:space="preserve">. </w:t>
      </w:r>
      <w:r w:rsidR="005A3479">
        <w:t>Vous avez bien assez vu d</w:t>
      </w:r>
      <w:r>
        <w:t>’</w:t>
      </w:r>
      <w:r w:rsidR="005A3479">
        <w:t>églises</w:t>
      </w:r>
      <w:r>
        <w:t xml:space="preserve">, </w:t>
      </w:r>
      <w:r w:rsidR="005A3479">
        <w:t>Dieu le sait</w:t>
      </w:r>
      <w:r>
        <w:t xml:space="preserve">, </w:t>
      </w:r>
      <w:r w:rsidR="005A3479">
        <w:t>sans aller en chercher une dans l</w:t>
      </w:r>
      <w:r>
        <w:t>’</w:t>
      </w:r>
      <w:r w:rsidR="005A3479">
        <w:t>obscurité</w:t>
      </w:r>
      <w:r>
        <w:t xml:space="preserve">. </w:t>
      </w:r>
      <w:r w:rsidR="005A3479">
        <w:t>Restez ici</w:t>
      </w:r>
      <w:r>
        <w:t>.</w:t>
      </w:r>
    </w:p>
    <w:p w14:paraId="2BB42822" w14:textId="77777777" w:rsidR="006F1ADB" w:rsidRDefault="006F1ADB" w:rsidP="005A3479">
      <w:r>
        <w:t>— </w:t>
      </w:r>
      <w:r w:rsidR="005A3479">
        <w:t>Où</w:t>
      </w:r>
      <w:r>
        <w:t> ?</w:t>
      </w:r>
    </w:p>
    <w:p w14:paraId="43F3A1CF" w14:textId="77777777" w:rsidR="006F1ADB" w:rsidRDefault="006F1ADB" w:rsidP="005A3479">
      <w:r>
        <w:t>— </w:t>
      </w:r>
      <w:r w:rsidR="005A3479">
        <w:t>Où vous êtes</w:t>
      </w:r>
      <w:r>
        <w:t xml:space="preserve">. </w:t>
      </w:r>
      <w:r w:rsidR="005A3479">
        <w:t>Je causerai avec vous mieux que quand nous sommes tout près l</w:t>
      </w:r>
      <w:r>
        <w:t>’</w:t>
      </w:r>
      <w:r w:rsidR="005A3479">
        <w:t>un de l</w:t>
      </w:r>
      <w:r>
        <w:t>’</w:t>
      </w:r>
      <w:r w:rsidR="005A3479">
        <w:t>autre</w:t>
      </w:r>
      <w:r>
        <w:t xml:space="preserve">… </w:t>
      </w:r>
      <w:r w:rsidR="005A3479">
        <w:t>C</w:t>
      </w:r>
      <w:r>
        <w:t>’</w:t>
      </w:r>
      <w:r w:rsidR="005A3479">
        <w:t>était si bien à vous de perdre une demi-journée de travail pour venir me voir</w:t>
      </w:r>
      <w:r>
        <w:t xml:space="preserve">… </w:t>
      </w:r>
      <w:r w:rsidR="005A3479">
        <w:t>Vous êtes Joseph</w:t>
      </w:r>
      <w:r>
        <w:t xml:space="preserve">, </w:t>
      </w:r>
      <w:r w:rsidR="005A3479">
        <w:t>le rêveur de rêves</w:t>
      </w:r>
      <w:r>
        <w:t xml:space="preserve">, </w:t>
      </w:r>
      <w:r w:rsidR="005A3479">
        <w:t>cher Jude</w:t>
      </w:r>
      <w:r>
        <w:t xml:space="preserve">. </w:t>
      </w:r>
      <w:r w:rsidR="005A3479">
        <w:t>Vous êtes un tragique Don Quichotte</w:t>
      </w:r>
      <w:r>
        <w:t xml:space="preserve">. </w:t>
      </w:r>
      <w:r w:rsidR="005A3479">
        <w:t>Et quelquefois vous êtes saint Étienne qui pe</w:t>
      </w:r>
      <w:r w:rsidR="005A3479">
        <w:t>n</w:t>
      </w:r>
      <w:r w:rsidR="005A3479">
        <w:t>dant qu</w:t>
      </w:r>
      <w:r>
        <w:t>’</w:t>
      </w:r>
      <w:r w:rsidR="005A3479">
        <w:t>on l</w:t>
      </w:r>
      <w:r>
        <w:t>’</w:t>
      </w:r>
      <w:r w:rsidR="005A3479">
        <w:t>emmurait</w:t>
      </w:r>
      <w:r>
        <w:t xml:space="preserve">, </w:t>
      </w:r>
      <w:r w:rsidR="005A3479">
        <w:t>croyait voir les cieux ouverts</w:t>
      </w:r>
      <w:r>
        <w:t xml:space="preserve">. </w:t>
      </w:r>
      <w:r w:rsidR="005A3479">
        <w:t>Ô mon pauvre ami et compagnon</w:t>
      </w:r>
      <w:r>
        <w:t xml:space="preserve">, </w:t>
      </w:r>
      <w:r w:rsidR="005A3479">
        <w:t>vous souffrirez</w:t>
      </w:r>
      <w:r>
        <w:t xml:space="preserve">, </w:t>
      </w:r>
      <w:r w:rsidR="005A3479">
        <w:t>pourtant</w:t>
      </w:r>
      <w:r>
        <w:t> !</w:t>
      </w:r>
    </w:p>
    <w:p w14:paraId="55B18C9F" w14:textId="77777777" w:rsidR="006F1ADB" w:rsidRDefault="005A3479" w:rsidP="005A3479">
      <w:r>
        <w:t>Maintenant que le haut balconnet de la fenêtre était entre eux</w:t>
      </w:r>
      <w:r w:rsidR="006F1ADB">
        <w:t xml:space="preserve">, </w:t>
      </w:r>
      <w:r>
        <w:t>Sue parlait avec une liberté qu</w:t>
      </w:r>
      <w:r w:rsidR="006F1ADB">
        <w:t>’</w:t>
      </w:r>
      <w:r>
        <w:t>elle avait redoutée entre quatre murs</w:t>
      </w:r>
      <w:r w:rsidR="006F1ADB">
        <w:t>.</w:t>
      </w:r>
    </w:p>
    <w:p w14:paraId="3AAB21D3" w14:textId="531C8FD9" w:rsidR="006F1ADB" w:rsidRDefault="006F1ADB" w:rsidP="005A3479">
      <w:r>
        <w:t>— </w:t>
      </w:r>
      <w:r w:rsidR="005A3479">
        <w:t>J</w:t>
      </w:r>
      <w:r>
        <w:t>’</w:t>
      </w:r>
      <w:r w:rsidR="005A3479">
        <w:t>ai pensé</w:t>
      </w:r>
      <w:r>
        <w:t xml:space="preserve">, </w:t>
      </w:r>
      <w:r w:rsidR="005A3479">
        <w:t>continua-t-elle</w:t>
      </w:r>
      <w:r>
        <w:t xml:space="preserve">, </w:t>
      </w:r>
      <w:r w:rsidR="005A3479">
        <w:t>en laissant déborder ses se</w:t>
      </w:r>
      <w:r w:rsidR="005A3479">
        <w:t>n</w:t>
      </w:r>
      <w:r w:rsidR="005A3479">
        <w:t>timents</w:t>
      </w:r>
      <w:r>
        <w:t xml:space="preserve">, </w:t>
      </w:r>
      <w:r w:rsidR="005A3479">
        <w:t>j</w:t>
      </w:r>
      <w:r>
        <w:t>’</w:t>
      </w:r>
      <w:r w:rsidR="005A3479">
        <w:t>ai pensé que les moules sociaux où la civilisation nous enferme n</w:t>
      </w:r>
      <w:r>
        <w:t>’</w:t>
      </w:r>
      <w:r w:rsidR="005A3479">
        <w:t>ont pas avec nos formes réelles une plus exacte rel</w:t>
      </w:r>
      <w:r w:rsidR="005A3479">
        <w:t>a</w:t>
      </w:r>
      <w:r w:rsidR="005A3479">
        <w:t>tion que les figures conventionnelles des constellations avec la véritable carte stellaire</w:t>
      </w:r>
      <w:r>
        <w:t xml:space="preserve">. </w:t>
      </w:r>
      <w:r w:rsidR="005A3479">
        <w:t xml:space="preserve">Je me nomme </w:t>
      </w:r>
      <w:r>
        <w:t>M</w:t>
      </w:r>
      <w:r w:rsidRPr="006F1ADB">
        <w:rPr>
          <w:vertAlign w:val="superscript"/>
        </w:rPr>
        <w:t>rs</w:t>
      </w:r>
      <w:r>
        <w:t> </w:t>
      </w:r>
      <w:r w:rsidR="005A3479">
        <w:t xml:space="preserve">Richard </w:t>
      </w:r>
      <w:proofErr w:type="spellStart"/>
      <w:r w:rsidR="005A3479">
        <w:t>Phillotson</w:t>
      </w:r>
      <w:proofErr w:type="spellEnd"/>
      <w:r>
        <w:t xml:space="preserve">, </w:t>
      </w:r>
      <w:r w:rsidR="005A3479">
        <w:t>et je vis comme une paisible épouse avec mon partenaire du même nom</w:t>
      </w:r>
      <w:r>
        <w:t xml:space="preserve">. </w:t>
      </w:r>
      <w:r w:rsidR="005A3479">
        <w:t xml:space="preserve">Mais je ne suis pas réellement </w:t>
      </w:r>
      <w:r>
        <w:t>M</w:t>
      </w:r>
      <w:r w:rsidRPr="006F1ADB">
        <w:rPr>
          <w:vertAlign w:val="superscript"/>
        </w:rPr>
        <w:t>rs</w:t>
      </w:r>
      <w:r>
        <w:t> </w:t>
      </w:r>
      <w:r w:rsidR="005A3479">
        <w:t xml:space="preserve">Richard </w:t>
      </w:r>
      <w:proofErr w:type="spellStart"/>
      <w:r w:rsidR="005A3479">
        <w:t>Phillo</w:t>
      </w:r>
      <w:r w:rsidR="005A3479">
        <w:t>t</w:t>
      </w:r>
      <w:r w:rsidR="005A3479">
        <w:t>son</w:t>
      </w:r>
      <w:proofErr w:type="spellEnd"/>
      <w:r>
        <w:t xml:space="preserve"> ; </w:t>
      </w:r>
      <w:r w:rsidR="005A3479">
        <w:t>je suis une femme isolée</w:t>
      </w:r>
      <w:r>
        <w:t xml:space="preserve">, </w:t>
      </w:r>
      <w:r w:rsidR="005A3479">
        <w:t>ballottée çà et là</w:t>
      </w:r>
      <w:r>
        <w:t xml:space="preserve">, </w:t>
      </w:r>
      <w:r w:rsidR="005A3479">
        <w:t>en proie à des passions affolantes et à d</w:t>
      </w:r>
      <w:r>
        <w:t>’</w:t>
      </w:r>
      <w:r w:rsidR="005A3479">
        <w:t>inexplicables antipathies</w:t>
      </w:r>
      <w:r>
        <w:t xml:space="preserve">… </w:t>
      </w:r>
      <w:r w:rsidR="005A3479">
        <w:t>À présent</w:t>
      </w:r>
      <w:r>
        <w:t xml:space="preserve">, </w:t>
      </w:r>
      <w:r w:rsidR="005A3479">
        <w:t>il faut que vous partiez</w:t>
      </w:r>
      <w:r>
        <w:t xml:space="preserve">, </w:t>
      </w:r>
      <w:r w:rsidR="005A3479">
        <w:t>ou bien vous manquerez la voiture</w:t>
      </w:r>
      <w:r>
        <w:t xml:space="preserve">… </w:t>
      </w:r>
      <w:r w:rsidR="005A3479">
        <w:t>Venez me voir encore</w:t>
      </w:r>
      <w:r>
        <w:t xml:space="preserve">. </w:t>
      </w:r>
      <w:r w:rsidR="005A3479">
        <w:t>Vous devez revenir à la maison</w:t>
      </w:r>
      <w:r>
        <w:t>.</w:t>
      </w:r>
    </w:p>
    <w:p w14:paraId="18FF8966" w14:textId="77777777" w:rsidR="006F1ADB" w:rsidRDefault="006F1ADB" w:rsidP="005A3479">
      <w:r>
        <w:lastRenderedPageBreak/>
        <w:t>— </w:t>
      </w:r>
      <w:r w:rsidR="005A3479">
        <w:t>Oui</w:t>
      </w:r>
      <w:r>
        <w:t xml:space="preserve">, </w:t>
      </w:r>
      <w:r w:rsidR="005A3479">
        <w:t>dit Jude</w:t>
      </w:r>
      <w:r>
        <w:t xml:space="preserve">. </w:t>
      </w:r>
      <w:r w:rsidR="005A3479">
        <w:t>Et quand</w:t>
      </w:r>
      <w:r>
        <w:t> ?</w:t>
      </w:r>
    </w:p>
    <w:p w14:paraId="1DBA3637" w14:textId="77777777" w:rsidR="006F1ADB" w:rsidRDefault="006F1ADB" w:rsidP="005A3479">
      <w:r>
        <w:t>— </w:t>
      </w:r>
      <w:r w:rsidR="005A3479">
        <w:t>La semaine prochaine</w:t>
      </w:r>
      <w:r>
        <w:t xml:space="preserve">. </w:t>
      </w:r>
      <w:r w:rsidR="005A3479">
        <w:t>Adieu</w:t>
      </w:r>
      <w:r>
        <w:t xml:space="preserve">, </w:t>
      </w:r>
      <w:r w:rsidR="005A3479">
        <w:t>adieu</w:t>
      </w:r>
      <w:r>
        <w:t>.</w:t>
      </w:r>
    </w:p>
    <w:p w14:paraId="2B77EBD0" w14:textId="77777777" w:rsidR="006F1ADB" w:rsidRDefault="005A3479" w:rsidP="005A3479">
      <w:r>
        <w:t>Jude lui dit adieu et disparut dans les ténèbres</w:t>
      </w:r>
      <w:r w:rsidR="006F1ADB">
        <w:t>.</w:t>
      </w:r>
    </w:p>
    <w:p w14:paraId="7D514532" w14:textId="77777777" w:rsidR="006F1ADB" w:rsidRDefault="005A3479" w:rsidP="005A3479">
      <w:r>
        <w:t>Il savait qu</w:t>
      </w:r>
      <w:r w:rsidR="006F1ADB">
        <w:t>’</w:t>
      </w:r>
      <w:r>
        <w:t>il reviendrait encore comme elle l</w:t>
      </w:r>
      <w:r w:rsidR="006F1ADB">
        <w:t>’</w:t>
      </w:r>
      <w:r>
        <w:t>y avait invité</w:t>
      </w:r>
      <w:r w:rsidR="006F1ADB">
        <w:t xml:space="preserve">. </w:t>
      </w:r>
      <w:r>
        <w:t>Ces hommes des temps passés dont il avait lu l</w:t>
      </w:r>
      <w:r w:rsidR="006F1ADB">
        <w:t>’</w:t>
      </w:r>
      <w:r>
        <w:t>histoire</w:t>
      </w:r>
      <w:r w:rsidR="006F1ADB">
        <w:t xml:space="preserve">, </w:t>
      </w:r>
      <w:r>
        <w:t>ces saints que Sue</w:t>
      </w:r>
      <w:r w:rsidR="006F1ADB">
        <w:t xml:space="preserve">, </w:t>
      </w:r>
      <w:r>
        <w:t>avec une gentille irrévérence</w:t>
      </w:r>
      <w:r w:rsidR="006F1ADB">
        <w:t xml:space="preserve">, </w:t>
      </w:r>
      <w:r>
        <w:t>appelait des demi-dieux</w:t>
      </w:r>
      <w:r w:rsidR="006F1ADB">
        <w:t xml:space="preserve">, </w:t>
      </w:r>
      <w:r>
        <w:t>eussent évité de telles rencontres</w:t>
      </w:r>
      <w:r w:rsidR="006F1ADB">
        <w:t xml:space="preserve">, </w:t>
      </w:r>
      <w:r>
        <w:t>s</w:t>
      </w:r>
      <w:r w:rsidR="006F1ADB">
        <w:t>’</w:t>
      </w:r>
      <w:r>
        <w:t>ils avaient douté de leurs forces</w:t>
      </w:r>
      <w:r w:rsidR="006F1ADB">
        <w:t xml:space="preserve">. </w:t>
      </w:r>
      <w:r>
        <w:t>Mais Jude ne pouvait y renoncer</w:t>
      </w:r>
      <w:r w:rsidR="006F1ADB">
        <w:t xml:space="preserve">, </w:t>
      </w:r>
      <w:r>
        <w:t>il pouvait jeûner et prier jusqu</w:t>
      </w:r>
      <w:r w:rsidR="006F1ADB">
        <w:t>’</w:t>
      </w:r>
      <w:r>
        <w:t>au moment de l</w:t>
      </w:r>
      <w:r w:rsidR="006F1ADB">
        <w:t>’</w:t>
      </w:r>
      <w:r>
        <w:t>entrevue</w:t>
      </w:r>
      <w:r w:rsidR="006F1ADB">
        <w:t xml:space="preserve">, </w:t>
      </w:r>
      <w:r>
        <w:t>mais l</w:t>
      </w:r>
      <w:r w:rsidR="006F1ADB">
        <w:t>’</w:t>
      </w:r>
      <w:r>
        <w:t>humain était plus fort en lui que le divin</w:t>
      </w:r>
      <w:r w:rsidR="006F1ADB">
        <w:t>.</w:t>
      </w:r>
    </w:p>
    <w:p w14:paraId="1B89420F" w14:textId="329E4888" w:rsidR="005A3479" w:rsidRDefault="005A3479" w:rsidP="006F1ADB">
      <w:pPr>
        <w:pStyle w:val="Titre2"/>
      </w:pPr>
      <w:bookmarkStart w:id="61" w:name="__RefHeading__63_1957917597"/>
      <w:bookmarkStart w:id="62" w:name="_Toc202369646"/>
      <w:bookmarkEnd w:id="61"/>
      <w:r>
        <w:lastRenderedPageBreak/>
        <w:t>II</w:t>
      </w:r>
      <w:bookmarkEnd w:id="62"/>
    </w:p>
    <w:p w14:paraId="5BB61E42" w14:textId="77777777" w:rsidR="006F1ADB" w:rsidRDefault="005A3479" w:rsidP="005A3479">
      <w:r>
        <w:t>Cependant</w:t>
      </w:r>
      <w:r w:rsidR="006F1ADB">
        <w:t xml:space="preserve">, </w:t>
      </w:r>
      <w:r>
        <w:t>si Dieu ne dispose pas</w:t>
      </w:r>
      <w:r w:rsidR="006F1ADB">
        <w:t xml:space="preserve">, </w:t>
      </w:r>
      <w:r>
        <w:t>la femme dispose</w:t>
      </w:r>
      <w:r w:rsidR="006F1ADB">
        <w:t>.</w:t>
      </w:r>
    </w:p>
    <w:p w14:paraId="2A69BD0E" w14:textId="77777777" w:rsidR="006F1ADB" w:rsidRDefault="005A3479" w:rsidP="005A3479">
      <w:r>
        <w:t>Le lendemain matin</w:t>
      </w:r>
      <w:r w:rsidR="006F1ADB">
        <w:t xml:space="preserve">, </w:t>
      </w:r>
      <w:r>
        <w:t>Jude reçut une lettre</w:t>
      </w:r>
      <w:r w:rsidR="006F1ADB">
        <w:t> :</w:t>
      </w:r>
    </w:p>
    <w:p w14:paraId="6DFB007A" w14:textId="74B3A264" w:rsidR="005A3479" w:rsidRDefault="006F1ADB" w:rsidP="005A3479">
      <w:r>
        <w:t>« </w:t>
      </w:r>
      <w:r w:rsidR="005A3479">
        <w:t>Ne venez pas la semaine prochaine</w:t>
      </w:r>
      <w:r>
        <w:t xml:space="preserve">. </w:t>
      </w:r>
      <w:r w:rsidR="005A3479">
        <w:t>Dans votre propre i</w:t>
      </w:r>
      <w:r w:rsidR="005A3479">
        <w:t>n</w:t>
      </w:r>
      <w:r w:rsidR="005A3479">
        <w:t>térêt</w:t>
      </w:r>
      <w:r>
        <w:t xml:space="preserve">, </w:t>
      </w:r>
      <w:r w:rsidR="005A3479">
        <w:t>ne venez pas</w:t>
      </w:r>
      <w:r>
        <w:t xml:space="preserve">. </w:t>
      </w:r>
      <w:r w:rsidR="005A3479">
        <w:t>Nous étions trop libres</w:t>
      </w:r>
      <w:r>
        <w:t xml:space="preserve">, </w:t>
      </w:r>
      <w:r w:rsidR="005A3479">
        <w:t>sous l</w:t>
      </w:r>
      <w:r>
        <w:t>’</w:t>
      </w:r>
      <w:r w:rsidR="005A3479">
        <w:t>influence de cette hymne morbide et du crépuscule</w:t>
      </w:r>
      <w:r>
        <w:t xml:space="preserve">. </w:t>
      </w:r>
      <w:r w:rsidR="005A3479">
        <w:t>Pensez le moins possible à</w:t>
      </w:r>
    </w:p>
    <w:p w14:paraId="514E3BDC" w14:textId="41726506" w:rsidR="005A3479" w:rsidRDefault="006F1ADB" w:rsidP="005A3479">
      <w:pPr>
        <w:jc w:val="right"/>
      </w:pPr>
      <w:r>
        <w:t>« </w:t>
      </w:r>
      <w:r w:rsidR="005A3479">
        <w:t>SUZANNE-FLORENCE-MARY</w:t>
      </w:r>
      <w:r>
        <w:t>. »</w:t>
      </w:r>
    </w:p>
    <w:p w14:paraId="0846A2B4" w14:textId="77777777" w:rsidR="006F1ADB" w:rsidRDefault="005A3479" w:rsidP="005A3479">
      <w:r>
        <w:t>Le désappointement fut âpre</w:t>
      </w:r>
      <w:r w:rsidR="006F1ADB">
        <w:t xml:space="preserve">. </w:t>
      </w:r>
      <w:r>
        <w:t>Jude répondit</w:t>
      </w:r>
      <w:r w:rsidR="006F1ADB">
        <w:t> :</w:t>
      </w:r>
    </w:p>
    <w:p w14:paraId="60BB7279" w14:textId="77777777" w:rsidR="006F1ADB" w:rsidRDefault="006F1ADB" w:rsidP="005A3479">
      <w:r>
        <w:t>« </w:t>
      </w:r>
      <w:r w:rsidR="005A3479">
        <w:t>Je me soumets</w:t>
      </w:r>
      <w:r>
        <w:t xml:space="preserve">. </w:t>
      </w:r>
      <w:r w:rsidR="005A3479">
        <w:t>Vous avez raison</w:t>
      </w:r>
      <w:r>
        <w:t xml:space="preserve">. </w:t>
      </w:r>
      <w:r w:rsidR="005A3479">
        <w:t>C</w:t>
      </w:r>
      <w:r>
        <w:t>’</w:t>
      </w:r>
      <w:r w:rsidR="005A3479">
        <w:t>est une leçon de r</w:t>
      </w:r>
      <w:r w:rsidR="005A3479">
        <w:t>e</w:t>
      </w:r>
      <w:r w:rsidR="005A3479">
        <w:t>noncement que je dois recevoir</w:t>
      </w:r>
      <w:r>
        <w:t xml:space="preserve">, </w:t>
      </w:r>
      <w:r w:rsidR="005A3479">
        <w:t>je suppose</w:t>
      </w:r>
      <w:r>
        <w:t xml:space="preserve">, </w:t>
      </w:r>
      <w:r w:rsidR="005A3479">
        <w:t>comme étant de sa</w:t>
      </w:r>
      <w:r w:rsidR="005A3479">
        <w:t>i</w:t>
      </w:r>
      <w:r w:rsidR="005A3479">
        <w:t>son</w:t>
      </w:r>
      <w:r>
        <w:t>.</w:t>
      </w:r>
    </w:p>
    <w:p w14:paraId="52FB37BB" w14:textId="18DC9136" w:rsidR="005A3479" w:rsidRDefault="006F1ADB" w:rsidP="005A3479">
      <w:pPr>
        <w:jc w:val="right"/>
      </w:pPr>
      <w:r>
        <w:t>« </w:t>
      </w:r>
      <w:r w:rsidR="005A3479">
        <w:t>J</w:t>
      </w:r>
      <w:r w:rsidR="005A3479">
        <w:rPr>
          <w:szCs w:val="32"/>
        </w:rPr>
        <w:t>UDE</w:t>
      </w:r>
      <w:r>
        <w:t>. »</w:t>
      </w:r>
    </w:p>
    <w:p w14:paraId="0A95E125" w14:textId="529D7B26" w:rsidR="005A3479" w:rsidRDefault="005A3479" w:rsidP="005A3479">
      <w:r>
        <w:t>Il envoya ce billet la veille de Pâques et il lui parut que cette occurrence donnait un sens à leur décision</w:t>
      </w:r>
      <w:r w:rsidR="006F1ADB">
        <w:t xml:space="preserve">. </w:t>
      </w:r>
      <w:r>
        <w:t>Mais d</w:t>
      </w:r>
      <w:r w:rsidR="006F1ADB">
        <w:t>’</w:t>
      </w:r>
      <w:r>
        <w:t>autres forces et d</w:t>
      </w:r>
      <w:r w:rsidR="006F1ADB">
        <w:t>’</w:t>
      </w:r>
      <w:r>
        <w:t>autres lois que les leurs étaient en jeu</w:t>
      </w:r>
      <w:r w:rsidR="006F1ADB">
        <w:t xml:space="preserve">. </w:t>
      </w:r>
      <w:r>
        <w:t>Le matin du lundi de Pâques</w:t>
      </w:r>
      <w:r w:rsidR="006F1ADB">
        <w:t xml:space="preserve">, </w:t>
      </w:r>
      <w:r>
        <w:t xml:space="preserve">il reçut un télégramme de la veuve </w:t>
      </w:r>
      <w:proofErr w:type="spellStart"/>
      <w:r>
        <w:t>Edlin</w:t>
      </w:r>
      <w:proofErr w:type="spellEnd"/>
      <w:r w:rsidR="006F1ADB">
        <w:t> : « </w:t>
      </w:r>
      <w:r>
        <w:t>Votre tante est mourante</w:t>
      </w:r>
      <w:r w:rsidR="006F1ADB">
        <w:t xml:space="preserve">. </w:t>
      </w:r>
      <w:r>
        <w:t>Venez vite</w:t>
      </w:r>
      <w:r w:rsidR="006F1ADB">
        <w:t>. »</w:t>
      </w:r>
    </w:p>
    <w:p w14:paraId="32EB049C" w14:textId="1ABE9DAC" w:rsidR="005A3479" w:rsidRDefault="005A3479" w:rsidP="005A3479">
      <w:r>
        <w:t>Trois heures plus tard</w:t>
      </w:r>
      <w:r w:rsidR="006F1ADB">
        <w:t xml:space="preserve">, </w:t>
      </w:r>
      <w:r>
        <w:t xml:space="preserve">il traversait les dunes de </w:t>
      </w:r>
      <w:proofErr w:type="spellStart"/>
      <w:r>
        <w:t>Marygreen</w:t>
      </w:r>
      <w:proofErr w:type="spellEnd"/>
      <w:r>
        <w:t xml:space="preserve"> et apprenait la mort de tante </w:t>
      </w:r>
      <w:proofErr w:type="spellStart"/>
      <w:r>
        <w:t>Drusilla</w:t>
      </w:r>
      <w:proofErr w:type="spellEnd"/>
      <w:r w:rsidR="006F1ADB">
        <w:t xml:space="preserve">. </w:t>
      </w:r>
      <w:r>
        <w:t>Il écrivit à Sue</w:t>
      </w:r>
      <w:r w:rsidR="006F1ADB">
        <w:t xml:space="preserve">, </w:t>
      </w:r>
      <w:r>
        <w:t>en termes brefs</w:t>
      </w:r>
      <w:r w:rsidR="006F1ADB">
        <w:t> : « </w:t>
      </w:r>
      <w:r>
        <w:t xml:space="preserve">Tante </w:t>
      </w:r>
      <w:proofErr w:type="spellStart"/>
      <w:r>
        <w:t>Drusilla</w:t>
      </w:r>
      <w:proofErr w:type="spellEnd"/>
      <w:r>
        <w:t xml:space="preserve"> est morte subitement</w:t>
      </w:r>
      <w:r w:rsidR="006F1ADB">
        <w:t xml:space="preserve">. </w:t>
      </w:r>
      <w:r>
        <w:t>Les funérailles auront lieu vendredi</w:t>
      </w:r>
      <w:r w:rsidR="006F1ADB">
        <w:t xml:space="preserve">, </w:t>
      </w:r>
      <w:r>
        <w:t>dans l</w:t>
      </w:r>
      <w:r w:rsidR="006F1ADB">
        <w:t>’</w:t>
      </w:r>
      <w:r>
        <w:t>après-midi</w:t>
      </w:r>
      <w:r w:rsidR="006F1ADB">
        <w:t>. »</w:t>
      </w:r>
    </w:p>
    <w:p w14:paraId="73F689EA" w14:textId="77777777" w:rsidR="006F1ADB" w:rsidRDefault="005A3479" w:rsidP="005A3479">
      <w:r>
        <w:t>Sue ne répondit pas et il crut que son silence signifiait qu</w:t>
      </w:r>
      <w:r w:rsidR="006F1ADB">
        <w:t>’</w:t>
      </w:r>
      <w:r>
        <w:t>elle ne viendrait pas</w:t>
      </w:r>
      <w:r w:rsidR="006F1ADB">
        <w:t xml:space="preserve">. </w:t>
      </w:r>
      <w:r>
        <w:t>Le vendredi matin</w:t>
      </w:r>
      <w:r w:rsidR="006F1ADB">
        <w:t xml:space="preserve">, </w:t>
      </w:r>
      <w:r>
        <w:t>il alla l</w:t>
      </w:r>
      <w:r w:rsidR="006F1ADB">
        <w:t>’</w:t>
      </w:r>
      <w:r>
        <w:t>attendre sur la route de la Maison-Noire</w:t>
      </w:r>
      <w:r w:rsidR="006F1ADB">
        <w:t xml:space="preserve">. </w:t>
      </w:r>
      <w:r>
        <w:t>De loin</w:t>
      </w:r>
      <w:r w:rsidR="006F1ADB">
        <w:t xml:space="preserve">, </w:t>
      </w:r>
      <w:r>
        <w:t xml:space="preserve">il aperçut une </w:t>
      </w:r>
      <w:r>
        <w:lastRenderedPageBreak/>
        <w:t>personne qui descendait d</w:t>
      </w:r>
      <w:r w:rsidR="006F1ADB">
        <w:t>’</w:t>
      </w:r>
      <w:r>
        <w:t>une voiture légère</w:t>
      </w:r>
      <w:r w:rsidR="006F1ADB">
        <w:t xml:space="preserve">, </w:t>
      </w:r>
      <w:r>
        <w:t>au bas d</w:t>
      </w:r>
      <w:r w:rsidR="006F1ADB">
        <w:t>’</w:t>
      </w:r>
      <w:r>
        <w:t>une colline</w:t>
      </w:r>
      <w:r w:rsidR="006F1ADB">
        <w:t xml:space="preserve">. </w:t>
      </w:r>
      <w:r>
        <w:t>Il r</w:t>
      </w:r>
      <w:r>
        <w:t>e</w:t>
      </w:r>
      <w:r>
        <w:t>connut Sue et la rejoignit</w:t>
      </w:r>
      <w:r w:rsidR="006F1ADB">
        <w:t>.</w:t>
      </w:r>
    </w:p>
    <w:p w14:paraId="6493E9B1" w14:textId="77777777" w:rsidR="006F1ADB" w:rsidRDefault="006F1ADB" w:rsidP="005A3479">
      <w:r>
        <w:t>— </w:t>
      </w:r>
      <w:r w:rsidR="005A3479">
        <w:t>J</w:t>
      </w:r>
      <w:r>
        <w:t>’</w:t>
      </w:r>
      <w:r w:rsidR="005A3479">
        <w:t>ai songé</w:t>
      </w:r>
      <w:r>
        <w:t xml:space="preserve">, </w:t>
      </w:r>
      <w:r w:rsidR="005A3479">
        <w:t>commença-t-elle nerveusement</w:t>
      </w:r>
      <w:r>
        <w:t xml:space="preserve">, </w:t>
      </w:r>
      <w:r w:rsidR="005A3479">
        <w:t>qu</w:t>
      </w:r>
      <w:r>
        <w:t>’</w:t>
      </w:r>
      <w:r w:rsidR="005A3479">
        <w:t>il serait trop dur pour vous d</w:t>
      </w:r>
      <w:r>
        <w:t>’</w:t>
      </w:r>
      <w:r w:rsidR="005A3479">
        <w:t>assister seul aux funérailles</w:t>
      </w:r>
      <w:r>
        <w:t xml:space="preserve">… </w:t>
      </w:r>
      <w:r w:rsidR="005A3479">
        <w:t>et</w:t>
      </w:r>
      <w:r>
        <w:t xml:space="preserve">… </w:t>
      </w:r>
      <w:r w:rsidR="005A3479">
        <w:t>au de</w:t>
      </w:r>
      <w:r w:rsidR="005A3479">
        <w:t>r</w:t>
      </w:r>
      <w:r w:rsidR="005A3479">
        <w:t>nier moment</w:t>
      </w:r>
      <w:r>
        <w:t xml:space="preserve">, </w:t>
      </w:r>
      <w:r w:rsidR="005A3479">
        <w:t>je suis venue</w:t>
      </w:r>
      <w:r>
        <w:t>.</w:t>
      </w:r>
    </w:p>
    <w:p w14:paraId="535F60E5" w14:textId="77777777" w:rsidR="006F1ADB" w:rsidRDefault="006F1ADB" w:rsidP="005A3479">
      <w:r>
        <w:t>— </w:t>
      </w:r>
      <w:r w:rsidR="005A3479">
        <w:t>Chère fidèle Sue</w:t>
      </w:r>
      <w:r>
        <w:t xml:space="preserve"> ! </w:t>
      </w:r>
      <w:r w:rsidR="005A3479">
        <w:t>murmura-t-il</w:t>
      </w:r>
      <w:r>
        <w:t>.</w:t>
      </w:r>
    </w:p>
    <w:p w14:paraId="7D07100C" w14:textId="77777777" w:rsidR="006F1ADB" w:rsidRDefault="005A3479" w:rsidP="005A3479">
      <w:r>
        <w:t>La simple et triste cérémonie terminée</w:t>
      </w:r>
      <w:r w:rsidR="006F1ADB">
        <w:t xml:space="preserve">, </w:t>
      </w:r>
      <w:r>
        <w:t>Jude et Sue</w:t>
      </w:r>
      <w:r w:rsidR="006F1ADB">
        <w:t xml:space="preserve">, </w:t>
      </w:r>
      <w:r>
        <w:t>côte à côte</w:t>
      </w:r>
      <w:r w:rsidR="006F1ADB">
        <w:t xml:space="preserve">, </w:t>
      </w:r>
      <w:r>
        <w:t>rentrèrent dans la maison familiale</w:t>
      </w:r>
      <w:r w:rsidR="006F1ADB">
        <w:t>.</w:t>
      </w:r>
    </w:p>
    <w:p w14:paraId="71D0015F" w14:textId="77777777" w:rsidR="006F1ADB" w:rsidRDefault="006F1ADB" w:rsidP="005A3479">
      <w:r>
        <w:t>— </w:t>
      </w:r>
      <w:r w:rsidR="005A3479">
        <w:t>Elle a toujours été ennemie du mariage</w:t>
      </w:r>
      <w:r>
        <w:t xml:space="preserve">, </w:t>
      </w:r>
      <w:r w:rsidR="005A3479">
        <w:t>du commenc</w:t>
      </w:r>
      <w:r w:rsidR="005A3479">
        <w:t>e</w:t>
      </w:r>
      <w:r w:rsidR="005A3479">
        <w:t>ment à la fin de sa vie</w:t>
      </w:r>
      <w:r>
        <w:t xml:space="preserve">, </w:t>
      </w:r>
      <w:r w:rsidR="005A3479">
        <w:t>dit Sue</w:t>
      </w:r>
      <w:r>
        <w:t xml:space="preserve"> : </w:t>
      </w:r>
      <w:r w:rsidR="005A3479">
        <w:t>vous le saviez</w:t>
      </w:r>
      <w:r>
        <w:t> ?</w:t>
      </w:r>
    </w:p>
    <w:p w14:paraId="29B2826F" w14:textId="77777777" w:rsidR="006F1ADB" w:rsidRDefault="006F1ADB" w:rsidP="005A3479">
      <w:r>
        <w:t>— </w:t>
      </w:r>
      <w:r w:rsidR="005A3479">
        <w:t>Oui</w:t>
      </w:r>
      <w:r>
        <w:t xml:space="preserve">. </w:t>
      </w:r>
      <w:r w:rsidR="005A3479">
        <w:t>Particulièrement quand il s</w:t>
      </w:r>
      <w:r>
        <w:t>’</w:t>
      </w:r>
      <w:r w:rsidR="005A3479">
        <w:t>agissait de notre famille</w:t>
      </w:r>
      <w:r>
        <w:t>.</w:t>
      </w:r>
    </w:p>
    <w:p w14:paraId="59DD603B" w14:textId="77777777" w:rsidR="006F1ADB" w:rsidRDefault="006F1ADB" w:rsidP="005A3479">
      <w:r>
        <w:t>— </w:t>
      </w:r>
      <w:r w:rsidR="005A3479">
        <w:t>Nous sommes d</w:t>
      </w:r>
      <w:r>
        <w:t>’</w:t>
      </w:r>
      <w:r w:rsidR="005A3479">
        <w:t>une triste famille</w:t>
      </w:r>
      <w:r>
        <w:t xml:space="preserve">, </w:t>
      </w:r>
      <w:r w:rsidR="005A3479">
        <w:t>Jude</w:t>
      </w:r>
      <w:r>
        <w:t xml:space="preserve">, </w:t>
      </w:r>
      <w:r w:rsidR="005A3479">
        <w:t>ne croyez-vous pas</w:t>
      </w:r>
      <w:r>
        <w:t> ?</w:t>
      </w:r>
    </w:p>
    <w:p w14:paraId="4B30C21B" w14:textId="77777777" w:rsidR="006F1ADB" w:rsidRDefault="006F1ADB" w:rsidP="005A3479">
      <w:r>
        <w:t>— </w:t>
      </w:r>
      <w:r w:rsidR="005A3479">
        <w:t xml:space="preserve">Tante </w:t>
      </w:r>
      <w:proofErr w:type="spellStart"/>
      <w:r w:rsidR="005A3479">
        <w:t>Drusilla</w:t>
      </w:r>
      <w:proofErr w:type="spellEnd"/>
      <w:r w:rsidR="005A3479">
        <w:t xml:space="preserve"> disait que nous faisions de mauvais maris et de mauvaises femmes</w:t>
      </w:r>
      <w:r>
        <w:t xml:space="preserve">. </w:t>
      </w:r>
      <w:r w:rsidR="005A3479">
        <w:t>Assurément</w:t>
      </w:r>
      <w:r>
        <w:t xml:space="preserve">, </w:t>
      </w:r>
      <w:r w:rsidR="005A3479">
        <w:t>nous faisons des époux malheureux</w:t>
      </w:r>
      <w:r>
        <w:t xml:space="preserve">. </w:t>
      </w:r>
      <w:r w:rsidR="005A3479">
        <w:t>En tout cas</w:t>
      </w:r>
      <w:r>
        <w:t xml:space="preserve">, </w:t>
      </w:r>
      <w:r w:rsidR="005A3479">
        <w:t>j</w:t>
      </w:r>
      <w:r>
        <w:t>’</w:t>
      </w:r>
      <w:r w:rsidR="005A3479">
        <w:t>en suis un exemple</w:t>
      </w:r>
      <w:r>
        <w:t>.</w:t>
      </w:r>
    </w:p>
    <w:p w14:paraId="3B10BAB9" w14:textId="77777777" w:rsidR="006F1ADB" w:rsidRDefault="005A3479" w:rsidP="005A3479">
      <w:r>
        <w:t>Sue était silencieuse</w:t>
      </w:r>
      <w:r w:rsidR="006F1ADB">
        <w:t>.</w:t>
      </w:r>
    </w:p>
    <w:p w14:paraId="7F1D6300" w14:textId="77777777" w:rsidR="006F1ADB" w:rsidRDefault="006F1ADB" w:rsidP="005A3479">
      <w:r>
        <w:t>— </w:t>
      </w:r>
      <w:r w:rsidR="005A3479">
        <w:t>Est-ce un tort</w:t>
      </w:r>
      <w:r>
        <w:t xml:space="preserve">, </w:t>
      </w:r>
      <w:r w:rsidR="005A3479">
        <w:t>Jude</w:t>
      </w:r>
      <w:r>
        <w:t xml:space="preserve">, </w:t>
      </w:r>
      <w:r w:rsidR="005A3479">
        <w:t>pour un mari ou une femme</w:t>
      </w:r>
      <w:r>
        <w:t xml:space="preserve">, </w:t>
      </w:r>
      <w:r w:rsidR="005A3479">
        <w:t>d</w:t>
      </w:r>
      <w:r>
        <w:t>’</w:t>
      </w:r>
      <w:r w:rsidR="005A3479">
        <w:t>avouer à un tiers qu</w:t>
      </w:r>
      <w:r>
        <w:t>’</w:t>
      </w:r>
      <w:r w:rsidR="005A3479">
        <w:t>ils sont malheureux dans leur ménage</w:t>
      </w:r>
      <w:r>
        <w:t xml:space="preserve"> ? </w:t>
      </w:r>
      <w:r w:rsidR="005A3479">
        <w:t>Si l</w:t>
      </w:r>
      <w:r>
        <w:t>’</w:t>
      </w:r>
      <w:r w:rsidR="005A3479">
        <w:t>on considère le mariage comme un sacrement</w:t>
      </w:r>
      <w:r>
        <w:t xml:space="preserve">, </w:t>
      </w:r>
      <w:r w:rsidR="005A3479">
        <w:t>il est possible que ce soit un tort</w:t>
      </w:r>
      <w:r>
        <w:t xml:space="preserve"> ; </w:t>
      </w:r>
      <w:r w:rsidR="005A3479">
        <w:t>mais si le mariage est seulement un contrat sordide</w:t>
      </w:r>
      <w:r>
        <w:t xml:space="preserve">, </w:t>
      </w:r>
      <w:r w:rsidR="005A3479">
        <w:t>basé sur des convenances matérielles d</w:t>
      </w:r>
      <w:r>
        <w:t>’</w:t>
      </w:r>
      <w:r w:rsidR="005A3479">
        <w:t>habitation</w:t>
      </w:r>
      <w:r>
        <w:t xml:space="preserve">, </w:t>
      </w:r>
      <w:r w:rsidR="005A3479">
        <w:t>d</w:t>
      </w:r>
      <w:r>
        <w:t>’</w:t>
      </w:r>
      <w:r w:rsidR="005A3479">
        <w:t>état civil</w:t>
      </w:r>
      <w:r>
        <w:t xml:space="preserve">, </w:t>
      </w:r>
      <w:r w:rsidR="005A3479">
        <w:t>d</w:t>
      </w:r>
      <w:r>
        <w:t>’</w:t>
      </w:r>
      <w:r w:rsidR="005A3479">
        <w:t>impôt</w:t>
      </w:r>
      <w:r>
        <w:t xml:space="preserve">, </w:t>
      </w:r>
      <w:r w:rsidR="005A3479">
        <w:t>d</w:t>
      </w:r>
      <w:r>
        <w:t>’</w:t>
      </w:r>
      <w:r w:rsidR="005A3479">
        <w:t>héritage en terres ou en argent par les e</w:t>
      </w:r>
      <w:r w:rsidR="005A3479">
        <w:t>n</w:t>
      </w:r>
      <w:r w:rsidR="005A3479">
        <w:t>fants</w:t>
      </w:r>
      <w:r>
        <w:t xml:space="preserve">, </w:t>
      </w:r>
      <w:r w:rsidR="005A3479">
        <w:t>tout ce qui rend nécessaire que le père soit connu</w:t>
      </w:r>
      <w:r>
        <w:t xml:space="preserve"> – </w:t>
      </w:r>
      <w:r w:rsidR="005A3479">
        <w:t>ou semble l</w:t>
      </w:r>
      <w:r>
        <w:t>’</w:t>
      </w:r>
      <w:r w:rsidR="005A3479">
        <w:t>être</w:t>
      </w:r>
      <w:r>
        <w:t xml:space="preserve">, – </w:t>
      </w:r>
      <w:r w:rsidR="005A3479">
        <w:t>alors évidemment une personne peut dire</w:t>
      </w:r>
      <w:r>
        <w:t xml:space="preserve">, </w:t>
      </w:r>
      <w:r w:rsidR="005A3479">
        <w:t>crier même sur les toits</w:t>
      </w:r>
      <w:r>
        <w:t xml:space="preserve">, </w:t>
      </w:r>
      <w:r w:rsidR="005A3479">
        <w:t>ce qui la blesse et ce qui l</w:t>
      </w:r>
      <w:r>
        <w:t>’</w:t>
      </w:r>
      <w:r w:rsidR="005A3479">
        <w:t>afflige</w:t>
      </w:r>
      <w:r>
        <w:t>.</w:t>
      </w:r>
    </w:p>
    <w:p w14:paraId="39F477D8" w14:textId="77777777" w:rsidR="006F1ADB" w:rsidRDefault="006F1ADB" w:rsidP="005A3479">
      <w:r>
        <w:lastRenderedPageBreak/>
        <w:t>— </w:t>
      </w:r>
      <w:r w:rsidR="005A3479">
        <w:t>Je vous ai dit la même chose ou à peu près</w:t>
      </w:r>
      <w:r>
        <w:t>.</w:t>
      </w:r>
    </w:p>
    <w:p w14:paraId="73863331" w14:textId="77777777" w:rsidR="006F1ADB" w:rsidRDefault="005A3479" w:rsidP="005A3479">
      <w:r>
        <w:t>Elle continua</w:t>
      </w:r>
      <w:r w:rsidR="006F1ADB">
        <w:t> :</w:t>
      </w:r>
    </w:p>
    <w:p w14:paraId="4A104BEC" w14:textId="77777777" w:rsidR="006F1ADB" w:rsidRDefault="006F1ADB" w:rsidP="005A3479">
      <w:r>
        <w:t>— </w:t>
      </w:r>
      <w:r w:rsidR="005A3479">
        <w:t>Ne pensez-vous pas qu</w:t>
      </w:r>
      <w:r>
        <w:t>’</w:t>
      </w:r>
      <w:r w:rsidR="005A3479">
        <w:t>il y a beaucoup de couples où l</w:t>
      </w:r>
      <w:r>
        <w:t>’</w:t>
      </w:r>
      <w:r w:rsidR="005A3479">
        <w:t>un déplaît à l</w:t>
      </w:r>
      <w:r>
        <w:t>’</w:t>
      </w:r>
      <w:r w:rsidR="005A3479">
        <w:t>autre sans aucun grief défini</w:t>
      </w:r>
      <w:r>
        <w:t> ?</w:t>
      </w:r>
    </w:p>
    <w:p w14:paraId="47C3EE05" w14:textId="77777777" w:rsidR="006F1ADB" w:rsidRDefault="006F1ADB" w:rsidP="005A3479">
      <w:r>
        <w:t>— </w:t>
      </w:r>
      <w:r w:rsidR="005A3479">
        <w:t>Oui</w:t>
      </w:r>
      <w:r>
        <w:t xml:space="preserve">, </w:t>
      </w:r>
      <w:r w:rsidR="005A3479">
        <w:t>je le suppose</w:t>
      </w:r>
      <w:r>
        <w:t xml:space="preserve">. </w:t>
      </w:r>
      <w:r w:rsidR="005A3479">
        <w:t>Si l</w:t>
      </w:r>
      <w:r>
        <w:t>’</w:t>
      </w:r>
      <w:r w:rsidR="005A3479">
        <w:t>un des époux aime ailleurs</w:t>
      </w:r>
      <w:r>
        <w:t xml:space="preserve">, </w:t>
      </w:r>
      <w:r w:rsidR="005A3479">
        <w:t>par exemple</w:t>
      </w:r>
      <w:r>
        <w:t>.</w:t>
      </w:r>
    </w:p>
    <w:p w14:paraId="080A52AB" w14:textId="77777777" w:rsidR="006F1ADB" w:rsidRDefault="006F1ADB" w:rsidP="005A3479">
      <w:r>
        <w:t>— </w:t>
      </w:r>
      <w:r w:rsidR="005A3479">
        <w:t>Mais même sans cela</w:t>
      </w:r>
      <w:r>
        <w:t xml:space="preserve">. </w:t>
      </w:r>
      <w:r w:rsidR="005A3479">
        <w:t>Une femme aura-t-elle forcément une nature vicieuse parce qu</w:t>
      </w:r>
      <w:r>
        <w:t>’</w:t>
      </w:r>
      <w:r w:rsidR="005A3479">
        <w:t>il lui sera pénible de vivre avec son mari</w:t>
      </w:r>
      <w:r>
        <w:t xml:space="preserve">, </w:t>
      </w:r>
      <w:r w:rsidR="005A3479">
        <w:t>simplement</w:t>
      </w:r>
      <w:r>
        <w:t xml:space="preserve"> – </w:t>
      </w:r>
      <w:r w:rsidR="005A3479">
        <w:t>sa voix trembla et Jude redoubla d</w:t>
      </w:r>
      <w:r>
        <w:t>’</w:t>
      </w:r>
      <w:r w:rsidR="005A3479">
        <w:t>attention</w:t>
      </w:r>
      <w:r>
        <w:t xml:space="preserve"> – </w:t>
      </w:r>
      <w:r w:rsidR="005A3479">
        <w:t>simplement parce que cette femme a contre son mari un sentiment particulier à elle</w:t>
      </w:r>
      <w:r>
        <w:t xml:space="preserve">, </w:t>
      </w:r>
      <w:r w:rsidR="005A3479">
        <w:t>un grief physique</w:t>
      </w:r>
      <w:r>
        <w:t xml:space="preserve">, </w:t>
      </w:r>
      <w:r w:rsidR="005A3479">
        <w:t>une r</w:t>
      </w:r>
      <w:r w:rsidR="005A3479">
        <w:t>é</w:t>
      </w:r>
      <w:r w:rsidR="005A3479">
        <w:t>pugnance</w:t>
      </w:r>
      <w:r>
        <w:t xml:space="preserve">… </w:t>
      </w:r>
      <w:r w:rsidR="005A3479">
        <w:t>appelez cela comme vous voudrez</w:t>
      </w:r>
      <w:r>
        <w:t xml:space="preserve">… </w:t>
      </w:r>
      <w:r w:rsidR="005A3479">
        <w:t>quoiqu</w:t>
      </w:r>
      <w:r>
        <w:t>’</w:t>
      </w:r>
      <w:r w:rsidR="005A3479">
        <w:t>elle doive à ce mari du respect et de la gratitude</w:t>
      </w:r>
      <w:r>
        <w:t xml:space="preserve"> ? </w:t>
      </w:r>
      <w:r w:rsidR="005A3479">
        <w:t>Je vous soumets un cas</w:t>
      </w:r>
      <w:r>
        <w:t xml:space="preserve">, </w:t>
      </w:r>
      <w:r w:rsidR="005A3479">
        <w:t>simplement</w:t>
      </w:r>
      <w:r>
        <w:t xml:space="preserve">. </w:t>
      </w:r>
      <w:r w:rsidR="005A3479">
        <w:t>Doit-elle essayer de vaincre sa pudeur</w:t>
      </w:r>
      <w:r>
        <w:t> ?</w:t>
      </w:r>
    </w:p>
    <w:p w14:paraId="4636FA8C" w14:textId="77777777" w:rsidR="006F1ADB" w:rsidRDefault="005A3479" w:rsidP="005A3479">
      <w:r>
        <w:t>Jude fixa sur elle un regard troublé</w:t>
      </w:r>
      <w:r w:rsidR="006F1ADB">
        <w:t xml:space="preserve">. </w:t>
      </w:r>
      <w:r>
        <w:t>Il répondit</w:t>
      </w:r>
      <w:r w:rsidR="006F1ADB">
        <w:t> :</w:t>
      </w:r>
    </w:p>
    <w:p w14:paraId="375B8D15" w14:textId="77777777" w:rsidR="006F1ADB" w:rsidRDefault="006F1ADB" w:rsidP="005A3479">
      <w:r>
        <w:t>— </w:t>
      </w:r>
      <w:r w:rsidR="005A3479">
        <w:t>Ce serait justement un de ces cas où mon expérience co</w:t>
      </w:r>
      <w:r w:rsidR="005A3479">
        <w:t>n</w:t>
      </w:r>
      <w:r w:rsidR="005A3479">
        <w:t>tredit mes théories</w:t>
      </w:r>
      <w:r>
        <w:t xml:space="preserve">. </w:t>
      </w:r>
      <w:r w:rsidR="005A3479">
        <w:t>Parlant comme un ami de l</w:t>
      </w:r>
      <w:r>
        <w:t>’</w:t>
      </w:r>
      <w:r w:rsidR="005A3479">
        <w:t>ordre</w:t>
      </w:r>
      <w:r>
        <w:t xml:space="preserve">, – </w:t>
      </w:r>
      <w:r w:rsidR="005A3479">
        <w:t>et j</w:t>
      </w:r>
      <w:r>
        <w:t>’</w:t>
      </w:r>
      <w:r w:rsidR="005A3479">
        <w:t>espère être un ami de l</w:t>
      </w:r>
      <w:r>
        <w:t>’</w:t>
      </w:r>
      <w:r w:rsidR="005A3479">
        <w:t>ordre</w:t>
      </w:r>
      <w:r>
        <w:t xml:space="preserve">, </w:t>
      </w:r>
      <w:r w:rsidR="005A3479">
        <w:t>quoique je n</w:t>
      </w:r>
      <w:r>
        <w:t>’</w:t>
      </w:r>
      <w:r w:rsidR="005A3479">
        <w:t>en sois pas très sûr</w:t>
      </w:r>
      <w:r>
        <w:t xml:space="preserve">, – </w:t>
      </w:r>
      <w:r w:rsidR="005A3479">
        <w:t>je répondrai oui</w:t>
      </w:r>
      <w:r>
        <w:t xml:space="preserve">. </w:t>
      </w:r>
      <w:r w:rsidR="005A3479">
        <w:t>Parlant d</w:t>
      </w:r>
      <w:r>
        <w:t>’</w:t>
      </w:r>
      <w:r w:rsidR="005A3479">
        <w:t>après l</w:t>
      </w:r>
      <w:r>
        <w:t>’</w:t>
      </w:r>
      <w:r w:rsidR="005A3479">
        <w:t>expérience</w:t>
      </w:r>
      <w:r>
        <w:t xml:space="preserve">, </w:t>
      </w:r>
      <w:r w:rsidR="005A3479">
        <w:t>sans préjugés</w:t>
      </w:r>
      <w:r>
        <w:t xml:space="preserve">, </w:t>
      </w:r>
      <w:r w:rsidR="005A3479">
        <w:t>je répondrai non</w:t>
      </w:r>
      <w:r>
        <w:t xml:space="preserve">… </w:t>
      </w:r>
      <w:r w:rsidR="005A3479">
        <w:t>Sue</w:t>
      </w:r>
      <w:r>
        <w:t xml:space="preserve">, </w:t>
      </w:r>
      <w:r w:rsidR="005A3479">
        <w:t>je crois que vous n</w:t>
      </w:r>
      <w:r>
        <w:t>’</w:t>
      </w:r>
      <w:r w:rsidR="005A3479">
        <w:t>êtes pas heureuse</w:t>
      </w:r>
      <w:r>
        <w:t>.</w:t>
      </w:r>
    </w:p>
    <w:p w14:paraId="10336BBC" w14:textId="77777777" w:rsidR="006F1ADB" w:rsidRDefault="006F1ADB" w:rsidP="005A3479">
      <w:r>
        <w:t>— </w:t>
      </w:r>
      <w:r w:rsidR="005A3479">
        <w:t>Si</w:t>
      </w:r>
      <w:r>
        <w:t xml:space="preserve">, </w:t>
      </w:r>
      <w:r w:rsidR="005A3479">
        <w:t>je le suis</w:t>
      </w:r>
      <w:r>
        <w:t xml:space="preserve">… </w:t>
      </w:r>
      <w:r w:rsidR="005A3479">
        <w:t>Comment une femme serait-elle malhe</w:t>
      </w:r>
      <w:r w:rsidR="005A3479">
        <w:t>u</w:t>
      </w:r>
      <w:r w:rsidR="005A3479">
        <w:t>reuse</w:t>
      </w:r>
      <w:r>
        <w:t xml:space="preserve">, </w:t>
      </w:r>
      <w:r w:rsidR="005A3479">
        <w:t>quand elle est mariée depuis seulement huit semaines à l</w:t>
      </w:r>
      <w:r>
        <w:t>’</w:t>
      </w:r>
      <w:r w:rsidR="005A3479">
        <w:t>homme qu</w:t>
      </w:r>
      <w:r>
        <w:t>’</w:t>
      </w:r>
      <w:r w:rsidR="005A3479">
        <w:t>elle a choisi librement</w:t>
      </w:r>
      <w:r>
        <w:t> ?</w:t>
      </w:r>
    </w:p>
    <w:p w14:paraId="0F8C6BCF" w14:textId="77777777" w:rsidR="006F1ADB" w:rsidRDefault="006F1ADB" w:rsidP="005A3479">
      <w:r>
        <w:t>— </w:t>
      </w:r>
      <w:r w:rsidR="005A3479">
        <w:t>Choisi librement</w:t>
      </w:r>
      <w:r>
        <w:t> !</w:t>
      </w:r>
    </w:p>
    <w:p w14:paraId="2DDF4AC7" w14:textId="77777777" w:rsidR="006F1ADB" w:rsidRDefault="006F1ADB" w:rsidP="005A3479">
      <w:r>
        <w:t>— </w:t>
      </w:r>
      <w:r w:rsidR="005A3479">
        <w:t>Pourquoi répétez-vous cela</w:t>
      </w:r>
      <w:r>
        <w:t xml:space="preserve"> ? </w:t>
      </w:r>
      <w:r w:rsidR="005A3479">
        <w:t>Mais je dois revenir par le train de six heures</w:t>
      </w:r>
      <w:r>
        <w:t xml:space="preserve">. </w:t>
      </w:r>
      <w:r w:rsidR="005A3479">
        <w:t>Vous resterez ici</w:t>
      </w:r>
      <w:r>
        <w:t> ?</w:t>
      </w:r>
    </w:p>
    <w:p w14:paraId="61921118" w14:textId="600396DF" w:rsidR="006F1ADB" w:rsidRDefault="006F1ADB" w:rsidP="005A3479">
      <w:r>
        <w:lastRenderedPageBreak/>
        <w:t>— </w:t>
      </w:r>
      <w:r w:rsidR="005A3479">
        <w:t>Quelques jours pour régler les affaires de ma tante</w:t>
      </w:r>
      <w:r>
        <w:t xml:space="preserve">. </w:t>
      </w:r>
      <w:r w:rsidR="005A3479">
        <w:t>Vous accompagnerai-je au train</w:t>
      </w:r>
      <w:r>
        <w:t xml:space="preserve"> ?… </w:t>
      </w:r>
      <w:r w:rsidR="005A3479">
        <w:t>Mais attendez</w:t>
      </w:r>
      <w:r>
        <w:t xml:space="preserve">… </w:t>
      </w:r>
      <w:r w:rsidR="005A3479">
        <w:t>Vous ne pouvez pas partir ce soir</w:t>
      </w:r>
      <w:r>
        <w:t xml:space="preserve">. </w:t>
      </w:r>
      <w:r w:rsidR="005A3479">
        <w:t xml:space="preserve">Le train ne vous conduirait pas à </w:t>
      </w:r>
      <w:proofErr w:type="spellStart"/>
      <w:r w:rsidR="005A3479">
        <w:t>Shaston</w:t>
      </w:r>
      <w:proofErr w:type="spellEnd"/>
      <w:r>
        <w:t xml:space="preserve">. </w:t>
      </w:r>
      <w:r w:rsidR="005A3479">
        <w:t>Vous resterez et vous repartirez demain</w:t>
      </w:r>
      <w:r>
        <w:t>. M</w:t>
      </w:r>
      <w:r w:rsidRPr="006F1ADB">
        <w:rPr>
          <w:vertAlign w:val="superscript"/>
        </w:rPr>
        <w:t>rs</w:t>
      </w:r>
      <w:r>
        <w:t> </w:t>
      </w:r>
      <w:proofErr w:type="spellStart"/>
      <w:r w:rsidR="005A3479">
        <w:t>Edlin</w:t>
      </w:r>
      <w:proofErr w:type="spellEnd"/>
      <w:r w:rsidR="005A3479">
        <w:t xml:space="preserve"> a plusieurs chambres</w:t>
      </w:r>
      <w:r>
        <w:t>.</w:t>
      </w:r>
    </w:p>
    <w:p w14:paraId="033B3781" w14:textId="77777777" w:rsidR="006F1ADB" w:rsidRDefault="006F1ADB" w:rsidP="005A3479">
      <w:r>
        <w:t>— </w:t>
      </w:r>
      <w:r w:rsidR="005A3479">
        <w:t>Très bien</w:t>
      </w:r>
      <w:r>
        <w:t xml:space="preserve">, </w:t>
      </w:r>
      <w:r w:rsidR="005A3479">
        <w:t>dit-elle d</w:t>
      </w:r>
      <w:r>
        <w:t>’</w:t>
      </w:r>
      <w:r w:rsidR="005A3479">
        <w:t>un ton indécis</w:t>
      </w:r>
      <w:r>
        <w:t xml:space="preserve">. </w:t>
      </w:r>
      <w:r w:rsidR="005A3479">
        <w:t>Je n</w:t>
      </w:r>
      <w:r>
        <w:t>’</w:t>
      </w:r>
      <w:r w:rsidR="005A3479">
        <w:t>ai pas déterminé exactement l</w:t>
      </w:r>
      <w:r>
        <w:t>’</w:t>
      </w:r>
      <w:r w:rsidR="005A3479">
        <w:t>heure de mon retour</w:t>
      </w:r>
      <w:r>
        <w:t>.</w:t>
      </w:r>
    </w:p>
    <w:p w14:paraId="7F9602D4" w14:textId="77777777" w:rsidR="006F1ADB" w:rsidRDefault="005A3479" w:rsidP="005A3479">
      <w:r>
        <w:t>Jude alla avertir la voisine et revint peu après s</w:t>
      </w:r>
      <w:r w:rsidR="006F1ADB">
        <w:t>’</w:t>
      </w:r>
      <w:r>
        <w:t>asseoir e</w:t>
      </w:r>
      <w:r>
        <w:t>n</w:t>
      </w:r>
      <w:r>
        <w:t>core auprès de Sue</w:t>
      </w:r>
      <w:r w:rsidR="006F1ADB">
        <w:t>.</w:t>
      </w:r>
    </w:p>
    <w:p w14:paraId="0BC9A2A5" w14:textId="77777777" w:rsidR="006F1ADB" w:rsidRDefault="006F1ADB" w:rsidP="005A3479">
      <w:r>
        <w:t>— </w:t>
      </w:r>
      <w:r w:rsidR="005A3479">
        <w:t>Votre situation est horrible</w:t>
      </w:r>
      <w:r>
        <w:t xml:space="preserve">, </w:t>
      </w:r>
      <w:r w:rsidR="005A3479">
        <w:t>Sue</w:t>
      </w:r>
      <w:r>
        <w:t xml:space="preserve">, </w:t>
      </w:r>
      <w:r w:rsidR="005A3479">
        <w:t>horrible</w:t>
      </w:r>
      <w:r>
        <w:t xml:space="preserve"> ! </w:t>
      </w:r>
      <w:r w:rsidR="005A3479">
        <w:t>dit-il tout à coup</w:t>
      </w:r>
      <w:r>
        <w:t xml:space="preserve">, </w:t>
      </w:r>
      <w:r w:rsidR="005A3479">
        <w:t>les yeux fixés sur le parquet</w:t>
      </w:r>
      <w:r>
        <w:t>.</w:t>
      </w:r>
    </w:p>
    <w:p w14:paraId="0420AAC7" w14:textId="77777777" w:rsidR="006F1ADB" w:rsidRDefault="006F1ADB" w:rsidP="005A3479">
      <w:r>
        <w:t>— </w:t>
      </w:r>
      <w:r w:rsidR="005A3479">
        <w:t>Mais non</w:t>
      </w:r>
      <w:r>
        <w:t xml:space="preserve">… </w:t>
      </w:r>
      <w:r w:rsidR="005A3479">
        <w:t>pourquoi</w:t>
      </w:r>
      <w:r>
        <w:t> ?</w:t>
      </w:r>
    </w:p>
    <w:p w14:paraId="791512A9" w14:textId="77777777" w:rsidR="006F1ADB" w:rsidRDefault="006F1ADB" w:rsidP="005A3479">
      <w:r>
        <w:t>— </w:t>
      </w:r>
      <w:r w:rsidR="005A3479">
        <w:t xml:space="preserve">Je ne puis vous expliquer </w:t>
      </w:r>
      <w:proofErr w:type="spellStart"/>
      <w:r w:rsidR="005A3479">
        <w:t>quelle</w:t>
      </w:r>
      <w:proofErr w:type="spellEnd"/>
      <w:r w:rsidR="005A3479">
        <w:t xml:space="preserve"> est ma part de ténèbres</w:t>
      </w:r>
      <w:r>
        <w:t xml:space="preserve">. </w:t>
      </w:r>
      <w:r w:rsidR="005A3479">
        <w:t>Votre part de ténèbres</w:t>
      </w:r>
      <w:r>
        <w:t xml:space="preserve">, </w:t>
      </w:r>
      <w:r w:rsidR="005A3479">
        <w:t>à vous</w:t>
      </w:r>
      <w:r>
        <w:t xml:space="preserve">, </w:t>
      </w:r>
      <w:r w:rsidR="005A3479">
        <w:t>c</w:t>
      </w:r>
      <w:r>
        <w:t>’</w:t>
      </w:r>
      <w:r w:rsidR="005A3479">
        <w:t>est votre mariage</w:t>
      </w:r>
      <w:r>
        <w:t xml:space="preserve">. </w:t>
      </w:r>
      <w:r w:rsidR="005A3479">
        <w:t>Vous n</w:t>
      </w:r>
      <w:r>
        <w:t>’</w:t>
      </w:r>
      <w:r w:rsidR="005A3479">
        <w:t>auriez pas dû l</w:t>
      </w:r>
      <w:r>
        <w:t>’</w:t>
      </w:r>
      <w:r w:rsidR="005A3479">
        <w:t>épouser</w:t>
      </w:r>
      <w:r>
        <w:t xml:space="preserve">. </w:t>
      </w:r>
      <w:r w:rsidR="005A3479">
        <w:t>Je le savais avant</w:t>
      </w:r>
      <w:r>
        <w:t xml:space="preserve">, </w:t>
      </w:r>
      <w:r w:rsidR="005A3479">
        <w:t>mais je pensais que je ne devais pas intervenir</w:t>
      </w:r>
      <w:r>
        <w:t xml:space="preserve">. </w:t>
      </w:r>
      <w:r w:rsidR="005A3479">
        <w:t>Je me trompais</w:t>
      </w:r>
      <w:r>
        <w:t>.</w:t>
      </w:r>
    </w:p>
    <w:p w14:paraId="341AA0A5" w14:textId="77777777" w:rsidR="006F1ADB" w:rsidRDefault="006F1ADB" w:rsidP="005A3479">
      <w:r>
        <w:t>— </w:t>
      </w:r>
      <w:r w:rsidR="005A3479">
        <w:t>Mais qui vous fait présumer tout cela</w:t>
      </w:r>
      <w:r>
        <w:t xml:space="preserve">, </w:t>
      </w:r>
      <w:r w:rsidR="005A3479">
        <w:t>mon ami</w:t>
      </w:r>
      <w:r>
        <w:t> ?</w:t>
      </w:r>
    </w:p>
    <w:p w14:paraId="79049B5B" w14:textId="77777777" w:rsidR="006F1ADB" w:rsidRDefault="006F1ADB" w:rsidP="005A3479">
      <w:r>
        <w:t>— </w:t>
      </w:r>
      <w:r w:rsidR="005A3479">
        <w:t>Je vois votre âme à travers vos traits</w:t>
      </w:r>
      <w:r>
        <w:t xml:space="preserve">, </w:t>
      </w:r>
      <w:r w:rsidR="005A3479">
        <w:t>mon pauvre petit oiseau</w:t>
      </w:r>
      <w:r>
        <w:t>.</w:t>
      </w:r>
    </w:p>
    <w:p w14:paraId="77730C8D" w14:textId="77777777" w:rsidR="006F1ADB" w:rsidRDefault="005A3479" w:rsidP="005A3479">
      <w:r>
        <w:t>La main de Sue reposait sur la table</w:t>
      </w:r>
      <w:r w:rsidR="006F1ADB">
        <w:t xml:space="preserve">. </w:t>
      </w:r>
      <w:r>
        <w:t>Jude mit la sienne sur cette petite main</w:t>
      </w:r>
      <w:r w:rsidR="006F1ADB">
        <w:t xml:space="preserve">. </w:t>
      </w:r>
      <w:r>
        <w:t>Sue la retira</w:t>
      </w:r>
      <w:r w:rsidR="006F1ADB">
        <w:t>.</w:t>
      </w:r>
    </w:p>
    <w:p w14:paraId="31F60EAA" w14:textId="77777777" w:rsidR="006F1ADB" w:rsidRDefault="006F1ADB" w:rsidP="005A3479">
      <w:r>
        <w:t>— </w:t>
      </w:r>
      <w:r w:rsidR="005A3479">
        <w:t>C</w:t>
      </w:r>
      <w:r>
        <w:t>’</w:t>
      </w:r>
      <w:r w:rsidR="005A3479">
        <w:t>est absurde</w:t>
      </w:r>
      <w:r>
        <w:t xml:space="preserve">, </w:t>
      </w:r>
      <w:r w:rsidR="005A3479">
        <w:t>s</w:t>
      </w:r>
      <w:r>
        <w:t>’</w:t>
      </w:r>
      <w:r w:rsidR="005A3479">
        <w:t>écria-t-il</w:t>
      </w:r>
      <w:r>
        <w:t xml:space="preserve">, </w:t>
      </w:r>
      <w:r w:rsidR="005A3479">
        <w:t>après tout ce que nous avons dit à ce sujet</w:t>
      </w:r>
      <w:r>
        <w:t xml:space="preserve">. </w:t>
      </w:r>
      <w:r w:rsidR="005A3479">
        <w:t>Je suis plus strict et plus formaliste que vous</w:t>
      </w:r>
      <w:r>
        <w:t xml:space="preserve">, </w:t>
      </w:r>
      <w:r w:rsidR="005A3479">
        <w:t>et votre méfiance à propos d</w:t>
      </w:r>
      <w:r>
        <w:t>’</w:t>
      </w:r>
      <w:r w:rsidR="005A3479">
        <w:t>une action innocente prouve que vous êtes ridiculement illogique</w:t>
      </w:r>
      <w:r>
        <w:t> !</w:t>
      </w:r>
    </w:p>
    <w:p w14:paraId="787F3713" w14:textId="77777777" w:rsidR="006F1ADB" w:rsidRDefault="006F1ADB" w:rsidP="005A3479">
      <w:r>
        <w:lastRenderedPageBreak/>
        <w:t>— </w:t>
      </w:r>
      <w:r w:rsidR="005A3479">
        <w:t>Peut-être suis-je trop prude</w:t>
      </w:r>
      <w:r>
        <w:t xml:space="preserve">, </w:t>
      </w:r>
      <w:r w:rsidR="005A3479">
        <w:t>dit-elle d</w:t>
      </w:r>
      <w:r>
        <w:t>’</w:t>
      </w:r>
      <w:r w:rsidR="005A3479">
        <w:t>un ton de repe</w:t>
      </w:r>
      <w:r w:rsidR="005A3479">
        <w:t>n</w:t>
      </w:r>
      <w:r w:rsidR="005A3479">
        <w:t>tir</w:t>
      </w:r>
      <w:r>
        <w:t xml:space="preserve">… </w:t>
      </w:r>
      <w:r w:rsidR="005A3479">
        <w:t>Là</w:t>
      </w:r>
      <w:r>
        <w:t xml:space="preserve">, </w:t>
      </w:r>
      <w:r w:rsidR="005A3479">
        <w:t>vous pouvez prendre ma main comme vous le voudrez</w:t>
      </w:r>
      <w:r>
        <w:t xml:space="preserve">. </w:t>
      </w:r>
      <w:r w:rsidR="005A3479">
        <w:t>C</w:t>
      </w:r>
      <w:r>
        <w:t>’</w:t>
      </w:r>
      <w:r w:rsidR="005A3479">
        <w:t>est gentil de ma part</w:t>
      </w:r>
      <w:r>
        <w:t> ?</w:t>
      </w:r>
    </w:p>
    <w:p w14:paraId="5BB3B3E6" w14:textId="77777777" w:rsidR="006F1ADB" w:rsidRDefault="006F1ADB" w:rsidP="005A3479">
      <w:r>
        <w:t>— </w:t>
      </w:r>
      <w:r w:rsidR="005A3479">
        <w:t>Oui</w:t>
      </w:r>
      <w:r>
        <w:t xml:space="preserve">, </w:t>
      </w:r>
      <w:r w:rsidR="005A3479">
        <w:t>très gentil</w:t>
      </w:r>
      <w:r>
        <w:t>.</w:t>
      </w:r>
    </w:p>
    <w:p w14:paraId="3DA45D6B" w14:textId="77777777" w:rsidR="006F1ADB" w:rsidRDefault="006F1ADB" w:rsidP="005A3479">
      <w:r>
        <w:t>— </w:t>
      </w:r>
      <w:r w:rsidR="005A3479">
        <w:t>Mais je dois le lui dire</w:t>
      </w:r>
      <w:r>
        <w:t>.</w:t>
      </w:r>
    </w:p>
    <w:p w14:paraId="5FDF972D" w14:textId="77777777" w:rsidR="006F1ADB" w:rsidRDefault="006F1ADB" w:rsidP="005A3479">
      <w:r>
        <w:t>— </w:t>
      </w:r>
      <w:r w:rsidR="005A3479">
        <w:t>À qui</w:t>
      </w:r>
      <w:r>
        <w:t> ?</w:t>
      </w:r>
    </w:p>
    <w:p w14:paraId="5D93D58C" w14:textId="77777777" w:rsidR="006F1ADB" w:rsidRDefault="006F1ADB" w:rsidP="005A3479">
      <w:r>
        <w:t>— </w:t>
      </w:r>
      <w:r w:rsidR="005A3479">
        <w:t>À Richard</w:t>
      </w:r>
      <w:r>
        <w:t>.</w:t>
      </w:r>
    </w:p>
    <w:p w14:paraId="03B5CBC8" w14:textId="77777777" w:rsidR="006F1ADB" w:rsidRDefault="006F1ADB" w:rsidP="005A3479">
      <w:r>
        <w:t>— </w:t>
      </w:r>
      <w:r w:rsidR="005A3479">
        <w:t>Naturellement</w:t>
      </w:r>
      <w:r>
        <w:t xml:space="preserve">, </w:t>
      </w:r>
      <w:r w:rsidR="005A3479">
        <w:t>si vous jugez que ce soit nécessaire</w:t>
      </w:r>
      <w:r>
        <w:t xml:space="preserve">. </w:t>
      </w:r>
      <w:r w:rsidR="005A3479">
        <w:t>Mais cela n</w:t>
      </w:r>
      <w:r>
        <w:t>’</w:t>
      </w:r>
      <w:r w:rsidR="005A3479">
        <w:t>a aucune importance</w:t>
      </w:r>
      <w:r>
        <w:t xml:space="preserve">, </w:t>
      </w:r>
      <w:r w:rsidR="005A3479">
        <w:t>et vous le tourmenterez sans ra</w:t>
      </w:r>
      <w:r w:rsidR="005A3479">
        <w:t>i</w:t>
      </w:r>
      <w:r w:rsidR="005A3479">
        <w:t>son</w:t>
      </w:r>
      <w:r>
        <w:t>.</w:t>
      </w:r>
    </w:p>
    <w:p w14:paraId="64EC6690" w14:textId="77777777" w:rsidR="006F1ADB" w:rsidRDefault="006F1ADB" w:rsidP="005A3479">
      <w:r>
        <w:t>— </w:t>
      </w:r>
      <w:r w:rsidR="005A3479">
        <w:t>Mais</w:t>
      </w:r>
      <w:r>
        <w:t xml:space="preserve">, </w:t>
      </w:r>
      <w:r w:rsidR="005A3479">
        <w:t>êtes-vous sûr que vous agissez en cousin</w:t>
      </w:r>
      <w:r>
        <w:t> ?</w:t>
      </w:r>
    </w:p>
    <w:p w14:paraId="7747B6FC" w14:textId="77777777" w:rsidR="006F1ADB" w:rsidRDefault="006F1ADB" w:rsidP="005A3479">
      <w:r>
        <w:t>— </w:t>
      </w:r>
      <w:r w:rsidR="005A3479">
        <w:t>Absolument sûr</w:t>
      </w:r>
      <w:r>
        <w:t xml:space="preserve">. </w:t>
      </w:r>
      <w:r w:rsidR="005A3479">
        <w:t>Il n</w:t>
      </w:r>
      <w:r>
        <w:t>’</w:t>
      </w:r>
      <w:r w:rsidR="005A3479">
        <w:t>y a plus en moi aucun sentiment d</w:t>
      </w:r>
      <w:r>
        <w:t>’</w:t>
      </w:r>
      <w:r w:rsidR="005A3479">
        <w:t>amour</w:t>
      </w:r>
      <w:r>
        <w:t>.</w:t>
      </w:r>
    </w:p>
    <w:p w14:paraId="66F662FB" w14:textId="77777777" w:rsidR="006F1ADB" w:rsidRDefault="006F1ADB" w:rsidP="005A3479">
      <w:r>
        <w:t>— </w:t>
      </w:r>
      <w:r w:rsidR="005A3479">
        <w:t>C</w:t>
      </w:r>
      <w:r>
        <w:t>’</w:t>
      </w:r>
      <w:r w:rsidR="005A3479">
        <w:t>est nouveau</w:t>
      </w:r>
      <w:r>
        <w:t xml:space="preserve">. </w:t>
      </w:r>
      <w:r w:rsidR="005A3479">
        <w:t>Et comment en êtes-vous arrivé là</w:t>
      </w:r>
      <w:r>
        <w:t> ?</w:t>
      </w:r>
    </w:p>
    <w:p w14:paraId="5701F788" w14:textId="77777777" w:rsidR="006F1ADB" w:rsidRDefault="006F1ADB" w:rsidP="005A3479">
      <w:r>
        <w:t>— </w:t>
      </w:r>
      <w:r w:rsidR="005A3479">
        <w:t>J</w:t>
      </w:r>
      <w:r>
        <w:t>’</w:t>
      </w:r>
      <w:r w:rsidR="005A3479">
        <w:t xml:space="preserve">ai vu </w:t>
      </w:r>
      <w:proofErr w:type="spellStart"/>
      <w:r w:rsidR="005A3479">
        <w:t>Arabella</w:t>
      </w:r>
      <w:proofErr w:type="spellEnd"/>
      <w:r>
        <w:t>.</w:t>
      </w:r>
    </w:p>
    <w:p w14:paraId="71608599" w14:textId="77777777" w:rsidR="006F1ADB" w:rsidRDefault="005A3479" w:rsidP="005A3479">
      <w:r>
        <w:t>Elle tressaillit sous le choc</w:t>
      </w:r>
      <w:r w:rsidR="006F1ADB">
        <w:t xml:space="preserve">, </w:t>
      </w:r>
      <w:r>
        <w:t>puis</w:t>
      </w:r>
      <w:r w:rsidR="006F1ADB">
        <w:t xml:space="preserve">, </w:t>
      </w:r>
      <w:r>
        <w:t>curieusement</w:t>
      </w:r>
      <w:r w:rsidR="006F1ADB">
        <w:t> :</w:t>
      </w:r>
    </w:p>
    <w:p w14:paraId="4F651676" w14:textId="77777777" w:rsidR="006F1ADB" w:rsidRDefault="006F1ADB" w:rsidP="005A3479">
      <w:r>
        <w:t>— </w:t>
      </w:r>
      <w:r w:rsidR="005A3479">
        <w:t>Quand l</w:t>
      </w:r>
      <w:r>
        <w:t>’</w:t>
      </w:r>
      <w:r w:rsidR="005A3479">
        <w:t>avez-vous vue</w:t>
      </w:r>
      <w:r>
        <w:t> ?</w:t>
      </w:r>
    </w:p>
    <w:p w14:paraId="601CB323" w14:textId="77777777" w:rsidR="006F1ADB" w:rsidRDefault="006F1ADB" w:rsidP="005A3479">
      <w:r>
        <w:t>— </w:t>
      </w:r>
      <w:r w:rsidR="005A3479">
        <w:t>Quand j</w:t>
      </w:r>
      <w:r>
        <w:t>’</w:t>
      </w:r>
      <w:r w:rsidR="005A3479">
        <w:t xml:space="preserve">étais à </w:t>
      </w:r>
      <w:proofErr w:type="spellStart"/>
      <w:r w:rsidR="005A3479">
        <w:t>Christminster</w:t>
      </w:r>
      <w:proofErr w:type="spellEnd"/>
      <w:r>
        <w:t>.</w:t>
      </w:r>
    </w:p>
    <w:p w14:paraId="0157DE41" w14:textId="741B8DD2" w:rsidR="006F1ADB" w:rsidRDefault="006F1ADB" w:rsidP="005A3479">
      <w:r>
        <w:t>— </w:t>
      </w:r>
      <w:r w:rsidR="005A3479">
        <w:t>Ainsi elle est revenue</w:t>
      </w:r>
      <w:r>
        <w:t xml:space="preserve"> ; </w:t>
      </w:r>
      <w:r w:rsidR="005A3479">
        <w:t>et vous ne me l</w:t>
      </w:r>
      <w:r>
        <w:t>’</w:t>
      </w:r>
      <w:r w:rsidR="005A3479">
        <w:t>aviez jamais dit</w:t>
      </w:r>
      <w:r>
        <w:t xml:space="preserve">. </w:t>
      </w:r>
      <w:r w:rsidR="005A3479">
        <w:t>Je suppose que vous vivez avec elle</w:t>
      </w:r>
      <w:r>
        <w:t xml:space="preserve">, </w:t>
      </w:r>
      <w:r w:rsidR="005A3479">
        <w:t>maintenant</w:t>
      </w:r>
      <w:r>
        <w:t>. »</w:t>
      </w:r>
    </w:p>
    <w:p w14:paraId="5877E845" w14:textId="77777777" w:rsidR="006F1ADB" w:rsidRDefault="006F1ADB" w:rsidP="005A3479">
      <w:r>
        <w:t>— </w:t>
      </w:r>
      <w:r w:rsidR="005A3479">
        <w:t>Évidemment</w:t>
      </w:r>
      <w:r>
        <w:t xml:space="preserve">, – </w:t>
      </w:r>
      <w:r w:rsidR="005A3479">
        <w:t>comme vous-même vivez avec votre m</w:t>
      </w:r>
      <w:r w:rsidR="005A3479">
        <w:t>a</w:t>
      </w:r>
      <w:r w:rsidR="005A3479">
        <w:t>ri</w:t>
      </w:r>
      <w:r>
        <w:t>.</w:t>
      </w:r>
    </w:p>
    <w:p w14:paraId="7709BAE2" w14:textId="77777777" w:rsidR="006F1ADB" w:rsidRDefault="005A3479" w:rsidP="005A3479">
      <w:r>
        <w:t>Elle regarda les pots de géraniums et de cactus qui ornaient la fenêtre</w:t>
      </w:r>
      <w:r w:rsidR="006F1ADB">
        <w:t xml:space="preserve">. </w:t>
      </w:r>
      <w:r>
        <w:t>Ses yeux se mouillèrent</w:t>
      </w:r>
      <w:r w:rsidR="006F1ADB">
        <w:t>.</w:t>
      </w:r>
    </w:p>
    <w:p w14:paraId="597B83EE" w14:textId="77777777" w:rsidR="006F1ADB" w:rsidRDefault="006F1ADB" w:rsidP="005A3479">
      <w:r>
        <w:lastRenderedPageBreak/>
        <w:t>— </w:t>
      </w:r>
      <w:r w:rsidR="005A3479">
        <w:t>Qu</w:t>
      </w:r>
      <w:r>
        <w:t>’</w:t>
      </w:r>
      <w:r w:rsidR="005A3479">
        <w:t>y a-t-il</w:t>
      </w:r>
      <w:r>
        <w:t xml:space="preserve"> ? </w:t>
      </w:r>
      <w:r w:rsidR="005A3479">
        <w:t>dit Jude avec plus de douceur</w:t>
      </w:r>
      <w:r>
        <w:t>.</w:t>
      </w:r>
    </w:p>
    <w:p w14:paraId="5DF88B08" w14:textId="77777777" w:rsidR="006F1ADB" w:rsidRDefault="006F1ADB" w:rsidP="005A3479">
      <w:r>
        <w:t>— </w:t>
      </w:r>
      <w:r w:rsidR="005A3479">
        <w:t>Comment seriez-vous si charmé de retourner avec elle</w:t>
      </w:r>
      <w:r>
        <w:t xml:space="preserve">, </w:t>
      </w:r>
      <w:r w:rsidR="005A3479">
        <w:t>si</w:t>
      </w:r>
      <w:r>
        <w:t xml:space="preserve">… </w:t>
      </w:r>
      <w:r w:rsidR="005A3479">
        <w:t>ce que vous prétendiez est encore vrai</w:t>
      </w:r>
      <w:r>
        <w:t xml:space="preserve"> ?… </w:t>
      </w:r>
      <w:r w:rsidR="005A3479">
        <w:t>Je veux dire si c</w:t>
      </w:r>
      <w:r>
        <w:t>’</w:t>
      </w:r>
      <w:r w:rsidR="005A3479">
        <w:t>était vrai naguère</w:t>
      </w:r>
      <w:r>
        <w:t xml:space="preserve">… </w:t>
      </w:r>
      <w:r w:rsidR="005A3479">
        <w:t>Car ça ne l</w:t>
      </w:r>
      <w:r>
        <w:t>’</w:t>
      </w:r>
      <w:r w:rsidR="005A3479">
        <w:t>est évidemment plus</w:t>
      </w:r>
      <w:r>
        <w:t xml:space="preserve">, </w:t>
      </w:r>
      <w:r w:rsidR="005A3479">
        <w:t>a</w:t>
      </w:r>
      <w:r w:rsidR="005A3479">
        <w:t>u</w:t>
      </w:r>
      <w:r w:rsidR="005A3479">
        <w:t>jourd</w:t>
      </w:r>
      <w:r>
        <w:t>’</w:t>
      </w:r>
      <w:r w:rsidR="005A3479">
        <w:t>hui</w:t>
      </w:r>
      <w:r>
        <w:t xml:space="preserve">. </w:t>
      </w:r>
      <w:r w:rsidR="005A3479">
        <w:t xml:space="preserve">Comment </w:t>
      </w:r>
      <w:proofErr w:type="spellStart"/>
      <w:r w:rsidR="005A3479">
        <w:t>Arabella</w:t>
      </w:r>
      <w:proofErr w:type="spellEnd"/>
      <w:r w:rsidR="005A3479">
        <w:t xml:space="preserve"> a-t-elle pu</w:t>
      </w:r>
      <w:r>
        <w:t xml:space="preserve">, </w:t>
      </w:r>
      <w:r w:rsidR="005A3479">
        <w:t>ainsi</w:t>
      </w:r>
      <w:r>
        <w:t xml:space="preserve">, </w:t>
      </w:r>
      <w:r w:rsidR="005A3479">
        <w:t>reconquérir votre cœur</w:t>
      </w:r>
      <w:r>
        <w:t> ?</w:t>
      </w:r>
    </w:p>
    <w:p w14:paraId="029BDB5F" w14:textId="77777777" w:rsidR="006F1ADB" w:rsidRDefault="006F1ADB" w:rsidP="005A3479">
      <w:r>
        <w:t>— </w:t>
      </w:r>
      <w:r w:rsidR="005A3479">
        <w:t>Une Providence spéciale</w:t>
      </w:r>
      <w:r>
        <w:t xml:space="preserve">, </w:t>
      </w:r>
      <w:r w:rsidR="005A3479">
        <w:t>j</w:t>
      </w:r>
      <w:r>
        <w:t>’</w:t>
      </w:r>
      <w:r w:rsidR="005A3479">
        <w:t>imagine</w:t>
      </w:r>
      <w:r>
        <w:t xml:space="preserve">, </w:t>
      </w:r>
      <w:r w:rsidR="005A3479">
        <w:t>a préparé tout cela</w:t>
      </w:r>
      <w:r>
        <w:t>.</w:t>
      </w:r>
    </w:p>
    <w:p w14:paraId="745E4EC6" w14:textId="77777777" w:rsidR="006F1ADB" w:rsidRDefault="006F1ADB" w:rsidP="005A3479">
      <w:r>
        <w:t>— </w:t>
      </w:r>
      <w:r w:rsidR="005A3479">
        <w:t>Ah</w:t>
      </w:r>
      <w:r>
        <w:t xml:space="preserve"> ! </w:t>
      </w:r>
      <w:r w:rsidR="005A3479">
        <w:t>ce n</w:t>
      </w:r>
      <w:r>
        <w:t>’</w:t>
      </w:r>
      <w:r w:rsidR="005A3479">
        <w:t>est pas vrai</w:t>
      </w:r>
      <w:r>
        <w:t xml:space="preserve"> ! </w:t>
      </w:r>
      <w:r w:rsidR="005A3479">
        <w:t>dit-elle avec une charmante colère</w:t>
      </w:r>
      <w:r>
        <w:t xml:space="preserve">. </w:t>
      </w:r>
      <w:r w:rsidR="005A3479">
        <w:t>Vous me taquinez</w:t>
      </w:r>
      <w:r>
        <w:t xml:space="preserve">, </w:t>
      </w:r>
      <w:r w:rsidR="005A3479">
        <w:t>voilà tout</w:t>
      </w:r>
      <w:r>
        <w:t xml:space="preserve">, </w:t>
      </w:r>
      <w:r w:rsidR="005A3479">
        <w:t>parce que vous pensez que je ne suis pas heureuse</w:t>
      </w:r>
      <w:r>
        <w:t>.</w:t>
      </w:r>
    </w:p>
    <w:p w14:paraId="7C1DE24E" w14:textId="77777777" w:rsidR="006F1ADB" w:rsidRDefault="006F1ADB" w:rsidP="005A3479">
      <w:r>
        <w:t>— </w:t>
      </w:r>
      <w:r w:rsidR="005A3479">
        <w:t>Je l</w:t>
      </w:r>
      <w:r>
        <w:t>’</w:t>
      </w:r>
      <w:r w:rsidR="005A3479">
        <w:t>ignore et je ne tiens pas à le savoir</w:t>
      </w:r>
      <w:r>
        <w:t>.</w:t>
      </w:r>
    </w:p>
    <w:p w14:paraId="3AFAAAF4" w14:textId="77777777" w:rsidR="006F1ADB" w:rsidRDefault="006F1ADB" w:rsidP="005A3479">
      <w:r>
        <w:t>— </w:t>
      </w:r>
      <w:r w:rsidR="005A3479">
        <w:t>Si j</w:t>
      </w:r>
      <w:r>
        <w:t>’</w:t>
      </w:r>
      <w:r w:rsidR="005A3479">
        <w:t>étais malheureuse</w:t>
      </w:r>
      <w:r>
        <w:t xml:space="preserve">, </w:t>
      </w:r>
      <w:r w:rsidR="005A3479">
        <w:t>la faute en serait à moi seule</w:t>
      </w:r>
      <w:r>
        <w:t xml:space="preserve">, </w:t>
      </w:r>
      <w:r w:rsidR="005A3479">
        <w:t>à ma propre méchanceté</w:t>
      </w:r>
      <w:r>
        <w:t xml:space="preserve">… </w:t>
      </w:r>
      <w:r w:rsidR="005A3479">
        <w:t>je n</w:t>
      </w:r>
      <w:r>
        <w:t>’</w:t>
      </w:r>
      <w:r w:rsidR="005A3479">
        <w:t>ai pas le droit de ne pas l</w:t>
      </w:r>
      <w:r>
        <w:t>’</w:t>
      </w:r>
      <w:r w:rsidR="005A3479">
        <w:t>aimer</w:t>
      </w:r>
      <w:r>
        <w:t xml:space="preserve">. </w:t>
      </w:r>
      <w:r w:rsidR="005A3479">
        <w:t>Il a des égards pour moi</w:t>
      </w:r>
      <w:r>
        <w:t xml:space="preserve"> ; </w:t>
      </w:r>
      <w:r w:rsidR="005A3479">
        <w:t>sa conversation est très intéressante</w:t>
      </w:r>
      <w:r>
        <w:t xml:space="preserve">… </w:t>
      </w:r>
      <w:r w:rsidR="005A3479">
        <w:t>Pensez-vous</w:t>
      </w:r>
      <w:r>
        <w:t xml:space="preserve">, </w:t>
      </w:r>
      <w:r w:rsidR="005A3479">
        <w:t>Jude</w:t>
      </w:r>
      <w:r>
        <w:t xml:space="preserve">, </w:t>
      </w:r>
      <w:r w:rsidR="005A3479">
        <w:t>qu</w:t>
      </w:r>
      <w:r>
        <w:t>’</w:t>
      </w:r>
      <w:r w:rsidR="005A3479">
        <w:t>un homme doive épouser une femme d</w:t>
      </w:r>
      <w:r>
        <w:t>’</w:t>
      </w:r>
      <w:r w:rsidR="005A3479">
        <w:t>âge assorti au sien</w:t>
      </w:r>
      <w:r>
        <w:t xml:space="preserve">, </w:t>
      </w:r>
      <w:r w:rsidR="005A3479">
        <w:t>ou une femme plus jeune que lui de dix-huit ans</w:t>
      </w:r>
      <w:r>
        <w:t xml:space="preserve">, </w:t>
      </w:r>
      <w:r w:rsidR="005A3479">
        <w:t>comme il a fait en m</w:t>
      </w:r>
      <w:r>
        <w:t>’</w:t>
      </w:r>
      <w:r w:rsidR="005A3479">
        <w:t>épousant</w:t>
      </w:r>
      <w:r>
        <w:t xml:space="preserve">, </w:t>
      </w:r>
      <w:r w:rsidR="005A3479">
        <w:t>moi</w:t>
      </w:r>
      <w:r>
        <w:t> ?</w:t>
      </w:r>
    </w:p>
    <w:p w14:paraId="02B383CE" w14:textId="77777777" w:rsidR="006F1ADB" w:rsidRDefault="006F1ADB" w:rsidP="005A3479">
      <w:r>
        <w:t>— </w:t>
      </w:r>
      <w:r w:rsidR="005A3479">
        <w:t>Cela dépend de ce qu</w:t>
      </w:r>
      <w:r>
        <w:t>’</w:t>
      </w:r>
      <w:r w:rsidR="005A3479">
        <w:t>ils ressentent chacun l</w:t>
      </w:r>
      <w:r>
        <w:t>’</w:t>
      </w:r>
      <w:r w:rsidR="005A3479">
        <w:t>un pour l</w:t>
      </w:r>
      <w:r>
        <w:t>’</w:t>
      </w:r>
      <w:r w:rsidR="005A3479">
        <w:t>autre</w:t>
      </w:r>
      <w:r>
        <w:t>.</w:t>
      </w:r>
    </w:p>
    <w:p w14:paraId="53D4A429" w14:textId="79E2968E" w:rsidR="006F1ADB" w:rsidRDefault="006F1ADB" w:rsidP="005A3479">
      <w:r>
        <w:t>— </w:t>
      </w:r>
      <w:r w:rsidR="005A3479">
        <w:t>Je</w:t>
      </w:r>
      <w:r>
        <w:t xml:space="preserve">… </w:t>
      </w:r>
      <w:r w:rsidR="005A3479">
        <w:t>je pense que je dois être aussi honnête avec vous que vous l</w:t>
      </w:r>
      <w:r>
        <w:t>’</w:t>
      </w:r>
      <w:r w:rsidR="005A3479">
        <w:t>avez été avec moi</w:t>
      </w:r>
      <w:r>
        <w:t xml:space="preserve">. </w:t>
      </w:r>
      <w:r w:rsidR="005A3479">
        <w:t>Peut-être avez-vous compris ce que je veux dire</w:t>
      </w:r>
      <w:r>
        <w:t xml:space="preserve"> ? </w:t>
      </w:r>
      <w:r w:rsidR="005A3479">
        <w:t>Quoique j</w:t>
      </w:r>
      <w:r>
        <w:t>’</w:t>
      </w:r>
      <w:r w:rsidR="005A3479">
        <w:t xml:space="preserve">aime </w:t>
      </w:r>
      <w:r>
        <w:t>M. </w:t>
      </w:r>
      <w:proofErr w:type="spellStart"/>
      <w:r w:rsidR="005A3479">
        <w:t>Phillotson</w:t>
      </w:r>
      <w:proofErr w:type="spellEnd"/>
      <w:r>
        <w:t xml:space="preserve">, </w:t>
      </w:r>
      <w:r w:rsidR="005A3479">
        <w:t>d</w:t>
      </w:r>
      <w:r>
        <w:t>’</w:t>
      </w:r>
      <w:r w:rsidR="005A3479">
        <w:t>amitié</w:t>
      </w:r>
      <w:r>
        <w:t xml:space="preserve">, </w:t>
      </w:r>
      <w:r w:rsidR="005A3479">
        <w:t>je ne peux pas l</w:t>
      </w:r>
      <w:r>
        <w:t>’</w:t>
      </w:r>
      <w:r w:rsidR="005A3479">
        <w:t>aimer autrement et cela me torture de vivre avec lui</w:t>
      </w:r>
      <w:r>
        <w:t xml:space="preserve">, </w:t>
      </w:r>
      <w:r w:rsidR="005A3479">
        <w:t>comme avec un mari</w:t>
      </w:r>
      <w:r>
        <w:t xml:space="preserve">. </w:t>
      </w:r>
      <w:r w:rsidR="005A3479">
        <w:t>Là</w:t>
      </w:r>
      <w:r>
        <w:t xml:space="preserve">… </w:t>
      </w:r>
      <w:r w:rsidR="005A3479">
        <w:t>maintenant</w:t>
      </w:r>
      <w:r>
        <w:t xml:space="preserve">, </w:t>
      </w:r>
      <w:r w:rsidR="005A3479">
        <w:t>j</w:t>
      </w:r>
      <w:r>
        <w:t>’</w:t>
      </w:r>
      <w:r w:rsidR="005A3479">
        <w:t>ai dit la vérité</w:t>
      </w:r>
      <w:r>
        <w:t xml:space="preserve">, </w:t>
      </w:r>
      <w:r w:rsidR="005A3479">
        <w:t>et n</w:t>
      </w:r>
      <w:r>
        <w:t>’</w:t>
      </w:r>
      <w:r w:rsidR="005A3479">
        <w:t>ai pu m</w:t>
      </w:r>
      <w:r>
        <w:t>’</w:t>
      </w:r>
      <w:r w:rsidR="005A3479">
        <w:t>en défendre</w:t>
      </w:r>
      <w:r>
        <w:t xml:space="preserve">, </w:t>
      </w:r>
      <w:r w:rsidR="005A3479">
        <w:t>bien que j</w:t>
      </w:r>
      <w:r>
        <w:t>’</w:t>
      </w:r>
      <w:r w:rsidR="005A3479">
        <w:t>ai prétendu que j</w:t>
      </w:r>
      <w:r>
        <w:t>’</w:t>
      </w:r>
      <w:r w:rsidR="005A3479">
        <w:t>étais heureuse</w:t>
      </w:r>
      <w:r>
        <w:t xml:space="preserve">. </w:t>
      </w:r>
      <w:r w:rsidR="005A3479">
        <w:t>À présent</w:t>
      </w:r>
      <w:r>
        <w:t xml:space="preserve">, </w:t>
      </w:r>
      <w:r w:rsidR="005A3479">
        <w:t>vous allez me mépriser</w:t>
      </w:r>
      <w:r>
        <w:t xml:space="preserve">, </w:t>
      </w:r>
      <w:r w:rsidR="005A3479">
        <w:t>et pour jamais</w:t>
      </w:r>
      <w:r>
        <w:t xml:space="preserve">, </w:t>
      </w:r>
      <w:r w:rsidR="005A3479">
        <w:t>je suppose</w:t>
      </w:r>
      <w:r>
        <w:t>.</w:t>
      </w:r>
    </w:p>
    <w:p w14:paraId="6F1F38B5" w14:textId="77777777" w:rsidR="006F1ADB" w:rsidRDefault="005A3479" w:rsidP="005A3479">
      <w:r>
        <w:lastRenderedPageBreak/>
        <w:t>Elle cacha son visage entre ses mains qui reposaient sur le tapis de la table et sanglota sans bruit</w:t>
      </w:r>
      <w:r w:rsidR="006F1ADB">
        <w:t xml:space="preserve">, </w:t>
      </w:r>
      <w:r>
        <w:t>avec de légers sursauts qui faisaient frémir le guéridon fragile</w:t>
      </w:r>
      <w:r w:rsidR="006F1ADB">
        <w:t>.</w:t>
      </w:r>
    </w:p>
    <w:p w14:paraId="7D45F145" w14:textId="77777777" w:rsidR="006F1ADB" w:rsidRDefault="006F1ADB" w:rsidP="005A3479">
      <w:r>
        <w:t>— </w:t>
      </w:r>
      <w:r w:rsidR="005A3479">
        <w:t>Il y a seulement un mois ou deux que je suis mariée</w:t>
      </w:r>
      <w:r>
        <w:t xml:space="preserve">, </w:t>
      </w:r>
      <w:r w:rsidR="005A3479">
        <w:t>co</w:t>
      </w:r>
      <w:r w:rsidR="005A3479">
        <w:t>n</w:t>
      </w:r>
      <w:r w:rsidR="005A3479">
        <w:t>tinua-t-elle</w:t>
      </w:r>
      <w:r>
        <w:t xml:space="preserve">, </w:t>
      </w:r>
      <w:r w:rsidR="005A3479">
        <w:t>toujours ployée sur la table</w:t>
      </w:r>
      <w:r>
        <w:t xml:space="preserve">, </w:t>
      </w:r>
      <w:r w:rsidR="005A3479">
        <w:t>et parlant dans ses mains</w:t>
      </w:r>
      <w:r>
        <w:t xml:space="preserve">. </w:t>
      </w:r>
      <w:r w:rsidR="005A3479">
        <w:t>Et l</w:t>
      </w:r>
      <w:r>
        <w:t>’</w:t>
      </w:r>
      <w:r w:rsidR="005A3479">
        <w:t>on dit que ce qui éloigne une femme de son mari pendant les premiers temps de leur mariage</w:t>
      </w:r>
      <w:r>
        <w:t xml:space="preserve">, </w:t>
      </w:r>
      <w:r w:rsidR="005A3479">
        <w:t>elle l</w:t>
      </w:r>
      <w:r>
        <w:t>’</w:t>
      </w:r>
      <w:r w:rsidR="005A3479">
        <w:t>enfouit dans une confortable indifférence</w:t>
      </w:r>
      <w:r>
        <w:t xml:space="preserve">, </w:t>
      </w:r>
      <w:r w:rsidR="005A3479">
        <w:t>au bout d</w:t>
      </w:r>
      <w:r>
        <w:t>’</w:t>
      </w:r>
      <w:r w:rsidR="005A3479">
        <w:t>une demi-douzaine d</w:t>
      </w:r>
      <w:r>
        <w:t>’</w:t>
      </w:r>
      <w:r w:rsidR="005A3479">
        <w:t>années</w:t>
      </w:r>
      <w:r>
        <w:t xml:space="preserve">. </w:t>
      </w:r>
      <w:r w:rsidR="005A3479">
        <w:t>Mais c</w:t>
      </w:r>
      <w:r>
        <w:t>’</w:t>
      </w:r>
      <w:r w:rsidR="005A3479">
        <w:t>est tout comme si l</w:t>
      </w:r>
      <w:r>
        <w:t>’</w:t>
      </w:r>
      <w:r w:rsidR="005A3479">
        <w:t>on disait que l</w:t>
      </w:r>
      <w:r>
        <w:t>’</w:t>
      </w:r>
      <w:r w:rsidR="005A3479">
        <w:t>amputation d</w:t>
      </w:r>
      <w:r>
        <w:t>’</w:t>
      </w:r>
      <w:r w:rsidR="005A3479">
        <w:t>un membre n</w:t>
      </w:r>
      <w:r>
        <w:t>’</w:t>
      </w:r>
      <w:r w:rsidR="005A3479">
        <w:t>est pas un mal</w:t>
      </w:r>
      <w:r>
        <w:t xml:space="preserve">, </w:t>
      </w:r>
      <w:r w:rsidR="005A3479">
        <w:t>puisque</w:t>
      </w:r>
      <w:r>
        <w:t xml:space="preserve">, </w:t>
      </w:r>
      <w:r w:rsidR="005A3479">
        <w:t>avec le temps</w:t>
      </w:r>
      <w:r>
        <w:t xml:space="preserve">, </w:t>
      </w:r>
      <w:r w:rsidR="005A3479">
        <w:t>des gens s</w:t>
      </w:r>
      <w:r>
        <w:t>’</w:t>
      </w:r>
      <w:r w:rsidR="005A3479">
        <w:t>habituent aisément à se servir d</w:t>
      </w:r>
      <w:r>
        <w:t>’</w:t>
      </w:r>
      <w:r w:rsidR="005A3479">
        <w:t>un bras ou d</w:t>
      </w:r>
      <w:r>
        <w:t>’</w:t>
      </w:r>
      <w:r w:rsidR="005A3479">
        <w:t>une jambe de bois</w:t>
      </w:r>
      <w:r>
        <w:t>.</w:t>
      </w:r>
    </w:p>
    <w:p w14:paraId="37391E0E" w14:textId="77777777" w:rsidR="006F1ADB" w:rsidRDefault="005A3479" w:rsidP="005A3479">
      <w:r>
        <w:t>Jude pouvait à peine parler</w:t>
      </w:r>
      <w:r w:rsidR="006F1ADB">
        <w:t xml:space="preserve">, </w:t>
      </w:r>
      <w:r>
        <w:t>mais il dit</w:t>
      </w:r>
      <w:r w:rsidR="006F1ADB">
        <w:t> :</w:t>
      </w:r>
    </w:p>
    <w:p w14:paraId="0CA07AC7" w14:textId="77777777" w:rsidR="006F1ADB" w:rsidRDefault="006F1ADB" w:rsidP="005A3479">
      <w:r>
        <w:t>— </w:t>
      </w:r>
      <w:r w:rsidR="005A3479">
        <w:t>Je crois qu</w:t>
      </w:r>
      <w:r>
        <w:t>’</w:t>
      </w:r>
      <w:r w:rsidR="005A3479">
        <w:t>il y a là quelque chose de mal</w:t>
      </w:r>
      <w:r>
        <w:t xml:space="preserve">, </w:t>
      </w:r>
      <w:r w:rsidR="005A3479">
        <w:t>Sue</w:t>
      </w:r>
      <w:r>
        <w:t xml:space="preserve">. </w:t>
      </w:r>
      <w:r w:rsidR="005A3479">
        <w:t>Oh</w:t>
      </w:r>
      <w:r>
        <w:t xml:space="preserve"> ! </w:t>
      </w:r>
      <w:r w:rsidR="005A3479">
        <w:t>je le crois</w:t>
      </w:r>
      <w:r>
        <w:t>.</w:t>
      </w:r>
    </w:p>
    <w:p w14:paraId="358E99AB" w14:textId="77777777" w:rsidR="006F1ADB" w:rsidRDefault="006F1ADB" w:rsidP="005A3479">
      <w:r>
        <w:t>— </w:t>
      </w:r>
      <w:r w:rsidR="005A3479">
        <w:t>Mais ce n</w:t>
      </w:r>
      <w:r>
        <w:t>’</w:t>
      </w:r>
      <w:r w:rsidR="005A3479">
        <w:t>est pas comme vous pensez</w:t>
      </w:r>
      <w:r>
        <w:t xml:space="preserve">. </w:t>
      </w:r>
      <w:r w:rsidR="005A3479">
        <w:t>Il n</w:t>
      </w:r>
      <w:r>
        <w:t>’</w:t>
      </w:r>
      <w:r w:rsidR="005A3479">
        <w:t>y a rien de mal que ma propre méchanceté</w:t>
      </w:r>
      <w:r>
        <w:t xml:space="preserve"> ; </w:t>
      </w:r>
      <w:r w:rsidR="005A3479">
        <w:t>j</w:t>
      </w:r>
      <w:r>
        <w:t>’</w:t>
      </w:r>
      <w:r w:rsidR="005A3479">
        <w:t>imagine que vous appellerez ai</w:t>
      </w:r>
      <w:r w:rsidR="005A3479">
        <w:t>n</w:t>
      </w:r>
      <w:r w:rsidR="005A3479">
        <w:t>si</w:t>
      </w:r>
      <w:r>
        <w:t xml:space="preserve">… </w:t>
      </w:r>
      <w:r w:rsidR="005A3479">
        <w:t>une répugnance de ma part pour une raison que je ne puis découvrir et qui ne serait pas admise comme telle par la major</w:t>
      </w:r>
      <w:r w:rsidR="005A3479">
        <w:t>i</w:t>
      </w:r>
      <w:r w:rsidR="005A3479">
        <w:t>té des gens</w:t>
      </w:r>
      <w:r>
        <w:t xml:space="preserve">… </w:t>
      </w:r>
      <w:r w:rsidR="005A3479">
        <w:t>Ce qui me torture tellement</w:t>
      </w:r>
      <w:r>
        <w:t xml:space="preserve">, </w:t>
      </w:r>
      <w:r w:rsidR="005A3479">
        <w:t>c</w:t>
      </w:r>
      <w:r>
        <w:t>’</w:t>
      </w:r>
      <w:r w:rsidR="005A3479">
        <w:t>est la nécessité de me soumettre à tout ce que désire cet homme</w:t>
      </w:r>
      <w:r>
        <w:t xml:space="preserve">, </w:t>
      </w:r>
      <w:r w:rsidR="005A3479">
        <w:t>cet homme si bon moralement</w:t>
      </w:r>
      <w:r>
        <w:t xml:space="preserve">, </w:t>
      </w:r>
      <w:r w:rsidR="005A3479">
        <w:t>c</w:t>
      </w:r>
      <w:r>
        <w:t>’</w:t>
      </w:r>
      <w:r w:rsidR="005A3479">
        <w:t>est l</w:t>
      </w:r>
      <w:r>
        <w:t>’</w:t>
      </w:r>
      <w:r w:rsidR="005A3479">
        <w:t>abominable contrat qui m</w:t>
      </w:r>
      <w:r>
        <w:t>’</w:t>
      </w:r>
      <w:r w:rsidR="005A3479">
        <w:t>engage à sentir d</w:t>
      </w:r>
      <w:r>
        <w:t>’</w:t>
      </w:r>
      <w:r w:rsidR="005A3479">
        <w:t>une manière particulière dans une chose dont l</w:t>
      </w:r>
      <w:r>
        <w:t>’</w:t>
      </w:r>
      <w:r w:rsidR="005A3479">
        <w:t>essence même est la spontanéité</w:t>
      </w:r>
      <w:r>
        <w:t xml:space="preserve">. </w:t>
      </w:r>
      <w:r w:rsidR="005A3479">
        <w:t>Je souhaiterais qu</w:t>
      </w:r>
      <w:r>
        <w:t>’</w:t>
      </w:r>
      <w:r w:rsidR="005A3479">
        <w:t>il me maltraitât</w:t>
      </w:r>
      <w:r>
        <w:t xml:space="preserve">, </w:t>
      </w:r>
      <w:r w:rsidR="005A3479">
        <w:t>ou qu</w:t>
      </w:r>
      <w:r>
        <w:t>’</w:t>
      </w:r>
      <w:r w:rsidR="005A3479">
        <w:t>il me fût infidèle</w:t>
      </w:r>
      <w:r>
        <w:t xml:space="preserve">, </w:t>
      </w:r>
      <w:r w:rsidR="005A3479">
        <w:t>ou qu</w:t>
      </w:r>
      <w:r>
        <w:t>’</w:t>
      </w:r>
      <w:r w:rsidR="005A3479">
        <w:t>il me fît ouvertement une injure telle que je pourrais l</w:t>
      </w:r>
      <w:r>
        <w:t>’</w:t>
      </w:r>
      <w:r w:rsidR="005A3479">
        <w:t>invoquer pour justifier mes sentiments</w:t>
      </w:r>
      <w:r>
        <w:t xml:space="preserve">. </w:t>
      </w:r>
      <w:r w:rsidR="005A3479">
        <w:t>Mais il ne me fait aucun tort</w:t>
      </w:r>
      <w:r>
        <w:t xml:space="preserve"> ; </w:t>
      </w:r>
      <w:r w:rsidR="005A3479">
        <w:t>il est seulement devenu un peu plus froid depuis qu</w:t>
      </w:r>
      <w:r>
        <w:t>’</w:t>
      </w:r>
      <w:r w:rsidR="005A3479">
        <w:t>il a deviné ma manière de sentir</w:t>
      </w:r>
      <w:r>
        <w:t xml:space="preserve">. </w:t>
      </w:r>
      <w:r w:rsidR="005A3479">
        <w:t>C</w:t>
      </w:r>
      <w:r>
        <w:t>’</w:t>
      </w:r>
      <w:r w:rsidR="005A3479">
        <w:t>est pourquoi il n</w:t>
      </w:r>
      <w:r>
        <w:t>’</w:t>
      </w:r>
      <w:r w:rsidR="005A3479">
        <w:t>est pas venu à l</w:t>
      </w:r>
      <w:r>
        <w:t>’</w:t>
      </w:r>
      <w:r w:rsidR="005A3479">
        <w:t>enterrement</w:t>
      </w:r>
      <w:r>
        <w:t xml:space="preserve">. </w:t>
      </w:r>
      <w:r w:rsidR="005A3479">
        <w:t>Oh</w:t>
      </w:r>
      <w:r>
        <w:t xml:space="preserve"> ! </w:t>
      </w:r>
      <w:r w:rsidR="005A3479">
        <w:t>je suis tout à fait misérable</w:t>
      </w:r>
      <w:r>
        <w:t xml:space="preserve">, </w:t>
      </w:r>
      <w:r w:rsidR="005A3479">
        <w:t>je ne sais que faire</w:t>
      </w:r>
      <w:r>
        <w:t xml:space="preserve">. </w:t>
      </w:r>
      <w:r w:rsidR="005A3479">
        <w:t>Ne venez pas près de moi</w:t>
      </w:r>
      <w:r>
        <w:t xml:space="preserve">, </w:t>
      </w:r>
      <w:r w:rsidR="005A3479">
        <w:t>Jude</w:t>
      </w:r>
      <w:r>
        <w:t xml:space="preserve">, </w:t>
      </w:r>
      <w:r w:rsidR="005A3479">
        <w:t>parce que vous ne le devez pas</w:t>
      </w:r>
      <w:r>
        <w:t>.</w:t>
      </w:r>
    </w:p>
    <w:p w14:paraId="269FE0FA" w14:textId="77777777" w:rsidR="006F1ADB" w:rsidRDefault="005A3479" w:rsidP="005A3479">
      <w:r>
        <w:lastRenderedPageBreak/>
        <w:t>Mais il s</w:t>
      </w:r>
      <w:r w:rsidR="006F1ADB">
        <w:t>’</w:t>
      </w:r>
      <w:r>
        <w:t>était élancé vers elle et il mettait son visage contre celui de Sue</w:t>
      </w:r>
      <w:r w:rsidR="006F1ADB">
        <w:t xml:space="preserve">, </w:t>
      </w:r>
      <w:r>
        <w:t>ou plutôt contre son oreille</w:t>
      </w:r>
      <w:r w:rsidR="006F1ADB">
        <w:t xml:space="preserve">, </w:t>
      </w:r>
      <w:r>
        <w:t>le visage étant inacce</w:t>
      </w:r>
      <w:r>
        <w:t>s</w:t>
      </w:r>
      <w:r>
        <w:t>sible</w:t>
      </w:r>
      <w:r w:rsidR="006F1ADB">
        <w:t>.</w:t>
      </w:r>
    </w:p>
    <w:p w14:paraId="6B8E0A9B" w14:textId="77777777" w:rsidR="006F1ADB" w:rsidRDefault="006F1ADB" w:rsidP="005A3479">
      <w:r>
        <w:t>— </w:t>
      </w:r>
      <w:r w:rsidR="005A3479">
        <w:t>Je veux seulement vous consoler</w:t>
      </w:r>
      <w:r>
        <w:t xml:space="preserve">… </w:t>
      </w:r>
      <w:r w:rsidR="005A3479">
        <w:t>Tout le mal est venu de ce que j</w:t>
      </w:r>
      <w:r>
        <w:t>’</w:t>
      </w:r>
      <w:r w:rsidR="005A3479">
        <w:t>étais marié avant de vous avoir connue</w:t>
      </w:r>
      <w:r>
        <w:t xml:space="preserve">, </w:t>
      </w:r>
      <w:r w:rsidR="005A3479">
        <w:t>n</w:t>
      </w:r>
      <w:r>
        <w:t>’</w:t>
      </w:r>
      <w:r w:rsidR="005A3479">
        <w:t>est-ce pas</w:t>
      </w:r>
      <w:r>
        <w:t xml:space="preserve"> ? </w:t>
      </w:r>
      <w:r w:rsidR="005A3479">
        <w:t>Vous seriez devenue ma femme</w:t>
      </w:r>
      <w:r>
        <w:t xml:space="preserve">, </w:t>
      </w:r>
      <w:r w:rsidR="005A3479">
        <w:t>dites</w:t>
      </w:r>
      <w:r>
        <w:t xml:space="preserve">, </w:t>
      </w:r>
      <w:r w:rsidR="005A3479">
        <w:t>Sue</w:t>
      </w:r>
      <w:r>
        <w:t xml:space="preserve">, </w:t>
      </w:r>
      <w:r w:rsidR="005A3479">
        <w:t>sans cette raison</w:t>
      </w:r>
      <w:r>
        <w:t> ?</w:t>
      </w:r>
    </w:p>
    <w:p w14:paraId="1AB40308" w14:textId="4DB2DD24" w:rsidR="006F1ADB" w:rsidRDefault="005A3479" w:rsidP="005A3479">
      <w:r>
        <w:t>Au lieu de répondre</w:t>
      </w:r>
      <w:r w:rsidR="006F1ADB">
        <w:t xml:space="preserve">, </w:t>
      </w:r>
      <w:r>
        <w:t>elle se leva vivement</w:t>
      </w:r>
      <w:r w:rsidR="006F1ADB">
        <w:t xml:space="preserve">, </w:t>
      </w:r>
      <w:r>
        <w:t>disant qu</w:t>
      </w:r>
      <w:r w:rsidR="006F1ADB">
        <w:t>’</w:t>
      </w:r>
      <w:r>
        <w:t>elle a</w:t>
      </w:r>
      <w:r>
        <w:t>l</w:t>
      </w:r>
      <w:r>
        <w:t>lait au cimetière pour reprendre ses esprits</w:t>
      </w:r>
      <w:r w:rsidR="006F1ADB">
        <w:t xml:space="preserve">. </w:t>
      </w:r>
      <w:r>
        <w:t>Elle sortit de la maison</w:t>
      </w:r>
      <w:r w:rsidR="006F1ADB">
        <w:t xml:space="preserve">. </w:t>
      </w:r>
      <w:r>
        <w:t>Jude ne la suivit pas</w:t>
      </w:r>
      <w:r w:rsidR="006F1ADB">
        <w:t xml:space="preserve">. </w:t>
      </w:r>
      <w:r>
        <w:t>Vingt minutes plus tard</w:t>
      </w:r>
      <w:r w:rsidR="006F1ADB">
        <w:t xml:space="preserve">, </w:t>
      </w:r>
      <w:r>
        <w:t xml:space="preserve">il la vit traverser la pelouse et se diriger vers la maison de </w:t>
      </w:r>
      <w:r w:rsidR="006F1ADB">
        <w:t>M</w:t>
      </w:r>
      <w:r w:rsidR="006F1ADB" w:rsidRPr="006F1ADB">
        <w:rPr>
          <w:vertAlign w:val="superscript"/>
        </w:rPr>
        <w:t>rs</w:t>
      </w:r>
      <w:r w:rsidR="006F1ADB">
        <w:t> </w:t>
      </w:r>
      <w:proofErr w:type="spellStart"/>
      <w:r>
        <w:t>Edlin</w:t>
      </w:r>
      <w:proofErr w:type="spellEnd"/>
      <w:r w:rsidR="006F1ADB">
        <w:t xml:space="preserve">. </w:t>
      </w:r>
      <w:r>
        <w:t>Bientôt après</w:t>
      </w:r>
      <w:r w:rsidR="006F1ADB">
        <w:t xml:space="preserve">, </w:t>
      </w:r>
      <w:r>
        <w:t>elle envoya une petite fille chercher sa valise et prévenir Jude qu</w:t>
      </w:r>
      <w:r w:rsidR="006F1ADB">
        <w:t>’</w:t>
      </w:r>
      <w:r>
        <w:t>étant très lasse</w:t>
      </w:r>
      <w:r w:rsidR="006F1ADB">
        <w:t xml:space="preserve">, </w:t>
      </w:r>
      <w:r>
        <w:t>elle ne pourrait le revoir dans la soirée</w:t>
      </w:r>
      <w:r w:rsidR="006F1ADB">
        <w:t>.</w:t>
      </w:r>
    </w:p>
    <w:p w14:paraId="1E8DD417" w14:textId="77777777" w:rsidR="006F1ADB" w:rsidRDefault="006F1ADB" w:rsidP="005A3479">
      <w:r>
        <w:t xml:space="preserve">… </w:t>
      </w:r>
      <w:r w:rsidR="005A3479">
        <w:t>Vers deux heures du matin</w:t>
      </w:r>
      <w:r>
        <w:t xml:space="preserve">. </w:t>
      </w:r>
      <w:r w:rsidR="005A3479">
        <w:t xml:space="preserve">Jude fut réveillé par un cri aigu qui lui était assez familier au temps où il habitait </w:t>
      </w:r>
      <w:proofErr w:type="spellStart"/>
      <w:r w:rsidR="005A3479">
        <w:t>Mar</w:t>
      </w:r>
      <w:r w:rsidR="005A3479">
        <w:t>y</w:t>
      </w:r>
      <w:r w:rsidR="005A3479">
        <w:t>green</w:t>
      </w:r>
      <w:proofErr w:type="spellEnd"/>
      <w:r>
        <w:t xml:space="preserve">. </w:t>
      </w:r>
      <w:r w:rsidR="005A3479">
        <w:t>C</w:t>
      </w:r>
      <w:r>
        <w:t>’</w:t>
      </w:r>
      <w:r w:rsidR="005A3479">
        <w:t>était le cri d</w:t>
      </w:r>
      <w:r>
        <w:t>’</w:t>
      </w:r>
      <w:r w:rsidR="005A3479">
        <w:t>un lapin pris au piège</w:t>
      </w:r>
      <w:r>
        <w:t xml:space="preserve">. </w:t>
      </w:r>
      <w:r w:rsidR="005A3479">
        <w:t>Jude qui</w:t>
      </w:r>
      <w:r>
        <w:t xml:space="preserve">, </w:t>
      </w:r>
      <w:r w:rsidR="005A3479">
        <w:t>dans son enfance</w:t>
      </w:r>
      <w:r>
        <w:t xml:space="preserve">, </w:t>
      </w:r>
      <w:r w:rsidR="005A3479">
        <w:t>épargnait les vers de terre</w:t>
      </w:r>
      <w:r>
        <w:t xml:space="preserve">, </w:t>
      </w:r>
      <w:r w:rsidR="005A3479">
        <w:t>imagina l</w:t>
      </w:r>
      <w:r>
        <w:t>’</w:t>
      </w:r>
      <w:r w:rsidR="005A3479">
        <w:t>agonie de l</w:t>
      </w:r>
      <w:r>
        <w:t>’</w:t>
      </w:r>
      <w:r w:rsidR="005A3479">
        <w:t>animal aux pattes brisées</w:t>
      </w:r>
      <w:r>
        <w:t xml:space="preserve">. </w:t>
      </w:r>
      <w:r w:rsidR="005A3479">
        <w:t>Au bout d</w:t>
      </w:r>
      <w:r>
        <w:t>’</w:t>
      </w:r>
      <w:r w:rsidR="005A3479">
        <w:t>une demi-heure</w:t>
      </w:r>
      <w:r>
        <w:t xml:space="preserve">, </w:t>
      </w:r>
      <w:r w:rsidR="005A3479">
        <w:t>le lapin répéta son cri</w:t>
      </w:r>
      <w:r>
        <w:t xml:space="preserve">. </w:t>
      </w:r>
      <w:r w:rsidR="005A3479">
        <w:t>Jude ne put résister plus longtemps au désir d</w:t>
      </w:r>
      <w:r>
        <w:t>’</w:t>
      </w:r>
      <w:r w:rsidR="005A3479">
        <w:t>abréger ses souffrances</w:t>
      </w:r>
      <w:r>
        <w:t xml:space="preserve">. </w:t>
      </w:r>
      <w:r w:rsidR="005A3479">
        <w:t>Il s</w:t>
      </w:r>
      <w:r>
        <w:t>’</w:t>
      </w:r>
      <w:r w:rsidR="005A3479">
        <w:t>habilla rapidement</w:t>
      </w:r>
      <w:r>
        <w:t xml:space="preserve">, </w:t>
      </w:r>
      <w:r w:rsidR="005A3479">
        <w:t>descendit et traversa la pelouse au clair de lune</w:t>
      </w:r>
      <w:r>
        <w:t xml:space="preserve">, </w:t>
      </w:r>
      <w:r w:rsidR="005A3479">
        <w:t>dans la direction d</w:t>
      </w:r>
      <w:r>
        <w:t>’</w:t>
      </w:r>
      <w:r w:rsidR="005A3479">
        <w:t>où venait le cri</w:t>
      </w:r>
      <w:r>
        <w:t xml:space="preserve">. </w:t>
      </w:r>
      <w:r w:rsidR="005A3479">
        <w:t>Il longeait la baie qui bordait le jardin de la veuve quand il s</w:t>
      </w:r>
      <w:r>
        <w:t>’</w:t>
      </w:r>
      <w:r w:rsidR="005A3479">
        <w:t>arrêta</w:t>
      </w:r>
      <w:r>
        <w:t xml:space="preserve">. </w:t>
      </w:r>
      <w:r w:rsidR="005A3479">
        <w:t>Le faible cliquetis du piège traîné par la bête</w:t>
      </w:r>
      <w:r>
        <w:t xml:space="preserve">, </w:t>
      </w:r>
      <w:r w:rsidR="005A3479">
        <w:t>dans des convulsions de douleur</w:t>
      </w:r>
      <w:r>
        <w:t xml:space="preserve">, </w:t>
      </w:r>
      <w:r w:rsidR="005A3479">
        <w:t>le guidait maintenant</w:t>
      </w:r>
      <w:r>
        <w:t xml:space="preserve"> ; </w:t>
      </w:r>
      <w:r w:rsidR="005A3479">
        <w:t>d</w:t>
      </w:r>
      <w:r>
        <w:t>’</w:t>
      </w:r>
      <w:r w:rsidR="005A3479">
        <w:t>un coup fra</w:t>
      </w:r>
      <w:r w:rsidR="005A3479">
        <w:t>p</w:t>
      </w:r>
      <w:r w:rsidR="005A3479">
        <w:t>pé sur la nuque du lapin</w:t>
      </w:r>
      <w:r>
        <w:t xml:space="preserve">, </w:t>
      </w:r>
      <w:r w:rsidR="005A3479">
        <w:t>il l</w:t>
      </w:r>
      <w:r>
        <w:t>’</w:t>
      </w:r>
      <w:r w:rsidR="005A3479">
        <w:t>étendit mort</w:t>
      </w:r>
      <w:r>
        <w:t>.</w:t>
      </w:r>
    </w:p>
    <w:p w14:paraId="34480379" w14:textId="77777777" w:rsidR="006F1ADB" w:rsidRDefault="005A3479" w:rsidP="005A3479">
      <w:r>
        <w:t>Il s</w:t>
      </w:r>
      <w:r w:rsidR="006F1ADB">
        <w:t>’</w:t>
      </w:r>
      <w:r>
        <w:t>en retournait</w:t>
      </w:r>
      <w:r w:rsidR="006F1ADB">
        <w:t xml:space="preserve">, </w:t>
      </w:r>
      <w:r>
        <w:t>quand il vit une femme qui le regardait par une fenêtre ouverte au rez-de-chaussée du cottage voisin</w:t>
      </w:r>
      <w:r w:rsidR="006F1ADB">
        <w:t>.</w:t>
      </w:r>
    </w:p>
    <w:p w14:paraId="036A0289" w14:textId="77777777" w:rsidR="006F1ADB" w:rsidRDefault="006F1ADB" w:rsidP="005A3479">
      <w:r>
        <w:t>— </w:t>
      </w:r>
      <w:r w:rsidR="005A3479">
        <w:t>Jude</w:t>
      </w:r>
      <w:r>
        <w:t xml:space="preserve"> ! </w:t>
      </w:r>
      <w:r w:rsidR="005A3479">
        <w:t>dit une voix timidement</w:t>
      </w:r>
      <w:r>
        <w:t xml:space="preserve">. – </w:t>
      </w:r>
      <w:r w:rsidR="005A3479">
        <w:t>C</w:t>
      </w:r>
      <w:r>
        <w:t>’</w:t>
      </w:r>
      <w:r w:rsidR="005A3479">
        <w:t>était la voix de Sue</w:t>
      </w:r>
      <w:r>
        <w:t xml:space="preserve">. – </w:t>
      </w:r>
      <w:r w:rsidR="005A3479">
        <w:t>Jude</w:t>
      </w:r>
      <w:r>
        <w:t xml:space="preserve">, </w:t>
      </w:r>
      <w:r w:rsidR="005A3479">
        <w:t>n</w:t>
      </w:r>
      <w:r>
        <w:t>’</w:t>
      </w:r>
      <w:r w:rsidR="005A3479">
        <w:t>est-ce pas vous</w:t>
      </w:r>
      <w:r>
        <w:t> ?</w:t>
      </w:r>
    </w:p>
    <w:p w14:paraId="52923B39" w14:textId="77777777" w:rsidR="006F1ADB" w:rsidRDefault="006F1ADB" w:rsidP="005A3479">
      <w:r>
        <w:lastRenderedPageBreak/>
        <w:t>— </w:t>
      </w:r>
      <w:r w:rsidR="005A3479">
        <w:t>J</w:t>
      </w:r>
      <w:r>
        <w:t>’</w:t>
      </w:r>
      <w:r w:rsidR="005A3479">
        <w:t>étais incapable de dormir</w:t>
      </w:r>
      <w:r>
        <w:t xml:space="preserve"> ; </w:t>
      </w:r>
      <w:r w:rsidR="005A3479">
        <w:t>j</w:t>
      </w:r>
      <w:r>
        <w:t>’</w:t>
      </w:r>
      <w:r w:rsidR="005A3479">
        <w:t>ai donc entendu le lapin</w:t>
      </w:r>
      <w:r>
        <w:t xml:space="preserve"> ; </w:t>
      </w:r>
      <w:r w:rsidR="005A3479">
        <w:t>je n</w:t>
      </w:r>
      <w:r>
        <w:t>’</w:t>
      </w:r>
      <w:r w:rsidR="005A3479">
        <w:t>ai pu m</w:t>
      </w:r>
      <w:r>
        <w:t>’</w:t>
      </w:r>
      <w:r w:rsidR="005A3479">
        <w:t>empêcher de penser à ce qu</w:t>
      </w:r>
      <w:r>
        <w:t>’</w:t>
      </w:r>
      <w:r w:rsidR="005A3479">
        <w:t>il devait souffrir</w:t>
      </w:r>
      <w:r>
        <w:t xml:space="preserve">, </w:t>
      </w:r>
      <w:r w:rsidR="005A3479">
        <w:t>et j</w:t>
      </w:r>
      <w:r>
        <w:t>’</w:t>
      </w:r>
      <w:r w:rsidR="005A3479">
        <w:t>ai senti que je devais descendre et l</w:t>
      </w:r>
      <w:r>
        <w:t>’</w:t>
      </w:r>
      <w:r w:rsidR="005A3479">
        <w:t>achever</w:t>
      </w:r>
      <w:r>
        <w:t xml:space="preserve">… </w:t>
      </w:r>
      <w:r w:rsidR="005A3479">
        <w:t>Mais je suis heureux de vous voir</w:t>
      </w:r>
      <w:r>
        <w:t xml:space="preserve">… </w:t>
      </w:r>
      <w:r w:rsidR="005A3479">
        <w:t>On devrait interdire l</w:t>
      </w:r>
      <w:r>
        <w:t>’</w:t>
      </w:r>
      <w:r w:rsidR="005A3479">
        <w:t>usage de ces pièges</w:t>
      </w:r>
      <w:r>
        <w:t>…</w:t>
      </w:r>
    </w:p>
    <w:p w14:paraId="71D5E8B9" w14:textId="77777777" w:rsidR="006F1ADB" w:rsidRDefault="005A3479" w:rsidP="005A3479">
      <w:r>
        <w:t>Jude s</w:t>
      </w:r>
      <w:r w:rsidR="006F1ADB">
        <w:t>’</w:t>
      </w:r>
      <w:r>
        <w:t>était approché de la fenêtre basse</w:t>
      </w:r>
      <w:r w:rsidR="006F1ADB">
        <w:t xml:space="preserve">, </w:t>
      </w:r>
      <w:r>
        <w:t>si basse qu</w:t>
      </w:r>
      <w:r w:rsidR="006F1ADB">
        <w:t>’</w:t>
      </w:r>
      <w:r>
        <w:t>il po</w:t>
      </w:r>
      <w:r>
        <w:t>u</w:t>
      </w:r>
      <w:r>
        <w:t>vait voir Sue jusqu</w:t>
      </w:r>
      <w:r w:rsidR="006F1ADB">
        <w:t>’</w:t>
      </w:r>
      <w:r>
        <w:t>à la ceinture</w:t>
      </w:r>
      <w:r w:rsidR="006F1ADB">
        <w:t>.</w:t>
      </w:r>
    </w:p>
    <w:p w14:paraId="66547073" w14:textId="77777777" w:rsidR="006F1ADB" w:rsidRDefault="006F1ADB" w:rsidP="005A3479">
      <w:r>
        <w:t>— </w:t>
      </w:r>
      <w:r w:rsidR="005A3479">
        <w:t>Ce bruit vous a réveillée</w:t>
      </w:r>
      <w:r>
        <w:t xml:space="preserve"> ? </w:t>
      </w:r>
      <w:r w:rsidR="005A3479">
        <w:t>demanda-t-il</w:t>
      </w:r>
      <w:r>
        <w:t>.</w:t>
      </w:r>
    </w:p>
    <w:p w14:paraId="2C991FA6" w14:textId="77777777" w:rsidR="006F1ADB" w:rsidRDefault="006F1ADB" w:rsidP="005A3479">
      <w:r>
        <w:t>— </w:t>
      </w:r>
      <w:r w:rsidR="005A3479">
        <w:t>Non</w:t>
      </w:r>
      <w:r>
        <w:t xml:space="preserve">, </w:t>
      </w:r>
      <w:r w:rsidR="005A3479">
        <w:t>j</w:t>
      </w:r>
      <w:r>
        <w:t>’</w:t>
      </w:r>
      <w:r w:rsidR="005A3479">
        <w:t>étais éveillée</w:t>
      </w:r>
      <w:r>
        <w:t>.</w:t>
      </w:r>
    </w:p>
    <w:p w14:paraId="3EBC5170" w14:textId="77777777" w:rsidR="006F1ADB" w:rsidRDefault="006F1ADB" w:rsidP="005A3479">
      <w:r>
        <w:t>— </w:t>
      </w:r>
      <w:r w:rsidR="005A3479">
        <w:t>Comment</w:t>
      </w:r>
      <w:r>
        <w:t> ?</w:t>
      </w:r>
    </w:p>
    <w:p w14:paraId="13742166" w14:textId="77777777" w:rsidR="006F1ADB" w:rsidRDefault="006F1ADB" w:rsidP="005A3479">
      <w:r>
        <w:t>— </w:t>
      </w:r>
      <w:r w:rsidR="005A3479">
        <w:t>Oh</w:t>
      </w:r>
      <w:r>
        <w:t xml:space="preserve"> ! </w:t>
      </w:r>
      <w:r w:rsidR="005A3479">
        <w:t>vous savez</w:t>
      </w:r>
      <w:r>
        <w:t xml:space="preserve">, </w:t>
      </w:r>
      <w:r w:rsidR="005A3479">
        <w:t>maintenant</w:t>
      </w:r>
      <w:r>
        <w:t xml:space="preserve">… </w:t>
      </w:r>
      <w:r w:rsidR="005A3479">
        <w:t>Je devine ce que vous pe</w:t>
      </w:r>
      <w:r w:rsidR="005A3479">
        <w:t>n</w:t>
      </w:r>
      <w:r w:rsidR="005A3479">
        <w:t>sez</w:t>
      </w:r>
      <w:r>
        <w:t xml:space="preserve">, </w:t>
      </w:r>
      <w:r w:rsidR="005A3479">
        <w:t>avec vos doctrines religieuses</w:t>
      </w:r>
      <w:r>
        <w:t xml:space="preserve"> ; </w:t>
      </w:r>
      <w:r w:rsidR="005A3479">
        <w:t>vous pensez qu</w:t>
      </w:r>
      <w:r>
        <w:t>’</w:t>
      </w:r>
      <w:r w:rsidR="005A3479">
        <w:t>une femme mariée</w:t>
      </w:r>
      <w:r>
        <w:t xml:space="preserve">, </w:t>
      </w:r>
      <w:r w:rsidR="005A3479">
        <w:t>troublée comme je le suis</w:t>
      </w:r>
      <w:r>
        <w:t xml:space="preserve">, </w:t>
      </w:r>
      <w:r w:rsidR="005A3479">
        <w:t>commet un péché mortel en prenant un homme pour confident</w:t>
      </w:r>
      <w:r>
        <w:t xml:space="preserve">. </w:t>
      </w:r>
      <w:r w:rsidR="005A3479">
        <w:t>Je regrette de m</w:t>
      </w:r>
      <w:r>
        <w:t>’</w:t>
      </w:r>
      <w:r w:rsidR="005A3479">
        <w:t>être confiée à vous</w:t>
      </w:r>
      <w:r>
        <w:t>.</w:t>
      </w:r>
    </w:p>
    <w:p w14:paraId="3F74EE9A" w14:textId="77777777" w:rsidR="006F1ADB" w:rsidRDefault="006F1ADB" w:rsidP="005A3479">
      <w:r>
        <w:t>— </w:t>
      </w:r>
      <w:r w:rsidR="005A3479">
        <w:t>Ne le regrettez pas</w:t>
      </w:r>
      <w:r>
        <w:t xml:space="preserve">, </w:t>
      </w:r>
      <w:r w:rsidR="005A3479">
        <w:t>chérie</w:t>
      </w:r>
      <w:r>
        <w:t xml:space="preserve">, </w:t>
      </w:r>
      <w:r w:rsidR="005A3479">
        <w:t>dit-il</w:t>
      </w:r>
      <w:r>
        <w:t xml:space="preserve">. </w:t>
      </w:r>
      <w:r w:rsidR="005A3479">
        <w:t>J</w:t>
      </w:r>
      <w:r>
        <w:t>’</w:t>
      </w:r>
      <w:r w:rsidR="005A3479">
        <w:t>ai pu juger les choses à ce point de vue</w:t>
      </w:r>
      <w:r>
        <w:t xml:space="preserve"> ; </w:t>
      </w:r>
      <w:r w:rsidR="005A3479">
        <w:t>mais mes doctrines et moi commençons à n</w:t>
      </w:r>
      <w:r>
        <w:t>’</w:t>
      </w:r>
      <w:r w:rsidR="005A3479">
        <w:t>être plus d</w:t>
      </w:r>
      <w:r>
        <w:t>’</w:t>
      </w:r>
      <w:r w:rsidR="005A3479">
        <w:t>accord</w:t>
      </w:r>
      <w:r>
        <w:t>.</w:t>
      </w:r>
    </w:p>
    <w:p w14:paraId="03EB1335" w14:textId="77777777" w:rsidR="006F1ADB" w:rsidRDefault="006F1ADB" w:rsidP="005A3479">
      <w:r>
        <w:t>— </w:t>
      </w:r>
      <w:r w:rsidR="005A3479">
        <w:t>Je l</w:t>
      </w:r>
      <w:r>
        <w:t>’</w:t>
      </w:r>
      <w:r w:rsidR="005A3479">
        <w:t>ai compris</w:t>
      </w:r>
      <w:r>
        <w:t xml:space="preserve">, </w:t>
      </w:r>
      <w:r w:rsidR="005A3479">
        <w:t>et c</w:t>
      </w:r>
      <w:r>
        <w:t>’</w:t>
      </w:r>
      <w:r w:rsidR="005A3479">
        <w:t>est pourquoi je regrette d</w:t>
      </w:r>
      <w:r>
        <w:t>’</w:t>
      </w:r>
      <w:r w:rsidR="005A3479">
        <w:t>avoir tro</w:t>
      </w:r>
      <w:r w:rsidR="005A3479">
        <w:t>u</w:t>
      </w:r>
      <w:r w:rsidR="005A3479">
        <w:t>blé votre foi</w:t>
      </w:r>
      <w:r>
        <w:t xml:space="preserve">. </w:t>
      </w:r>
      <w:r w:rsidR="005A3479">
        <w:t>Mais</w:t>
      </w:r>
      <w:r>
        <w:t xml:space="preserve">… </w:t>
      </w:r>
      <w:r w:rsidR="005A3479">
        <w:t>je suis si heureuse de vous voir</w:t>
      </w:r>
      <w:r>
        <w:t xml:space="preserve">… </w:t>
      </w:r>
      <w:r w:rsidR="005A3479">
        <w:t>et</w:t>
      </w:r>
      <w:r>
        <w:t xml:space="preserve">… </w:t>
      </w:r>
      <w:r w:rsidR="005A3479">
        <w:t>Oh</w:t>
      </w:r>
      <w:r>
        <w:t xml:space="preserve"> ! </w:t>
      </w:r>
      <w:r w:rsidR="005A3479">
        <w:t>je ne pourrai plus vous voir</w:t>
      </w:r>
      <w:r>
        <w:t xml:space="preserve">, </w:t>
      </w:r>
      <w:r w:rsidR="005A3479">
        <w:t>maintenant que le dernier lien entre nous</w:t>
      </w:r>
      <w:r>
        <w:t xml:space="preserve">, </w:t>
      </w:r>
      <w:r w:rsidR="005A3479">
        <w:t xml:space="preserve">tante </w:t>
      </w:r>
      <w:proofErr w:type="spellStart"/>
      <w:r w:rsidR="005A3479">
        <w:t>Drusilla</w:t>
      </w:r>
      <w:proofErr w:type="spellEnd"/>
      <w:r>
        <w:t xml:space="preserve">, </w:t>
      </w:r>
      <w:r w:rsidR="005A3479">
        <w:t>n</w:t>
      </w:r>
      <w:r>
        <w:t>’</w:t>
      </w:r>
      <w:r w:rsidR="005A3479">
        <w:t>est plus</w:t>
      </w:r>
      <w:r>
        <w:t>.</w:t>
      </w:r>
    </w:p>
    <w:p w14:paraId="4D01547B" w14:textId="77777777" w:rsidR="006F1ADB" w:rsidRDefault="005A3479" w:rsidP="005A3479">
      <w:r>
        <w:t>Jude saisit sa main et la baisa</w:t>
      </w:r>
      <w:r w:rsidR="006F1ADB">
        <w:t>.</w:t>
      </w:r>
    </w:p>
    <w:p w14:paraId="361D8F49" w14:textId="77777777" w:rsidR="006F1ADB" w:rsidRDefault="006F1ADB" w:rsidP="005A3479">
      <w:r>
        <w:t>— </w:t>
      </w:r>
      <w:r w:rsidR="005A3479">
        <w:t>Peu m</w:t>
      </w:r>
      <w:r>
        <w:t>’</w:t>
      </w:r>
      <w:r w:rsidR="005A3479">
        <w:t>importent désormais mes doctrines et ma religion</w:t>
      </w:r>
      <w:r>
        <w:t xml:space="preserve">. </w:t>
      </w:r>
      <w:r w:rsidR="005A3479">
        <w:t>Je les abandonne</w:t>
      </w:r>
      <w:r>
        <w:t xml:space="preserve">. </w:t>
      </w:r>
      <w:r w:rsidR="005A3479">
        <w:t>Laissez-moi me dévouer à vous-même si je vous aime</w:t>
      </w:r>
      <w:r>
        <w:t xml:space="preserve">, </w:t>
      </w:r>
      <w:r w:rsidR="005A3479">
        <w:t>et si vous</w:t>
      </w:r>
      <w:r>
        <w:t>…</w:t>
      </w:r>
    </w:p>
    <w:p w14:paraId="79F695F0" w14:textId="77777777" w:rsidR="006F1ADB" w:rsidRDefault="006F1ADB" w:rsidP="005A3479">
      <w:r>
        <w:lastRenderedPageBreak/>
        <w:t>— </w:t>
      </w:r>
      <w:r w:rsidR="005A3479">
        <w:t>Taisez-vous</w:t>
      </w:r>
      <w:r>
        <w:t xml:space="preserve"> ! </w:t>
      </w:r>
      <w:r w:rsidR="005A3479">
        <w:t>Je sais ce que vous voulez dire</w:t>
      </w:r>
      <w:r>
        <w:t xml:space="preserve">. </w:t>
      </w:r>
      <w:r w:rsidR="005A3479">
        <w:t>Mais je ne puis tant accepter de vous</w:t>
      </w:r>
      <w:r>
        <w:t xml:space="preserve">. </w:t>
      </w:r>
      <w:r w:rsidR="005A3479">
        <w:t>Là</w:t>
      </w:r>
      <w:r>
        <w:t xml:space="preserve">, </w:t>
      </w:r>
      <w:r w:rsidR="005A3479">
        <w:t>pensez ce qu</w:t>
      </w:r>
      <w:r>
        <w:t>’</w:t>
      </w:r>
      <w:r w:rsidR="005A3479">
        <w:t>il vous plaira</w:t>
      </w:r>
      <w:r>
        <w:t xml:space="preserve">, </w:t>
      </w:r>
      <w:r w:rsidR="005A3479">
        <w:t>mais ne me pressez pas de questions</w:t>
      </w:r>
      <w:r>
        <w:t>.</w:t>
      </w:r>
    </w:p>
    <w:p w14:paraId="3917927E" w14:textId="77777777" w:rsidR="006F1ADB" w:rsidRDefault="006F1ADB" w:rsidP="005A3479">
      <w:r>
        <w:t>— </w:t>
      </w:r>
      <w:r w:rsidR="005A3479">
        <w:t>Je souhaite que vous soyez heureuse</w:t>
      </w:r>
      <w:r>
        <w:t xml:space="preserve">, </w:t>
      </w:r>
      <w:r w:rsidR="005A3479">
        <w:t>quoi qu</w:t>
      </w:r>
      <w:r>
        <w:t>’</w:t>
      </w:r>
      <w:r w:rsidR="005A3479">
        <w:t>il m</w:t>
      </w:r>
      <w:r>
        <w:t>’</w:t>
      </w:r>
      <w:r w:rsidR="005A3479">
        <w:t>arrive</w:t>
      </w:r>
      <w:r>
        <w:t>.</w:t>
      </w:r>
    </w:p>
    <w:p w14:paraId="50BF2BFA" w14:textId="77777777" w:rsidR="006F1ADB" w:rsidRDefault="006F1ADB" w:rsidP="005A3479">
      <w:r>
        <w:t>— </w:t>
      </w:r>
      <w:r w:rsidR="005A3479">
        <w:t>Je ne puis être heureuse</w:t>
      </w:r>
      <w:r>
        <w:t xml:space="preserve">… </w:t>
      </w:r>
      <w:r w:rsidR="005A3479">
        <w:t>Tous ceux qui pénétreraient un peu mes sentiments les attribueraient à l</w:t>
      </w:r>
      <w:r>
        <w:t>’</w:t>
      </w:r>
      <w:r w:rsidR="005A3479">
        <w:t>effet d</w:t>
      </w:r>
      <w:r>
        <w:t>’</w:t>
      </w:r>
      <w:r w:rsidR="005A3479">
        <w:t>une humeur fantasque et dédaigneuse</w:t>
      </w:r>
      <w:r>
        <w:t xml:space="preserve">. </w:t>
      </w:r>
      <w:r w:rsidR="005A3479">
        <w:t>Ils me condamneraient</w:t>
      </w:r>
      <w:r>
        <w:t xml:space="preserve">. </w:t>
      </w:r>
      <w:r w:rsidR="005A3479">
        <w:t>La tragédie de l</w:t>
      </w:r>
      <w:r>
        <w:t>’</w:t>
      </w:r>
      <w:r w:rsidR="005A3479">
        <w:t>amour dans la vie civilisée n</w:t>
      </w:r>
      <w:r>
        <w:t>’</w:t>
      </w:r>
      <w:r w:rsidR="005A3479">
        <w:t>a aucun rapport avec aucune des tragédies naturelles de l</w:t>
      </w:r>
      <w:r>
        <w:t>’</w:t>
      </w:r>
      <w:r w:rsidR="005A3479">
        <w:t>amour</w:t>
      </w:r>
      <w:r>
        <w:t xml:space="preserve"> ; </w:t>
      </w:r>
      <w:r w:rsidR="005A3479">
        <w:t>c</w:t>
      </w:r>
      <w:r>
        <w:t>’</w:t>
      </w:r>
      <w:r w:rsidR="005A3479">
        <w:t>est une tragédie artificie</w:t>
      </w:r>
      <w:r w:rsidR="005A3479">
        <w:t>l</w:t>
      </w:r>
      <w:r w:rsidR="005A3479">
        <w:t>lement fabriquée par des gens qui</w:t>
      </w:r>
      <w:r>
        <w:t xml:space="preserve">, </w:t>
      </w:r>
      <w:r w:rsidR="005A3479">
        <w:t>dans l</w:t>
      </w:r>
      <w:r>
        <w:t>’</w:t>
      </w:r>
      <w:r w:rsidR="005A3479">
        <w:t>état originel</w:t>
      </w:r>
      <w:r>
        <w:t xml:space="preserve">, </w:t>
      </w:r>
      <w:r w:rsidR="005A3479">
        <w:t>eussent trouvé la paix en se séparant</w:t>
      </w:r>
      <w:r>
        <w:t xml:space="preserve">. </w:t>
      </w:r>
      <w:r w:rsidR="005A3479">
        <w:t>Peut-être aurais-je eu tort de vous confier ma détresse</w:t>
      </w:r>
      <w:r>
        <w:t xml:space="preserve">, </w:t>
      </w:r>
      <w:r w:rsidR="005A3479">
        <w:t>si j</w:t>
      </w:r>
      <w:r>
        <w:t>’</w:t>
      </w:r>
      <w:r w:rsidR="005A3479">
        <w:t>avais eu quelqu</w:t>
      </w:r>
      <w:r>
        <w:t>’</w:t>
      </w:r>
      <w:r w:rsidR="005A3479">
        <w:t>un à qui l</w:t>
      </w:r>
      <w:r>
        <w:t>’</w:t>
      </w:r>
      <w:r w:rsidR="005A3479">
        <w:t>avouer</w:t>
      </w:r>
      <w:r>
        <w:t xml:space="preserve">. </w:t>
      </w:r>
      <w:r w:rsidR="005A3479">
        <w:t>Mais je n</w:t>
      </w:r>
      <w:r>
        <w:t>’</w:t>
      </w:r>
      <w:r w:rsidR="005A3479">
        <w:t>ai personne</w:t>
      </w:r>
      <w:r>
        <w:t xml:space="preserve">, </w:t>
      </w:r>
      <w:r w:rsidR="005A3479">
        <w:t>et j</w:t>
      </w:r>
      <w:r>
        <w:t>’</w:t>
      </w:r>
      <w:r w:rsidR="005A3479">
        <w:t>ai besoin d</w:t>
      </w:r>
      <w:r>
        <w:t>’</w:t>
      </w:r>
      <w:r w:rsidR="005A3479">
        <w:t>un confident</w:t>
      </w:r>
      <w:r>
        <w:t xml:space="preserve">. </w:t>
      </w:r>
      <w:r w:rsidR="005A3479">
        <w:t>Jude</w:t>
      </w:r>
      <w:r>
        <w:t xml:space="preserve">, </w:t>
      </w:r>
      <w:r w:rsidR="005A3479">
        <w:t>avant de l</w:t>
      </w:r>
      <w:r>
        <w:t>’</w:t>
      </w:r>
      <w:r w:rsidR="005A3479">
        <w:t>épouser</w:t>
      </w:r>
      <w:r>
        <w:t xml:space="preserve">, </w:t>
      </w:r>
      <w:r w:rsidR="005A3479">
        <w:t>je n</w:t>
      </w:r>
      <w:r>
        <w:t>’</w:t>
      </w:r>
      <w:r w:rsidR="005A3479">
        <w:t>avais jamais songé profondément au sens du m</w:t>
      </w:r>
      <w:r w:rsidR="005A3479">
        <w:t>a</w:t>
      </w:r>
      <w:r w:rsidR="005A3479">
        <w:t>riage</w:t>
      </w:r>
      <w:r>
        <w:t xml:space="preserve">, </w:t>
      </w:r>
      <w:r w:rsidR="005A3479">
        <w:t>bien que je le connusse théoriquement</w:t>
      </w:r>
      <w:r>
        <w:t xml:space="preserve">. </w:t>
      </w:r>
      <w:r w:rsidR="005A3479">
        <w:t>C</w:t>
      </w:r>
      <w:r>
        <w:t>’</w:t>
      </w:r>
      <w:r w:rsidR="005A3479">
        <w:t>était stupide de ma part et je n</w:t>
      </w:r>
      <w:r>
        <w:t>’</w:t>
      </w:r>
      <w:r w:rsidR="005A3479">
        <w:t>ai pas d</w:t>
      </w:r>
      <w:r>
        <w:t>’</w:t>
      </w:r>
      <w:r w:rsidR="005A3479">
        <w:t>excuse</w:t>
      </w:r>
      <w:r>
        <w:t xml:space="preserve">. </w:t>
      </w:r>
      <w:r w:rsidR="005A3479">
        <w:t>J</w:t>
      </w:r>
      <w:r>
        <w:t>’</w:t>
      </w:r>
      <w:r w:rsidR="005A3479">
        <w:t>avais l</w:t>
      </w:r>
      <w:r>
        <w:t>’</w:t>
      </w:r>
      <w:r w:rsidR="005A3479">
        <w:t>âge de raison et je me croyais pleine d</w:t>
      </w:r>
      <w:r>
        <w:t>’</w:t>
      </w:r>
      <w:r w:rsidR="005A3479">
        <w:t>expérience</w:t>
      </w:r>
      <w:r>
        <w:t xml:space="preserve">. </w:t>
      </w:r>
      <w:r w:rsidR="005A3479">
        <w:t>Je me suis précipitée dans le m</w:t>
      </w:r>
      <w:r w:rsidR="005A3479">
        <w:t>a</w:t>
      </w:r>
      <w:r w:rsidR="005A3479">
        <w:t>riage après cette affaire de l</w:t>
      </w:r>
      <w:r>
        <w:t>’</w:t>
      </w:r>
      <w:r w:rsidR="005A3479">
        <w:t>école normale</w:t>
      </w:r>
      <w:r>
        <w:t xml:space="preserve">, </w:t>
      </w:r>
      <w:r w:rsidR="005A3479">
        <w:t>avec la belle ass</w:t>
      </w:r>
      <w:r w:rsidR="005A3479">
        <w:t>u</w:t>
      </w:r>
      <w:r w:rsidR="005A3479">
        <w:t>rance d</w:t>
      </w:r>
      <w:r>
        <w:t>’</w:t>
      </w:r>
      <w:r w:rsidR="005A3479">
        <w:t>une folle que j</w:t>
      </w:r>
      <w:r>
        <w:t>’</w:t>
      </w:r>
      <w:r w:rsidR="005A3479">
        <w:t>étais</w:t>
      </w:r>
      <w:r>
        <w:t xml:space="preserve">. </w:t>
      </w:r>
      <w:r w:rsidR="005A3479">
        <w:t>J</w:t>
      </w:r>
      <w:r>
        <w:t>’</w:t>
      </w:r>
      <w:r w:rsidR="005A3479">
        <w:t>en suis certaine</w:t>
      </w:r>
      <w:r>
        <w:t xml:space="preserve">, </w:t>
      </w:r>
      <w:r w:rsidR="005A3479">
        <w:t>il devrait être permis de défaire ce qu</w:t>
      </w:r>
      <w:r>
        <w:t>’</w:t>
      </w:r>
      <w:r w:rsidR="005A3479">
        <w:t>on a fait par ignorance</w:t>
      </w:r>
      <w:r>
        <w:t xml:space="preserve">. </w:t>
      </w:r>
      <w:r w:rsidR="005A3479">
        <w:t>J</w:t>
      </w:r>
      <w:r>
        <w:t>’</w:t>
      </w:r>
      <w:r w:rsidR="005A3479">
        <w:t>ose affirmer que des quantités de femmes sont dans ce cas</w:t>
      </w:r>
      <w:r>
        <w:t xml:space="preserve"> ; </w:t>
      </w:r>
      <w:r w:rsidR="005A3479">
        <w:t>seulement elles se résignent</w:t>
      </w:r>
      <w:r>
        <w:t xml:space="preserve">, </w:t>
      </w:r>
      <w:r w:rsidR="005A3479">
        <w:t>et moi</w:t>
      </w:r>
      <w:r>
        <w:t xml:space="preserve">, </w:t>
      </w:r>
      <w:r w:rsidR="005A3479">
        <w:t>je me révolte</w:t>
      </w:r>
      <w:r>
        <w:t xml:space="preserve">… </w:t>
      </w:r>
      <w:r w:rsidR="005A3479">
        <w:t>Quand des gens des âges à venir observeront les coutumes barbares et les superstitions du temps où nous avons le malheur de vivre</w:t>
      </w:r>
      <w:r>
        <w:t xml:space="preserve">, </w:t>
      </w:r>
      <w:r w:rsidR="005A3479">
        <w:t>que diront-ils</w:t>
      </w:r>
      <w:r>
        <w:t> ?</w:t>
      </w:r>
    </w:p>
    <w:p w14:paraId="14C2B9F0" w14:textId="77777777" w:rsidR="006F1ADB" w:rsidRDefault="006F1ADB" w:rsidP="005A3479">
      <w:r>
        <w:t>— </w:t>
      </w:r>
      <w:r w:rsidR="005A3479">
        <w:t>Vous êtes bien amère</w:t>
      </w:r>
      <w:r>
        <w:t xml:space="preserve">, </w:t>
      </w:r>
      <w:r w:rsidR="005A3479">
        <w:t>Sue chérie</w:t>
      </w:r>
      <w:r>
        <w:t xml:space="preserve">… </w:t>
      </w:r>
      <w:r w:rsidR="005A3479">
        <w:t>Que je voudrais</w:t>
      </w:r>
      <w:r>
        <w:t>…</w:t>
      </w:r>
    </w:p>
    <w:p w14:paraId="4B4BF125" w14:textId="77777777" w:rsidR="006F1ADB" w:rsidRDefault="006F1ADB" w:rsidP="005A3479">
      <w:r>
        <w:t>— </w:t>
      </w:r>
      <w:r w:rsidR="005A3479">
        <w:t>Partez</w:t>
      </w:r>
      <w:r>
        <w:t xml:space="preserve">, </w:t>
      </w:r>
      <w:r w:rsidR="005A3479">
        <w:t>maintenant</w:t>
      </w:r>
      <w:r>
        <w:t>.</w:t>
      </w:r>
    </w:p>
    <w:p w14:paraId="2BB8D5AA" w14:textId="77777777" w:rsidR="006F1ADB" w:rsidRDefault="005A3479" w:rsidP="005A3479">
      <w:r>
        <w:t>Par une impulsion irrésistible</w:t>
      </w:r>
      <w:r w:rsidR="006F1ADB">
        <w:t xml:space="preserve">, </w:t>
      </w:r>
      <w:r>
        <w:t>elle se pencha sur l</w:t>
      </w:r>
      <w:r w:rsidR="006F1ADB">
        <w:t>’</w:t>
      </w:r>
      <w:r>
        <w:t>appui de la fenêtre</w:t>
      </w:r>
      <w:r w:rsidR="006F1ADB">
        <w:t xml:space="preserve">, </w:t>
      </w:r>
      <w:r>
        <w:t>et appuyant son visage sur les cheveux de Jude</w:t>
      </w:r>
      <w:r w:rsidR="006F1ADB">
        <w:t xml:space="preserve">, </w:t>
      </w:r>
      <w:r>
        <w:lastRenderedPageBreak/>
        <w:t>toute pleurante</w:t>
      </w:r>
      <w:r w:rsidR="006F1ADB">
        <w:t xml:space="preserve">, </w:t>
      </w:r>
      <w:r>
        <w:t>elle posa un imperceptible baiser sur la tête du jeune homme</w:t>
      </w:r>
      <w:r w:rsidR="006F1ADB">
        <w:t xml:space="preserve"> ; </w:t>
      </w:r>
      <w:r>
        <w:t>puis elle se retira vivement</w:t>
      </w:r>
      <w:r w:rsidR="006F1ADB">
        <w:t xml:space="preserve">, </w:t>
      </w:r>
      <w:r>
        <w:t>de telle sorte qu</w:t>
      </w:r>
      <w:r w:rsidR="006F1ADB">
        <w:t>’</w:t>
      </w:r>
      <w:r>
        <w:t>il ne put l</w:t>
      </w:r>
      <w:r w:rsidR="006F1ADB">
        <w:t>’</w:t>
      </w:r>
      <w:r>
        <w:t>entourer de ses bras</w:t>
      </w:r>
      <w:r w:rsidR="006F1ADB">
        <w:t xml:space="preserve">, </w:t>
      </w:r>
      <w:r>
        <w:t>comme il l</w:t>
      </w:r>
      <w:r w:rsidR="006F1ADB">
        <w:t>’</w:t>
      </w:r>
      <w:r>
        <w:t>eût fait sans doute</w:t>
      </w:r>
      <w:r w:rsidR="006F1ADB">
        <w:t xml:space="preserve">. </w:t>
      </w:r>
      <w:r>
        <w:t>Elle ferma la fenêtre</w:t>
      </w:r>
      <w:r w:rsidR="006F1ADB">
        <w:t xml:space="preserve">, </w:t>
      </w:r>
      <w:r>
        <w:t>et il retourna au cottage</w:t>
      </w:r>
      <w:r w:rsidR="006F1ADB">
        <w:t>.</w:t>
      </w:r>
    </w:p>
    <w:p w14:paraId="5A3B605A" w14:textId="77777777" w:rsidR="006F1ADB" w:rsidRDefault="005A3479" w:rsidP="005A3479">
      <w:r>
        <w:t>Le lendemain soir</w:t>
      </w:r>
      <w:r w:rsidR="006F1ADB">
        <w:t xml:space="preserve">, </w:t>
      </w:r>
      <w:r>
        <w:t>Jude alla au jardin et creusa un trou peu profond où il déposa les ouvrages de théologie et de morale qu</w:t>
      </w:r>
      <w:r w:rsidR="006F1ADB">
        <w:t>’</w:t>
      </w:r>
      <w:r>
        <w:t>il possédait</w:t>
      </w:r>
      <w:r w:rsidR="006F1ADB">
        <w:t xml:space="preserve">. </w:t>
      </w:r>
      <w:r>
        <w:t>Il alluma d</w:t>
      </w:r>
      <w:r w:rsidR="006F1ADB">
        <w:t>’</w:t>
      </w:r>
      <w:r>
        <w:t>abord quelques feuillets détachés</w:t>
      </w:r>
      <w:r w:rsidR="006F1ADB">
        <w:t xml:space="preserve">, </w:t>
      </w:r>
      <w:r>
        <w:t>mit les volumes en lambeaux aussi réduits que possible et</w:t>
      </w:r>
      <w:r w:rsidR="006F1ADB">
        <w:t xml:space="preserve">, </w:t>
      </w:r>
      <w:r>
        <w:t>les agitant avec une fourche à trois pointes</w:t>
      </w:r>
      <w:r w:rsidR="006F1ADB">
        <w:t xml:space="preserve">, </w:t>
      </w:r>
      <w:r>
        <w:t>il les dispersa dans les flammes</w:t>
      </w:r>
      <w:r w:rsidR="006F1ADB">
        <w:t xml:space="preserve">. </w:t>
      </w:r>
      <w:r>
        <w:t>Ils flambèrent</w:t>
      </w:r>
      <w:r w:rsidR="006F1ADB">
        <w:t xml:space="preserve">, </w:t>
      </w:r>
      <w:r>
        <w:t>éclairant la façade antérieure de la maison</w:t>
      </w:r>
      <w:r w:rsidR="006F1ADB">
        <w:t xml:space="preserve">, </w:t>
      </w:r>
      <w:r>
        <w:t>l</w:t>
      </w:r>
      <w:r w:rsidR="006F1ADB">
        <w:t>’</w:t>
      </w:r>
      <w:r>
        <w:t>étable à porcs</w:t>
      </w:r>
      <w:r w:rsidR="006F1ADB">
        <w:t xml:space="preserve">, </w:t>
      </w:r>
      <w:r>
        <w:t>et le visage même de Jude</w:t>
      </w:r>
      <w:r w:rsidR="006F1ADB">
        <w:t xml:space="preserve">, </w:t>
      </w:r>
      <w:r>
        <w:t>jusqu</w:t>
      </w:r>
      <w:r w:rsidR="006F1ADB">
        <w:t>’</w:t>
      </w:r>
      <w:r>
        <w:t>à ce qu</w:t>
      </w:r>
      <w:r w:rsidR="006F1ADB">
        <w:t>’</w:t>
      </w:r>
      <w:r>
        <w:t>ils fussent consumés</w:t>
      </w:r>
      <w:r w:rsidR="006F1ADB">
        <w:t>.</w:t>
      </w:r>
    </w:p>
    <w:p w14:paraId="11B9BEEA" w14:textId="6CE9A3BC" w:rsidR="005A3479" w:rsidRDefault="005A3479" w:rsidP="006F1ADB">
      <w:pPr>
        <w:pStyle w:val="Titre2"/>
      </w:pPr>
      <w:bookmarkStart w:id="63" w:name="__RefHeading__65_1957917597"/>
      <w:bookmarkStart w:id="64" w:name="_Toc202369647"/>
      <w:bookmarkEnd w:id="63"/>
      <w:r>
        <w:lastRenderedPageBreak/>
        <w:t>III</w:t>
      </w:r>
      <w:bookmarkEnd w:id="64"/>
    </w:p>
    <w:p w14:paraId="2BE0ACD7" w14:textId="77777777" w:rsidR="006F1ADB" w:rsidRDefault="005A3479" w:rsidP="005A3479">
      <w:r>
        <w:t>Après le thé du soir</w:t>
      </w:r>
      <w:r w:rsidR="006F1ADB">
        <w:t xml:space="preserve">, </w:t>
      </w:r>
      <w:proofErr w:type="spellStart"/>
      <w:r>
        <w:t>Phillotson</w:t>
      </w:r>
      <w:proofErr w:type="spellEnd"/>
      <w:r>
        <w:t xml:space="preserve"> établissait ses comptes sur le registre de l</w:t>
      </w:r>
      <w:r w:rsidR="006F1ADB">
        <w:t>’</w:t>
      </w:r>
      <w:r>
        <w:t>école</w:t>
      </w:r>
      <w:r w:rsidR="006F1ADB">
        <w:t xml:space="preserve">. </w:t>
      </w:r>
      <w:r>
        <w:t>Sue</w:t>
      </w:r>
      <w:r w:rsidR="006F1ADB">
        <w:t xml:space="preserve">, </w:t>
      </w:r>
      <w:r>
        <w:t>se disant fatiguée</w:t>
      </w:r>
      <w:r w:rsidR="006F1ADB">
        <w:t xml:space="preserve">, </w:t>
      </w:r>
      <w:r>
        <w:t>s</w:t>
      </w:r>
      <w:r w:rsidR="006F1ADB">
        <w:t>’</w:t>
      </w:r>
      <w:r>
        <w:t>était retirée de bonne heure</w:t>
      </w:r>
      <w:r w:rsidR="006F1ADB">
        <w:t xml:space="preserve">. </w:t>
      </w:r>
      <w:r>
        <w:t>À minuit et quart</w:t>
      </w:r>
      <w:r w:rsidR="006F1ADB">
        <w:t xml:space="preserve">, </w:t>
      </w:r>
      <w:proofErr w:type="spellStart"/>
      <w:r>
        <w:t>Phillotson</w:t>
      </w:r>
      <w:proofErr w:type="spellEnd"/>
      <w:r>
        <w:t xml:space="preserve"> monta dans sa chambre et ne trouva point Sue sur son lit</w:t>
      </w:r>
      <w:r w:rsidR="006F1ADB">
        <w:t xml:space="preserve">. </w:t>
      </w:r>
      <w:r>
        <w:t>Il pensa qu</w:t>
      </w:r>
      <w:r w:rsidR="006F1ADB">
        <w:t>’</w:t>
      </w:r>
      <w:r>
        <w:t>elle avait été retenue à la cuisine par quelque détail de ménage</w:t>
      </w:r>
      <w:r w:rsidR="006F1ADB">
        <w:t xml:space="preserve">. </w:t>
      </w:r>
      <w:r>
        <w:t>Il l</w:t>
      </w:r>
      <w:r w:rsidR="006F1ADB">
        <w:t>’</w:t>
      </w:r>
      <w:r>
        <w:t>attendit un moment</w:t>
      </w:r>
      <w:r w:rsidR="006F1ADB">
        <w:t xml:space="preserve">, </w:t>
      </w:r>
      <w:r>
        <w:t>puis</w:t>
      </w:r>
      <w:r w:rsidR="006F1ADB">
        <w:t xml:space="preserve">, </w:t>
      </w:r>
      <w:r>
        <w:t>un flambeau à la main</w:t>
      </w:r>
      <w:r w:rsidR="006F1ADB">
        <w:t xml:space="preserve">, </w:t>
      </w:r>
      <w:r>
        <w:t>il sortit sur le palier et appela</w:t>
      </w:r>
      <w:r w:rsidR="006F1ADB">
        <w:t> :</w:t>
      </w:r>
    </w:p>
    <w:p w14:paraId="4CC204E7" w14:textId="77777777" w:rsidR="006F1ADB" w:rsidRDefault="006F1ADB" w:rsidP="005A3479">
      <w:r>
        <w:t>— </w:t>
      </w:r>
      <w:r w:rsidR="005A3479">
        <w:t>Sue</w:t>
      </w:r>
      <w:r>
        <w:t> !</w:t>
      </w:r>
    </w:p>
    <w:p w14:paraId="04F67C2B" w14:textId="77777777" w:rsidR="006F1ADB" w:rsidRDefault="006F1ADB" w:rsidP="005A3479">
      <w:r>
        <w:t>— </w:t>
      </w:r>
      <w:r w:rsidR="005A3479">
        <w:t>Oui</w:t>
      </w:r>
      <w:r>
        <w:t xml:space="preserve">, </w:t>
      </w:r>
      <w:r w:rsidR="005A3479">
        <w:t>dit une voix qui venait de la cuisine</w:t>
      </w:r>
      <w:r>
        <w:t xml:space="preserve">, </w:t>
      </w:r>
      <w:r w:rsidR="005A3479">
        <w:t>assez éloignée</w:t>
      </w:r>
      <w:r>
        <w:t>.</w:t>
      </w:r>
    </w:p>
    <w:p w14:paraId="2CAA5157" w14:textId="77777777" w:rsidR="006F1ADB" w:rsidRDefault="006F1ADB" w:rsidP="005A3479">
      <w:r>
        <w:t>— </w:t>
      </w:r>
      <w:r w:rsidR="005A3479">
        <w:t>Que faites-vous là-bas</w:t>
      </w:r>
      <w:r>
        <w:t xml:space="preserve">, </w:t>
      </w:r>
      <w:r w:rsidR="005A3479">
        <w:t>à minuit</w:t>
      </w:r>
      <w:r>
        <w:t xml:space="preserve"> ? </w:t>
      </w:r>
      <w:r w:rsidR="005A3479">
        <w:t>Vous vous fatiguez in</w:t>
      </w:r>
      <w:r w:rsidR="005A3479">
        <w:t>u</w:t>
      </w:r>
      <w:r w:rsidR="005A3479">
        <w:t>tilement</w:t>
      </w:r>
      <w:r>
        <w:t>.</w:t>
      </w:r>
    </w:p>
    <w:p w14:paraId="07E68C4D" w14:textId="77777777" w:rsidR="006F1ADB" w:rsidRDefault="006F1ADB" w:rsidP="005A3479">
      <w:r>
        <w:t>— </w:t>
      </w:r>
      <w:r w:rsidR="005A3479">
        <w:t>Je n</w:t>
      </w:r>
      <w:r>
        <w:t>’</w:t>
      </w:r>
      <w:r w:rsidR="005A3479">
        <w:t>ai pas sommeil</w:t>
      </w:r>
      <w:r>
        <w:t xml:space="preserve"> ; </w:t>
      </w:r>
      <w:r w:rsidR="005A3479">
        <w:t>je lis</w:t>
      </w:r>
      <w:r>
        <w:t xml:space="preserve">. </w:t>
      </w:r>
      <w:r w:rsidR="005A3479">
        <w:t>Il y a ici un bon feu</w:t>
      </w:r>
      <w:r>
        <w:t>.</w:t>
      </w:r>
    </w:p>
    <w:p w14:paraId="67157C92" w14:textId="77777777" w:rsidR="006F1ADB" w:rsidRDefault="005A3479" w:rsidP="005A3479">
      <w:r>
        <w:t>Il se coucha</w:t>
      </w:r>
      <w:r w:rsidR="006F1ADB">
        <w:t xml:space="preserve">. </w:t>
      </w:r>
      <w:r>
        <w:t>S</w:t>
      </w:r>
      <w:r w:rsidR="006F1ADB">
        <w:t>’</w:t>
      </w:r>
      <w:r>
        <w:t>éveillant un peu plus tard dans la nuit</w:t>
      </w:r>
      <w:r w:rsidR="006F1ADB">
        <w:t xml:space="preserve">, </w:t>
      </w:r>
      <w:r>
        <w:t>il s</w:t>
      </w:r>
      <w:r w:rsidR="006F1ADB">
        <w:t>’</w:t>
      </w:r>
      <w:r>
        <w:t>aperçut que Sue n</w:t>
      </w:r>
      <w:r w:rsidR="006F1ADB">
        <w:t>’</w:t>
      </w:r>
      <w:r>
        <w:t>était pas auprès de lui</w:t>
      </w:r>
      <w:r w:rsidR="006F1ADB">
        <w:t xml:space="preserve">. </w:t>
      </w:r>
      <w:r>
        <w:t>Il alluma une l</w:t>
      </w:r>
      <w:r>
        <w:t>u</w:t>
      </w:r>
      <w:r>
        <w:t>mière</w:t>
      </w:r>
      <w:r w:rsidR="006F1ADB">
        <w:t xml:space="preserve">, </w:t>
      </w:r>
      <w:r>
        <w:t>sortit de nouveau</w:t>
      </w:r>
      <w:r w:rsidR="006F1ADB">
        <w:t xml:space="preserve">, </w:t>
      </w:r>
      <w:r>
        <w:t>et appela la jeune femme par son nom</w:t>
      </w:r>
      <w:r w:rsidR="006F1ADB">
        <w:t>.</w:t>
      </w:r>
    </w:p>
    <w:p w14:paraId="72C649E2" w14:textId="77777777" w:rsidR="006F1ADB" w:rsidRDefault="005A3479" w:rsidP="005A3479">
      <w:r>
        <w:t>Elle répondit oui</w:t>
      </w:r>
      <w:r w:rsidR="006F1ADB">
        <w:t xml:space="preserve">, </w:t>
      </w:r>
      <w:r>
        <w:t>faiblement</w:t>
      </w:r>
      <w:r w:rsidR="006F1ADB">
        <w:t xml:space="preserve">. </w:t>
      </w:r>
      <w:r>
        <w:t>Sa voix semblait venir d</w:t>
      </w:r>
      <w:r w:rsidR="006F1ADB">
        <w:t>’</w:t>
      </w:r>
      <w:r>
        <w:t>un grand cabinet sans fenêtres où l</w:t>
      </w:r>
      <w:r w:rsidR="006F1ADB">
        <w:t>’</w:t>
      </w:r>
      <w:r>
        <w:t>on serrait les vêtements</w:t>
      </w:r>
      <w:r w:rsidR="006F1ADB">
        <w:t xml:space="preserve">. </w:t>
      </w:r>
      <w:proofErr w:type="spellStart"/>
      <w:r>
        <w:t>Phi</w:t>
      </w:r>
      <w:r>
        <w:t>l</w:t>
      </w:r>
      <w:r>
        <w:t>lotson</w:t>
      </w:r>
      <w:proofErr w:type="spellEnd"/>
      <w:r w:rsidR="006F1ADB">
        <w:t xml:space="preserve">, </w:t>
      </w:r>
      <w:r>
        <w:t>alarmé</w:t>
      </w:r>
      <w:r w:rsidR="006F1ADB">
        <w:t xml:space="preserve">, </w:t>
      </w:r>
      <w:r>
        <w:t>se dirigea de ce côté</w:t>
      </w:r>
      <w:r w:rsidR="006F1ADB">
        <w:t>.</w:t>
      </w:r>
    </w:p>
    <w:p w14:paraId="69AA2D71" w14:textId="77777777" w:rsidR="006F1ADB" w:rsidRDefault="006F1ADB" w:rsidP="005A3479">
      <w:r>
        <w:t>— </w:t>
      </w:r>
      <w:r w:rsidR="005A3479">
        <w:t>Que faites-vous ici</w:t>
      </w:r>
      <w:r>
        <w:t xml:space="preserve"> ? </w:t>
      </w:r>
      <w:r w:rsidR="005A3479">
        <w:t>demanda-t-il</w:t>
      </w:r>
      <w:r>
        <w:t>.</w:t>
      </w:r>
    </w:p>
    <w:p w14:paraId="1069B844" w14:textId="77777777" w:rsidR="006F1ADB" w:rsidRDefault="006F1ADB" w:rsidP="005A3479">
      <w:r>
        <w:t>— </w:t>
      </w:r>
      <w:r w:rsidR="005A3479">
        <w:t>Je ne voulais pas vous déranger</w:t>
      </w:r>
      <w:r>
        <w:t xml:space="preserve">, </w:t>
      </w:r>
      <w:r w:rsidR="005A3479">
        <w:t>et il était si tard</w:t>
      </w:r>
      <w:r>
        <w:t> !</w:t>
      </w:r>
    </w:p>
    <w:p w14:paraId="1246892B" w14:textId="77777777" w:rsidR="006F1ADB" w:rsidRDefault="006F1ADB" w:rsidP="005A3479">
      <w:r>
        <w:t>— </w:t>
      </w:r>
      <w:r w:rsidR="005A3479">
        <w:t>Mais il n</w:t>
      </w:r>
      <w:r>
        <w:t>’</w:t>
      </w:r>
      <w:r w:rsidR="005A3479">
        <w:t>y a pas de lit</w:t>
      </w:r>
      <w:r>
        <w:t xml:space="preserve">, </w:t>
      </w:r>
      <w:r w:rsidR="005A3479">
        <w:t>il n</w:t>
      </w:r>
      <w:r>
        <w:t>’</w:t>
      </w:r>
      <w:r w:rsidR="005A3479">
        <w:t>y a pas d</w:t>
      </w:r>
      <w:r>
        <w:t>’</w:t>
      </w:r>
      <w:r w:rsidR="005A3479">
        <w:t>air</w:t>
      </w:r>
      <w:r>
        <w:t xml:space="preserve">. </w:t>
      </w:r>
      <w:r w:rsidR="005A3479">
        <w:t>Vous serez a</w:t>
      </w:r>
      <w:r w:rsidR="005A3479">
        <w:t>s</w:t>
      </w:r>
      <w:r w:rsidR="005A3479">
        <w:t>phyxiée</w:t>
      </w:r>
      <w:r>
        <w:t xml:space="preserve">, </w:t>
      </w:r>
      <w:r w:rsidR="005A3479">
        <w:t>si vous restez là cette nuit</w:t>
      </w:r>
      <w:r>
        <w:t>.</w:t>
      </w:r>
    </w:p>
    <w:p w14:paraId="6C45F009" w14:textId="77777777" w:rsidR="006F1ADB" w:rsidRDefault="006F1ADB" w:rsidP="005A3479">
      <w:r>
        <w:t>— </w:t>
      </w:r>
      <w:r w:rsidR="005A3479">
        <w:t>Oh</w:t>
      </w:r>
      <w:r>
        <w:t xml:space="preserve"> ! </w:t>
      </w:r>
      <w:r w:rsidR="005A3479">
        <w:t>non</w:t>
      </w:r>
      <w:r>
        <w:t xml:space="preserve">, </w:t>
      </w:r>
      <w:r w:rsidR="005A3479">
        <w:t>je ne crois pas</w:t>
      </w:r>
      <w:r>
        <w:t xml:space="preserve">. </w:t>
      </w:r>
      <w:r w:rsidR="005A3479">
        <w:t>Ne vous inquiétez pas de moi</w:t>
      </w:r>
      <w:r>
        <w:t>.</w:t>
      </w:r>
    </w:p>
    <w:p w14:paraId="441AEA7F" w14:textId="77777777" w:rsidR="006F1ADB" w:rsidRDefault="006F1ADB" w:rsidP="005A3479">
      <w:r>
        <w:lastRenderedPageBreak/>
        <w:t>— </w:t>
      </w:r>
      <w:r w:rsidR="005A3479">
        <w:t>Mais</w:t>
      </w:r>
      <w:r>
        <w:t>…</w:t>
      </w:r>
    </w:p>
    <w:p w14:paraId="1F755AF8" w14:textId="77777777" w:rsidR="006F1ADB" w:rsidRDefault="005A3479" w:rsidP="005A3479">
      <w:proofErr w:type="spellStart"/>
      <w:r>
        <w:t>Phillotson</w:t>
      </w:r>
      <w:proofErr w:type="spellEnd"/>
      <w:r>
        <w:t xml:space="preserve"> tourna le bouton de la porte</w:t>
      </w:r>
      <w:r w:rsidR="006F1ADB">
        <w:t xml:space="preserve">, </w:t>
      </w:r>
      <w:r>
        <w:t>retenue intérie</w:t>
      </w:r>
      <w:r>
        <w:t>u</w:t>
      </w:r>
      <w:r>
        <w:t>rement par une cordelette que son effort rompit</w:t>
      </w:r>
      <w:r w:rsidR="006F1ADB">
        <w:t>.</w:t>
      </w:r>
    </w:p>
    <w:p w14:paraId="60F3F694" w14:textId="77777777" w:rsidR="006F1ADB" w:rsidRDefault="005A3479" w:rsidP="005A3479">
      <w:r>
        <w:t>Il n</w:t>
      </w:r>
      <w:r w:rsidR="006F1ADB">
        <w:t>’</w:t>
      </w:r>
      <w:r>
        <w:t>y avait pas de lit dans le cabinet</w:t>
      </w:r>
      <w:r w:rsidR="006F1ADB">
        <w:t xml:space="preserve">, </w:t>
      </w:r>
      <w:r>
        <w:t>mais Sue avait entassé des couvertures par terre et s</w:t>
      </w:r>
      <w:r w:rsidR="006F1ADB">
        <w:t>’</w:t>
      </w:r>
      <w:r>
        <w:t>était fait un petit nid dans le coin le plus étroit de ce réduit</w:t>
      </w:r>
      <w:r w:rsidR="006F1ADB">
        <w:t xml:space="preserve">. </w:t>
      </w:r>
      <w:r>
        <w:t xml:space="preserve">En voyant </w:t>
      </w:r>
      <w:proofErr w:type="spellStart"/>
      <w:r>
        <w:t>Phillotson</w:t>
      </w:r>
      <w:proofErr w:type="spellEnd"/>
      <w:r w:rsidR="006F1ADB">
        <w:t xml:space="preserve">, </w:t>
      </w:r>
      <w:r>
        <w:t>elle sauta d</w:t>
      </w:r>
      <w:r>
        <w:t>e</w:t>
      </w:r>
      <w:r>
        <w:t>bout</w:t>
      </w:r>
      <w:r w:rsidR="006F1ADB">
        <w:t xml:space="preserve">, </w:t>
      </w:r>
      <w:r>
        <w:t>hors de son refuge</w:t>
      </w:r>
      <w:r w:rsidR="006F1ADB">
        <w:t xml:space="preserve">, </w:t>
      </w:r>
      <w:r>
        <w:t>toute tremblante</w:t>
      </w:r>
      <w:r w:rsidR="006F1ADB">
        <w:t>.</w:t>
      </w:r>
    </w:p>
    <w:p w14:paraId="727EA10B" w14:textId="77777777" w:rsidR="006F1ADB" w:rsidRDefault="006F1ADB" w:rsidP="005A3479">
      <w:r>
        <w:t>— </w:t>
      </w:r>
      <w:r w:rsidR="005A3479">
        <w:t>Vous ne deviez pas ouvrir la porte</w:t>
      </w:r>
      <w:r>
        <w:t xml:space="preserve">, </w:t>
      </w:r>
      <w:r w:rsidR="005A3479">
        <w:t>cria-t-elle</w:t>
      </w:r>
      <w:r>
        <w:t xml:space="preserve">, </w:t>
      </w:r>
      <w:r w:rsidR="005A3479">
        <w:t>très sure</w:t>
      </w:r>
      <w:r w:rsidR="005A3479">
        <w:t>x</w:t>
      </w:r>
      <w:r w:rsidR="005A3479">
        <w:t>citée</w:t>
      </w:r>
      <w:r>
        <w:t xml:space="preserve">. </w:t>
      </w:r>
      <w:r w:rsidR="005A3479">
        <w:t>C</w:t>
      </w:r>
      <w:r>
        <w:t>’</w:t>
      </w:r>
      <w:r w:rsidR="005A3479">
        <w:t>est indigne de vous</w:t>
      </w:r>
      <w:r>
        <w:t xml:space="preserve">. </w:t>
      </w:r>
      <w:r w:rsidR="005A3479">
        <w:t>Allez-vous-en</w:t>
      </w:r>
      <w:r>
        <w:t xml:space="preserve">, </w:t>
      </w:r>
      <w:r w:rsidR="005A3479">
        <w:t>je vous en supplie</w:t>
      </w:r>
      <w:r>
        <w:t>.</w:t>
      </w:r>
    </w:p>
    <w:p w14:paraId="1C17FB81" w14:textId="77777777" w:rsidR="006F1ADB" w:rsidRDefault="005A3479" w:rsidP="005A3479">
      <w:r>
        <w:t>Il dit</w:t>
      </w:r>
      <w:r w:rsidR="006F1ADB">
        <w:t> :</w:t>
      </w:r>
    </w:p>
    <w:p w14:paraId="3EFE970E" w14:textId="77777777" w:rsidR="006F1ADB" w:rsidRDefault="006F1ADB" w:rsidP="005A3479">
      <w:r>
        <w:t>— </w:t>
      </w:r>
      <w:r w:rsidR="005A3479">
        <w:t>J</w:t>
      </w:r>
      <w:r>
        <w:t>’</w:t>
      </w:r>
      <w:r w:rsidR="005A3479">
        <w:t>ai été bon pour vous</w:t>
      </w:r>
      <w:r>
        <w:t xml:space="preserve">. </w:t>
      </w:r>
      <w:r w:rsidR="005A3479">
        <w:t>Je vous ai laissé toute liberté</w:t>
      </w:r>
      <w:r>
        <w:t xml:space="preserve">. </w:t>
      </w:r>
      <w:r w:rsidR="005A3479">
        <w:t>Vos sentiments sont monstrueux</w:t>
      </w:r>
      <w:r>
        <w:t>.</w:t>
      </w:r>
    </w:p>
    <w:p w14:paraId="39CD6715" w14:textId="77777777" w:rsidR="006F1ADB" w:rsidRDefault="006F1ADB" w:rsidP="005A3479">
      <w:r>
        <w:t>— </w:t>
      </w:r>
      <w:r w:rsidR="005A3479">
        <w:t>Oui</w:t>
      </w:r>
      <w:r>
        <w:t xml:space="preserve">, </w:t>
      </w:r>
      <w:r w:rsidR="005A3479">
        <w:t>fit-elle en pleurant</w:t>
      </w:r>
      <w:r>
        <w:t xml:space="preserve">. </w:t>
      </w:r>
      <w:r w:rsidR="005A3479">
        <w:t>Je le sais</w:t>
      </w:r>
      <w:r>
        <w:t xml:space="preserve">. </w:t>
      </w:r>
      <w:r w:rsidR="005A3479">
        <w:t>C</w:t>
      </w:r>
      <w:r>
        <w:t>’</w:t>
      </w:r>
      <w:r w:rsidR="005A3479">
        <w:t>est mal</w:t>
      </w:r>
      <w:r>
        <w:t xml:space="preserve">, </w:t>
      </w:r>
      <w:r w:rsidR="005A3479">
        <w:t>c</w:t>
      </w:r>
      <w:r>
        <w:t>’</w:t>
      </w:r>
      <w:r w:rsidR="005A3479">
        <w:t>est a</w:t>
      </w:r>
      <w:r w:rsidR="005A3479">
        <w:t>f</w:t>
      </w:r>
      <w:r w:rsidR="005A3479">
        <w:t>freux</w:t>
      </w:r>
      <w:r>
        <w:t xml:space="preserve">. </w:t>
      </w:r>
      <w:r w:rsidR="005A3479">
        <w:t>Je suis très désolée</w:t>
      </w:r>
      <w:r>
        <w:t xml:space="preserve">. </w:t>
      </w:r>
      <w:r w:rsidR="005A3479">
        <w:t>Mais ce n</w:t>
      </w:r>
      <w:r>
        <w:t>’</w:t>
      </w:r>
      <w:r w:rsidR="005A3479">
        <w:t>est pas absolument moi seule qui suis à blâmer</w:t>
      </w:r>
      <w:r>
        <w:t>.</w:t>
      </w:r>
    </w:p>
    <w:p w14:paraId="3127831C" w14:textId="77777777" w:rsidR="006F1ADB" w:rsidRDefault="006F1ADB" w:rsidP="005A3479">
      <w:r>
        <w:t>— </w:t>
      </w:r>
      <w:r w:rsidR="005A3479">
        <w:t>Qui donc</w:t>
      </w:r>
      <w:r>
        <w:t xml:space="preserve"> ? </w:t>
      </w:r>
      <w:r w:rsidR="005A3479">
        <w:t>Est-ce moi</w:t>
      </w:r>
      <w:r>
        <w:t> ?</w:t>
      </w:r>
    </w:p>
    <w:p w14:paraId="78228300" w14:textId="77777777" w:rsidR="006F1ADB" w:rsidRDefault="006F1ADB" w:rsidP="005A3479">
      <w:r>
        <w:t>— </w:t>
      </w:r>
      <w:r w:rsidR="005A3479">
        <w:t>Non</w:t>
      </w:r>
      <w:r>
        <w:t xml:space="preserve">… </w:t>
      </w:r>
      <w:r w:rsidR="005A3479">
        <w:t>Je ne sais</w:t>
      </w:r>
      <w:r>
        <w:t xml:space="preserve">. </w:t>
      </w:r>
      <w:r w:rsidR="005A3479">
        <w:t>Le monde entier</w:t>
      </w:r>
      <w:r>
        <w:t xml:space="preserve">, </w:t>
      </w:r>
      <w:r w:rsidR="005A3479">
        <w:t>je suppose</w:t>
      </w:r>
      <w:r>
        <w:t xml:space="preserve">… </w:t>
      </w:r>
      <w:r w:rsidR="005A3479">
        <w:t>Les choses</w:t>
      </w:r>
      <w:r>
        <w:t xml:space="preserve">, </w:t>
      </w:r>
      <w:r w:rsidR="005A3479">
        <w:t>en général</w:t>
      </w:r>
      <w:r>
        <w:t xml:space="preserve">, </w:t>
      </w:r>
      <w:r w:rsidR="005A3479">
        <w:t>parce qu</w:t>
      </w:r>
      <w:r>
        <w:t>’</w:t>
      </w:r>
      <w:r w:rsidR="005A3479">
        <w:t>elles sont horribles et cruelles</w:t>
      </w:r>
      <w:r>
        <w:t>…</w:t>
      </w:r>
    </w:p>
    <w:p w14:paraId="67A33760" w14:textId="77777777" w:rsidR="006F1ADB" w:rsidRDefault="006F1ADB" w:rsidP="005A3479">
      <w:r>
        <w:t>— </w:t>
      </w:r>
      <w:r w:rsidR="005A3479">
        <w:t>Je hais ces excentricités</w:t>
      </w:r>
      <w:r>
        <w:t xml:space="preserve">, </w:t>
      </w:r>
      <w:r w:rsidR="005A3479">
        <w:t>Sue</w:t>
      </w:r>
      <w:r>
        <w:t xml:space="preserve">. </w:t>
      </w:r>
      <w:r w:rsidR="005A3479">
        <w:t>Il n</w:t>
      </w:r>
      <w:r>
        <w:t>’</w:t>
      </w:r>
      <w:r w:rsidR="005A3479">
        <w:t>y a ni ordre</w:t>
      </w:r>
      <w:r>
        <w:t xml:space="preserve">, </w:t>
      </w:r>
      <w:r w:rsidR="005A3479">
        <w:t>ni régul</w:t>
      </w:r>
      <w:r w:rsidR="005A3479">
        <w:t>a</w:t>
      </w:r>
      <w:r w:rsidR="005A3479">
        <w:t>rité dans vos sentiments</w:t>
      </w:r>
      <w:r>
        <w:t xml:space="preserve">… </w:t>
      </w:r>
      <w:r w:rsidR="005A3479">
        <w:t>Mais je ne veux pas aller plus loin</w:t>
      </w:r>
      <w:r>
        <w:t xml:space="preserve">… </w:t>
      </w:r>
      <w:r w:rsidR="005A3479">
        <w:t>Seulement</w:t>
      </w:r>
      <w:r>
        <w:t xml:space="preserve">, </w:t>
      </w:r>
      <w:r w:rsidR="005A3479">
        <w:t>je vous conseillerai de ne pas fermer rigoureus</w:t>
      </w:r>
      <w:r w:rsidR="005A3479">
        <w:t>e</w:t>
      </w:r>
      <w:r w:rsidR="005A3479">
        <w:t>ment la porte</w:t>
      </w:r>
      <w:r>
        <w:t xml:space="preserve">, </w:t>
      </w:r>
      <w:r w:rsidR="005A3479">
        <w:t>sinon</w:t>
      </w:r>
      <w:r>
        <w:t xml:space="preserve">, </w:t>
      </w:r>
      <w:r w:rsidR="005A3479">
        <w:t>je vous trouverai asphyxiée demain</w:t>
      </w:r>
      <w:r>
        <w:t>.</w:t>
      </w:r>
    </w:p>
    <w:p w14:paraId="6C33D9E9" w14:textId="77777777" w:rsidR="006F1ADB" w:rsidRDefault="005A3479" w:rsidP="005A3479">
      <w:r>
        <w:t>En se levant le lendemain matin</w:t>
      </w:r>
      <w:r w:rsidR="006F1ADB">
        <w:t xml:space="preserve">, </w:t>
      </w:r>
      <w:r>
        <w:t>il alla regarder dans le c</w:t>
      </w:r>
      <w:r>
        <w:t>a</w:t>
      </w:r>
      <w:r>
        <w:t>binet</w:t>
      </w:r>
      <w:r w:rsidR="006F1ADB">
        <w:t xml:space="preserve">, </w:t>
      </w:r>
      <w:r>
        <w:t>mais Sue était déjà descendue au rez-de-chaussée</w:t>
      </w:r>
      <w:r w:rsidR="006F1ADB">
        <w:t xml:space="preserve">. </w:t>
      </w:r>
      <w:r>
        <w:lastRenderedPageBreak/>
        <w:t>On voyait encore le petit nid où elle s</w:t>
      </w:r>
      <w:r w:rsidR="006F1ADB">
        <w:t>’</w:t>
      </w:r>
      <w:r>
        <w:t>était reposée</w:t>
      </w:r>
      <w:r w:rsidR="006F1ADB">
        <w:t xml:space="preserve">, </w:t>
      </w:r>
      <w:r>
        <w:t>et des toiles d</w:t>
      </w:r>
      <w:r w:rsidR="006F1ADB">
        <w:t>’</w:t>
      </w:r>
      <w:r>
        <w:t>araignées pendaient au-dessus</w:t>
      </w:r>
      <w:r w:rsidR="006F1ADB">
        <w:t>.</w:t>
      </w:r>
    </w:p>
    <w:p w14:paraId="38225D46" w14:textId="77777777" w:rsidR="006F1ADB" w:rsidRDefault="006F1ADB" w:rsidP="005A3479">
      <w:r>
        <w:t>« </w:t>
      </w:r>
      <w:r w:rsidR="005A3479">
        <w:t>Combien doit être forte l</w:t>
      </w:r>
      <w:r>
        <w:t>’</w:t>
      </w:r>
      <w:r w:rsidR="005A3479">
        <w:t>aversion d</w:t>
      </w:r>
      <w:r>
        <w:t>’</w:t>
      </w:r>
      <w:r w:rsidR="005A3479">
        <w:t>une femme</w:t>
      </w:r>
      <w:r>
        <w:t xml:space="preserve">, </w:t>
      </w:r>
      <w:r w:rsidR="005A3479">
        <w:t>pour triompher de la peur des araignées</w:t>
      </w:r>
      <w:r>
        <w:t> ! »</w:t>
      </w:r>
      <w:r w:rsidR="005A3479">
        <w:t xml:space="preserve"> se dit-il amèrement</w:t>
      </w:r>
      <w:r>
        <w:t>.</w:t>
      </w:r>
    </w:p>
    <w:p w14:paraId="3D1474C4" w14:textId="77777777" w:rsidR="006F1ADB" w:rsidRDefault="005A3479" w:rsidP="005A3479">
      <w:r>
        <w:t>Il retrouva Sue assise devant la table du déjeuner</w:t>
      </w:r>
      <w:r w:rsidR="006F1ADB">
        <w:t>.</w:t>
      </w:r>
    </w:p>
    <w:p w14:paraId="586EA217" w14:textId="77777777" w:rsidR="006F1ADB" w:rsidRDefault="006F1ADB" w:rsidP="005A3479">
      <w:r>
        <w:t>— </w:t>
      </w:r>
      <w:r w:rsidR="005A3479">
        <w:t>Richard</w:t>
      </w:r>
      <w:r>
        <w:t xml:space="preserve">, </w:t>
      </w:r>
      <w:r w:rsidR="005A3479">
        <w:t>lui dit-elle aussitôt</w:t>
      </w:r>
      <w:r>
        <w:t xml:space="preserve">, </w:t>
      </w:r>
      <w:r w:rsidR="005A3479">
        <w:t>consentiriez-vous à ce que je vive loin de vous</w:t>
      </w:r>
      <w:r>
        <w:t> ?</w:t>
      </w:r>
    </w:p>
    <w:p w14:paraId="56B93295" w14:textId="77777777" w:rsidR="006F1ADB" w:rsidRDefault="006F1ADB" w:rsidP="005A3479">
      <w:r>
        <w:t>— </w:t>
      </w:r>
      <w:r w:rsidR="005A3479">
        <w:t>Loin de moi</w:t>
      </w:r>
      <w:r>
        <w:t xml:space="preserve"> ? </w:t>
      </w:r>
      <w:r w:rsidR="005A3479">
        <w:t>Était-ce donc votre intention quand je vous ai épousée</w:t>
      </w:r>
      <w:r>
        <w:t xml:space="preserve"> ? </w:t>
      </w:r>
      <w:r w:rsidR="005A3479">
        <w:t>Pourquoi donc avez-vous accepté ce mariage</w:t>
      </w:r>
      <w:r>
        <w:t> ?</w:t>
      </w:r>
    </w:p>
    <w:p w14:paraId="52AB4C37" w14:textId="77777777" w:rsidR="006F1ADB" w:rsidRDefault="006F1ADB" w:rsidP="005A3479">
      <w:r>
        <w:t>— </w:t>
      </w:r>
      <w:r w:rsidR="005A3479">
        <w:t>Parce que je croyais ne pouvoir faire autrement</w:t>
      </w:r>
      <w:r>
        <w:t xml:space="preserve">. </w:t>
      </w:r>
      <w:r w:rsidR="005A3479">
        <w:t>Souv</w:t>
      </w:r>
      <w:r w:rsidR="005A3479">
        <w:t>e</w:t>
      </w:r>
      <w:r w:rsidR="005A3479">
        <w:t>nez-vous</w:t>
      </w:r>
      <w:r>
        <w:t xml:space="preserve"> : </w:t>
      </w:r>
      <w:r w:rsidR="005A3479">
        <w:t>longtemps auparavant</w:t>
      </w:r>
      <w:r>
        <w:t xml:space="preserve">, </w:t>
      </w:r>
      <w:r w:rsidR="005A3479">
        <w:t>vous aviez eu ma promesse</w:t>
      </w:r>
      <w:r>
        <w:t xml:space="preserve">. </w:t>
      </w:r>
      <w:r w:rsidR="005A3479">
        <w:t>Plus tard</w:t>
      </w:r>
      <w:r>
        <w:t xml:space="preserve">, </w:t>
      </w:r>
      <w:r w:rsidR="005A3479">
        <w:t>je regrettai de vous l</w:t>
      </w:r>
      <w:r>
        <w:t>’</w:t>
      </w:r>
      <w:r w:rsidR="005A3479">
        <w:t>avoir donnée et je cherchai un moyen honorable de me dégager</w:t>
      </w:r>
      <w:r>
        <w:t xml:space="preserve">. </w:t>
      </w:r>
      <w:r w:rsidR="005A3479">
        <w:t>Et n</w:t>
      </w:r>
      <w:r>
        <w:t>’</w:t>
      </w:r>
      <w:r w:rsidR="005A3479">
        <w:t>y pouvant réussir</w:t>
      </w:r>
      <w:r>
        <w:t xml:space="preserve">, </w:t>
      </w:r>
      <w:r w:rsidR="005A3479">
        <w:t>je d</w:t>
      </w:r>
      <w:r w:rsidR="005A3479">
        <w:t>é</w:t>
      </w:r>
      <w:r w:rsidR="005A3479">
        <w:t>daignai et méprisai les conventions</w:t>
      </w:r>
      <w:r>
        <w:t xml:space="preserve">. </w:t>
      </w:r>
      <w:r w:rsidR="005A3479">
        <w:t>Alors vous savez ce qu</w:t>
      </w:r>
      <w:r>
        <w:t>’</w:t>
      </w:r>
      <w:r w:rsidR="005A3479">
        <w:t>on prétendit et comment je fus expulsée de l</w:t>
      </w:r>
      <w:r>
        <w:t>’</w:t>
      </w:r>
      <w:r w:rsidR="005A3479">
        <w:t>École normale où vous m</w:t>
      </w:r>
      <w:r>
        <w:t>’</w:t>
      </w:r>
      <w:r w:rsidR="005A3479">
        <w:t>aviez fait entrer avec tant de peine</w:t>
      </w:r>
      <w:r>
        <w:t xml:space="preserve">. </w:t>
      </w:r>
      <w:r w:rsidR="005A3479">
        <w:t>Je pris peur et il me parut que je n</w:t>
      </w:r>
      <w:r>
        <w:t>’</w:t>
      </w:r>
      <w:r w:rsidR="005A3479">
        <w:t>avais pas autre chose à faire qu</w:t>
      </w:r>
      <w:r>
        <w:t>’</w:t>
      </w:r>
      <w:r w:rsidR="005A3479">
        <w:t>à laisser subsister l</w:t>
      </w:r>
      <w:r>
        <w:t>’</w:t>
      </w:r>
      <w:r w:rsidR="005A3479">
        <w:t>engagement</w:t>
      </w:r>
      <w:r>
        <w:t xml:space="preserve">… </w:t>
      </w:r>
      <w:r w:rsidR="005A3479">
        <w:t>Et vous aviez été si généreux en ne donnant pas crédit</w:t>
      </w:r>
      <w:r>
        <w:t xml:space="preserve">, </w:t>
      </w:r>
      <w:r w:rsidR="005A3479">
        <w:t>un seul instant</w:t>
      </w:r>
      <w:r>
        <w:t xml:space="preserve">, </w:t>
      </w:r>
      <w:r w:rsidR="005A3479">
        <w:t>à la rumeur publique</w:t>
      </w:r>
      <w:r>
        <w:t>.</w:t>
      </w:r>
    </w:p>
    <w:p w14:paraId="2A91C628" w14:textId="77777777" w:rsidR="006F1ADB" w:rsidRDefault="006F1ADB" w:rsidP="005A3479">
      <w:r>
        <w:t>— </w:t>
      </w:r>
      <w:r w:rsidR="005A3479">
        <w:t>J</w:t>
      </w:r>
      <w:r>
        <w:t>’</w:t>
      </w:r>
      <w:r w:rsidR="005A3479">
        <w:t>ai le devoir de vous dire que j</w:t>
      </w:r>
      <w:r>
        <w:t>’</w:t>
      </w:r>
      <w:r w:rsidR="005A3479">
        <w:t>ai considéré cette hyp</w:t>
      </w:r>
      <w:r w:rsidR="005A3479">
        <w:t>o</w:t>
      </w:r>
      <w:r w:rsidR="005A3479">
        <w:t>thèse comme probable et que j</w:t>
      </w:r>
      <w:r>
        <w:t>’</w:t>
      </w:r>
      <w:r w:rsidR="005A3479">
        <w:t>ai interrogé votre cousin à ce s</w:t>
      </w:r>
      <w:r w:rsidR="005A3479">
        <w:t>u</w:t>
      </w:r>
      <w:r w:rsidR="005A3479">
        <w:t>jet</w:t>
      </w:r>
      <w:r>
        <w:t>.</w:t>
      </w:r>
    </w:p>
    <w:p w14:paraId="7F6181D0" w14:textId="77777777" w:rsidR="006F1ADB" w:rsidRDefault="006F1ADB" w:rsidP="005A3479">
      <w:r>
        <w:t>— </w:t>
      </w:r>
      <w:r w:rsidR="005A3479">
        <w:t>Ah</w:t>
      </w:r>
      <w:r>
        <w:t xml:space="preserve"> ! </w:t>
      </w:r>
      <w:r w:rsidR="005A3479">
        <w:t>fit-elle avec une surprise peinée</w:t>
      </w:r>
      <w:r>
        <w:t>.</w:t>
      </w:r>
    </w:p>
    <w:p w14:paraId="48D0289A" w14:textId="77777777" w:rsidR="006F1ADB" w:rsidRDefault="006F1ADB" w:rsidP="005A3479">
      <w:r>
        <w:t>— </w:t>
      </w:r>
      <w:r w:rsidR="005A3479">
        <w:t>Je n</w:t>
      </w:r>
      <w:r>
        <w:t>’</w:t>
      </w:r>
      <w:r w:rsidR="005A3479">
        <w:t>aurais pas douté de vous</w:t>
      </w:r>
      <w:r>
        <w:t>.</w:t>
      </w:r>
    </w:p>
    <w:p w14:paraId="7BB124F5" w14:textId="77777777" w:rsidR="006F1ADB" w:rsidRDefault="006F1ADB" w:rsidP="005A3479">
      <w:r>
        <w:t>— </w:t>
      </w:r>
      <w:r w:rsidR="005A3479">
        <w:t>Mais vous avez interrogé mon cousin</w:t>
      </w:r>
      <w:r>
        <w:t>.</w:t>
      </w:r>
    </w:p>
    <w:p w14:paraId="1EF1C243" w14:textId="77777777" w:rsidR="006F1ADB" w:rsidRDefault="006F1ADB" w:rsidP="005A3479">
      <w:r>
        <w:lastRenderedPageBreak/>
        <w:t>— </w:t>
      </w:r>
      <w:r w:rsidR="005A3479">
        <w:t>Je lui ai demandé sa parole</w:t>
      </w:r>
      <w:r>
        <w:t>.</w:t>
      </w:r>
    </w:p>
    <w:p w14:paraId="5ABE651E" w14:textId="77777777" w:rsidR="006F1ADB" w:rsidRDefault="005A3479" w:rsidP="005A3479">
      <w:r>
        <w:t>Les yeux de Sue s</w:t>
      </w:r>
      <w:r w:rsidR="006F1ADB">
        <w:t>’</w:t>
      </w:r>
      <w:r>
        <w:t>emplirent de larmes</w:t>
      </w:r>
      <w:r w:rsidR="006F1ADB">
        <w:t>.</w:t>
      </w:r>
    </w:p>
    <w:p w14:paraId="335452A1" w14:textId="77777777" w:rsidR="006F1ADB" w:rsidRDefault="006F1ADB" w:rsidP="005A3479">
      <w:r>
        <w:t>— </w:t>
      </w:r>
      <w:r w:rsidR="005A3479">
        <w:rPr>
          <w:i/>
          <w:iCs/>
        </w:rPr>
        <w:t>Lui</w:t>
      </w:r>
      <w:r>
        <w:t xml:space="preserve">, </w:t>
      </w:r>
      <w:r w:rsidR="005A3479">
        <w:t>n</w:t>
      </w:r>
      <w:r>
        <w:t>’</w:t>
      </w:r>
      <w:r w:rsidR="005A3479">
        <w:t>eût pas posé de questions</w:t>
      </w:r>
      <w:r>
        <w:t xml:space="preserve">. </w:t>
      </w:r>
      <w:r w:rsidR="005A3479">
        <w:t>Mais vous ne m</w:t>
      </w:r>
      <w:r>
        <w:t>’</w:t>
      </w:r>
      <w:r w:rsidR="005A3479">
        <w:t>avez pas répondu</w:t>
      </w:r>
      <w:r>
        <w:t xml:space="preserve">. </w:t>
      </w:r>
      <w:r w:rsidR="005A3479">
        <w:t>Voulez-vous me laisser partir</w:t>
      </w:r>
      <w:r>
        <w:t xml:space="preserve"> ? </w:t>
      </w:r>
      <w:r w:rsidR="005A3479">
        <w:t>Je sais que ma d</w:t>
      </w:r>
      <w:r w:rsidR="005A3479">
        <w:t>e</w:t>
      </w:r>
      <w:r w:rsidR="005A3479">
        <w:t>mande est anormale</w:t>
      </w:r>
      <w:r>
        <w:t>…</w:t>
      </w:r>
    </w:p>
    <w:p w14:paraId="2DCA9A10" w14:textId="77777777" w:rsidR="006F1ADB" w:rsidRDefault="006F1ADB" w:rsidP="005A3479">
      <w:r>
        <w:t>— </w:t>
      </w:r>
      <w:r w:rsidR="005A3479">
        <w:t>Elle est anormale</w:t>
      </w:r>
      <w:r>
        <w:t>.</w:t>
      </w:r>
    </w:p>
    <w:p w14:paraId="1FAC5267" w14:textId="77777777" w:rsidR="006F1ADB" w:rsidRDefault="006F1ADB" w:rsidP="005A3479">
      <w:r>
        <w:t>— </w:t>
      </w:r>
      <w:r w:rsidR="005A3479">
        <w:t>Mais je la renouvelle</w:t>
      </w:r>
      <w:r>
        <w:t xml:space="preserve">. </w:t>
      </w:r>
      <w:r w:rsidR="005A3479">
        <w:t>Les lois domestiques devraient être faites pour s</w:t>
      </w:r>
      <w:r>
        <w:t>’</w:t>
      </w:r>
      <w:r w:rsidR="005A3479">
        <w:t>accorder avec les tempéraments qui seraient class</w:t>
      </w:r>
      <w:r w:rsidR="005A3479">
        <w:t>i</w:t>
      </w:r>
      <w:r w:rsidR="005A3479">
        <w:t>fiés</w:t>
      </w:r>
      <w:r>
        <w:t xml:space="preserve">. </w:t>
      </w:r>
      <w:r w:rsidR="005A3479">
        <w:t>Les gens dont le caractère est tout à fait particulier ont à souffrir des mêmes règles qui font le bonheur des autres</w:t>
      </w:r>
      <w:r>
        <w:t xml:space="preserve">… </w:t>
      </w:r>
      <w:r w:rsidR="005A3479">
        <w:t>Vo</w:t>
      </w:r>
      <w:r w:rsidR="005A3479">
        <w:t>u</w:t>
      </w:r>
      <w:r w:rsidR="005A3479">
        <w:t>lez-vous me laisser partir</w:t>
      </w:r>
      <w:r>
        <w:t> ?</w:t>
      </w:r>
    </w:p>
    <w:p w14:paraId="6B1B0761" w14:textId="77777777" w:rsidR="006F1ADB" w:rsidRDefault="006F1ADB" w:rsidP="005A3479">
      <w:r>
        <w:t>— </w:t>
      </w:r>
      <w:r w:rsidR="005A3479">
        <w:t>Mais nous sommes mariés</w:t>
      </w:r>
      <w:r>
        <w:t>…</w:t>
      </w:r>
    </w:p>
    <w:p w14:paraId="4F4B2B35" w14:textId="77777777" w:rsidR="006F1ADB" w:rsidRDefault="006F1ADB" w:rsidP="005A3479">
      <w:r>
        <w:t>— </w:t>
      </w:r>
      <w:r w:rsidR="005A3479">
        <w:t>Que pense-t-on habituellement des lois et des ordo</w:t>
      </w:r>
      <w:r w:rsidR="005A3479">
        <w:t>n</w:t>
      </w:r>
      <w:r w:rsidR="005A3479">
        <w:t>nances</w:t>
      </w:r>
      <w:r>
        <w:t xml:space="preserve">, </w:t>
      </w:r>
      <w:r w:rsidR="005A3479">
        <w:t>quand elles rendent malheureux celui qui est certain de n</w:t>
      </w:r>
      <w:r>
        <w:t>’</w:t>
      </w:r>
      <w:r w:rsidR="005A3479">
        <w:t>avoir commis aucune faute</w:t>
      </w:r>
      <w:r>
        <w:t> ?</w:t>
      </w:r>
    </w:p>
    <w:p w14:paraId="610D63A7" w14:textId="77777777" w:rsidR="006F1ADB" w:rsidRDefault="006F1ADB" w:rsidP="005A3479">
      <w:r>
        <w:t>— </w:t>
      </w:r>
      <w:r w:rsidR="005A3479">
        <w:t>Mais vous commettez une faute en ne m</w:t>
      </w:r>
      <w:r>
        <w:t>’</w:t>
      </w:r>
      <w:r w:rsidR="005A3479">
        <w:t>aimant pas</w:t>
      </w:r>
      <w:r>
        <w:t>.</w:t>
      </w:r>
    </w:p>
    <w:p w14:paraId="0A99BDF2" w14:textId="77777777" w:rsidR="006F1ADB" w:rsidRDefault="006F1ADB" w:rsidP="005A3479">
      <w:r>
        <w:t>— </w:t>
      </w:r>
      <w:r w:rsidR="005A3479">
        <w:t>J</w:t>
      </w:r>
      <w:r>
        <w:t>’</w:t>
      </w:r>
      <w:r w:rsidR="005A3479">
        <w:t>ai de l</w:t>
      </w:r>
      <w:r>
        <w:t>’</w:t>
      </w:r>
      <w:r w:rsidR="005A3479">
        <w:t>affection pour vous</w:t>
      </w:r>
      <w:r>
        <w:t xml:space="preserve">. </w:t>
      </w:r>
      <w:r w:rsidR="005A3479">
        <w:t>Mais je n</w:t>
      </w:r>
      <w:r>
        <w:t>’</w:t>
      </w:r>
      <w:r w:rsidR="005A3479">
        <w:t>avais pas réfléchi à ce que serait cette affection que j</w:t>
      </w:r>
      <w:r>
        <w:t>’</w:t>
      </w:r>
      <w:r w:rsidR="005A3479">
        <w:t>imaginais beaucoup plus vive</w:t>
      </w:r>
      <w:r>
        <w:t xml:space="preserve">… </w:t>
      </w:r>
      <w:r w:rsidR="005A3479">
        <w:t>Un homme et une femme qui ont des relations intimes</w:t>
      </w:r>
      <w:r>
        <w:t xml:space="preserve">, </w:t>
      </w:r>
      <w:r w:rsidR="005A3479">
        <w:t>quand l</w:t>
      </w:r>
      <w:r>
        <w:t>’</w:t>
      </w:r>
      <w:r w:rsidR="005A3479">
        <w:t>un des deux sent ce que je sens</w:t>
      </w:r>
      <w:r>
        <w:t xml:space="preserve">, </w:t>
      </w:r>
      <w:r w:rsidR="005A3479">
        <w:t>commettent un adultère</w:t>
      </w:r>
      <w:r>
        <w:t xml:space="preserve">, </w:t>
      </w:r>
      <w:r w:rsidR="005A3479">
        <w:t>quelles que soient les circonstances</w:t>
      </w:r>
      <w:r>
        <w:t xml:space="preserve">, </w:t>
      </w:r>
      <w:r w:rsidR="005A3479">
        <w:t>un adultère légal</w:t>
      </w:r>
      <w:r>
        <w:t xml:space="preserve">. </w:t>
      </w:r>
      <w:r w:rsidR="005A3479">
        <w:t>Là</w:t>
      </w:r>
      <w:r>
        <w:t xml:space="preserve">… </w:t>
      </w:r>
      <w:r w:rsidR="005A3479">
        <w:t>Je l</w:t>
      </w:r>
      <w:r>
        <w:t>’</w:t>
      </w:r>
      <w:r w:rsidR="005A3479">
        <w:t>ai dit</w:t>
      </w:r>
      <w:r>
        <w:t xml:space="preserve">… </w:t>
      </w:r>
      <w:r w:rsidR="005A3479">
        <w:t>Me laisserez-vous partir</w:t>
      </w:r>
      <w:r>
        <w:t xml:space="preserve">, </w:t>
      </w:r>
      <w:r w:rsidR="005A3479">
        <w:t>Richard</w:t>
      </w:r>
      <w:r>
        <w:t> ?</w:t>
      </w:r>
    </w:p>
    <w:p w14:paraId="152D20C1" w14:textId="77777777" w:rsidR="006F1ADB" w:rsidRDefault="006F1ADB" w:rsidP="005A3479">
      <w:r>
        <w:t>— </w:t>
      </w:r>
      <w:r w:rsidR="005A3479">
        <w:t>Vous m</w:t>
      </w:r>
      <w:r>
        <w:t>’</w:t>
      </w:r>
      <w:r w:rsidR="005A3479">
        <w:t>affligez</w:t>
      </w:r>
      <w:r>
        <w:t xml:space="preserve">, </w:t>
      </w:r>
      <w:r w:rsidR="005A3479">
        <w:t>Suzanne</w:t>
      </w:r>
      <w:r>
        <w:t xml:space="preserve">, </w:t>
      </w:r>
      <w:r w:rsidR="005A3479">
        <w:t>par une telle importunité</w:t>
      </w:r>
      <w:r>
        <w:t>.</w:t>
      </w:r>
    </w:p>
    <w:p w14:paraId="7B291026" w14:textId="77777777" w:rsidR="006F1ADB" w:rsidRDefault="006F1ADB" w:rsidP="005A3479">
      <w:r>
        <w:t>— </w:t>
      </w:r>
      <w:r w:rsidR="005A3479">
        <w:t>Pourquoi ne conviendrions-nous pas de nous affranchir l</w:t>
      </w:r>
      <w:r>
        <w:t>’</w:t>
      </w:r>
      <w:r w:rsidR="005A3479">
        <w:t>un de l</w:t>
      </w:r>
      <w:r>
        <w:t>’</w:t>
      </w:r>
      <w:r w:rsidR="005A3479">
        <w:t>autre</w:t>
      </w:r>
      <w:r>
        <w:t xml:space="preserve"> ? </w:t>
      </w:r>
      <w:r w:rsidR="005A3479">
        <w:t>Nous avons fait un pacte</w:t>
      </w:r>
      <w:r>
        <w:t xml:space="preserve"> : </w:t>
      </w:r>
      <w:r w:rsidR="005A3479">
        <w:t>nous pouvons sûr</w:t>
      </w:r>
      <w:r w:rsidR="005A3479">
        <w:t>e</w:t>
      </w:r>
      <w:r w:rsidR="005A3479">
        <w:t>ment le résilier</w:t>
      </w:r>
      <w:r>
        <w:t xml:space="preserve">, </w:t>
      </w:r>
      <w:r w:rsidR="005A3479">
        <w:t>non légalement</w:t>
      </w:r>
      <w:r>
        <w:t xml:space="preserve">, </w:t>
      </w:r>
      <w:r w:rsidR="005A3479">
        <w:t>mais moralement</w:t>
      </w:r>
      <w:r>
        <w:t xml:space="preserve">, </w:t>
      </w:r>
      <w:r w:rsidR="005A3479">
        <w:t>d</w:t>
      </w:r>
      <w:r>
        <w:t>’</w:t>
      </w:r>
      <w:r w:rsidR="005A3479">
        <w:t>autant mieux que nous n</w:t>
      </w:r>
      <w:r>
        <w:t>’</w:t>
      </w:r>
      <w:r w:rsidR="005A3479">
        <w:t xml:space="preserve">avons à considérer aucun nouvel </w:t>
      </w:r>
      <w:r w:rsidR="005A3479">
        <w:lastRenderedPageBreak/>
        <w:t>intérêt</w:t>
      </w:r>
      <w:r>
        <w:t xml:space="preserve"> – </w:t>
      </w:r>
      <w:r w:rsidR="005A3479">
        <w:t>l</w:t>
      </w:r>
      <w:r>
        <w:t>’</w:t>
      </w:r>
      <w:r w:rsidR="005A3479">
        <w:t>intérêt des enfants</w:t>
      </w:r>
      <w:r>
        <w:t xml:space="preserve">, </w:t>
      </w:r>
      <w:r w:rsidR="005A3479">
        <w:t>par exemple</w:t>
      </w:r>
      <w:r>
        <w:t xml:space="preserve">. </w:t>
      </w:r>
      <w:r w:rsidR="005A3479">
        <w:t>Donc nous pourrions être amis et nous rencontrer sans nous tourmenter mutuellement</w:t>
      </w:r>
      <w:r>
        <w:t xml:space="preserve">. </w:t>
      </w:r>
      <w:r w:rsidR="005A3479">
        <w:t>Ô Richard</w:t>
      </w:r>
      <w:r>
        <w:t xml:space="preserve">, </w:t>
      </w:r>
      <w:r w:rsidR="005A3479">
        <w:t>soyez-moi un ami</w:t>
      </w:r>
      <w:r>
        <w:t xml:space="preserve"> ; </w:t>
      </w:r>
      <w:r w:rsidR="005A3479">
        <w:t>ayez pitié</w:t>
      </w:r>
      <w:r>
        <w:t xml:space="preserve"> ! </w:t>
      </w:r>
      <w:r w:rsidR="005A3479">
        <w:t>Nous mourrons tous deux dans quelques années</w:t>
      </w:r>
      <w:r>
        <w:t xml:space="preserve">, </w:t>
      </w:r>
      <w:r w:rsidR="005A3479">
        <w:t>et alors il n</w:t>
      </w:r>
      <w:r>
        <w:t>’</w:t>
      </w:r>
      <w:r w:rsidR="005A3479">
        <w:t>importera guère que vous m</w:t>
      </w:r>
      <w:r>
        <w:t>’</w:t>
      </w:r>
      <w:r w:rsidR="005A3479">
        <w:t>ayez délivrée de votre contrainte pour si peu de temps</w:t>
      </w:r>
      <w:r>
        <w:t xml:space="preserve">. </w:t>
      </w:r>
      <w:r w:rsidR="005A3479">
        <w:t>Vous trouvez que je suis excentrique</w:t>
      </w:r>
      <w:r>
        <w:t xml:space="preserve">, </w:t>
      </w:r>
      <w:r w:rsidR="005A3479">
        <w:t>ou super-sensitive</w:t>
      </w:r>
      <w:r>
        <w:t xml:space="preserve">, </w:t>
      </w:r>
      <w:r w:rsidR="005A3479">
        <w:t>ou quelque chose d</w:t>
      </w:r>
      <w:r>
        <w:t>’</w:t>
      </w:r>
      <w:r w:rsidR="005A3479">
        <w:t>absurde</w:t>
      </w:r>
      <w:r>
        <w:t xml:space="preserve">. </w:t>
      </w:r>
      <w:r w:rsidR="005A3479">
        <w:t>Bien</w:t>
      </w:r>
      <w:r>
        <w:t xml:space="preserve">… </w:t>
      </w:r>
      <w:r w:rsidR="005A3479">
        <w:t>mais pourquoi souffrirais-je d</w:t>
      </w:r>
      <w:r>
        <w:t>’</w:t>
      </w:r>
      <w:r w:rsidR="005A3479">
        <w:t>être née ainsi</w:t>
      </w:r>
      <w:r>
        <w:t xml:space="preserve">, </w:t>
      </w:r>
      <w:r w:rsidR="005A3479">
        <w:t>si cela ne fait de mal à personne</w:t>
      </w:r>
      <w:r>
        <w:t> ?</w:t>
      </w:r>
    </w:p>
    <w:p w14:paraId="2B00DC19" w14:textId="77777777" w:rsidR="006F1ADB" w:rsidRDefault="006F1ADB" w:rsidP="005A3479">
      <w:r>
        <w:t>— </w:t>
      </w:r>
      <w:r w:rsidR="005A3479">
        <w:t>Mais cela me fait du mal</w:t>
      </w:r>
      <w:r>
        <w:t xml:space="preserve">, </w:t>
      </w:r>
      <w:r w:rsidR="005A3479">
        <w:t>à moi</w:t>
      </w:r>
      <w:r>
        <w:t xml:space="preserve">. </w:t>
      </w:r>
      <w:r w:rsidR="005A3479">
        <w:t>Et vous avez promis de m</w:t>
      </w:r>
      <w:r>
        <w:t>’</w:t>
      </w:r>
      <w:r w:rsidR="005A3479">
        <w:t>aimer</w:t>
      </w:r>
      <w:r>
        <w:t>.</w:t>
      </w:r>
    </w:p>
    <w:p w14:paraId="6C28D9B9" w14:textId="77777777" w:rsidR="006F1ADB" w:rsidRDefault="006F1ADB" w:rsidP="005A3479">
      <w:r>
        <w:t>— </w:t>
      </w:r>
      <w:r w:rsidR="005A3479">
        <w:t>Oui</w:t>
      </w:r>
      <w:r>
        <w:t xml:space="preserve">, </w:t>
      </w:r>
      <w:r w:rsidR="005A3479">
        <w:t>c</w:t>
      </w:r>
      <w:r>
        <w:t>’</w:t>
      </w:r>
      <w:r w:rsidR="005A3479">
        <w:t>est cela</w:t>
      </w:r>
      <w:r>
        <w:t xml:space="preserve">. </w:t>
      </w:r>
      <w:r w:rsidR="005A3479">
        <w:t>Je suis dans le faux</w:t>
      </w:r>
      <w:r>
        <w:t xml:space="preserve">. </w:t>
      </w:r>
      <w:r w:rsidR="005A3479">
        <w:t>J</w:t>
      </w:r>
      <w:r>
        <w:t>’</w:t>
      </w:r>
      <w:r w:rsidR="005A3479">
        <w:t>y suis toujours</w:t>
      </w:r>
      <w:r>
        <w:t xml:space="preserve">. </w:t>
      </w:r>
      <w:r w:rsidR="005A3479">
        <w:t>C</w:t>
      </w:r>
      <w:r>
        <w:t>’</w:t>
      </w:r>
      <w:r w:rsidR="005A3479">
        <w:t>est aussi coupable de s</w:t>
      </w:r>
      <w:r>
        <w:t>’</w:t>
      </w:r>
      <w:r w:rsidR="005A3479">
        <w:t>engager à aimer toujours</w:t>
      </w:r>
      <w:r>
        <w:t xml:space="preserve">, </w:t>
      </w:r>
      <w:r w:rsidR="005A3479">
        <w:t>ou à croire to</w:t>
      </w:r>
      <w:r w:rsidR="005A3479">
        <w:t>u</w:t>
      </w:r>
      <w:r w:rsidR="005A3479">
        <w:t>jours</w:t>
      </w:r>
      <w:r>
        <w:t xml:space="preserve">, </w:t>
      </w:r>
      <w:r w:rsidR="005A3479">
        <w:t>c</w:t>
      </w:r>
      <w:r>
        <w:t>’</w:t>
      </w:r>
      <w:r w:rsidR="005A3479">
        <w:t>est aussi coupable et aussi niais que de faire vœu d</w:t>
      </w:r>
      <w:r>
        <w:t>’</w:t>
      </w:r>
      <w:r w:rsidR="005A3479">
        <w:t>aimer toujours une boisson ou une nourriture particulière</w:t>
      </w:r>
      <w:r>
        <w:t>.</w:t>
      </w:r>
    </w:p>
    <w:p w14:paraId="7A809F1F" w14:textId="77777777" w:rsidR="006F1ADB" w:rsidRDefault="006F1ADB" w:rsidP="005A3479">
      <w:r>
        <w:t>— </w:t>
      </w:r>
      <w:r w:rsidR="005A3479">
        <w:t>Et vous prétendez</w:t>
      </w:r>
      <w:r>
        <w:t xml:space="preserve">, </w:t>
      </w:r>
      <w:r w:rsidR="005A3479">
        <w:t>en me quittant</w:t>
      </w:r>
      <w:r>
        <w:t xml:space="preserve">, </w:t>
      </w:r>
      <w:r w:rsidR="005A3479">
        <w:t>vivre pour vous-même</w:t>
      </w:r>
      <w:r>
        <w:t> ?</w:t>
      </w:r>
    </w:p>
    <w:p w14:paraId="50C7D89F" w14:textId="77777777" w:rsidR="006F1ADB" w:rsidRDefault="006F1ADB" w:rsidP="005A3479">
      <w:r>
        <w:t>— </w:t>
      </w:r>
      <w:r w:rsidR="005A3479">
        <w:t>Oui</w:t>
      </w:r>
      <w:r>
        <w:t xml:space="preserve">, </w:t>
      </w:r>
      <w:r w:rsidR="005A3479">
        <w:t>si vous insistez</w:t>
      </w:r>
      <w:r>
        <w:t xml:space="preserve">, </w:t>
      </w:r>
      <w:r w:rsidR="005A3479">
        <w:t>oui</w:t>
      </w:r>
      <w:r>
        <w:t xml:space="preserve">. </w:t>
      </w:r>
      <w:r w:rsidR="005A3479">
        <w:t>Mais je prétends vivre avec Jude</w:t>
      </w:r>
      <w:r>
        <w:t>.</w:t>
      </w:r>
    </w:p>
    <w:p w14:paraId="0723C687" w14:textId="77777777" w:rsidR="006F1ADB" w:rsidRDefault="006F1ADB" w:rsidP="005A3479">
      <w:r>
        <w:t>— </w:t>
      </w:r>
      <w:r w:rsidR="005A3479">
        <w:t>Comme sa femme</w:t>
      </w:r>
      <w:r>
        <w:t> ?</w:t>
      </w:r>
    </w:p>
    <w:p w14:paraId="18D7BEAC" w14:textId="77777777" w:rsidR="006F1ADB" w:rsidRDefault="006F1ADB" w:rsidP="005A3479">
      <w:r>
        <w:t>— </w:t>
      </w:r>
      <w:r w:rsidR="005A3479">
        <w:t>Comme je voudrai</w:t>
      </w:r>
      <w:r>
        <w:t>.</w:t>
      </w:r>
    </w:p>
    <w:p w14:paraId="385BCE16" w14:textId="77777777" w:rsidR="006F1ADB" w:rsidRDefault="005A3479" w:rsidP="005A3479">
      <w:proofErr w:type="spellStart"/>
      <w:r>
        <w:t>Phillotson</w:t>
      </w:r>
      <w:proofErr w:type="spellEnd"/>
      <w:r>
        <w:t xml:space="preserve"> frémit</w:t>
      </w:r>
      <w:r w:rsidR="006F1ADB">
        <w:t>.</w:t>
      </w:r>
    </w:p>
    <w:p w14:paraId="0E5CAFEF" w14:textId="77777777" w:rsidR="006F1ADB" w:rsidRDefault="005A3479" w:rsidP="005A3479">
      <w:r>
        <w:t>Sue continua</w:t>
      </w:r>
      <w:r w:rsidR="006F1ADB">
        <w:t> :</w:t>
      </w:r>
    </w:p>
    <w:p w14:paraId="757F28AD" w14:textId="77777777" w:rsidR="006F1ADB" w:rsidRDefault="006F1ADB" w:rsidP="005A3479">
      <w:r>
        <w:t>— </w:t>
      </w:r>
      <w:r w:rsidR="005A3479">
        <w:t>Celui ou celle qui laisse le monde</w:t>
      </w:r>
      <w:r>
        <w:t xml:space="preserve">, </w:t>
      </w:r>
      <w:r w:rsidR="005A3479">
        <w:t>ou ce qui s</w:t>
      </w:r>
      <w:r>
        <w:t>’</w:t>
      </w:r>
      <w:r w:rsidR="005A3479">
        <w:t>y rapporte</w:t>
      </w:r>
      <w:r>
        <w:t xml:space="preserve">, </w:t>
      </w:r>
      <w:r w:rsidR="005A3479">
        <w:t>décider à sa place de son mode de vie</w:t>
      </w:r>
      <w:r>
        <w:t xml:space="preserve">, </w:t>
      </w:r>
      <w:r w:rsidR="005A3479">
        <w:t>n</w:t>
      </w:r>
      <w:r>
        <w:t>’</w:t>
      </w:r>
      <w:r w:rsidR="005A3479">
        <w:t>a plus besoin d</w:t>
      </w:r>
      <w:r>
        <w:t>’</w:t>
      </w:r>
      <w:r w:rsidR="005A3479">
        <w:t>une autre faculté que de la faculté simiesque d</w:t>
      </w:r>
      <w:r>
        <w:t>’</w:t>
      </w:r>
      <w:r w:rsidR="005A3479">
        <w:t>imitation</w:t>
      </w:r>
      <w:r>
        <w:t xml:space="preserve">. </w:t>
      </w:r>
      <w:r w:rsidR="005A3479">
        <w:t>Ces paroles sont de Stuart Mill</w:t>
      </w:r>
      <w:r>
        <w:t xml:space="preserve">. </w:t>
      </w:r>
      <w:r w:rsidR="005A3479">
        <w:t>Pourquoi ne les mettriez-vous pas en pr</w:t>
      </w:r>
      <w:r w:rsidR="005A3479">
        <w:t>a</w:t>
      </w:r>
      <w:r w:rsidR="005A3479">
        <w:t>tique</w:t>
      </w:r>
      <w:r>
        <w:t xml:space="preserve"> ? </w:t>
      </w:r>
      <w:r w:rsidR="005A3479">
        <w:t>J</w:t>
      </w:r>
      <w:r>
        <w:t>’</w:t>
      </w:r>
      <w:r w:rsidR="005A3479">
        <w:t>y aspire toujours</w:t>
      </w:r>
      <w:r>
        <w:t>.</w:t>
      </w:r>
    </w:p>
    <w:p w14:paraId="3538AE14" w14:textId="77777777" w:rsidR="006F1ADB" w:rsidRDefault="006F1ADB" w:rsidP="005A3479">
      <w:r>
        <w:lastRenderedPageBreak/>
        <w:t>— </w:t>
      </w:r>
      <w:r w:rsidR="005A3479">
        <w:t>Que m</w:t>
      </w:r>
      <w:r>
        <w:t>’</w:t>
      </w:r>
      <w:r w:rsidR="005A3479">
        <w:t>importe Stuart Mill</w:t>
      </w:r>
      <w:r>
        <w:t xml:space="preserve"> ? </w:t>
      </w:r>
      <w:r w:rsidR="005A3479">
        <w:t>grommela-t-il</w:t>
      </w:r>
      <w:r>
        <w:t xml:space="preserve">. </w:t>
      </w:r>
      <w:r w:rsidR="005A3479">
        <w:t>Je désire seulement mener une vie tranquille</w:t>
      </w:r>
      <w:r>
        <w:t xml:space="preserve">. </w:t>
      </w:r>
      <w:r w:rsidR="005A3479">
        <w:t>Rappelez-vous mes p</w:t>
      </w:r>
      <w:r w:rsidR="005A3479">
        <w:t>a</w:t>
      </w:r>
      <w:r w:rsidR="005A3479">
        <w:t>roles</w:t>
      </w:r>
      <w:r>
        <w:t xml:space="preserve"> : </w:t>
      </w:r>
      <w:r w:rsidR="005A3479">
        <w:t>j</w:t>
      </w:r>
      <w:r>
        <w:t>’</w:t>
      </w:r>
      <w:r w:rsidR="005A3479">
        <w:t>ai pensé ce que je n</w:t>
      </w:r>
      <w:r>
        <w:t>’</w:t>
      </w:r>
      <w:r w:rsidR="005A3479">
        <w:t>avais jamais imaginé avant notre mariage</w:t>
      </w:r>
      <w:r>
        <w:t xml:space="preserve">, – </w:t>
      </w:r>
      <w:r w:rsidR="005A3479">
        <w:t>que vous aimiez</w:t>
      </w:r>
      <w:r>
        <w:t xml:space="preserve">, </w:t>
      </w:r>
      <w:r w:rsidR="005A3479">
        <w:t>que vous aimez Jude Fawley</w:t>
      </w:r>
      <w:r>
        <w:t>.</w:t>
      </w:r>
    </w:p>
    <w:p w14:paraId="3D6CB714" w14:textId="77777777" w:rsidR="006F1ADB" w:rsidRDefault="006F1ADB" w:rsidP="005A3479">
      <w:r>
        <w:t>— </w:t>
      </w:r>
      <w:r w:rsidR="005A3479">
        <w:t>Vous pouvez le croire</w:t>
      </w:r>
      <w:r>
        <w:t xml:space="preserve">, </w:t>
      </w:r>
      <w:r w:rsidR="005A3479">
        <w:t>puisque cette idée vous est déjà venue</w:t>
      </w:r>
      <w:r>
        <w:t xml:space="preserve">. </w:t>
      </w:r>
      <w:r w:rsidR="005A3479">
        <w:t>Mais pensez-vous que si j</w:t>
      </w:r>
      <w:r>
        <w:t>’</w:t>
      </w:r>
      <w:r w:rsidR="005A3479">
        <w:t>avais aimé Jude</w:t>
      </w:r>
      <w:r>
        <w:t xml:space="preserve">, </w:t>
      </w:r>
      <w:r w:rsidR="005A3479">
        <w:t>je vous aurais demandé de me laisser partir et de vivre avec lui</w:t>
      </w:r>
      <w:r>
        <w:t> ?</w:t>
      </w:r>
    </w:p>
    <w:p w14:paraId="4D6EA4C9" w14:textId="77777777" w:rsidR="006F1ADB" w:rsidRDefault="005A3479" w:rsidP="005A3479">
      <w:r>
        <w:t xml:space="preserve">Le son de la cloche sauva </w:t>
      </w:r>
      <w:proofErr w:type="spellStart"/>
      <w:r>
        <w:t>Phillotson</w:t>
      </w:r>
      <w:proofErr w:type="spellEnd"/>
      <w:r>
        <w:t xml:space="preserve"> de la nécessité de r</w:t>
      </w:r>
      <w:r>
        <w:t>é</w:t>
      </w:r>
      <w:r>
        <w:t>pondre sur-le-champ</w:t>
      </w:r>
      <w:r w:rsidR="006F1ADB">
        <w:t xml:space="preserve">. </w:t>
      </w:r>
      <w:r>
        <w:t>Il envoya à Sue</w:t>
      </w:r>
      <w:r w:rsidR="006F1ADB">
        <w:t xml:space="preserve">, </w:t>
      </w:r>
      <w:r>
        <w:t>par un enfant de sa classe</w:t>
      </w:r>
      <w:r w:rsidR="006F1ADB">
        <w:t xml:space="preserve">, </w:t>
      </w:r>
      <w:r>
        <w:t>un billet où il avait écrit</w:t>
      </w:r>
      <w:r w:rsidR="006F1ADB">
        <w:t> :</w:t>
      </w:r>
    </w:p>
    <w:p w14:paraId="63E6AD24" w14:textId="0EB83FA7" w:rsidR="005A3479" w:rsidRDefault="006F1ADB" w:rsidP="005A3479">
      <w:r>
        <w:t>« </w:t>
      </w:r>
      <w:r w:rsidR="005A3479">
        <w:t>Votre requête m</w:t>
      </w:r>
      <w:r>
        <w:t>’</w:t>
      </w:r>
      <w:r w:rsidR="005A3479">
        <w:t>empêche de travailler</w:t>
      </w:r>
      <w:r>
        <w:t xml:space="preserve">. </w:t>
      </w:r>
      <w:r w:rsidR="005A3479">
        <w:t>Je ne sais ce que je fais</w:t>
      </w:r>
      <w:r>
        <w:t xml:space="preserve">. </w:t>
      </w:r>
      <w:r w:rsidR="005A3479">
        <w:t>Avez-vous parlé sérieusement</w:t>
      </w:r>
      <w:r>
        <w:t> ? »</w:t>
      </w:r>
    </w:p>
    <w:p w14:paraId="335B70C6" w14:textId="77777777" w:rsidR="006F1ADB" w:rsidRDefault="005A3479" w:rsidP="005A3479">
      <w:r>
        <w:t>Peu de temps après</w:t>
      </w:r>
      <w:r w:rsidR="006F1ADB">
        <w:t xml:space="preserve">, </w:t>
      </w:r>
      <w:r>
        <w:t>un enfant de la classe de Sue rapporta un billet semblable</w:t>
      </w:r>
      <w:r w:rsidR="006F1ADB">
        <w:t xml:space="preserve">, </w:t>
      </w:r>
      <w:r>
        <w:t>portant ces mots écrits au crayon</w:t>
      </w:r>
      <w:r w:rsidR="006F1ADB">
        <w:t> :</w:t>
      </w:r>
    </w:p>
    <w:p w14:paraId="7B0E73AC" w14:textId="28B498EC" w:rsidR="005A3479" w:rsidRDefault="006F1ADB" w:rsidP="005A3479">
      <w:r>
        <w:t>« </w:t>
      </w:r>
      <w:r w:rsidR="005A3479">
        <w:t>Je suis sincèrement peinée de vous dire que j</w:t>
      </w:r>
      <w:r>
        <w:t>’</w:t>
      </w:r>
      <w:r w:rsidR="005A3479">
        <w:t>ai parlé s</w:t>
      </w:r>
      <w:r w:rsidR="005A3479">
        <w:t>é</w:t>
      </w:r>
      <w:r w:rsidR="005A3479">
        <w:t>rieusement</w:t>
      </w:r>
      <w:r>
        <w:t>. »</w:t>
      </w:r>
    </w:p>
    <w:p w14:paraId="2C124C8B" w14:textId="77777777" w:rsidR="006F1ADB" w:rsidRDefault="005A3479" w:rsidP="005A3479">
      <w:r>
        <w:t>Dix minutes plus tard</w:t>
      </w:r>
      <w:r w:rsidR="006F1ADB">
        <w:t xml:space="preserve">, </w:t>
      </w:r>
      <w:proofErr w:type="spellStart"/>
      <w:r>
        <w:t>Phillotson</w:t>
      </w:r>
      <w:proofErr w:type="spellEnd"/>
      <w:r>
        <w:t xml:space="preserve"> envoya une autre mi</w:t>
      </w:r>
      <w:r>
        <w:t>s</w:t>
      </w:r>
      <w:r>
        <w:t>sive</w:t>
      </w:r>
      <w:r w:rsidR="006F1ADB">
        <w:t> :</w:t>
      </w:r>
    </w:p>
    <w:p w14:paraId="4ECC7719" w14:textId="56022A01" w:rsidR="005A3479" w:rsidRDefault="006F1ADB" w:rsidP="005A3479">
      <w:r>
        <w:t>« </w:t>
      </w:r>
      <w:r w:rsidR="005A3479">
        <w:t>Dieu sait que je n</w:t>
      </w:r>
      <w:r>
        <w:t>’</w:t>
      </w:r>
      <w:r w:rsidR="005A3479">
        <w:t>ai pas l</w:t>
      </w:r>
      <w:r>
        <w:t>’</w:t>
      </w:r>
      <w:r w:rsidR="005A3479">
        <w:t>intention d</w:t>
      </w:r>
      <w:r>
        <w:t>’</w:t>
      </w:r>
      <w:r w:rsidR="005A3479">
        <w:t>entraver aucun pr</w:t>
      </w:r>
      <w:r w:rsidR="005A3479">
        <w:t>o</w:t>
      </w:r>
      <w:r w:rsidR="005A3479">
        <w:t>jet raisonnable</w:t>
      </w:r>
      <w:r>
        <w:t xml:space="preserve">. </w:t>
      </w:r>
      <w:r w:rsidR="005A3479">
        <w:t>Toute ma pensée est de vous rendre contente et heureuse</w:t>
      </w:r>
      <w:r>
        <w:t xml:space="preserve">. </w:t>
      </w:r>
      <w:r w:rsidR="005A3479">
        <w:t>Mais je ne puis admettre une idée aussi absurde que celle de votre départ pour vivre avec un amant</w:t>
      </w:r>
      <w:r>
        <w:t xml:space="preserve">. </w:t>
      </w:r>
      <w:r w:rsidR="005A3479">
        <w:t>Vous perdriez le respect et la considération de tous</w:t>
      </w:r>
      <w:r>
        <w:t xml:space="preserve">. </w:t>
      </w:r>
      <w:r w:rsidR="005A3479">
        <w:t>Et moi aussi</w:t>
      </w:r>
      <w:r>
        <w:t>. »</w:t>
      </w:r>
    </w:p>
    <w:p w14:paraId="45CC009D" w14:textId="77777777" w:rsidR="006F1ADB" w:rsidRDefault="005A3479" w:rsidP="005A3479">
      <w:r>
        <w:t>La réponse arriva</w:t>
      </w:r>
      <w:r w:rsidR="006F1ADB">
        <w:t> :</w:t>
      </w:r>
    </w:p>
    <w:p w14:paraId="04F4B656" w14:textId="550F44B7" w:rsidR="005A3479" w:rsidRDefault="006F1ADB" w:rsidP="005A3479">
      <w:r>
        <w:t>« </w:t>
      </w:r>
      <w:r w:rsidR="005A3479">
        <w:t>Je sais que vous me voulez du bien</w:t>
      </w:r>
      <w:r>
        <w:t xml:space="preserve">. </w:t>
      </w:r>
      <w:r w:rsidR="005A3479">
        <w:t>Mais je ne tiens pas à être respectable</w:t>
      </w:r>
      <w:r>
        <w:t xml:space="preserve">. </w:t>
      </w:r>
      <w:r w:rsidR="005A3479">
        <w:t xml:space="preserve">Produire le </w:t>
      </w:r>
      <w:r>
        <w:t>« </w:t>
      </w:r>
      <w:r w:rsidR="005A3479">
        <w:t>développement humain dans sa plus riche diversité</w:t>
      </w:r>
      <w:r>
        <w:t xml:space="preserve"> » – </w:t>
      </w:r>
      <w:r w:rsidR="005A3479">
        <w:t>je cite Humboldt</w:t>
      </w:r>
      <w:r>
        <w:t xml:space="preserve"> – </w:t>
      </w:r>
      <w:r w:rsidR="005A3479">
        <w:t xml:space="preserve">me paraît plus </w:t>
      </w:r>
      <w:r w:rsidR="005A3479">
        <w:lastRenderedPageBreak/>
        <w:t>i</w:t>
      </w:r>
      <w:r w:rsidR="005A3479">
        <w:t>m</w:t>
      </w:r>
      <w:r w:rsidR="005A3479">
        <w:t>portant que la respectabilité</w:t>
      </w:r>
      <w:r>
        <w:t xml:space="preserve">. </w:t>
      </w:r>
      <w:r w:rsidR="005A3479">
        <w:t>Sans doute</w:t>
      </w:r>
      <w:r>
        <w:t xml:space="preserve">, </w:t>
      </w:r>
      <w:r w:rsidR="005A3479">
        <w:t>mes goûts sont bas</w:t>
      </w:r>
      <w:r>
        <w:t xml:space="preserve"> – </w:t>
      </w:r>
      <w:r w:rsidR="005A3479">
        <w:t>à votre point de vue</w:t>
      </w:r>
      <w:r>
        <w:t xml:space="preserve"> – </w:t>
      </w:r>
      <w:r w:rsidR="005A3479">
        <w:t>désespérément bas</w:t>
      </w:r>
      <w:r>
        <w:t xml:space="preserve">. </w:t>
      </w:r>
      <w:r w:rsidR="005A3479">
        <w:t>Si vous ne me laissez point partir vers Jude</w:t>
      </w:r>
      <w:r>
        <w:t xml:space="preserve">, </w:t>
      </w:r>
      <w:r w:rsidR="005A3479">
        <w:t>m</w:t>
      </w:r>
      <w:r>
        <w:t>’</w:t>
      </w:r>
      <w:r w:rsidR="005A3479">
        <w:t>accorderez-vous de vivre séparée de vous</w:t>
      </w:r>
      <w:r>
        <w:t xml:space="preserve">, </w:t>
      </w:r>
      <w:r w:rsidR="005A3479">
        <w:t xml:space="preserve">sous votre </w:t>
      </w:r>
      <w:proofErr w:type="spellStart"/>
      <w:r w:rsidR="005A3479">
        <w:t>toit</w:t>
      </w:r>
      <w:proofErr w:type="spellEnd"/>
      <w:r>
        <w:t> ? »</w:t>
      </w:r>
    </w:p>
    <w:p w14:paraId="47136012" w14:textId="77777777" w:rsidR="006F1ADB" w:rsidRDefault="005A3479" w:rsidP="005A3479">
      <w:proofErr w:type="spellStart"/>
      <w:r>
        <w:t>Phillotson</w:t>
      </w:r>
      <w:proofErr w:type="spellEnd"/>
      <w:r>
        <w:t xml:space="preserve"> ne répondit pas</w:t>
      </w:r>
      <w:r w:rsidR="006F1ADB">
        <w:t>.</w:t>
      </w:r>
    </w:p>
    <w:p w14:paraId="7D9954A3" w14:textId="77777777" w:rsidR="006F1ADB" w:rsidRDefault="005A3479" w:rsidP="005A3479">
      <w:r>
        <w:t>Elle écrivit encore</w:t>
      </w:r>
      <w:r w:rsidR="006F1ADB">
        <w:t> :</w:t>
      </w:r>
    </w:p>
    <w:p w14:paraId="0266E9E2" w14:textId="4D59803C" w:rsidR="005A3479" w:rsidRDefault="006F1ADB" w:rsidP="005A3479">
      <w:r>
        <w:t>« </w:t>
      </w:r>
      <w:r w:rsidR="005A3479">
        <w:t>Je sais ce que vous pensez</w:t>
      </w:r>
      <w:r>
        <w:t xml:space="preserve">. </w:t>
      </w:r>
      <w:r w:rsidR="005A3479">
        <w:t>Mais ne pouvez-vous avoir p</w:t>
      </w:r>
      <w:r w:rsidR="005A3479">
        <w:t>i</w:t>
      </w:r>
      <w:r w:rsidR="005A3479">
        <w:t>tié de moi</w:t>
      </w:r>
      <w:r>
        <w:t xml:space="preserve"> ? </w:t>
      </w:r>
      <w:r w:rsidR="005A3479">
        <w:t>Je vous implore</w:t>
      </w:r>
      <w:r>
        <w:t xml:space="preserve"> : </w:t>
      </w:r>
      <w:r w:rsidR="005A3479">
        <w:t>je vous supplie d</w:t>
      </w:r>
      <w:r>
        <w:t>’</w:t>
      </w:r>
      <w:r w:rsidR="005A3479">
        <w:t>être misérico</w:t>
      </w:r>
      <w:r w:rsidR="005A3479">
        <w:t>r</w:t>
      </w:r>
      <w:r w:rsidR="005A3479">
        <w:t>dieux</w:t>
      </w:r>
      <w:r>
        <w:t xml:space="preserve">. </w:t>
      </w:r>
      <w:r w:rsidR="005A3479">
        <w:t>Je ne vous ferais pas une telle prière si je n</w:t>
      </w:r>
      <w:r>
        <w:t>’</w:t>
      </w:r>
      <w:r w:rsidR="005A3479">
        <w:t>y étais forcée par des choses que je ne puis supporter</w:t>
      </w:r>
      <w:r>
        <w:t xml:space="preserve">. </w:t>
      </w:r>
      <w:r w:rsidR="005A3479">
        <w:t>Aucune pauvre femme n</w:t>
      </w:r>
      <w:r>
        <w:t>’</w:t>
      </w:r>
      <w:r w:rsidR="005A3479">
        <w:t>a jamais</w:t>
      </w:r>
      <w:r>
        <w:t xml:space="preserve">, </w:t>
      </w:r>
      <w:r w:rsidR="005A3479">
        <w:t>plus que moi</w:t>
      </w:r>
      <w:r>
        <w:t xml:space="preserve">, </w:t>
      </w:r>
      <w:r w:rsidR="005A3479">
        <w:t>désiré qu</w:t>
      </w:r>
      <w:r>
        <w:t>’</w:t>
      </w:r>
      <w:r w:rsidR="005A3479">
        <w:t>Ève ne fût pas tombée et que des végétations innocentes eussent peuplé le Paradis</w:t>
      </w:r>
      <w:r>
        <w:t xml:space="preserve">. </w:t>
      </w:r>
      <w:r w:rsidR="005A3479">
        <w:t>Mais je ne dois pas badiner</w:t>
      </w:r>
      <w:r>
        <w:t xml:space="preserve">. </w:t>
      </w:r>
      <w:r w:rsidR="005A3479">
        <w:t>Soyez généreux pour moi</w:t>
      </w:r>
      <w:r>
        <w:t xml:space="preserve">, </w:t>
      </w:r>
      <w:r w:rsidR="005A3479">
        <w:t>même si je n</w:t>
      </w:r>
      <w:r>
        <w:t>’</w:t>
      </w:r>
      <w:r w:rsidR="005A3479">
        <w:t>ai pas été généreuse pour vous</w:t>
      </w:r>
      <w:r>
        <w:t xml:space="preserve">. </w:t>
      </w:r>
      <w:r w:rsidR="005A3479">
        <w:t>Je m</w:t>
      </w:r>
      <w:r>
        <w:t>’</w:t>
      </w:r>
      <w:r w:rsidR="005A3479">
        <w:t>en irai</w:t>
      </w:r>
      <w:r>
        <w:t xml:space="preserve">, </w:t>
      </w:r>
      <w:r w:rsidR="005A3479">
        <w:t>je partirai pour l</w:t>
      </w:r>
      <w:r>
        <w:t>’</w:t>
      </w:r>
      <w:r w:rsidR="005A3479">
        <w:t>étranger</w:t>
      </w:r>
      <w:r>
        <w:t xml:space="preserve">, </w:t>
      </w:r>
      <w:r w:rsidR="005A3479">
        <w:t>n</w:t>
      </w:r>
      <w:r>
        <w:t>’</w:t>
      </w:r>
      <w:r w:rsidR="005A3479">
        <w:t>importe où</w:t>
      </w:r>
      <w:r>
        <w:t xml:space="preserve">, </w:t>
      </w:r>
      <w:r w:rsidR="005A3479">
        <w:t>et ne vous tourmenterai jamais</w:t>
      </w:r>
      <w:r>
        <w:t>. »</w:t>
      </w:r>
    </w:p>
    <w:p w14:paraId="7F8A2760" w14:textId="77777777" w:rsidR="006F1ADB" w:rsidRDefault="005A3479" w:rsidP="005A3479">
      <w:r>
        <w:t>Il s</w:t>
      </w:r>
      <w:r w:rsidR="006F1ADB">
        <w:t>’</w:t>
      </w:r>
      <w:r>
        <w:t>écoula près d</w:t>
      </w:r>
      <w:r w:rsidR="006F1ADB">
        <w:t>’</w:t>
      </w:r>
      <w:r>
        <w:t xml:space="preserve">une heure avant que </w:t>
      </w:r>
      <w:proofErr w:type="spellStart"/>
      <w:r>
        <w:t>Phillotson</w:t>
      </w:r>
      <w:proofErr w:type="spellEnd"/>
      <w:r>
        <w:t xml:space="preserve"> renvoyât la réponse</w:t>
      </w:r>
      <w:r w:rsidR="006F1ADB">
        <w:t> :</w:t>
      </w:r>
    </w:p>
    <w:p w14:paraId="1AE6A09A" w14:textId="7E50DF0E" w:rsidR="005A3479" w:rsidRDefault="006F1ADB" w:rsidP="005A3479">
      <w:r>
        <w:t>« </w:t>
      </w:r>
      <w:r w:rsidR="005A3479">
        <w:t>Je ne veux pas vous affliger</w:t>
      </w:r>
      <w:r>
        <w:t xml:space="preserve">. </w:t>
      </w:r>
      <w:r w:rsidR="005A3479">
        <w:t>Vous le savez si bien</w:t>
      </w:r>
      <w:r>
        <w:t xml:space="preserve"> ! </w:t>
      </w:r>
      <w:r w:rsidR="005A3479">
        <w:t>Do</w:t>
      </w:r>
      <w:r w:rsidR="005A3479">
        <w:t>n</w:t>
      </w:r>
      <w:r w:rsidR="005A3479">
        <w:t>nez-moi un peu de temps</w:t>
      </w:r>
      <w:r>
        <w:t xml:space="preserve">. </w:t>
      </w:r>
      <w:r w:rsidR="005A3479">
        <w:t>Je suis disposé à accueillir votre de</w:t>
      </w:r>
      <w:r w:rsidR="005A3479">
        <w:t>r</w:t>
      </w:r>
      <w:r w:rsidR="005A3479">
        <w:t>nière requête</w:t>
      </w:r>
      <w:r>
        <w:t>. »</w:t>
      </w:r>
    </w:p>
    <w:p w14:paraId="3E157CBD" w14:textId="77777777" w:rsidR="006F1ADB" w:rsidRDefault="005A3479" w:rsidP="005A3479">
      <w:r>
        <w:t>Une ligne d</w:t>
      </w:r>
      <w:r w:rsidR="006F1ADB">
        <w:t>’</w:t>
      </w:r>
      <w:r>
        <w:t>elle</w:t>
      </w:r>
      <w:r w:rsidR="006F1ADB">
        <w:t> :</w:t>
      </w:r>
    </w:p>
    <w:p w14:paraId="0D7D4202" w14:textId="7215817D" w:rsidR="005A3479" w:rsidRDefault="006F1ADB" w:rsidP="005A3479">
      <w:r>
        <w:t>« </w:t>
      </w:r>
      <w:r w:rsidR="005A3479">
        <w:t>Merci de tout cœur</w:t>
      </w:r>
      <w:r>
        <w:t xml:space="preserve">, </w:t>
      </w:r>
      <w:r w:rsidR="005A3479">
        <w:t>Richard</w:t>
      </w:r>
      <w:r>
        <w:t xml:space="preserve">. </w:t>
      </w:r>
      <w:r w:rsidR="005A3479">
        <w:t>Je serai digne de votre bo</w:t>
      </w:r>
      <w:r w:rsidR="005A3479">
        <w:t>n</w:t>
      </w:r>
      <w:r w:rsidR="005A3479">
        <w:t>té</w:t>
      </w:r>
      <w:r>
        <w:t>. »</w:t>
      </w:r>
    </w:p>
    <w:p w14:paraId="364949B0" w14:textId="77777777" w:rsidR="006F1ADB" w:rsidRDefault="005A3479" w:rsidP="005A3479">
      <w:r>
        <w:t xml:space="preserve">Et </w:t>
      </w:r>
      <w:proofErr w:type="spellStart"/>
      <w:r>
        <w:t>Phillotson</w:t>
      </w:r>
      <w:proofErr w:type="spellEnd"/>
      <w:r>
        <w:t xml:space="preserve"> se sentit aussi solitaire qu</w:t>
      </w:r>
      <w:r w:rsidR="006F1ADB">
        <w:t>’</w:t>
      </w:r>
      <w:r>
        <w:t>au temps où il ne la connaissait pas</w:t>
      </w:r>
      <w:r w:rsidR="006F1ADB">
        <w:t>.</w:t>
      </w:r>
    </w:p>
    <w:p w14:paraId="2CEEA268" w14:textId="595F40E4" w:rsidR="005A3479" w:rsidRDefault="005A3479" w:rsidP="006F1ADB">
      <w:pPr>
        <w:pStyle w:val="Titre2"/>
      </w:pPr>
      <w:bookmarkStart w:id="65" w:name="__RefHeading__67_1957917597"/>
      <w:bookmarkStart w:id="66" w:name="_Toc202369648"/>
      <w:bookmarkEnd w:id="65"/>
      <w:r>
        <w:lastRenderedPageBreak/>
        <w:t>IV</w:t>
      </w:r>
      <w:bookmarkEnd w:id="66"/>
    </w:p>
    <w:p w14:paraId="7C106CCE" w14:textId="77777777" w:rsidR="006F1ADB" w:rsidRDefault="005A3479" w:rsidP="005A3479">
      <w:proofErr w:type="spellStart"/>
      <w:r>
        <w:t>Phillotson</w:t>
      </w:r>
      <w:proofErr w:type="spellEnd"/>
      <w:r>
        <w:t xml:space="preserve"> avait veillé tard</w:t>
      </w:r>
      <w:r w:rsidR="006F1ADB">
        <w:t xml:space="preserve">, </w:t>
      </w:r>
      <w:r>
        <w:t>comme c</w:t>
      </w:r>
      <w:r w:rsidR="006F1ADB">
        <w:t>’</w:t>
      </w:r>
      <w:r>
        <w:t>était assez souvent son habitude</w:t>
      </w:r>
      <w:r w:rsidR="006F1ADB">
        <w:t xml:space="preserve">, </w:t>
      </w:r>
      <w:r>
        <w:t>pour réunir les matériaux d</w:t>
      </w:r>
      <w:r w:rsidR="006F1ADB">
        <w:t>’</w:t>
      </w:r>
      <w:r>
        <w:t>un travail sur les antiqu</w:t>
      </w:r>
      <w:r>
        <w:t>i</w:t>
      </w:r>
      <w:r>
        <w:t>tés romaines</w:t>
      </w:r>
      <w:r w:rsidR="006F1ADB">
        <w:t xml:space="preserve">, </w:t>
      </w:r>
      <w:r>
        <w:t>qui avaient été sa marotte autrefois et qu</w:t>
      </w:r>
      <w:r w:rsidR="006F1ADB">
        <w:t>’</w:t>
      </w:r>
      <w:r>
        <w:t>il avait négligées depuis longtemps</w:t>
      </w:r>
      <w:r w:rsidR="006F1ADB">
        <w:t xml:space="preserve"> ; </w:t>
      </w:r>
      <w:r>
        <w:t>il oublia le temps et le lieu</w:t>
      </w:r>
      <w:r w:rsidR="006F1ADB">
        <w:t xml:space="preserve"> ; </w:t>
      </w:r>
      <w:r>
        <w:t>et</w:t>
      </w:r>
      <w:r w:rsidR="006F1ADB">
        <w:t xml:space="preserve">, </w:t>
      </w:r>
      <w:r>
        <w:t>quand il revint à lui et monta se reposer</w:t>
      </w:r>
      <w:r w:rsidR="006F1ADB">
        <w:t xml:space="preserve">, </w:t>
      </w:r>
      <w:r>
        <w:t>il était deux heures du matin</w:t>
      </w:r>
      <w:r w:rsidR="006F1ADB">
        <w:t>.</w:t>
      </w:r>
    </w:p>
    <w:p w14:paraId="1BBE891A" w14:textId="77777777" w:rsidR="006F1ADB" w:rsidRDefault="005A3479" w:rsidP="005A3479">
      <w:r>
        <w:t>Sa préoccupation était telle</w:t>
      </w:r>
      <w:r w:rsidR="006F1ADB">
        <w:t xml:space="preserve">, </w:t>
      </w:r>
      <w:r>
        <w:t>qu</w:t>
      </w:r>
      <w:r w:rsidR="006F1ADB">
        <w:t>’</w:t>
      </w:r>
      <w:r>
        <w:t>au lieu de gagner l</w:t>
      </w:r>
      <w:r w:rsidR="006F1ADB">
        <w:t>’</w:t>
      </w:r>
      <w:r>
        <w:t>autre partie de la maison où il dormait maintenant</w:t>
      </w:r>
      <w:r w:rsidR="006F1ADB">
        <w:t xml:space="preserve">, </w:t>
      </w:r>
      <w:r>
        <w:t>il se dirigea m</w:t>
      </w:r>
      <w:r>
        <w:t>a</w:t>
      </w:r>
      <w:r>
        <w:t>chinalement vers la chambre qu</w:t>
      </w:r>
      <w:r w:rsidR="006F1ADB">
        <w:t>’</w:t>
      </w:r>
      <w:r>
        <w:t>il occupait naguère avec sa femme</w:t>
      </w:r>
      <w:r w:rsidR="006F1ADB">
        <w:t xml:space="preserve">. </w:t>
      </w:r>
      <w:r>
        <w:t>Cette chambre donnait sur Old-</w:t>
      </w:r>
      <w:proofErr w:type="spellStart"/>
      <w:r>
        <w:t>Grove</w:t>
      </w:r>
      <w:r w:rsidR="006F1ADB">
        <w:t>’</w:t>
      </w:r>
      <w:r>
        <w:t>s</w:t>
      </w:r>
      <w:proofErr w:type="spellEnd"/>
      <w:r>
        <w:t xml:space="preserve"> Place</w:t>
      </w:r>
      <w:r w:rsidR="006F1ADB">
        <w:t xml:space="preserve">, </w:t>
      </w:r>
      <w:r>
        <w:t>et Sue l</w:t>
      </w:r>
      <w:r w:rsidR="006F1ADB">
        <w:t>’</w:t>
      </w:r>
      <w:r>
        <w:t>habitait seule depuis leur différend</w:t>
      </w:r>
      <w:r w:rsidR="006F1ADB">
        <w:t xml:space="preserve">. </w:t>
      </w:r>
      <w:r>
        <w:t>Il entra</w:t>
      </w:r>
      <w:r w:rsidR="006F1ADB">
        <w:t xml:space="preserve">, </w:t>
      </w:r>
      <w:r>
        <w:t>et</w:t>
      </w:r>
      <w:r w:rsidR="006F1ADB">
        <w:t xml:space="preserve">, </w:t>
      </w:r>
      <w:r>
        <w:t>sans y penser</w:t>
      </w:r>
      <w:r w:rsidR="006F1ADB">
        <w:t xml:space="preserve">, </w:t>
      </w:r>
      <w:r>
        <w:t>commença à se dévêtir</w:t>
      </w:r>
      <w:r w:rsidR="006F1ADB">
        <w:t>.</w:t>
      </w:r>
    </w:p>
    <w:p w14:paraId="16516130" w14:textId="77777777" w:rsidR="006F1ADB" w:rsidRDefault="005A3479" w:rsidP="005A3479">
      <w:r>
        <w:t>Il y eut un cri dans le lit et un mouvement brusque</w:t>
      </w:r>
      <w:r w:rsidR="006F1ADB">
        <w:t xml:space="preserve">. </w:t>
      </w:r>
      <w:r>
        <w:t>Avant que le maître d</w:t>
      </w:r>
      <w:r w:rsidR="006F1ADB">
        <w:t>’</w:t>
      </w:r>
      <w:r>
        <w:t>école eut compris ce qui se passait</w:t>
      </w:r>
      <w:r w:rsidR="006F1ADB">
        <w:t xml:space="preserve">, </w:t>
      </w:r>
      <w:r>
        <w:t>il vit Sue demi-éveillée</w:t>
      </w:r>
      <w:r w:rsidR="006F1ADB">
        <w:t xml:space="preserve">, </w:t>
      </w:r>
      <w:r>
        <w:t xml:space="preserve">avec un </w:t>
      </w:r>
      <w:proofErr w:type="spellStart"/>
      <w:r>
        <w:t>tressaut</w:t>
      </w:r>
      <w:proofErr w:type="spellEnd"/>
      <w:r>
        <w:t xml:space="preserve"> et un regard fixe</w:t>
      </w:r>
      <w:r w:rsidR="006F1ADB">
        <w:t xml:space="preserve">, </w:t>
      </w:r>
      <w:r>
        <w:t>se précipiter du côté opposé du lit où se trouvait la fenêtre</w:t>
      </w:r>
      <w:r w:rsidR="006F1ADB">
        <w:t xml:space="preserve">. </w:t>
      </w:r>
      <w:r>
        <w:t>Elle ouvrit les v</w:t>
      </w:r>
      <w:r>
        <w:t>o</w:t>
      </w:r>
      <w:r>
        <w:t>lets</w:t>
      </w:r>
      <w:r w:rsidR="006F1ADB">
        <w:t xml:space="preserve">, </w:t>
      </w:r>
      <w:r>
        <w:t>disparut dans l</w:t>
      </w:r>
      <w:r w:rsidR="006F1ADB">
        <w:t>’</w:t>
      </w:r>
      <w:r>
        <w:t>ombre</w:t>
      </w:r>
      <w:r w:rsidR="006F1ADB">
        <w:t xml:space="preserve">, </w:t>
      </w:r>
      <w:r>
        <w:t>et il l</w:t>
      </w:r>
      <w:r w:rsidR="006F1ADB">
        <w:t>’</w:t>
      </w:r>
      <w:r>
        <w:t>entendit tomber</w:t>
      </w:r>
      <w:r w:rsidR="006F1ADB">
        <w:t>.</w:t>
      </w:r>
    </w:p>
    <w:p w14:paraId="5F7617A9" w14:textId="77777777" w:rsidR="006F1ADB" w:rsidRDefault="005A3479" w:rsidP="005A3479">
      <w:proofErr w:type="spellStart"/>
      <w:r>
        <w:t>Phillotson</w:t>
      </w:r>
      <w:proofErr w:type="spellEnd"/>
      <w:r w:rsidR="006F1ADB">
        <w:t xml:space="preserve">, </w:t>
      </w:r>
      <w:r>
        <w:t>terrifié</w:t>
      </w:r>
      <w:r w:rsidR="006F1ADB">
        <w:t xml:space="preserve">, </w:t>
      </w:r>
      <w:r>
        <w:t>descendit l</w:t>
      </w:r>
      <w:r w:rsidR="006F1ADB">
        <w:t>’</w:t>
      </w:r>
      <w:r>
        <w:t>escalier en courant</w:t>
      </w:r>
      <w:r w:rsidR="006F1ADB">
        <w:t xml:space="preserve">. </w:t>
      </w:r>
      <w:r>
        <w:t>Il prit Sue dans ses bras</w:t>
      </w:r>
      <w:r w:rsidR="006F1ADB">
        <w:t xml:space="preserve">, </w:t>
      </w:r>
      <w:r>
        <w:t>la déposa dans le salon</w:t>
      </w:r>
      <w:r w:rsidR="006F1ADB">
        <w:t xml:space="preserve">, </w:t>
      </w:r>
      <w:r>
        <w:t>sur une chaise</w:t>
      </w:r>
      <w:r w:rsidR="006F1ADB">
        <w:t xml:space="preserve">. </w:t>
      </w:r>
      <w:r>
        <w:t>Elle ne s</w:t>
      </w:r>
      <w:r w:rsidR="006F1ADB">
        <w:t>’</w:t>
      </w:r>
      <w:r>
        <w:t>était pas cassé le cou</w:t>
      </w:r>
      <w:r w:rsidR="006F1ADB">
        <w:t xml:space="preserve">. </w:t>
      </w:r>
      <w:r>
        <w:t xml:space="preserve">Elle regardait </w:t>
      </w:r>
      <w:proofErr w:type="spellStart"/>
      <w:r>
        <w:t>Phillotson</w:t>
      </w:r>
      <w:proofErr w:type="spellEnd"/>
      <w:r>
        <w:t xml:space="preserve"> avec des yeux qui semblaient ne pas le reconnaître</w:t>
      </w:r>
      <w:r w:rsidR="006F1ADB">
        <w:t xml:space="preserve"> ; </w:t>
      </w:r>
      <w:r>
        <w:t>et</w:t>
      </w:r>
      <w:r w:rsidR="006F1ADB">
        <w:t xml:space="preserve">, </w:t>
      </w:r>
      <w:r>
        <w:t>bien que ces yeux ne fussent pas extraordinairement grands</w:t>
      </w:r>
      <w:r w:rsidR="006F1ADB">
        <w:t xml:space="preserve">, </w:t>
      </w:r>
      <w:r>
        <w:t>ils semblaient tels</w:t>
      </w:r>
      <w:r w:rsidR="006F1ADB">
        <w:t>.</w:t>
      </w:r>
    </w:p>
    <w:p w14:paraId="703821BD" w14:textId="77777777" w:rsidR="006F1ADB" w:rsidRDefault="006F1ADB" w:rsidP="005A3479">
      <w:r>
        <w:t>— </w:t>
      </w:r>
      <w:r w:rsidR="005A3479">
        <w:t>Dieu merci</w:t>
      </w:r>
      <w:r>
        <w:t xml:space="preserve">, </w:t>
      </w:r>
      <w:r w:rsidR="005A3479">
        <w:t>vous ne vous êtes pas tuée</w:t>
      </w:r>
      <w:r>
        <w:t>.</w:t>
      </w:r>
    </w:p>
    <w:p w14:paraId="467566E9" w14:textId="77777777" w:rsidR="006F1ADB" w:rsidRDefault="005A3479" w:rsidP="005A3479">
      <w:r>
        <w:t>Sa chute</w:t>
      </w:r>
      <w:r w:rsidR="006F1ADB">
        <w:t xml:space="preserve">, </w:t>
      </w:r>
      <w:r>
        <w:t>en effet</w:t>
      </w:r>
      <w:r w:rsidR="006F1ADB">
        <w:t xml:space="preserve">, </w:t>
      </w:r>
      <w:r>
        <w:t>n</w:t>
      </w:r>
      <w:r w:rsidR="006F1ADB">
        <w:t>’</w:t>
      </w:r>
      <w:r>
        <w:t>avait pas été bien grave</w:t>
      </w:r>
      <w:r w:rsidR="006F1ADB">
        <w:t xml:space="preserve">, </w:t>
      </w:r>
      <w:r>
        <w:t>à cause du peu d</w:t>
      </w:r>
      <w:r w:rsidR="006F1ADB">
        <w:t>’</w:t>
      </w:r>
      <w:r>
        <w:t>élévation des anciennes maisons</w:t>
      </w:r>
      <w:r w:rsidR="006F1ADB">
        <w:t xml:space="preserve">. </w:t>
      </w:r>
      <w:r>
        <w:t>Sauf une égratignure au coude et un coup dans le côté</w:t>
      </w:r>
      <w:r w:rsidR="006F1ADB">
        <w:t xml:space="preserve">, </w:t>
      </w:r>
      <w:r>
        <w:t>Sue s</w:t>
      </w:r>
      <w:r w:rsidR="006F1ADB">
        <w:t>’</w:t>
      </w:r>
      <w:r>
        <w:t>était fait peu de mal</w:t>
      </w:r>
      <w:r w:rsidR="006F1ADB">
        <w:t>.</w:t>
      </w:r>
    </w:p>
    <w:p w14:paraId="2D4E76BA" w14:textId="77777777" w:rsidR="006F1ADB" w:rsidRDefault="006F1ADB" w:rsidP="005A3479">
      <w:r>
        <w:lastRenderedPageBreak/>
        <w:t>— </w:t>
      </w:r>
      <w:r w:rsidR="005A3479">
        <w:t>Je dormais</w:t>
      </w:r>
      <w:r>
        <w:t xml:space="preserve">, </w:t>
      </w:r>
      <w:r w:rsidR="005A3479">
        <w:t>je pense</w:t>
      </w:r>
      <w:r>
        <w:t xml:space="preserve">, </w:t>
      </w:r>
      <w:r w:rsidR="005A3479">
        <w:t>commença-t-elle</w:t>
      </w:r>
      <w:r>
        <w:t xml:space="preserve">, </w:t>
      </w:r>
      <w:r w:rsidR="005A3479">
        <w:t xml:space="preserve">son pâle visage détourné encore de </w:t>
      </w:r>
      <w:proofErr w:type="spellStart"/>
      <w:r w:rsidR="005A3479">
        <w:t>Phillotson</w:t>
      </w:r>
      <w:proofErr w:type="spellEnd"/>
      <w:r>
        <w:t xml:space="preserve">. </w:t>
      </w:r>
      <w:r w:rsidR="005A3479">
        <w:t>Quelque chose m</w:t>
      </w:r>
      <w:r>
        <w:t>’</w:t>
      </w:r>
      <w:r w:rsidR="005A3479">
        <w:t>a effrayée</w:t>
      </w:r>
      <w:r>
        <w:t xml:space="preserve">… </w:t>
      </w:r>
      <w:r w:rsidR="005A3479">
        <w:t>un terrible rêve</w:t>
      </w:r>
      <w:r>
        <w:t xml:space="preserve">… </w:t>
      </w:r>
      <w:r w:rsidR="005A3479">
        <w:t>J</w:t>
      </w:r>
      <w:r>
        <w:t>’</w:t>
      </w:r>
      <w:r w:rsidR="005A3479">
        <w:t>ai cru vous voir</w:t>
      </w:r>
      <w:r>
        <w:t>…</w:t>
      </w:r>
    </w:p>
    <w:p w14:paraId="0A9E30C8" w14:textId="77777777" w:rsidR="006F1ADB" w:rsidRDefault="005A3479" w:rsidP="005A3479">
      <w:r>
        <w:t>La mémoire parut lui revenir et elle se tut</w:t>
      </w:r>
      <w:r w:rsidR="006F1ADB">
        <w:t xml:space="preserve">. </w:t>
      </w:r>
      <w:r>
        <w:t>Son manteau g</w:t>
      </w:r>
      <w:r>
        <w:t>i</w:t>
      </w:r>
      <w:r>
        <w:t>sait près de la porte</w:t>
      </w:r>
      <w:r w:rsidR="006F1ADB">
        <w:t xml:space="preserve">. </w:t>
      </w:r>
      <w:proofErr w:type="spellStart"/>
      <w:r>
        <w:t>Phillotson</w:t>
      </w:r>
      <w:proofErr w:type="spellEnd"/>
      <w:r w:rsidR="006F1ADB">
        <w:t xml:space="preserve">, </w:t>
      </w:r>
      <w:r>
        <w:t>tout à fait désemparé</w:t>
      </w:r>
      <w:r w:rsidR="006F1ADB">
        <w:t xml:space="preserve">, </w:t>
      </w:r>
      <w:r>
        <w:t>le jeta sur elle</w:t>
      </w:r>
      <w:r w:rsidR="006F1ADB">
        <w:t>.</w:t>
      </w:r>
    </w:p>
    <w:p w14:paraId="3FC969FF" w14:textId="77777777" w:rsidR="006F1ADB" w:rsidRDefault="006F1ADB" w:rsidP="005A3479">
      <w:r>
        <w:t>— </w:t>
      </w:r>
      <w:r w:rsidR="005A3479">
        <w:t>Vous porterai-je en haut</w:t>
      </w:r>
      <w:r>
        <w:t xml:space="preserve"> ? </w:t>
      </w:r>
      <w:r w:rsidR="005A3479">
        <w:t>demanda-t-il tristement</w:t>
      </w:r>
      <w:r>
        <w:t xml:space="preserve">, </w:t>
      </w:r>
      <w:r w:rsidR="005A3479">
        <w:t>car le sens de cette scène le dégoûtait de tout et de lui-même</w:t>
      </w:r>
      <w:r>
        <w:t>.</w:t>
      </w:r>
    </w:p>
    <w:p w14:paraId="2FB45AFE" w14:textId="77777777" w:rsidR="006F1ADB" w:rsidRDefault="006F1ADB" w:rsidP="005A3479">
      <w:r>
        <w:t>— </w:t>
      </w:r>
      <w:r w:rsidR="005A3479">
        <w:t>Non</w:t>
      </w:r>
      <w:r>
        <w:t xml:space="preserve">, </w:t>
      </w:r>
      <w:r w:rsidR="005A3479">
        <w:t>Richard</w:t>
      </w:r>
      <w:r>
        <w:t xml:space="preserve">. </w:t>
      </w:r>
      <w:r w:rsidR="005A3479">
        <w:t>Je vous remercie</w:t>
      </w:r>
      <w:r>
        <w:t xml:space="preserve">. </w:t>
      </w:r>
      <w:r w:rsidR="005A3479">
        <w:t>Je ne me suis pas fait grand mal</w:t>
      </w:r>
      <w:r>
        <w:t xml:space="preserve">. </w:t>
      </w:r>
      <w:r w:rsidR="005A3479">
        <w:t>Je puis marcher</w:t>
      </w:r>
      <w:r>
        <w:t>.</w:t>
      </w:r>
    </w:p>
    <w:p w14:paraId="4C4796FC" w14:textId="77777777" w:rsidR="006F1ADB" w:rsidRDefault="006F1ADB" w:rsidP="005A3479">
      <w:r>
        <w:t>— </w:t>
      </w:r>
      <w:r w:rsidR="005A3479">
        <w:t>Vous devriez fermer votre porte</w:t>
      </w:r>
      <w:r>
        <w:t xml:space="preserve">, </w:t>
      </w:r>
      <w:r w:rsidR="005A3479">
        <w:t>dit-il machinalement</w:t>
      </w:r>
      <w:r>
        <w:t xml:space="preserve">, </w:t>
      </w:r>
      <w:r w:rsidR="005A3479">
        <w:t>comme s</w:t>
      </w:r>
      <w:r>
        <w:t>’</w:t>
      </w:r>
      <w:r w:rsidR="005A3479">
        <w:t>il parlait dans sa classe</w:t>
      </w:r>
      <w:r>
        <w:t xml:space="preserve">. </w:t>
      </w:r>
      <w:r w:rsidR="005A3479">
        <w:t>Ainsi</w:t>
      </w:r>
      <w:r>
        <w:t xml:space="preserve">, </w:t>
      </w:r>
      <w:r w:rsidR="005A3479">
        <w:t>personne ne pourra e</w:t>
      </w:r>
      <w:r w:rsidR="005A3479">
        <w:t>n</w:t>
      </w:r>
      <w:r w:rsidR="005A3479">
        <w:t>trer</w:t>
      </w:r>
      <w:r>
        <w:t xml:space="preserve">, </w:t>
      </w:r>
      <w:r w:rsidR="005A3479">
        <w:t>même par hasard</w:t>
      </w:r>
      <w:r>
        <w:t>.</w:t>
      </w:r>
    </w:p>
    <w:p w14:paraId="25A30EF4" w14:textId="77777777" w:rsidR="006F1ADB" w:rsidRDefault="006F1ADB" w:rsidP="005A3479">
      <w:r>
        <w:t>— </w:t>
      </w:r>
      <w:r w:rsidR="005A3479">
        <w:t>J</w:t>
      </w:r>
      <w:r>
        <w:t>’</w:t>
      </w:r>
      <w:r w:rsidR="005A3479">
        <w:t>ai essayé</w:t>
      </w:r>
      <w:r>
        <w:t xml:space="preserve">. </w:t>
      </w:r>
      <w:r w:rsidR="005A3479">
        <w:t>La porte ne ferme pas</w:t>
      </w:r>
      <w:r>
        <w:t xml:space="preserve">. </w:t>
      </w:r>
      <w:r w:rsidR="005A3479">
        <w:t>Toutes les portes sont hors de service</w:t>
      </w:r>
      <w:r>
        <w:t>.</w:t>
      </w:r>
    </w:p>
    <w:p w14:paraId="2D7EF628" w14:textId="77777777" w:rsidR="006F1ADB" w:rsidRDefault="005A3479" w:rsidP="005A3479">
      <w:r>
        <w:t>Elle gravit l</w:t>
      </w:r>
      <w:r w:rsidR="006F1ADB">
        <w:t>’</w:t>
      </w:r>
      <w:r>
        <w:t>escalier lentement</w:t>
      </w:r>
      <w:r w:rsidR="006F1ADB">
        <w:t xml:space="preserve">, </w:t>
      </w:r>
      <w:r>
        <w:t>la vacillante lueur de la bougie errant sur elle</w:t>
      </w:r>
      <w:r w:rsidR="006F1ADB">
        <w:t xml:space="preserve">. </w:t>
      </w:r>
      <w:proofErr w:type="spellStart"/>
      <w:r>
        <w:t>Phillotson</w:t>
      </w:r>
      <w:proofErr w:type="spellEnd"/>
      <w:r>
        <w:t xml:space="preserve"> n</w:t>
      </w:r>
      <w:r w:rsidR="006F1ADB">
        <w:t>’</w:t>
      </w:r>
      <w:r>
        <w:t>approcha pas</w:t>
      </w:r>
      <w:r w:rsidR="006F1ADB">
        <w:t xml:space="preserve">, </w:t>
      </w:r>
      <w:r>
        <w:t>n</w:t>
      </w:r>
      <w:r w:rsidR="006F1ADB">
        <w:t>’</w:t>
      </w:r>
      <w:r>
        <w:t>essaya pas de monter avant de l</w:t>
      </w:r>
      <w:r w:rsidR="006F1ADB">
        <w:t>’</w:t>
      </w:r>
      <w:r>
        <w:t>avoir entendue rentrer dans sa chambre</w:t>
      </w:r>
      <w:r w:rsidR="006F1ADB">
        <w:t xml:space="preserve">. </w:t>
      </w:r>
      <w:r>
        <w:t>Puis il ferma la porte d</w:t>
      </w:r>
      <w:r w:rsidR="006F1ADB">
        <w:t>’</w:t>
      </w:r>
      <w:r>
        <w:t>entrée</w:t>
      </w:r>
      <w:r w:rsidR="006F1ADB">
        <w:t xml:space="preserve">, </w:t>
      </w:r>
      <w:r>
        <w:t>et retourna s</w:t>
      </w:r>
      <w:r w:rsidR="006F1ADB">
        <w:t>’</w:t>
      </w:r>
      <w:r>
        <w:t>asseoir au bas de l</w:t>
      </w:r>
      <w:r w:rsidR="006F1ADB">
        <w:t>’</w:t>
      </w:r>
      <w:r>
        <w:t>escalier</w:t>
      </w:r>
      <w:r w:rsidR="006F1ADB">
        <w:t xml:space="preserve">, </w:t>
      </w:r>
      <w:r>
        <w:t>serrant la rampe dans une de ses mains et pressant de l</w:t>
      </w:r>
      <w:r w:rsidR="006F1ADB">
        <w:t>’</w:t>
      </w:r>
      <w:r>
        <w:t>autre son visage incliné</w:t>
      </w:r>
      <w:r w:rsidR="006F1ADB">
        <w:t xml:space="preserve">. </w:t>
      </w:r>
      <w:r>
        <w:t>Il resta ainsi longtemps</w:t>
      </w:r>
      <w:r w:rsidR="006F1ADB">
        <w:t xml:space="preserve">, </w:t>
      </w:r>
      <w:r>
        <w:t>longtemps</w:t>
      </w:r>
      <w:r w:rsidR="006F1ADB">
        <w:t xml:space="preserve">, – </w:t>
      </w:r>
      <w:r>
        <w:t>et nul n</w:t>
      </w:r>
      <w:r w:rsidR="006F1ADB">
        <w:t>’</w:t>
      </w:r>
      <w:r>
        <w:t>eût pu le voir sans pitié</w:t>
      </w:r>
      <w:r w:rsidR="006F1ADB">
        <w:t xml:space="preserve">. </w:t>
      </w:r>
      <w:r>
        <w:t>Enfin</w:t>
      </w:r>
      <w:r w:rsidR="006F1ADB">
        <w:t xml:space="preserve">, </w:t>
      </w:r>
      <w:r>
        <w:t>relevant la tête</w:t>
      </w:r>
      <w:r w:rsidR="006F1ADB">
        <w:t xml:space="preserve">, </w:t>
      </w:r>
      <w:r>
        <w:t>il soup</w:t>
      </w:r>
      <w:r>
        <w:t>i</w:t>
      </w:r>
      <w:r>
        <w:t>ra</w:t>
      </w:r>
      <w:r w:rsidR="006F1ADB">
        <w:t xml:space="preserve">, </w:t>
      </w:r>
      <w:r>
        <w:t>et ce soupir semblait signifier qu</w:t>
      </w:r>
      <w:r w:rsidR="006F1ADB">
        <w:t>’</w:t>
      </w:r>
      <w:r>
        <w:t>il devait continuer à vivre</w:t>
      </w:r>
      <w:r w:rsidR="006F1ADB">
        <w:t xml:space="preserve">, </w:t>
      </w:r>
      <w:r>
        <w:t>qu</w:t>
      </w:r>
      <w:r w:rsidR="006F1ADB">
        <w:t>’</w:t>
      </w:r>
      <w:r>
        <w:t>il eût ou non une femme</w:t>
      </w:r>
      <w:r w:rsidR="006F1ADB">
        <w:t xml:space="preserve"> ; </w:t>
      </w:r>
      <w:r>
        <w:t>puis il prit le flambeau et gagna sa chambre solitaire</w:t>
      </w:r>
      <w:r w:rsidR="006F1ADB">
        <w:t xml:space="preserve">, </w:t>
      </w:r>
      <w:r>
        <w:t>de l</w:t>
      </w:r>
      <w:r w:rsidR="006F1ADB">
        <w:t>’</w:t>
      </w:r>
      <w:r>
        <w:t>autre côté du palier</w:t>
      </w:r>
      <w:r w:rsidR="006F1ADB">
        <w:t>.</w:t>
      </w:r>
    </w:p>
    <w:p w14:paraId="66958B35" w14:textId="7B81614E" w:rsidR="005A3479" w:rsidRDefault="005A3479" w:rsidP="005A3479"/>
    <w:p w14:paraId="39794165" w14:textId="7380E01C" w:rsidR="006F1ADB" w:rsidRDefault="005A3479" w:rsidP="005A3479">
      <w:r>
        <w:t>Le lendemain</w:t>
      </w:r>
      <w:r w:rsidR="006F1ADB">
        <w:t xml:space="preserve">, </w:t>
      </w:r>
      <w:proofErr w:type="spellStart"/>
      <w:r>
        <w:t>Phillotson</w:t>
      </w:r>
      <w:proofErr w:type="spellEnd"/>
      <w:r>
        <w:t xml:space="preserve"> se rendit à </w:t>
      </w:r>
      <w:proofErr w:type="spellStart"/>
      <w:r>
        <w:t>Leddenton</w:t>
      </w:r>
      <w:proofErr w:type="spellEnd"/>
      <w:r w:rsidR="006F1ADB">
        <w:t xml:space="preserve">, </w:t>
      </w:r>
      <w:r>
        <w:t>petit bourg de trois ou quatre cents habitants</w:t>
      </w:r>
      <w:r w:rsidR="006F1ADB">
        <w:t xml:space="preserve">. </w:t>
      </w:r>
      <w:r>
        <w:t>Il alla jusqu</w:t>
      </w:r>
      <w:r w:rsidR="006F1ADB">
        <w:t>’</w:t>
      </w:r>
      <w:r>
        <w:t>à l</w:t>
      </w:r>
      <w:r w:rsidR="006F1ADB">
        <w:t>’</w:t>
      </w:r>
      <w:r>
        <w:t>école de garçons et demanda le directeur</w:t>
      </w:r>
      <w:r w:rsidR="006F1ADB">
        <w:t>, M. </w:t>
      </w:r>
      <w:r>
        <w:t>Gillingham</w:t>
      </w:r>
      <w:r w:rsidR="006F1ADB">
        <w:t>.</w:t>
      </w:r>
    </w:p>
    <w:p w14:paraId="3DA5E1F2" w14:textId="77777777" w:rsidR="006F1ADB" w:rsidRDefault="005A3479" w:rsidP="005A3479">
      <w:r>
        <w:lastRenderedPageBreak/>
        <w:t>Ils avaient été camarades d</w:t>
      </w:r>
      <w:r w:rsidR="006F1ADB">
        <w:t>’</w:t>
      </w:r>
      <w:r>
        <w:t>école dans leur enfance</w:t>
      </w:r>
      <w:r w:rsidR="006F1ADB">
        <w:t xml:space="preserve">, </w:t>
      </w:r>
      <w:r>
        <w:t>puis camarades d</w:t>
      </w:r>
      <w:r w:rsidR="006F1ADB">
        <w:t>’</w:t>
      </w:r>
      <w:r>
        <w:t>études à l</w:t>
      </w:r>
      <w:r w:rsidR="006F1ADB">
        <w:t>’</w:t>
      </w:r>
      <w:r>
        <w:t xml:space="preserve">École normale de </w:t>
      </w:r>
      <w:proofErr w:type="spellStart"/>
      <w:r>
        <w:t>Wintoncester</w:t>
      </w:r>
      <w:proofErr w:type="spellEnd"/>
      <w:r w:rsidR="006F1ADB">
        <w:t>.</w:t>
      </w:r>
    </w:p>
    <w:p w14:paraId="00A79273" w14:textId="77777777" w:rsidR="006F1ADB" w:rsidRDefault="006F1ADB" w:rsidP="005A3479">
      <w:r>
        <w:t>— </w:t>
      </w:r>
      <w:r w:rsidR="005A3479">
        <w:t>Je suis charmé de vous voir</w:t>
      </w:r>
      <w:r>
        <w:t xml:space="preserve">, </w:t>
      </w:r>
      <w:r w:rsidR="005A3479">
        <w:t>Dick</w:t>
      </w:r>
      <w:r>
        <w:t xml:space="preserve">, </w:t>
      </w:r>
      <w:r w:rsidR="005A3479">
        <w:t>dit Gillingham</w:t>
      </w:r>
      <w:r>
        <w:t xml:space="preserve">. </w:t>
      </w:r>
      <w:r w:rsidR="005A3479">
        <w:t>Mais vous ne paraissez pas bien portant</w:t>
      </w:r>
      <w:r>
        <w:t xml:space="preserve">. </w:t>
      </w:r>
      <w:r w:rsidR="005A3479">
        <w:t>Qu</w:t>
      </w:r>
      <w:r>
        <w:t>’</w:t>
      </w:r>
      <w:r w:rsidR="005A3479">
        <w:t>y a-t-il</w:t>
      </w:r>
      <w:r>
        <w:t xml:space="preserve"> ? </w:t>
      </w:r>
      <w:r w:rsidR="005A3479">
        <w:t>Pourquoi n</w:t>
      </w:r>
      <w:r>
        <w:t>’</w:t>
      </w:r>
      <w:r w:rsidR="005A3479">
        <w:t>êtes-vous pas venu me voir depuis votre mariage</w:t>
      </w:r>
      <w:r>
        <w:t> ?</w:t>
      </w:r>
    </w:p>
    <w:p w14:paraId="0D845308" w14:textId="77777777" w:rsidR="006F1ADB" w:rsidRDefault="006F1ADB" w:rsidP="005A3479">
      <w:r>
        <w:t>— </w:t>
      </w:r>
      <w:r w:rsidR="005A3479">
        <w:t>Je suis venu</w:t>
      </w:r>
      <w:r>
        <w:t xml:space="preserve">, </w:t>
      </w:r>
      <w:r w:rsidR="005A3479">
        <w:t>George</w:t>
      </w:r>
      <w:r>
        <w:t xml:space="preserve">, </w:t>
      </w:r>
      <w:r w:rsidR="005A3479">
        <w:t>pour vous expliquer les raisons d</w:t>
      </w:r>
      <w:r>
        <w:t>’</w:t>
      </w:r>
      <w:r w:rsidR="005A3479">
        <w:t>une décision que je vais prendre</w:t>
      </w:r>
      <w:r>
        <w:t xml:space="preserve">, </w:t>
      </w:r>
      <w:r w:rsidR="005A3479">
        <w:t>afin que vous</w:t>
      </w:r>
      <w:r>
        <w:t xml:space="preserve">, </w:t>
      </w:r>
      <w:r w:rsidR="005A3479">
        <w:t>au moins</w:t>
      </w:r>
      <w:r>
        <w:t xml:space="preserve">, </w:t>
      </w:r>
      <w:r w:rsidR="005A3479">
        <w:t>compreniez les motifs qui m</w:t>
      </w:r>
      <w:r>
        <w:t>’</w:t>
      </w:r>
      <w:r w:rsidR="005A3479">
        <w:t>ont déterminé</w:t>
      </w:r>
      <w:r>
        <w:t xml:space="preserve">, </w:t>
      </w:r>
      <w:r w:rsidR="005A3479">
        <w:t>si d</w:t>
      </w:r>
      <w:r>
        <w:t>’</w:t>
      </w:r>
      <w:r w:rsidR="005A3479">
        <w:t>autres pe</w:t>
      </w:r>
      <w:r w:rsidR="005A3479">
        <w:t>r</w:t>
      </w:r>
      <w:r w:rsidR="005A3479">
        <w:t>sonnes les mettent en question</w:t>
      </w:r>
      <w:r>
        <w:t xml:space="preserve">, </w:t>
      </w:r>
      <w:r w:rsidR="005A3479">
        <w:t>ce qu</w:t>
      </w:r>
      <w:r>
        <w:t>’</w:t>
      </w:r>
      <w:r w:rsidR="005A3479">
        <w:t>elles feront certainement</w:t>
      </w:r>
      <w:r>
        <w:t>.</w:t>
      </w:r>
    </w:p>
    <w:p w14:paraId="3D88F6F8" w14:textId="4673F7E9" w:rsidR="006F1ADB" w:rsidRDefault="006F1ADB" w:rsidP="005A3479">
      <w:r>
        <w:t>— </w:t>
      </w:r>
      <w:r w:rsidR="005A3479">
        <w:t>Asseyez-vous</w:t>
      </w:r>
      <w:r>
        <w:t xml:space="preserve">… </w:t>
      </w:r>
      <w:r w:rsidR="005A3479">
        <w:t>Vous ne voulez pas dire</w:t>
      </w:r>
      <w:r>
        <w:t xml:space="preserve">… </w:t>
      </w:r>
      <w:r w:rsidR="005A3479">
        <w:t>Il n</w:t>
      </w:r>
      <w:r>
        <w:t>’</w:t>
      </w:r>
      <w:r w:rsidR="005A3479">
        <w:t xml:space="preserve">y a rien de grave entre vous et </w:t>
      </w:r>
      <w:r>
        <w:t>M</w:t>
      </w:r>
      <w:r w:rsidRPr="006F1ADB">
        <w:rPr>
          <w:vertAlign w:val="superscript"/>
        </w:rPr>
        <w:t>rs</w:t>
      </w:r>
      <w:r>
        <w:t> </w:t>
      </w:r>
      <w:proofErr w:type="spellStart"/>
      <w:r w:rsidR="005A3479">
        <w:t>Phillotson</w:t>
      </w:r>
      <w:proofErr w:type="spellEnd"/>
      <w:r>
        <w:t> ?</w:t>
      </w:r>
    </w:p>
    <w:p w14:paraId="5F0395DE" w14:textId="77777777" w:rsidR="006F1ADB" w:rsidRDefault="006F1ADB" w:rsidP="005A3479">
      <w:r>
        <w:t>— </w:t>
      </w:r>
      <w:r w:rsidR="005A3479">
        <w:t>Si</w:t>
      </w:r>
      <w:r>
        <w:t xml:space="preserve">… </w:t>
      </w:r>
      <w:r w:rsidR="005A3479">
        <w:t>Mon malheur vient de ce que j</w:t>
      </w:r>
      <w:r>
        <w:t>’</w:t>
      </w:r>
      <w:r w:rsidR="005A3479">
        <w:t>ai une femme</w:t>
      </w:r>
      <w:r>
        <w:t xml:space="preserve">, </w:t>
      </w:r>
      <w:r w:rsidR="005A3479">
        <w:t>une femme que j</w:t>
      </w:r>
      <w:r>
        <w:t>’</w:t>
      </w:r>
      <w:r w:rsidR="005A3479">
        <w:t>aime et qui non seulement ne m</w:t>
      </w:r>
      <w:r>
        <w:t>’</w:t>
      </w:r>
      <w:r w:rsidR="005A3479">
        <w:t>aime pas</w:t>
      </w:r>
      <w:r>
        <w:t xml:space="preserve">, </w:t>
      </w:r>
      <w:r w:rsidR="005A3479">
        <w:t>mais</w:t>
      </w:r>
      <w:r>
        <w:t xml:space="preserve">… </w:t>
      </w:r>
      <w:r w:rsidR="005A3479">
        <w:t>mais</w:t>
      </w:r>
      <w:r>
        <w:t xml:space="preserve">… </w:t>
      </w:r>
      <w:r w:rsidR="005A3479">
        <w:t>Je ne dois rien dire</w:t>
      </w:r>
      <w:r>
        <w:t xml:space="preserve">… </w:t>
      </w:r>
      <w:r w:rsidR="005A3479">
        <w:t>Je connais son sentiment</w:t>
      </w:r>
      <w:r>
        <w:t xml:space="preserve">. </w:t>
      </w:r>
      <w:r w:rsidR="005A3479">
        <w:t>Je préf</w:t>
      </w:r>
      <w:r w:rsidR="005A3479">
        <w:t>é</w:t>
      </w:r>
      <w:r w:rsidR="005A3479">
        <w:t>rerais qu</w:t>
      </w:r>
      <w:r>
        <w:t>’</w:t>
      </w:r>
      <w:r w:rsidR="005A3479">
        <w:t>elle me détestât</w:t>
      </w:r>
      <w:r>
        <w:t>.</w:t>
      </w:r>
    </w:p>
    <w:p w14:paraId="406FAA31" w14:textId="77777777" w:rsidR="006F1ADB" w:rsidRDefault="006F1ADB" w:rsidP="005A3479">
      <w:r>
        <w:t>— </w:t>
      </w:r>
      <w:r w:rsidR="005A3479">
        <w:t>Bah</w:t>
      </w:r>
      <w:r>
        <w:t> !</w:t>
      </w:r>
    </w:p>
    <w:p w14:paraId="4C23EC74" w14:textId="77777777" w:rsidR="006F1ADB" w:rsidRDefault="006F1ADB" w:rsidP="005A3479">
      <w:r>
        <w:t>— </w:t>
      </w:r>
      <w:r w:rsidR="005A3479">
        <w:t>Et ce qu</w:t>
      </w:r>
      <w:r>
        <w:t>’</w:t>
      </w:r>
      <w:r w:rsidR="005A3479">
        <w:t>il y a de plus triste</w:t>
      </w:r>
      <w:r>
        <w:t xml:space="preserve">, </w:t>
      </w:r>
      <w:r w:rsidR="005A3479">
        <w:t>c</w:t>
      </w:r>
      <w:r>
        <w:t>’</w:t>
      </w:r>
      <w:r w:rsidR="005A3479">
        <w:t>est qu</w:t>
      </w:r>
      <w:r>
        <w:t>’</w:t>
      </w:r>
      <w:r w:rsidR="005A3479">
        <w:t>elle est moins bl</w:t>
      </w:r>
      <w:r w:rsidR="005A3479">
        <w:t>â</w:t>
      </w:r>
      <w:r w:rsidR="005A3479">
        <w:t>mable que moi</w:t>
      </w:r>
      <w:r>
        <w:t xml:space="preserve">. </w:t>
      </w:r>
      <w:r w:rsidR="005A3479">
        <w:t>Elle était institutrice adjointe avec moi</w:t>
      </w:r>
      <w:r>
        <w:t xml:space="preserve">, </w:t>
      </w:r>
      <w:r w:rsidR="005A3479">
        <w:t>comme vous le savez</w:t>
      </w:r>
      <w:r>
        <w:t xml:space="preserve">, </w:t>
      </w:r>
      <w:r w:rsidR="005A3479">
        <w:t>et j</w:t>
      </w:r>
      <w:r>
        <w:t>’</w:t>
      </w:r>
      <w:r w:rsidR="005A3479">
        <w:t>ai profité de son inexpérience</w:t>
      </w:r>
      <w:r>
        <w:t xml:space="preserve">, </w:t>
      </w:r>
      <w:r w:rsidR="005A3479">
        <w:t>je l</w:t>
      </w:r>
      <w:r>
        <w:t>’</w:t>
      </w:r>
      <w:r w:rsidR="005A3479">
        <w:t>ai détournée de sa voie et lui ai fait accepter un engagement avant qu</w:t>
      </w:r>
      <w:r>
        <w:t>’</w:t>
      </w:r>
      <w:r w:rsidR="005A3479">
        <w:t>elle connût son propre désir</w:t>
      </w:r>
      <w:r>
        <w:t xml:space="preserve">. </w:t>
      </w:r>
      <w:r w:rsidR="005A3479">
        <w:t>Plus tard</w:t>
      </w:r>
      <w:r>
        <w:t xml:space="preserve">, </w:t>
      </w:r>
      <w:r w:rsidR="005A3479">
        <w:t>elle remarqua quelqu</w:t>
      </w:r>
      <w:r>
        <w:t>’</w:t>
      </w:r>
      <w:r w:rsidR="005A3479">
        <w:t>un</w:t>
      </w:r>
      <w:r>
        <w:t xml:space="preserve">, </w:t>
      </w:r>
      <w:r w:rsidR="005A3479">
        <w:t>mais tint aveuglément sa promesse</w:t>
      </w:r>
      <w:r>
        <w:t>.</w:t>
      </w:r>
    </w:p>
    <w:p w14:paraId="51DC1B50" w14:textId="77777777" w:rsidR="006F1ADB" w:rsidRDefault="006F1ADB" w:rsidP="005A3479">
      <w:r>
        <w:t>— </w:t>
      </w:r>
      <w:r w:rsidR="005A3479">
        <w:t>Tout en aimant un autre</w:t>
      </w:r>
      <w:r>
        <w:t> ?</w:t>
      </w:r>
    </w:p>
    <w:p w14:paraId="108AE022" w14:textId="77777777" w:rsidR="006F1ADB" w:rsidRDefault="006F1ADB" w:rsidP="005A3479">
      <w:r>
        <w:t>— </w:t>
      </w:r>
      <w:r w:rsidR="005A3479">
        <w:t>Oui</w:t>
      </w:r>
      <w:r>
        <w:t xml:space="preserve">, </w:t>
      </w:r>
      <w:r w:rsidR="005A3479">
        <w:t>avec une sollicitude singulière et tendre</w:t>
      </w:r>
      <w:r>
        <w:t xml:space="preserve">, </w:t>
      </w:r>
      <w:r w:rsidR="005A3479">
        <w:t>semble-t-il</w:t>
      </w:r>
      <w:r>
        <w:t xml:space="preserve">, </w:t>
      </w:r>
      <w:r w:rsidR="005A3479">
        <w:t>quoique le sentiment exact que lui inspire cet homme soit une énigme pour moi</w:t>
      </w:r>
      <w:r>
        <w:t xml:space="preserve"> – </w:t>
      </w:r>
      <w:r w:rsidR="005A3479">
        <w:t>et pour lui aussi</w:t>
      </w:r>
      <w:r>
        <w:t xml:space="preserve">, </w:t>
      </w:r>
      <w:r w:rsidR="005A3479">
        <w:t>je pense</w:t>
      </w:r>
      <w:r>
        <w:t xml:space="preserve"> – </w:t>
      </w:r>
      <w:r w:rsidR="005A3479">
        <w:t>et peut-être pour elle-même</w:t>
      </w:r>
      <w:r>
        <w:t xml:space="preserve">. </w:t>
      </w:r>
      <w:r w:rsidR="005A3479">
        <w:t>Elle est une des plus étranges créatures que j</w:t>
      </w:r>
      <w:r>
        <w:t>’</w:t>
      </w:r>
      <w:r w:rsidR="005A3479">
        <w:t>aie jamais rencontrées</w:t>
      </w:r>
      <w:r>
        <w:t xml:space="preserve">. </w:t>
      </w:r>
      <w:r w:rsidR="005A3479">
        <w:t>Cependant</w:t>
      </w:r>
      <w:r>
        <w:t xml:space="preserve">, </w:t>
      </w:r>
      <w:r w:rsidR="005A3479">
        <w:t>j</w:t>
      </w:r>
      <w:r>
        <w:t>’</w:t>
      </w:r>
      <w:r w:rsidR="005A3479">
        <w:t xml:space="preserve">ai été frappé par </w:t>
      </w:r>
      <w:r w:rsidR="005A3479">
        <w:lastRenderedPageBreak/>
        <w:t>deux faits</w:t>
      </w:r>
      <w:r>
        <w:t xml:space="preserve"> : </w:t>
      </w:r>
      <w:r w:rsidR="005A3479">
        <w:t>d</w:t>
      </w:r>
      <w:r>
        <w:t>’</w:t>
      </w:r>
      <w:r w:rsidR="005A3479">
        <w:t>abord l</w:t>
      </w:r>
      <w:r>
        <w:t>’</w:t>
      </w:r>
      <w:r w:rsidR="005A3479">
        <w:t>extraordinaire sympathie ou similitude de ces deux êtres</w:t>
      </w:r>
      <w:r>
        <w:t>. (</w:t>
      </w:r>
      <w:r w:rsidR="005A3479">
        <w:t>Il est son cousin</w:t>
      </w:r>
      <w:r>
        <w:t xml:space="preserve">, </w:t>
      </w:r>
      <w:r w:rsidR="005A3479">
        <w:t>ce qui explique en partie leur cas</w:t>
      </w:r>
      <w:r>
        <w:t xml:space="preserve">, </w:t>
      </w:r>
      <w:r w:rsidR="005A3479">
        <w:t>et ils semblent une même personne dédoublée</w:t>
      </w:r>
      <w:r>
        <w:t xml:space="preserve">). </w:t>
      </w:r>
      <w:r w:rsidR="005A3479">
        <w:t>Ensuite l</w:t>
      </w:r>
      <w:r>
        <w:t>’</w:t>
      </w:r>
      <w:r w:rsidR="005A3479">
        <w:t>irrésistible aversion que j</w:t>
      </w:r>
      <w:r>
        <w:t>’</w:t>
      </w:r>
      <w:r w:rsidR="005A3479">
        <w:t>inspire à Sue</w:t>
      </w:r>
      <w:r>
        <w:t xml:space="preserve">, </w:t>
      </w:r>
      <w:r w:rsidR="005A3479">
        <w:t>comme mari</w:t>
      </w:r>
      <w:r>
        <w:t xml:space="preserve">, </w:t>
      </w:r>
      <w:r w:rsidR="005A3479">
        <w:t>bien qu</w:t>
      </w:r>
      <w:r>
        <w:t>’</w:t>
      </w:r>
      <w:r w:rsidR="005A3479">
        <w:t>elle ait pour moi de l</w:t>
      </w:r>
      <w:r>
        <w:t>’</w:t>
      </w:r>
      <w:r w:rsidR="005A3479">
        <w:t>amitié</w:t>
      </w:r>
      <w:r>
        <w:t xml:space="preserve">, </w:t>
      </w:r>
      <w:r w:rsidR="005A3479">
        <w:t>aversion beaucoup trop forte pour qu</w:t>
      </w:r>
      <w:r>
        <w:t>’</w:t>
      </w:r>
      <w:r w:rsidR="005A3479">
        <w:t>elle continue plus longtemps</w:t>
      </w:r>
      <w:r>
        <w:t xml:space="preserve">. </w:t>
      </w:r>
      <w:r w:rsidR="005A3479">
        <w:t>Elle a consciencieus</w:t>
      </w:r>
      <w:r w:rsidR="005A3479">
        <w:t>e</w:t>
      </w:r>
      <w:r w:rsidR="005A3479">
        <w:t>ment lutté contre cette répugnance</w:t>
      </w:r>
      <w:r>
        <w:t xml:space="preserve">, </w:t>
      </w:r>
      <w:r w:rsidR="005A3479">
        <w:t>mais sans succès</w:t>
      </w:r>
      <w:r>
        <w:t xml:space="preserve">. </w:t>
      </w:r>
      <w:r w:rsidR="005A3479">
        <w:t>Je ne puis supporter cela</w:t>
      </w:r>
      <w:r>
        <w:t xml:space="preserve">, </w:t>
      </w:r>
      <w:r w:rsidR="005A3479">
        <w:t>je ne le puis</w:t>
      </w:r>
      <w:r>
        <w:t xml:space="preserve">. </w:t>
      </w:r>
      <w:r w:rsidR="005A3479">
        <w:t>Je ne puis rétorquer ses arguments</w:t>
      </w:r>
      <w:r>
        <w:t xml:space="preserve">. </w:t>
      </w:r>
      <w:r w:rsidR="005A3479">
        <w:t>Elle a lu dix fois plus que moi</w:t>
      </w:r>
      <w:r>
        <w:t xml:space="preserve">. </w:t>
      </w:r>
      <w:r w:rsidR="005A3479">
        <w:t>Son esprit est clair et brillant comme le diamant</w:t>
      </w:r>
      <w:r>
        <w:t xml:space="preserve"> ; </w:t>
      </w:r>
      <w:r w:rsidR="005A3479">
        <w:t>le mien est terne comme du papier brun</w:t>
      </w:r>
      <w:r>
        <w:t xml:space="preserve">… </w:t>
      </w:r>
      <w:r w:rsidR="005A3479">
        <w:t>Elle m</w:t>
      </w:r>
      <w:r>
        <w:t>’</w:t>
      </w:r>
      <w:r w:rsidR="005A3479">
        <w:t>est trop supérieure</w:t>
      </w:r>
      <w:r>
        <w:t xml:space="preserve">… </w:t>
      </w:r>
      <w:r w:rsidR="005A3479">
        <w:t>À la fin</w:t>
      </w:r>
      <w:r>
        <w:t xml:space="preserve">, </w:t>
      </w:r>
      <w:r w:rsidR="005A3479">
        <w:t>elle m</w:t>
      </w:r>
      <w:r>
        <w:t>’</w:t>
      </w:r>
      <w:r w:rsidR="005A3479">
        <w:t>a demandé calm</w:t>
      </w:r>
      <w:r w:rsidR="005A3479">
        <w:t>e</w:t>
      </w:r>
      <w:r w:rsidR="005A3479">
        <w:t>ment</w:t>
      </w:r>
      <w:r>
        <w:t xml:space="preserve">, </w:t>
      </w:r>
      <w:r w:rsidR="005A3479">
        <w:t>fermement</w:t>
      </w:r>
      <w:r>
        <w:t xml:space="preserve">, </w:t>
      </w:r>
      <w:r w:rsidR="005A3479">
        <w:t>de la laisser partir avec l</w:t>
      </w:r>
      <w:r>
        <w:t>’</w:t>
      </w:r>
      <w:r w:rsidR="005A3479">
        <w:t>homme qu</w:t>
      </w:r>
      <w:r>
        <w:t>’</w:t>
      </w:r>
      <w:r w:rsidR="005A3479">
        <w:t>elle aime</w:t>
      </w:r>
      <w:r>
        <w:t xml:space="preserve">. </w:t>
      </w:r>
      <w:r w:rsidR="005A3479">
        <w:t>La crise arriva au paroxysme la nuit dernière</w:t>
      </w:r>
      <w:r>
        <w:t xml:space="preserve">, </w:t>
      </w:r>
      <w:r w:rsidR="005A3479">
        <w:t>quand</w:t>
      </w:r>
      <w:r>
        <w:t xml:space="preserve">, </w:t>
      </w:r>
      <w:r w:rsidR="005A3479">
        <w:t>me voyant entrer par erreur dans sa chambre</w:t>
      </w:r>
      <w:r>
        <w:t xml:space="preserve">, </w:t>
      </w:r>
      <w:r w:rsidR="005A3479">
        <w:t>elle sauta par la fenêtre au risque de se rompre le cou</w:t>
      </w:r>
      <w:r>
        <w:t xml:space="preserve">. </w:t>
      </w:r>
      <w:r w:rsidR="005A3479">
        <w:t>Elle prétendit qu</w:t>
      </w:r>
      <w:r>
        <w:t>’</w:t>
      </w:r>
      <w:r w:rsidR="005A3479">
        <w:t>elle avait rêvé</w:t>
      </w:r>
      <w:r>
        <w:t xml:space="preserve">, </w:t>
      </w:r>
      <w:r w:rsidR="005A3479">
        <w:t>mais c</w:t>
      </w:r>
      <w:r>
        <w:t>’</w:t>
      </w:r>
      <w:r w:rsidR="005A3479">
        <w:t>était un prétexte pour m</w:t>
      </w:r>
      <w:r>
        <w:t>’</w:t>
      </w:r>
      <w:r w:rsidR="005A3479">
        <w:t>apaiser</w:t>
      </w:r>
      <w:r>
        <w:t xml:space="preserve">. </w:t>
      </w:r>
      <w:r w:rsidR="005A3479">
        <w:t>Quand une femme se jette par la fenêtre au risque de se rompre le cou</w:t>
      </w:r>
      <w:r>
        <w:t xml:space="preserve">, </w:t>
      </w:r>
      <w:r w:rsidR="005A3479">
        <w:t>il n</w:t>
      </w:r>
      <w:r>
        <w:t>’</w:t>
      </w:r>
      <w:r w:rsidR="005A3479">
        <w:t>y a pas de méprise</w:t>
      </w:r>
      <w:r>
        <w:t xml:space="preserve"> ; </w:t>
      </w:r>
      <w:r w:rsidR="005A3479">
        <w:t xml:space="preserve">et </w:t>
      </w:r>
      <w:proofErr w:type="gramStart"/>
      <w:r w:rsidR="005A3479">
        <w:t>ceci étant</w:t>
      </w:r>
      <w:proofErr w:type="gramEnd"/>
      <w:r w:rsidR="005A3479">
        <w:t xml:space="preserve"> mon cas</w:t>
      </w:r>
      <w:r>
        <w:t xml:space="preserve">, </w:t>
      </w:r>
      <w:r w:rsidR="005A3479">
        <w:t>j</w:t>
      </w:r>
      <w:r>
        <w:t>’</w:t>
      </w:r>
      <w:r w:rsidR="005A3479">
        <w:t>arrive à une conclusion</w:t>
      </w:r>
      <w:r>
        <w:t xml:space="preserve"> : </w:t>
      </w:r>
      <w:r w:rsidR="005A3479">
        <w:t>il est coupable de torturer aussi longtemps une créature</w:t>
      </w:r>
      <w:r>
        <w:t xml:space="preserve">, </w:t>
      </w:r>
      <w:r w:rsidR="005A3479">
        <w:t>et je n</w:t>
      </w:r>
      <w:r>
        <w:t>’</w:t>
      </w:r>
      <w:r w:rsidR="005A3479">
        <w:t>aurai pas l</w:t>
      </w:r>
      <w:r>
        <w:t>’</w:t>
      </w:r>
      <w:r w:rsidR="005A3479">
        <w:t>inhumanité de prolonger son supplice</w:t>
      </w:r>
      <w:r>
        <w:t xml:space="preserve">, </w:t>
      </w:r>
      <w:r w:rsidR="005A3479">
        <w:t>quoi qu</w:t>
      </w:r>
      <w:r>
        <w:t>’</w:t>
      </w:r>
      <w:r w:rsidR="005A3479">
        <w:t>il puisse m</w:t>
      </w:r>
      <w:r>
        <w:t>’</w:t>
      </w:r>
      <w:r w:rsidR="005A3479">
        <w:t>en coûter</w:t>
      </w:r>
      <w:r>
        <w:t>.</w:t>
      </w:r>
    </w:p>
    <w:p w14:paraId="39549402" w14:textId="77777777" w:rsidR="006F1ADB" w:rsidRDefault="006F1ADB" w:rsidP="005A3479">
      <w:r>
        <w:t>— </w:t>
      </w:r>
      <w:r w:rsidR="005A3479">
        <w:t>Quoi</w:t>
      </w:r>
      <w:r>
        <w:t xml:space="preserve"> ? </w:t>
      </w:r>
      <w:r w:rsidR="005A3479">
        <w:t>Vous la laisserez fuir avec son amant</w:t>
      </w:r>
      <w:r>
        <w:t> ?</w:t>
      </w:r>
    </w:p>
    <w:p w14:paraId="40E0C961" w14:textId="77777777" w:rsidR="006F1ADB" w:rsidRDefault="006F1ADB" w:rsidP="005A3479">
      <w:r>
        <w:t>— </w:t>
      </w:r>
      <w:r w:rsidR="005A3479">
        <w:t>Qu</w:t>
      </w:r>
      <w:r>
        <w:t>’</w:t>
      </w:r>
      <w:r w:rsidR="005A3479">
        <w:t>elle fuie avec qui lui plaira</w:t>
      </w:r>
      <w:r>
        <w:t xml:space="preserve"> ; </w:t>
      </w:r>
      <w:r w:rsidR="005A3479">
        <w:t>ceci la regarde</w:t>
      </w:r>
      <w:r>
        <w:t xml:space="preserve">. </w:t>
      </w:r>
      <w:r w:rsidR="005A3479">
        <w:t>Je la lai</w:t>
      </w:r>
      <w:r w:rsidR="005A3479">
        <w:t>s</w:t>
      </w:r>
      <w:r w:rsidR="005A3479">
        <w:t>serai partir</w:t>
      </w:r>
      <w:r>
        <w:t xml:space="preserve">, </w:t>
      </w:r>
      <w:r w:rsidR="005A3479">
        <w:t>avec lui</w:t>
      </w:r>
      <w:r>
        <w:t xml:space="preserve">, </w:t>
      </w:r>
      <w:r w:rsidR="005A3479">
        <w:t>assurément</w:t>
      </w:r>
      <w:r>
        <w:t xml:space="preserve">, </w:t>
      </w:r>
      <w:r w:rsidR="005A3479">
        <w:t>si c</w:t>
      </w:r>
      <w:r>
        <w:t>’</w:t>
      </w:r>
      <w:r w:rsidR="005A3479">
        <w:t>est son désir</w:t>
      </w:r>
      <w:r>
        <w:t xml:space="preserve">. </w:t>
      </w:r>
      <w:r w:rsidR="005A3479">
        <w:t>Je sais que je puis me tromper</w:t>
      </w:r>
      <w:r>
        <w:t xml:space="preserve">. </w:t>
      </w:r>
      <w:r w:rsidR="005A3479">
        <w:t>Je sais que je ne puis ni logiquement</w:t>
      </w:r>
      <w:r>
        <w:t xml:space="preserve">, </w:t>
      </w:r>
      <w:r w:rsidR="005A3479">
        <w:t>ni rel</w:t>
      </w:r>
      <w:r w:rsidR="005A3479">
        <w:t>i</w:t>
      </w:r>
      <w:r w:rsidR="005A3479">
        <w:t>gieusement</w:t>
      </w:r>
      <w:r>
        <w:t xml:space="preserve">, </w:t>
      </w:r>
      <w:r w:rsidR="005A3479">
        <w:t>justifier une telle concession</w:t>
      </w:r>
      <w:r>
        <w:t xml:space="preserve">, </w:t>
      </w:r>
      <w:r w:rsidR="005A3479">
        <w:t>ou harmoniser ma conduite avec mes anciens principes</w:t>
      </w:r>
      <w:r>
        <w:t xml:space="preserve">. </w:t>
      </w:r>
      <w:r w:rsidR="005A3479">
        <w:t>Je sais ce que feraient d</w:t>
      </w:r>
      <w:r>
        <w:t>’</w:t>
      </w:r>
      <w:r w:rsidR="005A3479">
        <w:t>autres maris qui refuseraient la scandaleuse requête de leur femme</w:t>
      </w:r>
      <w:r>
        <w:t xml:space="preserve">, </w:t>
      </w:r>
      <w:r w:rsidR="005A3479">
        <w:t>enfermeraient celle-ci et peut-être tueraient l</w:t>
      </w:r>
      <w:r>
        <w:t>’</w:t>
      </w:r>
      <w:r w:rsidR="005A3479">
        <w:t>amant</w:t>
      </w:r>
      <w:r>
        <w:t xml:space="preserve">. </w:t>
      </w:r>
      <w:r w:rsidR="005A3479">
        <w:t>Mais je suis simplement mon instinct</w:t>
      </w:r>
      <w:r>
        <w:t xml:space="preserve">, </w:t>
      </w:r>
      <w:r w:rsidR="005A3479">
        <w:t>et que les principes s</w:t>
      </w:r>
      <w:r>
        <w:t>’</w:t>
      </w:r>
      <w:r w:rsidR="005A3479">
        <w:t>arrangent comme ils pourront</w:t>
      </w:r>
      <w:r>
        <w:t xml:space="preserve"> ! </w:t>
      </w:r>
      <w:r w:rsidR="005A3479">
        <w:t>Si une personne s</w:t>
      </w:r>
      <w:r>
        <w:t>’</w:t>
      </w:r>
      <w:r w:rsidR="005A3479">
        <w:t xml:space="preserve">était </w:t>
      </w:r>
      <w:r w:rsidR="005A3479">
        <w:lastRenderedPageBreak/>
        <w:t>ave</w:t>
      </w:r>
      <w:r w:rsidR="005A3479">
        <w:t>u</w:t>
      </w:r>
      <w:r w:rsidR="005A3479">
        <w:t>glément engagée dans un marécage et quelle criât au secours</w:t>
      </w:r>
      <w:r>
        <w:t xml:space="preserve">, </w:t>
      </w:r>
      <w:r w:rsidR="005A3479">
        <w:t>je serais tout disposé à la secourir</w:t>
      </w:r>
      <w:r>
        <w:t xml:space="preserve">, </w:t>
      </w:r>
      <w:r w:rsidR="005A3479">
        <w:t>si c</w:t>
      </w:r>
      <w:r>
        <w:t>’</w:t>
      </w:r>
      <w:r w:rsidR="005A3479">
        <w:t>était possible</w:t>
      </w:r>
      <w:r>
        <w:t>.</w:t>
      </w:r>
    </w:p>
    <w:p w14:paraId="5D617DEC" w14:textId="77777777" w:rsidR="006F1ADB" w:rsidRDefault="006F1ADB" w:rsidP="005A3479">
      <w:r>
        <w:t>— </w:t>
      </w:r>
      <w:r w:rsidR="005A3479">
        <w:t>Mais</w:t>
      </w:r>
      <w:r>
        <w:t xml:space="preserve">, </w:t>
      </w:r>
      <w:r w:rsidR="005A3479">
        <w:t>voyez</w:t>
      </w:r>
      <w:r>
        <w:t xml:space="preserve"> : </w:t>
      </w:r>
      <w:r w:rsidR="005A3479">
        <w:t>il y a la question des voisins et de la soci</w:t>
      </w:r>
      <w:r w:rsidR="005A3479">
        <w:t>é</w:t>
      </w:r>
      <w:r w:rsidR="005A3479">
        <w:t>té</w:t>
      </w:r>
      <w:r>
        <w:t xml:space="preserve">… </w:t>
      </w:r>
      <w:r w:rsidR="005A3479">
        <w:t>Qu</w:t>
      </w:r>
      <w:r>
        <w:t>’</w:t>
      </w:r>
      <w:r w:rsidR="005A3479">
        <w:t>arriverait-il si chacun</w:t>
      </w:r>
      <w:r>
        <w:t>…</w:t>
      </w:r>
    </w:p>
    <w:p w14:paraId="35BB4A00" w14:textId="77777777" w:rsidR="006F1ADB" w:rsidRDefault="006F1ADB" w:rsidP="005A3479">
      <w:r>
        <w:t>— </w:t>
      </w:r>
      <w:r w:rsidR="005A3479">
        <w:t>Oh</w:t>
      </w:r>
      <w:r>
        <w:t xml:space="preserve"> ! </w:t>
      </w:r>
      <w:r w:rsidR="005A3479">
        <w:t>je ne tiens pas à philosopher plus longtemps</w:t>
      </w:r>
      <w:r>
        <w:t xml:space="preserve">. </w:t>
      </w:r>
      <w:r w:rsidR="005A3479">
        <w:t>Je vois seulement ce qui est sous mes yeux</w:t>
      </w:r>
      <w:r>
        <w:t xml:space="preserve">. </w:t>
      </w:r>
      <w:r w:rsidR="005A3479">
        <w:t>Avez-vous jamais vu</w:t>
      </w:r>
      <w:r>
        <w:t xml:space="preserve">, </w:t>
      </w:r>
      <w:r w:rsidR="005A3479">
        <w:t>à vos genoux</w:t>
      </w:r>
      <w:r>
        <w:t xml:space="preserve">, </w:t>
      </w:r>
      <w:r w:rsidR="005A3479">
        <w:t>une femme que vous savez bonne</w:t>
      </w:r>
      <w:r>
        <w:t xml:space="preserve">, </w:t>
      </w:r>
      <w:r w:rsidR="005A3479">
        <w:t>en elle-même</w:t>
      </w:r>
      <w:r>
        <w:t xml:space="preserve">, </w:t>
      </w:r>
      <w:r w:rsidR="005A3479">
        <w:t>l</w:t>
      </w:r>
      <w:r>
        <w:t>’</w:t>
      </w:r>
      <w:r w:rsidR="005A3479">
        <w:t>avez-vous vue vous suppliant de l</w:t>
      </w:r>
      <w:r>
        <w:t>’</w:t>
      </w:r>
      <w:r w:rsidR="005A3479">
        <w:t>affranchir et réclamant votre indu</w:t>
      </w:r>
      <w:r w:rsidR="005A3479">
        <w:t>l</w:t>
      </w:r>
      <w:r w:rsidR="005A3479">
        <w:t>gence</w:t>
      </w:r>
      <w:r>
        <w:t> ?</w:t>
      </w:r>
    </w:p>
    <w:p w14:paraId="02164EAB" w14:textId="77777777" w:rsidR="006F1ADB" w:rsidRDefault="006F1ADB" w:rsidP="005A3479">
      <w:r>
        <w:t>— </w:t>
      </w:r>
      <w:r w:rsidR="005A3479">
        <w:t>Non</w:t>
      </w:r>
      <w:r>
        <w:t xml:space="preserve">, </w:t>
      </w:r>
      <w:r w:rsidR="005A3479">
        <w:t>Dieu merci</w:t>
      </w:r>
      <w:r>
        <w:t>.</w:t>
      </w:r>
    </w:p>
    <w:p w14:paraId="76051E0C" w14:textId="77777777" w:rsidR="006F1ADB" w:rsidRDefault="006F1ADB" w:rsidP="005A3479">
      <w:r>
        <w:t>— </w:t>
      </w:r>
      <w:r w:rsidR="005A3479">
        <w:t>Eh bien</w:t>
      </w:r>
      <w:r>
        <w:t xml:space="preserve">, </w:t>
      </w:r>
      <w:r w:rsidR="005A3479">
        <w:t>vous ne pouvez donner un avis sérieux sur mon cas</w:t>
      </w:r>
      <w:r>
        <w:t xml:space="preserve">. </w:t>
      </w:r>
      <w:r w:rsidR="005A3479">
        <w:t>Moi</w:t>
      </w:r>
      <w:r>
        <w:t xml:space="preserve">, </w:t>
      </w:r>
      <w:r w:rsidR="005A3479">
        <w:t>j</w:t>
      </w:r>
      <w:r>
        <w:t>’</w:t>
      </w:r>
      <w:r w:rsidR="005A3479">
        <w:t>ai été cet homme</w:t>
      </w:r>
      <w:r>
        <w:t xml:space="preserve">, </w:t>
      </w:r>
      <w:r w:rsidR="005A3479">
        <w:t>qu</w:t>
      </w:r>
      <w:r>
        <w:t>’</w:t>
      </w:r>
      <w:r w:rsidR="005A3479">
        <w:t>une femme a supplié</w:t>
      </w:r>
      <w:r>
        <w:t xml:space="preserve">, </w:t>
      </w:r>
      <w:r w:rsidR="005A3479">
        <w:t>et cela suffit à marquer la différence pour ceux qui ont tant soit peu de noblesse ou de chevalerie</w:t>
      </w:r>
      <w:r>
        <w:t>.</w:t>
      </w:r>
    </w:p>
    <w:p w14:paraId="71B0959E" w14:textId="77777777" w:rsidR="006F1ADB" w:rsidRDefault="006F1ADB" w:rsidP="005A3479">
      <w:r>
        <w:t>— </w:t>
      </w:r>
      <w:r w:rsidR="005A3479">
        <w:t>Mais fuir avec un cavalier</w:t>
      </w:r>
      <w:r>
        <w:t>…</w:t>
      </w:r>
    </w:p>
    <w:p w14:paraId="31780D8F" w14:textId="77777777" w:rsidR="006F1ADB" w:rsidRDefault="006F1ADB" w:rsidP="005A3479">
      <w:r>
        <w:t>— </w:t>
      </w:r>
      <w:r w:rsidR="005A3479">
        <w:t>C</w:t>
      </w:r>
      <w:r>
        <w:t>’</w:t>
      </w:r>
      <w:r w:rsidR="005A3479">
        <w:t>est une question qui la concerne seule</w:t>
      </w:r>
      <w:r>
        <w:t xml:space="preserve">. </w:t>
      </w:r>
      <w:r w:rsidR="005A3479">
        <w:t>Ce n</w:t>
      </w:r>
      <w:r>
        <w:t>’</w:t>
      </w:r>
      <w:r w:rsidR="005A3479">
        <w:t>est pas du tout la même chose que de vivre avec un mari en le trahissant</w:t>
      </w:r>
      <w:r>
        <w:t xml:space="preserve">. </w:t>
      </w:r>
      <w:r w:rsidR="005A3479">
        <w:t>Et je comprends fort bien que le sentiment qui unit ces deux êtres n</w:t>
      </w:r>
      <w:r>
        <w:t>’</w:t>
      </w:r>
      <w:r w:rsidR="005A3479">
        <w:t>est pas un sentiment ignoble</w:t>
      </w:r>
      <w:r>
        <w:t xml:space="preserve">, </w:t>
      </w:r>
      <w:r w:rsidR="005A3479">
        <w:t>simplement animal</w:t>
      </w:r>
      <w:r>
        <w:t xml:space="preserve">. </w:t>
      </w:r>
      <w:r w:rsidR="005A3479">
        <w:t>C</w:t>
      </w:r>
      <w:r>
        <w:t>’</w:t>
      </w:r>
      <w:r w:rsidR="005A3479">
        <w:t>est même ce qu</w:t>
      </w:r>
      <w:r>
        <w:t>’</w:t>
      </w:r>
      <w:r w:rsidR="005A3479">
        <w:t>il y a de pire pour moi</w:t>
      </w:r>
      <w:r>
        <w:t xml:space="preserve">, </w:t>
      </w:r>
      <w:r w:rsidR="005A3479">
        <w:t>car je prévois que leur affe</w:t>
      </w:r>
      <w:r w:rsidR="005A3479">
        <w:t>c</w:t>
      </w:r>
      <w:r w:rsidR="005A3479">
        <w:t>tion sera durable</w:t>
      </w:r>
      <w:r>
        <w:t xml:space="preserve">. </w:t>
      </w:r>
      <w:r w:rsidR="005A3479">
        <w:t>Leur suprême désir est d</w:t>
      </w:r>
      <w:r>
        <w:t>’</w:t>
      </w:r>
      <w:r w:rsidR="005A3479">
        <w:t>être ensemble</w:t>
      </w:r>
      <w:r>
        <w:t xml:space="preserve">, </w:t>
      </w:r>
      <w:r w:rsidR="005A3479">
        <w:t>de partager les mêmes émotions</w:t>
      </w:r>
      <w:r>
        <w:t xml:space="preserve">, </w:t>
      </w:r>
      <w:r w:rsidR="005A3479">
        <w:t>les mêmes idées</w:t>
      </w:r>
      <w:r>
        <w:t xml:space="preserve">, </w:t>
      </w:r>
      <w:r w:rsidR="005A3479">
        <w:t>les mêmes rêves</w:t>
      </w:r>
      <w:r>
        <w:t>.</w:t>
      </w:r>
    </w:p>
    <w:p w14:paraId="3757CA53" w14:textId="77777777" w:rsidR="006F1ADB" w:rsidRDefault="006F1ADB" w:rsidP="005A3479">
      <w:r>
        <w:t>— </w:t>
      </w:r>
      <w:r w:rsidR="005A3479">
        <w:t>Platonisme</w:t>
      </w:r>
      <w:r>
        <w:t> ?</w:t>
      </w:r>
    </w:p>
    <w:p w14:paraId="2E3F6156" w14:textId="77777777" w:rsidR="006F1ADB" w:rsidRDefault="006F1ADB" w:rsidP="005A3479">
      <w:r>
        <w:t>— </w:t>
      </w:r>
      <w:r w:rsidR="005A3479">
        <w:t>Mais non</w:t>
      </w:r>
      <w:r>
        <w:t xml:space="preserve">. </w:t>
      </w:r>
      <w:r w:rsidR="005A3479">
        <w:t xml:space="preserve">Ce serait plutôt un amour </w:t>
      </w:r>
      <w:proofErr w:type="spellStart"/>
      <w:r w:rsidR="005A3479">
        <w:t>shelleyen</w:t>
      </w:r>
      <w:proofErr w:type="spellEnd"/>
      <w:r>
        <w:t xml:space="preserve">. </w:t>
      </w:r>
      <w:r w:rsidR="005A3479">
        <w:t>Ils me rappellent Laon et Cynthia</w:t>
      </w:r>
      <w:r>
        <w:t xml:space="preserve">, </w:t>
      </w:r>
      <w:r w:rsidR="005A3479">
        <w:t>et quelque peu Paul et Virginie</w:t>
      </w:r>
      <w:r>
        <w:t xml:space="preserve">. </w:t>
      </w:r>
      <w:r w:rsidR="005A3479">
        <w:t>Plus je réfléchis</w:t>
      </w:r>
      <w:r>
        <w:t xml:space="preserve">, </w:t>
      </w:r>
      <w:r w:rsidR="005A3479">
        <w:t>plus je me sens entraîné à prendre entièrement leur parti</w:t>
      </w:r>
      <w:r>
        <w:t>.</w:t>
      </w:r>
    </w:p>
    <w:p w14:paraId="3AE116F4" w14:textId="77777777" w:rsidR="006F1ADB" w:rsidRDefault="006F1ADB" w:rsidP="005A3479">
      <w:r>
        <w:lastRenderedPageBreak/>
        <w:t>— </w:t>
      </w:r>
      <w:r w:rsidR="005A3479">
        <w:t>Mais si tout le monde faisait ce que vous allez faire</w:t>
      </w:r>
      <w:r>
        <w:t xml:space="preserve">, </w:t>
      </w:r>
      <w:r w:rsidR="005A3479">
        <w:t>ce s</w:t>
      </w:r>
      <w:r w:rsidR="005A3479">
        <w:t>e</w:t>
      </w:r>
      <w:r w:rsidR="005A3479">
        <w:t>rait une dissolution générale de la famille</w:t>
      </w:r>
      <w:r>
        <w:t xml:space="preserve">. </w:t>
      </w:r>
      <w:r w:rsidR="005A3479">
        <w:t>Elle ne serait plus l</w:t>
      </w:r>
      <w:r>
        <w:t>’</w:t>
      </w:r>
      <w:r w:rsidR="005A3479">
        <w:t>unité sociale</w:t>
      </w:r>
      <w:r>
        <w:t>.</w:t>
      </w:r>
    </w:p>
    <w:p w14:paraId="233FEE70" w14:textId="77777777" w:rsidR="006F1ADB" w:rsidRDefault="006F1ADB" w:rsidP="005A3479">
      <w:r>
        <w:t>— </w:t>
      </w:r>
      <w:r w:rsidR="005A3479">
        <w:t>Mais je ne vois pas pourquoi la femme et les enfants sans l</w:t>
      </w:r>
      <w:r>
        <w:t>’</w:t>
      </w:r>
      <w:r w:rsidR="005A3479">
        <w:t>homme ne constitueraient pas cette unité</w:t>
      </w:r>
      <w:r>
        <w:t> ?</w:t>
      </w:r>
    </w:p>
    <w:p w14:paraId="474FA479" w14:textId="77777777" w:rsidR="006F1ADB" w:rsidRDefault="006F1ADB" w:rsidP="005A3479">
      <w:r>
        <w:t>— </w:t>
      </w:r>
      <w:r w:rsidR="005A3479">
        <w:t>Le matriarcat</w:t>
      </w:r>
      <w:r>
        <w:t xml:space="preserve"> !… </w:t>
      </w:r>
      <w:r w:rsidR="005A3479">
        <w:t>Est-ce son avis</w:t>
      </w:r>
      <w:r>
        <w:t xml:space="preserve">, </w:t>
      </w:r>
      <w:r w:rsidR="005A3479">
        <w:t>à elle aussi</w:t>
      </w:r>
      <w:r>
        <w:t> ?</w:t>
      </w:r>
    </w:p>
    <w:p w14:paraId="33FCBA46" w14:textId="77777777" w:rsidR="006F1ADB" w:rsidRDefault="006F1ADB" w:rsidP="005A3479">
      <w:r>
        <w:t>— </w:t>
      </w:r>
      <w:r w:rsidR="005A3479">
        <w:t>Oh</w:t>
      </w:r>
      <w:r>
        <w:t xml:space="preserve"> ! </w:t>
      </w:r>
      <w:r w:rsidR="005A3479">
        <w:t>non</w:t>
      </w:r>
      <w:r>
        <w:t xml:space="preserve"> ; </w:t>
      </w:r>
      <w:r w:rsidR="005A3479">
        <w:t>elle pense même que je suis allé plus loin qu</w:t>
      </w:r>
      <w:r>
        <w:t>’</w:t>
      </w:r>
      <w:r w:rsidR="005A3479">
        <w:t>elle sur ce point</w:t>
      </w:r>
      <w:r>
        <w:t xml:space="preserve"> – </w:t>
      </w:r>
      <w:r w:rsidR="005A3479">
        <w:t>et tout cela depuis douze heures</w:t>
      </w:r>
      <w:r>
        <w:t>.</w:t>
      </w:r>
    </w:p>
    <w:p w14:paraId="1597F51D" w14:textId="77777777" w:rsidR="006F1ADB" w:rsidRDefault="006F1ADB" w:rsidP="005A3479">
      <w:r>
        <w:t>— </w:t>
      </w:r>
      <w:r w:rsidR="005A3479">
        <w:t>Bon Dieu</w:t>
      </w:r>
      <w:r>
        <w:t xml:space="preserve"> ! </w:t>
      </w:r>
      <w:r w:rsidR="005A3479">
        <w:t xml:space="preserve">Que dira </w:t>
      </w:r>
      <w:proofErr w:type="spellStart"/>
      <w:r w:rsidR="005A3479">
        <w:t>Shaston</w:t>
      </w:r>
      <w:proofErr w:type="spellEnd"/>
      <w:r>
        <w:t> ?</w:t>
      </w:r>
    </w:p>
    <w:p w14:paraId="67DAE1E4" w14:textId="77777777" w:rsidR="006F1ADB" w:rsidRDefault="006F1ADB" w:rsidP="005A3479">
      <w:r>
        <w:t>— </w:t>
      </w:r>
      <w:r w:rsidR="005A3479">
        <w:t>Je n</w:t>
      </w:r>
      <w:r>
        <w:t>’</w:t>
      </w:r>
      <w:r w:rsidR="005A3479">
        <w:t>en sais rien</w:t>
      </w:r>
      <w:r>
        <w:t xml:space="preserve">… </w:t>
      </w:r>
      <w:r w:rsidR="005A3479">
        <w:t>Maintenant</w:t>
      </w:r>
      <w:r>
        <w:t xml:space="preserve">, </w:t>
      </w:r>
      <w:r w:rsidR="005A3479">
        <w:t>je pars</w:t>
      </w:r>
      <w:r>
        <w:t xml:space="preserve">. </w:t>
      </w:r>
      <w:r w:rsidR="005A3479">
        <w:t>J</w:t>
      </w:r>
      <w:r>
        <w:t>’</w:t>
      </w:r>
      <w:r w:rsidR="005A3479">
        <w:t>ai un long trajet à faire</w:t>
      </w:r>
      <w:r>
        <w:t>.</w:t>
      </w:r>
    </w:p>
    <w:p w14:paraId="61AC17DF" w14:textId="01A3114A" w:rsidR="005A3479" w:rsidRDefault="005A3479" w:rsidP="005A3479"/>
    <w:p w14:paraId="793639EE" w14:textId="77777777" w:rsidR="006F1ADB" w:rsidRDefault="005A3479" w:rsidP="005A3479">
      <w:r>
        <w:t>Le lendemain matin</w:t>
      </w:r>
      <w:r w:rsidR="006F1ADB">
        <w:t xml:space="preserve">, </w:t>
      </w:r>
      <w:r>
        <w:t>pendant le déjeuner</w:t>
      </w:r>
      <w:r w:rsidR="006F1ADB">
        <w:t xml:space="preserve">, </w:t>
      </w:r>
      <w:proofErr w:type="spellStart"/>
      <w:r>
        <w:t>Phillotson</w:t>
      </w:r>
      <w:proofErr w:type="spellEnd"/>
      <w:r>
        <w:t xml:space="preserve"> dit à Sue</w:t>
      </w:r>
      <w:r w:rsidR="006F1ADB">
        <w:t> :</w:t>
      </w:r>
    </w:p>
    <w:p w14:paraId="7155BBE1" w14:textId="77777777" w:rsidR="006F1ADB" w:rsidRDefault="006F1ADB" w:rsidP="005A3479">
      <w:r>
        <w:t>— </w:t>
      </w:r>
      <w:r w:rsidR="005A3479">
        <w:t>Vous pouvez partir avec qui vous plaira</w:t>
      </w:r>
      <w:r>
        <w:t xml:space="preserve">. </w:t>
      </w:r>
      <w:r w:rsidR="005A3479">
        <w:t>Je donne mon consentement absolu et sans condition</w:t>
      </w:r>
      <w:r>
        <w:t>.</w:t>
      </w:r>
    </w:p>
    <w:p w14:paraId="34FA7129" w14:textId="77777777" w:rsidR="006F1ADB" w:rsidRDefault="005A3479" w:rsidP="005A3479">
      <w:proofErr w:type="spellStart"/>
      <w:r>
        <w:t>Phillotson</w:t>
      </w:r>
      <w:proofErr w:type="spellEnd"/>
      <w:r w:rsidR="006F1ADB">
        <w:t xml:space="preserve">, </w:t>
      </w:r>
      <w:r>
        <w:t>une fois arrivé à cette conclusion</w:t>
      </w:r>
      <w:r w:rsidR="006F1ADB">
        <w:t xml:space="preserve">, </w:t>
      </w:r>
      <w:r>
        <w:t>se convai</w:t>
      </w:r>
      <w:r>
        <w:t>n</w:t>
      </w:r>
      <w:r>
        <w:t>quit de plus en plus que c</w:t>
      </w:r>
      <w:r w:rsidR="006F1ADB">
        <w:t>’</w:t>
      </w:r>
      <w:r>
        <w:t>était indubitablement la meilleure</w:t>
      </w:r>
      <w:r w:rsidR="006F1ADB">
        <w:t>.</w:t>
      </w:r>
    </w:p>
    <w:p w14:paraId="0E99B692" w14:textId="77777777" w:rsidR="006F1ADB" w:rsidRDefault="005A3479" w:rsidP="005A3479">
      <w:r>
        <w:t>Quelques jours passèrent</w:t>
      </w:r>
      <w:r w:rsidR="006F1ADB">
        <w:t xml:space="preserve">, </w:t>
      </w:r>
      <w:r>
        <w:t>et le soir arriva où ils prirent e</w:t>
      </w:r>
      <w:r>
        <w:t>n</w:t>
      </w:r>
      <w:r>
        <w:t>semble leur dernier repas</w:t>
      </w:r>
      <w:r w:rsidR="006F1ADB">
        <w:t xml:space="preserve">, </w:t>
      </w:r>
      <w:r>
        <w:t>un soir de vent et de nuages</w:t>
      </w:r>
      <w:r w:rsidR="006F1ADB">
        <w:t>.</w:t>
      </w:r>
    </w:p>
    <w:p w14:paraId="552AAE63" w14:textId="77777777" w:rsidR="006F1ADB" w:rsidRDefault="006F1ADB" w:rsidP="005A3479">
      <w:r>
        <w:t>— </w:t>
      </w:r>
      <w:r w:rsidR="005A3479">
        <w:t>Je pense</w:t>
      </w:r>
      <w:r>
        <w:t xml:space="preserve">, </w:t>
      </w:r>
      <w:r w:rsidR="005A3479">
        <w:t xml:space="preserve">dit </w:t>
      </w:r>
      <w:proofErr w:type="spellStart"/>
      <w:r w:rsidR="005A3479">
        <w:t>Phillotson</w:t>
      </w:r>
      <w:proofErr w:type="spellEnd"/>
      <w:r>
        <w:t xml:space="preserve">, </w:t>
      </w:r>
      <w:r w:rsidR="005A3479">
        <w:t>que puisque nous nous sép</w:t>
      </w:r>
      <w:r w:rsidR="005A3479">
        <w:t>a</w:t>
      </w:r>
      <w:r w:rsidR="005A3479">
        <w:t>rons</w:t>
      </w:r>
      <w:r>
        <w:t xml:space="preserve">, </w:t>
      </w:r>
      <w:r w:rsidR="005A3479">
        <w:t>nous devons nous séparer tout à fait</w:t>
      </w:r>
      <w:r>
        <w:t xml:space="preserve">. </w:t>
      </w:r>
      <w:r w:rsidR="005A3479">
        <w:t>Je ne vous adresserai donc aucune question</w:t>
      </w:r>
      <w:r>
        <w:t xml:space="preserve"> ; </w:t>
      </w:r>
      <w:r w:rsidR="005A3479">
        <w:t>je désire même ne pas connaître votre adresse</w:t>
      </w:r>
      <w:r>
        <w:t xml:space="preserve">… </w:t>
      </w:r>
      <w:r w:rsidR="005A3479">
        <w:t>Maintenant</w:t>
      </w:r>
      <w:r>
        <w:t xml:space="preserve">, </w:t>
      </w:r>
      <w:r w:rsidR="005A3479">
        <w:t>avez-vous besoin d</w:t>
      </w:r>
      <w:r>
        <w:t>’</w:t>
      </w:r>
      <w:r w:rsidR="005A3479">
        <w:t>argent</w:t>
      </w:r>
      <w:r>
        <w:t> ?</w:t>
      </w:r>
    </w:p>
    <w:p w14:paraId="43F8F853" w14:textId="77777777" w:rsidR="006F1ADB" w:rsidRDefault="006F1ADB" w:rsidP="005A3479">
      <w:r>
        <w:t>— </w:t>
      </w:r>
      <w:r w:rsidR="005A3479">
        <w:t>Oh</w:t>
      </w:r>
      <w:r>
        <w:t xml:space="preserve"> ! </w:t>
      </w:r>
      <w:r w:rsidR="005A3479">
        <w:t>Richard</w:t>
      </w:r>
      <w:r>
        <w:t xml:space="preserve">, </w:t>
      </w:r>
      <w:r w:rsidR="005A3479">
        <w:t>je ne veux pas accepter votre argent pour vous quitter</w:t>
      </w:r>
      <w:r>
        <w:t xml:space="preserve">. </w:t>
      </w:r>
      <w:r w:rsidR="005A3479">
        <w:t>Le peu que j</w:t>
      </w:r>
      <w:r>
        <w:t>’</w:t>
      </w:r>
      <w:r w:rsidR="005A3479">
        <w:t>ai me suffit et Jude</w:t>
      </w:r>
      <w:r>
        <w:t>…</w:t>
      </w:r>
    </w:p>
    <w:p w14:paraId="6BDEE705" w14:textId="77777777" w:rsidR="006F1ADB" w:rsidRDefault="006F1ADB" w:rsidP="005A3479">
      <w:r>
        <w:lastRenderedPageBreak/>
        <w:t>— </w:t>
      </w:r>
      <w:r w:rsidR="005A3479">
        <w:t>Je voudrais vous entendre parler de lui le moins possible</w:t>
      </w:r>
      <w:r>
        <w:t xml:space="preserve">, </w:t>
      </w:r>
      <w:r w:rsidR="005A3479">
        <w:t>si vous y consentez</w:t>
      </w:r>
      <w:r>
        <w:t xml:space="preserve">. </w:t>
      </w:r>
      <w:r w:rsidR="005A3479">
        <w:t>Vous êtes libre</w:t>
      </w:r>
      <w:r>
        <w:t xml:space="preserve">, </w:t>
      </w:r>
      <w:r w:rsidR="005A3479">
        <w:t>absolument</w:t>
      </w:r>
      <w:r>
        <w:t xml:space="preserve">. </w:t>
      </w:r>
      <w:r w:rsidR="005A3479">
        <w:t>Prenez tout ce qui vous sera nécessaire</w:t>
      </w:r>
      <w:r>
        <w:t xml:space="preserve">. </w:t>
      </w:r>
      <w:r w:rsidR="005A3479">
        <w:t>Vous partez par le train de six heures trente</w:t>
      </w:r>
      <w:r>
        <w:t xml:space="preserve"> ?… </w:t>
      </w:r>
      <w:r w:rsidR="005A3479">
        <w:t>Il est maintenant six heures et quart</w:t>
      </w:r>
      <w:r>
        <w:t>.</w:t>
      </w:r>
    </w:p>
    <w:p w14:paraId="10048B3A" w14:textId="77777777" w:rsidR="006F1ADB" w:rsidRDefault="006F1ADB" w:rsidP="005A3479">
      <w:r>
        <w:t>— </w:t>
      </w:r>
      <w:r w:rsidR="005A3479">
        <w:t>Vous</w:t>
      </w:r>
      <w:r>
        <w:t xml:space="preserve">… </w:t>
      </w:r>
      <w:r w:rsidR="005A3479">
        <w:t>Vous ne semblez pas très affecté de mon départ</w:t>
      </w:r>
      <w:r>
        <w:t> ?</w:t>
      </w:r>
    </w:p>
    <w:p w14:paraId="420362A0" w14:textId="77777777" w:rsidR="006F1ADB" w:rsidRDefault="006F1ADB" w:rsidP="005A3479">
      <w:r>
        <w:t>— </w:t>
      </w:r>
      <w:r w:rsidR="005A3479">
        <w:t>Oh</w:t>
      </w:r>
      <w:r>
        <w:t xml:space="preserve"> ! </w:t>
      </w:r>
      <w:r w:rsidR="005A3479">
        <w:t>non</w:t>
      </w:r>
      <w:r>
        <w:t xml:space="preserve">… </w:t>
      </w:r>
      <w:r w:rsidR="005A3479">
        <w:t>peut-être non</w:t>
      </w:r>
      <w:r>
        <w:t>.</w:t>
      </w:r>
    </w:p>
    <w:p w14:paraId="62423EC1" w14:textId="77777777" w:rsidR="006F1ADB" w:rsidRDefault="006F1ADB" w:rsidP="005A3479">
      <w:r>
        <w:t>— </w:t>
      </w:r>
      <w:r w:rsidR="005A3479">
        <w:t>Je vous aime pour ce que vous avez fait</w:t>
      </w:r>
      <w:r>
        <w:t xml:space="preserve">. </w:t>
      </w:r>
      <w:r w:rsidR="005A3479">
        <w:t>C</w:t>
      </w:r>
      <w:r>
        <w:t>’</w:t>
      </w:r>
      <w:r w:rsidR="005A3479">
        <w:t>est curieux que je me sois attachée à vous</w:t>
      </w:r>
      <w:r>
        <w:t xml:space="preserve">, </w:t>
      </w:r>
      <w:r w:rsidR="005A3479">
        <w:t>dès que je vous ai considéré comme mon vieux maître et non comme mon mari</w:t>
      </w:r>
      <w:r>
        <w:t>.</w:t>
      </w:r>
    </w:p>
    <w:p w14:paraId="7C5641F5" w14:textId="77777777" w:rsidR="006F1ADB" w:rsidRDefault="005A3479" w:rsidP="005A3479">
      <w:r>
        <w:t>Elle versa quelques larmes en faisant des réflexions sur ce sujet</w:t>
      </w:r>
      <w:r w:rsidR="006F1ADB">
        <w:t xml:space="preserve">, </w:t>
      </w:r>
      <w:r>
        <w:t>puis l</w:t>
      </w:r>
      <w:r w:rsidR="006F1ADB">
        <w:t>’</w:t>
      </w:r>
      <w:r>
        <w:t>omnibus de la gare vint la chercher</w:t>
      </w:r>
      <w:r w:rsidR="006F1ADB">
        <w:t xml:space="preserve">. </w:t>
      </w:r>
      <w:proofErr w:type="spellStart"/>
      <w:r>
        <w:t>Phillotson</w:t>
      </w:r>
      <w:proofErr w:type="spellEnd"/>
      <w:r>
        <w:t xml:space="preserve"> vit hisser les bagages sur l</w:t>
      </w:r>
      <w:r w:rsidR="006F1ADB">
        <w:t>’</w:t>
      </w:r>
      <w:r>
        <w:t>impériale</w:t>
      </w:r>
      <w:r w:rsidR="006F1ADB">
        <w:t xml:space="preserve"> ; </w:t>
      </w:r>
      <w:r>
        <w:t>il donna la main à Sue pour l</w:t>
      </w:r>
      <w:r w:rsidR="006F1ADB">
        <w:t>’</w:t>
      </w:r>
      <w:r>
        <w:t>aider à monter</w:t>
      </w:r>
      <w:r w:rsidR="006F1ADB">
        <w:t xml:space="preserve">, </w:t>
      </w:r>
      <w:r>
        <w:t>et fut obligé de simuler un baiser d</w:t>
      </w:r>
      <w:r w:rsidR="006F1ADB">
        <w:t>’</w:t>
      </w:r>
      <w:r>
        <w:t>adieu qu</w:t>
      </w:r>
      <w:r w:rsidR="006F1ADB">
        <w:t>’</w:t>
      </w:r>
      <w:r>
        <w:t>elle reçut avec répugnance</w:t>
      </w:r>
      <w:r w:rsidR="006F1ADB">
        <w:t xml:space="preserve">. </w:t>
      </w:r>
      <w:r>
        <w:t>La bonne humeur qu</w:t>
      </w:r>
      <w:r w:rsidR="006F1ADB">
        <w:t>’</w:t>
      </w:r>
      <w:r>
        <w:t>ils affe</w:t>
      </w:r>
      <w:r>
        <w:t>c</w:t>
      </w:r>
      <w:r>
        <w:t>taient au moment de la séparation devait enlever tout soupçon au conducteur et lui faire croire qu</w:t>
      </w:r>
      <w:r w:rsidR="006F1ADB">
        <w:t>’</w:t>
      </w:r>
      <w:r>
        <w:t>il s</w:t>
      </w:r>
      <w:r w:rsidR="006F1ADB">
        <w:t>’</w:t>
      </w:r>
      <w:r>
        <w:t>agissait seulement d</w:t>
      </w:r>
      <w:r w:rsidR="006F1ADB">
        <w:t>’</w:t>
      </w:r>
      <w:r>
        <w:t>un court voyage</w:t>
      </w:r>
      <w:r w:rsidR="006F1ADB">
        <w:t>.</w:t>
      </w:r>
    </w:p>
    <w:p w14:paraId="2749C65B" w14:textId="77777777" w:rsidR="006F1ADB" w:rsidRDefault="005A3479" w:rsidP="005A3479">
      <w:r>
        <w:t xml:space="preserve">Quand </w:t>
      </w:r>
      <w:proofErr w:type="spellStart"/>
      <w:r>
        <w:t>Phillotson</w:t>
      </w:r>
      <w:proofErr w:type="spellEnd"/>
      <w:r>
        <w:t xml:space="preserve"> rentra chez lui</w:t>
      </w:r>
      <w:r w:rsidR="006F1ADB">
        <w:t xml:space="preserve">, </w:t>
      </w:r>
      <w:r>
        <w:t>il monta au premier étage</w:t>
      </w:r>
      <w:r w:rsidR="006F1ADB">
        <w:t xml:space="preserve">, </w:t>
      </w:r>
      <w:r>
        <w:t>ouvrit la fenêtre et regarda dans la direction que la vo</w:t>
      </w:r>
      <w:r>
        <w:t>i</w:t>
      </w:r>
      <w:r>
        <w:t>ture avait prise</w:t>
      </w:r>
      <w:r w:rsidR="006F1ADB">
        <w:t xml:space="preserve">. </w:t>
      </w:r>
      <w:r>
        <w:t>Le bruit des roues mourut bientôt dans le loi</w:t>
      </w:r>
      <w:r>
        <w:t>n</w:t>
      </w:r>
      <w:r>
        <w:t>tain</w:t>
      </w:r>
      <w:r w:rsidR="006F1ADB">
        <w:t xml:space="preserve">. </w:t>
      </w:r>
      <w:proofErr w:type="spellStart"/>
      <w:r>
        <w:t>Phillotson</w:t>
      </w:r>
      <w:proofErr w:type="spellEnd"/>
      <w:r>
        <w:t xml:space="preserve"> redescendit</w:t>
      </w:r>
      <w:r w:rsidR="006F1ADB">
        <w:t xml:space="preserve">, </w:t>
      </w:r>
      <w:r>
        <w:t>les traits contractés de souffrance</w:t>
      </w:r>
      <w:r w:rsidR="006F1ADB">
        <w:t xml:space="preserve">. </w:t>
      </w:r>
      <w:r>
        <w:t>Il prit son chapeau</w:t>
      </w:r>
      <w:r w:rsidR="006F1ADB">
        <w:t xml:space="preserve">, </w:t>
      </w:r>
      <w:r>
        <w:t>sortit</w:t>
      </w:r>
      <w:r w:rsidR="006F1ADB">
        <w:t xml:space="preserve">, </w:t>
      </w:r>
      <w:r>
        <w:t>et suivit la même route jusqu</w:t>
      </w:r>
      <w:r w:rsidR="006F1ADB">
        <w:t>’</w:t>
      </w:r>
      <w:r>
        <w:t>à près d</w:t>
      </w:r>
      <w:r w:rsidR="006F1ADB">
        <w:t>’</w:t>
      </w:r>
      <w:r>
        <w:t>un mille</w:t>
      </w:r>
      <w:r w:rsidR="006F1ADB">
        <w:t xml:space="preserve">. </w:t>
      </w:r>
      <w:r>
        <w:t>Puis</w:t>
      </w:r>
      <w:r w:rsidR="006F1ADB">
        <w:t xml:space="preserve">, </w:t>
      </w:r>
      <w:r>
        <w:t>retournant brusquement</w:t>
      </w:r>
      <w:r w:rsidR="006F1ADB">
        <w:t xml:space="preserve">, </w:t>
      </w:r>
      <w:r>
        <w:t>il revint</w:t>
      </w:r>
      <w:r>
        <w:rPr>
          <w:szCs w:val="32"/>
        </w:rPr>
        <w:t xml:space="preserve"> à </w:t>
      </w:r>
      <w:r>
        <w:t>la maison</w:t>
      </w:r>
      <w:r w:rsidR="006F1ADB">
        <w:t>.</w:t>
      </w:r>
    </w:p>
    <w:p w14:paraId="18878E3F" w14:textId="142D4200" w:rsidR="005A3479" w:rsidRDefault="005A3479" w:rsidP="006F1ADB">
      <w:pPr>
        <w:pStyle w:val="Titre2"/>
      </w:pPr>
      <w:bookmarkStart w:id="67" w:name="__RefHeading__69_1957917597"/>
      <w:bookmarkStart w:id="68" w:name="_Toc202369649"/>
      <w:bookmarkEnd w:id="67"/>
      <w:r>
        <w:lastRenderedPageBreak/>
        <w:t>V</w:t>
      </w:r>
      <w:bookmarkEnd w:id="68"/>
    </w:p>
    <w:p w14:paraId="6718275C" w14:textId="77777777" w:rsidR="006F1ADB" w:rsidRDefault="005A3479" w:rsidP="005A3479">
      <w:r>
        <w:t>Au moment où le train s</w:t>
      </w:r>
      <w:r w:rsidR="006F1ADB">
        <w:t>’</w:t>
      </w:r>
      <w:r>
        <w:t xml:space="preserve">arrêtait en gare de </w:t>
      </w:r>
      <w:proofErr w:type="spellStart"/>
      <w:r>
        <w:t>Melchester</w:t>
      </w:r>
      <w:proofErr w:type="spellEnd"/>
      <w:r w:rsidR="006F1ADB">
        <w:t xml:space="preserve">, </w:t>
      </w:r>
      <w:r>
        <w:t>une main se posa sur la porte du compartiment où Sue attendait</w:t>
      </w:r>
      <w:r w:rsidR="006F1ADB">
        <w:t xml:space="preserve">. </w:t>
      </w:r>
      <w:r>
        <w:t>Elle reconnut Jude</w:t>
      </w:r>
      <w:r w:rsidR="006F1ADB">
        <w:t xml:space="preserve">. </w:t>
      </w:r>
      <w:r>
        <w:t>Il monta promptement dans le wagon</w:t>
      </w:r>
      <w:r w:rsidR="006F1ADB">
        <w:t xml:space="preserve">. </w:t>
      </w:r>
      <w:r>
        <w:t>Il t</w:t>
      </w:r>
      <w:r>
        <w:t>e</w:t>
      </w:r>
      <w:r>
        <w:t>nait un paquet noir à la main et portait le costume sombre qu</w:t>
      </w:r>
      <w:r w:rsidR="006F1ADB">
        <w:t>’</w:t>
      </w:r>
      <w:r>
        <w:t>il revêtait le dimanche et le soir après le travail</w:t>
      </w:r>
      <w:r w:rsidR="006F1ADB">
        <w:t xml:space="preserve">. </w:t>
      </w:r>
      <w:r>
        <w:t>C</w:t>
      </w:r>
      <w:r w:rsidR="006F1ADB">
        <w:t>’</w:t>
      </w:r>
      <w:r>
        <w:t>était</w:t>
      </w:r>
      <w:r w:rsidR="006F1ADB">
        <w:t xml:space="preserve">, </w:t>
      </w:r>
      <w:r>
        <w:t>en vérité</w:t>
      </w:r>
      <w:r w:rsidR="006F1ADB">
        <w:t xml:space="preserve">, </w:t>
      </w:r>
      <w:r>
        <w:t>un beau jeune homme</w:t>
      </w:r>
      <w:r w:rsidR="006F1ADB">
        <w:t xml:space="preserve">, </w:t>
      </w:r>
      <w:r>
        <w:t>et son ardente tendresse pour Sue bri</w:t>
      </w:r>
      <w:r>
        <w:t>l</w:t>
      </w:r>
      <w:r>
        <w:t>lait dans ses yeux</w:t>
      </w:r>
      <w:r w:rsidR="006F1ADB">
        <w:t>.</w:t>
      </w:r>
    </w:p>
    <w:p w14:paraId="4D1E53CE" w14:textId="77777777" w:rsidR="006F1ADB" w:rsidRDefault="006F1ADB" w:rsidP="005A3479">
      <w:r>
        <w:t>— </w:t>
      </w:r>
      <w:r w:rsidR="005A3479">
        <w:t>Ô Jude</w:t>
      </w:r>
      <w:r>
        <w:t> !</w:t>
      </w:r>
    </w:p>
    <w:p w14:paraId="56434C70" w14:textId="77777777" w:rsidR="006F1ADB" w:rsidRDefault="005A3479" w:rsidP="005A3479">
      <w:r>
        <w:t>Elle heurta ses mains l</w:t>
      </w:r>
      <w:r w:rsidR="006F1ADB">
        <w:t>’</w:t>
      </w:r>
      <w:r>
        <w:t>une contre l</w:t>
      </w:r>
      <w:r w:rsidR="006F1ADB">
        <w:t>’</w:t>
      </w:r>
      <w:r>
        <w:t>autre</w:t>
      </w:r>
      <w:r w:rsidR="006F1ADB">
        <w:t xml:space="preserve">, </w:t>
      </w:r>
      <w:r>
        <w:t>et l</w:t>
      </w:r>
      <w:r w:rsidR="006F1ADB">
        <w:t>’</w:t>
      </w:r>
      <w:r>
        <w:t>état de nerv</w:t>
      </w:r>
      <w:r>
        <w:t>o</w:t>
      </w:r>
      <w:r>
        <w:t>sité provoqua une crise de sanglots sans larmes</w:t>
      </w:r>
      <w:r w:rsidR="006F1ADB">
        <w:t>.</w:t>
      </w:r>
    </w:p>
    <w:p w14:paraId="7BA3D307" w14:textId="77777777" w:rsidR="006F1ADB" w:rsidRDefault="006F1ADB" w:rsidP="005A3479">
      <w:r>
        <w:t>— </w:t>
      </w:r>
      <w:r w:rsidR="005A3479">
        <w:t>Je</w:t>
      </w:r>
      <w:r>
        <w:t xml:space="preserve">… </w:t>
      </w:r>
      <w:r w:rsidR="005A3479">
        <w:t>Je suis si heureuse</w:t>
      </w:r>
      <w:r>
        <w:t xml:space="preserve"> !… </w:t>
      </w:r>
      <w:r w:rsidR="005A3479">
        <w:t>Descendons-nous ici</w:t>
      </w:r>
      <w:r>
        <w:t> ?</w:t>
      </w:r>
    </w:p>
    <w:p w14:paraId="76908DDB" w14:textId="77777777" w:rsidR="006F1ADB" w:rsidRDefault="006F1ADB" w:rsidP="005A3479">
      <w:r>
        <w:t>— </w:t>
      </w:r>
      <w:r w:rsidR="005A3479">
        <w:t>Ici</w:t>
      </w:r>
      <w:r>
        <w:t xml:space="preserve">, </w:t>
      </w:r>
      <w:r w:rsidR="005A3479">
        <w:t>non</w:t>
      </w:r>
      <w:r>
        <w:t xml:space="preserve">. </w:t>
      </w:r>
      <w:r w:rsidR="005A3479">
        <w:t>C</w:t>
      </w:r>
      <w:r>
        <w:t>’</w:t>
      </w:r>
      <w:r w:rsidR="005A3479">
        <w:t>est impossible</w:t>
      </w:r>
      <w:r>
        <w:t xml:space="preserve">. </w:t>
      </w:r>
      <w:r w:rsidR="005A3479">
        <w:t xml:space="preserve">Nous sommes trop connus à </w:t>
      </w:r>
      <w:proofErr w:type="spellStart"/>
      <w:r w:rsidR="005A3479">
        <w:t>Melchester</w:t>
      </w:r>
      <w:proofErr w:type="spellEnd"/>
      <w:r>
        <w:t xml:space="preserve">, </w:t>
      </w:r>
      <w:r w:rsidR="005A3479">
        <w:t>moi</w:t>
      </w:r>
      <w:r>
        <w:t xml:space="preserve">, </w:t>
      </w:r>
      <w:r w:rsidR="005A3479">
        <w:t>du moins</w:t>
      </w:r>
      <w:r>
        <w:t xml:space="preserve">. </w:t>
      </w:r>
      <w:r w:rsidR="005A3479">
        <w:t>J</w:t>
      </w:r>
      <w:r>
        <w:t>’</w:t>
      </w:r>
      <w:r w:rsidR="005A3479">
        <w:t xml:space="preserve">ai pris deux billets pour </w:t>
      </w:r>
      <w:proofErr w:type="spellStart"/>
      <w:r w:rsidR="005A3479">
        <w:t>Al</w:t>
      </w:r>
      <w:r w:rsidR="005A3479">
        <w:t>d</w:t>
      </w:r>
      <w:r w:rsidR="005A3479">
        <w:t>brickam</w:t>
      </w:r>
      <w:proofErr w:type="spellEnd"/>
      <w:r>
        <w:t xml:space="preserve">… </w:t>
      </w:r>
      <w:r w:rsidR="005A3479">
        <w:t>C</w:t>
      </w:r>
      <w:r>
        <w:t>’</w:t>
      </w:r>
      <w:r w:rsidR="005A3479">
        <w:t>est une ville assez importante où personne ne nous connaît</w:t>
      </w:r>
      <w:r>
        <w:t>.</w:t>
      </w:r>
    </w:p>
    <w:p w14:paraId="4BABBE4E" w14:textId="77777777" w:rsidR="006F1ADB" w:rsidRDefault="006F1ADB" w:rsidP="005A3479">
      <w:r>
        <w:t>— </w:t>
      </w:r>
      <w:r w:rsidR="005A3479">
        <w:t>Et vous avez abandonné votre travail à la cathédrale</w:t>
      </w:r>
      <w:r>
        <w:t xml:space="preserve"> ?… </w:t>
      </w:r>
      <w:r w:rsidR="005A3479">
        <w:t>Ah</w:t>
      </w:r>
      <w:r>
        <w:t xml:space="preserve"> ! </w:t>
      </w:r>
      <w:r w:rsidR="005A3479">
        <w:t>je crains de vous porter malheur</w:t>
      </w:r>
      <w:r>
        <w:t xml:space="preserve">. </w:t>
      </w:r>
      <w:r w:rsidR="005A3479">
        <w:t>J</w:t>
      </w:r>
      <w:r>
        <w:t>’</w:t>
      </w:r>
      <w:r w:rsidR="005A3479">
        <w:t>ai détruit vos projets d</w:t>
      </w:r>
      <w:r>
        <w:t>’</w:t>
      </w:r>
      <w:r w:rsidR="005A3479">
        <w:t>avenir dans l</w:t>
      </w:r>
      <w:r>
        <w:t>’</w:t>
      </w:r>
      <w:r w:rsidR="005A3479">
        <w:t>Église</w:t>
      </w:r>
      <w:r>
        <w:t xml:space="preserve">, </w:t>
      </w:r>
      <w:r w:rsidR="005A3479">
        <w:t>ruiné vos espérances de succès dans votre métier</w:t>
      </w:r>
      <w:r>
        <w:t xml:space="preserve"> ; </w:t>
      </w:r>
      <w:r w:rsidR="005A3479">
        <w:t>j</w:t>
      </w:r>
      <w:r>
        <w:t>’</w:t>
      </w:r>
      <w:r w:rsidR="005A3479">
        <w:t>ai tout ruiné</w:t>
      </w:r>
      <w:r>
        <w:t>.</w:t>
      </w:r>
    </w:p>
    <w:p w14:paraId="110D63B3" w14:textId="77777777" w:rsidR="006F1ADB" w:rsidRDefault="005A3479" w:rsidP="005A3479">
      <w:r>
        <w:t>Elle recouvra l</w:t>
      </w:r>
      <w:r w:rsidR="006F1ADB">
        <w:t>’</w:t>
      </w:r>
      <w:r>
        <w:t>équilibre de son humeur quand ils eurent voyagé pendant quelques milles</w:t>
      </w:r>
      <w:r w:rsidR="006F1ADB">
        <w:t>.</w:t>
      </w:r>
    </w:p>
    <w:p w14:paraId="7BA2D0E2" w14:textId="77777777" w:rsidR="006F1ADB" w:rsidRDefault="006F1ADB" w:rsidP="005A3479">
      <w:r>
        <w:t>— </w:t>
      </w:r>
      <w:r w:rsidR="005A3479">
        <w:rPr>
          <w:i/>
          <w:iCs/>
        </w:rPr>
        <w:t>Il</w:t>
      </w:r>
      <w:r w:rsidR="005A3479">
        <w:t xml:space="preserve"> a été si bon en me laissant partir</w:t>
      </w:r>
      <w:r>
        <w:t xml:space="preserve">, </w:t>
      </w:r>
      <w:r w:rsidR="005A3479">
        <w:t>dit-elle</w:t>
      </w:r>
      <w:r>
        <w:t xml:space="preserve">. </w:t>
      </w:r>
      <w:r w:rsidR="005A3479">
        <w:t>J</w:t>
      </w:r>
      <w:r>
        <w:t>’</w:t>
      </w:r>
      <w:r w:rsidR="005A3479">
        <w:t>ai trouvé sur ma table à toilette ce billet adressé à vous</w:t>
      </w:r>
      <w:r>
        <w:t>.</w:t>
      </w:r>
    </w:p>
    <w:p w14:paraId="63C3B753" w14:textId="77777777" w:rsidR="006F1ADB" w:rsidRDefault="006F1ADB" w:rsidP="005A3479">
      <w:r>
        <w:t>— </w:t>
      </w:r>
      <w:r w:rsidR="005A3479">
        <w:t>Oui</w:t>
      </w:r>
      <w:r>
        <w:t xml:space="preserve">. </w:t>
      </w:r>
      <w:r w:rsidR="005A3479">
        <w:t>Ce n</w:t>
      </w:r>
      <w:r>
        <w:t>’</w:t>
      </w:r>
      <w:r w:rsidR="005A3479">
        <w:t>est pas un méchant homme</w:t>
      </w:r>
      <w:r>
        <w:t xml:space="preserve">, </w:t>
      </w:r>
      <w:r w:rsidR="005A3479">
        <w:t>dit Jude en jetant un coup d</w:t>
      </w:r>
      <w:r>
        <w:t>’</w:t>
      </w:r>
      <w:r w:rsidR="005A3479">
        <w:t>œil sur le billet</w:t>
      </w:r>
      <w:r>
        <w:t xml:space="preserve">. </w:t>
      </w:r>
      <w:r w:rsidR="005A3479">
        <w:t>J</w:t>
      </w:r>
      <w:r>
        <w:t>’</w:t>
      </w:r>
      <w:r w:rsidR="005A3479">
        <w:t>ai honte de le haïr parce qu</w:t>
      </w:r>
      <w:r>
        <w:t>’</w:t>
      </w:r>
      <w:r w:rsidR="005A3479">
        <w:t>il vous a épousée</w:t>
      </w:r>
      <w:r>
        <w:t>.</w:t>
      </w:r>
    </w:p>
    <w:p w14:paraId="115FA60B" w14:textId="77777777" w:rsidR="006F1ADB" w:rsidRDefault="006F1ADB" w:rsidP="005A3479">
      <w:r>
        <w:lastRenderedPageBreak/>
        <w:t>— </w:t>
      </w:r>
      <w:r w:rsidR="005A3479">
        <w:t>D</w:t>
      </w:r>
      <w:r>
        <w:t>’</w:t>
      </w:r>
      <w:r w:rsidR="005A3479">
        <w:t>après la coutume capricieuse des femmes</w:t>
      </w:r>
      <w:r>
        <w:t xml:space="preserve">, </w:t>
      </w:r>
      <w:r w:rsidR="005A3479">
        <w:t>j</w:t>
      </w:r>
      <w:r>
        <w:t>’</w:t>
      </w:r>
      <w:r w:rsidR="005A3479">
        <w:t>aurais dû l</w:t>
      </w:r>
      <w:r>
        <w:t>’</w:t>
      </w:r>
      <w:r w:rsidR="005A3479">
        <w:t>aimer tout à coup</w:t>
      </w:r>
      <w:r>
        <w:t xml:space="preserve">, </w:t>
      </w:r>
      <w:r w:rsidR="005A3479">
        <w:t>parce qu</w:t>
      </w:r>
      <w:r>
        <w:t>’</w:t>
      </w:r>
      <w:r w:rsidR="005A3479">
        <w:t>il m</w:t>
      </w:r>
      <w:r>
        <w:t>’</w:t>
      </w:r>
      <w:r w:rsidR="005A3479">
        <w:t>a laissée partir d</w:t>
      </w:r>
      <w:r>
        <w:t>’</w:t>
      </w:r>
      <w:r w:rsidR="005A3479">
        <w:t>une manière si généreuse et si imprévue</w:t>
      </w:r>
      <w:r>
        <w:t xml:space="preserve">, </w:t>
      </w:r>
      <w:r w:rsidR="005A3479">
        <w:t>répondit Sue en souriant</w:t>
      </w:r>
      <w:r>
        <w:t xml:space="preserve">. </w:t>
      </w:r>
      <w:r w:rsidR="005A3479">
        <w:t>Mais je suis si froide</w:t>
      </w:r>
      <w:r>
        <w:t xml:space="preserve">, </w:t>
      </w:r>
      <w:r w:rsidR="005A3479">
        <w:t>ou si dénuée de gratitude</w:t>
      </w:r>
      <w:r>
        <w:t xml:space="preserve">, </w:t>
      </w:r>
      <w:r w:rsidR="005A3479">
        <w:t>que même cette génér</w:t>
      </w:r>
      <w:r w:rsidR="005A3479">
        <w:t>o</w:t>
      </w:r>
      <w:r w:rsidR="005A3479">
        <w:t>sité ne m</w:t>
      </w:r>
      <w:r>
        <w:t>’</w:t>
      </w:r>
      <w:r w:rsidR="005A3479">
        <w:t>a point inspiré d</w:t>
      </w:r>
      <w:r>
        <w:t>’</w:t>
      </w:r>
      <w:r w:rsidR="005A3479">
        <w:t>amour ou de repentir</w:t>
      </w:r>
      <w:r>
        <w:t xml:space="preserve">, </w:t>
      </w:r>
      <w:r w:rsidR="005A3479">
        <w:t>ni le désir de demeurer avec lui comme épouse</w:t>
      </w:r>
      <w:r>
        <w:t xml:space="preserve">. </w:t>
      </w:r>
      <w:r w:rsidR="005A3479">
        <w:t>Cependant j</w:t>
      </w:r>
      <w:r>
        <w:t>’</w:t>
      </w:r>
      <w:r w:rsidR="005A3479">
        <w:t>apprécie son grand esprit et je le respecte plus que jamais</w:t>
      </w:r>
      <w:r>
        <w:t>.</w:t>
      </w:r>
    </w:p>
    <w:p w14:paraId="2AE80D81" w14:textId="77777777" w:rsidR="006F1ADB" w:rsidRDefault="006F1ADB" w:rsidP="005A3479">
      <w:r>
        <w:t>— </w:t>
      </w:r>
      <w:r w:rsidR="005A3479">
        <w:t>Il eût fait davantage pour notre bonheur s</w:t>
      </w:r>
      <w:r>
        <w:t>’</w:t>
      </w:r>
      <w:r w:rsidR="005A3479">
        <w:t>il eût été moins bon et si vous aviez fui contre sa volonté</w:t>
      </w:r>
      <w:r>
        <w:t>.</w:t>
      </w:r>
    </w:p>
    <w:p w14:paraId="6DAF01A5" w14:textId="77777777" w:rsidR="006F1ADB" w:rsidRDefault="006F1ADB" w:rsidP="005A3479">
      <w:r>
        <w:t>— </w:t>
      </w:r>
      <w:r w:rsidR="005A3479">
        <w:t>Ce que je n</w:t>
      </w:r>
      <w:r>
        <w:t>’</w:t>
      </w:r>
      <w:r w:rsidR="005A3479">
        <w:t>aurais jamais fait</w:t>
      </w:r>
      <w:r>
        <w:t>.</w:t>
      </w:r>
    </w:p>
    <w:p w14:paraId="1DDECDC9" w14:textId="77777777" w:rsidR="006F1ADB" w:rsidRDefault="005A3479" w:rsidP="005A3479">
      <w:r>
        <w:t>Jude fixa des yeux pensifs sur le visage de Sue</w:t>
      </w:r>
      <w:r w:rsidR="006F1ADB">
        <w:t xml:space="preserve">. </w:t>
      </w:r>
      <w:r>
        <w:t>Puis so</w:t>
      </w:r>
      <w:r>
        <w:t>u</w:t>
      </w:r>
      <w:r>
        <w:t>dain</w:t>
      </w:r>
      <w:r w:rsidR="006F1ADB">
        <w:t xml:space="preserve">, </w:t>
      </w:r>
      <w:r>
        <w:rPr>
          <w:szCs w:val="32"/>
        </w:rPr>
        <w:t xml:space="preserve">il </w:t>
      </w:r>
      <w:r>
        <w:t>l</w:t>
      </w:r>
      <w:r w:rsidR="006F1ADB">
        <w:t>’</w:t>
      </w:r>
      <w:r>
        <w:t>embrassa</w:t>
      </w:r>
      <w:r w:rsidR="006F1ADB">
        <w:t xml:space="preserve">, </w:t>
      </w:r>
      <w:r>
        <w:t>et il allait l</w:t>
      </w:r>
      <w:r w:rsidR="006F1ADB">
        <w:t>’</w:t>
      </w:r>
      <w:r>
        <w:t>embrasser encore</w:t>
      </w:r>
      <w:r w:rsidR="006F1ADB">
        <w:t>…</w:t>
      </w:r>
    </w:p>
    <w:p w14:paraId="3C69730C" w14:textId="77777777" w:rsidR="006F1ADB" w:rsidRDefault="006F1ADB" w:rsidP="005A3479">
      <w:r>
        <w:t>— </w:t>
      </w:r>
      <w:r w:rsidR="005A3479">
        <w:t>Non</w:t>
      </w:r>
      <w:r>
        <w:t xml:space="preserve">… </w:t>
      </w:r>
      <w:r w:rsidR="005A3479">
        <w:t>un baiser seulement</w:t>
      </w:r>
      <w:r>
        <w:t xml:space="preserve">… </w:t>
      </w:r>
      <w:r w:rsidR="005A3479">
        <w:t>je vous en supplie</w:t>
      </w:r>
      <w:r>
        <w:t xml:space="preserve">, </w:t>
      </w:r>
      <w:r w:rsidR="005A3479">
        <w:t>Jude</w:t>
      </w:r>
      <w:r>
        <w:t> !</w:t>
      </w:r>
    </w:p>
    <w:p w14:paraId="2F8F684A" w14:textId="77777777" w:rsidR="006F1ADB" w:rsidRDefault="006F1ADB" w:rsidP="005A3479">
      <w:r>
        <w:t>— </w:t>
      </w:r>
      <w:r w:rsidR="005A3479">
        <w:t>C</w:t>
      </w:r>
      <w:r>
        <w:t>’</w:t>
      </w:r>
      <w:r w:rsidR="005A3479">
        <w:t>est assez cruel</w:t>
      </w:r>
      <w:r>
        <w:t xml:space="preserve">, </w:t>
      </w:r>
      <w:r w:rsidR="005A3479">
        <w:t>dit-il</w:t>
      </w:r>
      <w:r>
        <w:t xml:space="preserve">, </w:t>
      </w:r>
      <w:r w:rsidR="005A3479">
        <w:t>mais il obéit</w:t>
      </w:r>
      <w:r>
        <w:t>.</w:t>
      </w:r>
    </w:p>
    <w:p w14:paraId="4EDE6E42" w14:textId="77777777" w:rsidR="006F1ADB" w:rsidRDefault="006F1ADB" w:rsidP="005A3479">
      <w:r>
        <w:t>— </w:t>
      </w:r>
      <w:r w:rsidR="005A3479">
        <w:t>Il m</w:t>
      </w:r>
      <w:r>
        <w:t>’</w:t>
      </w:r>
      <w:r w:rsidR="005A3479">
        <w:t>arrive une chose étrange</w:t>
      </w:r>
      <w:r>
        <w:t xml:space="preserve">, </w:t>
      </w:r>
      <w:r w:rsidR="005A3479">
        <w:t>reprit-il après un silence</w:t>
      </w:r>
      <w:r>
        <w:t xml:space="preserve">. </w:t>
      </w:r>
      <w:proofErr w:type="spellStart"/>
      <w:r w:rsidR="005A3479">
        <w:t>Arabella</w:t>
      </w:r>
      <w:proofErr w:type="spellEnd"/>
      <w:r w:rsidR="005A3479">
        <w:t xml:space="preserve"> m</w:t>
      </w:r>
      <w:r>
        <w:t>’</w:t>
      </w:r>
      <w:r w:rsidR="005A3479">
        <w:t>écrit pour me prier de divorcer afin qu</w:t>
      </w:r>
      <w:r>
        <w:t>’</w:t>
      </w:r>
      <w:r w:rsidR="005A3479">
        <w:t>elle puisse</w:t>
      </w:r>
      <w:r>
        <w:t xml:space="preserve">, </w:t>
      </w:r>
      <w:r w:rsidR="005A3479">
        <w:t>honnêtement et légalement</w:t>
      </w:r>
      <w:r>
        <w:t xml:space="preserve">, </w:t>
      </w:r>
      <w:r w:rsidR="005A3479">
        <w:t>épouser l</w:t>
      </w:r>
      <w:r>
        <w:t>’</w:t>
      </w:r>
      <w:r w:rsidR="005A3479">
        <w:t>homme qui est déjà son mari</w:t>
      </w:r>
      <w:r>
        <w:t xml:space="preserve">, </w:t>
      </w:r>
      <w:r w:rsidR="005A3479">
        <w:t>en fait</w:t>
      </w:r>
      <w:r>
        <w:t>.</w:t>
      </w:r>
    </w:p>
    <w:p w14:paraId="0AE0CD60" w14:textId="77777777" w:rsidR="006F1ADB" w:rsidRDefault="006F1ADB" w:rsidP="005A3479">
      <w:r>
        <w:t>— </w:t>
      </w:r>
      <w:r w:rsidR="005A3479">
        <w:t>Qu</w:t>
      </w:r>
      <w:r>
        <w:t>’</w:t>
      </w:r>
      <w:r w:rsidR="005A3479">
        <w:t>avez-vous fait</w:t>
      </w:r>
      <w:r>
        <w:t> ?</w:t>
      </w:r>
    </w:p>
    <w:p w14:paraId="6C65D481" w14:textId="77777777" w:rsidR="006F1ADB" w:rsidRDefault="006F1ADB" w:rsidP="005A3479">
      <w:r>
        <w:t>— </w:t>
      </w:r>
      <w:r w:rsidR="005A3479">
        <w:t>J</w:t>
      </w:r>
      <w:r>
        <w:t>’</w:t>
      </w:r>
      <w:r w:rsidR="005A3479">
        <w:t>ai consenti</w:t>
      </w:r>
      <w:r>
        <w:t>.</w:t>
      </w:r>
    </w:p>
    <w:p w14:paraId="3742BA2A" w14:textId="77777777" w:rsidR="006F1ADB" w:rsidRDefault="006F1ADB" w:rsidP="005A3479">
      <w:r>
        <w:t>— </w:t>
      </w:r>
      <w:r w:rsidR="005A3479">
        <w:t>Donc</w:t>
      </w:r>
      <w:r>
        <w:t xml:space="preserve">, </w:t>
      </w:r>
      <w:r w:rsidR="005A3479">
        <w:t>vous serez libre</w:t>
      </w:r>
      <w:r>
        <w:t> ?</w:t>
      </w:r>
    </w:p>
    <w:p w14:paraId="364A1F78" w14:textId="77777777" w:rsidR="006F1ADB" w:rsidRDefault="006F1ADB" w:rsidP="005A3479">
      <w:r>
        <w:t>— </w:t>
      </w:r>
      <w:r w:rsidR="005A3479">
        <w:t>Oui</w:t>
      </w:r>
      <w:r>
        <w:t xml:space="preserve">, </w:t>
      </w:r>
      <w:r w:rsidR="005A3479">
        <w:t>je serai libre</w:t>
      </w:r>
      <w:r>
        <w:t>.</w:t>
      </w:r>
    </w:p>
    <w:p w14:paraId="01C51A5B" w14:textId="77777777" w:rsidR="006F1ADB" w:rsidRDefault="006F1ADB" w:rsidP="005A3479">
      <w:r>
        <w:t>— </w:t>
      </w:r>
      <w:r w:rsidR="005A3479">
        <w:t>Où allons-nous</w:t>
      </w:r>
      <w:r>
        <w:t xml:space="preserve"> ? </w:t>
      </w:r>
      <w:r w:rsidR="005A3479">
        <w:t>demanda-t-elle</w:t>
      </w:r>
      <w:r>
        <w:t xml:space="preserve">, </w:t>
      </w:r>
      <w:r w:rsidR="005A3479">
        <w:t>avec la discontinuité d</w:t>
      </w:r>
      <w:r>
        <w:t>’</w:t>
      </w:r>
      <w:r w:rsidR="005A3479">
        <w:t>idées qu</w:t>
      </w:r>
      <w:r>
        <w:t>’</w:t>
      </w:r>
      <w:r w:rsidR="005A3479">
        <w:t>il avait remarquée en elle</w:t>
      </w:r>
      <w:r>
        <w:t xml:space="preserve">, </w:t>
      </w:r>
      <w:r w:rsidR="005A3479">
        <w:t>cette nuit-là</w:t>
      </w:r>
      <w:r>
        <w:t>.</w:t>
      </w:r>
    </w:p>
    <w:p w14:paraId="29E8A744" w14:textId="77777777" w:rsidR="006F1ADB" w:rsidRDefault="006F1ADB" w:rsidP="005A3479">
      <w:r>
        <w:t>— </w:t>
      </w:r>
      <w:r w:rsidR="005A3479">
        <w:t>Je vous l</w:t>
      </w:r>
      <w:r>
        <w:t>’</w:t>
      </w:r>
      <w:r w:rsidR="005A3479">
        <w:t>ai dit</w:t>
      </w:r>
      <w:r>
        <w:t xml:space="preserve"> : </w:t>
      </w:r>
      <w:r w:rsidR="005A3479">
        <w:t xml:space="preserve">à </w:t>
      </w:r>
      <w:proofErr w:type="spellStart"/>
      <w:r w:rsidR="005A3479">
        <w:t>Aldbrickam</w:t>
      </w:r>
      <w:proofErr w:type="spellEnd"/>
      <w:r>
        <w:t>.</w:t>
      </w:r>
    </w:p>
    <w:p w14:paraId="1E9F53F1" w14:textId="77777777" w:rsidR="006F1ADB" w:rsidRDefault="006F1ADB" w:rsidP="005A3479">
      <w:r>
        <w:lastRenderedPageBreak/>
        <w:t>— </w:t>
      </w:r>
      <w:r w:rsidR="005A3479">
        <w:t>Nous y arriverons tard</w:t>
      </w:r>
      <w:r>
        <w:t> ?</w:t>
      </w:r>
    </w:p>
    <w:p w14:paraId="58399C25" w14:textId="77777777" w:rsidR="006F1ADB" w:rsidRDefault="006F1ADB" w:rsidP="005A3479">
      <w:r>
        <w:t>— </w:t>
      </w:r>
      <w:r w:rsidR="005A3479">
        <w:t>Oui</w:t>
      </w:r>
      <w:r>
        <w:t xml:space="preserve">. </w:t>
      </w:r>
      <w:r w:rsidR="005A3479">
        <w:t>J</w:t>
      </w:r>
      <w:r>
        <w:t>’</w:t>
      </w:r>
      <w:r w:rsidR="005A3479">
        <w:t>ai songé à cela et j</w:t>
      </w:r>
      <w:r>
        <w:t>’</w:t>
      </w:r>
      <w:r w:rsidR="005A3479">
        <w:t>ai télégraphié pour retenir une chambre dans un hôtel de tempérance</w:t>
      </w:r>
      <w:r>
        <w:t>.</w:t>
      </w:r>
    </w:p>
    <w:p w14:paraId="618436C7" w14:textId="77777777" w:rsidR="006F1ADB" w:rsidRDefault="006F1ADB" w:rsidP="005A3479">
      <w:r>
        <w:t>— </w:t>
      </w:r>
      <w:r w:rsidR="005A3479">
        <w:t>Une seule chambre</w:t>
      </w:r>
      <w:r>
        <w:t> ?</w:t>
      </w:r>
    </w:p>
    <w:p w14:paraId="482B107A" w14:textId="77777777" w:rsidR="006F1ADB" w:rsidRDefault="006F1ADB" w:rsidP="005A3479">
      <w:r>
        <w:t>— </w:t>
      </w:r>
      <w:r w:rsidR="005A3479">
        <w:t>Oui</w:t>
      </w:r>
      <w:r>
        <w:t xml:space="preserve">… </w:t>
      </w:r>
      <w:r w:rsidR="005A3479">
        <w:t>une seule</w:t>
      </w:r>
      <w:r>
        <w:t>.</w:t>
      </w:r>
    </w:p>
    <w:p w14:paraId="79ABF973" w14:textId="77777777" w:rsidR="006F1ADB" w:rsidRDefault="005A3479" w:rsidP="005A3479">
      <w:r>
        <w:t>Elle le regarda</w:t>
      </w:r>
      <w:r w:rsidR="006F1ADB">
        <w:t>.</w:t>
      </w:r>
    </w:p>
    <w:p w14:paraId="3841398E" w14:textId="77777777" w:rsidR="006F1ADB" w:rsidRDefault="006F1ADB" w:rsidP="005A3479">
      <w:r>
        <w:t>— </w:t>
      </w:r>
      <w:r w:rsidR="005A3479">
        <w:t>Ô Jude</w:t>
      </w:r>
      <w:r>
        <w:t> !</w:t>
      </w:r>
    </w:p>
    <w:p w14:paraId="5E4FA0D0" w14:textId="77777777" w:rsidR="006F1ADB" w:rsidRDefault="005A3479" w:rsidP="005A3479">
      <w:r>
        <w:t>Et penchant son front dans le coin du wagon</w:t>
      </w:r>
      <w:r w:rsidR="006F1ADB">
        <w:t> :</w:t>
      </w:r>
    </w:p>
    <w:p w14:paraId="3D7BD88A" w14:textId="77777777" w:rsidR="006F1ADB" w:rsidRDefault="006F1ADB" w:rsidP="005A3479">
      <w:r>
        <w:t>— </w:t>
      </w:r>
      <w:r w:rsidR="005A3479">
        <w:t>Je pensais bien que vous feriez cela</w:t>
      </w:r>
      <w:r>
        <w:t xml:space="preserve">… </w:t>
      </w:r>
      <w:r w:rsidR="005A3479">
        <w:t>et que je vous ca</w:t>
      </w:r>
      <w:r w:rsidR="005A3479">
        <w:t>u</w:t>
      </w:r>
      <w:r w:rsidR="005A3479">
        <w:t>serais une déception</w:t>
      </w:r>
      <w:r>
        <w:t xml:space="preserve">. </w:t>
      </w:r>
      <w:r w:rsidR="005A3479">
        <w:t>Mais je ne puis accepter</w:t>
      </w:r>
      <w:r>
        <w:t>.</w:t>
      </w:r>
    </w:p>
    <w:p w14:paraId="4E2FD8D8" w14:textId="77777777" w:rsidR="006F1ADB" w:rsidRDefault="005A3479" w:rsidP="005A3479">
      <w:r>
        <w:t>Dans le silence qui suivit</w:t>
      </w:r>
      <w:r w:rsidR="006F1ADB">
        <w:t xml:space="preserve">, </w:t>
      </w:r>
      <w:r>
        <w:t>les yeux stupéfiés de Jude se d</w:t>
      </w:r>
      <w:r>
        <w:t>é</w:t>
      </w:r>
      <w:r>
        <w:t>tournèrent</w:t>
      </w:r>
      <w:r w:rsidR="006F1ADB">
        <w:t>.</w:t>
      </w:r>
    </w:p>
    <w:p w14:paraId="0D9F86BB" w14:textId="77777777" w:rsidR="006F1ADB" w:rsidRDefault="006F1ADB" w:rsidP="005A3479">
      <w:r>
        <w:t>— </w:t>
      </w:r>
      <w:r w:rsidR="005A3479">
        <w:t>Bien</w:t>
      </w:r>
      <w:r>
        <w:t xml:space="preserve">, </w:t>
      </w:r>
      <w:r w:rsidR="005A3479">
        <w:t>dit-il</w:t>
      </w:r>
      <w:r>
        <w:t xml:space="preserve">, </w:t>
      </w:r>
      <w:r w:rsidR="005A3479">
        <w:t>bien</w:t>
      </w:r>
      <w:r>
        <w:t>.</w:t>
      </w:r>
    </w:p>
    <w:p w14:paraId="760A9EA2" w14:textId="77777777" w:rsidR="006F1ADB" w:rsidRDefault="005A3479" w:rsidP="005A3479">
      <w:r>
        <w:t>Il gardait le silence et</w:t>
      </w:r>
      <w:r w:rsidR="006F1ADB">
        <w:t xml:space="preserve">, </w:t>
      </w:r>
      <w:r>
        <w:t>voyant sa déconfiture</w:t>
      </w:r>
      <w:r w:rsidR="006F1ADB">
        <w:t xml:space="preserve">, </w:t>
      </w:r>
      <w:r>
        <w:t>Sue posa sa tête contre la joue du jeune homme</w:t>
      </w:r>
      <w:r w:rsidR="006F1ADB">
        <w:t xml:space="preserve">, </w:t>
      </w:r>
      <w:r>
        <w:t>murmurant</w:t>
      </w:r>
      <w:r w:rsidR="006F1ADB">
        <w:t> :</w:t>
      </w:r>
    </w:p>
    <w:p w14:paraId="661A2F86" w14:textId="77777777" w:rsidR="006F1ADB" w:rsidRDefault="006F1ADB" w:rsidP="005A3479">
      <w:r>
        <w:t>— </w:t>
      </w:r>
      <w:r w:rsidR="005A3479">
        <w:t>Ne soyez pas fâché</w:t>
      </w:r>
      <w:r>
        <w:t xml:space="preserve">, </w:t>
      </w:r>
      <w:r w:rsidR="005A3479">
        <w:t>mon cher ami</w:t>
      </w:r>
      <w:r>
        <w:t>.</w:t>
      </w:r>
    </w:p>
    <w:p w14:paraId="6E110A6B" w14:textId="77777777" w:rsidR="006F1ADB" w:rsidRDefault="006F1ADB" w:rsidP="005A3479">
      <w:r>
        <w:t>— </w:t>
      </w:r>
      <w:r w:rsidR="005A3479">
        <w:t>Oh</w:t>
      </w:r>
      <w:r>
        <w:t xml:space="preserve"> ! </w:t>
      </w:r>
      <w:r w:rsidR="005A3479">
        <w:t>il n</w:t>
      </w:r>
      <w:r>
        <w:t>’</w:t>
      </w:r>
      <w:r w:rsidR="005A3479">
        <w:t>y a pas de mal</w:t>
      </w:r>
      <w:r>
        <w:t xml:space="preserve">, </w:t>
      </w:r>
      <w:r w:rsidR="005A3479">
        <w:t>dit-il</w:t>
      </w:r>
      <w:r>
        <w:t xml:space="preserve">. </w:t>
      </w:r>
      <w:r w:rsidR="005A3479">
        <w:t>Mais j</w:t>
      </w:r>
      <w:r>
        <w:t>’</w:t>
      </w:r>
      <w:r w:rsidR="005A3479">
        <w:t>avais compris que</w:t>
      </w:r>
      <w:r>
        <w:t xml:space="preserve">… </w:t>
      </w:r>
      <w:r w:rsidR="005A3479">
        <w:t>Est-ce un soudain changement d</w:t>
      </w:r>
      <w:r>
        <w:t>’</w:t>
      </w:r>
      <w:r w:rsidR="005A3479">
        <w:t>esprit</w:t>
      </w:r>
      <w:r>
        <w:t> ?</w:t>
      </w:r>
    </w:p>
    <w:p w14:paraId="39A0AA7B" w14:textId="77777777" w:rsidR="006F1ADB" w:rsidRDefault="006F1ADB" w:rsidP="005A3479">
      <w:r>
        <w:t>— </w:t>
      </w:r>
      <w:r w:rsidR="005A3479">
        <w:t>Vous n</w:t>
      </w:r>
      <w:r>
        <w:t>’</w:t>
      </w:r>
      <w:r w:rsidR="005A3479">
        <w:t>avez pas le droit de me poser une telle question</w:t>
      </w:r>
      <w:r>
        <w:t xml:space="preserve">, </w:t>
      </w:r>
      <w:r w:rsidR="005A3479">
        <w:t>et je ne répondrai pas</w:t>
      </w:r>
      <w:r>
        <w:t xml:space="preserve">, </w:t>
      </w:r>
      <w:r w:rsidR="005A3479">
        <w:t>dit-elle en souriant</w:t>
      </w:r>
      <w:r>
        <w:t>.</w:t>
      </w:r>
    </w:p>
    <w:p w14:paraId="4B57398D" w14:textId="77777777" w:rsidR="006F1ADB" w:rsidRDefault="006F1ADB" w:rsidP="005A3479">
      <w:r>
        <w:t>— </w:t>
      </w:r>
      <w:r w:rsidR="005A3479">
        <w:t>Ma chérie</w:t>
      </w:r>
      <w:r>
        <w:t xml:space="preserve">, </w:t>
      </w:r>
      <w:r w:rsidR="005A3479">
        <w:t>je tiens à votre bonheur plus qu</w:t>
      </w:r>
      <w:r>
        <w:t>’</w:t>
      </w:r>
      <w:r w:rsidR="005A3479">
        <w:t>à tout</w:t>
      </w:r>
      <w:r>
        <w:t xml:space="preserve">, </w:t>
      </w:r>
      <w:r w:rsidR="005A3479">
        <w:t>bien que nous paraissions destinés à nous quereller souvent</w:t>
      </w:r>
      <w:r>
        <w:t xml:space="preserve"> ; </w:t>
      </w:r>
      <w:r w:rsidR="005A3479">
        <w:t>votre volonté sera ma loi</w:t>
      </w:r>
      <w:r>
        <w:t xml:space="preserve">. </w:t>
      </w:r>
      <w:r w:rsidR="005A3479">
        <w:t>J</w:t>
      </w:r>
      <w:r>
        <w:t>’</w:t>
      </w:r>
      <w:r w:rsidR="005A3479">
        <w:t>espère être mieux qu</w:t>
      </w:r>
      <w:r>
        <w:t>’</w:t>
      </w:r>
      <w:r w:rsidR="005A3479">
        <w:t>un simple égoïste</w:t>
      </w:r>
      <w:r>
        <w:t xml:space="preserve">, </w:t>
      </w:r>
      <w:r w:rsidR="005A3479">
        <w:t>faites comme il vous plaira</w:t>
      </w:r>
      <w:r>
        <w:t>.</w:t>
      </w:r>
    </w:p>
    <w:p w14:paraId="16CF7541" w14:textId="77777777" w:rsidR="006F1ADB" w:rsidRDefault="005A3479" w:rsidP="005A3479">
      <w:r>
        <w:lastRenderedPageBreak/>
        <w:t>Une réflexion assombrit son front</w:t>
      </w:r>
      <w:r w:rsidR="006F1ADB">
        <w:t xml:space="preserve">. </w:t>
      </w:r>
      <w:r>
        <w:t>Il reprit avec perplex</w:t>
      </w:r>
      <w:r>
        <w:t>i</w:t>
      </w:r>
      <w:r>
        <w:t>té</w:t>
      </w:r>
      <w:r w:rsidR="006F1ADB">
        <w:t> :</w:t>
      </w:r>
    </w:p>
    <w:p w14:paraId="235B3860" w14:textId="77777777" w:rsidR="006F1ADB" w:rsidRDefault="006F1ADB" w:rsidP="005A3479">
      <w:r>
        <w:t>— </w:t>
      </w:r>
      <w:r w:rsidR="005A3479">
        <w:t>Mais peut-être votre refus vient-il de ce que vous ne m</w:t>
      </w:r>
      <w:r>
        <w:t>’</w:t>
      </w:r>
      <w:r w:rsidR="005A3479">
        <w:t>aimez plus et non de ce que vous vous mettez à obéir aux conventions</w:t>
      </w:r>
      <w:r>
        <w:t xml:space="preserve">. </w:t>
      </w:r>
      <w:r w:rsidR="005A3479">
        <w:t>D</w:t>
      </w:r>
      <w:r>
        <w:t>’</w:t>
      </w:r>
      <w:r w:rsidR="005A3479">
        <w:t>autant plus que</w:t>
      </w:r>
      <w:r>
        <w:t xml:space="preserve">, </w:t>
      </w:r>
      <w:r w:rsidR="005A3479">
        <w:t>d</w:t>
      </w:r>
      <w:r>
        <w:t>’</w:t>
      </w:r>
      <w:r w:rsidR="005A3479">
        <w:t>après vos leçons</w:t>
      </w:r>
      <w:r>
        <w:t xml:space="preserve">, </w:t>
      </w:r>
      <w:r w:rsidR="005A3479">
        <w:t>je hais la convention</w:t>
      </w:r>
      <w:r>
        <w:t xml:space="preserve">, </w:t>
      </w:r>
      <w:r w:rsidR="005A3479">
        <w:t>et j</w:t>
      </w:r>
      <w:r>
        <w:t>’</w:t>
      </w:r>
      <w:r w:rsidR="005A3479">
        <w:t>espère que c</w:t>
      </w:r>
      <w:r>
        <w:t>’</w:t>
      </w:r>
      <w:r w:rsidR="005A3479">
        <w:t>est cela et non l</w:t>
      </w:r>
      <w:r>
        <w:t>’</w:t>
      </w:r>
      <w:r w:rsidR="005A3479">
        <w:t>autre terrible a</w:t>
      </w:r>
      <w:r w:rsidR="005A3479">
        <w:t>l</w:t>
      </w:r>
      <w:r w:rsidR="005A3479">
        <w:t>ternative</w:t>
      </w:r>
      <w:r>
        <w:t>.</w:t>
      </w:r>
    </w:p>
    <w:p w14:paraId="5F84DDD4" w14:textId="77777777" w:rsidR="006F1ADB" w:rsidRDefault="006F1ADB" w:rsidP="005A3479">
      <w:r>
        <w:t>— </w:t>
      </w:r>
      <w:r w:rsidR="005A3479">
        <w:t>Attribuez ceci à ma timidité</w:t>
      </w:r>
      <w:r>
        <w:t xml:space="preserve">, </w:t>
      </w:r>
      <w:r w:rsidR="005A3479">
        <w:t>dit-elle</w:t>
      </w:r>
      <w:r>
        <w:t xml:space="preserve">, </w:t>
      </w:r>
      <w:r w:rsidR="005A3479">
        <w:t>à la timidité nat</w:t>
      </w:r>
      <w:r w:rsidR="005A3479">
        <w:t>u</w:t>
      </w:r>
      <w:r w:rsidR="005A3479">
        <w:t>relle d</w:t>
      </w:r>
      <w:r>
        <w:t>’</w:t>
      </w:r>
      <w:r w:rsidR="005A3479">
        <w:t>une femme qui sent approcher la crise</w:t>
      </w:r>
      <w:r>
        <w:t xml:space="preserve">. </w:t>
      </w:r>
      <w:r w:rsidR="005A3479">
        <w:t>Aussi bien que vous</w:t>
      </w:r>
      <w:r>
        <w:t xml:space="preserve">, </w:t>
      </w:r>
      <w:r w:rsidR="005A3479">
        <w:t>je puis sentir que j</w:t>
      </w:r>
      <w:r>
        <w:t>’</w:t>
      </w:r>
      <w:r w:rsidR="005A3479">
        <w:t>ai parfaitement le droit de vivre avec vous</w:t>
      </w:r>
      <w:r>
        <w:t xml:space="preserve">, </w:t>
      </w:r>
      <w:r w:rsidR="005A3479">
        <w:t>dès ce moment</w:t>
      </w:r>
      <w:r>
        <w:t xml:space="preserve">. </w:t>
      </w:r>
      <w:r w:rsidR="005A3479">
        <w:t>Je puis soutenir que</w:t>
      </w:r>
      <w:r>
        <w:t xml:space="preserve">, </w:t>
      </w:r>
      <w:r w:rsidR="005A3479">
        <w:t>dans une société normale</w:t>
      </w:r>
      <w:r>
        <w:t xml:space="preserve">, </w:t>
      </w:r>
      <w:r w:rsidR="005A3479">
        <w:t>personne n</w:t>
      </w:r>
      <w:r>
        <w:t>’</w:t>
      </w:r>
      <w:r w:rsidR="005A3479">
        <w:t>aura le droit de conjecturer quel peut être le père de l</w:t>
      </w:r>
      <w:r>
        <w:t>’</w:t>
      </w:r>
      <w:r w:rsidR="005A3479">
        <w:t>enfant d</w:t>
      </w:r>
      <w:r>
        <w:t>’</w:t>
      </w:r>
      <w:r w:rsidR="005A3479">
        <w:t>une femme</w:t>
      </w:r>
      <w:r>
        <w:t xml:space="preserve">, </w:t>
      </w:r>
      <w:r w:rsidR="005A3479">
        <w:t>pas plus qu</w:t>
      </w:r>
      <w:r>
        <w:t>’</w:t>
      </w:r>
      <w:r w:rsidR="005A3479">
        <w:t>on ne s</w:t>
      </w:r>
      <w:r>
        <w:t>’</w:t>
      </w:r>
      <w:r w:rsidR="005A3479">
        <w:t>occupe de la forme et de la façon de son linge de dessous</w:t>
      </w:r>
      <w:r>
        <w:t xml:space="preserve">. </w:t>
      </w:r>
      <w:r w:rsidR="005A3479">
        <w:t xml:space="preserve">Mais peut-être parce que je dois ma liberté à la générosité de </w:t>
      </w:r>
      <w:proofErr w:type="spellStart"/>
      <w:r w:rsidR="005A3479">
        <w:t>Phillotson</w:t>
      </w:r>
      <w:proofErr w:type="spellEnd"/>
      <w:r>
        <w:t xml:space="preserve">, </w:t>
      </w:r>
      <w:r w:rsidR="005A3479">
        <w:t>je veux être un peu rigide</w:t>
      </w:r>
      <w:r>
        <w:t xml:space="preserve">. </w:t>
      </w:r>
      <w:r w:rsidR="005A3479">
        <w:t>Si vous étiez venu me chercher par une échelle de corde</w:t>
      </w:r>
      <w:r>
        <w:t xml:space="preserve">, </w:t>
      </w:r>
      <w:r w:rsidR="005A3479">
        <w:t>s</w:t>
      </w:r>
      <w:r>
        <w:t>’</w:t>
      </w:r>
      <w:r w:rsidR="005A3479">
        <w:t>il avait couru après nous avec des pistolets</w:t>
      </w:r>
      <w:r>
        <w:t xml:space="preserve">, </w:t>
      </w:r>
      <w:r w:rsidR="005A3479">
        <w:t>tout m</w:t>
      </w:r>
      <w:r>
        <w:t>’</w:t>
      </w:r>
      <w:r w:rsidR="005A3479">
        <w:t>aurait semblé différent et j</w:t>
      </w:r>
      <w:r>
        <w:t>’</w:t>
      </w:r>
      <w:r w:rsidR="005A3479">
        <w:t>aurais autrement agi</w:t>
      </w:r>
      <w:r>
        <w:t xml:space="preserve">. </w:t>
      </w:r>
      <w:r w:rsidR="005A3479">
        <w:t>Mais n</w:t>
      </w:r>
      <w:r>
        <w:t>’</w:t>
      </w:r>
      <w:r w:rsidR="005A3479">
        <w:t>insistez pas</w:t>
      </w:r>
      <w:r>
        <w:t xml:space="preserve">, </w:t>
      </w:r>
      <w:r w:rsidR="005A3479">
        <w:t>ne me critiquez pas</w:t>
      </w:r>
      <w:r>
        <w:t xml:space="preserve">, </w:t>
      </w:r>
      <w:r w:rsidR="005A3479">
        <w:t>cher Jude</w:t>
      </w:r>
      <w:r>
        <w:t xml:space="preserve">. </w:t>
      </w:r>
      <w:r w:rsidR="005A3479">
        <w:t>Admettez que je n</w:t>
      </w:r>
      <w:r>
        <w:t>’</w:t>
      </w:r>
      <w:r w:rsidR="005A3479">
        <w:t>aie pas le courage de mes opinions</w:t>
      </w:r>
      <w:r>
        <w:t xml:space="preserve">. </w:t>
      </w:r>
      <w:r w:rsidR="005A3479">
        <w:t>Je sais que je suis une pauvre malheureuse créature</w:t>
      </w:r>
      <w:r>
        <w:t xml:space="preserve">. </w:t>
      </w:r>
      <w:r w:rsidR="005A3479">
        <w:t>Mon tempérament est moins pa</w:t>
      </w:r>
      <w:r w:rsidR="005A3479">
        <w:t>s</w:t>
      </w:r>
      <w:r w:rsidR="005A3479">
        <w:t>sionné que le vôtre</w:t>
      </w:r>
      <w:r>
        <w:t>.</w:t>
      </w:r>
    </w:p>
    <w:p w14:paraId="132F0FC9" w14:textId="77777777" w:rsidR="006F1ADB" w:rsidRDefault="005A3479" w:rsidP="005A3479">
      <w:r>
        <w:t>Il répondit simplement</w:t>
      </w:r>
      <w:r w:rsidR="006F1ADB">
        <w:t> :</w:t>
      </w:r>
    </w:p>
    <w:p w14:paraId="55781871" w14:textId="77777777" w:rsidR="006F1ADB" w:rsidRDefault="006F1ADB" w:rsidP="005A3479">
      <w:r>
        <w:t>— </w:t>
      </w:r>
      <w:r w:rsidR="005A3479">
        <w:t>J</w:t>
      </w:r>
      <w:r>
        <w:t>’</w:t>
      </w:r>
      <w:r w:rsidR="005A3479">
        <w:t>ai pensé</w:t>
      </w:r>
      <w:r>
        <w:t xml:space="preserve">… </w:t>
      </w:r>
      <w:r w:rsidR="005A3479">
        <w:t>ce que je devais naturellement penser</w:t>
      </w:r>
      <w:r>
        <w:t xml:space="preserve">. </w:t>
      </w:r>
      <w:r w:rsidR="005A3479">
        <w:t>Mais si nous ne sommes pas amants</w:t>
      </w:r>
      <w:r>
        <w:t xml:space="preserve">, </w:t>
      </w:r>
      <w:r w:rsidR="005A3479">
        <w:t>nous ne sommes pas</w:t>
      </w:r>
      <w:r>
        <w:t xml:space="preserve">. </w:t>
      </w:r>
      <w:proofErr w:type="spellStart"/>
      <w:r w:rsidR="005A3479">
        <w:t>Phillotson</w:t>
      </w:r>
      <w:proofErr w:type="spellEnd"/>
      <w:r w:rsidR="005A3479">
        <w:t xml:space="preserve"> est de cet avis</w:t>
      </w:r>
      <w:r>
        <w:t xml:space="preserve">, </w:t>
      </w:r>
      <w:r w:rsidR="005A3479">
        <w:t>j</w:t>
      </w:r>
      <w:r>
        <w:t>’</w:t>
      </w:r>
      <w:r w:rsidR="005A3479">
        <w:t>en suis sûr</w:t>
      </w:r>
      <w:r>
        <w:t xml:space="preserve">. </w:t>
      </w:r>
      <w:r w:rsidR="005A3479">
        <w:t>Voyez ce qu</w:t>
      </w:r>
      <w:r>
        <w:t>’</w:t>
      </w:r>
      <w:r w:rsidR="005A3479">
        <w:t>il m</w:t>
      </w:r>
      <w:r>
        <w:t>’</w:t>
      </w:r>
      <w:r w:rsidR="005A3479">
        <w:t>écrit</w:t>
      </w:r>
      <w:r>
        <w:t>.</w:t>
      </w:r>
    </w:p>
    <w:p w14:paraId="11EC4BE0" w14:textId="77777777" w:rsidR="006F1ADB" w:rsidRDefault="005A3479" w:rsidP="005A3479">
      <w:r>
        <w:t>Il ouvrit la lettre que Sue lui avait remise</w:t>
      </w:r>
      <w:r w:rsidR="006F1ADB">
        <w:t>.</w:t>
      </w:r>
    </w:p>
    <w:p w14:paraId="47DE3EE8" w14:textId="7B4E9D0F" w:rsidR="006F1ADB" w:rsidRDefault="006F1ADB" w:rsidP="005A3479">
      <w:r>
        <w:t>« </w:t>
      </w:r>
      <w:r w:rsidR="005A3479">
        <w:t>Je vous fais une seule condition</w:t>
      </w:r>
      <w:r>
        <w:t xml:space="preserve"> : </w:t>
      </w:r>
      <w:r w:rsidR="005A3479">
        <w:t>il faut que vous soyez tendre et bon pour elle</w:t>
      </w:r>
      <w:r>
        <w:t xml:space="preserve">. </w:t>
      </w:r>
      <w:r w:rsidR="005A3479">
        <w:t>Je sais que vous l</w:t>
      </w:r>
      <w:r>
        <w:t>’</w:t>
      </w:r>
      <w:r w:rsidR="005A3479">
        <w:t>aimez</w:t>
      </w:r>
      <w:r>
        <w:t xml:space="preserve"> ; </w:t>
      </w:r>
      <w:r w:rsidR="005A3479">
        <w:t>mais l</w:t>
      </w:r>
      <w:r>
        <w:t>’</w:t>
      </w:r>
      <w:r w:rsidR="005A3479">
        <w:t>amour même peut être cruel quelquefois</w:t>
      </w:r>
      <w:r>
        <w:t xml:space="preserve">. </w:t>
      </w:r>
      <w:r w:rsidR="005A3479">
        <w:t>Vous êtes faits l</w:t>
      </w:r>
      <w:r>
        <w:t>’</w:t>
      </w:r>
      <w:r w:rsidR="005A3479">
        <w:t xml:space="preserve">un </w:t>
      </w:r>
      <w:r w:rsidR="005A3479">
        <w:lastRenderedPageBreak/>
        <w:t>pour l</w:t>
      </w:r>
      <w:r>
        <w:t>’</w:t>
      </w:r>
      <w:r w:rsidR="005A3479">
        <w:t>autre</w:t>
      </w:r>
      <w:r>
        <w:t xml:space="preserve"> : </w:t>
      </w:r>
      <w:r w:rsidR="005A3479">
        <w:t>c</w:t>
      </w:r>
      <w:r>
        <w:t>’</w:t>
      </w:r>
      <w:r w:rsidR="005A3479">
        <w:t>est évident</w:t>
      </w:r>
      <w:r>
        <w:t xml:space="preserve">, </w:t>
      </w:r>
      <w:r w:rsidR="005A3479">
        <w:t>palpable</w:t>
      </w:r>
      <w:r>
        <w:t xml:space="preserve">, </w:t>
      </w:r>
      <w:r w:rsidR="005A3479">
        <w:t>pour quiconque est impartial</w:t>
      </w:r>
      <w:r>
        <w:t xml:space="preserve">. </w:t>
      </w:r>
      <w:r w:rsidR="005A3479">
        <w:t>Vous étiez le fantôme en tiers entre nous</w:t>
      </w:r>
      <w:r>
        <w:t xml:space="preserve">, </w:t>
      </w:r>
      <w:r w:rsidR="005A3479">
        <w:t>pendant notre courte vie conjugale</w:t>
      </w:r>
      <w:r>
        <w:t xml:space="preserve">. </w:t>
      </w:r>
      <w:r w:rsidR="005A3479">
        <w:t>Je vous le répète</w:t>
      </w:r>
      <w:r>
        <w:t xml:space="preserve"> : </w:t>
      </w:r>
      <w:r w:rsidR="005A3479">
        <w:t>prenez soin de Sue</w:t>
      </w:r>
      <w:r>
        <w:t>. »</w:t>
      </w:r>
    </w:p>
    <w:p w14:paraId="576F6C09" w14:textId="77777777" w:rsidR="006F1ADB" w:rsidRDefault="006F1ADB" w:rsidP="005A3479">
      <w:r>
        <w:t>— </w:t>
      </w:r>
      <w:r w:rsidR="005A3479">
        <w:t>C</w:t>
      </w:r>
      <w:r>
        <w:t>’</w:t>
      </w:r>
      <w:r w:rsidR="005A3479">
        <w:t>est un brave homme</w:t>
      </w:r>
      <w:r>
        <w:t xml:space="preserve">, </w:t>
      </w:r>
      <w:r w:rsidR="005A3479">
        <w:t>dit-elle en retenant ses larmes</w:t>
      </w:r>
      <w:r>
        <w:t xml:space="preserve">. </w:t>
      </w:r>
      <w:r w:rsidR="005A3479">
        <w:t>Je n</w:t>
      </w:r>
      <w:r>
        <w:t>’</w:t>
      </w:r>
      <w:r w:rsidR="005A3479">
        <w:t>ai jamais été si près de l</w:t>
      </w:r>
      <w:r>
        <w:t>’</w:t>
      </w:r>
      <w:r w:rsidR="005A3479">
        <w:t>aimer qu</w:t>
      </w:r>
      <w:r>
        <w:t>’</w:t>
      </w:r>
      <w:r w:rsidR="005A3479">
        <w:t>en le voyant s</w:t>
      </w:r>
      <w:r>
        <w:t>’</w:t>
      </w:r>
      <w:r w:rsidR="005A3479">
        <w:t>occuper de mes préparatifs de voyage et même m</w:t>
      </w:r>
      <w:r>
        <w:t>’</w:t>
      </w:r>
      <w:r w:rsidR="005A3479">
        <w:t>offrir son argent</w:t>
      </w:r>
      <w:r>
        <w:t xml:space="preserve">. </w:t>
      </w:r>
      <w:r w:rsidR="005A3479">
        <w:t>Pou</w:t>
      </w:r>
      <w:r w:rsidR="005A3479">
        <w:t>r</w:t>
      </w:r>
      <w:r w:rsidR="005A3479">
        <w:t>tant</w:t>
      </w:r>
      <w:r>
        <w:t xml:space="preserve">, </w:t>
      </w:r>
      <w:r w:rsidR="005A3479">
        <w:t>je n</w:t>
      </w:r>
      <w:r>
        <w:t>’</w:t>
      </w:r>
      <w:r w:rsidR="005A3479">
        <w:t>ai pu l</w:t>
      </w:r>
      <w:r>
        <w:t>’</w:t>
      </w:r>
      <w:r w:rsidR="005A3479">
        <w:t>aimer</w:t>
      </w:r>
      <w:r>
        <w:t xml:space="preserve">. </w:t>
      </w:r>
      <w:r w:rsidR="005A3479">
        <w:t>Si j</w:t>
      </w:r>
      <w:r>
        <w:t>’</w:t>
      </w:r>
      <w:r w:rsidR="005A3479">
        <w:t>avais eu pour lui le moindre sent</w:t>
      </w:r>
      <w:r w:rsidR="005A3479">
        <w:t>i</w:t>
      </w:r>
      <w:r w:rsidR="005A3479">
        <w:t>ment d</w:t>
      </w:r>
      <w:r>
        <w:t>’</w:t>
      </w:r>
      <w:r w:rsidR="005A3479">
        <w:t>amour</w:t>
      </w:r>
      <w:r>
        <w:t xml:space="preserve">, </w:t>
      </w:r>
      <w:r w:rsidR="005A3479">
        <w:t>je serais déjà revenue vers lui</w:t>
      </w:r>
      <w:r>
        <w:t>.</w:t>
      </w:r>
    </w:p>
    <w:p w14:paraId="07739D50" w14:textId="77777777" w:rsidR="006F1ADB" w:rsidRDefault="006F1ADB" w:rsidP="005A3479">
      <w:r>
        <w:t>— </w:t>
      </w:r>
      <w:r w:rsidR="005A3479">
        <w:t>Mais vous ne l</w:t>
      </w:r>
      <w:r>
        <w:t>’</w:t>
      </w:r>
      <w:r w:rsidR="005A3479">
        <w:t>aimez pas</w:t>
      </w:r>
      <w:r>
        <w:t> ?</w:t>
      </w:r>
    </w:p>
    <w:p w14:paraId="76F99D01" w14:textId="77777777" w:rsidR="006F1ADB" w:rsidRDefault="006F1ADB" w:rsidP="005A3479">
      <w:r>
        <w:t>— </w:t>
      </w:r>
      <w:r w:rsidR="005A3479">
        <w:t>C</w:t>
      </w:r>
      <w:r>
        <w:t>’</w:t>
      </w:r>
      <w:r w:rsidR="005A3479">
        <w:t>est vrai</w:t>
      </w:r>
      <w:r>
        <w:t xml:space="preserve">… </w:t>
      </w:r>
      <w:r w:rsidR="005A3479">
        <w:t>terriblement vrai</w:t>
      </w:r>
      <w:r>
        <w:t xml:space="preserve">… </w:t>
      </w:r>
      <w:r w:rsidR="005A3479">
        <w:t>Je ne l</w:t>
      </w:r>
      <w:r>
        <w:t>’</w:t>
      </w:r>
      <w:r w:rsidR="005A3479">
        <w:t>aime pas</w:t>
      </w:r>
      <w:r>
        <w:t>.</w:t>
      </w:r>
    </w:p>
    <w:p w14:paraId="39C0106C" w14:textId="77777777" w:rsidR="006F1ADB" w:rsidRDefault="006F1ADB" w:rsidP="005A3479">
      <w:r>
        <w:t>— </w:t>
      </w:r>
      <w:r w:rsidR="005A3479">
        <w:t>Ni moi non plus</w:t>
      </w:r>
      <w:r>
        <w:t xml:space="preserve">, </w:t>
      </w:r>
      <w:r w:rsidR="005A3479">
        <w:t>vous ne m</w:t>
      </w:r>
      <w:r>
        <w:t>’</w:t>
      </w:r>
      <w:r w:rsidR="005A3479">
        <w:t>aimez pas</w:t>
      </w:r>
      <w:r>
        <w:t xml:space="preserve">. </w:t>
      </w:r>
      <w:r w:rsidR="005A3479">
        <w:t>Je commence à le craindre</w:t>
      </w:r>
      <w:r>
        <w:t xml:space="preserve">. </w:t>
      </w:r>
      <w:r w:rsidR="005A3479">
        <w:t>Ni personne</w:t>
      </w:r>
      <w:r>
        <w:t xml:space="preserve">, </w:t>
      </w:r>
      <w:r w:rsidR="005A3479">
        <w:t>peut-être</w:t>
      </w:r>
      <w:r>
        <w:t xml:space="preserve">… </w:t>
      </w:r>
      <w:r w:rsidR="005A3479">
        <w:t>Sue</w:t>
      </w:r>
      <w:r>
        <w:t xml:space="preserve">, </w:t>
      </w:r>
      <w:r w:rsidR="005A3479">
        <w:t>quelquefois</w:t>
      </w:r>
      <w:r>
        <w:t xml:space="preserve">, </w:t>
      </w:r>
      <w:r w:rsidR="005A3479">
        <w:t>quand je suis fâché contre vous</w:t>
      </w:r>
      <w:r>
        <w:t xml:space="preserve">, </w:t>
      </w:r>
      <w:r w:rsidR="005A3479">
        <w:t>je pense que vous êtes incapable de vér</w:t>
      </w:r>
      <w:r w:rsidR="005A3479">
        <w:t>i</w:t>
      </w:r>
      <w:r w:rsidR="005A3479">
        <w:t>table amour</w:t>
      </w:r>
      <w:r>
        <w:t>.</w:t>
      </w:r>
    </w:p>
    <w:p w14:paraId="55E232D8" w14:textId="77777777" w:rsidR="006F1ADB" w:rsidRDefault="006F1ADB" w:rsidP="005A3479">
      <w:r>
        <w:t>— </w:t>
      </w:r>
      <w:r w:rsidR="005A3479">
        <w:t>Ce n</w:t>
      </w:r>
      <w:r>
        <w:t>’</w:t>
      </w:r>
      <w:r w:rsidR="005A3479">
        <w:t>est pas bien</w:t>
      </w:r>
      <w:r>
        <w:t xml:space="preserve">, </w:t>
      </w:r>
      <w:r w:rsidR="005A3479">
        <w:t>ce n</w:t>
      </w:r>
      <w:r>
        <w:t>’</w:t>
      </w:r>
      <w:r w:rsidR="005A3479">
        <w:t>est pas loyal</w:t>
      </w:r>
      <w:r>
        <w:t xml:space="preserve">, </w:t>
      </w:r>
      <w:proofErr w:type="spellStart"/>
      <w:r w:rsidR="005A3479">
        <w:t>dit elle</w:t>
      </w:r>
      <w:proofErr w:type="spellEnd"/>
      <w:r w:rsidR="005A3479">
        <w:t xml:space="preserve"> en s</w:t>
      </w:r>
      <w:r>
        <w:t>’</w:t>
      </w:r>
      <w:r w:rsidR="005A3479">
        <w:t>écartant de lui le plus loin qu</w:t>
      </w:r>
      <w:r>
        <w:t>’</w:t>
      </w:r>
      <w:r w:rsidR="005A3479">
        <w:t>elle pouvait et en regardant dans l</w:t>
      </w:r>
      <w:r>
        <w:t>’</w:t>
      </w:r>
      <w:r w:rsidR="005A3479">
        <w:t>ombre d</w:t>
      </w:r>
      <w:r>
        <w:t>’</w:t>
      </w:r>
      <w:r w:rsidR="005A3479">
        <w:t>un œil sévère</w:t>
      </w:r>
      <w:r>
        <w:t xml:space="preserve">. </w:t>
      </w:r>
      <w:r w:rsidR="005A3479">
        <w:t>Mon affection pour vous ne ressemble peut-être pas à celle des autres femmes</w:t>
      </w:r>
      <w:r>
        <w:t xml:space="preserve">. </w:t>
      </w:r>
      <w:r w:rsidR="005A3479">
        <w:t>C</w:t>
      </w:r>
      <w:r>
        <w:t>’</w:t>
      </w:r>
      <w:r w:rsidR="005A3479">
        <w:t>est un délice pour moi d</w:t>
      </w:r>
      <w:r>
        <w:t>’</w:t>
      </w:r>
      <w:r w:rsidR="005A3479">
        <w:t>être avec vous</w:t>
      </w:r>
      <w:r>
        <w:t xml:space="preserve">, </w:t>
      </w:r>
      <w:r w:rsidR="005A3479">
        <w:t>un délice d</w:t>
      </w:r>
      <w:r>
        <w:t>’</w:t>
      </w:r>
      <w:r w:rsidR="005A3479">
        <w:t>une délicatesse suprême</w:t>
      </w:r>
      <w:r>
        <w:t xml:space="preserve">, </w:t>
      </w:r>
      <w:r w:rsidR="005A3479">
        <w:t>et je ne veux pas risquer de le détruire en essayant d</w:t>
      </w:r>
      <w:r>
        <w:t>’</w:t>
      </w:r>
      <w:r w:rsidR="005A3479">
        <w:t>en augmenter l</w:t>
      </w:r>
      <w:r>
        <w:t>’</w:t>
      </w:r>
      <w:r w:rsidR="005A3479">
        <w:t>intensité</w:t>
      </w:r>
      <w:r>
        <w:t xml:space="preserve">. </w:t>
      </w:r>
      <w:r w:rsidR="005A3479">
        <w:t>J</w:t>
      </w:r>
      <w:r>
        <w:t>’</w:t>
      </w:r>
      <w:r w:rsidR="005A3479">
        <w:t>ai toujours imaginé que pour l</w:t>
      </w:r>
      <w:r>
        <w:t>’</w:t>
      </w:r>
      <w:r w:rsidR="005A3479">
        <w:t>homme et la femme</w:t>
      </w:r>
      <w:r>
        <w:t xml:space="preserve">, </w:t>
      </w:r>
      <w:r w:rsidR="005A3479">
        <w:t>en gén</w:t>
      </w:r>
      <w:r w:rsidR="005A3479">
        <w:t>é</w:t>
      </w:r>
      <w:r w:rsidR="005A3479">
        <w:t>ral</w:t>
      </w:r>
      <w:r>
        <w:t xml:space="preserve">, </w:t>
      </w:r>
      <w:r w:rsidR="005A3479">
        <w:t>il y avait un risque à courir</w:t>
      </w:r>
      <w:r>
        <w:t xml:space="preserve">. </w:t>
      </w:r>
      <w:r w:rsidR="005A3479">
        <w:t>Mais</w:t>
      </w:r>
      <w:r>
        <w:t xml:space="preserve">, </w:t>
      </w:r>
      <w:r w:rsidR="005A3479">
        <w:t xml:space="preserve">de </w:t>
      </w:r>
      <w:r w:rsidR="005A3479">
        <w:rPr>
          <w:i/>
          <w:iCs/>
        </w:rPr>
        <w:t>vous</w:t>
      </w:r>
      <w:r w:rsidR="005A3479">
        <w:t xml:space="preserve"> à </w:t>
      </w:r>
      <w:r w:rsidR="005A3479">
        <w:rPr>
          <w:i/>
          <w:szCs w:val="32"/>
        </w:rPr>
        <w:t>moi</w:t>
      </w:r>
      <w:r>
        <w:rPr>
          <w:i/>
          <w:szCs w:val="32"/>
        </w:rPr>
        <w:t xml:space="preserve">, </w:t>
      </w:r>
      <w:r w:rsidR="005A3479">
        <w:t>j</w:t>
      </w:r>
      <w:r>
        <w:t>’</w:t>
      </w:r>
      <w:r w:rsidR="005A3479">
        <w:t>ai résolu de me confier à vous</w:t>
      </w:r>
      <w:r>
        <w:t xml:space="preserve">, </w:t>
      </w:r>
      <w:r w:rsidR="005A3479">
        <w:t>pour que vous mettiez mes désirs au-dessus de votre contentement</w:t>
      </w:r>
      <w:r>
        <w:t xml:space="preserve">. </w:t>
      </w:r>
      <w:r w:rsidR="005A3479">
        <w:t>Ne discutons pas davantage</w:t>
      </w:r>
      <w:r>
        <w:t xml:space="preserve">, </w:t>
      </w:r>
      <w:r w:rsidR="005A3479">
        <w:t>cher Jude</w:t>
      </w:r>
      <w:r>
        <w:t>.</w:t>
      </w:r>
    </w:p>
    <w:p w14:paraId="6C50A2C2" w14:textId="77777777" w:rsidR="006F1ADB" w:rsidRDefault="005A3479" w:rsidP="005A3479">
      <w:r>
        <w:t xml:space="preserve">Il était dix heures quand ils arrivèrent à </w:t>
      </w:r>
      <w:proofErr w:type="spellStart"/>
      <w:r>
        <w:t>Aldbrickam</w:t>
      </w:r>
      <w:proofErr w:type="spellEnd"/>
      <w:r w:rsidR="006F1ADB">
        <w:t xml:space="preserve">, </w:t>
      </w:r>
      <w:r>
        <w:t>la c</w:t>
      </w:r>
      <w:r>
        <w:t>a</w:t>
      </w:r>
      <w:r>
        <w:t>pitale du Wessex du nord</w:t>
      </w:r>
      <w:r w:rsidR="006F1ADB">
        <w:t xml:space="preserve">. </w:t>
      </w:r>
      <w:r>
        <w:t>Sue refusant d</w:t>
      </w:r>
      <w:r w:rsidR="006F1ADB">
        <w:t>’</w:t>
      </w:r>
      <w:r>
        <w:t>aller à l</w:t>
      </w:r>
      <w:r w:rsidR="006F1ADB">
        <w:t>’</w:t>
      </w:r>
      <w:r>
        <w:t>hôtel de te</w:t>
      </w:r>
      <w:r>
        <w:t>m</w:t>
      </w:r>
      <w:r>
        <w:t>pérance</w:t>
      </w:r>
      <w:r w:rsidR="006F1ADB">
        <w:t xml:space="preserve">, </w:t>
      </w:r>
      <w:r>
        <w:t>à cause du texte du télégramme que Jude avait envoyé</w:t>
      </w:r>
      <w:r w:rsidR="006F1ADB">
        <w:t xml:space="preserve">, </w:t>
      </w:r>
      <w:r>
        <w:t>le jeune homme s</w:t>
      </w:r>
      <w:r w:rsidR="006F1ADB">
        <w:t>’</w:t>
      </w:r>
      <w:r>
        <w:t>informa d</w:t>
      </w:r>
      <w:r w:rsidR="006F1ADB">
        <w:t>’</w:t>
      </w:r>
      <w:r>
        <w:t>un autre gîte</w:t>
      </w:r>
      <w:r w:rsidR="006F1ADB">
        <w:t xml:space="preserve">. </w:t>
      </w:r>
      <w:r>
        <w:t xml:space="preserve">Un garçon </w:t>
      </w:r>
      <w:r>
        <w:lastRenderedPageBreak/>
        <w:t>s</w:t>
      </w:r>
      <w:r w:rsidR="006F1ADB">
        <w:t>’</w:t>
      </w:r>
      <w:r>
        <w:t>offrit à porter leurs bagages et les conduisit tout près de là</w:t>
      </w:r>
      <w:r w:rsidR="006F1ADB">
        <w:t xml:space="preserve">, </w:t>
      </w:r>
      <w:r>
        <w:t>dans la ma</w:t>
      </w:r>
      <w:r>
        <w:t>i</w:t>
      </w:r>
      <w:r>
        <w:t xml:space="preserve">son même où Jude était descendu avec </w:t>
      </w:r>
      <w:proofErr w:type="spellStart"/>
      <w:r>
        <w:t>Arabella</w:t>
      </w:r>
      <w:proofErr w:type="spellEnd"/>
      <w:r w:rsidR="006F1ADB">
        <w:t xml:space="preserve">, </w:t>
      </w:r>
      <w:r>
        <w:t>le soir de leur rencontre après des années de séparation</w:t>
      </w:r>
      <w:r w:rsidR="006F1ADB">
        <w:t>.</w:t>
      </w:r>
    </w:p>
    <w:p w14:paraId="250DEEB0" w14:textId="77777777" w:rsidR="006F1ADB" w:rsidRDefault="005A3479" w:rsidP="005A3479">
      <w:r>
        <w:t>Comme ils étaient entrés par une autre porte</w:t>
      </w:r>
      <w:r w:rsidR="006F1ADB">
        <w:t xml:space="preserve">, </w:t>
      </w:r>
      <w:r>
        <w:t>Jude</w:t>
      </w:r>
      <w:r w:rsidR="006F1ADB">
        <w:t xml:space="preserve">, </w:t>
      </w:r>
      <w:r>
        <w:t>très préoccupé</w:t>
      </w:r>
      <w:r w:rsidR="006F1ADB">
        <w:t xml:space="preserve">, </w:t>
      </w:r>
      <w:r>
        <w:t>ne reconnut pas d</w:t>
      </w:r>
      <w:r w:rsidR="006F1ADB">
        <w:t>’</w:t>
      </w:r>
      <w:r>
        <w:t>abord l</w:t>
      </w:r>
      <w:r w:rsidR="006F1ADB">
        <w:t>’</w:t>
      </w:r>
      <w:r>
        <w:t>endroit où il se trouvait</w:t>
      </w:r>
      <w:r w:rsidR="006F1ADB">
        <w:t xml:space="preserve">. </w:t>
      </w:r>
      <w:r>
        <w:t>Après avoir choisi leurs chambres respectives</w:t>
      </w:r>
      <w:r w:rsidR="006F1ADB">
        <w:t xml:space="preserve">, </w:t>
      </w:r>
      <w:r>
        <w:t>ils descendirent pour souper</w:t>
      </w:r>
      <w:r w:rsidR="006F1ADB">
        <w:t xml:space="preserve">. </w:t>
      </w:r>
      <w:r>
        <w:t>Pendant la courte absence de Jude</w:t>
      </w:r>
      <w:r w:rsidR="006F1ADB">
        <w:t xml:space="preserve">, </w:t>
      </w:r>
      <w:r>
        <w:t>la servante i</w:t>
      </w:r>
      <w:r>
        <w:t>n</w:t>
      </w:r>
      <w:r>
        <w:t>terpella Sue</w:t>
      </w:r>
      <w:r w:rsidR="006F1ADB">
        <w:t>.</w:t>
      </w:r>
    </w:p>
    <w:p w14:paraId="3958E713" w14:textId="77777777" w:rsidR="006F1ADB" w:rsidRDefault="006F1ADB" w:rsidP="005A3479">
      <w:r>
        <w:t>— </w:t>
      </w:r>
      <w:r w:rsidR="005A3479">
        <w:t>Je crois</w:t>
      </w:r>
      <w:r>
        <w:t xml:space="preserve">, </w:t>
      </w:r>
      <w:r w:rsidR="005A3479">
        <w:t>madame</w:t>
      </w:r>
      <w:r>
        <w:t xml:space="preserve">, </w:t>
      </w:r>
      <w:r w:rsidR="005A3479">
        <w:t>que je reconnais votre parent ou ami</w:t>
      </w:r>
      <w:r>
        <w:t xml:space="preserve"> : </w:t>
      </w:r>
      <w:r w:rsidR="005A3479">
        <w:t>il est venu ici déjà une fois</w:t>
      </w:r>
      <w:r>
        <w:t xml:space="preserve">, </w:t>
      </w:r>
      <w:r w:rsidR="005A3479">
        <w:t>très tard</w:t>
      </w:r>
      <w:r>
        <w:t xml:space="preserve">, </w:t>
      </w:r>
      <w:r w:rsidR="005A3479">
        <w:t>dans la nuit</w:t>
      </w:r>
      <w:r>
        <w:t xml:space="preserve">, </w:t>
      </w:r>
      <w:r w:rsidR="005A3479">
        <w:t>avec sa femme</w:t>
      </w:r>
      <w:r>
        <w:t xml:space="preserve"> – </w:t>
      </w:r>
      <w:r w:rsidR="005A3479">
        <w:t>une dame qui ne vous ressemblait sous aucun rapport</w:t>
      </w:r>
      <w:r>
        <w:t xml:space="preserve">. </w:t>
      </w:r>
      <w:r w:rsidR="005A3479">
        <w:t>Il est venu avec elle</w:t>
      </w:r>
      <w:r>
        <w:t xml:space="preserve">, </w:t>
      </w:r>
      <w:r w:rsidR="005A3479">
        <w:t>juste comme avec vous maintenant</w:t>
      </w:r>
      <w:r>
        <w:t>.</w:t>
      </w:r>
    </w:p>
    <w:p w14:paraId="4656970F" w14:textId="77777777" w:rsidR="006F1ADB" w:rsidRDefault="006F1ADB" w:rsidP="005A3479">
      <w:r>
        <w:t>— </w:t>
      </w:r>
      <w:r w:rsidR="005A3479">
        <w:t>Croyez-vous</w:t>
      </w:r>
      <w:r>
        <w:t xml:space="preserve"> ? </w:t>
      </w:r>
      <w:r w:rsidR="005A3479">
        <w:t>dit Sue</w:t>
      </w:r>
      <w:r>
        <w:t xml:space="preserve">, </w:t>
      </w:r>
      <w:r w:rsidR="005A3479">
        <w:t>avec un serrement de cœur</w:t>
      </w:r>
      <w:r>
        <w:t xml:space="preserve">. </w:t>
      </w:r>
      <w:r w:rsidR="005A3479">
        <w:t>Vous devez vous tromper</w:t>
      </w:r>
      <w:r>
        <w:t xml:space="preserve">. </w:t>
      </w:r>
      <w:r w:rsidR="005A3479">
        <w:t>Combien y a-t-il de cela</w:t>
      </w:r>
      <w:r>
        <w:t> ?</w:t>
      </w:r>
    </w:p>
    <w:p w14:paraId="7C7F9B09" w14:textId="77777777" w:rsidR="006F1ADB" w:rsidRDefault="006F1ADB" w:rsidP="005A3479">
      <w:r>
        <w:t>— </w:t>
      </w:r>
      <w:r w:rsidR="005A3479">
        <w:t>Environ un mois ou deux</w:t>
      </w:r>
      <w:r>
        <w:t xml:space="preserve">… </w:t>
      </w:r>
      <w:r w:rsidR="005A3479">
        <w:t>Une belle femme</w:t>
      </w:r>
      <w:r>
        <w:t xml:space="preserve">, </w:t>
      </w:r>
      <w:r w:rsidR="005A3479">
        <w:t>à la figure pleine</w:t>
      </w:r>
      <w:r>
        <w:t>.</w:t>
      </w:r>
    </w:p>
    <w:p w14:paraId="2B47D157" w14:textId="77777777" w:rsidR="006F1ADB" w:rsidRDefault="005A3479" w:rsidP="005A3479">
      <w:r>
        <w:t>Quand Jude revint souper</w:t>
      </w:r>
      <w:r w:rsidR="006F1ADB">
        <w:t xml:space="preserve">, </w:t>
      </w:r>
      <w:r>
        <w:t>Sue paraissait attristée et ma</w:t>
      </w:r>
      <w:r>
        <w:t>l</w:t>
      </w:r>
      <w:r>
        <w:t>heureuse</w:t>
      </w:r>
      <w:r w:rsidR="006F1ADB">
        <w:t>.</w:t>
      </w:r>
    </w:p>
    <w:p w14:paraId="390D2C6D" w14:textId="77777777" w:rsidR="006F1ADB" w:rsidRDefault="006F1ADB" w:rsidP="005A3479">
      <w:r>
        <w:t>— </w:t>
      </w:r>
      <w:r w:rsidR="005A3479">
        <w:t>Jude</w:t>
      </w:r>
      <w:r>
        <w:t xml:space="preserve">, </w:t>
      </w:r>
      <w:r w:rsidR="005A3479">
        <w:t>dit-elle d</w:t>
      </w:r>
      <w:r>
        <w:t>’</w:t>
      </w:r>
      <w:r w:rsidR="005A3479">
        <w:t>un ton plaintif</w:t>
      </w:r>
      <w:r>
        <w:t xml:space="preserve">, </w:t>
      </w:r>
      <w:r w:rsidR="005A3479">
        <w:t>quand ils se séparèrent sur le palier</w:t>
      </w:r>
      <w:r>
        <w:t xml:space="preserve">, </w:t>
      </w:r>
      <w:r w:rsidR="005A3479">
        <w:t>je ne me plais pas ici</w:t>
      </w:r>
      <w:r>
        <w:t xml:space="preserve">. </w:t>
      </w:r>
      <w:r w:rsidR="005A3479">
        <w:t>Je déteste cet endroit</w:t>
      </w:r>
      <w:r>
        <w:t xml:space="preserve">. </w:t>
      </w:r>
      <w:r w:rsidR="005A3479">
        <w:t>Et je ne vous aime pas autant que je vous aimais</w:t>
      </w:r>
      <w:r>
        <w:t> !</w:t>
      </w:r>
    </w:p>
    <w:p w14:paraId="20E18C3E" w14:textId="77777777" w:rsidR="006F1ADB" w:rsidRDefault="006F1ADB" w:rsidP="005A3479">
      <w:r>
        <w:t>— </w:t>
      </w:r>
      <w:r w:rsidR="005A3479">
        <w:t>Comme vous semblez agitée</w:t>
      </w:r>
      <w:r>
        <w:t xml:space="preserve">, </w:t>
      </w:r>
      <w:r w:rsidR="005A3479">
        <w:t>ma chérie</w:t>
      </w:r>
      <w:r>
        <w:t xml:space="preserve"> ! </w:t>
      </w:r>
      <w:r w:rsidR="005A3479">
        <w:t>Qu</w:t>
      </w:r>
      <w:r>
        <w:t>’</w:t>
      </w:r>
      <w:r w:rsidR="005A3479">
        <w:t>est-ce qui vous a changée comme cela</w:t>
      </w:r>
      <w:r>
        <w:t> ?</w:t>
      </w:r>
    </w:p>
    <w:p w14:paraId="030DD730" w14:textId="77777777" w:rsidR="006F1ADB" w:rsidRDefault="006F1ADB" w:rsidP="005A3479">
      <w:r>
        <w:t>— </w:t>
      </w:r>
      <w:r w:rsidR="005A3479">
        <w:t>Vous êtes venu ici</w:t>
      </w:r>
      <w:r>
        <w:t xml:space="preserve">, </w:t>
      </w:r>
      <w:r w:rsidR="005A3479">
        <w:t>récemment</w:t>
      </w:r>
      <w:r>
        <w:t xml:space="preserve">, </w:t>
      </w:r>
      <w:r w:rsidR="005A3479">
        <w:t xml:space="preserve">avec </w:t>
      </w:r>
      <w:proofErr w:type="spellStart"/>
      <w:r w:rsidR="005A3479">
        <w:t>Arabella</w:t>
      </w:r>
      <w:proofErr w:type="spellEnd"/>
      <w:r>
        <w:t>.</w:t>
      </w:r>
    </w:p>
    <w:p w14:paraId="6C0E435A" w14:textId="77777777" w:rsidR="006F1ADB" w:rsidRDefault="006F1ADB" w:rsidP="005A3479">
      <w:r>
        <w:t>— </w:t>
      </w:r>
      <w:r w:rsidR="005A3479">
        <w:t>Mon Dieu</w:t>
      </w:r>
      <w:r>
        <w:t xml:space="preserve">… </w:t>
      </w:r>
      <w:r w:rsidR="005A3479">
        <w:t>pourquoi</w:t>
      </w:r>
      <w:r>
        <w:t> ?…</w:t>
      </w:r>
    </w:p>
    <w:p w14:paraId="3BE32745" w14:textId="77777777" w:rsidR="006F1ADB" w:rsidRDefault="005A3479" w:rsidP="005A3479">
      <w:r>
        <w:t>Jude regarda autour de lui</w:t>
      </w:r>
      <w:r w:rsidR="006F1ADB">
        <w:t>.</w:t>
      </w:r>
    </w:p>
    <w:p w14:paraId="323D4EDB" w14:textId="77777777" w:rsidR="006F1ADB" w:rsidRDefault="006F1ADB" w:rsidP="005A3479">
      <w:r>
        <w:lastRenderedPageBreak/>
        <w:t>— </w:t>
      </w:r>
      <w:r w:rsidR="005A3479">
        <w:t>Oui</w:t>
      </w:r>
      <w:r>
        <w:t xml:space="preserve">… </w:t>
      </w:r>
      <w:r w:rsidR="005A3479">
        <w:t>c</w:t>
      </w:r>
      <w:r>
        <w:t>’</w:t>
      </w:r>
      <w:r w:rsidR="005A3479">
        <w:t>est la même maison</w:t>
      </w:r>
      <w:r>
        <w:t xml:space="preserve">. </w:t>
      </w:r>
      <w:r w:rsidR="005A3479">
        <w:t>Réellement</w:t>
      </w:r>
      <w:r>
        <w:t xml:space="preserve">, </w:t>
      </w:r>
      <w:r w:rsidR="005A3479">
        <w:t>je ne le savais pas</w:t>
      </w:r>
      <w:r>
        <w:t xml:space="preserve">, </w:t>
      </w:r>
      <w:r w:rsidR="005A3479">
        <w:t>Sue</w:t>
      </w:r>
      <w:r>
        <w:t xml:space="preserve">. </w:t>
      </w:r>
      <w:r w:rsidR="005A3479">
        <w:t>Mais</w:t>
      </w:r>
      <w:r>
        <w:t xml:space="preserve">… </w:t>
      </w:r>
      <w:r w:rsidR="005A3479">
        <w:t>Cela ne doit pas vous affecter</w:t>
      </w:r>
      <w:r>
        <w:t xml:space="preserve">, </w:t>
      </w:r>
      <w:r w:rsidR="005A3479">
        <w:t>puisque nous sommes venus en amis</w:t>
      </w:r>
      <w:r>
        <w:t xml:space="preserve"> : </w:t>
      </w:r>
      <w:r w:rsidR="005A3479">
        <w:t>deux amis demeurant ensemble</w:t>
      </w:r>
      <w:r>
        <w:t>.</w:t>
      </w:r>
    </w:p>
    <w:p w14:paraId="279CC570" w14:textId="77777777" w:rsidR="006F1ADB" w:rsidRDefault="006F1ADB" w:rsidP="005A3479">
      <w:r>
        <w:t>— </w:t>
      </w:r>
      <w:r w:rsidR="005A3479">
        <w:t>Quand êtes-vous venu ici</w:t>
      </w:r>
      <w:r>
        <w:t xml:space="preserve"> ? </w:t>
      </w:r>
      <w:r w:rsidR="005A3479">
        <w:t>Répondez</w:t>
      </w:r>
      <w:r>
        <w:t xml:space="preserve">, </w:t>
      </w:r>
      <w:r w:rsidR="005A3479">
        <w:t>répondez</w:t>
      </w:r>
      <w:r>
        <w:t> !…</w:t>
      </w:r>
    </w:p>
    <w:p w14:paraId="29E0BD1A" w14:textId="77777777" w:rsidR="006F1ADB" w:rsidRDefault="006F1ADB" w:rsidP="005A3479">
      <w:r>
        <w:t>— </w:t>
      </w:r>
      <w:r w:rsidR="005A3479">
        <w:t xml:space="preserve">La veille du jour où je vous rencontrai à </w:t>
      </w:r>
      <w:proofErr w:type="spellStart"/>
      <w:r w:rsidR="005A3479">
        <w:t>Christminster</w:t>
      </w:r>
      <w:proofErr w:type="spellEnd"/>
      <w:r>
        <w:t xml:space="preserve">, </w:t>
      </w:r>
      <w:r w:rsidR="005A3479">
        <w:t xml:space="preserve">quand nous revînmes à </w:t>
      </w:r>
      <w:proofErr w:type="spellStart"/>
      <w:r w:rsidR="005A3479">
        <w:t>Marygreen</w:t>
      </w:r>
      <w:proofErr w:type="spellEnd"/>
      <w:r w:rsidR="005A3479">
        <w:t xml:space="preserve"> ensemble</w:t>
      </w:r>
      <w:r>
        <w:t xml:space="preserve">. </w:t>
      </w:r>
      <w:r w:rsidR="005A3479">
        <w:t>Je vous ai raconté que j</w:t>
      </w:r>
      <w:r>
        <w:t>’</w:t>
      </w:r>
      <w:r w:rsidR="005A3479">
        <w:t xml:space="preserve">avais vu </w:t>
      </w:r>
      <w:proofErr w:type="spellStart"/>
      <w:r w:rsidR="005A3479">
        <w:t>Arabella</w:t>
      </w:r>
      <w:proofErr w:type="spellEnd"/>
      <w:r>
        <w:t>.</w:t>
      </w:r>
    </w:p>
    <w:p w14:paraId="38DB745A" w14:textId="77777777" w:rsidR="006F1ADB" w:rsidRDefault="006F1ADB" w:rsidP="005A3479">
      <w:r>
        <w:t>— </w:t>
      </w:r>
      <w:r w:rsidR="005A3479">
        <w:t>Mais vous ne m</w:t>
      </w:r>
      <w:r>
        <w:t>’</w:t>
      </w:r>
      <w:r w:rsidR="005A3479">
        <w:t>avez pas tout dit</w:t>
      </w:r>
      <w:r>
        <w:t xml:space="preserve">. </w:t>
      </w:r>
      <w:r w:rsidR="005A3479">
        <w:t>Vous m</w:t>
      </w:r>
      <w:r>
        <w:t>’</w:t>
      </w:r>
      <w:r w:rsidR="005A3479">
        <w:t>avez raconté que vous vous étiez rencontrés comme des étrangers</w:t>
      </w:r>
      <w:r>
        <w:t xml:space="preserve">, </w:t>
      </w:r>
      <w:r w:rsidR="005A3479">
        <w:t>non comme mari et femme</w:t>
      </w:r>
      <w:r>
        <w:t xml:space="preserve">, </w:t>
      </w:r>
      <w:r w:rsidR="005A3479">
        <w:t>à la face du ciel</w:t>
      </w:r>
      <w:r>
        <w:t xml:space="preserve">, </w:t>
      </w:r>
      <w:r w:rsidR="005A3479">
        <w:t>et que vous vous étiez réconcilié avec elle</w:t>
      </w:r>
      <w:r>
        <w:t>.</w:t>
      </w:r>
    </w:p>
    <w:p w14:paraId="11742AED" w14:textId="77777777" w:rsidR="006F1ADB" w:rsidRDefault="006F1ADB" w:rsidP="005A3479">
      <w:r>
        <w:t>— </w:t>
      </w:r>
      <w:r w:rsidR="005A3479">
        <w:t>Nous ne nous sommes pas réconciliés</w:t>
      </w:r>
      <w:r>
        <w:t xml:space="preserve">, </w:t>
      </w:r>
      <w:r w:rsidR="005A3479">
        <w:t>dit-il tristement</w:t>
      </w:r>
      <w:r>
        <w:t xml:space="preserve">. </w:t>
      </w:r>
      <w:r w:rsidR="005A3479">
        <w:t>Je ne puis vous donner aucune explication</w:t>
      </w:r>
      <w:r>
        <w:t xml:space="preserve">, </w:t>
      </w:r>
      <w:r w:rsidR="005A3479">
        <w:t>Sue</w:t>
      </w:r>
      <w:r>
        <w:t>.</w:t>
      </w:r>
    </w:p>
    <w:p w14:paraId="743DE916" w14:textId="77777777" w:rsidR="006F1ADB" w:rsidRDefault="006F1ADB" w:rsidP="005A3479">
      <w:r>
        <w:t>— </w:t>
      </w:r>
      <w:r w:rsidR="005A3479">
        <w:t>Vous m</w:t>
      </w:r>
      <w:r>
        <w:t>’</w:t>
      </w:r>
      <w:r w:rsidR="005A3479">
        <w:t>avez menti</w:t>
      </w:r>
      <w:r>
        <w:t xml:space="preserve">, </w:t>
      </w:r>
      <w:r w:rsidR="005A3479">
        <w:t>vous</w:t>
      </w:r>
      <w:r>
        <w:t xml:space="preserve">, </w:t>
      </w:r>
      <w:r w:rsidR="005A3479">
        <w:t>mon dernier espoir</w:t>
      </w:r>
      <w:r>
        <w:t xml:space="preserve">. </w:t>
      </w:r>
      <w:r w:rsidR="005A3479">
        <w:t>Et je ne vous pardonnerai jamais cela</w:t>
      </w:r>
      <w:r>
        <w:t xml:space="preserve">, </w:t>
      </w:r>
      <w:r w:rsidR="005A3479">
        <w:t>jamais</w:t>
      </w:r>
      <w:r>
        <w:t>.</w:t>
      </w:r>
    </w:p>
    <w:p w14:paraId="27B00D8A" w14:textId="77777777" w:rsidR="006F1ADB" w:rsidRDefault="006F1ADB" w:rsidP="005A3479">
      <w:r>
        <w:t>— </w:t>
      </w:r>
      <w:r w:rsidR="005A3479">
        <w:t>Mais</w:t>
      </w:r>
      <w:r>
        <w:t xml:space="preserve">, </w:t>
      </w:r>
      <w:r w:rsidR="005A3479">
        <w:t>d</w:t>
      </w:r>
      <w:r>
        <w:t>’</w:t>
      </w:r>
      <w:r w:rsidR="005A3479">
        <w:t>après votre propre vœu</w:t>
      </w:r>
      <w:r>
        <w:t xml:space="preserve">, </w:t>
      </w:r>
      <w:r w:rsidR="005A3479">
        <w:t>chère Sue</w:t>
      </w:r>
      <w:r>
        <w:t xml:space="preserve">, </w:t>
      </w:r>
      <w:r w:rsidR="005A3479">
        <w:t>nous sommes des amis</w:t>
      </w:r>
      <w:r>
        <w:t xml:space="preserve">, </w:t>
      </w:r>
      <w:r w:rsidR="005A3479">
        <w:t>non des amants</w:t>
      </w:r>
      <w:r>
        <w:t xml:space="preserve">. </w:t>
      </w:r>
      <w:r w:rsidR="005A3479">
        <w:t>C</w:t>
      </w:r>
      <w:r>
        <w:t>’</w:t>
      </w:r>
      <w:r w:rsidR="005A3479">
        <w:t>est très inconséquent de votre part</w:t>
      </w:r>
      <w:r>
        <w:t>…</w:t>
      </w:r>
    </w:p>
    <w:p w14:paraId="43B69F3A" w14:textId="77777777" w:rsidR="006F1ADB" w:rsidRDefault="006F1ADB" w:rsidP="005A3479">
      <w:r>
        <w:t>— </w:t>
      </w:r>
      <w:r w:rsidR="005A3479">
        <w:t>L</w:t>
      </w:r>
      <w:r>
        <w:t>’</w:t>
      </w:r>
      <w:r w:rsidR="005A3479">
        <w:t>amitié peut être jalouse</w:t>
      </w:r>
      <w:r>
        <w:t>.</w:t>
      </w:r>
    </w:p>
    <w:p w14:paraId="442D8AD7" w14:textId="77777777" w:rsidR="006F1ADB" w:rsidRDefault="006F1ADB" w:rsidP="005A3479">
      <w:r>
        <w:t>— </w:t>
      </w:r>
      <w:r w:rsidR="005A3479">
        <w:t>Je ne vois pas les choses de cette façon</w:t>
      </w:r>
      <w:r>
        <w:t xml:space="preserve">. </w:t>
      </w:r>
      <w:r w:rsidR="005A3479">
        <w:t>Vous ne me cédez en rien et je dois vous faire toutes les concessions</w:t>
      </w:r>
      <w:r>
        <w:t xml:space="preserve">. </w:t>
      </w:r>
      <w:r w:rsidR="005A3479">
        <w:t>Après tout</w:t>
      </w:r>
      <w:r>
        <w:t xml:space="preserve">, </w:t>
      </w:r>
      <w:r w:rsidR="005A3479">
        <w:t>vous étiez en bons termes avec votre mari</w:t>
      </w:r>
      <w:r>
        <w:t xml:space="preserve">, </w:t>
      </w:r>
      <w:r w:rsidR="005A3479">
        <w:t>à cette époque</w:t>
      </w:r>
      <w:r>
        <w:t>.</w:t>
      </w:r>
    </w:p>
    <w:p w14:paraId="49602993" w14:textId="77777777" w:rsidR="006F1ADB" w:rsidRDefault="006F1ADB" w:rsidP="005A3479">
      <w:r>
        <w:t>— </w:t>
      </w:r>
      <w:r w:rsidR="005A3479">
        <w:t>Non</w:t>
      </w:r>
      <w:r>
        <w:t xml:space="preserve">, </w:t>
      </w:r>
      <w:r w:rsidR="005A3479">
        <w:t>Jude</w:t>
      </w:r>
      <w:r>
        <w:t xml:space="preserve">. </w:t>
      </w:r>
      <w:r w:rsidR="005A3479">
        <w:t>Oh</w:t>
      </w:r>
      <w:r>
        <w:t xml:space="preserve"> ! </w:t>
      </w:r>
      <w:r w:rsidR="005A3479">
        <w:t>comment pouvez-vous penser cela</w:t>
      </w:r>
      <w:r>
        <w:t> ?</w:t>
      </w:r>
    </w:p>
    <w:p w14:paraId="570F5D22" w14:textId="77777777" w:rsidR="006F1ADB" w:rsidRDefault="005A3479" w:rsidP="005A3479">
      <w:r>
        <w:lastRenderedPageBreak/>
        <w:t>Elle était si mortifiée qu</w:t>
      </w:r>
      <w:r w:rsidR="006F1ADB">
        <w:t>’</w:t>
      </w:r>
      <w:r>
        <w:t>il fut obligé de l</w:t>
      </w:r>
      <w:r w:rsidR="006F1ADB">
        <w:t>’</w:t>
      </w:r>
      <w:r>
        <w:t>entraîner dans sa chambre et de fermer la porte pour que les voisins n</w:t>
      </w:r>
      <w:r w:rsidR="006F1ADB">
        <w:t>’</w:t>
      </w:r>
      <w:r>
        <w:t>entendissent pas</w:t>
      </w:r>
      <w:r w:rsidR="006F1ADB">
        <w:t>.</w:t>
      </w:r>
    </w:p>
    <w:p w14:paraId="310A2F4B" w14:textId="77777777" w:rsidR="006F1ADB" w:rsidRDefault="006F1ADB" w:rsidP="005A3479">
      <w:r>
        <w:t>— </w:t>
      </w:r>
      <w:r w:rsidR="005A3479">
        <w:t>Était-ce dans cette chambre</w:t>
      </w:r>
      <w:r>
        <w:t xml:space="preserve"> ?… </w:t>
      </w:r>
      <w:r w:rsidR="005A3479">
        <w:t>Oui</w:t>
      </w:r>
      <w:r>
        <w:t xml:space="preserve">… </w:t>
      </w:r>
      <w:r w:rsidR="005A3479">
        <w:t>je le vois à votre mine</w:t>
      </w:r>
      <w:r>
        <w:t xml:space="preserve">… </w:t>
      </w:r>
      <w:r w:rsidR="005A3479">
        <w:t>Je ne veux pas rester ici</w:t>
      </w:r>
      <w:r>
        <w:t xml:space="preserve">… </w:t>
      </w:r>
      <w:r w:rsidR="005A3479">
        <w:t>Oh</w:t>
      </w:r>
      <w:r>
        <w:t xml:space="preserve"> ! </w:t>
      </w:r>
      <w:r w:rsidR="005A3479">
        <w:t>quelle trahison d</w:t>
      </w:r>
      <w:r>
        <w:t>’</w:t>
      </w:r>
      <w:r w:rsidR="005A3479">
        <w:t xml:space="preserve">avoir repris </w:t>
      </w:r>
      <w:proofErr w:type="spellStart"/>
      <w:r w:rsidR="005A3479">
        <w:t>Arabella</w:t>
      </w:r>
      <w:proofErr w:type="spellEnd"/>
      <w:r>
        <w:t xml:space="preserve"> ! </w:t>
      </w:r>
      <w:r w:rsidR="005A3479">
        <w:t>Moi</w:t>
      </w:r>
      <w:r>
        <w:t xml:space="preserve">, </w:t>
      </w:r>
      <w:r w:rsidR="005A3479">
        <w:t>je me suis jetée par la fenêtre</w:t>
      </w:r>
      <w:r>
        <w:t>.</w:t>
      </w:r>
    </w:p>
    <w:p w14:paraId="194069F5" w14:textId="77777777" w:rsidR="006F1ADB" w:rsidRDefault="006F1ADB" w:rsidP="005A3479">
      <w:r>
        <w:t>— </w:t>
      </w:r>
      <w:r w:rsidR="005A3479">
        <w:t>Mais</w:t>
      </w:r>
      <w:r>
        <w:t xml:space="preserve">, </w:t>
      </w:r>
      <w:r w:rsidR="005A3479">
        <w:t>Sue</w:t>
      </w:r>
      <w:r>
        <w:t xml:space="preserve">, </w:t>
      </w:r>
      <w:r w:rsidR="005A3479">
        <w:t>après tout</w:t>
      </w:r>
      <w:r>
        <w:t xml:space="preserve">, </w:t>
      </w:r>
      <w:r w:rsidR="005A3479">
        <w:t>elle était ma femme légitime</w:t>
      </w:r>
      <w:r>
        <w:t xml:space="preserve">, </w:t>
      </w:r>
      <w:r w:rsidR="005A3479">
        <w:t>s</w:t>
      </w:r>
      <w:r w:rsidR="005A3479">
        <w:t>i</w:t>
      </w:r>
      <w:r w:rsidR="005A3479">
        <w:t>non</w:t>
      </w:r>
      <w:r>
        <w:t>…</w:t>
      </w:r>
    </w:p>
    <w:p w14:paraId="0A92AB99" w14:textId="77777777" w:rsidR="006F1ADB" w:rsidRDefault="005A3479" w:rsidP="005A3479">
      <w:r>
        <w:t>Glissant sur les genoux</w:t>
      </w:r>
      <w:r w:rsidR="006F1ADB">
        <w:t xml:space="preserve">, </w:t>
      </w:r>
      <w:r>
        <w:t>Sue cacha son visage contre le lit et pleura</w:t>
      </w:r>
      <w:r w:rsidR="006F1ADB">
        <w:t>.</w:t>
      </w:r>
    </w:p>
    <w:p w14:paraId="6E6CED2A" w14:textId="77777777" w:rsidR="006F1ADB" w:rsidRDefault="006F1ADB" w:rsidP="005A3479">
      <w:r>
        <w:t>— </w:t>
      </w:r>
      <w:r w:rsidR="005A3479">
        <w:t>Jamais je n</w:t>
      </w:r>
      <w:r>
        <w:t>’</w:t>
      </w:r>
      <w:r w:rsidR="005A3479">
        <w:t>ai vu un sentiment aussi déraisonnable</w:t>
      </w:r>
      <w:r>
        <w:t xml:space="preserve">… </w:t>
      </w:r>
      <w:r w:rsidR="005A3479">
        <w:t>Vous êtes comme le chien du jardinier</w:t>
      </w:r>
      <w:r>
        <w:t xml:space="preserve">… </w:t>
      </w:r>
      <w:r w:rsidR="005A3479">
        <w:t>dit Jude</w:t>
      </w:r>
      <w:r>
        <w:t xml:space="preserve">. </w:t>
      </w:r>
      <w:r w:rsidR="005A3479">
        <w:t>Je ne dois pas vous approcher</w:t>
      </w:r>
      <w:r>
        <w:t xml:space="preserve">, </w:t>
      </w:r>
      <w:r w:rsidR="005A3479">
        <w:t>ni aucune autre femme</w:t>
      </w:r>
      <w:r>
        <w:t>.</w:t>
      </w:r>
    </w:p>
    <w:p w14:paraId="4079CC56" w14:textId="77777777" w:rsidR="006F1ADB" w:rsidRDefault="006F1ADB" w:rsidP="005A3479">
      <w:r>
        <w:t>— </w:t>
      </w:r>
      <w:r w:rsidR="005A3479">
        <w:t>Oh</w:t>
      </w:r>
      <w:r>
        <w:t xml:space="preserve"> ! </w:t>
      </w:r>
      <w:r w:rsidR="005A3479">
        <w:t>vous ne comprenez pas mon sentiment</w:t>
      </w:r>
      <w:r>
        <w:t xml:space="preserve"> !… </w:t>
      </w:r>
      <w:r w:rsidR="005A3479">
        <w:t>Pourquoi êtes-vous si matériel</w:t>
      </w:r>
      <w:r>
        <w:t xml:space="preserve"> ?… </w:t>
      </w:r>
      <w:r w:rsidR="005A3479">
        <w:t>Moi</w:t>
      </w:r>
      <w:r>
        <w:t xml:space="preserve">, </w:t>
      </w:r>
      <w:r w:rsidR="005A3479">
        <w:t>je me suis jetée par la fenêtre</w:t>
      </w:r>
      <w:r>
        <w:t>.</w:t>
      </w:r>
    </w:p>
    <w:p w14:paraId="0666D8C7" w14:textId="77777777" w:rsidR="006F1ADB" w:rsidRDefault="006F1ADB" w:rsidP="005A3479">
      <w:r>
        <w:t>— </w:t>
      </w:r>
      <w:r w:rsidR="005A3479">
        <w:t>Jetée par la fenêtre</w:t>
      </w:r>
      <w:r>
        <w:t> ?</w:t>
      </w:r>
    </w:p>
    <w:p w14:paraId="643C2FA0" w14:textId="77777777" w:rsidR="006F1ADB" w:rsidRDefault="006F1ADB" w:rsidP="005A3479">
      <w:r>
        <w:t>— </w:t>
      </w:r>
      <w:r w:rsidR="005A3479">
        <w:t>Je ne peux pas vous expliquer</w:t>
      </w:r>
      <w:r>
        <w:t>.</w:t>
      </w:r>
    </w:p>
    <w:p w14:paraId="2647D052" w14:textId="77777777" w:rsidR="006F1ADB" w:rsidRDefault="005A3479" w:rsidP="005A3479">
      <w:r>
        <w:t>Il était vrai qu</w:t>
      </w:r>
      <w:r w:rsidR="006F1ADB">
        <w:t>’</w:t>
      </w:r>
      <w:r>
        <w:t>il ne pouvait pas la comprendre parfait</w:t>
      </w:r>
      <w:r>
        <w:t>e</w:t>
      </w:r>
      <w:r>
        <w:t>ment</w:t>
      </w:r>
      <w:r w:rsidR="006F1ADB">
        <w:t xml:space="preserve">. </w:t>
      </w:r>
      <w:r>
        <w:t>Mais il la devinait un peu et il l</w:t>
      </w:r>
      <w:r w:rsidR="006F1ADB">
        <w:t>’</w:t>
      </w:r>
      <w:r>
        <w:t>en aima davantage</w:t>
      </w:r>
      <w:r w:rsidR="006F1ADB">
        <w:t>.</w:t>
      </w:r>
    </w:p>
    <w:p w14:paraId="6EE15663" w14:textId="77777777" w:rsidR="006F1ADB" w:rsidRDefault="006F1ADB" w:rsidP="005A3479">
      <w:r>
        <w:t>— </w:t>
      </w:r>
      <w:r w:rsidR="005A3479">
        <w:t>Je</w:t>
      </w:r>
      <w:r>
        <w:t xml:space="preserve">… </w:t>
      </w:r>
      <w:r w:rsidR="005A3479">
        <w:t>je croyais que vous n</w:t>
      </w:r>
      <w:r>
        <w:t>’</w:t>
      </w:r>
      <w:r w:rsidR="005A3479">
        <w:t>aimiez personne</w:t>
      </w:r>
      <w:r>
        <w:t xml:space="preserve">, </w:t>
      </w:r>
      <w:r w:rsidR="005A3479">
        <w:t>que vous ne désiriez personne au monde</w:t>
      </w:r>
      <w:r>
        <w:t xml:space="preserve">, </w:t>
      </w:r>
      <w:r w:rsidR="005A3479">
        <w:t>excepté moi</w:t>
      </w:r>
      <w:r>
        <w:t xml:space="preserve">, </w:t>
      </w:r>
      <w:r w:rsidR="005A3479">
        <w:t>dans ce temps</w:t>
      </w:r>
      <w:r>
        <w:t xml:space="preserve">, </w:t>
      </w:r>
      <w:r w:rsidR="005A3479">
        <w:t>et d</w:t>
      </w:r>
      <w:r w:rsidR="005A3479">
        <w:t>e</w:t>
      </w:r>
      <w:r w:rsidR="005A3479">
        <w:t>puis ce temps</w:t>
      </w:r>
      <w:r>
        <w:t xml:space="preserve"> ! </w:t>
      </w:r>
      <w:r w:rsidR="005A3479">
        <w:t>continua Sue</w:t>
      </w:r>
      <w:r>
        <w:t>.</w:t>
      </w:r>
    </w:p>
    <w:p w14:paraId="2725B7FF" w14:textId="77777777" w:rsidR="006F1ADB" w:rsidRDefault="006F1ADB" w:rsidP="005A3479">
      <w:r>
        <w:t>— </w:t>
      </w:r>
      <w:r w:rsidR="005A3479">
        <w:t>C</w:t>
      </w:r>
      <w:r>
        <w:t>’</w:t>
      </w:r>
      <w:r w:rsidR="005A3479">
        <w:t>est vrai</w:t>
      </w:r>
      <w:r>
        <w:t xml:space="preserve">, </w:t>
      </w:r>
      <w:r w:rsidR="005A3479">
        <w:t>dit Jude</w:t>
      </w:r>
      <w:r>
        <w:t xml:space="preserve">, </w:t>
      </w:r>
      <w:r w:rsidR="005A3479">
        <w:t>aussi malheureux qu</w:t>
      </w:r>
      <w:r>
        <w:t>’</w:t>
      </w:r>
      <w:r w:rsidR="005A3479">
        <w:t>elle-même</w:t>
      </w:r>
      <w:r>
        <w:t>.</w:t>
      </w:r>
    </w:p>
    <w:p w14:paraId="2C3CD618" w14:textId="77777777" w:rsidR="006F1ADB" w:rsidRDefault="006F1ADB" w:rsidP="005A3479">
      <w:r>
        <w:t>— </w:t>
      </w:r>
      <w:r w:rsidR="005A3479">
        <w:t>Mais vous vous êtes intéressé à elle</w:t>
      </w:r>
      <w:r>
        <w:t xml:space="preserve">, </w:t>
      </w:r>
      <w:r w:rsidR="005A3479">
        <w:t>ou</w:t>
      </w:r>
      <w:r>
        <w:t>…</w:t>
      </w:r>
    </w:p>
    <w:p w14:paraId="2BF5A73C" w14:textId="77777777" w:rsidR="006F1ADB" w:rsidRDefault="006F1ADB" w:rsidP="005A3479">
      <w:r>
        <w:lastRenderedPageBreak/>
        <w:t>— </w:t>
      </w:r>
      <w:r w:rsidR="005A3479">
        <w:t>Non</w:t>
      </w:r>
      <w:r>
        <w:t xml:space="preserve">… </w:t>
      </w:r>
      <w:r w:rsidR="005A3479">
        <w:t>ce n</w:t>
      </w:r>
      <w:r>
        <w:t>’</w:t>
      </w:r>
      <w:r w:rsidR="005A3479">
        <w:t>était pas nécessaire</w:t>
      </w:r>
      <w:r>
        <w:t xml:space="preserve">… </w:t>
      </w:r>
      <w:r w:rsidR="005A3479">
        <w:t>Vous ne me compre</w:t>
      </w:r>
      <w:r w:rsidR="005A3479">
        <w:t>n</w:t>
      </w:r>
      <w:r w:rsidR="005A3479">
        <w:t>drez pas</w:t>
      </w:r>
      <w:r>
        <w:t xml:space="preserve">… </w:t>
      </w:r>
      <w:r w:rsidR="005A3479">
        <w:t>les femmes ne comprennent jamais</w:t>
      </w:r>
      <w:r>
        <w:t xml:space="preserve">… </w:t>
      </w:r>
      <w:r w:rsidR="005A3479">
        <w:t>Pourquoi vous bouleverser ainsi à propos de rien</w:t>
      </w:r>
      <w:r>
        <w:t> ?…</w:t>
      </w:r>
    </w:p>
    <w:p w14:paraId="24722F35" w14:textId="77777777" w:rsidR="006F1ADB" w:rsidRDefault="005A3479" w:rsidP="005A3479">
      <w:r>
        <w:t>Elle souleva sa tête qu</w:t>
      </w:r>
      <w:r w:rsidR="006F1ADB">
        <w:t>’</w:t>
      </w:r>
      <w:r>
        <w:t>elle avait appuyée au couvre-pied et répondit d</w:t>
      </w:r>
      <w:r w:rsidR="006F1ADB">
        <w:t>’</w:t>
      </w:r>
      <w:r>
        <w:t>un ton provocant</w:t>
      </w:r>
      <w:r w:rsidR="006F1ADB">
        <w:t> :</w:t>
      </w:r>
    </w:p>
    <w:p w14:paraId="7DF58B9E" w14:textId="77777777" w:rsidR="006F1ADB" w:rsidRDefault="006F1ADB" w:rsidP="005A3479">
      <w:r>
        <w:t>— </w:t>
      </w:r>
      <w:r w:rsidR="005A3479">
        <w:t>Si cela n</w:t>
      </w:r>
      <w:r>
        <w:t>’</w:t>
      </w:r>
      <w:r w:rsidR="005A3479">
        <w:t>était pas arrivé</w:t>
      </w:r>
      <w:r>
        <w:t xml:space="preserve">, </w:t>
      </w:r>
      <w:r w:rsidR="005A3479">
        <w:t>peut-être serais-je allée avec vous à l</w:t>
      </w:r>
      <w:r>
        <w:t>’</w:t>
      </w:r>
      <w:r w:rsidR="005A3479">
        <w:t>hôtel de tempérance</w:t>
      </w:r>
      <w:r>
        <w:t xml:space="preserve">, </w:t>
      </w:r>
      <w:r w:rsidR="005A3479">
        <w:t>comme vous me l</w:t>
      </w:r>
      <w:r>
        <w:t>’</w:t>
      </w:r>
      <w:r w:rsidR="005A3479">
        <w:t>aviez proposé</w:t>
      </w:r>
      <w:r>
        <w:t xml:space="preserve">, </w:t>
      </w:r>
      <w:r w:rsidR="005A3479">
        <w:t>car je commençais à penser que je devais vous appartenir</w:t>
      </w:r>
      <w:r>
        <w:t>.</w:t>
      </w:r>
    </w:p>
    <w:p w14:paraId="4CA1D547" w14:textId="77777777" w:rsidR="006F1ADB" w:rsidRDefault="006F1ADB" w:rsidP="005A3479">
      <w:r>
        <w:t>— </w:t>
      </w:r>
      <w:r w:rsidR="005A3479">
        <w:t>Mais cela n</w:t>
      </w:r>
      <w:r>
        <w:t>’</w:t>
      </w:r>
      <w:r w:rsidR="005A3479">
        <w:t>a aucune importance</w:t>
      </w:r>
      <w:r>
        <w:t xml:space="preserve">, </w:t>
      </w:r>
      <w:r w:rsidR="005A3479">
        <w:t>dit Jude en se tenant sur la réserve</w:t>
      </w:r>
      <w:r>
        <w:t>.</w:t>
      </w:r>
    </w:p>
    <w:p w14:paraId="7EBAE7F6" w14:textId="77777777" w:rsidR="006F1ADB" w:rsidRDefault="006F1ADB" w:rsidP="005A3479">
      <w:r>
        <w:t>— </w:t>
      </w:r>
      <w:r w:rsidR="005A3479">
        <w:t>Je pensais naturellement que</w:t>
      </w:r>
      <w:r>
        <w:t xml:space="preserve">, </w:t>
      </w:r>
      <w:r w:rsidR="005A3479">
        <w:t>depuis votre séparation volontaire</w:t>
      </w:r>
      <w:r>
        <w:t xml:space="preserve">, </w:t>
      </w:r>
      <w:r w:rsidR="005A3479">
        <w:t>il y a plusieurs années</w:t>
      </w:r>
      <w:r>
        <w:t xml:space="preserve">, </w:t>
      </w:r>
      <w:proofErr w:type="spellStart"/>
      <w:r w:rsidR="005A3479">
        <w:t>Arabella</w:t>
      </w:r>
      <w:proofErr w:type="spellEnd"/>
      <w:r w:rsidR="005A3479">
        <w:t xml:space="preserve"> n</w:t>
      </w:r>
      <w:r>
        <w:t>’</w:t>
      </w:r>
      <w:r w:rsidR="005A3479">
        <w:t>avait jamais été en fait votre femme</w:t>
      </w:r>
      <w:r>
        <w:t xml:space="preserve">. </w:t>
      </w:r>
      <w:r w:rsidR="005A3479">
        <w:t>Mon sentiment était qu</w:t>
      </w:r>
      <w:r>
        <w:t>’</w:t>
      </w:r>
      <w:r w:rsidR="005A3479">
        <w:t>une rupture comme la vôtre</w:t>
      </w:r>
      <w:r>
        <w:t xml:space="preserve">, </w:t>
      </w:r>
      <w:r w:rsidR="005A3479">
        <w:t>comme la mienne</w:t>
      </w:r>
      <w:r>
        <w:t xml:space="preserve">, </w:t>
      </w:r>
      <w:r w:rsidR="005A3479">
        <w:t>termine le mariage</w:t>
      </w:r>
      <w:r>
        <w:t>.</w:t>
      </w:r>
    </w:p>
    <w:p w14:paraId="386125E9" w14:textId="77777777" w:rsidR="006F1ADB" w:rsidRDefault="006F1ADB" w:rsidP="005A3479">
      <w:r>
        <w:t>— </w:t>
      </w:r>
      <w:r w:rsidR="005A3479">
        <w:t>Je ne puis en dire davantage sans parler comme elle et c</w:t>
      </w:r>
      <w:r>
        <w:t>’</w:t>
      </w:r>
      <w:r w:rsidR="005A3479">
        <w:t>est inutile</w:t>
      </w:r>
      <w:r>
        <w:t xml:space="preserve">, </w:t>
      </w:r>
      <w:r w:rsidR="005A3479">
        <w:t>répondit Jude</w:t>
      </w:r>
      <w:r>
        <w:t xml:space="preserve">. </w:t>
      </w:r>
      <w:r w:rsidR="005A3479">
        <w:t>Pourtant</w:t>
      </w:r>
      <w:r>
        <w:t xml:space="preserve">, </w:t>
      </w:r>
      <w:r w:rsidR="005A3479">
        <w:t>je dois vous dire une chose qui mettra fin à ce malentendu</w:t>
      </w:r>
      <w:r>
        <w:t xml:space="preserve"> : </w:t>
      </w:r>
      <w:proofErr w:type="spellStart"/>
      <w:r w:rsidR="005A3479">
        <w:t>Arabella</w:t>
      </w:r>
      <w:proofErr w:type="spellEnd"/>
      <w:r w:rsidR="005A3479">
        <w:t xml:space="preserve"> a épousé un autre homme</w:t>
      </w:r>
      <w:r>
        <w:t xml:space="preserve"> ; </w:t>
      </w:r>
      <w:r w:rsidR="005A3479">
        <w:t>elle l</w:t>
      </w:r>
      <w:r>
        <w:t>’</w:t>
      </w:r>
      <w:r w:rsidR="005A3479">
        <w:t>a réellement épousé</w:t>
      </w:r>
      <w:r>
        <w:t xml:space="preserve">. </w:t>
      </w:r>
      <w:r w:rsidR="005A3479">
        <w:t>J</w:t>
      </w:r>
      <w:r>
        <w:t>’</w:t>
      </w:r>
      <w:r w:rsidR="005A3479">
        <w:t>ignorais ce détail lors de sa visite</w:t>
      </w:r>
      <w:r>
        <w:t>.</w:t>
      </w:r>
    </w:p>
    <w:p w14:paraId="26C1AEE8" w14:textId="77777777" w:rsidR="006F1ADB" w:rsidRDefault="006F1ADB" w:rsidP="005A3479">
      <w:r>
        <w:t>— </w:t>
      </w:r>
      <w:r w:rsidR="005A3479">
        <w:t>Elle a épousé un autre homme</w:t>
      </w:r>
      <w:r>
        <w:t xml:space="preserve">. </w:t>
      </w:r>
      <w:r w:rsidR="005A3479">
        <w:t xml:space="preserve">Mais </w:t>
      </w:r>
      <w:proofErr w:type="gramStart"/>
      <w:r w:rsidR="005A3479">
        <w:t>c</w:t>
      </w:r>
      <w:r>
        <w:t>’</w:t>
      </w:r>
      <w:r w:rsidR="005A3479">
        <w:t>est</w:t>
      </w:r>
      <w:proofErr w:type="gramEnd"/>
      <w:r w:rsidR="005A3479">
        <w:t xml:space="preserve"> un crime</w:t>
      </w:r>
      <w:r>
        <w:t xml:space="preserve">, </w:t>
      </w:r>
      <w:r w:rsidR="005A3479">
        <w:t>ou du moins la société affecte de considérer cette action comme un crime</w:t>
      </w:r>
      <w:r>
        <w:t>.</w:t>
      </w:r>
    </w:p>
    <w:p w14:paraId="47B05096" w14:textId="77777777" w:rsidR="006F1ADB" w:rsidRDefault="006F1ADB" w:rsidP="005A3479">
      <w:r>
        <w:t>— </w:t>
      </w:r>
      <w:r w:rsidR="005A3479">
        <w:t>Là</w:t>
      </w:r>
      <w:r>
        <w:t xml:space="preserve">, </w:t>
      </w:r>
      <w:r w:rsidR="005A3479">
        <w:t>vous redevenez vous-même</w:t>
      </w:r>
      <w:r>
        <w:t>.</w:t>
      </w:r>
    </w:p>
    <w:p w14:paraId="5B1C5495" w14:textId="77777777" w:rsidR="006F1ADB" w:rsidRDefault="006F1ADB" w:rsidP="005A3479">
      <w:r>
        <w:t>— </w:t>
      </w:r>
      <w:r w:rsidR="005A3479">
        <w:t>Et vraiment vous ignoriez cela quand vous l</w:t>
      </w:r>
      <w:r>
        <w:t>’</w:t>
      </w:r>
      <w:r w:rsidR="005A3479">
        <w:t>avez revue</w:t>
      </w:r>
      <w:r>
        <w:t xml:space="preserve"> ? </w:t>
      </w:r>
      <w:r w:rsidR="005A3479">
        <w:t>demanda Sue plus doucement</w:t>
      </w:r>
      <w:r>
        <w:t>.</w:t>
      </w:r>
    </w:p>
    <w:p w14:paraId="51226F29" w14:textId="77777777" w:rsidR="006F1ADB" w:rsidRDefault="005A3479" w:rsidP="005A3479">
      <w:r>
        <w:t>Elle se leva</w:t>
      </w:r>
      <w:r w:rsidR="006F1ADB">
        <w:t>.</w:t>
      </w:r>
    </w:p>
    <w:p w14:paraId="32217D98" w14:textId="77777777" w:rsidR="006F1ADB" w:rsidRDefault="006F1ADB" w:rsidP="005A3479">
      <w:r>
        <w:lastRenderedPageBreak/>
        <w:t>— </w:t>
      </w:r>
      <w:r w:rsidR="005A3479">
        <w:t>Je l</w:t>
      </w:r>
      <w:r>
        <w:t>’</w:t>
      </w:r>
      <w:r w:rsidR="005A3479">
        <w:t>ignorais</w:t>
      </w:r>
      <w:r>
        <w:t xml:space="preserve">. </w:t>
      </w:r>
      <w:r w:rsidR="005A3479">
        <w:t>Tout bien considéré</w:t>
      </w:r>
      <w:r>
        <w:t xml:space="preserve">, </w:t>
      </w:r>
      <w:r w:rsidR="005A3479">
        <w:t>je ne crois pas que vous ayez le droit d</w:t>
      </w:r>
      <w:r>
        <w:t>’</w:t>
      </w:r>
      <w:r w:rsidR="005A3479">
        <w:t>être offensée</w:t>
      </w:r>
      <w:r>
        <w:t xml:space="preserve">, </w:t>
      </w:r>
      <w:r w:rsidR="005A3479">
        <w:t>ma chérie</w:t>
      </w:r>
      <w:r>
        <w:t>.</w:t>
      </w:r>
    </w:p>
    <w:p w14:paraId="165B9714" w14:textId="77777777" w:rsidR="006F1ADB" w:rsidRDefault="006F1ADB" w:rsidP="005A3479">
      <w:r>
        <w:t>— </w:t>
      </w:r>
      <w:r w:rsidR="005A3479">
        <w:t>Je ne le suis pas</w:t>
      </w:r>
      <w:r>
        <w:t xml:space="preserve">. </w:t>
      </w:r>
      <w:r w:rsidR="005A3479">
        <w:t>Mais je n</w:t>
      </w:r>
      <w:r>
        <w:t>’</w:t>
      </w:r>
      <w:r w:rsidR="005A3479">
        <w:t>irai pas à l</w:t>
      </w:r>
      <w:r>
        <w:t>’</w:t>
      </w:r>
      <w:r w:rsidR="005A3479">
        <w:t>hôtel de temp</w:t>
      </w:r>
      <w:r w:rsidR="005A3479">
        <w:t>é</w:t>
      </w:r>
      <w:r w:rsidR="005A3479">
        <w:t>rance</w:t>
      </w:r>
      <w:r>
        <w:t>.</w:t>
      </w:r>
    </w:p>
    <w:p w14:paraId="18D30D87" w14:textId="77777777" w:rsidR="006F1ADB" w:rsidRDefault="005A3479" w:rsidP="005A3479">
      <w:r>
        <w:t>Il se mit à rire</w:t>
      </w:r>
      <w:r w:rsidR="006F1ADB">
        <w:t>.</w:t>
      </w:r>
    </w:p>
    <w:p w14:paraId="5B99A0E6" w14:textId="77777777" w:rsidR="006F1ADB" w:rsidRDefault="006F1ADB" w:rsidP="005A3479">
      <w:r>
        <w:t>— </w:t>
      </w:r>
      <w:r w:rsidR="005A3479">
        <w:t>N</w:t>
      </w:r>
      <w:r>
        <w:t>’</w:t>
      </w:r>
      <w:r w:rsidR="005A3479">
        <w:t>importe</w:t>
      </w:r>
      <w:r>
        <w:t xml:space="preserve"> ! </w:t>
      </w:r>
      <w:r w:rsidR="005A3479">
        <w:t>Étant près de vous</w:t>
      </w:r>
      <w:r>
        <w:t xml:space="preserve">, </w:t>
      </w:r>
      <w:r w:rsidR="005A3479">
        <w:t>je suis relativement he</w:t>
      </w:r>
      <w:r w:rsidR="005A3479">
        <w:t>u</w:t>
      </w:r>
      <w:r w:rsidR="005A3479">
        <w:t>reux</w:t>
      </w:r>
      <w:r>
        <w:t xml:space="preserve">. </w:t>
      </w:r>
      <w:r w:rsidR="005A3479">
        <w:t>C</w:t>
      </w:r>
      <w:r>
        <w:t>’</w:t>
      </w:r>
      <w:r w:rsidR="005A3479">
        <w:t>est assez de joie que le sort vous ait destinée à moi</w:t>
      </w:r>
      <w:r>
        <w:t xml:space="preserve">, </w:t>
      </w:r>
      <w:r w:rsidR="005A3479">
        <w:t>triste épave de la vie</w:t>
      </w:r>
      <w:r>
        <w:t xml:space="preserve">, </w:t>
      </w:r>
      <w:r w:rsidR="005A3479">
        <w:t>vous pur esprit</w:t>
      </w:r>
      <w:r>
        <w:t xml:space="preserve">, </w:t>
      </w:r>
      <w:r w:rsidR="005A3479">
        <w:t>créature immatérielle</w:t>
      </w:r>
      <w:r>
        <w:t xml:space="preserve">, </w:t>
      </w:r>
      <w:r w:rsidR="005A3479">
        <w:t>vous</w:t>
      </w:r>
      <w:r>
        <w:t xml:space="preserve">, </w:t>
      </w:r>
      <w:r w:rsidR="005A3479">
        <w:t>cher et doux fantôme dont je suis le Tantale</w:t>
      </w:r>
      <w:r>
        <w:t xml:space="preserve">, </w:t>
      </w:r>
      <w:r w:rsidR="005A3479">
        <w:t>femme à peine r</w:t>
      </w:r>
      <w:r w:rsidR="005A3479">
        <w:t>e</w:t>
      </w:r>
      <w:r w:rsidR="005A3479">
        <w:t>vêtue de chair</w:t>
      </w:r>
      <w:r>
        <w:t xml:space="preserve">, </w:t>
      </w:r>
      <w:r w:rsidR="005A3479">
        <w:t>telle qu</w:t>
      </w:r>
      <w:r>
        <w:t>’</w:t>
      </w:r>
      <w:r w:rsidR="005A3479">
        <w:t>en vous serrant dans mes bras</w:t>
      </w:r>
      <w:r>
        <w:t xml:space="preserve">, </w:t>
      </w:r>
      <w:r w:rsidR="005A3479">
        <w:t>je crains de les refermer sur l</w:t>
      </w:r>
      <w:r>
        <w:t>’</w:t>
      </w:r>
      <w:r w:rsidR="005A3479">
        <w:t>air et le vide</w:t>
      </w:r>
      <w:r>
        <w:t xml:space="preserve">. </w:t>
      </w:r>
      <w:r w:rsidR="005A3479">
        <w:t>Pardonnez-moi d</w:t>
      </w:r>
      <w:r>
        <w:t>’</w:t>
      </w:r>
      <w:r w:rsidR="005A3479">
        <w:t>être aussi grossier</w:t>
      </w:r>
      <w:r>
        <w:t xml:space="preserve">, </w:t>
      </w:r>
      <w:r w:rsidR="005A3479">
        <w:t>comme vous dites</w:t>
      </w:r>
      <w:r>
        <w:t>.</w:t>
      </w:r>
    </w:p>
    <w:p w14:paraId="3B91D904" w14:textId="77777777" w:rsidR="006F1ADB" w:rsidRDefault="005A3479" w:rsidP="005A3479">
      <w:r>
        <w:t>Elle supplia</w:t>
      </w:r>
      <w:r w:rsidR="006F1ADB">
        <w:t xml:space="preserve">, </w:t>
      </w:r>
      <w:r>
        <w:t>penchée vers lui</w:t>
      </w:r>
      <w:r w:rsidR="006F1ADB">
        <w:t> :</w:t>
      </w:r>
    </w:p>
    <w:p w14:paraId="44BD19D6" w14:textId="77777777" w:rsidR="006F1ADB" w:rsidRDefault="006F1ADB" w:rsidP="005A3479">
      <w:r>
        <w:t>— </w:t>
      </w:r>
      <w:r w:rsidR="005A3479">
        <w:t>Dites-moi ces jolis vers de Shelley</w:t>
      </w:r>
      <w:r>
        <w:t xml:space="preserve">, </w:t>
      </w:r>
      <w:r w:rsidR="005A3479">
        <w:t>dans l</w:t>
      </w:r>
      <w:r>
        <w:t>’</w:t>
      </w:r>
      <w:proofErr w:type="spellStart"/>
      <w:r w:rsidR="005A3479">
        <w:rPr>
          <w:i/>
          <w:iCs/>
        </w:rPr>
        <w:t>Epipsychidion</w:t>
      </w:r>
      <w:proofErr w:type="spellEnd"/>
      <w:r>
        <w:t xml:space="preserve">, </w:t>
      </w:r>
      <w:r w:rsidR="005A3479">
        <w:t>comme s</w:t>
      </w:r>
      <w:r>
        <w:t>’</w:t>
      </w:r>
      <w:r w:rsidR="005A3479">
        <w:t>ils s</w:t>
      </w:r>
      <w:r>
        <w:t>’</w:t>
      </w:r>
      <w:r w:rsidR="005A3479">
        <w:t>adressaient à moi</w:t>
      </w:r>
      <w:r>
        <w:t xml:space="preserve">… </w:t>
      </w:r>
      <w:r w:rsidR="005A3479">
        <w:t>Ne vous le rappelez-vous pas</w:t>
      </w:r>
      <w:r>
        <w:t> ?</w:t>
      </w:r>
    </w:p>
    <w:p w14:paraId="6038A651" w14:textId="77777777" w:rsidR="006F1ADB" w:rsidRDefault="006F1ADB" w:rsidP="005A3479">
      <w:r>
        <w:t>— </w:t>
      </w:r>
      <w:r w:rsidR="005A3479">
        <w:t>Je connais à peine quelques vers</w:t>
      </w:r>
      <w:r>
        <w:t xml:space="preserve">, </w:t>
      </w:r>
      <w:r w:rsidR="005A3479">
        <w:t>répondit-il tristement</w:t>
      </w:r>
      <w:r>
        <w:t>.</w:t>
      </w:r>
    </w:p>
    <w:p w14:paraId="642865B3" w14:textId="77777777" w:rsidR="006F1ADB" w:rsidRDefault="006F1ADB" w:rsidP="005A3479">
      <w:r>
        <w:t>— </w:t>
      </w:r>
      <w:r w:rsidR="005A3479">
        <w:t>Vraiment</w:t>
      </w:r>
      <w:r>
        <w:t> ?</w:t>
      </w:r>
    </w:p>
    <w:p w14:paraId="176B93AD" w14:textId="78515B4C" w:rsidR="006F1ADB" w:rsidRDefault="006F1ADB" w:rsidP="005A3479">
      <w:r>
        <w:t>— « </w:t>
      </w:r>
      <w:r w:rsidR="005A3479">
        <w:t>Il était un être que mon esprit rencontrait souvent quand s</w:t>
      </w:r>
      <w:r>
        <w:t>’</w:t>
      </w:r>
      <w:r w:rsidR="005A3479">
        <w:t>élevaient très haut ses visions errantes</w:t>
      </w:r>
      <w:r>
        <w:t xml:space="preserve"> – </w:t>
      </w:r>
      <w:r w:rsidR="005A3479">
        <w:t>un séraphin du ciel</w:t>
      </w:r>
      <w:r>
        <w:t xml:space="preserve">, </w:t>
      </w:r>
      <w:r w:rsidR="005A3479">
        <w:t>trop beau pour être humain</w:t>
      </w:r>
      <w:r>
        <w:t xml:space="preserve">, – </w:t>
      </w:r>
      <w:r w:rsidR="005A3479">
        <w:t>voilé sous une radieuse forme de femme</w:t>
      </w:r>
      <w:r>
        <w:t>… »</w:t>
      </w:r>
    </w:p>
    <w:p w14:paraId="2D67DF52" w14:textId="77777777" w:rsidR="006F1ADB" w:rsidRDefault="006F1ADB" w:rsidP="005A3479">
      <w:r>
        <w:t>— </w:t>
      </w:r>
      <w:r w:rsidR="005A3479">
        <w:t>Oh</w:t>
      </w:r>
      <w:r>
        <w:t xml:space="preserve"> ! </w:t>
      </w:r>
      <w:r w:rsidR="005A3479">
        <w:t>c</w:t>
      </w:r>
      <w:r>
        <w:t>’</w:t>
      </w:r>
      <w:r w:rsidR="005A3479">
        <w:t>est trop flatteur pour moi</w:t>
      </w:r>
      <w:r>
        <w:t xml:space="preserve"> ; </w:t>
      </w:r>
      <w:r w:rsidR="005A3479">
        <w:t>ne continuez pas</w:t>
      </w:r>
      <w:r>
        <w:t xml:space="preserve">. </w:t>
      </w:r>
      <w:r w:rsidR="005A3479">
        <w:t>Mais dites que c</w:t>
      </w:r>
      <w:r>
        <w:t>’</w:t>
      </w:r>
      <w:r w:rsidR="005A3479">
        <w:t>est mon image</w:t>
      </w:r>
      <w:r>
        <w:t xml:space="preserve">, </w:t>
      </w:r>
      <w:r w:rsidR="005A3479">
        <w:t>dites-le</w:t>
      </w:r>
      <w:r>
        <w:t>.</w:t>
      </w:r>
    </w:p>
    <w:p w14:paraId="659E40AD" w14:textId="77777777" w:rsidR="006F1ADB" w:rsidRDefault="006F1ADB" w:rsidP="005A3479">
      <w:r>
        <w:t>— </w:t>
      </w:r>
      <w:r w:rsidR="005A3479">
        <w:t>C</w:t>
      </w:r>
      <w:r>
        <w:t>’</w:t>
      </w:r>
      <w:r w:rsidR="005A3479">
        <w:t>est vous</w:t>
      </w:r>
      <w:r>
        <w:t xml:space="preserve">, </w:t>
      </w:r>
      <w:r w:rsidR="005A3479">
        <w:t>chérie</w:t>
      </w:r>
      <w:r>
        <w:t xml:space="preserve">, </w:t>
      </w:r>
      <w:r w:rsidR="005A3479">
        <w:t>c</w:t>
      </w:r>
      <w:r>
        <w:t>’</w:t>
      </w:r>
      <w:r w:rsidR="005A3479">
        <w:t>est absolument vous</w:t>
      </w:r>
      <w:r>
        <w:t>.</w:t>
      </w:r>
    </w:p>
    <w:p w14:paraId="1A8883F0" w14:textId="77777777" w:rsidR="006F1ADB" w:rsidRDefault="006F1ADB" w:rsidP="005A3479">
      <w:r>
        <w:lastRenderedPageBreak/>
        <w:t>— </w:t>
      </w:r>
      <w:r w:rsidR="005A3479">
        <w:t>Maintenant</w:t>
      </w:r>
      <w:r>
        <w:t xml:space="preserve">, </w:t>
      </w:r>
      <w:r w:rsidR="005A3479">
        <w:t>je vous pardonne</w:t>
      </w:r>
      <w:r>
        <w:t xml:space="preserve">. </w:t>
      </w:r>
      <w:r w:rsidR="005A3479">
        <w:t>Et vous allez m</w:t>
      </w:r>
      <w:r>
        <w:t>’</w:t>
      </w:r>
      <w:r w:rsidR="005A3479">
        <w:t>embrasser une seule fois</w:t>
      </w:r>
      <w:r>
        <w:t xml:space="preserve">, </w:t>
      </w:r>
      <w:r w:rsidR="005A3479">
        <w:t>ici</w:t>
      </w:r>
      <w:r>
        <w:t xml:space="preserve">, </w:t>
      </w:r>
      <w:r w:rsidR="005A3479">
        <w:t>et pas trop longuement</w:t>
      </w:r>
      <w:r>
        <w:t>.</w:t>
      </w:r>
    </w:p>
    <w:p w14:paraId="0FF5FF70" w14:textId="77777777" w:rsidR="006F1ADB" w:rsidRDefault="005A3479" w:rsidP="005A3479">
      <w:r>
        <w:t>Elle posa délicatement le bout de son doigt sur sa joue</w:t>
      </w:r>
      <w:r w:rsidR="006F1ADB">
        <w:t xml:space="preserve">. </w:t>
      </w:r>
      <w:r>
        <w:t>Jude obéit</w:t>
      </w:r>
      <w:r w:rsidR="006F1ADB">
        <w:t>.</w:t>
      </w:r>
    </w:p>
    <w:p w14:paraId="3A2C675C" w14:textId="77777777" w:rsidR="006F1ADB" w:rsidRDefault="006F1ADB" w:rsidP="005A3479">
      <w:r>
        <w:t>— </w:t>
      </w:r>
      <w:r w:rsidR="005A3479">
        <w:t>Vous m</w:t>
      </w:r>
      <w:r>
        <w:t>’</w:t>
      </w:r>
      <w:r w:rsidR="005A3479">
        <w:t>aimez beaucoup</w:t>
      </w:r>
      <w:r>
        <w:t xml:space="preserve">, </w:t>
      </w:r>
      <w:r w:rsidR="005A3479">
        <w:t>n</w:t>
      </w:r>
      <w:r>
        <w:t>’</w:t>
      </w:r>
      <w:r w:rsidR="005A3479">
        <w:t>est-ce pas</w:t>
      </w:r>
      <w:r>
        <w:t xml:space="preserve">, </w:t>
      </w:r>
      <w:r w:rsidR="005A3479">
        <w:t>bien que je ne veuille pas</w:t>
      </w:r>
      <w:r>
        <w:t xml:space="preserve">… </w:t>
      </w:r>
      <w:r w:rsidR="005A3479">
        <w:t>ce que vous savez</w:t>
      </w:r>
      <w:r>
        <w:t> ?</w:t>
      </w:r>
    </w:p>
    <w:p w14:paraId="326899D8" w14:textId="77777777" w:rsidR="006F1ADB" w:rsidRDefault="006F1ADB" w:rsidP="005A3479">
      <w:r>
        <w:t>— </w:t>
      </w:r>
      <w:r w:rsidR="005A3479">
        <w:t>Oui</w:t>
      </w:r>
      <w:r>
        <w:t xml:space="preserve">, </w:t>
      </w:r>
      <w:r w:rsidR="005A3479">
        <w:t>douce</w:t>
      </w:r>
      <w:r>
        <w:t xml:space="preserve"> ! </w:t>
      </w:r>
      <w:r w:rsidR="005A3479">
        <w:t>dit-il avec un soupir</w:t>
      </w:r>
      <w:r>
        <w:t>.</w:t>
      </w:r>
    </w:p>
    <w:p w14:paraId="25585C75" w14:textId="77777777" w:rsidR="006F1ADB" w:rsidRDefault="005A3479" w:rsidP="005A3479">
      <w:r>
        <w:t>Et il lui souhaita une bonne nuit</w:t>
      </w:r>
      <w:r w:rsidR="006F1ADB">
        <w:t>.</w:t>
      </w:r>
    </w:p>
    <w:p w14:paraId="52D7F8C4" w14:textId="7B36E144" w:rsidR="005A3479" w:rsidRPr="00004CDB" w:rsidRDefault="00004CDB" w:rsidP="00004CDB">
      <w:pPr>
        <w:pStyle w:val="Titre1"/>
        <w:rPr>
          <w:sz w:val="60"/>
          <w:szCs w:val="60"/>
        </w:rPr>
      </w:pPr>
      <w:bookmarkStart w:id="69" w:name="__RefHeading__71_1957917597"/>
      <w:bookmarkEnd w:id="69"/>
      <w:r>
        <w:rPr>
          <w:sz w:val="60"/>
          <w:szCs w:val="60"/>
        </w:rPr>
        <w:lastRenderedPageBreak/>
        <w:br/>
      </w:r>
      <w:r>
        <w:rPr>
          <w:sz w:val="60"/>
          <w:szCs w:val="60"/>
        </w:rPr>
        <w:br/>
      </w:r>
      <w:r>
        <w:rPr>
          <w:sz w:val="60"/>
          <w:szCs w:val="60"/>
        </w:rPr>
        <w:br/>
      </w:r>
      <w:bookmarkStart w:id="70" w:name="_Toc202369650"/>
      <w:r w:rsidR="005A3479" w:rsidRPr="00004CDB">
        <w:rPr>
          <w:sz w:val="60"/>
          <w:szCs w:val="60"/>
        </w:rPr>
        <w:t>CINQUIÈME PARTIE</w:t>
      </w:r>
      <w:r w:rsidR="005A3479" w:rsidRPr="00004CDB">
        <w:rPr>
          <w:sz w:val="60"/>
          <w:szCs w:val="60"/>
        </w:rPr>
        <w:br/>
      </w:r>
      <w:r w:rsidR="005A3479" w:rsidRPr="00004CDB">
        <w:rPr>
          <w:sz w:val="60"/>
          <w:szCs w:val="60"/>
        </w:rPr>
        <w:br/>
        <w:t xml:space="preserve">À </w:t>
      </w:r>
      <w:proofErr w:type="spellStart"/>
      <w:r w:rsidR="005A3479" w:rsidRPr="00004CDB">
        <w:rPr>
          <w:sz w:val="60"/>
          <w:szCs w:val="60"/>
        </w:rPr>
        <w:t>ALDBRICKAM</w:t>
      </w:r>
      <w:proofErr w:type="spellEnd"/>
      <w:r w:rsidR="005A3479" w:rsidRPr="00004CDB">
        <w:rPr>
          <w:sz w:val="60"/>
          <w:szCs w:val="60"/>
        </w:rPr>
        <w:t xml:space="preserve"> ET AILLEURS</w:t>
      </w:r>
      <w:bookmarkEnd w:id="70"/>
    </w:p>
    <w:p w14:paraId="426F5B4F" w14:textId="77777777" w:rsidR="005A3479" w:rsidRDefault="005A3479" w:rsidP="006F1ADB">
      <w:pPr>
        <w:pStyle w:val="Titre2"/>
      </w:pPr>
      <w:bookmarkStart w:id="71" w:name="__RefHeading__73_1957917597"/>
      <w:bookmarkStart w:id="72" w:name="_Toc202369651"/>
      <w:bookmarkEnd w:id="71"/>
      <w:r>
        <w:lastRenderedPageBreak/>
        <w:t>I</w:t>
      </w:r>
      <w:bookmarkEnd w:id="72"/>
    </w:p>
    <w:p w14:paraId="2971DDDA" w14:textId="77777777" w:rsidR="006F1ADB" w:rsidRDefault="005A3479" w:rsidP="005A3479">
      <w:r>
        <w:t>Le double divorce venait d</w:t>
      </w:r>
      <w:r w:rsidR="006F1ADB">
        <w:t>’</w:t>
      </w:r>
      <w:r>
        <w:t>être prononcé</w:t>
      </w:r>
      <w:r w:rsidR="006F1ADB">
        <w:t xml:space="preserve">. </w:t>
      </w:r>
      <w:r>
        <w:t>Jude proposa à Sue une promenade à travers champs</w:t>
      </w:r>
      <w:r w:rsidR="006F1ADB">
        <w:t>.</w:t>
      </w:r>
    </w:p>
    <w:p w14:paraId="34F9F996" w14:textId="77777777" w:rsidR="006F1ADB" w:rsidRDefault="006F1ADB" w:rsidP="005A3479">
      <w:r>
        <w:t>— </w:t>
      </w:r>
      <w:r w:rsidR="005A3479">
        <w:t>Nous irons bras dessus bras dessous</w:t>
      </w:r>
      <w:r>
        <w:t xml:space="preserve">, </w:t>
      </w:r>
      <w:r w:rsidR="005A3479">
        <w:t>dit-il</w:t>
      </w:r>
      <w:r>
        <w:t xml:space="preserve">, </w:t>
      </w:r>
      <w:r w:rsidR="005A3479">
        <w:t>comme les autres fiancés</w:t>
      </w:r>
      <w:r>
        <w:t xml:space="preserve">. </w:t>
      </w:r>
      <w:r w:rsidR="005A3479">
        <w:t>Nous en avons le droit légal</w:t>
      </w:r>
      <w:r>
        <w:t>.</w:t>
      </w:r>
    </w:p>
    <w:p w14:paraId="21BA10F7" w14:textId="77777777" w:rsidR="006F1ADB" w:rsidRDefault="005A3479" w:rsidP="005A3479">
      <w:r>
        <w:t>Ils habitaient</w:t>
      </w:r>
      <w:r w:rsidR="006F1ADB">
        <w:t xml:space="preserve">, </w:t>
      </w:r>
      <w:r>
        <w:t xml:space="preserve">à </w:t>
      </w:r>
      <w:proofErr w:type="spellStart"/>
      <w:r>
        <w:t>Aldbrickam</w:t>
      </w:r>
      <w:proofErr w:type="spellEnd"/>
      <w:r w:rsidR="006F1ADB">
        <w:t xml:space="preserve">, </w:t>
      </w:r>
      <w:r>
        <w:t>une petite maison que Jude avait garnie avec le vieux mobilier de sa tante</w:t>
      </w:r>
      <w:r w:rsidR="006F1ADB">
        <w:t xml:space="preserve">. </w:t>
      </w:r>
      <w:r>
        <w:t>Sue dirigeait le ménage</w:t>
      </w:r>
      <w:r w:rsidR="006F1ADB">
        <w:t xml:space="preserve">. </w:t>
      </w:r>
      <w:r>
        <w:t>Ils vivaient exactement dans les mêmes relations qu</w:t>
      </w:r>
      <w:r w:rsidR="006F1ADB">
        <w:t>’</w:t>
      </w:r>
      <w:r>
        <w:t>ils avaient établies l</w:t>
      </w:r>
      <w:r w:rsidR="006F1ADB">
        <w:t>’</w:t>
      </w:r>
      <w:r>
        <w:t>année précédente</w:t>
      </w:r>
      <w:r w:rsidR="006F1ADB">
        <w:t xml:space="preserve">, </w:t>
      </w:r>
      <w:r>
        <w:t xml:space="preserve">quand Sue avait quitté </w:t>
      </w:r>
      <w:proofErr w:type="spellStart"/>
      <w:r>
        <w:t>Shaston</w:t>
      </w:r>
      <w:proofErr w:type="spellEnd"/>
      <w:r w:rsidR="006F1ADB">
        <w:t>.</w:t>
      </w:r>
    </w:p>
    <w:p w14:paraId="2B0E960F" w14:textId="6D25BA0E" w:rsidR="006F1ADB" w:rsidRDefault="005A3479" w:rsidP="005A3479">
      <w:r>
        <w:t>C</w:t>
      </w:r>
      <w:r w:rsidR="006F1ADB">
        <w:t>’</w:t>
      </w:r>
      <w:r>
        <w:t>était un ma</w:t>
      </w:r>
      <w:r>
        <w:t>t</w:t>
      </w:r>
      <w:r>
        <w:t>in de février</w:t>
      </w:r>
      <w:r w:rsidR="006F1ADB">
        <w:t xml:space="preserve">. </w:t>
      </w:r>
      <w:r>
        <w:t>Ils sortirent de la ville et s</w:t>
      </w:r>
      <w:r w:rsidR="006F1ADB">
        <w:t>’</w:t>
      </w:r>
      <w:r>
        <w:t>engagèrent à travers la plaine</w:t>
      </w:r>
      <w:r w:rsidR="006F1ADB">
        <w:t xml:space="preserve">, </w:t>
      </w:r>
      <w:r>
        <w:t>dans un sentier qui bordait les champs couverts de givre</w:t>
      </w:r>
      <w:r w:rsidR="006F1ADB">
        <w:t xml:space="preserve">. </w:t>
      </w:r>
      <w:r>
        <w:t>Absorbés dans le sentiment de leur situation</w:t>
      </w:r>
      <w:r w:rsidR="006F1ADB">
        <w:t xml:space="preserve">, </w:t>
      </w:r>
      <w:r>
        <w:t>ils avaient à peine conscience des objets qui les ento</w:t>
      </w:r>
      <w:r>
        <w:t>u</w:t>
      </w:r>
      <w:r>
        <w:t>raient</w:t>
      </w:r>
      <w:r w:rsidR="006F1ADB">
        <w:t>.</w:t>
      </w:r>
    </w:p>
    <w:p w14:paraId="281A5EF9" w14:textId="77777777" w:rsidR="006F1ADB" w:rsidRDefault="006F1ADB" w:rsidP="005A3479">
      <w:r>
        <w:t>— </w:t>
      </w:r>
      <w:r w:rsidR="005A3479">
        <w:t>Eh bien</w:t>
      </w:r>
      <w:r>
        <w:t xml:space="preserve">, </w:t>
      </w:r>
      <w:r w:rsidR="005A3479">
        <w:t>ma chérie</w:t>
      </w:r>
      <w:r>
        <w:t xml:space="preserve">, </w:t>
      </w:r>
      <w:r w:rsidR="005A3479">
        <w:t>la conclusion de tout cela est que nous pouvons nous marier</w:t>
      </w:r>
      <w:r>
        <w:t xml:space="preserve">, </w:t>
      </w:r>
      <w:r w:rsidR="005A3479">
        <w:t>après un délai convenable</w:t>
      </w:r>
      <w:r>
        <w:t>.</w:t>
      </w:r>
    </w:p>
    <w:p w14:paraId="03489510" w14:textId="77777777" w:rsidR="006F1ADB" w:rsidRDefault="006F1ADB" w:rsidP="005A3479">
      <w:r>
        <w:t>— </w:t>
      </w:r>
      <w:r w:rsidR="005A3479">
        <w:t>Oui</w:t>
      </w:r>
      <w:r>
        <w:t xml:space="preserve">, </w:t>
      </w:r>
      <w:r w:rsidR="005A3479">
        <w:t>je suppose que nous le pouvons</w:t>
      </w:r>
      <w:r>
        <w:t xml:space="preserve">, </w:t>
      </w:r>
      <w:r w:rsidR="005A3479">
        <w:t>dit Sue</w:t>
      </w:r>
      <w:r>
        <w:t xml:space="preserve">, </w:t>
      </w:r>
      <w:r w:rsidR="005A3479">
        <w:t>sans e</w:t>
      </w:r>
      <w:r w:rsidR="005A3479">
        <w:t>n</w:t>
      </w:r>
      <w:r w:rsidR="005A3479">
        <w:t>thousiasme</w:t>
      </w:r>
      <w:r>
        <w:t>.</w:t>
      </w:r>
    </w:p>
    <w:p w14:paraId="02D1F45A" w14:textId="77777777" w:rsidR="006F1ADB" w:rsidRDefault="006F1ADB" w:rsidP="005A3479">
      <w:r>
        <w:t>— </w:t>
      </w:r>
      <w:r w:rsidR="005A3479">
        <w:t>Et c</w:t>
      </w:r>
      <w:r>
        <w:t>’</w:t>
      </w:r>
      <w:r w:rsidR="005A3479">
        <w:t>est ce que nous allons faire</w:t>
      </w:r>
      <w:r>
        <w:t>.</w:t>
      </w:r>
    </w:p>
    <w:p w14:paraId="1D2EB114" w14:textId="77777777" w:rsidR="006F1ADB" w:rsidRDefault="006F1ADB" w:rsidP="005A3479">
      <w:r>
        <w:t>— </w:t>
      </w:r>
      <w:r w:rsidR="005A3479">
        <w:t>Je ne dis pas non</w:t>
      </w:r>
      <w:r>
        <w:t xml:space="preserve">, </w:t>
      </w:r>
      <w:r w:rsidR="005A3479">
        <w:t>cher Jude</w:t>
      </w:r>
      <w:r>
        <w:t xml:space="preserve">, </w:t>
      </w:r>
      <w:r w:rsidR="005A3479">
        <w:t>car il me semble que c</w:t>
      </w:r>
      <w:r>
        <w:t>’</w:t>
      </w:r>
      <w:r w:rsidR="005A3479">
        <w:t>est fait depuis longtemps</w:t>
      </w:r>
      <w:r>
        <w:t xml:space="preserve">. </w:t>
      </w:r>
      <w:r w:rsidR="005A3479">
        <w:t>J</w:t>
      </w:r>
      <w:r>
        <w:t>’</w:t>
      </w:r>
      <w:r w:rsidR="005A3479">
        <w:t>ai une crainte mortelle qu</w:t>
      </w:r>
      <w:r>
        <w:t>’</w:t>
      </w:r>
      <w:r w:rsidR="005A3479">
        <w:t>un contrat de fer n</w:t>
      </w:r>
      <w:r>
        <w:t>’</w:t>
      </w:r>
      <w:r w:rsidR="005A3479">
        <w:t>anéantisse votre tendresse pour moi</w:t>
      </w:r>
      <w:r>
        <w:t xml:space="preserve">, </w:t>
      </w:r>
      <w:r w:rsidR="005A3479">
        <w:t>comme il arriva à nos infortunés parents</w:t>
      </w:r>
      <w:r>
        <w:t>.</w:t>
      </w:r>
    </w:p>
    <w:p w14:paraId="3A7E7592" w14:textId="77777777" w:rsidR="006F1ADB" w:rsidRDefault="006F1ADB" w:rsidP="005A3479">
      <w:r>
        <w:t>— </w:t>
      </w:r>
      <w:r w:rsidR="005A3479">
        <w:t>Alors que ferons-nous</w:t>
      </w:r>
      <w:r>
        <w:t xml:space="preserve"> ? </w:t>
      </w:r>
      <w:r w:rsidR="005A3479">
        <w:t>Je vous aime</w:t>
      </w:r>
      <w:r>
        <w:t xml:space="preserve">, </w:t>
      </w:r>
      <w:r w:rsidR="005A3479">
        <w:t>Sue</w:t>
      </w:r>
      <w:r>
        <w:t xml:space="preserve">, </w:t>
      </w:r>
      <w:r w:rsidR="005A3479">
        <w:t>vous le savez</w:t>
      </w:r>
      <w:r>
        <w:t>.</w:t>
      </w:r>
    </w:p>
    <w:p w14:paraId="2F6FA250" w14:textId="77777777" w:rsidR="006F1ADB" w:rsidRDefault="006F1ADB" w:rsidP="005A3479">
      <w:r>
        <w:lastRenderedPageBreak/>
        <w:t>— </w:t>
      </w:r>
      <w:r w:rsidR="005A3479">
        <w:t>Je le sais de reste</w:t>
      </w:r>
      <w:r>
        <w:t xml:space="preserve">. </w:t>
      </w:r>
      <w:r w:rsidR="005A3479">
        <w:t>Mais j</w:t>
      </w:r>
      <w:r>
        <w:t>’</w:t>
      </w:r>
      <w:r w:rsidR="005A3479">
        <w:t>aimerais mieux vivre avec vous</w:t>
      </w:r>
      <w:r>
        <w:t xml:space="preserve">, </w:t>
      </w:r>
      <w:r w:rsidR="005A3479">
        <w:t>en amants</w:t>
      </w:r>
      <w:r>
        <w:t xml:space="preserve">, </w:t>
      </w:r>
      <w:r w:rsidR="005A3479">
        <w:t>comme nous vivons</w:t>
      </w:r>
      <w:r>
        <w:t xml:space="preserve">, </w:t>
      </w:r>
      <w:r w:rsidR="005A3479">
        <w:t>réunis seulement pendant le jour</w:t>
      </w:r>
      <w:r>
        <w:t xml:space="preserve">. </w:t>
      </w:r>
      <w:r w:rsidR="005A3479">
        <w:t>C</w:t>
      </w:r>
      <w:r>
        <w:t>’</w:t>
      </w:r>
      <w:r w:rsidR="005A3479">
        <w:t>est beaucoup plus doux</w:t>
      </w:r>
      <w:r>
        <w:t xml:space="preserve">, </w:t>
      </w:r>
      <w:r w:rsidR="005A3479">
        <w:t>pour la femme du moins</w:t>
      </w:r>
      <w:r>
        <w:t xml:space="preserve">, </w:t>
      </w:r>
      <w:r w:rsidR="005A3479">
        <w:t>quand elle est sûre de son compagnon</w:t>
      </w:r>
      <w:r>
        <w:t xml:space="preserve">. </w:t>
      </w:r>
      <w:r w:rsidR="005A3479">
        <w:t>Et désormais</w:t>
      </w:r>
      <w:r>
        <w:t xml:space="preserve">, </w:t>
      </w:r>
      <w:r w:rsidR="005A3479">
        <w:t>nous ne serons plus si pointilleux que naguère sur les apparences</w:t>
      </w:r>
      <w:r>
        <w:t>.</w:t>
      </w:r>
    </w:p>
    <w:p w14:paraId="2908AD4D" w14:textId="77777777" w:rsidR="006F1ADB" w:rsidRDefault="006F1ADB" w:rsidP="005A3479">
      <w:r>
        <w:t>— </w:t>
      </w:r>
      <w:r w:rsidR="005A3479">
        <w:t>L</w:t>
      </w:r>
      <w:r>
        <w:t>’</w:t>
      </w:r>
      <w:r w:rsidR="005A3479">
        <w:t>expérience que nous avons faite du mariage n</w:t>
      </w:r>
      <w:r>
        <w:t>’</w:t>
      </w:r>
      <w:r w:rsidR="005A3479">
        <w:t>est pas encourageante</w:t>
      </w:r>
      <w:r>
        <w:t xml:space="preserve">, </w:t>
      </w:r>
      <w:r w:rsidR="005A3479">
        <w:t>dit-il</w:t>
      </w:r>
      <w:r>
        <w:t xml:space="preserve">, </w:t>
      </w:r>
      <w:r w:rsidR="005A3479">
        <w:t>quelque peu assombri</w:t>
      </w:r>
      <w:r>
        <w:t>.</w:t>
      </w:r>
    </w:p>
    <w:p w14:paraId="40AAF29E" w14:textId="77777777" w:rsidR="006F1ADB" w:rsidRDefault="006F1ADB" w:rsidP="005A3479">
      <w:r>
        <w:t>— </w:t>
      </w:r>
      <w:r w:rsidR="005A3479">
        <w:t>Je pense que je commencerai à vous craindre</w:t>
      </w:r>
      <w:r>
        <w:t xml:space="preserve">, </w:t>
      </w:r>
      <w:r w:rsidR="005A3479">
        <w:t>Jude</w:t>
      </w:r>
      <w:r>
        <w:t xml:space="preserve">, </w:t>
      </w:r>
      <w:r w:rsidR="005A3479">
        <w:t>le jour où vous devrez me chérir avec l</w:t>
      </w:r>
      <w:r>
        <w:t>’</w:t>
      </w:r>
      <w:r w:rsidR="005A3479">
        <w:t>estampille du gouvern</w:t>
      </w:r>
      <w:r w:rsidR="005A3479">
        <w:t>e</w:t>
      </w:r>
      <w:r w:rsidR="005A3479">
        <w:t>ment</w:t>
      </w:r>
      <w:r>
        <w:t xml:space="preserve">, </w:t>
      </w:r>
      <w:r w:rsidR="005A3479">
        <w:t>le jour où j</w:t>
      </w:r>
      <w:r>
        <w:t>’</w:t>
      </w:r>
      <w:r w:rsidR="005A3479">
        <w:t>aurai le droit d</w:t>
      </w:r>
      <w:r>
        <w:t>’</w:t>
      </w:r>
      <w:r w:rsidR="005A3479">
        <w:t>être aimée d</w:t>
      </w:r>
      <w:r>
        <w:t>’</w:t>
      </w:r>
      <w:r w:rsidR="005A3479">
        <w:t>après un acte c</w:t>
      </w:r>
      <w:r w:rsidR="005A3479">
        <w:t>i</w:t>
      </w:r>
      <w:r w:rsidR="005A3479">
        <w:t>vil</w:t>
      </w:r>
      <w:r>
        <w:t xml:space="preserve">… </w:t>
      </w:r>
      <w:r w:rsidR="005A3479">
        <w:t>Oh</w:t>
      </w:r>
      <w:r>
        <w:t xml:space="preserve"> ! </w:t>
      </w:r>
      <w:r w:rsidR="005A3479">
        <w:t>quelle chose horrible et mesquine</w:t>
      </w:r>
      <w:r>
        <w:t xml:space="preserve"> ! </w:t>
      </w:r>
      <w:r w:rsidR="005A3479">
        <w:t>Bien que vous soyez libre</w:t>
      </w:r>
      <w:r>
        <w:t xml:space="preserve">, </w:t>
      </w:r>
      <w:r w:rsidR="005A3479">
        <w:t>j</w:t>
      </w:r>
      <w:r>
        <w:t>’</w:t>
      </w:r>
      <w:r w:rsidR="005A3479">
        <w:t>ai foi en vous</w:t>
      </w:r>
      <w:r>
        <w:t xml:space="preserve">, </w:t>
      </w:r>
      <w:r w:rsidR="005A3479">
        <w:t>plus qu</w:t>
      </w:r>
      <w:r>
        <w:t>’</w:t>
      </w:r>
      <w:r w:rsidR="005A3479">
        <w:t>en personne au monde</w:t>
      </w:r>
      <w:r>
        <w:t>.</w:t>
      </w:r>
    </w:p>
    <w:p w14:paraId="6E5DAAC6" w14:textId="77777777" w:rsidR="006F1ADB" w:rsidRDefault="006F1ADB" w:rsidP="005A3479">
      <w:r>
        <w:t>— </w:t>
      </w:r>
      <w:r w:rsidR="005A3479">
        <w:t>Non</w:t>
      </w:r>
      <w:r>
        <w:t xml:space="preserve">… </w:t>
      </w:r>
      <w:r w:rsidR="005A3479">
        <w:t>non</w:t>
      </w:r>
      <w:r>
        <w:t xml:space="preserve">… </w:t>
      </w:r>
      <w:r w:rsidR="005A3479">
        <w:t>Ne dites pas que je changerai</w:t>
      </w:r>
      <w:r>
        <w:t>.</w:t>
      </w:r>
    </w:p>
    <w:p w14:paraId="73325F94" w14:textId="77777777" w:rsidR="006F1ADB" w:rsidRDefault="006F1ADB" w:rsidP="005A3479">
      <w:r>
        <w:t>— </w:t>
      </w:r>
      <w:r w:rsidR="005A3479">
        <w:t>Sans nous donner comme exemple</w:t>
      </w:r>
      <w:r>
        <w:t xml:space="preserve">, </w:t>
      </w:r>
      <w:r w:rsidR="005A3479">
        <w:t>nous et nos malheurs particuliers</w:t>
      </w:r>
      <w:r>
        <w:t xml:space="preserve">, </w:t>
      </w:r>
      <w:r w:rsidR="005A3479">
        <w:t>n</w:t>
      </w:r>
      <w:r>
        <w:t>’</w:t>
      </w:r>
      <w:r w:rsidR="005A3479">
        <w:t>est-il pas étranger à la nature de l</w:t>
      </w:r>
      <w:r>
        <w:t>’</w:t>
      </w:r>
      <w:r w:rsidR="005A3479">
        <w:t>homme d</w:t>
      </w:r>
      <w:r>
        <w:t>’</w:t>
      </w:r>
      <w:r w:rsidR="005A3479">
        <w:t>aimer une personne quand on a déclaré qu</w:t>
      </w:r>
      <w:r>
        <w:t>’</w:t>
      </w:r>
      <w:r w:rsidR="005A3479">
        <w:t>il doit absolument l</w:t>
      </w:r>
      <w:r>
        <w:t>’</w:t>
      </w:r>
      <w:r w:rsidR="005A3479">
        <w:t>aimer</w:t>
      </w:r>
      <w:r>
        <w:t xml:space="preserve"> ? </w:t>
      </w:r>
      <w:r w:rsidR="005A3479">
        <w:t>Il aurait plus de chances de l</w:t>
      </w:r>
      <w:r>
        <w:t>’</w:t>
      </w:r>
      <w:r w:rsidR="005A3479">
        <w:t>aimer si l</w:t>
      </w:r>
      <w:r>
        <w:t>’</w:t>
      </w:r>
      <w:r w:rsidR="005A3479">
        <w:t>obligation n</w:t>
      </w:r>
      <w:r>
        <w:t>’</w:t>
      </w:r>
      <w:r w:rsidR="005A3479">
        <w:t>existait pas</w:t>
      </w:r>
      <w:r>
        <w:t>.</w:t>
      </w:r>
    </w:p>
    <w:p w14:paraId="31D89D1E" w14:textId="77777777" w:rsidR="006F1ADB" w:rsidRDefault="006F1ADB" w:rsidP="005A3479">
      <w:r>
        <w:t>— </w:t>
      </w:r>
      <w:r w:rsidR="005A3479">
        <w:t>Oui</w:t>
      </w:r>
      <w:r>
        <w:t xml:space="preserve">, </w:t>
      </w:r>
      <w:r w:rsidR="005A3479">
        <w:t>mais en admettant que ceci soit vrai</w:t>
      </w:r>
      <w:r>
        <w:t xml:space="preserve">, </w:t>
      </w:r>
      <w:r w:rsidR="005A3479">
        <w:t>vous n</w:t>
      </w:r>
      <w:r>
        <w:t>’</w:t>
      </w:r>
      <w:r w:rsidR="005A3479">
        <w:t>êtes pas seule au monde à le voir</w:t>
      </w:r>
      <w:r>
        <w:t xml:space="preserve">, </w:t>
      </w:r>
      <w:r w:rsidR="005A3479">
        <w:t>chère petite Sue</w:t>
      </w:r>
      <w:r>
        <w:t xml:space="preserve">. </w:t>
      </w:r>
      <w:r w:rsidR="005A3479">
        <w:t>Des gens se marient parce qu</w:t>
      </w:r>
      <w:r>
        <w:t>’</w:t>
      </w:r>
      <w:r w:rsidR="005A3479">
        <w:t>ils ne peuvent pas résister aux forces naturelles</w:t>
      </w:r>
      <w:r>
        <w:t xml:space="preserve">, </w:t>
      </w:r>
      <w:r w:rsidR="005A3479">
        <w:t>quoique beaucoup d</w:t>
      </w:r>
      <w:r>
        <w:t>’</w:t>
      </w:r>
      <w:r w:rsidR="005A3479">
        <w:t>entre eux sachent qu</w:t>
      </w:r>
      <w:r>
        <w:t>’</w:t>
      </w:r>
      <w:r w:rsidR="005A3479">
        <w:t>ils paieraient peut-être le plaisir d</w:t>
      </w:r>
      <w:r>
        <w:t>’</w:t>
      </w:r>
      <w:r w:rsidR="005A3479">
        <w:t>un mois par le tourment de toute leur vie</w:t>
      </w:r>
      <w:r>
        <w:t xml:space="preserve">. </w:t>
      </w:r>
      <w:r w:rsidR="005A3479">
        <w:t>Sans doute</w:t>
      </w:r>
      <w:r>
        <w:t xml:space="preserve">, </w:t>
      </w:r>
      <w:r w:rsidR="005A3479">
        <w:t>votre père et votre mère</w:t>
      </w:r>
      <w:r>
        <w:t xml:space="preserve">, </w:t>
      </w:r>
      <w:r w:rsidR="005A3479">
        <w:t>mon père et ma mère le s</w:t>
      </w:r>
      <w:r w:rsidR="005A3479">
        <w:t>a</w:t>
      </w:r>
      <w:r w:rsidR="005A3479">
        <w:t>vaient bien</w:t>
      </w:r>
      <w:r>
        <w:t xml:space="preserve">, </w:t>
      </w:r>
      <w:r w:rsidR="005A3479">
        <w:t>s</w:t>
      </w:r>
      <w:r>
        <w:t>’</w:t>
      </w:r>
      <w:r w:rsidR="005A3479">
        <w:t>ils nous ressemblaient par l</w:t>
      </w:r>
      <w:r>
        <w:t>’</w:t>
      </w:r>
      <w:r w:rsidR="005A3479">
        <w:t>habitude de l</w:t>
      </w:r>
      <w:r>
        <w:t>’</w:t>
      </w:r>
      <w:r w:rsidR="005A3479">
        <w:t>observation</w:t>
      </w:r>
      <w:r>
        <w:t xml:space="preserve">. </w:t>
      </w:r>
      <w:r w:rsidR="005A3479">
        <w:t>Mais ils se sont mariés tout comme nous</w:t>
      </w:r>
      <w:r>
        <w:t xml:space="preserve">, </w:t>
      </w:r>
      <w:r w:rsidR="005A3479">
        <w:t>parce qu</w:t>
      </w:r>
      <w:r>
        <w:t>’</w:t>
      </w:r>
      <w:r w:rsidR="005A3479">
        <w:t>ils avaient les passions ordinaires à tous les hommes</w:t>
      </w:r>
      <w:r>
        <w:t xml:space="preserve">. </w:t>
      </w:r>
      <w:r w:rsidR="005A3479">
        <w:t>Mais vous</w:t>
      </w:r>
      <w:r>
        <w:t xml:space="preserve">, </w:t>
      </w:r>
      <w:r w:rsidR="005A3479">
        <w:t>Sue</w:t>
      </w:r>
      <w:r>
        <w:t xml:space="preserve">, </w:t>
      </w:r>
      <w:r w:rsidR="005A3479">
        <w:t>qui êtes une créature fantomatique</w:t>
      </w:r>
      <w:r>
        <w:t xml:space="preserve">, </w:t>
      </w:r>
      <w:r w:rsidR="005A3479">
        <w:t>sans corps</w:t>
      </w:r>
      <w:r>
        <w:t xml:space="preserve">, </w:t>
      </w:r>
      <w:r w:rsidR="005A3479">
        <w:t>une créature qui</w:t>
      </w:r>
      <w:r>
        <w:t xml:space="preserve"> – </w:t>
      </w:r>
      <w:r w:rsidR="005A3479">
        <w:t>vous m</w:t>
      </w:r>
      <w:r>
        <w:t>’</w:t>
      </w:r>
      <w:r w:rsidR="005A3479">
        <w:t>avez donné le droit de le dire</w:t>
      </w:r>
      <w:r>
        <w:t xml:space="preserve"> – </w:t>
      </w:r>
      <w:r w:rsidR="005A3479">
        <w:t>n</w:t>
      </w:r>
      <w:r>
        <w:t>’</w:t>
      </w:r>
      <w:r w:rsidR="005A3479">
        <w:t xml:space="preserve">a pas </w:t>
      </w:r>
      <w:r w:rsidR="005A3479">
        <w:lastRenderedPageBreak/>
        <w:t>le moindre élément de passion animale</w:t>
      </w:r>
      <w:r>
        <w:t xml:space="preserve">, </w:t>
      </w:r>
      <w:r w:rsidR="005A3479">
        <w:t>vous pouvez agir en ra</w:t>
      </w:r>
      <w:r w:rsidR="005A3479">
        <w:t>i</w:t>
      </w:r>
      <w:r w:rsidR="005A3479">
        <w:t>sonnant sur votre cas</w:t>
      </w:r>
      <w:r>
        <w:t xml:space="preserve">, </w:t>
      </w:r>
      <w:r w:rsidR="005A3479">
        <w:t>tandis que nous ne le pouvons pas</w:t>
      </w:r>
      <w:r>
        <w:t xml:space="preserve">, </w:t>
      </w:r>
      <w:r w:rsidR="005A3479">
        <w:t>nous pauvres malheureux</w:t>
      </w:r>
      <w:r>
        <w:t xml:space="preserve">, </w:t>
      </w:r>
      <w:r w:rsidR="005A3479">
        <w:t>pétris dans une substance grossière</w:t>
      </w:r>
      <w:r>
        <w:t>.</w:t>
      </w:r>
    </w:p>
    <w:p w14:paraId="33717921" w14:textId="77777777" w:rsidR="006F1ADB" w:rsidRDefault="006F1ADB" w:rsidP="005A3479">
      <w:r>
        <w:t>— </w:t>
      </w:r>
      <w:r w:rsidR="005A3479">
        <w:t>Bien</w:t>
      </w:r>
      <w:r>
        <w:t xml:space="preserve"> ! </w:t>
      </w:r>
      <w:r w:rsidR="005A3479">
        <w:t>soupira-t-elle</w:t>
      </w:r>
      <w:r>
        <w:t xml:space="preserve">, </w:t>
      </w:r>
      <w:r w:rsidR="005A3479">
        <w:t>vous avez avoué que</w:t>
      </w:r>
      <w:r>
        <w:t xml:space="preserve">, </w:t>
      </w:r>
      <w:r w:rsidR="005A3479">
        <w:t>probablement</w:t>
      </w:r>
      <w:r>
        <w:t xml:space="preserve">, </w:t>
      </w:r>
      <w:r w:rsidR="005A3479">
        <w:t>cela finirait mal pour nous</w:t>
      </w:r>
      <w:r>
        <w:t xml:space="preserve">. </w:t>
      </w:r>
      <w:r w:rsidR="005A3479">
        <w:t>Mais je ne suis pas la femme exce</w:t>
      </w:r>
      <w:r w:rsidR="005A3479">
        <w:t>p</w:t>
      </w:r>
      <w:r w:rsidR="005A3479">
        <w:t>tionnelle que vous imaginez</w:t>
      </w:r>
      <w:r>
        <w:t xml:space="preserve">. </w:t>
      </w:r>
      <w:r w:rsidR="005A3479">
        <w:t>Toutes les femmes n</w:t>
      </w:r>
      <w:r>
        <w:t>’</w:t>
      </w:r>
      <w:r w:rsidR="005A3479">
        <w:t>aiment pas le mariage</w:t>
      </w:r>
      <w:r>
        <w:t xml:space="preserve"> ; </w:t>
      </w:r>
      <w:r w:rsidR="005A3479">
        <w:t>souvent elles y entrent pour la dignité qu</w:t>
      </w:r>
      <w:r>
        <w:t>’</w:t>
      </w:r>
      <w:r w:rsidR="005A3479">
        <w:t>il est censé conférer et les avantages sociaux qu</w:t>
      </w:r>
      <w:r>
        <w:t>’</w:t>
      </w:r>
      <w:r w:rsidR="005A3479">
        <w:t>il apporte quelquefois</w:t>
      </w:r>
      <w:r>
        <w:t xml:space="preserve"> – </w:t>
      </w:r>
      <w:r w:rsidR="005A3479">
        <w:t>une dignité et des avantages dont je n</w:t>
      </w:r>
      <w:r>
        <w:t>’</w:t>
      </w:r>
      <w:r w:rsidR="005A3479">
        <w:t>ai aucun besoin</w:t>
      </w:r>
      <w:r>
        <w:t>.</w:t>
      </w:r>
    </w:p>
    <w:p w14:paraId="04C826FD" w14:textId="77777777" w:rsidR="006F1ADB" w:rsidRDefault="005A3479" w:rsidP="005A3479">
      <w:r>
        <w:t>Jude recommença sa vieille complainte</w:t>
      </w:r>
      <w:r w:rsidR="006F1ADB">
        <w:t xml:space="preserve">, </w:t>
      </w:r>
      <w:r>
        <w:t>se plaignant qu</w:t>
      </w:r>
      <w:r w:rsidR="006F1ADB">
        <w:t>’</w:t>
      </w:r>
      <w:r>
        <w:t>intimes comme ils étaient</w:t>
      </w:r>
      <w:r w:rsidR="006F1ADB">
        <w:t xml:space="preserve">, </w:t>
      </w:r>
      <w:r>
        <w:t>il n</w:t>
      </w:r>
      <w:r w:rsidR="006F1ADB">
        <w:t>’</w:t>
      </w:r>
      <w:r>
        <w:t>eût jamais rien d</w:t>
      </w:r>
      <w:r w:rsidR="006F1ADB">
        <w:t>’</w:t>
      </w:r>
      <w:r>
        <w:t>elle</w:t>
      </w:r>
      <w:r w:rsidR="006F1ADB">
        <w:t xml:space="preserve">, </w:t>
      </w:r>
      <w:r>
        <w:t>une honnête et candide déclaration d</w:t>
      </w:r>
      <w:r w:rsidR="006F1ADB">
        <w:t>’</w:t>
      </w:r>
      <w:r>
        <w:t>amour ou d</w:t>
      </w:r>
      <w:r w:rsidR="006F1ADB">
        <w:t>’</w:t>
      </w:r>
      <w:r>
        <w:t>indifférence</w:t>
      </w:r>
      <w:r w:rsidR="006F1ADB">
        <w:t>.</w:t>
      </w:r>
    </w:p>
    <w:p w14:paraId="5C432631" w14:textId="77777777" w:rsidR="006F1ADB" w:rsidRDefault="006F1ADB" w:rsidP="005A3479">
      <w:r>
        <w:t>— </w:t>
      </w:r>
      <w:r w:rsidR="005A3479">
        <w:t>Je crains réellement</w:t>
      </w:r>
      <w:r>
        <w:t xml:space="preserve">, </w:t>
      </w:r>
      <w:r w:rsidR="005A3479">
        <w:t>quelquefois</w:t>
      </w:r>
      <w:r>
        <w:t xml:space="preserve">, </w:t>
      </w:r>
      <w:r w:rsidR="005A3479">
        <w:t>que vous ne puissiez pas aimer</w:t>
      </w:r>
      <w:r>
        <w:t xml:space="preserve">, </w:t>
      </w:r>
      <w:r w:rsidR="005A3479">
        <w:t>dit-il avec une colère évidente</w:t>
      </w:r>
      <w:r>
        <w:t xml:space="preserve"> ; </w:t>
      </w:r>
      <w:r w:rsidR="005A3479">
        <w:t>vous êtes pleine de réticences</w:t>
      </w:r>
      <w:r>
        <w:t xml:space="preserve">. </w:t>
      </w:r>
      <w:r w:rsidR="005A3479">
        <w:t>Je sais que les femmes donnent aux autres femmes le conseil de n</w:t>
      </w:r>
      <w:r>
        <w:t>’</w:t>
      </w:r>
      <w:r w:rsidR="005A3479">
        <w:t>admettre jamais la pleine loyauté de l</w:t>
      </w:r>
      <w:r>
        <w:t>’</w:t>
      </w:r>
      <w:r w:rsidR="005A3479">
        <w:t>homme</w:t>
      </w:r>
      <w:r>
        <w:t xml:space="preserve">. </w:t>
      </w:r>
      <w:r w:rsidR="005A3479">
        <w:t>Mais la plus haute forme de l</w:t>
      </w:r>
      <w:r>
        <w:t>’</w:t>
      </w:r>
      <w:r w:rsidR="005A3479">
        <w:t>affection est basée sur une parfaite sincérité réciproque</w:t>
      </w:r>
      <w:r>
        <w:t xml:space="preserve">. </w:t>
      </w:r>
      <w:r w:rsidR="005A3479">
        <w:t>N</w:t>
      </w:r>
      <w:r>
        <w:t>’</w:t>
      </w:r>
      <w:r w:rsidR="005A3479">
        <w:t>étant pas hommes</w:t>
      </w:r>
      <w:r>
        <w:t xml:space="preserve">, </w:t>
      </w:r>
      <w:r w:rsidR="005A3479">
        <w:t>les femmes ne savent pas qu</w:t>
      </w:r>
      <w:r>
        <w:t>’</w:t>
      </w:r>
      <w:r w:rsidR="005A3479">
        <w:t>un homme</w:t>
      </w:r>
      <w:r>
        <w:t xml:space="preserve">, </w:t>
      </w:r>
      <w:r w:rsidR="005A3479">
        <w:t>regardant dans le passé toutes les femmes avec lesquelles il a eu de tendres relations</w:t>
      </w:r>
      <w:r>
        <w:t xml:space="preserve">, </w:t>
      </w:r>
      <w:r w:rsidR="005A3479">
        <w:t>rapproche son cœur de l</w:t>
      </w:r>
      <w:r>
        <w:t>’</w:t>
      </w:r>
      <w:r w:rsidR="005A3479">
        <w:t>amante qui a choisi la vérité pour éclairer sa conduite</w:t>
      </w:r>
      <w:r>
        <w:t xml:space="preserve">. </w:t>
      </w:r>
      <w:r w:rsidR="005A3479">
        <w:t>Les meilleurs des hommes</w:t>
      </w:r>
      <w:r>
        <w:t xml:space="preserve">, </w:t>
      </w:r>
      <w:r w:rsidR="005A3479">
        <w:t>même s</w:t>
      </w:r>
      <w:r>
        <w:t>’</w:t>
      </w:r>
      <w:r w:rsidR="005A3479">
        <w:t>ils sont conquis par de vaines affections d</w:t>
      </w:r>
      <w:r>
        <w:t>’</w:t>
      </w:r>
      <w:r w:rsidR="005A3479">
        <w:t>artifice et de méfiance</w:t>
      </w:r>
      <w:r>
        <w:t xml:space="preserve">, </w:t>
      </w:r>
      <w:r w:rsidR="005A3479">
        <w:t>ne sont pas retenus par elles</w:t>
      </w:r>
      <w:r>
        <w:t xml:space="preserve">. </w:t>
      </w:r>
      <w:r w:rsidR="005A3479">
        <w:t>Une Némésis attend la femme qui joue ce jeu de tromper trop souvent</w:t>
      </w:r>
      <w:r>
        <w:t xml:space="preserve"> ; </w:t>
      </w:r>
      <w:r w:rsidR="005A3479">
        <w:t>elle est châtiée par le profond mépris que ressentent</w:t>
      </w:r>
      <w:r>
        <w:t xml:space="preserve">, </w:t>
      </w:r>
      <w:r w:rsidR="005A3479">
        <w:t xml:space="preserve">tôt </w:t>
      </w:r>
      <w:proofErr w:type="spellStart"/>
      <w:r w:rsidR="005A3479">
        <w:t>on</w:t>
      </w:r>
      <w:proofErr w:type="spellEnd"/>
      <w:r w:rsidR="005A3479">
        <w:t xml:space="preserve"> tard</w:t>
      </w:r>
      <w:r>
        <w:t xml:space="preserve">, </w:t>
      </w:r>
      <w:r w:rsidR="005A3479">
        <w:t>ses admirateurs</w:t>
      </w:r>
      <w:r>
        <w:t xml:space="preserve">, </w:t>
      </w:r>
      <w:r w:rsidR="005A3479">
        <w:t>et qui l</w:t>
      </w:r>
      <w:r>
        <w:t>’</w:t>
      </w:r>
      <w:r w:rsidR="005A3479">
        <w:t>accompagne jusqu</w:t>
      </w:r>
      <w:r>
        <w:t>’</w:t>
      </w:r>
      <w:r w:rsidR="005A3479">
        <w:t>à la tombe où elle descend sans laisser de regrets</w:t>
      </w:r>
      <w:r>
        <w:t>.</w:t>
      </w:r>
    </w:p>
    <w:p w14:paraId="4FAD3B0F" w14:textId="77777777" w:rsidR="006F1ADB" w:rsidRDefault="005A3479" w:rsidP="005A3479">
      <w:r>
        <w:lastRenderedPageBreak/>
        <w:t>Sue</w:t>
      </w:r>
      <w:r w:rsidR="006F1ADB">
        <w:t xml:space="preserve">, </w:t>
      </w:r>
      <w:r>
        <w:t>qui regardait au loin</w:t>
      </w:r>
      <w:r w:rsidR="006F1ADB">
        <w:t xml:space="preserve">, </w:t>
      </w:r>
      <w:r>
        <w:t>avait pris un air de femme co</w:t>
      </w:r>
      <w:r>
        <w:t>u</w:t>
      </w:r>
      <w:r>
        <w:t>pable</w:t>
      </w:r>
      <w:r w:rsidR="006F1ADB">
        <w:t xml:space="preserve">, </w:t>
      </w:r>
      <w:r>
        <w:t>et soudain</w:t>
      </w:r>
      <w:r w:rsidR="006F1ADB">
        <w:t xml:space="preserve">, </w:t>
      </w:r>
      <w:r>
        <w:t>de sa voix tragique</w:t>
      </w:r>
      <w:r w:rsidR="006F1ADB">
        <w:t xml:space="preserve">, </w:t>
      </w:r>
      <w:r>
        <w:t>elle répondit</w:t>
      </w:r>
      <w:r w:rsidR="006F1ADB">
        <w:t> :</w:t>
      </w:r>
    </w:p>
    <w:p w14:paraId="260A4E7D" w14:textId="77777777" w:rsidR="006F1ADB" w:rsidRDefault="006F1ADB" w:rsidP="005A3479">
      <w:r>
        <w:t>— </w:t>
      </w:r>
      <w:r w:rsidR="005A3479">
        <w:t>Vous ne me plaisez pas autant qu</w:t>
      </w:r>
      <w:r>
        <w:t>’</w:t>
      </w:r>
      <w:r w:rsidR="005A3479">
        <w:t>autrefois</w:t>
      </w:r>
      <w:r>
        <w:t xml:space="preserve">, </w:t>
      </w:r>
      <w:r w:rsidR="005A3479">
        <w:t>Jude</w:t>
      </w:r>
      <w:r>
        <w:t>.</w:t>
      </w:r>
    </w:p>
    <w:p w14:paraId="4D27B84A" w14:textId="77777777" w:rsidR="006F1ADB" w:rsidRDefault="006F1ADB" w:rsidP="005A3479">
      <w:r>
        <w:t>— </w:t>
      </w:r>
      <w:r w:rsidR="005A3479">
        <w:t>Pourquoi</w:t>
      </w:r>
      <w:r>
        <w:t> ?</w:t>
      </w:r>
    </w:p>
    <w:p w14:paraId="3073A804" w14:textId="77777777" w:rsidR="006F1ADB" w:rsidRDefault="006F1ADB" w:rsidP="005A3479">
      <w:r>
        <w:t>— </w:t>
      </w:r>
      <w:r w:rsidR="005A3479">
        <w:t>Oh</w:t>
      </w:r>
      <w:r>
        <w:t xml:space="preserve"> ! </w:t>
      </w:r>
      <w:r w:rsidR="005A3479">
        <w:t>vous n</w:t>
      </w:r>
      <w:r>
        <w:t>’</w:t>
      </w:r>
      <w:r w:rsidR="005A3479">
        <w:t>êtes pas aimable</w:t>
      </w:r>
      <w:r>
        <w:t xml:space="preserve">. </w:t>
      </w:r>
      <w:r w:rsidR="005A3479">
        <w:t>Vous êtes trop sermonneur</w:t>
      </w:r>
      <w:r>
        <w:t xml:space="preserve">. </w:t>
      </w:r>
      <w:r w:rsidR="005A3479">
        <w:t>Pourtant</w:t>
      </w:r>
      <w:r>
        <w:t xml:space="preserve">, </w:t>
      </w:r>
      <w:r w:rsidR="005A3479">
        <w:t>je suppose que je suis assez mauvaise</w:t>
      </w:r>
      <w:r>
        <w:t xml:space="preserve">, </w:t>
      </w:r>
      <w:r w:rsidR="005A3479">
        <w:t>assez indigne</w:t>
      </w:r>
      <w:r>
        <w:t xml:space="preserve">, </w:t>
      </w:r>
      <w:r w:rsidR="005A3479">
        <w:t>pour mériter vos plus rigoureuses réprimandes</w:t>
      </w:r>
      <w:r>
        <w:t>.</w:t>
      </w:r>
    </w:p>
    <w:p w14:paraId="33B0003F" w14:textId="77777777" w:rsidR="006F1ADB" w:rsidRDefault="006F1ADB" w:rsidP="005A3479">
      <w:r>
        <w:t>— </w:t>
      </w:r>
      <w:r w:rsidR="005A3479">
        <w:t>Non</w:t>
      </w:r>
      <w:r>
        <w:t xml:space="preserve">, </w:t>
      </w:r>
      <w:r w:rsidR="005A3479">
        <w:t>vous n</w:t>
      </w:r>
      <w:r>
        <w:t>’</w:t>
      </w:r>
      <w:r w:rsidR="005A3479">
        <w:t>êtes pas méchante</w:t>
      </w:r>
      <w:r>
        <w:t xml:space="preserve"> ; </w:t>
      </w:r>
      <w:r w:rsidR="005A3479">
        <w:t>vous êtes ma chérie</w:t>
      </w:r>
      <w:r>
        <w:t xml:space="preserve">, </w:t>
      </w:r>
      <w:r w:rsidR="005A3479">
        <w:t>mais aussi insaisissable qu</w:t>
      </w:r>
      <w:r>
        <w:t>’</w:t>
      </w:r>
      <w:r w:rsidR="005A3479">
        <w:t>une anguille quand on veut vous a</w:t>
      </w:r>
      <w:r w:rsidR="005A3479">
        <w:t>r</w:t>
      </w:r>
      <w:r w:rsidR="005A3479">
        <w:t>racher une confession</w:t>
      </w:r>
      <w:r>
        <w:t>.</w:t>
      </w:r>
    </w:p>
    <w:p w14:paraId="45FA986A" w14:textId="77777777" w:rsidR="006F1ADB" w:rsidRDefault="006F1ADB" w:rsidP="005A3479">
      <w:r>
        <w:t>— </w:t>
      </w:r>
      <w:r w:rsidR="005A3479">
        <w:t>Oh</w:t>
      </w:r>
      <w:r>
        <w:t xml:space="preserve"> ! </w:t>
      </w:r>
      <w:r w:rsidR="005A3479">
        <w:t>oui</w:t>
      </w:r>
      <w:r>
        <w:t xml:space="preserve">, </w:t>
      </w:r>
      <w:r w:rsidR="005A3479">
        <w:t>je suis mauvaise et obstinée</w:t>
      </w:r>
      <w:r>
        <w:t xml:space="preserve">, </w:t>
      </w:r>
      <w:r w:rsidR="005A3479">
        <w:t>tout ce que vous voudrez</w:t>
      </w:r>
      <w:r>
        <w:t xml:space="preserve">. </w:t>
      </w:r>
      <w:r w:rsidR="005A3479">
        <w:t>Vous n</w:t>
      </w:r>
      <w:r>
        <w:t>’</w:t>
      </w:r>
      <w:r w:rsidR="005A3479">
        <w:t>avez pas l</w:t>
      </w:r>
      <w:r>
        <w:t>’</w:t>
      </w:r>
      <w:r w:rsidR="005A3479">
        <w:t>habitude de me contredire sur ce point</w:t>
      </w:r>
      <w:r>
        <w:t xml:space="preserve">. </w:t>
      </w:r>
      <w:r w:rsidR="005A3479">
        <w:t>Les gens qui sont bons n</w:t>
      </w:r>
      <w:r>
        <w:t>’</w:t>
      </w:r>
      <w:r w:rsidR="005A3479">
        <w:t>ont pas besoin</w:t>
      </w:r>
      <w:r>
        <w:t xml:space="preserve">, </w:t>
      </w:r>
      <w:r w:rsidR="005A3479">
        <w:t>comme moi</w:t>
      </w:r>
      <w:r>
        <w:t xml:space="preserve">, </w:t>
      </w:r>
      <w:r w:rsidR="005A3479">
        <w:t>d</w:t>
      </w:r>
      <w:r>
        <w:t>’</w:t>
      </w:r>
      <w:r w:rsidR="005A3479">
        <w:t>être grondés sans cesse</w:t>
      </w:r>
      <w:r>
        <w:t xml:space="preserve">. </w:t>
      </w:r>
      <w:r w:rsidR="005A3479">
        <w:t>Mais</w:t>
      </w:r>
      <w:r>
        <w:t xml:space="preserve">, </w:t>
      </w:r>
      <w:r w:rsidR="005A3479">
        <w:t>maintenant que je n</w:t>
      </w:r>
      <w:r>
        <w:t>’</w:t>
      </w:r>
      <w:r w:rsidR="005A3479">
        <w:t>ai pe</w:t>
      </w:r>
      <w:r w:rsidR="005A3479">
        <w:t>r</w:t>
      </w:r>
      <w:r w:rsidR="005A3479">
        <w:t>sonne que vous</w:t>
      </w:r>
      <w:r>
        <w:t xml:space="preserve">, </w:t>
      </w:r>
      <w:r w:rsidR="005A3479">
        <w:t>et personne pour me défendre</w:t>
      </w:r>
      <w:r>
        <w:t xml:space="preserve">, </w:t>
      </w:r>
      <w:r w:rsidR="005A3479">
        <w:t>je trouve très dur de ne pas suivre mon propre goût pour décider comment je vivrai avec vous et si je dois</w:t>
      </w:r>
      <w:r>
        <w:t xml:space="preserve">, </w:t>
      </w:r>
      <w:r w:rsidR="005A3479">
        <w:t>oui ou non</w:t>
      </w:r>
      <w:r>
        <w:t xml:space="preserve">, </w:t>
      </w:r>
      <w:r w:rsidR="005A3479">
        <w:t>me marier</w:t>
      </w:r>
      <w:r>
        <w:t>.</w:t>
      </w:r>
    </w:p>
    <w:p w14:paraId="160F9021" w14:textId="77777777" w:rsidR="006F1ADB" w:rsidRDefault="006F1ADB" w:rsidP="005A3479">
      <w:r>
        <w:t>— </w:t>
      </w:r>
      <w:r w:rsidR="005A3479">
        <w:t>Sue</w:t>
      </w:r>
      <w:r>
        <w:t xml:space="preserve">, </w:t>
      </w:r>
      <w:r w:rsidR="005A3479">
        <w:t>ma compagne à moi</w:t>
      </w:r>
      <w:r>
        <w:t xml:space="preserve">, </w:t>
      </w:r>
      <w:r w:rsidR="005A3479">
        <w:t>mon amante</w:t>
      </w:r>
      <w:r>
        <w:t xml:space="preserve">, </w:t>
      </w:r>
      <w:r w:rsidR="005A3479">
        <w:t>je n</w:t>
      </w:r>
      <w:r>
        <w:t>’</w:t>
      </w:r>
      <w:r w:rsidR="005A3479">
        <w:t>ai pas l</w:t>
      </w:r>
      <w:r>
        <w:t>’</w:t>
      </w:r>
      <w:r w:rsidR="005A3479">
        <w:t>intention de vous forcer au mariage</w:t>
      </w:r>
      <w:r>
        <w:t xml:space="preserve">, </w:t>
      </w:r>
      <w:r w:rsidR="005A3479">
        <w:t>ou à quoi que ce soit</w:t>
      </w:r>
      <w:r>
        <w:t xml:space="preserve">. </w:t>
      </w:r>
      <w:r w:rsidR="005A3479">
        <w:t>N</w:t>
      </w:r>
      <w:r w:rsidR="005A3479">
        <w:t>a</w:t>
      </w:r>
      <w:r w:rsidR="005A3479">
        <w:t>turellement</w:t>
      </w:r>
      <w:r>
        <w:t xml:space="preserve">, </w:t>
      </w:r>
      <w:r w:rsidR="005A3479">
        <w:t>je n</w:t>
      </w:r>
      <w:r>
        <w:t>’</w:t>
      </w:r>
      <w:r w:rsidR="005A3479">
        <w:t>en ai pas l</w:t>
      </w:r>
      <w:r>
        <w:t>’</w:t>
      </w:r>
      <w:r w:rsidR="005A3479">
        <w:t>intention</w:t>
      </w:r>
      <w:r>
        <w:t xml:space="preserve">. </w:t>
      </w:r>
      <w:r w:rsidR="005A3479">
        <w:t>C</w:t>
      </w:r>
      <w:r>
        <w:t>’</w:t>
      </w:r>
      <w:r w:rsidR="005A3479">
        <w:t>est trop méchant à vous d</w:t>
      </w:r>
      <w:r>
        <w:t>’</w:t>
      </w:r>
      <w:r w:rsidR="005A3479">
        <w:t>être si irritable</w:t>
      </w:r>
      <w:r>
        <w:t xml:space="preserve">… </w:t>
      </w:r>
      <w:r w:rsidR="005A3479">
        <w:t>À présent</w:t>
      </w:r>
      <w:r>
        <w:t xml:space="preserve">, </w:t>
      </w:r>
      <w:r w:rsidR="005A3479">
        <w:t>ne parlons plus de cela</w:t>
      </w:r>
      <w:r>
        <w:t xml:space="preserve">, </w:t>
      </w:r>
      <w:r w:rsidR="005A3479">
        <w:t>et cont</w:t>
      </w:r>
      <w:r w:rsidR="005A3479">
        <w:t>i</w:t>
      </w:r>
      <w:r w:rsidR="005A3479">
        <w:t>nuons de faire ce que nous avons fait</w:t>
      </w:r>
      <w:r>
        <w:t xml:space="preserve"> ; </w:t>
      </w:r>
      <w:r w:rsidR="005A3479">
        <w:t>et</w:t>
      </w:r>
      <w:r>
        <w:t xml:space="preserve">, </w:t>
      </w:r>
      <w:r w:rsidR="005A3479">
        <w:t>durant le reste de notre promenade</w:t>
      </w:r>
      <w:r>
        <w:t xml:space="preserve">, </w:t>
      </w:r>
      <w:r w:rsidR="005A3479">
        <w:t>nous causerons seulement des prairies</w:t>
      </w:r>
      <w:r>
        <w:t xml:space="preserve">, </w:t>
      </w:r>
      <w:r w:rsidR="005A3479">
        <w:t>des ruisseaux et des espérances des fermiers pour l</w:t>
      </w:r>
      <w:r>
        <w:t>’</w:t>
      </w:r>
      <w:r w:rsidR="005A3479">
        <w:t>année qui vient</w:t>
      </w:r>
      <w:r>
        <w:t>.</w:t>
      </w:r>
    </w:p>
    <w:p w14:paraId="4EF24360" w14:textId="77777777" w:rsidR="006F1ADB" w:rsidRDefault="005A3479" w:rsidP="005A3479">
      <w:r>
        <w:t>Après cette scène</w:t>
      </w:r>
      <w:r w:rsidR="006F1ADB">
        <w:t xml:space="preserve">, </w:t>
      </w:r>
      <w:r>
        <w:t>il ne fut plus question du mariage pe</w:t>
      </w:r>
      <w:r>
        <w:t>n</w:t>
      </w:r>
      <w:r>
        <w:t>dant plusieurs jours</w:t>
      </w:r>
      <w:r w:rsidR="006F1ADB">
        <w:t xml:space="preserve">, </w:t>
      </w:r>
      <w:r>
        <w:t>quoique</w:t>
      </w:r>
      <w:r w:rsidR="006F1ADB">
        <w:t xml:space="preserve"> – </w:t>
      </w:r>
      <w:r>
        <w:t>vivant comme ils faisaient</w:t>
      </w:r>
      <w:r w:rsidR="006F1ADB">
        <w:t xml:space="preserve">, </w:t>
      </w:r>
      <w:r>
        <w:t>s</w:t>
      </w:r>
      <w:r>
        <w:t>é</w:t>
      </w:r>
      <w:r>
        <w:t>parés seulement par un palier</w:t>
      </w:r>
      <w:r w:rsidR="006F1ADB">
        <w:t xml:space="preserve"> – </w:t>
      </w:r>
      <w:r>
        <w:t>cette idée hantât constamment leurs esprits</w:t>
      </w:r>
      <w:r w:rsidR="006F1ADB">
        <w:t xml:space="preserve">. </w:t>
      </w:r>
      <w:r>
        <w:t>Sue aidait Jude</w:t>
      </w:r>
      <w:r w:rsidR="006F1ADB">
        <w:t xml:space="preserve">, </w:t>
      </w:r>
      <w:r>
        <w:t>matériellement</w:t>
      </w:r>
      <w:r w:rsidR="006F1ADB">
        <w:t xml:space="preserve"> ; </w:t>
      </w:r>
      <w:r>
        <w:t>il s</w:t>
      </w:r>
      <w:r w:rsidR="006F1ADB">
        <w:t>’</w:t>
      </w:r>
      <w:r>
        <w:t xml:space="preserve">était </w:t>
      </w:r>
      <w:r>
        <w:lastRenderedPageBreak/>
        <w:t>réce</w:t>
      </w:r>
      <w:r>
        <w:t>m</w:t>
      </w:r>
      <w:r>
        <w:t>ment occupé</w:t>
      </w:r>
      <w:r w:rsidR="006F1ADB">
        <w:t xml:space="preserve">, </w:t>
      </w:r>
      <w:r>
        <w:t>pour son propre compte</w:t>
      </w:r>
      <w:r w:rsidR="006F1ADB">
        <w:t xml:space="preserve">, </w:t>
      </w:r>
      <w:r>
        <w:t>de la sculpture et de la gravure des inscriptions sur les monuments funéraires</w:t>
      </w:r>
      <w:r w:rsidR="006F1ADB">
        <w:t xml:space="preserve"> ; </w:t>
      </w:r>
      <w:r>
        <w:t>il ga</w:t>
      </w:r>
      <w:r>
        <w:t>r</w:t>
      </w:r>
      <w:r>
        <w:t>dait des pierres tombales dans un champ étroit situé derrière sa petite maison</w:t>
      </w:r>
      <w:r w:rsidR="006F1ADB">
        <w:t xml:space="preserve">, </w:t>
      </w:r>
      <w:r>
        <w:t>et là</w:t>
      </w:r>
      <w:r w:rsidR="006F1ADB">
        <w:t xml:space="preserve">, </w:t>
      </w:r>
      <w:r>
        <w:t>dans l</w:t>
      </w:r>
      <w:r w:rsidR="006F1ADB">
        <w:t>’</w:t>
      </w:r>
      <w:r>
        <w:t>intervalle des devoirs domestiques</w:t>
      </w:r>
      <w:r w:rsidR="006F1ADB">
        <w:t xml:space="preserve">, </w:t>
      </w:r>
      <w:r>
        <w:t>Sue traçait les lettres de grandeur déterminée</w:t>
      </w:r>
      <w:r w:rsidR="006F1ADB">
        <w:t xml:space="preserve">, </w:t>
      </w:r>
      <w:r>
        <w:t>et les noircissait après que Jude les avait ciselées</w:t>
      </w:r>
      <w:r w:rsidR="006F1ADB">
        <w:t xml:space="preserve">. </w:t>
      </w:r>
      <w:r>
        <w:t>C</w:t>
      </w:r>
      <w:r w:rsidR="006F1ADB">
        <w:t>’</w:t>
      </w:r>
      <w:r>
        <w:t>était un travail plus humble que les premiers essais de Jude</w:t>
      </w:r>
      <w:r w:rsidR="006F1ADB">
        <w:t xml:space="preserve">, </w:t>
      </w:r>
      <w:r>
        <w:t>comme sculpteur de cath</w:t>
      </w:r>
      <w:r>
        <w:t>é</w:t>
      </w:r>
      <w:r>
        <w:t>drales</w:t>
      </w:r>
      <w:r w:rsidR="006F1ADB">
        <w:t xml:space="preserve">, </w:t>
      </w:r>
      <w:r>
        <w:t>et seuls les pauvres gens des environs lui fournissaient de l</w:t>
      </w:r>
      <w:r w:rsidR="006F1ADB">
        <w:t>’</w:t>
      </w:r>
      <w:r>
        <w:t>ouvrage</w:t>
      </w:r>
      <w:r w:rsidR="006F1ADB">
        <w:t xml:space="preserve">. </w:t>
      </w:r>
      <w:r>
        <w:t>Ils savaient qu</w:t>
      </w:r>
      <w:r w:rsidR="006F1ADB">
        <w:t>’</w:t>
      </w:r>
      <w:r>
        <w:t>un ouvrier peu exigeant</w:t>
      </w:r>
      <w:r w:rsidR="006F1ADB">
        <w:t>, « </w:t>
      </w:r>
      <w:r>
        <w:t>Jude Fawley</w:t>
      </w:r>
      <w:r w:rsidR="006F1ADB">
        <w:t xml:space="preserve">, </w:t>
      </w:r>
      <w:r>
        <w:t>sculpteur de mausolées</w:t>
      </w:r>
      <w:r w:rsidR="006F1ADB">
        <w:t xml:space="preserve">, » – </w:t>
      </w:r>
      <w:r>
        <w:t>comme il se désignait lui-même sur sa porte</w:t>
      </w:r>
      <w:r w:rsidR="006F1ADB">
        <w:t xml:space="preserve"> – </w:t>
      </w:r>
      <w:r>
        <w:t>pouvait exécuter les simples monuments qu</w:t>
      </w:r>
      <w:r w:rsidR="006F1ADB">
        <w:t>’</w:t>
      </w:r>
      <w:r>
        <w:t>ils désiraient pour leurs morts</w:t>
      </w:r>
      <w:r w:rsidR="006F1ADB">
        <w:t xml:space="preserve"> ; </w:t>
      </w:r>
      <w:r>
        <w:t>mais Jude semblait plus i</w:t>
      </w:r>
      <w:r>
        <w:t>n</w:t>
      </w:r>
      <w:r>
        <w:t>dépendant qu</w:t>
      </w:r>
      <w:r w:rsidR="006F1ADB">
        <w:t>’</w:t>
      </w:r>
      <w:r>
        <w:t>autrefois</w:t>
      </w:r>
      <w:r w:rsidR="006F1ADB">
        <w:t xml:space="preserve">, </w:t>
      </w:r>
      <w:r>
        <w:t>et c</w:t>
      </w:r>
      <w:r w:rsidR="006F1ADB">
        <w:t>’</w:t>
      </w:r>
      <w:r>
        <w:t>était la seule combinaison qui pe</w:t>
      </w:r>
      <w:r>
        <w:t>r</w:t>
      </w:r>
      <w:r>
        <w:t>mît à Sue de lui être utile</w:t>
      </w:r>
      <w:r w:rsidR="006F1ADB">
        <w:t xml:space="preserve">, </w:t>
      </w:r>
      <w:r>
        <w:t>car elle souhaitait particulièrement n</w:t>
      </w:r>
      <w:r w:rsidR="006F1ADB">
        <w:t>’</w:t>
      </w:r>
      <w:r>
        <w:t>être pas une charge pour lui</w:t>
      </w:r>
      <w:r w:rsidR="006F1ADB">
        <w:t>.</w:t>
      </w:r>
    </w:p>
    <w:p w14:paraId="4BD311A8" w14:textId="6E18F816" w:rsidR="005A3479" w:rsidRDefault="005A3479" w:rsidP="006F1ADB">
      <w:pPr>
        <w:pStyle w:val="Titre2"/>
      </w:pPr>
      <w:bookmarkStart w:id="73" w:name="__RefHeading__75_1957917597"/>
      <w:bookmarkStart w:id="74" w:name="_Toc202369652"/>
      <w:bookmarkEnd w:id="73"/>
      <w:r>
        <w:lastRenderedPageBreak/>
        <w:t>II</w:t>
      </w:r>
      <w:bookmarkEnd w:id="74"/>
    </w:p>
    <w:p w14:paraId="54F5D5E4" w14:textId="77777777" w:rsidR="006F1ADB" w:rsidRDefault="005A3479" w:rsidP="005A3479">
      <w:r>
        <w:t>Un soir</w:t>
      </w:r>
      <w:r w:rsidR="006F1ADB">
        <w:t xml:space="preserve">, </w:t>
      </w:r>
      <w:r>
        <w:t>vers la fin du mois</w:t>
      </w:r>
      <w:r w:rsidR="006F1ADB">
        <w:t xml:space="preserve">, </w:t>
      </w:r>
      <w:r>
        <w:t>Sue qui</w:t>
      </w:r>
      <w:r w:rsidR="006F1ADB">
        <w:t xml:space="preserve">, </w:t>
      </w:r>
      <w:r>
        <w:t>contrairement à son habitude</w:t>
      </w:r>
      <w:r w:rsidR="006F1ADB">
        <w:t xml:space="preserve">, </w:t>
      </w:r>
      <w:r>
        <w:t>s</w:t>
      </w:r>
      <w:r w:rsidR="006F1ADB">
        <w:t>’</w:t>
      </w:r>
      <w:r>
        <w:t>était montrée assez silencieuse</w:t>
      </w:r>
      <w:r w:rsidR="006F1ADB">
        <w:t xml:space="preserve">, </w:t>
      </w:r>
      <w:r>
        <w:t>avertit Jude qu</w:t>
      </w:r>
      <w:r w:rsidR="006F1ADB">
        <w:t>’</w:t>
      </w:r>
      <w:r>
        <w:t>une femme était venue le demander</w:t>
      </w:r>
      <w:r w:rsidR="006F1ADB">
        <w:t>.</w:t>
      </w:r>
    </w:p>
    <w:p w14:paraId="15E40E1B" w14:textId="77777777" w:rsidR="006F1ADB" w:rsidRDefault="006F1ADB" w:rsidP="005A3479">
      <w:r>
        <w:t>— </w:t>
      </w:r>
      <w:r w:rsidR="005A3479">
        <w:t>Qui était-elle</w:t>
      </w:r>
      <w:r>
        <w:t xml:space="preserve"> ?… </w:t>
      </w:r>
      <w:r w:rsidR="005A3479">
        <w:t>Ne vous l</w:t>
      </w:r>
      <w:r>
        <w:t>’</w:t>
      </w:r>
      <w:r w:rsidR="005A3479">
        <w:t>a-t-elle pas dit</w:t>
      </w:r>
      <w:r>
        <w:t> ?</w:t>
      </w:r>
    </w:p>
    <w:p w14:paraId="6BCCB01F" w14:textId="77777777" w:rsidR="006F1ADB" w:rsidRDefault="006F1ADB" w:rsidP="005A3479">
      <w:r>
        <w:t>— </w:t>
      </w:r>
      <w:r w:rsidR="005A3479">
        <w:t>Non</w:t>
      </w:r>
      <w:r>
        <w:t xml:space="preserve">. </w:t>
      </w:r>
      <w:r w:rsidR="005A3479">
        <w:t>Elle n</w:t>
      </w:r>
      <w:r>
        <w:t>’</w:t>
      </w:r>
      <w:r w:rsidR="005A3479">
        <w:t>a pas voulu me donner son nom</w:t>
      </w:r>
      <w:r>
        <w:t xml:space="preserve">. </w:t>
      </w:r>
      <w:r w:rsidR="005A3479">
        <w:t>Mais je sais qui c</w:t>
      </w:r>
      <w:r>
        <w:t>’</w:t>
      </w:r>
      <w:r w:rsidR="005A3479">
        <w:t>était</w:t>
      </w:r>
      <w:r>
        <w:t xml:space="preserve">, </w:t>
      </w:r>
      <w:r w:rsidR="005A3479">
        <w:t>je crois le savoir</w:t>
      </w:r>
      <w:r>
        <w:t xml:space="preserve">. </w:t>
      </w:r>
      <w:r w:rsidR="005A3479">
        <w:t>C</w:t>
      </w:r>
      <w:r>
        <w:t>’</w:t>
      </w:r>
      <w:r w:rsidR="005A3479">
        <w:t xml:space="preserve">était </w:t>
      </w:r>
      <w:proofErr w:type="spellStart"/>
      <w:r w:rsidR="005A3479">
        <w:t>Arabella</w:t>
      </w:r>
      <w:proofErr w:type="spellEnd"/>
      <w:r>
        <w:t>.</w:t>
      </w:r>
    </w:p>
    <w:p w14:paraId="1F1F19D4" w14:textId="77777777" w:rsidR="006F1ADB" w:rsidRDefault="006F1ADB" w:rsidP="005A3479">
      <w:r>
        <w:t>— </w:t>
      </w:r>
      <w:r w:rsidR="005A3479">
        <w:t>Dieu nous garde</w:t>
      </w:r>
      <w:r>
        <w:t xml:space="preserve"> ! </w:t>
      </w:r>
      <w:r w:rsidR="005A3479">
        <w:t xml:space="preserve">Que viendrait faire </w:t>
      </w:r>
      <w:proofErr w:type="spellStart"/>
      <w:r w:rsidR="005A3479">
        <w:t>Arabella</w:t>
      </w:r>
      <w:proofErr w:type="spellEnd"/>
      <w:r>
        <w:t xml:space="preserve"> ? </w:t>
      </w:r>
      <w:r w:rsidR="005A3479">
        <w:t>Qu</w:t>
      </w:r>
      <w:r>
        <w:t>’</w:t>
      </w:r>
      <w:r w:rsidR="005A3479">
        <w:t>est-ce qui vous fait croire que c</w:t>
      </w:r>
      <w:r>
        <w:t>’</w:t>
      </w:r>
      <w:r w:rsidR="005A3479">
        <w:t>était elle</w:t>
      </w:r>
      <w:r>
        <w:t> ?</w:t>
      </w:r>
    </w:p>
    <w:p w14:paraId="1FEE4CD6" w14:textId="77777777" w:rsidR="006F1ADB" w:rsidRDefault="006F1ADB" w:rsidP="005A3479">
      <w:r>
        <w:t>— </w:t>
      </w:r>
      <w:r w:rsidR="005A3479">
        <w:t>Oh</w:t>
      </w:r>
      <w:r>
        <w:t xml:space="preserve"> ! </w:t>
      </w:r>
      <w:r w:rsidR="005A3479">
        <w:t>je puis à peine le dire</w:t>
      </w:r>
      <w:r>
        <w:t xml:space="preserve">. </w:t>
      </w:r>
      <w:r w:rsidR="005A3479">
        <w:t>Mais je sais que c</w:t>
      </w:r>
      <w:r>
        <w:t>’</w:t>
      </w:r>
      <w:r w:rsidR="005A3479">
        <w:t>était elle</w:t>
      </w:r>
      <w:r>
        <w:t xml:space="preserve">. </w:t>
      </w:r>
      <w:r w:rsidR="005A3479">
        <w:t>J</w:t>
      </w:r>
      <w:r>
        <w:t>’</w:t>
      </w:r>
      <w:r w:rsidR="005A3479">
        <w:t>en suis parfaitement certaine</w:t>
      </w:r>
      <w:r>
        <w:t xml:space="preserve"> ; </w:t>
      </w:r>
      <w:r w:rsidR="005A3479">
        <w:t>je l</w:t>
      </w:r>
      <w:r>
        <w:t>’</w:t>
      </w:r>
      <w:r w:rsidR="005A3479">
        <w:t>ai senti à la lueur de ses yeux</w:t>
      </w:r>
      <w:r>
        <w:t xml:space="preserve">, </w:t>
      </w:r>
      <w:r w:rsidR="005A3479">
        <w:t>quand elle me regardait</w:t>
      </w:r>
      <w:r>
        <w:t xml:space="preserve">. </w:t>
      </w:r>
      <w:r w:rsidR="005A3479">
        <w:t>C</w:t>
      </w:r>
      <w:r>
        <w:t>’</w:t>
      </w:r>
      <w:r w:rsidR="005A3479">
        <w:t>est une femme massive et gro</w:t>
      </w:r>
      <w:r w:rsidR="005A3479">
        <w:t>s</w:t>
      </w:r>
      <w:r w:rsidR="005A3479">
        <w:t>sière</w:t>
      </w:r>
      <w:r>
        <w:t>.</w:t>
      </w:r>
    </w:p>
    <w:p w14:paraId="55957E74" w14:textId="77777777" w:rsidR="006F1ADB" w:rsidRDefault="006F1ADB" w:rsidP="005A3479">
      <w:r>
        <w:t>— </w:t>
      </w:r>
      <w:r w:rsidR="005A3479">
        <w:t>Bien</w:t>
      </w:r>
      <w:r>
        <w:t xml:space="preserve">… </w:t>
      </w:r>
      <w:r w:rsidR="005A3479">
        <w:t>Mais je ne dirais pas qu</w:t>
      </w:r>
      <w:r>
        <w:t>’</w:t>
      </w:r>
      <w:proofErr w:type="spellStart"/>
      <w:r w:rsidR="005A3479">
        <w:t>Arabella</w:t>
      </w:r>
      <w:proofErr w:type="spellEnd"/>
      <w:r w:rsidR="005A3479">
        <w:t xml:space="preserve"> soit absolument grossière</w:t>
      </w:r>
      <w:r>
        <w:t xml:space="preserve">, </w:t>
      </w:r>
      <w:r w:rsidR="005A3479">
        <w:t>sauf dans ses discours</w:t>
      </w:r>
      <w:r>
        <w:t xml:space="preserve">, </w:t>
      </w:r>
      <w:r w:rsidR="005A3479">
        <w:t>quoiqu</w:t>
      </w:r>
      <w:r>
        <w:t>’</w:t>
      </w:r>
      <w:r w:rsidR="005A3479">
        <w:t>elle puisse l</w:t>
      </w:r>
      <w:r>
        <w:t>’</w:t>
      </w:r>
      <w:r w:rsidR="005A3479">
        <w:t>être dev</w:t>
      </w:r>
      <w:r w:rsidR="005A3479">
        <w:t>e</w:t>
      </w:r>
      <w:r w:rsidR="005A3479">
        <w:t>nue en servant dans les bars</w:t>
      </w:r>
      <w:r>
        <w:t xml:space="preserve">. </w:t>
      </w:r>
      <w:r w:rsidR="005A3479">
        <w:t>Elle était assez jolie quand je l</w:t>
      </w:r>
      <w:r>
        <w:t>’</w:t>
      </w:r>
      <w:r w:rsidR="005A3479">
        <w:t>ai connue</w:t>
      </w:r>
      <w:r>
        <w:t>.</w:t>
      </w:r>
    </w:p>
    <w:p w14:paraId="03CEB1F0" w14:textId="77777777" w:rsidR="006F1ADB" w:rsidRDefault="006F1ADB" w:rsidP="005A3479">
      <w:r>
        <w:t>— </w:t>
      </w:r>
      <w:r w:rsidR="005A3479">
        <w:t>Jolie</w:t>
      </w:r>
      <w:r>
        <w:t xml:space="preserve"> ? </w:t>
      </w:r>
      <w:r w:rsidR="005A3479">
        <w:t>mais oui</w:t>
      </w:r>
      <w:r>
        <w:t xml:space="preserve">, </w:t>
      </w:r>
      <w:r w:rsidR="005A3479">
        <w:t>elle est jolie</w:t>
      </w:r>
      <w:r>
        <w:t>.</w:t>
      </w:r>
    </w:p>
    <w:p w14:paraId="5A3CA3F9" w14:textId="77777777" w:rsidR="006F1ADB" w:rsidRDefault="006F1ADB" w:rsidP="005A3479">
      <w:r>
        <w:t>— </w:t>
      </w:r>
      <w:r w:rsidR="005A3479">
        <w:t>Je sens un frisson sur votre petite bouche</w:t>
      </w:r>
      <w:r>
        <w:t xml:space="preserve">. </w:t>
      </w:r>
      <w:r w:rsidR="005A3479">
        <w:t>Mais n</w:t>
      </w:r>
      <w:r>
        <w:t>’</w:t>
      </w:r>
      <w:r w:rsidR="005A3479">
        <w:t>en pa</w:t>
      </w:r>
      <w:r w:rsidR="005A3479">
        <w:t>r</w:t>
      </w:r>
      <w:r w:rsidR="005A3479">
        <w:t>lons plus</w:t>
      </w:r>
      <w:r>
        <w:t xml:space="preserve"> ; </w:t>
      </w:r>
      <w:r w:rsidR="005A3479">
        <w:t xml:space="preserve">comme </w:t>
      </w:r>
      <w:proofErr w:type="spellStart"/>
      <w:r w:rsidR="005A3479">
        <w:t>Arabella</w:t>
      </w:r>
      <w:proofErr w:type="spellEnd"/>
      <w:r w:rsidR="005A3479">
        <w:t xml:space="preserve"> n</w:t>
      </w:r>
      <w:r>
        <w:t>’</w:t>
      </w:r>
      <w:r w:rsidR="005A3479">
        <w:t>est rien pour moi</w:t>
      </w:r>
      <w:r>
        <w:t xml:space="preserve">, </w:t>
      </w:r>
      <w:r w:rsidR="005A3479">
        <w:t>qu</w:t>
      </w:r>
      <w:r>
        <w:t>’</w:t>
      </w:r>
      <w:r w:rsidR="005A3479">
        <w:t>elle est vi</w:t>
      </w:r>
      <w:r w:rsidR="005A3479">
        <w:t>r</w:t>
      </w:r>
      <w:r w:rsidR="005A3479">
        <w:t>tuellement mariée à un autre</w:t>
      </w:r>
      <w:r>
        <w:t xml:space="preserve">, </w:t>
      </w:r>
      <w:r w:rsidR="005A3479">
        <w:t>pourquoi viendrait-elle nous troubler</w:t>
      </w:r>
      <w:r>
        <w:t> ?</w:t>
      </w:r>
    </w:p>
    <w:p w14:paraId="2932D5C6" w14:textId="77777777" w:rsidR="006F1ADB" w:rsidRDefault="006F1ADB" w:rsidP="005A3479">
      <w:r>
        <w:t>— </w:t>
      </w:r>
      <w:r w:rsidR="005A3479">
        <w:t xml:space="preserve">Êtes-vous sûr </w:t>
      </w:r>
      <w:proofErr w:type="spellStart"/>
      <w:r w:rsidR="005A3479">
        <w:t>quelle</w:t>
      </w:r>
      <w:proofErr w:type="spellEnd"/>
      <w:r w:rsidR="005A3479">
        <w:t xml:space="preserve"> est mariée</w:t>
      </w:r>
      <w:r>
        <w:t xml:space="preserve"> ? </w:t>
      </w:r>
      <w:r w:rsidR="005A3479">
        <w:t xml:space="preserve">En avez-vous vous </w:t>
      </w:r>
      <w:proofErr w:type="spellStart"/>
      <w:r w:rsidR="005A3479">
        <w:t>eu</w:t>
      </w:r>
      <w:proofErr w:type="spellEnd"/>
      <w:r w:rsidR="005A3479">
        <w:t xml:space="preserve"> des nouvelles précises</w:t>
      </w:r>
      <w:r>
        <w:t> ?</w:t>
      </w:r>
    </w:p>
    <w:p w14:paraId="13E10C9D" w14:textId="77777777" w:rsidR="006F1ADB" w:rsidRDefault="006F1ADB" w:rsidP="005A3479">
      <w:r>
        <w:lastRenderedPageBreak/>
        <w:t>— </w:t>
      </w:r>
      <w:r w:rsidR="005A3479">
        <w:t>Précises</w:t>
      </w:r>
      <w:r>
        <w:t xml:space="preserve">, </w:t>
      </w:r>
      <w:r w:rsidR="005A3479">
        <w:t>non</w:t>
      </w:r>
      <w:r>
        <w:t xml:space="preserve">. </w:t>
      </w:r>
      <w:r w:rsidR="005A3479">
        <w:t>Mais c</w:t>
      </w:r>
      <w:r>
        <w:t>’</w:t>
      </w:r>
      <w:r w:rsidR="005A3479">
        <w:t>est pour cette raison qu</w:t>
      </w:r>
      <w:r>
        <w:t>’</w:t>
      </w:r>
      <w:r w:rsidR="005A3479">
        <w:t>elle m</w:t>
      </w:r>
      <w:r>
        <w:t>’</w:t>
      </w:r>
      <w:r w:rsidR="005A3479">
        <w:t>a demandé de la libérer</w:t>
      </w:r>
      <w:r>
        <w:t xml:space="preserve">. </w:t>
      </w:r>
      <w:r w:rsidR="005A3479">
        <w:t>Elle et l</w:t>
      </w:r>
      <w:r>
        <w:t>’</w:t>
      </w:r>
      <w:r w:rsidR="005A3479">
        <w:t>homme qu</w:t>
      </w:r>
      <w:r>
        <w:t>’</w:t>
      </w:r>
      <w:r w:rsidR="005A3479">
        <w:t>elle a trouvé dés</w:t>
      </w:r>
      <w:r w:rsidR="005A3479">
        <w:t>i</w:t>
      </w:r>
      <w:r w:rsidR="005A3479">
        <w:t>raient vivre convenablement</w:t>
      </w:r>
      <w:r>
        <w:t xml:space="preserve">, </w:t>
      </w:r>
      <w:r w:rsidR="005A3479">
        <w:t>d</w:t>
      </w:r>
      <w:r>
        <w:t>’</w:t>
      </w:r>
      <w:r w:rsidR="005A3479">
        <w:t>après ce que j</w:t>
      </w:r>
      <w:r>
        <w:t>’</w:t>
      </w:r>
      <w:r w:rsidR="005A3479">
        <w:t>ai compris</w:t>
      </w:r>
      <w:r>
        <w:t>.</w:t>
      </w:r>
    </w:p>
    <w:p w14:paraId="0E17C9E5" w14:textId="77777777" w:rsidR="006F1ADB" w:rsidRDefault="006F1ADB" w:rsidP="005A3479">
      <w:r>
        <w:t>— </w:t>
      </w:r>
      <w:r w:rsidR="005A3479">
        <w:t>Oh</w:t>
      </w:r>
      <w:r>
        <w:t xml:space="preserve"> ! </w:t>
      </w:r>
      <w:r w:rsidR="005A3479">
        <w:t>Jude</w:t>
      </w:r>
      <w:r>
        <w:t xml:space="preserve">, </w:t>
      </w:r>
      <w:r w:rsidR="005A3479">
        <w:t>c</w:t>
      </w:r>
      <w:r>
        <w:t>’</w:t>
      </w:r>
      <w:r w:rsidR="005A3479">
        <w:t>était</w:t>
      </w:r>
      <w:r>
        <w:t xml:space="preserve">, </w:t>
      </w:r>
      <w:r w:rsidR="005A3479">
        <w:t>c</w:t>
      </w:r>
      <w:r>
        <w:t>’</w:t>
      </w:r>
      <w:r w:rsidR="005A3479">
        <w:t xml:space="preserve">était </w:t>
      </w:r>
      <w:proofErr w:type="spellStart"/>
      <w:r w:rsidR="005A3479">
        <w:t>Arabella</w:t>
      </w:r>
      <w:proofErr w:type="spellEnd"/>
      <w:r>
        <w:t xml:space="preserve">, </w:t>
      </w:r>
      <w:r w:rsidR="005A3479">
        <w:t>cria Sue</w:t>
      </w:r>
      <w:r>
        <w:t xml:space="preserve">, </w:t>
      </w:r>
      <w:r w:rsidR="005A3479">
        <w:t>couvrant son visage de ses mains</w:t>
      </w:r>
      <w:r>
        <w:t xml:space="preserve">, </w:t>
      </w:r>
      <w:r w:rsidR="005A3479">
        <w:t>et je suis si misérable</w:t>
      </w:r>
      <w:r>
        <w:t xml:space="preserve"> ! </w:t>
      </w:r>
      <w:r w:rsidR="005A3479">
        <w:t>Cela me paraît de si mauvais augure</w:t>
      </w:r>
      <w:r>
        <w:t xml:space="preserve">, </w:t>
      </w:r>
      <w:r w:rsidR="005A3479">
        <w:t>quelle que soit la raison qui l</w:t>
      </w:r>
      <w:r>
        <w:t>’</w:t>
      </w:r>
      <w:r w:rsidR="005A3479">
        <w:t>amène ici</w:t>
      </w:r>
      <w:r>
        <w:t xml:space="preserve"> ! </w:t>
      </w:r>
      <w:r w:rsidR="005A3479">
        <w:t>Il n</w:t>
      </w:r>
      <w:r>
        <w:t>’</w:t>
      </w:r>
      <w:r w:rsidR="005A3479">
        <w:t>est pas possible que vous la voyiez</w:t>
      </w:r>
      <w:r>
        <w:t xml:space="preserve">, </w:t>
      </w:r>
      <w:r w:rsidR="005A3479">
        <w:t>n</w:t>
      </w:r>
      <w:r>
        <w:t>’</w:t>
      </w:r>
      <w:r w:rsidR="005A3479">
        <w:t>est-ce pas</w:t>
      </w:r>
      <w:r>
        <w:t> ?</w:t>
      </w:r>
    </w:p>
    <w:p w14:paraId="0C1E5FB8" w14:textId="77777777" w:rsidR="006F1ADB" w:rsidRDefault="006F1ADB" w:rsidP="005A3479">
      <w:r>
        <w:t>— </w:t>
      </w:r>
      <w:r w:rsidR="005A3479">
        <w:t>Je ne le pense pas</w:t>
      </w:r>
      <w:r>
        <w:t xml:space="preserve">, </w:t>
      </w:r>
      <w:r w:rsidR="005A3479">
        <w:t>réellement</w:t>
      </w:r>
      <w:r>
        <w:t xml:space="preserve">. </w:t>
      </w:r>
      <w:r w:rsidR="005A3479">
        <w:t>Il me serait pénible de lui parler maintenant</w:t>
      </w:r>
      <w:r>
        <w:t xml:space="preserve">, </w:t>
      </w:r>
      <w:r w:rsidR="005A3479">
        <w:t>et à elle comme à moi</w:t>
      </w:r>
      <w:r>
        <w:t xml:space="preserve">. </w:t>
      </w:r>
      <w:r w:rsidR="005A3479">
        <w:t>Quoi qu</w:t>
      </w:r>
      <w:r>
        <w:t>’</w:t>
      </w:r>
      <w:r w:rsidR="005A3479">
        <w:t>il en soit</w:t>
      </w:r>
      <w:r>
        <w:t xml:space="preserve">, </w:t>
      </w:r>
      <w:r w:rsidR="005A3479">
        <w:t>elle est partie</w:t>
      </w:r>
      <w:r>
        <w:t xml:space="preserve">. </w:t>
      </w:r>
      <w:r w:rsidR="005A3479">
        <w:t>A-t-elle dit qu</w:t>
      </w:r>
      <w:r>
        <w:t>’</w:t>
      </w:r>
      <w:r w:rsidR="005A3479">
        <w:t>elle reviendrait encore</w:t>
      </w:r>
      <w:r>
        <w:t> ?</w:t>
      </w:r>
    </w:p>
    <w:p w14:paraId="466765F3" w14:textId="77777777" w:rsidR="006F1ADB" w:rsidRDefault="006F1ADB" w:rsidP="005A3479">
      <w:r>
        <w:t>— </w:t>
      </w:r>
      <w:r w:rsidR="005A3479">
        <w:t>Non</w:t>
      </w:r>
      <w:r>
        <w:t xml:space="preserve">. </w:t>
      </w:r>
      <w:r w:rsidR="005A3479">
        <w:t>Mais elle est partie à contre-cœur</w:t>
      </w:r>
      <w:r>
        <w:t>.</w:t>
      </w:r>
    </w:p>
    <w:p w14:paraId="439D73C5" w14:textId="77777777" w:rsidR="006F1ADB" w:rsidRDefault="005A3479" w:rsidP="005A3479">
      <w:r>
        <w:t>Sue</w:t>
      </w:r>
      <w:r w:rsidR="006F1ADB">
        <w:t xml:space="preserve">, </w:t>
      </w:r>
      <w:r>
        <w:t>que la moindre chose bouleversait</w:t>
      </w:r>
      <w:r w:rsidR="006F1ADB">
        <w:t xml:space="preserve">, </w:t>
      </w:r>
      <w:r>
        <w:t>ne put rien manger au souper</w:t>
      </w:r>
      <w:r w:rsidR="006F1ADB">
        <w:t xml:space="preserve">, </w:t>
      </w:r>
      <w:r>
        <w:t>et quand Jude eut achevé son repas</w:t>
      </w:r>
      <w:r w:rsidR="006F1ADB">
        <w:t xml:space="preserve">, </w:t>
      </w:r>
      <w:r>
        <w:t>il se prépara à aller au lit</w:t>
      </w:r>
      <w:r w:rsidR="006F1ADB">
        <w:t xml:space="preserve">. </w:t>
      </w:r>
      <w:r>
        <w:t>Il avait à peine éteint le feu</w:t>
      </w:r>
      <w:r w:rsidR="006F1ADB">
        <w:t xml:space="preserve">, </w:t>
      </w:r>
      <w:r>
        <w:t>fermé les portes et mo</w:t>
      </w:r>
      <w:r>
        <w:t>n</w:t>
      </w:r>
      <w:r>
        <w:t>té l</w:t>
      </w:r>
      <w:r w:rsidR="006F1ADB">
        <w:t>’</w:t>
      </w:r>
      <w:r>
        <w:t>escalier</w:t>
      </w:r>
      <w:r w:rsidR="006F1ADB">
        <w:t xml:space="preserve">, </w:t>
      </w:r>
      <w:r>
        <w:t>qu</w:t>
      </w:r>
      <w:r w:rsidR="006F1ADB">
        <w:t>’</w:t>
      </w:r>
      <w:r>
        <w:t>un coup retentit</w:t>
      </w:r>
      <w:r w:rsidR="006F1ADB">
        <w:t xml:space="preserve">. </w:t>
      </w:r>
      <w:r>
        <w:t>Instantanément</w:t>
      </w:r>
      <w:r w:rsidR="006F1ADB">
        <w:t xml:space="preserve">, </w:t>
      </w:r>
      <w:r>
        <w:t>Sue sortit de sa chambre où elle venait d</w:t>
      </w:r>
      <w:r w:rsidR="006F1ADB">
        <w:t>’</w:t>
      </w:r>
      <w:r>
        <w:t>entrer</w:t>
      </w:r>
      <w:r w:rsidR="006F1ADB">
        <w:t>.</w:t>
      </w:r>
    </w:p>
    <w:p w14:paraId="641021BD" w14:textId="77777777" w:rsidR="006F1ADB" w:rsidRDefault="006F1ADB" w:rsidP="005A3479">
      <w:r>
        <w:t>— </w:t>
      </w:r>
      <w:r w:rsidR="005A3479">
        <w:t>La voilà encore</w:t>
      </w:r>
      <w:r>
        <w:t xml:space="preserve"> ! </w:t>
      </w:r>
      <w:r w:rsidR="005A3479">
        <w:t>murmura-t-elle avec un accent épo</w:t>
      </w:r>
      <w:r w:rsidR="005A3479">
        <w:t>u</w:t>
      </w:r>
      <w:r w:rsidR="005A3479">
        <w:t>vanté</w:t>
      </w:r>
      <w:r>
        <w:t>.</w:t>
      </w:r>
    </w:p>
    <w:p w14:paraId="2EC0785F" w14:textId="77777777" w:rsidR="006F1ADB" w:rsidRDefault="006F1ADB" w:rsidP="005A3479">
      <w:r>
        <w:t>— </w:t>
      </w:r>
      <w:r w:rsidR="005A3479">
        <w:t>Comment le savez-vous</w:t>
      </w:r>
      <w:r>
        <w:t> ?</w:t>
      </w:r>
    </w:p>
    <w:p w14:paraId="4B340F2C" w14:textId="77777777" w:rsidR="006F1ADB" w:rsidRDefault="006F1ADB" w:rsidP="005A3479">
      <w:r>
        <w:t>— </w:t>
      </w:r>
      <w:r w:rsidR="005A3479">
        <w:t>Elle a frappé ainsi la dernière fois</w:t>
      </w:r>
      <w:r>
        <w:t>.</w:t>
      </w:r>
    </w:p>
    <w:p w14:paraId="0317403F" w14:textId="77777777" w:rsidR="006F1ADB" w:rsidRDefault="005A3479" w:rsidP="005A3479">
      <w:r>
        <w:t>Ils écoutèrent</w:t>
      </w:r>
      <w:r w:rsidR="006F1ADB">
        <w:t xml:space="preserve">, </w:t>
      </w:r>
      <w:r>
        <w:t>et un coup retentit encore</w:t>
      </w:r>
      <w:r w:rsidR="006F1ADB">
        <w:t xml:space="preserve">. </w:t>
      </w:r>
      <w:r>
        <w:t>Jude alla dans sa chambre à coucher et ouvrit la fenêtre</w:t>
      </w:r>
      <w:r w:rsidR="006F1ADB">
        <w:t xml:space="preserve">. </w:t>
      </w:r>
      <w:r>
        <w:t>La rue obscure</w:t>
      </w:r>
      <w:r w:rsidR="006F1ADB">
        <w:t xml:space="preserve">, </w:t>
      </w:r>
      <w:r>
        <w:t>habitée par des ouvriers qui se retiraient de bonne heure</w:t>
      </w:r>
      <w:r w:rsidR="006F1ADB">
        <w:t xml:space="preserve">, </w:t>
      </w:r>
      <w:r>
        <w:t>était vide d</w:t>
      </w:r>
      <w:r w:rsidR="006F1ADB">
        <w:t>’</w:t>
      </w:r>
      <w:r>
        <w:t>un bout à l</w:t>
      </w:r>
      <w:r w:rsidR="006F1ADB">
        <w:t>’</w:t>
      </w:r>
      <w:r>
        <w:t>autre</w:t>
      </w:r>
      <w:r w:rsidR="006F1ADB">
        <w:t xml:space="preserve">, </w:t>
      </w:r>
      <w:r>
        <w:t>et l</w:t>
      </w:r>
      <w:r w:rsidR="006F1ADB">
        <w:t>’</w:t>
      </w:r>
      <w:r>
        <w:t>on n</w:t>
      </w:r>
      <w:r w:rsidR="006F1ADB">
        <w:t>’</w:t>
      </w:r>
      <w:r>
        <w:t>y voyait qu</w:t>
      </w:r>
      <w:r w:rsidR="006F1ADB">
        <w:t>’</w:t>
      </w:r>
      <w:r>
        <w:t>une forme de femme</w:t>
      </w:r>
      <w:r w:rsidR="006F1ADB">
        <w:t xml:space="preserve">, </w:t>
      </w:r>
      <w:r>
        <w:t>allant et venant sous un bec de gaz à quelques mètres de là</w:t>
      </w:r>
      <w:r w:rsidR="006F1ADB">
        <w:t>.</w:t>
      </w:r>
    </w:p>
    <w:p w14:paraId="1318F44C" w14:textId="77777777" w:rsidR="006F1ADB" w:rsidRDefault="006F1ADB" w:rsidP="005A3479">
      <w:r>
        <w:t>— </w:t>
      </w:r>
      <w:r w:rsidR="005A3479">
        <w:t>Qui est là</w:t>
      </w:r>
      <w:r>
        <w:t xml:space="preserve"> ? </w:t>
      </w:r>
      <w:r w:rsidR="005A3479">
        <w:t>demanda Jude</w:t>
      </w:r>
      <w:r>
        <w:t>.</w:t>
      </w:r>
    </w:p>
    <w:p w14:paraId="0088238B" w14:textId="7084BF01" w:rsidR="006F1ADB" w:rsidRDefault="006F1ADB" w:rsidP="005A3479">
      <w:r>
        <w:lastRenderedPageBreak/>
        <w:t>— </w:t>
      </w:r>
      <w:r w:rsidR="005A3479">
        <w:t xml:space="preserve">Est-ce </w:t>
      </w:r>
      <w:r>
        <w:t>M. </w:t>
      </w:r>
      <w:r w:rsidR="005A3479">
        <w:t>Fawley</w:t>
      </w:r>
      <w:r>
        <w:t xml:space="preserve"> ? </w:t>
      </w:r>
      <w:r w:rsidR="005A3479">
        <w:t>interrogea la femme d</w:t>
      </w:r>
      <w:r>
        <w:t>’</w:t>
      </w:r>
      <w:r w:rsidR="005A3479">
        <w:t>une voix qui était</w:t>
      </w:r>
      <w:r>
        <w:t xml:space="preserve">, </w:t>
      </w:r>
      <w:r w:rsidR="005A3479">
        <w:t>à n</w:t>
      </w:r>
      <w:r>
        <w:t>’</w:t>
      </w:r>
      <w:r w:rsidR="005A3479">
        <w:t>en pas douter</w:t>
      </w:r>
      <w:r>
        <w:t xml:space="preserve">, </w:t>
      </w:r>
      <w:r w:rsidR="005A3479">
        <w:t>celle d</w:t>
      </w:r>
      <w:r>
        <w:t>’</w:t>
      </w:r>
      <w:proofErr w:type="spellStart"/>
      <w:r w:rsidR="005A3479">
        <w:t>Arabella</w:t>
      </w:r>
      <w:proofErr w:type="spellEnd"/>
      <w:r>
        <w:t>.</w:t>
      </w:r>
    </w:p>
    <w:p w14:paraId="7927B382" w14:textId="77777777" w:rsidR="006F1ADB" w:rsidRDefault="005A3479" w:rsidP="005A3479">
      <w:r>
        <w:t>Jude répondit affirmativement</w:t>
      </w:r>
      <w:r w:rsidR="006F1ADB">
        <w:t>.</w:t>
      </w:r>
    </w:p>
    <w:p w14:paraId="430191CE" w14:textId="77777777" w:rsidR="006F1ADB" w:rsidRDefault="006F1ADB" w:rsidP="005A3479">
      <w:r>
        <w:t>— </w:t>
      </w:r>
      <w:r w:rsidR="005A3479">
        <w:t>C</w:t>
      </w:r>
      <w:r>
        <w:t>’</w:t>
      </w:r>
      <w:r w:rsidR="005A3479">
        <w:t>est elle</w:t>
      </w:r>
      <w:r>
        <w:t xml:space="preserve"> ? </w:t>
      </w:r>
      <w:r w:rsidR="005A3479">
        <w:t>demanda Sue</w:t>
      </w:r>
      <w:r>
        <w:t xml:space="preserve">, </w:t>
      </w:r>
      <w:r w:rsidR="005A3479">
        <w:t>qui se tenait près de la porte</w:t>
      </w:r>
      <w:r>
        <w:t xml:space="preserve">, </w:t>
      </w:r>
      <w:r w:rsidR="005A3479">
        <w:t>les lèvres entr</w:t>
      </w:r>
      <w:r>
        <w:t>’</w:t>
      </w:r>
      <w:r w:rsidR="005A3479">
        <w:t>ouvertes</w:t>
      </w:r>
      <w:r>
        <w:t>.</w:t>
      </w:r>
    </w:p>
    <w:p w14:paraId="68088465" w14:textId="77777777" w:rsidR="006F1ADB" w:rsidRDefault="006F1ADB" w:rsidP="005A3479">
      <w:r>
        <w:t>— </w:t>
      </w:r>
      <w:r w:rsidR="005A3479">
        <w:t>Oui</w:t>
      </w:r>
      <w:r>
        <w:t xml:space="preserve">, </w:t>
      </w:r>
      <w:r w:rsidR="005A3479">
        <w:t>chérie</w:t>
      </w:r>
      <w:r>
        <w:t xml:space="preserve">, </w:t>
      </w:r>
      <w:r w:rsidR="005A3479">
        <w:t>dit Jude</w:t>
      </w:r>
      <w:r>
        <w:t xml:space="preserve">. </w:t>
      </w:r>
      <w:r w:rsidR="005A3479">
        <w:t>Que désirez-vous</w:t>
      </w:r>
      <w:r>
        <w:t xml:space="preserve">, </w:t>
      </w:r>
      <w:proofErr w:type="spellStart"/>
      <w:r w:rsidR="005A3479">
        <w:t>Arabella</w:t>
      </w:r>
      <w:proofErr w:type="spellEnd"/>
      <w:r>
        <w:t xml:space="preserve"> ? </w:t>
      </w:r>
      <w:r w:rsidR="005A3479">
        <w:t>dit-il</w:t>
      </w:r>
      <w:r>
        <w:t>.</w:t>
      </w:r>
    </w:p>
    <w:p w14:paraId="1318FD94" w14:textId="77777777" w:rsidR="006F1ADB" w:rsidRDefault="006F1ADB" w:rsidP="005A3479">
      <w:r>
        <w:t>— </w:t>
      </w:r>
      <w:r w:rsidR="005A3479">
        <w:t>Je vous demande pardon</w:t>
      </w:r>
      <w:r>
        <w:t xml:space="preserve">, </w:t>
      </w:r>
      <w:r w:rsidR="005A3479">
        <w:t>Jude</w:t>
      </w:r>
      <w:r>
        <w:t xml:space="preserve">, </w:t>
      </w:r>
      <w:r w:rsidR="005A3479">
        <w:t>de vous troubler ainsi</w:t>
      </w:r>
      <w:r>
        <w:t xml:space="preserve">, </w:t>
      </w:r>
      <w:r w:rsidR="005A3479">
        <w:t xml:space="preserve">dit </w:t>
      </w:r>
      <w:proofErr w:type="spellStart"/>
      <w:r w:rsidR="005A3479">
        <w:t>Arabella</w:t>
      </w:r>
      <w:proofErr w:type="spellEnd"/>
      <w:r>
        <w:t xml:space="preserve">, </w:t>
      </w:r>
      <w:r w:rsidR="005A3479">
        <w:t>humblement</w:t>
      </w:r>
      <w:r>
        <w:t xml:space="preserve">, </w:t>
      </w:r>
      <w:r w:rsidR="005A3479">
        <w:t>mais je vous ai fait demander déjà</w:t>
      </w:r>
      <w:r>
        <w:t xml:space="preserve"> ; </w:t>
      </w:r>
      <w:r w:rsidR="005A3479">
        <w:t>j</w:t>
      </w:r>
      <w:r>
        <w:t>’</w:t>
      </w:r>
      <w:r w:rsidR="005A3479">
        <w:t>ai particulièrement besoin de vous voir cette nuit</w:t>
      </w:r>
      <w:r>
        <w:t xml:space="preserve">, </w:t>
      </w:r>
      <w:r w:rsidR="005A3479">
        <w:t>si je le puis</w:t>
      </w:r>
      <w:r>
        <w:t xml:space="preserve">. </w:t>
      </w:r>
      <w:r w:rsidR="005A3479">
        <w:t>Je suis dans la peine et n</w:t>
      </w:r>
      <w:r>
        <w:t>’</w:t>
      </w:r>
      <w:r w:rsidR="005A3479">
        <w:t>ai personne pour me secourir</w:t>
      </w:r>
      <w:r>
        <w:t>.</w:t>
      </w:r>
    </w:p>
    <w:p w14:paraId="579E090F" w14:textId="77777777" w:rsidR="006F1ADB" w:rsidRDefault="005A3479" w:rsidP="005A3479">
      <w:r>
        <w:t>Il y eut un silence</w:t>
      </w:r>
      <w:r w:rsidR="006F1ADB">
        <w:t>.</w:t>
      </w:r>
    </w:p>
    <w:p w14:paraId="5C154DC7" w14:textId="77777777" w:rsidR="006F1ADB" w:rsidRDefault="006F1ADB" w:rsidP="005A3479">
      <w:r>
        <w:t>— </w:t>
      </w:r>
      <w:r w:rsidR="005A3479">
        <w:t>Mais êtes-vous mariée</w:t>
      </w:r>
      <w:r>
        <w:t xml:space="preserve"> ? </w:t>
      </w:r>
      <w:r w:rsidR="005A3479">
        <w:t>dit Jude</w:t>
      </w:r>
      <w:r>
        <w:t>.</w:t>
      </w:r>
    </w:p>
    <w:p w14:paraId="4AA6C443" w14:textId="77777777" w:rsidR="006F1ADB" w:rsidRDefault="005A3479" w:rsidP="005A3479">
      <w:proofErr w:type="spellStart"/>
      <w:r>
        <w:t>Arabella</w:t>
      </w:r>
      <w:proofErr w:type="spellEnd"/>
      <w:r>
        <w:t xml:space="preserve"> hésita</w:t>
      </w:r>
      <w:r w:rsidR="006F1ADB">
        <w:t>.</w:t>
      </w:r>
    </w:p>
    <w:p w14:paraId="505928F3" w14:textId="77777777" w:rsidR="006F1ADB" w:rsidRDefault="006F1ADB" w:rsidP="005A3479">
      <w:r>
        <w:t>— </w:t>
      </w:r>
      <w:r w:rsidR="005A3479">
        <w:t>Non</w:t>
      </w:r>
      <w:r>
        <w:t xml:space="preserve">, </w:t>
      </w:r>
      <w:r w:rsidR="005A3479">
        <w:t>Jude</w:t>
      </w:r>
      <w:r>
        <w:t xml:space="preserve">, </w:t>
      </w:r>
      <w:r w:rsidR="005A3479">
        <w:t>je ne le suis pas</w:t>
      </w:r>
      <w:r>
        <w:t xml:space="preserve">. </w:t>
      </w:r>
      <w:r w:rsidR="005A3479">
        <w:t>Il n</w:t>
      </w:r>
      <w:r>
        <w:t>’</w:t>
      </w:r>
      <w:r w:rsidR="005A3479">
        <w:t>a pas voulu</w:t>
      </w:r>
      <w:r>
        <w:t xml:space="preserve">, </w:t>
      </w:r>
      <w:r w:rsidR="005A3479">
        <w:t>après tout</w:t>
      </w:r>
      <w:r>
        <w:t xml:space="preserve">. </w:t>
      </w:r>
      <w:r w:rsidR="005A3479">
        <w:t>Et je suis dans de grandes difficultés</w:t>
      </w:r>
      <w:r>
        <w:t xml:space="preserve">. </w:t>
      </w:r>
      <w:r w:rsidR="005A3479">
        <w:t>J</w:t>
      </w:r>
      <w:r>
        <w:t>’</w:t>
      </w:r>
      <w:r w:rsidR="005A3479">
        <w:t>espère trouver une autre place dans une brasserie</w:t>
      </w:r>
      <w:r>
        <w:t xml:space="preserve">, </w:t>
      </w:r>
      <w:r w:rsidR="005A3479">
        <w:t>mais pour cela</w:t>
      </w:r>
      <w:r>
        <w:t xml:space="preserve">, </w:t>
      </w:r>
      <w:r w:rsidR="005A3479">
        <w:t>il faut du temps et je suis réellement dans une grande détresse</w:t>
      </w:r>
      <w:r>
        <w:t xml:space="preserve">, </w:t>
      </w:r>
      <w:r w:rsidR="005A3479">
        <w:t>à cause d</w:t>
      </w:r>
      <w:r>
        <w:t>’</w:t>
      </w:r>
      <w:r w:rsidR="005A3479">
        <w:t>une so</w:t>
      </w:r>
      <w:r w:rsidR="005A3479">
        <w:t>u</w:t>
      </w:r>
      <w:r w:rsidR="005A3479">
        <w:t>daine responsabilité qui m</w:t>
      </w:r>
      <w:r>
        <w:t>’</w:t>
      </w:r>
      <w:r w:rsidR="005A3479">
        <w:t>est arrivée d</w:t>
      </w:r>
      <w:r>
        <w:t>’</w:t>
      </w:r>
      <w:r w:rsidR="005A3479">
        <w:t>Australie</w:t>
      </w:r>
      <w:r>
        <w:t xml:space="preserve">. </w:t>
      </w:r>
      <w:r w:rsidR="005A3479">
        <w:t>Sans cela</w:t>
      </w:r>
      <w:r>
        <w:t xml:space="preserve">, </w:t>
      </w:r>
      <w:r w:rsidR="005A3479">
        <w:t>je n</w:t>
      </w:r>
      <w:r>
        <w:t>’</w:t>
      </w:r>
      <w:r w:rsidR="005A3479">
        <w:t>aurais pas voulu vous déranger</w:t>
      </w:r>
      <w:r>
        <w:t xml:space="preserve">, </w:t>
      </w:r>
      <w:r w:rsidR="005A3479">
        <w:t>croyez-moi</w:t>
      </w:r>
      <w:r>
        <w:t xml:space="preserve">. </w:t>
      </w:r>
      <w:r w:rsidR="005A3479">
        <w:t>J</w:t>
      </w:r>
      <w:r>
        <w:t>’</w:t>
      </w:r>
      <w:r w:rsidR="005A3479">
        <w:t>ai besoin de vous parler à ce propos</w:t>
      </w:r>
      <w:r>
        <w:t xml:space="preserve">… </w:t>
      </w:r>
      <w:r w:rsidR="005A3479">
        <w:t>Si vous pouviez venir et m</w:t>
      </w:r>
      <w:r>
        <w:t>’</w:t>
      </w:r>
      <w:r w:rsidR="005A3479">
        <w:t>accompagner un bout de chemin jusqu</w:t>
      </w:r>
      <w:r>
        <w:t>’</w:t>
      </w:r>
      <w:r w:rsidR="005A3479">
        <w:t>à l</w:t>
      </w:r>
      <w:r>
        <w:t>’</w:t>
      </w:r>
      <w:r w:rsidR="005A3479">
        <w:t>auberge du Prince</w:t>
      </w:r>
      <w:r>
        <w:t xml:space="preserve">, </w:t>
      </w:r>
      <w:r w:rsidR="005A3479">
        <w:t>où je dois loger cette nuit</w:t>
      </w:r>
      <w:r>
        <w:t xml:space="preserve">, </w:t>
      </w:r>
      <w:r w:rsidR="005A3479">
        <w:t>je vous expliquerais tout</w:t>
      </w:r>
      <w:r>
        <w:t xml:space="preserve">. </w:t>
      </w:r>
      <w:r w:rsidR="005A3479">
        <w:t>Vous po</w:t>
      </w:r>
      <w:r w:rsidR="005A3479">
        <w:t>u</w:t>
      </w:r>
      <w:r w:rsidR="005A3479">
        <w:t>vez bien faire cela</w:t>
      </w:r>
      <w:r>
        <w:t xml:space="preserve">, </w:t>
      </w:r>
      <w:r w:rsidR="005A3479">
        <w:t>en considération du passé</w:t>
      </w:r>
      <w:r>
        <w:t>.</w:t>
      </w:r>
    </w:p>
    <w:p w14:paraId="0F54CD05" w14:textId="77777777" w:rsidR="006F1ADB" w:rsidRDefault="006F1ADB" w:rsidP="005A3479">
      <w:r>
        <w:t>— </w:t>
      </w:r>
      <w:r w:rsidR="005A3479">
        <w:t>Pauvre créature</w:t>
      </w:r>
      <w:r>
        <w:t xml:space="preserve">. </w:t>
      </w:r>
      <w:r w:rsidR="005A3479">
        <w:t>Je dois lui faire la charité de l</w:t>
      </w:r>
      <w:r>
        <w:t>’</w:t>
      </w:r>
      <w:r w:rsidR="005A3479">
        <w:t>entendre</w:t>
      </w:r>
      <w:r>
        <w:t xml:space="preserve">, </w:t>
      </w:r>
      <w:r w:rsidR="005A3479">
        <w:t>quoi qu</w:t>
      </w:r>
      <w:r>
        <w:t>’</w:t>
      </w:r>
      <w:r w:rsidR="005A3479">
        <w:t>elle ait à dire</w:t>
      </w:r>
      <w:r>
        <w:t xml:space="preserve">, </w:t>
      </w:r>
      <w:r w:rsidR="005A3479">
        <w:t>je suppose</w:t>
      </w:r>
      <w:r>
        <w:t xml:space="preserve">, </w:t>
      </w:r>
      <w:r w:rsidR="005A3479">
        <w:t>dit Jude</w:t>
      </w:r>
      <w:r>
        <w:t xml:space="preserve">, </w:t>
      </w:r>
      <w:r w:rsidR="005A3479">
        <w:t>pris d</w:t>
      </w:r>
      <w:r>
        <w:t>’</w:t>
      </w:r>
      <w:r w:rsidR="005A3479">
        <w:t>une grande perplexité</w:t>
      </w:r>
      <w:r>
        <w:t xml:space="preserve">. </w:t>
      </w:r>
      <w:r w:rsidR="005A3479">
        <w:t>Comme elle doit revenir demain</w:t>
      </w:r>
      <w:r>
        <w:t xml:space="preserve">, </w:t>
      </w:r>
      <w:r w:rsidR="005A3479">
        <w:t>cela ne fera pas beaucoup de différence</w:t>
      </w:r>
      <w:r>
        <w:t>.</w:t>
      </w:r>
    </w:p>
    <w:p w14:paraId="04B319AA" w14:textId="77777777" w:rsidR="006F1ADB" w:rsidRDefault="006F1ADB" w:rsidP="005A3479">
      <w:r>
        <w:lastRenderedPageBreak/>
        <w:t>— </w:t>
      </w:r>
      <w:r w:rsidR="005A3479">
        <w:t xml:space="preserve">Mais vous pouvez </w:t>
      </w:r>
      <w:proofErr w:type="spellStart"/>
      <w:r w:rsidR="005A3479">
        <w:t>allez</w:t>
      </w:r>
      <w:proofErr w:type="spellEnd"/>
      <w:r w:rsidR="005A3479">
        <w:t xml:space="preserve"> la voir demain</w:t>
      </w:r>
      <w:r>
        <w:t xml:space="preserve">, </w:t>
      </w:r>
      <w:r w:rsidR="005A3479">
        <w:t>Jude</w:t>
      </w:r>
      <w:r>
        <w:t xml:space="preserve">, </w:t>
      </w:r>
      <w:r w:rsidR="005A3479">
        <w:t>dit une voix plaintive qui venait du seuil de la chambre</w:t>
      </w:r>
      <w:r>
        <w:t xml:space="preserve">. </w:t>
      </w:r>
      <w:r w:rsidR="005A3479">
        <w:t>Oh</w:t>
      </w:r>
      <w:r>
        <w:t xml:space="preserve"> ! </w:t>
      </w:r>
      <w:r w:rsidR="005A3479">
        <w:t>c</w:t>
      </w:r>
      <w:r>
        <w:t>’</w:t>
      </w:r>
      <w:r w:rsidR="005A3479">
        <w:t>est seulement pour vous tendre un piège</w:t>
      </w:r>
      <w:r>
        <w:t xml:space="preserve">, </w:t>
      </w:r>
      <w:r w:rsidR="005A3479">
        <w:t>comme elle a fait autrefois</w:t>
      </w:r>
      <w:r>
        <w:t xml:space="preserve">, </w:t>
      </w:r>
      <w:r w:rsidR="005A3479">
        <w:t>je le sais</w:t>
      </w:r>
      <w:r>
        <w:t xml:space="preserve">. </w:t>
      </w:r>
      <w:r w:rsidR="005A3479">
        <w:t>N</w:t>
      </w:r>
      <w:r>
        <w:t>’</w:t>
      </w:r>
      <w:r w:rsidR="005A3479">
        <w:t>y allez pas</w:t>
      </w:r>
      <w:r>
        <w:t xml:space="preserve">, </w:t>
      </w:r>
      <w:r w:rsidR="005A3479">
        <w:t>n</w:t>
      </w:r>
      <w:r>
        <w:t>’</w:t>
      </w:r>
      <w:r w:rsidR="005A3479">
        <w:t>y allez pas</w:t>
      </w:r>
      <w:r>
        <w:t xml:space="preserve">, </w:t>
      </w:r>
      <w:r w:rsidR="005A3479">
        <w:t>mon chéri</w:t>
      </w:r>
      <w:r>
        <w:t xml:space="preserve">. </w:t>
      </w:r>
      <w:r w:rsidR="005A3479">
        <w:t>C</w:t>
      </w:r>
      <w:r>
        <w:t>’</w:t>
      </w:r>
      <w:r w:rsidR="005A3479">
        <w:t>est une femme aux pa</w:t>
      </w:r>
      <w:r w:rsidR="005A3479">
        <w:t>s</w:t>
      </w:r>
      <w:r w:rsidR="005A3479">
        <w:t>sions si basses</w:t>
      </w:r>
      <w:r>
        <w:t xml:space="preserve"> ! </w:t>
      </w:r>
      <w:r w:rsidR="005A3479">
        <w:t>Je l</w:t>
      </w:r>
      <w:r>
        <w:t>’</w:t>
      </w:r>
      <w:r w:rsidR="005A3479">
        <w:t>ai vu à sa tournure</w:t>
      </w:r>
      <w:r>
        <w:t xml:space="preserve">, </w:t>
      </w:r>
      <w:r w:rsidR="005A3479">
        <w:t>je l</w:t>
      </w:r>
      <w:r>
        <w:t>’</w:t>
      </w:r>
      <w:r w:rsidR="005A3479">
        <w:t>ai entendu dans sa voix</w:t>
      </w:r>
      <w:r>
        <w:t>.</w:t>
      </w:r>
    </w:p>
    <w:p w14:paraId="350EB9F3" w14:textId="77777777" w:rsidR="006F1ADB" w:rsidRDefault="006F1ADB" w:rsidP="005A3479">
      <w:r>
        <w:t>— </w:t>
      </w:r>
      <w:r w:rsidR="005A3479">
        <w:t>J</w:t>
      </w:r>
      <w:r>
        <w:t>’</w:t>
      </w:r>
      <w:r w:rsidR="005A3479">
        <w:t>irai</w:t>
      </w:r>
      <w:r>
        <w:t xml:space="preserve">, </w:t>
      </w:r>
      <w:r w:rsidR="005A3479">
        <w:t>dit Jude</w:t>
      </w:r>
      <w:r>
        <w:t xml:space="preserve">. </w:t>
      </w:r>
      <w:r w:rsidR="005A3479">
        <w:t>N</w:t>
      </w:r>
      <w:r>
        <w:t>’</w:t>
      </w:r>
      <w:r w:rsidR="005A3479">
        <w:t>essayez pas de me retenir</w:t>
      </w:r>
      <w:r>
        <w:t xml:space="preserve">, </w:t>
      </w:r>
      <w:r w:rsidR="005A3479">
        <w:t>Sue</w:t>
      </w:r>
      <w:r>
        <w:t xml:space="preserve">. </w:t>
      </w:r>
      <w:r w:rsidR="005A3479">
        <w:t>Dieu sait que je ne l</w:t>
      </w:r>
      <w:r>
        <w:t>’</w:t>
      </w:r>
      <w:r w:rsidR="005A3479">
        <w:t>aime guère</w:t>
      </w:r>
      <w:r>
        <w:t xml:space="preserve">, </w:t>
      </w:r>
      <w:r w:rsidR="005A3479">
        <w:t>maintenant</w:t>
      </w:r>
      <w:r>
        <w:t xml:space="preserve">, </w:t>
      </w:r>
      <w:r w:rsidR="005A3479">
        <w:t>mais je ne dois pas être cruel pour elle</w:t>
      </w:r>
      <w:r>
        <w:t>.</w:t>
      </w:r>
    </w:p>
    <w:p w14:paraId="5AC2FF1A" w14:textId="77777777" w:rsidR="006F1ADB" w:rsidRDefault="005A3479" w:rsidP="005A3479">
      <w:r>
        <w:t>Il se dirigea vers l</w:t>
      </w:r>
      <w:r w:rsidR="006F1ADB">
        <w:t>’</w:t>
      </w:r>
      <w:r>
        <w:t>escalier</w:t>
      </w:r>
      <w:r w:rsidR="006F1ADB">
        <w:t>.</w:t>
      </w:r>
    </w:p>
    <w:p w14:paraId="6A70B352" w14:textId="77777777" w:rsidR="006F1ADB" w:rsidRDefault="006F1ADB" w:rsidP="005A3479">
      <w:r>
        <w:t>— </w:t>
      </w:r>
      <w:r w:rsidR="005A3479">
        <w:t>Mais elle n</w:t>
      </w:r>
      <w:r>
        <w:t>’</w:t>
      </w:r>
      <w:r w:rsidR="005A3479">
        <w:t>est pas votre femme</w:t>
      </w:r>
      <w:r>
        <w:t xml:space="preserve"> ! </w:t>
      </w:r>
      <w:r w:rsidR="005A3479">
        <w:t>cria Sue</w:t>
      </w:r>
      <w:r>
        <w:t xml:space="preserve">, </w:t>
      </w:r>
      <w:r w:rsidR="005A3479">
        <w:t>éperdument</w:t>
      </w:r>
      <w:r>
        <w:t xml:space="preserve">. </w:t>
      </w:r>
      <w:r w:rsidR="005A3479">
        <w:t>Et moi</w:t>
      </w:r>
      <w:r>
        <w:t>…</w:t>
      </w:r>
    </w:p>
    <w:p w14:paraId="081B2F1B" w14:textId="77777777" w:rsidR="006F1ADB" w:rsidRDefault="006F1ADB" w:rsidP="005A3479">
      <w:r>
        <w:t>— </w:t>
      </w:r>
      <w:r w:rsidR="005A3479">
        <w:t>Vous ne l</w:t>
      </w:r>
      <w:r>
        <w:t>’</w:t>
      </w:r>
      <w:r w:rsidR="005A3479">
        <w:t>êtes pas non plus</w:t>
      </w:r>
      <w:r>
        <w:t xml:space="preserve">, </w:t>
      </w:r>
      <w:r w:rsidR="005A3479">
        <w:t>ma chère</w:t>
      </w:r>
      <w:r>
        <w:t xml:space="preserve">, </w:t>
      </w:r>
      <w:r w:rsidR="005A3479">
        <w:t>en réalité</w:t>
      </w:r>
      <w:r>
        <w:t xml:space="preserve">, </w:t>
      </w:r>
      <w:r w:rsidR="005A3479">
        <w:t>dit Jude</w:t>
      </w:r>
      <w:r>
        <w:t>.</w:t>
      </w:r>
    </w:p>
    <w:p w14:paraId="6A6A3085" w14:textId="77777777" w:rsidR="006F1ADB" w:rsidRDefault="006F1ADB" w:rsidP="005A3479">
      <w:r>
        <w:t>— </w:t>
      </w:r>
      <w:r w:rsidR="005A3479">
        <w:t>Oh</w:t>
      </w:r>
      <w:r>
        <w:t xml:space="preserve"> ! </w:t>
      </w:r>
      <w:r w:rsidR="005A3479">
        <w:t>vous allez à elle</w:t>
      </w:r>
      <w:r>
        <w:t xml:space="preserve">… </w:t>
      </w:r>
      <w:r w:rsidR="005A3479">
        <w:t>Ne faites pas cela</w:t>
      </w:r>
      <w:r>
        <w:t xml:space="preserve">, </w:t>
      </w:r>
      <w:r w:rsidR="005A3479">
        <w:t>Jude</w:t>
      </w:r>
      <w:r>
        <w:t xml:space="preserve"> ! </w:t>
      </w:r>
      <w:r w:rsidR="005A3479">
        <w:t>Restez à la maison</w:t>
      </w:r>
      <w:r>
        <w:t xml:space="preserve">. </w:t>
      </w:r>
      <w:r w:rsidR="005A3479">
        <w:t>Je vous en prie</w:t>
      </w:r>
      <w:r>
        <w:t xml:space="preserve">, </w:t>
      </w:r>
      <w:r w:rsidR="005A3479">
        <w:t>je vous en prie</w:t>
      </w:r>
      <w:r>
        <w:t xml:space="preserve">, </w:t>
      </w:r>
      <w:r w:rsidR="005A3479">
        <w:t>restez à la maison</w:t>
      </w:r>
      <w:r>
        <w:t xml:space="preserve">, </w:t>
      </w:r>
      <w:r w:rsidR="005A3479">
        <w:t>Jude</w:t>
      </w:r>
      <w:r>
        <w:t xml:space="preserve">, </w:t>
      </w:r>
      <w:r w:rsidR="005A3479">
        <w:t>et n</w:t>
      </w:r>
      <w:r>
        <w:t>’</w:t>
      </w:r>
      <w:r w:rsidR="005A3479">
        <w:t>allez pas vers elle</w:t>
      </w:r>
      <w:r>
        <w:t xml:space="preserve">, </w:t>
      </w:r>
      <w:r w:rsidR="005A3479">
        <w:t>car</w:t>
      </w:r>
      <w:r>
        <w:t xml:space="preserve">, </w:t>
      </w:r>
      <w:r w:rsidR="005A3479">
        <w:t>maintenant</w:t>
      </w:r>
      <w:r>
        <w:t xml:space="preserve">, </w:t>
      </w:r>
      <w:r w:rsidR="005A3479">
        <w:t>elle n</w:t>
      </w:r>
      <w:r>
        <w:t>’</w:t>
      </w:r>
      <w:r w:rsidR="005A3479">
        <w:t>est pas votre femme</w:t>
      </w:r>
      <w:r>
        <w:t xml:space="preserve">, </w:t>
      </w:r>
      <w:r w:rsidR="005A3479">
        <w:t>pas plus que moi</w:t>
      </w:r>
      <w:r>
        <w:t>.</w:t>
      </w:r>
    </w:p>
    <w:p w14:paraId="1C33B65A" w14:textId="77777777" w:rsidR="006F1ADB" w:rsidRDefault="006F1ADB" w:rsidP="005A3479">
      <w:r>
        <w:t>— </w:t>
      </w:r>
      <w:r w:rsidR="005A3479">
        <w:t>Eh bien</w:t>
      </w:r>
      <w:r>
        <w:t xml:space="preserve">, </w:t>
      </w:r>
      <w:r w:rsidR="005A3479">
        <w:t>si</w:t>
      </w:r>
      <w:r>
        <w:t xml:space="preserve">, </w:t>
      </w:r>
      <w:r w:rsidR="005A3479">
        <w:t>elle l</w:t>
      </w:r>
      <w:r>
        <w:t>’</w:t>
      </w:r>
      <w:r w:rsidR="005A3479">
        <w:t>est un peu plus que vous</w:t>
      </w:r>
      <w:r>
        <w:t xml:space="preserve">, </w:t>
      </w:r>
      <w:r w:rsidR="005A3479">
        <w:t>si vous en v</w:t>
      </w:r>
      <w:r w:rsidR="005A3479">
        <w:t>e</w:t>
      </w:r>
      <w:r w:rsidR="005A3479">
        <w:t>nez là</w:t>
      </w:r>
      <w:r>
        <w:t xml:space="preserve">, </w:t>
      </w:r>
      <w:r w:rsidR="005A3479">
        <w:t>dit-il</w:t>
      </w:r>
      <w:r>
        <w:t xml:space="preserve">, </w:t>
      </w:r>
      <w:r w:rsidR="005A3479">
        <w:t>prenant son chapeau d</w:t>
      </w:r>
      <w:r>
        <w:t>’</w:t>
      </w:r>
      <w:r w:rsidR="005A3479">
        <w:t>un air déterminé</w:t>
      </w:r>
      <w:r>
        <w:t xml:space="preserve">. </w:t>
      </w:r>
      <w:r w:rsidR="005A3479">
        <w:t>Je vous ai suppliée d</w:t>
      </w:r>
      <w:r>
        <w:t>’</w:t>
      </w:r>
      <w:r w:rsidR="005A3479">
        <w:t>être à moi</w:t>
      </w:r>
      <w:r>
        <w:t xml:space="preserve"> ; </w:t>
      </w:r>
      <w:r w:rsidR="005A3479">
        <w:t>j</w:t>
      </w:r>
      <w:r>
        <w:t>’</w:t>
      </w:r>
      <w:r w:rsidR="005A3479">
        <w:t>ai attendu avec la patience de Job</w:t>
      </w:r>
      <w:r>
        <w:t xml:space="preserve">, </w:t>
      </w:r>
      <w:r w:rsidR="005A3479">
        <w:t>et je ne vois pas que je sois arrivé à rien par mon abnégation</w:t>
      </w:r>
      <w:r>
        <w:t xml:space="preserve">. </w:t>
      </w:r>
      <w:r w:rsidR="005A3479">
        <w:t>Je donnerai certainement quelque chose à cette femme et j</w:t>
      </w:r>
      <w:r>
        <w:t>’</w:t>
      </w:r>
      <w:r w:rsidR="005A3479">
        <w:t>entendrai ce qu</w:t>
      </w:r>
      <w:r>
        <w:t>’</w:t>
      </w:r>
      <w:r w:rsidR="005A3479">
        <w:t>elle est si anxieuse de me dire</w:t>
      </w:r>
      <w:r>
        <w:t xml:space="preserve">. </w:t>
      </w:r>
      <w:r w:rsidR="005A3479">
        <w:t>Un homme ne peut pas moins faire</w:t>
      </w:r>
      <w:r>
        <w:t>.</w:t>
      </w:r>
    </w:p>
    <w:p w14:paraId="74AE68A2" w14:textId="77777777" w:rsidR="006F1ADB" w:rsidRDefault="005A3479" w:rsidP="005A3479">
      <w:r>
        <w:t>Elle comprit</w:t>
      </w:r>
      <w:r w:rsidR="006F1ADB">
        <w:t xml:space="preserve">, </w:t>
      </w:r>
      <w:r>
        <w:t>à son air</w:t>
      </w:r>
      <w:r w:rsidR="006F1ADB">
        <w:t xml:space="preserve">, </w:t>
      </w:r>
      <w:r>
        <w:t>que toute opposition serait inutile</w:t>
      </w:r>
      <w:r w:rsidR="006F1ADB">
        <w:t xml:space="preserve">. </w:t>
      </w:r>
      <w:r>
        <w:t>Elle ne parla plus</w:t>
      </w:r>
      <w:r w:rsidR="006F1ADB">
        <w:t xml:space="preserve">, </w:t>
      </w:r>
      <w:r>
        <w:t>mais retournant dans sa chambre</w:t>
      </w:r>
      <w:r w:rsidR="006F1ADB">
        <w:t xml:space="preserve">, </w:t>
      </w:r>
      <w:r>
        <w:t>humble comme une martyre</w:t>
      </w:r>
      <w:r w:rsidR="006F1ADB">
        <w:t xml:space="preserve">, </w:t>
      </w:r>
      <w:r>
        <w:t>elle entendit Jude descendre l</w:t>
      </w:r>
      <w:r w:rsidR="006F1ADB">
        <w:t>’</w:t>
      </w:r>
      <w:r>
        <w:t>escalier</w:t>
      </w:r>
      <w:r w:rsidR="006F1ADB">
        <w:t xml:space="preserve">, </w:t>
      </w:r>
      <w:r>
        <w:t>t</w:t>
      </w:r>
      <w:r>
        <w:t>i</w:t>
      </w:r>
      <w:r>
        <w:t>rer les verrous de la porte et la refermer derrière lui</w:t>
      </w:r>
      <w:r w:rsidR="006F1ADB">
        <w:t xml:space="preserve">… </w:t>
      </w:r>
      <w:r>
        <w:t xml:space="preserve">Elle </w:t>
      </w:r>
      <w:r>
        <w:lastRenderedPageBreak/>
        <w:t>savait exactement à quelle distance était l</w:t>
      </w:r>
      <w:r w:rsidR="006F1ADB">
        <w:t>’</w:t>
      </w:r>
      <w:r>
        <w:t>auberge qu</w:t>
      </w:r>
      <w:r w:rsidR="006F1ADB">
        <w:t>’</w:t>
      </w:r>
      <w:proofErr w:type="spellStart"/>
      <w:r>
        <w:t>Arabella</w:t>
      </w:r>
      <w:proofErr w:type="spellEnd"/>
      <w:r>
        <w:t xml:space="preserve"> avait indiquée comme son logis</w:t>
      </w:r>
      <w:r w:rsidR="006F1ADB">
        <w:t xml:space="preserve">. </w:t>
      </w:r>
      <w:r>
        <w:t>Il fallait à peu près sept minutes pour s</w:t>
      </w:r>
      <w:r w:rsidR="006F1ADB">
        <w:t>’</w:t>
      </w:r>
      <w:r>
        <w:t>y rendre d</w:t>
      </w:r>
      <w:r w:rsidR="006F1ADB">
        <w:t>’</w:t>
      </w:r>
      <w:r>
        <w:t>un pas ordinaire</w:t>
      </w:r>
      <w:r w:rsidR="006F1ADB">
        <w:t xml:space="preserve">, </w:t>
      </w:r>
      <w:r>
        <w:t>sept minutes pour revenir</w:t>
      </w:r>
      <w:r w:rsidR="006F1ADB">
        <w:t xml:space="preserve">. </w:t>
      </w:r>
      <w:r>
        <w:t>Si Jude n</w:t>
      </w:r>
      <w:r w:rsidR="006F1ADB">
        <w:t>’</w:t>
      </w:r>
      <w:r>
        <w:t>était pas revenu dans quatorze minutes</w:t>
      </w:r>
      <w:r w:rsidR="006F1ADB">
        <w:t xml:space="preserve">, </w:t>
      </w:r>
      <w:r>
        <w:t>c</w:t>
      </w:r>
      <w:r w:rsidR="006F1ADB">
        <w:t>’</w:t>
      </w:r>
      <w:r>
        <w:t>est qu</w:t>
      </w:r>
      <w:r w:rsidR="006F1ADB">
        <w:t>’</w:t>
      </w:r>
      <w:r>
        <w:t>il se s</w:t>
      </w:r>
      <w:r>
        <w:t>e</w:t>
      </w:r>
      <w:r>
        <w:t>rait attardé</w:t>
      </w:r>
      <w:r w:rsidR="006F1ADB">
        <w:t xml:space="preserve">. </w:t>
      </w:r>
      <w:r>
        <w:t>Sue regarda l</w:t>
      </w:r>
      <w:r w:rsidR="006F1ADB">
        <w:t>’</w:t>
      </w:r>
      <w:r>
        <w:t>horloge</w:t>
      </w:r>
      <w:r w:rsidR="006F1ADB">
        <w:t xml:space="preserve">. </w:t>
      </w:r>
      <w:r>
        <w:t>Il était onze heures moins vingt-cinq</w:t>
      </w:r>
      <w:r w:rsidR="006F1ADB">
        <w:t xml:space="preserve">. </w:t>
      </w:r>
      <w:r>
        <w:t xml:space="preserve">Que Jude fût entré avec </w:t>
      </w:r>
      <w:proofErr w:type="spellStart"/>
      <w:r>
        <w:t>Arabella</w:t>
      </w:r>
      <w:proofErr w:type="spellEnd"/>
      <w:r w:rsidR="006F1ADB">
        <w:t xml:space="preserve">, </w:t>
      </w:r>
      <w:r>
        <w:t>dans l</w:t>
      </w:r>
      <w:r w:rsidR="006F1ADB">
        <w:t>’</w:t>
      </w:r>
      <w:r>
        <w:t>auberge</w:t>
      </w:r>
      <w:r w:rsidR="006F1ADB">
        <w:t xml:space="preserve">, </w:t>
      </w:r>
      <w:r>
        <w:t>ouverte encore</w:t>
      </w:r>
      <w:r w:rsidR="006F1ADB">
        <w:t xml:space="preserve">, </w:t>
      </w:r>
      <w:r>
        <w:t>qu</w:t>
      </w:r>
      <w:r w:rsidR="006F1ADB">
        <w:t>’</w:t>
      </w:r>
      <w:r>
        <w:t>elle l</w:t>
      </w:r>
      <w:r w:rsidR="006F1ADB">
        <w:t>’</w:t>
      </w:r>
      <w:r>
        <w:t>eût persuadé de boire avec elle</w:t>
      </w:r>
      <w:r w:rsidR="006F1ADB">
        <w:t xml:space="preserve"> – </w:t>
      </w:r>
      <w:r>
        <w:t>et Dieu seul savait quels désastres pouvaient alors tomber sur lui</w:t>
      </w:r>
      <w:r w:rsidR="006F1ADB">
        <w:t>.</w:t>
      </w:r>
    </w:p>
    <w:p w14:paraId="7717E6A0" w14:textId="77777777" w:rsidR="006F1ADB" w:rsidRDefault="005A3479" w:rsidP="005A3479">
      <w:r>
        <w:t>Il semblait que le délai fût près d</w:t>
      </w:r>
      <w:r w:rsidR="006F1ADB">
        <w:t>’</w:t>
      </w:r>
      <w:r>
        <w:t>expirer</w:t>
      </w:r>
      <w:r w:rsidR="006F1ADB">
        <w:t xml:space="preserve">, </w:t>
      </w:r>
      <w:r>
        <w:t>quand la porte s</w:t>
      </w:r>
      <w:r w:rsidR="006F1ADB">
        <w:t>’</w:t>
      </w:r>
      <w:r>
        <w:t>ouvrit de nouveau</w:t>
      </w:r>
      <w:r w:rsidR="006F1ADB">
        <w:t xml:space="preserve">, </w:t>
      </w:r>
      <w:r>
        <w:t>et Jude apparut</w:t>
      </w:r>
      <w:r w:rsidR="006F1ADB">
        <w:t>.</w:t>
      </w:r>
    </w:p>
    <w:p w14:paraId="32309321" w14:textId="77777777" w:rsidR="006F1ADB" w:rsidRDefault="005A3479" w:rsidP="005A3479">
      <w:r>
        <w:t>Sue eut un cri extatique</w:t>
      </w:r>
      <w:r w:rsidR="006F1ADB">
        <w:t> :</w:t>
      </w:r>
    </w:p>
    <w:p w14:paraId="021FF25A" w14:textId="77777777" w:rsidR="006F1ADB" w:rsidRDefault="006F1ADB" w:rsidP="005A3479">
      <w:r>
        <w:t>— </w:t>
      </w:r>
      <w:r w:rsidR="005A3479">
        <w:t>Oh</w:t>
      </w:r>
      <w:r>
        <w:t xml:space="preserve"> ! </w:t>
      </w:r>
      <w:r w:rsidR="005A3479">
        <w:t>je savais bien que je pouvais me fier à vous</w:t>
      </w:r>
      <w:r>
        <w:t xml:space="preserve"> ! </w:t>
      </w:r>
      <w:r w:rsidR="005A3479">
        <w:t>Que vous êtes bon</w:t>
      </w:r>
      <w:r>
        <w:t xml:space="preserve"> !… </w:t>
      </w:r>
      <w:r w:rsidR="005A3479">
        <w:t>commença-t-elle</w:t>
      </w:r>
      <w:r>
        <w:t>.</w:t>
      </w:r>
    </w:p>
    <w:p w14:paraId="26D48BE2" w14:textId="77777777" w:rsidR="006F1ADB" w:rsidRDefault="006F1ADB" w:rsidP="005A3479">
      <w:r>
        <w:t>— </w:t>
      </w:r>
      <w:r w:rsidR="005A3479">
        <w:t>Je n</w:t>
      </w:r>
      <w:r>
        <w:t>’</w:t>
      </w:r>
      <w:r w:rsidR="005A3479">
        <w:t>ai pu la trouver nulle part dans la rue</w:t>
      </w:r>
      <w:r>
        <w:t xml:space="preserve">, </w:t>
      </w:r>
      <w:r w:rsidR="005A3479">
        <w:t>et j</w:t>
      </w:r>
      <w:r>
        <w:t>’</w:t>
      </w:r>
      <w:r w:rsidR="005A3479">
        <w:t>étais sorti en pantoufles</w:t>
      </w:r>
      <w:r>
        <w:t xml:space="preserve">. </w:t>
      </w:r>
      <w:r w:rsidR="005A3479">
        <w:t>Elle a continué son chemin</w:t>
      </w:r>
      <w:r>
        <w:t xml:space="preserve">, </w:t>
      </w:r>
      <w:r w:rsidR="005A3479">
        <w:t>pensant que j</w:t>
      </w:r>
      <w:r>
        <w:t>’</w:t>
      </w:r>
      <w:r w:rsidR="005A3479">
        <w:t>avais le cœur assez dur pour refuser de l</w:t>
      </w:r>
      <w:r>
        <w:t>’</w:t>
      </w:r>
      <w:r w:rsidR="005A3479">
        <w:t>écouter jusqu</w:t>
      </w:r>
      <w:r>
        <w:t>’</w:t>
      </w:r>
      <w:r w:rsidR="005A3479">
        <w:t>au bout</w:t>
      </w:r>
      <w:r>
        <w:t xml:space="preserve">, </w:t>
      </w:r>
      <w:r w:rsidR="005A3479">
        <w:t>pauvre femme</w:t>
      </w:r>
      <w:r>
        <w:t xml:space="preserve"> ! </w:t>
      </w:r>
      <w:r w:rsidR="005A3479">
        <w:t>Je suis revenu prendre mes souliers</w:t>
      </w:r>
      <w:r>
        <w:t xml:space="preserve">, </w:t>
      </w:r>
      <w:r w:rsidR="005A3479">
        <w:t>car il commence à pleuvoir</w:t>
      </w:r>
      <w:r>
        <w:t>.</w:t>
      </w:r>
    </w:p>
    <w:p w14:paraId="03D9CF7F" w14:textId="77777777" w:rsidR="006F1ADB" w:rsidRDefault="006F1ADB" w:rsidP="005A3479">
      <w:r>
        <w:t>— </w:t>
      </w:r>
      <w:r w:rsidR="005A3479">
        <w:t>Oh</w:t>
      </w:r>
      <w:r>
        <w:t xml:space="preserve"> ! </w:t>
      </w:r>
      <w:r w:rsidR="005A3479">
        <w:t>pourquoi vous donner tant de peine pour une femme qui s</w:t>
      </w:r>
      <w:r>
        <w:t>’</w:t>
      </w:r>
      <w:r w:rsidR="005A3479">
        <w:t>est si mal conduite envers vous</w:t>
      </w:r>
      <w:r>
        <w:t xml:space="preserve"> ? </w:t>
      </w:r>
      <w:r w:rsidR="005A3479">
        <w:t>dit Sue</w:t>
      </w:r>
      <w:r>
        <w:t xml:space="preserve">, </w:t>
      </w:r>
      <w:r w:rsidR="005A3479">
        <w:t>avec une explosion de désappointement jaloux</w:t>
      </w:r>
      <w:r>
        <w:t>.</w:t>
      </w:r>
    </w:p>
    <w:p w14:paraId="72E19092" w14:textId="77777777" w:rsidR="006F1ADB" w:rsidRDefault="006F1ADB" w:rsidP="005A3479">
      <w:r>
        <w:t>— </w:t>
      </w:r>
      <w:r w:rsidR="005A3479">
        <w:t>Mais</w:t>
      </w:r>
      <w:r>
        <w:t xml:space="preserve">, </w:t>
      </w:r>
      <w:r w:rsidR="005A3479">
        <w:t>Sue</w:t>
      </w:r>
      <w:r>
        <w:t xml:space="preserve">, </w:t>
      </w:r>
      <w:r w:rsidR="005A3479">
        <w:t>c</w:t>
      </w:r>
      <w:r>
        <w:t>’</w:t>
      </w:r>
      <w:r w:rsidR="005A3479">
        <w:t>est une femme</w:t>
      </w:r>
      <w:r>
        <w:t xml:space="preserve">, </w:t>
      </w:r>
      <w:r w:rsidR="005A3479">
        <w:t>et je l</w:t>
      </w:r>
      <w:r>
        <w:t>’</w:t>
      </w:r>
      <w:r w:rsidR="005A3479">
        <w:t>ai aimée autrefois</w:t>
      </w:r>
      <w:r>
        <w:t xml:space="preserve"> ; </w:t>
      </w:r>
      <w:r w:rsidR="005A3479">
        <w:t>on ne peut pas se conduire comme une brute en de telles circon</w:t>
      </w:r>
      <w:r w:rsidR="005A3479">
        <w:t>s</w:t>
      </w:r>
      <w:r w:rsidR="005A3479">
        <w:t>tances</w:t>
      </w:r>
      <w:r>
        <w:t>.</w:t>
      </w:r>
    </w:p>
    <w:p w14:paraId="4E558C0F" w14:textId="77777777" w:rsidR="006F1ADB" w:rsidRDefault="006F1ADB" w:rsidP="005A3479">
      <w:r>
        <w:t>— </w:t>
      </w:r>
      <w:r w:rsidR="005A3479">
        <w:t>Elle n</w:t>
      </w:r>
      <w:r>
        <w:t>’</w:t>
      </w:r>
      <w:r w:rsidR="005A3479">
        <w:t>est plus votre femme depuis longtemps</w:t>
      </w:r>
      <w:r>
        <w:t xml:space="preserve">, </w:t>
      </w:r>
      <w:r w:rsidR="005A3479">
        <w:t>exclama Sue</w:t>
      </w:r>
      <w:r>
        <w:t xml:space="preserve">, </w:t>
      </w:r>
      <w:r w:rsidR="005A3479">
        <w:t>passionnément excitée</w:t>
      </w:r>
      <w:r>
        <w:t xml:space="preserve">. </w:t>
      </w:r>
      <w:r w:rsidR="005A3479">
        <w:t>Vous ne devez pas aller la trouver</w:t>
      </w:r>
      <w:r>
        <w:t xml:space="preserve">. </w:t>
      </w:r>
      <w:r w:rsidR="005A3479">
        <w:t>Vous n</w:t>
      </w:r>
      <w:r>
        <w:t>’</w:t>
      </w:r>
      <w:r w:rsidR="005A3479">
        <w:t>en avez pas le droit</w:t>
      </w:r>
      <w:r>
        <w:t xml:space="preserve">. </w:t>
      </w:r>
      <w:r w:rsidR="005A3479">
        <w:t>Vous ne pouvez pas la rejoindre</w:t>
      </w:r>
      <w:r>
        <w:t xml:space="preserve">, </w:t>
      </w:r>
      <w:r w:rsidR="005A3479">
        <w:t>maintenant qu</w:t>
      </w:r>
      <w:r>
        <w:t>’</w:t>
      </w:r>
      <w:r w:rsidR="005A3479">
        <w:t>elle n</w:t>
      </w:r>
      <w:r>
        <w:t>’</w:t>
      </w:r>
      <w:r w:rsidR="005A3479">
        <w:t>est qu</w:t>
      </w:r>
      <w:r>
        <w:t>’</w:t>
      </w:r>
      <w:r w:rsidR="005A3479">
        <w:t xml:space="preserve">une étrangère pour </w:t>
      </w:r>
      <w:r w:rsidR="005A3479">
        <w:lastRenderedPageBreak/>
        <w:t>vous</w:t>
      </w:r>
      <w:r>
        <w:t xml:space="preserve">. </w:t>
      </w:r>
      <w:r w:rsidR="005A3479">
        <w:t>Comment pouvez-vous oublier une chose pareille</w:t>
      </w:r>
      <w:r>
        <w:t xml:space="preserve">, </w:t>
      </w:r>
      <w:r w:rsidR="005A3479">
        <w:t>mon cher</w:t>
      </w:r>
      <w:r>
        <w:t xml:space="preserve">, </w:t>
      </w:r>
      <w:r w:rsidR="005A3479">
        <w:t>mon chéri</w:t>
      </w:r>
      <w:r>
        <w:t> !</w:t>
      </w:r>
    </w:p>
    <w:p w14:paraId="4E4EE155" w14:textId="77777777" w:rsidR="006F1ADB" w:rsidRDefault="006F1ADB" w:rsidP="005A3479">
      <w:r>
        <w:t>— </w:t>
      </w:r>
      <w:r w:rsidR="005A3479">
        <w:t>Si elle était ma femme</w:t>
      </w:r>
      <w:r>
        <w:t xml:space="preserve">, </w:t>
      </w:r>
      <w:r w:rsidR="005A3479">
        <w:t>tandis qu</w:t>
      </w:r>
      <w:r>
        <w:t>’</w:t>
      </w:r>
      <w:r w:rsidR="005A3479">
        <w:t>elle vivait en Australie avec un autre mari</w:t>
      </w:r>
      <w:r>
        <w:t xml:space="preserve">, </w:t>
      </w:r>
      <w:r w:rsidR="005A3479">
        <w:t>elle est ma femme maintenant</w:t>
      </w:r>
      <w:r>
        <w:t>.</w:t>
      </w:r>
    </w:p>
    <w:p w14:paraId="5A19451B" w14:textId="77777777" w:rsidR="006F1ADB" w:rsidRDefault="006F1ADB" w:rsidP="005A3479">
      <w:r>
        <w:t>— </w:t>
      </w:r>
      <w:r w:rsidR="005A3479">
        <w:t>Mais elle ne l</w:t>
      </w:r>
      <w:r>
        <w:t>’</w:t>
      </w:r>
      <w:r w:rsidR="005A3479">
        <w:t>est pas</w:t>
      </w:r>
      <w:r>
        <w:t xml:space="preserve">. </w:t>
      </w:r>
      <w:r w:rsidR="005A3479">
        <w:t>C</w:t>
      </w:r>
      <w:r>
        <w:t>’</w:t>
      </w:r>
      <w:r w:rsidR="005A3479">
        <w:t>est justement ce que je soutiens</w:t>
      </w:r>
      <w:r>
        <w:t xml:space="preserve">. </w:t>
      </w:r>
      <w:r w:rsidR="005A3479">
        <w:t>Il y a là une absurdité</w:t>
      </w:r>
      <w:r>
        <w:t xml:space="preserve">… </w:t>
      </w:r>
      <w:r w:rsidR="005A3479">
        <w:t>Eh bien</w:t>
      </w:r>
      <w:r>
        <w:t xml:space="preserve">, </w:t>
      </w:r>
      <w:r w:rsidR="005A3479">
        <w:t>vous reviendrez tout droit</w:t>
      </w:r>
      <w:r>
        <w:t xml:space="preserve">, </w:t>
      </w:r>
      <w:r w:rsidR="005A3479">
        <w:t>après quelques minutes</w:t>
      </w:r>
      <w:r>
        <w:t xml:space="preserve">, </w:t>
      </w:r>
      <w:r w:rsidR="005A3479">
        <w:t>vous ferez en sorte de revenir</w:t>
      </w:r>
      <w:r>
        <w:t xml:space="preserve">, </w:t>
      </w:r>
      <w:r w:rsidR="005A3479">
        <w:t>cher Jude</w:t>
      </w:r>
      <w:r>
        <w:t xml:space="preserve">. </w:t>
      </w:r>
      <w:r w:rsidR="005A3479">
        <w:t>Elle est trop vile</w:t>
      </w:r>
      <w:r>
        <w:t xml:space="preserve">, </w:t>
      </w:r>
      <w:r w:rsidR="005A3479">
        <w:t>trop grossière</w:t>
      </w:r>
      <w:r>
        <w:t xml:space="preserve">, </w:t>
      </w:r>
      <w:r w:rsidR="005A3479">
        <w:t>pour que vous causiez longtemps avec elle</w:t>
      </w:r>
      <w:r>
        <w:t xml:space="preserve">. </w:t>
      </w:r>
      <w:r w:rsidR="005A3479">
        <w:t>Elle l</w:t>
      </w:r>
      <w:r>
        <w:t>’</w:t>
      </w:r>
      <w:r w:rsidR="005A3479">
        <w:t>a toujours été</w:t>
      </w:r>
      <w:r>
        <w:t>.</w:t>
      </w:r>
    </w:p>
    <w:p w14:paraId="538AAA6A" w14:textId="77777777" w:rsidR="006F1ADB" w:rsidRDefault="006F1ADB" w:rsidP="005A3479">
      <w:r>
        <w:t>— </w:t>
      </w:r>
      <w:r w:rsidR="005A3479">
        <w:t>Peut-être suis-je grossier aussi</w:t>
      </w:r>
      <w:r>
        <w:t xml:space="preserve">, </w:t>
      </w:r>
      <w:r w:rsidR="005A3479">
        <w:t>ou malchanceux</w:t>
      </w:r>
      <w:r>
        <w:t xml:space="preserve">. </w:t>
      </w:r>
      <w:r w:rsidR="005A3479">
        <w:t>J</w:t>
      </w:r>
      <w:r>
        <w:t>’</w:t>
      </w:r>
      <w:r w:rsidR="005A3479">
        <w:t>ai en moi le germe de chaque infirmité humaine</w:t>
      </w:r>
      <w:r>
        <w:t xml:space="preserve">, </w:t>
      </w:r>
      <w:r w:rsidR="005A3479">
        <w:t>je le crois vérit</w:t>
      </w:r>
      <w:r w:rsidR="005A3479">
        <w:t>a</w:t>
      </w:r>
      <w:r w:rsidR="005A3479">
        <w:t>blement</w:t>
      </w:r>
      <w:r>
        <w:t xml:space="preserve">. </w:t>
      </w:r>
      <w:r w:rsidR="005A3479">
        <w:t>C</w:t>
      </w:r>
      <w:r>
        <w:t>’</w:t>
      </w:r>
      <w:r w:rsidR="005A3479">
        <w:t>est pourquoi j</w:t>
      </w:r>
      <w:r>
        <w:t>’</w:t>
      </w:r>
      <w:r w:rsidR="005A3479">
        <w:t>ai compris que j</w:t>
      </w:r>
      <w:r>
        <w:t>’</w:t>
      </w:r>
      <w:r w:rsidR="005A3479">
        <w:t>avais un désir ano</w:t>
      </w:r>
      <w:r w:rsidR="005A3479">
        <w:t>r</w:t>
      </w:r>
      <w:r w:rsidR="005A3479">
        <w:t>mal en rêvant de devenir prêtre</w:t>
      </w:r>
      <w:r>
        <w:t xml:space="preserve">. </w:t>
      </w:r>
      <w:r w:rsidR="005A3479">
        <w:t>Je crois m</w:t>
      </w:r>
      <w:r>
        <w:t>’</w:t>
      </w:r>
      <w:r w:rsidR="005A3479">
        <w:t>être guéri moi-même du vice d</w:t>
      </w:r>
      <w:r>
        <w:t>’</w:t>
      </w:r>
      <w:r w:rsidR="005A3479">
        <w:t>ivrognerie</w:t>
      </w:r>
      <w:r>
        <w:t xml:space="preserve">, </w:t>
      </w:r>
      <w:r w:rsidR="005A3479">
        <w:t>mais je ne sais jamais sous quelle forme nouvelle un vice peut reparaître en moi</w:t>
      </w:r>
      <w:r>
        <w:t xml:space="preserve">. </w:t>
      </w:r>
      <w:r w:rsidR="005A3479">
        <w:t>Je vous aime</w:t>
      </w:r>
      <w:r>
        <w:t xml:space="preserve">, </w:t>
      </w:r>
      <w:r w:rsidR="005A3479">
        <w:t>Sue</w:t>
      </w:r>
      <w:r>
        <w:t xml:space="preserve">, </w:t>
      </w:r>
      <w:r w:rsidR="005A3479">
        <w:t>quoique je vous aie attendue avec une patience inépuisable pour recevoir bien peu en retour</w:t>
      </w:r>
      <w:r>
        <w:t xml:space="preserve">. </w:t>
      </w:r>
      <w:r w:rsidR="005A3479">
        <w:t>Je vous aime avec ce que j</w:t>
      </w:r>
      <w:r>
        <w:t>’</w:t>
      </w:r>
      <w:r w:rsidR="005A3479">
        <w:t>ai en moi de meilleur et de plus noble</w:t>
      </w:r>
      <w:r>
        <w:t xml:space="preserve">, </w:t>
      </w:r>
      <w:r w:rsidR="005A3479">
        <w:t>et votre affranchissement de toute matérialité m</w:t>
      </w:r>
      <w:r>
        <w:t>’</w:t>
      </w:r>
      <w:r w:rsidR="005A3479">
        <w:t>a élevé l</w:t>
      </w:r>
      <w:r>
        <w:t>’</w:t>
      </w:r>
      <w:r w:rsidR="005A3479">
        <w:t>âme et m</w:t>
      </w:r>
      <w:r>
        <w:t>’</w:t>
      </w:r>
      <w:r w:rsidR="005A3479">
        <w:t>a rendu capable d</w:t>
      </w:r>
      <w:r>
        <w:t>’</w:t>
      </w:r>
      <w:r w:rsidR="005A3479">
        <w:t>accomplir ce que je n</w:t>
      </w:r>
      <w:r>
        <w:t>’</w:t>
      </w:r>
      <w:r w:rsidR="005A3479">
        <w:t>aurais jamais rêvé pouvoir faire</w:t>
      </w:r>
      <w:r>
        <w:t xml:space="preserve">, </w:t>
      </w:r>
      <w:r w:rsidR="005A3479">
        <w:t>moi ni aucun homme</w:t>
      </w:r>
      <w:r>
        <w:t xml:space="preserve">, </w:t>
      </w:r>
      <w:r w:rsidR="005A3479">
        <w:t>un an ou deux auparavant</w:t>
      </w:r>
      <w:r>
        <w:t xml:space="preserve">. </w:t>
      </w:r>
      <w:r w:rsidR="005A3479">
        <w:t>C</w:t>
      </w:r>
      <w:r>
        <w:t>’</w:t>
      </w:r>
      <w:r w:rsidR="005A3479">
        <w:t>est très bien de prêcher sur la maîtrise de soi et la vilenie de contraindre une femme</w:t>
      </w:r>
      <w:r>
        <w:t xml:space="preserve">. </w:t>
      </w:r>
      <w:r w:rsidR="005A3479">
        <w:t>Mais je voudrais justement que ces quelques vertueux qui m</w:t>
      </w:r>
      <w:r>
        <w:t>’</w:t>
      </w:r>
      <w:r w:rsidR="005A3479">
        <w:t>ont condamné autrefois</w:t>
      </w:r>
      <w:r>
        <w:t xml:space="preserve">, </w:t>
      </w:r>
      <w:r w:rsidR="005A3479">
        <w:t>à propos d</w:t>
      </w:r>
      <w:r>
        <w:t>’</w:t>
      </w:r>
      <w:proofErr w:type="spellStart"/>
      <w:r w:rsidR="005A3479">
        <w:t>Arabella</w:t>
      </w:r>
      <w:proofErr w:type="spellEnd"/>
      <w:r w:rsidR="005A3479">
        <w:t xml:space="preserve"> et d</w:t>
      </w:r>
      <w:r>
        <w:t>’</w:t>
      </w:r>
      <w:r w:rsidR="005A3479">
        <w:t>autres choses</w:t>
      </w:r>
      <w:r>
        <w:t xml:space="preserve">, </w:t>
      </w:r>
      <w:r w:rsidR="005A3479">
        <w:t>se fussent trouvés dans ma situation de Tantale auprès de vous pendant ces dernières semaines</w:t>
      </w:r>
      <w:r>
        <w:t xml:space="preserve"> – </w:t>
      </w:r>
      <w:r w:rsidR="005A3479">
        <w:t>ils eussent pensé</w:t>
      </w:r>
      <w:r>
        <w:t xml:space="preserve">, </w:t>
      </w:r>
      <w:r w:rsidR="005A3479">
        <w:t>je crois</w:t>
      </w:r>
      <w:r>
        <w:t xml:space="preserve">, </w:t>
      </w:r>
      <w:r w:rsidR="005A3479">
        <w:t>que je m</w:t>
      </w:r>
      <w:r>
        <w:t>’</w:t>
      </w:r>
      <w:r w:rsidR="005A3479">
        <w:t>étais imposé une certaine contrainte en cédant toujours à vos désirs</w:t>
      </w:r>
      <w:r>
        <w:t xml:space="preserve"> – </w:t>
      </w:r>
      <w:r w:rsidR="005A3479">
        <w:t>moi qui vis ici avec vous</w:t>
      </w:r>
      <w:r>
        <w:t xml:space="preserve">, </w:t>
      </w:r>
      <w:r w:rsidR="005A3479">
        <w:t>dans la même maison et sans une âme entre nous</w:t>
      </w:r>
      <w:r>
        <w:t>.</w:t>
      </w:r>
    </w:p>
    <w:p w14:paraId="07F33591" w14:textId="77777777" w:rsidR="006F1ADB" w:rsidRDefault="006F1ADB" w:rsidP="005A3479">
      <w:r>
        <w:lastRenderedPageBreak/>
        <w:t>— </w:t>
      </w:r>
      <w:r w:rsidR="005A3479">
        <w:t>Oui</w:t>
      </w:r>
      <w:r>
        <w:t xml:space="preserve">, </w:t>
      </w:r>
      <w:r w:rsidR="005A3479">
        <w:t>vous avez été bon pour moi</w:t>
      </w:r>
      <w:r>
        <w:t xml:space="preserve">, </w:t>
      </w:r>
      <w:r w:rsidR="005A3479">
        <w:t>Jude</w:t>
      </w:r>
      <w:r>
        <w:t xml:space="preserve">. </w:t>
      </w:r>
      <w:r w:rsidR="005A3479">
        <w:t>Je reconnais que vous l</w:t>
      </w:r>
      <w:r>
        <w:t>’</w:t>
      </w:r>
      <w:r w:rsidR="005A3479">
        <w:t>avez été</w:t>
      </w:r>
      <w:r>
        <w:t xml:space="preserve">, </w:t>
      </w:r>
      <w:r w:rsidR="005A3479">
        <w:t>mon cher protecteur</w:t>
      </w:r>
      <w:r>
        <w:t>.</w:t>
      </w:r>
    </w:p>
    <w:p w14:paraId="682F71A9" w14:textId="77777777" w:rsidR="006F1ADB" w:rsidRDefault="006F1ADB" w:rsidP="005A3479">
      <w:r>
        <w:t>— </w:t>
      </w:r>
      <w:r w:rsidR="005A3479">
        <w:t>Eh bien</w:t>
      </w:r>
      <w:r>
        <w:t xml:space="preserve">, </w:t>
      </w:r>
      <w:proofErr w:type="spellStart"/>
      <w:r w:rsidR="005A3479">
        <w:t>Arabella</w:t>
      </w:r>
      <w:proofErr w:type="spellEnd"/>
      <w:r w:rsidR="005A3479">
        <w:t xml:space="preserve"> m</w:t>
      </w:r>
      <w:r>
        <w:t>’</w:t>
      </w:r>
      <w:r w:rsidR="005A3479">
        <w:t>appelle</w:t>
      </w:r>
      <w:r>
        <w:t xml:space="preserve">. </w:t>
      </w:r>
      <w:r w:rsidR="005A3479">
        <w:t>Je dois sortir et lui parler</w:t>
      </w:r>
      <w:r>
        <w:t xml:space="preserve">, </w:t>
      </w:r>
      <w:r w:rsidR="005A3479">
        <w:t>Sue</w:t>
      </w:r>
      <w:r>
        <w:t xml:space="preserve">, </w:t>
      </w:r>
      <w:r w:rsidR="005A3479">
        <w:t>au moins</w:t>
      </w:r>
      <w:r>
        <w:t>.</w:t>
      </w:r>
    </w:p>
    <w:p w14:paraId="46EFAEB7" w14:textId="77777777" w:rsidR="006F1ADB" w:rsidRDefault="006F1ADB" w:rsidP="005A3479">
      <w:r>
        <w:t>— </w:t>
      </w:r>
      <w:r w:rsidR="005A3479">
        <w:t>Je ne puis rien dire de plus</w:t>
      </w:r>
      <w:r>
        <w:t xml:space="preserve">. </w:t>
      </w:r>
      <w:r w:rsidR="005A3479">
        <w:t>Oh</w:t>
      </w:r>
      <w:r>
        <w:t xml:space="preserve"> ! </w:t>
      </w:r>
      <w:r w:rsidR="005A3479">
        <w:t>si</w:t>
      </w:r>
      <w:r>
        <w:t xml:space="preserve">, </w:t>
      </w:r>
      <w:r w:rsidR="005A3479">
        <w:t>vous le devez</w:t>
      </w:r>
      <w:r>
        <w:t xml:space="preserve">, </w:t>
      </w:r>
      <w:r w:rsidR="005A3479">
        <w:t>vous le devez</w:t>
      </w:r>
      <w:r>
        <w:t xml:space="preserve">, </w:t>
      </w:r>
      <w:r w:rsidR="005A3479">
        <w:t>dit-elle</w:t>
      </w:r>
      <w:r>
        <w:t xml:space="preserve">, </w:t>
      </w:r>
      <w:r w:rsidR="005A3479">
        <w:t>éclatant en sanglots tels qu</w:t>
      </w:r>
      <w:r>
        <w:t>’</w:t>
      </w:r>
      <w:r w:rsidR="005A3479">
        <w:t>elle semblait pleurer des larmes du cœur</w:t>
      </w:r>
      <w:r>
        <w:t xml:space="preserve">. </w:t>
      </w:r>
      <w:r w:rsidR="005A3479">
        <w:t>Je n</w:t>
      </w:r>
      <w:r>
        <w:t>’</w:t>
      </w:r>
      <w:r w:rsidR="005A3479">
        <w:t>ai personne que vous</w:t>
      </w:r>
      <w:r>
        <w:t xml:space="preserve">, </w:t>
      </w:r>
      <w:r w:rsidR="005A3479">
        <w:t>Jude</w:t>
      </w:r>
      <w:r>
        <w:t xml:space="preserve">, </w:t>
      </w:r>
      <w:r w:rsidR="005A3479">
        <w:t>et vous m</w:t>
      </w:r>
      <w:r>
        <w:t>’</w:t>
      </w:r>
      <w:r w:rsidR="005A3479">
        <w:t>abandonnez</w:t>
      </w:r>
      <w:r>
        <w:t xml:space="preserve">. </w:t>
      </w:r>
      <w:r w:rsidR="005A3479">
        <w:t>Je ne savais pas que vous étiez ainsi</w:t>
      </w:r>
      <w:r>
        <w:t xml:space="preserve">… </w:t>
      </w:r>
      <w:r w:rsidR="005A3479">
        <w:t>Je ne puis supporter cela</w:t>
      </w:r>
      <w:r>
        <w:t xml:space="preserve">. </w:t>
      </w:r>
      <w:r w:rsidR="005A3479">
        <w:t>Je ne puis</w:t>
      </w:r>
      <w:r>
        <w:t xml:space="preserve">… </w:t>
      </w:r>
      <w:r w:rsidR="005A3479">
        <w:t>Si elle était à vous</w:t>
      </w:r>
      <w:r>
        <w:t xml:space="preserve">, </w:t>
      </w:r>
      <w:r w:rsidR="005A3479">
        <w:t>ce serait bien di</w:t>
      </w:r>
      <w:r w:rsidR="005A3479">
        <w:t>f</w:t>
      </w:r>
      <w:r w:rsidR="005A3479">
        <w:t>férent</w:t>
      </w:r>
      <w:r>
        <w:t>.</w:t>
      </w:r>
    </w:p>
    <w:p w14:paraId="6D258C0B" w14:textId="77777777" w:rsidR="006F1ADB" w:rsidRDefault="006F1ADB" w:rsidP="005A3479">
      <w:r>
        <w:t>— </w:t>
      </w:r>
      <w:r w:rsidR="005A3479">
        <w:t>Ou si</w:t>
      </w:r>
      <w:r>
        <w:t xml:space="preserve">, </w:t>
      </w:r>
      <w:r w:rsidR="005A3479">
        <w:t>vous</w:t>
      </w:r>
      <w:r>
        <w:t xml:space="preserve">, </w:t>
      </w:r>
      <w:r w:rsidR="005A3479">
        <w:t>vous étiez à moi</w:t>
      </w:r>
      <w:r>
        <w:t>.</w:t>
      </w:r>
    </w:p>
    <w:p w14:paraId="7663E400" w14:textId="77777777" w:rsidR="006F1ADB" w:rsidRDefault="006F1ADB" w:rsidP="005A3479">
      <w:r>
        <w:t>— </w:t>
      </w:r>
      <w:r w:rsidR="005A3479">
        <w:t>Eh bien donc</w:t>
      </w:r>
      <w:r>
        <w:t xml:space="preserve">… </w:t>
      </w:r>
      <w:r w:rsidR="005A3479">
        <w:t>si je le dois</w:t>
      </w:r>
      <w:r>
        <w:t xml:space="preserve">, </w:t>
      </w:r>
      <w:r w:rsidR="005A3479">
        <w:t>je le dois</w:t>
      </w:r>
      <w:r>
        <w:t xml:space="preserve">… </w:t>
      </w:r>
      <w:r w:rsidR="005A3479">
        <w:t>Puisque vous voyez les choses de cette façon</w:t>
      </w:r>
      <w:r>
        <w:t xml:space="preserve">, </w:t>
      </w:r>
      <w:r w:rsidR="005A3479">
        <w:t>je consens</w:t>
      </w:r>
      <w:r>
        <w:t xml:space="preserve">. </w:t>
      </w:r>
      <w:r w:rsidR="005A3479">
        <w:t>Je serai à vous</w:t>
      </w:r>
      <w:r>
        <w:t xml:space="preserve">. </w:t>
      </w:r>
      <w:r w:rsidR="005A3479">
        <w:t>Se</w:t>
      </w:r>
      <w:r w:rsidR="005A3479">
        <w:t>u</w:t>
      </w:r>
      <w:r w:rsidR="005A3479">
        <w:t>lement</w:t>
      </w:r>
      <w:r>
        <w:t xml:space="preserve">, </w:t>
      </w:r>
      <w:r w:rsidR="005A3479">
        <w:t>je n</w:t>
      </w:r>
      <w:r>
        <w:t>’</w:t>
      </w:r>
      <w:r w:rsidR="005A3479">
        <w:t>en avais pas l</w:t>
      </w:r>
      <w:r>
        <w:t>’</w:t>
      </w:r>
      <w:r w:rsidR="005A3479">
        <w:t>intention</w:t>
      </w:r>
      <w:r>
        <w:t xml:space="preserve">. </w:t>
      </w:r>
      <w:r w:rsidR="005A3479">
        <w:t>Et je n</w:t>
      </w:r>
      <w:r>
        <w:t>’</w:t>
      </w:r>
      <w:r w:rsidR="005A3479">
        <w:t>ai pas besoin de me marier de nouveau</w:t>
      </w:r>
      <w:r>
        <w:t xml:space="preserve">… </w:t>
      </w:r>
      <w:r w:rsidR="005A3479">
        <w:t>Mais oui</w:t>
      </w:r>
      <w:r>
        <w:t xml:space="preserve">, </w:t>
      </w:r>
      <w:r w:rsidR="005A3479">
        <w:t>je consens</w:t>
      </w:r>
      <w:r>
        <w:t xml:space="preserve">, </w:t>
      </w:r>
      <w:r w:rsidR="005A3479">
        <w:t>je consens</w:t>
      </w:r>
      <w:r>
        <w:t xml:space="preserve">. </w:t>
      </w:r>
      <w:r w:rsidR="005A3479">
        <w:t>J</w:t>
      </w:r>
      <w:r>
        <w:t>’</w:t>
      </w:r>
      <w:r w:rsidR="005A3479">
        <w:t>aurais dû savoir que vous finiriez par me conquérir</w:t>
      </w:r>
      <w:r>
        <w:t xml:space="preserve">, </w:t>
      </w:r>
      <w:r w:rsidR="005A3479">
        <w:t>à force de temps</w:t>
      </w:r>
      <w:r>
        <w:t xml:space="preserve">, </w:t>
      </w:r>
      <w:r w:rsidR="005A3479">
        <w:t>vivant ainsi avec moi</w:t>
      </w:r>
      <w:r>
        <w:t>.</w:t>
      </w:r>
    </w:p>
    <w:p w14:paraId="2D5BB788" w14:textId="77777777" w:rsidR="006F1ADB" w:rsidRDefault="005A3479" w:rsidP="005A3479">
      <w:r>
        <w:t>Elle courut à travers la chambre et jeta ses bras autour du cou de Jude</w:t>
      </w:r>
      <w:r w:rsidR="006F1ADB">
        <w:t> :</w:t>
      </w:r>
    </w:p>
    <w:p w14:paraId="3F75F2AA" w14:textId="77777777" w:rsidR="006F1ADB" w:rsidRDefault="006F1ADB" w:rsidP="005A3479">
      <w:r>
        <w:t>— </w:t>
      </w:r>
      <w:r w:rsidR="005A3479">
        <w:t>Je ne suis pas une créature froide et sans sexe</w:t>
      </w:r>
      <w:r>
        <w:t xml:space="preserve"> ; </w:t>
      </w:r>
      <w:r w:rsidR="005A3479">
        <w:t>le suis-je pour vous tenir à une telle distance</w:t>
      </w:r>
      <w:r>
        <w:t xml:space="preserve"> ? </w:t>
      </w:r>
      <w:r w:rsidR="005A3479">
        <w:t>Je suis sûre que vous ne pensez pas cela</w:t>
      </w:r>
      <w:r>
        <w:t xml:space="preserve">. </w:t>
      </w:r>
      <w:r w:rsidR="005A3479">
        <w:t>Attendez et voyez</w:t>
      </w:r>
      <w:r>
        <w:t xml:space="preserve">. </w:t>
      </w:r>
      <w:r w:rsidR="005A3479">
        <w:t>Je vous appartiens</w:t>
      </w:r>
      <w:r>
        <w:t xml:space="preserve">, </w:t>
      </w:r>
      <w:r w:rsidR="005A3479">
        <w:t>n</w:t>
      </w:r>
      <w:r>
        <w:t>’</w:t>
      </w:r>
      <w:r w:rsidR="005A3479">
        <w:t>est-ce pas</w:t>
      </w:r>
      <w:r>
        <w:t xml:space="preserve"> ? </w:t>
      </w:r>
      <w:r w:rsidR="005A3479">
        <w:t>Je me rends</w:t>
      </w:r>
      <w:r>
        <w:t>.</w:t>
      </w:r>
    </w:p>
    <w:p w14:paraId="1DCF2672" w14:textId="77777777" w:rsidR="006F1ADB" w:rsidRDefault="006F1ADB" w:rsidP="005A3479">
      <w:r>
        <w:t>— </w:t>
      </w:r>
      <w:r w:rsidR="005A3479">
        <w:t>Et je disposerai tout pour notre mariage</w:t>
      </w:r>
      <w:r>
        <w:t xml:space="preserve">, </w:t>
      </w:r>
      <w:r w:rsidR="005A3479">
        <w:t>demain</w:t>
      </w:r>
      <w:r>
        <w:t xml:space="preserve">, </w:t>
      </w:r>
      <w:r w:rsidR="005A3479">
        <w:t>ou au</w:t>
      </w:r>
      <w:r w:rsidR="005A3479">
        <w:t>s</w:t>
      </w:r>
      <w:r w:rsidR="005A3479">
        <w:t>sitôt que vous le désirerez</w:t>
      </w:r>
      <w:r>
        <w:t> ?</w:t>
      </w:r>
    </w:p>
    <w:p w14:paraId="142C5A6E" w14:textId="77777777" w:rsidR="006F1ADB" w:rsidRDefault="006F1ADB" w:rsidP="005A3479">
      <w:r>
        <w:t>— </w:t>
      </w:r>
      <w:r w:rsidR="005A3479">
        <w:t>Oui</w:t>
      </w:r>
      <w:r>
        <w:t xml:space="preserve">, </w:t>
      </w:r>
      <w:r w:rsidR="005A3479">
        <w:t>Jude</w:t>
      </w:r>
      <w:r>
        <w:t>.</w:t>
      </w:r>
    </w:p>
    <w:p w14:paraId="06F60058" w14:textId="77777777" w:rsidR="006F1ADB" w:rsidRDefault="006F1ADB" w:rsidP="005A3479">
      <w:r>
        <w:t>— </w:t>
      </w:r>
      <w:r w:rsidR="005A3479">
        <w:t>Alors</w:t>
      </w:r>
      <w:r>
        <w:t xml:space="preserve">, </w:t>
      </w:r>
      <w:r w:rsidR="005A3479">
        <w:t xml:space="preserve">je laisse partir </w:t>
      </w:r>
      <w:proofErr w:type="spellStart"/>
      <w:r w:rsidR="005A3479">
        <w:t>Arabella</w:t>
      </w:r>
      <w:proofErr w:type="spellEnd"/>
      <w:r>
        <w:t xml:space="preserve">, </w:t>
      </w:r>
      <w:r w:rsidR="005A3479">
        <w:t>dit-il</w:t>
      </w:r>
      <w:r>
        <w:t xml:space="preserve">, </w:t>
      </w:r>
      <w:r w:rsidR="005A3479">
        <w:t>en embrassant Sue avec douceur</w:t>
      </w:r>
      <w:r>
        <w:t xml:space="preserve">. </w:t>
      </w:r>
      <w:r w:rsidR="005A3479">
        <w:t xml:space="preserve">Je sens que je me conduirais mal envers </w:t>
      </w:r>
      <w:r w:rsidR="005A3479">
        <w:lastRenderedPageBreak/>
        <w:t>vous</w:t>
      </w:r>
      <w:r>
        <w:t xml:space="preserve">, </w:t>
      </w:r>
      <w:r w:rsidR="005A3479">
        <w:t>en la voyant</w:t>
      </w:r>
      <w:r>
        <w:t xml:space="preserve">, </w:t>
      </w:r>
      <w:r w:rsidR="005A3479">
        <w:t>et peut-être aussi envers elle</w:t>
      </w:r>
      <w:r>
        <w:t xml:space="preserve">. </w:t>
      </w:r>
      <w:r w:rsidR="005A3479">
        <w:t>Elle n</w:t>
      </w:r>
      <w:r>
        <w:t>’</w:t>
      </w:r>
      <w:r w:rsidR="005A3479">
        <w:t>est pas comme vous</w:t>
      </w:r>
      <w:r>
        <w:t xml:space="preserve">, </w:t>
      </w:r>
      <w:r w:rsidR="005A3479">
        <w:t>ma chérie</w:t>
      </w:r>
      <w:r>
        <w:t xml:space="preserve">, </w:t>
      </w:r>
      <w:r w:rsidR="005A3479">
        <w:t>et n</w:t>
      </w:r>
      <w:r>
        <w:t>’</w:t>
      </w:r>
      <w:r w:rsidR="005A3479">
        <w:t>a jamais été ainsi</w:t>
      </w:r>
      <w:r>
        <w:t xml:space="preserve"> ; </w:t>
      </w:r>
      <w:r w:rsidR="005A3479">
        <w:t>la simple justice co</w:t>
      </w:r>
      <w:r w:rsidR="005A3479">
        <w:t>m</w:t>
      </w:r>
      <w:r w:rsidR="005A3479">
        <w:t>mande de l</w:t>
      </w:r>
      <w:r>
        <w:t>’</w:t>
      </w:r>
      <w:r w:rsidR="005A3479">
        <w:t>avouer</w:t>
      </w:r>
      <w:r>
        <w:t xml:space="preserve">. </w:t>
      </w:r>
      <w:r w:rsidR="005A3479">
        <w:t>Ne pleurez plus</w:t>
      </w:r>
      <w:r>
        <w:t xml:space="preserve">. </w:t>
      </w:r>
      <w:r w:rsidR="005A3479">
        <w:t>Là</w:t>
      </w:r>
      <w:r>
        <w:t xml:space="preserve">… </w:t>
      </w:r>
      <w:r w:rsidR="005A3479">
        <w:t>et là</w:t>
      </w:r>
      <w:r>
        <w:t xml:space="preserve">… </w:t>
      </w:r>
      <w:r w:rsidR="005A3479">
        <w:t>et là</w:t>
      </w:r>
      <w:r>
        <w:t>…</w:t>
      </w:r>
    </w:p>
    <w:p w14:paraId="5F99E6E1" w14:textId="77777777" w:rsidR="006F1ADB" w:rsidRDefault="005A3479" w:rsidP="005A3479">
      <w:r>
        <w:t>Il l</w:t>
      </w:r>
      <w:r w:rsidR="006F1ADB">
        <w:t>’</w:t>
      </w:r>
      <w:r>
        <w:t>embrassa sur une joue</w:t>
      </w:r>
      <w:r w:rsidR="006F1ADB">
        <w:t xml:space="preserve">, </w:t>
      </w:r>
      <w:r>
        <w:t>puis sur l</w:t>
      </w:r>
      <w:r w:rsidR="006F1ADB">
        <w:t>’</w:t>
      </w:r>
      <w:r>
        <w:t>autre</w:t>
      </w:r>
      <w:r w:rsidR="006F1ADB">
        <w:t xml:space="preserve">, </w:t>
      </w:r>
      <w:r>
        <w:t>puis au milieu</w:t>
      </w:r>
      <w:r w:rsidR="006F1ADB">
        <w:t xml:space="preserve">, </w:t>
      </w:r>
      <w:r>
        <w:t>et remit les verrous à la porte</w:t>
      </w:r>
      <w:r w:rsidR="006F1ADB">
        <w:t>.</w:t>
      </w:r>
    </w:p>
    <w:p w14:paraId="06F76347" w14:textId="2677DE5A" w:rsidR="005A3479" w:rsidRDefault="005A3479" w:rsidP="006F1ADB">
      <w:pPr>
        <w:pStyle w:val="Titre2"/>
      </w:pPr>
      <w:bookmarkStart w:id="75" w:name="__RefHeading__77_1957917597"/>
      <w:bookmarkStart w:id="76" w:name="_Toc202369653"/>
      <w:bookmarkEnd w:id="75"/>
      <w:r>
        <w:lastRenderedPageBreak/>
        <w:t>III</w:t>
      </w:r>
      <w:bookmarkEnd w:id="76"/>
    </w:p>
    <w:p w14:paraId="2EE66F0A" w14:textId="77777777" w:rsidR="006F1ADB" w:rsidRDefault="005A3479" w:rsidP="005A3479">
      <w:r>
        <w:t>Après quinze jours ou trois semaines</w:t>
      </w:r>
      <w:r w:rsidR="006F1ADB">
        <w:t xml:space="preserve">, </w:t>
      </w:r>
      <w:r>
        <w:t>les choses n</w:t>
      </w:r>
      <w:r w:rsidR="006F1ADB">
        <w:t>’</w:t>
      </w:r>
      <w:r>
        <w:t>étaient pas plus avancées et aucune publication de bans n</w:t>
      </w:r>
      <w:r w:rsidR="006F1ADB">
        <w:t>’</w:t>
      </w:r>
      <w:r>
        <w:t>avait frappé les oreilles de la population d</w:t>
      </w:r>
      <w:r w:rsidR="006F1ADB">
        <w:t>’</w:t>
      </w:r>
      <w:proofErr w:type="spellStart"/>
      <w:r>
        <w:t>Aldbrickam</w:t>
      </w:r>
      <w:proofErr w:type="spellEnd"/>
      <w:r w:rsidR="006F1ADB">
        <w:t>.</w:t>
      </w:r>
    </w:p>
    <w:p w14:paraId="53B377E8" w14:textId="77777777" w:rsidR="006F1ADB" w:rsidRDefault="005A3479" w:rsidP="005A3479">
      <w:r>
        <w:t>Tandis que Jude et Sue atermoyaient ainsi</w:t>
      </w:r>
      <w:r w:rsidR="006F1ADB">
        <w:t xml:space="preserve">, </w:t>
      </w:r>
      <w:r>
        <w:t>un matin</w:t>
      </w:r>
      <w:r w:rsidR="006F1ADB">
        <w:t xml:space="preserve">, </w:t>
      </w:r>
      <w:r>
        <w:t>avant le déjeuner</w:t>
      </w:r>
      <w:r w:rsidR="006F1ADB">
        <w:t xml:space="preserve">, </w:t>
      </w:r>
      <w:r>
        <w:t>arrivèrent un journal et une lettre d</w:t>
      </w:r>
      <w:r w:rsidR="006F1ADB">
        <w:t>’</w:t>
      </w:r>
      <w:proofErr w:type="spellStart"/>
      <w:r>
        <w:t>Arabella</w:t>
      </w:r>
      <w:proofErr w:type="spellEnd"/>
      <w:r w:rsidR="006F1ADB">
        <w:t xml:space="preserve">. </w:t>
      </w:r>
      <w:r>
        <w:t>Le journal était un de ceux qui circulent seulement dans le sud de Londres</w:t>
      </w:r>
      <w:r w:rsidR="006F1ADB">
        <w:t xml:space="preserve">, </w:t>
      </w:r>
      <w:r>
        <w:t>et la note marquée était l</w:t>
      </w:r>
      <w:r w:rsidR="006F1ADB">
        <w:t>’</w:t>
      </w:r>
      <w:r>
        <w:t>annonce d</w:t>
      </w:r>
      <w:r w:rsidR="006F1ADB">
        <w:t>’</w:t>
      </w:r>
      <w:r>
        <w:t>un mariage à l</w:t>
      </w:r>
      <w:r w:rsidR="006F1ADB">
        <w:t>’</w:t>
      </w:r>
      <w:r>
        <w:t>église de Saint-John</w:t>
      </w:r>
      <w:r w:rsidR="006F1ADB">
        <w:t xml:space="preserve">, </w:t>
      </w:r>
      <w:r>
        <w:t>Waterloo Road</w:t>
      </w:r>
      <w:r w:rsidR="006F1ADB">
        <w:t xml:space="preserve">, </w:t>
      </w:r>
      <w:r>
        <w:t xml:space="preserve">entre les nommés </w:t>
      </w:r>
      <w:r w:rsidR="006F1ADB">
        <w:t>« </w:t>
      </w:r>
      <w:proofErr w:type="spellStart"/>
      <w:r>
        <w:t>Ca</w:t>
      </w:r>
      <w:r>
        <w:t>r</w:t>
      </w:r>
      <w:r>
        <w:t>tlett-Donn</w:t>
      </w:r>
      <w:proofErr w:type="spellEnd"/>
      <w:r w:rsidR="006F1ADB">
        <w:t xml:space="preserve"> », </w:t>
      </w:r>
      <w:r>
        <w:t xml:space="preserve">le couple uni étant </w:t>
      </w:r>
      <w:proofErr w:type="spellStart"/>
      <w:r>
        <w:t>Arabella</w:t>
      </w:r>
      <w:proofErr w:type="spellEnd"/>
      <w:r>
        <w:t xml:space="preserve"> et le cabaretier</w:t>
      </w:r>
      <w:r w:rsidR="006F1ADB">
        <w:t>.</w:t>
      </w:r>
    </w:p>
    <w:p w14:paraId="0BCC14FD" w14:textId="77777777" w:rsidR="006F1ADB" w:rsidRDefault="005A3479" w:rsidP="005A3479">
      <w:r>
        <w:t>Mais l</w:t>
      </w:r>
      <w:r w:rsidR="006F1ADB">
        <w:t>’</w:t>
      </w:r>
      <w:r>
        <w:t>attention de Jude était absorbée par la lettre qu</w:t>
      </w:r>
      <w:r w:rsidR="006F1ADB">
        <w:t>’</w:t>
      </w:r>
      <w:r>
        <w:t>il l</w:t>
      </w:r>
      <w:r>
        <w:t>i</w:t>
      </w:r>
      <w:r>
        <w:t>sait</w:t>
      </w:r>
      <w:r w:rsidR="006F1ADB">
        <w:t xml:space="preserve">. </w:t>
      </w:r>
      <w:r>
        <w:t>Il dit d</w:t>
      </w:r>
      <w:r w:rsidR="006F1ADB">
        <w:t>’</w:t>
      </w:r>
      <w:r>
        <w:t>une voix troublée</w:t>
      </w:r>
      <w:r w:rsidR="006F1ADB">
        <w:t> :</w:t>
      </w:r>
    </w:p>
    <w:p w14:paraId="5CB7C303" w14:textId="77777777" w:rsidR="006F1ADB" w:rsidRDefault="006F1ADB" w:rsidP="005A3479">
      <w:r>
        <w:t>— </w:t>
      </w:r>
      <w:r w:rsidR="005A3479">
        <w:t>Écoutez cette lettre</w:t>
      </w:r>
      <w:r>
        <w:t xml:space="preserve">. </w:t>
      </w:r>
      <w:r w:rsidR="005A3479">
        <w:t>Que dois-je dire ou faire</w:t>
      </w:r>
      <w:r>
        <w:t> ?</w:t>
      </w:r>
    </w:p>
    <w:p w14:paraId="5CE26F40" w14:textId="77777777" w:rsidR="006F1ADB" w:rsidRDefault="005A3479" w:rsidP="005A3479">
      <w:pPr>
        <w:pStyle w:val="Taille-1Normal"/>
        <w:jc w:val="right"/>
      </w:pPr>
      <w:r>
        <w:t>Les Trois Cornes</w:t>
      </w:r>
      <w:r w:rsidR="006F1ADB">
        <w:t xml:space="preserve">, </w:t>
      </w:r>
      <w:r>
        <w:t>Lambeth</w:t>
      </w:r>
      <w:r w:rsidR="006F1ADB">
        <w:t>.</w:t>
      </w:r>
    </w:p>
    <w:p w14:paraId="36204555" w14:textId="3C8274BB" w:rsidR="006F1ADB" w:rsidRDefault="006F1ADB" w:rsidP="005A3479">
      <w:r>
        <w:t>« </w:t>
      </w:r>
      <w:r w:rsidR="005A3479">
        <w:t>Cher Jude</w:t>
      </w:r>
      <w:r>
        <w:t xml:space="preserve">, – </w:t>
      </w:r>
      <w:r w:rsidR="005A3479">
        <w:t>je n</w:t>
      </w:r>
      <w:r>
        <w:t>’</w:t>
      </w:r>
      <w:r w:rsidR="005A3479">
        <w:t>ai pas l</w:t>
      </w:r>
      <w:r>
        <w:t>’</w:t>
      </w:r>
      <w:r w:rsidR="005A3479">
        <w:t>habitude d</w:t>
      </w:r>
      <w:r>
        <w:t>’</w:t>
      </w:r>
      <w:r w:rsidR="005A3479">
        <w:t>être assez cérém</w:t>
      </w:r>
      <w:r w:rsidR="005A3479">
        <w:t>o</w:t>
      </w:r>
      <w:r w:rsidR="005A3479">
        <w:t xml:space="preserve">nieuse pour vous appeler </w:t>
      </w:r>
      <w:r>
        <w:t>M. </w:t>
      </w:r>
      <w:r w:rsidR="005A3479">
        <w:t>Fawley</w:t>
      </w:r>
      <w:r>
        <w:t xml:space="preserve">, – </w:t>
      </w:r>
      <w:r w:rsidR="005A3479">
        <w:t>je vous envoie un jou</w:t>
      </w:r>
      <w:r w:rsidR="005A3479">
        <w:t>r</w:t>
      </w:r>
      <w:r w:rsidR="005A3479">
        <w:t>nal</w:t>
      </w:r>
      <w:r>
        <w:t xml:space="preserve">, </w:t>
      </w:r>
      <w:r w:rsidR="005A3479">
        <w:t>document utile pour vous apprendre que je me suis rem</w:t>
      </w:r>
      <w:r w:rsidR="005A3479">
        <w:t>a</w:t>
      </w:r>
      <w:r w:rsidR="005A3479">
        <w:t>riée</w:t>
      </w:r>
      <w:r>
        <w:t xml:space="preserve">, </w:t>
      </w:r>
      <w:r w:rsidR="005A3479">
        <w:t>mardi dernier</w:t>
      </w:r>
      <w:r>
        <w:t xml:space="preserve">, </w:t>
      </w:r>
      <w:r w:rsidR="005A3479">
        <w:t xml:space="preserve">avec </w:t>
      </w:r>
      <w:proofErr w:type="spellStart"/>
      <w:r w:rsidR="005A3479">
        <w:t>Cartlett</w:t>
      </w:r>
      <w:proofErr w:type="spellEnd"/>
      <w:r>
        <w:t xml:space="preserve">. </w:t>
      </w:r>
      <w:r w:rsidR="005A3479">
        <w:t>Ainsi cette histoire s</w:t>
      </w:r>
      <w:r>
        <w:t>’</w:t>
      </w:r>
      <w:r w:rsidR="005A3479">
        <w:t>est te</w:t>
      </w:r>
      <w:r w:rsidR="005A3479">
        <w:t>r</w:t>
      </w:r>
      <w:r w:rsidR="005A3479">
        <w:t>minée convenablement et correctement</w:t>
      </w:r>
      <w:r>
        <w:t xml:space="preserve">. </w:t>
      </w:r>
      <w:r w:rsidR="005A3479">
        <w:t>Mais je vous écris su</w:t>
      </w:r>
      <w:r w:rsidR="005A3479">
        <w:t>r</w:t>
      </w:r>
      <w:r w:rsidR="005A3479">
        <w:t>tout au sujet de l</w:t>
      </w:r>
      <w:r>
        <w:t>’</w:t>
      </w:r>
      <w:r w:rsidR="005A3479">
        <w:t xml:space="preserve">affaire privée dont je désirais vous parler quand je revins à </w:t>
      </w:r>
      <w:proofErr w:type="spellStart"/>
      <w:r w:rsidR="005A3479">
        <w:t>Aldbrickam</w:t>
      </w:r>
      <w:proofErr w:type="spellEnd"/>
      <w:r>
        <w:t>.</w:t>
      </w:r>
    </w:p>
    <w:p w14:paraId="67F0DA2B" w14:textId="75D2E175" w:rsidR="005A3479" w:rsidRDefault="006F1ADB" w:rsidP="005A3479">
      <w:r>
        <w:t>« </w:t>
      </w:r>
      <w:r w:rsidR="005A3479">
        <w:t>Le fait est</w:t>
      </w:r>
      <w:r>
        <w:t xml:space="preserve">, </w:t>
      </w:r>
      <w:r w:rsidR="005A3479">
        <w:t>Jude</w:t>
      </w:r>
      <w:r>
        <w:t xml:space="preserve">, </w:t>
      </w:r>
      <w:r w:rsidR="005A3479">
        <w:t>bien que je ne vous en aie jamais info</w:t>
      </w:r>
      <w:r w:rsidR="005A3479">
        <w:t>r</w:t>
      </w:r>
      <w:r w:rsidR="005A3479">
        <w:t>mé plus tôt</w:t>
      </w:r>
      <w:r>
        <w:t xml:space="preserve">, – </w:t>
      </w:r>
      <w:r w:rsidR="005A3479">
        <w:t>le fait est qu</w:t>
      </w:r>
      <w:r>
        <w:t>’</w:t>
      </w:r>
      <w:r w:rsidR="005A3479">
        <w:t>il existe un garçon</w:t>
      </w:r>
      <w:r>
        <w:t xml:space="preserve">, </w:t>
      </w:r>
      <w:r w:rsidR="005A3479">
        <w:t>né de notre m</w:t>
      </w:r>
      <w:r w:rsidR="005A3479">
        <w:t>a</w:t>
      </w:r>
      <w:r w:rsidR="005A3479">
        <w:t>riage</w:t>
      </w:r>
      <w:r>
        <w:t xml:space="preserve">, </w:t>
      </w:r>
      <w:r w:rsidR="005A3479">
        <w:t>huit mois après mon départ</w:t>
      </w:r>
      <w:r>
        <w:t xml:space="preserve">, </w:t>
      </w:r>
      <w:r w:rsidR="005A3479">
        <w:t>quand j</w:t>
      </w:r>
      <w:r>
        <w:t>’</w:t>
      </w:r>
      <w:r w:rsidR="005A3479">
        <w:t>étais à Sidney</w:t>
      </w:r>
      <w:r>
        <w:t xml:space="preserve">, </w:t>
      </w:r>
      <w:r w:rsidR="005A3479">
        <w:t>vivant avec mon père et ma mère</w:t>
      </w:r>
      <w:r>
        <w:t xml:space="preserve">. </w:t>
      </w:r>
      <w:r w:rsidR="005A3479">
        <w:t>Tout cela peut se prouver aisément</w:t>
      </w:r>
      <w:r>
        <w:t xml:space="preserve">. </w:t>
      </w:r>
      <w:r w:rsidR="005A3479">
        <w:t>Comme je m</w:t>
      </w:r>
      <w:r>
        <w:t>’</w:t>
      </w:r>
      <w:r w:rsidR="005A3479">
        <w:t>étais séparée avant de soupçonner l</w:t>
      </w:r>
      <w:r>
        <w:t>’</w:t>
      </w:r>
      <w:r w:rsidR="005A3479">
        <w:t>événement qui se préparait</w:t>
      </w:r>
      <w:r>
        <w:t xml:space="preserve">, </w:t>
      </w:r>
      <w:r w:rsidR="005A3479">
        <w:t xml:space="preserve">et que les choses en étaient </w:t>
      </w:r>
      <w:r w:rsidR="005A3479">
        <w:lastRenderedPageBreak/>
        <w:t>restées là et que notre querelle avait été très âpre</w:t>
      </w:r>
      <w:r>
        <w:t xml:space="preserve">, </w:t>
      </w:r>
      <w:r w:rsidR="005A3479">
        <w:t>je ne jugeai pas nécessaire de vous écrire après la naissance de l</w:t>
      </w:r>
      <w:r>
        <w:t>’</w:t>
      </w:r>
      <w:r w:rsidR="005A3479">
        <w:t>enfant</w:t>
      </w:r>
      <w:r>
        <w:t xml:space="preserve">. </w:t>
      </w:r>
      <w:r w:rsidR="005A3479">
        <w:t>J</w:t>
      </w:r>
      <w:r>
        <w:t>’</w:t>
      </w:r>
      <w:r w:rsidR="005A3479">
        <w:t>espérais acquérir une bonne situation si mes parents prenaient l</w:t>
      </w:r>
      <w:r>
        <w:t>’</w:t>
      </w:r>
      <w:r w:rsidR="005A3479">
        <w:t>enfant</w:t>
      </w:r>
      <w:r>
        <w:t xml:space="preserve">, </w:t>
      </w:r>
      <w:r w:rsidR="005A3479">
        <w:t>et depuis</w:t>
      </w:r>
      <w:r>
        <w:t xml:space="preserve">, </w:t>
      </w:r>
      <w:r w:rsidR="005A3479">
        <w:t>il a toujours été avec eux</w:t>
      </w:r>
      <w:r>
        <w:t xml:space="preserve">. </w:t>
      </w:r>
      <w:r w:rsidR="005A3479">
        <w:t>C</w:t>
      </w:r>
      <w:r>
        <w:t>’</w:t>
      </w:r>
      <w:r w:rsidR="005A3479">
        <w:t>est pourquoi je n</w:t>
      </w:r>
      <w:r>
        <w:t>’</w:t>
      </w:r>
      <w:r w:rsidR="005A3479">
        <w:t xml:space="preserve">en fis pas mention quand je vous rencontrai à </w:t>
      </w:r>
      <w:proofErr w:type="spellStart"/>
      <w:r w:rsidR="005A3479">
        <w:t>Christminster</w:t>
      </w:r>
      <w:proofErr w:type="spellEnd"/>
      <w:r>
        <w:t xml:space="preserve">, </w:t>
      </w:r>
      <w:r w:rsidR="005A3479">
        <w:t>ni dans l</w:t>
      </w:r>
      <w:r>
        <w:t>’</w:t>
      </w:r>
      <w:r w:rsidR="005A3479">
        <w:t>acte légal</w:t>
      </w:r>
      <w:r>
        <w:t xml:space="preserve">. </w:t>
      </w:r>
      <w:r w:rsidR="005A3479">
        <w:t>Le petit a maintenant l</w:t>
      </w:r>
      <w:r>
        <w:t>’</w:t>
      </w:r>
      <w:r w:rsidR="005A3479">
        <w:t>âge de raison et mon père et ma mère m</w:t>
      </w:r>
      <w:r>
        <w:t>’</w:t>
      </w:r>
      <w:r w:rsidR="005A3479">
        <w:t>ont écrit dernièrement qu</w:t>
      </w:r>
      <w:r>
        <w:t>’</w:t>
      </w:r>
      <w:r w:rsidR="005A3479">
        <w:t>ils avaient assez de peine à subsister là-bas et que</w:t>
      </w:r>
      <w:r>
        <w:t xml:space="preserve">, </w:t>
      </w:r>
      <w:r w:rsidR="005A3479">
        <w:t>puisque j</w:t>
      </w:r>
      <w:r>
        <w:t>’</w:t>
      </w:r>
      <w:r w:rsidR="005A3479">
        <w:t>étais confortablement établie</w:t>
      </w:r>
      <w:r>
        <w:t xml:space="preserve">, </w:t>
      </w:r>
      <w:r w:rsidR="005A3479">
        <w:t>ils ne voyaient pas pourquoi ils s</w:t>
      </w:r>
      <w:r>
        <w:t>’</w:t>
      </w:r>
      <w:r w:rsidR="005A3479">
        <w:t>encombreraient davantage d</w:t>
      </w:r>
      <w:r>
        <w:t>’</w:t>
      </w:r>
      <w:r w:rsidR="005A3479">
        <w:t>un e</w:t>
      </w:r>
      <w:r w:rsidR="005A3479">
        <w:t>n</w:t>
      </w:r>
      <w:r w:rsidR="005A3479">
        <w:t>fant dont les parents vivaient</w:t>
      </w:r>
      <w:r>
        <w:t xml:space="preserve">. </w:t>
      </w:r>
      <w:r w:rsidR="005A3479">
        <w:t>Je l</w:t>
      </w:r>
      <w:r>
        <w:t>’</w:t>
      </w:r>
      <w:r w:rsidR="005A3479">
        <w:t>aurais bien pris ici avec moi quelque temps</w:t>
      </w:r>
      <w:r>
        <w:t xml:space="preserve">, </w:t>
      </w:r>
      <w:r w:rsidR="005A3479">
        <w:t>mais il est trop jeune pour m</w:t>
      </w:r>
      <w:r>
        <w:t>’</w:t>
      </w:r>
      <w:r w:rsidR="005A3479">
        <w:t>être utile dans le service du bar</w:t>
      </w:r>
      <w:r>
        <w:t xml:space="preserve">, </w:t>
      </w:r>
      <w:r w:rsidR="005A3479">
        <w:t>et ne pourrait m</w:t>
      </w:r>
      <w:r>
        <w:t>’</w:t>
      </w:r>
      <w:r w:rsidR="005A3479">
        <w:t>aider avant des années et des années</w:t>
      </w:r>
      <w:r>
        <w:t xml:space="preserve">, </w:t>
      </w:r>
      <w:r w:rsidR="005A3479">
        <w:t>et naturellement ce serait l</w:t>
      </w:r>
      <w:r>
        <w:t>’</w:t>
      </w:r>
      <w:r w:rsidR="005A3479">
        <w:t xml:space="preserve">avis de </w:t>
      </w:r>
      <w:proofErr w:type="spellStart"/>
      <w:r w:rsidR="005A3479">
        <w:t>Cartlett</w:t>
      </w:r>
      <w:proofErr w:type="spellEnd"/>
      <w:r>
        <w:t xml:space="preserve">. </w:t>
      </w:r>
      <w:r w:rsidR="005A3479">
        <w:t>Cependant</w:t>
      </w:r>
      <w:r>
        <w:t xml:space="preserve">, </w:t>
      </w:r>
      <w:r w:rsidR="005A3479">
        <w:t>mes parents ont confié l</w:t>
      </w:r>
      <w:r>
        <w:t>’</w:t>
      </w:r>
      <w:r w:rsidR="005A3479">
        <w:t>enfant à des amis qui revenaient dans leurs foyers</w:t>
      </w:r>
      <w:r>
        <w:t xml:space="preserve">, </w:t>
      </w:r>
      <w:r w:rsidR="005A3479">
        <w:t>et je dois vous demander de le prendre quand il a</w:t>
      </w:r>
      <w:r w:rsidR="005A3479">
        <w:t>r</w:t>
      </w:r>
      <w:r w:rsidR="005A3479">
        <w:t>rivera</w:t>
      </w:r>
      <w:r>
        <w:t xml:space="preserve">, </w:t>
      </w:r>
      <w:r w:rsidR="005A3479">
        <w:t>car je ne sais que faire de lui</w:t>
      </w:r>
      <w:r>
        <w:t xml:space="preserve">. </w:t>
      </w:r>
      <w:r w:rsidR="005A3479">
        <w:t>Il est légalement le vôtre</w:t>
      </w:r>
      <w:r>
        <w:t xml:space="preserve"> ; </w:t>
      </w:r>
      <w:r w:rsidR="005A3479">
        <w:t>j</w:t>
      </w:r>
      <w:r>
        <w:t>’</w:t>
      </w:r>
      <w:r w:rsidR="005A3479">
        <w:t>en fais le serment solennel</w:t>
      </w:r>
      <w:r>
        <w:t xml:space="preserve">. </w:t>
      </w:r>
      <w:r w:rsidR="005A3479">
        <w:t>Quoi que j</w:t>
      </w:r>
      <w:r>
        <w:t>’</w:t>
      </w:r>
      <w:r w:rsidR="005A3479">
        <w:t>aie fait avant ou après</w:t>
      </w:r>
      <w:r>
        <w:t xml:space="preserve">, </w:t>
      </w:r>
      <w:r w:rsidR="005A3479">
        <w:t>je vous suis restée fidèle depuis notre mariage jusqu</w:t>
      </w:r>
      <w:r>
        <w:t>’</w:t>
      </w:r>
      <w:r w:rsidR="005A3479">
        <w:t>à notre s</w:t>
      </w:r>
      <w:r w:rsidR="005A3479">
        <w:t>é</w:t>
      </w:r>
      <w:r w:rsidR="005A3479">
        <w:t>paration</w:t>
      </w:r>
      <w:r>
        <w:t xml:space="preserve">, </w:t>
      </w:r>
      <w:r w:rsidR="005A3479">
        <w:t>et je reste votre</w:t>
      </w:r>
    </w:p>
    <w:p w14:paraId="1DEEA15A" w14:textId="4044D174" w:rsidR="005A3479" w:rsidRDefault="006F1ADB" w:rsidP="005A3479">
      <w:pPr>
        <w:jc w:val="right"/>
      </w:pPr>
      <w:r>
        <w:t>« </w:t>
      </w:r>
      <w:proofErr w:type="spellStart"/>
      <w:r w:rsidR="005A3479">
        <w:t>Arabella</w:t>
      </w:r>
      <w:proofErr w:type="spellEnd"/>
      <w:r w:rsidR="005A3479">
        <w:t xml:space="preserve"> </w:t>
      </w:r>
      <w:proofErr w:type="spellStart"/>
      <w:r w:rsidR="005A3479">
        <w:t>C</w:t>
      </w:r>
      <w:r w:rsidR="005A3479">
        <w:rPr>
          <w:szCs w:val="32"/>
        </w:rPr>
        <w:t>ARTLETT</w:t>
      </w:r>
      <w:proofErr w:type="spellEnd"/>
      <w:r>
        <w:t>. »</w:t>
      </w:r>
    </w:p>
    <w:p w14:paraId="0C529747" w14:textId="77777777" w:rsidR="006F1ADB" w:rsidRDefault="005A3479" w:rsidP="005A3479">
      <w:r>
        <w:t>Sue semblait consternée</w:t>
      </w:r>
      <w:r w:rsidR="006F1ADB">
        <w:t>.</w:t>
      </w:r>
    </w:p>
    <w:p w14:paraId="3B4D7607" w14:textId="77777777" w:rsidR="006F1ADB" w:rsidRDefault="006F1ADB" w:rsidP="005A3479">
      <w:r>
        <w:t>— </w:t>
      </w:r>
      <w:r w:rsidR="005A3479">
        <w:t>Qu</w:t>
      </w:r>
      <w:r>
        <w:t>’</w:t>
      </w:r>
      <w:r w:rsidR="005A3479">
        <w:t>allez-vous faire</w:t>
      </w:r>
      <w:r>
        <w:t xml:space="preserve">, </w:t>
      </w:r>
      <w:r w:rsidR="005A3479">
        <w:t>cher Jude</w:t>
      </w:r>
      <w:r>
        <w:t xml:space="preserve"> ? </w:t>
      </w:r>
      <w:r w:rsidR="005A3479">
        <w:t>demanda-t-elle faibl</w:t>
      </w:r>
      <w:r w:rsidR="005A3479">
        <w:t>e</w:t>
      </w:r>
      <w:r w:rsidR="005A3479">
        <w:t>ment</w:t>
      </w:r>
      <w:r>
        <w:t>.</w:t>
      </w:r>
    </w:p>
    <w:p w14:paraId="4A0AABF6" w14:textId="77777777" w:rsidR="006F1ADB" w:rsidRDefault="005A3479" w:rsidP="005A3479">
      <w:r>
        <w:t>Jude ne répondit pas</w:t>
      </w:r>
      <w:r w:rsidR="006F1ADB">
        <w:t xml:space="preserve">, </w:t>
      </w:r>
      <w:r>
        <w:t>et Sue l</w:t>
      </w:r>
      <w:r w:rsidR="006F1ADB">
        <w:t>’</w:t>
      </w:r>
      <w:r>
        <w:t>observa anxieusement</w:t>
      </w:r>
      <w:r w:rsidR="006F1ADB">
        <w:t xml:space="preserve">, </w:t>
      </w:r>
      <w:r>
        <w:t>resp</w:t>
      </w:r>
      <w:r>
        <w:t>i</w:t>
      </w:r>
      <w:r>
        <w:t>rant d</w:t>
      </w:r>
      <w:r w:rsidR="006F1ADB">
        <w:t>’</w:t>
      </w:r>
      <w:r>
        <w:t>un souffle pénible</w:t>
      </w:r>
      <w:r w:rsidR="006F1ADB">
        <w:t>.</w:t>
      </w:r>
    </w:p>
    <w:p w14:paraId="7663301C" w14:textId="77777777" w:rsidR="006F1ADB" w:rsidRDefault="006F1ADB" w:rsidP="005A3479">
      <w:r>
        <w:t>— </w:t>
      </w:r>
      <w:r w:rsidR="005A3479">
        <w:t>Cela m</w:t>
      </w:r>
      <w:r>
        <w:t>’</w:t>
      </w:r>
      <w:r w:rsidR="005A3479">
        <w:t>émeut cruellement</w:t>
      </w:r>
      <w:r>
        <w:t xml:space="preserve">, </w:t>
      </w:r>
      <w:r w:rsidR="005A3479">
        <w:t>dit-il d</w:t>
      </w:r>
      <w:r>
        <w:t>’</w:t>
      </w:r>
      <w:r w:rsidR="005A3479">
        <w:t>une voix sourde</w:t>
      </w:r>
      <w:r>
        <w:t xml:space="preserve">. </w:t>
      </w:r>
      <w:r w:rsidR="005A3479">
        <w:t>Que cela soit vrai</w:t>
      </w:r>
      <w:r>
        <w:t xml:space="preserve">, </w:t>
      </w:r>
      <w:r w:rsidR="005A3479">
        <w:t>je n</w:t>
      </w:r>
      <w:r>
        <w:t>’</w:t>
      </w:r>
      <w:r w:rsidR="005A3479">
        <w:t>en puis douter</w:t>
      </w:r>
      <w:r>
        <w:t xml:space="preserve">… </w:t>
      </w:r>
      <w:r w:rsidR="005A3479">
        <w:t>Il est certain que l</w:t>
      </w:r>
      <w:r>
        <w:t>’</w:t>
      </w:r>
      <w:r w:rsidR="005A3479">
        <w:t>âge de l</w:t>
      </w:r>
      <w:r>
        <w:t>’</w:t>
      </w:r>
      <w:r w:rsidR="005A3479">
        <w:t>enfant est exactement ce qu</w:t>
      </w:r>
      <w:r>
        <w:t>’</w:t>
      </w:r>
      <w:r w:rsidR="005A3479">
        <w:t>il doit être</w:t>
      </w:r>
      <w:r>
        <w:t xml:space="preserve">… </w:t>
      </w:r>
      <w:r w:rsidR="005A3479">
        <w:t xml:space="preserve">Je ne puis imaginer pourquoi </w:t>
      </w:r>
      <w:proofErr w:type="spellStart"/>
      <w:r w:rsidR="005A3479">
        <w:t>Arabella</w:t>
      </w:r>
      <w:proofErr w:type="spellEnd"/>
      <w:r w:rsidR="005A3479">
        <w:t xml:space="preserve"> ne m</w:t>
      </w:r>
      <w:r>
        <w:t>’</w:t>
      </w:r>
      <w:r w:rsidR="005A3479">
        <w:t xml:space="preserve">en a point parlé quand je la </w:t>
      </w:r>
      <w:r w:rsidR="005A3479">
        <w:lastRenderedPageBreak/>
        <w:t xml:space="preserve">rencontrai à </w:t>
      </w:r>
      <w:proofErr w:type="spellStart"/>
      <w:r w:rsidR="005A3479">
        <w:t>Christminster</w:t>
      </w:r>
      <w:proofErr w:type="spellEnd"/>
      <w:r w:rsidR="005A3479">
        <w:t xml:space="preserve"> et l</w:t>
      </w:r>
      <w:r>
        <w:t>’</w:t>
      </w:r>
      <w:r w:rsidR="005A3479">
        <w:t>amenai ici dans la soirée</w:t>
      </w:r>
      <w:r>
        <w:t xml:space="preserve">… </w:t>
      </w:r>
      <w:r w:rsidR="005A3479">
        <w:t>Ah</w:t>
      </w:r>
      <w:r>
        <w:t xml:space="preserve"> ! </w:t>
      </w:r>
      <w:r w:rsidR="005A3479">
        <w:t>je me souviens maintenant qu</w:t>
      </w:r>
      <w:r>
        <w:t>’</w:t>
      </w:r>
      <w:r w:rsidR="005A3479">
        <w:t>elle me parla d</w:t>
      </w:r>
      <w:r>
        <w:t>’</w:t>
      </w:r>
      <w:r w:rsidR="005A3479">
        <w:t>une chose qu</w:t>
      </w:r>
      <w:r>
        <w:t>’</w:t>
      </w:r>
      <w:r w:rsidR="005A3479">
        <w:t>elle voulait me faire connaître</w:t>
      </w:r>
      <w:r>
        <w:t xml:space="preserve">, </w:t>
      </w:r>
      <w:r w:rsidR="005A3479">
        <w:t>si jamais nous recommencions à vivre ensemble</w:t>
      </w:r>
      <w:r>
        <w:t>.</w:t>
      </w:r>
    </w:p>
    <w:p w14:paraId="7C398D11" w14:textId="77777777" w:rsidR="006F1ADB" w:rsidRDefault="006F1ADB" w:rsidP="005A3479">
      <w:r>
        <w:t>— </w:t>
      </w:r>
      <w:r w:rsidR="005A3479">
        <w:t>Le pauvre enfant semble n</w:t>
      </w:r>
      <w:r>
        <w:t>’</w:t>
      </w:r>
      <w:r w:rsidR="005A3479">
        <w:t>être recherché par personne</w:t>
      </w:r>
      <w:r>
        <w:t xml:space="preserve">, </w:t>
      </w:r>
      <w:r w:rsidR="005A3479">
        <w:t>dit Sue</w:t>
      </w:r>
      <w:r>
        <w:t xml:space="preserve">, </w:t>
      </w:r>
      <w:r w:rsidR="005A3479">
        <w:t>et ses yeux s</w:t>
      </w:r>
      <w:r>
        <w:t>’</w:t>
      </w:r>
      <w:r w:rsidR="005A3479">
        <w:t>emplirent de larmes</w:t>
      </w:r>
      <w:r>
        <w:t>.</w:t>
      </w:r>
    </w:p>
    <w:p w14:paraId="772293F2" w14:textId="77777777" w:rsidR="006F1ADB" w:rsidRDefault="005A3479" w:rsidP="005A3479">
      <w:r>
        <w:t>Jude</w:t>
      </w:r>
      <w:r w:rsidR="006F1ADB">
        <w:t xml:space="preserve">, </w:t>
      </w:r>
      <w:r>
        <w:t>à ce moment</w:t>
      </w:r>
      <w:r w:rsidR="006F1ADB">
        <w:t xml:space="preserve">, </w:t>
      </w:r>
      <w:r>
        <w:t>revint à lui</w:t>
      </w:r>
      <w:r w:rsidR="006F1ADB">
        <w:t>.</w:t>
      </w:r>
    </w:p>
    <w:p w14:paraId="092E9610" w14:textId="77777777" w:rsidR="006F1ADB" w:rsidRDefault="006F1ADB" w:rsidP="005A3479">
      <w:r>
        <w:t>— </w:t>
      </w:r>
      <w:r w:rsidR="005A3479">
        <w:t>Quelle idée de la vie il doit avoir</w:t>
      </w:r>
      <w:r>
        <w:t xml:space="preserve">, </w:t>
      </w:r>
      <w:r w:rsidR="005A3479">
        <w:t>qu</w:t>
      </w:r>
      <w:r>
        <w:t>’</w:t>
      </w:r>
      <w:r w:rsidR="005A3479">
        <w:t>il soit ou non mon fils</w:t>
      </w:r>
      <w:r>
        <w:t xml:space="preserve"> ! </w:t>
      </w:r>
      <w:r w:rsidR="005A3479">
        <w:t>dit-il</w:t>
      </w:r>
      <w:r>
        <w:t xml:space="preserve">. </w:t>
      </w:r>
      <w:r w:rsidR="005A3479">
        <w:t>Je dois dire que si j</w:t>
      </w:r>
      <w:r>
        <w:t>’</w:t>
      </w:r>
      <w:r w:rsidR="005A3479">
        <w:t>étais plus riche</w:t>
      </w:r>
      <w:r>
        <w:t xml:space="preserve">, </w:t>
      </w:r>
      <w:r w:rsidR="005A3479">
        <w:t>je ne m</w:t>
      </w:r>
      <w:r>
        <w:t>’</w:t>
      </w:r>
      <w:r w:rsidR="005A3479">
        <w:t>arrêterais pas un instant à songer de qui il peut être</w:t>
      </w:r>
      <w:r>
        <w:t xml:space="preserve">. </w:t>
      </w:r>
      <w:r w:rsidR="005A3479">
        <w:t>Je le prendrais et je l</w:t>
      </w:r>
      <w:r>
        <w:t>’</w:t>
      </w:r>
      <w:r w:rsidR="005A3479">
        <w:t>emmènerais</w:t>
      </w:r>
      <w:r>
        <w:t xml:space="preserve">. </w:t>
      </w:r>
      <w:r w:rsidR="005A3479">
        <w:t>Cette misérable question de la p</w:t>
      </w:r>
      <w:r w:rsidR="005A3479">
        <w:t>a</w:t>
      </w:r>
      <w:r w:rsidR="005A3479">
        <w:t>renté</w:t>
      </w:r>
      <w:r>
        <w:t xml:space="preserve">, </w:t>
      </w:r>
      <w:r w:rsidR="005A3479">
        <w:t>qu</w:t>
      </w:r>
      <w:r>
        <w:t>’</w:t>
      </w:r>
      <w:r w:rsidR="005A3479">
        <w:t>est-ce après tout</w:t>
      </w:r>
      <w:r>
        <w:t xml:space="preserve"> ? </w:t>
      </w:r>
      <w:r w:rsidR="005A3479">
        <w:t>Et quand on y pense</w:t>
      </w:r>
      <w:r>
        <w:t xml:space="preserve">, </w:t>
      </w:r>
      <w:r w:rsidR="005A3479">
        <w:t>qu</w:t>
      </w:r>
      <w:r>
        <w:t>’</w:t>
      </w:r>
      <w:r w:rsidR="005A3479">
        <w:t>importe qu</w:t>
      </w:r>
      <w:r>
        <w:t>’</w:t>
      </w:r>
      <w:r w:rsidR="005A3479">
        <w:t>un enfant soit ou ne soit pas vôtre par le sang</w:t>
      </w:r>
      <w:r>
        <w:t xml:space="preserve"> ? </w:t>
      </w:r>
      <w:r w:rsidR="005A3479">
        <w:t>Tous les e</w:t>
      </w:r>
      <w:r w:rsidR="005A3479">
        <w:t>n</w:t>
      </w:r>
      <w:r w:rsidR="005A3479">
        <w:t>fants de notre temps appartiennent collectivement aux adultes de ce temps</w:t>
      </w:r>
      <w:r>
        <w:t xml:space="preserve">, </w:t>
      </w:r>
      <w:r w:rsidR="005A3479">
        <w:t>et ont droit à la sollicitude générale</w:t>
      </w:r>
      <w:r>
        <w:t xml:space="preserve">. </w:t>
      </w:r>
      <w:r w:rsidR="005A3479">
        <w:t>Cette excessive affection des parents pour leurs propres enfants</w:t>
      </w:r>
      <w:r>
        <w:t xml:space="preserve">, </w:t>
      </w:r>
      <w:r w:rsidR="005A3479">
        <w:t>et leur indiff</w:t>
      </w:r>
      <w:r w:rsidR="005A3479">
        <w:t>é</w:t>
      </w:r>
      <w:r w:rsidR="005A3479">
        <w:t>rence envers les enfants des autres</w:t>
      </w:r>
      <w:r>
        <w:t xml:space="preserve">, </w:t>
      </w:r>
      <w:r w:rsidR="005A3479">
        <w:t>a</w:t>
      </w:r>
      <w:r>
        <w:t xml:space="preserve">, </w:t>
      </w:r>
      <w:r w:rsidR="005A3479">
        <w:t>comme l</w:t>
      </w:r>
      <w:r>
        <w:t>’</w:t>
      </w:r>
      <w:r w:rsidR="005A3479">
        <w:t>orgueil de caste</w:t>
      </w:r>
      <w:r>
        <w:t xml:space="preserve">, </w:t>
      </w:r>
      <w:r w:rsidR="005A3479">
        <w:t>le patriotisme</w:t>
      </w:r>
      <w:r>
        <w:t xml:space="preserve">, </w:t>
      </w:r>
      <w:r w:rsidR="005A3479">
        <w:t>le souci du salut personnel</w:t>
      </w:r>
      <w:r>
        <w:t xml:space="preserve">, </w:t>
      </w:r>
      <w:r w:rsidR="005A3479">
        <w:t>et autres vertus</w:t>
      </w:r>
      <w:r>
        <w:t xml:space="preserve">, </w:t>
      </w:r>
      <w:r w:rsidR="005A3479">
        <w:t>un bas égoïsme à sa racine</w:t>
      </w:r>
      <w:r>
        <w:t>.</w:t>
      </w:r>
    </w:p>
    <w:p w14:paraId="2F657D08" w14:textId="77777777" w:rsidR="006F1ADB" w:rsidRDefault="005A3479" w:rsidP="005A3479">
      <w:r>
        <w:t>Sue se leva d</w:t>
      </w:r>
      <w:r w:rsidR="006F1ADB">
        <w:t>’</w:t>
      </w:r>
      <w:r>
        <w:t>un bond et embrassa Jude avec une ferveur passionnée</w:t>
      </w:r>
      <w:r w:rsidR="006F1ADB">
        <w:t> :</w:t>
      </w:r>
    </w:p>
    <w:p w14:paraId="6CE14819" w14:textId="77777777" w:rsidR="006F1ADB" w:rsidRDefault="006F1ADB" w:rsidP="005A3479">
      <w:r>
        <w:t>— </w:t>
      </w:r>
      <w:r w:rsidR="005A3479">
        <w:t>Oui</w:t>
      </w:r>
      <w:r>
        <w:t xml:space="preserve">, </w:t>
      </w:r>
      <w:r w:rsidR="005A3479">
        <w:t>c</w:t>
      </w:r>
      <w:r>
        <w:t>’</w:t>
      </w:r>
      <w:r w:rsidR="005A3479">
        <w:t>est cela</w:t>
      </w:r>
      <w:r>
        <w:t xml:space="preserve">, </w:t>
      </w:r>
      <w:r w:rsidR="005A3479">
        <w:t>mon chéri</w:t>
      </w:r>
      <w:r>
        <w:t xml:space="preserve">, </w:t>
      </w:r>
      <w:r w:rsidR="005A3479">
        <w:t>nous prendrons l</w:t>
      </w:r>
      <w:r>
        <w:t>’</w:t>
      </w:r>
      <w:r w:rsidR="005A3479">
        <w:t>enfant ici</w:t>
      </w:r>
      <w:r>
        <w:t xml:space="preserve">. </w:t>
      </w:r>
      <w:r w:rsidR="005A3479">
        <w:t>Et s</w:t>
      </w:r>
      <w:r>
        <w:t>’</w:t>
      </w:r>
      <w:r w:rsidR="005A3479">
        <w:t>il n</w:t>
      </w:r>
      <w:r>
        <w:t>’</w:t>
      </w:r>
      <w:r w:rsidR="005A3479">
        <w:t>est pas de vous</w:t>
      </w:r>
      <w:r>
        <w:t xml:space="preserve">, </w:t>
      </w:r>
      <w:r w:rsidR="005A3479">
        <w:t>tout n</w:t>
      </w:r>
      <w:r>
        <w:t>’</w:t>
      </w:r>
      <w:r w:rsidR="005A3479">
        <w:t>en vaudra que mieux</w:t>
      </w:r>
      <w:r>
        <w:t xml:space="preserve">. </w:t>
      </w:r>
      <w:r w:rsidR="005A3479">
        <w:t>J</w:t>
      </w:r>
      <w:r>
        <w:t>’</w:t>
      </w:r>
      <w:r w:rsidR="005A3479">
        <w:t>espère qu</w:t>
      </w:r>
      <w:r>
        <w:t>’</w:t>
      </w:r>
      <w:r w:rsidR="005A3479">
        <w:t>il n</w:t>
      </w:r>
      <w:r>
        <w:t>’</w:t>
      </w:r>
      <w:r w:rsidR="005A3479">
        <w:t>est pas vôtre</w:t>
      </w:r>
      <w:r>
        <w:t xml:space="preserve">, </w:t>
      </w:r>
      <w:r w:rsidR="005A3479">
        <w:t>quoique</w:t>
      </w:r>
      <w:r>
        <w:t xml:space="preserve">, </w:t>
      </w:r>
      <w:r w:rsidR="005A3479">
        <w:t>peut-être</w:t>
      </w:r>
      <w:r>
        <w:t xml:space="preserve">, </w:t>
      </w:r>
      <w:r w:rsidR="005A3479">
        <w:t>je ne doive pas penser ai</w:t>
      </w:r>
      <w:r w:rsidR="005A3479">
        <w:t>n</w:t>
      </w:r>
      <w:r w:rsidR="005A3479">
        <w:t>si</w:t>
      </w:r>
      <w:r>
        <w:t xml:space="preserve">… </w:t>
      </w:r>
      <w:r w:rsidR="005A3479">
        <w:t>S</w:t>
      </w:r>
      <w:r>
        <w:t>’</w:t>
      </w:r>
      <w:r w:rsidR="005A3479">
        <w:t>il ne l</w:t>
      </w:r>
      <w:r>
        <w:t>’</w:t>
      </w:r>
      <w:r w:rsidR="005A3479">
        <w:t>est pas</w:t>
      </w:r>
      <w:r>
        <w:t xml:space="preserve">, </w:t>
      </w:r>
      <w:r w:rsidR="005A3479">
        <w:t>j</w:t>
      </w:r>
      <w:r>
        <w:t>’</w:t>
      </w:r>
      <w:r w:rsidR="005A3479">
        <w:t>aimerai beaucoup à l</w:t>
      </w:r>
      <w:r>
        <w:t>’</w:t>
      </w:r>
      <w:r w:rsidR="005A3479">
        <w:t>avoir avec nous</w:t>
      </w:r>
      <w:r>
        <w:t xml:space="preserve">, </w:t>
      </w:r>
      <w:r w:rsidR="005A3479">
        <w:t>comme enfant adoptif</w:t>
      </w:r>
      <w:r>
        <w:t>.</w:t>
      </w:r>
    </w:p>
    <w:p w14:paraId="71EFE017" w14:textId="77777777" w:rsidR="006F1ADB" w:rsidRDefault="006F1ADB" w:rsidP="005A3479">
      <w:r>
        <w:t>— </w:t>
      </w:r>
      <w:r w:rsidR="005A3479">
        <w:t>Eh bien</w:t>
      </w:r>
      <w:r>
        <w:t xml:space="preserve">, </w:t>
      </w:r>
      <w:r w:rsidR="005A3479">
        <w:t>vous ferez l</w:t>
      </w:r>
      <w:r>
        <w:t>’</w:t>
      </w:r>
      <w:r w:rsidR="005A3479">
        <w:t>hypothèse qui vous plaira le mieux</w:t>
      </w:r>
      <w:r>
        <w:t xml:space="preserve">, </w:t>
      </w:r>
      <w:r w:rsidR="005A3479">
        <w:t>ma curieuse petite compagne</w:t>
      </w:r>
      <w:r>
        <w:t xml:space="preserve">, </w:t>
      </w:r>
      <w:r w:rsidR="005A3479">
        <w:t>dit-il</w:t>
      </w:r>
      <w:r>
        <w:t>.</w:t>
      </w:r>
    </w:p>
    <w:p w14:paraId="0E542E8F" w14:textId="77777777" w:rsidR="006F1ADB" w:rsidRDefault="006F1ADB" w:rsidP="005A3479">
      <w:r>
        <w:lastRenderedPageBreak/>
        <w:t>— </w:t>
      </w:r>
      <w:r w:rsidR="005A3479">
        <w:t>Je tâcherai d</w:t>
      </w:r>
      <w:r>
        <w:t>’</w:t>
      </w:r>
      <w:r w:rsidR="005A3479">
        <w:t>être une mère pour lui</w:t>
      </w:r>
      <w:r>
        <w:t xml:space="preserve">. </w:t>
      </w:r>
      <w:r w:rsidR="005A3479">
        <w:t>Nous avons le moyen de le nourrir d</w:t>
      </w:r>
      <w:r>
        <w:t>’</w:t>
      </w:r>
      <w:r w:rsidR="005A3479">
        <w:t>une manière ou de l</w:t>
      </w:r>
      <w:r>
        <w:t>’</w:t>
      </w:r>
      <w:r w:rsidR="005A3479">
        <w:t>autre</w:t>
      </w:r>
      <w:r>
        <w:t xml:space="preserve">. </w:t>
      </w:r>
      <w:r w:rsidR="005A3479">
        <w:t>Je travaillerai avec plus d</w:t>
      </w:r>
      <w:r>
        <w:t>’</w:t>
      </w:r>
      <w:r w:rsidR="005A3479">
        <w:t>acharnement</w:t>
      </w:r>
      <w:r>
        <w:t xml:space="preserve">… </w:t>
      </w:r>
      <w:r w:rsidR="005A3479">
        <w:t>Je me demande quand il arrivera</w:t>
      </w:r>
      <w:r>
        <w:t> ?</w:t>
      </w:r>
    </w:p>
    <w:p w14:paraId="41574CAC" w14:textId="77777777" w:rsidR="006F1ADB" w:rsidRDefault="006F1ADB" w:rsidP="005A3479">
      <w:r>
        <w:t>— </w:t>
      </w:r>
      <w:r w:rsidR="005A3479">
        <w:t>Dans quelques semaines</w:t>
      </w:r>
      <w:r>
        <w:t xml:space="preserve">, </w:t>
      </w:r>
      <w:r w:rsidR="005A3479">
        <w:t>je suppose</w:t>
      </w:r>
      <w:r>
        <w:t>.</w:t>
      </w:r>
    </w:p>
    <w:p w14:paraId="28CFEA98" w14:textId="77777777" w:rsidR="006F1ADB" w:rsidRDefault="006F1ADB" w:rsidP="005A3479">
      <w:r>
        <w:t>— </w:t>
      </w:r>
      <w:r w:rsidR="005A3479">
        <w:t>Je désire</w:t>
      </w:r>
      <w:r>
        <w:t xml:space="preserve">… </w:t>
      </w:r>
      <w:r w:rsidR="005A3479">
        <w:t>Quand aurons-nous le courage de nous m</w:t>
      </w:r>
      <w:r w:rsidR="005A3479">
        <w:t>a</w:t>
      </w:r>
      <w:r w:rsidR="005A3479">
        <w:t>rier</w:t>
      </w:r>
      <w:r>
        <w:t xml:space="preserve">, </w:t>
      </w:r>
      <w:r w:rsidR="005A3479">
        <w:t>Jude</w:t>
      </w:r>
      <w:r>
        <w:t> ?</w:t>
      </w:r>
    </w:p>
    <w:p w14:paraId="5DE5164A" w14:textId="77777777" w:rsidR="006F1ADB" w:rsidRDefault="006F1ADB" w:rsidP="005A3479">
      <w:r>
        <w:t>— </w:t>
      </w:r>
      <w:r w:rsidR="005A3479">
        <w:t>Quand</w:t>
      </w:r>
      <w:r>
        <w:t xml:space="preserve">, </w:t>
      </w:r>
      <w:r w:rsidR="005A3479">
        <w:t>vous</w:t>
      </w:r>
      <w:r>
        <w:t xml:space="preserve">, </w:t>
      </w:r>
      <w:r w:rsidR="005A3479">
        <w:t>vous aurez ce courage</w:t>
      </w:r>
      <w:r>
        <w:t xml:space="preserve">, </w:t>
      </w:r>
      <w:r w:rsidR="005A3479">
        <w:t>je l</w:t>
      </w:r>
      <w:r>
        <w:t>’</w:t>
      </w:r>
      <w:r w:rsidR="005A3479">
        <w:t>aurai aussi</w:t>
      </w:r>
      <w:r>
        <w:t xml:space="preserve">. </w:t>
      </w:r>
      <w:r w:rsidR="005A3479">
        <w:t>Cela dépend entièrement de vous</w:t>
      </w:r>
      <w:r>
        <w:t xml:space="preserve">, </w:t>
      </w:r>
      <w:r w:rsidR="005A3479">
        <w:t>chère Sue</w:t>
      </w:r>
      <w:r>
        <w:t xml:space="preserve">. </w:t>
      </w:r>
      <w:r w:rsidR="005A3479">
        <w:t>Dites seulement un mot</w:t>
      </w:r>
      <w:r>
        <w:t xml:space="preserve">, </w:t>
      </w:r>
      <w:r w:rsidR="005A3479">
        <w:t>et c</w:t>
      </w:r>
      <w:r>
        <w:t>’</w:t>
      </w:r>
      <w:r w:rsidR="005A3479">
        <w:t>est chose faite</w:t>
      </w:r>
      <w:r>
        <w:t>.</w:t>
      </w:r>
    </w:p>
    <w:p w14:paraId="46884A81" w14:textId="77777777" w:rsidR="006F1ADB" w:rsidRDefault="006F1ADB" w:rsidP="005A3479">
      <w:r>
        <w:t>— </w:t>
      </w:r>
      <w:r w:rsidR="005A3479">
        <w:t>Avant l</w:t>
      </w:r>
      <w:r>
        <w:t>’</w:t>
      </w:r>
      <w:r w:rsidR="005A3479">
        <w:t>arrivée de l</w:t>
      </w:r>
      <w:r>
        <w:t>’</w:t>
      </w:r>
      <w:r w:rsidR="005A3479">
        <w:t>enfant</w:t>
      </w:r>
      <w:r>
        <w:t> ?</w:t>
      </w:r>
    </w:p>
    <w:p w14:paraId="74A3A04A" w14:textId="77777777" w:rsidR="006F1ADB" w:rsidRDefault="006F1ADB" w:rsidP="005A3479">
      <w:r>
        <w:t>— </w:t>
      </w:r>
      <w:r w:rsidR="005A3479">
        <w:t>Certainement</w:t>
      </w:r>
      <w:r>
        <w:t>.</w:t>
      </w:r>
    </w:p>
    <w:p w14:paraId="4668E909" w14:textId="77777777" w:rsidR="006F1ADB" w:rsidRDefault="006F1ADB" w:rsidP="005A3479">
      <w:r>
        <w:t>— </w:t>
      </w:r>
      <w:r w:rsidR="005A3479">
        <w:t>Peut-être notre mariage lui fera-t-il un foyer plus normal</w:t>
      </w:r>
      <w:r>
        <w:t xml:space="preserve">, </w:t>
      </w:r>
      <w:r w:rsidR="005A3479">
        <w:t>murmura-t-elle</w:t>
      </w:r>
      <w:r>
        <w:t>.</w:t>
      </w:r>
    </w:p>
    <w:p w14:paraId="1C7D6F60" w14:textId="77777777" w:rsidR="006F1ADB" w:rsidRDefault="005A3479" w:rsidP="005A3479">
      <w:r>
        <w:t>Jude écrivit donc</w:t>
      </w:r>
      <w:r w:rsidR="006F1ADB">
        <w:t xml:space="preserve">, </w:t>
      </w:r>
      <w:r>
        <w:t>en termes formels</w:t>
      </w:r>
      <w:r w:rsidR="006F1ADB">
        <w:t xml:space="preserve">, </w:t>
      </w:r>
      <w:r>
        <w:t>qu</w:t>
      </w:r>
      <w:r w:rsidR="006F1ADB">
        <w:t>’</w:t>
      </w:r>
      <w:r>
        <w:t>il désirait qu</w:t>
      </w:r>
      <w:r w:rsidR="006F1ADB">
        <w:t>’</w:t>
      </w:r>
      <w:r>
        <w:t>on lui envoyât l</w:t>
      </w:r>
      <w:r w:rsidR="006F1ADB">
        <w:t>’</w:t>
      </w:r>
      <w:r>
        <w:t>enfant</w:t>
      </w:r>
      <w:r w:rsidR="006F1ADB">
        <w:t xml:space="preserve">, </w:t>
      </w:r>
      <w:r>
        <w:t>dès son arrivée</w:t>
      </w:r>
      <w:r w:rsidR="006F1ADB">
        <w:t xml:space="preserve">, </w:t>
      </w:r>
      <w:r>
        <w:t>ne faisant aucune remarque sur la nature de la surprenante révélation d</w:t>
      </w:r>
      <w:r w:rsidR="006F1ADB">
        <w:t>’</w:t>
      </w:r>
      <w:proofErr w:type="spellStart"/>
      <w:r>
        <w:t>Arabella</w:t>
      </w:r>
      <w:proofErr w:type="spellEnd"/>
      <w:r w:rsidR="006F1ADB">
        <w:t xml:space="preserve">, </w:t>
      </w:r>
      <w:r>
        <w:t>ne man</w:t>
      </w:r>
      <w:r>
        <w:t>i</w:t>
      </w:r>
      <w:r>
        <w:t>festant aucune opinion sur l</w:t>
      </w:r>
      <w:r w:rsidR="006F1ADB">
        <w:t>’</w:t>
      </w:r>
      <w:r>
        <w:t>origine de l</w:t>
      </w:r>
      <w:r w:rsidR="006F1ADB">
        <w:t>’</w:t>
      </w:r>
      <w:r>
        <w:t>enfant</w:t>
      </w:r>
      <w:r w:rsidR="006F1ADB">
        <w:t xml:space="preserve"> ; </w:t>
      </w:r>
      <w:r>
        <w:t>et ne disant pas que</w:t>
      </w:r>
      <w:r w:rsidR="006F1ADB">
        <w:t xml:space="preserve">, </w:t>
      </w:r>
      <w:r>
        <w:t>s</w:t>
      </w:r>
      <w:r w:rsidR="006F1ADB">
        <w:t>’</w:t>
      </w:r>
      <w:r>
        <w:t>il eût connu la vérité sur ce point</w:t>
      </w:r>
      <w:r w:rsidR="006F1ADB">
        <w:t xml:space="preserve">, </w:t>
      </w:r>
      <w:r>
        <w:t>sa conduite eût été identique</w:t>
      </w:r>
      <w:r w:rsidR="006F1ADB">
        <w:t>.</w:t>
      </w:r>
    </w:p>
    <w:p w14:paraId="44D80588" w14:textId="77777777" w:rsidR="006F1ADB" w:rsidRDefault="005A3479" w:rsidP="005A3479">
      <w:r>
        <w:t>Un soir</w:t>
      </w:r>
      <w:r w:rsidR="006F1ADB">
        <w:t xml:space="preserve">, </w:t>
      </w:r>
      <w:r>
        <w:t>Jude venait de se mettre au lit et Sue allait entrer dans la chambre voisine</w:t>
      </w:r>
      <w:r w:rsidR="006F1ADB">
        <w:t xml:space="preserve">, </w:t>
      </w:r>
      <w:r>
        <w:t>quand elle entendit frapper un coup et descendit</w:t>
      </w:r>
      <w:r w:rsidR="006F1ADB">
        <w:t>.</w:t>
      </w:r>
    </w:p>
    <w:p w14:paraId="264F200E" w14:textId="77777777" w:rsidR="006F1ADB" w:rsidRDefault="006F1ADB" w:rsidP="005A3479">
      <w:r>
        <w:t>— </w:t>
      </w:r>
      <w:r w:rsidR="005A3479">
        <w:t>Est-ce que mon père habite ici</w:t>
      </w:r>
      <w:r>
        <w:t xml:space="preserve"> ? </w:t>
      </w:r>
      <w:r w:rsidR="005A3479">
        <w:t>demanda un enfant</w:t>
      </w:r>
      <w:r>
        <w:t>.</w:t>
      </w:r>
    </w:p>
    <w:p w14:paraId="05338C51" w14:textId="77777777" w:rsidR="006F1ADB" w:rsidRDefault="006F1ADB" w:rsidP="005A3479">
      <w:r>
        <w:t>— </w:t>
      </w:r>
      <w:r w:rsidR="005A3479">
        <w:t>Qui</w:t>
      </w:r>
      <w:r>
        <w:t> ?</w:t>
      </w:r>
    </w:p>
    <w:p w14:paraId="3D26DE90" w14:textId="68653224" w:rsidR="006F1ADB" w:rsidRDefault="006F1ADB" w:rsidP="005A3479">
      <w:r>
        <w:t>— M. </w:t>
      </w:r>
      <w:r w:rsidR="005A3479">
        <w:t>Fawley</w:t>
      </w:r>
      <w:r>
        <w:t xml:space="preserve">, </w:t>
      </w:r>
      <w:r w:rsidR="005A3479">
        <w:t>c</w:t>
      </w:r>
      <w:r>
        <w:t>’</w:t>
      </w:r>
      <w:r w:rsidR="005A3479">
        <w:t>est son nom</w:t>
      </w:r>
      <w:r>
        <w:t>.</w:t>
      </w:r>
    </w:p>
    <w:p w14:paraId="67A9AC7D" w14:textId="77777777" w:rsidR="006F1ADB" w:rsidRDefault="005A3479" w:rsidP="005A3479">
      <w:r>
        <w:lastRenderedPageBreak/>
        <w:t>Sue courant à la chambre de Jude et l</w:t>
      </w:r>
      <w:r w:rsidR="006F1ADB">
        <w:t>’</w:t>
      </w:r>
      <w:r>
        <w:t>avertit</w:t>
      </w:r>
      <w:r w:rsidR="006F1ADB">
        <w:t xml:space="preserve"> ; </w:t>
      </w:r>
      <w:r>
        <w:t>il se hâta de descendre le plus vite possible</w:t>
      </w:r>
      <w:r w:rsidR="006F1ADB">
        <w:t xml:space="preserve">, </w:t>
      </w:r>
      <w:r>
        <w:t>bien qu</w:t>
      </w:r>
      <w:r w:rsidR="006F1ADB">
        <w:t>’</w:t>
      </w:r>
      <w:r>
        <w:t>il parût lent à l</w:t>
      </w:r>
      <w:r w:rsidR="006F1ADB">
        <w:t>’</w:t>
      </w:r>
      <w:r>
        <w:t>impatience de Sue</w:t>
      </w:r>
      <w:r w:rsidR="006F1ADB">
        <w:t>.</w:t>
      </w:r>
    </w:p>
    <w:p w14:paraId="2473D84F" w14:textId="77777777" w:rsidR="006F1ADB" w:rsidRDefault="006F1ADB" w:rsidP="005A3479">
      <w:r>
        <w:t>— </w:t>
      </w:r>
      <w:r w:rsidR="005A3479">
        <w:t>Quoi</w:t>
      </w:r>
      <w:r>
        <w:t xml:space="preserve">… </w:t>
      </w:r>
      <w:r w:rsidR="005A3479">
        <w:t>est-ce lui</w:t>
      </w:r>
      <w:r>
        <w:t xml:space="preserve">… </w:t>
      </w:r>
      <w:r w:rsidR="005A3479">
        <w:t>si tôt</w:t>
      </w:r>
      <w:r>
        <w:t xml:space="preserve"> ?… </w:t>
      </w:r>
      <w:r w:rsidR="005A3479">
        <w:t>demanda-t-elle</w:t>
      </w:r>
      <w:r>
        <w:t xml:space="preserve">, </w:t>
      </w:r>
      <w:r w:rsidR="005A3479">
        <w:t>quand Jude arriva</w:t>
      </w:r>
      <w:r>
        <w:t>.</w:t>
      </w:r>
    </w:p>
    <w:p w14:paraId="67253027" w14:textId="77777777" w:rsidR="006F1ADB" w:rsidRDefault="005A3479" w:rsidP="005A3479">
      <w:r>
        <w:t>Elle scrutait les traits de l</w:t>
      </w:r>
      <w:r w:rsidR="006F1ADB">
        <w:t>’</w:t>
      </w:r>
      <w:r>
        <w:t>enfant</w:t>
      </w:r>
      <w:r w:rsidR="006F1ADB">
        <w:t xml:space="preserve">, </w:t>
      </w:r>
      <w:r>
        <w:t>et soudain elle s</w:t>
      </w:r>
      <w:r w:rsidR="006F1ADB">
        <w:t>’</w:t>
      </w:r>
      <w:r>
        <w:t>enfuit dans le petit salon avoisinant</w:t>
      </w:r>
      <w:r w:rsidR="006F1ADB">
        <w:t xml:space="preserve">. </w:t>
      </w:r>
      <w:r>
        <w:t>Jude souleva le garçonnet à sa hauteur</w:t>
      </w:r>
      <w:r w:rsidR="006F1ADB">
        <w:t xml:space="preserve">, </w:t>
      </w:r>
      <w:r>
        <w:t>le regarda ardemment avec une sombre tendresse</w:t>
      </w:r>
      <w:r w:rsidR="006F1ADB">
        <w:t xml:space="preserve">, </w:t>
      </w:r>
      <w:r>
        <w:t>et lui dit qu</w:t>
      </w:r>
      <w:r w:rsidR="006F1ADB">
        <w:t>’</w:t>
      </w:r>
      <w:r>
        <w:t>il serait allé l</w:t>
      </w:r>
      <w:r w:rsidR="006F1ADB">
        <w:t>’</w:t>
      </w:r>
      <w:r>
        <w:t>attendre à la gare</w:t>
      </w:r>
      <w:r w:rsidR="006F1ADB">
        <w:t xml:space="preserve">, </w:t>
      </w:r>
      <w:r>
        <w:t>s</w:t>
      </w:r>
      <w:r w:rsidR="006F1ADB">
        <w:t>’</w:t>
      </w:r>
      <w:r>
        <w:t>il avait connu son a</w:t>
      </w:r>
      <w:r>
        <w:t>r</w:t>
      </w:r>
      <w:r>
        <w:t>rivée prématurée</w:t>
      </w:r>
      <w:r w:rsidR="006F1ADB">
        <w:t xml:space="preserve"> ; </w:t>
      </w:r>
      <w:r>
        <w:t>l</w:t>
      </w:r>
      <w:r w:rsidR="006F1ADB">
        <w:t>’</w:t>
      </w:r>
      <w:r>
        <w:t>ayant déposé provisoirement sur une chaise</w:t>
      </w:r>
      <w:r w:rsidR="006F1ADB">
        <w:t xml:space="preserve">, </w:t>
      </w:r>
      <w:r>
        <w:t>il courut voir Sue dont l</w:t>
      </w:r>
      <w:r w:rsidR="006F1ADB">
        <w:t>’</w:t>
      </w:r>
      <w:r>
        <w:t>extrême sensibilité était boul</w:t>
      </w:r>
      <w:r>
        <w:t>e</w:t>
      </w:r>
      <w:r>
        <w:t>versée</w:t>
      </w:r>
      <w:r w:rsidR="006F1ADB">
        <w:t xml:space="preserve">, </w:t>
      </w:r>
      <w:r>
        <w:t>il le savait</w:t>
      </w:r>
      <w:r w:rsidR="006F1ADB">
        <w:t xml:space="preserve">. </w:t>
      </w:r>
      <w:r>
        <w:t>Il la trouva dans les ténèbres</w:t>
      </w:r>
      <w:r w:rsidR="006F1ADB">
        <w:t xml:space="preserve">, </w:t>
      </w:r>
      <w:r>
        <w:t>ployée au fond d</w:t>
      </w:r>
      <w:r w:rsidR="006F1ADB">
        <w:t>’</w:t>
      </w:r>
      <w:r>
        <w:t>un fauteuil</w:t>
      </w:r>
      <w:r w:rsidR="006F1ADB">
        <w:t xml:space="preserve">. </w:t>
      </w:r>
      <w:r>
        <w:t>Il l</w:t>
      </w:r>
      <w:r w:rsidR="006F1ADB">
        <w:t>’</w:t>
      </w:r>
      <w:r>
        <w:t>entoura de ses bras</w:t>
      </w:r>
      <w:r w:rsidR="006F1ADB">
        <w:t xml:space="preserve">, </w:t>
      </w:r>
      <w:r>
        <w:t>mit sa tête contre la sienne et murmura</w:t>
      </w:r>
      <w:r w:rsidR="006F1ADB">
        <w:t> :</w:t>
      </w:r>
    </w:p>
    <w:p w14:paraId="7ACC1707" w14:textId="77777777" w:rsidR="006F1ADB" w:rsidRDefault="006F1ADB" w:rsidP="005A3479">
      <w:r>
        <w:t>— </w:t>
      </w:r>
      <w:r w:rsidR="005A3479">
        <w:t>Qu</w:t>
      </w:r>
      <w:r>
        <w:t>’</w:t>
      </w:r>
      <w:r w:rsidR="005A3479">
        <w:t>y a-t-il</w:t>
      </w:r>
      <w:r>
        <w:t> ?</w:t>
      </w:r>
    </w:p>
    <w:p w14:paraId="46D74A07" w14:textId="77777777" w:rsidR="006F1ADB" w:rsidRDefault="006F1ADB" w:rsidP="005A3479">
      <w:r>
        <w:t>— </w:t>
      </w:r>
      <w:r w:rsidR="005A3479">
        <w:t xml:space="preserve">Ce que dit </w:t>
      </w:r>
      <w:proofErr w:type="spellStart"/>
      <w:r w:rsidR="005A3479">
        <w:t>Arabella</w:t>
      </w:r>
      <w:proofErr w:type="spellEnd"/>
      <w:r w:rsidR="005A3479">
        <w:t xml:space="preserve"> est vrai</w:t>
      </w:r>
      <w:r>
        <w:t xml:space="preserve"> – </w:t>
      </w:r>
      <w:r w:rsidR="005A3479">
        <w:t>vrai</w:t>
      </w:r>
      <w:r>
        <w:t xml:space="preserve">. </w:t>
      </w:r>
      <w:r w:rsidR="005A3479">
        <w:t>Je vous vois en lui</w:t>
      </w:r>
      <w:r>
        <w:t>.</w:t>
      </w:r>
    </w:p>
    <w:p w14:paraId="46B7D79D" w14:textId="77777777" w:rsidR="006F1ADB" w:rsidRDefault="006F1ADB" w:rsidP="005A3479">
      <w:r>
        <w:t>— </w:t>
      </w:r>
      <w:r w:rsidR="005A3479">
        <w:t>Oui</w:t>
      </w:r>
      <w:r>
        <w:t xml:space="preserve"> ; </w:t>
      </w:r>
      <w:r w:rsidR="005A3479">
        <w:t>en tout cas</w:t>
      </w:r>
      <w:r>
        <w:t xml:space="preserve">, </w:t>
      </w:r>
      <w:r w:rsidR="005A3479">
        <w:t>je dois faire dans la vie comme s</w:t>
      </w:r>
      <w:r>
        <w:t>’</w:t>
      </w:r>
      <w:r w:rsidR="005A3479">
        <w:t>il en était ainsi</w:t>
      </w:r>
      <w:r>
        <w:t>.</w:t>
      </w:r>
    </w:p>
    <w:p w14:paraId="0428AF8A" w14:textId="77777777" w:rsidR="006F1ADB" w:rsidRDefault="006F1ADB" w:rsidP="005A3479">
      <w:r>
        <w:t>— </w:t>
      </w:r>
      <w:r w:rsidR="005A3479">
        <w:t>Mais l</w:t>
      </w:r>
      <w:r>
        <w:t>’</w:t>
      </w:r>
      <w:r w:rsidR="005A3479">
        <w:t>autre moitié de lui</w:t>
      </w:r>
      <w:r>
        <w:t xml:space="preserve">… </w:t>
      </w:r>
      <w:r w:rsidR="005A3479">
        <w:t>C</w:t>
      </w:r>
      <w:r>
        <w:t>’</w:t>
      </w:r>
      <w:r w:rsidR="005A3479">
        <w:t xml:space="preserve">est </w:t>
      </w:r>
      <w:r w:rsidR="005A3479">
        <w:rPr>
          <w:i/>
        </w:rPr>
        <w:t>Elle</w:t>
      </w:r>
      <w:r>
        <w:rPr>
          <w:i/>
        </w:rPr>
        <w:t xml:space="preserve"> ! </w:t>
      </w:r>
      <w:r w:rsidR="005A3479">
        <w:t>Et c</w:t>
      </w:r>
      <w:r>
        <w:t>’</w:t>
      </w:r>
      <w:r w:rsidR="005A3479">
        <w:t>est ce que je ne puis supporter</w:t>
      </w:r>
      <w:r>
        <w:t xml:space="preserve">… </w:t>
      </w:r>
      <w:r w:rsidR="005A3479">
        <w:t>Mais je le dois</w:t>
      </w:r>
      <w:r>
        <w:t xml:space="preserve">… </w:t>
      </w:r>
      <w:r w:rsidR="005A3479">
        <w:t>J</w:t>
      </w:r>
      <w:r>
        <w:t>’</w:t>
      </w:r>
      <w:r w:rsidR="005A3479">
        <w:t>essaierai de m</w:t>
      </w:r>
      <w:r>
        <w:t>’</w:t>
      </w:r>
      <w:r w:rsidR="005A3479">
        <w:t>y hab</w:t>
      </w:r>
      <w:r w:rsidR="005A3479">
        <w:t>i</w:t>
      </w:r>
      <w:r w:rsidR="005A3479">
        <w:t>tuer</w:t>
      </w:r>
      <w:r>
        <w:t xml:space="preserve">… </w:t>
      </w:r>
      <w:r w:rsidR="005A3479">
        <w:t>oui</w:t>
      </w:r>
      <w:r>
        <w:t xml:space="preserve">, </w:t>
      </w:r>
      <w:r w:rsidR="005A3479">
        <w:t>je le dois</w:t>
      </w:r>
      <w:r>
        <w:t>.</w:t>
      </w:r>
    </w:p>
    <w:p w14:paraId="45D238BF" w14:textId="77777777" w:rsidR="006F1ADB" w:rsidRDefault="006F1ADB" w:rsidP="005A3479">
      <w:r>
        <w:t>— </w:t>
      </w:r>
      <w:r w:rsidR="005A3479">
        <w:t>Jalouse petite Sue</w:t>
      </w:r>
      <w:r>
        <w:t xml:space="preserve"> !… </w:t>
      </w:r>
      <w:r w:rsidR="005A3479">
        <w:t>Je retire tout ce que j</w:t>
      </w:r>
      <w:r>
        <w:t>’</w:t>
      </w:r>
      <w:r w:rsidR="005A3479">
        <w:t xml:space="preserve">ai dit sur votre </w:t>
      </w:r>
      <w:proofErr w:type="spellStart"/>
      <w:r w:rsidR="005A3479">
        <w:t>insexualité</w:t>
      </w:r>
      <w:proofErr w:type="spellEnd"/>
      <w:r>
        <w:t xml:space="preserve">… </w:t>
      </w:r>
      <w:r w:rsidR="005A3479">
        <w:t>N</w:t>
      </w:r>
      <w:r>
        <w:t>’</w:t>
      </w:r>
      <w:r w:rsidR="005A3479">
        <w:t>importe</w:t>
      </w:r>
      <w:r>
        <w:t xml:space="preserve"> ! </w:t>
      </w:r>
      <w:r w:rsidR="005A3479">
        <w:t>Le temps arrangera tout</w:t>
      </w:r>
      <w:r>
        <w:t xml:space="preserve">… </w:t>
      </w:r>
      <w:r w:rsidR="005A3479">
        <w:t>Et</w:t>
      </w:r>
      <w:r>
        <w:t xml:space="preserve">, </w:t>
      </w:r>
      <w:r w:rsidR="005A3479">
        <w:t>Sue chérie</w:t>
      </w:r>
      <w:r>
        <w:t xml:space="preserve">, </w:t>
      </w:r>
      <w:r w:rsidR="005A3479">
        <w:t>j</w:t>
      </w:r>
      <w:r>
        <w:t>’</w:t>
      </w:r>
      <w:r w:rsidR="005A3479">
        <w:t>ai une idée</w:t>
      </w:r>
      <w:r>
        <w:t xml:space="preserve">. </w:t>
      </w:r>
      <w:r w:rsidR="005A3479">
        <w:t>Nous élèverons ce petit en vue de l</w:t>
      </w:r>
      <w:r>
        <w:t>’</w:t>
      </w:r>
      <w:r w:rsidR="005A3479">
        <w:t>Université</w:t>
      </w:r>
      <w:r>
        <w:t xml:space="preserve">, </w:t>
      </w:r>
      <w:r w:rsidR="005A3479">
        <w:t>et ce que je n</w:t>
      </w:r>
      <w:r>
        <w:t>’</w:t>
      </w:r>
      <w:r w:rsidR="005A3479">
        <w:t>ai pu accomplir moi-même</w:t>
      </w:r>
      <w:r>
        <w:t xml:space="preserve">, </w:t>
      </w:r>
      <w:r w:rsidR="005A3479">
        <w:t>peut-être le réaliserai-je en lui</w:t>
      </w:r>
      <w:r>
        <w:t xml:space="preserve">… </w:t>
      </w:r>
      <w:r w:rsidR="005A3479">
        <w:t>Le succès est plus facile aux étudiants pauvres</w:t>
      </w:r>
      <w:r>
        <w:t xml:space="preserve">, </w:t>
      </w:r>
      <w:r w:rsidR="005A3479">
        <w:t>maintenant</w:t>
      </w:r>
      <w:r>
        <w:t xml:space="preserve">, </w:t>
      </w:r>
      <w:r w:rsidR="005A3479">
        <w:t>vous savez</w:t>
      </w:r>
      <w:r>
        <w:t>.</w:t>
      </w:r>
    </w:p>
    <w:p w14:paraId="6BFE8CB5" w14:textId="77777777" w:rsidR="006F1ADB" w:rsidRDefault="006F1ADB" w:rsidP="005A3479">
      <w:r>
        <w:t>— </w:t>
      </w:r>
      <w:r w:rsidR="005A3479">
        <w:t>Oh</w:t>
      </w:r>
      <w:r>
        <w:t xml:space="preserve"> ! </w:t>
      </w:r>
      <w:r w:rsidR="005A3479">
        <w:t>rêveur</w:t>
      </w:r>
      <w:r>
        <w:t xml:space="preserve"> !… </w:t>
      </w:r>
      <w:r w:rsidR="005A3479">
        <w:t>dit-elle</w:t>
      </w:r>
      <w:r>
        <w:t>.</w:t>
      </w:r>
    </w:p>
    <w:p w14:paraId="19E17464" w14:textId="77777777" w:rsidR="006F1ADB" w:rsidRDefault="005A3479" w:rsidP="005A3479">
      <w:r>
        <w:lastRenderedPageBreak/>
        <w:t>Et</w:t>
      </w:r>
      <w:r w:rsidR="006F1ADB">
        <w:t xml:space="preserve">, </w:t>
      </w:r>
      <w:r>
        <w:t>serrant sa main</w:t>
      </w:r>
      <w:r w:rsidR="006F1ADB">
        <w:t xml:space="preserve">, </w:t>
      </w:r>
      <w:r>
        <w:t>elle revint avec lui près de l</w:t>
      </w:r>
      <w:r w:rsidR="006F1ADB">
        <w:t>’</w:t>
      </w:r>
      <w:r>
        <w:t>enfant</w:t>
      </w:r>
      <w:r w:rsidR="006F1ADB">
        <w:t xml:space="preserve">. </w:t>
      </w:r>
      <w:r>
        <w:t>C</w:t>
      </w:r>
      <w:r>
        <w:t>e</w:t>
      </w:r>
      <w:r>
        <w:t>lui-ci la regardait comme elle le regardait</w:t>
      </w:r>
      <w:r w:rsidR="006F1ADB">
        <w:t> :</w:t>
      </w:r>
    </w:p>
    <w:p w14:paraId="63071E8C" w14:textId="77777777" w:rsidR="006F1ADB" w:rsidRDefault="006F1ADB" w:rsidP="005A3479">
      <w:r>
        <w:t>— </w:t>
      </w:r>
      <w:r w:rsidR="005A3479">
        <w:t>Est-ce vous qui êtes ma vraie mère</w:t>
      </w:r>
      <w:r>
        <w:t xml:space="preserve">, </w:t>
      </w:r>
      <w:r w:rsidR="005A3479">
        <w:t>à la fin</w:t>
      </w:r>
      <w:r>
        <w:t xml:space="preserve"> ? </w:t>
      </w:r>
      <w:r w:rsidR="005A3479">
        <w:t>demanda-t-il</w:t>
      </w:r>
      <w:r>
        <w:t>.</w:t>
      </w:r>
    </w:p>
    <w:p w14:paraId="6121A5A0" w14:textId="77777777" w:rsidR="006F1ADB" w:rsidRDefault="006F1ADB" w:rsidP="005A3479">
      <w:r>
        <w:t>— </w:t>
      </w:r>
      <w:r w:rsidR="005A3479">
        <w:t>Pourquoi</w:t>
      </w:r>
      <w:r>
        <w:t xml:space="preserve"> ? </w:t>
      </w:r>
      <w:r w:rsidR="005A3479">
        <w:t>N</w:t>
      </w:r>
      <w:r>
        <w:t>’</w:t>
      </w:r>
      <w:r w:rsidR="005A3479">
        <w:t>ai-je pas l</w:t>
      </w:r>
      <w:r>
        <w:t>’</w:t>
      </w:r>
      <w:r w:rsidR="005A3479">
        <w:t>air d</w:t>
      </w:r>
      <w:r>
        <w:t>’</w:t>
      </w:r>
      <w:r w:rsidR="005A3479">
        <w:t>être la femme de votre père</w:t>
      </w:r>
      <w:r>
        <w:t> ?</w:t>
      </w:r>
    </w:p>
    <w:p w14:paraId="28C613DD" w14:textId="77777777" w:rsidR="006F1ADB" w:rsidRDefault="006F1ADB" w:rsidP="005A3479">
      <w:r>
        <w:t>— </w:t>
      </w:r>
      <w:r w:rsidR="005A3479">
        <w:t>Oui</w:t>
      </w:r>
      <w:r>
        <w:t xml:space="preserve">… </w:t>
      </w:r>
      <w:r w:rsidR="005A3479">
        <w:t>excepté qu</w:t>
      </w:r>
      <w:r>
        <w:t>’</w:t>
      </w:r>
      <w:r w:rsidR="005A3479">
        <w:t>il paraît affectueux pour vous et vous pour lui</w:t>
      </w:r>
      <w:r>
        <w:t xml:space="preserve">. </w:t>
      </w:r>
      <w:r w:rsidR="005A3479">
        <w:t>Puis-je vous appeler ma mère</w:t>
      </w:r>
      <w:r>
        <w:t> ?</w:t>
      </w:r>
    </w:p>
    <w:p w14:paraId="3757C05F" w14:textId="77777777" w:rsidR="006F1ADB" w:rsidRDefault="005A3479" w:rsidP="005A3479">
      <w:r>
        <w:t>Une émotion passa sur le visage de l</w:t>
      </w:r>
      <w:r w:rsidR="006F1ADB">
        <w:t>’</w:t>
      </w:r>
      <w:r>
        <w:t>enfant</w:t>
      </w:r>
      <w:r w:rsidR="006F1ADB">
        <w:t xml:space="preserve">, </w:t>
      </w:r>
      <w:r>
        <w:t>et il se mit à pleurer</w:t>
      </w:r>
      <w:r w:rsidR="006F1ADB">
        <w:t>.</w:t>
      </w:r>
    </w:p>
    <w:p w14:paraId="73B8E4F0" w14:textId="77777777" w:rsidR="006F1ADB" w:rsidRDefault="006F1ADB" w:rsidP="005A3479">
      <w:r>
        <w:t>— </w:t>
      </w:r>
      <w:r w:rsidR="005A3479">
        <w:t>Vous pouvez m</w:t>
      </w:r>
      <w:r>
        <w:t>’</w:t>
      </w:r>
      <w:r w:rsidR="005A3479">
        <w:t>appeler votre mère</w:t>
      </w:r>
      <w:r>
        <w:t xml:space="preserve">, </w:t>
      </w:r>
      <w:r w:rsidR="005A3479">
        <w:t>si vous le désirez</w:t>
      </w:r>
      <w:r>
        <w:t xml:space="preserve">, </w:t>
      </w:r>
      <w:r w:rsidR="005A3479">
        <w:t>mon pauvre chéri</w:t>
      </w:r>
      <w:r>
        <w:t xml:space="preserve"> ! </w:t>
      </w:r>
      <w:r w:rsidR="005A3479">
        <w:t>dit-elle</w:t>
      </w:r>
      <w:r>
        <w:t xml:space="preserve">, </w:t>
      </w:r>
      <w:r w:rsidR="005A3479">
        <w:t>penchant sa joue sur celle du petit pour cacher ses pleurs</w:t>
      </w:r>
      <w:r>
        <w:t>.</w:t>
      </w:r>
    </w:p>
    <w:p w14:paraId="359934E9" w14:textId="77777777" w:rsidR="006F1ADB" w:rsidRDefault="006F1ADB" w:rsidP="005A3479">
      <w:r>
        <w:t>— </w:t>
      </w:r>
      <w:r w:rsidR="005A3479">
        <w:t>Qu</w:t>
      </w:r>
      <w:r>
        <w:t>’</w:t>
      </w:r>
      <w:r w:rsidR="005A3479">
        <w:t>y a-t-il autour de votre cou</w:t>
      </w:r>
      <w:r>
        <w:t xml:space="preserve"> ? </w:t>
      </w:r>
      <w:r w:rsidR="005A3479">
        <w:t>interrogea Jude</w:t>
      </w:r>
      <w:r>
        <w:t xml:space="preserve">, </w:t>
      </w:r>
      <w:r w:rsidR="005A3479">
        <w:t>avec un calme affecté</w:t>
      </w:r>
      <w:r>
        <w:t>.</w:t>
      </w:r>
    </w:p>
    <w:p w14:paraId="0AF83FFF" w14:textId="77777777" w:rsidR="006F1ADB" w:rsidRDefault="006F1ADB" w:rsidP="005A3479">
      <w:r>
        <w:t>— </w:t>
      </w:r>
      <w:r w:rsidR="005A3479">
        <w:t>La clef de ma malle qui est à la gare</w:t>
      </w:r>
      <w:r>
        <w:t>.</w:t>
      </w:r>
    </w:p>
    <w:p w14:paraId="6F3D08C4" w14:textId="77777777" w:rsidR="006F1ADB" w:rsidRDefault="005A3479" w:rsidP="005A3479">
      <w:r>
        <w:t>Ils s</w:t>
      </w:r>
      <w:r w:rsidR="006F1ADB">
        <w:t>’</w:t>
      </w:r>
      <w:r>
        <w:t>empressèrent autour de l</w:t>
      </w:r>
      <w:r w:rsidR="006F1ADB">
        <w:t>’</w:t>
      </w:r>
      <w:r>
        <w:t>enfant</w:t>
      </w:r>
      <w:r w:rsidR="006F1ADB">
        <w:t xml:space="preserve">, </w:t>
      </w:r>
      <w:r>
        <w:t>le firent souper et lui installèrent un lit provisoire dans lequel il s</w:t>
      </w:r>
      <w:r w:rsidR="006F1ADB">
        <w:t>’</w:t>
      </w:r>
      <w:r>
        <w:t>endormit aussitôt</w:t>
      </w:r>
      <w:r w:rsidR="006F1ADB">
        <w:t>.</w:t>
      </w:r>
    </w:p>
    <w:p w14:paraId="0154A019" w14:textId="70BBC9E3" w:rsidR="006F1ADB" w:rsidRDefault="005A3479" w:rsidP="006F1ADB">
      <w:pPr>
        <w:pStyle w:val="Titre2"/>
      </w:pPr>
      <w:bookmarkStart w:id="77" w:name="__RefHeading__79_1957917597"/>
      <w:bookmarkStart w:id="78" w:name="_Toc202369654"/>
      <w:bookmarkEnd w:id="77"/>
      <w:r>
        <w:lastRenderedPageBreak/>
        <w:t>IV</w:t>
      </w:r>
      <w:bookmarkEnd w:id="78"/>
    </w:p>
    <w:p w14:paraId="1F2F4C65" w14:textId="77777777" w:rsidR="006F1ADB" w:rsidRDefault="006F1ADB" w:rsidP="005A3479">
      <w:r>
        <w:t>— </w:t>
      </w:r>
      <w:r w:rsidR="005A3479">
        <w:t>Son visage est comme le masque tragique de Melpomène</w:t>
      </w:r>
      <w:r>
        <w:t xml:space="preserve">, </w:t>
      </w:r>
      <w:r w:rsidR="005A3479">
        <w:t>dit Sue</w:t>
      </w:r>
      <w:r>
        <w:t xml:space="preserve">, </w:t>
      </w:r>
      <w:r w:rsidR="005A3479">
        <w:t>le lendemain matin</w:t>
      </w:r>
      <w:r>
        <w:t xml:space="preserve">, </w:t>
      </w:r>
      <w:r w:rsidR="005A3479">
        <w:t>en examinant l</w:t>
      </w:r>
      <w:r>
        <w:t>’</w:t>
      </w:r>
      <w:r w:rsidR="005A3479">
        <w:t>enfant</w:t>
      </w:r>
      <w:r>
        <w:t xml:space="preserve">. </w:t>
      </w:r>
      <w:r w:rsidR="005A3479">
        <w:t>Quel est votre nom</w:t>
      </w:r>
      <w:r>
        <w:t xml:space="preserve">, </w:t>
      </w:r>
      <w:r w:rsidR="005A3479">
        <w:t>mon chéri</w:t>
      </w:r>
      <w:r>
        <w:t xml:space="preserve"> ? </w:t>
      </w:r>
      <w:r w:rsidR="005A3479">
        <w:t>Voulez-vous nous le dire</w:t>
      </w:r>
      <w:r>
        <w:t> ?</w:t>
      </w:r>
    </w:p>
    <w:p w14:paraId="34F5A1F8" w14:textId="77777777" w:rsidR="006F1ADB" w:rsidRDefault="006F1ADB" w:rsidP="005A3479">
      <w:r>
        <w:t>— </w:t>
      </w:r>
      <w:r w:rsidR="005A3479">
        <w:t>On m</w:t>
      </w:r>
      <w:r>
        <w:t>’</w:t>
      </w:r>
      <w:r w:rsidR="005A3479">
        <w:t>a toujours appelé</w:t>
      </w:r>
      <w:r>
        <w:t xml:space="preserve"> : </w:t>
      </w:r>
      <w:r w:rsidR="005A3479">
        <w:t>Petit Père le Temps</w:t>
      </w:r>
      <w:r>
        <w:t xml:space="preserve">. </w:t>
      </w:r>
      <w:r w:rsidR="005A3479">
        <w:t>C</w:t>
      </w:r>
      <w:r>
        <w:t>’</w:t>
      </w:r>
      <w:r w:rsidR="005A3479">
        <w:t>est un surnom</w:t>
      </w:r>
      <w:r>
        <w:t xml:space="preserve">… </w:t>
      </w:r>
      <w:r w:rsidR="005A3479">
        <w:t>parce que je parais vieux</w:t>
      </w:r>
      <w:r>
        <w:t xml:space="preserve">, </w:t>
      </w:r>
      <w:r w:rsidR="005A3479">
        <w:t>disait-on</w:t>
      </w:r>
      <w:r>
        <w:t>.</w:t>
      </w:r>
    </w:p>
    <w:p w14:paraId="748BE23C" w14:textId="77777777" w:rsidR="006F1ADB" w:rsidRDefault="005A3479" w:rsidP="005A3479">
      <w:r>
        <w:t>Il était l</w:t>
      </w:r>
      <w:r w:rsidR="006F1ADB">
        <w:t>’</w:t>
      </w:r>
      <w:r>
        <w:t>Âge</w:t>
      </w:r>
      <w:r w:rsidR="006F1ADB">
        <w:t xml:space="preserve">, </w:t>
      </w:r>
      <w:r>
        <w:t>déguisé en Jeunesse</w:t>
      </w:r>
      <w:r w:rsidR="006F1ADB">
        <w:t xml:space="preserve">, </w:t>
      </w:r>
      <w:r>
        <w:t>et si mal que sa réalité apparaissait à travers les crevasses du masque</w:t>
      </w:r>
      <w:r w:rsidR="006F1ADB">
        <w:t xml:space="preserve">. </w:t>
      </w:r>
      <w:r>
        <w:t>Une vague pr</w:t>
      </w:r>
      <w:r>
        <w:t>o</w:t>
      </w:r>
      <w:r>
        <w:t>fonde</w:t>
      </w:r>
      <w:r w:rsidR="006F1ADB">
        <w:t xml:space="preserve">, </w:t>
      </w:r>
      <w:r>
        <w:t>s</w:t>
      </w:r>
      <w:r w:rsidR="006F1ADB">
        <w:t>’</w:t>
      </w:r>
      <w:r>
        <w:t>élevant des anciennes années de nuit</w:t>
      </w:r>
      <w:r w:rsidR="006F1ADB">
        <w:t xml:space="preserve">, </w:t>
      </w:r>
      <w:r>
        <w:t>semblait parfois soulever l</w:t>
      </w:r>
      <w:r w:rsidR="006F1ADB">
        <w:t>’</w:t>
      </w:r>
      <w:r>
        <w:t>enfant en ce matin de sa vie</w:t>
      </w:r>
      <w:r w:rsidR="006F1ADB">
        <w:t xml:space="preserve">, </w:t>
      </w:r>
      <w:r>
        <w:t>où son visage regardait en arrière</w:t>
      </w:r>
      <w:r w:rsidR="006F1ADB">
        <w:t xml:space="preserve">, </w:t>
      </w:r>
      <w:r>
        <w:t>vers quelque grand Atlantique de temps</w:t>
      </w:r>
      <w:r w:rsidR="006F1ADB">
        <w:t xml:space="preserve">, </w:t>
      </w:r>
      <w:r>
        <w:t>et ne p</w:t>
      </w:r>
      <w:r>
        <w:t>a</w:t>
      </w:r>
      <w:r>
        <w:t>raissant pas prendre garde à ce qu</w:t>
      </w:r>
      <w:r w:rsidR="006F1ADB">
        <w:t>’</w:t>
      </w:r>
      <w:r>
        <w:t>il voyait</w:t>
      </w:r>
      <w:r w:rsidR="006F1ADB">
        <w:t>.</w:t>
      </w:r>
    </w:p>
    <w:p w14:paraId="1A1F18C0" w14:textId="77777777" w:rsidR="006F1ADB" w:rsidRDefault="006F1ADB" w:rsidP="005A3479">
      <w:r>
        <w:t>— </w:t>
      </w:r>
      <w:r w:rsidR="005A3479">
        <w:t>Vous semblez vieux</w:t>
      </w:r>
      <w:r>
        <w:t xml:space="preserve">, </w:t>
      </w:r>
      <w:r w:rsidR="005A3479">
        <w:t>en effet</w:t>
      </w:r>
      <w:r>
        <w:t xml:space="preserve">, </w:t>
      </w:r>
      <w:r w:rsidR="005A3479">
        <w:t>dit Sue tendrement</w:t>
      </w:r>
      <w:r>
        <w:t xml:space="preserve">. </w:t>
      </w:r>
      <w:r w:rsidR="005A3479">
        <w:t>C</w:t>
      </w:r>
      <w:r>
        <w:t>’</w:t>
      </w:r>
      <w:r w:rsidR="005A3479">
        <w:t>est étrange</w:t>
      </w:r>
      <w:r>
        <w:t xml:space="preserve">, </w:t>
      </w:r>
      <w:r w:rsidR="005A3479">
        <w:t>Jude</w:t>
      </w:r>
      <w:r>
        <w:t xml:space="preserve">, </w:t>
      </w:r>
      <w:r w:rsidR="005A3479">
        <w:t>que ces enfants vieux viennent toujours des pays neufs</w:t>
      </w:r>
      <w:r>
        <w:t xml:space="preserve">… </w:t>
      </w:r>
      <w:r w:rsidR="005A3479">
        <w:t>Mais quel est votre nom de baptême</w:t>
      </w:r>
      <w:r>
        <w:t> ?</w:t>
      </w:r>
    </w:p>
    <w:p w14:paraId="03DEC5F9" w14:textId="77777777" w:rsidR="006F1ADB" w:rsidRDefault="006F1ADB" w:rsidP="005A3479">
      <w:r>
        <w:t>— </w:t>
      </w:r>
      <w:r w:rsidR="005A3479">
        <w:t>Je n</w:t>
      </w:r>
      <w:r>
        <w:t>’</w:t>
      </w:r>
      <w:r w:rsidR="005A3479">
        <w:t>ai jamais été baptisé</w:t>
      </w:r>
      <w:r>
        <w:t>.</w:t>
      </w:r>
    </w:p>
    <w:p w14:paraId="66D3B339" w14:textId="77777777" w:rsidR="006F1ADB" w:rsidRDefault="006F1ADB" w:rsidP="005A3479">
      <w:r>
        <w:t>— </w:t>
      </w:r>
      <w:r w:rsidR="005A3479">
        <w:t>Pourquoi cela</w:t>
      </w:r>
      <w:r>
        <w:t> ?</w:t>
      </w:r>
    </w:p>
    <w:p w14:paraId="38C38A7B" w14:textId="77777777" w:rsidR="006F1ADB" w:rsidRDefault="006F1ADB" w:rsidP="005A3479">
      <w:r>
        <w:t>— </w:t>
      </w:r>
      <w:r w:rsidR="005A3479">
        <w:t>Parce que</w:t>
      </w:r>
      <w:r>
        <w:t xml:space="preserve">, </w:t>
      </w:r>
      <w:r w:rsidR="005A3479">
        <w:t>si j</w:t>
      </w:r>
      <w:r>
        <w:t>’</w:t>
      </w:r>
      <w:r w:rsidR="005A3479">
        <w:t>étais mort dans la damnation</w:t>
      </w:r>
      <w:r>
        <w:t xml:space="preserve">, </w:t>
      </w:r>
      <w:r w:rsidR="005A3479">
        <w:t>cela eût épargné les frais d</w:t>
      </w:r>
      <w:r>
        <w:t>’</w:t>
      </w:r>
      <w:r w:rsidR="005A3479">
        <w:t>un enterrement religieux</w:t>
      </w:r>
      <w:r>
        <w:t>.</w:t>
      </w:r>
    </w:p>
    <w:p w14:paraId="7E554B53" w14:textId="77777777" w:rsidR="006F1ADB" w:rsidRDefault="006F1ADB" w:rsidP="005A3479">
      <w:r>
        <w:t>— </w:t>
      </w:r>
      <w:r w:rsidR="005A3479">
        <w:t>Oh</w:t>
      </w:r>
      <w:r>
        <w:t xml:space="preserve"> !… </w:t>
      </w:r>
      <w:r w:rsidR="005A3479">
        <w:t>votre nom n</w:t>
      </w:r>
      <w:r>
        <w:t>’</w:t>
      </w:r>
      <w:r w:rsidR="005A3479">
        <w:t>est pas Jude</w:t>
      </w:r>
      <w:r>
        <w:t xml:space="preserve">, </w:t>
      </w:r>
      <w:r w:rsidR="005A3479">
        <w:t>alors</w:t>
      </w:r>
      <w:r>
        <w:t xml:space="preserve"> ? </w:t>
      </w:r>
      <w:r w:rsidR="005A3479">
        <w:t>demanda le père</w:t>
      </w:r>
      <w:r>
        <w:t xml:space="preserve">, </w:t>
      </w:r>
      <w:r w:rsidR="005A3479">
        <w:t>avec quelque désappointement</w:t>
      </w:r>
      <w:r>
        <w:t>.</w:t>
      </w:r>
    </w:p>
    <w:p w14:paraId="5532CBB4" w14:textId="77777777" w:rsidR="006F1ADB" w:rsidRDefault="005A3479" w:rsidP="005A3479">
      <w:r>
        <w:t>L</w:t>
      </w:r>
      <w:r w:rsidR="006F1ADB">
        <w:t>’</w:t>
      </w:r>
      <w:r>
        <w:t>enfant hocha la tête</w:t>
      </w:r>
      <w:r w:rsidR="006F1ADB">
        <w:t>.</w:t>
      </w:r>
    </w:p>
    <w:p w14:paraId="3C3DCBFE" w14:textId="77777777" w:rsidR="006F1ADB" w:rsidRDefault="006F1ADB" w:rsidP="005A3479">
      <w:r>
        <w:t>— </w:t>
      </w:r>
      <w:r w:rsidR="005A3479">
        <w:t>Je n</w:t>
      </w:r>
      <w:r>
        <w:t>’</w:t>
      </w:r>
      <w:r w:rsidR="005A3479">
        <w:t>en ai jamais entendu parler</w:t>
      </w:r>
      <w:r>
        <w:t>.</w:t>
      </w:r>
    </w:p>
    <w:p w14:paraId="6C2569E7" w14:textId="77777777" w:rsidR="006F1ADB" w:rsidRDefault="006F1ADB" w:rsidP="005A3479">
      <w:r>
        <w:t>— </w:t>
      </w:r>
      <w:r w:rsidR="005A3479">
        <w:t>Évidemment non</w:t>
      </w:r>
      <w:r>
        <w:t xml:space="preserve">, </w:t>
      </w:r>
      <w:r w:rsidR="005A3479">
        <w:t>dit Sue</w:t>
      </w:r>
      <w:r>
        <w:t xml:space="preserve">, </w:t>
      </w:r>
      <w:r w:rsidR="005A3479">
        <w:t>avec vivacité</w:t>
      </w:r>
      <w:r>
        <w:t xml:space="preserve">, </w:t>
      </w:r>
      <w:r w:rsidR="005A3479">
        <w:t xml:space="preserve">puisque </w:t>
      </w:r>
      <w:proofErr w:type="spellStart"/>
      <w:r w:rsidR="005A3479">
        <w:t>Arabella</w:t>
      </w:r>
      <w:proofErr w:type="spellEnd"/>
      <w:r w:rsidR="005A3479">
        <w:t xml:space="preserve"> vous haïssait toujours</w:t>
      </w:r>
      <w:r>
        <w:t>.</w:t>
      </w:r>
    </w:p>
    <w:p w14:paraId="695209A1" w14:textId="77777777" w:rsidR="006F1ADB" w:rsidRDefault="006F1ADB" w:rsidP="005A3479">
      <w:r>
        <w:lastRenderedPageBreak/>
        <w:t>— </w:t>
      </w:r>
      <w:r w:rsidR="005A3479">
        <w:t>Nous le baptiserons</w:t>
      </w:r>
      <w:r>
        <w:t xml:space="preserve">, </w:t>
      </w:r>
      <w:r w:rsidR="005A3479">
        <w:t>dit Jude</w:t>
      </w:r>
      <w:r>
        <w:t>.</w:t>
      </w:r>
    </w:p>
    <w:p w14:paraId="6F0B3BAA" w14:textId="77777777" w:rsidR="006F1ADB" w:rsidRDefault="005A3479" w:rsidP="005A3479">
      <w:r>
        <w:t>Et il dit à Sue</w:t>
      </w:r>
      <w:r w:rsidR="006F1ADB">
        <w:t xml:space="preserve">, </w:t>
      </w:r>
      <w:r>
        <w:t>tout bas</w:t>
      </w:r>
      <w:r w:rsidR="006F1ADB">
        <w:t> :</w:t>
      </w:r>
    </w:p>
    <w:p w14:paraId="2E11B0A6" w14:textId="77777777" w:rsidR="006F1ADB" w:rsidRDefault="006F1ADB" w:rsidP="005A3479">
      <w:r>
        <w:t>— </w:t>
      </w:r>
      <w:r w:rsidR="005A3479">
        <w:t>Le jour de notre mariage</w:t>
      </w:r>
      <w:r>
        <w:t>.</w:t>
      </w:r>
    </w:p>
    <w:p w14:paraId="1B0E0C70" w14:textId="77777777" w:rsidR="006F1ADB" w:rsidRDefault="005A3479" w:rsidP="005A3479">
      <w:r>
        <w:t>Cependant la venue de l</w:t>
      </w:r>
      <w:r w:rsidR="006F1ADB">
        <w:t>’</w:t>
      </w:r>
      <w:r>
        <w:t>enfant l</w:t>
      </w:r>
      <w:r w:rsidR="006F1ADB">
        <w:t>’</w:t>
      </w:r>
      <w:r>
        <w:t>avait troublé</w:t>
      </w:r>
      <w:r w:rsidR="006F1ADB">
        <w:t>.</w:t>
      </w:r>
    </w:p>
    <w:p w14:paraId="6665114E" w14:textId="77777777" w:rsidR="006F1ADB" w:rsidRDefault="005A3479" w:rsidP="005A3479">
      <w:r>
        <w:t>Un peu gênés par la fausseté de leur situation</w:t>
      </w:r>
      <w:r w:rsidR="006F1ADB">
        <w:t xml:space="preserve">, </w:t>
      </w:r>
      <w:r>
        <w:t>ayant l</w:t>
      </w:r>
      <w:r w:rsidR="006F1ADB">
        <w:t>’</w:t>
      </w:r>
      <w:r>
        <w:t>impression qu</w:t>
      </w:r>
      <w:r w:rsidR="006F1ADB">
        <w:t>’</w:t>
      </w:r>
      <w:r>
        <w:t>un mariage civil était moins solennel qu</w:t>
      </w:r>
      <w:r w:rsidR="006F1ADB">
        <w:t>’</w:t>
      </w:r>
      <w:r>
        <w:t>un m</w:t>
      </w:r>
      <w:r>
        <w:t>a</w:t>
      </w:r>
      <w:r>
        <w:t>riage religieux</w:t>
      </w:r>
      <w:r w:rsidR="006F1ADB">
        <w:t xml:space="preserve">, </w:t>
      </w:r>
      <w:r>
        <w:t>ils décidèrent de renoncer cette fois à l</w:t>
      </w:r>
      <w:r w:rsidR="006F1ADB">
        <w:t>’</w:t>
      </w:r>
      <w:r>
        <w:t>église</w:t>
      </w:r>
      <w:r w:rsidR="006F1ADB">
        <w:t xml:space="preserve">. </w:t>
      </w:r>
      <w:r>
        <w:t>Tous deux ensemble</w:t>
      </w:r>
      <w:r w:rsidR="006F1ADB">
        <w:t xml:space="preserve">, </w:t>
      </w:r>
      <w:r>
        <w:t>Sue et Jude allèrent à la mairie du district pour donner la notification légale</w:t>
      </w:r>
      <w:r w:rsidR="006F1ADB">
        <w:t xml:space="preserve"> ; </w:t>
      </w:r>
      <w:r>
        <w:t>ils étaient si bien devenus compagnons qu</w:t>
      </w:r>
      <w:r w:rsidR="006F1ADB">
        <w:t>’</w:t>
      </w:r>
      <w:r>
        <w:t>ils pouvaient à peine rien faire d</w:t>
      </w:r>
      <w:r w:rsidR="006F1ADB">
        <w:t>’</w:t>
      </w:r>
      <w:r>
        <w:t>important l</w:t>
      </w:r>
      <w:r w:rsidR="006F1ADB">
        <w:t>’</w:t>
      </w:r>
      <w:r>
        <w:t>un sans l</w:t>
      </w:r>
      <w:r w:rsidR="006F1ADB">
        <w:t>’</w:t>
      </w:r>
      <w:r>
        <w:t>autre</w:t>
      </w:r>
      <w:r w:rsidR="006F1ADB">
        <w:t>.</w:t>
      </w:r>
    </w:p>
    <w:p w14:paraId="4F040A19" w14:textId="77777777" w:rsidR="006F1ADB" w:rsidRDefault="006F1ADB" w:rsidP="005A3479">
      <w:r>
        <w:t>— </w:t>
      </w:r>
      <w:r w:rsidR="005A3479">
        <w:t>Cela gâte le sentiment</w:t>
      </w:r>
      <w:r>
        <w:t xml:space="preserve">, </w:t>
      </w:r>
      <w:r w:rsidR="005A3479">
        <w:t>n</w:t>
      </w:r>
      <w:r>
        <w:t>’</w:t>
      </w:r>
      <w:r w:rsidR="005A3479">
        <w:t>est-ce pas</w:t>
      </w:r>
      <w:r>
        <w:t xml:space="preserve"> ? </w:t>
      </w:r>
      <w:r w:rsidR="005A3479">
        <w:t>dit-elle en revenant au logis</w:t>
      </w:r>
      <w:r>
        <w:t xml:space="preserve">. </w:t>
      </w:r>
      <w:r w:rsidR="005A3479">
        <w:t>Cela paraît en faire une affaire plus sordide que lor</w:t>
      </w:r>
      <w:r w:rsidR="005A3479">
        <w:t>s</w:t>
      </w:r>
      <w:r w:rsidR="005A3479">
        <w:t>qu</w:t>
      </w:r>
      <w:r>
        <w:t>’</w:t>
      </w:r>
      <w:r w:rsidR="005A3479">
        <w:t>on signe un contrat dans une sacristie</w:t>
      </w:r>
      <w:r>
        <w:t xml:space="preserve">. </w:t>
      </w:r>
      <w:r w:rsidR="005A3479">
        <w:t>Il y a un peu de poésie à l</w:t>
      </w:r>
      <w:r>
        <w:t>’</w:t>
      </w:r>
      <w:r w:rsidR="005A3479">
        <w:t>église</w:t>
      </w:r>
      <w:r>
        <w:t xml:space="preserve">. </w:t>
      </w:r>
      <w:r w:rsidR="005A3479">
        <w:t>Mais nous essayerons de nous en contenter</w:t>
      </w:r>
      <w:r>
        <w:t>.</w:t>
      </w:r>
    </w:p>
    <w:p w14:paraId="62B13D44" w14:textId="77777777" w:rsidR="006F1ADB" w:rsidRDefault="006F1ADB" w:rsidP="005A3479">
      <w:r>
        <w:t>— </w:t>
      </w:r>
      <w:r w:rsidR="005A3479">
        <w:t>Oui</w:t>
      </w:r>
      <w:r>
        <w:t xml:space="preserve">, </w:t>
      </w:r>
      <w:r w:rsidR="005A3479">
        <w:t>car quel homme est celui qui s</w:t>
      </w:r>
      <w:r>
        <w:t>’</w:t>
      </w:r>
      <w:r w:rsidR="005A3479">
        <w:t>est fiancé à une femme et qui ne l</w:t>
      </w:r>
      <w:r>
        <w:t>’</w:t>
      </w:r>
      <w:r w:rsidR="005A3479">
        <w:t>a pas épousée</w:t>
      </w:r>
      <w:r>
        <w:t xml:space="preserve"> ? </w:t>
      </w:r>
      <w:r w:rsidR="005A3479">
        <w:t>Qu</w:t>
      </w:r>
      <w:r>
        <w:t>’</w:t>
      </w:r>
      <w:r w:rsidR="005A3479">
        <w:t>il s</w:t>
      </w:r>
      <w:r>
        <w:t>’</w:t>
      </w:r>
      <w:r w:rsidR="005A3479">
        <w:t>en aille et retourne dans sa maison</w:t>
      </w:r>
      <w:r>
        <w:t xml:space="preserve">, </w:t>
      </w:r>
      <w:r w:rsidR="005A3479">
        <w:t>à moins qu</w:t>
      </w:r>
      <w:r>
        <w:t>’</w:t>
      </w:r>
      <w:r w:rsidR="005A3479">
        <w:t>il ne meure dans le combat</w:t>
      </w:r>
      <w:r>
        <w:t xml:space="preserve">, </w:t>
      </w:r>
      <w:r w:rsidR="005A3479">
        <w:t>et qu</w:t>
      </w:r>
      <w:r>
        <w:t>’</w:t>
      </w:r>
      <w:r w:rsidR="005A3479">
        <w:t>un autre homme épouse la femme</w:t>
      </w:r>
      <w:r>
        <w:t xml:space="preserve">. </w:t>
      </w:r>
      <w:r w:rsidR="005A3479">
        <w:t>Ainsi parle le législateur juif</w:t>
      </w:r>
      <w:r>
        <w:t>.</w:t>
      </w:r>
    </w:p>
    <w:p w14:paraId="3B58C8B3" w14:textId="77777777" w:rsidR="006F1ADB" w:rsidRDefault="006F1ADB" w:rsidP="005A3479">
      <w:r>
        <w:t>— </w:t>
      </w:r>
      <w:r w:rsidR="005A3479">
        <w:t>Comme vous connaissez bien les Écritures</w:t>
      </w:r>
      <w:r>
        <w:t xml:space="preserve">, </w:t>
      </w:r>
      <w:r w:rsidR="005A3479">
        <w:t>Jude</w:t>
      </w:r>
      <w:r>
        <w:t xml:space="preserve"> ! </w:t>
      </w:r>
      <w:r w:rsidR="005A3479">
        <w:t>Rée</w:t>
      </w:r>
      <w:r w:rsidR="005A3479">
        <w:t>l</w:t>
      </w:r>
      <w:r w:rsidR="005A3479">
        <w:t>lement</w:t>
      </w:r>
      <w:r>
        <w:t xml:space="preserve">, </w:t>
      </w:r>
      <w:r w:rsidR="005A3479">
        <w:t>vous auriez dû être pasteur</w:t>
      </w:r>
      <w:r>
        <w:t xml:space="preserve">. </w:t>
      </w:r>
      <w:r w:rsidR="005A3479">
        <w:t>Je connais seulement les écrivains profanes</w:t>
      </w:r>
      <w:r>
        <w:t>.</w:t>
      </w:r>
    </w:p>
    <w:p w14:paraId="36BC2E7F" w14:textId="64A75010" w:rsidR="006F1ADB" w:rsidRDefault="005A3479" w:rsidP="005A3479">
      <w:r>
        <w:t>Sur ces entrefaites</w:t>
      </w:r>
      <w:r w:rsidR="006F1ADB">
        <w:t xml:space="preserve">, </w:t>
      </w:r>
      <w:r>
        <w:t>Jude se décida à relier le présent au passé</w:t>
      </w:r>
      <w:r w:rsidR="006F1ADB">
        <w:t xml:space="preserve">, </w:t>
      </w:r>
      <w:r>
        <w:t>si légèrement que ce fût</w:t>
      </w:r>
      <w:r w:rsidR="006F1ADB">
        <w:t xml:space="preserve">, </w:t>
      </w:r>
      <w:r>
        <w:t xml:space="preserve">en invitant au mariage la seule personne qui fût associée au souvenir de sa vie primitive à </w:t>
      </w:r>
      <w:proofErr w:type="spellStart"/>
      <w:r>
        <w:t>M</w:t>
      </w:r>
      <w:r>
        <w:t>a</w:t>
      </w:r>
      <w:r>
        <w:t>rygreen</w:t>
      </w:r>
      <w:proofErr w:type="spellEnd"/>
      <w:r w:rsidR="006F1ADB">
        <w:t xml:space="preserve"> – </w:t>
      </w:r>
      <w:r>
        <w:t>la vieille veuve</w:t>
      </w:r>
      <w:r w:rsidR="006F1ADB">
        <w:t>, M</w:t>
      </w:r>
      <w:r w:rsidR="006F1ADB" w:rsidRPr="006F1ADB">
        <w:rPr>
          <w:vertAlign w:val="superscript"/>
        </w:rPr>
        <w:t>rs</w:t>
      </w:r>
      <w:r w:rsidR="006F1ADB">
        <w:t> </w:t>
      </w:r>
      <w:proofErr w:type="spellStart"/>
      <w:r>
        <w:t>Edlin</w:t>
      </w:r>
      <w:proofErr w:type="spellEnd"/>
      <w:r w:rsidR="006F1ADB">
        <w:t xml:space="preserve">, </w:t>
      </w:r>
      <w:r>
        <w:t>qui avait été l</w:t>
      </w:r>
      <w:r w:rsidR="006F1ADB">
        <w:t>’</w:t>
      </w:r>
      <w:r>
        <w:t xml:space="preserve">amie de sa </w:t>
      </w:r>
      <w:proofErr w:type="spellStart"/>
      <w:r>
        <w:t>grand</w:t>
      </w:r>
      <w:r w:rsidR="006F1ADB">
        <w:t>’</w:t>
      </w:r>
      <w:r>
        <w:t>tante</w:t>
      </w:r>
      <w:proofErr w:type="spellEnd"/>
      <w:r>
        <w:t xml:space="preserve"> et l</w:t>
      </w:r>
      <w:r w:rsidR="006F1ADB">
        <w:t>’</w:t>
      </w:r>
      <w:r>
        <w:t>avait soignée dans sa dernière maladie</w:t>
      </w:r>
      <w:r w:rsidR="006F1ADB">
        <w:t>.</w:t>
      </w:r>
    </w:p>
    <w:p w14:paraId="696D744D" w14:textId="77777777" w:rsidR="006F1ADB" w:rsidRDefault="005A3479" w:rsidP="005A3479">
      <w:r>
        <w:lastRenderedPageBreak/>
        <w:t>Le matin du mariage</w:t>
      </w:r>
      <w:r w:rsidR="006F1ADB">
        <w:t xml:space="preserve">. </w:t>
      </w:r>
      <w:r>
        <w:t>Sue</w:t>
      </w:r>
      <w:r w:rsidR="006F1ADB">
        <w:t xml:space="preserve">, </w:t>
      </w:r>
      <w:r>
        <w:t>dont la nervosité s</w:t>
      </w:r>
      <w:r w:rsidR="006F1ADB">
        <w:t>’</w:t>
      </w:r>
      <w:r>
        <w:t>exagérait d</w:t>
      </w:r>
      <w:r w:rsidR="006F1ADB">
        <w:t>’</w:t>
      </w:r>
      <w:r>
        <w:t>heure en heure</w:t>
      </w:r>
      <w:r w:rsidR="006F1ADB">
        <w:t xml:space="preserve">, </w:t>
      </w:r>
      <w:r>
        <w:t>prit Jude à part</w:t>
      </w:r>
      <w:r w:rsidR="006F1ADB">
        <w:t xml:space="preserve">, </w:t>
      </w:r>
      <w:r>
        <w:t>dans le salon</w:t>
      </w:r>
      <w:r w:rsidR="006F1ADB">
        <w:t xml:space="preserve">, </w:t>
      </w:r>
      <w:r>
        <w:t>avant de partir</w:t>
      </w:r>
      <w:r w:rsidR="006F1ADB">
        <w:t>.</w:t>
      </w:r>
    </w:p>
    <w:p w14:paraId="38C8C920" w14:textId="77777777" w:rsidR="006F1ADB" w:rsidRDefault="006F1ADB" w:rsidP="005A3479">
      <w:r>
        <w:t>— </w:t>
      </w:r>
      <w:r w:rsidR="005A3479">
        <w:t>Jude</w:t>
      </w:r>
      <w:r>
        <w:t xml:space="preserve">, </w:t>
      </w:r>
      <w:r w:rsidR="005A3479">
        <w:t>je vous prie de m</w:t>
      </w:r>
      <w:r>
        <w:t>’</w:t>
      </w:r>
      <w:r w:rsidR="005A3479">
        <w:t>embrasser</w:t>
      </w:r>
      <w:r>
        <w:t xml:space="preserve">, </w:t>
      </w:r>
      <w:r w:rsidR="005A3479">
        <w:t>comme un amoureux</w:t>
      </w:r>
      <w:r>
        <w:t xml:space="preserve">, </w:t>
      </w:r>
      <w:r w:rsidR="005A3479">
        <w:t>chastement</w:t>
      </w:r>
      <w:r>
        <w:t xml:space="preserve">, </w:t>
      </w:r>
      <w:r w:rsidR="005A3479">
        <w:t>dit-elle</w:t>
      </w:r>
      <w:r>
        <w:t xml:space="preserve">, </w:t>
      </w:r>
      <w:r w:rsidR="005A3479">
        <w:t>se blottissant tremblante contre lui</w:t>
      </w:r>
      <w:r>
        <w:t xml:space="preserve">, </w:t>
      </w:r>
      <w:r w:rsidR="005A3479">
        <w:t>les cils humides</w:t>
      </w:r>
      <w:r>
        <w:t xml:space="preserve">… </w:t>
      </w:r>
      <w:r w:rsidR="005A3479">
        <w:t>Cela me semble une terrible témérité</w:t>
      </w:r>
      <w:r>
        <w:t xml:space="preserve">, </w:t>
      </w:r>
      <w:r w:rsidR="005A3479">
        <w:t>à nous deux</w:t>
      </w:r>
      <w:r>
        <w:t xml:space="preserve">, </w:t>
      </w:r>
      <w:r w:rsidR="005A3479">
        <w:t>que de nous marier</w:t>
      </w:r>
      <w:r>
        <w:t xml:space="preserve">. </w:t>
      </w:r>
      <w:r w:rsidR="005A3479">
        <w:t>Je vais m</w:t>
      </w:r>
      <w:r>
        <w:t>’</w:t>
      </w:r>
      <w:r w:rsidR="005A3479">
        <w:t>engager à vous par les mêmes p</w:t>
      </w:r>
      <w:r w:rsidR="005A3479">
        <w:t>a</w:t>
      </w:r>
      <w:r w:rsidR="005A3479">
        <w:t>roles qui m</w:t>
      </w:r>
      <w:r>
        <w:t>’</w:t>
      </w:r>
      <w:r w:rsidR="005A3479">
        <w:t>ont engagée à mon autre mari</w:t>
      </w:r>
      <w:r>
        <w:t xml:space="preserve">, </w:t>
      </w:r>
      <w:r w:rsidR="005A3479">
        <w:t>et vous à moi avec les mêmes mots qui vous ont lié à votre autre femme</w:t>
      </w:r>
      <w:r>
        <w:t xml:space="preserve">, </w:t>
      </w:r>
      <w:r w:rsidR="005A3479">
        <w:t>sans consid</w:t>
      </w:r>
      <w:r w:rsidR="005A3479">
        <w:t>é</w:t>
      </w:r>
      <w:r w:rsidR="005A3479">
        <w:t>ration pour la terrible leçon que nous enseignèrent ces exp</w:t>
      </w:r>
      <w:r w:rsidR="005A3479">
        <w:t>é</w:t>
      </w:r>
      <w:r w:rsidR="005A3479">
        <w:t>riences</w:t>
      </w:r>
      <w:r>
        <w:t>.</w:t>
      </w:r>
    </w:p>
    <w:p w14:paraId="5592459D" w14:textId="77777777" w:rsidR="006F1ADB" w:rsidRDefault="006F1ADB" w:rsidP="005A3479">
      <w:r>
        <w:t>— </w:t>
      </w:r>
      <w:r w:rsidR="005A3479">
        <w:t>Si vous sentez un malaise</w:t>
      </w:r>
      <w:r>
        <w:t xml:space="preserve">, </w:t>
      </w:r>
      <w:r w:rsidR="005A3479">
        <w:t>je suis malheureux</w:t>
      </w:r>
      <w:r>
        <w:t xml:space="preserve">, </w:t>
      </w:r>
      <w:r w:rsidR="005A3479">
        <w:t>dit-il</w:t>
      </w:r>
      <w:r>
        <w:t xml:space="preserve">. </w:t>
      </w:r>
      <w:r w:rsidR="005A3479">
        <w:t>J</w:t>
      </w:r>
      <w:r>
        <w:t>’</w:t>
      </w:r>
      <w:r w:rsidR="005A3479">
        <w:t>avais espéré que vous vous sentiriez tout à fait joyeuse</w:t>
      </w:r>
      <w:r>
        <w:t xml:space="preserve">. </w:t>
      </w:r>
      <w:r w:rsidR="005A3479">
        <w:t>Mais si vous ne l</w:t>
      </w:r>
      <w:r>
        <w:t>’</w:t>
      </w:r>
      <w:r w:rsidR="005A3479">
        <w:t>êtes pas</w:t>
      </w:r>
      <w:r>
        <w:t xml:space="preserve">, </w:t>
      </w:r>
      <w:r w:rsidR="005A3479">
        <w:t>vous ne l</w:t>
      </w:r>
      <w:r>
        <w:t>’</w:t>
      </w:r>
      <w:r w:rsidR="005A3479">
        <w:t>êtes pas</w:t>
      </w:r>
      <w:r>
        <w:t xml:space="preserve">. </w:t>
      </w:r>
      <w:r w:rsidR="005A3479">
        <w:t>Ce n</w:t>
      </w:r>
      <w:r>
        <w:t>’</w:t>
      </w:r>
      <w:r w:rsidR="005A3479">
        <w:t>est pas la peine de dissimuler</w:t>
      </w:r>
      <w:r>
        <w:t xml:space="preserve">. </w:t>
      </w:r>
      <w:r w:rsidR="005A3479">
        <w:t>Vous vous faites du mal et à moi aussi</w:t>
      </w:r>
      <w:r>
        <w:t>.</w:t>
      </w:r>
    </w:p>
    <w:p w14:paraId="047CFAEA" w14:textId="77777777" w:rsidR="006F1ADB" w:rsidRDefault="006F1ADB" w:rsidP="005A3479">
      <w:r>
        <w:t>— </w:t>
      </w:r>
      <w:r w:rsidR="005A3479">
        <w:t>C</w:t>
      </w:r>
      <w:r>
        <w:t>’</w:t>
      </w:r>
      <w:r w:rsidR="005A3479">
        <w:t>est déplaisant comme cet autre matin</w:t>
      </w:r>
      <w:r>
        <w:t xml:space="preserve">, </w:t>
      </w:r>
      <w:r w:rsidR="005A3479">
        <w:t>c</w:t>
      </w:r>
      <w:r>
        <w:t>’</w:t>
      </w:r>
      <w:r w:rsidR="005A3479">
        <w:t>est tout</w:t>
      </w:r>
      <w:r>
        <w:t xml:space="preserve">, </w:t>
      </w:r>
      <w:r w:rsidR="005A3479">
        <w:t>mu</w:t>
      </w:r>
      <w:r w:rsidR="005A3479">
        <w:t>r</w:t>
      </w:r>
      <w:r w:rsidR="005A3479">
        <w:t>mura-t-elle</w:t>
      </w:r>
      <w:r>
        <w:t xml:space="preserve">. </w:t>
      </w:r>
      <w:r w:rsidR="005A3479">
        <w:t>Allons</w:t>
      </w:r>
      <w:r>
        <w:t xml:space="preserve">, </w:t>
      </w:r>
      <w:r w:rsidR="005A3479">
        <w:t>maintenant</w:t>
      </w:r>
      <w:r>
        <w:t>.</w:t>
      </w:r>
    </w:p>
    <w:p w14:paraId="635523F1" w14:textId="77777777" w:rsidR="006F1ADB" w:rsidRDefault="005A3479" w:rsidP="005A3479">
      <w:r>
        <w:t>Ils partirent</w:t>
      </w:r>
      <w:r w:rsidR="006F1ADB">
        <w:t xml:space="preserve">, </w:t>
      </w:r>
      <w:r>
        <w:t>bras dessus bras dessous</w:t>
      </w:r>
      <w:r w:rsidR="006F1ADB">
        <w:t xml:space="preserve">, </w:t>
      </w:r>
      <w:r>
        <w:t>pour le susdit b</w:t>
      </w:r>
      <w:r>
        <w:t>u</w:t>
      </w:r>
      <w:r>
        <w:t>reau</w:t>
      </w:r>
      <w:r w:rsidR="006F1ADB">
        <w:t xml:space="preserve">, </w:t>
      </w:r>
      <w:r>
        <w:t>aucun témoin ne les accompagnant</w:t>
      </w:r>
      <w:r w:rsidR="006F1ADB">
        <w:t xml:space="preserve">, </w:t>
      </w:r>
      <w:r>
        <w:t xml:space="preserve">excepté la veuve </w:t>
      </w:r>
      <w:proofErr w:type="spellStart"/>
      <w:r>
        <w:t>Edlin</w:t>
      </w:r>
      <w:proofErr w:type="spellEnd"/>
      <w:r w:rsidR="006F1ADB">
        <w:t xml:space="preserve">. </w:t>
      </w:r>
      <w:r>
        <w:t>Dans le bureau</w:t>
      </w:r>
      <w:r w:rsidR="006F1ADB">
        <w:t xml:space="preserve">, </w:t>
      </w:r>
      <w:r>
        <w:t>plusieurs personnes étaient rassemblées</w:t>
      </w:r>
      <w:r w:rsidR="006F1ADB">
        <w:t xml:space="preserve">, </w:t>
      </w:r>
      <w:r>
        <w:t>et notre couple s</w:t>
      </w:r>
      <w:r w:rsidR="006F1ADB">
        <w:t>’</w:t>
      </w:r>
      <w:r>
        <w:t>aperçut qu</w:t>
      </w:r>
      <w:r w:rsidR="006F1ADB">
        <w:t>’</w:t>
      </w:r>
      <w:r>
        <w:t>on allait célébrer un mariage entre un soldat et une jeune femme</w:t>
      </w:r>
      <w:r w:rsidR="006F1ADB">
        <w:t xml:space="preserve">. </w:t>
      </w:r>
      <w:r>
        <w:t>La pièce où ils se trouvaient était un lieu odieux pour deux êtres de leur tempérament</w:t>
      </w:r>
      <w:r w:rsidR="006F1ADB">
        <w:t xml:space="preserve">, </w:t>
      </w:r>
      <w:r>
        <w:t>quoiqu</w:t>
      </w:r>
      <w:r w:rsidR="006F1ADB">
        <w:t>’</w:t>
      </w:r>
      <w:r>
        <w:t>il parût sans doute assez quelconque à ceux qui le fréquentaient habituellement</w:t>
      </w:r>
      <w:r w:rsidR="006F1ADB">
        <w:t xml:space="preserve">. </w:t>
      </w:r>
      <w:r>
        <w:t>Des livres de droit</w:t>
      </w:r>
      <w:r w:rsidR="006F1ADB">
        <w:t xml:space="preserve">, </w:t>
      </w:r>
      <w:r>
        <w:t>reliés en veau</w:t>
      </w:r>
      <w:r w:rsidR="006F1ADB">
        <w:t xml:space="preserve">, </w:t>
      </w:r>
      <w:r>
        <w:t>à l</w:t>
      </w:r>
      <w:r w:rsidR="006F1ADB">
        <w:t>’</w:t>
      </w:r>
      <w:r>
        <w:t>ancienne mode</w:t>
      </w:r>
      <w:r w:rsidR="006F1ADB">
        <w:t xml:space="preserve">, </w:t>
      </w:r>
      <w:r>
        <w:t>courraient un mur</w:t>
      </w:r>
      <w:r w:rsidR="006F1ADB">
        <w:t xml:space="preserve"> ; </w:t>
      </w:r>
      <w:r>
        <w:t>et partout ailleurs étaient des a</w:t>
      </w:r>
      <w:r>
        <w:t>n</w:t>
      </w:r>
      <w:r>
        <w:t>nuaires des postes et autres livres de renseignements</w:t>
      </w:r>
      <w:r w:rsidR="006F1ADB">
        <w:t xml:space="preserve">. </w:t>
      </w:r>
      <w:r>
        <w:t>Des liasses de papiers attachés avec des ficelles rouges étaient enta</w:t>
      </w:r>
      <w:r>
        <w:t>s</w:t>
      </w:r>
      <w:r>
        <w:t>sées tout autour</w:t>
      </w:r>
      <w:r w:rsidR="006F1ADB">
        <w:t xml:space="preserve">, </w:t>
      </w:r>
      <w:r>
        <w:t>dans des casiers</w:t>
      </w:r>
      <w:r w:rsidR="006F1ADB">
        <w:t xml:space="preserve">, </w:t>
      </w:r>
      <w:r>
        <w:t>et le parquet de bois nu était</w:t>
      </w:r>
      <w:r w:rsidR="006F1ADB">
        <w:t xml:space="preserve">, </w:t>
      </w:r>
      <w:r>
        <w:t>comme le seuil</w:t>
      </w:r>
      <w:r w:rsidR="006F1ADB">
        <w:t xml:space="preserve">, </w:t>
      </w:r>
      <w:r>
        <w:t>sali par les visiteurs précédents</w:t>
      </w:r>
      <w:r w:rsidR="006F1ADB">
        <w:t>.</w:t>
      </w:r>
    </w:p>
    <w:p w14:paraId="3838ED3D" w14:textId="77777777" w:rsidR="006F1ADB" w:rsidRDefault="005A3479" w:rsidP="005A3479">
      <w:r>
        <w:lastRenderedPageBreak/>
        <w:t>Le soldat était revêche et de mauvaise grâce</w:t>
      </w:r>
      <w:r w:rsidR="006F1ADB">
        <w:t xml:space="preserve">, </w:t>
      </w:r>
      <w:r>
        <w:t>la fiancée était triste et timide</w:t>
      </w:r>
      <w:r w:rsidR="006F1ADB">
        <w:t xml:space="preserve"> ; </w:t>
      </w:r>
      <w:r>
        <w:t>elle était apparemment sur le point de devenir mère</w:t>
      </w:r>
      <w:r w:rsidR="006F1ADB">
        <w:t xml:space="preserve">, </w:t>
      </w:r>
      <w:r>
        <w:t>et avait un œil poché</w:t>
      </w:r>
      <w:r w:rsidR="006F1ADB">
        <w:t xml:space="preserve">. </w:t>
      </w:r>
      <w:r>
        <w:t>Leur petite affaire fut bientôt te</w:t>
      </w:r>
      <w:r>
        <w:t>r</w:t>
      </w:r>
      <w:r>
        <w:t>minée et les mariés et leurs amis s</w:t>
      </w:r>
      <w:r w:rsidR="006F1ADB">
        <w:t>’</w:t>
      </w:r>
      <w:r>
        <w:t>éloignèrent</w:t>
      </w:r>
      <w:r w:rsidR="006F1ADB">
        <w:t xml:space="preserve"> ; </w:t>
      </w:r>
      <w:r>
        <w:t>en passant</w:t>
      </w:r>
      <w:r w:rsidR="006F1ADB">
        <w:t xml:space="preserve">, </w:t>
      </w:r>
      <w:r>
        <w:t>un des témoins dit par hasard à Jude et à Sue</w:t>
      </w:r>
      <w:r w:rsidR="006F1ADB">
        <w:t xml:space="preserve">, </w:t>
      </w:r>
      <w:r>
        <w:t>comme s</w:t>
      </w:r>
      <w:r w:rsidR="006F1ADB">
        <w:t>’</w:t>
      </w:r>
      <w:r>
        <w:t>il les eût connus auparavant</w:t>
      </w:r>
      <w:r w:rsidR="006F1ADB">
        <w:t> :</w:t>
      </w:r>
    </w:p>
    <w:p w14:paraId="34E1E73E" w14:textId="77777777" w:rsidR="006F1ADB" w:rsidRDefault="006F1ADB" w:rsidP="005A3479">
      <w:r>
        <w:t>— </w:t>
      </w:r>
      <w:r w:rsidR="005A3479">
        <w:t>Voyez-vous ce couple qui part à l</w:t>
      </w:r>
      <w:r>
        <w:t>’</w:t>
      </w:r>
      <w:r w:rsidR="005A3479">
        <w:t>instant</w:t>
      </w:r>
      <w:r>
        <w:t xml:space="preserve"> ?… </w:t>
      </w:r>
      <w:r w:rsidR="005A3479">
        <w:t>Ah</w:t>
      </w:r>
      <w:r>
        <w:t xml:space="preserve"> ! </w:t>
      </w:r>
      <w:r w:rsidR="005A3479">
        <w:t>Ah</w:t>
      </w:r>
      <w:r>
        <w:t xml:space="preserve"> !… </w:t>
      </w:r>
      <w:r w:rsidR="005A3479">
        <w:t>Ce garçon est sorti de prison justement ce matin</w:t>
      </w:r>
      <w:r>
        <w:t xml:space="preserve">. </w:t>
      </w:r>
      <w:r w:rsidR="005A3479">
        <w:t>La fille est a</w:t>
      </w:r>
      <w:r w:rsidR="005A3479">
        <w:t>l</w:t>
      </w:r>
      <w:r w:rsidR="005A3479">
        <w:t>lée le chercher aux portes de la prison et l</w:t>
      </w:r>
      <w:r>
        <w:t>’</w:t>
      </w:r>
      <w:r w:rsidR="005A3479">
        <w:t>a conduit tout droit ici</w:t>
      </w:r>
      <w:r>
        <w:t xml:space="preserve">. </w:t>
      </w:r>
      <w:r w:rsidR="005A3479">
        <w:t>Elle payera tout cela</w:t>
      </w:r>
      <w:r>
        <w:t>.</w:t>
      </w:r>
    </w:p>
    <w:p w14:paraId="5E64D71D" w14:textId="77777777" w:rsidR="006F1ADB" w:rsidRDefault="005A3479" w:rsidP="005A3479">
      <w:r>
        <w:t>Sue se tourna vers son ami</w:t>
      </w:r>
      <w:r w:rsidR="006F1ADB">
        <w:t> :</w:t>
      </w:r>
    </w:p>
    <w:p w14:paraId="7B263A12" w14:textId="77777777" w:rsidR="006F1ADB" w:rsidRDefault="006F1ADB" w:rsidP="005A3479">
      <w:r>
        <w:t>— </w:t>
      </w:r>
      <w:r w:rsidR="005A3479">
        <w:t>Jude</w:t>
      </w:r>
      <w:r>
        <w:t xml:space="preserve">… </w:t>
      </w:r>
      <w:r w:rsidR="005A3479">
        <w:t>Je me déplais ici</w:t>
      </w:r>
      <w:r>
        <w:t xml:space="preserve">… </w:t>
      </w:r>
      <w:r w:rsidR="005A3479">
        <w:t>Je voudrais que nous ne fu</w:t>
      </w:r>
      <w:r w:rsidR="005A3479">
        <w:t>s</w:t>
      </w:r>
      <w:r w:rsidR="005A3479">
        <w:t>sions pas venus</w:t>
      </w:r>
      <w:r>
        <w:t xml:space="preserve">. </w:t>
      </w:r>
      <w:r w:rsidR="005A3479">
        <w:t>Ce lieu me fait horreur</w:t>
      </w:r>
      <w:r>
        <w:t xml:space="preserve"> ; </w:t>
      </w:r>
      <w:r w:rsidR="005A3479">
        <w:t>il convient si mal au triomphe de notre amour</w:t>
      </w:r>
      <w:r>
        <w:t xml:space="preserve"> ! </w:t>
      </w:r>
      <w:r w:rsidR="005A3479">
        <w:t>J</w:t>
      </w:r>
      <w:r>
        <w:t>’</w:t>
      </w:r>
      <w:r w:rsidR="005A3479">
        <w:t>aurais préféré que ce fût à l</w:t>
      </w:r>
      <w:r>
        <w:t>’</w:t>
      </w:r>
      <w:r w:rsidR="005A3479">
        <w:t>église</w:t>
      </w:r>
      <w:r>
        <w:t xml:space="preserve"> ; </w:t>
      </w:r>
      <w:r w:rsidR="005A3479">
        <w:t>ce n</w:t>
      </w:r>
      <w:r>
        <w:t>’</w:t>
      </w:r>
      <w:r w:rsidR="005A3479">
        <w:t>est pas aussi vulgaire</w:t>
      </w:r>
      <w:r>
        <w:t xml:space="preserve">, </w:t>
      </w:r>
      <w:r w:rsidR="005A3479">
        <w:t>là</w:t>
      </w:r>
      <w:r>
        <w:t>.</w:t>
      </w:r>
    </w:p>
    <w:p w14:paraId="75776F40" w14:textId="77777777" w:rsidR="006F1ADB" w:rsidRDefault="006F1ADB" w:rsidP="005A3479">
      <w:r>
        <w:t>— </w:t>
      </w:r>
      <w:r w:rsidR="005A3479">
        <w:t>Chère petite fille</w:t>
      </w:r>
      <w:r>
        <w:t xml:space="preserve"> ! </w:t>
      </w:r>
      <w:r w:rsidR="005A3479">
        <w:t>dit Jude</w:t>
      </w:r>
      <w:r>
        <w:t xml:space="preserve">, </w:t>
      </w:r>
      <w:r w:rsidR="005A3479">
        <w:t>comme vous semblez pâle et troublée</w:t>
      </w:r>
      <w:r>
        <w:t> !</w:t>
      </w:r>
    </w:p>
    <w:p w14:paraId="015185B0" w14:textId="77777777" w:rsidR="006F1ADB" w:rsidRDefault="006F1ADB" w:rsidP="005A3479">
      <w:r>
        <w:t>— </w:t>
      </w:r>
      <w:r w:rsidR="005A3479">
        <w:t>Tout doit s</w:t>
      </w:r>
      <w:r>
        <w:t>’</w:t>
      </w:r>
      <w:r w:rsidR="005A3479">
        <w:t>accomplir ici</w:t>
      </w:r>
      <w:r>
        <w:t xml:space="preserve">, </w:t>
      </w:r>
      <w:r w:rsidR="005A3479">
        <w:t>maintenant</w:t>
      </w:r>
      <w:r>
        <w:t xml:space="preserve">, </w:t>
      </w:r>
      <w:r w:rsidR="005A3479">
        <w:t>je suppose</w:t>
      </w:r>
      <w:r>
        <w:t> ?</w:t>
      </w:r>
    </w:p>
    <w:p w14:paraId="3844BFD3" w14:textId="77777777" w:rsidR="006F1ADB" w:rsidRDefault="006F1ADB" w:rsidP="005A3479">
      <w:r>
        <w:t>— </w:t>
      </w:r>
      <w:r w:rsidR="005A3479">
        <w:t>Non</w:t>
      </w:r>
      <w:r>
        <w:t xml:space="preserve">, </w:t>
      </w:r>
      <w:r w:rsidR="005A3479">
        <w:t>peut-être pas nécessairement</w:t>
      </w:r>
      <w:r>
        <w:t>.</w:t>
      </w:r>
    </w:p>
    <w:p w14:paraId="02DF4050" w14:textId="77777777" w:rsidR="006F1ADB" w:rsidRDefault="005A3479" w:rsidP="005A3479">
      <w:r>
        <w:t>Il parla au clerc et revint</w:t>
      </w:r>
      <w:r w:rsidR="006F1ADB">
        <w:t> :</w:t>
      </w:r>
    </w:p>
    <w:p w14:paraId="73521251" w14:textId="77777777" w:rsidR="006F1ADB" w:rsidRDefault="006F1ADB" w:rsidP="005A3479">
      <w:r>
        <w:t>— </w:t>
      </w:r>
      <w:r w:rsidR="005A3479">
        <w:t>Non</w:t>
      </w:r>
      <w:r>
        <w:t xml:space="preserve">, </w:t>
      </w:r>
      <w:r w:rsidR="005A3479">
        <w:t>nous ne sommes pas obligés de nous marier ici ni ailleurs</w:t>
      </w:r>
      <w:r>
        <w:t xml:space="preserve">, </w:t>
      </w:r>
      <w:r w:rsidR="005A3479">
        <w:t>à moins que nous ne le désirions</w:t>
      </w:r>
      <w:r>
        <w:t xml:space="preserve">, </w:t>
      </w:r>
      <w:r w:rsidR="005A3479">
        <w:t>même maintenant</w:t>
      </w:r>
      <w:r>
        <w:t xml:space="preserve">, </w:t>
      </w:r>
      <w:r w:rsidR="005A3479">
        <w:t>dit-il</w:t>
      </w:r>
      <w:r>
        <w:t xml:space="preserve">. </w:t>
      </w:r>
      <w:r w:rsidR="005A3479">
        <w:t>Nous pouvons être mariés à l</w:t>
      </w:r>
      <w:r>
        <w:t>’</w:t>
      </w:r>
      <w:r w:rsidR="005A3479">
        <w:t>église</w:t>
      </w:r>
      <w:r>
        <w:t xml:space="preserve">, </w:t>
      </w:r>
      <w:r w:rsidR="005A3479">
        <w:t>sinon avec le même certificat</w:t>
      </w:r>
      <w:r>
        <w:t xml:space="preserve">, </w:t>
      </w:r>
      <w:r w:rsidR="005A3479">
        <w:t>du moins avec un autre qu</w:t>
      </w:r>
      <w:r>
        <w:t>’</w:t>
      </w:r>
      <w:r w:rsidR="005A3479">
        <w:t>on nous donnera</w:t>
      </w:r>
      <w:r>
        <w:t xml:space="preserve">, </w:t>
      </w:r>
      <w:r w:rsidR="005A3479">
        <w:t>je pense</w:t>
      </w:r>
      <w:r>
        <w:t xml:space="preserve">. </w:t>
      </w:r>
      <w:r w:rsidR="005A3479">
        <w:t>En tout cas</w:t>
      </w:r>
      <w:r>
        <w:t xml:space="preserve">, </w:t>
      </w:r>
      <w:r w:rsidR="005A3479">
        <w:t>sortons jusqu</w:t>
      </w:r>
      <w:r>
        <w:t>’</w:t>
      </w:r>
      <w:r w:rsidR="005A3479">
        <w:t>à ce que vous soyez plus calme</w:t>
      </w:r>
      <w:r>
        <w:t xml:space="preserve">, </w:t>
      </w:r>
      <w:r w:rsidR="005A3479">
        <w:t>ch</w:t>
      </w:r>
      <w:r w:rsidR="005A3479">
        <w:t>é</w:t>
      </w:r>
      <w:r w:rsidR="005A3479">
        <w:t>rie</w:t>
      </w:r>
      <w:r>
        <w:t xml:space="preserve">, </w:t>
      </w:r>
      <w:r w:rsidR="005A3479">
        <w:t>et moi aussi</w:t>
      </w:r>
      <w:r>
        <w:t xml:space="preserve"> ; </w:t>
      </w:r>
      <w:r w:rsidR="005A3479">
        <w:t>nous discuterons</w:t>
      </w:r>
      <w:r>
        <w:t>.</w:t>
      </w:r>
    </w:p>
    <w:p w14:paraId="3FBFA4D3" w14:textId="77777777" w:rsidR="006F1ADB" w:rsidRDefault="005A3479" w:rsidP="005A3479">
      <w:r>
        <w:t>Ils sortirent furtivement avec une mine de coupables</w:t>
      </w:r>
      <w:r w:rsidR="006F1ADB">
        <w:t xml:space="preserve">, </w:t>
      </w:r>
      <w:r>
        <w:t>comme s</w:t>
      </w:r>
      <w:r w:rsidR="006F1ADB">
        <w:t>’</w:t>
      </w:r>
      <w:r>
        <w:t>ils avaient commis quelque méfait</w:t>
      </w:r>
      <w:r w:rsidR="006F1ADB">
        <w:t xml:space="preserve">, </w:t>
      </w:r>
      <w:r>
        <w:t xml:space="preserve">fermant la porte </w:t>
      </w:r>
      <w:r>
        <w:lastRenderedPageBreak/>
        <w:t>sans bruit</w:t>
      </w:r>
      <w:r w:rsidR="006F1ADB">
        <w:t xml:space="preserve">, </w:t>
      </w:r>
      <w:r>
        <w:t>et disant à la veuve</w:t>
      </w:r>
      <w:r w:rsidR="006F1ADB">
        <w:t xml:space="preserve">, </w:t>
      </w:r>
      <w:r>
        <w:t>qui les attendait dans le vest</w:t>
      </w:r>
      <w:r>
        <w:t>i</w:t>
      </w:r>
      <w:r>
        <w:t>bule</w:t>
      </w:r>
      <w:r w:rsidR="006F1ADB">
        <w:t xml:space="preserve">, </w:t>
      </w:r>
      <w:r>
        <w:t>de revenir les attendre à la maison</w:t>
      </w:r>
      <w:r w:rsidR="006F1ADB">
        <w:t xml:space="preserve">, </w:t>
      </w:r>
      <w:r>
        <w:t>qu</w:t>
      </w:r>
      <w:r w:rsidR="006F1ADB">
        <w:t>’</w:t>
      </w:r>
      <w:r>
        <w:t>ils prendraient des passants comme témoins à l</w:t>
      </w:r>
      <w:r w:rsidR="006F1ADB">
        <w:t>’</w:t>
      </w:r>
      <w:r>
        <w:t>occasion</w:t>
      </w:r>
      <w:r w:rsidR="006F1ADB">
        <w:t xml:space="preserve">, </w:t>
      </w:r>
      <w:r>
        <w:t>si cela était nécessaire</w:t>
      </w:r>
      <w:r w:rsidR="006F1ADB">
        <w:t xml:space="preserve">. </w:t>
      </w:r>
      <w:r>
        <w:t>Quand ils furent dans la rue</w:t>
      </w:r>
      <w:r w:rsidR="006F1ADB">
        <w:t xml:space="preserve">, </w:t>
      </w:r>
      <w:r>
        <w:t>ils prirent une allée peu fréquentée où ils se promenèrent de long en large</w:t>
      </w:r>
      <w:r w:rsidR="006F1ADB">
        <w:t xml:space="preserve">, </w:t>
      </w:r>
      <w:r>
        <w:t xml:space="preserve">comme ils avaient fait longtemps auparavant dans le marché de </w:t>
      </w:r>
      <w:proofErr w:type="spellStart"/>
      <w:r>
        <w:t>Melchester</w:t>
      </w:r>
      <w:proofErr w:type="spellEnd"/>
      <w:r w:rsidR="006F1ADB">
        <w:t>.</w:t>
      </w:r>
    </w:p>
    <w:p w14:paraId="780DC1AD" w14:textId="77777777" w:rsidR="006F1ADB" w:rsidRDefault="005A3479" w:rsidP="005A3479">
      <w:r>
        <w:t>Sue dit enfin</w:t>
      </w:r>
      <w:r w:rsidR="006F1ADB">
        <w:t> :</w:t>
      </w:r>
    </w:p>
    <w:p w14:paraId="2970BD79" w14:textId="77777777" w:rsidR="006F1ADB" w:rsidRDefault="006F1ADB" w:rsidP="005A3479">
      <w:r>
        <w:t>— </w:t>
      </w:r>
      <w:r w:rsidR="005A3479">
        <w:t>Cela me paraît une faiblesse aussi</w:t>
      </w:r>
      <w:r>
        <w:t xml:space="preserve">, </w:t>
      </w:r>
      <w:r w:rsidR="005A3479">
        <w:t>de vaciller</w:t>
      </w:r>
      <w:r>
        <w:t xml:space="preserve">, </w:t>
      </w:r>
      <w:r w:rsidR="005A3479">
        <w:t>comme nous le faisons</w:t>
      </w:r>
      <w:r>
        <w:t xml:space="preserve">. </w:t>
      </w:r>
      <w:r w:rsidR="005A3479">
        <w:t>Et cependant cela vaut bien mieux que d</w:t>
      </w:r>
      <w:r>
        <w:t>’</w:t>
      </w:r>
      <w:r w:rsidR="005A3479">
        <w:t>agir trop précipitamment une seconde fois</w:t>
      </w:r>
      <w:r>
        <w:t xml:space="preserve">… </w:t>
      </w:r>
      <w:r w:rsidR="005A3479">
        <w:t>Que cette scène était terrible pour moi</w:t>
      </w:r>
      <w:r>
        <w:t xml:space="preserve"> ! </w:t>
      </w:r>
      <w:r w:rsidR="005A3479">
        <w:t>L</w:t>
      </w:r>
      <w:r>
        <w:t>’</w:t>
      </w:r>
      <w:r w:rsidR="005A3479">
        <w:t>expression de ce flasque visage de femme venant se donner elle-même à ce gibier de prison</w:t>
      </w:r>
      <w:r>
        <w:t xml:space="preserve">, </w:t>
      </w:r>
      <w:r w:rsidR="005A3479">
        <w:t>non pour quelques heures</w:t>
      </w:r>
      <w:r>
        <w:t xml:space="preserve">, </w:t>
      </w:r>
      <w:r w:rsidR="005A3479">
        <w:t>comme elle le voudrait</w:t>
      </w:r>
      <w:r>
        <w:t xml:space="preserve">, </w:t>
      </w:r>
      <w:r w:rsidR="005A3479">
        <w:t>mais pour toute sa vie</w:t>
      </w:r>
      <w:r>
        <w:t xml:space="preserve">, </w:t>
      </w:r>
      <w:r w:rsidR="005A3479">
        <w:t>comme elle le doit</w:t>
      </w:r>
      <w:r>
        <w:t xml:space="preserve">. </w:t>
      </w:r>
      <w:r w:rsidR="005A3479">
        <w:t>Et la pauvre âme</w:t>
      </w:r>
      <w:r>
        <w:t xml:space="preserve">, </w:t>
      </w:r>
      <w:r w:rsidR="005A3479">
        <w:t>pour éviter une honte-conventionnelle</w:t>
      </w:r>
      <w:r>
        <w:t xml:space="preserve">, </w:t>
      </w:r>
      <w:r w:rsidR="005A3479">
        <w:t>imputable à la faiblesse de son caractère</w:t>
      </w:r>
      <w:r>
        <w:t xml:space="preserve">, </w:t>
      </w:r>
      <w:r w:rsidR="005A3479">
        <w:t>elle se dégrade jusqu</w:t>
      </w:r>
      <w:r>
        <w:t>’</w:t>
      </w:r>
      <w:r w:rsidR="005A3479">
        <w:t>à la honte réelle d</w:t>
      </w:r>
      <w:r>
        <w:t>’</w:t>
      </w:r>
      <w:r w:rsidR="005A3479">
        <w:t>un esclavage auprès d</w:t>
      </w:r>
      <w:r>
        <w:t>’</w:t>
      </w:r>
      <w:r w:rsidR="005A3479">
        <w:t>un t</w:t>
      </w:r>
      <w:r w:rsidR="005A3479">
        <w:t>y</w:t>
      </w:r>
      <w:r w:rsidR="005A3479">
        <w:t>ran qui la méprise</w:t>
      </w:r>
      <w:r>
        <w:t xml:space="preserve">, </w:t>
      </w:r>
      <w:r w:rsidR="005A3479">
        <w:t>un homme qu</w:t>
      </w:r>
      <w:r>
        <w:t>’</w:t>
      </w:r>
      <w:r w:rsidR="005A3479">
        <w:t>elle devait fuir pour garder sa dernière chance de salut</w:t>
      </w:r>
      <w:r>
        <w:t xml:space="preserve">… </w:t>
      </w:r>
      <w:r w:rsidR="005A3479">
        <w:t>C</w:t>
      </w:r>
      <w:r>
        <w:t>’</w:t>
      </w:r>
      <w:r w:rsidR="005A3479">
        <w:t>est ici notre église paroissiale</w:t>
      </w:r>
      <w:r>
        <w:t xml:space="preserve">, </w:t>
      </w:r>
      <w:r w:rsidR="005A3479">
        <w:t>n</w:t>
      </w:r>
      <w:r>
        <w:t>’</w:t>
      </w:r>
      <w:r w:rsidR="005A3479">
        <w:t>est-ce pas</w:t>
      </w:r>
      <w:r>
        <w:t xml:space="preserve"> ? </w:t>
      </w:r>
      <w:r w:rsidR="005A3479">
        <w:t>C</w:t>
      </w:r>
      <w:r>
        <w:t>’</w:t>
      </w:r>
      <w:r w:rsidR="005A3479">
        <w:t>est là que nous serions allés</w:t>
      </w:r>
      <w:r>
        <w:t xml:space="preserve">, </w:t>
      </w:r>
      <w:r w:rsidR="005A3479">
        <w:t>si nous avions suivi la coutume</w:t>
      </w:r>
      <w:r>
        <w:t xml:space="preserve"> ? </w:t>
      </w:r>
      <w:r w:rsidR="005A3479">
        <w:t>On dirait qu</w:t>
      </w:r>
      <w:r>
        <w:t>’</w:t>
      </w:r>
      <w:r w:rsidR="005A3479">
        <w:t>on célèbre un service</w:t>
      </w:r>
      <w:r>
        <w:t>.</w:t>
      </w:r>
    </w:p>
    <w:p w14:paraId="544C33D8" w14:textId="77777777" w:rsidR="006F1ADB" w:rsidRDefault="005A3479" w:rsidP="005A3479">
      <w:r>
        <w:t>Jude alla regarder</w:t>
      </w:r>
      <w:r w:rsidR="006F1ADB">
        <w:t xml:space="preserve">, </w:t>
      </w:r>
      <w:r>
        <w:t>du seuil de l</w:t>
      </w:r>
      <w:r w:rsidR="006F1ADB">
        <w:t>’</w:t>
      </w:r>
      <w:r>
        <w:t>église</w:t>
      </w:r>
      <w:r w:rsidR="006F1ADB">
        <w:t> :</w:t>
      </w:r>
    </w:p>
    <w:p w14:paraId="3108D796" w14:textId="77777777" w:rsidR="006F1ADB" w:rsidRDefault="006F1ADB" w:rsidP="005A3479">
      <w:r>
        <w:t>— </w:t>
      </w:r>
      <w:r w:rsidR="005A3479">
        <w:t>Comment</w:t>
      </w:r>
      <w:r>
        <w:t xml:space="preserve">… </w:t>
      </w:r>
      <w:r w:rsidR="005A3479">
        <w:t>c</w:t>
      </w:r>
      <w:r>
        <w:t>’</w:t>
      </w:r>
      <w:r w:rsidR="005A3479">
        <w:t>est aussi un mariage</w:t>
      </w:r>
      <w:r>
        <w:t xml:space="preserve">, </w:t>
      </w:r>
      <w:r w:rsidR="005A3479">
        <w:t>dit-il</w:t>
      </w:r>
      <w:r>
        <w:t>.</w:t>
      </w:r>
    </w:p>
    <w:p w14:paraId="22809F2B" w14:textId="77777777" w:rsidR="006F1ADB" w:rsidRDefault="005A3479" w:rsidP="005A3479">
      <w:r>
        <w:t>Sue pensa que la proximité du carême causait cette a</w:t>
      </w:r>
      <w:r>
        <w:t>f</w:t>
      </w:r>
      <w:r>
        <w:t>fluence de cérémonies nuptiales</w:t>
      </w:r>
      <w:r w:rsidR="006F1ADB">
        <w:t>.</w:t>
      </w:r>
    </w:p>
    <w:p w14:paraId="794411D3" w14:textId="77777777" w:rsidR="006F1ADB" w:rsidRDefault="006F1ADB" w:rsidP="005A3479">
      <w:r>
        <w:t>— </w:t>
      </w:r>
      <w:r w:rsidR="005A3479">
        <w:t>Écoutons</w:t>
      </w:r>
      <w:r>
        <w:t xml:space="preserve">, </w:t>
      </w:r>
      <w:r w:rsidR="005A3479">
        <w:t>dit-elle</w:t>
      </w:r>
      <w:r>
        <w:t xml:space="preserve">, </w:t>
      </w:r>
      <w:r w:rsidR="005A3479">
        <w:t>et voyons quelle impression ce m</w:t>
      </w:r>
      <w:r w:rsidR="005A3479">
        <w:t>a</w:t>
      </w:r>
      <w:r w:rsidR="005A3479">
        <w:t>riage nous fait</w:t>
      </w:r>
      <w:r>
        <w:t xml:space="preserve">, </w:t>
      </w:r>
      <w:r w:rsidR="005A3479">
        <w:t>quand il est célébré à l</w:t>
      </w:r>
      <w:r>
        <w:t>’</w:t>
      </w:r>
      <w:r w:rsidR="005A3479">
        <w:t>église</w:t>
      </w:r>
      <w:r>
        <w:t>.</w:t>
      </w:r>
    </w:p>
    <w:p w14:paraId="3DD89945" w14:textId="77777777" w:rsidR="006F1ADB" w:rsidRDefault="005A3479" w:rsidP="005A3479">
      <w:r>
        <w:lastRenderedPageBreak/>
        <w:t>Ils entrèrent à l</w:t>
      </w:r>
      <w:r w:rsidR="006F1ADB">
        <w:t>’</w:t>
      </w:r>
      <w:r>
        <w:t>église et</w:t>
      </w:r>
      <w:r w:rsidR="006F1ADB">
        <w:t xml:space="preserve">, </w:t>
      </w:r>
      <w:r>
        <w:t>placés dans un des bas-côtés</w:t>
      </w:r>
      <w:r w:rsidR="006F1ADB">
        <w:t xml:space="preserve">, </w:t>
      </w:r>
      <w:r>
        <w:t>ils observèrent ce qui se passait devant l</w:t>
      </w:r>
      <w:r w:rsidR="006F1ADB">
        <w:t>’</w:t>
      </w:r>
      <w:r>
        <w:t>autel</w:t>
      </w:r>
      <w:r w:rsidR="006F1ADB">
        <w:t xml:space="preserve">. </w:t>
      </w:r>
      <w:r>
        <w:t>Les conjoints se</w:t>
      </w:r>
      <w:r>
        <w:t>m</w:t>
      </w:r>
      <w:r>
        <w:t>blaient appartenir à la classe moyenne</w:t>
      </w:r>
      <w:r w:rsidR="006F1ADB">
        <w:t xml:space="preserve">, </w:t>
      </w:r>
      <w:r>
        <w:t>et la noce était tout à fait ordinaire</w:t>
      </w:r>
      <w:r w:rsidR="006F1ADB">
        <w:t xml:space="preserve">, </w:t>
      </w:r>
      <w:r>
        <w:t>sans grande élégance ni grand intérêt</w:t>
      </w:r>
      <w:r w:rsidR="006F1ADB">
        <w:t xml:space="preserve">. </w:t>
      </w:r>
      <w:r>
        <w:t>Ils pouvaient voir trembler les fleurs dans la main de la fiancée</w:t>
      </w:r>
      <w:r w:rsidR="006F1ADB">
        <w:t xml:space="preserve">, </w:t>
      </w:r>
      <w:r>
        <w:t>même à di</w:t>
      </w:r>
      <w:r>
        <w:t>s</w:t>
      </w:r>
      <w:r>
        <w:t>tance</w:t>
      </w:r>
      <w:r w:rsidR="006F1ADB">
        <w:t xml:space="preserve">, </w:t>
      </w:r>
      <w:r>
        <w:t>et l</w:t>
      </w:r>
      <w:r w:rsidR="006F1ADB">
        <w:t>’</w:t>
      </w:r>
      <w:r>
        <w:t>entendre murmurer mécaniquement des mots dont elle semblait ne pas comprendre le sens</w:t>
      </w:r>
      <w:r w:rsidR="006F1ADB">
        <w:t xml:space="preserve">. </w:t>
      </w:r>
      <w:r>
        <w:t>Sue et Jude écoutaient et ils se voyaient chacun dans le passé s</w:t>
      </w:r>
      <w:r w:rsidR="006F1ADB">
        <w:t>’</w:t>
      </w:r>
      <w:r>
        <w:t>engageant soi-même de la même façon</w:t>
      </w:r>
      <w:r w:rsidR="006F1ADB">
        <w:t>.</w:t>
      </w:r>
    </w:p>
    <w:p w14:paraId="04DAAEC6" w14:textId="77777777" w:rsidR="006F1ADB" w:rsidRDefault="006F1ADB" w:rsidP="005A3479">
      <w:r>
        <w:t>— </w:t>
      </w:r>
      <w:r w:rsidR="005A3479">
        <w:t>Ce n</w:t>
      </w:r>
      <w:r>
        <w:t>’</w:t>
      </w:r>
      <w:r w:rsidR="005A3479">
        <w:t>est pas la même chose pour elle</w:t>
      </w:r>
      <w:r>
        <w:t xml:space="preserve"> – </w:t>
      </w:r>
      <w:r w:rsidR="005A3479">
        <w:t>pauvre créature</w:t>
      </w:r>
      <w:r>
        <w:t xml:space="preserve"> – </w:t>
      </w:r>
      <w:r w:rsidR="005A3479">
        <w:t>ce n</w:t>
      </w:r>
      <w:r>
        <w:t>’</w:t>
      </w:r>
      <w:r w:rsidR="005A3479">
        <w:t>est pas la même chose que ce serait pour moi</w:t>
      </w:r>
      <w:r>
        <w:t xml:space="preserve">, </w:t>
      </w:r>
      <w:r w:rsidR="005A3479">
        <w:t>si je me r</w:t>
      </w:r>
      <w:r w:rsidR="005A3479">
        <w:t>e</w:t>
      </w:r>
      <w:r w:rsidR="005A3479">
        <w:t>mariais</w:t>
      </w:r>
      <w:r>
        <w:t xml:space="preserve">, </w:t>
      </w:r>
      <w:r w:rsidR="005A3479">
        <w:t>avec ce que je sais actuellement</w:t>
      </w:r>
      <w:r>
        <w:t xml:space="preserve">, </w:t>
      </w:r>
      <w:r w:rsidR="005A3479">
        <w:t>dit Sue tout bas</w:t>
      </w:r>
      <w:r>
        <w:t xml:space="preserve">. </w:t>
      </w:r>
      <w:r w:rsidR="005A3479">
        <w:t>Vous voyez</w:t>
      </w:r>
      <w:r>
        <w:t xml:space="preserve">, </w:t>
      </w:r>
      <w:r w:rsidR="005A3479">
        <w:t>ils sont novices et considèrent la cérémonie comme chose toute naturelle</w:t>
      </w:r>
      <w:r>
        <w:t xml:space="preserve"> : </w:t>
      </w:r>
      <w:r w:rsidR="005A3479">
        <w:t>mais nous qui avons été réveillés par l</w:t>
      </w:r>
      <w:r>
        <w:t>’</w:t>
      </w:r>
      <w:r w:rsidR="005A3479">
        <w:t>expérience</w:t>
      </w:r>
      <w:r>
        <w:t xml:space="preserve">, </w:t>
      </w:r>
      <w:r w:rsidR="005A3479">
        <w:t>moi</w:t>
      </w:r>
      <w:r>
        <w:t xml:space="preserve">, </w:t>
      </w:r>
      <w:r w:rsidR="005A3479">
        <w:t>du moins</w:t>
      </w:r>
      <w:r>
        <w:t xml:space="preserve">, </w:t>
      </w:r>
      <w:r w:rsidR="005A3479">
        <w:t>il me semble réellement immoral de venir et d</w:t>
      </w:r>
      <w:r>
        <w:t>’</w:t>
      </w:r>
      <w:r w:rsidR="005A3479">
        <w:t>entreprendre encore la même chose avec des yeux ouverts</w:t>
      </w:r>
      <w:r>
        <w:t xml:space="preserve">. </w:t>
      </w:r>
      <w:r w:rsidR="005A3479">
        <w:t>Venir ici et voir ceci</w:t>
      </w:r>
      <w:r>
        <w:t xml:space="preserve">, </w:t>
      </w:r>
      <w:r w:rsidR="005A3479">
        <w:t>m</w:t>
      </w:r>
      <w:r>
        <w:t>’</w:t>
      </w:r>
      <w:r w:rsidR="005A3479">
        <w:t>a fait craindre le mariage rel</w:t>
      </w:r>
      <w:r w:rsidR="005A3479">
        <w:t>i</w:t>
      </w:r>
      <w:r w:rsidR="005A3479">
        <w:t>gieux autant que le mariage civil</w:t>
      </w:r>
      <w:r>
        <w:t xml:space="preserve">… </w:t>
      </w:r>
      <w:r w:rsidR="005A3479">
        <w:t>Nous sommes un couple faible et tremblant</w:t>
      </w:r>
      <w:r>
        <w:t xml:space="preserve">, </w:t>
      </w:r>
      <w:r w:rsidR="005A3479">
        <w:t>cher Jude</w:t>
      </w:r>
      <w:r>
        <w:t xml:space="preserve">, </w:t>
      </w:r>
      <w:r w:rsidR="005A3479">
        <w:t>et ce qui donne confiance aux autres nous inspire des doutes</w:t>
      </w:r>
      <w:r>
        <w:t>.</w:t>
      </w:r>
    </w:p>
    <w:p w14:paraId="5730EF0C" w14:textId="77777777" w:rsidR="006F1ADB" w:rsidRDefault="006F1ADB" w:rsidP="005A3479">
      <w:r>
        <w:t>— </w:t>
      </w:r>
      <w:r w:rsidR="005A3479">
        <w:t>Nous sommes horriblement sensitifs</w:t>
      </w:r>
      <w:r>
        <w:t xml:space="preserve">. </w:t>
      </w:r>
      <w:r w:rsidR="005A3479">
        <w:t>C</w:t>
      </w:r>
      <w:r>
        <w:t>’</w:t>
      </w:r>
      <w:r w:rsidR="005A3479">
        <w:t>est ce qui nous caractérise réellement</w:t>
      </w:r>
      <w:r>
        <w:t xml:space="preserve">, </w:t>
      </w:r>
      <w:r w:rsidR="005A3479">
        <w:t>Sue</w:t>
      </w:r>
      <w:r>
        <w:t xml:space="preserve">, </w:t>
      </w:r>
      <w:r w:rsidR="005A3479">
        <w:t>déclara-t-il</w:t>
      </w:r>
      <w:r>
        <w:t>.</w:t>
      </w:r>
    </w:p>
    <w:p w14:paraId="05986C4B" w14:textId="77777777" w:rsidR="006F1ADB" w:rsidRDefault="006F1ADB" w:rsidP="005A3479">
      <w:r>
        <w:t>— </w:t>
      </w:r>
      <w:r w:rsidR="005A3479">
        <w:t>J</w:t>
      </w:r>
      <w:r>
        <w:t>’</w:t>
      </w:r>
      <w:r w:rsidR="005A3479">
        <w:t>imagine qu</w:t>
      </w:r>
      <w:r>
        <w:t>’</w:t>
      </w:r>
      <w:r w:rsidR="005A3479">
        <w:t>il y a beaucoup plus de gens dans notre cas que nous ne le pensons</w:t>
      </w:r>
      <w:r>
        <w:t>.</w:t>
      </w:r>
    </w:p>
    <w:p w14:paraId="02B25210" w14:textId="77777777" w:rsidR="006F1ADB" w:rsidRDefault="006F1ADB" w:rsidP="005A3479">
      <w:r>
        <w:t>— </w:t>
      </w:r>
      <w:r w:rsidR="005A3479">
        <w:t>Je ne sais</w:t>
      </w:r>
      <w:r>
        <w:t xml:space="preserve">. </w:t>
      </w:r>
      <w:r w:rsidR="005A3479">
        <w:t>L</w:t>
      </w:r>
      <w:r>
        <w:t>’</w:t>
      </w:r>
      <w:r w:rsidR="005A3479">
        <w:t>intention du contrat est bonne et utile pour un grand nombre de gens</w:t>
      </w:r>
      <w:r>
        <w:t xml:space="preserve">, </w:t>
      </w:r>
      <w:r w:rsidR="005A3479">
        <w:t>sans doute</w:t>
      </w:r>
      <w:r>
        <w:t xml:space="preserve"> ; </w:t>
      </w:r>
      <w:r w:rsidR="005A3479">
        <w:t>mais</w:t>
      </w:r>
      <w:r>
        <w:t xml:space="preserve">, </w:t>
      </w:r>
      <w:r w:rsidR="005A3479">
        <w:t>dans notre cas</w:t>
      </w:r>
      <w:r>
        <w:t xml:space="preserve">, </w:t>
      </w:r>
      <w:r w:rsidR="005A3479">
        <w:t>elle détruit ses propres fins parce que nous sommes les gens étranges que nous sommes</w:t>
      </w:r>
      <w:r>
        <w:t xml:space="preserve">, </w:t>
      </w:r>
      <w:r w:rsidR="005A3479">
        <w:t>des gens chez qui les liens dome</w:t>
      </w:r>
      <w:r w:rsidR="005A3479">
        <w:t>s</w:t>
      </w:r>
      <w:r w:rsidR="005A3479">
        <w:t>tiques</w:t>
      </w:r>
      <w:r>
        <w:t xml:space="preserve">, </w:t>
      </w:r>
      <w:r w:rsidR="005A3479">
        <w:t>s</w:t>
      </w:r>
      <w:r>
        <w:t>’</w:t>
      </w:r>
      <w:r w:rsidR="005A3479">
        <w:t>ils sont noués par contrainte</w:t>
      </w:r>
      <w:r>
        <w:t xml:space="preserve">, </w:t>
      </w:r>
      <w:r w:rsidR="005A3479">
        <w:t>détruisent la cordialité et la spontanéité</w:t>
      </w:r>
      <w:r>
        <w:t>.</w:t>
      </w:r>
    </w:p>
    <w:p w14:paraId="1E1313DD" w14:textId="77777777" w:rsidR="006F1ADB" w:rsidRDefault="005A3479" w:rsidP="005A3479">
      <w:r>
        <w:lastRenderedPageBreak/>
        <w:t>Sue soutint encore qu</w:t>
      </w:r>
      <w:r w:rsidR="006F1ADB">
        <w:t>’</w:t>
      </w:r>
      <w:r>
        <w:t>il n</w:t>
      </w:r>
      <w:r w:rsidR="006F1ADB">
        <w:t>’</w:t>
      </w:r>
      <w:r>
        <w:t>y avait là rien d</w:t>
      </w:r>
      <w:r w:rsidR="006F1ADB">
        <w:t>’</w:t>
      </w:r>
      <w:r>
        <w:t>étrange ou d</w:t>
      </w:r>
      <w:r w:rsidR="006F1ADB">
        <w:t>’</w:t>
      </w:r>
      <w:r>
        <w:t>exceptionnel</w:t>
      </w:r>
      <w:r w:rsidR="006F1ADB">
        <w:t xml:space="preserve">, </w:t>
      </w:r>
      <w:r>
        <w:t>que tous étaient ainsi</w:t>
      </w:r>
      <w:r w:rsidR="006F1ADB">
        <w:t> :</w:t>
      </w:r>
    </w:p>
    <w:p w14:paraId="0EAD0AD9" w14:textId="0E02D787" w:rsidR="005A3479" w:rsidRDefault="006F1ADB" w:rsidP="005A3479">
      <w:r>
        <w:t>— </w:t>
      </w:r>
      <w:r w:rsidR="005A3479">
        <w:t>Chacun est conduit à sentir comme nous sentons</w:t>
      </w:r>
      <w:r>
        <w:t xml:space="preserve">. </w:t>
      </w:r>
      <w:r w:rsidR="005A3479">
        <w:t>Nous sommes un peu en avance</w:t>
      </w:r>
      <w:r>
        <w:t xml:space="preserve">, </w:t>
      </w:r>
      <w:r w:rsidR="005A3479">
        <w:t>voilà tout</w:t>
      </w:r>
      <w:r>
        <w:t xml:space="preserve">. </w:t>
      </w:r>
      <w:r w:rsidR="005A3479">
        <w:t>Dans cinquante ans</w:t>
      </w:r>
      <w:r>
        <w:t xml:space="preserve">, </w:t>
      </w:r>
      <w:r w:rsidR="005A3479">
        <w:t>oui</w:t>
      </w:r>
      <w:r>
        <w:t xml:space="preserve">, </w:t>
      </w:r>
      <w:r w:rsidR="005A3479">
        <w:t>dans vingt ans même</w:t>
      </w:r>
      <w:r>
        <w:t xml:space="preserve">, </w:t>
      </w:r>
      <w:r w:rsidR="005A3479">
        <w:t>les descendants de ces deux époux ag</w:t>
      </w:r>
      <w:r w:rsidR="005A3479">
        <w:t>i</w:t>
      </w:r>
      <w:r w:rsidR="005A3479">
        <w:t>ront et sentiront d</w:t>
      </w:r>
      <w:r>
        <w:t>’</w:t>
      </w:r>
      <w:r w:rsidR="005A3479">
        <w:t>une manière bien pire</w:t>
      </w:r>
      <w:r>
        <w:t xml:space="preserve">. </w:t>
      </w:r>
      <w:r w:rsidR="005A3479">
        <w:t>Ils auront de l</w:t>
      </w:r>
      <w:r>
        <w:t>’</w:t>
      </w:r>
      <w:r w:rsidR="005A3479">
        <w:t>humanité une vision plus intense que n</w:t>
      </w:r>
      <w:r>
        <w:t>’</w:t>
      </w:r>
      <w:r w:rsidR="005A3479">
        <w:t>est aujourd</w:t>
      </w:r>
      <w:r>
        <w:t>’</w:t>
      </w:r>
      <w:r w:rsidR="005A3479">
        <w:t>hui la nôtre</w:t>
      </w:r>
      <w:r>
        <w:t xml:space="preserve">, </w:t>
      </w:r>
      <w:r w:rsidR="005A3479">
        <w:t>comme</w:t>
      </w:r>
    </w:p>
    <w:p w14:paraId="1F85EE64" w14:textId="77777777" w:rsidR="005A3479" w:rsidRDefault="005A3479" w:rsidP="006F1ADB">
      <w:pPr>
        <w:pStyle w:val="Taille-1Normal"/>
        <w:spacing w:before="0" w:after="0"/>
        <w:ind w:firstLine="0"/>
        <w:jc w:val="center"/>
      </w:pPr>
      <w:r>
        <w:t>Des formes pareilles aux nôtres hideusement multipliées</w:t>
      </w:r>
    </w:p>
    <w:p w14:paraId="2970C483" w14:textId="77777777" w:rsidR="006F1ADB" w:rsidRDefault="005A3479" w:rsidP="006F1ADB">
      <w:pPr>
        <w:pStyle w:val="Taille-1Normal"/>
        <w:spacing w:before="0" w:after="0"/>
        <w:ind w:firstLine="0"/>
        <w:jc w:val="center"/>
      </w:pPr>
      <w:r>
        <w:t>et ils seront effrayés de se reproduire</w:t>
      </w:r>
      <w:r w:rsidR="006F1ADB">
        <w:t>.</w:t>
      </w:r>
    </w:p>
    <w:p w14:paraId="490BDE73" w14:textId="77777777" w:rsidR="006F1ADB" w:rsidRDefault="006F1ADB" w:rsidP="005A3479">
      <w:r>
        <w:t>— </w:t>
      </w:r>
      <w:r w:rsidR="005A3479">
        <w:t>Quel terrible vers</w:t>
      </w:r>
      <w:r>
        <w:t xml:space="preserve"> !… </w:t>
      </w:r>
      <w:r w:rsidR="005A3479">
        <w:t>quoique j</w:t>
      </w:r>
      <w:r>
        <w:t>’</w:t>
      </w:r>
      <w:r w:rsidR="005A3479">
        <w:t>aie éprouvé ce même se</w:t>
      </w:r>
      <w:r w:rsidR="005A3479">
        <w:t>n</w:t>
      </w:r>
      <w:r w:rsidR="005A3479">
        <w:t>timent contre mes semblables</w:t>
      </w:r>
      <w:r>
        <w:t xml:space="preserve">, </w:t>
      </w:r>
      <w:r w:rsidR="005A3479">
        <w:t>à des moments morbides</w:t>
      </w:r>
      <w:r>
        <w:t>.</w:t>
      </w:r>
    </w:p>
    <w:p w14:paraId="2D55D7D4" w14:textId="77777777" w:rsidR="006F1ADB" w:rsidRDefault="006F1ADB" w:rsidP="005A3479">
      <w:r>
        <w:t>— </w:t>
      </w:r>
      <w:r w:rsidR="005A3479">
        <w:t>Ce qui est sûr</w:t>
      </w:r>
      <w:r>
        <w:t xml:space="preserve">, </w:t>
      </w:r>
      <w:r w:rsidR="005A3479">
        <w:t>c</w:t>
      </w:r>
      <w:r>
        <w:t>’</w:t>
      </w:r>
      <w:r w:rsidR="005A3479">
        <w:t>est qu</w:t>
      </w:r>
      <w:r>
        <w:t>’</w:t>
      </w:r>
      <w:r w:rsidR="005A3479">
        <w:t>avec des raisons différentes</w:t>
      </w:r>
      <w:r>
        <w:t xml:space="preserve">, </w:t>
      </w:r>
      <w:r w:rsidR="005A3479">
        <w:t>nous arrivons à cette même conclusion</w:t>
      </w:r>
      <w:r>
        <w:t xml:space="preserve"> : </w:t>
      </w:r>
      <w:r w:rsidR="005A3479">
        <w:t>que pour nous</w:t>
      </w:r>
      <w:r>
        <w:t xml:space="preserve">, </w:t>
      </w:r>
      <w:r w:rsidR="005A3479">
        <w:t>en partic</w:t>
      </w:r>
      <w:r w:rsidR="005A3479">
        <w:t>u</w:t>
      </w:r>
      <w:r w:rsidR="005A3479">
        <w:t>lier</w:t>
      </w:r>
      <w:r>
        <w:t xml:space="preserve">, </w:t>
      </w:r>
      <w:r w:rsidR="005A3479">
        <w:t>un serment irrévocable est hasardeux</w:t>
      </w:r>
      <w:r>
        <w:t xml:space="preserve">. </w:t>
      </w:r>
      <w:r w:rsidR="005A3479">
        <w:t>Donc</w:t>
      </w:r>
      <w:r>
        <w:t xml:space="preserve">, </w:t>
      </w:r>
      <w:r w:rsidR="005A3479">
        <w:t>Jude</w:t>
      </w:r>
      <w:r>
        <w:t xml:space="preserve">, </w:t>
      </w:r>
      <w:r w:rsidR="005A3479">
        <w:t>retou</w:t>
      </w:r>
      <w:r w:rsidR="005A3479">
        <w:t>r</w:t>
      </w:r>
      <w:r w:rsidR="005A3479">
        <w:t>nons à la maison sans tuer notre rêve</w:t>
      </w:r>
      <w:r>
        <w:t xml:space="preserve">. </w:t>
      </w:r>
      <w:r w:rsidR="005A3479">
        <w:t>Oui</w:t>
      </w:r>
      <w:r>
        <w:t xml:space="preserve"> ! </w:t>
      </w:r>
      <w:r w:rsidR="005A3479">
        <w:t>Que vous êtes bon</w:t>
      </w:r>
      <w:r>
        <w:t xml:space="preserve">, </w:t>
      </w:r>
      <w:r w:rsidR="005A3479">
        <w:t>mon ami</w:t>
      </w:r>
      <w:r>
        <w:t xml:space="preserve"> ! </w:t>
      </w:r>
      <w:r w:rsidR="005A3479">
        <w:t>vous déférez à tous mes désirs</w:t>
      </w:r>
      <w:r>
        <w:t>.</w:t>
      </w:r>
    </w:p>
    <w:p w14:paraId="7829388F" w14:textId="77777777" w:rsidR="006F1ADB" w:rsidRDefault="006F1ADB" w:rsidP="005A3479">
      <w:r>
        <w:t>— </w:t>
      </w:r>
      <w:r w:rsidR="005A3479">
        <w:t>Ils s</w:t>
      </w:r>
      <w:r>
        <w:t>’</w:t>
      </w:r>
      <w:r w:rsidR="005A3479">
        <w:t>accordent absolument avec les miens</w:t>
      </w:r>
      <w:r>
        <w:t>.</w:t>
      </w:r>
    </w:p>
    <w:p w14:paraId="20B7A243" w14:textId="77777777" w:rsidR="006F1ADB" w:rsidRDefault="005A3479" w:rsidP="005A3479">
      <w:r>
        <w:t>Il lui donna un petit baiser derrière un pilier</w:t>
      </w:r>
      <w:r w:rsidR="006F1ADB">
        <w:t xml:space="preserve">, </w:t>
      </w:r>
      <w:r>
        <w:t>tandis que l</w:t>
      </w:r>
      <w:r w:rsidR="006F1ADB">
        <w:t>’</w:t>
      </w:r>
      <w:r>
        <w:t>attention de tous était absorbée par le spectacle du cortège nuptial entrant dans la sacristie</w:t>
      </w:r>
      <w:r w:rsidR="006F1ADB">
        <w:t xml:space="preserve">. </w:t>
      </w:r>
      <w:r>
        <w:t>Ils sortirent de l</w:t>
      </w:r>
      <w:r w:rsidR="006F1ADB">
        <w:t>’</w:t>
      </w:r>
      <w:r>
        <w:t>édifice</w:t>
      </w:r>
      <w:r w:rsidR="006F1ADB">
        <w:t xml:space="preserve">, </w:t>
      </w:r>
      <w:r>
        <w:t>mais</w:t>
      </w:r>
      <w:r w:rsidR="006F1ADB">
        <w:t xml:space="preserve">, </w:t>
      </w:r>
      <w:r>
        <w:t>à la porte</w:t>
      </w:r>
      <w:r w:rsidR="006F1ADB">
        <w:t xml:space="preserve">, </w:t>
      </w:r>
      <w:r>
        <w:t>ils durent attendre que deux ou trois voitures</w:t>
      </w:r>
      <w:r w:rsidR="006F1ADB">
        <w:t xml:space="preserve">, </w:t>
      </w:r>
      <w:r>
        <w:t>qui s</w:t>
      </w:r>
      <w:r w:rsidR="006F1ADB">
        <w:t>’</w:t>
      </w:r>
      <w:r>
        <w:t>étaient éloignées</w:t>
      </w:r>
      <w:r w:rsidR="006F1ADB">
        <w:t xml:space="preserve">, </w:t>
      </w:r>
      <w:r>
        <w:t>fussent revenues</w:t>
      </w:r>
      <w:r w:rsidR="006F1ADB">
        <w:t xml:space="preserve"> ; </w:t>
      </w:r>
      <w:r>
        <w:t>le nouveau marié et sa femme apparurent au grand jour</w:t>
      </w:r>
      <w:r w:rsidR="006F1ADB">
        <w:t xml:space="preserve">. </w:t>
      </w:r>
      <w:r>
        <w:t>Sue soupira</w:t>
      </w:r>
      <w:r w:rsidR="006F1ADB">
        <w:t> :</w:t>
      </w:r>
    </w:p>
    <w:p w14:paraId="77A8EC07" w14:textId="77777777" w:rsidR="006F1ADB" w:rsidRDefault="006F1ADB" w:rsidP="005A3479">
      <w:r>
        <w:t>— </w:t>
      </w:r>
      <w:r w:rsidR="005A3479">
        <w:t>Les fleurs dans la main de la fiancée sont tristes comme la guirlande qui décorait les génisses offertes en sacrifice dans les temps anciens</w:t>
      </w:r>
      <w:r>
        <w:t>.</w:t>
      </w:r>
    </w:p>
    <w:p w14:paraId="42D4F9F7" w14:textId="77777777" w:rsidR="006F1ADB" w:rsidRDefault="006F1ADB" w:rsidP="005A3479">
      <w:r>
        <w:t>— </w:t>
      </w:r>
      <w:r w:rsidR="005A3479">
        <w:t>Pourtant</w:t>
      </w:r>
      <w:r>
        <w:t xml:space="preserve">, </w:t>
      </w:r>
      <w:r w:rsidR="005A3479">
        <w:t>Sue</w:t>
      </w:r>
      <w:r>
        <w:t xml:space="preserve">, </w:t>
      </w:r>
      <w:r w:rsidR="005A3479">
        <w:t>ce n</w:t>
      </w:r>
      <w:r>
        <w:t>’</w:t>
      </w:r>
      <w:r w:rsidR="005A3479">
        <w:t>est pas pire pour la femme que pour l</w:t>
      </w:r>
      <w:r>
        <w:t>’</w:t>
      </w:r>
      <w:r w:rsidR="005A3479">
        <w:t>homme</w:t>
      </w:r>
      <w:r>
        <w:t xml:space="preserve">. </w:t>
      </w:r>
      <w:r w:rsidR="005A3479">
        <w:t>C</w:t>
      </w:r>
      <w:r>
        <w:t>’</w:t>
      </w:r>
      <w:r w:rsidR="005A3479">
        <w:t xml:space="preserve">est ce que quelques femmes négligent de </w:t>
      </w:r>
      <w:r w:rsidR="005A3479">
        <w:lastRenderedPageBreak/>
        <w:t>considérer</w:t>
      </w:r>
      <w:r>
        <w:t xml:space="preserve">, </w:t>
      </w:r>
      <w:r w:rsidR="005A3479">
        <w:t>et</w:t>
      </w:r>
      <w:r>
        <w:t xml:space="preserve">, </w:t>
      </w:r>
      <w:r w:rsidR="005A3479">
        <w:t>au lieu de protester contre les conditions du mariage</w:t>
      </w:r>
      <w:r>
        <w:t xml:space="preserve">, </w:t>
      </w:r>
      <w:r w:rsidR="005A3479">
        <w:t>elles protestent contre l</w:t>
      </w:r>
      <w:r>
        <w:t>’</w:t>
      </w:r>
      <w:r w:rsidR="005A3479">
        <w:t>homme</w:t>
      </w:r>
      <w:r>
        <w:t xml:space="preserve">, </w:t>
      </w:r>
      <w:r w:rsidR="005A3479">
        <w:t>l</w:t>
      </w:r>
      <w:r>
        <w:t>’</w:t>
      </w:r>
      <w:r w:rsidR="005A3479">
        <w:t>autre victime</w:t>
      </w:r>
      <w:r>
        <w:t xml:space="preserve"> ; </w:t>
      </w:r>
      <w:r w:rsidR="005A3479">
        <w:t>précisément comme si une femme crucifiée invectivait l</w:t>
      </w:r>
      <w:r>
        <w:t>’</w:t>
      </w:r>
      <w:r w:rsidR="005A3479">
        <w:t>homme qui est crucifié contre elle</w:t>
      </w:r>
      <w:r>
        <w:t xml:space="preserve">, </w:t>
      </w:r>
      <w:r w:rsidR="005A3479">
        <w:t>tandis qu</w:t>
      </w:r>
      <w:r>
        <w:t>’</w:t>
      </w:r>
      <w:r w:rsidR="005A3479">
        <w:t>il est seulement un malheureux désespéré</w:t>
      </w:r>
      <w:r>
        <w:t xml:space="preserve">, </w:t>
      </w:r>
      <w:r w:rsidR="005A3479">
        <w:t>transmettant l</w:t>
      </w:r>
      <w:r>
        <w:t>’</w:t>
      </w:r>
      <w:r w:rsidR="005A3479">
        <w:t>oppression exercée sur lui</w:t>
      </w:r>
      <w:r>
        <w:t>.</w:t>
      </w:r>
    </w:p>
    <w:p w14:paraId="5D9C2DE9" w14:textId="77777777" w:rsidR="006F1ADB" w:rsidRDefault="006F1ADB" w:rsidP="005A3479">
      <w:r>
        <w:t>— </w:t>
      </w:r>
      <w:r w:rsidR="005A3479">
        <w:t>Oui</w:t>
      </w:r>
      <w:r>
        <w:t xml:space="preserve">, </w:t>
      </w:r>
      <w:r w:rsidR="005A3479">
        <w:t>quelques-unes font ainsi</w:t>
      </w:r>
      <w:r>
        <w:t xml:space="preserve">, </w:t>
      </w:r>
      <w:r w:rsidR="005A3479">
        <w:t>au lieu de s</w:t>
      </w:r>
      <w:r>
        <w:t>’</w:t>
      </w:r>
      <w:r w:rsidR="005A3479">
        <w:t>allier avec l</w:t>
      </w:r>
      <w:r>
        <w:t>’</w:t>
      </w:r>
      <w:r w:rsidR="005A3479">
        <w:t>homme contre leur ennemie commune</w:t>
      </w:r>
      <w:r>
        <w:t xml:space="preserve"> : </w:t>
      </w:r>
      <w:r w:rsidR="005A3479">
        <w:t>la contrainte sociale</w:t>
      </w:r>
      <w:r>
        <w:t>.</w:t>
      </w:r>
    </w:p>
    <w:p w14:paraId="74021D5A" w14:textId="77777777" w:rsidR="006F1ADB" w:rsidRDefault="005A3479" w:rsidP="005A3479">
      <w:r>
        <w:t>Ils regagnèrent leur logis</w:t>
      </w:r>
      <w:r w:rsidR="006F1ADB">
        <w:t xml:space="preserve">, </w:t>
      </w:r>
      <w:r>
        <w:t>et</w:t>
      </w:r>
      <w:r w:rsidR="006F1ADB">
        <w:t xml:space="preserve">, </w:t>
      </w:r>
      <w:r>
        <w:t>passant au bras l</w:t>
      </w:r>
      <w:r w:rsidR="006F1ADB">
        <w:t>’</w:t>
      </w:r>
      <w:r>
        <w:t>un de l</w:t>
      </w:r>
      <w:r w:rsidR="006F1ADB">
        <w:t>’</w:t>
      </w:r>
      <w:r>
        <w:t>autre devant la fenêtre</w:t>
      </w:r>
      <w:r w:rsidR="006F1ADB">
        <w:t xml:space="preserve">, </w:t>
      </w:r>
      <w:r>
        <w:t>ils virent la veuve qui les regardait</w:t>
      </w:r>
      <w:r w:rsidR="006F1ADB">
        <w:t>.</w:t>
      </w:r>
    </w:p>
    <w:p w14:paraId="786FFC71" w14:textId="4B9A281F" w:rsidR="005A3479" w:rsidRDefault="006F1ADB" w:rsidP="005A3479">
      <w:r>
        <w:t>— </w:t>
      </w:r>
      <w:r w:rsidR="005A3479">
        <w:t>Eh bien</w:t>
      </w:r>
      <w:r>
        <w:t xml:space="preserve"> ! </w:t>
      </w:r>
      <w:r w:rsidR="005A3479">
        <w:t>cria leur hôtesse</w:t>
      </w:r>
      <w:r>
        <w:t xml:space="preserve">, </w:t>
      </w:r>
      <w:r w:rsidR="005A3479">
        <w:t>quand ils entrèrent</w:t>
      </w:r>
      <w:r>
        <w:t xml:space="preserve">, </w:t>
      </w:r>
      <w:r w:rsidR="005A3479">
        <w:t>je me d</w:t>
      </w:r>
      <w:r w:rsidR="005A3479">
        <w:t>i</w:t>
      </w:r>
      <w:r w:rsidR="005A3479">
        <w:t>sais en vous voyant venir si amoureusement</w:t>
      </w:r>
      <w:r>
        <w:t> : « </w:t>
      </w:r>
      <w:r w:rsidR="005A3479">
        <w:t>Ils se sont déc</w:t>
      </w:r>
      <w:r w:rsidR="005A3479">
        <w:t>i</w:t>
      </w:r>
      <w:r w:rsidR="005A3479">
        <w:t>dés</w:t>
      </w:r>
      <w:r>
        <w:t xml:space="preserve">, </w:t>
      </w:r>
      <w:r w:rsidR="005A3479">
        <w:t>à la fin</w:t>
      </w:r>
      <w:r>
        <w:t> ! »</w:t>
      </w:r>
    </w:p>
    <w:p w14:paraId="28C12BE4" w14:textId="77777777" w:rsidR="006F1ADB" w:rsidRDefault="005A3479" w:rsidP="005A3479">
      <w:r>
        <w:t>Ils firent comprendre</w:t>
      </w:r>
      <w:r w:rsidR="006F1ADB">
        <w:t xml:space="preserve">, </w:t>
      </w:r>
      <w:r>
        <w:t>en peu de mots</w:t>
      </w:r>
      <w:r w:rsidR="006F1ADB">
        <w:t xml:space="preserve">, </w:t>
      </w:r>
      <w:r>
        <w:t>qu</w:t>
      </w:r>
      <w:r w:rsidR="006F1ADB">
        <w:t>’</w:t>
      </w:r>
      <w:r>
        <w:t>il n</w:t>
      </w:r>
      <w:r w:rsidR="006F1ADB">
        <w:t>’</w:t>
      </w:r>
      <w:r>
        <w:t>en était rien</w:t>
      </w:r>
      <w:r w:rsidR="006F1ADB">
        <w:t>.</w:t>
      </w:r>
    </w:p>
    <w:p w14:paraId="25F7D769" w14:textId="77777777" w:rsidR="006F1ADB" w:rsidRDefault="006F1ADB" w:rsidP="005A3479">
      <w:r>
        <w:t>— </w:t>
      </w:r>
      <w:r w:rsidR="005A3479">
        <w:t>Quoi</w:t>
      </w:r>
      <w:r>
        <w:t xml:space="preserve"> ? </w:t>
      </w:r>
      <w:r w:rsidR="005A3479">
        <w:t>vous ne vous êtes réellement pas mariés</w:t>
      </w:r>
      <w:r>
        <w:t> ?</w:t>
      </w:r>
    </w:p>
    <w:p w14:paraId="60009F07" w14:textId="77777777" w:rsidR="006F1ADB" w:rsidRDefault="006F1ADB" w:rsidP="005A3479">
      <w:r>
        <w:t>— </w:t>
      </w:r>
      <w:r w:rsidR="005A3479">
        <w:t>Ne dites rien à l</w:t>
      </w:r>
      <w:r>
        <w:t>’</w:t>
      </w:r>
      <w:r w:rsidR="005A3479">
        <w:t>enfant</w:t>
      </w:r>
      <w:r>
        <w:t xml:space="preserve">, </w:t>
      </w:r>
      <w:r w:rsidR="005A3479">
        <w:t>quand il reviendra</w:t>
      </w:r>
      <w:r>
        <w:t xml:space="preserve">, </w:t>
      </w:r>
      <w:r w:rsidR="005A3479">
        <w:t>murmura Sue nerveusement</w:t>
      </w:r>
      <w:r>
        <w:t xml:space="preserve"> ; </w:t>
      </w:r>
      <w:r w:rsidR="005A3479">
        <w:t>il croira que tout a marché comme de droit</w:t>
      </w:r>
      <w:r>
        <w:t xml:space="preserve">, </w:t>
      </w:r>
      <w:r w:rsidR="005A3479">
        <w:t>et il vaudra mieux qu</w:t>
      </w:r>
      <w:r>
        <w:t>’</w:t>
      </w:r>
      <w:r w:rsidR="005A3479">
        <w:t>il ne soit pas surpris et intrigué</w:t>
      </w:r>
      <w:r>
        <w:t xml:space="preserve">. </w:t>
      </w:r>
      <w:r w:rsidR="005A3479">
        <w:t>Naturell</w:t>
      </w:r>
      <w:r w:rsidR="005A3479">
        <w:t>e</w:t>
      </w:r>
      <w:r w:rsidR="005A3479">
        <w:t>ment</w:t>
      </w:r>
      <w:r>
        <w:t xml:space="preserve">, </w:t>
      </w:r>
      <w:r w:rsidR="005A3479">
        <w:t>ce n</w:t>
      </w:r>
      <w:r>
        <w:t>’</w:t>
      </w:r>
      <w:r w:rsidR="005A3479">
        <w:t>est que différé pour une nouvelle délibération</w:t>
      </w:r>
      <w:r>
        <w:t xml:space="preserve">. </w:t>
      </w:r>
      <w:r w:rsidR="005A3479">
        <w:t>Si nous sommes heureux comme nous sommes</w:t>
      </w:r>
      <w:r>
        <w:t xml:space="preserve">, </w:t>
      </w:r>
      <w:r w:rsidR="005A3479">
        <w:t>qu</w:t>
      </w:r>
      <w:r>
        <w:t>’</w:t>
      </w:r>
      <w:r w:rsidR="005A3479">
        <w:t>importe-t-il aux autres</w:t>
      </w:r>
      <w:r>
        <w:t> ?</w:t>
      </w:r>
    </w:p>
    <w:p w14:paraId="142CB55E" w14:textId="300F8F7E" w:rsidR="005A3479" w:rsidRDefault="005A3479" w:rsidP="006F1ADB">
      <w:pPr>
        <w:pStyle w:val="Titre2"/>
      </w:pPr>
      <w:bookmarkStart w:id="79" w:name="__RefHeading__81_1957917597"/>
      <w:bookmarkStart w:id="80" w:name="_Toc202369655"/>
      <w:bookmarkEnd w:id="79"/>
      <w:r>
        <w:lastRenderedPageBreak/>
        <w:t>V</w:t>
      </w:r>
      <w:bookmarkEnd w:id="80"/>
    </w:p>
    <w:p w14:paraId="763485E2" w14:textId="77777777" w:rsidR="006F1ADB" w:rsidRDefault="005A3479" w:rsidP="005A3479">
      <w:r>
        <w:t>Les gens qui habitaient la rue du Printemps et le voisinage ne comprenaient généralement pas</w:t>
      </w:r>
      <w:r w:rsidR="006F1ADB">
        <w:t xml:space="preserve">, </w:t>
      </w:r>
      <w:r>
        <w:t>et probablement n</w:t>
      </w:r>
      <w:r w:rsidR="006F1ADB">
        <w:t>’</w:t>
      </w:r>
      <w:r>
        <w:t>étaient pas capables de comprendre</w:t>
      </w:r>
      <w:r w:rsidR="006F1ADB">
        <w:t xml:space="preserve">, </w:t>
      </w:r>
      <w:r>
        <w:t>les sentiments particuliers de S</w:t>
      </w:r>
      <w:r>
        <w:t>u</w:t>
      </w:r>
      <w:r>
        <w:t>zanne et de Jude</w:t>
      </w:r>
      <w:r w:rsidR="006F1ADB">
        <w:t xml:space="preserve">, </w:t>
      </w:r>
      <w:r>
        <w:t>leurs émotions</w:t>
      </w:r>
      <w:r w:rsidR="006F1ADB">
        <w:t xml:space="preserve">, </w:t>
      </w:r>
      <w:r>
        <w:t>leur position</w:t>
      </w:r>
      <w:r w:rsidR="006F1ADB">
        <w:t xml:space="preserve">, </w:t>
      </w:r>
      <w:r>
        <w:t>leurs craintes</w:t>
      </w:r>
      <w:r w:rsidR="006F1ADB">
        <w:t xml:space="preserve">. </w:t>
      </w:r>
      <w:r>
        <w:t>Ces étranges événements</w:t>
      </w:r>
      <w:r w:rsidR="006F1ADB">
        <w:t xml:space="preserve">, </w:t>
      </w:r>
      <w:r>
        <w:t>l</w:t>
      </w:r>
      <w:r w:rsidR="006F1ADB">
        <w:t>’</w:t>
      </w:r>
      <w:r>
        <w:t>arrivée inattendue d</w:t>
      </w:r>
      <w:r w:rsidR="006F1ADB">
        <w:t>’</w:t>
      </w:r>
      <w:r>
        <w:t>un enfant qui appelait Jude son père et Sue sa mère</w:t>
      </w:r>
      <w:r w:rsidR="006F1ADB">
        <w:t xml:space="preserve">, – </w:t>
      </w:r>
      <w:r>
        <w:t>et l</w:t>
      </w:r>
      <w:r w:rsidR="006F1ADB">
        <w:t>’</w:t>
      </w:r>
      <w:r>
        <w:t>incident de la c</w:t>
      </w:r>
      <w:r>
        <w:t>é</w:t>
      </w:r>
      <w:r>
        <w:t>rémonie nuptiale</w:t>
      </w:r>
      <w:r w:rsidR="006F1ADB">
        <w:t xml:space="preserve">, </w:t>
      </w:r>
      <w:r>
        <w:t>tout cela</w:t>
      </w:r>
      <w:r w:rsidR="006F1ADB">
        <w:t xml:space="preserve">, </w:t>
      </w:r>
      <w:r>
        <w:t>joint au bruit des procès que Jude et Sue n</w:t>
      </w:r>
      <w:r w:rsidR="006F1ADB">
        <w:t>’</w:t>
      </w:r>
      <w:r>
        <w:t>avaient pas défendus devant le tribunal</w:t>
      </w:r>
      <w:r w:rsidR="006F1ADB">
        <w:t xml:space="preserve">, </w:t>
      </w:r>
      <w:r>
        <w:t>ne pouvait s</w:t>
      </w:r>
      <w:r w:rsidR="006F1ADB">
        <w:t>’</w:t>
      </w:r>
      <w:r>
        <w:t>expliquer pour eux</w:t>
      </w:r>
      <w:r w:rsidR="006F1ADB">
        <w:t>.</w:t>
      </w:r>
    </w:p>
    <w:p w14:paraId="3E950B1F" w14:textId="77777777" w:rsidR="006F1ADB" w:rsidRDefault="005A3479" w:rsidP="005A3479">
      <w:r>
        <w:t>Le Petit Temps</w:t>
      </w:r>
      <w:r w:rsidR="006F1ADB">
        <w:t xml:space="preserve"> – </w:t>
      </w:r>
      <w:r>
        <w:t>car</w:t>
      </w:r>
      <w:r w:rsidR="006F1ADB">
        <w:t xml:space="preserve">, </w:t>
      </w:r>
      <w:r>
        <w:t>bien qu</w:t>
      </w:r>
      <w:r w:rsidR="006F1ADB">
        <w:t>’</w:t>
      </w:r>
      <w:r>
        <w:t>il eût reçu formellement le nom de Jude</w:t>
      </w:r>
      <w:r w:rsidR="006F1ADB">
        <w:t xml:space="preserve">, </w:t>
      </w:r>
      <w:r>
        <w:t>le surnom caractéristique lui était demeuré</w:t>
      </w:r>
      <w:r w:rsidR="006F1ADB">
        <w:t xml:space="preserve"> – </w:t>
      </w:r>
      <w:r>
        <w:t>le Petit Temps revenait le soir de l</w:t>
      </w:r>
      <w:r w:rsidR="006F1ADB">
        <w:t>’</w:t>
      </w:r>
      <w:r>
        <w:t>école et répétait les questions et les remarques qui lui avaient été faites par les autres garçons</w:t>
      </w:r>
      <w:r w:rsidR="006F1ADB">
        <w:t xml:space="preserve">. </w:t>
      </w:r>
      <w:r>
        <w:t>Elles causaient à Sue et à Jude beaucoup de peine et de tri</w:t>
      </w:r>
      <w:r>
        <w:t>s</w:t>
      </w:r>
      <w:r>
        <w:t>tesse</w:t>
      </w:r>
      <w:r w:rsidR="006F1ADB">
        <w:t>.</w:t>
      </w:r>
    </w:p>
    <w:p w14:paraId="6C788573" w14:textId="11C74FAC" w:rsidR="006F1ADB" w:rsidRDefault="005A3479" w:rsidP="005A3479">
      <w:r>
        <w:t>Le résultat de tout ceci fut qu</w:t>
      </w:r>
      <w:r w:rsidR="006F1ADB">
        <w:t>’</w:t>
      </w:r>
      <w:r>
        <w:t>après la tentative de mariage civil</w:t>
      </w:r>
      <w:r w:rsidR="006F1ADB">
        <w:t xml:space="preserve">, </w:t>
      </w:r>
      <w:r>
        <w:t>le couple fit une absence de quelques jours</w:t>
      </w:r>
      <w:r w:rsidR="006F1ADB">
        <w:t xml:space="preserve"> (</w:t>
      </w:r>
      <w:r>
        <w:t>à Londres</w:t>
      </w:r>
      <w:r w:rsidR="006F1ADB">
        <w:t xml:space="preserve">, </w:t>
      </w:r>
      <w:r>
        <w:t>croyait-on</w:t>
      </w:r>
      <w:r w:rsidR="006F1ADB">
        <w:t xml:space="preserve">), </w:t>
      </w:r>
      <w:r>
        <w:t>après avoir chargé quelqu</w:t>
      </w:r>
      <w:r w:rsidR="006F1ADB">
        <w:t>’</w:t>
      </w:r>
      <w:r>
        <w:t>un de veiller sur l</w:t>
      </w:r>
      <w:r w:rsidR="006F1ADB">
        <w:t>’</w:t>
      </w:r>
      <w:r>
        <w:t>enfant</w:t>
      </w:r>
      <w:r w:rsidR="006F1ADB">
        <w:t xml:space="preserve">. </w:t>
      </w:r>
      <w:r>
        <w:t>Quand Sue et Jude revinrent</w:t>
      </w:r>
      <w:r w:rsidR="006F1ADB">
        <w:t xml:space="preserve">, </w:t>
      </w:r>
      <w:r>
        <w:t>ils laissèrent entendre</w:t>
      </w:r>
      <w:r w:rsidR="006F1ADB">
        <w:t xml:space="preserve">, </w:t>
      </w:r>
      <w:r>
        <w:t>avec un air de dégoût et de totale indifférence</w:t>
      </w:r>
      <w:r w:rsidR="006F1ADB">
        <w:t xml:space="preserve">, </w:t>
      </w:r>
      <w:r>
        <w:t>qu</w:t>
      </w:r>
      <w:r w:rsidR="006F1ADB">
        <w:t>’</w:t>
      </w:r>
      <w:r>
        <w:t>ils étaient enfin légal</w:t>
      </w:r>
      <w:r>
        <w:t>e</w:t>
      </w:r>
      <w:r>
        <w:t>ment mariés</w:t>
      </w:r>
      <w:r w:rsidR="006F1ADB">
        <w:t xml:space="preserve">. </w:t>
      </w:r>
      <w:r>
        <w:t>Sue</w:t>
      </w:r>
      <w:r w:rsidR="006F1ADB">
        <w:t xml:space="preserve">, </w:t>
      </w:r>
      <w:r>
        <w:t>qu</w:t>
      </w:r>
      <w:r w:rsidR="006F1ADB">
        <w:t>’</w:t>
      </w:r>
      <w:r>
        <w:t>on avait d</w:t>
      </w:r>
      <w:r w:rsidR="006F1ADB">
        <w:t>’</w:t>
      </w:r>
      <w:r>
        <w:t xml:space="preserve">abord nommée </w:t>
      </w:r>
      <w:r w:rsidR="006F1ADB">
        <w:t>M</w:t>
      </w:r>
      <w:r w:rsidR="006F1ADB" w:rsidRPr="006F1ADB">
        <w:rPr>
          <w:vertAlign w:val="superscript"/>
        </w:rPr>
        <w:t>rs</w:t>
      </w:r>
      <w:r w:rsidR="006F1ADB">
        <w:t> </w:t>
      </w:r>
      <w:proofErr w:type="spellStart"/>
      <w:r>
        <w:t>Bridehead</w:t>
      </w:r>
      <w:proofErr w:type="spellEnd"/>
      <w:r w:rsidR="006F1ADB">
        <w:t xml:space="preserve">, </w:t>
      </w:r>
      <w:r>
        <w:t>adopta maintenant</w:t>
      </w:r>
      <w:r w:rsidR="006F1ADB">
        <w:t xml:space="preserve">, </w:t>
      </w:r>
      <w:r>
        <w:t>ouvertement</w:t>
      </w:r>
      <w:r w:rsidR="006F1ADB">
        <w:t xml:space="preserve">, </w:t>
      </w:r>
      <w:r>
        <w:t xml:space="preserve">le nom de </w:t>
      </w:r>
      <w:r w:rsidR="006F1ADB">
        <w:t>M</w:t>
      </w:r>
      <w:r w:rsidR="006F1ADB" w:rsidRPr="006F1ADB">
        <w:rPr>
          <w:vertAlign w:val="superscript"/>
        </w:rPr>
        <w:t>rs</w:t>
      </w:r>
      <w:r w:rsidR="006F1ADB">
        <w:t> </w:t>
      </w:r>
      <w:r>
        <w:t>Fawley</w:t>
      </w:r>
      <w:r w:rsidR="006F1ADB">
        <w:t>.</w:t>
      </w:r>
    </w:p>
    <w:p w14:paraId="4DEA3729" w14:textId="77777777" w:rsidR="006F1ADB" w:rsidRDefault="005A3479" w:rsidP="005A3479">
      <w:r>
        <w:t>Mais ils s</w:t>
      </w:r>
      <w:r w:rsidR="006F1ADB">
        <w:t>’</w:t>
      </w:r>
      <w:r>
        <w:t>y étaient mal pris</w:t>
      </w:r>
      <w:r w:rsidR="006F1ADB">
        <w:t xml:space="preserve">, </w:t>
      </w:r>
      <w:r>
        <w:t>et ce voyage secret pour co</w:t>
      </w:r>
      <w:r>
        <w:t>n</w:t>
      </w:r>
      <w:r>
        <w:t>clure l</w:t>
      </w:r>
      <w:r w:rsidR="006F1ADB">
        <w:t>’</w:t>
      </w:r>
      <w:r>
        <w:t>affaire augmenta beaucoup le mystère de leur vie</w:t>
      </w:r>
      <w:r w:rsidR="006F1ADB">
        <w:t xml:space="preserve">, </w:t>
      </w:r>
      <w:r>
        <w:t>et ils ne se trouvèrent pas aussi avancés avec leurs voisins qu</w:t>
      </w:r>
      <w:r w:rsidR="006F1ADB">
        <w:t>’</w:t>
      </w:r>
      <w:r>
        <w:t>ils l</w:t>
      </w:r>
      <w:r w:rsidR="006F1ADB">
        <w:t>’</w:t>
      </w:r>
      <w:r>
        <w:t>avaient espéré</w:t>
      </w:r>
      <w:r w:rsidR="006F1ADB">
        <w:t xml:space="preserve">. </w:t>
      </w:r>
      <w:r>
        <w:t>Un mystère vivant n</w:t>
      </w:r>
      <w:r w:rsidR="006F1ADB">
        <w:t>’</w:t>
      </w:r>
      <w:r>
        <w:t>était pas moins intéressant qu</w:t>
      </w:r>
      <w:r w:rsidR="006F1ADB">
        <w:t>’</w:t>
      </w:r>
      <w:r>
        <w:t>un scandale mort</w:t>
      </w:r>
      <w:r w:rsidR="006F1ADB">
        <w:t>.</w:t>
      </w:r>
    </w:p>
    <w:p w14:paraId="62BC590C" w14:textId="77777777" w:rsidR="006F1ADB" w:rsidRDefault="005A3479" w:rsidP="005A3479">
      <w:r>
        <w:lastRenderedPageBreak/>
        <w:t>Personne ne les molesta</w:t>
      </w:r>
      <w:r w:rsidR="006F1ADB">
        <w:t xml:space="preserve">, </w:t>
      </w:r>
      <w:r>
        <w:t>il est vrai</w:t>
      </w:r>
      <w:r w:rsidR="006F1ADB">
        <w:t xml:space="preserve">, </w:t>
      </w:r>
      <w:r>
        <w:t>mais une atmosphère oppressive commença à environner leurs âmes</w:t>
      </w:r>
      <w:r w:rsidR="006F1ADB">
        <w:t xml:space="preserve">, </w:t>
      </w:r>
      <w:r>
        <w:t>et leurs temp</w:t>
      </w:r>
      <w:r>
        <w:t>é</w:t>
      </w:r>
      <w:r>
        <w:t>raments étaient précisément de nature à souffrir de cette a</w:t>
      </w:r>
      <w:r>
        <w:t>t</w:t>
      </w:r>
      <w:r>
        <w:t>mosphère</w:t>
      </w:r>
      <w:r w:rsidR="006F1ADB">
        <w:t xml:space="preserve">, </w:t>
      </w:r>
      <w:r>
        <w:t>et incapables de l</w:t>
      </w:r>
      <w:r w:rsidR="006F1ADB">
        <w:t>’</w:t>
      </w:r>
      <w:r>
        <w:t>alléger par des explications fermes et ouvertes</w:t>
      </w:r>
      <w:r w:rsidR="006F1ADB">
        <w:t xml:space="preserve">. </w:t>
      </w:r>
      <w:r>
        <w:t>Leur apparent essai de réparation était venu trop tard pour être efficace</w:t>
      </w:r>
      <w:r w:rsidR="006F1ADB">
        <w:t>.</w:t>
      </w:r>
    </w:p>
    <w:p w14:paraId="16D842BF" w14:textId="77777777" w:rsidR="006F1ADB" w:rsidRDefault="005A3479" w:rsidP="005A3479">
      <w:r>
        <w:t>Les commandes de monuments et d</w:t>
      </w:r>
      <w:r w:rsidR="006F1ADB">
        <w:t>’</w:t>
      </w:r>
      <w:r>
        <w:t>épitaphes déclinèrent</w:t>
      </w:r>
      <w:r w:rsidR="006F1ADB">
        <w:t xml:space="preserve">, </w:t>
      </w:r>
      <w:r>
        <w:t>et</w:t>
      </w:r>
      <w:r w:rsidR="006F1ADB">
        <w:t xml:space="preserve">, </w:t>
      </w:r>
      <w:r>
        <w:t>deux ou trois mois plus tard</w:t>
      </w:r>
      <w:r w:rsidR="006F1ADB">
        <w:t xml:space="preserve">, </w:t>
      </w:r>
      <w:r>
        <w:t>quand vint l</w:t>
      </w:r>
      <w:r w:rsidR="006F1ADB">
        <w:t>’</w:t>
      </w:r>
      <w:r>
        <w:t>automne</w:t>
      </w:r>
      <w:r w:rsidR="006F1ADB">
        <w:t xml:space="preserve">. </w:t>
      </w:r>
      <w:r>
        <w:t>Jude s</w:t>
      </w:r>
      <w:r w:rsidR="006F1ADB">
        <w:t>’</w:t>
      </w:r>
      <w:r>
        <w:t>aperçut qu</w:t>
      </w:r>
      <w:r w:rsidR="006F1ADB">
        <w:t>’</w:t>
      </w:r>
      <w:r>
        <w:t>il devrait recommencer un travail d</w:t>
      </w:r>
      <w:r w:rsidR="006F1ADB">
        <w:t>’</w:t>
      </w:r>
      <w:r>
        <w:t>ouvrier à la journée</w:t>
      </w:r>
      <w:r w:rsidR="006F1ADB">
        <w:t xml:space="preserve">, </w:t>
      </w:r>
      <w:r>
        <w:t>dans des conditions d</w:t>
      </w:r>
      <w:r w:rsidR="006F1ADB">
        <w:t>’</w:t>
      </w:r>
      <w:r>
        <w:t>autant plus néfastes qu</w:t>
      </w:r>
      <w:r w:rsidR="006F1ADB">
        <w:t>’</w:t>
      </w:r>
      <w:r>
        <w:t>il n</w:t>
      </w:r>
      <w:r w:rsidR="006F1ADB">
        <w:t>’</w:t>
      </w:r>
      <w:r>
        <w:t>avait pas encore acquitté les dettes inévitablement amenées par les frais de justice de l</w:t>
      </w:r>
      <w:r w:rsidR="006F1ADB">
        <w:t>’</w:t>
      </w:r>
      <w:r>
        <w:t>année précédente</w:t>
      </w:r>
      <w:r w:rsidR="006F1ADB">
        <w:t>.</w:t>
      </w:r>
    </w:p>
    <w:p w14:paraId="7197CF51" w14:textId="77777777" w:rsidR="006F1ADB" w:rsidRDefault="005A3479" w:rsidP="005A3479">
      <w:r>
        <w:t>À ce moment</w:t>
      </w:r>
      <w:r w:rsidR="006F1ADB">
        <w:t xml:space="preserve">, </w:t>
      </w:r>
      <w:r>
        <w:t>Jude reçut de Biles et Willis</w:t>
      </w:r>
      <w:r w:rsidR="006F1ADB">
        <w:t xml:space="preserve">, </w:t>
      </w:r>
      <w:r>
        <w:t>entrepreneurs de constructions</w:t>
      </w:r>
      <w:r w:rsidR="006F1ADB">
        <w:t xml:space="preserve">, </w:t>
      </w:r>
      <w:r>
        <w:t>la proposition d</w:t>
      </w:r>
      <w:r w:rsidR="006F1ADB">
        <w:t>’</w:t>
      </w:r>
      <w:r>
        <w:t>aller restaurer le texte des dix Commandements peints dans une petite église de campagne</w:t>
      </w:r>
      <w:r w:rsidR="006F1ADB">
        <w:t xml:space="preserve">, </w:t>
      </w:r>
      <w:r>
        <w:t>à deux milles d</w:t>
      </w:r>
      <w:r w:rsidR="006F1ADB">
        <w:t>’</w:t>
      </w:r>
      <w:proofErr w:type="spellStart"/>
      <w:r>
        <w:t>Aldbrickam</w:t>
      </w:r>
      <w:proofErr w:type="spellEnd"/>
      <w:r w:rsidR="006F1ADB">
        <w:t xml:space="preserve">. </w:t>
      </w:r>
      <w:r>
        <w:t>Il y alla et trouva les tables de la loi juive dominant sévèrement les instruments de la grâce chr</w:t>
      </w:r>
      <w:r>
        <w:t>é</w:t>
      </w:r>
      <w:r>
        <w:t>tienne</w:t>
      </w:r>
      <w:r w:rsidR="006F1ADB">
        <w:t xml:space="preserve">, </w:t>
      </w:r>
      <w:r>
        <w:t>comme principal ornement au fond du sanctuaire</w:t>
      </w:r>
      <w:r w:rsidR="006F1ADB">
        <w:t xml:space="preserve">, </w:t>
      </w:r>
      <w:r>
        <w:t>dans le beau style sec du siècle dernier</w:t>
      </w:r>
      <w:r w:rsidR="006F1ADB">
        <w:t xml:space="preserve">. </w:t>
      </w:r>
      <w:r>
        <w:t>Leur cadre étant construit en plâtre ornemental</w:t>
      </w:r>
      <w:r w:rsidR="006F1ADB">
        <w:t xml:space="preserve">, </w:t>
      </w:r>
      <w:r>
        <w:t>on ne pouvait les descendre pour les resta</w:t>
      </w:r>
      <w:r>
        <w:t>u</w:t>
      </w:r>
      <w:r>
        <w:t>rer</w:t>
      </w:r>
      <w:r w:rsidR="006F1ADB">
        <w:t xml:space="preserve">. </w:t>
      </w:r>
      <w:r>
        <w:t>Une partie</w:t>
      </w:r>
      <w:r w:rsidR="006F1ADB">
        <w:t xml:space="preserve">, </w:t>
      </w:r>
      <w:r>
        <w:t>émiettée par l</w:t>
      </w:r>
      <w:r w:rsidR="006F1ADB">
        <w:t>’</w:t>
      </w:r>
      <w:r>
        <w:t>humidité</w:t>
      </w:r>
      <w:r w:rsidR="006F1ADB">
        <w:t xml:space="preserve">, </w:t>
      </w:r>
      <w:r>
        <w:t>demandait des répar</w:t>
      </w:r>
      <w:r>
        <w:t>a</w:t>
      </w:r>
      <w:r>
        <w:t>tions</w:t>
      </w:r>
      <w:r w:rsidR="006F1ADB">
        <w:t xml:space="preserve"> ; </w:t>
      </w:r>
      <w:r>
        <w:t>et quand Jude les eut terminées et qu</w:t>
      </w:r>
      <w:r w:rsidR="006F1ADB">
        <w:t>’</w:t>
      </w:r>
      <w:r>
        <w:t>il eut nettoyé tout</w:t>
      </w:r>
      <w:r w:rsidR="006F1ADB">
        <w:t xml:space="preserve">, </w:t>
      </w:r>
      <w:r>
        <w:t>il commença à refaire l</w:t>
      </w:r>
      <w:r w:rsidR="006F1ADB">
        <w:t>’</w:t>
      </w:r>
      <w:r>
        <w:t>inscription</w:t>
      </w:r>
      <w:r w:rsidR="006F1ADB">
        <w:t xml:space="preserve">. </w:t>
      </w:r>
      <w:r>
        <w:t>Le lendemain matin</w:t>
      </w:r>
      <w:r w:rsidR="006F1ADB">
        <w:t xml:space="preserve">, </w:t>
      </w:r>
      <w:r>
        <w:t>Sue vint pour voir à quoi elle pouvait lui être utile</w:t>
      </w:r>
      <w:r w:rsidR="006F1ADB">
        <w:t xml:space="preserve">, </w:t>
      </w:r>
      <w:r>
        <w:t>et aussi parce qu</w:t>
      </w:r>
      <w:r w:rsidR="006F1ADB">
        <w:t>’</w:t>
      </w:r>
      <w:r>
        <w:t>ils aimaient à être ensemble</w:t>
      </w:r>
      <w:r w:rsidR="006F1ADB">
        <w:t>.</w:t>
      </w:r>
    </w:p>
    <w:p w14:paraId="623B4A42" w14:textId="77777777" w:rsidR="006F1ADB" w:rsidRDefault="005A3479" w:rsidP="005A3479">
      <w:r>
        <w:t>Le silence et la solitude du bâtiment lui donnèrent co</w:t>
      </w:r>
      <w:r>
        <w:t>n</w:t>
      </w:r>
      <w:r>
        <w:t>fiance et</w:t>
      </w:r>
      <w:r w:rsidR="006F1ADB">
        <w:t xml:space="preserve">, </w:t>
      </w:r>
      <w:r>
        <w:t>montant sur une plate-forme basse et solide érigée par Jude</w:t>
      </w:r>
      <w:r w:rsidR="006F1ADB">
        <w:t xml:space="preserve">, </w:t>
      </w:r>
      <w:r>
        <w:t>elle commença à peindre la Première Table</w:t>
      </w:r>
      <w:r w:rsidR="006F1ADB">
        <w:t xml:space="preserve">, </w:t>
      </w:r>
      <w:r>
        <w:t>pendant qu</w:t>
      </w:r>
      <w:r w:rsidR="006F1ADB">
        <w:t>’</w:t>
      </w:r>
      <w:r>
        <w:t>il corrigeait une partie de la Seconde</w:t>
      </w:r>
      <w:r w:rsidR="006F1ADB">
        <w:t xml:space="preserve">. </w:t>
      </w:r>
      <w:r>
        <w:t>Vers midi et demi</w:t>
      </w:r>
      <w:r w:rsidR="006F1ADB">
        <w:t xml:space="preserve">, </w:t>
      </w:r>
      <w:r>
        <w:t>le vieux vicaire et son marguillier vinrent examiner le travail fait</w:t>
      </w:r>
      <w:r w:rsidR="006F1ADB">
        <w:t xml:space="preserve"> ; </w:t>
      </w:r>
      <w:r>
        <w:t>ils p</w:t>
      </w:r>
      <w:r>
        <w:t>a</w:t>
      </w:r>
      <w:r>
        <w:t>rurent surpris en découvrant qu</w:t>
      </w:r>
      <w:r w:rsidR="006F1ADB">
        <w:t>’</w:t>
      </w:r>
      <w:r>
        <w:t xml:space="preserve">une jeune </w:t>
      </w:r>
      <w:r>
        <w:lastRenderedPageBreak/>
        <w:t>femme aidait le peintre</w:t>
      </w:r>
      <w:r w:rsidR="006F1ADB">
        <w:t xml:space="preserve">. </w:t>
      </w:r>
      <w:r>
        <w:t>Ils passèrent dans une aile de l</w:t>
      </w:r>
      <w:r w:rsidR="006F1ADB">
        <w:t>’</w:t>
      </w:r>
      <w:r>
        <w:t>église</w:t>
      </w:r>
      <w:r w:rsidR="006F1ADB">
        <w:t xml:space="preserve">, </w:t>
      </w:r>
      <w:r>
        <w:t>et</w:t>
      </w:r>
      <w:r w:rsidR="006F1ADB">
        <w:t xml:space="preserve">, </w:t>
      </w:r>
      <w:r>
        <w:t>à ce moment</w:t>
      </w:r>
      <w:r w:rsidR="006F1ADB">
        <w:t xml:space="preserve">, </w:t>
      </w:r>
      <w:r>
        <w:t>la porte s</w:t>
      </w:r>
      <w:r w:rsidR="006F1ADB">
        <w:t>’</w:t>
      </w:r>
      <w:r>
        <w:t>ouvrit encore</w:t>
      </w:r>
      <w:r w:rsidR="006F1ADB">
        <w:t xml:space="preserve">, </w:t>
      </w:r>
      <w:r>
        <w:t>et une autre figure apparut</w:t>
      </w:r>
      <w:r w:rsidR="006F1ADB">
        <w:t xml:space="preserve">, </w:t>
      </w:r>
      <w:r>
        <w:t>celle du P</w:t>
      </w:r>
      <w:r>
        <w:t>e</w:t>
      </w:r>
      <w:r>
        <w:t>tit Temps qui pleurait</w:t>
      </w:r>
      <w:r w:rsidR="006F1ADB">
        <w:t xml:space="preserve">. </w:t>
      </w:r>
      <w:r>
        <w:t>Sue lui avait dit où il pouvait la trouver entre les heures de classe</w:t>
      </w:r>
      <w:r w:rsidR="006F1ADB">
        <w:t xml:space="preserve">, </w:t>
      </w:r>
      <w:r>
        <w:t>s</w:t>
      </w:r>
      <w:r w:rsidR="006F1ADB">
        <w:t>’</w:t>
      </w:r>
      <w:r>
        <w:t>il le désirait</w:t>
      </w:r>
      <w:r w:rsidR="006F1ADB">
        <w:t xml:space="preserve">. </w:t>
      </w:r>
      <w:r>
        <w:t>Elle descendit de son perchoir et dit</w:t>
      </w:r>
      <w:r w:rsidR="006F1ADB">
        <w:t> :</w:t>
      </w:r>
    </w:p>
    <w:p w14:paraId="6FABBB16" w14:textId="77777777" w:rsidR="006F1ADB" w:rsidRDefault="006F1ADB" w:rsidP="005A3479">
      <w:r>
        <w:t>— </w:t>
      </w:r>
      <w:r w:rsidR="005A3479">
        <w:t>Qu</w:t>
      </w:r>
      <w:r>
        <w:t>’</w:t>
      </w:r>
      <w:r w:rsidR="005A3479">
        <w:t>y a-t-il</w:t>
      </w:r>
      <w:r>
        <w:t xml:space="preserve">, </w:t>
      </w:r>
      <w:r w:rsidR="005A3479">
        <w:t>mon chéri</w:t>
      </w:r>
      <w:r>
        <w:t> ?</w:t>
      </w:r>
    </w:p>
    <w:p w14:paraId="53E284E1" w14:textId="77777777" w:rsidR="006F1ADB" w:rsidRDefault="006F1ADB" w:rsidP="005A3479">
      <w:r>
        <w:t>— </w:t>
      </w:r>
      <w:r w:rsidR="005A3479">
        <w:t>Je n</w:t>
      </w:r>
      <w:r>
        <w:t>’</w:t>
      </w:r>
      <w:r w:rsidR="005A3479">
        <w:t>ai pu rester pour manger mon dîner à l</w:t>
      </w:r>
      <w:r>
        <w:t>’</w:t>
      </w:r>
      <w:r w:rsidR="005A3479">
        <w:t>école</w:t>
      </w:r>
      <w:r>
        <w:t xml:space="preserve">, </w:t>
      </w:r>
      <w:r w:rsidR="005A3479">
        <w:t>parce qu</w:t>
      </w:r>
      <w:r>
        <w:t>’</w:t>
      </w:r>
      <w:r w:rsidR="005A3479">
        <w:t>on a dit</w:t>
      </w:r>
      <w:r>
        <w:t>…</w:t>
      </w:r>
    </w:p>
    <w:p w14:paraId="77E17BF2" w14:textId="77777777" w:rsidR="006F1ADB" w:rsidRDefault="005A3479" w:rsidP="005A3479">
      <w:r>
        <w:t>Il raconta comment quelques garçons s</w:t>
      </w:r>
      <w:r w:rsidR="006F1ADB">
        <w:t>’</w:t>
      </w:r>
      <w:r>
        <w:t>étaient moqués de lui</w:t>
      </w:r>
      <w:r w:rsidR="006F1ADB">
        <w:t xml:space="preserve">, </w:t>
      </w:r>
      <w:r>
        <w:t>à cause de sa mère adoptive</w:t>
      </w:r>
      <w:r w:rsidR="006F1ADB">
        <w:t xml:space="preserve">, </w:t>
      </w:r>
      <w:r>
        <w:t>et Sue</w:t>
      </w:r>
      <w:r w:rsidR="006F1ADB">
        <w:t xml:space="preserve">, </w:t>
      </w:r>
      <w:r>
        <w:t>affligée</w:t>
      </w:r>
      <w:r w:rsidR="006F1ADB">
        <w:t xml:space="preserve">, </w:t>
      </w:r>
      <w:r>
        <w:t>exprima son indignation à Jude qui écoutait d</w:t>
      </w:r>
      <w:r w:rsidR="006F1ADB">
        <w:t>’</w:t>
      </w:r>
      <w:r>
        <w:t>en haut</w:t>
      </w:r>
      <w:r w:rsidR="006F1ADB">
        <w:t xml:space="preserve">. </w:t>
      </w:r>
      <w:r>
        <w:t>L</w:t>
      </w:r>
      <w:r w:rsidR="006F1ADB">
        <w:t>’</w:t>
      </w:r>
      <w:r>
        <w:t>enfant sortit dans la cour de l</w:t>
      </w:r>
      <w:r w:rsidR="006F1ADB">
        <w:t>’</w:t>
      </w:r>
      <w:r>
        <w:t>église et Sue retourna à son travail</w:t>
      </w:r>
      <w:r w:rsidR="006F1ADB">
        <w:t xml:space="preserve">. </w:t>
      </w:r>
      <w:r>
        <w:t>Sur ces entrefaites</w:t>
      </w:r>
      <w:r w:rsidR="006F1ADB">
        <w:t xml:space="preserve">, </w:t>
      </w:r>
      <w:r>
        <w:t>la porte se rouvrit encore</w:t>
      </w:r>
      <w:r w:rsidR="006F1ADB">
        <w:t xml:space="preserve">, </w:t>
      </w:r>
      <w:r>
        <w:t>et alors parut</w:t>
      </w:r>
      <w:r w:rsidR="006F1ADB">
        <w:t xml:space="preserve">, </w:t>
      </w:r>
      <w:r>
        <w:t>tout affairée</w:t>
      </w:r>
      <w:r w:rsidR="006F1ADB">
        <w:t xml:space="preserve">, </w:t>
      </w:r>
      <w:r>
        <w:t>la vieille femme en tablier qui nettoyait l</w:t>
      </w:r>
      <w:r w:rsidR="006F1ADB">
        <w:t>’</w:t>
      </w:r>
      <w:r>
        <w:t>église</w:t>
      </w:r>
      <w:r w:rsidR="006F1ADB">
        <w:t xml:space="preserve">. </w:t>
      </w:r>
      <w:r>
        <w:t>Sue reconnut en elle une personne qui avait des amis rue du Printemps et qui</w:t>
      </w:r>
      <w:r w:rsidR="006F1ADB">
        <w:t xml:space="preserve">, </w:t>
      </w:r>
      <w:r>
        <w:t>parfois</w:t>
      </w:r>
      <w:r w:rsidR="006F1ADB">
        <w:t xml:space="preserve">, </w:t>
      </w:r>
      <w:r>
        <w:t>leur faisait visite</w:t>
      </w:r>
      <w:r w:rsidR="006F1ADB">
        <w:t xml:space="preserve">. </w:t>
      </w:r>
      <w:r>
        <w:t>La gardienne regarda Sue</w:t>
      </w:r>
      <w:r w:rsidR="006F1ADB">
        <w:t xml:space="preserve">, </w:t>
      </w:r>
      <w:r>
        <w:t>ouvrit la bouche</w:t>
      </w:r>
      <w:r w:rsidR="006F1ADB">
        <w:t xml:space="preserve">, </w:t>
      </w:r>
      <w:r>
        <w:t>leva les mains</w:t>
      </w:r>
      <w:r w:rsidR="006F1ADB">
        <w:t xml:space="preserve"> ; </w:t>
      </w:r>
      <w:r>
        <w:t>elle avait évidemment reconnu la compagne de Jude</w:t>
      </w:r>
      <w:r w:rsidR="006F1ADB">
        <w:t xml:space="preserve">, </w:t>
      </w:r>
      <w:r>
        <w:t>comme cette dernière l</w:t>
      </w:r>
      <w:r w:rsidR="006F1ADB">
        <w:t>’</w:t>
      </w:r>
      <w:r>
        <w:t>avait reconnue</w:t>
      </w:r>
      <w:r w:rsidR="006F1ADB">
        <w:t xml:space="preserve">. </w:t>
      </w:r>
      <w:r>
        <w:t>Ensuite vinrent deux dames</w:t>
      </w:r>
      <w:r w:rsidR="006F1ADB">
        <w:t xml:space="preserve">, </w:t>
      </w:r>
      <w:r>
        <w:t>et</w:t>
      </w:r>
      <w:r w:rsidR="006F1ADB">
        <w:t xml:space="preserve">, </w:t>
      </w:r>
      <w:r>
        <w:t>après avoir causé avec la gardienne</w:t>
      </w:r>
      <w:r w:rsidR="006F1ADB">
        <w:t xml:space="preserve">, </w:t>
      </w:r>
      <w:r>
        <w:t>elles se rapprochèrent aussi</w:t>
      </w:r>
      <w:r w:rsidR="006F1ADB">
        <w:t xml:space="preserve"> ; </w:t>
      </w:r>
      <w:r>
        <w:t>et comme Sue restait debout tout en haut</w:t>
      </w:r>
      <w:r w:rsidR="006F1ADB">
        <w:t xml:space="preserve">, </w:t>
      </w:r>
      <w:r>
        <w:t>elles observèrent sa main qui traçait des lettres et regardèrent d</w:t>
      </w:r>
      <w:r w:rsidR="006F1ADB">
        <w:t>’</w:t>
      </w:r>
      <w:r>
        <w:t>un air de critique toute sa personne en relief sur le mur blanc</w:t>
      </w:r>
      <w:r w:rsidR="006F1ADB">
        <w:t xml:space="preserve">, </w:t>
      </w:r>
      <w:r>
        <w:t>jusqu</w:t>
      </w:r>
      <w:r w:rsidR="006F1ADB">
        <w:t>’</w:t>
      </w:r>
      <w:r>
        <w:t>à ce que Sue devint si nerveuse qu</w:t>
      </w:r>
      <w:r w:rsidR="006F1ADB">
        <w:t>’</w:t>
      </w:r>
      <w:r>
        <w:t>elle tremblait visibl</w:t>
      </w:r>
      <w:r>
        <w:t>e</w:t>
      </w:r>
      <w:r>
        <w:t>ment</w:t>
      </w:r>
      <w:r w:rsidR="006F1ADB">
        <w:t>.</w:t>
      </w:r>
    </w:p>
    <w:p w14:paraId="264F9572" w14:textId="77777777" w:rsidR="006F1ADB" w:rsidRDefault="005A3479" w:rsidP="005A3479">
      <w:r>
        <w:t>Elles retournèrent vers l</w:t>
      </w:r>
      <w:r w:rsidR="006F1ADB">
        <w:t>’</w:t>
      </w:r>
      <w:r>
        <w:t>endroit où d</w:t>
      </w:r>
      <w:r w:rsidR="006F1ADB">
        <w:t>’</w:t>
      </w:r>
      <w:r>
        <w:t>autres les attendaient en chuchotant</w:t>
      </w:r>
      <w:r w:rsidR="006F1ADB">
        <w:t xml:space="preserve">, </w:t>
      </w:r>
      <w:r>
        <w:t>et l</w:t>
      </w:r>
      <w:r w:rsidR="006F1ADB">
        <w:t>’</w:t>
      </w:r>
      <w:r>
        <w:t>une dit</w:t>
      </w:r>
      <w:r w:rsidR="006F1ADB">
        <w:t xml:space="preserve"> – </w:t>
      </w:r>
      <w:r>
        <w:t>sans que Sue pût l</w:t>
      </w:r>
      <w:r w:rsidR="006F1ADB">
        <w:t>’</w:t>
      </w:r>
      <w:r>
        <w:t>entendre</w:t>
      </w:r>
      <w:r w:rsidR="006F1ADB">
        <w:t> :</w:t>
      </w:r>
    </w:p>
    <w:p w14:paraId="65CB0C58" w14:textId="77777777" w:rsidR="006F1ADB" w:rsidRDefault="006F1ADB" w:rsidP="005A3479">
      <w:r>
        <w:t>— </w:t>
      </w:r>
      <w:r w:rsidR="005A3479">
        <w:t>Elle est sa femme</w:t>
      </w:r>
      <w:r>
        <w:t xml:space="preserve">, </w:t>
      </w:r>
      <w:r w:rsidR="005A3479">
        <w:t>je suppose</w:t>
      </w:r>
      <w:r>
        <w:t> ?</w:t>
      </w:r>
    </w:p>
    <w:p w14:paraId="1E10B065" w14:textId="77777777" w:rsidR="006F1ADB" w:rsidRDefault="006F1ADB" w:rsidP="005A3479">
      <w:r>
        <w:t>— </w:t>
      </w:r>
      <w:r w:rsidR="005A3479">
        <w:t>Les uns disent oui</w:t>
      </w:r>
      <w:r>
        <w:t xml:space="preserve">, </w:t>
      </w:r>
      <w:r w:rsidR="005A3479">
        <w:t>les autres disent non</w:t>
      </w:r>
      <w:r>
        <w:t xml:space="preserve">, </w:t>
      </w:r>
      <w:r w:rsidR="005A3479">
        <w:t>répondit la ga</w:t>
      </w:r>
      <w:r w:rsidR="005A3479">
        <w:t>r</w:t>
      </w:r>
      <w:r w:rsidR="005A3479">
        <w:t>dienne</w:t>
      </w:r>
      <w:r>
        <w:t>.</w:t>
      </w:r>
    </w:p>
    <w:p w14:paraId="527157A1" w14:textId="77777777" w:rsidR="006F1ADB" w:rsidRDefault="006F1ADB" w:rsidP="005A3479">
      <w:r>
        <w:lastRenderedPageBreak/>
        <w:t>— </w:t>
      </w:r>
      <w:r w:rsidR="005A3479">
        <w:t>Non</w:t>
      </w:r>
      <w:r>
        <w:t xml:space="preserve"> ? </w:t>
      </w:r>
      <w:r w:rsidR="005A3479">
        <w:t>Mais elle doit être sa femme</w:t>
      </w:r>
      <w:r>
        <w:t xml:space="preserve">… </w:t>
      </w:r>
      <w:r w:rsidR="005A3479">
        <w:t>ou celle de quoiqu</w:t>
      </w:r>
      <w:r>
        <w:t>’</w:t>
      </w:r>
      <w:r w:rsidR="005A3479">
        <w:t>un</w:t>
      </w:r>
      <w:r>
        <w:t xml:space="preserve">… </w:t>
      </w:r>
      <w:r w:rsidR="005A3479">
        <w:t>c</w:t>
      </w:r>
      <w:r>
        <w:t>’</w:t>
      </w:r>
      <w:r w:rsidR="005A3479">
        <w:t>est très clair</w:t>
      </w:r>
      <w:r>
        <w:t>.</w:t>
      </w:r>
    </w:p>
    <w:p w14:paraId="474F63F8" w14:textId="77777777" w:rsidR="006F1ADB" w:rsidRDefault="006F1ADB" w:rsidP="005A3479">
      <w:r>
        <w:t>— </w:t>
      </w:r>
      <w:r w:rsidR="005A3479">
        <w:t>Ils sont mariés seulement depuis quelques semaines</w:t>
      </w:r>
      <w:r>
        <w:t xml:space="preserve">, </w:t>
      </w:r>
      <w:r w:rsidR="005A3479">
        <w:t>à moins qu</w:t>
      </w:r>
      <w:r>
        <w:t>’</w:t>
      </w:r>
      <w:r w:rsidR="005A3479">
        <w:t>ils ne le soient pas du tout</w:t>
      </w:r>
      <w:r>
        <w:t>.</w:t>
      </w:r>
    </w:p>
    <w:p w14:paraId="5EC679AB" w14:textId="77777777" w:rsidR="006F1ADB" w:rsidRDefault="006F1ADB" w:rsidP="005A3479">
      <w:r>
        <w:t>— </w:t>
      </w:r>
      <w:r w:rsidR="005A3479">
        <w:t>Un étrange couple pour peindre les deux Tables</w:t>
      </w:r>
      <w:r>
        <w:t xml:space="preserve"> ! </w:t>
      </w:r>
      <w:r w:rsidR="005A3479">
        <w:t>Je m</w:t>
      </w:r>
      <w:r>
        <w:t>’</w:t>
      </w:r>
      <w:r w:rsidR="005A3479">
        <w:t>étonne que Biles et Willis aient pensé à employer de telles gens</w:t>
      </w:r>
      <w:r>
        <w:t>.</w:t>
      </w:r>
    </w:p>
    <w:p w14:paraId="67EF5228" w14:textId="77777777" w:rsidR="006F1ADB" w:rsidRDefault="005A3479" w:rsidP="005A3479">
      <w:r>
        <w:t>Le marguillier supposa que Biles et Willis ne savaient rien de défavorable</w:t>
      </w:r>
      <w:r w:rsidR="006F1ADB">
        <w:t xml:space="preserve">, </w:t>
      </w:r>
      <w:r>
        <w:t>et alors</w:t>
      </w:r>
      <w:r w:rsidR="006F1ADB">
        <w:t xml:space="preserve">, </w:t>
      </w:r>
      <w:r>
        <w:t>l</w:t>
      </w:r>
      <w:r w:rsidR="006F1ADB">
        <w:t>’</w:t>
      </w:r>
      <w:r>
        <w:t>autre</w:t>
      </w:r>
      <w:r w:rsidR="006F1ADB">
        <w:t xml:space="preserve">, </w:t>
      </w:r>
      <w:r>
        <w:t>qui avait causé avec la vieille femme</w:t>
      </w:r>
      <w:r w:rsidR="006F1ADB">
        <w:t xml:space="preserve">, </w:t>
      </w:r>
      <w:r>
        <w:t>expliqua ce qu</w:t>
      </w:r>
      <w:r w:rsidR="006F1ADB">
        <w:t>’</w:t>
      </w:r>
      <w:r>
        <w:t>elle entendait par ces mots</w:t>
      </w:r>
      <w:r w:rsidR="006F1ADB">
        <w:t xml:space="preserve"> : </w:t>
      </w:r>
      <w:r>
        <w:t>des gens étranges</w:t>
      </w:r>
      <w:r w:rsidR="006F1ADB">
        <w:t>.</w:t>
      </w:r>
    </w:p>
    <w:p w14:paraId="37355402" w14:textId="77777777" w:rsidR="006F1ADB" w:rsidRDefault="005A3479" w:rsidP="005A3479">
      <w:r>
        <w:t>Le marguillier se mit alors à raconter à haute voix une anecdote suggérée sans doute par la situation actuelle</w:t>
      </w:r>
      <w:r w:rsidR="006F1ADB">
        <w:t xml:space="preserve">. </w:t>
      </w:r>
      <w:r>
        <w:t>Des o</w:t>
      </w:r>
      <w:r>
        <w:t>u</w:t>
      </w:r>
      <w:r>
        <w:t>vriers devant réparer la Table des Commandements avaient</w:t>
      </w:r>
      <w:r w:rsidR="006F1ADB">
        <w:t xml:space="preserve">, </w:t>
      </w:r>
      <w:r>
        <w:t>une nuit de samedi</w:t>
      </w:r>
      <w:r w:rsidR="006F1ADB">
        <w:t xml:space="preserve">, </w:t>
      </w:r>
      <w:r>
        <w:t>posé des bouteilles de rhum sur l</w:t>
      </w:r>
      <w:r w:rsidR="006F1ADB">
        <w:t>’</w:t>
      </w:r>
      <w:r>
        <w:t>autel</w:t>
      </w:r>
      <w:r w:rsidR="006F1ADB">
        <w:t xml:space="preserve">. </w:t>
      </w:r>
      <w:r>
        <w:t>Mais à peine avaient-ils vidé leurs verres qu</w:t>
      </w:r>
      <w:r w:rsidR="006F1ADB">
        <w:t>’</w:t>
      </w:r>
      <w:r>
        <w:t>ils tombèrent sans connaissance</w:t>
      </w:r>
      <w:r w:rsidR="006F1ADB">
        <w:t xml:space="preserve">, </w:t>
      </w:r>
      <w:r>
        <w:t>le diable leur étant apparu dans un coup de to</w:t>
      </w:r>
      <w:r>
        <w:t>n</w:t>
      </w:r>
      <w:r>
        <w:t>nerre</w:t>
      </w:r>
      <w:r w:rsidR="006F1ADB">
        <w:t xml:space="preserve">. </w:t>
      </w:r>
      <w:r>
        <w:t>Et quand les fidèles vinrent assister au service</w:t>
      </w:r>
      <w:r w:rsidR="006F1ADB">
        <w:t xml:space="preserve">, </w:t>
      </w:r>
      <w:r>
        <w:t>ils trouv</w:t>
      </w:r>
      <w:r>
        <w:t>è</w:t>
      </w:r>
      <w:r>
        <w:t>rent que les Commandements étaient peints à l</w:t>
      </w:r>
      <w:r w:rsidR="006F1ADB">
        <w:t>’</w:t>
      </w:r>
      <w:r>
        <w:t xml:space="preserve">exception du mot </w:t>
      </w:r>
      <w:r w:rsidR="006F1ADB">
        <w:t>« </w:t>
      </w:r>
      <w:r>
        <w:t>Pas</w:t>
      </w:r>
      <w:r w:rsidR="006F1ADB">
        <w:t> »</w:t>
      </w:r>
      <w:r>
        <w:t xml:space="preserve"> ce qui en dénaturait le sens</w:t>
      </w:r>
      <w:r w:rsidR="006F1ADB">
        <w:t>.</w:t>
      </w:r>
    </w:p>
    <w:p w14:paraId="47C37F16" w14:textId="77777777" w:rsidR="006F1ADB" w:rsidRDefault="006F1ADB" w:rsidP="005A3479">
      <w:r>
        <w:t>— </w:t>
      </w:r>
      <w:r w:rsidR="005A3479">
        <w:t>Telle est la tradition</w:t>
      </w:r>
      <w:r>
        <w:t xml:space="preserve">, </w:t>
      </w:r>
      <w:r w:rsidR="005A3479">
        <w:t>acheva le marguillier</w:t>
      </w:r>
      <w:r>
        <w:t xml:space="preserve">. </w:t>
      </w:r>
      <w:r w:rsidR="005A3479">
        <w:t>Prenez cette histoire pour ce qu</w:t>
      </w:r>
      <w:r>
        <w:t>’</w:t>
      </w:r>
      <w:r w:rsidR="005A3479">
        <w:t>elle vaut</w:t>
      </w:r>
      <w:r>
        <w:t xml:space="preserve">, </w:t>
      </w:r>
      <w:r w:rsidR="005A3479">
        <w:t>mais le cas que nous voyons a</w:t>
      </w:r>
      <w:r w:rsidR="005A3479">
        <w:t>u</w:t>
      </w:r>
      <w:r w:rsidR="005A3479">
        <w:t>jourd</w:t>
      </w:r>
      <w:r>
        <w:t>’</w:t>
      </w:r>
      <w:r w:rsidR="005A3479">
        <w:t>hui me l</w:t>
      </w:r>
      <w:r>
        <w:t>’</w:t>
      </w:r>
      <w:r w:rsidR="005A3479">
        <w:t>a remise en mémoire</w:t>
      </w:r>
      <w:r>
        <w:t xml:space="preserve">, </w:t>
      </w:r>
      <w:r w:rsidR="005A3479">
        <w:t>comme je vous le dis</w:t>
      </w:r>
      <w:r>
        <w:t>.</w:t>
      </w:r>
    </w:p>
    <w:p w14:paraId="4595D05C" w14:textId="77777777" w:rsidR="006F1ADB" w:rsidRDefault="005A3479" w:rsidP="005A3479">
      <w:r>
        <w:t>Les visiteurs regardèrent encore une fois</w:t>
      </w:r>
      <w:r w:rsidR="006F1ADB">
        <w:t xml:space="preserve">, </w:t>
      </w:r>
      <w:r>
        <w:t>comme pour voir si Jude et Sue n</w:t>
      </w:r>
      <w:r w:rsidR="006F1ADB">
        <w:t>’</w:t>
      </w:r>
      <w:r>
        <w:t>avaient pas</w:t>
      </w:r>
      <w:r w:rsidR="006F1ADB">
        <w:t xml:space="preserve">, </w:t>
      </w:r>
      <w:r>
        <w:t>eux aussi</w:t>
      </w:r>
      <w:r w:rsidR="006F1ADB">
        <w:t xml:space="preserve">, </w:t>
      </w:r>
      <w:r>
        <w:t>oublié d</w:t>
      </w:r>
      <w:r w:rsidR="006F1ADB">
        <w:t>’</w:t>
      </w:r>
      <w:r>
        <w:t xml:space="preserve">écrire le mot </w:t>
      </w:r>
      <w:r w:rsidR="006F1ADB">
        <w:t>« </w:t>
      </w:r>
      <w:r>
        <w:t>Pas</w:t>
      </w:r>
      <w:r w:rsidR="006F1ADB">
        <w:t xml:space="preserve"> ». </w:t>
      </w:r>
      <w:r>
        <w:t>Ensuite ils quittèrent l</w:t>
      </w:r>
      <w:r w:rsidR="006F1ADB">
        <w:t>’</w:t>
      </w:r>
      <w:r>
        <w:t>église</w:t>
      </w:r>
      <w:r w:rsidR="006F1ADB">
        <w:t xml:space="preserve">, </w:t>
      </w:r>
      <w:r>
        <w:t>et la vieille femme elle-même finit par s</w:t>
      </w:r>
      <w:r w:rsidR="006F1ADB">
        <w:t>’</w:t>
      </w:r>
      <w:r>
        <w:t>en aller</w:t>
      </w:r>
      <w:r w:rsidR="006F1ADB">
        <w:t xml:space="preserve">. </w:t>
      </w:r>
      <w:r>
        <w:t>Sue et Jude</w:t>
      </w:r>
      <w:r w:rsidR="006F1ADB">
        <w:t xml:space="preserve">, </w:t>
      </w:r>
      <w:r>
        <w:t>qui ne s</w:t>
      </w:r>
      <w:r w:rsidR="006F1ADB">
        <w:t>’</w:t>
      </w:r>
      <w:r>
        <w:t>étaient pas arr</w:t>
      </w:r>
      <w:r>
        <w:t>ê</w:t>
      </w:r>
      <w:r>
        <w:t>tés de travailler</w:t>
      </w:r>
      <w:r w:rsidR="006F1ADB">
        <w:t xml:space="preserve">, </w:t>
      </w:r>
      <w:r>
        <w:t>renvoyèrent l</w:t>
      </w:r>
      <w:r w:rsidR="006F1ADB">
        <w:t>’</w:t>
      </w:r>
      <w:r>
        <w:t>enfant à l</w:t>
      </w:r>
      <w:r w:rsidR="006F1ADB">
        <w:t>’</w:t>
      </w:r>
      <w:r>
        <w:t xml:space="preserve">école et restèrent </w:t>
      </w:r>
      <w:r>
        <w:lastRenderedPageBreak/>
        <w:t>sans parler</w:t>
      </w:r>
      <w:r w:rsidR="006F1ADB">
        <w:t xml:space="preserve"> ; </w:t>
      </w:r>
      <w:r>
        <w:t>jusqu</w:t>
      </w:r>
      <w:r w:rsidR="006F1ADB">
        <w:t>’</w:t>
      </w:r>
      <w:r>
        <w:t>à ce que</w:t>
      </w:r>
      <w:r w:rsidR="006F1ADB">
        <w:t xml:space="preserve">, </w:t>
      </w:r>
      <w:r>
        <w:t>la regardant de plus près</w:t>
      </w:r>
      <w:r w:rsidR="006F1ADB">
        <w:t xml:space="preserve">, </w:t>
      </w:r>
      <w:r>
        <w:t>Jude s</w:t>
      </w:r>
      <w:r w:rsidR="006F1ADB">
        <w:t>’</w:t>
      </w:r>
      <w:r>
        <w:t>aperçut qu</w:t>
      </w:r>
      <w:r w:rsidR="006F1ADB">
        <w:t>’</w:t>
      </w:r>
      <w:r>
        <w:t>elle avait pleuré en silence</w:t>
      </w:r>
      <w:r w:rsidR="006F1ADB">
        <w:t>.</w:t>
      </w:r>
    </w:p>
    <w:p w14:paraId="54013034" w14:textId="77777777" w:rsidR="006F1ADB" w:rsidRDefault="006F1ADB" w:rsidP="005A3479">
      <w:r>
        <w:t>— </w:t>
      </w:r>
      <w:r w:rsidR="005A3479">
        <w:t>N</w:t>
      </w:r>
      <w:r>
        <w:t>’</w:t>
      </w:r>
      <w:r w:rsidR="005A3479">
        <w:t>y faites pas attention</w:t>
      </w:r>
      <w:r>
        <w:t xml:space="preserve">, </w:t>
      </w:r>
      <w:r w:rsidR="005A3479">
        <w:t>amie</w:t>
      </w:r>
      <w:r>
        <w:t xml:space="preserve">, </w:t>
      </w:r>
      <w:r w:rsidR="005A3479">
        <w:t>dit-il</w:t>
      </w:r>
      <w:r>
        <w:t xml:space="preserve">. </w:t>
      </w:r>
      <w:r w:rsidR="005A3479">
        <w:t>Je sais ce que c</w:t>
      </w:r>
      <w:r>
        <w:t>’</w:t>
      </w:r>
      <w:r w:rsidR="005A3479">
        <w:t>est</w:t>
      </w:r>
      <w:r>
        <w:t>.</w:t>
      </w:r>
    </w:p>
    <w:p w14:paraId="270E9F3A" w14:textId="77777777" w:rsidR="006F1ADB" w:rsidRDefault="006F1ADB" w:rsidP="005A3479">
      <w:r>
        <w:t>— </w:t>
      </w:r>
      <w:r w:rsidR="005A3479">
        <w:t>Je ne puis supporter que ces gens ni personne puissent penser que des gens sont pervers</w:t>
      </w:r>
      <w:r>
        <w:t xml:space="preserve">, </w:t>
      </w:r>
      <w:r w:rsidR="005A3479">
        <w:t>parce qu</w:t>
      </w:r>
      <w:r>
        <w:t>’</w:t>
      </w:r>
      <w:r w:rsidR="005A3479">
        <w:t>ils ont choisi de vivre à leur guise</w:t>
      </w:r>
      <w:r>
        <w:t xml:space="preserve">. </w:t>
      </w:r>
      <w:r w:rsidR="005A3479">
        <w:t>Ce sont réellement ces opinions qui rendent tém</w:t>
      </w:r>
      <w:r w:rsidR="005A3479">
        <w:t>é</w:t>
      </w:r>
      <w:r w:rsidR="005A3479">
        <w:t>raires les gens les mieux intentionnés</w:t>
      </w:r>
      <w:r>
        <w:t xml:space="preserve">, </w:t>
      </w:r>
      <w:r w:rsidR="005A3479">
        <w:t>et les conduisent actue</w:t>
      </w:r>
      <w:r w:rsidR="005A3479">
        <w:t>l</w:t>
      </w:r>
      <w:r w:rsidR="005A3479">
        <w:t>lement à devenir immoraux</w:t>
      </w:r>
      <w:r>
        <w:t>.</w:t>
      </w:r>
    </w:p>
    <w:p w14:paraId="3B56F593" w14:textId="77777777" w:rsidR="006F1ADB" w:rsidRDefault="006F1ADB" w:rsidP="005A3479">
      <w:r>
        <w:t>— </w:t>
      </w:r>
      <w:r w:rsidR="005A3479">
        <w:t>Ne vous jetez pas en bas</w:t>
      </w:r>
      <w:r>
        <w:t xml:space="preserve">. </w:t>
      </w:r>
      <w:r w:rsidR="005A3479">
        <w:t>C</w:t>
      </w:r>
      <w:r>
        <w:t>’</w:t>
      </w:r>
      <w:r w:rsidR="005A3479">
        <w:t>était seulement une histoire bizarre</w:t>
      </w:r>
      <w:r>
        <w:t>.</w:t>
      </w:r>
    </w:p>
    <w:p w14:paraId="3A7A28BF" w14:textId="77777777" w:rsidR="006F1ADB" w:rsidRDefault="006F1ADB" w:rsidP="005A3479">
      <w:r>
        <w:t>— </w:t>
      </w:r>
      <w:r w:rsidR="005A3479">
        <w:t>Ah</w:t>
      </w:r>
      <w:r>
        <w:t xml:space="preserve"> ! </w:t>
      </w:r>
      <w:r w:rsidR="005A3479">
        <w:t>Mais nous l</w:t>
      </w:r>
      <w:r>
        <w:t>’</w:t>
      </w:r>
      <w:r w:rsidR="005A3479">
        <w:t>avons suggérée</w:t>
      </w:r>
      <w:r>
        <w:t xml:space="preserve">… </w:t>
      </w:r>
      <w:r w:rsidR="005A3479">
        <w:t>Je crains de vous avoir porté malheur</w:t>
      </w:r>
      <w:r>
        <w:t xml:space="preserve">, </w:t>
      </w:r>
      <w:r w:rsidR="005A3479">
        <w:t>Jude</w:t>
      </w:r>
      <w:r>
        <w:t xml:space="preserve">, </w:t>
      </w:r>
      <w:r w:rsidR="005A3479">
        <w:t>au lieu de vous avoir aidé en venant ici</w:t>
      </w:r>
      <w:r>
        <w:t>.</w:t>
      </w:r>
    </w:p>
    <w:p w14:paraId="117FABE7" w14:textId="77777777" w:rsidR="006F1ADB" w:rsidRDefault="005A3479" w:rsidP="005A3479">
      <w:r>
        <w:t>Avoir suggéré une telle histoire</w:t>
      </w:r>
      <w:r w:rsidR="006F1ADB">
        <w:t xml:space="preserve">, </w:t>
      </w:r>
      <w:r>
        <w:t>ce n</w:t>
      </w:r>
      <w:r w:rsidR="006F1ADB">
        <w:t>’</w:t>
      </w:r>
      <w:r>
        <w:t>était certainement pas chose risible</w:t>
      </w:r>
      <w:r w:rsidR="006F1ADB">
        <w:t xml:space="preserve">, </w:t>
      </w:r>
      <w:r>
        <w:t>si l</w:t>
      </w:r>
      <w:r w:rsidR="006F1ADB">
        <w:t>’</w:t>
      </w:r>
      <w:r>
        <w:t>on considérait sérieusement leur position</w:t>
      </w:r>
      <w:r w:rsidR="006F1ADB">
        <w:t xml:space="preserve">. </w:t>
      </w:r>
      <w:r>
        <w:t>C</w:t>
      </w:r>
      <w:r>
        <w:t>e</w:t>
      </w:r>
      <w:r>
        <w:t>pendant</w:t>
      </w:r>
      <w:r w:rsidR="006F1ADB">
        <w:t xml:space="preserve">, </w:t>
      </w:r>
      <w:r>
        <w:t>après peu de minutes</w:t>
      </w:r>
      <w:r w:rsidR="006F1ADB">
        <w:t xml:space="preserve">, </w:t>
      </w:r>
      <w:r>
        <w:t>Sue sembla voir que leur pos</w:t>
      </w:r>
      <w:r>
        <w:t>i</w:t>
      </w:r>
      <w:r>
        <w:t>tion</w:t>
      </w:r>
      <w:r w:rsidR="006F1ADB">
        <w:t xml:space="preserve">, </w:t>
      </w:r>
      <w:r>
        <w:t>ce matin-là</w:t>
      </w:r>
      <w:r w:rsidR="006F1ADB">
        <w:t xml:space="preserve">, </w:t>
      </w:r>
      <w:r>
        <w:t>avait un côté comique</w:t>
      </w:r>
      <w:r w:rsidR="006F1ADB">
        <w:t xml:space="preserve">, </w:t>
      </w:r>
      <w:r>
        <w:t>et</w:t>
      </w:r>
      <w:r w:rsidR="006F1ADB">
        <w:t xml:space="preserve">, </w:t>
      </w:r>
      <w:r>
        <w:t>essuyant ses yeux</w:t>
      </w:r>
      <w:r w:rsidR="006F1ADB">
        <w:t xml:space="preserve">, </w:t>
      </w:r>
      <w:r>
        <w:t>elle se mit à rire</w:t>
      </w:r>
      <w:r w:rsidR="006F1ADB">
        <w:t>.</w:t>
      </w:r>
    </w:p>
    <w:p w14:paraId="154D1EAD" w14:textId="77777777" w:rsidR="006F1ADB" w:rsidRDefault="006F1ADB" w:rsidP="005A3479">
      <w:r>
        <w:t>— </w:t>
      </w:r>
      <w:r w:rsidR="005A3479">
        <w:t>C</w:t>
      </w:r>
      <w:r>
        <w:t>’</w:t>
      </w:r>
      <w:r w:rsidR="005A3479">
        <w:t>est drôle</w:t>
      </w:r>
      <w:r>
        <w:t xml:space="preserve">, </w:t>
      </w:r>
      <w:r w:rsidR="005A3479">
        <w:t>après tout</w:t>
      </w:r>
      <w:r>
        <w:t xml:space="preserve">, </w:t>
      </w:r>
      <w:r w:rsidR="005A3479">
        <w:t>dit-elle</w:t>
      </w:r>
      <w:r>
        <w:t xml:space="preserve">, </w:t>
      </w:r>
      <w:r w:rsidR="005A3479">
        <w:t>que nous deux</w:t>
      </w:r>
      <w:r>
        <w:t xml:space="preserve">, </w:t>
      </w:r>
      <w:r w:rsidR="005A3479">
        <w:t>parmi tout le monde</w:t>
      </w:r>
      <w:r>
        <w:t xml:space="preserve">, </w:t>
      </w:r>
      <w:r w:rsidR="005A3479">
        <w:t>avec notre singulière histoire</w:t>
      </w:r>
      <w:r>
        <w:t xml:space="preserve">, </w:t>
      </w:r>
      <w:r w:rsidR="005A3479">
        <w:t>soyons arrivés à faire ce que nous faisons</w:t>
      </w:r>
      <w:r>
        <w:t xml:space="preserve">. </w:t>
      </w:r>
      <w:r w:rsidR="005A3479">
        <w:t>Vous</w:t>
      </w:r>
      <w:r>
        <w:t xml:space="preserve">, </w:t>
      </w:r>
      <w:r w:rsidR="005A3479">
        <w:t>un réprouvé</w:t>
      </w:r>
      <w:r>
        <w:t xml:space="preserve">, </w:t>
      </w:r>
      <w:r w:rsidR="005A3479">
        <w:t>et moi</w:t>
      </w:r>
      <w:r>
        <w:t xml:space="preserve">… </w:t>
      </w:r>
      <w:r w:rsidR="005A3479">
        <w:t>dans ma situation</w:t>
      </w:r>
      <w:r>
        <w:t xml:space="preserve">… </w:t>
      </w:r>
      <w:r w:rsidR="005A3479">
        <w:t>Ô cher</w:t>
      </w:r>
      <w:r>
        <w:t> !…</w:t>
      </w:r>
    </w:p>
    <w:p w14:paraId="40151E7F" w14:textId="77777777" w:rsidR="006F1ADB" w:rsidRDefault="005A3479" w:rsidP="005A3479">
      <w:r>
        <w:t>Et</w:t>
      </w:r>
      <w:r w:rsidR="006F1ADB">
        <w:t xml:space="preserve">, </w:t>
      </w:r>
      <w:r>
        <w:t>couvrant ses yeux avec sa main</w:t>
      </w:r>
      <w:r w:rsidR="006F1ADB">
        <w:t xml:space="preserve">, </w:t>
      </w:r>
      <w:r>
        <w:t>elle rit encore sile</w:t>
      </w:r>
      <w:r>
        <w:t>n</w:t>
      </w:r>
      <w:r>
        <w:t>cieusement et par intervalles</w:t>
      </w:r>
      <w:r w:rsidR="006F1ADB">
        <w:t xml:space="preserve">, </w:t>
      </w:r>
      <w:r>
        <w:t>jusqu</w:t>
      </w:r>
      <w:r w:rsidR="006F1ADB">
        <w:t>’</w:t>
      </w:r>
      <w:r>
        <w:t>à ce qu</w:t>
      </w:r>
      <w:r w:rsidR="006F1ADB">
        <w:t>’</w:t>
      </w:r>
      <w:r>
        <w:t>elle fût tout à fait f</w:t>
      </w:r>
      <w:r>
        <w:t>a</w:t>
      </w:r>
      <w:r>
        <w:t>tiguée</w:t>
      </w:r>
      <w:r w:rsidR="006F1ADB">
        <w:t>.</w:t>
      </w:r>
    </w:p>
    <w:p w14:paraId="7891AE64" w14:textId="77777777" w:rsidR="006F1ADB" w:rsidRDefault="006F1ADB" w:rsidP="005A3479">
      <w:r>
        <w:t>— </w:t>
      </w:r>
      <w:r w:rsidR="005A3479">
        <w:t>Cela vaut mieux</w:t>
      </w:r>
      <w:r>
        <w:t xml:space="preserve">, </w:t>
      </w:r>
      <w:r w:rsidR="005A3479">
        <w:t>dit Jude gaiement</w:t>
      </w:r>
      <w:r>
        <w:t xml:space="preserve">. </w:t>
      </w:r>
      <w:r w:rsidR="005A3479">
        <w:t>Maintenant nous sommes d</w:t>
      </w:r>
      <w:r>
        <w:t>’</w:t>
      </w:r>
      <w:r w:rsidR="005A3479">
        <w:t>aplomb</w:t>
      </w:r>
      <w:r>
        <w:t xml:space="preserve">, </w:t>
      </w:r>
      <w:r w:rsidR="005A3479">
        <w:t>n</w:t>
      </w:r>
      <w:r>
        <w:t>’</w:t>
      </w:r>
      <w:r w:rsidR="005A3479">
        <w:t>est-ce pas</w:t>
      </w:r>
      <w:r>
        <w:t xml:space="preserve">, </w:t>
      </w:r>
      <w:r w:rsidR="005A3479">
        <w:t>petite fille</w:t>
      </w:r>
      <w:r>
        <w:t> ?</w:t>
      </w:r>
    </w:p>
    <w:p w14:paraId="21B44962" w14:textId="77777777" w:rsidR="006F1ADB" w:rsidRDefault="006F1ADB" w:rsidP="005A3479">
      <w:r>
        <w:lastRenderedPageBreak/>
        <w:t>— </w:t>
      </w:r>
      <w:r w:rsidR="005A3479">
        <w:t>Oh</w:t>
      </w:r>
      <w:r>
        <w:t xml:space="preserve"> ! </w:t>
      </w:r>
      <w:r w:rsidR="005A3479">
        <w:t>mais c</w:t>
      </w:r>
      <w:r>
        <w:t>’</w:t>
      </w:r>
      <w:r w:rsidR="005A3479">
        <w:t>est sérieux</w:t>
      </w:r>
      <w:r>
        <w:t xml:space="preserve">, </w:t>
      </w:r>
      <w:r w:rsidR="005A3479">
        <w:t>tout de même</w:t>
      </w:r>
      <w:r>
        <w:t> ! (</w:t>
      </w:r>
      <w:r w:rsidR="005A3479">
        <w:t>Elle soupira</w:t>
      </w:r>
      <w:r>
        <w:t xml:space="preserve">, </w:t>
      </w:r>
      <w:r w:rsidR="005A3479">
        <w:t>comme elle ramassait le pinceau et se relevait</w:t>
      </w:r>
      <w:r>
        <w:t xml:space="preserve">.) </w:t>
      </w:r>
      <w:r w:rsidR="005A3479">
        <w:t>Mais vous voyez qu</w:t>
      </w:r>
      <w:r>
        <w:t>’</w:t>
      </w:r>
      <w:r w:rsidR="005A3479">
        <w:t>ils ne croient pas que nous soyons mariés</w:t>
      </w:r>
      <w:r>
        <w:t xml:space="preserve">. </w:t>
      </w:r>
      <w:r w:rsidR="005A3479">
        <w:t>Ils ne peuvent pas le croire</w:t>
      </w:r>
      <w:r>
        <w:t xml:space="preserve">. </w:t>
      </w:r>
      <w:r w:rsidR="005A3479">
        <w:t>C</w:t>
      </w:r>
      <w:r>
        <w:t>’</w:t>
      </w:r>
      <w:r w:rsidR="005A3479">
        <w:t>est extraordinaire</w:t>
      </w:r>
      <w:r>
        <w:t>.</w:t>
      </w:r>
    </w:p>
    <w:p w14:paraId="115FBCCE" w14:textId="77777777" w:rsidR="006F1ADB" w:rsidRDefault="006F1ADB" w:rsidP="005A3479">
      <w:r>
        <w:t>— </w:t>
      </w:r>
      <w:r w:rsidR="005A3479">
        <w:t>Je me moque de ce qu</w:t>
      </w:r>
      <w:r>
        <w:t>’</w:t>
      </w:r>
      <w:r w:rsidR="005A3479">
        <w:t>ils pensent ou ne pensent pas</w:t>
      </w:r>
      <w:r>
        <w:t xml:space="preserve">, </w:t>
      </w:r>
      <w:r w:rsidR="005A3479">
        <w:t>dit Jude</w:t>
      </w:r>
      <w:r>
        <w:t xml:space="preserve">. </w:t>
      </w:r>
      <w:r w:rsidR="005A3479">
        <w:t>Je ne me tourmenterai pas davantage à cause d</w:t>
      </w:r>
      <w:r>
        <w:t>’</w:t>
      </w:r>
      <w:r w:rsidR="005A3479">
        <w:t>eux</w:t>
      </w:r>
      <w:r>
        <w:t>.</w:t>
      </w:r>
    </w:p>
    <w:p w14:paraId="07C61248" w14:textId="77777777" w:rsidR="006F1ADB" w:rsidRDefault="005A3479" w:rsidP="005A3479">
      <w:r>
        <w:t>Comme ils déjeunaient</w:t>
      </w:r>
      <w:r w:rsidR="006F1ADB">
        <w:t xml:space="preserve">, </w:t>
      </w:r>
      <w:r>
        <w:t>un homme entra dans l</w:t>
      </w:r>
      <w:r w:rsidR="006F1ADB">
        <w:t>’</w:t>
      </w:r>
      <w:r>
        <w:t>église et Jude reconnut l</w:t>
      </w:r>
      <w:r w:rsidR="006F1ADB">
        <w:t>’</w:t>
      </w:r>
      <w:r>
        <w:t>entrepreneur Willis</w:t>
      </w:r>
      <w:r w:rsidR="006F1ADB">
        <w:t xml:space="preserve">. </w:t>
      </w:r>
      <w:r>
        <w:t>Il fit signe à Jude et le prit à part</w:t>
      </w:r>
      <w:r w:rsidR="006F1ADB">
        <w:t>.</w:t>
      </w:r>
    </w:p>
    <w:p w14:paraId="32BC0704" w14:textId="77777777" w:rsidR="006F1ADB" w:rsidRDefault="006F1ADB" w:rsidP="005A3479">
      <w:r>
        <w:t>— </w:t>
      </w:r>
      <w:r w:rsidR="005A3479">
        <w:t>Voici</w:t>
      </w:r>
      <w:r>
        <w:t xml:space="preserve">… </w:t>
      </w:r>
      <w:r w:rsidR="005A3479">
        <w:t>J</w:t>
      </w:r>
      <w:r>
        <w:t>’</w:t>
      </w:r>
      <w:r w:rsidR="005A3479">
        <w:t>ai justement reçu une plainte à ce sujet</w:t>
      </w:r>
      <w:r>
        <w:t xml:space="preserve">, </w:t>
      </w:r>
      <w:r w:rsidR="005A3479">
        <w:t>dit-il avec un mortel embarras</w:t>
      </w:r>
      <w:r>
        <w:t xml:space="preserve">. </w:t>
      </w:r>
      <w:r w:rsidR="005A3479">
        <w:t>Je ne voudrais pas me mêler de cela</w:t>
      </w:r>
      <w:r>
        <w:t xml:space="preserve">… </w:t>
      </w:r>
      <w:r w:rsidR="005A3479">
        <w:t>je ne sais pas de quoi il s</w:t>
      </w:r>
      <w:r>
        <w:t>’</w:t>
      </w:r>
      <w:r w:rsidR="005A3479">
        <w:t>agit</w:t>
      </w:r>
      <w:r>
        <w:t xml:space="preserve">… </w:t>
      </w:r>
      <w:r w:rsidR="005A3479">
        <w:t xml:space="preserve">mais </w:t>
      </w:r>
      <w:proofErr w:type="gramStart"/>
      <w:r w:rsidR="005A3479">
        <w:t>j</w:t>
      </w:r>
      <w:r>
        <w:t>’</w:t>
      </w:r>
      <w:r w:rsidR="005A3479">
        <w:t>ai peur</w:t>
      </w:r>
      <w:proofErr w:type="gramEnd"/>
      <w:r w:rsidR="005A3479">
        <w:t xml:space="preserve"> d</w:t>
      </w:r>
      <w:r>
        <w:t>’</w:t>
      </w:r>
      <w:r w:rsidR="005A3479">
        <w:t>être obligé de vous demander</w:t>
      </w:r>
      <w:r>
        <w:t xml:space="preserve">, </w:t>
      </w:r>
      <w:r w:rsidR="005A3479">
        <w:t>ainsi qu</w:t>
      </w:r>
      <w:r>
        <w:t>’</w:t>
      </w:r>
      <w:r w:rsidR="005A3479">
        <w:t>à elle</w:t>
      </w:r>
      <w:r>
        <w:t xml:space="preserve">, </w:t>
      </w:r>
      <w:r w:rsidR="005A3479">
        <w:t>de laisser ce travail qu</w:t>
      </w:r>
      <w:r>
        <w:t>’</w:t>
      </w:r>
      <w:r w:rsidR="005A3479">
        <w:t>un autre devra finir</w:t>
      </w:r>
      <w:r>
        <w:t xml:space="preserve">. </w:t>
      </w:r>
      <w:r w:rsidR="005A3479">
        <w:t>Cela vaut mieux pour éviter des désagréments</w:t>
      </w:r>
      <w:r>
        <w:t xml:space="preserve">. </w:t>
      </w:r>
      <w:r w:rsidR="005A3479">
        <w:t>Je vous paierai la semaine</w:t>
      </w:r>
      <w:r>
        <w:t xml:space="preserve">, </w:t>
      </w:r>
      <w:r w:rsidR="005A3479">
        <w:t>tout de même</w:t>
      </w:r>
      <w:r>
        <w:t>.</w:t>
      </w:r>
    </w:p>
    <w:p w14:paraId="4D357C4A" w14:textId="77777777" w:rsidR="006F1ADB" w:rsidRDefault="005A3479" w:rsidP="005A3479">
      <w:r>
        <w:t>Jude était trop fier pour récriminer</w:t>
      </w:r>
      <w:r w:rsidR="006F1ADB">
        <w:t xml:space="preserve"> ; </w:t>
      </w:r>
      <w:r>
        <w:t>l</w:t>
      </w:r>
      <w:r w:rsidR="006F1ADB">
        <w:t>’</w:t>
      </w:r>
      <w:r>
        <w:t>entrepreneur le paya et partit</w:t>
      </w:r>
      <w:r w:rsidR="006F1ADB">
        <w:t xml:space="preserve">. </w:t>
      </w:r>
      <w:r>
        <w:t>Jude ramassa ses outils et Sue nettoya ses pinceaux</w:t>
      </w:r>
      <w:r w:rsidR="006F1ADB">
        <w:t xml:space="preserve">. </w:t>
      </w:r>
      <w:r>
        <w:t>Puis leurs yeux se rencontrèrent</w:t>
      </w:r>
      <w:r w:rsidR="006F1ADB">
        <w:t>.</w:t>
      </w:r>
    </w:p>
    <w:p w14:paraId="20ABCF61" w14:textId="77777777" w:rsidR="006F1ADB" w:rsidRDefault="006F1ADB" w:rsidP="005A3479">
      <w:r>
        <w:t>— </w:t>
      </w:r>
      <w:r w:rsidR="005A3479">
        <w:t>Comment pouvions-nous</w:t>
      </w:r>
      <w:r>
        <w:t xml:space="preserve">… </w:t>
      </w:r>
      <w:r w:rsidR="005A3479">
        <w:t>être assez simples</w:t>
      </w:r>
      <w:r>
        <w:t xml:space="preserve">… </w:t>
      </w:r>
      <w:r w:rsidR="005A3479">
        <w:t>pour supposer qu</w:t>
      </w:r>
      <w:r>
        <w:t>’</w:t>
      </w:r>
      <w:r w:rsidR="005A3479">
        <w:t xml:space="preserve">il était possible </w:t>
      </w:r>
      <w:proofErr w:type="gramStart"/>
      <w:r w:rsidR="005A3479">
        <w:t>de faire</w:t>
      </w:r>
      <w:proofErr w:type="gramEnd"/>
      <w:r w:rsidR="005A3479">
        <w:t xml:space="preserve"> ce travail</w:t>
      </w:r>
      <w:r>
        <w:t xml:space="preserve"> ? </w:t>
      </w:r>
      <w:r w:rsidR="005A3479">
        <w:t>dit-elle</w:t>
      </w:r>
      <w:r>
        <w:t xml:space="preserve">, </w:t>
      </w:r>
      <w:r w:rsidR="005A3479">
        <w:t>sa voix déclinant en notes tragiques</w:t>
      </w:r>
      <w:r>
        <w:t xml:space="preserve">. </w:t>
      </w:r>
      <w:r w:rsidR="005A3479">
        <w:t>Évidemment</w:t>
      </w:r>
      <w:r>
        <w:t xml:space="preserve">, </w:t>
      </w:r>
      <w:r w:rsidR="005A3479">
        <w:t>nous ne devions pas</w:t>
      </w:r>
      <w:r>
        <w:t xml:space="preserve">… </w:t>
      </w:r>
      <w:r w:rsidR="005A3479">
        <w:t>Je ne devais pas venir</w:t>
      </w:r>
      <w:r>
        <w:t>.</w:t>
      </w:r>
    </w:p>
    <w:p w14:paraId="7308DEF9" w14:textId="77777777" w:rsidR="006F1ADB" w:rsidRDefault="006F1ADB" w:rsidP="005A3479">
      <w:r>
        <w:t>— </w:t>
      </w:r>
      <w:r w:rsidR="005A3479">
        <w:t>Je n</w:t>
      </w:r>
      <w:r>
        <w:t>’</w:t>
      </w:r>
      <w:r w:rsidR="005A3479">
        <w:t>avais pas l</w:t>
      </w:r>
      <w:r>
        <w:t>’</w:t>
      </w:r>
      <w:r w:rsidR="005A3479">
        <w:t>idée que personne pût s</w:t>
      </w:r>
      <w:r>
        <w:t>’</w:t>
      </w:r>
      <w:r w:rsidR="005A3479">
        <w:t>introduire dans cet endroit solitaire et nous voir</w:t>
      </w:r>
      <w:r>
        <w:t xml:space="preserve">, </w:t>
      </w:r>
      <w:r w:rsidR="005A3479">
        <w:t>répliqua Jude</w:t>
      </w:r>
      <w:r>
        <w:t xml:space="preserve">. </w:t>
      </w:r>
      <w:r w:rsidR="005A3479">
        <w:t>Eh bien</w:t>
      </w:r>
      <w:r>
        <w:t xml:space="preserve">, </w:t>
      </w:r>
      <w:r w:rsidR="005A3479">
        <w:t>il n</w:t>
      </w:r>
      <w:r>
        <w:t>’</w:t>
      </w:r>
      <w:r w:rsidR="005A3479">
        <w:t>y a plus de remède</w:t>
      </w:r>
      <w:r>
        <w:t xml:space="preserve">, </w:t>
      </w:r>
      <w:r w:rsidR="005A3479">
        <w:t>et je ne voudrais pas offenser la clientèle de Willis en restant</w:t>
      </w:r>
      <w:r>
        <w:t>.</w:t>
      </w:r>
    </w:p>
    <w:p w14:paraId="7035B0A9" w14:textId="77777777" w:rsidR="006F1ADB" w:rsidRDefault="006F1ADB" w:rsidP="005A3479">
      <w:r>
        <w:t xml:space="preserve">… </w:t>
      </w:r>
      <w:r w:rsidR="005A3479">
        <w:t>Fawley avait encore assez de dévouement à la cause de l</w:t>
      </w:r>
      <w:r>
        <w:t>’</w:t>
      </w:r>
      <w:r w:rsidR="005A3479">
        <w:t>éducation</w:t>
      </w:r>
      <w:r>
        <w:t xml:space="preserve">. </w:t>
      </w:r>
      <w:r w:rsidR="005A3479">
        <w:t>Il s</w:t>
      </w:r>
      <w:r>
        <w:t>’</w:t>
      </w:r>
      <w:r w:rsidR="005A3479">
        <w:t>était affilié à une société de Progrès mutuel pour les artisans</w:t>
      </w:r>
      <w:r>
        <w:t xml:space="preserve">, </w:t>
      </w:r>
      <w:r w:rsidR="005A3479">
        <w:t xml:space="preserve">qui avait été fondée à </w:t>
      </w:r>
      <w:proofErr w:type="spellStart"/>
      <w:r w:rsidR="005A3479">
        <w:t>Aldbrickam</w:t>
      </w:r>
      <w:proofErr w:type="spellEnd"/>
      <w:r>
        <w:t xml:space="preserve">, </w:t>
      </w:r>
      <w:r w:rsidR="005A3479">
        <w:t xml:space="preserve">vers </w:t>
      </w:r>
      <w:r w:rsidR="005A3479">
        <w:lastRenderedPageBreak/>
        <w:t>l</w:t>
      </w:r>
      <w:r>
        <w:t>’</w:t>
      </w:r>
      <w:r w:rsidR="005A3479">
        <w:t>époque où il était venu dans cette ville</w:t>
      </w:r>
      <w:r>
        <w:t xml:space="preserve">. </w:t>
      </w:r>
      <w:r w:rsidR="005A3479">
        <w:t>Quelques jours après l</w:t>
      </w:r>
      <w:r>
        <w:t>’</w:t>
      </w:r>
      <w:r w:rsidR="005A3479">
        <w:t>incident qui lui avait fait abandonner les réparations de l</w:t>
      </w:r>
      <w:r>
        <w:t>’</w:t>
      </w:r>
      <w:r w:rsidR="005A3479">
        <w:t>église</w:t>
      </w:r>
      <w:r>
        <w:t xml:space="preserve">, </w:t>
      </w:r>
      <w:r w:rsidR="005A3479">
        <w:t>et avant qu</w:t>
      </w:r>
      <w:r>
        <w:t>’</w:t>
      </w:r>
      <w:r w:rsidR="005A3479">
        <w:t>il eût trouvé aucun autre travail</w:t>
      </w:r>
      <w:r>
        <w:t xml:space="preserve">, </w:t>
      </w:r>
      <w:r w:rsidR="005A3479">
        <w:t>il se rendit à une réunion du c</w:t>
      </w:r>
      <w:r w:rsidR="005A3479">
        <w:t>o</w:t>
      </w:r>
      <w:r w:rsidR="005A3479">
        <w:t>mité</w:t>
      </w:r>
      <w:r>
        <w:t xml:space="preserve">. </w:t>
      </w:r>
      <w:r w:rsidR="005A3479">
        <w:t>Il était tard</w:t>
      </w:r>
      <w:r>
        <w:t xml:space="preserve">, </w:t>
      </w:r>
      <w:r w:rsidR="005A3479">
        <w:t>quand il arriva</w:t>
      </w:r>
      <w:r>
        <w:t xml:space="preserve"> ; </w:t>
      </w:r>
      <w:r w:rsidR="005A3479">
        <w:t>tous les autres étaient déjà présents et</w:t>
      </w:r>
      <w:r>
        <w:t xml:space="preserve">, </w:t>
      </w:r>
      <w:r w:rsidR="005A3479">
        <w:t>comme Jude entra</w:t>
      </w:r>
      <w:r>
        <w:t xml:space="preserve">, </w:t>
      </w:r>
      <w:r w:rsidR="005A3479">
        <w:t>ils le regardèrent d</w:t>
      </w:r>
      <w:r>
        <w:t>’</w:t>
      </w:r>
      <w:r w:rsidR="005A3479">
        <w:t>un air ince</w:t>
      </w:r>
      <w:r w:rsidR="005A3479">
        <w:t>r</w:t>
      </w:r>
      <w:r w:rsidR="005A3479">
        <w:t>tain et murmurèrent à peine un mot de bienvenue</w:t>
      </w:r>
      <w:r>
        <w:t xml:space="preserve">. </w:t>
      </w:r>
      <w:r w:rsidR="005A3479">
        <w:t>Il s</w:t>
      </w:r>
      <w:r>
        <w:t>’</w:t>
      </w:r>
      <w:r w:rsidR="005A3479">
        <w:t>aperçut qu</w:t>
      </w:r>
      <w:r>
        <w:t>’</w:t>
      </w:r>
      <w:r w:rsidR="005A3479">
        <w:t>on avait discuté et agité quelque décision qui le concernait</w:t>
      </w:r>
      <w:r>
        <w:t xml:space="preserve">. </w:t>
      </w:r>
      <w:r w:rsidR="005A3479">
        <w:t>Quelques affaires ordinaires furent réglées</w:t>
      </w:r>
      <w:r>
        <w:t xml:space="preserve">, </w:t>
      </w:r>
      <w:r w:rsidR="005A3479">
        <w:t>et l</w:t>
      </w:r>
      <w:r>
        <w:t>’</w:t>
      </w:r>
      <w:r w:rsidR="005A3479">
        <w:t>on découvrit que le nombre des souscriptions avait subitement baissé dans le quartier</w:t>
      </w:r>
      <w:r>
        <w:t xml:space="preserve">. </w:t>
      </w:r>
      <w:r w:rsidR="005A3479">
        <w:t>Un des membres</w:t>
      </w:r>
      <w:r>
        <w:t xml:space="preserve">, – </w:t>
      </w:r>
      <w:r w:rsidR="005A3479">
        <w:t>homme juste et vraiment bienvei</w:t>
      </w:r>
      <w:r w:rsidR="005A3479">
        <w:t>l</w:t>
      </w:r>
      <w:r w:rsidR="005A3479">
        <w:t>lant</w:t>
      </w:r>
      <w:r>
        <w:t xml:space="preserve"> – </w:t>
      </w:r>
      <w:r w:rsidR="005A3479">
        <w:t>commença à parler par énigmes sur les causes possibles de cet événement</w:t>
      </w:r>
      <w:r>
        <w:t xml:space="preserve"> ; </w:t>
      </w:r>
      <w:r w:rsidR="005A3479">
        <w:t>il déclara qu</w:t>
      </w:r>
      <w:r>
        <w:t>’</w:t>
      </w:r>
      <w:r w:rsidR="005A3479">
        <w:t>ils devaient bien examiner leurs règlements</w:t>
      </w:r>
      <w:r>
        <w:t xml:space="preserve">, </w:t>
      </w:r>
      <w:r w:rsidR="005A3479">
        <w:t>car si les membres du Comité n</w:t>
      </w:r>
      <w:r>
        <w:t>’</w:t>
      </w:r>
      <w:r w:rsidR="005A3479">
        <w:t>étaient pas respe</w:t>
      </w:r>
      <w:r w:rsidR="005A3479">
        <w:t>c</w:t>
      </w:r>
      <w:r w:rsidR="005A3479">
        <w:t>tés</w:t>
      </w:r>
      <w:r>
        <w:t xml:space="preserve">, </w:t>
      </w:r>
      <w:r w:rsidR="005A3479">
        <w:t>s</w:t>
      </w:r>
      <w:r>
        <w:t>’</w:t>
      </w:r>
      <w:r w:rsidR="005A3479">
        <w:t>ils n</w:t>
      </w:r>
      <w:r>
        <w:t>’</w:t>
      </w:r>
      <w:r w:rsidR="005A3479">
        <w:t>avaient pas</w:t>
      </w:r>
      <w:r>
        <w:t xml:space="preserve">, </w:t>
      </w:r>
      <w:r w:rsidR="005A3479">
        <w:t>au moins</w:t>
      </w:r>
      <w:r>
        <w:t xml:space="preserve">, – </w:t>
      </w:r>
      <w:r w:rsidR="005A3479">
        <w:t>malgré leurs différences d</w:t>
      </w:r>
      <w:r>
        <w:t>’</w:t>
      </w:r>
      <w:r w:rsidR="005A3479">
        <w:t>opinion</w:t>
      </w:r>
      <w:r>
        <w:t xml:space="preserve">, – </w:t>
      </w:r>
      <w:r w:rsidR="005A3479">
        <w:t>une commune ligne de conduite</w:t>
      </w:r>
      <w:r>
        <w:t xml:space="preserve">, </w:t>
      </w:r>
      <w:r w:rsidR="005A3479">
        <w:t>ils feraient to</w:t>
      </w:r>
      <w:r w:rsidR="005A3479">
        <w:t>m</w:t>
      </w:r>
      <w:r w:rsidR="005A3479">
        <w:t>ber l</w:t>
      </w:r>
      <w:r>
        <w:t>’</w:t>
      </w:r>
      <w:r w:rsidR="005A3479">
        <w:t>institution</w:t>
      </w:r>
      <w:r>
        <w:t xml:space="preserve">. </w:t>
      </w:r>
      <w:r w:rsidR="005A3479">
        <w:t>Rien de plus ne fut dit en présence de Jude</w:t>
      </w:r>
      <w:r>
        <w:t xml:space="preserve">, </w:t>
      </w:r>
      <w:r w:rsidR="005A3479">
        <w:t>mais il savait ce que cela signifiait</w:t>
      </w:r>
      <w:r>
        <w:t xml:space="preserve">, </w:t>
      </w:r>
      <w:r w:rsidR="005A3479">
        <w:t>et</w:t>
      </w:r>
      <w:r>
        <w:t xml:space="preserve">, </w:t>
      </w:r>
      <w:r w:rsidR="005A3479">
        <w:t>retournant à sa table</w:t>
      </w:r>
      <w:r>
        <w:t xml:space="preserve">, </w:t>
      </w:r>
      <w:r w:rsidR="005A3479">
        <w:t>il écrivit une note résignant ses fonctions</w:t>
      </w:r>
      <w:r>
        <w:t>.</w:t>
      </w:r>
    </w:p>
    <w:p w14:paraId="355F3792" w14:textId="77777777" w:rsidR="006F1ADB" w:rsidRDefault="005A3479" w:rsidP="005A3479">
      <w:r>
        <w:t xml:space="preserve">Ainsi le couple </w:t>
      </w:r>
      <w:r w:rsidR="006F1ADB">
        <w:t>« </w:t>
      </w:r>
      <w:proofErr w:type="spellStart"/>
      <w:r>
        <w:t>supersensitif</w:t>
      </w:r>
      <w:proofErr w:type="spellEnd"/>
      <w:r w:rsidR="006F1ADB">
        <w:t> »</w:t>
      </w:r>
      <w:r>
        <w:t xml:space="preserve"> était de plus en plus eng</w:t>
      </w:r>
      <w:r>
        <w:t>a</w:t>
      </w:r>
      <w:r>
        <w:t>gé au départ</w:t>
      </w:r>
      <w:r w:rsidR="006F1ADB">
        <w:t xml:space="preserve">. </w:t>
      </w:r>
      <w:r>
        <w:t>Les factures affluèrent et une question se posa</w:t>
      </w:r>
      <w:r w:rsidR="006F1ADB">
        <w:t xml:space="preserve"> : </w:t>
      </w:r>
      <w:r>
        <w:t xml:space="preserve">que pourrait faire Jude avec le lourd et antique mobilier de sa </w:t>
      </w:r>
      <w:proofErr w:type="spellStart"/>
      <w:r>
        <w:t>grand</w:t>
      </w:r>
      <w:r w:rsidR="006F1ADB">
        <w:t>’</w:t>
      </w:r>
      <w:r>
        <w:t>tante</w:t>
      </w:r>
      <w:proofErr w:type="spellEnd"/>
      <w:r w:rsidR="006F1ADB">
        <w:t xml:space="preserve">, </w:t>
      </w:r>
      <w:r>
        <w:t>s</w:t>
      </w:r>
      <w:r w:rsidR="006F1ADB">
        <w:t>’</w:t>
      </w:r>
      <w:r>
        <w:t>il quittait la ville pour voyager il ne savait où</w:t>
      </w:r>
      <w:r w:rsidR="006F1ADB">
        <w:t xml:space="preserve"> ? </w:t>
      </w:r>
      <w:r>
        <w:t>C</w:t>
      </w:r>
      <w:r>
        <w:t>e</w:t>
      </w:r>
      <w:r>
        <w:t>la</w:t>
      </w:r>
      <w:r w:rsidR="006F1ADB">
        <w:t xml:space="preserve">, </w:t>
      </w:r>
      <w:r>
        <w:t>et la nécessité de réaliser aussitôt une somme d</w:t>
      </w:r>
      <w:r w:rsidR="006F1ADB">
        <w:t>’</w:t>
      </w:r>
      <w:r>
        <w:t>argent</w:t>
      </w:r>
      <w:r w:rsidR="006F1ADB">
        <w:t xml:space="preserve">, </w:t>
      </w:r>
      <w:r>
        <w:t>déc</w:t>
      </w:r>
      <w:r>
        <w:t>i</w:t>
      </w:r>
      <w:r>
        <w:t>dèrent Jude à faire une vente</w:t>
      </w:r>
      <w:r w:rsidR="006F1ADB">
        <w:t xml:space="preserve">, </w:t>
      </w:r>
      <w:r>
        <w:t>bien qu</w:t>
      </w:r>
      <w:r w:rsidR="006F1ADB">
        <w:t>’</w:t>
      </w:r>
      <w:r>
        <w:t>il eût préféré emporter le vénérable mobilier</w:t>
      </w:r>
      <w:r w:rsidR="006F1ADB">
        <w:t>.</w:t>
      </w:r>
    </w:p>
    <w:p w14:paraId="3AAC019F" w14:textId="56C742EC" w:rsidR="005A3479" w:rsidRDefault="005A3479" w:rsidP="006F1ADB">
      <w:pPr>
        <w:pStyle w:val="Titre2"/>
      </w:pPr>
      <w:bookmarkStart w:id="81" w:name="__RefHeading__83_1957917597"/>
      <w:bookmarkStart w:id="82" w:name="_Toc202369656"/>
      <w:bookmarkEnd w:id="81"/>
      <w:r>
        <w:lastRenderedPageBreak/>
        <w:t>VI</w:t>
      </w:r>
      <w:bookmarkEnd w:id="82"/>
    </w:p>
    <w:p w14:paraId="56DA178B" w14:textId="77777777" w:rsidR="006F1ADB" w:rsidRDefault="005A3479" w:rsidP="005A3479">
      <w:r>
        <w:t>À dater de cette semaine</w:t>
      </w:r>
      <w:r w:rsidR="006F1ADB">
        <w:t xml:space="preserve">, </w:t>
      </w:r>
      <w:r>
        <w:t>on ne vit plus passer Jude Fawley et Sue dans la ville d</w:t>
      </w:r>
      <w:r w:rsidR="006F1ADB">
        <w:t>’</w:t>
      </w:r>
      <w:proofErr w:type="spellStart"/>
      <w:r>
        <w:t>Aldbrickam</w:t>
      </w:r>
      <w:proofErr w:type="spellEnd"/>
      <w:r w:rsidR="006F1ADB">
        <w:t>.</w:t>
      </w:r>
    </w:p>
    <w:p w14:paraId="56213A3A" w14:textId="77777777" w:rsidR="006F1ADB" w:rsidRDefault="005A3479" w:rsidP="005A3479">
      <w:r>
        <w:t>Où ils étaient allés</w:t>
      </w:r>
      <w:r w:rsidR="006F1ADB">
        <w:t xml:space="preserve">, </w:t>
      </w:r>
      <w:r>
        <w:t>nul n</w:t>
      </w:r>
      <w:r w:rsidR="006F1ADB">
        <w:t>’</w:t>
      </w:r>
      <w:r>
        <w:t>en savait rien</w:t>
      </w:r>
      <w:r w:rsidR="006F1ADB">
        <w:t xml:space="preserve">, </w:t>
      </w:r>
      <w:r>
        <w:t>principalement parce que nul n</w:t>
      </w:r>
      <w:r w:rsidR="006F1ADB">
        <w:t>’</w:t>
      </w:r>
      <w:r>
        <w:t>avait intérêt à le savoir</w:t>
      </w:r>
      <w:r w:rsidR="006F1ADB">
        <w:t xml:space="preserve">. </w:t>
      </w:r>
      <w:r>
        <w:t>Ils avaient adopté une existence nomade</w:t>
      </w:r>
      <w:r w:rsidR="006F1ADB">
        <w:t xml:space="preserve">, </w:t>
      </w:r>
      <w:r>
        <w:t>s</w:t>
      </w:r>
      <w:r w:rsidR="006F1ADB">
        <w:t>’</w:t>
      </w:r>
      <w:r>
        <w:t>établissant dans les endroits où Jude tro</w:t>
      </w:r>
      <w:r>
        <w:t>u</w:t>
      </w:r>
      <w:r>
        <w:t>vait du travail</w:t>
      </w:r>
      <w:r w:rsidR="006F1ADB">
        <w:t xml:space="preserve">. </w:t>
      </w:r>
      <w:r>
        <w:t>Deux ans et demi s</w:t>
      </w:r>
      <w:r w:rsidR="006F1ADB">
        <w:t>’</w:t>
      </w:r>
      <w:r>
        <w:t>écoulèrent ainsi</w:t>
      </w:r>
      <w:r w:rsidR="006F1ADB">
        <w:t>.</w:t>
      </w:r>
    </w:p>
    <w:p w14:paraId="16415BF6" w14:textId="77777777" w:rsidR="006F1ADB" w:rsidRDefault="005A3479" w:rsidP="005A3479">
      <w:r>
        <w:t>C</w:t>
      </w:r>
      <w:r w:rsidR="006F1ADB">
        <w:t>’</w:t>
      </w:r>
      <w:r>
        <w:t xml:space="preserve">était la foire du printemps à </w:t>
      </w:r>
      <w:proofErr w:type="spellStart"/>
      <w:r>
        <w:t>Kennetbridge</w:t>
      </w:r>
      <w:proofErr w:type="spellEnd"/>
      <w:r w:rsidR="006F1ADB">
        <w:t xml:space="preserve">. </w:t>
      </w:r>
      <w:r>
        <w:t>Une voiture légère</w:t>
      </w:r>
      <w:r w:rsidR="006F1ADB">
        <w:t xml:space="preserve">, </w:t>
      </w:r>
      <w:r>
        <w:t>parmi d</w:t>
      </w:r>
      <w:r w:rsidR="006F1ADB">
        <w:t>’</w:t>
      </w:r>
      <w:r>
        <w:t>autres véhicules</w:t>
      </w:r>
      <w:r w:rsidR="006F1ADB">
        <w:t xml:space="preserve">, </w:t>
      </w:r>
      <w:r>
        <w:t>était entrée dans la ville par la route du nord et se dirigeait vers la porte d</w:t>
      </w:r>
      <w:r w:rsidR="006F1ADB">
        <w:t>’</w:t>
      </w:r>
      <w:r>
        <w:t>une maison de te</w:t>
      </w:r>
      <w:r>
        <w:t>m</w:t>
      </w:r>
      <w:r>
        <w:t>pérance</w:t>
      </w:r>
      <w:r w:rsidR="006F1ADB">
        <w:t xml:space="preserve">. </w:t>
      </w:r>
      <w:r>
        <w:t>Là</w:t>
      </w:r>
      <w:r w:rsidR="006F1ADB">
        <w:t xml:space="preserve">, </w:t>
      </w:r>
      <w:r>
        <w:t>descendirent deux femmes</w:t>
      </w:r>
      <w:r w:rsidR="006F1ADB">
        <w:t xml:space="preserve">, </w:t>
      </w:r>
      <w:r>
        <w:t>l</w:t>
      </w:r>
      <w:r w:rsidR="006F1ADB">
        <w:t>’</w:t>
      </w:r>
      <w:r>
        <w:t>une</w:t>
      </w:r>
      <w:r w:rsidR="006F1ADB">
        <w:t xml:space="preserve"> – </w:t>
      </w:r>
      <w:r>
        <w:t>celle qui co</w:t>
      </w:r>
      <w:r>
        <w:t>n</w:t>
      </w:r>
      <w:r>
        <w:t>duisait</w:t>
      </w:r>
      <w:r w:rsidR="006F1ADB">
        <w:t xml:space="preserve"> – </w:t>
      </w:r>
      <w:r>
        <w:t>semblant une paysanne quelconque</w:t>
      </w:r>
      <w:r w:rsidR="006F1ADB">
        <w:t xml:space="preserve">, </w:t>
      </w:r>
      <w:r>
        <w:t>et l</w:t>
      </w:r>
      <w:r w:rsidR="006F1ADB">
        <w:t>’</w:t>
      </w:r>
      <w:r>
        <w:t>autre</w:t>
      </w:r>
      <w:r w:rsidR="006F1ADB">
        <w:t xml:space="preserve">, </w:t>
      </w:r>
      <w:r>
        <w:t>de f</w:t>
      </w:r>
      <w:r>
        <w:t>i</w:t>
      </w:r>
      <w:r>
        <w:t>gure assez bien faite et portant un grand deuil de veuve</w:t>
      </w:r>
      <w:r w:rsidR="006F1ADB">
        <w:t xml:space="preserve">. </w:t>
      </w:r>
      <w:r>
        <w:t>Son v</w:t>
      </w:r>
      <w:r>
        <w:t>ê</w:t>
      </w:r>
      <w:r>
        <w:t>tement sombre la faisait paraître quelque peu déplacée dans la mêlée et le brouhaha d</w:t>
      </w:r>
      <w:r w:rsidR="006F1ADB">
        <w:t>’</w:t>
      </w:r>
      <w:r>
        <w:t>une foire provinciale</w:t>
      </w:r>
      <w:r w:rsidR="006F1ADB">
        <w:t>.</w:t>
      </w:r>
    </w:p>
    <w:p w14:paraId="76DFC9B2" w14:textId="77777777" w:rsidR="006F1ADB" w:rsidRDefault="006F1ADB" w:rsidP="005A3479">
      <w:r>
        <w:t>— </w:t>
      </w:r>
      <w:r w:rsidR="005A3479">
        <w:t>Je vais juste chercher où c</w:t>
      </w:r>
      <w:r>
        <w:t>’</w:t>
      </w:r>
      <w:r w:rsidR="005A3479">
        <w:t>est</w:t>
      </w:r>
      <w:r>
        <w:t xml:space="preserve">, </w:t>
      </w:r>
      <w:r w:rsidR="005A3479">
        <w:t>Anny</w:t>
      </w:r>
      <w:r>
        <w:t xml:space="preserve">, </w:t>
      </w:r>
      <w:r w:rsidR="005A3479">
        <w:t>dit la veuve à sa compagne</w:t>
      </w:r>
      <w:r>
        <w:t xml:space="preserve">, </w:t>
      </w:r>
      <w:r w:rsidR="005A3479">
        <w:t>quand un homme eut emmené plus loin le cheval et la voiture</w:t>
      </w:r>
      <w:r>
        <w:t xml:space="preserve">, </w:t>
      </w:r>
      <w:r w:rsidR="005A3479">
        <w:t>puis je reviendrai et je vous rencontrerai ici</w:t>
      </w:r>
      <w:r>
        <w:t xml:space="preserve">, </w:t>
      </w:r>
      <w:r w:rsidR="005A3479">
        <w:t>et nous irons manger et boire quelque chose</w:t>
      </w:r>
      <w:r>
        <w:t xml:space="preserve"> : </w:t>
      </w:r>
      <w:r w:rsidR="005A3479">
        <w:t>je commence à me sentir tout à fait faible</w:t>
      </w:r>
      <w:r>
        <w:t>.</w:t>
      </w:r>
    </w:p>
    <w:p w14:paraId="6110F9C5" w14:textId="77777777" w:rsidR="006F1ADB" w:rsidRDefault="006F1ADB" w:rsidP="005A3479">
      <w:r>
        <w:t>— </w:t>
      </w:r>
      <w:r w:rsidR="005A3479">
        <w:t>De tout cœur</w:t>
      </w:r>
      <w:r>
        <w:t xml:space="preserve">, </w:t>
      </w:r>
      <w:r w:rsidR="005A3479">
        <w:t>dit l</w:t>
      </w:r>
      <w:r>
        <w:t>’</w:t>
      </w:r>
      <w:r w:rsidR="005A3479">
        <w:t>autre</w:t>
      </w:r>
      <w:r>
        <w:t xml:space="preserve">, </w:t>
      </w:r>
      <w:r w:rsidR="005A3479">
        <w:t>quoique j</w:t>
      </w:r>
      <w:r>
        <w:t>’</w:t>
      </w:r>
      <w:r w:rsidR="005A3479">
        <w:t xml:space="preserve">eusse préféré aller aux </w:t>
      </w:r>
      <w:r w:rsidR="005A3479">
        <w:rPr>
          <w:i/>
          <w:iCs/>
        </w:rPr>
        <w:t>Échecs</w:t>
      </w:r>
      <w:r w:rsidR="005A3479">
        <w:rPr>
          <w:i/>
        </w:rPr>
        <w:t xml:space="preserve"> </w:t>
      </w:r>
      <w:r w:rsidR="005A3479">
        <w:t xml:space="preserve">ou au </w:t>
      </w:r>
      <w:r w:rsidR="005A3479">
        <w:rPr>
          <w:i/>
        </w:rPr>
        <w:t>Jacques</w:t>
      </w:r>
      <w:r>
        <w:rPr>
          <w:i/>
        </w:rPr>
        <w:t xml:space="preserve">. </w:t>
      </w:r>
      <w:r w:rsidR="005A3479">
        <w:t>Ici</w:t>
      </w:r>
      <w:r>
        <w:t xml:space="preserve">, </w:t>
      </w:r>
      <w:r w:rsidR="005A3479">
        <w:t xml:space="preserve">nous ne trouverons pas </w:t>
      </w:r>
      <w:proofErr w:type="spellStart"/>
      <w:r w:rsidR="005A3479">
        <w:t>grand</w:t>
      </w:r>
      <w:r>
        <w:t>’</w:t>
      </w:r>
      <w:r w:rsidR="005A3479">
        <w:t>chose</w:t>
      </w:r>
      <w:proofErr w:type="spellEnd"/>
      <w:r>
        <w:t>.</w:t>
      </w:r>
    </w:p>
    <w:p w14:paraId="4A758EED" w14:textId="77777777" w:rsidR="006F1ADB" w:rsidRDefault="006F1ADB" w:rsidP="005A3479">
      <w:r>
        <w:t>— </w:t>
      </w:r>
      <w:r w:rsidR="005A3479">
        <w:t>Allons</w:t>
      </w:r>
      <w:r>
        <w:t xml:space="preserve">, </w:t>
      </w:r>
      <w:r w:rsidR="005A3479">
        <w:t>retenez vos appétits gloutons</w:t>
      </w:r>
      <w:r>
        <w:t xml:space="preserve">, </w:t>
      </w:r>
      <w:r w:rsidR="005A3479">
        <w:t>mon enfant</w:t>
      </w:r>
      <w:r>
        <w:t xml:space="preserve">, </w:t>
      </w:r>
      <w:r w:rsidR="005A3479">
        <w:t>dit-elle</w:t>
      </w:r>
      <w:r>
        <w:t xml:space="preserve">, </w:t>
      </w:r>
      <w:r w:rsidR="005A3479">
        <w:t>d</w:t>
      </w:r>
      <w:r>
        <w:t>’</w:t>
      </w:r>
      <w:r w:rsidR="005A3479">
        <w:t>un ton de reproche</w:t>
      </w:r>
      <w:r>
        <w:t>.</w:t>
      </w:r>
    </w:p>
    <w:p w14:paraId="5EC0ECAE" w14:textId="77777777" w:rsidR="006F1ADB" w:rsidRDefault="006F1ADB" w:rsidP="005A3479">
      <w:r>
        <w:t>— </w:t>
      </w:r>
      <w:r w:rsidR="005A3479">
        <w:t>Très bien</w:t>
      </w:r>
      <w:r>
        <w:t xml:space="preserve">. </w:t>
      </w:r>
      <w:r w:rsidR="005A3479">
        <w:t>Nous nous rencontrerons dans une demi-heure</w:t>
      </w:r>
      <w:r>
        <w:t xml:space="preserve">, </w:t>
      </w:r>
      <w:r w:rsidR="005A3479">
        <w:t>à moins que vous ne veniez avec moi chercher où est s</w:t>
      </w:r>
      <w:r w:rsidR="005A3479">
        <w:t>i</w:t>
      </w:r>
      <w:r w:rsidR="005A3479">
        <w:t>tué remplacement de la nouvelle chapelle</w:t>
      </w:r>
      <w:r>
        <w:t>.</w:t>
      </w:r>
    </w:p>
    <w:p w14:paraId="2B82B671" w14:textId="77777777" w:rsidR="006F1ADB" w:rsidRDefault="006F1ADB" w:rsidP="005A3479">
      <w:r>
        <w:lastRenderedPageBreak/>
        <w:t>— </w:t>
      </w:r>
      <w:r w:rsidR="005A3479">
        <w:t>Je n</w:t>
      </w:r>
      <w:r>
        <w:t>’</w:t>
      </w:r>
      <w:r w:rsidR="005A3479">
        <w:t>y tiens pas</w:t>
      </w:r>
      <w:r>
        <w:t xml:space="preserve">. </w:t>
      </w:r>
      <w:r w:rsidR="005A3479">
        <w:t>Vous pourrez me le dire</w:t>
      </w:r>
      <w:r>
        <w:t>.</w:t>
      </w:r>
    </w:p>
    <w:p w14:paraId="52C120BE" w14:textId="77777777" w:rsidR="006F1ADB" w:rsidRDefault="005A3479" w:rsidP="005A3479">
      <w:r>
        <w:t>Les deux compagnes reprirent chacune leur chemin</w:t>
      </w:r>
      <w:r w:rsidR="006F1ADB">
        <w:t xml:space="preserve">, </w:t>
      </w:r>
      <w:r>
        <w:t>celle qui portait le voile de crêpe marchant d</w:t>
      </w:r>
      <w:r w:rsidR="006F1ADB">
        <w:t>’</w:t>
      </w:r>
      <w:r>
        <w:t>un pas ferme</w:t>
      </w:r>
      <w:r w:rsidR="006F1ADB">
        <w:t xml:space="preserve">, </w:t>
      </w:r>
      <w:r>
        <w:t>avec un air de dédain pour le public mélangé qui l</w:t>
      </w:r>
      <w:r w:rsidR="006F1ADB">
        <w:t>’</w:t>
      </w:r>
      <w:r>
        <w:t>entourait</w:t>
      </w:r>
      <w:r w:rsidR="006F1ADB">
        <w:t xml:space="preserve">. </w:t>
      </w:r>
      <w:r>
        <w:t xml:space="preserve">En </w:t>
      </w:r>
      <w:proofErr w:type="gramStart"/>
      <w:r>
        <w:t>faisant</w:t>
      </w:r>
      <w:proofErr w:type="gramEnd"/>
      <w:r>
        <w:t xml:space="preserve"> ses recherches</w:t>
      </w:r>
      <w:r w:rsidR="006F1ADB">
        <w:t xml:space="preserve">, </w:t>
      </w:r>
      <w:r>
        <w:t>elle arriva à un terrassement dans lequel des e</w:t>
      </w:r>
      <w:r>
        <w:t>x</w:t>
      </w:r>
      <w:r>
        <w:t>cavations révélaient les fondations d</w:t>
      </w:r>
      <w:r w:rsidR="006F1ADB">
        <w:t>’</w:t>
      </w:r>
      <w:r>
        <w:t>un bâtiment</w:t>
      </w:r>
      <w:r w:rsidR="006F1ADB">
        <w:t xml:space="preserve">. </w:t>
      </w:r>
      <w:r>
        <w:t>Sur le côté extérieur</w:t>
      </w:r>
      <w:r w:rsidR="006F1ADB">
        <w:t xml:space="preserve">, </w:t>
      </w:r>
      <w:r>
        <w:t>une ou deux grandes affiches annonçaient que la première pierre de la chapelle qui devait être érigée là serait p</w:t>
      </w:r>
      <w:r>
        <w:t>o</w:t>
      </w:r>
      <w:r>
        <w:t>sée dans l</w:t>
      </w:r>
      <w:r w:rsidR="006F1ADB">
        <w:t>’</w:t>
      </w:r>
      <w:r>
        <w:t>après-midi</w:t>
      </w:r>
      <w:r w:rsidR="006F1ADB">
        <w:t xml:space="preserve">, </w:t>
      </w:r>
      <w:r>
        <w:t>à trois heures</w:t>
      </w:r>
      <w:r w:rsidR="006F1ADB">
        <w:t xml:space="preserve">, </w:t>
      </w:r>
      <w:r>
        <w:t>par un prédicateur lond</w:t>
      </w:r>
      <w:r>
        <w:t>o</w:t>
      </w:r>
      <w:r>
        <w:t>nien très populaire dans sa confrérie</w:t>
      </w:r>
      <w:r w:rsidR="006F1ADB">
        <w:t>.</w:t>
      </w:r>
    </w:p>
    <w:p w14:paraId="0C4AFB2E" w14:textId="77777777" w:rsidR="006F1ADB" w:rsidRDefault="005A3479" w:rsidP="005A3479">
      <w:r>
        <w:t>Étant certaine de son fait</w:t>
      </w:r>
      <w:r w:rsidR="006F1ADB">
        <w:t xml:space="preserve">, </w:t>
      </w:r>
      <w:r>
        <w:t>la veuve aux longs habits de deuil revint sur ses pas et se donna le loisir d</w:t>
      </w:r>
      <w:r w:rsidR="006F1ADB">
        <w:t>’</w:t>
      </w:r>
      <w:r>
        <w:t>observer le mo</w:t>
      </w:r>
      <w:r>
        <w:t>u</w:t>
      </w:r>
      <w:r>
        <w:t>vement de la foire</w:t>
      </w:r>
      <w:r w:rsidR="006F1ADB">
        <w:t xml:space="preserve">. </w:t>
      </w:r>
      <w:r>
        <w:t>Son attention fut arrêtée par un petit étalage de gâteaux et de pains d</w:t>
      </w:r>
      <w:r w:rsidR="006F1ADB">
        <w:t>’</w:t>
      </w:r>
      <w:r>
        <w:t>épice</w:t>
      </w:r>
      <w:r w:rsidR="006F1ADB">
        <w:t xml:space="preserve">, </w:t>
      </w:r>
      <w:r>
        <w:t>placé entre de plus prétentieux édifices de tréteaux et de toiles</w:t>
      </w:r>
      <w:r w:rsidR="006F1ADB">
        <w:t xml:space="preserve">. </w:t>
      </w:r>
      <w:r>
        <w:t>Il était recouvert d</w:t>
      </w:r>
      <w:r w:rsidR="006F1ADB">
        <w:t>’</w:t>
      </w:r>
      <w:r>
        <w:t>un linge i</w:t>
      </w:r>
      <w:r>
        <w:t>m</w:t>
      </w:r>
      <w:r>
        <w:t>maculé et surveillé par une jeune femme apparemment peu h</w:t>
      </w:r>
      <w:r>
        <w:t>a</w:t>
      </w:r>
      <w:r>
        <w:t>bituée au commerce</w:t>
      </w:r>
      <w:r w:rsidR="006F1ADB">
        <w:t xml:space="preserve"> ; </w:t>
      </w:r>
      <w:r>
        <w:t>elle était accompagnée d</w:t>
      </w:r>
      <w:r w:rsidR="006F1ADB">
        <w:t>’</w:t>
      </w:r>
      <w:r>
        <w:t>un jeune ga</w:t>
      </w:r>
      <w:r>
        <w:t>r</w:t>
      </w:r>
      <w:r>
        <w:t>çonnet à figure vieillotte qui l</w:t>
      </w:r>
      <w:r w:rsidR="006F1ADB">
        <w:t>’</w:t>
      </w:r>
      <w:r>
        <w:t>assistait</w:t>
      </w:r>
      <w:r w:rsidR="006F1ADB">
        <w:t>.</w:t>
      </w:r>
    </w:p>
    <w:p w14:paraId="235D322D" w14:textId="77777777" w:rsidR="006F1ADB" w:rsidRDefault="006F1ADB" w:rsidP="005A3479">
      <w:r>
        <w:t>— </w:t>
      </w:r>
      <w:r w:rsidR="005A3479">
        <w:t>Sur mon âme</w:t>
      </w:r>
      <w:r>
        <w:t xml:space="preserve"> ! </w:t>
      </w:r>
      <w:r w:rsidR="005A3479">
        <w:t>murmura la veuve</w:t>
      </w:r>
      <w:r>
        <w:t xml:space="preserve">, </w:t>
      </w:r>
      <w:r w:rsidR="005A3479">
        <w:t>en elle-même</w:t>
      </w:r>
      <w:r>
        <w:t xml:space="preserve">. </w:t>
      </w:r>
      <w:r w:rsidR="005A3479">
        <w:t>Sa femme Sue</w:t>
      </w:r>
      <w:r>
        <w:t xml:space="preserve"> – </w:t>
      </w:r>
      <w:r w:rsidR="005A3479">
        <w:t>c</w:t>
      </w:r>
      <w:r>
        <w:t>’</w:t>
      </w:r>
      <w:r w:rsidR="005A3479">
        <w:t>est bien elle</w:t>
      </w:r>
      <w:r>
        <w:t> !…</w:t>
      </w:r>
    </w:p>
    <w:p w14:paraId="389C4B56" w14:textId="77777777" w:rsidR="006F1ADB" w:rsidRDefault="005A3479" w:rsidP="005A3479">
      <w:r>
        <w:t>Elle s</w:t>
      </w:r>
      <w:r w:rsidR="006F1ADB">
        <w:t>’</w:t>
      </w:r>
      <w:r>
        <w:t>approcha plus près de l</w:t>
      </w:r>
      <w:r w:rsidR="006F1ADB">
        <w:t>’</w:t>
      </w:r>
      <w:r>
        <w:t>éventaire</w:t>
      </w:r>
      <w:r w:rsidR="006F1ADB">
        <w:t>.</w:t>
      </w:r>
    </w:p>
    <w:p w14:paraId="0F6E103D" w14:textId="77777777" w:rsidR="006F1ADB" w:rsidRDefault="006F1ADB" w:rsidP="005A3479">
      <w:r>
        <w:t>— </w:t>
      </w:r>
      <w:r w:rsidR="005A3479">
        <w:t>Comment allez-vous</w:t>
      </w:r>
      <w:r>
        <w:t xml:space="preserve">, </w:t>
      </w:r>
      <w:proofErr w:type="spellStart"/>
      <w:r w:rsidR="005A3479">
        <w:t>mistress</w:t>
      </w:r>
      <w:proofErr w:type="spellEnd"/>
      <w:r w:rsidR="005A3479">
        <w:t xml:space="preserve"> Fawley</w:t>
      </w:r>
      <w:r>
        <w:t xml:space="preserve"> ? </w:t>
      </w:r>
      <w:r w:rsidR="005A3479">
        <w:t>dit-elle douc</w:t>
      </w:r>
      <w:r w:rsidR="005A3479">
        <w:t>e</w:t>
      </w:r>
      <w:r w:rsidR="005A3479">
        <w:t>ment</w:t>
      </w:r>
      <w:r>
        <w:t>.</w:t>
      </w:r>
    </w:p>
    <w:p w14:paraId="7DAC3BBB" w14:textId="77777777" w:rsidR="006F1ADB" w:rsidRDefault="005A3479" w:rsidP="005A3479">
      <w:r>
        <w:t xml:space="preserve">Sue changea de couleur et reconnut </w:t>
      </w:r>
      <w:proofErr w:type="spellStart"/>
      <w:r>
        <w:t>Arabella</w:t>
      </w:r>
      <w:proofErr w:type="spellEnd"/>
      <w:r>
        <w:t xml:space="preserve"> à travers le voile de crêpe</w:t>
      </w:r>
      <w:r w:rsidR="006F1ADB">
        <w:t>.</w:t>
      </w:r>
    </w:p>
    <w:p w14:paraId="67929DE0" w14:textId="77777777" w:rsidR="006F1ADB" w:rsidRDefault="006F1ADB" w:rsidP="005A3479">
      <w:r>
        <w:t>— </w:t>
      </w:r>
      <w:r w:rsidR="005A3479">
        <w:t>Comment allez-vous</w:t>
      </w:r>
      <w:r>
        <w:t xml:space="preserve">, </w:t>
      </w:r>
      <w:proofErr w:type="spellStart"/>
      <w:r w:rsidR="005A3479">
        <w:t>mistress</w:t>
      </w:r>
      <w:proofErr w:type="spellEnd"/>
      <w:r w:rsidR="005A3479">
        <w:t xml:space="preserve"> </w:t>
      </w:r>
      <w:proofErr w:type="spellStart"/>
      <w:r w:rsidR="005A3479">
        <w:t>Cartlett</w:t>
      </w:r>
      <w:proofErr w:type="spellEnd"/>
      <w:r>
        <w:t xml:space="preserve"> ? </w:t>
      </w:r>
      <w:r w:rsidR="005A3479">
        <w:t>dit-elle sèch</w:t>
      </w:r>
      <w:r w:rsidR="005A3479">
        <w:t>e</w:t>
      </w:r>
      <w:r w:rsidR="005A3479">
        <w:t>ment</w:t>
      </w:r>
      <w:r>
        <w:t>.</w:t>
      </w:r>
    </w:p>
    <w:p w14:paraId="14A033B6" w14:textId="77777777" w:rsidR="006F1ADB" w:rsidRDefault="005A3479" w:rsidP="005A3479">
      <w:r>
        <w:t>Mais elle aperçut le costume d</w:t>
      </w:r>
      <w:r w:rsidR="006F1ADB">
        <w:t>’</w:t>
      </w:r>
      <w:proofErr w:type="spellStart"/>
      <w:r>
        <w:t>Arabella</w:t>
      </w:r>
      <w:proofErr w:type="spellEnd"/>
      <w:r w:rsidR="006F1ADB">
        <w:t xml:space="preserve">, </w:t>
      </w:r>
      <w:r>
        <w:t>et sa voix devint sympathique en dépit d</w:t>
      </w:r>
      <w:r w:rsidR="006F1ADB">
        <w:t>’</w:t>
      </w:r>
      <w:r>
        <w:t>elle-même</w:t>
      </w:r>
      <w:r w:rsidR="006F1ADB">
        <w:t> :</w:t>
      </w:r>
    </w:p>
    <w:p w14:paraId="6EAEBAA0" w14:textId="77777777" w:rsidR="006F1ADB" w:rsidRDefault="006F1ADB" w:rsidP="005A3479">
      <w:r>
        <w:lastRenderedPageBreak/>
        <w:t>— </w:t>
      </w:r>
      <w:r w:rsidR="005A3479">
        <w:t>Quoi</w:t>
      </w:r>
      <w:r>
        <w:t xml:space="preserve"> ?… </w:t>
      </w:r>
      <w:r w:rsidR="005A3479">
        <w:t>vous avez perdu</w:t>
      </w:r>
      <w:r>
        <w:t> ?…</w:t>
      </w:r>
    </w:p>
    <w:p w14:paraId="204BCE18" w14:textId="77777777" w:rsidR="006F1ADB" w:rsidRDefault="006F1ADB" w:rsidP="005A3479">
      <w:r>
        <w:t>— </w:t>
      </w:r>
      <w:r w:rsidR="005A3479">
        <w:t>Mon pauvre mari</w:t>
      </w:r>
      <w:r>
        <w:t xml:space="preserve">. </w:t>
      </w:r>
      <w:r w:rsidR="005A3479">
        <w:t>Oui</w:t>
      </w:r>
      <w:r>
        <w:t xml:space="preserve">, </w:t>
      </w:r>
      <w:r w:rsidR="005A3479">
        <w:t>il est mort subitement</w:t>
      </w:r>
      <w:r>
        <w:t xml:space="preserve">, </w:t>
      </w:r>
      <w:r w:rsidR="005A3479">
        <w:t>il y a six semaines</w:t>
      </w:r>
      <w:r>
        <w:t xml:space="preserve">, </w:t>
      </w:r>
      <w:r w:rsidR="005A3479">
        <w:t>me laissant assez gênée</w:t>
      </w:r>
      <w:r>
        <w:t xml:space="preserve">, </w:t>
      </w:r>
      <w:r w:rsidR="005A3479">
        <w:t>quoiqu</w:t>
      </w:r>
      <w:r>
        <w:t>’</w:t>
      </w:r>
      <w:r w:rsidR="005A3479">
        <w:t>il fût bon mari pour moi</w:t>
      </w:r>
      <w:r>
        <w:t xml:space="preserve">. </w:t>
      </w:r>
      <w:r w:rsidR="005A3479">
        <w:t>Mais le profit qu</w:t>
      </w:r>
      <w:r>
        <w:t>’</w:t>
      </w:r>
      <w:r w:rsidR="005A3479">
        <w:t>on peut tirer d</w:t>
      </w:r>
      <w:r>
        <w:t>’</w:t>
      </w:r>
      <w:r w:rsidR="005A3479">
        <w:t xml:space="preserve">un café demeure à ceux qui fabriquent eux-mêmes leurs liqueurs et non à ceux qui les </w:t>
      </w:r>
      <w:proofErr w:type="spellStart"/>
      <w:r w:rsidR="005A3479">
        <w:t>d</w:t>
      </w:r>
      <w:r w:rsidR="005A3479">
        <w:t>é</w:t>
      </w:r>
      <w:r w:rsidR="005A3479">
        <w:t>taillent</w:t>
      </w:r>
      <w:proofErr w:type="spellEnd"/>
      <w:r>
        <w:t xml:space="preserve">. </w:t>
      </w:r>
      <w:r w:rsidR="005A3479">
        <w:t>Et vous</w:t>
      </w:r>
      <w:r>
        <w:t xml:space="preserve">, </w:t>
      </w:r>
      <w:r w:rsidR="005A3479">
        <w:t>mon petit vieux bonhomme</w:t>
      </w:r>
      <w:r>
        <w:t xml:space="preserve"> ? </w:t>
      </w:r>
      <w:r w:rsidR="005A3479">
        <w:t>Vous ne me r</w:t>
      </w:r>
      <w:r w:rsidR="005A3479">
        <w:t>e</w:t>
      </w:r>
      <w:r w:rsidR="005A3479">
        <w:t>connaissez pas</w:t>
      </w:r>
      <w:r>
        <w:t xml:space="preserve">, </w:t>
      </w:r>
      <w:r w:rsidR="005A3479">
        <w:t>je le prévois</w:t>
      </w:r>
      <w:r>
        <w:t>.</w:t>
      </w:r>
    </w:p>
    <w:p w14:paraId="61CE33B8" w14:textId="77777777" w:rsidR="006F1ADB" w:rsidRDefault="006F1ADB" w:rsidP="005A3479">
      <w:r>
        <w:t>— </w:t>
      </w:r>
      <w:r w:rsidR="005A3479">
        <w:t>Si</w:t>
      </w:r>
      <w:r>
        <w:t xml:space="preserve">, </w:t>
      </w:r>
      <w:r w:rsidR="005A3479">
        <w:t>je vous reconnais</w:t>
      </w:r>
      <w:r>
        <w:t xml:space="preserve">. </w:t>
      </w:r>
      <w:r w:rsidR="005A3479">
        <w:t>Vous êtes la femme que je crus être ma mère pendant quelque temps</w:t>
      </w:r>
      <w:r>
        <w:t xml:space="preserve">, </w:t>
      </w:r>
      <w:r w:rsidR="005A3479">
        <w:t>jusqu</w:t>
      </w:r>
      <w:r>
        <w:t>’</w:t>
      </w:r>
      <w:r w:rsidR="005A3479">
        <w:t>à ce que j</w:t>
      </w:r>
      <w:r>
        <w:t>’</w:t>
      </w:r>
      <w:r w:rsidR="005A3479">
        <w:t>aie appris que vous ne l</w:t>
      </w:r>
      <w:r>
        <w:t>’</w:t>
      </w:r>
      <w:r w:rsidR="005A3479">
        <w:t>étiez pas</w:t>
      </w:r>
      <w:r>
        <w:t xml:space="preserve">, </w:t>
      </w:r>
      <w:r w:rsidR="005A3479">
        <w:t>répondit le Père le Temps</w:t>
      </w:r>
      <w:r>
        <w:t>.</w:t>
      </w:r>
    </w:p>
    <w:p w14:paraId="0FFA8941" w14:textId="77777777" w:rsidR="006F1ADB" w:rsidRDefault="006F1ADB" w:rsidP="005A3479">
      <w:r>
        <w:t>— </w:t>
      </w:r>
      <w:r w:rsidR="005A3479">
        <w:t>Très bien</w:t>
      </w:r>
      <w:r>
        <w:t xml:space="preserve">. </w:t>
      </w:r>
      <w:r w:rsidR="005A3479">
        <w:t>N</w:t>
      </w:r>
      <w:r>
        <w:t>’</w:t>
      </w:r>
      <w:r w:rsidR="005A3479">
        <w:t>importe</w:t>
      </w:r>
      <w:r>
        <w:t xml:space="preserve">. </w:t>
      </w:r>
      <w:r w:rsidR="005A3479">
        <w:t>Je suis une amie</w:t>
      </w:r>
      <w:r>
        <w:t>.</w:t>
      </w:r>
    </w:p>
    <w:p w14:paraId="0079064D" w14:textId="77777777" w:rsidR="006F1ADB" w:rsidRDefault="006F1ADB" w:rsidP="005A3479">
      <w:r>
        <w:t>— </w:t>
      </w:r>
      <w:r w:rsidR="005A3479">
        <w:t>Jude</w:t>
      </w:r>
      <w:r>
        <w:t xml:space="preserve">, </w:t>
      </w:r>
      <w:r w:rsidR="005A3479">
        <w:t>dit Sue tout à coup</w:t>
      </w:r>
      <w:r>
        <w:t xml:space="preserve">, </w:t>
      </w:r>
      <w:r w:rsidR="005A3479">
        <w:t>allez sur le quai de la station avec ce plateau</w:t>
      </w:r>
      <w:r>
        <w:t xml:space="preserve"> ; </w:t>
      </w:r>
      <w:r w:rsidR="005A3479">
        <w:t>il y a un autre train qui entre en gare</w:t>
      </w:r>
      <w:r>
        <w:t xml:space="preserve">, </w:t>
      </w:r>
      <w:r w:rsidR="005A3479">
        <w:t>je crois</w:t>
      </w:r>
      <w:r>
        <w:t>.</w:t>
      </w:r>
    </w:p>
    <w:p w14:paraId="3BBEEB5C" w14:textId="77777777" w:rsidR="006F1ADB" w:rsidRDefault="005A3479" w:rsidP="005A3479">
      <w:r>
        <w:t>Quand il fut parti</w:t>
      </w:r>
      <w:r w:rsidR="006F1ADB">
        <w:t xml:space="preserve">, </w:t>
      </w:r>
      <w:proofErr w:type="spellStart"/>
      <w:r>
        <w:t>Arabella</w:t>
      </w:r>
      <w:proofErr w:type="spellEnd"/>
      <w:r>
        <w:t xml:space="preserve"> continua</w:t>
      </w:r>
      <w:r w:rsidR="006F1ADB">
        <w:t> :</w:t>
      </w:r>
    </w:p>
    <w:p w14:paraId="1922189A" w14:textId="77777777" w:rsidR="006F1ADB" w:rsidRDefault="006F1ADB" w:rsidP="005A3479">
      <w:r>
        <w:t>— </w:t>
      </w:r>
      <w:r w:rsidR="005A3479">
        <w:t>Il ne sera jamais beau</w:t>
      </w:r>
      <w:r>
        <w:t xml:space="preserve">, </w:t>
      </w:r>
      <w:r w:rsidR="005A3479">
        <w:t>n</w:t>
      </w:r>
      <w:r>
        <w:t>’</w:t>
      </w:r>
      <w:r w:rsidR="005A3479">
        <w:t>est-ce pas</w:t>
      </w:r>
      <w:r>
        <w:t xml:space="preserve">, </w:t>
      </w:r>
      <w:r w:rsidR="005A3479">
        <w:t>le pauvre garçon</w:t>
      </w:r>
      <w:r>
        <w:t xml:space="preserve"> ? </w:t>
      </w:r>
      <w:proofErr w:type="spellStart"/>
      <w:r w:rsidR="005A3479">
        <w:t>Sait-il</w:t>
      </w:r>
      <w:proofErr w:type="spellEnd"/>
      <w:r w:rsidR="005A3479">
        <w:t xml:space="preserve"> que je suis réellement sa mère</w:t>
      </w:r>
      <w:r>
        <w:t> ?</w:t>
      </w:r>
    </w:p>
    <w:p w14:paraId="16EC5ADB" w14:textId="77777777" w:rsidR="006F1ADB" w:rsidRDefault="006F1ADB" w:rsidP="005A3479">
      <w:r>
        <w:t>— </w:t>
      </w:r>
      <w:r w:rsidR="005A3479">
        <w:t>Non</w:t>
      </w:r>
      <w:r>
        <w:t xml:space="preserve">. </w:t>
      </w:r>
      <w:r w:rsidR="005A3479">
        <w:t>Il pense qu</w:t>
      </w:r>
      <w:r>
        <w:t>’</w:t>
      </w:r>
      <w:r w:rsidR="005A3479">
        <w:t>il y a quelque mystère à propos de sa p</w:t>
      </w:r>
      <w:r w:rsidR="005A3479">
        <w:t>a</w:t>
      </w:r>
      <w:r w:rsidR="005A3479">
        <w:t>renté</w:t>
      </w:r>
      <w:r>
        <w:t xml:space="preserve"> ; </w:t>
      </w:r>
      <w:r w:rsidR="005A3479">
        <w:t>c</w:t>
      </w:r>
      <w:r>
        <w:t>’</w:t>
      </w:r>
      <w:r w:rsidR="005A3479">
        <w:t>est tout Jude lui dira la vérité quand il sera un peu plus âgé</w:t>
      </w:r>
      <w:r>
        <w:t>.</w:t>
      </w:r>
    </w:p>
    <w:p w14:paraId="630C06E7" w14:textId="77777777" w:rsidR="006F1ADB" w:rsidRDefault="006F1ADB" w:rsidP="005A3479">
      <w:r>
        <w:t>— </w:t>
      </w:r>
      <w:r w:rsidR="005A3479">
        <w:t>Mais comment en êtes-vous arrivée à faire ce métier</w:t>
      </w:r>
      <w:r>
        <w:t xml:space="preserve"> ? </w:t>
      </w:r>
      <w:r w:rsidR="005A3479">
        <w:t>Je suis surprise</w:t>
      </w:r>
      <w:r>
        <w:t>.</w:t>
      </w:r>
    </w:p>
    <w:p w14:paraId="27218771" w14:textId="77777777" w:rsidR="006F1ADB" w:rsidRDefault="006F1ADB" w:rsidP="005A3479">
      <w:r>
        <w:t>— </w:t>
      </w:r>
      <w:r w:rsidR="005A3479">
        <w:t>C</w:t>
      </w:r>
      <w:r>
        <w:t>’</w:t>
      </w:r>
      <w:r w:rsidR="005A3479">
        <w:t>est seulement une occupation temporaire</w:t>
      </w:r>
      <w:r>
        <w:t xml:space="preserve">, </w:t>
      </w:r>
      <w:r w:rsidR="005A3479">
        <w:t>une idée qui nous est venue</w:t>
      </w:r>
      <w:r>
        <w:t xml:space="preserve">, </w:t>
      </w:r>
      <w:r w:rsidR="005A3479">
        <w:t>pendant que nous étions dans rembarras</w:t>
      </w:r>
      <w:r>
        <w:t>.</w:t>
      </w:r>
    </w:p>
    <w:p w14:paraId="11643DE3" w14:textId="77777777" w:rsidR="006F1ADB" w:rsidRDefault="006F1ADB" w:rsidP="005A3479">
      <w:r>
        <w:t>— </w:t>
      </w:r>
      <w:r w:rsidR="005A3479">
        <w:t>Alors</w:t>
      </w:r>
      <w:r>
        <w:t xml:space="preserve">, </w:t>
      </w:r>
      <w:r w:rsidR="005A3479">
        <w:t>vous vivez encore avec lui</w:t>
      </w:r>
      <w:r>
        <w:t> ?</w:t>
      </w:r>
    </w:p>
    <w:p w14:paraId="158095B1" w14:textId="77777777" w:rsidR="006F1ADB" w:rsidRDefault="006F1ADB" w:rsidP="005A3479">
      <w:r>
        <w:t>— </w:t>
      </w:r>
      <w:r w:rsidR="005A3479">
        <w:t>Oui</w:t>
      </w:r>
      <w:r>
        <w:t>.</w:t>
      </w:r>
    </w:p>
    <w:p w14:paraId="47E73E2B" w14:textId="77777777" w:rsidR="006F1ADB" w:rsidRDefault="006F1ADB" w:rsidP="005A3479">
      <w:r>
        <w:t>— </w:t>
      </w:r>
      <w:r w:rsidR="005A3479">
        <w:t>Mariée</w:t>
      </w:r>
      <w:r>
        <w:t> ?</w:t>
      </w:r>
    </w:p>
    <w:p w14:paraId="3EE02A43" w14:textId="77777777" w:rsidR="006F1ADB" w:rsidRDefault="006F1ADB" w:rsidP="005A3479">
      <w:r>
        <w:lastRenderedPageBreak/>
        <w:t>— </w:t>
      </w:r>
      <w:r w:rsidR="005A3479">
        <w:t>Naturellement</w:t>
      </w:r>
      <w:r>
        <w:t>.</w:t>
      </w:r>
    </w:p>
    <w:p w14:paraId="0890834C" w14:textId="77777777" w:rsidR="006F1ADB" w:rsidRDefault="006F1ADB" w:rsidP="005A3479">
      <w:r>
        <w:t>— </w:t>
      </w:r>
      <w:r w:rsidR="005A3479">
        <w:t>Pas d</w:t>
      </w:r>
      <w:r>
        <w:t>’</w:t>
      </w:r>
      <w:r w:rsidR="005A3479">
        <w:t>enfants</w:t>
      </w:r>
      <w:r>
        <w:t> ?</w:t>
      </w:r>
    </w:p>
    <w:p w14:paraId="2B770A0A" w14:textId="77777777" w:rsidR="006F1ADB" w:rsidRDefault="006F1ADB" w:rsidP="005A3479">
      <w:r>
        <w:t>— </w:t>
      </w:r>
      <w:r w:rsidR="005A3479">
        <w:t>Deux</w:t>
      </w:r>
      <w:r>
        <w:t>.</w:t>
      </w:r>
    </w:p>
    <w:p w14:paraId="06EE9EF4" w14:textId="77777777" w:rsidR="006F1ADB" w:rsidRDefault="006F1ADB" w:rsidP="005A3479">
      <w:r>
        <w:t>— </w:t>
      </w:r>
      <w:r w:rsidR="005A3479">
        <w:t>Et un autre qui viendra bientôt</w:t>
      </w:r>
      <w:r>
        <w:t xml:space="preserve">, </w:t>
      </w:r>
      <w:r w:rsidR="005A3479">
        <w:t>je le vois</w:t>
      </w:r>
      <w:r>
        <w:t>.</w:t>
      </w:r>
    </w:p>
    <w:p w14:paraId="4D03108F" w14:textId="77777777" w:rsidR="006F1ADB" w:rsidRDefault="005A3479" w:rsidP="005A3479">
      <w:r>
        <w:t>Sue frémit sous la question brutale et directe et sa tendre petite bouche commença à trembler</w:t>
      </w:r>
      <w:r w:rsidR="006F1ADB">
        <w:t>.</w:t>
      </w:r>
    </w:p>
    <w:p w14:paraId="35DC6384" w14:textId="77777777" w:rsidR="006F1ADB" w:rsidRDefault="006F1ADB" w:rsidP="005A3479">
      <w:r>
        <w:t>— </w:t>
      </w:r>
      <w:r w:rsidR="005A3479">
        <w:t>Seigneur</w:t>
      </w:r>
      <w:r>
        <w:t xml:space="preserve"> ! </w:t>
      </w:r>
      <w:r w:rsidR="005A3479">
        <w:t>je croyais dire une gentillesse</w:t>
      </w:r>
      <w:r>
        <w:t xml:space="preserve"> ! </w:t>
      </w:r>
      <w:r w:rsidR="005A3479">
        <w:t>Pourquoi ple</w:t>
      </w:r>
      <w:r w:rsidR="005A3479">
        <w:t>u</w:t>
      </w:r>
      <w:r w:rsidR="005A3479">
        <w:t>rer à propos de ça</w:t>
      </w:r>
      <w:r>
        <w:t xml:space="preserve"> ? </w:t>
      </w:r>
      <w:r w:rsidR="005A3479">
        <w:t>Bien des gens en seraient assez fiers</w:t>
      </w:r>
      <w:r>
        <w:t>.</w:t>
      </w:r>
    </w:p>
    <w:p w14:paraId="271E372D" w14:textId="77777777" w:rsidR="006F1ADB" w:rsidRDefault="006F1ADB" w:rsidP="005A3479">
      <w:r>
        <w:t>— </w:t>
      </w:r>
      <w:r w:rsidR="005A3479">
        <w:t>Ce n</w:t>
      </w:r>
      <w:r>
        <w:t>’</w:t>
      </w:r>
      <w:r w:rsidR="005A3479">
        <w:t>est pas que je sois honteuse</w:t>
      </w:r>
      <w:r>
        <w:t xml:space="preserve">, </w:t>
      </w:r>
      <w:r w:rsidR="005A3479">
        <w:t>pas comme vous croyez</w:t>
      </w:r>
      <w:r>
        <w:t xml:space="preserve">. </w:t>
      </w:r>
      <w:r w:rsidR="005A3479">
        <w:t>Mais cela me semble si terriblement tragique de mettre des êtres au monde</w:t>
      </w:r>
      <w:r>
        <w:t xml:space="preserve">, </w:t>
      </w:r>
      <w:r w:rsidR="005A3479">
        <w:t>cela me semble si présomptueux</w:t>
      </w:r>
      <w:r>
        <w:t xml:space="preserve">, </w:t>
      </w:r>
      <w:r w:rsidR="005A3479">
        <w:t>que je me demande parfois si j</w:t>
      </w:r>
      <w:r>
        <w:t>’</w:t>
      </w:r>
      <w:r w:rsidR="005A3479">
        <w:t>en ai le droit</w:t>
      </w:r>
      <w:r>
        <w:t>.</w:t>
      </w:r>
    </w:p>
    <w:p w14:paraId="627C0AA4" w14:textId="77777777" w:rsidR="006F1ADB" w:rsidRDefault="006F1ADB" w:rsidP="005A3479">
      <w:r>
        <w:t>— </w:t>
      </w:r>
      <w:r w:rsidR="005A3479">
        <w:t>Tranquillisez-vous</w:t>
      </w:r>
      <w:r>
        <w:t xml:space="preserve">, </w:t>
      </w:r>
      <w:r w:rsidR="005A3479">
        <w:t>ma chère</w:t>
      </w:r>
      <w:r>
        <w:t xml:space="preserve">… </w:t>
      </w:r>
      <w:r w:rsidR="005A3479">
        <w:t>Mais vous ne me dites pas pourquoi vous vendez des gâteaux</w:t>
      </w:r>
      <w:r>
        <w:t xml:space="preserve"> ? </w:t>
      </w:r>
      <w:r w:rsidR="005A3479">
        <w:t>Jude avait l</w:t>
      </w:r>
      <w:r>
        <w:t>’</w:t>
      </w:r>
      <w:r w:rsidR="005A3479">
        <w:t>habitude d</w:t>
      </w:r>
      <w:r>
        <w:t>’</w:t>
      </w:r>
      <w:r w:rsidR="005A3479">
        <w:t>être un garçon orgueilleux</w:t>
      </w:r>
      <w:r>
        <w:t>.</w:t>
      </w:r>
    </w:p>
    <w:p w14:paraId="6610465B" w14:textId="77777777" w:rsidR="006F1ADB" w:rsidRDefault="006F1ADB" w:rsidP="005A3479">
      <w:r>
        <w:t>— </w:t>
      </w:r>
      <w:r w:rsidR="005A3479">
        <w:t>Peut-être alors mon mari a-t-il changé depuis ce temps</w:t>
      </w:r>
      <w:r>
        <w:t xml:space="preserve">. </w:t>
      </w:r>
      <w:r w:rsidR="005A3479">
        <w:t>Je suis sûre qu</w:t>
      </w:r>
      <w:r>
        <w:t>’</w:t>
      </w:r>
      <w:r w:rsidR="005A3479">
        <w:t>il n</w:t>
      </w:r>
      <w:r>
        <w:t>’</w:t>
      </w:r>
      <w:r w:rsidR="005A3479">
        <w:t>est pas orgueilleux maintenant</w:t>
      </w:r>
      <w:r>
        <w:t xml:space="preserve">. </w:t>
      </w:r>
      <w:r w:rsidR="005A3479">
        <w:t>Je fais ceci parce qu</w:t>
      </w:r>
      <w:r>
        <w:t>’</w:t>
      </w:r>
      <w:r w:rsidR="005A3479">
        <w:t>il a pris froid au commencement de l</w:t>
      </w:r>
      <w:r>
        <w:t>’</w:t>
      </w:r>
      <w:r w:rsidR="005A3479">
        <w:t>année</w:t>
      </w:r>
      <w:r>
        <w:t xml:space="preserve">, </w:t>
      </w:r>
      <w:r w:rsidR="005A3479">
        <w:t>en scul</w:t>
      </w:r>
      <w:r w:rsidR="005A3479">
        <w:t>p</w:t>
      </w:r>
      <w:r w:rsidR="005A3479">
        <w:t>tant la façade d</w:t>
      </w:r>
      <w:r>
        <w:t>’</w:t>
      </w:r>
      <w:r w:rsidR="005A3479">
        <w:t xml:space="preserve">un concert à </w:t>
      </w:r>
      <w:proofErr w:type="spellStart"/>
      <w:r w:rsidR="005A3479">
        <w:t>Quatershot</w:t>
      </w:r>
      <w:proofErr w:type="spellEnd"/>
      <w:r>
        <w:t xml:space="preserve"> ; </w:t>
      </w:r>
      <w:r w:rsidR="005A3479">
        <w:t>il travaillait sous la pluie</w:t>
      </w:r>
      <w:r>
        <w:t xml:space="preserve">, </w:t>
      </w:r>
      <w:r w:rsidR="005A3479">
        <w:t>le travail devant être livré à jour fixe</w:t>
      </w:r>
      <w:r>
        <w:t xml:space="preserve">. </w:t>
      </w:r>
      <w:r w:rsidR="005A3479">
        <w:t>Il est mieux qu</w:t>
      </w:r>
      <w:r>
        <w:t>’</w:t>
      </w:r>
      <w:r w:rsidR="005A3479">
        <w:t>il n</w:t>
      </w:r>
      <w:r>
        <w:t>’</w:t>
      </w:r>
      <w:r w:rsidR="005A3479">
        <w:t>a été</w:t>
      </w:r>
      <w:r>
        <w:t xml:space="preserve">, </w:t>
      </w:r>
      <w:r w:rsidR="005A3479">
        <w:t>mais nous avons eu une crise longue et pénible</w:t>
      </w:r>
      <w:r>
        <w:t xml:space="preserve">… </w:t>
      </w:r>
      <w:r w:rsidR="005A3479">
        <w:t>Une vieille veuve</w:t>
      </w:r>
      <w:r>
        <w:t xml:space="preserve">, </w:t>
      </w:r>
      <w:r w:rsidR="005A3479">
        <w:t>une amie</w:t>
      </w:r>
      <w:r>
        <w:t xml:space="preserve">, </w:t>
      </w:r>
      <w:r w:rsidR="005A3479">
        <w:t>est venue nous aider pendant ce temps</w:t>
      </w:r>
      <w:r>
        <w:t xml:space="preserve"> ; </w:t>
      </w:r>
      <w:r w:rsidR="005A3479">
        <w:t>mais elle part bientôt</w:t>
      </w:r>
      <w:r>
        <w:t>.</w:t>
      </w:r>
    </w:p>
    <w:p w14:paraId="45320E21" w14:textId="77777777" w:rsidR="006F1ADB" w:rsidRDefault="006F1ADB" w:rsidP="005A3479">
      <w:r>
        <w:t>— </w:t>
      </w:r>
      <w:r w:rsidR="005A3479">
        <w:t>Eh bien</w:t>
      </w:r>
      <w:r>
        <w:t xml:space="preserve">, </w:t>
      </w:r>
      <w:r w:rsidR="005A3479">
        <w:t>je suis devenue respectable aussi</w:t>
      </w:r>
      <w:r>
        <w:t xml:space="preserve">, </w:t>
      </w:r>
      <w:r w:rsidR="005A3479">
        <w:t>Dieu merci</w:t>
      </w:r>
      <w:r>
        <w:t xml:space="preserve">, </w:t>
      </w:r>
      <w:r w:rsidR="005A3479">
        <w:t>et j</w:t>
      </w:r>
      <w:r>
        <w:t>’</w:t>
      </w:r>
      <w:r w:rsidR="005A3479">
        <w:t>ai des sentiments sérieux depuis mon veuvage</w:t>
      </w:r>
      <w:r>
        <w:t xml:space="preserve">. </w:t>
      </w:r>
      <w:r w:rsidR="005A3479">
        <w:t>Pourquoi avez-vous choisi de vendre des pains d</w:t>
      </w:r>
      <w:r>
        <w:t>’</w:t>
      </w:r>
      <w:r w:rsidR="005A3479">
        <w:t>épice</w:t>
      </w:r>
      <w:r>
        <w:t> ?</w:t>
      </w:r>
    </w:p>
    <w:p w14:paraId="4E5CFFB7" w14:textId="77777777" w:rsidR="006F1ADB" w:rsidRDefault="006F1ADB" w:rsidP="005A3479">
      <w:r>
        <w:lastRenderedPageBreak/>
        <w:t>— </w:t>
      </w:r>
      <w:r w:rsidR="005A3479">
        <w:t>C</w:t>
      </w:r>
      <w:r>
        <w:t>’</w:t>
      </w:r>
      <w:r w:rsidR="005A3479">
        <w:t>est un pur accident</w:t>
      </w:r>
      <w:r>
        <w:t xml:space="preserve">. </w:t>
      </w:r>
      <w:r w:rsidR="005A3479">
        <w:t>Jude était sorti d</w:t>
      </w:r>
      <w:r>
        <w:t>’</w:t>
      </w:r>
      <w:r w:rsidR="005A3479">
        <w:t>une boulangerie</w:t>
      </w:r>
      <w:r>
        <w:t xml:space="preserve">, </w:t>
      </w:r>
      <w:r w:rsidR="005A3479">
        <w:t>et il a essayé de se remettre à cet ouvrage qu</w:t>
      </w:r>
      <w:r>
        <w:t>’</w:t>
      </w:r>
      <w:r w:rsidR="005A3479">
        <w:t>il pouvait faire sans quitter la maison</w:t>
      </w:r>
      <w:r>
        <w:t xml:space="preserve">. </w:t>
      </w:r>
      <w:r w:rsidR="005A3479">
        <w:t xml:space="preserve">Nous appelons ces gâteaux </w:t>
      </w:r>
      <w:r>
        <w:t>« </w:t>
      </w:r>
      <w:r w:rsidR="005A3479">
        <w:t xml:space="preserve">gâteaux de </w:t>
      </w:r>
      <w:proofErr w:type="spellStart"/>
      <w:r w:rsidR="005A3479">
        <w:t>Christminster</w:t>
      </w:r>
      <w:proofErr w:type="spellEnd"/>
      <w:r>
        <w:t xml:space="preserve"> ». </w:t>
      </w:r>
      <w:r w:rsidR="005A3479">
        <w:t>Il y a des fenêtres gothiques et des cloîtres</w:t>
      </w:r>
      <w:r>
        <w:t xml:space="preserve">, </w:t>
      </w:r>
      <w:r w:rsidR="005A3479">
        <w:t>vous voyez</w:t>
      </w:r>
      <w:r>
        <w:t xml:space="preserve">. </w:t>
      </w:r>
      <w:r w:rsidR="005A3479">
        <w:t>C</w:t>
      </w:r>
      <w:r>
        <w:t>’</w:t>
      </w:r>
      <w:r w:rsidR="005A3479">
        <w:t>est une fantaisie de Jude de les avoir modelés en pâtisserie</w:t>
      </w:r>
      <w:r>
        <w:t>.</w:t>
      </w:r>
    </w:p>
    <w:p w14:paraId="634621E2" w14:textId="77777777" w:rsidR="006F1ADB" w:rsidRDefault="006F1ADB" w:rsidP="005A3479">
      <w:r>
        <w:t>— </w:t>
      </w:r>
      <w:r w:rsidR="005A3479">
        <w:t xml:space="preserve">Toujours la rengaine de </w:t>
      </w:r>
      <w:proofErr w:type="spellStart"/>
      <w:r w:rsidR="005A3479">
        <w:t>Christminster</w:t>
      </w:r>
      <w:proofErr w:type="spellEnd"/>
      <w:r>
        <w:t xml:space="preserve">, </w:t>
      </w:r>
      <w:r w:rsidR="005A3479">
        <w:t>même dans ses gâteaux</w:t>
      </w:r>
      <w:r>
        <w:t xml:space="preserve">… </w:t>
      </w:r>
      <w:r w:rsidR="005A3479">
        <w:t>C</w:t>
      </w:r>
      <w:r>
        <w:t>’</w:t>
      </w:r>
      <w:r w:rsidR="005A3479">
        <w:t>est bien de Jude</w:t>
      </w:r>
      <w:r>
        <w:t xml:space="preserve">. </w:t>
      </w:r>
      <w:r w:rsidR="005A3479">
        <w:t>C</w:t>
      </w:r>
      <w:r>
        <w:t>’</w:t>
      </w:r>
      <w:r w:rsidR="005A3479">
        <w:t>est sa passion dominante</w:t>
      </w:r>
      <w:r>
        <w:t xml:space="preserve">. </w:t>
      </w:r>
      <w:r w:rsidR="005A3479">
        <w:t>Quel bizarre garçon il est et il sera toujours</w:t>
      </w:r>
      <w:r>
        <w:t> !</w:t>
      </w:r>
    </w:p>
    <w:p w14:paraId="42BA67F9" w14:textId="77777777" w:rsidR="006F1ADB" w:rsidRDefault="005A3479" w:rsidP="005A3479">
      <w:r>
        <w:t>Suc soupira et laissa voir sa détresse d</w:t>
      </w:r>
      <w:r w:rsidR="006F1ADB">
        <w:t>’</w:t>
      </w:r>
      <w:r>
        <w:t>entendre critiquer Jude</w:t>
      </w:r>
      <w:r w:rsidR="006F1ADB">
        <w:t>.</w:t>
      </w:r>
    </w:p>
    <w:p w14:paraId="47E54DF3" w14:textId="77777777" w:rsidR="006F1ADB" w:rsidRDefault="006F1ADB" w:rsidP="005A3479">
      <w:r>
        <w:t>— </w:t>
      </w:r>
      <w:r w:rsidR="005A3479">
        <w:t>Ne croyez-vous pas qu</w:t>
      </w:r>
      <w:r>
        <w:t>’</w:t>
      </w:r>
      <w:r w:rsidR="005A3479">
        <w:t>il est bizarre</w:t>
      </w:r>
      <w:r>
        <w:t xml:space="preserve"> ? </w:t>
      </w:r>
      <w:r w:rsidR="005A3479">
        <w:t>Allons</w:t>
      </w:r>
      <w:r>
        <w:t xml:space="preserve">, </w:t>
      </w:r>
      <w:r w:rsidR="005A3479">
        <w:t>vous êtes de cet avis</w:t>
      </w:r>
      <w:r>
        <w:t xml:space="preserve">, </w:t>
      </w:r>
      <w:r w:rsidR="005A3479">
        <w:t>quoique vous soyez si entichée de lui</w:t>
      </w:r>
      <w:r>
        <w:t>.</w:t>
      </w:r>
    </w:p>
    <w:p w14:paraId="79E930FA" w14:textId="77777777" w:rsidR="006F1ADB" w:rsidRDefault="006F1ADB" w:rsidP="005A3479">
      <w:r>
        <w:t>— </w:t>
      </w:r>
      <w:r w:rsidR="005A3479">
        <w:t>Naturellement</w:t>
      </w:r>
      <w:r>
        <w:t xml:space="preserve">, </w:t>
      </w:r>
      <w:proofErr w:type="spellStart"/>
      <w:r w:rsidR="005A3479">
        <w:t>Christminster</w:t>
      </w:r>
      <w:proofErr w:type="spellEnd"/>
      <w:r w:rsidR="005A3479">
        <w:t xml:space="preserve"> est une sorte de vision qui le hante et il ne sera jamais guéri d</w:t>
      </w:r>
      <w:r>
        <w:t>’</w:t>
      </w:r>
      <w:r w:rsidR="005A3479">
        <w:t>y croire</w:t>
      </w:r>
      <w:r>
        <w:t xml:space="preserve">, </w:t>
      </w:r>
      <w:r w:rsidR="005A3479">
        <w:t>je le suppose</w:t>
      </w:r>
      <w:r>
        <w:t xml:space="preserve">. </w:t>
      </w:r>
      <w:r w:rsidR="005A3479">
        <w:t>Il croit encore que c</w:t>
      </w:r>
      <w:r>
        <w:t>’</w:t>
      </w:r>
      <w:r w:rsidR="005A3479">
        <w:t>est un grand centre de pensées hautes et ha</w:t>
      </w:r>
      <w:r w:rsidR="005A3479">
        <w:t>r</w:t>
      </w:r>
      <w:r w:rsidR="005A3479">
        <w:t>dies</w:t>
      </w:r>
      <w:r>
        <w:t xml:space="preserve">, </w:t>
      </w:r>
      <w:r w:rsidR="005A3479">
        <w:t>tandis que c</w:t>
      </w:r>
      <w:r>
        <w:t>’</w:t>
      </w:r>
      <w:r w:rsidR="005A3479">
        <w:t>est</w:t>
      </w:r>
      <w:r>
        <w:t xml:space="preserve">, </w:t>
      </w:r>
      <w:r w:rsidR="005A3479">
        <w:t>au contraire</w:t>
      </w:r>
      <w:r>
        <w:t xml:space="preserve">, </w:t>
      </w:r>
      <w:r w:rsidR="005A3479">
        <w:t>un nid de vulgaires maîtres d</w:t>
      </w:r>
      <w:r>
        <w:t>’</w:t>
      </w:r>
      <w:r w:rsidR="005A3479">
        <w:t>école dont le trait caractéristique est l</w:t>
      </w:r>
      <w:r>
        <w:t>’</w:t>
      </w:r>
      <w:r w:rsidR="005A3479">
        <w:t>obséquiosité timide e</w:t>
      </w:r>
      <w:r w:rsidR="005A3479">
        <w:t>n</w:t>
      </w:r>
      <w:r w:rsidR="005A3479">
        <w:t>vers la tradition</w:t>
      </w:r>
      <w:r>
        <w:t>.</w:t>
      </w:r>
    </w:p>
    <w:p w14:paraId="274F287D" w14:textId="77777777" w:rsidR="006F1ADB" w:rsidRDefault="005A3479" w:rsidP="005A3479">
      <w:proofErr w:type="spellStart"/>
      <w:r>
        <w:t>Arabella</w:t>
      </w:r>
      <w:proofErr w:type="spellEnd"/>
      <w:r>
        <w:t xml:space="preserve"> persifla Sue</w:t>
      </w:r>
      <w:r w:rsidR="006F1ADB">
        <w:t xml:space="preserve">, </w:t>
      </w:r>
      <w:r>
        <w:t>moins pour ce qu</w:t>
      </w:r>
      <w:r w:rsidR="006F1ADB">
        <w:t>’</w:t>
      </w:r>
      <w:r>
        <w:t>elle disait que pour la manière dont elle le disait</w:t>
      </w:r>
      <w:r w:rsidR="006F1ADB">
        <w:t>.</w:t>
      </w:r>
    </w:p>
    <w:p w14:paraId="47095AB7" w14:textId="77777777" w:rsidR="006F1ADB" w:rsidRDefault="006F1ADB" w:rsidP="005A3479">
      <w:r>
        <w:t>— </w:t>
      </w:r>
      <w:r w:rsidR="005A3479">
        <w:t>Que c</w:t>
      </w:r>
      <w:r>
        <w:t>’</w:t>
      </w:r>
      <w:r w:rsidR="005A3479">
        <w:t>est singulier d</w:t>
      </w:r>
      <w:r>
        <w:t>’</w:t>
      </w:r>
      <w:r w:rsidR="005A3479">
        <w:t>entendre une marchande de gâteaux parler comme ça</w:t>
      </w:r>
      <w:r>
        <w:t xml:space="preserve"> ! </w:t>
      </w:r>
      <w:r w:rsidR="005A3479">
        <w:t>dit-elle</w:t>
      </w:r>
      <w:r>
        <w:t xml:space="preserve">. </w:t>
      </w:r>
      <w:r w:rsidR="005A3479">
        <w:t>Pourquoi n</w:t>
      </w:r>
      <w:r>
        <w:t>’</w:t>
      </w:r>
      <w:r w:rsidR="005A3479">
        <w:t>êtes-vous pas rentrée dans l</w:t>
      </w:r>
      <w:r>
        <w:t>’</w:t>
      </w:r>
      <w:r w:rsidR="005A3479">
        <w:t>enseignement</w:t>
      </w:r>
      <w:r>
        <w:t> ?</w:t>
      </w:r>
    </w:p>
    <w:p w14:paraId="47892C38" w14:textId="77777777" w:rsidR="006F1ADB" w:rsidRDefault="005A3479" w:rsidP="005A3479">
      <w:r>
        <w:t>Sue hocha la tête</w:t>
      </w:r>
      <w:r w:rsidR="006F1ADB">
        <w:t> :</w:t>
      </w:r>
    </w:p>
    <w:p w14:paraId="5D06B08E" w14:textId="77777777" w:rsidR="006F1ADB" w:rsidRDefault="006F1ADB" w:rsidP="005A3479">
      <w:r>
        <w:t>— </w:t>
      </w:r>
      <w:r w:rsidR="005A3479">
        <w:t>On ne veut pas de moi</w:t>
      </w:r>
      <w:r>
        <w:t>.</w:t>
      </w:r>
    </w:p>
    <w:p w14:paraId="546DB3AE" w14:textId="77777777" w:rsidR="006F1ADB" w:rsidRDefault="006F1ADB" w:rsidP="005A3479">
      <w:r>
        <w:t>— </w:t>
      </w:r>
      <w:r w:rsidR="005A3479">
        <w:t>À cause du divorce</w:t>
      </w:r>
      <w:r>
        <w:t xml:space="preserve">, </w:t>
      </w:r>
      <w:r w:rsidR="005A3479">
        <w:t>j</w:t>
      </w:r>
      <w:r>
        <w:t>’</w:t>
      </w:r>
      <w:r w:rsidR="005A3479">
        <w:t>imagine</w:t>
      </w:r>
      <w:r>
        <w:t> ?</w:t>
      </w:r>
    </w:p>
    <w:p w14:paraId="1330ADD4" w14:textId="77777777" w:rsidR="006F1ADB" w:rsidRDefault="006F1ADB" w:rsidP="005A3479">
      <w:r>
        <w:lastRenderedPageBreak/>
        <w:t>— </w:t>
      </w:r>
      <w:r w:rsidR="005A3479">
        <w:t>À cause de cela et d</w:t>
      </w:r>
      <w:r>
        <w:t>’</w:t>
      </w:r>
      <w:r w:rsidR="005A3479">
        <w:t>autres choses</w:t>
      </w:r>
      <w:r>
        <w:t xml:space="preserve">. </w:t>
      </w:r>
      <w:r w:rsidR="005A3479">
        <w:t>Et il n</w:t>
      </w:r>
      <w:r>
        <w:t>’</w:t>
      </w:r>
      <w:r w:rsidR="005A3479">
        <w:t>y a aucune ra</w:t>
      </w:r>
      <w:r w:rsidR="005A3479">
        <w:t>i</w:t>
      </w:r>
      <w:r w:rsidR="005A3479">
        <w:t>son de le souhaiter</w:t>
      </w:r>
      <w:r>
        <w:t xml:space="preserve">. </w:t>
      </w:r>
      <w:r w:rsidR="005A3479">
        <w:t>Nous avons abandonné toute ambition et n</w:t>
      </w:r>
      <w:r>
        <w:t>’</w:t>
      </w:r>
      <w:r w:rsidR="005A3479">
        <w:t>avions jamais été plus heureux de notre vie</w:t>
      </w:r>
      <w:r>
        <w:t xml:space="preserve">, </w:t>
      </w:r>
      <w:r w:rsidR="005A3479">
        <w:t>jusqu</w:t>
      </w:r>
      <w:r>
        <w:t>’</w:t>
      </w:r>
      <w:r w:rsidR="005A3479">
        <w:t>à la maladie de Jude</w:t>
      </w:r>
      <w:r>
        <w:t>.</w:t>
      </w:r>
    </w:p>
    <w:p w14:paraId="2AE7FF57" w14:textId="77777777" w:rsidR="006F1ADB" w:rsidRDefault="006F1ADB" w:rsidP="005A3479">
      <w:r>
        <w:t>— </w:t>
      </w:r>
      <w:r w:rsidR="005A3479">
        <w:t>Où demeurez-vous</w:t>
      </w:r>
      <w:r>
        <w:t> ?</w:t>
      </w:r>
    </w:p>
    <w:p w14:paraId="00B076F9" w14:textId="77777777" w:rsidR="006F1ADB" w:rsidRDefault="006F1ADB" w:rsidP="005A3479">
      <w:r>
        <w:t>— </w:t>
      </w:r>
      <w:r w:rsidR="005A3479">
        <w:t>Je n</w:t>
      </w:r>
      <w:r>
        <w:t>’</w:t>
      </w:r>
      <w:r w:rsidR="005A3479">
        <w:t>ai pas besoin de le dire</w:t>
      </w:r>
      <w:r>
        <w:t>.</w:t>
      </w:r>
    </w:p>
    <w:p w14:paraId="453BD6B4" w14:textId="77777777" w:rsidR="006F1ADB" w:rsidRDefault="006F1ADB" w:rsidP="005A3479">
      <w:r>
        <w:t>— </w:t>
      </w:r>
      <w:r w:rsidR="005A3479">
        <w:t>Ici</w:t>
      </w:r>
      <w:r>
        <w:t xml:space="preserve">, </w:t>
      </w:r>
      <w:r w:rsidR="005A3479">
        <w:t xml:space="preserve">à </w:t>
      </w:r>
      <w:proofErr w:type="spellStart"/>
      <w:r w:rsidR="005A3479">
        <w:t>Kennetbridge</w:t>
      </w:r>
      <w:proofErr w:type="spellEnd"/>
      <w:r>
        <w:t> ?</w:t>
      </w:r>
    </w:p>
    <w:p w14:paraId="14BFE73F" w14:textId="77777777" w:rsidR="006F1ADB" w:rsidRDefault="005A3479" w:rsidP="005A3479">
      <w:r>
        <w:t>L</w:t>
      </w:r>
      <w:r w:rsidR="006F1ADB">
        <w:t>’</w:t>
      </w:r>
      <w:r>
        <w:t xml:space="preserve">attitude de Sue montra à </w:t>
      </w:r>
      <w:proofErr w:type="spellStart"/>
      <w:r>
        <w:t>Arabella</w:t>
      </w:r>
      <w:proofErr w:type="spellEnd"/>
      <w:r>
        <w:t xml:space="preserve"> qu</w:t>
      </w:r>
      <w:r w:rsidR="006F1ADB">
        <w:t>’</w:t>
      </w:r>
      <w:r>
        <w:t>en conjecturant au hasard elle était tombée juste</w:t>
      </w:r>
      <w:r w:rsidR="006F1ADB">
        <w:t>.</w:t>
      </w:r>
    </w:p>
    <w:p w14:paraId="0CA9B4FA" w14:textId="77777777" w:rsidR="006F1ADB" w:rsidRDefault="006F1ADB" w:rsidP="005A3479">
      <w:r>
        <w:t>— </w:t>
      </w:r>
      <w:r w:rsidR="005A3479">
        <w:t>Voilà le gamin qui revient</w:t>
      </w:r>
      <w:r>
        <w:t xml:space="preserve">, </w:t>
      </w:r>
      <w:r w:rsidR="005A3479">
        <w:t xml:space="preserve">continua </w:t>
      </w:r>
      <w:proofErr w:type="spellStart"/>
      <w:r w:rsidR="005A3479">
        <w:t>Arabella</w:t>
      </w:r>
      <w:proofErr w:type="spellEnd"/>
      <w:r>
        <w:t xml:space="preserve"> ; </w:t>
      </w:r>
      <w:r w:rsidR="005A3479">
        <w:t>mon g</w:t>
      </w:r>
      <w:r w:rsidR="005A3479">
        <w:t>a</w:t>
      </w:r>
      <w:r w:rsidR="005A3479">
        <w:t>min à moi et à Jude</w:t>
      </w:r>
      <w:r>
        <w:t>.</w:t>
      </w:r>
    </w:p>
    <w:p w14:paraId="7816EF9A" w14:textId="77777777" w:rsidR="006F1ADB" w:rsidRDefault="005A3479" w:rsidP="005A3479">
      <w:r>
        <w:t>Les yeux de Sue lancèrent un éclair</w:t>
      </w:r>
      <w:r w:rsidR="006F1ADB">
        <w:t> :</w:t>
      </w:r>
    </w:p>
    <w:p w14:paraId="5B9A6E8D" w14:textId="77777777" w:rsidR="006F1ADB" w:rsidRDefault="006F1ADB" w:rsidP="005A3479">
      <w:r>
        <w:t>— </w:t>
      </w:r>
      <w:r w:rsidR="005A3479">
        <w:t>Vous n</w:t>
      </w:r>
      <w:r>
        <w:t>’</w:t>
      </w:r>
      <w:r w:rsidR="005A3479">
        <w:t>avez pas besoin de me jeter cela à la figure</w:t>
      </w:r>
      <w:r>
        <w:t xml:space="preserve">, </w:t>
      </w:r>
      <w:r w:rsidR="005A3479">
        <w:t>cria-t-elle</w:t>
      </w:r>
      <w:r>
        <w:t>.</w:t>
      </w:r>
    </w:p>
    <w:p w14:paraId="0419D93D" w14:textId="77777777" w:rsidR="006F1ADB" w:rsidRDefault="006F1ADB" w:rsidP="005A3479">
      <w:r>
        <w:t>— </w:t>
      </w:r>
      <w:r w:rsidR="005A3479">
        <w:t>Bien</w:t>
      </w:r>
      <w:r>
        <w:t xml:space="preserve">… </w:t>
      </w:r>
      <w:r w:rsidR="005A3479">
        <w:t>quoique j</w:t>
      </w:r>
      <w:r>
        <w:t>’</w:t>
      </w:r>
      <w:r w:rsidR="005A3479">
        <w:t>aie un peu le sentiment que j</w:t>
      </w:r>
      <w:r>
        <w:t>’</w:t>
      </w:r>
      <w:r w:rsidR="005A3479">
        <w:t>aurais a</w:t>
      </w:r>
      <w:r w:rsidR="005A3479">
        <w:t>i</w:t>
      </w:r>
      <w:r w:rsidR="005A3479">
        <w:t>mé l</w:t>
      </w:r>
      <w:r>
        <w:t>’</w:t>
      </w:r>
      <w:r w:rsidR="005A3479">
        <w:t>avoir avec moi</w:t>
      </w:r>
      <w:r>
        <w:t xml:space="preserve">… </w:t>
      </w:r>
      <w:r w:rsidR="005A3479">
        <w:t>Mais</w:t>
      </w:r>
      <w:r>
        <w:t xml:space="preserve">, </w:t>
      </w:r>
      <w:r w:rsidR="005A3479">
        <w:t>Seigneur</w:t>
      </w:r>
      <w:r>
        <w:t xml:space="preserve"> ! </w:t>
      </w:r>
      <w:r w:rsidR="005A3479">
        <w:t>je n</w:t>
      </w:r>
      <w:r>
        <w:t>’</w:t>
      </w:r>
      <w:r w:rsidR="005A3479">
        <w:t>ai pas l</w:t>
      </w:r>
      <w:r>
        <w:t>’</w:t>
      </w:r>
      <w:r w:rsidR="005A3479">
        <w:t>intention de vous le reprendre</w:t>
      </w:r>
      <w:r>
        <w:t xml:space="preserve">. </w:t>
      </w:r>
      <w:r w:rsidR="005A3479">
        <w:t>Je pourrais croire pourtant que vous avez a</w:t>
      </w:r>
      <w:r w:rsidR="005A3479">
        <w:t>s</w:t>
      </w:r>
      <w:r w:rsidR="005A3479">
        <w:t>sez des vôtres</w:t>
      </w:r>
      <w:r>
        <w:t xml:space="preserve">. </w:t>
      </w:r>
      <w:r w:rsidR="005A3479">
        <w:t>Il est en très bonnes mains</w:t>
      </w:r>
      <w:r>
        <w:t xml:space="preserve">, </w:t>
      </w:r>
      <w:r w:rsidR="005A3479">
        <w:t>je le sais</w:t>
      </w:r>
      <w:r>
        <w:t xml:space="preserve">. </w:t>
      </w:r>
      <w:r w:rsidR="005A3479">
        <w:t>Et je ne suis pas femme à trouver mal ce que le Seigneur a ordonné</w:t>
      </w:r>
      <w:r>
        <w:t xml:space="preserve">. </w:t>
      </w:r>
      <w:r w:rsidR="005A3479">
        <w:t>Je suis arrivée à des sentiments plus résignés</w:t>
      </w:r>
      <w:r>
        <w:t>.</w:t>
      </w:r>
    </w:p>
    <w:p w14:paraId="6270B28D" w14:textId="77777777" w:rsidR="006F1ADB" w:rsidRDefault="006F1ADB" w:rsidP="005A3479">
      <w:r>
        <w:t>— </w:t>
      </w:r>
      <w:r w:rsidR="005A3479">
        <w:t>En vérité</w:t>
      </w:r>
      <w:r>
        <w:t xml:space="preserve"> ? </w:t>
      </w:r>
      <w:r w:rsidR="005A3479">
        <w:t>Je voudrais être capable de sentir ainsi</w:t>
      </w:r>
      <w:r>
        <w:t>.</w:t>
      </w:r>
    </w:p>
    <w:p w14:paraId="51497D8C" w14:textId="77777777" w:rsidR="006F1ADB" w:rsidRDefault="006F1ADB" w:rsidP="005A3479">
      <w:r>
        <w:t>— </w:t>
      </w:r>
      <w:r w:rsidR="005A3479">
        <w:t>Vous pourriez essayer</w:t>
      </w:r>
      <w:r>
        <w:t xml:space="preserve">, </w:t>
      </w:r>
      <w:r w:rsidR="005A3479">
        <w:t>répondit la veuve</w:t>
      </w:r>
      <w:r>
        <w:t xml:space="preserve">, </w:t>
      </w:r>
      <w:r w:rsidR="005A3479">
        <w:t>avec la hauteur d</w:t>
      </w:r>
      <w:r>
        <w:t>’</w:t>
      </w:r>
      <w:r w:rsidR="005A3479">
        <w:t>une personne consciente</w:t>
      </w:r>
      <w:r>
        <w:t xml:space="preserve">, </w:t>
      </w:r>
      <w:r w:rsidR="005A3479">
        <w:t>non-seulement de sa supériorité spirituelle</w:t>
      </w:r>
      <w:r>
        <w:t xml:space="preserve">, </w:t>
      </w:r>
      <w:r w:rsidR="005A3479">
        <w:t>mais aussi de sa supériorité sociale</w:t>
      </w:r>
      <w:r>
        <w:t xml:space="preserve">. </w:t>
      </w:r>
      <w:r w:rsidR="005A3479">
        <w:t>Je ne me glorifie pas de m</w:t>
      </w:r>
      <w:r>
        <w:t>’</w:t>
      </w:r>
      <w:r w:rsidR="005A3479">
        <w:t>être réveillée à la foi</w:t>
      </w:r>
      <w:r>
        <w:t xml:space="preserve">, </w:t>
      </w:r>
      <w:r w:rsidR="005A3479">
        <w:t>mais je ne suis plus ce que j</w:t>
      </w:r>
      <w:r>
        <w:t>’</w:t>
      </w:r>
      <w:r w:rsidR="005A3479">
        <w:t>étais</w:t>
      </w:r>
      <w:r>
        <w:t xml:space="preserve">. </w:t>
      </w:r>
      <w:r w:rsidR="005A3479">
        <w:t xml:space="preserve">Après la mort de </w:t>
      </w:r>
      <w:proofErr w:type="spellStart"/>
      <w:r w:rsidR="005A3479">
        <w:t>Cartlett</w:t>
      </w:r>
      <w:proofErr w:type="spellEnd"/>
      <w:r>
        <w:t xml:space="preserve">, </w:t>
      </w:r>
      <w:r w:rsidR="005A3479">
        <w:t>je passais devant la chapelle qui est dans une rue voisine de la nôtre</w:t>
      </w:r>
      <w:r>
        <w:t xml:space="preserve">, </w:t>
      </w:r>
      <w:r w:rsidR="005A3479">
        <w:t>et j</w:t>
      </w:r>
      <w:r>
        <w:t>’</w:t>
      </w:r>
      <w:r w:rsidR="005A3479">
        <w:t xml:space="preserve">y entrai </w:t>
      </w:r>
      <w:r w:rsidR="005A3479">
        <w:lastRenderedPageBreak/>
        <w:t>pour m</w:t>
      </w:r>
      <w:r>
        <w:t>’</w:t>
      </w:r>
      <w:r w:rsidR="005A3479">
        <w:t>y abriter contre une averse</w:t>
      </w:r>
      <w:r>
        <w:t xml:space="preserve">. </w:t>
      </w:r>
      <w:r w:rsidR="005A3479">
        <w:t>Je sentis le besoin d</w:t>
      </w:r>
      <w:r>
        <w:t>’</w:t>
      </w:r>
      <w:r w:rsidR="005A3479">
        <w:t>un secours quelconque qui m</w:t>
      </w:r>
      <w:r>
        <w:t>’</w:t>
      </w:r>
      <w:r w:rsidR="005A3479">
        <w:t>aidât à supporter mon deuil</w:t>
      </w:r>
      <w:r>
        <w:t xml:space="preserve">, </w:t>
      </w:r>
      <w:r w:rsidR="005A3479">
        <w:t xml:space="preserve">et comme celui que je </w:t>
      </w:r>
      <w:proofErr w:type="spellStart"/>
      <w:r w:rsidR="005A3479">
        <w:t>tro</w:t>
      </w:r>
      <w:r w:rsidR="005A3479">
        <w:t>u</w:t>
      </w:r>
      <w:r w:rsidR="005A3479">
        <w:t>vai là</w:t>
      </w:r>
      <w:proofErr w:type="spellEnd"/>
      <w:r w:rsidR="005A3479">
        <w:t xml:space="preserve"> était plus fort que le gin</w:t>
      </w:r>
      <w:r>
        <w:t xml:space="preserve">, </w:t>
      </w:r>
      <w:r w:rsidR="005A3479">
        <w:t>je pris l</w:t>
      </w:r>
      <w:r>
        <w:t>’</w:t>
      </w:r>
      <w:r w:rsidR="005A3479">
        <w:t>habitude d</w:t>
      </w:r>
      <w:r>
        <w:t>’</w:t>
      </w:r>
      <w:r w:rsidR="005A3479">
        <w:t>aller réguli</w:t>
      </w:r>
      <w:r w:rsidR="005A3479">
        <w:t>è</w:t>
      </w:r>
      <w:r w:rsidR="005A3479">
        <w:t>rement à la chapelle et j</w:t>
      </w:r>
      <w:r>
        <w:t>’</w:t>
      </w:r>
      <w:r w:rsidR="005A3479">
        <w:t>y trouvai un grand réconfort</w:t>
      </w:r>
      <w:r>
        <w:t xml:space="preserve">. </w:t>
      </w:r>
      <w:r w:rsidR="005A3479">
        <w:t>Mais j</w:t>
      </w:r>
      <w:r>
        <w:t>’</w:t>
      </w:r>
      <w:r w:rsidR="005A3479">
        <w:t>ai quitté Londres maintenant</w:t>
      </w:r>
      <w:r>
        <w:t xml:space="preserve">, </w:t>
      </w:r>
      <w:r w:rsidR="005A3479">
        <w:t>vous savez</w:t>
      </w:r>
      <w:r>
        <w:t xml:space="preserve">, </w:t>
      </w:r>
      <w:r w:rsidR="005A3479">
        <w:t xml:space="preserve">et je demeure à présent à </w:t>
      </w:r>
      <w:proofErr w:type="spellStart"/>
      <w:r w:rsidR="005A3479">
        <w:t>Alfredston</w:t>
      </w:r>
      <w:proofErr w:type="spellEnd"/>
      <w:r>
        <w:t xml:space="preserve">, </w:t>
      </w:r>
      <w:r w:rsidR="005A3479">
        <w:t>avec mon amie Anny</w:t>
      </w:r>
      <w:r>
        <w:t xml:space="preserve">, </w:t>
      </w:r>
      <w:r w:rsidR="005A3479">
        <w:t>pour être près de ma vieille campagne</w:t>
      </w:r>
      <w:r>
        <w:t xml:space="preserve">. </w:t>
      </w:r>
      <w:r w:rsidR="005A3479">
        <w:t>Je ne suis pas venue ici aujourd</w:t>
      </w:r>
      <w:r>
        <w:t>’</w:t>
      </w:r>
      <w:r w:rsidR="005A3479">
        <w:t>hui pour la foire</w:t>
      </w:r>
      <w:r>
        <w:t xml:space="preserve">. </w:t>
      </w:r>
      <w:r w:rsidR="005A3479">
        <w:t>On célèbre cet après-midi la pose de la première pierre d</w:t>
      </w:r>
      <w:r>
        <w:t>’</w:t>
      </w:r>
      <w:r w:rsidR="005A3479">
        <w:t>une no</w:t>
      </w:r>
      <w:r w:rsidR="005A3479">
        <w:t>u</w:t>
      </w:r>
      <w:r w:rsidR="005A3479">
        <w:t>velle chapelle par un prédicateur très populaire de Londres</w:t>
      </w:r>
      <w:r>
        <w:t xml:space="preserve">, </w:t>
      </w:r>
      <w:r w:rsidR="005A3479">
        <w:t>et je suis venue en voiture avec Anny</w:t>
      </w:r>
      <w:r>
        <w:t xml:space="preserve">. </w:t>
      </w:r>
      <w:r w:rsidR="005A3479">
        <w:t>Maintenant</w:t>
      </w:r>
      <w:r>
        <w:t xml:space="preserve">, </w:t>
      </w:r>
      <w:r w:rsidR="005A3479">
        <w:t>je dois aller la r</w:t>
      </w:r>
      <w:r w:rsidR="005A3479">
        <w:t>e</w:t>
      </w:r>
      <w:r w:rsidR="005A3479">
        <w:t>trouver</w:t>
      </w:r>
      <w:r>
        <w:t>.</w:t>
      </w:r>
    </w:p>
    <w:p w14:paraId="54C2F83B" w14:textId="77777777" w:rsidR="006F1ADB" w:rsidRDefault="005A3479" w:rsidP="005A3479">
      <w:proofErr w:type="spellStart"/>
      <w:r>
        <w:t>Arabella</w:t>
      </w:r>
      <w:proofErr w:type="spellEnd"/>
      <w:r>
        <w:t xml:space="preserve"> souhaita le bonsoir à Sue et partit</w:t>
      </w:r>
      <w:r w:rsidR="006F1ADB">
        <w:t>.</w:t>
      </w:r>
    </w:p>
    <w:p w14:paraId="6BA96D03" w14:textId="0B624A24" w:rsidR="005A3479" w:rsidRDefault="005A3479" w:rsidP="005A3479"/>
    <w:p w14:paraId="315149C2" w14:textId="77777777" w:rsidR="006F1ADB" w:rsidRDefault="005A3479" w:rsidP="005A3479">
      <w:r>
        <w:t xml:space="preserve">Quand Sue eut vendu tous ses gâteaux de </w:t>
      </w:r>
      <w:proofErr w:type="spellStart"/>
      <w:r>
        <w:t>Christminster</w:t>
      </w:r>
      <w:proofErr w:type="spellEnd"/>
      <w:r w:rsidR="006F1ADB">
        <w:t xml:space="preserve">, </w:t>
      </w:r>
      <w:r>
        <w:t>elle prit sous son bras la corbeille vide et le linge qui recouvrait l</w:t>
      </w:r>
      <w:r w:rsidR="006F1ADB">
        <w:t>’</w:t>
      </w:r>
      <w:r>
        <w:t>éventaire qu</w:t>
      </w:r>
      <w:r w:rsidR="006F1ADB">
        <w:t>’</w:t>
      </w:r>
      <w:r>
        <w:t>elle avait loué</w:t>
      </w:r>
      <w:r w:rsidR="006F1ADB">
        <w:t xml:space="preserve">, </w:t>
      </w:r>
      <w:r>
        <w:t>et</w:t>
      </w:r>
      <w:r w:rsidR="006F1ADB">
        <w:t xml:space="preserve">, </w:t>
      </w:r>
      <w:r>
        <w:t>donnant le reste à l</w:t>
      </w:r>
      <w:r w:rsidR="006F1ADB">
        <w:t>’</w:t>
      </w:r>
      <w:r>
        <w:t>enfant</w:t>
      </w:r>
      <w:r w:rsidR="006F1ADB">
        <w:t xml:space="preserve">, </w:t>
      </w:r>
      <w:r>
        <w:t>elle quitta la rue avec lui</w:t>
      </w:r>
      <w:r w:rsidR="006F1ADB">
        <w:t xml:space="preserve">. </w:t>
      </w:r>
      <w:r>
        <w:t>Ils suivirent un sentier jusqu</w:t>
      </w:r>
      <w:r w:rsidR="006F1ADB">
        <w:t>’</w:t>
      </w:r>
      <w:r>
        <w:t>à la distance d</w:t>
      </w:r>
      <w:r w:rsidR="006F1ADB">
        <w:t>’</w:t>
      </w:r>
      <w:r>
        <w:t xml:space="preserve">un </w:t>
      </w:r>
      <w:proofErr w:type="spellStart"/>
      <w:r>
        <w:t>demi-mille</w:t>
      </w:r>
      <w:proofErr w:type="spellEnd"/>
      <w:r w:rsidR="006F1ADB">
        <w:t xml:space="preserve">, </w:t>
      </w:r>
      <w:r>
        <w:t>où ils rencontrèrent une vieille femme portant un bébé en robe courte</w:t>
      </w:r>
      <w:r w:rsidR="006F1ADB">
        <w:t xml:space="preserve">, </w:t>
      </w:r>
      <w:r>
        <w:t>et conduisant de l</w:t>
      </w:r>
      <w:r w:rsidR="006F1ADB">
        <w:t>’</w:t>
      </w:r>
      <w:r>
        <w:t>autre main un autre enfant au pas incertain</w:t>
      </w:r>
      <w:r w:rsidR="006F1ADB">
        <w:t>.</w:t>
      </w:r>
    </w:p>
    <w:p w14:paraId="6197EA30" w14:textId="77777777" w:rsidR="006F1ADB" w:rsidRDefault="005A3479" w:rsidP="005A3479">
      <w:r>
        <w:t>Sue embrassa les enfants et dit</w:t>
      </w:r>
      <w:r w:rsidR="006F1ADB">
        <w:t> :</w:t>
      </w:r>
    </w:p>
    <w:p w14:paraId="4AB39B53" w14:textId="77777777" w:rsidR="006F1ADB" w:rsidRDefault="006F1ADB" w:rsidP="005A3479">
      <w:r>
        <w:t>— </w:t>
      </w:r>
      <w:r w:rsidR="005A3479">
        <w:t>Comment va-t-il maintenant</w:t>
      </w:r>
      <w:r>
        <w:t> ?</w:t>
      </w:r>
    </w:p>
    <w:p w14:paraId="1A305400" w14:textId="7F6FBAA2" w:rsidR="006F1ADB" w:rsidRDefault="006F1ADB" w:rsidP="005A3479">
      <w:r>
        <w:t>— </w:t>
      </w:r>
      <w:r w:rsidR="005A3479">
        <w:t>Mieux encore</w:t>
      </w:r>
      <w:r>
        <w:t xml:space="preserve">, </w:t>
      </w:r>
      <w:r w:rsidR="005A3479">
        <w:t xml:space="preserve">répondit gaiement </w:t>
      </w:r>
      <w:r>
        <w:t>M</w:t>
      </w:r>
      <w:r w:rsidRPr="006F1ADB">
        <w:rPr>
          <w:vertAlign w:val="superscript"/>
        </w:rPr>
        <w:t>rs</w:t>
      </w:r>
      <w:r>
        <w:t> </w:t>
      </w:r>
      <w:proofErr w:type="spellStart"/>
      <w:r w:rsidR="005A3479">
        <w:t>Edlin</w:t>
      </w:r>
      <w:proofErr w:type="spellEnd"/>
      <w:r>
        <w:t xml:space="preserve">. </w:t>
      </w:r>
      <w:r w:rsidR="005A3479">
        <w:t>Avant que vous soyez malade</w:t>
      </w:r>
      <w:r>
        <w:t xml:space="preserve">, </w:t>
      </w:r>
      <w:r w:rsidR="005A3479">
        <w:t>votre mari sera suffisamment rétabli</w:t>
      </w:r>
      <w:r>
        <w:t xml:space="preserve">. </w:t>
      </w:r>
      <w:r w:rsidR="005A3479">
        <w:t>Ne vous tourmentez pas</w:t>
      </w:r>
      <w:r>
        <w:t>.</w:t>
      </w:r>
    </w:p>
    <w:p w14:paraId="3B8911E4" w14:textId="77777777" w:rsidR="006F1ADB" w:rsidRDefault="005A3479" w:rsidP="005A3479">
      <w:r>
        <w:t>Ils changèrent de direction et arrivèrent près de quelques vieilles maisonnettes aux toits bruns</w:t>
      </w:r>
      <w:r w:rsidR="006F1ADB">
        <w:t xml:space="preserve">, </w:t>
      </w:r>
      <w:r>
        <w:t>entourées de jardins et d</w:t>
      </w:r>
      <w:r w:rsidR="006F1ADB">
        <w:t>’</w:t>
      </w:r>
      <w:r>
        <w:t>arbres fruitiers</w:t>
      </w:r>
      <w:r w:rsidR="006F1ADB">
        <w:t xml:space="preserve">. </w:t>
      </w:r>
      <w:r>
        <w:t>Dans une de ces maisonnettes</w:t>
      </w:r>
      <w:r w:rsidR="006F1ADB">
        <w:t xml:space="preserve">, </w:t>
      </w:r>
      <w:r>
        <w:t xml:space="preserve">ils entrèrent en levant le loquet sans frapper et pénétrèrent ensemble dans </w:t>
      </w:r>
      <w:r>
        <w:lastRenderedPageBreak/>
        <w:t>la pièce principale</w:t>
      </w:r>
      <w:r w:rsidR="006F1ADB">
        <w:t xml:space="preserve">. </w:t>
      </w:r>
      <w:r>
        <w:t>Là</w:t>
      </w:r>
      <w:r w:rsidR="006F1ADB">
        <w:t xml:space="preserve">, </w:t>
      </w:r>
      <w:r>
        <w:t>ils saluèrent Jude qui était assis dans un fauteuil</w:t>
      </w:r>
      <w:r w:rsidR="006F1ADB">
        <w:t xml:space="preserve"> ; </w:t>
      </w:r>
      <w:r>
        <w:t>ses traits naturellement délicats étaient devenus plus délicats encore</w:t>
      </w:r>
      <w:r w:rsidR="006F1ADB">
        <w:t xml:space="preserve">, </w:t>
      </w:r>
      <w:r>
        <w:t>et l</w:t>
      </w:r>
      <w:r w:rsidR="006F1ADB">
        <w:t>’</w:t>
      </w:r>
      <w:r>
        <w:t>espoir enfantin qu</w:t>
      </w:r>
      <w:r w:rsidR="006F1ADB">
        <w:t>’</w:t>
      </w:r>
      <w:r>
        <w:t>exprimaient ses yeux su</w:t>
      </w:r>
      <w:r>
        <w:t>f</w:t>
      </w:r>
      <w:r>
        <w:t>fisait à montrer qu</w:t>
      </w:r>
      <w:r w:rsidR="006F1ADB">
        <w:t>’</w:t>
      </w:r>
      <w:r>
        <w:t>il avait traversé une grave maladie</w:t>
      </w:r>
      <w:r w:rsidR="006F1ADB">
        <w:t>.</w:t>
      </w:r>
    </w:p>
    <w:p w14:paraId="119A25DA" w14:textId="77777777" w:rsidR="006F1ADB" w:rsidRDefault="006F1ADB" w:rsidP="005A3479">
      <w:r>
        <w:t>— </w:t>
      </w:r>
      <w:r w:rsidR="005A3479">
        <w:t>Quoi</w:t>
      </w:r>
      <w:r>
        <w:t xml:space="preserve"> ?… </w:t>
      </w:r>
      <w:r w:rsidR="005A3479">
        <w:t>Vous les avez tous vendus</w:t>
      </w:r>
      <w:r>
        <w:t xml:space="preserve"> ? </w:t>
      </w:r>
      <w:r w:rsidR="005A3479">
        <w:t>dit-il</w:t>
      </w:r>
      <w:r>
        <w:t xml:space="preserve">, </w:t>
      </w:r>
      <w:r w:rsidR="005A3479">
        <w:t>un air d</w:t>
      </w:r>
      <w:r>
        <w:t>’</w:t>
      </w:r>
      <w:r w:rsidR="005A3479">
        <w:t>intérêt rayonnant sur sa figure</w:t>
      </w:r>
      <w:r>
        <w:t>.</w:t>
      </w:r>
    </w:p>
    <w:p w14:paraId="73662EB4" w14:textId="77777777" w:rsidR="006F1ADB" w:rsidRDefault="006F1ADB" w:rsidP="005A3479">
      <w:r>
        <w:t>— </w:t>
      </w:r>
      <w:r w:rsidR="005A3479">
        <w:t>Oui</w:t>
      </w:r>
      <w:r>
        <w:t xml:space="preserve"> : </w:t>
      </w:r>
      <w:r w:rsidR="005A3479">
        <w:t>les arcades</w:t>
      </w:r>
      <w:r>
        <w:t xml:space="preserve">, </w:t>
      </w:r>
      <w:r w:rsidR="005A3479">
        <w:t>les pignons</w:t>
      </w:r>
      <w:r>
        <w:t xml:space="preserve">, </w:t>
      </w:r>
      <w:r w:rsidR="005A3479">
        <w:t>les croisées et tout</w:t>
      </w:r>
      <w:r>
        <w:t>.</w:t>
      </w:r>
    </w:p>
    <w:p w14:paraId="411A96A5" w14:textId="77777777" w:rsidR="006F1ADB" w:rsidRDefault="005A3479" w:rsidP="005A3479">
      <w:r>
        <w:t>Elle lui dit le résultat pécuniaire</w:t>
      </w:r>
      <w:r w:rsidR="006F1ADB">
        <w:t xml:space="preserve">, </w:t>
      </w:r>
      <w:r>
        <w:t>puis elle hésita</w:t>
      </w:r>
      <w:r w:rsidR="006F1ADB">
        <w:t xml:space="preserve">. </w:t>
      </w:r>
      <w:r>
        <w:t>À la fin</w:t>
      </w:r>
      <w:r w:rsidR="006F1ADB">
        <w:t xml:space="preserve">, </w:t>
      </w:r>
      <w:r>
        <w:t>quand ils furent seuls</w:t>
      </w:r>
      <w:r w:rsidR="006F1ADB">
        <w:t xml:space="preserve">, </w:t>
      </w:r>
      <w:r>
        <w:t xml:space="preserve">elle lui raconta sa rencontre inattendue avec </w:t>
      </w:r>
      <w:proofErr w:type="spellStart"/>
      <w:r>
        <w:t>Arabella</w:t>
      </w:r>
      <w:proofErr w:type="spellEnd"/>
      <w:r>
        <w:t xml:space="preserve"> et le veuvage de cette dernière</w:t>
      </w:r>
      <w:r w:rsidR="006F1ADB">
        <w:t>.</w:t>
      </w:r>
    </w:p>
    <w:p w14:paraId="3210708C" w14:textId="77777777" w:rsidR="006F1ADB" w:rsidRDefault="005A3479" w:rsidP="005A3479">
      <w:r>
        <w:t>Jude fut troublé</w:t>
      </w:r>
      <w:r w:rsidR="006F1ADB">
        <w:t> :</w:t>
      </w:r>
    </w:p>
    <w:p w14:paraId="7D22BCF7" w14:textId="77777777" w:rsidR="006F1ADB" w:rsidRDefault="006F1ADB" w:rsidP="005A3479">
      <w:r>
        <w:t>— </w:t>
      </w:r>
      <w:r w:rsidR="005A3479">
        <w:t>Quoi</w:t>
      </w:r>
      <w:r>
        <w:t xml:space="preserve"> ? </w:t>
      </w:r>
      <w:r w:rsidR="005A3479">
        <w:t>Elle habite ici</w:t>
      </w:r>
      <w:r>
        <w:t xml:space="preserve"> ? </w:t>
      </w:r>
      <w:r w:rsidR="005A3479">
        <w:t>dit-il</w:t>
      </w:r>
      <w:r>
        <w:t>.</w:t>
      </w:r>
    </w:p>
    <w:p w14:paraId="0F305469" w14:textId="77777777" w:rsidR="006F1ADB" w:rsidRDefault="006F1ADB" w:rsidP="005A3479">
      <w:r>
        <w:t>— </w:t>
      </w:r>
      <w:r w:rsidR="005A3479">
        <w:t>Non</w:t>
      </w:r>
      <w:r>
        <w:t xml:space="preserve">, </w:t>
      </w:r>
      <w:r w:rsidR="005A3479">
        <w:t xml:space="preserve">à </w:t>
      </w:r>
      <w:proofErr w:type="spellStart"/>
      <w:r w:rsidR="005A3479">
        <w:t>Alfredston</w:t>
      </w:r>
      <w:proofErr w:type="spellEnd"/>
      <w:r>
        <w:t xml:space="preserve">, </w:t>
      </w:r>
      <w:r w:rsidR="005A3479">
        <w:t>répondit Sue</w:t>
      </w:r>
      <w:r>
        <w:t>.</w:t>
      </w:r>
    </w:p>
    <w:p w14:paraId="71F7A2CE" w14:textId="77777777" w:rsidR="006F1ADB" w:rsidRDefault="005A3479" w:rsidP="005A3479">
      <w:r>
        <w:t>L</w:t>
      </w:r>
      <w:r w:rsidR="006F1ADB">
        <w:t>’</w:t>
      </w:r>
      <w:r>
        <w:t>aspect de Jude restait sombre</w:t>
      </w:r>
      <w:r w:rsidR="006F1ADB">
        <w:t>.</w:t>
      </w:r>
    </w:p>
    <w:p w14:paraId="26AB02A1" w14:textId="77777777" w:rsidR="006F1ADB" w:rsidRDefault="006F1ADB" w:rsidP="005A3479">
      <w:r>
        <w:t>— </w:t>
      </w:r>
      <w:r w:rsidR="005A3479">
        <w:t>Je pense que j</w:t>
      </w:r>
      <w:r>
        <w:t>’</w:t>
      </w:r>
      <w:r w:rsidR="005A3479">
        <w:t>ai mieux fait de vous le dire</w:t>
      </w:r>
      <w:r>
        <w:t xml:space="preserve">, </w:t>
      </w:r>
      <w:r w:rsidR="005A3479">
        <w:t>continua-t-elle</w:t>
      </w:r>
      <w:r>
        <w:t xml:space="preserve">, </w:t>
      </w:r>
      <w:r w:rsidR="005A3479">
        <w:t>l</w:t>
      </w:r>
      <w:r>
        <w:t>’</w:t>
      </w:r>
      <w:r w:rsidR="005A3479">
        <w:t>embrassant d</w:t>
      </w:r>
      <w:r>
        <w:t>’</w:t>
      </w:r>
      <w:r w:rsidR="005A3479">
        <w:t>un air anxieux</w:t>
      </w:r>
      <w:r>
        <w:t>.</w:t>
      </w:r>
    </w:p>
    <w:p w14:paraId="0C970C65" w14:textId="77777777" w:rsidR="006F1ADB" w:rsidRDefault="006F1ADB" w:rsidP="005A3479">
      <w:r>
        <w:t>— </w:t>
      </w:r>
      <w:r w:rsidR="005A3479">
        <w:t>Oui</w:t>
      </w:r>
      <w:r>
        <w:t xml:space="preserve">… </w:t>
      </w:r>
      <w:r w:rsidR="005A3479">
        <w:t>Mon Dieu</w:t>
      </w:r>
      <w:r>
        <w:t xml:space="preserve"> ! </w:t>
      </w:r>
      <w:proofErr w:type="spellStart"/>
      <w:r w:rsidR="005A3479">
        <w:t>Arabella</w:t>
      </w:r>
      <w:proofErr w:type="spellEnd"/>
      <w:r w:rsidR="005A3479">
        <w:t xml:space="preserve"> n</w:t>
      </w:r>
      <w:r>
        <w:t>’</w:t>
      </w:r>
      <w:r w:rsidR="005A3479">
        <w:t>est plus dans les profo</w:t>
      </w:r>
      <w:r w:rsidR="005A3479">
        <w:t>n</w:t>
      </w:r>
      <w:r w:rsidR="005A3479">
        <w:t>deurs de Londres</w:t>
      </w:r>
      <w:r>
        <w:t xml:space="preserve">, </w:t>
      </w:r>
      <w:r w:rsidR="005A3479">
        <w:t>mais ici</w:t>
      </w:r>
      <w:r>
        <w:t xml:space="preserve">… </w:t>
      </w:r>
      <w:r w:rsidR="005A3479">
        <w:t>Il y a à peine une douzaine de milles</w:t>
      </w:r>
      <w:r>
        <w:t xml:space="preserve">, </w:t>
      </w:r>
      <w:r w:rsidR="005A3479">
        <w:t>à travers la campagne</w:t>
      </w:r>
      <w:r>
        <w:t xml:space="preserve">, </w:t>
      </w:r>
      <w:r w:rsidR="005A3479">
        <w:t>d</w:t>
      </w:r>
      <w:r>
        <w:t>’</w:t>
      </w:r>
      <w:r w:rsidR="005A3479">
        <w:t xml:space="preserve">ici à </w:t>
      </w:r>
      <w:proofErr w:type="spellStart"/>
      <w:r w:rsidR="005A3479">
        <w:t>Alfredston</w:t>
      </w:r>
      <w:proofErr w:type="spellEnd"/>
      <w:r>
        <w:t xml:space="preserve">. </w:t>
      </w:r>
      <w:r w:rsidR="005A3479">
        <w:t xml:space="preserve">Que </w:t>
      </w:r>
      <w:proofErr w:type="spellStart"/>
      <w:r w:rsidR="005A3479">
        <w:t>fait-elle</w:t>
      </w:r>
      <w:proofErr w:type="spellEnd"/>
      <w:r w:rsidR="005A3479">
        <w:t xml:space="preserve"> là-bas</w:t>
      </w:r>
      <w:r>
        <w:t> ?</w:t>
      </w:r>
    </w:p>
    <w:p w14:paraId="6EE45EC0" w14:textId="77777777" w:rsidR="006F1ADB" w:rsidRDefault="005A3479" w:rsidP="005A3479">
      <w:r>
        <w:t>Sue lui dit tout ce qu</w:t>
      </w:r>
      <w:r w:rsidR="006F1ADB">
        <w:t>’</w:t>
      </w:r>
      <w:r>
        <w:t>elle savait</w:t>
      </w:r>
      <w:r w:rsidR="006F1ADB">
        <w:t>.</w:t>
      </w:r>
    </w:p>
    <w:p w14:paraId="76618337" w14:textId="77777777" w:rsidR="006F1ADB" w:rsidRDefault="006F1ADB" w:rsidP="005A3479">
      <w:r>
        <w:t>— </w:t>
      </w:r>
      <w:r w:rsidR="005A3479">
        <w:t>Elle a pris des habitudes religieuses et parle en cons</w:t>
      </w:r>
      <w:r w:rsidR="005A3479">
        <w:t>é</w:t>
      </w:r>
      <w:r w:rsidR="005A3479">
        <w:t>quence</w:t>
      </w:r>
      <w:r>
        <w:t>.</w:t>
      </w:r>
    </w:p>
    <w:p w14:paraId="42C28660" w14:textId="6CFB13D0" w:rsidR="006F1ADB" w:rsidRDefault="006F1ADB" w:rsidP="005A3479">
      <w:r>
        <w:t>— </w:t>
      </w:r>
      <w:r w:rsidR="005A3479">
        <w:t>Bien</w:t>
      </w:r>
      <w:r>
        <w:t xml:space="preserve">, </w:t>
      </w:r>
      <w:r w:rsidR="005A3479">
        <w:t>dit Jude</w:t>
      </w:r>
      <w:r>
        <w:t xml:space="preserve">. </w:t>
      </w:r>
      <w:r w:rsidR="005A3479">
        <w:t>Peut-être est-ce pour le mieux que nous ayons presque décidé de nous en aller</w:t>
      </w:r>
      <w:r>
        <w:t xml:space="preserve">. </w:t>
      </w:r>
      <w:r w:rsidR="005A3479">
        <w:t xml:space="preserve">Je me sens en meilleur </w:t>
      </w:r>
      <w:r w:rsidR="005A3479">
        <w:lastRenderedPageBreak/>
        <w:t>état aujourd</w:t>
      </w:r>
      <w:r>
        <w:t>’</w:t>
      </w:r>
      <w:r w:rsidR="005A3479">
        <w:t>hui</w:t>
      </w:r>
      <w:r>
        <w:t xml:space="preserve">, </w:t>
      </w:r>
      <w:r w:rsidR="005A3479">
        <w:t>et je serai assez bien portant pour partir dans une semaine ou deux</w:t>
      </w:r>
      <w:r>
        <w:t xml:space="preserve">. </w:t>
      </w:r>
      <w:r w:rsidR="005A3479">
        <w:t xml:space="preserve">Alors </w:t>
      </w:r>
      <w:r>
        <w:t>M</w:t>
      </w:r>
      <w:r w:rsidRPr="006F1ADB">
        <w:rPr>
          <w:vertAlign w:val="superscript"/>
        </w:rPr>
        <w:t>rs</w:t>
      </w:r>
      <w:r>
        <w:t> </w:t>
      </w:r>
      <w:proofErr w:type="spellStart"/>
      <w:r w:rsidR="005A3479">
        <w:t>Edlin</w:t>
      </w:r>
      <w:proofErr w:type="spellEnd"/>
      <w:r w:rsidR="005A3479">
        <w:t xml:space="preserve"> pourra retourner chez elle</w:t>
      </w:r>
      <w:r>
        <w:t xml:space="preserve">. </w:t>
      </w:r>
      <w:r w:rsidR="005A3479">
        <w:t>Chère fidèle</w:t>
      </w:r>
      <w:r>
        <w:t xml:space="preserve">, </w:t>
      </w:r>
      <w:r w:rsidR="005A3479">
        <w:t>vieille amie</w:t>
      </w:r>
      <w:r>
        <w:t xml:space="preserve"> ! </w:t>
      </w:r>
      <w:r w:rsidR="005A3479">
        <w:t>la seule amie que nous ayons en ce monde</w:t>
      </w:r>
      <w:r>
        <w:t>.</w:t>
      </w:r>
    </w:p>
    <w:p w14:paraId="0078E1D6" w14:textId="77777777" w:rsidR="006F1ADB" w:rsidRDefault="006F1ADB" w:rsidP="005A3479">
      <w:r>
        <w:t>— </w:t>
      </w:r>
      <w:r w:rsidR="005A3479">
        <w:t>Où pensez-vous aller</w:t>
      </w:r>
      <w:r>
        <w:t xml:space="preserve"> ? </w:t>
      </w:r>
      <w:r w:rsidR="005A3479">
        <w:t>demanda Sue avec des larmes dans la voix</w:t>
      </w:r>
      <w:r>
        <w:t>.</w:t>
      </w:r>
    </w:p>
    <w:p w14:paraId="1DD2B68B" w14:textId="77777777" w:rsidR="006F1ADB" w:rsidRDefault="005A3479" w:rsidP="005A3479">
      <w:r>
        <w:t>Jude confessa sa pensée</w:t>
      </w:r>
      <w:r w:rsidR="006F1ADB">
        <w:t xml:space="preserve">. </w:t>
      </w:r>
      <w:r>
        <w:t>Il dit que Sue en serait surprise</w:t>
      </w:r>
      <w:r w:rsidR="006F1ADB">
        <w:t xml:space="preserve">, </w:t>
      </w:r>
      <w:r>
        <w:t>peut-être</w:t>
      </w:r>
      <w:r w:rsidR="006F1ADB">
        <w:t xml:space="preserve">, </w:t>
      </w:r>
      <w:r>
        <w:t>après leur résolution d</w:t>
      </w:r>
      <w:r w:rsidR="006F1ADB">
        <w:t>’</w:t>
      </w:r>
      <w:r>
        <w:t>éviter</w:t>
      </w:r>
      <w:r w:rsidR="006F1ADB">
        <w:t xml:space="preserve">, </w:t>
      </w:r>
      <w:r>
        <w:t>depuis si longtemps</w:t>
      </w:r>
      <w:r w:rsidR="006F1ADB">
        <w:t xml:space="preserve">, </w:t>
      </w:r>
      <w:r>
        <w:t>les lieux qu</w:t>
      </w:r>
      <w:r w:rsidR="006F1ADB">
        <w:t>’</w:t>
      </w:r>
      <w:r>
        <w:t>ils avaient naguère habités</w:t>
      </w:r>
      <w:r w:rsidR="006F1ADB">
        <w:t xml:space="preserve">. </w:t>
      </w:r>
      <w:r>
        <w:t>Mais</w:t>
      </w:r>
      <w:r w:rsidR="006F1ADB">
        <w:t xml:space="preserve">, </w:t>
      </w:r>
      <w:r>
        <w:t>pour une chose ou une autre</w:t>
      </w:r>
      <w:r w:rsidR="006F1ADB">
        <w:t xml:space="preserve">, </w:t>
      </w:r>
      <w:r>
        <w:t xml:space="preserve">il avait beaucoup pensé à </w:t>
      </w:r>
      <w:proofErr w:type="spellStart"/>
      <w:r>
        <w:t>Christminster</w:t>
      </w:r>
      <w:proofErr w:type="spellEnd"/>
      <w:r>
        <w:t xml:space="preserve"> dernièr</w:t>
      </w:r>
      <w:r>
        <w:t>e</w:t>
      </w:r>
      <w:r>
        <w:t>ment</w:t>
      </w:r>
      <w:r w:rsidR="006F1ADB">
        <w:t xml:space="preserve">, </w:t>
      </w:r>
      <w:r>
        <w:t>et si cela ne déplaisait pas à Sue</w:t>
      </w:r>
      <w:r w:rsidR="006F1ADB">
        <w:t xml:space="preserve">, </w:t>
      </w:r>
      <w:r>
        <w:t>lui voudrait y retourner</w:t>
      </w:r>
      <w:r w:rsidR="006F1ADB">
        <w:t xml:space="preserve">. </w:t>
      </w:r>
      <w:r>
        <w:t>Pourquoi tant s</w:t>
      </w:r>
      <w:r w:rsidR="006F1ADB">
        <w:t>’</w:t>
      </w:r>
      <w:r>
        <w:t>inquiéter d</w:t>
      </w:r>
      <w:r w:rsidR="006F1ADB">
        <w:t>’</w:t>
      </w:r>
      <w:r>
        <w:t>être connus</w:t>
      </w:r>
      <w:r w:rsidR="006F1ADB">
        <w:t xml:space="preserve"> ? </w:t>
      </w:r>
      <w:r>
        <w:t>C</w:t>
      </w:r>
      <w:r w:rsidR="006F1ADB">
        <w:t>’</w:t>
      </w:r>
      <w:r>
        <w:t>était par une exag</w:t>
      </w:r>
      <w:r>
        <w:t>é</w:t>
      </w:r>
      <w:r>
        <w:t>ration de sensibilité qu</w:t>
      </w:r>
      <w:r w:rsidR="006F1ADB">
        <w:t>’</w:t>
      </w:r>
      <w:r>
        <w:t>ils y attachaient tant d</w:t>
      </w:r>
      <w:r w:rsidR="006F1ADB">
        <w:t>’</w:t>
      </w:r>
      <w:r>
        <w:t>importance</w:t>
      </w:r>
      <w:r w:rsidR="006F1ADB">
        <w:t xml:space="preserve">. </w:t>
      </w:r>
      <w:r>
        <w:t>Ils vendraient aussi bien des gâteaux là-bas</w:t>
      </w:r>
      <w:r w:rsidR="006F1ADB">
        <w:t xml:space="preserve">, </w:t>
      </w:r>
      <w:r>
        <w:t>si Jude ne pouvait tr</w:t>
      </w:r>
      <w:r>
        <w:t>a</w:t>
      </w:r>
      <w:r>
        <w:t>vailler</w:t>
      </w:r>
      <w:r w:rsidR="006F1ADB">
        <w:t xml:space="preserve">. </w:t>
      </w:r>
      <w:r>
        <w:t>Il n</w:t>
      </w:r>
      <w:r w:rsidR="006F1ADB">
        <w:t>’</w:t>
      </w:r>
      <w:r>
        <w:t>avait aucunement la honte de sa pauvreté</w:t>
      </w:r>
      <w:r w:rsidR="006F1ADB">
        <w:t xml:space="preserve">, </w:t>
      </w:r>
      <w:r>
        <w:t>et peut-être redeviendrait-il aussi fort qu</w:t>
      </w:r>
      <w:r w:rsidR="006F1ADB">
        <w:t>’</w:t>
      </w:r>
      <w:r>
        <w:t>auparavant</w:t>
      </w:r>
      <w:r w:rsidR="006F1ADB">
        <w:t xml:space="preserve">, </w:t>
      </w:r>
      <w:r>
        <w:t>et pourrait-il se remettre à la sculpture pour son propre compte</w:t>
      </w:r>
      <w:r w:rsidR="006F1ADB">
        <w:t xml:space="preserve">, </w:t>
      </w:r>
      <w:r>
        <w:t xml:space="preserve">à </w:t>
      </w:r>
      <w:proofErr w:type="spellStart"/>
      <w:r>
        <w:t>Christmin</w:t>
      </w:r>
      <w:r>
        <w:t>s</w:t>
      </w:r>
      <w:r>
        <w:t>ter</w:t>
      </w:r>
      <w:proofErr w:type="spellEnd"/>
      <w:r w:rsidR="006F1ADB">
        <w:t>.</w:t>
      </w:r>
    </w:p>
    <w:p w14:paraId="35F10ADA" w14:textId="77777777" w:rsidR="006F1ADB" w:rsidRDefault="006F1ADB" w:rsidP="005A3479">
      <w:r>
        <w:t>— </w:t>
      </w:r>
      <w:r w:rsidR="005A3479">
        <w:t xml:space="preserve">Pourquoi tant vous préoccuper de </w:t>
      </w:r>
      <w:proofErr w:type="spellStart"/>
      <w:r w:rsidR="005A3479">
        <w:t>Christminster</w:t>
      </w:r>
      <w:proofErr w:type="spellEnd"/>
      <w:r>
        <w:t xml:space="preserve"> ? </w:t>
      </w:r>
      <w:r w:rsidR="005A3479">
        <w:t>dit-elle pensivement</w:t>
      </w:r>
      <w:r>
        <w:t xml:space="preserve">. </w:t>
      </w:r>
      <w:proofErr w:type="spellStart"/>
      <w:r w:rsidR="005A3479">
        <w:t>Christminster</w:t>
      </w:r>
      <w:proofErr w:type="spellEnd"/>
      <w:r w:rsidR="005A3479">
        <w:t xml:space="preserve"> ne vaut rien pour vous</w:t>
      </w:r>
      <w:r>
        <w:t xml:space="preserve">, </w:t>
      </w:r>
      <w:r w:rsidR="005A3479">
        <w:t>pauvre cher ami</w:t>
      </w:r>
      <w:r>
        <w:t>.</w:t>
      </w:r>
    </w:p>
    <w:p w14:paraId="019F0E72" w14:textId="77777777" w:rsidR="006F1ADB" w:rsidRDefault="006F1ADB" w:rsidP="005A3479">
      <w:r>
        <w:t>— </w:t>
      </w:r>
      <w:r w:rsidR="005A3479">
        <w:t>Eh bien</w:t>
      </w:r>
      <w:r>
        <w:t xml:space="preserve">, </w:t>
      </w:r>
      <w:r w:rsidR="005A3479">
        <w:t>je ne puis m</w:t>
      </w:r>
      <w:r>
        <w:t>’</w:t>
      </w:r>
      <w:r w:rsidR="005A3479">
        <w:t>en défendre</w:t>
      </w:r>
      <w:r>
        <w:t xml:space="preserve">, </w:t>
      </w:r>
      <w:r w:rsidR="005A3479">
        <w:t>j</w:t>
      </w:r>
      <w:r>
        <w:t>’</w:t>
      </w:r>
      <w:r w:rsidR="005A3479">
        <w:t>aime cette ville</w:t>
      </w:r>
      <w:r>
        <w:t xml:space="preserve">, </w:t>
      </w:r>
      <w:r w:rsidR="005A3479">
        <w:t>quoique je sache combien lui sont odieux les hommes comme moi</w:t>
      </w:r>
      <w:r>
        <w:t xml:space="preserve">, </w:t>
      </w:r>
      <w:r w:rsidR="005A3479">
        <w:t>ceux qu</w:t>
      </w:r>
      <w:r>
        <w:t>’</w:t>
      </w:r>
      <w:r w:rsidR="005A3479">
        <w:t>on appelle les autodidactes</w:t>
      </w:r>
      <w:r>
        <w:t xml:space="preserve"> ; </w:t>
      </w:r>
      <w:r w:rsidR="005A3479">
        <w:t>combien elle méprise nos acquisitions laborieuses</w:t>
      </w:r>
      <w:r>
        <w:t xml:space="preserve">, </w:t>
      </w:r>
      <w:r w:rsidR="005A3479">
        <w:t>quand elle devrait être la première à les respecter</w:t>
      </w:r>
      <w:r>
        <w:t xml:space="preserve"> ; </w:t>
      </w:r>
      <w:r w:rsidR="005A3479">
        <w:t>comme elle se moque de nos méprises et de nos fautes</w:t>
      </w:r>
      <w:r>
        <w:t xml:space="preserve">, </w:t>
      </w:r>
      <w:r w:rsidR="005A3479">
        <w:t>quand elle devrait dire</w:t>
      </w:r>
      <w:r>
        <w:t> : « </w:t>
      </w:r>
      <w:r w:rsidR="005A3479">
        <w:t>Je vois que vous avez besoin d</w:t>
      </w:r>
      <w:r>
        <w:t>’</w:t>
      </w:r>
      <w:r w:rsidR="005A3479">
        <w:t>aide</w:t>
      </w:r>
      <w:r>
        <w:t xml:space="preserve">, </w:t>
      </w:r>
      <w:r w:rsidR="005A3479">
        <w:t>mon pauvre ami</w:t>
      </w:r>
      <w:r>
        <w:t>… »</w:t>
      </w:r>
      <w:r w:rsidR="005A3479">
        <w:t xml:space="preserve"> N</w:t>
      </w:r>
      <w:r>
        <w:t>’</w:t>
      </w:r>
      <w:r w:rsidR="005A3479">
        <w:t>importe</w:t>
      </w:r>
      <w:r>
        <w:t xml:space="preserve">, </w:t>
      </w:r>
      <w:r w:rsidR="005A3479">
        <w:t>c</w:t>
      </w:r>
      <w:r>
        <w:t>’</w:t>
      </w:r>
      <w:r w:rsidR="005A3479">
        <w:t>est le centre de l</w:t>
      </w:r>
      <w:r>
        <w:t>’</w:t>
      </w:r>
      <w:r w:rsidR="005A3479">
        <w:t>univers pour moi</w:t>
      </w:r>
      <w:r>
        <w:t xml:space="preserve">, </w:t>
      </w:r>
      <w:r w:rsidR="005A3479">
        <w:t>à cause de mon premier rêve</w:t>
      </w:r>
      <w:r>
        <w:t xml:space="preserve">, </w:t>
      </w:r>
      <w:r w:rsidR="005A3479">
        <w:t xml:space="preserve">et rien ne </w:t>
      </w:r>
      <w:proofErr w:type="spellStart"/>
      <w:r w:rsidR="005A3479">
        <w:t>peu</w:t>
      </w:r>
      <w:proofErr w:type="spellEnd"/>
      <w:r w:rsidR="005A3479">
        <w:t xml:space="preserve"> l</w:t>
      </w:r>
      <w:r>
        <w:t>’</w:t>
      </w:r>
      <w:r w:rsidR="005A3479">
        <w:t>altérer</w:t>
      </w:r>
      <w:r>
        <w:t xml:space="preserve">. </w:t>
      </w:r>
      <w:r w:rsidR="005A3479">
        <w:t>Peut-être s</w:t>
      </w:r>
      <w:r>
        <w:t>’</w:t>
      </w:r>
      <w:r w:rsidR="005A3479">
        <w:t>éveillera-t-elle bientôt à la générosité</w:t>
      </w:r>
      <w:r>
        <w:t xml:space="preserve">. </w:t>
      </w:r>
      <w:r w:rsidR="005A3479">
        <w:t>Je prie qu</w:t>
      </w:r>
      <w:r>
        <w:t>’</w:t>
      </w:r>
      <w:r w:rsidR="005A3479">
        <w:t>il en soit ainsi</w:t>
      </w:r>
      <w:r>
        <w:t xml:space="preserve">. </w:t>
      </w:r>
      <w:r w:rsidR="005A3479">
        <w:t>J</w:t>
      </w:r>
      <w:r>
        <w:t>’</w:t>
      </w:r>
      <w:r w:rsidR="005A3479">
        <w:t xml:space="preserve">aimerais y retourner </w:t>
      </w:r>
      <w:r w:rsidR="005A3479">
        <w:lastRenderedPageBreak/>
        <w:t>vivre</w:t>
      </w:r>
      <w:r>
        <w:t xml:space="preserve">, </w:t>
      </w:r>
      <w:r w:rsidR="005A3479">
        <w:t>peut-être y mourir</w:t>
      </w:r>
      <w:r>
        <w:t xml:space="preserve">. </w:t>
      </w:r>
      <w:r w:rsidR="005A3479">
        <w:t>Dans deux ou trois semaines</w:t>
      </w:r>
      <w:r>
        <w:t xml:space="preserve">, </w:t>
      </w:r>
      <w:r w:rsidR="005A3479">
        <w:t>je le pourrai</w:t>
      </w:r>
      <w:r>
        <w:t xml:space="preserve">, </w:t>
      </w:r>
      <w:r w:rsidR="005A3479">
        <w:t>je pense</w:t>
      </w:r>
      <w:r>
        <w:t xml:space="preserve">. </w:t>
      </w:r>
      <w:r w:rsidR="005A3479">
        <w:t>Ça sera donc en juin</w:t>
      </w:r>
      <w:r>
        <w:t xml:space="preserve">, </w:t>
      </w:r>
      <w:r w:rsidR="005A3479">
        <w:t>et j</w:t>
      </w:r>
      <w:r>
        <w:t>’</w:t>
      </w:r>
      <w:r w:rsidR="005A3479">
        <w:t>aimerais arriver là-bas certain jour que je sais</w:t>
      </w:r>
      <w:r>
        <w:t>.</w:t>
      </w:r>
    </w:p>
    <w:p w14:paraId="0484328B" w14:textId="77777777" w:rsidR="006F1ADB" w:rsidRDefault="005A3479" w:rsidP="005A3479">
      <w:r>
        <w:t>L</w:t>
      </w:r>
      <w:r w:rsidR="006F1ADB">
        <w:t>’</w:t>
      </w:r>
      <w:r>
        <w:t>espoir de guérison se trouva si bien justifié que</w:t>
      </w:r>
      <w:r w:rsidR="006F1ADB">
        <w:t xml:space="preserve">, </w:t>
      </w:r>
      <w:r>
        <w:t>trois s</w:t>
      </w:r>
      <w:r>
        <w:t>e</w:t>
      </w:r>
      <w:r>
        <w:t>maines plus tard</w:t>
      </w:r>
      <w:r w:rsidR="006F1ADB">
        <w:t xml:space="preserve">, </w:t>
      </w:r>
      <w:r>
        <w:t>tous arrivaient à la ville de tant de souvenirs</w:t>
      </w:r>
      <w:r w:rsidR="006F1ADB">
        <w:t xml:space="preserve">, </w:t>
      </w:r>
      <w:r>
        <w:t>et ils foulaient actuellement ses pavés</w:t>
      </w:r>
      <w:r w:rsidR="006F1ADB">
        <w:t xml:space="preserve">, </w:t>
      </w:r>
      <w:r>
        <w:t>recevant le reflet du co</w:t>
      </w:r>
      <w:r>
        <w:t>u</w:t>
      </w:r>
      <w:r>
        <w:t>chant qui frappait les murs en ruines</w:t>
      </w:r>
      <w:r w:rsidR="006F1ADB">
        <w:t>.</w:t>
      </w:r>
    </w:p>
    <w:p w14:paraId="57B28A9F" w14:textId="727EEFA4" w:rsidR="005A3479" w:rsidRPr="00004CDB" w:rsidRDefault="00004CDB" w:rsidP="00004CDB">
      <w:pPr>
        <w:pStyle w:val="Titre1"/>
        <w:rPr>
          <w:sz w:val="60"/>
          <w:szCs w:val="60"/>
        </w:rPr>
      </w:pPr>
      <w:bookmarkStart w:id="83" w:name="__RefHeading__85_1957917597"/>
      <w:bookmarkEnd w:id="83"/>
      <w:r>
        <w:rPr>
          <w:sz w:val="60"/>
          <w:szCs w:val="60"/>
        </w:rPr>
        <w:lastRenderedPageBreak/>
        <w:br/>
      </w:r>
      <w:r>
        <w:rPr>
          <w:sz w:val="60"/>
          <w:szCs w:val="60"/>
        </w:rPr>
        <w:br/>
      </w:r>
      <w:r>
        <w:rPr>
          <w:sz w:val="60"/>
          <w:szCs w:val="60"/>
        </w:rPr>
        <w:br/>
      </w:r>
      <w:bookmarkStart w:id="84" w:name="_Toc202369657"/>
      <w:r w:rsidR="005A3479" w:rsidRPr="00004CDB">
        <w:rPr>
          <w:sz w:val="60"/>
          <w:szCs w:val="60"/>
        </w:rPr>
        <w:t>SIXIÈME PARTIE</w:t>
      </w:r>
      <w:bookmarkEnd w:id="84"/>
    </w:p>
    <w:p w14:paraId="777CD897" w14:textId="77777777" w:rsidR="005A3479" w:rsidRDefault="005A3479" w:rsidP="006F1ADB">
      <w:pPr>
        <w:pStyle w:val="Titre2"/>
      </w:pPr>
      <w:bookmarkStart w:id="85" w:name="__RefHeading__87_1957917597"/>
      <w:bookmarkStart w:id="86" w:name="_Toc202369658"/>
      <w:bookmarkEnd w:id="85"/>
      <w:r>
        <w:lastRenderedPageBreak/>
        <w:t>I</w:t>
      </w:r>
      <w:bookmarkEnd w:id="86"/>
    </w:p>
    <w:p w14:paraId="60DDA91F" w14:textId="77777777" w:rsidR="006F1ADB" w:rsidRDefault="005A3479" w:rsidP="005A3479">
      <w:r>
        <w:t>À leur arrivée</w:t>
      </w:r>
      <w:r w:rsidR="006F1ADB">
        <w:t xml:space="preserve">, </w:t>
      </w:r>
      <w:r>
        <w:t>la station était animée</w:t>
      </w:r>
      <w:r w:rsidR="006F1ADB">
        <w:t xml:space="preserve">. </w:t>
      </w:r>
      <w:r>
        <w:t>Des jeunes gens en chapeaux de paille étaient venus recevoir des jeunes filles qui leur ressemblaient étrangement</w:t>
      </w:r>
      <w:r w:rsidR="006F1ADB">
        <w:t xml:space="preserve">, </w:t>
      </w:r>
      <w:r>
        <w:t>et qui étaient habillées de leurs plus brillantes et de leurs plus légères toilettes</w:t>
      </w:r>
      <w:r w:rsidR="006F1ADB">
        <w:t>.</w:t>
      </w:r>
    </w:p>
    <w:p w14:paraId="576A44B5" w14:textId="77777777" w:rsidR="006F1ADB" w:rsidRDefault="006F1ADB" w:rsidP="005A3479">
      <w:r>
        <w:t>— </w:t>
      </w:r>
      <w:r w:rsidR="005A3479">
        <w:t>L</w:t>
      </w:r>
      <w:r>
        <w:t>’</w:t>
      </w:r>
      <w:r w:rsidR="005A3479">
        <w:t>endroit paraît gai</w:t>
      </w:r>
      <w:r>
        <w:t xml:space="preserve">, </w:t>
      </w:r>
      <w:r w:rsidR="005A3479">
        <w:t>dit Sue</w:t>
      </w:r>
      <w:r>
        <w:t xml:space="preserve">. </w:t>
      </w:r>
      <w:r w:rsidR="005A3479">
        <w:t>Ah</w:t>
      </w:r>
      <w:r>
        <w:t xml:space="preserve"> ! </w:t>
      </w:r>
      <w:r w:rsidR="005A3479">
        <w:t>c</w:t>
      </w:r>
      <w:r>
        <w:t>’</w:t>
      </w:r>
      <w:r w:rsidR="005A3479">
        <w:t>est la Fête Commém</w:t>
      </w:r>
      <w:r w:rsidR="005A3479">
        <w:t>o</w:t>
      </w:r>
      <w:r w:rsidR="005A3479">
        <w:t>rative</w:t>
      </w:r>
      <w:r>
        <w:t xml:space="preserve">. </w:t>
      </w:r>
      <w:r w:rsidR="005A3479">
        <w:t>Jude</w:t>
      </w:r>
      <w:r>
        <w:t xml:space="preserve">. </w:t>
      </w:r>
      <w:r w:rsidR="005A3479">
        <w:t>Sournois que vous êtes</w:t>
      </w:r>
      <w:r>
        <w:t xml:space="preserve"> ! </w:t>
      </w:r>
      <w:r w:rsidR="005A3479">
        <w:t>Vous êtes venu exprès a</w:t>
      </w:r>
      <w:r w:rsidR="005A3479">
        <w:t>u</w:t>
      </w:r>
      <w:r w:rsidR="005A3479">
        <w:t>jourd</w:t>
      </w:r>
      <w:r>
        <w:t>’</w:t>
      </w:r>
      <w:r w:rsidR="005A3479">
        <w:t>hui</w:t>
      </w:r>
      <w:r>
        <w:t> !</w:t>
      </w:r>
    </w:p>
    <w:p w14:paraId="3ABE0C55" w14:textId="77777777" w:rsidR="006F1ADB" w:rsidRDefault="006F1ADB" w:rsidP="005A3479">
      <w:r>
        <w:t>— </w:t>
      </w:r>
      <w:r w:rsidR="005A3479">
        <w:t>Oui</w:t>
      </w:r>
      <w:r>
        <w:t xml:space="preserve">, </w:t>
      </w:r>
      <w:r w:rsidR="005A3479">
        <w:t>dit tranquillement Jude</w:t>
      </w:r>
      <w:r>
        <w:t xml:space="preserve">, </w:t>
      </w:r>
      <w:r w:rsidR="005A3479">
        <w:t>en prenant dans ses bras le petit garçon</w:t>
      </w:r>
      <w:r>
        <w:t xml:space="preserve">, </w:t>
      </w:r>
      <w:r w:rsidR="005A3479">
        <w:t>et recommandant à l</w:t>
      </w:r>
      <w:r>
        <w:t>’</w:t>
      </w:r>
      <w:r w:rsidR="005A3479">
        <w:t>enfant d</w:t>
      </w:r>
      <w:r>
        <w:t>’</w:t>
      </w:r>
      <w:proofErr w:type="spellStart"/>
      <w:r w:rsidR="005A3479">
        <w:t>Arabella</w:t>
      </w:r>
      <w:proofErr w:type="spellEnd"/>
      <w:r w:rsidR="005A3479">
        <w:t xml:space="preserve"> de se tenir près d</w:t>
      </w:r>
      <w:r>
        <w:t>’</w:t>
      </w:r>
      <w:r w:rsidR="005A3479">
        <w:t>eux</w:t>
      </w:r>
      <w:r>
        <w:t xml:space="preserve">, </w:t>
      </w:r>
      <w:r w:rsidR="005A3479">
        <w:t>tandis que Sue s</w:t>
      </w:r>
      <w:r>
        <w:t>’</w:t>
      </w:r>
      <w:r w:rsidR="005A3479">
        <w:t>occupait de son aîné</w:t>
      </w:r>
      <w:r>
        <w:t xml:space="preserve">. </w:t>
      </w:r>
      <w:r w:rsidR="005A3479">
        <w:t>Je pensais que nous pouvions aussi bien venir aujourd</w:t>
      </w:r>
      <w:r>
        <w:t>’</w:t>
      </w:r>
      <w:r w:rsidR="005A3479">
        <w:t>hui qu</w:t>
      </w:r>
      <w:r>
        <w:t>’</w:t>
      </w:r>
      <w:r w:rsidR="005A3479">
        <w:t>un autre jour</w:t>
      </w:r>
      <w:r>
        <w:t>.</w:t>
      </w:r>
    </w:p>
    <w:p w14:paraId="1E2AD84A" w14:textId="77777777" w:rsidR="006F1ADB" w:rsidRDefault="006F1ADB" w:rsidP="005A3479">
      <w:r>
        <w:t>— </w:t>
      </w:r>
      <w:r w:rsidR="005A3479">
        <w:t xml:space="preserve">Mais </w:t>
      </w:r>
      <w:proofErr w:type="gramStart"/>
      <w:r w:rsidR="005A3479">
        <w:t>j</w:t>
      </w:r>
      <w:r>
        <w:t>’</w:t>
      </w:r>
      <w:r w:rsidR="005A3479">
        <w:t>ai peur</w:t>
      </w:r>
      <w:proofErr w:type="gramEnd"/>
      <w:r w:rsidR="005A3479">
        <w:t xml:space="preserve"> que cela vous humilie</w:t>
      </w:r>
      <w:r>
        <w:t xml:space="preserve"> ! </w:t>
      </w:r>
      <w:r w:rsidR="005A3479">
        <w:t>dit-elle en le rega</w:t>
      </w:r>
      <w:r w:rsidR="005A3479">
        <w:t>r</w:t>
      </w:r>
      <w:r w:rsidR="005A3479">
        <w:t>dant avec anxiété</w:t>
      </w:r>
      <w:r>
        <w:t xml:space="preserve">, </w:t>
      </w:r>
      <w:r w:rsidR="005A3479">
        <w:t>de la tête aux pieds</w:t>
      </w:r>
      <w:r>
        <w:t>.</w:t>
      </w:r>
    </w:p>
    <w:p w14:paraId="77C787B2" w14:textId="77777777" w:rsidR="006F1ADB" w:rsidRDefault="006F1ADB" w:rsidP="005A3479">
      <w:r>
        <w:t>— </w:t>
      </w:r>
      <w:r w:rsidR="005A3479">
        <w:t>Oh</w:t>
      </w:r>
      <w:r>
        <w:t xml:space="preserve"> ! </w:t>
      </w:r>
      <w:r w:rsidR="005A3479">
        <w:t>il ne doit pas être question de cela</w:t>
      </w:r>
      <w:r>
        <w:t xml:space="preserve">, </w:t>
      </w:r>
      <w:r w:rsidR="005A3479">
        <w:t>maintenant</w:t>
      </w:r>
      <w:r>
        <w:t xml:space="preserve">, </w:t>
      </w:r>
      <w:r w:rsidR="005A3479">
        <w:t>et nous avons beaucoup à faire avant que nous soyons installés ici</w:t>
      </w:r>
      <w:r>
        <w:t xml:space="preserve">. </w:t>
      </w:r>
      <w:r w:rsidR="005A3479">
        <w:t>La première chose est de nous loger</w:t>
      </w:r>
      <w:r>
        <w:t>.</w:t>
      </w:r>
    </w:p>
    <w:p w14:paraId="71173E83" w14:textId="77777777" w:rsidR="006F1ADB" w:rsidRDefault="005A3479" w:rsidP="005A3479">
      <w:r>
        <w:t>Ils laissèrent leurs bagages et les outils de Jude à la station et suivirent à pied la rue familière qui portait tous les prom</w:t>
      </w:r>
      <w:r>
        <w:t>e</w:t>
      </w:r>
      <w:r>
        <w:t>neurs oisifs dans la même direction</w:t>
      </w:r>
      <w:r w:rsidR="006F1ADB">
        <w:t xml:space="preserve">. </w:t>
      </w:r>
      <w:r>
        <w:t>Arrivés aux Quatre-Voies</w:t>
      </w:r>
      <w:r w:rsidR="006F1ADB">
        <w:t xml:space="preserve">, </w:t>
      </w:r>
      <w:r>
        <w:t>ils allaient tourner du côté où ils devaient pouvoir trouver ce qui leur convenait quand</w:t>
      </w:r>
      <w:r w:rsidR="006F1ADB">
        <w:t xml:space="preserve">, </w:t>
      </w:r>
      <w:r>
        <w:t>regardant l</w:t>
      </w:r>
      <w:r w:rsidR="006F1ADB">
        <w:t>’</w:t>
      </w:r>
      <w:r>
        <w:t>horloge et la foule qui se pre</w:t>
      </w:r>
      <w:r>
        <w:t>s</w:t>
      </w:r>
      <w:r>
        <w:t>sait</w:t>
      </w:r>
      <w:r w:rsidR="006F1ADB">
        <w:t xml:space="preserve">, </w:t>
      </w:r>
      <w:r>
        <w:t>Jude dit</w:t>
      </w:r>
      <w:r w:rsidR="006F1ADB">
        <w:t> :</w:t>
      </w:r>
    </w:p>
    <w:p w14:paraId="00FD6A6F" w14:textId="77777777" w:rsidR="006F1ADB" w:rsidRDefault="006F1ADB" w:rsidP="005A3479">
      <w:r>
        <w:t>— </w:t>
      </w:r>
      <w:r w:rsidR="005A3479">
        <w:t>Allons voir la procession et au diable le logement pour le quart d</w:t>
      </w:r>
      <w:r>
        <w:t>’</w:t>
      </w:r>
      <w:r w:rsidR="005A3479">
        <w:t>heure</w:t>
      </w:r>
      <w:r>
        <w:t xml:space="preserve"> ! </w:t>
      </w:r>
      <w:r w:rsidR="005A3479">
        <w:t>Nous le trouverons bien plus tard</w:t>
      </w:r>
      <w:r>
        <w:t>.</w:t>
      </w:r>
    </w:p>
    <w:p w14:paraId="450D353D" w14:textId="77777777" w:rsidR="006F1ADB" w:rsidRDefault="006F1ADB" w:rsidP="005A3479">
      <w:r>
        <w:lastRenderedPageBreak/>
        <w:t>— </w:t>
      </w:r>
      <w:r w:rsidR="005A3479">
        <w:t>Ne faudrait-il pas avoir un toit sur nos têtes d</w:t>
      </w:r>
      <w:r>
        <w:t>’</w:t>
      </w:r>
      <w:r w:rsidR="005A3479">
        <w:t>abord</w:t>
      </w:r>
      <w:r>
        <w:t xml:space="preserve"> ? </w:t>
      </w:r>
      <w:r w:rsidR="005A3479">
        <w:t>demanda-t-elle</w:t>
      </w:r>
      <w:r>
        <w:t>.</w:t>
      </w:r>
    </w:p>
    <w:p w14:paraId="38AC5FA8" w14:textId="77777777" w:rsidR="006F1ADB" w:rsidRDefault="005A3479" w:rsidP="005A3479">
      <w:r>
        <w:t>Mais Jude semblait avoir l</w:t>
      </w:r>
      <w:r w:rsidR="006F1ADB">
        <w:t>’</w:t>
      </w:r>
      <w:r>
        <w:t>âme pleine de l</w:t>
      </w:r>
      <w:r w:rsidR="006F1ADB">
        <w:t>’</w:t>
      </w:r>
      <w:r>
        <w:t>anniversaire</w:t>
      </w:r>
      <w:r w:rsidR="006F1ADB">
        <w:t xml:space="preserve">, </w:t>
      </w:r>
      <w:r>
        <w:t xml:space="preserve">et ensemble ils descendirent la </w:t>
      </w:r>
      <w:proofErr w:type="spellStart"/>
      <w:r>
        <w:t>Grand</w:t>
      </w:r>
      <w:r w:rsidR="006F1ADB">
        <w:t>’</w:t>
      </w:r>
      <w:r>
        <w:t>Rue</w:t>
      </w:r>
      <w:proofErr w:type="spellEnd"/>
      <w:r w:rsidR="006F1ADB">
        <w:t xml:space="preserve">, </w:t>
      </w:r>
      <w:r>
        <w:t>leur plus jeune enfant dans les bras de Jude</w:t>
      </w:r>
      <w:r w:rsidR="006F1ADB">
        <w:t xml:space="preserve">, </w:t>
      </w:r>
      <w:r>
        <w:t>Suzanne conduisant sa fillette</w:t>
      </w:r>
      <w:r w:rsidR="006F1ADB">
        <w:t xml:space="preserve">, </w:t>
      </w:r>
      <w:r>
        <w:t>et le petit garçon d</w:t>
      </w:r>
      <w:r w:rsidR="006F1ADB">
        <w:t>’</w:t>
      </w:r>
      <w:proofErr w:type="spellStart"/>
      <w:r>
        <w:t>Arabella</w:t>
      </w:r>
      <w:proofErr w:type="spellEnd"/>
      <w:r>
        <w:t xml:space="preserve"> marchant d</w:t>
      </w:r>
      <w:r w:rsidR="006F1ADB">
        <w:t>’</w:t>
      </w:r>
      <w:r>
        <w:t>un air rêveur et en silence à côté d</w:t>
      </w:r>
      <w:r w:rsidR="006F1ADB">
        <w:t>’</w:t>
      </w:r>
      <w:r>
        <w:t>eux</w:t>
      </w:r>
      <w:r w:rsidR="006F1ADB">
        <w:t xml:space="preserve">. </w:t>
      </w:r>
      <w:r>
        <w:t>Des essaims de gentilles sœurs en toilettes aériennes</w:t>
      </w:r>
      <w:r w:rsidR="006F1ADB">
        <w:t xml:space="preserve">, </w:t>
      </w:r>
      <w:r>
        <w:t>et des parents ignorants</w:t>
      </w:r>
      <w:r w:rsidR="006F1ADB">
        <w:t xml:space="preserve">, </w:t>
      </w:r>
      <w:r>
        <w:t>qui n</w:t>
      </w:r>
      <w:r w:rsidR="006F1ADB">
        <w:t>’</w:t>
      </w:r>
      <w:r>
        <w:t>avaient connu aucun collège dans leur jeunesse</w:t>
      </w:r>
      <w:r w:rsidR="006F1ADB">
        <w:t xml:space="preserve">, </w:t>
      </w:r>
      <w:r>
        <w:t>allaient dans la même direction sous l</w:t>
      </w:r>
      <w:r w:rsidR="006F1ADB">
        <w:t>’</w:t>
      </w:r>
      <w:r>
        <w:t>escorte de frères et de fils dont toute la personne révélait nettement cette opinion qu</w:t>
      </w:r>
      <w:r w:rsidR="006F1ADB">
        <w:t>’</w:t>
      </w:r>
      <w:r>
        <w:t>aucun être digne du nom d</w:t>
      </w:r>
      <w:r w:rsidR="006F1ADB">
        <w:t>’</w:t>
      </w:r>
      <w:r>
        <w:t>homme n</w:t>
      </w:r>
      <w:r w:rsidR="006F1ADB">
        <w:t>’</w:t>
      </w:r>
      <w:r>
        <w:t>avait vécu sur la terre avant qu</w:t>
      </w:r>
      <w:r w:rsidR="006F1ADB">
        <w:t>’</w:t>
      </w:r>
      <w:r>
        <w:t>ils n</w:t>
      </w:r>
      <w:r w:rsidR="006F1ADB">
        <w:t>’</w:t>
      </w:r>
      <w:r>
        <w:t>y fussent venus pour l</w:t>
      </w:r>
      <w:r w:rsidR="006F1ADB">
        <w:t>’</w:t>
      </w:r>
      <w:r>
        <w:t>embellir à cette heure et en ce lieu</w:t>
      </w:r>
      <w:r w:rsidR="006F1ADB">
        <w:t>.</w:t>
      </w:r>
    </w:p>
    <w:p w14:paraId="3DFD5176" w14:textId="77777777" w:rsidR="006F1ADB" w:rsidRDefault="006F1ADB" w:rsidP="005A3479">
      <w:r>
        <w:t>— </w:t>
      </w:r>
      <w:r w:rsidR="005A3479">
        <w:t>Ma faillite m</w:t>
      </w:r>
      <w:r>
        <w:t>’</w:t>
      </w:r>
      <w:r w:rsidR="005A3479">
        <w:t>est renvoyée par chacun de ces jeunes gens</w:t>
      </w:r>
      <w:r>
        <w:t xml:space="preserve">, </w:t>
      </w:r>
      <w:r w:rsidR="005A3479">
        <w:t>dit Jude</w:t>
      </w:r>
      <w:r>
        <w:t xml:space="preserve">. </w:t>
      </w:r>
      <w:r w:rsidR="005A3479">
        <w:t>Une leçon de modestie m</w:t>
      </w:r>
      <w:r>
        <w:t>’</w:t>
      </w:r>
      <w:r w:rsidR="005A3479">
        <w:t>attend aujourd</w:t>
      </w:r>
      <w:r>
        <w:t>’</w:t>
      </w:r>
      <w:r w:rsidR="005A3479">
        <w:t>hui</w:t>
      </w:r>
      <w:r>
        <w:t xml:space="preserve"> ! </w:t>
      </w:r>
      <w:r w:rsidR="005A3479">
        <w:t>Jour d</w:t>
      </w:r>
      <w:r>
        <w:t>’</w:t>
      </w:r>
      <w:r w:rsidR="005A3479">
        <w:t>humiliation pour moi</w:t>
      </w:r>
      <w:r>
        <w:t xml:space="preserve"> !… </w:t>
      </w:r>
      <w:r w:rsidR="005A3479">
        <w:t>Si vous</w:t>
      </w:r>
      <w:r>
        <w:t xml:space="preserve">, </w:t>
      </w:r>
      <w:r w:rsidR="005A3479">
        <w:t>ma chère mignonne</w:t>
      </w:r>
      <w:r>
        <w:t xml:space="preserve">, </w:t>
      </w:r>
      <w:r w:rsidR="005A3479">
        <w:t>n</w:t>
      </w:r>
      <w:r>
        <w:t>’</w:t>
      </w:r>
      <w:r w:rsidR="005A3479">
        <w:t>étiez venue à mon secours</w:t>
      </w:r>
      <w:r>
        <w:t xml:space="preserve">, </w:t>
      </w:r>
      <w:r w:rsidR="005A3479">
        <w:t>je me serais livré aux chiens</w:t>
      </w:r>
      <w:r>
        <w:t xml:space="preserve">, </w:t>
      </w:r>
      <w:r w:rsidR="005A3479">
        <w:t>de désespoir</w:t>
      </w:r>
      <w:r>
        <w:t>.</w:t>
      </w:r>
    </w:p>
    <w:p w14:paraId="1DAAEC38" w14:textId="77777777" w:rsidR="006F1ADB" w:rsidRDefault="005A3479" w:rsidP="005A3479">
      <w:r>
        <w:t>Elle comprit à son visage qu</w:t>
      </w:r>
      <w:r w:rsidR="006F1ADB">
        <w:t>’</w:t>
      </w:r>
      <w:r>
        <w:t>il entrait dans une de ses h</w:t>
      </w:r>
      <w:r>
        <w:t>u</w:t>
      </w:r>
      <w:r>
        <w:t>meurs d</w:t>
      </w:r>
      <w:r w:rsidR="006F1ADB">
        <w:t>’</w:t>
      </w:r>
      <w:r>
        <w:t>orage où il se torturait lui-même</w:t>
      </w:r>
      <w:r w:rsidR="006F1ADB">
        <w:t>.</w:t>
      </w:r>
    </w:p>
    <w:p w14:paraId="277779DF" w14:textId="77777777" w:rsidR="006F1ADB" w:rsidRDefault="006F1ADB" w:rsidP="005A3479">
      <w:r>
        <w:t>— </w:t>
      </w:r>
      <w:r w:rsidR="005A3479">
        <w:t>Il aurait mieux valu que nous fussions allés à nos affaires</w:t>
      </w:r>
      <w:r>
        <w:t xml:space="preserve">, </w:t>
      </w:r>
      <w:r w:rsidR="005A3479">
        <w:t>cher</w:t>
      </w:r>
      <w:r>
        <w:t xml:space="preserve">, </w:t>
      </w:r>
      <w:r w:rsidR="005A3479">
        <w:t>répondit-elle</w:t>
      </w:r>
      <w:r>
        <w:t xml:space="preserve">. </w:t>
      </w:r>
      <w:r w:rsidR="005A3479">
        <w:t>Je suis sûre que cette vue éveillera de vieux chagrins en vous</w:t>
      </w:r>
      <w:r>
        <w:t xml:space="preserve">, </w:t>
      </w:r>
      <w:r w:rsidR="005A3479">
        <w:t>et ne vous fera pas de bien</w:t>
      </w:r>
      <w:r>
        <w:t> !</w:t>
      </w:r>
    </w:p>
    <w:p w14:paraId="4CC4E514" w14:textId="77777777" w:rsidR="006F1ADB" w:rsidRDefault="006F1ADB" w:rsidP="005A3479">
      <w:r>
        <w:t>— </w:t>
      </w:r>
      <w:r w:rsidR="005A3479">
        <w:t>Nous sommes tout près</w:t>
      </w:r>
      <w:r>
        <w:t xml:space="preserve"> ; </w:t>
      </w:r>
      <w:r w:rsidR="005A3479">
        <w:t>il faut voir maintenant dit-il</w:t>
      </w:r>
      <w:r>
        <w:t>.</w:t>
      </w:r>
    </w:p>
    <w:p w14:paraId="4BB99C90" w14:textId="77777777" w:rsidR="006F1ADB" w:rsidRDefault="005A3479" w:rsidP="005A3479">
      <w:r>
        <w:t>Ils tournèrent sur la gauche</w:t>
      </w:r>
      <w:r w:rsidR="006F1ADB">
        <w:t xml:space="preserve">, </w:t>
      </w:r>
      <w:r>
        <w:t>le long de l</w:t>
      </w:r>
      <w:r w:rsidR="006F1ADB">
        <w:t>’</w:t>
      </w:r>
      <w:r>
        <w:t>église au porche italien dont les colonnes torses étaient lourdement tapissées de plantes grimpantes</w:t>
      </w:r>
      <w:r w:rsidR="006F1ADB">
        <w:t xml:space="preserve">, </w:t>
      </w:r>
      <w:r>
        <w:t>et suivirent la ruelle jusqu</w:t>
      </w:r>
      <w:r w:rsidR="006F1ADB">
        <w:t>’</w:t>
      </w:r>
      <w:r>
        <w:t>à ce que se dre</w:t>
      </w:r>
      <w:r>
        <w:t>s</w:t>
      </w:r>
      <w:r>
        <w:t>sât aux yeux de Jude le théâtre circulaire surmonté de cette f</w:t>
      </w:r>
      <w:r>
        <w:t>a</w:t>
      </w:r>
      <w:r>
        <w:t>meuse lanterne qui lui apparaissait</w:t>
      </w:r>
      <w:r w:rsidR="006F1ADB">
        <w:t xml:space="preserve">, </w:t>
      </w:r>
      <w:r>
        <w:t>dans sa pensée</w:t>
      </w:r>
      <w:r w:rsidR="006F1ADB">
        <w:t xml:space="preserve">, </w:t>
      </w:r>
      <w:r>
        <w:t>comme le triste symbole de ses espoirs abandonnés</w:t>
      </w:r>
      <w:r w:rsidR="006F1ADB">
        <w:t xml:space="preserve"> ; </w:t>
      </w:r>
      <w:r>
        <w:t xml:space="preserve">car </w:t>
      </w:r>
      <w:r>
        <w:lastRenderedPageBreak/>
        <w:t>c</w:t>
      </w:r>
      <w:r w:rsidR="006F1ADB">
        <w:t>’</w:t>
      </w:r>
      <w:r>
        <w:t>était de là qu</w:t>
      </w:r>
      <w:r w:rsidR="006F1ADB">
        <w:t>’</w:t>
      </w:r>
      <w:r>
        <w:t>il avait jeté un dernier regard sur la Cité des Collèges</w:t>
      </w:r>
      <w:r w:rsidR="006F1ADB">
        <w:t xml:space="preserve">, </w:t>
      </w:r>
      <w:r>
        <w:t>cet après-midi de sa grande méditation où il sentit enfin la vanité de son espoir d</w:t>
      </w:r>
      <w:r w:rsidR="006F1ADB">
        <w:t>’</w:t>
      </w:r>
      <w:r>
        <w:t>être un fils de l</w:t>
      </w:r>
      <w:r w:rsidR="006F1ADB">
        <w:t>’</w:t>
      </w:r>
      <w:r>
        <w:t>Université</w:t>
      </w:r>
      <w:r w:rsidR="006F1ADB">
        <w:t>.</w:t>
      </w:r>
    </w:p>
    <w:p w14:paraId="73B91CDF" w14:textId="77777777" w:rsidR="006F1ADB" w:rsidRDefault="005A3479" w:rsidP="005A3479">
      <w:r>
        <w:t>Aujourd</w:t>
      </w:r>
      <w:r w:rsidR="006F1ADB">
        <w:t>’</w:t>
      </w:r>
      <w:r>
        <w:t>hui</w:t>
      </w:r>
      <w:r w:rsidR="006F1ADB">
        <w:t xml:space="preserve">, </w:t>
      </w:r>
      <w:r>
        <w:t>dans l</w:t>
      </w:r>
      <w:r w:rsidR="006F1ADB">
        <w:t>’</w:t>
      </w:r>
      <w:r>
        <w:t>espace libre qui s</w:t>
      </w:r>
      <w:r w:rsidR="006F1ADB">
        <w:t>’</w:t>
      </w:r>
      <w:r>
        <w:t>étendait entre ce b</w:t>
      </w:r>
      <w:r>
        <w:t>â</w:t>
      </w:r>
      <w:r>
        <w:t>timent et le plus proche collège</w:t>
      </w:r>
      <w:r w:rsidR="006F1ADB">
        <w:t xml:space="preserve">, </w:t>
      </w:r>
      <w:r>
        <w:t>se tenait une foule en attente</w:t>
      </w:r>
      <w:r w:rsidR="006F1ADB">
        <w:t xml:space="preserve">. </w:t>
      </w:r>
      <w:r>
        <w:t>Un passage était maintenu libre au milieu par deux barrières de bois qui allaient de la porte du collège à la porte du grand bât</w:t>
      </w:r>
      <w:r>
        <w:t>i</w:t>
      </w:r>
      <w:r>
        <w:t>ment entre lui et le théâtre</w:t>
      </w:r>
      <w:r w:rsidR="006F1ADB">
        <w:t>.</w:t>
      </w:r>
    </w:p>
    <w:p w14:paraId="47F6B4D1" w14:textId="77777777" w:rsidR="006F1ADB" w:rsidRDefault="006F1ADB" w:rsidP="005A3479">
      <w:r>
        <w:t>— </w:t>
      </w:r>
      <w:r w:rsidR="005A3479">
        <w:t>Voici la place</w:t>
      </w:r>
      <w:r>
        <w:t xml:space="preserve">, </w:t>
      </w:r>
      <w:r w:rsidR="005A3479">
        <w:t>ils vont juste passer</w:t>
      </w:r>
      <w:r>
        <w:t xml:space="preserve"> ! </w:t>
      </w:r>
      <w:r w:rsidR="005A3479">
        <w:t>cria Jude</w:t>
      </w:r>
      <w:r>
        <w:t xml:space="preserve">, </w:t>
      </w:r>
      <w:r w:rsidR="005A3479">
        <w:t>soudain excité</w:t>
      </w:r>
      <w:r>
        <w:t>.</w:t>
      </w:r>
    </w:p>
    <w:p w14:paraId="759721BF" w14:textId="77777777" w:rsidR="006F1ADB" w:rsidRDefault="005A3479" w:rsidP="005A3479">
      <w:r>
        <w:t>Et</w:t>
      </w:r>
      <w:r w:rsidR="006F1ADB">
        <w:t xml:space="preserve">, </w:t>
      </w:r>
      <w:r>
        <w:t>s</w:t>
      </w:r>
      <w:r w:rsidR="006F1ADB">
        <w:t>’</w:t>
      </w:r>
      <w:r>
        <w:t>ouvrant un chemin vers le premier rang</w:t>
      </w:r>
      <w:r w:rsidR="006F1ADB">
        <w:t xml:space="preserve">, </w:t>
      </w:r>
      <w:r>
        <w:t>il prit place près de la barrière</w:t>
      </w:r>
      <w:r w:rsidR="006F1ADB">
        <w:t xml:space="preserve">, </w:t>
      </w:r>
      <w:r>
        <w:t>serrant toujours le plus jeune enfant dans ses bras</w:t>
      </w:r>
      <w:r w:rsidR="006F1ADB">
        <w:t xml:space="preserve">, </w:t>
      </w:r>
      <w:r>
        <w:t>tandis que Sue et les autres le suivaient de près</w:t>
      </w:r>
      <w:r w:rsidR="006F1ADB">
        <w:t xml:space="preserve">. </w:t>
      </w:r>
      <w:r>
        <w:t>Les rangs se garnirent derrière eux</w:t>
      </w:r>
      <w:r w:rsidR="006F1ADB">
        <w:t xml:space="preserve">, </w:t>
      </w:r>
      <w:r>
        <w:t>et la foule se mit à causer</w:t>
      </w:r>
      <w:r w:rsidR="006F1ADB">
        <w:t xml:space="preserve">, </w:t>
      </w:r>
      <w:r>
        <w:t>pla</w:t>
      </w:r>
      <w:r>
        <w:t>i</w:t>
      </w:r>
      <w:r>
        <w:t>santer et rire à mesure que les voitures</w:t>
      </w:r>
      <w:r w:rsidR="006F1ADB">
        <w:t xml:space="preserve">, </w:t>
      </w:r>
      <w:r>
        <w:t>les unes après les autres</w:t>
      </w:r>
      <w:r w:rsidR="006F1ADB">
        <w:t xml:space="preserve">, </w:t>
      </w:r>
      <w:r>
        <w:t>arrivaient à la petite porte du collège</w:t>
      </w:r>
      <w:r w:rsidR="006F1ADB">
        <w:t xml:space="preserve">, </w:t>
      </w:r>
      <w:r>
        <w:t>et que d</w:t>
      </w:r>
      <w:r w:rsidR="006F1ADB">
        <w:t>’</w:t>
      </w:r>
      <w:r>
        <w:t>imposants personnages en robes rouges en descendaient</w:t>
      </w:r>
      <w:r w:rsidR="006F1ADB">
        <w:t xml:space="preserve">. </w:t>
      </w:r>
      <w:r>
        <w:t>Le ciel était d</w:t>
      </w:r>
      <w:r>
        <w:t>e</w:t>
      </w:r>
      <w:r>
        <w:t>venu chargé et livide et le tonnerre grondait par moments</w:t>
      </w:r>
      <w:r w:rsidR="006F1ADB">
        <w:t>.</w:t>
      </w:r>
    </w:p>
    <w:p w14:paraId="2BBFCBBE" w14:textId="77777777" w:rsidR="006F1ADB" w:rsidRDefault="005A3479" w:rsidP="005A3479">
      <w:r>
        <w:t>Le Père le Temps tremblait</w:t>
      </w:r>
      <w:r w:rsidR="006F1ADB">
        <w:t>.</w:t>
      </w:r>
    </w:p>
    <w:p w14:paraId="7E3A71D9" w14:textId="77777777" w:rsidR="006F1ADB" w:rsidRDefault="006F1ADB" w:rsidP="005A3479">
      <w:r>
        <w:t>— </w:t>
      </w:r>
      <w:r w:rsidR="005A3479">
        <w:t>On dirait la fin du monde</w:t>
      </w:r>
      <w:r>
        <w:t xml:space="preserve">, </w:t>
      </w:r>
      <w:r w:rsidR="005A3479">
        <w:t>murmura-t-il</w:t>
      </w:r>
      <w:r>
        <w:t>.</w:t>
      </w:r>
    </w:p>
    <w:p w14:paraId="4C37F9EE" w14:textId="77777777" w:rsidR="006F1ADB" w:rsidRDefault="006F1ADB" w:rsidP="005A3479">
      <w:r>
        <w:t>— </w:t>
      </w:r>
      <w:r w:rsidR="005A3479">
        <w:t>Ce ne sont que de savants docteurs</w:t>
      </w:r>
      <w:r>
        <w:t xml:space="preserve">, </w:t>
      </w:r>
      <w:r w:rsidR="005A3479">
        <w:t>dit Sue</w:t>
      </w:r>
      <w:r>
        <w:t>.</w:t>
      </w:r>
    </w:p>
    <w:p w14:paraId="228A9FF7" w14:textId="77777777" w:rsidR="006F1ADB" w:rsidRDefault="005A3479" w:rsidP="005A3479">
      <w:r>
        <w:t>De grosses gouttes d</w:t>
      </w:r>
      <w:r w:rsidR="006F1ADB">
        <w:t>’</w:t>
      </w:r>
      <w:r>
        <w:t>eau tombaient sur leurs têtes et leurs épaules</w:t>
      </w:r>
      <w:r w:rsidR="006F1ADB">
        <w:t xml:space="preserve">, </w:t>
      </w:r>
      <w:r>
        <w:t>et l</w:t>
      </w:r>
      <w:r w:rsidR="006F1ADB">
        <w:t>’</w:t>
      </w:r>
      <w:r>
        <w:t>attente devenait fastidieuse</w:t>
      </w:r>
      <w:r w:rsidR="006F1ADB">
        <w:t xml:space="preserve">. </w:t>
      </w:r>
      <w:r>
        <w:t>Sue témoigna de no</w:t>
      </w:r>
      <w:r>
        <w:t>u</w:t>
      </w:r>
      <w:r>
        <w:t>veau son désir de ne pas rester là</w:t>
      </w:r>
      <w:r w:rsidR="006F1ADB">
        <w:t>.</w:t>
      </w:r>
    </w:p>
    <w:p w14:paraId="7548AC42" w14:textId="77777777" w:rsidR="006F1ADB" w:rsidRDefault="006F1ADB" w:rsidP="005A3479">
      <w:r>
        <w:t>— </w:t>
      </w:r>
      <w:r w:rsidR="005A3479">
        <w:t>Ils ne seront pas longs maintenant</w:t>
      </w:r>
      <w:r>
        <w:t xml:space="preserve">, </w:t>
      </w:r>
      <w:r w:rsidR="005A3479">
        <w:t>dit Jude</w:t>
      </w:r>
      <w:r>
        <w:t>.</w:t>
      </w:r>
    </w:p>
    <w:p w14:paraId="68140438" w14:textId="77777777" w:rsidR="006F1ADB" w:rsidRDefault="005A3479" w:rsidP="005A3479">
      <w:r>
        <w:t>Mais le cortège ne sortait pas</w:t>
      </w:r>
      <w:r w:rsidR="006F1ADB">
        <w:t xml:space="preserve">, </w:t>
      </w:r>
      <w:r>
        <w:t>et l</w:t>
      </w:r>
      <w:r w:rsidR="006F1ADB">
        <w:t>’</w:t>
      </w:r>
      <w:r>
        <w:t>un des curieux</w:t>
      </w:r>
      <w:r w:rsidR="006F1ADB">
        <w:t xml:space="preserve">, </w:t>
      </w:r>
      <w:r>
        <w:t>pour pa</w:t>
      </w:r>
      <w:r>
        <w:t>s</w:t>
      </w:r>
      <w:r>
        <w:t>ser le temps</w:t>
      </w:r>
      <w:r w:rsidR="006F1ADB">
        <w:t xml:space="preserve">, </w:t>
      </w:r>
      <w:r>
        <w:t xml:space="preserve">se mit à examiner la façade du plus proche </w:t>
      </w:r>
      <w:r>
        <w:lastRenderedPageBreak/>
        <w:t>collège</w:t>
      </w:r>
      <w:r w:rsidR="006F1ADB">
        <w:t xml:space="preserve">, </w:t>
      </w:r>
      <w:r>
        <w:t>et dit qu</w:t>
      </w:r>
      <w:r w:rsidR="006F1ADB">
        <w:t>’</w:t>
      </w:r>
      <w:r>
        <w:t>il était intrigué par le sens de l</w:t>
      </w:r>
      <w:r w:rsidR="006F1ADB">
        <w:t>’</w:t>
      </w:r>
      <w:r>
        <w:t>inscription latine du m</w:t>
      </w:r>
      <w:r>
        <w:t>i</w:t>
      </w:r>
      <w:r>
        <w:t>lieu</w:t>
      </w:r>
      <w:r w:rsidR="006F1ADB">
        <w:t xml:space="preserve">. </w:t>
      </w:r>
      <w:r>
        <w:t>Jude</w:t>
      </w:r>
      <w:r w:rsidR="006F1ADB">
        <w:t xml:space="preserve">, </w:t>
      </w:r>
      <w:r>
        <w:t>qui était son voisin</w:t>
      </w:r>
      <w:r w:rsidR="006F1ADB">
        <w:t xml:space="preserve">, </w:t>
      </w:r>
      <w:r>
        <w:t>la lui expliqua</w:t>
      </w:r>
      <w:r w:rsidR="006F1ADB">
        <w:t xml:space="preserve">, </w:t>
      </w:r>
      <w:r>
        <w:t>et</w:t>
      </w:r>
      <w:r w:rsidR="006F1ADB">
        <w:t xml:space="preserve">, </w:t>
      </w:r>
      <w:r>
        <w:t>voyant que les gens tout autour de lui écoutait avec intérêt</w:t>
      </w:r>
      <w:r w:rsidR="006F1ADB">
        <w:t xml:space="preserve">, </w:t>
      </w:r>
      <w:r>
        <w:t>en vint à décrire les sculptures de la frise</w:t>
      </w:r>
      <w:r w:rsidR="006F1ADB">
        <w:t xml:space="preserve">, </w:t>
      </w:r>
      <w:r>
        <w:t>qu</w:t>
      </w:r>
      <w:r w:rsidR="006F1ADB">
        <w:t>’</w:t>
      </w:r>
      <w:r>
        <w:t>il avait étudiées des années aupar</w:t>
      </w:r>
      <w:r>
        <w:t>a</w:t>
      </w:r>
      <w:r>
        <w:t>vant</w:t>
      </w:r>
      <w:r w:rsidR="006F1ADB">
        <w:t xml:space="preserve">, </w:t>
      </w:r>
      <w:r>
        <w:t>et à critiquer quelques détails de maçonnerie dans les f</w:t>
      </w:r>
      <w:r>
        <w:t>a</w:t>
      </w:r>
      <w:r>
        <w:t>çades des autres collèges de la ville</w:t>
      </w:r>
      <w:r w:rsidR="006F1ADB">
        <w:t>.</w:t>
      </w:r>
    </w:p>
    <w:p w14:paraId="167094AB" w14:textId="77777777" w:rsidR="006F1ADB" w:rsidRDefault="005A3479" w:rsidP="005A3479">
      <w:r>
        <w:t>Tous ces gens oisifs</w:t>
      </w:r>
      <w:r w:rsidR="006F1ADB">
        <w:t xml:space="preserve">, </w:t>
      </w:r>
      <w:r>
        <w:t>y compris les deux policemen prép</w:t>
      </w:r>
      <w:r>
        <w:t>o</w:t>
      </w:r>
      <w:r>
        <w:t>sés aux portes</w:t>
      </w:r>
      <w:r w:rsidR="006F1ADB">
        <w:t xml:space="preserve">, </w:t>
      </w:r>
      <w:r>
        <w:t>ouvraient de grands yeux comme les Lycaoniens devant Paul</w:t>
      </w:r>
      <w:r w:rsidR="006F1ADB">
        <w:t xml:space="preserve">, </w:t>
      </w:r>
      <w:r>
        <w:t>car Jude était capable de s</w:t>
      </w:r>
      <w:r w:rsidR="006F1ADB">
        <w:t>’</w:t>
      </w:r>
      <w:r>
        <w:t>enthousiasmer sur le premier sujet venu</w:t>
      </w:r>
      <w:r w:rsidR="006F1ADB">
        <w:t xml:space="preserve">, </w:t>
      </w:r>
      <w:r>
        <w:t>et ils semblaient s</w:t>
      </w:r>
      <w:r w:rsidR="006F1ADB">
        <w:t>’</w:t>
      </w:r>
      <w:r>
        <w:t>étonner que cet étranger en sût plus long sur les édifices de leur ville qu</w:t>
      </w:r>
      <w:r w:rsidR="006F1ADB">
        <w:t>’</w:t>
      </w:r>
      <w:r>
        <w:t>ils n</w:t>
      </w:r>
      <w:r w:rsidR="006F1ADB">
        <w:t>’</w:t>
      </w:r>
      <w:r>
        <w:t>en savaient eux-mêmes</w:t>
      </w:r>
      <w:r w:rsidR="006F1ADB">
        <w:t xml:space="preserve">. </w:t>
      </w:r>
      <w:r>
        <w:t>Soudain quelqu</w:t>
      </w:r>
      <w:r w:rsidR="006F1ADB">
        <w:t>’</w:t>
      </w:r>
      <w:r>
        <w:t>un dit</w:t>
      </w:r>
      <w:r w:rsidR="006F1ADB">
        <w:t> :</w:t>
      </w:r>
    </w:p>
    <w:p w14:paraId="50605660" w14:textId="77777777" w:rsidR="006F1ADB" w:rsidRDefault="006F1ADB" w:rsidP="005A3479">
      <w:r>
        <w:t>— </w:t>
      </w:r>
      <w:r w:rsidR="005A3479">
        <w:t>Mais je connais cet homme</w:t>
      </w:r>
      <w:r>
        <w:t xml:space="preserve"> ; </w:t>
      </w:r>
      <w:r w:rsidR="005A3479">
        <w:t>il travaillait ici voilà des a</w:t>
      </w:r>
      <w:r w:rsidR="005A3479">
        <w:t>n</w:t>
      </w:r>
      <w:r w:rsidR="005A3479">
        <w:t>nées</w:t>
      </w:r>
      <w:r>
        <w:t xml:space="preserve">… </w:t>
      </w:r>
      <w:r w:rsidR="005A3479">
        <w:t>Jude Fawley</w:t>
      </w:r>
      <w:r>
        <w:t xml:space="preserve">, </w:t>
      </w:r>
      <w:r w:rsidR="005A3479">
        <w:t>il s</w:t>
      </w:r>
      <w:r>
        <w:t>’</w:t>
      </w:r>
      <w:r w:rsidR="005A3479">
        <w:t>appelle</w:t>
      </w:r>
      <w:r>
        <w:t xml:space="preserve"> ! </w:t>
      </w:r>
      <w:r w:rsidR="005A3479">
        <w:t>Ne vous en souvient-il plus</w:t>
      </w:r>
      <w:r>
        <w:t xml:space="preserve"> ? </w:t>
      </w:r>
      <w:r w:rsidR="005A3479">
        <w:t xml:space="preserve">On lui avait donné le sobriquet de </w:t>
      </w:r>
      <w:r w:rsidR="005A3479">
        <w:rPr>
          <w:i/>
          <w:iCs/>
        </w:rPr>
        <w:t xml:space="preserve">Y </w:t>
      </w:r>
      <w:r w:rsidR="005A3479">
        <w:rPr>
          <w:i/>
        </w:rPr>
        <w:t>êtes</w:t>
      </w:r>
      <w:r>
        <w:rPr>
          <w:i/>
        </w:rPr>
        <w:t xml:space="preserve">… </w:t>
      </w:r>
      <w:r w:rsidR="005A3479">
        <w:rPr>
          <w:i/>
        </w:rPr>
        <w:t>Y êtes-vous</w:t>
      </w:r>
      <w:r>
        <w:rPr>
          <w:i/>
        </w:rPr>
        <w:t xml:space="preserve"> ?… </w:t>
      </w:r>
      <w:r w:rsidR="005A3479">
        <w:t>parce qu</w:t>
      </w:r>
      <w:r>
        <w:t>’</w:t>
      </w:r>
      <w:r w:rsidR="005A3479">
        <w:t>il visait à ce genre d</w:t>
      </w:r>
      <w:r>
        <w:t>’</w:t>
      </w:r>
      <w:r w:rsidR="005A3479">
        <w:t>occupations</w:t>
      </w:r>
      <w:r>
        <w:t xml:space="preserve">. </w:t>
      </w:r>
      <w:r w:rsidR="005A3479">
        <w:t>Il est marié</w:t>
      </w:r>
      <w:r>
        <w:t xml:space="preserve">, </w:t>
      </w:r>
      <w:r w:rsidR="005A3479">
        <w:t>je suppose</w:t>
      </w:r>
      <w:r>
        <w:t xml:space="preserve">, </w:t>
      </w:r>
      <w:r w:rsidR="005A3479">
        <w:t>maintenant</w:t>
      </w:r>
      <w:r>
        <w:t xml:space="preserve">, </w:t>
      </w:r>
      <w:r w:rsidR="005A3479">
        <w:t>et c</w:t>
      </w:r>
      <w:r>
        <w:t>’</w:t>
      </w:r>
      <w:r w:rsidR="005A3479">
        <w:t>est son enfant qu</w:t>
      </w:r>
      <w:r>
        <w:t>’</w:t>
      </w:r>
      <w:r w:rsidR="005A3479">
        <w:t>il tient dans ses bras</w:t>
      </w:r>
      <w:r>
        <w:t xml:space="preserve">. </w:t>
      </w:r>
      <w:r w:rsidR="005A3479">
        <w:t>Taylor le connaîtrait bien</w:t>
      </w:r>
      <w:r>
        <w:t xml:space="preserve">, </w:t>
      </w:r>
      <w:r w:rsidR="005A3479">
        <w:t>lui</w:t>
      </w:r>
      <w:r>
        <w:t xml:space="preserve">, </w:t>
      </w:r>
      <w:r w:rsidR="005A3479">
        <w:t>qui connaît tout le monde</w:t>
      </w:r>
      <w:r>
        <w:t>.</w:t>
      </w:r>
    </w:p>
    <w:p w14:paraId="62BD9FAB" w14:textId="77777777" w:rsidR="006F1ADB" w:rsidRDefault="005A3479" w:rsidP="005A3479">
      <w:r>
        <w:t>Celui qui parlait ainsi était un nommé Jack Stagg</w:t>
      </w:r>
      <w:r w:rsidR="006F1ADB">
        <w:t xml:space="preserve">, </w:t>
      </w:r>
      <w:r>
        <w:t>avec l</w:t>
      </w:r>
      <w:r>
        <w:t>e</w:t>
      </w:r>
      <w:r>
        <w:t>quel</w:t>
      </w:r>
      <w:r w:rsidR="006F1ADB">
        <w:t xml:space="preserve">. </w:t>
      </w:r>
      <w:r>
        <w:t>Jude avait jadis travaillé à réparer les maçonneries des collèges</w:t>
      </w:r>
      <w:r w:rsidR="006F1ADB">
        <w:t xml:space="preserve">. </w:t>
      </w:r>
      <w:r>
        <w:t>Tinker Taylor</w:t>
      </w:r>
      <w:r w:rsidR="006F1ADB">
        <w:t xml:space="preserve">, </w:t>
      </w:r>
      <w:r>
        <w:t>qu</w:t>
      </w:r>
      <w:r w:rsidR="006F1ADB">
        <w:t>’</w:t>
      </w:r>
      <w:r>
        <w:t>on voyait tout près de là</w:t>
      </w:r>
      <w:r w:rsidR="006F1ADB">
        <w:t xml:space="preserve">, </w:t>
      </w:r>
      <w:r>
        <w:t>aperçut Jude et lui cria à travers les barrières</w:t>
      </w:r>
      <w:r w:rsidR="006F1ADB">
        <w:t> :</w:t>
      </w:r>
    </w:p>
    <w:p w14:paraId="597400D7" w14:textId="77777777" w:rsidR="006F1ADB" w:rsidRDefault="006F1ADB" w:rsidP="005A3479">
      <w:r>
        <w:t>— </w:t>
      </w:r>
      <w:r w:rsidR="005A3479">
        <w:t>Vous nous avez fait l</w:t>
      </w:r>
      <w:r>
        <w:t>’</w:t>
      </w:r>
      <w:r w:rsidR="005A3479">
        <w:t>honneur de revenir</w:t>
      </w:r>
      <w:r>
        <w:t xml:space="preserve">, </w:t>
      </w:r>
      <w:r w:rsidR="005A3479">
        <w:t>l</w:t>
      </w:r>
      <w:r>
        <w:t>’</w:t>
      </w:r>
      <w:r w:rsidR="005A3479">
        <w:t>ami</w:t>
      </w:r>
      <w:r>
        <w:t> ?</w:t>
      </w:r>
    </w:p>
    <w:p w14:paraId="0EE497A7" w14:textId="77777777" w:rsidR="006F1ADB" w:rsidRDefault="005A3479" w:rsidP="005A3479">
      <w:r>
        <w:t>Jude fit signe que oui</w:t>
      </w:r>
      <w:r w:rsidR="006F1ADB">
        <w:t>.</w:t>
      </w:r>
    </w:p>
    <w:p w14:paraId="3135A8A5" w14:textId="77777777" w:rsidR="006F1ADB" w:rsidRDefault="006F1ADB" w:rsidP="005A3479">
      <w:r>
        <w:t>— </w:t>
      </w:r>
      <w:r w:rsidR="005A3479">
        <w:t xml:space="preserve">Et vous ne semblez pas avoir gagné </w:t>
      </w:r>
      <w:proofErr w:type="spellStart"/>
      <w:r w:rsidR="005A3479">
        <w:t>grand</w:t>
      </w:r>
      <w:r>
        <w:t>’</w:t>
      </w:r>
      <w:r w:rsidR="005A3479">
        <w:t>chose</w:t>
      </w:r>
      <w:proofErr w:type="spellEnd"/>
      <w:r w:rsidR="005A3479">
        <w:t xml:space="preserve"> à vous en aller</w:t>
      </w:r>
      <w:r>
        <w:t> ?</w:t>
      </w:r>
    </w:p>
    <w:p w14:paraId="24B20EFC" w14:textId="77777777" w:rsidR="006F1ADB" w:rsidRDefault="005A3479" w:rsidP="005A3479">
      <w:r>
        <w:t>Jude indiqua de la même manière que c</w:t>
      </w:r>
      <w:r w:rsidR="006F1ADB">
        <w:t>’</w:t>
      </w:r>
      <w:r>
        <w:t>était bien son avis</w:t>
      </w:r>
      <w:r w:rsidR="006F1ADB">
        <w:t>.</w:t>
      </w:r>
    </w:p>
    <w:p w14:paraId="327A5678" w14:textId="77777777" w:rsidR="006F1ADB" w:rsidRDefault="006F1ADB" w:rsidP="005A3479">
      <w:r>
        <w:lastRenderedPageBreak/>
        <w:t>— </w:t>
      </w:r>
      <w:r w:rsidR="005A3479">
        <w:t>Il a pourtant trouvé des bouches de plus à remplir</w:t>
      </w:r>
      <w:r>
        <w:t>.</w:t>
      </w:r>
    </w:p>
    <w:p w14:paraId="26E79615" w14:textId="26F5A266" w:rsidR="006F1ADB" w:rsidRDefault="005A3479" w:rsidP="005A3479">
      <w:r>
        <w:t>Cela était dit par une nouvelle voix</w:t>
      </w:r>
      <w:r w:rsidR="006F1ADB">
        <w:t xml:space="preserve">, </w:t>
      </w:r>
      <w:r>
        <w:t>que Jude reconnut pour être celle de l</w:t>
      </w:r>
      <w:r w:rsidR="006F1ADB">
        <w:t>’</w:t>
      </w:r>
      <w:r>
        <w:t xml:space="preserve">oncle </w:t>
      </w:r>
      <w:r w:rsidR="006F1ADB">
        <w:t xml:space="preserve">Joe, </w:t>
      </w:r>
      <w:r>
        <w:t>un autre camarade de travail</w:t>
      </w:r>
      <w:r w:rsidR="006F1ADB">
        <w:t>.</w:t>
      </w:r>
    </w:p>
    <w:p w14:paraId="3ED13C79" w14:textId="77777777" w:rsidR="006F1ADB" w:rsidRDefault="005A3479" w:rsidP="005A3479">
      <w:r>
        <w:t>Jude répliqua avec bonne humeur qu</w:t>
      </w:r>
      <w:r w:rsidR="006F1ADB">
        <w:t>’</w:t>
      </w:r>
      <w:r>
        <w:t>il ne pouvait pas en disconvenir</w:t>
      </w:r>
      <w:r w:rsidR="006F1ADB">
        <w:t xml:space="preserve">, </w:t>
      </w:r>
      <w:r>
        <w:t>et</w:t>
      </w:r>
      <w:r w:rsidR="006F1ADB">
        <w:t xml:space="preserve">, </w:t>
      </w:r>
      <w:r>
        <w:t>de remarque en remarque</w:t>
      </w:r>
      <w:r w:rsidR="006F1ADB">
        <w:t xml:space="preserve">, </w:t>
      </w:r>
      <w:r>
        <w:t>quelque chose comme une conversation générale s</w:t>
      </w:r>
      <w:r w:rsidR="006F1ADB">
        <w:t>’</w:t>
      </w:r>
      <w:r>
        <w:t>engagea entre lui et la foule des oisifs</w:t>
      </w:r>
      <w:r w:rsidR="006F1ADB">
        <w:t xml:space="preserve">. </w:t>
      </w:r>
      <w:r>
        <w:t>Tinker Taylor demanda à Jude s</w:t>
      </w:r>
      <w:r w:rsidR="006F1ADB">
        <w:t>’</w:t>
      </w:r>
      <w:r>
        <w:t xml:space="preserve">il se rappelait encore le </w:t>
      </w:r>
      <w:r>
        <w:rPr>
          <w:i/>
        </w:rPr>
        <w:t xml:space="preserve">Credo </w:t>
      </w:r>
      <w:r>
        <w:t>en latin et la nuit du défi dans le cabaret</w:t>
      </w:r>
      <w:r w:rsidR="006F1ADB">
        <w:t>.</w:t>
      </w:r>
    </w:p>
    <w:p w14:paraId="1F176537" w14:textId="6EE3EF1F" w:rsidR="006F1ADB" w:rsidRDefault="006F1ADB" w:rsidP="005A3479">
      <w:r>
        <w:t>— </w:t>
      </w:r>
      <w:r w:rsidR="005A3479">
        <w:t xml:space="preserve">Mais la Fortune ne se trouve pas </w:t>
      </w:r>
      <w:proofErr w:type="spellStart"/>
      <w:r w:rsidR="005A3479">
        <w:t>par là</w:t>
      </w:r>
      <w:proofErr w:type="spellEnd"/>
      <w:r>
        <w:t xml:space="preserve">, </w:t>
      </w:r>
      <w:r w:rsidR="005A3479">
        <w:t xml:space="preserve">interrompit </w:t>
      </w:r>
      <w:r>
        <w:t xml:space="preserve">Joe. </w:t>
      </w:r>
      <w:r w:rsidR="005A3479">
        <w:t>Vous n</w:t>
      </w:r>
      <w:r>
        <w:t>’</w:t>
      </w:r>
      <w:r w:rsidR="005A3479">
        <w:t>aviez pas assez de ressources pour aller jusqu</w:t>
      </w:r>
      <w:r>
        <w:t>’</w:t>
      </w:r>
      <w:r w:rsidR="005A3479">
        <w:t>au bout</w:t>
      </w:r>
      <w:r>
        <w:t>.</w:t>
      </w:r>
    </w:p>
    <w:p w14:paraId="17A8B198" w14:textId="77777777" w:rsidR="006F1ADB" w:rsidRDefault="006F1ADB" w:rsidP="005A3479">
      <w:r>
        <w:t>— </w:t>
      </w:r>
      <w:r w:rsidR="005A3479">
        <w:t>Ne leur répondez plus</w:t>
      </w:r>
      <w:r>
        <w:t xml:space="preserve">, </w:t>
      </w:r>
      <w:r w:rsidR="005A3479">
        <w:t>implora Suzanne</w:t>
      </w:r>
      <w:r>
        <w:t>.</w:t>
      </w:r>
    </w:p>
    <w:p w14:paraId="675B13F0" w14:textId="77777777" w:rsidR="006F1ADB" w:rsidRDefault="006F1ADB" w:rsidP="005A3479">
      <w:r>
        <w:t>— </w:t>
      </w:r>
      <w:r w:rsidR="005A3479">
        <w:t>Je ne crois pas que j</w:t>
      </w:r>
      <w:r>
        <w:t>’</w:t>
      </w:r>
      <w:r w:rsidR="005A3479">
        <w:t xml:space="preserve">aime </w:t>
      </w:r>
      <w:proofErr w:type="spellStart"/>
      <w:r w:rsidR="005A3479">
        <w:t>Christminster</w:t>
      </w:r>
      <w:proofErr w:type="spellEnd"/>
      <w:r>
        <w:t xml:space="preserve"> ! </w:t>
      </w:r>
      <w:r w:rsidR="005A3479">
        <w:t>murmura le p</w:t>
      </w:r>
      <w:r w:rsidR="005A3479">
        <w:t>e</w:t>
      </w:r>
      <w:r w:rsidR="005A3479">
        <w:t>tit Père le Temps avec tristesse</w:t>
      </w:r>
      <w:r>
        <w:t xml:space="preserve">, </w:t>
      </w:r>
      <w:r w:rsidR="005A3479">
        <w:t>tandis qu</w:t>
      </w:r>
      <w:r>
        <w:t>’</w:t>
      </w:r>
      <w:r w:rsidR="005A3479">
        <w:t>il se tenait submergé et invisible dans la foule</w:t>
      </w:r>
      <w:r>
        <w:t>.</w:t>
      </w:r>
    </w:p>
    <w:p w14:paraId="4FED8173" w14:textId="77777777" w:rsidR="006F1ADB" w:rsidRDefault="005A3479" w:rsidP="005A3479">
      <w:r>
        <w:t>Mais se voyant le centre de la curiosité</w:t>
      </w:r>
      <w:r w:rsidR="006F1ADB">
        <w:t xml:space="preserve">, </w:t>
      </w:r>
      <w:r>
        <w:t>de la raillerie et des commentaires</w:t>
      </w:r>
      <w:r w:rsidR="006F1ADB">
        <w:t xml:space="preserve">, </w:t>
      </w:r>
      <w:r>
        <w:t>Jude n</w:t>
      </w:r>
      <w:r w:rsidR="006F1ADB">
        <w:t>’</w:t>
      </w:r>
      <w:r>
        <w:t>était pas disposé à reculer devant de franches déclarations sur des choses dont il n</w:t>
      </w:r>
      <w:r w:rsidR="006F1ADB">
        <w:t>’</w:t>
      </w:r>
      <w:r>
        <w:t>avait aucune ra</w:t>
      </w:r>
      <w:r>
        <w:t>i</w:t>
      </w:r>
      <w:r>
        <w:t>son de rougir</w:t>
      </w:r>
      <w:r w:rsidR="006F1ADB">
        <w:t xml:space="preserve">, </w:t>
      </w:r>
      <w:r>
        <w:t>et bientôt il se sentit poussé à parler</w:t>
      </w:r>
      <w:r w:rsidR="006F1ADB">
        <w:t xml:space="preserve">. </w:t>
      </w:r>
      <w:r>
        <w:t>S</w:t>
      </w:r>
      <w:r w:rsidR="006F1ADB">
        <w:t>’</w:t>
      </w:r>
      <w:r>
        <w:t>adressant d</w:t>
      </w:r>
      <w:r w:rsidR="006F1ADB">
        <w:t>’</w:t>
      </w:r>
      <w:r>
        <w:t>une voix forte à la foule qui l</w:t>
      </w:r>
      <w:r w:rsidR="006F1ADB">
        <w:t>’</w:t>
      </w:r>
      <w:r>
        <w:t>écoutait</w:t>
      </w:r>
      <w:r w:rsidR="006F1ADB">
        <w:t> :</w:t>
      </w:r>
    </w:p>
    <w:p w14:paraId="70179952" w14:textId="2C18D699" w:rsidR="005A3479" w:rsidRDefault="006F1ADB" w:rsidP="005A3479">
      <w:r>
        <w:t>— </w:t>
      </w:r>
      <w:r w:rsidR="005A3479">
        <w:t>C</w:t>
      </w:r>
      <w:r>
        <w:t>’</w:t>
      </w:r>
      <w:r w:rsidR="005A3479">
        <w:t>est une difficile question</w:t>
      </w:r>
      <w:r>
        <w:t xml:space="preserve">, </w:t>
      </w:r>
      <w:r w:rsidR="005A3479">
        <w:t>mes amis</w:t>
      </w:r>
      <w:r>
        <w:t xml:space="preserve">, </w:t>
      </w:r>
      <w:r w:rsidR="005A3479">
        <w:t>pour un jeune homme</w:t>
      </w:r>
      <w:r>
        <w:t xml:space="preserve">, </w:t>
      </w:r>
      <w:r w:rsidR="005A3479">
        <w:t>que la question avec laquelle je fus aux prises et que des milliers sont en train de soulever à l</w:t>
      </w:r>
      <w:r>
        <w:t>’</w:t>
      </w:r>
      <w:r w:rsidR="005A3479">
        <w:t>heure présente</w:t>
      </w:r>
      <w:r>
        <w:t xml:space="preserve">, </w:t>
      </w:r>
      <w:r w:rsidR="005A3479">
        <w:t>à l</w:t>
      </w:r>
      <w:r>
        <w:t>’</w:t>
      </w:r>
      <w:r w:rsidR="005A3479">
        <w:t>aurore de ces temps nouveaux</w:t>
      </w:r>
      <w:r>
        <w:t xml:space="preserve">. </w:t>
      </w:r>
      <w:r w:rsidR="005A3479">
        <w:t>Suivra-t-on aveuglément le chemin où l</w:t>
      </w:r>
      <w:r>
        <w:t>’</w:t>
      </w:r>
      <w:r w:rsidR="005A3479">
        <w:t>on se voit placé</w:t>
      </w:r>
      <w:r>
        <w:t xml:space="preserve">, </w:t>
      </w:r>
      <w:r w:rsidR="005A3479">
        <w:t>sans considérer si on y est apte</w:t>
      </w:r>
      <w:r>
        <w:t xml:space="preserve"> ; </w:t>
      </w:r>
      <w:r w:rsidR="005A3479">
        <w:t>ou bien</w:t>
      </w:r>
      <w:r>
        <w:t xml:space="preserve">, </w:t>
      </w:r>
      <w:r w:rsidR="005A3479">
        <w:t>considérera-t-on quelle aptitude ou tendance on peut avoir</w:t>
      </w:r>
      <w:r>
        <w:t xml:space="preserve">, </w:t>
      </w:r>
      <w:r w:rsidR="005A3479">
        <w:t>afin d</w:t>
      </w:r>
      <w:r>
        <w:t>’</w:t>
      </w:r>
      <w:r w:rsidR="005A3479">
        <w:t>y conformer sa direction</w:t>
      </w:r>
      <w:r>
        <w:t xml:space="preserve"> ! </w:t>
      </w:r>
      <w:r w:rsidR="005A3479">
        <w:t>J</w:t>
      </w:r>
      <w:r>
        <w:t>’</w:t>
      </w:r>
      <w:r w:rsidR="005A3479">
        <w:t>ai essayé le second pa</w:t>
      </w:r>
      <w:r w:rsidR="005A3479">
        <w:t>r</w:t>
      </w:r>
      <w:r w:rsidR="005A3479">
        <w:t>ti</w:t>
      </w:r>
      <w:r>
        <w:t xml:space="preserve">, </w:t>
      </w:r>
      <w:r w:rsidR="005A3479">
        <w:t>et j</w:t>
      </w:r>
      <w:r>
        <w:t>’</w:t>
      </w:r>
      <w:r w:rsidR="005A3479">
        <w:t>ai échoué</w:t>
      </w:r>
      <w:r>
        <w:t xml:space="preserve">. </w:t>
      </w:r>
      <w:r w:rsidR="005A3479">
        <w:t>Mais je n</w:t>
      </w:r>
      <w:r>
        <w:t>’</w:t>
      </w:r>
      <w:r w:rsidR="005A3479">
        <w:t>admets pas que ma faillite prouve que j</w:t>
      </w:r>
      <w:r>
        <w:t>’</w:t>
      </w:r>
      <w:r w:rsidR="005A3479">
        <w:t>ai pris le mauvais parti</w:t>
      </w:r>
      <w:r>
        <w:t xml:space="preserve">, </w:t>
      </w:r>
      <w:r w:rsidR="005A3479">
        <w:t>ni qu</w:t>
      </w:r>
      <w:r>
        <w:t>’</w:t>
      </w:r>
      <w:r w:rsidR="005A3479">
        <w:t xml:space="preserve">il eût été le bon si </w:t>
      </w:r>
      <w:r w:rsidR="005A3479">
        <w:lastRenderedPageBreak/>
        <w:t>j</w:t>
      </w:r>
      <w:r>
        <w:t>’</w:t>
      </w:r>
      <w:r w:rsidR="005A3479">
        <w:t>avais réussi</w:t>
      </w:r>
      <w:r>
        <w:t xml:space="preserve">. </w:t>
      </w:r>
      <w:r w:rsidR="005A3479">
        <w:t>C</w:t>
      </w:r>
      <w:r>
        <w:t>’</w:t>
      </w:r>
      <w:r w:rsidR="005A3479">
        <w:t>est pourtant ainsi qu</w:t>
      </w:r>
      <w:r>
        <w:t>’</w:t>
      </w:r>
      <w:r w:rsidR="005A3479">
        <w:t>on apprécie de nos jours ces tentatives</w:t>
      </w:r>
      <w:r>
        <w:t xml:space="preserve">, </w:t>
      </w:r>
      <w:r w:rsidR="005A3479">
        <w:t>je veux dire</w:t>
      </w:r>
      <w:r>
        <w:t xml:space="preserve">, </w:t>
      </w:r>
      <w:r w:rsidR="005A3479">
        <w:t>non d</w:t>
      </w:r>
      <w:r>
        <w:t>’</w:t>
      </w:r>
      <w:r w:rsidR="005A3479">
        <w:t>après leur valeur essentielle</w:t>
      </w:r>
      <w:r>
        <w:t xml:space="preserve">, </w:t>
      </w:r>
      <w:r w:rsidR="005A3479">
        <w:t>mais d</w:t>
      </w:r>
      <w:r>
        <w:t>’</w:t>
      </w:r>
      <w:r w:rsidR="005A3479">
        <w:t>après leurs issues accidentelles</w:t>
      </w:r>
      <w:r>
        <w:t xml:space="preserve">. </w:t>
      </w:r>
      <w:r w:rsidR="005A3479">
        <w:t>Si j</w:t>
      </w:r>
      <w:r>
        <w:t>’</w:t>
      </w:r>
      <w:r w:rsidR="005A3479">
        <w:t>avais fini par devenir pareil à un de ces messieurs en rouge et en noir</w:t>
      </w:r>
      <w:r>
        <w:t xml:space="preserve">, </w:t>
      </w:r>
      <w:r w:rsidR="005A3479">
        <w:t>que nous voyons entrer là en ce moment même</w:t>
      </w:r>
      <w:r>
        <w:t xml:space="preserve">, </w:t>
      </w:r>
      <w:r w:rsidR="005A3479">
        <w:t>tout le monde aurait dit</w:t>
      </w:r>
      <w:r>
        <w:t> : « </w:t>
      </w:r>
      <w:r w:rsidR="005A3479">
        <w:t>Voyez co</w:t>
      </w:r>
      <w:r w:rsidR="005A3479">
        <w:t>m</w:t>
      </w:r>
      <w:r w:rsidR="005A3479">
        <w:t>bien ce jeune homme fut sage de suivre la pente de sa nature</w:t>
      </w:r>
      <w:r>
        <w:t> ! »</w:t>
      </w:r>
      <w:r w:rsidR="005A3479">
        <w:t xml:space="preserve"> Mais je n</w:t>
      </w:r>
      <w:r>
        <w:t>’</w:t>
      </w:r>
      <w:r w:rsidR="005A3479">
        <w:t>ai pas mieux fini que je n</w:t>
      </w:r>
      <w:r>
        <w:t>’</w:t>
      </w:r>
      <w:r w:rsidR="005A3479">
        <w:t>avais commencé</w:t>
      </w:r>
      <w:r>
        <w:t xml:space="preserve">, </w:t>
      </w:r>
      <w:r w:rsidR="005A3479">
        <w:t>et on dit</w:t>
      </w:r>
      <w:r>
        <w:t> : « </w:t>
      </w:r>
      <w:r w:rsidR="005A3479">
        <w:t>Voyez la folie de ce garçon qui a suivi un caprice de son im</w:t>
      </w:r>
      <w:r w:rsidR="005A3479">
        <w:t>a</w:t>
      </w:r>
      <w:r w:rsidR="005A3479">
        <w:t>gination</w:t>
      </w:r>
      <w:r>
        <w:t> ! »</w:t>
      </w:r>
    </w:p>
    <w:p w14:paraId="45D31E77" w14:textId="77777777" w:rsidR="006F1ADB" w:rsidRDefault="005A3479" w:rsidP="005A3479">
      <w:r>
        <w:t>Pourtant</w:t>
      </w:r>
      <w:r w:rsidR="006F1ADB">
        <w:t xml:space="preserve">, </w:t>
      </w:r>
      <w:r>
        <w:t>ce fut ma pauvreté et non ma volonté qui se rés</w:t>
      </w:r>
      <w:r>
        <w:t>i</w:t>
      </w:r>
      <w:r>
        <w:t>gna à la défaite</w:t>
      </w:r>
      <w:r w:rsidR="006F1ADB">
        <w:t xml:space="preserve">. </w:t>
      </w:r>
      <w:r>
        <w:t>Il faut deux ou trois générations pour faire ce que j</w:t>
      </w:r>
      <w:r w:rsidR="006F1ADB">
        <w:t>’</w:t>
      </w:r>
      <w:r>
        <w:t>essayai de faire en une seule</w:t>
      </w:r>
      <w:r w:rsidR="006F1ADB">
        <w:t xml:space="preserve"> ; </w:t>
      </w:r>
      <w:r>
        <w:t>et mes impulsions</w:t>
      </w:r>
      <w:r w:rsidR="006F1ADB">
        <w:t xml:space="preserve">, </w:t>
      </w:r>
      <w:r>
        <w:t>mes pa</w:t>
      </w:r>
      <w:r>
        <w:t>s</w:t>
      </w:r>
      <w:r>
        <w:t>sions</w:t>
      </w:r>
      <w:r w:rsidR="006F1ADB">
        <w:t xml:space="preserve">, </w:t>
      </w:r>
      <w:r>
        <w:t>peut-être</w:t>
      </w:r>
      <w:r w:rsidR="006F1ADB">
        <w:t xml:space="preserve">, </w:t>
      </w:r>
      <w:r>
        <w:t>faudrait-il dire mes vices</w:t>
      </w:r>
      <w:r w:rsidR="006F1ADB">
        <w:t xml:space="preserve">, </w:t>
      </w:r>
      <w:r>
        <w:t>avaient trop de force pour ne pas entraver un homme sans ressources</w:t>
      </w:r>
      <w:r w:rsidR="006F1ADB">
        <w:t xml:space="preserve">, </w:t>
      </w:r>
      <w:r>
        <w:t>à qui il fa</w:t>
      </w:r>
      <w:r>
        <w:t>u</w:t>
      </w:r>
      <w:r>
        <w:t>drait un sang de poisson et un égoïsme de porc pour avoir vra</w:t>
      </w:r>
      <w:r>
        <w:t>i</w:t>
      </w:r>
      <w:r>
        <w:t>ment une chance sérieuse de devenir un des hommes distingués de son pays</w:t>
      </w:r>
      <w:r w:rsidR="006F1ADB">
        <w:t xml:space="preserve">. </w:t>
      </w:r>
      <w:r>
        <w:t>Vous pouvez me tourner en ridicule</w:t>
      </w:r>
      <w:r w:rsidR="006F1ADB">
        <w:t xml:space="preserve"> ; </w:t>
      </w:r>
      <w:r>
        <w:t>je comprends très bien que vous le fassiez</w:t>
      </w:r>
      <w:r w:rsidR="006F1ADB">
        <w:t xml:space="preserve">. </w:t>
      </w:r>
      <w:r>
        <w:t>C</w:t>
      </w:r>
      <w:r w:rsidR="006F1ADB">
        <w:t>’</w:t>
      </w:r>
      <w:r>
        <w:t>est tout à fait le cas</w:t>
      </w:r>
      <w:r w:rsidR="006F1ADB">
        <w:t xml:space="preserve">, </w:t>
      </w:r>
      <w:r>
        <w:t>il n</w:t>
      </w:r>
      <w:r w:rsidR="006F1ADB">
        <w:t>’</w:t>
      </w:r>
      <w:r>
        <w:t>y a pas de doute</w:t>
      </w:r>
      <w:r w:rsidR="006F1ADB">
        <w:t xml:space="preserve">. </w:t>
      </w:r>
      <w:r>
        <w:t>Mais je crois que si vous saviez par où j</w:t>
      </w:r>
      <w:r w:rsidR="006F1ADB">
        <w:t>’</w:t>
      </w:r>
      <w:r>
        <w:t>ai passé ces dernières années</w:t>
      </w:r>
      <w:r w:rsidR="006F1ADB">
        <w:t xml:space="preserve">, </w:t>
      </w:r>
      <w:r>
        <w:t>vous me plaindriez plutôt</w:t>
      </w:r>
      <w:r w:rsidR="006F1ADB">
        <w:t xml:space="preserve">. </w:t>
      </w:r>
      <w:r>
        <w:t>Et s</w:t>
      </w:r>
      <w:r w:rsidR="006F1ADB">
        <w:t>’</w:t>
      </w:r>
      <w:r>
        <w:t>ils le savaient</w:t>
      </w:r>
      <w:r w:rsidR="006F1ADB">
        <w:t xml:space="preserve"> – </w:t>
      </w:r>
      <w:r>
        <w:t>il tourna la tête vers le collège où arrivaient séparément les personnages</w:t>
      </w:r>
      <w:r w:rsidR="006F1ADB">
        <w:t xml:space="preserve"> – </w:t>
      </w:r>
      <w:r>
        <w:t>il est bien possible qu</w:t>
      </w:r>
      <w:r w:rsidR="006F1ADB">
        <w:t>’</w:t>
      </w:r>
      <w:r>
        <w:t>ils feraient de même</w:t>
      </w:r>
      <w:r w:rsidR="006F1ADB">
        <w:t>.</w:t>
      </w:r>
    </w:p>
    <w:p w14:paraId="16201951" w14:textId="77777777" w:rsidR="006F1ADB" w:rsidRDefault="006F1ADB" w:rsidP="005A3479">
      <w:r>
        <w:t>— </w:t>
      </w:r>
      <w:r w:rsidR="005A3479">
        <w:t>Il paraît malade et usé</w:t>
      </w:r>
      <w:r>
        <w:t xml:space="preserve">, </w:t>
      </w:r>
      <w:r w:rsidR="005A3479">
        <w:t>c</w:t>
      </w:r>
      <w:r>
        <w:t>’</w:t>
      </w:r>
      <w:r w:rsidR="005A3479">
        <w:t>est vrai</w:t>
      </w:r>
      <w:r>
        <w:t xml:space="preserve"> ! </w:t>
      </w:r>
      <w:r w:rsidR="005A3479">
        <w:t>dit une femme</w:t>
      </w:r>
      <w:r>
        <w:t>.</w:t>
      </w:r>
    </w:p>
    <w:p w14:paraId="5C3D079B" w14:textId="77777777" w:rsidR="006F1ADB" w:rsidRDefault="005A3479" w:rsidP="005A3479">
      <w:r>
        <w:t>L</w:t>
      </w:r>
      <w:r w:rsidR="006F1ADB">
        <w:t>’</w:t>
      </w:r>
      <w:r>
        <w:t>émotion de Suzanne se lisait sur son visage</w:t>
      </w:r>
      <w:r w:rsidR="006F1ADB">
        <w:t xml:space="preserve">. </w:t>
      </w:r>
      <w:r>
        <w:t>Mais</w:t>
      </w:r>
      <w:r w:rsidR="006F1ADB">
        <w:t xml:space="preserve">, </w:t>
      </w:r>
      <w:r>
        <w:t>bien qu</w:t>
      </w:r>
      <w:r w:rsidR="006F1ADB">
        <w:t>’</w:t>
      </w:r>
      <w:r>
        <w:t>elle fût près de Jude</w:t>
      </w:r>
      <w:r w:rsidR="006F1ADB">
        <w:t xml:space="preserve">, </w:t>
      </w:r>
      <w:r>
        <w:t>on ne la voyait pas</w:t>
      </w:r>
      <w:r w:rsidR="006F1ADB">
        <w:t>.</w:t>
      </w:r>
    </w:p>
    <w:p w14:paraId="064F3A11" w14:textId="77777777" w:rsidR="006F1ADB" w:rsidRDefault="006F1ADB" w:rsidP="005A3479">
      <w:r>
        <w:t>— </w:t>
      </w:r>
      <w:r w:rsidR="005A3479">
        <w:t>Je puis faire quelque bien avant de mourir</w:t>
      </w:r>
      <w:r>
        <w:t xml:space="preserve">, </w:t>
      </w:r>
      <w:r w:rsidR="005A3479">
        <w:t>réaliser un e</w:t>
      </w:r>
      <w:r w:rsidR="005A3479">
        <w:t>f</w:t>
      </w:r>
      <w:r w:rsidR="005A3479">
        <w:t>frayant exemple de ce qu</w:t>
      </w:r>
      <w:r>
        <w:t>’</w:t>
      </w:r>
      <w:r w:rsidR="005A3479">
        <w:t>il ne faut pas faire</w:t>
      </w:r>
      <w:r>
        <w:t xml:space="preserve">, </w:t>
      </w:r>
      <w:r w:rsidR="005A3479">
        <w:t>et ainsi illustrer une histoire édifiante</w:t>
      </w:r>
      <w:r>
        <w:t xml:space="preserve">, </w:t>
      </w:r>
      <w:r w:rsidR="005A3479">
        <w:t>continua Jude</w:t>
      </w:r>
      <w:r>
        <w:t xml:space="preserve">, </w:t>
      </w:r>
      <w:r w:rsidR="005A3479">
        <w:t>qui commençait à devenir amer</w:t>
      </w:r>
      <w:r>
        <w:t xml:space="preserve">, </w:t>
      </w:r>
      <w:r w:rsidR="005A3479">
        <w:t>bien qu</w:t>
      </w:r>
      <w:r>
        <w:t>’</w:t>
      </w:r>
      <w:r w:rsidR="005A3479">
        <w:t>il eût commencé avec assez de sérénité</w:t>
      </w:r>
      <w:r>
        <w:t xml:space="preserve">. </w:t>
      </w:r>
      <w:r w:rsidR="005A3479">
        <w:t>Je fus peut-être</w:t>
      </w:r>
      <w:r>
        <w:t xml:space="preserve">, </w:t>
      </w:r>
      <w:r w:rsidR="005A3479">
        <w:t>après tout</w:t>
      </w:r>
      <w:r>
        <w:t xml:space="preserve">, </w:t>
      </w:r>
      <w:r w:rsidR="005A3479">
        <w:t xml:space="preserve">une médiocre victime de cette </w:t>
      </w:r>
      <w:r w:rsidR="005A3479">
        <w:lastRenderedPageBreak/>
        <w:t>inquiétude morale et sociale qui fait tant de malheureux à cette heure</w:t>
      </w:r>
      <w:r>
        <w:t> !</w:t>
      </w:r>
    </w:p>
    <w:p w14:paraId="69331ACE" w14:textId="77777777" w:rsidR="006F1ADB" w:rsidRDefault="006F1ADB" w:rsidP="005A3479">
      <w:r>
        <w:t>— </w:t>
      </w:r>
      <w:r w:rsidR="005A3479">
        <w:t>Ne leur dites pas cela</w:t>
      </w:r>
      <w:r>
        <w:t xml:space="preserve">, </w:t>
      </w:r>
      <w:r w:rsidR="005A3479">
        <w:t>murmura Suzanne</w:t>
      </w:r>
      <w:r>
        <w:t xml:space="preserve">, </w:t>
      </w:r>
      <w:r w:rsidR="005A3479">
        <w:t>dont les larmes éclataient devant l</w:t>
      </w:r>
      <w:r>
        <w:t>’</w:t>
      </w:r>
      <w:r w:rsidR="005A3479">
        <w:t>état d</w:t>
      </w:r>
      <w:r>
        <w:t>’</w:t>
      </w:r>
      <w:r w:rsidR="005A3479">
        <w:t>esprit de Jude</w:t>
      </w:r>
      <w:r>
        <w:t xml:space="preserve">. </w:t>
      </w:r>
      <w:r w:rsidR="005A3479">
        <w:t>Vous ne fûtes pas cela</w:t>
      </w:r>
      <w:r>
        <w:t xml:space="preserve">. </w:t>
      </w:r>
      <w:r w:rsidR="005A3479">
        <w:t>Vous avez noblement lutté pour acquérir le savoir</w:t>
      </w:r>
      <w:r>
        <w:t xml:space="preserve">, </w:t>
      </w:r>
      <w:r w:rsidR="005A3479">
        <w:t>et seules les plus viles âmes du monde vous blâmeraient</w:t>
      </w:r>
      <w:r>
        <w:t> !</w:t>
      </w:r>
    </w:p>
    <w:p w14:paraId="35614A34" w14:textId="77777777" w:rsidR="006F1ADB" w:rsidRDefault="005A3479" w:rsidP="005A3479">
      <w:r>
        <w:t>Jude changea de position son enfant</w:t>
      </w:r>
      <w:r w:rsidR="006F1ADB">
        <w:t xml:space="preserve">, </w:t>
      </w:r>
      <w:r>
        <w:t>qui lui gênait le bras</w:t>
      </w:r>
      <w:r w:rsidR="006F1ADB">
        <w:t xml:space="preserve">, </w:t>
      </w:r>
      <w:r>
        <w:t>et il conclut</w:t>
      </w:r>
      <w:r w:rsidR="006F1ADB">
        <w:t> :</w:t>
      </w:r>
    </w:p>
    <w:p w14:paraId="197712C3" w14:textId="68984A25" w:rsidR="006F1ADB" w:rsidRDefault="006F1ADB" w:rsidP="005A3479">
      <w:r>
        <w:t>— </w:t>
      </w:r>
      <w:r w:rsidR="005A3479">
        <w:t>Et le pauvre homme malade que j</w:t>
      </w:r>
      <w:r>
        <w:t>’</w:t>
      </w:r>
      <w:r w:rsidR="005A3479">
        <w:t>apparais n</w:t>
      </w:r>
      <w:r>
        <w:t>’</w:t>
      </w:r>
      <w:r w:rsidR="005A3479">
        <w:t>est pas ce qu</w:t>
      </w:r>
      <w:r>
        <w:t>’</w:t>
      </w:r>
      <w:r w:rsidR="005A3479">
        <w:t>il y a de pire en moi</w:t>
      </w:r>
      <w:r>
        <w:t xml:space="preserve">. </w:t>
      </w:r>
      <w:r w:rsidR="005A3479">
        <w:t>Je suis dans un chaos de principes</w:t>
      </w:r>
      <w:r>
        <w:t xml:space="preserve">, </w:t>
      </w:r>
      <w:r w:rsidR="005A3479">
        <w:t>t</w:t>
      </w:r>
      <w:r w:rsidR="005A3479">
        <w:t>â</w:t>
      </w:r>
      <w:r w:rsidR="005A3479">
        <w:t>tonnant dans l</w:t>
      </w:r>
      <w:r>
        <w:t>’</w:t>
      </w:r>
      <w:r w:rsidR="005A3479">
        <w:t>ombre</w:t>
      </w:r>
      <w:r>
        <w:t xml:space="preserve">, </w:t>
      </w:r>
      <w:r w:rsidR="005A3479">
        <w:t>agissant par instinct</w:t>
      </w:r>
      <w:r>
        <w:t xml:space="preserve">, </w:t>
      </w:r>
      <w:r w:rsidR="005A3479">
        <w:t>sans modèle</w:t>
      </w:r>
      <w:r>
        <w:t xml:space="preserve">. </w:t>
      </w:r>
      <w:r w:rsidR="005A3479">
        <w:t>Il y a huit ou neuf ans</w:t>
      </w:r>
      <w:r>
        <w:t xml:space="preserve">, </w:t>
      </w:r>
      <w:r w:rsidR="005A3479">
        <w:t>lorsque je vins ici pour la première fois</w:t>
      </w:r>
      <w:r>
        <w:t xml:space="preserve">, </w:t>
      </w:r>
      <w:r w:rsidR="005A3479">
        <w:t>j</w:t>
      </w:r>
      <w:r>
        <w:t>’</w:t>
      </w:r>
      <w:r w:rsidR="005A3479">
        <w:t>avais un bagage bien en ordre d</w:t>
      </w:r>
      <w:r>
        <w:t>’</w:t>
      </w:r>
      <w:r w:rsidR="005A3479">
        <w:t>opinions réglées</w:t>
      </w:r>
      <w:r>
        <w:t xml:space="preserve">, </w:t>
      </w:r>
      <w:r w:rsidR="005A3479">
        <w:t>mais elles sont tombées une à une</w:t>
      </w:r>
      <w:r>
        <w:t xml:space="preserve"> ; </w:t>
      </w:r>
      <w:r w:rsidR="005A3479">
        <w:t>et</w:t>
      </w:r>
      <w:r>
        <w:t xml:space="preserve">, </w:t>
      </w:r>
      <w:r w:rsidR="005A3479">
        <w:t>plus je vais</w:t>
      </w:r>
      <w:r>
        <w:t xml:space="preserve">, </w:t>
      </w:r>
      <w:r w:rsidR="005A3479">
        <w:t>moins je suis assuré</w:t>
      </w:r>
      <w:r>
        <w:t xml:space="preserve">. </w:t>
      </w:r>
      <w:r w:rsidR="005A3479">
        <w:t>Je me demande si j</w:t>
      </w:r>
      <w:r>
        <w:t>’</w:t>
      </w:r>
      <w:r w:rsidR="005A3479">
        <w:t>ai présentement une autre règle de vie que de suivre les inclinations qui ne font de mal qu</w:t>
      </w:r>
      <w:r>
        <w:t>’</w:t>
      </w:r>
      <w:r w:rsidR="005A3479">
        <w:t>à moi et à personne d</w:t>
      </w:r>
      <w:r>
        <w:t>’</w:t>
      </w:r>
      <w:r w:rsidR="005A3479">
        <w:t>autre</w:t>
      </w:r>
      <w:r>
        <w:t xml:space="preserve">, </w:t>
      </w:r>
      <w:r w:rsidR="005A3479">
        <w:t>et de faire plaisir à ceux que j</w:t>
      </w:r>
      <w:r>
        <w:t>’</w:t>
      </w:r>
      <w:r w:rsidR="005A3479">
        <w:t>aime le plus</w:t>
      </w:r>
      <w:r>
        <w:t xml:space="preserve">. </w:t>
      </w:r>
      <w:r w:rsidR="005A3479">
        <w:t>Ainsi</w:t>
      </w:r>
      <w:r>
        <w:t xml:space="preserve">, </w:t>
      </w:r>
      <w:r w:rsidR="005A3479">
        <w:t>me</w:t>
      </w:r>
      <w:r w:rsidR="005A3479">
        <w:t>s</w:t>
      </w:r>
      <w:r w:rsidR="005A3479">
        <w:t>sieurs</w:t>
      </w:r>
      <w:r>
        <w:t xml:space="preserve">, </w:t>
      </w:r>
      <w:r w:rsidR="005A3479">
        <w:t>puisque vous vouliez savoir où j</w:t>
      </w:r>
      <w:r>
        <w:t>’</w:t>
      </w:r>
      <w:r w:rsidR="005A3479">
        <w:t>en étais</w:t>
      </w:r>
      <w:r>
        <w:t xml:space="preserve">, </w:t>
      </w:r>
      <w:r w:rsidR="005A3479">
        <w:t>je vous l</w:t>
      </w:r>
      <w:r>
        <w:t>’</w:t>
      </w:r>
      <w:r w:rsidR="005A3479">
        <w:t>ai dit</w:t>
      </w:r>
      <w:r>
        <w:t xml:space="preserve">. </w:t>
      </w:r>
      <w:r w:rsidR="005A3479">
        <w:t>Grand bien vous fasse</w:t>
      </w:r>
      <w:r>
        <w:t xml:space="preserve"> ! </w:t>
      </w:r>
      <w:r w:rsidR="005A3479">
        <w:t>Je ne puis m</w:t>
      </w:r>
      <w:r>
        <w:t>’</w:t>
      </w:r>
      <w:r w:rsidR="005A3479">
        <w:t>expliquer davantage ici</w:t>
      </w:r>
      <w:r>
        <w:t xml:space="preserve">. </w:t>
      </w:r>
      <w:r w:rsidR="005A3479">
        <w:t>Je m</w:t>
      </w:r>
      <w:r>
        <w:t>’</w:t>
      </w:r>
      <w:r w:rsidR="005A3479">
        <w:t>aperçois qu</w:t>
      </w:r>
      <w:r>
        <w:t>’</w:t>
      </w:r>
      <w:r w:rsidR="005A3479">
        <w:t>il y a quelque vice quelque part dans nos formules sociales</w:t>
      </w:r>
      <w:r>
        <w:t xml:space="preserve">. </w:t>
      </w:r>
      <w:r w:rsidR="005A3479">
        <w:t>Lequel</w:t>
      </w:r>
      <w:r>
        <w:t xml:space="preserve"> ? </w:t>
      </w:r>
      <w:r w:rsidR="005A3479">
        <w:t>Il faudra pour le découvrir des hommes et des femmes plus clairvoyants que moi</w:t>
      </w:r>
      <w:r>
        <w:t xml:space="preserve">, </w:t>
      </w:r>
      <w:r w:rsidR="005A3479">
        <w:t>si même ils y peuvent arr</w:t>
      </w:r>
      <w:r w:rsidR="005A3479">
        <w:t>i</w:t>
      </w:r>
      <w:r w:rsidR="005A3479">
        <w:t>ver</w:t>
      </w:r>
      <w:r>
        <w:t xml:space="preserve">, </w:t>
      </w:r>
      <w:r w:rsidR="005A3479">
        <w:t>du moins de notre temps</w:t>
      </w:r>
      <w:r>
        <w:t>. « </w:t>
      </w:r>
      <w:r w:rsidR="005A3479">
        <w:t>Car qui sait ce qui est bon pour l</w:t>
      </w:r>
      <w:r>
        <w:t>’</w:t>
      </w:r>
      <w:r w:rsidR="005A3479">
        <w:t>homme en cette vie</w:t>
      </w:r>
      <w:r>
        <w:t xml:space="preserve"> ? </w:t>
      </w:r>
      <w:r w:rsidR="005A3479">
        <w:t>et qui peut dire à un homme ce qui sera après lui sous le soleil</w:t>
      </w:r>
      <w:r>
        <w:t> ? »</w:t>
      </w:r>
    </w:p>
    <w:p w14:paraId="7447CE23" w14:textId="77777777" w:rsidR="006F1ADB" w:rsidRDefault="006F1ADB" w:rsidP="005A3479">
      <w:r>
        <w:t>— </w:t>
      </w:r>
      <w:r w:rsidR="005A3479">
        <w:t>Écoutez</w:t>
      </w:r>
      <w:r>
        <w:t xml:space="preserve"> ! </w:t>
      </w:r>
      <w:r w:rsidR="005A3479">
        <w:t>Écoutez</w:t>
      </w:r>
      <w:r>
        <w:t xml:space="preserve"> ! </w:t>
      </w:r>
      <w:r w:rsidR="005A3479">
        <w:t>dit la populace</w:t>
      </w:r>
      <w:r>
        <w:t>.</w:t>
      </w:r>
    </w:p>
    <w:p w14:paraId="27EE47F2" w14:textId="77777777" w:rsidR="006F1ADB" w:rsidRDefault="006F1ADB" w:rsidP="005A3479">
      <w:r>
        <w:t>— </w:t>
      </w:r>
      <w:r w:rsidR="005A3479">
        <w:t>Bien prêché</w:t>
      </w:r>
      <w:r>
        <w:t xml:space="preserve"> ! </w:t>
      </w:r>
      <w:r w:rsidR="005A3479">
        <w:t>dit Tinker Taylor</w:t>
      </w:r>
      <w:r>
        <w:t>.</w:t>
      </w:r>
    </w:p>
    <w:p w14:paraId="03154533" w14:textId="77777777" w:rsidR="006F1ADB" w:rsidRDefault="005A3479" w:rsidP="005A3479">
      <w:r>
        <w:t>Et</w:t>
      </w:r>
      <w:r w:rsidR="006F1ADB">
        <w:t xml:space="preserve">, </w:t>
      </w:r>
      <w:r>
        <w:t>s</w:t>
      </w:r>
      <w:r w:rsidR="006F1ADB">
        <w:t>’</w:t>
      </w:r>
      <w:r>
        <w:t>adressant à ses voisins</w:t>
      </w:r>
      <w:r w:rsidR="006F1ADB">
        <w:t> :</w:t>
      </w:r>
    </w:p>
    <w:p w14:paraId="0F9E2EA1" w14:textId="77777777" w:rsidR="006F1ADB" w:rsidRDefault="006F1ADB" w:rsidP="005A3479">
      <w:r>
        <w:lastRenderedPageBreak/>
        <w:t>— </w:t>
      </w:r>
      <w:r w:rsidR="005A3479">
        <w:t>Eh</w:t>
      </w:r>
      <w:r>
        <w:t xml:space="preserve"> ! </w:t>
      </w:r>
      <w:r w:rsidR="005A3479">
        <w:t xml:space="preserve">un de ces pasteurs à tout faire qui fourmillent </w:t>
      </w:r>
      <w:proofErr w:type="spellStart"/>
      <w:r w:rsidR="005A3479">
        <w:t>par là</w:t>
      </w:r>
      <w:proofErr w:type="spellEnd"/>
      <w:r>
        <w:t xml:space="preserve">, </w:t>
      </w:r>
      <w:r w:rsidR="005A3479">
        <w:t>et prennent le service quand nos révérends ont besoin d</w:t>
      </w:r>
      <w:r>
        <w:t>’</w:t>
      </w:r>
      <w:r w:rsidR="005A3479">
        <w:t>un co</w:t>
      </w:r>
      <w:r w:rsidR="005A3479">
        <w:t>n</w:t>
      </w:r>
      <w:r w:rsidR="005A3479">
        <w:t>gé</w:t>
      </w:r>
      <w:r>
        <w:t xml:space="preserve">, </w:t>
      </w:r>
      <w:r w:rsidR="005A3479">
        <w:t>n</w:t>
      </w:r>
      <w:r>
        <w:t>’</w:t>
      </w:r>
      <w:r w:rsidR="005A3479">
        <w:t>aurait pas fait un tel exposé de doctrines pour moins d</w:t>
      </w:r>
      <w:r>
        <w:t>’</w:t>
      </w:r>
      <w:r w:rsidR="005A3479">
        <w:t>une guinée</w:t>
      </w:r>
      <w:r>
        <w:t xml:space="preserve">. </w:t>
      </w:r>
      <w:r w:rsidR="005A3479">
        <w:t>Hein</w:t>
      </w:r>
      <w:r>
        <w:t xml:space="preserve"> ? </w:t>
      </w:r>
      <w:r w:rsidR="005A3479">
        <w:t>Je parie bien que pas un ne l</w:t>
      </w:r>
      <w:r>
        <w:t>’</w:t>
      </w:r>
      <w:r w:rsidR="005A3479">
        <w:t>aurait fait</w:t>
      </w:r>
      <w:r>
        <w:t xml:space="preserve">… </w:t>
      </w:r>
      <w:r w:rsidR="005A3479">
        <w:t>Et ce n</w:t>
      </w:r>
      <w:r>
        <w:t>’</w:t>
      </w:r>
      <w:r w:rsidR="005A3479">
        <w:t>est qu</w:t>
      </w:r>
      <w:r>
        <w:t>’</w:t>
      </w:r>
      <w:r w:rsidR="005A3479">
        <w:t>un ouvrier</w:t>
      </w:r>
      <w:r>
        <w:t> !</w:t>
      </w:r>
    </w:p>
    <w:p w14:paraId="4D2EED57" w14:textId="77777777" w:rsidR="006F1ADB" w:rsidRDefault="005A3479" w:rsidP="005A3479">
      <w:r>
        <w:t>Comme si les choses voulaient commenter les remarques de Jude</w:t>
      </w:r>
      <w:r w:rsidR="006F1ADB">
        <w:t xml:space="preserve">, </w:t>
      </w:r>
      <w:r>
        <w:t>une voiture arriva en ce moment même</w:t>
      </w:r>
      <w:r w:rsidR="006F1ADB">
        <w:t xml:space="preserve">, </w:t>
      </w:r>
      <w:r>
        <w:t>avec un do</w:t>
      </w:r>
      <w:r>
        <w:t>c</w:t>
      </w:r>
      <w:r>
        <w:t>teur en retard</w:t>
      </w:r>
      <w:r w:rsidR="006F1ADB">
        <w:t xml:space="preserve">. </w:t>
      </w:r>
      <w:r>
        <w:t>Il était essoufflé dans sa robe et</w:t>
      </w:r>
      <w:r w:rsidR="006F1ADB">
        <w:t xml:space="preserve">, </w:t>
      </w:r>
      <w:r>
        <w:t>comme le cheval ne s</w:t>
      </w:r>
      <w:r w:rsidR="006F1ADB">
        <w:t>’</w:t>
      </w:r>
      <w:r>
        <w:t>arrêta pas juste où il fallait</w:t>
      </w:r>
      <w:r w:rsidR="006F1ADB">
        <w:t xml:space="preserve">, </w:t>
      </w:r>
      <w:r>
        <w:t>il sauta de la voiture et entra dans le collège</w:t>
      </w:r>
      <w:r w:rsidR="006F1ADB">
        <w:t xml:space="preserve">. </w:t>
      </w:r>
      <w:r>
        <w:t>Le cocher descendit de son siège et se mit à donner à la bête des coups de pied dans le ventre</w:t>
      </w:r>
      <w:r w:rsidR="006F1ADB">
        <w:t>.</w:t>
      </w:r>
    </w:p>
    <w:p w14:paraId="5DD489E7" w14:textId="77777777" w:rsidR="006F1ADB" w:rsidRDefault="006F1ADB" w:rsidP="005A3479">
      <w:r>
        <w:t>— </w:t>
      </w:r>
      <w:r w:rsidR="005A3479">
        <w:t>Si cela peut se faire</w:t>
      </w:r>
      <w:r>
        <w:t xml:space="preserve">, </w:t>
      </w:r>
      <w:r w:rsidR="005A3479">
        <w:t>dit Jude</w:t>
      </w:r>
      <w:r>
        <w:t xml:space="preserve">, </w:t>
      </w:r>
      <w:r w:rsidR="005A3479">
        <w:t>au seuil d</w:t>
      </w:r>
      <w:r>
        <w:t>’</w:t>
      </w:r>
      <w:r w:rsidR="005A3479">
        <w:t>un collège</w:t>
      </w:r>
      <w:r>
        <w:t xml:space="preserve">, </w:t>
      </w:r>
      <w:r w:rsidR="005A3479">
        <w:t>dans la ville par excellence de la religion et de l</w:t>
      </w:r>
      <w:r>
        <w:t>’</w:t>
      </w:r>
      <w:r w:rsidR="005A3479">
        <w:t>éducation</w:t>
      </w:r>
      <w:r>
        <w:t xml:space="preserve">, </w:t>
      </w:r>
      <w:r w:rsidR="005A3479">
        <w:t>où en sommes-nous donc</w:t>
      </w:r>
      <w:r>
        <w:t> ?</w:t>
      </w:r>
    </w:p>
    <w:p w14:paraId="552A7839" w14:textId="77777777" w:rsidR="006F1ADB" w:rsidRDefault="006F1ADB" w:rsidP="005A3479">
      <w:r>
        <w:t>— </w:t>
      </w:r>
      <w:r w:rsidR="005A3479">
        <w:t>Silence</w:t>
      </w:r>
      <w:r>
        <w:t xml:space="preserve"> ! </w:t>
      </w:r>
      <w:r w:rsidR="005A3479">
        <w:t>dit un des policemen</w:t>
      </w:r>
      <w:r>
        <w:t xml:space="preserve">, </w:t>
      </w:r>
      <w:r w:rsidR="005A3479">
        <w:t>préposé avec un camarade à l</w:t>
      </w:r>
      <w:r>
        <w:t>’</w:t>
      </w:r>
      <w:r w:rsidR="005A3479">
        <w:t>ouverture des deux grandes portes</w:t>
      </w:r>
      <w:r>
        <w:t xml:space="preserve"> ; </w:t>
      </w:r>
      <w:r w:rsidR="005A3479">
        <w:t>tenez votre langue tra</w:t>
      </w:r>
      <w:r w:rsidR="005A3479">
        <w:t>n</w:t>
      </w:r>
      <w:r w:rsidR="005A3479">
        <w:t>quille</w:t>
      </w:r>
      <w:r>
        <w:t xml:space="preserve">, </w:t>
      </w:r>
      <w:r w:rsidR="005A3479">
        <w:t>mon brave homme</w:t>
      </w:r>
      <w:r>
        <w:t xml:space="preserve">, </w:t>
      </w:r>
      <w:r w:rsidR="005A3479">
        <w:t>pendant le défilé du cortège</w:t>
      </w:r>
      <w:r>
        <w:t>.</w:t>
      </w:r>
    </w:p>
    <w:p w14:paraId="6058F0E6" w14:textId="77777777" w:rsidR="006F1ADB" w:rsidRDefault="005A3479" w:rsidP="005A3479">
      <w:r>
        <w:t>La pluie tombait plus forte</w:t>
      </w:r>
      <w:r w:rsidR="006F1ADB">
        <w:t xml:space="preserve">, </w:t>
      </w:r>
      <w:r>
        <w:t>et tous ceux qui avaient des p</w:t>
      </w:r>
      <w:r>
        <w:t>a</w:t>
      </w:r>
      <w:r>
        <w:t>rapluies les ouvraient</w:t>
      </w:r>
      <w:r w:rsidR="006F1ADB">
        <w:t xml:space="preserve">. </w:t>
      </w:r>
      <w:r>
        <w:t>Ce n</w:t>
      </w:r>
      <w:r w:rsidR="006F1ADB">
        <w:t>’</w:t>
      </w:r>
      <w:r>
        <w:t>était pas le cas de Jude</w:t>
      </w:r>
      <w:r w:rsidR="006F1ADB">
        <w:t xml:space="preserve">, </w:t>
      </w:r>
      <w:r>
        <w:t>et Sue n</w:t>
      </w:r>
      <w:r w:rsidR="006F1ADB">
        <w:t>’</w:t>
      </w:r>
      <w:r>
        <w:t>avait qu</w:t>
      </w:r>
      <w:r w:rsidR="006F1ADB">
        <w:t>’</w:t>
      </w:r>
      <w:r>
        <w:t>une petite ombrelle</w:t>
      </w:r>
      <w:r w:rsidR="006F1ADB">
        <w:t xml:space="preserve">. </w:t>
      </w:r>
      <w:r>
        <w:t>Elle était devenue pâle</w:t>
      </w:r>
      <w:r w:rsidR="006F1ADB">
        <w:t xml:space="preserve">, </w:t>
      </w:r>
      <w:r>
        <w:t>bien que Jude ne le remarquât pas</w:t>
      </w:r>
      <w:r w:rsidR="006F1ADB">
        <w:t>.</w:t>
      </w:r>
    </w:p>
    <w:p w14:paraId="6414064C" w14:textId="77777777" w:rsidR="006F1ADB" w:rsidRDefault="006F1ADB" w:rsidP="005A3479">
      <w:r>
        <w:t>— </w:t>
      </w:r>
      <w:r w:rsidR="005A3479">
        <w:t>Allons-nous-en</w:t>
      </w:r>
      <w:r>
        <w:t xml:space="preserve">, </w:t>
      </w:r>
      <w:r w:rsidR="005A3479">
        <w:t>cher</w:t>
      </w:r>
      <w:r>
        <w:t xml:space="preserve">, </w:t>
      </w:r>
      <w:r w:rsidR="005A3479">
        <w:t>dit-elle tout bas</w:t>
      </w:r>
      <w:r>
        <w:t xml:space="preserve">, </w:t>
      </w:r>
      <w:r w:rsidR="005A3479">
        <w:t>en essayant de l</w:t>
      </w:r>
      <w:r>
        <w:t>’</w:t>
      </w:r>
      <w:r w:rsidR="005A3479">
        <w:t>abriter</w:t>
      </w:r>
      <w:r>
        <w:t xml:space="preserve">. </w:t>
      </w:r>
      <w:r w:rsidR="005A3479">
        <w:t>N</w:t>
      </w:r>
      <w:r>
        <w:t>’</w:t>
      </w:r>
      <w:r w:rsidR="005A3479">
        <w:t>oubliez pas que nous n</w:t>
      </w:r>
      <w:r>
        <w:t>’</w:t>
      </w:r>
      <w:r w:rsidR="005A3479">
        <w:t>avons pas encore de log</w:t>
      </w:r>
      <w:r w:rsidR="005A3479">
        <w:t>e</w:t>
      </w:r>
      <w:r w:rsidR="005A3479">
        <w:t>ment et que toutes nos affaires sont à la station</w:t>
      </w:r>
      <w:r>
        <w:t xml:space="preserve">. </w:t>
      </w:r>
      <w:r w:rsidR="005A3479">
        <w:t>Et puis</w:t>
      </w:r>
      <w:r>
        <w:t xml:space="preserve">, </w:t>
      </w:r>
      <w:r w:rsidR="005A3479">
        <w:t>vous n</w:t>
      </w:r>
      <w:r>
        <w:t>’</w:t>
      </w:r>
      <w:r w:rsidR="005A3479">
        <w:t>êtes pas bien du tout encore</w:t>
      </w:r>
      <w:r>
        <w:t xml:space="preserve">. </w:t>
      </w:r>
      <w:proofErr w:type="gramStart"/>
      <w:r w:rsidR="005A3479">
        <w:t>J</w:t>
      </w:r>
      <w:r>
        <w:t>’</w:t>
      </w:r>
      <w:r w:rsidR="005A3479">
        <w:t>ai peur</w:t>
      </w:r>
      <w:proofErr w:type="gramEnd"/>
      <w:r w:rsidR="005A3479">
        <w:t xml:space="preserve"> que cette pluie vous fasse mal</w:t>
      </w:r>
      <w:r>
        <w:t> !</w:t>
      </w:r>
    </w:p>
    <w:p w14:paraId="635FFE18" w14:textId="77777777" w:rsidR="006F1ADB" w:rsidRDefault="006F1ADB" w:rsidP="005A3479">
      <w:r>
        <w:t>— </w:t>
      </w:r>
      <w:r w:rsidR="005A3479">
        <w:t>Les voilà</w:t>
      </w:r>
      <w:r>
        <w:t xml:space="preserve">, </w:t>
      </w:r>
      <w:r w:rsidR="005A3479">
        <w:t>qui arrivent</w:t>
      </w:r>
      <w:r>
        <w:t xml:space="preserve">. </w:t>
      </w:r>
      <w:r w:rsidR="005A3479">
        <w:t>Un moment</w:t>
      </w:r>
      <w:r>
        <w:t xml:space="preserve">, </w:t>
      </w:r>
      <w:r w:rsidR="005A3479">
        <w:t>et je vous suis</w:t>
      </w:r>
      <w:r>
        <w:t xml:space="preserve">, </w:t>
      </w:r>
      <w:r w:rsidR="005A3479">
        <w:t>dit-il</w:t>
      </w:r>
      <w:r>
        <w:t>.</w:t>
      </w:r>
    </w:p>
    <w:p w14:paraId="484DD339" w14:textId="77777777" w:rsidR="006F1ADB" w:rsidRDefault="005A3479" w:rsidP="005A3479">
      <w:r>
        <w:lastRenderedPageBreak/>
        <w:t>Un carillon de six cloches prit sa volée</w:t>
      </w:r>
      <w:r w:rsidR="006F1ADB">
        <w:t xml:space="preserve"> ; </w:t>
      </w:r>
      <w:r>
        <w:t>les têtes appar</w:t>
      </w:r>
      <w:r>
        <w:t>u</w:t>
      </w:r>
      <w:r>
        <w:t>rent aux fenêtres et le défilé des proviseurs et des nouveaux do</w:t>
      </w:r>
      <w:r>
        <w:t>c</w:t>
      </w:r>
      <w:r>
        <w:t>teurs commença</w:t>
      </w:r>
      <w:r w:rsidR="006F1ADB">
        <w:t xml:space="preserve"> ; </w:t>
      </w:r>
      <w:r>
        <w:t>leurs formes rouges et noires passaient d</w:t>
      </w:r>
      <w:r>
        <w:t>e</w:t>
      </w:r>
      <w:r>
        <w:t>vant la vision de Jude</w:t>
      </w:r>
      <w:r w:rsidR="006F1ADB">
        <w:t xml:space="preserve">, </w:t>
      </w:r>
      <w:r>
        <w:t>comme d</w:t>
      </w:r>
      <w:r w:rsidR="006F1ADB">
        <w:t>’</w:t>
      </w:r>
      <w:r>
        <w:t>inaccessibles planètes devant un objectif</w:t>
      </w:r>
      <w:r w:rsidR="006F1ADB">
        <w:t>.</w:t>
      </w:r>
    </w:p>
    <w:p w14:paraId="478F3549" w14:textId="77777777" w:rsidR="006F1ADB" w:rsidRDefault="005A3479" w:rsidP="005A3479">
      <w:r>
        <w:t>À mesure qu</w:t>
      </w:r>
      <w:r w:rsidR="006F1ADB">
        <w:t>’</w:t>
      </w:r>
      <w:r>
        <w:t>ils défilaient</w:t>
      </w:r>
      <w:r w:rsidR="006F1ADB">
        <w:t xml:space="preserve">, </w:t>
      </w:r>
      <w:r>
        <w:t>on se disait leurs noms</w:t>
      </w:r>
      <w:r w:rsidR="006F1ADB">
        <w:t xml:space="preserve"> ; </w:t>
      </w:r>
      <w:r>
        <w:t>et quand ils atteignirent le vieux théâtre en cirque de Wren</w:t>
      </w:r>
      <w:r w:rsidR="006F1ADB">
        <w:t xml:space="preserve">, </w:t>
      </w:r>
      <w:r>
        <w:t>une acclamation s</w:t>
      </w:r>
      <w:r w:rsidR="006F1ADB">
        <w:t>’</w:t>
      </w:r>
      <w:r>
        <w:t>éleva</w:t>
      </w:r>
      <w:r w:rsidR="006F1ADB">
        <w:t>.</w:t>
      </w:r>
    </w:p>
    <w:p w14:paraId="724377F3" w14:textId="77777777" w:rsidR="006F1ADB" w:rsidRDefault="006F1ADB" w:rsidP="005A3479">
      <w:r>
        <w:t>— </w:t>
      </w:r>
      <w:r w:rsidR="005A3479">
        <w:t xml:space="preserve">Allons </w:t>
      </w:r>
      <w:proofErr w:type="spellStart"/>
      <w:r w:rsidR="005A3479">
        <w:t>par là</w:t>
      </w:r>
      <w:proofErr w:type="spellEnd"/>
      <w:r>
        <w:t xml:space="preserve">, </w:t>
      </w:r>
      <w:r w:rsidR="005A3479">
        <w:t>cria Jude</w:t>
      </w:r>
      <w:r>
        <w:t>.</w:t>
      </w:r>
    </w:p>
    <w:p w14:paraId="1E800A01" w14:textId="77777777" w:rsidR="006F1ADB" w:rsidRDefault="005A3479" w:rsidP="005A3479">
      <w:r>
        <w:t>La pluie tombait à verse</w:t>
      </w:r>
      <w:r w:rsidR="006F1ADB">
        <w:t xml:space="preserve">, </w:t>
      </w:r>
      <w:r>
        <w:t>mais il ne semblait pas s</w:t>
      </w:r>
      <w:r w:rsidR="006F1ADB">
        <w:t>’</w:t>
      </w:r>
      <w:r>
        <w:t>en ape</w:t>
      </w:r>
      <w:r>
        <w:t>r</w:t>
      </w:r>
      <w:r>
        <w:t>cevoir et il les entraîna vers le théâtre</w:t>
      </w:r>
      <w:r w:rsidR="006F1ADB">
        <w:t xml:space="preserve">. </w:t>
      </w:r>
      <w:r>
        <w:t>Là</w:t>
      </w:r>
      <w:r w:rsidR="006F1ADB">
        <w:t xml:space="preserve">, </w:t>
      </w:r>
      <w:r>
        <w:t>ils s</w:t>
      </w:r>
      <w:r w:rsidR="006F1ADB">
        <w:t>’</w:t>
      </w:r>
      <w:r>
        <w:t>arrêtèrent sur la paille étendue pour étouffer le bruit discordant des roues</w:t>
      </w:r>
      <w:r w:rsidR="006F1ADB">
        <w:t xml:space="preserve">. </w:t>
      </w:r>
      <w:r>
        <w:t>Les étranges bustes de pierre</w:t>
      </w:r>
      <w:r w:rsidR="006F1ADB">
        <w:t xml:space="preserve">, </w:t>
      </w:r>
      <w:r>
        <w:t>rongés par la gelée</w:t>
      </w:r>
      <w:r w:rsidR="006F1ADB">
        <w:t xml:space="preserve">, </w:t>
      </w:r>
      <w:r>
        <w:t>qui entouraient l</w:t>
      </w:r>
      <w:r w:rsidR="006F1ADB">
        <w:t>’</w:t>
      </w:r>
      <w:r>
        <w:t>édifice</w:t>
      </w:r>
      <w:r w:rsidR="006F1ADB">
        <w:t xml:space="preserve">, </w:t>
      </w:r>
      <w:r>
        <w:t>les regardaient avec leur hideuse pâleur</w:t>
      </w:r>
      <w:r w:rsidR="006F1ADB">
        <w:t xml:space="preserve"> (</w:t>
      </w:r>
      <w:r>
        <w:t>en particulier Jude</w:t>
      </w:r>
      <w:r w:rsidR="006F1ADB">
        <w:t xml:space="preserve">, </w:t>
      </w:r>
      <w:r>
        <w:t>Suzanne et leurs enfants</w:t>
      </w:r>
      <w:r w:rsidR="006F1ADB">
        <w:t xml:space="preserve">), </w:t>
      </w:r>
      <w:r>
        <w:t>comme de grotesques perso</w:t>
      </w:r>
      <w:r>
        <w:t>n</w:t>
      </w:r>
      <w:r>
        <w:t>nages qui n</w:t>
      </w:r>
      <w:r w:rsidR="006F1ADB">
        <w:t>’</w:t>
      </w:r>
      <w:r>
        <w:t>avaient rien à faire ici</w:t>
      </w:r>
      <w:r w:rsidR="006F1ADB">
        <w:t>.</w:t>
      </w:r>
    </w:p>
    <w:p w14:paraId="4A4D725E" w14:textId="77777777" w:rsidR="006F1ADB" w:rsidRDefault="006F1ADB" w:rsidP="005A3479">
      <w:r>
        <w:t>— </w:t>
      </w:r>
      <w:r w:rsidR="005A3479">
        <w:t>Je voudrais pouvoir entrer</w:t>
      </w:r>
      <w:r>
        <w:t xml:space="preserve"> ! </w:t>
      </w:r>
      <w:r w:rsidR="005A3479">
        <w:t>dit-il fiévreusement à Sue</w:t>
      </w:r>
      <w:r>
        <w:t xml:space="preserve">. </w:t>
      </w:r>
      <w:r w:rsidR="005A3479">
        <w:t>Écoutez</w:t>
      </w:r>
      <w:r>
        <w:t xml:space="preserve">… </w:t>
      </w:r>
      <w:r w:rsidR="005A3479">
        <w:t>Je puis attraper quelques mots du discours latin</w:t>
      </w:r>
      <w:r>
        <w:t xml:space="preserve">, </w:t>
      </w:r>
      <w:r w:rsidR="005A3479">
        <w:t>en restant ici</w:t>
      </w:r>
      <w:r>
        <w:t xml:space="preserve"> ; </w:t>
      </w:r>
      <w:r w:rsidR="005A3479">
        <w:t>les fenêtres sont ouvertes</w:t>
      </w:r>
      <w:r>
        <w:t>.</w:t>
      </w:r>
    </w:p>
    <w:p w14:paraId="05E9AB06" w14:textId="77777777" w:rsidR="006F1ADB" w:rsidRDefault="005A3479" w:rsidP="005A3479">
      <w:r>
        <w:t>Malgré tout</w:t>
      </w:r>
      <w:r w:rsidR="006F1ADB">
        <w:t xml:space="preserve">, </w:t>
      </w:r>
      <w:r>
        <w:t>à travers le bruit continu de l</w:t>
      </w:r>
      <w:r w:rsidR="006F1ADB">
        <w:t>’</w:t>
      </w:r>
      <w:r>
        <w:t>orgue</w:t>
      </w:r>
      <w:r w:rsidR="006F1ADB">
        <w:t xml:space="preserve">, </w:t>
      </w:r>
      <w:r>
        <w:t>les cris et les hourras qui scandaient chaque période oratoire</w:t>
      </w:r>
      <w:r w:rsidR="006F1ADB">
        <w:t xml:space="preserve">, </w:t>
      </w:r>
      <w:r>
        <w:t>Jude eut beau rester sous la pluie</w:t>
      </w:r>
      <w:r w:rsidR="006F1ADB">
        <w:t xml:space="preserve">, </w:t>
      </w:r>
      <w:r>
        <w:t>il n</w:t>
      </w:r>
      <w:r w:rsidR="006F1ADB">
        <w:t>’</w:t>
      </w:r>
      <w:r>
        <w:t>arriva guère de latin à ses oreilles que</w:t>
      </w:r>
      <w:r w:rsidR="006F1ADB">
        <w:t xml:space="preserve">, </w:t>
      </w:r>
      <w:r>
        <w:t>de temps à autre</w:t>
      </w:r>
      <w:r w:rsidR="006F1ADB">
        <w:t xml:space="preserve">, </w:t>
      </w:r>
      <w:r>
        <w:t xml:space="preserve">un mot sonore en </w:t>
      </w:r>
      <w:r>
        <w:rPr>
          <w:i/>
        </w:rPr>
        <w:t>um</w:t>
      </w:r>
      <w:r>
        <w:t xml:space="preserve"> ou </w:t>
      </w:r>
      <w:proofErr w:type="spellStart"/>
      <w:r>
        <w:rPr>
          <w:i/>
        </w:rPr>
        <w:t>ibus</w:t>
      </w:r>
      <w:proofErr w:type="spellEnd"/>
      <w:r w:rsidR="006F1ADB">
        <w:t>.</w:t>
      </w:r>
    </w:p>
    <w:p w14:paraId="32A21E43" w14:textId="77777777" w:rsidR="006F1ADB" w:rsidRDefault="006F1ADB" w:rsidP="005A3479">
      <w:r>
        <w:t>— </w:t>
      </w:r>
      <w:r w:rsidR="005A3479">
        <w:t>Oui</w:t>
      </w:r>
      <w:r>
        <w:t xml:space="preserve">,… </w:t>
      </w:r>
      <w:r w:rsidR="005A3479">
        <w:t>je suis un paysan qui reste dehors</w:t>
      </w:r>
      <w:r>
        <w:t xml:space="preserve">, </w:t>
      </w:r>
      <w:r w:rsidR="005A3479">
        <w:t>jusqu</w:t>
      </w:r>
      <w:r>
        <w:t>’</w:t>
      </w:r>
      <w:r w:rsidR="005A3479">
        <w:t>à la fin de mes jours</w:t>
      </w:r>
      <w:r>
        <w:t xml:space="preserve"> ! </w:t>
      </w:r>
      <w:r w:rsidR="005A3479">
        <w:t>soupira-t-il après quelque temps</w:t>
      </w:r>
      <w:r>
        <w:t xml:space="preserve">. </w:t>
      </w:r>
      <w:r w:rsidR="005A3479">
        <w:t>Maintenant</w:t>
      </w:r>
      <w:r>
        <w:t xml:space="preserve">, </w:t>
      </w:r>
      <w:r w:rsidR="005A3479">
        <w:t>je veux bien partir</w:t>
      </w:r>
      <w:r>
        <w:t xml:space="preserve">, </w:t>
      </w:r>
      <w:r w:rsidR="005A3479">
        <w:t>ma patiente Sue</w:t>
      </w:r>
      <w:r>
        <w:t xml:space="preserve">. </w:t>
      </w:r>
      <w:r w:rsidR="005A3479">
        <w:t xml:space="preserve">Quelle bonté est la </w:t>
      </w:r>
      <w:proofErr w:type="spellStart"/>
      <w:r w:rsidR="005A3479">
        <w:t>votre</w:t>
      </w:r>
      <w:proofErr w:type="spellEnd"/>
      <w:r w:rsidR="005A3479">
        <w:t xml:space="preserve"> de m</w:t>
      </w:r>
      <w:r>
        <w:t>’</w:t>
      </w:r>
      <w:r w:rsidR="005A3479">
        <w:t>attendre dans la pluie tout ce temps</w:t>
      </w:r>
      <w:r>
        <w:t xml:space="preserve">, </w:t>
      </w:r>
      <w:r w:rsidR="005A3479">
        <w:t>pour satisfaire ma folie</w:t>
      </w:r>
      <w:r>
        <w:t xml:space="preserve"> ! </w:t>
      </w:r>
      <w:r w:rsidR="005A3479">
        <w:t>Je n</w:t>
      </w:r>
      <w:r>
        <w:t>’</w:t>
      </w:r>
      <w:r w:rsidR="005A3479">
        <w:t>aurai plus jamais souci de ce lieu maudit</w:t>
      </w:r>
      <w:r>
        <w:t xml:space="preserve">, </w:t>
      </w:r>
      <w:r w:rsidR="005A3479">
        <w:t>plus jamais</w:t>
      </w:r>
      <w:r>
        <w:t xml:space="preserve">, </w:t>
      </w:r>
      <w:r w:rsidR="005A3479">
        <w:t>sur mon âme</w:t>
      </w:r>
      <w:r>
        <w:t xml:space="preserve"> ! </w:t>
      </w:r>
      <w:r w:rsidR="005A3479">
        <w:t>Mais qu</w:t>
      </w:r>
      <w:r>
        <w:t>’</w:t>
      </w:r>
      <w:r w:rsidR="005A3479">
        <w:t xml:space="preserve">est-ce qui vous faisait trembler </w:t>
      </w:r>
      <w:r w:rsidR="005A3479">
        <w:lastRenderedPageBreak/>
        <w:t>ainsi quand nous étions à la barrière</w:t>
      </w:r>
      <w:r>
        <w:t xml:space="preserve"> ! </w:t>
      </w:r>
      <w:r w:rsidR="005A3479">
        <w:t>Et comme vous êtes pâle</w:t>
      </w:r>
      <w:r>
        <w:t xml:space="preserve">, </w:t>
      </w:r>
      <w:r w:rsidR="005A3479">
        <w:t>Sue</w:t>
      </w:r>
      <w:r>
        <w:t> !</w:t>
      </w:r>
    </w:p>
    <w:p w14:paraId="29E02D14" w14:textId="77777777" w:rsidR="006F1ADB" w:rsidRDefault="006F1ADB" w:rsidP="005A3479">
      <w:r>
        <w:t>— </w:t>
      </w:r>
      <w:r w:rsidR="005A3479">
        <w:t>J</w:t>
      </w:r>
      <w:r>
        <w:t>’</w:t>
      </w:r>
      <w:r w:rsidR="005A3479">
        <w:t>ai vu Richard dans la foule de l</w:t>
      </w:r>
      <w:r>
        <w:t>’</w:t>
      </w:r>
      <w:r w:rsidR="005A3479">
        <w:t>autre côté</w:t>
      </w:r>
      <w:r>
        <w:t>.</w:t>
      </w:r>
    </w:p>
    <w:p w14:paraId="3A87FE0E" w14:textId="77777777" w:rsidR="006F1ADB" w:rsidRDefault="006F1ADB" w:rsidP="005A3479">
      <w:r>
        <w:t>— </w:t>
      </w:r>
      <w:r w:rsidR="005A3479">
        <w:t>Ah</w:t>
      </w:r>
      <w:r>
        <w:t xml:space="preserve"> ! </w:t>
      </w:r>
      <w:r w:rsidR="005A3479">
        <w:t>vraiment</w:t>
      </w:r>
      <w:r>
        <w:t> ?</w:t>
      </w:r>
    </w:p>
    <w:p w14:paraId="06AE1890" w14:textId="77777777" w:rsidR="006F1ADB" w:rsidRDefault="006F1ADB" w:rsidP="005A3479">
      <w:r>
        <w:t>— </w:t>
      </w:r>
      <w:r w:rsidR="005A3479">
        <w:t xml:space="preserve">Il est évidemment venu à </w:t>
      </w:r>
      <w:proofErr w:type="spellStart"/>
      <w:r w:rsidR="005A3479">
        <w:t>Christminster</w:t>
      </w:r>
      <w:proofErr w:type="spellEnd"/>
      <w:r w:rsidR="005A3479">
        <w:t xml:space="preserve"> pour voir la fête</w:t>
      </w:r>
      <w:r>
        <w:t xml:space="preserve">, </w:t>
      </w:r>
      <w:r w:rsidR="005A3479">
        <w:t>comme nous tous</w:t>
      </w:r>
      <w:r>
        <w:t xml:space="preserve">. </w:t>
      </w:r>
      <w:r w:rsidR="005A3479">
        <w:t>Et j</w:t>
      </w:r>
      <w:r>
        <w:t>’</w:t>
      </w:r>
      <w:r w:rsidR="005A3479">
        <w:t>en conclus qu</w:t>
      </w:r>
      <w:r>
        <w:t>’</w:t>
      </w:r>
      <w:r w:rsidR="005A3479">
        <w:t>il ne doit pas habiter bien loin</w:t>
      </w:r>
      <w:r>
        <w:t xml:space="preserve">. </w:t>
      </w:r>
      <w:r w:rsidR="005A3479">
        <w:t>Il avait la même passion de l</w:t>
      </w:r>
      <w:r>
        <w:t>’</w:t>
      </w:r>
      <w:r w:rsidR="005A3479">
        <w:t>Université que vous-même</w:t>
      </w:r>
      <w:r>
        <w:t xml:space="preserve">, </w:t>
      </w:r>
      <w:r w:rsidR="005A3479">
        <w:t>sous une forme plus douce</w:t>
      </w:r>
      <w:r>
        <w:t xml:space="preserve">. </w:t>
      </w:r>
      <w:r w:rsidR="005A3479">
        <w:t>Je ne crois pas qu</w:t>
      </w:r>
      <w:r>
        <w:t>’</w:t>
      </w:r>
      <w:r w:rsidR="005A3479">
        <w:t>il m</w:t>
      </w:r>
      <w:r>
        <w:t>’</w:t>
      </w:r>
      <w:r w:rsidR="005A3479">
        <w:t>ait vue</w:t>
      </w:r>
      <w:r>
        <w:t xml:space="preserve">, </w:t>
      </w:r>
      <w:r w:rsidR="005A3479">
        <w:t>bien qu</w:t>
      </w:r>
      <w:r>
        <w:t>’</w:t>
      </w:r>
      <w:r w:rsidR="005A3479">
        <w:t>il vous ait sans doute entendu haranguer la foule</w:t>
      </w:r>
      <w:r>
        <w:t xml:space="preserve">. </w:t>
      </w:r>
      <w:r w:rsidR="005A3479">
        <w:t>Mais il ne semblait pas y faire attention</w:t>
      </w:r>
      <w:r>
        <w:t>.</w:t>
      </w:r>
    </w:p>
    <w:p w14:paraId="3DB3E17C" w14:textId="77777777" w:rsidR="006F1ADB" w:rsidRDefault="006F1ADB" w:rsidP="005A3479">
      <w:r>
        <w:t>— </w:t>
      </w:r>
      <w:r w:rsidR="005A3479">
        <w:t>Eh bien</w:t>
      </w:r>
      <w:r>
        <w:t xml:space="preserve">, </w:t>
      </w:r>
      <w:r w:rsidR="005A3479">
        <w:t>supposez qu</w:t>
      </w:r>
      <w:r>
        <w:t>’</w:t>
      </w:r>
      <w:r w:rsidR="005A3479">
        <w:t>il vous ait vue</w:t>
      </w:r>
      <w:r>
        <w:t xml:space="preserve">. </w:t>
      </w:r>
      <w:r w:rsidR="005A3479">
        <w:t>Plus rien ne vous trouble à son sujet</w:t>
      </w:r>
      <w:r>
        <w:t xml:space="preserve">, </w:t>
      </w:r>
      <w:r w:rsidR="005A3479">
        <w:t>maintenant</w:t>
      </w:r>
      <w:r>
        <w:t xml:space="preserve">, </w:t>
      </w:r>
      <w:r w:rsidR="005A3479">
        <w:t>ma Suzanne</w:t>
      </w:r>
      <w:r>
        <w:t> ?</w:t>
      </w:r>
    </w:p>
    <w:p w14:paraId="3BD99112" w14:textId="77777777" w:rsidR="006F1ADB" w:rsidRDefault="006F1ADB" w:rsidP="005A3479">
      <w:r>
        <w:t>— </w:t>
      </w:r>
      <w:r w:rsidR="005A3479">
        <w:t>Non</w:t>
      </w:r>
      <w:r>
        <w:t xml:space="preserve">, </w:t>
      </w:r>
      <w:r w:rsidR="005A3479">
        <w:t>certes</w:t>
      </w:r>
      <w:r>
        <w:t xml:space="preserve">. </w:t>
      </w:r>
      <w:r w:rsidR="005A3479">
        <w:t>Mais je suis faible</w:t>
      </w:r>
      <w:r>
        <w:t xml:space="preserve">. </w:t>
      </w:r>
      <w:r w:rsidR="005A3479">
        <w:t>J</w:t>
      </w:r>
      <w:r>
        <w:t>’</w:t>
      </w:r>
      <w:r w:rsidR="005A3479">
        <w:t>ai beau savoir que tout est bien ainsi</w:t>
      </w:r>
      <w:r>
        <w:t xml:space="preserve"> ; </w:t>
      </w:r>
      <w:r w:rsidR="005A3479">
        <w:t>j</w:t>
      </w:r>
      <w:r>
        <w:t>’</w:t>
      </w:r>
      <w:r w:rsidR="005A3479">
        <w:t>ai senti je ne sais quelle crainte devant lui</w:t>
      </w:r>
      <w:r>
        <w:t xml:space="preserve"> : </w:t>
      </w:r>
      <w:r w:rsidR="005A3479">
        <w:t>un respect ou une terreur des conventions auxquelles je ne crois pas</w:t>
      </w:r>
      <w:r>
        <w:t xml:space="preserve">. </w:t>
      </w:r>
      <w:r w:rsidR="005A3479">
        <w:t>Cela m</w:t>
      </w:r>
      <w:r>
        <w:t>’</w:t>
      </w:r>
      <w:r w:rsidR="005A3479">
        <w:t>envahit parfois</w:t>
      </w:r>
      <w:r>
        <w:t xml:space="preserve">, </w:t>
      </w:r>
      <w:r w:rsidR="005A3479">
        <w:t>comme une sorte de paralysie qui se glisse</w:t>
      </w:r>
      <w:r>
        <w:t xml:space="preserve">, </w:t>
      </w:r>
      <w:r w:rsidR="005A3479">
        <w:t>et je suis si triste alors</w:t>
      </w:r>
      <w:r>
        <w:t> !</w:t>
      </w:r>
    </w:p>
    <w:p w14:paraId="0C82C33D" w14:textId="77777777" w:rsidR="006F1ADB" w:rsidRDefault="006F1ADB" w:rsidP="005A3479">
      <w:r>
        <w:t>— </w:t>
      </w:r>
      <w:r w:rsidR="005A3479">
        <w:t>Vous êtes fatiguée</w:t>
      </w:r>
      <w:r>
        <w:t xml:space="preserve">, </w:t>
      </w:r>
      <w:r w:rsidR="005A3479">
        <w:t>Sue</w:t>
      </w:r>
      <w:r>
        <w:t xml:space="preserve">. </w:t>
      </w:r>
      <w:r w:rsidR="005A3479">
        <w:t>Oh</w:t>
      </w:r>
      <w:r>
        <w:t xml:space="preserve"> !… </w:t>
      </w:r>
      <w:r w:rsidR="005A3479">
        <w:t>j</w:t>
      </w:r>
      <w:r>
        <w:t>’</w:t>
      </w:r>
      <w:r w:rsidR="005A3479">
        <w:t>oubliais</w:t>
      </w:r>
      <w:r>
        <w:t xml:space="preserve">, </w:t>
      </w:r>
      <w:r w:rsidR="005A3479">
        <w:t>chérie</w:t>
      </w:r>
      <w:r>
        <w:t xml:space="preserve"> ! </w:t>
      </w:r>
      <w:r w:rsidR="005A3479">
        <w:t>Oui</w:t>
      </w:r>
      <w:r>
        <w:t xml:space="preserve">, </w:t>
      </w:r>
      <w:r w:rsidR="005A3479">
        <w:t>nous allons partir ensemble</w:t>
      </w:r>
      <w:r>
        <w:t>.</w:t>
      </w:r>
    </w:p>
    <w:p w14:paraId="0C46D65F" w14:textId="77777777" w:rsidR="006F1ADB" w:rsidRDefault="005A3479" w:rsidP="005A3479">
      <w:r>
        <w:t>Ils s</w:t>
      </w:r>
      <w:r w:rsidR="006F1ADB">
        <w:t>’</w:t>
      </w:r>
      <w:r>
        <w:t>en allèrent à la recherche d</w:t>
      </w:r>
      <w:r w:rsidR="006F1ADB">
        <w:t>’</w:t>
      </w:r>
      <w:r>
        <w:t>un logement</w:t>
      </w:r>
      <w:r w:rsidR="006F1ADB">
        <w:t xml:space="preserve">, </w:t>
      </w:r>
      <w:r>
        <w:t>et finirent par trouver quelque chose qui semblait pouvoir convenir</w:t>
      </w:r>
      <w:r w:rsidR="006F1ADB">
        <w:t xml:space="preserve">, </w:t>
      </w:r>
      <w:r>
        <w:t xml:space="preserve">dans </w:t>
      </w:r>
      <w:proofErr w:type="spellStart"/>
      <w:r>
        <w:t>Mildew</w:t>
      </w:r>
      <w:proofErr w:type="spellEnd"/>
      <w:r>
        <w:t xml:space="preserve"> Lane</w:t>
      </w:r>
      <w:r w:rsidR="006F1ADB">
        <w:t xml:space="preserve"> ; </w:t>
      </w:r>
      <w:r>
        <w:t>un endroit qui séduisait Jude irrésistiblement</w:t>
      </w:r>
      <w:r w:rsidR="006F1ADB">
        <w:t xml:space="preserve">, </w:t>
      </w:r>
      <w:r>
        <w:t>bien qu</w:t>
      </w:r>
      <w:r w:rsidR="006F1ADB">
        <w:t>’</w:t>
      </w:r>
      <w:r>
        <w:t>il n</w:t>
      </w:r>
      <w:r w:rsidR="006F1ADB">
        <w:t>’</w:t>
      </w:r>
      <w:r>
        <w:t>exerçât pas la même fascination sur Suzanne</w:t>
      </w:r>
      <w:r w:rsidR="006F1ADB">
        <w:t xml:space="preserve"> ; </w:t>
      </w:r>
      <w:r>
        <w:t>un passage étroit qui donnait sur le derrière d</w:t>
      </w:r>
      <w:r w:rsidR="006F1ADB">
        <w:t>’</w:t>
      </w:r>
      <w:r>
        <w:t>un collège</w:t>
      </w:r>
      <w:r w:rsidR="006F1ADB">
        <w:t xml:space="preserve">, </w:t>
      </w:r>
      <w:r>
        <w:t>mais sans communication avec lui</w:t>
      </w:r>
      <w:r w:rsidR="006F1ADB">
        <w:t xml:space="preserve">. </w:t>
      </w:r>
      <w:r>
        <w:t>Les petites maisons étaient plongées dans l</w:t>
      </w:r>
      <w:r w:rsidR="006F1ADB">
        <w:t>’</w:t>
      </w:r>
      <w:r>
        <w:t>ombre par les hauts bâtiments collégiaux</w:t>
      </w:r>
      <w:r w:rsidR="006F1ADB">
        <w:t xml:space="preserve">, </w:t>
      </w:r>
      <w:r>
        <w:t>à l</w:t>
      </w:r>
      <w:r w:rsidR="006F1ADB">
        <w:t>’</w:t>
      </w:r>
      <w:r>
        <w:t>intérieur desquels la vie était aussi éloignée de celle des gens de la rue que si elle avait été de l</w:t>
      </w:r>
      <w:r w:rsidR="006F1ADB">
        <w:t>’</w:t>
      </w:r>
      <w:r>
        <w:t>autre côté du globe</w:t>
      </w:r>
      <w:r w:rsidR="006F1ADB">
        <w:t xml:space="preserve"> ; </w:t>
      </w:r>
      <w:r>
        <w:t>pourtant</w:t>
      </w:r>
      <w:r w:rsidR="006F1ADB">
        <w:t xml:space="preserve">, </w:t>
      </w:r>
      <w:r>
        <w:t>il n</w:t>
      </w:r>
      <w:r w:rsidR="006F1ADB">
        <w:t>’</w:t>
      </w:r>
      <w:r>
        <w:t>y avait entre elles que l</w:t>
      </w:r>
      <w:r w:rsidR="006F1ADB">
        <w:t>’</w:t>
      </w:r>
      <w:r>
        <w:t>épaisseur d</w:t>
      </w:r>
      <w:r w:rsidR="006F1ADB">
        <w:t>’</w:t>
      </w:r>
      <w:r>
        <w:t>une muraille</w:t>
      </w:r>
      <w:r w:rsidR="006F1ADB">
        <w:t xml:space="preserve">. </w:t>
      </w:r>
      <w:r>
        <w:lastRenderedPageBreak/>
        <w:t>Deux ou trois de ces maisons avaient des écriteaux de chambres à louer</w:t>
      </w:r>
      <w:r w:rsidR="006F1ADB">
        <w:t xml:space="preserve">. </w:t>
      </w:r>
      <w:r>
        <w:t>Les nouveaux arrivants frappèrent à une porte qu</w:t>
      </w:r>
      <w:r w:rsidR="006F1ADB">
        <w:t>’</w:t>
      </w:r>
      <w:r>
        <w:t>une femme o</w:t>
      </w:r>
      <w:r>
        <w:t>u</w:t>
      </w:r>
      <w:r>
        <w:t>vrit</w:t>
      </w:r>
      <w:r w:rsidR="006F1ADB">
        <w:t>.</w:t>
      </w:r>
    </w:p>
    <w:p w14:paraId="0AFAECA4" w14:textId="77777777" w:rsidR="006F1ADB" w:rsidRDefault="006F1ADB" w:rsidP="005A3479">
      <w:r>
        <w:t>— </w:t>
      </w:r>
      <w:r w:rsidR="005A3479">
        <w:t>Ah</w:t>
      </w:r>
      <w:r>
        <w:t xml:space="preserve"> ! </w:t>
      </w:r>
      <w:r w:rsidR="005A3479">
        <w:t>Écoutez</w:t>
      </w:r>
      <w:r>
        <w:t xml:space="preserve"> ! </w:t>
      </w:r>
      <w:r w:rsidR="005A3479">
        <w:t>dit soudain Jude</w:t>
      </w:r>
      <w:r>
        <w:t xml:space="preserve">, </w:t>
      </w:r>
      <w:r w:rsidR="005A3479">
        <w:t>au lieu de s</w:t>
      </w:r>
      <w:r>
        <w:t>’</w:t>
      </w:r>
      <w:r w:rsidR="005A3479">
        <w:t>adresser à elle</w:t>
      </w:r>
      <w:r>
        <w:t>.</w:t>
      </w:r>
    </w:p>
    <w:p w14:paraId="733503D3" w14:textId="77777777" w:rsidR="006F1ADB" w:rsidRDefault="006F1ADB" w:rsidP="005A3479">
      <w:r>
        <w:t>— </w:t>
      </w:r>
      <w:r w:rsidR="005A3479">
        <w:t>Quoi</w:t>
      </w:r>
      <w:r>
        <w:t> ?</w:t>
      </w:r>
    </w:p>
    <w:p w14:paraId="6CFE37B4" w14:textId="77777777" w:rsidR="006F1ADB" w:rsidRDefault="006F1ADB" w:rsidP="005A3479">
      <w:r>
        <w:t>— </w:t>
      </w:r>
      <w:r w:rsidR="005A3479">
        <w:t>Ces cloches</w:t>
      </w:r>
      <w:r>
        <w:t xml:space="preserve">… </w:t>
      </w:r>
      <w:r w:rsidR="005A3479">
        <w:t>Quelle église cela peut-il être</w:t>
      </w:r>
      <w:r>
        <w:t xml:space="preserve"> ? </w:t>
      </w:r>
      <w:r w:rsidR="005A3479">
        <w:t>Leur son m</w:t>
      </w:r>
      <w:r>
        <w:t>’</w:t>
      </w:r>
      <w:r w:rsidR="005A3479">
        <w:t>est familier</w:t>
      </w:r>
      <w:r>
        <w:t>.</w:t>
      </w:r>
    </w:p>
    <w:p w14:paraId="2EB44C5B" w14:textId="77777777" w:rsidR="006F1ADB" w:rsidRDefault="005A3479" w:rsidP="005A3479">
      <w:r>
        <w:t>Une autre envolée de cloches s</w:t>
      </w:r>
      <w:r w:rsidR="006F1ADB">
        <w:t>’</w:t>
      </w:r>
      <w:r>
        <w:t>élevait à quelque distance</w:t>
      </w:r>
      <w:r w:rsidR="006F1ADB">
        <w:t>.</w:t>
      </w:r>
    </w:p>
    <w:p w14:paraId="5A83A806" w14:textId="77777777" w:rsidR="006F1ADB" w:rsidRDefault="006F1ADB" w:rsidP="005A3479">
      <w:r>
        <w:t>— </w:t>
      </w:r>
      <w:r w:rsidR="005A3479">
        <w:t>Je ne sais pas</w:t>
      </w:r>
      <w:r>
        <w:t xml:space="preserve">, </w:t>
      </w:r>
      <w:r w:rsidR="005A3479">
        <w:t>dit d</w:t>
      </w:r>
      <w:r>
        <w:t>’</w:t>
      </w:r>
      <w:r w:rsidR="005A3479">
        <w:t>un ton aigre la propriétaire</w:t>
      </w:r>
      <w:r>
        <w:t xml:space="preserve">. </w:t>
      </w:r>
      <w:r w:rsidR="005A3479">
        <w:t>Avez-vous frappé pour me demander cela</w:t>
      </w:r>
      <w:r>
        <w:t> ?</w:t>
      </w:r>
    </w:p>
    <w:p w14:paraId="172F6B44" w14:textId="77777777" w:rsidR="006F1ADB" w:rsidRDefault="006F1ADB" w:rsidP="005A3479">
      <w:r>
        <w:t>— </w:t>
      </w:r>
      <w:r w:rsidR="005A3479">
        <w:t>Non</w:t>
      </w:r>
      <w:r>
        <w:t xml:space="preserve">, </w:t>
      </w:r>
      <w:r w:rsidR="005A3479">
        <w:t>c</w:t>
      </w:r>
      <w:r>
        <w:t>’</w:t>
      </w:r>
      <w:r w:rsidR="005A3479">
        <w:t>est pour un logement</w:t>
      </w:r>
      <w:r>
        <w:t xml:space="preserve">, </w:t>
      </w:r>
      <w:r w:rsidR="005A3479">
        <w:t>dit Jude</w:t>
      </w:r>
      <w:r>
        <w:t xml:space="preserve">, </w:t>
      </w:r>
      <w:r w:rsidR="005A3479">
        <w:t>qui revint à lui</w:t>
      </w:r>
      <w:r>
        <w:t>.</w:t>
      </w:r>
    </w:p>
    <w:p w14:paraId="64738200" w14:textId="77777777" w:rsidR="006F1ADB" w:rsidRDefault="005A3479" w:rsidP="005A3479">
      <w:r>
        <w:t>La maîtresse du lieu examina un instant Suzanne</w:t>
      </w:r>
      <w:r w:rsidR="006F1ADB">
        <w:t>.</w:t>
      </w:r>
    </w:p>
    <w:p w14:paraId="7DCC8D57" w14:textId="77777777" w:rsidR="006F1ADB" w:rsidRDefault="006F1ADB" w:rsidP="005A3479">
      <w:r>
        <w:t>— </w:t>
      </w:r>
      <w:r w:rsidR="005A3479">
        <w:t>Nous n</w:t>
      </w:r>
      <w:r>
        <w:t>’</w:t>
      </w:r>
      <w:r w:rsidR="005A3479">
        <w:t>avons rien à louer</w:t>
      </w:r>
      <w:r>
        <w:t xml:space="preserve">, </w:t>
      </w:r>
      <w:r w:rsidR="005A3479">
        <w:t>dit-elle</w:t>
      </w:r>
      <w:r>
        <w:t xml:space="preserve">, </w:t>
      </w:r>
      <w:r w:rsidR="005A3479">
        <w:t>et elle referma la porte</w:t>
      </w:r>
      <w:r>
        <w:t>.</w:t>
      </w:r>
    </w:p>
    <w:p w14:paraId="4B1B6E6F" w14:textId="77777777" w:rsidR="006F1ADB" w:rsidRDefault="005A3479" w:rsidP="005A3479">
      <w:r>
        <w:t>Jude avait l</w:t>
      </w:r>
      <w:r w:rsidR="006F1ADB">
        <w:t>’</w:t>
      </w:r>
      <w:r>
        <w:t>air déconcerté</w:t>
      </w:r>
      <w:r w:rsidR="006F1ADB">
        <w:t xml:space="preserve">, </w:t>
      </w:r>
      <w:r>
        <w:t>et le gamin en détresse</w:t>
      </w:r>
      <w:r w:rsidR="006F1ADB">
        <w:t>.</w:t>
      </w:r>
    </w:p>
    <w:p w14:paraId="1DFF3D4E" w14:textId="77777777" w:rsidR="006F1ADB" w:rsidRDefault="006F1ADB" w:rsidP="005A3479">
      <w:r>
        <w:t>— </w:t>
      </w:r>
      <w:r w:rsidR="005A3479">
        <w:t>Maintenant</w:t>
      </w:r>
      <w:r>
        <w:t xml:space="preserve">, </w:t>
      </w:r>
      <w:r w:rsidR="005A3479">
        <w:t>Jude</w:t>
      </w:r>
      <w:r>
        <w:t xml:space="preserve">, </w:t>
      </w:r>
      <w:r w:rsidR="005A3479">
        <w:t>dit Suzanne</w:t>
      </w:r>
      <w:r>
        <w:t xml:space="preserve">, </w:t>
      </w:r>
      <w:r w:rsidR="005A3479">
        <w:t>laissez-moi essayer</w:t>
      </w:r>
      <w:r>
        <w:t xml:space="preserve">, </w:t>
      </w:r>
      <w:r w:rsidR="005A3479">
        <w:t>vous ne savez pas vous y prendre</w:t>
      </w:r>
      <w:r>
        <w:t>.</w:t>
      </w:r>
    </w:p>
    <w:p w14:paraId="1576F337" w14:textId="77777777" w:rsidR="006F1ADB" w:rsidRDefault="005A3479" w:rsidP="005A3479">
      <w:r>
        <w:t>Ils trouvèrent un second endroit</w:t>
      </w:r>
      <w:r w:rsidR="006F1ADB">
        <w:t xml:space="preserve">, </w:t>
      </w:r>
      <w:r>
        <w:t>tout près</w:t>
      </w:r>
      <w:r w:rsidR="006F1ADB">
        <w:t xml:space="preserve">. </w:t>
      </w:r>
      <w:r>
        <w:t>Cette fois le propriétaire observa non seulement Suzanne</w:t>
      </w:r>
      <w:r w:rsidR="006F1ADB">
        <w:t xml:space="preserve">, </w:t>
      </w:r>
      <w:r>
        <w:t>mais encore le gamin et les petits enfants</w:t>
      </w:r>
      <w:r w:rsidR="006F1ADB">
        <w:t xml:space="preserve">. </w:t>
      </w:r>
      <w:r>
        <w:t>Il dit d</w:t>
      </w:r>
      <w:r w:rsidR="006F1ADB">
        <w:t>’</w:t>
      </w:r>
      <w:r>
        <w:t>un ton poli</w:t>
      </w:r>
      <w:r w:rsidR="006F1ADB">
        <w:t> :</w:t>
      </w:r>
    </w:p>
    <w:p w14:paraId="08A19748" w14:textId="77777777" w:rsidR="006F1ADB" w:rsidRDefault="006F1ADB" w:rsidP="005A3479">
      <w:r>
        <w:t>— </w:t>
      </w:r>
      <w:r w:rsidR="005A3479">
        <w:t>Je suis désolé de vous dire que nous ne louons pas quand il y a des enfants</w:t>
      </w:r>
      <w:r>
        <w:t xml:space="preserve">, </w:t>
      </w:r>
      <w:r w:rsidR="005A3479">
        <w:t>et il ferma aussi la porte</w:t>
      </w:r>
      <w:r>
        <w:t>.</w:t>
      </w:r>
    </w:p>
    <w:p w14:paraId="298AE810" w14:textId="77777777" w:rsidR="006F1ADB" w:rsidRDefault="005A3479" w:rsidP="005A3479">
      <w:r>
        <w:t>Le bébé faisait la moue et pleurait en silence</w:t>
      </w:r>
      <w:r w:rsidR="006F1ADB">
        <w:t xml:space="preserve">, </w:t>
      </w:r>
      <w:r>
        <w:t>avec l</w:t>
      </w:r>
      <w:r w:rsidR="006F1ADB">
        <w:t>’</w:t>
      </w:r>
      <w:r>
        <w:t>instinct que les choses n</w:t>
      </w:r>
      <w:r w:rsidR="006F1ADB">
        <w:t>’</w:t>
      </w:r>
      <w:r>
        <w:t>allaient pas</w:t>
      </w:r>
      <w:r w:rsidR="006F1ADB">
        <w:t xml:space="preserve">. </w:t>
      </w:r>
      <w:r>
        <w:t>Le gamin soupirait</w:t>
      </w:r>
      <w:r w:rsidR="006F1ADB">
        <w:t> :</w:t>
      </w:r>
    </w:p>
    <w:p w14:paraId="73BB81DC" w14:textId="77777777" w:rsidR="006F1ADB" w:rsidRDefault="006F1ADB" w:rsidP="005A3479">
      <w:r>
        <w:lastRenderedPageBreak/>
        <w:t>— </w:t>
      </w:r>
      <w:r w:rsidR="005A3479">
        <w:t>Je n</w:t>
      </w:r>
      <w:r>
        <w:t>’</w:t>
      </w:r>
      <w:r w:rsidR="005A3479">
        <w:t xml:space="preserve">aime pas </w:t>
      </w:r>
      <w:proofErr w:type="spellStart"/>
      <w:r w:rsidR="005A3479">
        <w:t>Christminster</w:t>
      </w:r>
      <w:proofErr w:type="spellEnd"/>
      <w:r>
        <w:t xml:space="preserve"> ! </w:t>
      </w:r>
      <w:r w:rsidR="005A3479">
        <w:t>disait-il</w:t>
      </w:r>
      <w:r>
        <w:t xml:space="preserve">. </w:t>
      </w:r>
      <w:r w:rsidR="005A3479">
        <w:t>Est-ce que ces grandes vieilles maisons sont des prisons</w:t>
      </w:r>
      <w:r>
        <w:t> ?</w:t>
      </w:r>
    </w:p>
    <w:p w14:paraId="553E6A15" w14:textId="77777777" w:rsidR="006F1ADB" w:rsidRDefault="006F1ADB" w:rsidP="005A3479">
      <w:r>
        <w:t>— </w:t>
      </w:r>
      <w:r w:rsidR="005A3479">
        <w:t>Non</w:t>
      </w:r>
      <w:r>
        <w:t xml:space="preserve">, </w:t>
      </w:r>
      <w:r w:rsidR="005A3479">
        <w:t>des collèges</w:t>
      </w:r>
      <w:r>
        <w:t xml:space="preserve">, </w:t>
      </w:r>
      <w:r w:rsidR="005A3479">
        <w:t>dit Jude</w:t>
      </w:r>
      <w:r>
        <w:t xml:space="preserve">, </w:t>
      </w:r>
      <w:r w:rsidR="005A3479">
        <w:t>où vous étudierez peut-être quelque jour</w:t>
      </w:r>
      <w:r>
        <w:t>.</w:t>
      </w:r>
    </w:p>
    <w:p w14:paraId="6ACECA73" w14:textId="77777777" w:rsidR="006F1ADB" w:rsidRDefault="006F1ADB" w:rsidP="005A3479">
      <w:r>
        <w:t>— </w:t>
      </w:r>
      <w:r w:rsidR="005A3479">
        <w:t>J</w:t>
      </w:r>
      <w:r>
        <w:t>’</w:t>
      </w:r>
      <w:r w:rsidR="005A3479">
        <w:t>aimerais mieux pas</w:t>
      </w:r>
      <w:r>
        <w:t xml:space="preserve"> ! </w:t>
      </w:r>
      <w:r w:rsidR="005A3479">
        <w:t>répliqua l</w:t>
      </w:r>
      <w:r>
        <w:t>’</w:t>
      </w:r>
      <w:r w:rsidR="005A3479">
        <w:t>enfant</w:t>
      </w:r>
      <w:r>
        <w:t>.</w:t>
      </w:r>
    </w:p>
    <w:p w14:paraId="2CEA94E7" w14:textId="77777777" w:rsidR="006F1ADB" w:rsidRDefault="006F1ADB" w:rsidP="005A3479">
      <w:r>
        <w:t>— </w:t>
      </w:r>
      <w:r w:rsidR="005A3479">
        <w:t>Nous allons essayer encore une fois</w:t>
      </w:r>
      <w:r>
        <w:t xml:space="preserve">, </w:t>
      </w:r>
      <w:r w:rsidR="005A3479">
        <w:t>dit Suzanne</w:t>
      </w:r>
      <w:r>
        <w:t xml:space="preserve">. </w:t>
      </w:r>
      <w:r w:rsidR="005A3479">
        <w:t>Je vais m</w:t>
      </w:r>
      <w:r>
        <w:t>’</w:t>
      </w:r>
      <w:r w:rsidR="005A3479">
        <w:t>envelopper dans mon manteau</w:t>
      </w:r>
      <w:r>
        <w:t xml:space="preserve">… </w:t>
      </w:r>
      <w:r w:rsidR="005A3479">
        <w:t xml:space="preserve">Quitter </w:t>
      </w:r>
      <w:proofErr w:type="spellStart"/>
      <w:r w:rsidR="005A3479">
        <w:t>Kennetbridge</w:t>
      </w:r>
      <w:proofErr w:type="spellEnd"/>
      <w:r w:rsidR="005A3479">
        <w:t xml:space="preserve"> pour cet endroit</w:t>
      </w:r>
      <w:r>
        <w:t xml:space="preserve">, </w:t>
      </w:r>
      <w:r w:rsidR="005A3479">
        <w:t>c</w:t>
      </w:r>
      <w:r>
        <w:t>’</w:t>
      </w:r>
      <w:r w:rsidR="005A3479">
        <w:t>est passer de Caïphe à Pilate</w:t>
      </w:r>
      <w:r>
        <w:t xml:space="preserve"> !… </w:t>
      </w:r>
      <w:r w:rsidR="005A3479">
        <w:t>Comment suis-je maintenant</w:t>
      </w:r>
      <w:r>
        <w:t xml:space="preserve">, </w:t>
      </w:r>
      <w:r w:rsidR="005A3479">
        <w:t>cher</w:t>
      </w:r>
      <w:r>
        <w:t> ?</w:t>
      </w:r>
    </w:p>
    <w:p w14:paraId="621AA5F9" w14:textId="77777777" w:rsidR="006F1ADB" w:rsidRDefault="006F1ADB" w:rsidP="005A3479">
      <w:r>
        <w:t>— </w:t>
      </w:r>
      <w:r w:rsidR="005A3479">
        <w:t>Personne ne pourrait s</w:t>
      </w:r>
      <w:r>
        <w:t>’</w:t>
      </w:r>
      <w:r w:rsidR="005A3479">
        <w:t>apercevoir de votre état</w:t>
      </w:r>
      <w:r>
        <w:t xml:space="preserve">, </w:t>
      </w:r>
      <w:r w:rsidR="005A3479">
        <w:t>dit Jude</w:t>
      </w:r>
      <w:r>
        <w:t>.</w:t>
      </w:r>
    </w:p>
    <w:p w14:paraId="3D77D6B4" w14:textId="77777777" w:rsidR="006F1ADB" w:rsidRDefault="005A3479" w:rsidP="005A3479">
      <w:r>
        <w:t>Il y avait une autre maison</w:t>
      </w:r>
      <w:r w:rsidR="006F1ADB">
        <w:t xml:space="preserve">, </w:t>
      </w:r>
      <w:r>
        <w:t>et ils firent une troisième tent</w:t>
      </w:r>
      <w:r>
        <w:t>a</w:t>
      </w:r>
      <w:r>
        <w:t>tive</w:t>
      </w:r>
      <w:r w:rsidR="006F1ADB">
        <w:t xml:space="preserve">. </w:t>
      </w:r>
      <w:r>
        <w:t>La femme</w:t>
      </w:r>
      <w:r w:rsidR="006F1ADB">
        <w:t xml:space="preserve">, </w:t>
      </w:r>
      <w:r>
        <w:t>cette fois</w:t>
      </w:r>
      <w:r w:rsidR="006F1ADB">
        <w:t xml:space="preserve">, </w:t>
      </w:r>
      <w:r>
        <w:t>fut plus aimable</w:t>
      </w:r>
      <w:r w:rsidR="006F1ADB">
        <w:t xml:space="preserve">. </w:t>
      </w:r>
      <w:r>
        <w:t>Mais elle n</w:t>
      </w:r>
      <w:r w:rsidR="006F1ADB">
        <w:t>’</w:t>
      </w:r>
      <w:r>
        <w:t>avait qu</w:t>
      </w:r>
      <w:r w:rsidR="006F1ADB">
        <w:t>’</w:t>
      </w:r>
      <w:r>
        <w:t>une petite chambre de libre et ne pouvait consentir à y rec</w:t>
      </w:r>
      <w:r>
        <w:t>e</w:t>
      </w:r>
      <w:r>
        <w:t>voir Suzanne et ses enfants que si le mari allait ailleurs</w:t>
      </w:r>
      <w:r w:rsidR="006F1ADB">
        <w:t xml:space="preserve">. </w:t>
      </w:r>
      <w:r>
        <w:t>Ils f</w:t>
      </w:r>
      <w:r>
        <w:t>u</w:t>
      </w:r>
      <w:r>
        <w:t>rent bien forcés d</w:t>
      </w:r>
      <w:r w:rsidR="006F1ADB">
        <w:t>’</w:t>
      </w:r>
      <w:r>
        <w:t>accepter cette combinaison</w:t>
      </w:r>
      <w:r w:rsidR="006F1ADB">
        <w:t xml:space="preserve">, </w:t>
      </w:r>
      <w:r>
        <w:t>car il était urgent de ne pas pousser plus loin leurs recherches à cette heure ta</w:t>
      </w:r>
      <w:r>
        <w:t>r</w:t>
      </w:r>
      <w:r>
        <w:t>dive</w:t>
      </w:r>
      <w:r w:rsidR="006F1ADB">
        <w:t xml:space="preserve">. </w:t>
      </w:r>
      <w:r>
        <w:t>Ils s</w:t>
      </w:r>
      <w:r w:rsidR="006F1ADB">
        <w:t>’</w:t>
      </w:r>
      <w:r>
        <w:t>arrangèrent avec elle</w:t>
      </w:r>
      <w:r w:rsidR="006F1ADB">
        <w:t xml:space="preserve">, </w:t>
      </w:r>
      <w:r>
        <w:t>bien que son prix fût plutôt él</w:t>
      </w:r>
      <w:r>
        <w:t>e</w:t>
      </w:r>
      <w:r>
        <w:t>vé pour leur bourse</w:t>
      </w:r>
      <w:r w:rsidR="006F1ADB">
        <w:t xml:space="preserve">. </w:t>
      </w:r>
      <w:r>
        <w:t>Mais ils n</w:t>
      </w:r>
      <w:r w:rsidR="006F1ADB">
        <w:t>’</w:t>
      </w:r>
      <w:r>
        <w:t>étaient pas en état de pouvoir discuter tant que Jude n</w:t>
      </w:r>
      <w:r w:rsidR="006F1ADB">
        <w:t>’</w:t>
      </w:r>
      <w:r>
        <w:t>aurait pas le temps de se procurer une habitation moins provisoire</w:t>
      </w:r>
      <w:r w:rsidR="006F1ADB">
        <w:t xml:space="preserve">. </w:t>
      </w:r>
      <w:r>
        <w:t>Suzanne s</w:t>
      </w:r>
      <w:r w:rsidR="006F1ADB">
        <w:t>’</w:t>
      </w:r>
      <w:r>
        <w:t>installa donc dans cette maison</w:t>
      </w:r>
      <w:r w:rsidR="006F1ADB">
        <w:t>.</w:t>
      </w:r>
    </w:p>
    <w:p w14:paraId="46480960" w14:textId="77777777" w:rsidR="006F1ADB" w:rsidRDefault="005A3479" w:rsidP="005A3479">
      <w:r>
        <w:t>La chambre</w:t>
      </w:r>
      <w:r w:rsidR="006F1ADB">
        <w:t xml:space="preserve">, </w:t>
      </w:r>
      <w:r>
        <w:t>au second étage</w:t>
      </w:r>
      <w:r w:rsidR="006F1ADB">
        <w:t xml:space="preserve">, </w:t>
      </w:r>
      <w:r>
        <w:t>sur le derrière</w:t>
      </w:r>
      <w:r w:rsidR="006F1ADB">
        <w:t xml:space="preserve">, </w:t>
      </w:r>
      <w:r>
        <w:t>avait un petit cabinet pour les enfants</w:t>
      </w:r>
      <w:r w:rsidR="006F1ADB">
        <w:t xml:space="preserve">. </w:t>
      </w:r>
      <w:r>
        <w:t>Jude se reposa et but une tasse de thé</w:t>
      </w:r>
      <w:r w:rsidR="006F1ADB">
        <w:t xml:space="preserve">. </w:t>
      </w:r>
      <w:r>
        <w:t>Il découvrit avec plaisir que la fenêtre donnait sur la façade de derrière d</w:t>
      </w:r>
      <w:r w:rsidR="006F1ADB">
        <w:t>’</w:t>
      </w:r>
      <w:r>
        <w:t>un des collèges</w:t>
      </w:r>
      <w:r w:rsidR="006F1ADB">
        <w:t xml:space="preserve">. </w:t>
      </w:r>
      <w:r>
        <w:t>Puis</w:t>
      </w:r>
      <w:r w:rsidR="006F1ADB">
        <w:t xml:space="preserve">, </w:t>
      </w:r>
      <w:r>
        <w:t>les ayant embrassés tous les quatre</w:t>
      </w:r>
      <w:r w:rsidR="006F1ADB">
        <w:t xml:space="preserve">, </w:t>
      </w:r>
      <w:r>
        <w:t>il sortit pour acheter quelques objets indispensables et se chercher un logement</w:t>
      </w:r>
      <w:r w:rsidR="006F1ADB">
        <w:t>.</w:t>
      </w:r>
    </w:p>
    <w:p w14:paraId="13207B8B" w14:textId="77777777" w:rsidR="006F1ADB" w:rsidRDefault="005A3479" w:rsidP="005A3479">
      <w:r>
        <w:lastRenderedPageBreak/>
        <w:t>Quand il fut parti</w:t>
      </w:r>
      <w:r w:rsidR="006F1ADB">
        <w:t xml:space="preserve">, </w:t>
      </w:r>
      <w:r>
        <w:t>la propriétaire monta causer un peu avec Suzanne et apprendre un peu l</w:t>
      </w:r>
      <w:r w:rsidR="006F1ADB">
        <w:t>’</w:t>
      </w:r>
      <w:r>
        <w:t>histoire de la famille qu</w:t>
      </w:r>
      <w:r w:rsidR="006F1ADB">
        <w:t>’</w:t>
      </w:r>
      <w:r>
        <w:t>elle avait prise chez elle</w:t>
      </w:r>
      <w:r w:rsidR="006F1ADB">
        <w:t xml:space="preserve">. </w:t>
      </w:r>
      <w:r>
        <w:t>Sue ignorait l</w:t>
      </w:r>
      <w:r w:rsidR="006F1ADB">
        <w:t>’</w:t>
      </w:r>
      <w:r>
        <w:t>art des tergiversations</w:t>
      </w:r>
      <w:r w:rsidR="006F1ADB">
        <w:t xml:space="preserve">, </w:t>
      </w:r>
      <w:r>
        <w:t>et</w:t>
      </w:r>
      <w:r w:rsidR="006F1ADB">
        <w:t xml:space="preserve">, </w:t>
      </w:r>
      <w:r>
        <w:t>après avoir raconté quelques faits</w:t>
      </w:r>
      <w:r w:rsidR="006F1ADB">
        <w:t xml:space="preserve">, </w:t>
      </w:r>
      <w:r>
        <w:t>comme les difficultés et les voyages des derniers temps</w:t>
      </w:r>
      <w:r w:rsidR="006F1ADB">
        <w:t xml:space="preserve">, </w:t>
      </w:r>
      <w:r>
        <w:t>elle tressaillit à cette question soudaine de la propriétaire</w:t>
      </w:r>
      <w:r w:rsidR="006F1ADB">
        <w:t> :</w:t>
      </w:r>
    </w:p>
    <w:p w14:paraId="3682CB91" w14:textId="77777777" w:rsidR="006F1ADB" w:rsidRDefault="006F1ADB" w:rsidP="005A3479">
      <w:r>
        <w:t>— </w:t>
      </w:r>
      <w:r w:rsidR="005A3479">
        <w:t>Êtes-vous réellement mariée</w:t>
      </w:r>
      <w:r>
        <w:t> ?</w:t>
      </w:r>
    </w:p>
    <w:p w14:paraId="69B1A6B3" w14:textId="77777777" w:rsidR="006F1ADB" w:rsidRDefault="005A3479" w:rsidP="005A3479">
      <w:r>
        <w:t>Suzanne hésita</w:t>
      </w:r>
      <w:r w:rsidR="006F1ADB">
        <w:t xml:space="preserve"> ; </w:t>
      </w:r>
      <w:r>
        <w:t>puis</w:t>
      </w:r>
      <w:r w:rsidR="006F1ADB">
        <w:t xml:space="preserve">, </w:t>
      </w:r>
      <w:r>
        <w:t>cédant à son impulsion</w:t>
      </w:r>
      <w:r w:rsidR="006F1ADB">
        <w:t xml:space="preserve">, </w:t>
      </w:r>
      <w:r>
        <w:t>dit à la femme que son mari et elle avaient été malheureux dans leurs premiers mariages</w:t>
      </w:r>
      <w:r w:rsidR="006F1ADB">
        <w:t xml:space="preserve"> ; </w:t>
      </w:r>
      <w:r>
        <w:t>après quoi</w:t>
      </w:r>
      <w:r w:rsidR="006F1ADB">
        <w:t xml:space="preserve">, </w:t>
      </w:r>
      <w:r>
        <w:t>terrifiés à la pensée d</w:t>
      </w:r>
      <w:r w:rsidR="006F1ADB">
        <w:t>’</w:t>
      </w:r>
      <w:r>
        <w:t>une s</w:t>
      </w:r>
      <w:r>
        <w:t>e</w:t>
      </w:r>
      <w:r>
        <w:t>conde union irrévocable</w:t>
      </w:r>
      <w:r w:rsidR="006F1ADB">
        <w:t xml:space="preserve">, </w:t>
      </w:r>
      <w:r>
        <w:t>et de peur que les conditions du co</w:t>
      </w:r>
      <w:r>
        <w:t>n</w:t>
      </w:r>
      <w:r>
        <w:t>trat ne tuent leur amour</w:t>
      </w:r>
      <w:r w:rsidR="006F1ADB">
        <w:t xml:space="preserve">, </w:t>
      </w:r>
      <w:r>
        <w:t>désirant pourtant être ensemble</w:t>
      </w:r>
      <w:r w:rsidR="006F1ADB">
        <w:t xml:space="preserve">, </w:t>
      </w:r>
      <w:r>
        <w:t>ils n</w:t>
      </w:r>
      <w:r w:rsidR="006F1ADB">
        <w:t>’</w:t>
      </w:r>
      <w:r>
        <w:t>avaient littéralement pas eu le courage de répéter la cérém</w:t>
      </w:r>
      <w:r>
        <w:t>o</w:t>
      </w:r>
      <w:r>
        <w:t>nie</w:t>
      </w:r>
      <w:r w:rsidR="006F1ADB">
        <w:t xml:space="preserve">, </w:t>
      </w:r>
      <w:r>
        <w:t>bien qu</w:t>
      </w:r>
      <w:r w:rsidR="006F1ADB">
        <w:t>’</w:t>
      </w:r>
      <w:r>
        <w:t>ils l</w:t>
      </w:r>
      <w:r w:rsidR="006F1ADB">
        <w:t>’</w:t>
      </w:r>
      <w:r>
        <w:t>eussent essayé deux ou trois fois</w:t>
      </w:r>
      <w:r w:rsidR="006F1ADB">
        <w:t xml:space="preserve">. </w:t>
      </w:r>
      <w:r>
        <w:t>Aussi</w:t>
      </w:r>
      <w:r w:rsidR="006F1ADB">
        <w:t xml:space="preserve">, </w:t>
      </w:r>
      <w:r>
        <w:t>bien qu</w:t>
      </w:r>
      <w:r w:rsidR="006F1ADB">
        <w:t>’</w:t>
      </w:r>
      <w:r>
        <w:t>au sens où elle prenait le mot</w:t>
      </w:r>
      <w:r w:rsidR="006F1ADB">
        <w:t xml:space="preserve">, </w:t>
      </w:r>
      <w:r>
        <w:t>elle fût une femme mariée</w:t>
      </w:r>
      <w:r w:rsidR="006F1ADB">
        <w:t xml:space="preserve">, </w:t>
      </w:r>
      <w:r>
        <w:t>au sens de la propriétaire elle ne l</w:t>
      </w:r>
      <w:r w:rsidR="006F1ADB">
        <w:t>’</w:t>
      </w:r>
      <w:r>
        <w:t>était pas</w:t>
      </w:r>
      <w:r w:rsidR="006F1ADB">
        <w:t>.</w:t>
      </w:r>
    </w:p>
    <w:p w14:paraId="601F43A6" w14:textId="77777777" w:rsidR="006F1ADB" w:rsidRDefault="005A3479" w:rsidP="005A3479">
      <w:r>
        <w:t>La dame parut embarrassée et descendit</w:t>
      </w:r>
      <w:r w:rsidR="006F1ADB">
        <w:t xml:space="preserve">. </w:t>
      </w:r>
      <w:r>
        <w:t>Suzanne vint s</w:t>
      </w:r>
      <w:r w:rsidR="006F1ADB">
        <w:t>’</w:t>
      </w:r>
      <w:r>
        <w:t>assoir près de la fenêtre</w:t>
      </w:r>
      <w:r w:rsidR="006F1ADB">
        <w:t xml:space="preserve">, </w:t>
      </w:r>
      <w:r>
        <w:t>et se prit à rêver</w:t>
      </w:r>
      <w:r w:rsidR="006F1ADB">
        <w:t xml:space="preserve">, </w:t>
      </w:r>
      <w:r>
        <w:t>en regardant la pluie</w:t>
      </w:r>
      <w:r w:rsidR="006F1ADB">
        <w:t xml:space="preserve">. </w:t>
      </w:r>
      <w:r>
        <w:t>Son repos fut interrompu par le bruit d</w:t>
      </w:r>
      <w:r w:rsidR="006F1ADB">
        <w:t>’</w:t>
      </w:r>
      <w:r>
        <w:t>une entrée dans la maison</w:t>
      </w:r>
      <w:r w:rsidR="006F1ADB">
        <w:t xml:space="preserve">, </w:t>
      </w:r>
      <w:r>
        <w:t>puis par les voix d</w:t>
      </w:r>
      <w:r w:rsidR="006F1ADB">
        <w:t>’</w:t>
      </w:r>
      <w:r>
        <w:t>un homme et d</w:t>
      </w:r>
      <w:r w:rsidR="006F1ADB">
        <w:t>’</w:t>
      </w:r>
      <w:r>
        <w:t>une femme qui ca</w:t>
      </w:r>
      <w:r>
        <w:t>u</w:t>
      </w:r>
      <w:r>
        <w:t>saient dans le corridor</w:t>
      </w:r>
      <w:r w:rsidR="006F1ADB">
        <w:t xml:space="preserve">, </w:t>
      </w:r>
      <w:r>
        <w:t>à l</w:t>
      </w:r>
      <w:r w:rsidR="006F1ADB">
        <w:t>’</w:t>
      </w:r>
      <w:r>
        <w:t>étage au-dessous</w:t>
      </w:r>
      <w:r w:rsidR="006F1ADB">
        <w:t xml:space="preserve">. </w:t>
      </w:r>
      <w:r>
        <w:t>Le mari de la pr</w:t>
      </w:r>
      <w:r>
        <w:t>o</w:t>
      </w:r>
      <w:r>
        <w:t>priétaire venait d</w:t>
      </w:r>
      <w:r w:rsidR="006F1ADB">
        <w:t>’</w:t>
      </w:r>
      <w:r>
        <w:t>arriver et elle lui expliquait l</w:t>
      </w:r>
      <w:r w:rsidR="006F1ADB">
        <w:t>’</w:t>
      </w:r>
      <w:r>
        <w:t>entrée des loc</w:t>
      </w:r>
      <w:r>
        <w:t>a</w:t>
      </w:r>
      <w:r>
        <w:t>taires durant son absence</w:t>
      </w:r>
      <w:r w:rsidR="006F1ADB">
        <w:t xml:space="preserve">. </w:t>
      </w:r>
      <w:r>
        <w:t>La voix de l</w:t>
      </w:r>
      <w:r w:rsidR="006F1ADB">
        <w:t>’</w:t>
      </w:r>
      <w:r>
        <w:t>homme prit soudain un accent irrité</w:t>
      </w:r>
      <w:r w:rsidR="006F1ADB">
        <w:t> :</w:t>
      </w:r>
    </w:p>
    <w:p w14:paraId="1B17ED9C" w14:textId="77777777" w:rsidR="006F1ADB" w:rsidRDefault="006F1ADB" w:rsidP="005A3479">
      <w:r>
        <w:t>— </w:t>
      </w:r>
      <w:r w:rsidR="005A3479">
        <w:t>Avons-nous besoin d</w:t>
      </w:r>
      <w:r>
        <w:t>’</w:t>
      </w:r>
      <w:r w:rsidR="005A3479">
        <w:t>une pareille femme ici</w:t>
      </w:r>
      <w:r>
        <w:t xml:space="preserve">, </w:t>
      </w:r>
      <w:r w:rsidR="005A3479">
        <w:t>maint</w:t>
      </w:r>
      <w:r w:rsidR="005A3479">
        <w:t>e</w:t>
      </w:r>
      <w:r w:rsidR="005A3479">
        <w:t>nant</w:t>
      </w:r>
      <w:r>
        <w:t xml:space="preserve"> ? </w:t>
      </w:r>
      <w:r w:rsidR="005A3479">
        <w:t>Et peut-être un accouchement</w:t>
      </w:r>
      <w:r>
        <w:t xml:space="preserve"> !… </w:t>
      </w:r>
      <w:r w:rsidR="005A3479">
        <w:t>D</w:t>
      </w:r>
      <w:r>
        <w:t>’</w:t>
      </w:r>
      <w:r w:rsidR="005A3479">
        <w:t>ailleurs</w:t>
      </w:r>
      <w:r>
        <w:t xml:space="preserve">, </w:t>
      </w:r>
      <w:r w:rsidR="005A3479">
        <w:t>n</w:t>
      </w:r>
      <w:r>
        <w:t>’</w:t>
      </w:r>
      <w:r w:rsidR="005A3479">
        <w:t>avais-je pas dit que je ne voulais pas d</w:t>
      </w:r>
      <w:r>
        <w:t>’</w:t>
      </w:r>
      <w:r w:rsidR="005A3479">
        <w:t>enfants</w:t>
      </w:r>
      <w:r>
        <w:t xml:space="preserve"> ? </w:t>
      </w:r>
      <w:r w:rsidR="005A3479">
        <w:t>Le vestibule et l</w:t>
      </w:r>
      <w:r>
        <w:t>’</w:t>
      </w:r>
      <w:r w:rsidR="005A3479">
        <w:t>escalier fraîchement peints</w:t>
      </w:r>
      <w:r>
        <w:t xml:space="preserve">, </w:t>
      </w:r>
      <w:r w:rsidR="005A3479">
        <w:t>pour qu</w:t>
      </w:r>
      <w:r>
        <w:t>’</w:t>
      </w:r>
      <w:r w:rsidR="005A3479">
        <w:t>ils y donnent des coups de pied</w:t>
      </w:r>
      <w:r>
        <w:t xml:space="preserve"> ! </w:t>
      </w:r>
      <w:r w:rsidR="005A3479">
        <w:t>Vous auriez dû comprendre qu</w:t>
      </w:r>
      <w:r>
        <w:t>’</w:t>
      </w:r>
      <w:r w:rsidR="005A3479">
        <w:t>il y avait quelque chose d</w:t>
      </w:r>
      <w:r>
        <w:t>’</w:t>
      </w:r>
      <w:r w:rsidR="005A3479">
        <w:t>irrégulier</w:t>
      </w:r>
      <w:r>
        <w:t xml:space="preserve">… </w:t>
      </w:r>
      <w:r w:rsidR="005A3479">
        <w:t>des gens qui viennent comme ça</w:t>
      </w:r>
      <w:r>
        <w:t xml:space="preserve">… </w:t>
      </w:r>
      <w:r w:rsidR="005A3479">
        <w:t>Prendre une famille</w:t>
      </w:r>
      <w:r>
        <w:t xml:space="preserve">, </w:t>
      </w:r>
      <w:r w:rsidR="005A3479">
        <w:t>quand j</w:t>
      </w:r>
      <w:r>
        <w:t>’</w:t>
      </w:r>
      <w:r w:rsidR="005A3479">
        <w:t>ai dit un homme seul</w:t>
      </w:r>
      <w:r>
        <w:t>.</w:t>
      </w:r>
    </w:p>
    <w:p w14:paraId="144403DA" w14:textId="77777777" w:rsidR="006F1ADB" w:rsidRDefault="005A3479" w:rsidP="005A3479">
      <w:r>
        <w:lastRenderedPageBreak/>
        <w:t>La femme fit ses observations</w:t>
      </w:r>
      <w:r w:rsidR="006F1ADB">
        <w:t xml:space="preserve">, </w:t>
      </w:r>
      <w:r>
        <w:t>mais le mari</w:t>
      </w:r>
      <w:r w:rsidR="006F1ADB">
        <w:t xml:space="preserve">, </w:t>
      </w:r>
      <w:r>
        <w:t>semblait-il</w:t>
      </w:r>
      <w:r w:rsidR="006F1ADB">
        <w:t xml:space="preserve">, </w:t>
      </w:r>
      <w:r>
        <w:t>t</w:t>
      </w:r>
      <w:r>
        <w:t>e</w:t>
      </w:r>
      <w:r>
        <w:t>nait bon</w:t>
      </w:r>
      <w:r w:rsidR="006F1ADB">
        <w:t xml:space="preserve">, </w:t>
      </w:r>
      <w:r>
        <w:t>car bientôt un petit coup frappé à la porte de la chambre</w:t>
      </w:r>
      <w:r w:rsidR="006F1ADB">
        <w:t xml:space="preserve">, </w:t>
      </w:r>
      <w:r>
        <w:t>et la propriétaire apparut</w:t>
      </w:r>
      <w:r w:rsidR="006F1ADB">
        <w:t>.</w:t>
      </w:r>
    </w:p>
    <w:p w14:paraId="13D6FF9D" w14:textId="77777777" w:rsidR="006F1ADB" w:rsidRDefault="006F1ADB" w:rsidP="005A3479">
      <w:r>
        <w:t>— </w:t>
      </w:r>
      <w:r w:rsidR="005A3479">
        <w:t>Je suis désolée de vous dire</w:t>
      </w:r>
      <w:r>
        <w:t xml:space="preserve">, </w:t>
      </w:r>
      <w:r w:rsidR="005A3479">
        <w:t>madame</w:t>
      </w:r>
      <w:r>
        <w:t xml:space="preserve">, </w:t>
      </w:r>
      <w:r w:rsidR="005A3479">
        <w:t>que je ne puis pas du tout vous laisser la chambre pour la semaine</w:t>
      </w:r>
      <w:r>
        <w:t xml:space="preserve">. </w:t>
      </w:r>
      <w:r w:rsidR="005A3479">
        <w:t>Mon mari s</w:t>
      </w:r>
      <w:r>
        <w:t>’</w:t>
      </w:r>
      <w:r w:rsidR="005A3479">
        <w:t>y oppose</w:t>
      </w:r>
      <w:r>
        <w:t xml:space="preserve">, </w:t>
      </w:r>
      <w:r w:rsidR="005A3479">
        <w:t>et je dois donc vous demander de partir</w:t>
      </w:r>
      <w:r>
        <w:t xml:space="preserve">. </w:t>
      </w:r>
      <w:r w:rsidR="005A3479">
        <w:t>Je ne voudrais pas vous laisser dehors ce soir</w:t>
      </w:r>
      <w:r>
        <w:t xml:space="preserve">, </w:t>
      </w:r>
      <w:r w:rsidR="005A3479">
        <w:t>car il se fait tard dans l</w:t>
      </w:r>
      <w:r>
        <w:t>’</w:t>
      </w:r>
      <w:r w:rsidR="005A3479">
        <w:t>après-midi</w:t>
      </w:r>
      <w:r>
        <w:t xml:space="preserve">, </w:t>
      </w:r>
      <w:r w:rsidR="005A3479">
        <w:t>mais je serai heureuse si vous pouvez quitter la maison demain matin de bonne heure</w:t>
      </w:r>
      <w:r>
        <w:t>.</w:t>
      </w:r>
    </w:p>
    <w:p w14:paraId="66431458" w14:textId="77777777" w:rsidR="006F1ADB" w:rsidRDefault="005A3479" w:rsidP="005A3479">
      <w:r>
        <w:t>Bien qu</w:t>
      </w:r>
      <w:r w:rsidR="006F1ADB">
        <w:t>’</w:t>
      </w:r>
      <w:r>
        <w:t>elle sût qu</w:t>
      </w:r>
      <w:r w:rsidR="006F1ADB">
        <w:t>’</w:t>
      </w:r>
      <w:r>
        <w:t>elle avait droit à son logement une s</w:t>
      </w:r>
      <w:r>
        <w:t>e</w:t>
      </w:r>
      <w:r>
        <w:t>maine</w:t>
      </w:r>
      <w:r w:rsidR="006F1ADB">
        <w:t xml:space="preserve">, </w:t>
      </w:r>
      <w:r>
        <w:t>Suzanne ne voulut pas mettre le trouble entre la femme et le mari et elle dit qu</w:t>
      </w:r>
      <w:r w:rsidR="006F1ADB">
        <w:t>’</w:t>
      </w:r>
      <w:r>
        <w:t>elle ferait comme on lui demandait</w:t>
      </w:r>
      <w:r w:rsidR="006F1ADB">
        <w:t xml:space="preserve">. </w:t>
      </w:r>
      <w:r>
        <w:t>Quand la propriétaire fut partie</w:t>
      </w:r>
      <w:r w:rsidR="006F1ADB">
        <w:t xml:space="preserve">, </w:t>
      </w:r>
      <w:r>
        <w:t>Sue regarda de nouveau par la fenêtre</w:t>
      </w:r>
      <w:r w:rsidR="006F1ADB">
        <w:t xml:space="preserve">. </w:t>
      </w:r>
      <w:r>
        <w:t>Voyant que la pluie avait cessé</w:t>
      </w:r>
      <w:r w:rsidR="006F1ADB">
        <w:t xml:space="preserve">, </w:t>
      </w:r>
      <w:r>
        <w:t>elle proposa au gamin de sortir</w:t>
      </w:r>
      <w:r w:rsidR="006F1ADB">
        <w:t xml:space="preserve">, </w:t>
      </w:r>
      <w:r>
        <w:t>quand elle aurait couché les petits</w:t>
      </w:r>
      <w:r w:rsidR="006F1ADB">
        <w:t xml:space="preserve">, </w:t>
      </w:r>
      <w:r>
        <w:t>afin de chercher une autre place et de la retenir pour le lendemain</w:t>
      </w:r>
      <w:r w:rsidR="006F1ADB">
        <w:t xml:space="preserve">, </w:t>
      </w:r>
      <w:r>
        <w:t>de façon à ne pas être obligés de recommencer les pénibles tentatives d</w:t>
      </w:r>
      <w:r w:rsidR="006F1ADB">
        <w:t>’</w:t>
      </w:r>
      <w:r>
        <w:t>aujourd</w:t>
      </w:r>
      <w:r w:rsidR="006F1ADB">
        <w:t>’</w:t>
      </w:r>
      <w:r>
        <w:t>hui</w:t>
      </w:r>
      <w:r w:rsidR="006F1ADB">
        <w:t>.</w:t>
      </w:r>
    </w:p>
    <w:p w14:paraId="0E8DE28E" w14:textId="77777777" w:rsidR="006F1ADB" w:rsidRDefault="005A3479" w:rsidP="005A3479">
      <w:r>
        <w:t>Donc</w:t>
      </w:r>
      <w:r w:rsidR="006F1ADB">
        <w:t xml:space="preserve">, </w:t>
      </w:r>
      <w:r>
        <w:t>au lieu de défaire les malles</w:t>
      </w:r>
      <w:r w:rsidR="006F1ADB">
        <w:t xml:space="preserve">, </w:t>
      </w:r>
      <w:r>
        <w:t>que Jude venait préc</w:t>
      </w:r>
      <w:r>
        <w:t>i</w:t>
      </w:r>
      <w:r>
        <w:t>sément d</w:t>
      </w:r>
      <w:r w:rsidR="006F1ADB">
        <w:t>’</w:t>
      </w:r>
      <w:r>
        <w:t>envoyer de la station</w:t>
      </w:r>
      <w:r w:rsidR="006F1ADB">
        <w:t xml:space="preserve">, </w:t>
      </w:r>
      <w:r>
        <w:t>ils allèrent à travers les rues mouillées</w:t>
      </w:r>
      <w:r w:rsidR="006F1ADB">
        <w:t xml:space="preserve">, </w:t>
      </w:r>
      <w:r>
        <w:t>qui n</w:t>
      </w:r>
      <w:r w:rsidR="006F1ADB">
        <w:t>’</w:t>
      </w:r>
      <w:r>
        <w:t>étaient malgré tout pas désagréables</w:t>
      </w:r>
      <w:r w:rsidR="006F1ADB">
        <w:t xml:space="preserve">. </w:t>
      </w:r>
      <w:r>
        <w:t>Suzanne ne voulait pas troubler son mari avec la nouvelle de son congé</w:t>
      </w:r>
      <w:r w:rsidR="006F1ADB">
        <w:t xml:space="preserve">, </w:t>
      </w:r>
      <w:r>
        <w:t>tandis qu</w:t>
      </w:r>
      <w:r w:rsidR="006F1ADB">
        <w:t>’</w:t>
      </w:r>
      <w:r>
        <w:t>il avait lui-même peut-être l</w:t>
      </w:r>
      <w:r w:rsidR="006F1ADB">
        <w:t>’</w:t>
      </w:r>
      <w:r>
        <w:t>embarras de son propre logement</w:t>
      </w:r>
      <w:r w:rsidR="006F1ADB">
        <w:t xml:space="preserve">. </w:t>
      </w:r>
      <w:r>
        <w:t>En la compagnie du garçon</w:t>
      </w:r>
      <w:r w:rsidR="006F1ADB">
        <w:t xml:space="preserve">, </w:t>
      </w:r>
      <w:r>
        <w:t>elle erra d</w:t>
      </w:r>
      <w:r w:rsidR="006F1ADB">
        <w:t>’</w:t>
      </w:r>
      <w:r>
        <w:t>une rue à l</w:t>
      </w:r>
      <w:r w:rsidR="006F1ADB">
        <w:t>’</w:t>
      </w:r>
      <w:r>
        <w:t>autre</w:t>
      </w:r>
      <w:r w:rsidR="006F1ADB">
        <w:t xml:space="preserve">, </w:t>
      </w:r>
      <w:r>
        <w:t>mais elle eut beau essayer une douzaine de maisons di</w:t>
      </w:r>
      <w:r>
        <w:t>f</w:t>
      </w:r>
      <w:r>
        <w:t>férentes</w:t>
      </w:r>
      <w:r w:rsidR="006F1ADB">
        <w:t xml:space="preserve">, </w:t>
      </w:r>
      <w:r>
        <w:t>elle fut plus mal reçue toute seule qu</w:t>
      </w:r>
      <w:r w:rsidR="006F1ADB">
        <w:t>’</w:t>
      </w:r>
      <w:r>
        <w:t>elle ne l</w:t>
      </w:r>
      <w:r w:rsidR="006F1ADB">
        <w:t>’</w:t>
      </w:r>
      <w:r>
        <w:t>avait été en compagnie de Jude</w:t>
      </w:r>
      <w:r w:rsidR="006F1ADB">
        <w:t xml:space="preserve">, </w:t>
      </w:r>
      <w:r>
        <w:t>et elle ne put obtenir de personne qu</w:t>
      </w:r>
      <w:r w:rsidR="006F1ADB">
        <w:t>’</w:t>
      </w:r>
      <w:r>
        <w:t>on lui promît une chambre pour le jour suivant</w:t>
      </w:r>
      <w:r w:rsidR="006F1ADB">
        <w:t xml:space="preserve">. </w:t>
      </w:r>
      <w:r>
        <w:t>Partout on rega</w:t>
      </w:r>
      <w:r>
        <w:t>r</w:t>
      </w:r>
      <w:r>
        <w:t>dait de travers cette femme et cet enfant qui cherchaient un l</w:t>
      </w:r>
      <w:r>
        <w:t>o</w:t>
      </w:r>
      <w:r>
        <w:t>gement à la brune</w:t>
      </w:r>
      <w:r w:rsidR="006F1ADB">
        <w:t>.</w:t>
      </w:r>
    </w:p>
    <w:p w14:paraId="4C79BD87" w14:textId="77777777" w:rsidR="006F1ADB" w:rsidRDefault="006F1ADB" w:rsidP="005A3479">
      <w:r>
        <w:lastRenderedPageBreak/>
        <w:t>— </w:t>
      </w:r>
      <w:r w:rsidR="005A3479">
        <w:t>Je n</w:t>
      </w:r>
      <w:r>
        <w:t>’</w:t>
      </w:r>
      <w:r w:rsidR="005A3479">
        <w:t>aurais pas dû naître</w:t>
      </w:r>
      <w:r>
        <w:t xml:space="preserve">, </w:t>
      </w:r>
      <w:r w:rsidR="005A3479">
        <w:t>n</w:t>
      </w:r>
      <w:r>
        <w:t>’</w:t>
      </w:r>
      <w:r w:rsidR="005A3479">
        <w:t>est-ce pas</w:t>
      </w:r>
      <w:r>
        <w:t xml:space="preserve"> ? </w:t>
      </w:r>
      <w:r w:rsidR="005A3479">
        <w:t>dit le gamin d</w:t>
      </w:r>
      <w:r>
        <w:t>’</w:t>
      </w:r>
      <w:r w:rsidR="005A3479">
        <w:t>un air craintif</w:t>
      </w:r>
      <w:r>
        <w:t>.</w:t>
      </w:r>
    </w:p>
    <w:p w14:paraId="4F51CCE0" w14:textId="77777777" w:rsidR="006F1ADB" w:rsidRDefault="005A3479" w:rsidP="005A3479">
      <w:r>
        <w:t>Exténuée</w:t>
      </w:r>
      <w:r w:rsidR="006F1ADB">
        <w:t xml:space="preserve">, </w:t>
      </w:r>
      <w:r>
        <w:t>Suzanne finit par revenir là où</w:t>
      </w:r>
      <w:r w:rsidR="006F1ADB">
        <w:t xml:space="preserve">, </w:t>
      </w:r>
      <w:r>
        <w:t>sans être bienv</w:t>
      </w:r>
      <w:r>
        <w:t>e</w:t>
      </w:r>
      <w:r>
        <w:t>nue</w:t>
      </w:r>
      <w:r w:rsidR="006F1ADB">
        <w:t xml:space="preserve">, </w:t>
      </w:r>
      <w:r>
        <w:t>elle avait du moins un abri momentané</w:t>
      </w:r>
      <w:r w:rsidR="006F1ADB">
        <w:t xml:space="preserve">. </w:t>
      </w:r>
      <w:r>
        <w:t>En son absence</w:t>
      </w:r>
      <w:r w:rsidR="006F1ADB">
        <w:t xml:space="preserve">, </w:t>
      </w:r>
      <w:r>
        <w:t>Jude avait laissé son adresse</w:t>
      </w:r>
      <w:r w:rsidR="006F1ADB">
        <w:t xml:space="preserve">. </w:t>
      </w:r>
      <w:r>
        <w:t>Mais sachant combien il était faible encore</w:t>
      </w:r>
      <w:r w:rsidR="006F1ADB">
        <w:t xml:space="preserve">, </w:t>
      </w:r>
      <w:r>
        <w:t>elle s</w:t>
      </w:r>
      <w:r w:rsidR="006F1ADB">
        <w:t>’</w:t>
      </w:r>
      <w:r>
        <w:t>en tint à sa décision de ne pas le troubler jusqu</w:t>
      </w:r>
      <w:r w:rsidR="006F1ADB">
        <w:t>’</w:t>
      </w:r>
      <w:r>
        <w:t>au lendemain</w:t>
      </w:r>
      <w:r w:rsidR="006F1ADB">
        <w:t>.</w:t>
      </w:r>
    </w:p>
    <w:p w14:paraId="43CB41D3" w14:textId="7568C4C6" w:rsidR="005A3479" w:rsidRDefault="005A3479" w:rsidP="006F1ADB">
      <w:pPr>
        <w:pStyle w:val="Titre2"/>
      </w:pPr>
      <w:bookmarkStart w:id="87" w:name="__RefHeading__89_1957917597"/>
      <w:bookmarkStart w:id="88" w:name="_Toc202369659"/>
      <w:bookmarkEnd w:id="87"/>
      <w:r>
        <w:lastRenderedPageBreak/>
        <w:t>II</w:t>
      </w:r>
      <w:bookmarkEnd w:id="88"/>
    </w:p>
    <w:p w14:paraId="3E4A1369" w14:textId="77777777" w:rsidR="006F1ADB" w:rsidRDefault="005A3479" w:rsidP="005A3479">
      <w:r>
        <w:t>Suzanne était assise</w:t>
      </w:r>
      <w:r w:rsidR="006F1ADB">
        <w:t xml:space="preserve">, </w:t>
      </w:r>
      <w:r>
        <w:t>les yeux fixés sur le plancher nu de la chambre</w:t>
      </w:r>
      <w:r w:rsidR="006F1ADB">
        <w:t xml:space="preserve"> ; </w:t>
      </w:r>
      <w:r>
        <w:t>la maison n</w:t>
      </w:r>
      <w:r w:rsidR="006F1ADB">
        <w:t>’</w:t>
      </w:r>
      <w:r>
        <w:t>était guère qu</w:t>
      </w:r>
      <w:r w:rsidR="006F1ADB">
        <w:t>’</w:t>
      </w:r>
      <w:r>
        <w:t>un vieux cottage de ville</w:t>
      </w:r>
      <w:r w:rsidR="006F1ADB">
        <w:t xml:space="preserve">. </w:t>
      </w:r>
      <w:r>
        <w:t>Elle regarda le paysage à travers la fenêtre sans rideaux</w:t>
      </w:r>
      <w:r w:rsidR="006F1ADB">
        <w:t xml:space="preserve">. </w:t>
      </w:r>
      <w:r>
        <w:t>Tout près</w:t>
      </w:r>
      <w:r w:rsidR="006F1ADB">
        <w:t xml:space="preserve">, </w:t>
      </w:r>
      <w:r>
        <w:t>en face</w:t>
      </w:r>
      <w:r w:rsidR="006F1ADB">
        <w:t xml:space="preserve">, </w:t>
      </w:r>
      <w:r>
        <w:t xml:space="preserve">les murs extérieurs de </w:t>
      </w:r>
      <w:proofErr w:type="spellStart"/>
      <w:r>
        <w:t>Sarcophagus</w:t>
      </w:r>
      <w:proofErr w:type="spellEnd"/>
      <w:r>
        <w:t xml:space="preserve"> Collège</w:t>
      </w:r>
      <w:r w:rsidR="006F1ADB">
        <w:t xml:space="preserve">, </w:t>
      </w:r>
      <w:r>
        <w:t>sile</w:t>
      </w:r>
      <w:r>
        <w:t>n</w:t>
      </w:r>
      <w:r>
        <w:t>cieux</w:t>
      </w:r>
      <w:r w:rsidR="006F1ADB">
        <w:t xml:space="preserve">, </w:t>
      </w:r>
      <w:r>
        <w:t>noirs et sans fenêtres</w:t>
      </w:r>
      <w:r w:rsidR="006F1ADB">
        <w:t xml:space="preserve">, </w:t>
      </w:r>
      <w:r>
        <w:t>jetaient leurs quatre siècles d</w:t>
      </w:r>
      <w:r w:rsidR="006F1ADB">
        <w:t>’</w:t>
      </w:r>
      <w:r>
        <w:t>ombre</w:t>
      </w:r>
      <w:r w:rsidR="006F1ADB">
        <w:t xml:space="preserve">, </w:t>
      </w:r>
      <w:r>
        <w:t>de bigoterie et de délabrement dans la petite chambre qu</w:t>
      </w:r>
      <w:r w:rsidR="006F1ADB">
        <w:t>’</w:t>
      </w:r>
      <w:r>
        <w:t>elle occupait</w:t>
      </w:r>
      <w:r w:rsidR="006F1ADB">
        <w:t xml:space="preserve"> ; </w:t>
      </w:r>
      <w:r>
        <w:t>ils interceptaient le clair de lune</w:t>
      </w:r>
      <w:r w:rsidR="006F1ADB">
        <w:t xml:space="preserve">, </w:t>
      </w:r>
      <w:r>
        <w:t>le soir</w:t>
      </w:r>
      <w:r w:rsidR="006F1ADB">
        <w:t xml:space="preserve">, </w:t>
      </w:r>
      <w:r>
        <w:t>et le soleil</w:t>
      </w:r>
      <w:r w:rsidR="006F1ADB">
        <w:t xml:space="preserve">, </w:t>
      </w:r>
      <w:r>
        <w:t>le jour</w:t>
      </w:r>
      <w:r w:rsidR="006F1ADB">
        <w:t xml:space="preserve">. </w:t>
      </w:r>
      <w:proofErr w:type="spellStart"/>
      <w:r>
        <w:t>Au delà</w:t>
      </w:r>
      <w:proofErr w:type="spellEnd"/>
      <w:r w:rsidR="006F1ADB">
        <w:t xml:space="preserve">, </w:t>
      </w:r>
      <w:r>
        <w:t xml:space="preserve">on apercevait aussi la silhouette de </w:t>
      </w:r>
      <w:proofErr w:type="spellStart"/>
      <w:r>
        <w:t>R</w:t>
      </w:r>
      <w:r>
        <w:t>u</w:t>
      </w:r>
      <w:r>
        <w:t>bric</w:t>
      </w:r>
      <w:proofErr w:type="spellEnd"/>
      <w:r>
        <w:t xml:space="preserve"> Collège</w:t>
      </w:r>
      <w:r w:rsidR="006F1ADB">
        <w:t xml:space="preserve">, </w:t>
      </w:r>
      <w:r>
        <w:t>et plus loin encore</w:t>
      </w:r>
      <w:r w:rsidR="006F1ADB">
        <w:t xml:space="preserve">, </w:t>
      </w:r>
      <w:r>
        <w:t>la tour d</w:t>
      </w:r>
      <w:r w:rsidR="006F1ADB">
        <w:t>’</w:t>
      </w:r>
      <w:r>
        <w:t>un troisième</w:t>
      </w:r>
      <w:r w:rsidR="006F1ADB">
        <w:t xml:space="preserve">. </w:t>
      </w:r>
      <w:r>
        <w:t>Sue so</w:t>
      </w:r>
      <w:r>
        <w:t>n</w:t>
      </w:r>
      <w:r>
        <w:t>geait à l</w:t>
      </w:r>
      <w:r w:rsidR="006F1ADB">
        <w:t>’</w:t>
      </w:r>
      <w:r>
        <w:t>étrange empire de cette passion assez forte sur l</w:t>
      </w:r>
      <w:r w:rsidR="006F1ADB">
        <w:t>’</w:t>
      </w:r>
      <w:r>
        <w:t>âme de Jude pour le pousser</w:t>
      </w:r>
      <w:r w:rsidR="006F1ADB">
        <w:t xml:space="preserve">, </w:t>
      </w:r>
      <w:r>
        <w:t>lui</w:t>
      </w:r>
      <w:r w:rsidR="006F1ADB">
        <w:t xml:space="preserve">, </w:t>
      </w:r>
      <w:r>
        <w:t>qui l</w:t>
      </w:r>
      <w:r w:rsidR="006F1ADB">
        <w:t>’</w:t>
      </w:r>
      <w:r>
        <w:t>aimait si tendrement ainsi que ses enfants</w:t>
      </w:r>
      <w:r w:rsidR="006F1ADB">
        <w:t xml:space="preserve">, </w:t>
      </w:r>
      <w:r>
        <w:t>à les mettre là</w:t>
      </w:r>
      <w:r w:rsidR="006F1ADB">
        <w:t xml:space="preserve">, </w:t>
      </w:r>
      <w:r>
        <w:t>dans ce voisinage déprimant</w:t>
      </w:r>
      <w:r w:rsidR="006F1ADB">
        <w:t xml:space="preserve">, </w:t>
      </w:r>
      <w:r>
        <w:t>parce que son rêve le hantait encore</w:t>
      </w:r>
      <w:r w:rsidR="006F1ADB">
        <w:t xml:space="preserve">. </w:t>
      </w:r>
      <w:r>
        <w:t>Même maintenant</w:t>
      </w:r>
      <w:r w:rsidR="006F1ADB">
        <w:t xml:space="preserve">, </w:t>
      </w:r>
      <w:r>
        <w:t>il n</w:t>
      </w:r>
      <w:r w:rsidR="006F1ADB">
        <w:t>’</w:t>
      </w:r>
      <w:r>
        <w:t>entendait pas distinctement le glacial refus que ces savantes murailles avaient renvoyé à son désir</w:t>
      </w:r>
      <w:r w:rsidR="006F1ADB">
        <w:t>.</w:t>
      </w:r>
    </w:p>
    <w:p w14:paraId="77BA6307" w14:textId="77777777" w:rsidR="006F1ADB" w:rsidRDefault="005A3479" w:rsidP="005A3479">
      <w:r>
        <w:t>L</w:t>
      </w:r>
      <w:r w:rsidR="006F1ADB">
        <w:t>’</w:t>
      </w:r>
      <w:r>
        <w:t>insuccès des recherches pour un logement et le manque de chambre dans cette maison pour son père avaient fait une profonde impression sur le jeune garçon</w:t>
      </w:r>
      <w:r w:rsidR="006F1ADB">
        <w:t xml:space="preserve"> ; </w:t>
      </w:r>
      <w:r>
        <w:t>une sorte d</w:t>
      </w:r>
      <w:r w:rsidR="006F1ADB">
        <w:t>’</w:t>
      </w:r>
      <w:r>
        <w:t>horreur concentrée et profonde semblait l</w:t>
      </w:r>
      <w:r w:rsidR="006F1ADB">
        <w:t>’</w:t>
      </w:r>
      <w:r>
        <w:t>avoir envahi</w:t>
      </w:r>
      <w:r w:rsidR="006F1ADB">
        <w:t xml:space="preserve">. </w:t>
      </w:r>
      <w:r>
        <w:t>Il rompit le s</w:t>
      </w:r>
      <w:r>
        <w:t>i</w:t>
      </w:r>
      <w:r>
        <w:t>lence par ces mots</w:t>
      </w:r>
      <w:r w:rsidR="006F1ADB">
        <w:t> :</w:t>
      </w:r>
    </w:p>
    <w:p w14:paraId="7B8F29C1" w14:textId="77777777" w:rsidR="006F1ADB" w:rsidRDefault="006F1ADB" w:rsidP="005A3479">
      <w:r>
        <w:t>— </w:t>
      </w:r>
      <w:r w:rsidR="005A3479">
        <w:t>Mère</w:t>
      </w:r>
      <w:r>
        <w:t xml:space="preserve">, </w:t>
      </w:r>
      <w:r w:rsidR="005A3479">
        <w:rPr>
          <w:i/>
          <w:iCs/>
        </w:rPr>
        <w:t>que</w:t>
      </w:r>
      <w:r w:rsidR="005A3479">
        <w:t xml:space="preserve"> ferons-nous demain</w:t>
      </w:r>
      <w:r>
        <w:t> ?</w:t>
      </w:r>
    </w:p>
    <w:p w14:paraId="7E9A7BA6" w14:textId="77777777" w:rsidR="006F1ADB" w:rsidRDefault="006F1ADB" w:rsidP="005A3479">
      <w:r>
        <w:t>— </w:t>
      </w:r>
      <w:r w:rsidR="005A3479">
        <w:t>Je ne sais pas</w:t>
      </w:r>
      <w:r>
        <w:t xml:space="preserve">, </w:t>
      </w:r>
      <w:r w:rsidR="005A3479">
        <w:t>dit Suzanne d</w:t>
      </w:r>
      <w:r>
        <w:t>’</w:t>
      </w:r>
      <w:r w:rsidR="005A3479">
        <w:t>un ton découragé</w:t>
      </w:r>
      <w:r>
        <w:t xml:space="preserve">. </w:t>
      </w:r>
      <w:proofErr w:type="gramStart"/>
      <w:r w:rsidR="005A3479">
        <w:t>J</w:t>
      </w:r>
      <w:r>
        <w:t>’</w:t>
      </w:r>
      <w:r w:rsidR="005A3479">
        <w:t>ai peur</w:t>
      </w:r>
      <w:proofErr w:type="gramEnd"/>
      <w:r w:rsidR="005A3479">
        <w:t xml:space="preserve"> que cela ne tourmente votre père</w:t>
      </w:r>
      <w:r>
        <w:t>.</w:t>
      </w:r>
    </w:p>
    <w:p w14:paraId="4F816874" w14:textId="77777777" w:rsidR="006F1ADB" w:rsidRDefault="006F1ADB" w:rsidP="005A3479">
      <w:r>
        <w:t>— </w:t>
      </w:r>
      <w:r w:rsidR="005A3479">
        <w:t>Je voudrais que mon père fût tout à fait bien</w:t>
      </w:r>
      <w:r>
        <w:t xml:space="preserve">, </w:t>
      </w:r>
      <w:r w:rsidR="005A3479">
        <w:t>et qu</w:t>
      </w:r>
      <w:r>
        <w:t>’</w:t>
      </w:r>
      <w:r w:rsidR="005A3479">
        <w:t>il y eût ici une chambre pour lui</w:t>
      </w:r>
      <w:r>
        <w:t xml:space="preserve">. </w:t>
      </w:r>
      <w:r w:rsidR="005A3479">
        <w:t>Et puis</w:t>
      </w:r>
      <w:r>
        <w:t xml:space="preserve">, </w:t>
      </w:r>
      <w:r w:rsidR="005A3479">
        <w:t>cela n</w:t>
      </w:r>
      <w:r>
        <w:t>’</w:t>
      </w:r>
      <w:r w:rsidR="005A3479">
        <w:t>a pas tant d</w:t>
      </w:r>
      <w:r>
        <w:t>’</w:t>
      </w:r>
      <w:r w:rsidR="005A3479">
        <w:t>importance</w:t>
      </w:r>
      <w:r>
        <w:t xml:space="preserve"> ! </w:t>
      </w:r>
      <w:r w:rsidR="005A3479">
        <w:t>Pauvre père</w:t>
      </w:r>
      <w:r>
        <w:t> !</w:t>
      </w:r>
    </w:p>
    <w:p w14:paraId="023E0FBF" w14:textId="77777777" w:rsidR="006F1ADB" w:rsidRDefault="006F1ADB" w:rsidP="005A3479">
      <w:r>
        <w:t>— </w:t>
      </w:r>
      <w:r w:rsidR="005A3479">
        <w:t>Pas d</w:t>
      </w:r>
      <w:r>
        <w:t>’</w:t>
      </w:r>
      <w:r w:rsidR="005A3479">
        <w:t>importance</w:t>
      </w:r>
      <w:r>
        <w:t> !</w:t>
      </w:r>
    </w:p>
    <w:p w14:paraId="5DF8FA2D" w14:textId="77777777" w:rsidR="006F1ADB" w:rsidRDefault="006F1ADB" w:rsidP="005A3479">
      <w:r>
        <w:lastRenderedPageBreak/>
        <w:t>— </w:t>
      </w:r>
      <w:r w:rsidR="005A3479">
        <w:t>Y puis-je quelque chose</w:t>
      </w:r>
      <w:r>
        <w:t> ?</w:t>
      </w:r>
    </w:p>
    <w:p w14:paraId="7BE421AC" w14:textId="77777777" w:rsidR="006F1ADB" w:rsidRDefault="006F1ADB" w:rsidP="005A3479">
      <w:r>
        <w:t>— </w:t>
      </w:r>
      <w:r w:rsidR="005A3479">
        <w:t>Non</w:t>
      </w:r>
      <w:r>
        <w:t xml:space="preserve"> ! </w:t>
      </w:r>
      <w:r w:rsidR="005A3479">
        <w:t>Tout est tourment</w:t>
      </w:r>
      <w:r>
        <w:t xml:space="preserve">, </w:t>
      </w:r>
      <w:r w:rsidR="005A3479">
        <w:t>malheur et souffrance</w:t>
      </w:r>
      <w:r>
        <w:t> !</w:t>
      </w:r>
    </w:p>
    <w:p w14:paraId="088CA62D" w14:textId="77777777" w:rsidR="006F1ADB" w:rsidRDefault="006F1ADB" w:rsidP="005A3479">
      <w:r>
        <w:t>— </w:t>
      </w:r>
      <w:r w:rsidR="005A3479">
        <w:t>Mon père est parti pour nous donner la chambre</w:t>
      </w:r>
      <w:r>
        <w:t xml:space="preserve">, </w:t>
      </w:r>
      <w:r w:rsidR="005A3479">
        <w:t>à nous</w:t>
      </w:r>
      <w:r>
        <w:t xml:space="preserve">, </w:t>
      </w:r>
      <w:r w:rsidR="005A3479">
        <w:t>les enfants</w:t>
      </w:r>
      <w:r>
        <w:t xml:space="preserve">, </w:t>
      </w:r>
      <w:r w:rsidR="005A3479">
        <w:t>n</w:t>
      </w:r>
      <w:r>
        <w:t>’</w:t>
      </w:r>
      <w:r w:rsidR="005A3479">
        <w:t>est-ce pas</w:t>
      </w:r>
      <w:r>
        <w:t> ?</w:t>
      </w:r>
    </w:p>
    <w:p w14:paraId="39106992" w14:textId="77777777" w:rsidR="006F1ADB" w:rsidRDefault="006F1ADB" w:rsidP="005A3479">
      <w:r>
        <w:t>— </w:t>
      </w:r>
      <w:r w:rsidR="005A3479">
        <w:t>Surtout pour cela</w:t>
      </w:r>
      <w:r>
        <w:t>.</w:t>
      </w:r>
    </w:p>
    <w:p w14:paraId="5DBBEFD8" w14:textId="77777777" w:rsidR="006F1ADB" w:rsidRDefault="006F1ADB" w:rsidP="005A3479">
      <w:r>
        <w:t>— </w:t>
      </w:r>
      <w:r w:rsidR="005A3479">
        <w:t>Il vaudrait mieux ne pas être au monde</w:t>
      </w:r>
      <w:r>
        <w:t xml:space="preserve">, </w:t>
      </w:r>
      <w:r w:rsidR="005A3479">
        <w:t>n</w:t>
      </w:r>
      <w:r>
        <w:t>’</w:t>
      </w:r>
      <w:r w:rsidR="005A3479">
        <w:t>est-il pas vrai</w:t>
      </w:r>
      <w:r>
        <w:t> ?</w:t>
      </w:r>
    </w:p>
    <w:p w14:paraId="5C448B6F" w14:textId="77777777" w:rsidR="006F1ADB" w:rsidRDefault="006F1ADB" w:rsidP="005A3479">
      <w:r>
        <w:t>— </w:t>
      </w:r>
      <w:r w:rsidR="005A3479">
        <w:t>Cela vaudrait presque mieux</w:t>
      </w:r>
      <w:r>
        <w:t xml:space="preserve">, </w:t>
      </w:r>
      <w:r w:rsidR="005A3479">
        <w:t>chéri</w:t>
      </w:r>
      <w:r>
        <w:t>.</w:t>
      </w:r>
    </w:p>
    <w:p w14:paraId="1B24D7F1" w14:textId="77777777" w:rsidR="006F1ADB" w:rsidRDefault="006F1ADB" w:rsidP="005A3479">
      <w:r>
        <w:t>— </w:t>
      </w:r>
      <w:r w:rsidR="005A3479">
        <w:t>C</w:t>
      </w:r>
      <w:r>
        <w:t>’</w:t>
      </w:r>
      <w:r w:rsidR="005A3479">
        <w:t>est aussi à cause de nous</w:t>
      </w:r>
      <w:r>
        <w:t xml:space="preserve">, </w:t>
      </w:r>
      <w:r w:rsidR="005A3479">
        <w:t>les enfants</w:t>
      </w:r>
      <w:r>
        <w:t xml:space="preserve">, </w:t>
      </w:r>
      <w:r w:rsidR="005A3479">
        <w:t>n</w:t>
      </w:r>
      <w:r>
        <w:t>’</w:t>
      </w:r>
      <w:r w:rsidR="005A3479">
        <w:t>est-ce pas</w:t>
      </w:r>
      <w:r>
        <w:t xml:space="preserve">, </w:t>
      </w:r>
      <w:r w:rsidR="005A3479">
        <w:t>que vous ne pouvez pas vous procurer un bon logement</w:t>
      </w:r>
      <w:r>
        <w:t> ?</w:t>
      </w:r>
    </w:p>
    <w:p w14:paraId="2B17E4EF" w14:textId="77777777" w:rsidR="006F1ADB" w:rsidRDefault="006F1ADB" w:rsidP="005A3479">
      <w:r>
        <w:t>— </w:t>
      </w:r>
      <w:r w:rsidR="005A3479">
        <w:t>Oui</w:t>
      </w:r>
      <w:r>
        <w:t xml:space="preserve"> ; </w:t>
      </w:r>
      <w:r w:rsidR="005A3479">
        <w:t>on ne veut pas d</w:t>
      </w:r>
      <w:r>
        <w:t>’</w:t>
      </w:r>
      <w:r w:rsidR="005A3479">
        <w:t>enfants</w:t>
      </w:r>
      <w:r>
        <w:t xml:space="preserve">, </w:t>
      </w:r>
      <w:r w:rsidR="005A3479">
        <w:t>quelquefois</w:t>
      </w:r>
      <w:r>
        <w:t>.</w:t>
      </w:r>
    </w:p>
    <w:p w14:paraId="489F2305" w14:textId="77777777" w:rsidR="006F1ADB" w:rsidRDefault="006F1ADB" w:rsidP="005A3479">
      <w:r>
        <w:t>— </w:t>
      </w:r>
      <w:r w:rsidR="005A3479">
        <w:t>Alors</w:t>
      </w:r>
      <w:r>
        <w:t xml:space="preserve">, </w:t>
      </w:r>
      <w:r w:rsidR="005A3479">
        <w:t>si les enfants causent tant de trouble</w:t>
      </w:r>
      <w:r>
        <w:t xml:space="preserve">, </w:t>
      </w:r>
      <w:r w:rsidR="005A3479">
        <w:t>pourquoi en a-t-on</w:t>
      </w:r>
      <w:r>
        <w:t> ?</w:t>
      </w:r>
    </w:p>
    <w:p w14:paraId="1045E959" w14:textId="77777777" w:rsidR="006F1ADB" w:rsidRDefault="006F1ADB" w:rsidP="005A3479">
      <w:r>
        <w:t>— </w:t>
      </w:r>
      <w:r w:rsidR="005A3479">
        <w:t>Oh</w:t>
      </w:r>
      <w:r>
        <w:t xml:space="preserve"> !… </w:t>
      </w:r>
      <w:r w:rsidR="005A3479">
        <w:t>parce que c</w:t>
      </w:r>
      <w:r>
        <w:t>’</w:t>
      </w:r>
      <w:r w:rsidR="005A3479">
        <w:t>est une loi de nature</w:t>
      </w:r>
      <w:r>
        <w:t>.</w:t>
      </w:r>
    </w:p>
    <w:p w14:paraId="0C8C851D" w14:textId="77777777" w:rsidR="006F1ADB" w:rsidRDefault="006F1ADB" w:rsidP="005A3479">
      <w:r>
        <w:t>— </w:t>
      </w:r>
      <w:r w:rsidR="005A3479">
        <w:t>Mais nous ne demandons pas à naître</w:t>
      </w:r>
      <w:r>
        <w:t>.</w:t>
      </w:r>
    </w:p>
    <w:p w14:paraId="4EAB29CF" w14:textId="77777777" w:rsidR="006F1ADB" w:rsidRDefault="006F1ADB" w:rsidP="005A3479">
      <w:r>
        <w:t>— </w:t>
      </w:r>
      <w:r w:rsidR="005A3479">
        <w:t>Non</w:t>
      </w:r>
      <w:r>
        <w:t xml:space="preserve">, </w:t>
      </w:r>
      <w:r w:rsidR="005A3479">
        <w:t>à la vérité</w:t>
      </w:r>
      <w:r>
        <w:t>.</w:t>
      </w:r>
    </w:p>
    <w:p w14:paraId="36787D07" w14:textId="77777777" w:rsidR="006F1ADB" w:rsidRDefault="006F1ADB" w:rsidP="005A3479">
      <w:r>
        <w:t>— </w:t>
      </w:r>
      <w:r w:rsidR="005A3479">
        <w:t>Et ce qui est pire avec moi</w:t>
      </w:r>
      <w:r>
        <w:t xml:space="preserve">, </w:t>
      </w:r>
      <w:r w:rsidR="005A3479">
        <w:t>c</w:t>
      </w:r>
      <w:r>
        <w:t>’</w:t>
      </w:r>
      <w:r w:rsidR="005A3479">
        <w:t>est que vous n</w:t>
      </w:r>
      <w:r>
        <w:t>’</w:t>
      </w:r>
      <w:r w:rsidR="005A3479">
        <w:t>êtes pas ma vraie mère</w:t>
      </w:r>
      <w:r>
        <w:t xml:space="preserve">, </w:t>
      </w:r>
      <w:r w:rsidR="005A3479">
        <w:t>et que vous n</w:t>
      </w:r>
      <w:r>
        <w:t>’</w:t>
      </w:r>
      <w:r w:rsidR="005A3479">
        <w:t>aviez pas besoin de m</w:t>
      </w:r>
      <w:r>
        <w:t>’</w:t>
      </w:r>
      <w:r w:rsidR="005A3479">
        <w:t>avoir sans le vouloir</w:t>
      </w:r>
      <w:r>
        <w:t xml:space="preserve">. </w:t>
      </w:r>
      <w:r w:rsidR="005A3479">
        <w:t>J</w:t>
      </w:r>
      <w:r>
        <w:t>’</w:t>
      </w:r>
      <w:r w:rsidR="005A3479">
        <w:t>aurais dû ne pas vous venir</w:t>
      </w:r>
      <w:r>
        <w:t xml:space="preserve">, </w:t>
      </w:r>
      <w:r w:rsidR="005A3479">
        <w:t>voilà la vérité</w:t>
      </w:r>
      <w:r>
        <w:t xml:space="preserve">. </w:t>
      </w:r>
      <w:r w:rsidR="005A3479">
        <w:t>Je les g</w:t>
      </w:r>
      <w:r w:rsidR="005A3479">
        <w:t>ê</w:t>
      </w:r>
      <w:r w:rsidR="005A3479">
        <w:t>nais en Australie</w:t>
      </w:r>
      <w:r>
        <w:t xml:space="preserve">, </w:t>
      </w:r>
      <w:r w:rsidR="005A3479">
        <w:t>et je gêne ici</w:t>
      </w:r>
      <w:r>
        <w:t xml:space="preserve">. </w:t>
      </w:r>
      <w:r w:rsidR="005A3479">
        <w:t>Je voudrais n</w:t>
      </w:r>
      <w:r>
        <w:t>’</w:t>
      </w:r>
      <w:r w:rsidR="005A3479">
        <w:t>être jamais né</w:t>
      </w:r>
      <w:r>
        <w:t> !</w:t>
      </w:r>
    </w:p>
    <w:p w14:paraId="7BD5ECC5" w14:textId="77777777" w:rsidR="006F1ADB" w:rsidRDefault="006F1ADB" w:rsidP="005A3479">
      <w:r>
        <w:t>— </w:t>
      </w:r>
      <w:r w:rsidR="005A3479">
        <w:t>Vous ne pouvez pas empêcher cela</w:t>
      </w:r>
      <w:r>
        <w:t xml:space="preserve">, </w:t>
      </w:r>
      <w:r w:rsidR="005A3479">
        <w:t>mon chéri</w:t>
      </w:r>
      <w:r>
        <w:t>.</w:t>
      </w:r>
    </w:p>
    <w:p w14:paraId="0628845A" w14:textId="77777777" w:rsidR="006F1ADB" w:rsidRDefault="006F1ADB" w:rsidP="005A3479">
      <w:r>
        <w:t>— </w:t>
      </w:r>
      <w:r w:rsidR="005A3479">
        <w:t>Je pense que quand des enfants naissent</w:t>
      </w:r>
      <w:r>
        <w:t xml:space="preserve">, </w:t>
      </w:r>
      <w:r w:rsidR="005A3479">
        <w:t>sans qu</w:t>
      </w:r>
      <w:r>
        <w:t>’</w:t>
      </w:r>
      <w:r w:rsidR="005A3479">
        <w:t>on les ait voulus</w:t>
      </w:r>
      <w:r>
        <w:t xml:space="preserve">, </w:t>
      </w:r>
      <w:r w:rsidR="005A3479">
        <w:t>il faudrait les tuer tout de suite et ne pas les laisser grandir et marcher</w:t>
      </w:r>
      <w:r>
        <w:t> !</w:t>
      </w:r>
    </w:p>
    <w:p w14:paraId="14CBFD33" w14:textId="77777777" w:rsidR="006F1ADB" w:rsidRDefault="005A3479" w:rsidP="005A3479">
      <w:r>
        <w:lastRenderedPageBreak/>
        <w:t>Suzanne ne répondit pas</w:t>
      </w:r>
      <w:r w:rsidR="006F1ADB">
        <w:t xml:space="preserve">. </w:t>
      </w:r>
      <w:r>
        <w:t>Elle se demandait comment tra</w:t>
      </w:r>
      <w:r>
        <w:t>i</w:t>
      </w:r>
      <w:r>
        <w:t>ter cet enfant trop réfléchi</w:t>
      </w:r>
      <w:r w:rsidR="006F1ADB">
        <w:t>.</w:t>
      </w:r>
    </w:p>
    <w:p w14:paraId="2798F35B" w14:textId="77777777" w:rsidR="006F1ADB" w:rsidRDefault="005A3479" w:rsidP="005A3479">
      <w:r>
        <w:t>Elle finit par conclure que</w:t>
      </w:r>
      <w:r w:rsidR="006F1ADB">
        <w:t xml:space="preserve">, </w:t>
      </w:r>
      <w:r>
        <w:t>dans la mesure où les circon</w:t>
      </w:r>
      <w:r>
        <w:t>s</w:t>
      </w:r>
      <w:r>
        <w:t>tances le permettaient</w:t>
      </w:r>
      <w:r w:rsidR="006F1ADB">
        <w:t xml:space="preserve">, </w:t>
      </w:r>
      <w:r>
        <w:t>elle devait être loyale et franche avec quelqu</w:t>
      </w:r>
      <w:r w:rsidR="006F1ADB">
        <w:t>’</w:t>
      </w:r>
      <w:r>
        <w:t>un qui prenait part à ses peines comme un ami de son âge</w:t>
      </w:r>
      <w:r w:rsidR="006F1ADB">
        <w:t>.</w:t>
      </w:r>
    </w:p>
    <w:p w14:paraId="2F5E3B21" w14:textId="77777777" w:rsidR="006F1ADB" w:rsidRDefault="006F1ADB" w:rsidP="005A3479">
      <w:r>
        <w:t>— </w:t>
      </w:r>
      <w:r w:rsidR="005A3479">
        <w:t>Il en viendra bientôt un autre dans notre famille</w:t>
      </w:r>
      <w:r>
        <w:t xml:space="preserve">, </w:t>
      </w:r>
      <w:r w:rsidR="005A3479">
        <w:t>ins</w:t>
      </w:r>
      <w:r w:rsidR="005A3479">
        <w:t>i</w:t>
      </w:r>
      <w:r w:rsidR="005A3479">
        <w:t>nua-t-elle avec hésitation</w:t>
      </w:r>
      <w:r>
        <w:t>.</w:t>
      </w:r>
    </w:p>
    <w:p w14:paraId="587994EA" w14:textId="77777777" w:rsidR="006F1ADB" w:rsidRDefault="006F1ADB" w:rsidP="005A3479">
      <w:r>
        <w:t>— </w:t>
      </w:r>
      <w:r w:rsidR="005A3479">
        <w:t>Comment</w:t>
      </w:r>
      <w:r>
        <w:t> ?</w:t>
      </w:r>
    </w:p>
    <w:p w14:paraId="4237DC65" w14:textId="77777777" w:rsidR="006F1ADB" w:rsidRDefault="006F1ADB" w:rsidP="005A3479">
      <w:r>
        <w:t>— </w:t>
      </w:r>
      <w:r w:rsidR="005A3479">
        <w:t>Il viendra bientôt un autre bébé</w:t>
      </w:r>
      <w:r>
        <w:t>.</w:t>
      </w:r>
    </w:p>
    <w:p w14:paraId="7B23B944" w14:textId="77777777" w:rsidR="006F1ADB" w:rsidRDefault="006F1ADB" w:rsidP="005A3479">
      <w:r>
        <w:t>— </w:t>
      </w:r>
      <w:r w:rsidR="005A3479">
        <w:t>Quoi</w:t>
      </w:r>
      <w:r>
        <w:t> ? (</w:t>
      </w:r>
      <w:r w:rsidR="005A3479">
        <w:t>L</w:t>
      </w:r>
      <w:r>
        <w:t>’</w:t>
      </w:r>
      <w:r w:rsidR="005A3479">
        <w:t>enfant bondit de fureur</w:t>
      </w:r>
      <w:r>
        <w:t xml:space="preserve">). </w:t>
      </w:r>
      <w:r w:rsidR="005A3479">
        <w:t>Ô Dieu</w:t>
      </w:r>
      <w:r>
        <w:t xml:space="preserve"> ! </w:t>
      </w:r>
      <w:r w:rsidR="005A3479">
        <w:t>mère</w:t>
      </w:r>
      <w:r>
        <w:t xml:space="preserve">, </w:t>
      </w:r>
      <w:r w:rsidR="005A3479">
        <w:t>vous n</w:t>
      </w:r>
      <w:r>
        <w:t>’</w:t>
      </w:r>
      <w:r w:rsidR="005A3479">
        <w:t>en avez pas demandé un autre</w:t>
      </w:r>
      <w:r>
        <w:t xml:space="preserve"> ; </w:t>
      </w:r>
      <w:r w:rsidR="005A3479">
        <w:t>vous avez tant de peine avec ceux que vous avez déjà</w:t>
      </w:r>
      <w:r>
        <w:t> !</w:t>
      </w:r>
    </w:p>
    <w:p w14:paraId="7666692B" w14:textId="77777777" w:rsidR="006F1ADB" w:rsidRDefault="006F1ADB" w:rsidP="005A3479">
      <w:r>
        <w:t>— </w:t>
      </w:r>
      <w:r w:rsidR="005A3479">
        <w:t>Si</w:t>
      </w:r>
      <w:r>
        <w:t xml:space="preserve"> ! </w:t>
      </w:r>
      <w:r w:rsidR="005A3479">
        <w:t>je l</w:t>
      </w:r>
      <w:r>
        <w:t>’</w:t>
      </w:r>
      <w:r w:rsidR="005A3479">
        <w:t>ai fait</w:t>
      </w:r>
      <w:r>
        <w:t xml:space="preserve">, </w:t>
      </w:r>
      <w:r w:rsidR="005A3479">
        <w:t>je suis attristée de le dire</w:t>
      </w:r>
      <w:r>
        <w:t xml:space="preserve">, </w:t>
      </w:r>
      <w:r w:rsidR="005A3479">
        <w:t>murmura Sue</w:t>
      </w:r>
      <w:r>
        <w:t xml:space="preserve">, </w:t>
      </w:r>
      <w:r w:rsidR="005A3479">
        <w:t>les yeux brillants de larmes suspendues à ses cils</w:t>
      </w:r>
      <w:r>
        <w:t>.</w:t>
      </w:r>
    </w:p>
    <w:p w14:paraId="3A3B2DA4" w14:textId="77777777" w:rsidR="006F1ADB" w:rsidRDefault="005A3479" w:rsidP="005A3479">
      <w:r>
        <w:t>L</w:t>
      </w:r>
      <w:r w:rsidR="006F1ADB">
        <w:t>’</w:t>
      </w:r>
      <w:r>
        <w:t>enfant éclata en sanglots</w:t>
      </w:r>
      <w:r w:rsidR="006F1ADB">
        <w:t> :</w:t>
      </w:r>
    </w:p>
    <w:p w14:paraId="02F458A4" w14:textId="77777777" w:rsidR="006F1ADB" w:rsidRDefault="006F1ADB" w:rsidP="005A3479">
      <w:r>
        <w:t>— </w:t>
      </w:r>
      <w:r w:rsidR="005A3479">
        <w:t>Oh</w:t>
      </w:r>
      <w:r>
        <w:t xml:space="preserve"> ! </w:t>
      </w:r>
      <w:r w:rsidR="005A3479">
        <w:t>vous êtes imprudente</w:t>
      </w:r>
      <w:r>
        <w:t xml:space="preserve">, </w:t>
      </w:r>
      <w:r w:rsidR="005A3479">
        <w:t>vous êtes imprudente</w:t>
      </w:r>
      <w:r>
        <w:t xml:space="preserve">, </w:t>
      </w:r>
      <w:r w:rsidR="005A3479">
        <w:t>cria-t-il d</w:t>
      </w:r>
      <w:r>
        <w:t>’</w:t>
      </w:r>
      <w:r w:rsidR="005A3479">
        <w:t>un ton d</w:t>
      </w:r>
      <w:r>
        <w:t>’</w:t>
      </w:r>
      <w:r w:rsidR="005A3479">
        <w:t>amer reproche</w:t>
      </w:r>
      <w:r>
        <w:t xml:space="preserve">. </w:t>
      </w:r>
      <w:r w:rsidR="005A3479">
        <w:t>Comment avez-vous jamais pu</w:t>
      </w:r>
      <w:r>
        <w:t xml:space="preserve">, </w:t>
      </w:r>
      <w:r w:rsidR="005A3479">
        <w:t>mère</w:t>
      </w:r>
      <w:r>
        <w:t xml:space="preserve">, </w:t>
      </w:r>
      <w:r w:rsidR="005A3479">
        <w:t>être si méchante et si cruelle</w:t>
      </w:r>
      <w:r>
        <w:t xml:space="preserve"> ! </w:t>
      </w:r>
      <w:r w:rsidR="005A3479">
        <w:t>Vous auriez pu attendre que nous fussions tous mieux</w:t>
      </w:r>
      <w:r>
        <w:t xml:space="preserve">, </w:t>
      </w:r>
      <w:r w:rsidR="005A3479">
        <w:t>et le père bien portant</w:t>
      </w:r>
      <w:r>
        <w:t xml:space="preserve">. </w:t>
      </w:r>
      <w:r w:rsidR="005A3479">
        <w:t>Nous jeter tous dans un pire chagrin</w:t>
      </w:r>
      <w:r>
        <w:t xml:space="preserve">. </w:t>
      </w:r>
      <w:r w:rsidR="005A3479">
        <w:t>Pas de chambre pour nous</w:t>
      </w:r>
      <w:r>
        <w:t xml:space="preserve">, </w:t>
      </w:r>
      <w:r w:rsidR="005A3479">
        <w:t>le père obligé de s</w:t>
      </w:r>
      <w:r>
        <w:t>’</w:t>
      </w:r>
      <w:r w:rsidR="005A3479">
        <w:t>en aller</w:t>
      </w:r>
      <w:r>
        <w:t xml:space="preserve">, </w:t>
      </w:r>
      <w:r w:rsidR="005A3479">
        <w:t>nous</w:t>
      </w:r>
      <w:r>
        <w:t xml:space="preserve">, </w:t>
      </w:r>
      <w:r w:rsidR="005A3479">
        <w:t>forcés de partir demain</w:t>
      </w:r>
      <w:r>
        <w:t xml:space="preserve">, </w:t>
      </w:r>
      <w:r w:rsidR="005A3479">
        <w:t>et encore vous allez avoir bientôt un autre enfant</w:t>
      </w:r>
      <w:r>
        <w:t xml:space="preserve"> !… </w:t>
      </w:r>
      <w:r w:rsidR="005A3479">
        <w:t>Cela tombe mal</w:t>
      </w:r>
      <w:r>
        <w:t xml:space="preserve">, </w:t>
      </w:r>
      <w:r w:rsidR="005A3479">
        <w:t>mal</w:t>
      </w:r>
      <w:r>
        <w:t xml:space="preserve">, </w:t>
      </w:r>
      <w:r w:rsidR="005A3479">
        <w:t>mal</w:t>
      </w:r>
      <w:r>
        <w:t> !…</w:t>
      </w:r>
    </w:p>
    <w:p w14:paraId="5DAA3CA2" w14:textId="77777777" w:rsidR="006F1ADB" w:rsidRDefault="005A3479" w:rsidP="005A3479">
      <w:r>
        <w:t>Il allait et venait en sanglotant</w:t>
      </w:r>
      <w:r w:rsidR="006F1ADB">
        <w:t>.</w:t>
      </w:r>
    </w:p>
    <w:p w14:paraId="7702D7D9" w14:textId="77777777" w:rsidR="006F1ADB" w:rsidRDefault="006F1ADB" w:rsidP="005A3479">
      <w:r>
        <w:t>— </w:t>
      </w:r>
      <w:r w:rsidR="005A3479">
        <w:t>Il ne faut pas m</w:t>
      </w:r>
      <w:r>
        <w:t>’</w:t>
      </w:r>
      <w:r w:rsidR="005A3479">
        <w:t>en vouloir</w:t>
      </w:r>
      <w:r>
        <w:t xml:space="preserve">, </w:t>
      </w:r>
      <w:r w:rsidR="005A3479">
        <w:t>mon petit Jude</w:t>
      </w:r>
      <w:r>
        <w:t>. (</w:t>
      </w:r>
      <w:r w:rsidR="005A3479">
        <w:t>Sue s</w:t>
      </w:r>
      <w:r>
        <w:t>’</w:t>
      </w:r>
      <w:r w:rsidR="005A3479">
        <w:t>excusait</w:t>
      </w:r>
      <w:r>
        <w:t xml:space="preserve">, </w:t>
      </w:r>
      <w:r w:rsidR="005A3479">
        <w:t>aussi haletante que l</w:t>
      </w:r>
      <w:r>
        <w:t>’</w:t>
      </w:r>
      <w:r w:rsidR="005A3479">
        <w:t>enfant</w:t>
      </w:r>
      <w:r>
        <w:t xml:space="preserve">). </w:t>
      </w:r>
      <w:r w:rsidR="005A3479">
        <w:t xml:space="preserve">Je ne puis vous </w:t>
      </w:r>
      <w:r w:rsidR="005A3479">
        <w:lastRenderedPageBreak/>
        <w:t>expl</w:t>
      </w:r>
      <w:r w:rsidR="005A3479">
        <w:t>i</w:t>
      </w:r>
      <w:r w:rsidR="005A3479">
        <w:t>quer</w:t>
      </w:r>
      <w:r>
        <w:t xml:space="preserve">… </w:t>
      </w:r>
      <w:r w:rsidR="005A3479">
        <w:t>Je le ferai</w:t>
      </w:r>
      <w:r>
        <w:t xml:space="preserve">, </w:t>
      </w:r>
      <w:r w:rsidR="005A3479">
        <w:t>quand vous serez plus âgé</w:t>
      </w:r>
      <w:r>
        <w:t xml:space="preserve">. </w:t>
      </w:r>
      <w:r w:rsidR="005A3479">
        <w:t>Il vous semble</w:t>
      </w:r>
      <w:r>
        <w:t xml:space="preserve">… </w:t>
      </w:r>
      <w:r w:rsidR="005A3479">
        <w:t>que cela tombe mal</w:t>
      </w:r>
      <w:r>
        <w:t xml:space="preserve">, </w:t>
      </w:r>
      <w:r w:rsidR="005A3479">
        <w:t>maintenant que nous sommes dans un tel embarras</w:t>
      </w:r>
      <w:r>
        <w:t xml:space="preserve">… </w:t>
      </w:r>
      <w:r w:rsidR="005A3479">
        <w:t>Je ne puis vous expliquer</w:t>
      </w:r>
      <w:r>
        <w:t xml:space="preserve">, </w:t>
      </w:r>
      <w:r w:rsidR="005A3479">
        <w:t>chéri</w:t>
      </w:r>
      <w:r>
        <w:t xml:space="preserve">. </w:t>
      </w:r>
      <w:r w:rsidR="005A3479">
        <w:t>Mais ce n</w:t>
      </w:r>
      <w:r>
        <w:t>’</w:t>
      </w:r>
      <w:r w:rsidR="005A3479">
        <w:t>est pas</w:t>
      </w:r>
      <w:r>
        <w:t xml:space="preserve">… </w:t>
      </w:r>
      <w:r w:rsidR="005A3479">
        <w:t>tout à fait exprès</w:t>
      </w:r>
      <w:r>
        <w:t xml:space="preserve">… </w:t>
      </w:r>
      <w:r w:rsidR="005A3479">
        <w:t>Je n</w:t>
      </w:r>
      <w:r>
        <w:t>’</w:t>
      </w:r>
      <w:r w:rsidR="005A3479">
        <w:t>ai pu l</w:t>
      </w:r>
      <w:r>
        <w:t>’</w:t>
      </w:r>
      <w:r w:rsidR="005A3479">
        <w:t>empêcher</w:t>
      </w:r>
      <w:r>
        <w:t>.</w:t>
      </w:r>
    </w:p>
    <w:p w14:paraId="3081BD0D" w14:textId="77777777" w:rsidR="006F1ADB" w:rsidRDefault="006F1ADB" w:rsidP="005A3479">
      <w:r>
        <w:t>— </w:t>
      </w:r>
      <w:r w:rsidR="005A3479">
        <w:t>Si</w:t>
      </w:r>
      <w:r>
        <w:t xml:space="preserve"> ! </w:t>
      </w:r>
      <w:r w:rsidR="005A3479">
        <w:t>vous l</w:t>
      </w:r>
      <w:r>
        <w:t>’</w:t>
      </w:r>
      <w:r w:rsidR="005A3479">
        <w:t>auriez pu</w:t>
      </w:r>
      <w:r>
        <w:t xml:space="preserve">. </w:t>
      </w:r>
      <w:r w:rsidR="005A3479">
        <w:t>Car personne ne peut s</w:t>
      </w:r>
      <w:r>
        <w:t>’</w:t>
      </w:r>
      <w:r w:rsidR="005A3479">
        <w:t>introduire parmi nous</w:t>
      </w:r>
      <w:r>
        <w:t xml:space="preserve">, </w:t>
      </w:r>
      <w:r w:rsidR="005A3479">
        <w:t>comme cela</w:t>
      </w:r>
      <w:r>
        <w:t xml:space="preserve">, </w:t>
      </w:r>
      <w:r w:rsidR="005A3479">
        <w:t>si vous n</w:t>
      </w:r>
      <w:r>
        <w:t>’</w:t>
      </w:r>
      <w:r w:rsidR="005A3479">
        <w:t>y consentez</w:t>
      </w:r>
      <w:r>
        <w:t xml:space="preserve">. </w:t>
      </w:r>
      <w:r w:rsidR="005A3479">
        <w:t>Je ne pourrai jamais vous pardonner</w:t>
      </w:r>
      <w:r>
        <w:t xml:space="preserve">, </w:t>
      </w:r>
      <w:r w:rsidR="005A3479">
        <w:t>jamais</w:t>
      </w:r>
      <w:r>
        <w:t xml:space="preserve">… </w:t>
      </w:r>
      <w:r w:rsidR="005A3479">
        <w:t>Je ne croirai jamais que vous m</w:t>
      </w:r>
      <w:r>
        <w:t>’</w:t>
      </w:r>
      <w:r w:rsidR="005A3479">
        <w:t>aimez</w:t>
      </w:r>
      <w:r>
        <w:t xml:space="preserve">, </w:t>
      </w:r>
      <w:r w:rsidR="005A3479">
        <w:t>ma mère</w:t>
      </w:r>
      <w:r>
        <w:t xml:space="preserve">, </w:t>
      </w:r>
      <w:r w:rsidR="005A3479">
        <w:t>ni moi ni les autres</w:t>
      </w:r>
      <w:r>
        <w:t>.</w:t>
      </w:r>
    </w:p>
    <w:p w14:paraId="00B5A392" w14:textId="77777777" w:rsidR="006F1ADB" w:rsidRDefault="005A3479" w:rsidP="005A3479">
      <w:r>
        <w:t>Il sortit et alla dans le cabinet attenant à la chambre</w:t>
      </w:r>
      <w:r w:rsidR="006F1ADB">
        <w:t xml:space="preserve">, </w:t>
      </w:r>
      <w:r>
        <w:t>où un lit avait été arrangé sur le parquet</w:t>
      </w:r>
      <w:r w:rsidR="006F1ADB">
        <w:t xml:space="preserve">. </w:t>
      </w:r>
      <w:r>
        <w:t>Là</w:t>
      </w:r>
      <w:r w:rsidR="006F1ADB">
        <w:t xml:space="preserve">, </w:t>
      </w:r>
      <w:r>
        <w:t>Sue l</w:t>
      </w:r>
      <w:r w:rsidR="006F1ADB">
        <w:t>’</w:t>
      </w:r>
      <w:r>
        <w:t>entendit qui disait</w:t>
      </w:r>
      <w:r w:rsidR="006F1ADB">
        <w:t> :</w:t>
      </w:r>
    </w:p>
    <w:p w14:paraId="5C0FAA79" w14:textId="77777777" w:rsidR="006F1ADB" w:rsidRDefault="006F1ADB" w:rsidP="005A3479">
      <w:r>
        <w:t>— </w:t>
      </w:r>
      <w:r w:rsidR="005A3479">
        <w:t>Si nous autres</w:t>
      </w:r>
      <w:r>
        <w:t xml:space="preserve">, </w:t>
      </w:r>
      <w:r w:rsidR="005A3479">
        <w:t>enfants</w:t>
      </w:r>
      <w:r>
        <w:t xml:space="preserve">, </w:t>
      </w:r>
      <w:r w:rsidR="005A3479">
        <w:t>nous étions partis</w:t>
      </w:r>
      <w:r>
        <w:t xml:space="preserve">, </w:t>
      </w:r>
      <w:r w:rsidR="005A3479">
        <w:t>il n</w:t>
      </w:r>
      <w:r>
        <w:t>’</w:t>
      </w:r>
      <w:r w:rsidR="005A3479">
        <w:t>y aurait plus de tourment</w:t>
      </w:r>
      <w:r>
        <w:t xml:space="preserve">, </w:t>
      </w:r>
      <w:r w:rsidR="005A3479">
        <w:t>plus du tout</w:t>
      </w:r>
      <w:r>
        <w:t>.</w:t>
      </w:r>
    </w:p>
    <w:p w14:paraId="3E20E569" w14:textId="77777777" w:rsidR="006F1ADB" w:rsidRDefault="006F1ADB" w:rsidP="005A3479">
      <w:r>
        <w:t>— </w:t>
      </w:r>
      <w:r w:rsidR="005A3479">
        <w:t>Ne pensez pas cela</w:t>
      </w:r>
      <w:r>
        <w:t xml:space="preserve">, </w:t>
      </w:r>
      <w:r w:rsidR="005A3479">
        <w:t>chéri</w:t>
      </w:r>
      <w:r>
        <w:t xml:space="preserve"> ! </w:t>
      </w:r>
      <w:r w:rsidR="005A3479">
        <w:t>cria-t-elle</w:t>
      </w:r>
      <w:r>
        <w:t xml:space="preserve"> ; </w:t>
      </w:r>
      <w:r w:rsidR="005A3479">
        <w:t>mais allez dormir</w:t>
      </w:r>
      <w:r>
        <w:t>.</w:t>
      </w:r>
    </w:p>
    <w:p w14:paraId="1DD12C25" w14:textId="77777777" w:rsidR="006F1ADB" w:rsidRDefault="005A3479" w:rsidP="005A3479">
      <w:r>
        <w:t>Le matin suivant</w:t>
      </w:r>
      <w:r w:rsidR="006F1ADB">
        <w:t xml:space="preserve">, </w:t>
      </w:r>
      <w:r>
        <w:t>elle se réveilla vers six heures</w:t>
      </w:r>
      <w:r w:rsidR="006F1ADB">
        <w:t xml:space="preserve">, </w:t>
      </w:r>
      <w:r>
        <w:t>et résolut d</w:t>
      </w:r>
      <w:r w:rsidR="006F1ADB">
        <w:t>’</w:t>
      </w:r>
      <w:r>
        <w:t>aller avant le déjeuner à l</w:t>
      </w:r>
      <w:r w:rsidR="006F1ADB">
        <w:t>’</w:t>
      </w:r>
      <w:r>
        <w:t>auberge de Jude</w:t>
      </w:r>
      <w:r w:rsidR="006F1ADB">
        <w:t xml:space="preserve">, </w:t>
      </w:r>
      <w:r>
        <w:t>pour lui dire ce qui s</w:t>
      </w:r>
      <w:r w:rsidR="006F1ADB">
        <w:t>’</w:t>
      </w:r>
      <w:r>
        <w:t>était passé depuis son départ</w:t>
      </w:r>
      <w:r w:rsidR="006F1ADB">
        <w:t>.</w:t>
      </w:r>
    </w:p>
    <w:p w14:paraId="53096088" w14:textId="77777777" w:rsidR="006F1ADB" w:rsidRDefault="005A3479" w:rsidP="005A3479">
      <w:r>
        <w:t>Elle le trouva en train de déjeuner dans l</w:t>
      </w:r>
      <w:r w:rsidR="006F1ADB">
        <w:t>’</w:t>
      </w:r>
      <w:r>
        <w:t>obscure taverne qu</w:t>
      </w:r>
      <w:r w:rsidR="006F1ADB">
        <w:t>’</w:t>
      </w:r>
      <w:r>
        <w:t>il avait choisie pour compenser la dépense du logement meublé</w:t>
      </w:r>
      <w:r w:rsidR="006F1ADB">
        <w:t xml:space="preserve"> ; </w:t>
      </w:r>
      <w:r>
        <w:t>et elle lui expliqua qu</w:t>
      </w:r>
      <w:r w:rsidR="006F1ADB">
        <w:t>’</w:t>
      </w:r>
      <w:r>
        <w:t>elle allait être sans abri</w:t>
      </w:r>
      <w:r w:rsidR="006F1ADB">
        <w:t>.</w:t>
      </w:r>
    </w:p>
    <w:p w14:paraId="22F913A1" w14:textId="77777777" w:rsidR="006F1ADB" w:rsidRDefault="006F1ADB" w:rsidP="005A3479">
      <w:r>
        <w:t>— </w:t>
      </w:r>
      <w:r w:rsidR="005A3479">
        <w:t>Vous viendrez tous dans cette auberge passer un jour ou deux</w:t>
      </w:r>
      <w:r>
        <w:t xml:space="preserve">, </w:t>
      </w:r>
      <w:r w:rsidR="005A3479">
        <w:t>dit-il</w:t>
      </w:r>
      <w:r>
        <w:t xml:space="preserve">. </w:t>
      </w:r>
      <w:r w:rsidR="005A3479">
        <w:t>C</w:t>
      </w:r>
      <w:r>
        <w:t>’</w:t>
      </w:r>
      <w:r w:rsidR="005A3479">
        <w:t>est un endroit assez déplaisant</w:t>
      </w:r>
      <w:r>
        <w:t xml:space="preserve">, </w:t>
      </w:r>
      <w:r w:rsidR="005A3479">
        <w:t>et cela sera moins agréable pour les enfants</w:t>
      </w:r>
      <w:r>
        <w:t xml:space="preserve">, </w:t>
      </w:r>
      <w:r w:rsidR="005A3479">
        <w:t>mais nous aurons le temps de che</w:t>
      </w:r>
      <w:r w:rsidR="005A3479">
        <w:t>r</w:t>
      </w:r>
      <w:r w:rsidR="005A3479">
        <w:t>cher dans les environs</w:t>
      </w:r>
      <w:r>
        <w:t xml:space="preserve">. </w:t>
      </w:r>
      <w:r w:rsidR="005A3479">
        <w:t>Il y a beaucoup de logements à louer dans les faubourgs</w:t>
      </w:r>
      <w:r>
        <w:t xml:space="preserve">, </w:t>
      </w:r>
      <w:r w:rsidR="005A3479">
        <w:t>dans mon vieux quartier de Beersheba</w:t>
      </w:r>
      <w:r>
        <w:t xml:space="preserve">. </w:t>
      </w:r>
      <w:r w:rsidR="005A3479">
        <w:t>D</w:t>
      </w:r>
      <w:r w:rsidR="005A3479">
        <w:t>é</w:t>
      </w:r>
      <w:r w:rsidR="005A3479">
        <w:t>jeunez avec moi puisque vous êtes ici</w:t>
      </w:r>
      <w:r>
        <w:t xml:space="preserve">, </w:t>
      </w:r>
      <w:r w:rsidR="005A3479">
        <w:t>mon petit oiseau</w:t>
      </w:r>
      <w:r>
        <w:t xml:space="preserve">. </w:t>
      </w:r>
      <w:r w:rsidR="005A3479">
        <w:t>Êtes-vous sûre d</w:t>
      </w:r>
      <w:r>
        <w:t>’</w:t>
      </w:r>
      <w:r w:rsidR="005A3479">
        <w:t>être bien portante</w:t>
      </w:r>
      <w:r>
        <w:t xml:space="preserve"> ? </w:t>
      </w:r>
      <w:r w:rsidR="005A3479">
        <w:t xml:space="preserve">Vous aurez </w:t>
      </w:r>
      <w:r w:rsidR="005A3479">
        <w:lastRenderedPageBreak/>
        <w:t>largement le temps de revenir et de préparer le repas des enfants avant leur réveil</w:t>
      </w:r>
      <w:r>
        <w:t xml:space="preserve">. </w:t>
      </w:r>
      <w:r w:rsidR="005A3479">
        <w:t>Au fait</w:t>
      </w:r>
      <w:r>
        <w:t xml:space="preserve">, </w:t>
      </w:r>
      <w:r w:rsidR="005A3479">
        <w:t>j</w:t>
      </w:r>
      <w:r>
        <w:t>’</w:t>
      </w:r>
      <w:r w:rsidR="005A3479">
        <w:t>irai avec vous</w:t>
      </w:r>
      <w:r>
        <w:t>.</w:t>
      </w:r>
    </w:p>
    <w:p w14:paraId="788BF895" w14:textId="77777777" w:rsidR="006F1ADB" w:rsidRDefault="005A3479" w:rsidP="005A3479">
      <w:r>
        <w:t>Elle partagea le déjeuner hâtif de Jude</w:t>
      </w:r>
      <w:r w:rsidR="006F1ADB">
        <w:t xml:space="preserve"> ; </w:t>
      </w:r>
      <w:r>
        <w:t>un quart d</w:t>
      </w:r>
      <w:r w:rsidR="006F1ADB">
        <w:t>’</w:t>
      </w:r>
      <w:r>
        <w:t>heure après ils partirent ensemble</w:t>
      </w:r>
      <w:r w:rsidR="006F1ADB">
        <w:t xml:space="preserve">, </w:t>
      </w:r>
      <w:r>
        <w:t>résolus à purger immédiatement de la présence de Sue le trop respectable logement</w:t>
      </w:r>
      <w:r w:rsidR="006F1ADB">
        <w:t xml:space="preserve">. </w:t>
      </w:r>
      <w:r>
        <w:t>Quand elle rentra et qu</w:t>
      </w:r>
      <w:r w:rsidR="006F1ADB">
        <w:t>’</w:t>
      </w:r>
      <w:r>
        <w:t>elle monta chez elle</w:t>
      </w:r>
      <w:r w:rsidR="006F1ADB">
        <w:t xml:space="preserve">, </w:t>
      </w:r>
      <w:r>
        <w:t>Sue trouva que tout était tra</w:t>
      </w:r>
      <w:r>
        <w:t>n</w:t>
      </w:r>
      <w:r>
        <w:t>quille dans la chambre des enfants</w:t>
      </w:r>
      <w:r w:rsidR="006F1ADB">
        <w:t xml:space="preserve">. </w:t>
      </w:r>
      <w:r>
        <w:t>Elle pria la propriétaire</w:t>
      </w:r>
      <w:r w:rsidR="006F1ADB">
        <w:t xml:space="preserve">, </w:t>
      </w:r>
      <w:r>
        <w:t>d</w:t>
      </w:r>
      <w:r w:rsidR="006F1ADB">
        <w:t>’</w:t>
      </w:r>
      <w:r>
        <w:t>un ton craintif</w:t>
      </w:r>
      <w:r w:rsidR="006F1ADB">
        <w:t xml:space="preserve">, </w:t>
      </w:r>
      <w:r>
        <w:t>de vouloir bien apporter la bouilloire et ce qu</w:t>
      </w:r>
      <w:r w:rsidR="006F1ADB">
        <w:t>’</w:t>
      </w:r>
      <w:r>
        <w:t>il fallait pour leur déjeuner</w:t>
      </w:r>
      <w:r w:rsidR="006F1ADB">
        <w:t xml:space="preserve">. </w:t>
      </w:r>
      <w:r>
        <w:t>Ce fut fait</w:t>
      </w:r>
      <w:r w:rsidR="006F1ADB">
        <w:t xml:space="preserve">, </w:t>
      </w:r>
      <w:r>
        <w:t>et</w:t>
      </w:r>
      <w:r w:rsidR="006F1ADB">
        <w:t xml:space="preserve">, </w:t>
      </w:r>
      <w:r>
        <w:t>prenant une couple d</w:t>
      </w:r>
      <w:r w:rsidR="006F1ADB">
        <w:t>’</w:t>
      </w:r>
      <w:r>
        <w:t>œufs qu</w:t>
      </w:r>
      <w:r w:rsidR="006F1ADB">
        <w:t>’</w:t>
      </w:r>
      <w:r>
        <w:t>elle avait achetés</w:t>
      </w:r>
      <w:r w:rsidR="006F1ADB">
        <w:t xml:space="preserve">, </w:t>
      </w:r>
      <w:r>
        <w:t>Sue les mit dans l</w:t>
      </w:r>
      <w:r w:rsidR="006F1ADB">
        <w:t>’</w:t>
      </w:r>
      <w:r>
        <w:t>eau bouillante et chargea Jude de les surveiller pour le repas des deux petits</w:t>
      </w:r>
      <w:r w:rsidR="006F1ADB">
        <w:t xml:space="preserve">, </w:t>
      </w:r>
      <w:r>
        <w:t>ta</w:t>
      </w:r>
      <w:r>
        <w:t>n</w:t>
      </w:r>
      <w:r>
        <w:t>dis qu</w:t>
      </w:r>
      <w:r w:rsidR="006F1ADB">
        <w:t>’</w:t>
      </w:r>
      <w:r>
        <w:t>elle allait les appeler</w:t>
      </w:r>
      <w:r w:rsidR="006F1ADB">
        <w:t xml:space="preserve">, </w:t>
      </w:r>
      <w:r>
        <w:t>car il était à peu près huit heures et demie</w:t>
      </w:r>
      <w:r w:rsidR="006F1ADB">
        <w:t>.</w:t>
      </w:r>
    </w:p>
    <w:p w14:paraId="39FA43E7" w14:textId="77777777" w:rsidR="006F1ADB" w:rsidRDefault="005A3479" w:rsidP="005A3479">
      <w:r>
        <w:t>Jude restait courbé sur la bouilloire</w:t>
      </w:r>
      <w:r w:rsidR="006F1ADB">
        <w:t xml:space="preserve">, </w:t>
      </w:r>
      <w:r>
        <w:t>sa montre à la main</w:t>
      </w:r>
      <w:r w:rsidR="006F1ADB">
        <w:t xml:space="preserve">, </w:t>
      </w:r>
      <w:r>
        <w:t>surveillant les œufs</w:t>
      </w:r>
      <w:r w:rsidR="006F1ADB">
        <w:t xml:space="preserve">, </w:t>
      </w:r>
      <w:r>
        <w:t>le dos tourné à la petite chambre où rep</w:t>
      </w:r>
      <w:r>
        <w:t>o</w:t>
      </w:r>
      <w:r>
        <w:t>saient les enfants</w:t>
      </w:r>
      <w:r w:rsidR="006F1ADB">
        <w:t xml:space="preserve">. </w:t>
      </w:r>
      <w:r>
        <w:t>Un cri perçant le fit brusquement se retou</w:t>
      </w:r>
      <w:r>
        <w:t>r</w:t>
      </w:r>
      <w:r>
        <w:t>ner</w:t>
      </w:r>
      <w:r w:rsidR="006F1ADB">
        <w:t xml:space="preserve">. </w:t>
      </w:r>
      <w:r>
        <w:t>Il vit que la porte du cabinet</w:t>
      </w:r>
      <w:r w:rsidR="006F1ADB">
        <w:t xml:space="preserve">, </w:t>
      </w:r>
      <w:r>
        <w:t>qui avait paru jouer pesa</w:t>
      </w:r>
      <w:r>
        <w:t>m</w:t>
      </w:r>
      <w:r>
        <w:t>ment sur ses gonds quand Sue l</w:t>
      </w:r>
      <w:r w:rsidR="006F1ADB">
        <w:t>’</w:t>
      </w:r>
      <w:r>
        <w:t>avait poussée</w:t>
      </w:r>
      <w:r w:rsidR="006F1ADB">
        <w:t xml:space="preserve">, </w:t>
      </w:r>
      <w:r>
        <w:t>était ouverte</w:t>
      </w:r>
      <w:r w:rsidR="006F1ADB">
        <w:t xml:space="preserve">, </w:t>
      </w:r>
      <w:r>
        <w:t>et que Sue était tombée sur le parquet juste au seuil de la chambre</w:t>
      </w:r>
      <w:r w:rsidR="006F1ADB">
        <w:t xml:space="preserve">. </w:t>
      </w:r>
      <w:r>
        <w:t>Jude se précipita pour la relever</w:t>
      </w:r>
      <w:r w:rsidR="006F1ADB">
        <w:t xml:space="preserve">, </w:t>
      </w:r>
      <w:r>
        <w:t>et jeta les yeux vers le petit lit déplié sur des planches</w:t>
      </w:r>
      <w:r w:rsidR="006F1ADB">
        <w:t xml:space="preserve"> ; </w:t>
      </w:r>
      <w:r>
        <w:t>les enfants n</w:t>
      </w:r>
      <w:r w:rsidR="006F1ADB">
        <w:t>’</w:t>
      </w:r>
      <w:r>
        <w:t>y étaient pas</w:t>
      </w:r>
      <w:r w:rsidR="006F1ADB">
        <w:t xml:space="preserve">. </w:t>
      </w:r>
      <w:r>
        <w:t>Il regarda de tous côtés avec perplexité</w:t>
      </w:r>
      <w:r w:rsidR="006F1ADB">
        <w:t xml:space="preserve">. </w:t>
      </w:r>
      <w:r>
        <w:t>Au revers de la porte étaient fixés deux crochets pour suspendre les habits</w:t>
      </w:r>
      <w:r w:rsidR="006F1ADB">
        <w:t xml:space="preserve">, </w:t>
      </w:r>
      <w:r>
        <w:t>et à ces crochets pe</w:t>
      </w:r>
      <w:r>
        <w:t>n</w:t>
      </w:r>
      <w:r>
        <w:t xml:space="preserve">daient les corps des deux </w:t>
      </w:r>
      <w:proofErr w:type="spellStart"/>
      <w:r>
        <w:t>petits enfants</w:t>
      </w:r>
      <w:proofErr w:type="spellEnd"/>
      <w:r w:rsidR="006F1ADB">
        <w:t xml:space="preserve">, </w:t>
      </w:r>
      <w:r>
        <w:t>un morceau de corde enroulé autour du cou</w:t>
      </w:r>
      <w:r w:rsidR="006F1ADB">
        <w:t xml:space="preserve">, </w:t>
      </w:r>
      <w:r>
        <w:t>tandis qu</w:t>
      </w:r>
      <w:r w:rsidR="006F1ADB">
        <w:t>’</w:t>
      </w:r>
      <w:r>
        <w:t>à un clou posé un peu plus loin</w:t>
      </w:r>
      <w:r w:rsidR="006F1ADB">
        <w:t xml:space="preserve">, </w:t>
      </w:r>
      <w:r>
        <w:t>le corps du petit Jude était accroché de la même manière</w:t>
      </w:r>
      <w:r w:rsidR="006F1ADB">
        <w:t xml:space="preserve">. </w:t>
      </w:r>
      <w:r>
        <w:t>Une chaise était renversée près de l</w:t>
      </w:r>
      <w:r w:rsidR="006F1ADB">
        <w:t>’</w:t>
      </w:r>
      <w:r>
        <w:t>aîné des enfants dont les yeux ternes regardaient fixement à travers la chambre</w:t>
      </w:r>
      <w:r w:rsidR="006F1ADB">
        <w:t xml:space="preserve">, </w:t>
      </w:r>
      <w:r>
        <w:t>mais ceux de la petite fille et du bébé étaient fermés</w:t>
      </w:r>
      <w:r w:rsidR="006F1ADB">
        <w:t>.</w:t>
      </w:r>
    </w:p>
    <w:p w14:paraId="1167EEE0" w14:textId="2CCC703B" w:rsidR="005A3479" w:rsidRDefault="005A3479" w:rsidP="005A3479">
      <w:r>
        <w:lastRenderedPageBreak/>
        <w:t>À demi paralysé par l</w:t>
      </w:r>
      <w:r w:rsidR="006F1ADB">
        <w:t>’</w:t>
      </w:r>
      <w:r>
        <w:t>effroyable et monstrueuse horreur de cette scène</w:t>
      </w:r>
      <w:r w:rsidR="006F1ADB">
        <w:t xml:space="preserve">, </w:t>
      </w:r>
      <w:r>
        <w:t>Jude laissa Suzanne gisante</w:t>
      </w:r>
      <w:r w:rsidR="006F1ADB">
        <w:t xml:space="preserve">, </w:t>
      </w:r>
      <w:r>
        <w:t>coupa les cordes avec son couteau de poche et étendit les trois enfants sur le lit</w:t>
      </w:r>
      <w:r w:rsidR="006F1ADB">
        <w:t xml:space="preserve"> ; </w:t>
      </w:r>
      <w:r>
        <w:t>mais le contact de leurs corps pendant le court moment où il dut les manier lui révéla qu</w:t>
      </w:r>
      <w:r w:rsidR="006F1ADB">
        <w:t>’</w:t>
      </w:r>
      <w:r>
        <w:t>ils étaient morts</w:t>
      </w:r>
      <w:r w:rsidR="006F1ADB">
        <w:t xml:space="preserve">. </w:t>
      </w:r>
      <w:r>
        <w:t>Jude revint à Suzanne évanouie et la porta sur le lit</w:t>
      </w:r>
      <w:r w:rsidR="006F1ADB">
        <w:t xml:space="preserve">, </w:t>
      </w:r>
      <w:r>
        <w:t>dans l</w:t>
      </w:r>
      <w:r w:rsidR="006F1ADB">
        <w:t>’</w:t>
      </w:r>
      <w:r>
        <w:t>autre chambre</w:t>
      </w:r>
      <w:r w:rsidR="006F1ADB">
        <w:t xml:space="preserve"> ; </w:t>
      </w:r>
      <w:r>
        <w:t>après quoi</w:t>
      </w:r>
      <w:r w:rsidR="006F1ADB">
        <w:t xml:space="preserve">, </w:t>
      </w:r>
      <w:r>
        <w:t>tout hors d</w:t>
      </w:r>
      <w:r w:rsidR="006F1ADB">
        <w:t>’</w:t>
      </w:r>
      <w:r>
        <w:t>haleine</w:t>
      </w:r>
      <w:r w:rsidR="006F1ADB">
        <w:t xml:space="preserve">, </w:t>
      </w:r>
      <w:r>
        <w:t>il avertit la propriétaire et courut chercher un médecin</w:t>
      </w:r>
      <w:r w:rsidR="006F1ADB">
        <w:t xml:space="preserve">. </w:t>
      </w:r>
      <w:r>
        <w:t>Quand il rentra</w:t>
      </w:r>
      <w:r w:rsidR="006F1ADB">
        <w:t xml:space="preserve">, </w:t>
      </w:r>
      <w:r>
        <w:t>Sue était revenue à elle</w:t>
      </w:r>
      <w:r w:rsidR="006F1ADB">
        <w:t xml:space="preserve">, </w:t>
      </w:r>
      <w:r>
        <w:t>et les deux femmes impuissantes</w:t>
      </w:r>
      <w:r w:rsidR="006F1ADB">
        <w:t xml:space="preserve">, </w:t>
      </w:r>
      <w:r>
        <w:t>penchées sur les enfants avec des efforts acharnés pour les rappeler à la vie</w:t>
      </w:r>
      <w:r w:rsidR="006F1ADB">
        <w:t xml:space="preserve">, </w:t>
      </w:r>
      <w:r>
        <w:t>le trio des petits cadavres</w:t>
      </w:r>
      <w:r w:rsidR="006F1ADB">
        <w:t xml:space="preserve">, </w:t>
      </w:r>
      <w:r>
        <w:t>composaient une scène qui lui enleva tout son sang-froid</w:t>
      </w:r>
      <w:r w:rsidR="006F1ADB">
        <w:t xml:space="preserve">. </w:t>
      </w:r>
      <w:r>
        <w:t>Le médecin le plus proche arriva</w:t>
      </w:r>
      <w:r w:rsidR="006F1ADB">
        <w:t xml:space="preserve">, </w:t>
      </w:r>
      <w:r>
        <w:t>mais</w:t>
      </w:r>
      <w:r w:rsidR="006F1ADB">
        <w:t xml:space="preserve">, </w:t>
      </w:r>
      <w:r>
        <w:t>comme Jude l</w:t>
      </w:r>
      <w:r w:rsidR="006F1ADB">
        <w:t>’</w:t>
      </w:r>
      <w:r>
        <w:t>avait prévu</w:t>
      </w:r>
      <w:r w:rsidR="006F1ADB">
        <w:t xml:space="preserve">, </w:t>
      </w:r>
      <w:r>
        <w:t>sa présence était inutile</w:t>
      </w:r>
      <w:r w:rsidR="006F1ADB">
        <w:t xml:space="preserve">. </w:t>
      </w:r>
      <w:r>
        <w:t>Les enfants ne pouvaient être sauvés</w:t>
      </w:r>
      <w:r w:rsidR="006F1ADB">
        <w:t xml:space="preserve">, </w:t>
      </w:r>
      <w:r>
        <w:t>car bien que leurs corps fussent à peine froids</w:t>
      </w:r>
      <w:r w:rsidR="006F1ADB">
        <w:t xml:space="preserve">, </w:t>
      </w:r>
      <w:r>
        <w:t>le docteur co</w:t>
      </w:r>
      <w:r>
        <w:t>n</w:t>
      </w:r>
      <w:r>
        <w:t>jectura qu</w:t>
      </w:r>
      <w:r w:rsidR="006F1ADB">
        <w:t>’</w:t>
      </w:r>
      <w:r>
        <w:t xml:space="preserve">ils avaient </w:t>
      </w:r>
      <w:proofErr w:type="spellStart"/>
      <w:r>
        <w:t>du</w:t>
      </w:r>
      <w:proofErr w:type="spellEnd"/>
      <w:r>
        <w:t xml:space="preserve"> rester pendus plus d</w:t>
      </w:r>
      <w:r w:rsidR="006F1ADB">
        <w:t>’</w:t>
      </w:r>
      <w:r>
        <w:t>une heure</w:t>
      </w:r>
      <w:r w:rsidR="006F1ADB">
        <w:t xml:space="preserve">. </w:t>
      </w:r>
      <w:r>
        <w:t>L</w:t>
      </w:r>
      <w:r w:rsidR="006F1ADB">
        <w:t>’</w:t>
      </w:r>
      <w:r>
        <w:t>hypothèse que formèrent les parents plus tard</w:t>
      </w:r>
      <w:r w:rsidR="006F1ADB">
        <w:t xml:space="preserve">, </w:t>
      </w:r>
      <w:r>
        <w:t>quand ils f</w:t>
      </w:r>
      <w:r>
        <w:t>u</w:t>
      </w:r>
      <w:r>
        <w:t>rent capables de raisonner sur ce cas</w:t>
      </w:r>
      <w:r w:rsidR="006F1ADB">
        <w:t xml:space="preserve">, </w:t>
      </w:r>
      <w:r>
        <w:t>fut que l</w:t>
      </w:r>
      <w:r w:rsidR="006F1ADB">
        <w:t>’</w:t>
      </w:r>
      <w:r>
        <w:t>aîné des enfants</w:t>
      </w:r>
      <w:r w:rsidR="006F1ADB">
        <w:t xml:space="preserve">, </w:t>
      </w:r>
      <w:r>
        <w:t>au réveil</w:t>
      </w:r>
      <w:r w:rsidR="006F1ADB">
        <w:t xml:space="preserve">, </w:t>
      </w:r>
      <w:r>
        <w:t>regardant dans la chambre voisine et n</w:t>
      </w:r>
      <w:r w:rsidR="006F1ADB">
        <w:t>’</w:t>
      </w:r>
      <w:r>
        <w:t>y trouvant pas Sue</w:t>
      </w:r>
      <w:r w:rsidR="006F1ADB">
        <w:t xml:space="preserve">, </w:t>
      </w:r>
      <w:r>
        <w:t>tomba dans un accès de désespoir auquel les événements et la révélation de la veille prédisposaient son tempérament mo</w:t>
      </w:r>
      <w:r>
        <w:t>r</w:t>
      </w:r>
      <w:r>
        <w:t>bide</w:t>
      </w:r>
      <w:r w:rsidR="006F1ADB">
        <w:t xml:space="preserve">. </w:t>
      </w:r>
      <w:r>
        <w:t>D</w:t>
      </w:r>
      <w:r w:rsidR="006F1ADB">
        <w:t>’</w:t>
      </w:r>
      <w:r>
        <w:t>ailleurs</w:t>
      </w:r>
      <w:r w:rsidR="006F1ADB">
        <w:t xml:space="preserve">, </w:t>
      </w:r>
      <w:r>
        <w:t>on trouva sur le parquet un morceau de papier où l</w:t>
      </w:r>
      <w:r w:rsidR="006F1ADB">
        <w:t>’</w:t>
      </w:r>
      <w:r>
        <w:t>enfant avait écrit ces mots</w:t>
      </w:r>
      <w:r w:rsidR="006F1ADB">
        <w:t xml:space="preserve">, </w:t>
      </w:r>
      <w:r>
        <w:t>avec un bout de crayon</w:t>
      </w:r>
      <w:r w:rsidR="006F1ADB">
        <w:t xml:space="preserve">, </w:t>
      </w:r>
      <w:r>
        <w:t>qu</w:t>
      </w:r>
      <w:r w:rsidR="006F1ADB">
        <w:t>’</w:t>
      </w:r>
      <w:r>
        <w:t>il portait habituellement</w:t>
      </w:r>
      <w:r w:rsidR="006F1ADB">
        <w:t> : « </w:t>
      </w:r>
      <w:r>
        <w:t>Fait parce que nous sommes trop</w:t>
      </w:r>
      <w:r w:rsidR="006F1ADB">
        <w:t>. »</w:t>
      </w:r>
    </w:p>
    <w:p w14:paraId="4AA375B2" w14:textId="77777777" w:rsidR="006F1ADB" w:rsidRDefault="005A3479" w:rsidP="005A3479">
      <w:r>
        <w:t>À cette vue</w:t>
      </w:r>
      <w:r w:rsidR="006F1ADB">
        <w:t xml:space="preserve">, </w:t>
      </w:r>
      <w:r>
        <w:t>les nerfs de Suzanne se déchaînèrent compl</w:t>
      </w:r>
      <w:r>
        <w:t>è</w:t>
      </w:r>
      <w:r>
        <w:t>tement</w:t>
      </w:r>
      <w:r w:rsidR="006F1ADB">
        <w:t xml:space="preserve">, </w:t>
      </w:r>
      <w:r>
        <w:t>et la terrible conviction que sa causerie avec l</w:t>
      </w:r>
      <w:r w:rsidR="006F1ADB">
        <w:t>’</w:t>
      </w:r>
      <w:r>
        <w:t>enfant avait été la cause majeure de cette tragédie la jeta dans une ag</w:t>
      </w:r>
      <w:r>
        <w:t>o</w:t>
      </w:r>
      <w:r>
        <w:t>nie convulsive qui ne connaissait point de répit</w:t>
      </w:r>
      <w:r w:rsidR="006F1ADB">
        <w:t xml:space="preserve">. </w:t>
      </w:r>
      <w:r>
        <w:t>On l</w:t>
      </w:r>
      <w:r w:rsidR="006F1ADB">
        <w:t>’</w:t>
      </w:r>
      <w:r>
        <w:t>emporta contre sa volonté dans une chambre à l</w:t>
      </w:r>
      <w:r w:rsidR="006F1ADB">
        <w:t>’</w:t>
      </w:r>
      <w:r>
        <w:t>étage inférieur</w:t>
      </w:r>
      <w:r w:rsidR="006F1ADB">
        <w:t xml:space="preserve"> ; </w:t>
      </w:r>
      <w:r>
        <w:t>et là</w:t>
      </w:r>
      <w:r w:rsidR="006F1ADB">
        <w:t xml:space="preserve">, </w:t>
      </w:r>
      <w:r>
        <w:t>elle resta étendue</w:t>
      </w:r>
      <w:r w:rsidR="006F1ADB">
        <w:t xml:space="preserve">, </w:t>
      </w:r>
      <w:r>
        <w:t>son délicat visage tout secoué de soupirs</w:t>
      </w:r>
      <w:r w:rsidR="006F1ADB">
        <w:t xml:space="preserve">, </w:t>
      </w:r>
      <w:r>
        <w:t>ses yeux fixés au plafond</w:t>
      </w:r>
      <w:r w:rsidR="006F1ADB">
        <w:t xml:space="preserve">, </w:t>
      </w:r>
      <w:r>
        <w:t>et la logeuse essayant vainement de l</w:t>
      </w:r>
      <w:r w:rsidR="006F1ADB">
        <w:t>’</w:t>
      </w:r>
      <w:r>
        <w:t>apaiser</w:t>
      </w:r>
      <w:r w:rsidR="006F1ADB">
        <w:t>.</w:t>
      </w:r>
    </w:p>
    <w:p w14:paraId="68571A33" w14:textId="77777777" w:rsidR="006F1ADB" w:rsidRDefault="005A3479" w:rsidP="005A3479">
      <w:r>
        <w:lastRenderedPageBreak/>
        <w:t>De cette chambre</w:t>
      </w:r>
      <w:r w:rsidR="006F1ADB">
        <w:t xml:space="preserve">, </w:t>
      </w:r>
      <w:r>
        <w:t>on pouvait entendre les gens qui allaient et venaient en haut</w:t>
      </w:r>
      <w:r w:rsidR="006F1ADB">
        <w:t xml:space="preserve">, </w:t>
      </w:r>
      <w:r>
        <w:t>et Sue implorait qu</w:t>
      </w:r>
      <w:r w:rsidR="006F1ADB">
        <w:t>’</w:t>
      </w:r>
      <w:r>
        <w:t>on lui permît de remo</w:t>
      </w:r>
      <w:r>
        <w:t>n</w:t>
      </w:r>
      <w:r>
        <w:t>ter</w:t>
      </w:r>
      <w:r w:rsidR="006F1ADB">
        <w:t xml:space="preserve"> ; </w:t>
      </w:r>
      <w:r>
        <w:t>on ne put l</w:t>
      </w:r>
      <w:r w:rsidR="006F1ADB">
        <w:t>’</w:t>
      </w:r>
      <w:r>
        <w:t>en empêcher qu</w:t>
      </w:r>
      <w:r w:rsidR="006F1ADB">
        <w:t>’</w:t>
      </w:r>
      <w:r>
        <w:t>en lui assurant que s</w:t>
      </w:r>
      <w:r w:rsidR="006F1ADB">
        <w:t>’</w:t>
      </w:r>
      <w:r>
        <w:t>il y avait quelque espoir</w:t>
      </w:r>
      <w:r w:rsidR="006F1ADB">
        <w:t xml:space="preserve">, </w:t>
      </w:r>
      <w:r>
        <w:t>sa présence pouvait être nuisible</w:t>
      </w:r>
      <w:r w:rsidR="006F1ADB">
        <w:t xml:space="preserve">, </w:t>
      </w:r>
      <w:r>
        <w:t>et qu</w:t>
      </w:r>
      <w:r w:rsidR="006F1ADB">
        <w:t>’</w:t>
      </w:r>
      <w:r>
        <w:t>en lui rappelant comment il lui était nécessaire de prendre soin d</w:t>
      </w:r>
      <w:r w:rsidR="006F1ADB">
        <w:t>’</w:t>
      </w:r>
      <w:r>
        <w:t>elle-même</w:t>
      </w:r>
      <w:r w:rsidR="006F1ADB">
        <w:t xml:space="preserve">, </w:t>
      </w:r>
      <w:r>
        <w:t>à moins de mettre en danger la vie d</w:t>
      </w:r>
      <w:r w:rsidR="006F1ADB">
        <w:t>’</w:t>
      </w:r>
      <w:r>
        <w:t>un enfant à venir</w:t>
      </w:r>
      <w:r w:rsidR="006F1ADB">
        <w:t xml:space="preserve">. </w:t>
      </w:r>
      <w:r>
        <w:t>Ses questions étaient incessantes</w:t>
      </w:r>
      <w:r w:rsidR="006F1ADB">
        <w:t xml:space="preserve"> ; </w:t>
      </w:r>
      <w:r>
        <w:t>enfin</w:t>
      </w:r>
      <w:r w:rsidR="006F1ADB">
        <w:t xml:space="preserve">, </w:t>
      </w:r>
      <w:r>
        <w:t>Jude descendit et lui dit qu</w:t>
      </w:r>
      <w:r w:rsidR="006F1ADB">
        <w:t>’</w:t>
      </w:r>
      <w:r>
        <w:t>il n</w:t>
      </w:r>
      <w:r w:rsidR="006F1ADB">
        <w:t>’</w:t>
      </w:r>
      <w:r>
        <w:t>y avait plus d</w:t>
      </w:r>
      <w:r w:rsidR="006F1ADB">
        <w:t>’</w:t>
      </w:r>
      <w:r>
        <w:t>espoir</w:t>
      </w:r>
      <w:r w:rsidR="006F1ADB">
        <w:t xml:space="preserve">. </w:t>
      </w:r>
      <w:r>
        <w:t>Dès que Suzanne put parler</w:t>
      </w:r>
      <w:r w:rsidR="006F1ADB">
        <w:t xml:space="preserve">, </w:t>
      </w:r>
      <w:r>
        <w:t>elle l</w:t>
      </w:r>
      <w:r w:rsidR="006F1ADB">
        <w:t>’</w:t>
      </w:r>
      <w:r>
        <w:t>informa de ce qu</w:t>
      </w:r>
      <w:r w:rsidR="006F1ADB">
        <w:t>’</w:t>
      </w:r>
      <w:r>
        <w:t>elle avait dit au petit garçon</w:t>
      </w:r>
      <w:r w:rsidR="006F1ADB">
        <w:t xml:space="preserve">, </w:t>
      </w:r>
      <w:r>
        <w:t>et comment elle pensait être cause de tout ce qui était arrivé</w:t>
      </w:r>
      <w:r w:rsidR="006F1ADB">
        <w:t>.</w:t>
      </w:r>
    </w:p>
    <w:p w14:paraId="1DEA0B68" w14:textId="77777777" w:rsidR="006F1ADB" w:rsidRDefault="006F1ADB" w:rsidP="005A3479">
      <w:r>
        <w:t>— </w:t>
      </w:r>
      <w:r w:rsidR="005A3479">
        <w:t>Non</w:t>
      </w:r>
      <w:r>
        <w:t xml:space="preserve">, </w:t>
      </w:r>
      <w:r w:rsidR="005A3479">
        <w:t>dit Jude</w:t>
      </w:r>
      <w:r>
        <w:t xml:space="preserve">. </w:t>
      </w:r>
      <w:r w:rsidR="005A3479">
        <w:t>C</w:t>
      </w:r>
      <w:r>
        <w:t>’</w:t>
      </w:r>
      <w:r w:rsidR="005A3479">
        <w:t>était dans sa nature d</w:t>
      </w:r>
      <w:r>
        <w:t>’</w:t>
      </w:r>
      <w:r w:rsidR="005A3479">
        <w:t>agir ainsi</w:t>
      </w:r>
      <w:r>
        <w:t xml:space="preserve">. </w:t>
      </w:r>
      <w:r w:rsidR="005A3479">
        <w:t>Le m</w:t>
      </w:r>
      <w:r w:rsidR="005A3479">
        <w:t>é</w:t>
      </w:r>
      <w:r w:rsidR="005A3479">
        <w:t>decin dit qu</w:t>
      </w:r>
      <w:r>
        <w:t>’</w:t>
      </w:r>
      <w:r w:rsidR="005A3479">
        <w:t>il y a des enfants comme cela</w:t>
      </w:r>
      <w:r>
        <w:t xml:space="preserve">, </w:t>
      </w:r>
      <w:r w:rsidR="005A3479">
        <w:t>qui surgissent parmi nous</w:t>
      </w:r>
      <w:r>
        <w:t xml:space="preserve">, </w:t>
      </w:r>
      <w:r w:rsidR="005A3479">
        <w:t>des enfants d</w:t>
      </w:r>
      <w:r>
        <w:t>’</w:t>
      </w:r>
      <w:r w:rsidR="005A3479">
        <w:t>une espèce inconnue dans la génération précédente</w:t>
      </w:r>
      <w:r>
        <w:t xml:space="preserve"> : </w:t>
      </w:r>
      <w:r w:rsidR="005A3479">
        <w:t>de nouvelles visions de la vie qui se manifestent</w:t>
      </w:r>
      <w:r>
        <w:t xml:space="preserve">. </w:t>
      </w:r>
      <w:r w:rsidR="005A3479">
        <w:t>Ils semblent en voir toutes les terreurs avant d</w:t>
      </w:r>
      <w:r>
        <w:t>’</w:t>
      </w:r>
      <w:r w:rsidR="005A3479">
        <w:t>être assez âgés pour sentir en eux la force de les affronter</w:t>
      </w:r>
      <w:r>
        <w:t xml:space="preserve">. </w:t>
      </w:r>
      <w:r w:rsidR="005A3479">
        <w:t>Il dit que c</w:t>
      </w:r>
      <w:r>
        <w:t>’</w:t>
      </w:r>
      <w:r w:rsidR="005A3479">
        <w:t>est le comme</w:t>
      </w:r>
      <w:r w:rsidR="005A3479">
        <w:t>n</w:t>
      </w:r>
      <w:r w:rsidR="005A3479">
        <w:t>cement de l</w:t>
      </w:r>
      <w:r>
        <w:t>’</w:t>
      </w:r>
      <w:r w:rsidR="005A3479">
        <w:t>universel vouloir de ne pas vivre</w:t>
      </w:r>
      <w:r>
        <w:t xml:space="preserve">. </w:t>
      </w:r>
      <w:r w:rsidR="005A3479">
        <w:t>C</w:t>
      </w:r>
      <w:r>
        <w:t>’</w:t>
      </w:r>
      <w:r w:rsidR="005A3479">
        <w:t>est un homme avancé</w:t>
      </w:r>
      <w:r>
        <w:t xml:space="preserve">, </w:t>
      </w:r>
      <w:r w:rsidR="005A3479">
        <w:t>le docteur</w:t>
      </w:r>
      <w:r>
        <w:t xml:space="preserve">, </w:t>
      </w:r>
      <w:r w:rsidR="005A3479">
        <w:t>mais il ne peut pas donner de consolation à</w:t>
      </w:r>
      <w:r>
        <w:t>…</w:t>
      </w:r>
    </w:p>
    <w:p w14:paraId="26FD30A5" w14:textId="77777777" w:rsidR="006F1ADB" w:rsidRDefault="005A3479" w:rsidP="005A3479">
      <w:r>
        <w:t>Jude avait refoulé sa propre douleur par pitié pour S</w:t>
      </w:r>
      <w:r>
        <w:t>u</w:t>
      </w:r>
      <w:r>
        <w:t>zanne</w:t>
      </w:r>
      <w:r w:rsidR="006F1ADB">
        <w:t xml:space="preserve"> ; </w:t>
      </w:r>
      <w:r>
        <w:t>maintenant</w:t>
      </w:r>
      <w:r w:rsidR="006F1ADB">
        <w:t xml:space="preserve">, </w:t>
      </w:r>
      <w:r>
        <w:t>il tombait accablé</w:t>
      </w:r>
      <w:r w:rsidR="006F1ADB">
        <w:t xml:space="preserve">, </w:t>
      </w:r>
      <w:r>
        <w:t>et ce spectacle obligea Sue à des efforts d</w:t>
      </w:r>
      <w:r w:rsidR="006F1ADB">
        <w:t>’</w:t>
      </w:r>
      <w:r>
        <w:t>affection qui l</w:t>
      </w:r>
      <w:r w:rsidR="006F1ADB">
        <w:t>’</w:t>
      </w:r>
      <w:r>
        <w:t>arrachèrent quelque peu aux poignants reproches qu</w:t>
      </w:r>
      <w:r w:rsidR="006F1ADB">
        <w:t>’</w:t>
      </w:r>
      <w:r>
        <w:t>elle s</w:t>
      </w:r>
      <w:r w:rsidR="006F1ADB">
        <w:t>’</w:t>
      </w:r>
      <w:r>
        <w:t>adressait à elle-même</w:t>
      </w:r>
      <w:r w:rsidR="006F1ADB">
        <w:t xml:space="preserve">. </w:t>
      </w:r>
      <w:r>
        <w:t>Quand tout le monde fut parti</w:t>
      </w:r>
      <w:r w:rsidR="006F1ADB">
        <w:t xml:space="preserve">, </w:t>
      </w:r>
      <w:r>
        <w:t>elle fut autorisée à voir les enfants</w:t>
      </w:r>
      <w:r w:rsidR="006F1ADB">
        <w:t>.</w:t>
      </w:r>
    </w:p>
    <w:p w14:paraId="62993B73" w14:textId="77777777" w:rsidR="006F1ADB" w:rsidRDefault="005A3479" w:rsidP="005A3479">
      <w:r>
        <w:t>La face de l</w:t>
      </w:r>
      <w:r w:rsidR="006F1ADB">
        <w:t>’</w:t>
      </w:r>
      <w:r>
        <w:t>aîné racontait toute leur histoire</w:t>
      </w:r>
      <w:r w:rsidR="006F1ADB">
        <w:t xml:space="preserve">. </w:t>
      </w:r>
      <w:r>
        <w:t>Sur ce petit visage étaient concentrées toutes les ombres</w:t>
      </w:r>
      <w:r w:rsidR="006F1ADB">
        <w:t xml:space="preserve">, </w:t>
      </w:r>
      <w:r>
        <w:t>toutes les choses de mauvais augure qui avaient assombri le premier mariage de Jude</w:t>
      </w:r>
      <w:r w:rsidR="006F1ADB">
        <w:t xml:space="preserve"> – </w:t>
      </w:r>
      <w:r>
        <w:t>et tous les accidents</w:t>
      </w:r>
      <w:r w:rsidR="006F1ADB">
        <w:t xml:space="preserve">, </w:t>
      </w:r>
      <w:r>
        <w:t>tous les malentendus</w:t>
      </w:r>
      <w:r w:rsidR="006F1ADB">
        <w:t xml:space="preserve">, </w:t>
      </w:r>
      <w:r>
        <w:t>toutes les craintes</w:t>
      </w:r>
      <w:r w:rsidR="006F1ADB">
        <w:t xml:space="preserve">, </w:t>
      </w:r>
      <w:r>
        <w:t>toutes les erreurs du second</w:t>
      </w:r>
      <w:r w:rsidR="006F1ADB">
        <w:t xml:space="preserve">. </w:t>
      </w:r>
      <w:r>
        <w:t>Il était leur nœud</w:t>
      </w:r>
      <w:r w:rsidR="006F1ADB">
        <w:t xml:space="preserve">, </w:t>
      </w:r>
      <w:r>
        <w:t>leur foyer</w:t>
      </w:r>
      <w:r w:rsidR="006F1ADB">
        <w:t xml:space="preserve">, </w:t>
      </w:r>
      <w:r>
        <w:t>leur expression en un terme unique</w:t>
      </w:r>
      <w:r w:rsidR="006F1ADB">
        <w:t xml:space="preserve">. </w:t>
      </w:r>
      <w:r>
        <w:t xml:space="preserve">Il avait </w:t>
      </w:r>
      <w:r>
        <w:lastRenderedPageBreak/>
        <w:t>gémi par l</w:t>
      </w:r>
      <w:r w:rsidR="006F1ADB">
        <w:t>’</w:t>
      </w:r>
      <w:r>
        <w:t>imprudence de ses parents</w:t>
      </w:r>
      <w:r w:rsidR="006F1ADB">
        <w:t xml:space="preserve">, </w:t>
      </w:r>
      <w:r>
        <w:t>il avait tremblé par leur mésintell</w:t>
      </w:r>
      <w:r>
        <w:t>i</w:t>
      </w:r>
      <w:r>
        <w:t>gence</w:t>
      </w:r>
      <w:r w:rsidR="006F1ADB">
        <w:t xml:space="preserve">, </w:t>
      </w:r>
      <w:r>
        <w:t>il était mort de leurs malheurs</w:t>
      </w:r>
      <w:r w:rsidR="006F1ADB">
        <w:t>.</w:t>
      </w:r>
    </w:p>
    <w:p w14:paraId="0002458D" w14:textId="77777777" w:rsidR="006F1ADB" w:rsidRDefault="005A3479" w:rsidP="005A3479">
      <w:r>
        <w:t>Quand la maison redevint silencieuse et qu</w:t>
      </w:r>
      <w:r w:rsidR="006F1ADB">
        <w:t>’</w:t>
      </w:r>
      <w:r>
        <w:t>il n</w:t>
      </w:r>
      <w:r w:rsidR="006F1ADB">
        <w:t>’</w:t>
      </w:r>
      <w:r>
        <w:t>y eut plus rien à faire qu</w:t>
      </w:r>
      <w:r w:rsidR="006F1ADB">
        <w:t>’</w:t>
      </w:r>
      <w:r>
        <w:t>à attendre l</w:t>
      </w:r>
      <w:r w:rsidR="006F1ADB">
        <w:t>’</w:t>
      </w:r>
      <w:r>
        <w:t>enquête du magistrat</w:t>
      </w:r>
      <w:r w:rsidR="006F1ADB">
        <w:t xml:space="preserve">, </w:t>
      </w:r>
      <w:r>
        <w:t>une grande voix</w:t>
      </w:r>
      <w:r w:rsidR="006F1ADB">
        <w:t xml:space="preserve">, </w:t>
      </w:r>
      <w:r>
        <w:t>basse et comme étouffée</w:t>
      </w:r>
      <w:r w:rsidR="006F1ADB">
        <w:t xml:space="preserve">, </w:t>
      </w:r>
      <w:r>
        <w:t>s</w:t>
      </w:r>
      <w:r w:rsidR="006F1ADB">
        <w:t>’</w:t>
      </w:r>
      <w:r>
        <w:t>épandit dans l</w:t>
      </w:r>
      <w:r w:rsidR="006F1ADB">
        <w:t>’</w:t>
      </w:r>
      <w:r>
        <w:t>air de la chambre à travers l</w:t>
      </w:r>
      <w:r w:rsidR="006F1ADB">
        <w:t>’</w:t>
      </w:r>
      <w:r>
        <w:t>épaisseur des murs</w:t>
      </w:r>
      <w:r w:rsidR="006F1ADB">
        <w:t>.</w:t>
      </w:r>
    </w:p>
    <w:p w14:paraId="26A58A10" w14:textId="77777777" w:rsidR="006F1ADB" w:rsidRDefault="006F1ADB" w:rsidP="005A3479">
      <w:r>
        <w:t>— </w:t>
      </w:r>
      <w:r w:rsidR="005A3479">
        <w:t>Qu</w:t>
      </w:r>
      <w:r>
        <w:t>’</w:t>
      </w:r>
      <w:r w:rsidR="005A3479">
        <w:t>est-ce que cela</w:t>
      </w:r>
      <w:r>
        <w:t xml:space="preserve"> ? </w:t>
      </w:r>
      <w:r w:rsidR="005A3479">
        <w:t>dit Sue</w:t>
      </w:r>
      <w:r>
        <w:t xml:space="preserve">, </w:t>
      </w:r>
      <w:r w:rsidR="005A3479">
        <w:t>retenant sa respiration spasmodique</w:t>
      </w:r>
      <w:r>
        <w:t>.</w:t>
      </w:r>
    </w:p>
    <w:p w14:paraId="7BB4A921" w14:textId="7232EC70" w:rsidR="005A3479" w:rsidRDefault="006F1ADB" w:rsidP="005A3479">
      <w:r>
        <w:t>— </w:t>
      </w:r>
      <w:r w:rsidR="005A3479">
        <w:t>C</w:t>
      </w:r>
      <w:r>
        <w:t>’</w:t>
      </w:r>
      <w:r w:rsidR="005A3479">
        <w:t>est l</w:t>
      </w:r>
      <w:r>
        <w:t>’</w:t>
      </w:r>
      <w:r w:rsidR="005A3479">
        <w:t>orgue de la chapelle du collège</w:t>
      </w:r>
      <w:r>
        <w:t xml:space="preserve">. </w:t>
      </w:r>
      <w:r w:rsidR="005A3479">
        <w:t>L</w:t>
      </w:r>
      <w:r>
        <w:t>’</w:t>
      </w:r>
      <w:r w:rsidR="005A3479">
        <w:t>organiste étudie</w:t>
      </w:r>
      <w:r>
        <w:t xml:space="preserve">, </w:t>
      </w:r>
      <w:r w:rsidR="005A3479">
        <w:t>je suppose</w:t>
      </w:r>
      <w:r>
        <w:t xml:space="preserve">. </w:t>
      </w:r>
      <w:r w:rsidR="005A3479">
        <w:t>C</w:t>
      </w:r>
      <w:r>
        <w:t>’</w:t>
      </w:r>
      <w:r w:rsidR="005A3479">
        <w:t>est le thème du soixante-treizième psaume</w:t>
      </w:r>
      <w:r>
        <w:t>. « </w:t>
      </w:r>
      <w:r w:rsidR="005A3479">
        <w:t>Dieu est sincèrement aimé dans Israël</w:t>
      </w:r>
      <w:r>
        <w:t>. »</w:t>
      </w:r>
    </w:p>
    <w:p w14:paraId="36136A4B" w14:textId="77777777" w:rsidR="006F1ADB" w:rsidRDefault="005A3479" w:rsidP="005A3479">
      <w:r>
        <w:t>Elle sanglota encore</w:t>
      </w:r>
      <w:r w:rsidR="006F1ADB">
        <w:t>.</w:t>
      </w:r>
    </w:p>
    <w:p w14:paraId="6339DB03" w14:textId="77777777" w:rsidR="006F1ADB" w:rsidRDefault="006F1ADB" w:rsidP="005A3479">
      <w:r>
        <w:t>— </w:t>
      </w:r>
      <w:r w:rsidR="005A3479">
        <w:t>Oh</w:t>
      </w:r>
      <w:r>
        <w:t xml:space="preserve"> ! </w:t>
      </w:r>
      <w:r w:rsidR="005A3479">
        <w:t>mes petits</w:t>
      </w:r>
      <w:r>
        <w:t xml:space="preserve"> ! </w:t>
      </w:r>
      <w:r w:rsidR="005A3479">
        <w:t>Ils n</w:t>
      </w:r>
      <w:r>
        <w:t>’</w:t>
      </w:r>
      <w:r w:rsidR="005A3479">
        <w:t>avaient fait aucun mal</w:t>
      </w:r>
      <w:r>
        <w:t xml:space="preserve">. </w:t>
      </w:r>
      <w:r w:rsidR="005A3479">
        <w:t>Pourquoi les a-t-on pris et non pas moi</w:t>
      </w:r>
      <w:r>
        <w:t> !</w:t>
      </w:r>
    </w:p>
    <w:p w14:paraId="6F4EA9C4" w14:textId="77777777" w:rsidR="006F1ADB" w:rsidRDefault="005A3479" w:rsidP="005A3479">
      <w:r>
        <w:t>Il y eut une autre accalmie</w:t>
      </w:r>
      <w:r w:rsidR="006F1ADB">
        <w:t xml:space="preserve">, </w:t>
      </w:r>
      <w:r>
        <w:t>rompue par la conversation de deux personnes qui parlaient quelque pari</w:t>
      </w:r>
      <w:r w:rsidR="006F1ADB">
        <w:t xml:space="preserve">, </w:t>
      </w:r>
      <w:r>
        <w:t>au dehors</w:t>
      </w:r>
      <w:r w:rsidR="006F1ADB">
        <w:t>.</w:t>
      </w:r>
    </w:p>
    <w:p w14:paraId="568EB167" w14:textId="3D93EF43" w:rsidR="005A3479" w:rsidRDefault="006F1ADB" w:rsidP="005A3479">
      <w:r>
        <w:t>— </w:t>
      </w:r>
      <w:r w:rsidR="005A3479">
        <w:t>Ils parlent de lions</w:t>
      </w:r>
      <w:r>
        <w:t xml:space="preserve">, </w:t>
      </w:r>
      <w:r w:rsidR="005A3479">
        <w:t>sans doute</w:t>
      </w:r>
      <w:r>
        <w:t xml:space="preserve">, </w:t>
      </w:r>
      <w:r w:rsidR="005A3479">
        <w:t>gémit Suzanne</w:t>
      </w:r>
      <w:r>
        <w:t>. « </w:t>
      </w:r>
      <w:r w:rsidR="005A3479">
        <w:t>Nous sommes un spectacle au monde</w:t>
      </w:r>
      <w:r>
        <w:t xml:space="preserve">, </w:t>
      </w:r>
      <w:r w:rsidR="005A3479">
        <w:t>aux anges et aux hommes</w:t>
      </w:r>
      <w:r>
        <w:t>. »</w:t>
      </w:r>
    </w:p>
    <w:p w14:paraId="4DF54BA3" w14:textId="77777777" w:rsidR="006F1ADB" w:rsidRDefault="005A3479" w:rsidP="005A3479">
      <w:r>
        <w:t>Jude écouta</w:t>
      </w:r>
      <w:r w:rsidR="006F1ADB">
        <w:t> :</w:t>
      </w:r>
    </w:p>
    <w:p w14:paraId="43DB3018" w14:textId="77777777" w:rsidR="006F1ADB" w:rsidRDefault="006F1ADB" w:rsidP="005A3479">
      <w:r>
        <w:t>— </w:t>
      </w:r>
      <w:r w:rsidR="005A3479">
        <w:t>Non</w:t>
      </w:r>
      <w:r>
        <w:t xml:space="preserve">, </w:t>
      </w:r>
      <w:r w:rsidR="005A3479">
        <w:t>ils ne parlant pas de nous</w:t>
      </w:r>
      <w:r>
        <w:t xml:space="preserve">. </w:t>
      </w:r>
      <w:r w:rsidR="005A3479">
        <w:t>Ce sont deux ecclésia</w:t>
      </w:r>
      <w:r w:rsidR="005A3479">
        <w:t>s</w:t>
      </w:r>
      <w:r w:rsidR="005A3479">
        <w:t>tiques d</w:t>
      </w:r>
      <w:r>
        <w:t>’</w:t>
      </w:r>
      <w:r w:rsidR="005A3479">
        <w:t>opinions différentes</w:t>
      </w:r>
      <w:r>
        <w:t xml:space="preserve">, </w:t>
      </w:r>
      <w:r w:rsidR="005A3479">
        <w:t>qui discutent sur la question d</w:t>
      </w:r>
      <w:r>
        <w:t>’</w:t>
      </w:r>
      <w:r w:rsidR="005A3479">
        <w:t>Orient</w:t>
      </w:r>
      <w:r>
        <w:t>.</w:t>
      </w:r>
    </w:p>
    <w:p w14:paraId="495CC775" w14:textId="77777777" w:rsidR="006F1ADB" w:rsidRDefault="005A3479" w:rsidP="005A3479">
      <w:r>
        <w:t>Un autre silence</w:t>
      </w:r>
      <w:r w:rsidR="006F1ADB">
        <w:t xml:space="preserve">, </w:t>
      </w:r>
      <w:r>
        <w:t>jusqu</w:t>
      </w:r>
      <w:r w:rsidR="006F1ADB">
        <w:t>’</w:t>
      </w:r>
      <w:r>
        <w:t>à ce que Sue fût saisie d</w:t>
      </w:r>
      <w:r w:rsidR="006F1ADB">
        <w:t>’</w:t>
      </w:r>
      <w:r>
        <w:t>un inapa</w:t>
      </w:r>
      <w:r>
        <w:t>i</w:t>
      </w:r>
      <w:r>
        <w:t>sable accès de douleur</w:t>
      </w:r>
      <w:r w:rsidR="006F1ADB">
        <w:t> :</w:t>
      </w:r>
    </w:p>
    <w:p w14:paraId="2205DA81" w14:textId="4AD0DA8A" w:rsidR="005A3479" w:rsidRDefault="006F1ADB" w:rsidP="005A3479">
      <w:r>
        <w:t>— </w:t>
      </w:r>
      <w:r w:rsidR="005A3479">
        <w:t>Il y a quelque chose</w:t>
      </w:r>
      <w:r>
        <w:t xml:space="preserve">, </w:t>
      </w:r>
      <w:r w:rsidR="005A3479">
        <w:t>hors de nous</w:t>
      </w:r>
      <w:r>
        <w:t xml:space="preserve">, </w:t>
      </w:r>
      <w:r w:rsidR="005A3479">
        <w:t>qui nous dit</w:t>
      </w:r>
      <w:r>
        <w:t> ; « </w:t>
      </w:r>
      <w:r w:rsidR="005A3479">
        <w:t>Non</w:t>
      </w:r>
      <w:r>
        <w:t> ; »</w:t>
      </w:r>
      <w:r w:rsidR="005A3479">
        <w:t xml:space="preserve"> qui a dit d</w:t>
      </w:r>
      <w:r>
        <w:t>’</w:t>
      </w:r>
      <w:r w:rsidR="005A3479">
        <w:t>abord</w:t>
      </w:r>
      <w:r>
        <w:t> : « </w:t>
      </w:r>
      <w:r w:rsidR="005A3479">
        <w:t>Vous n</w:t>
      </w:r>
      <w:r>
        <w:t>’</w:t>
      </w:r>
      <w:r w:rsidR="005A3479">
        <w:t>étudierez pas</w:t>
      </w:r>
      <w:r>
        <w:t> ; »</w:t>
      </w:r>
      <w:r w:rsidR="005A3479">
        <w:t xml:space="preserve"> puis</w:t>
      </w:r>
      <w:r>
        <w:t xml:space="preserve"> : </w:t>
      </w:r>
      <w:r>
        <w:lastRenderedPageBreak/>
        <w:t>« </w:t>
      </w:r>
      <w:r w:rsidR="005A3479">
        <w:t>Vous ne travaillerez pas</w:t>
      </w:r>
      <w:r>
        <w:t>, »</w:t>
      </w:r>
      <w:r w:rsidR="005A3479">
        <w:t xml:space="preserve"> et maintenant</w:t>
      </w:r>
      <w:r>
        <w:t> : « </w:t>
      </w:r>
      <w:r w:rsidR="005A3479">
        <w:t>Vous n</w:t>
      </w:r>
      <w:r>
        <w:t>’</w:t>
      </w:r>
      <w:r w:rsidR="005A3479">
        <w:t>aimerez pas</w:t>
      </w:r>
      <w:r>
        <w:t>. »</w:t>
      </w:r>
    </w:p>
    <w:p w14:paraId="0C38DAB3" w14:textId="77777777" w:rsidR="006F1ADB" w:rsidRDefault="005A3479" w:rsidP="005A3479">
      <w:r>
        <w:t>Il essaya de la calmer en lui disant</w:t>
      </w:r>
      <w:r w:rsidR="006F1ADB">
        <w:t> :</w:t>
      </w:r>
    </w:p>
    <w:p w14:paraId="1092C068" w14:textId="77777777" w:rsidR="006F1ADB" w:rsidRDefault="006F1ADB" w:rsidP="005A3479">
      <w:r>
        <w:t>— </w:t>
      </w:r>
      <w:r w:rsidR="005A3479">
        <w:t>C</w:t>
      </w:r>
      <w:r>
        <w:t>’</w:t>
      </w:r>
      <w:r w:rsidR="005A3479">
        <w:t>est cruel de votre part</w:t>
      </w:r>
      <w:r>
        <w:t xml:space="preserve">, </w:t>
      </w:r>
      <w:r w:rsidR="005A3479">
        <w:t>chérie</w:t>
      </w:r>
      <w:r>
        <w:t>.</w:t>
      </w:r>
    </w:p>
    <w:p w14:paraId="41F27D3C" w14:textId="77777777" w:rsidR="006F1ADB" w:rsidRDefault="006F1ADB" w:rsidP="005A3479">
      <w:r>
        <w:t>— </w:t>
      </w:r>
      <w:r w:rsidR="005A3479">
        <w:t>Mais c</w:t>
      </w:r>
      <w:r>
        <w:t>’</w:t>
      </w:r>
      <w:r w:rsidR="005A3479">
        <w:t>est vrai</w:t>
      </w:r>
      <w:r>
        <w:t>.</w:t>
      </w:r>
    </w:p>
    <w:p w14:paraId="4174B5D6" w14:textId="77777777" w:rsidR="006F1ADB" w:rsidRDefault="005A3479" w:rsidP="005A3479">
      <w:r>
        <w:t>Ainsi</w:t>
      </w:r>
      <w:r w:rsidR="006F1ADB">
        <w:t xml:space="preserve">, </w:t>
      </w:r>
      <w:r>
        <w:t>ils attendaient</w:t>
      </w:r>
      <w:r w:rsidR="006F1ADB">
        <w:t xml:space="preserve">, </w:t>
      </w:r>
      <w:r>
        <w:t>et Sue rentra dans sa chambre</w:t>
      </w:r>
      <w:r w:rsidR="006F1ADB">
        <w:t xml:space="preserve">. </w:t>
      </w:r>
      <w:r>
        <w:t>Elle n</w:t>
      </w:r>
      <w:r w:rsidR="006F1ADB">
        <w:t>’</w:t>
      </w:r>
      <w:r>
        <w:t>avait pas voulu qu</w:t>
      </w:r>
      <w:r w:rsidR="006F1ADB">
        <w:t>’</w:t>
      </w:r>
      <w:r>
        <w:t>on enlevât la robe et les souliers du bébé qui étaient posés sur une chaise au moment de sa mort</w:t>
      </w:r>
      <w:r w:rsidR="006F1ADB">
        <w:t xml:space="preserve">, – </w:t>
      </w:r>
      <w:r>
        <w:t>bien que Jude eût désiré les ôter de sa vue</w:t>
      </w:r>
      <w:r w:rsidR="006F1ADB">
        <w:t xml:space="preserve">. </w:t>
      </w:r>
      <w:r>
        <w:t>Mais chaque fois qu</w:t>
      </w:r>
      <w:r w:rsidR="006F1ADB">
        <w:t>’</w:t>
      </w:r>
      <w:r>
        <w:t>il y touchait</w:t>
      </w:r>
      <w:r w:rsidR="006F1ADB">
        <w:t xml:space="preserve">, </w:t>
      </w:r>
      <w:r>
        <w:t>Sue le suppliait de les laisser là</w:t>
      </w:r>
      <w:r w:rsidR="006F1ADB">
        <w:t xml:space="preserve">, </w:t>
      </w:r>
      <w:r>
        <w:t>et elle éclata en tran</w:t>
      </w:r>
      <w:r>
        <w:t>s</w:t>
      </w:r>
      <w:r>
        <w:t>ports de colère contre la propriétaire</w:t>
      </w:r>
      <w:r w:rsidR="006F1ADB">
        <w:t xml:space="preserve">, </w:t>
      </w:r>
      <w:r>
        <w:t>qui essayait aussi de les emporter</w:t>
      </w:r>
      <w:r w:rsidR="006F1ADB">
        <w:t>.</w:t>
      </w:r>
    </w:p>
    <w:p w14:paraId="3B8BC4FA" w14:textId="77777777" w:rsidR="006F1ADB" w:rsidRDefault="005A3479" w:rsidP="005A3479">
      <w:r>
        <w:t>Jude craignait les silences apathiques de Suzanne plus que ses violences</w:t>
      </w:r>
      <w:r w:rsidR="006F1ADB">
        <w:t> :</w:t>
      </w:r>
    </w:p>
    <w:p w14:paraId="21EECB5C" w14:textId="77777777" w:rsidR="006F1ADB" w:rsidRDefault="006F1ADB" w:rsidP="005A3479">
      <w:r>
        <w:t>— </w:t>
      </w:r>
      <w:r w:rsidR="005A3479">
        <w:t>Pourquoi ne me parlez-vous pas</w:t>
      </w:r>
      <w:r>
        <w:t xml:space="preserve">, </w:t>
      </w:r>
      <w:r w:rsidR="005A3479">
        <w:t>Jude</w:t>
      </w:r>
      <w:r>
        <w:t xml:space="preserve"> ? </w:t>
      </w:r>
      <w:r w:rsidR="005A3479">
        <w:t>dit-elle après un de ces accès</w:t>
      </w:r>
      <w:r>
        <w:t xml:space="preserve">. </w:t>
      </w:r>
      <w:r w:rsidR="005A3479">
        <w:t>Ne vous détournez pas de moi</w:t>
      </w:r>
      <w:r>
        <w:t xml:space="preserve"> ! </w:t>
      </w:r>
      <w:r w:rsidR="005A3479">
        <w:t>Je ne puis suppo</w:t>
      </w:r>
      <w:r w:rsidR="005A3479">
        <w:t>r</w:t>
      </w:r>
      <w:r w:rsidR="005A3479">
        <w:t>ter la solitude que je sens loin de vos regards</w:t>
      </w:r>
      <w:r>
        <w:t>.</w:t>
      </w:r>
    </w:p>
    <w:p w14:paraId="4B081065" w14:textId="77777777" w:rsidR="006F1ADB" w:rsidRDefault="006F1ADB" w:rsidP="005A3479">
      <w:r>
        <w:t>— </w:t>
      </w:r>
      <w:r w:rsidR="005A3479">
        <w:t>Là</w:t>
      </w:r>
      <w:r>
        <w:t xml:space="preserve">, </w:t>
      </w:r>
      <w:r w:rsidR="005A3479">
        <w:t>chérie</w:t>
      </w:r>
      <w:r>
        <w:t xml:space="preserve">… </w:t>
      </w:r>
      <w:r w:rsidR="005A3479">
        <w:t>Je suis ici</w:t>
      </w:r>
      <w:r>
        <w:t xml:space="preserve">, </w:t>
      </w:r>
      <w:r w:rsidR="005A3479">
        <w:t>dit-il</w:t>
      </w:r>
      <w:r>
        <w:t xml:space="preserve">, </w:t>
      </w:r>
      <w:r w:rsidR="005A3479">
        <w:t>appuyant son visage contre celui de Sue</w:t>
      </w:r>
      <w:r>
        <w:t>.</w:t>
      </w:r>
    </w:p>
    <w:p w14:paraId="6848958B" w14:textId="77777777" w:rsidR="006F1ADB" w:rsidRDefault="006F1ADB" w:rsidP="005A3479">
      <w:r>
        <w:t>— </w:t>
      </w:r>
      <w:r w:rsidR="005A3479">
        <w:t>Oui</w:t>
      </w:r>
      <w:r>
        <w:t xml:space="preserve">… </w:t>
      </w:r>
      <w:r w:rsidR="005A3479">
        <w:t>Ô mon compagnon</w:t>
      </w:r>
      <w:r>
        <w:t xml:space="preserve">, </w:t>
      </w:r>
      <w:r w:rsidR="005A3479">
        <w:t>notre union parfaite</w:t>
      </w:r>
      <w:r>
        <w:t xml:space="preserve">, </w:t>
      </w:r>
      <w:r w:rsidR="005A3479">
        <w:t>la fusion de deux êtres en un seul</w:t>
      </w:r>
      <w:r>
        <w:t xml:space="preserve">, </w:t>
      </w:r>
      <w:r w:rsidR="005A3479">
        <w:t>elle est maintenant souillée de sang</w:t>
      </w:r>
      <w:r>
        <w:t>.</w:t>
      </w:r>
    </w:p>
    <w:p w14:paraId="1A38D01F" w14:textId="77777777" w:rsidR="006F1ADB" w:rsidRDefault="006F1ADB" w:rsidP="005A3479">
      <w:r>
        <w:t>— </w:t>
      </w:r>
      <w:r w:rsidR="005A3479">
        <w:t>Assombrie par la mort</w:t>
      </w:r>
      <w:r>
        <w:t xml:space="preserve">… </w:t>
      </w:r>
      <w:r w:rsidR="005A3479">
        <w:t>c</w:t>
      </w:r>
      <w:r>
        <w:t>’</w:t>
      </w:r>
      <w:r w:rsidR="005A3479">
        <w:t>est tout</w:t>
      </w:r>
      <w:r>
        <w:t>.</w:t>
      </w:r>
    </w:p>
    <w:p w14:paraId="3CF91D97" w14:textId="77777777" w:rsidR="006F1ADB" w:rsidRDefault="006F1ADB" w:rsidP="005A3479">
      <w:r>
        <w:t>— </w:t>
      </w:r>
      <w:r w:rsidR="005A3479">
        <w:t>Ah</w:t>
      </w:r>
      <w:r>
        <w:t xml:space="preserve"> ! </w:t>
      </w:r>
      <w:r w:rsidR="005A3479">
        <w:t>Mais c</w:t>
      </w:r>
      <w:r>
        <w:t>’</w:t>
      </w:r>
      <w:r w:rsidR="005A3479">
        <w:t>est moi qui l</w:t>
      </w:r>
      <w:r>
        <w:t>’</w:t>
      </w:r>
      <w:r w:rsidR="005A3479">
        <w:t>incité vraiment</w:t>
      </w:r>
      <w:r>
        <w:t xml:space="preserve">, </w:t>
      </w:r>
      <w:r w:rsidR="005A3479">
        <w:t>quoique j</w:t>
      </w:r>
      <w:r>
        <w:t>’</w:t>
      </w:r>
      <w:r w:rsidR="005A3479">
        <w:t>ignorasse ce que je faisais</w:t>
      </w:r>
      <w:r>
        <w:t xml:space="preserve">. </w:t>
      </w:r>
      <w:r w:rsidR="005A3479">
        <w:t>J</w:t>
      </w:r>
      <w:r>
        <w:t>’</w:t>
      </w:r>
      <w:r w:rsidR="005A3479">
        <w:t>ai parlé à cet enfant comme on ne parle qu</w:t>
      </w:r>
      <w:r>
        <w:t>’</w:t>
      </w:r>
      <w:r w:rsidR="005A3479">
        <w:t>aux gens d</w:t>
      </w:r>
      <w:r>
        <w:t>’</w:t>
      </w:r>
      <w:r w:rsidR="005A3479">
        <w:t>âge mûr</w:t>
      </w:r>
      <w:r>
        <w:t xml:space="preserve">. </w:t>
      </w:r>
      <w:r w:rsidR="005A3479">
        <w:t>Je lui ai dit que le monde était contre nous</w:t>
      </w:r>
      <w:r>
        <w:t xml:space="preserve"> ; </w:t>
      </w:r>
      <w:r w:rsidR="005A3479">
        <w:t>qu</w:t>
      </w:r>
      <w:r>
        <w:t>’</w:t>
      </w:r>
      <w:r w:rsidR="005A3479">
        <w:t>il valait mieux mourir que vivre à ce prix</w:t>
      </w:r>
      <w:r>
        <w:t xml:space="preserve"> ; </w:t>
      </w:r>
      <w:r w:rsidR="005A3479">
        <w:t xml:space="preserve">et </w:t>
      </w:r>
      <w:r w:rsidR="005A3479">
        <w:lastRenderedPageBreak/>
        <w:t>il a pris cela au pied de la lettre</w:t>
      </w:r>
      <w:r>
        <w:t xml:space="preserve">. </w:t>
      </w:r>
      <w:r w:rsidR="005A3479">
        <w:t>Et je lui disais aussi que j</w:t>
      </w:r>
      <w:r>
        <w:t>’</w:t>
      </w:r>
      <w:r w:rsidR="005A3479">
        <w:t>allais avoir un autre enfant</w:t>
      </w:r>
      <w:r>
        <w:t xml:space="preserve">. </w:t>
      </w:r>
      <w:r w:rsidR="005A3479">
        <w:t>Cela l</w:t>
      </w:r>
      <w:r>
        <w:t>’</w:t>
      </w:r>
      <w:r w:rsidR="005A3479">
        <w:t>a bouleversé</w:t>
      </w:r>
      <w:r>
        <w:t xml:space="preserve">. </w:t>
      </w:r>
      <w:r w:rsidR="005A3479">
        <w:t>Oh</w:t>
      </w:r>
      <w:r>
        <w:t xml:space="preserve"> ! </w:t>
      </w:r>
      <w:r w:rsidR="005A3479">
        <w:t>comme il me fit des reproches amers</w:t>
      </w:r>
      <w:r>
        <w:t> !</w:t>
      </w:r>
    </w:p>
    <w:p w14:paraId="26AC2669" w14:textId="77777777" w:rsidR="006F1ADB" w:rsidRDefault="006F1ADB" w:rsidP="005A3479">
      <w:r>
        <w:t>— </w:t>
      </w:r>
      <w:r w:rsidR="005A3479">
        <w:t>Pourquoi lui parliez-vous ainsi</w:t>
      </w:r>
      <w:r>
        <w:t xml:space="preserve">, </w:t>
      </w:r>
      <w:r w:rsidR="005A3479">
        <w:t>Sue</w:t>
      </w:r>
      <w:r>
        <w:t> ?</w:t>
      </w:r>
    </w:p>
    <w:p w14:paraId="7D22034F" w14:textId="77777777" w:rsidR="006F1ADB" w:rsidRDefault="006F1ADB" w:rsidP="005A3479">
      <w:r>
        <w:t>— </w:t>
      </w:r>
      <w:r w:rsidR="005A3479">
        <w:t>Je ne puis le dire</w:t>
      </w:r>
      <w:r>
        <w:t xml:space="preserve">. </w:t>
      </w:r>
      <w:r w:rsidR="005A3479">
        <w:t>C</w:t>
      </w:r>
      <w:r>
        <w:t>’</w:t>
      </w:r>
      <w:r w:rsidR="005A3479">
        <w:t>est que j</w:t>
      </w:r>
      <w:r>
        <w:t>’</w:t>
      </w:r>
      <w:r w:rsidR="005A3479">
        <w:t>avais besoin d</w:t>
      </w:r>
      <w:r>
        <w:t>’</w:t>
      </w:r>
      <w:r w:rsidR="005A3479">
        <w:t>être sincère</w:t>
      </w:r>
      <w:r>
        <w:t xml:space="preserve">. </w:t>
      </w:r>
      <w:r w:rsidR="005A3479">
        <w:t>Je ne pouvais supporter de le tromper sur les faits de la vie</w:t>
      </w:r>
      <w:r>
        <w:t xml:space="preserve">. </w:t>
      </w:r>
      <w:r w:rsidR="005A3479">
        <w:t>Et cependant je n</w:t>
      </w:r>
      <w:r>
        <w:t>’</w:t>
      </w:r>
      <w:r w:rsidR="005A3479">
        <w:t>étais pas sincère</w:t>
      </w:r>
      <w:r>
        <w:t xml:space="preserve">, </w:t>
      </w:r>
      <w:r w:rsidR="005A3479">
        <w:t>car</w:t>
      </w:r>
      <w:r>
        <w:t xml:space="preserve">, </w:t>
      </w:r>
      <w:r w:rsidR="005A3479">
        <w:t>avec une fausse délic</w:t>
      </w:r>
      <w:r w:rsidR="005A3479">
        <w:t>a</w:t>
      </w:r>
      <w:r w:rsidR="005A3479">
        <w:t>tesse</w:t>
      </w:r>
      <w:r>
        <w:t xml:space="preserve">, </w:t>
      </w:r>
      <w:r w:rsidR="005A3479">
        <w:t>je lui parlais trop obscurément</w:t>
      </w:r>
      <w:r>
        <w:t xml:space="preserve">. </w:t>
      </w:r>
      <w:r w:rsidR="005A3479">
        <w:t>Pourquoi fus-je à moitié plus sage que les autres femmes</w:t>
      </w:r>
      <w:r>
        <w:t xml:space="preserve"> ? </w:t>
      </w:r>
      <w:r w:rsidR="005A3479">
        <w:t>Pourquoi la demi-sagesse seulement</w:t>
      </w:r>
      <w:r>
        <w:t xml:space="preserve"> ? </w:t>
      </w:r>
      <w:r w:rsidR="005A3479">
        <w:t>Pourquoi n</w:t>
      </w:r>
      <w:r>
        <w:t>’</w:t>
      </w:r>
      <w:r w:rsidR="005A3479">
        <w:t>ai-je pas dit à cet enfant d</w:t>
      </w:r>
      <w:r>
        <w:t>’</w:t>
      </w:r>
      <w:r w:rsidR="005A3479">
        <w:t>agréables mensonges</w:t>
      </w:r>
      <w:r>
        <w:t xml:space="preserve">, </w:t>
      </w:r>
      <w:r w:rsidR="005A3479">
        <w:t>au lieu de demi-réalités</w:t>
      </w:r>
      <w:r>
        <w:t xml:space="preserve"> ? </w:t>
      </w:r>
      <w:r w:rsidR="005A3479">
        <w:t>Ce fut mon besoin de si</w:t>
      </w:r>
      <w:r w:rsidR="005A3479">
        <w:t>n</w:t>
      </w:r>
      <w:r w:rsidR="005A3479">
        <w:t>cérité qui me rendit incapable et de cacher les choses et de les révéler</w:t>
      </w:r>
      <w:r>
        <w:t>.</w:t>
      </w:r>
    </w:p>
    <w:p w14:paraId="3A749938" w14:textId="77777777" w:rsidR="006F1ADB" w:rsidRDefault="006F1ADB" w:rsidP="005A3479">
      <w:r>
        <w:t>— </w:t>
      </w:r>
      <w:r w:rsidR="005A3479">
        <w:t>Votre intention eût été bonne dans la majorité des cas</w:t>
      </w:r>
      <w:r>
        <w:t xml:space="preserve">, </w:t>
      </w:r>
      <w:r w:rsidR="005A3479">
        <w:t>mais</w:t>
      </w:r>
      <w:r>
        <w:t xml:space="preserve">, </w:t>
      </w:r>
      <w:r w:rsidR="005A3479">
        <w:t>dans notre cas particulier</w:t>
      </w:r>
      <w:r>
        <w:t xml:space="preserve">, </w:t>
      </w:r>
      <w:r w:rsidR="005A3479">
        <w:t>cela risquait de tourner mal</w:t>
      </w:r>
      <w:r>
        <w:t xml:space="preserve">, </w:t>
      </w:r>
      <w:r w:rsidR="005A3479">
        <w:t>peut-être</w:t>
      </w:r>
      <w:r>
        <w:t xml:space="preserve">. </w:t>
      </w:r>
      <w:r w:rsidR="005A3479">
        <w:t>L</w:t>
      </w:r>
      <w:r>
        <w:t>’</w:t>
      </w:r>
      <w:r w:rsidR="005A3479">
        <w:t>enfant eût connu la vérité tôt ou tard</w:t>
      </w:r>
      <w:r>
        <w:t>.</w:t>
      </w:r>
    </w:p>
    <w:p w14:paraId="3A0AA90D" w14:textId="77777777" w:rsidR="006F1ADB" w:rsidRDefault="006F1ADB" w:rsidP="005A3479">
      <w:r>
        <w:t>— </w:t>
      </w:r>
      <w:r w:rsidR="005A3479">
        <w:t>Et justement</w:t>
      </w:r>
      <w:r>
        <w:t xml:space="preserve">, </w:t>
      </w:r>
      <w:r w:rsidR="005A3479">
        <w:t>je faisais à mon bébé chéri une robe neuve</w:t>
      </w:r>
      <w:r>
        <w:t xml:space="preserve"> ! </w:t>
      </w:r>
      <w:r w:rsidR="005A3479">
        <w:t>Et jamais je ne le verrai avec cette robe</w:t>
      </w:r>
      <w:r>
        <w:t xml:space="preserve">, </w:t>
      </w:r>
      <w:r w:rsidR="005A3479">
        <w:t>jamais plus je ne lui parlerai</w:t>
      </w:r>
      <w:r>
        <w:t xml:space="preserve">… </w:t>
      </w:r>
      <w:r w:rsidR="005A3479">
        <w:t>Mes yeux sont si gonflés que je puis à peine voir</w:t>
      </w:r>
      <w:r>
        <w:t xml:space="preserve">… </w:t>
      </w:r>
      <w:r w:rsidR="005A3479">
        <w:t>et pourtant</w:t>
      </w:r>
      <w:r>
        <w:t xml:space="preserve">, </w:t>
      </w:r>
      <w:r w:rsidR="005A3479">
        <w:t>il y a un peu plus d</w:t>
      </w:r>
      <w:r>
        <w:t>’</w:t>
      </w:r>
      <w:r w:rsidR="005A3479">
        <w:t>un an</w:t>
      </w:r>
      <w:r>
        <w:t xml:space="preserve">, </w:t>
      </w:r>
      <w:r w:rsidR="005A3479">
        <w:t>je me disais heureuse</w:t>
      </w:r>
      <w:r>
        <w:t xml:space="preserve"> ! </w:t>
      </w:r>
      <w:r w:rsidR="005A3479">
        <w:t>Nous nous sommes trop aimés</w:t>
      </w:r>
      <w:r>
        <w:t xml:space="preserve">, </w:t>
      </w:r>
      <w:r w:rsidR="005A3479">
        <w:t>nous laissant aller jusqu</w:t>
      </w:r>
      <w:r>
        <w:t>’</w:t>
      </w:r>
      <w:r w:rsidR="005A3479">
        <w:t>à l</w:t>
      </w:r>
      <w:r>
        <w:t>’</w:t>
      </w:r>
      <w:r w:rsidR="005A3479">
        <w:t>égoïsme</w:t>
      </w:r>
      <w:r>
        <w:t xml:space="preserve">. </w:t>
      </w:r>
      <w:r w:rsidR="005A3479">
        <w:t>Nous disions</w:t>
      </w:r>
      <w:r>
        <w:t xml:space="preserve"> – </w:t>
      </w:r>
      <w:r w:rsidR="005A3479">
        <w:t>vous en souvenez-vous</w:t>
      </w:r>
      <w:r>
        <w:t xml:space="preserve"> ? – </w:t>
      </w:r>
      <w:r w:rsidR="005A3479">
        <w:t>que nous ferions une vertu de la joie</w:t>
      </w:r>
      <w:r>
        <w:t xml:space="preserve">. </w:t>
      </w:r>
      <w:r w:rsidR="005A3479">
        <w:t>Je disais que c</w:t>
      </w:r>
      <w:r>
        <w:t>’</w:t>
      </w:r>
      <w:r w:rsidR="005A3479">
        <w:t>était l</w:t>
      </w:r>
      <w:r>
        <w:t>’</w:t>
      </w:r>
      <w:r w:rsidR="005A3479">
        <w:t>intention de la nature</w:t>
      </w:r>
      <w:r>
        <w:t xml:space="preserve">, </w:t>
      </w:r>
      <w:r w:rsidR="005A3479">
        <w:t>sa loi</w:t>
      </w:r>
      <w:r>
        <w:t xml:space="preserve">, </w:t>
      </w:r>
      <w:r w:rsidR="005A3479">
        <w:t>sa raison d</w:t>
      </w:r>
      <w:r>
        <w:t>’</w:t>
      </w:r>
      <w:r w:rsidR="005A3479">
        <w:t>être que nous fussions joyeux par les instincts qu</w:t>
      </w:r>
      <w:r>
        <w:t>’</w:t>
      </w:r>
      <w:r w:rsidR="005A3479">
        <w:t>elle a mis en nous</w:t>
      </w:r>
      <w:r>
        <w:t xml:space="preserve"> : </w:t>
      </w:r>
      <w:r w:rsidR="005A3479">
        <w:t>instincts que la civilisation a pris à tâche de contrecarrer</w:t>
      </w:r>
      <w:r>
        <w:t xml:space="preserve">. </w:t>
      </w:r>
      <w:r w:rsidR="005A3479">
        <w:t>Quelles choses terribles je disais</w:t>
      </w:r>
      <w:r>
        <w:t xml:space="preserve"> ! </w:t>
      </w:r>
      <w:r w:rsidR="005A3479">
        <w:t>Et maintenant le sort nous frappe par derrière</w:t>
      </w:r>
      <w:r>
        <w:t xml:space="preserve">, </w:t>
      </w:r>
      <w:r w:rsidR="005A3479">
        <w:t>parce que nous avons été assez fous pour prendre la nature au mot</w:t>
      </w:r>
      <w:r>
        <w:t>.</w:t>
      </w:r>
    </w:p>
    <w:p w14:paraId="26703B35" w14:textId="77777777" w:rsidR="006F1ADB" w:rsidRDefault="005A3479" w:rsidP="005A3479">
      <w:r>
        <w:lastRenderedPageBreak/>
        <w:t>Elle tomba dans une méditation tranquille</w:t>
      </w:r>
      <w:r w:rsidR="006F1ADB">
        <w:t xml:space="preserve">, </w:t>
      </w:r>
      <w:r>
        <w:t>jusqu</w:t>
      </w:r>
      <w:r w:rsidR="006F1ADB">
        <w:t>’</w:t>
      </w:r>
      <w:r>
        <w:t>à ce qu</w:t>
      </w:r>
      <w:r w:rsidR="006F1ADB">
        <w:t>’</w:t>
      </w:r>
      <w:r>
        <w:t>elle dit</w:t>
      </w:r>
      <w:r w:rsidR="006F1ADB">
        <w:t> :</w:t>
      </w:r>
    </w:p>
    <w:p w14:paraId="12F5445B" w14:textId="77777777" w:rsidR="006F1ADB" w:rsidRDefault="006F1ADB" w:rsidP="005A3479">
      <w:r>
        <w:t>— </w:t>
      </w:r>
      <w:r w:rsidR="005A3479">
        <w:t>Il vaut mieux peut-être qu</w:t>
      </w:r>
      <w:r>
        <w:t>’</w:t>
      </w:r>
      <w:r w:rsidR="005A3479">
        <w:t>ils soient morts</w:t>
      </w:r>
      <w:r>
        <w:t xml:space="preserve">… </w:t>
      </w:r>
      <w:r w:rsidR="005A3479">
        <w:t>Oui</w:t>
      </w:r>
      <w:r>
        <w:t xml:space="preserve">… </w:t>
      </w:r>
      <w:r w:rsidR="005A3479">
        <w:t>Je le vois</w:t>
      </w:r>
      <w:r>
        <w:t xml:space="preserve">… </w:t>
      </w:r>
      <w:r w:rsidR="005A3479">
        <w:t>Mieux vaut être cueilli dans sa fraîcheur que de demeurer pour se flétrir misérablement</w:t>
      </w:r>
      <w:r>
        <w:t>.</w:t>
      </w:r>
    </w:p>
    <w:p w14:paraId="0F484F6B" w14:textId="77777777" w:rsidR="006F1ADB" w:rsidRDefault="006F1ADB" w:rsidP="005A3479">
      <w:r>
        <w:t>— </w:t>
      </w:r>
      <w:r w:rsidR="005A3479">
        <w:t>Oui</w:t>
      </w:r>
      <w:r>
        <w:t xml:space="preserve">, </w:t>
      </w:r>
      <w:r w:rsidR="005A3479">
        <w:t>répondit Jude</w:t>
      </w:r>
      <w:r>
        <w:t xml:space="preserve">, </w:t>
      </w:r>
      <w:r w:rsidR="005A3479">
        <w:t>Quelques-uns disent que les adultes devraient se réjouir quand leurs enfants meurent au premier âge</w:t>
      </w:r>
      <w:r>
        <w:t>.</w:t>
      </w:r>
    </w:p>
    <w:p w14:paraId="0B889B23" w14:textId="77777777" w:rsidR="006F1ADB" w:rsidRDefault="006F1ADB" w:rsidP="005A3479">
      <w:r>
        <w:t>— </w:t>
      </w:r>
      <w:r w:rsidR="005A3479">
        <w:t>Mais ils ne savent pas</w:t>
      </w:r>
      <w:r>
        <w:t xml:space="preserve"> !… </w:t>
      </w:r>
      <w:r w:rsidR="005A3479">
        <w:t>Ô mes petits</w:t>
      </w:r>
      <w:r>
        <w:t xml:space="preserve">, </w:t>
      </w:r>
      <w:r w:rsidR="005A3479">
        <w:t>mes petits</w:t>
      </w:r>
      <w:r>
        <w:t xml:space="preserve">, </w:t>
      </w:r>
      <w:r w:rsidR="005A3479">
        <w:t>que n</w:t>
      </w:r>
      <w:r>
        <w:t>’</w:t>
      </w:r>
      <w:r w:rsidR="005A3479">
        <w:t>êtes-vous vivants encore</w:t>
      </w:r>
      <w:r>
        <w:t xml:space="preserve"> ! </w:t>
      </w:r>
      <w:r w:rsidR="005A3479">
        <w:t>On peut dire que l</w:t>
      </w:r>
      <w:r>
        <w:t>’</w:t>
      </w:r>
      <w:r w:rsidR="005A3479">
        <w:t>aîné désirait mourir</w:t>
      </w:r>
      <w:r>
        <w:t xml:space="preserve"> ; </w:t>
      </w:r>
      <w:r w:rsidR="005A3479">
        <w:t>autrement</w:t>
      </w:r>
      <w:r>
        <w:t xml:space="preserve">, </w:t>
      </w:r>
      <w:r w:rsidR="005A3479">
        <w:t>il n</w:t>
      </w:r>
      <w:r>
        <w:t>’</w:t>
      </w:r>
      <w:r w:rsidR="005A3479">
        <w:t>eût pas fait cela</w:t>
      </w:r>
      <w:r>
        <w:t xml:space="preserve">. </w:t>
      </w:r>
      <w:r w:rsidR="005A3479">
        <w:t>Ce n</w:t>
      </w:r>
      <w:r>
        <w:t>’</w:t>
      </w:r>
      <w:r w:rsidR="005A3479">
        <w:t>était pas déra</w:t>
      </w:r>
      <w:r w:rsidR="005A3479">
        <w:t>i</w:t>
      </w:r>
      <w:r w:rsidR="005A3479">
        <w:t>sonnable</w:t>
      </w:r>
      <w:r>
        <w:t xml:space="preserve">, </w:t>
      </w:r>
      <w:r w:rsidR="005A3479">
        <w:t>pour lui</w:t>
      </w:r>
      <w:r>
        <w:t xml:space="preserve">, </w:t>
      </w:r>
      <w:r w:rsidR="005A3479">
        <w:t>de mourir</w:t>
      </w:r>
      <w:r>
        <w:t xml:space="preserve"> ; </w:t>
      </w:r>
      <w:r w:rsidR="005A3479">
        <w:t>c</w:t>
      </w:r>
      <w:r>
        <w:t>’</w:t>
      </w:r>
      <w:r w:rsidR="005A3479">
        <w:t>était le lot de sa nature incur</w:t>
      </w:r>
      <w:r w:rsidR="005A3479">
        <w:t>a</w:t>
      </w:r>
      <w:r w:rsidR="005A3479">
        <w:t>blement triste</w:t>
      </w:r>
      <w:r>
        <w:t xml:space="preserve">, </w:t>
      </w:r>
      <w:r w:rsidR="005A3479">
        <w:t>pauvre petit garçon</w:t>
      </w:r>
      <w:r>
        <w:t xml:space="preserve"> ! </w:t>
      </w:r>
      <w:r w:rsidR="005A3479">
        <w:t>Mais les autres</w:t>
      </w:r>
      <w:r>
        <w:t xml:space="preserve">… </w:t>
      </w:r>
      <w:r w:rsidR="005A3479">
        <w:t>mes e</w:t>
      </w:r>
      <w:r w:rsidR="005A3479">
        <w:t>n</w:t>
      </w:r>
      <w:r w:rsidR="005A3479">
        <w:t>fants à moi et à vous</w:t>
      </w:r>
      <w:r>
        <w:t> !</w:t>
      </w:r>
    </w:p>
    <w:p w14:paraId="28C2A023" w14:textId="77777777" w:rsidR="006F1ADB" w:rsidRDefault="005A3479" w:rsidP="005A3479">
      <w:r>
        <w:t>Sue regarda encore la petite robe suspendue</w:t>
      </w:r>
      <w:r w:rsidR="006F1ADB">
        <w:t xml:space="preserve">, </w:t>
      </w:r>
      <w:r>
        <w:t>les bottines et les souliers</w:t>
      </w:r>
      <w:r w:rsidR="006F1ADB">
        <w:t xml:space="preserve"> ; </w:t>
      </w:r>
      <w:r>
        <w:t>toutes les fibres de son visage tressaillirent</w:t>
      </w:r>
      <w:r w:rsidR="006F1ADB">
        <w:t>.</w:t>
      </w:r>
    </w:p>
    <w:p w14:paraId="2F9F237E" w14:textId="77777777" w:rsidR="006F1ADB" w:rsidRDefault="006F1ADB" w:rsidP="005A3479">
      <w:r>
        <w:t>— </w:t>
      </w:r>
      <w:r w:rsidR="005A3479">
        <w:t>Je suis une créature pitoyable</w:t>
      </w:r>
      <w:r>
        <w:t xml:space="preserve">, </w:t>
      </w:r>
      <w:r w:rsidR="005A3479">
        <w:t>dit-elle</w:t>
      </w:r>
      <w:r>
        <w:t xml:space="preserve"> ; </w:t>
      </w:r>
      <w:r w:rsidR="005A3479">
        <w:t>je ne vaux rien ni pour la terre</w:t>
      </w:r>
      <w:r>
        <w:t xml:space="preserve">, </w:t>
      </w:r>
      <w:r w:rsidR="005A3479">
        <w:t>ni pour le ciel</w:t>
      </w:r>
      <w:r>
        <w:t xml:space="preserve">. </w:t>
      </w:r>
      <w:r w:rsidR="005A3479">
        <w:t>Je suis aliénée de moi par les choses</w:t>
      </w:r>
      <w:r>
        <w:t xml:space="preserve">. </w:t>
      </w:r>
      <w:r w:rsidR="005A3479">
        <w:t>Où est le devoir</w:t>
      </w:r>
      <w:r>
        <w:t> ?</w:t>
      </w:r>
    </w:p>
    <w:p w14:paraId="29FD19C9" w14:textId="77777777" w:rsidR="006F1ADB" w:rsidRDefault="005A3479" w:rsidP="005A3479">
      <w:r>
        <w:t>Elle fixait ses veux sur Jude et serrait fortement sa main</w:t>
      </w:r>
      <w:r w:rsidR="006F1ADB">
        <w:t>.</w:t>
      </w:r>
    </w:p>
    <w:p w14:paraId="5257BEA8" w14:textId="77777777" w:rsidR="006F1ADB" w:rsidRDefault="006F1ADB" w:rsidP="005A3479">
      <w:r>
        <w:t>— </w:t>
      </w:r>
      <w:r w:rsidR="005A3479">
        <w:t>Il n</w:t>
      </w:r>
      <w:r>
        <w:t>’</w:t>
      </w:r>
      <w:r w:rsidR="005A3479">
        <w:t>y a rien à faire</w:t>
      </w:r>
      <w:r>
        <w:t xml:space="preserve">, </w:t>
      </w:r>
      <w:r w:rsidR="005A3479">
        <w:t>répondit-il</w:t>
      </w:r>
      <w:r>
        <w:t xml:space="preserve">. </w:t>
      </w:r>
      <w:r w:rsidR="005A3479">
        <w:t>Les choses sont ce qu</w:t>
      </w:r>
      <w:r>
        <w:t>’</w:t>
      </w:r>
      <w:r w:rsidR="005A3479">
        <w:t>elles sont</w:t>
      </w:r>
      <w:r>
        <w:t xml:space="preserve">, </w:t>
      </w:r>
      <w:r w:rsidR="005A3479">
        <w:t>et elles vont à la fin qui leur fut destinée</w:t>
      </w:r>
      <w:r>
        <w:t>.</w:t>
      </w:r>
    </w:p>
    <w:p w14:paraId="4EC744C4" w14:textId="77777777" w:rsidR="006F1ADB" w:rsidRDefault="005A3479" w:rsidP="005A3479">
      <w:r>
        <w:t>Elle l</w:t>
      </w:r>
      <w:r w:rsidR="006F1ADB">
        <w:t>’</w:t>
      </w:r>
      <w:r>
        <w:t>interrompit</w:t>
      </w:r>
      <w:r w:rsidR="006F1ADB">
        <w:t> :</w:t>
      </w:r>
    </w:p>
    <w:p w14:paraId="7412F32E" w14:textId="77777777" w:rsidR="006F1ADB" w:rsidRDefault="006F1ADB" w:rsidP="005A3479">
      <w:r>
        <w:t>— </w:t>
      </w:r>
      <w:r w:rsidR="005A3479">
        <w:t>Oui</w:t>
      </w:r>
      <w:r>
        <w:t xml:space="preserve">. </w:t>
      </w:r>
      <w:r w:rsidR="005A3479">
        <w:t>Qui a dit cela</w:t>
      </w:r>
      <w:r>
        <w:t xml:space="preserve"> ? </w:t>
      </w:r>
      <w:r w:rsidR="005A3479">
        <w:t>demanda-t-elle</w:t>
      </w:r>
      <w:r>
        <w:t xml:space="preserve">, </w:t>
      </w:r>
      <w:r w:rsidR="005A3479">
        <w:t>avec peine</w:t>
      </w:r>
      <w:r>
        <w:t>.</w:t>
      </w:r>
    </w:p>
    <w:p w14:paraId="4FA3E31F" w14:textId="77777777" w:rsidR="006F1ADB" w:rsidRDefault="006F1ADB" w:rsidP="005A3479">
      <w:r>
        <w:t>— </w:t>
      </w:r>
      <w:r w:rsidR="005A3479">
        <w:t>C</w:t>
      </w:r>
      <w:r>
        <w:t>’</w:t>
      </w:r>
      <w:r w:rsidR="005A3479">
        <w:t>est dans un chœur d</w:t>
      </w:r>
      <w:r>
        <w:t>’</w:t>
      </w:r>
      <w:r w:rsidR="005A3479">
        <w:rPr>
          <w:i/>
          <w:iCs/>
        </w:rPr>
        <w:t>Agamemnon</w:t>
      </w:r>
      <w:r>
        <w:rPr>
          <w:i/>
          <w:iCs/>
        </w:rPr>
        <w:t xml:space="preserve">. </w:t>
      </w:r>
      <w:r w:rsidR="005A3479">
        <w:t>Cela me revient sans cesse à l</w:t>
      </w:r>
      <w:r>
        <w:t>’</w:t>
      </w:r>
      <w:r w:rsidR="005A3479">
        <w:t>esprit depuis le malheur</w:t>
      </w:r>
      <w:r>
        <w:t>.</w:t>
      </w:r>
    </w:p>
    <w:p w14:paraId="6BE07CBF" w14:textId="77777777" w:rsidR="006F1ADB" w:rsidRDefault="006F1ADB" w:rsidP="005A3479">
      <w:r>
        <w:lastRenderedPageBreak/>
        <w:t>— </w:t>
      </w:r>
      <w:r w:rsidR="005A3479">
        <w:t>Mon pauvre Jude</w:t>
      </w:r>
      <w:r>
        <w:t xml:space="preserve"> ! </w:t>
      </w:r>
      <w:r w:rsidR="005A3479">
        <w:t>Comme vous avez tout manqué</w:t>
      </w:r>
      <w:r>
        <w:t xml:space="preserve"> ! </w:t>
      </w:r>
      <w:r w:rsidR="005A3479">
        <w:t>vous</w:t>
      </w:r>
      <w:r>
        <w:t xml:space="preserve">, </w:t>
      </w:r>
      <w:r w:rsidR="005A3479">
        <w:t>plus que moi</w:t>
      </w:r>
      <w:r>
        <w:t xml:space="preserve">, </w:t>
      </w:r>
      <w:r w:rsidR="005A3479">
        <w:t>car je vous ai entraîné</w:t>
      </w:r>
      <w:r>
        <w:t xml:space="preserve"> ! </w:t>
      </w:r>
      <w:r w:rsidR="005A3479">
        <w:t>Dire que vous avez appris cela par vos lectures</w:t>
      </w:r>
      <w:r>
        <w:t xml:space="preserve">, </w:t>
      </w:r>
      <w:r w:rsidR="005A3479">
        <w:t>sans aucune aide</w:t>
      </w:r>
      <w:r>
        <w:t xml:space="preserve">, </w:t>
      </w:r>
      <w:r w:rsidR="005A3479">
        <w:t>et que vous êtes encore dans la pauvreté et le désespoir</w:t>
      </w:r>
      <w:r>
        <w:t>.</w:t>
      </w:r>
    </w:p>
    <w:p w14:paraId="15C9DE4C" w14:textId="77777777" w:rsidR="006F1ADB" w:rsidRDefault="005A3479" w:rsidP="005A3479">
      <w:r>
        <w:t>Après ces diversions momentanées</w:t>
      </w:r>
      <w:r w:rsidR="006F1ADB">
        <w:t xml:space="preserve">, </w:t>
      </w:r>
      <w:r>
        <w:t>sa douleur remontait comme une vague</w:t>
      </w:r>
      <w:r w:rsidR="006F1ADB">
        <w:t>.</w:t>
      </w:r>
    </w:p>
    <w:p w14:paraId="4EFE4B60" w14:textId="77777777" w:rsidR="006F1ADB" w:rsidRDefault="005A3479" w:rsidP="005A3479">
      <w:r>
        <w:t>Les magistrats vinrent examiner les corps</w:t>
      </w:r>
      <w:r w:rsidR="006F1ADB">
        <w:t xml:space="preserve">, </w:t>
      </w:r>
      <w:r>
        <w:t>l</w:t>
      </w:r>
      <w:r w:rsidR="006F1ADB">
        <w:t>’</w:t>
      </w:r>
      <w:r>
        <w:t>enquête fut close</w:t>
      </w:r>
      <w:r w:rsidR="006F1ADB">
        <w:t xml:space="preserve"> ; </w:t>
      </w:r>
      <w:r>
        <w:t>et bientôt arriva le mélancolique matin des funérailles</w:t>
      </w:r>
      <w:r w:rsidR="006F1ADB">
        <w:t xml:space="preserve">. </w:t>
      </w:r>
      <w:r>
        <w:t>Les récits des journaux avaient attiré des flâneurs curieux qui restaient à contempler les volets et les murs</w:t>
      </w:r>
      <w:r w:rsidR="006F1ADB">
        <w:t xml:space="preserve">. </w:t>
      </w:r>
      <w:r>
        <w:t>Le doute qui r</w:t>
      </w:r>
      <w:r>
        <w:t>é</w:t>
      </w:r>
      <w:r>
        <w:t>gnait sur les réelles relations du couple ajoutait un piment à leur curiosité</w:t>
      </w:r>
      <w:r w:rsidR="006F1ADB">
        <w:t xml:space="preserve">. </w:t>
      </w:r>
      <w:r>
        <w:t>Sue avait déclaré qu</w:t>
      </w:r>
      <w:r w:rsidR="006F1ADB">
        <w:t>’</w:t>
      </w:r>
      <w:r>
        <w:t>elle suivrait ses deux petits jusqu</w:t>
      </w:r>
      <w:r w:rsidR="006F1ADB">
        <w:t>’</w:t>
      </w:r>
      <w:r>
        <w:t>à leur tombe</w:t>
      </w:r>
      <w:r w:rsidR="006F1ADB">
        <w:t xml:space="preserve">, </w:t>
      </w:r>
      <w:r>
        <w:t>mais</w:t>
      </w:r>
      <w:r w:rsidR="006F1ADB">
        <w:t xml:space="preserve">, </w:t>
      </w:r>
      <w:r>
        <w:t>au dernier moment</w:t>
      </w:r>
      <w:r w:rsidR="006F1ADB">
        <w:t xml:space="preserve">, </w:t>
      </w:r>
      <w:r>
        <w:t>elle s</w:t>
      </w:r>
      <w:r w:rsidR="006F1ADB">
        <w:t>’</w:t>
      </w:r>
      <w:r>
        <w:t>évanouit</w:t>
      </w:r>
      <w:r w:rsidR="006F1ADB">
        <w:t xml:space="preserve">, </w:t>
      </w:r>
      <w:r>
        <w:t>et pendant qu</w:t>
      </w:r>
      <w:r w:rsidR="006F1ADB">
        <w:t>’</w:t>
      </w:r>
      <w:r>
        <w:t>elle était gisante</w:t>
      </w:r>
      <w:r w:rsidR="006F1ADB">
        <w:t xml:space="preserve">, </w:t>
      </w:r>
      <w:r>
        <w:t>les cercueils furent doucement emportés hors de la maison</w:t>
      </w:r>
      <w:r w:rsidR="006F1ADB">
        <w:t xml:space="preserve">. </w:t>
      </w:r>
      <w:r>
        <w:t>Jude monta dans la voiture et l</w:t>
      </w:r>
      <w:r w:rsidR="006F1ADB">
        <w:t>’</w:t>
      </w:r>
      <w:r>
        <w:t>on partit</w:t>
      </w:r>
      <w:r w:rsidR="006F1ADB">
        <w:t xml:space="preserve">, </w:t>
      </w:r>
      <w:r>
        <w:t>au grand soulagement du logeur qui n</w:t>
      </w:r>
      <w:r w:rsidR="006F1ADB">
        <w:t>’</w:t>
      </w:r>
      <w:r>
        <w:t>avait plus sur les bras que Sue et son bagage et espérait bien en être débarrassé au plus tard dans la journée</w:t>
      </w:r>
      <w:r w:rsidR="006F1ADB">
        <w:t>.</w:t>
      </w:r>
    </w:p>
    <w:p w14:paraId="38DA17AF" w14:textId="77777777" w:rsidR="006F1ADB" w:rsidRDefault="005A3479" w:rsidP="005A3479">
      <w:r>
        <w:t>Quand Jude eut vu mettre en terre les deux petites caisses</w:t>
      </w:r>
      <w:r w:rsidR="006F1ADB">
        <w:t xml:space="preserve"> (</w:t>
      </w:r>
      <w:r>
        <w:t>on avait réuni dans la même les deux plus jeunes enfants</w:t>
      </w:r>
      <w:r w:rsidR="006F1ADB">
        <w:t xml:space="preserve">), </w:t>
      </w:r>
      <w:r>
        <w:t>il se hâta de revenir vers Suzanne</w:t>
      </w:r>
      <w:r w:rsidR="006F1ADB">
        <w:t xml:space="preserve">. </w:t>
      </w:r>
      <w:r>
        <w:t>Elle était toujours dans sa chambre et il ne voulut pas la troubler</w:t>
      </w:r>
      <w:r w:rsidR="006F1ADB">
        <w:t xml:space="preserve">. </w:t>
      </w:r>
      <w:r>
        <w:t>L</w:t>
      </w:r>
      <w:r w:rsidR="006F1ADB">
        <w:t>’</w:t>
      </w:r>
      <w:r>
        <w:t>anxiété pourtant le ramena vers quatre heures</w:t>
      </w:r>
      <w:r w:rsidR="006F1ADB">
        <w:t xml:space="preserve">. </w:t>
      </w:r>
      <w:r>
        <w:t>La propriétaire la croyait toujours couchée</w:t>
      </w:r>
      <w:r w:rsidR="006F1ADB">
        <w:t xml:space="preserve">, </w:t>
      </w:r>
      <w:r>
        <w:t>mais elle revint dire à Jude que Sue n</w:t>
      </w:r>
      <w:r w:rsidR="006F1ADB">
        <w:t>’</w:t>
      </w:r>
      <w:r>
        <w:t>était plus dans la chambre à coucher</w:t>
      </w:r>
      <w:r w:rsidR="006F1ADB">
        <w:t xml:space="preserve">. </w:t>
      </w:r>
      <w:r>
        <w:t>Son chapeau et son manteau manquaient aussi</w:t>
      </w:r>
      <w:r w:rsidR="006F1ADB">
        <w:t xml:space="preserve"> ; </w:t>
      </w:r>
      <w:r>
        <w:t>elle était sortie</w:t>
      </w:r>
      <w:r w:rsidR="006F1ADB">
        <w:t xml:space="preserve">. </w:t>
      </w:r>
      <w:r>
        <w:t>Jude se précipita à l</w:t>
      </w:r>
      <w:r w:rsidR="006F1ADB">
        <w:t>’</w:t>
      </w:r>
      <w:r>
        <w:t>auberge où il passait la nuit</w:t>
      </w:r>
      <w:r w:rsidR="006F1ADB">
        <w:t xml:space="preserve">. </w:t>
      </w:r>
      <w:r>
        <w:t>On ne l</w:t>
      </w:r>
      <w:r w:rsidR="006F1ADB">
        <w:t>’</w:t>
      </w:r>
      <w:r>
        <w:t>y avait pas vue</w:t>
      </w:r>
      <w:r w:rsidR="006F1ADB">
        <w:t xml:space="preserve">. </w:t>
      </w:r>
      <w:r>
        <w:t>Alors</w:t>
      </w:r>
      <w:r w:rsidR="006F1ADB">
        <w:t xml:space="preserve">, </w:t>
      </w:r>
      <w:r>
        <w:t>se demandant ce qui avait pu arriver</w:t>
      </w:r>
      <w:r w:rsidR="006F1ADB">
        <w:t xml:space="preserve">, </w:t>
      </w:r>
      <w:r>
        <w:t>il suivit la route jusqu</w:t>
      </w:r>
      <w:r w:rsidR="006F1ADB">
        <w:t>’</w:t>
      </w:r>
      <w:r>
        <w:t>au cimetière</w:t>
      </w:r>
      <w:r w:rsidR="006F1ADB">
        <w:t xml:space="preserve">, </w:t>
      </w:r>
      <w:r>
        <w:t>où il entra</w:t>
      </w:r>
      <w:r w:rsidR="006F1ADB">
        <w:t xml:space="preserve">. </w:t>
      </w:r>
      <w:r>
        <w:t>Il se dirigea vers le lieu de la récente inhumation</w:t>
      </w:r>
      <w:r w:rsidR="006F1ADB">
        <w:t xml:space="preserve">. </w:t>
      </w:r>
      <w:r>
        <w:t>La foule des oisifs que le drame avait attirés à l</w:t>
      </w:r>
      <w:r w:rsidR="006F1ADB">
        <w:t>’</w:t>
      </w:r>
      <w:r>
        <w:t>enterrement était partie à cette heure</w:t>
      </w:r>
      <w:r w:rsidR="006F1ADB">
        <w:t xml:space="preserve">. </w:t>
      </w:r>
      <w:r>
        <w:t xml:space="preserve">Un homme avec une </w:t>
      </w:r>
      <w:r>
        <w:lastRenderedPageBreak/>
        <w:t>pelle à la main</w:t>
      </w:r>
      <w:r w:rsidR="006F1ADB">
        <w:t xml:space="preserve">, </w:t>
      </w:r>
      <w:r>
        <w:t>ramenait la terre sur la tombe commune des enfants</w:t>
      </w:r>
      <w:r w:rsidR="006F1ADB">
        <w:t xml:space="preserve">, </w:t>
      </w:r>
      <w:r>
        <w:t>mais une femme lui retenait le bras et</w:t>
      </w:r>
      <w:r w:rsidR="006F1ADB">
        <w:t xml:space="preserve">, </w:t>
      </w:r>
      <w:r>
        <w:t>debout sur le trou à demi comblé</w:t>
      </w:r>
      <w:r w:rsidR="006F1ADB">
        <w:t xml:space="preserve">, </w:t>
      </w:r>
      <w:r>
        <w:t>suppliait</w:t>
      </w:r>
      <w:r w:rsidR="006F1ADB">
        <w:t xml:space="preserve">. </w:t>
      </w:r>
      <w:r>
        <w:t>C</w:t>
      </w:r>
      <w:r w:rsidR="006F1ADB">
        <w:t>’</w:t>
      </w:r>
      <w:r>
        <w:t>était S</w:t>
      </w:r>
      <w:r>
        <w:t>u</w:t>
      </w:r>
      <w:r>
        <w:t>zanne</w:t>
      </w:r>
      <w:r w:rsidR="006F1ADB">
        <w:t xml:space="preserve">. </w:t>
      </w:r>
      <w:r>
        <w:t>Dans ses vêtements de couleur</w:t>
      </w:r>
      <w:r w:rsidR="006F1ADB">
        <w:t xml:space="preserve">, </w:t>
      </w:r>
      <w:r>
        <w:t>qu</w:t>
      </w:r>
      <w:r w:rsidR="006F1ADB">
        <w:t>’</w:t>
      </w:r>
      <w:r>
        <w:t>elle n</w:t>
      </w:r>
      <w:r w:rsidR="006F1ADB">
        <w:t>’</w:t>
      </w:r>
      <w:r>
        <w:t>avait jamais pensé à changer pour ceux qu</w:t>
      </w:r>
      <w:r w:rsidR="006F1ADB">
        <w:t>’</w:t>
      </w:r>
      <w:r>
        <w:t>il lui avait achetés</w:t>
      </w:r>
      <w:r w:rsidR="006F1ADB">
        <w:t xml:space="preserve">, </w:t>
      </w:r>
      <w:r>
        <w:t>elle donnait l</w:t>
      </w:r>
      <w:r w:rsidR="006F1ADB">
        <w:t>’</w:t>
      </w:r>
      <w:r>
        <w:t>impression d</w:t>
      </w:r>
      <w:r w:rsidR="006F1ADB">
        <w:t>’</w:t>
      </w:r>
      <w:r>
        <w:t>une douleur plus profonde que n</w:t>
      </w:r>
      <w:r w:rsidR="006F1ADB">
        <w:t>’</w:t>
      </w:r>
      <w:r>
        <w:t>aurait pu l</w:t>
      </w:r>
      <w:r w:rsidR="006F1ADB">
        <w:t>’</w:t>
      </w:r>
      <w:r>
        <w:t>exprimer l</w:t>
      </w:r>
      <w:r w:rsidR="006F1ADB">
        <w:t>’</w:t>
      </w:r>
      <w:r>
        <w:t>appareil du deuil conventionnel</w:t>
      </w:r>
      <w:r w:rsidR="006F1ADB">
        <w:t>.</w:t>
      </w:r>
    </w:p>
    <w:p w14:paraId="153D9FD6" w14:textId="77777777" w:rsidR="006F1ADB" w:rsidRDefault="006F1ADB" w:rsidP="005A3479">
      <w:r>
        <w:t>— </w:t>
      </w:r>
      <w:r w:rsidR="005A3479">
        <w:t>Il entasse la terre sur eux</w:t>
      </w:r>
      <w:r>
        <w:t xml:space="preserve">, </w:t>
      </w:r>
      <w:r w:rsidR="005A3479">
        <w:t>mais il ne le fera pas</w:t>
      </w:r>
      <w:r>
        <w:t xml:space="preserve">, </w:t>
      </w:r>
      <w:r w:rsidR="005A3479">
        <w:t>sans que j</w:t>
      </w:r>
      <w:r>
        <w:t>’</w:t>
      </w:r>
      <w:r w:rsidR="005A3479">
        <w:t>aie revu mes chers petits</w:t>
      </w:r>
      <w:r>
        <w:t xml:space="preserve"> ! </w:t>
      </w:r>
      <w:r w:rsidR="005A3479">
        <w:t>cria-t-elle avec un accent sauvage quand elle vit Jude</w:t>
      </w:r>
      <w:r>
        <w:t xml:space="preserve">. </w:t>
      </w:r>
      <w:r w:rsidR="005A3479">
        <w:t>Je veux les voir une fois encore</w:t>
      </w:r>
      <w:r>
        <w:t xml:space="preserve">. </w:t>
      </w:r>
      <w:r w:rsidR="005A3479">
        <w:t>Ô Jude</w:t>
      </w:r>
      <w:r>
        <w:t xml:space="preserve">… </w:t>
      </w:r>
      <w:r w:rsidR="005A3479">
        <w:t>je vous en supplie</w:t>
      </w:r>
      <w:r>
        <w:t xml:space="preserve">, </w:t>
      </w:r>
      <w:r w:rsidR="005A3479">
        <w:t>Jude</w:t>
      </w:r>
      <w:r>
        <w:t xml:space="preserve">… </w:t>
      </w:r>
      <w:r w:rsidR="005A3479">
        <w:t>je veux les voir</w:t>
      </w:r>
      <w:r>
        <w:t xml:space="preserve"> ! </w:t>
      </w:r>
      <w:r w:rsidR="005A3479">
        <w:t>Je ne savais pas que vous les laisseriez emporter pendant que j</w:t>
      </w:r>
      <w:r>
        <w:t>’</w:t>
      </w:r>
      <w:r w:rsidR="005A3479">
        <w:t>étais endormie</w:t>
      </w:r>
      <w:r>
        <w:t xml:space="preserve">. </w:t>
      </w:r>
      <w:r w:rsidR="005A3479">
        <w:t>Vous disiez que je pourrais les voir une fois encore avant qu</w:t>
      </w:r>
      <w:r>
        <w:t>’</w:t>
      </w:r>
      <w:r w:rsidR="005A3479">
        <w:t>ils fu</w:t>
      </w:r>
      <w:r w:rsidR="005A3479">
        <w:t>s</w:t>
      </w:r>
      <w:r w:rsidR="005A3479">
        <w:t>sent enfermés dans le cercueil</w:t>
      </w:r>
      <w:r>
        <w:t xml:space="preserve"> ; </w:t>
      </w:r>
      <w:r w:rsidR="005A3479">
        <w:t>et puis</w:t>
      </w:r>
      <w:r>
        <w:t xml:space="preserve">, </w:t>
      </w:r>
      <w:r w:rsidR="005A3479">
        <w:t>vous ne l</w:t>
      </w:r>
      <w:r>
        <w:t>’</w:t>
      </w:r>
      <w:r w:rsidR="005A3479">
        <w:t>avez pas fait</w:t>
      </w:r>
      <w:r>
        <w:t xml:space="preserve">, </w:t>
      </w:r>
      <w:r w:rsidR="005A3479">
        <w:t>mais vous les avez enlevés</w:t>
      </w:r>
      <w:r>
        <w:t xml:space="preserve"> ! </w:t>
      </w:r>
      <w:r w:rsidR="005A3479">
        <w:t>Oh</w:t>
      </w:r>
      <w:r>
        <w:t xml:space="preserve"> ! </w:t>
      </w:r>
      <w:r w:rsidR="005A3479">
        <w:t>Jude</w:t>
      </w:r>
      <w:r>
        <w:t xml:space="preserve">, </w:t>
      </w:r>
      <w:r w:rsidR="005A3479">
        <w:t>vous êtes cruel pour moi</w:t>
      </w:r>
      <w:r>
        <w:t xml:space="preserve">, </w:t>
      </w:r>
      <w:r w:rsidR="005A3479">
        <w:t>vous aussi</w:t>
      </w:r>
      <w:r>
        <w:t> !</w:t>
      </w:r>
    </w:p>
    <w:p w14:paraId="6EA043E4" w14:textId="77777777" w:rsidR="006F1ADB" w:rsidRDefault="006F1ADB" w:rsidP="005A3479">
      <w:r>
        <w:t>— </w:t>
      </w:r>
      <w:r w:rsidR="005A3479">
        <w:t>Elle veut que je rouvre la fosse et que je lui rende les ce</w:t>
      </w:r>
      <w:r w:rsidR="005A3479">
        <w:t>r</w:t>
      </w:r>
      <w:r w:rsidR="005A3479">
        <w:t>cueils</w:t>
      </w:r>
      <w:r>
        <w:t xml:space="preserve">, </w:t>
      </w:r>
      <w:r w:rsidR="005A3479">
        <w:t>dit l</w:t>
      </w:r>
      <w:r>
        <w:t>’</w:t>
      </w:r>
      <w:r w:rsidR="005A3479">
        <w:t>homme à la bêche</w:t>
      </w:r>
      <w:r>
        <w:t xml:space="preserve">. </w:t>
      </w:r>
      <w:r w:rsidR="005A3479">
        <w:t>Il faudrait l</w:t>
      </w:r>
      <w:r>
        <w:t>’</w:t>
      </w:r>
      <w:r w:rsidR="005A3479">
        <w:t>emporter chez elle</w:t>
      </w:r>
      <w:r>
        <w:t xml:space="preserve">, </w:t>
      </w:r>
      <w:r w:rsidR="005A3479">
        <w:t>dans son intérêt</w:t>
      </w:r>
      <w:r>
        <w:t xml:space="preserve">. </w:t>
      </w:r>
      <w:r w:rsidR="005A3479">
        <w:t>Elle est à peine responsable</w:t>
      </w:r>
      <w:r>
        <w:t xml:space="preserve">, </w:t>
      </w:r>
      <w:r w:rsidR="005A3479">
        <w:t>la pauvre</w:t>
      </w:r>
      <w:r>
        <w:t xml:space="preserve">, </w:t>
      </w:r>
      <w:r w:rsidR="005A3479">
        <w:t>cela se voit bien</w:t>
      </w:r>
      <w:r>
        <w:t xml:space="preserve">. </w:t>
      </w:r>
      <w:r w:rsidR="005A3479">
        <w:t>Je ne peux pas les retirer de là maintenant</w:t>
      </w:r>
      <w:r>
        <w:t xml:space="preserve">, </w:t>
      </w:r>
      <w:r w:rsidR="005A3479">
        <w:t>madame</w:t>
      </w:r>
      <w:r>
        <w:t xml:space="preserve">. </w:t>
      </w:r>
      <w:r w:rsidR="005A3479">
        <w:t>Rentrez chez vous avec votre mari</w:t>
      </w:r>
      <w:r>
        <w:t xml:space="preserve">, </w:t>
      </w:r>
      <w:r w:rsidR="005A3479">
        <w:t>résignez-vous</w:t>
      </w:r>
      <w:r>
        <w:t xml:space="preserve">, </w:t>
      </w:r>
      <w:r w:rsidR="005A3479">
        <w:t>et remerciez Dieu de ce qu</w:t>
      </w:r>
      <w:r>
        <w:t>’</w:t>
      </w:r>
      <w:r w:rsidR="005A3479">
        <w:t>il y en aura bientôt un autre pour consoler votre douleur</w:t>
      </w:r>
      <w:r>
        <w:t>.</w:t>
      </w:r>
    </w:p>
    <w:p w14:paraId="21C7EDBB" w14:textId="77777777" w:rsidR="006F1ADB" w:rsidRDefault="005A3479" w:rsidP="005A3479">
      <w:r>
        <w:t>Mais Suzanne suppliait toujours</w:t>
      </w:r>
      <w:r w:rsidR="006F1ADB">
        <w:t> :</w:t>
      </w:r>
    </w:p>
    <w:p w14:paraId="78DF65D6" w14:textId="77777777" w:rsidR="006F1ADB" w:rsidRDefault="006F1ADB" w:rsidP="005A3479">
      <w:r>
        <w:t>— </w:t>
      </w:r>
      <w:r w:rsidR="005A3479">
        <w:t>Ne puis-je les voir une fois encore</w:t>
      </w:r>
      <w:r>
        <w:t xml:space="preserve">, </w:t>
      </w:r>
      <w:r w:rsidR="005A3479">
        <w:t>rien qu</w:t>
      </w:r>
      <w:r>
        <w:t>’</w:t>
      </w:r>
      <w:r w:rsidR="005A3479">
        <w:t>une</w:t>
      </w:r>
      <w:r>
        <w:t xml:space="preserve"> ? </w:t>
      </w:r>
      <w:r w:rsidR="005A3479">
        <w:t>Dites</w:t>
      </w:r>
      <w:r>
        <w:t xml:space="preserve"> ? </w:t>
      </w:r>
      <w:r w:rsidR="005A3479">
        <w:t>Rien qu</w:t>
      </w:r>
      <w:r>
        <w:t>’</w:t>
      </w:r>
      <w:r w:rsidR="005A3479">
        <w:t>une petite minute</w:t>
      </w:r>
      <w:r>
        <w:t xml:space="preserve">, </w:t>
      </w:r>
      <w:r w:rsidR="005A3479">
        <w:t>Jude</w:t>
      </w:r>
      <w:r>
        <w:t xml:space="preserve"> ? </w:t>
      </w:r>
      <w:r w:rsidR="005A3479">
        <w:t>Ce ne sera pas long</w:t>
      </w:r>
      <w:r>
        <w:t xml:space="preserve"> ! </w:t>
      </w:r>
      <w:r w:rsidR="005A3479">
        <w:t>Et je s</w:t>
      </w:r>
      <w:r w:rsidR="005A3479">
        <w:t>e</w:t>
      </w:r>
      <w:r w:rsidR="005A3479">
        <w:t>rai si heureuse</w:t>
      </w:r>
      <w:r>
        <w:t xml:space="preserve">, </w:t>
      </w:r>
      <w:r w:rsidR="005A3479">
        <w:t>Jude</w:t>
      </w:r>
      <w:r>
        <w:t xml:space="preserve"> ! </w:t>
      </w:r>
      <w:r w:rsidR="005A3479">
        <w:t>Je serai si bonne et je ne vous désobéirai jamais plus</w:t>
      </w:r>
      <w:r>
        <w:t xml:space="preserve">, </w:t>
      </w:r>
      <w:r w:rsidR="005A3479">
        <w:t xml:space="preserve">si vous </w:t>
      </w:r>
      <w:proofErr w:type="spellStart"/>
      <w:r w:rsidR="005A3479">
        <w:t>vouiez</w:t>
      </w:r>
      <w:proofErr w:type="spellEnd"/>
      <w:r w:rsidR="005A3479">
        <w:t xml:space="preserve"> m</w:t>
      </w:r>
      <w:r>
        <w:t>’</w:t>
      </w:r>
      <w:r w:rsidR="005A3479">
        <w:t>accorder cela</w:t>
      </w:r>
      <w:r>
        <w:t xml:space="preserve"> ! </w:t>
      </w:r>
      <w:r w:rsidR="005A3479">
        <w:t>Je rentrerai tra</w:t>
      </w:r>
      <w:r w:rsidR="005A3479">
        <w:t>n</w:t>
      </w:r>
      <w:r w:rsidR="005A3479">
        <w:t>quillement après</w:t>
      </w:r>
      <w:r>
        <w:t xml:space="preserve">, </w:t>
      </w:r>
      <w:r w:rsidR="005A3479">
        <w:t>et je ne demanderai plus jamais à les voir</w:t>
      </w:r>
      <w:r>
        <w:t xml:space="preserve"> ? </w:t>
      </w:r>
      <w:r w:rsidR="005A3479">
        <w:t>Ne le puis-je donc pas</w:t>
      </w:r>
      <w:r>
        <w:t xml:space="preserve"> ? </w:t>
      </w:r>
      <w:r w:rsidR="005A3479">
        <w:t>Pourquoi ne le puis-je pas</w:t>
      </w:r>
      <w:r>
        <w:t> ?</w:t>
      </w:r>
    </w:p>
    <w:p w14:paraId="5B60EBD6" w14:textId="77777777" w:rsidR="006F1ADB" w:rsidRDefault="005A3479" w:rsidP="005A3479">
      <w:r>
        <w:lastRenderedPageBreak/>
        <w:t>Elle continuait toujours</w:t>
      </w:r>
      <w:r w:rsidR="006F1ADB">
        <w:t xml:space="preserve">. </w:t>
      </w:r>
      <w:r>
        <w:t>Jude souffrait les dernières to</w:t>
      </w:r>
      <w:r>
        <w:t>r</w:t>
      </w:r>
      <w:r>
        <w:t>tures</w:t>
      </w:r>
      <w:r w:rsidR="006F1ADB">
        <w:t xml:space="preserve">. </w:t>
      </w:r>
      <w:r>
        <w:t>Il se sentit tout près d</w:t>
      </w:r>
      <w:r w:rsidR="006F1ADB">
        <w:t>’</w:t>
      </w:r>
      <w:r>
        <w:t>intervenir pour décider l</w:t>
      </w:r>
      <w:r w:rsidR="006F1ADB">
        <w:t>’</w:t>
      </w:r>
      <w:r>
        <w:t>homme</w:t>
      </w:r>
      <w:r w:rsidR="006F1ADB">
        <w:t xml:space="preserve">. </w:t>
      </w:r>
      <w:r>
        <w:t>Mais cela ne pourrait faire que du mal à Sue et il comprit qu</w:t>
      </w:r>
      <w:r w:rsidR="006F1ADB">
        <w:t>’</w:t>
      </w:r>
      <w:r>
        <w:t>il fallait à tout prix qu</w:t>
      </w:r>
      <w:r w:rsidR="006F1ADB">
        <w:t>’</w:t>
      </w:r>
      <w:r>
        <w:t>elle rentrât chez elle</w:t>
      </w:r>
      <w:r w:rsidR="006F1ADB">
        <w:t xml:space="preserve">. </w:t>
      </w:r>
      <w:r>
        <w:t>Aussi il se pencha vers elle avec douceur</w:t>
      </w:r>
      <w:r w:rsidR="006F1ADB">
        <w:t xml:space="preserve">, </w:t>
      </w:r>
      <w:r>
        <w:t>lui murmura de douces paroles et l</w:t>
      </w:r>
      <w:r w:rsidR="006F1ADB">
        <w:t>’</w:t>
      </w:r>
      <w:r>
        <w:t>enlaça pour la soutenir</w:t>
      </w:r>
      <w:r w:rsidR="006F1ADB">
        <w:t xml:space="preserve">, </w:t>
      </w:r>
      <w:r>
        <w:t>jusqu</w:t>
      </w:r>
      <w:r w:rsidR="006F1ADB">
        <w:t>’</w:t>
      </w:r>
      <w:r>
        <w:t>à ce qu</w:t>
      </w:r>
      <w:r w:rsidR="006F1ADB">
        <w:t>’</w:t>
      </w:r>
      <w:r>
        <w:t>enfin elle cédât sans résistance et se laissât emmener du cimetière</w:t>
      </w:r>
      <w:r w:rsidR="006F1ADB">
        <w:t>.</w:t>
      </w:r>
    </w:p>
    <w:p w14:paraId="46333035" w14:textId="77777777" w:rsidR="006F1ADB" w:rsidRDefault="005A3479" w:rsidP="005A3479">
      <w:r>
        <w:t>Il aurait voulu une voiture pour regagner la maison</w:t>
      </w:r>
      <w:r w:rsidR="006F1ADB">
        <w:t xml:space="preserve">, </w:t>
      </w:r>
      <w:r>
        <w:t>mais il fallait absolument économiser</w:t>
      </w:r>
      <w:r w:rsidR="006F1ADB">
        <w:t xml:space="preserve"> ; </w:t>
      </w:r>
      <w:r>
        <w:t>elle l</w:t>
      </w:r>
      <w:r w:rsidR="006F1ADB">
        <w:t>’</w:t>
      </w:r>
      <w:r>
        <w:t>en détourna et ils rentr</w:t>
      </w:r>
      <w:r>
        <w:t>è</w:t>
      </w:r>
      <w:r>
        <w:t>rent à pied</w:t>
      </w:r>
      <w:r w:rsidR="006F1ADB">
        <w:t xml:space="preserve">, </w:t>
      </w:r>
      <w:r>
        <w:t>lentement</w:t>
      </w:r>
      <w:r w:rsidR="006F1ADB">
        <w:t xml:space="preserve">, </w:t>
      </w:r>
      <w:r>
        <w:t>Jude avec son crêpe noir</w:t>
      </w:r>
      <w:r w:rsidR="006F1ADB">
        <w:t xml:space="preserve">, </w:t>
      </w:r>
      <w:r>
        <w:t>elle</w:t>
      </w:r>
      <w:r w:rsidR="006F1ADB">
        <w:t xml:space="preserve">, </w:t>
      </w:r>
      <w:r>
        <w:t>dans ses vêtements bruns et rouges</w:t>
      </w:r>
      <w:r w:rsidR="006F1ADB">
        <w:t xml:space="preserve">. </w:t>
      </w:r>
      <w:r>
        <w:t>Ils avaient à chercher un nouveau logement cet après-midi</w:t>
      </w:r>
      <w:r w:rsidR="006F1ADB">
        <w:t xml:space="preserve">, </w:t>
      </w:r>
      <w:r>
        <w:t>mais Jude vit que c</w:t>
      </w:r>
      <w:r w:rsidR="006F1ADB">
        <w:t>’</w:t>
      </w:r>
      <w:r>
        <w:t>était impossible et ils rentrèrent dans la maison désormais détestée</w:t>
      </w:r>
      <w:r w:rsidR="006F1ADB">
        <w:t xml:space="preserve">. </w:t>
      </w:r>
      <w:r>
        <w:t>Tandis que Suzanne se mettait au lit</w:t>
      </w:r>
      <w:r w:rsidR="006F1ADB">
        <w:t xml:space="preserve">, </w:t>
      </w:r>
      <w:r>
        <w:t>on envoya chercher le médecin</w:t>
      </w:r>
      <w:r w:rsidR="006F1ADB">
        <w:t>.</w:t>
      </w:r>
    </w:p>
    <w:p w14:paraId="4035BB55" w14:textId="77777777" w:rsidR="006F1ADB" w:rsidRDefault="005A3479" w:rsidP="005A3479">
      <w:r>
        <w:t>Jude attendit en bas toute la soirée</w:t>
      </w:r>
      <w:r w:rsidR="006F1ADB">
        <w:t xml:space="preserve">. </w:t>
      </w:r>
      <w:r>
        <w:t>On vint lui apprendre fort tard qu</w:t>
      </w:r>
      <w:r w:rsidR="006F1ADB">
        <w:t>’</w:t>
      </w:r>
      <w:r>
        <w:t>un enfant était venu au monde avant terme et qu</w:t>
      </w:r>
      <w:r w:rsidR="006F1ADB">
        <w:t>’</w:t>
      </w:r>
      <w:r>
        <w:t>il était</w:t>
      </w:r>
      <w:r w:rsidR="006F1ADB">
        <w:t xml:space="preserve">, </w:t>
      </w:r>
      <w:r>
        <w:t>comme les autres</w:t>
      </w:r>
      <w:r w:rsidR="006F1ADB">
        <w:t xml:space="preserve">, </w:t>
      </w:r>
      <w:r>
        <w:t>un cadavre</w:t>
      </w:r>
      <w:r w:rsidR="006F1ADB">
        <w:t>.</w:t>
      </w:r>
    </w:p>
    <w:p w14:paraId="7C29397F" w14:textId="34CD39F8" w:rsidR="005A3479" w:rsidRDefault="005A3479" w:rsidP="006F1ADB">
      <w:pPr>
        <w:pStyle w:val="Titre2"/>
      </w:pPr>
      <w:bookmarkStart w:id="89" w:name="__RefHeading__91_1957917597"/>
      <w:bookmarkStart w:id="90" w:name="_Toc202369660"/>
      <w:bookmarkEnd w:id="89"/>
      <w:r>
        <w:lastRenderedPageBreak/>
        <w:t>III</w:t>
      </w:r>
      <w:bookmarkEnd w:id="90"/>
    </w:p>
    <w:p w14:paraId="57A97007" w14:textId="77777777" w:rsidR="006F1ADB" w:rsidRDefault="005A3479" w:rsidP="005A3479">
      <w:r>
        <w:t>Suzanne revenait à la vie</w:t>
      </w:r>
      <w:r w:rsidR="006F1ADB">
        <w:t xml:space="preserve">, </w:t>
      </w:r>
      <w:r>
        <w:t>bien qu</w:t>
      </w:r>
      <w:r w:rsidR="006F1ADB">
        <w:t>’</w:t>
      </w:r>
      <w:r>
        <w:t>elle eût espéré mourir</w:t>
      </w:r>
      <w:r w:rsidR="006F1ADB">
        <w:t xml:space="preserve">, </w:t>
      </w:r>
      <w:r>
        <w:t>et Jude avait retrouvé du travail à son ancien chantier</w:t>
      </w:r>
      <w:r w:rsidR="006F1ADB">
        <w:t xml:space="preserve">. </w:t>
      </w:r>
      <w:r>
        <w:t>Ils l</w:t>
      </w:r>
      <w:r>
        <w:t>o</w:t>
      </w:r>
      <w:r>
        <w:t>geaient ailleurs</w:t>
      </w:r>
      <w:r w:rsidR="006F1ADB">
        <w:t xml:space="preserve">, </w:t>
      </w:r>
      <w:r>
        <w:t>maintenant</w:t>
      </w:r>
      <w:r w:rsidR="006F1ADB">
        <w:t xml:space="preserve">, </w:t>
      </w:r>
      <w:r>
        <w:t>dans la direction de Beersheba</w:t>
      </w:r>
      <w:r w:rsidR="006F1ADB">
        <w:t xml:space="preserve">, </w:t>
      </w:r>
      <w:r>
        <w:t>non loin de l</w:t>
      </w:r>
      <w:r w:rsidR="006F1ADB">
        <w:t>’</w:t>
      </w:r>
      <w:r>
        <w:t>église cathédrale de Saint-Silas</w:t>
      </w:r>
      <w:r w:rsidR="006F1ADB">
        <w:t>.</w:t>
      </w:r>
    </w:p>
    <w:p w14:paraId="7B135EA0" w14:textId="77777777" w:rsidR="006F1ADB" w:rsidRDefault="005A3479" w:rsidP="005A3479">
      <w:r>
        <w:t>Ils restaient muets devant cet antagonisme direct des choses</w:t>
      </w:r>
      <w:r w:rsidR="006F1ADB">
        <w:t xml:space="preserve">, </w:t>
      </w:r>
      <w:r>
        <w:t>bien plus frappant que des obstacles absurdes et st</w:t>
      </w:r>
      <w:r>
        <w:t>u</w:t>
      </w:r>
      <w:r>
        <w:t>pides</w:t>
      </w:r>
      <w:r w:rsidR="006F1ADB">
        <w:t xml:space="preserve">. </w:t>
      </w:r>
      <w:r>
        <w:t>Dans leur défaite</w:t>
      </w:r>
      <w:r w:rsidR="006F1ADB">
        <w:t xml:space="preserve">, </w:t>
      </w:r>
      <w:r>
        <w:t>ils prêtaient une apparence humaine aux forces contraires</w:t>
      </w:r>
      <w:r w:rsidR="006F1ADB">
        <w:t xml:space="preserve"> ; </w:t>
      </w:r>
      <w:r>
        <w:t>ils avaient aujourd</w:t>
      </w:r>
      <w:r w:rsidR="006F1ADB">
        <w:t>’</w:t>
      </w:r>
      <w:r>
        <w:t>hui le sentiment d</w:t>
      </w:r>
      <w:r w:rsidR="006F1ADB">
        <w:t>’</w:t>
      </w:r>
      <w:r>
        <w:t>une sorte de fuite devant un persécuteur</w:t>
      </w:r>
      <w:r w:rsidR="006F1ADB">
        <w:t>.</w:t>
      </w:r>
    </w:p>
    <w:p w14:paraId="02174CAF" w14:textId="77777777" w:rsidR="006F1ADB" w:rsidRDefault="006F1ADB" w:rsidP="005A3479">
      <w:r>
        <w:t>— </w:t>
      </w:r>
      <w:r w:rsidR="005A3479">
        <w:t>Il faut accepter</w:t>
      </w:r>
      <w:r>
        <w:t xml:space="preserve">, </w:t>
      </w:r>
      <w:r w:rsidR="005A3479">
        <w:t>dit Sue avec une résignation morne</w:t>
      </w:r>
      <w:r>
        <w:t xml:space="preserve">. </w:t>
      </w:r>
      <w:r w:rsidR="005A3479">
        <w:t>Toute l</w:t>
      </w:r>
      <w:r>
        <w:t>’</w:t>
      </w:r>
      <w:r w:rsidR="005A3479">
        <w:t>antique fureur d</w:t>
      </w:r>
      <w:r>
        <w:t>’</w:t>
      </w:r>
      <w:r w:rsidR="005A3479">
        <w:t>une puissance céleste s</w:t>
      </w:r>
      <w:r>
        <w:t>’</w:t>
      </w:r>
      <w:r w:rsidR="005A3479">
        <w:t>est déchaînée sur nous</w:t>
      </w:r>
      <w:r>
        <w:t xml:space="preserve">, </w:t>
      </w:r>
      <w:r w:rsidR="005A3479">
        <w:t>ses pauvres créatures</w:t>
      </w:r>
      <w:r>
        <w:t xml:space="preserve">, </w:t>
      </w:r>
      <w:r w:rsidR="005A3479">
        <w:t>et nous devons nous soumettre</w:t>
      </w:r>
      <w:r>
        <w:t xml:space="preserve">. </w:t>
      </w:r>
      <w:r w:rsidR="005A3479">
        <w:t>Il n</w:t>
      </w:r>
      <w:r>
        <w:t>’</w:t>
      </w:r>
      <w:r w:rsidR="005A3479">
        <w:t>y a pas à choisir</w:t>
      </w:r>
      <w:r>
        <w:t xml:space="preserve">. </w:t>
      </w:r>
      <w:r w:rsidR="005A3479">
        <w:t>Nous le devons</w:t>
      </w:r>
      <w:r>
        <w:t xml:space="preserve">. </w:t>
      </w:r>
      <w:r w:rsidR="005A3479">
        <w:t>Il n</w:t>
      </w:r>
      <w:r>
        <w:t>’</w:t>
      </w:r>
      <w:r w:rsidR="005A3479">
        <w:t>est pas d</w:t>
      </w:r>
      <w:r>
        <w:t>’</w:t>
      </w:r>
      <w:r w:rsidR="005A3479">
        <w:t>usage de combattre contre Dieu</w:t>
      </w:r>
      <w:r>
        <w:t>.</w:t>
      </w:r>
    </w:p>
    <w:p w14:paraId="481E480C" w14:textId="77777777" w:rsidR="006F1ADB" w:rsidRDefault="006F1ADB" w:rsidP="005A3479">
      <w:r>
        <w:t>— </w:t>
      </w:r>
      <w:r w:rsidR="005A3479">
        <w:t>C</w:t>
      </w:r>
      <w:r>
        <w:t>’</w:t>
      </w:r>
      <w:r w:rsidR="005A3479">
        <w:t>est seulement contre l</w:t>
      </w:r>
      <w:r>
        <w:t>’</w:t>
      </w:r>
      <w:r w:rsidR="005A3479">
        <w:t>homme et les-fatalités absurdes</w:t>
      </w:r>
      <w:r>
        <w:t xml:space="preserve">, </w:t>
      </w:r>
      <w:r w:rsidR="005A3479">
        <w:t>dit Jude</w:t>
      </w:r>
      <w:r>
        <w:t>.</w:t>
      </w:r>
    </w:p>
    <w:p w14:paraId="4F3E4918" w14:textId="77777777" w:rsidR="006F1ADB" w:rsidRDefault="006F1ADB" w:rsidP="005A3479">
      <w:r>
        <w:t>— </w:t>
      </w:r>
      <w:r w:rsidR="005A3479">
        <w:t>C</w:t>
      </w:r>
      <w:r>
        <w:t>’</w:t>
      </w:r>
      <w:r w:rsidR="005A3479">
        <w:t>est vrai</w:t>
      </w:r>
      <w:r>
        <w:t xml:space="preserve">, </w:t>
      </w:r>
      <w:r w:rsidR="005A3479">
        <w:t>murmura-t-elle</w:t>
      </w:r>
      <w:r>
        <w:t xml:space="preserve"> ; </w:t>
      </w:r>
      <w:r w:rsidR="005A3479">
        <w:t>qu</w:t>
      </w:r>
      <w:r>
        <w:t>’</w:t>
      </w:r>
      <w:r w:rsidR="005A3479">
        <w:t>ai-je pensé</w:t>
      </w:r>
      <w:r>
        <w:t xml:space="preserve"> ? </w:t>
      </w:r>
      <w:r w:rsidR="005A3479">
        <w:t>Je deviens superstitieuse comme un sauvage</w:t>
      </w:r>
      <w:r>
        <w:t xml:space="preserve">. </w:t>
      </w:r>
      <w:r w:rsidR="005A3479">
        <w:t>Mais quel que soit notre a</w:t>
      </w:r>
      <w:r w:rsidR="005A3479">
        <w:t>d</w:t>
      </w:r>
      <w:r w:rsidR="005A3479">
        <w:t>versaire</w:t>
      </w:r>
      <w:r>
        <w:t xml:space="preserve">, </w:t>
      </w:r>
      <w:r w:rsidR="005A3479">
        <w:t>je suis réduite à la soumission</w:t>
      </w:r>
      <w:r>
        <w:t xml:space="preserve">. </w:t>
      </w:r>
      <w:r w:rsidR="005A3479">
        <w:t>Je n</w:t>
      </w:r>
      <w:r>
        <w:t>’</w:t>
      </w:r>
      <w:r w:rsidR="005A3479">
        <w:t>ai plus de force pour lutter</w:t>
      </w:r>
      <w:r>
        <w:t xml:space="preserve">, </w:t>
      </w:r>
      <w:r w:rsidR="005A3479">
        <w:t>ni pour rien entreprendre</w:t>
      </w:r>
      <w:r>
        <w:t xml:space="preserve">… </w:t>
      </w:r>
      <w:r w:rsidR="005A3479">
        <w:t>Je suis broyée</w:t>
      </w:r>
      <w:r>
        <w:t xml:space="preserve">, </w:t>
      </w:r>
      <w:r w:rsidR="005A3479">
        <w:t>broyée</w:t>
      </w:r>
      <w:r>
        <w:t>… « </w:t>
      </w:r>
      <w:r w:rsidR="005A3479">
        <w:t>Nous sommes devenus un spectacle au monde</w:t>
      </w:r>
      <w:r>
        <w:t xml:space="preserve">, </w:t>
      </w:r>
      <w:r w:rsidR="005A3479">
        <w:t>aux anges et aux hommes</w:t>
      </w:r>
      <w:r>
        <w:t>. »</w:t>
      </w:r>
      <w:r w:rsidR="005A3479">
        <w:t xml:space="preserve"> Je me dis toujours cela</w:t>
      </w:r>
      <w:r>
        <w:t xml:space="preserve">, </w:t>
      </w:r>
      <w:r w:rsidR="005A3479">
        <w:t>maintenant</w:t>
      </w:r>
      <w:r>
        <w:t>.</w:t>
      </w:r>
    </w:p>
    <w:p w14:paraId="0E2F9F77" w14:textId="77777777" w:rsidR="006F1ADB" w:rsidRDefault="006F1ADB" w:rsidP="005A3479">
      <w:r>
        <w:t>— </w:t>
      </w:r>
      <w:r w:rsidR="005A3479">
        <w:t>Je sens de même</w:t>
      </w:r>
      <w:r>
        <w:t>.</w:t>
      </w:r>
    </w:p>
    <w:p w14:paraId="6CAE93F9" w14:textId="77777777" w:rsidR="006F1ADB" w:rsidRDefault="006F1ADB" w:rsidP="005A3479">
      <w:r>
        <w:t>— </w:t>
      </w:r>
      <w:r w:rsidR="005A3479">
        <w:t>Que ferons-nous</w:t>
      </w:r>
      <w:r>
        <w:t xml:space="preserve"> ? </w:t>
      </w:r>
      <w:r w:rsidR="005A3479">
        <w:t>Vous travaillez à présent</w:t>
      </w:r>
      <w:r>
        <w:t xml:space="preserve">, </w:t>
      </w:r>
      <w:r w:rsidR="005A3479">
        <w:t>mais souv</w:t>
      </w:r>
      <w:r w:rsidR="005A3479">
        <w:t>e</w:t>
      </w:r>
      <w:r w:rsidR="005A3479">
        <w:t>nez-vous</w:t>
      </w:r>
      <w:r>
        <w:t xml:space="preserve"> : </w:t>
      </w:r>
      <w:r w:rsidR="005A3479">
        <w:t>c</w:t>
      </w:r>
      <w:r>
        <w:t>’</w:t>
      </w:r>
      <w:r w:rsidR="005A3479">
        <w:t>est sans doute parce que notre histoire et nos rel</w:t>
      </w:r>
      <w:r w:rsidR="005A3479">
        <w:t>a</w:t>
      </w:r>
      <w:r w:rsidR="005A3479">
        <w:t>tions ne sont pas absolument connues</w:t>
      </w:r>
      <w:r>
        <w:t xml:space="preserve">. </w:t>
      </w:r>
      <w:r w:rsidR="005A3479">
        <w:t>Il est possible</w:t>
      </w:r>
      <w:r>
        <w:t xml:space="preserve">, </w:t>
      </w:r>
      <w:r w:rsidR="005A3479">
        <w:t xml:space="preserve">si </w:t>
      </w:r>
      <w:r w:rsidR="005A3479">
        <w:lastRenderedPageBreak/>
        <w:t>l</w:t>
      </w:r>
      <w:r>
        <w:t>’</w:t>
      </w:r>
      <w:r w:rsidR="005A3479">
        <w:t>on s</w:t>
      </w:r>
      <w:r w:rsidR="005A3479">
        <w:t>a</w:t>
      </w:r>
      <w:r w:rsidR="005A3479">
        <w:t>vait que notre mariage n</w:t>
      </w:r>
      <w:r>
        <w:t>’</w:t>
      </w:r>
      <w:r w:rsidR="005A3479">
        <w:t>a pas été légalisé</w:t>
      </w:r>
      <w:r>
        <w:t xml:space="preserve">, </w:t>
      </w:r>
      <w:r w:rsidR="005A3479">
        <w:t>qu</w:t>
      </w:r>
      <w:r>
        <w:t>’</w:t>
      </w:r>
      <w:r w:rsidR="005A3479">
        <w:t>on vous enlève votre travail</w:t>
      </w:r>
      <w:r>
        <w:t xml:space="preserve">, </w:t>
      </w:r>
      <w:r w:rsidR="005A3479">
        <w:t>comme on l</w:t>
      </w:r>
      <w:r>
        <w:t>’</w:t>
      </w:r>
      <w:r w:rsidR="005A3479">
        <w:t xml:space="preserve">a fait à </w:t>
      </w:r>
      <w:proofErr w:type="spellStart"/>
      <w:r w:rsidR="005A3479">
        <w:t>Aldbrickam</w:t>
      </w:r>
      <w:proofErr w:type="spellEnd"/>
      <w:r>
        <w:t>.</w:t>
      </w:r>
    </w:p>
    <w:p w14:paraId="55310AD1" w14:textId="77777777" w:rsidR="006F1ADB" w:rsidRDefault="006F1ADB" w:rsidP="005A3479">
      <w:r>
        <w:t>— </w:t>
      </w:r>
      <w:r w:rsidR="005A3479">
        <w:t>J</w:t>
      </w:r>
      <w:r>
        <w:t>’</w:t>
      </w:r>
      <w:r w:rsidR="005A3479">
        <w:t>ai peine à le croire</w:t>
      </w:r>
      <w:r>
        <w:t xml:space="preserve">. </w:t>
      </w:r>
      <w:r w:rsidR="005A3479">
        <w:t>Peut-être n</w:t>
      </w:r>
      <w:r>
        <w:t>’</w:t>
      </w:r>
      <w:r w:rsidR="005A3479">
        <w:t>oseraient-ils pas le faire</w:t>
      </w:r>
      <w:r>
        <w:t xml:space="preserve">. </w:t>
      </w:r>
      <w:r w:rsidR="005A3479">
        <w:t>Cependant</w:t>
      </w:r>
      <w:r>
        <w:t xml:space="preserve">, </w:t>
      </w:r>
      <w:r w:rsidR="005A3479">
        <w:t>je pense que nous devrions faire légaliser notre m</w:t>
      </w:r>
      <w:r w:rsidR="005A3479">
        <w:t>a</w:t>
      </w:r>
      <w:r w:rsidR="005A3479">
        <w:t>riage aussitôt que vous serez en état de sortir</w:t>
      </w:r>
      <w:r>
        <w:t>.</w:t>
      </w:r>
    </w:p>
    <w:p w14:paraId="1A09EC58" w14:textId="77777777" w:rsidR="006F1ADB" w:rsidRDefault="006F1ADB" w:rsidP="005A3479">
      <w:r>
        <w:t>— </w:t>
      </w:r>
      <w:r w:rsidR="005A3479">
        <w:t>Vous croyez</w:t>
      </w:r>
      <w:r>
        <w:t> ?</w:t>
      </w:r>
    </w:p>
    <w:p w14:paraId="286AF9FA" w14:textId="77777777" w:rsidR="006F1ADB" w:rsidRDefault="006F1ADB" w:rsidP="005A3479">
      <w:r>
        <w:t>— </w:t>
      </w:r>
      <w:r w:rsidR="005A3479">
        <w:t>Certainement</w:t>
      </w:r>
      <w:r>
        <w:t>.</w:t>
      </w:r>
    </w:p>
    <w:p w14:paraId="7147F441" w14:textId="77777777" w:rsidR="006F1ADB" w:rsidRDefault="005A3479" w:rsidP="005A3479">
      <w:r>
        <w:t>Et Jude devint rêveur</w:t>
      </w:r>
      <w:r w:rsidR="006F1ADB">
        <w:t>.</w:t>
      </w:r>
    </w:p>
    <w:p w14:paraId="6C2882D0" w14:textId="77777777" w:rsidR="006F1ADB" w:rsidRDefault="006F1ADB" w:rsidP="005A3479">
      <w:r>
        <w:t>— </w:t>
      </w:r>
      <w:r w:rsidR="005A3479">
        <w:t>Dernièrement</w:t>
      </w:r>
      <w:r>
        <w:t xml:space="preserve">, </w:t>
      </w:r>
      <w:r w:rsidR="005A3479">
        <w:t>dit-il</w:t>
      </w:r>
      <w:r>
        <w:t xml:space="preserve">, </w:t>
      </w:r>
      <w:r w:rsidR="005A3479">
        <w:t>il m</w:t>
      </w:r>
      <w:r>
        <w:t>’</w:t>
      </w:r>
      <w:r w:rsidR="005A3479">
        <w:t>a semblé à moi-même que j</w:t>
      </w:r>
      <w:r>
        <w:t>’</w:t>
      </w:r>
      <w:r w:rsidR="005A3479">
        <w:t>appartenais à ce vaste groupe d</w:t>
      </w:r>
      <w:r>
        <w:t>’</w:t>
      </w:r>
      <w:r w:rsidR="005A3479">
        <w:t>hommes qu</w:t>
      </w:r>
      <w:r>
        <w:t>’</w:t>
      </w:r>
      <w:r w:rsidR="005A3479">
        <w:t>évitent les gens vertueux et qu</w:t>
      </w:r>
      <w:r>
        <w:t>’</w:t>
      </w:r>
      <w:r w:rsidR="005A3479">
        <w:t>on appelle des séducteurs</w:t>
      </w:r>
      <w:r>
        <w:t xml:space="preserve">. </w:t>
      </w:r>
      <w:r w:rsidR="005A3479">
        <w:t>Cela m</w:t>
      </w:r>
      <w:r>
        <w:t>’</w:t>
      </w:r>
      <w:r w:rsidR="005A3479">
        <w:t>étonne quand j</w:t>
      </w:r>
      <w:r>
        <w:t>’</w:t>
      </w:r>
      <w:r w:rsidR="005A3479">
        <w:t>y pense</w:t>
      </w:r>
      <w:r>
        <w:t xml:space="preserve">. </w:t>
      </w:r>
      <w:r w:rsidR="005A3479">
        <w:t>Je n</w:t>
      </w:r>
      <w:r>
        <w:t>’</w:t>
      </w:r>
      <w:r w:rsidR="005A3479">
        <w:t>ai pas eu conscience de cela</w:t>
      </w:r>
      <w:r>
        <w:t xml:space="preserve">, </w:t>
      </w:r>
      <w:r w:rsidR="005A3479">
        <w:t>ni de vous avoir fait aucun tort</w:t>
      </w:r>
      <w:r>
        <w:t xml:space="preserve">, </w:t>
      </w:r>
      <w:r w:rsidR="005A3479">
        <w:t>à vous que j</w:t>
      </w:r>
      <w:r>
        <w:t>’</w:t>
      </w:r>
      <w:r w:rsidR="005A3479">
        <w:t>aime plus que moi-même</w:t>
      </w:r>
      <w:r>
        <w:t xml:space="preserve">. </w:t>
      </w:r>
      <w:r w:rsidR="005A3479">
        <w:t>Cependant</w:t>
      </w:r>
      <w:r>
        <w:t xml:space="preserve">, </w:t>
      </w:r>
      <w:r w:rsidR="005A3479">
        <w:t>je suis un de ces hommes</w:t>
      </w:r>
      <w:r>
        <w:t xml:space="preserve">. </w:t>
      </w:r>
      <w:r w:rsidR="005A3479">
        <w:t>Je me demande s</w:t>
      </w:r>
      <w:r>
        <w:t>’</w:t>
      </w:r>
      <w:r w:rsidR="005A3479">
        <w:t>il y en a d</w:t>
      </w:r>
      <w:r>
        <w:t>’</w:t>
      </w:r>
      <w:r w:rsidR="005A3479">
        <w:t>autres pa</w:t>
      </w:r>
      <w:r w:rsidR="005A3479">
        <w:t>r</w:t>
      </w:r>
      <w:r w:rsidR="005A3479">
        <w:t>mi eux qui soient d</w:t>
      </w:r>
      <w:r>
        <w:t>’</w:t>
      </w:r>
      <w:r w:rsidR="005A3479">
        <w:t>aussi aveugles</w:t>
      </w:r>
      <w:r>
        <w:t xml:space="preserve">, </w:t>
      </w:r>
      <w:r w:rsidR="005A3479">
        <w:t>d</w:t>
      </w:r>
      <w:r>
        <w:t>’</w:t>
      </w:r>
      <w:r w:rsidR="005A3479">
        <w:t>aussi simples créatures que je le suis moi-même</w:t>
      </w:r>
      <w:r>
        <w:t xml:space="preserve">. </w:t>
      </w:r>
      <w:r w:rsidR="005A3479">
        <w:t>Oui</w:t>
      </w:r>
      <w:r>
        <w:t xml:space="preserve">, </w:t>
      </w:r>
      <w:r w:rsidR="005A3479">
        <w:t>Sue</w:t>
      </w:r>
      <w:r>
        <w:t xml:space="preserve">, </w:t>
      </w:r>
      <w:r w:rsidR="005A3479">
        <w:t>voilà ce que je suis</w:t>
      </w:r>
      <w:r>
        <w:t xml:space="preserve">. </w:t>
      </w:r>
      <w:r w:rsidR="005A3479">
        <w:t>Je vous ai s</w:t>
      </w:r>
      <w:r w:rsidR="005A3479">
        <w:t>é</w:t>
      </w:r>
      <w:r w:rsidR="005A3479">
        <w:t>duite</w:t>
      </w:r>
      <w:r>
        <w:t xml:space="preserve">. </w:t>
      </w:r>
      <w:r w:rsidR="005A3479">
        <w:t>Vous étiez un type d</w:t>
      </w:r>
      <w:r>
        <w:t>’</w:t>
      </w:r>
      <w:r w:rsidR="005A3479">
        <w:t>exception</w:t>
      </w:r>
      <w:r>
        <w:t xml:space="preserve">, </w:t>
      </w:r>
      <w:r w:rsidR="005A3479">
        <w:t>une créature affinée</w:t>
      </w:r>
      <w:r>
        <w:t xml:space="preserve">, </w:t>
      </w:r>
      <w:r w:rsidR="005A3479">
        <w:t>de</w:t>
      </w:r>
      <w:r w:rsidR="005A3479">
        <w:t>s</w:t>
      </w:r>
      <w:r w:rsidR="005A3479">
        <w:t>tinée par la nature à rester intacte</w:t>
      </w:r>
      <w:r>
        <w:t xml:space="preserve">. </w:t>
      </w:r>
      <w:r w:rsidR="005A3479">
        <w:t>Mais je ne pouvais vous lai</w:t>
      </w:r>
      <w:r w:rsidR="005A3479">
        <w:t>s</w:t>
      </w:r>
      <w:r w:rsidR="005A3479">
        <w:t>ser seule</w:t>
      </w:r>
      <w:r>
        <w:t>.</w:t>
      </w:r>
    </w:p>
    <w:p w14:paraId="57AE00FD" w14:textId="77777777" w:rsidR="006F1ADB" w:rsidRDefault="006F1ADB" w:rsidP="005A3479">
      <w:r>
        <w:t>— </w:t>
      </w:r>
      <w:r w:rsidR="005A3479">
        <w:t>Non</w:t>
      </w:r>
      <w:r>
        <w:t xml:space="preserve">, </w:t>
      </w:r>
      <w:r w:rsidR="005A3479">
        <w:t>non</w:t>
      </w:r>
      <w:r>
        <w:t xml:space="preserve">, </w:t>
      </w:r>
      <w:r w:rsidR="005A3479">
        <w:t>Jude</w:t>
      </w:r>
      <w:r>
        <w:t xml:space="preserve">, </w:t>
      </w:r>
      <w:r w:rsidR="005A3479">
        <w:t>dit-elle rapidement</w:t>
      </w:r>
      <w:r>
        <w:t xml:space="preserve">, </w:t>
      </w:r>
      <w:r w:rsidR="005A3479">
        <w:t>ne vous reprochez pas d</w:t>
      </w:r>
      <w:r>
        <w:t>’</w:t>
      </w:r>
      <w:r w:rsidR="005A3479">
        <w:t>être ce que vous n</w:t>
      </w:r>
      <w:r>
        <w:t>’</w:t>
      </w:r>
      <w:r w:rsidR="005A3479">
        <w:t>êtes pas</w:t>
      </w:r>
      <w:r>
        <w:t xml:space="preserve">. </w:t>
      </w:r>
      <w:r w:rsidR="005A3479">
        <w:t>Si quelqu</w:t>
      </w:r>
      <w:r>
        <w:t>’</w:t>
      </w:r>
      <w:r w:rsidR="005A3479">
        <w:t>un est à blâmer</w:t>
      </w:r>
      <w:r>
        <w:t xml:space="preserve">, </w:t>
      </w:r>
      <w:r w:rsidR="005A3479">
        <w:t>c</w:t>
      </w:r>
      <w:r>
        <w:t>’</w:t>
      </w:r>
      <w:r w:rsidR="005A3479">
        <w:t>est moi</w:t>
      </w:r>
      <w:r>
        <w:t>.</w:t>
      </w:r>
    </w:p>
    <w:p w14:paraId="52E291A7" w14:textId="77777777" w:rsidR="006F1ADB" w:rsidRDefault="006F1ADB" w:rsidP="005A3479">
      <w:r>
        <w:t>— </w:t>
      </w:r>
      <w:r w:rsidR="005A3479">
        <w:t>J</w:t>
      </w:r>
      <w:r>
        <w:t>’</w:t>
      </w:r>
      <w:r w:rsidR="005A3479">
        <w:t xml:space="preserve">ai accepté votre résolution de quitter </w:t>
      </w:r>
      <w:proofErr w:type="spellStart"/>
      <w:r w:rsidR="005A3479">
        <w:t>Phillotson</w:t>
      </w:r>
      <w:proofErr w:type="spellEnd"/>
      <w:r>
        <w:t xml:space="preserve">, </w:t>
      </w:r>
      <w:r w:rsidR="005A3479">
        <w:t>et peut-être</w:t>
      </w:r>
      <w:r>
        <w:t xml:space="preserve">, </w:t>
      </w:r>
      <w:r w:rsidR="005A3479">
        <w:t>sans moi</w:t>
      </w:r>
      <w:r>
        <w:t xml:space="preserve">, </w:t>
      </w:r>
      <w:r w:rsidR="005A3479">
        <w:t>ne l</w:t>
      </w:r>
      <w:r>
        <w:t>’</w:t>
      </w:r>
      <w:r w:rsidR="005A3479">
        <w:t>eussiez-vous pas pressé de vous laisser fuir</w:t>
      </w:r>
      <w:r>
        <w:t>.</w:t>
      </w:r>
    </w:p>
    <w:p w14:paraId="22F33948" w14:textId="77777777" w:rsidR="006F1ADB" w:rsidRDefault="006F1ADB" w:rsidP="005A3479">
      <w:r>
        <w:t>— </w:t>
      </w:r>
      <w:r w:rsidR="005A3479">
        <w:t>J</w:t>
      </w:r>
      <w:r>
        <w:t>’</w:t>
      </w:r>
      <w:r w:rsidR="005A3479">
        <w:t>aurais fait de même</w:t>
      </w:r>
      <w:r>
        <w:t xml:space="preserve">. </w:t>
      </w:r>
      <w:r w:rsidR="005A3479">
        <w:t>Quant à nous</w:t>
      </w:r>
      <w:r>
        <w:t xml:space="preserve">, </w:t>
      </w:r>
      <w:r w:rsidR="005A3479">
        <w:t>le fait que nous ne sommes pas engagés par un contrat légal est le trait salutaire de notre union</w:t>
      </w:r>
      <w:r>
        <w:t xml:space="preserve">. </w:t>
      </w:r>
      <w:r w:rsidR="005A3479">
        <w:t>Nous avons</w:t>
      </w:r>
      <w:r>
        <w:t xml:space="preserve">, </w:t>
      </w:r>
      <w:proofErr w:type="spellStart"/>
      <w:r w:rsidR="005A3479">
        <w:t>par là</w:t>
      </w:r>
      <w:proofErr w:type="spellEnd"/>
      <w:r>
        <w:t xml:space="preserve">, </w:t>
      </w:r>
      <w:r w:rsidR="005A3479">
        <w:t>évité d</w:t>
      </w:r>
      <w:r>
        <w:t>’</w:t>
      </w:r>
      <w:r w:rsidR="005A3479">
        <w:t>insulter</w:t>
      </w:r>
      <w:r>
        <w:t xml:space="preserve">, </w:t>
      </w:r>
      <w:r w:rsidR="005A3479">
        <w:lastRenderedPageBreak/>
        <w:t>comme nous l</w:t>
      </w:r>
      <w:r>
        <w:t>’</w:t>
      </w:r>
      <w:r w:rsidR="005A3479">
        <w:t>eussions fait</w:t>
      </w:r>
      <w:r>
        <w:t xml:space="preserve">, </w:t>
      </w:r>
      <w:r w:rsidR="005A3479">
        <w:t>à la solennité de notre premier mariage</w:t>
      </w:r>
      <w:r>
        <w:t>.</w:t>
      </w:r>
    </w:p>
    <w:p w14:paraId="7D9DA517" w14:textId="77777777" w:rsidR="006F1ADB" w:rsidRDefault="006F1ADB" w:rsidP="005A3479">
      <w:r>
        <w:t>— </w:t>
      </w:r>
      <w:r w:rsidR="005A3479">
        <w:t>Solennité</w:t>
      </w:r>
      <w:r>
        <w:t> ?</w:t>
      </w:r>
    </w:p>
    <w:p w14:paraId="7F689913" w14:textId="77777777" w:rsidR="006F1ADB" w:rsidRDefault="005A3479" w:rsidP="005A3479">
      <w:r>
        <w:t>Jude la regarda avec quelque surprise</w:t>
      </w:r>
      <w:r w:rsidR="006F1ADB">
        <w:t xml:space="preserve">, </w:t>
      </w:r>
      <w:r>
        <w:t>et il prit conscience qu</w:t>
      </w:r>
      <w:r w:rsidR="006F1ADB">
        <w:t>’</w:t>
      </w:r>
      <w:r>
        <w:t>elle n</w:t>
      </w:r>
      <w:r w:rsidR="006F1ADB">
        <w:t>’</w:t>
      </w:r>
      <w:r>
        <w:t>était plus la Sue des premiers temps</w:t>
      </w:r>
      <w:r w:rsidR="006F1ADB">
        <w:t>.</w:t>
      </w:r>
    </w:p>
    <w:p w14:paraId="3348F1B1" w14:textId="77777777" w:rsidR="006F1ADB" w:rsidRDefault="006F1ADB" w:rsidP="005A3479">
      <w:r>
        <w:t>— </w:t>
      </w:r>
      <w:r w:rsidR="005A3479">
        <w:t>Oui</w:t>
      </w:r>
      <w:r>
        <w:t xml:space="preserve">, </w:t>
      </w:r>
      <w:r w:rsidR="005A3479">
        <w:t>dit-elle d</w:t>
      </w:r>
      <w:r>
        <w:t>’</w:t>
      </w:r>
      <w:r w:rsidR="005A3479">
        <w:t>une voix un peu tremblante</w:t>
      </w:r>
      <w:r>
        <w:t xml:space="preserve">, </w:t>
      </w:r>
      <w:r w:rsidR="005A3479">
        <w:t>j</w:t>
      </w:r>
      <w:r>
        <w:t>’</w:t>
      </w:r>
      <w:r w:rsidR="005A3479">
        <w:t>ai eu des craintes terribles</w:t>
      </w:r>
      <w:r>
        <w:t xml:space="preserve">, </w:t>
      </w:r>
      <w:r w:rsidR="005A3479">
        <w:t>un sentiment terrible de l</w:t>
      </w:r>
      <w:r>
        <w:t>’</w:t>
      </w:r>
      <w:r w:rsidR="005A3479">
        <w:t>insolence de mon action</w:t>
      </w:r>
      <w:r>
        <w:t xml:space="preserve">. </w:t>
      </w:r>
      <w:r w:rsidR="005A3479">
        <w:t>J</w:t>
      </w:r>
      <w:r>
        <w:t>’</w:t>
      </w:r>
      <w:r w:rsidR="005A3479">
        <w:t>ai pensé que</w:t>
      </w:r>
      <w:r>
        <w:t xml:space="preserve">… </w:t>
      </w:r>
      <w:r w:rsidR="005A3479">
        <w:t>je suis encore sa femme</w:t>
      </w:r>
      <w:r>
        <w:t>.</w:t>
      </w:r>
    </w:p>
    <w:p w14:paraId="3C56E0D2" w14:textId="77777777" w:rsidR="006F1ADB" w:rsidRDefault="006F1ADB" w:rsidP="005A3479">
      <w:r>
        <w:t>— </w:t>
      </w:r>
      <w:r w:rsidR="005A3479">
        <w:t>De qui</w:t>
      </w:r>
      <w:r>
        <w:t> ?</w:t>
      </w:r>
    </w:p>
    <w:p w14:paraId="32E4A28A" w14:textId="77777777" w:rsidR="006F1ADB" w:rsidRDefault="006F1ADB" w:rsidP="005A3479">
      <w:r>
        <w:t>— </w:t>
      </w:r>
      <w:r w:rsidR="005A3479">
        <w:t>De Richard</w:t>
      </w:r>
      <w:r>
        <w:t>.</w:t>
      </w:r>
    </w:p>
    <w:p w14:paraId="0E176FB0" w14:textId="77777777" w:rsidR="006F1ADB" w:rsidRDefault="006F1ADB" w:rsidP="005A3479">
      <w:r>
        <w:t>— </w:t>
      </w:r>
      <w:r w:rsidR="005A3479">
        <w:t>Bon Dieu</w:t>
      </w:r>
      <w:r>
        <w:t xml:space="preserve">, </w:t>
      </w:r>
      <w:r w:rsidR="005A3479">
        <w:t>ma chérie</w:t>
      </w:r>
      <w:r>
        <w:t xml:space="preserve"> ! </w:t>
      </w:r>
      <w:r w:rsidR="005A3479">
        <w:t>Pourquoi</w:t>
      </w:r>
      <w:r>
        <w:t> ?</w:t>
      </w:r>
    </w:p>
    <w:p w14:paraId="71F89382" w14:textId="77777777" w:rsidR="006F1ADB" w:rsidRDefault="006F1ADB" w:rsidP="005A3479">
      <w:r>
        <w:t>— </w:t>
      </w:r>
      <w:r w:rsidR="005A3479">
        <w:t>Oh</w:t>
      </w:r>
      <w:r>
        <w:t xml:space="preserve"> ! </w:t>
      </w:r>
      <w:r w:rsidR="005A3479">
        <w:t>je ne puis l</w:t>
      </w:r>
      <w:r>
        <w:t>’</w:t>
      </w:r>
      <w:r w:rsidR="005A3479">
        <w:t>expliquer</w:t>
      </w:r>
      <w:r>
        <w:t xml:space="preserve">… </w:t>
      </w:r>
      <w:r w:rsidR="005A3479">
        <w:t>Seulement</w:t>
      </w:r>
      <w:r>
        <w:t xml:space="preserve">, </w:t>
      </w:r>
      <w:r w:rsidR="005A3479">
        <w:t>cette pensée me vient à l</w:t>
      </w:r>
      <w:r>
        <w:t>’</w:t>
      </w:r>
      <w:r w:rsidR="005A3479">
        <w:t>esprit</w:t>
      </w:r>
      <w:r>
        <w:t>.</w:t>
      </w:r>
    </w:p>
    <w:p w14:paraId="72521092" w14:textId="77777777" w:rsidR="006F1ADB" w:rsidRDefault="006F1ADB" w:rsidP="005A3479">
      <w:r>
        <w:t>— </w:t>
      </w:r>
      <w:r w:rsidR="005A3479">
        <w:t>C</w:t>
      </w:r>
      <w:r>
        <w:t>’</w:t>
      </w:r>
      <w:r w:rsidR="005A3479">
        <w:t>est votre faiblesse</w:t>
      </w:r>
      <w:r>
        <w:t xml:space="preserve">… </w:t>
      </w:r>
      <w:r w:rsidR="005A3479">
        <w:t>une idée de malade</w:t>
      </w:r>
      <w:r>
        <w:t xml:space="preserve">, </w:t>
      </w:r>
      <w:r w:rsidR="005A3479">
        <w:t>sans raison ni sens</w:t>
      </w:r>
      <w:r>
        <w:t xml:space="preserve">. </w:t>
      </w:r>
      <w:r w:rsidR="005A3479">
        <w:t>Ne vous tourmentez pas</w:t>
      </w:r>
      <w:r>
        <w:t>.</w:t>
      </w:r>
    </w:p>
    <w:p w14:paraId="6D1001B6" w14:textId="77777777" w:rsidR="006F1ADB" w:rsidRDefault="005A3479" w:rsidP="005A3479">
      <w:r>
        <w:t>Sue soupira péniblement</w:t>
      </w:r>
      <w:r w:rsidR="006F1ADB">
        <w:t>.</w:t>
      </w:r>
    </w:p>
    <w:p w14:paraId="248071B5" w14:textId="77777777" w:rsidR="006F1ADB" w:rsidRDefault="005A3479" w:rsidP="005A3479">
      <w:r>
        <w:t>Une chose</w:t>
      </w:r>
      <w:r w:rsidR="006F1ADB">
        <w:t xml:space="preserve">, </w:t>
      </w:r>
      <w:r>
        <w:t>plus que toute autre</w:t>
      </w:r>
      <w:r w:rsidR="006F1ADB">
        <w:t xml:space="preserve">, </w:t>
      </w:r>
      <w:r>
        <w:t>troublait Jude</w:t>
      </w:r>
      <w:r w:rsidR="006F1ADB">
        <w:t xml:space="preserve"> ; </w:t>
      </w:r>
      <w:r>
        <w:t>c</w:t>
      </w:r>
      <w:r w:rsidR="006F1ADB">
        <w:t>’</w:t>
      </w:r>
      <w:r>
        <w:t>est que</w:t>
      </w:r>
      <w:r w:rsidR="006F1ADB">
        <w:t xml:space="preserve">, </w:t>
      </w:r>
      <w:r>
        <w:t>depuis le drame</w:t>
      </w:r>
      <w:r w:rsidR="006F1ADB">
        <w:t xml:space="preserve">, </w:t>
      </w:r>
      <w:r>
        <w:t>Sue et lui avaient mentalement voyagé dans des directions opposées</w:t>
      </w:r>
      <w:r w:rsidR="006F1ADB">
        <w:t xml:space="preserve"> ; </w:t>
      </w:r>
      <w:r>
        <w:t>les événements qui avaient élargi ses propres vues sur la vie</w:t>
      </w:r>
      <w:r w:rsidR="006F1ADB">
        <w:t xml:space="preserve">, </w:t>
      </w:r>
      <w:r>
        <w:t>les lois</w:t>
      </w:r>
      <w:r w:rsidR="006F1ADB">
        <w:t xml:space="preserve">, </w:t>
      </w:r>
      <w:r>
        <w:t>les coutumes et les dogmes n</w:t>
      </w:r>
      <w:r w:rsidR="006F1ADB">
        <w:t>’</w:t>
      </w:r>
      <w:r>
        <w:t>avaient pas agi sur Suzanne de la même façon</w:t>
      </w:r>
      <w:r w:rsidR="006F1ADB">
        <w:t xml:space="preserve">. </w:t>
      </w:r>
      <w:r>
        <w:t>Elle n</w:t>
      </w:r>
      <w:r w:rsidR="006F1ADB">
        <w:t>’</w:t>
      </w:r>
      <w:r>
        <w:t>était plus la femme des jours indépendants</w:t>
      </w:r>
      <w:r w:rsidR="006F1ADB">
        <w:t xml:space="preserve">, </w:t>
      </w:r>
      <w:r>
        <w:t>quand son intelligence se jouait comme une flamme légère parmi les conventions et les formalités que Jude respectait alors</w:t>
      </w:r>
      <w:r w:rsidR="006F1ADB">
        <w:t xml:space="preserve">, </w:t>
      </w:r>
      <w:r>
        <w:t>et qu</w:t>
      </w:r>
      <w:r w:rsidR="006F1ADB">
        <w:t>’</w:t>
      </w:r>
      <w:r>
        <w:t>à présent il ne respe</w:t>
      </w:r>
      <w:r>
        <w:t>c</w:t>
      </w:r>
      <w:r>
        <w:t>tait plus</w:t>
      </w:r>
      <w:r w:rsidR="006F1ADB">
        <w:t>.</w:t>
      </w:r>
    </w:p>
    <w:p w14:paraId="30978167" w14:textId="77777777" w:rsidR="006F1ADB" w:rsidRDefault="005A3479" w:rsidP="005A3479">
      <w:r>
        <w:lastRenderedPageBreak/>
        <w:t>Un certain dimanche soir</w:t>
      </w:r>
      <w:r w:rsidR="006F1ADB">
        <w:t xml:space="preserve">, </w:t>
      </w:r>
      <w:r>
        <w:t>il rentra plus tard que de co</w:t>
      </w:r>
      <w:r>
        <w:t>u</w:t>
      </w:r>
      <w:r>
        <w:t>tume</w:t>
      </w:r>
      <w:r w:rsidR="006F1ADB">
        <w:t xml:space="preserve">. </w:t>
      </w:r>
      <w:r>
        <w:t>Sue n</w:t>
      </w:r>
      <w:r w:rsidR="006F1ADB">
        <w:t>’</w:t>
      </w:r>
      <w:r>
        <w:t>était pas à la maison</w:t>
      </w:r>
      <w:r w:rsidR="006F1ADB">
        <w:t xml:space="preserve">, </w:t>
      </w:r>
      <w:r>
        <w:t>mais elle revint bientôt</w:t>
      </w:r>
      <w:r w:rsidR="006F1ADB">
        <w:t xml:space="preserve">. </w:t>
      </w:r>
      <w:r>
        <w:t>Jude la trouva silencieuse et méditative</w:t>
      </w:r>
      <w:r w:rsidR="006F1ADB">
        <w:t>.</w:t>
      </w:r>
    </w:p>
    <w:p w14:paraId="6775C2DF" w14:textId="77777777" w:rsidR="006F1ADB" w:rsidRDefault="006F1ADB" w:rsidP="005A3479">
      <w:r>
        <w:t>— </w:t>
      </w:r>
      <w:r w:rsidR="005A3479">
        <w:t>À quoi pensez-vous</w:t>
      </w:r>
      <w:r>
        <w:t xml:space="preserve">, </w:t>
      </w:r>
      <w:r w:rsidR="005A3479">
        <w:t>ma petite femme</w:t>
      </w:r>
      <w:r>
        <w:t xml:space="preserve"> ? </w:t>
      </w:r>
      <w:r w:rsidR="005A3479">
        <w:t>demanda-t-il c</w:t>
      </w:r>
      <w:r w:rsidR="005A3479">
        <w:t>u</w:t>
      </w:r>
      <w:r w:rsidR="005A3479">
        <w:t>rieux</w:t>
      </w:r>
      <w:r>
        <w:t>.</w:t>
      </w:r>
    </w:p>
    <w:p w14:paraId="44BD6C1B" w14:textId="77777777" w:rsidR="006F1ADB" w:rsidRDefault="006F1ADB" w:rsidP="005A3479">
      <w:r>
        <w:t>— </w:t>
      </w:r>
      <w:r w:rsidR="005A3479">
        <w:t>Oh</w:t>
      </w:r>
      <w:r>
        <w:t xml:space="preserve"> ! </w:t>
      </w:r>
      <w:r w:rsidR="005A3479">
        <w:t>je ne puis le dire clairement</w:t>
      </w:r>
      <w:r>
        <w:t xml:space="preserve">. </w:t>
      </w:r>
      <w:r w:rsidR="005A3479">
        <w:t>J</w:t>
      </w:r>
      <w:r>
        <w:t>’</w:t>
      </w:r>
      <w:r w:rsidR="005A3479">
        <w:t>ai pensé que nous avions été égoïstes</w:t>
      </w:r>
      <w:r>
        <w:t xml:space="preserve">, </w:t>
      </w:r>
      <w:r w:rsidR="005A3479">
        <w:t>insouciants</w:t>
      </w:r>
      <w:r>
        <w:t xml:space="preserve">, </w:t>
      </w:r>
      <w:r w:rsidR="005A3479">
        <w:t>impies même</w:t>
      </w:r>
      <w:r>
        <w:t xml:space="preserve">, </w:t>
      </w:r>
      <w:r w:rsidR="005A3479">
        <w:t>dans la conduite de notre vie</w:t>
      </w:r>
      <w:r>
        <w:t xml:space="preserve">, </w:t>
      </w:r>
      <w:r w:rsidR="005A3479">
        <w:t>vous et moi</w:t>
      </w:r>
      <w:r>
        <w:t xml:space="preserve">. </w:t>
      </w:r>
      <w:r w:rsidR="005A3479">
        <w:t>Notre vie a été un vain effort vers le bonheur</w:t>
      </w:r>
      <w:r>
        <w:t xml:space="preserve">. </w:t>
      </w:r>
      <w:r w:rsidR="005A3479">
        <w:t>Mais l</w:t>
      </w:r>
      <w:r>
        <w:t>’</w:t>
      </w:r>
      <w:r w:rsidR="005A3479">
        <w:t>abnégation est une route qui mène plus haut</w:t>
      </w:r>
      <w:r>
        <w:t xml:space="preserve">. </w:t>
      </w:r>
      <w:r w:rsidR="005A3479">
        <w:t>Nous devrions mortifier la chair</w:t>
      </w:r>
      <w:r>
        <w:t xml:space="preserve">, </w:t>
      </w:r>
      <w:r w:rsidR="005A3479">
        <w:t>la terrible chair</w:t>
      </w:r>
      <w:r>
        <w:t xml:space="preserve">, </w:t>
      </w:r>
      <w:r w:rsidR="005A3479">
        <w:t>la malédiction d</w:t>
      </w:r>
      <w:r>
        <w:t>’</w:t>
      </w:r>
      <w:r w:rsidR="005A3479">
        <w:t>Adam</w:t>
      </w:r>
      <w:r>
        <w:t>.</w:t>
      </w:r>
    </w:p>
    <w:p w14:paraId="5835698B" w14:textId="77777777" w:rsidR="006F1ADB" w:rsidRDefault="006F1ADB" w:rsidP="005A3479">
      <w:r>
        <w:t>— </w:t>
      </w:r>
      <w:r w:rsidR="005A3479">
        <w:t>Sue</w:t>
      </w:r>
      <w:r>
        <w:t xml:space="preserve">, </w:t>
      </w:r>
      <w:r w:rsidR="005A3479">
        <w:t>murmura-t-il</w:t>
      </w:r>
      <w:r>
        <w:t xml:space="preserve">, </w:t>
      </w:r>
      <w:r w:rsidR="005A3479">
        <w:t>que vous est-il arrivé</w:t>
      </w:r>
      <w:r>
        <w:t> ?</w:t>
      </w:r>
    </w:p>
    <w:p w14:paraId="005BBC5D" w14:textId="77777777" w:rsidR="006F1ADB" w:rsidRDefault="006F1ADB" w:rsidP="005A3479">
      <w:r>
        <w:t>— </w:t>
      </w:r>
      <w:r w:rsidR="005A3479">
        <w:t>Nous devons continuellement nous sacrifier sur l</w:t>
      </w:r>
      <w:r>
        <w:t>’</w:t>
      </w:r>
      <w:r w:rsidR="005A3479">
        <w:t>autel du devoir</w:t>
      </w:r>
      <w:r>
        <w:t xml:space="preserve">. </w:t>
      </w:r>
      <w:r w:rsidR="005A3479">
        <w:t>Mais je me suis toujours acharnée à faire ce qui me plaisait</w:t>
      </w:r>
      <w:r>
        <w:t xml:space="preserve">. </w:t>
      </w:r>
      <w:r w:rsidR="005A3479">
        <w:t>J</w:t>
      </w:r>
      <w:r>
        <w:t>’</w:t>
      </w:r>
      <w:r w:rsidR="005A3479">
        <w:t>ai bien mérité le châtiment que je subis</w:t>
      </w:r>
      <w:r>
        <w:t xml:space="preserve">. </w:t>
      </w:r>
      <w:r w:rsidR="005A3479">
        <w:t>Je voudrais que quelque chose m</w:t>
      </w:r>
      <w:r>
        <w:t>’</w:t>
      </w:r>
      <w:r w:rsidR="005A3479">
        <w:t>enlevât tout le mal qui est en moi</w:t>
      </w:r>
      <w:r>
        <w:t xml:space="preserve">, </w:t>
      </w:r>
      <w:r w:rsidR="005A3479">
        <w:t>et toutes mes monstrueuses erreurs et toutes mes coupables idées</w:t>
      </w:r>
      <w:r>
        <w:t>.</w:t>
      </w:r>
    </w:p>
    <w:p w14:paraId="2C80FDC2" w14:textId="77777777" w:rsidR="006F1ADB" w:rsidRDefault="006F1ADB" w:rsidP="005A3479">
      <w:r>
        <w:t>— </w:t>
      </w:r>
      <w:r w:rsidR="005A3479">
        <w:t>Sue</w:t>
      </w:r>
      <w:r>
        <w:t xml:space="preserve">, </w:t>
      </w:r>
      <w:r w:rsidR="005A3479">
        <w:t>ma trop douloureuse chérie</w:t>
      </w:r>
      <w:r>
        <w:t xml:space="preserve">, </w:t>
      </w:r>
      <w:r w:rsidR="005A3479">
        <w:t>il n</w:t>
      </w:r>
      <w:r>
        <w:t>’</w:t>
      </w:r>
      <w:r w:rsidR="005A3479">
        <w:t>y a pas de mal en vous</w:t>
      </w:r>
      <w:r>
        <w:t xml:space="preserve">. </w:t>
      </w:r>
      <w:r w:rsidR="005A3479">
        <w:t>Vous n</w:t>
      </w:r>
      <w:r>
        <w:t>’</w:t>
      </w:r>
      <w:r w:rsidR="005A3479">
        <w:t>êtes pas une mauvaise femme</w:t>
      </w:r>
      <w:r>
        <w:t xml:space="preserve">. </w:t>
      </w:r>
      <w:r w:rsidR="005A3479">
        <w:t>Vos instincts nat</w:t>
      </w:r>
      <w:r w:rsidR="005A3479">
        <w:t>u</w:t>
      </w:r>
      <w:r w:rsidR="005A3479">
        <w:t>rels sont parfaitement sains</w:t>
      </w:r>
      <w:r>
        <w:t xml:space="preserve">, </w:t>
      </w:r>
      <w:r w:rsidR="005A3479">
        <w:t>point tout à fait aussi passionnés</w:t>
      </w:r>
      <w:r>
        <w:t xml:space="preserve">, </w:t>
      </w:r>
      <w:r w:rsidR="005A3479">
        <w:t>peut-être</w:t>
      </w:r>
      <w:r>
        <w:t xml:space="preserve">, </w:t>
      </w:r>
      <w:r w:rsidR="005A3479">
        <w:t>que je le désirerais</w:t>
      </w:r>
      <w:r>
        <w:t xml:space="preserve">, </w:t>
      </w:r>
      <w:r w:rsidR="005A3479">
        <w:t>mais bons</w:t>
      </w:r>
      <w:r>
        <w:t xml:space="preserve">, </w:t>
      </w:r>
      <w:r w:rsidR="005A3479">
        <w:t>charmants et purs</w:t>
      </w:r>
      <w:r>
        <w:t xml:space="preserve">. </w:t>
      </w:r>
      <w:r w:rsidR="005A3479">
        <w:t>Et</w:t>
      </w:r>
      <w:r>
        <w:t xml:space="preserve">, </w:t>
      </w:r>
      <w:r w:rsidR="005A3479">
        <w:t>comme je vous l</w:t>
      </w:r>
      <w:r>
        <w:t>’</w:t>
      </w:r>
      <w:r w:rsidR="005A3479">
        <w:t>ai dit souvent</w:t>
      </w:r>
      <w:r>
        <w:t xml:space="preserve">, </w:t>
      </w:r>
      <w:r w:rsidR="005A3479">
        <w:t>vous êtes la femme</w:t>
      </w:r>
      <w:r>
        <w:t xml:space="preserve">, </w:t>
      </w:r>
      <w:r w:rsidR="005A3479">
        <w:t>la plus éth</w:t>
      </w:r>
      <w:r w:rsidR="005A3479">
        <w:t>é</w:t>
      </w:r>
      <w:r w:rsidR="005A3479">
        <w:t>rée</w:t>
      </w:r>
      <w:r>
        <w:t xml:space="preserve">, </w:t>
      </w:r>
      <w:r w:rsidR="005A3479">
        <w:t>la moins sensuelle que j</w:t>
      </w:r>
      <w:r>
        <w:t>’</w:t>
      </w:r>
      <w:r w:rsidR="005A3479">
        <w:t>aie jamais connue</w:t>
      </w:r>
      <w:r>
        <w:t xml:space="preserve">. </w:t>
      </w:r>
      <w:r w:rsidR="005A3479">
        <w:t>Pourquoi votre langage a-t-il tellement changé</w:t>
      </w:r>
      <w:r>
        <w:t xml:space="preserve"> ? </w:t>
      </w:r>
      <w:r w:rsidR="005A3479">
        <w:t>Nous n</w:t>
      </w:r>
      <w:r>
        <w:t>’</w:t>
      </w:r>
      <w:r w:rsidR="005A3479">
        <w:t>avons jamais été égoïstes</w:t>
      </w:r>
      <w:r>
        <w:t xml:space="preserve">, </w:t>
      </w:r>
      <w:r w:rsidR="005A3479">
        <w:t>excepté quand notre abnégation ne pouvait servir pe</w:t>
      </w:r>
      <w:r w:rsidR="005A3479">
        <w:t>r</w:t>
      </w:r>
      <w:r w:rsidR="005A3479">
        <w:t>sonne</w:t>
      </w:r>
      <w:r>
        <w:t xml:space="preserve">. </w:t>
      </w:r>
      <w:r w:rsidR="005A3479">
        <w:t>Vous aviez coutume de dire que la nature humaine est noble et généreuse</w:t>
      </w:r>
      <w:r>
        <w:t xml:space="preserve">, </w:t>
      </w:r>
      <w:r w:rsidR="005A3479">
        <w:t>non pas vile et corrompue</w:t>
      </w:r>
      <w:r>
        <w:t xml:space="preserve">, </w:t>
      </w:r>
      <w:r w:rsidR="005A3479">
        <w:t>et j</w:t>
      </w:r>
      <w:r>
        <w:t>’</w:t>
      </w:r>
      <w:r w:rsidR="005A3479">
        <w:t>ai fini par croire que c</w:t>
      </w:r>
      <w:r>
        <w:t>’</w:t>
      </w:r>
      <w:r w:rsidR="005A3479">
        <w:t xml:space="preserve">était le fond de votre </w:t>
      </w:r>
      <w:r w:rsidR="005A3479">
        <w:lastRenderedPageBreak/>
        <w:t>pensée</w:t>
      </w:r>
      <w:r>
        <w:t xml:space="preserve">. </w:t>
      </w:r>
      <w:r w:rsidR="005A3479">
        <w:t>Et maintenant vous semblez avoir un sentiment plus humilié de ces choses</w:t>
      </w:r>
      <w:r>
        <w:t>.</w:t>
      </w:r>
    </w:p>
    <w:p w14:paraId="1F2C6FF7" w14:textId="77777777" w:rsidR="006F1ADB" w:rsidRDefault="006F1ADB" w:rsidP="005A3479">
      <w:r>
        <w:t>— </w:t>
      </w:r>
      <w:r w:rsidR="005A3479">
        <w:t>Je dois avoir un humble cœur et un esprit contrit</w:t>
      </w:r>
      <w:r>
        <w:t xml:space="preserve">, </w:t>
      </w:r>
      <w:r w:rsidR="005A3479">
        <w:t>ce que je n</w:t>
      </w:r>
      <w:r>
        <w:t>’</w:t>
      </w:r>
      <w:r w:rsidR="005A3479">
        <w:t>avais jamais eu encore</w:t>
      </w:r>
      <w:r>
        <w:t>.</w:t>
      </w:r>
    </w:p>
    <w:p w14:paraId="78E1C55E" w14:textId="77777777" w:rsidR="006F1ADB" w:rsidRDefault="006F1ADB" w:rsidP="005A3479">
      <w:r>
        <w:t>— </w:t>
      </w:r>
      <w:r w:rsidR="005A3479">
        <w:t>Vous avez été sans crainte</w:t>
      </w:r>
      <w:r>
        <w:t xml:space="preserve">, </w:t>
      </w:r>
      <w:r w:rsidR="005A3479">
        <w:t>à la fois dans votre esprit et dans votre cœur</w:t>
      </w:r>
      <w:r>
        <w:t xml:space="preserve">, </w:t>
      </w:r>
      <w:r w:rsidR="005A3479">
        <w:t>et vous méritiez plus d</w:t>
      </w:r>
      <w:r>
        <w:t>’</w:t>
      </w:r>
      <w:r w:rsidR="005A3479">
        <w:t>admiration que je ne vous en accordais</w:t>
      </w:r>
      <w:r>
        <w:t xml:space="preserve">. </w:t>
      </w:r>
      <w:r w:rsidR="005A3479">
        <w:t>J</w:t>
      </w:r>
      <w:r>
        <w:t>’</w:t>
      </w:r>
      <w:r w:rsidR="005A3479">
        <w:t>étais alors trop rempli de dogmes étroits pour voir cela</w:t>
      </w:r>
      <w:r>
        <w:t>.</w:t>
      </w:r>
    </w:p>
    <w:p w14:paraId="0AA24830" w14:textId="77777777" w:rsidR="006F1ADB" w:rsidRDefault="006F1ADB" w:rsidP="005A3479">
      <w:r>
        <w:t>— </w:t>
      </w:r>
      <w:r w:rsidR="005A3479">
        <w:t>Ne parlez pas ainsi</w:t>
      </w:r>
      <w:r>
        <w:t xml:space="preserve">, </w:t>
      </w:r>
      <w:r w:rsidR="005A3479">
        <w:t>Jude</w:t>
      </w:r>
      <w:r>
        <w:t xml:space="preserve">. </w:t>
      </w:r>
      <w:r w:rsidR="005A3479">
        <w:t>Je voudrais que chacune de mes pensées ou de mes paroles orgueilleuses fût enlevée de mon histoire</w:t>
      </w:r>
      <w:r>
        <w:t xml:space="preserve">. </w:t>
      </w:r>
      <w:r w:rsidR="005A3479">
        <w:t>Le Renoncement</w:t>
      </w:r>
      <w:r>
        <w:t xml:space="preserve">, </w:t>
      </w:r>
      <w:r w:rsidR="005A3479">
        <w:t>cela suffit</w:t>
      </w:r>
      <w:r>
        <w:t xml:space="preserve">. </w:t>
      </w:r>
      <w:r w:rsidR="005A3479">
        <w:t>J</w:t>
      </w:r>
      <w:r>
        <w:t>’</w:t>
      </w:r>
      <w:r w:rsidR="005A3479">
        <w:t>aimerais me piquer moi-même avec des épingles pour perdre</w:t>
      </w:r>
      <w:r>
        <w:t xml:space="preserve">, </w:t>
      </w:r>
      <w:r w:rsidR="005A3479">
        <w:t>avec mon sang</w:t>
      </w:r>
      <w:r>
        <w:t xml:space="preserve">, </w:t>
      </w:r>
      <w:r w:rsidR="005A3479">
        <w:t>toute la méchanceté qui est en moi</w:t>
      </w:r>
      <w:r>
        <w:t>.</w:t>
      </w:r>
    </w:p>
    <w:p w14:paraId="48388322" w14:textId="77777777" w:rsidR="006F1ADB" w:rsidRDefault="006F1ADB" w:rsidP="005A3479">
      <w:r>
        <w:t>— </w:t>
      </w:r>
      <w:r w:rsidR="005A3479">
        <w:t>Chut</w:t>
      </w:r>
      <w:r>
        <w:t xml:space="preserve"> ! </w:t>
      </w:r>
      <w:r w:rsidR="005A3479">
        <w:t>dit-il</w:t>
      </w:r>
      <w:r>
        <w:t xml:space="preserve">, </w:t>
      </w:r>
      <w:r w:rsidR="005A3479">
        <w:t>pressant contre sa poitrine le petit visage de Sue</w:t>
      </w:r>
      <w:r>
        <w:t xml:space="preserve">, </w:t>
      </w:r>
      <w:r w:rsidR="005A3479">
        <w:t>comme si elle eût été un enfant</w:t>
      </w:r>
      <w:r>
        <w:t xml:space="preserve">. </w:t>
      </w:r>
      <w:r w:rsidR="005A3479">
        <w:t>C</w:t>
      </w:r>
      <w:r>
        <w:t>’</w:t>
      </w:r>
      <w:r w:rsidR="005A3479">
        <w:t>est votre deuil qui vous en a fait arriver là</w:t>
      </w:r>
      <w:r>
        <w:t xml:space="preserve">. </w:t>
      </w:r>
      <w:r w:rsidR="005A3479">
        <w:t>Un tel remords n</w:t>
      </w:r>
      <w:r>
        <w:t>’</w:t>
      </w:r>
      <w:r w:rsidR="005A3479">
        <w:t>est pas fait pour vous</w:t>
      </w:r>
      <w:r>
        <w:t xml:space="preserve">, </w:t>
      </w:r>
      <w:r w:rsidR="005A3479">
        <w:t>ma sensitive</w:t>
      </w:r>
      <w:r>
        <w:t xml:space="preserve">, </w:t>
      </w:r>
      <w:r w:rsidR="005A3479">
        <w:t>mais pour les méchants de ce monde</w:t>
      </w:r>
      <w:r>
        <w:t xml:space="preserve">… </w:t>
      </w:r>
      <w:r w:rsidR="005A3479">
        <w:t>qui ne l</w:t>
      </w:r>
      <w:r>
        <w:t>’</w:t>
      </w:r>
      <w:r w:rsidR="005A3479">
        <w:t>éprouvent jamais</w:t>
      </w:r>
      <w:r>
        <w:t>.</w:t>
      </w:r>
    </w:p>
    <w:p w14:paraId="4539075C" w14:textId="77777777" w:rsidR="006F1ADB" w:rsidRDefault="006F1ADB" w:rsidP="005A3479">
      <w:r>
        <w:t>— </w:t>
      </w:r>
      <w:r w:rsidR="005A3479">
        <w:t>Je ne puis pas demeurer ainsi</w:t>
      </w:r>
      <w:r>
        <w:t xml:space="preserve">, </w:t>
      </w:r>
      <w:r w:rsidR="005A3479">
        <w:t>murmura-t-elle</w:t>
      </w:r>
      <w:r>
        <w:t xml:space="preserve">, </w:t>
      </w:r>
      <w:r w:rsidR="005A3479">
        <w:t>quand elle eut gardé quelque temps cette attitude</w:t>
      </w:r>
      <w:r>
        <w:t>.</w:t>
      </w:r>
    </w:p>
    <w:p w14:paraId="155D6CB6" w14:textId="77777777" w:rsidR="006F1ADB" w:rsidRDefault="006F1ADB" w:rsidP="005A3479">
      <w:r>
        <w:t>— </w:t>
      </w:r>
      <w:r w:rsidR="005A3479">
        <w:t>Pourquoi pas</w:t>
      </w:r>
      <w:r>
        <w:t> ?</w:t>
      </w:r>
    </w:p>
    <w:p w14:paraId="3E105339" w14:textId="77777777" w:rsidR="006F1ADB" w:rsidRDefault="006F1ADB" w:rsidP="005A3479">
      <w:r>
        <w:t>— </w:t>
      </w:r>
      <w:r w:rsidR="005A3479">
        <w:t>C</w:t>
      </w:r>
      <w:r>
        <w:t>’</w:t>
      </w:r>
      <w:r w:rsidR="005A3479">
        <w:t>est une faiblesse</w:t>
      </w:r>
      <w:r>
        <w:t>.</w:t>
      </w:r>
    </w:p>
    <w:p w14:paraId="5316B432" w14:textId="77777777" w:rsidR="006F1ADB" w:rsidRDefault="006F1ADB" w:rsidP="005A3479">
      <w:r>
        <w:t>— </w:t>
      </w:r>
      <w:r w:rsidR="005A3479">
        <w:t>Vous revenez toujours au même point</w:t>
      </w:r>
      <w:r>
        <w:t xml:space="preserve">. </w:t>
      </w:r>
      <w:r w:rsidR="005A3479">
        <w:t>Mais il n</w:t>
      </w:r>
      <w:r>
        <w:t>’</w:t>
      </w:r>
      <w:r w:rsidR="005A3479">
        <w:t>y a rien de meilleur ici-bas que de nous aimer l</w:t>
      </w:r>
      <w:r>
        <w:t>’</w:t>
      </w:r>
      <w:r w:rsidR="005A3479">
        <w:t>un l</w:t>
      </w:r>
      <w:r>
        <w:t>’</w:t>
      </w:r>
      <w:r w:rsidR="005A3479">
        <w:t>autre</w:t>
      </w:r>
      <w:r>
        <w:t>.</w:t>
      </w:r>
    </w:p>
    <w:p w14:paraId="434957C0" w14:textId="77777777" w:rsidR="006F1ADB" w:rsidRDefault="006F1ADB" w:rsidP="005A3479">
      <w:r>
        <w:t>— </w:t>
      </w:r>
      <w:r w:rsidR="005A3479">
        <w:t>Oui</w:t>
      </w:r>
      <w:r>
        <w:t xml:space="preserve">. </w:t>
      </w:r>
      <w:r w:rsidR="005A3479">
        <w:t>Cela dépend de l</w:t>
      </w:r>
      <w:r>
        <w:t>’</w:t>
      </w:r>
      <w:r w:rsidR="005A3479">
        <w:t>espèce d</w:t>
      </w:r>
      <w:r>
        <w:t>’</w:t>
      </w:r>
      <w:r w:rsidR="005A3479">
        <w:t>amour qu</w:t>
      </w:r>
      <w:r>
        <w:t>’</w:t>
      </w:r>
      <w:r w:rsidR="005A3479">
        <w:t>on ressent</w:t>
      </w:r>
      <w:r>
        <w:t xml:space="preserve">. </w:t>
      </w:r>
      <w:r w:rsidR="005A3479">
        <w:t>Le vôtre</w:t>
      </w:r>
      <w:r>
        <w:t xml:space="preserve">, </w:t>
      </w:r>
      <w:r w:rsidR="005A3479">
        <w:t>le nôtre est un amour coupable</w:t>
      </w:r>
      <w:r>
        <w:t>.</w:t>
      </w:r>
    </w:p>
    <w:p w14:paraId="086D72E3" w14:textId="77777777" w:rsidR="006F1ADB" w:rsidRDefault="006F1ADB" w:rsidP="005A3479">
      <w:r>
        <w:lastRenderedPageBreak/>
        <w:t>— </w:t>
      </w:r>
      <w:r w:rsidR="005A3479">
        <w:t>Je ne le voudrais pas</w:t>
      </w:r>
      <w:r>
        <w:t xml:space="preserve">, </w:t>
      </w:r>
      <w:r w:rsidR="005A3479">
        <w:t>Sue</w:t>
      </w:r>
      <w:r>
        <w:t xml:space="preserve"> ! </w:t>
      </w:r>
      <w:r w:rsidR="005A3479">
        <w:t>Allons</w:t>
      </w:r>
      <w:r>
        <w:t xml:space="preserve">, </w:t>
      </w:r>
      <w:r w:rsidR="005A3479">
        <w:t>quand voulez-vous que notre mariage soit sanctionné dans une église</w:t>
      </w:r>
      <w:r>
        <w:t> ?</w:t>
      </w:r>
    </w:p>
    <w:p w14:paraId="62ED71E9" w14:textId="77777777" w:rsidR="006F1ADB" w:rsidRDefault="005A3479" w:rsidP="005A3479">
      <w:r>
        <w:t>Elle s</w:t>
      </w:r>
      <w:r w:rsidR="006F1ADB">
        <w:t>’</w:t>
      </w:r>
      <w:r>
        <w:t>arrêta et sembla gênée</w:t>
      </w:r>
      <w:r w:rsidR="006F1ADB">
        <w:t> :</w:t>
      </w:r>
    </w:p>
    <w:p w14:paraId="5E886462" w14:textId="77777777" w:rsidR="006F1ADB" w:rsidRDefault="006F1ADB" w:rsidP="005A3479">
      <w:r>
        <w:t>— </w:t>
      </w:r>
      <w:r w:rsidR="005A3479">
        <w:t>Jamais</w:t>
      </w:r>
      <w:r>
        <w:t xml:space="preserve">, </w:t>
      </w:r>
      <w:r w:rsidR="005A3479">
        <w:t>murmura-t-elle</w:t>
      </w:r>
      <w:r>
        <w:t>.</w:t>
      </w:r>
    </w:p>
    <w:p w14:paraId="153BDD3D" w14:textId="77777777" w:rsidR="006F1ADB" w:rsidRDefault="005A3479" w:rsidP="005A3479">
      <w:r>
        <w:t>Ne comprenant pas toute sa pensée</w:t>
      </w:r>
      <w:r w:rsidR="006F1ADB">
        <w:t xml:space="preserve">, </w:t>
      </w:r>
      <w:r>
        <w:t>Jude accepta cette r</w:t>
      </w:r>
      <w:r>
        <w:t>é</w:t>
      </w:r>
      <w:r>
        <w:t>ponse sans s</w:t>
      </w:r>
      <w:r w:rsidR="006F1ADB">
        <w:t>’</w:t>
      </w:r>
      <w:r>
        <w:t>en tourmenter</w:t>
      </w:r>
      <w:r w:rsidR="006F1ADB">
        <w:t xml:space="preserve">. </w:t>
      </w:r>
      <w:r>
        <w:t>Plusieurs minutes s</w:t>
      </w:r>
      <w:r w:rsidR="006F1ADB">
        <w:t>’</w:t>
      </w:r>
      <w:r>
        <w:t>écoulèrent</w:t>
      </w:r>
      <w:r w:rsidR="006F1ADB">
        <w:t xml:space="preserve">, </w:t>
      </w:r>
      <w:r>
        <w:t>et il pensa qu</w:t>
      </w:r>
      <w:r w:rsidR="006F1ADB">
        <w:t>’</w:t>
      </w:r>
      <w:r>
        <w:t>elle s</w:t>
      </w:r>
      <w:r w:rsidR="006F1ADB">
        <w:t>’</w:t>
      </w:r>
      <w:r>
        <w:t>était endormie</w:t>
      </w:r>
      <w:r w:rsidR="006F1ADB">
        <w:t xml:space="preserve"> ; </w:t>
      </w:r>
      <w:r>
        <w:t>mais il lui parla doucement et trouva qu</w:t>
      </w:r>
      <w:r w:rsidR="006F1ADB">
        <w:t>’</w:t>
      </w:r>
      <w:r>
        <w:t>elle était restée pleinement éveillée</w:t>
      </w:r>
      <w:r w:rsidR="006F1ADB">
        <w:t xml:space="preserve">, </w:t>
      </w:r>
      <w:r>
        <w:t>tout le temps</w:t>
      </w:r>
      <w:r w:rsidR="006F1ADB">
        <w:t xml:space="preserve">. </w:t>
      </w:r>
      <w:r>
        <w:t>Elle se redressa et soupira</w:t>
      </w:r>
      <w:r w:rsidR="006F1ADB">
        <w:t>.</w:t>
      </w:r>
    </w:p>
    <w:p w14:paraId="715B9C8E" w14:textId="77777777" w:rsidR="006F1ADB" w:rsidRDefault="006F1ADB" w:rsidP="005A3479">
      <w:r>
        <w:t>— </w:t>
      </w:r>
      <w:r w:rsidR="005A3479">
        <w:t>Il y a un parfum</w:t>
      </w:r>
      <w:r>
        <w:t xml:space="preserve">, </w:t>
      </w:r>
      <w:r w:rsidR="005A3479">
        <w:t>une atmosphère étrange</w:t>
      </w:r>
      <w:r>
        <w:t xml:space="preserve">, </w:t>
      </w:r>
      <w:r w:rsidR="005A3479">
        <w:t>indéfinissable autour de nous</w:t>
      </w:r>
      <w:r>
        <w:t xml:space="preserve">, </w:t>
      </w:r>
      <w:r w:rsidR="005A3479">
        <w:t>ce soir</w:t>
      </w:r>
      <w:r>
        <w:t xml:space="preserve">, </w:t>
      </w:r>
      <w:r w:rsidR="005A3479">
        <w:t>Sue</w:t>
      </w:r>
      <w:r>
        <w:t xml:space="preserve">, </w:t>
      </w:r>
      <w:r w:rsidR="005A3479">
        <w:t>dit-il</w:t>
      </w:r>
      <w:r>
        <w:t xml:space="preserve">. </w:t>
      </w:r>
      <w:r w:rsidR="005A3479">
        <w:t>Je ne parle pas seulement au figuré</w:t>
      </w:r>
      <w:r>
        <w:t xml:space="preserve">, </w:t>
      </w:r>
      <w:r w:rsidR="005A3479">
        <w:t>mais d</w:t>
      </w:r>
      <w:r>
        <w:t>’</w:t>
      </w:r>
      <w:r w:rsidR="005A3479">
        <w:t>un parfum qui émane de vos habits</w:t>
      </w:r>
      <w:r>
        <w:t xml:space="preserve">. </w:t>
      </w:r>
      <w:r w:rsidR="005A3479">
        <w:t>Une espèce d</w:t>
      </w:r>
      <w:r>
        <w:t>’</w:t>
      </w:r>
      <w:r w:rsidR="005A3479">
        <w:t>odeur végétale qu</w:t>
      </w:r>
      <w:r>
        <w:t>’</w:t>
      </w:r>
      <w:r w:rsidR="005A3479">
        <w:t>il me semble connaître</w:t>
      </w:r>
      <w:r>
        <w:t xml:space="preserve">, </w:t>
      </w:r>
      <w:r w:rsidR="005A3479">
        <w:t>mais dont je ne puis me souvenir</w:t>
      </w:r>
      <w:r>
        <w:t>.</w:t>
      </w:r>
    </w:p>
    <w:p w14:paraId="1492DA83" w14:textId="77777777" w:rsidR="006F1ADB" w:rsidRDefault="006F1ADB" w:rsidP="005A3479">
      <w:r>
        <w:t>— </w:t>
      </w:r>
      <w:r w:rsidR="005A3479">
        <w:t>C</w:t>
      </w:r>
      <w:r>
        <w:t>’</w:t>
      </w:r>
      <w:r w:rsidR="005A3479">
        <w:t>est l</w:t>
      </w:r>
      <w:r>
        <w:t>’</w:t>
      </w:r>
      <w:r w:rsidR="005A3479">
        <w:t>encens</w:t>
      </w:r>
      <w:r>
        <w:t>.</w:t>
      </w:r>
    </w:p>
    <w:p w14:paraId="7B99FE1C" w14:textId="77777777" w:rsidR="006F1ADB" w:rsidRDefault="006F1ADB" w:rsidP="005A3479">
      <w:r>
        <w:t>— </w:t>
      </w:r>
      <w:r w:rsidR="005A3479">
        <w:t>L</w:t>
      </w:r>
      <w:r>
        <w:t>’</w:t>
      </w:r>
      <w:r w:rsidR="005A3479">
        <w:t>encens</w:t>
      </w:r>
      <w:r>
        <w:t> ?</w:t>
      </w:r>
    </w:p>
    <w:p w14:paraId="3C9F27C3" w14:textId="77777777" w:rsidR="006F1ADB" w:rsidRDefault="006F1ADB" w:rsidP="005A3479">
      <w:r>
        <w:t>— </w:t>
      </w:r>
      <w:r w:rsidR="005A3479">
        <w:t>J</w:t>
      </w:r>
      <w:r>
        <w:t>’</w:t>
      </w:r>
      <w:r w:rsidR="005A3479">
        <w:t>ai été au service à Saint-Silas</w:t>
      </w:r>
      <w:r>
        <w:t xml:space="preserve">, </w:t>
      </w:r>
      <w:r w:rsidR="005A3479">
        <w:t>et je me trouvais dans la vapeur de l</w:t>
      </w:r>
      <w:r>
        <w:t>’</w:t>
      </w:r>
      <w:r w:rsidR="005A3479">
        <w:t>encens</w:t>
      </w:r>
      <w:r>
        <w:t>.</w:t>
      </w:r>
    </w:p>
    <w:p w14:paraId="69F02CFA" w14:textId="77777777" w:rsidR="006F1ADB" w:rsidRDefault="006F1ADB" w:rsidP="005A3479">
      <w:r>
        <w:t>— </w:t>
      </w:r>
      <w:r w:rsidR="005A3479">
        <w:t>Oh</w:t>
      </w:r>
      <w:r>
        <w:t xml:space="preserve"> ! </w:t>
      </w:r>
      <w:r w:rsidR="005A3479">
        <w:t>À Saint-Silas</w:t>
      </w:r>
      <w:r>
        <w:t> ?</w:t>
      </w:r>
    </w:p>
    <w:p w14:paraId="47B7916B" w14:textId="77777777" w:rsidR="006F1ADB" w:rsidRDefault="006F1ADB" w:rsidP="005A3479">
      <w:r>
        <w:t>— </w:t>
      </w:r>
      <w:r w:rsidR="005A3479">
        <w:t>Oui</w:t>
      </w:r>
      <w:r>
        <w:t xml:space="preserve">. </w:t>
      </w:r>
      <w:r w:rsidR="005A3479">
        <w:t>J</w:t>
      </w:r>
      <w:r>
        <w:t>’</w:t>
      </w:r>
      <w:r w:rsidR="005A3479">
        <w:t>y vais quelquefois</w:t>
      </w:r>
      <w:r>
        <w:t>.</w:t>
      </w:r>
    </w:p>
    <w:p w14:paraId="4251AB70" w14:textId="77777777" w:rsidR="006F1ADB" w:rsidRDefault="006F1ADB" w:rsidP="005A3479">
      <w:r>
        <w:t>— </w:t>
      </w:r>
      <w:r w:rsidR="005A3479">
        <w:t>Vraiment</w:t>
      </w:r>
      <w:r>
        <w:t xml:space="preserve">, </w:t>
      </w:r>
      <w:r w:rsidR="005A3479">
        <w:t>vous y allez</w:t>
      </w:r>
      <w:r>
        <w:t> ?</w:t>
      </w:r>
    </w:p>
    <w:p w14:paraId="4A94A924" w14:textId="77777777" w:rsidR="006F1ADB" w:rsidRDefault="006F1ADB" w:rsidP="005A3479">
      <w:r>
        <w:t>— </w:t>
      </w:r>
      <w:r w:rsidR="005A3479">
        <w:t>Voyez</w:t>
      </w:r>
      <w:r>
        <w:t xml:space="preserve">, </w:t>
      </w:r>
      <w:r w:rsidR="005A3479">
        <w:t>Jude</w:t>
      </w:r>
      <w:r>
        <w:t xml:space="preserve">, </w:t>
      </w:r>
      <w:proofErr w:type="gramStart"/>
      <w:r w:rsidR="005A3479">
        <w:t>c</w:t>
      </w:r>
      <w:r>
        <w:t>’</w:t>
      </w:r>
      <w:r w:rsidR="005A3479">
        <w:t>est</w:t>
      </w:r>
      <w:proofErr w:type="gramEnd"/>
      <w:r w:rsidR="005A3479">
        <w:t xml:space="preserve"> seulement les matins</w:t>
      </w:r>
      <w:r>
        <w:t xml:space="preserve">, </w:t>
      </w:r>
      <w:r w:rsidR="005A3479">
        <w:t>dans la semaine</w:t>
      </w:r>
      <w:r>
        <w:t xml:space="preserve">, </w:t>
      </w:r>
      <w:r w:rsidR="005A3479">
        <w:t>quand vous êtes au travail et que je pense à</w:t>
      </w:r>
      <w:r>
        <w:t xml:space="preserve">… </w:t>
      </w:r>
      <w:r w:rsidR="005A3479">
        <w:t>à mes</w:t>
      </w:r>
      <w:r>
        <w:t>… (</w:t>
      </w:r>
      <w:r w:rsidR="005A3479">
        <w:t>Elle s</w:t>
      </w:r>
      <w:r>
        <w:t>’</w:t>
      </w:r>
      <w:r w:rsidR="005A3479">
        <w:t>arrêta jusqu</w:t>
      </w:r>
      <w:r>
        <w:t>’</w:t>
      </w:r>
      <w:r w:rsidR="005A3479">
        <w:t>à ce qu</w:t>
      </w:r>
      <w:r>
        <w:t>’</w:t>
      </w:r>
      <w:r w:rsidR="005A3479">
        <w:t>elle pût vaincre la contraction de sa gorge</w:t>
      </w:r>
      <w:r>
        <w:t xml:space="preserve">) </w:t>
      </w:r>
      <w:r w:rsidR="005A3479">
        <w:t>et j</w:t>
      </w:r>
      <w:r>
        <w:t>’</w:t>
      </w:r>
      <w:r w:rsidR="005A3479">
        <w:t>ai pris l</w:t>
      </w:r>
      <w:r>
        <w:t>’</w:t>
      </w:r>
      <w:r w:rsidR="005A3479">
        <w:t>habitude d</w:t>
      </w:r>
      <w:r>
        <w:t>’</w:t>
      </w:r>
      <w:r w:rsidR="005A3479">
        <w:t>aller là</w:t>
      </w:r>
      <w:r>
        <w:t xml:space="preserve">… </w:t>
      </w:r>
      <w:r w:rsidR="005A3479">
        <w:t>C</w:t>
      </w:r>
      <w:r>
        <w:t>’</w:t>
      </w:r>
      <w:r w:rsidR="005A3479">
        <w:t>est si près</w:t>
      </w:r>
      <w:r>
        <w:t>.</w:t>
      </w:r>
    </w:p>
    <w:p w14:paraId="0D0959F8" w14:textId="77777777" w:rsidR="006F1ADB" w:rsidRDefault="006F1ADB" w:rsidP="005A3479">
      <w:r>
        <w:lastRenderedPageBreak/>
        <w:t>— </w:t>
      </w:r>
      <w:r w:rsidR="005A3479">
        <w:t>Très bien</w:t>
      </w:r>
      <w:r>
        <w:t xml:space="preserve">… </w:t>
      </w:r>
      <w:r w:rsidR="005A3479">
        <w:t>Naturellement je n</w:t>
      </w:r>
      <w:r>
        <w:t>’</w:t>
      </w:r>
      <w:r w:rsidR="005A3479">
        <w:t>ai rien à dire contre cela</w:t>
      </w:r>
      <w:r>
        <w:t xml:space="preserve">. </w:t>
      </w:r>
      <w:r w:rsidR="005A3479">
        <w:t>Seulement</w:t>
      </w:r>
      <w:r>
        <w:t xml:space="preserve">, </w:t>
      </w:r>
      <w:r w:rsidR="005A3479">
        <w:t>c</w:t>
      </w:r>
      <w:r>
        <w:t>’</w:t>
      </w:r>
      <w:r w:rsidR="005A3479">
        <w:t>est bizarre de votre part</w:t>
      </w:r>
      <w:r>
        <w:t xml:space="preserve">. </w:t>
      </w:r>
      <w:r w:rsidR="005A3479">
        <w:t>Les fidèles ne savent pas quelle espèce de diable est parmi eux</w:t>
      </w:r>
      <w:r>
        <w:t>.</w:t>
      </w:r>
    </w:p>
    <w:p w14:paraId="6CC0C0B8" w14:textId="77777777" w:rsidR="006F1ADB" w:rsidRDefault="006F1ADB" w:rsidP="005A3479">
      <w:r>
        <w:t>— </w:t>
      </w:r>
      <w:r w:rsidR="005A3479">
        <w:t>Que voulez-vous dire</w:t>
      </w:r>
      <w:r>
        <w:t xml:space="preserve">, </w:t>
      </w:r>
      <w:r w:rsidR="005A3479">
        <w:t>Jude</w:t>
      </w:r>
      <w:r>
        <w:t> ?</w:t>
      </w:r>
    </w:p>
    <w:p w14:paraId="6BC99250" w14:textId="77777777" w:rsidR="006F1ADB" w:rsidRDefault="006F1ADB" w:rsidP="005A3479">
      <w:r>
        <w:t>— </w:t>
      </w:r>
      <w:r w:rsidR="005A3479">
        <w:t>Eh bien</w:t>
      </w:r>
      <w:r>
        <w:t xml:space="preserve">… </w:t>
      </w:r>
      <w:r w:rsidR="005A3479">
        <w:t>une sceptique</w:t>
      </w:r>
      <w:r>
        <w:t xml:space="preserve">, </w:t>
      </w:r>
      <w:r w:rsidR="005A3479">
        <w:t>pour être clair</w:t>
      </w:r>
      <w:r>
        <w:t>.</w:t>
      </w:r>
    </w:p>
    <w:p w14:paraId="07DDB801" w14:textId="77777777" w:rsidR="006F1ADB" w:rsidRDefault="006F1ADB" w:rsidP="005A3479">
      <w:r>
        <w:t>— </w:t>
      </w:r>
      <w:r w:rsidR="005A3479">
        <w:t>Comment pouvez-vous m</w:t>
      </w:r>
      <w:r>
        <w:t>’</w:t>
      </w:r>
      <w:r w:rsidR="005A3479">
        <w:t>affliger ainsi</w:t>
      </w:r>
      <w:r>
        <w:t xml:space="preserve">, </w:t>
      </w:r>
      <w:r w:rsidR="005A3479">
        <w:t>cher Jude</w:t>
      </w:r>
      <w:r>
        <w:t xml:space="preserve">, </w:t>
      </w:r>
      <w:r w:rsidR="005A3479">
        <w:t>dans mon chagrin</w:t>
      </w:r>
      <w:r>
        <w:t xml:space="preserve"> ? </w:t>
      </w:r>
      <w:r w:rsidR="005A3479">
        <w:t>Pourtant</w:t>
      </w:r>
      <w:r>
        <w:t xml:space="preserve">, </w:t>
      </w:r>
      <w:r w:rsidR="005A3479">
        <w:t>je sais que telle n</w:t>
      </w:r>
      <w:r>
        <w:t>’</w:t>
      </w:r>
      <w:r w:rsidR="005A3479">
        <w:t>était pas votre inte</w:t>
      </w:r>
      <w:r w:rsidR="005A3479">
        <w:t>n</w:t>
      </w:r>
      <w:r w:rsidR="005A3479">
        <w:t>tion</w:t>
      </w:r>
      <w:r>
        <w:t xml:space="preserve">. </w:t>
      </w:r>
      <w:r w:rsidR="005A3479">
        <w:t>Mais vous n</w:t>
      </w:r>
      <w:r>
        <w:t>’</w:t>
      </w:r>
      <w:r w:rsidR="005A3479">
        <w:t>auriez pas dû dire cela</w:t>
      </w:r>
      <w:r>
        <w:t>.</w:t>
      </w:r>
    </w:p>
    <w:p w14:paraId="7D48F348" w14:textId="77777777" w:rsidR="006F1ADB" w:rsidRDefault="006F1ADB" w:rsidP="005A3479">
      <w:r>
        <w:t>— </w:t>
      </w:r>
      <w:r w:rsidR="005A3479">
        <w:t>Je n</w:t>
      </w:r>
      <w:r>
        <w:t>’</w:t>
      </w:r>
      <w:r w:rsidR="005A3479">
        <w:t>ai pas cette habitude</w:t>
      </w:r>
      <w:r>
        <w:t xml:space="preserve">, </w:t>
      </w:r>
      <w:r w:rsidR="005A3479">
        <w:t>mais je suis grandement su</w:t>
      </w:r>
      <w:r w:rsidR="005A3479">
        <w:t>r</w:t>
      </w:r>
      <w:r w:rsidR="005A3479">
        <w:t>pris</w:t>
      </w:r>
      <w:r>
        <w:t>.</w:t>
      </w:r>
    </w:p>
    <w:p w14:paraId="01EA2247" w14:textId="77777777" w:rsidR="006F1ADB" w:rsidRDefault="006F1ADB" w:rsidP="005A3479">
      <w:r>
        <w:t>— </w:t>
      </w:r>
      <w:r w:rsidR="005A3479">
        <w:t>Eh bien</w:t>
      </w:r>
      <w:r>
        <w:t xml:space="preserve">, </w:t>
      </w:r>
      <w:r w:rsidR="005A3479">
        <w:t>je dois vous dire encore autre chose</w:t>
      </w:r>
      <w:r>
        <w:t xml:space="preserve">, </w:t>
      </w:r>
      <w:r w:rsidR="005A3479">
        <w:t>Jude</w:t>
      </w:r>
      <w:r>
        <w:t xml:space="preserve">. </w:t>
      </w:r>
      <w:r w:rsidR="005A3479">
        <w:t>Vous ne vous fâcherez pas</w:t>
      </w:r>
      <w:r>
        <w:t xml:space="preserve">, </w:t>
      </w:r>
      <w:r w:rsidR="005A3479">
        <w:t>dites</w:t>
      </w:r>
      <w:r>
        <w:t xml:space="preserve"> ? </w:t>
      </w:r>
      <w:r w:rsidR="005A3479">
        <w:t>J</w:t>
      </w:r>
      <w:r>
        <w:t>’</w:t>
      </w:r>
      <w:r w:rsidR="005A3479">
        <w:t>y ai beaucoup pensé depuis la mort de mes petits</w:t>
      </w:r>
      <w:r>
        <w:t xml:space="preserve">. </w:t>
      </w:r>
      <w:r w:rsidR="005A3479">
        <w:t>Je ne crois pas que je doive être votre femme ou vivre avec vous comme votre femme plus longtemps</w:t>
      </w:r>
      <w:r>
        <w:t>.</w:t>
      </w:r>
    </w:p>
    <w:p w14:paraId="24506B66" w14:textId="77777777" w:rsidR="006F1ADB" w:rsidRDefault="006F1ADB" w:rsidP="005A3479">
      <w:r>
        <w:t>— </w:t>
      </w:r>
      <w:r w:rsidR="005A3479">
        <w:t>Quoi</w:t>
      </w:r>
      <w:r>
        <w:t xml:space="preserve"> ?… </w:t>
      </w:r>
      <w:r w:rsidR="005A3479">
        <w:t>Mais vous êtes ma femme</w:t>
      </w:r>
      <w:r>
        <w:t> !</w:t>
      </w:r>
    </w:p>
    <w:p w14:paraId="52CE2277" w14:textId="77777777" w:rsidR="006F1ADB" w:rsidRDefault="006F1ADB" w:rsidP="005A3479">
      <w:r>
        <w:t>— </w:t>
      </w:r>
      <w:r w:rsidR="005A3479">
        <w:t>À votre point de vue</w:t>
      </w:r>
      <w:r>
        <w:t xml:space="preserve">… </w:t>
      </w:r>
      <w:r w:rsidR="005A3479">
        <w:t>mais</w:t>
      </w:r>
      <w:r>
        <w:t>…</w:t>
      </w:r>
    </w:p>
    <w:p w14:paraId="15EAD4A7" w14:textId="77777777" w:rsidR="006F1ADB" w:rsidRDefault="006F1ADB" w:rsidP="005A3479">
      <w:r>
        <w:t>— </w:t>
      </w:r>
      <w:r w:rsidR="005A3479">
        <w:t>Naturellement</w:t>
      </w:r>
      <w:r>
        <w:t xml:space="preserve">, </w:t>
      </w:r>
      <w:r w:rsidR="005A3479">
        <w:t>la cérémonie nous effrayait et bien des gens à notre place eussent été effrayés aussi</w:t>
      </w:r>
      <w:r>
        <w:t xml:space="preserve">, </w:t>
      </w:r>
      <w:r w:rsidR="005A3479">
        <w:t>avec d</w:t>
      </w:r>
      <w:r>
        <w:t>’</w:t>
      </w:r>
      <w:r w:rsidR="005A3479">
        <w:t>aussi fortes raisons de craindre</w:t>
      </w:r>
      <w:r>
        <w:t xml:space="preserve">. </w:t>
      </w:r>
      <w:r w:rsidR="005A3479">
        <w:t>Mais l</w:t>
      </w:r>
      <w:r>
        <w:t>’</w:t>
      </w:r>
      <w:r w:rsidR="005A3479">
        <w:t>expérience a prouvé combien nous nous étions mal jugés nous-mêmes</w:t>
      </w:r>
      <w:r>
        <w:t xml:space="preserve">, </w:t>
      </w:r>
      <w:r w:rsidR="005A3479">
        <w:t>et combien nous avions exagéré nos incapacités</w:t>
      </w:r>
      <w:r>
        <w:t xml:space="preserve">. </w:t>
      </w:r>
      <w:r w:rsidR="005A3479">
        <w:t>Si vous commencez à respecter les c</w:t>
      </w:r>
      <w:r w:rsidR="005A3479">
        <w:t>é</w:t>
      </w:r>
      <w:r w:rsidR="005A3479">
        <w:t>rémonies et les rites</w:t>
      </w:r>
      <w:r>
        <w:t xml:space="preserve">, </w:t>
      </w:r>
      <w:r w:rsidR="005A3479">
        <w:t>comme il paraît</w:t>
      </w:r>
      <w:r>
        <w:t xml:space="preserve">, </w:t>
      </w:r>
      <w:r w:rsidR="005A3479">
        <w:t>je m</w:t>
      </w:r>
      <w:r>
        <w:t>’</w:t>
      </w:r>
      <w:r w:rsidR="005A3479">
        <w:t>étonne que vous n</w:t>
      </w:r>
      <w:r>
        <w:t>’</w:t>
      </w:r>
      <w:r w:rsidR="005A3479">
        <w:t>ordonniez pas d</w:t>
      </w:r>
      <w:r>
        <w:t>’</w:t>
      </w:r>
      <w:r w:rsidR="005A3479">
        <w:t>achever l</w:t>
      </w:r>
      <w:r>
        <w:t>’</w:t>
      </w:r>
      <w:r w:rsidR="005A3479">
        <w:t>affaire</w:t>
      </w:r>
      <w:r>
        <w:t xml:space="preserve">, </w:t>
      </w:r>
      <w:r w:rsidR="005A3479">
        <w:t>immédiatement</w:t>
      </w:r>
      <w:r>
        <w:t xml:space="preserve">. </w:t>
      </w:r>
      <w:r w:rsidR="005A3479">
        <w:t>Vous êtes certainement ma femme</w:t>
      </w:r>
      <w:r>
        <w:t xml:space="preserve">, </w:t>
      </w:r>
      <w:r w:rsidR="005A3479">
        <w:t>Sue</w:t>
      </w:r>
      <w:r>
        <w:t xml:space="preserve">, </w:t>
      </w:r>
      <w:r w:rsidR="005A3479">
        <w:t>de toutes façons</w:t>
      </w:r>
      <w:r>
        <w:t xml:space="preserve">, </w:t>
      </w:r>
      <w:r w:rsidR="005A3479">
        <w:t>sauf par la loi</w:t>
      </w:r>
      <w:r>
        <w:t xml:space="preserve">. </w:t>
      </w:r>
      <w:r w:rsidR="005A3479">
        <w:t>Est-ce là ce que vous vouliez dire</w:t>
      </w:r>
      <w:r>
        <w:t> ?</w:t>
      </w:r>
    </w:p>
    <w:p w14:paraId="50C04931" w14:textId="77777777" w:rsidR="006F1ADB" w:rsidRDefault="006F1ADB" w:rsidP="005A3479">
      <w:r>
        <w:t>— </w:t>
      </w:r>
      <w:r w:rsidR="005A3479">
        <w:t>Je ne crois pas être votre femme</w:t>
      </w:r>
      <w:r>
        <w:t>.</w:t>
      </w:r>
    </w:p>
    <w:p w14:paraId="44D900AA" w14:textId="77777777" w:rsidR="006F1ADB" w:rsidRDefault="006F1ADB" w:rsidP="005A3479">
      <w:r>
        <w:lastRenderedPageBreak/>
        <w:t>— </w:t>
      </w:r>
      <w:r w:rsidR="005A3479">
        <w:t>Non</w:t>
      </w:r>
      <w:r>
        <w:t xml:space="preserve"> ? </w:t>
      </w:r>
      <w:r w:rsidR="005A3479">
        <w:t>Mais supposez que nous ayons terminé la cérém</w:t>
      </w:r>
      <w:r w:rsidR="005A3479">
        <w:t>o</w:t>
      </w:r>
      <w:r w:rsidR="005A3479">
        <w:t>nie</w:t>
      </w:r>
      <w:r>
        <w:t xml:space="preserve">. </w:t>
      </w:r>
      <w:r w:rsidR="005A3479">
        <w:t>Sentiriez-vous alors que vous l</w:t>
      </w:r>
      <w:r>
        <w:t>’</w:t>
      </w:r>
      <w:r w:rsidR="005A3479">
        <w:t>êtes</w:t>
      </w:r>
      <w:r>
        <w:t> ?</w:t>
      </w:r>
    </w:p>
    <w:p w14:paraId="6ADCF099" w14:textId="77777777" w:rsidR="006F1ADB" w:rsidRDefault="006F1ADB" w:rsidP="005A3479">
      <w:r>
        <w:t>— </w:t>
      </w:r>
      <w:r w:rsidR="005A3479">
        <w:t>Non</w:t>
      </w:r>
      <w:r>
        <w:t xml:space="preserve">, </w:t>
      </w:r>
      <w:r w:rsidR="005A3479">
        <w:t>je ne l</w:t>
      </w:r>
      <w:r>
        <w:t>’</w:t>
      </w:r>
      <w:r w:rsidR="005A3479">
        <w:t>aurais pas senti et je me trouverais plus co</w:t>
      </w:r>
      <w:r w:rsidR="005A3479">
        <w:t>u</w:t>
      </w:r>
      <w:r w:rsidR="005A3479">
        <w:t>pable que je ne le fais maintenant</w:t>
      </w:r>
      <w:r>
        <w:t>.</w:t>
      </w:r>
    </w:p>
    <w:p w14:paraId="5EA75571" w14:textId="77777777" w:rsidR="006F1ADB" w:rsidRDefault="006F1ADB" w:rsidP="005A3479">
      <w:r>
        <w:t>— </w:t>
      </w:r>
      <w:r w:rsidR="005A3479">
        <w:t>Pourquoi</w:t>
      </w:r>
      <w:r>
        <w:t> ?</w:t>
      </w:r>
    </w:p>
    <w:p w14:paraId="27BC3707" w14:textId="77777777" w:rsidR="006F1ADB" w:rsidRDefault="006F1ADB" w:rsidP="005A3479">
      <w:r>
        <w:t>— </w:t>
      </w:r>
      <w:r w:rsidR="005A3479">
        <w:t>Parce que je suis à Richard</w:t>
      </w:r>
      <w:r>
        <w:t>.</w:t>
      </w:r>
    </w:p>
    <w:p w14:paraId="2B950D7B" w14:textId="77777777" w:rsidR="006F1ADB" w:rsidRDefault="006F1ADB" w:rsidP="005A3479">
      <w:r>
        <w:t>— </w:t>
      </w:r>
      <w:r w:rsidR="005A3479">
        <w:t>Ah</w:t>
      </w:r>
      <w:r>
        <w:t xml:space="preserve"> ! </w:t>
      </w:r>
      <w:r w:rsidR="005A3479">
        <w:t>vous m</w:t>
      </w:r>
      <w:r>
        <w:t>’</w:t>
      </w:r>
      <w:r w:rsidR="005A3479">
        <w:t>avez exprimé déjà cette idée absurde</w:t>
      </w:r>
      <w:r>
        <w:t>…</w:t>
      </w:r>
    </w:p>
    <w:p w14:paraId="0B33B861" w14:textId="77777777" w:rsidR="006F1ADB" w:rsidRDefault="006F1ADB" w:rsidP="005A3479">
      <w:r>
        <w:t>— </w:t>
      </w:r>
      <w:r w:rsidR="005A3479">
        <w:t>C</w:t>
      </w:r>
      <w:r>
        <w:t>’</w:t>
      </w:r>
      <w:r w:rsidR="005A3479">
        <w:t>était seulement une impression alors</w:t>
      </w:r>
      <w:r>
        <w:t xml:space="preserve">. </w:t>
      </w:r>
      <w:r w:rsidR="005A3479">
        <w:t>Je me sens de plus en plus convaincue avec le temps</w:t>
      </w:r>
      <w:r>
        <w:t xml:space="preserve">… </w:t>
      </w:r>
      <w:r w:rsidR="005A3479">
        <w:t>Je lui appartiens</w:t>
      </w:r>
      <w:r>
        <w:t xml:space="preserve">, </w:t>
      </w:r>
      <w:r w:rsidR="005A3479">
        <w:t>à lui ou à personne</w:t>
      </w:r>
      <w:r>
        <w:t>.</w:t>
      </w:r>
    </w:p>
    <w:p w14:paraId="41968015" w14:textId="77777777" w:rsidR="006F1ADB" w:rsidRDefault="006F1ADB" w:rsidP="005A3479">
      <w:r>
        <w:t>— </w:t>
      </w:r>
      <w:r w:rsidR="005A3479">
        <w:t>Ciel</w:t>
      </w:r>
      <w:r>
        <w:t xml:space="preserve"> ! </w:t>
      </w:r>
      <w:r w:rsidR="005A3479">
        <w:t>Que tout a changé</w:t>
      </w:r>
      <w:r>
        <w:t> !</w:t>
      </w:r>
    </w:p>
    <w:p w14:paraId="6CFF9E6B" w14:textId="77777777" w:rsidR="006F1ADB" w:rsidRDefault="006F1ADB" w:rsidP="005A3479">
      <w:r>
        <w:t>— </w:t>
      </w:r>
      <w:r w:rsidR="005A3479">
        <w:t>Oui</w:t>
      </w:r>
      <w:r>
        <w:t xml:space="preserve">. </w:t>
      </w:r>
      <w:r w:rsidR="005A3479">
        <w:t>Peut-être</w:t>
      </w:r>
      <w:r>
        <w:t>.</w:t>
      </w:r>
    </w:p>
    <w:p w14:paraId="6D7CB500" w14:textId="77777777" w:rsidR="006F1ADB" w:rsidRDefault="005A3479" w:rsidP="005A3479">
      <w:r>
        <w:t>Peu de jours après</w:t>
      </w:r>
      <w:r w:rsidR="006F1ADB">
        <w:t xml:space="preserve">, </w:t>
      </w:r>
      <w:r>
        <w:t>dans le crépuscule du soir d</w:t>
      </w:r>
      <w:r w:rsidR="006F1ADB">
        <w:t>’</w:t>
      </w:r>
      <w:r>
        <w:t>été ils étaient assis dans la même petite pièce</w:t>
      </w:r>
      <w:r w:rsidR="006F1ADB">
        <w:t xml:space="preserve">, </w:t>
      </w:r>
      <w:r>
        <w:t>au rez-de-chaussée</w:t>
      </w:r>
      <w:r w:rsidR="006F1ADB">
        <w:t xml:space="preserve">, </w:t>
      </w:r>
      <w:r>
        <w:t>quand un coup retentit à la porte du charpentier qui les logeait</w:t>
      </w:r>
      <w:r w:rsidR="006F1ADB">
        <w:t xml:space="preserve">, </w:t>
      </w:r>
      <w:r>
        <w:t>et un moment après on frappa légèrement à la porte de leur chambre</w:t>
      </w:r>
      <w:r w:rsidR="006F1ADB">
        <w:t xml:space="preserve">. </w:t>
      </w:r>
      <w:r>
        <w:t>Avant qu</w:t>
      </w:r>
      <w:r w:rsidR="006F1ADB">
        <w:t>’</w:t>
      </w:r>
      <w:r>
        <w:t>ils eussent pu ouvrir</w:t>
      </w:r>
      <w:r w:rsidR="006F1ADB">
        <w:t xml:space="preserve">, </w:t>
      </w:r>
      <w:r>
        <w:t>une forme de femme apparut</w:t>
      </w:r>
      <w:r w:rsidR="006F1ADB">
        <w:t>.</w:t>
      </w:r>
    </w:p>
    <w:p w14:paraId="6B70923A" w14:textId="26D7D231" w:rsidR="006F1ADB" w:rsidRDefault="006F1ADB" w:rsidP="005A3479">
      <w:r>
        <w:t>— M. </w:t>
      </w:r>
      <w:r w:rsidR="005A3479">
        <w:t>Fawley est-il ici</w:t>
      </w:r>
      <w:r>
        <w:t> ?</w:t>
      </w:r>
    </w:p>
    <w:p w14:paraId="0B5D8CF1" w14:textId="77777777" w:rsidR="006F1ADB" w:rsidRDefault="005A3479" w:rsidP="005A3479">
      <w:r>
        <w:t>Jude et Sue tressaillirent</w:t>
      </w:r>
      <w:r w:rsidR="006F1ADB">
        <w:t xml:space="preserve">, </w:t>
      </w:r>
      <w:r>
        <w:t>pendant qu</w:t>
      </w:r>
      <w:r w:rsidR="006F1ADB">
        <w:t>’</w:t>
      </w:r>
      <w:r>
        <w:t>il prononçait mach</w:t>
      </w:r>
      <w:r>
        <w:t>i</w:t>
      </w:r>
      <w:r>
        <w:t>nalement une réponse affirmative</w:t>
      </w:r>
      <w:r w:rsidR="006F1ADB">
        <w:t xml:space="preserve">… </w:t>
      </w:r>
      <w:r>
        <w:t>La voix était celle d</w:t>
      </w:r>
      <w:r w:rsidR="006F1ADB">
        <w:t>’</w:t>
      </w:r>
      <w:proofErr w:type="spellStart"/>
      <w:r>
        <w:t>Arabella</w:t>
      </w:r>
      <w:proofErr w:type="spellEnd"/>
      <w:r w:rsidR="006F1ADB">
        <w:t>.</w:t>
      </w:r>
    </w:p>
    <w:p w14:paraId="2C5F4E8D" w14:textId="77777777" w:rsidR="006F1ADB" w:rsidRDefault="005A3479" w:rsidP="005A3479">
      <w:r>
        <w:t>Tous trois essayèrent une pénible conversation à propos du drame</w:t>
      </w:r>
      <w:r w:rsidR="006F1ADB">
        <w:t xml:space="preserve">. </w:t>
      </w:r>
      <w:r>
        <w:t>Jude s</w:t>
      </w:r>
      <w:r w:rsidR="006F1ADB">
        <w:t>’</w:t>
      </w:r>
      <w:r>
        <w:t>était fait un devoir d</w:t>
      </w:r>
      <w:r w:rsidR="006F1ADB">
        <w:t>’</w:t>
      </w:r>
      <w:r>
        <w:t xml:space="preserve">avertir </w:t>
      </w:r>
      <w:proofErr w:type="spellStart"/>
      <w:r>
        <w:t>Arabella</w:t>
      </w:r>
      <w:proofErr w:type="spellEnd"/>
      <w:r>
        <w:t xml:space="preserve"> immédiat</w:t>
      </w:r>
      <w:r>
        <w:t>e</w:t>
      </w:r>
      <w:r>
        <w:t>ment</w:t>
      </w:r>
      <w:r w:rsidR="006F1ADB">
        <w:t xml:space="preserve"> ; </w:t>
      </w:r>
      <w:r>
        <w:t>elle n</w:t>
      </w:r>
      <w:r w:rsidR="006F1ADB">
        <w:t>’</w:t>
      </w:r>
      <w:r>
        <w:t>avait jamais répondu à sa lettre</w:t>
      </w:r>
      <w:r w:rsidR="006F1ADB">
        <w:t>.</w:t>
      </w:r>
    </w:p>
    <w:p w14:paraId="65E01252" w14:textId="77777777" w:rsidR="006F1ADB" w:rsidRDefault="006F1ADB" w:rsidP="005A3479">
      <w:r>
        <w:lastRenderedPageBreak/>
        <w:t>— </w:t>
      </w:r>
      <w:r w:rsidR="005A3479">
        <w:t>Je reviens justement du cimetière</w:t>
      </w:r>
      <w:r>
        <w:t xml:space="preserve">, </w:t>
      </w:r>
      <w:r w:rsidR="005A3479">
        <w:t>dit-elle</w:t>
      </w:r>
      <w:r>
        <w:t xml:space="preserve">. </w:t>
      </w:r>
      <w:r w:rsidR="005A3479">
        <w:t>J</w:t>
      </w:r>
      <w:r>
        <w:t>’</w:t>
      </w:r>
      <w:r w:rsidR="005A3479">
        <w:t>ai cherché et trouvé la tombe de l</w:t>
      </w:r>
      <w:r>
        <w:t>’</w:t>
      </w:r>
      <w:r w:rsidR="005A3479">
        <w:t>enfant</w:t>
      </w:r>
      <w:r>
        <w:t xml:space="preserve">. </w:t>
      </w:r>
      <w:r w:rsidR="005A3479">
        <w:t>Je n</w:t>
      </w:r>
      <w:r>
        <w:t>’</w:t>
      </w:r>
      <w:r w:rsidR="005A3479">
        <w:t>ai pu assister aux funérailles</w:t>
      </w:r>
      <w:r>
        <w:t xml:space="preserve">. </w:t>
      </w:r>
      <w:r w:rsidR="005A3479">
        <w:t>Merci tout de même de m</w:t>
      </w:r>
      <w:r>
        <w:t>’</w:t>
      </w:r>
      <w:r w:rsidR="005A3479">
        <w:t>y avoir invitée</w:t>
      </w:r>
      <w:r>
        <w:t xml:space="preserve">. </w:t>
      </w:r>
      <w:r w:rsidR="005A3479">
        <w:t>J</w:t>
      </w:r>
      <w:r>
        <w:t>’</w:t>
      </w:r>
      <w:r w:rsidR="005A3479">
        <w:t>ai tout lu sur les journaux et j</w:t>
      </w:r>
      <w:r>
        <w:t>’</w:t>
      </w:r>
      <w:r w:rsidR="005A3479">
        <w:t>ai senti que l</w:t>
      </w:r>
      <w:r>
        <w:t>’</w:t>
      </w:r>
      <w:r w:rsidR="005A3479">
        <w:t>on n</w:t>
      </w:r>
      <w:r>
        <w:t>’</w:t>
      </w:r>
      <w:r w:rsidR="005A3479">
        <w:t>avait pas besoin de moi</w:t>
      </w:r>
      <w:r>
        <w:t xml:space="preserve">… </w:t>
      </w:r>
      <w:r w:rsidR="005A3479">
        <w:t>Je suis heureuse d</w:t>
      </w:r>
      <w:r>
        <w:t>’</w:t>
      </w:r>
      <w:r w:rsidR="005A3479">
        <w:t>avoir trouvé la tombe</w:t>
      </w:r>
      <w:r>
        <w:t xml:space="preserve">… </w:t>
      </w:r>
      <w:r w:rsidR="005A3479">
        <w:t>Comme c</w:t>
      </w:r>
      <w:r>
        <w:t>’</w:t>
      </w:r>
      <w:r w:rsidR="005A3479">
        <w:t>est votre métier</w:t>
      </w:r>
      <w:r>
        <w:t xml:space="preserve">, </w:t>
      </w:r>
      <w:r w:rsidR="005A3479">
        <w:t>Jude</w:t>
      </w:r>
      <w:r>
        <w:t xml:space="preserve">, </w:t>
      </w:r>
      <w:r w:rsidR="005A3479">
        <w:t>vous pourrez bien leur mettre une pierre funéraire</w:t>
      </w:r>
      <w:r>
        <w:t>.</w:t>
      </w:r>
    </w:p>
    <w:p w14:paraId="0976CB38" w14:textId="77777777" w:rsidR="006F1ADB" w:rsidRDefault="006F1ADB" w:rsidP="005A3479">
      <w:r>
        <w:t>— </w:t>
      </w:r>
      <w:r w:rsidR="005A3479">
        <w:t>Je taillerai une pierre</w:t>
      </w:r>
      <w:r>
        <w:t xml:space="preserve">, </w:t>
      </w:r>
      <w:r w:rsidR="005A3479">
        <w:t>dit-il tristement</w:t>
      </w:r>
      <w:r>
        <w:t>.</w:t>
      </w:r>
    </w:p>
    <w:p w14:paraId="2D01C9D4" w14:textId="77777777" w:rsidR="006F1ADB" w:rsidRDefault="006F1ADB" w:rsidP="005A3479">
      <w:r>
        <w:t>— </w:t>
      </w:r>
      <w:r w:rsidR="005A3479">
        <w:t>Il était mon enfant et</w:t>
      </w:r>
      <w:r>
        <w:t xml:space="preserve">, </w:t>
      </w:r>
      <w:r w:rsidR="005A3479">
        <w:t>naturellement</w:t>
      </w:r>
      <w:r>
        <w:t xml:space="preserve">, </w:t>
      </w:r>
      <w:r w:rsidR="005A3479">
        <w:t>je suis affligée</w:t>
      </w:r>
      <w:r>
        <w:t>.</w:t>
      </w:r>
    </w:p>
    <w:p w14:paraId="38667CF2" w14:textId="77777777" w:rsidR="006F1ADB" w:rsidRDefault="006F1ADB" w:rsidP="005A3479">
      <w:r>
        <w:t>— </w:t>
      </w:r>
      <w:r w:rsidR="005A3479">
        <w:t>Je l</w:t>
      </w:r>
      <w:r>
        <w:t>’</w:t>
      </w:r>
      <w:r w:rsidR="005A3479">
        <w:t>espère bien</w:t>
      </w:r>
      <w:r>
        <w:t xml:space="preserve">. </w:t>
      </w:r>
      <w:r w:rsidR="005A3479">
        <w:t>Nous aussi</w:t>
      </w:r>
      <w:r>
        <w:t>.</w:t>
      </w:r>
    </w:p>
    <w:p w14:paraId="3DB9F29F" w14:textId="77777777" w:rsidR="006F1ADB" w:rsidRDefault="006F1ADB" w:rsidP="005A3479">
      <w:r>
        <w:t>— </w:t>
      </w:r>
      <w:r w:rsidR="005A3479">
        <w:t>Les autres n</w:t>
      </w:r>
      <w:r>
        <w:t>’</w:t>
      </w:r>
      <w:r w:rsidR="005A3479">
        <w:t>étant pas à moi</w:t>
      </w:r>
      <w:r>
        <w:t xml:space="preserve">, </w:t>
      </w:r>
      <w:r w:rsidR="005A3479">
        <w:t>leur mort m</w:t>
      </w:r>
      <w:r>
        <w:t>’</w:t>
      </w:r>
      <w:r w:rsidR="005A3479">
        <w:t>afflige moins</w:t>
      </w:r>
      <w:r>
        <w:t xml:space="preserve">, </w:t>
      </w:r>
      <w:r w:rsidR="005A3479">
        <w:t>c</w:t>
      </w:r>
      <w:r>
        <w:t>’</w:t>
      </w:r>
      <w:r w:rsidR="005A3479">
        <w:t>est naturel</w:t>
      </w:r>
      <w:r>
        <w:t>.</w:t>
      </w:r>
    </w:p>
    <w:p w14:paraId="3346FDB7" w14:textId="77777777" w:rsidR="006F1ADB" w:rsidRDefault="006F1ADB" w:rsidP="005A3479">
      <w:r>
        <w:t>— </w:t>
      </w:r>
      <w:r w:rsidR="005A3479">
        <w:t>Bien entendu</w:t>
      </w:r>
      <w:r>
        <w:t>.</w:t>
      </w:r>
    </w:p>
    <w:p w14:paraId="628D03FC" w14:textId="77777777" w:rsidR="006F1ADB" w:rsidRDefault="005A3479" w:rsidP="005A3479">
      <w:r>
        <w:t>Un soupir vint du coin sombre où Sue était assise</w:t>
      </w:r>
      <w:r w:rsidR="006F1ADB">
        <w:t>.</w:t>
      </w:r>
    </w:p>
    <w:p w14:paraId="3A6198A0" w14:textId="0E95EE11" w:rsidR="006F1ADB" w:rsidRDefault="006F1ADB" w:rsidP="005A3479">
      <w:r>
        <w:t>— </w:t>
      </w:r>
      <w:r w:rsidR="005A3479">
        <w:t>J</w:t>
      </w:r>
      <w:r>
        <w:t>’</w:t>
      </w:r>
      <w:r w:rsidR="005A3479">
        <w:t>avais souvent désiré avoir mon fils avec moi</w:t>
      </w:r>
      <w:r>
        <w:t xml:space="preserve">, </w:t>
      </w:r>
      <w:r w:rsidR="005A3479">
        <w:t xml:space="preserve">continua </w:t>
      </w:r>
      <w:r>
        <w:t>M</w:t>
      </w:r>
      <w:r w:rsidRPr="006F1ADB">
        <w:rPr>
          <w:vertAlign w:val="superscript"/>
        </w:rPr>
        <w:t>rs</w:t>
      </w:r>
      <w:r>
        <w:t> </w:t>
      </w:r>
      <w:proofErr w:type="spellStart"/>
      <w:r w:rsidR="005A3479">
        <w:t>Cartlett</w:t>
      </w:r>
      <w:proofErr w:type="spellEnd"/>
      <w:r>
        <w:t xml:space="preserve">. </w:t>
      </w:r>
      <w:r w:rsidR="005A3479">
        <w:t>Peut-être qu</w:t>
      </w:r>
      <w:r>
        <w:t>’</w:t>
      </w:r>
      <w:r w:rsidR="005A3479">
        <w:t>il ne fût rien arrivé</w:t>
      </w:r>
      <w:r>
        <w:t xml:space="preserve">, </w:t>
      </w:r>
      <w:r w:rsidR="005A3479">
        <w:t>mais je ne voulais pas le reprendre à votre femme</w:t>
      </w:r>
      <w:r>
        <w:t>.</w:t>
      </w:r>
    </w:p>
    <w:p w14:paraId="3BDF2757" w14:textId="77777777" w:rsidR="006F1ADB" w:rsidRDefault="006F1ADB" w:rsidP="005A3479">
      <w:r>
        <w:t>— </w:t>
      </w:r>
      <w:r w:rsidR="005A3479">
        <w:t>Je ne suis pas sa femme</w:t>
      </w:r>
      <w:r>
        <w:t>.</w:t>
      </w:r>
    </w:p>
    <w:p w14:paraId="270413E8" w14:textId="77777777" w:rsidR="006F1ADB" w:rsidRDefault="005A3479" w:rsidP="005A3479">
      <w:r>
        <w:t>Ces mots venaient de Sue</w:t>
      </w:r>
      <w:r w:rsidR="006F1ADB">
        <w:t>.</w:t>
      </w:r>
    </w:p>
    <w:p w14:paraId="5A62B218" w14:textId="77777777" w:rsidR="006F1ADB" w:rsidRDefault="005A3479" w:rsidP="005A3479">
      <w:r>
        <w:t>Jude en fut saisi et resta silencieux</w:t>
      </w:r>
      <w:r w:rsidR="006F1ADB">
        <w:t>.</w:t>
      </w:r>
    </w:p>
    <w:p w14:paraId="03FAEB1C" w14:textId="77777777" w:rsidR="006F1ADB" w:rsidRDefault="006F1ADB" w:rsidP="005A3479">
      <w:r>
        <w:t>— </w:t>
      </w:r>
      <w:r w:rsidR="005A3479">
        <w:t>Oh</w:t>
      </w:r>
      <w:r>
        <w:t xml:space="preserve"> ! </w:t>
      </w:r>
      <w:r w:rsidR="005A3479">
        <w:t>je vous demande bien pardon</w:t>
      </w:r>
      <w:r>
        <w:t xml:space="preserve"> ; </w:t>
      </w:r>
      <w:r w:rsidR="005A3479">
        <w:t>je suis sûre du co</w:t>
      </w:r>
      <w:r w:rsidR="005A3479">
        <w:t>n</w:t>
      </w:r>
      <w:r w:rsidR="005A3479">
        <w:t>traire</w:t>
      </w:r>
      <w:r>
        <w:t xml:space="preserve">, </w:t>
      </w:r>
      <w:r w:rsidR="005A3479">
        <w:t xml:space="preserve">dit </w:t>
      </w:r>
      <w:proofErr w:type="spellStart"/>
      <w:r w:rsidR="005A3479">
        <w:t>Arabella</w:t>
      </w:r>
      <w:proofErr w:type="spellEnd"/>
      <w:r>
        <w:t xml:space="preserve">. </w:t>
      </w:r>
      <w:r w:rsidR="005A3479">
        <w:t>J</w:t>
      </w:r>
      <w:r>
        <w:t>’</w:t>
      </w:r>
      <w:r w:rsidR="005A3479">
        <w:t>ai appris que vous l</w:t>
      </w:r>
      <w:r>
        <w:t>’</w:t>
      </w:r>
      <w:r w:rsidR="005A3479">
        <w:t>étiez</w:t>
      </w:r>
      <w:r>
        <w:t>.</w:t>
      </w:r>
    </w:p>
    <w:p w14:paraId="243EC335" w14:textId="77777777" w:rsidR="006F1ADB" w:rsidRDefault="005A3479" w:rsidP="005A3479">
      <w:proofErr w:type="spellStart"/>
      <w:r>
        <w:t>Arabella</w:t>
      </w:r>
      <w:proofErr w:type="spellEnd"/>
      <w:r>
        <w:t xml:space="preserve"> fit grand étalage de son deuil et s</w:t>
      </w:r>
      <w:r w:rsidR="006F1ADB">
        <w:t>’</w:t>
      </w:r>
      <w:r>
        <w:t>adressa à Sue</w:t>
      </w:r>
      <w:r w:rsidR="006F1ADB">
        <w:t xml:space="preserve">. </w:t>
      </w:r>
      <w:r>
        <w:t>Il n</w:t>
      </w:r>
      <w:r w:rsidR="006F1ADB">
        <w:t>’</w:t>
      </w:r>
      <w:r>
        <w:t>y eut pas de réponse</w:t>
      </w:r>
      <w:r w:rsidR="006F1ADB">
        <w:t xml:space="preserve">. </w:t>
      </w:r>
      <w:r>
        <w:t>Sue</w:t>
      </w:r>
      <w:r w:rsidR="006F1ADB">
        <w:t xml:space="preserve">, </w:t>
      </w:r>
      <w:r>
        <w:t>invisible</w:t>
      </w:r>
      <w:r w:rsidR="006F1ADB">
        <w:t xml:space="preserve">, </w:t>
      </w:r>
      <w:r>
        <w:t>avait quitté la chambre</w:t>
      </w:r>
      <w:r w:rsidR="006F1ADB">
        <w:t>.</w:t>
      </w:r>
    </w:p>
    <w:p w14:paraId="4BC57504" w14:textId="77777777" w:rsidR="006F1ADB" w:rsidRDefault="006F1ADB" w:rsidP="005A3479">
      <w:r>
        <w:lastRenderedPageBreak/>
        <w:t>— </w:t>
      </w:r>
      <w:r w:rsidR="005A3479">
        <w:t>Elle a dit qu</w:t>
      </w:r>
      <w:r>
        <w:t>’</w:t>
      </w:r>
      <w:r w:rsidR="005A3479">
        <w:t>elle n</w:t>
      </w:r>
      <w:r>
        <w:t>’</w:t>
      </w:r>
      <w:r w:rsidR="005A3479">
        <w:t>était pas votre femme</w:t>
      </w:r>
      <w:r>
        <w:t xml:space="preserve">. </w:t>
      </w:r>
      <w:r w:rsidR="005A3479">
        <w:t>Pourquoi cela</w:t>
      </w:r>
      <w:r>
        <w:t> ?</w:t>
      </w:r>
    </w:p>
    <w:p w14:paraId="00A459D5" w14:textId="77777777" w:rsidR="006F1ADB" w:rsidRDefault="006F1ADB" w:rsidP="005A3479">
      <w:r>
        <w:t>— </w:t>
      </w:r>
      <w:r w:rsidR="005A3479">
        <w:t>Je ne puis vous l</w:t>
      </w:r>
      <w:r>
        <w:t>’</w:t>
      </w:r>
      <w:r w:rsidR="005A3479">
        <w:t>apprendre</w:t>
      </w:r>
      <w:r>
        <w:t xml:space="preserve">, </w:t>
      </w:r>
      <w:r w:rsidR="005A3479">
        <w:t>dit Jude brièvement</w:t>
      </w:r>
      <w:r>
        <w:t xml:space="preserve">. </w:t>
      </w:r>
      <w:r w:rsidR="005A3479">
        <w:t>Je n</w:t>
      </w:r>
      <w:r>
        <w:t>’</w:t>
      </w:r>
      <w:r w:rsidR="005A3479">
        <w:t>ai pas à critiquer ce qu</w:t>
      </w:r>
      <w:r>
        <w:t>’</w:t>
      </w:r>
      <w:r w:rsidR="005A3479">
        <w:t>elle dit</w:t>
      </w:r>
      <w:r>
        <w:t>.</w:t>
      </w:r>
    </w:p>
    <w:p w14:paraId="58706067" w14:textId="77777777" w:rsidR="006F1ADB" w:rsidRDefault="006F1ADB" w:rsidP="005A3479">
      <w:r>
        <w:t>— </w:t>
      </w:r>
      <w:r w:rsidR="005A3479">
        <w:t>Ah</w:t>
      </w:r>
      <w:r>
        <w:t xml:space="preserve"> ! </w:t>
      </w:r>
      <w:r w:rsidR="005A3479">
        <w:t>je comprends</w:t>
      </w:r>
      <w:r>
        <w:t xml:space="preserve">… </w:t>
      </w:r>
      <w:r w:rsidR="005A3479">
        <w:t>Mais je n</w:t>
      </w:r>
      <w:r>
        <w:t>’</w:t>
      </w:r>
      <w:r w:rsidR="005A3479">
        <w:t>ai plus de temps</w:t>
      </w:r>
      <w:r>
        <w:t xml:space="preserve">. </w:t>
      </w:r>
      <w:r w:rsidR="005A3479">
        <w:t>Je vais passer ici la nuit</w:t>
      </w:r>
      <w:r>
        <w:t xml:space="preserve">, </w:t>
      </w:r>
      <w:r w:rsidR="005A3479">
        <w:t>et j</w:t>
      </w:r>
      <w:r>
        <w:t>’</w:t>
      </w:r>
      <w:r w:rsidR="005A3479">
        <w:t>ai pensé que je ne pouvais pas moins faire que de venir vous voir</w:t>
      </w:r>
      <w:r>
        <w:t xml:space="preserve">, </w:t>
      </w:r>
      <w:r w:rsidR="005A3479">
        <w:t>après notre mutuelle affliction</w:t>
      </w:r>
      <w:r>
        <w:t xml:space="preserve">. </w:t>
      </w:r>
      <w:r w:rsidR="005A3479">
        <w:t>Je couche dans l</w:t>
      </w:r>
      <w:r>
        <w:t>’</w:t>
      </w:r>
      <w:r w:rsidR="005A3479">
        <w:t>établissement où j</w:t>
      </w:r>
      <w:r>
        <w:t>’</w:t>
      </w:r>
      <w:r w:rsidR="005A3479">
        <w:t>ai servi</w:t>
      </w:r>
      <w:r>
        <w:t xml:space="preserve">, </w:t>
      </w:r>
      <w:r w:rsidR="005A3479">
        <w:t>et demain</w:t>
      </w:r>
      <w:r>
        <w:t xml:space="preserve">, </w:t>
      </w:r>
      <w:r w:rsidR="005A3479">
        <w:t>je retourn</w:t>
      </w:r>
      <w:r w:rsidR="005A3479">
        <w:t>e</w:t>
      </w:r>
      <w:r w:rsidR="005A3479">
        <w:t xml:space="preserve">rai à </w:t>
      </w:r>
      <w:proofErr w:type="spellStart"/>
      <w:r w:rsidR="005A3479">
        <w:t>Alfredston</w:t>
      </w:r>
      <w:proofErr w:type="spellEnd"/>
      <w:r>
        <w:t xml:space="preserve">. </w:t>
      </w:r>
      <w:r w:rsidR="005A3479">
        <w:t>Mon père habite là et je vis avec lui</w:t>
      </w:r>
      <w:r>
        <w:t>.</w:t>
      </w:r>
    </w:p>
    <w:p w14:paraId="2F03B281" w14:textId="77777777" w:rsidR="006F1ADB" w:rsidRDefault="005A3479" w:rsidP="005A3479">
      <w:r>
        <w:t xml:space="preserve">Quand </w:t>
      </w:r>
      <w:proofErr w:type="spellStart"/>
      <w:r>
        <w:t>Arabella</w:t>
      </w:r>
      <w:proofErr w:type="spellEnd"/>
      <w:r>
        <w:t xml:space="preserve"> fut partie</w:t>
      </w:r>
      <w:r w:rsidR="006F1ADB">
        <w:t xml:space="preserve">, </w:t>
      </w:r>
      <w:r>
        <w:t>Jude</w:t>
      </w:r>
      <w:r w:rsidR="006F1ADB">
        <w:t xml:space="preserve">, </w:t>
      </w:r>
      <w:r>
        <w:t>se sentant très soulagé</w:t>
      </w:r>
      <w:r w:rsidR="006F1ADB">
        <w:t xml:space="preserve">, </w:t>
      </w:r>
      <w:r>
        <w:t>monta les escaliers et appela Sue</w:t>
      </w:r>
      <w:r w:rsidR="006F1ADB">
        <w:t xml:space="preserve">, </w:t>
      </w:r>
      <w:r>
        <w:t>anxieux de savoir ce qu</w:t>
      </w:r>
      <w:r w:rsidR="006F1ADB">
        <w:t>’</w:t>
      </w:r>
      <w:r>
        <w:t>elle était devenue</w:t>
      </w:r>
      <w:r w:rsidR="006F1ADB">
        <w:t>.</w:t>
      </w:r>
    </w:p>
    <w:p w14:paraId="2A8256AA" w14:textId="77777777" w:rsidR="006F1ADB" w:rsidRDefault="005A3479" w:rsidP="005A3479">
      <w:r>
        <w:t>Elle ne répondit pas</w:t>
      </w:r>
      <w:r w:rsidR="006F1ADB">
        <w:t xml:space="preserve">. </w:t>
      </w:r>
      <w:r>
        <w:t>Le propriétaire appela sa femme</w:t>
      </w:r>
      <w:r w:rsidR="006F1ADB">
        <w:t xml:space="preserve">, </w:t>
      </w:r>
      <w:r>
        <w:t>qui conjectura que Sue devait être à l</w:t>
      </w:r>
      <w:r w:rsidR="006F1ADB">
        <w:t>’</w:t>
      </w:r>
      <w:r>
        <w:t>église de Saint-Silas</w:t>
      </w:r>
      <w:r w:rsidR="006F1ADB">
        <w:t xml:space="preserve">, </w:t>
      </w:r>
      <w:r>
        <w:t>où elle allait souvent</w:t>
      </w:r>
      <w:r w:rsidR="006F1ADB">
        <w:t>.</w:t>
      </w:r>
    </w:p>
    <w:p w14:paraId="6B581636" w14:textId="77777777" w:rsidR="006F1ADB" w:rsidRDefault="006F1ADB" w:rsidP="005A3479">
      <w:r>
        <w:t>— </w:t>
      </w:r>
      <w:r w:rsidR="005A3479">
        <w:t>Certainement pas à cette heure de nuit</w:t>
      </w:r>
      <w:r>
        <w:t xml:space="preserve">, </w:t>
      </w:r>
      <w:r w:rsidR="005A3479">
        <w:t>dit Jude</w:t>
      </w:r>
      <w:r>
        <w:t xml:space="preserve">. </w:t>
      </w:r>
      <w:r w:rsidR="005A3479">
        <w:t>L</w:t>
      </w:r>
      <w:r>
        <w:t>’</w:t>
      </w:r>
      <w:r w:rsidR="005A3479">
        <w:t>église est fermée</w:t>
      </w:r>
      <w:r>
        <w:t>.</w:t>
      </w:r>
    </w:p>
    <w:p w14:paraId="49657BFA" w14:textId="77777777" w:rsidR="006F1ADB" w:rsidRDefault="006F1ADB" w:rsidP="005A3479">
      <w:r>
        <w:t>— </w:t>
      </w:r>
      <w:r w:rsidR="005A3479">
        <w:t>Elle connaît quelqu</w:t>
      </w:r>
      <w:r>
        <w:t>’</w:t>
      </w:r>
      <w:r w:rsidR="005A3479">
        <w:t>un qui a la clef et qui la lui prête au</w:t>
      </w:r>
      <w:r w:rsidR="005A3479">
        <w:t>s</w:t>
      </w:r>
      <w:r w:rsidR="005A3479">
        <w:t>si souvent qu</w:t>
      </w:r>
      <w:r>
        <w:t>’</w:t>
      </w:r>
      <w:r w:rsidR="005A3479">
        <w:t>elle en a besoin</w:t>
      </w:r>
      <w:r>
        <w:t>.</w:t>
      </w:r>
    </w:p>
    <w:p w14:paraId="4411FBDA" w14:textId="77777777" w:rsidR="006F1ADB" w:rsidRDefault="005A3479" w:rsidP="005A3479">
      <w:r>
        <w:t>Jude alla vaguement dans la direction de l</w:t>
      </w:r>
      <w:r w:rsidR="006F1ADB">
        <w:t>’</w:t>
      </w:r>
      <w:r>
        <w:t>église</w:t>
      </w:r>
      <w:r w:rsidR="006F1ADB">
        <w:t xml:space="preserve">. </w:t>
      </w:r>
      <w:r>
        <w:t>Le lieu était désert</w:t>
      </w:r>
      <w:r w:rsidR="006F1ADB">
        <w:t xml:space="preserve">, </w:t>
      </w:r>
      <w:r>
        <w:t>mais la porte avait certainement été ouverte</w:t>
      </w:r>
      <w:r w:rsidR="006F1ADB">
        <w:t xml:space="preserve"> ; </w:t>
      </w:r>
      <w:r>
        <w:t>il leva le loquet sans bruit et</w:t>
      </w:r>
      <w:r w:rsidR="006F1ADB">
        <w:t xml:space="preserve">, </w:t>
      </w:r>
      <w:r>
        <w:t>poussant la porte derrière lui</w:t>
      </w:r>
      <w:r w:rsidR="006F1ADB">
        <w:t xml:space="preserve">, </w:t>
      </w:r>
      <w:r>
        <w:t>se tint i</w:t>
      </w:r>
      <w:r>
        <w:t>m</w:t>
      </w:r>
      <w:r>
        <w:t>mobile à l</w:t>
      </w:r>
      <w:r w:rsidR="006F1ADB">
        <w:t>’</w:t>
      </w:r>
      <w:r>
        <w:t>intérieur</w:t>
      </w:r>
      <w:r w:rsidR="006F1ADB">
        <w:t xml:space="preserve">. </w:t>
      </w:r>
      <w:r>
        <w:t>Le grand silence semblait envelopper un faible son</w:t>
      </w:r>
      <w:r w:rsidR="006F1ADB">
        <w:t xml:space="preserve">, </w:t>
      </w:r>
      <w:r>
        <w:t>pareil à un soupir ou à un sanglot</w:t>
      </w:r>
      <w:r w:rsidR="006F1ADB">
        <w:t xml:space="preserve">, </w:t>
      </w:r>
      <w:r>
        <w:t>et qui venait de l</w:t>
      </w:r>
      <w:r w:rsidR="006F1ADB">
        <w:t>’</w:t>
      </w:r>
      <w:r>
        <w:t>autre bout de l</w:t>
      </w:r>
      <w:r w:rsidR="006F1ADB">
        <w:t>’</w:t>
      </w:r>
      <w:r>
        <w:t>édifice</w:t>
      </w:r>
      <w:r w:rsidR="006F1ADB">
        <w:t xml:space="preserve">. </w:t>
      </w:r>
      <w:r>
        <w:t>Le tapis amortissait ses pas</w:t>
      </w:r>
      <w:r w:rsidR="006F1ADB">
        <w:t xml:space="preserve">, </w:t>
      </w:r>
      <w:r>
        <w:t>tandis qu</w:t>
      </w:r>
      <w:r w:rsidR="006F1ADB">
        <w:t>’</w:t>
      </w:r>
      <w:r>
        <w:t>il allait dans cette direction à travers l</w:t>
      </w:r>
      <w:r w:rsidR="006F1ADB">
        <w:t>’</w:t>
      </w:r>
      <w:r>
        <w:t>obscurité coupée seulement par le reflet très faible qu</w:t>
      </w:r>
      <w:r w:rsidR="006F1ADB">
        <w:t>’</w:t>
      </w:r>
      <w:r>
        <w:t>envoyait du dehors la nuit claire</w:t>
      </w:r>
      <w:r w:rsidR="006F1ADB">
        <w:t>.</w:t>
      </w:r>
    </w:p>
    <w:p w14:paraId="3C3252E1" w14:textId="77777777" w:rsidR="006F1ADB" w:rsidRDefault="005A3479" w:rsidP="005A3479">
      <w:r>
        <w:lastRenderedPageBreak/>
        <w:t>En haut</w:t>
      </w:r>
      <w:r w:rsidR="006F1ADB">
        <w:t xml:space="preserve">, </w:t>
      </w:r>
      <w:r>
        <w:t>au-dessus des marches du sanctuaire</w:t>
      </w:r>
      <w:r w:rsidR="006F1ADB">
        <w:t xml:space="preserve">, </w:t>
      </w:r>
      <w:r>
        <w:t>Jude po</w:t>
      </w:r>
      <w:r>
        <w:t>u</w:t>
      </w:r>
      <w:r>
        <w:t>vait distinguer une immense croix</w:t>
      </w:r>
      <w:r w:rsidR="006F1ADB">
        <w:t xml:space="preserve">, </w:t>
      </w:r>
      <w:r>
        <w:t>latine</w:t>
      </w:r>
      <w:r w:rsidR="006F1ADB">
        <w:t xml:space="preserve">, </w:t>
      </w:r>
      <w:r>
        <w:t>solidement con</w:t>
      </w:r>
      <w:r>
        <w:t>s</w:t>
      </w:r>
      <w:r>
        <w:t>truite</w:t>
      </w:r>
      <w:r w:rsidR="006F1ADB">
        <w:t xml:space="preserve">, </w:t>
      </w:r>
      <w:r>
        <w:t>aussi grande sans doute que l</w:t>
      </w:r>
      <w:r w:rsidR="006F1ADB">
        <w:t>’</w:t>
      </w:r>
      <w:r>
        <w:t>original qu</w:t>
      </w:r>
      <w:r w:rsidR="006F1ADB">
        <w:t>’</w:t>
      </w:r>
      <w:r>
        <w:t>elle était dest</w:t>
      </w:r>
      <w:r>
        <w:t>i</w:t>
      </w:r>
      <w:r>
        <w:t>née à commémorer</w:t>
      </w:r>
      <w:r w:rsidR="006F1ADB">
        <w:t xml:space="preserve">. </w:t>
      </w:r>
      <w:r>
        <w:t>Elle semblait être suspendue dans l</w:t>
      </w:r>
      <w:r w:rsidR="006F1ADB">
        <w:t>’</w:t>
      </w:r>
      <w:r>
        <w:t>air par d</w:t>
      </w:r>
      <w:r w:rsidR="006F1ADB">
        <w:t>’</w:t>
      </w:r>
      <w:r>
        <w:t>invisibles fils</w:t>
      </w:r>
      <w:r w:rsidR="006F1ADB">
        <w:t xml:space="preserve"> ; </w:t>
      </w:r>
      <w:r>
        <w:t>elle était rehaussée de grosses pierres pr</w:t>
      </w:r>
      <w:r>
        <w:t>é</w:t>
      </w:r>
      <w:r>
        <w:t>cieuses qui brillaient dans un faible rayon filtré du dehors quand la croix se balançait dans un silencieux et imperceptible mouvement</w:t>
      </w:r>
      <w:r w:rsidR="006F1ADB">
        <w:t xml:space="preserve">. </w:t>
      </w:r>
      <w:r>
        <w:t>Au-dessous</w:t>
      </w:r>
      <w:r w:rsidR="006F1ADB">
        <w:t xml:space="preserve">, </w:t>
      </w:r>
      <w:r>
        <w:t>sur le pavé</w:t>
      </w:r>
      <w:r w:rsidR="006F1ADB">
        <w:t xml:space="preserve">, </w:t>
      </w:r>
      <w:r>
        <w:t>gisait ce qui semblait être un monceau de vêtements noirs et de là sortait le sanglot qu</w:t>
      </w:r>
      <w:r w:rsidR="006F1ADB">
        <w:t>’</w:t>
      </w:r>
      <w:r>
        <w:t>il avait entendu tout à l</w:t>
      </w:r>
      <w:r w:rsidR="006F1ADB">
        <w:t>’</w:t>
      </w:r>
      <w:r>
        <w:t>heure</w:t>
      </w:r>
      <w:r w:rsidR="006F1ADB">
        <w:t xml:space="preserve">. </w:t>
      </w:r>
      <w:r>
        <w:t>Cette forme était sa Sue prosternée sur les dalles</w:t>
      </w:r>
      <w:r w:rsidR="006F1ADB">
        <w:t xml:space="preserve">. </w:t>
      </w:r>
      <w:r>
        <w:t>Il murmura</w:t>
      </w:r>
      <w:r w:rsidR="006F1ADB">
        <w:t> :</w:t>
      </w:r>
    </w:p>
    <w:p w14:paraId="7AC5CF3D" w14:textId="77777777" w:rsidR="006F1ADB" w:rsidRDefault="006F1ADB" w:rsidP="005A3479">
      <w:r>
        <w:t>— </w:t>
      </w:r>
      <w:r w:rsidR="005A3479">
        <w:t>Suzanne</w:t>
      </w:r>
      <w:r>
        <w:t> !</w:t>
      </w:r>
    </w:p>
    <w:p w14:paraId="18CBFD20" w14:textId="77777777" w:rsidR="006F1ADB" w:rsidRDefault="005A3479" w:rsidP="005A3479">
      <w:r>
        <w:t>Quelque chose de blanc se découvrit</w:t>
      </w:r>
      <w:r w:rsidR="006F1ADB">
        <w:t xml:space="preserve"> ; </w:t>
      </w:r>
      <w:r>
        <w:t>elle avait tourné la tête</w:t>
      </w:r>
      <w:r w:rsidR="006F1ADB">
        <w:t>.</w:t>
      </w:r>
    </w:p>
    <w:p w14:paraId="5F9A0F35" w14:textId="77777777" w:rsidR="006F1ADB" w:rsidRDefault="006F1ADB" w:rsidP="005A3479">
      <w:r>
        <w:t>— </w:t>
      </w:r>
      <w:r w:rsidR="005A3479">
        <w:t>Quoi</w:t>
      </w:r>
      <w:r>
        <w:t xml:space="preserve"> ? </w:t>
      </w:r>
      <w:r w:rsidR="005A3479">
        <w:t>Qu</w:t>
      </w:r>
      <w:r>
        <w:t>’</w:t>
      </w:r>
      <w:r w:rsidR="005A3479">
        <w:t>avez-vous à faire ici avec moi</w:t>
      </w:r>
      <w:r>
        <w:t xml:space="preserve">, </w:t>
      </w:r>
      <w:r w:rsidR="005A3479">
        <w:t>Jude</w:t>
      </w:r>
      <w:r>
        <w:t xml:space="preserve"> ? </w:t>
      </w:r>
      <w:r w:rsidR="005A3479">
        <w:t>Vous n</w:t>
      </w:r>
      <w:r>
        <w:t>’</w:t>
      </w:r>
      <w:r w:rsidR="005A3479">
        <w:t>auriez pas dû venir</w:t>
      </w:r>
      <w:r>
        <w:t xml:space="preserve"> ! </w:t>
      </w:r>
      <w:r w:rsidR="005A3479">
        <w:t>J</w:t>
      </w:r>
      <w:r>
        <w:t>’</w:t>
      </w:r>
      <w:r w:rsidR="005A3479">
        <w:t>avais besoin d</w:t>
      </w:r>
      <w:r>
        <w:t>’</w:t>
      </w:r>
      <w:r w:rsidR="005A3479">
        <w:t>être seule</w:t>
      </w:r>
      <w:r>
        <w:t xml:space="preserve">. </w:t>
      </w:r>
      <w:r w:rsidR="005A3479">
        <w:t>Pourquoi vous êtes-vous introduit ici</w:t>
      </w:r>
      <w:r>
        <w:t> ?</w:t>
      </w:r>
    </w:p>
    <w:p w14:paraId="0A3E1D0D" w14:textId="77777777" w:rsidR="006F1ADB" w:rsidRDefault="006F1ADB" w:rsidP="005A3479">
      <w:r>
        <w:t>— </w:t>
      </w:r>
      <w:r w:rsidR="005A3479">
        <w:t>Pouvez-vous me le demander</w:t>
      </w:r>
      <w:r>
        <w:t xml:space="preserve"> ? </w:t>
      </w:r>
      <w:r w:rsidR="005A3479">
        <w:t>reprocha-t-il vivement</w:t>
      </w:r>
      <w:r>
        <w:t xml:space="preserve">, </w:t>
      </w:r>
      <w:r w:rsidR="005A3479">
        <w:t>car il était blessé en plein cœur par cette attitude de Suzanne à son égard</w:t>
      </w:r>
      <w:r>
        <w:t xml:space="preserve">. </w:t>
      </w:r>
      <w:r w:rsidR="005A3479">
        <w:t>Pourquoi je viens</w:t>
      </w:r>
      <w:r>
        <w:t xml:space="preserve"> ? </w:t>
      </w:r>
      <w:r w:rsidR="005A3479">
        <w:t>Qui a le droit de venir</w:t>
      </w:r>
      <w:r>
        <w:t xml:space="preserve">, </w:t>
      </w:r>
      <w:r w:rsidR="005A3479">
        <w:t>je vo</w:t>
      </w:r>
      <w:r w:rsidR="005A3479">
        <w:t>u</w:t>
      </w:r>
      <w:r w:rsidR="005A3479">
        <w:t>drais bien le savoir</w:t>
      </w:r>
      <w:r>
        <w:t xml:space="preserve">, </w:t>
      </w:r>
      <w:r w:rsidR="005A3479">
        <w:t>si ce n</w:t>
      </w:r>
      <w:r>
        <w:t>’</w:t>
      </w:r>
      <w:r w:rsidR="005A3479">
        <w:t>est pas moi</w:t>
      </w:r>
      <w:r>
        <w:t xml:space="preserve"> ! </w:t>
      </w:r>
      <w:r w:rsidR="005A3479">
        <w:t>Moi</w:t>
      </w:r>
      <w:r>
        <w:t xml:space="preserve">, </w:t>
      </w:r>
      <w:r w:rsidR="005A3479">
        <w:t>qui vous aime mieux que moi-même</w:t>
      </w:r>
      <w:r>
        <w:t xml:space="preserve">, </w:t>
      </w:r>
      <w:r w:rsidR="005A3479">
        <w:t>mieux</w:t>
      </w:r>
      <w:r>
        <w:t xml:space="preserve">, </w:t>
      </w:r>
      <w:r w:rsidR="005A3479">
        <w:t>oh</w:t>
      </w:r>
      <w:r>
        <w:t xml:space="preserve"> ! </w:t>
      </w:r>
      <w:r w:rsidR="005A3479">
        <w:t>bien mieux que vous ne m</w:t>
      </w:r>
      <w:r>
        <w:t>’</w:t>
      </w:r>
      <w:r w:rsidR="005A3479">
        <w:t>avez aimé</w:t>
      </w:r>
      <w:r>
        <w:t xml:space="preserve"> ! </w:t>
      </w:r>
      <w:r w:rsidR="005A3479">
        <w:t>Qui vous a fait me laisser pour venir ici toute seule</w:t>
      </w:r>
      <w:r>
        <w:t> ?</w:t>
      </w:r>
    </w:p>
    <w:p w14:paraId="272F9292" w14:textId="77777777" w:rsidR="006F1ADB" w:rsidRDefault="006F1ADB" w:rsidP="005A3479">
      <w:r>
        <w:t>— </w:t>
      </w:r>
      <w:r w:rsidR="005A3479">
        <w:t>Ne me critiquez pas</w:t>
      </w:r>
      <w:r>
        <w:t xml:space="preserve">, </w:t>
      </w:r>
      <w:r w:rsidR="005A3479">
        <w:t>Jude</w:t>
      </w:r>
      <w:r>
        <w:t xml:space="preserve"> ; </w:t>
      </w:r>
      <w:r w:rsidR="005A3479">
        <w:t>je ne puis le supporter</w:t>
      </w:r>
      <w:r>
        <w:t xml:space="preserve">. </w:t>
      </w:r>
      <w:r w:rsidR="005A3479">
        <w:t>Je vous l</w:t>
      </w:r>
      <w:r>
        <w:t>’</w:t>
      </w:r>
      <w:r w:rsidR="005A3479">
        <w:t>ai souvent dit</w:t>
      </w:r>
      <w:r>
        <w:t xml:space="preserve">. </w:t>
      </w:r>
      <w:r w:rsidR="005A3479">
        <w:t>Il faut me prendre comme je suis</w:t>
      </w:r>
      <w:r>
        <w:t xml:space="preserve">. </w:t>
      </w:r>
      <w:r w:rsidR="005A3479">
        <w:t>Je suis une malheureuse</w:t>
      </w:r>
      <w:r>
        <w:t xml:space="preserve">, </w:t>
      </w:r>
      <w:r w:rsidR="005A3479">
        <w:t>brisée par mes folies</w:t>
      </w:r>
      <w:r>
        <w:t xml:space="preserve">. </w:t>
      </w:r>
      <w:r w:rsidR="005A3479">
        <w:t xml:space="preserve">Quand </w:t>
      </w:r>
      <w:proofErr w:type="spellStart"/>
      <w:r w:rsidR="005A3479">
        <w:t>Arabella</w:t>
      </w:r>
      <w:proofErr w:type="spellEnd"/>
      <w:r w:rsidR="005A3479">
        <w:t xml:space="preserve"> est v</w:t>
      </w:r>
      <w:r w:rsidR="005A3479">
        <w:t>e</w:t>
      </w:r>
      <w:r w:rsidR="005A3479">
        <w:t>nue</w:t>
      </w:r>
      <w:r>
        <w:t xml:space="preserve">, </w:t>
      </w:r>
      <w:r w:rsidR="005A3479">
        <w:t>je n</w:t>
      </w:r>
      <w:r>
        <w:t>’</w:t>
      </w:r>
      <w:r w:rsidR="005A3479">
        <w:t>ai pu la supporter</w:t>
      </w:r>
      <w:r>
        <w:t xml:space="preserve">. </w:t>
      </w:r>
      <w:r w:rsidR="005A3479">
        <w:t>Je me suis sentie si profondément misérable que je n</w:t>
      </w:r>
      <w:r>
        <w:t>’</w:t>
      </w:r>
      <w:r w:rsidR="005A3479">
        <w:t>avais plus qu</w:t>
      </w:r>
      <w:r>
        <w:t>’</w:t>
      </w:r>
      <w:r w:rsidR="005A3479">
        <w:t>à sortir</w:t>
      </w:r>
      <w:r>
        <w:t xml:space="preserve">. </w:t>
      </w:r>
      <w:r w:rsidR="005A3479">
        <w:t>Elle semble être votre femme encore et Richard mon mari</w:t>
      </w:r>
      <w:r>
        <w:t>.</w:t>
      </w:r>
    </w:p>
    <w:p w14:paraId="6AE2D314" w14:textId="77777777" w:rsidR="006F1ADB" w:rsidRDefault="006F1ADB" w:rsidP="005A3479">
      <w:r>
        <w:lastRenderedPageBreak/>
        <w:t>— </w:t>
      </w:r>
      <w:r w:rsidR="005A3479">
        <w:t>Mais ils ne nous sont rien</w:t>
      </w:r>
      <w:r>
        <w:t> !</w:t>
      </w:r>
    </w:p>
    <w:p w14:paraId="1C2BD800" w14:textId="77777777" w:rsidR="006F1ADB" w:rsidRDefault="006F1ADB" w:rsidP="005A3479">
      <w:r>
        <w:t>— </w:t>
      </w:r>
      <w:r w:rsidR="005A3479">
        <w:t>Si</w:t>
      </w:r>
      <w:r>
        <w:t xml:space="preserve">, </w:t>
      </w:r>
      <w:r w:rsidR="005A3479">
        <w:t>cher ami</w:t>
      </w:r>
      <w:r>
        <w:t xml:space="preserve">, </w:t>
      </w:r>
      <w:r w:rsidR="005A3479">
        <w:t>ils nous sont quelque chose</w:t>
      </w:r>
      <w:r>
        <w:t xml:space="preserve">. </w:t>
      </w:r>
      <w:r w:rsidR="005A3479">
        <w:t>Je vois le m</w:t>
      </w:r>
      <w:r w:rsidR="005A3479">
        <w:t>a</w:t>
      </w:r>
      <w:r w:rsidR="005A3479">
        <w:t>riage d</w:t>
      </w:r>
      <w:r>
        <w:t>’</w:t>
      </w:r>
      <w:r w:rsidR="005A3479">
        <w:t>une autre manière maintenant</w:t>
      </w:r>
      <w:r>
        <w:t xml:space="preserve">. </w:t>
      </w:r>
      <w:r w:rsidR="005A3479">
        <w:t>Mes enfants m</w:t>
      </w:r>
      <w:r>
        <w:t>’</w:t>
      </w:r>
      <w:r w:rsidR="005A3479">
        <w:t>ont été pris pour me montrer cela</w:t>
      </w:r>
      <w:r>
        <w:t xml:space="preserve">. </w:t>
      </w:r>
      <w:r w:rsidR="005A3479">
        <w:t>L</w:t>
      </w:r>
      <w:r>
        <w:t>’</w:t>
      </w:r>
      <w:r w:rsidR="005A3479">
        <w:t>enfant d</w:t>
      </w:r>
      <w:r>
        <w:t>’</w:t>
      </w:r>
      <w:proofErr w:type="spellStart"/>
      <w:r w:rsidR="005A3479">
        <w:t>Arabella</w:t>
      </w:r>
      <w:proofErr w:type="spellEnd"/>
      <w:r w:rsidR="005A3479">
        <w:t xml:space="preserve"> tuant les miens</w:t>
      </w:r>
      <w:r>
        <w:t xml:space="preserve">, </w:t>
      </w:r>
      <w:r w:rsidR="005A3479">
        <w:t>c</w:t>
      </w:r>
      <w:r>
        <w:t>’</w:t>
      </w:r>
      <w:r w:rsidR="005A3479">
        <w:t>était un arrêt</w:t>
      </w:r>
      <w:r>
        <w:t xml:space="preserve"> : </w:t>
      </w:r>
      <w:r w:rsidR="005A3479">
        <w:t>le bien tuant le mal</w:t>
      </w:r>
      <w:r>
        <w:t xml:space="preserve">. </w:t>
      </w:r>
      <w:r w:rsidR="005A3479">
        <w:t>Que serai-je</w:t>
      </w:r>
      <w:r>
        <w:t xml:space="preserve"> ? </w:t>
      </w:r>
      <w:r w:rsidR="005A3479">
        <w:rPr>
          <w:i/>
        </w:rPr>
        <w:t>quoi</w:t>
      </w:r>
      <w:r>
        <w:t xml:space="preserve"> ? </w:t>
      </w:r>
      <w:r w:rsidR="005A3479">
        <w:t>Je suis une si vile créature</w:t>
      </w:r>
      <w:r>
        <w:t xml:space="preserve">, </w:t>
      </w:r>
      <w:r w:rsidR="005A3479">
        <w:t>trop indigne de me mêler aux êtres o</w:t>
      </w:r>
      <w:r w:rsidR="005A3479">
        <w:t>r</w:t>
      </w:r>
      <w:r w:rsidR="005A3479">
        <w:t>dinaires</w:t>
      </w:r>
      <w:r>
        <w:t> !</w:t>
      </w:r>
    </w:p>
    <w:p w14:paraId="76B9D2E9" w14:textId="77777777" w:rsidR="006F1ADB" w:rsidRDefault="006F1ADB" w:rsidP="005A3479">
      <w:r>
        <w:t>— </w:t>
      </w:r>
      <w:r w:rsidR="005A3479">
        <w:t>C</w:t>
      </w:r>
      <w:r>
        <w:t>’</w:t>
      </w:r>
      <w:r w:rsidR="005A3479">
        <w:t>est terrible</w:t>
      </w:r>
      <w:r>
        <w:t xml:space="preserve">, </w:t>
      </w:r>
      <w:r w:rsidR="005A3479">
        <w:t>dit Jude presque en larmes</w:t>
      </w:r>
      <w:r>
        <w:t xml:space="preserve">. </w:t>
      </w:r>
      <w:r w:rsidR="005A3479">
        <w:t>Il est mon</w:t>
      </w:r>
      <w:r w:rsidR="005A3479">
        <w:t>s</w:t>
      </w:r>
      <w:r w:rsidR="005A3479">
        <w:t>trueux et hors nature que vous soyez en proie à de tels remords</w:t>
      </w:r>
      <w:r>
        <w:t xml:space="preserve">, </w:t>
      </w:r>
      <w:r w:rsidR="005A3479">
        <w:t>quand vous n</w:t>
      </w:r>
      <w:r>
        <w:t>’</w:t>
      </w:r>
      <w:r w:rsidR="005A3479">
        <w:t>avez rien fait de mal</w:t>
      </w:r>
      <w:r>
        <w:t>.</w:t>
      </w:r>
    </w:p>
    <w:p w14:paraId="2DE81E84" w14:textId="77777777" w:rsidR="006F1ADB" w:rsidRDefault="006F1ADB" w:rsidP="005A3479">
      <w:r>
        <w:t>— </w:t>
      </w:r>
      <w:r w:rsidR="005A3479">
        <w:t>Ah</w:t>
      </w:r>
      <w:r>
        <w:t xml:space="preserve"> ! </w:t>
      </w:r>
      <w:r w:rsidR="005A3479">
        <w:t>vous ne connaissez pas ma malice</w:t>
      </w:r>
      <w:r>
        <w:t> !</w:t>
      </w:r>
    </w:p>
    <w:p w14:paraId="1566158E" w14:textId="77777777" w:rsidR="006F1ADB" w:rsidRDefault="005A3479" w:rsidP="005A3479">
      <w:r>
        <w:t>Il répliqua avec emportement</w:t>
      </w:r>
      <w:r w:rsidR="006F1ADB">
        <w:t> :</w:t>
      </w:r>
    </w:p>
    <w:p w14:paraId="5A1123CC" w14:textId="77777777" w:rsidR="006F1ADB" w:rsidRDefault="006F1ADB" w:rsidP="005A3479">
      <w:r>
        <w:t>— </w:t>
      </w:r>
      <w:r w:rsidR="005A3479">
        <w:t>Si</w:t>
      </w:r>
      <w:r>
        <w:t xml:space="preserve"> ! </w:t>
      </w:r>
      <w:r w:rsidR="005A3479">
        <w:t>je la connais</w:t>
      </w:r>
      <w:r>
        <w:t xml:space="preserve">. </w:t>
      </w:r>
      <w:r w:rsidR="005A3479">
        <w:t>Vous me faites haïr le christianisme</w:t>
      </w:r>
      <w:r>
        <w:t xml:space="preserve">, </w:t>
      </w:r>
      <w:r w:rsidR="005A3479">
        <w:t>ou le mysticisme</w:t>
      </w:r>
      <w:r>
        <w:t xml:space="preserve">, </w:t>
      </w:r>
      <w:r w:rsidR="005A3479">
        <w:t xml:space="preserve">on le </w:t>
      </w:r>
      <w:proofErr w:type="spellStart"/>
      <w:r w:rsidR="005A3479">
        <w:t>sacerdotisme</w:t>
      </w:r>
      <w:proofErr w:type="spellEnd"/>
      <w:r>
        <w:t xml:space="preserve">, </w:t>
      </w:r>
      <w:r w:rsidR="005A3479">
        <w:t>ou</w:t>
      </w:r>
      <w:r>
        <w:t xml:space="preserve">, </w:t>
      </w:r>
      <w:r w:rsidR="005A3479">
        <w:t>de quelque nom qu</w:t>
      </w:r>
      <w:r>
        <w:t>’</w:t>
      </w:r>
      <w:r w:rsidR="005A3479">
        <w:t>on l</w:t>
      </w:r>
      <w:r>
        <w:t>’</w:t>
      </w:r>
      <w:r w:rsidR="005A3479">
        <w:t>appelle</w:t>
      </w:r>
      <w:r>
        <w:t xml:space="preserve">, </w:t>
      </w:r>
      <w:r w:rsidR="005A3479">
        <w:t>ce qui a causé ce ravage en vous</w:t>
      </w:r>
      <w:r>
        <w:t xml:space="preserve">. </w:t>
      </w:r>
      <w:r w:rsidR="005A3479">
        <w:t>Cette femme qui était toute poésie</w:t>
      </w:r>
      <w:r>
        <w:t xml:space="preserve">, </w:t>
      </w:r>
      <w:r w:rsidR="005A3479">
        <w:t>tout intuition</w:t>
      </w:r>
      <w:r>
        <w:t xml:space="preserve">, </w:t>
      </w:r>
      <w:r w:rsidR="005A3479">
        <w:t>cette femme dont l</w:t>
      </w:r>
      <w:r>
        <w:t>’</w:t>
      </w:r>
      <w:r w:rsidR="005A3479">
        <w:t>âme brillait comme un diamant</w:t>
      </w:r>
      <w:r>
        <w:t xml:space="preserve">, </w:t>
      </w:r>
      <w:r w:rsidR="005A3479">
        <w:t>dont tous les sages du monde auraient été fiers</w:t>
      </w:r>
      <w:r>
        <w:t xml:space="preserve">, </w:t>
      </w:r>
      <w:r w:rsidR="005A3479">
        <w:t>s</w:t>
      </w:r>
      <w:r>
        <w:t>’</w:t>
      </w:r>
      <w:r w:rsidR="005A3479">
        <w:t>ils avaient pu vous connaître</w:t>
      </w:r>
      <w:r>
        <w:t xml:space="preserve">, </w:t>
      </w:r>
      <w:r w:rsidR="005A3479">
        <w:t>se dégrader ainsi</w:t>
      </w:r>
      <w:r>
        <w:t xml:space="preserve"> ! </w:t>
      </w:r>
      <w:r w:rsidR="005A3479">
        <w:t>Je me réjouis de n</w:t>
      </w:r>
      <w:r>
        <w:t>’</w:t>
      </w:r>
      <w:r w:rsidR="005A3479">
        <w:t>avoir rien à faire avec la Divinité</w:t>
      </w:r>
      <w:r>
        <w:t xml:space="preserve">, </w:t>
      </w:r>
      <w:r w:rsidR="005A3479">
        <w:t>si elle vous pousse ainsi à votre ruine</w:t>
      </w:r>
      <w:r>
        <w:t>.</w:t>
      </w:r>
    </w:p>
    <w:p w14:paraId="6AFE8997" w14:textId="77777777" w:rsidR="006F1ADB" w:rsidRDefault="006F1ADB" w:rsidP="005A3479">
      <w:r>
        <w:t>— </w:t>
      </w:r>
      <w:r w:rsidR="005A3479">
        <w:t>Vous êtes irrité</w:t>
      </w:r>
      <w:r>
        <w:t xml:space="preserve">, </w:t>
      </w:r>
      <w:r w:rsidR="005A3479">
        <w:t>Jude</w:t>
      </w:r>
      <w:r>
        <w:t xml:space="preserve">, </w:t>
      </w:r>
      <w:r w:rsidR="005A3479">
        <w:t>et cruel pour moi</w:t>
      </w:r>
      <w:r>
        <w:t xml:space="preserve">, </w:t>
      </w:r>
      <w:r w:rsidR="005A3479">
        <w:t>et vous ne voyez pas les choses comme elles sont</w:t>
      </w:r>
      <w:r>
        <w:t>.</w:t>
      </w:r>
    </w:p>
    <w:p w14:paraId="5FF737E5" w14:textId="77777777" w:rsidR="006F1ADB" w:rsidRDefault="006F1ADB" w:rsidP="005A3479">
      <w:r>
        <w:t>— </w:t>
      </w:r>
      <w:r w:rsidR="005A3479">
        <w:t>Alors rentrez avec moi</w:t>
      </w:r>
      <w:r>
        <w:t xml:space="preserve">, </w:t>
      </w:r>
      <w:r w:rsidR="005A3479">
        <w:t>très chère</w:t>
      </w:r>
      <w:r>
        <w:t xml:space="preserve">, </w:t>
      </w:r>
      <w:r w:rsidR="005A3479">
        <w:t>et peut-être les verrai-je</w:t>
      </w:r>
      <w:r>
        <w:t xml:space="preserve">. </w:t>
      </w:r>
      <w:r w:rsidR="005A3479">
        <w:t>Je suis trop accablé maintenant</w:t>
      </w:r>
      <w:r>
        <w:t xml:space="preserve">, </w:t>
      </w:r>
      <w:r w:rsidR="005A3479">
        <w:t>et vous aussi</w:t>
      </w:r>
      <w:r>
        <w:t xml:space="preserve">, </w:t>
      </w:r>
      <w:r w:rsidR="005A3479">
        <w:t>vous êtes bo</w:t>
      </w:r>
      <w:r w:rsidR="005A3479">
        <w:t>u</w:t>
      </w:r>
      <w:r w:rsidR="005A3479">
        <w:t>leversée</w:t>
      </w:r>
      <w:r>
        <w:t>.</w:t>
      </w:r>
    </w:p>
    <w:p w14:paraId="621F68E0" w14:textId="77777777" w:rsidR="006F1ADB" w:rsidRDefault="005A3479" w:rsidP="005A3479">
      <w:r>
        <w:t>Il l</w:t>
      </w:r>
      <w:r w:rsidR="006F1ADB">
        <w:t>’</w:t>
      </w:r>
      <w:r>
        <w:t>entoura de son bras et la souleva</w:t>
      </w:r>
      <w:r w:rsidR="006F1ADB">
        <w:t xml:space="preserve">, </w:t>
      </w:r>
      <w:r>
        <w:t>mais</w:t>
      </w:r>
      <w:r w:rsidR="006F1ADB">
        <w:t xml:space="preserve">, </w:t>
      </w:r>
      <w:r>
        <w:t>bien qu</w:t>
      </w:r>
      <w:r w:rsidR="006F1ADB">
        <w:t>’</w:t>
      </w:r>
      <w:r>
        <w:t>elle le suivit</w:t>
      </w:r>
      <w:r w:rsidR="006F1ADB">
        <w:t xml:space="preserve">, </w:t>
      </w:r>
      <w:r>
        <w:t>elle préféra marcher sans son appui</w:t>
      </w:r>
      <w:r w:rsidR="006F1ADB">
        <w:t>.</w:t>
      </w:r>
    </w:p>
    <w:p w14:paraId="369FB8F7" w14:textId="77777777" w:rsidR="006F1ADB" w:rsidRDefault="006F1ADB" w:rsidP="005A3479">
      <w:r>
        <w:lastRenderedPageBreak/>
        <w:t>— </w:t>
      </w:r>
      <w:r w:rsidR="005A3479">
        <w:t>Je n</w:t>
      </w:r>
      <w:r>
        <w:t>’</w:t>
      </w:r>
      <w:r w:rsidR="005A3479">
        <w:t>ai pas cessé de vous aimer</w:t>
      </w:r>
      <w:r>
        <w:t xml:space="preserve">, </w:t>
      </w:r>
      <w:r w:rsidR="005A3479">
        <w:t>Jude</w:t>
      </w:r>
      <w:r>
        <w:t xml:space="preserve">, </w:t>
      </w:r>
      <w:proofErr w:type="spellStart"/>
      <w:r w:rsidR="005A3479">
        <w:t>dit elle</w:t>
      </w:r>
      <w:proofErr w:type="spellEnd"/>
      <w:r w:rsidR="005A3479">
        <w:t xml:space="preserve"> d</w:t>
      </w:r>
      <w:r>
        <w:t>’</w:t>
      </w:r>
      <w:r w:rsidR="005A3479">
        <w:t>une voix douce et suppliante</w:t>
      </w:r>
      <w:r>
        <w:t xml:space="preserve"> ; </w:t>
      </w:r>
      <w:r w:rsidR="005A3479">
        <w:t>je vous aime autant que jamais</w:t>
      </w:r>
      <w:r>
        <w:t xml:space="preserve"> ! </w:t>
      </w:r>
      <w:r w:rsidR="005A3479">
        <w:t>Seul</w:t>
      </w:r>
      <w:r w:rsidR="005A3479">
        <w:t>e</w:t>
      </w:r>
      <w:r w:rsidR="005A3479">
        <w:t>ment je ne dois pas vous aimer</w:t>
      </w:r>
      <w:r>
        <w:t xml:space="preserve">, </w:t>
      </w:r>
      <w:r w:rsidR="005A3479">
        <w:t>désormais</w:t>
      </w:r>
      <w:r>
        <w:t xml:space="preserve">. </w:t>
      </w:r>
      <w:r w:rsidR="005A3479">
        <w:t>Oh</w:t>
      </w:r>
      <w:r>
        <w:t xml:space="preserve"> ! </w:t>
      </w:r>
      <w:r w:rsidR="005A3479">
        <w:t>je ne dois plus</w:t>
      </w:r>
      <w:r>
        <w:t> !</w:t>
      </w:r>
    </w:p>
    <w:p w14:paraId="77DAA464" w14:textId="77777777" w:rsidR="006F1ADB" w:rsidRDefault="006F1ADB" w:rsidP="005A3479">
      <w:r>
        <w:t>— </w:t>
      </w:r>
      <w:r w:rsidR="005A3479">
        <w:t>Je ne puis l</w:t>
      </w:r>
      <w:r>
        <w:t>’</w:t>
      </w:r>
      <w:r w:rsidR="005A3479">
        <w:t>admettre</w:t>
      </w:r>
      <w:r>
        <w:t>.</w:t>
      </w:r>
    </w:p>
    <w:p w14:paraId="7C8F6D4B" w14:textId="77777777" w:rsidR="006F1ADB" w:rsidRDefault="006F1ADB" w:rsidP="005A3479">
      <w:r>
        <w:t>— </w:t>
      </w:r>
      <w:r w:rsidR="005A3479">
        <w:t>Mais je me suis mis en tête que je ne suis pas votre femme</w:t>
      </w:r>
      <w:r>
        <w:t xml:space="preserve"> ! </w:t>
      </w:r>
      <w:r w:rsidR="005A3479">
        <w:t>Je lui appartiens</w:t>
      </w:r>
      <w:r>
        <w:t xml:space="preserve"> ; </w:t>
      </w:r>
      <w:r w:rsidR="005A3479">
        <w:t>le sacrement me joint à lui pour la vie</w:t>
      </w:r>
      <w:r>
        <w:t xml:space="preserve">. </w:t>
      </w:r>
      <w:r w:rsidR="005A3479">
        <w:t>Rien ne peut changer cela</w:t>
      </w:r>
      <w:r>
        <w:t> !</w:t>
      </w:r>
    </w:p>
    <w:p w14:paraId="0C0A8E64" w14:textId="77777777" w:rsidR="006F1ADB" w:rsidRDefault="006F1ADB" w:rsidP="005A3479">
      <w:r>
        <w:t>— </w:t>
      </w:r>
      <w:r w:rsidR="005A3479">
        <w:t>Que dites-vous là</w:t>
      </w:r>
      <w:r>
        <w:t xml:space="preserve">, </w:t>
      </w:r>
      <w:r w:rsidR="005A3479">
        <w:t>grands dieux</w:t>
      </w:r>
      <w:r>
        <w:t xml:space="preserve"> ? </w:t>
      </w:r>
      <w:r w:rsidR="005A3479">
        <w:t>Nous sommes mari et femme</w:t>
      </w:r>
      <w:r>
        <w:t xml:space="preserve">, </w:t>
      </w:r>
      <w:r w:rsidR="005A3479">
        <w:t>si jamais deux êtres l</w:t>
      </w:r>
      <w:r>
        <w:t>’</w:t>
      </w:r>
      <w:r w:rsidR="005A3479">
        <w:t>ont été dans ce monde</w:t>
      </w:r>
      <w:r>
        <w:t xml:space="preserve">. </w:t>
      </w:r>
      <w:r w:rsidR="005A3479">
        <w:t>C</w:t>
      </w:r>
      <w:r>
        <w:t>’</w:t>
      </w:r>
      <w:r w:rsidR="005A3479">
        <w:t>est le mariage de la nature</w:t>
      </w:r>
      <w:r>
        <w:t xml:space="preserve">, </w:t>
      </w:r>
      <w:r w:rsidR="005A3479">
        <w:t>incontestablement</w:t>
      </w:r>
      <w:r>
        <w:t>.</w:t>
      </w:r>
    </w:p>
    <w:p w14:paraId="42C0D115" w14:textId="77777777" w:rsidR="006F1ADB" w:rsidRDefault="006F1ADB" w:rsidP="005A3479">
      <w:r>
        <w:t>— </w:t>
      </w:r>
      <w:r w:rsidR="005A3479">
        <w:t>Mais non pas du Ciel</w:t>
      </w:r>
      <w:r>
        <w:t xml:space="preserve">. </w:t>
      </w:r>
      <w:r w:rsidR="005A3479">
        <w:t>Or</w:t>
      </w:r>
      <w:r>
        <w:t xml:space="preserve">, </w:t>
      </w:r>
      <w:r w:rsidR="005A3479">
        <w:t>c</w:t>
      </w:r>
      <w:r>
        <w:t>’</w:t>
      </w:r>
      <w:r w:rsidR="005A3479">
        <w:t>est là qu</w:t>
      </w:r>
      <w:r>
        <w:t>’</w:t>
      </w:r>
      <w:r w:rsidR="005A3479">
        <w:t>un autre eut lieu pour moi</w:t>
      </w:r>
      <w:r>
        <w:t xml:space="preserve">, </w:t>
      </w:r>
      <w:r w:rsidR="005A3479">
        <w:t>et il fut ratifié pour l</w:t>
      </w:r>
      <w:r>
        <w:t>’</w:t>
      </w:r>
      <w:r w:rsidR="005A3479">
        <w:t>éternité dans l</w:t>
      </w:r>
      <w:r>
        <w:t>’</w:t>
      </w:r>
      <w:r w:rsidR="005A3479">
        <w:t xml:space="preserve">église de </w:t>
      </w:r>
      <w:proofErr w:type="spellStart"/>
      <w:r w:rsidR="005A3479">
        <w:t>Melche</w:t>
      </w:r>
      <w:r w:rsidR="005A3479">
        <w:t>s</w:t>
      </w:r>
      <w:r w:rsidR="005A3479">
        <w:t>ter</w:t>
      </w:r>
      <w:proofErr w:type="spellEnd"/>
      <w:r>
        <w:t>.</w:t>
      </w:r>
    </w:p>
    <w:p w14:paraId="04765261" w14:textId="77777777" w:rsidR="006F1ADB" w:rsidRDefault="006F1ADB" w:rsidP="005A3479">
      <w:r>
        <w:t>— </w:t>
      </w:r>
      <w:r w:rsidR="005A3479">
        <w:t>Sue</w:t>
      </w:r>
      <w:r>
        <w:t xml:space="preserve"> ! </w:t>
      </w:r>
      <w:r w:rsidR="005A3479">
        <w:t>Sue</w:t>
      </w:r>
      <w:r>
        <w:t xml:space="preserve"> ! </w:t>
      </w:r>
      <w:r w:rsidR="005A3479">
        <w:t>Le chagrin vous a conduite à cette folie</w:t>
      </w:r>
      <w:r>
        <w:t xml:space="preserve"> ! </w:t>
      </w:r>
      <w:r w:rsidR="005A3479">
        <w:t>Vous qui m</w:t>
      </w:r>
      <w:r>
        <w:t>’</w:t>
      </w:r>
      <w:r w:rsidR="005A3479">
        <w:t>avez converti à vos vues sur tant de choses</w:t>
      </w:r>
      <w:r>
        <w:t xml:space="preserve">, </w:t>
      </w:r>
      <w:r w:rsidR="005A3479">
        <w:t>vous voir so</w:t>
      </w:r>
      <w:r w:rsidR="005A3479">
        <w:t>u</w:t>
      </w:r>
      <w:r w:rsidR="005A3479">
        <w:t>dain où vous en êtes</w:t>
      </w:r>
      <w:r>
        <w:t xml:space="preserve"> ! </w:t>
      </w:r>
      <w:r w:rsidR="005A3479">
        <w:t>Vous arrachez de mon cœur le peu d</w:t>
      </w:r>
      <w:r>
        <w:t>’</w:t>
      </w:r>
      <w:r w:rsidR="005A3479">
        <w:t>affection et de respect que j</w:t>
      </w:r>
      <w:r>
        <w:t>’</w:t>
      </w:r>
      <w:r w:rsidR="005A3479">
        <w:t>y avais gardé pour l</w:t>
      </w:r>
      <w:r>
        <w:t>’</w:t>
      </w:r>
      <w:r w:rsidR="005A3479">
        <w:t>Église et les liens de jadis</w:t>
      </w:r>
      <w:r>
        <w:t xml:space="preserve">… </w:t>
      </w:r>
      <w:r w:rsidR="005A3479">
        <w:t>Ce que je ne puis comprendre en vous</w:t>
      </w:r>
      <w:r>
        <w:t xml:space="preserve">, </w:t>
      </w:r>
      <w:r w:rsidR="005A3479">
        <w:t>c</w:t>
      </w:r>
      <w:r>
        <w:t>’</w:t>
      </w:r>
      <w:r w:rsidR="005A3479">
        <w:t>est votre extraordinaire aveuglement à l</w:t>
      </w:r>
      <w:r>
        <w:t>’</w:t>
      </w:r>
      <w:r w:rsidR="005A3479">
        <w:t>égard de votre ancienne l</w:t>
      </w:r>
      <w:r w:rsidR="005A3479">
        <w:t>o</w:t>
      </w:r>
      <w:r w:rsidR="005A3479">
        <w:t>gique</w:t>
      </w:r>
      <w:r>
        <w:t xml:space="preserve">. </w:t>
      </w:r>
      <w:r w:rsidR="005A3479">
        <w:t>Est-ce quelque chose qui vous est propre ou bien un fait essentiellement féminin</w:t>
      </w:r>
      <w:r>
        <w:t xml:space="preserve"> ? </w:t>
      </w:r>
      <w:r w:rsidR="005A3479">
        <w:t>Comme vous savez bien voir dans le mariage le grossier contrat qu</w:t>
      </w:r>
      <w:r>
        <w:t>’</w:t>
      </w:r>
      <w:r w:rsidR="005A3479">
        <w:t>il est en effet</w:t>
      </w:r>
      <w:r>
        <w:t xml:space="preserve"> ; </w:t>
      </w:r>
      <w:r w:rsidR="005A3479">
        <w:t>comme vous mo</w:t>
      </w:r>
      <w:r w:rsidR="005A3479">
        <w:t>n</w:t>
      </w:r>
      <w:r w:rsidR="005A3479">
        <w:t>triez bien toutes les objections qu</w:t>
      </w:r>
      <w:r>
        <w:t>’</w:t>
      </w:r>
      <w:r w:rsidR="005A3479">
        <w:t>on peut lui faire</w:t>
      </w:r>
      <w:r>
        <w:t xml:space="preserve">, </w:t>
      </w:r>
      <w:r w:rsidR="005A3479">
        <w:t>toutes ses absurdités</w:t>
      </w:r>
      <w:r>
        <w:t xml:space="preserve"> ! </w:t>
      </w:r>
      <w:r w:rsidR="005A3479">
        <w:t>Si deux et deux faisaient quatre quand nous étions heureux ensemble</w:t>
      </w:r>
      <w:r>
        <w:t xml:space="preserve">, </w:t>
      </w:r>
      <w:r w:rsidR="005A3479">
        <w:t>sûrement ils font quatre aujourd</w:t>
      </w:r>
      <w:r>
        <w:t>’</w:t>
      </w:r>
      <w:r w:rsidR="005A3479">
        <w:t>hui encore</w:t>
      </w:r>
      <w:r>
        <w:t xml:space="preserve">. </w:t>
      </w:r>
      <w:r w:rsidR="005A3479">
        <w:t>Je ne puis le comprendre</w:t>
      </w:r>
      <w:r>
        <w:t xml:space="preserve">, </w:t>
      </w:r>
      <w:r w:rsidR="005A3479">
        <w:t>je le répète</w:t>
      </w:r>
      <w:r>
        <w:t> !</w:t>
      </w:r>
    </w:p>
    <w:p w14:paraId="0842EDB5" w14:textId="77777777" w:rsidR="006F1ADB" w:rsidRDefault="006F1ADB" w:rsidP="005A3479">
      <w:r>
        <w:t>— </w:t>
      </w:r>
      <w:r w:rsidR="005A3479">
        <w:t>Ah</w:t>
      </w:r>
      <w:r>
        <w:t xml:space="preserve"> ! </w:t>
      </w:r>
      <w:r w:rsidR="005A3479">
        <w:t>cher Jude</w:t>
      </w:r>
      <w:r>
        <w:t xml:space="preserve">, </w:t>
      </w:r>
      <w:r w:rsidR="005A3479">
        <w:t>c</w:t>
      </w:r>
      <w:r>
        <w:t>’</w:t>
      </w:r>
      <w:r w:rsidR="005A3479">
        <w:t xml:space="preserve">est parce que vous êtes comme un homme absolument sourd en face de gens qui écoutent de la </w:t>
      </w:r>
      <w:r w:rsidR="005A3479">
        <w:lastRenderedPageBreak/>
        <w:t>musique</w:t>
      </w:r>
      <w:r>
        <w:t xml:space="preserve">. </w:t>
      </w:r>
      <w:r w:rsidR="005A3479">
        <w:t>Vous dites</w:t>
      </w:r>
      <w:r>
        <w:t> : « </w:t>
      </w:r>
      <w:r w:rsidR="005A3479">
        <w:t>Qu</w:t>
      </w:r>
      <w:r>
        <w:t>’</w:t>
      </w:r>
      <w:r w:rsidR="005A3479">
        <w:t>est-ce qu</w:t>
      </w:r>
      <w:r>
        <w:t>’</w:t>
      </w:r>
      <w:r w:rsidR="005A3479">
        <w:t>ils regardent</w:t>
      </w:r>
      <w:r>
        <w:t xml:space="preserve"> ? </w:t>
      </w:r>
      <w:r w:rsidR="005A3479">
        <w:t>Il n</w:t>
      </w:r>
      <w:r>
        <w:t>’</w:t>
      </w:r>
      <w:r w:rsidR="005A3479">
        <w:t>y a rien</w:t>
      </w:r>
      <w:r>
        <w:t>… »</w:t>
      </w:r>
      <w:r w:rsidR="005A3479">
        <w:t xml:space="preserve"> Mais il y a quelque chose</w:t>
      </w:r>
      <w:r>
        <w:t>.</w:t>
      </w:r>
    </w:p>
    <w:p w14:paraId="1BFC92BE" w14:textId="77777777" w:rsidR="006F1ADB" w:rsidRDefault="006F1ADB" w:rsidP="005A3479">
      <w:r>
        <w:t>— </w:t>
      </w:r>
      <w:r w:rsidR="005A3479">
        <w:t>Vous êtes dure de me parler ainsi</w:t>
      </w:r>
      <w:r>
        <w:t xml:space="preserve">, </w:t>
      </w:r>
      <w:r w:rsidR="005A3479">
        <w:t>et la comparaison n</w:t>
      </w:r>
      <w:r>
        <w:t>’</w:t>
      </w:r>
      <w:r w:rsidR="005A3479">
        <w:t>est pas juste</w:t>
      </w:r>
      <w:r>
        <w:t xml:space="preserve">. </w:t>
      </w:r>
      <w:r w:rsidR="005A3479">
        <w:t>Vous jetiez loin de vous toute la vieille écorce des pr</w:t>
      </w:r>
      <w:r w:rsidR="005A3479">
        <w:t>é</w:t>
      </w:r>
      <w:r w:rsidR="005A3479">
        <w:t>jugés et vous m</w:t>
      </w:r>
      <w:r>
        <w:t>’</w:t>
      </w:r>
      <w:r w:rsidR="005A3479">
        <w:t>appreniez à en faire autant</w:t>
      </w:r>
      <w:r>
        <w:t xml:space="preserve">. </w:t>
      </w:r>
      <w:r w:rsidR="005A3479">
        <w:t>J</w:t>
      </w:r>
      <w:r>
        <w:t>’</w:t>
      </w:r>
      <w:r w:rsidR="005A3479">
        <w:t>avoue que je reste complètement stupéfait</w:t>
      </w:r>
      <w:r>
        <w:t xml:space="preserve"> : </w:t>
      </w:r>
      <w:r w:rsidR="005A3479">
        <w:t>vous déconcertez mon estime</w:t>
      </w:r>
      <w:r>
        <w:t>.</w:t>
      </w:r>
    </w:p>
    <w:p w14:paraId="78EE6D8B" w14:textId="77777777" w:rsidR="006F1ADB" w:rsidRDefault="006F1ADB" w:rsidP="005A3479">
      <w:r>
        <w:t>— </w:t>
      </w:r>
      <w:r w:rsidR="005A3479">
        <w:t>Cher ami</w:t>
      </w:r>
      <w:r>
        <w:t xml:space="preserve">, </w:t>
      </w:r>
      <w:r w:rsidR="005A3479">
        <w:t>mon seul ami</w:t>
      </w:r>
      <w:r>
        <w:t xml:space="preserve">, </w:t>
      </w:r>
      <w:r w:rsidR="005A3479">
        <w:t>ne soyez pas dur avec moi</w:t>
      </w:r>
      <w:r>
        <w:t xml:space="preserve">. </w:t>
      </w:r>
      <w:r w:rsidR="005A3479">
        <w:t>Je ne puis m</w:t>
      </w:r>
      <w:r>
        <w:t>’</w:t>
      </w:r>
      <w:r w:rsidR="005A3479">
        <w:t>empêcher maintenant</w:t>
      </w:r>
      <w:r>
        <w:t xml:space="preserve"> – </w:t>
      </w:r>
      <w:r w:rsidR="005A3479">
        <w:t>et j</w:t>
      </w:r>
      <w:r>
        <w:t>’</w:t>
      </w:r>
      <w:r w:rsidR="005A3479">
        <w:t>ai la conviction que je suis dans le vrai</w:t>
      </w:r>
      <w:r>
        <w:t xml:space="preserve"> – </w:t>
      </w:r>
      <w:r w:rsidR="005A3479">
        <w:t>de voir à la fin la lumière</w:t>
      </w:r>
      <w:r>
        <w:t xml:space="preserve">. </w:t>
      </w:r>
      <w:r w:rsidR="005A3479">
        <w:t>Mais</w:t>
      </w:r>
      <w:r>
        <w:t xml:space="preserve">, </w:t>
      </w:r>
      <w:r w:rsidR="005A3479">
        <w:t>oh</w:t>
      </w:r>
      <w:r>
        <w:t xml:space="preserve"> ! </w:t>
      </w:r>
      <w:r w:rsidR="005A3479">
        <w:t>comment en profiter</w:t>
      </w:r>
      <w:r>
        <w:t> ?</w:t>
      </w:r>
    </w:p>
    <w:p w14:paraId="4646186A" w14:textId="77777777" w:rsidR="006F1ADB" w:rsidRDefault="005A3479" w:rsidP="005A3479">
      <w:r>
        <w:t>Ils avancèrent quelques pas encore</w:t>
      </w:r>
      <w:r w:rsidR="006F1ADB">
        <w:t xml:space="preserve">, </w:t>
      </w:r>
      <w:r>
        <w:t>jusqu</w:t>
      </w:r>
      <w:r w:rsidR="006F1ADB">
        <w:t>’</w:t>
      </w:r>
      <w:r>
        <w:t>à ce qu</w:t>
      </w:r>
      <w:r w:rsidR="006F1ADB">
        <w:t>’</w:t>
      </w:r>
      <w:r>
        <w:t>ils fu</w:t>
      </w:r>
      <w:r>
        <w:t>s</w:t>
      </w:r>
      <w:r>
        <w:t>sent hors de l</w:t>
      </w:r>
      <w:r w:rsidR="006F1ADB">
        <w:t>’</w:t>
      </w:r>
      <w:r>
        <w:t>édifice et qu</w:t>
      </w:r>
      <w:r w:rsidR="006F1ADB">
        <w:t>’</w:t>
      </w:r>
      <w:r>
        <w:t>elle eût reporté la clef</w:t>
      </w:r>
      <w:r w:rsidR="006F1ADB">
        <w:t>.</w:t>
      </w:r>
    </w:p>
    <w:p w14:paraId="0EEDF817" w14:textId="77777777" w:rsidR="006F1ADB" w:rsidRDefault="006F1ADB" w:rsidP="005A3479">
      <w:r>
        <w:t>— </w:t>
      </w:r>
      <w:r w:rsidR="005A3479">
        <w:t>Se peut-il</w:t>
      </w:r>
      <w:r>
        <w:t xml:space="preserve"> (</w:t>
      </w:r>
      <w:r w:rsidR="005A3479">
        <w:t>lui dit</w:t>
      </w:r>
      <w:r>
        <w:t xml:space="preserve">, </w:t>
      </w:r>
      <w:r w:rsidR="005A3479">
        <w:t>quand elle revint</w:t>
      </w:r>
      <w:r>
        <w:t xml:space="preserve">, </w:t>
      </w:r>
      <w:r w:rsidR="005A3479">
        <w:t>Jude</w:t>
      </w:r>
      <w:r>
        <w:t xml:space="preserve">, </w:t>
      </w:r>
      <w:r w:rsidR="005A3479">
        <w:t>qui sentait r</w:t>
      </w:r>
      <w:r w:rsidR="005A3479">
        <w:t>e</w:t>
      </w:r>
      <w:r w:rsidR="005A3479">
        <w:t>naître en lui un peu de force</w:t>
      </w:r>
      <w:r>
        <w:t xml:space="preserve">, </w:t>
      </w:r>
      <w:r w:rsidR="005A3479">
        <w:t>maintenant qu</w:t>
      </w:r>
      <w:r>
        <w:t>’</w:t>
      </w:r>
      <w:r w:rsidR="005A3479">
        <w:t>il était dans l</w:t>
      </w:r>
      <w:r>
        <w:t>’</w:t>
      </w:r>
      <w:r w:rsidR="005A3479">
        <w:t>air libre de la rue</w:t>
      </w:r>
      <w:r>
        <w:t xml:space="preserve">), </w:t>
      </w:r>
      <w:r w:rsidR="005A3479">
        <w:t>se peut-il que ce soit là la jeune fille qui apporta les divinités païennes dans cette cité très chrétienne</w:t>
      </w:r>
      <w:r>
        <w:t xml:space="preserve"> ? </w:t>
      </w:r>
      <w:r w:rsidR="005A3479">
        <w:t>qui citait Gibbon et Shelley et Mill</w:t>
      </w:r>
      <w:r>
        <w:t xml:space="preserve"> ? </w:t>
      </w:r>
      <w:r w:rsidR="005A3479">
        <w:t>Où sont maintenant Apollon et V</w:t>
      </w:r>
      <w:r w:rsidR="005A3479">
        <w:t>é</w:t>
      </w:r>
      <w:r w:rsidR="005A3479">
        <w:t>nus</w:t>
      </w:r>
      <w:r>
        <w:t xml:space="preserve">, </w:t>
      </w:r>
      <w:r w:rsidR="005A3479">
        <w:t>les dieux aimés</w:t>
      </w:r>
      <w:r>
        <w:t> ?</w:t>
      </w:r>
    </w:p>
    <w:p w14:paraId="49074890" w14:textId="77777777" w:rsidR="006F1ADB" w:rsidRDefault="006F1ADB" w:rsidP="005A3479">
      <w:r>
        <w:t>— </w:t>
      </w:r>
      <w:r w:rsidR="005A3479">
        <w:t>Oh</w:t>
      </w:r>
      <w:r>
        <w:t xml:space="preserve"> ! </w:t>
      </w:r>
      <w:r w:rsidR="005A3479">
        <w:t>ne soyez pas si cruel pour moi</w:t>
      </w:r>
      <w:r>
        <w:t xml:space="preserve">. </w:t>
      </w:r>
      <w:r w:rsidR="005A3479">
        <w:t>Jude</w:t>
      </w:r>
      <w:r>
        <w:t xml:space="preserve">, </w:t>
      </w:r>
      <w:r w:rsidR="005A3479">
        <w:t>pour moi qui suis si malheureuse</w:t>
      </w:r>
      <w:r>
        <w:t>. (</w:t>
      </w:r>
      <w:r w:rsidR="005A3479">
        <w:t>Elle sanglotait</w:t>
      </w:r>
      <w:r>
        <w:t xml:space="preserve">.) </w:t>
      </w:r>
      <w:r w:rsidR="005A3479">
        <w:t>Je ne puis pas raisonner avec vous</w:t>
      </w:r>
      <w:r>
        <w:t xml:space="preserve">. </w:t>
      </w:r>
      <w:r w:rsidR="005A3479">
        <w:t>J</w:t>
      </w:r>
      <w:r>
        <w:t>’</w:t>
      </w:r>
      <w:r w:rsidR="005A3479">
        <w:t>avais tort</w:t>
      </w:r>
      <w:r>
        <w:t xml:space="preserve">, </w:t>
      </w:r>
      <w:r w:rsidR="005A3479">
        <w:t>orgueilleuse de ma propre pensée</w:t>
      </w:r>
      <w:r>
        <w:t xml:space="preserve"> ! </w:t>
      </w:r>
      <w:r w:rsidR="005A3479">
        <w:t>L</w:t>
      </w:r>
      <w:r>
        <w:t>’</w:t>
      </w:r>
      <w:r w:rsidR="005A3479">
        <w:t>arrivée d</w:t>
      </w:r>
      <w:r>
        <w:t>’</w:t>
      </w:r>
      <w:proofErr w:type="spellStart"/>
      <w:r w:rsidR="005A3479">
        <w:t>Arabella</w:t>
      </w:r>
      <w:proofErr w:type="spellEnd"/>
      <w:r w:rsidR="005A3479">
        <w:t xml:space="preserve"> a été la fin</w:t>
      </w:r>
      <w:r>
        <w:t xml:space="preserve">. </w:t>
      </w:r>
      <w:r w:rsidR="005A3479">
        <w:t>Ne me raillez pas</w:t>
      </w:r>
      <w:r>
        <w:t xml:space="preserve"> ; </w:t>
      </w:r>
      <w:r w:rsidR="005A3479">
        <w:t>cela coupe comme un couteau</w:t>
      </w:r>
      <w:r>
        <w:t> !</w:t>
      </w:r>
    </w:p>
    <w:p w14:paraId="04A246FF" w14:textId="77777777" w:rsidR="006F1ADB" w:rsidRDefault="005A3479" w:rsidP="005A3479">
      <w:r>
        <w:t>Il jeta ses bras autour d</w:t>
      </w:r>
      <w:r w:rsidR="006F1ADB">
        <w:t>’</w:t>
      </w:r>
      <w:r>
        <w:t>elle et l</w:t>
      </w:r>
      <w:r w:rsidR="006F1ADB">
        <w:t>’</w:t>
      </w:r>
      <w:r>
        <w:t>embrassa avec passion</w:t>
      </w:r>
      <w:r w:rsidR="006F1ADB">
        <w:t xml:space="preserve">, </w:t>
      </w:r>
      <w:r>
        <w:t>là</w:t>
      </w:r>
      <w:r w:rsidR="006F1ADB">
        <w:t xml:space="preserve">, </w:t>
      </w:r>
      <w:r>
        <w:t>dans la rue silencieuse</w:t>
      </w:r>
      <w:r w:rsidR="006F1ADB">
        <w:t xml:space="preserve">, </w:t>
      </w:r>
      <w:r>
        <w:t>avant qu</w:t>
      </w:r>
      <w:r w:rsidR="006F1ADB">
        <w:t>’</w:t>
      </w:r>
      <w:r>
        <w:t>elle pût l</w:t>
      </w:r>
      <w:r w:rsidR="006F1ADB">
        <w:t>’</w:t>
      </w:r>
      <w:r>
        <w:t>en empêcher</w:t>
      </w:r>
      <w:r w:rsidR="006F1ADB">
        <w:t xml:space="preserve">. </w:t>
      </w:r>
      <w:r>
        <w:t>Ils a</w:t>
      </w:r>
      <w:r>
        <w:t>l</w:t>
      </w:r>
      <w:r>
        <w:t>laient</w:t>
      </w:r>
      <w:r w:rsidR="006F1ADB">
        <w:t xml:space="preserve">, </w:t>
      </w:r>
      <w:r>
        <w:t>et se trouvèrent bientôt devant un petit café</w:t>
      </w:r>
      <w:r w:rsidR="006F1ADB">
        <w:t>.</w:t>
      </w:r>
    </w:p>
    <w:p w14:paraId="34AE35DE" w14:textId="77777777" w:rsidR="006F1ADB" w:rsidRDefault="006F1ADB" w:rsidP="005A3479">
      <w:r>
        <w:t>— </w:t>
      </w:r>
      <w:r w:rsidR="005A3479">
        <w:t>Jude</w:t>
      </w:r>
      <w:r>
        <w:t xml:space="preserve">, </w:t>
      </w:r>
      <w:r w:rsidR="005A3479">
        <w:t>dit-elle</w:t>
      </w:r>
      <w:r>
        <w:t xml:space="preserve">, </w:t>
      </w:r>
      <w:r w:rsidR="005A3479">
        <w:t>en étouffant ses larmes</w:t>
      </w:r>
      <w:r>
        <w:t xml:space="preserve">, </w:t>
      </w:r>
      <w:r w:rsidR="005A3479">
        <w:t>voudriez-vous vous occuper de trouver un logement ici</w:t>
      </w:r>
      <w:r>
        <w:t> ?</w:t>
      </w:r>
    </w:p>
    <w:p w14:paraId="544EFD58" w14:textId="77777777" w:rsidR="006F1ADB" w:rsidRDefault="006F1ADB" w:rsidP="005A3479">
      <w:r>
        <w:lastRenderedPageBreak/>
        <w:t>— </w:t>
      </w:r>
      <w:r w:rsidR="005A3479">
        <w:t>Je veux bien</w:t>
      </w:r>
      <w:r>
        <w:t xml:space="preserve">, </w:t>
      </w:r>
      <w:r w:rsidR="005A3479">
        <w:t>si</w:t>
      </w:r>
      <w:r>
        <w:t xml:space="preserve">… </w:t>
      </w:r>
      <w:r w:rsidR="005A3479">
        <w:t>si vous le désirez vraiment</w:t>
      </w:r>
      <w:r>
        <w:t xml:space="preserve">. </w:t>
      </w:r>
      <w:r w:rsidR="005A3479">
        <w:t>Mais est-ce bien ainsi</w:t>
      </w:r>
      <w:r>
        <w:t xml:space="preserve"> ? </w:t>
      </w:r>
      <w:r w:rsidR="005A3479">
        <w:t>Laissez-moi aller jusqu</w:t>
      </w:r>
      <w:r>
        <w:t>’</w:t>
      </w:r>
      <w:r w:rsidR="005A3479">
        <w:t>à notre porte et vous co</w:t>
      </w:r>
      <w:r w:rsidR="005A3479">
        <w:t>m</w:t>
      </w:r>
      <w:r w:rsidR="005A3479">
        <w:t>prendrez</w:t>
      </w:r>
      <w:r>
        <w:t>.</w:t>
      </w:r>
    </w:p>
    <w:p w14:paraId="1A231A13" w14:textId="77777777" w:rsidR="006F1ADB" w:rsidRDefault="005A3479" w:rsidP="005A3479">
      <w:r>
        <w:t>Il vint et entra avec elle</w:t>
      </w:r>
      <w:r w:rsidR="006F1ADB">
        <w:t xml:space="preserve">. </w:t>
      </w:r>
      <w:r>
        <w:t>Elle dit qu</w:t>
      </w:r>
      <w:r w:rsidR="006F1ADB">
        <w:t>’</w:t>
      </w:r>
      <w:r>
        <w:t>elle ne voulait pas so</w:t>
      </w:r>
      <w:r>
        <w:t>u</w:t>
      </w:r>
      <w:r>
        <w:t>per</w:t>
      </w:r>
      <w:r w:rsidR="006F1ADB">
        <w:t xml:space="preserve">, </w:t>
      </w:r>
      <w:r>
        <w:t>et monta au premier</w:t>
      </w:r>
      <w:r w:rsidR="006F1ADB">
        <w:t xml:space="preserve">, </w:t>
      </w:r>
      <w:r>
        <w:t>dans l</w:t>
      </w:r>
      <w:r w:rsidR="006F1ADB">
        <w:t>’</w:t>
      </w:r>
      <w:r>
        <w:t>obscurité</w:t>
      </w:r>
      <w:r w:rsidR="006F1ADB">
        <w:t xml:space="preserve">. </w:t>
      </w:r>
      <w:r>
        <w:t>Elle alluma une l</w:t>
      </w:r>
      <w:r>
        <w:t>u</w:t>
      </w:r>
      <w:r>
        <w:t>mière et</w:t>
      </w:r>
      <w:r w:rsidR="006F1ADB">
        <w:t xml:space="preserve">, </w:t>
      </w:r>
      <w:r>
        <w:t>se retournant</w:t>
      </w:r>
      <w:r w:rsidR="006F1ADB">
        <w:t xml:space="preserve">, </w:t>
      </w:r>
      <w:r>
        <w:t>vit que Jude l</w:t>
      </w:r>
      <w:r w:rsidR="006F1ADB">
        <w:t>’</w:t>
      </w:r>
      <w:r>
        <w:t>avait suivie et se tenait à la porte de la chambre</w:t>
      </w:r>
      <w:r w:rsidR="006F1ADB">
        <w:t xml:space="preserve">. </w:t>
      </w:r>
      <w:r>
        <w:t>Elle vint vers lui</w:t>
      </w:r>
      <w:r w:rsidR="006F1ADB">
        <w:t xml:space="preserve">, </w:t>
      </w:r>
      <w:r>
        <w:t>sa main dans la sienne et dit</w:t>
      </w:r>
      <w:r w:rsidR="006F1ADB">
        <w:t> :</w:t>
      </w:r>
    </w:p>
    <w:p w14:paraId="18B16E38" w14:textId="77777777" w:rsidR="006F1ADB" w:rsidRDefault="006F1ADB" w:rsidP="005A3479">
      <w:r>
        <w:t>— </w:t>
      </w:r>
      <w:r w:rsidR="005A3479">
        <w:t>Bonne nuit</w:t>
      </w:r>
      <w:r>
        <w:t> !</w:t>
      </w:r>
    </w:p>
    <w:p w14:paraId="0612CAFC" w14:textId="77777777" w:rsidR="006F1ADB" w:rsidRDefault="006F1ADB" w:rsidP="005A3479">
      <w:r>
        <w:t>— </w:t>
      </w:r>
      <w:r w:rsidR="005A3479">
        <w:t>Mais</w:t>
      </w:r>
      <w:r>
        <w:t xml:space="preserve">, </w:t>
      </w:r>
      <w:r w:rsidR="005A3479">
        <w:t>Sue</w:t>
      </w:r>
      <w:r>
        <w:t xml:space="preserve"> ! </w:t>
      </w:r>
      <w:r w:rsidR="005A3479">
        <w:t>n</w:t>
      </w:r>
      <w:r>
        <w:t>’</w:t>
      </w:r>
      <w:r w:rsidR="005A3479">
        <w:t>est-ce pas chez nous ici</w:t>
      </w:r>
      <w:r>
        <w:t> ?</w:t>
      </w:r>
    </w:p>
    <w:p w14:paraId="51EA2421" w14:textId="77777777" w:rsidR="006F1ADB" w:rsidRDefault="006F1ADB" w:rsidP="005A3479">
      <w:r>
        <w:t>— </w:t>
      </w:r>
      <w:r w:rsidR="005A3479">
        <w:t>Vous avez dit que vous feriez comme je le désirais</w:t>
      </w:r>
      <w:r>
        <w:t> !</w:t>
      </w:r>
    </w:p>
    <w:p w14:paraId="200CC439" w14:textId="77777777" w:rsidR="006F1ADB" w:rsidRDefault="006F1ADB" w:rsidP="005A3479">
      <w:r>
        <w:t>— </w:t>
      </w:r>
      <w:r w:rsidR="005A3479">
        <w:t>Oui</w:t>
      </w:r>
      <w:r>
        <w:t xml:space="preserve">. </w:t>
      </w:r>
      <w:r w:rsidR="005A3479">
        <w:t>Très bien</w:t>
      </w:r>
      <w:r>
        <w:t xml:space="preserve"> !… </w:t>
      </w:r>
      <w:r w:rsidR="005A3479">
        <w:t>Peut-être ai-je eu tort de discuter avec mauvais goût comme je l</w:t>
      </w:r>
      <w:r>
        <w:t>’</w:t>
      </w:r>
      <w:r w:rsidR="005A3479">
        <w:t>ai fait</w:t>
      </w:r>
      <w:r>
        <w:t xml:space="preserve">. </w:t>
      </w:r>
      <w:r w:rsidR="005A3479">
        <w:t>Peut-être</w:t>
      </w:r>
      <w:r>
        <w:t xml:space="preserve">, </w:t>
      </w:r>
      <w:r w:rsidR="005A3479">
        <w:t>puisque nous ne pouvions nous marier consciencieusement tout d</w:t>
      </w:r>
      <w:r>
        <w:t>’</w:t>
      </w:r>
      <w:r w:rsidR="005A3479">
        <w:t>abord</w:t>
      </w:r>
      <w:r>
        <w:t xml:space="preserve">, </w:t>
      </w:r>
      <w:r w:rsidR="005A3479">
        <w:t>suivant les vieilles formes</w:t>
      </w:r>
      <w:r>
        <w:t xml:space="preserve">, </w:t>
      </w:r>
      <w:r w:rsidR="005A3479">
        <w:t>aurait-il fallu nous séparer</w:t>
      </w:r>
      <w:r>
        <w:t xml:space="preserve">. </w:t>
      </w:r>
      <w:r w:rsidR="005A3479">
        <w:t>Peut-être le monde n</w:t>
      </w:r>
      <w:r>
        <w:t>’</w:t>
      </w:r>
      <w:r w:rsidR="005A3479">
        <w:t>est-il pas assez éclairé pour des expériences comme la nôtre</w:t>
      </w:r>
      <w:r>
        <w:t xml:space="preserve"> ! </w:t>
      </w:r>
      <w:r w:rsidR="005A3479">
        <w:t>Qui étions-nous pour croire que nous pouvions ouvrir des voies</w:t>
      </w:r>
      <w:r>
        <w:t> ?</w:t>
      </w:r>
    </w:p>
    <w:p w14:paraId="6C9F3C66" w14:textId="77777777" w:rsidR="006F1ADB" w:rsidRDefault="006F1ADB" w:rsidP="005A3479">
      <w:r>
        <w:t>— </w:t>
      </w:r>
      <w:r w:rsidR="005A3479">
        <w:t>Je suis si joyeuse</w:t>
      </w:r>
      <w:r>
        <w:t xml:space="preserve">, </w:t>
      </w:r>
      <w:r w:rsidR="005A3479">
        <w:t>que vous compreniez bien cela</w:t>
      </w:r>
      <w:r>
        <w:t xml:space="preserve">, </w:t>
      </w:r>
      <w:r w:rsidR="005A3479">
        <w:t>quoi qu</w:t>
      </w:r>
      <w:r>
        <w:t>’</w:t>
      </w:r>
      <w:r w:rsidR="005A3479">
        <w:t>il en soit</w:t>
      </w:r>
      <w:r>
        <w:t xml:space="preserve">. </w:t>
      </w:r>
      <w:r w:rsidR="005A3479">
        <w:t>Je n</w:t>
      </w:r>
      <w:r>
        <w:t>’</w:t>
      </w:r>
      <w:r w:rsidR="005A3479">
        <w:t>ai jamais eu le propos délibéré d</w:t>
      </w:r>
      <w:r>
        <w:t>’</w:t>
      </w:r>
      <w:r w:rsidR="005A3479">
        <w:t>agir comme je faisais</w:t>
      </w:r>
      <w:r>
        <w:t xml:space="preserve">. </w:t>
      </w:r>
      <w:r w:rsidR="005A3479">
        <w:t>La jalousie et l</w:t>
      </w:r>
      <w:r>
        <w:t>’</w:t>
      </w:r>
      <w:r w:rsidR="005A3479">
        <w:t>agitation m</w:t>
      </w:r>
      <w:r>
        <w:t>’</w:t>
      </w:r>
      <w:r w:rsidR="005A3479">
        <w:t>ont insensiblement conduite à ma fausse position</w:t>
      </w:r>
      <w:r>
        <w:t>.</w:t>
      </w:r>
    </w:p>
    <w:p w14:paraId="400A3ED1" w14:textId="77777777" w:rsidR="006F1ADB" w:rsidRDefault="006F1ADB" w:rsidP="005A3479">
      <w:r>
        <w:t>— </w:t>
      </w:r>
      <w:r w:rsidR="005A3479">
        <w:t>Mais sûrement l</w:t>
      </w:r>
      <w:r>
        <w:t>’</w:t>
      </w:r>
      <w:r w:rsidR="005A3479">
        <w:t>amour aussi</w:t>
      </w:r>
      <w:r>
        <w:t xml:space="preserve">. </w:t>
      </w:r>
      <w:r w:rsidR="005A3479">
        <w:t>Vous m</w:t>
      </w:r>
      <w:r>
        <w:t>’</w:t>
      </w:r>
      <w:r w:rsidR="005A3479">
        <w:t>aimiez</w:t>
      </w:r>
      <w:r>
        <w:t> ?</w:t>
      </w:r>
    </w:p>
    <w:p w14:paraId="1F5D80ED" w14:textId="77777777" w:rsidR="006F1ADB" w:rsidRDefault="006F1ADB" w:rsidP="005A3479">
      <w:r>
        <w:t>— </w:t>
      </w:r>
      <w:r w:rsidR="005A3479">
        <w:t>Oui</w:t>
      </w:r>
      <w:r>
        <w:t xml:space="preserve">. </w:t>
      </w:r>
      <w:r w:rsidR="005A3479">
        <w:t>Mais j</w:t>
      </w:r>
      <w:r>
        <w:t>’</w:t>
      </w:r>
      <w:r w:rsidR="005A3479">
        <w:t>aurais voulu que l</w:t>
      </w:r>
      <w:r>
        <w:t>’</w:t>
      </w:r>
      <w:r w:rsidR="005A3479">
        <w:t>amour en restât là et que nous ne cessions pas d</w:t>
      </w:r>
      <w:r>
        <w:t>’</w:t>
      </w:r>
      <w:r w:rsidR="005A3479">
        <w:t>être de purs amants</w:t>
      </w:r>
      <w:r>
        <w:t xml:space="preserve">, </w:t>
      </w:r>
      <w:r w:rsidR="005A3479">
        <w:t>jusque ce que</w:t>
      </w:r>
      <w:r>
        <w:t>…</w:t>
      </w:r>
    </w:p>
    <w:p w14:paraId="4C4CED7A" w14:textId="77777777" w:rsidR="006F1ADB" w:rsidRDefault="006F1ADB" w:rsidP="005A3479">
      <w:r>
        <w:t>— </w:t>
      </w:r>
      <w:r w:rsidR="005A3479">
        <w:t>Mais quand on aime</w:t>
      </w:r>
      <w:r>
        <w:t xml:space="preserve">, </w:t>
      </w:r>
      <w:r w:rsidR="005A3479">
        <w:t>on ne peut pas vivre toujours ainsi</w:t>
      </w:r>
      <w:r>
        <w:t> !</w:t>
      </w:r>
    </w:p>
    <w:p w14:paraId="1DBBA3D1" w14:textId="77777777" w:rsidR="006F1ADB" w:rsidRDefault="006F1ADB" w:rsidP="005A3479">
      <w:r>
        <w:lastRenderedPageBreak/>
        <w:t>— </w:t>
      </w:r>
      <w:r w:rsidR="005A3479">
        <w:t>Les femmes le pourraient</w:t>
      </w:r>
      <w:r>
        <w:t xml:space="preserve"> ; </w:t>
      </w:r>
      <w:r w:rsidR="005A3479">
        <w:t>les hommes ne peuvent pas</w:t>
      </w:r>
      <w:r>
        <w:t xml:space="preserve">, </w:t>
      </w:r>
      <w:r w:rsidR="005A3479">
        <w:t>parce que</w:t>
      </w:r>
      <w:r>
        <w:t xml:space="preserve">… </w:t>
      </w:r>
      <w:r w:rsidR="005A3479">
        <w:t>ils ne veulent pas</w:t>
      </w:r>
      <w:r>
        <w:t xml:space="preserve">. </w:t>
      </w:r>
      <w:r w:rsidR="005A3479">
        <w:t>Une femme moyenne est sup</w:t>
      </w:r>
      <w:r w:rsidR="005A3479">
        <w:t>é</w:t>
      </w:r>
      <w:r w:rsidR="005A3479">
        <w:t>rieure à un homme moyen en ceci qu</w:t>
      </w:r>
      <w:r>
        <w:t>’</w:t>
      </w:r>
      <w:r w:rsidR="005A3479">
        <w:t>elle ne commence jamais</w:t>
      </w:r>
      <w:r>
        <w:t xml:space="preserve"> ; </w:t>
      </w:r>
      <w:r w:rsidR="005A3479">
        <w:t>elle ne fait que répondre</w:t>
      </w:r>
      <w:r>
        <w:t xml:space="preserve">. </w:t>
      </w:r>
      <w:r w:rsidR="005A3479">
        <w:t>Nous aurions dû vivre dans une ré</w:t>
      </w:r>
      <w:r w:rsidR="005A3479">
        <w:t>u</w:t>
      </w:r>
      <w:r w:rsidR="005A3479">
        <w:t>nion spirituelle</w:t>
      </w:r>
      <w:r>
        <w:t xml:space="preserve">, </w:t>
      </w:r>
      <w:r w:rsidR="005A3479">
        <w:t>et rien de plus</w:t>
      </w:r>
      <w:r>
        <w:t>.</w:t>
      </w:r>
    </w:p>
    <w:p w14:paraId="7F3A3052" w14:textId="77777777" w:rsidR="006F1ADB" w:rsidRDefault="006F1ADB" w:rsidP="005A3479">
      <w:r>
        <w:t>— </w:t>
      </w:r>
      <w:r w:rsidR="005A3479">
        <w:t>J</w:t>
      </w:r>
      <w:r>
        <w:t>’</w:t>
      </w:r>
      <w:r w:rsidR="005A3479">
        <w:t>ai été la cause malheureuse du changement</w:t>
      </w:r>
      <w:r>
        <w:t xml:space="preserve">, </w:t>
      </w:r>
      <w:r w:rsidR="005A3479">
        <w:t>comme je vous l</w:t>
      </w:r>
      <w:r>
        <w:t>’</w:t>
      </w:r>
      <w:r w:rsidR="005A3479">
        <w:t>ai déjà dit</w:t>
      </w:r>
      <w:r>
        <w:t xml:space="preserve">… </w:t>
      </w:r>
      <w:r w:rsidR="005A3479">
        <w:t>Bien</w:t>
      </w:r>
      <w:r>
        <w:t xml:space="preserve">, </w:t>
      </w:r>
      <w:r w:rsidR="005A3479">
        <w:t>comme vous voudrez</w:t>
      </w:r>
      <w:r>
        <w:t xml:space="preserve">… </w:t>
      </w:r>
      <w:r w:rsidR="005A3479">
        <w:t>Mais la nature humaine ne peut s</w:t>
      </w:r>
      <w:r>
        <w:t>’</w:t>
      </w:r>
      <w:r w:rsidR="005A3479">
        <w:t>empêcher d</w:t>
      </w:r>
      <w:r>
        <w:t>’</w:t>
      </w:r>
      <w:r w:rsidR="005A3479">
        <w:t>être elle-même</w:t>
      </w:r>
      <w:r>
        <w:t>…</w:t>
      </w:r>
    </w:p>
    <w:p w14:paraId="5C780C8B" w14:textId="77777777" w:rsidR="006F1ADB" w:rsidRDefault="006F1ADB" w:rsidP="005A3479">
      <w:r>
        <w:t>— </w:t>
      </w:r>
      <w:r w:rsidR="005A3479">
        <w:t>Oh</w:t>
      </w:r>
      <w:r>
        <w:t xml:space="preserve"> ! </w:t>
      </w:r>
      <w:r w:rsidR="005A3479">
        <w:t>oui</w:t>
      </w:r>
      <w:r>
        <w:t xml:space="preserve">, </w:t>
      </w:r>
      <w:r w:rsidR="005A3479">
        <w:t>c</w:t>
      </w:r>
      <w:r>
        <w:t>’</w:t>
      </w:r>
      <w:r w:rsidR="005A3479">
        <w:t>est là justement ce qu</w:t>
      </w:r>
      <w:r>
        <w:t>’</w:t>
      </w:r>
      <w:r w:rsidR="005A3479">
        <w:t>il faut apprendre</w:t>
      </w:r>
      <w:r>
        <w:t xml:space="preserve"> : </w:t>
      </w:r>
      <w:r w:rsidR="005A3479">
        <w:t>la maîtrise de soi</w:t>
      </w:r>
      <w:r>
        <w:t>.</w:t>
      </w:r>
    </w:p>
    <w:p w14:paraId="24DFDB92" w14:textId="77777777" w:rsidR="006F1ADB" w:rsidRDefault="006F1ADB" w:rsidP="005A3479">
      <w:r>
        <w:t>— </w:t>
      </w:r>
      <w:r w:rsidR="005A3479">
        <w:t>Je le répète</w:t>
      </w:r>
      <w:r>
        <w:t xml:space="preserve"> : </w:t>
      </w:r>
      <w:r w:rsidR="005A3479">
        <w:t>si l</w:t>
      </w:r>
      <w:r>
        <w:t>’</w:t>
      </w:r>
      <w:r w:rsidR="005A3479">
        <w:t>un de nous fut à blâmer</w:t>
      </w:r>
      <w:r>
        <w:t xml:space="preserve">, </w:t>
      </w:r>
      <w:r w:rsidR="005A3479">
        <w:t>ce n</w:t>
      </w:r>
      <w:r>
        <w:t>’</w:t>
      </w:r>
      <w:r w:rsidR="005A3479">
        <w:t>est pas vous</w:t>
      </w:r>
      <w:r>
        <w:t xml:space="preserve">, </w:t>
      </w:r>
      <w:r w:rsidR="005A3479">
        <w:t>mais moi</w:t>
      </w:r>
      <w:r>
        <w:t>.</w:t>
      </w:r>
    </w:p>
    <w:p w14:paraId="3B0557FB" w14:textId="77777777" w:rsidR="006F1ADB" w:rsidRDefault="006F1ADB" w:rsidP="005A3479">
      <w:r>
        <w:t>— </w:t>
      </w:r>
      <w:r w:rsidR="005A3479">
        <w:t>Non</w:t>
      </w:r>
      <w:r>
        <w:t xml:space="preserve">, </w:t>
      </w:r>
      <w:r w:rsidR="005A3479">
        <w:t>ce fut bien moi</w:t>
      </w:r>
      <w:r>
        <w:t xml:space="preserve">. </w:t>
      </w:r>
      <w:r w:rsidR="005A3479">
        <w:t>Vous n</w:t>
      </w:r>
      <w:r>
        <w:t>’</w:t>
      </w:r>
      <w:r w:rsidR="005A3479">
        <w:t>avez pas d</w:t>
      </w:r>
      <w:r>
        <w:t>’</w:t>
      </w:r>
      <w:r w:rsidR="005A3479">
        <w:t>autre tort que le désir naturel à l</w:t>
      </w:r>
      <w:r>
        <w:t>’</w:t>
      </w:r>
      <w:r w:rsidR="005A3479">
        <w:t>homme de posséder la femme</w:t>
      </w:r>
      <w:r>
        <w:t xml:space="preserve">. </w:t>
      </w:r>
      <w:r w:rsidR="005A3479">
        <w:t>Moi</w:t>
      </w:r>
      <w:r>
        <w:t xml:space="preserve">, </w:t>
      </w:r>
      <w:r w:rsidR="005A3479">
        <w:t>je n</w:t>
      </w:r>
      <w:r>
        <w:t>’</w:t>
      </w:r>
      <w:r w:rsidR="005A3479">
        <w:t>ai pa</w:t>
      </w:r>
      <w:r w:rsidR="005A3479">
        <w:t>r</w:t>
      </w:r>
      <w:r w:rsidR="005A3479">
        <w:t>tagé ce désir que quand la jalousie m</w:t>
      </w:r>
      <w:r>
        <w:t>’</w:t>
      </w:r>
      <w:r w:rsidR="005A3479">
        <w:t xml:space="preserve">a poussée à évincer </w:t>
      </w:r>
      <w:proofErr w:type="spellStart"/>
      <w:r w:rsidR="005A3479">
        <w:t>Ar</w:t>
      </w:r>
      <w:r w:rsidR="005A3479">
        <w:t>a</w:t>
      </w:r>
      <w:r w:rsidR="005A3479">
        <w:t>bella</w:t>
      </w:r>
      <w:proofErr w:type="spellEnd"/>
      <w:r>
        <w:t xml:space="preserve">. </w:t>
      </w:r>
      <w:r w:rsidR="005A3479">
        <w:t>J</w:t>
      </w:r>
      <w:r>
        <w:t>’</w:t>
      </w:r>
      <w:r w:rsidR="005A3479">
        <w:t>avais bien pensé que je devais par charité vous laisser m</w:t>
      </w:r>
      <w:r>
        <w:t>’</w:t>
      </w:r>
      <w:r w:rsidR="005A3479">
        <w:t>approcher</w:t>
      </w:r>
      <w:r>
        <w:t xml:space="preserve">, </w:t>
      </w:r>
      <w:r w:rsidR="005A3479">
        <w:t>qu</w:t>
      </w:r>
      <w:r>
        <w:t>’</w:t>
      </w:r>
      <w:r w:rsidR="005A3479">
        <w:t>il était horriblement égoïste de vous torturer</w:t>
      </w:r>
      <w:r>
        <w:t xml:space="preserve">, </w:t>
      </w:r>
      <w:r w:rsidR="005A3479">
        <w:t>comme j</w:t>
      </w:r>
      <w:r>
        <w:t>’</w:t>
      </w:r>
      <w:r w:rsidR="005A3479">
        <w:t>avais fait à mon autre ami</w:t>
      </w:r>
      <w:r>
        <w:t xml:space="preserve">. </w:t>
      </w:r>
      <w:r w:rsidR="005A3479">
        <w:t>Pourtant</w:t>
      </w:r>
      <w:r>
        <w:t xml:space="preserve">, </w:t>
      </w:r>
      <w:r w:rsidR="005A3479">
        <w:t>je n</w:t>
      </w:r>
      <w:r>
        <w:t>’</w:t>
      </w:r>
      <w:r w:rsidR="005A3479">
        <w:t>aurais pas cédé si vous n</w:t>
      </w:r>
      <w:r>
        <w:t>’</w:t>
      </w:r>
      <w:r w:rsidR="005A3479">
        <w:t>aviez triomphé de moi en me faisant craindre que vous retourneriez à elle</w:t>
      </w:r>
      <w:r>
        <w:t xml:space="preserve">… </w:t>
      </w:r>
      <w:r w:rsidR="005A3479">
        <w:t>Mais ne parlons plus de cela</w:t>
      </w:r>
      <w:r>
        <w:t xml:space="preserve"> ! </w:t>
      </w:r>
      <w:r w:rsidR="005A3479">
        <w:t>Jude</w:t>
      </w:r>
      <w:r>
        <w:t xml:space="preserve">, </w:t>
      </w:r>
      <w:r w:rsidR="005A3479">
        <w:t>voulez-vous me laisser à moi-même maintenant</w:t>
      </w:r>
      <w:r>
        <w:t xml:space="preserve"> ? </w:t>
      </w:r>
      <w:r w:rsidR="005A3479">
        <w:t>Il éclata</w:t>
      </w:r>
      <w:r>
        <w:t> :</w:t>
      </w:r>
    </w:p>
    <w:p w14:paraId="2B1D45FE" w14:textId="77777777" w:rsidR="006F1ADB" w:rsidRDefault="006F1ADB" w:rsidP="005A3479">
      <w:r>
        <w:t>— </w:t>
      </w:r>
      <w:r w:rsidR="005A3479">
        <w:t>Ah</w:t>
      </w:r>
      <w:r>
        <w:t xml:space="preserve"> ! </w:t>
      </w:r>
      <w:r w:rsidR="005A3479">
        <w:t>mon vieux reproche était</w:t>
      </w:r>
      <w:r>
        <w:t xml:space="preserve">, </w:t>
      </w:r>
      <w:r w:rsidR="005A3479">
        <w:t>après tout</w:t>
      </w:r>
      <w:r>
        <w:t xml:space="preserve">, </w:t>
      </w:r>
      <w:r w:rsidR="005A3479">
        <w:t>trop bien fo</w:t>
      </w:r>
      <w:r w:rsidR="005A3479">
        <w:t>n</w:t>
      </w:r>
      <w:r w:rsidR="005A3479">
        <w:t>dé</w:t>
      </w:r>
      <w:r>
        <w:t xml:space="preserve">. </w:t>
      </w:r>
      <w:r w:rsidR="005A3479">
        <w:t>Vous ne m</w:t>
      </w:r>
      <w:r>
        <w:t>’</w:t>
      </w:r>
      <w:r w:rsidR="005A3479">
        <w:t>avez jamais aimé comme je vous aime</w:t>
      </w:r>
      <w:r>
        <w:t xml:space="preserve">, </w:t>
      </w:r>
      <w:r w:rsidR="005A3479">
        <w:t>jamais</w:t>
      </w:r>
      <w:r>
        <w:t xml:space="preserve">, </w:t>
      </w:r>
      <w:r w:rsidR="005A3479">
        <w:t>jamais</w:t>
      </w:r>
      <w:r>
        <w:t xml:space="preserve"> ! </w:t>
      </w:r>
      <w:r w:rsidR="005A3479">
        <w:t>Vous n</w:t>
      </w:r>
      <w:r>
        <w:t>’</w:t>
      </w:r>
      <w:r w:rsidR="005A3479">
        <w:t>avez pas un cœur passionné</w:t>
      </w:r>
      <w:r>
        <w:t xml:space="preserve">, </w:t>
      </w:r>
      <w:r w:rsidR="005A3479">
        <w:t>vous</w:t>
      </w:r>
      <w:r>
        <w:t xml:space="preserve"> ; </w:t>
      </w:r>
      <w:r w:rsidR="005A3479">
        <w:t>votre cœur ne brûle pas dans une flamme</w:t>
      </w:r>
      <w:r>
        <w:t xml:space="preserve"> ! </w:t>
      </w:r>
      <w:r w:rsidR="005A3479">
        <w:t>Vous êtes</w:t>
      </w:r>
      <w:r>
        <w:t xml:space="preserve">, </w:t>
      </w:r>
      <w:r w:rsidR="005A3479">
        <w:t>somme toute</w:t>
      </w:r>
      <w:r>
        <w:t xml:space="preserve">, </w:t>
      </w:r>
      <w:r w:rsidR="005A3479">
        <w:t>froide</w:t>
      </w:r>
      <w:r>
        <w:t xml:space="preserve">, </w:t>
      </w:r>
      <w:r w:rsidR="005A3479">
        <w:t>une sorte de fée ou d</w:t>
      </w:r>
      <w:r>
        <w:t>’</w:t>
      </w:r>
      <w:r w:rsidR="005A3479">
        <w:t>esprit</w:t>
      </w:r>
      <w:r>
        <w:t xml:space="preserve">, </w:t>
      </w:r>
      <w:r w:rsidR="005A3479">
        <w:t>non une femme</w:t>
      </w:r>
      <w:r>
        <w:t> !</w:t>
      </w:r>
    </w:p>
    <w:p w14:paraId="78EB3F3A" w14:textId="5B5F94BC" w:rsidR="006F1ADB" w:rsidRDefault="006F1ADB" w:rsidP="005A3479">
      <w:r>
        <w:t>— </w:t>
      </w:r>
      <w:r w:rsidR="005A3479">
        <w:t>Tout d</w:t>
      </w:r>
      <w:r>
        <w:t>’</w:t>
      </w:r>
      <w:r w:rsidR="005A3479">
        <w:t>abord</w:t>
      </w:r>
      <w:r>
        <w:t xml:space="preserve">, </w:t>
      </w:r>
      <w:r w:rsidR="005A3479">
        <w:t>je ne vous aimai pas</w:t>
      </w:r>
      <w:r>
        <w:t xml:space="preserve">, </w:t>
      </w:r>
      <w:r w:rsidR="005A3479">
        <w:t>Jude</w:t>
      </w:r>
      <w:r>
        <w:t xml:space="preserve">. </w:t>
      </w:r>
      <w:r w:rsidR="005A3479">
        <w:t>Cela</w:t>
      </w:r>
      <w:r>
        <w:t xml:space="preserve">, </w:t>
      </w:r>
      <w:r w:rsidR="005A3479">
        <w:t>je l</w:t>
      </w:r>
      <w:r>
        <w:t>’</w:t>
      </w:r>
      <w:r w:rsidR="005A3479">
        <w:t>avoue</w:t>
      </w:r>
      <w:r>
        <w:t xml:space="preserve">. </w:t>
      </w:r>
      <w:r w:rsidR="005A3479">
        <w:t>Dans les premiers temps où je vous connus</w:t>
      </w:r>
      <w:r>
        <w:t xml:space="preserve">, </w:t>
      </w:r>
      <w:r w:rsidR="005A3479">
        <w:t>j</w:t>
      </w:r>
      <w:r>
        <w:t>’</w:t>
      </w:r>
      <w:r w:rsidR="005A3479">
        <w:t>avais seulement besoin de votre amour</w:t>
      </w:r>
      <w:r>
        <w:t xml:space="preserve">. </w:t>
      </w:r>
      <w:r w:rsidR="005A3479">
        <w:t xml:space="preserve">Je ne fus pas précisément </w:t>
      </w:r>
      <w:r w:rsidR="005A3479">
        <w:lastRenderedPageBreak/>
        <w:t>coquette avec vous</w:t>
      </w:r>
      <w:r>
        <w:t xml:space="preserve">, </w:t>
      </w:r>
      <w:r w:rsidR="005A3479">
        <w:t>mais cet insatiable instinct qui mine la moralité de quelques femmes</w:t>
      </w:r>
      <w:r>
        <w:t xml:space="preserve">, </w:t>
      </w:r>
      <w:r w:rsidR="005A3479">
        <w:t>presque plus que la passion débridée</w:t>
      </w:r>
      <w:r>
        <w:t xml:space="preserve">, </w:t>
      </w:r>
      <w:r w:rsidR="005A3479">
        <w:t>l</w:t>
      </w:r>
      <w:r>
        <w:t>’</w:t>
      </w:r>
      <w:r w:rsidR="005A3479">
        <w:t>instinct d</w:t>
      </w:r>
      <w:r>
        <w:t>’</w:t>
      </w:r>
      <w:r w:rsidR="005A3479">
        <w:t>attirer et de captiver</w:t>
      </w:r>
      <w:r>
        <w:t xml:space="preserve">, </w:t>
      </w:r>
      <w:r w:rsidR="005A3479">
        <w:t>sans égard au mal que cela peut faire à l</w:t>
      </w:r>
      <w:r>
        <w:t>’</w:t>
      </w:r>
      <w:r w:rsidR="005A3479">
        <w:t>homme</w:t>
      </w:r>
      <w:r>
        <w:t xml:space="preserve">, </w:t>
      </w:r>
      <w:r w:rsidR="005A3479">
        <w:t>je l</w:t>
      </w:r>
      <w:r>
        <w:t>’</w:t>
      </w:r>
      <w:r w:rsidR="005A3479">
        <w:t>avais en moi</w:t>
      </w:r>
      <w:r>
        <w:t xml:space="preserve"> ; </w:t>
      </w:r>
      <w:r w:rsidR="005A3479">
        <w:t>et quand je compris que je vou</w:t>
      </w:r>
      <w:r w:rsidR="005A3479">
        <w:t>s</w:t>
      </w:r>
      <w:r w:rsidR="005A3479">
        <w:t xml:space="preserve"> avais pris</w:t>
      </w:r>
      <w:r w:rsidR="005A3479">
        <w:rPr>
          <w:i/>
        </w:rPr>
        <w:t xml:space="preserve"> </w:t>
      </w:r>
      <w:r w:rsidR="005A3479">
        <w:t>je fus effrayée</w:t>
      </w:r>
      <w:r>
        <w:t xml:space="preserve">. </w:t>
      </w:r>
      <w:r w:rsidR="005A3479">
        <w:t>Et alors</w:t>
      </w:r>
      <w:r>
        <w:t xml:space="preserve">, </w:t>
      </w:r>
      <w:r w:rsidR="005A3479">
        <w:t>je ne sais pas comment cela se fit</w:t>
      </w:r>
      <w:r>
        <w:t xml:space="preserve">, </w:t>
      </w:r>
      <w:r w:rsidR="005A3479">
        <w:t>je ne pouvais supporter de vous laisser partir</w:t>
      </w:r>
      <w:r>
        <w:t xml:space="preserve">, </w:t>
      </w:r>
      <w:r w:rsidR="005A3479">
        <w:t xml:space="preserve">revenir à </w:t>
      </w:r>
      <w:proofErr w:type="spellStart"/>
      <w:r w:rsidR="005A3479">
        <w:t>Arabella</w:t>
      </w:r>
      <w:proofErr w:type="spellEnd"/>
      <w:r>
        <w:t xml:space="preserve">, </w:t>
      </w:r>
      <w:r w:rsidR="005A3479">
        <w:t>peut-être</w:t>
      </w:r>
      <w:r>
        <w:t xml:space="preserve">, </w:t>
      </w:r>
      <w:r w:rsidR="005A3479">
        <w:t>et ainsi</w:t>
      </w:r>
      <w:r>
        <w:t xml:space="preserve">, </w:t>
      </w:r>
      <w:r w:rsidR="005A3479">
        <w:t>j</w:t>
      </w:r>
      <w:r>
        <w:t>’</w:t>
      </w:r>
      <w:r w:rsidR="005A3479">
        <w:t>en vins à vous aimer Jude</w:t>
      </w:r>
      <w:r>
        <w:t xml:space="preserve">. </w:t>
      </w:r>
      <w:r w:rsidR="005A3479">
        <w:t>Mais</w:t>
      </w:r>
      <w:r>
        <w:t xml:space="preserve">, </w:t>
      </w:r>
      <w:r w:rsidR="005A3479">
        <w:t>vous le voyez</w:t>
      </w:r>
      <w:r>
        <w:t xml:space="preserve">, </w:t>
      </w:r>
      <w:r w:rsidR="005A3479">
        <w:t>quelle qu</w:t>
      </w:r>
      <w:r>
        <w:t>’</w:t>
      </w:r>
      <w:r w:rsidR="005A3479">
        <w:t>en soit la fin</w:t>
      </w:r>
      <w:r>
        <w:t xml:space="preserve">, </w:t>
      </w:r>
      <w:r w:rsidR="005A3479">
        <w:t>cela commença dans l</w:t>
      </w:r>
      <w:r>
        <w:t>’</w:t>
      </w:r>
      <w:r w:rsidR="005A3479">
        <w:t>égoïsme et le cruel désir de faire souffrir votre cœur pour moi sans que le mien souffrît pour vous</w:t>
      </w:r>
      <w:r>
        <w:t>.</w:t>
      </w:r>
    </w:p>
    <w:p w14:paraId="46FDAFA1" w14:textId="77777777" w:rsidR="006F1ADB" w:rsidRDefault="006F1ADB" w:rsidP="005A3479">
      <w:r>
        <w:t>— </w:t>
      </w:r>
      <w:r w:rsidR="005A3479">
        <w:t>Et maintenant</w:t>
      </w:r>
      <w:r>
        <w:t xml:space="preserve">, </w:t>
      </w:r>
      <w:r w:rsidR="005A3479">
        <w:t>vous achevez votre cruauté par l</w:t>
      </w:r>
      <w:r>
        <w:t>’</w:t>
      </w:r>
      <w:r w:rsidR="005A3479">
        <w:t>abandon</w:t>
      </w:r>
      <w:r>
        <w:t> !</w:t>
      </w:r>
    </w:p>
    <w:p w14:paraId="0BE62E20" w14:textId="77777777" w:rsidR="006F1ADB" w:rsidRDefault="006F1ADB" w:rsidP="005A3479">
      <w:r>
        <w:t>— </w:t>
      </w:r>
      <w:r w:rsidR="005A3479">
        <w:t>Ah</w:t>
      </w:r>
      <w:r>
        <w:t xml:space="preserve"> ! </w:t>
      </w:r>
      <w:r w:rsidR="005A3479">
        <w:t>oui</w:t>
      </w:r>
      <w:r>
        <w:t xml:space="preserve">, </w:t>
      </w:r>
      <w:r w:rsidR="005A3479">
        <w:t>plus je me débats</w:t>
      </w:r>
      <w:r>
        <w:t xml:space="preserve">, </w:t>
      </w:r>
      <w:r w:rsidR="005A3479">
        <w:t>plus je fais de mal</w:t>
      </w:r>
      <w:r>
        <w:t> !</w:t>
      </w:r>
    </w:p>
    <w:p w14:paraId="216949F7" w14:textId="77777777" w:rsidR="006F1ADB" w:rsidRDefault="006F1ADB" w:rsidP="005A3479">
      <w:r>
        <w:t>— </w:t>
      </w:r>
      <w:r w:rsidR="005A3479">
        <w:t>Oh</w:t>
      </w:r>
      <w:r>
        <w:t xml:space="preserve"> ! </w:t>
      </w:r>
      <w:r w:rsidR="005A3479">
        <w:t>Sue</w:t>
      </w:r>
      <w:r>
        <w:t xml:space="preserve"> ! </w:t>
      </w:r>
      <w:r w:rsidR="005A3479">
        <w:t>dit-il avec un sentiment soudain de son propre danger</w:t>
      </w:r>
      <w:r>
        <w:t xml:space="preserve">, </w:t>
      </w:r>
      <w:r w:rsidR="005A3479">
        <w:t>ne faites pas une chose immorale pour des raisons m</w:t>
      </w:r>
      <w:r w:rsidR="005A3479">
        <w:t>o</w:t>
      </w:r>
      <w:r w:rsidR="005A3479">
        <w:t>rales</w:t>
      </w:r>
      <w:r>
        <w:t xml:space="preserve"> ! </w:t>
      </w:r>
      <w:r w:rsidR="005A3479">
        <w:t>Vous avez été mon salut social</w:t>
      </w:r>
      <w:r>
        <w:t xml:space="preserve">. </w:t>
      </w:r>
      <w:r w:rsidR="005A3479">
        <w:t>Restez avec moi pour l</w:t>
      </w:r>
      <w:r>
        <w:t>’</w:t>
      </w:r>
      <w:r w:rsidR="005A3479">
        <w:t>amour de l</w:t>
      </w:r>
      <w:r>
        <w:t>’</w:t>
      </w:r>
      <w:r w:rsidR="005A3479">
        <w:t>humanité</w:t>
      </w:r>
      <w:r>
        <w:t xml:space="preserve">. </w:t>
      </w:r>
      <w:r w:rsidR="005A3479">
        <w:t>Vous savez quel pauvre homme je suis</w:t>
      </w:r>
      <w:r>
        <w:t xml:space="preserve">. </w:t>
      </w:r>
      <w:r w:rsidR="005A3479">
        <w:t>Vous connaissez mes deux grands ennemis</w:t>
      </w:r>
      <w:r>
        <w:t xml:space="preserve"> : </w:t>
      </w:r>
      <w:r w:rsidR="005A3479">
        <w:t>mon faible pour les femmes</w:t>
      </w:r>
      <w:r>
        <w:t xml:space="preserve">, </w:t>
      </w:r>
      <w:r w:rsidR="005A3479">
        <w:t>et l</w:t>
      </w:r>
      <w:r>
        <w:t>’</w:t>
      </w:r>
      <w:r w:rsidR="005A3479">
        <w:t>attrait de l</w:t>
      </w:r>
      <w:r>
        <w:t>’</w:t>
      </w:r>
      <w:r w:rsidR="005A3479">
        <w:t>alcool</w:t>
      </w:r>
      <w:r>
        <w:t xml:space="preserve">. </w:t>
      </w:r>
      <w:r w:rsidR="005A3479">
        <w:t>Ne m</w:t>
      </w:r>
      <w:r>
        <w:t>’</w:t>
      </w:r>
      <w:r w:rsidR="005A3479">
        <w:t>abandonnez pas à eux</w:t>
      </w:r>
      <w:r>
        <w:t xml:space="preserve">, </w:t>
      </w:r>
      <w:r w:rsidR="005A3479">
        <w:t>Sue</w:t>
      </w:r>
      <w:r>
        <w:t xml:space="preserve">, </w:t>
      </w:r>
      <w:r w:rsidR="005A3479">
        <w:t>pour n</w:t>
      </w:r>
      <w:r>
        <w:t>’</w:t>
      </w:r>
      <w:r w:rsidR="005A3479">
        <w:t>avoir plus souci que du salut de votre âme</w:t>
      </w:r>
      <w:r>
        <w:t xml:space="preserve"> ! </w:t>
      </w:r>
      <w:r w:rsidR="005A3479">
        <w:t>Ils ont été merveilleusement tenus à distance depuis que vous êtes dev</w:t>
      </w:r>
      <w:r w:rsidR="005A3479">
        <w:t>e</w:t>
      </w:r>
      <w:r w:rsidR="005A3479">
        <w:t>nue mon ange gardien</w:t>
      </w:r>
      <w:r>
        <w:t xml:space="preserve"> ! </w:t>
      </w:r>
      <w:r w:rsidR="005A3479">
        <w:t>Depuis que vous avez été près de moi</w:t>
      </w:r>
      <w:r>
        <w:t xml:space="preserve">, </w:t>
      </w:r>
      <w:r w:rsidR="005A3479">
        <w:t>j</w:t>
      </w:r>
      <w:r>
        <w:t>’</w:t>
      </w:r>
      <w:r w:rsidR="005A3479">
        <w:t>ai été capable d</w:t>
      </w:r>
      <w:r>
        <w:t>’</w:t>
      </w:r>
      <w:r w:rsidR="005A3479">
        <w:t>affronter toutes les tentations du sort</w:t>
      </w:r>
      <w:r>
        <w:t xml:space="preserve">, </w:t>
      </w:r>
      <w:r w:rsidR="005A3479">
        <w:t>sans risque</w:t>
      </w:r>
      <w:r>
        <w:t xml:space="preserve">. </w:t>
      </w:r>
      <w:r w:rsidR="005A3479">
        <w:t>Est-ce que mon salut ne vaut pas un petit sacrifice de principe dogmatique</w:t>
      </w:r>
      <w:r>
        <w:t> ?…</w:t>
      </w:r>
    </w:p>
    <w:p w14:paraId="4F895920" w14:textId="77777777" w:rsidR="006F1ADB" w:rsidRDefault="005A3479" w:rsidP="005A3479">
      <w:r>
        <w:t>Elle éclata en sanglots</w:t>
      </w:r>
      <w:r w:rsidR="006F1ADB">
        <w:t>.</w:t>
      </w:r>
    </w:p>
    <w:p w14:paraId="514C24FC" w14:textId="77777777" w:rsidR="006F1ADB" w:rsidRDefault="006F1ADB" w:rsidP="005A3479">
      <w:r>
        <w:t>— </w:t>
      </w:r>
      <w:r w:rsidR="005A3479">
        <w:t>Oh</w:t>
      </w:r>
      <w:r>
        <w:t xml:space="preserve"> ! </w:t>
      </w:r>
      <w:r w:rsidR="005A3479">
        <w:t>mais il ne faut pas</w:t>
      </w:r>
      <w:r>
        <w:t xml:space="preserve">, </w:t>
      </w:r>
      <w:r w:rsidR="005A3479">
        <w:t>Jude</w:t>
      </w:r>
      <w:r>
        <w:t xml:space="preserve"> ! </w:t>
      </w:r>
      <w:r w:rsidR="005A3479">
        <w:t>Vous ne le ferez pas</w:t>
      </w:r>
      <w:r>
        <w:t xml:space="preserve"> ! </w:t>
      </w:r>
      <w:r w:rsidR="005A3479">
        <w:t>Je prierai pour vous nuit et jour</w:t>
      </w:r>
      <w:r>
        <w:t> !</w:t>
      </w:r>
    </w:p>
    <w:p w14:paraId="69B85726" w14:textId="77777777" w:rsidR="006F1ADB" w:rsidRDefault="006F1ADB" w:rsidP="005A3479">
      <w:r>
        <w:t>— </w:t>
      </w:r>
      <w:r w:rsidR="005A3479">
        <w:t>Bien</w:t>
      </w:r>
      <w:r>
        <w:t xml:space="preserve"> ! </w:t>
      </w:r>
      <w:r w:rsidR="005A3479">
        <w:t>n</w:t>
      </w:r>
      <w:r>
        <w:t>’</w:t>
      </w:r>
      <w:r w:rsidR="005A3479">
        <w:t>y pensez plus</w:t>
      </w:r>
      <w:r>
        <w:t xml:space="preserve"> ; </w:t>
      </w:r>
      <w:r w:rsidR="005A3479">
        <w:t>ne vous affligez pas</w:t>
      </w:r>
      <w:r>
        <w:t xml:space="preserve">, </w:t>
      </w:r>
      <w:r w:rsidR="005A3479">
        <w:t>dit Jude g</w:t>
      </w:r>
      <w:r w:rsidR="005A3479">
        <w:t>é</w:t>
      </w:r>
      <w:r w:rsidR="005A3479">
        <w:t>néreusement</w:t>
      </w:r>
      <w:r>
        <w:t xml:space="preserve"> ! </w:t>
      </w:r>
      <w:r w:rsidR="005A3479">
        <w:t>J</w:t>
      </w:r>
      <w:r>
        <w:t>’</w:t>
      </w:r>
      <w:r w:rsidR="005A3479">
        <w:t>ai souffert</w:t>
      </w:r>
      <w:r>
        <w:t xml:space="preserve">, </w:t>
      </w:r>
      <w:r w:rsidR="005A3479">
        <w:t>Dieu le sait</w:t>
      </w:r>
      <w:r>
        <w:t xml:space="preserve">, </w:t>
      </w:r>
      <w:r w:rsidR="005A3479">
        <w:t>près de vous jadis</w:t>
      </w:r>
      <w:r>
        <w:t xml:space="preserve">, </w:t>
      </w:r>
      <w:r w:rsidR="005A3479">
        <w:lastRenderedPageBreak/>
        <w:t>et maintenant je souffre encore</w:t>
      </w:r>
      <w:r>
        <w:t xml:space="preserve">. </w:t>
      </w:r>
      <w:r w:rsidR="005A3479">
        <w:t>Mais peut-être moins que vous</w:t>
      </w:r>
      <w:r>
        <w:t xml:space="preserve">. </w:t>
      </w:r>
      <w:r w:rsidR="005A3479">
        <w:t>La femme va</w:t>
      </w:r>
      <w:r>
        <w:t xml:space="preserve">, </w:t>
      </w:r>
      <w:r w:rsidR="005A3479">
        <w:t>dans cette voie</w:t>
      </w:r>
      <w:r>
        <w:t xml:space="preserve">, </w:t>
      </w:r>
      <w:r w:rsidR="005A3479">
        <w:t>plus loin que l</w:t>
      </w:r>
      <w:r>
        <w:t>’</w:t>
      </w:r>
      <w:r w:rsidR="005A3479">
        <w:t>homme à la longue</w:t>
      </w:r>
      <w:r>
        <w:t>.</w:t>
      </w:r>
    </w:p>
    <w:p w14:paraId="375B3882" w14:textId="77777777" w:rsidR="006F1ADB" w:rsidRDefault="006F1ADB" w:rsidP="005A3479">
      <w:r>
        <w:t>— </w:t>
      </w:r>
      <w:r w:rsidR="005A3479">
        <w:t>Oui</w:t>
      </w:r>
      <w:r>
        <w:t>.</w:t>
      </w:r>
    </w:p>
    <w:p w14:paraId="567218BB" w14:textId="77777777" w:rsidR="006F1ADB" w:rsidRDefault="006F1ADB" w:rsidP="005A3479">
      <w:r>
        <w:t>— </w:t>
      </w:r>
      <w:r w:rsidR="005A3479">
        <w:t>À moins qu</w:t>
      </w:r>
      <w:r>
        <w:t>’</w:t>
      </w:r>
      <w:r w:rsidR="005A3479">
        <w:t>elle ne soit tout à fait indigne et méprisable</w:t>
      </w:r>
      <w:r>
        <w:t xml:space="preserve">. </w:t>
      </w:r>
      <w:r w:rsidR="005A3479">
        <w:t>Et ce n</w:t>
      </w:r>
      <w:r>
        <w:t>’</w:t>
      </w:r>
      <w:r w:rsidR="005A3479">
        <w:t>est pas le cas de celle-ci</w:t>
      </w:r>
      <w:r>
        <w:t xml:space="preserve">, </w:t>
      </w:r>
      <w:r w:rsidR="005A3479">
        <w:t>non</w:t>
      </w:r>
      <w:r>
        <w:t xml:space="preserve">, </w:t>
      </w:r>
      <w:r w:rsidR="005A3479">
        <w:t>jamais</w:t>
      </w:r>
      <w:r>
        <w:t> !</w:t>
      </w:r>
    </w:p>
    <w:p w14:paraId="0E2DCFD0" w14:textId="77777777" w:rsidR="006F1ADB" w:rsidRDefault="005A3479" w:rsidP="005A3479">
      <w:r>
        <w:t>Suzanne soupira nerveusement</w:t>
      </w:r>
      <w:r w:rsidR="006F1ADB">
        <w:t> :</w:t>
      </w:r>
    </w:p>
    <w:p w14:paraId="6016EFFF" w14:textId="77777777" w:rsidR="006F1ADB" w:rsidRDefault="006F1ADB" w:rsidP="005A3479">
      <w:r>
        <w:t>— </w:t>
      </w:r>
      <w:r w:rsidR="005A3479">
        <w:t>Si</w:t>
      </w:r>
      <w:r>
        <w:t xml:space="preserve">, </w:t>
      </w:r>
      <w:r w:rsidR="005A3479">
        <w:t>je le crains</w:t>
      </w:r>
      <w:r>
        <w:t xml:space="preserve"> !… </w:t>
      </w:r>
      <w:r w:rsidR="005A3479">
        <w:t>Maintenant</w:t>
      </w:r>
      <w:r>
        <w:t xml:space="preserve">, </w:t>
      </w:r>
      <w:r w:rsidR="005A3479">
        <w:t>Jude</w:t>
      </w:r>
      <w:r>
        <w:t xml:space="preserve">, </w:t>
      </w:r>
      <w:r w:rsidR="005A3479">
        <w:t>bonne nuit</w:t>
      </w:r>
      <w:r>
        <w:t xml:space="preserve">, </w:t>
      </w:r>
      <w:r w:rsidR="005A3479">
        <w:t>je vous en supplie</w:t>
      </w:r>
      <w:r>
        <w:t> !</w:t>
      </w:r>
    </w:p>
    <w:p w14:paraId="4383455A" w14:textId="77777777" w:rsidR="006F1ADB" w:rsidRDefault="006F1ADB" w:rsidP="005A3479">
      <w:r>
        <w:t>— </w:t>
      </w:r>
      <w:r w:rsidR="005A3479">
        <w:t>Je ne puis pas rester</w:t>
      </w:r>
      <w:r>
        <w:t xml:space="preserve"> ? </w:t>
      </w:r>
      <w:r w:rsidR="005A3479">
        <w:t>Pas même une fois encore</w:t>
      </w:r>
      <w:r>
        <w:t xml:space="preserve"> ? </w:t>
      </w:r>
      <w:r w:rsidR="005A3479">
        <w:t>comme cela a été si souvent</w:t>
      </w:r>
      <w:r>
        <w:t xml:space="preserve">… </w:t>
      </w:r>
      <w:r w:rsidR="005A3479">
        <w:t>oh</w:t>
      </w:r>
      <w:r>
        <w:t xml:space="preserve"> ! </w:t>
      </w:r>
      <w:r w:rsidR="005A3479">
        <w:t>Sue</w:t>
      </w:r>
      <w:r>
        <w:t xml:space="preserve">, </w:t>
      </w:r>
      <w:r w:rsidR="005A3479">
        <w:t>ma femme</w:t>
      </w:r>
      <w:r>
        <w:t xml:space="preserve">, </w:t>
      </w:r>
      <w:r w:rsidR="005A3479">
        <w:t>pourquoi pas</w:t>
      </w:r>
      <w:r>
        <w:t> ?</w:t>
      </w:r>
    </w:p>
    <w:p w14:paraId="45502F3B" w14:textId="77777777" w:rsidR="006F1ADB" w:rsidRDefault="006F1ADB" w:rsidP="005A3479">
      <w:r>
        <w:t>— </w:t>
      </w:r>
      <w:r w:rsidR="005A3479">
        <w:t>Non</w:t>
      </w:r>
      <w:r>
        <w:t xml:space="preserve">, </w:t>
      </w:r>
      <w:r w:rsidR="005A3479">
        <w:t>non</w:t>
      </w:r>
      <w:r>
        <w:t xml:space="preserve">, </w:t>
      </w:r>
      <w:r w:rsidR="005A3479">
        <w:t>pas votre femme</w:t>
      </w:r>
      <w:r>
        <w:t xml:space="preserve"> !… </w:t>
      </w:r>
      <w:r w:rsidR="005A3479">
        <w:t>Je suis dans vos mains</w:t>
      </w:r>
      <w:r>
        <w:t xml:space="preserve">. </w:t>
      </w:r>
      <w:r w:rsidR="005A3479">
        <w:t>Jude</w:t>
      </w:r>
      <w:r>
        <w:t xml:space="preserve"> ; </w:t>
      </w:r>
      <w:r w:rsidR="005A3479">
        <w:t>ne me tentez pas</w:t>
      </w:r>
      <w:r>
        <w:t xml:space="preserve">, </w:t>
      </w:r>
      <w:r w:rsidR="005A3479">
        <w:t>ne me rappelez pas en arrière maint</w:t>
      </w:r>
      <w:r w:rsidR="005A3479">
        <w:t>e</w:t>
      </w:r>
      <w:r w:rsidR="005A3479">
        <w:t>nant que je suis avancée si loin</w:t>
      </w:r>
      <w:r>
        <w:t>.</w:t>
      </w:r>
    </w:p>
    <w:p w14:paraId="5C08AA87" w14:textId="77777777" w:rsidR="006F1ADB" w:rsidRDefault="006F1ADB" w:rsidP="005A3479">
      <w:r>
        <w:t>— </w:t>
      </w:r>
      <w:r w:rsidR="005A3479">
        <w:t>Très bien</w:t>
      </w:r>
      <w:r>
        <w:t xml:space="preserve">. </w:t>
      </w:r>
      <w:r w:rsidR="005A3479">
        <w:t>Je vous obéis</w:t>
      </w:r>
      <w:r>
        <w:t xml:space="preserve">. </w:t>
      </w:r>
      <w:r w:rsidR="005A3479">
        <w:t>Je vous dois cela</w:t>
      </w:r>
      <w:r>
        <w:t xml:space="preserve">, </w:t>
      </w:r>
      <w:r w:rsidR="005A3479">
        <w:t>chérie</w:t>
      </w:r>
      <w:r>
        <w:t xml:space="preserve">, </w:t>
      </w:r>
      <w:r w:rsidR="005A3479">
        <w:t>en e</w:t>
      </w:r>
      <w:r w:rsidR="005A3479">
        <w:t>x</w:t>
      </w:r>
      <w:r w:rsidR="005A3479">
        <w:t>piation de ma désobéissance des premiers jours</w:t>
      </w:r>
      <w:r>
        <w:t xml:space="preserve">. </w:t>
      </w:r>
      <w:r w:rsidR="005A3479">
        <w:t>Mon Dieu</w:t>
      </w:r>
      <w:r>
        <w:t xml:space="preserve"> ! </w:t>
      </w:r>
      <w:r w:rsidR="005A3479">
        <w:t>Comme j</w:t>
      </w:r>
      <w:r>
        <w:t>’</w:t>
      </w:r>
      <w:r w:rsidR="005A3479">
        <w:t>étais égoïste</w:t>
      </w:r>
      <w:r>
        <w:t xml:space="preserve"> ! </w:t>
      </w:r>
      <w:r w:rsidR="005A3479">
        <w:t>Peut-être</w:t>
      </w:r>
      <w:r>
        <w:t xml:space="preserve">, </w:t>
      </w:r>
      <w:r w:rsidR="005A3479">
        <w:t>peut-être ai-je abimé un des plus hauts et des plus purs amours qui aient jamais existé entre un homme et une femme</w:t>
      </w:r>
      <w:r>
        <w:t xml:space="preserve"> !… </w:t>
      </w:r>
      <w:r w:rsidR="005A3479">
        <w:t>Eh bien</w:t>
      </w:r>
      <w:r>
        <w:t xml:space="preserve"> ! </w:t>
      </w:r>
      <w:r w:rsidR="005A3479">
        <w:t>que le voile de notre temple soit déchiré en deux à partir de cette heure</w:t>
      </w:r>
      <w:r>
        <w:t> !</w:t>
      </w:r>
    </w:p>
    <w:p w14:paraId="60CD477E" w14:textId="77777777" w:rsidR="006F1ADB" w:rsidRDefault="005A3479" w:rsidP="005A3479">
      <w:r>
        <w:t>Il alla vers le lit</w:t>
      </w:r>
      <w:r w:rsidR="006F1ADB">
        <w:t xml:space="preserve">, </w:t>
      </w:r>
      <w:r>
        <w:t>enleva un des oreillers</w:t>
      </w:r>
      <w:r w:rsidR="006F1ADB">
        <w:t xml:space="preserve">, </w:t>
      </w:r>
      <w:r>
        <w:t>et le jeta à terre</w:t>
      </w:r>
      <w:r w:rsidR="006F1ADB">
        <w:t xml:space="preserve">. </w:t>
      </w:r>
      <w:r>
        <w:t>Suzanne le regardait</w:t>
      </w:r>
      <w:r w:rsidR="006F1ADB">
        <w:t xml:space="preserve">, </w:t>
      </w:r>
      <w:r>
        <w:t>et</w:t>
      </w:r>
      <w:r w:rsidR="006F1ADB">
        <w:t xml:space="preserve">, </w:t>
      </w:r>
      <w:r>
        <w:t>penchée sur la barre du lit</w:t>
      </w:r>
      <w:r w:rsidR="006F1ADB">
        <w:t xml:space="preserve">, </w:t>
      </w:r>
      <w:r>
        <w:t>pleurait s</w:t>
      </w:r>
      <w:r>
        <w:t>i</w:t>
      </w:r>
      <w:r>
        <w:t>lencieusement</w:t>
      </w:r>
      <w:r w:rsidR="006F1ADB">
        <w:t>.</w:t>
      </w:r>
    </w:p>
    <w:p w14:paraId="341EBA09" w14:textId="77777777" w:rsidR="006F1ADB" w:rsidRDefault="006F1ADB" w:rsidP="005A3479">
      <w:r>
        <w:t>— </w:t>
      </w:r>
      <w:r w:rsidR="005A3479">
        <w:t>Vous ne voyez donc pas que c</w:t>
      </w:r>
      <w:r>
        <w:t>’</w:t>
      </w:r>
      <w:r w:rsidR="005A3479">
        <w:t>est une affaire de con</w:t>
      </w:r>
      <w:r w:rsidR="005A3479">
        <w:t>s</w:t>
      </w:r>
      <w:r w:rsidR="005A3479">
        <w:t>cience pour moi et que je n</w:t>
      </w:r>
      <w:r>
        <w:t>’</w:t>
      </w:r>
      <w:r w:rsidR="005A3479">
        <w:t>ai pas cessé de vous aimer</w:t>
      </w:r>
      <w:r>
        <w:t xml:space="preserve"> ? </w:t>
      </w:r>
      <w:r w:rsidR="005A3479">
        <w:t>dit-elle dans un murmure entrecoupé</w:t>
      </w:r>
      <w:r>
        <w:t xml:space="preserve">. </w:t>
      </w:r>
      <w:r w:rsidR="005A3479">
        <w:t>Ne plus vous aimer</w:t>
      </w:r>
      <w:r>
        <w:t xml:space="preserve"> ! </w:t>
      </w:r>
      <w:r w:rsidR="005A3479">
        <w:t xml:space="preserve">Mais </w:t>
      </w:r>
      <w:r w:rsidR="005A3479">
        <w:lastRenderedPageBreak/>
        <w:t>je ne puis rien dire de plus</w:t>
      </w:r>
      <w:r>
        <w:t xml:space="preserve">… </w:t>
      </w:r>
      <w:r w:rsidR="005A3479">
        <w:t>Cela brise mon cœur</w:t>
      </w:r>
      <w:r>
        <w:t xml:space="preserve">… </w:t>
      </w:r>
      <w:r w:rsidR="005A3479">
        <w:t>Cela défera tout ce que j</w:t>
      </w:r>
      <w:r>
        <w:t>’</w:t>
      </w:r>
      <w:r w:rsidR="005A3479">
        <w:t>ai commencé</w:t>
      </w:r>
      <w:r>
        <w:t xml:space="preserve"> ! </w:t>
      </w:r>
      <w:r w:rsidR="005A3479">
        <w:t>Jude</w:t>
      </w:r>
      <w:r>
        <w:t xml:space="preserve">… </w:t>
      </w:r>
      <w:r w:rsidR="005A3479">
        <w:t>bonne nuit</w:t>
      </w:r>
      <w:r>
        <w:t> !</w:t>
      </w:r>
    </w:p>
    <w:p w14:paraId="69243889" w14:textId="77777777" w:rsidR="006F1ADB" w:rsidRDefault="006F1ADB" w:rsidP="005A3479">
      <w:r>
        <w:t>— </w:t>
      </w:r>
      <w:r w:rsidR="005A3479">
        <w:t>Bonne nuit</w:t>
      </w:r>
      <w:r>
        <w:t xml:space="preserve"> ! </w:t>
      </w:r>
      <w:r w:rsidR="005A3479">
        <w:t>dit-il</w:t>
      </w:r>
      <w:r>
        <w:t xml:space="preserve">, </w:t>
      </w:r>
      <w:r w:rsidR="005A3479">
        <w:t>et il se détourna pour partir</w:t>
      </w:r>
      <w:r>
        <w:t>.</w:t>
      </w:r>
    </w:p>
    <w:p w14:paraId="011B7D30" w14:textId="77777777" w:rsidR="006F1ADB" w:rsidRDefault="006F1ADB" w:rsidP="005A3479">
      <w:r>
        <w:t>— </w:t>
      </w:r>
      <w:r w:rsidR="005A3479">
        <w:t>Oh</w:t>
      </w:r>
      <w:r>
        <w:t xml:space="preserve"> ! </w:t>
      </w:r>
      <w:r w:rsidR="005A3479">
        <w:t>mais vous m</w:t>
      </w:r>
      <w:r>
        <w:t>’</w:t>
      </w:r>
      <w:r w:rsidR="005A3479">
        <w:t>embrasserez</w:t>
      </w:r>
      <w:r>
        <w:t xml:space="preserve">, </w:t>
      </w:r>
      <w:r w:rsidR="005A3479">
        <w:t>dit-elle en s</w:t>
      </w:r>
      <w:r>
        <w:t>’</w:t>
      </w:r>
      <w:r w:rsidR="005A3479">
        <w:t>élançant</w:t>
      </w:r>
      <w:r>
        <w:t xml:space="preserve">. </w:t>
      </w:r>
      <w:r w:rsidR="005A3479">
        <w:t>Je ne puis pas</w:t>
      </w:r>
      <w:r>
        <w:t xml:space="preserve">… </w:t>
      </w:r>
      <w:r w:rsidR="005A3479">
        <w:t>supporter</w:t>
      </w:r>
      <w:r>
        <w:t>…</w:t>
      </w:r>
    </w:p>
    <w:p w14:paraId="51F1DDC0" w14:textId="77777777" w:rsidR="006F1ADB" w:rsidRDefault="005A3479" w:rsidP="005A3479">
      <w:r>
        <w:t>Il la prit dans ses bras</w:t>
      </w:r>
      <w:r w:rsidR="006F1ADB">
        <w:t xml:space="preserve">, </w:t>
      </w:r>
      <w:r>
        <w:t>et baisa son visage en larmes</w:t>
      </w:r>
      <w:r w:rsidR="006F1ADB">
        <w:t xml:space="preserve">, </w:t>
      </w:r>
      <w:r>
        <w:t>comme il ne l</w:t>
      </w:r>
      <w:r w:rsidR="006F1ADB">
        <w:t>’</w:t>
      </w:r>
      <w:r>
        <w:t>avait presque jamais fait auparavant</w:t>
      </w:r>
      <w:r w:rsidR="006F1ADB">
        <w:t xml:space="preserve">, </w:t>
      </w:r>
      <w:r>
        <w:t>et ils rest</w:t>
      </w:r>
      <w:r>
        <w:t>è</w:t>
      </w:r>
      <w:r>
        <w:t>rent en silence jusqu</w:t>
      </w:r>
      <w:r w:rsidR="006F1ADB">
        <w:t>’</w:t>
      </w:r>
      <w:r>
        <w:t>à ce qu</w:t>
      </w:r>
      <w:r w:rsidR="006F1ADB">
        <w:t>’</w:t>
      </w:r>
      <w:r>
        <w:t>elle dit</w:t>
      </w:r>
      <w:r w:rsidR="006F1ADB">
        <w:t> :</w:t>
      </w:r>
    </w:p>
    <w:p w14:paraId="70F5CA1C" w14:textId="77777777" w:rsidR="006F1ADB" w:rsidRDefault="006F1ADB" w:rsidP="005A3479">
      <w:r>
        <w:t>— </w:t>
      </w:r>
      <w:r w:rsidR="005A3479">
        <w:t>Adieu</w:t>
      </w:r>
      <w:r>
        <w:t xml:space="preserve">, </w:t>
      </w:r>
      <w:r w:rsidR="005A3479">
        <w:t>adieu</w:t>
      </w:r>
      <w:r>
        <w:t> !</w:t>
      </w:r>
    </w:p>
    <w:p w14:paraId="592F0C47" w14:textId="77777777" w:rsidR="006F1ADB" w:rsidRDefault="005A3479" w:rsidP="005A3479">
      <w:r>
        <w:t>Et alors</w:t>
      </w:r>
      <w:r w:rsidR="006F1ADB">
        <w:t xml:space="preserve">, </w:t>
      </w:r>
      <w:r>
        <w:t>le repoussant doucement</w:t>
      </w:r>
      <w:r w:rsidR="006F1ADB">
        <w:t xml:space="preserve">, </w:t>
      </w:r>
      <w:r>
        <w:t>elle s</w:t>
      </w:r>
      <w:r w:rsidR="006F1ADB">
        <w:t>’</w:t>
      </w:r>
      <w:r>
        <w:t>échappa de ses bras et essaya d</w:t>
      </w:r>
      <w:r w:rsidR="006F1ADB">
        <w:t>’</w:t>
      </w:r>
      <w:r>
        <w:t>adoucir sa tristesse en lui disant</w:t>
      </w:r>
      <w:r w:rsidR="006F1ADB">
        <w:t> :</w:t>
      </w:r>
    </w:p>
    <w:p w14:paraId="27E4EC8C" w14:textId="77777777" w:rsidR="006F1ADB" w:rsidRDefault="006F1ADB" w:rsidP="005A3479">
      <w:r>
        <w:t>— </w:t>
      </w:r>
      <w:r w:rsidR="005A3479">
        <w:t>Nous serons des amis chers</w:t>
      </w:r>
      <w:r>
        <w:t xml:space="preserve">, </w:t>
      </w:r>
      <w:r w:rsidR="005A3479">
        <w:t>tout aussi bien</w:t>
      </w:r>
      <w:r>
        <w:t xml:space="preserve">, </w:t>
      </w:r>
      <w:r w:rsidR="005A3479">
        <w:t>Jude</w:t>
      </w:r>
      <w:r>
        <w:t xml:space="preserve">, </w:t>
      </w:r>
      <w:r w:rsidR="005A3479">
        <w:t>ne le voulez-vous pas</w:t>
      </w:r>
      <w:r>
        <w:t xml:space="preserve"> ? </w:t>
      </w:r>
      <w:r w:rsidR="005A3479">
        <w:t>Et nous nous verrons quelquefois</w:t>
      </w:r>
      <w:r>
        <w:t xml:space="preserve">… </w:t>
      </w:r>
      <w:r w:rsidR="005A3479">
        <w:t>oui</w:t>
      </w:r>
      <w:r>
        <w:t xml:space="preserve">… </w:t>
      </w:r>
      <w:r w:rsidR="005A3479">
        <w:t>et nous oublierons tout cela et nous essaierons d</w:t>
      </w:r>
      <w:r>
        <w:t>’</w:t>
      </w:r>
      <w:r w:rsidR="005A3479">
        <w:t>être comme nous fûmes jadis</w:t>
      </w:r>
      <w:r>
        <w:t>.</w:t>
      </w:r>
    </w:p>
    <w:p w14:paraId="6292CF57" w14:textId="77777777" w:rsidR="006F1ADB" w:rsidRDefault="005A3479" w:rsidP="005A3479">
      <w:r>
        <w:t>Jude n</w:t>
      </w:r>
      <w:r w:rsidR="006F1ADB">
        <w:t>’</w:t>
      </w:r>
      <w:r>
        <w:t>ajouta rien</w:t>
      </w:r>
      <w:r w:rsidR="006F1ADB">
        <w:t xml:space="preserve">, </w:t>
      </w:r>
      <w:r>
        <w:t>mais il se détourna et descendit l</w:t>
      </w:r>
      <w:r w:rsidR="006F1ADB">
        <w:t>’</w:t>
      </w:r>
      <w:r>
        <w:t>escalier</w:t>
      </w:r>
      <w:r w:rsidR="006F1ADB">
        <w:t>.</w:t>
      </w:r>
    </w:p>
    <w:p w14:paraId="58C855F3" w14:textId="14538144" w:rsidR="005A3479" w:rsidRDefault="005A3479" w:rsidP="006F1ADB">
      <w:pPr>
        <w:pStyle w:val="Titre2"/>
      </w:pPr>
      <w:bookmarkStart w:id="91" w:name="__RefHeading__93_1957917597"/>
      <w:bookmarkStart w:id="92" w:name="_Toc202369661"/>
      <w:bookmarkEnd w:id="91"/>
      <w:r>
        <w:lastRenderedPageBreak/>
        <w:t>IV</w:t>
      </w:r>
      <w:bookmarkEnd w:id="92"/>
    </w:p>
    <w:p w14:paraId="04FB5D55" w14:textId="77777777" w:rsidR="006F1ADB" w:rsidRDefault="005A3479" w:rsidP="005A3479">
      <w:r>
        <w:t>L</w:t>
      </w:r>
      <w:r w:rsidR="006F1ADB">
        <w:t>’</w:t>
      </w:r>
      <w:r>
        <w:t>homme que Suzanne</w:t>
      </w:r>
      <w:r w:rsidR="006F1ADB">
        <w:t xml:space="preserve">, </w:t>
      </w:r>
      <w:r>
        <w:t>dans son revirement moral</w:t>
      </w:r>
      <w:r w:rsidR="006F1ADB">
        <w:t xml:space="preserve">, </w:t>
      </w:r>
      <w:r>
        <w:t>rega</w:t>
      </w:r>
      <w:r>
        <w:t>r</w:t>
      </w:r>
      <w:r>
        <w:t xml:space="preserve">dait maintenant comme son époux </w:t>
      </w:r>
      <w:proofErr w:type="gramStart"/>
      <w:r>
        <w:t>de par</w:t>
      </w:r>
      <w:proofErr w:type="gramEnd"/>
      <w:r>
        <w:t xml:space="preserve"> un indissoluble m</w:t>
      </w:r>
      <w:r>
        <w:t>a</w:t>
      </w:r>
      <w:r>
        <w:t>riage</w:t>
      </w:r>
      <w:r w:rsidR="006F1ADB">
        <w:t xml:space="preserve">, </w:t>
      </w:r>
      <w:r>
        <w:t xml:space="preserve">vivait toujours à </w:t>
      </w:r>
      <w:proofErr w:type="spellStart"/>
      <w:r>
        <w:t>Marygreen</w:t>
      </w:r>
      <w:proofErr w:type="spellEnd"/>
      <w:r w:rsidR="006F1ADB">
        <w:t>.</w:t>
      </w:r>
    </w:p>
    <w:p w14:paraId="175C87FF" w14:textId="77777777" w:rsidR="006F1ADB" w:rsidRDefault="005A3479" w:rsidP="005A3479">
      <w:r>
        <w:t>La veille du jour où avait eu lieu le drame des enfants</w:t>
      </w:r>
      <w:r w:rsidR="006F1ADB">
        <w:t xml:space="preserve">, </w:t>
      </w:r>
      <w:proofErr w:type="spellStart"/>
      <w:r>
        <w:t>Phi</w:t>
      </w:r>
      <w:r>
        <w:t>l</w:t>
      </w:r>
      <w:r>
        <w:t>lotson</w:t>
      </w:r>
      <w:proofErr w:type="spellEnd"/>
      <w:r>
        <w:t xml:space="preserve"> les avait vus tous deux</w:t>
      </w:r>
      <w:r w:rsidR="006F1ADB">
        <w:t xml:space="preserve">, </w:t>
      </w:r>
      <w:r>
        <w:t>elle et Jude</w:t>
      </w:r>
      <w:r w:rsidR="006F1ADB">
        <w:t xml:space="preserve">, </w:t>
      </w:r>
      <w:r>
        <w:t>pendant qu</w:t>
      </w:r>
      <w:r w:rsidR="006F1ADB">
        <w:t>’</w:t>
      </w:r>
      <w:r>
        <w:t>ils atte</w:t>
      </w:r>
      <w:r>
        <w:t>n</w:t>
      </w:r>
      <w:r>
        <w:t>daient sous la pluie</w:t>
      </w:r>
      <w:r w:rsidR="006F1ADB">
        <w:t xml:space="preserve">, </w:t>
      </w:r>
      <w:r>
        <w:t xml:space="preserve">à </w:t>
      </w:r>
      <w:proofErr w:type="spellStart"/>
      <w:r>
        <w:t>Christminster</w:t>
      </w:r>
      <w:proofErr w:type="spellEnd"/>
      <w:r w:rsidR="006F1ADB">
        <w:t xml:space="preserve">, </w:t>
      </w:r>
      <w:r>
        <w:t>le cortège qui se rendait au théâtre</w:t>
      </w:r>
      <w:r w:rsidR="006F1ADB">
        <w:t xml:space="preserve">. </w:t>
      </w:r>
      <w:r>
        <w:t>Mais il n</w:t>
      </w:r>
      <w:r w:rsidR="006F1ADB">
        <w:t>’</w:t>
      </w:r>
      <w:r>
        <w:t>en avait rien dit à son compagnon Gillingham</w:t>
      </w:r>
      <w:r w:rsidR="006F1ADB">
        <w:t xml:space="preserve">, </w:t>
      </w:r>
      <w:r>
        <w:t>qui</w:t>
      </w:r>
      <w:r w:rsidR="006F1ADB">
        <w:t xml:space="preserve">, </w:t>
      </w:r>
      <w:r>
        <w:t>en sa qualité de vieil ami</w:t>
      </w:r>
      <w:r w:rsidR="006F1ADB">
        <w:t xml:space="preserve">, </w:t>
      </w:r>
      <w:r>
        <w:t>demeurait avec lui au susdit vi</w:t>
      </w:r>
      <w:r>
        <w:t>l</w:t>
      </w:r>
      <w:r>
        <w:t>lage et avait</w:t>
      </w:r>
      <w:r w:rsidR="006F1ADB">
        <w:t xml:space="preserve">, </w:t>
      </w:r>
      <w:r>
        <w:t>à la vérité</w:t>
      </w:r>
      <w:r w:rsidR="006F1ADB">
        <w:t xml:space="preserve">, </w:t>
      </w:r>
      <w:r>
        <w:t xml:space="preserve">suggéré cette excursion à </w:t>
      </w:r>
      <w:proofErr w:type="spellStart"/>
      <w:r>
        <w:t>Christminster</w:t>
      </w:r>
      <w:proofErr w:type="spellEnd"/>
      <w:r w:rsidR="006F1ADB">
        <w:t>.</w:t>
      </w:r>
    </w:p>
    <w:p w14:paraId="6C5522EE" w14:textId="77777777" w:rsidR="006F1ADB" w:rsidRDefault="006F1ADB" w:rsidP="005A3479">
      <w:r>
        <w:t>— </w:t>
      </w:r>
      <w:r w:rsidR="005A3479">
        <w:t>À quoi pensez-vous</w:t>
      </w:r>
      <w:r>
        <w:t xml:space="preserve"> ? </w:t>
      </w:r>
      <w:r w:rsidR="005A3479">
        <w:t>dit Gillingham</w:t>
      </w:r>
      <w:r>
        <w:t xml:space="preserve">, </w:t>
      </w:r>
      <w:r w:rsidR="005A3479">
        <w:t>tandis qu</w:t>
      </w:r>
      <w:r>
        <w:t>’</w:t>
      </w:r>
      <w:r w:rsidR="005A3479">
        <w:t>ils reg</w:t>
      </w:r>
      <w:r w:rsidR="005A3479">
        <w:t>a</w:t>
      </w:r>
      <w:r w:rsidR="005A3479">
        <w:t>gnaient la maison</w:t>
      </w:r>
      <w:r>
        <w:t xml:space="preserve">. </w:t>
      </w:r>
      <w:r w:rsidR="005A3479">
        <w:t>Que vous n</w:t>
      </w:r>
      <w:r>
        <w:t>’</w:t>
      </w:r>
      <w:r w:rsidR="005A3479">
        <w:t>avez jamais obtenu le grade un</w:t>
      </w:r>
      <w:r w:rsidR="005A3479">
        <w:t>i</w:t>
      </w:r>
      <w:r w:rsidR="005A3479">
        <w:t>versitaire</w:t>
      </w:r>
      <w:r>
        <w:t> ?</w:t>
      </w:r>
    </w:p>
    <w:p w14:paraId="76E8BA37" w14:textId="77777777" w:rsidR="006F1ADB" w:rsidRDefault="006F1ADB" w:rsidP="005A3479">
      <w:r>
        <w:t>— </w:t>
      </w:r>
      <w:r w:rsidR="005A3479">
        <w:t>Non</w:t>
      </w:r>
      <w:r>
        <w:t xml:space="preserve">, </w:t>
      </w:r>
      <w:r w:rsidR="005A3479">
        <w:t>non</w:t>
      </w:r>
      <w:r>
        <w:t xml:space="preserve">, </w:t>
      </w:r>
      <w:r w:rsidR="005A3479">
        <w:t xml:space="preserve">dit </w:t>
      </w:r>
      <w:proofErr w:type="spellStart"/>
      <w:r w:rsidR="005A3479">
        <w:t>Phillotson</w:t>
      </w:r>
      <w:proofErr w:type="spellEnd"/>
      <w:r w:rsidR="005A3479">
        <w:t xml:space="preserve"> d</w:t>
      </w:r>
      <w:r>
        <w:t>’</w:t>
      </w:r>
      <w:r w:rsidR="005A3479">
        <w:t>un ton âpre</w:t>
      </w:r>
      <w:r>
        <w:t xml:space="preserve">. </w:t>
      </w:r>
      <w:r w:rsidR="005A3479">
        <w:t>Je pense à quelqu</w:t>
      </w:r>
      <w:r>
        <w:t>’</w:t>
      </w:r>
      <w:r w:rsidR="005A3479">
        <w:t>un que j</w:t>
      </w:r>
      <w:r>
        <w:t>’</w:t>
      </w:r>
      <w:r w:rsidR="005A3479">
        <w:t>ai vu aujourd</w:t>
      </w:r>
      <w:r>
        <w:t>’</w:t>
      </w:r>
      <w:r w:rsidR="005A3479">
        <w:t>hui</w:t>
      </w:r>
      <w:r>
        <w:t>.</w:t>
      </w:r>
    </w:p>
    <w:p w14:paraId="0CB250C2" w14:textId="77777777" w:rsidR="006F1ADB" w:rsidRDefault="005A3479" w:rsidP="005A3479">
      <w:r>
        <w:t>Au bout d</w:t>
      </w:r>
      <w:r w:rsidR="006F1ADB">
        <w:t>’</w:t>
      </w:r>
      <w:r>
        <w:t>un instant il ajouta</w:t>
      </w:r>
      <w:r w:rsidR="006F1ADB">
        <w:t> :</w:t>
      </w:r>
    </w:p>
    <w:p w14:paraId="7B814E3B" w14:textId="77777777" w:rsidR="006F1ADB" w:rsidRDefault="006F1ADB" w:rsidP="005A3479">
      <w:r>
        <w:t>— </w:t>
      </w:r>
      <w:r w:rsidR="005A3479">
        <w:t>Suzanne</w:t>
      </w:r>
      <w:r>
        <w:t>.</w:t>
      </w:r>
    </w:p>
    <w:p w14:paraId="4E1B1A6B" w14:textId="77777777" w:rsidR="006F1ADB" w:rsidRDefault="006F1ADB" w:rsidP="005A3479">
      <w:r>
        <w:t>— </w:t>
      </w:r>
      <w:r w:rsidR="005A3479">
        <w:t>Je l</w:t>
      </w:r>
      <w:r>
        <w:t>’</w:t>
      </w:r>
      <w:r w:rsidR="005A3479">
        <w:t>ai vue-aussi</w:t>
      </w:r>
      <w:r>
        <w:t>.</w:t>
      </w:r>
    </w:p>
    <w:p w14:paraId="77C5D1A4" w14:textId="77777777" w:rsidR="006F1ADB" w:rsidRDefault="006F1ADB" w:rsidP="005A3479">
      <w:r>
        <w:t>— </w:t>
      </w:r>
      <w:r w:rsidR="005A3479">
        <w:t>Vous n</w:t>
      </w:r>
      <w:r>
        <w:t>’</w:t>
      </w:r>
      <w:r w:rsidR="005A3479">
        <w:t>avez rien dit</w:t>
      </w:r>
      <w:r>
        <w:t>.</w:t>
      </w:r>
    </w:p>
    <w:p w14:paraId="069B12EB" w14:textId="00D1480D" w:rsidR="006F1ADB" w:rsidRDefault="006F1ADB" w:rsidP="005A3479">
      <w:r>
        <w:t>— </w:t>
      </w:r>
      <w:r w:rsidR="005A3479">
        <w:t>Je ne voulais pas attirer votre attention sur elle</w:t>
      </w:r>
      <w:r>
        <w:t xml:space="preserve">. </w:t>
      </w:r>
      <w:r w:rsidR="005A3479">
        <w:t>Mais puisque vous l</w:t>
      </w:r>
      <w:r>
        <w:t>’</w:t>
      </w:r>
      <w:r w:rsidR="005A3479">
        <w:t>avez vue</w:t>
      </w:r>
      <w:r>
        <w:t xml:space="preserve">, </w:t>
      </w:r>
      <w:r w:rsidR="005A3479">
        <w:t>vous auriez pu lui dire</w:t>
      </w:r>
      <w:r>
        <w:t> : « </w:t>
      </w:r>
      <w:r w:rsidR="005A3479">
        <w:t>Comment a</w:t>
      </w:r>
      <w:r w:rsidR="005A3479">
        <w:t>l</w:t>
      </w:r>
      <w:r w:rsidR="005A3479">
        <w:t>lez-vous</w:t>
      </w:r>
      <w:r>
        <w:t xml:space="preserve">, </w:t>
      </w:r>
      <w:r w:rsidR="005A3479">
        <w:t>mon ex-chérie</w:t>
      </w:r>
      <w:r>
        <w:t> ? »</w:t>
      </w:r>
    </w:p>
    <w:p w14:paraId="11132C6E" w14:textId="77777777" w:rsidR="006F1ADB" w:rsidRDefault="006F1ADB" w:rsidP="005A3479">
      <w:r>
        <w:t>— </w:t>
      </w:r>
      <w:r w:rsidR="005A3479">
        <w:t>Ah</w:t>
      </w:r>
      <w:r>
        <w:t xml:space="preserve"> ! </w:t>
      </w:r>
      <w:r w:rsidR="005A3479">
        <w:t>oui</w:t>
      </w:r>
      <w:r>
        <w:t xml:space="preserve">. </w:t>
      </w:r>
      <w:r w:rsidR="005A3479">
        <w:t>J</w:t>
      </w:r>
      <w:r>
        <w:t>’</w:t>
      </w:r>
      <w:r w:rsidR="005A3479">
        <w:t>aurais pu</w:t>
      </w:r>
      <w:r>
        <w:t xml:space="preserve">. </w:t>
      </w:r>
      <w:r w:rsidR="005A3479">
        <w:t>Mais que pensez-vous de cela</w:t>
      </w:r>
      <w:r>
        <w:t xml:space="preserve"> ? </w:t>
      </w:r>
      <w:r w:rsidR="005A3479">
        <w:t>J</w:t>
      </w:r>
      <w:r>
        <w:t>’</w:t>
      </w:r>
      <w:r w:rsidR="005A3479">
        <w:t>ai de bonnes raisons de croire qu</w:t>
      </w:r>
      <w:r>
        <w:t>’</w:t>
      </w:r>
      <w:r w:rsidR="005A3479">
        <w:t xml:space="preserve">elle était innocente quand </w:t>
      </w:r>
      <w:r w:rsidR="005A3479">
        <w:lastRenderedPageBreak/>
        <w:t>je d</w:t>
      </w:r>
      <w:r w:rsidR="005A3479">
        <w:t>i</w:t>
      </w:r>
      <w:r w:rsidR="005A3479">
        <w:t>vorçai</w:t>
      </w:r>
      <w:r>
        <w:t xml:space="preserve"> – </w:t>
      </w:r>
      <w:r w:rsidR="005A3479">
        <w:t>et que c</w:t>
      </w:r>
      <w:r>
        <w:t>’</w:t>
      </w:r>
      <w:r w:rsidR="005A3479">
        <w:t>est moi qui eus tous les torts</w:t>
      </w:r>
      <w:r>
        <w:t xml:space="preserve">. </w:t>
      </w:r>
      <w:r w:rsidR="005A3479">
        <w:t>Oui</w:t>
      </w:r>
      <w:r>
        <w:t xml:space="preserve">, </w:t>
      </w:r>
      <w:r w:rsidR="005A3479">
        <w:t>en vérité</w:t>
      </w:r>
      <w:r>
        <w:t xml:space="preserve"> ! </w:t>
      </w:r>
      <w:r w:rsidR="005A3479">
        <w:t>maladroit</w:t>
      </w:r>
      <w:r>
        <w:t xml:space="preserve">, </w:t>
      </w:r>
      <w:r w:rsidR="005A3479">
        <w:t>n</w:t>
      </w:r>
      <w:r>
        <w:t>’</w:t>
      </w:r>
      <w:r w:rsidR="005A3479">
        <w:t>est-ce pas</w:t>
      </w:r>
      <w:r>
        <w:t> ?</w:t>
      </w:r>
    </w:p>
    <w:p w14:paraId="2DED7158" w14:textId="77777777" w:rsidR="006F1ADB" w:rsidRDefault="006F1ADB" w:rsidP="005A3479">
      <w:r>
        <w:t>— </w:t>
      </w:r>
      <w:r w:rsidR="005A3479">
        <w:t>Elle a pris soin de vous donner raison depuis</w:t>
      </w:r>
      <w:r>
        <w:t xml:space="preserve">, </w:t>
      </w:r>
      <w:r w:rsidR="005A3479">
        <w:t>en tout cas</w:t>
      </w:r>
      <w:r>
        <w:t xml:space="preserve">, </w:t>
      </w:r>
      <w:r w:rsidR="005A3479">
        <w:t>apparemment</w:t>
      </w:r>
      <w:r>
        <w:t>.</w:t>
      </w:r>
    </w:p>
    <w:p w14:paraId="77F5015B" w14:textId="77777777" w:rsidR="006F1ADB" w:rsidRDefault="006F1ADB" w:rsidP="005A3479">
      <w:r>
        <w:t>— </w:t>
      </w:r>
      <w:r w:rsidR="005A3479">
        <w:t>Laissez là vos basses railleries</w:t>
      </w:r>
      <w:r>
        <w:t xml:space="preserve">… </w:t>
      </w:r>
      <w:r w:rsidR="005A3479">
        <w:t>J</w:t>
      </w:r>
      <w:r>
        <w:t>’</w:t>
      </w:r>
      <w:r w:rsidR="005A3479">
        <w:t>aurais dû attendre</w:t>
      </w:r>
      <w:r>
        <w:t xml:space="preserve">, </w:t>
      </w:r>
      <w:r w:rsidR="005A3479">
        <w:t>il n</w:t>
      </w:r>
      <w:r>
        <w:t>’</w:t>
      </w:r>
      <w:r w:rsidR="005A3479">
        <w:t>y a pas de doute</w:t>
      </w:r>
      <w:r>
        <w:t>.</w:t>
      </w:r>
    </w:p>
    <w:p w14:paraId="37BA9FF8" w14:textId="77777777" w:rsidR="006F1ADB" w:rsidRDefault="005A3479" w:rsidP="005A3479">
      <w:r>
        <w:t>À la fin de la semaine</w:t>
      </w:r>
      <w:r w:rsidR="006F1ADB">
        <w:t xml:space="preserve">, </w:t>
      </w:r>
      <w:r>
        <w:t>quand Gillingham fut retourné à son école</w:t>
      </w:r>
      <w:r w:rsidR="006F1ADB">
        <w:t xml:space="preserve">, </w:t>
      </w:r>
      <w:r>
        <w:t xml:space="preserve">près de </w:t>
      </w:r>
      <w:proofErr w:type="spellStart"/>
      <w:r>
        <w:t>Shaston</w:t>
      </w:r>
      <w:proofErr w:type="spellEnd"/>
      <w:r w:rsidR="006F1ADB">
        <w:t xml:space="preserve">, </w:t>
      </w:r>
      <w:proofErr w:type="spellStart"/>
      <w:r>
        <w:t>Phillotson</w:t>
      </w:r>
      <w:proofErr w:type="spellEnd"/>
      <w:r w:rsidR="006F1ADB">
        <w:t xml:space="preserve">, </w:t>
      </w:r>
      <w:r>
        <w:t>selon son habitude</w:t>
      </w:r>
      <w:r w:rsidR="006F1ADB">
        <w:t xml:space="preserve">, </w:t>
      </w:r>
      <w:r>
        <w:t>alla au marché d</w:t>
      </w:r>
      <w:r w:rsidR="006F1ADB">
        <w:t>’</w:t>
      </w:r>
      <w:proofErr w:type="spellStart"/>
      <w:r>
        <w:t>Alfredston</w:t>
      </w:r>
      <w:proofErr w:type="spellEnd"/>
      <w:r w:rsidR="006F1ADB">
        <w:t xml:space="preserve">. </w:t>
      </w:r>
      <w:r>
        <w:t>Arrivé à la ville</w:t>
      </w:r>
      <w:r w:rsidR="006F1ADB">
        <w:t xml:space="preserve">, </w:t>
      </w:r>
      <w:r>
        <w:t>il acheta</w:t>
      </w:r>
      <w:r w:rsidR="006F1ADB">
        <w:t xml:space="preserve">, </w:t>
      </w:r>
      <w:r>
        <w:t>comme chaque semaine</w:t>
      </w:r>
      <w:r w:rsidR="006F1ADB">
        <w:t xml:space="preserve">, </w:t>
      </w:r>
      <w:r>
        <w:t>le journal hebdomadaire de la localité</w:t>
      </w:r>
      <w:r w:rsidR="006F1ADB">
        <w:t xml:space="preserve"> ; </w:t>
      </w:r>
      <w:r>
        <w:t>et quand il se fut assis dans une auberge pour se rafraîchir de cette marche de cinq milles</w:t>
      </w:r>
      <w:r w:rsidR="006F1ADB">
        <w:t xml:space="preserve">, </w:t>
      </w:r>
      <w:r>
        <w:t>il tira le journal de sa poche et se mit à lire</w:t>
      </w:r>
      <w:r w:rsidR="006F1ADB">
        <w:t xml:space="preserve">. </w:t>
      </w:r>
      <w:r>
        <w:t xml:space="preserve">Ses yeux tombèrent sur la relation de </w:t>
      </w:r>
      <w:r w:rsidR="006F1ADB">
        <w:t>« </w:t>
      </w:r>
      <w:r>
        <w:t>l</w:t>
      </w:r>
      <w:r w:rsidR="006F1ADB">
        <w:t>’</w:t>
      </w:r>
      <w:r>
        <w:t>Étrange suicide des enfants d</w:t>
      </w:r>
      <w:r w:rsidR="006F1ADB">
        <w:t>’</w:t>
      </w:r>
      <w:r>
        <w:t>un tailleur de pierres</w:t>
      </w:r>
      <w:r w:rsidR="006F1ADB">
        <w:t> ».</w:t>
      </w:r>
    </w:p>
    <w:p w14:paraId="0F3998B8" w14:textId="77777777" w:rsidR="006F1ADB" w:rsidRDefault="005A3479" w:rsidP="005A3479">
      <w:r>
        <w:t>Il avait beau être d</w:t>
      </w:r>
      <w:r w:rsidR="006F1ADB">
        <w:t>’</w:t>
      </w:r>
      <w:r>
        <w:t>une nature fort calme</w:t>
      </w:r>
      <w:r w:rsidR="006F1ADB">
        <w:t xml:space="preserve">, </w:t>
      </w:r>
      <w:r>
        <w:t>cela l</w:t>
      </w:r>
      <w:r w:rsidR="006F1ADB">
        <w:t>’</w:t>
      </w:r>
      <w:r>
        <w:t>impressionna douloureusement et ne l</w:t>
      </w:r>
      <w:r w:rsidR="006F1ADB">
        <w:t>’</w:t>
      </w:r>
      <w:r>
        <w:t>embarrassa pas peu</w:t>
      </w:r>
      <w:r w:rsidR="006F1ADB">
        <w:t xml:space="preserve">, </w:t>
      </w:r>
      <w:r>
        <w:t>car il ne pouvait pas comprendre que l</w:t>
      </w:r>
      <w:r w:rsidR="006F1ADB">
        <w:t>’</w:t>
      </w:r>
      <w:r>
        <w:t>âge de l</w:t>
      </w:r>
      <w:r w:rsidR="006F1ADB">
        <w:t>’</w:t>
      </w:r>
      <w:r>
        <w:t>aîné fût celui qu</w:t>
      </w:r>
      <w:r w:rsidR="006F1ADB">
        <w:t>’</w:t>
      </w:r>
      <w:r>
        <w:t>on disait</w:t>
      </w:r>
      <w:r w:rsidR="006F1ADB">
        <w:t xml:space="preserve">. </w:t>
      </w:r>
      <w:r>
        <w:t>Pourtant il n</w:t>
      </w:r>
      <w:r w:rsidR="006F1ADB">
        <w:t>’</w:t>
      </w:r>
      <w:r>
        <w:t>y avait pas à douter que le récit du journal ne fût vrai en quelque manière</w:t>
      </w:r>
      <w:r w:rsidR="006F1ADB">
        <w:t>.</w:t>
      </w:r>
    </w:p>
    <w:p w14:paraId="56D66735" w14:textId="77777777" w:rsidR="006F1ADB" w:rsidRDefault="006F1ADB" w:rsidP="005A3479">
      <w:r>
        <w:t>— </w:t>
      </w:r>
      <w:r w:rsidR="005A3479">
        <w:t>Leur coupe de douleur est pleine</w:t>
      </w:r>
      <w:r>
        <w:t xml:space="preserve">, </w:t>
      </w:r>
      <w:r w:rsidR="005A3479">
        <w:t>maintenant</w:t>
      </w:r>
      <w:r>
        <w:t xml:space="preserve">, </w:t>
      </w:r>
      <w:r w:rsidR="005A3479">
        <w:t>dit-il</w:t>
      </w:r>
      <w:r>
        <w:t>.</w:t>
      </w:r>
    </w:p>
    <w:p w14:paraId="5A2D5C5D" w14:textId="77777777" w:rsidR="006F1ADB" w:rsidRDefault="005A3479" w:rsidP="005A3479">
      <w:r>
        <w:t>Et il pensait et pensait encore à Suzanne</w:t>
      </w:r>
      <w:r w:rsidR="006F1ADB">
        <w:t xml:space="preserve">, </w:t>
      </w:r>
      <w:r>
        <w:t>et à ce qu</w:t>
      </w:r>
      <w:r w:rsidR="006F1ADB">
        <w:t>’</w:t>
      </w:r>
      <w:r>
        <w:t>elle avait gagné à le quitter</w:t>
      </w:r>
      <w:r w:rsidR="006F1ADB">
        <w:t>.</w:t>
      </w:r>
    </w:p>
    <w:p w14:paraId="5C3F0CCC" w14:textId="77777777" w:rsidR="006F1ADB" w:rsidRDefault="005A3479" w:rsidP="005A3479">
      <w:proofErr w:type="spellStart"/>
      <w:r>
        <w:t>Arabella</w:t>
      </w:r>
      <w:proofErr w:type="spellEnd"/>
      <w:r>
        <w:t xml:space="preserve"> avait établi sa résidence à </w:t>
      </w:r>
      <w:proofErr w:type="spellStart"/>
      <w:r>
        <w:t>Alfredston</w:t>
      </w:r>
      <w:proofErr w:type="spellEnd"/>
      <w:r w:rsidR="006F1ADB">
        <w:t xml:space="preserve">, </w:t>
      </w:r>
      <w:r>
        <w:t>et comme le maître d</w:t>
      </w:r>
      <w:r w:rsidR="006F1ADB">
        <w:t>’</w:t>
      </w:r>
      <w:r>
        <w:t>école y venait au marché tous les samedis</w:t>
      </w:r>
      <w:r w:rsidR="006F1ADB">
        <w:t xml:space="preserve">, </w:t>
      </w:r>
      <w:r>
        <w:t>il n</w:t>
      </w:r>
      <w:r w:rsidR="006F1ADB">
        <w:t>’</w:t>
      </w:r>
      <w:r>
        <w:t>était pas étonnant qu</w:t>
      </w:r>
      <w:r w:rsidR="006F1ADB">
        <w:t>’</w:t>
      </w:r>
      <w:r>
        <w:t>au bout de quelques semaines</w:t>
      </w:r>
      <w:r w:rsidR="006F1ADB">
        <w:t xml:space="preserve">, </w:t>
      </w:r>
      <w:r>
        <w:t>ils se rencontrassent de nouveau</w:t>
      </w:r>
      <w:r w:rsidR="006F1ADB">
        <w:t xml:space="preserve">. </w:t>
      </w:r>
      <w:r>
        <w:t>Ce fut précisément lorsqu</w:t>
      </w:r>
      <w:r w:rsidR="006F1ADB">
        <w:t>’</w:t>
      </w:r>
      <w:r>
        <w:t xml:space="preserve">elle revint de </w:t>
      </w:r>
      <w:proofErr w:type="spellStart"/>
      <w:r>
        <w:t>Christmin</w:t>
      </w:r>
      <w:r>
        <w:t>s</w:t>
      </w:r>
      <w:r>
        <w:t>ter</w:t>
      </w:r>
      <w:proofErr w:type="spellEnd"/>
      <w:r w:rsidR="006F1ADB">
        <w:t xml:space="preserve">, </w:t>
      </w:r>
      <w:r>
        <w:t>où elle était restée plus longtemps qu</w:t>
      </w:r>
      <w:r w:rsidR="006F1ADB">
        <w:t>’</w:t>
      </w:r>
      <w:r>
        <w:t>elle ne l</w:t>
      </w:r>
      <w:r w:rsidR="006F1ADB">
        <w:t>’</w:t>
      </w:r>
      <w:r>
        <w:t>avait d</w:t>
      </w:r>
      <w:r w:rsidR="006F1ADB">
        <w:t>’</w:t>
      </w:r>
      <w:r>
        <w:t>abord projeté</w:t>
      </w:r>
      <w:r w:rsidR="006F1ADB">
        <w:t xml:space="preserve">. </w:t>
      </w:r>
      <w:r>
        <w:t>Elle continuait à observer Jude avec intérêt</w:t>
      </w:r>
      <w:r w:rsidR="006F1ADB">
        <w:t xml:space="preserve">, </w:t>
      </w:r>
      <w:r>
        <w:t>bien que Jude ne l</w:t>
      </w:r>
      <w:r w:rsidR="006F1ADB">
        <w:t>’</w:t>
      </w:r>
      <w:r>
        <w:t>eût pas revue</w:t>
      </w:r>
      <w:r w:rsidR="006F1ADB">
        <w:t xml:space="preserve">. </w:t>
      </w:r>
      <w:proofErr w:type="spellStart"/>
      <w:r>
        <w:t>Phillotson</w:t>
      </w:r>
      <w:proofErr w:type="spellEnd"/>
      <w:r>
        <w:t xml:space="preserve"> était en </w:t>
      </w:r>
      <w:r>
        <w:lastRenderedPageBreak/>
        <w:t xml:space="preserve">chemin pour rentrer chez lui quand il rencontra </w:t>
      </w:r>
      <w:proofErr w:type="spellStart"/>
      <w:r>
        <w:t>Arabella</w:t>
      </w:r>
      <w:proofErr w:type="spellEnd"/>
      <w:r>
        <w:t xml:space="preserve"> qui</w:t>
      </w:r>
      <w:r w:rsidR="006F1ADB">
        <w:t xml:space="preserve">, </w:t>
      </w:r>
      <w:r>
        <w:t>elle</w:t>
      </w:r>
      <w:r w:rsidR="006F1ADB">
        <w:t xml:space="preserve">, </w:t>
      </w:r>
      <w:r>
        <w:t>revenait vers la ville</w:t>
      </w:r>
      <w:r w:rsidR="006F1ADB">
        <w:t>.</w:t>
      </w:r>
    </w:p>
    <w:p w14:paraId="592447B9" w14:textId="77777777" w:rsidR="006F1ADB" w:rsidRDefault="006F1ADB" w:rsidP="005A3479">
      <w:r>
        <w:t>— </w:t>
      </w:r>
      <w:r w:rsidR="005A3479">
        <w:t>Vous aimez à vous promener sur cette route</w:t>
      </w:r>
      <w:r>
        <w:t xml:space="preserve"> ? </w:t>
      </w:r>
      <w:r w:rsidR="005A3479">
        <w:t xml:space="preserve">madame </w:t>
      </w:r>
      <w:proofErr w:type="spellStart"/>
      <w:r w:rsidR="005A3479">
        <w:t>Cartlett</w:t>
      </w:r>
      <w:proofErr w:type="spellEnd"/>
      <w:r>
        <w:t xml:space="preserve"> ? </w:t>
      </w:r>
      <w:r w:rsidR="005A3479">
        <w:t>dit-il</w:t>
      </w:r>
      <w:r>
        <w:t>.</w:t>
      </w:r>
    </w:p>
    <w:p w14:paraId="41281A21" w14:textId="77777777" w:rsidR="006F1ADB" w:rsidRDefault="006F1ADB" w:rsidP="005A3479">
      <w:r>
        <w:t>— </w:t>
      </w:r>
      <w:r w:rsidR="005A3479">
        <w:t>Je viens juste de recommencer</w:t>
      </w:r>
      <w:r>
        <w:t xml:space="preserve">, </w:t>
      </w:r>
      <w:r w:rsidR="005A3479">
        <w:t>répliqua-t-elle</w:t>
      </w:r>
      <w:r>
        <w:t xml:space="preserve">. </w:t>
      </w:r>
      <w:r w:rsidR="005A3479">
        <w:t>C</w:t>
      </w:r>
      <w:r>
        <w:t>’</w:t>
      </w:r>
      <w:r w:rsidR="005A3479">
        <w:t>est là que j</w:t>
      </w:r>
      <w:r>
        <w:t>’</w:t>
      </w:r>
      <w:r w:rsidR="005A3479">
        <w:t>ai vécu comme jeune fille et comme femme et toutes les choses de ma vie qui intéressent mon cœur sont associées à cette route</w:t>
      </w:r>
      <w:r>
        <w:t xml:space="preserve">. </w:t>
      </w:r>
      <w:r w:rsidR="005A3479">
        <w:t>Et elles ont été bien remuées en moi</w:t>
      </w:r>
      <w:r>
        <w:t xml:space="preserve">, </w:t>
      </w:r>
      <w:r w:rsidR="005A3479">
        <w:t>dernièrement</w:t>
      </w:r>
      <w:r>
        <w:t xml:space="preserve">. </w:t>
      </w:r>
      <w:r w:rsidR="005A3479">
        <w:t xml:space="preserve">Car </w:t>
      </w:r>
      <w:proofErr w:type="gramStart"/>
      <w:r w:rsidR="005A3479">
        <w:t>j</w:t>
      </w:r>
      <w:r>
        <w:t>’</w:t>
      </w:r>
      <w:r w:rsidR="005A3479">
        <w:t>ai été</w:t>
      </w:r>
      <w:proofErr w:type="gramEnd"/>
      <w:r w:rsidR="005A3479">
        <w:t xml:space="preserve"> faire un tour à </w:t>
      </w:r>
      <w:proofErr w:type="spellStart"/>
      <w:r w:rsidR="005A3479">
        <w:t>Christminster</w:t>
      </w:r>
      <w:proofErr w:type="spellEnd"/>
      <w:r>
        <w:t xml:space="preserve">. </w:t>
      </w:r>
      <w:r w:rsidR="005A3479">
        <w:t>Oui</w:t>
      </w:r>
      <w:r>
        <w:t xml:space="preserve">, </w:t>
      </w:r>
      <w:r w:rsidR="005A3479">
        <w:t>j</w:t>
      </w:r>
      <w:r>
        <w:t>’</w:t>
      </w:r>
      <w:r w:rsidR="005A3479">
        <w:t>ai vu Jude</w:t>
      </w:r>
      <w:r>
        <w:t>.</w:t>
      </w:r>
    </w:p>
    <w:p w14:paraId="3F81F388" w14:textId="77777777" w:rsidR="006F1ADB" w:rsidRDefault="006F1ADB" w:rsidP="005A3479">
      <w:r>
        <w:t>— </w:t>
      </w:r>
      <w:r w:rsidR="005A3479">
        <w:t>Ah</w:t>
      </w:r>
      <w:r>
        <w:t xml:space="preserve"> ! </w:t>
      </w:r>
      <w:r w:rsidR="005A3479">
        <w:t>Comment supportent-ils leur terrible malheur</w:t>
      </w:r>
      <w:r>
        <w:t> ?</w:t>
      </w:r>
    </w:p>
    <w:p w14:paraId="7EB883CC" w14:textId="77777777" w:rsidR="006F1ADB" w:rsidRDefault="006F1ADB" w:rsidP="005A3479">
      <w:r>
        <w:t>— </w:t>
      </w:r>
      <w:r w:rsidR="005A3479">
        <w:t>D</w:t>
      </w:r>
      <w:r>
        <w:t>’</w:t>
      </w:r>
      <w:r w:rsidR="005A3479">
        <w:t>une bien étrange manière</w:t>
      </w:r>
      <w:r>
        <w:t xml:space="preserve">, </w:t>
      </w:r>
      <w:r w:rsidR="005A3479">
        <w:t>bien étrange</w:t>
      </w:r>
      <w:r>
        <w:t xml:space="preserve"> ! </w:t>
      </w:r>
      <w:r w:rsidR="005A3479">
        <w:t>Elle ne vit plus avec lui</w:t>
      </w:r>
      <w:r>
        <w:t xml:space="preserve">, </w:t>
      </w:r>
      <w:r w:rsidR="005A3479">
        <w:t>désormais</w:t>
      </w:r>
      <w:r>
        <w:t xml:space="preserve">. </w:t>
      </w:r>
      <w:r w:rsidR="005A3479">
        <w:t>Je n</w:t>
      </w:r>
      <w:r>
        <w:t>’</w:t>
      </w:r>
      <w:r w:rsidR="005A3479">
        <w:t>ai appris ceci comme une chose certaine qu</w:t>
      </w:r>
      <w:r>
        <w:t>’</w:t>
      </w:r>
      <w:r w:rsidR="005A3479">
        <w:t>au moment où j</w:t>
      </w:r>
      <w:r>
        <w:t>’</w:t>
      </w:r>
      <w:r w:rsidR="005A3479">
        <w:t>allais partir</w:t>
      </w:r>
      <w:r>
        <w:t xml:space="preserve"> ; </w:t>
      </w:r>
      <w:r w:rsidR="005A3479">
        <w:t>mais j</w:t>
      </w:r>
      <w:r>
        <w:t>’</w:t>
      </w:r>
      <w:r w:rsidR="005A3479">
        <w:t>avais bien vu que les choses prenaient ce chemin-là quand je leur fis visite</w:t>
      </w:r>
      <w:r>
        <w:t>.</w:t>
      </w:r>
    </w:p>
    <w:p w14:paraId="663A334A" w14:textId="77777777" w:rsidR="006F1ADB" w:rsidRDefault="006F1ADB" w:rsidP="005A3479">
      <w:r>
        <w:t>— </w:t>
      </w:r>
      <w:r w:rsidR="005A3479">
        <w:t>Ne pas vivre avec son mari</w:t>
      </w:r>
      <w:r>
        <w:t xml:space="preserve"> ? </w:t>
      </w:r>
      <w:r w:rsidR="005A3479">
        <w:t>Mais j</w:t>
      </w:r>
      <w:r>
        <w:t>’</w:t>
      </w:r>
      <w:r w:rsidR="005A3479">
        <w:t>aurais pensé que cela dût les unir davantage</w:t>
      </w:r>
      <w:r>
        <w:t>.</w:t>
      </w:r>
    </w:p>
    <w:p w14:paraId="4D1534DD" w14:textId="7CD9CEA1" w:rsidR="006F1ADB" w:rsidRDefault="006F1ADB" w:rsidP="005A3479">
      <w:r>
        <w:t>— </w:t>
      </w:r>
      <w:r w:rsidR="005A3479">
        <w:t>Il n</w:t>
      </w:r>
      <w:r>
        <w:t>’</w:t>
      </w:r>
      <w:r w:rsidR="005A3479">
        <w:t>est pas son mari</w:t>
      </w:r>
      <w:r>
        <w:t xml:space="preserve">, </w:t>
      </w:r>
      <w:r w:rsidR="005A3479">
        <w:t>après tout</w:t>
      </w:r>
      <w:r>
        <w:t xml:space="preserve">. </w:t>
      </w:r>
      <w:r w:rsidR="005A3479">
        <w:t>Ils n</w:t>
      </w:r>
      <w:r>
        <w:t>’</w:t>
      </w:r>
      <w:r w:rsidR="005A3479">
        <w:t>ont jamais été rée</w:t>
      </w:r>
      <w:r w:rsidR="005A3479">
        <w:t>l</w:t>
      </w:r>
      <w:r w:rsidR="005A3479">
        <w:t>lement mariés</w:t>
      </w:r>
      <w:r>
        <w:t xml:space="preserve">, </w:t>
      </w:r>
      <w:r w:rsidR="005A3479">
        <w:t>bien qu</w:t>
      </w:r>
      <w:r>
        <w:t>’</w:t>
      </w:r>
      <w:r w:rsidR="005A3479">
        <w:t>ils aient passé si longtemps pour le mari et la femme</w:t>
      </w:r>
      <w:r>
        <w:t xml:space="preserve">. </w:t>
      </w:r>
      <w:r w:rsidR="005A3479">
        <w:t>Et maintenant</w:t>
      </w:r>
      <w:r>
        <w:t xml:space="preserve">, </w:t>
      </w:r>
      <w:r w:rsidR="005A3479">
        <w:t>au lieu que ce triste événement les décide et leur fasse légaliser leur cas</w:t>
      </w:r>
      <w:r>
        <w:t xml:space="preserve">, </w:t>
      </w:r>
      <w:r w:rsidR="005A3479">
        <w:t>elle est prise de je ne sais quelle bizarre religiosité</w:t>
      </w:r>
      <w:r>
        <w:t xml:space="preserve">, </w:t>
      </w:r>
      <w:r w:rsidR="005A3479">
        <w:t>tout comme moi quand j</w:t>
      </w:r>
      <w:r>
        <w:t>’</w:t>
      </w:r>
      <w:r w:rsidR="005A3479">
        <w:t>eus la do</w:t>
      </w:r>
      <w:r w:rsidR="005A3479">
        <w:t>u</w:t>
      </w:r>
      <w:r w:rsidR="005A3479">
        <w:t xml:space="preserve">leur de perdre </w:t>
      </w:r>
      <w:proofErr w:type="spellStart"/>
      <w:r w:rsidR="005A3479">
        <w:t>Cartlett</w:t>
      </w:r>
      <w:proofErr w:type="spellEnd"/>
      <w:r>
        <w:t xml:space="preserve"> ; </w:t>
      </w:r>
      <w:r w:rsidR="005A3479">
        <w:t>seulement</w:t>
      </w:r>
      <w:r>
        <w:t xml:space="preserve">, </w:t>
      </w:r>
      <w:r w:rsidR="005A3479">
        <w:t>l</w:t>
      </w:r>
      <w:r w:rsidR="005A3479">
        <w:t>a sienne est d</w:t>
      </w:r>
      <w:r>
        <w:t>’</w:t>
      </w:r>
      <w:r w:rsidR="005A3479">
        <w:t>une forme plus hystérique que la mienne</w:t>
      </w:r>
      <w:r>
        <w:t xml:space="preserve">. </w:t>
      </w:r>
      <w:r w:rsidR="005A3479">
        <w:t>Et elle dit</w:t>
      </w:r>
      <w:r>
        <w:t xml:space="preserve">, </w:t>
      </w:r>
      <w:r w:rsidR="005A3479">
        <w:t>m</w:t>
      </w:r>
      <w:r>
        <w:t>’</w:t>
      </w:r>
      <w:r w:rsidR="005A3479">
        <w:t>a-t-on rapporté</w:t>
      </w:r>
      <w:r>
        <w:t xml:space="preserve">, </w:t>
      </w:r>
      <w:r w:rsidR="005A3479">
        <w:t>qu</w:t>
      </w:r>
      <w:r>
        <w:t>’</w:t>
      </w:r>
      <w:r w:rsidR="005A3479">
        <w:t>elle est votre femme devant le Ciel et l</w:t>
      </w:r>
      <w:r>
        <w:t>’</w:t>
      </w:r>
      <w:r w:rsidR="005A3479">
        <w:t>Église</w:t>
      </w:r>
      <w:r>
        <w:t xml:space="preserve">, – </w:t>
      </w:r>
      <w:r w:rsidR="005A3479">
        <w:t>la vôtre se</w:t>
      </w:r>
      <w:r w:rsidR="005A3479">
        <w:t>u</w:t>
      </w:r>
      <w:r w:rsidR="005A3479">
        <w:t>lement</w:t>
      </w:r>
      <w:r>
        <w:t xml:space="preserve"> ; – </w:t>
      </w:r>
      <w:r w:rsidR="005A3479">
        <w:t>et qu</w:t>
      </w:r>
      <w:r>
        <w:t>’</w:t>
      </w:r>
      <w:r w:rsidR="005A3479">
        <w:t>aucun pouvoir humain ne peut la faire celle d</w:t>
      </w:r>
      <w:r>
        <w:t>’</w:t>
      </w:r>
      <w:r w:rsidR="005A3479">
        <w:t>un autre</w:t>
      </w:r>
      <w:r>
        <w:t>.</w:t>
      </w:r>
    </w:p>
    <w:p w14:paraId="4833D710" w14:textId="77777777" w:rsidR="006F1ADB" w:rsidRDefault="006F1ADB" w:rsidP="005A3479">
      <w:r>
        <w:t>— </w:t>
      </w:r>
      <w:r w:rsidR="005A3479">
        <w:t>Ah</w:t>
      </w:r>
      <w:r>
        <w:t xml:space="preserve"> ! </w:t>
      </w:r>
      <w:r w:rsidR="005A3479">
        <w:t>vraiment</w:t>
      </w:r>
      <w:r>
        <w:t xml:space="preserve"> ?… </w:t>
      </w:r>
      <w:r w:rsidR="005A3479">
        <w:t>Séparés</w:t>
      </w:r>
      <w:r>
        <w:t xml:space="preserve">, </w:t>
      </w:r>
      <w:r w:rsidR="005A3479">
        <w:t>est-ce possible</w:t>
      </w:r>
      <w:r>
        <w:t> ?</w:t>
      </w:r>
    </w:p>
    <w:p w14:paraId="118FB4D2" w14:textId="77777777" w:rsidR="006F1ADB" w:rsidRDefault="006F1ADB" w:rsidP="005A3479">
      <w:r>
        <w:t>— </w:t>
      </w:r>
      <w:r w:rsidR="005A3479">
        <w:t>Voyez-vous</w:t>
      </w:r>
      <w:r>
        <w:t xml:space="preserve">, </w:t>
      </w:r>
      <w:r w:rsidR="005A3479">
        <w:t>l</w:t>
      </w:r>
      <w:r>
        <w:t>’</w:t>
      </w:r>
      <w:r w:rsidR="005A3479">
        <w:t>aîné des enfants était le mien</w:t>
      </w:r>
      <w:r>
        <w:t>.</w:t>
      </w:r>
    </w:p>
    <w:p w14:paraId="34871870" w14:textId="77777777" w:rsidR="006F1ADB" w:rsidRDefault="006F1ADB" w:rsidP="005A3479">
      <w:r>
        <w:lastRenderedPageBreak/>
        <w:t>— </w:t>
      </w:r>
      <w:r w:rsidR="005A3479">
        <w:t>Oh</w:t>
      </w:r>
      <w:r>
        <w:t xml:space="preserve"> ! </w:t>
      </w:r>
      <w:r w:rsidR="005A3479">
        <w:t>le vôtre</w:t>
      </w:r>
      <w:r>
        <w:t> !</w:t>
      </w:r>
    </w:p>
    <w:p w14:paraId="3E1F5A30" w14:textId="77777777" w:rsidR="006F1ADB" w:rsidRDefault="006F1ADB" w:rsidP="005A3479">
      <w:r>
        <w:t>— </w:t>
      </w:r>
      <w:r w:rsidR="005A3479">
        <w:t>Oui</w:t>
      </w:r>
      <w:r>
        <w:t xml:space="preserve">, </w:t>
      </w:r>
      <w:r w:rsidR="005A3479">
        <w:t>pauvre petit</w:t>
      </w:r>
      <w:r>
        <w:t xml:space="preserve">, </w:t>
      </w:r>
      <w:r w:rsidR="005A3479">
        <w:t>né en légitime mariage</w:t>
      </w:r>
      <w:r>
        <w:t xml:space="preserve">, </w:t>
      </w:r>
      <w:r w:rsidR="005A3479">
        <w:t>grâce à Dieu</w:t>
      </w:r>
      <w:r>
        <w:t xml:space="preserve">. </w:t>
      </w:r>
      <w:r w:rsidR="005A3479">
        <w:t>Et peut-être sent-elle</w:t>
      </w:r>
      <w:r>
        <w:t xml:space="preserve">, </w:t>
      </w:r>
      <w:r w:rsidR="005A3479">
        <w:t>par-dessus tout</w:t>
      </w:r>
      <w:r>
        <w:t xml:space="preserve">, </w:t>
      </w:r>
      <w:r w:rsidR="005A3479">
        <w:t>que j</w:t>
      </w:r>
      <w:r>
        <w:t>’</w:t>
      </w:r>
      <w:r w:rsidR="005A3479">
        <w:t>aurais dû être à sa place</w:t>
      </w:r>
      <w:r>
        <w:t xml:space="preserve">. </w:t>
      </w:r>
      <w:r w:rsidR="005A3479">
        <w:t>Je ne puis pas vous dire</w:t>
      </w:r>
      <w:r>
        <w:t xml:space="preserve">. </w:t>
      </w:r>
      <w:r w:rsidR="005A3479">
        <w:t>Toujours est-il que moi</w:t>
      </w:r>
      <w:r>
        <w:t xml:space="preserve">, </w:t>
      </w:r>
      <w:r w:rsidR="005A3479">
        <w:t>je m</w:t>
      </w:r>
      <w:r>
        <w:t>’</w:t>
      </w:r>
      <w:r w:rsidR="005A3479">
        <w:t>en vais bientôt d</w:t>
      </w:r>
      <w:r>
        <w:t>’</w:t>
      </w:r>
      <w:r w:rsidR="005A3479">
        <w:t>ici</w:t>
      </w:r>
      <w:r>
        <w:t xml:space="preserve">. </w:t>
      </w:r>
      <w:r w:rsidR="005A3479">
        <w:t>J</w:t>
      </w:r>
      <w:r>
        <w:t>’</w:t>
      </w:r>
      <w:r w:rsidR="005A3479">
        <w:t>ai pris mon père pour en avoir soin maint</w:t>
      </w:r>
      <w:r w:rsidR="005A3479">
        <w:t>e</w:t>
      </w:r>
      <w:r w:rsidR="005A3479">
        <w:t>nant</w:t>
      </w:r>
      <w:r>
        <w:t xml:space="preserve">, </w:t>
      </w:r>
      <w:r w:rsidR="005A3479">
        <w:t>et nous ne pouvons pas vivre dans un trou comme celui-ci</w:t>
      </w:r>
      <w:r>
        <w:t xml:space="preserve">. </w:t>
      </w:r>
      <w:r w:rsidR="005A3479">
        <w:t>J</w:t>
      </w:r>
      <w:r>
        <w:t>’</w:t>
      </w:r>
      <w:r w:rsidR="005A3479">
        <w:t xml:space="preserve">espère rentrer bientôt dans un bar de </w:t>
      </w:r>
      <w:proofErr w:type="spellStart"/>
      <w:r w:rsidR="005A3479">
        <w:t>Christminster</w:t>
      </w:r>
      <w:proofErr w:type="spellEnd"/>
      <w:r w:rsidR="005A3479">
        <w:t xml:space="preserve"> ou de quelque autre grande ville</w:t>
      </w:r>
      <w:r>
        <w:t>.</w:t>
      </w:r>
    </w:p>
    <w:p w14:paraId="7E616F55" w14:textId="77777777" w:rsidR="006F1ADB" w:rsidRDefault="005A3479" w:rsidP="005A3479">
      <w:r>
        <w:t>Ils se séparèrent</w:t>
      </w:r>
      <w:r w:rsidR="006F1ADB">
        <w:t xml:space="preserve">. </w:t>
      </w:r>
      <w:r>
        <w:t xml:space="preserve">Quand </w:t>
      </w:r>
      <w:proofErr w:type="spellStart"/>
      <w:r>
        <w:t>Phillotson</w:t>
      </w:r>
      <w:proofErr w:type="spellEnd"/>
      <w:r>
        <w:t xml:space="preserve"> eut monté quelques pas sur la colline</w:t>
      </w:r>
      <w:r w:rsidR="006F1ADB">
        <w:t xml:space="preserve">, </w:t>
      </w:r>
      <w:r>
        <w:t>il s</w:t>
      </w:r>
      <w:r w:rsidR="006F1ADB">
        <w:t>’</w:t>
      </w:r>
      <w:r>
        <w:t>arrêta</w:t>
      </w:r>
      <w:r w:rsidR="006F1ADB">
        <w:t xml:space="preserve">, </w:t>
      </w:r>
      <w:r>
        <w:t>revint précipitamment en arrière et l</w:t>
      </w:r>
      <w:r w:rsidR="006F1ADB">
        <w:t>’</w:t>
      </w:r>
      <w:r>
        <w:t>appela</w:t>
      </w:r>
      <w:r w:rsidR="006F1ADB">
        <w:t>.</w:t>
      </w:r>
    </w:p>
    <w:p w14:paraId="3C950DDC" w14:textId="77777777" w:rsidR="006F1ADB" w:rsidRDefault="006F1ADB" w:rsidP="005A3479">
      <w:r>
        <w:t>— </w:t>
      </w:r>
      <w:r w:rsidR="005A3479">
        <w:t>Quelle est</w:t>
      </w:r>
      <w:r>
        <w:t xml:space="preserve">, </w:t>
      </w:r>
      <w:r w:rsidR="005A3479">
        <w:t>ou quelle était leur adresse</w:t>
      </w:r>
      <w:r>
        <w:t> ?</w:t>
      </w:r>
    </w:p>
    <w:p w14:paraId="17F09B72" w14:textId="77777777" w:rsidR="006F1ADB" w:rsidRDefault="005A3479" w:rsidP="005A3479">
      <w:proofErr w:type="spellStart"/>
      <w:r>
        <w:t>Arabella</w:t>
      </w:r>
      <w:proofErr w:type="spellEnd"/>
      <w:r>
        <w:t xml:space="preserve"> la lui donna</w:t>
      </w:r>
      <w:r w:rsidR="006F1ADB">
        <w:t>.</w:t>
      </w:r>
    </w:p>
    <w:p w14:paraId="72EFA42C" w14:textId="77777777" w:rsidR="006F1ADB" w:rsidRDefault="006F1ADB" w:rsidP="005A3479">
      <w:r>
        <w:t>— </w:t>
      </w:r>
      <w:r w:rsidR="005A3479">
        <w:t>Merci</w:t>
      </w:r>
      <w:r>
        <w:t xml:space="preserve">. </w:t>
      </w:r>
      <w:r w:rsidR="005A3479">
        <w:t>Bonjour</w:t>
      </w:r>
      <w:r>
        <w:t> !</w:t>
      </w:r>
    </w:p>
    <w:p w14:paraId="5D351F41" w14:textId="77777777" w:rsidR="006F1ADB" w:rsidRDefault="005A3479" w:rsidP="005A3479">
      <w:proofErr w:type="spellStart"/>
      <w:r>
        <w:t>Arabella</w:t>
      </w:r>
      <w:proofErr w:type="spellEnd"/>
      <w:r>
        <w:t xml:space="preserve"> eut un hideux sourire en reprenant sa route et s</w:t>
      </w:r>
      <w:r w:rsidR="006F1ADB">
        <w:t>’</w:t>
      </w:r>
      <w:r>
        <w:t>exerça à se faire des fossettes tout le long du chemin</w:t>
      </w:r>
      <w:r w:rsidR="006F1ADB">
        <w:t xml:space="preserve">, </w:t>
      </w:r>
      <w:r>
        <w:t>depuis l</w:t>
      </w:r>
      <w:r w:rsidR="006F1ADB">
        <w:t>’</w:t>
      </w:r>
      <w:r>
        <w:t>endroit où commencent les saules étêtés jusqu</w:t>
      </w:r>
      <w:r w:rsidR="006F1ADB">
        <w:t>’</w:t>
      </w:r>
      <w:r>
        <w:t>aux vieux ho</w:t>
      </w:r>
      <w:r>
        <w:t>s</w:t>
      </w:r>
      <w:r>
        <w:t>pices qui sont dans la première rue de la ville</w:t>
      </w:r>
      <w:r w:rsidR="006F1ADB">
        <w:t>.</w:t>
      </w:r>
    </w:p>
    <w:p w14:paraId="59013003" w14:textId="77777777" w:rsidR="006F1ADB" w:rsidRDefault="005A3479" w:rsidP="005A3479">
      <w:r>
        <w:t xml:space="preserve">Tandis que </w:t>
      </w:r>
      <w:proofErr w:type="spellStart"/>
      <w:r>
        <w:t>Phillotson</w:t>
      </w:r>
      <w:proofErr w:type="spellEnd"/>
      <w:r>
        <w:t xml:space="preserve"> montait à </w:t>
      </w:r>
      <w:proofErr w:type="spellStart"/>
      <w:r>
        <w:t>Marygreen</w:t>
      </w:r>
      <w:proofErr w:type="spellEnd"/>
      <w:r w:rsidR="006F1ADB">
        <w:t xml:space="preserve">, </w:t>
      </w:r>
      <w:r>
        <w:t>et</w:t>
      </w:r>
      <w:r w:rsidR="006F1ADB">
        <w:t xml:space="preserve">, </w:t>
      </w:r>
      <w:r>
        <w:t>pour la première fois depuis bien longtemps</w:t>
      </w:r>
      <w:r w:rsidR="006F1ADB">
        <w:t xml:space="preserve">, </w:t>
      </w:r>
      <w:r>
        <w:t>il regarda l</w:t>
      </w:r>
      <w:r w:rsidR="006F1ADB">
        <w:t>’</w:t>
      </w:r>
      <w:r>
        <w:t>avenir</w:t>
      </w:r>
      <w:r w:rsidR="006F1ADB">
        <w:t xml:space="preserve">. </w:t>
      </w:r>
      <w:r>
        <w:t>En pa</w:t>
      </w:r>
      <w:r>
        <w:t>s</w:t>
      </w:r>
      <w:r>
        <w:t>sant sous les grands arbres de la pelouse</w:t>
      </w:r>
      <w:r w:rsidR="006F1ADB">
        <w:t xml:space="preserve">, </w:t>
      </w:r>
      <w:r>
        <w:t>près de l</w:t>
      </w:r>
      <w:r w:rsidR="006F1ADB">
        <w:t>’</w:t>
      </w:r>
      <w:r>
        <w:t>humble école à laquelle il avait été réduit</w:t>
      </w:r>
      <w:r w:rsidR="006F1ADB">
        <w:t xml:space="preserve">, </w:t>
      </w:r>
      <w:r>
        <w:t>il se représenta Suzanne franchi</w:t>
      </w:r>
      <w:r>
        <w:t>s</w:t>
      </w:r>
      <w:r>
        <w:t>sant le seuil pour venir à lui</w:t>
      </w:r>
      <w:r w:rsidR="006F1ADB">
        <w:t xml:space="preserve">. </w:t>
      </w:r>
      <w:r>
        <w:t>Aucun homme n</w:t>
      </w:r>
      <w:r w:rsidR="006F1ADB">
        <w:t>’</w:t>
      </w:r>
      <w:r>
        <w:t>avait jamais payé plus cher sa propre charité</w:t>
      </w:r>
      <w:r w:rsidR="006F1ADB">
        <w:t xml:space="preserve">, </w:t>
      </w:r>
      <w:r>
        <w:t>chrétien</w:t>
      </w:r>
      <w:r w:rsidR="006F1ADB">
        <w:t xml:space="preserve">, </w:t>
      </w:r>
      <w:r>
        <w:t>ou païen</w:t>
      </w:r>
      <w:r w:rsidR="006F1ADB">
        <w:t xml:space="preserve">, </w:t>
      </w:r>
      <w:r>
        <w:t xml:space="preserve">que </w:t>
      </w:r>
      <w:proofErr w:type="spellStart"/>
      <w:r>
        <w:t>Phillotson</w:t>
      </w:r>
      <w:proofErr w:type="spellEnd"/>
      <w:r>
        <w:t xml:space="preserve"> après avoir laissé partir Suzanne</w:t>
      </w:r>
      <w:r w:rsidR="006F1ADB">
        <w:t xml:space="preserve">. </w:t>
      </w:r>
      <w:r>
        <w:t>Il avait été ballotté de poste en poste</w:t>
      </w:r>
      <w:r w:rsidR="006F1ADB">
        <w:t xml:space="preserve">, </w:t>
      </w:r>
      <w:r>
        <w:t>véritable jouet aux mains des gens de vertu</w:t>
      </w:r>
      <w:r w:rsidR="006F1ADB">
        <w:t xml:space="preserve">, </w:t>
      </w:r>
      <w:r>
        <w:t>et l</w:t>
      </w:r>
      <w:r w:rsidR="006F1ADB">
        <w:t>’</w:t>
      </w:r>
      <w:r>
        <w:t>épreuve avait presque surpassé ses forces</w:t>
      </w:r>
      <w:r w:rsidR="006F1ADB">
        <w:t xml:space="preserve"> ; </w:t>
      </w:r>
      <w:r>
        <w:t>peu s</w:t>
      </w:r>
      <w:r w:rsidR="006F1ADB">
        <w:t>’</w:t>
      </w:r>
      <w:r>
        <w:t>en fallait qu</w:t>
      </w:r>
      <w:r w:rsidR="006F1ADB">
        <w:t>’</w:t>
      </w:r>
      <w:r>
        <w:t>il ne fût mort de faim</w:t>
      </w:r>
      <w:r w:rsidR="006F1ADB">
        <w:t xml:space="preserve">, </w:t>
      </w:r>
      <w:r>
        <w:t>et maintenant il était à la merci de la très m</w:t>
      </w:r>
      <w:r>
        <w:t>o</w:t>
      </w:r>
      <w:r>
        <w:t xml:space="preserve">dique rétribution que lui valait cette école </w:t>
      </w:r>
      <w:r>
        <w:lastRenderedPageBreak/>
        <w:t>de village</w:t>
      </w:r>
      <w:r w:rsidR="006F1ADB">
        <w:t xml:space="preserve">. </w:t>
      </w:r>
      <w:r>
        <w:t>Il avait souvent pensé à cette remarque d</w:t>
      </w:r>
      <w:r w:rsidR="006F1ADB">
        <w:t>’</w:t>
      </w:r>
      <w:proofErr w:type="spellStart"/>
      <w:r>
        <w:t>Arabella</w:t>
      </w:r>
      <w:proofErr w:type="spellEnd"/>
      <w:r w:rsidR="006F1ADB">
        <w:t xml:space="preserve">, </w:t>
      </w:r>
      <w:r>
        <w:t>qu</w:t>
      </w:r>
      <w:r w:rsidR="006F1ADB">
        <w:t>’</w:t>
      </w:r>
      <w:r>
        <w:t>il aurait dû être plus sévère avec Suzanne dont l</w:t>
      </w:r>
      <w:r w:rsidR="006F1ADB">
        <w:t>’</w:t>
      </w:r>
      <w:r>
        <w:t>esprit rebelle n</w:t>
      </w:r>
      <w:r w:rsidR="006F1ADB">
        <w:t>’</w:t>
      </w:r>
      <w:r>
        <w:t>eût pas lon</w:t>
      </w:r>
      <w:r>
        <w:t>g</w:t>
      </w:r>
      <w:r>
        <w:t>temps résisté</w:t>
      </w:r>
      <w:r w:rsidR="006F1ADB">
        <w:t xml:space="preserve">. </w:t>
      </w:r>
      <w:r>
        <w:t>Pourtant</w:t>
      </w:r>
      <w:r w:rsidR="006F1ADB">
        <w:t xml:space="preserve">, </w:t>
      </w:r>
      <w:r>
        <w:t>tel était son mépris obstiné et illogique de l</w:t>
      </w:r>
      <w:r w:rsidR="006F1ADB">
        <w:t>’</w:t>
      </w:r>
      <w:r>
        <w:t>opinion et des principes dans lesquels il avait été élevé</w:t>
      </w:r>
      <w:r w:rsidR="006F1ADB">
        <w:t xml:space="preserve">, </w:t>
      </w:r>
      <w:r>
        <w:t>que ses convictions sur la rectitude de sa conduite avec sa femme n</w:t>
      </w:r>
      <w:r w:rsidR="006F1ADB">
        <w:t>’</w:t>
      </w:r>
      <w:r>
        <w:t>avaient pas été ébranlées</w:t>
      </w:r>
      <w:r w:rsidR="006F1ADB">
        <w:t>.</w:t>
      </w:r>
    </w:p>
    <w:p w14:paraId="7C667437" w14:textId="77777777" w:rsidR="006F1ADB" w:rsidRDefault="005A3479" w:rsidP="005A3479">
      <w:r>
        <w:t>Ces principes</w:t>
      </w:r>
      <w:r w:rsidR="006F1ADB">
        <w:t xml:space="preserve">, </w:t>
      </w:r>
      <w:r>
        <w:t>que le sentiment aurait pu bouleverser</w:t>
      </w:r>
      <w:r w:rsidR="006F1ADB">
        <w:t xml:space="preserve">, </w:t>
      </w:r>
      <w:r>
        <w:t>s</w:t>
      </w:r>
      <w:r w:rsidR="006F1ADB">
        <w:t>’</w:t>
      </w:r>
      <w:r>
        <w:t>en accommodaient tout aussi bien</w:t>
      </w:r>
      <w:r w:rsidR="006F1ADB">
        <w:t xml:space="preserve">. </w:t>
      </w:r>
      <w:r>
        <w:t>Les instincts qui l</w:t>
      </w:r>
      <w:r w:rsidR="006F1ADB">
        <w:t>’</w:t>
      </w:r>
      <w:r>
        <w:t>avaient pou</w:t>
      </w:r>
      <w:r>
        <w:t>s</w:t>
      </w:r>
      <w:r>
        <w:t>sé à donner Suzanne sa liberté lui permettaient maintenant de ne pas la juger plus mauvaise pour avoir vécu avec Jude</w:t>
      </w:r>
      <w:r w:rsidR="006F1ADB">
        <w:t xml:space="preserve">. </w:t>
      </w:r>
      <w:r>
        <w:t>Il la désirait encore</w:t>
      </w:r>
      <w:r w:rsidR="006F1ADB">
        <w:t xml:space="preserve">, </w:t>
      </w:r>
      <w:r>
        <w:t>à sa manière</w:t>
      </w:r>
      <w:r w:rsidR="006F1ADB">
        <w:t xml:space="preserve">, </w:t>
      </w:r>
      <w:r>
        <w:t>s</w:t>
      </w:r>
      <w:r w:rsidR="006F1ADB">
        <w:t>’</w:t>
      </w:r>
      <w:r>
        <w:t>il ne l</w:t>
      </w:r>
      <w:r w:rsidR="006F1ADB">
        <w:t>’</w:t>
      </w:r>
      <w:r>
        <w:t>aimait pas</w:t>
      </w:r>
      <w:r w:rsidR="006F1ADB">
        <w:t xml:space="preserve">, </w:t>
      </w:r>
      <w:r>
        <w:t>et en dehors de tout système</w:t>
      </w:r>
      <w:r w:rsidR="006F1ADB">
        <w:t xml:space="preserve">, </w:t>
      </w:r>
      <w:r>
        <w:t>il sentit bientôt qu</w:t>
      </w:r>
      <w:r w:rsidR="006F1ADB">
        <w:t>’</w:t>
      </w:r>
      <w:r>
        <w:t>il serait satisfait de la voir r</w:t>
      </w:r>
      <w:r>
        <w:t>e</w:t>
      </w:r>
      <w:r>
        <w:t>devenir</w:t>
      </w:r>
      <w:r w:rsidR="006F1ADB">
        <w:t xml:space="preserve">, </w:t>
      </w:r>
      <w:r>
        <w:t>sienne</w:t>
      </w:r>
      <w:r w:rsidR="006F1ADB">
        <w:t xml:space="preserve">, </w:t>
      </w:r>
      <w:r>
        <w:t>toujours à la condition qu</w:t>
      </w:r>
      <w:r w:rsidR="006F1ADB">
        <w:t>’</w:t>
      </w:r>
      <w:r>
        <w:t>elle revint de son plein gré</w:t>
      </w:r>
      <w:r w:rsidR="006F1ADB">
        <w:t>.</w:t>
      </w:r>
    </w:p>
    <w:p w14:paraId="71E41B8C" w14:textId="77777777" w:rsidR="006F1ADB" w:rsidRDefault="005A3479" w:rsidP="005A3479">
      <w:r>
        <w:t>Mais il fallait</w:t>
      </w:r>
      <w:r w:rsidR="006F1ADB">
        <w:t xml:space="preserve">, </w:t>
      </w:r>
      <w:r>
        <w:t>pensait-il</w:t>
      </w:r>
      <w:r w:rsidR="006F1ADB">
        <w:t xml:space="preserve">, </w:t>
      </w:r>
      <w:r>
        <w:t>un artifice pour couper le vent glacé que soufflerait impitoyablement le mépris du monde</w:t>
      </w:r>
      <w:r w:rsidR="006F1ADB">
        <w:t xml:space="preserve">. </w:t>
      </w:r>
      <w:r>
        <w:t>Et il avait son moyen tout prêt</w:t>
      </w:r>
      <w:r w:rsidR="006F1ADB">
        <w:t xml:space="preserve">. </w:t>
      </w:r>
      <w:r>
        <w:t>En recouvrant Suzanne et en l</w:t>
      </w:r>
      <w:r w:rsidR="006F1ADB">
        <w:t>’</w:t>
      </w:r>
      <w:r>
        <w:t>épousant de nouveau sous le respectable prétexte d</w:t>
      </w:r>
      <w:r w:rsidR="006F1ADB">
        <w:t>’</w:t>
      </w:r>
      <w:r>
        <w:t>avoir e</w:t>
      </w:r>
      <w:r>
        <w:t>n</w:t>
      </w:r>
      <w:r>
        <w:t>tretenu ses erreurs et obtenu à tort le divorce</w:t>
      </w:r>
      <w:r w:rsidR="006F1ADB">
        <w:t xml:space="preserve">, </w:t>
      </w:r>
      <w:r>
        <w:t>il pouvait acqu</w:t>
      </w:r>
      <w:r>
        <w:t>é</w:t>
      </w:r>
      <w:r>
        <w:t>rir quelque bien-être</w:t>
      </w:r>
      <w:r w:rsidR="006F1ADB">
        <w:t xml:space="preserve">, </w:t>
      </w:r>
      <w:r>
        <w:t>reprendre son ancien service</w:t>
      </w:r>
      <w:r w:rsidR="006F1ADB">
        <w:t xml:space="preserve">, </w:t>
      </w:r>
      <w:r>
        <w:t>peut-être revenir à l</w:t>
      </w:r>
      <w:r w:rsidR="006F1ADB">
        <w:t>’</w:t>
      </w:r>
      <w:r>
        <w:t xml:space="preserve">école de </w:t>
      </w:r>
      <w:proofErr w:type="spellStart"/>
      <w:r>
        <w:t>Shaston</w:t>
      </w:r>
      <w:proofErr w:type="spellEnd"/>
      <w:r w:rsidR="006F1ADB">
        <w:t xml:space="preserve">, </w:t>
      </w:r>
      <w:r>
        <w:t>si même ce n</w:t>
      </w:r>
      <w:r w:rsidR="006F1ADB">
        <w:t>’</w:t>
      </w:r>
      <w:r>
        <w:t>était pas à l</w:t>
      </w:r>
      <w:r w:rsidR="006F1ADB">
        <w:t>’</w:t>
      </w:r>
      <w:r>
        <w:t>Église comme licencié</w:t>
      </w:r>
      <w:r w:rsidR="006F1ADB">
        <w:t>.</w:t>
      </w:r>
    </w:p>
    <w:p w14:paraId="59837F2A" w14:textId="01854CE8" w:rsidR="005A3479" w:rsidRDefault="005A3479" w:rsidP="005A3479"/>
    <w:p w14:paraId="78D75A5C" w14:textId="77777777" w:rsidR="006F1ADB" w:rsidRDefault="005A3479" w:rsidP="005A3479">
      <w:r>
        <w:t>Quelques jours après</w:t>
      </w:r>
      <w:r w:rsidR="006F1ADB">
        <w:t xml:space="preserve">, </w:t>
      </w:r>
      <w:r>
        <w:t>une forme allait dans le brouillard argenté qui enveloppait Beersheba</w:t>
      </w:r>
      <w:r w:rsidR="006F1ADB">
        <w:t xml:space="preserve">, </w:t>
      </w:r>
      <w:r>
        <w:t xml:space="preserve">le faubourg de </w:t>
      </w:r>
      <w:proofErr w:type="spellStart"/>
      <w:r>
        <w:t>Christmin</w:t>
      </w:r>
      <w:r>
        <w:t>s</w:t>
      </w:r>
      <w:r>
        <w:t>ter</w:t>
      </w:r>
      <w:proofErr w:type="spellEnd"/>
      <w:r w:rsidR="006F1ADB">
        <w:t xml:space="preserve">, </w:t>
      </w:r>
      <w:r>
        <w:t>vers le quartier où Jude Fawley s</w:t>
      </w:r>
      <w:r w:rsidR="006F1ADB">
        <w:t>’</w:t>
      </w:r>
      <w:r>
        <w:t>était installé depuis sa s</w:t>
      </w:r>
      <w:r>
        <w:t>é</w:t>
      </w:r>
      <w:r>
        <w:t>paration avec Suzanne</w:t>
      </w:r>
      <w:r w:rsidR="006F1ADB">
        <w:t xml:space="preserve">. </w:t>
      </w:r>
      <w:r>
        <w:t>On heurta timidement à la porte de sa demeure</w:t>
      </w:r>
      <w:r w:rsidR="006F1ADB">
        <w:t>.</w:t>
      </w:r>
    </w:p>
    <w:p w14:paraId="706EAFC4" w14:textId="77777777" w:rsidR="006F1ADB" w:rsidRDefault="005A3479" w:rsidP="005A3479">
      <w:r>
        <w:t>C</w:t>
      </w:r>
      <w:r w:rsidR="006F1ADB">
        <w:t>’</w:t>
      </w:r>
      <w:r>
        <w:t>était le soir</w:t>
      </w:r>
      <w:r w:rsidR="006F1ADB">
        <w:t xml:space="preserve"> ; </w:t>
      </w:r>
      <w:r>
        <w:t>de sorte qu</w:t>
      </w:r>
      <w:r w:rsidR="006F1ADB">
        <w:t>’</w:t>
      </w:r>
      <w:r>
        <w:t>il était chez lui</w:t>
      </w:r>
      <w:r w:rsidR="006F1ADB">
        <w:t xml:space="preserve">. </w:t>
      </w:r>
      <w:r>
        <w:t>Par une espèce de divination</w:t>
      </w:r>
      <w:r w:rsidR="006F1ADB">
        <w:t xml:space="preserve">, </w:t>
      </w:r>
      <w:r>
        <w:t>il se précipita lui-même vers la porte</w:t>
      </w:r>
      <w:r w:rsidR="006F1ADB">
        <w:t>.</w:t>
      </w:r>
    </w:p>
    <w:p w14:paraId="50AFE8CE" w14:textId="77777777" w:rsidR="006F1ADB" w:rsidRDefault="006F1ADB" w:rsidP="005A3479">
      <w:r>
        <w:lastRenderedPageBreak/>
        <w:t>— </w:t>
      </w:r>
      <w:r w:rsidR="005A3479">
        <w:t>Voulez-vous sortir avec moi</w:t>
      </w:r>
      <w:r>
        <w:t xml:space="preserve"> ? </w:t>
      </w:r>
      <w:r w:rsidR="005A3479">
        <w:t>J</w:t>
      </w:r>
      <w:r>
        <w:t>’</w:t>
      </w:r>
      <w:r w:rsidR="005A3479">
        <w:t>aimerais mieux ne pas entrer</w:t>
      </w:r>
      <w:r>
        <w:t xml:space="preserve">. </w:t>
      </w:r>
      <w:r w:rsidR="005A3479">
        <w:t>Je voudrais causer avec vous et aller avec vous au cim</w:t>
      </w:r>
      <w:r w:rsidR="005A3479">
        <w:t>e</w:t>
      </w:r>
      <w:r w:rsidR="005A3479">
        <w:t>tière</w:t>
      </w:r>
      <w:r>
        <w:t>…</w:t>
      </w:r>
    </w:p>
    <w:p w14:paraId="4AA63D06" w14:textId="77777777" w:rsidR="006F1ADB" w:rsidRDefault="005A3479" w:rsidP="005A3479">
      <w:r>
        <w:t>C</w:t>
      </w:r>
      <w:r w:rsidR="006F1ADB">
        <w:t>’</w:t>
      </w:r>
      <w:r>
        <w:t>était la voix tremblante de Suzanne qui avait dit ces p</w:t>
      </w:r>
      <w:r>
        <w:t>a</w:t>
      </w:r>
      <w:r>
        <w:t>roles</w:t>
      </w:r>
      <w:r w:rsidR="006F1ADB">
        <w:t xml:space="preserve">. </w:t>
      </w:r>
      <w:r>
        <w:t>Jude mit son chapeau</w:t>
      </w:r>
      <w:r w:rsidR="006F1ADB">
        <w:t>.</w:t>
      </w:r>
    </w:p>
    <w:p w14:paraId="550F8B7F" w14:textId="77777777" w:rsidR="006F1ADB" w:rsidRDefault="006F1ADB" w:rsidP="005A3479">
      <w:r>
        <w:t>— </w:t>
      </w:r>
      <w:r w:rsidR="005A3479">
        <w:t>C</w:t>
      </w:r>
      <w:r>
        <w:t>’</w:t>
      </w:r>
      <w:r w:rsidR="005A3479">
        <w:t>est lugubre pour vous d</w:t>
      </w:r>
      <w:r>
        <w:t>’</w:t>
      </w:r>
      <w:r w:rsidR="005A3479">
        <w:t>être dehors</w:t>
      </w:r>
      <w:r>
        <w:t xml:space="preserve">, </w:t>
      </w:r>
      <w:r w:rsidR="005A3479">
        <w:t>dit-il</w:t>
      </w:r>
      <w:r>
        <w:t xml:space="preserve">, </w:t>
      </w:r>
      <w:r w:rsidR="005A3479">
        <w:t>mais si vous préférez ne pas entrer</w:t>
      </w:r>
      <w:r>
        <w:t xml:space="preserve">, </w:t>
      </w:r>
      <w:r w:rsidR="005A3479">
        <w:t>cela m</w:t>
      </w:r>
      <w:r>
        <w:t>’</w:t>
      </w:r>
      <w:r w:rsidR="005A3479">
        <w:t>est égal</w:t>
      </w:r>
      <w:r>
        <w:t>.</w:t>
      </w:r>
    </w:p>
    <w:p w14:paraId="282E51EF" w14:textId="77777777" w:rsidR="006F1ADB" w:rsidRDefault="006F1ADB" w:rsidP="005A3479">
      <w:r>
        <w:t>— </w:t>
      </w:r>
      <w:r w:rsidR="005A3479">
        <w:t>Oui</w:t>
      </w:r>
      <w:r>
        <w:t xml:space="preserve">, </w:t>
      </w:r>
      <w:r w:rsidR="005A3479">
        <w:t>je préfère</w:t>
      </w:r>
      <w:r>
        <w:t xml:space="preserve">. </w:t>
      </w:r>
      <w:r w:rsidR="005A3479">
        <w:t>Je ne vous garderai pas longtemps</w:t>
      </w:r>
      <w:r>
        <w:t>.</w:t>
      </w:r>
    </w:p>
    <w:p w14:paraId="614091AE" w14:textId="77777777" w:rsidR="006F1ADB" w:rsidRDefault="005A3479" w:rsidP="005A3479">
      <w:r>
        <w:t>Jude était trop ému pour continuer à parler tout d</w:t>
      </w:r>
      <w:r w:rsidR="006F1ADB">
        <w:t>’</w:t>
      </w:r>
      <w:r>
        <w:t>abord</w:t>
      </w:r>
      <w:r w:rsidR="006F1ADB">
        <w:t xml:space="preserve"> ; </w:t>
      </w:r>
      <w:r>
        <w:t>Suzanne</w:t>
      </w:r>
      <w:r w:rsidR="006F1ADB">
        <w:t xml:space="preserve">, </w:t>
      </w:r>
      <w:r>
        <w:t>elle aussi</w:t>
      </w:r>
      <w:r w:rsidR="006F1ADB">
        <w:t xml:space="preserve">, </w:t>
      </w:r>
      <w:r>
        <w:t>n</w:t>
      </w:r>
      <w:r w:rsidR="006F1ADB">
        <w:t>’</w:t>
      </w:r>
      <w:r>
        <w:t>était à celle heure qu</w:t>
      </w:r>
      <w:r w:rsidR="006F1ADB">
        <w:t>’</w:t>
      </w:r>
      <w:r>
        <w:t>un pauvre paquet de nerfs</w:t>
      </w:r>
      <w:r w:rsidR="006F1ADB">
        <w:t xml:space="preserve">, </w:t>
      </w:r>
      <w:r>
        <w:t>tout pouvoir d</w:t>
      </w:r>
      <w:r w:rsidR="006F1ADB">
        <w:t>’</w:t>
      </w:r>
      <w:r>
        <w:t>initiative semblait l</w:t>
      </w:r>
      <w:r w:rsidR="006F1ADB">
        <w:t>’</w:t>
      </w:r>
      <w:r>
        <w:t>avoir abandonnée</w:t>
      </w:r>
      <w:r w:rsidR="006F1ADB">
        <w:t xml:space="preserve">, </w:t>
      </w:r>
      <w:r>
        <w:t>et elle s</w:t>
      </w:r>
      <w:r w:rsidR="006F1ADB">
        <w:t>’</w:t>
      </w:r>
      <w:r>
        <w:t>avança à travers le brouillard</w:t>
      </w:r>
      <w:r w:rsidR="006F1ADB">
        <w:t xml:space="preserve">, </w:t>
      </w:r>
      <w:r>
        <w:t>pareille aux ombres de l</w:t>
      </w:r>
      <w:r w:rsidR="006F1ADB">
        <w:t>’</w:t>
      </w:r>
      <w:r>
        <w:t>Achéron</w:t>
      </w:r>
      <w:r w:rsidR="006F1ADB">
        <w:t xml:space="preserve">, </w:t>
      </w:r>
      <w:r>
        <w:t>longtemps sans un mot ni un geste</w:t>
      </w:r>
      <w:r w:rsidR="006F1ADB">
        <w:t>.</w:t>
      </w:r>
    </w:p>
    <w:p w14:paraId="770B4047" w14:textId="77777777" w:rsidR="006F1ADB" w:rsidRDefault="006F1ADB" w:rsidP="005A3479">
      <w:r>
        <w:t>— </w:t>
      </w:r>
      <w:r w:rsidR="005A3479">
        <w:t>J</w:t>
      </w:r>
      <w:r>
        <w:t>’</w:t>
      </w:r>
      <w:r w:rsidR="005A3479">
        <w:t>ai besoin de vous parler</w:t>
      </w:r>
      <w:r>
        <w:t xml:space="preserve">, </w:t>
      </w:r>
      <w:r w:rsidR="005A3479">
        <w:t>dit-elle enfin</w:t>
      </w:r>
      <w:r>
        <w:t xml:space="preserve">, </w:t>
      </w:r>
      <w:r w:rsidR="005A3479">
        <w:t>d</w:t>
      </w:r>
      <w:r>
        <w:t>’</w:t>
      </w:r>
      <w:r w:rsidR="005A3479">
        <w:t>une voix tantôt précipitée</w:t>
      </w:r>
      <w:r>
        <w:t xml:space="preserve">, </w:t>
      </w:r>
      <w:r w:rsidR="005A3479">
        <w:t>tantôt lente</w:t>
      </w:r>
      <w:r>
        <w:t xml:space="preserve">, </w:t>
      </w:r>
      <w:r w:rsidR="005A3479">
        <w:t>afin que vous n</w:t>
      </w:r>
      <w:r>
        <w:t>’</w:t>
      </w:r>
      <w:r w:rsidR="005A3479">
        <w:t>appreniez pas cela par hasard</w:t>
      </w:r>
      <w:r>
        <w:t xml:space="preserve">. </w:t>
      </w:r>
      <w:r w:rsidR="005A3479">
        <w:t>Je retourne avec Richard</w:t>
      </w:r>
      <w:r>
        <w:t xml:space="preserve">. </w:t>
      </w:r>
      <w:r w:rsidR="005A3479">
        <w:t>Il a</w:t>
      </w:r>
      <w:r>
        <w:t xml:space="preserve">, </w:t>
      </w:r>
      <w:r w:rsidR="005A3479">
        <w:t>si magnanimement</w:t>
      </w:r>
      <w:r>
        <w:t xml:space="preserve">, </w:t>
      </w:r>
      <w:r w:rsidR="005A3479">
        <w:t>da</w:t>
      </w:r>
      <w:r w:rsidR="005A3479">
        <w:t>i</w:t>
      </w:r>
      <w:r w:rsidR="005A3479">
        <w:t>gné tout pardonner</w:t>
      </w:r>
      <w:r>
        <w:t> !</w:t>
      </w:r>
    </w:p>
    <w:p w14:paraId="78DFF886" w14:textId="77777777" w:rsidR="006F1ADB" w:rsidRDefault="006F1ADB" w:rsidP="005A3479">
      <w:r>
        <w:t>— </w:t>
      </w:r>
      <w:r w:rsidR="005A3479">
        <w:t>Vous retournez</w:t>
      </w:r>
      <w:r>
        <w:t xml:space="preserve"> ? </w:t>
      </w:r>
      <w:r w:rsidR="005A3479">
        <w:t>Comment pouvez-vous aller</w:t>
      </w:r>
      <w:r>
        <w:t>…</w:t>
      </w:r>
    </w:p>
    <w:p w14:paraId="28BDD031" w14:textId="77777777" w:rsidR="006F1ADB" w:rsidRDefault="006F1ADB" w:rsidP="005A3479">
      <w:r>
        <w:t>— </w:t>
      </w:r>
      <w:r w:rsidR="005A3479">
        <w:t>Il va m</w:t>
      </w:r>
      <w:r>
        <w:t>’</w:t>
      </w:r>
      <w:r w:rsidR="005A3479">
        <w:t>épouser de nouveau</w:t>
      </w:r>
      <w:r>
        <w:t xml:space="preserve">. </w:t>
      </w:r>
      <w:r w:rsidR="005A3479">
        <w:t>C</w:t>
      </w:r>
      <w:r>
        <w:t>’</w:t>
      </w:r>
      <w:r w:rsidR="005A3479">
        <w:t>est pour la forme et pour satisfaire le monde</w:t>
      </w:r>
      <w:r>
        <w:t xml:space="preserve">, </w:t>
      </w:r>
      <w:r w:rsidR="005A3479">
        <w:t>qui ne voit pas les choses comme elles sont</w:t>
      </w:r>
      <w:r>
        <w:t xml:space="preserve">. </w:t>
      </w:r>
      <w:r w:rsidR="005A3479">
        <w:t xml:space="preserve">Mais naturellement je </w:t>
      </w:r>
      <w:r w:rsidR="005A3479">
        <w:rPr>
          <w:i/>
          <w:iCs/>
        </w:rPr>
        <w:t>suis</w:t>
      </w:r>
      <w:r w:rsidR="005A3479">
        <w:t xml:space="preserve"> sa femme déjà</w:t>
      </w:r>
      <w:r>
        <w:t xml:space="preserve">. </w:t>
      </w:r>
      <w:r w:rsidR="005A3479">
        <w:t>Rien n</w:t>
      </w:r>
      <w:r>
        <w:t>’</w:t>
      </w:r>
      <w:r w:rsidR="005A3479">
        <w:t>a changé cela</w:t>
      </w:r>
      <w:r>
        <w:t>.</w:t>
      </w:r>
    </w:p>
    <w:p w14:paraId="3FC1291B" w14:textId="77777777" w:rsidR="006F1ADB" w:rsidRDefault="005A3479" w:rsidP="005A3479">
      <w:r>
        <w:t>Il répliqua avec une angoisse qui était presque féroce</w:t>
      </w:r>
      <w:r w:rsidR="006F1ADB">
        <w:t> :</w:t>
      </w:r>
    </w:p>
    <w:p w14:paraId="3160890F" w14:textId="77777777" w:rsidR="006F1ADB" w:rsidRDefault="006F1ADB" w:rsidP="005A3479">
      <w:r>
        <w:t>— </w:t>
      </w:r>
      <w:r w:rsidR="005A3479">
        <w:t>Mais</w:t>
      </w:r>
      <w:r>
        <w:t xml:space="preserve">, </w:t>
      </w:r>
      <w:r w:rsidR="005A3479">
        <w:t xml:space="preserve">vous êtes </w:t>
      </w:r>
      <w:r w:rsidR="005A3479">
        <w:rPr>
          <w:i/>
          <w:iCs/>
        </w:rPr>
        <w:t>ma</w:t>
      </w:r>
      <w:r w:rsidR="005A3479">
        <w:t xml:space="preserve"> femme</w:t>
      </w:r>
      <w:r>
        <w:t xml:space="preserve"> ! </w:t>
      </w:r>
      <w:r w:rsidR="005A3479">
        <w:t>oui</w:t>
      </w:r>
      <w:r>
        <w:t xml:space="preserve">, </w:t>
      </w:r>
      <w:r w:rsidR="005A3479">
        <w:t>la mienne</w:t>
      </w:r>
      <w:r>
        <w:t xml:space="preserve">. </w:t>
      </w:r>
      <w:r w:rsidR="005A3479">
        <w:t>Vous le savez bien</w:t>
      </w:r>
      <w:r>
        <w:t xml:space="preserve">. </w:t>
      </w:r>
      <w:r w:rsidR="005A3479">
        <w:t>J</w:t>
      </w:r>
      <w:r>
        <w:t>’</w:t>
      </w:r>
      <w:r w:rsidR="005A3479">
        <w:t>ai toujours regretté cette feinte d</w:t>
      </w:r>
      <w:r>
        <w:t>’</w:t>
      </w:r>
      <w:r w:rsidR="005A3479">
        <w:t>un départ dans le de</w:t>
      </w:r>
      <w:r w:rsidR="005A3479">
        <w:t>s</w:t>
      </w:r>
      <w:r w:rsidR="005A3479">
        <w:t>sein-prétendu de revenir légalement mariés</w:t>
      </w:r>
      <w:r>
        <w:t xml:space="preserve">, </w:t>
      </w:r>
      <w:r w:rsidR="005A3479">
        <w:t>pour sauver</w:t>
      </w:r>
      <w:r>
        <w:t xml:space="preserve">, </w:t>
      </w:r>
      <w:r w:rsidR="005A3479">
        <w:t>les apparences</w:t>
      </w:r>
      <w:r>
        <w:t xml:space="preserve">. </w:t>
      </w:r>
      <w:r w:rsidR="005A3479">
        <w:t>Je vous aimais et vous m</w:t>
      </w:r>
      <w:r>
        <w:t>’</w:t>
      </w:r>
      <w:r w:rsidR="005A3479">
        <w:t>aimiez</w:t>
      </w:r>
      <w:r>
        <w:t xml:space="preserve">, </w:t>
      </w:r>
      <w:r w:rsidR="005A3479">
        <w:t>et nous étions d</w:t>
      </w:r>
      <w:r>
        <w:t>’</w:t>
      </w:r>
      <w:r w:rsidR="005A3479">
        <w:t>accord</w:t>
      </w:r>
      <w:r>
        <w:t xml:space="preserve"> : </w:t>
      </w:r>
      <w:r w:rsidR="005A3479">
        <w:t>et cela fit le mariage</w:t>
      </w:r>
      <w:r>
        <w:t xml:space="preserve">. </w:t>
      </w:r>
      <w:r w:rsidR="005A3479">
        <w:t xml:space="preserve">Nous nous aimons </w:t>
      </w:r>
      <w:r w:rsidR="005A3479">
        <w:lastRenderedPageBreak/>
        <w:t>encore</w:t>
      </w:r>
      <w:r>
        <w:t xml:space="preserve"> ; </w:t>
      </w:r>
      <w:r w:rsidR="005A3479">
        <w:t>et vous aussi bien que moi</w:t>
      </w:r>
      <w:r>
        <w:t xml:space="preserve">, </w:t>
      </w:r>
      <w:r w:rsidR="005A3479">
        <w:t>je le sais</w:t>
      </w:r>
      <w:r>
        <w:t xml:space="preserve">, </w:t>
      </w:r>
      <w:r w:rsidR="005A3479">
        <w:t>Sue</w:t>
      </w:r>
      <w:r>
        <w:t xml:space="preserve"> ! </w:t>
      </w:r>
      <w:r w:rsidR="005A3479">
        <w:t>C</w:t>
      </w:r>
      <w:r>
        <w:t>’</w:t>
      </w:r>
      <w:r w:rsidR="005A3479">
        <w:t>est pourquoi notre mariage n</w:t>
      </w:r>
      <w:r>
        <w:t>’</w:t>
      </w:r>
      <w:r w:rsidR="005A3479">
        <w:t>est pas annulé</w:t>
      </w:r>
      <w:r>
        <w:t>.</w:t>
      </w:r>
    </w:p>
    <w:p w14:paraId="6B5AAFA9" w14:textId="77777777" w:rsidR="006F1ADB" w:rsidRDefault="006F1ADB" w:rsidP="005A3479">
      <w:r>
        <w:t>— </w:t>
      </w:r>
      <w:r w:rsidR="005A3479">
        <w:t>Oui</w:t>
      </w:r>
      <w:r>
        <w:t xml:space="preserve">, </w:t>
      </w:r>
      <w:r w:rsidR="005A3479">
        <w:t>je sais comment vous voyez cela</w:t>
      </w:r>
      <w:r>
        <w:t xml:space="preserve">, </w:t>
      </w:r>
      <w:r w:rsidR="005A3479">
        <w:t>répondit-elle en contenant son désespoir</w:t>
      </w:r>
      <w:r>
        <w:t xml:space="preserve">. </w:t>
      </w:r>
      <w:r w:rsidR="005A3479">
        <w:t>Mais je vais me marier de nouveau avec lui</w:t>
      </w:r>
      <w:r>
        <w:t xml:space="preserve">. </w:t>
      </w:r>
      <w:r w:rsidR="005A3479">
        <w:t>Et pour vous parler sans restriction</w:t>
      </w:r>
      <w:r>
        <w:t xml:space="preserve"> – </w:t>
      </w:r>
      <w:r w:rsidR="005A3479">
        <w:t>laissez-moi vous dire cela</w:t>
      </w:r>
      <w:r>
        <w:t xml:space="preserve">, </w:t>
      </w:r>
      <w:r w:rsidR="005A3479">
        <w:t>Jude</w:t>
      </w:r>
      <w:r>
        <w:t xml:space="preserve"> ! – </w:t>
      </w:r>
      <w:r w:rsidR="005A3479">
        <w:t>vous devriez reprendre</w:t>
      </w:r>
      <w:r>
        <w:t xml:space="preserve">… </w:t>
      </w:r>
      <w:proofErr w:type="spellStart"/>
      <w:r w:rsidR="005A3479">
        <w:t>Arabella</w:t>
      </w:r>
      <w:proofErr w:type="spellEnd"/>
      <w:r>
        <w:t>.</w:t>
      </w:r>
    </w:p>
    <w:p w14:paraId="73D72F36" w14:textId="77777777" w:rsidR="006F1ADB" w:rsidRDefault="006F1ADB" w:rsidP="005A3479">
      <w:r>
        <w:t>— </w:t>
      </w:r>
      <w:r w:rsidR="005A3479">
        <w:t>La reprendre</w:t>
      </w:r>
      <w:r>
        <w:t xml:space="preserve"> ? </w:t>
      </w:r>
      <w:r w:rsidR="005A3479">
        <w:t>Grand Dieu</w:t>
      </w:r>
      <w:r>
        <w:t xml:space="preserve"> ! </w:t>
      </w:r>
      <w:r w:rsidR="005A3479">
        <w:t>et après</w:t>
      </w:r>
      <w:r>
        <w:t xml:space="preserve"> ? </w:t>
      </w:r>
      <w:r w:rsidR="005A3479">
        <w:t>Mais alors</w:t>
      </w:r>
      <w:r>
        <w:t xml:space="preserve">, </w:t>
      </w:r>
      <w:r w:rsidR="005A3479">
        <w:t>si nous étions mariés légalement</w:t>
      </w:r>
      <w:r>
        <w:t xml:space="preserve">, </w:t>
      </w:r>
      <w:r w:rsidR="005A3479">
        <w:t>comme nous étions sur le point de le faire</w:t>
      </w:r>
      <w:r>
        <w:t> ?</w:t>
      </w:r>
    </w:p>
    <w:p w14:paraId="71F5995A" w14:textId="77777777" w:rsidR="006F1ADB" w:rsidRDefault="006F1ADB" w:rsidP="005A3479">
      <w:r>
        <w:t>— </w:t>
      </w:r>
      <w:r w:rsidR="005A3479">
        <w:t>J</w:t>
      </w:r>
      <w:r>
        <w:t>’</w:t>
      </w:r>
      <w:r w:rsidR="005A3479">
        <w:t>aurais eu toujours le même sentiment</w:t>
      </w:r>
      <w:r>
        <w:t xml:space="preserve">, </w:t>
      </w:r>
      <w:r w:rsidR="005A3479">
        <w:t>qu</w:t>
      </w:r>
      <w:r>
        <w:t>’</w:t>
      </w:r>
      <w:r w:rsidR="005A3479">
        <w:t>entre nous il n</w:t>
      </w:r>
      <w:r>
        <w:t>’</w:t>
      </w:r>
      <w:r w:rsidR="005A3479">
        <w:t>y avait pas de mariage</w:t>
      </w:r>
      <w:r>
        <w:t xml:space="preserve">. </w:t>
      </w:r>
      <w:r w:rsidR="005A3479">
        <w:t>Et je retournerais à Richard</w:t>
      </w:r>
      <w:r>
        <w:t xml:space="preserve">, </w:t>
      </w:r>
      <w:r w:rsidR="005A3479">
        <w:t>sans r</w:t>
      </w:r>
      <w:r w:rsidR="005A3479">
        <w:t>e</w:t>
      </w:r>
      <w:r w:rsidR="005A3479">
        <w:t>nouveler le sacrement</w:t>
      </w:r>
      <w:r>
        <w:t xml:space="preserve">, </w:t>
      </w:r>
      <w:r w:rsidR="005A3479">
        <w:t>s</w:t>
      </w:r>
      <w:r>
        <w:t>’</w:t>
      </w:r>
      <w:r w:rsidR="005A3479">
        <w:t>il me demandait</w:t>
      </w:r>
      <w:r>
        <w:t xml:space="preserve">. </w:t>
      </w:r>
      <w:r w:rsidR="005A3479">
        <w:t xml:space="preserve">Mais </w:t>
      </w:r>
      <w:r>
        <w:t>« </w:t>
      </w:r>
      <w:r w:rsidR="005A3479">
        <w:t>le monde et ses voies ont une certaine valeur</w:t>
      </w:r>
      <w:r>
        <w:t xml:space="preserve"> », </w:t>
      </w:r>
      <w:r w:rsidR="005A3479">
        <w:t>je suppose</w:t>
      </w:r>
      <w:r>
        <w:t xml:space="preserve"> : </w:t>
      </w:r>
      <w:r w:rsidR="005A3479">
        <w:t>donc</w:t>
      </w:r>
      <w:r>
        <w:t xml:space="preserve">, </w:t>
      </w:r>
      <w:r w:rsidR="005A3479">
        <w:t>je consens à renouveler la cérémonie</w:t>
      </w:r>
      <w:r>
        <w:t xml:space="preserve">… </w:t>
      </w:r>
      <w:r w:rsidR="005A3479">
        <w:t>N</w:t>
      </w:r>
      <w:r>
        <w:t>’</w:t>
      </w:r>
      <w:r w:rsidR="005A3479">
        <w:t>épuisez pas tout ce qui reste de vie en moi par le sarcasme et la discussion</w:t>
      </w:r>
      <w:r>
        <w:t xml:space="preserve">, </w:t>
      </w:r>
      <w:r w:rsidR="005A3479">
        <w:t>je vous en supplie</w:t>
      </w:r>
      <w:r>
        <w:t xml:space="preserve"> ! </w:t>
      </w:r>
      <w:r w:rsidR="005A3479">
        <w:t>Je fus très forte jadis</w:t>
      </w:r>
      <w:r>
        <w:t xml:space="preserve">, </w:t>
      </w:r>
      <w:r w:rsidR="005A3479">
        <w:t>je le sais</w:t>
      </w:r>
      <w:r>
        <w:t xml:space="preserve">, </w:t>
      </w:r>
      <w:r w:rsidR="005A3479">
        <w:t>et peut-être que je vous traitai cruellement</w:t>
      </w:r>
      <w:r>
        <w:t xml:space="preserve">. </w:t>
      </w:r>
      <w:r w:rsidR="005A3479">
        <w:t>Mais</w:t>
      </w:r>
      <w:r>
        <w:t xml:space="preserve">, </w:t>
      </w:r>
      <w:r w:rsidR="005A3479">
        <w:t>Jude</w:t>
      </w:r>
      <w:r>
        <w:t xml:space="preserve">, </w:t>
      </w:r>
      <w:r w:rsidR="005A3479">
        <w:t>rendez-moi le bien pour le mal</w:t>
      </w:r>
      <w:r>
        <w:t xml:space="preserve"> ! </w:t>
      </w:r>
      <w:r w:rsidR="005A3479">
        <w:t>Je suis la plus faible aujourd</w:t>
      </w:r>
      <w:r>
        <w:t>’</w:t>
      </w:r>
      <w:r w:rsidR="005A3479">
        <w:t>hui</w:t>
      </w:r>
      <w:r>
        <w:t xml:space="preserve">. </w:t>
      </w:r>
      <w:r w:rsidR="005A3479">
        <w:t>N</w:t>
      </w:r>
      <w:r>
        <w:t>’</w:t>
      </w:r>
      <w:r w:rsidR="005A3479">
        <w:t>usez pas de représailles avec moi</w:t>
      </w:r>
      <w:r>
        <w:t xml:space="preserve">, </w:t>
      </w:r>
      <w:r w:rsidR="005A3479">
        <w:t>soyez doux</w:t>
      </w:r>
      <w:r>
        <w:t xml:space="preserve">. </w:t>
      </w:r>
      <w:r w:rsidR="005A3479">
        <w:t>Oh</w:t>
      </w:r>
      <w:r>
        <w:t xml:space="preserve"> ! </w:t>
      </w:r>
      <w:r w:rsidR="005A3479">
        <w:t>soyez doux pour moi</w:t>
      </w:r>
      <w:r>
        <w:t xml:space="preserve">, – </w:t>
      </w:r>
      <w:r w:rsidR="005A3479">
        <w:t>pauvre femme qui essaye de s</w:t>
      </w:r>
      <w:r>
        <w:t>’</w:t>
      </w:r>
      <w:r w:rsidR="005A3479">
        <w:t>amender</w:t>
      </w:r>
      <w:r>
        <w:t> !</w:t>
      </w:r>
    </w:p>
    <w:p w14:paraId="533D2AAE" w14:textId="77777777" w:rsidR="006F1ADB" w:rsidRDefault="005A3479" w:rsidP="005A3479">
      <w:r>
        <w:t>Il secoua la tête</w:t>
      </w:r>
      <w:r w:rsidR="006F1ADB">
        <w:t xml:space="preserve">, </w:t>
      </w:r>
      <w:r>
        <w:t>sans espoir</w:t>
      </w:r>
      <w:r w:rsidR="006F1ADB">
        <w:t xml:space="preserve"> ; </w:t>
      </w:r>
      <w:r>
        <w:t>ses yeux se mouillèrent</w:t>
      </w:r>
      <w:r w:rsidR="006F1ADB">
        <w:t xml:space="preserve">. </w:t>
      </w:r>
      <w:r>
        <w:t>Il a</w:t>
      </w:r>
      <w:r>
        <w:t>l</w:t>
      </w:r>
      <w:r>
        <w:t>lait perdre Suzanne</w:t>
      </w:r>
      <w:r w:rsidR="006F1ADB">
        <w:t xml:space="preserve"> ! </w:t>
      </w:r>
      <w:r>
        <w:t>Un vent glacé semblait balayer sa raison</w:t>
      </w:r>
      <w:r w:rsidR="006F1ADB">
        <w:t xml:space="preserve">. </w:t>
      </w:r>
      <w:r>
        <w:t>Sa vue</w:t>
      </w:r>
      <w:r w:rsidR="006F1ADB">
        <w:t xml:space="preserve">, </w:t>
      </w:r>
      <w:r>
        <w:t>jadis claire</w:t>
      </w:r>
      <w:r w:rsidR="006F1ADB">
        <w:t xml:space="preserve">, </w:t>
      </w:r>
      <w:r>
        <w:t>se troublait</w:t>
      </w:r>
      <w:r w:rsidR="006F1ADB">
        <w:t>.</w:t>
      </w:r>
    </w:p>
    <w:p w14:paraId="19AAC8EA" w14:textId="77777777" w:rsidR="006F1ADB" w:rsidRDefault="006F1ADB" w:rsidP="005A3479">
      <w:r>
        <w:t>— </w:t>
      </w:r>
      <w:r w:rsidR="005A3479">
        <w:t>Misère</w:t>
      </w:r>
      <w:r>
        <w:t xml:space="preserve"> ! </w:t>
      </w:r>
      <w:r w:rsidR="005A3479">
        <w:t>misère</w:t>
      </w:r>
      <w:r>
        <w:t xml:space="preserve"> ! </w:t>
      </w:r>
      <w:r w:rsidR="005A3479">
        <w:t>dit-il</w:t>
      </w:r>
      <w:r>
        <w:t xml:space="preserve">, </w:t>
      </w:r>
      <w:r w:rsidR="005A3479">
        <w:t>d</w:t>
      </w:r>
      <w:r>
        <w:t>’</w:t>
      </w:r>
      <w:r w:rsidR="005A3479">
        <w:t>une voix rauque</w:t>
      </w:r>
      <w:r>
        <w:t xml:space="preserve">. </w:t>
      </w:r>
      <w:r w:rsidR="005A3479">
        <w:t>Erreur</w:t>
      </w:r>
      <w:r>
        <w:t xml:space="preserve"> – </w:t>
      </w:r>
      <w:r w:rsidR="005A3479">
        <w:t>pe</w:t>
      </w:r>
      <w:r w:rsidR="005A3479">
        <w:t>r</w:t>
      </w:r>
      <w:r w:rsidR="005A3479">
        <w:t>versité</w:t>
      </w:r>
      <w:r>
        <w:t xml:space="preserve"> ! </w:t>
      </w:r>
      <w:r w:rsidR="005A3479">
        <w:t>Cela me fait perdre le sens</w:t>
      </w:r>
      <w:r>
        <w:t xml:space="preserve"> ! </w:t>
      </w:r>
      <w:r w:rsidR="005A3479">
        <w:t>Avez-vous souci de lui</w:t>
      </w:r>
      <w:r>
        <w:t xml:space="preserve"> ? </w:t>
      </w:r>
      <w:r w:rsidR="005A3479">
        <w:t>L</w:t>
      </w:r>
      <w:r>
        <w:t>’</w:t>
      </w:r>
      <w:r w:rsidR="005A3479">
        <w:t>aimez-vous</w:t>
      </w:r>
      <w:r>
        <w:t xml:space="preserve"> ? </w:t>
      </w:r>
      <w:r w:rsidR="005A3479">
        <w:t>Vous savez bien que non</w:t>
      </w:r>
      <w:r>
        <w:t xml:space="preserve">. </w:t>
      </w:r>
      <w:r w:rsidR="005A3479">
        <w:t>Ce sera une prostit</w:t>
      </w:r>
      <w:r w:rsidR="005A3479">
        <w:t>u</w:t>
      </w:r>
      <w:r w:rsidR="005A3479">
        <w:t>tion fanatique</w:t>
      </w:r>
      <w:r>
        <w:t xml:space="preserve"> – </w:t>
      </w:r>
      <w:r w:rsidR="005A3479">
        <w:t>Dieu me pardonne</w:t>
      </w:r>
      <w:r>
        <w:t xml:space="preserve">, </w:t>
      </w:r>
      <w:r w:rsidR="005A3479">
        <w:t>oui</w:t>
      </w:r>
      <w:r>
        <w:t xml:space="preserve"> – </w:t>
      </w:r>
      <w:r w:rsidR="005A3479">
        <w:t>c</w:t>
      </w:r>
      <w:r>
        <w:t>’</w:t>
      </w:r>
      <w:r w:rsidR="005A3479">
        <w:t>est bien ce que cela sera</w:t>
      </w:r>
      <w:r>
        <w:t> !</w:t>
      </w:r>
    </w:p>
    <w:p w14:paraId="0717254F" w14:textId="77777777" w:rsidR="006F1ADB" w:rsidRDefault="006F1ADB" w:rsidP="005A3479">
      <w:r>
        <w:lastRenderedPageBreak/>
        <w:t>— </w:t>
      </w:r>
      <w:r w:rsidR="005A3479">
        <w:t>Je ne l</w:t>
      </w:r>
      <w:r>
        <w:t>’</w:t>
      </w:r>
      <w:r w:rsidR="005A3479">
        <w:t>aime pas</w:t>
      </w:r>
      <w:r>
        <w:t xml:space="preserve"> ; </w:t>
      </w:r>
      <w:r w:rsidR="005A3479">
        <w:t>il faut bien</w:t>
      </w:r>
      <w:r>
        <w:t xml:space="preserve">, </w:t>
      </w:r>
      <w:r w:rsidR="005A3479">
        <w:t>il faut que je l</w:t>
      </w:r>
      <w:r>
        <w:t>’</w:t>
      </w:r>
      <w:r w:rsidR="005A3479">
        <w:t>avoue</w:t>
      </w:r>
      <w:r>
        <w:t xml:space="preserve">, </w:t>
      </w:r>
      <w:r w:rsidR="005A3479">
        <w:t>dans le plus profond remords</w:t>
      </w:r>
      <w:r>
        <w:t xml:space="preserve"> ! </w:t>
      </w:r>
      <w:r w:rsidR="005A3479">
        <w:t>Mais j</w:t>
      </w:r>
      <w:r>
        <w:t>’</w:t>
      </w:r>
      <w:r w:rsidR="005A3479">
        <w:t>essaierai d</w:t>
      </w:r>
      <w:r>
        <w:t>’</w:t>
      </w:r>
      <w:r w:rsidR="005A3479">
        <w:t>apprendre à l</w:t>
      </w:r>
      <w:r>
        <w:t>’</w:t>
      </w:r>
      <w:r w:rsidR="005A3479">
        <w:t>aimer en lui obéissant</w:t>
      </w:r>
      <w:r>
        <w:t>.</w:t>
      </w:r>
    </w:p>
    <w:p w14:paraId="5ABFF5F7" w14:textId="77777777" w:rsidR="006F1ADB" w:rsidRDefault="005A3479" w:rsidP="005A3479">
      <w:r>
        <w:t>Jude discuta</w:t>
      </w:r>
      <w:r w:rsidR="006F1ADB">
        <w:t xml:space="preserve">, </w:t>
      </w:r>
      <w:r>
        <w:t>insista</w:t>
      </w:r>
      <w:r w:rsidR="006F1ADB">
        <w:t xml:space="preserve">, </w:t>
      </w:r>
      <w:r>
        <w:t>supplia</w:t>
      </w:r>
      <w:r w:rsidR="006F1ADB">
        <w:t xml:space="preserve"> ; </w:t>
      </w:r>
      <w:r>
        <w:t>mais la conviction de S</w:t>
      </w:r>
      <w:r>
        <w:t>u</w:t>
      </w:r>
      <w:r>
        <w:t>zanne était à l</w:t>
      </w:r>
      <w:r w:rsidR="006F1ADB">
        <w:t>’</w:t>
      </w:r>
      <w:r>
        <w:t>épreuve de tout</w:t>
      </w:r>
      <w:r w:rsidR="006F1ADB">
        <w:t xml:space="preserve">. </w:t>
      </w:r>
      <w:r>
        <w:t>Il semblait que ce fût la seule chose en ce monde sur quoi elle fût ferme</w:t>
      </w:r>
      <w:r w:rsidR="006F1ADB">
        <w:t xml:space="preserve">, </w:t>
      </w:r>
      <w:r>
        <w:t>et cette fermeté qu</w:t>
      </w:r>
      <w:r w:rsidR="006F1ADB">
        <w:t>’</w:t>
      </w:r>
      <w:r>
        <w:t>elle avait en cela la laissait chancelante dans tous ses autres instincts</w:t>
      </w:r>
      <w:r w:rsidR="006F1ADB">
        <w:t xml:space="preserve">, </w:t>
      </w:r>
      <w:r>
        <w:t>dans tous ses autres désirs</w:t>
      </w:r>
      <w:r w:rsidR="006F1ADB">
        <w:t>.</w:t>
      </w:r>
    </w:p>
    <w:p w14:paraId="295839AD" w14:textId="77777777" w:rsidR="006F1ADB" w:rsidRDefault="006F1ADB" w:rsidP="005A3479">
      <w:r>
        <w:t>— </w:t>
      </w:r>
      <w:r w:rsidR="005A3479">
        <w:t>J</w:t>
      </w:r>
      <w:r>
        <w:t>’</w:t>
      </w:r>
      <w:r w:rsidR="005A3479">
        <w:t>ai tenu à ce que vous sachiez toute la vérité et à vous la dire moi-même</w:t>
      </w:r>
      <w:r>
        <w:t xml:space="preserve">, </w:t>
      </w:r>
      <w:r w:rsidR="005A3479">
        <w:t>dit-elle d</w:t>
      </w:r>
      <w:r>
        <w:t>’</w:t>
      </w:r>
      <w:r w:rsidR="005A3479">
        <w:t>une voix entrecoupée</w:t>
      </w:r>
      <w:r>
        <w:t xml:space="preserve">, </w:t>
      </w:r>
      <w:r w:rsidR="005A3479">
        <w:t>afin que vous ne puissiez pas penser que je vous ai traité sans égards et l</w:t>
      </w:r>
      <w:r>
        <w:t>’</w:t>
      </w:r>
      <w:r w:rsidR="005A3479">
        <w:t>apprendre de seconde main</w:t>
      </w:r>
      <w:r>
        <w:t xml:space="preserve">. </w:t>
      </w:r>
      <w:proofErr w:type="gramStart"/>
      <w:r w:rsidR="005A3479">
        <w:t>J</w:t>
      </w:r>
      <w:r>
        <w:t>’</w:t>
      </w:r>
      <w:r w:rsidR="005A3479">
        <w:t>ai même été</w:t>
      </w:r>
      <w:proofErr w:type="gramEnd"/>
      <w:r w:rsidR="005A3479">
        <w:t xml:space="preserve"> jusqu</w:t>
      </w:r>
      <w:r>
        <w:t>’</w:t>
      </w:r>
      <w:r w:rsidR="005A3479">
        <w:t>au suprême aveu que je ne l</w:t>
      </w:r>
      <w:r>
        <w:t>’</w:t>
      </w:r>
      <w:r w:rsidR="005A3479">
        <w:t>aime pas</w:t>
      </w:r>
      <w:r>
        <w:t xml:space="preserve">. </w:t>
      </w:r>
      <w:r w:rsidR="005A3479">
        <w:t>Je ne crois pas avoir mérité tant de rudesse en agissant ainsi</w:t>
      </w:r>
      <w:r>
        <w:t xml:space="preserve"> ! </w:t>
      </w:r>
      <w:r w:rsidR="005A3479">
        <w:t>J</w:t>
      </w:r>
      <w:r>
        <w:t>’</w:t>
      </w:r>
      <w:r w:rsidR="005A3479">
        <w:t>allais vous demander</w:t>
      </w:r>
      <w:r>
        <w:t>…</w:t>
      </w:r>
    </w:p>
    <w:p w14:paraId="546BD51D" w14:textId="77777777" w:rsidR="006F1ADB" w:rsidRDefault="006F1ADB" w:rsidP="005A3479">
      <w:r>
        <w:t>— </w:t>
      </w:r>
      <w:r w:rsidR="005A3479">
        <w:t>De vous livrer moi-même</w:t>
      </w:r>
      <w:r>
        <w:t> ?</w:t>
      </w:r>
    </w:p>
    <w:p w14:paraId="5126F3B7" w14:textId="77777777" w:rsidR="006F1ADB" w:rsidRDefault="006F1ADB" w:rsidP="005A3479">
      <w:r>
        <w:t>— </w:t>
      </w:r>
      <w:r w:rsidR="005A3479">
        <w:t>Non</w:t>
      </w:r>
      <w:r>
        <w:t xml:space="preserve">. </w:t>
      </w:r>
      <w:r w:rsidR="005A3479">
        <w:t>De m</w:t>
      </w:r>
      <w:r>
        <w:t>’</w:t>
      </w:r>
      <w:r w:rsidR="005A3479">
        <w:t>envoyer mes malles</w:t>
      </w:r>
      <w:r>
        <w:t xml:space="preserve">, </w:t>
      </w:r>
      <w:r w:rsidR="005A3479">
        <w:t>si vous vouliez</w:t>
      </w:r>
      <w:r>
        <w:t xml:space="preserve">. </w:t>
      </w:r>
      <w:r w:rsidR="005A3479">
        <w:t>Mais je suppose que vous ne voulez pas</w:t>
      </w:r>
      <w:r>
        <w:t>.</w:t>
      </w:r>
    </w:p>
    <w:p w14:paraId="388A9AEE" w14:textId="77777777" w:rsidR="006F1ADB" w:rsidRDefault="006F1ADB" w:rsidP="005A3479">
      <w:r>
        <w:t>— </w:t>
      </w:r>
      <w:r w:rsidR="005A3479">
        <w:t>Comment</w:t>
      </w:r>
      <w:r>
        <w:t xml:space="preserve"> ! </w:t>
      </w:r>
      <w:r w:rsidR="005A3479">
        <w:t>je le veux bien</w:t>
      </w:r>
      <w:r>
        <w:t xml:space="preserve">. </w:t>
      </w:r>
      <w:r w:rsidR="005A3479">
        <w:t>Mais ne va-t-il donc pas venir vous prendre pour vous mener d</w:t>
      </w:r>
      <w:r>
        <w:t>’</w:t>
      </w:r>
      <w:r w:rsidR="005A3479">
        <w:t>ici à l</w:t>
      </w:r>
      <w:r>
        <w:t>’</w:t>
      </w:r>
      <w:r w:rsidR="005A3479">
        <w:t>autel</w:t>
      </w:r>
      <w:r>
        <w:t xml:space="preserve"> ? </w:t>
      </w:r>
      <w:r w:rsidR="005A3479">
        <w:t>Il ne daignera pas faire cela</w:t>
      </w:r>
      <w:r>
        <w:t> ?</w:t>
      </w:r>
    </w:p>
    <w:p w14:paraId="4A266410" w14:textId="77777777" w:rsidR="006F1ADB" w:rsidRDefault="006F1ADB" w:rsidP="005A3479">
      <w:r>
        <w:t>— </w:t>
      </w:r>
      <w:r w:rsidR="005A3479">
        <w:t>Non</w:t>
      </w:r>
      <w:r>
        <w:t xml:space="preserve">. </w:t>
      </w:r>
      <w:r w:rsidR="005A3479">
        <w:t>Je ne permettrais pas</w:t>
      </w:r>
      <w:r>
        <w:t xml:space="preserve">. </w:t>
      </w:r>
      <w:r w:rsidR="005A3479">
        <w:t>Je vais à lui volontairement</w:t>
      </w:r>
      <w:r>
        <w:t xml:space="preserve">, </w:t>
      </w:r>
      <w:r w:rsidR="005A3479">
        <w:t>comme je l</w:t>
      </w:r>
      <w:r>
        <w:t>’</w:t>
      </w:r>
      <w:r w:rsidR="005A3479">
        <w:t>ai quitté</w:t>
      </w:r>
      <w:r>
        <w:t xml:space="preserve">. </w:t>
      </w:r>
      <w:r w:rsidR="005A3479">
        <w:t xml:space="preserve">Nous nous marierons à la petite église de </w:t>
      </w:r>
      <w:proofErr w:type="spellStart"/>
      <w:r w:rsidR="005A3479">
        <w:t>Marygreen</w:t>
      </w:r>
      <w:proofErr w:type="spellEnd"/>
      <w:r>
        <w:t>.</w:t>
      </w:r>
    </w:p>
    <w:p w14:paraId="6049F098" w14:textId="77777777" w:rsidR="006F1ADB" w:rsidRDefault="005A3479" w:rsidP="005A3479">
      <w:r>
        <w:t>Elle était si tristement douce dans ce qu</w:t>
      </w:r>
      <w:r w:rsidR="006F1ADB">
        <w:t>’</w:t>
      </w:r>
      <w:r>
        <w:t>il appelait son e</w:t>
      </w:r>
      <w:r>
        <w:t>n</w:t>
      </w:r>
      <w:r>
        <w:t>têtement</w:t>
      </w:r>
      <w:r w:rsidR="006F1ADB">
        <w:t xml:space="preserve">, </w:t>
      </w:r>
      <w:r>
        <w:t>que Jude ne put s</w:t>
      </w:r>
      <w:r w:rsidR="006F1ADB">
        <w:t>’</w:t>
      </w:r>
      <w:r>
        <w:t>empêcher d</w:t>
      </w:r>
      <w:r w:rsidR="006F1ADB">
        <w:t>’</w:t>
      </w:r>
      <w:r>
        <w:t>être plus d</w:t>
      </w:r>
      <w:r w:rsidR="006F1ADB">
        <w:t>’</w:t>
      </w:r>
      <w:r>
        <w:t>une fois ému jusqu</w:t>
      </w:r>
      <w:r w:rsidR="006F1ADB">
        <w:t>’</w:t>
      </w:r>
      <w:r>
        <w:t>aux larmes de pitié pour elle</w:t>
      </w:r>
      <w:r w:rsidR="006F1ADB">
        <w:t>.</w:t>
      </w:r>
    </w:p>
    <w:p w14:paraId="05684CFB" w14:textId="77777777" w:rsidR="006F1ADB" w:rsidRDefault="006F1ADB" w:rsidP="005A3479">
      <w:r>
        <w:t>— </w:t>
      </w:r>
      <w:r w:rsidR="005A3479">
        <w:t>Je n</w:t>
      </w:r>
      <w:r>
        <w:t>’</w:t>
      </w:r>
      <w:r w:rsidR="005A3479">
        <w:t>ai jamais vu une femme comme vous pour avoir des élans de pénitence</w:t>
      </w:r>
      <w:r>
        <w:t xml:space="preserve">, </w:t>
      </w:r>
      <w:r w:rsidR="005A3479">
        <w:t>Sue</w:t>
      </w:r>
      <w:r>
        <w:t> !</w:t>
      </w:r>
    </w:p>
    <w:p w14:paraId="684415F1" w14:textId="77777777" w:rsidR="006F1ADB" w:rsidRDefault="006F1ADB" w:rsidP="005A3479">
      <w:r>
        <w:lastRenderedPageBreak/>
        <w:t>— </w:t>
      </w:r>
      <w:r w:rsidR="005A3479">
        <w:t>Laissons cela</w:t>
      </w:r>
      <w:r>
        <w:t xml:space="preserve">, </w:t>
      </w:r>
      <w:r w:rsidR="005A3479">
        <w:t>Jude</w:t>
      </w:r>
      <w:r>
        <w:t xml:space="preserve">, </w:t>
      </w:r>
      <w:r w:rsidR="005A3479">
        <w:t>il faut que je vous dise adieu</w:t>
      </w:r>
      <w:r>
        <w:t xml:space="preserve">. </w:t>
      </w:r>
      <w:r w:rsidR="005A3479">
        <w:t>Mais j</w:t>
      </w:r>
      <w:r>
        <w:t>’</w:t>
      </w:r>
      <w:r w:rsidR="005A3479">
        <w:t>ai besoin de vous</w:t>
      </w:r>
      <w:r>
        <w:t xml:space="preserve"> : </w:t>
      </w:r>
      <w:r w:rsidR="005A3479">
        <w:t>venez au cimetière avec moi</w:t>
      </w:r>
      <w:r>
        <w:t xml:space="preserve">. </w:t>
      </w:r>
      <w:r w:rsidR="005A3479">
        <w:t>C</w:t>
      </w:r>
      <w:r>
        <w:t>’</w:t>
      </w:r>
      <w:r w:rsidR="005A3479">
        <w:t>est là que doit se faire notre adieu</w:t>
      </w:r>
      <w:r>
        <w:t xml:space="preserve">, </w:t>
      </w:r>
      <w:r w:rsidR="005A3479">
        <w:t>près des tombes de ceux qui sont morts pour m</w:t>
      </w:r>
      <w:r>
        <w:t>’</w:t>
      </w:r>
      <w:r w:rsidR="005A3479">
        <w:t>apporter à mon foyer la révélation de mes erreurs</w:t>
      </w:r>
      <w:r>
        <w:t>.</w:t>
      </w:r>
    </w:p>
    <w:p w14:paraId="10D4D458" w14:textId="77777777" w:rsidR="006F1ADB" w:rsidRDefault="005A3479" w:rsidP="005A3479">
      <w:r>
        <w:t>Ils se dirigèrent vers ce lieu et</w:t>
      </w:r>
      <w:r w:rsidR="006F1ADB">
        <w:t xml:space="preserve">, </w:t>
      </w:r>
      <w:r>
        <w:t>sur leur demande</w:t>
      </w:r>
      <w:r w:rsidR="006F1ADB">
        <w:t xml:space="preserve">, </w:t>
      </w:r>
      <w:r>
        <w:t>on leur ouvrit la porte</w:t>
      </w:r>
      <w:r w:rsidR="006F1ADB">
        <w:t xml:space="preserve">. </w:t>
      </w:r>
      <w:r>
        <w:t>Suzanne y était venue souvent et elle connaissait son chemin dans l</w:t>
      </w:r>
      <w:r w:rsidR="006F1ADB">
        <w:t>’</w:t>
      </w:r>
      <w:r>
        <w:t>obscurité</w:t>
      </w:r>
      <w:r w:rsidR="006F1ADB">
        <w:t xml:space="preserve">. </w:t>
      </w:r>
      <w:r>
        <w:t>Arrivés</w:t>
      </w:r>
      <w:r w:rsidR="006F1ADB">
        <w:t xml:space="preserve">, </w:t>
      </w:r>
      <w:r>
        <w:t>ils restèrent silencieux</w:t>
      </w:r>
      <w:r w:rsidR="006F1ADB">
        <w:t>.</w:t>
      </w:r>
    </w:p>
    <w:p w14:paraId="4D54A36A" w14:textId="77777777" w:rsidR="006F1ADB" w:rsidRDefault="006F1ADB" w:rsidP="005A3479">
      <w:r>
        <w:t>— </w:t>
      </w:r>
      <w:r w:rsidR="005A3479">
        <w:t>C</w:t>
      </w:r>
      <w:r>
        <w:t>’</w:t>
      </w:r>
      <w:r w:rsidR="005A3479">
        <w:t>est là</w:t>
      </w:r>
      <w:r>
        <w:t xml:space="preserve">. </w:t>
      </w:r>
      <w:r w:rsidR="005A3479">
        <w:t>Je voudrais y être aussi</w:t>
      </w:r>
      <w:r>
        <w:t xml:space="preserve">, </w:t>
      </w:r>
      <w:r w:rsidR="005A3479">
        <w:t>dit-elle</w:t>
      </w:r>
      <w:r>
        <w:t>.</w:t>
      </w:r>
    </w:p>
    <w:p w14:paraId="0B70D5A9" w14:textId="77777777" w:rsidR="006F1ADB" w:rsidRDefault="006F1ADB" w:rsidP="005A3479">
      <w:r>
        <w:t>— </w:t>
      </w:r>
      <w:r w:rsidR="005A3479">
        <w:t>Que n</w:t>
      </w:r>
      <w:r>
        <w:t>’</w:t>
      </w:r>
      <w:r w:rsidR="005A3479">
        <w:t>est-ce ainsi</w:t>
      </w:r>
      <w:r>
        <w:t> !</w:t>
      </w:r>
    </w:p>
    <w:p w14:paraId="2713617C" w14:textId="430E0208" w:rsidR="006F1ADB" w:rsidRDefault="006F1ADB" w:rsidP="005A3479">
      <w:r>
        <w:t>— </w:t>
      </w:r>
      <w:r w:rsidR="005A3479">
        <w:t>Ne me soyez pas cruel parce que j</w:t>
      </w:r>
      <w:r>
        <w:t>’</w:t>
      </w:r>
      <w:r w:rsidR="005A3479">
        <w:t>ai agi par conviction</w:t>
      </w:r>
      <w:r>
        <w:t xml:space="preserve">. </w:t>
      </w:r>
      <w:r w:rsidR="005A3479">
        <w:t>Votre généreux dévouement pour moi est incomparable</w:t>
      </w:r>
      <w:r>
        <w:t xml:space="preserve">, </w:t>
      </w:r>
      <w:r w:rsidR="005A3479">
        <w:t>Jude</w:t>
      </w:r>
      <w:r>
        <w:t xml:space="preserve"> ! </w:t>
      </w:r>
      <w:r w:rsidR="005A3479">
        <w:t>Votre faillite mondaine</w:t>
      </w:r>
      <w:r>
        <w:t xml:space="preserve">, </w:t>
      </w:r>
      <w:r w:rsidR="005A3479">
        <w:t>s</w:t>
      </w:r>
      <w:r>
        <w:t>’</w:t>
      </w:r>
      <w:r w:rsidR="005A3479">
        <w:t>il y a faillite</w:t>
      </w:r>
      <w:r>
        <w:t xml:space="preserve">, </w:t>
      </w:r>
      <w:r w:rsidR="005A3479">
        <w:t>vous honore plutôt qu</w:t>
      </w:r>
      <w:r>
        <w:t>’</w:t>
      </w:r>
      <w:r w:rsidR="005A3479">
        <w:t>elle ne vous condamne</w:t>
      </w:r>
      <w:r>
        <w:t xml:space="preserve">. </w:t>
      </w:r>
      <w:r w:rsidR="005A3479">
        <w:t>Souvenez-vous que les meilleurs et les plus grands dans l</w:t>
      </w:r>
      <w:r>
        <w:t>’</w:t>
      </w:r>
      <w:r w:rsidR="005A3479">
        <w:t>humanité sont ceux qui ne se font à eux-mêmes aucun avantage en ce monde</w:t>
      </w:r>
      <w:r>
        <w:t xml:space="preserve">. </w:t>
      </w:r>
      <w:r w:rsidR="005A3479">
        <w:t>Tout homme qui réussit est plus ou moins égoïste</w:t>
      </w:r>
      <w:r>
        <w:t xml:space="preserve">. </w:t>
      </w:r>
      <w:r w:rsidR="005A3479">
        <w:t>Les dévoués échouent</w:t>
      </w:r>
      <w:r>
        <w:t>… « </w:t>
      </w:r>
      <w:r w:rsidR="005A3479">
        <w:t>La charité ne cherche pas son propre bien</w:t>
      </w:r>
      <w:r>
        <w:t>. »</w:t>
      </w:r>
    </w:p>
    <w:p w14:paraId="5058EC14" w14:textId="77777777" w:rsidR="006F1ADB" w:rsidRDefault="006F1ADB" w:rsidP="005A3479">
      <w:r>
        <w:t>— </w:t>
      </w:r>
      <w:r w:rsidR="005A3479">
        <w:t>Sur ce chapitre</w:t>
      </w:r>
      <w:r>
        <w:t xml:space="preserve">, </w:t>
      </w:r>
      <w:r w:rsidR="005A3479">
        <w:t>nous sommes d</w:t>
      </w:r>
      <w:r>
        <w:t>’</w:t>
      </w:r>
      <w:r w:rsidR="005A3479">
        <w:t>accord</w:t>
      </w:r>
      <w:r>
        <w:t xml:space="preserve">, </w:t>
      </w:r>
      <w:r w:rsidR="005A3479">
        <w:t>chérie toujours aimée</w:t>
      </w:r>
      <w:r>
        <w:t xml:space="preserve">, </w:t>
      </w:r>
      <w:r w:rsidR="005A3479">
        <w:t>et</w:t>
      </w:r>
      <w:r>
        <w:t xml:space="preserve">, </w:t>
      </w:r>
      <w:r w:rsidR="005A3479">
        <w:t>en ce qui le concerne</w:t>
      </w:r>
      <w:r>
        <w:t xml:space="preserve">, </w:t>
      </w:r>
      <w:r w:rsidR="005A3479">
        <w:t>nous nous séparerons amis</w:t>
      </w:r>
      <w:r>
        <w:t xml:space="preserve">. </w:t>
      </w:r>
      <w:r w:rsidR="005A3479">
        <w:t>Ses versets subsisteront</w:t>
      </w:r>
      <w:r>
        <w:t xml:space="preserve">, </w:t>
      </w:r>
      <w:r w:rsidR="005A3479">
        <w:t>quand tout le reste que vous appelez rel</w:t>
      </w:r>
      <w:r w:rsidR="005A3479">
        <w:t>i</w:t>
      </w:r>
      <w:r w:rsidR="005A3479">
        <w:t>gion aura passé</w:t>
      </w:r>
      <w:r>
        <w:t> !</w:t>
      </w:r>
    </w:p>
    <w:p w14:paraId="1DC4EB11" w14:textId="77777777" w:rsidR="006F1ADB" w:rsidRDefault="006F1ADB" w:rsidP="005A3479">
      <w:r>
        <w:t>— </w:t>
      </w:r>
      <w:r w:rsidR="005A3479">
        <w:t>Eh bien</w:t>
      </w:r>
      <w:r>
        <w:t xml:space="preserve">, </w:t>
      </w:r>
      <w:r w:rsidR="005A3479">
        <w:t>ne discutons pas cela</w:t>
      </w:r>
      <w:r>
        <w:t xml:space="preserve">. </w:t>
      </w:r>
      <w:r w:rsidR="005A3479">
        <w:t>Adieu</w:t>
      </w:r>
      <w:r>
        <w:t xml:space="preserve">, </w:t>
      </w:r>
      <w:r w:rsidR="005A3479">
        <w:t>Jude</w:t>
      </w:r>
      <w:r>
        <w:t xml:space="preserve"> ; </w:t>
      </w:r>
      <w:r w:rsidR="005A3479">
        <w:t>mon co</w:t>
      </w:r>
      <w:r w:rsidR="005A3479">
        <w:t>m</w:t>
      </w:r>
      <w:r w:rsidR="005A3479">
        <w:t>plice dans le péché</w:t>
      </w:r>
      <w:r>
        <w:t xml:space="preserve">, </w:t>
      </w:r>
      <w:r w:rsidR="005A3479">
        <w:t>et mon plus tendre ami</w:t>
      </w:r>
      <w:r>
        <w:t> !</w:t>
      </w:r>
    </w:p>
    <w:p w14:paraId="4C21DBF0" w14:textId="77777777" w:rsidR="006F1ADB" w:rsidRDefault="006F1ADB" w:rsidP="005A3479">
      <w:r>
        <w:t>— </w:t>
      </w:r>
      <w:r w:rsidR="005A3479">
        <w:t>Adieu</w:t>
      </w:r>
      <w:r>
        <w:t xml:space="preserve">, </w:t>
      </w:r>
      <w:r w:rsidR="005A3479">
        <w:t>ma chère femme effarée</w:t>
      </w:r>
      <w:r>
        <w:t xml:space="preserve">. </w:t>
      </w:r>
      <w:r w:rsidR="005A3479">
        <w:t>Adieu</w:t>
      </w:r>
      <w:r>
        <w:t> !</w:t>
      </w:r>
    </w:p>
    <w:p w14:paraId="192B419E" w14:textId="267AB296" w:rsidR="005A3479" w:rsidRDefault="005A3479" w:rsidP="006F1ADB">
      <w:pPr>
        <w:pStyle w:val="Titre2"/>
      </w:pPr>
      <w:bookmarkStart w:id="93" w:name="__RefHeading__95_1957917597"/>
      <w:bookmarkStart w:id="94" w:name="_Toc202369662"/>
      <w:bookmarkEnd w:id="93"/>
      <w:r>
        <w:lastRenderedPageBreak/>
        <w:t>V</w:t>
      </w:r>
      <w:bookmarkEnd w:id="94"/>
    </w:p>
    <w:p w14:paraId="677522CC" w14:textId="77777777" w:rsidR="006F1ADB" w:rsidRDefault="005A3479" w:rsidP="005A3479">
      <w:r>
        <w:t>L</w:t>
      </w:r>
      <w:r w:rsidR="006F1ADB">
        <w:t>’</w:t>
      </w:r>
      <w:r>
        <w:t>après-midi du lendemain</w:t>
      </w:r>
      <w:r w:rsidR="006F1ADB">
        <w:t xml:space="preserve">, </w:t>
      </w:r>
      <w:r>
        <w:t xml:space="preserve">le brouillard coutumier de </w:t>
      </w:r>
      <w:proofErr w:type="spellStart"/>
      <w:r>
        <w:t>Christminster</w:t>
      </w:r>
      <w:proofErr w:type="spellEnd"/>
      <w:r>
        <w:t xml:space="preserve"> enveloppait encore toutes choses</w:t>
      </w:r>
      <w:r w:rsidR="006F1ADB">
        <w:t xml:space="preserve">. </w:t>
      </w:r>
      <w:r>
        <w:t>À peine y po</w:t>
      </w:r>
      <w:r>
        <w:t>u</w:t>
      </w:r>
      <w:r>
        <w:t>vait-on discerner l</w:t>
      </w:r>
      <w:r w:rsidR="006F1ADB">
        <w:t>’</w:t>
      </w:r>
      <w:r>
        <w:t>ombre mince de Suzanne se dirigeant vers la station</w:t>
      </w:r>
      <w:r w:rsidR="006F1ADB">
        <w:t>.</w:t>
      </w:r>
    </w:p>
    <w:p w14:paraId="0026FEBA" w14:textId="77777777" w:rsidR="006F1ADB" w:rsidRDefault="005A3479" w:rsidP="005A3479">
      <w:r>
        <w:t>Jude n</w:t>
      </w:r>
      <w:r w:rsidR="006F1ADB">
        <w:t>’</w:t>
      </w:r>
      <w:r>
        <w:t>avait pas eu le cœur d</w:t>
      </w:r>
      <w:r w:rsidR="006F1ADB">
        <w:t>’</w:t>
      </w:r>
      <w:r>
        <w:t>aller son travail ce jour-là</w:t>
      </w:r>
      <w:r w:rsidR="006F1ADB">
        <w:t xml:space="preserve">. </w:t>
      </w:r>
      <w:r>
        <w:t>Il ne pouvait non plus aller nulle part où il serait exposé à la voir passer</w:t>
      </w:r>
      <w:r w:rsidR="006F1ADB">
        <w:t xml:space="preserve">. </w:t>
      </w:r>
      <w:r>
        <w:t>Il alla dans une direction opposée</w:t>
      </w:r>
      <w:r w:rsidR="006F1ADB">
        <w:t xml:space="preserve">, </w:t>
      </w:r>
      <w:r>
        <w:t>dans un endroit morne</w:t>
      </w:r>
      <w:r w:rsidR="006F1ADB">
        <w:t xml:space="preserve">, </w:t>
      </w:r>
      <w:r>
        <w:t>étrange et calme où les branches gouttaient</w:t>
      </w:r>
      <w:r w:rsidR="006F1ADB">
        <w:t xml:space="preserve">, </w:t>
      </w:r>
      <w:r>
        <w:t>véritable piège de toux et de phtisie</w:t>
      </w:r>
      <w:r w:rsidR="006F1ADB">
        <w:t xml:space="preserve">, </w:t>
      </w:r>
      <w:r>
        <w:t>et où il n</w:t>
      </w:r>
      <w:r w:rsidR="006F1ADB">
        <w:t>’</w:t>
      </w:r>
      <w:r>
        <w:t>avait jamais été aupar</w:t>
      </w:r>
      <w:r>
        <w:t>a</w:t>
      </w:r>
      <w:r>
        <w:t>vant</w:t>
      </w:r>
      <w:r w:rsidR="006F1ADB">
        <w:t>.</w:t>
      </w:r>
    </w:p>
    <w:p w14:paraId="69BE67A6" w14:textId="77777777" w:rsidR="006F1ADB" w:rsidRDefault="006F1ADB" w:rsidP="005A3479">
      <w:r>
        <w:t>— </w:t>
      </w:r>
      <w:r w:rsidR="005A3479">
        <w:t>Sue est partie</w:t>
      </w:r>
      <w:r>
        <w:t xml:space="preserve">, </w:t>
      </w:r>
      <w:r w:rsidR="005A3479">
        <w:t>partie</w:t>
      </w:r>
      <w:r>
        <w:t xml:space="preserve"> ! </w:t>
      </w:r>
      <w:r w:rsidR="005A3479">
        <w:t>murmura-t-il misérablement</w:t>
      </w:r>
      <w:r>
        <w:t>.</w:t>
      </w:r>
    </w:p>
    <w:p w14:paraId="082851DA" w14:textId="77777777" w:rsidR="006F1ADB" w:rsidRDefault="005A3479" w:rsidP="005A3479">
      <w:r>
        <w:t>Elle</w:t>
      </w:r>
      <w:r w:rsidR="006F1ADB">
        <w:t xml:space="preserve">, </w:t>
      </w:r>
      <w:r>
        <w:t>pendant ce temps</w:t>
      </w:r>
      <w:r w:rsidR="006F1ADB">
        <w:t xml:space="preserve">, </w:t>
      </w:r>
      <w:r>
        <w:t>avait quitté le train et débarqué à la route d</w:t>
      </w:r>
      <w:r w:rsidR="006F1ADB">
        <w:t>’</w:t>
      </w:r>
      <w:proofErr w:type="spellStart"/>
      <w:r>
        <w:t>Alfredston</w:t>
      </w:r>
      <w:proofErr w:type="spellEnd"/>
      <w:r>
        <w:t xml:space="preserve"> où elle monta dans le tramway à vapeur et se fit conduire jusqu</w:t>
      </w:r>
      <w:r w:rsidR="006F1ADB">
        <w:t>’</w:t>
      </w:r>
      <w:r>
        <w:t>à la ville</w:t>
      </w:r>
      <w:r w:rsidR="006F1ADB">
        <w:t xml:space="preserve">. </w:t>
      </w:r>
      <w:r>
        <w:t>Sur sa demande</w:t>
      </w:r>
      <w:r w:rsidR="006F1ADB">
        <w:t xml:space="preserve">, </w:t>
      </w:r>
      <w:r>
        <w:t xml:space="preserve">il avait été convenu que </w:t>
      </w:r>
      <w:proofErr w:type="spellStart"/>
      <w:r>
        <w:t>Phillotson</w:t>
      </w:r>
      <w:proofErr w:type="spellEnd"/>
      <w:r>
        <w:t xml:space="preserve"> ne viendrait pas à sa rencontre</w:t>
      </w:r>
      <w:r w:rsidR="006F1ADB">
        <w:t xml:space="preserve">. </w:t>
      </w:r>
      <w:r>
        <w:t>Elle désirait</w:t>
      </w:r>
      <w:r w:rsidR="006F1ADB">
        <w:t xml:space="preserve">, </w:t>
      </w:r>
      <w:r>
        <w:t>d</w:t>
      </w:r>
      <w:r>
        <w:t>i</w:t>
      </w:r>
      <w:r>
        <w:t>sait-elle</w:t>
      </w:r>
      <w:r w:rsidR="006F1ADB">
        <w:t xml:space="preserve">, </w:t>
      </w:r>
      <w:r>
        <w:t>venir à lui volontairement</w:t>
      </w:r>
      <w:r w:rsidR="006F1ADB">
        <w:t xml:space="preserve">, </w:t>
      </w:r>
      <w:r>
        <w:t>jusqu</w:t>
      </w:r>
      <w:r w:rsidR="006F1ADB">
        <w:t>’</w:t>
      </w:r>
      <w:r>
        <w:t>à sa maison même et à son foyer</w:t>
      </w:r>
      <w:r w:rsidR="006F1ADB">
        <w:t>.</w:t>
      </w:r>
    </w:p>
    <w:p w14:paraId="50A2DBD0" w14:textId="77777777" w:rsidR="006F1ADB" w:rsidRDefault="005A3479" w:rsidP="005A3479">
      <w:r>
        <w:t>On avait choisi le vendredi soir parce que le maître d</w:t>
      </w:r>
      <w:r w:rsidR="006F1ADB">
        <w:t>’</w:t>
      </w:r>
      <w:r>
        <w:t>école était libre à quatre heures ce jour-là jusqu</w:t>
      </w:r>
      <w:r w:rsidR="006F1ADB">
        <w:t>’</w:t>
      </w:r>
      <w:r>
        <w:t>au lundi matin</w:t>
      </w:r>
      <w:r w:rsidR="006F1ADB">
        <w:t xml:space="preserve">. </w:t>
      </w:r>
      <w:r>
        <w:t>La petite carriole qu</w:t>
      </w:r>
      <w:r w:rsidR="006F1ADB">
        <w:t>’</w:t>
      </w:r>
      <w:r>
        <w:t>elle avait louée à l</w:t>
      </w:r>
      <w:r w:rsidR="006F1ADB">
        <w:t>’</w:t>
      </w:r>
      <w:r>
        <w:rPr>
          <w:i/>
          <w:iCs/>
        </w:rPr>
        <w:t>Ours</w:t>
      </w:r>
      <w:r>
        <w:t xml:space="preserve"> pour la conduire à </w:t>
      </w:r>
      <w:proofErr w:type="spellStart"/>
      <w:r>
        <w:t>M</w:t>
      </w:r>
      <w:r>
        <w:t>a</w:t>
      </w:r>
      <w:r>
        <w:t>rygreen</w:t>
      </w:r>
      <w:proofErr w:type="spellEnd"/>
      <w:r>
        <w:t xml:space="preserve"> la descendit</w:t>
      </w:r>
      <w:r w:rsidR="006F1ADB">
        <w:t xml:space="preserve">, </w:t>
      </w:r>
      <w:r>
        <w:t>sur son désir</w:t>
      </w:r>
      <w:r w:rsidR="006F1ADB">
        <w:t xml:space="preserve">, </w:t>
      </w:r>
      <w:r>
        <w:t>au bout de la rue</w:t>
      </w:r>
      <w:r w:rsidR="006F1ADB">
        <w:t xml:space="preserve">, </w:t>
      </w:r>
      <w:r>
        <w:t xml:space="preserve">à un </w:t>
      </w:r>
      <w:proofErr w:type="spellStart"/>
      <w:r>
        <w:t>demi-mille</w:t>
      </w:r>
      <w:proofErr w:type="spellEnd"/>
      <w:r>
        <w:t xml:space="preserve"> du village</w:t>
      </w:r>
      <w:r w:rsidR="006F1ADB">
        <w:t xml:space="preserve">, </w:t>
      </w:r>
      <w:r>
        <w:t>et la précéda à la maison d</w:t>
      </w:r>
      <w:r w:rsidR="006F1ADB">
        <w:t>’</w:t>
      </w:r>
      <w:r>
        <w:t>école avec les malles qu</w:t>
      </w:r>
      <w:r w:rsidR="006F1ADB">
        <w:t>’</w:t>
      </w:r>
      <w:r>
        <w:t>elle avait apportées</w:t>
      </w:r>
      <w:r w:rsidR="006F1ADB">
        <w:t xml:space="preserve">. </w:t>
      </w:r>
      <w:r>
        <w:t>Elle la rencontra qui revenait et dema</w:t>
      </w:r>
      <w:r>
        <w:t>n</w:t>
      </w:r>
      <w:r>
        <w:t>da au conducteur s</w:t>
      </w:r>
      <w:r w:rsidR="006F1ADB">
        <w:t>’</w:t>
      </w:r>
      <w:r>
        <w:t>il avait trouvé ouverte l</w:t>
      </w:r>
      <w:r w:rsidR="006F1ADB">
        <w:t>’</w:t>
      </w:r>
      <w:r>
        <w:t>habitation du maître</w:t>
      </w:r>
      <w:r w:rsidR="006F1ADB">
        <w:t xml:space="preserve">. </w:t>
      </w:r>
      <w:r>
        <w:t>L</w:t>
      </w:r>
      <w:r w:rsidR="006F1ADB">
        <w:t>’</w:t>
      </w:r>
      <w:r>
        <w:t>homme lui dit que oui et ajouta que les bagages avaient été r</w:t>
      </w:r>
      <w:r>
        <w:t>e</w:t>
      </w:r>
      <w:r>
        <w:t>çus par le maître d</w:t>
      </w:r>
      <w:r w:rsidR="006F1ADB">
        <w:t>’</w:t>
      </w:r>
      <w:r>
        <w:t>école lui-même</w:t>
      </w:r>
      <w:r w:rsidR="006F1ADB">
        <w:t>.</w:t>
      </w:r>
    </w:p>
    <w:p w14:paraId="72904EA8" w14:textId="77777777" w:rsidR="006F1ADB" w:rsidRDefault="005A3479" w:rsidP="005A3479">
      <w:r>
        <w:lastRenderedPageBreak/>
        <w:t xml:space="preserve">Elle pouvait maintenant entrer à </w:t>
      </w:r>
      <w:proofErr w:type="spellStart"/>
      <w:r>
        <w:t>Marygreen</w:t>
      </w:r>
      <w:proofErr w:type="spellEnd"/>
      <w:r>
        <w:t xml:space="preserve"> sans attirer beaucoup l</w:t>
      </w:r>
      <w:r w:rsidR="006F1ADB">
        <w:t>’</w:t>
      </w:r>
      <w:r>
        <w:t>attention</w:t>
      </w:r>
      <w:r w:rsidR="006F1ADB">
        <w:t xml:space="preserve">. </w:t>
      </w:r>
      <w:r>
        <w:t>Elle passa près du puits</w:t>
      </w:r>
      <w:r w:rsidR="006F1ADB">
        <w:t xml:space="preserve">, </w:t>
      </w:r>
      <w:r>
        <w:t>et une allée la conduisit à la jolie école toute neuve</w:t>
      </w:r>
      <w:r w:rsidR="006F1ADB">
        <w:t xml:space="preserve">. </w:t>
      </w:r>
      <w:r>
        <w:t>Elle poussa le loquet de la demeure sans frapper</w:t>
      </w:r>
      <w:r w:rsidR="006F1ADB">
        <w:t xml:space="preserve">. </w:t>
      </w:r>
      <w:proofErr w:type="spellStart"/>
      <w:r>
        <w:t>Phillotson</w:t>
      </w:r>
      <w:proofErr w:type="spellEnd"/>
      <w:r>
        <w:t xml:space="preserve"> se tenait au milieu de la chambre</w:t>
      </w:r>
      <w:r w:rsidR="006F1ADB">
        <w:t xml:space="preserve">, </w:t>
      </w:r>
      <w:r>
        <w:t>l</w:t>
      </w:r>
      <w:r w:rsidR="006F1ADB">
        <w:t>’</w:t>
      </w:r>
      <w:r>
        <w:t>attendant comme elle l</w:t>
      </w:r>
      <w:r w:rsidR="006F1ADB">
        <w:t>’</w:t>
      </w:r>
      <w:r>
        <w:t>avait demandé</w:t>
      </w:r>
      <w:r w:rsidR="006F1ADB">
        <w:t>.</w:t>
      </w:r>
    </w:p>
    <w:p w14:paraId="51296AAE" w14:textId="77777777" w:rsidR="006F1ADB" w:rsidRDefault="006F1ADB" w:rsidP="005A3479">
      <w:r>
        <w:t>— </w:t>
      </w:r>
      <w:r w:rsidR="005A3479">
        <w:t>Je suis venue</w:t>
      </w:r>
      <w:r>
        <w:t xml:space="preserve">, </w:t>
      </w:r>
      <w:r w:rsidR="005A3479">
        <w:t>Richard</w:t>
      </w:r>
      <w:r>
        <w:t xml:space="preserve">, </w:t>
      </w:r>
      <w:r w:rsidR="005A3479">
        <w:t>dit-elle toute pâle et tremblante et cherchant un siège</w:t>
      </w:r>
      <w:r>
        <w:t xml:space="preserve">. </w:t>
      </w:r>
      <w:r w:rsidR="005A3479">
        <w:t>Je ne puis croire que vous pardonniez à votre femme</w:t>
      </w:r>
      <w:r>
        <w:t> !</w:t>
      </w:r>
    </w:p>
    <w:p w14:paraId="25A50F2D" w14:textId="77777777" w:rsidR="006F1ADB" w:rsidRDefault="006F1ADB" w:rsidP="005A3479">
      <w:r>
        <w:t>— </w:t>
      </w:r>
      <w:r w:rsidR="005A3479">
        <w:t>Tout</w:t>
      </w:r>
      <w:r>
        <w:t xml:space="preserve">, </w:t>
      </w:r>
      <w:r w:rsidR="005A3479">
        <w:t>chère Suzanne</w:t>
      </w:r>
      <w:r>
        <w:t xml:space="preserve">, </w:t>
      </w:r>
      <w:r w:rsidR="005A3479">
        <w:t xml:space="preserve">dit </w:t>
      </w:r>
      <w:proofErr w:type="spellStart"/>
      <w:r w:rsidR="005A3479">
        <w:t>Phillotson</w:t>
      </w:r>
      <w:proofErr w:type="spellEnd"/>
      <w:r>
        <w:t>.</w:t>
      </w:r>
    </w:p>
    <w:p w14:paraId="7303FDE9" w14:textId="77777777" w:rsidR="006F1ADB" w:rsidRDefault="005A3479" w:rsidP="005A3479">
      <w:r>
        <w:t>Elle tressaillit à ce mot de tendresse</w:t>
      </w:r>
      <w:r w:rsidR="006F1ADB">
        <w:t xml:space="preserve">, </w:t>
      </w:r>
      <w:r>
        <w:t>bien qu</w:t>
      </w:r>
      <w:r w:rsidR="006F1ADB">
        <w:t>’</w:t>
      </w:r>
      <w:r>
        <w:t>il eût été jud</w:t>
      </w:r>
      <w:r>
        <w:t>i</w:t>
      </w:r>
      <w:r>
        <w:t>cieusement prononcé sans ferveur</w:t>
      </w:r>
      <w:r w:rsidR="006F1ADB">
        <w:t xml:space="preserve">. </w:t>
      </w:r>
      <w:r>
        <w:t>Puis elle se ressaisit de no</w:t>
      </w:r>
      <w:r>
        <w:t>u</w:t>
      </w:r>
      <w:r>
        <w:t>veau</w:t>
      </w:r>
      <w:r w:rsidR="006F1ADB">
        <w:t>.</w:t>
      </w:r>
    </w:p>
    <w:p w14:paraId="1BB79818" w14:textId="77777777" w:rsidR="006F1ADB" w:rsidRDefault="006F1ADB" w:rsidP="005A3479">
      <w:r>
        <w:t>— </w:t>
      </w:r>
      <w:r w:rsidR="005A3479">
        <w:t>Mes enfants</w:t>
      </w:r>
      <w:r>
        <w:t xml:space="preserve">… </w:t>
      </w:r>
      <w:r w:rsidR="005A3479">
        <w:t>sont morts</w:t>
      </w:r>
      <w:r>
        <w:t xml:space="preserve">… </w:t>
      </w:r>
      <w:r w:rsidR="005A3479">
        <w:t>et il est bien que ce soit ainsi</w:t>
      </w:r>
      <w:r>
        <w:t xml:space="preserve">. </w:t>
      </w:r>
      <w:r w:rsidR="005A3479">
        <w:t>Je suis joyeuse</w:t>
      </w:r>
      <w:r>
        <w:t xml:space="preserve">… </w:t>
      </w:r>
      <w:r w:rsidR="005A3479">
        <w:t>presque</w:t>
      </w:r>
      <w:r>
        <w:t xml:space="preserve">. </w:t>
      </w:r>
      <w:r w:rsidR="005A3479">
        <w:t>Ils étaient les enfants du péché</w:t>
      </w:r>
      <w:r>
        <w:t xml:space="preserve">. </w:t>
      </w:r>
      <w:r w:rsidR="005A3479">
        <w:t>Ils ont été sacrifiés pour m</w:t>
      </w:r>
      <w:r>
        <w:t>’</w:t>
      </w:r>
      <w:r w:rsidR="005A3479">
        <w:t>enseigner à vivre</w:t>
      </w:r>
      <w:r>
        <w:t xml:space="preserve">. </w:t>
      </w:r>
      <w:r w:rsidR="005A3479">
        <w:t>Leur mort fut le pr</w:t>
      </w:r>
      <w:r w:rsidR="005A3479">
        <w:t>e</w:t>
      </w:r>
      <w:r w:rsidR="005A3479">
        <w:t>mier degré de ma purification</w:t>
      </w:r>
      <w:r>
        <w:t xml:space="preserve">. </w:t>
      </w:r>
      <w:r w:rsidR="005A3479">
        <w:t>C</w:t>
      </w:r>
      <w:r>
        <w:t>’</w:t>
      </w:r>
      <w:r w:rsidR="005A3479">
        <w:t>est pourquoi ils ne sont pas morts en vain</w:t>
      </w:r>
      <w:r>
        <w:t xml:space="preserve"> !… </w:t>
      </w:r>
      <w:r w:rsidR="005A3479">
        <w:t>Vous voulez me reprendre</w:t>
      </w:r>
      <w:r>
        <w:t> ?</w:t>
      </w:r>
    </w:p>
    <w:p w14:paraId="15DF1336" w14:textId="77777777" w:rsidR="006F1ADB" w:rsidRDefault="005A3479" w:rsidP="005A3479">
      <w:r>
        <w:t>Il fut si ému par ces paroles et cet accent pitoyables</w:t>
      </w:r>
      <w:r w:rsidR="006F1ADB">
        <w:t xml:space="preserve">, </w:t>
      </w:r>
      <w:r>
        <w:t>qu</w:t>
      </w:r>
      <w:r w:rsidR="006F1ADB">
        <w:t>’</w:t>
      </w:r>
      <w:r>
        <w:t>il fit plus qu</w:t>
      </w:r>
      <w:r w:rsidR="006F1ADB">
        <w:t>’</w:t>
      </w:r>
      <w:r>
        <w:t>il n</w:t>
      </w:r>
      <w:r w:rsidR="006F1ADB">
        <w:t>’</w:t>
      </w:r>
      <w:r>
        <w:t>avait décidé</w:t>
      </w:r>
      <w:r w:rsidR="006F1ADB">
        <w:t xml:space="preserve">. </w:t>
      </w:r>
      <w:r>
        <w:t>Il se pencha et lui baisa la joue</w:t>
      </w:r>
      <w:r w:rsidR="006F1ADB">
        <w:t>.</w:t>
      </w:r>
    </w:p>
    <w:p w14:paraId="15626C90" w14:textId="77777777" w:rsidR="006F1ADB" w:rsidRDefault="005A3479" w:rsidP="005A3479">
      <w:r>
        <w:t>Suzanne eut un imperceptible recul</w:t>
      </w:r>
      <w:r w:rsidR="006F1ADB">
        <w:t xml:space="preserve">, </w:t>
      </w:r>
      <w:r>
        <w:t>sa chair frissonnant au contact de ces lèvres</w:t>
      </w:r>
      <w:r w:rsidR="006F1ADB">
        <w:t>.</w:t>
      </w:r>
    </w:p>
    <w:p w14:paraId="149BF486" w14:textId="77777777" w:rsidR="006F1ADB" w:rsidRDefault="005A3479" w:rsidP="005A3479">
      <w:r>
        <w:t xml:space="preserve">Le cœur de </w:t>
      </w:r>
      <w:proofErr w:type="spellStart"/>
      <w:r>
        <w:t>Phillotson</w:t>
      </w:r>
      <w:proofErr w:type="spellEnd"/>
      <w:r>
        <w:t xml:space="preserve"> défaillait</w:t>
      </w:r>
      <w:r w:rsidR="006F1ADB">
        <w:t xml:space="preserve">, </w:t>
      </w:r>
      <w:r>
        <w:t>car le désir renaissait en lui</w:t>
      </w:r>
      <w:r w:rsidR="006F1ADB">
        <w:t>.</w:t>
      </w:r>
    </w:p>
    <w:p w14:paraId="3352F469" w14:textId="77777777" w:rsidR="006F1ADB" w:rsidRDefault="006F1ADB" w:rsidP="005A3479">
      <w:r>
        <w:t>— </w:t>
      </w:r>
      <w:r w:rsidR="005A3479">
        <w:t>Vous avez encore une aversion pour moi</w:t>
      </w:r>
      <w:r>
        <w:t> !</w:t>
      </w:r>
    </w:p>
    <w:p w14:paraId="44803DB1" w14:textId="77777777" w:rsidR="006F1ADB" w:rsidRDefault="006F1ADB" w:rsidP="005A3479">
      <w:r>
        <w:t>— </w:t>
      </w:r>
      <w:r w:rsidR="005A3479">
        <w:t>Oh</w:t>
      </w:r>
      <w:r>
        <w:t xml:space="preserve"> ! </w:t>
      </w:r>
      <w:r w:rsidR="005A3479">
        <w:t>non</w:t>
      </w:r>
      <w:r>
        <w:t xml:space="preserve">, </w:t>
      </w:r>
      <w:r w:rsidR="005A3479">
        <w:t>cher</w:t>
      </w:r>
      <w:r>
        <w:t xml:space="preserve">… </w:t>
      </w:r>
      <w:r w:rsidR="005A3479">
        <w:t>Je</w:t>
      </w:r>
      <w:r>
        <w:t xml:space="preserve">… </w:t>
      </w:r>
      <w:r w:rsidR="005A3479">
        <w:t>suis venue en voiture</w:t>
      </w:r>
      <w:r>
        <w:t xml:space="preserve">… </w:t>
      </w:r>
      <w:r w:rsidR="005A3479">
        <w:t>dans le brouillard</w:t>
      </w:r>
      <w:r>
        <w:t xml:space="preserve">… </w:t>
      </w:r>
      <w:r w:rsidR="005A3479">
        <w:t>et je suis frileuse</w:t>
      </w:r>
      <w:r>
        <w:t xml:space="preserve">, </w:t>
      </w:r>
      <w:r w:rsidR="005A3479">
        <w:t>dit-elle avec un sourire forcé</w:t>
      </w:r>
      <w:r>
        <w:t xml:space="preserve">. </w:t>
      </w:r>
      <w:r w:rsidR="005A3479">
        <w:t>Quand allons-nous recevoir le mariage</w:t>
      </w:r>
      <w:r>
        <w:t xml:space="preserve"> ? </w:t>
      </w:r>
      <w:r w:rsidR="005A3479">
        <w:t>Bientôt</w:t>
      </w:r>
      <w:r>
        <w:t> ?</w:t>
      </w:r>
    </w:p>
    <w:p w14:paraId="47DD8CD2" w14:textId="77777777" w:rsidR="006F1ADB" w:rsidRDefault="006F1ADB" w:rsidP="005A3479">
      <w:r>
        <w:lastRenderedPageBreak/>
        <w:t>— </w:t>
      </w:r>
      <w:r w:rsidR="005A3479">
        <w:t>Demain matin de bonne heure</w:t>
      </w:r>
      <w:r>
        <w:t xml:space="preserve">, </w:t>
      </w:r>
      <w:r w:rsidR="005A3479">
        <w:t>je pensais</w:t>
      </w:r>
      <w:r>
        <w:t xml:space="preserve">, </w:t>
      </w:r>
      <w:r w:rsidR="005A3479">
        <w:t>si vous le dés</w:t>
      </w:r>
      <w:r w:rsidR="005A3479">
        <w:t>i</w:t>
      </w:r>
      <w:r w:rsidR="005A3479">
        <w:t>rez vraiment</w:t>
      </w:r>
      <w:r>
        <w:t xml:space="preserve">. </w:t>
      </w:r>
      <w:r w:rsidR="005A3479">
        <w:t>Je vais faire savoir au vicaire que vous êtes venue</w:t>
      </w:r>
      <w:r>
        <w:t xml:space="preserve">. </w:t>
      </w:r>
      <w:r w:rsidR="005A3479">
        <w:t>Je lui ai tout dit et il approuve hautement</w:t>
      </w:r>
      <w:r>
        <w:t xml:space="preserve">… </w:t>
      </w:r>
      <w:r w:rsidR="005A3479">
        <w:t>mais êtes-vous sûre de vous-même</w:t>
      </w:r>
      <w:r>
        <w:t xml:space="preserve"> ? </w:t>
      </w:r>
      <w:r w:rsidR="005A3479">
        <w:t>Il n</w:t>
      </w:r>
      <w:r>
        <w:t>’</w:t>
      </w:r>
      <w:r w:rsidR="005A3479">
        <w:t>est pas trop tard</w:t>
      </w:r>
      <w:r>
        <w:t xml:space="preserve">, </w:t>
      </w:r>
      <w:r w:rsidR="005A3479">
        <w:t>pour refuser maintenant</w:t>
      </w:r>
      <w:r>
        <w:t xml:space="preserve">, </w:t>
      </w:r>
      <w:r w:rsidR="005A3479">
        <w:t>si vous pensez ne pas pouvoir vous y résoudre</w:t>
      </w:r>
      <w:r>
        <w:t xml:space="preserve">, </w:t>
      </w:r>
      <w:r w:rsidR="005A3479">
        <w:t>vous savez</w:t>
      </w:r>
      <w:r>
        <w:t> ?</w:t>
      </w:r>
    </w:p>
    <w:p w14:paraId="009DAE8B" w14:textId="77777777" w:rsidR="006F1ADB" w:rsidRDefault="006F1ADB" w:rsidP="005A3479">
      <w:r>
        <w:t>— </w:t>
      </w:r>
      <w:r w:rsidR="005A3479">
        <w:t>Si</w:t>
      </w:r>
      <w:r>
        <w:t xml:space="preserve">, </w:t>
      </w:r>
      <w:r w:rsidR="005A3479">
        <w:t>si</w:t>
      </w:r>
      <w:r>
        <w:t xml:space="preserve">, </w:t>
      </w:r>
      <w:r w:rsidR="005A3479">
        <w:t>je suis résolue</w:t>
      </w:r>
      <w:r>
        <w:t xml:space="preserve"> ! </w:t>
      </w:r>
      <w:r w:rsidR="005A3479">
        <w:t>Je veux que ce soit fait au plus vite</w:t>
      </w:r>
      <w:r>
        <w:t xml:space="preserve">. </w:t>
      </w:r>
      <w:r w:rsidR="005A3479">
        <w:t>Dites-lui que nous sommes d</w:t>
      </w:r>
      <w:r>
        <w:t>’</w:t>
      </w:r>
      <w:r w:rsidR="005A3479">
        <w:t>accord</w:t>
      </w:r>
      <w:r>
        <w:t xml:space="preserve"> ! </w:t>
      </w:r>
      <w:r w:rsidR="005A3479">
        <w:t>L</w:t>
      </w:r>
      <w:r>
        <w:t>’</w:t>
      </w:r>
      <w:r w:rsidR="005A3479">
        <w:t>entreprise a mis ma force à l</w:t>
      </w:r>
      <w:r>
        <w:t>’</w:t>
      </w:r>
      <w:r w:rsidR="005A3479">
        <w:t>épreuve</w:t>
      </w:r>
      <w:r>
        <w:t xml:space="preserve">… </w:t>
      </w:r>
      <w:r w:rsidR="005A3479">
        <w:t>Je ne puis attendre longtemps</w:t>
      </w:r>
      <w:r>
        <w:t> !</w:t>
      </w:r>
    </w:p>
    <w:p w14:paraId="263DDBB0" w14:textId="6A703CC4" w:rsidR="006F1ADB" w:rsidRDefault="006F1ADB" w:rsidP="005A3479">
      <w:r>
        <w:t>— </w:t>
      </w:r>
      <w:r w:rsidR="005A3479">
        <w:t xml:space="preserve">Vous allez prendre quelque chose alors et passer dans votre chambre chez </w:t>
      </w:r>
      <w:r>
        <w:t>M</w:t>
      </w:r>
      <w:r w:rsidRPr="006F1ADB">
        <w:rPr>
          <w:vertAlign w:val="superscript"/>
        </w:rPr>
        <w:t>rs</w:t>
      </w:r>
      <w:r>
        <w:t> </w:t>
      </w:r>
      <w:proofErr w:type="spellStart"/>
      <w:r w:rsidR="005A3479">
        <w:t>Edlin</w:t>
      </w:r>
      <w:proofErr w:type="spellEnd"/>
      <w:r>
        <w:t xml:space="preserve">. </w:t>
      </w:r>
      <w:r w:rsidR="005A3479">
        <w:t>J</w:t>
      </w:r>
      <w:r>
        <w:t>’</w:t>
      </w:r>
      <w:r w:rsidR="005A3479">
        <w:t>indiquerai au vicaire huit heures et demie du matin</w:t>
      </w:r>
      <w:r>
        <w:t xml:space="preserve">, </w:t>
      </w:r>
      <w:r w:rsidR="005A3479">
        <w:t>avant que personne n</w:t>
      </w:r>
      <w:r>
        <w:t>’</w:t>
      </w:r>
      <w:r w:rsidR="005A3479">
        <w:t>y soit</w:t>
      </w:r>
      <w:r>
        <w:t xml:space="preserve">, </w:t>
      </w:r>
      <w:r w:rsidR="005A3479">
        <w:t>si ce n</w:t>
      </w:r>
      <w:r>
        <w:t>’</w:t>
      </w:r>
      <w:r w:rsidR="005A3479">
        <w:t>est pas trop tôt pour vous</w:t>
      </w:r>
      <w:r>
        <w:t xml:space="preserve"> ? </w:t>
      </w:r>
      <w:r w:rsidR="005A3479">
        <w:t>Mon ami Gillingham est ici pour nous assister dans la cérémonie</w:t>
      </w:r>
      <w:r>
        <w:t xml:space="preserve">. </w:t>
      </w:r>
      <w:r w:rsidR="005A3479">
        <w:t xml:space="preserve">Il a été assez bon pour venir de </w:t>
      </w:r>
      <w:proofErr w:type="spellStart"/>
      <w:r w:rsidR="005A3479">
        <w:t>Shaston</w:t>
      </w:r>
      <w:proofErr w:type="spellEnd"/>
      <w:r>
        <w:t xml:space="preserve">, </w:t>
      </w:r>
      <w:r w:rsidR="005A3479">
        <w:t>bien que cela le dérangeât fort</w:t>
      </w:r>
      <w:r>
        <w:t>.</w:t>
      </w:r>
    </w:p>
    <w:p w14:paraId="5B972BB9" w14:textId="77777777" w:rsidR="006F1ADB" w:rsidRDefault="005A3479" w:rsidP="005A3479">
      <w:r>
        <w:t>Contre l</w:t>
      </w:r>
      <w:r w:rsidR="006F1ADB">
        <w:t>’</w:t>
      </w:r>
      <w:r>
        <w:t>ordinaire des femmes</w:t>
      </w:r>
      <w:r w:rsidR="006F1ADB">
        <w:t xml:space="preserve">, </w:t>
      </w:r>
      <w:r>
        <w:t>dont les yeux sont si pe</w:t>
      </w:r>
      <w:r>
        <w:t>r</w:t>
      </w:r>
      <w:r>
        <w:t>çants pour les choses matérielles</w:t>
      </w:r>
      <w:r w:rsidR="006F1ADB">
        <w:t xml:space="preserve">, </w:t>
      </w:r>
      <w:r>
        <w:t>Suzanne semblait ne rien voir dans la pièce où ils étaient</w:t>
      </w:r>
      <w:r w:rsidR="006F1ADB">
        <w:t xml:space="preserve">. </w:t>
      </w:r>
      <w:r>
        <w:t>Mais en circulant à travers la salle pour poser son manchon</w:t>
      </w:r>
      <w:r w:rsidR="006F1ADB">
        <w:t xml:space="preserve">, </w:t>
      </w:r>
      <w:r>
        <w:t xml:space="preserve">elle murmura un léger </w:t>
      </w:r>
      <w:r w:rsidR="006F1ADB">
        <w:t>« </w:t>
      </w:r>
      <w:r>
        <w:t>oh</w:t>
      </w:r>
      <w:r w:rsidR="006F1ADB">
        <w:t> ! »</w:t>
      </w:r>
      <w:r>
        <w:t xml:space="preserve"> et d</w:t>
      </w:r>
      <w:r>
        <w:t>e</w:t>
      </w:r>
      <w:r>
        <w:t>vint plus pâle encore</w:t>
      </w:r>
      <w:r w:rsidR="006F1ADB">
        <w:t xml:space="preserve">. </w:t>
      </w:r>
      <w:r>
        <w:t>Elle avait l</w:t>
      </w:r>
      <w:r w:rsidR="006F1ADB">
        <w:t>’</w:t>
      </w:r>
      <w:r>
        <w:t>air d</w:t>
      </w:r>
      <w:r w:rsidR="006F1ADB">
        <w:t>’</w:t>
      </w:r>
      <w:r>
        <w:t>un condamné qui voit sa bière</w:t>
      </w:r>
      <w:r w:rsidR="006F1ADB">
        <w:t>.</w:t>
      </w:r>
    </w:p>
    <w:p w14:paraId="17C02B87" w14:textId="77777777" w:rsidR="006F1ADB" w:rsidRDefault="006F1ADB" w:rsidP="005A3479">
      <w:r>
        <w:t>— </w:t>
      </w:r>
      <w:r w:rsidR="005A3479">
        <w:t>Qu</w:t>
      </w:r>
      <w:r>
        <w:t>’</w:t>
      </w:r>
      <w:r w:rsidR="005A3479">
        <w:t>est-ce</w:t>
      </w:r>
      <w:r>
        <w:t xml:space="preserve"> ? </w:t>
      </w:r>
      <w:r w:rsidR="005A3479">
        <w:t xml:space="preserve">dit </w:t>
      </w:r>
      <w:proofErr w:type="spellStart"/>
      <w:r w:rsidR="005A3479">
        <w:t>Phillotson</w:t>
      </w:r>
      <w:proofErr w:type="spellEnd"/>
      <w:r>
        <w:t>.</w:t>
      </w:r>
    </w:p>
    <w:p w14:paraId="7368205B" w14:textId="77777777" w:rsidR="006F1ADB" w:rsidRDefault="005A3479" w:rsidP="005A3479">
      <w:r>
        <w:t>Le bureau se trouvait être ouvert</w:t>
      </w:r>
      <w:r w:rsidR="006F1ADB">
        <w:t xml:space="preserve">, </w:t>
      </w:r>
      <w:r>
        <w:t>et</w:t>
      </w:r>
      <w:r w:rsidR="006F1ADB">
        <w:t xml:space="preserve">, </w:t>
      </w:r>
      <w:r>
        <w:t>en y déposant son manchon</w:t>
      </w:r>
      <w:r w:rsidR="006F1ADB">
        <w:t xml:space="preserve">, </w:t>
      </w:r>
      <w:r>
        <w:t>ses yeux étaient tombés sur un papier qui était là</w:t>
      </w:r>
      <w:r w:rsidR="006F1ADB">
        <w:t>.</w:t>
      </w:r>
    </w:p>
    <w:p w14:paraId="44FB0BA4" w14:textId="77777777" w:rsidR="006F1ADB" w:rsidRDefault="006F1ADB" w:rsidP="005A3479">
      <w:r>
        <w:t>— </w:t>
      </w:r>
      <w:r w:rsidR="005A3479">
        <w:t>Oh</w:t>
      </w:r>
      <w:r>
        <w:t xml:space="preserve"> !… </w:t>
      </w:r>
      <w:r w:rsidR="005A3479">
        <w:t>c</w:t>
      </w:r>
      <w:r>
        <w:t>’</w:t>
      </w:r>
      <w:r w:rsidR="005A3479">
        <w:t>est seulement une</w:t>
      </w:r>
      <w:r>
        <w:t xml:space="preserve">… </w:t>
      </w:r>
      <w:r w:rsidR="005A3479">
        <w:t>surprise</w:t>
      </w:r>
      <w:r>
        <w:t xml:space="preserve"> ? </w:t>
      </w:r>
      <w:r w:rsidR="005A3479">
        <w:t>dit-elle essayant de faire passer son cri pour un badinage</w:t>
      </w:r>
      <w:r>
        <w:t xml:space="preserve">, </w:t>
      </w:r>
      <w:r w:rsidR="005A3479">
        <w:t>tandis qu</w:t>
      </w:r>
      <w:r>
        <w:t>’</w:t>
      </w:r>
      <w:r w:rsidR="005A3479">
        <w:t>elle revenait vers la table</w:t>
      </w:r>
      <w:r>
        <w:t>.</w:t>
      </w:r>
    </w:p>
    <w:p w14:paraId="3A5A9F56" w14:textId="77777777" w:rsidR="006F1ADB" w:rsidRDefault="006F1ADB" w:rsidP="005A3479">
      <w:r>
        <w:t>— </w:t>
      </w:r>
      <w:r w:rsidR="005A3479">
        <w:t>Ah</w:t>
      </w:r>
      <w:r>
        <w:t xml:space="preserve"> ! </w:t>
      </w:r>
      <w:r w:rsidR="005A3479">
        <w:t>oui</w:t>
      </w:r>
      <w:r>
        <w:t xml:space="preserve">, </w:t>
      </w:r>
      <w:r w:rsidR="005A3479">
        <w:t xml:space="preserve">dit </w:t>
      </w:r>
      <w:proofErr w:type="spellStart"/>
      <w:r w:rsidR="005A3479">
        <w:t>Phillotson</w:t>
      </w:r>
      <w:proofErr w:type="spellEnd"/>
      <w:r>
        <w:t xml:space="preserve">, </w:t>
      </w:r>
      <w:r w:rsidR="005A3479">
        <w:t>la dispense</w:t>
      </w:r>
      <w:r>
        <w:t xml:space="preserve">… </w:t>
      </w:r>
      <w:r w:rsidR="005A3479">
        <w:t>Elle vient justement d</w:t>
      </w:r>
      <w:r>
        <w:t>’</w:t>
      </w:r>
      <w:r w:rsidR="005A3479">
        <w:t>arriver</w:t>
      </w:r>
      <w:r>
        <w:t>.</w:t>
      </w:r>
    </w:p>
    <w:p w14:paraId="20B663A5" w14:textId="4171F95A" w:rsidR="006F1ADB" w:rsidRDefault="005A3479" w:rsidP="005A3479">
      <w:r>
        <w:lastRenderedPageBreak/>
        <w:t>Gillingham</w:t>
      </w:r>
      <w:r w:rsidR="006F1ADB">
        <w:t xml:space="preserve">, </w:t>
      </w:r>
      <w:r>
        <w:t>qui descendait de sa chambre</w:t>
      </w:r>
      <w:r w:rsidR="006F1ADB">
        <w:t xml:space="preserve">, </w:t>
      </w:r>
      <w:r>
        <w:t>vint alors les r</w:t>
      </w:r>
      <w:r>
        <w:t>e</w:t>
      </w:r>
      <w:r>
        <w:t>joindre et Suzanne s</w:t>
      </w:r>
      <w:r w:rsidR="006F1ADB">
        <w:t>’</w:t>
      </w:r>
      <w:r>
        <w:t>efforça de plaire à Richard en causant de tout ce qu</w:t>
      </w:r>
      <w:r w:rsidR="006F1ADB">
        <w:t>’</w:t>
      </w:r>
      <w:r>
        <w:t>elle estimait susceptible de l</w:t>
      </w:r>
      <w:r w:rsidR="006F1ADB">
        <w:t>’</w:t>
      </w:r>
      <w:r>
        <w:t>intéresser</w:t>
      </w:r>
      <w:r w:rsidR="006F1ADB">
        <w:t xml:space="preserve">, </w:t>
      </w:r>
      <w:r>
        <w:t>excepté d</w:t>
      </w:r>
      <w:r w:rsidR="006F1ADB">
        <w:t>’</w:t>
      </w:r>
      <w:r>
        <w:t>elle-même</w:t>
      </w:r>
      <w:r w:rsidR="006F1ADB">
        <w:t xml:space="preserve">, </w:t>
      </w:r>
      <w:r>
        <w:t>bien que cela surtout l</w:t>
      </w:r>
      <w:r w:rsidR="006F1ADB">
        <w:t>’</w:t>
      </w:r>
      <w:r>
        <w:t>eût intéressé</w:t>
      </w:r>
      <w:r w:rsidR="006F1ADB">
        <w:t xml:space="preserve">. </w:t>
      </w:r>
      <w:r>
        <w:t>Elle prit docilement quelque nourriture et se prépara à partir pour son logis qui était tout proche</w:t>
      </w:r>
      <w:r w:rsidR="006F1ADB">
        <w:t xml:space="preserve">. </w:t>
      </w:r>
      <w:proofErr w:type="spellStart"/>
      <w:r>
        <w:t>Phillotson</w:t>
      </w:r>
      <w:proofErr w:type="spellEnd"/>
      <w:r>
        <w:t xml:space="preserve"> traversa la pelouse avec elle et lui so</w:t>
      </w:r>
      <w:r>
        <w:t>u</w:t>
      </w:r>
      <w:r>
        <w:t xml:space="preserve">haita une bonne nuit à la porte de </w:t>
      </w:r>
      <w:r w:rsidR="006F1ADB">
        <w:t>M</w:t>
      </w:r>
      <w:r w:rsidR="006F1ADB" w:rsidRPr="006F1ADB">
        <w:rPr>
          <w:vertAlign w:val="superscript"/>
        </w:rPr>
        <w:t>rs</w:t>
      </w:r>
      <w:r w:rsidR="006F1ADB">
        <w:t> </w:t>
      </w:r>
      <w:proofErr w:type="spellStart"/>
      <w:r>
        <w:t>Edlin</w:t>
      </w:r>
      <w:proofErr w:type="spellEnd"/>
      <w:r w:rsidR="006F1ADB">
        <w:t>.</w:t>
      </w:r>
    </w:p>
    <w:p w14:paraId="3CF9C2D5" w14:textId="77777777" w:rsidR="006F1ADB" w:rsidRDefault="005A3479" w:rsidP="005A3479">
      <w:r>
        <w:t>La vieille femme accompagna Suzanne à son logement pr</w:t>
      </w:r>
      <w:r>
        <w:t>o</w:t>
      </w:r>
      <w:r>
        <w:t>visoire et l</w:t>
      </w:r>
      <w:r w:rsidR="006F1ADB">
        <w:t>’</w:t>
      </w:r>
      <w:r>
        <w:t>aida à défaire ses malles</w:t>
      </w:r>
      <w:r w:rsidR="006F1ADB">
        <w:t xml:space="preserve">. </w:t>
      </w:r>
      <w:r>
        <w:t>Parmi d</w:t>
      </w:r>
      <w:r w:rsidR="006F1ADB">
        <w:t>’</w:t>
      </w:r>
      <w:r>
        <w:t>autres choses</w:t>
      </w:r>
      <w:r w:rsidR="006F1ADB">
        <w:t xml:space="preserve">, </w:t>
      </w:r>
      <w:r>
        <w:t>elle déplia une chemise de nuit brodée avec goût</w:t>
      </w:r>
      <w:r w:rsidR="006F1ADB">
        <w:t>.</w:t>
      </w:r>
    </w:p>
    <w:p w14:paraId="2012AE3A" w14:textId="77777777" w:rsidR="006F1ADB" w:rsidRDefault="006F1ADB" w:rsidP="005A3479">
      <w:r>
        <w:t>— </w:t>
      </w:r>
      <w:r w:rsidR="005A3479">
        <w:t>Oh</w:t>
      </w:r>
      <w:r>
        <w:t xml:space="preserve"> ! </w:t>
      </w:r>
      <w:r w:rsidR="005A3479">
        <w:t xml:space="preserve">je ne savais pas que </w:t>
      </w:r>
      <w:r w:rsidR="005A3479">
        <w:rPr>
          <w:i/>
        </w:rPr>
        <w:t xml:space="preserve">cela </w:t>
      </w:r>
      <w:r w:rsidR="005A3479">
        <w:t>fût là-dedans</w:t>
      </w:r>
      <w:r>
        <w:t xml:space="preserve"> ! </w:t>
      </w:r>
      <w:r w:rsidR="005A3479">
        <w:t>dit vivement Suzanne</w:t>
      </w:r>
      <w:r>
        <w:t xml:space="preserve">. </w:t>
      </w:r>
      <w:r w:rsidR="005A3479">
        <w:t>Je ne l</w:t>
      </w:r>
      <w:r>
        <w:t>’</w:t>
      </w:r>
      <w:r w:rsidR="005A3479">
        <w:t>ai pas fait exprès</w:t>
      </w:r>
      <w:r>
        <w:t xml:space="preserve">. </w:t>
      </w:r>
      <w:r w:rsidR="005A3479">
        <w:t>En voici une toute différente</w:t>
      </w:r>
      <w:r>
        <w:t>.</w:t>
      </w:r>
    </w:p>
    <w:p w14:paraId="6D5AD670" w14:textId="77777777" w:rsidR="006F1ADB" w:rsidRDefault="005A3479" w:rsidP="005A3479">
      <w:r>
        <w:t>Elle en tenait une neuve</w:t>
      </w:r>
      <w:r w:rsidR="006F1ADB">
        <w:t xml:space="preserve">, </w:t>
      </w:r>
      <w:r>
        <w:t>tout unie</w:t>
      </w:r>
      <w:r w:rsidR="006F1ADB">
        <w:t xml:space="preserve">, </w:t>
      </w:r>
      <w:r>
        <w:t>et de gros calicot écru</w:t>
      </w:r>
      <w:r w:rsidR="006F1ADB">
        <w:t>.</w:t>
      </w:r>
    </w:p>
    <w:p w14:paraId="7534BF44" w14:textId="0A6054BF" w:rsidR="006F1ADB" w:rsidRDefault="006F1ADB" w:rsidP="005A3479">
      <w:r>
        <w:t>— </w:t>
      </w:r>
      <w:r w:rsidR="005A3479">
        <w:t>Mais celle-ci est bien plus jolie</w:t>
      </w:r>
      <w:r>
        <w:t xml:space="preserve">, </w:t>
      </w:r>
      <w:r w:rsidR="005A3479">
        <w:t xml:space="preserve">dit </w:t>
      </w:r>
      <w:r>
        <w:t>M</w:t>
      </w:r>
      <w:r w:rsidRPr="006F1ADB">
        <w:rPr>
          <w:vertAlign w:val="superscript"/>
        </w:rPr>
        <w:t>rs</w:t>
      </w:r>
      <w:r>
        <w:t> </w:t>
      </w:r>
      <w:proofErr w:type="spellStart"/>
      <w:r w:rsidR="005A3479">
        <w:t>Edlin</w:t>
      </w:r>
      <w:proofErr w:type="spellEnd"/>
      <w:r>
        <w:t xml:space="preserve">, </w:t>
      </w:r>
      <w:r w:rsidR="005A3479">
        <w:t>que vous tenez ne vaut pas mieux que la toile à sac de l</w:t>
      </w:r>
      <w:r>
        <w:t>’</w:t>
      </w:r>
      <w:r w:rsidR="005A3479">
        <w:t>Écriture</w:t>
      </w:r>
      <w:r>
        <w:t> !</w:t>
      </w:r>
    </w:p>
    <w:p w14:paraId="587747A6" w14:textId="77777777" w:rsidR="006F1ADB" w:rsidRDefault="006F1ADB" w:rsidP="005A3479">
      <w:r>
        <w:t>— </w:t>
      </w:r>
      <w:r w:rsidR="005A3479">
        <w:t>Oui</w:t>
      </w:r>
      <w:r>
        <w:t xml:space="preserve">, </w:t>
      </w:r>
      <w:r w:rsidR="005A3479">
        <w:t>je la veux ainsi</w:t>
      </w:r>
      <w:r>
        <w:t xml:space="preserve">. </w:t>
      </w:r>
      <w:r w:rsidR="005A3479">
        <w:t>Donnez-moi l</w:t>
      </w:r>
      <w:r>
        <w:t>’</w:t>
      </w:r>
      <w:r w:rsidR="005A3479">
        <w:t>autre</w:t>
      </w:r>
      <w:r>
        <w:t>.</w:t>
      </w:r>
    </w:p>
    <w:p w14:paraId="13712035" w14:textId="77777777" w:rsidR="006F1ADB" w:rsidRDefault="005A3479" w:rsidP="005A3479">
      <w:r>
        <w:t>Elle la prit et se mit à la déchirer de toutes ses forces</w:t>
      </w:r>
      <w:r w:rsidR="006F1ADB">
        <w:t xml:space="preserve"> ; </w:t>
      </w:r>
      <w:r>
        <w:t>et c</w:t>
      </w:r>
      <w:r>
        <w:t>e</w:t>
      </w:r>
      <w:r>
        <w:t>la sonnait dans la maison comme un cri d</w:t>
      </w:r>
      <w:r w:rsidR="006F1ADB">
        <w:t>’</w:t>
      </w:r>
      <w:r>
        <w:t>oiseau de nuit</w:t>
      </w:r>
      <w:r w:rsidR="006F1ADB">
        <w:t>.</w:t>
      </w:r>
    </w:p>
    <w:p w14:paraId="299DD52D" w14:textId="77777777" w:rsidR="006F1ADB" w:rsidRDefault="006F1ADB" w:rsidP="005A3479">
      <w:r>
        <w:t>— </w:t>
      </w:r>
      <w:r w:rsidR="005A3479">
        <w:t>Mais</w:t>
      </w:r>
      <w:r>
        <w:t xml:space="preserve"> », </w:t>
      </w:r>
      <w:r w:rsidR="005A3479">
        <w:t>chère</w:t>
      </w:r>
      <w:r>
        <w:t xml:space="preserve">, </w:t>
      </w:r>
      <w:r w:rsidR="005A3479">
        <w:t>chère</w:t>
      </w:r>
      <w:r>
        <w:t xml:space="preserve"> !… </w:t>
      </w:r>
      <w:r w:rsidR="005A3479">
        <w:t>quelle</w:t>
      </w:r>
      <w:r>
        <w:t>…</w:t>
      </w:r>
    </w:p>
    <w:p w14:paraId="77937C3F" w14:textId="77777777" w:rsidR="006F1ADB" w:rsidRDefault="006F1ADB" w:rsidP="005A3479">
      <w:r>
        <w:t>— </w:t>
      </w:r>
      <w:r w:rsidR="005A3479">
        <w:t>Elle est adultère</w:t>
      </w:r>
      <w:r>
        <w:t xml:space="preserve"> ! </w:t>
      </w:r>
      <w:r w:rsidR="005A3479">
        <w:t>Je ne la connais plus</w:t>
      </w:r>
      <w:r>
        <w:t xml:space="preserve">… </w:t>
      </w:r>
      <w:r w:rsidR="005A3479">
        <w:t>Je l</w:t>
      </w:r>
      <w:r>
        <w:t>’</w:t>
      </w:r>
      <w:r w:rsidR="005A3479">
        <w:t>achetai il y a longtemps</w:t>
      </w:r>
      <w:r>
        <w:t xml:space="preserve">… </w:t>
      </w:r>
      <w:r w:rsidR="005A3479">
        <w:t>pour plaire à Jude</w:t>
      </w:r>
      <w:r>
        <w:t xml:space="preserve">. </w:t>
      </w:r>
      <w:r w:rsidR="005A3479">
        <w:t>Elle doit être anéantie</w:t>
      </w:r>
      <w:r>
        <w:t> !</w:t>
      </w:r>
    </w:p>
    <w:p w14:paraId="0D089321" w14:textId="52AA6AF3" w:rsidR="006F1ADB" w:rsidRDefault="006F1ADB" w:rsidP="005A3479">
      <w:r>
        <w:t>M</w:t>
      </w:r>
      <w:r w:rsidRPr="006F1ADB">
        <w:rPr>
          <w:vertAlign w:val="superscript"/>
        </w:rPr>
        <w:t>rs</w:t>
      </w:r>
      <w:r>
        <w:t> </w:t>
      </w:r>
      <w:proofErr w:type="spellStart"/>
      <w:r w:rsidR="005A3479">
        <w:t>Edlin</w:t>
      </w:r>
      <w:proofErr w:type="spellEnd"/>
      <w:r w:rsidR="005A3479">
        <w:t xml:space="preserve"> leva les bras au ciel</w:t>
      </w:r>
      <w:r>
        <w:t xml:space="preserve">, </w:t>
      </w:r>
      <w:r w:rsidR="005A3479">
        <w:t>et Sue continua à déchirer furieusement la toile en lambeaux</w:t>
      </w:r>
      <w:r>
        <w:t xml:space="preserve">, </w:t>
      </w:r>
      <w:r w:rsidR="005A3479">
        <w:t>jetant les morceaux au feu</w:t>
      </w:r>
      <w:r>
        <w:t>.</w:t>
      </w:r>
    </w:p>
    <w:p w14:paraId="4ADDD332" w14:textId="77777777" w:rsidR="006F1ADB" w:rsidRDefault="006F1ADB" w:rsidP="005A3479">
      <w:r>
        <w:t>— </w:t>
      </w:r>
      <w:r w:rsidR="005A3479">
        <w:t>Vous auriez dû me la donner</w:t>
      </w:r>
      <w:r>
        <w:t xml:space="preserve"> ! </w:t>
      </w:r>
      <w:r w:rsidR="005A3479">
        <w:t>dit la veuve</w:t>
      </w:r>
      <w:r>
        <w:t xml:space="preserve">. </w:t>
      </w:r>
      <w:r w:rsidR="005A3479">
        <w:t>Cela me fait mal au cœur de voir un si joli petit ouvrage consumé par les flammes</w:t>
      </w:r>
      <w:r>
        <w:t xml:space="preserve">. </w:t>
      </w:r>
      <w:r w:rsidR="005A3479">
        <w:t>Ce n</w:t>
      </w:r>
      <w:r>
        <w:t>’</w:t>
      </w:r>
      <w:r w:rsidR="005A3479">
        <w:t xml:space="preserve">est pas que ces légers voiles de nuit </w:t>
      </w:r>
      <w:r w:rsidR="005A3479">
        <w:lastRenderedPageBreak/>
        <w:t>puissent beaucoup servir à une vieille femme comme je suis</w:t>
      </w:r>
      <w:r>
        <w:t xml:space="preserve">. </w:t>
      </w:r>
      <w:r w:rsidR="005A3479">
        <w:t>Le temps de toutes ces choses est bien passé pour moi</w:t>
      </w:r>
      <w:r>
        <w:t> !</w:t>
      </w:r>
    </w:p>
    <w:p w14:paraId="7374F85F" w14:textId="77777777" w:rsidR="006F1ADB" w:rsidRDefault="006F1ADB" w:rsidP="005A3479">
      <w:r>
        <w:t>— </w:t>
      </w:r>
      <w:r w:rsidR="005A3479">
        <w:t>C</w:t>
      </w:r>
      <w:r>
        <w:t>’</w:t>
      </w:r>
      <w:r w:rsidR="005A3479">
        <w:t>est une chose maudite</w:t>
      </w:r>
      <w:r>
        <w:t xml:space="preserve">… </w:t>
      </w:r>
      <w:r w:rsidR="005A3479">
        <w:t>elle me rappelle</w:t>
      </w:r>
      <w:r>
        <w:t xml:space="preserve">, </w:t>
      </w:r>
      <w:r w:rsidR="005A3479">
        <w:t>ce que je veux oublier</w:t>
      </w:r>
      <w:r>
        <w:t xml:space="preserve">, </w:t>
      </w:r>
      <w:r w:rsidR="005A3479">
        <w:t>répéta Suzanne</w:t>
      </w:r>
      <w:r>
        <w:t xml:space="preserve">. </w:t>
      </w:r>
      <w:r w:rsidR="005A3479">
        <w:t>Elle n</w:t>
      </w:r>
      <w:r>
        <w:t>’</w:t>
      </w:r>
      <w:r w:rsidR="005A3479">
        <w:t>est bonne que pour le feu</w:t>
      </w:r>
      <w:r>
        <w:t>.</w:t>
      </w:r>
    </w:p>
    <w:p w14:paraId="0A08F50A" w14:textId="77777777" w:rsidR="006F1ADB" w:rsidRDefault="006F1ADB" w:rsidP="005A3479">
      <w:r>
        <w:t>— </w:t>
      </w:r>
      <w:r w:rsidR="005A3479">
        <w:t>Seigneur</w:t>
      </w:r>
      <w:r>
        <w:t xml:space="preserve"> ! </w:t>
      </w:r>
      <w:r w:rsidR="005A3479">
        <w:t>vous êtes trop stricte</w:t>
      </w:r>
      <w:r>
        <w:t xml:space="preserve"> ! </w:t>
      </w:r>
      <w:r w:rsidR="005A3479">
        <w:t>Pourquoi parlez-vous ainsi et condamnez-vous à l</w:t>
      </w:r>
      <w:r>
        <w:t>’</w:t>
      </w:r>
      <w:r w:rsidR="005A3479">
        <w:t xml:space="preserve">enfer vos chers </w:t>
      </w:r>
      <w:proofErr w:type="spellStart"/>
      <w:r w:rsidR="005A3479">
        <w:t>petits enfants</w:t>
      </w:r>
      <w:proofErr w:type="spellEnd"/>
      <w:r w:rsidR="005A3479">
        <w:t xml:space="preserve"> que vous avez perdus</w:t>
      </w:r>
      <w:r>
        <w:t xml:space="preserve"> ? </w:t>
      </w:r>
      <w:r w:rsidR="005A3479">
        <w:t>Sur ma vie</w:t>
      </w:r>
      <w:r>
        <w:t xml:space="preserve">, </w:t>
      </w:r>
      <w:r w:rsidR="005A3479">
        <w:t>je n</w:t>
      </w:r>
      <w:r>
        <w:t>’</w:t>
      </w:r>
      <w:r w:rsidR="005A3479">
        <w:t>appelle pas cela de la rel</w:t>
      </w:r>
      <w:r w:rsidR="005A3479">
        <w:t>i</w:t>
      </w:r>
      <w:r w:rsidR="005A3479">
        <w:t>gion</w:t>
      </w:r>
      <w:r>
        <w:t> !</w:t>
      </w:r>
    </w:p>
    <w:p w14:paraId="54EE39BF" w14:textId="77777777" w:rsidR="006F1ADB" w:rsidRDefault="005A3479" w:rsidP="005A3479">
      <w:r>
        <w:t>Suzanne renversa sa tête sur le lit et sanglotant</w:t>
      </w:r>
      <w:r w:rsidR="006F1ADB">
        <w:t> :</w:t>
      </w:r>
    </w:p>
    <w:p w14:paraId="38D74640" w14:textId="77777777" w:rsidR="006F1ADB" w:rsidRDefault="006F1ADB" w:rsidP="005A3479">
      <w:r>
        <w:t>— </w:t>
      </w:r>
      <w:r w:rsidR="005A3479">
        <w:t>Oh</w:t>
      </w:r>
      <w:r>
        <w:t xml:space="preserve"> ! </w:t>
      </w:r>
      <w:r w:rsidR="005A3479">
        <w:t>ne me parlez pas ainsi</w:t>
      </w:r>
      <w:r>
        <w:t xml:space="preserve"> ! </w:t>
      </w:r>
      <w:r w:rsidR="005A3479">
        <w:t>oh</w:t>
      </w:r>
      <w:r>
        <w:t xml:space="preserve"> ! </w:t>
      </w:r>
      <w:r w:rsidR="005A3479">
        <w:t>non</w:t>
      </w:r>
      <w:r>
        <w:t xml:space="preserve"> ! </w:t>
      </w:r>
      <w:r w:rsidR="005A3479">
        <w:t>cela me tue</w:t>
      </w:r>
      <w:r>
        <w:t>.</w:t>
      </w:r>
    </w:p>
    <w:p w14:paraId="0E8C3FBB" w14:textId="77777777" w:rsidR="006F1ADB" w:rsidRDefault="005A3479" w:rsidP="005A3479">
      <w:r>
        <w:t>Elle resta secouée par sa douleur et se laissa glisser à g</w:t>
      </w:r>
      <w:r>
        <w:t>e</w:t>
      </w:r>
      <w:r>
        <w:t>noux</w:t>
      </w:r>
      <w:r w:rsidR="006F1ADB">
        <w:t>.</w:t>
      </w:r>
    </w:p>
    <w:p w14:paraId="7EE6B851" w14:textId="2AB909A2" w:rsidR="006F1ADB" w:rsidRDefault="006F1ADB" w:rsidP="005A3479">
      <w:r>
        <w:t>— </w:t>
      </w:r>
      <w:r w:rsidR="005A3479">
        <w:t>Je vous dis que</w:t>
      </w:r>
      <w:r>
        <w:t xml:space="preserve">… </w:t>
      </w:r>
      <w:r w:rsidR="005A3479">
        <w:t>vous ne devriez pas redevenir la femme de cet homme</w:t>
      </w:r>
      <w:r>
        <w:t xml:space="preserve"> ! </w:t>
      </w:r>
      <w:r w:rsidR="005A3479">
        <w:t xml:space="preserve">dit </w:t>
      </w:r>
      <w:r>
        <w:t>M</w:t>
      </w:r>
      <w:r w:rsidRPr="006F1ADB">
        <w:rPr>
          <w:vertAlign w:val="superscript"/>
        </w:rPr>
        <w:t>rs</w:t>
      </w:r>
      <w:r>
        <w:t> </w:t>
      </w:r>
      <w:proofErr w:type="spellStart"/>
      <w:r w:rsidR="005A3479">
        <w:t>Edlin</w:t>
      </w:r>
      <w:proofErr w:type="spellEnd"/>
      <w:r w:rsidR="005A3479">
        <w:t xml:space="preserve"> avec indignation</w:t>
      </w:r>
      <w:r>
        <w:t xml:space="preserve">. </w:t>
      </w:r>
      <w:r w:rsidR="005A3479">
        <w:t>Vous êtes encore amoureuse de l</w:t>
      </w:r>
      <w:r>
        <w:t>’</w:t>
      </w:r>
      <w:r w:rsidR="005A3479">
        <w:t>autre</w:t>
      </w:r>
      <w:r>
        <w:t> !</w:t>
      </w:r>
    </w:p>
    <w:p w14:paraId="706B762A" w14:textId="77777777" w:rsidR="006F1ADB" w:rsidRDefault="006F1ADB" w:rsidP="005A3479">
      <w:r>
        <w:t>— </w:t>
      </w:r>
      <w:r w:rsidR="005A3479">
        <w:t>Si</w:t>
      </w:r>
      <w:r>
        <w:t xml:space="preserve"> ! </w:t>
      </w:r>
      <w:r w:rsidR="005A3479">
        <w:t>je le dois</w:t>
      </w:r>
      <w:r>
        <w:t xml:space="preserve">… </w:t>
      </w:r>
      <w:r w:rsidR="005A3479">
        <w:t>Je suis à lui déjà</w:t>
      </w:r>
      <w:r>
        <w:t> !</w:t>
      </w:r>
    </w:p>
    <w:p w14:paraId="71F16EEC" w14:textId="77777777" w:rsidR="006F1ADB" w:rsidRDefault="006F1ADB" w:rsidP="005A3479">
      <w:r>
        <w:t>— </w:t>
      </w:r>
      <w:r w:rsidR="005A3479">
        <w:t>Bah</w:t>
      </w:r>
      <w:r>
        <w:t xml:space="preserve"> ! </w:t>
      </w:r>
      <w:r w:rsidR="005A3479">
        <w:t>vous êtes à l</w:t>
      </w:r>
      <w:r>
        <w:t>’</w:t>
      </w:r>
      <w:r w:rsidR="005A3479">
        <w:t>autre</w:t>
      </w:r>
      <w:r>
        <w:t xml:space="preserve"> ! </w:t>
      </w:r>
      <w:r w:rsidR="005A3479">
        <w:t>S</w:t>
      </w:r>
      <w:r>
        <w:t>’</w:t>
      </w:r>
      <w:r w:rsidR="005A3479">
        <w:t>il ne vous a pas plu de vous lier vous-même par un vœu</w:t>
      </w:r>
      <w:r>
        <w:t xml:space="preserve">, </w:t>
      </w:r>
      <w:r w:rsidR="005A3479">
        <w:t>tout d</w:t>
      </w:r>
      <w:r>
        <w:t>’</w:t>
      </w:r>
      <w:r w:rsidR="005A3479">
        <w:t>abord</w:t>
      </w:r>
      <w:r>
        <w:t xml:space="preserve">, </w:t>
      </w:r>
      <w:r w:rsidR="005A3479">
        <w:t>c</w:t>
      </w:r>
      <w:r>
        <w:t>’</w:t>
      </w:r>
      <w:r w:rsidR="005A3479">
        <w:t>était parce que vous aviez plus de foi dans votre conscience et que vous n</w:t>
      </w:r>
      <w:r>
        <w:t>’</w:t>
      </w:r>
      <w:r w:rsidR="005A3479">
        <w:t>aviez égard qu</w:t>
      </w:r>
      <w:r>
        <w:t>’</w:t>
      </w:r>
      <w:r w:rsidR="005A3479">
        <w:t>à votre raison</w:t>
      </w:r>
      <w:r>
        <w:t xml:space="preserve"> ; </w:t>
      </w:r>
      <w:r w:rsidR="005A3479">
        <w:t>et vous avez continué de vivre ainsi et vous avez bien fait</w:t>
      </w:r>
      <w:r>
        <w:t xml:space="preserve">. </w:t>
      </w:r>
      <w:r w:rsidR="005A3479">
        <w:t>Après tout</w:t>
      </w:r>
      <w:r>
        <w:t xml:space="preserve">, </w:t>
      </w:r>
      <w:r w:rsidR="005A3479">
        <w:t>cela ne regardait personne</w:t>
      </w:r>
      <w:r>
        <w:t xml:space="preserve">, </w:t>
      </w:r>
      <w:r w:rsidR="005A3479">
        <w:t>que vous deux</w:t>
      </w:r>
      <w:r>
        <w:t>.</w:t>
      </w:r>
    </w:p>
    <w:p w14:paraId="6FC91658" w14:textId="77777777" w:rsidR="006F1ADB" w:rsidRDefault="006F1ADB" w:rsidP="005A3479">
      <w:r>
        <w:t>— </w:t>
      </w:r>
      <w:r w:rsidR="005A3479">
        <w:t>Richard dit qu</w:t>
      </w:r>
      <w:r>
        <w:t>’</w:t>
      </w:r>
      <w:r w:rsidR="005A3479">
        <w:t>il veut m</w:t>
      </w:r>
      <w:r>
        <w:t>’</w:t>
      </w:r>
      <w:r w:rsidR="005A3479">
        <w:t>avoir de nouveau</w:t>
      </w:r>
      <w:r>
        <w:t xml:space="preserve">, </w:t>
      </w:r>
      <w:r w:rsidR="005A3479">
        <w:t>et je suis tenue d</w:t>
      </w:r>
      <w:r>
        <w:t>’</w:t>
      </w:r>
      <w:r w:rsidR="005A3479">
        <w:t>aller à lui</w:t>
      </w:r>
      <w:r>
        <w:t xml:space="preserve"> ! </w:t>
      </w:r>
      <w:r w:rsidR="005A3479">
        <w:t>S</w:t>
      </w:r>
      <w:r>
        <w:t>’</w:t>
      </w:r>
      <w:r w:rsidR="005A3479">
        <w:t>il avait refusé</w:t>
      </w:r>
      <w:r>
        <w:t xml:space="preserve">, </w:t>
      </w:r>
      <w:r w:rsidR="005A3479">
        <w:t>ce n</w:t>
      </w:r>
      <w:r>
        <w:t>’</w:t>
      </w:r>
      <w:r w:rsidR="005A3479">
        <w:t>aurait peut-être pas été autant mon devoir de</w:t>
      </w:r>
      <w:r>
        <w:t xml:space="preserve">… </w:t>
      </w:r>
      <w:r w:rsidR="005A3479">
        <w:t>laisser Jude</w:t>
      </w:r>
      <w:r>
        <w:t xml:space="preserve">. </w:t>
      </w:r>
      <w:r w:rsidR="005A3479">
        <w:t>Mais</w:t>
      </w:r>
      <w:r>
        <w:t>…</w:t>
      </w:r>
    </w:p>
    <w:p w14:paraId="78A0D948" w14:textId="4F0D3C00" w:rsidR="006F1ADB" w:rsidRDefault="005A3479" w:rsidP="005A3479">
      <w:r>
        <w:t>Elle resta le visage dans les couvertures</w:t>
      </w:r>
      <w:r w:rsidR="006F1ADB">
        <w:t xml:space="preserve">, </w:t>
      </w:r>
      <w:r>
        <w:t xml:space="preserve">et </w:t>
      </w:r>
      <w:r w:rsidR="006F1ADB">
        <w:t>M</w:t>
      </w:r>
      <w:r w:rsidR="006F1ADB" w:rsidRPr="006F1ADB">
        <w:rPr>
          <w:vertAlign w:val="superscript"/>
        </w:rPr>
        <w:t>rs</w:t>
      </w:r>
      <w:r w:rsidR="006F1ADB">
        <w:t> </w:t>
      </w:r>
      <w:proofErr w:type="spellStart"/>
      <w:r>
        <w:t>Edlin</w:t>
      </w:r>
      <w:proofErr w:type="spellEnd"/>
      <w:r>
        <w:t xml:space="preserve"> quitta la chambre</w:t>
      </w:r>
      <w:r w:rsidR="006F1ADB">
        <w:t>.</w:t>
      </w:r>
    </w:p>
    <w:p w14:paraId="556E9E72" w14:textId="77777777" w:rsidR="006F1ADB" w:rsidRDefault="005A3479" w:rsidP="005A3479">
      <w:proofErr w:type="spellStart"/>
      <w:r>
        <w:lastRenderedPageBreak/>
        <w:t>Phillotson</w:t>
      </w:r>
      <w:proofErr w:type="spellEnd"/>
      <w:r w:rsidR="006F1ADB">
        <w:t xml:space="preserve">, </w:t>
      </w:r>
      <w:r>
        <w:t>dans l</w:t>
      </w:r>
      <w:r w:rsidR="006F1ADB">
        <w:t>’</w:t>
      </w:r>
      <w:r>
        <w:t>intervalle</w:t>
      </w:r>
      <w:r w:rsidR="006F1ADB">
        <w:t xml:space="preserve">, </w:t>
      </w:r>
      <w:r>
        <w:t>était revenu vers son ami Gi</w:t>
      </w:r>
      <w:r>
        <w:t>l</w:t>
      </w:r>
      <w:r>
        <w:t>lingham</w:t>
      </w:r>
      <w:r w:rsidR="006F1ADB">
        <w:t xml:space="preserve">, </w:t>
      </w:r>
      <w:r>
        <w:t>qui était encore à table</w:t>
      </w:r>
      <w:r w:rsidR="006F1ADB">
        <w:t xml:space="preserve">, </w:t>
      </w:r>
      <w:r>
        <w:t>et ils se promenèrent sur la p</w:t>
      </w:r>
      <w:r>
        <w:t>e</w:t>
      </w:r>
      <w:r>
        <w:t>louse pour fumer un instant</w:t>
      </w:r>
      <w:r w:rsidR="006F1ADB">
        <w:t xml:space="preserve">. </w:t>
      </w:r>
      <w:r>
        <w:t>Une lumière brûlait dans la chambre de Suzanne et l</w:t>
      </w:r>
      <w:r w:rsidR="006F1ADB">
        <w:t>’</w:t>
      </w:r>
      <w:r>
        <w:t>on voyait une ombre se mouvoir de</w:t>
      </w:r>
      <w:r>
        <w:t>r</w:t>
      </w:r>
      <w:r>
        <w:t>rière la persienne</w:t>
      </w:r>
      <w:r w:rsidR="006F1ADB">
        <w:t>.</w:t>
      </w:r>
    </w:p>
    <w:p w14:paraId="078309B1" w14:textId="77777777" w:rsidR="006F1ADB" w:rsidRDefault="005A3479" w:rsidP="005A3479">
      <w:r>
        <w:t>Gillingham avait été évidemment impressionné par le charme indéfinissable de Suzanne</w:t>
      </w:r>
      <w:r w:rsidR="006F1ADB">
        <w:t xml:space="preserve">, </w:t>
      </w:r>
      <w:r>
        <w:t>et</w:t>
      </w:r>
      <w:r w:rsidR="006F1ADB">
        <w:t xml:space="preserve">, </w:t>
      </w:r>
      <w:r>
        <w:t>après un silence</w:t>
      </w:r>
      <w:r w:rsidR="006F1ADB">
        <w:t xml:space="preserve">, </w:t>
      </w:r>
      <w:r>
        <w:t>il dit</w:t>
      </w:r>
      <w:r w:rsidR="006F1ADB">
        <w:t> :</w:t>
      </w:r>
    </w:p>
    <w:p w14:paraId="2855A836" w14:textId="77777777" w:rsidR="006F1ADB" w:rsidRDefault="006F1ADB" w:rsidP="005A3479">
      <w:r>
        <w:t>— </w:t>
      </w:r>
      <w:r w:rsidR="005A3479">
        <w:t>Eh bien</w:t>
      </w:r>
      <w:r>
        <w:t xml:space="preserve">, </w:t>
      </w:r>
      <w:r w:rsidR="005A3479">
        <w:t>vous avez fini par la rattraper ou presque</w:t>
      </w:r>
      <w:r>
        <w:t xml:space="preserve">. </w:t>
      </w:r>
      <w:r w:rsidR="005A3479">
        <w:t>Elle ne peut guère s</w:t>
      </w:r>
      <w:r>
        <w:t>’</w:t>
      </w:r>
      <w:r w:rsidR="005A3479">
        <w:t>en aller une seconde fois</w:t>
      </w:r>
      <w:r>
        <w:t xml:space="preserve">. </w:t>
      </w:r>
      <w:r w:rsidR="005A3479">
        <w:t>La poire est tombée mûre dans votre main</w:t>
      </w:r>
      <w:r>
        <w:t>.</w:t>
      </w:r>
    </w:p>
    <w:p w14:paraId="4D80F269" w14:textId="77777777" w:rsidR="006F1ADB" w:rsidRDefault="006F1ADB" w:rsidP="005A3479">
      <w:r>
        <w:t>— </w:t>
      </w:r>
      <w:r w:rsidR="005A3479">
        <w:t>Oui</w:t>
      </w:r>
      <w:r>
        <w:t xml:space="preserve">… </w:t>
      </w:r>
      <w:r w:rsidR="005A3479">
        <w:t>Je crois que j</w:t>
      </w:r>
      <w:r>
        <w:t>’</w:t>
      </w:r>
      <w:r w:rsidR="005A3479">
        <w:t>ai raison de la prendre au mot</w:t>
      </w:r>
      <w:r>
        <w:t xml:space="preserve">. </w:t>
      </w:r>
      <w:r w:rsidR="005A3479">
        <w:t>Je confesse qu</w:t>
      </w:r>
      <w:r>
        <w:t>’</w:t>
      </w:r>
      <w:r w:rsidR="005A3479">
        <w:t>il y a peut-être là une pointe d</w:t>
      </w:r>
      <w:r>
        <w:t>’</w:t>
      </w:r>
      <w:r w:rsidR="005A3479">
        <w:t>égoïsme</w:t>
      </w:r>
      <w:r>
        <w:t xml:space="preserve">. </w:t>
      </w:r>
      <w:r w:rsidR="005A3479">
        <w:t>Outre qu</w:t>
      </w:r>
      <w:r>
        <w:t>’</w:t>
      </w:r>
      <w:r w:rsidR="005A3479">
        <w:t>elle est ce qu</w:t>
      </w:r>
      <w:r>
        <w:t>’</w:t>
      </w:r>
      <w:r w:rsidR="005A3479">
        <w:t>elle est</w:t>
      </w:r>
      <w:r>
        <w:t xml:space="preserve">, </w:t>
      </w:r>
      <w:r w:rsidR="005A3479">
        <w:t>un délice pour une ganache comme moi</w:t>
      </w:r>
      <w:r>
        <w:t xml:space="preserve">, </w:t>
      </w:r>
      <w:r w:rsidR="005A3479">
        <w:t>cela me posera bien aux yeux du clergé et des laïques o</w:t>
      </w:r>
      <w:r w:rsidR="005A3479">
        <w:t>r</w:t>
      </w:r>
      <w:r w:rsidR="005A3479">
        <w:t>thodoxes</w:t>
      </w:r>
      <w:r>
        <w:t xml:space="preserve">, </w:t>
      </w:r>
      <w:r w:rsidR="005A3479">
        <w:t>qui ne m</w:t>
      </w:r>
      <w:r>
        <w:t>’</w:t>
      </w:r>
      <w:r w:rsidR="005A3479">
        <w:t>ont jamais pardonné de l</w:t>
      </w:r>
      <w:r>
        <w:t>’</w:t>
      </w:r>
      <w:r w:rsidR="005A3479">
        <w:t>avoir laissée partir</w:t>
      </w:r>
      <w:r>
        <w:t xml:space="preserve">. </w:t>
      </w:r>
      <w:r w:rsidR="005A3479">
        <w:t>Je puis ainsi remonter un peu du chemin de jadis</w:t>
      </w:r>
      <w:r>
        <w:t>.</w:t>
      </w:r>
    </w:p>
    <w:p w14:paraId="4BBD8DB0" w14:textId="77777777" w:rsidR="006F1ADB" w:rsidRDefault="006F1ADB" w:rsidP="005A3479">
      <w:r>
        <w:t>— </w:t>
      </w:r>
      <w:r w:rsidR="005A3479">
        <w:t>Eh bien</w:t>
      </w:r>
      <w:r>
        <w:t xml:space="preserve">, </w:t>
      </w:r>
      <w:r w:rsidR="005A3479">
        <w:t>si vous avez trouvé quelque bonne raison de l</w:t>
      </w:r>
      <w:r>
        <w:t>’</w:t>
      </w:r>
      <w:r w:rsidR="005A3479">
        <w:t>épouser de nouveau</w:t>
      </w:r>
      <w:r>
        <w:t xml:space="preserve">, </w:t>
      </w:r>
      <w:r w:rsidR="005A3479">
        <w:t>faites-le maintenant</w:t>
      </w:r>
      <w:r>
        <w:t xml:space="preserve">, </w:t>
      </w:r>
      <w:r w:rsidR="005A3479">
        <w:t>pour Dieu</w:t>
      </w:r>
      <w:r>
        <w:t xml:space="preserve"> ! </w:t>
      </w:r>
      <w:r w:rsidR="005A3479">
        <w:t>Je fus toujours opposé à cette façon d</w:t>
      </w:r>
      <w:r>
        <w:t>’</w:t>
      </w:r>
      <w:r w:rsidR="005A3479">
        <w:t>ouvrir la cage et de laisser partir l</w:t>
      </w:r>
      <w:r>
        <w:t>’</w:t>
      </w:r>
      <w:r w:rsidR="005A3479">
        <w:t>oiseau dans une voie si évidemment mortelle</w:t>
      </w:r>
      <w:r>
        <w:t xml:space="preserve">. </w:t>
      </w:r>
      <w:r w:rsidR="005A3479">
        <w:t>Vous pourriez être inspecteur</w:t>
      </w:r>
      <w:r>
        <w:t xml:space="preserve">, </w:t>
      </w:r>
      <w:r w:rsidR="005A3479">
        <w:t>aujourd</w:t>
      </w:r>
      <w:r>
        <w:t>’</w:t>
      </w:r>
      <w:r w:rsidR="005A3479">
        <w:t>hui</w:t>
      </w:r>
      <w:r>
        <w:t xml:space="preserve">, </w:t>
      </w:r>
      <w:r w:rsidR="005A3479">
        <w:t>ou révérend</w:t>
      </w:r>
      <w:r>
        <w:t xml:space="preserve">, </w:t>
      </w:r>
      <w:r w:rsidR="005A3479">
        <w:t>si vous n</w:t>
      </w:r>
      <w:r>
        <w:t>’</w:t>
      </w:r>
      <w:r w:rsidR="005A3479">
        <w:t>aviez pas été si faible avec elle</w:t>
      </w:r>
      <w:r>
        <w:t>.</w:t>
      </w:r>
    </w:p>
    <w:p w14:paraId="65C499DC" w14:textId="77777777" w:rsidR="006F1ADB" w:rsidRDefault="006F1ADB" w:rsidP="005A3479">
      <w:r>
        <w:t>— </w:t>
      </w:r>
      <w:r w:rsidR="005A3479">
        <w:t>Je me suis fait un tort irréparable</w:t>
      </w:r>
      <w:r>
        <w:t xml:space="preserve">, </w:t>
      </w:r>
      <w:r w:rsidR="005A3479">
        <w:t>je le sais</w:t>
      </w:r>
      <w:r>
        <w:t>.</w:t>
      </w:r>
    </w:p>
    <w:p w14:paraId="00281ED6" w14:textId="77777777" w:rsidR="006F1ADB" w:rsidRDefault="006F1ADB" w:rsidP="005A3479">
      <w:r>
        <w:t>— </w:t>
      </w:r>
      <w:r w:rsidR="005A3479">
        <w:t>Vous l</w:t>
      </w:r>
      <w:r>
        <w:t>’</w:t>
      </w:r>
      <w:r w:rsidR="005A3479">
        <w:t>avez une fois rattrapée</w:t>
      </w:r>
      <w:r>
        <w:t xml:space="preserve"> : </w:t>
      </w:r>
      <w:r w:rsidR="005A3479">
        <w:t>gardez-la</w:t>
      </w:r>
      <w:r>
        <w:t>.</w:t>
      </w:r>
    </w:p>
    <w:p w14:paraId="5AA6BC44" w14:textId="424F882E" w:rsidR="005A3479" w:rsidRDefault="005A3479" w:rsidP="005A3479"/>
    <w:p w14:paraId="3FAF4FD8" w14:textId="7C4FA189" w:rsidR="006F1ADB" w:rsidRDefault="005A3479" w:rsidP="005A3479">
      <w:r>
        <w:t xml:space="preserve">Le cottage de </w:t>
      </w:r>
      <w:r w:rsidR="006F1ADB">
        <w:t>M</w:t>
      </w:r>
      <w:r w:rsidR="006F1ADB" w:rsidRPr="006F1ADB">
        <w:rPr>
          <w:vertAlign w:val="superscript"/>
        </w:rPr>
        <w:t>rs</w:t>
      </w:r>
      <w:r w:rsidR="006F1ADB">
        <w:t> </w:t>
      </w:r>
      <w:proofErr w:type="spellStart"/>
      <w:r>
        <w:t>Edlin</w:t>
      </w:r>
      <w:proofErr w:type="spellEnd"/>
      <w:r>
        <w:t xml:space="preserve"> s</w:t>
      </w:r>
      <w:r w:rsidR="006F1ADB">
        <w:t>’</w:t>
      </w:r>
      <w:r>
        <w:t>ouvrit avec un petit bruit de l</w:t>
      </w:r>
      <w:r>
        <w:t>o</w:t>
      </w:r>
      <w:r>
        <w:t>quet</w:t>
      </w:r>
      <w:r w:rsidR="006F1ADB">
        <w:t xml:space="preserve">, </w:t>
      </w:r>
      <w:r>
        <w:t>et quelqu</w:t>
      </w:r>
      <w:r w:rsidR="006F1ADB">
        <w:t>’</w:t>
      </w:r>
      <w:r>
        <w:t>un traversa dans la direction de l</w:t>
      </w:r>
      <w:r w:rsidR="006F1ADB">
        <w:t>’</w:t>
      </w:r>
      <w:r>
        <w:t>école</w:t>
      </w:r>
      <w:r w:rsidR="006F1ADB">
        <w:t xml:space="preserve">. </w:t>
      </w:r>
      <w:proofErr w:type="spellStart"/>
      <w:r>
        <w:t>Phillo</w:t>
      </w:r>
      <w:r>
        <w:t>t</w:t>
      </w:r>
      <w:r>
        <w:t>son</w:t>
      </w:r>
      <w:proofErr w:type="spellEnd"/>
      <w:r>
        <w:t xml:space="preserve"> dit</w:t>
      </w:r>
      <w:r w:rsidR="006F1ADB">
        <w:t> :</w:t>
      </w:r>
    </w:p>
    <w:p w14:paraId="102FC2FA" w14:textId="77777777" w:rsidR="006F1ADB" w:rsidRDefault="006F1ADB" w:rsidP="005A3479">
      <w:r>
        <w:lastRenderedPageBreak/>
        <w:t>— </w:t>
      </w:r>
      <w:r w:rsidR="005A3479">
        <w:t>Bonne nuit</w:t>
      </w:r>
      <w:r>
        <w:t> !</w:t>
      </w:r>
    </w:p>
    <w:p w14:paraId="2635330A" w14:textId="33B47C6E" w:rsidR="006F1ADB" w:rsidRDefault="006F1ADB" w:rsidP="005A3479">
      <w:r>
        <w:t>— </w:t>
      </w:r>
      <w:r w:rsidR="005A3479">
        <w:t>Oh</w:t>
      </w:r>
      <w:r>
        <w:t xml:space="preserve"> ! </w:t>
      </w:r>
      <w:r w:rsidR="005A3479">
        <w:t>c</w:t>
      </w:r>
      <w:r>
        <w:t>’</w:t>
      </w:r>
      <w:r w:rsidR="005A3479">
        <w:t xml:space="preserve">est </w:t>
      </w:r>
      <w:r>
        <w:t>M. </w:t>
      </w:r>
      <w:proofErr w:type="spellStart"/>
      <w:r w:rsidR="005A3479">
        <w:t>Phillotson</w:t>
      </w:r>
      <w:proofErr w:type="spellEnd"/>
      <w:r>
        <w:t xml:space="preserve">, </w:t>
      </w:r>
      <w:r w:rsidR="005A3479">
        <w:t xml:space="preserve">dit </w:t>
      </w:r>
      <w:r>
        <w:t>M</w:t>
      </w:r>
      <w:r w:rsidRPr="006F1ADB">
        <w:rPr>
          <w:vertAlign w:val="superscript"/>
        </w:rPr>
        <w:t>rs</w:t>
      </w:r>
      <w:r>
        <w:t> </w:t>
      </w:r>
      <w:proofErr w:type="spellStart"/>
      <w:r w:rsidR="005A3479">
        <w:t>Edlin</w:t>
      </w:r>
      <w:proofErr w:type="spellEnd"/>
      <w:r>
        <w:t xml:space="preserve">. </w:t>
      </w:r>
      <w:r w:rsidR="005A3479">
        <w:t>Je me disposais à aller vous voir</w:t>
      </w:r>
      <w:r>
        <w:t xml:space="preserve">. </w:t>
      </w:r>
      <w:r w:rsidR="005A3479">
        <w:t>Je suis montée avec elle</w:t>
      </w:r>
      <w:r>
        <w:t xml:space="preserve">, </w:t>
      </w:r>
      <w:r w:rsidR="005A3479">
        <w:t>l</w:t>
      </w:r>
      <w:r>
        <w:t>’</w:t>
      </w:r>
      <w:r w:rsidR="005A3479">
        <w:t>aider à déballer ses a</w:t>
      </w:r>
      <w:r w:rsidR="005A3479">
        <w:t>f</w:t>
      </w:r>
      <w:r w:rsidR="005A3479">
        <w:t>faires et</w:t>
      </w:r>
      <w:r>
        <w:t xml:space="preserve">, </w:t>
      </w:r>
      <w:r w:rsidR="005A3479">
        <w:t>sur ma parole</w:t>
      </w:r>
      <w:r>
        <w:t xml:space="preserve">, </w:t>
      </w:r>
      <w:r w:rsidR="005A3479">
        <w:t>je ne pense pas que cela doive être</w:t>
      </w:r>
      <w:r>
        <w:t>.</w:t>
      </w:r>
    </w:p>
    <w:p w14:paraId="6128B3F5" w14:textId="77777777" w:rsidR="006F1ADB" w:rsidRDefault="006F1ADB" w:rsidP="005A3479">
      <w:r>
        <w:t>— </w:t>
      </w:r>
      <w:r w:rsidR="005A3479">
        <w:t>Quoi</w:t>
      </w:r>
      <w:r>
        <w:t xml:space="preserve"> ? </w:t>
      </w:r>
      <w:r w:rsidR="005A3479">
        <w:t>le mariage</w:t>
      </w:r>
      <w:r>
        <w:t> ?</w:t>
      </w:r>
    </w:p>
    <w:p w14:paraId="3E83D346" w14:textId="77777777" w:rsidR="006F1ADB" w:rsidRDefault="006F1ADB" w:rsidP="005A3479">
      <w:r>
        <w:t>— </w:t>
      </w:r>
      <w:r w:rsidR="005A3479">
        <w:t>Oui</w:t>
      </w:r>
      <w:r>
        <w:t xml:space="preserve">. </w:t>
      </w:r>
      <w:r w:rsidR="005A3479">
        <w:t>Elle se fait violence</w:t>
      </w:r>
      <w:r>
        <w:t xml:space="preserve">, </w:t>
      </w:r>
      <w:r w:rsidR="005A3479">
        <w:t>pauvre chère petite créature</w:t>
      </w:r>
      <w:r>
        <w:t xml:space="preserve"> ; </w:t>
      </w:r>
      <w:r w:rsidR="005A3479">
        <w:t>et vous n</w:t>
      </w:r>
      <w:r>
        <w:t>’</w:t>
      </w:r>
      <w:r w:rsidR="005A3479">
        <w:t>avez pas idée de ce qu</w:t>
      </w:r>
      <w:r>
        <w:t>’</w:t>
      </w:r>
      <w:r w:rsidR="005A3479">
        <w:t>elle souffre</w:t>
      </w:r>
      <w:r>
        <w:t xml:space="preserve">. </w:t>
      </w:r>
      <w:r w:rsidR="005A3479">
        <w:t>Je n</w:t>
      </w:r>
      <w:r>
        <w:t>’</w:t>
      </w:r>
      <w:r w:rsidR="005A3479">
        <w:t>ai jamais tenu bien fort ni pour ni contre la religion</w:t>
      </w:r>
      <w:r>
        <w:t xml:space="preserve">, </w:t>
      </w:r>
      <w:r w:rsidR="005A3479">
        <w:t>mais il ne peut pas être bien de laisser faire cela et vous devriez l</w:t>
      </w:r>
      <w:r>
        <w:t>’</w:t>
      </w:r>
      <w:r w:rsidR="005A3479">
        <w:t>en dissuader</w:t>
      </w:r>
      <w:r>
        <w:t xml:space="preserve">. </w:t>
      </w:r>
      <w:r w:rsidR="005A3479">
        <w:t>Nature</w:t>
      </w:r>
      <w:r w:rsidR="005A3479">
        <w:t>l</w:t>
      </w:r>
      <w:r w:rsidR="005A3479">
        <w:t>lement chacun dira que c</w:t>
      </w:r>
      <w:r>
        <w:t>’</w:t>
      </w:r>
      <w:r w:rsidR="005A3479">
        <w:t>était très bien à vous de pardonner et de la reprendre</w:t>
      </w:r>
      <w:r>
        <w:t xml:space="preserve">. </w:t>
      </w:r>
      <w:r w:rsidR="005A3479">
        <w:t>Mais</w:t>
      </w:r>
      <w:r>
        <w:t xml:space="preserve">, </w:t>
      </w:r>
      <w:r w:rsidR="005A3479">
        <w:t>pour ma part</w:t>
      </w:r>
      <w:r>
        <w:t xml:space="preserve">, </w:t>
      </w:r>
      <w:r w:rsidR="005A3479">
        <w:t>je ne le dirai pas</w:t>
      </w:r>
      <w:r>
        <w:t>.</w:t>
      </w:r>
    </w:p>
    <w:p w14:paraId="3C620A28" w14:textId="77777777" w:rsidR="006F1ADB" w:rsidRDefault="006F1ADB" w:rsidP="005A3479">
      <w:r>
        <w:t>— </w:t>
      </w:r>
      <w:r w:rsidR="005A3479">
        <w:t>C</w:t>
      </w:r>
      <w:r>
        <w:t>’</w:t>
      </w:r>
      <w:r w:rsidR="005A3479">
        <w:t>est son désir et j</w:t>
      </w:r>
      <w:r>
        <w:t>’</w:t>
      </w:r>
      <w:r w:rsidR="005A3479">
        <w:t>y consens</w:t>
      </w:r>
      <w:r>
        <w:t xml:space="preserve">, </w:t>
      </w:r>
      <w:r w:rsidR="005A3479">
        <w:t xml:space="preserve">dit </w:t>
      </w:r>
      <w:proofErr w:type="spellStart"/>
      <w:r w:rsidR="005A3479">
        <w:t>Phillotson</w:t>
      </w:r>
      <w:proofErr w:type="spellEnd"/>
      <w:r w:rsidR="005A3479">
        <w:t xml:space="preserve"> avec réserve</w:t>
      </w:r>
      <w:r>
        <w:t>. (</w:t>
      </w:r>
      <w:r w:rsidR="005A3479">
        <w:t>L</w:t>
      </w:r>
      <w:r>
        <w:t>’</w:t>
      </w:r>
      <w:r w:rsidR="005A3479">
        <w:t>opposition lui donnait maintenant une fermeté illogique</w:t>
      </w:r>
      <w:r>
        <w:t xml:space="preserve">.) </w:t>
      </w:r>
      <w:r w:rsidR="005A3479">
        <w:t>Un grave désordre sera réparé</w:t>
      </w:r>
      <w:r>
        <w:t>.</w:t>
      </w:r>
    </w:p>
    <w:p w14:paraId="7C00AFF5" w14:textId="77777777" w:rsidR="006F1ADB" w:rsidRDefault="006F1ADB" w:rsidP="005A3479">
      <w:r>
        <w:t>— </w:t>
      </w:r>
      <w:r w:rsidR="005A3479">
        <w:t>Je ne le crois pas</w:t>
      </w:r>
      <w:r>
        <w:t xml:space="preserve">. </w:t>
      </w:r>
      <w:r w:rsidR="005A3479">
        <w:t>Elle est sa femme</w:t>
      </w:r>
      <w:r>
        <w:t xml:space="preserve">, </w:t>
      </w:r>
      <w:r w:rsidR="005A3479">
        <w:t>si jamais elle fut celle de quelqu</w:t>
      </w:r>
      <w:r>
        <w:t>’</w:t>
      </w:r>
      <w:r w:rsidR="005A3479">
        <w:t>un</w:t>
      </w:r>
      <w:r>
        <w:t xml:space="preserve">. </w:t>
      </w:r>
      <w:r w:rsidR="005A3479">
        <w:t>Elle a eu de lui trois enfants et il l</w:t>
      </w:r>
      <w:r>
        <w:t>’</w:t>
      </w:r>
      <w:r w:rsidR="005A3479">
        <w:t>aime te</w:t>
      </w:r>
      <w:r w:rsidR="005A3479">
        <w:t>n</w:t>
      </w:r>
      <w:r w:rsidR="005A3479">
        <w:t>drement</w:t>
      </w:r>
      <w:r>
        <w:t xml:space="preserve"> ; </w:t>
      </w:r>
      <w:r w:rsidR="005A3479">
        <w:t>et c</w:t>
      </w:r>
      <w:r>
        <w:t>’</w:t>
      </w:r>
      <w:r w:rsidR="005A3479">
        <w:t>est une méchante honte de la pousser à cela</w:t>
      </w:r>
      <w:r>
        <w:t xml:space="preserve">, </w:t>
      </w:r>
      <w:r w:rsidR="005A3479">
        <w:t>pauvre petit être frémissant</w:t>
      </w:r>
      <w:r>
        <w:t xml:space="preserve"> ! </w:t>
      </w:r>
      <w:r w:rsidR="005A3479">
        <w:t>Elle n</w:t>
      </w:r>
      <w:r>
        <w:t>’</w:t>
      </w:r>
      <w:r w:rsidR="005A3479">
        <w:t>a personne auprès d</w:t>
      </w:r>
      <w:r>
        <w:t>’</w:t>
      </w:r>
      <w:r w:rsidR="005A3479">
        <w:t>elle</w:t>
      </w:r>
      <w:r>
        <w:t xml:space="preserve">. </w:t>
      </w:r>
      <w:r w:rsidR="005A3479">
        <w:t>Le seul homme qui serait son ami</w:t>
      </w:r>
      <w:r>
        <w:t xml:space="preserve">, </w:t>
      </w:r>
      <w:r w:rsidR="005A3479">
        <w:t>l</w:t>
      </w:r>
      <w:r>
        <w:t>’</w:t>
      </w:r>
      <w:r w:rsidR="005A3479">
        <w:t>obstinée créature ne veut pas le laisser venir auprès d</w:t>
      </w:r>
      <w:r>
        <w:t>’</w:t>
      </w:r>
      <w:r w:rsidR="005A3479">
        <w:t>elle</w:t>
      </w:r>
      <w:r>
        <w:t xml:space="preserve">. </w:t>
      </w:r>
      <w:r w:rsidR="005A3479">
        <w:t>D</w:t>
      </w:r>
      <w:r>
        <w:t>’</w:t>
      </w:r>
      <w:r w:rsidR="005A3479">
        <w:t>où vient cet état d</w:t>
      </w:r>
      <w:r>
        <w:t>’</w:t>
      </w:r>
      <w:r w:rsidR="005A3479">
        <w:t>esprit</w:t>
      </w:r>
      <w:r>
        <w:t xml:space="preserve"> ? </w:t>
      </w:r>
      <w:r w:rsidR="005A3479">
        <w:t>Je n</w:t>
      </w:r>
      <w:r>
        <w:t>’</w:t>
      </w:r>
      <w:r w:rsidR="005A3479">
        <w:t>y comprends rien</w:t>
      </w:r>
      <w:r>
        <w:t>.</w:t>
      </w:r>
    </w:p>
    <w:p w14:paraId="4C949ECB" w14:textId="77777777" w:rsidR="006F1ADB" w:rsidRDefault="006F1ADB" w:rsidP="005A3479">
      <w:r>
        <w:t>— </w:t>
      </w:r>
      <w:r w:rsidR="005A3479">
        <w:t>Je ne puis pas vous le dire</w:t>
      </w:r>
      <w:r>
        <w:t xml:space="preserve">. </w:t>
      </w:r>
      <w:r w:rsidR="005A3479">
        <w:t>Certainement</w:t>
      </w:r>
      <w:r>
        <w:t xml:space="preserve">, </w:t>
      </w:r>
      <w:r w:rsidR="005A3479">
        <w:t>ce n</w:t>
      </w:r>
      <w:r>
        <w:t>’</w:t>
      </w:r>
      <w:r w:rsidR="005A3479">
        <w:t>est pas moi</w:t>
      </w:r>
      <w:r>
        <w:t xml:space="preserve">. </w:t>
      </w:r>
      <w:r w:rsidR="005A3479">
        <w:t>Elle agit tout à fait de son plein gré</w:t>
      </w:r>
      <w:r>
        <w:t xml:space="preserve">. </w:t>
      </w:r>
      <w:r w:rsidR="005A3479">
        <w:t>Maintenant</w:t>
      </w:r>
      <w:r>
        <w:t xml:space="preserve">, </w:t>
      </w:r>
      <w:r w:rsidR="005A3479">
        <w:t>c</w:t>
      </w:r>
      <w:r>
        <w:t>’</w:t>
      </w:r>
      <w:r w:rsidR="005A3479">
        <w:t>est tout ce que j</w:t>
      </w:r>
      <w:r>
        <w:t>’</w:t>
      </w:r>
      <w:r w:rsidR="005A3479">
        <w:t>ai à vous dire</w:t>
      </w:r>
      <w:r>
        <w:t xml:space="preserve">. – </w:t>
      </w:r>
      <w:proofErr w:type="spellStart"/>
      <w:r w:rsidR="005A3479">
        <w:t>Phillotson</w:t>
      </w:r>
      <w:proofErr w:type="spellEnd"/>
      <w:r w:rsidR="005A3479">
        <w:t xml:space="preserve"> parlait sèchement</w:t>
      </w:r>
      <w:r>
        <w:t xml:space="preserve">. – </w:t>
      </w:r>
      <w:r w:rsidR="005A3479">
        <w:t>Vous avez tourné autour d</w:t>
      </w:r>
      <w:r>
        <w:t>’</w:t>
      </w:r>
      <w:r w:rsidR="005A3479">
        <w:t>elle</w:t>
      </w:r>
      <w:r>
        <w:t xml:space="preserve">, </w:t>
      </w:r>
      <w:proofErr w:type="spellStart"/>
      <w:r w:rsidR="005A3479">
        <w:t>mistress</w:t>
      </w:r>
      <w:proofErr w:type="spellEnd"/>
      <w:r w:rsidR="005A3479">
        <w:t xml:space="preserve"> </w:t>
      </w:r>
      <w:proofErr w:type="spellStart"/>
      <w:r w:rsidR="005A3479">
        <w:t>Edlin</w:t>
      </w:r>
      <w:proofErr w:type="spellEnd"/>
      <w:r>
        <w:t xml:space="preserve">. </w:t>
      </w:r>
      <w:r w:rsidR="005A3479">
        <w:t>Cela ne vous re</w:t>
      </w:r>
      <w:r w:rsidR="005A3479">
        <w:t>s</w:t>
      </w:r>
      <w:r w:rsidR="005A3479">
        <w:t>semble pas</w:t>
      </w:r>
      <w:r>
        <w:t> !</w:t>
      </w:r>
    </w:p>
    <w:p w14:paraId="21838A43" w14:textId="77777777" w:rsidR="006F1ADB" w:rsidRDefault="006F1ADB" w:rsidP="005A3479">
      <w:r>
        <w:lastRenderedPageBreak/>
        <w:t>— </w:t>
      </w:r>
      <w:r w:rsidR="005A3479">
        <w:t>Bien</w:t>
      </w:r>
      <w:r>
        <w:t xml:space="preserve">. </w:t>
      </w:r>
      <w:r w:rsidR="005A3479">
        <w:t>Je savais que vous seriez offensé de ce que j</w:t>
      </w:r>
      <w:r>
        <w:t>’</w:t>
      </w:r>
      <w:r w:rsidR="005A3479">
        <w:t>avais à vous dire</w:t>
      </w:r>
      <w:r>
        <w:t xml:space="preserve">. </w:t>
      </w:r>
      <w:r w:rsidR="005A3479">
        <w:t>Mais il n</w:t>
      </w:r>
      <w:r>
        <w:t>’</w:t>
      </w:r>
      <w:r w:rsidR="005A3479">
        <w:t>importe</w:t>
      </w:r>
      <w:r>
        <w:t xml:space="preserve"> : </w:t>
      </w:r>
      <w:r w:rsidR="005A3479">
        <w:t>la vérité est la vérité</w:t>
      </w:r>
      <w:r>
        <w:t>.</w:t>
      </w:r>
    </w:p>
    <w:p w14:paraId="3704D6D2" w14:textId="77777777" w:rsidR="006F1ADB" w:rsidRDefault="006F1ADB" w:rsidP="005A3479">
      <w:r>
        <w:t>— </w:t>
      </w:r>
      <w:r w:rsidR="005A3479">
        <w:t>Je ne suis pas offensé</w:t>
      </w:r>
      <w:r>
        <w:t xml:space="preserve">, </w:t>
      </w:r>
      <w:proofErr w:type="spellStart"/>
      <w:r w:rsidR="005A3479">
        <w:t>mistress</w:t>
      </w:r>
      <w:proofErr w:type="spellEnd"/>
      <w:r w:rsidR="005A3479">
        <w:t xml:space="preserve"> </w:t>
      </w:r>
      <w:proofErr w:type="spellStart"/>
      <w:r w:rsidR="005A3479">
        <w:t>Edlin</w:t>
      </w:r>
      <w:proofErr w:type="spellEnd"/>
      <w:r>
        <w:t xml:space="preserve">. </w:t>
      </w:r>
      <w:r w:rsidR="005A3479">
        <w:t>Vous avez été une trop bonne voisine pour cela</w:t>
      </w:r>
      <w:r>
        <w:t xml:space="preserve">. </w:t>
      </w:r>
      <w:r w:rsidR="005A3479">
        <w:t>Mais vous me permettrez de s</w:t>
      </w:r>
      <w:r w:rsidR="005A3479">
        <w:t>a</w:t>
      </w:r>
      <w:r w:rsidR="005A3479">
        <w:t>voir ce qui vaut le mieux pour Suzanne et pour moi-même</w:t>
      </w:r>
      <w:r>
        <w:t xml:space="preserve">. </w:t>
      </w:r>
      <w:r w:rsidR="005A3479">
        <w:t>Je suppose que vous ne viendrez pas à l</w:t>
      </w:r>
      <w:r>
        <w:t>’</w:t>
      </w:r>
      <w:r w:rsidR="005A3479">
        <w:t>église avec nous</w:t>
      </w:r>
      <w:r>
        <w:t xml:space="preserve">, </w:t>
      </w:r>
      <w:r w:rsidR="005A3479">
        <w:t>alors</w:t>
      </w:r>
      <w:r>
        <w:t> ?</w:t>
      </w:r>
    </w:p>
    <w:p w14:paraId="7C751B6B" w14:textId="77777777" w:rsidR="006F1ADB" w:rsidRDefault="006F1ADB" w:rsidP="005A3479">
      <w:r>
        <w:t>— </w:t>
      </w:r>
      <w:r w:rsidR="005A3479">
        <w:t>Non pas</w:t>
      </w:r>
      <w:r>
        <w:t xml:space="preserve">. </w:t>
      </w:r>
      <w:r w:rsidR="005A3479">
        <w:t>Que je sois pendue si je m</w:t>
      </w:r>
      <w:r>
        <w:t>’</w:t>
      </w:r>
      <w:r w:rsidR="005A3479">
        <w:t>en sens capable</w:t>
      </w:r>
      <w:r>
        <w:t xml:space="preserve">… </w:t>
      </w:r>
      <w:r w:rsidR="005A3479">
        <w:t>Je ne sais pas quels temps vont venir</w:t>
      </w:r>
      <w:r>
        <w:t xml:space="preserve">, </w:t>
      </w:r>
      <w:r w:rsidR="005A3479">
        <w:t>le mariage est devenu si s</w:t>
      </w:r>
      <w:r w:rsidR="005A3479">
        <w:t>é</w:t>
      </w:r>
      <w:r w:rsidR="005A3479">
        <w:t>rieux aujourd</w:t>
      </w:r>
      <w:r>
        <w:t>’</w:t>
      </w:r>
      <w:r w:rsidR="005A3479">
        <w:t>hui</w:t>
      </w:r>
      <w:r>
        <w:t xml:space="preserve">, </w:t>
      </w:r>
      <w:r w:rsidR="005A3479">
        <w:t>qu</w:t>
      </w:r>
      <w:r>
        <w:t>’</w:t>
      </w:r>
      <w:r w:rsidR="005A3479">
        <w:t>on se sent vraiment effrayé de s</w:t>
      </w:r>
      <w:r>
        <w:t>’</w:t>
      </w:r>
      <w:r w:rsidR="005A3479">
        <w:t>engager à fond</w:t>
      </w:r>
      <w:r>
        <w:t xml:space="preserve">. </w:t>
      </w:r>
      <w:r w:rsidR="005A3479">
        <w:t>De mon temps</w:t>
      </w:r>
      <w:r>
        <w:t xml:space="preserve">, </w:t>
      </w:r>
      <w:r w:rsidR="005A3479">
        <w:t>nous prenions cela plus légèrement</w:t>
      </w:r>
      <w:r>
        <w:t xml:space="preserve"> ; </w:t>
      </w:r>
      <w:r w:rsidR="005A3479">
        <w:t>et je ne sache pas que nous en fussions pires</w:t>
      </w:r>
      <w:r>
        <w:t xml:space="preserve"> ! </w:t>
      </w:r>
      <w:r w:rsidR="005A3479">
        <w:t>Quand nous nous m</w:t>
      </w:r>
      <w:r w:rsidR="005A3479">
        <w:t>a</w:t>
      </w:r>
      <w:r w:rsidR="005A3479">
        <w:t>riâmes</w:t>
      </w:r>
      <w:r>
        <w:t xml:space="preserve">, </w:t>
      </w:r>
      <w:r w:rsidR="005A3479">
        <w:t>mon pauvre homme et moi</w:t>
      </w:r>
      <w:r>
        <w:t xml:space="preserve">, </w:t>
      </w:r>
      <w:r w:rsidR="005A3479">
        <w:t>nous menâmes la fête pe</w:t>
      </w:r>
      <w:r w:rsidR="005A3479">
        <w:t>n</w:t>
      </w:r>
      <w:r w:rsidR="005A3479">
        <w:t>dant toute la semaine et nous eûmes à emprunter une demi-couronne pour commencer notre ménage</w:t>
      </w:r>
      <w:r>
        <w:t> !</w:t>
      </w:r>
    </w:p>
    <w:p w14:paraId="12918828" w14:textId="377F50AE" w:rsidR="006F1ADB" w:rsidRDefault="005A3479" w:rsidP="005A3479">
      <w:r>
        <w:t xml:space="preserve">Quand </w:t>
      </w:r>
      <w:r w:rsidR="006F1ADB">
        <w:t>M</w:t>
      </w:r>
      <w:r w:rsidR="006F1ADB" w:rsidRPr="006F1ADB">
        <w:rPr>
          <w:vertAlign w:val="superscript"/>
        </w:rPr>
        <w:t>rs</w:t>
      </w:r>
      <w:r w:rsidR="006F1ADB">
        <w:t> </w:t>
      </w:r>
      <w:proofErr w:type="spellStart"/>
      <w:r>
        <w:t>Edlin</w:t>
      </w:r>
      <w:proofErr w:type="spellEnd"/>
      <w:r>
        <w:t xml:space="preserve"> fut rentrée à son cottage</w:t>
      </w:r>
      <w:r w:rsidR="006F1ADB">
        <w:t xml:space="preserve">, </w:t>
      </w:r>
      <w:proofErr w:type="spellStart"/>
      <w:r>
        <w:t>Phillotson</w:t>
      </w:r>
      <w:proofErr w:type="spellEnd"/>
      <w:r>
        <w:t xml:space="preserve"> dit d</w:t>
      </w:r>
      <w:r w:rsidR="006F1ADB">
        <w:t>’</w:t>
      </w:r>
      <w:r>
        <w:t>un air sombre</w:t>
      </w:r>
      <w:r w:rsidR="006F1ADB">
        <w:t> :</w:t>
      </w:r>
    </w:p>
    <w:p w14:paraId="36C9DB0F" w14:textId="77777777" w:rsidR="006F1ADB" w:rsidRDefault="006F1ADB" w:rsidP="005A3479">
      <w:r>
        <w:t>— </w:t>
      </w:r>
      <w:r w:rsidR="005A3479">
        <w:t>Je ne sais pas si je dois faire cela</w:t>
      </w:r>
      <w:r>
        <w:t xml:space="preserve">, </w:t>
      </w:r>
      <w:r w:rsidR="005A3479">
        <w:t>en tout cas si rapid</w:t>
      </w:r>
      <w:r w:rsidR="005A3479">
        <w:t>e</w:t>
      </w:r>
      <w:r w:rsidR="005A3479">
        <w:t>ment</w:t>
      </w:r>
      <w:r>
        <w:t>.</w:t>
      </w:r>
    </w:p>
    <w:p w14:paraId="1EFCDEF8" w14:textId="77777777" w:rsidR="006F1ADB" w:rsidRDefault="006F1ADB" w:rsidP="005A3479">
      <w:r>
        <w:t>— </w:t>
      </w:r>
      <w:r w:rsidR="005A3479">
        <w:t>Pourquoi</w:t>
      </w:r>
      <w:r>
        <w:t> ?</w:t>
      </w:r>
    </w:p>
    <w:p w14:paraId="0BB1B05E" w14:textId="77777777" w:rsidR="006F1ADB" w:rsidRDefault="006F1ADB" w:rsidP="005A3479">
      <w:r>
        <w:t>— </w:t>
      </w:r>
      <w:r w:rsidR="005A3479">
        <w:t>Si elle s</w:t>
      </w:r>
      <w:r>
        <w:t>’</w:t>
      </w:r>
      <w:r w:rsidR="005A3479">
        <w:t>y force vraiment contre son impulsion</w:t>
      </w:r>
      <w:r>
        <w:t xml:space="preserve">, </w:t>
      </w:r>
      <w:r w:rsidR="005A3479">
        <w:t>simpl</w:t>
      </w:r>
      <w:r w:rsidR="005A3479">
        <w:t>e</w:t>
      </w:r>
      <w:r w:rsidR="005A3479">
        <w:t>ment d</w:t>
      </w:r>
      <w:r>
        <w:t>’</w:t>
      </w:r>
      <w:r w:rsidR="005A3479">
        <w:t>après ce sentiment nouveau du devoir ou de la religion</w:t>
      </w:r>
      <w:r>
        <w:t xml:space="preserve">, </w:t>
      </w:r>
      <w:r w:rsidR="005A3479">
        <w:t>je devrais peut-être la laisser attendre un peu</w:t>
      </w:r>
      <w:r>
        <w:t>.</w:t>
      </w:r>
    </w:p>
    <w:p w14:paraId="1AC74532" w14:textId="77777777" w:rsidR="006F1ADB" w:rsidRDefault="006F1ADB" w:rsidP="005A3479">
      <w:r>
        <w:t>— </w:t>
      </w:r>
      <w:r w:rsidR="005A3479">
        <w:t>Vous êtes aujourd</w:t>
      </w:r>
      <w:r>
        <w:t>’</w:t>
      </w:r>
      <w:r w:rsidR="005A3479">
        <w:t>hui trop avancé pour reculer</w:t>
      </w:r>
      <w:r>
        <w:t xml:space="preserve">. </w:t>
      </w:r>
      <w:r w:rsidR="005A3479">
        <w:t>Voilà mon avis</w:t>
      </w:r>
      <w:r>
        <w:t>.</w:t>
      </w:r>
    </w:p>
    <w:p w14:paraId="13D634D6" w14:textId="77777777" w:rsidR="006F1ADB" w:rsidRDefault="006F1ADB" w:rsidP="005A3479">
      <w:r>
        <w:t>— </w:t>
      </w:r>
      <w:r w:rsidR="005A3479">
        <w:t>Il ne m</w:t>
      </w:r>
      <w:r>
        <w:t>’</w:t>
      </w:r>
      <w:r w:rsidR="005A3479">
        <w:t>est guère possible de différer cela maintenant</w:t>
      </w:r>
      <w:r>
        <w:t xml:space="preserve">, </w:t>
      </w:r>
      <w:r w:rsidR="005A3479">
        <w:t>c</w:t>
      </w:r>
      <w:r>
        <w:t>’</w:t>
      </w:r>
      <w:r w:rsidR="005A3479">
        <w:t>est vrai</w:t>
      </w:r>
      <w:r>
        <w:t xml:space="preserve">. </w:t>
      </w:r>
      <w:r w:rsidR="005A3479">
        <w:t>Mais j</w:t>
      </w:r>
      <w:r>
        <w:t>’</w:t>
      </w:r>
      <w:r w:rsidR="005A3479">
        <w:t>ai eu un scrupule quand elle a poussé ce petit cri à la vue de la dispense</w:t>
      </w:r>
      <w:r>
        <w:t>.</w:t>
      </w:r>
    </w:p>
    <w:p w14:paraId="21BF6B50" w14:textId="77777777" w:rsidR="006F1ADB" w:rsidRDefault="006F1ADB" w:rsidP="005A3479">
      <w:r>
        <w:lastRenderedPageBreak/>
        <w:t>— </w:t>
      </w:r>
      <w:r w:rsidR="005A3479">
        <w:t>Désormais</w:t>
      </w:r>
      <w:r>
        <w:t xml:space="preserve">, </w:t>
      </w:r>
      <w:r w:rsidR="005A3479">
        <w:t>n</w:t>
      </w:r>
      <w:r>
        <w:t>’</w:t>
      </w:r>
      <w:r w:rsidR="005A3479">
        <w:t>ayez jamais de scrupules</w:t>
      </w:r>
      <w:r>
        <w:t xml:space="preserve">, </w:t>
      </w:r>
      <w:r w:rsidR="005A3479">
        <w:t>mon vieux</w:t>
      </w:r>
      <w:r>
        <w:t xml:space="preserve">. </w:t>
      </w:r>
      <w:r w:rsidR="005A3479">
        <w:t>Il est entendu que désormais je vous la donne et que vous la prenez</w:t>
      </w:r>
      <w:r>
        <w:t xml:space="preserve">. </w:t>
      </w:r>
      <w:r w:rsidR="005A3479">
        <w:t>J</w:t>
      </w:r>
      <w:r>
        <w:t>’</w:t>
      </w:r>
      <w:r w:rsidR="005A3479">
        <w:t>ai toujours eu sur la conscience de ne pas vous avoir combattu davantage quand vous l</w:t>
      </w:r>
      <w:r>
        <w:t>’</w:t>
      </w:r>
      <w:r w:rsidR="005A3479">
        <w:t>avez laissée partir et</w:t>
      </w:r>
      <w:r>
        <w:t xml:space="preserve">, </w:t>
      </w:r>
      <w:r w:rsidR="005A3479">
        <w:t>aujourd</w:t>
      </w:r>
      <w:r>
        <w:t>’</w:t>
      </w:r>
      <w:r w:rsidR="005A3479">
        <w:t>hui que nous en sommes là</w:t>
      </w:r>
      <w:r>
        <w:t xml:space="preserve">, </w:t>
      </w:r>
      <w:r w:rsidR="005A3479">
        <w:t>je ne serai pas content que je ne vous aie a</w:t>
      </w:r>
      <w:r w:rsidR="005A3479">
        <w:t>i</w:t>
      </w:r>
      <w:r w:rsidR="005A3479">
        <w:t>dé à remettre les choses en place</w:t>
      </w:r>
      <w:r>
        <w:t>.</w:t>
      </w:r>
    </w:p>
    <w:p w14:paraId="4685D025" w14:textId="77777777" w:rsidR="006F1ADB" w:rsidRDefault="005A3479" w:rsidP="005A3479">
      <w:proofErr w:type="spellStart"/>
      <w:r>
        <w:t>Phillotson</w:t>
      </w:r>
      <w:proofErr w:type="spellEnd"/>
      <w:r>
        <w:t xml:space="preserve"> fit un signe d</w:t>
      </w:r>
      <w:r w:rsidR="006F1ADB">
        <w:t>’</w:t>
      </w:r>
      <w:r>
        <w:t>assentiment</w:t>
      </w:r>
      <w:r w:rsidR="006F1ADB">
        <w:t xml:space="preserve">, </w:t>
      </w:r>
      <w:r>
        <w:t>et</w:t>
      </w:r>
      <w:r w:rsidR="006F1ADB">
        <w:t xml:space="preserve">, </w:t>
      </w:r>
      <w:r>
        <w:t>voyant combien son ami était ferme</w:t>
      </w:r>
      <w:r w:rsidR="006F1ADB">
        <w:t xml:space="preserve">, </w:t>
      </w:r>
      <w:r>
        <w:t>devint plus franc</w:t>
      </w:r>
      <w:r w:rsidR="006F1ADB">
        <w:t>.</w:t>
      </w:r>
    </w:p>
    <w:p w14:paraId="0689CFA4" w14:textId="77777777" w:rsidR="006F1ADB" w:rsidRDefault="006F1ADB" w:rsidP="005A3479">
      <w:r>
        <w:t>— </w:t>
      </w:r>
      <w:r w:rsidR="005A3479">
        <w:t>Nul doute qu</w:t>
      </w:r>
      <w:r>
        <w:t>’</w:t>
      </w:r>
      <w:r w:rsidR="005A3479">
        <w:t>en apprenant ce que j</w:t>
      </w:r>
      <w:r>
        <w:t>’</w:t>
      </w:r>
      <w:r w:rsidR="005A3479">
        <w:t>ai fait</w:t>
      </w:r>
      <w:r>
        <w:t xml:space="preserve">, </w:t>
      </w:r>
      <w:r w:rsidR="005A3479">
        <w:t>beaucoup de gens ne me prêtent une douce folie</w:t>
      </w:r>
      <w:r>
        <w:t xml:space="preserve">. </w:t>
      </w:r>
      <w:r w:rsidR="005A3479">
        <w:t>Mais ils ne connaissent pas Suzanne comme je la connais</w:t>
      </w:r>
      <w:r>
        <w:t xml:space="preserve">. </w:t>
      </w:r>
      <w:r w:rsidR="005A3479">
        <w:t>Elle a une nature si droite et si ouverte que je ne crois pas qu</w:t>
      </w:r>
      <w:r>
        <w:t>’</w:t>
      </w:r>
      <w:r w:rsidR="005A3479">
        <w:t>elle ait jamais fait quelque chose contre sa conscience</w:t>
      </w:r>
      <w:r>
        <w:t xml:space="preserve">. </w:t>
      </w:r>
      <w:r w:rsidR="005A3479">
        <w:t>Le fait d</w:t>
      </w:r>
      <w:r>
        <w:t>’</w:t>
      </w:r>
      <w:r w:rsidR="005A3479">
        <w:t>avoir vécu avec Fawley n</w:t>
      </w:r>
      <w:r>
        <w:t>’</w:t>
      </w:r>
      <w:r w:rsidR="005A3479">
        <w:t>est rien</w:t>
      </w:r>
      <w:r>
        <w:t xml:space="preserve">. </w:t>
      </w:r>
      <w:r w:rsidR="005A3479">
        <w:t>Au moment où elle me quitta pour lui</w:t>
      </w:r>
      <w:r>
        <w:t xml:space="preserve">, </w:t>
      </w:r>
      <w:r w:rsidR="005A3479">
        <w:t>elle pensait qu</w:t>
      </w:r>
      <w:r>
        <w:t>’</w:t>
      </w:r>
      <w:r w:rsidR="005A3479">
        <w:t>elle était tout à fait dans son droit</w:t>
      </w:r>
      <w:r>
        <w:t xml:space="preserve">. </w:t>
      </w:r>
      <w:r w:rsidR="005A3479">
        <w:t>Aujourd</w:t>
      </w:r>
      <w:r>
        <w:t>’</w:t>
      </w:r>
      <w:r w:rsidR="005A3479">
        <w:t>hui elle pense autrement</w:t>
      </w:r>
      <w:r>
        <w:t>.</w:t>
      </w:r>
    </w:p>
    <w:p w14:paraId="51583AB0" w14:textId="77777777" w:rsidR="006F1ADB" w:rsidRDefault="005A3479" w:rsidP="005A3479">
      <w:r>
        <w:t>Le matin du lendemain arriva</w:t>
      </w:r>
      <w:r w:rsidR="006F1ADB">
        <w:t xml:space="preserve">, </w:t>
      </w:r>
      <w:r>
        <w:t>et le sacrifice d</w:t>
      </w:r>
      <w:r w:rsidR="006F1ADB">
        <w:t>’</w:t>
      </w:r>
      <w:r>
        <w:t>elle-même que cette femme consentait sur l</w:t>
      </w:r>
      <w:r w:rsidR="006F1ADB">
        <w:t>’</w:t>
      </w:r>
      <w:r>
        <w:t>autel de ce qu</w:t>
      </w:r>
      <w:r w:rsidR="006F1ADB">
        <w:t>’</w:t>
      </w:r>
      <w:r>
        <w:t>il lui avait plu d</w:t>
      </w:r>
      <w:r w:rsidR="006F1ADB">
        <w:t>’</w:t>
      </w:r>
      <w:r>
        <w:t>appeler ses principes</w:t>
      </w:r>
      <w:r w:rsidR="006F1ADB">
        <w:t xml:space="preserve">, </w:t>
      </w:r>
      <w:r>
        <w:t>les deux amis y consentirent</w:t>
      </w:r>
      <w:r w:rsidR="006F1ADB">
        <w:t xml:space="preserve">, </w:t>
      </w:r>
      <w:r>
        <w:t>chacun à son point de vue</w:t>
      </w:r>
      <w:r w:rsidR="006F1ADB">
        <w:t xml:space="preserve">. </w:t>
      </w:r>
      <w:proofErr w:type="spellStart"/>
      <w:r>
        <w:t>Phillotson</w:t>
      </w:r>
      <w:proofErr w:type="spellEnd"/>
      <w:r>
        <w:t xml:space="preserve"> passa chez la veuve </w:t>
      </w:r>
      <w:proofErr w:type="spellStart"/>
      <w:r>
        <w:t>Edlin</w:t>
      </w:r>
      <w:proofErr w:type="spellEnd"/>
      <w:r>
        <w:t xml:space="preserve"> pour aller prendre Suzanne</w:t>
      </w:r>
      <w:r w:rsidR="006F1ADB">
        <w:t xml:space="preserve">, </w:t>
      </w:r>
      <w:r>
        <w:t>un peu après huit heures</w:t>
      </w:r>
      <w:r w:rsidR="006F1ADB">
        <w:t xml:space="preserve">. </w:t>
      </w:r>
      <w:r>
        <w:t>Le brouillard qui</w:t>
      </w:r>
      <w:r w:rsidR="006F1ADB">
        <w:t xml:space="preserve">, </w:t>
      </w:r>
      <w:r>
        <w:t>depuis un jour ou deux</w:t>
      </w:r>
      <w:r w:rsidR="006F1ADB">
        <w:t xml:space="preserve">, </w:t>
      </w:r>
      <w:r>
        <w:t>traînait sur le sol</w:t>
      </w:r>
      <w:r w:rsidR="006F1ADB">
        <w:t xml:space="preserve">, </w:t>
      </w:r>
      <w:r>
        <w:t>s</w:t>
      </w:r>
      <w:r w:rsidR="006F1ADB">
        <w:t>’</w:t>
      </w:r>
      <w:r>
        <w:t>était élevé maint</w:t>
      </w:r>
      <w:r>
        <w:t>e</w:t>
      </w:r>
      <w:r>
        <w:t>nant</w:t>
      </w:r>
      <w:r w:rsidR="006F1ADB">
        <w:t xml:space="preserve"> ; </w:t>
      </w:r>
      <w:r>
        <w:t>les arbres de la pelouse l</w:t>
      </w:r>
      <w:r w:rsidR="006F1ADB">
        <w:t>’</w:t>
      </w:r>
      <w:r>
        <w:t>accrochaient par brassées et en faisaient des averses de grosses gouttes</w:t>
      </w:r>
      <w:r w:rsidR="006F1ADB">
        <w:t xml:space="preserve">. </w:t>
      </w:r>
      <w:r>
        <w:t>La mariée attendait toute prête</w:t>
      </w:r>
      <w:r w:rsidR="006F1ADB">
        <w:t xml:space="preserve">. </w:t>
      </w:r>
      <w:r>
        <w:t>Elle n</w:t>
      </w:r>
      <w:r w:rsidR="006F1ADB">
        <w:t>’</w:t>
      </w:r>
      <w:r>
        <w:t>avait jamais été aussi pareille au lis que dans cette pâle lumière du matin</w:t>
      </w:r>
      <w:r w:rsidR="006F1ADB">
        <w:t xml:space="preserve">. </w:t>
      </w:r>
      <w:r>
        <w:t>Purifiée</w:t>
      </w:r>
      <w:r w:rsidR="006F1ADB">
        <w:t xml:space="preserve">, </w:t>
      </w:r>
      <w:r>
        <w:t>fatiguée du monde</w:t>
      </w:r>
      <w:r w:rsidR="006F1ADB">
        <w:t xml:space="preserve">, </w:t>
      </w:r>
      <w:r>
        <w:t>pleine de remords</w:t>
      </w:r>
      <w:r w:rsidR="006F1ADB">
        <w:t xml:space="preserve">, </w:t>
      </w:r>
      <w:r>
        <w:t>l</w:t>
      </w:r>
      <w:r w:rsidR="006F1ADB">
        <w:t>’</w:t>
      </w:r>
      <w:r>
        <w:t>effort de ses sens avait dévoré sa chair et ses os</w:t>
      </w:r>
      <w:r w:rsidR="006F1ADB">
        <w:t xml:space="preserve">, </w:t>
      </w:r>
      <w:r>
        <w:t>et elle apparaissait plus fine que jamais</w:t>
      </w:r>
      <w:r w:rsidR="006F1ADB">
        <w:t xml:space="preserve">, </w:t>
      </w:r>
      <w:r>
        <w:t>bien qu</w:t>
      </w:r>
      <w:r w:rsidR="006F1ADB">
        <w:t>’</w:t>
      </w:r>
      <w:r>
        <w:t>elle n</w:t>
      </w:r>
      <w:r w:rsidR="006F1ADB">
        <w:t>’</w:t>
      </w:r>
      <w:r>
        <w:t>eût pas été forte aux jours de sa plus robuste santé</w:t>
      </w:r>
      <w:r w:rsidR="006F1ADB">
        <w:t>.</w:t>
      </w:r>
    </w:p>
    <w:p w14:paraId="138A50DD" w14:textId="77777777" w:rsidR="006F1ADB" w:rsidRDefault="006F1ADB" w:rsidP="005A3479">
      <w:r>
        <w:t>— </w:t>
      </w:r>
      <w:r w:rsidR="005A3479">
        <w:t>Quel empressement</w:t>
      </w:r>
      <w:r>
        <w:t xml:space="preserve"> ! </w:t>
      </w:r>
      <w:r w:rsidR="005A3479">
        <w:t>dit le maître d</w:t>
      </w:r>
      <w:r>
        <w:t>’</w:t>
      </w:r>
      <w:r w:rsidR="005A3479">
        <w:t>école</w:t>
      </w:r>
      <w:r>
        <w:t xml:space="preserve">, </w:t>
      </w:r>
      <w:r w:rsidR="005A3479">
        <w:t>en lui prenant magnanimement la main</w:t>
      </w:r>
      <w:r>
        <w:t>.</w:t>
      </w:r>
    </w:p>
    <w:p w14:paraId="6C330ADF" w14:textId="77777777" w:rsidR="006F1ADB" w:rsidRDefault="005A3479" w:rsidP="005A3479">
      <w:r>
        <w:lastRenderedPageBreak/>
        <w:t>Mais il réprima son envie de l</w:t>
      </w:r>
      <w:r w:rsidR="006F1ADB">
        <w:t>’</w:t>
      </w:r>
      <w:r>
        <w:t>embrasser</w:t>
      </w:r>
      <w:r w:rsidR="006F1ADB">
        <w:t xml:space="preserve"> ; </w:t>
      </w:r>
      <w:r>
        <w:t>il se rappelait le petit tressaillement qu</w:t>
      </w:r>
      <w:r w:rsidR="006F1ADB">
        <w:t>’</w:t>
      </w:r>
      <w:r>
        <w:t>elle avait eu la veille et qu</w:t>
      </w:r>
      <w:r w:rsidR="006F1ADB">
        <w:t>’</w:t>
      </w:r>
      <w:r>
        <w:t>il ne pouvait chasser de sa pensée</w:t>
      </w:r>
      <w:r w:rsidR="006F1ADB">
        <w:t>.</w:t>
      </w:r>
    </w:p>
    <w:p w14:paraId="7606D735" w14:textId="77777777" w:rsidR="006F1ADB" w:rsidRDefault="005A3479" w:rsidP="005A3479">
      <w:r>
        <w:t>Gillingham les rejoignit et ils quittèrent la maison</w:t>
      </w:r>
      <w:r w:rsidR="006F1ADB">
        <w:t xml:space="preserve">, </w:t>
      </w:r>
      <w:r>
        <w:t xml:space="preserve">la veuve </w:t>
      </w:r>
      <w:proofErr w:type="spellStart"/>
      <w:r>
        <w:t>Edlin</w:t>
      </w:r>
      <w:proofErr w:type="spellEnd"/>
      <w:r>
        <w:t xml:space="preserve"> restant ferme dans son refus d</w:t>
      </w:r>
      <w:r w:rsidR="006F1ADB">
        <w:t>’</w:t>
      </w:r>
      <w:r>
        <w:t>assister à la cérémonie</w:t>
      </w:r>
      <w:r w:rsidR="006F1ADB">
        <w:t>.</w:t>
      </w:r>
    </w:p>
    <w:p w14:paraId="2FC4A8CD" w14:textId="77777777" w:rsidR="006F1ADB" w:rsidRDefault="006F1ADB" w:rsidP="005A3479">
      <w:r>
        <w:t>— </w:t>
      </w:r>
      <w:r w:rsidR="005A3479">
        <w:t>Où est l</w:t>
      </w:r>
      <w:r>
        <w:t>’</w:t>
      </w:r>
      <w:r w:rsidR="005A3479">
        <w:t>église</w:t>
      </w:r>
      <w:r>
        <w:t xml:space="preserve"> ? </w:t>
      </w:r>
      <w:r w:rsidR="005A3479">
        <w:t>dit Suzanne</w:t>
      </w:r>
      <w:r>
        <w:t>.</w:t>
      </w:r>
    </w:p>
    <w:p w14:paraId="7B08C0BB" w14:textId="77777777" w:rsidR="006F1ADB" w:rsidRDefault="005A3479" w:rsidP="005A3479">
      <w:r>
        <w:t>Elle n</w:t>
      </w:r>
      <w:r w:rsidR="006F1ADB">
        <w:t>’</w:t>
      </w:r>
      <w:r>
        <w:t>avait pas vécu dans le pays depuis la démolition de la vieille église</w:t>
      </w:r>
      <w:r w:rsidR="006F1ADB">
        <w:t xml:space="preserve">, </w:t>
      </w:r>
      <w:r>
        <w:t>et</w:t>
      </w:r>
      <w:r w:rsidR="006F1ADB">
        <w:t xml:space="preserve">, </w:t>
      </w:r>
      <w:r>
        <w:t>dans sa préoccupation</w:t>
      </w:r>
      <w:r w:rsidR="006F1ADB">
        <w:t xml:space="preserve">, </w:t>
      </w:r>
      <w:r>
        <w:t>elle oubliait où était la nouvelle</w:t>
      </w:r>
      <w:r w:rsidR="006F1ADB">
        <w:t>.</w:t>
      </w:r>
    </w:p>
    <w:p w14:paraId="5F6ABF3C" w14:textId="77777777" w:rsidR="006F1ADB" w:rsidRDefault="006F1ADB" w:rsidP="005A3479">
      <w:r>
        <w:t>— </w:t>
      </w:r>
      <w:r w:rsidR="005A3479">
        <w:t>La voici</w:t>
      </w:r>
      <w:r>
        <w:t xml:space="preserve">, </w:t>
      </w:r>
      <w:r w:rsidR="005A3479">
        <w:t>un peu plus haut</w:t>
      </w:r>
      <w:r>
        <w:t xml:space="preserve">, </w:t>
      </w:r>
      <w:r w:rsidR="005A3479">
        <w:t xml:space="preserve">dit </w:t>
      </w:r>
      <w:proofErr w:type="spellStart"/>
      <w:r w:rsidR="005A3479">
        <w:t>Phillotson</w:t>
      </w:r>
      <w:proofErr w:type="spellEnd"/>
      <w:r>
        <w:t>.</w:t>
      </w:r>
    </w:p>
    <w:p w14:paraId="6F7FFAF5" w14:textId="77777777" w:rsidR="006F1ADB" w:rsidRDefault="005A3479" w:rsidP="005A3479">
      <w:r>
        <w:t>Le clocher se dessinait vaguement dans le brouillard</w:t>
      </w:r>
      <w:r w:rsidR="006F1ADB">
        <w:t xml:space="preserve">, </w:t>
      </w:r>
      <w:r>
        <w:t>lourd et solennel</w:t>
      </w:r>
      <w:r w:rsidR="006F1ADB">
        <w:t xml:space="preserve">. </w:t>
      </w:r>
      <w:r>
        <w:t>Le vicaire s</w:t>
      </w:r>
      <w:r w:rsidR="006F1ADB">
        <w:t>’</w:t>
      </w:r>
      <w:r>
        <w:t>était déjà rendu à l</w:t>
      </w:r>
      <w:r w:rsidR="006F1ADB">
        <w:t>’</w:t>
      </w:r>
      <w:r>
        <w:t>édifice et</w:t>
      </w:r>
      <w:r w:rsidR="006F1ADB">
        <w:t xml:space="preserve">, </w:t>
      </w:r>
      <w:r>
        <w:t>quand ils entrèrent</w:t>
      </w:r>
      <w:r w:rsidR="006F1ADB">
        <w:t xml:space="preserve">, </w:t>
      </w:r>
      <w:r>
        <w:t>il dit plaisamment</w:t>
      </w:r>
      <w:r w:rsidR="006F1ADB">
        <w:t> :</w:t>
      </w:r>
    </w:p>
    <w:p w14:paraId="65B85D7C" w14:textId="77777777" w:rsidR="006F1ADB" w:rsidRDefault="006F1ADB" w:rsidP="005A3479">
      <w:r>
        <w:t>— </w:t>
      </w:r>
      <w:r w:rsidR="005A3479">
        <w:t>Nous avons presque besoin de bougies</w:t>
      </w:r>
      <w:r>
        <w:t>.</w:t>
      </w:r>
    </w:p>
    <w:p w14:paraId="0176C1AE" w14:textId="77777777" w:rsidR="006F1ADB" w:rsidRDefault="006F1ADB" w:rsidP="005A3479">
      <w:r>
        <w:t>— </w:t>
      </w:r>
      <w:r w:rsidR="005A3479">
        <w:t>Vous désirez</w:t>
      </w:r>
      <w:r>
        <w:t xml:space="preserve">… </w:t>
      </w:r>
      <w:r w:rsidR="005A3479">
        <w:t>vraiment</w:t>
      </w:r>
      <w:r>
        <w:t xml:space="preserve">… </w:t>
      </w:r>
      <w:r w:rsidR="005A3479">
        <w:t>que je sois vôtre</w:t>
      </w:r>
      <w:r>
        <w:t xml:space="preserve">, </w:t>
      </w:r>
      <w:r w:rsidR="005A3479">
        <w:t>Richard</w:t>
      </w:r>
      <w:r>
        <w:t xml:space="preserve"> ? </w:t>
      </w:r>
      <w:r w:rsidR="005A3479">
        <w:t>murmura tout bas Suzanne avec effort</w:t>
      </w:r>
      <w:r>
        <w:t>.</w:t>
      </w:r>
    </w:p>
    <w:p w14:paraId="08DD8553" w14:textId="77777777" w:rsidR="006F1ADB" w:rsidRDefault="006F1ADB" w:rsidP="005A3479">
      <w:r>
        <w:t>— </w:t>
      </w:r>
      <w:r w:rsidR="005A3479">
        <w:t>Certainement</w:t>
      </w:r>
      <w:r>
        <w:t xml:space="preserve">, </w:t>
      </w:r>
      <w:r w:rsidR="005A3479">
        <w:t>chère</w:t>
      </w:r>
      <w:r>
        <w:t xml:space="preserve"> ; </w:t>
      </w:r>
      <w:r w:rsidR="005A3479">
        <w:t>par-dessus toutes choses au monde</w:t>
      </w:r>
      <w:r>
        <w:t>.</w:t>
      </w:r>
    </w:p>
    <w:p w14:paraId="6B5D6D3C" w14:textId="77777777" w:rsidR="006F1ADB" w:rsidRDefault="005A3479" w:rsidP="005A3479">
      <w:r>
        <w:t>Suzanne n</w:t>
      </w:r>
      <w:r w:rsidR="006F1ADB">
        <w:t>’</w:t>
      </w:r>
      <w:r>
        <w:t>ajouta pas un mot</w:t>
      </w:r>
      <w:r w:rsidR="006F1ADB">
        <w:t xml:space="preserve"> ; </w:t>
      </w:r>
      <w:r>
        <w:t>et</w:t>
      </w:r>
      <w:r w:rsidR="006F1ADB">
        <w:t xml:space="preserve">, </w:t>
      </w:r>
      <w:r>
        <w:t>pour la seconde ou la troisième fois</w:t>
      </w:r>
      <w:r w:rsidR="006F1ADB">
        <w:t xml:space="preserve">, </w:t>
      </w:r>
      <w:r>
        <w:t>il sentit qu</w:t>
      </w:r>
      <w:r w:rsidR="006F1ADB">
        <w:t>’</w:t>
      </w:r>
      <w:r>
        <w:t>il ne suivait pas l</w:t>
      </w:r>
      <w:r w:rsidR="006F1ADB">
        <w:t>’</w:t>
      </w:r>
      <w:r>
        <w:t>instinct d</w:t>
      </w:r>
      <w:r w:rsidR="006F1ADB">
        <w:t>’</w:t>
      </w:r>
      <w:r>
        <w:t>humanité qui l</w:t>
      </w:r>
      <w:r w:rsidR="006F1ADB">
        <w:t>’</w:t>
      </w:r>
      <w:r>
        <w:t>avait poussé à la laisser partir</w:t>
      </w:r>
      <w:r w:rsidR="006F1ADB">
        <w:t>.</w:t>
      </w:r>
    </w:p>
    <w:p w14:paraId="4C21E8E3" w14:textId="77777777" w:rsidR="006F1ADB" w:rsidRDefault="005A3479" w:rsidP="005A3479">
      <w:r>
        <w:t>Ils se tenaient là</w:t>
      </w:r>
      <w:r w:rsidR="006F1ADB">
        <w:t xml:space="preserve">, </w:t>
      </w:r>
      <w:r>
        <w:t>tous les cinq</w:t>
      </w:r>
      <w:r w:rsidR="006F1ADB">
        <w:t xml:space="preserve"> : </w:t>
      </w:r>
      <w:r>
        <w:t>le ministre</w:t>
      </w:r>
      <w:r w:rsidR="006F1ADB">
        <w:t xml:space="preserve">, </w:t>
      </w:r>
      <w:r>
        <w:t>le clerc</w:t>
      </w:r>
      <w:r w:rsidR="006F1ADB">
        <w:t xml:space="preserve">, </w:t>
      </w:r>
      <w:r>
        <w:t>le couple et Gillingham</w:t>
      </w:r>
      <w:r w:rsidR="006F1ADB">
        <w:t xml:space="preserve"> ; </w:t>
      </w:r>
      <w:r>
        <w:t>et le rite sacré fut aussitôt célébré une s</w:t>
      </w:r>
      <w:r>
        <w:t>e</w:t>
      </w:r>
      <w:r>
        <w:t>conde fois</w:t>
      </w:r>
      <w:r w:rsidR="006F1ADB">
        <w:t xml:space="preserve">. </w:t>
      </w:r>
      <w:r>
        <w:t>Dans la nef</w:t>
      </w:r>
      <w:r w:rsidR="006F1ADB">
        <w:t xml:space="preserve">, </w:t>
      </w:r>
      <w:r>
        <w:t>il y avait deux ou trois villageois</w:t>
      </w:r>
      <w:r w:rsidR="006F1ADB">
        <w:t xml:space="preserve">, </w:t>
      </w:r>
      <w:r>
        <w:t>et quand le clergyman arriva aux mots</w:t>
      </w:r>
      <w:r w:rsidR="006F1ADB">
        <w:t> : « </w:t>
      </w:r>
      <w:r>
        <w:t>Ce que Dieu a uni</w:t>
      </w:r>
      <w:r w:rsidR="006F1ADB">
        <w:t>… »</w:t>
      </w:r>
      <w:r>
        <w:t xml:space="preserve"> on entendit parmi eux une voix de femme dire tout haut</w:t>
      </w:r>
      <w:r w:rsidR="006F1ADB">
        <w:t> :</w:t>
      </w:r>
    </w:p>
    <w:p w14:paraId="5A98FC8F" w14:textId="7A3486BD" w:rsidR="005A3479" w:rsidRDefault="006F1ADB" w:rsidP="005A3479">
      <w:r>
        <w:lastRenderedPageBreak/>
        <w:t>« </w:t>
      </w:r>
      <w:r w:rsidR="005A3479">
        <w:t>Dieu les a unis en vérité</w:t>
      </w:r>
      <w:r>
        <w:t> ! »</w:t>
      </w:r>
    </w:p>
    <w:p w14:paraId="3A1DD177" w14:textId="501F17EB" w:rsidR="005A3479" w:rsidRDefault="005A3479" w:rsidP="005A3479">
      <w:pPr>
        <w:rPr>
          <w:i/>
        </w:rPr>
      </w:pPr>
      <w:r>
        <w:t>C</w:t>
      </w:r>
      <w:r w:rsidR="006F1ADB">
        <w:t>’</w:t>
      </w:r>
      <w:r>
        <w:t xml:space="preserve">était comme si les fantômes de leurs anciens </w:t>
      </w:r>
      <w:r>
        <w:rPr>
          <w:i/>
        </w:rPr>
        <w:t xml:space="preserve">moi </w:t>
      </w:r>
      <w:r>
        <w:t xml:space="preserve">avaient promulgué de nouveau le pacte de la scène analogue qui avait eu lieu à </w:t>
      </w:r>
      <w:proofErr w:type="spellStart"/>
      <w:r>
        <w:t>Melchester</w:t>
      </w:r>
      <w:proofErr w:type="spellEnd"/>
      <w:r>
        <w:t xml:space="preserve"> des années avant</w:t>
      </w:r>
      <w:r w:rsidR="006F1ADB">
        <w:t xml:space="preserve">. </w:t>
      </w:r>
      <w:r>
        <w:t>Quand les registres f</w:t>
      </w:r>
      <w:r>
        <w:t>u</w:t>
      </w:r>
      <w:r>
        <w:t>rent signés</w:t>
      </w:r>
      <w:r w:rsidR="006F1ADB">
        <w:t xml:space="preserve">, </w:t>
      </w:r>
      <w:r>
        <w:t>le vicaire félicita le mari et la femme d</w:t>
      </w:r>
      <w:r w:rsidR="006F1ADB">
        <w:t>’</w:t>
      </w:r>
      <w:r>
        <w:t>avoir acco</w:t>
      </w:r>
      <w:r>
        <w:t>m</w:t>
      </w:r>
      <w:r>
        <w:t>pli un acte noble et juste de pardon mutuel</w:t>
      </w:r>
      <w:r w:rsidR="006F1ADB">
        <w:t>. « </w:t>
      </w:r>
      <w:r>
        <w:t>Tout est bien qui finit bien</w:t>
      </w:r>
      <w:r w:rsidR="006F1ADB">
        <w:t xml:space="preserve">, </w:t>
      </w:r>
      <w:r>
        <w:t>dit-il en souriant</w:t>
      </w:r>
      <w:r w:rsidR="006F1ADB">
        <w:t xml:space="preserve">. </w:t>
      </w:r>
      <w:r>
        <w:t>Puissiez-vous longtemps être he</w:t>
      </w:r>
      <w:r>
        <w:t>u</w:t>
      </w:r>
      <w:r>
        <w:t xml:space="preserve">reux ensemble après avoir été ainsi </w:t>
      </w:r>
      <w:r>
        <w:rPr>
          <w:i/>
        </w:rPr>
        <w:t>sauvés du feu</w:t>
      </w:r>
      <w:r w:rsidR="006F1ADB">
        <w:rPr>
          <w:i/>
        </w:rPr>
        <w:t>. »</w:t>
      </w:r>
    </w:p>
    <w:p w14:paraId="550BE640" w14:textId="77777777" w:rsidR="006F1ADB" w:rsidRDefault="005A3479" w:rsidP="005A3479">
      <w:r>
        <w:t>Ils descendirent de l</w:t>
      </w:r>
      <w:r w:rsidR="006F1ADB">
        <w:t>’</w:t>
      </w:r>
      <w:r>
        <w:t>église presque vide et passèrent à la maison d</w:t>
      </w:r>
      <w:r w:rsidR="006F1ADB">
        <w:t>’</w:t>
      </w:r>
      <w:r>
        <w:t>école</w:t>
      </w:r>
      <w:r w:rsidR="006F1ADB">
        <w:t xml:space="preserve">. </w:t>
      </w:r>
      <w:r>
        <w:t>Gillingham avait besoin d</w:t>
      </w:r>
      <w:r w:rsidR="006F1ADB">
        <w:t>’</w:t>
      </w:r>
      <w:r>
        <w:t>être chez lui cette nuit et il les quitta de bonne heure</w:t>
      </w:r>
      <w:r w:rsidR="006F1ADB">
        <w:t xml:space="preserve">. </w:t>
      </w:r>
      <w:r>
        <w:t>Lui aussi</w:t>
      </w:r>
      <w:r w:rsidR="006F1ADB">
        <w:t xml:space="preserve">, </w:t>
      </w:r>
      <w:r>
        <w:t>il félicita le couple</w:t>
      </w:r>
      <w:r w:rsidR="006F1ADB">
        <w:t>.</w:t>
      </w:r>
    </w:p>
    <w:p w14:paraId="72CF083F" w14:textId="77777777" w:rsidR="006F1ADB" w:rsidRDefault="006F1ADB" w:rsidP="005A3479">
      <w:r>
        <w:t>— </w:t>
      </w:r>
      <w:r w:rsidR="005A3479">
        <w:t>Maintenant</w:t>
      </w:r>
      <w:r>
        <w:t xml:space="preserve">, </w:t>
      </w:r>
      <w:r w:rsidR="005A3479">
        <w:t>dit-il</w:t>
      </w:r>
      <w:r>
        <w:t xml:space="preserve">, </w:t>
      </w:r>
      <w:r w:rsidR="005A3479">
        <w:t xml:space="preserve">en se séparant de </w:t>
      </w:r>
      <w:proofErr w:type="spellStart"/>
      <w:r w:rsidR="005A3479">
        <w:t>Phillotson</w:t>
      </w:r>
      <w:proofErr w:type="spellEnd"/>
      <w:r w:rsidR="005A3479">
        <w:t xml:space="preserve"> qui l</w:t>
      </w:r>
      <w:r>
        <w:t>’</w:t>
      </w:r>
      <w:r w:rsidR="005A3479">
        <w:t>avait accompagné un bout de chemin</w:t>
      </w:r>
      <w:r>
        <w:t xml:space="preserve">, </w:t>
      </w:r>
      <w:r w:rsidR="005A3479">
        <w:t>je serai à même de raconter aux gens de chez vous une bonne histoire</w:t>
      </w:r>
      <w:r>
        <w:t xml:space="preserve">, </w:t>
      </w:r>
      <w:r w:rsidR="005A3479">
        <w:t xml:space="preserve">et ils diront </w:t>
      </w:r>
      <w:r>
        <w:t>« </w:t>
      </w:r>
      <w:r w:rsidR="005A3479">
        <w:t>bien fait</w:t>
      </w:r>
      <w:r>
        <w:t xml:space="preserve"> », </w:t>
      </w:r>
      <w:r w:rsidR="005A3479">
        <w:t>soyez-en sûr</w:t>
      </w:r>
      <w:r>
        <w:t>.</w:t>
      </w:r>
    </w:p>
    <w:p w14:paraId="391FBF62" w14:textId="77777777" w:rsidR="006F1ADB" w:rsidRDefault="005A3479" w:rsidP="005A3479">
      <w:r>
        <w:t>Quand le maître d</w:t>
      </w:r>
      <w:r w:rsidR="006F1ADB">
        <w:t>’</w:t>
      </w:r>
      <w:r>
        <w:t>école revint</w:t>
      </w:r>
      <w:r w:rsidR="006F1ADB">
        <w:t xml:space="preserve">, </w:t>
      </w:r>
      <w:r>
        <w:t>Suzanne essayait de s</w:t>
      </w:r>
      <w:r w:rsidR="006F1ADB">
        <w:t>’</w:t>
      </w:r>
      <w:r>
        <w:t>occuper un peu au ménage</w:t>
      </w:r>
      <w:r w:rsidR="006F1ADB">
        <w:t xml:space="preserve">, </w:t>
      </w:r>
      <w:r>
        <w:t>comme si elle vivait là</w:t>
      </w:r>
      <w:r w:rsidR="006F1ADB">
        <w:t xml:space="preserve">. </w:t>
      </w:r>
      <w:r>
        <w:t>Mais elle parut intimidée à son approche</w:t>
      </w:r>
      <w:r w:rsidR="006F1ADB">
        <w:t>.</w:t>
      </w:r>
    </w:p>
    <w:p w14:paraId="55339EEC" w14:textId="77777777" w:rsidR="006F1ADB" w:rsidRDefault="006F1ADB" w:rsidP="005A3479">
      <w:r>
        <w:t>— </w:t>
      </w:r>
      <w:r w:rsidR="005A3479">
        <w:t>Naturellement</w:t>
      </w:r>
      <w:r>
        <w:t xml:space="preserve">, </w:t>
      </w:r>
      <w:r w:rsidR="005A3479">
        <w:t>chère</w:t>
      </w:r>
      <w:r>
        <w:t xml:space="preserve">, </w:t>
      </w:r>
      <w:r w:rsidR="005A3479">
        <w:t>je n</w:t>
      </w:r>
      <w:r>
        <w:t>’</w:t>
      </w:r>
      <w:r w:rsidR="005A3479">
        <w:t>ai point le dessein de forcer votre vie intime</w:t>
      </w:r>
      <w:r>
        <w:t xml:space="preserve">, </w:t>
      </w:r>
      <w:r w:rsidR="005A3479">
        <w:t>pas plus que je ne le fis auparavant</w:t>
      </w:r>
      <w:r>
        <w:t xml:space="preserve">, </w:t>
      </w:r>
      <w:r w:rsidR="005A3479">
        <w:t>dit-il gr</w:t>
      </w:r>
      <w:r w:rsidR="005A3479">
        <w:t>a</w:t>
      </w:r>
      <w:r w:rsidR="005A3479">
        <w:t>vement</w:t>
      </w:r>
      <w:r>
        <w:t xml:space="preserve">. </w:t>
      </w:r>
      <w:r w:rsidR="005A3479">
        <w:t>Il est de notre bien social d</w:t>
      </w:r>
      <w:r>
        <w:t>’</w:t>
      </w:r>
      <w:r w:rsidR="005A3479">
        <w:t>agir ainsi</w:t>
      </w:r>
      <w:r>
        <w:t xml:space="preserve">, </w:t>
      </w:r>
      <w:r w:rsidR="005A3479">
        <w:t>et c</w:t>
      </w:r>
      <w:r>
        <w:t>’</w:t>
      </w:r>
      <w:r w:rsidR="005A3479">
        <w:t>est la justif</w:t>
      </w:r>
      <w:r w:rsidR="005A3479">
        <w:t>i</w:t>
      </w:r>
      <w:r w:rsidR="005A3479">
        <w:t>cation de cet acte</w:t>
      </w:r>
      <w:r>
        <w:t xml:space="preserve">, </w:t>
      </w:r>
      <w:r w:rsidR="005A3479">
        <w:t>si ce n</w:t>
      </w:r>
      <w:r>
        <w:t>’</w:t>
      </w:r>
      <w:r w:rsidR="005A3479">
        <w:t>en fut pas pour moi la raison</w:t>
      </w:r>
      <w:r>
        <w:t>.</w:t>
      </w:r>
    </w:p>
    <w:p w14:paraId="05ECCE5D" w14:textId="77777777" w:rsidR="006F1ADB" w:rsidRDefault="005A3479" w:rsidP="005A3479">
      <w:r>
        <w:t>Suzanne s</w:t>
      </w:r>
      <w:r w:rsidR="006F1ADB">
        <w:t>’</w:t>
      </w:r>
      <w:r>
        <w:t>éclaira un peu</w:t>
      </w:r>
      <w:r w:rsidR="006F1ADB">
        <w:t>.</w:t>
      </w:r>
    </w:p>
    <w:p w14:paraId="2D3F922F" w14:textId="38649675" w:rsidR="005A3479" w:rsidRDefault="005A3479" w:rsidP="006F1ADB">
      <w:pPr>
        <w:pStyle w:val="Titre2"/>
      </w:pPr>
      <w:bookmarkStart w:id="95" w:name="__RefHeading__97_1957917597"/>
      <w:bookmarkStart w:id="96" w:name="_Toc202369663"/>
      <w:bookmarkEnd w:id="95"/>
      <w:r>
        <w:lastRenderedPageBreak/>
        <w:t>VI</w:t>
      </w:r>
      <w:bookmarkEnd w:id="96"/>
    </w:p>
    <w:p w14:paraId="16166436" w14:textId="77777777" w:rsidR="006F1ADB" w:rsidRDefault="005A3479" w:rsidP="005A3479">
      <w:r>
        <w:t xml:space="preserve">La scène se passe à la porte du logement garni que Jude avait loué dans un faubourg de </w:t>
      </w:r>
      <w:proofErr w:type="spellStart"/>
      <w:r>
        <w:t>Christminster</w:t>
      </w:r>
      <w:proofErr w:type="spellEnd"/>
      <w:r w:rsidR="006F1ADB">
        <w:t xml:space="preserve">, </w:t>
      </w:r>
      <w:r>
        <w:t>loin de ce qua</w:t>
      </w:r>
      <w:r>
        <w:t>r</w:t>
      </w:r>
      <w:r>
        <w:t>tier de Saint-Silas où il avait vécu d</w:t>
      </w:r>
      <w:r w:rsidR="006F1ADB">
        <w:t>’</w:t>
      </w:r>
      <w:r>
        <w:t>abord et qui l</w:t>
      </w:r>
      <w:r w:rsidR="006F1ADB">
        <w:t>’</w:t>
      </w:r>
      <w:r>
        <w:t>attristait jusqu</w:t>
      </w:r>
      <w:r w:rsidR="006F1ADB">
        <w:t>’</w:t>
      </w:r>
      <w:r>
        <w:t>à le rendre malade</w:t>
      </w:r>
      <w:r w:rsidR="006F1ADB">
        <w:t xml:space="preserve">. </w:t>
      </w:r>
      <w:r>
        <w:t>La pluie tombait</w:t>
      </w:r>
      <w:r w:rsidR="006F1ADB">
        <w:t xml:space="preserve">. </w:t>
      </w:r>
      <w:r>
        <w:t>Une femme</w:t>
      </w:r>
      <w:r w:rsidR="006F1ADB">
        <w:t xml:space="preserve">, </w:t>
      </w:r>
      <w:r>
        <w:t>misér</w:t>
      </w:r>
      <w:r>
        <w:t>a</w:t>
      </w:r>
      <w:r>
        <w:t>blement vêtue de noir</w:t>
      </w:r>
      <w:r w:rsidR="006F1ADB">
        <w:t xml:space="preserve">, </w:t>
      </w:r>
      <w:r>
        <w:t>se tenait sur le seuil</w:t>
      </w:r>
      <w:r w:rsidR="006F1ADB">
        <w:t xml:space="preserve">, </w:t>
      </w:r>
      <w:r>
        <w:t>parlant à Jude qui retenait la porte dans sa main</w:t>
      </w:r>
      <w:r w:rsidR="006F1ADB">
        <w:t>.</w:t>
      </w:r>
    </w:p>
    <w:p w14:paraId="0530F5FD" w14:textId="77777777" w:rsidR="006F1ADB" w:rsidRDefault="006F1ADB" w:rsidP="005A3479">
      <w:r>
        <w:t>— </w:t>
      </w:r>
      <w:r w:rsidR="005A3479">
        <w:t>Je suis seule</w:t>
      </w:r>
      <w:r>
        <w:t xml:space="preserve">, </w:t>
      </w:r>
      <w:r w:rsidR="005A3479">
        <w:t>dénuée de tout</w:t>
      </w:r>
      <w:r>
        <w:t xml:space="preserve">, </w:t>
      </w:r>
      <w:r w:rsidR="005A3479">
        <w:t>sans logis</w:t>
      </w:r>
      <w:r>
        <w:t xml:space="preserve"> ; </w:t>
      </w:r>
      <w:r w:rsidR="005A3479">
        <w:t>voilà ce que je suis</w:t>
      </w:r>
      <w:r>
        <w:t xml:space="preserve">. </w:t>
      </w:r>
      <w:r w:rsidR="005A3479">
        <w:t>Mon père m</w:t>
      </w:r>
      <w:r>
        <w:t>’</w:t>
      </w:r>
      <w:r w:rsidR="005A3479">
        <w:t>a renvoyée après m</w:t>
      </w:r>
      <w:r>
        <w:t>’</w:t>
      </w:r>
      <w:r w:rsidR="005A3479">
        <w:t>avoir emprunté jusqu</w:t>
      </w:r>
      <w:r>
        <w:t>’</w:t>
      </w:r>
      <w:r w:rsidR="005A3479">
        <w:t>à mon dernier sou pour mettre dans ses affaires</w:t>
      </w:r>
      <w:r>
        <w:t xml:space="preserve">, </w:t>
      </w:r>
      <w:r w:rsidR="005A3479">
        <w:t>et il m</w:t>
      </w:r>
      <w:r>
        <w:t>’</w:t>
      </w:r>
      <w:r w:rsidR="005A3479">
        <w:t>accusait alors de fainéantise</w:t>
      </w:r>
      <w:r>
        <w:t xml:space="preserve">, </w:t>
      </w:r>
      <w:r w:rsidR="005A3479">
        <w:t>quand j</w:t>
      </w:r>
      <w:r>
        <w:t>’</w:t>
      </w:r>
      <w:r w:rsidR="005A3479">
        <w:t>attendais seulement une situation</w:t>
      </w:r>
      <w:r>
        <w:t xml:space="preserve">. </w:t>
      </w:r>
      <w:r w:rsidR="005A3479">
        <w:t>Je suis à la merci de tout le monde</w:t>
      </w:r>
      <w:r>
        <w:t xml:space="preserve">. </w:t>
      </w:r>
      <w:r w:rsidR="005A3479">
        <w:t>Si vous ne pouvez me pre</w:t>
      </w:r>
      <w:r w:rsidR="005A3479">
        <w:t>n</w:t>
      </w:r>
      <w:r w:rsidR="005A3479">
        <w:t>dre avec vous et me sauver Jude</w:t>
      </w:r>
      <w:r>
        <w:t xml:space="preserve">, </w:t>
      </w:r>
      <w:r w:rsidR="005A3479">
        <w:t xml:space="preserve">je devrai aller au </w:t>
      </w:r>
      <w:r>
        <w:t>« </w:t>
      </w:r>
      <w:r w:rsidR="005A3479">
        <w:t>workhouse</w:t>
      </w:r>
      <w:r>
        <w:t> »</w:t>
      </w:r>
      <w:r w:rsidR="005A3479">
        <w:t xml:space="preserve"> ou dans un endroit pire</w:t>
      </w:r>
      <w:r>
        <w:t xml:space="preserve">. </w:t>
      </w:r>
      <w:r w:rsidR="005A3479">
        <w:t>Tout à l</w:t>
      </w:r>
      <w:r>
        <w:t>’</w:t>
      </w:r>
      <w:r w:rsidR="005A3479">
        <w:t>heure</w:t>
      </w:r>
      <w:r>
        <w:t xml:space="preserve">, </w:t>
      </w:r>
      <w:r w:rsidR="005A3479">
        <w:t>comme je venais</w:t>
      </w:r>
      <w:r>
        <w:t xml:space="preserve">, </w:t>
      </w:r>
      <w:r w:rsidR="005A3479">
        <w:t>deux étudiants m</w:t>
      </w:r>
      <w:r>
        <w:t>’</w:t>
      </w:r>
      <w:r w:rsidR="005A3479">
        <w:t>ont regardée en clignant de l</w:t>
      </w:r>
      <w:r>
        <w:t>’</w:t>
      </w:r>
      <w:r w:rsidR="005A3479">
        <w:t>œil</w:t>
      </w:r>
      <w:r>
        <w:t xml:space="preserve">… </w:t>
      </w:r>
      <w:r w:rsidR="005A3479">
        <w:t>Il est difficile à une femme de rester vertueuse dans un lieu où il y a tant de jeunes gens</w:t>
      </w:r>
      <w:r>
        <w:t>.</w:t>
      </w:r>
    </w:p>
    <w:p w14:paraId="00832BA5" w14:textId="77777777" w:rsidR="006F1ADB" w:rsidRDefault="005A3479" w:rsidP="005A3479">
      <w:r>
        <w:t xml:space="preserve">La femme qui parlait ainsi sous la pluie était </w:t>
      </w:r>
      <w:proofErr w:type="spellStart"/>
      <w:r>
        <w:t>Arabella</w:t>
      </w:r>
      <w:proofErr w:type="spellEnd"/>
      <w:r w:rsidR="006F1ADB">
        <w:t xml:space="preserve">, </w:t>
      </w:r>
      <w:r>
        <w:t>et c</w:t>
      </w:r>
      <w:r w:rsidR="006F1ADB">
        <w:t>’</w:t>
      </w:r>
      <w:r>
        <w:t xml:space="preserve">était le lendemain soir du mariage de Sue avec </w:t>
      </w:r>
      <w:proofErr w:type="spellStart"/>
      <w:r>
        <w:t>Phillotson</w:t>
      </w:r>
      <w:proofErr w:type="spellEnd"/>
      <w:r w:rsidR="006F1ADB">
        <w:t>.</w:t>
      </w:r>
    </w:p>
    <w:p w14:paraId="581AFC7E" w14:textId="77777777" w:rsidR="006F1ADB" w:rsidRDefault="006F1ADB" w:rsidP="005A3479">
      <w:r>
        <w:t>— </w:t>
      </w:r>
      <w:r w:rsidR="005A3479">
        <w:t>J</w:t>
      </w:r>
      <w:r>
        <w:t>’</w:t>
      </w:r>
      <w:r w:rsidR="005A3479">
        <w:t>en suis fâché pour vous</w:t>
      </w:r>
      <w:r>
        <w:t xml:space="preserve">, </w:t>
      </w:r>
      <w:r w:rsidR="005A3479">
        <w:t>mais je ne suis qu</w:t>
      </w:r>
      <w:r>
        <w:t>’</w:t>
      </w:r>
      <w:r w:rsidR="005A3479">
        <w:t>en garni</w:t>
      </w:r>
      <w:r>
        <w:t xml:space="preserve">, </w:t>
      </w:r>
      <w:r w:rsidR="005A3479">
        <w:t>dit Jude</w:t>
      </w:r>
      <w:r>
        <w:t xml:space="preserve">, </w:t>
      </w:r>
      <w:r w:rsidR="005A3479">
        <w:t>froidement</w:t>
      </w:r>
      <w:r>
        <w:t>.</w:t>
      </w:r>
    </w:p>
    <w:p w14:paraId="49F97493" w14:textId="77777777" w:rsidR="006F1ADB" w:rsidRDefault="006F1ADB" w:rsidP="005A3479">
      <w:r>
        <w:t>— </w:t>
      </w:r>
      <w:r w:rsidR="005A3479">
        <w:t>Alors</w:t>
      </w:r>
      <w:r>
        <w:t xml:space="preserve">, </w:t>
      </w:r>
      <w:r w:rsidR="005A3479">
        <w:t>vous me renvoyez</w:t>
      </w:r>
      <w:r>
        <w:t> ?</w:t>
      </w:r>
    </w:p>
    <w:p w14:paraId="7211F163" w14:textId="77777777" w:rsidR="006F1ADB" w:rsidRDefault="006F1ADB" w:rsidP="005A3479">
      <w:r>
        <w:t>— </w:t>
      </w:r>
      <w:r w:rsidR="005A3479">
        <w:t>Je vous donnerai assez d</w:t>
      </w:r>
      <w:r>
        <w:t>’</w:t>
      </w:r>
      <w:r w:rsidR="005A3479">
        <w:t>argent pour vous nourrir et vous loger quelques jours</w:t>
      </w:r>
      <w:r>
        <w:t>.</w:t>
      </w:r>
    </w:p>
    <w:p w14:paraId="3359387C" w14:textId="77777777" w:rsidR="006F1ADB" w:rsidRDefault="006F1ADB" w:rsidP="005A3479">
      <w:r>
        <w:t>— </w:t>
      </w:r>
      <w:r w:rsidR="005A3479">
        <w:t>Oh</w:t>
      </w:r>
      <w:r>
        <w:t xml:space="preserve"> ! </w:t>
      </w:r>
      <w:r w:rsidR="005A3479">
        <w:t>ne pouvez-vous avoir la bonté de me prendre ici</w:t>
      </w:r>
      <w:r>
        <w:t xml:space="preserve"> ? </w:t>
      </w:r>
      <w:r w:rsidR="005A3479">
        <w:t>Je ne puis supporter d</w:t>
      </w:r>
      <w:r>
        <w:t>’</w:t>
      </w:r>
      <w:r w:rsidR="005A3479">
        <w:t xml:space="preserve">habiter plus longtemps </w:t>
      </w:r>
      <w:proofErr w:type="spellStart"/>
      <w:r w:rsidR="005A3479">
        <w:t>a</w:t>
      </w:r>
      <w:proofErr w:type="spellEnd"/>
      <w:r w:rsidR="005A3479">
        <w:t xml:space="preserve"> l</w:t>
      </w:r>
      <w:r>
        <w:t>’</w:t>
      </w:r>
      <w:r w:rsidR="005A3479">
        <w:t>auberge</w:t>
      </w:r>
      <w:r>
        <w:t xml:space="preserve">, </w:t>
      </w:r>
      <w:r w:rsidR="005A3479">
        <w:t>et je suis si seule</w:t>
      </w:r>
      <w:r>
        <w:t xml:space="preserve">… </w:t>
      </w:r>
      <w:r w:rsidR="005A3479">
        <w:t>Je vous en prie</w:t>
      </w:r>
      <w:r>
        <w:t xml:space="preserve">, </w:t>
      </w:r>
      <w:r w:rsidR="005A3479">
        <w:t>Jude</w:t>
      </w:r>
      <w:r>
        <w:t xml:space="preserve">, </w:t>
      </w:r>
      <w:r w:rsidR="005A3479">
        <w:t>en souvenir du passé</w:t>
      </w:r>
      <w:r>
        <w:t>.</w:t>
      </w:r>
    </w:p>
    <w:p w14:paraId="1669EE9D" w14:textId="77777777" w:rsidR="006F1ADB" w:rsidRDefault="006F1ADB" w:rsidP="005A3479">
      <w:r>
        <w:lastRenderedPageBreak/>
        <w:t>— </w:t>
      </w:r>
      <w:r w:rsidR="005A3479">
        <w:t>Non</w:t>
      </w:r>
      <w:r>
        <w:t xml:space="preserve">, </w:t>
      </w:r>
      <w:r w:rsidR="005A3479">
        <w:t>non</w:t>
      </w:r>
      <w:r>
        <w:t xml:space="preserve">, </w:t>
      </w:r>
      <w:r w:rsidR="005A3479">
        <w:t>dit Jude</w:t>
      </w:r>
      <w:r>
        <w:t xml:space="preserve">, </w:t>
      </w:r>
      <w:r w:rsidR="005A3479">
        <w:t>précipitamment</w:t>
      </w:r>
      <w:r>
        <w:t xml:space="preserve">. </w:t>
      </w:r>
      <w:r w:rsidR="005A3479">
        <w:t>Je ne tiens pas à me rappeler ces choses</w:t>
      </w:r>
      <w:r>
        <w:t xml:space="preserve">, </w:t>
      </w:r>
      <w:r w:rsidR="005A3479">
        <w:t>et si vous m</w:t>
      </w:r>
      <w:r>
        <w:t>’</w:t>
      </w:r>
      <w:r w:rsidR="005A3479">
        <w:t>en parlez</w:t>
      </w:r>
      <w:r>
        <w:t xml:space="preserve">, </w:t>
      </w:r>
      <w:r w:rsidR="005A3479">
        <w:t>je ne vous aiderai pas</w:t>
      </w:r>
      <w:r>
        <w:t>.</w:t>
      </w:r>
    </w:p>
    <w:p w14:paraId="3BBE211D" w14:textId="77777777" w:rsidR="006F1ADB" w:rsidRDefault="006F1ADB" w:rsidP="005A3479">
      <w:r>
        <w:t>— </w:t>
      </w:r>
      <w:r w:rsidR="005A3479">
        <w:t>Donc</w:t>
      </w:r>
      <w:r>
        <w:t xml:space="preserve">, </w:t>
      </w:r>
      <w:r w:rsidR="005A3479">
        <w:t>je suppose que je dois m</w:t>
      </w:r>
      <w:r>
        <w:t>’</w:t>
      </w:r>
      <w:r w:rsidR="005A3479">
        <w:t>en aller</w:t>
      </w:r>
      <w:r>
        <w:t xml:space="preserve">, </w:t>
      </w:r>
      <w:r w:rsidR="005A3479">
        <w:t xml:space="preserve">dit </w:t>
      </w:r>
      <w:proofErr w:type="spellStart"/>
      <w:r w:rsidR="005A3479">
        <w:t>Arabella</w:t>
      </w:r>
      <w:proofErr w:type="spellEnd"/>
      <w:r>
        <w:t>.</w:t>
      </w:r>
    </w:p>
    <w:p w14:paraId="60466BC2" w14:textId="77777777" w:rsidR="006F1ADB" w:rsidRDefault="005A3479" w:rsidP="005A3479">
      <w:r>
        <w:t>Elle appuya sa tête contre le montant de la porte et co</w:t>
      </w:r>
      <w:r>
        <w:t>m</w:t>
      </w:r>
      <w:r>
        <w:t>mença à sangloter</w:t>
      </w:r>
      <w:r w:rsidR="006F1ADB">
        <w:t>.</w:t>
      </w:r>
    </w:p>
    <w:p w14:paraId="1C066FB4" w14:textId="77777777" w:rsidR="006F1ADB" w:rsidRDefault="006F1ADB" w:rsidP="005A3479">
      <w:r>
        <w:t>— </w:t>
      </w:r>
      <w:r w:rsidR="005A3479">
        <w:t>La maison est pleine</w:t>
      </w:r>
      <w:r>
        <w:t xml:space="preserve">, </w:t>
      </w:r>
      <w:r w:rsidR="005A3479">
        <w:t>dit Jude</w:t>
      </w:r>
      <w:r>
        <w:t xml:space="preserve">. </w:t>
      </w:r>
      <w:r w:rsidR="005A3479">
        <w:t>Et j</w:t>
      </w:r>
      <w:r>
        <w:t>’</w:t>
      </w:r>
      <w:r w:rsidR="005A3479">
        <w:t>ai seulement une p</w:t>
      </w:r>
      <w:r w:rsidR="005A3479">
        <w:t>e</w:t>
      </w:r>
      <w:r w:rsidR="005A3479">
        <w:t>tite chambre de débarras</w:t>
      </w:r>
      <w:r>
        <w:t xml:space="preserve"> – </w:t>
      </w:r>
      <w:r w:rsidR="005A3479">
        <w:t>guère plus qu</w:t>
      </w:r>
      <w:r>
        <w:t>’</w:t>
      </w:r>
      <w:r w:rsidR="005A3479">
        <w:t>un cabinet</w:t>
      </w:r>
      <w:r>
        <w:t xml:space="preserve"> – </w:t>
      </w:r>
      <w:r w:rsidR="005A3479">
        <w:t>ou je serre mes outils et le peu de livres que j</w:t>
      </w:r>
      <w:r>
        <w:t>’</w:t>
      </w:r>
      <w:r w:rsidR="005A3479">
        <w:t>ai gardés</w:t>
      </w:r>
      <w:r>
        <w:t>.</w:t>
      </w:r>
    </w:p>
    <w:p w14:paraId="700E2313" w14:textId="77777777" w:rsidR="006F1ADB" w:rsidRDefault="006F1ADB" w:rsidP="005A3479">
      <w:r>
        <w:t>— </w:t>
      </w:r>
      <w:r w:rsidR="005A3479">
        <w:t>Ce serait un palais pour moi</w:t>
      </w:r>
      <w:r>
        <w:t>.</w:t>
      </w:r>
    </w:p>
    <w:p w14:paraId="4F2A8DE3" w14:textId="77777777" w:rsidR="006F1ADB" w:rsidRDefault="006F1ADB" w:rsidP="005A3479">
      <w:r>
        <w:t>— </w:t>
      </w:r>
      <w:r w:rsidR="005A3479">
        <w:t>Il n</w:t>
      </w:r>
      <w:r>
        <w:t>’</w:t>
      </w:r>
      <w:r w:rsidR="005A3479">
        <w:t>y a pas de bois de lit</w:t>
      </w:r>
      <w:r>
        <w:t>.</w:t>
      </w:r>
    </w:p>
    <w:p w14:paraId="35BA3B54" w14:textId="77777777" w:rsidR="006F1ADB" w:rsidRDefault="006F1ADB" w:rsidP="005A3479">
      <w:r>
        <w:t>— </w:t>
      </w:r>
      <w:r w:rsidR="005A3479">
        <w:t>On peut arranger une espèce de lit par terre</w:t>
      </w:r>
      <w:r>
        <w:t xml:space="preserve">. </w:t>
      </w:r>
      <w:r w:rsidR="005A3479">
        <w:t>Ce serait bien assez bon pour moi</w:t>
      </w:r>
      <w:r>
        <w:t>.</w:t>
      </w:r>
    </w:p>
    <w:p w14:paraId="6966B2C2" w14:textId="77777777" w:rsidR="006F1ADB" w:rsidRDefault="005A3479" w:rsidP="005A3479">
      <w:r>
        <w:t>Incapable de la brutaliser</w:t>
      </w:r>
      <w:r w:rsidR="006F1ADB">
        <w:t xml:space="preserve">, </w:t>
      </w:r>
      <w:r>
        <w:t>et ne sachant que faire</w:t>
      </w:r>
      <w:r w:rsidR="006F1ADB">
        <w:t xml:space="preserve">, </w:t>
      </w:r>
      <w:r>
        <w:t>Jude a</w:t>
      </w:r>
      <w:r>
        <w:t>p</w:t>
      </w:r>
      <w:r>
        <w:t>pela le propriétaire et la présenta comme une personne de sa connaissance qui était dans une grande détresse et désirait un refuge temporaire</w:t>
      </w:r>
      <w:r w:rsidR="006F1ADB">
        <w:t>.</w:t>
      </w:r>
    </w:p>
    <w:p w14:paraId="15EE3601" w14:textId="77777777" w:rsidR="006F1ADB" w:rsidRDefault="006F1ADB" w:rsidP="005A3479">
      <w:r>
        <w:t>— </w:t>
      </w:r>
      <w:r w:rsidR="005A3479">
        <w:t>Vous pouvez me reconnaître</w:t>
      </w:r>
      <w:r>
        <w:t xml:space="preserve">, </w:t>
      </w:r>
      <w:r w:rsidR="005A3479">
        <w:t>car j</w:t>
      </w:r>
      <w:r>
        <w:t>’</w:t>
      </w:r>
      <w:r w:rsidR="005A3479">
        <w:t xml:space="preserve">ai servi autrefois à la brasserie </w:t>
      </w:r>
      <w:r w:rsidR="005A3479">
        <w:rPr>
          <w:i/>
        </w:rPr>
        <w:t>de l</w:t>
      </w:r>
      <w:r>
        <w:rPr>
          <w:i/>
        </w:rPr>
        <w:t>’</w:t>
      </w:r>
      <w:r w:rsidR="005A3479">
        <w:rPr>
          <w:i/>
        </w:rPr>
        <w:t>Agneau et de l</w:t>
      </w:r>
      <w:r>
        <w:rPr>
          <w:i/>
        </w:rPr>
        <w:t>’</w:t>
      </w:r>
      <w:r w:rsidR="005A3479">
        <w:rPr>
          <w:i/>
        </w:rPr>
        <w:t>Étendard</w:t>
      </w:r>
      <w:r>
        <w:rPr>
          <w:i/>
        </w:rPr>
        <w:t xml:space="preserve">, </w:t>
      </w:r>
      <w:r w:rsidR="005A3479">
        <w:t xml:space="preserve">dit </w:t>
      </w:r>
      <w:proofErr w:type="spellStart"/>
      <w:r w:rsidR="005A3479">
        <w:t>Arabella</w:t>
      </w:r>
      <w:proofErr w:type="spellEnd"/>
      <w:r>
        <w:t xml:space="preserve">. </w:t>
      </w:r>
      <w:r w:rsidR="005A3479">
        <w:t>Mon père ma insultée cet après-midi</w:t>
      </w:r>
      <w:r>
        <w:t xml:space="preserve">, </w:t>
      </w:r>
      <w:r w:rsidR="005A3479">
        <w:t>et je l</w:t>
      </w:r>
      <w:r>
        <w:t>’</w:t>
      </w:r>
      <w:r w:rsidR="005A3479">
        <w:t>ai quitté</w:t>
      </w:r>
      <w:r>
        <w:t xml:space="preserve">, </w:t>
      </w:r>
      <w:r w:rsidR="005A3479">
        <w:t>quoique sans le sou</w:t>
      </w:r>
      <w:r>
        <w:t>.</w:t>
      </w:r>
    </w:p>
    <w:p w14:paraId="35E8F0CE" w14:textId="77777777" w:rsidR="006F1ADB" w:rsidRDefault="005A3479" w:rsidP="005A3479">
      <w:r>
        <w:t>Le propriétaire dit qu</w:t>
      </w:r>
      <w:r w:rsidR="006F1ADB">
        <w:t>’</w:t>
      </w:r>
      <w:r>
        <w:t>il ne pouvait se rappeler ses traits</w:t>
      </w:r>
      <w:r w:rsidR="006F1ADB">
        <w:t>.</w:t>
      </w:r>
    </w:p>
    <w:p w14:paraId="545047D0" w14:textId="18D3AF2C" w:rsidR="006F1ADB" w:rsidRDefault="006F1ADB" w:rsidP="005A3479">
      <w:r>
        <w:t>— </w:t>
      </w:r>
      <w:proofErr w:type="gramStart"/>
      <w:r w:rsidR="005A3479">
        <w:t>Mais pourtant</w:t>
      </w:r>
      <w:proofErr w:type="gramEnd"/>
      <w:r>
        <w:t xml:space="preserve">, </w:t>
      </w:r>
      <w:r w:rsidR="005A3479">
        <w:t xml:space="preserve">si vous êtes une amie de </w:t>
      </w:r>
      <w:r>
        <w:t>M. </w:t>
      </w:r>
      <w:r w:rsidR="005A3479">
        <w:t>Fawley</w:t>
      </w:r>
      <w:r>
        <w:t xml:space="preserve">, </w:t>
      </w:r>
      <w:r w:rsidR="005A3479">
        <w:t>nous ferons ce que nous pourrons pour un jour ou deux</w:t>
      </w:r>
      <w:r>
        <w:t xml:space="preserve">, </w:t>
      </w:r>
      <w:r w:rsidR="005A3479">
        <w:t>s</w:t>
      </w:r>
      <w:r>
        <w:t>’</w:t>
      </w:r>
      <w:r w:rsidR="005A3479">
        <w:t>il veut bien répondre pour vous</w:t>
      </w:r>
      <w:r>
        <w:t>.</w:t>
      </w:r>
    </w:p>
    <w:p w14:paraId="73A6CCF3" w14:textId="77777777" w:rsidR="006F1ADB" w:rsidRDefault="006F1ADB" w:rsidP="005A3479">
      <w:r>
        <w:t>— </w:t>
      </w:r>
      <w:r w:rsidR="005A3479">
        <w:t>Oui</w:t>
      </w:r>
      <w:r>
        <w:t xml:space="preserve">, </w:t>
      </w:r>
      <w:r w:rsidR="005A3479">
        <w:t>oui</w:t>
      </w:r>
      <w:r>
        <w:t xml:space="preserve">, </w:t>
      </w:r>
      <w:r w:rsidR="005A3479">
        <w:t>dit Jude</w:t>
      </w:r>
      <w:r>
        <w:t xml:space="preserve">. </w:t>
      </w:r>
      <w:r w:rsidR="005A3479">
        <w:t>Elle m</w:t>
      </w:r>
      <w:r>
        <w:t>’</w:t>
      </w:r>
      <w:r w:rsidR="005A3479">
        <w:t>a réellement pris au dépourvu</w:t>
      </w:r>
      <w:r>
        <w:t xml:space="preserve"> ; </w:t>
      </w:r>
      <w:r w:rsidR="005A3479">
        <w:t>mais je voudrais la tirer d</w:t>
      </w:r>
      <w:r>
        <w:t>’</w:t>
      </w:r>
      <w:r w:rsidR="005A3479">
        <w:t>embarras</w:t>
      </w:r>
      <w:r>
        <w:t>.</w:t>
      </w:r>
    </w:p>
    <w:p w14:paraId="75CBCC2C" w14:textId="77777777" w:rsidR="006F1ADB" w:rsidRDefault="005A3479" w:rsidP="005A3479">
      <w:r>
        <w:lastRenderedPageBreak/>
        <w:t>Un arrangement fut enfin conclu</w:t>
      </w:r>
      <w:r w:rsidR="006F1ADB">
        <w:t xml:space="preserve"> : </w:t>
      </w:r>
      <w:r>
        <w:t>on mettrait un lit dans le cabinet de débarras de Jude</w:t>
      </w:r>
      <w:r w:rsidR="006F1ADB">
        <w:t xml:space="preserve">, </w:t>
      </w:r>
      <w:r>
        <w:t xml:space="preserve">afin de le rendre confortable pour </w:t>
      </w:r>
      <w:proofErr w:type="spellStart"/>
      <w:r>
        <w:t>Arabella</w:t>
      </w:r>
      <w:proofErr w:type="spellEnd"/>
      <w:r w:rsidR="006F1ADB">
        <w:t xml:space="preserve">, </w:t>
      </w:r>
      <w:r>
        <w:t>jusqu</w:t>
      </w:r>
      <w:r w:rsidR="006F1ADB">
        <w:t>’</w:t>
      </w:r>
      <w:r>
        <w:t>à ce qu</w:t>
      </w:r>
      <w:r w:rsidR="006F1ADB">
        <w:t>’</w:t>
      </w:r>
      <w:r>
        <w:t>elle fût sortie de la gêne où elle se tro</w:t>
      </w:r>
      <w:r>
        <w:t>u</w:t>
      </w:r>
      <w:r>
        <w:t>vait</w:t>
      </w:r>
      <w:r w:rsidR="006F1ADB">
        <w:t xml:space="preserve">, </w:t>
      </w:r>
      <w:r>
        <w:t>non par sa faute</w:t>
      </w:r>
      <w:r w:rsidR="006F1ADB">
        <w:t xml:space="preserve">, </w:t>
      </w:r>
      <w:r>
        <w:t>disait-elle</w:t>
      </w:r>
      <w:r w:rsidR="006F1ADB">
        <w:t xml:space="preserve">, </w:t>
      </w:r>
      <w:r>
        <w:t>et qu</w:t>
      </w:r>
      <w:r w:rsidR="006F1ADB">
        <w:t>’</w:t>
      </w:r>
      <w:r>
        <w:t>elle pût retourner chez son père</w:t>
      </w:r>
      <w:r w:rsidR="006F1ADB">
        <w:t>.</w:t>
      </w:r>
    </w:p>
    <w:p w14:paraId="7FAC4F41" w14:textId="77777777" w:rsidR="006F1ADB" w:rsidRDefault="005A3479" w:rsidP="005A3479">
      <w:r>
        <w:t>Pendant qu</w:t>
      </w:r>
      <w:r w:rsidR="006F1ADB">
        <w:t>’</w:t>
      </w:r>
      <w:r>
        <w:t>on faisait les préparatifs</w:t>
      </w:r>
      <w:r w:rsidR="006F1ADB">
        <w:t xml:space="preserve">, </w:t>
      </w:r>
      <w:proofErr w:type="spellStart"/>
      <w:r>
        <w:t>Arabella</w:t>
      </w:r>
      <w:proofErr w:type="spellEnd"/>
      <w:r>
        <w:t xml:space="preserve"> dit</w:t>
      </w:r>
      <w:r w:rsidR="006F1ADB">
        <w:t> :</w:t>
      </w:r>
    </w:p>
    <w:p w14:paraId="36B283EA" w14:textId="77777777" w:rsidR="006F1ADB" w:rsidRDefault="006F1ADB" w:rsidP="005A3479">
      <w:r>
        <w:t>— </w:t>
      </w:r>
      <w:r w:rsidR="005A3479">
        <w:t>Vous connaissez les nouvelles</w:t>
      </w:r>
      <w:r>
        <w:t xml:space="preserve">, </w:t>
      </w:r>
      <w:r w:rsidR="005A3479">
        <w:t>je suppose</w:t>
      </w:r>
      <w:r>
        <w:t> ?</w:t>
      </w:r>
    </w:p>
    <w:p w14:paraId="10EC621F" w14:textId="77777777" w:rsidR="006F1ADB" w:rsidRDefault="006F1ADB" w:rsidP="005A3479">
      <w:r>
        <w:t>— </w:t>
      </w:r>
      <w:r w:rsidR="005A3479">
        <w:t>Je devine ce que vous voulez dire</w:t>
      </w:r>
      <w:r>
        <w:t xml:space="preserve">, </w:t>
      </w:r>
      <w:r w:rsidR="005A3479">
        <w:t>mais je ne sais rien</w:t>
      </w:r>
      <w:r>
        <w:t>.</w:t>
      </w:r>
    </w:p>
    <w:p w14:paraId="7036C5CB" w14:textId="77777777" w:rsidR="006F1ADB" w:rsidRDefault="006F1ADB" w:rsidP="005A3479">
      <w:r>
        <w:t>— </w:t>
      </w:r>
      <w:r w:rsidR="005A3479">
        <w:t>J</w:t>
      </w:r>
      <w:r>
        <w:t>’</w:t>
      </w:r>
      <w:r w:rsidR="005A3479">
        <w:t>ai reçu aujourd</w:t>
      </w:r>
      <w:r>
        <w:t>’</w:t>
      </w:r>
      <w:r w:rsidR="005A3479">
        <w:t>hui une lettre d</w:t>
      </w:r>
      <w:r>
        <w:t>’</w:t>
      </w:r>
      <w:r w:rsidR="005A3479">
        <w:t xml:space="preserve">Annie qui habite </w:t>
      </w:r>
      <w:proofErr w:type="spellStart"/>
      <w:r w:rsidR="005A3479">
        <w:t>A</w:t>
      </w:r>
      <w:r w:rsidR="005A3479">
        <w:t>l</w:t>
      </w:r>
      <w:r w:rsidR="005A3479">
        <w:t>fredston</w:t>
      </w:r>
      <w:proofErr w:type="spellEnd"/>
      <w:r>
        <w:t xml:space="preserve">. </w:t>
      </w:r>
      <w:r w:rsidR="005A3479">
        <w:t>Elle a justement entendu dire que le mariage devait être célébré hier</w:t>
      </w:r>
      <w:r>
        <w:t xml:space="preserve">, </w:t>
      </w:r>
      <w:r w:rsidR="005A3479">
        <w:t>mais elle ne savait pas si c</w:t>
      </w:r>
      <w:r>
        <w:t>’</w:t>
      </w:r>
      <w:r w:rsidR="005A3479">
        <w:t>était fait</w:t>
      </w:r>
      <w:r>
        <w:t>.</w:t>
      </w:r>
    </w:p>
    <w:p w14:paraId="70B54EBF" w14:textId="77777777" w:rsidR="006F1ADB" w:rsidRDefault="006F1ADB" w:rsidP="005A3479">
      <w:r>
        <w:t>— </w:t>
      </w:r>
      <w:r w:rsidR="005A3479">
        <w:t>Je désire ne pas en parler</w:t>
      </w:r>
      <w:r>
        <w:t>.</w:t>
      </w:r>
    </w:p>
    <w:p w14:paraId="30653215" w14:textId="77777777" w:rsidR="006F1ADB" w:rsidRDefault="006F1ADB" w:rsidP="005A3479">
      <w:r>
        <w:t>— </w:t>
      </w:r>
      <w:r w:rsidR="005A3479">
        <w:t>Non</w:t>
      </w:r>
      <w:r>
        <w:t xml:space="preserve">, </w:t>
      </w:r>
      <w:r w:rsidR="005A3479">
        <w:t>non</w:t>
      </w:r>
      <w:r>
        <w:t xml:space="preserve">, </w:t>
      </w:r>
      <w:r w:rsidR="005A3479">
        <w:t>évidemment</w:t>
      </w:r>
      <w:r>
        <w:t xml:space="preserve">, </w:t>
      </w:r>
      <w:r w:rsidR="005A3479">
        <w:t>vous n</w:t>
      </w:r>
      <w:r>
        <w:t>’</w:t>
      </w:r>
      <w:r w:rsidR="005A3479">
        <w:t>y tenez pas</w:t>
      </w:r>
      <w:r>
        <w:t xml:space="preserve">. </w:t>
      </w:r>
      <w:r w:rsidR="005A3479">
        <w:t>Seulement</w:t>
      </w:r>
      <w:r>
        <w:t xml:space="preserve">, </w:t>
      </w:r>
      <w:r w:rsidR="005A3479">
        <w:t>cela montre quelle espèce de femme</w:t>
      </w:r>
      <w:r>
        <w:t>…</w:t>
      </w:r>
    </w:p>
    <w:p w14:paraId="4F162115" w14:textId="77777777" w:rsidR="006F1ADB" w:rsidRDefault="006F1ADB" w:rsidP="005A3479">
      <w:r>
        <w:t>— </w:t>
      </w:r>
      <w:r w:rsidR="005A3479">
        <w:t>Ne parlez pas d</w:t>
      </w:r>
      <w:r>
        <w:t>’</w:t>
      </w:r>
      <w:r w:rsidR="005A3479">
        <w:t>elle</w:t>
      </w:r>
      <w:r>
        <w:t xml:space="preserve">, </w:t>
      </w:r>
      <w:r w:rsidR="005A3479">
        <w:t>vous dis-je</w:t>
      </w:r>
      <w:r>
        <w:t xml:space="preserve">. </w:t>
      </w:r>
      <w:r w:rsidR="005A3479">
        <w:t>C</w:t>
      </w:r>
      <w:r>
        <w:t>’</w:t>
      </w:r>
      <w:r w:rsidR="005A3479">
        <w:t>est une folle</w:t>
      </w:r>
      <w:r>
        <w:t xml:space="preserve">… </w:t>
      </w:r>
      <w:r w:rsidR="005A3479">
        <w:t>Mais c</w:t>
      </w:r>
      <w:r>
        <w:t>’</w:t>
      </w:r>
      <w:r w:rsidR="005A3479">
        <w:t>est un ange aussi</w:t>
      </w:r>
      <w:r>
        <w:t xml:space="preserve">, </w:t>
      </w:r>
      <w:r w:rsidR="005A3479">
        <w:t>pauvre chérie</w:t>
      </w:r>
      <w:r>
        <w:t> !</w:t>
      </w:r>
    </w:p>
    <w:p w14:paraId="5CCD618A" w14:textId="77777777" w:rsidR="006F1ADB" w:rsidRDefault="006F1ADB" w:rsidP="005A3479">
      <w:r>
        <w:t>— </w:t>
      </w:r>
      <w:r w:rsidR="005A3479">
        <w:t>Si la chose est faite</w:t>
      </w:r>
      <w:r>
        <w:t xml:space="preserve">, </w:t>
      </w:r>
      <w:r w:rsidR="005A3479">
        <w:t>il aura la chance de regagner son a</w:t>
      </w:r>
      <w:r w:rsidR="005A3479">
        <w:t>n</w:t>
      </w:r>
      <w:r w:rsidR="005A3479">
        <w:t>cienne situation</w:t>
      </w:r>
      <w:r>
        <w:t xml:space="preserve"> ; </w:t>
      </w:r>
      <w:r w:rsidR="005A3479">
        <w:t>c</w:t>
      </w:r>
      <w:r>
        <w:t>’</w:t>
      </w:r>
      <w:r w:rsidR="005A3479">
        <w:t>est l</w:t>
      </w:r>
      <w:r>
        <w:t>’</w:t>
      </w:r>
      <w:r w:rsidR="005A3479">
        <w:t>avis de tous</w:t>
      </w:r>
      <w:r>
        <w:t xml:space="preserve">, </w:t>
      </w:r>
      <w:r w:rsidR="005A3479">
        <w:t>dit Annie</w:t>
      </w:r>
      <w:r>
        <w:t xml:space="preserve">. </w:t>
      </w:r>
      <w:r w:rsidR="005A3479">
        <w:t>Et tous ses pr</w:t>
      </w:r>
      <w:r w:rsidR="005A3479">
        <w:t>o</w:t>
      </w:r>
      <w:r w:rsidR="005A3479">
        <w:t>tecteurs seront charmés</w:t>
      </w:r>
      <w:r>
        <w:t xml:space="preserve">, </w:t>
      </w:r>
      <w:r w:rsidR="005A3479">
        <w:t>y compris l</w:t>
      </w:r>
      <w:r>
        <w:t>’</w:t>
      </w:r>
      <w:r w:rsidR="005A3479">
        <w:t>évêque lui-même</w:t>
      </w:r>
      <w:r>
        <w:t>.</w:t>
      </w:r>
    </w:p>
    <w:p w14:paraId="523EDCF7" w14:textId="77777777" w:rsidR="006F1ADB" w:rsidRDefault="006F1ADB" w:rsidP="005A3479">
      <w:r>
        <w:t>— </w:t>
      </w:r>
      <w:r w:rsidR="005A3479">
        <w:t>Épargnez-moi</w:t>
      </w:r>
      <w:r>
        <w:t xml:space="preserve">, </w:t>
      </w:r>
      <w:proofErr w:type="spellStart"/>
      <w:r w:rsidR="005A3479">
        <w:t>Arabella</w:t>
      </w:r>
      <w:proofErr w:type="spellEnd"/>
      <w:r>
        <w:t>.</w:t>
      </w:r>
    </w:p>
    <w:p w14:paraId="05C01617" w14:textId="77777777" w:rsidR="006F1ADB" w:rsidRDefault="005A3479" w:rsidP="005A3479">
      <w:proofErr w:type="spellStart"/>
      <w:r>
        <w:t>Arabella</w:t>
      </w:r>
      <w:proofErr w:type="spellEnd"/>
      <w:r>
        <w:t xml:space="preserve"> fut commodément installée dans le petit cabinet</w:t>
      </w:r>
      <w:r w:rsidR="006F1ADB">
        <w:t xml:space="preserve">, </w:t>
      </w:r>
      <w:r>
        <w:t>et d</w:t>
      </w:r>
      <w:r w:rsidR="006F1ADB">
        <w:t>’</w:t>
      </w:r>
      <w:r>
        <w:t>abord elle évita de venir près de Jude</w:t>
      </w:r>
      <w:r w:rsidR="006F1ADB">
        <w:t xml:space="preserve">… </w:t>
      </w:r>
      <w:r>
        <w:t>Mais le matin du dimanche suivant</w:t>
      </w:r>
      <w:r w:rsidR="006F1ADB">
        <w:t xml:space="preserve">, </w:t>
      </w:r>
      <w:r>
        <w:t>comme Jude déjeunait plus tard que d</w:t>
      </w:r>
      <w:r w:rsidR="006F1ADB">
        <w:t>’</w:t>
      </w:r>
      <w:r>
        <w:t>habitude</w:t>
      </w:r>
      <w:r w:rsidR="006F1ADB">
        <w:t xml:space="preserve"> – </w:t>
      </w:r>
      <w:r>
        <w:t>elle lui demanda doucement si elle pouvait venir déjeuner avec lui</w:t>
      </w:r>
      <w:r w:rsidR="006F1ADB">
        <w:t xml:space="preserve">, </w:t>
      </w:r>
      <w:r>
        <w:t>ayant cassé sa théière</w:t>
      </w:r>
      <w:r w:rsidR="006F1ADB">
        <w:t xml:space="preserve">, </w:t>
      </w:r>
      <w:r>
        <w:t>et ne pouvant la re</w:t>
      </w:r>
      <w:r>
        <w:t>m</w:t>
      </w:r>
      <w:r>
        <w:t>placer immédiatement parce que les magasins étaient fermés</w:t>
      </w:r>
      <w:r w:rsidR="006F1ADB">
        <w:t>.</w:t>
      </w:r>
    </w:p>
    <w:p w14:paraId="13EDB02D" w14:textId="77777777" w:rsidR="006F1ADB" w:rsidRDefault="006F1ADB" w:rsidP="005A3479">
      <w:r>
        <w:t>— </w:t>
      </w:r>
      <w:r w:rsidR="005A3479">
        <w:t>Oui</w:t>
      </w:r>
      <w:r>
        <w:t xml:space="preserve">, </w:t>
      </w:r>
      <w:r w:rsidR="005A3479">
        <w:t>si vous voulez</w:t>
      </w:r>
      <w:r>
        <w:t xml:space="preserve">, </w:t>
      </w:r>
      <w:r w:rsidR="005A3479">
        <w:t>dit-il avec indifférence</w:t>
      </w:r>
      <w:r>
        <w:t>.</w:t>
      </w:r>
    </w:p>
    <w:p w14:paraId="4338BCD8" w14:textId="77777777" w:rsidR="006F1ADB" w:rsidRDefault="005A3479" w:rsidP="005A3479">
      <w:r>
        <w:lastRenderedPageBreak/>
        <w:t>Après qu</w:t>
      </w:r>
      <w:r w:rsidR="006F1ADB">
        <w:t>’</w:t>
      </w:r>
      <w:r>
        <w:t>ils se furent assis on silence</w:t>
      </w:r>
      <w:r w:rsidR="006F1ADB">
        <w:t xml:space="preserve">, </w:t>
      </w:r>
      <w:r>
        <w:t>elle remarqua bru</w:t>
      </w:r>
      <w:r>
        <w:t>s</w:t>
      </w:r>
      <w:r>
        <w:t>quement</w:t>
      </w:r>
      <w:r w:rsidR="006F1ADB">
        <w:t> :</w:t>
      </w:r>
    </w:p>
    <w:p w14:paraId="1E7B6464" w14:textId="77777777" w:rsidR="006F1ADB" w:rsidRDefault="006F1ADB" w:rsidP="005A3479">
      <w:r>
        <w:t>— </w:t>
      </w:r>
      <w:r w:rsidR="005A3479">
        <w:t>Vous semblez tout pensif</w:t>
      </w:r>
      <w:r>
        <w:t xml:space="preserve">, </w:t>
      </w:r>
      <w:r w:rsidR="005A3479">
        <w:t>mon vieux</w:t>
      </w:r>
      <w:r>
        <w:t xml:space="preserve">. </w:t>
      </w:r>
      <w:r w:rsidR="005A3479">
        <w:t>J</w:t>
      </w:r>
      <w:r>
        <w:t>’</w:t>
      </w:r>
      <w:r w:rsidR="005A3479">
        <w:t>en suis fâchée pour vous</w:t>
      </w:r>
      <w:r>
        <w:t>.</w:t>
      </w:r>
    </w:p>
    <w:p w14:paraId="37A41C93" w14:textId="77777777" w:rsidR="006F1ADB" w:rsidRDefault="006F1ADB" w:rsidP="005A3479">
      <w:r>
        <w:t>— </w:t>
      </w:r>
      <w:r w:rsidR="005A3479">
        <w:t>Je suis toujours pensif</w:t>
      </w:r>
      <w:r>
        <w:t>.</w:t>
      </w:r>
    </w:p>
    <w:p w14:paraId="5CD101AF" w14:textId="77777777" w:rsidR="006F1ADB" w:rsidRDefault="006F1ADB" w:rsidP="005A3479">
      <w:r>
        <w:t>— </w:t>
      </w:r>
      <w:r w:rsidR="005A3479">
        <w:t>C</w:t>
      </w:r>
      <w:r>
        <w:t>’</w:t>
      </w:r>
      <w:r w:rsidR="005A3479">
        <w:t>est à cause d</w:t>
      </w:r>
      <w:r>
        <w:t>’</w:t>
      </w:r>
      <w:r w:rsidR="005A3479">
        <w:t>elle</w:t>
      </w:r>
      <w:r>
        <w:t xml:space="preserve">, </w:t>
      </w:r>
      <w:r w:rsidR="005A3479">
        <w:t>je le sais</w:t>
      </w:r>
      <w:r>
        <w:t xml:space="preserve">. </w:t>
      </w:r>
      <w:r w:rsidR="005A3479">
        <w:t>Ce ne sont pas mes affaires</w:t>
      </w:r>
      <w:r>
        <w:t xml:space="preserve">, </w:t>
      </w:r>
      <w:r w:rsidR="005A3479">
        <w:t>mais je puis apprendre ce qu</w:t>
      </w:r>
      <w:r>
        <w:t>’</w:t>
      </w:r>
      <w:r w:rsidR="005A3479">
        <w:t>il en est</w:t>
      </w:r>
      <w:r>
        <w:t xml:space="preserve">, </w:t>
      </w:r>
      <w:r w:rsidR="005A3479">
        <w:t>à propos du mariage</w:t>
      </w:r>
      <w:r>
        <w:t xml:space="preserve">, </w:t>
      </w:r>
      <w:r w:rsidR="005A3479">
        <w:t>si réellement il a eu lieu et si vous désirez le savoir</w:t>
      </w:r>
      <w:r>
        <w:t>.</w:t>
      </w:r>
    </w:p>
    <w:p w14:paraId="31A12810" w14:textId="77777777" w:rsidR="006F1ADB" w:rsidRDefault="006F1ADB" w:rsidP="005A3479">
      <w:r>
        <w:t>— </w:t>
      </w:r>
      <w:r w:rsidR="005A3479">
        <w:t>Comment</w:t>
      </w:r>
      <w:r>
        <w:t> ?</w:t>
      </w:r>
    </w:p>
    <w:p w14:paraId="7890D796" w14:textId="77777777" w:rsidR="006F1ADB" w:rsidRDefault="006F1ADB" w:rsidP="005A3479">
      <w:r>
        <w:t>— </w:t>
      </w:r>
      <w:r w:rsidR="005A3479">
        <w:t>Il faut que j</w:t>
      </w:r>
      <w:r>
        <w:t>’</w:t>
      </w:r>
      <w:r w:rsidR="005A3479">
        <w:t xml:space="preserve">aille à </w:t>
      </w:r>
      <w:proofErr w:type="spellStart"/>
      <w:r w:rsidR="005A3479">
        <w:t>Alfredston</w:t>
      </w:r>
      <w:proofErr w:type="spellEnd"/>
      <w:r w:rsidR="005A3479">
        <w:t xml:space="preserve"> chercher quelques effets que j</w:t>
      </w:r>
      <w:r>
        <w:t>’</w:t>
      </w:r>
      <w:r w:rsidR="005A3479">
        <w:t>y ai laissés</w:t>
      </w:r>
      <w:r>
        <w:t xml:space="preserve">. </w:t>
      </w:r>
      <w:r w:rsidR="005A3479">
        <w:t>Et je pourrais voir Annie qui aura sûrement entendu dire quelque chose</w:t>
      </w:r>
      <w:r>
        <w:t xml:space="preserve">, </w:t>
      </w:r>
      <w:r w:rsidR="005A3479">
        <w:t xml:space="preserve">car elle a des amis à </w:t>
      </w:r>
      <w:proofErr w:type="spellStart"/>
      <w:r w:rsidR="005A3479">
        <w:t>Marygreen</w:t>
      </w:r>
      <w:proofErr w:type="spellEnd"/>
      <w:r>
        <w:t>.</w:t>
      </w:r>
    </w:p>
    <w:p w14:paraId="39140805" w14:textId="77777777" w:rsidR="006F1ADB" w:rsidRDefault="005A3479" w:rsidP="005A3479">
      <w:r>
        <w:t>Jude ne put se résoudre à acquiescer à cette proposition</w:t>
      </w:r>
      <w:r w:rsidR="006F1ADB">
        <w:t xml:space="preserve"> ; </w:t>
      </w:r>
      <w:r>
        <w:t>mais son indécision combattait sa réserve et finit par l</w:t>
      </w:r>
      <w:r w:rsidR="006F1ADB">
        <w:t>’</w:t>
      </w:r>
      <w:r>
        <w:t>emporter</w:t>
      </w:r>
      <w:r w:rsidR="006F1ADB">
        <w:t>.</w:t>
      </w:r>
    </w:p>
    <w:p w14:paraId="05DC424D" w14:textId="77777777" w:rsidR="006F1ADB" w:rsidRDefault="006F1ADB" w:rsidP="005A3479">
      <w:r>
        <w:t>— </w:t>
      </w:r>
      <w:r w:rsidR="005A3479">
        <w:t>Vous pouvez vous informer</w:t>
      </w:r>
      <w:r>
        <w:t xml:space="preserve">, </w:t>
      </w:r>
      <w:r w:rsidR="005A3479">
        <w:t>si cela vous convient</w:t>
      </w:r>
      <w:r>
        <w:t xml:space="preserve">. </w:t>
      </w:r>
      <w:r w:rsidR="005A3479">
        <w:t>Je n</w:t>
      </w:r>
      <w:r>
        <w:t>’</w:t>
      </w:r>
      <w:r w:rsidR="005A3479">
        <w:t>ai pas entendu un mot de cela</w:t>
      </w:r>
      <w:r>
        <w:t xml:space="preserve">, </w:t>
      </w:r>
      <w:r w:rsidR="005A3479">
        <w:t>dit-il</w:t>
      </w:r>
      <w:r>
        <w:t xml:space="preserve">. </w:t>
      </w:r>
      <w:r w:rsidR="005A3479">
        <w:t>La cérémonie a dû être tout à fait privée si</w:t>
      </w:r>
      <w:r>
        <w:t xml:space="preserve">… </w:t>
      </w:r>
      <w:r w:rsidR="005A3479">
        <w:t>s</w:t>
      </w:r>
      <w:r>
        <w:t>’</w:t>
      </w:r>
      <w:r w:rsidR="005A3479">
        <w:t>ils sont mariés</w:t>
      </w:r>
      <w:r>
        <w:t>.</w:t>
      </w:r>
    </w:p>
    <w:p w14:paraId="0353098B" w14:textId="77777777" w:rsidR="006F1ADB" w:rsidRDefault="006F1ADB" w:rsidP="005A3479">
      <w:r>
        <w:t>— </w:t>
      </w:r>
      <w:r w:rsidR="005A3479">
        <w:t>Je crains de n</w:t>
      </w:r>
      <w:r>
        <w:t>’</w:t>
      </w:r>
      <w:r w:rsidR="005A3479">
        <w:t>avoir pas assez d</w:t>
      </w:r>
      <w:r>
        <w:t>’</w:t>
      </w:r>
      <w:r w:rsidR="005A3479">
        <w:t>argent pour aller là-bas et revenir</w:t>
      </w:r>
      <w:r>
        <w:t xml:space="preserve"> ; </w:t>
      </w:r>
      <w:r w:rsidR="005A3479">
        <w:t>autrement j</w:t>
      </w:r>
      <w:r>
        <w:t>’</w:t>
      </w:r>
      <w:r w:rsidR="005A3479">
        <w:t>y serais allée plus tôt</w:t>
      </w:r>
      <w:r>
        <w:t xml:space="preserve">. </w:t>
      </w:r>
      <w:r w:rsidR="005A3479">
        <w:t>Je dois attendre d</w:t>
      </w:r>
      <w:r>
        <w:t>’</w:t>
      </w:r>
      <w:r w:rsidR="005A3479">
        <w:t>en avoir gagné un peu</w:t>
      </w:r>
      <w:r>
        <w:t>.</w:t>
      </w:r>
    </w:p>
    <w:p w14:paraId="1312E92F" w14:textId="77777777" w:rsidR="006F1ADB" w:rsidRDefault="006F1ADB" w:rsidP="005A3479">
      <w:r>
        <w:t>— </w:t>
      </w:r>
      <w:r w:rsidR="005A3479">
        <w:t>Oh</w:t>
      </w:r>
      <w:r>
        <w:t xml:space="preserve"> ! </w:t>
      </w:r>
      <w:r w:rsidR="005A3479">
        <w:t>je puis payer votre voyage</w:t>
      </w:r>
      <w:r>
        <w:t xml:space="preserve">, </w:t>
      </w:r>
      <w:r w:rsidR="005A3479">
        <w:t>dit-il impatiemment</w:t>
      </w:r>
      <w:r>
        <w:t>.</w:t>
      </w:r>
    </w:p>
    <w:p w14:paraId="2770FD9C" w14:textId="77777777" w:rsidR="006F1ADB" w:rsidRDefault="005A3479" w:rsidP="005A3479">
      <w:r>
        <w:t>Et son anxiété au sujet du bonheur de Sue et du mariage possible le conduisit à dépêcher pour émissaire la dernière pe</w:t>
      </w:r>
      <w:r>
        <w:t>r</w:t>
      </w:r>
      <w:r>
        <w:t>sonne qu</w:t>
      </w:r>
      <w:r w:rsidR="006F1ADB">
        <w:t>’</w:t>
      </w:r>
      <w:r>
        <w:t>il eût choisie après réflexion</w:t>
      </w:r>
      <w:r w:rsidR="006F1ADB">
        <w:t>.</w:t>
      </w:r>
    </w:p>
    <w:p w14:paraId="7C26189D" w14:textId="77777777" w:rsidR="006F1ADB" w:rsidRDefault="005A3479" w:rsidP="005A3479">
      <w:proofErr w:type="spellStart"/>
      <w:r>
        <w:lastRenderedPageBreak/>
        <w:t>Arabella</w:t>
      </w:r>
      <w:proofErr w:type="spellEnd"/>
      <w:r>
        <w:t xml:space="preserve"> s</w:t>
      </w:r>
      <w:r w:rsidR="006F1ADB">
        <w:t>’</w:t>
      </w:r>
      <w:r>
        <w:t>en alla</w:t>
      </w:r>
      <w:r w:rsidR="006F1ADB">
        <w:t xml:space="preserve">, </w:t>
      </w:r>
      <w:r>
        <w:t>Jude lui ayant recommandé de ne pas rentrer plus tard que par le train de sept heures</w:t>
      </w:r>
      <w:r w:rsidR="006F1ADB">
        <w:t xml:space="preserve">. </w:t>
      </w:r>
      <w:r>
        <w:t>Quand elle fut partie</w:t>
      </w:r>
      <w:r w:rsidR="006F1ADB">
        <w:t xml:space="preserve">, </w:t>
      </w:r>
      <w:r>
        <w:t>il se dit</w:t>
      </w:r>
      <w:r w:rsidR="006F1ADB">
        <w:t> :</w:t>
      </w:r>
    </w:p>
    <w:p w14:paraId="64847ECD" w14:textId="77777777" w:rsidR="006F1ADB" w:rsidRDefault="006F1ADB" w:rsidP="005A3479">
      <w:r>
        <w:t>— </w:t>
      </w:r>
      <w:r w:rsidR="005A3479">
        <w:t>Pourquoi l</w:t>
      </w:r>
      <w:r>
        <w:t>’</w:t>
      </w:r>
      <w:r w:rsidR="005A3479">
        <w:t>ai-je pressée de revenir à une heure partic</w:t>
      </w:r>
      <w:r w:rsidR="005A3479">
        <w:t>u</w:t>
      </w:r>
      <w:r w:rsidR="005A3479">
        <w:t>lière</w:t>
      </w:r>
      <w:r>
        <w:t xml:space="preserve"> ? </w:t>
      </w:r>
      <w:r w:rsidR="005A3479">
        <w:t>Elle n</w:t>
      </w:r>
      <w:r>
        <w:t>’</w:t>
      </w:r>
      <w:r w:rsidR="005A3479">
        <w:t>est rien pour moi</w:t>
      </w:r>
      <w:r>
        <w:t xml:space="preserve">, </w:t>
      </w:r>
      <w:r w:rsidR="005A3479">
        <w:t>ni l</w:t>
      </w:r>
      <w:r>
        <w:t>’</w:t>
      </w:r>
      <w:r w:rsidR="005A3479">
        <w:t>autre non plus</w:t>
      </w:r>
      <w:r>
        <w:t>.</w:t>
      </w:r>
    </w:p>
    <w:p w14:paraId="31B6DA73" w14:textId="77777777" w:rsidR="006F1ADB" w:rsidRDefault="005A3479" w:rsidP="005A3479">
      <w:r>
        <w:t>Mais après avoir achevé son travail</w:t>
      </w:r>
      <w:r w:rsidR="006F1ADB">
        <w:t xml:space="preserve">, </w:t>
      </w:r>
      <w:r>
        <w:t>il ne put s</w:t>
      </w:r>
      <w:r w:rsidR="006F1ADB">
        <w:t>’</w:t>
      </w:r>
      <w:r>
        <w:t>empêcher d</w:t>
      </w:r>
      <w:r w:rsidR="006F1ADB">
        <w:t>’</w:t>
      </w:r>
      <w:r>
        <w:t>aller à la gare</w:t>
      </w:r>
      <w:r w:rsidR="006F1ADB">
        <w:t xml:space="preserve">, </w:t>
      </w:r>
      <w:r>
        <w:t xml:space="preserve">pour y rencontrer </w:t>
      </w:r>
      <w:proofErr w:type="spellStart"/>
      <w:r>
        <w:t>Arabella</w:t>
      </w:r>
      <w:proofErr w:type="spellEnd"/>
      <w:r w:rsidR="006F1ADB">
        <w:t xml:space="preserve">, </w:t>
      </w:r>
      <w:r>
        <w:t>entraîné par une impatience fiévreuse de recevoir les nouvelles qu</w:t>
      </w:r>
      <w:r w:rsidR="006F1ADB">
        <w:t>’</w:t>
      </w:r>
      <w:r>
        <w:t>elle apport</w:t>
      </w:r>
      <w:r>
        <w:t>e</w:t>
      </w:r>
      <w:r>
        <w:t>rait et d</w:t>
      </w:r>
      <w:r w:rsidR="006F1ADB">
        <w:t>’</w:t>
      </w:r>
      <w:r>
        <w:t>en connaître les pires</w:t>
      </w:r>
      <w:r w:rsidR="006F1ADB">
        <w:t xml:space="preserve">. </w:t>
      </w:r>
      <w:proofErr w:type="spellStart"/>
      <w:r>
        <w:t>Arabella</w:t>
      </w:r>
      <w:proofErr w:type="spellEnd"/>
      <w:r>
        <w:t xml:space="preserve"> qui avait essayé avec succès des fossettes</w:t>
      </w:r>
      <w:r w:rsidR="006F1ADB">
        <w:t xml:space="preserve">, </w:t>
      </w:r>
      <w:r>
        <w:t>pendant le temps du retour</w:t>
      </w:r>
      <w:r w:rsidR="006F1ADB">
        <w:t xml:space="preserve">, </w:t>
      </w:r>
      <w:r>
        <w:t>souriait en sautant hors du wagon</w:t>
      </w:r>
      <w:r w:rsidR="006F1ADB">
        <w:t xml:space="preserve">. </w:t>
      </w:r>
      <w:r>
        <w:t>Il dit simplement</w:t>
      </w:r>
      <w:r w:rsidR="006F1ADB">
        <w:t> :</w:t>
      </w:r>
    </w:p>
    <w:p w14:paraId="1874386E" w14:textId="77777777" w:rsidR="006F1ADB" w:rsidRDefault="006F1ADB" w:rsidP="005A3479">
      <w:r>
        <w:t>— </w:t>
      </w:r>
      <w:r w:rsidR="005A3479">
        <w:t>Eh bien</w:t>
      </w:r>
      <w:r>
        <w:t> ?</w:t>
      </w:r>
    </w:p>
    <w:p w14:paraId="11C84B2F" w14:textId="77777777" w:rsidR="006F1ADB" w:rsidRDefault="006F1ADB" w:rsidP="005A3479">
      <w:r>
        <w:t>— </w:t>
      </w:r>
      <w:r w:rsidR="005A3479">
        <w:t>Ils sont mariés</w:t>
      </w:r>
      <w:r>
        <w:t>.</w:t>
      </w:r>
    </w:p>
    <w:p w14:paraId="291E47AA" w14:textId="77777777" w:rsidR="006F1ADB" w:rsidRDefault="006F1ADB" w:rsidP="005A3479">
      <w:r>
        <w:t>— </w:t>
      </w:r>
      <w:r w:rsidR="005A3479">
        <w:t>Oui</w:t>
      </w:r>
      <w:r>
        <w:t xml:space="preserve">, </w:t>
      </w:r>
      <w:r w:rsidR="005A3479">
        <w:t>naturellement</w:t>
      </w:r>
      <w:r>
        <w:t xml:space="preserve">… </w:t>
      </w:r>
      <w:r w:rsidR="005A3479">
        <w:t>Ils sont mariés</w:t>
      </w:r>
      <w:r>
        <w:t xml:space="preserve">, </w:t>
      </w:r>
      <w:r w:rsidR="005A3479">
        <w:t>répondit-il</w:t>
      </w:r>
      <w:r>
        <w:t>.</w:t>
      </w:r>
    </w:p>
    <w:p w14:paraId="4336D4E7" w14:textId="77777777" w:rsidR="006F1ADB" w:rsidRDefault="005A3479" w:rsidP="005A3479">
      <w:r>
        <w:t>Elle observa cependant le pli dur de sa lèvre</w:t>
      </w:r>
      <w:r w:rsidR="006F1ADB">
        <w:t xml:space="preserve">, </w:t>
      </w:r>
      <w:r>
        <w:t>comme il pa</w:t>
      </w:r>
      <w:r>
        <w:t>r</w:t>
      </w:r>
      <w:r>
        <w:t>lait</w:t>
      </w:r>
      <w:r w:rsidR="006F1ADB">
        <w:t>.</w:t>
      </w:r>
    </w:p>
    <w:p w14:paraId="738E740D" w14:textId="77777777" w:rsidR="006F1ADB" w:rsidRDefault="006F1ADB" w:rsidP="005A3479">
      <w:r>
        <w:t>— </w:t>
      </w:r>
      <w:r w:rsidR="005A3479">
        <w:t>Annie dit qu</w:t>
      </w:r>
      <w:r>
        <w:t>’</w:t>
      </w:r>
      <w:r w:rsidR="005A3479">
        <w:t>elle a appris de Belinda</w:t>
      </w:r>
      <w:r>
        <w:t xml:space="preserve">, </w:t>
      </w:r>
      <w:r w:rsidR="005A3479">
        <w:t xml:space="preserve">sa parente de </w:t>
      </w:r>
      <w:proofErr w:type="spellStart"/>
      <w:r w:rsidR="005A3479">
        <w:t>M</w:t>
      </w:r>
      <w:r w:rsidR="005A3479">
        <w:t>a</w:t>
      </w:r>
      <w:r w:rsidR="005A3479">
        <w:t>rygreen</w:t>
      </w:r>
      <w:proofErr w:type="spellEnd"/>
      <w:r>
        <w:t xml:space="preserve">, </w:t>
      </w:r>
      <w:r w:rsidR="005A3479">
        <w:t>que la cérémonie avait été triste et curieuse à voir</w:t>
      </w:r>
      <w:r>
        <w:t>.</w:t>
      </w:r>
    </w:p>
    <w:p w14:paraId="1889051F" w14:textId="77777777" w:rsidR="006F1ADB" w:rsidRDefault="006F1ADB" w:rsidP="005A3479">
      <w:r>
        <w:t>— </w:t>
      </w:r>
      <w:r w:rsidR="005A3479">
        <w:t>Triste</w:t>
      </w:r>
      <w:r>
        <w:t xml:space="preserve"> ? </w:t>
      </w:r>
      <w:r w:rsidR="005A3479">
        <w:t>Que voulez-vous dire</w:t>
      </w:r>
      <w:r>
        <w:t xml:space="preserve"> ? </w:t>
      </w:r>
      <w:r w:rsidR="005A3479">
        <w:t>Elle désirait se remarier avec lui</w:t>
      </w:r>
      <w:r>
        <w:t xml:space="preserve">, </w:t>
      </w:r>
      <w:r w:rsidR="005A3479">
        <w:t>n</w:t>
      </w:r>
      <w:r>
        <w:t>’</w:t>
      </w:r>
      <w:r w:rsidR="005A3479">
        <w:t>est-ce pas</w:t>
      </w:r>
      <w:r>
        <w:t xml:space="preserve"> ? </w:t>
      </w:r>
      <w:r w:rsidR="005A3479">
        <w:t>et lui avec elle</w:t>
      </w:r>
      <w:r>
        <w:t>…</w:t>
      </w:r>
    </w:p>
    <w:p w14:paraId="2E77FF0B" w14:textId="4C84559C" w:rsidR="006F1ADB" w:rsidRDefault="006F1ADB" w:rsidP="005A3479">
      <w:r>
        <w:t>— </w:t>
      </w:r>
      <w:r w:rsidR="005A3479">
        <w:t>Oui</w:t>
      </w:r>
      <w:r>
        <w:t xml:space="preserve"> ; </w:t>
      </w:r>
      <w:r w:rsidR="005A3479">
        <w:t>c</w:t>
      </w:r>
      <w:r>
        <w:t>’</w:t>
      </w:r>
      <w:r w:rsidR="005A3479">
        <w:t>était ainsi</w:t>
      </w:r>
      <w:r>
        <w:t xml:space="preserve">. </w:t>
      </w:r>
      <w:r w:rsidR="005A3479">
        <w:t>Elle désirait ce mariage à un certain point de vue</w:t>
      </w:r>
      <w:r>
        <w:t xml:space="preserve">, </w:t>
      </w:r>
      <w:r w:rsidR="005A3479">
        <w:t>mais à un autre</w:t>
      </w:r>
      <w:r>
        <w:t xml:space="preserve">, </w:t>
      </w:r>
      <w:r w:rsidR="005A3479">
        <w:t>elle n</w:t>
      </w:r>
      <w:r>
        <w:t>’</w:t>
      </w:r>
      <w:r w:rsidR="005A3479">
        <w:t>y tenait point</w:t>
      </w:r>
      <w:r>
        <w:t>… M</w:t>
      </w:r>
      <w:r w:rsidRPr="006F1ADB">
        <w:rPr>
          <w:vertAlign w:val="superscript"/>
        </w:rPr>
        <w:t>rs</w:t>
      </w:r>
      <w:r>
        <w:t> </w:t>
      </w:r>
      <w:proofErr w:type="spellStart"/>
      <w:r w:rsidR="005A3479">
        <w:t>Edlin</w:t>
      </w:r>
      <w:proofErr w:type="spellEnd"/>
      <w:r w:rsidR="005A3479">
        <w:t xml:space="preserve"> en était toute bouleversée et elle a dit ce qu</w:t>
      </w:r>
      <w:r>
        <w:t>’</w:t>
      </w:r>
      <w:r w:rsidR="005A3479">
        <w:t xml:space="preserve">elle pensait à </w:t>
      </w:r>
      <w:proofErr w:type="spellStart"/>
      <w:r w:rsidR="005A3479">
        <w:t>Phi</w:t>
      </w:r>
      <w:r w:rsidR="005A3479">
        <w:t>l</w:t>
      </w:r>
      <w:r w:rsidR="005A3479">
        <w:t>lotson</w:t>
      </w:r>
      <w:proofErr w:type="spellEnd"/>
      <w:r>
        <w:t xml:space="preserve">. </w:t>
      </w:r>
      <w:r w:rsidR="005A3479">
        <w:t>Mais Sue était si excitée à ce propos qu</w:t>
      </w:r>
      <w:r>
        <w:t>’</w:t>
      </w:r>
      <w:r w:rsidR="005A3479">
        <w:t>elle a jeté au feu son plus beau linge brodé qu</w:t>
      </w:r>
      <w:r>
        <w:t>’</w:t>
      </w:r>
      <w:r w:rsidR="005A3479">
        <w:t>elle avait porté pendant qu</w:t>
      </w:r>
      <w:r>
        <w:t>’</w:t>
      </w:r>
      <w:r w:rsidR="005A3479">
        <w:t>elle était avec vous</w:t>
      </w:r>
      <w:r>
        <w:t xml:space="preserve">, </w:t>
      </w:r>
      <w:r w:rsidR="005A3479">
        <w:t>afin de vous effacer entièrement de sa mémoire</w:t>
      </w:r>
      <w:r>
        <w:t xml:space="preserve">. </w:t>
      </w:r>
      <w:r w:rsidR="005A3479">
        <w:t>C</w:t>
      </w:r>
      <w:r>
        <w:t>’</w:t>
      </w:r>
      <w:r w:rsidR="005A3479">
        <w:t>est bien</w:t>
      </w:r>
      <w:r>
        <w:t xml:space="preserve">… </w:t>
      </w:r>
      <w:r w:rsidR="005A3479">
        <w:t>Si une femme est dans ces sentiments</w:t>
      </w:r>
      <w:r>
        <w:t xml:space="preserve">, </w:t>
      </w:r>
      <w:r w:rsidR="005A3479">
        <w:t>elle doit agir ainsi</w:t>
      </w:r>
      <w:r>
        <w:t xml:space="preserve">. </w:t>
      </w:r>
      <w:r w:rsidR="005A3479">
        <w:t>Je l</w:t>
      </w:r>
      <w:r>
        <w:t>’</w:t>
      </w:r>
      <w:r w:rsidR="005A3479">
        <w:t>approuve pour cela</w:t>
      </w:r>
      <w:r>
        <w:t xml:space="preserve">, </w:t>
      </w:r>
      <w:r w:rsidR="005A3479">
        <w:t>bien que d</w:t>
      </w:r>
      <w:r>
        <w:t>’</w:t>
      </w:r>
      <w:r w:rsidR="005A3479">
        <w:t xml:space="preserve">autres </w:t>
      </w:r>
      <w:r w:rsidR="005A3479">
        <w:lastRenderedPageBreak/>
        <w:t>la blâment</w:t>
      </w:r>
      <w:r>
        <w:t xml:space="preserve">. – </w:t>
      </w:r>
      <w:proofErr w:type="spellStart"/>
      <w:r w:rsidR="005A3479">
        <w:t>Arabella</w:t>
      </w:r>
      <w:proofErr w:type="spellEnd"/>
      <w:r w:rsidR="005A3479">
        <w:t xml:space="preserve"> soupira</w:t>
      </w:r>
      <w:r>
        <w:t xml:space="preserve">. – </w:t>
      </w:r>
      <w:r w:rsidR="005A3479">
        <w:t xml:space="preserve">Elle a senti que </w:t>
      </w:r>
      <w:proofErr w:type="spellStart"/>
      <w:r w:rsidR="005A3479">
        <w:t>Phillotson</w:t>
      </w:r>
      <w:proofErr w:type="spellEnd"/>
      <w:r w:rsidR="005A3479">
        <w:t xml:space="preserve"> seul était son m</w:t>
      </w:r>
      <w:r w:rsidR="005A3479">
        <w:t>a</w:t>
      </w:r>
      <w:r w:rsidR="005A3479">
        <w:t>ri et qu</w:t>
      </w:r>
      <w:r>
        <w:t>’</w:t>
      </w:r>
      <w:r w:rsidR="005A3479">
        <w:t>elle n</w:t>
      </w:r>
      <w:r>
        <w:t>’</w:t>
      </w:r>
      <w:r w:rsidR="005A3479">
        <w:t>appartiendrait à personne d</w:t>
      </w:r>
      <w:r>
        <w:t>’</w:t>
      </w:r>
      <w:r w:rsidR="005A3479">
        <w:t>autre</w:t>
      </w:r>
      <w:r>
        <w:t xml:space="preserve">, </w:t>
      </w:r>
      <w:r w:rsidR="005A3479">
        <w:t>devant Dieu Tout-Puissant</w:t>
      </w:r>
      <w:r>
        <w:t xml:space="preserve">, </w:t>
      </w:r>
      <w:r w:rsidR="005A3479">
        <w:t>tant qu</w:t>
      </w:r>
      <w:r>
        <w:t>’</w:t>
      </w:r>
      <w:r w:rsidR="005A3479">
        <w:t>il vivrait</w:t>
      </w:r>
      <w:r>
        <w:t xml:space="preserve">. </w:t>
      </w:r>
      <w:r w:rsidR="005A3479">
        <w:t>Il y a peut-être une autre femme qui se fait</w:t>
      </w:r>
      <w:r>
        <w:t xml:space="preserve">, </w:t>
      </w:r>
      <w:r w:rsidR="005A3479">
        <w:t>sur elle-même</w:t>
      </w:r>
      <w:r>
        <w:t xml:space="preserve">, </w:t>
      </w:r>
      <w:r w:rsidR="005A3479">
        <w:t>les mêmes réflexions</w:t>
      </w:r>
      <w:r>
        <w:t>.</w:t>
      </w:r>
    </w:p>
    <w:p w14:paraId="69F92698" w14:textId="77777777" w:rsidR="006F1ADB" w:rsidRDefault="005A3479" w:rsidP="005A3479">
      <w:proofErr w:type="spellStart"/>
      <w:r>
        <w:t>Arabella</w:t>
      </w:r>
      <w:proofErr w:type="spellEnd"/>
      <w:r>
        <w:t xml:space="preserve"> soupira encore</w:t>
      </w:r>
      <w:r w:rsidR="006F1ADB">
        <w:t>.</w:t>
      </w:r>
    </w:p>
    <w:p w14:paraId="441CDB62" w14:textId="77777777" w:rsidR="006F1ADB" w:rsidRDefault="006F1ADB" w:rsidP="005A3479">
      <w:r>
        <w:t>— </w:t>
      </w:r>
      <w:r w:rsidR="005A3479">
        <w:t>Je hais toute espèce d</w:t>
      </w:r>
      <w:r>
        <w:t>’</w:t>
      </w:r>
      <w:r w:rsidR="005A3479">
        <w:t>hypocrisie</w:t>
      </w:r>
      <w:r>
        <w:t xml:space="preserve">, </w:t>
      </w:r>
      <w:r w:rsidR="005A3479">
        <w:t>clama Jude</w:t>
      </w:r>
      <w:r>
        <w:t>.</w:t>
      </w:r>
    </w:p>
    <w:p w14:paraId="38A8CEC4" w14:textId="77777777" w:rsidR="006F1ADB" w:rsidRDefault="006F1ADB" w:rsidP="005A3479">
      <w:r>
        <w:t>— </w:t>
      </w:r>
      <w:r w:rsidR="005A3479">
        <w:t>Ce n</w:t>
      </w:r>
      <w:r>
        <w:t>’</w:t>
      </w:r>
      <w:r w:rsidR="005A3479">
        <w:t>est pas de l</w:t>
      </w:r>
      <w:r>
        <w:t>’</w:t>
      </w:r>
      <w:r w:rsidR="005A3479">
        <w:t>hypocrisie</w:t>
      </w:r>
      <w:r>
        <w:t xml:space="preserve">, </w:t>
      </w:r>
      <w:r w:rsidR="005A3479">
        <w:t xml:space="preserve">dit </w:t>
      </w:r>
      <w:proofErr w:type="spellStart"/>
      <w:r w:rsidR="005A3479">
        <w:t>Arabella</w:t>
      </w:r>
      <w:proofErr w:type="spellEnd"/>
      <w:r>
        <w:t xml:space="preserve">. </w:t>
      </w:r>
      <w:r w:rsidR="005A3479">
        <w:t>Je sens exact</w:t>
      </w:r>
      <w:r w:rsidR="005A3479">
        <w:t>e</w:t>
      </w:r>
      <w:r w:rsidR="005A3479">
        <w:t>ment comme elle</w:t>
      </w:r>
      <w:r>
        <w:t>.</w:t>
      </w:r>
    </w:p>
    <w:p w14:paraId="0ADA1D6C" w14:textId="77777777" w:rsidR="006F1ADB" w:rsidRDefault="005A3479" w:rsidP="005A3479">
      <w:r>
        <w:t>Il mit fin à cette conversation par cette remarque abrupte</w:t>
      </w:r>
      <w:r w:rsidR="006F1ADB">
        <w:t> :</w:t>
      </w:r>
    </w:p>
    <w:p w14:paraId="711AB169" w14:textId="77777777" w:rsidR="006F1ADB" w:rsidRDefault="006F1ADB" w:rsidP="005A3479">
      <w:r>
        <w:t>— </w:t>
      </w:r>
      <w:r w:rsidR="005A3479">
        <w:t>Eh bien</w:t>
      </w:r>
      <w:r>
        <w:t xml:space="preserve">, </w:t>
      </w:r>
      <w:r w:rsidR="005A3479">
        <w:t>maintenant je sais ce que je voulais savoir</w:t>
      </w:r>
      <w:r>
        <w:t xml:space="preserve">. </w:t>
      </w:r>
      <w:r w:rsidR="005A3479">
        <w:t>Grand merci du renseignement</w:t>
      </w:r>
      <w:r>
        <w:t xml:space="preserve">. </w:t>
      </w:r>
      <w:r w:rsidR="005A3479">
        <w:t>Je ne rentrerai pas encore à mon logement</w:t>
      </w:r>
      <w:r>
        <w:t>.</w:t>
      </w:r>
    </w:p>
    <w:p w14:paraId="49C3F0B3" w14:textId="77777777" w:rsidR="006F1ADB" w:rsidRDefault="005A3479" w:rsidP="005A3479">
      <w:r>
        <w:t>Et il la quitta aussitôt</w:t>
      </w:r>
      <w:r w:rsidR="006F1ADB">
        <w:t>.</w:t>
      </w:r>
    </w:p>
    <w:p w14:paraId="002C968E" w14:textId="77777777" w:rsidR="006F1ADB" w:rsidRDefault="006F1ADB" w:rsidP="005A3479">
      <w:r>
        <w:t xml:space="preserve">… </w:t>
      </w:r>
      <w:r w:rsidR="005A3479">
        <w:t>La soirée s</w:t>
      </w:r>
      <w:r>
        <w:t>’</w:t>
      </w:r>
      <w:r w:rsidR="005A3479">
        <w:t>écoula et Jude ne revint pas chez lui</w:t>
      </w:r>
      <w:r>
        <w:t xml:space="preserve">. </w:t>
      </w:r>
      <w:r w:rsidR="005A3479">
        <w:t>À neuf heures et demie</w:t>
      </w:r>
      <w:r>
        <w:t xml:space="preserve">, </w:t>
      </w:r>
      <w:proofErr w:type="spellStart"/>
      <w:r w:rsidR="005A3479">
        <w:t>Arabella</w:t>
      </w:r>
      <w:proofErr w:type="spellEnd"/>
      <w:r w:rsidR="005A3479">
        <w:t xml:space="preserve"> sortit elle-même</w:t>
      </w:r>
      <w:r>
        <w:t xml:space="preserve">, </w:t>
      </w:r>
      <w:r w:rsidR="005A3479">
        <w:t>se dirigeant d</w:t>
      </w:r>
      <w:r>
        <w:t>’</w:t>
      </w:r>
      <w:r w:rsidR="005A3479">
        <w:t>abord vers un quartier éloigné</w:t>
      </w:r>
      <w:r>
        <w:t xml:space="preserve">, </w:t>
      </w:r>
      <w:r w:rsidR="005A3479">
        <w:t>près de la rivière</w:t>
      </w:r>
      <w:r>
        <w:t xml:space="preserve">, </w:t>
      </w:r>
      <w:r w:rsidR="005A3479">
        <w:t>où son père avait o</w:t>
      </w:r>
      <w:r w:rsidR="005A3479">
        <w:t>u</w:t>
      </w:r>
      <w:r w:rsidR="005A3479">
        <w:t>vert récemment une misérable petite charcuterie</w:t>
      </w:r>
      <w:r>
        <w:t>.</w:t>
      </w:r>
    </w:p>
    <w:p w14:paraId="7AA55E42" w14:textId="77777777" w:rsidR="006F1ADB" w:rsidRDefault="006F1ADB" w:rsidP="005A3479">
      <w:r>
        <w:t>— </w:t>
      </w:r>
      <w:r w:rsidR="005A3479">
        <w:t>Eh bien</w:t>
      </w:r>
      <w:r>
        <w:t xml:space="preserve">, </w:t>
      </w:r>
      <w:r w:rsidR="005A3479">
        <w:t>lui dit-elle</w:t>
      </w:r>
      <w:r>
        <w:t xml:space="preserve">, </w:t>
      </w:r>
      <w:r w:rsidR="005A3479">
        <w:t>malgré la scène que vous m</w:t>
      </w:r>
      <w:r>
        <w:t>’</w:t>
      </w:r>
      <w:r w:rsidR="005A3479">
        <w:t>avez faite ce soir</w:t>
      </w:r>
      <w:r>
        <w:t xml:space="preserve">, </w:t>
      </w:r>
      <w:r w:rsidR="005A3479">
        <w:t>je suis revenue parce que j</w:t>
      </w:r>
      <w:r>
        <w:t>’</w:t>
      </w:r>
      <w:r w:rsidR="005A3479">
        <w:t>avais quelque chose à vous dire</w:t>
      </w:r>
      <w:r>
        <w:t xml:space="preserve">. </w:t>
      </w:r>
      <w:r w:rsidR="005A3479">
        <w:t>Je pense que je serai mariée et établie encore une fois</w:t>
      </w:r>
      <w:r>
        <w:t xml:space="preserve">. </w:t>
      </w:r>
      <w:r w:rsidR="005A3479">
        <w:t>Seulement vous devez m</w:t>
      </w:r>
      <w:r>
        <w:t>’</w:t>
      </w:r>
      <w:r w:rsidR="005A3479">
        <w:t>aider et vous ne pouvez pas moins faire</w:t>
      </w:r>
      <w:r>
        <w:t xml:space="preserve">, </w:t>
      </w:r>
      <w:r w:rsidR="005A3479">
        <w:t>après le secours que je vous ai apporté</w:t>
      </w:r>
      <w:r>
        <w:t>.</w:t>
      </w:r>
    </w:p>
    <w:p w14:paraId="59DE7676" w14:textId="77777777" w:rsidR="006F1ADB" w:rsidRDefault="006F1ADB" w:rsidP="005A3479">
      <w:r>
        <w:t>— </w:t>
      </w:r>
      <w:r w:rsidR="005A3479">
        <w:t>Je ferai n</w:t>
      </w:r>
      <w:r>
        <w:t>’</w:t>
      </w:r>
      <w:r w:rsidR="005A3479">
        <w:t>importe quoi pour ne plus vous avoir sur les bras</w:t>
      </w:r>
      <w:r>
        <w:t>.</w:t>
      </w:r>
    </w:p>
    <w:p w14:paraId="54BF1959" w14:textId="77777777" w:rsidR="006F1ADB" w:rsidRDefault="006F1ADB" w:rsidP="005A3479">
      <w:r>
        <w:lastRenderedPageBreak/>
        <w:t>— </w:t>
      </w:r>
      <w:r w:rsidR="005A3479">
        <w:t>Très bien</w:t>
      </w:r>
      <w:r>
        <w:t xml:space="preserve">. </w:t>
      </w:r>
      <w:r w:rsidR="005A3479">
        <w:t>Je vais aller voir ce que devient mon jeune homme</w:t>
      </w:r>
      <w:r>
        <w:t xml:space="preserve">. </w:t>
      </w:r>
      <w:r w:rsidR="005A3479">
        <w:t>Il a filé</w:t>
      </w:r>
      <w:r>
        <w:t xml:space="preserve">, </w:t>
      </w:r>
      <w:r w:rsidR="005A3479">
        <w:t>je le crains</w:t>
      </w:r>
      <w:r>
        <w:t xml:space="preserve">, </w:t>
      </w:r>
      <w:r w:rsidR="005A3479">
        <w:t>et il faut que je le ramène à la ma</w:t>
      </w:r>
      <w:r w:rsidR="005A3479">
        <w:t>i</w:t>
      </w:r>
      <w:r w:rsidR="005A3479">
        <w:t>son</w:t>
      </w:r>
      <w:r>
        <w:t xml:space="preserve">. </w:t>
      </w:r>
      <w:r w:rsidR="005A3479">
        <w:t>Tout ce que je vous demande</w:t>
      </w:r>
      <w:r>
        <w:t xml:space="preserve">, </w:t>
      </w:r>
      <w:r w:rsidR="005A3479">
        <w:t>c</w:t>
      </w:r>
      <w:r>
        <w:t>’</w:t>
      </w:r>
      <w:r w:rsidR="005A3479">
        <w:t>est de ne pas fermer la porte cette nuit</w:t>
      </w:r>
      <w:r>
        <w:t xml:space="preserve">, </w:t>
      </w:r>
      <w:r w:rsidR="005A3479">
        <w:t>dans le cas où je devrais coucher ici et assez tard</w:t>
      </w:r>
      <w:r>
        <w:t>.</w:t>
      </w:r>
    </w:p>
    <w:p w14:paraId="1CDD5EAB" w14:textId="77777777" w:rsidR="006F1ADB" w:rsidRDefault="005A3479" w:rsidP="005A3479">
      <w:r>
        <w:t>Elle repartit donc et</w:t>
      </w:r>
      <w:r w:rsidR="006F1ADB">
        <w:t xml:space="preserve">, </w:t>
      </w:r>
      <w:r>
        <w:t>d</w:t>
      </w:r>
      <w:r w:rsidR="006F1ADB">
        <w:t>’</w:t>
      </w:r>
      <w:r>
        <w:t>abord</w:t>
      </w:r>
      <w:r w:rsidR="006F1ADB">
        <w:t xml:space="preserve">, </w:t>
      </w:r>
      <w:r>
        <w:t>revint chez Jude pour s</w:t>
      </w:r>
      <w:r w:rsidR="006F1ADB">
        <w:t>’</w:t>
      </w:r>
      <w:r>
        <w:t>assurer qu</w:t>
      </w:r>
      <w:r w:rsidR="006F1ADB">
        <w:t>’</w:t>
      </w:r>
      <w:r>
        <w:t>il n</w:t>
      </w:r>
      <w:r w:rsidR="006F1ADB">
        <w:t>’</w:t>
      </w:r>
      <w:r>
        <w:t>était pas rentré</w:t>
      </w:r>
      <w:r w:rsidR="006F1ADB">
        <w:t xml:space="preserve"> ; </w:t>
      </w:r>
      <w:r>
        <w:t>puis elle commença ses r</w:t>
      </w:r>
      <w:r>
        <w:t>e</w:t>
      </w:r>
      <w:r>
        <w:t>cherches</w:t>
      </w:r>
      <w:r w:rsidR="006F1ADB">
        <w:t xml:space="preserve">. </w:t>
      </w:r>
      <w:r>
        <w:t>Ses présomptions sagaces au sujet de la première course que Jude avait dû faire la conduisirent à la taverne qu</w:t>
      </w:r>
      <w:r w:rsidR="006F1ADB">
        <w:t>’</w:t>
      </w:r>
      <w:r>
        <w:t>il fréquentait autrefois</w:t>
      </w:r>
      <w:r w:rsidR="006F1ADB">
        <w:t xml:space="preserve">, </w:t>
      </w:r>
      <w:r>
        <w:t>et où elle-même avait été servante</w:t>
      </w:r>
      <w:r w:rsidR="006F1ADB">
        <w:t xml:space="preserve">. </w:t>
      </w:r>
      <w:r>
        <w:t>Elle n</w:t>
      </w:r>
      <w:r w:rsidR="006F1ADB">
        <w:t>’</w:t>
      </w:r>
      <w:r>
        <w:t xml:space="preserve">avait pas plutôt ouvert la porte du </w:t>
      </w:r>
      <w:r w:rsidR="006F1ADB">
        <w:t>« </w:t>
      </w:r>
      <w:proofErr w:type="spellStart"/>
      <w:r>
        <w:t>Private</w:t>
      </w:r>
      <w:proofErr w:type="spellEnd"/>
      <w:r>
        <w:t xml:space="preserve"> bar</w:t>
      </w:r>
      <w:r w:rsidR="006F1ADB">
        <w:t> »</w:t>
      </w:r>
      <w:r>
        <w:t xml:space="preserve"> quelle ape</w:t>
      </w:r>
      <w:r>
        <w:t>r</w:t>
      </w:r>
      <w:r>
        <w:t>çut Jude assis dans l</w:t>
      </w:r>
      <w:r w:rsidR="006F1ADB">
        <w:t>’</w:t>
      </w:r>
      <w:r>
        <w:t>ombre</w:t>
      </w:r>
      <w:r w:rsidR="006F1ADB">
        <w:t xml:space="preserve">, </w:t>
      </w:r>
      <w:r>
        <w:t>au revers d</w:t>
      </w:r>
      <w:r w:rsidR="006F1ADB">
        <w:t>’</w:t>
      </w:r>
      <w:r>
        <w:t>un compartiment</w:t>
      </w:r>
      <w:r w:rsidR="006F1ADB">
        <w:t xml:space="preserve">, </w:t>
      </w:r>
      <w:r>
        <w:t>ses yeux fixés sur le parquet avec un regard de stupeur découragée</w:t>
      </w:r>
      <w:r w:rsidR="006F1ADB">
        <w:t xml:space="preserve">. </w:t>
      </w:r>
      <w:r>
        <w:t>En ce moment</w:t>
      </w:r>
      <w:r w:rsidR="006F1ADB">
        <w:t xml:space="preserve">, </w:t>
      </w:r>
      <w:r>
        <w:t>il ne buvait que de l</w:t>
      </w:r>
      <w:r w:rsidR="006F1ADB">
        <w:t>’</w:t>
      </w:r>
      <w:r>
        <w:t>ale</w:t>
      </w:r>
      <w:r w:rsidR="006F1ADB">
        <w:t xml:space="preserve">, </w:t>
      </w:r>
      <w:r>
        <w:t>et rien de plus fort</w:t>
      </w:r>
      <w:r w:rsidR="006F1ADB">
        <w:t xml:space="preserve">. </w:t>
      </w:r>
      <w:r>
        <w:t xml:space="preserve">Il ne remarqua pas </w:t>
      </w:r>
      <w:proofErr w:type="spellStart"/>
      <w:r>
        <w:t>Arabella</w:t>
      </w:r>
      <w:proofErr w:type="spellEnd"/>
      <w:r w:rsidR="006F1ADB">
        <w:t xml:space="preserve"> ; </w:t>
      </w:r>
      <w:r>
        <w:t>elle entra et s</w:t>
      </w:r>
      <w:r w:rsidR="006F1ADB">
        <w:t>’</w:t>
      </w:r>
      <w:r>
        <w:t>assit à côté de lui</w:t>
      </w:r>
      <w:r w:rsidR="006F1ADB">
        <w:t>.</w:t>
      </w:r>
    </w:p>
    <w:p w14:paraId="646B3F2C" w14:textId="77777777" w:rsidR="006F1ADB" w:rsidRDefault="005A3479" w:rsidP="005A3479">
      <w:r>
        <w:t>Jude regarda et dit</w:t>
      </w:r>
      <w:r w:rsidR="006F1ADB">
        <w:t xml:space="preserve">, </w:t>
      </w:r>
      <w:r>
        <w:t>sans surprise</w:t>
      </w:r>
      <w:r w:rsidR="006F1ADB">
        <w:t> :</w:t>
      </w:r>
    </w:p>
    <w:p w14:paraId="5D7D1482" w14:textId="77777777" w:rsidR="006F1ADB" w:rsidRDefault="006F1ADB" w:rsidP="005A3479">
      <w:r>
        <w:t>— </w:t>
      </w:r>
      <w:r w:rsidR="005A3479">
        <w:t>Vous venez prendre quelque chose</w:t>
      </w:r>
      <w:r>
        <w:t xml:space="preserve">, </w:t>
      </w:r>
      <w:proofErr w:type="spellStart"/>
      <w:r w:rsidR="005A3479">
        <w:t>Arabella</w:t>
      </w:r>
      <w:proofErr w:type="spellEnd"/>
      <w:r>
        <w:t xml:space="preserve"> ?… </w:t>
      </w:r>
      <w:r w:rsidR="005A3479">
        <w:t>J</w:t>
      </w:r>
      <w:r>
        <w:t>’</w:t>
      </w:r>
      <w:r w:rsidR="005A3479">
        <w:t>essaie de l</w:t>
      </w:r>
      <w:r>
        <w:t>’</w:t>
      </w:r>
      <w:r w:rsidR="005A3479">
        <w:t>oublier</w:t>
      </w:r>
      <w:r>
        <w:t xml:space="preserve"> : </w:t>
      </w:r>
      <w:r w:rsidR="005A3479">
        <w:t>c</w:t>
      </w:r>
      <w:r>
        <w:t>’</w:t>
      </w:r>
      <w:r w:rsidR="005A3479">
        <w:t>est tout</w:t>
      </w:r>
      <w:r>
        <w:t xml:space="preserve">. </w:t>
      </w:r>
      <w:r w:rsidR="005A3479">
        <w:t>Mais je ne peux pas</w:t>
      </w:r>
      <w:r>
        <w:t xml:space="preserve"> ; </w:t>
      </w:r>
      <w:r w:rsidR="005A3479">
        <w:t>et je vais rentrer</w:t>
      </w:r>
      <w:r>
        <w:t>.</w:t>
      </w:r>
    </w:p>
    <w:p w14:paraId="70A0D910" w14:textId="77777777" w:rsidR="006F1ADB" w:rsidRDefault="005A3479" w:rsidP="005A3479">
      <w:r>
        <w:t>Elle vit qu</w:t>
      </w:r>
      <w:r w:rsidR="006F1ADB">
        <w:t>’</w:t>
      </w:r>
      <w:r>
        <w:t>il avait une pointe d</w:t>
      </w:r>
      <w:r w:rsidR="006F1ADB">
        <w:t>’</w:t>
      </w:r>
      <w:r>
        <w:t>ivresse</w:t>
      </w:r>
      <w:r w:rsidR="006F1ADB">
        <w:t xml:space="preserve">, </w:t>
      </w:r>
      <w:r>
        <w:t>très légère encore</w:t>
      </w:r>
      <w:r w:rsidR="006F1ADB">
        <w:t>.</w:t>
      </w:r>
    </w:p>
    <w:p w14:paraId="4D6004C0" w14:textId="77777777" w:rsidR="006F1ADB" w:rsidRDefault="006F1ADB" w:rsidP="005A3479">
      <w:r>
        <w:t>— </w:t>
      </w:r>
      <w:r w:rsidR="005A3479">
        <w:t>Je suis uniquement venue pour vous</w:t>
      </w:r>
      <w:r>
        <w:t xml:space="preserve">, </w:t>
      </w:r>
      <w:r w:rsidR="005A3479">
        <w:t>mon cher garçon</w:t>
      </w:r>
      <w:r>
        <w:t xml:space="preserve">. </w:t>
      </w:r>
      <w:r w:rsidR="005A3479">
        <w:t>Vous n</w:t>
      </w:r>
      <w:r>
        <w:t>’</w:t>
      </w:r>
      <w:r w:rsidR="005A3479">
        <w:t>êtes pas bien</w:t>
      </w:r>
      <w:r>
        <w:t xml:space="preserve">. </w:t>
      </w:r>
      <w:r w:rsidR="005A3479">
        <w:t>Maintenant</w:t>
      </w:r>
      <w:r>
        <w:t xml:space="preserve">, </w:t>
      </w:r>
      <w:r w:rsidR="005A3479">
        <w:t>il faut prendre quelque chose de meilleur que ça</w:t>
      </w:r>
      <w:r>
        <w:t>.</w:t>
      </w:r>
    </w:p>
    <w:p w14:paraId="4680F609" w14:textId="77777777" w:rsidR="006F1ADB" w:rsidRDefault="005A3479" w:rsidP="005A3479">
      <w:proofErr w:type="spellStart"/>
      <w:r>
        <w:t>Arabella</w:t>
      </w:r>
      <w:proofErr w:type="spellEnd"/>
      <w:r>
        <w:t xml:space="preserve"> fit un signe à la servante</w:t>
      </w:r>
      <w:r w:rsidR="006F1ADB">
        <w:t>.</w:t>
      </w:r>
    </w:p>
    <w:p w14:paraId="262EEAE6" w14:textId="77777777" w:rsidR="006F1ADB" w:rsidRDefault="006F1ADB" w:rsidP="005A3479">
      <w:r>
        <w:t>— </w:t>
      </w:r>
      <w:r w:rsidR="005A3479">
        <w:t>Vous boirez des liqueurs</w:t>
      </w:r>
      <w:r>
        <w:t xml:space="preserve">, </w:t>
      </w:r>
      <w:r w:rsidR="005A3479">
        <w:t>cela convient mieux que la bière à un homme de votre éducation</w:t>
      </w:r>
      <w:r>
        <w:t xml:space="preserve">. </w:t>
      </w:r>
      <w:r w:rsidR="005A3479">
        <w:t>Vous prendrez du mara</w:t>
      </w:r>
      <w:r w:rsidR="005A3479">
        <w:t>s</w:t>
      </w:r>
      <w:r w:rsidR="005A3479">
        <w:t>quin</w:t>
      </w:r>
      <w:r>
        <w:t xml:space="preserve">, </w:t>
      </w:r>
      <w:r w:rsidR="005A3479">
        <w:t>du curaçao doux ou fort</w:t>
      </w:r>
      <w:r>
        <w:t xml:space="preserve">, </w:t>
      </w:r>
      <w:r w:rsidR="005A3479">
        <w:t>du cherry brandy</w:t>
      </w:r>
      <w:r>
        <w:t xml:space="preserve">. </w:t>
      </w:r>
      <w:r w:rsidR="005A3479">
        <w:t>Je veux vous régaler</w:t>
      </w:r>
      <w:r>
        <w:t xml:space="preserve">, </w:t>
      </w:r>
      <w:r w:rsidR="005A3479">
        <w:t>pauvre camarade</w:t>
      </w:r>
      <w:r>
        <w:t>.</w:t>
      </w:r>
    </w:p>
    <w:p w14:paraId="2F6F5A7A" w14:textId="77777777" w:rsidR="006F1ADB" w:rsidRDefault="006F1ADB" w:rsidP="005A3479">
      <w:r>
        <w:lastRenderedPageBreak/>
        <w:t>— </w:t>
      </w:r>
      <w:r w:rsidR="005A3479">
        <w:t>N</w:t>
      </w:r>
      <w:r>
        <w:t>’</w:t>
      </w:r>
      <w:r w:rsidR="005A3479">
        <w:t>importe quoi</w:t>
      </w:r>
      <w:r>
        <w:t xml:space="preserve">. </w:t>
      </w:r>
      <w:r w:rsidR="005A3479">
        <w:t>Demandez du cherry brandy</w:t>
      </w:r>
      <w:r>
        <w:t xml:space="preserve">… </w:t>
      </w:r>
      <w:r w:rsidR="005A3479">
        <w:t>Sue m</w:t>
      </w:r>
      <w:r>
        <w:t>’</w:t>
      </w:r>
      <w:r w:rsidR="005A3479">
        <w:t>a traité méchamment</w:t>
      </w:r>
      <w:r>
        <w:t xml:space="preserve">, </w:t>
      </w:r>
      <w:r w:rsidR="005A3479">
        <w:t>très méchamment</w:t>
      </w:r>
      <w:r>
        <w:t xml:space="preserve">. </w:t>
      </w:r>
      <w:r w:rsidR="005A3479">
        <w:t>Je n</w:t>
      </w:r>
      <w:r>
        <w:t>’</w:t>
      </w:r>
      <w:r w:rsidR="005A3479">
        <w:t>attendais pas cela de Sue</w:t>
      </w:r>
      <w:r>
        <w:t xml:space="preserve">. </w:t>
      </w:r>
      <w:r w:rsidR="005A3479">
        <w:t>Je m</w:t>
      </w:r>
      <w:r>
        <w:t>’</w:t>
      </w:r>
      <w:r w:rsidR="005A3479">
        <w:t>étais attaché à elle</w:t>
      </w:r>
      <w:r>
        <w:t xml:space="preserve"> ; </w:t>
      </w:r>
      <w:r w:rsidR="005A3479">
        <w:t>elle aurait dû s</w:t>
      </w:r>
      <w:r>
        <w:t>’</w:t>
      </w:r>
      <w:r w:rsidR="005A3479">
        <w:t>attacher à moi</w:t>
      </w:r>
      <w:r>
        <w:t xml:space="preserve">. </w:t>
      </w:r>
      <w:r w:rsidR="005A3479">
        <w:t>J</w:t>
      </w:r>
      <w:r>
        <w:t>’</w:t>
      </w:r>
      <w:r w:rsidR="005A3479">
        <w:t>aurais vendu mon âme pour son salut</w:t>
      </w:r>
      <w:r>
        <w:t xml:space="preserve">, </w:t>
      </w:r>
      <w:r w:rsidR="005A3479">
        <w:t>et elle n</w:t>
      </w:r>
      <w:r>
        <w:t>’</w:t>
      </w:r>
      <w:r w:rsidR="005A3479">
        <w:t>aurait pas ri</w:t>
      </w:r>
      <w:r w:rsidR="005A3479">
        <w:t>s</w:t>
      </w:r>
      <w:r w:rsidR="005A3479">
        <w:t>qué pour moi un atome d</w:t>
      </w:r>
      <w:r>
        <w:t>’</w:t>
      </w:r>
      <w:r w:rsidR="005A3479">
        <w:t>elle-même</w:t>
      </w:r>
      <w:r>
        <w:t xml:space="preserve">. </w:t>
      </w:r>
      <w:r w:rsidR="005A3479">
        <w:t>Pour sauver son âme</w:t>
      </w:r>
      <w:r>
        <w:t xml:space="preserve">, </w:t>
      </w:r>
      <w:r w:rsidR="005A3479">
        <w:t>elle laissait la mienne se damner</w:t>
      </w:r>
      <w:r>
        <w:t xml:space="preserve"> !… </w:t>
      </w:r>
      <w:r w:rsidR="005A3479">
        <w:t>Mais ce n</w:t>
      </w:r>
      <w:r>
        <w:t>’</w:t>
      </w:r>
      <w:r w:rsidR="005A3479">
        <w:t>est pas sa faute</w:t>
      </w:r>
      <w:r>
        <w:t xml:space="preserve">, </w:t>
      </w:r>
      <w:r w:rsidR="005A3479">
        <w:t>pauvre petite fille</w:t>
      </w:r>
      <w:r>
        <w:t xml:space="preserve"> ! </w:t>
      </w:r>
      <w:r w:rsidR="005A3479">
        <w:t>Je suis sûr que ce n</w:t>
      </w:r>
      <w:r>
        <w:t>’</w:t>
      </w:r>
      <w:r w:rsidR="005A3479">
        <w:t>est pas sa faute</w:t>
      </w:r>
      <w:r>
        <w:t>.</w:t>
      </w:r>
    </w:p>
    <w:p w14:paraId="2AEFA15E" w14:textId="77777777" w:rsidR="006F1ADB" w:rsidRDefault="005A3479" w:rsidP="005A3479">
      <w:r>
        <w:t xml:space="preserve">Il était difficile de savoir par quel moyen </w:t>
      </w:r>
      <w:proofErr w:type="spellStart"/>
      <w:r>
        <w:t>Arabella</w:t>
      </w:r>
      <w:proofErr w:type="spellEnd"/>
      <w:r>
        <w:t xml:space="preserve"> s</w:t>
      </w:r>
      <w:r w:rsidR="006F1ADB">
        <w:t>’</w:t>
      </w:r>
      <w:r>
        <w:t>était procuré de l</w:t>
      </w:r>
      <w:r w:rsidR="006F1ADB">
        <w:t>’</w:t>
      </w:r>
      <w:r>
        <w:t>argent</w:t>
      </w:r>
      <w:r w:rsidR="006F1ADB">
        <w:t xml:space="preserve">, </w:t>
      </w:r>
      <w:r>
        <w:t>mais elle commanda des liqueurs de chaque espèce et paya le tout</w:t>
      </w:r>
      <w:r w:rsidR="006F1ADB">
        <w:t xml:space="preserve">. </w:t>
      </w:r>
      <w:r>
        <w:t>Quand ils eurent bu</w:t>
      </w:r>
      <w:r w:rsidR="006F1ADB">
        <w:t xml:space="preserve">, </w:t>
      </w:r>
      <w:proofErr w:type="spellStart"/>
      <w:r>
        <w:t>Arabella</w:t>
      </w:r>
      <w:proofErr w:type="spellEnd"/>
      <w:r>
        <w:t xml:space="preserve"> proposa autre chose</w:t>
      </w:r>
      <w:r w:rsidR="006F1ADB">
        <w:t xml:space="preserve"> ; </w:t>
      </w:r>
      <w:r>
        <w:t>et Jude eut le plaisir d</w:t>
      </w:r>
      <w:r w:rsidR="006F1ADB">
        <w:t>’</w:t>
      </w:r>
      <w:r>
        <w:t>être conduit à toutes les v</w:t>
      </w:r>
      <w:r>
        <w:t>a</w:t>
      </w:r>
      <w:r>
        <w:t>riétés de dégustation par quelqu</w:t>
      </w:r>
      <w:r w:rsidR="006F1ADB">
        <w:t>’</w:t>
      </w:r>
      <w:r>
        <w:t>un qui les connaissait comme son domaine</w:t>
      </w:r>
      <w:r w:rsidR="006F1ADB">
        <w:t xml:space="preserve">. </w:t>
      </w:r>
      <w:r>
        <w:t>L</w:t>
      </w:r>
      <w:r w:rsidR="006F1ADB">
        <w:t>’</w:t>
      </w:r>
      <w:r>
        <w:t>accent d</w:t>
      </w:r>
      <w:r w:rsidR="006F1ADB">
        <w:t>’</w:t>
      </w:r>
      <w:proofErr w:type="spellStart"/>
      <w:r>
        <w:t>Arabella</w:t>
      </w:r>
      <w:proofErr w:type="spellEnd"/>
      <w:r>
        <w:t xml:space="preserve"> fut uniformément caressant et doucereux cette nuit-là</w:t>
      </w:r>
      <w:r w:rsidR="006F1ADB">
        <w:t xml:space="preserve">, </w:t>
      </w:r>
      <w:r>
        <w:t>et lorsque Jude disait</w:t>
      </w:r>
      <w:r w:rsidR="006F1ADB">
        <w:t> :</w:t>
      </w:r>
    </w:p>
    <w:p w14:paraId="2DF46B93" w14:textId="77777777" w:rsidR="006F1ADB" w:rsidRDefault="006F1ADB" w:rsidP="005A3479">
      <w:r>
        <w:t>— </w:t>
      </w:r>
      <w:r w:rsidR="005A3479">
        <w:t>Je ne m</w:t>
      </w:r>
      <w:r>
        <w:t>’</w:t>
      </w:r>
      <w:r w:rsidR="005A3479">
        <w:t>inquiète pas de ce qui peut m</w:t>
      </w:r>
      <w:r>
        <w:t>’</w:t>
      </w:r>
      <w:r w:rsidR="005A3479">
        <w:t>arriver</w:t>
      </w:r>
      <w:r>
        <w:t xml:space="preserve">, </w:t>
      </w:r>
      <w:r w:rsidR="005A3479">
        <w:t>phrase qu</w:t>
      </w:r>
      <w:r>
        <w:t>’</w:t>
      </w:r>
      <w:r w:rsidR="005A3479">
        <w:t>il répétait sans cesse</w:t>
      </w:r>
      <w:r>
        <w:t xml:space="preserve">, </w:t>
      </w:r>
      <w:r w:rsidR="005A3479">
        <w:t>elle répondait</w:t>
      </w:r>
      <w:r>
        <w:t> :</w:t>
      </w:r>
    </w:p>
    <w:p w14:paraId="7C4C1307" w14:textId="77777777" w:rsidR="006F1ADB" w:rsidRDefault="006F1ADB" w:rsidP="005A3479">
      <w:r>
        <w:t>— </w:t>
      </w:r>
      <w:r w:rsidR="005A3479">
        <w:t>Mais je m</w:t>
      </w:r>
      <w:r>
        <w:t>’</w:t>
      </w:r>
      <w:r w:rsidR="005A3479">
        <w:t>en inquiète beaucoup</w:t>
      </w:r>
      <w:r>
        <w:t>.</w:t>
      </w:r>
    </w:p>
    <w:p w14:paraId="712196E9" w14:textId="77777777" w:rsidR="006F1ADB" w:rsidRDefault="005A3479" w:rsidP="005A3479">
      <w:r>
        <w:t>L</w:t>
      </w:r>
      <w:r w:rsidR="006F1ADB">
        <w:t>’</w:t>
      </w:r>
      <w:r>
        <w:t>heure de la clôture arriva et on les fit sortir</w:t>
      </w:r>
      <w:r w:rsidR="006F1ADB">
        <w:t xml:space="preserve">. </w:t>
      </w:r>
      <w:r>
        <w:t xml:space="preserve">Alors </w:t>
      </w:r>
      <w:proofErr w:type="spellStart"/>
      <w:r>
        <w:t>Arabe</w:t>
      </w:r>
      <w:r>
        <w:t>l</w:t>
      </w:r>
      <w:r>
        <w:t>la</w:t>
      </w:r>
      <w:proofErr w:type="spellEnd"/>
      <w:r>
        <w:t xml:space="preserve"> mit son bras autour de la ceinture de Jude et guida ses pas chancelants</w:t>
      </w:r>
      <w:r w:rsidR="006F1ADB">
        <w:t>.</w:t>
      </w:r>
    </w:p>
    <w:p w14:paraId="1FEA0FF7" w14:textId="77777777" w:rsidR="006F1ADB" w:rsidRDefault="005A3479" w:rsidP="005A3479">
      <w:r>
        <w:t>Comme ils allaient par les rues</w:t>
      </w:r>
      <w:r w:rsidR="006F1ADB">
        <w:t xml:space="preserve">, </w:t>
      </w:r>
      <w:r>
        <w:t>elle dit</w:t>
      </w:r>
      <w:r w:rsidR="006F1ADB">
        <w:t> :</w:t>
      </w:r>
    </w:p>
    <w:p w14:paraId="6CF88476" w14:textId="77777777" w:rsidR="006F1ADB" w:rsidRDefault="006F1ADB" w:rsidP="005A3479">
      <w:r>
        <w:t>— </w:t>
      </w:r>
      <w:r w:rsidR="005A3479">
        <w:t>Je ne sais ce que dira notre propriétaire en voyant que je vous ramène dans cet état</w:t>
      </w:r>
      <w:r>
        <w:t xml:space="preserve">. </w:t>
      </w:r>
      <w:r w:rsidR="005A3479">
        <w:t>Je m</w:t>
      </w:r>
      <w:r>
        <w:t>’</w:t>
      </w:r>
      <w:r w:rsidR="005A3479">
        <w:t>attends à ce que nous restions dehors</w:t>
      </w:r>
      <w:r>
        <w:t xml:space="preserve">, </w:t>
      </w:r>
      <w:r w:rsidR="005A3479">
        <w:t>à moins qu</w:t>
      </w:r>
      <w:r>
        <w:t>’</w:t>
      </w:r>
      <w:r w:rsidR="005A3479">
        <w:t>il ne veuille descendre et nous laisser entrer</w:t>
      </w:r>
      <w:r>
        <w:t>.</w:t>
      </w:r>
    </w:p>
    <w:p w14:paraId="07EAF97B" w14:textId="77777777" w:rsidR="006F1ADB" w:rsidRDefault="006F1ADB" w:rsidP="005A3479">
      <w:r>
        <w:t>— </w:t>
      </w:r>
      <w:r w:rsidR="005A3479">
        <w:t>Je ne sais pas</w:t>
      </w:r>
      <w:r>
        <w:t xml:space="preserve"> ; </w:t>
      </w:r>
      <w:r w:rsidR="005A3479">
        <w:t>je ne sais pas</w:t>
      </w:r>
      <w:r>
        <w:t>.</w:t>
      </w:r>
    </w:p>
    <w:p w14:paraId="0AD547AF" w14:textId="77777777" w:rsidR="006F1ADB" w:rsidRDefault="006F1ADB" w:rsidP="005A3479">
      <w:r>
        <w:lastRenderedPageBreak/>
        <w:t>— </w:t>
      </w:r>
      <w:r w:rsidR="005A3479">
        <w:t>Ce qu</w:t>
      </w:r>
      <w:r>
        <w:t>’</w:t>
      </w:r>
      <w:r w:rsidR="005A3479">
        <w:t>il y a de pire</w:t>
      </w:r>
      <w:r>
        <w:t xml:space="preserve">, </w:t>
      </w:r>
      <w:r w:rsidR="005A3479">
        <w:t>c</w:t>
      </w:r>
      <w:r>
        <w:t>’</w:t>
      </w:r>
      <w:r w:rsidR="005A3479">
        <w:t>est de n</w:t>
      </w:r>
      <w:r>
        <w:t>’</w:t>
      </w:r>
      <w:r w:rsidR="005A3479">
        <w:t>avoir point de maison à soi</w:t>
      </w:r>
      <w:r>
        <w:t xml:space="preserve">. </w:t>
      </w:r>
      <w:r w:rsidR="005A3479">
        <w:t>Je vous dirai</w:t>
      </w:r>
      <w:r>
        <w:t xml:space="preserve">, </w:t>
      </w:r>
      <w:r w:rsidR="005A3479">
        <w:t>Jude</w:t>
      </w:r>
      <w:r>
        <w:t xml:space="preserve">, </w:t>
      </w:r>
      <w:r w:rsidR="005A3479">
        <w:t>ce que nous avons de mieux à faire</w:t>
      </w:r>
      <w:r>
        <w:t xml:space="preserve">. </w:t>
      </w:r>
      <w:r w:rsidR="005A3479">
        <w:t>Allons du côté de chez mon père</w:t>
      </w:r>
      <w:r>
        <w:t xml:space="preserve"> ; </w:t>
      </w:r>
      <w:r w:rsidR="005A3479">
        <w:t>je me suis un peu raccommodée avec lui aujourd</w:t>
      </w:r>
      <w:r>
        <w:t>’</w:t>
      </w:r>
      <w:r w:rsidR="005A3479">
        <w:t>hui</w:t>
      </w:r>
      <w:r>
        <w:t xml:space="preserve">. </w:t>
      </w:r>
      <w:r w:rsidR="005A3479">
        <w:t>Je vous ferai entrer</w:t>
      </w:r>
      <w:r>
        <w:t xml:space="preserve">, </w:t>
      </w:r>
      <w:r w:rsidR="005A3479">
        <w:t>personne ne nous verra</w:t>
      </w:r>
      <w:r>
        <w:t xml:space="preserve">, </w:t>
      </w:r>
      <w:r w:rsidR="005A3479">
        <w:t>et demain matin</w:t>
      </w:r>
      <w:r>
        <w:t xml:space="preserve">, </w:t>
      </w:r>
      <w:r w:rsidR="005A3479">
        <w:t>vous serez d</w:t>
      </w:r>
      <w:r>
        <w:t>’</w:t>
      </w:r>
      <w:r w:rsidR="005A3479">
        <w:t>aplomb</w:t>
      </w:r>
      <w:r>
        <w:t>.</w:t>
      </w:r>
    </w:p>
    <w:p w14:paraId="314EA4BB" w14:textId="77777777" w:rsidR="006F1ADB" w:rsidRDefault="006F1ADB" w:rsidP="005A3479">
      <w:r>
        <w:t>— </w:t>
      </w:r>
      <w:r w:rsidR="005A3479">
        <w:t>N</w:t>
      </w:r>
      <w:r>
        <w:t>’</w:t>
      </w:r>
      <w:r w:rsidR="005A3479">
        <w:t>importe quoi</w:t>
      </w:r>
      <w:r>
        <w:t xml:space="preserve">, </w:t>
      </w:r>
      <w:r w:rsidR="005A3479">
        <w:t>n</w:t>
      </w:r>
      <w:r>
        <w:t>’</w:t>
      </w:r>
      <w:r w:rsidR="005A3479">
        <w:t>importe où</w:t>
      </w:r>
      <w:r>
        <w:t xml:space="preserve">, </w:t>
      </w:r>
      <w:r w:rsidR="005A3479">
        <w:t>répliqua Jude</w:t>
      </w:r>
      <w:r>
        <w:t xml:space="preserve">. </w:t>
      </w:r>
      <w:r w:rsidR="005A3479">
        <w:t>Que diable cela peut-il me faire</w:t>
      </w:r>
      <w:r>
        <w:t> ?</w:t>
      </w:r>
    </w:p>
    <w:p w14:paraId="281650F6" w14:textId="77777777" w:rsidR="006F1ADB" w:rsidRDefault="005A3479" w:rsidP="005A3479">
      <w:r>
        <w:t>Ils cheminèrent ensemble</w:t>
      </w:r>
      <w:r w:rsidR="006F1ADB">
        <w:t xml:space="preserve">, </w:t>
      </w:r>
      <w:r>
        <w:t>comme tout autre couple d</w:t>
      </w:r>
      <w:r w:rsidR="006F1ADB">
        <w:t>’</w:t>
      </w:r>
      <w:r>
        <w:t>ivrognes</w:t>
      </w:r>
      <w:r w:rsidR="006F1ADB">
        <w:t xml:space="preserve">, </w:t>
      </w:r>
      <w:r>
        <w:t>le bras d</w:t>
      </w:r>
      <w:r w:rsidR="006F1ADB">
        <w:t>’</w:t>
      </w:r>
      <w:proofErr w:type="spellStart"/>
      <w:r>
        <w:t>Arabella</w:t>
      </w:r>
      <w:proofErr w:type="spellEnd"/>
      <w:r>
        <w:t xml:space="preserve"> autour de la taille de Jude</w:t>
      </w:r>
      <w:r w:rsidR="006F1ADB">
        <w:t xml:space="preserve">, </w:t>
      </w:r>
      <w:r>
        <w:t>puis</w:t>
      </w:r>
      <w:r w:rsidR="006F1ADB">
        <w:t xml:space="preserve">, </w:t>
      </w:r>
      <w:r>
        <w:t>à la fin</w:t>
      </w:r>
      <w:r w:rsidR="006F1ADB">
        <w:t xml:space="preserve">, </w:t>
      </w:r>
      <w:r>
        <w:t>le bras de Jude autour de la taille d</w:t>
      </w:r>
      <w:r w:rsidR="006F1ADB">
        <w:t>’</w:t>
      </w:r>
      <w:proofErr w:type="spellStart"/>
      <w:r>
        <w:t>Arabella</w:t>
      </w:r>
      <w:proofErr w:type="spellEnd"/>
      <w:r w:rsidR="006F1ADB">
        <w:t xml:space="preserve">. </w:t>
      </w:r>
      <w:r>
        <w:t>Il n</w:t>
      </w:r>
      <w:r w:rsidR="006F1ADB">
        <w:t>’</w:t>
      </w:r>
      <w:r>
        <w:t>y avait là aucune intention amoureuse</w:t>
      </w:r>
      <w:r w:rsidR="006F1ADB">
        <w:t xml:space="preserve"> ; </w:t>
      </w:r>
      <w:r>
        <w:t>mais Jude était faible</w:t>
      </w:r>
      <w:r w:rsidR="006F1ADB">
        <w:t xml:space="preserve">, </w:t>
      </w:r>
      <w:r>
        <w:t>instable</w:t>
      </w:r>
      <w:r w:rsidR="006F1ADB">
        <w:t xml:space="preserve">, </w:t>
      </w:r>
      <w:r>
        <w:t>et il avait besoin d</w:t>
      </w:r>
      <w:r w:rsidR="006F1ADB">
        <w:t>’</w:t>
      </w:r>
      <w:r>
        <w:t>un appui</w:t>
      </w:r>
      <w:r w:rsidR="006F1ADB">
        <w:t>.</w:t>
      </w:r>
    </w:p>
    <w:p w14:paraId="7EEEB8EA" w14:textId="77777777" w:rsidR="006F1ADB" w:rsidRDefault="006F1ADB" w:rsidP="005A3479">
      <w:r>
        <w:t xml:space="preserve">… </w:t>
      </w:r>
      <w:r w:rsidR="005A3479">
        <w:t>Quand ils furent arrivés chez le père d</w:t>
      </w:r>
      <w:r>
        <w:t>’</w:t>
      </w:r>
      <w:proofErr w:type="spellStart"/>
      <w:r w:rsidR="005A3479">
        <w:t>Arabella</w:t>
      </w:r>
      <w:proofErr w:type="spellEnd"/>
      <w:r>
        <w:t xml:space="preserve">, </w:t>
      </w:r>
      <w:r w:rsidR="005A3479">
        <w:t>elle o</w:t>
      </w:r>
      <w:r w:rsidR="005A3479">
        <w:t>u</w:t>
      </w:r>
      <w:r w:rsidR="005A3479">
        <w:t>vrit doucement la porte</w:t>
      </w:r>
      <w:r>
        <w:t xml:space="preserve">, </w:t>
      </w:r>
      <w:r w:rsidR="005A3479">
        <w:t>cherchant une lumière à tâtons</w:t>
      </w:r>
      <w:r>
        <w:t>.</w:t>
      </w:r>
    </w:p>
    <w:p w14:paraId="4E09C658" w14:textId="77777777" w:rsidR="006F1ADB" w:rsidRDefault="005A3479" w:rsidP="005A3479">
      <w:r>
        <w:t>Les circonstances n</w:t>
      </w:r>
      <w:r w:rsidR="006F1ADB">
        <w:t>’</w:t>
      </w:r>
      <w:r>
        <w:t xml:space="preserve">étaient pas absolument différentes de celles qui avaient marqué leur entrée dans le cottage de </w:t>
      </w:r>
      <w:proofErr w:type="spellStart"/>
      <w:r>
        <w:t>Cresscombe</w:t>
      </w:r>
      <w:proofErr w:type="spellEnd"/>
      <w:r w:rsidR="006F1ADB">
        <w:t xml:space="preserve">, </w:t>
      </w:r>
      <w:r>
        <w:t>bien longtemps auparavant</w:t>
      </w:r>
      <w:r w:rsidR="006F1ADB">
        <w:t xml:space="preserve">. </w:t>
      </w:r>
      <w:r>
        <w:t>Et peut-être les inte</w:t>
      </w:r>
      <w:r>
        <w:t>n</w:t>
      </w:r>
      <w:r>
        <w:t>tions d</w:t>
      </w:r>
      <w:r w:rsidR="006F1ADB">
        <w:t>’</w:t>
      </w:r>
      <w:proofErr w:type="spellStart"/>
      <w:r>
        <w:t>Arabella</w:t>
      </w:r>
      <w:proofErr w:type="spellEnd"/>
      <w:r>
        <w:t xml:space="preserve"> étaient à peu près les mêmes</w:t>
      </w:r>
      <w:r w:rsidR="006F1ADB">
        <w:t xml:space="preserve">. </w:t>
      </w:r>
      <w:r>
        <w:t>Mais Jude n</w:t>
      </w:r>
      <w:r w:rsidR="006F1ADB">
        <w:t>’</w:t>
      </w:r>
      <w:r>
        <w:t>y songeait guère</w:t>
      </w:r>
      <w:r w:rsidR="006F1ADB">
        <w:t xml:space="preserve">, </w:t>
      </w:r>
      <w:r>
        <w:t>bien qu</w:t>
      </w:r>
      <w:r w:rsidR="006F1ADB">
        <w:t>’</w:t>
      </w:r>
      <w:r>
        <w:t>elle-même y pensât</w:t>
      </w:r>
      <w:r w:rsidR="006F1ADB">
        <w:t>.</w:t>
      </w:r>
    </w:p>
    <w:p w14:paraId="0ABFD01F" w14:textId="77777777" w:rsidR="006F1ADB" w:rsidRDefault="006F1ADB" w:rsidP="005A3479">
      <w:r>
        <w:t>— </w:t>
      </w:r>
      <w:r w:rsidR="005A3479">
        <w:t>Je ne puis trouver les allumettes</w:t>
      </w:r>
      <w:r>
        <w:t xml:space="preserve">, </w:t>
      </w:r>
      <w:r w:rsidR="005A3479">
        <w:t>chéri</w:t>
      </w:r>
      <w:r>
        <w:t xml:space="preserve">, </w:t>
      </w:r>
      <w:r w:rsidR="005A3479">
        <w:t>dit-elle quand elle eut refermé la porte</w:t>
      </w:r>
      <w:r>
        <w:t xml:space="preserve">. </w:t>
      </w:r>
      <w:r w:rsidR="005A3479">
        <w:t>Mais n</w:t>
      </w:r>
      <w:r>
        <w:t>’</w:t>
      </w:r>
      <w:r w:rsidR="005A3479">
        <w:t>importe</w:t>
      </w:r>
      <w:r>
        <w:t xml:space="preserve">, </w:t>
      </w:r>
      <w:r w:rsidR="005A3479">
        <w:t>voilà le chemin</w:t>
      </w:r>
      <w:r>
        <w:t xml:space="preserve">. </w:t>
      </w:r>
      <w:r w:rsidR="005A3479">
        <w:t>Aussi doucement que possible</w:t>
      </w:r>
      <w:r>
        <w:t xml:space="preserve">, </w:t>
      </w:r>
      <w:r w:rsidR="005A3479">
        <w:t>s</w:t>
      </w:r>
      <w:r>
        <w:t>’</w:t>
      </w:r>
      <w:r w:rsidR="005A3479">
        <w:t>il vous plaît</w:t>
      </w:r>
      <w:r>
        <w:t>.</w:t>
      </w:r>
    </w:p>
    <w:p w14:paraId="40688F91" w14:textId="77777777" w:rsidR="006F1ADB" w:rsidRDefault="006F1ADB" w:rsidP="005A3479">
      <w:r>
        <w:t>— </w:t>
      </w:r>
      <w:r w:rsidR="005A3479">
        <w:t>Il fait noir comme dans un trou</w:t>
      </w:r>
      <w:r>
        <w:t xml:space="preserve">, </w:t>
      </w:r>
      <w:r w:rsidR="005A3479">
        <w:t>dit Jude</w:t>
      </w:r>
      <w:r>
        <w:t>.</w:t>
      </w:r>
    </w:p>
    <w:p w14:paraId="0B767A19" w14:textId="77777777" w:rsidR="006F1ADB" w:rsidRDefault="006F1ADB" w:rsidP="005A3479">
      <w:r>
        <w:t>— </w:t>
      </w:r>
      <w:r w:rsidR="005A3479">
        <w:t>Donnez-moi votre main</w:t>
      </w:r>
      <w:r>
        <w:t xml:space="preserve">, </w:t>
      </w:r>
      <w:r w:rsidR="005A3479">
        <w:t>je vous conduirai</w:t>
      </w:r>
      <w:r>
        <w:t xml:space="preserve">. </w:t>
      </w:r>
      <w:r w:rsidR="005A3479">
        <w:t>C</w:t>
      </w:r>
      <w:r>
        <w:t>’</w:t>
      </w:r>
      <w:r w:rsidR="005A3479">
        <w:t>est cela</w:t>
      </w:r>
      <w:r>
        <w:t xml:space="preserve">. </w:t>
      </w:r>
      <w:r w:rsidR="005A3479">
        <w:t>A</w:t>
      </w:r>
      <w:r w:rsidR="005A3479">
        <w:t>s</w:t>
      </w:r>
      <w:r w:rsidR="005A3479">
        <w:t>seyez-vous ici et je vous ôterai vos chaussures</w:t>
      </w:r>
      <w:r>
        <w:t xml:space="preserve">. </w:t>
      </w:r>
      <w:r w:rsidR="005A3479">
        <w:t>Je ne tiens pas à le réveiller</w:t>
      </w:r>
      <w:r>
        <w:t>.</w:t>
      </w:r>
    </w:p>
    <w:p w14:paraId="5E16FF84" w14:textId="77777777" w:rsidR="006F1ADB" w:rsidRDefault="006F1ADB" w:rsidP="005A3479">
      <w:r>
        <w:t>— </w:t>
      </w:r>
      <w:r w:rsidR="005A3479">
        <w:t>Qui</w:t>
      </w:r>
      <w:r>
        <w:t xml:space="preserve">, </w:t>
      </w:r>
      <w:r w:rsidR="005A3479">
        <w:t>lui</w:t>
      </w:r>
      <w:r>
        <w:t> ?</w:t>
      </w:r>
    </w:p>
    <w:p w14:paraId="6E3EF7BC" w14:textId="77777777" w:rsidR="006F1ADB" w:rsidRDefault="006F1ADB" w:rsidP="005A3479">
      <w:r>
        <w:t>— </w:t>
      </w:r>
      <w:r w:rsidR="005A3479">
        <w:t>Le père</w:t>
      </w:r>
      <w:r>
        <w:t xml:space="preserve">. </w:t>
      </w:r>
      <w:r w:rsidR="005A3479">
        <w:t>Il grognerait peut-être</w:t>
      </w:r>
      <w:r>
        <w:t>.</w:t>
      </w:r>
    </w:p>
    <w:p w14:paraId="6ADAE612" w14:textId="77777777" w:rsidR="006F1ADB" w:rsidRDefault="005A3479" w:rsidP="005A3479">
      <w:r>
        <w:lastRenderedPageBreak/>
        <w:t>Elle lui enleva ses souliers</w:t>
      </w:r>
      <w:r w:rsidR="006F1ADB">
        <w:t>.</w:t>
      </w:r>
    </w:p>
    <w:p w14:paraId="5F3ABEA4" w14:textId="77777777" w:rsidR="006F1ADB" w:rsidRDefault="006F1ADB" w:rsidP="005A3479">
      <w:r>
        <w:t>— </w:t>
      </w:r>
      <w:r w:rsidR="005A3479">
        <w:t>Maintenant</w:t>
      </w:r>
      <w:r>
        <w:t xml:space="preserve">, </w:t>
      </w:r>
      <w:r w:rsidR="005A3479">
        <w:t>murmura-t-elle</w:t>
      </w:r>
      <w:r>
        <w:t xml:space="preserve">, </w:t>
      </w:r>
      <w:r w:rsidR="005A3479">
        <w:t>appuyez-vous sur moi</w:t>
      </w:r>
      <w:r>
        <w:t xml:space="preserve"> ; </w:t>
      </w:r>
      <w:r w:rsidR="005A3479">
        <w:t>votre poids n</w:t>
      </w:r>
      <w:r>
        <w:t>’</w:t>
      </w:r>
      <w:r w:rsidR="005A3479">
        <w:t>y fait rien</w:t>
      </w:r>
      <w:r>
        <w:t xml:space="preserve">. </w:t>
      </w:r>
      <w:r w:rsidR="005A3479">
        <w:t>Allons</w:t>
      </w:r>
      <w:r>
        <w:t xml:space="preserve">… </w:t>
      </w:r>
      <w:r w:rsidR="005A3479">
        <w:t>première marche</w:t>
      </w:r>
      <w:r>
        <w:t xml:space="preserve">, </w:t>
      </w:r>
      <w:r w:rsidR="005A3479">
        <w:t>deuxième marche</w:t>
      </w:r>
      <w:r>
        <w:t>…</w:t>
      </w:r>
    </w:p>
    <w:p w14:paraId="6AF5454B" w14:textId="77777777" w:rsidR="006F1ADB" w:rsidRDefault="006F1ADB" w:rsidP="005A3479">
      <w:r>
        <w:t>— </w:t>
      </w:r>
      <w:r w:rsidR="005A3479">
        <w:t>Mais</w:t>
      </w:r>
      <w:r>
        <w:t xml:space="preserve">… </w:t>
      </w:r>
      <w:r w:rsidR="005A3479">
        <w:t xml:space="preserve">sommes-nous dans notre vieille maison près de </w:t>
      </w:r>
      <w:proofErr w:type="spellStart"/>
      <w:r w:rsidR="005A3479">
        <w:t>Marygreen</w:t>
      </w:r>
      <w:proofErr w:type="spellEnd"/>
      <w:r>
        <w:t xml:space="preserve"> ? </w:t>
      </w:r>
      <w:r w:rsidR="005A3479">
        <w:t>demanda Jude stupéfait</w:t>
      </w:r>
      <w:r>
        <w:t xml:space="preserve">. </w:t>
      </w:r>
      <w:r w:rsidR="005A3479">
        <w:t>Je n</w:t>
      </w:r>
      <w:r>
        <w:t>’</w:t>
      </w:r>
      <w:r w:rsidR="005A3479">
        <w:t>étais jamais revenu de ce côté</w:t>
      </w:r>
      <w:r>
        <w:t xml:space="preserve">… </w:t>
      </w:r>
      <w:r w:rsidR="005A3479">
        <w:t>Hé</w:t>
      </w:r>
      <w:r>
        <w:t xml:space="preserve"> ? </w:t>
      </w:r>
      <w:r w:rsidR="005A3479">
        <w:t>Où sont mes livres</w:t>
      </w:r>
      <w:r>
        <w:t xml:space="preserve"> ?… </w:t>
      </w:r>
      <w:r w:rsidR="005A3479">
        <w:t>C</w:t>
      </w:r>
      <w:r>
        <w:t>’</w:t>
      </w:r>
      <w:r w:rsidR="005A3479">
        <w:t>est ce que je veux s</w:t>
      </w:r>
      <w:r w:rsidR="005A3479">
        <w:t>a</w:t>
      </w:r>
      <w:r w:rsidR="005A3479">
        <w:t>voir</w:t>
      </w:r>
      <w:r>
        <w:t>.</w:t>
      </w:r>
    </w:p>
    <w:p w14:paraId="1059DEC2" w14:textId="77777777" w:rsidR="006F1ADB" w:rsidRDefault="006F1ADB" w:rsidP="005A3479">
      <w:r>
        <w:t>— </w:t>
      </w:r>
      <w:r w:rsidR="005A3479">
        <w:t>Nous sommes chez moi</w:t>
      </w:r>
      <w:r>
        <w:t xml:space="preserve">, </w:t>
      </w:r>
      <w:r w:rsidR="005A3479">
        <w:t>cher ami</w:t>
      </w:r>
      <w:r>
        <w:t xml:space="preserve">, </w:t>
      </w:r>
      <w:r w:rsidR="005A3479">
        <w:t>et personne ne peut voir combien vous êtes malade</w:t>
      </w:r>
      <w:r>
        <w:t xml:space="preserve">. </w:t>
      </w:r>
      <w:r w:rsidR="005A3479">
        <w:t>Maintenant</w:t>
      </w:r>
      <w:r>
        <w:t xml:space="preserve">… </w:t>
      </w:r>
      <w:r w:rsidR="005A3479">
        <w:t>troisième marche</w:t>
      </w:r>
      <w:r>
        <w:t xml:space="preserve">… </w:t>
      </w:r>
      <w:r w:rsidR="005A3479">
        <w:t>quatrième marche</w:t>
      </w:r>
      <w:r>
        <w:t xml:space="preserve">… </w:t>
      </w:r>
      <w:r w:rsidR="005A3479">
        <w:t>Ça y est</w:t>
      </w:r>
      <w:r>
        <w:t xml:space="preserve">… </w:t>
      </w:r>
      <w:r w:rsidR="005A3479">
        <w:t>Là</w:t>
      </w:r>
      <w:r>
        <w:t xml:space="preserve">, </w:t>
      </w:r>
      <w:r w:rsidR="005A3479">
        <w:t>nous avons fini</w:t>
      </w:r>
      <w:r>
        <w:t>.</w:t>
      </w:r>
    </w:p>
    <w:p w14:paraId="5AEEEABB" w14:textId="5E702C21" w:rsidR="005A3479" w:rsidRDefault="005A3479" w:rsidP="006F1ADB">
      <w:pPr>
        <w:pStyle w:val="Titre2"/>
      </w:pPr>
      <w:bookmarkStart w:id="97" w:name="__RefHeading__99_1957917597"/>
      <w:bookmarkStart w:id="98" w:name="_Toc202369664"/>
      <w:bookmarkEnd w:id="97"/>
      <w:r>
        <w:lastRenderedPageBreak/>
        <w:t>VII</w:t>
      </w:r>
      <w:bookmarkEnd w:id="98"/>
    </w:p>
    <w:p w14:paraId="003088E0" w14:textId="2639E013" w:rsidR="006F1ADB" w:rsidRDefault="005A3479" w:rsidP="005A3479">
      <w:proofErr w:type="spellStart"/>
      <w:r>
        <w:t>Arabella</w:t>
      </w:r>
      <w:proofErr w:type="spellEnd"/>
      <w:r>
        <w:t xml:space="preserve"> préparait le déjeuner dans une pièce du rez-de-chaussée de l</w:t>
      </w:r>
      <w:r w:rsidR="006F1ADB">
        <w:t>’</w:t>
      </w:r>
      <w:r>
        <w:t>étroite maison récemment louée par son père</w:t>
      </w:r>
      <w:r w:rsidR="006F1ADB">
        <w:t xml:space="preserve">. </w:t>
      </w:r>
      <w:r>
        <w:t>Elle passa sa tête dans la petite boutique située sur la façade</w:t>
      </w:r>
      <w:r w:rsidR="006F1ADB">
        <w:t xml:space="preserve">, </w:t>
      </w:r>
      <w:r>
        <w:t>et ave</w:t>
      </w:r>
      <w:r>
        <w:t>r</w:t>
      </w:r>
      <w:r>
        <w:t xml:space="preserve">tit </w:t>
      </w:r>
      <w:r w:rsidR="006F1ADB">
        <w:t>M. </w:t>
      </w:r>
      <w:proofErr w:type="spellStart"/>
      <w:r>
        <w:t>Donn</w:t>
      </w:r>
      <w:proofErr w:type="spellEnd"/>
      <w:r>
        <w:t xml:space="preserve"> que </w:t>
      </w:r>
      <w:r w:rsidR="006F1ADB">
        <w:t>« </w:t>
      </w:r>
      <w:r>
        <w:t>c</w:t>
      </w:r>
      <w:r w:rsidR="006F1ADB">
        <w:t>’</w:t>
      </w:r>
      <w:r>
        <w:t>était prêt</w:t>
      </w:r>
      <w:r w:rsidR="006F1ADB">
        <w:t xml:space="preserve"> ». </w:t>
      </w:r>
      <w:proofErr w:type="spellStart"/>
      <w:r>
        <w:t>Donn</w:t>
      </w:r>
      <w:proofErr w:type="spellEnd"/>
      <w:r w:rsidR="006F1ADB">
        <w:t xml:space="preserve">, </w:t>
      </w:r>
      <w:r>
        <w:t>qui se donnait des airs de maître charcutier</w:t>
      </w:r>
      <w:r w:rsidR="006F1ADB">
        <w:t xml:space="preserve">, </w:t>
      </w:r>
      <w:r>
        <w:t>avec sa blouse gris-bleu et la pierre à aiguiser pendue à sa ceinture de cuir</w:t>
      </w:r>
      <w:r w:rsidR="006F1ADB">
        <w:t xml:space="preserve">, </w:t>
      </w:r>
      <w:r>
        <w:t>arriva promptement</w:t>
      </w:r>
      <w:r w:rsidR="006F1ADB">
        <w:t>.</w:t>
      </w:r>
    </w:p>
    <w:p w14:paraId="49C82DB1" w14:textId="77777777" w:rsidR="006F1ADB" w:rsidRDefault="006F1ADB" w:rsidP="005A3479">
      <w:r>
        <w:t>— </w:t>
      </w:r>
      <w:r w:rsidR="005A3479">
        <w:t>Vous veillerez à la boutique</w:t>
      </w:r>
      <w:r>
        <w:t xml:space="preserve">, </w:t>
      </w:r>
      <w:r w:rsidR="005A3479">
        <w:t>ce matin</w:t>
      </w:r>
      <w:r>
        <w:t xml:space="preserve">, </w:t>
      </w:r>
      <w:r w:rsidR="005A3479">
        <w:t>dit-il</w:t>
      </w:r>
      <w:r>
        <w:t xml:space="preserve">. </w:t>
      </w:r>
      <w:r w:rsidR="005A3479">
        <w:t xml:space="preserve">Je dois aller à </w:t>
      </w:r>
      <w:proofErr w:type="spellStart"/>
      <w:r w:rsidR="005A3479">
        <w:t>Lumsdon</w:t>
      </w:r>
      <w:proofErr w:type="spellEnd"/>
      <w:r w:rsidR="005A3479">
        <w:t xml:space="preserve"> chercher des tripes et un demi-porc</w:t>
      </w:r>
      <w:r>
        <w:t xml:space="preserve">, </w:t>
      </w:r>
      <w:r w:rsidR="005A3479">
        <w:t>et je dois e</w:t>
      </w:r>
      <w:r w:rsidR="005A3479">
        <w:t>n</w:t>
      </w:r>
      <w:r w:rsidR="005A3479">
        <w:t>core passer ailleurs</w:t>
      </w:r>
      <w:r>
        <w:t xml:space="preserve">. </w:t>
      </w:r>
      <w:r w:rsidR="005A3479">
        <w:t>Si vous restez ici</w:t>
      </w:r>
      <w:r>
        <w:t xml:space="preserve">, </w:t>
      </w:r>
      <w:r w:rsidR="005A3479">
        <w:t>il faudra me donner un coup d</w:t>
      </w:r>
      <w:r>
        <w:t>’</w:t>
      </w:r>
      <w:r w:rsidR="005A3479">
        <w:t>épaule</w:t>
      </w:r>
      <w:r>
        <w:t xml:space="preserve">, </w:t>
      </w:r>
      <w:r w:rsidR="005A3479">
        <w:t>au moins jusqu</w:t>
      </w:r>
      <w:r>
        <w:t>’</w:t>
      </w:r>
      <w:r w:rsidR="005A3479">
        <w:t>à ce que les affaires roulent toutes seules</w:t>
      </w:r>
      <w:r>
        <w:t>.</w:t>
      </w:r>
    </w:p>
    <w:p w14:paraId="190D6262" w14:textId="77777777" w:rsidR="006F1ADB" w:rsidRDefault="006F1ADB" w:rsidP="005A3479">
      <w:r>
        <w:t>— </w:t>
      </w:r>
      <w:r w:rsidR="005A3479">
        <w:t>Bien</w:t>
      </w:r>
      <w:r>
        <w:t xml:space="preserve">. </w:t>
      </w:r>
      <w:r w:rsidR="005A3479">
        <w:t>Pour aujourd</w:t>
      </w:r>
      <w:r>
        <w:t>’</w:t>
      </w:r>
      <w:r w:rsidR="005A3479">
        <w:t>hui</w:t>
      </w:r>
      <w:r>
        <w:t xml:space="preserve">, </w:t>
      </w:r>
      <w:r w:rsidR="005A3479">
        <w:t>je ne peux rien dire</w:t>
      </w:r>
      <w:r>
        <w:t>.</w:t>
      </w:r>
    </w:p>
    <w:p w14:paraId="341725D2" w14:textId="77777777" w:rsidR="006F1ADB" w:rsidRDefault="005A3479" w:rsidP="005A3479">
      <w:r>
        <w:t>Elle le regardait en face d</w:t>
      </w:r>
      <w:r w:rsidR="006F1ADB">
        <w:t>’</w:t>
      </w:r>
      <w:r>
        <w:t>un air triomphant</w:t>
      </w:r>
      <w:r w:rsidR="006F1ADB">
        <w:t xml:space="preserve">. </w:t>
      </w:r>
      <w:r>
        <w:t>J</w:t>
      </w:r>
      <w:r w:rsidR="006F1ADB">
        <w:t>’</w:t>
      </w:r>
      <w:r>
        <w:t>ai une co</w:t>
      </w:r>
      <w:r>
        <w:t>n</w:t>
      </w:r>
      <w:r>
        <w:t>quête là-haut</w:t>
      </w:r>
      <w:r w:rsidR="006F1ADB">
        <w:t>.</w:t>
      </w:r>
    </w:p>
    <w:p w14:paraId="24170EB5" w14:textId="77777777" w:rsidR="006F1ADB" w:rsidRDefault="006F1ADB" w:rsidP="005A3479">
      <w:r>
        <w:t>— </w:t>
      </w:r>
      <w:r w:rsidR="005A3479">
        <w:t>Oh</w:t>
      </w:r>
      <w:r>
        <w:t xml:space="preserve"> ! </w:t>
      </w:r>
      <w:r w:rsidR="005A3479">
        <w:t>qu</w:t>
      </w:r>
      <w:r>
        <w:t>’</w:t>
      </w:r>
      <w:r w:rsidR="005A3479">
        <w:t>est-ce que c</w:t>
      </w:r>
      <w:r>
        <w:t>’</w:t>
      </w:r>
      <w:r w:rsidR="005A3479">
        <w:t>est</w:t>
      </w:r>
      <w:r>
        <w:t> ?</w:t>
      </w:r>
    </w:p>
    <w:p w14:paraId="32FE23B0" w14:textId="77777777" w:rsidR="006F1ADB" w:rsidRDefault="006F1ADB" w:rsidP="005A3479">
      <w:r>
        <w:t>— </w:t>
      </w:r>
      <w:r w:rsidR="005A3479">
        <w:t>Un mari</w:t>
      </w:r>
      <w:r>
        <w:t xml:space="preserve">… </w:t>
      </w:r>
      <w:r w:rsidR="005A3479">
        <w:t>ou presque</w:t>
      </w:r>
      <w:r>
        <w:t>.</w:t>
      </w:r>
    </w:p>
    <w:p w14:paraId="0FD6A443" w14:textId="77777777" w:rsidR="006F1ADB" w:rsidRDefault="006F1ADB" w:rsidP="005A3479">
      <w:r>
        <w:t>— </w:t>
      </w:r>
      <w:r w:rsidR="005A3479">
        <w:t>Non</w:t>
      </w:r>
      <w:r>
        <w:t> !</w:t>
      </w:r>
    </w:p>
    <w:p w14:paraId="1819EDF1" w14:textId="77777777" w:rsidR="006F1ADB" w:rsidRDefault="006F1ADB" w:rsidP="005A3479">
      <w:r>
        <w:t>— </w:t>
      </w:r>
      <w:r w:rsidR="005A3479">
        <w:t>Si</w:t>
      </w:r>
      <w:r>
        <w:t xml:space="preserve"> ! </w:t>
      </w:r>
      <w:r w:rsidR="005A3479">
        <w:t>C</w:t>
      </w:r>
      <w:r>
        <w:t>’</w:t>
      </w:r>
      <w:r w:rsidR="005A3479">
        <w:t>est Jude</w:t>
      </w:r>
      <w:r>
        <w:t xml:space="preserve">. </w:t>
      </w:r>
      <w:r w:rsidR="005A3479">
        <w:t>Il est revenu avec moi</w:t>
      </w:r>
      <w:r>
        <w:t>.</w:t>
      </w:r>
    </w:p>
    <w:p w14:paraId="1F491307" w14:textId="77777777" w:rsidR="006F1ADB" w:rsidRDefault="006F1ADB" w:rsidP="005A3479">
      <w:r>
        <w:t>— </w:t>
      </w:r>
      <w:r w:rsidR="005A3479">
        <w:t>Votre vieil original</w:t>
      </w:r>
      <w:r>
        <w:t xml:space="preserve"> ? </w:t>
      </w:r>
      <w:r w:rsidR="005A3479">
        <w:t>Eh bien</w:t>
      </w:r>
      <w:r>
        <w:t xml:space="preserve">, </w:t>
      </w:r>
      <w:r w:rsidR="005A3479">
        <w:t>que le diable m</w:t>
      </w:r>
      <w:r>
        <w:t>’</w:t>
      </w:r>
      <w:r w:rsidR="005A3479">
        <w:t>emporte</w:t>
      </w:r>
      <w:r>
        <w:t>…</w:t>
      </w:r>
    </w:p>
    <w:p w14:paraId="2A213A6C" w14:textId="77777777" w:rsidR="006F1ADB" w:rsidRDefault="006F1ADB" w:rsidP="005A3479">
      <w:r>
        <w:t>— </w:t>
      </w:r>
      <w:r w:rsidR="005A3479">
        <w:t>J</w:t>
      </w:r>
      <w:r>
        <w:t>’</w:t>
      </w:r>
      <w:r w:rsidR="005A3479">
        <w:t>ai toujours eu du goût pour lui</w:t>
      </w:r>
      <w:r>
        <w:t xml:space="preserve">, </w:t>
      </w:r>
      <w:r w:rsidR="005A3479">
        <w:t>je ne vous le cache pas</w:t>
      </w:r>
      <w:r>
        <w:t>.</w:t>
      </w:r>
    </w:p>
    <w:p w14:paraId="21A769F2" w14:textId="77777777" w:rsidR="006F1ADB" w:rsidRDefault="006F1ADB" w:rsidP="005A3479">
      <w:r>
        <w:t>— </w:t>
      </w:r>
      <w:r w:rsidR="005A3479">
        <w:t>Mais comment est-il arrivé là</w:t>
      </w:r>
      <w:r>
        <w:t xml:space="preserve"> ? </w:t>
      </w:r>
      <w:r w:rsidR="005A3479">
        <w:t xml:space="preserve">dit </w:t>
      </w:r>
      <w:proofErr w:type="spellStart"/>
      <w:r w:rsidR="005A3479">
        <w:t>Donn</w:t>
      </w:r>
      <w:proofErr w:type="spellEnd"/>
      <w:r w:rsidR="005A3479">
        <w:t xml:space="preserve"> hochant la tête vers le plafond</w:t>
      </w:r>
      <w:r>
        <w:t>.</w:t>
      </w:r>
    </w:p>
    <w:p w14:paraId="1D776F24" w14:textId="77777777" w:rsidR="006F1ADB" w:rsidRDefault="006F1ADB" w:rsidP="005A3479">
      <w:r>
        <w:lastRenderedPageBreak/>
        <w:t>— </w:t>
      </w:r>
      <w:r w:rsidR="005A3479">
        <w:t>Ne me faites pas de questions inconvenantes</w:t>
      </w:r>
      <w:r>
        <w:t xml:space="preserve">, </w:t>
      </w:r>
      <w:r w:rsidR="005A3479">
        <w:t>papa</w:t>
      </w:r>
      <w:r>
        <w:t xml:space="preserve">. </w:t>
      </w:r>
      <w:r w:rsidR="005A3479">
        <w:t>Ce que nous avons de mieux à faire</w:t>
      </w:r>
      <w:r>
        <w:t xml:space="preserve">, </w:t>
      </w:r>
      <w:r w:rsidR="005A3479">
        <w:t>c</w:t>
      </w:r>
      <w:r>
        <w:t>’</w:t>
      </w:r>
      <w:r w:rsidR="005A3479">
        <w:t>est de le garder ici</w:t>
      </w:r>
      <w:r>
        <w:t xml:space="preserve">, </w:t>
      </w:r>
      <w:r w:rsidR="005A3479">
        <w:t>jusqu</w:t>
      </w:r>
      <w:r>
        <w:t>’</w:t>
      </w:r>
      <w:r w:rsidR="005A3479">
        <w:t>à ce que lui et moi nous soyons ce que nous étions</w:t>
      </w:r>
      <w:r>
        <w:t>.</w:t>
      </w:r>
    </w:p>
    <w:p w14:paraId="40CA3A96" w14:textId="77777777" w:rsidR="006F1ADB" w:rsidRDefault="006F1ADB" w:rsidP="005A3479">
      <w:r>
        <w:t>— </w:t>
      </w:r>
      <w:r w:rsidR="005A3479">
        <w:t>Quoi</w:t>
      </w:r>
      <w:r>
        <w:t> ?</w:t>
      </w:r>
    </w:p>
    <w:p w14:paraId="268DA1BA" w14:textId="77777777" w:rsidR="006F1ADB" w:rsidRDefault="006F1ADB" w:rsidP="005A3479">
      <w:r>
        <w:t>— </w:t>
      </w:r>
      <w:r w:rsidR="005A3479">
        <w:t>Mariés</w:t>
      </w:r>
      <w:r>
        <w:t>.</w:t>
      </w:r>
    </w:p>
    <w:p w14:paraId="74521B26" w14:textId="77777777" w:rsidR="006F1ADB" w:rsidRDefault="006F1ADB" w:rsidP="005A3479">
      <w:r>
        <w:t>— </w:t>
      </w:r>
      <w:r w:rsidR="005A3479">
        <w:t>Ah</w:t>
      </w:r>
      <w:r>
        <w:t xml:space="preserve"> !… </w:t>
      </w:r>
      <w:r w:rsidR="005A3479">
        <w:t>Eh bien</w:t>
      </w:r>
      <w:r>
        <w:t xml:space="preserve">, </w:t>
      </w:r>
      <w:r w:rsidR="005A3479">
        <w:t>c</w:t>
      </w:r>
      <w:r>
        <w:t>’</w:t>
      </w:r>
      <w:r w:rsidR="005A3479">
        <w:t>est la chose la plus drôle dont j</w:t>
      </w:r>
      <w:r>
        <w:t>’</w:t>
      </w:r>
      <w:r w:rsidR="005A3479">
        <w:t>aie j</w:t>
      </w:r>
      <w:r w:rsidR="005A3479">
        <w:t>a</w:t>
      </w:r>
      <w:r w:rsidR="005A3479">
        <w:t>mais entendu parler</w:t>
      </w:r>
      <w:r>
        <w:t xml:space="preserve"> : </w:t>
      </w:r>
      <w:r w:rsidR="005A3479">
        <w:t>épouser un ancien mari</w:t>
      </w:r>
      <w:r>
        <w:t xml:space="preserve">. </w:t>
      </w:r>
      <w:r w:rsidR="005A3479">
        <w:t>Il n</w:t>
      </w:r>
      <w:r>
        <w:t>’</w:t>
      </w:r>
      <w:r w:rsidR="005A3479">
        <w:t>y a rien de fait</w:t>
      </w:r>
      <w:r>
        <w:t xml:space="preserve">, </w:t>
      </w:r>
      <w:r w:rsidR="005A3479">
        <w:t>à mon idée</w:t>
      </w:r>
      <w:r>
        <w:t xml:space="preserve">. </w:t>
      </w:r>
      <w:r w:rsidR="005A3479">
        <w:t>À votre place</w:t>
      </w:r>
      <w:r>
        <w:t xml:space="preserve">, </w:t>
      </w:r>
      <w:r w:rsidR="005A3479">
        <w:t>j</w:t>
      </w:r>
      <w:r>
        <w:t>’</w:t>
      </w:r>
      <w:r w:rsidR="005A3479">
        <w:t>en aurais pris un nouveau</w:t>
      </w:r>
      <w:r>
        <w:t xml:space="preserve">, </w:t>
      </w:r>
      <w:r w:rsidR="005A3479">
        <w:t>tant que j</w:t>
      </w:r>
      <w:r>
        <w:t>’</w:t>
      </w:r>
      <w:r w:rsidR="005A3479">
        <w:t>y étais</w:t>
      </w:r>
      <w:r>
        <w:t>.</w:t>
      </w:r>
    </w:p>
    <w:p w14:paraId="4AAAA983" w14:textId="77777777" w:rsidR="006F1ADB" w:rsidRDefault="006F1ADB" w:rsidP="005A3479">
      <w:r>
        <w:t>— </w:t>
      </w:r>
      <w:r w:rsidR="005A3479">
        <w:t>Ce n</w:t>
      </w:r>
      <w:r>
        <w:t>’</w:t>
      </w:r>
      <w:r w:rsidR="005A3479">
        <w:t>est pas extraordinaire pour une femme de revenir à son ancien mari</w:t>
      </w:r>
      <w:r>
        <w:t xml:space="preserve">, </w:t>
      </w:r>
      <w:r w:rsidR="005A3479">
        <w:t>quoique</w:t>
      </w:r>
      <w:r>
        <w:t xml:space="preserve">, </w:t>
      </w:r>
      <w:r w:rsidR="005A3479">
        <w:t>pour un homme</w:t>
      </w:r>
      <w:r>
        <w:t xml:space="preserve">, </w:t>
      </w:r>
      <w:r w:rsidR="005A3479">
        <w:t>rechercher son a</w:t>
      </w:r>
      <w:r w:rsidR="005A3479">
        <w:t>n</w:t>
      </w:r>
      <w:r w:rsidR="005A3479">
        <w:t>cienne femme</w:t>
      </w:r>
      <w:r>
        <w:t xml:space="preserve">… </w:t>
      </w:r>
      <w:r w:rsidR="005A3479">
        <w:t>oui</w:t>
      </w:r>
      <w:r>
        <w:t xml:space="preserve">, </w:t>
      </w:r>
      <w:r w:rsidR="005A3479">
        <w:t>c</w:t>
      </w:r>
      <w:r>
        <w:t>’</w:t>
      </w:r>
      <w:r w:rsidR="005A3479">
        <w:t>est un peu bizarre peut-être</w:t>
      </w:r>
      <w:r>
        <w:t>.</w:t>
      </w:r>
    </w:p>
    <w:p w14:paraId="004E3259" w14:textId="77777777" w:rsidR="006F1ADB" w:rsidRDefault="005A3479" w:rsidP="005A3479">
      <w:r>
        <w:t xml:space="preserve">Et </w:t>
      </w:r>
      <w:proofErr w:type="spellStart"/>
      <w:r>
        <w:t>Arabella</w:t>
      </w:r>
      <w:proofErr w:type="spellEnd"/>
      <w:r>
        <w:t xml:space="preserve"> fut soudain saisie d</w:t>
      </w:r>
      <w:r w:rsidR="006F1ADB">
        <w:t>’</w:t>
      </w:r>
      <w:r>
        <w:t>un accès de gros rire</w:t>
      </w:r>
      <w:r w:rsidR="006F1ADB">
        <w:t xml:space="preserve">, </w:t>
      </w:r>
      <w:r>
        <w:t>a</w:t>
      </w:r>
      <w:r>
        <w:t>u</w:t>
      </w:r>
      <w:r>
        <w:t>quel son père s</w:t>
      </w:r>
      <w:r w:rsidR="006F1ADB">
        <w:t>’</w:t>
      </w:r>
      <w:r>
        <w:t>associa</w:t>
      </w:r>
      <w:r w:rsidR="006F1ADB">
        <w:t xml:space="preserve">, </w:t>
      </w:r>
      <w:r>
        <w:t>avec plus de modération</w:t>
      </w:r>
      <w:r w:rsidR="006F1ADB">
        <w:t>.</w:t>
      </w:r>
    </w:p>
    <w:p w14:paraId="1920A889" w14:textId="77777777" w:rsidR="006F1ADB" w:rsidRDefault="006F1ADB" w:rsidP="005A3479">
      <w:r>
        <w:t>— </w:t>
      </w:r>
      <w:r w:rsidR="005A3479">
        <w:t>Soyez poli pour lui</w:t>
      </w:r>
      <w:r>
        <w:t xml:space="preserve">, </w:t>
      </w:r>
      <w:r w:rsidR="005A3479">
        <w:t>je ferai le reste</w:t>
      </w:r>
      <w:r>
        <w:t xml:space="preserve">, </w:t>
      </w:r>
      <w:r w:rsidR="005A3479">
        <w:t>dit-elle quand elle eut repris son sérieux</w:t>
      </w:r>
      <w:r>
        <w:t xml:space="preserve">. </w:t>
      </w:r>
      <w:r w:rsidR="005A3479">
        <w:t>Il m</w:t>
      </w:r>
      <w:r>
        <w:t>’</w:t>
      </w:r>
      <w:r w:rsidR="005A3479">
        <w:t>a dit ce matin que sa tête lui faisait mal comme si elle allait éclater et il semblait à peine savoir où il était</w:t>
      </w:r>
      <w:r>
        <w:t xml:space="preserve">. </w:t>
      </w:r>
      <w:r w:rsidR="005A3479">
        <w:t>Ce n</w:t>
      </w:r>
      <w:r>
        <w:t>’</w:t>
      </w:r>
      <w:r w:rsidR="005A3479">
        <w:t>est pas étonnant</w:t>
      </w:r>
      <w:r>
        <w:t xml:space="preserve">, </w:t>
      </w:r>
      <w:r w:rsidR="005A3479">
        <w:t>si l</w:t>
      </w:r>
      <w:r>
        <w:t>’</w:t>
      </w:r>
      <w:r w:rsidR="005A3479">
        <w:t>on considère combien il a m</w:t>
      </w:r>
      <w:r w:rsidR="005A3479">
        <w:t>é</w:t>
      </w:r>
      <w:r w:rsidR="005A3479">
        <w:t>langé de boisson la nuit dernière</w:t>
      </w:r>
      <w:r>
        <w:t xml:space="preserve">. </w:t>
      </w:r>
      <w:r w:rsidR="005A3479">
        <w:t>Nous devons le garder ici gr</w:t>
      </w:r>
      <w:r w:rsidR="005A3479">
        <w:t>a</w:t>
      </w:r>
      <w:r w:rsidR="005A3479">
        <w:t>cieusement et gentiment un jour ou deux</w:t>
      </w:r>
      <w:r>
        <w:t xml:space="preserve">, </w:t>
      </w:r>
      <w:r w:rsidR="005A3479">
        <w:t>et ne pas le laisser rentrer chez lui</w:t>
      </w:r>
      <w:r>
        <w:t xml:space="preserve">. </w:t>
      </w:r>
      <w:r w:rsidR="005A3479">
        <w:t>Quoi que vous avanciez</w:t>
      </w:r>
      <w:r>
        <w:t xml:space="preserve">, </w:t>
      </w:r>
      <w:r w:rsidR="005A3479">
        <w:t>je vous rendrai l</w:t>
      </w:r>
      <w:r>
        <w:t>’</w:t>
      </w:r>
      <w:r w:rsidR="005A3479">
        <w:t>argent de vos dépenses</w:t>
      </w:r>
      <w:r>
        <w:t xml:space="preserve">. </w:t>
      </w:r>
      <w:r w:rsidR="005A3479">
        <w:t>Mais il faut que je monte voir comment il va maintenant</w:t>
      </w:r>
      <w:r>
        <w:t xml:space="preserve">, </w:t>
      </w:r>
      <w:r w:rsidR="005A3479">
        <w:t>pauvre chéri</w:t>
      </w:r>
      <w:r>
        <w:t>.</w:t>
      </w:r>
    </w:p>
    <w:p w14:paraId="17428F46" w14:textId="77777777" w:rsidR="006F1ADB" w:rsidRDefault="005A3479" w:rsidP="005A3479">
      <w:proofErr w:type="spellStart"/>
      <w:r>
        <w:t>Arabella</w:t>
      </w:r>
      <w:proofErr w:type="spellEnd"/>
      <w:r>
        <w:t xml:space="preserve"> monta l</w:t>
      </w:r>
      <w:r w:rsidR="006F1ADB">
        <w:t>’</w:t>
      </w:r>
      <w:r>
        <w:t>escalier</w:t>
      </w:r>
      <w:r w:rsidR="006F1ADB">
        <w:t xml:space="preserve">, </w:t>
      </w:r>
      <w:r>
        <w:t>ouvrit doucement la porte de la première chambre à coucher et regarda avec précaution</w:t>
      </w:r>
      <w:r w:rsidR="006F1ADB">
        <w:t xml:space="preserve">. </w:t>
      </w:r>
      <w:r>
        <w:t>Ayant trouvé endormi le Samson qu</w:t>
      </w:r>
      <w:r w:rsidR="006F1ADB">
        <w:t>’</w:t>
      </w:r>
      <w:r>
        <w:t>elle avait tondu</w:t>
      </w:r>
      <w:r w:rsidR="006F1ADB">
        <w:t xml:space="preserve">, </w:t>
      </w:r>
      <w:r>
        <w:t>elle alla près du lit et resta debout à le contempler</w:t>
      </w:r>
      <w:r w:rsidR="006F1ADB">
        <w:t xml:space="preserve">. </w:t>
      </w:r>
      <w:r>
        <w:t>La fiévreuse rougeur que la débauche de la veille avait laissée sur son visage atténuait l</w:t>
      </w:r>
      <w:r w:rsidR="006F1ADB">
        <w:t>’</w:t>
      </w:r>
      <w:r>
        <w:t>apparente fragilité de ses traits</w:t>
      </w:r>
      <w:r w:rsidR="006F1ADB">
        <w:t xml:space="preserve">, </w:t>
      </w:r>
      <w:r>
        <w:t>et ses longs-cils</w:t>
      </w:r>
      <w:r w:rsidR="006F1ADB">
        <w:t xml:space="preserve">, </w:t>
      </w:r>
      <w:r>
        <w:lastRenderedPageBreak/>
        <w:t>ses sourcils sombres</w:t>
      </w:r>
      <w:r w:rsidR="006F1ADB">
        <w:t xml:space="preserve">, </w:t>
      </w:r>
      <w:r>
        <w:t>les boucles noires de ses cheveux et de sa barbe sur la blancheur de l</w:t>
      </w:r>
      <w:r w:rsidR="006F1ADB">
        <w:t>’</w:t>
      </w:r>
      <w:r>
        <w:t>oreiller</w:t>
      </w:r>
      <w:r w:rsidR="006F1ADB">
        <w:t xml:space="preserve">, </w:t>
      </w:r>
      <w:r>
        <w:t>achevaient la physionomie d</w:t>
      </w:r>
      <w:r w:rsidR="006F1ADB">
        <w:t>’</w:t>
      </w:r>
      <w:r>
        <w:t>un homme tel qu</w:t>
      </w:r>
      <w:r w:rsidR="006F1ADB">
        <w:t>’</w:t>
      </w:r>
      <w:proofErr w:type="spellStart"/>
      <w:r>
        <w:t>Arabella</w:t>
      </w:r>
      <w:proofErr w:type="spellEnd"/>
      <w:r>
        <w:t xml:space="preserve"> sentit qu</w:t>
      </w:r>
      <w:r w:rsidR="006F1ADB">
        <w:t>’</w:t>
      </w:r>
      <w:r>
        <w:t>il valait la peine d</w:t>
      </w:r>
      <w:r w:rsidR="006F1ADB">
        <w:t>’</w:t>
      </w:r>
      <w:r>
        <w:t>être reconquis par une femme qui avait des passions grossières et qui</w:t>
      </w:r>
      <w:r w:rsidR="006F1ADB">
        <w:t xml:space="preserve">, </w:t>
      </w:r>
      <w:r>
        <w:t>en outre</w:t>
      </w:r>
      <w:r w:rsidR="006F1ADB">
        <w:t xml:space="preserve">, </w:t>
      </w:r>
      <w:r>
        <w:t>était gênée par son milieu et sa réputation</w:t>
      </w:r>
      <w:r w:rsidR="006F1ADB">
        <w:t xml:space="preserve">. </w:t>
      </w:r>
      <w:r>
        <w:t>Son ardent regard semblait agir sur le dormeur</w:t>
      </w:r>
      <w:r w:rsidR="006F1ADB">
        <w:t xml:space="preserve"> : </w:t>
      </w:r>
      <w:r>
        <w:t>le souffle rapide de Jude se su</w:t>
      </w:r>
      <w:r>
        <w:t>s</w:t>
      </w:r>
      <w:r>
        <w:t>pendit et il ouvrit les yeux</w:t>
      </w:r>
      <w:r w:rsidR="006F1ADB">
        <w:t>.</w:t>
      </w:r>
    </w:p>
    <w:p w14:paraId="7AC53622" w14:textId="77777777" w:rsidR="006F1ADB" w:rsidRDefault="006F1ADB" w:rsidP="005A3479">
      <w:r>
        <w:t>— </w:t>
      </w:r>
      <w:r w:rsidR="005A3479">
        <w:t>Comment êtes-vous</w:t>
      </w:r>
      <w:r>
        <w:t xml:space="preserve">, </w:t>
      </w:r>
      <w:r w:rsidR="005A3479">
        <w:t>maintenant</w:t>
      </w:r>
      <w:r>
        <w:t xml:space="preserve">, </w:t>
      </w:r>
      <w:r w:rsidR="005A3479">
        <w:t>chéri</w:t>
      </w:r>
      <w:r>
        <w:t xml:space="preserve"> ? </w:t>
      </w:r>
      <w:r w:rsidR="005A3479">
        <w:t>dit-elle</w:t>
      </w:r>
      <w:r>
        <w:t xml:space="preserve">. </w:t>
      </w:r>
      <w:r w:rsidR="005A3479">
        <w:t>C</w:t>
      </w:r>
      <w:r>
        <w:t>’</w:t>
      </w:r>
      <w:r w:rsidR="005A3479">
        <w:t>est moi</w:t>
      </w:r>
      <w:r>
        <w:t xml:space="preserve">… </w:t>
      </w:r>
      <w:proofErr w:type="spellStart"/>
      <w:r w:rsidR="005A3479">
        <w:t>Arabella</w:t>
      </w:r>
      <w:proofErr w:type="spellEnd"/>
      <w:r>
        <w:t>.</w:t>
      </w:r>
    </w:p>
    <w:p w14:paraId="65C6D0AE" w14:textId="77777777" w:rsidR="006F1ADB" w:rsidRDefault="006F1ADB" w:rsidP="005A3479">
      <w:r>
        <w:t>— </w:t>
      </w:r>
      <w:r w:rsidR="005A3479">
        <w:t>Ah</w:t>
      </w:r>
      <w:r>
        <w:t xml:space="preserve"> !… </w:t>
      </w:r>
      <w:r w:rsidR="005A3479">
        <w:t>Où</w:t>
      </w:r>
      <w:r>
        <w:t xml:space="preserve"> ?… </w:t>
      </w:r>
      <w:r w:rsidR="005A3479">
        <w:t>Oh</w:t>
      </w:r>
      <w:r>
        <w:t xml:space="preserve"> ! </w:t>
      </w:r>
      <w:r w:rsidR="005A3479">
        <w:t>oui</w:t>
      </w:r>
      <w:r>
        <w:t xml:space="preserve">, </w:t>
      </w:r>
      <w:r w:rsidR="005A3479">
        <w:t>je me souviens</w:t>
      </w:r>
      <w:r>
        <w:t xml:space="preserve">… </w:t>
      </w:r>
      <w:r w:rsidR="005A3479">
        <w:t>Vous m</w:t>
      </w:r>
      <w:r>
        <w:t>’</w:t>
      </w:r>
      <w:r w:rsidR="005A3479">
        <w:t>avez donné asile</w:t>
      </w:r>
      <w:r>
        <w:t xml:space="preserve">… </w:t>
      </w:r>
      <w:r w:rsidR="005A3479">
        <w:t>Je suis échoué</w:t>
      </w:r>
      <w:r>
        <w:t xml:space="preserve">… </w:t>
      </w:r>
      <w:r w:rsidR="005A3479">
        <w:t>malade</w:t>
      </w:r>
      <w:r>
        <w:t xml:space="preserve">… </w:t>
      </w:r>
      <w:r w:rsidR="005A3479">
        <w:t>démoralisé</w:t>
      </w:r>
      <w:r>
        <w:t xml:space="preserve">… </w:t>
      </w:r>
      <w:r w:rsidR="005A3479">
        <w:t>perdu</w:t>
      </w:r>
      <w:r>
        <w:t xml:space="preserve">… </w:t>
      </w:r>
      <w:r w:rsidR="005A3479">
        <w:t>voilà ce que je suis</w:t>
      </w:r>
      <w:r>
        <w:t>.</w:t>
      </w:r>
    </w:p>
    <w:p w14:paraId="21579E65" w14:textId="77777777" w:rsidR="006F1ADB" w:rsidRDefault="006F1ADB" w:rsidP="005A3479">
      <w:r>
        <w:t>— </w:t>
      </w:r>
      <w:r w:rsidR="005A3479">
        <w:t>Il faut donc rester là</w:t>
      </w:r>
      <w:r>
        <w:t xml:space="preserve">. </w:t>
      </w:r>
      <w:r w:rsidR="005A3479">
        <w:t>Il n</w:t>
      </w:r>
      <w:r>
        <w:t>’</w:t>
      </w:r>
      <w:r w:rsidR="005A3479">
        <w:t>y a personne dans la maison</w:t>
      </w:r>
      <w:r>
        <w:t xml:space="preserve">, </w:t>
      </w:r>
      <w:r w:rsidR="005A3479">
        <w:t>excepté mon père et moi</w:t>
      </w:r>
      <w:r>
        <w:t xml:space="preserve">, </w:t>
      </w:r>
      <w:r w:rsidR="005A3479">
        <w:t>et vous pouvez vous reposer jusqu</w:t>
      </w:r>
      <w:r>
        <w:t>’</w:t>
      </w:r>
      <w:r w:rsidR="005A3479">
        <w:t>à ce que vous soyez mieux</w:t>
      </w:r>
      <w:r>
        <w:t xml:space="preserve">. </w:t>
      </w:r>
      <w:r w:rsidR="005A3479">
        <w:t>Je dirai au chantier que vous avez reçu un coup</w:t>
      </w:r>
      <w:r>
        <w:t>.</w:t>
      </w:r>
    </w:p>
    <w:p w14:paraId="586D2C60" w14:textId="77777777" w:rsidR="006F1ADB" w:rsidRDefault="006F1ADB" w:rsidP="005A3479">
      <w:r>
        <w:t>— </w:t>
      </w:r>
      <w:r w:rsidR="005A3479">
        <w:t>Je me demande ce qu</w:t>
      </w:r>
      <w:r>
        <w:t>’</w:t>
      </w:r>
      <w:r w:rsidR="005A3479">
        <w:t>on pensera chez moi</w:t>
      </w:r>
      <w:r>
        <w:t>.</w:t>
      </w:r>
    </w:p>
    <w:p w14:paraId="5A119730" w14:textId="77777777" w:rsidR="006F1ADB" w:rsidRDefault="006F1ADB" w:rsidP="005A3479">
      <w:r>
        <w:t>— </w:t>
      </w:r>
      <w:r w:rsidR="005A3479">
        <w:t>J</w:t>
      </w:r>
      <w:r>
        <w:t>’</w:t>
      </w:r>
      <w:r w:rsidR="005A3479">
        <w:t>irai tout expliquer</w:t>
      </w:r>
      <w:r>
        <w:t xml:space="preserve">. </w:t>
      </w:r>
      <w:r w:rsidR="005A3479">
        <w:t>Peut-être feriez-vous mieux de me laisser payer</w:t>
      </w:r>
      <w:r>
        <w:t xml:space="preserve">, </w:t>
      </w:r>
      <w:r w:rsidR="005A3479">
        <w:t>sinon l</w:t>
      </w:r>
      <w:r>
        <w:t>’</w:t>
      </w:r>
      <w:r w:rsidR="005A3479">
        <w:t>on croira que nous sommes partis</w:t>
      </w:r>
      <w:r>
        <w:t>.</w:t>
      </w:r>
    </w:p>
    <w:p w14:paraId="47718D4B" w14:textId="77777777" w:rsidR="006F1ADB" w:rsidRDefault="006F1ADB" w:rsidP="005A3479">
      <w:r>
        <w:t>— </w:t>
      </w:r>
      <w:r w:rsidR="005A3479">
        <w:t>Oui</w:t>
      </w:r>
      <w:r>
        <w:t xml:space="preserve">. </w:t>
      </w:r>
      <w:r w:rsidR="005A3479">
        <w:t>Vous trouverez l</w:t>
      </w:r>
      <w:r>
        <w:t>’</w:t>
      </w:r>
      <w:r w:rsidR="005A3479">
        <w:t>argent nécessaire ici</w:t>
      </w:r>
      <w:r>
        <w:t xml:space="preserve">, </w:t>
      </w:r>
      <w:r w:rsidR="005A3479">
        <w:t>dans ma poche</w:t>
      </w:r>
      <w:r>
        <w:t>.</w:t>
      </w:r>
    </w:p>
    <w:p w14:paraId="27612352" w14:textId="77777777" w:rsidR="006F1ADB" w:rsidRDefault="005A3479" w:rsidP="005A3479">
      <w:r>
        <w:t>Une demi-heure s</w:t>
      </w:r>
      <w:r w:rsidR="006F1ADB">
        <w:t>’</w:t>
      </w:r>
      <w:r>
        <w:t>était à peine écoulée qu</w:t>
      </w:r>
      <w:r w:rsidR="006F1ADB">
        <w:t>’</w:t>
      </w:r>
      <w:proofErr w:type="spellStart"/>
      <w:r>
        <w:t>Arabella</w:t>
      </w:r>
      <w:proofErr w:type="spellEnd"/>
      <w:r>
        <w:t xml:space="preserve"> reparut</w:t>
      </w:r>
      <w:r w:rsidR="006F1ADB">
        <w:t xml:space="preserve">, </w:t>
      </w:r>
      <w:r>
        <w:t>marchant près d</w:t>
      </w:r>
      <w:r w:rsidR="006F1ADB">
        <w:t>’</w:t>
      </w:r>
      <w:r>
        <w:t>un garçon qui traînait une petite voiture où étaient empilés les objets appartenant à Jude et le peu d</w:t>
      </w:r>
      <w:r w:rsidR="006F1ADB">
        <w:t>’</w:t>
      </w:r>
      <w:r>
        <w:t>effets qu</w:t>
      </w:r>
      <w:r w:rsidR="006F1ADB">
        <w:t>’</w:t>
      </w:r>
      <w:proofErr w:type="spellStart"/>
      <w:r>
        <w:t>Arabella</w:t>
      </w:r>
      <w:proofErr w:type="spellEnd"/>
      <w:r>
        <w:t xml:space="preserve"> avait apportés pendant son bref séjour dans le l</w:t>
      </w:r>
      <w:r>
        <w:t>o</w:t>
      </w:r>
      <w:r>
        <w:t>gement garni</w:t>
      </w:r>
      <w:r w:rsidR="006F1ADB">
        <w:t xml:space="preserve">. </w:t>
      </w:r>
      <w:r>
        <w:t>Jude était dans un tel accablement physique après son aventure de la nuit précédente</w:t>
      </w:r>
      <w:r w:rsidR="006F1ADB">
        <w:t xml:space="preserve">, </w:t>
      </w:r>
      <w:r>
        <w:t>et dans un tel chagrin d</w:t>
      </w:r>
      <w:r w:rsidR="006F1ADB">
        <w:t>’</w:t>
      </w:r>
      <w:r>
        <w:t>avoir perdu Sue et de s</w:t>
      </w:r>
      <w:r w:rsidR="006F1ADB">
        <w:t>’</w:t>
      </w:r>
      <w:r>
        <w:t xml:space="preserve">être livré à </w:t>
      </w:r>
      <w:proofErr w:type="spellStart"/>
      <w:r>
        <w:t>Arabella</w:t>
      </w:r>
      <w:proofErr w:type="spellEnd"/>
      <w:r>
        <w:t xml:space="preserve"> pendant son demi-sommeil</w:t>
      </w:r>
      <w:r w:rsidR="006F1ADB">
        <w:t xml:space="preserve">, </w:t>
      </w:r>
      <w:r>
        <w:t>qu</w:t>
      </w:r>
      <w:r w:rsidR="006F1ADB">
        <w:t>’</w:t>
      </w:r>
      <w:r>
        <w:t xml:space="preserve">en voyant ses meubles déballés et </w:t>
      </w:r>
      <w:r>
        <w:lastRenderedPageBreak/>
        <w:t>gisant sous ses yeux</w:t>
      </w:r>
      <w:r w:rsidR="006F1ADB">
        <w:t xml:space="preserve">, </w:t>
      </w:r>
      <w:r>
        <w:t>dans cette étrange chambre à coucher</w:t>
      </w:r>
      <w:r w:rsidR="006F1ADB">
        <w:t xml:space="preserve">, </w:t>
      </w:r>
      <w:r>
        <w:t>mêlés à des vêt</w:t>
      </w:r>
      <w:r>
        <w:t>e</w:t>
      </w:r>
      <w:r>
        <w:t>ments de femme</w:t>
      </w:r>
      <w:r w:rsidR="006F1ADB">
        <w:t xml:space="preserve">, </w:t>
      </w:r>
      <w:r>
        <w:t>il comprit à peine comment ils étaient arrivés là</w:t>
      </w:r>
      <w:r w:rsidR="006F1ADB">
        <w:t xml:space="preserve">, </w:t>
      </w:r>
      <w:r>
        <w:t>et ce que leur présence signifiait</w:t>
      </w:r>
      <w:r w:rsidR="006F1ADB">
        <w:t>.</w:t>
      </w:r>
    </w:p>
    <w:p w14:paraId="6A190C40" w14:textId="77777777" w:rsidR="006F1ADB" w:rsidRDefault="006F1ADB" w:rsidP="005A3479">
      <w:r>
        <w:t>— </w:t>
      </w:r>
      <w:r w:rsidR="005A3479">
        <w:t>Maintenant</w:t>
      </w:r>
      <w:r>
        <w:t xml:space="preserve">, </w:t>
      </w:r>
      <w:r w:rsidR="005A3479">
        <w:t xml:space="preserve">dit </w:t>
      </w:r>
      <w:proofErr w:type="spellStart"/>
      <w:r w:rsidR="005A3479">
        <w:t>Arabella</w:t>
      </w:r>
      <w:proofErr w:type="spellEnd"/>
      <w:r w:rsidR="005A3479">
        <w:t xml:space="preserve"> à son père</w:t>
      </w:r>
      <w:r>
        <w:t xml:space="preserve">, </w:t>
      </w:r>
      <w:r w:rsidR="005A3479">
        <w:t>lorsqu</w:t>
      </w:r>
      <w:r>
        <w:t>’</w:t>
      </w:r>
      <w:r w:rsidR="005A3479">
        <w:t>ils se trouv</w:t>
      </w:r>
      <w:r w:rsidR="005A3479">
        <w:t>è</w:t>
      </w:r>
      <w:r w:rsidR="005A3479">
        <w:t>rent tous deux au rez-de-chaussée</w:t>
      </w:r>
      <w:r>
        <w:t xml:space="preserve">, </w:t>
      </w:r>
      <w:r w:rsidR="005A3479">
        <w:t>il faut avoir beaucoup de bonnes liqueurs dans la maison pendant quelques jours</w:t>
      </w:r>
      <w:r>
        <w:t xml:space="preserve">. </w:t>
      </w:r>
      <w:r w:rsidR="005A3479">
        <w:t>Je connais son caractère</w:t>
      </w:r>
      <w:r>
        <w:t xml:space="preserve"> ; </w:t>
      </w:r>
      <w:r w:rsidR="005A3479">
        <w:t>s</w:t>
      </w:r>
      <w:r>
        <w:t>’</w:t>
      </w:r>
      <w:r w:rsidR="005A3479">
        <w:t>il tombe dans l</w:t>
      </w:r>
      <w:r>
        <w:t>’</w:t>
      </w:r>
      <w:r w:rsidR="005A3479">
        <w:t>état de tristesse mo</w:t>
      </w:r>
      <w:r w:rsidR="005A3479">
        <w:t>r</w:t>
      </w:r>
      <w:r w:rsidR="005A3479">
        <w:t>telle où il est quelquefois</w:t>
      </w:r>
      <w:r>
        <w:t xml:space="preserve">, </w:t>
      </w:r>
      <w:r w:rsidR="005A3479">
        <w:t>il ne fera jamais rien d</w:t>
      </w:r>
      <w:r>
        <w:t>’</w:t>
      </w:r>
      <w:r w:rsidR="005A3479">
        <w:t>honorable pour moi</w:t>
      </w:r>
      <w:r>
        <w:t xml:space="preserve">, </w:t>
      </w:r>
      <w:r w:rsidR="005A3479">
        <w:t>et je resterai dans l</w:t>
      </w:r>
      <w:r>
        <w:t>’</w:t>
      </w:r>
      <w:r w:rsidR="005A3479">
        <w:t>embarras</w:t>
      </w:r>
      <w:r>
        <w:t xml:space="preserve">. </w:t>
      </w:r>
      <w:r w:rsidR="005A3479">
        <w:t>Il faut le maintenir gai</w:t>
      </w:r>
      <w:r>
        <w:t xml:space="preserve">. </w:t>
      </w:r>
      <w:r w:rsidR="005A3479">
        <w:t>Il a un peu d</w:t>
      </w:r>
      <w:r>
        <w:t>’</w:t>
      </w:r>
      <w:r w:rsidR="005A3479">
        <w:t>argent à la caisse d</w:t>
      </w:r>
      <w:r>
        <w:t>’</w:t>
      </w:r>
      <w:r w:rsidR="005A3479">
        <w:t>épargne et il m</w:t>
      </w:r>
      <w:r>
        <w:t>’</w:t>
      </w:r>
      <w:r w:rsidR="005A3479">
        <w:t>a donné sa bourse pour payer tout ce qu</w:t>
      </w:r>
      <w:r>
        <w:t>’</w:t>
      </w:r>
      <w:r w:rsidR="005A3479">
        <w:t>il faudrait</w:t>
      </w:r>
      <w:r>
        <w:t xml:space="preserve">. </w:t>
      </w:r>
      <w:r w:rsidR="005A3479">
        <w:t>Eh bien</w:t>
      </w:r>
      <w:r>
        <w:t xml:space="preserve"> ! </w:t>
      </w:r>
      <w:r w:rsidR="005A3479">
        <w:t>j</w:t>
      </w:r>
      <w:r>
        <w:t>’</w:t>
      </w:r>
      <w:r w:rsidR="005A3479">
        <w:t>en paierai le permis de mariage</w:t>
      </w:r>
      <w:r>
        <w:t xml:space="preserve">. </w:t>
      </w:r>
      <w:r w:rsidR="005A3479">
        <w:t>Il faut que je l</w:t>
      </w:r>
      <w:r>
        <w:t>’</w:t>
      </w:r>
      <w:r w:rsidR="005A3479">
        <w:t>aie sous la main pour saisir Jude au moment opportun</w:t>
      </w:r>
      <w:r>
        <w:t xml:space="preserve">. </w:t>
      </w:r>
      <w:r w:rsidR="005A3479">
        <w:t>Vous fournirez la liqueur</w:t>
      </w:r>
      <w:r>
        <w:t xml:space="preserve">. </w:t>
      </w:r>
      <w:r w:rsidR="005A3479">
        <w:t>Quelques amis et un petit dîner bien tranquille</w:t>
      </w:r>
      <w:r>
        <w:t xml:space="preserve">, </w:t>
      </w:r>
      <w:r w:rsidR="005A3479">
        <w:t>ce serait l</w:t>
      </w:r>
      <w:r>
        <w:t>’</w:t>
      </w:r>
      <w:r w:rsidR="005A3479">
        <w:t>affaire</w:t>
      </w:r>
      <w:r>
        <w:t xml:space="preserve">, </w:t>
      </w:r>
      <w:r w:rsidR="005A3479">
        <w:t>si on pouvait y arriver</w:t>
      </w:r>
      <w:r>
        <w:t xml:space="preserve">. </w:t>
      </w:r>
      <w:r w:rsidR="005A3479">
        <w:t>Ça ferait connaître la boutique et cela m</w:t>
      </w:r>
      <w:r>
        <w:t>’</w:t>
      </w:r>
      <w:r w:rsidR="005A3479">
        <w:t>aiderait aussi</w:t>
      </w:r>
      <w:r>
        <w:t>.</w:t>
      </w:r>
    </w:p>
    <w:p w14:paraId="082D29E4" w14:textId="77777777" w:rsidR="006F1ADB" w:rsidRDefault="006F1ADB" w:rsidP="005A3479">
      <w:r>
        <w:t>— </w:t>
      </w:r>
      <w:r w:rsidR="005A3479">
        <w:t>Ce n</w:t>
      </w:r>
      <w:r>
        <w:t>’</w:t>
      </w:r>
      <w:r w:rsidR="005A3479">
        <w:t>est pas bien difficile</w:t>
      </w:r>
      <w:r>
        <w:t xml:space="preserve">. </w:t>
      </w:r>
      <w:r w:rsidR="005A3479">
        <w:t>Il n</w:t>
      </w:r>
      <w:r>
        <w:t>’</w:t>
      </w:r>
      <w:r w:rsidR="005A3479">
        <w:t>y a qu</w:t>
      </w:r>
      <w:r>
        <w:t>’</w:t>
      </w:r>
      <w:r w:rsidR="005A3479">
        <w:t>à apporter des vivres et de la boisson</w:t>
      </w:r>
      <w:r>
        <w:t xml:space="preserve">… </w:t>
      </w:r>
      <w:r w:rsidR="005A3479">
        <w:t>En effet</w:t>
      </w:r>
      <w:r>
        <w:t xml:space="preserve">, </w:t>
      </w:r>
      <w:r w:rsidR="005A3479">
        <w:t>ça lancerait la boutique</w:t>
      </w:r>
      <w:r>
        <w:t xml:space="preserve">, </w:t>
      </w:r>
      <w:r w:rsidR="005A3479">
        <w:t>c</w:t>
      </w:r>
      <w:r>
        <w:t>’</w:t>
      </w:r>
      <w:r w:rsidR="005A3479">
        <w:t>est vrai</w:t>
      </w:r>
      <w:r>
        <w:t>.</w:t>
      </w:r>
    </w:p>
    <w:p w14:paraId="4A51930F" w14:textId="77777777" w:rsidR="006F1ADB" w:rsidRDefault="005A3479" w:rsidP="005A3479">
      <w:r>
        <w:t>Trois jours plus tard</w:t>
      </w:r>
      <w:r w:rsidR="006F1ADB">
        <w:t xml:space="preserve">, </w:t>
      </w:r>
      <w:r>
        <w:t>quand Jude fut un peu revenu de l</w:t>
      </w:r>
      <w:r w:rsidR="006F1ADB">
        <w:t>’</w:t>
      </w:r>
      <w:r>
        <w:t>affreux battement de ses yeux et de son cerveau</w:t>
      </w:r>
      <w:r w:rsidR="006F1ADB">
        <w:t xml:space="preserve">, </w:t>
      </w:r>
      <w:r>
        <w:t>bien qu</w:t>
      </w:r>
      <w:r w:rsidR="006F1ADB">
        <w:t>’</w:t>
      </w:r>
      <w:r>
        <w:t>avec l</w:t>
      </w:r>
      <w:r w:rsidR="006F1ADB">
        <w:t>’</w:t>
      </w:r>
      <w:r>
        <w:t xml:space="preserve">esprit trouble encore de tout ce que lui avait donné </w:t>
      </w:r>
      <w:proofErr w:type="spellStart"/>
      <w:r>
        <w:t>Arabella</w:t>
      </w:r>
      <w:proofErr w:type="spellEnd"/>
      <w:r>
        <w:t xml:space="preserve"> dans l</w:t>
      </w:r>
      <w:r w:rsidR="006F1ADB">
        <w:t>’</w:t>
      </w:r>
      <w:r>
        <w:t>intervalle</w:t>
      </w:r>
      <w:r w:rsidR="006F1ADB">
        <w:t xml:space="preserve"> – </w:t>
      </w:r>
      <w:r>
        <w:t>pour le maintenir gai</w:t>
      </w:r>
      <w:r w:rsidR="006F1ADB">
        <w:t xml:space="preserve">, </w:t>
      </w:r>
      <w:r>
        <w:t>comme elle le disait</w:t>
      </w:r>
      <w:r w:rsidR="006F1ADB">
        <w:t xml:space="preserve"> – </w:t>
      </w:r>
      <w:r>
        <w:t>eut lieu le petit festin dont elle avait eu l</w:t>
      </w:r>
      <w:r w:rsidR="006F1ADB">
        <w:t>’</w:t>
      </w:r>
      <w:r>
        <w:t>idée pour faire sauter le pas à Jude</w:t>
      </w:r>
      <w:r w:rsidR="006F1ADB">
        <w:t>.</w:t>
      </w:r>
    </w:p>
    <w:p w14:paraId="6E226573" w14:textId="4AD8EAA0" w:rsidR="006F1ADB" w:rsidRDefault="005A3479" w:rsidP="005A3479">
      <w:r>
        <w:t>Une de leurs connaissances</w:t>
      </w:r>
      <w:r w:rsidR="006F1ADB">
        <w:t xml:space="preserve">. </w:t>
      </w:r>
      <w:r>
        <w:t>Tinker Taylor</w:t>
      </w:r>
      <w:r w:rsidR="006F1ADB">
        <w:t xml:space="preserve">, </w:t>
      </w:r>
      <w:r>
        <w:t>bien qu</w:t>
      </w:r>
      <w:r w:rsidR="006F1ADB">
        <w:t>’</w:t>
      </w:r>
      <w:r>
        <w:t>il hab</w:t>
      </w:r>
      <w:r>
        <w:t>i</w:t>
      </w:r>
      <w:r>
        <w:t>tât la même rue</w:t>
      </w:r>
      <w:r w:rsidR="006F1ADB">
        <w:t xml:space="preserve">, </w:t>
      </w:r>
      <w:r>
        <w:t>n</w:t>
      </w:r>
      <w:r w:rsidR="006F1ADB">
        <w:t>’</w:t>
      </w:r>
      <w:r>
        <w:t>était pas invité</w:t>
      </w:r>
      <w:r w:rsidR="006F1ADB">
        <w:t xml:space="preserve"> ; </w:t>
      </w:r>
      <w:r>
        <w:t>mais en rentrant chez lui</w:t>
      </w:r>
      <w:r w:rsidR="006F1ADB">
        <w:t xml:space="preserve">, </w:t>
      </w:r>
      <w:r>
        <w:t>le soir de la fête</w:t>
      </w:r>
      <w:r w:rsidR="006F1ADB">
        <w:t xml:space="preserve">, </w:t>
      </w:r>
      <w:r>
        <w:t>après une affaire qui l</w:t>
      </w:r>
      <w:r w:rsidR="006F1ADB">
        <w:t>’</w:t>
      </w:r>
      <w:r>
        <w:t>avait retardé</w:t>
      </w:r>
      <w:r w:rsidR="006F1ADB">
        <w:t xml:space="preserve">, </w:t>
      </w:r>
      <w:r>
        <w:t>il eut l</w:t>
      </w:r>
      <w:r w:rsidR="006F1ADB">
        <w:t>’</w:t>
      </w:r>
      <w:r>
        <w:t>occasion d</w:t>
      </w:r>
      <w:r w:rsidR="006F1ADB">
        <w:t>’</w:t>
      </w:r>
      <w:r>
        <w:t>appeler à la boutique pour des pieds de mouton</w:t>
      </w:r>
      <w:r w:rsidR="006F1ADB">
        <w:t xml:space="preserve">. </w:t>
      </w:r>
      <w:r>
        <w:t>Il n</w:t>
      </w:r>
      <w:r w:rsidR="006F1ADB">
        <w:t>’</w:t>
      </w:r>
      <w:r>
        <w:t>y en avait pas</w:t>
      </w:r>
      <w:r w:rsidR="006F1ADB">
        <w:t xml:space="preserve">, </w:t>
      </w:r>
      <w:r>
        <w:t>et on lui en promit pour le lendemain matin</w:t>
      </w:r>
      <w:r w:rsidR="006F1ADB">
        <w:t xml:space="preserve">. </w:t>
      </w:r>
      <w:r>
        <w:t>Tout en faisant sa commande</w:t>
      </w:r>
      <w:r w:rsidR="006F1ADB">
        <w:t xml:space="preserve">, </w:t>
      </w:r>
      <w:r>
        <w:t xml:space="preserve">Taylor jeta un regard dans </w:t>
      </w:r>
      <w:r>
        <w:lastRenderedPageBreak/>
        <w:t>l</w:t>
      </w:r>
      <w:r w:rsidR="006F1ADB">
        <w:t>’</w:t>
      </w:r>
      <w:r>
        <w:t>arrière-boutique</w:t>
      </w:r>
      <w:r w:rsidR="006F1ADB">
        <w:t xml:space="preserve">, </w:t>
      </w:r>
      <w:r>
        <w:t>et aperçut le cercle des convives qui jouaient aux cartes</w:t>
      </w:r>
      <w:r w:rsidR="006F1ADB">
        <w:t xml:space="preserve">, </w:t>
      </w:r>
      <w:r>
        <w:t>buvaient et s</w:t>
      </w:r>
      <w:r w:rsidR="006F1ADB">
        <w:t>’</w:t>
      </w:r>
      <w:r>
        <w:t>en donnaient de toutes les manières</w:t>
      </w:r>
      <w:r w:rsidR="006F1ADB">
        <w:t xml:space="preserve">, </w:t>
      </w:r>
      <w:r>
        <w:t xml:space="preserve">aux </w:t>
      </w:r>
      <w:r>
        <w:t>f</w:t>
      </w:r>
      <w:r>
        <w:t xml:space="preserve">rais de </w:t>
      </w:r>
      <w:proofErr w:type="spellStart"/>
      <w:r>
        <w:t>Donn</w:t>
      </w:r>
      <w:proofErr w:type="spellEnd"/>
      <w:r w:rsidR="006F1ADB">
        <w:t xml:space="preserve">. </w:t>
      </w:r>
      <w:r>
        <w:t>Il rentra se coucher</w:t>
      </w:r>
      <w:r w:rsidR="006F1ADB">
        <w:t xml:space="preserve">. </w:t>
      </w:r>
      <w:r>
        <w:t>Le lendemain matin</w:t>
      </w:r>
      <w:r w:rsidR="006F1ADB">
        <w:t xml:space="preserve">, </w:t>
      </w:r>
      <w:r>
        <w:t>il se demanda en sortant comment la partie avait fini</w:t>
      </w:r>
      <w:r w:rsidR="006F1ADB">
        <w:t xml:space="preserve">. </w:t>
      </w:r>
      <w:r>
        <w:t>Il pensait que ce n</w:t>
      </w:r>
      <w:r w:rsidR="006F1ADB">
        <w:t>’</w:t>
      </w:r>
      <w:r>
        <w:t>était guère la peine d</w:t>
      </w:r>
      <w:r w:rsidR="006F1ADB">
        <w:t>’</w:t>
      </w:r>
      <w:r>
        <w:t>appeler à la boutique pour ses provisions à cette heure</w:t>
      </w:r>
      <w:r w:rsidR="006F1ADB">
        <w:t xml:space="preserve"> : </w:t>
      </w:r>
      <w:proofErr w:type="spellStart"/>
      <w:r>
        <w:t>Donn</w:t>
      </w:r>
      <w:proofErr w:type="spellEnd"/>
      <w:r>
        <w:t xml:space="preserve"> et sa fille n</w:t>
      </w:r>
      <w:r w:rsidR="006F1ADB">
        <w:t>’</w:t>
      </w:r>
      <w:r>
        <w:t>étaient probabl</w:t>
      </w:r>
      <w:r>
        <w:t>e</w:t>
      </w:r>
      <w:r>
        <w:t>ment pas levés</w:t>
      </w:r>
      <w:r w:rsidR="006F1ADB">
        <w:t xml:space="preserve">, </w:t>
      </w:r>
      <w:r>
        <w:t>après la tardive ripaille de la nuit</w:t>
      </w:r>
      <w:r w:rsidR="006F1ADB">
        <w:t xml:space="preserve">. </w:t>
      </w:r>
      <w:r>
        <w:t>Pourtant</w:t>
      </w:r>
      <w:r w:rsidR="006F1ADB">
        <w:t xml:space="preserve">, </w:t>
      </w:r>
      <w:r>
        <w:t>il vit en passant que la boutique était ouverte</w:t>
      </w:r>
      <w:r w:rsidR="006F1ADB">
        <w:t xml:space="preserve">, </w:t>
      </w:r>
      <w:r>
        <w:t>et il entendit des voix à l</w:t>
      </w:r>
      <w:r w:rsidR="006F1ADB">
        <w:t>’</w:t>
      </w:r>
      <w:r>
        <w:t>intérieur</w:t>
      </w:r>
      <w:r w:rsidR="006F1ADB">
        <w:t xml:space="preserve">, </w:t>
      </w:r>
      <w:r>
        <w:t>bien que les volets de l</w:t>
      </w:r>
      <w:r w:rsidR="006F1ADB">
        <w:t>’</w:t>
      </w:r>
      <w:r>
        <w:t>étalage ne fussent pas encore ouverts</w:t>
      </w:r>
      <w:r w:rsidR="006F1ADB">
        <w:t xml:space="preserve">. </w:t>
      </w:r>
      <w:r>
        <w:t>Il vint frapper à la porte du petit salon et l</w:t>
      </w:r>
      <w:r w:rsidR="006F1ADB">
        <w:t>’</w:t>
      </w:r>
      <w:r>
        <w:t>ouvrit</w:t>
      </w:r>
      <w:r w:rsidR="006F1ADB">
        <w:t>.</w:t>
      </w:r>
    </w:p>
    <w:p w14:paraId="271E11FD" w14:textId="77777777" w:rsidR="006F1ADB" w:rsidRDefault="006F1ADB" w:rsidP="005A3479">
      <w:r>
        <w:t>— </w:t>
      </w:r>
      <w:r w:rsidR="005A3479">
        <w:t>Eh bien</w:t>
      </w:r>
      <w:r>
        <w:t xml:space="preserve">, </w:t>
      </w:r>
      <w:r w:rsidR="005A3479">
        <w:t>vrai</w:t>
      </w:r>
      <w:r>
        <w:t xml:space="preserve"> ! </w:t>
      </w:r>
      <w:r w:rsidR="005A3479">
        <w:t>dit-il étonné</w:t>
      </w:r>
      <w:r>
        <w:t>.</w:t>
      </w:r>
    </w:p>
    <w:p w14:paraId="1B78C129" w14:textId="77777777" w:rsidR="006F1ADB" w:rsidRDefault="005A3479" w:rsidP="005A3479">
      <w:r>
        <w:t>Les hôtes et les convives étaient assis</w:t>
      </w:r>
      <w:r w:rsidR="006F1ADB">
        <w:t xml:space="preserve">, </w:t>
      </w:r>
      <w:r>
        <w:t>jouant aux cartes</w:t>
      </w:r>
      <w:r w:rsidR="006F1ADB">
        <w:t xml:space="preserve">, </w:t>
      </w:r>
      <w:r>
        <w:t>fumant</w:t>
      </w:r>
      <w:r w:rsidR="006F1ADB">
        <w:t xml:space="preserve">, </w:t>
      </w:r>
      <w:r>
        <w:t>causant</w:t>
      </w:r>
      <w:r w:rsidR="006F1ADB">
        <w:t xml:space="preserve">, </w:t>
      </w:r>
      <w:r>
        <w:t xml:space="preserve">tout comme il les avait </w:t>
      </w:r>
      <w:proofErr w:type="spellStart"/>
      <w:r>
        <w:t>laisses</w:t>
      </w:r>
      <w:proofErr w:type="spellEnd"/>
      <w:r>
        <w:t xml:space="preserve"> onze heures plus tôt</w:t>
      </w:r>
      <w:r w:rsidR="006F1ADB">
        <w:t xml:space="preserve">. </w:t>
      </w:r>
      <w:r>
        <w:t>Le gaz brûlait et les rideaux étaient tirés</w:t>
      </w:r>
      <w:r w:rsidR="006F1ADB">
        <w:t xml:space="preserve">, </w:t>
      </w:r>
      <w:r>
        <w:t>bien qu</w:t>
      </w:r>
      <w:r w:rsidR="006F1ADB">
        <w:t>’</w:t>
      </w:r>
      <w:r>
        <w:t>il fit jour depuis deux heures au dehors</w:t>
      </w:r>
      <w:r w:rsidR="006F1ADB">
        <w:t>.</w:t>
      </w:r>
    </w:p>
    <w:p w14:paraId="766996FF" w14:textId="77777777" w:rsidR="006F1ADB" w:rsidRDefault="006F1ADB" w:rsidP="005A3479">
      <w:r>
        <w:t>— </w:t>
      </w:r>
      <w:r w:rsidR="005A3479">
        <w:t>Oui</w:t>
      </w:r>
      <w:r>
        <w:t xml:space="preserve"> ! </w:t>
      </w:r>
      <w:r w:rsidR="005A3479">
        <w:t xml:space="preserve">cria </w:t>
      </w:r>
      <w:proofErr w:type="spellStart"/>
      <w:r w:rsidR="005A3479">
        <w:t>Arabella</w:t>
      </w:r>
      <w:proofErr w:type="spellEnd"/>
      <w:r w:rsidR="005A3479">
        <w:t xml:space="preserve"> en riant</w:t>
      </w:r>
      <w:r>
        <w:t xml:space="preserve">. </w:t>
      </w:r>
      <w:r w:rsidR="005A3479">
        <w:t>Nous sommes là toujours p</w:t>
      </w:r>
      <w:r w:rsidR="005A3479">
        <w:t>a</w:t>
      </w:r>
      <w:r w:rsidR="005A3479">
        <w:t>reils</w:t>
      </w:r>
      <w:r>
        <w:t xml:space="preserve">. </w:t>
      </w:r>
      <w:r w:rsidR="005A3479">
        <w:t>Nous devrions avoir honte de nous-mêmes</w:t>
      </w:r>
      <w:r>
        <w:t xml:space="preserve">, </w:t>
      </w:r>
      <w:r w:rsidR="005A3479">
        <w:t>n</w:t>
      </w:r>
      <w:r>
        <w:t>’</w:t>
      </w:r>
      <w:r w:rsidR="005A3479">
        <w:t>est-ce pas</w:t>
      </w:r>
      <w:r>
        <w:t xml:space="preserve"> ? </w:t>
      </w:r>
      <w:r w:rsidR="005A3479">
        <w:t>Mais c</w:t>
      </w:r>
      <w:r>
        <w:t>’</w:t>
      </w:r>
      <w:r w:rsidR="005A3479">
        <w:t xml:space="preserve">est une sorte de </w:t>
      </w:r>
      <w:r w:rsidR="005A3479">
        <w:rPr>
          <w:i/>
        </w:rPr>
        <w:t>crémaillère</w:t>
      </w:r>
      <w:r>
        <w:rPr>
          <w:i/>
        </w:rPr>
        <w:t xml:space="preserve">, </w:t>
      </w:r>
      <w:r w:rsidR="005A3479">
        <w:t>vous voyez</w:t>
      </w:r>
      <w:r>
        <w:t xml:space="preserve"> ; </w:t>
      </w:r>
      <w:r w:rsidR="005A3479">
        <w:t>et nos amis ne sont pas du tout pressés</w:t>
      </w:r>
      <w:r>
        <w:t xml:space="preserve">. </w:t>
      </w:r>
      <w:r w:rsidR="005A3479">
        <w:t>Entrez</w:t>
      </w:r>
      <w:r>
        <w:t xml:space="preserve">, </w:t>
      </w:r>
      <w:r w:rsidR="005A3479">
        <w:t>monsieur Taylor</w:t>
      </w:r>
      <w:r>
        <w:t xml:space="preserve">, </w:t>
      </w:r>
      <w:r w:rsidR="005A3479">
        <w:t>et asseyez-vous</w:t>
      </w:r>
      <w:r>
        <w:t>.</w:t>
      </w:r>
    </w:p>
    <w:p w14:paraId="6CDDEB73" w14:textId="77777777" w:rsidR="006F1ADB" w:rsidRDefault="005A3479" w:rsidP="005A3479">
      <w:r>
        <w:t>Le chaudronnier ne se fit pas prier</w:t>
      </w:r>
      <w:r w:rsidR="006F1ADB">
        <w:t xml:space="preserve">, </w:t>
      </w:r>
      <w:r>
        <w:t>entra et prit un siège</w:t>
      </w:r>
      <w:r w:rsidR="006F1ADB">
        <w:t>.</w:t>
      </w:r>
    </w:p>
    <w:p w14:paraId="144B27EF" w14:textId="77777777" w:rsidR="006F1ADB" w:rsidRDefault="006F1ADB" w:rsidP="005A3479">
      <w:r>
        <w:t>— </w:t>
      </w:r>
      <w:r w:rsidR="005A3479">
        <w:t>Eh bien</w:t>
      </w:r>
      <w:r>
        <w:t xml:space="preserve"> ? </w:t>
      </w:r>
      <w:r w:rsidR="005A3479">
        <w:t>vraiment</w:t>
      </w:r>
      <w:r>
        <w:t xml:space="preserve">, </w:t>
      </w:r>
      <w:r w:rsidR="005A3479">
        <w:t>je pouvais à peine en croire mes yeux quand je vous ai vus là</w:t>
      </w:r>
      <w:r>
        <w:t xml:space="preserve">. </w:t>
      </w:r>
      <w:r w:rsidR="005A3479">
        <w:t>Il me semblait que j</w:t>
      </w:r>
      <w:r>
        <w:t>’</w:t>
      </w:r>
      <w:r w:rsidR="005A3479">
        <w:t>étais rejeté dans la nuit dernière tout d</w:t>
      </w:r>
      <w:r>
        <w:t>’</w:t>
      </w:r>
      <w:r w:rsidR="005A3479">
        <w:t>un coup</w:t>
      </w:r>
      <w:r>
        <w:t>.</w:t>
      </w:r>
    </w:p>
    <w:p w14:paraId="370DE141" w14:textId="1FE66E0C" w:rsidR="006F1ADB" w:rsidRDefault="006F1ADB" w:rsidP="005A3479">
      <w:r>
        <w:t>— </w:t>
      </w:r>
      <w:r w:rsidR="005A3479">
        <w:t>Mais c</w:t>
      </w:r>
      <w:r>
        <w:t>’</w:t>
      </w:r>
      <w:r w:rsidR="005A3479">
        <w:t>est bien ainsi</w:t>
      </w:r>
      <w:r>
        <w:t xml:space="preserve">. </w:t>
      </w:r>
      <w:r w:rsidR="005A3479">
        <w:t xml:space="preserve">Versez à </w:t>
      </w:r>
      <w:r>
        <w:t>M. </w:t>
      </w:r>
      <w:r w:rsidR="005A3479">
        <w:t>Taylor</w:t>
      </w:r>
      <w:r>
        <w:t> !</w:t>
      </w:r>
    </w:p>
    <w:p w14:paraId="20A0C747" w14:textId="77777777" w:rsidR="006F1ADB" w:rsidRDefault="005A3479" w:rsidP="005A3479">
      <w:r>
        <w:t>Il s</w:t>
      </w:r>
      <w:r w:rsidR="006F1ADB">
        <w:t>’</w:t>
      </w:r>
      <w:r>
        <w:t>aperçut alors qu</w:t>
      </w:r>
      <w:r w:rsidR="006F1ADB">
        <w:t>’</w:t>
      </w:r>
      <w:proofErr w:type="spellStart"/>
      <w:r>
        <w:t>Arabella</w:t>
      </w:r>
      <w:proofErr w:type="spellEnd"/>
      <w:r>
        <w:t xml:space="preserve"> était assise à côté de Jude</w:t>
      </w:r>
      <w:r w:rsidR="006F1ADB">
        <w:t xml:space="preserve">, </w:t>
      </w:r>
      <w:r>
        <w:t>et qu</w:t>
      </w:r>
      <w:r w:rsidR="006F1ADB">
        <w:t>’</w:t>
      </w:r>
      <w:r>
        <w:t>elle l</w:t>
      </w:r>
      <w:r w:rsidR="006F1ADB">
        <w:t>’</w:t>
      </w:r>
      <w:r>
        <w:t>enlaçait de son bras</w:t>
      </w:r>
      <w:r w:rsidR="006F1ADB">
        <w:t xml:space="preserve">. </w:t>
      </w:r>
      <w:r>
        <w:t>Jude</w:t>
      </w:r>
      <w:r w:rsidR="006F1ADB">
        <w:t xml:space="preserve">, </w:t>
      </w:r>
      <w:r>
        <w:t xml:space="preserve">comme le reste de la </w:t>
      </w:r>
      <w:r>
        <w:lastRenderedPageBreak/>
        <w:t>comp</w:t>
      </w:r>
      <w:r>
        <w:t>a</w:t>
      </w:r>
      <w:r>
        <w:t>gnie</w:t>
      </w:r>
      <w:r w:rsidR="006F1ADB">
        <w:t xml:space="preserve">, </w:t>
      </w:r>
      <w:r>
        <w:t>portait sur son visage les marques de ses abondantes lib</w:t>
      </w:r>
      <w:r>
        <w:t>a</w:t>
      </w:r>
      <w:r>
        <w:t>tions</w:t>
      </w:r>
      <w:r w:rsidR="006F1ADB">
        <w:t>.</w:t>
      </w:r>
    </w:p>
    <w:p w14:paraId="36018774" w14:textId="77777777" w:rsidR="006F1ADB" w:rsidRDefault="006F1ADB" w:rsidP="005A3479">
      <w:r>
        <w:t>— </w:t>
      </w:r>
      <w:r w:rsidR="005A3479">
        <w:t>Eh bien</w:t>
      </w:r>
      <w:r>
        <w:t xml:space="preserve">, </w:t>
      </w:r>
      <w:r w:rsidR="005A3479">
        <w:t>nous avons attendu qu</w:t>
      </w:r>
      <w:r>
        <w:t>’</w:t>
      </w:r>
      <w:r w:rsidR="005A3479">
        <w:t>il fût une certaine heure légale</w:t>
      </w:r>
      <w:r>
        <w:t xml:space="preserve">, </w:t>
      </w:r>
      <w:r w:rsidR="005A3479">
        <w:t>si vous voulez savoir la vérité</w:t>
      </w:r>
      <w:r>
        <w:t xml:space="preserve">, </w:t>
      </w:r>
      <w:r w:rsidR="005A3479">
        <w:t>continua-t-elle timid</w:t>
      </w:r>
      <w:r w:rsidR="005A3479">
        <w:t>e</w:t>
      </w:r>
      <w:r w:rsidR="005A3479">
        <w:t>ment</w:t>
      </w:r>
      <w:r>
        <w:t xml:space="preserve">, </w:t>
      </w:r>
      <w:r w:rsidR="005A3479">
        <w:t>tandis qu</w:t>
      </w:r>
      <w:r>
        <w:t>’</w:t>
      </w:r>
      <w:r w:rsidR="005A3479">
        <w:t>elle essayait de faire ressembler</w:t>
      </w:r>
      <w:r>
        <w:t xml:space="preserve">, </w:t>
      </w:r>
      <w:r w:rsidR="005A3479">
        <w:t>autant qu</w:t>
      </w:r>
      <w:r>
        <w:t>’</w:t>
      </w:r>
      <w:r w:rsidR="005A3479">
        <w:t>il était possible</w:t>
      </w:r>
      <w:r>
        <w:t xml:space="preserve">, </w:t>
      </w:r>
      <w:r w:rsidR="005A3479">
        <w:t>la coloration cramoisie de l</w:t>
      </w:r>
      <w:r>
        <w:t>’</w:t>
      </w:r>
      <w:r w:rsidR="005A3479">
        <w:t>ivresse à une rougeur de jeune fille</w:t>
      </w:r>
      <w:r>
        <w:t xml:space="preserve">. </w:t>
      </w:r>
      <w:r w:rsidR="005A3479">
        <w:t>Jude et moi avons décidé d</w:t>
      </w:r>
      <w:r>
        <w:t>’</w:t>
      </w:r>
      <w:r w:rsidR="005A3479">
        <w:t>arranger les affaires entre nous en resserrant le nœud de nouveau</w:t>
      </w:r>
      <w:r>
        <w:t xml:space="preserve">, </w:t>
      </w:r>
      <w:r w:rsidR="005A3479">
        <w:t>car nous nous sommes aperçus qu</w:t>
      </w:r>
      <w:r>
        <w:t>’</w:t>
      </w:r>
      <w:r w:rsidR="005A3479">
        <w:t>en fin de compte nous ne pouvions pas aller l</w:t>
      </w:r>
      <w:r>
        <w:t>’</w:t>
      </w:r>
      <w:r w:rsidR="005A3479">
        <w:t>un sans l</w:t>
      </w:r>
      <w:r>
        <w:t>’</w:t>
      </w:r>
      <w:r w:rsidR="005A3479">
        <w:t>autre</w:t>
      </w:r>
      <w:r>
        <w:t xml:space="preserve">. </w:t>
      </w:r>
      <w:r w:rsidR="005A3479">
        <w:t>Voilà pourquoi nous avons décidé de rester là jusqu</w:t>
      </w:r>
      <w:r>
        <w:t>’</w:t>
      </w:r>
      <w:r w:rsidR="005A3479">
        <w:t>à ce qu</w:t>
      </w:r>
      <w:r>
        <w:t>’</w:t>
      </w:r>
      <w:r w:rsidR="005A3479">
        <w:t>il fût l</w:t>
      </w:r>
      <w:r>
        <w:t>’</w:t>
      </w:r>
      <w:r w:rsidR="005A3479">
        <w:t>heure</w:t>
      </w:r>
      <w:r>
        <w:t xml:space="preserve">, </w:t>
      </w:r>
      <w:r w:rsidR="005A3479">
        <w:t>et d</w:t>
      </w:r>
      <w:r>
        <w:t>’</w:t>
      </w:r>
      <w:r w:rsidR="005A3479">
        <w:t>expédier l</w:t>
      </w:r>
      <w:r>
        <w:t>’</w:t>
      </w:r>
      <w:r w:rsidR="005A3479">
        <w:t>affaire</w:t>
      </w:r>
      <w:r>
        <w:t>.</w:t>
      </w:r>
    </w:p>
    <w:p w14:paraId="2EE869BC" w14:textId="77777777" w:rsidR="006F1ADB" w:rsidRDefault="005A3479" w:rsidP="005A3479">
      <w:r>
        <w:t>Jude ne semblait pas faire grande attention à ce qu</w:t>
      </w:r>
      <w:r w:rsidR="006F1ADB">
        <w:t>’</w:t>
      </w:r>
      <w:r>
        <w:t>elle a</w:t>
      </w:r>
      <w:r>
        <w:t>n</w:t>
      </w:r>
      <w:r>
        <w:t>nonçait là</w:t>
      </w:r>
      <w:r w:rsidR="006F1ADB">
        <w:t xml:space="preserve">, </w:t>
      </w:r>
      <w:r>
        <w:t>ni à rien du tout d</w:t>
      </w:r>
      <w:r w:rsidR="006F1ADB">
        <w:t>’</w:t>
      </w:r>
      <w:r>
        <w:t>ailleurs</w:t>
      </w:r>
      <w:r w:rsidR="006F1ADB">
        <w:t xml:space="preserve">. </w:t>
      </w:r>
      <w:r>
        <w:t>L</w:t>
      </w:r>
      <w:r w:rsidR="006F1ADB">
        <w:t>’</w:t>
      </w:r>
      <w:r>
        <w:t>entrée de Taylor ranima un peu la compagnie</w:t>
      </w:r>
      <w:r w:rsidR="006F1ADB">
        <w:t xml:space="preserve">, </w:t>
      </w:r>
      <w:r>
        <w:t>et on resta assis jusqu</w:t>
      </w:r>
      <w:r w:rsidR="006F1ADB">
        <w:t>’</w:t>
      </w:r>
      <w:r>
        <w:t>à ce qu</w:t>
      </w:r>
      <w:r w:rsidR="006F1ADB">
        <w:t>’</w:t>
      </w:r>
      <w:proofErr w:type="spellStart"/>
      <w:r>
        <w:t>Arabella</w:t>
      </w:r>
      <w:proofErr w:type="spellEnd"/>
      <w:r>
        <w:t xml:space="preserve"> dit tout bas à son père</w:t>
      </w:r>
      <w:r w:rsidR="006F1ADB">
        <w:t> :</w:t>
      </w:r>
    </w:p>
    <w:p w14:paraId="4CA3E003" w14:textId="77777777" w:rsidR="006F1ADB" w:rsidRDefault="006F1ADB" w:rsidP="005A3479">
      <w:r>
        <w:t>— </w:t>
      </w:r>
      <w:r w:rsidR="005A3479">
        <w:t>Maintenant</w:t>
      </w:r>
      <w:r>
        <w:t xml:space="preserve">, </w:t>
      </w:r>
      <w:r w:rsidR="005A3479">
        <w:t>nous pouvons partir</w:t>
      </w:r>
      <w:r>
        <w:t>.</w:t>
      </w:r>
    </w:p>
    <w:p w14:paraId="33859F0B" w14:textId="77777777" w:rsidR="006F1ADB" w:rsidRDefault="006F1ADB" w:rsidP="005A3479">
      <w:r>
        <w:t>— </w:t>
      </w:r>
      <w:r w:rsidR="005A3479">
        <w:t>Mais le curé ne sait pas</w:t>
      </w:r>
      <w:r>
        <w:t> ?</w:t>
      </w:r>
    </w:p>
    <w:p w14:paraId="52725396" w14:textId="77777777" w:rsidR="006F1ADB" w:rsidRDefault="006F1ADB" w:rsidP="005A3479">
      <w:r>
        <w:t>— </w:t>
      </w:r>
      <w:r w:rsidR="005A3479">
        <w:t>Si</w:t>
      </w:r>
      <w:r>
        <w:t xml:space="preserve"> ! </w:t>
      </w:r>
      <w:r w:rsidR="005A3479">
        <w:t>je lui ai dit hier soir que nous viendrions entre huit et neuf</w:t>
      </w:r>
      <w:r>
        <w:t xml:space="preserve">, </w:t>
      </w:r>
      <w:r w:rsidR="005A3479">
        <w:t>à cause des raisons de convenance qu</w:t>
      </w:r>
      <w:r>
        <w:t>’</w:t>
      </w:r>
      <w:r w:rsidR="005A3479">
        <w:t>il y avait à faire cela aussi tôt et aussi tranquillement que possible</w:t>
      </w:r>
      <w:r>
        <w:t xml:space="preserve"> : </w:t>
      </w:r>
      <w:r w:rsidR="005A3479">
        <w:t>j</w:t>
      </w:r>
      <w:r>
        <w:t>’</w:t>
      </w:r>
      <w:r w:rsidR="005A3479">
        <w:t>ai allégué que c</w:t>
      </w:r>
      <w:r>
        <w:t>’</w:t>
      </w:r>
      <w:r w:rsidR="005A3479">
        <w:t>était un remariage entre nous et que cela attirerait les curieux s</w:t>
      </w:r>
      <w:r>
        <w:t>’</w:t>
      </w:r>
      <w:r w:rsidR="005A3479">
        <w:t>ils le savaient</w:t>
      </w:r>
      <w:r>
        <w:t xml:space="preserve">. </w:t>
      </w:r>
      <w:r w:rsidR="005A3479">
        <w:t>Il a hautement approuvé</w:t>
      </w:r>
      <w:r>
        <w:t>.</w:t>
      </w:r>
    </w:p>
    <w:p w14:paraId="446E8931" w14:textId="77777777" w:rsidR="006F1ADB" w:rsidRDefault="006F1ADB" w:rsidP="005A3479">
      <w:r>
        <w:t>— </w:t>
      </w:r>
      <w:r w:rsidR="005A3479">
        <w:t>Oh</w:t>
      </w:r>
      <w:r>
        <w:t xml:space="preserve"> ! </w:t>
      </w:r>
      <w:r w:rsidR="005A3479">
        <w:t>très bien</w:t>
      </w:r>
      <w:r>
        <w:t xml:space="preserve">. </w:t>
      </w:r>
      <w:r w:rsidR="005A3479">
        <w:t>Je suis prêt</w:t>
      </w:r>
      <w:r>
        <w:t xml:space="preserve">, </w:t>
      </w:r>
      <w:r w:rsidR="005A3479">
        <w:t>lui dit son père en titubant</w:t>
      </w:r>
      <w:r>
        <w:t>.</w:t>
      </w:r>
    </w:p>
    <w:p w14:paraId="7BB5DA02" w14:textId="77777777" w:rsidR="006F1ADB" w:rsidRDefault="006F1ADB" w:rsidP="005A3479">
      <w:r>
        <w:t>— </w:t>
      </w:r>
      <w:r w:rsidR="005A3479">
        <w:t>Maintenant</w:t>
      </w:r>
      <w:r>
        <w:t xml:space="preserve">, </w:t>
      </w:r>
      <w:r w:rsidR="005A3479">
        <w:t>venez</w:t>
      </w:r>
      <w:r>
        <w:t xml:space="preserve">, </w:t>
      </w:r>
      <w:r w:rsidR="005A3479">
        <w:t>chéri</w:t>
      </w:r>
      <w:r>
        <w:t xml:space="preserve">, </w:t>
      </w:r>
      <w:r w:rsidR="005A3479">
        <w:t>dit-elle à Jude</w:t>
      </w:r>
      <w:r>
        <w:t xml:space="preserve">, </w:t>
      </w:r>
      <w:r w:rsidR="005A3479">
        <w:t>venez</w:t>
      </w:r>
      <w:r>
        <w:t xml:space="preserve">, </w:t>
      </w:r>
      <w:r w:rsidR="005A3479">
        <w:t>comme vous l</w:t>
      </w:r>
      <w:r>
        <w:t>’</w:t>
      </w:r>
      <w:r w:rsidR="005A3479">
        <w:t>avez promis</w:t>
      </w:r>
      <w:r>
        <w:t>.</w:t>
      </w:r>
    </w:p>
    <w:p w14:paraId="716C0930" w14:textId="77777777" w:rsidR="006F1ADB" w:rsidRDefault="006F1ADB" w:rsidP="005A3479">
      <w:r>
        <w:t>— </w:t>
      </w:r>
      <w:r w:rsidR="005A3479">
        <w:t>Quand ai-je promis quelque chose</w:t>
      </w:r>
      <w:r>
        <w:t xml:space="preserve"> ? </w:t>
      </w:r>
      <w:r w:rsidR="005A3479">
        <w:t>demanda-t-il</w:t>
      </w:r>
      <w:r>
        <w:t>.</w:t>
      </w:r>
    </w:p>
    <w:p w14:paraId="780E2530" w14:textId="77777777" w:rsidR="006F1ADB" w:rsidRDefault="005A3479" w:rsidP="005A3479">
      <w:r>
        <w:lastRenderedPageBreak/>
        <w:t>Elle l</w:t>
      </w:r>
      <w:r w:rsidR="006F1ADB">
        <w:t>’</w:t>
      </w:r>
      <w:r>
        <w:t>avait tellement fait boire</w:t>
      </w:r>
      <w:r w:rsidR="006F1ADB">
        <w:t xml:space="preserve">, </w:t>
      </w:r>
      <w:r>
        <w:t>avec sa science spéciale de ces matières</w:t>
      </w:r>
      <w:r w:rsidR="006F1ADB">
        <w:t xml:space="preserve">, </w:t>
      </w:r>
      <w:r>
        <w:t>qu</w:t>
      </w:r>
      <w:r w:rsidR="006F1ADB">
        <w:t>’</w:t>
      </w:r>
      <w:r>
        <w:t>il n</w:t>
      </w:r>
      <w:r w:rsidR="006F1ADB">
        <w:t>’</w:t>
      </w:r>
      <w:r>
        <w:t>était presque plus gris</w:t>
      </w:r>
      <w:r w:rsidR="006F1ADB">
        <w:t xml:space="preserve">, </w:t>
      </w:r>
      <w:r>
        <w:t>ou du moins pouvait sembler ne pas l</w:t>
      </w:r>
      <w:r w:rsidR="006F1ADB">
        <w:t>’</w:t>
      </w:r>
      <w:r>
        <w:t>être à ceux qui ne le connaissaient pas</w:t>
      </w:r>
      <w:r w:rsidR="006F1ADB">
        <w:t>.</w:t>
      </w:r>
    </w:p>
    <w:p w14:paraId="3DDFF9E9" w14:textId="77777777" w:rsidR="006F1ADB" w:rsidRDefault="006F1ADB" w:rsidP="005A3479">
      <w:r>
        <w:t>— </w:t>
      </w:r>
      <w:r w:rsidR="005A3479">
        <w:t>Comment</w:t>
      </w:r>
      <w:r>
        <w:t xml:space="preserve"> ! </w:t>
      </w:r>
      <w:r w:rsidR="005A3479">
        <w:t xml:space="preserve">dit </w:t>
      </w:r>
      <w:proofErr w:type="spellStart"/>
      <w:r w:rsidR="005A3479">
        <w:t>Arabella</w:t>
      </w:r>
      <w:proofErr w:type="spellEnd"/>
      <w:r w:rsidR="005A3479">
        <w:t xml:space="preserve"> avec une consternation affectée</w:t>
      </w:r>
      <w:r>
        <w:t xml:space="preserve">. </w:t>
      </w:r>
      <w:r w:rsidR="005A3479">
        <w:t>Vous avez promis plusieurs fois de m</w:t>
      </w:r>
      <w:r>
        <w:t>’</w:t>
      </w:r>
      <w:r w:rsidR="005A3479">
        <w:t>épouser depuis que nous sommes là</w:t>
      </w:r>
      <w:r>
        <w:t xml:space="preserve">, </w:t>
      </w:r>
      <w:r w:rsidR="005A3479">
        <w:t>cette nuit</w:t>
      </w:r>
      <w:r>
        <w:t xml:space="preserve">. </w:t>
      </w:r>
      <w:r w:rsidR="005A3479">
        <w:t>Ces messieurs vous ont entendu</w:t>
      </w:r>
      <w:r>
        <w:t>.</w:t>
      </w:r>
    </w:p>
    <w:p w14:paraId="4B662304" w14:textId="77777777" w:rsidR="006F1ADB" w:rsidRDefault="006F1ADB" w:rsidP="005A3479">
      <w:r>
        <w:t>— </w:t>
      </w:r>
      <w:r w:rsidR="005A3479">
        <w:t>Je ne me le rappelle pas</w:t>
      </w:r>
      <w:r>
        <w:t xml:space="preserve">, </w:t>
      </w:r>
      <w:r w:rsidR="005A3479">
        <w:t>dit Jude avec obstination</w:t>
      </w:r>
      <w:r>
        <w:t xml:space="preserve">. </w:t>
      </w:r>
      <w:r w:rsidR="005A3479">
        <w:t>Il n</w:t>
      </w:r>
      <w:r>
        <w:t>’</w:t>
      </w:r>
      <w:r w:rsidR="005A3479">
        <w:t>y a qu</w:t>
      </w:r>
      <w:r>
        <w:t>’</w:t>
      </w:r>
      <w:r w:rsidR="005A3479">
        <w:t>une femme</w:t>
      </w:r>
      <w:r>
        <w:t xml:space="preserve">… </w:t>
      </w:r>
      <w:r w:rsidR="005A3479">
        <w:t>mais je ne veux pas la nommer dans ce c</w:t>
      </w:r>
      <w:r w:rsidR="005A3479">
        <w:t>a</w:t>
      </w:r>
      <w:r w:rsidR="005A3479">
        <w:t>pharnaüm</w:t>
      </w:r>
      <w:r>
        <w:t> !</w:t>
      </w:r>
    </w:p>
    <w:p w14:paraId="28CA11C1" w14:textId="77777777" w:rsidR="006F1ADB" w:rsidRDefault="005A3479" w:rsidP="005A3479">
      <w:proofErr w:type="spellStart"/>
      <w:r>
        <w:t>Arabella</w:t>
      </w:r>
      <w:proofErr w:type="spellEnd"/>
      <w:r>
        <w:t xml:space="preserve"> fit signe à son père</w:t>
      </w:r>
      <w:r w:rsidR="006F1ADB">
        <w:t>.</w:t>
      </w:r>
    </w:p>
    <w:p w14:paraId="0BA327EF" w14:textId="77777777" w:rsidR="006F1ADB" w:rsidRDefault="006F1ADB" w:rsidP="005A3479">
      <w:r>
        <w:t>— </w:t>
      </w:r>
      <w:r w:rsidR="005A3479">
        <w:t>Voyons</w:t>
      </w:r>
      <w:r>
        <w:t xml:space="preserve">, </w:t>
      </w:r>
      <w:r w:rsidR="005A3479">
        <w:t>monsieur Fawley</w:t>
      </w:r>
      <w:r>
        <w:t xml:space="preserve">, </w:t>
      </w:r>
      <w:r w:rsidR="005A3479">
        <w:t>soyez homme d</w:t>
      </w:r>
      <w:r>
        <w:t>’</w:t>
      </w:r>
      <w:r w:rsidR="005A3479">
        <w:t>honneur</w:t>
      </w:r>
      <w:r>
        <w:t xml:space="preserve">, </w:t>
      </w:r>
      <w:r w:rsidR="005A3479">
        <w:t xml:space="preserve">dit </w:t>
      </w:r>
      <w:proofErr w:type="spellStart"/>
      <w:r w:rsidR="005A3479">
        <w:t>Donn</w:t>
      </w:r>
      <w:proofErr w:type="spellEnd"/>
      <w:r>
        <w:t xml:space="preserve">. </w:t>
      </w:r>
      <w:r w:rsidR="005A3479">
        <w:t>Vous avez vécu ensemble</w:t>
      </w:r>
      <w:r>
        <w:t xml:space="preserve">, </w:t>
      </w:r>
      <w:r w:rsidR="005A3479">
        <w:t>ma fille et vous</w:t>
      </w:r>
      <w:r>
        <w:t xml:space="preserve">, </w:t>
      </w:r>
      <w:r w:rsidR="005A3479">
        <w:t>ces trois ou quatre jours</w:t>
      </w:r>
      <w:r>
        <w:t xml:space="preserve">, </w:t>
      </w:r>
      <w:r w:rsidR="005A3479">
        <w:t>parce qu</w:t>
      </w:r>
      <w:r>
        <w:t>’</w:t>
      </w:r>
      <w:r w:rsidR="005A3479">
        <w:t>il était bien entendu que vous alliez l</w:t>
      </w:r>
      <w:r>
        <w:t>’</w:t>
      </w:r>
      <w:r w:rsidR="005A3479">
        <w:t>épouser</w:t>
      </w:r>
      <w:r>
        <w:t xml:space="preserve">. </w:t>
      </w:r>
      <w:r w:rsidR="005A3479">
        <w:t>Il va de soi que je n</w:t>
      </w:r>
      <w:r>
        <w:t>’</w:t>
      </w:r>
      <w:r w:rsidR="005A3479">
        <w:t>aurais pas toléré de telles allures dans ma maison</w:t>
      </w:r>
      <w:r>
        <w:t xml:space="preserve">, </w:t>
      </w:r>
      <w:r w:rsidR="005A3479">
        <w:t>si je n</w:t>
      </w:r>
      <w:r>
        <w:t>’</w:t>
      </w:r>
      <w:r w:rsidR="005A3479">
        <w:t>avais compris cela</w:t>
      </w:r>
      <w:r>
        <w:t xml:space="preserve">. </w:t>
      </w:r>
      <w:r w:rsidR="005A3479">
        <w:t>C</w:t>
      </w:r>
      <w:r>
        <w:t>’</w:t>
      </w:r>
      <w:r w:rsidR="005A3479">
        <w:t>est un point d</w:t>
      </w:r>
      <w:r>
        <w:t>’</w:t>
      </w:r>
      <w:r w:rsidR="005A3479">
        <w:t>honneur</w:t>
      </w:r>
      <w:r>
        <w:t xml:space="preserve"> : </w:t>
      </w:r>
      <w:r w:rsidR="005A3479">
        <w:t>vous devez le faire maintenant</w:t>
      </w:r>
      <w:r>
        <w:t>.</w:t>
      </w:r>
    </w:p>
    <w:p w14:paraId="62260CC2" w14:textId="77777777" w:rsidR="006F1ADB" w:rsidRDefault="006F1ADB" w:rsidP="005A3479">
      <w:r>
        <w:t>— </w:t>
      </w:r>
      <w:r w:rsidR="005A3479">
        <w:t>Ne dites pas un mot de mon honneur</w:t>
      </w:r>
      <w:r>
        <w:t xml:space="preserve"> ! </w:t>
      </w:r>
      <w:r w:rsidR="005A3479">
        <w:t>ordonna Jude avec chaleur</w:t>
      </w:r>
      <w:r>
        <w:t xml:space="preserve">, </w:t>
      </w:r>
      <w:r w:rsidR="005A3479">
        <w:t>en se dressant tout debout</w:t>
      </w:r>
      <w:r>
        <w:t xml:space="preserve">. </w:t>
      </w:r>
      <w:r w:rsidR="005A3479">
        <w:t>J</w:t>
      </w:r>
      <w:r>
        <w:t>’</w:t>
      </w:r>
      <w:r w:rsidR="005A3479">
        <w:t>épouserais la p</w:t>
      </w:r>
      <w:r>
        <w:t xml:space="preserve">… </w:t>
      </w:r>
      <w:r w:rsidR="005A3479">
        <w:t>de Babylone plutôt que de rien faire de déshonorant</w:t>
      </w:r>
      <w:r>
        <w:t xml:space="preserve"> ! </w:t>
      </w:r>
      <w:r w:rsidR="005A3479">
        <w:t>Cela soit dit sans vous désobliger</w:t>
      </w:r>
      <w:r>
        <w:t xml:space="preserve">, </w:t>
      </w:r>
      <w:r w:rsidR="005A3479">
        <w:t>mon cher</w:t>
      </w:r>
      <w:r>
        <w:t xml:space="preserve">. </w:t>
      </w:r>
      <w:r w:rsidR="005A3479">
        <w:t>C</w:t>
      </w:r>
      <w:r>
        <w:t>’</w:t>
      </w:r>
      <w:r w:rsidR="005A3479">
        <w:t>est une simple figure de rh</w:t>
      </w:r>
      <w:r w:rsidR="005A3479">
        <w:t>é</w:t>
      </w:r>
      <w:r w:rsidR="005A3479">
        <w:t>torique</w:t>
      </w:r>
      <w:r>
        <w:t xml:space="preserve">, – </w:t>
      </w:r>
      <w:r w:rsidR="005A3479">
        <w:t>ce qu</w:t>
      </w:r>
      <w:r>
        <w:t>’</w:t>
      </w:r>
      <w:r w:rsidR="005A3479">
        <w:t>on appelle dans les livres une hyperbole</w:t>
      </w:r>
      <w:r>
        <w:t>.</w:t>
      </w:r>
    </w:p>
    <w:p w14:paraId="51F0E53A" w14:textId="77777777" w:rsidR="006F1ADB" w:rsidRDefault="006F1ADB" w:rsidP="005A3479">
      <w:r>
        <w:t>— </w:t>
      </w:r>
      <w:r w:rsidR="005A3479">
        <w:t>Gardez vos figures pour vos dettes envers les</w:t>
      </w:r>
      <w:r w:rsidR="005A3479">
        <w:rPr>
          <w:i/>
        </w:rPr>
        <w:t xml:space="preserve"> </w:t>
      </w:r>
      <w:r w:rsidR="005A3479">
        <w:t>amis qui vous abritent</w:t>
      </w:r>
      <w:r>
        <w:t xml:space="preserve">, </w:t>
      </w:r>
      <w:r w:rsidR="005A3479">
        <w:t xml:space="preserve">dit </w:t>
      </w:r>
      <w:proofErr w:type="spellStart"/>
      <w:r w:rsidR="005A3479">
        <w:t>Donn</w:t>
      </w:r>
      <w:proofErr w:type="spellEnd"/>
      <w:r>
        <w:t>.</w:t>
      </w:r>
    </w:p>
    <w:p w14:paraId="320C44C7" w14:textId="77777777" w:rsidR="006F1ADB" w:rsidRDefault="006F1ADB" w:rsidP="005A3479">
      <w:r>
        <w:t>— </w:t>
      </w:r>
      <w:r w:rsidR="005A3479">
        <w:t>Si je suis engagé d</w:t>
      </w:r>
      <w:r>
        <w:t>’</w:t>
      </w:r>
      <w:r w:rsidR="005A3479">
        <w:t>honneur à l</w:t>
      </w:r>
      <w:r>
        <w:t>’</w:t>
      </w:r>
      <w:r w:rsidR="005A3479">
        <w:t>épouser</w:t>
      </w:r>
      <w:r>
        <w:t xml:space="preserve">, – </w:t>
      </w:r>
      <w:r w:rsidR="005A3479">
        <w:t>comme je su</w:t>
      </w:r>
      <w:r w:rsidR="005A3479">
        <w:t>p</w:t>
      </w:r>
      <w:r w:rsidR="005A3479">
        <w:t>pose que je le suis</w:t>
      </w:r>
      <w:r>
        <w:t xml:space="preserve"> (</w:t>
      </w:r>
      <w:r w:rsidR="005A3479">
        <w:t>et que je meure si je sais comment j</w:t>
      </w:r>
      <w:r>
        <w:t>’</w:t>
      </w:r>
      <w:r w:rsidR="005A3479">
        <w:t>en suis venu là avec elle</w:t>
      </w:r>
      <w:r>
        <w:t xml:space="preserve"> !) – </w:t>
      </w:r>
      <w:r w:rsidR="005A3479">
        <w:t>soit</w:t>
      </w:r>
      <w:r>
        <w:t xml:space="preserve">, </w:t>
      </w:r>
      <w:r w:rsidR="005A3479">
        <w:t>je veux bien l</w:t>
      </w:r>
      <w:r>
        <w:t>’</w:t>
      </w:r>
      <w:r w:rsidR="005A3479">
        <w:t>épouser</w:t>
      </w:r>
      <w:r>
        <w:t xml:space="preserve">, </w:t>
      </w:r>
      <w:r w:rsidR="005A3479">
        <w:t>avec l</w:t>
      </w:r>
      <w:r>
        <w:t>’</w:t>
      </w:r>
      <w:r w:rsidR="005A3479">
        <w:t>aide de Dieu</w:t>
      </w:r>
      <w:r>
        <w:t xml:space="preserve"> ! </w:t>
      </w:r>
      <w:r w:rsidR="005A3479">
        <w:t>Je n</w:t>
      </w:r>
      <w:r>
        <w:t>’</w:t>
      </w:r>
      <w:r w:rsidR="005A3479">
        <w:t>ai jamais enfreint l</w:t>
      </w:r>
      <w:r>
        <w:t>’</w:t>
      </w:r>
      <w:r w:rsidR="005A3479">
        <w:t xml:space="preserve">honneur avec une </w:t>
      </w:r>
      <w:r w:rsidR="005A3479">
        <w:lastRenderedPageBreak/>
        <w:t>femme</w:t>
      </w:r>
      <w:r>
        <w:t xml:space="preserve">, </w:t>
      </w:r>
      <w:r w:rsidR="005A3479">
        <w:t>ni avec âme qui vive</w:t>
      </w:r>
      <w:r>
        <w:t xml:space="preserve">. </w:t>
      </w:r>
      <w:r w:rsidR="005A3479">
        <w:t>Je ne suis pas un homme qui veuille se sauver aux dépens des plus faibles</w:t>
      </w:r>
      <w:r>
        <w:t>.</w:t>
      </w:r>
    </w:p>
    <w:p w14:paraId="64CD4B93" w14:textId="77777777" w:rsidR="006F1ADB" w:rsidRDefault="006F1ADB" w:rsidP="005A3479">
      <w:r>
        <w:t>— </w:t>
      </w:r>
      <w:r w:rsidR="005A3479">
        <w:t>Là</w:t>
      </w:r>
      <w:r>
        <w:t xml:space="preserve">… </w:t>
      </w:r>
      <w:r w:rsidR="005A3479">
        <w:t>ne faites pas attention à lui</w:t>
      </w:r>
      <w:r>
        <w:t xml:space="preserve">, </w:t>
      </w:r>
      <w:r w:rsidR="005A3479">
        <w:t>chéri</w:t>
      </w:r>
      <w:r>
        <w:t xml:space="preserve">, </w:t>
      </w:r>
      <w:r w:rsidR="005A3479">
        <w:t>dit-elle</w:t>
      </w:r>
      <w:r>
        <w:t xml:space="preserve">, </w:t>
      </w:r>
      <w:r w:rsidR="005A3479">
        <w:t>sa joue contre celle de Jude</w:t>
      </w:r>
      <w:r>
        <w:t xml:space="preserve">. </w:t>
      </w:r>
      <w:proofErr w:type="spellStart"/>
      <w:r w:rsidR="005A3479">
        <w:t>Montez vous</w:t>
      </w:r>
      <w:proofErr w:type="spellEnd"/>
      <w:r w:rsidR="005A3479">
        <w:t xml:space="preserve"> laver et vous faire propre</w:t>
      </w:r>
      <w:r>
        <w:t xml:space="preserve">, </w:t>
      </w:r>
      <w:r w:rsidR="005A3479">
        <w:t>et nous sortirons</w:t>
      </w:r>
      <w:r>
        <w:t xml:space="preserve">. </w:t>
      </w:r>
      <w:r w:rsidR="005A3479">
        <w:t>Réconciliez-vous avec mon père</w:t>
      </w:r>
      <w:r>
        <w:t>.</w:t>
      </w:r>
    </w:p>
    <w:p w14:paraId="504EE9D5" w14:textId="77777777" w:rsidR="006F1ADB" w:rsidRDefault="005A3479" w:rsidP="005A3479">
      <w:r>
        <w:t>Ils se serrèrent la main</w:t>
      </w:r>
      <w:r w:rsidR="006F1ADB">
        <w:t xml:space="preserve">. </w:t>
      </w:r>
      <w:r>
        <w:t>Jude monta l</w:t>
      </w:r>
      <w:r w:rsidR="006F1ADB">
        <w:t>’</w:t>
      </w:r>
      <w:r>
        <w:t xml:space="preserve">escalier avec </w:t>
      </w:r>
      <w:proofErr w:type="spellStart"/>
      <w:r>
        <w:t>Arabella</w:t>
      </w:r>
      <w:proofErr w:type="spellEnd"/>
      <w:r>
        <w:t xml:space="preserve"> et revint bientôt</w:t>
      </w:r>
      <w:r w:rsidR="006F1ADB">
        <w:t xml:space="preserve">, </w:t>
      </w:r>
      <w:r>
        <w:t>l</w:t>
      </w:r>
      <w:r w:rsidR="006F1ADB">
        <w:t>’</w:t>
      </w:r>
      <w:r>
        <w:t>air propre et calme</w:t>
      </w:r>
      <w:r w:rsidR="006F1ADB">
        <w:t xml:space="preserve">. </w:t>
      </w:r>
      <w:r>
        <w:t>Elle aussi s</w:t>
      </w:r>
      <w:r w:rsidR="006F1ADB">
        <w:t>’</w:t>
      </w:r>
      <w:r>
        <w:t>était arrangée en hâte</w:t>
      </w:r>
      <w:r w:rsidR="006F1ADB">
        <w:t xml:space="preserve"> ; </w:t>
      </w:r>
      <w:r>
        <w:t>et ils s</w:t>
      </w:r>
      <w:r w:rsidR="006F1ADB">
        <w:t>’</w:t>
      </w:r>
      <w:r>
        <w:t>en allèrent</w:t>
      </w:r>
      <w:r w:rsidR="006F1ADB">
        <w:t xml:space="preserve">, </w:t>
      </w:r>
      <w:r>
        <w:t xml:space="preserve">en compagnie de </w:t>
      </w:r>
      <w:proofErr w:type="spellStart"/>
      <w:r>
        <w:t>Donn</w:t>
      </w:r>
      <w:proofErr w:type="spellEnd"/>
      <w:r w:rsidR="006F1ADB">
        <w:t>.</w:t>
      </w:r>
    </w:p>
    <w:p w14:paraId="4509C99B" w14:textId="77777777" w:rsidR="006F1ADB" w:rsidRDefault="006F1ADB" w:rsidP="005A3479">
      <w:r>
        <w:t>— </w:t>
      </w:r>
      <w:r w:rsidR="005A3479">
        <w:t>Restez</w:t>
      </w:r>
      <w:r>
        <w:t xml:space="preserve">, </w:t>
      </w:r>
      <w:r w:rsidR="005A3479">
        <w:t>dit-elle on sortant aux convives</w:t>
      </w:r>
      <w:r>
        <w:t xml:space="preserve">. </w:t>
      </w:r>
      <w:r w:rsidR="005A3479">
        <w:t>J</w:t>
      </w:r>
      <w:r>
        <w:t>’</w:t>
      </w:r>
      <w:r w:rsidR="005A3479">
        <w:t>ai dit à la petite bonne de faire le déjeuner pendant notre absence</w:t>
      </w:r>
      <w:r>
        <w:t xml:space="preserve"> ; </w:t>
      </w:r>
      <w:r w:rsidR="005A3479">
        <w:t>et</w:t>
      </w:r>
      <w:r>
        <w:t xml:space="preserve">, </w:t>
      </w:r>
      <w:r w:rsidR="005A3479">
        <w:t>quand nous reviendrons</w:t>
      </w:r>
      <w:r>
        <w:t xml:space="preserve">, </w:t>
      </w:r>
      <w:r w:rsidR="005A3479">
        <w:t>tout le monde prendra quelque chose</w:t>
      </w:r>
      <w:r>
        <w:t xml:space="preserve">. </w:t>
      </w:r>
      <w:r w:rsidR="005A3479">
        <w:t>Une bonne tasse de thé remettra chacun d</w:t>
      </w:r>
      <w:r>
        <w:t>’</w:t>
      </w:r>
      <w:r w:rsidR="005A3479">
        <w:t>aplomb pour rentrer chez lui</w:t>
      </w:r>
      <w:r>
        <w:t>.</w:t>
      </w:r>
    </w:p>
    <w:p w14:paraId="34EF32DC" w14:textId="77777777" w:rsidR="006F1ADB" w:rsidRDefault="005A3479" w:rsidP="005A3479">
      <w:r>
        <w:t xml:space="preserve">Quand </w:t>
      </w:r>
      <w:proofErr w:type="spellStart"/>
      <w:r>
        <w:t>Arabella</w:t>
      </w:r>
      <w:proofErr w:type="spellEnd"/>
      <w:r w:rsidR="006F1ADB">
        <w:t xml:space="preserve">, </w:t>
      </w:r>
      <w:r>
        <w:t xml:space="preserve">Jude et </w:t>
      </w:r>
      <w:proofErr w:type="spellStart"/>
      <w:r>
        <w:t>Donn</w:t>
      </w:r>
      <w:proofErr w:type="spellEnd"/>
      <w:r>
        <w:t xml:space="preserve"> eurent disparu pour leur expédition conjugale</w:t>
      </w:r>
      <w:r w:rsidR="006F1ADB">
        <w:t xml:space="preserve">, </w:t>
      </w:r>
      <w:r>
        <w:t>les convives assemblés bâillèrent larg</w:t>
      </w:r>
      <w:r>
        <w:t>e</w:t>
      </w:r>
      <w:r>
        <w:t>ment pour se réveiller et discutèrent la situation avec grand i</w:t>
      </w:r>
      <w:r>
        <w:t>n</w:t>
      </w:r>
      <w:r>
        <w:t>térêt</w:t>
      </w:r>
      <w:r w:rsidR="006F1ADB">
        <w:t xml:space="preserve">. </w:t>
      </w:r>
      <w:r>
        <w:t>Tinker Taylor</w:t>
      </w:r>
      <w:r w:rsidR="006F1ADB">
        <w:t xml:space="preserve">, </w:t>
      </w:r>
      <w:r>
        <w:t>étant le moins gris</w:t>
      </w:r>
      <w:r w:rsidR="006F1ADB">
        <w:t xml:space="preserve">, </w:t>
      </w:r>
      <w:r>
        <w:t>raisonnait avec le plus de clarté</w:t>
      </w:r>
      <w:r w:rsidR="006F1ADB">
        <w:t>.</w:t>
      </w:r>
    </w:p>
    <w:p w14:paraId="3CFD7FFA" w14:textId="77777777" w:rsidR="006F1ADB" w:rsidRDefault="006F1ADB" w:rsidP="005A3479">
      <w:r>
        <w:t>— </w:t>
      </w:r>
      <w:r w:rsidR="005A3479">
        <w:t>Je ne voudrais pas parler contre des amis</w:t>
      </w:r>
      <w:r>
        <w:t xml:space="preserve">, </w:t>
      </w:r>
      <w:r w:rsidR="005A3479">
        <w:t>dit-il</w:t>
      </w:r>
      <w:r>
        <w:t xml:space="preserve">. </w:t>
      </w:r>
      <w:r w:rsidR="005A3479">
        <w:t>Mais c</w:t>
      </w:r>
      <w:r w:rsidR="005A3479">
        <w:t>e</w:t>
      </w:r>
      <w:r w:rsidR="005A3479">
        <w:t>la me semble drôle pour un couple de se remarier</w:t>
      </w:r>
      <w:r>
        <w:t xml:space="preserve"> ! </w:t>
      </w:r>
      <w:r w:rsidR="005A3479">
        <w:t>S</w:t>
      </w:r>
      <w:r>
        <w:t>’</w:t>
      </w:r>
      <w:r w:rsidR="005A3479">
        <w:t>ils n</w:t>
      </w:r>
      <w:r>
        <w:t>’</w:t>
      </w:r>
      <w:r w:rsidR="005A3479">
        <w:t>ont pas pu s</w:t>
      </w:r>
      <w:r>
        <w:t>’</w:t>
      </w:r>
      <w:r w:rsidR="005A3479">
        <w:t>y faire la première fois</w:t>
      </w:r>
      <w:r>
        <w:t xml:space="preserve">, </w:t>
      </w:r>
      <w:r w:rsidR="005A3479">
        <w:t>quand leurs esprits étaient souples</w:t>
      </w:r>
      <w:r>
        <w:t xml:space="preserve">, </w:t>
      </w:r>
      <w:r w:rsidR="005A3479">
        <w:t>ils ne pourront pas la seconde</w:t>
      </w:r>
      <w:r>
        <w:t xml:space="preserve">, </w:t>
      </w:r>
      <w:r w:rsidR="005A3479">
        <w:t>m</w:t>
      </w:r>
      <w:r>
        <w:t>’</w:t>
      </w:r>
      <w:r w:rsidR="005A3479">
        <w:t>est avis</w:t>
      </w:r>
      <w:r>
        <w:t>.</w:t>
      </w:r>
    </w:p>
    <w:p w14:paraId="4129D445" w14:textId="77777777" w:rsidR="006F1ADB" w:rsidRDefault="006F1ADB" w:rsidP="005A3479">
      <w:r>
        <w:t>— </w:t>
      </w:r>
      <w:r w:rsidR="005A3479">
        <w:t>Croyez-vous qu</w:t>
      </w:r>
      <w:r>
        <w:t>’</w:t>
      </w:r>
      <w:r w:rsidR="005A3479">
        <w:t>il cède</w:t>
      </w:r>
      <w:r>
        <w:t> ?</w:t>
      </w:r>
    </w:p>
    <w:p w14:paraId="1C5F2B36" w14:textId="77777777" w:rsidR="006F1ADB" w:rsidRDefault="006F1ADB" w:rsidP="005A3479">
      <w:r>
        <w:t>— </w:t>
      </w:r>
      <w:r w:rsidR="005A3479">
        <w:t>Elle l</w:t>
      </w:r>
      <w:r>
        <w:t>’</w:t>
      </w:r>
      <w:r w:rsidR="005A3479">
        <w:t>a mis sur la question de l</w:t>
      </w:r>
      <w:r>
        <w:t>’</w:t>
      </w:r>
      <w:r w:rsidR="005A3479">
        <w:t>honneur</w:t>
      </w:r>
      <w:r>
        <w:t xml:space="preserve"> : </w:t>
      </w:r>
      <w:r w:rsidR="005A3479">
        <w:t>il s</w:t>
      </w:r>
      <w:r>
        <w:t>’</w:t>
      </w:r>
      <w:r w:rsidR="005A3479">
        <w:t>exécutera</w:t>
      </w:r>
      <w:r>
        <w:t>.</w:t>
      </w:r>
    </w:p>
    <w:p w14:paraId="2A7C3B40" w14:textId="77777777" w:rsidR="006F1ADB" w:rsidRDefault="006F1ADB" w:rsidP="005A3479">
      <w:r>
        <w:t>— </w:t>
      </w:r>
      <w:r w:rsidR="005A3479">
        <w:t>Mais il ne pourrait même pas être en règle ainsi</w:t>
      </w:r>
      <w:r>
        <w:t xml:space="preserve">, </w:t>
      </w:r>
      <w:r w:rsidR="005A3479">
        <w:t>il n</w:t>
      </w:r>
      <w:r>
        <w:t>’</w:t>
      </w:r>
      <w:r w:rsidR="005A3479">
        <w:t>a ni permis ni rien</w:t>
      </w:r>
      <w:r>
        <w:t>.</w:t>
      </w:r>
    </w:p>
    <w:p w14:paraId="5A4E1B1E" w14:textId="77777777" w:rsidR="006F1ADB" w:rsidRDefault="006F1ADB" w:rsidP="005A3479">
      <w:r>
        <w:t>— </w:t>
      </w:r>
      <w:r w:rsidR="005A3479">
        <w:t>Elle a pris ses mesures</w:t>
      </w:r>
      <w:r>
        <w:t xml:space="preserve">, </w:t>
      </w:r>
      <w:r w:rsidR="005A3479">
        <w:t>rassurez-vous</w:t>
      </w:r>
      <w:r>
        <w:t xml:space="preserve">. </w:t>
      </w:r>
      <w:r w:rsidR="005A3479">
        <w:t>Ne l</w:t>
      </w:r>
      <w:r>
        <w:t>’</w:t>
      </w:r>
      <w:r w:rsidR="005A3479">
        <w:t>avez-vous pas entendue le dire à son père</w:t>
      </w:r>
      <w:r>
        <w:t> ?</w:t>
      </w:r>
    </w:p>
    <w:p w14:paraId="3E181DAC" w14:textId="77777777" w:rsidR="006F1ADB" w:rsidRDefault="006F1ADB" w:rsidP="005A3479">
      <w:r>
        <w:lastRenderedPageBreak/>
        <w:t>— </w:t>
      </w:r>
      <w:r w:rsidR="005A3479">
        <w:t>Bien</w:t>
      </w:r>
      <w:r>
        <w:t xml:space="preserve">, </w:t>
      </w:r>
      <w:r w:rsidR="005A3479">
        <w:t>dit Tinker Taylor en rallumant sa pipe au bec de gaz</w:t>
      </w:r>
      <w:r>
        <w:t xml:space="preserve">. </w:t>
      </w:r>
      <w:r w:rsidR="005A3479">
        <w:t>À la prendre en bloc</w:t>
      </w:r>
      <w:r>
        <w:t xml:space="preserve">, </w:t>
      </w:r>
      <w:r w:rsidR="005A3479">
        <w:t>ce n</w:t>
      </w:r>
      <w:r>
        <w:t>’</w:t>
      </w:r>
      <w:r w:rsidR="005A3479">
        <w:t>est pas un si déplaisant morceau</w:t>
      </w:r>
      <w:r>
        <w:t xml:space="preserve">, </w:t>
      </w:r>
      <w:r w:rsidR="005A3479">
        <w:t>surtout aux lumières</w:t>
      </w:r>
      <w:r>
        <w:t xml:space="preserve">. </w:t>
      </w:r>
      <w:r w:rsidR="005A3479">
        <w:t>Bien sûr</w:t>
      </w:r>
      <w:r>
        <w:t xml:space="preserve">, </w:t>
      </w:r>
      <w:r w:rsidR="005A3479">
        <w:t>les sous qui ont été en circul</w:t>
      </w:r>
      <w:r w:rsidR="005A3479">
        <w:t>a</w:t>
      </w:r>
      <w:r w:rsidR="005A3479">
        <w:t>tion</w:t>
      </w:r>
      <w:r>
        <w:t xml:space="preserve">, </w:t>
      </w:r>
      <w:r w:rsidR="005A3479">
        <w:t>il ne faut pas leur demander d</w:t>
      </w:r>
      <w:r>
        <w:t>’</w:t>
      </w:r>
      <w:r w:rsidR="005A3479">
        <w:t>être comme des neufs qui sortent de la Monnaie</w:t>
      </w:r>
      <w:r>
        <w:t xml:space="preserve">. </w:t>
      </w:r>
      <w:r w:rsidR="005A3479">
        <w:t>Mais pour une femme qui a roulé sa bosse dans les deux hémisphères</w:t>
      </w:r>
      <w:r>
        <w:t xml:space="preserve">, </w:t>
      </w:r>
      <w:r w:rsidR="005A3479">
        <w:t>elle est assez passable</w:t>
      </w:r>
      <w:r>
        <w:t xml:space="preserve"> : </w:t>
      </w:r>
      <w:r w:rsidR="005A3479">
        <w:t>un peu haute en graisse peut-être</w:t>
      </w:r>
      <w:r>
        <w:t xml:space="preserve"> : </w:t>
      </w:r>
      <w:r w:rsidR="005A3479">
        <w:t>mais j</w:t>
      </w:r>
      <w:r>
        <w:t>’</w:t>
      </w:r>
      <w:r w:rsidR="005A3479">
        <w:t>aime une femme qu</w:t>
      </w:r>
      <w:r>
        <w:t>’</w:t>
      </w:r>
      <w:r w:rsidR="005A3479">
        <w:t>une bouffée de vent ne renverse pas en soufflant dessus</w:t>
      </w:r>
      <w:r>
        <w:t>.</w:t>
      </w:r>
    </w:p>
    <w:p w14:paraId="63B8039E" w14:textId="77777777" w:rsidR="006F1ADB" w:rsidRDefault="005A3479" w:rsidP="005A3479">
      <w:r>
        <w:t>Leurs yeux suivaient les mouvements de la gamine</w:t>
      </w:r>
      <w:r w:rsidR="006F1ADB">
        <w:t xml:space="preserve">, </w:t>
      </w:r>
      <w:r>
        <w:t>tandis qu</w:t>
      </w:r>
      <w:r w:rsidR="006F1ADB">
        <w:t>’</w:t>
      </w:r>
      <w:r>
        <w:t>elle mettait la nappe du déjeuner sur la table</w:t>
      </w:r>
      <w:r w:rsidR="006F1ADB">
        <w:t xml:space="preserve">, </w:t>
      </w:r>
      <w:r>
        <w:t>sans essuyer les rinçures de liqueur</w:t>
      </w:r>
      <w:r w:rsidR="006F1ADB">
        <w:t xml:space="preserve">. </w:t>
      </w:r>
      <w:r>
        <w:t>Les rideaux n</w:t>
      </w:r>
      <w:r w:rsidR="006F1ADB">
        <w:t>’</w:t>
      </w:r>
      <w:r>
        <w:t>étaient pas ouverts</w:t>
      </w:r>
      <w:r w:rsidR="006F1ADB">
        <w:t xml:space="preserve">. </w:t>
      </w:r>
      <w:r>
        <w:t>Quelques-uns des convives s</w:t>
      </w:r>
      <w:r w:rsidR="006F1ADB">
        <w:t>’</w:t>
      </w:r>
      <w:r>
        <w:t>étaient endormis sur leur chaise</w:t>
      </w:r>
      <w:r w:rsidR="006F1ADB">
        <w:t xml:space="preserve">. </w:t>
      </w:r>
      <w:r>
        <w:t>Deux ou trois</w:t>
      </w:r>
      <w:r w:rsidR="006F1ADB">
        <w:t xml:space="preserve">, </w:t>
      </w:r>
      <w:r>
        <w:t>Tinker Taylor en tête</w:t>
      </w:r>
      <w:r w:rsidR="006F1ADB">
        <w:t xml:space="preserve">, </w:t>
      </w:r>
      <w:r>
        <w:t>allèrent à la porte et rega</w:t>
      </w:r>
      <w:r>
        <w:t>r</w:t>
      </w:r>
      <w:r>
        <w:t>dèrent longuement la rue plus d</w:t>
      </w:r>
      <w:r w:rsidR="006F1ADB">
        <w:t>’</w:t>
      </w:r>
      <w:r>
        <w:t>une fois</w:t>
      </w:r>
      <w:r w:rsidR="006F1ADB">
        <w:t xml:space="preserve">. </w:t>
      </w:r>
      <w:r>
        <w:t>Au bout d</w:t>
      </w:r>
      <w:r w:rsidR="006F1ADB">
        <w:t>’</w:t>
      </w:r>
      <w:r>
        <w:t>un moment</w:t>
      </w:r>
      <w:r w:rsidR="006F1ADB">
        <w:t xml:space="preserve">, </w:t>
      </w:r>
      <w:r>
        <w:t>il rentra et clignant de l</w:t>
      </w:r>
      <w:r w:rsidR="006F1ADB">
        <w:t>’</w:t>
      </w:r>
      <w:r>
        <w:t>œil</w:t>
      </w:r>
      <w:r w:rsidR="006F1ADB">
        <w:t> :</w:t>
      </w:r>
    </w:p>
    <w:p w14:paraId="47163052" w14:textId="77777777" w:rsidR="006F1ADB" w:rsidRDefault="006F1ADB" w:rsidP="005A3479">
      <w:r>
        <w:t>— </w:t>
      </w:r>
      <w:r w:rsidR="005A3479">
        <w:t>Bon Dieu</w:t>
      </w:r>
      <w:r>
        <w:t xml:space="preserve"> ! </w:t>
      </w:r>
      <w:r w:rsidR="005A3479">
        <w:t>Je crois que c</w:t>
      </w:r>
      <w:r>
        <w:t>’</w:t>
      </w:r>
      <w:r w:rsidR="005A3479">
        <w:t>est fait</w:t>
      </w:r>
      <w:r>
        <w:t> !</w:t>
      </w:r>
    </w:p>
    <w:p w14:paraId="32C9DCD7" w14:textId="33DA73BE" w:rsidR="006F1ADB" w:rsidRDefault="006F1ADB" w:rsidP="005A3479">
      <w:r>
        <w:t>— </w:t>
      </w:r>
      <w:r w:rsidR="005A3479">
        <w:t>Non</w:t>
      </w:r>
      <w:r>
        <w:t xml:space="preserve">, </w:t>
      </w:r>
      <w:r w:rsidR="005A3479">
        <w:t>dit l</w:t>
      </w:r>
      <w:r>
        <w:t>’</w:t>
      </w:r>
      <w:r w:rsidR="005A3479">
        <w:t xml:space="preserve">oncle </w:t>
      </w:r>
      <w:r>
        <w:t xml:space="preserve">Joe, </w:t>
      </w:r>
      <w:r w:rsidR="005A3479">
        <w:t>en rentrant derrière lui</w:t>
      </w:r>
      <w:r>
        <w:t xml:space="preserve">. </w:t>
      </w:r>
      <w:r w:rsidR="005A3479">
        <w:t>Entendez bien ce que je vous dis</w:t>
      </w:r>
      <w:r>
        <w:t xml:space="preserve">, </w:t>
      </w:r>
      <w:r w:rsidR="005A3479">
        <w:t>il n</w:t>
      </w:r>
      <w:r>
        <w:t>’</w:t>
      </w:r>
      <w:r w:rsidR="005A3479">
        <w:t>a pas marché à la dernière minute</w:t>
      </w:r>
      <w:r>
        <w:t xml:space="preserve">. </w:t>
      </w:r>
      <w:r w:rsidR="005A3479">
        <w:t>Ils n</w:t>
      </w:r>
      <w:r>
        <w:t>’</w:t>
      </w:r>
      <w:r w:rsidR="005A3479">
        <w:t>ont pas un air ordinaire et c</w:t>
      </w:r>
      <w:r>
        <w:t>’</w:t>
      </w:r>
      <w:r w:rsidR="005A3479">
        <w:t>est cela que ça signifie</w:t>
      </w:r>
      <w:r>
        <w:t>.</w:t>
      </w:r>
    </w:p>
    <w:p w14:paraId="33E98227" w14:textId="77777777" w:rsidR="006F1ADB" w:rsidRDefault="005A3479" w:rsidP="005A3479">
      <w:r>
        <w:t>Ils attendirent en silence jusqu</w:t>
      </w:r>
      <w:r w:rsidR="006F1ADB">
        <w:t>’</w:t>
      </w:r>
      <w:r>
        <w:t>à l</w:t>
      </w:r>
      <w:r w:rsidR="006F1ADB">
        <w:t>’</w:t>
      </w:r>
      <w:r>
        <w:t>entrée de la noce</w:t>
      </w:r>
      <w:r w:rsidR="006F1ADB">
        <w:t>.</w:t>
      </w:r>
    </w:p>
    <w:p w14:paraId="59E01991" w14:textId="77777777" w:rsidR="006F1ADB" w:rsidRDefault="005A3479" w:rsidP="005A3479">
      <w:proofErr w:type="spellStart"/>
      <w:r>
        <w:t>Arabella</w:t>
      </w:r>
      <w:proofErr w:type="spellEnd"/>
      <w:r>
        <w:t xml:space="preserve"> fit la première son entrée</w:t>
      </w:r>
      <w:r w:rsidR="006F1ADB">
        <w:t xml:space="preserve">, </w:t>
      </w:r>
      <w:r>
        <w:t>en coup de vent</w:t>
      </w:r>
      <w:r w:rsidR="006F1ADB">
        <w:t xml:space="preserve"> ; </w:t>
      </w:r>
      <w:r>
        <w:t>et on voyait assez sur son visage que sa tactique avait réussi</w:t>
      </w:r>
      <w:r w:rsidR="006F1ADB">
        <w:t>.</w:t>
      </w:r>
    </w:p>
    <w:p w14:paraId="425BE6C6" w14:textId="04158F65" w:rsidR="006F1ADB" w:rsidRDefault="006F1ADB" w:rsidP="005A3479">
      <w:r>
        <w:t>— M</w:t>
      </w:r>
      <w:r w:rsidRPr="006F1ADB">
        <w:rPr>
          <w:vertAlign w:val="superscript"/>
        </w:rPr>
        <w:t>rs</w:t>
      </w:r>
      <w:r>
        <w:t> </w:t>
      </w:r>
      <w:r w:rsidR="005A3479">
        <w:t>Fawley</w:t>
      </w:r>
      <w:r>
        <w:t xml:space="preserve">, </w:t>
      </w:r>
      <w:r w:rsidR="005A3479">
        <w:t>je présume</w:t>
      </w:r>
      <w:r>
        <w:t xml:space="preserve"> ? </w:t>
      </w:r>
      <w:r w:rsidR="005A3479">
        <w:t>dit Tinker Taylor avec une pol</w:t>
      </w:r>
      <w:r w:rsidR="005A3479">
        <w:t>i</w:t>
      </w:r>
      <w:r w:rsidR="005A3479">
        <w:t>tesse ironique</w:t>
      </w:r>
      <w:r>
        <w:t>.</w:t>
      </w:r>
    </w:p>
    <w:p w14:paraId="54E8EE67" w14:textId="0C154A4F" w:rsidR="006F1ADB" w:rsidRDefault="006F1ADB" w:rsidP="005A3479">
      <w:r>
        <w:t>— </w:t>
      </w:r>
      <w:r w:rsidR="005A3479">
        <w:t>Parfaitement</w:t>
      </w:r>
      <w:r>
        <w:t>. M</w:t>
      </w:r>
      <w:r w:rsidRPr="006F1ADB">
        <w:rPr>
          <w:vertAlign w:val="superscript"/>
        </w:rPr>
        <w:t>rs</w:t>
      </w:r>
      <w:r>
        <w:t> </w:t>
      </w:r>
      <w:r w:rsidR="005A3479">
        <w:t>Fawley de nouveau</w:t>
      </w:r>
      <w:r>
        <w:t xml:space="preserve">, </w:t>
      </w:r>
      <w:r w:rsidR="005A3479">
        <w:t xml:space="preserve">répliqua </w:t>
      </w:r>
      <w:proofErr w:type="spellStart"/>
      <w:r w:rsidR="005A3479">
        <w:t>Arabella</w:t>
      </w:r>
      <w:proofErr w:type="spellEnd"/>
      <w:r w:rsidR="005A3479">
        <w:t xml:space="preserve"> d</w:t>
      </w:r>
      <w:r>
        <w:t>’</w:t>
      </w:r>
      <w:r w:rsidR="005A3479">
        <w:t>un ton aimable</w:t>
      </w:r>
      <w:r>
        <w:t>.</w:t>
      </w:r>
    </w:p>
    <w:p w14:paraId="5E305D1A" w14:textId="77777777" w:rsidR="006F1ADB" w:rsidRDefault="005A3479" w:rsidP="005A3479">
      <w:r>
        <w:t>Elle tira un gant et tendit la main gauche</w:t>
      </w:r>
      <w:r w:rsidR="006F1ADB">
        <w:t>.</w:t>
      </w:r>
    </w:p>
    <w:p w14:paraId="78C74313" w14:textId="77777777" w:rsidR="006F1ADB" w:rsidRDefault="006F1ADB" w:rsidP="005A3479">
      <w:r>
        <w:lastRenderedPageBreak/>
        <w:t>— </w:t>
      </w:r>
      <w:r w:rsidR="005A3479">
        <w:t>Voici le cadenas</w:t>
      </w:r>
      <w:r>
        <w:t xml:space="preserve">, </w:t>
      </w:r>
      <w:r w:rsidR="005A3479">
        <w:t>voyez</w:t>
      </w:r>
      <w:r>
        <w:t xml:space="preserve">… </w:t>
      </w:r>
      <w:r w:rsidR="005A3479">
        <w:t>Eh bien</w:t>
      </w:r>
      <w:r>
        <w:t xml:space="preserve">, </w:t>
      </w:r>
      <w:r w:rsidR="005A3479">
        <w:t>il a été très gentil</w:t>
      </w:r>
      <w:r>
        <w:t xml:space="preserve">, </w:t>
      </w:r>
      <w:r w:rsidR="005A3479">
        <w:t>très correct</w:t>
      </w:r>
      <w:r>
        <w:t xml:space="preserve">, </w:t>
      </w:r>
      <w:r w:rsidR="005A3479">
        <w:t>en vérité</w:t>
      </w:r>
      <w:r>
        <w:t xml:space="preserve">. </w:t>
      </w:r>
      <w:r w:rsidR="005A3479">
        <w:t>Je veux dire le clergyman</w:t>
      </w:r>
      <w:r>
        <w:t xml:space="preserve">. </w:t>
      </w:r>
      <w:r w:rsidR="005A3479">
        <w:t>Il m</w:t>
      </w:r>
      <w:r>
        <w:t>’</w:t>
      </w:r>
      <w:r w:rsidR="005A3479">
        <w:t>a dit</w:t>
      </w:r>
      <w:r>
        <w:t xml:space="preserve">, </w:t>
      </w:r>
      <w:r w:rsidR="005A3479">
        <w:t>aussi doucement qu</w:t>
      </w:r>
      <w:r>
        <w:t>’</w:t>
      </w:r>
      <w:r w:rsidR="005A3479">
        <w:t>à un bébé</w:t>
      </w:r>
      <w:r>
        <w:t xml:space="preserve">, </w:t>
      </w:r>
      <w:r w:rsidR="005A3479">
        <w:t>quand tout a été fini</w:t>
      </w:r>
      <w:r>
        <w:t> : « </w:t>
      </w:r>
      <w:r w:rsidR="005A3479">
        <w:t>Madame F</w:t>
      </w:r>
      <w:r w:rsidR="005A3479">
        <w:t>a</w:t>
      </w:r>
      <w:r w:rsidR="005A3479">
        <w:t>wley</w:t>
      </w:r>
      <w:r>
        <w:t xml:space="preserve">, </w:t>
      </w:r>
      <w:r w:rsidR="005A3479">
        <w:t>je vous félicite de tout cœur</w:t>
      </w:r>
      <w:r>
        <w:t xml:space="preserve">. </w:t>
      </w:r>
      <w:r w:rsidR="005A3479">
        <w:t>Je connais votre histoire et celle de votre mari</w:t>
      </w:r>
      <w:r>
        <w:t xml:space="preserve"> : </w:t>
      </w:r>
      <w:r w:rsidR="005A3479">
        <w:t>je crois que vous avez tous les deux bien et dûment agi</w:t>
      </w:r>
      <w:r>
        <w:t xml:space="preserve">. </w:t>
      </w:r>
      <w:r w:rsidR="005A3479">
        <w:t>Quant à vos erreurs passées</w:t>
      </w:r>
      <w:r>
        <w:t xml:space="preserve">, </w:t>
      </w:r>
      <w:r w:rsidR="005A3479">
        <w:t>comme femme</w:t>
      </w:r>
      <w:r>
        <w:t xml:space="preserve">, </w:t>
      </w:r>
      <w:r w:rsidR="005A3479">
        <w:t>et aux siennes</w:t>
      </w:r>
      <w:r>
        <w:t xml:space="preserve">, </w:t>
      </w:r>
      <w:r w:rsidR="005A3479">
        <w:t>comme mari</w:t>
      </w:r>
      <w:r>
        <w:t xml:space="preserve">, </w:t>
      </w:r>
      <w:r w:rsidR="005A3479">
        <w:t>je crois que le monde devra vous pardo</w:t>
      </w:r>
      <w:r w:rsidR="005A3479">
        <w:t>n</w:t>
      </w:r>
      <w:r w:rsidR="005A3479">
        <w:t>ner</w:t>
      </w:r>
      <w:r>
        <w:t xml:space="preserve">, </w:t>
      </w:r>
      <w:r w:rsidR="005A3479">
        <w:t>comme vous vous êtes mutuellement pardonnés</w:t>
      </w:r>
      <w:r>
        <w:t>. »</w:t>
      </w:r>
      <w:r w:rsidR="005A3479">
        <w:t xml:space="preserve"> Oui</w:t>
      </w:r>
      <w:r>
        <w:t xml:space="preserve">, </w:t>
      </w:r>
      <w:r w:rsidR="005A3479">
        <w:t>il a été tout à fait gentil et correct</w:t>
      </w:r>
      <w:r>
        <w:t>. « </w:t>
      </w:r>
      <w:r w:rsidR="005A3479">
        <w:t>L</w:t>
      </w:r>
      <w:r>
        <w:t>’</w:t>
      </w:r>
      <w:r w:rsidR="005A3479">
        <w:t>Église ne reconnaît pas le d</w:t>
      </w:r>
      <w:r w:rsidR="005A3479">
        <w:t>i</w:t>
      </w:r>
      <w:r w:rsidR="005A3479">
        <w:t>vorce dans ses dogmes</w:t>
      </w:r>
      <w:r>
        <w:t xml:space="preserve">, </w:t>
      </w:r>
      <w:r w:rsidR="005A3479">
        <w:t>strictement parlant</w:t>
      </w:r>
      <w:r>
        <w:t xml:space="preserve"> ; </w:t>
      </w:r>
      <w:r w:rsidR="005A3479">
        <w:t>ayez dans l</w:t>
      </w:r>
      <w:r>
        <w:t>’</w:t>
      </w:r>
      <w:r w:rsidR="005A3479">
        <w:t>esprit</w:t>
      </w:r>
      <w:r>
        <w:t xml:space="preserve">, </w:t>
      </w:r>
      <w:r w:rsidR="005A3479">
        <w:t>au sortir d</w:t>
      </w:r>
      <w:r>
        <w:t>’</w:t>
      </w:r>
      <w:r w:rsidR="005A3479">
        <w:t>ici et en rentrant chez vous</w:t>
      </w:r>
      <w:r>
        <w:t xml:space="preserve">, </w:t>
      </w:r>
      <w:r w:rsidR="005A3479">
        <w:t>ce mot du service</w:t>
      </w:r>
      <w:r>
        <w:t> : « </w:t>
      </w:r>
      <w:r w:rsidR="005A3479">
        <w:t>Nul ne peut séparer ce que Dieu a joint</w:t>
      </w:r>
      <w:r>
        <w:t>. »</w:t>
      </w:r>
      <w:r w:rsidR="005A3479">
        <w:t xml:space="preserve"> Oui</w:t>
      </w:r>
      <w:r>
        <w:t xml:space="preserve">, </w:t>
      </w:r>
      <w:r w:rsidR="005A3479">
        <w:t>il a été tout à fait ge</w:t>
      </w:r>
      <w:r w:rsidR="005A3479">
        <w:t>n</w:t>
      </w:r>
      <w:r w:rsidR="005A3479">
        <w:t>til et correct</w:t>
      </w:r>
      <w:r>
        <w:t xml:space="preserve">… </w:t>
      </w:r>
      <w:r w:rsidR="005A3479">
        <w:t>Mais</w:t>
      </w:r>
      <w:r>
        <w:t xml:space="preserve">, </w:t>
      </w:r>
      <w:r w:rsidR="005A3479">
        <w:t>Jude</w:t>
      </w:r>
      <w:r>
        <w:t xml:space="preserve">, </w:t>
      </w:r>
      <w:r w:rsidR="005A3479">
        <w:t>mon cher</w:t>
      </w:r>
      <w:r>
        <w:t xml:space="preserve">, </w:t>
      </w:r>
      <w:r w:rsidR="005A3479">
        <w:t>vous étiez à faire rire un chat</w:t>
      </w:r>
      <w:r>
        <w:t xml:space="preserve"> ; </w:t>
      </w:r>
      <w:r w:rsidR="005A3479">
        <w:t>vous marchiez si droit</w:t>
      </w:r>
      <w:r>
        <w:t xml:space="preserve">, </w:t>
      </w:r>
      <w:r w:rsidR="005A3479">
        <w:t>vous vous teniez si raide</w:t>
      </w:r>
      <w:r>
        <w:t xml:space="preserve">, </w:t>
      </w:r>
      <w:r w:rsidR="005A3479">
        <w:t>qu</w:t>
      </w:r>
      <w:r>
        <w:t>’</w:t>
      </w:r>
      <w:r w:rsidR="005A3479">
        <w:t>on vous aurait pris pour un apprenti juge</w:t>
      </w:r>
      <w:r>
        <w:t xml:space="preserve"> ; </w:t>
      </w:r>
      <w:r w:rsidR="005A3479">
        <w:t>mais je savais bien que vous y voyiez double tout le temps</w:t>
      </w:r>
      <w:r>
        <w:t xml:space="preserve">, </w:t>
      </w:r>
      <w:r w:rsidR="005A3479">
        <w:t>à la manière dont vous t</w:t>
      </w:r>
      <w:r w:rsidR="005A3479">
        <w:t>â</w:t>
      </w:r>
      <w:r w:rsidR="005A3479">
        <w:t>tonniez pour trouver mon doigt</w:t>
      </w:r>
      <w:r>
        <w:t>.</w:t>
      </w:r>
    </w:p>
    <w:p w14:paraId="386933B8" w14:textId="77777777" w:rsidR="006F1ADB" w:rsidRDefault="006F1ADB" w:rsidP="005A3479">
      <w:r>
        <w:t>— </w:t>
      </w:r>
      <w:r w:rsidR="005A3479">
        <w:t>J</w:t>
      </w:r>
      <w:r>
        <w:t>’</w:t>
      </w:r>
      <w:r w:rsidR="005A3479">
        <w:t>ai dit que je ferais tout pour sauver l</w:t>
      </w:r>
      <w:r>
        <w:t>’</w:t>
      </w:r>
      <w:r w:rsidR="005A3479">
        <w:t>honneur d</w:t>
      </w:r>
      <w:r>
        <w:t>’</w:t>
      </w:r>
      <w:r w:rsidR="005A3479">
        <w:t>une femme</w:t>
      </w:r>
      <w:r>
        <w:t xml:space="preserve">, </w:t>
      </w:r>
      <w:r w:rsidR="005A3479">
        <w:t>marmotta Jude</w:t>
      </w:r>
      <w:r>
        <w:t xml:space="preserve">, </w:t>
      </w:r>
      <w:r w:rsidR="005A3479">
        <w:t>et je l</w:t>
      </w:r>
      <w:r>
        <w:t>’</w:t>
      </w:r>
      <w:r w:rsidR="005A3479">
        <w:t>ai fait</w:t>
      </w:r>
      <w:r>
        <w:t> !</w:t>
      </w:r>
    </w:p>
    <w:p w14:paraId="7891CF9A" w14:textId="77777777" w:rsidR="006F1ADB" w:rsidRDefault="006F1ADB" w:rsidP="005A3479">
      <w:r>
        <w:t>— </w:t>
      </w:r>
      <w:r w:rsidR="005A3479">
        <w:t>Eh bien</w:t>
      </w:r>
      <w:r>
        <w:t xml:space="preserve">, </w:t>
      </w:r>
      <w:r w:rsidR="005A3479">
        <w:t>maintenant</w:t>
      </w:r>
      <w:r>
        <w:t xml:space="preserve">, </w:t>
      </w:r>
      <w:r w:rsidR="005A3479">
        <w:t>vieux chéri</w:t>
      </w:r>
      <w:r>
        <w:t xml:space="preserve">, </w:t>
      </w:r>
      <w:r w:rsidR="005A3479">
        <w:t>venez par là et déje</w:t>
      </w:r>
      <w:r w:rsidR="005A3479">
        <w:t>u</w:t>
      </w:r>
      <w:r w:rsidR="005A3479">
        <w:t>nez un peu</w:t>
      </w:r>
      <w:r>
        <w:t>.</w:t>
      </w:r>
    </w:p>
    <w:p w14:paraId="0FD99825" w14:textId="77777777" w:rsidR="006F1ADB" w:rsidRDefault="006F1ADB" w:rsidP="005A3479">
      <w:r>
        <w:t>— </w:t>
      </w:r>
      <w:r w:rsidR="005A3479">
        <w:t>Je voudrais</w:t>
      </w:r>
      <w:r>
        <w:t xml:space="preserve">… </w:t>
      </w:r>
      <w:r w:rsidR="005A3479">
        <w:t>un peu</w:t>
      </w:r>
      <w:r>
        <w:t xml:space="preserve">… </w:t>
      </w:r>
      <w:r w:rsidR="005A3479">
        <w:t>plus de whisky</w:t>
      </w:r>
      <w:r>
        <w:t xml:space="preserve">, </w:t>
      </w:r>
      <w:r w:rsidR="005A3479">
        <w:t>dit Jude d</w:t>
      </w:r>
      <w:r>
        <w:t>’</w:t>
      </w:r>
      <w:r w:rsidR="005A3479">
        <w:t>un air hébété</w:t>
      </w:r>
      <w:r>
        <w:t>.</w:t>
      </w:r>
    </w:p>
    <w:p w14:paraId="2420920A" w14:textId="77777777" w:rsidR="006F1ADB" w:rsidRDefault="006F1ADB" w:rsidP="005A3479">
      <w:r>
        <w:t>— </w:t>
      </w:r>
      <w:r w:rsidR="005A3479">
        <w:t>Vous êtes fou</w:t>
      </w:r>
      <w:r>
        <w:t xml:space="preserve">, </w:t>
      </w:r>
      <w:r w:rsidR="005A3479">
        <w:t>cher</w:t>
      </w:r>
      <w:r>
        <w:t xml:space="preserve">. </w:t>
      </w:r>
      <w:r w:rsidR="005A3479">
        <w:t>Pas maintenant</w:t>
      </w:r>
      <w:r>
        <w:t xml:space="preserve"> ! </w:t>
      </w:r>
      <w:r w:rsidR="005A3479">
        <w:t>Il n</w:t>
      </w:r>
      <w:r>
        <w:t>’</w:t>
      </w:r>
      <w:r w:rsidR="005A3479">
        <w:t>en reste plus</w:t>
      </w:r>
      <w:r>
        <w:t xml:space="preserve">. </w:t>
      </w:r>
      <w:r w:rsidR="005A3479">
        <w:t>Le thé nous dégagera la tête et nous serons légers comme des alouettes</w:t>
      </w:r>
      <w:r>
        <w:t>.</w:t>
      </w:r>
    </w:p>
    <w:p w14:paraId="62D784F4" w14:textId="77777777" w:rsidR="006F1ADB" w:rsidRDefault="006F1ADB" w:rsidP="005A3479">
      <w:r>
        <w:t>— </w:t>
      </w:r>
      <w:r w:rsidR="005A3479">
        <w:t>Très bien</w:t>
      </w:r>
      <w:r>
        <w:t xml:space="preserve">. </w:t>
      </w:r>
      <w:r w:rsidR="005A3479">
        <w:t>Je vous ai épousée</w:t>
      </w:r>
      <w:r>
        <w:t xml:space="preserve">… </w:t>
      </w:r>
      <w:r w:rsidR="005A3479">
        <w:t>Elle disait que je devais vous épouser de nouveau</w:t>
      </w:r>
      <w:r>
        <w:t xml:space="preserve">, </w:t>
      </w:r>
      <w:r w:rsidR="005A3479">
        <w:t>et j</w:t>
      </w:r>
      <w:r>
        <w:t>’</w:t>
      </w:r>
      <w:r w:rsidR="005A3479">
        <w:t>ai suivi la voie droite</w:t>
      </w:r>
      <w:r>
        <w:t xml:space="preserve">. </w:t>
      </w:r>
      <w:r w:rsidR="005A3479">
        <w:t>C</w:t>
      </w:r>
      <w:r>
        <w:t>’</w:t>
      </w:r>
      <w:r w:rsidR="005A3479">
        <w:t>est la vraie religion</w:t>
      </w:r>
      <w:r>
        <w:t xml:space="preserve"> ! </w:t>
      </w:r>
      <w:r w:rsidR="005A3479">
        <w:t>Ha</w:t>
      </w:r>
      <w:r>
        <w:t xml:space="preserve"> ! </w:t>
      </w:r>
      <w:r w:rsidR="005A3479">
        <w:t>ha</w:t>
      </w:r>
      <w:r>
        <w:t xml:space="preserve"> ! </w:t>
      </w:r>
      <w:r w:rsidR="005A3479">
        <w:t>ha</w:t>
      </w:r>
      <w:r>
        <w:t> !</w:t>
      </w:r>
    </w:p>
    <w:p w14:paraId="6A583F5F" w14:textId="108F41AF" w:rsidR="005A3479" w:rsidRDefault="005A3479" w:rsidP="006F1ADB">
      <w:pPr>
        <w:pStyle w:val="Titre2"/>
      </w:pPr>
      <w:bookmarkStart w:id="99" w:name="__RefHeading__101_1957917597"/>
      <w:bookmarkStart w:id="100" w:name="_Toc202369665"/>
      <w:bookmarkEnd w:id="99"/>
      <w:r>
        <w:lastRenderedPageBreak/>
        <w:t>VIII</w:t>
      </w:r>
      <w:bookmarkEnd w:id="100"/>
    </w:p>
    <w:p w14:paraId="07FA6985" w14:textId="77777777" w:rsidR="006F1ADB" w:rsidRDefault="005A3479" w:rsidP="005A3479">
      <w:r>
        <w:t>La Saint-Michel était passée</w:t>
      </w:r>
      <w:r w:rsidR="006F1ADB">
        <w:t xml:space="preserve"> ; </w:t>
      </w:r>
      <w:r>
        <w:t>Jude et sa femme</w:t>
      </w:r>
      <w:r w:rsidR="006F1ADB">
        <w:t xml:space="preserve">, </w:t>
      </w:r>
      <w:r>
        <w:t>qui n</w:t>
      </w:r>
      <w:r w:rsidR="006F1ADB">
        <w:t>’</w:t>
      </w:r>
      <w:r>
        <w:t>étaient restés que peu de temps dans la maison du père d</w:t>
      </w:r>
      <w:r w:rsidR="006F1ADB">
        <w:t>’</w:t>
      </w:r>
      <w:proofErr w:type="spellStart"/>
      <w:r>
        <w:t>Arabella</w:t>
      </w:r>
      <w:proofErr w:type="spellEnd"/>
      <w:r>
        <w:t xml:space="preserve"> après leur mariage</w:t>
      </w:r>
      <w:r w:rsidR="006F1ADB">
        <w:t xml:space="preserve">, </w:t>
      </w:r>
      <w:r>
        <w:t>habitaient sous les combles d</w:t>
      </w:r>
      <w:r w:rsidR="006F1ADB">
        <w:t>’</w:t>
      </w:r>
      <w:r>
        <w:t>une maison plus près du centre de la ville</w:t>
      </w:r>
      <w:r w:rsidR="006F1ADB">
        <w:t>.</w:t>
      </w:r>
    </w:p>
    <w:p w14:paraId="483E14B9" w14:textId="77777777" w:rsidR="006F1ADB" w:rsidRDefault="005A3479" w:rsidP="005A3479">
      <w:r>
        <w:t>Il avait travaillé quelques jours dans les deux ou trois pr</w:t>
      </w:r>
      <w:r>
        <w:t>e</w:t>
      </w:r>
      <w:r>
        <w:t>miers mois qui avaient suivi l</w:t>
      </w:r>
      <w:r w:rsidR="006F1ADB">
        <w:t>’</w:t>
      </w:r>
      <w:r>
        <w:t>événement</w:t>
      </w:r>
      <w:r w:rsidR="006F1ADB">
        <w:t xml:space="preserve">, </w:t>
      </w:r>
      <w:r>
        <w:t>mais sa santé avait été médiocre</w:t>
      </w:r>
      <w:r w:rsidR="006F1ADB">
        <w:t xml:space="preserve">, </w:t>
      </w:r>
      <w:r>
        <w:t>et elle était maintenant précaire</w:t>
      </w:r>
      <w:r w:rsidR="006F1ADB">
        <w:t xml:space="preserve">. </w:t>
      </w:r>
      <w:r>
        <w:t>Il se tenait assis dans un fauteuil près du feu et toussait beaucoup</w:t>
      </w:r>
      <w:r w:rsidR="006F1ADB">
        <w:t>.</w:t>
      </w:r>
    </w:p>
    <w:p w14:paraId="75808730" w14:textId="77777777" w:rsidR="006F1ADB" w:rsidRDefault="006F1ADB" w:rsidP="005A3479">
      <w:r>
        <w:t>— </w:t>
      </w:r>
      <w:r w:rsidR="005A3479">
        <w:t>J</w:t>
      </w:r>
      <w:r>
        <w:t>’</w:t>
      </w:r>
      <w:r w:rsidR="005A3479">
        <w:t>ai fait un triste marché quand je t</w:t>
      </w:r>
      <w:r>
        <w:t>’</w:t>
      </w:r>
      <w:r w:rsidR="005A3479">
        <w:t>ai épousé de nouveau</w:t>
      </w:r>
      <w:r>
        <w:t xml:space="preserve">, </w:t>
      </w:r>
      <w:r w:rsidR="005A3479">
        <w:t xml:space="preserve">allait lui répétant </w:t>
      </w:r>
      <w:proofErr w:type="spellStart"/>
      <w:r w:rsidR="005A3479">
        <w:t>Arabella</w:t>
      </w:r>
      <w:proofErr w:type="spellEnd"/>
      <w:r>
        <w:t xml:space="preserve">. </w:t>
      </w:r>
      <w:r w:rsidR="005A3479">
        <w:t>J</w:t>
      </w:r>
      <w:r>
        <w:t>’</w:t>
      </w:r>
      <w:r w:rsidR="005A3479">
        <w:t>aurai à te garder complètement</w:t>
      </w:r>
      <w:r>
        <w:t xml:space="preserve">, </w:t>
      </w:r>
      <w:r w:rsidR="005A3479">
        <w:t>c</w:t>
      </w:r>
      <w:r>
        <w:t>’</w:t>
      </w:r>
      <w:r w:rsidR="005A3479">
        <w:t>est ce qui devait arriver</w:t>
      </w:r>
      <w:r>
        <w:t xml:space="preserve"> ! </w:t>
      </w:r>
      <w:r w:rsidR="005A3479">
        <w:t>J</w:t>
      </w:r>
      <w:r>
        <w:t>’</w:t>
      </w:r>
      <w:r w:rsidR="005A3479">
        <w:t>aurai à faire le boudin et les sa</w:t>
      </w:r>
      <w:r w:rsidR="005A3479">
        <w:t>u</w:t>
      </w:r>
      <w:r w:rsidR="005A3479">
        <w:t>cisses et les colporter à travers les rues</w:t>
      </w:r>
      <w:r>
        <w:t xml:space="preserve">, </w:t>
      </w:r>
      <w:r w:rsidR="005A3479">
        <w:t>tout cela pour soutenir un mari invalide que je n</w:t>
      </w:r>
      <w:r>
        <w:t>’</w:t>
      </w:r>
      <w:r w:rsidR="005A3479">
        <w:t>avais pas besoin du tout de me mettre sur le dos</w:t>
      </w:r>
      <w:r>
        <w:t xml:space="preserve">. </w:t>
      </w:r>
      <w:r w:rsidR="005A3479">
        <w:t>Pourquoi n</w:t>
      </w:r>
      <w:r>
        <w:t>’</w:t>
      </w:r>
      <w:r w:rsidR="005A3479">
        <w:t>avez-vous pas gardé votre santé</w:t>
      </w:r>
      <w:r>
        <w:t xml:space="preserve">, </w:t>
      </w:r>
      <w:r w:rsidR="005A3479">
        <w:t>au lieu de tromper quelqu</w:t>
      </w:r>
      <w:r>
        <w:t>’</w:t>
      </w:r>
      <w:r w:rsidR="005A3479">
        <w:t>un comme ça</w:t>
      </w:r>
      <w:r>
        <w:t xml:space="preserve"> ? </w:t>
      </w:r>
      <w:r w:rsidR="005A3479">
        <w:t>Vous vous portiez assez bien quand je vous ai épousé</w:t>
      </w:r>
      <w:r>
        <w:t> !</w:t>
      </w:r>
    </w:p>
    <w:p w14:paraId="4F39729E" w14:textId="77777777" w:rsidR="006F1ADB" w:rsidRDefault="006F1ADB" w:rsidP="005A3479">
      <w:r>
        <w:t>— </w:t>
      </w:r>
      <w:r w:rsidR="005A3479">
        <w:t>Ah</w:t>
      </w:r>
      <w:r>
        <w:t xml:space="preserve"> ! </w:t>
      </w:r>
      <w:r w:rsidR="005A3479">
        <w:t>oui</w:t>
      </w:r>
      <w:r>
        <w:t xml:space="preserve"> ! </w:t>
      </w:r>
      <w:r w:rsidR="005A3479">
        <w:t>disait-il avec un rire amer</w:t>
      </w:r>
      <w:r>
        <w:t xml:space="preserve">. </w:t>
      </w:r>
      <w:r w:rsidR="005A3479">
        <w:t>J</w:t>
      </w:r>
      <w:r>
        <w:t>’</w:t>
      </w:r>
      <w:r w:rsidR="005A3479">
        <w:t>ai souvent pensé à mon sentiment absurde près du porc que nous tuâmes</w:t>
      </w:r>
      <w:r>
        <w:t xml:space="preserve">, </w:t>
      </w:r>
      <w:r w:rsidR="005A3479">
        <w:t>vous et moi</w:t>
      </w:r>
      <w:r>
        <w:t xml:space="preserve">, </w:t>
      </w:r>
      <w:r w:rsidR="005A3479">
        <w:t>pendant notre premier mariage</w:t>
      </w:r>
      <w:r>
        <w:t xml:space="preserve">. </w:t>
      </w:r>
      <w:r w:rsidR="005A3479">
        <w:t>Je sens aujourd</w:t>
      </w:r>
      <w:r>
        <w:t>’</w:t>
      </w:r>
      <w:r w:rsidR="005A3479">
        <w:t>hui que la plus grande grâce qu</w:t>
      </w:r>
      <w:r>
        <w:t>’</w:t>
      </w:r>
      <w:r w:rsidR="005A3479">
        <w:t>on aurait pu m</w:t>
      </w:r>
      <w:r>
        <w:t>’</w:t>
      </w:r>
      <w:r w:rsidR="005A3479">
        <w:t>octroyer eût été de me tra</w:t>
      </w:r>
      <w:r w:rsidR="005A3479">
        <w:t>i</w:t>
      </w:r>
      <w:r w:rsidR="005A3479">
        <w:t>ter comme je traitai cet animal</w:t>
      </w:r>
      <w:r>
        <w:t>.</w:t>
      </w:r>
    </w:p>
    <w:p w14:paraId="1010D2AB" w14:textId="77777777" w:rsidR="006F1ADB" w:rsidRDefault="005A3479" w:rsidP="005A3479">
      <w:r>
        <w:t>C</w:t>
      </w:r>
      <w:r w:rsidR="006F1ADB">
        <w:t>’</w:t>
      </w:r>
      <w:r>
        <w:t>était là le genre de propos qu</w:t>
      </w:r>
      <w:r w:rsidR="006F1ADB">
        <w:t>’</w:t>
      </w:r>
      <w:r>
        <w:t>ils tenaient entre eux chaque jour maintenant</w:t>
      </w:r>
      <w:r w:rsidR="006F1ADB">
        <w:t xml:space="preserve">. </w:t>
      </w:r>
      <w:r>
        <w:t>Le propriétaire du logement</w:t>
      </w:r>
      <w:r w:rsidR="006F1ADB">
        <w:t xml:space="preserve">, </w:t>
      </w:r>
      <w:r>
        <w:t>qui avait entendu dire que c</w:t>
      </w:r>
      <w:r w:rsidR="006F1ADB">
        <w:t>’</w:t>
      </w:r>
      <w:r>
        <w:t>était un couple étrange</w:t>
      </w:r>
      <w:r w:rsidR="006F1ADB">
        <w:t xml:space="preserve">, </w:t>
      </w:r>
      <w:r>
        <w:t>avait douté qu</w:t>
      </w:r>
      <w:r w:rsidR="006F1ADB">
        <w:t>’</w:t>
      </w:r>
      <w:r>
        <w:t>ils fussent mariés</w:t>
      </w:r>
      <w:r w:rsidR="006F1ADB">
        <w:t xml:space="preserve">, </w:t>
      </w:r>
      <w:r>
        <w:t>surtout parce qu</w:t>
      </w:r>
      <w:r w:rsidR="006F1ADB">
        <w:t>’</w:t>
      </w:r>
      <w:r>
        <w:t xml:space="preserve">il avait vu </w:t>
      </w:r>
      <w:proofErr w:type="spellStart"/>
      <w:r>
        <w:t>Arabella</w:t>
      </w:r>
      <w:proofErr w:type="spellEnd"/>
      <w:r>
        <w:t xml:space="preserve"> embrasser Jude un soir où elle avait bu un peu de liqueur</w:t>
      </w:r>
      <w:r w:rsidR="006F1ADB">
        <w:t xml:space="preserve"> : </w:t>
      </w:r>
      <w:r>
        <w:t>et il était sur le point de leur signifier leur congé</w:t>
      </w:r>
      <w:r w:rsidR="006F1ADB">
        <w:t xml:space="preserve">, </w:t>
      </w:r>
      <w:r>
        <w:t>lorsque par hasard il l</w:t>
      </w:r>
      <w:r w:rsidR="006F1ADB">
        <w:t>’</w:t>
      </w:r>
      <w:r>
        <w:t xml:space="preserve">entendit une nuit haranguer Jude avec violence et </w:t>
      </w:r>
      <w:r>
        <w:lastRenderedPageBreak/>
        <w:t>finalement lui jeter un soulier à la tête</w:t>
      </w:r>
      <w:r w:rsidR="006F1ADB">
        <w:t xml:space="preserve"> ; </w:t>
      </w:r>
      <w:r>
        <w:t>il reconnut la marque du mariage ordinaire et</w:t>
      </w:r>
      <w:r w:rsidR="006F1ADB">
        <w:t xml:space="preserve">, </w:t>
      </w:r>
      <w:r>
        <w:t>concluant qu</w:t>
      </w:r>
      <w:r w:rsidR="006F1ADB">
        <w:t>’</w:t>
      </w:r>
      <w:r>
        <w:t>ils devaient être respectables</w:t>
      </w:r>
      <w:r w:rsidR="006F1ADB">
        <w:t xml:space="preserve">, </w:t>
      </w:r>
      <w:r>
        <w:t>il ne dit plus rien</w:t>
      </w:r>
      <w:r w:rsidR="006F1ADB">
        <w:t>.</w:t>
      </w:r>
    </w:p>
    <w:p w14:paraId="61D9C323" w14:textId="77777777" w:rsidR="006F1ADB" w:rsidRDefault="005A3479" w:rsidP="005A3479">
      <w:r>
        <w:t>Jude n</w:t>
      </w:r>
      <w:r w:rsidR="006F1ADB">
        <w:t>’</w:t>
      </w:r>
      <w:r>
        <w:t>allait guère mieux</w:t>
      </w:r>
      <w:r w:rsidR="006F1ADB">
        <w:t xml:space="preserve">, </w:t>
      </w:r>
      <w:r>
        <w:t xml:space="preserve">et un jour il pria </w:t>
      </w:r>
      <w:proofErr w:type="spellStart"/>
      <w:r>
        <w:t>Arabella</w:t>
      </w:r>
      <w:proofErr w:type="spellEnd"/>
      <w:r w:rsidR="006F1ADB">
        <w:t xml:space="preserve">, </w:t>
      </w:r>
      <w:r>
        <w:t>avec une extrême hésitation</w:t>
      </w:r>
      <w:r w:rsidR="006F1ADB">
        <w:t xml:space="preserve">, </w:t>
      </w:r>
      <w:r>
        <w:t>d</w:t>
      </w:r>
      <w:r w:rsidR="006F1ADB">
        <w:t>’</w:t>
      </w:r>
      <w:r>
        <w:t>exécuter une commission pour lui</w:t>
      </w:r>
      <w:r w:rsidR="006F1ADB">
        <w:t xml:space="preserve">. </w:t>
      </w:r>
      <w:r>
        <w:t>Elle lui demanda d</w:t>
      </w:r>
      <w:r w:rsidR="006F1ADB">
        <w:t>’</w:t>
      </w:r>
      <w:r>
        <w:t>un air indifférent ce que c</w:t>
      </w:r>
      <w:r w:rsidR="006F1ADB">
        <w:t>’</w:t>
      </w:r>
      <w:r>
        <w:t>était</w:t>
      </w:r>
      <w:r w:rsidR="006F1ADB">
        <w:t>.</w:t>
      </w:r>
    </w:p>
    <w:p w14:paraId="3721A1A7" w14:textId="77777777" w:rsidR="006F1ADB" w:rsidRDefault="006F1ADB" w:rsidP="005A3479">
      <w:r>
        <w:t>— </w:t>
      </w:r>
      <w:r w:rsidR="005A3479">
        <w:t>Écrire à Suzanne</w:t>
      </w:r>
      <w:r>
        <w:t>.</w:t>
      </w:r>
    </w:p>
    <w:p w14:paraId="546F8A00" w14:textId="77777777" w:rsidR="006F1ADB" w:rsidRDefault="006F1ADB" w:rsidP="005A3479">
      <w:r>
        <w:t>— </w:t>
      </w:r>
      <w:r w:rsidR="005A3479">
        <w:t>Pourquoi voulez-vous que je lui écrive</w:t>
      </w:r>
      <w:r>
        <w:t> ?</w:t>
      </w:r>
    </w:p>
    <w:p w14:paraId="721E71CA" w14:textId="77777777" w:rsidR="006F1ADB" w:rsidRDefault="006F1ADB" w:rsidP="005A3479">
      <w:r>
        <w:t>— </w:t>
      </w:r>
      <w:r w:rsidR="005A3479">
        <w:t>Pour lui demander comment elle va et si elle veut venir me voir</w:t>
      </w:r>
      <w:r>
        <w:t xml:space="preserve">, </w:t>
      </w:r>
      <w:r w:rsidR="005A3479">
        <w:t>parce que je suis malade et que je voudrais la voir</w:t>
      </w:r>
      <w:r>
        <w:t xml:space="preserve">, </w:t>
      </w:r>
      <w:r w:rsidR="005A3479">
        <w:t>une fois encore</w:t>
      </w:r>
      <w:r>
        <w:t>.</w:t>
      </w:r>
    </w:p>
    <w:p w14:paraId="498109D3" w14:textId="77777777" w:rsidR="006F1ADB" w:rsidRDefault="006F1ADB" w:rsidP="005A3479">
      <w:r>
        <w:t>— </w:t>
      </w:r>
      <w:r w:rsidR="005A3479">
        <w:t>C</w:t>
      </w:r>
      <w:r>
        <w:t>’</w:t>
      </w:r>
      <w:r w:rsidR="005A3479">
        <w:t>est bien de vous</w:t>
      </w:r>
      <w:r>
        <w:t xml:space="preserve">, </w:t>
      </w:r>
      <w:r w:rsidR="005A3479">
        <w:t>d</w:t>
      </w:r>
      <w:r>
        <w:t>’</w:t>
      </w:r>
      <w:r w:rsidR="005A3479">
        <w:t>insulter une femme légitime en lui demandant une chose pareille</w:t>
      </w:r>
      <w:r>
        <w:t> !</w:t>
      </w:r>
    </w:p>
    <w:p w14:paraId="443A85E3" w14:textId="77777777" w:rsidR="006F1ADB" w:rsidRDefault="006F1ADB" w:rsidP="005A3479">
      <w:r>
        <w:t>— </w:t>
      </w:r>
      <w:r w:rsidR="005A3479">
        <w:t>C</w:t>
      </w:r>
      <w:r>
        <w:t>’</w:t>
      </w:r>
      <w:r w:rsidR="005A3479">
        <w:t>est justement afin de ne pas vous insulter que je vous demande de le faire</w:t>
      </w:r>
      <w:r>
        <w:t xml:space="preserve">. </w:t>
      </w:r>
      <w:r w:rsidR="005A3479">
        <w:t>Vous savez que j</w:t>
      </w:r>
      <w:r>
        <w:t>’</w:t>
      </w:r>
      <w:r w:rsidR="005A3479">
        <w:t>aime Suzanne</w:t>
      </w:r>
      <w:r>
        <w:t xml:space="preserve">. </w:t>
      </w:r>
      <w:r w:rsidR="005A3479">
        <w:t>Je ne tiens pas à y aller par quatre chemins</w:t>
      </w:r>
      <w:r>
        <w:t xml:space="preserve">. </w:t>
      </w:r>
      <w:r w:rsidR="005A3479">
        <w:t>C</w:t>
      </w:r>
      <w:r>
        <w:t>’</w:t>
      </w:r>
      <w:r w:rsidR="005A3479">
        <w:t>est un fait</w:t>
      </w:r>
      <w:r>
        <w:t xml:space="preserve"> : </w:t>
      </w:r>
      <w:r w:rsidR="005A3479">
        <w:t>je l</w:t>
      </w:r>
      <w:r>
        <w:t>’</w:t>
      </w:r>
      <w:r w:rsidR="005A3479">
        <w:t>aime</w:t>
      </w:r>
      <w:r>
        <w:t xml:space="preserve">. </w:t>
      </w:r>
      <w:r w:rsidR="005A3479">
        <w:t>Je po</w:t>
      </w:r>
      <w:r w:rsidR="005A3479">
        <w:t>u</w:t>
      </w:r>
      <w:r w:rsidR="005A3479">
        <w:t>vais trouver une douzaine de moyens de lui envoyer une lettre sans que vous le sachiez</w:t>
      </w:r>
      <w:r>
        <w:t xml:space="preserve">. </w:t>
      </w:r>
      <w:r w:rsidR="005A3479">
        <w:t>Mais je préfère agir tout à fait ouve</w:t>
      </w:r>
      <w:r w:rsidR="005A3479">
        <w:t>r</w:t>
      </w:r>
      <w:r w:rsidR="005A3479">
        <w:t>tement avec vous et avec son mari</w:t>
      </w:r>
      <w:r>
        <w:t xml:space="preserve">. </w:t>
      </w:r>
      <w:r w:rsidR="005A3479">
        <w:t>Un message transmis par vous pour lui demander de venir a du moins l</w:t>
      </w:r>
      <w:r>
        <w:t>’</w:t>
      </w:r>
      <w:r w:rsidR="005A3479">
        <w:t>avantage de ne sentir en rien l</w:t>
      </w:r>
      <w:r>
        <w:t>’</w:t>
      </w:r>
      <w:r w:rsidR="005A3479">
        <w:t>intrigue</w:t>
      </w:r>
      <w:r>
        <w:t xml:space="preserve">. </w:t>
      </w:r>
      <w:r w:rsidR="005A3479">
        <w:t>Si elle garde encore quelque chose de son ancienne nature</w:t>
      </w:r>
      <w:r>
        <w:t xml:space="preserve">, </w:t>
      </w:r>
      <w:r w:rsidR="005A3479">
        <w:t>elle viendra</w:t>
      </w:r>
      <w:r>
        <w:t>.</w:t>
      </w:r>
    </w:p>
    <w:p w14:paraId="703F6021" w14:textId="77777777" w:rsidR="006F1ADB" w:rsidRDefault="006F1ADB" w:rsidP="005A3479">
      <w:r>
        <w:t>— </w:t>
      </w:r>
      <w:r w:rsidR="005A3479">
        <w:t>Vous n</w:t>
      </w:r>
      <w:r>
        <w:t>’</w:t>
      </w:r>
      <w:r w:rsidR="005A3479">
        <w:t>avez aucun respect pour le mariage</w:t>
      </w:r>
      <w:r>
        <w:t xml:space="preserve">, </w:t>
      </w:r>
      <w:r w:rsidR="005A3479">
        <w:t>pour ses droits et ses devoirs</w:t>
      </w:r>
      <w:r>
        <w:t> !</w:t>
      </w:r>
    </w:p>
    <w:p w14:paraId="21B526C3" w14:textId="77777777" w:rsidR="006F1ADB" w:rsidRDefault="006F1ADB" w:rsidP="005A3479">
      <w:r>
        <w:t>— </w:t>
      </w:r>
      <w:r w:rsidR="005A3479">
        <w:t>Qu</w:t>
      </w:r>
      <w:r>
        <w:t>’</w:t>
      </w:r>
      <w:r w:rsidR="005A3479">
        <w:t>importe ce que sont mes opinions</w:t>
      </w:r>
      <w:r>
        <w:t xml:space="preserve">, </w:t>
      </w:r>
      <w:r w:rsidR="005A3479">
        <w:t>à un malheureux comme moi</w:t>
      </w:r>
      <w:r>
        <w:t xml:space="preserve"> ! </w:t>
      </w:r>
      <w:r w:rsidR="005A3479">
        <w:t>Peut-il importer à quelqu</w:t>
      </w:r>
      <w:r>
        <w:t>’</w:t>
      </w:r>
      <w:r w:rsidR="005A3479">
        <w:t>un au monde que tel ou tel vienne me voir une demi-heure</w:t>
      </w:r>
      <w:r>
        <w:t xml:space="preserve">, </w:t>
      </w:r>
      <w:r w:rsidR="005A3479">
        <w:t>quand j</w:t>
      </w:r>
      <w:r>
        <w:t>’</w:t>
      </w:r>
      <w:r w:rsidR="005A3479">
        <w:t>ai un pied dans la tombe</w:t>
      </w:r>
      <w:r>
        <w:t xml:space="preserve"> ?… </w:t>
      </w:r>
      <w:r w:rsidR="005A3479">
        <w:t>Allez</w:t>
      </w:r>
      <w:r>
        <w:t xml:space="preserve">, </w:t>
      </w:r>
      <w:r w:rsidR="005A3479">
        <w:t>je vous supplie d</w:t>
      </w:r>
      <w:r>
        <w:t>’</w:t>
      </w:r>
      <w:r w:rsidR="005A3479">
        <w:t>écrire</w:t>
      </w:r>
      <w:r>
        <w:t xml:space="preserve">, </w:t>
      </w:r>
      <w:proofErr w:type="spellStart"/>
      <w:r w:rsidR="005A3479">
        <w:t>Arabella</w:t>
      </w:r>
      <w:proofErr w:type="spellEnd"/>
      <w:r>
        <w:t xml:space="preserve">. </w:t>
      </w:r>
      <w:r w:rsidR="005A3479">
        <w:t>Récompensez ma candeur par un peu de générosité</w:t>
      </w:r>
      <w:r>
        <w:t> !</w:t>
      </w:r>
    </w:p>
    <w:p w14:paraId="44B7F827" w14:textId="77777777" w:rsidR="006F1ADB" w:rsidRDefault="006F1ADB" w:rsidP="005A3479">
      <w:r>
        <w:lastRenderedPageBreak/>
        <w:t>— </w:t>
      </w:r>
      <w:r w:rsidR="005A3479">
        <w:t>Je pense que je ne devrais pas</w:t>
      </w:r>
      <w:r>
        <w:t> !</w:t>
      </w:r>
    </w:p>
    <w:p w14:paraId="05C4E0CA" w14:textId="77777777" w:rsidR="006F1ADB" w:rsidRDefault="006F1ADB" w:rsidP="005A3479">
      <w:r>
        <w:t>— </w:t>
      </w:r>
      <w:r w:rsidR="005A3479">
        <w:t>Pas même une fois</w:t>
      </w:r>
      <w:r>
        <w:t xml:space="preserve"> ? </w:t>
      </w:r>
      <w:r w:rsidR="005A3479">
        <w:t>Oh</w:t>
      </w:r>
      <w:r>
        <w:t xml:space="preserve"> ! </w:t>
      </w:r>
      <w:r w:rsidR="005A3479">
        <w:t>faites-le</w:t>
      </w:r>
      <w:r>
        <w:t> !</w:t>
      </w:r>
    </w:p>
    <w:p w14:paraId="5D56CD08" w14:textId="77777777" w:rsidR="006F1ADB" w:rsidRDefault="005A3479" w:rsidP="005A3479">
      <w:r>
        <w:t>Il sentait que sa faiblesse physique lui avait été toute dign</w:t>
      </w:r>
      <w:r>
        <w:t>i</w:t>
      </w:r>
      <w:r>
        <w:t>té</w:t>
      </w:r>
      <w:r w:rsidR="006F1ADB">
        <w:t>.</w:t>
      </w:r>
    </w:p>
    <w:p w14:paraId="56078802" w14:textId="77777777" w:rsidR="006F1ADB" w:rsidRDefault="006F1ADB" w:rsidP="005A3479">
      <w:r>
        <w:t>— </w:t>
      </w:r>
      <w:r w:rsidR="005A3479">
        <w:t>Pourquoi voulez-vous qu</w:t>
      </w:r>
      <w:r>
        <w:t>’</w:t>
      </w:r>
      <w:r w:rsidR="005A3479">
        <w:t>elle sache comment vous allez</w:t>
      </w:r>
      <w:r>
        <w:t xml:space="preserve"> ? </w:t>
      </w:r>
      <w:r w:rsidR="005A3479">
        <w:t>Elle n</w:t>
      </w:r>
      <w:r>
        <w:t>’</w:t>
      </w:r>
      <w:r w:rsidR="005A3479">
        <w:t>a pas besoin de vous voir</w:t>
      </w:r>
      <w:r>
        <w:t xml:space="preserve">. </w:t>
      </w:r>
      <w:r w:rsidR="005A3479">
        <w:t>Elle est le rat oublieux du vai</w:t>
      </w:r>
      <w:r w:rsidR="005A3479">
        <w:t>s</w:t>
      </w:r>
      <w:r w:rsidR="005A3479">
        <w:t>seau qui sombre</w:t>
      </w:r>
      <w:r>
        <w:t> !</w:t>
      </w:r>
    </w:p>
    <w:p w14:paraId="7577A700" w14:textId="77777777" w:rsidR="006F1ADB" w:rsidRDefault="006F1ADB" w:rsidP="005A3479">
      <w:r>
        <w:t>— </w:t>
      </w:r>
      <w:r w:rsidR="005A3479">
        <w:t>Ne dites pas</w:t>
      </w:r>
      <w:r>
        <w:t xml:space="preserve">, </w:t>
      </w:r>
      <w:r w:rsidR="005A3479">
        <w:t>ne dites pas cela</w:t>
      </w:r>
      <w:r>
        <w:t> !</w:t>
      </w:r>
    </w:p>
    <w:p w14:paraId="063BC4F4" w14:textId="77777777" w:rsidR="006F1ADB" w:rsidRDefault="006F1ADB" w:rsidP="005A3479">
      <w:r>
        <w:t>— </w:t>
      </w:r>
      <w:r w:rsidR="005A3479">
        <w:t>Et si je m</w:t>
      </w:r>
      <w:r>
        <w:t>’</w:t>
      </w:r>
      <w:r w:rsidR="005A3479">
        <w:t>obstinais à ne pas</w:t>
      </w:r>
      <w:r>
        <w:t xml:space="preserve">… </w:t>
      </w:r>
      <w:r w:rsidR="005A3479">
        <w:t>Folle que je suis</w:t>
      </w:r>
      <w:r>
        <w:t xml:space="preserve"> ! </w:t>
      </w:r>
      <w:r w:rsidR="005A3479">
        <w:t>Avoir cette prostituée dans la maison</w:t>
      </w:r>
      <w:r>
        <w:t xml:space="preserve">, </w:t>
      </w:r>
      <w:r w:rsidR="005A3479">
        <w:t>en vérité</w:t>
      </w:r>
      <w:r>
        <w:t> !</w:t>
      </w:r>
    </w:p>
    <w:p w14:paraId="0C230EE9" w14:textId="77777777" w:rsidR="006F1ADB" w:rsidRDefault="005A3479" w:rsidP="005A3479">
      <w:r>
        <w:t>À peine avait-elle dit ces mots</w:t>
      </w:r>
      <w:r w:rsidR="006F1ADB">
        <w:t xml:space="preserve">, </w:t>
      </w:r>
      <w:r>
        <w:t>que Jude s</w:t>
      </w:r>
      <w:r w:rsidR="006F1ADB">
        <w:t>’</w:t>
      </w:r>
      <w:r>
        <w:t>élança de son siège et</w:t>
      </w:r>
      <w:r w:rsidR="006F1ADB">
        <w:t xml:space="preserve">, </w:t>
      </w:r>
      <w:r>
        <w:t>avant qu</w:t>
      </w:r>
      <w:r w:rsidR="006F1ADB">
        <w:t>’</w:t>
      </w:r>
      <w:proofErr w:type="spellStart"/>
      <w:r>
        <w:t>Arabella</w:t>
      </w:r>
      <w:proofErr w:type="spellEnd"/>
      <w:r>
        <w:t xml:space="preserve"> eût le temps de se reconnaître</w:t>
      </w:r>
      <w:r w:rsidR="006F1ADB">
        <w:t xml:space="preserve">, </w:t>
      </w:r>
      <w:r>
        <w:t>il la renversa en arrière sur une couchette qui se trouvait là et</w:t>
      </w:r>
      <w:r w:rsidR="006F1ADB">
        <w:t xml:space="preserve">, </w:t>
      </w:r>
      <w:r>
        <w:t>la maintenant avec un genou</w:t>
      </w:r>
      <w:r w:rsidR="006F1ADB">
        <w:t> :</w:t>
      </w:r>
    </w:p>
    <w:p w14:paraId="6920AA40" w14:textId="77777777" w:rsidR="006F1ADB" w:rsidRDefault="006F1ADB" w:rsidP="005A3479">
      <w:r>
        <w:t>— </w:t>
      </w:r>
      <w:r w:rsidR="005A3479">
        <w:t>Dites un autre mot de cette sorte</w:t>
      </w:r>
      <w:r>
        <w:t xml:space="preserve">, </w:t>
      </w:r>
      <w:r w:rsidR="005A3479">
        <w:t>murmura-t-il</w:t>
      </w:r>
      <w:r>
        <w:t xml:space="preserve">, </w:t>
      </w:r>
      <w:r w:rsidR="005A3479">
        <w:t>et je vous tue</w:t>
      </w:r>
      <w:r>
        <w:t xml:space="preserve">, </w:t>
      </w:r>
      <w:r w:rsidR="005A3479">
        <w:t>là</w:t>
      </w:r>
      <w:r>
        <w:t xml:space="preserve">, </w:t>
      </w:r>
      <w:r w:rsidR="005A3479">
        <w:t>tout de suite</w:t>
      </w:r>
      <w:r>
        <w:t xml:space="preserve"> ! </w:t>
      </w:r>
      <w:r w:rsidR="005A3479">
        <w:t>J</w:t>
      </w:r>
      <w:r>
        <w:t>’</w:t>
      </w:r>
      <w:r w:rsidR="005A3479">
        <w:t>ai tout à gagner à cela</w:t>
      </w:r>
      <w:r>
        <w:t xml:space="preserve">, </w:t>
      </w:r>
      <w:r w:rsidR="005A3479">
        <w:t>sans com</w:t>
      </w:r>
      <w:r w:rsidR="005A3479">
        <w:t>p</w:t>
      </w:r>
      <w:r w:rsidR="005A3479">
        <w:t>ter ma propre mort</w:t>
      </w:r>
      <w:r>
        <w:t xml:space="preserve">, </w:t>
      </w:r>
      <w:r w:rsidR="005A3479">
        <w:t>qui n</w:t>
      </w:r>
      <w:r>
        <w:t>’</w:t>
      </w:r>
      <w:r w:rsidR="005A3479">
        <w:t>est pas le moins</w:t>
      </w:r>
      <w:r>
        <w:t xml:space="preserve">. </w:t>
      </w:r>
      <w:r w:rsidR="005A3479">
        <w:t>Ne croyez donc pas que ce soit là propos en l</w:t>
      </w:r>
      <w:r>
        <w:t>’</w:t>
      </w:r>
      <w:r w:rsidR="005A3479">
        <w:t>air</w:t>
      </w:r>
      <w:r>
        <w:t>.</w:t>
      </w:r>
    </w:p>
    <w:p w14:paraId="45E5625D" w14:textId="77777777" w:rsidR="006F1ADB" w:rsidRDefault="006F1ADB" w:rsidP="005A3479">
      <w:r>
        <w:t>— </w:t>
      </w:r>
      <w:r w:rsidR="005A3479">
        <w:t>Que voulez-vous faire</w:t>
      </w:r>
      <w:r>
        <w:t xml:space="preserve"> ? </w:t>
      </w:r>
      <w:r w:rsidR="005A3479">
        <w:t xml:space="preserve">râlait </w:t>
      </w:r>
      <w:proofErr w:type="spellStart"/>
      <w:r w:rsidR="005A3479">
        <w:t>Arabella</w:t>
      </w:r>
      <w:proofErr w:type="spellEnd"/>
      <w:r>
        <w:t>.</w:t>
      </w:r>
    </w:p>
    <w:p w14:paraId="44F630A2" w14:textId="77777777" w:rsidR="006F1ADB" w:rsidRDefault="006F1ADB" w:rsidP="005A3479">
      <w:r>
        <w:t>— </w:t>
      </w:r>
      <w:r w:rsidR="005A3479">
        <w:t>Promettez de ne jamais parler d</w:t>
      </w:r>
      <w:r>
        <w:t>’</w:t>
      </w:r>
      <w:r w:rsidR="005A3479">
        <w:t>elle</w:t>
      </w:r>
      <w:r>
        <w:t>.</w:t>
      </w:r>
    </w:p>
    <w:p w14:paraId="33E5A808" w14:textId="77777777" w:rsidR="006F1ADB" w:rsidRDefault="006F1ADB" w:rsidP="005A3479">
      <w:r>
        <w:t>— </w:t>
      </w:r>
      <w:r w:rsidR="005A3479">
        <w:t>Très bien</w:t>
      </w:r>
      <w:r>
        <w:t xml:space="preserve">. </w:t>
      </w:r>
      <w:r w:rsidR="005A3479">
        <w:t>Je le promets</w:t>
      </w:r>
      <w:r>
        <w:t>.</w:t>
      </w:r>
    </w:p>
    <w:p w14:paraId="2642B924" w14:textId="77777777" w:rsidR="006F1ADB" w:rsidRDefault="006F1ADB" w:rsidP="005A3479">
      <w:r>
        <w:t>— </w:t>
      </w:r>
      <w:r w:rsidR="005A3479">
        <w:t>J</w:t>
      </w:r>
      <w:r>
        <w:t>’</w:t>
      </w:r>
      <w:r w:rsidR="005A3479">
        <w:t>accepte votre parole</w:t>
      </w:r>
      <w:r>
        <w:t xml:space="preserve">, </w:t>
      </w:r>
      <w:r w:rsidR="005A3479">
        <w:t>dit-il</w:t>
      </w:r>
      <w:r>
        <w:t xml:space="preserve">, </w:t>
      </w:r>
      <w:r w:rsidR="005A3479">
        <w:t>avec mépris</w:t>
      </w:r>
      <w:r>
        <w:t xml:space="preserve">, </w:t>
      </w:r>
      <w:r w:rsidR="005A3479">
        <w:t>en la lâchant</w:t>
      </w:r>
      <w:r>
        <w:t xml:space="preserve">. </w:t>
      </w:r>
      <w:r w:rsidR="005A3479">
        <w:t>Quant à ce qu</w:t>
      </w:r>
      <w:r>
        <w:t>’</w:t>
      </w:r>
      <w:r w:rsidR="005A3479">
        <w:t>elle vaut</w:t>
      </w:r>
      <w:r>
        <w:t xml:space="preserve">, </w:t>
      </w:r>
      <w:r w:rsidR="005A3479">
        <w:t>je ne puis le dire</w:t>
      </w:r>
      <w:r>
        <w:t>.</w:t>
      </w:r>
    </w:p>
    <w:p w14:paraId="79C072C1" w14:textId="77777777" w:rsidR="006F1ADB" w:rsidRDefault="006F1ADB" w:rsidP="005A3479">
      <w:r>
        <w:t>— </w:t>
      </w:r>
      <w:r w:rsidR="005A3479">
        <w:t>Vous ne pouviez pas tuer le porc</w:t>
      </w:r>
      <w:r>
        <w:t xml:space="preserve">, </w:t>
      </w:r>
      <w:r w:rsidR="005A3479">
        <w:t>mais vous pouviez me tuer</w:t>
      </w:r>
      <w:r>
        <w:t> !</w:t>
      </w:r>
    </w:p>
    <w:p w14:paraId="6E0682EE" w14:textId="77777777" w:rsidR="006F1ADB" w:rsidRDefault="006F1ADB" w:rsidP="005A3479">
      <w:r>
        <w:lastRenderedPageBreak/>
        <w:t>— </w:t>
      </w:r>
      <w:r w:rsidR="005A3479">
        <w:t>Ah</w:t>
      </w:r>
      <w:r>
        <w:t xml:space="preserve"> ! </w:t>
      </w:r>
      <w:r w:rsidR="005A3479">
        <w:t>Vous me tenez là</w:t>
      </w:r>
      <w:r>
        <w:t xml:space="preserve"> ! </w:t>
      </w:r>
      <w:r w:rsidR="005A3479">
        <w:t>Non</w:t>
      </w:r>
      <w:r>
        <w:t xml:space="preserve">, </w:t>
      </w:r>
      <w:r w:rsidR="005A3479">
        <w:t>je ne pouvais pas vous tuer</w:t>
      </w:r>
      <w:r>
        <w:t xml:space="preserve">, </w:t>
      </w:r>
      <w:r w:rsidR="005A3479">
        <w:t>même dans la colère</w:t>
      </w:r>
      <w:r>
        <w:t xml:space="preserve">. </w:t>
      </w:r>
      <w:r w:rsidR="005A3479">
        <w:t>Raillez-moi bien</w:t>
      </w:r>
      <w:r>
        <w:t> !</w:t>
      </w:r>
    </w:p>
    <w:p w14:paraId="619F5CAD" w14:textId="77777777" w:rsidR="006F1ADB" w:rsidRDefault="005A3479" w:rsidP="005A3479">
      <w:r>
        <w:t>Il fut pris d</w:t>
      </w:r>
      <w:r w:rsidR="006F1ADB">
        <w:t>’</w:t>
      </w:r>
      <w:r>
        <w:t>un terrible accès de toux et elle évalua sa vie d</w:t>
      </w:r>
      <w:r w:rsidR="006F1ADB">
        <w:t>’</w:t>
      </w:r>
      <w:r>
        <w:t>un regard d</w:t>
      </w:r>
      <w:r w:rsidR="006F1ADB">
        <w:t>’</w:t>
      </w:r>
      <w:r>
        <w:t>expert</w:t>
      </w:r>
      <w:r w:rsidR="006F1ADB">
        <w:t xml:space="preserve">, </w:t>
      </w:r>
      <w:r>
        <w:t>tandis qu</w:t>
      </w:r>
      <w:r w:rsidR="006F1ADB">
        <w:t>’</w:t>
      </w:r>
      <w:r>
        <w:t>il s</w:t>
      </w:r>
      <w:r w:rsidR="006F1ADB">
        <w:t>’</w:t>
      </w:r>
      <w:r>
        <w:t>affaissait en arrière</w:t>
      </w:r>
      <w:r w:rsidR="006F1ADB">
        <w:t xml:space="preserve">, </w:t>
      </w:r>
      <w:r>
        <w:t>pâle comme un mort</w:t>
      </w:r>
      <w:r w:rsidR="006F1ADB">
        <w:t>.</w:t>
      </w:r>
    </w:p>
    <w:p w14:paraId="2DABD915" w14:textId="77777777" w:rsidR="006F1ADB" w:rsidRDefault="006F1ADB" w:rsidP="005A3479">
      <w:r>
        <w:t>— </w:t>
      </w:r>
      <w:r w:rsidR="005A3479">
        <w:t>Je l</w:t>
      </w:r>
      <w:r>
        <w:t>’</w:t>
      </w:r>
      <w:r w:rsidR="005A3479">
        <w:t>enverrai chercher</w:t>
      </w:r>
      <w:r>
        <w:t xml:space="preserve">, </w:t>
      </w:r>
      <w:r w:rsidR="005A3479">
        <w:t xml:space="preserve">dit </w:t>
      </w:r>
      <w:proofErr w:type="spellStart"/>
      <w:r w:rsidR="005A3479">
        <w:t>Arabella</w:t>
      </w:r>
      <w:proofErr w:type="spellEnd"/>
      <w:r>
        <w:t xml:space="preserve">, </w:t>
      </w:r>
      <w:r w:rsidR="005A3479">
        <w:t>si vous acceptez que je sois dans la chambre avec vous tout le temps qu</w:t>
      </w:r>
      <w:r>
        <w:t>’</w:t>
      </w:r>
      <w:r w:rsidR="005A3479">
        <w:t>elle sera ici</w:t>
      </w:r>
      <w:r>
        <w:t>.</w:t>
      </w:r>
    </w:p>
    <w:p w14:paraId="6DEE5F2C" w14:textId="77777777" w:rsidR="006F1ADB" w:rsidRDefault="005A3479" w:rsidP="005A3479">
      <w:r>
        <w:t>Ce qu</w:t>
      </w:r>
      <w:r w:rsidR="006F1ADB">
        <w:t>’</w:t>
      </w:r>
      <w:r>
        <w:t>il y avait en lui de douceur</w:t>
      </w:r>
      <w:r w:rsidR="006F1ADB">
        <w:t xml:space="preserve">, </w:t>
      </w:r>
      <w:r>
        <w:t>son désir de voir S</w:t>
      </w:r>
      <w:r>
        <w:t>u</w:t>
      </w:r>
      <w:r>
        <w:t>zanne</w:t>
      </w:r>
      <w:r w:rsidR="006F1ADB">
        <w:t xml:space="preserve">, </w:t>
      </w:r>
      <w:r>
        <w:t>le rendirent incapable de décliner l</w:t>
      </w:r>
      <w:r w:rsidR="006F1ADB">
        <w:t>’</w:t>
      </w:r>
      <w:r>
        <w:t>offre</w:t>
      </w:r>
      <w:r w:rsidR="006F1ADB">
        <w:t xml:space="preserve">, </w:t>
      </w:r>
      <w:r>
        <w:t>même après la provocation de tout à l</w:t>
      </w:r>
      <w:r w:rsidR="006F1ADB">
        <w:t>’</w:t>
      </w:r>
      <w:r>
        <w:t>heure</w:t>
      </w:r>
      <w:r w:rsidR="006F1ADB">
        <w:t xml:space="preserve"> ; </w:t>
      </w:r>
      <w:r>
        <w:t>et il répondit d</w:t>
      </w:r>
      <w:r w:rsidR="006F1ADB">
        <w:t>’</w:t>
      </w:r>
      <w:r>
        <w:t>une voix éteinte</w:t>
      </w:r>
      <w:r w:rsidR="006F1ADB">
        <w:t> :</w:t>
      </w:r>
    </w:p>
    <w:p w14:paraId="07C2EA1E" w14:textId="77777777" w:rsidR="006F1ADB" w:rsidRDefault="006F1ADB" w:rsidP="005A3479">
      <w:r>
        <w:t>— </w:t>
      </w:r>
      <w:r w:rsidR="005A3479">
        <w:t>Oui</w:t>
      </w:r>
      <w:r>
        <w:t xml:space="preserve">, </w:t>
      </w:r>
      <w:r w:rsidR="005A3479">
        <w:t>j</w:t>
      </w:r>
      <w:r>
        <w:t>’</w:t>
      </w:r>
      <w:r w:rsidR="005A3479">
        <w:t>accepte</w:t>
      </w:r>
      <w:r>
        <w:t xml:space="preserve"> ; </w:t>
      </w:r>
      <w:r w:rsidR="005A3479">
        <w:t>seulement</w:t>
      </w:r>
      <w:r>
        <w:t xml:space="preserve">, </w:t>
      </w:r>
      <w:r w:rsidR="005A3479">
        <w:t>envoyez</w:t>
      </w:r>
      <w:r>
        <w:t> !</w:t>
      </w:r>
    </w:p>
    <w:p w14:paraId="1030B3F8" w14:textId="77777777" w:rsidR="006F1ADB" w:rsidRDefault="005A3479" w:rsidP="005A3479">
      <w:r>
        <w:t>Le soir</w:t>
      </w:r>
      <w:r w:rsidR="006F1ADB">
        <w:t xml:space="preserve">, </w:t>
      </w:r>
      <w:r>
        <w:t>il s</w:t>
      </w:r>
      <w:r w:rsidR="006F1ADB">
        <w:t>’</w:t>
      </w:r>
      <w:r>
        <w:t>informa si elle avait écrit</w:t>
      </w:r>
      <w:r w:rsidR="006F1ADB">
        <w:t>.</w:t>
      </w:r>
    </w:p>
    <w:p w14:paraId="1912D67E" w14:textId="77777777" w:rsidR="006F1ADB" w:rsidRDefault="006F1ADB" w:rsidP="005A3479">
      <w:r>
        <w:t>— </w:t>
      </w:r>
      <w:r w:rsidR="005A3479">
        <w:t>Oui</w:t>
      </w:r>
      <w:r>
        <w:t xml:space="preserve">, </w:t>
      </w:r>
      <w:r w:rsidR="005A3479">
        <w:t>dit-elle</w:t>
      </w:r>
      <w:r>
        <w:t xml:space="preserve">, </w:t>
      </w:r>
      <w:r w:rsidR="005A3479">
        <w:t>j</w:t>
      </w:r>
      <w:r>
        <w:t>’</w:t>
      </w:r>
      <w:r w:rsidR="005A3479">
        <w:t>ai écrit un mot lui disant que vous étiez malade</w:t>
      </w:r>
      <w:r>
        <w:t xml:space="preserve">, </w:t>
      </w:r>
      <w:r w:rsidR="005A3479">
        <w:t>et lui demandant de venir demain ou le soir suivant</w:t>
      </w:r>
      <w:r>
        <w:t xml:space="preserve">. </w:t>
      </w:r>
      <w:r w:rsidR="005A3479">
        <w:t>Je ne l</w:t>
      </w:r>
      <w:r>
        <w:t>’</w:t>
      </w:r>
      <w:r w:rsidR="005A3479">
        <w:t>ai pas encore mis à la poste</w:t>
      </w:r>
      <w:r>
        <w:t>.</w:t>
      </w:r>
    </w:p>
    <w:p w14:paraId="67FF89B6" w14:textId="77777777" w:rsidR="006F1ADB" w:rsidRDefault="005A3479" w:rsidP="005A3479">
      <w:r>
        <w:t>Le lendemain</w:t>
      </w:r>
      <w:r w:rsidR="006F1ADB">
        <w:t xml:space="preserve">, </w:t>
      </w:r>
      <w:r>
        <w:t>Jude se demanda avec inquiétude si elle avait réellement expédié le billet</w:t>
      </w:r>
      <w:r w:rsidR="006F1ADB">
        <w:t xml:space="preserve">, </w:t>
      </w:r>
      <w:r>
        <w:t>mais ne voulut pas l</w:t>
      </w:r>
      <w:r w:rsidR="006F1ADB">
        <w:t>’</w:t>
      </w:r>
      <w:r>
        <w:t>interroger</w:t>
      </w:r>
      <w:r w:rsidR="006F1ADB">
        <w:t xml:space="preserve"> ; </w:t>
      </w:r>
      <w:r>
        <w:t>et le fol espoir</w:t>
      </w:r>
      <w:r w:rsidR="006F1ADB">
        <w:t xml:space="preserve">, </w:t>
      </w:r>
      <w:r>
        <w:t>dont il demeure toujours quelque chose</w:t>
      </w:r>
      <w:r w:rsidR="006F1ADB">
        <w:t xml:space="preserve">, </w:t>
      </w:r>
      <w:r>
        <w:t>l</w:t>
      </w:r>
      <w:r w:rsidR="006F1ADB">
        <w:t>’</w:t>
      </w:r>
      <w:r>
        <w:t>agita dans l</w:t>
      </w:r>
      <w:r w:rsidR="006F1ADB">
        <w:t>’</w:t>
      </w:r>
      <w:r>
        <w:t>attente</w:t>
      </w:r>
      <w:r w:rsidR="006F1ADB">
        <w:t xml:space="preserve">. </w:t>
      </w:r>
      <w:r>
        <w:t>Il savait les heures des trains po</w:t>
      </w:r>
      <w:r>
        <w:t>s</w:t>
      </w:r>
      <w:r>
        <w:t>sibles et prêtait l</w:t>
      </w:r>
      <w:r w:rsidR="006F1ADB">
        <w:t>’</w:t>
      </w:r>
      <w:r>
        <w:t>oreille à tout propos</w:t>
      </w:r>
      <w:r w:rsidR="006F1ADB">
        <w:t xml:space="preserve">, </w:t>
      </w:r>
      <w:r>
        <w:t>croyant l</w:t>
      </w:r>
      <w:r w:rsidR="006F1ADB">
        <w:t>’</w:t>
      </w:r>
      <w:r>
        <w:t>entendre</w:t>
      </w:r>
      <w:r w:rsidR="006F1ADB">
        <w:t>.</w:t>
      </w:r>
    </w:p>
    <w:p w14:paraId="78EEFC95" w14:textId="77777777" w:rsidR="006F1ADB" w:rsidRDefault="005A3479" w:rsidP="005A3479">
      <w:r>
        <w:t>Elle ne vint pas</w:t>
      </w:r>
      <w:r w:rsidR="006F1ADB">
        <w:t xml:space="preserve">. </w:t>
      </w:r>
      <w:r>
        <w:t xml:space="preserve">Mais Jude ne voulait pas questionner </w:t>
      </w:r>
      <w:proofErr w:type="spellStart"/>
      <w:r>
        <w:t>Ar</w:t>
      </w:r>
      <w:r>
        <w:t>a</w:t>
      </w:r>
      <w:r>
        <w:t>bella</w:t>
      </w:r>
      <w:proofErr w:type="spellEnd"/>
      <w:r>
        <w:t xml:space="preserve"> là-dessus</w:t>
      </w:r>
      <w:r w:rsidR="006F1ADB">
        <w:t xml:space="preserve">. </w:t>
      </w:r>
      <w:r>
        <w:t>Il espéra et attendit tout le jour suivant</w:t>
      </w:r>
      <w:r w:rsidR="006F1ADB">
        <w:t xml:space="preserve"> ; </w:t>
      </w:r>
      <w:r>
        <w:t>mais Suzanne n</w:t>
      </w:r>
      <w:r w:rsidR="006F1ADB">
        <w:t>’</w:t>
      </w:r>
      <w:r>
        <w:t>apparaissait pas</w:t>
      </w:r>
      <w:r w:rsidR="006F1ADB">
        <w:t xml:space="preserve"> ; </w:t>
      </w:r>
      <w:r>
        <w:t>il n</w:t>
      </w:r>
      <w:r w:rsidR="006F1ADB">
        <w:t>’</w:t>
      </w:r>
      <w:r>
        <w:t>y avait non plus aucun mot de réponse</w:t>
      </w:r>
      <w:r w:rsidR="006F1ADB">
        <w:t xml:space="preserve">. </w:t>
      </w:r>
      <w:r>
        <w:t>Alors Jude se forma la conviction intime qu</w:t>
      </w:r>
      <w:r w:rsidR="006F1ADB">
        <w:t>’</w:t>
      </w:r>
      <w:proofErr w:type="spellStart"/>
      <w:r>
        <w:t>Arabella</w:t>
      </w:r>
      <w:proofErr w:type="spellEnd"/>
      <w:r>
        <w:t xml:space="preserve"> n</w:t>
      </w:r>
      <w:r w:rsidR="006F1ADB">
        <w:t>’</w:t>
      </w:r>
      <w:r>
        <w:t>avait jamais mis son billet à la poste</w:t>
      </w:r>
      <w:r w:rsidR="006F1ADB">
        <w:t xml:space="preserve">, </w:t>
      </w:r>
      <w:r>
        <w:t>bien qu</w:t>
      </w:r>
      <w:r w:rsidR="006F1ADB">
        <w:t>’</w:t>
      </w:r>
      <w:r>
        <w:t>elle l</w:t>
      </w:r>
      <w:r w:rsidR="006F1ADB">
        <w:t>’</w:t>
      </w:r>
      <w:r>
        <w:t>eût écrit</w:t>
      </w:r>
      <w:r w:rsidR="006F1ADB">
        <w:t xml:space="preserve">. </w:t>
      </w:r>
      <w:r>
        <w:t>Il y avait quelque chose dans sa manière d</w:t>
      </w:r>
      <w:r w:rsidR="006F1ADB">
        <w:t>’</w:t>
      </w:r>
      <w:r>
        <w:t>être qui lui disait cela</w:t>
      </w:r>
      <w:r w:rsidR="006F1ADB">
        <w:t xml:space="preserve">. </w:t>
      </w:r>
      <w:r>
        <w:t>Il était physiquement si affaibli</w:t>
      </w:r>
      <w:r w:rsidR="006F1ADB">
        <w:t xml:space="preserve">, </w:t>
      </w:r>
      <w:r>
        <w:t>qu</w:t>
      </w:r>
      <w:r w:rsidR="006F1ADB">
        <w:t>’</w:t>
      </w:r>
      <w:r>
        <w:t xml:space="preserve">il </w:t>
      </w:r>
      <w:r>
        <w:lastRenderedPageBreak/>
        <w:t xml:space="preserve">pleurait de sa déception quand </w:t>
      </w:r>
      <w:proofErr w:type="spellStart"/>
      <w:r>
        <w:t>Arabella</w:t>
      </w:r>
      <w:proofErr w:type="spellEnd"/>
      <w:r>
        <w:t xml:space="preserve"> ne pouvait pas le voir</w:t>
      </w:r>
      <w:r w:rsidR="006F1ADB">
        <w:t xml:space="preserve">. </w:t>
      </w:r>
      <w:r>
        <w:t>Et</w:t>
      </w:r>
      <w:r w:rsidR="006F1ADB">
        <w:t xml:space="preserve">, </w:t>
      </w:r>
      <w:r>
        <w:t>de fait</w:t>
      </w:r>
      <w:r w:rsidR="006F1ADB">
        <w:t xml:space="preserve">, </w:t>
      </w:r>
      <w:r>
        <w:t>ses soupçons étaient bien fondés</w:t>
      </w:r>
      <w:r w:rsidR="006F1ADB">
        <w:t xml:space="preserve">. </w:t>
      </w:r>
      <w:proofErr w:type="spellStart"/>
      <w:r>
        <w:t>Arabella</w:t>
      </w:r>
      <w:proofErr w:type="spellEnd"/>
      <w:r w:rsidR="006F1ADB">
        <w:t xml:space="preserve">, </w:t>
      </w:r>
      <w:r>
        <w:t xml:space="preserve">comme toutes les </w:t>
      </w:r>
      <w:proofErr w:type="spellStart"/>
      <w:r>
        <w:t>gardes-malades</w:t>
      </w:r>
      <w:proofErr w:type="spellEnd"/>
      <w:r w:rsidR="006F1ADB">
        <w:t xml:space="preserve">, </w:t>
      </w:r>
      <w:r>
        <w:t>pensait que le devoir envers le malade était de le calmer par n</w:t>
      </w:r>
      <w:r w:rsidR="006F1ADB">
        <w:t>’</w:t>
      </w:r>
      <w:r>
        <w:t>importe quels petits moyens capables d</w:t>
      </w:r>
      <w:r w:rsidR="006F1ADB">
        <w:t>’</w:t>
      </w:r>
      <w:r>
        <w:t>agir réellement sur ses fantaisies</w:t>
      </w:r>
      <w:r w:rsidR="006F1ADB">
        <w:t>.</w:t>
      </w:r>
    </w:p>
    <w:p w14:paraId="1D088F5A" w14:textId="77777777" w:rsidR="006F1ADB" w:rsidRDefault="005A3479" w:rsidP="005A3479">
      <w:r>
        <w:t>Il ne lui dit jamais un mot de plus sur son désir ou son soupçon</w:t>
      </w:r>
      <w:r w:rsidR="006F1ADB">
        <w:t xml:space="preserve">. </w:t>
      </w:r>
      <w:r>
        <w:t>Une silencieuse et encore confuse résolution grandi</w:t>
      </w:r>
      <w:r>
        <w:t>s</w:t>
      </w:r>
      <w:r>
        <w:t>sait en lui et lui donnait</w:t>
      </w:r>
      <w:r w:rsidR="006F1ADB">
        <w:t xml:space="preserve">, </w:t>
      </w:r>
      <w:r>
        <w:t>sinon la force</w:t>
      </w:r>
      <w:r w:rsidR="006F1ADB">
        <w:t xml:space="preserve">, </w:t>
      </w:r>
      <w:r>
        <w:t>du moins la constance et le calme</w:t>
      </w:r>
      <w:r w:rsidR="006F1ADB">
        <w:t xml:space="preserve">. </w:t>
      </w:r>
      <w:r>
        <w:t>Un jour qu</w:t>
      </w:r>
      <w:r w:rsidR="006F1ADB">
        <w:t>’</w:t>
      </w:r>
      <w:r>
        <w:t>elle rentrait</w:t>
      </w:r>
      <w:r w:rsidR="006F1ADB">
        <w:t xml:space="preserve">, </w:t>
      </w:r>
      <w:r>
        <w:t>vers midi</w:t>
      </w:r>
      <w:r w:rsidR="006F1ADB">
        <w:t xml:space="preserve">, </w:t>
      </w:r>
      <w:r>
        <w:t>après une absence de deux heures</w:t>
      </w:r>
      <w:r w:rsidR="006F1ADB">
        <w:t xml:space="preserve">, </w:t>
      </w:r>
      <w:r>
        <w:t>elle vit le fauteuil vide</w:t>
      </w:r>
      <w:r w:rsidR="006F1ADB">
        <w:t>.</w:t>
      </w:r>
    </w:p>
    <w:p w14:paraId="245E4808" w14:textId="77777777" w:rsidR="006F1ADB" w:rsidRDefault="005A3479" w:rsidP="005A3479">
      <w:r>
        <w:t>Elle se laissa tomber sur le lit et</w:t>
      </w:r>
      <w:r w:rsidR="006F1ADB">
        <w:t xml:space="preserve">, </w:t>
      </w:r>
      <w:r>
        <w:t>assise</w:t>
      </w:r>
      <w:r w:rsidR="006F1ADB">
        <w:t xml:space="preserve">, </w:t>
      </w:r>
      <w:r>
        <w:t>songea</w:t>
      </w:r>
      <w:r w:rsidR="006F1ADB">
        <w:t>.</w:t>
      </w:r>
    </w:p>
    <w:p w14:paraId="61214FC5" w14:textId="77777777" w:rsidR="006F1ADB" w:rsidRDefault="006F1ADB" w:rsidP="005A3479">
      <w:r>
        <w:t>— </w:t>
      </w:r>
      <w:r w:rsidR="005A3479">
        <w:t>Maintenant</w:t>
      </w:r>
      <w:r>
        <w:t xml:space="preserve">, </w:t>
      </w:r>
      <w:r w:rsidR="005A3479">
        <w:t>où le diable d</w:t>
      </w:r>
      <w:r>
        <w:t>’</w:t>
      </w:r>
      <w:r w:rsidR="005A3479">
        <w:t>homme est-il allé</w:t>
      </w:r>
      <w:r>
        <w:t xml:space="preserve"> ? </w:t>
      </w:r>
      <w:r w:rsidR="005A3479">
        <w:t>dit-elle</w:t>
      </w:r>
      <w:r>
        <w:t>.</w:t>
      </w:r>
    </w:p>
    <w:p w14:paraId="13703F47" w14:textId="77777777" w:rsidR="006F1ADB" w:rsidRDefault="005A3479" w:rsidP="005A3479">
      <w:r>
        <w:t>Une pluie que chassait le vent du nord-est était tombée avec plus ou moins de répit toute la matinée</w:t>
      </w:r>
      <w:r w:rsidR="006F1ADB">
        <w:t xml:space="preserve">, </w:t>
      </w:r>
      <w:r>
        <w:t>et lorsqu</w:t>
      </w:r>
      <w:r w:rsidR="006F1ADB">
        <w:t>’</w:t>
      </w:r>
      <w:r>
        <w:t>on rega</w:t>
      </w:r>
      <w:r>
        <w:t>r</w:t>
      </w:r>
      <w:r>
        <w:t>dait de la fenêtre les gouttières ruisselantes</w:t>
      </w:r>
      <w:r w:rsidR="006F1ADB">
        <w:t xml:space="preserve">, </w:t>
      </w:r>
      <w:r>
        <w:t>il semblait impo</w:t>
      </w:r>
      <w:r>
        <w:t>s</w:t>
      </w:r>
      <w:r>
        <w:t>sible de croire qu</w:t>
      </w:r>
      <w:r w:rsidR="006F1ADB">
        <w:t>’</w:t>
      </w:r>
      <w:r>
        <w:t>un malade se fût exposé dehors à une mort presque certaine</w:t>
      </w:r>
      <w:r w:rsidR="006F1ADB">
        <w:t xml:space="preserve">. </w:t>
      </w:r>
      <w:r>
        <w:t xml:space="preserve">Pourtant </w:t>
      </w:r>
      <w:proofErr w:type="spellStart"/>
      <w:r>
        <w:t>Arabella</w:t>
      </w:r>
      <w:proofErr w:type="spellEnd"/>
      <w:r>
        <w:t xml:space="preserve"> ne pouvait se défaire de la conviction qu</w:t>
      </w:r>
      <w:r w:rsidR="006F1ADB">
        <w:t>’</w:t>
      </w:r>
      <w:r>
        <w:t>il était sorti et elle en eut la certitude quand elle eut exploré la maison</w:t>
      </w:r>
      <w:r w:rsidR="006F1ADB">
        <w:t>.</w:t>
      </w:r>
    </w:p>
    <w:p w14:paraId="0DE6664F" w14:textId="77777777" w:rsidR="006F1ADB" w:rsidRDefault="006F1ADB" w:rsidP="005A3479">
      <w:r>
        <w:t>— </w:t>
      </w:r>
      <w:r w:rsidR="005A3479">
        <w:t>S</w:t>
      </w:r>
      <w:r>
        <w:t>’</w:t>
      </w:r>
      <w:r w:rsidR="005A3479">
        <w:t>il est fou</w:t>
      </w:r>
      <w:r>
        <w:t xml:space="preserve">, </w:t>
      </w:r>
      <w:r w:rsidR="005A3479">
        <w:t>laissons-le faire</w:t>
      </w:r>
      <w:r>
        <w:t xml:space="preserve"> ! </w:t>
      </w:r>
      <w:r w:rsidR="005A3479">
        <w:t>dit-elle</w:t>
      </w:r>
      <w:r>
        <w:t xml:space="preserve">. </w:t>
      </w:r>
      <w:r w:rsidR="005A3479">
        <w:t>Je n</w:t>
      </w:r>
      <w:r>
        <w:t>’</w:t>
      </w:r>
      <w:r w:rsidR="005A3479">
        <w:t>y puis plus rien</w:t>
      </w:r>
      <w:r>
        <w:t>.</w:t>
      </w:r>
    </w:p>
    <w:p w14:paraId="34C4C6FC" w14:textId="77777777" w:rsidR="006F1ADB" w:rsidRDefault="005A3479" w:rsidP="005A3479">
      <w:r>
        <w:t>Jude était à ce moment dans un train qui l</w:t>
      </w:r>
      <w:r w:rsidR="006F1ADB">
        <w:t>’</w:t>
      </w:r>
      <w:r>
        <w:t xml:space="preserve">emportait vers </w:t>
      </w:r>
      <w:proofErr w:type="spellStart"/>
      <w:r>
        <w:t>Alfredston</w:t>
      </w:r>
      <w:proofErr w:type="spellEnd"/>
      <w:r w:rsidR="006F1ADB">
        <w:t xml:space="preserve">, </w:t>
      </w:r>
      <w:r>
        <w:t>étrangement emmailloté</w:t>
      </w:r>
      <w:r w:rsidR="006F1ADB">
        <w:t xml:space="preserve">, </w:t>
      </w:r>
      <w:r>
        <w:t>pâle comme une statue d</w:t>
      </w:r>
      <w:r w:rsidR="006F1ADB">
        <w:t>’</w:t>
      </w:r>
      <w:r>
        <w:t>albâtre</w:t>
      </w:r>
      <w:r w:rsidR="006F1ADB">
        <w:t xml:space="preserve">, </w:t>
      </w:r>
      <w:r>
        <w:t>et en butte aux regards que fixaient sur lui les autres voyageurs</w:t>
      </w:r>
      <w:r w:rsidR="006F1ADB">
        <w:t xml:space="preserve">. </w:t>
      </w:r>
      <w:r>
        <w:t>Une heure plus tard</w:t>
      </w:r>
      <w:r w:rsidR="006F1ADB">
        <w:t xml:space="preserve">, </w:t>
      </w:r>
      <w:r>
        <w:t>on aurait pu voir sa figure maigre</w:t>
      </w:r>
      <w:r w:rsidR="006F1ADB">
        <w:t xml:space="preserve">, </w:t>
      </w:r>
      <w:r>
        <w:t>dans le long pardessus et la couverture qu</w:t>
      </w:r>
      <w:r w:rsidR="006F1ADB">
        <w:t>’</w:t>
      </w:r>
      <w:r>
        <w:t>il avait pris pour venir</w:t>
      </w:r>
      <w:r w:rsidR="006F1ADB">
        <w:t xml:space="preserve">, </w:t>
      </w:r>
      <w:r>
        <w:t>mais sans parapluie</w:t>
      </w:r>
      <w:r w:rsidR="006F1ADB">
        <w:t xml:space="preserve">, </w:t>
      </w:r>
      <w:r>
        <w:t xml:space="preserve">suivre la route de cinq milles qui conduit à </w:t>
      </w:r>
      <w:proofErr w:type="spellStart"/>
      <w:r>
        <w:t>Marygreen</w:t>
      </w:r>
      <w:proofErr w:type="spellEnd"/>
      <w:r w:rsidR="006F1ADB">
        <w:t>.</w:t>
      </w:r>
    </w:p>
    <w:p w14:paraId="6F37DE19" w14:textId="77777777" w:rsidR="006F1ADB" w:rsidRDefault="005A3479" w:rsidP="005A3479">
      <w:r>
        <w:lastRenderedPageBreak/>
        <w:t>Sur son visage paraissait la résolution énergique qui seule le soutenait mais à laquelle sa faiblesse prêtait un triste appui</w:t>
      </w:r>
      <w:r w:rsidR="006F1ADB">
        <w:t xml:space="preserve">. </w:t>
      </w:r>
      <w:r>
        <w:t>La montée l</w:t>
      </w:r>
      <w:r w:rsidR="006F1ADB">
        <w:t>’</w:t>
      </w:r>
      <w:r>
        <w:t>essoufflait complètement</w:t>
      </w:r>
      <w:r w:rsidR="006F1ADB">
        <w:t xml:space="preserve">, </w:t>
      </w:r>
      <w:r>
        <w:t>mais il se pressait d</w:t>
      </w:r>
      <w:r w:rsidR="006F1ADB">
        <w:t>’</w:t>
      </w:r>
      <w:r>
        <w:t>avancer</w:t>
      </w:r>
      <w:r w:rsidR="006F1ADB">
        <w:t xml:space="preserve">, </w:t>
      </w:r>
      <w:r>
        <w:t>et à trois heures et demie</w:t>
      </w:r>
      <w:r w:rsidR="006F1ADB">
        <w:t xml:space="preserve">, </w:t>
      </w:r>
      <w:r>
        <w:t>il s</w:t>
      </w:r>
      <w:r w:rsidR="006F1ADB">
        <w:t>’</w:t>
      </w:r>
      <w:r>
        <w:t>arrêta près du mur f</w:t>
      </w:r>
      <w:r>
        <w:t>a</w:t>
      </w:r>
      <w:r>
        <w:t xml:space="preserve">milier de </w:t>
      </w:r>
      <w:proofErr w:type="spellStart"/>
      <w:r>
        <w:t>Marygreen</w:t>
      </w:r>
      <w:proofErr w:type="spellEnd"/>
      <w:r w:rsidR="006F1ADB">
        <w:t xml:space="preserve">. </w:t>
      </w:r>
      <w:r>
        <w:t>La pluie tenait chez eux tous les gens</w:t>
      </w:r>
      <w:r w:rsidR="006F1ADB">
        <w:t xml:space="preserve">. </w:t>
      </w:r>
      <w:r>
        <w:t>Jude traversa sans être vu la pelouse qui conduit à l</w:t>
      </w:r>
      <w:r w:rsidR="006F1ADB">
        <w:t>’</w:t>
      </w:r>
      <w:r>
        <w:t>église</w:t>
      </w:r>
      <w:r w:rsidR="006F1ADB">
        <w:t xml:space="preserve">, </w:t>
      </w:r>
      <w:r>
        <w:t>et il trouva l</w:t>
      </w:r>
      <w:r w:rsidR="006F1ADB">
        <w:t>’</w:t>
      </w:r>
      <w:r>
        <w:t>édifice ouvert</w:t>
      </w:r>
      <w:r w:rsidR="006F1ADB">
        <w:t xml:space="preserve">. </w:t>
      </w:r>
      <w:r>
        <w:t>Alors il s</w:t>
      </w:r>
      <w:r w:rsidR="006F1ADB">
        <w:t>’</w:t>
      </w:r>
      <w:r>
        <w:t>arrêta</w:t>
      </w:r>
      <w:r w:rsidR="006F1ADB">
        <w:t xml:space="preserve">, </w:t>
      </w:r>
      <w:r>
        <w:t>regardant de loin l</w:t>
      </w:r>
      <w:r w:rsidR="006F1ADB">
        <w:t>’</w:t>
      </w:r>
      <w:r>
        <w:t>école</w:t>
      </w:r>
      <w:r w:rsidR="006F1ADB">
        <w:t xml:space="preserve"> ; </w:t>
      </w:r>
      <w:r>
        <w:t>il pouvait entendre d</w:t>
      </w:r>
      <w:r w:rsidR="006F1ADB">
        <w:t>’</w:t>
      </w:r>
      <w:r>
        <w:t>ici les notes monotones des petites voix qui ignoraient encore le gémissement de la création</w:t>
      </w:r>
      <w:r w:rsidR="006F1ADB">
        <w:t>.</w:t>
      </w:r>
    </w:p>
    <w:p w14:paraId="1FB4F9FE" w14:textId="77777777" w:rsidR="006F1ADB" w:rsidRDefault="005A3479" w:rsidP="005A3479">
      <w:r>
        <w:t>Il attendit jusqu</w:t>
      </w:r>
      <w:r w:rsidR="006F1ADB">
        <w:t>’</w:t>
      </w:r>
      <w:r>
        <w:t>à ce qu</w:t>
      </w:r>
      <w:r w:rsidR="006F1ADB">
        <w:t>’</w:t>
      </w:r>
      <w:r>
        <w:t>un petit enfant vint de l</w:t>
      </w:r>
      <w:r w:rsidR="006F1ADB">
        <w:t>’</w:t>
      </w:r>
      <w:r>
        <w:t>école</w:t>
      </w:r>
      <w:r w:rsidR="006F1ADB">
        <w:t xml:space="preserve">, – </w:t>
      </w:r>
      <w:r>
        <w:t>un évidemment qu</w:t>
      </w:r>
      <w:r w:rsidR="006F1ADB">
        <w:t>’</w:t>
      </w:r>
      <w:r>
        <w:t>on avait laissé sortir avant l</w:t>
      </w:r>
      <w:r w:rsidR="006F1ADB">
        <w:t>’</w:t>
      </w:r>
      <w:r>
        <w:t>heure pour une ra</w:t>
      </w:r>
      <w:r>
        <w:t>i</w:t>
      </w:r>
      <w:r>
        <w:t>son ou une autre</w:t>
      </w:r>
      <w:r w:rsidR="006F1ADB">
        <w:t xml:space="preserve">. </w:t>
      </w:r>
      <w:r>
        <w:t>Jude leva la main et l</w:t>
      </w:r>
      <w:r w:rsidR="006F1ADB">
        <w:t>’</w:t>
      </w:r>
      <w:r>
        <w:t>enfant s</w:t>
      </w:r>
      <w:r w:rsidR="006F1ADB">
        <w:t>’</w:t>
      </w:r>
      <w:r>
        <w:t>approcha</w:t>
      </w:r>
      <w:r w:rsidR="006F1ADB">
        <w:t>.</w:t>
      </w:r>
    </w:p>
    <w:p w14:paraId="51D15D5F" w14:textId="0881E4FB" w:rsidR="006F1ADB" w:rsidRDefault="006F1ADB" w:rsidP="005A3479">
      <w:r>
        <w:t>— </w:t>
      </w:r>
      <w:r w:rsidR="005A3479">
        <w:t>Veux-tu aller à l</w:t>
      </w:r>
      <w:r>
        <w:t>’</w:t>
      </w:r>
      <w:r w:rsidR="005A3479">
        <w:t xml:space="preserve">école et demander à </w:t>
      </w:r>
      <w:r>
        <w:t>M</w:t>
      </w:r>
      <w:r w:rsidRPr="006F1ADB">
        <w:rPr>
          <w:vertAlign w:val="superscript"/>
        </w:rPr>
        <w:t>rs</w:t>
      </w:r>
      <w:r>
        <w:t> </w:t>
      </w:r>
      <w:proofErr w:type="spellStart"/>
      <w:r w:rsidR="005A3479">
        <w:t>Phillotson</w:t>
      </w:r>
      <w:proofErr w:type="spellEnd"/>
      <w:r w:rsidR="005A3479">
        <w:t xml:space="preserve"> si elle veut être assez bonne pour venir à l</w:t>
      </w:r>
      <w:r>
        <w:t>’</w:t>
      </w:r>
      <w:r w:rsidR="005A3479">
        <w:t>église quelques m</w:t>
      </w:r>
      <w:r w:rsidR="005A3479">
        <w:t>i</w:t>
      </w:r>
      <w:r w:rsidR="005A3479">
        <w:t>nutes</w:t>
      </w:r>
      <w:r>
        <w:t> ?</w:t>
      </w:r>
    </w:p>
    <w:p w14:paraId="2DA775B1" w14:textId="77777777" w:rsidR="006F1ADB" w:rsidRDefault="005A3479" w:rsidP="005A3479">
      <w:r>
        <w:t>L</w:t>
      </w:r>
      <w:r w:rsidR="006F1ADB">
        <w:t>’</w:t>
      </w:r>
      <w:r>
        <w:t>enfant partit et Jude l</w:t>
      </w:r>
      <w:r w:rsidR="006F1ADB">
        <w:t>’</w:t>
      </w:r>
      <w:r>
        <w:t>entendit frapper à la porte de la maison</w:t>
      </w:r>
      <w:r w:rsidR="006F1ADB">
        <w:t xml:space="preserve">. </w:t>
      </w:r>
      <w:r>
        <w:t>Lui-même entra dans l</w:t>
      </w:r>
      <w:r w:rsidR="006F1ADB">
        <w:t>’</w:t>
      </w:r>
      <w:r>
        <w:t>église</w:t>
      </w:r>
      <w:r w:rsidR="006F1ADB">
        <w:t xml:space="preserve">. </w:t>
      </w:r>
      <w:r>
        <w:t>Tout était nouveau</w:t>
      </w:r>
      <w:r w:rsidR="006F1ADB">
        <w:t xml:space="preserve">, </w:t>
      </w:r>
      <w:r>
        <w:t>e</w:t>
      </w:r>
      <w:r>
        <w:t>x</w:t>
      </w:r>
      <w:r>
        <w:t>cepté quelques morceaux de sculpture sauvés dans la ruine du vieux bâtiment et fixés aux murailles neuves</w:t>
      </w:r>
      <w:r w:rsidR="006F1ADB">
        <w:t xml:space="preserve">. </w:t>
      </w:r>
      <w:r>
        <w:t>Il s</w:t>
      </w:r>
      <w:r w:rsidR="006F1ADB">
        <w:t>’</w:t>
      </w:r>
      <w:r>
        <w:t>arrêta devant eux</w:t>
      </w:r>
      <w:r w:rsidR="006F1ADB">
        <w:t xml:space="preserve"> : </w:t>
      </w:r>
      <w:r>
        <w:t>ils paraissaient ressembler aux morts de ce lieu</w:t>
      </w:r>
      <w:r w:rsidR="006F1ADB">
        <w:t xml:space="preserve">, </w:t>
      </w:r>
      <w:r>
        <w:t>qui furent ses ancêtres et ceux de Suzanne</w:t>
      </w:r>
      <w:r w:rsidR="006F1ADB">
        <w:t>.</w:t>
      </w:r>
    </w:p>
    <w:p w14:paraId="157BF3C1" w14:textId="77777777" w:rsidR="006F1ADB" w:rsidRDefault="005A3479" w:rsidP="005A3479">
      <w:r>
        <w:t>Un pas léger</w:t>
      </w:r>
      <w:r w:rsidR="006F1ADB">
        <w:t xml:space="preserve">, </w:t>
      </w:r>
      <w:r>
        <w:t>qu</w:t>
      </w:r>
      <w:r w:rsidR="006F1ADB">
        <w:t>’</w:t>
      </w:r>
      <w:r>
        <w:t>on aurait pu prendre pour le simple bruit d</w:t>
      </w:r>
      <w:r w:rsidR="006F1ADB">
        <w:t>’</w:t>
      </w:r>
      <w:r>
        <w:t>une goutte d</w:t>
      </w:r>
      <w:r w:rsidR="006F1ADB">
        <w:t>’</w:t>
      </w:r>
      <w:r>
        <w:t>eau dans l</w:t>
      </w:r>
      <w:r w:rsidR="006F1ADB">
        <w:t>’</w:t>
      </w:r>
      <w:r>
        <w:t>averse résonna sous le porche</w:t>
      </w:r>
      <w:r w:rsidR="006F1ADB">
        <w:t xml:space="preserve">, </w:t>
      </w:r>
      <w:r>
        <w:t>et Jude regarda autour de lui</w:t>
      </w:r>
      <w:r w:rsidR="006F1ADB">
        <w:t>.</w:t>
      </w:r>
    </w:p>
    <w:p w14:paraId="5483C14D" w14:textId="77777777" w:rsidR="006F1ADB" w:rsidRDefault="006F1ADB" w:rsidP="005A3479">
      <w:r>
        <w:t>— </w:t>
      </w:r>
      <w:r w:rsidR="005A3479">
        <w:t>Oh</w:t>
      </w:r>
      <w:r>
        <w:t xml:space="preserve"> !… </w:t>
      </w:r>
      <w:r w:rsidR="005A3479">
        <w:t>je ne pensais pas que c</w:t>
      </w:r>
      <w:r>
        <w:t>’</w:t>
      </w:r>
      <w:r w:rsidR="005A3479">
        <w:t>était vous</w:t>
      </w:r>
      <w:r>
        <w:t xml:space="preserve">… </w:t>
      </w:r>
      <w:r w:rsidR="005A3479">
        <w:t>Non</w:t>
      </w:r>
      <w:r>
        <w:t xml:space="preserve">… </w:t>
      </w:r>
      <w:r w:rsidR="005A3479">
        <w:t>Oh</w:t>
      </w:r>
      <w:r>
        <w:t xml:space="preserve"> !… </w:t>
      </w:r>
      <w:r w:rsidR="005A3479">
        <w:t>Jude</w:t>
      </w:r>
      <w:r>
        <w:t> !…</w:t>
      </w:r>
    </w:p>
    <w:p w14:paraId="354CD355" w14:textId="77777777" w:rsidR="006F1ADB" w:rsidRDefault="005A3479" w:rsidP="005A3479">
      <w:r>
        <w:t>Sa respiration s</w:t>
      </w:r>
      <w:r w:rsidR="006F1ADB">
        <w:t>’</w:t>
      </w:r>
      <w:r>
        <w:t>arrêta dans un spasme</w:t>
      </w:r>
      <w:r w:rsidR="006F1ADB">
        <w:t xml:space="preserve"> ; </w:t>
      </w:r>
      <w:r>
        <w:t>elle suffoquait</w:t>
      </w:r>
      <w:r w:rsidR="006F1ADB">
        <w:t xml:space="preserve">. </w:t>
      </w:r>
      <w:r>
        <w:t>Il s</w:t>
      </w:r>
      <w:r w:rsidR="006F1ADB">
        <w:t>’</w:t>
      </w:r>
      <w:r>
        <w:t>avança</w:t>
      </w:r>
      <w:r w:rsidR="006F1ADB">
        <w:t xml:space="preserve">, </w:t>
      </w:r>
      <w:r>
        <w:t>mais elle se remit vivement et revint en arrière</w:t>
      </w:r>
      <w:r w:rsidR="006F1ADB">
        <w:t>.</w:t>
      </w:r>
    </w:p>
    <w:p w14:paraId="3EDEC15C" w14:textId="77777777" w:rsidR="006F1ADB" w:rsidRDefault="006F1ADB" w:rsidP="005A3479">
      <w:r>
        <w:lastRenderedPageBreak/>
        <w:t>— </w:t>
      </w:r>
      <w:r w:rsidR="005A3479">
        <w:t>Ne vous en allez pas</w:t>
      </w:r>
      <w:r>
        <w:t xml:space="preserve"> ! </w:t>
      </w:r>
      <w:r w:rsidR="005A3479">
        <w:t>Ne vous en allez pas</w:t>
      </w:r>
      <w:r>
        <w:t xml:space="preserve"> ! </w:t>
      </w:r>
      <w:r w:rsidR="005A3479">
        <w:t>supplia-t-il</w:t>
      </w:r>
      <w:r>
        <w:t xml:space="preserve">. </w:t>
      </w:r>
      <w:r w:rsidR="005A3479">
        <w:t>C</w:t>
      </w:r>
      <w:r>
        <w:t>’</w:t>
      </w:r>
      <w:r w:rsidR="005A3479">
        <w:t>est la dernière fois</w:t>
      </w:r>
      <w:r>
        <w:t xml:space="preserve"> ! </w:t>
      </w:r>
      <w:r w:rsidR="005A3479">
        <w:t>Je pensais que ce serait moins indiscret que d</w:t>
      </w:r>
      <w:r>
        <w:t>’</w:t>
      </w:r>
      <w:r w:rsidR="005A3479">
        <w:t>entrer dans votre maison</w:t>
      </w:r>
      <w:r>
        <w:t xml:space="preserve">. </w:t>
      </w:r>
      <w:r w:rsidR="005A3479">
        <w:t>Et je ne reviendrai jamais plus</w:t>
      </w:r>
      <w:r>
        <w:t xml:space="preserve">. </w:t>
      </w:r>
      <w:r w:rsidR="005A3479">
        <w:t>Ne soyez pas impitoyable</w:t>
      </w:r>
      <w:r>
        <w:t xml:space="preserve">. </w:t>
      </w:r>
      <w:r w:rsidR="005A3479">
        <w:t>Suzanne</w:t>
      </w:r>
      <w:r>
        <w:t xml:space="preserve"> ! </w:t>
      </w:r>
      <w:r w:rsidR="005A3479">
        <w:t>Suzanne</w:t>
      </w:r>
      <w:r>
        <w:t xml:space="preserve"> ! </w:t>
      </w:r>
      <w:r w:rsidR="005A3479">
        <w:t>nous nous co</w:t>
      </w:r>
      <w:r w:rsidR="005A3479">
        <w:t>n</w:t>
      </w:r>
      <w:r w:rsidR="005A3479">
        <w:t>duisons en ce moment d</w:t>
      </w:r>
      <w:r>
        <w:t>’</w:t>
      </w:r>
      <w:r w:rsidR="005A3479">
        <w:t>après la lettre</w:t>
      </w:r>
      <w:r>
        <w:t xml:space="preserve">, </w:t>
      </w:r>
      <w:r w:rsidR="005A3479">
        <w:t xml:space="preserve">et </w:t>
      </w:r>
      <w:r>
        <w:t>« </w:t>
      </w:r>
      <w:r w:rsidR="005A3479">
        <w:t>la lettre tue</w:t>
      </w:r>
      <w:r>
        <w:t> ».</w:t>
      </w:r>
    </w:p>
    <w:p w14:paraId="37B7A341" w14:textId="77777777" w:rsidR="006F1ADB" w:rsidRDefault="006F1ADB" w:rsidP="005A3479">
      <w:r>
        <w:t>— </w:t>
      </w:r>
      <w:r w:rsidR="005A3479">
        <w:t>Je resterai</w:t>
      </w:r>
      <w:r>
        <w:t xml:space="preserve">. </w:t>
      </w:r>
      <w:r w:rsidR="005A3479">
        <w:t>Je ne veux pas être cruelle</w:t>
      </w:r>
      <w:r>
        <w:t xml:space="preserve"> ! </w:t>
      </w:r>
      <w:r w:rsidR="005A3479">
        <w:t>dit-elle</w:t>
      </w:r>
      <w:r>
        <w:t xml:space="preserve">. </w:t>
      </w:r>
      <w:r w:rsidR="005A3479">
        <w:t>Ses lèvres tremblaient et ses larmes coulaient tandis qu</w:t>
      </w:r>
      <w:r>
        <w:t>’</w:t>
      </w:r>
      <w:r w:rsidR="005A3479">
        <w:t>elle le lai</w:t>
      </w:r>
      <w:r w:rsidR="005A3479">
        <w:t>s</w:t>
      </w:r>
      <w:r w:rsidR="005A3479">
        <w:t>sait approcher</w:t>
      </w:r>
      <w:r>
        <w:t xml:space="preserve">. </w:t>
      </w:r>
      <w:r w:rsidR="005A3479">
        <w:t>Mais pourquoi êtes-vous venu</w:t>
      </w:r>
      <w:r>
        <w:t xml:space="preserve"> ? </w:t>
      </w:r>
      <w:r w:rsidR="005A3479">
        <w:t>Pourquoi faites-vous cette chose</w:t>
      </w:r>
      <w:r>
        <w:t xml:space="preserve">, </w:t>
      </w:r>
      <w:r w:rsidR="005A3479">
        <w:t>qui est si mal</w:t>
      </w:r>
      <w:r>
        <w:t xml:space="preserve">, </w:t>
      </w:r>
      <w:r w:rsidR="005A3479">
        <w:t>après en avoir fait une qui est si bien</w:t>
      </w:r>
      <w:r>
        <w:t> ?</w:t>
      </w:r>
    </w:p>
    <w:p w14:paraId="3C48E08F" w14:textId="77777777" w:rsidR="006F1ADB" w:rsidRDefault="006F1ADB" w:rsidP="005A3479">
      <w:r>
        <w:t>— </w:t>
      </w:r>
      <w:r w:rsidR="005A3479">
        <w:t>Quelle chose si bien</w:t>
      </w:r>
      <w:r>
        <w:t> ?</w:t>
      </w:r>
    </w:p>
    <w:p w14:paraId="4D1780B4" w14:textId="77777777" w:rsidR="006F1ADB" w:rsidRDefault="006F1ADB" w:rsidP="005A3479">
      <w:r>
        <w:t>— </w:t>
      </w:r>
      <w:r w:rsidR="005A3479">
        <w:t xml:space="preserve">Épouser de nouveau </w:t>
      </w:r>
      <w:proofErr w:type="spellStart"/>
      <w:r w:rsidR="005A3479">
        <w:t>Arabella</w:t>
      </w:r>
      <w:proofErr w:type="spellEnd"/>
      <w:r>
        <w:t xml:space="preserve">. </w:t>
      </w:r>
      <w:r w:rsidR="005A3479">
        <w:t>C</w:t>
      </w:r>
      <w:r>
        <w:t>’</w:t>
      </w:r>
      <w:r w:rsidR="005A3479">
        <w:t>était dans le journal d</w:t>
      </w:r>
      <w:r>
        <w:t>’</w:t>
      </w:r>
      <w:proofErr w:type="spellStart"/>
      <w:r w:rsidR="005A3479">
        <w:t>Alfredston</w:t>
      </w:r>
      <w:proofErr w:type="spellEnd"/>
      <w:r>
        <w:t xml:space="preserve">. </w:t>
      </w:r>
      <w:r w:rsidR="005A3479">
        <w:t>Elle n</w:t>
      </w:r>
      <w:r>
        <w:t>’</w:t>
      </w:r>
      <w:r w:rsidR="005A3479">
        <w:t>a jamais cessé d</w:t>
      </w:r>
      <w:r>
        <w:t>’</w:t>
      </w:r>
      <w:r w:rsidR="005A3479">
        <w:t>être vôtre</w:t>
      </w:r>
      <w:r>
        <w:t xml:space="preserve">, </w:t>
      </w:r>
      <w:r w:rsidR="005A3479">
        <w:t>Jude</w:t>
      </w:r>
      <w:r>
        <w:t xml:space="preserve">, – </w:t>
      </w:r>
      <w:r w:rsidR="005A3479">
        <w:t>au vrai sens du mot</w:t>
      </w:r>
      <w:r>
        <w:t xml:space="preserve">. </w:t>
      </w:r>
      <w:r w:rsidR="005A3479">
        <w:t>Et c</w:t>
      </w:r>
      <w:r>
        <w:t>’</w:t>
      </w:r>
      <w:r w:rsidR="005A3479">
        <w:t>est pourquoi vous fîtes si bien</w:t>
      </w:r>
      <w:r>
        <w:t xml:space="preserve">, </w:t>
      </w:r>
      <w:r w:rsidR="005A3479">
        <w:t>oh</w:t>
      </w:r>
      <w:r>
        <w:t xml:space="preserve"> ! </w:t>
      </w:r>
      <w:r w:rsidR="005A3479">
        <w:t>si bien</w:t>
      </w:r>
      <w:r>
        <w:t xml:space="preserve">, </w:t>
      </w:r>
      <w:r w:rsidR="005A3479">
        <w:t>en le reconnaissant et la reprenant avec vous</w:t>
      </w:r>
      <w:r>
        <w:t>.</w:t>
      </w:r>
    </w:p>
    <w:p w14:paraId="4565127D" w14:textId="77777777" w:rsidR="006F1ADB" w:rsidRDefault="006F1ADB" w:rsidP="005A3479">
      <w:r>
        <w:t>— </w:t>
      </w:r>
      <w:r w:rsidR="005A3479">
        <w:t>Grand Dieu</w:t>
      </w:r>
      <w:r>
        <w:t xml:space="preserve"> ! </w:t>
      </w:r>
      <w:r w:rsidR="005A3479">
        <w:t>et c</w:t>
      </w:r>
      <w:r>
        <w:t>’</w:t>
      </w:r>
      <w:r w:rsidR="005A3479">
        <w:t>est là tout ce que je suis venu e</w:t>
      </w:r>
      <w:r w:rsidR="005A3479">
        <w:t>n</w:t>
      </w:r>
      <w:r w:rsidR="005A3479">
        <w:t>tendre</w:t>
      </w:r>
      <w:r>
        <w:t xml:space="preserve"> ? </w:t>
      </w:r>
      <w:r w:rsidR="005A3479">
        <w:t>S</w:t>
      </w:r>
      <w:r>
        <w:t>’</w:t>
      </w:r>
      <w:r w:rsidR="005A3479">
        <w:t>il y a dans ma vie une chose plus dégradante</w:t>
      </w:r>
      <w:r>
        <w:t xml:space="preserve">, </w:t>
      </w:r>
      <w:r w:rsidR="005A3479">
        <w:t>plus immorale</w:t>
      </w:r>
      <w:r>
        <w:t xml:space="preserve">, </w:t>
      </w:r>
      <w:r w:rsidR="005A3479">
        <w:t>plus monstrueuse qu</w:t>
      </w:r>
      <w:r>
        <w:t>’</w:t>
      </w:r>
      <w:r w:rsidR="005A3479">
        <w:t>une autre</w:t>
      </w:r>
      <w:r>
        <w:t xml:space="preserve">, </w:t>
      </w:r>
      <w:r w:rsidR="005A3479">
        <w:t>c</w:t>
      </w:r>
      <w:r>
        <w:t>’</w:t>
      </w:r>
      <w:r w:rsidR="005A3479">
        <w:t xml:space="preserve">est le contrat avec </w:t>
      </w:r>
      <w:proofErr w:type="spellStart"/>
      <w:r w:rsidR="005A3479">
        <w:t>Arabella</w:t>
      </w:r>
      <w:proofErr w:type="spellEnd"/>
      <w:r>
        <w:t xml:space="preserve"> ; </w:t>
      </w:r>
      <w:r w:rsidR="005A3479">
        <w:t>et c</w:t>
      </w:r>
      <w:r>
        <w:t>’</w:t>
      </w:r>
      <w:r w:rsidR="005A3479">
        <w:t>est cela que vous appelez faire une chose bonne</w:t>
      </w:r>
      <w:r>
        <w:t xml:space="preserve"> ! </w:t>
      </w:r>
      <w:r w:rsidR="005A3479">
        <w:t>Et vous aussi</w:t>
      </w:r>
      <w:r>
        <w:t xml:space="preserve">, </w:t>
      </w:r>
      <w:r w:rsidR="005A3479">
        <w:t xml:space="preserve">vous vous dites la femme de </w:t>
      </w:r>
      <w:proofErr w:type="spellStart"/>
      <w:r w:rsidR="005A3479">
        <w:t>Phillotson</w:t>
      </w:r>
      <w:proofErr w:type="spellEnd"/>
      <w:r>
        <w:t xml:space="preserve"> ! </w:t>
      </w:r>
      <w:r w:rsidR="005A3479">
        <w:t>Sa femme</w:t>
      </w:r>
      <w:r>
        <w:t xml:space="preserve"> ! </w:t>
      </w:r>
      <w:r w:rsidR="005A3479">
        <w:t>Vous êtes la mienne</w:t>
      </w:r>
      <w:r>
        <w:t>.</w:t>
      </w:r>
    </w:p>
    <w:p w14:paraId="308EB230" w14:textId="77777777" w:rsidR="006F1ADB" w:rsidRDefault="006F1ADB" w:rsidP="005A3479">
      <w:r>
        <w:t>— </w:t>
      </w:r>
      <w:r w:rsidR="005A3479">
        <w:t>Ne me faites pas fuir loin de vous</w:t>
      </w:r>
      <w:r>
        <w:t xml:space="preserve">… </w:t>
      </w:r>
      <w:r w:rsidR="005A3479">
        <w:t>Je n</w:t>
      </w:r>
      <w:r>
        <w:t>’</w:t>
      </w:r>
      <w:r w:rsidR="005A3479">
        <w:t>en puis tant su</w:t>
      </w:r>
      <w:r w:rsidR="005A3479">
        <w:t>p</w:t>
      </w:r>
      <w:r w:rsidR="005A3479">
        <w:t>porter</w:t>
      </w:r>
      <w:r>
        <w:t xml:space="preserve">… </w:t>
      </w:r>
      <w:r w:rsidR="005A3479">
        <w:t>Mais</w:t>
      </w:r>
      <w:r>
        <w:t xml:space="preserve">, </w:t>
      </w:r>
      <w:r w:rsidR="005A3479">
        <w:t>sur ce point</w:t>
      </w:r>
      <w:r>
        <w:t xml:space="preserve">, </w:t>
      </w:r>
      <w:r w:rsidR="005A3479">
        <w:t>je suis résolue</w:t>
      </w:r>
      <w:r>
        <w:t>.</w:t>
      </w:r>
    </w:p>
    <w:p w14:paraId="30393034" w14:textId="77777777" w:rsidR="006F1ADB" w:rsidRDefault="006F1ADB" w:rsidP="005A3479">
      <w:r>
        <w:t>— </w:t>
      </w:r>
      <w:r w:rsidR="005A3479">
        <w:t>Je ne puis comprendre que vous ayez agi ainsi</w:t>
      </w:r>
      <w:r>
        <w:t xml:space="preserve">, </w:t>
      </w:r>
      <w:r w:rsidR="005A3479">
        <w:t>que vous pensiez ainsi</w:t>
      </w:r>
      <w:r>
        <w:t xml:space="preserve">… </w:t>
      </w:r>
      <w:r w:rsidR="005A3479">
        <w:t>Je ne puis pas</w:t>
      </w:r>
      <w:r>
        <w:t> !</w:t>
      </w:r>
    </w:p>
    <w:p w14:paraId="63B3C581" w14:textId="77777777" w:rsidR="006F1ADB" w:rsidRDefault="006F1ADB" w:rsidP="005A3479">
      <w:r>
        <w:t>— </w:t>
      </w:r>
      <w:r w:rsidR="005A3479">
        <w:t>Ne pensez jamais à cela</w:t>
      </w:r>
      <w:r>
        <w:t xml:space="preserve">. </w:t>
      </w:r>
      <w:r w:rsidR="005A3479">
        <w:t>Il est un bon mari pour moi</w:t>
      </w:r>
      <w:r>
        <w:t xml:space="preserve">… </w:t>
      </w:r>
      <w:r w:rsidR="005A3479">
        <w:t>Et moi</w:t>
      </w:r>
      <w:r>
        <w:t xml:space="preserve">… </w:t>
      </w:r>
      <w:r w:rsidR="005A3479">
        <w:t>j</w:t>
      </w:r>
      <w:r>
        <w:t>’</w:t>
      </w:r>
      <w:r w:rsidR="005A3479">
        <w:t>ai lutté</w:t>
      </w:r>
      <w:r>
        <w:t xml:space="preserve">, </w:t>
      </w:r>
      <w:r w:rsidR="005A3479">
        <w:t>combattu</w:t>
      </w:r>
      <w:r>
        <w:t xml:space="preserve">, </w:t>
      </w:r>
      <w:r w:rsidR="005A3479">
        <w:t>jeûné</w:t>
      </w:r>
      <w:r>
        <w:t xml:space="preserve">, </w:t>
      </w:r>
      <w:r w:rsidR="005A3479">
        <w:t>prié</w:t>
      </w:r>
      <w:r>
        <w:t xml:space="preserve">. </w:t>
      </w:r>
      <w:r w:rsidR="005A3479">
        <w:t>J</w:t>
      </w:r>
      <w:r>
        <w:t>’</w:t>
      </w:r>
      <w:r w:rsidR="005A3479">
        <w:t xml:space="preserve">ai presque mis </w:t>
      </w:r>
      <w:r w:rsidR="005A3479">
        <w:lastRenderedPageBreak/>
        <w:t>mon corps en complète sujétion</w:t>
      </w:r>
      <w:r>
        <w:t xml:space="preserve">. </w:t>
      </w:r>
      <w:r w:rsidR="005A3479">
        <w:t>Et il ne faut pas</w:t>
      </w:r>
      <w:r>
        <w:t xml:space="preserve">, </w:t>
      </w:r>
      <w:r w:rsidR="005A3479">
        <w:t>dites</w:t>
      </w:r>
      <w:r>
        <w:t xml:space="preserve">, </w:t>
      </w:r>
      <w:r w:rsidR="005A3479">
        <w:t>réveiller</w:t>
      </w:r>
      <w:r>
        <w:t>…</w:t>
      </w:r>
    </w:p>
    <w:p w14:paraId="3CD2398F" w14:textId="77777777" w:rsidR="006F1ADB" w:rsidRDefault="006F1ADB" w:rsidP="005A3479">
      <w:r>
        <w:t>— </w:t>
      </w:r>
      <w:r w:rsidR="005A3479">
        <w:t>Oh</w:t>
      </w:r>
      <w:r>
        <w:t xml:space="preserve"> ! </w:t>
      </w:r>
      <w:r w:rsidR="005A3479">
        <w:t>chère petite folle que vous êtes</w:t>
      </w:r>
      <w:r>
        <w:t xml:space="preserve"> ! </w:t>
      </w:r>
      <w:r w:rsidR="005A3479">
        <w:t>Où est votre ra</w:t>
      </w:r>
      <w:r w:rsidR="005A3479">
        <w:t>i</w:t>
      </w:r>
      <w:r w:rsidR="005A3479">
        <w:t>son</w:t>
      </w:r>
      <w:r>
        <w:t xml:space="preserve"> ? </w:t>
      </w:r>
      <w:r w:rsidR="005A3479">
        <w:t>Vous semblez avoir permis la perte de vos facultés</w:t>
      </w:r>
      <w:r>
        <w:t xml:space="preserve">. </w:t>
      </w:r>
      <w:r w:rsidR="005A3479">
        <w:t>Je di</w:t>
      </w:r>
      <w:r w:rsidR="005A3479">
        <w:t>s</w:t>
      </w:r>
      <w:r w:rsidR="005A3479">
        <w:t>cuterais avec vous si je ne savais qu</w:t>
      </w:r>
      <w:r>
        <w:t>’</w:t>
      </w:r>
      <w:r w:rsidR="005A3479">
        <w:t>une femme dans vos sent</w:t>
      </w:r>
      <w:r w:rsidR="005A3479">
        <w:t>i</w:t>
      </w:r>
      <w:r w:rsidR="005A3479">
        <w:t>ments échappe tout à fait à tous les appels qu</w:t>
      </w:r>
      <w:r>
        <w:t>’</w:t>
      </w:r>
      <w:r w:rsidR="005A3479">
        <w:t>on peut faire à son cerveau</w:t>
      </w:r>
      <w:r>
        <w:t xml:space="preserve">. </w:t>
      </w:r>
      <w:r w:rsidR="005A3479">
        <w:t>D</w:t>
      </w:r>
      <w:r>
        <w:t>’</w:t>
      </w:r>
      <w:r w:rsidR="005A3479">
        <w:t>ailleurs</w:t>
      </w:r>
      <w:r>
        <w:t xml:space="preserve">, </w:t>
      </w:r>
      <w:r w:rsidR="005A3479">
        <w:t>ne vous dupez-vous pas vous-même</w:t>
      </w:r>
      <w:r>
        <w:t xml:space="preserve">, </w:t>
      </w:r>
      <w:r w:rsidR="005A3479">
        <w:t>comme font tant de femmes en ces sortes de choses</w:t>
      </w:r>
      <w:r>
        <w:t xml:space="preserve"> ; </w:t>
      </w:r>
      <w:r w:rsidR="005A3479">
        <w:t>n</w:t>
      </w:r>
      <w:r>
        <w:t>’</w:t>
      </w:r>
      <w:r w:rsidR="005A3479">
        <w:t>êtes-vous pas en train de vous forcer à croire et de vous complaire dans la volu</w:t>
      </w:r>
      <w:r w:rsidR="005A3479">
        <w:t>p</w:t>
      </w:r>
      <w:r w:rsidR="005A3479">
        <w:t>té de l</w:t>
      </w:r>
      <w:r>
        <w:t>’</w:t>
      </w:r>
      <w:r w:rsidR="005A3479">
        <w:t>émotion que fait naître cette foi affectée</w:t>
      </w:r>
      <w:r>
        <w:t> ?</w:t>
      </w:r>
    </w:p>
    <w:p w14:paraId="05B4E372" w14:textId="77777777" w:rsidR="006F1ADB" w:rsidRDefault="006F1ADB" w:rsidP="005A3479">
      <w:r>
        <w:t>— </w:t>
      </w:r>
      <w:r w:rsidR="005A3479">
        <w:t>Volupté</w:t>
      </w:r>
      <w:r>
        <w:t xml:space="preserve"> ! </w:t>
      </w:r>
      <w:r w:rsidR="005A3479">
        <w:t>Comment pouvez-vous être si cruel</w:t>
      </w:r>
      <w:r>
        <w:t> ?</w:t>
      </w:r>
    </w:p>
    <w:p w14:paraId="4508B718" w14:textId="77777777" w:rsidR="006F1ADB" w:rsidRDefault="006F1ADB" w:rsidP="005A3479">
      <w:r>
        <w:t>— </w:t>
      </w:r>
      <w:r w:rsidR="005A3479">
        <w:t>Oh</w:t>
      </w:r>
      <w:r>
        <w:t xml:space="preserve"> ! </w:t>
      </w:r>
      <w:r w:rsidR="005A3479">
        <w:t>chère</w:t>
      </w:r>
      <w:r>
        <w:t xml:space="preserve"> ! </w:t>
      </w:r>
      <w:r w:rsidR="005A3479">
        <w:t>triste et douce chérie</w:t>
      </w:r>
      <w:r>
        <w:t xml:space="preserve"> ! </w:t>
      </w:r>
      <w:r w:rsidR="005A3479">
        <w:t>voilà le plus mélanc</w:t>
      </w:r>
      <w:r w:rsidR="005A3479">
        <w:t>o</w:t>
      </w:r>
      <w:r w:rsidR="005A3479">
        <w:t>lique naufrage qu</w:t>
      </w:r>
      <w:r>
        <w:t>’</w:t>
      </w:r>
      <w:r w:rsidR="005A3479">
        <w:t>il m</w:t>
      </w:r>
      <w:r>
        <w:t>’</w:t>
      </w:r>
      <w:r w:rsidR="005A3479">
        <w:t>ait été donné de voir des promesses d</w:t>
      </w:r>
      <w:r>
        <w:t>’</w:t>
      </w:r>
      <w:r w:rsidR="005A3479">
        <w:t>une intelligence humaine</w:t>
      </w:r>
      <w:r>
        <w:t xml:space="preserve"> ! </w:t>
      </w:r>
      <w:r w:rsidR="005A3479">
        <w:t>Où est allé votre mépris de la conve</w:t>
      </w:r>
      <w:r w:rsidR="005A3479">
        <w:t>n</w:t>
      </w:r>
      <w:r w:rsidR="005A3479">
        <w:t>tion</w:t>
      </w:r>
      <w:r>
        <w:t> ?</w:t>
      </w:r>
    </w:p>
    <w:p w14:paraId="0D02F83D" w14:textId="77777777" w:rsidR="006F1ADB" w:rsidRDefault="006F1ADB" w:rsidP="005A3479">
      <w:r>
        <w:t>— </w:t>
      </w:r>
      <w:r w:rsidR="005A3479">
        <w:t>Vous me torturez</w:t>
      </w:r>
      <w:r>
        <w:t xml:space="preserve">, </w:t>
      </w:r>
      <w:r w:rsidR="005A3479">
        <w:t>vous m</w:t>
      </w:r>
      <w:r>
        <w:t>’</w:t>
      </w:r>
      <w:r w:rsidR="005A3479">
        <w:t>insultez presque</w:t>
      </w:r>
      <w:r>
        <w:t xml:space="preserve">, </w:t>
      </w:r>
      <w:r w:rsidR="005A3479">
        <w:t>Jude</w:t>
      </w:r>
      <w:r>
        <w:t xml:space="preserve">. </w:t>
      </w:r>
      <w:r w:rsidR="005A3479">
        <w:t>Élo</w:t>
      </w:r>
      <w:r w:rsidR="005A3479">
        <w:t>i</w:t>
      </w:r>
      <w:r w:rsidR="005A3479">
        <w:t>gnez-vous de moi</w:t>
      </w:r>
      <w:r>
        <w:t> !</w:t>
      </w:r>
    </w:p>
    <w:p w14:paraId="1E8267E0" w14:textId="77777777" w:rsidR="006F1ADB" w:rsidRDefault="005A3479" w:rsidP="005A3479">
      <w:r>
        <w:t>Elle se détourna vivement</w:t>
      </w:r>
      <w:r w:rsidR="006F1ADB">
        <w:t>.</w:t>
      </w:r>
    </w:p>
    <w:p w14:paraId="6DF1FF50" w14:textId="77777777" w:rsidR="006F1ADB" w:rsidRDefault="006F1ADB" w:rsidP="005A3479">
      <w:r>
        <w:t>— </w:t>
      </w:r>
      <w:r w:rsidR="005A3479">
        <w:t>Soit</w:t>
      </w:r>
      <w:r>
        <w:t xml:space="preserve"> ! </w:t>
      </w:r>
      <w:r w:rsidR="005A3479">
        <w:t>Je ne viendrai jamais vous revoir</w:t>
      </w:r>
      <w:r>
        <w:t xml:space="preserve">, </w:t>
      </w:r>
      <w:r w:rsidR="005A3479">
        <w:t>même si j</w:t>
      </w:r>
      <w:r>
        <w:t>’</w:t>
      </w:r>
      <w:r w:rsidR="005A3479">
        <w:t>avais la force de venir</w:t>
      </w:r>
      <w:r>
        <w:t xml:space="preserve">, – </w:t>
      </w:r>
      <w:r w:rsidR="005A3479">
        <w:t>que je n</w:t>
      </w:r>
      <w:r>
        <w:t>’</w:t>
      </w:r>
      <w:r w:rsidR="005A3479">
        <w:t>aurai plus</w:t>
      </w:r>
      <w:r>
        <w:t xml:space="preserve">. </w:t>
      </w:r>
      <w:r w:rsidR="005A3479">
        <w:t>Suzanne</w:t>
      </w:r>
      <w:r>
        <w:t xml:space="preserve">, </w:t>
      </w:r>
      <w:r w:rsidR="005A3479">
        <w:t>Suzanne</w:t>
      </w:r>
      <w:r>
        <w:t xml:space="preserve">, </w:t>
      </w:r>
      <w:r w:rsidR="005A3479">
        <w:t>vous n</w:t>
      </w:r>
      <w:r>
        <w:t>’</w:t>
      </w:r>
      <w:r w:rsidR="005A3479">
        <w:t>êtes pas digne de l</w:t>
      </w:r>
      <w:r>
        <w:t>’</w:t>
      </w:r>
      <w:r w:rsidR="005A3479">
        <w:t>amour d</w:t>
      </w:r>
      <w:r>
        <w:t>’</w:t>
      </w:r>
      <w:r w:rsidR="005A3479">
        <w:t>un homme</w:t>
      </w:r>
      <w:r>
        <w:t> !</w:t>
      </w:r>
    </w:p>
    <w:p w14:paraId="619C14E3" w14:textId="77777777" w:rsidR="006F1ADB" w:rsidRDefault="005A3479" w:rsidP="005A3479">
      <w:r>
        <w:t>Sa poitrine commençait à haleter</w:t>
      </w:r>
      <w:r w:rsidR="006F1ADB">
        <w:t>.</w:t>
      </w:r>
    </w:p>
    <w:p w14:paraId="3AC4979D" w14:textId="77777777" w:rsidR="006F1ADB" w:rsidRDefault="006F1ADB" w:rsidP="005A3479">
      <w:r>
        <w:t>— </w:t>
      </w:r>
      <w:r w:rsidR="005A3479">
        <w:t>Je ne puis endurer ce que vous me dites</w:t>
      </w:r>
      <w:r>
        <w:t xml:space="preserve">, </w:t>
      </w:r>
      <w:r w:rsidR="005A3479">
        <w:t>s</w:t>
      </w:r>
      <w:r>
        <w:t>’</w:t>
      </w:r>
      <w:r w:rsidR="005A3479">
        <w:t>écria-t-elle</w:t>
      </w:r>
      <w:r>
        <w:t>.</w:t>
      </w:r>
    </w:p>
    <w:p w14:paraId="4AA97E04" w14:textId="77777777" w:rsidR="006F1ADB" w:rsidRDefault="005A3479" w:rsidP="005A3479">
      <w:r>
        <w:t>Et</w:t>
      </w:r>
      <w:r w:rsidR="006F1ADB">
        <w:t xml:space="preserve">, </w:t>
      </w:r>
      <w:r>
        <w:t>laissant ses yeux sur lui un moment</w:t>
      </w:r>
      <w:r w:rsidR="006F1ADB">
        <w:t xml:space="preserve">, </w:t>
      </w:r>
      <w:r>
        <w:t>elle revint sur ses pas d</w:t>
      </w:r>
      <w:r w:rsidR="006F1ADB">
        <w:t>’</w:t>
      </w:r>
      <w:r>
        <w:t>un mouvement brusque</w:t>
      </w:r>
      <w:r w:rsidR="006F1ADB">
        <w:t>.</w:t>
      </w:r>
    </w:p>
    <w:p w14:paraId="3417E209" w14:textId="77777777" w:rsidR="006F1ADB" w:rsidRDefault="006F1ADB" w:rsidP="005A3479">
      <w:r>
        <w:lastRenderedPageBreak/>
        <w:t>— </w:t>
      </w:r>
      <w:r w:rsidR="005A3479">
        <w:t>Non</w:t>
      </w:r>
      <w:r>
        <w:t xml:space="preserve">, </w:t>
      </w:r>
      <w:r w:rsidR="005A3479">
        <w:t>non</w:t>
      </w:r>
      <w:r>
        <w:t xml:space="preserve">, </w:t>
      </w:r>
      <w:r w:rsidR="005A3479">
        <w:t>ne me méprisez pas</w:t>
      </w:r>
      <w:r>
        <w:t xml:space="preserve"> ! </w:t>
      </w:r>
      <w:r w:rsidR="005A3479">
        <w:t>Donnez-moi un baiser</w:t>
      </w:r>
      <w:r>
        <w:t xml:space="preserve">, </w:t>
      </w:r>
      <w:r w:rsidR="005A3479">
        <w:t>oh</w:t>
      </w:r>
      <w:r>
        <w:t xml:space="preserve"> ! </w:t>
      </w:r>
      <w:r w:rsidR="005A3479">
        <w:t>donnez-moi une masse de baisers</w:t>
      </w:r>
      <w:r>
        <w:t xml:space="preserve">, </w:t>
      </w:r>
      <w:r w:rsidR="005A3479">
        <w:t>et dites que je ne suis pas une lâche et méprisable dupe</w:t>
      </w:r>
      <w:r>
        <w:t xml:space="preserve"> : </w:t>
      </w:r>
      <w:r w:rsidR="005A3479">
        <w:t>je ne puis supporter cela</w:t>
      </w:r>
      <w:r>
        <w:t>.</w:t>
      </w:r>
    </w:p>
    <w:p w14:paraId="30800731" w14:textId="77777777" w:rsidR="006F1ADB" w:rsidRDefault="005A3479" w:rsidP="005A3479">
      <w:r>
        <w:t>Elle s</w:t>
      </w:r>
      <w:r w:rsidR="006F1ADB">
        <w:t>’</w:t>
      </w:r>
      <w:r>
        <w:t>élança vers lui et</w:t>
      </w:r>
      <w:r w:rsidR="006F1ADB">
        <w:t xml:space="preserve">, </w:t>
      </w:r>
      <w:r>
        <w:t>sa bouche sur celle de Jude</w:t>
      </w:r>
      <w:r w:rsidR="006F1ADB">
        <w:t xml:space="preserve">, </w:t>
      </w:r>
      <w:r>
        <w:t>cont</w:t>
      </w:r>
      <w:r>
        <w:t>i</w:t>
      </w:r>
      <w:r>
        <w:t>nua</w:t>
      </w:r>
      <w:r w:rsidR="006F1ADB">
        <w:t> :</w:t>
      </w:r>
    </w:p>
    <w:p w14:paraId="410A8CED" w14:textId="77777777" w:rsidR="006F1ADB" w:rsidRDefault="006F1ADB" w:rsidP="005A3479">
      <w:r>
        <w:t>— </w:t>
      </w:r>
      <w:r w:rsidR="005A3479">
        <w:t>Il faut que je vous dise</w:t>
      </w:r>
      <w:r>
        <w:t xml:space="preserve">… </w:t>
      </w:r>
      <w:r w:rsidR="005A3479">
        <w:t>Oh</w:t>
      </w:r>
      <w:r>
        <w:t xml:space="preserve"> ! </w:t>
      </w:r>
      <w:r w:rsidR="005A3479">
        <w:t>il faut</w:t>
      </w:r>
      <w:r>
        <w:t xml:space="preserve">… </w:t>
      </w:r>
      <w:r w:rsidR="005A3479">
        <w:t>mon cher amour</w:t>
      </w:r>
      <w:r>
        <w:t xml:space="preserve">… </w:t>
      </w:r>
      <w:r w:rsidR="005A3479">
        <w:t>Cela a été</w:t>
      </w:r>
      <w:r>
        <w:t xml:space="preserve">… </w:t>
      </w:r>
      <w:r w:rsidR="005A3479">
        <w:t>seulement un mariage à l</w:t>
      </w:r>
      <w:r>
        <w:t>’</w:t>
      </w:r>
      <w:r w:rsidR="005A3479">
        <w:t>église</w:t>
      </w:r>
      <w:r>
        <w:t xml:space="preserve">… </w:t>
      </w:r>
      <w:r w:rsidR="005A3479">
        <w:t>un mariage en a</w:t>
      </w:r>
      <w:r w:rsidR="005A3479">
        <w:t>p</w:t>
      </w:r>
      <w:r w:rsidR="005A3479">
        <w:t>parence</w:t>
      </w:r>
      <w:r>
        <w:t xml:space="preserve">, </w:t>
      </w:r>
      <w:r w:rsidR="005A3479">
        <w:t>je veux dire</w:t>
      </w:r>
      <w:r>
        <w:t xml:space="preserve"> ! </w:t>
      </w:r>
      <w:r w:rsidR="005A3479">
        <w:rPr>
          <w:i/>
          <w:iCs/>
        </w:rPr>
        <w:t>Il</w:t>
      </w:r>
      <w:r w:rsidR="005A3479">
        <w:t xml:space="preserve"> me le laissa entendre tout de suite</w:t>
      </w:r>
      <w:r>
        <w:t>.</w:t>
      </w:r>
    </w:p>
    <w:p w14:paraId="7811FF68" w14:textId="77777777" w:rsidR="006F1ADB" w:rsidRDefault="006F1ADB" w:rsidP="005A3479">
      <w:r>
        <w:t>— </w:t>
      </w:r>
      <w:r w:rsidR="005A3479">
        <w:t>Comment</w:t>
      </w:r>
      <w:r>
        <w:t> ?</w:t>
      </w:r>
    </w:p>
    <w:p w14:paraId="04AF1AEF" w14:textId="77777777" w:rsidR="006F1ADB" w:rsidRDefault="006F1ADB" w:rsidP="005A3479">
      <w:r>
        <w:t>— </w:t>
      </w:r>
      <w:r w:rsidR="005A3479">
        <w:t>Je veux dire que c</w:t>
      </w:r>
      <w:r>
        <w:t>’</w:t>
      </w:r>
      <w:r w:rsidR="005A3479">
        <w:t>est un mariage de nom</w:t>
      </w:r>
      <w:r>
        <w:t xml:space="preserve">, </w:t>
      </w:r>
      <w:r w:rsidR="005A3479">
        <w:t>simplement</w:t>
      </w:r>
      <w:r>
        <w:t xml:space="preserve">. </w:t>
      </w:r>
      <w:r w:rsidR="005A3479">
        <w:t>Il n</w:t>
      </w:r>
      <w:r>
        <w:t>’</w:t>
      </w:r>
      <w:r w:rsidR="005A3479">
        <w:t>y a rien eu de plus depuis que je suis revenue à lui</w:t>
      </w:r>
      <w:r>
        <w:t> !</w:t>
      </w:r>
    </w:p>
    <w:p w14:paraId="08821F36" w14:textId="77777777" w:rsidR="006F1ADB" w:rsidRDefault="006F1ADB" w:rsidP="005A3479">
      <w:r>
        <w:t>— </w:t>
      </w:r>
      <w:r w:rsidR="005A3479">
        <w:t>Sue</w:t>
      </w:r>
      <w:r>
        <w:t xml:space="preserve"> ! </w:t>
      </w:r>
      <w:r w:rsidR="005A3479">
        <w:t>dit-il</w:t>
      </w:r>
      <w:r>
        <w:t>.</w:t>
      </w:r>
    </w:p>
    <w:p w14:paraId="658BBA62" w14:textId="77777777" w:rsidR="006F1ADB" w:rsidRDefault="005A3479" w:rsidP="005A3479">
      <w:r>
        <w:t>Et</w:t>
      </w:r>
      <w:r w:rsidR="006F1ADB">
        <w:t xml:space="preserve">, </w:t>
      </w:r>
      <w:r>
        <w:t>la pressant contre lui dans ses bras</w:t>
      </w:r>
      <w:r w:rsidR="006F1ADB">
        <w:t xml:space="preserve">, </w:t>
      </w:r>
      <w:r>
        <w:t>il meurtrissait ses lèvres de baisers</w:t>
      </w:r>
      <w:r w:rsidR="006F1ADB">
        <w:t>.</w:t>
      </w:r>
    </w:p>
    <w:p w14:paraId="36D16051" w14:textId="77777777" w:rsidR="006F1ADB" w:rsidRDefault="006F1ADB" w:rsidP="005A3479">
      <w:r>
        <w:t>— </w:t>
      </w:r>
      <w:r w:rsidR="005A3479">
        <w:t>Si la misère peut connaître le bonheur</w:t>
      </w:r>
      <w:r>
        <w:t xml:space="preserve">, </w:t>
      </w:r>
      <w:r w:rsidR="005A3479">
        <w:t>j</w:t>
      </w:r>
      <w:r>
        <w:t>’</w:t>
      </w:r>
      <w:r w:rsidR="005A3479">
        <w:t>ai eu un moment de bonheur maintenant</w:t>
      </w:r>
      <w:r>
        <w:t xml:space="preserve"> ! </w:t>
      </w:r>
      <w:r w:rsidR="005A3479">
        <w:t>Eh bien</w:t>
      </w:r>
      <w:r>
        <w:t xml:space="preserve"> ! </w:t>
      </w:r>
      <w:r w:rsidR="005A3479">
        <w:t>au nom de ce qui vous est s</w:t>
      </w:r>
      <w:r w:rsidR="005A3479">
        <w:t>a</w:t>
      </w:r>
      <w:r w:rsidR="005A3479">
        <w:t>cré</w:t>
      </w:r>
      <w:r>
        <w:t xml:space="preserve">, </w:t>
      </w:r>
      <w:r w:rsidR="005A3479">
        <w:t>dites-moi la vérité</w:t>
      </w:r>
      <w:r>
        <w:t xml:space="preserve">, </w:t>
      </w:r>
      <w:r w:rsidR="005A3479">
        <w:t>et ne mentez pas</w:t>
      </w:r>
      <w:r>
        <w:t xml:space="preserve">. </w:t>
      </w:r>
      <w:r w:rsidR="005A3479">
        <w:t>Vous m</w:t>
      </w:r>
      <w:r>
        <w:t>’</w:t>
      </w:r>
      <w:r w:rsidR="005A3479">
        <w:t>aimez encore</w:t>
      </w:r>
      <w:r>
        <w:t> ?</w:t>
      </w:r>
    </w:p>
    <w:p w14:paraId="661D1576" w14:textId="77777777" w:rsidR="006F1ADB" w:rsidRDefault="006F1ADB" w:rsidP="005A3479">
      <w:r>
        <w:t>— </w:t>
      </w:r>
      <w:r w:rsidR="005A3479">
        <w:t>Je vous aime</w:t>
      </w:r>
      <w:r>
        <w:t xml:space="preserve"> ! </w:t>
      </w:r>
      <w:r w:rsidR="005A3479">
        <w:t>Vous le savez trop bien</w:t>
      </w:r>
      <w:r>
        <w:t xml:space="preserve"> !… </w:t>
      </w:r>
      <w:r w:rsidR="005A3479">
        <w:t xml:space="preserve">Mais </w:t>
      </w:r>
      <w:r w:rsidR="005A3479">
        <w:rPr>
          <w:i/>
        </w:rPr>
        <w:t xml:space="preserve">je ne dois pas </w:t>
      </w:r>
      <w:r w:rsidR="005A3479">
        <w:t>faire cela</w:t>
      </w:r>
      <w:r>
        <w:t xml:space="preserve">… </w:t>
      </w:r>
      <w:r w:rsidR="005A3479">
        <w:t>Je ne dois pas vous rendre vos baisers comme je le voudrais</w:t>
      </w:r>
      <w:r>
        <w:t> !</w:t>
      </w:r>
    </w:p>
    <w:p w14:paraId="4FE23E1D" w14:textId="77777777" w:rsidR="006F1ADB" w:rsidRDefault="006F1ADB" w:rsidP="005A3479">
      <w:r>
        <w:t>— </w:t>
      </w:r>
      <w:r w:rsidR="005A3479">
        <w:t>Mais</w:t>
      </w:r>
      <w:r>
        <w:t xml:space="preserve">, </w:t>
      </w:r>
      <w:r w:rsidR="005A3479">
        <w:t>faites-le</w:t>
      </w:r>
      <w:r>
        <w:t> !</w:t>
      </w:r>
    </w:p>
    <w:p w14:paraId="7EFE5A40" w14:textId="77777777" w:rsidR="006F1ADB" w:rsidRDefault="006F1ADB" w:rsidP="005A3479">
      <w:r>
        <w:t>— </w:t>
      </w:r>
      <w:r w:rsidR="005A3479">
        <w:t>Et pourtant vous m</w:t>
      </w:r>
      <w:r>
        <w:t>’</w:t>
      </w:r>
      <w:r w:rsidR="005A3479">
        <w:t>êtes si cher</w:t>
      </w:r>
      <w:r>
        <w:t xml:space="preserve"> !… </w:t>
      </w:r>
      <w:r w:rsidR="005A3479">
        <w:t>et vous paraissez si malade</w:t>
      </w:r>
      <w:r>
        <w:t>…</w:t>
      </w:r>
    </w:p>
    <w:p w14:paraId="730BA00E" w14:textId="77777777" w:rsidR="006F1ADB" w:rsidRDefault="006F1ADB" w:rsidP="005A3479">
      <w:r>
        <w:t>— </w:t>
      </w:r>
      <w:r w:rsidR="005A3479">
        <w:t>Et vous aussi</w:t>
      </w:r>
      <w:r>
        <w:t xml:space="preserve"> ! </w:t>
      </w:r>
      <w:r w:rsidR="005A3479">
        <w:t>En voici un de plus</w:t>
      </w:r>
      <w:r>
        <w:t xml:space="preserve">, </w:t>
      </w:r>
      <w:r w:rsidR="005A3479">
        <w:t>en mémoire de nos enfants morts</w:t>
      </w:r>
      <w:r>
        <w:t xml:space="preserve"> – </w:t>
      </w:r>
      <w:r w:rsidR="005A3479">
        <w:t>les vôtres et les miens</w:t>
      </w:r>
      <w:r>
        <w:t> !</w:t>
      </w:r>
    </w:p>
    <w:p w14:paraId="73EFBBA1" w14:textId="77777777" w:rsidR="006F1ADB" w:rsidRDefault="005A3479" w:rsidP="005A3479">
      <w:r>
        <w:lastRenderedPageBreak/>
        <w:t>Les mots la frappaient comme un vent qui souffle et elle courba la tête</w:t>
      </w:r>
      <w:r w:rsidR="006F1ADB">
        <w:t xml:space="preserve">. </w:t>
      </w:r>
      <w:r>
        <w:t xml:space="preserve">Je </w:t>
      </w:r>
      <w:r>
        <w:rPr>
          <w:i/>
        </w:rPr>
        <w:t>ne dois pas</w:t>
      </w:r>
      <w:r w:rsidR="006F1ADB">
        <w:rPr>
          <w:i/>
        </w:rPr>
        <w:t xml:space="preserve">… </w:t>
      </w:r>
      <w:r>
        <w:t xml:space="preserve">Je </w:t>
      </w:r>
      <w:r>
        <w:rPr>
          <w:i/>
        </w:rPr>
        <w:t xml:space="preserve">ne peux pas </w:t>
      </w:r>
      <w:r>
        <w:t>continuer ainsi</w:t>
      </w:r>
      <w:r w:rsidR="006F1ADB">
        <w:t xml:space="preserve"> ! </w:t>
      </w:r>
      <w:r>
        <w:t xml:space="preserve">se </w:t>
      </w:r>
      <w:proofErr w:type="spellStart"/>
      <w:r>
        <w:t>mit-elle</w:t>
      </w:r>
      <w:proofErr w:type="spellEnd"/>
      <w:r>
        <w:t xml:space="preserve"> à dire</w:t>
      </w:r>
      <w:r w:rsidR="006F1ADB">
        <w:t xml:space="preserve">, </w:t>
      </w:r>
      <w:r>
        <w:t>haletante</w:t>
      </w:r>
      <w:r w:rsidR="006F1ADB">
        <w:t xml:space="preserve">. </w:t>
      </w:r>
      <w:r>
        <w:t>Mais ici</w:t>
      </w:r>
      <w:r w:rsidR="006F1ADB">
        <w:t xml:space="preserve">, </w:t>
      </w:r>
      <w:r>
        <w:t>ici</w:t>
      </w:r>
      <w:r w:rsidR="006F1ADB">
        <w:t xml:space="preserve">, </w:t>
      </w:r>
      <w:r>
        <w:t>chéri</w:t>
      </w:r>
      <w:r w:rsidR="006F1ADB">
        <w:t xml:space="preserve">, </w:t>
      </w:r>
      <w:r>
        <w:t>je vous rends vos baisers</w:t>
      </w:r>
      <w:r w:rsidR="006F1ADB">
        <w:t xml:space="preserve">, </w:t>
      </w:r>
      <w:r>
        <w:t>oui</w:t>
      </w:r>
      <w:r w:rsidR="006F1ADB">
        <w:t xml:space="preserve">… </w:t>
      </w:r>
      <w:r>
        <w:t>oui</w:t>
      </w:r>
      <w:r w:rsidR="006F1ADB">
        <w:t xml:space="preserve">… </w:t>
      </w:r>
      <w:r>
        <w:t>Et maintenant je me haïrai toujours pour mon péché</w:t>
      </w:r>
      <w:r w:rsidR="006F1ADB">
        <w:t> !</w:t>
      </w:r>
    </w:p>
    <w:p w14:paraId="0433E50C" w14:textId="77777777" w:rsidR="006F1ADB" w:rsidRDefault="006F1ADB" w:rsidP="005A3479">
      <w:r>
        <w:t>— </w:t>
      </w:r>
      <w:r w:rsidR="005A3479">
        <w:t>Non</w:t>
      </w:r>
      <w:r>
        <w:t xml:space="preserve">… </w:t>
      </w:r>
      <w:r w:rsidR="005A3479">
        <w:t>Laissez-moi faire mon dernier appel</w:t>
      </w:r>
      <w:r>
        <w:t xml:space="preserve">. </w:t>
      </w:r>
      <w:r w:rsidR="005A3479">
        <w:t>Écoutez-le</w:t>
      </w:r>
      <w:r>
        <w:t xml:space="preserve"> ! </w:t>
      </w:r>
      <w:r w:rsidR="005A3479">
        <w:t>Nous nous sommes</w:t>
      </w:r>
      <w:r>
        <w:t xml:space="preserve">, </w:t>
      </w:r>
      <w:r w:rsidR="005A3479">
        <w:t>l</w:t>
      </w:r>
      <w:r>
        <w:t>’</w:t>
      </w:r>
      <w:r w:rsidR="005A3479">
        <w:t>un et l</w:t>
      </w:r>
      <w:r>
        <w:t>’</w:t>
      </w:r>
      <w:r w:rsidR="005A3479">
        <w:t>autre</w:t>
      </w:r>
      <w:r>
        <w:t xml:space="preserve">, </w:t>
      </w:r>
      <w:r w:rsidR="005A3479">
        <w:t>remariés contre nos sent</w:t>
      </w:r>
      <w:r w:rsidR="005A3479">
        <w:t>i</w:t>
      </w:r>
      <w:r w:rsidR="005A3479">
        <w:t>ments</w:t>
      </w:r>
      <w:r>
        <w:t xml:space="preserve">. </w:t>
      </w:r>
      <w:r w:rsidR="005A3479">
        <w:t>On m</w:t>
      </w:r>
      <w:r>
        <w:t>’</w:t>
      </w:r>
      <w:r w:rsidR="005A3479">
        <w:t>enivra pour m</w:t>
      </w:r>
      <w:r>
        <w:t>’</w:t>
      </w:r>
      <w:r w:rsidR="005A3479">
        <w:t>amener là</w:t>
      </w:r>
      <w:r>
        <w:t xml:space="preserve">. </w:t>
      </w:r>
      <w:r w:rsidR="005A3479">
        <w:t>Votre cas fut pareil</w:t>
      </w:r>
      <w:r>
        <w:t xml:space="preserve">. </w:t>
      </w:r>
      <w:r w:rsidR="005A3479">
        <w:t>J</w:t>
      </w:r>
      <w:r>
        <w:t>’</w:t>
      </w:r>
      <w:r w:rsidR="005A3479">
        <w:t>étais ivre de gin</w:t>
      </w:r>
      <w:r>
        <w:t xml:space="preserve"> ; </w:t>
      </w:r>
      <w:r w:rsidR="005A3479">
        <w:t>vous fûtes ivre de foi</w:t>
      </w:r>
      <w:r>
        <w:t xml:space="preserve">. </w:t>
      </w:r>
      <w:r w:rsidR="005A3479">
        <w:t>L</w:t>
      </w:r>
      <w:r>
        <w:t>’</w:t>
      </w:r>
      <w:r w:rsidR="005A3479">
        <w:t>un et l</w:t>
      </w:r>
      <w:r>
        <w:t>’</w:t>
      </w:r>
      <w:r w:rsidR="005A3479">
        <w:t>autre de ces empoisonnements ôte la vue un peu noble des choses</w:t>
      </w:r>
      <w:r>
        <w:t xml:space="preserve">. </w:t>
      </w:r>
      <w:r w:rsidR="005A3479">
        <w:t>Secouons donc nos erreurs et échappons-nous ensemble</w:t>
      </w:r>
      <w:r>
        <w:t> !</w:t>
      </w:r>
    </w:p>
    <w:p w14:paraId="0FD85F5F" w14:textId="77777777" w:rsidR="006F1ADB" w:rsidRDefault="006F1ADB" w:rsidP="005A3479">
      <w:r>
        <w:t>— </w:t>
      </w:r>
      <w:r w:rsidR="005A3479">
        <w:t>Non</w:t>
      </w:r>
      <w:r>
        <w:t xml:space="preserve"> ; </w:t>
      </w:r>
      <w:r w:rsidR="005A3479">
        <w:t>encore une fois</w:t>
      </w:r>
      <w:r>
        <w:t xml:space="preserve">, </w:t>
      </w:r>
      <w:r w:rsidR="005A3479">
        <w:t>non</w:t>
      </w:r>
      <w:r>
        <w:t xml:space="preserve"> !… </w:t>
      </w:r>
      <w:r w:rsidR="005A3479">
        <w:t>Pourquoi poussez-vous si loin la tentation</w:t>
      </w:r>
      <w:r>
        <w:t xml:space="preserve">, </w:t>
      </w:r>
      <w:r w:rsidR="005A3479">
        <w:t>Jude</w:t>
      </w:r>
      <w:r>
        <w:t xml:space="preserve"> ? </w:t>
      </w:r>
      <w:r w:rsidR="005A3479">
        <w:t>C</w:t>
      </w:r>
      <w:r>
        <w:t>’</w:t>
      </w:r>
      <w:r w:rsidR="005A3479">
        <w:t>est trop cruel</w:t>
      </w:r>
      <w:r>
        <w:t xml:space="preserve"> !… </w:t>
      </w:r>
      <w:r w:rsidR="005A3479">
        <w:t>Mais je me suis re</w:t>
      </w:r>
      <w:r w:rsidR="005A3479">
        <w:t>s</w:t>
      </w:r>
      <w:r w:rsidR="005A3479">
        <w:t>saisie moi-même maintenant</w:t>
      </w:r>
      <w:r>
        <w:t xml:space="preserve">. </w:t>
      </w:r>
      <w:r w:rsidR="005A3479">
        <w:t>Ne me suivez pas</w:t>
      </w:r>
      <w:r>
        <w:t xml:space="preserve">… </w:t>
      </w:r>
      <w:r w:rsidR="005A3479">
        <w:t>Ne me rega</w:t>
      </w:r>
      <w:r w:rsidR="005A3479">
        <w:t>r</w:t>
      </w:r>
      <w:r w:rsidR="005A3479">
        <w:t>dez pas</w:t>
      </w:r>
      <w:r>
        <w:t xml:space="preserve">. </w:t>
      </w:r>
      <w:r w:rsidR="005A3479">
        <w:t>Laissez-moi</w:t>
      </w:r>
      <w:r>
        <w:t xml:space="preserve">, </w:t>
      </w:r>
      <w:r w:rsidR="005A3479">
        <w:t>par pitié</w:t>
      </w:r>
      <w:r>
        <w:t> !…</w:t>
      </w:r>
    </w:p>
    <w:p w14:paraId="056C6F36" w14:textId="77777777" w:rsidR="006F1ADB" w:rsidRDefault="005A3479" w:rsidP="005A3479">
      <w:r>
        <w:t>Elle monta vers l</w:t>
      </w:r>
      <w:r w:rsidR="006F1ADB">
        <w:t>’</w:t>
      </w:r>
      <w:r>
        <w:t>extrémité est de l</w:t>
      </w:r>
      <w:r w:rsidR="006F1ADB">
        <w:t>’</w:t>
      </w:r>
      <w:r>
        <w:t>église et Jude fit comme elle avait demandé</w:t>
      </w:r>
      <w:r w:rsidR="006F1ADB">
        <w:t xml:space="preserve">. </w:t>
      </w:r>
      <w:r>
        <w:t>Il ne tourna pas la tête</w:t>
      </w:r>
      <w:r w:rsidR="006F1ADB">
        <w:t xml:space="preserve">, </w:t>
      </w:r>
      <w:r>
        <w:t>mais ramassa sa couverture qu</w:t>
      </w:r>
      <w:r w:rsidR="006F1ADB">
        <w:t>’</w:t>
      </w:r>
      <w:r>
        <w:t>elle n</w:t>
      </w:r>
      <w:r w:rsidR="006F1ADB">
        <w:t>’</w:t>
      </w:r>
      <w:r>
        <w:t>avait pas vue et alla tout droit vers la porte</w:t>
      </w:r>
      <w:r w:rsidR="006F1ADB">
        <w:t xml:space="preserve">. </w:t>
      </w:r>
      <w:r>
        <w:t>Comme il traversait le bout de l</w:t>
      </w:r>
      <w:r w:rsidR="006F1ADB">
        <w:t>’</w:t>
      </w:r>
      <w:r>
        <w:t>église</w:t>
      </w:r>
      <w:r w:rsidR="006F1ADB">
        <w:t xml:space="preserve">, </w:t>
      </w:r>
      <w:r>
        <w:t>elle entendit sa toux qui se mêlait au bruit de la pluie sur les fenêtres</w:t>
      </w:r>
      <w:r w:rsidR="006F1ADB">
        <w:t xml:space="preserve">, </w:t>
      </w:r>
      <w:r>
        <w:t>et dans un dernier élan d</w:t>
      </w:r>
      <w:r w:rsidR="006F1ADB">
        <w:t>’</w:t>
      </w:r>
      <w:r>
        <w:t>humaine tendresse</w:t>
      </w:r>
      <w:r w:rsidR="006F1ADB">
        <w:t xml:space="preserve">, </w:t>
      </w:r>
      <w:r>
        <w:t>à cette heure même où elle cédait à ses entraves</w:t>
      </w:r>
      <w:r w:rsidR="006F1ADB">
        <w:t xml:space="preserve">, </w:t>
      </w:r>
      <w:r>
        <w:t>elle s</w:t>
      </w:r>
      <w:r w:rsidR="006F1ADB">
        <w:t>’</w:t>
      </w:r>
      <w:r>
        <w:t>élança comme pour aller lui porter secours</w:t>
      </w:r>
      <w:r w:rsidR="006F1ADB">
        <w:t xml:space="preserve">. </w:t>
      </w:r>
      <w:r>
        <w:t>Mais elle retomba à genoux et elle se ferma les oreilles avec les mains jusqu</w:t>
      </w:r>
      <w:r w:rsidR="006F1ADB">
        <w:t>’</w:t>
      </w:r>
      <w:r>
        <w:t>à ce qu</w:t>
      </w:r>
      <w:r w:rsidR="006F1ADB">
        <w:t>’</w:t>
      </w:r>
      <w:r>
        <w:t>il ne lui fût plus possible de rien entendre et que tout bruit fût évanoui</w:t>
      </w:r>
      <w:r w:rsidR="006F1ADB">
        <w:t>.</w:t>
      </w:r>
    </w:p>
    <w:p w14:paraId="2B2C357E" w14:textId="77777777" w:rsidR="006F1ADB" w:rsidRDefault="005A3479" w:rsidP="005A3479">
      <w:r>
        <w:t>Lui</w:t>
      </w:r>
      <w:r w:rsidR="006F1ADB">
        <w:t xml:space="preserve">, </w:t>
      </w:r>
      <w:r>
        <w:t>pendant ce temps</w:t>
      </w:r>
      <w:r w:rsidR="006F1ADB">
        <w:t xml:space="preserve">, </w:t>
      </w:r>
      <w:r>
        <w:t>était à l</w:t>
      </w:r>
      <w:r w:rsidR="006F1ADB">
        <w:t>’</w:t>
      </w:r>
      <w:r>
        <w:t>extrémité de la pelouse d</w:t>
      </w:r>
      <w:r w:rsidR="006F1ADB">
        <w:t>’</w:t>
      </w:r>
      <w:r>
        <w:t>où le sentier serpentait dans les champs</w:t>
      </w:r>
      <w:r w:rsidR="006F1ADB">
        <w:t xml:space="preserve">. </w:t>
      </w:r>
      <w:r>
        <w:t>Il se retourna et regarda derrière lui</w:t>
      </w:r>
      <w:r w:rsidR="006F1ADB">
        <w:t xml:space="preserve">, </w:t>
      </w:r>
      <w:r>
        <w:t>une fois de plus</w:t>
      </w:r>
      <w:r w:rsidR="006F1ADB">
        <w:t xml:space="preserve">, </w:t>
      </w:r>
      <w:r>
        <w:t>la maison qui abritait encore Sue</w:t>
      </w:r>
      <w:r w:rsidR="006F1ADB">
        <w:t xml:space="preserve"> ; </w:t>
      </w:r>
      <w:r>
        <w:t>puis il partit</w:t>
      </w:r>
      <w:r w:rsidR="006F1ADB">
        <w:t xml:space="preserve">, </w:t>
      </w:r>
      <w:r>
        <w:t>sachant bien que ses yeux ne se poseraient plus jamais sur ce paysage</w:t>
      </w:r>
      <w:r w:rsidR="006F1ADB">
        <w:t>…</w:t>
      </w:r>
    </w:p>
    <w:p w14:paraId="48B1125C" w14:textId="2BF32DAE" w:rsidR="005A3479" w:rsidRDefault="005A3479" w:rsidP="006F1ADB">
      <w:pPr>
        <w:pStyle w:val="Titre2"/>
      </w:pPr>
      <w:bookmarkStart w:id="101" w:name="__RefHeading__103_1957917597"/>
      <w:bookmarkStart w:id="102" w:name="_Toc202369666"/>
      <w:bookmarkEnd w:id="101"/>
      <w:r>
        <w:lastRenderedPageBreak/>
        <w:t>IX</w:t>
      </w:r>
      <w:bookmarkEnd w:id="102"/>
    </w:p>
    <w:p w14:paraId="3D38BC3F" w14:textId="77777777" w:rsidR="006F1ADB" w:rsidRDefault="005A3479" w:rsidP="005A3479">
      <w:r>
        <w:t>Il n</w:t>
      </w:r>
      <w:r w:rsidR="006F1ADB">
        <w:t>’</w:t>
      </w:r>
      <w:r>
        <w:t xml:space="preserve">était pas moins de dix heures du soir quand il arriva à </w:t>
      </w:r>
      <w:proofErr w:type="spellStart"/>
      <w:r>
        <w:t>Christminster</w:t>
      </w:r>
      <w:proofErr w:type="spellEnd"/>
      <w:r w:rsidR="006F1ADB">
        <w:t>.</w:t>
      </w:r>
    </w:p>
    <w:p w14:paraId="76EECDC3" w14:textId="77777777" w:rsidR="006F1ADB" w:rsidRDefault="005A3479" w:rsidP="005A3479">
      <w:r>
        <w:t>Sur le quai de la gare</w:t>
      </w:r>
      <w:r w:rsidR="006F1ADB">
        <w:t xml:space="preserve">, </w:t>
      </w:r>
      <w:r>
        <w:t xml:space="preserve">se tenait </w:t>
      </w:r>
      <w:proofErr w:type="spellStart"/>
      <w:r>
        <w:t>Arabella</w:t>
      </w:r>
      <w:proofErr w:type="spellEnd"/>
      <w:r w:rsidR="006F1ADB">
        <w:t xml:space="preserve">. </w:t>
      </w:r>
      <w:r>
        <w:t>Elle le toisa de haut en bas</w:t>
      </w:r>
      <w:r w:rsidR="006F1ADB">
        <w:t>.</w:t>
      </w:r>
    </w:p>
    <w:p w14:paraId="5BE78D74" w14:textId="77777777" w:rsidR="006F1ADB" w:rsidRDefault="006F1ADB" w:rsidP="005A3479">
      <w:r>
        <w:t>— </w:t>
      </w:r>
      <w:r w:rsidR="005A3479">
        <w:t xml:space="preserve">Vous </w:t>
      </w:r>
      <w:proofErr w:type="gramStart"/>
      <w:r w:rsidR="005A3479">
        <w:t>avez été</w:t>
      </w:r>
      <w:proofErr w:type="gramEnd"/>
      <w:r w:rsidR="005A3479">
        <w:t xml:space="preserve"> la voir</w:t>
      </w:r>
      <w:r>
        <w:t xml:space="preserve"> ? </w:t>
      </w:r>
      <w:r w:rsidR="005A3479">
        <w:t>demanda-t-elle</w:t>
      </w:r>
      <w:r>
        <w:t>.</w:t>
      </w:r>
    </w:p>
    <w:p w14:paraId="4396D32C" w14:textId="77777777" w:rsidR="006F1ADB" w:rsidRDefault="006F1ADB" w:rsidP="005A3479">
      <w:r>
        <w:t>— </w:t>
      </w:r>
      <w:r w:rsidR="005A3479">
        <w:t>J</w:t>
      </w:r>
      <w:r>
        <w:t>’</w:t>
      </w:r>
      <w:r w:rsidR="005A3479">
        <w:t xml:space="preserve">y </w:t>
      </w:r>
      <w:proofErr w:type="gramStart"/>
      <w:r w:rsidR="005A3479">
        <w:t>ai été</w:t>
      </w:r>
      <w:proofErr w:type="gramEnd"/>
      <w:r>
        <w:t xml:space="preserve">, </w:t>
      </w:r>
      <w:r w:rsidR="005A3479">
        <w:t>dit Jude</w:t>
      </w:r>
      <w:r>
        <w:t xml:space="preserve">, </w:t>
      </w:r>
      <w:r w:rsidR="005A3479">
        <w:t>qui tremblait littéralement de froid et de fatigue</w:t>
      </w:r>
      <w:r>
        <w:t>.</w:t>
      </w:r>
    </w:p>
    <w:p w14:paraId="2A4F5E2F" w14:textId="77777777" w:rsidR="006F1ADB" w:rsidRDefault="006F1ADB" w:rsidP="005A3479">
      <w:r>
        <w:t>— </w:t>
      </w:r>
      <w:r w:rsidR="005A3479">
        <w:t>Bien</w:t>
      </w:r>
      <w:r>
        <w:t xml:space="preserve"> ; </w:t>
      </w:r>
      <w:r w:rsidR="005A3479">
        <w:t>maintenant vous marcherez mieux jusqu</w:t>
      </w:r>
      <w:r>
        <w:t>’</w:t>
      </w:r>
      <w:r w:rsidR="005A3479">
        <w:t>à la ma</w:t>
      </w:r>
      <w:r w:rsidR="005A3479">
        <w:t>i</w:t>
      </w:r>
      <w:r w:rsidR="005A3479">
        <w:t>son</w:t>
      </w:r>
      <w:r>
        <w:t>.</w:t>
      </w:r>
    </w:p>
    <w:p w14:paraId="530A9D74" w14:textId="77777777" w:rsidR="006F1ADB" w:rsidRDefault="005A3479" w:rsidP="005A3479">
      <w:r>
        <w:t>L</w:t>
      </w:r>
      <w:r w:rsidR="006F1ADB">
        <w:t>’</w:t>
      </w:r>
      <w:r>
        <w:t>eau ruisselait sur lui tandis qu</w:t>
      </w:r>
      <w:r w:rsidR="006F1ADB">
        <w:t>’</w:t>
      </w:r>
      <w:r>
        <w:t>il allait</w:t>
      </w:r>
      <w:r w:rsidR="006F1ADB">
        <w:t xml:space="preserve">, </w:t>
      </w:r>
      <w:r>
        <w:t>et il était obligé de s</w:t>
      </w:r>
      <w:r w:rsidR="006F1ADB">
        <w:t>’</w:t>
      </w:r>
      <w:r>
        <w:t>appuyer contre les murs pour se soutenir pendant ses crises de toux</w:t>
      </w:r>
      <w:r w:rsidR="006F1ADB">
        <w:t>.</w:t>
      </w:r>
    </w:p>
    <w:p w14:paraId="1F05B929" w14:textId="77777777" w:rsidR="006F1ADB" w:rsidRDefault="006F1ADB" w:rsidP="005A3479">
      <w:r>
        <w:t>— </w:t>
      </w:r>
      <w:r w:rsidR="005A3479">
        <w:t>Vous vous êtes fait votre affaire avec cela</w:t>
      </w:r>
      <w:r>
        <w:t xml:space="preserve">, </w:t>
      </w:r>
      <w:r w:rsidR="005A3479">
        <w:t>jeune homme</w:t>
      </w:r>
      <w:r>
        <w:t xml:space="preserve">, </w:t>
      </w:r>
      <w:r w:rsidR="005A3479">
        <w:t>dit-elle</w:t>
      </w:r>
      <w:r>
        <w:t xml:space="preserve">. </w:t>
      </w:r>
      <w:r w:rsidR="005A3479">
        <w:t>Je ne sais pas si vous le savez</w:t>
      </w:r>
      <w:r>
        <w:t>.</w:t>
      </w:r>
    </w:p>
    <w:p w14:paraId="58B22BB5" w14:textId="77777777" w:rsidR="006F1ADB" w:rsidRDefault="006F1ADB" w:rsidP="005A3479">
      <w:r>
        <w:t>— </w:t>
      </w:r>
      <w:r w:rsidR="005A3479">
        <w:t>Naturellement</w:t>
      </w:r>
      <w:r>
        <w:t xml:space="preserve">, </w:t>
      </w:r>
      <w:r w:rsidR="005A3479">
        <w:t>je le sais</w:t>
      </w:r>
      <w:r>
        <w:t xml:space="preserve">. </w:t>
      </w:r>
      <w:r w:rsidR="005A3479">
        <w:t>J</w:t>
      </w:r>
      <w:r>
        <w:t>’</w:t>
      </w:r>
      <w:r w:rsidR="005A3479">
        <w:t>ai eu l</w:t>
      </w:r>
      <w:r>
        <w:t>’</w:t>
      </w:r>
      <w:r w:rsidR="005A3479">
        <w:t>intention de me faire mon affaire</w:t>
      </w:r>
      <w:r>
        <w:t>.</w:t>
      </w:r>
    </w:p>
    <w:p w14:paraId="2E8EBF5C" w14:textId="77777777" w:rsidR="006F1ADB" w:rsidRDefault="006F1ADB" w:rsidP="005A3479">
      <w:r>
        <w:t>— </w:t>
      </w:r>
      <w:r w:rsidR="005A3479">
        <w:t>Quoi</w:t>
      </w:r>
      <w:r>
        <w:t xml:space="preserve"> ? </w:t>
      </w:r>
      <w:r w:rsidR="005A3479">
        <w:t>de commettre un suicide</w:t>
      </w:r>
      <w:r>
        <w:t> ?</w:t>
      </w:r>
    </w:p>
    <w:p w14:paraId="5929F43A" w14:textId="77777777" w:rsidR="006F1ADB" w:rsidRDefault="006F1ADB" w:rsidP="005A3479">
      <w:r>
        <w:t>— </w:t>
      </w:r>
      <w:r w:rsidR="005A3479">
        <w:t>Certainement</w:t>
      </w:r>
      <w:r>
        <w:t>.</w:t>
      </w:r>
    </w:p>
    <w:p w14:paraId="2E4DF2E4" w14:textId="77777777" w:rsidR="006F1ADB" w:rsidRDefault="006F1ADB" w:rsidP="005A3479">
      <w:r>
        <w:t>— </w:t>
      </w:r>
      <w:r w:rsidR="005A3479">
        <w:t>Bien</w:t>
      </w:r>
      <w:r>
        <w:t xml:space="preserve">, </w:t>
      </w:r>
      <w:r w:rsidR="005A3479">
        <w:t>je suis ravie</w:t>
      </w:r>
      <w:r>
        <w:t xml:space="preserve"> ! </w:t>
      </w:r>
      <w:r w:rsidR="005A3479">
        <w:t>Tuez-vous pour une femme</w:t>
      </w:r>
      <w:r>
        <w:t> !</w:t>
      </w:r>
    </w:p>
    <w:p w14:paraId="6A064F6C" w14:textId="77777777" w:rsidR="006F1ADB" w:rsidRDefault="006F1ADB" w:rsidP="005A3479">
      <w:r>
        <w:t>— </w:t>
      </w:r>
      <w:r w:rsidR="005A3479">
        <w:t>Écoutez-moi</w:t>
      </w:r>
      <w:r>
        <w:t xml:space="preserve">, </w:t>
      </w:r>
      <w:proofErr w:type="spellStart"/>
      <w:r w:rsidR="005A3479">
        <w:t>Arabella</w:t>
      </w:r>
      <w:proofErr w:type="spellEnd"/>
      <w:r>
        <w:t xml:space="preserve">. </w:t>
      </w:r>
      <w:r w:rsidR="005A3479">
        <w:t>Vous pensez que vous êtes la plus forte</w:t>
      </w:r>
      <w:r>
        <w:t xml:space="preserve"> ; </w:t>
      </w:r>
      <w:r w:rsidR="005A3479">
        <w:t>et vous l</w:t>
      </w:r>
      <w:r>
        <w:t>’</w:t>
      </w:r>
      <w:r w:rsidR="005A3479">
        <w:t>êtes</w:t>
      </w:r>
      <w:r>
        <w:t xml:space="preserve">, </w:t>
      </w:r>
      <w:r w:rsidR="005A3479">
        <w:t>au sens matériel</w:t>
      </w:r>
      <w:r>
        <w:t xml:space="preserve">, </w:t>
      </w:r>
      <w:r w:rsidR="005A3479">
        <w:t>aujourd</w:t>
      </w:r>
      <w:r>
        <w:t>’</w:t>
      </w:r>
      <w:r w:rsidR="005A3479">
        <w:t>hui</w:t>
      </w:r>
      <w:r>
        <w:t xml:space="preserve">. </w:t>
      </w:r>
      <w:r w:rsidR="005A3479">
        <w:t>Vous pou</w:t>
      </w:r>
      <w:r w:rsidR="005A3479">
        <w:t>r</w:t>
      </w:r>
      <w:r w:rsidR="005A3479">
        <w:t>riez m</w:t>
      </w:r>
      <w:r>
        <w:t>’</w:t>
      </w:r>
      <w:r w:rsidR="005A3479">
        <w:t>abattre comme une quille</w:t>
      </w:r>
      <w:r>
        <w:t xml:space="preserve">. </w:t>
      </w:r>
      <w:r w:rsidR="005A3479">
        <w:t>Vous n</w:t>
      </w:r>
      <w:r>
        <w:t>’</w:t>
      </w:r>
      <w:r w:rsidR="005A3479">
        <w:t>avez pas envoyé cette lettre l</w:t>
      </w:r>
      <w:r>
        <w:t>’</w:t>
      </w:r>
      <w:r w:rsidR="005A3479">
        <w:t>autre jour</w:t>
      </w:r>
      <w:r>
        <w:t xml:space="preserve">, </w:t>
      </w:r>
      <w:r w:rsidR="005A3479">
        <w:t>et je ne pouvais me venger de votre conduite</w:t>
      </w:r>
      <w:r>
        <w:t xml:space="preserve">. </w:t>
      </w:r>
      <w:r w:rsidR="005A3479">
        <w:t>Mais je ne suis pas si faible</w:t>
      </w:r>
      <w:r>
        <w:t xml:space="preserve">, </w:t>
      </w:r>
      <w:r w:rsidR="005A3479">
        <w:t>d</w:t>
      </w:r>
      <w:r>
        <w:t>’</w:t>
      </w:r>
      <w:r w:rsidR="005A3479">
        <w:t xml:space="preserve">une autre </w:t>
      </w:r>
      <w:r w:rsidR="005A3479">
        <w:lastRenderedPageBreak/>
        <w:t>manière</w:t>
      </w:r>
      <w:r>
        <w:t xml:space="preserve">, </w:t>
      </w:r>
      <w:r w:rsidR="005A3479">
        <w:t>que vous le pensez</w:t>
      </w:r>
      <w:r>
        <w:t xml:space="preserve">. </w:t>
      </w:r>
      <w:r w:rsidR="005A3479">
        <w:t>Je me suis mis en tête qu</w:t>
      </w:r>
      <w:r>
        <w:t>’</w:t>
      </w:r>
      <w:r w:rsidR="005A3479">
        <w:t>un homme confiné dans sa chambre par une inflammation des poumons</w:t>
      </w:r>
      <w:r>
        <w:t xml:space="preserve">, </w:t>
      </w:r>
      <w:r w:rsidR="005A3479">
        <w:t>un garçon qui ne désirait plus que deux choses au monde</w:t>
      </w:r>
      <w:r>
        <w:t xml:space="preserve"> : </w:t>
      </w:r>
      <w:r w:rsidR="005A3479">
        <w:t>voir une certaine femme et puis mourir</w:t>
      </w:r>
      <w:r>
        <w:t xml:space="preserve">, </w:t>
      </w:r>
      <w:r w:rsidR="005A3479">
        <w:t>pouvait adroitement réaliser ces deux désirs d</w:t>
      </w:r>
      <w:r>
        <w:t>’</w:t>
      </w:r>
      <w:r w:rsidR="005A3479">
        <w:t>un coup en faisant ce voyage dans la pluie</w:t>
      </w:r>
      <w:r>
        <w:t xml:space="preserve">. </w:t>
      </w:r>
      <w:r w:rsidR="005A3479">
        <w:t>Ainsi ai-je fait</w:t>
      </w:r>
      <w:r>
        <w:t xml:space="preserve">. </w:t>
      </w:r>
      <w:r w:rsidR="005A3479">
        <w:t>Je l</w:t>
      </w:r>
      <w:r>
        <w:t>’</w:t>
      </w:r>
      <w:r w:rsidR="005A3479">
        <w:t>ai vue pour la dernière fois et je me suis achevé moi-même</w:t>
      </w:r>
      <w:r>
        <w:t xml:space="preserve"> ; </w:t>
      </w:r>
      <w:r w:rsidR="005A3479">
        <w:t>j</w:t>
      </w:r>
      <w:r>
        <w:t>’</w:t>
      </w:r>
      <w:r w:rsidR="005A3479">
        <w:t>ai mis fin à une vie enfiévrée qui n</w:t>
      </w:r>
      <w:r>
        <w:t>’</w:t>
      </w:r>
      <w:r w:rsidR="005A3479">
        <w:t>aurait jamais dû commencer</w:t>
      </w:r>
      <w:r>
        <w:t> !</w:t>
      </w:r>
    </w:p>
    <w:p w14:paraId="1E1BE0DA" w14:textId="77777777" w:rsidR="006F1ADB" w:rsidRDefault="006F1ADB" w:rsidP="005A3479">
      <w:r>
        <w:t>— </w:t>
      </w:r>
      <w:r w:rsidR="005A3479">
        <w:t>Seigneur</w:t>
      </w:r>
      <w:r>
        <w:t xml:space="preserve"> ! </w:t>
      </w:r>
      <w:r w:rsidR="005A3479">
        <w:t>Quel sublime langage</w:t>
      </w:r>
      <w:r>
        <w:t xml:space="preserve"> ! </w:t>
      </w:r>
      <w:r w:rsidR="005A3479">
        <w:t>Voulez-vous boire quelque chose de chaud</w:t>
      </w:r>
      <w:r>
        <w:t> ?</w:t>
      </w:r>
    </w:p>
    <w:p w14:paraId="0E82620A" w14:textId="77777777" w:rsidR="006F1ADB" w:rsidRDefault="006F1ADB" w:rsidP="005A3479">
      <w:r>
        <w:t>— </w:t>
      </w:r>
      <w:r w:rsidR="005A3479">
        <w:t>Non</w:t>
      </w:r>
      <w:r>
        <w:t xml:space="preserve">, </w:t>
      </w:r>
      <w:r w:rsidR="005A3479">
        <w:t>merci</w:t>
      </w:r>
      <w:r>
        <w:t xml:space="preserve">. </w:t>
      </w:r>
      <w:r w:rsidR="005A3479">
        <w:t>Rentrons</w:t>
      </w:r>
      <w:r>
        <w:t>.</w:t>
      </w:r>
    </w:p>
    <w:p w14:paraId="50BAEEE0" w14:textId="77777777" w:rsidR="006F1ADB" w:rsidRDefault="005A3479" w:rsidP="005A3479">
      <w:r>
        <w:t>Ils allèrent</w:t>
      </w:r>
      <w:r w:rsidR="006F1ADB">
        <w:t xml:space="preserve">, </w:t>
      </w:r>
      <w:r>
        <w:t>longeant les silencieux collèges</w:t>
      </w:r>
      <w:r w:rsidR="006F1ADB">
        <w:t xml:space="preserve">. </w:t>
      </w:r>
      <w:r>
        <w:t>Tout à coup Jude s</w:t>
      </w:r>
      <w:r w:rsidR="006F1ADB">
        <w:t>’</w:t>
      </w:r>
      <w:r>
        <w:t>arrêta</w:t>
      </w:r>
      <w:r w:rsidR="006F1ADB">
        <w:t>.</w:t>
      </w:r>
    </w:p>
    <w:p w14:paraId="5787F30B" w14:textId="77777777" w:rsidR="006F1ADB" w:rsidRDefault="006F1ADB" w:rsidP="005A3479">
      <w:r>
        <w:t>— </w:t>
      </w:r>
      <w:r w:rsidR="005A3479">
        <w:t>Que regardez-vous</w:t>
      </w:r>
      <w:r>
        <w:t> ?</w:t>
      </w:r>
    </w:p>
    <w:p w14:paraId="7F91A1D2" w14:textId="77777777" w:rsidR="006F1ADB" w:rsidRDefault="006F1ADB" w:rsidP="005A3479">
      <w:r>
        <w:t>— </w:t>
      </w:r>
      <w:r w:rsidR="005A3479">
        <w:t>Stupides imaginations</w:t>
      </w:r>
      <w:r>
        <w:t xml:space="preserve"> ! </w:t>
      </w:r>
      <w:r w:rsidR="005A3479">
        <w:t>Je vois sur ma route</w:t>
      </w:r>
      <w:r>
        <w:t xml:space="preserve">, </w:t>
      </w:r>
      <w:r w:rsidR="005A3479">
        <w:t>en cette dernière promenade</w:t>
      </w:r>
      <w:r>
        <w:t xml:space="preserve">, </w:t>
      </w:r>
      <w:r w:rsidR="005A3479">
        <w:t>ces esprits des morts que j</w:t>
      </w:r>
      <w:r>
        <w:t>’</w:t>
      </w:r>
      <w:r w:rsidR="005A3479">
        <w:t>y vis quand pour la première fois je vins ici</w:t>
      </w:r>
      <w:r>
        <w:t> !</w:t>
      </w:r>
    </w:p>
    <w:p w14:paraId="5D2C9879" w14:textId="77777777" w:rsidR="006F1ADB" w:rsidRDefault="006F1ADB" w:rsidP="005A3479">
      <w:r>
        <w:t>— </w:t>
      </w:r>
      <w:r w:rsidR="005A3479">
        <w:t>Quel curieux garçon vous faites</w:t>
      </w:r>
      <w:r>
        <w:t> !</w:t>
      </w:r>
    </w:p>
    <w:p w14:paraId="0B1AC896" w14:textId="77777777" w:rsidR="006F1ADB" w:rsidRDefault="006F1ADB" w:rsidP="005A3479">
      <w:r>
        <w:t>— </w:t>
      </w:r>
      <w:r w:rsidR="005A3479">
        <w:t>Il me semble les voir et presque les entendre frémir</w:t>
      </w:r>
      <w:r>
        <w:t xml:space="preserve">. </w:t>
      </w:r>
      <w:r w:rsidR="005A3479">
        <w:t>Mais je ne les révère pas tous comme je faisais alors</w:t>
      </w:r>
      <w:r>
        <w:t xml:space="preserve">. </w:t>
      </w:r>
      <w:r w:rsidR="005A3479">
        <w:t>Je ne crois pas à la moitié d</w:t>
      </w:r>
      <w:r>
        <w:t>’</w:t>
      </w:r>
      <w:r w:rsidR="005A3479">
        <w:t>entre eux</w:t>
      </w:r>
      <w:r>
        <w:t xml:space="preserve">. </w:t>
      </w:r>
      <w:r w:rsidR="005A3479">
        <w:t>Les théologiens</w:t>
      </w:r>
      <w:r>
        <w:t xml:space="preserve">, </w:t>
      </w:r>
      <w:r w:rsidR="005A3479">
        <w:t>les apologistes et leurs a</w:t>
      </w:r>
      <w:r w:rsidR="005A3479">
        <w:t>l</w:t>
      </w:r>
      <w:r w:rsidR="005A3479">
        <w:t>liés</w:t>
      </w:r>
      <w:r>
        <w:t xml:space="preserve">, </w:t>
      </w:r>
      <w:r w:rsidR="005A3479">
        <w:t>les métaphysiciens</w:t>
      </w:r>
      <w:r>
        <w:t xml:space="preserve">, </w:t>
      </w:r>
      <w:r w:rsidR="005A3479">
        <w:t>les hommes d</w:t>
      </w:r>
      <w:r>
        <w:t>’</w:t>
      </w:r>
      <w:r w:rsidR="005A3479">
        <w:t>État et autres ne m</w:t>
      </w:r>
      <w:r>
        <w:t>’</w:t>
      </w:r>
      <w:r w:rsidR="005A3479">
        <w:t>intéressent plus</w:t>
      </w:r>
      <w:r>
        <w:t xml:space="preserve">. </w:t>
      </w:r>
      <w:r w:rsidR="005A3479">
        <w:t>Tout cela s</w:t>
      </w:r>
      <w:r>
        <w:t>’</w:t>
      </w:r>
      <w:r w:rsidR="005A3479">
        <w:t>est évanoui pour moi devant l</w:t>
      </w:r>
      <w:r>
        <w:t>’</w:t>
      </w:r>
      <w:r w:rsidR="005A3479">
        <w:t>austère réalité</w:t>
      </w:r>
      <w:r>
        <w:t> !</w:t>
      </w:r>
    </w:p>
    <w:p w14:paraId="6644F208" w14:textId="7CDB71EE" w:rsidR="006F1ADB" w:rsidRDefault="005A3479" w:rsidP="005A3479">
      <w:r>
        <w:t>À l</w:t>
      </w:r>
      <w:r w:rsidR="006F1ADB">
        <w:t>’</w:t>
      </w:r>
      <w:r>
        <w:t>expression de son visage</w:t>
      </w:r>
      <w:r w:rsidR="00004CDB">
        <w:t xml:space="preserve"> </w:t>
      </w:r>
      <w:r>
        <w:t>fantomatique dans le broui</w:t>
      </w:r>
      <w:r>
        <w:t>l</w:t>
      </w:r>
      <w:r>
        <w:t>lard lumineux</w:t>
      </w:r>
      <w:r w:rsidR="006F1ADB">
        <w:t xml:space="preserve">, </w:t>
      </w:r>
      <w:r>
        <w:t>on eût dit vraiment que Jude voyait des gens là où il n</w:t>
      </w:r>
      <w:r w:rsidR="006F1ADB">
        <w:t>’</w:t>
      </w:r>
      <w:r>
        <w:t>y avait personne</w:t>
      </w:r>
      <w:r w:rsidR="006F1ADB">
        <w:t xml:space="preserve">. </w:t>
      </w:r>
      <w:r>
        <w:t>Par moments</w:t>
      </w:r>
      <w:r w:rsidR="006F1ADB">
        <w:t xml:space="preserve">, </w:t>
      </w:r>
      <w:r>
        <w:t>il s</w:t>
      </w:r>
      <w:r w:rsidR="006F1ADB">
        <w:t>’</w:t>
      </w:r>
      <w:r>
        <w:t>arrêtait près d</w:t>
      </w:r>
      <w:r w:rsidR="006F1ADB">
        <w:t>’</w:t>
      </w:r>
      <w:r>
        <w:t>un portail comme pour voir sortir quoiqu</w:t>
      </w:r>
      <w:r w:rsidR="006F1ADB">
        <w:t>’</w:t>
      </w:r>
      <w:r>
        <w:t>un</w:t>
      </w:r>
      <w:r w:rsidR="006F1ADB">
        <w:t xml:space="preserve"> ; </w:t>
      </w:r>
      <w:r>
        <w:t>puis il regardait une fenêtre</w:t>
      </w:r>
      <w:r w:rsidR="006F1ADB">
        <w:t xml:space="preserve">, </w:t>
      </w:r>
      <w:r>
        <w:t>comme s</w:t>
      </w:r>
      <w:r w:rsidR="006F1ADB">
        <w:t>’</w:t>
      </w:r>
      <w:r>
        <w:t>il distinguait derrière une figure connue</w:t>
      </w:r>
      <w:r w:rsidR="006F1ADB">
        <w:t xml:space="preserve">. </w:t>
      </w:r>
      <w:r>
        <w:lastRenderedPageBreak/>
        <w:t>Il semblait entendre des voix</w:t>
      </w:r>
      <w:r w:rsidR="006F1ADB">
        <w:t xml:space="preserve">, </w:t>
      </w:r>
      <w:r>
        <w:t>dont il répétait les paroles comme pour en comprendre le sens</w:t>
      </w:r>
      <w:r w:rsidR="006F1ADB">
        <w:t>.</w:t>
      </w:r>
    </w:p>
    <w:p w14:paraId="46422A46" w14:textId="77777777" w:rsidR="006F1ADB" w:rsidRDefault="006F1ADB" w:rsidP="005A3479">
      <w:r>
        <w:t>— </w:t>
      </w:r>
      <w:r w:rsidR="005A3479">
        <w:t>Ils ont l</w:t>
      </w:r>
      <w:r>
        <w:t>’</w:t>
      </w:r>
      <w:r w:rsidR="005A3479">
        <w:t>air de se moquer de moi</w:t>
      </w:r>
      <w:r>
        <w:t> !</w:t>
      </w:r>
    </w:p>
    <w:p w14:paraId="4287BCB4" w14:textId="77777777" w:rsidR="006F1ADB" w:rsidRDefault="006F1ADB" w:rsidP="005A3479">
      <w:r>
        <w:t>— </w:t>
      </w:r>
      <w:r w:rsidR="005A3479">
        <w:t>Qui</w:t>
      </w:r>
      <w:r>
        <w:t> ?</w:t>
      </w:r>
    </w:p>
    <w:p w14:paraId="19016350" w14:textId="01F64600" w:rsidR="006F1ADB" w:rsidRDefault="006F1ADB" w:rsidP="005A3479">
      <w:r>
        <w:t>— </w:t>
      </w:r>
      <w:r w:rsidR="005A3479">
        <w:t>Oh</w:t>
      </w:r>
      <w:r>
        <w:t xml:space="preserve"> ! </w:t>
      </w:r>
      <w:r w:rsidR="005A3479">
        <w:t>je me parlais à moi-même</w:t>
      </w:r>
      <w:r>
        <w:t xml:space="preserve"> ! </w:t>
      </w:r>
      <w:r w:rsidR="005A3479">
        <w:t>Des fantômes partout ici</w:t>
      </w:r>
      <w:r>
        <w:t xml:space="preserve">, </w:t>
      </w:r>
      <w:r w:rsidR="005A3479">
        <w:t>aux portails des collèges</w:t>
      </w:r>
      <w:r>
        <w:t xml:space="preserve">, </w:t>
      </w:r>
      <w:r w:rsidR="005A3479">
        <w:t>aux fenêtres</w:t>
      </w:r>
      <w:r>
        <w:t xml:space="preserve">. </w:t>
      </w:r>
      <w:r w:rsidR="005A3479">
        <w:t>Ils avaient d</w:t>
      </w:r>
      <w:r>
        <w:t>’</w:t>
      </w:r>
      <w:r w:rsidR="005A3479">
        <w:t>ordinaire un regard ami pour moi</w:t>
      </w:r>
      <w:r>
        <w:t xml:space="preserve">, </w:t>
      </w:r>
      <w:r w:rsidR="005A3479">
        <w:t>jadis</w:t>
      </w:r>
      <w:r>
        <w:t xml:space="preserve">, </w:t>
      </w:r>
      <w:r w:rsidR="005A3479">
        <w:t>surtout Addison</w:t>
      </w:r>
      <w:r>
        <w:t xml:space="preserve">, </w:t>
      </w:r>
      <w:r w:rsidR="005A3479">
        <w:t>Gibbon</w:t>
      </w:r>
      <w:r>
        <w:t xml:space="preserve">, </w:t>
      </w:r>
      <w:r w:rsidR="005A3479">
        <w:t>Joh</w:t>
      </w:r>
      <w:r w:rsidR="005A3479">
        <w:t>n</w:t>
      </w:r>
      <w:r w:rsidR="005A3479">
        <w:t>son</w:t>
      </w:r>
      <w:r>
        <w:t xml:space="preserve">, </w:t>
      </w:r>
      <w:r w:rsidR="005A3479">
        <w:t xml:space="preserve">et le </w:t>
      </w:r>
      <w:r>
        <w:t>D</w:t>
      </w:r>
      <w:r w:rsidRPr="006F1ADB">
        <w:rPr>
          <w:vertAlign w:val="superscript"/>
        </w:rPr>
        <w:t>r</w:t>
      </w:r>
      <w:r>
        <w:t> B</w:t>
      </w:r>
      <w:r w:rsidR="005A3479">
        <w:t>rowne</w:t>
      </w:r>
      <w:r>
        <w:t xml:space="preserve">, </w:t>
      </w:r>
      <w:r w:rsidR="005A3479">
        <w:t>et l</w:t>
      </w:r>
      <w:r>
        <w:t>’</w:t>
      </w:r>
      <w:r w:rsidR="005A3479">
        <w:t>évêque Ken</w:t>
      </w:r>
      <w:r>
        <w:t>…</w:t>
      </w:r>
    </w:p>
    <w:p w14:paraId="265AFD49" w14:textId="77777777" w:rsidR="006F1ADB" w:rsidRDefault="006F1ADB" w:rsidP="005A3479">
      <w:r>
        <w:t>— </w:t>
      </w:r>
      <w:r w:rsidR="005A3479">
        <w:t>Venez donc</w:t>
      </w:r>
      <w:r>
        <w:t xml:space="preserve"> ! </w:t>
      </w:r>
      <w:r w:rsidR="005A3479">
        <w:t>Des fantômes</w:t>
      </w:r>
      <w:r>
        <w:t xml:space="preserve"> ! </w:t>
      </w:r>
      <w:r w:rsidR="005A3479">
        <w:t>Il n</w:t>
      </w:r>
      <w:r>
        <w:t>’</w:t>
      </w:r>
      <w:r w:rsidR="005A3479">
        <w:t>y a ni vivants ni morts par ici</w:t>
      </w:r>
      <w:r>
        <w:t xml:space="preserve">, </w:t>
      </w:r>
      <w:r w:rsidR="005A3479">
        <w:t>à part un maudit policeman</w:t>
      </w:r>
      <w:r>
        <w:t xml:space="preserve">. </w:t>
      </w:r>
      <w:r w:rsidR="005A3479">
        <w:t>Je n</w:t>
      </w:r>
      <w:r>
        <w:t>’</w:t>
      </w:r>
      <w:r w:rsidR="005A3479">
        <w:t>ai jamais vu les rues plus vides</w:t>
      </w:r>
      <w:r>
        <w:t>.</w:t>
      </w:r>
    </w:p>
    <w:p w14:paraId="033798AC" w14:textId="77777777" w:rsidR="006F1ADB" w:rsidRDefault="006F1ADB" w:rsidP="005A3479">
      <w:r>
        <w:t>— </w:t>
      </w:r>
      <w:r w:rsidR="005A3479">
        <w:t>Chimère</w:t>
      </w:r>
      <w:r>
        <w:t xml:space="preserve"> ! </w:t>
      </w:r>
      <w:r w:rsidR="005A3479">
        <w:t>Ici</w:t>
      </w:r>
      <w:r>
        <w:t xml:space="preserve">, </w:t>
      </w:r>
      <w:r w:rsidR="005A3479">
        <w:t>le poète de la Liberté avait coutume de se promener et là le grand Disséqueur de la Mélancolie</w:t>
      </w:r>
      <w:r>
        <w:t>.</w:t>
      </w:r>
    </w:p>
    <w:p w14:paraId="29D766D5" w14:textId="77777777" w:rsidR="006F1ADB" w:rsidRDefault="006F1ADB" w:rsidP="005A3479">
      <w:r>
        <w:t>— </w:t>
      </w:r>
      <w:r w:rsidR="005A3479">
        <w:t>Je n</w:t>
      </w:r>
      <w:r>
        <w:t>’</w:t>
      </w:r>
      <w:r w:rsidR="005A3479">
        <w:t>ai pas besoin d</w:t>
      </w:r>
      <w:r>
        <w:t>’</w:t>
      </w:r>
      <w:r w:rsidR="005A3479">
        <w:t>entendre parler d</w:t>
      </w:r>
      <w:r>
        <w:t>’</w:t>
      </w:r>
      <w:r w:rsidR="005A3479">
        <w:t>eux</w:t>
      </w:r>
      <w:r>
        <w:t xml:space="preserve"> ! </w:t>
      </w:r>
      <w:r w:rsidR="005A3479">
        <w:t>Ils m</w:t>
      </w:r>
      <w:r>
        <w:t>’</w:t>
      </w:r>
      <w:r w:rsidR="005A3479">
        <w:t>ennuient</w:t>
      </w:r>
      <w:r>
        <w:t>.</w:t>
      </w:r>
    </w:p>
    <w:p w14:paraId="19D862FC" w14:textId="77777777" w:rsidR="006F1ADB" w:rsidRDefault="006F1ADB" w:rsidP="005A3479">
      <w:r>
        <w:t>— </w:t>
      </w:r>
      <w:r w:rsidR="005A3479">
        <w:t>Walter Raleigh me fait signe de cette rue</w:t>
      </w:r>
      <w:r>
        <w:t xml:space="preserve">… </w:t>
      </w:r>
      <w:proofErr w:type="spellStart"/>
      <w:r w:rsidR="005A3479">
        <w:t>Wycleff</w:t>
      </w:r>
      <w:proofErr w:type="spellEnd"/>
      <w:r>
        <w:t xml:space="preserve">… </w:t>
      </w:r>
      <w:r w:rsidR="005A3479">
        <w:t>Harvey</w:t>
      </w:r>
      <w:r>
        <w:t xml:space="preserve">… </w:t>
      </w:r>
      <w:r w:rsidR="005A3479">
        <w:t>Hooker</w:t>
      </w:r>
      <w:r>
        <w:t xml:space="preserve">… </w:t>
      </w:r>
      <w:r w:rsidR="005A3479">
        <w:t>Arnold</w:t>
      </w:r>
      <w:r>
        <w:t xml:space="preserve">… </w:t>
      </w:r>
      <w:r w:rsidR="005A3479">
        <w:t>et toute une foule d</w:t>
      </w:r>
      <w:r>
        <w:t>’</w:t>
      </w:r>
      <w:r w:rsidR="005A3479">
        <w:t>ombres</w:t>
      </w:r>
      <w:r>
        <w:t>…</w:t>
      </w:r>
    </w:p>
    <w:p w14:paraId="24123BEE" w14:textId="77777777" w:rsidR="006F1ADB" w:rsidRDefault="006F1ADB" w:rsidP="005A3479">
      <w:r>
        <w:t>— </w:t>
      </w:r>
      <w:r w:rsidR="005A3479">
        <w:rPr>
          <w:i/>
        </w:rPr>
        <w:t>Je n</w:t>
      </w:r>
      <w:r>
        <w:rPr>
          <w:i/>
        </w:rPr>
        <w:t>’</w:t>
      </w:r>
      <w:r w:rsidR="005A3479">
        <w:rPr>
          <w:i/>
        </w:rPr>
        <w:t>ai pas besoin</w:t>
      </w:r>
      <w:r w:rsidR="005A3479">
        <w:t xml:space="preserve"> de savoir leurs noms</w:t>
      </w:r>
      <w:r>
        <w:t xml:space="preserve">, </w:t>
      </w:r>
      <w:r w:rsidR="005A3479">
        <w:t>vous dis-je</w:t>
      </w:r>
      <w:r>
        <w:t xml:space="preserve">. </w:t>
      </w:r>
      <w:r w:rsidR="005A3479">
        <w:t>Qu</w:t>
      </w:r>
      <w:r>
        <w:t>’</w:t>
      </w:r>
      <w:r w:rsidR="005A3479">
        <w:t>ai-je à faire de ces gens morts et enterrés</w:t>
      </w:r>
      <w:r>
        <w:t xml:space="preserve"> ? </w:t>
      </w:r>
      <w:r w:rsidR="005A3479">
        <w:t>Sur mon âme</w:t>
      </w:r>
      <w:r>
        <w:t xml:space="preserve">, </w:t>
      </w:r>
      <w:r w:rsidR="005A3479">
        <w:t>vous êtes moins gris quand vous avez bu que quand vous êtes à jeun</w:t>
      </w:r>
      <w:r>
        <w:t>.</w:t>
      </w:r>
    </w:p>
    <w:p w14:paraId="1ECCF60C" w14:textId="1D5A1632" w:rsidR="005A3479" w:rsidRDefault="005A3479" w:rsidP="005A3479"/>
    <w:p w14:paraId="79BFDEB4" w14:textId="77777777" w:rsidR="006F1ADB" w:rsidRDefault="005A3479" w:rsidP="005A3479">
      <w:r>
        <w:t xml:space="preserve">Il était nuit à </w:t>
      </w:r>
      <w:proofErr w:type="spellStart"/>
      <w:r>
        <w:t>Marygreen</w:t>
      </w:r>
      <w:proofErr w:type="spellEnd"/>
      <w:r w:rsidR="006F1ADB">
        <w:t xml:space="preserve">, </w:t>
      </w:r>
      <w:r>
        <w:t>et la pluie de l</w:t>
      </w:r>
      <w:r w:rsidR="006F1ADB">
        <w:t>’</w:t>
      </w:r>
      <w:r>
        <w:t>après-midi n</w:t>
      </w:r>
      <w:r w:rsidR="006F1ADB">
        <w:t>’</w:t>
      </w:r>
      <w:r>
        <w:t>avait pas l</w:t>
      </w:r>
      <w:r w:rsidR="006F1ADB">
        <w:t>’</w:t>
      </w:r>
      <w:r>
        <w:t>air de vouloir cesser</w:t>
      </w:r>
      <w:r w:rsidR="006F1ADB">
        <w:t xml:space="preserve">. </w:t>
      </w:r>
      <w:r>
        <w:t xml:space="preserve">Vers le temps où Jude et </w:t>
      </w:r>
      <w:proofErr w:type="spellStart"/>
      <w:r>
        <w:t>Arabella</w:t>
      </w:r>
      <w:proofErr w:type="spellEnd"/>
      <w:r>
        <w:t xml:space="preserve"> rentraient chez eux à travers les rues de </w:t>
      </w:r>
      <w:proofErr w:type="spellStart"/>
      <w:r>
        <w:t>Christminster</w:t>
      </w:r>
      <w:proofErr w:type="spellEnd"/>
      <w:r w:rsidR="006F1ADB">
        <w:t xml:space="preserve">, </w:t>
      </w:r>
      <w:r>
        <w:t xml:space="preserve">la veuve </w:t>
      </w:r>
      <w:proofErr w:type="spellStart"/>
      <w:r>
        <w:t>Edlin</w:t>
      </w:r>
      <w:proofErr w:type="spellEnd"/>
      <w:r>
        <w:t xml:space="preserve"> traversait la pelouse et entrait par la porte de derrière dans l</w:t>
      </w:r>
      <w:r w:rsidR="006F1ADB">
        <w:t>’</w:t>
      </w:r>
      <w:r>
        <w:t>habitation du maître d</w:t>
      </w:r>
      <w:r w:rsidR="006F1ADB">
        <w:t>’</w:t>
      </w:r>
      <w:r>
        <w:t>école</w:t>
      </w:r>
      <w:r w:rsidR="006F1ADB">
        <w:t xml:space="preserve">, </w:t>
      </w:r>
      <w:r>
        <w:t xml:space="preserve">comme elle le faisait </w:t>
      </w:r>
      <w:r>
        <w:lastRenderedPageBreak/>
        <w:t>so</w:t>
      </w:r>
      <w:r>
        <w:t>u</w:t>
      </w:r>
      <w:r>
        <w:t>vent maintenant à l</w:t>
      </w:r>
      <w:r w:rsidR="006F1ADB">
        <w:t>’</w:t>
      </w:r>
      <w:r>
        <w:t>heure du coucher pour aider Suzanne à se déshabiller</w:t>
      </w:r>
      <w:r w:rsidR="006F1ADB">
        <w:t>.</w:t>
      </w:r>
    </w:p>
    <w:p w14:paraId="49E2281A" w14:textId="77777777" w:rsidR="006F1ADB" w:rsidRDefault="005A3479" w:rsidP="005A3479">
      <w:r>
        <w:t>Suzanne travaillait seule dans la cuisine en désordre</w:t>
      </w:r>
      <w:r w:rsidR="006F1ADB">
        <w:t xml:space="preserve">, </w:t>
      </w:r>
      <w:r>
        <w:t>car elle n</w:t>
      </w:r>
      <w:r w:rsidR="006F1ADB">
        <w:t>’</w:t>
      </w:r>
      <w:r>
        <w:t>était pas bonne ménagère</w:t>
      </w:r>
      <w:r w:rsidR="006F1ADB">
        <w:t xml:space="preserve">, </w:t>
      </w:r>
      <w:r>
        <w:t>malgré tous ses efforts</w:t>
      </w:r>
      <w:r w:rsidR="006F1ADB">
        <w:t xml:space="preserve">, </w:t>
      </w:r>
      <w:r>
        <w:t>et elle ne pouvait se faire aux détails domestiques</w:t>
      </w:r>
      <w:r w:rsidR="006F1ADB">
        <w:t>.</w:t>
      </w:r>
    </w:p>
    <w:p w14:paraId="41CE0898" w14:textId="77777777" w:rsidR="006F1ADB" w:rsidRDefault="006F1ADB" w:rsidP="005A3479">
      <w:r>
        <w:t>— </w:t>
      </w:r>
      <w:r w:rsidR="005A3479">
        <w:t>Pour l</w:t>
      </w:r>
      <w:r>
        <w:t>’</w:t>
      </w:r>
      <w:r w:rsidR="005A3479">
        <w:t>amour de Dieu</w:t>
      </w:r>
      <w:r>
        <w:t xml:space="preserve"> ! </w:t>
      </w:r>
      <w:r w:rsidR="005A3479">
        <w:t>qu</w:t>
      </w:r>
      <w:r>
        <w:t>’</w:t>
      </w:r>
      <w:r w:rsidR="005A3479">
        <w:t>avez-vous donc à vous emba</w:t>
      </w:r>
      <w:r w:rsidR="005A3479">
        <w:t>r</w:t>
      </w:r>
      <w:r w:rsidR="005A3479">
        <w:t>rasser de tout cela</w:t>
      </w:r>
      <w:r>
        <w:t xml:space="preserve">, </w:t>
      </w:r>
      <w:r w:rsidR="005A3479">
        <w:t>quand je dois venir</w:t>
      </w:r>
      <w:r>
        <w:t xml:space="preserve"> ? </w:t>
      </w:r>
      <w:r w:rsidR="005A3479">
        <w:t>Vous saviez que je viendrais</w:t>
      </w:r>
      <w:r>
        <w:t>.</w:t>
      </w:r>
    </w:p>
    <w:p w14:paraId="7D345168" w14:textId="77777777" w:rsidR="006F1ADB" w:rsidRDefault="006F1ADB" w:rsidP="005A3479">
      <w:r>
        <w:t>— </w:t>
      </w:r>
      <w:r w:rsidR="005A3479">
        <w:t>Oh</w:t>
      </w:r>
      <w:r>
        <w:t xml:space="preserve"> ! </w:t>
      </w:r>
      <w:r w:rsidR="005A3479">
        <w:t>je ne savais pas</w:t>
      </w:r>
      <w:r>
        <w:t xml:space="preserve">… </w:t>
      </w:r>
      <w:r w:rsidR="005A3479">
        <w:t>J</w:t>
      </w:r>
      <w:r>
        <w:t>’</w:t>
      </w:r>
      <w:r w:rsidR="005A3479">
        <w:t>oubliais</w:t>
      </w:r>
      <w:r>
        <w:t xml:space="preserve">… </w:t>
      </w:r>
      <w:r w:rsidR="005A3479">
        <w:t>Non</w:t>
      </w:r>
      <w:r>
        <w:t xml:space="preserve">, </w:t>
      </w:r>
      <w:r w:rsidR="005A3479">
        <w:t>je n</w:t>
      </w:r>
      <w:r>
        <w:t>’</w:t>
      </w:r>
      <w:r w:rsidR="005A3479">
        <w:t>ai pas oublié</w:t>
      </w:r>
      <w:r>
        <w:t xml:space="preserve">. </w:t>
      </w:r>
      <w:r w:rsidR="005A3479">
        <w:t>Je fais cela pour me discipliner</w:t>
      </w:r>
      <w:r>
        <w:t xml:space="preserve">. </w:t>
      </w:r>
      <w:r w:rsidR="005A3479">
        <w:t>J</w:t>
      </w:r>
      <w:r>
        <w:t>’</w:t>
      </w:r>
      <w:r w:rsidR="005A3479">
        <w:t>ai frotté les escaliers depuis huit heures</w:t>
      </w:r>
      <w:r>
        <w:t xml:space="preserve">. </w:t>
      </w:r>
      <w:r w:rsidR="005A3479">
        <w:t xml:space="preserve">Il </w:t>
      </w:r>
      <w:r w:rsidR="005A3479">
        <w:rPr>
          <w:i/>
        </w:rPr>
        <w:t>faut</w:t>
      </w:r>
      <w:r>
        <w:rPr>
          <w:i/>
        </w:rPr>
        <w:t xml:space="preserve">, </w:t>
      </w:r>
      <w:r w:rsidR="005A3479">
        <w:t>que je m</w:t>
      </w:r>
      <w:r>
        <w:t>’</w:t>
      </w:r>
      <w:r w:rsidR="005A3479">
        <w:t>exerce à mes devoirs d</w:t>
      </w:r>
      <w:r>
        <w:t>’</w:t>
      </w:r>
      <w:r w:rsidR="005A3479">
        <w:t>intérieur</w:t>
      </w:r>
      <w:r>
        <w:t xml:space="preserve">. </w:t>
      </w:r>
      <w:r w:rsidR="005A3479">
        <w:t>Je les ai honteusement négligés</w:t>
      </w:r>
      <w:r>
        <w:t> !</w:t>
      </w:r>
    </w:p>
    <w:p w14:paraId="0D968643" w14:textId="77777777" w:rsidR="006F1ADB" w:rsidRDefault="006F1ADB" w:rsidP="005A3479">
      <w:r>
        <w:t>— </w:t>
      </w:r>
      <w:r w:rsidR="005A3479">
        <w:t>Pourquoi faire</w:t>
      </w:r>
      <w:r>
        <w:t xml:space="preserve"> ? </w:t>
      </w:r>
      <w:r w:rsidR="005A3479">
        <w:t>Il aura une meilleure école</w:t>
      </w:r>
      <w:r>
        <w:t xml:space="preserve">, </w:t>
      </w:r>
      <w:r w:rsidR="005A3479">
        <w:t>peut-être une paroisse</w:t>
      </w:r>
      <w:r>
        <w:t xml:space="preserve">, </w:t>
      </w:r>
      <w:r w:rsidR="005A3479">
        <w:t>avec le temps</w:t>
      </w:r>
      <w:r>
        <w:t xml:space="preserve">, </w:t>
      </w:r>
      <w:r w:rsidR="005A3479">
        <w:t>et vous aurez deux servantes</w:t>
      </w:r>
      <w:r>
        <w:t xml:space="preserve">. </w:t>
      </w:r>
      <w:r w:rsidR="005A3479">
        <w:t>C</w:t>
      </w:r>
      <w:r>
        <w:t>’</w:t>
      </w:r>
      <w:r w:rsidR="005A3479">
        <w:t>est une pitié d</w:t>
      </w:r>
      <w:r>
        <w:t>’</w:t>
      </w:r>
      <w:r w:rsidR="005A3479">
        <w:t>abimer ces jolies mains</w:t>
      </w:r>
      <w:r>
        <w:t>.</w:t>
      </w:r>
    </w:p>
    <w:p w14:paraId="1AB38A6B" w14:textId="77777777" w:rsidR="006F1ADB" w:rsidRDefault="006F1ADB" w:rsidP="005A3479">
      <w:r>
        <w:t>— </w:t>
      </w:r>
      <w:r w:rsidR="005A3479">
        <w:t>Ne parlez pas de mes jolies mains</w:t>
      </w:r>
      <w:r>
        <w:t xml:space="preserve">, </w:t>
      </w:r>
      <w:proofErr w:type="spellStart"/>
      <w:r w:rsidR="005A3479">
        <w:t>mistress</w:t>
      </w:r>
      <w:proofErr w:type="spellEnd"/>
      <w:r w:rsidR="005A3479">
        <w:t xml:space="preserve"> </w:t>
      </w:r>
      <w:proofErr w:type="spellStart"/>
      <w:r w:rsidR="005A3479">
        <w:t>Edlin</w:t>
      </w:r>
      <w:proofErr w:type="spellEnd"/>
      <w:r>
        <w:t xml:space="preserve">. </w:t>
      </w:r>
      <w:r w:rsidR="005A3479">
        <w:t>Ce joli corps que j</w:t>
      </w:r>
      <w:r>
        <w:t>’</w:t>
      </w:r>
      <w:r w:rsidR="005A3479">
        <w:t>ai a été ma ruine</w:t>
      </w:r>
      <w:r>
        <w:t>.</w:t>
      </w:r>
    </w:p>
    <w:p w14:paraId="31B9349A" w14:textId="77777777" w:rsidR="006F1ADB" w:rsidRDefault="006F1ADB" w:rsidP="005A3479">
      <w:r>
        <w:t>— </w:t>
      </w:r>
      <w:r w:rsidR="005A3479">
        <w:t>Bah</w:t>
      </w:r>
      <w:r>
        <w:t xml:space="preserve"> ! </w:t>
      </w:r>
      <w:r w:rsidR="005A3479">
        <w:t>vous n</w:t>
      </w:r>
      <w:r>
        <w:t>’</w:t>
      </w:r>
      <w:r w:rsidR="005A3479">
        <w:t>avez pas de corps pour en parler</w:t>
      </w:r>
      <w:r>
        <w:t xml:space="preserve">, </w:t>
      </w:r>
      <w:r w:rsidR="005A3479">
        <w:t>vous me faites plutôt penser à un esprit</w:t>
      </w:r>
      <w:r>
        <w:t xml:space="preserve">. </w:t>
      </w:r>
      <w:r w:rsidR="005A3479">
        <w:t>Mais il y a quelque chose qui ne va pas</w:t>
      </w:r>
      <w:r>
        <w:t xml:space="preserve">, </w:t>
      </w:r>
      <w:r w:rsidR="005A3479">
        <w:t>je crois</w:t>
      </w:r>
      <w:r>
        <w:t xml:space="preserve">, </w:t>
      </w:r>
      <w:r w:rsidR="005A3479">
        <w:t>ce soir</w:t>
      </w:r>
      <w:r>
        <w:t xml:space="preserve">, </w:t>
      </w:r>
      <w:r w:rsidR="005A3479">
        <w:t>ma chérie</w:t>
      </w:r>
      <w:r>
        <w:t xml:space="preserve">. </w:t>
      </w:r>
      <w:r w:rsidR="005A3479">
        <w:t>La croix du mari</w:t>
      </w:r>
      <w:r>
        <w:t> ?</w:t>
      </w:r>
    </w:p>
    <w:p w14:paraId="5B2600DE" w14:textId="77777777" w:rsidR="006F1ADB" w:rsidRDefault="006F1ADB" w:rsidP="005A3479">
      <w:r>
        <w:t>— </w:t>
      </w:r>
      <w:r w:rsidR="005A3479">
        <w:t>Non</w:t>
      </w:r>
      <w:r>
        <w:t xml:space="preserve"> ; </w:t>
      </w:r>
      <w:r w:rsidR="005A3479">
        <w:t>il n</w:t>
      </w:r>
      <w:r>
        <w:t>’</w:t>
      </w:r>
      <w:r w:rsidR="005A3479">
        <w:t>en est jamais une</w:t>
      </w:r>
      <w:r>
        <w:t xml:space="preserve">. </w:t>
      </w:r>
      <w:r w:rsidR="005A3479">
        <w:t>Il est allé se coucher de bonne heure</w:t>
      </w:r>
      <w:r>
        <w:t>.</w:t>
      </w:r>
    </w:p>
    <w:p w14:paraId="735B255F" w14:textId="77777777" w:rsidR="006F1ADB" w:rsidRDefault="006F1ADB" w:rsidP="005A3479">
      <w:r>
        <w:t>— </w:t>
      </w:r>
      <w:r w:rsidR="005A3479">
        <w:t>Alors</w:t>
      </w:r>
      <w:r>
        <w:t xml:space="preserve">, </w:t>
      </w:r>
      <w:r w:rsidR="005A3479">
        <w:t>qu</w:t>
      </w:r>
      <w:r>
        <w:t>’</w:t>
      </w:r>
      <w:r w:rsidR="005A3479">
        <w:t>est-ce</w:t>
      </w:r>
      <w:r>
        <w:t> ?</w:t>
      </w:r>
    </w:p>
    <w:p w14:paraId="748BB19B" w14:textId="77777777" w:rsidR="006F1ADB" w:rsidRDefault="006F1ADB" w:rsidP="005A3479">
      <w:r>
        <w:t>— </w:t>
      </w:r>
      <w:r w:rsidR="005A3479">
        <w:t>Je ne puis vous le dire</w:t>
      </w:r>
      <w:r>
        <w:t xml:space="preserve">. </w:t>
      </w:r>
      <w:r w:rsidR="005A3479">
        <w:t>J</w:t>
      </w:r>
      <w:r>
        <w:t>’</w:t>
      </w:r>
      <w:r w:rsidR="005A3479">
        <w:t>ai mal fait aujourd</w:t>
      </w:r>
      <w:r>
        <w:t>’</w:t>
      </w:r>
      <w:r w:rsidR="005A3479">
        <w:t>hui</w:t>
      </w:r>
      <w:r>
        <w:t xml:space="preserve">. </w:t>
      </w:r>
      <w:r w:rsidR="005A3479">
        <w:t>Et je veux extirper cela</w:t>
      </w:r>
      <w:r>
        <w:t xml:space="preserve">… </w:t>
      </w:r>
      <w:r w:rsidR="005A3479">
        <w:t>Tenez</w:t>
      </w:r>
      <w:r>
        <w:t xml:space="preserve"> ! </w:t>
      </w:r>
      <w:r w:rsidR="005A3479">
        <w:t>Je vais vous le dire</w:t>
      </w:r>
      <w:r>
        <w:t xml:space="preserve">. </w:t>
      </w:r>
      <w:r w:rsidR="005A3479">
        <w:t>Jude était ici cet après-midi et je vois que je l</w:t>
      </w:r>
      <w:r>
        <w:t>’</w:t>
      </w:r>
      <w:r w:rsidR="005A3479">
        <w:t>aime encore</w:t>
      </w:r>
      <w:r>
        <w:t xml:space="preserve">… </w:t>
      </w:r>
      <w:r w:rsidR="005A3479">
        <w:t>Oh</w:t>
      </w:r>
      <w:r>
        <w:t xml:space="preserve"> ! </w:t>
      </w:r>
      <w:r w:rsidR="005A3479">
        <w:t>affreusement</w:t>
      </w:r>
      <w:r>
        <w:t xml:space="preserve"> ! </w:t>
      </w:r>
      <w:r w:rsidR="005A3479">
        <w:t>Je ne peux vous en dire plus</w:t>
      </w:r>
      <w:r>
        <w:t>.</w:t>
      </w:r>
    </w:p>
    <w:p w14:paraId="0ABC18DB" w14:textId="77777777" w:rsidR="006F1ADB" w:rsidRDefault="006F1ADB" w:rsidP="005A3479">
      <w:r>
        <w:lastRenderedPageBreak/>
        <w:t>— </w:t>
      </w:r>
      <w:r w:rsidR="005A3479">
        <w:t>Ah</w:t>
      </w:r>
      <w:r>
        <w:t xml:space="preserve"> ! </w:t>
      </w:r>
      <w:r w:rsidR="005A3479">
        <w:t>dit la veuve</w:t>
      </w:r>
      <w:r>
        <w:t xml:space="preserve">, </w:t>
      </w:r>
      <w:r w:rsidR="005A3479">
        <w:t xml:space="preserve">je vous avais </w:t>
      </w:r>
      <w:proofErr w:type="spellStart"/>
      <w:r w:rsidR="005A3479">
        <w:t>prévenue</w:t>
      </w:r>
      <w:proofErr w:type="spellEnd"/>
      <w:r w:rsidR="005A3479">
        <w:t xml:space="preserve"> que cela serait ainsi</w:t>
      </w:r>
      <w:r>
        <w:t>.</w:t>
      </w:r>
    </w:p>
    <w:p w14:paraId="6E3285A8" w14:textId="77777777" w:rsidR="006F1ADB" w:rsidRDefault="006F1ADB" w:rsidP="005A3479">
      <w:r>
        <w:t>— </w:t>
      </w:r>
      <w:r w:rsidR="005A3479">
        <w:t>Mais cela ne sera pas</w:t>
      </w:r>
      <w:r>
        <w:t xml:space="preserve"> ! </w:t>
      </w:r>
      <w:r w:rsidR="005A3479">
        <w:t>Je n</w:t>
      </w:r>
      <w:r>
        <w:t>’</w:t>
      </w:r>
      <w:r w:rsidR="005A3479">
        <w:t>ai pas parlé à mon mari de sa visite</w:t>
      </w:r>
      <w:r>
        <w:t xml:space="preserve"> ; </w:t>
      </w:r>
      <w:r w:rsidR="005A3479">
        <w:t>il est inutile de le troubler avec cela</w:t>
      </w:r>
      <w:r>
        <w:t xml:space="preserve">. </w:t>
      </w:r>
      <w:r w:rsidR="005A3479">
        <w:t>Je n</w:t>
      </w:r>
      <w:r>
        <w:t>’</w:t>
      </w:r>
      <w:r w:rsidR="005A3479">
        <w:t>ai pas l</w:t>
      </w:r>
      <w:r>
        <w:t>’</w:t>
      </w:r>
      <w:r w:rsidR="005A3479">
        <w:t>intention de revoir jamais Jude</w:t>
      </w:r>
      <w:r>
        <w:t xml:space="preserve">. </w:t>
      </w:r>
      <w:r w:rsidR="005A3479">
        <w:t>Mais je vais mettre ma con</w:t>
      </w:r>
      <w:r w:rsidR="005A3479">
        <w:t>s</w:t>
      </w:r>
      <w:r w:rsidR="005A3479">
        <w:t>cience en règle avec mon devoir envers Richard</w:t>
      </w:r>
      <w:r>
        <w:t xml:space="preserve">… </w:t>
      </w:r>
      <w:r w:rsidR="005A3479">
        <w:t>par une pén</w:t>
      </w:r>
      <w:r w:rsidR="005A3479">
        <w:t>i</w:t>
      </w:r>
      <w:r w:rsidR="005A3479">
        <w:t>tence</w:t>
      </w:r>
      <w:r>
        <w:t xml:space="preserve">… </w:t>
      </w:r>
      <w:r w:rsidR="005A3479">
        <w:t>la suprême chose</w:t>
      </w:r>
      <w:r>
        <w:t xml:space="preserve">. </w:t>
      </w:r>
      <w:r w:rsidR="005A3479">
        <w:t>Je le dois</w:t>
      </w:r>
      <w:r>
        <w:t> !</w:t>
      </w:r>
    </w:p>
    <w:p w14:paraId="2DCE68F2" w14:textId="77777777" w:rsidR="006F1ADB" w:rsidRDefault="006F1ADB" w:rsidP="005A3479">
      <w:r>
        <w:t>— </w:t>
      </w:r>
      <w:r w:rsidR="005A3479">
        <w:t>Ne le faites pas</w:t>
      </w:r>
      <w:r>
        <w:t xml:space="preserve">, </w:t>
      </w:r>
      <w:r w:rsidR="005A3479">
        <w:t>puisqu</w:t>
      </w:r>
      <w:r>
        <w:t>’</w:t>
      </w:r>
      <w:r w:rsidR="005A3479">
        <w:t>il accepte que ce soit autrement et que trois mois se sont très bien passés ainsi</w:t>
      </w:r>
      <w:r>
        <w:t>.</w:t>
      </w:r>
    </w:p>
    <w:p w14:paraId="3407FE40" w14:textId="77777777" w:rsidR="006F1ADB" w:rsidRDefault="006F1ADB" w:rsidP="005A3479">
      <w:r>
        <w:t>— </w:t>
      </w:r>
      <w:r w:rsidR="005A3479">
        <w:t>Oui</w:t>
      </w:r>
      <w:r>
        <w:t xml:space="preserve">, </w:t>
      </w:r>
      <w:r w:rsidR="005A3479">
        <w:t>il me laisse vivre à ma guise</w:t>
      </w:r>
      <w:r>
        <w:t xml:space="preserve"> ; </w:t>
      </w:r>
      <w:r w:rsidR="005A3479">
        <w:t>mais je sens que c</w:t>
      </w:r>
      <w:r>
        <w:t>’</w:t>
      </w:r>
      <w:r w:rsidR="005A3479">
        <w:t>est une complaisance que je ne devrais pas exiger de lui</w:t>
      </w:r>
      <w:r>
        <w:t xml:space="preserve">. </w:t>
      </w:r>
      <w:r w:rsidR="005A3479">
        <w:t>Je n</w:t>
      </w:r>
      <w:r>
        <w:t>’</w:t>
      </w:r>
      <w:r w:rsidR="005A3479">
        <w:t>aurais pas dû l</w:t>
      </w:r>
      <w:r>
        <w:t>’</w:t>
      </w:r>
      <w:r w:rsidR="005A3479">
        <w:t>accepter</w:t>
      </w:r>
      <w:r>
        <w:t xml:space="preserve">. </w:t>
      </w:r>
      <w:r w:rsidR="005A3479">
        <w:t>Changer cela serait terrible</w:t>
      </w:r>
      <w:r>
        <w:t xml:space="preserve">. </w:t>
      </w:r>
      <w:r w:rsidR="005A3479">
        <w:t>Mais je dois être plus juste pour lui</w:t>
      </w:r>
      <w:r>
        <w:t xml:space="preserve">. </w:t>
      </w:r>
      <w:r w:rsidR="005A3479">
        <w:t>Oh</w:t>
      </w:r>
      <w:r>
        <w:t xml:space="preserve"> ! </w:t>
      </w:r>
      <w:r w:rsidR="005A3479">
        <w:t>pourquoi suis-je si lâche</w:t>
      </w:r>
      <w:r>
        <w:t> ?…</w:t>
      </w:r>
    </w:p>
    <w:p w14:paraId="066885F5" w14:textId="77777777" w:rsidR="006F1ADB" w:rsidRDefault="006F1ADB" w:rsidP="005A3479">
      <w:r>
        <w:t>— </w:t>
      </w:r>
      <w:r w:rsidR="005A3479">
        <w:t>Je ne crois pas que vous deviez faire violence à votre n</w:t>
      </w:r>
      <w:r w:rsidR="005A3479">
        <w:t>a</w:t>
      </w:r>
      <w:r w:rsidR="005A3479">
        <w:t>ture</w:t>
      </w:r>
      <w:r>
        <w:t xml:space="preserve">. </w:t>
      </w:r>
      <w:r w:rsidR="005A3479">
        <w:t>On ne doit demander cela à aucune femme</w:t>
      </w:r>
      <w:r>
        <w:t>.</w:t>
      </w:r>
    </w:p>
    <w:p w14:paraId="40EA7A04" w14:textId="77777777" w:rsidR="006F1ADB" w:rsidRDefault="006F1ADB" w:rsidP="005A3479">
      <w:r>
        <w:t>— </w:t>
      </w:r>
      <w:r w:rsidR="005A3479">
        <w:t>C</w:t>
      </w:r>
      <w:r>
        <w:t>’</w:t>
      </w:r>
      <w:r w:rsidR="005A3479">
        <w:t>est mon devoir</w:t>
      </w:r>
      <w:r>
        <w:t xml:space="preserve">. </w:t>
      </w:r>
      <w:r w:rsidR="005A3479">
        <w:t>Je boirai mon calice jusqu</w:t>
      </w:r>
      <w:r>
        <w:t>’</w:t>
      </w:r>
      <w:r w:rsidR="005A3479">
        <w:t>à la lie</w:t>
      </w:r>
      <w:r>
        <w:t>.</w:t>
      </w:r>
    </w:p>
    <w:p w14:paraId="495AE11F" w14:textId="72E7C7D7" w:rsidR="005A3479" w:rsidRDefault="005A3479" w:rsidP="005A3479"/>
    <w:p w14:paraId="09BF8E55" w14:textId="4F8725A1" w:rsidR="006F1ADB" w:rsidRDefault="005A3479" w:rsidP="005A3479">
      <w:r>
        <w:t>Une demi-heure plus tard</w:t>
      </w:r>
      <w:r w:rsidR="006F1ADB">
        <w:t xml:space="preserve">, </w:t>
      </w:r>
      <w:r>
        <w:t xml:space="preserve">quand </w:t>
      </w:r>
      <w:r w:rsidR="006F1ADB">
        <w:t>M</w:t>
      </w:r>
      <w:r w:rsidR="006F1ADB" w:rsidRPr="006F1ADB">
        <w:rPr>
          <w:vertAlign w:val="superscript"/>
        </w:rPr>
        <w:t>rs</w:t>
      </w:r>
      <w:r w:rsidR="006F1ADB">
        <w:t> </w:t>
      </w:r>
      <w:proofErr w:type="spellStart"/>
      <w:r>
        <w:t>Edlin</w:t>
      </w:r>
      <w:proofErr w:type="spellEnd"/>
      <w:r>
        <w:t xml:space="preserve"> mit son ch</w:t>
      </w:r>
      <w:r>
        <w:t>a</w:t>
      </w:r>
      <w:r>
        <w:t>peau et son châle pour partir</w:t>
      </w:r>
      <w:r w:rsidR="006F1ADB">
        <w:t xml:space="preserve">, </w:t>
      </w:r>
      <w:r>
        <w:t>Suzanne parut saisie d</w:t>
      </w:r>
      <w:r w:rsidR="006F1ADB">
        <w:t>’</w:t>
      </w:r>
      <w:r>
        <w:t>une vague terreur</w:t>
      </w:r>
      <w:r w:rsidR="006F1ADB">
        <w:t>.</w:t>
      </w:r>
    </w:p>
    <w:p w14:paraId="41680962" w14:textId="77777777" w:rsidR="006F1ADB" w:rsidRDefault="006F1ADB" w:rsidP="005A3479">
      <w:r>
        <w:t>— </w:t>
      </w:r>
      <w:r w:rsidR="005A3479">
        <w:t>Non</w:t>
      </w:r>
      <w:r>
        <w:t xml:space="preserve">, </w:t>
      </w:r>
      <w:r w:rsidR="005A3479">
        <w:t>non</w:t>
      </w:r>
      <w:r>
        <w:t xml:space="preserve">… </w:t>
      </w:r>
      <w:r w:rsidR="005A3479">
        <w:t>ne partez pas</w:t>
      </w:r>
      <w:r>
        <w:t xml:space="preserve">, </w:t>
      </w:r>
      <w:proofErr w:type="spellStart"/>
      <w:r w:rsidR="005A3479">
        <w:t>mistress</w:t>
      </w:r>
      <w:proofErr w:type="spellEnd"/>
      <w:r w:rsidR="005A3479">
        <w:t xml:space="preserve"> </w:t>
      </w:r>
      <w:proofErr w:type="spellStart"/>
      <w:r w:rsidR="005A3479">
        <w:t>Edlin</w:t>
      </w:r>
      <w:proofErr w:type="spellEnd"/>
      <w:r>
        <w:t xml:space="preserve">, </w:t>
      </w:r>
      <w:r w:rsidR="005A3479">
        <w:t>supplia-t-elle</w:t>
      </w:r>
      <w:r>
        <w:t xml:space="preserve">, </w:t>
      </w:r>
      <w:r w:rsidR="005A3479">
        <w:t>les yeux agrandis</w:t>
      </w:r>
      <w:r>
        <w:t>.</w:t>
      </w:r>
    </w:p>
    <w:p w14:paraId="6A66DB1E" w14:textId="77777777" w:rsidR="006F1ADB" w:rsidRDefault="005A3479" w:rsidP="005A3479">
      <w:r>
        <w:t>Et</w:t>
      </w:r>
      <w:r w:rsidR="006F1ADB">
        <w:t xml:space="preserve">, </w:t>
      </w:r>
      <w:r>
        <w:t>nerveusement</w:t>
      </w:r>
      <w:r w:rsidR="006F1ADB">
        <w:t xml:space="preserve">, </w:t>
      </w:r>
      <w:r>
        <w:t>elle jeta un rapide regard sur son épaule</w:t>
      </w:r>
      <w:r w:rsidR="006F1ADB">
        <w:t>.</w:t>
      </w:r>
    </w:p>
    <w:p w14:paraId="66A5E4E9" w14:textId="77777777" w:rsidR="006F1ADB" w:rsidRDefault="006F1ADB" w:rsidP="005A3479">
      <w:r>
        <w:t>— </w:t>
      </w:r>
      <w:r w:rsidR="005A3479">
        <w:t>Mais il est l</w:t>
      </w:r>
      <w:r>
        <w:t>’</w:t>
      </w:r>
      <w:r w:rsidR="005A3479">
        <w:t>heure de se coucher</w:t>
      </w:r>
      <w:r>
        <w:t xml:space="preserve">, </w:t>
      </w:r>
      <w:r w:rsidR="005A3479">
        <w:t>petite</w:t>
      </w:r>
      <w:r>
        <w:t>.</w:t>
      </w:r>
    </w:p>
    <w:p w14:paraId="447B2CCD" w14:textId="77777777" w:rsidR="006F1ADB" w:rsidRDefault="006F1ADB" w:rsidP="005A3479">
      <w:r>
        <w:lastRenderedPageBreak/>
        <w:t>— </w:t>
      </w:r>
      <w:r w:rsidR="005A3479">
        <w:t>Oui</w:t>
      </w:r>
      <w:r>
        <w:t xml:space="preserve">… </w:t>
      </w:r>
      <w:r w:rsidR="005A3479">
        <w:t>mais il y a la petite chambre de libre</w:t>
      </w:r>
      <w:r>
        <w:t xml:space="preserve">… </w:t>
      </w:r>
      <w:r w:rsidR="005A3479">
        <w:t>ma chambre</w:t>
      </w:r>
      <w:r>
        <w:t xml:space="preserve">. </w:t>
      </w:r>
      <w:r w:rsidR="005A3479">
        <w:t>Elle est tout à fait prête</w:t>
      </w:r>
      <w:r>
        <w:t xml:space="preserve">. </w:t>
      </w:r>
      <w:r w:rsidR="005A3479">
        <w:t>Restez</w:t>
      </w:r>
      <w:r>
        <w:t xml:space="preserve">, </w:t>
      </w:r>
      <w:r w:rsidR="005A3479">
        <w:t>je vous en prie</w:t>
      </w:r>
      <w:r>
        <w:t xml:space="preserve">, </w:t>
      </w:r>
      <w:proofErr w:type="spellStart"/>
      <w:r w:rsidR="005A3479">
        <w:t>mi</w:t>
      </w:r>
      <w:r w:rsidR="005A3479">
        <w:t>s</w:t>
      </w:r>
      <w:r w:rsidR="005A3479">
        <w:t>tress</w:t>
      </w:r>
      <w:proofErr w:type="spellEnd"/>
      <w:r w:rsidR="005A3479">
        <w:t xml:space="preserve"> </w:t>
      </w:r>
      <w:proofErr w:type="spellStart"/>
      <w:r w:rsidR="005A3479">
        <w:t>Edlin</w:t>
      </w:r>
      <w:proofErr w:type="spellEnd"/>
      <w:r>
        <w:t xml:space="preserve"> ! </w:t>
      </w:r>
      <w:r w:rsidR="005A3479">
        <w:t>J</w:t>
      </w:r>
      <w:r>
        <w:t>’</w:t>
      </w:r>
      <w:r w:rsidR="005A3479">
        <w:t>aurai besoin de vous le matin</w:t>
      </w:r>
      <w:r>
        <w:t>.</w:t>
      </w:r>
    </w:p>
    <w:p w14:paraId="770D0449" w14:textId="77777777" w:rsidR="006F1ADB" w:rsidRDefault="006F1ADB" w:rsidP="005A3479">
      <w:r>
        <w:t>— </w:t>
      </w:r>
      <w:r w:rsidR="005A3479">
        <w:t>Oh bien</w:t>
      </w:r>
      <w:r>
        <w:t xml:space="preserve"> ! </w:t>
      </w:r>
      <w:r w:rsidR="005A3479">
        <w:t>peu m</w:t>
      </w:r>
      <w:r>
        <w:t>’</w:t>
      </w:r>
      <w:r w:rsidR="005A3479">
        <w:t>importe</w:t>
      </w:r>
      <w:r>
        <w:t xml:space="preserve">, </w:t>
      </w:r>
      <w:r w:rsidR="005A3479">
        <w:t>si vous le désirez</w:t>
      </w:r>
      <w:r>
        <w:t xml:space="preserve">. </w:t>
      </w:r>
      <w:r w:rsidR="005A3479">
        <w:t>Il n</w:t>
      </w:r>
      <w:r>
        <w:t>’</w:t>
      </w:r>
      <w:r w:rsidR="005A3479">
        <w:t>arrivera rien à mes quatre vieilles murailles</w:t>
      </w:r>
      <w:r>
        <w:t xml:space="preserve">, </w:t>
      </w:r>
      <w:r w:rsidR="005A3479">
        <w:t>que j</w:t>
      </w:r>
      <w:r>
        <w:t>’</w:t>
      </w:r>
      <w:r w:rsidR="005A3479">
        <w:t>y sois ou non</w:t>
      </w:r>
      <w:r>
        <w:t>.</w:t>
      </w:r>
    </w:p>
    <w:p w14:paraId="12CC11C4" w14:textId="77777777" w:rsidR="006F1ADB" w:rsidRDefault="005A3479" w:rsidP="005A3479">
      <w:r>
        <w:t>Suzanne ferma les portes</w:t>
      </w:r>
      <w:r w:rsidR="006F1ADB">
        <w:t xml:space="preserve">, </w:t>
      </w:r>
      <w:r>
        <w:t>et elles montèrent ensemble l</w:t>
      </w:r>
      <w:r w:rsidR="006F1ADB">
        <w:t>’</w:t>
      </w:r>
      <w:r>
        <w:t>escalier</w:t>
      </w:r>
      <w:r w:rsidR="006F1ADB">
        <w:t>.</w:t>
      </w:r>
    </w:p>
    <w:p w14:paraId="531B19C9" w14:textId="77777777" w:rsidR="006F1ADB" w:rsidRDefault="006F1ADB" w:rsidP="005A3479">
      <w:r>
        <w:t>— </w:t>
      </w:r>
      <w:r w:rsidR="005A3479">
        <w:t>Attendez ici</w:t>
      </w:r>
      <w:r>
        <w:t xml:space="preserve">, </w:t>
      </w:r>
      <w:proofErr w:type="spellStart"/>
      <w:r w:rsidR="005A3479">
        <w:t>mistress</w:t>
      </w:r>
      <w:proofErr w:type="spellEnd"/>
      <w:r w:rsidR="005A3479">
        <w:t xml:space="preserve"> </w:t>
      </w:r>
      <w:proofErr w:type="spellStart"/>
      <w:r w:rsidR="005A3479">
        <w:t>Edlin</w:t>
      </w:r>
      <w:proofErr w:type="spellEnd"/>
      <w:r>
        <w:t xml:space="preserve">, </w:t>
      </w:r>
      <w:r w:rsidR="005A3479">
        <w:t>dit Suzanne</w:t>
      </w:r>
      <w:r>
        <w:t xml:space="preserve">. </w:t>
      </w:r>
      <w:r w:rsidR="005A3479">
        <w:t>Je veux aller dans mon ancienne chambre</w:t>
      </w:r>
      <w:r>
        <w:t xml:space="preserve">, </w:t>
      </w:r>
      <w:r w:rsidR="005A3479">
        <w:t>un moment</w:t>
      </w:r>
      <w:r>
        <w:t>.</w:t>
      </w:r>
    </w:p>
    <w:p w14:paraId="44F0901A" w14:textId="019A8CB9" w:rsidR="006F1ADB" w:rsidRDefault="005A3479" w:rsidP="005A3479">
      <w:r>
        <w:t>Laissant la veuve sur le palier</w:t>
      </w:r>
      <w:r w:rsidR="006F1ADB">
        <w:t xml:space="preserve">, </w:t>
      </w:r>
      <w:r>
        <w:t>Suzanne entra dans la chambre qui avait été exclusivement la sienne depuis son arr</w:t>
      </w:r>
      <w:r>
        <w:t>i</w:t>
      </w:r>
      <w:r>
        <w:t xml:space="preserve">vée à </w:t>
      </w:r>
      <w:proofErr w:type="spellStart"/>
      <w:r>
        <w:t>Marygreen</w:t>
      </w:r>
      <w:proofErr w:type="spellEnd"/>
      <w:r w:rsidR="006F1ADB">
        <w:t xml:space="preserve"> ; </w:t>
      </w:r>
      <w:r>
        <w:t>elle poussa la porte et s</w:t>
      </w:r>
      <w:r w:rsidR="006F1ADB">
        <w:t>’</w:t>
      </w:r>
      <w:r>
        <w:t>agenouilla près du lit une ou deux minutes</w:t>
      </w:r>
      <w:r w:rsidR="006F1ADB">
        <w:t xml:space="preserve">. </w:t>
      </w:r>
      <w:r>
        <w:t>Puis elle se leva</w:t>
      </w:r>
      <w:r w:rsidR="006F1ADB">
        <w:t xml:space="preserve">, </w:t>
      </w:r>
      <w:r>
        <w:t>prit sa chemise de nuit sous l</w:t>
      </w:r>
      <w:r w:rsidR="006F1ADB">
        <w:t>’</w:t>
      </w:r>
      <w:r>
        <w:t xml:space="preserve">oreiller et revint vers </w:t>
      </w:r>
      <w:r w:rsidR="006F1ADB">
        <w:t>M</w:t>
      </w:r>
      <w:r w:rsidR="006F1ADB" w:rsidRPr="006F1ADB">
        <w:rPr>
          <w:vertAlign w:val="superscript"/>
        </w:rPr>
        <w:t>rs</w:t>
      </w:r>
      <w:r w:rsidR="006F1ADB">
        <w:t> </w:t>
      </w:r>
      <w:proofErr w:type="spellStart"/>
      <w:r>
        <w:t>Edlin</w:t>
      </w:r>
      <w:proofErr w:type="spellEnd"/>
      <w:r w:rsidR="006F1ADB">
        <w:t xml:space="preserve">. </w:t>
      </w:r>
      <w:r>
        <w:t>On pouvait entendre un homme ronfler dans la chambre d</w:t>
      </w:r>
      <w:r w:rsidR="006F1ADB">
        <w:t>’</w:t>
      </w:r>
      <w:r>
        <w:t>en face</w:t>
      </w:r>
      <w:r w:rsidR="006F1ADB">
        <w:t xml:space="preserve">. </w:t>
      </w:r>
      <w:r>
        <w:t xml:space="preserve">Elle souhaita à </w:t>
      </w:r>
      <w:r w:rsidR="006F1ADB">
        <w:t>M</w:t>
      </w:r>
      <w:r w:rsidR="006F1ADB" w:rsidRPr="006F1ADB">
        <w:rPr>
          <w:vertAlign w:val="superscript"/>
        </w:rPr>
        <w:t>rs</w:t>
      </w:r>
      <w:r w:rsidR="006F1ADB">
        <w:t> </w:t>
      </w:r>
      <w:proofErr w:type="spellStart"/>
      <w:r>
        <w:t>Edlin</w:t>
      </w:r>
      <w:proofErr w:type="spellEnd"/>
      <w:r>
        <w:t xml:space="preserve"> une bonne nuit et la veuve entra dans la chambre que Suzanne venait d</w:t>
      </w:r>
      <w:r w:rsidR="006F1ADB">
        <w:t>’</w:t>
      </w:r>
      <w:r>
        <w:t>abandonner</w:t>
      </w:r>
      <w:r w:rsidR="006F1ADB">
        <w:t>.</w:t>
      </w:r>
    </w:p>
    <w:p w14:paraId="15932DE5" w14:textId="77777777" w:rsidR="006F1ADB" w:rsidRDefault="005A3479" w:rsidP="005A3479">
      <w:r>
        <w:t>Elle souleva le loquet de la porte de l</w:t>
      </w:r>
      <w:r w:rsidR="006F1ADB">
        <w:t>’</w:t>
      </w:r>
      <w:r>
        <w:t>antichambre et s</w:t>
      </w:r>
      <w:r w:rsidR="006F1ADB">
        <w:t>’</w:t>
      </w:r>
      <w:r>
        <w:t>affaissa</w:t>
      </w:r>
      <w:r w:rsidR="006F1ADB">
        <w:t xml:space="preserve">, </w:t>
      </w:r>
      <w:r>
        <w:t>comme prise de faiblesse</w:t>
      </w:r>
      <w:r w:rsidR="006F1ADB">
        <w:t xml:space="preserve"> ; </w:t>
      </w:r>
      <w:r>
        <w:t>mais</w:t>
      </w:r>
      <w:r w:rsidR="006F1ADB">
        <w:t xml:space="preserve">, </w:t>
      </w:r>
      <w:r>
        <w:t>se relevant</w:t>
      </w:r>
      <w:r w:rsidR="006F1ADB">
        <w:t xml:space="preserve">, </w:t>
      </w:r>
      <w:r>
        <w:t>elle entr</w:t>
      </w:r>
      <w:r w:rsidR="006F1ADB">
        <w:t>’</w:t>
      </w:r>
      <w:r>
        <w:t>ouvrit la porte et dit</w:t>
      </w:r>
      <w:r w:rsidR="006F1ADB">
        <w:t> :</w:t>
      </w:r>
    </w:p>
    <w:p w14:paraId="2482B94D" w14:textId="77777777" w:rsidR="006F1ADB" w:rsidRDefault="006F1ADB" w:rsidP="005A3479">
      <w:r>
        <w:t>— </w:t>
      </w:r>
      <w:r w:rsidR="005A3479">
        <w:t>Richard</w:t>
      </w:r>
      <w:r>
        <w:t> !</w:t>
      </w:r>
    </w:p>
    <w:p w14:paraId="4126CC75" w14:textId="77777777" w:rsidR="006F1ADB" w:rsidRDefault="005A3479" w:rsidP="005A3479">
      <w:r>
        <w:t>Au moment où le nom sortit de sa bouche</w:t>
      </w:r>
      <w:r w:rsidR="006F1ADB">
        <w:t xml:space="preserve">, </w:t>
      </w:r>
      <w:r>
        <w:t>elle frissonna v</w:t>
      </w:r>
      <w:r>
        <w:t>i</w:t>
      </w:r>
      <w:r>
        <w:t>siblement</w:t>
      </w:r>
      <w:r w:rsidR="006F1ADB">
        <w:t>.</w:t>
      </w:r>
    </w:p>
    <w:p w14:paraId="76EFF114" w14:textId="69EEA685" w:rsidR="006F1ADB" w:rsidRDefault="005A3479" w:rsidP="005A3479">
      <w:r>
        <w:t>Le ronflement avait tout à fait cessé</w:t>
      </w:r>
      <w:r w:rsidR="006F1ADB">
        <w:t xml:space="preserve">, </w:t>
      </w:r>
      <w:r>
        <w:t>mais l</w:t>
      </w:r>
      <w:r w:rsidR="006F1ADB">
        <w:t>’</w:t>
      </w:r>
      <w:r>
        <w:t>homme ne r</w:t>
      </w:r>
      <w:r>
        <w:t>é</w:t>
      </w:r>
      <w:r>
        <w:t>pondait pas</w:t>
      </w:r>
      <w:r w:rsidR="006F1ADB">
        <w:t xml:space="preserve">. </w:t>
      </w:r>
      <w:r>
        <w:t xml:space="preserve">Suzanne sembla ranimée et revînt en hâte à la chambre de </w:t>
      </w:r>
      <w:r w:rsidR="006F1ADB">
        <w:t>M</w:t>
      </w:r>
      <w:r w:rsidR="006F1ADB" w:rsidRPr="006F1ADB">
        <w:rPr>
          <w:vertAlign w:val="superscript"/>
        </w:rPr>
        <w:t>rs</w:t>
      </w:r>
      <w:r w:rsidR="006F1ADB">
        <w:t> </w:t>
      </w:r>
      <w:proofErr w:type="spellStart"/>
      <w:r>
        <w:t>Edlin</w:t>
      </w:r>
      <w:proofErr w:type="spellEnd"/>
      <w:r w:rsidR="006F1ADB">
        <w:t>.</w:t>
      </w:r>
    </w:p>
    <w:p w14:paraId="251F9485" w14:textId="77777777" w:rsidR="006F1ADB" w:rsidRDefault="006F1ADB" w:rsidP="005A3479">
      <w:r>
        <w:t>— </w:t>
      </w:r>
      <w:r w:rsidR="005A3479">
        <w:t>Êtes-vous couchée</w:t>
      </w:r>
      <w:r>
        <w:t xml:space="preserve">, </w:t>
      </w:r>
      <w:proofErr w:type="spellStart"/>
      <w:r w:rsidR="005A3479">
        <w:t>mistress</w:t>
      </w:r>
      <w:proofErr w:type="spellEnd"/>
      <w:r w:rsidR="005A3479">
        <w:t xml:space="preserve"> </w:t>
      </w:r>
      <w:proofErr w:type="spellStart"/>
      <w:r w:rsidR="005A3479">
        <w:t>Edlin</w:t>
      </w:r>
      <w:proofErr w:type="spellEnd"/>
      <w:r>
        <w:t xml:space="preserve"> ? </w:t>
      </w:r>
      <w:r w:rsidR="005A3479">
        <w:t>demanda-t-elle</w:t>
      </w:r>
      <w:r>
        <w:t>.</w:t>
      </w:r>
    </w:p>
    <w:p w14:paraId="31E9582D" w14:textId="77777777" w:rsidR="006F1ADB" w:rsidRDefault="006F1ADB" w:rsidP="005A3479">
      <w:r>
        <w:lastRenderedPageBreak/>
        <w:t>— </w:t>
      </w:r>
      <w:r w:rsidR="005A3479">
        <w:t>Non</w:t>
      </w:r>
      <w:r>
        <w:t xml:space="preserve">, </w:t>
      </w:r>
      <w:r w:rsidR="005A3479">
        <w:t>chère</w:t>
      </w:r>
      <w:r>
        <w:t xml:space="preserve">, </w:t>
      </w:r>
      <w:r w:rsidR="005A3479">
        <w:t>dit la veuve</w:t>
      </w:r>
      <w:r>
        <w:t xml:space="preserve">, </w:t>
      </w:r>
      <w:r w:rsidR="005A3479">
        <w:t>en ouvrant sa porte</w:t>
      </w:r>
      <w:r>
        <w:t xml:space="preserve">. </w:t>
      </w:r>
      <w:r w:rsidR="005A3479">
        <w:t>Je suis vieille et lente et il me faut longtemps pour me défaire</w:t>
      </w:r>
      <w:r>
        <w:t xml:space="preserve">. </w:t>
      </w:r>
      <w:r w:rsidR="005A3479">
        <w:t>Je n</w:t>
      </w:r>
      <w:r>
        <w:t>’</w:t>
      </w:r>
      <w:r w:rsidR="005A3479">
        <w:t>ai pas encore délacé mon corset</w:t>
      </w:r>
      <w:r>
        <w:t>.</w:t>
      </w:r>
    </w:p>
    <w:p w14:paraId="7521B370" w14:textId="77777777" w:rsidR="006F1ADB" w:rsidRDefault="006F1ADB" w:rsidP="005A3479">
      <w:r>
        <w:t>— </w:t>
      </w:r>
      <w:r w:rsidR="005A3479">
        <w:t>Je ne l</w:t>
      </w:r>
      <w:r>
        <w:t>’</w:t>
      </w:r>
      <w:r w:rsidR="005A3479">
        <w:t>entends pas</w:t>
      </w:r>
      <w:r>
        <w:t xml:space="preserve"> ! </w:t>
      </w:r>
      <w:r w:rsidR="005A3479">
        <w:t>Et peut-être</w:t>
      </w:r>
      <w:r>
        <w:t> ?</w:t>
      </w:r>
    </w:p>
    <w:p w14:paraId="456739EC" w14:textId="77777777" w:rsidR="006F1ADB" w:rsidRDefault="006F1ADB" w:rsidP="005A3479">
      <w:r>
        <w:t>— </w:t>
      </w:r>
      <w:r w:rsidR="005A3479">
        <w:t>Quoi</w:t>
      </w:r>
      <w:r>
        <w:t xml:space="preserve">, </w:t>
      </w:r>
      <w:r w:rsidR="005A3479">
        <w:t>petite</w:t>
      </w:r>
      <w:r>
        <w:t> ?</w:t>
      </w:r>
    </w:p>
    <w:p w14:paraId="5C95C4B9" w14:textId="77777777" w:rsidR="006F1ADB" w:rsidRDefault="006F1ADB" w:rsidP="005A3479">
      <w:r>
        <w:t>— </w:t>
      </w:r>
      <w:r w:rsidR="005A3479">
        <w:t>Peut-être qu</w:t>
      </w:r>
      <w:r>
        <w:t>’</w:t>
      </w:r>
      <w:r w:rsidR="005A3479">
        <w:t>il est mort</w:t>
      </w:r>
      <w:r>
        <w:t xml:space="preserve">, </w:t>
      </w:r>
      <w:r w:rsidR="005A3479">
        <w:t>murmura-t-elle</w:t>
      </w:r>
      <w:r>
        <w:t xml:space="preserve">. </w:t>
      </w:r>
      <w:r w:rsidR="005A3479">
        <w:t>Et alors</w:t>
      </w:r>
      <w:r>
        <w:t xml:space="preserve">… </w:t>
      </w:r>
      <w:r w:rsidR="005A3479">
        <w:t>je s</w:t>
      </w:r>
      <w:r w:rsidR="005A3479">
        <w:t>e</w:t>
      </w:r>
      <w:r w:rsidR="005A3479">
        <w:t xml:space="preserve">rais </w:t>
      </w:r>
      <w:r w:rsidR="005A3479">
        <w:rPr>
          <w:i/>
        </w:rPr>
        <w:t>libre</w:t>
      </w:r>
      <w:r>
        <w:rPr>
          <w:i/>
        </w:rPr>
        <w:t xml:space="preserve">, </w:t>
      </w:r>
      <w:r w:rsidR="005A3479">
        <w:t>et je pourrais aller vers Jude</w:t>
      </w:r>
      <w:r>
        <w:t xml:space="preserve">… </w:t>
      </w:r>
      <w:r w:rsidR="005A3479">
        <w:t>Ah</w:t>
      </w:r>
      <w:r>
        <w:t xml:space="preserve"> !… </w:t>
      </w:r>
      <w:r w:rsidR="005A3479">
        <w:t>non</w:t>
      </w:r>
      <w:r>
        <w:t xml:space="preserve">… </w:t>
      </w:r>
      <w:r w:rsidR="005A3479">
        <w:t>j</w:t>
      </w:r>
      <w:r>
        <w:t>’</w:t>
      </w:r>
      <w:r w:rsidR="005A3479">
        <w:t xml:space="preserve">oubliais </w:t>
      </w:r>
      <w:r w:rsidR="005A3479">
        <w:rPr>
          <w:i/>
        </w:rPr>
        <w:t>elle</w:t>
      </w:r>
      <w:r>
        <w:rPr>
          <w:i/>
        </w:rPr>
        <w:t xml:space="preserve">… </w:t>
      </w:r>
      <w:r w:rsidR="005A3479">
        <w:t>et Dieu</w:t>
      </w:r>
      <w:r>
        <w:t> !</w:t>
      </w:r>
    </w:p>
    <w:p w14:paraId="7DD4C9EF" w14:textId="77777777" w:rsidR="006F1ADB" w:rsidRDefault="006F1ADB" w:rsidP="005A3479">
      <w:r>
        <w:t>— </w:t>
      </w:r>
      <w:r w:rsidR="005A3479">
        <w:t>Allons écouter</w:t>
      </w:r>
      <w:r>
        <w:t xml:space="preserve">… </w:t>
      </w:r>
      <w:r w:rsidR="005A3479">
        <w:t>Non</w:t>
      </w:r>
      <w:r>
        <w:t xml:space="preserve">… </w:t>
      </w:r>
      <w:r w:rsidR="005A3479">
        <w:t>il ronfle encore</w:t>
      </w:r>
      <w:r>
        <w:t xml:space="preserve">. </w:t>
      </w:r>
      <w:r w:rsidR="005A3479">
        <w:t>Mais le vent et la pluie sont si forts qu</w:t>
      </w:r>
      <w:r>
        <w:t>’</w:t>
      </w:r>
      <w:r w:rsidR="005A3479">
        <w:t>on ne peut guère rien entendre si ce n</w:t>
      </w:r>
      <w:r>
        <w:t>’</w:t>
      </w:r>
      <w:r w:rsidR="005A3479">
        <w:t>est par intervalles</w:t>
      </w:r>
      <w:r>
        <w:t>.</w:t>
      </w:r>
    </w:p>
    <w:p w14:paraId="14CB2D5D" w14:textId="77777777" w:rsidR="006F1ADB" w:rsidRDefault="006F1ADB" w:rsidP="005A3479">
      <w:r>
        <w:t>— </w:t>
      </w:r>
      <w:r w:rsidR="005A3479">
        <w:t>Bonne nuit de nouveau</w:t>
      </w:r>
      <w:r>
        <w:t xml:space="preserve">, </w:t>
      </w:r>
      <w:proofErr w:type="spellStart"/>
      <w:r w:rsidR="005A3479">
        <w:t>mistress</w:t>
      </w:r>
      <w:proofErr w:type="spellEnd"/>
      <w:r w:rsidR="005A3479">
        <w:t xml:space="preserve"> </w:t>
      </w:r>
      <w:proofErr w:type="spellStart"/>
      <w:r w:rsidR="005A3479">
        <w:t>Edlin</w:t>
      </w:r>
      <w:proofErr w:type="spellEnd"/>
      <w:r>
        <w:t xml:space="preserve">. </w:t>
      </w:r>
      <w:r w:rsidR="005A3479">
        <w:t>Je suis fâchée de vous avoir appelée</w:t>
      </w:r>
      <w:r>
        <w:t>.</w:t>
      </w:r>
    </w:p>
    <w:p w14:paraId="50B7F0DD" w14:textId="77777777" w:rsidR="006F1ADB" w:rsidRDefault="005A3479" w:rsidP="005A3479">
      <w:r>
        <w:t>La veuve se retira une seconde fois</w:t>
      </w:r>
      <w:r w:rsidR="006F1ADB">
        <w:t>.</w:t>
      </w:r>
    </w:p>
    <w:p w14:paraId="08CE9535" w14:textId="77777777" w:rsidR="006F1ADB" w:rsidRDefault="005A3479" w:rsidP="005A3479">
      <w:r>
        <w:t>L</w:t>
      </w:r>
      <w:r w:rsidR="006F1ADB">
        <w:t>’</w:t>
      </w:r>
      <w:r>
        <w:t>effort et la résignation reparurent sur le visage de S</w:t>
      </w:r>
      <w:r>
        <w:t>u</w:t>
      </w:r>
      <w:r>
        <w:t>zanne</w:t>
      </w:r>
      <w:r w:rsidR="006F1ADB">
        <w:t xml:space="preserve">, </w:t>
      </w:r>
      <w:r>
        <w:t>quand elle fut seule</w:t>
      </w:r>
      <w:r w:rsidR="006F1ADB">
        <w:t>.</w:t>
      </w:r>
    </w:p>
    <w:p w14:paraId="1C5C7B4A" w14:textId="77777777" w:rsidR="006F1ADB" w:rsidRDefault="006F1ADB" w:rsidP="005A3479">
      <w:r>
        <w:t>— </w:t>
      </w:r>
      <w:r w:rsidR="005A3479">
        <w:t>Je dois le faire</w:t>
      </w:r>
      <w:r>
        <w:t xml:space="preserve">… </w:t>
      </w:r>
      <w:r w:rsidR="005A3479">
        <w:t>je dois</w:t>
      </w:r>
      <w:r>
        <w:t xml:space="preserve"> ! </w:t>
      </w:r>
      <w:r w:rsidR="005A3479">
        <w:t>Il faut boire jusqu</w:t>
      </w:r>
      <w:r>
        <w:t>’</w:t>
      </w:r>
      <w:r w:rsidR="005A3479">
        <w:t>à la lie</w:t>
      </w:r>
      <w:r>
        <w:t xml:space="preserve">, </w:t>
      </w:r>
      <w:r w:rsidR="005A3479">
        <w:t>mu</w:t>
      </w:r>
      <w:r w:rsidR="005A3479">
        <w:t>r</w:t>
      </w:r>
      <w:r w:rsidR="005A3479">
        <w:t>mura-t-elle</w:t>
      </w:r>
      <w:r>
        <w:t>.</w:t>
      </w:r>
    </w:p>
    <w:p w14:paraId="4AB95502" w14:textId="77777777" w:rsidR="006F1ADB" w:rsidRDefault="005A3479" w:rsidP="005A3479">
      <w:r>
        <w:t>Et elle appela une seconde fois</w:t>
      </w:r>
      <w:r w:rsidR="006F1ADB">
        <w:t> :</w:t>
      </w:r>
    </w:p>
    <w:p w14:paraId="4D3992B1" w14:textId="77777777" w:rsidR="006F1ADB" w:rsidRDefault="006F1ADB" w:rsidP="005A3479">
      <w:r>
        <w:t>— </w:t>
      </w:r>
      <w:r w:rsidR="005A3479">
        <w:t>Richard</w:t>
      </w:r>
      <w:r>
        <w:t> !</w:t>
      </w:r>
    </w:p>
    <w:p w14:paraId="624FF0BB" w14:textId="77777777" w:rsidR="006F1ADB" w:rsidRDefault="006F1ADB" w:rsidP="005A3479">
      <w:r>
        <w:t>— </w:t>
      </w:r>
      <w:r w:rsidR="005A3479">
        <w:t>Eh</w:t>
      </w:r>
      <w:r>
        <w:t xml:space="preserve"> ! </w:t>
      </w:r>
      <w:r w:rsidR="005A3479">
        <w:t>Quoi</w:t>
      </w:r>
      <w:r>
        <w:t xml:space="preserve"> ? </w:t>
      </w:r>
      <w:r w:rsidR="005A3479">
        <w:t>Est-ce vous</w:t>
      </w:r>
      <w:r>
        <w:t xml:space="preserve">, </w:t>
      </w:r>
      <w:r w:rsidR="005A3479">
        <w:t>Suzanne</w:t>
      </w:r>
      <w:r>
        <w:t> ?</w:t>
      </w:r>
    </w:p>
    <w:p w14:paraId="50F3DAE0" w14:textId="77777777" w:rsidR="006F1ADB" w:rsidRDefault="006F1ADB" w:rsidP="005A3479">
      <w:r>
        <w:t>— </w:t>
      </w:r>
      <w:r w:rsidR="005A3479">
        <w:t>Oui</w:t>
      </w:r>
      <w:r>
        <w:t>.</w:t>
      </w:r>
    </w:p>
    <w:p w14:paraId="1BE5DC89" w14:textId="77777777" w:rsidR="006F1ADB" w:rsidRDefault="006F1ADB" w:rsidP="005A3479">
      <w:r>
        <w:t>— </w:t>
      </w:r>
      <w:r w:rsidR="005A3479">
        <w:t>Que voulez-vous</w:t>
      </w:r>
      <w:r>
        <w:t xml:space="preserve"> ? </w:t>
      </w:r>
      <w:r w:rsidR="005A3479">
        <w:t>Avez-vous besoin de quelque chose</w:t>
      </w:r>
      <w:r>
        <w:t xml:space="preserve"> ? </w:t>
      </w:r>
      <w:r w:rsidR="005A3479">
        <w:t>Attendez un instant</w:t>
      </w:r>
      <w:r>
        <w:t>.</w:t>
      </w:r>
    </w:p>
    <w:p w14:paraId="2506DF98" w14:textId="77777777" w:rsidR="006F1ADB" w:rsidRDefault="005A3479" w:rsidP="005A3479">
      <w:r>
        <w:t>Il jeta sur lui quelques vêtements et vint à la porte</w:t>
      </w:r>
      <w:r w:rsidR="006F1ADB">
        <w:t>.</w:t>
      </w:r>
    </w:p>
    <w:p w14:paraId="43680DBB" w14:textId="77777777" w:rsidR="006F1ADB" w:rsidRDefault="006F1ADB" w:rsidP="005A3479">
      <w:r>
        <w:lastRenderedPageBreak/>
        <w:t>— </w:t>
      </w:r>
      <w:r w:rsidR="005A3479">
        <w:t>Eh bien</w:t>
      </w:r>
      <w:r>
        <w:t> ?</w:t>
      </w:r>
    </w:p>
    <w:p w14:paraId="79CAC839" w14:textId="77777777" w:rsidR="006F1ADB" w:rsidRDefault="006F1ADB" w:rsidP="005A3479">
      <w:r>
        <w:t>— </w:t>
      </w:r>
      <w:r w:rsidR="005A3479">
        <w:t xml:space="preserve">Quand nous étions à </w:t>
      </w:r>
      <w:proofErr w:type="spellStart"/>
      <w:r w:rsidR="005A3479">
        <w:t>Shaston</w:t>
      </w:r>
      <w:proofErr w:type="spellEnd"/>
      <w:r>
        <w:t xml:space="preserve">, </w:t>
      </w:r>
      <w:r w:rsidR="005A3479">
        <w:t>je sautai par la fenêtre pl</w:t>
      </w:r>
      <w:r w:rsidR="005A3479">
        <w:t>u</w:t>
      </w:r>
      <w:r w:rsidR="005A3479">
        <w:t>tôt que de vous laisser m</w:t>
      </w:r>
      <w:r>
        <w:t>’</w:t>
      </w:r>
      <w:r w:rsidR="005A3479">
        <w:t>approcher</w:t>
      </w:r>
      <w:r>
        <w:t xml:space="preserve">. </w:t>
      </w:r>
      <w:r w:rsidR="005A3479">
        <w:t>Je n</w:t>
      </w:r>
      <w:r>
        <w:t>’</w:t>
      </w:r>
      <w:r w:rsidR="005A3479">
        <w:t>ai jamais réparé ce traitement</w:t>
      </w:r>
      <w:r>
        <w:t xml:space="preserve">, </w:t>
      </w:r>
      <w:r w:rsidR="005A3479">
        <w:t>jusqu</w:t>
      </w:r>
      <w:r>
        <w:t>’</w:t>
      </w:r>
      <w:r w:rsidR="005A3479">
        <w:t>à aujourd</w:t>
      </w:r>
      <w:r>
        <w:t>’</w:t>
      </w:r>
      <w:r w:rsidR="005A3479">
        <w:t>hui</w:t>
      </w:r>
      <w:r>
        <w:t xml:space="preserve">… </w:t>
      </w:r>
      <w:r w:rsidR="005A3479">
        <w:t>où je viens vous en demander pardon</w:t>
      </w:r>
      <w:r>
        <w:t xml:space="preserve">, </w:t>
      </w:r>
      <w:r w:rsidR="005A3479">
        <w:t>et vous demander de me recevoir</w:t>
      </w:r>
      <w:r>
        <w:t>.</w:t>
      </w:r>
    </w:p>
    <w:p w14:paraId="2F3ECA58" w14:textId="77777777" w:rsidR="006F1ADB" w:rsidRDefault="006F1ADB" w:rsidP="005A3479">
      <w:r>
        <w:t>— </w:t>
      </w:r>
      <w:r w:rsidR="005A3479">
        <w:t>Peut-être ne songez-vous qu</w:t>
      </w:r>
      <w:r>
        <w:t>’</w:t>
      </w:r>
      <w:r w:rsidR="005A3479">
        <w:t>à l</w:t>
      </w:r>
      <w:r>
        <w:t>’</w:t>
      </w:r>
      <w:r w:rsidR="005A3479">
        <w:t>obligation d</w:t>
      </w:r>
      <w:r>
        <w:t>’</w:t>
      </w:r>
      <w:r w:rsidR="005A3479">
        <w:t>agir ainsi</w:t>
      </w:r>
      <w:r>
        <w:t xml:space="preserve"> ? </w:t>
      </w:r>
      <w:r w:rsidR="005A3479">
        <w:t>Je ne désire pas que vous vous fassiez violence pour venir</w:t>
      </w:r>
      <w:r>
        <w:t xml:space="preserve">, </w:t>
      </w:r>
      <w:r w:rsidR="005A3479">
        <w:t>je vous l</w:t>
      </w:r>
      <w:r>
        <w:t>’</w:t>
      </w:r>
      <w:r w:rsidR="005A3479">
        <w:t>ai déjà dit</w:t>
      </w:r>
      <w:r>
        <w:t>.</w:t>
      </w:r>
    </w:p>
    <w:p w14:paraId="7A99738A" w14:textId="77777777" w:rsidR="006F1ADB" w:rsidRDefault="006F1ADB" w:rsidP="005A3479">
      <w:r>
        <w:t>— </w:t>
      </w:r>
      <w:r w:rsidR="005A3479">
        <w:t>Mais je sollicite d</w:t>
      </w:r>
      <w:r>
        <w:t>’</w:t>
      </w:r>
      <w:r w:rsidR="005A3479">
        <w:t>être admise</w:t>
      </w:r>
      <w:r>
        <w:t>.</w:t>
      </w:r>
    </w:p>
    <w:p w14:paraId="4FDCB25E" w14:textId="77777777" w:rsidR="006F1ADB" w:rsidRDefault="005A3479" w:rsidP="005A3479">
      <w:r>
        <w:t>Elle attendit un moment et répéta</w:t>
      </w:r>
      <w:r w:rsidR="006F1ADB">
        <w:t> :</w:t>
      </w:r>
    </w:p>
    <w:p w14:paraId="6618C5B7" w14:textId="77777777" w:rsidR="006F1ADB" w:rsidRDefault="006F1ADB" w:rsidP="005A3479">
      <w:r>
        <w:t>— </w:t>
      </w:r>
      <w:r w:rsidR="005A3479">
        <w:t>Je sollicite d</w:t>
      </w:r>
      <w:r>
        <w:t>’</w:t>
      </w:r>
      <w:r w:rsidR="005A3479">
        <w:t>être admise</w:t>
      </w:r>
      <w:r>
        <w:t xml:space="preserve"> ! </w:t>
      </w:r>
      <w:r w:rsidR="005A3479">
        <w:t>J</w:t>
      </w:r>
      <w:r>
        <w:t>’</w:t>
      </w:r>
      <w:r w:rsidR="005A3479">
        <w:t>ai été dans le péché</w:t>
      </w:r>
      <w:r>
        <w:t xml:space="preserve">… </w:t>
      </w:r>
      <w:r w:rsidR="005A3479">
        <w:t>même aujourd</w:t>
      </w:r>
      <w:r>
        <w:t>’</w:t>
      </w:r>
      <w:r w:rsidR="005A3479">
        <w:t>hui</w:t>
      </w:r>
      <w:r>
        <w:t xml:space="preserve">. </w:t>
      </w:r>
      <w:r w:rsidR="005A3479">
        <w:t>J</w:t>
      </w:r>
      <w:r>
        <w:t>’</w:t>
      </w:r>
      <w:r w:rsidR="005A3479">
        <w:t>ai outrepassé mes droits</w:t>
      </w:r>
      <w:r>
        <w:t xml:space="preserve">. </w:t>
      </w:r>
      <w:r w:rsidR="005A3479">
        <w:t>Je n</w:t>
      </w:r>
      <w:r>
        <w:t>’</w:t>
      </w:r>
      <w:r w:rsidR="005A3479">
        <w:t>avais pas l</w:t>
      </w:r>
      <w:r>
        <w:t>’</w:t>
      </w:r>
      <w:r w:rsidR="005A3479">
        <w:t>intention de vous le dire</w:t>
      </w:r>
      <w:r>
        <w:t xml:space="preserve">, </w:t>
      </w:r>
      <w:r w:rsidR="005A3479">
        <w:t>mais peut-être que je le dois</w:t>
      </w:r>
      <w:r>
        <w:t xml:space="preserve">. </w:t>
      </w:r>
      <w:r w:rsidR="005A3479">
        <w:t>J</w:t>
      </w:r>
      <w:r>
        <w:t>’</w:t>
      </w:r>
      <w:r w:rsidR="005A3479">
        <w:t>ai p</w:t>
      </w:r>
      <w:r w:rsidR="005A3479">
        <w:t>é</w:t>
      </w:r>
      <w:r w:rsidR="005A3479">
        <w:t>ché contre vous cet après-midi</w:t>
      </w:r>
      <w:r>
        <w:t>.</w:t>
      </w:r>
    </w:p>
    <w:p w14:paraId="668E3692" w14:textId="77777777" w:rsidR="006F1ADB" w:rsidRDefault="006F1ADB" w:rsidP="005A3479">
      <w:r>
        <w:t>— </w:t>
      </w:r>
      <w:r w:rsidR="005A3479">
        <w:t>Comment</w:t>
      </w:r>
      <w:r>
        <w:t> ?</w:t>
      </w:r>
    </w:p>
    <w:p w14:paraId="713B445E" w14:textId="77777777" w:rsidR="006F1ADB" w:rsidRDefault="006F1ADB" w:rsidP="005A3479">
      <w:r>
        <w:t>— </w:t>
      </w:r>
      <w:r w:rsidR="005A3479">
        <w:t>J</w:t>
      </w:r>
      <w:r>
        <w:t>’</w:t>
      </w:r>
      <w:r w:rsidR="005A3479">
        <w:t>ai rencontré Jude</w:t>
      </w:r>
      <w:r>
        <w:t xml:space="preserve"> ! </w:t>
      </w:r>
      <w:r w:rsidR="005A3479">
        <w:t>J</w:t>
      </w:r>
      <w:r>
        <w:t>’</w:t>
      </w:r>
      <w:r w:rsidR="005A3479">
        <w:t>ignorais sa venue</w:t>
      </w:r>
      <w:r>
        <w:t xml:space="preserve">. </w:t>
      </w:r>
      <w:r w:rsidR="005A3479">
        <w:t>Et</w:t>
      </w:r>
      <w:r>
        <w:t>…</w:t>
      </w:r>
    </w:p>
    <w:p w14:paraId="59DB5F84" w14:textId="77777777" w:rsidR="006F1ADB" w:rsidRDefault="006F1ADB" w:rsidP="005A3479">
      <w:r>
        <w:t>— </w:t>
      </w:r>
      <w:r w:rsidR="005A3479">
        <w:t>Eh bien</w:t>
      </w:r>
      <w:r>
        <w:t> ?</w:t>
      </w:r>
    </w:p>
    <w:p w14:paraId="32DBDF71" w14:textId="77777777" w:rsidR="006F1ADB" w:rsidRDefault="006F1ADB" w:rsidP="005A3479">
      <w:r>
        <w:t>— </w:t>
      </w:r>
      <w:r w:rsidR="005A3479">
        <w:t>Je l</w:t>
      </w:r>
      <w:r>
        <w:t>’</w:t>
      </w:r>
      <w:r w:rsidR="005A3479">
        <w:t>ai embrassé et me suis laissé embrasser</w:t>
      </w:r>
      <w:r>
        <w:t>.</w:t>
      </w:r>
    </w:p>
    <w:p w14:paraId="044917C1" w14:textId="77777777" w:rsidR="006F1ADB" w:rsidRDefault="006F1ADB" w:rsidP="005A3479">
      <w:r>
        <w:t>— </w:t>
      </w:r>
      <w:r w:rsidR="005A3479">
        <w:t>Oh</w:t>
      </w:r>
      <w:r>
        <w:t xml:space="preserve"> ! </w:t>
      </w:r>
      <w:r w:rsidR="005A3479">
        <w:t>le passé</w:t>
      </w:r>
      <w:r>
        <w:t> !</w:t>
      </w:r>
    </w:p>
    <w:p w14:paraId="227F6CF0" w14:textId="77777777" w:rsidR="006F1ADB" w:rsidRDefault="006F1ADB" w:rsidP="005A3479">
      <w:r>
        <w:t>— </w:t>
      </w:r>
      <w:r w:rsidR="005A3479">
        <w:t>Richard</w:t>
      </w:r>
      <w:r>
        <w:t xml:space="preserve">, </w:t>
      </w:r>
      <w:r w:rsidR="005A3479">
        <w:t>je ne savais pas que nous allions nous embra</w:t>
      </w:r>
      <w:r w:rsidR="005A3479">
        <w:t>s</w:t>
      </w:r>
      <w:r w:rsidR="005A3479">
        <w:t>ser</w:t>
      </w:r>
      <w:r>
        <w:t xml:space="preserve">, </w:t>
      </w:r>
      <w:r w:rsidR="005A3479">
        <w:t>quand cela est arrivé</w:t>
      </w:r>
      <w:r>
        <w:t> !</w:t>
      </w:r>
    </w:p>
    <w:p w14:paraId="71ACD25F" w14:textId="77777777" w:rsidR="006F1ADB" w:rsidRDefault="006F1ADB" w:rsidP="005A3479">
      <w:r>
        <w:t>— </w:t>
      </w:r>
      <w:r w:rsidR="005A3479">
        <w:t>Combien de fois</w:t>
      </w:r>
      <w:r>
        <w:t> ?</w:t>
      </w:r>
    </w:p>
    <w:p w14:paraId="0106D664" w14:textId="77777777" w:rsidR="006F1ADB" w:rsidRDefault="006F1ADB" w:rsidP="005A3479">
      <w:r>
        <w:t>— </w:t>
      </w:r>
      <w:r w:rsidR="005A3479">
        <w:t>Beaucoup</w:t>
      </w:r>
      <w:r>
        <w:t xml:space="preserve">. </w:t>
      </w:r>
      <w:r w:rsidR="005A3479">
        <w:t>Je ne sais pas</w:t>
      </w:r>
      <w:r>
        <w:t xml:space="preserve">. </w:t>
      </w:r>
      <w:r w:rsidR="005A3479">
        <w:t>J</w:t>
      </w:r>
      <w:r>
        <w:t>’</w:t>
      </w:r>
      <w:r w:rsidR="005A3479">
        <w:t>ai horreur d</w:t>
      </w:r>
      <w:r>
        <w:t>’</w:t>
      </w:r>
      <w:r w:rsidR="005A3479">
        <w:t>y penser et le moins que je puisse faire après cela est de venir à vous</w:t>
      </w:r>
      <w:r>
        <w:t xml:space="preserve">, </w:t>
      </w:r>
      <w:r w:rsidR="005A3479">
        <w:t>comme je fais</w:t>
      </w:r>
      <w:r>
        <w:t>.</w:t>
      </w:r>
    </w:p>
    <w:p w14:paraId="15A71CF8" w14:textId="77777777" w:rsidR="006F1ADB" w:rsidRDefault="006F1ADB" w:rsidP="005A3479">
      <w:r>
        <w:lastRenderedPageBreak/>
        <w:t>— </w:t>
      </w:r>
      <w:r w:rsidR="005A3479">
        <w:t>Venez</w:t>
      </w:r>
      <w:r>
        <w:t xml:space="preserve">… </w:t>
      </w:r>
      <w:r w:rsidR="005A3479">
        <w:t>C</w:t>
      </w:r>
      <w:r>
        <w:t>’</w:t>
      </w:r>
      <w:r w:rsidR="005A3479">
        <w:t>est assez mal</w:t>
      </w:r>
      <w:r>
        <w:t xml:space="preserve">, </w:t>
      </w:r>
      <w:r w:rsidR="005A3479">
        <w:t>après ce que j</w:t>
      </w:r>
      <w:r>
        <w:t>’</w:t>
      </w:r>
      <w:r w:rsidR="005A3479">
        <w:t>ai fait</w:t>
      </w:r>
      <w:r>
        <w:t xml:space="preserve">. </w:t>
      </w:r>
      <w:r w:rsidR="005A3479">
        <w:t>Encore quelque chose à confesser</w:t>
      </w:r>
      <w:r>
        <w:t> ?</w:t>
      </w:r>
    </w:p>
    <w:p w14:paraId="26314040" w14:textId="77777777" w:rsidR="006F1ADB" w:rsidRDefault="006F1ADB" w:rsidP="005A3479">
      <w:r>
        <w:t>— </w:t>
      </w:r>
      <w:r w:rsidR="005A3479">
        <w:t>Non</w:t>
      </w:r>
      <w:r>
        <w:t>.</w:t>
      </w:r>
    </w:p>
    <w:p w14:paraId="5A9BCE11" w14:textId="77777777" w:rsidR="006F1ADB" w:rsidRDefault="005A3479" w:rsidP="005A3479">
      <w:r>
        <w:t>Elle avait été sur le point de dire</w:t>
      </w:r>
      <w:r w:rsidR="006F1ADB">
        <w:t> : « </w:t>
      </w:r>
      <w:r>
        <w:t>Je l</w:t>
      </w:r>
      <w:r w:rsidR="006F1ADB">
        <w:t>’</w:t>
      </w:r>
      <w:r>
        <w:t>ai appelé mon cher amour</w:t>
      </w:r>
      <w:r w:rsidR="006F1ADB">
        <w:t>. »</w:t>
      </w:r>
      <w:r>
        <w:t xml:space="preserve"> Mais comme la contrition d</w:t>
      </w:r>
      <w:r w:rsidR="006F1ADB">
        <w:t>’</w:t>
      </w:r>
      <w:r>
        <w:t>une femme ne va pas sans quelque petite réserve</w:t>
      </w:r>
      <w:r w:rsidR="006F1ADB">
        <w:t xml:space="preserve">, </w:t>
      </w:r>
      <w:r>
        <w:t>ce détail de la scène fut passé sous s</w:t>
      </w:r>
      <w:r>
        <w:t>i</w:t>
      </w:r>
      <w:r>
        <w:t>lence</w:t>
      </w:r>
      <w:r w:rsidR="006F1ADB">
        <w:t xml:space="preserve">. </w:t>
      </w:r>
      <w:r>
        <w:t>Elle continua</w:t>
      </w:r>
      <w:r w:rsidR="006F1ADB">
        <w:t> :</w:t>
      </w:r>
    </w:p>
    <w:p w14:paraId="1A2DC959" w14:textId="77777777" w:rsidR="006F1ADB" w:rsidRDefault="006F1ADB" w:rsidP="005A3479">
      <w:r>
        <w:t>— </w:t>
      </w:r>
      <w:r w:rsidR="005A3479">
        <w:t>Je ne le reverrai plus</w:t>
      </w:r>
      <w:r>
        <w:t xml:space="preserve">. </w:t>
      </w:r>
      <w:r w:rsidR="005A3479">
        <w:t>Il m</w:t>
      </w:r>
      <w:r>
        <w:t>’</w:t>
      </w:r>
      <w:r w:rsidR="005A3479">
        <w:t>a parlé de certaines choses du passé</w:t>
      </w:r>
      <w:r>
        <w:t xml:space="preserve">, </w:t>
      </w:r>
      <w:r w:rsidR="005A3479">
        <w:t>et cela m</w:t>
      </w:r>
      <w:r>
        <w:t>’</w:t>
      </w:r>
      <w:r w:rsidR="005A3479">
        <w:t>a vaincue</w:t>
      </w:r>
      <w:r>
        <w:t xml:space="preserve">. </w:t>
      </w:r>
      <w:r w:rsidR="005A3479">
        <w:t>Il m</w:t>
      </w:r>
      <w:r>
        <w:t>’</w:t>
      </w:r>
      <w:r w:rsidR="005A3479">
        <w:t>a parlé</w:t>
      </w:r>
      <w:r>
        <w:t xml:space="preserve">… </w:t>
      </w:r>
      <w:r w:rsidR="005A3479">
        <w:t>des enfants</w:t>
      </w:r>
      <w:r>
        <w:t xml:space="preserve">… </w:t>
      </w:r>
      <w:r w:rsidR="005A3479">
        <w:t>Mais</w:t>
      </w:r>
      <w:r>
        <w:t xml:space="preserve">, </w:t>
      </w:r>
      <w:r w:rsidR="005A3479">
        <w:t>comme j</w:t>
      </w:r>
      <w:r>
        <w:t>’</w:t>
      </w:r>
      <w:r w:rsidR="005A3479">
        <w:t>ai dit</w:t>
      </w:r>
      <w:r>
        <w:t xml:space="preserve">, </w:t>
      </w:r>
      <w:r w:rsidR="005A3479">
        <w:t>je suis joyeuse</w:t>
      </w:r>
      <w:r>
        <w:t xml:space="preserve">… </w:t>
      </w:r>
      <w:r w:rsidR="005A3479">
        <w:t>presque joyeuse</w:t>
      </w:r>
      <w:r>
        <w:t xml:space="preserve">, </w:t>
      </w:r>
      <w:r w:rsidR="005A3479">
        <w:t>je veux dire</w:t>
      </w:r>
      <w:r>
        <w:t xml:space="preserve">, </w:t>
      </w:r>
      <w:r w:rsidR="005A3479">
        <w:t>qu</w:t>
      </w:r>
      <w:r>
        <w:t>’</w:t>
      </w:r>
      <w:r w:rsidR="005A3479">
        <w:t>ils soient morts</w:t>
      </w:r>
      <w:r>
        <w:t xml:space="preserve">, </w:t>
      </w:r>
      <w:r w:rsidR="005A3479">
        <w:t>Richard</w:t>
      </w:r>
      <w:r>
        <w:t xml:space="preserve">. </w:t>
      </w:r>
      <w:r w:rsidR="005A3479">
        <w:t>Toute cette partie de ma vie est ainsi effacée</w:t>
      </w:r>
      <w:r>
        <w:t> !</w:t>
      </w:r>
    </w:p>
    <w:p w14:paraId="23156F76" w14:textId="77777777" w:rsidR="006F1ADB" w:rsidRDefault="006F1ADB" w:rsidP="005A3479">
      <w:r>
        <w:t>— </w:t>
      </w:r>
      <w:r w:rsidR="005A3479">
        <w:t>Bien</w:t>
      </w:r>
      <w:r>
        <w:t xml:space="preserve">… </w:t>
      </w:r>
      <w:r w:rsidR="005A3479">
        <w:t>pour ce qui est de ne pas le revoir</w:t>
      </w:r>
      <w:r>
        <w:t xml:space="preserve">. </w:t>
      </w:r>
      <w:r w:rsidR="005A3479">
        <w:t>Alors</w:t>
      </w:r>
      <w:r>
        <w:t xml:space="preserve">… </w:t>
      </w:r>
      <w:r w:rsidR="005A3479">
        <w:t>vous voulez vraiment</w:t>
      </w:r>
      <w:r>
        <w:t>… ?</w:t>
      </w:r>
    </w:p>
    <w:p w14:paraId="283FF997" w14:textId="77777777" w:rsidR="006F1ADB" w:rsidRDefault="005A3479" w:rsidP="005A3479">
      <w:r>
        <w:t xml:space="preserve">Il y avait quelque chose dans le ton de </w:t>
      </w:r>
      <w:proofErr w:type="spellStart"/>
      <w:r>
        <w:t>Phillotson</w:t>
      </w:r>
      <w:proofErr w:type="spellEnd"/>
      <w:r w:rsidR="006F1ADB">
        <w:t xml:space="preserve">, </w:t>
      </w:r>
      <w:r>
        <w:t>qui se</w:t>
      </w:r>
      <w:r>
        <w:t>m</w:t>
      </w:r>
      <w:r>
        <w:t>blait indiquer que ses trois mois de remariage avec Suzanne n</w:t>
      </w:r>
      <w:r w:rsidR="006F1ADB">
        <w:t>’</w:t>
      </w:r>
      <w:r>
        <w:t>avaient pas laissé</w:t>
      </w:r>
      <w:r w:rsidR="006F1ADB">
        <w:t xml:space="preserve">, </w:t>
      </w:r>
      <w:r>
        <w:t>d</w:t>
      </w:r>
      <w:r w:rsidR="006F1ADB">
        <w:t>’</w:t>
      </w:r>
      <w:r>
        <w:t>une manière ou d</w:t>
      </w:r>
      <w:r w:rsidR="006F1ADB">
        <w:t>’</w:t>
      </w:r>
      <w:r>
        <w:t>une autre</w:t>
      </w:r>
      <w:r w:rsidR="006F1ADB">
        <w:t xml:space="preserve">, </w:t>
      </w:r>
      <w:r>
        <w:t>de lui donner moins de satisfaction que sa grandeur d</w:t>
      </w:r>
      <w:r w:rsidR="006F1ADB">
        <w:t>’</w:t>
      </w:r>
      <w:r>
        <w:t>âme ou la patience de ses désirs ne le lui avaient fait supposer</w:t>
      </w:r>
      <w:r w:rsidR="006F1ADB">
        <w:t>.</w:t>
      </w:r>
    </w:p>
    <w:p w14:paraId="54287483" w14:textId="77777777" w:rsidR="006F1ADB" w:rsidRDefault="006F1ADB" w:rsidP="005A3479">
      <w:r>
        <w:t>— </w:t>
      </w:r>
      <w:r w:rsidR="005A3479">
        <w:t>Oui</w:t>
      </w:r>
      <w:r>
        <w:t xml:space="preserve"> ! </w:t>
      </w:r>
      <w:r w:rsidR="005A3479">
        <w:t>oui</w:t>
      </w:r>
      <w:r>
        <w:t> !</w:t>
      </w:r>
    </w:p>
    <w:p w14:paraId="46C3C2ED" w14:textId="77777777" w:rsidR="006F1ADB" w:rsidRDefault="006F1ADB" w:rsidP="005A3479">
      <w:r>
        <w:t>— </w:t>
      </w:r>
      <w:r w:rsidR="005A3479">
        <w:t>Voulez-vous bien le jurer sur le Nouveau Testament</w:t>
      </w:r>
      <w:r>
        <w:t> ?</w:t>
      </w:r>
    </w:p>
    <w:p w14:paraId="7B337E3D" w14:textId="77777777" w:rsidR="006F1ADB" w:rsidRDefault="006F1ADB" w:rsidP="005A3479">
      <w:r>
        <w:t>— </w:t>
      </w:r>
      <w:r w:rsidR="005A3479">
        <w:t>Je le veux bien</w:t>
      </w:r>
      <w:r>
        <w:t>.</w:t>
      </w:r>
    </w:p>
    <w:p w14:paraId="7C6209FF" w14:textId="77777777" w:rsidR="006F1ADB" w:rsidRDefault="005A3479" w:rsidP="005A3479">
      <w:r>
        <w:t>Il rentra dans la chambre et revint avec un petit Testament brun</w:t>
      </w:r>
      <w:r w:rsidR="006F1ADB">
        <w:t>.</w:t>
      </w:r>
    </w:p>
    <w:p w14:paraId="54C642B5" w14:textId="77777777" w:rsidR="006F1ADB" w:rsidRDefault="006F1ADB" w:rsidP="005A3479">
      <w:r>
        <w:t>— </w:t>
      </w:r>
      <w:r w:rsidR="005A3479">
        <w:t>Maintenant</w:t>
      </w:r>
      <w:r>
        <w:t xml:space="preserve">, </w:t>
      </w:r>
      <w:r w:rsidR="005A3479">
        <w:t>donc</w:t>
      </w:r>
      <w:r>
        <w:t xml:space="preserve">, </w:t>
      </w:r>
      <w:r w:rsidR="005A3479">
        <w:t>que Dieu vous aide</w:t>
      </w:r>
      <w:r>
        <w:t> !</w:t>
      </w:r>
    </w:p>
    <w:p w14:paraId="1530B250" w14:textId="77777777" w:rsidR="006F1ADB" w:rsidRDefault="005A3479" w:rsidP="005A3479">
      <w:r>
        <w:t>Elle jura</w:t>
      </w:r>
      <w:r w:rsidR="006F1ADB">
        <w:t>.</w:t>
      </w:r>
    </w:p>
    <w:p w14:paraId="05F2A2DD" w14:textId="77777777" w:rsidR="006F1ADB" w:rsidRDefault="006F1ADB" w:rsidP="005A3479">
      <w:r>
        <w:lastRenderedPageBreak/>
        <w:t>— </w:t>
      </w:r>
      <w:r w:rsidR="005A3479">
        <w:t>Très bien</w:t>
      </w:r>
      <w:r>
        <w:t>.</w:t>
      </w:r>
    </w:p>
    <w:p w14:paraId="72E789E6" w14:textId="77777777" w:rsidR="006F1ADB" w:rsidRDefault="006F1ADB" w:rsidP="005A3479">
      <w:r>
        <w:t>— </w:t>
      </w:r>
      <w:r w:rsidR="005A3479">
        <w:t>Maintenant</w:t>
      </w:r>
      <w:r>
        <w:t xml:space="preserve">, </w:t>
      </w:r>
      <w:r w:rsidR="005A3479">
        <w:t>je vous supplie</w:t>
      </w:r>
      <w:r>
        <w:t xml:space="preserve">, </w:t>
      </w:r>
      <w:r w:rsidR="005A3479">
        <w:t>Richard</w:t>
      </w:r>
      <w:r>
        <w:t xml:space="preserve">, </w:t>
      </w:r>
      <w:r w:rsidR="005A3479">
        <w:t>vous à qui j</w:t>
      </w:r>
      <w:r>
        <w:t>’</w:t>
      </w:r>
      <w:r w:rsidR="005A3479">
        <w:t>appartiens</w:t>
      </w:r>
      <w:r>
        <w:t xml:space="preserve">, </w:t>
      </w:r>
      <w:r w:rsidR="005A3479">
        <w:t>et à qui je veux rendre honneur et obéissance</w:t>
      </w:r>
      <w:r>
        <w:t xml:space="preserve">, </w:t>
      </w:r>
      <w:r w:rsidR="005A3479">
        <w:t>comme j</w:t>
      </w:r>
      <w:r>
        <w:t>’</w:t>
      </w:r>
      <w:r w:rsidR="005A3479">
        <w:t>en ai fait le vœu</w:t>
      </w:r>
      <w:r>
        <w:t xml:space="preserve">, </w:t>
      </w:r>
      <w:r w:rsidR="005A3479">
        <w:t>je vous supplie de me laisser entrer</w:t>
      </w:r>
      <w:r>
        <w:t>.</w:t>
      </w:r>
    </w:p>
    <w:p w14:paraId="620AFDF3" w14:textId="77777777" w:rsidR="006F1ADB" w:rsidRDefault="006F1ADB" w:rsidP="005A3479">
      <w:r>
        <w:t>— </w:t>
      </w:r>
      <w:r w:rsidR="005A3479">
        <w:t>Pensez-y bien</w:t>
      </w:r>
      <w:r>
        <w:t xml:space="preserve">. </w:t>
      </w:r>
      <w:r w:rsidR="005A3479">
        <w:t>Vous savez ce que cela signifie</w:t>
      </w:r>
      <w:r>
        <w:t xml:space="preserve">. </w:t>
      </w:r>
      <w:r w:rsidR="005A3479">
        <w:t>Vous r</w:t>
      </w:r>
      <w:r w:rsidR="005A3479">
        <w:t>e</w:t>
      </w:r>
      <w:r w:rsidR="005A3479">
        <w:t>prendre était une chose</w:t>
      </w:r>
      <w:r>
        <w:t xml:space="preserve"> ; </w:t>
      </w:r>
      <w:r w:rsidR="005A3479">
        <w:t>cela en est une autre</w:t>
      </w:r>
      <w:r>
        <w:t xml:space="preserve">. </w:t>
      </w:r>
      <w:r w:rsidR="005A3479">
        <w:t>Ainsi</w:t>
      </w:r>
      <w:r>
        <w:t xml:space="preserve">, </w:t>
      </w:r>
      <w:r w:rsidR="005A3479">
        <w:t>réfléchi</w:t>
      </w:r>
      <w:r w:rsidR="005A3479">
        <w:t>s</w:t>
      </w:r>
      <w:r w:rsidR="005A3479">
        <w:t>sez encore</w:t>
      </w:r>
      <w:r>
        <w:t>.</w:t>
      </w:r>
    </w:p>
    <w:p w14:paraId="28083799" w14:textId="77777777" w:rsidR="006F1ADB" w:rsidRDefault="006F1ADB" w:rsidP="005A3479">
      <w:r>
        <w:t>— </w:t>
      </w:r>
      <w:r w:rsidR="005A3479">
        <w:t>J</w:t>
      </w:r>
      <w:r>
        <w:t>’</w:t>
      </w:r>
      <w:r w:rsidR="005A3479">
        <w:t>ai réfléchi</w:t>
      </w:r>
      <w:r>
        <w:t xml:space="preserve">… </w:t>
      </w:r>
      <w:r w:rsidR="005A3479">
        <w:t>C</w:t>
      </w:r>
      <w:r>
        <w:t>’</w:t>
      </w:r>
      <w:r w:rsidR="005A3479">
        <w:t>est mon désir</w:t>
      </w:r>
      <w:r>
        <w:t> !</w:t>
      </w:r>
    </w:p>
    <w:p w14:paraId="4948195F" w14:textId="77777777" w:rsidR="006F1ADB" w:rsidRDefault="006F1ADB" w:rsidP="005A3479">
      <w:r>
        <w:t>— </w:t>
      </w:r>
      <w:r w:rsidR="005A3479">
        <w:t>C</w:t>
      </w:r>
      <w:r>
        <w:t>’</w:t>
      </w:r>
      <w:r w:rsidR="005A3479">
        <w:t>est un esprit de condescendance</w:t>
      </w:r>
      <w:r>
        <w:t xml:space="preserve">, </w:t>
      </w:r>
      <w:r w:rsidR="005A3479">
        <w:t>et peut-être avez-vous raison</w:t>
      </w:r>
      <w:r>
        <w:t xml:space="preserve">. </w:t>
      </w:r>
      <w:r w:rsidR="005A3479">
        <w:t>Avec un amant qui rôde</w:t>
      </w:r>
      <w:r>
        <w:t xml:space="preserve">, </w:t>
      </w:r>
      <w:r w:rsidR="005A3479">
        <w:t>le demi-mariage doit être co</w:t>
      </w:r>
      <w:r w:rsidR="005A3479">
        <w:t>m</w:t>
      </w:r>
      <w:r w:rsidR="005A3479">
        <w:t>plété</w:t>
      </w:r>
      <w:r>
        <w:t xml:space="preserve">. </w:t>
      </w:r>
      <w:r w:rsidR="005A3479">
        <w:t>Mais je vous répète</w:t>
      </w:r>
      <w:r>
        <w:t xml:space="preserve">, </w:t>
      </w:r>
      <w:r w:rsidR="005A3479">
        <w:t>une troisième et dernière fois</w:t>
      </w:r>
      <w:r>
        <w:t xml:space="preserve">, </w:t>
      </w:r>
      <w:r w:rsidR="005A3479">
        <w:t>de bien réfléchir</w:t>
      </w:r>
      <w:r>
        <w:t>.</w:t>
      </w:r>
    </w:p>
    <w:p w14:paraId="638B15C6" w14:textId="77777777" w:rsidR="006F1ADB" w:rsidRDefault="006F1ADB" w:rsidP="005A3479">
      <w:r>
        <w:t>— </w:t>
      </w:r>
      <w:r w:rsidR="005A3479">
        <w:t>C</w:t>
      </w:r>
      <w:r>
        <w:t>’</w:t>
      </w:r>
      <w:r w:rsidR="005A3479">
        <w:t>est mon désir</w:t>
      </w:r>
      <w:r>
        <w:t xml:space="preserve"> !… </w:t>
      </w:r>
      <w:r w:rsidR="005A3479">
        <w:t>Oh</w:t>
      </w:r>
      <w:r>
        <w:t xml:space="preserve"> ! </w:t>
      </w:r>
      <w:r w:rsidR="005A3479">
        <w:t>Dieu</w:t>
      </w:r>
      <w:r>
        <w:t>…</w:t>
      </w:r>
    </w:p>
    <w:p w14:paraId="4AE6E70C" w14:textId="77777777" w:rsidR="006F1ADB" w:rsidRDefault="006F1ADB" w:rsidP="005A3479">
      <w:r>
        <w:t>— </w:t>
      </w:r>
      <w:r w:rsidR="005A3479">
        <w:t>Pourquoi dites-vous</w:t>
      </w:r>
      <w:r>
        <w:t xml:space="preserve"> : </w:t>
      </w:r>
      <w:r w:rsidR="005A3479">
        <w:t>oh</w:t>
      </w:r>
      <w:r>
        <w:t xml:space="preserve"> ! </w:t>
      </w:r>
      <w:r w:rsidR="005A3479">
        <w:t>Dieu</w:t>
      </w:r>
      <w:r>
        <w:t> ?</w:t>
      </w:r>
    </w:p>
    <w:p w14:paraId="3FB5829C" w14:textId="77777777" w:rsidR="006F1ADB" w:rsidRDefault="006F1ADB" w:rsidP="005A3479">
      <w:r>
        <w:t>— </w:t>
      </w:r>
      <w:r w:rsidR="005A3479">
        <w:t>Je ne sais pas</w:t>
      </w:r>
      <w:r>
        <w:t>.</w:t>
      </w:r>
    </w:p>
    <w:p w14:paraId="5BE9DCB1" w14:textId="77777777" w:rsidR="006F1ADB" w:rsidRDefault="006F1ADB" w:rsidP="005A3479">
      <w:r>
        <w:t>— </w:t>
      </w:r>
      <w:r w:rsidR="005A3479">
        <w:t>Si</w:t>
      </w:r>
      <w:r>
        <w:t xml:space="preserve"> ! </w:t>
      </w:r>
      <w:r w:rsidR="005A3479">
        <w:t>vous le savez</w:t>
      </w:r>
      <w:r>
        <w:t xml:space="preserve"> ! </w:t>
      </w:r>
      <w:r w:rsidR="005A3479">
        <w:t>Mais</w:t>
      </w:r>
      <w:r>
        <w:t>…</w:t>
      </w:r>
    </w:p>
    <w:p w14:paraId="4989B1A4" w14:textId="77777777" w:rsidR="006F1ADB" w:rsidRDefault="005A3479" w:rsidP="005A3479">
      <w:r>
        <w:t xml:space="preserve">Il regarda un assez </w:t>
      </w:r>
      <w:proofErr w:type="spellStart"/>
      <w:r>
        <w:t>long temps</w:t>
      </w:r>
      <w:proofErr w:type="spellEnd"/>
      <w:r>
        <w:t xml:space="preserve"> sa forme délicate et fragile</w:t>
      </w:r>
      <w:r w:rsidR="006F1ADB">
        <w:t xml:space="preserve">, </w:t>
      </w:r>
      <w:r>
        <w:t>tandis qu</w:t>
      </w:r>
      <w:r w:rsidR="006F1ADB">
        <w:t>’</w:t>
      </w:r>
      <w:r>
        <w:t>elle s</w:t>
      </w:r>
      <w:r w:rsidR="006F1ADB">
        <w:t>’</w:t>
      </w:r>
      <w:r>
        <w:t>humiliait devant lui dans ses vêtements de nuit</w:t>
      </w:r>
      <w:r w:rsidR="006F1ADB">
        <w:t>.</w:t>
      </w:r>
    </w:p>
    <w:p w14:paraId="7C7B0C35" w14:textId="77777777" w:rsidR="006F1ADB" w:rsidRDefault="006F1ADB" w:rsidP="005A3479">
      <w:r>
        <w:t>— </w:t>
      </w:r>
      <w:r w:rsidR="005A3479">
        <w:t>Soit</w:t>
      </w:r>
      <w:r>
        <w:t xml:space="preserve"> ; </w:t>
      </w:r>
      <w:r w:rsidR="005A3479">
        <w:t>je pensais que cela finirait ainsi</w:t>
      </w:r>
      <w:r>
        <w:t xml:space="preserve">, </w:t>
      </w:r>
      <w:r w:rsidR="005A3479">
        <w:t>dit-il bientôt</w:t>
      </w:r>
      <w:r>
        <w:t xml:space="preserve">. </w:t>
      </w:r>
      <w:r w:rsidR="005A3479">
        <w:t>Je ne vous dois rien après ces manifestations</w:t>
      </w:r>
      <w:r>
        <w:t xml:space="preserve"> ; </w:t>
      </w:r>
      <w:r w:rsidR="005A3479">
        <w:t>mais je veux bien</w:t>
      </w:r>
      <w:r>
        <w:t xml:space="preserve">, </w:t>
      </w:r>
      <w:r w:rsidR="005A3479">
        <w:t>sur votre parole</w:t>
      </w:r>
      <w:r>
        <w:t xml:space="preserve">, </w:t>
      </w:r>
      <w:r w:rsidR="005A3479">
        <w:t>vous recevoir et vous pardonner</w:t>
      </w:r>
      <w:r>
        <w:t>.</w:t>
      </w:r>
    </w:p>
    <w:p w14:paraId="16BBCA76" w14:textId="77777777" w:rsidR="006F1ADB" w:rsidRDefault="005A3479" w:rsidP="005A3479">
      <w:r>
        <w:t>Il l</w:t>
      </w:r>
      <w:r w:rsidR="006F1ADB">
        <w:t>’</w:t>
      </w:r>
      <w:r>
        <w:t>enlaça et la souleva</w:t>
      </w:r>
      <w:r w:rsidR="006F1ADB">
        <w:t xml:space="preserve">. </w:t>
      </w:r>
      <w:r>
        <w:t>Suzanne se jeta en arrière</w:t>
      </w:r>
      <w:r w:rsidR="006F1ADB">
        <w:t>.</w:t>
      </w:r>
    </w:p>
    <w:p w14:paraId="2A7CDE91" w14:textId="77777777" w:rsidR="006F1ADB" w:rsidRDefault="006F1ADB" w:rsidP="005A3479">
      <w:r>
        <w:t>— </w:t>
      </w:r>
      <w:r w:rsidR="005A3479">
        <w:t>Qu</w:t>
      </w:r>
      <w:r>
        <w:t>’</w:t>
      </w:r>
      <w:r w:rsidR="005A3479">
        <w:t>est cela</w:t>
      </w:r>
      <w:r>
        <w:t xml:space="preserve"> ? </w:t>
      </w:r>
      <w:r w:rsidR="005A3479">
        <w:t>demanda-t-il</w:t>
      </w:r>
      <w:r>
        <w:t xml:space="preserve"> ; </w:t>
      </w:r>
      <w:r w:rsidR="005A3479">
        <w:t>et pour la première fois sa voix était dure</w:t>
      </w:r>
      <w:r>
        <w:t xml:space="preserve">. </w:t>
      </w:r>
      <w:r w:rsidR="005A3479">
        <w:t>Vous vous refusez à moi de nouveau</w:t>
      </w:r>
      <w:r>
        <w:t xml:space="preserve">, </w:t>
      </w:r>
      <w:r w:rsidR="005A3479">
        <w:t>tout comme autrefois</w:t>
      </w:r>
      <w:r>
        <w:t> !</w:t>
      </w:r>
    </w:p>
    <w:p w14:paraId="43263354" w14:textId="77777777" w:rsidR="006F1ADB" w:rsidRDefault="006F1ADB" w:rsidP="005A3479">
      <w:r>
        <w:lastRenderedPageBreak/>
        <w:t>— </w:t>
      </w:r>
      <w:r w:rsidR="005A3479">
        <w:t>Non</w:t>
      </w:r>
      <w:r>
        <w:t xml:space="preserve">, </w:t>
      </w:r>
      <w:r w:rsidR="005A3479">
        <w:t>Richard</w:t>
      </w:r>
      <w:r>
        <w:t xml:space="preserve">… </w:t>
      </w:r>
      <w:r w:rsidR="005A3479">
        <w:t>Je</w:t>
      </w:r>
      <w:r>
        <w:t xml:space="preserve">… </w:t>
      </w:r>
      <w:r w:rsidR="005A3479">
        <w:t>je</w:t>
      </w:r>
      <w:r>
        <w:t xml:space="preserve">… </w:t>
      </w:r>
      <w:r w:rsidR="005A3479">
        <w:t>ne pensais pas</w:t>
      </w:r>
      <w:r>
        <w:t>…</w:t>
      </w:r>
    </w:p>
    <w:p w14:paraId="336C51EE" w14:textId="77777777" w:rsidR="006F1ADB" w:rsidRDefault="006F1ADB" w:rsidP="005A3479">
      <w:r>
        <w:t>— </w:t>
      </w:r>
      <w:r w:rsidR="005A3479">
        <w:t>Vous désirez entrer ici</w:t>
      </w:r>
      <w:r>
        <w:t> ?</w:t>
      </w:r>
    </w:p>
    <w:p w14:paraId="7517D4ED" w14:textId="77777777" w:rsidR="006F1ADB" w:rsidRDefault="006F1ADB" w:rsidP="005A3479">
      <w:r>
        <w:t>— </w:t>
      </w:r>
      <w:r w:rsidR="005A3479">
        <w:t>Oui</w:t>
      </w:r>
      <w:r>
        <w:t>.</w:t>
      </w:r>
    </w:p>
    <w:p w14:paraId="63A656FD" w14:textId="77777777" w:rsidR="006F1ADB" w:rsidRDefault="006F1ADB" w:rsidP="005A3479">
      <w:r>
        <w:t>— </w:t>
      </w:r>
      <w:r w:rsidR="005A3479">
        <w:t>Vous vous rendez bien compte de ce que cela signifie</w:t>
      </w:r>
      <w:r>
        <w:t> ?</w:t>
      </w:r>
    </w:p>
    <w:p w14:paraId="3EC2E4F6" w14:textId="77777777" w:rsidR="006F1ADB" w:rsidRDefault="006F1ADB" w:rsidP="005A3479">
      <w:r>
        <w:t>— </w:t>
      </w:r>
      <w:r w:rsidR="005A3479">
        <w:t>Oui</w:t>
      </w:r>
      <w:r>
        <w:t xml:space="preserve">. </w:t>
      </w:r>
      <w:r w:rsidR="005A3479">
        <w:t>C</w:t>
      </w:r>
      <w:r>
        <w:t>’</w:t>
      </w:r>
      <w:r w:rsidR="005A3479">
        <w:t>est mon devoir</w:t>
      </w:r>
      <w:r>
        <w:t> !</w:t>
      </w:r>
    </w:p>
    <w:p w14:paraId="20291EA3" w14:textId="77777777" w:rsidR="006F1ADB" w:rsidRDefault="005A3479" w:rsidP="005A3479">
      <w:r>
        <w:t>Plaçant le chandelier sur la commode</w:t>
      </w:r>
      <w:r w:rsidR="006F1ADB">
        <w:t xml:space="preserve">, </w:t>
      </w:r>
      <w:r>
        <w:t>il lui fit franchir le seuil</w:t>
      </w:r>
      <w:r w:rsidR="006F1ADB">
        <w:t xml:space="preserve">, </w:t>
      </w:r>
      <w:r>
        <w:t>et</w:t>
      </w:r>
      <w:r w:rsidR="006F1ADB">
        <w:t xml:space="preserve">, </w:t>
      </w:r>
      <w:r>
        <w:t>la soulevant de toutes ses forces</w:t>
      </w:r>
      <w:r w:rsidR="006F1ADB">
        <w:t xml:space="preserve">, </w:t>
      </w:r>
      <w:r>
        <w:t>l</w:t>
      </w:r>
      <w:r w:rsidR="006F1ADB">
        <w:t>’</w:t>
      </w:r>
      <w:r>
        <w:t>embrassa</w:t>
      </w:r>
      <w:r w:rsidR="006F1ADB">
        <w:t xml:space="preserve">. </w:t>
      </w:r>
      <w:r>
        <w:t>Une vi</w:t>
      </w:r>
      <w:r>
        <w:t>o</w:t>
      </w:r>
      <w:r>
        <w:t>lente expression de dégoût passa sur le visage de Suzanne</w:t>
      </w:r>
      <w:r w:rsidR="006F1ADB">
        <w:t xml:space="preserve"> ; </w:t>
      </w:r>
      <w:r>
        <w:t>mais serrant les dents</w:t>
      </w:r>
      <w:r w:rsidR="006F1ADB">
        <w:t xml:space="preserve">, </w:t>
      </w:r>
      <w:r>
        <w:t>elle ne proféra pas un cri</w:t>
      </w:r>
      <w:r w:rsidR="006F1ADB">
        <w:t>.</w:t>
      </w:r>
    </w:p>
    <w:p w14:paraId="7CA0CE9E" w14:textId="04FFC86F" w:rsidR="006F1ADB" w:rsidRDefault="005A3479" w:rsidP="005A3479">
      <w:r>
        <w:t>Pendant ce temps</w:t>
      </w:r>
      <w:r w:rsidR="006F1ADB">
        <w:t>, M</w:t>
      </w:r>
      <w:r w:rsidR="006F1ADB" w:rsidRPr="006F1ADB">
        <w:rPr>
          <w:vertAlign w:val="superscript"/>
        </w:rPr>
        <w:t>rs</w:t>
      </w:r>
      <w:r w:rsidR="006F1ADB">
        <w:t> </w:t>
      </w:r>
      <w:proofErr w:type="spellStart"/>
      <w:r>
        <w:t>Edlin</w:t>
      </w:r>
      <w:proofErr w:type="spellEnd"/>
      <w:r>
        <w:t xml:space="preserve"> s</w:t>
      </w:r>
      <w:r w:rsidR="006F1ADB">
        <w:t>’</w:t>
      </w:r>
      <w:r>
        <w:t>était déshabillée et allait se mettre au lit</w:t>
      </w:r>
      <w:r w:rsidR="006F1ADB">
        <w:t xml:space="preserve">, </w:t>
      </w:r>
      <w:r>
        <w:t>quand elle se dit à elle-même</w:t>
      </w:r>
      <w:r w:rsidR="006F1ADB">
        <w:t> :</w:t>
      </w:r>
    </w:p>
    <w:p w14:paraId="2D8DBBEB" w14:textId="77777777" w:rsidR="006F1ADB" w:rsidRDefault="006F1ADB" w:rsidP="005A3479">
      <w:r>
        <w:t>— </w:t>
      </w:r>
      <w:r w:rsidR="005A3479">
        <w:t>Ab</w:t>
      </w:r>
      <w:r>
        <w:t xml:space="preserve"> ! </w:t>
      </w:r>
      <w:r w:rsidR="005A3479">
        <w:t>peut-être ferais-je bien d</w:t>
      </w:r>
      <w:r>
        <w:t>’</w:t>
      </w:r>
      <w:r w:rsidR="005A3479">
        <w:t>aller voir si tout va bien pour la petite créature</w:t>
      </w:r>
      <w:r>
        <w:t xml:space="preserve">. </w:t>
      </w:r>
      <w:r w:rsidR="005A3479">
        <w:t>Comme il vente et quelle pluie</w:t>
      </w:r>
      <w:r>
        <w:t> !</w:t>
      </w:r>
    </w:p>
    <w:p w14:paraId="07AD68B8" w14:textId="77777777" w:rsidR="006F1ADB" w:rsidRDefault="005A3479" w:rsidP="005A3479">
      <w:r>
        <w:t>La veuve sortit sur le palier et vit que Suzanne avait disp</w:t>
      </w:r>
      <w:r>
        <w:t>a</w:t>
      </w:r>
      <w:r>
        <w:t>ru</w:t>
      </w:r>
      <w:r w:rsidR="006F1ADB">
        <w:t>.</w:t>
      </w:r>
    </w:p>
    <w:p w14:paraId="18944B63" w14:textId="77777777" w:rsidR="006F1ADB" w:rsidRDefault="006F1ADB" w:rsidP="005A3479">
      <w:r>
        <w:t>— </w:t>
      </w:r>
      <w:r w:rsidR="005A3479">
        <w:t>Ah</w:t>
      </w:r>
      <w:r>
        <w:t xml:space="preserve"> ! </w:t>
      </w:r>
      <w:r w:rsidR="005A3479">
        <w:t>pauvre âme</w:t>
      </w:r>
      <w:r>
        <w:t xml:space="preserve"> ! </w:t>
      </w:r>
      <w:r w:rsidR="005A3479">
        <w:t>Les noces sont des funérailles</w:t>
      </w:r>
      <w:r>
        <w:t xml:space="preserve">, </w:t>
      </w:r>
      <w:r w:rsidR="005A3479">
        <w:t>je crois bien</w:t>
      </w:r>
      <w:r>
        <w:t xml:space="preserve">, </w:t>
      </w:r>
      <w:r w:rsidR="005A3479">
        <w:t>aujourd</w:t>
      </w:r>
      <w:r>
        <w:t>’</w:t>
      </w:r>
      <w:r w:rsidR="005A3479">
        <w:t>hui</w:t>
      </w:r>
      <w:r>
        <w:t xml:space="preserve">. </w:t>
      </w:r>
      <w:r w:rsidR="005A3479">
        <w:t>Cinquante-cinq ans que nous nous épo</w:t>
      </w:r>
      <w:r w:rsidR="005A3479">
        <w:t>u</w:t>
      </w:r>
      <w:r w:rsidR="005A3479">
        <w:t>sâmes</w:t>
      </w:r>
      <w:r>
        <w:t xml:space="preserve">, </w:t>
      </w:r>
      <w:r w:rsidR="005A3479">
        <w:t>mon mari et moi</w:t>
      </w:r>
      <w:r>
        <w:t xml:space="preserve">. </w:t>
      </w:r>
      <w:r w:rsidR="005A3479">
        <w:t>Les temps ont changé depuis</w:t>
      </w:r>
      <w:r>
        <w:t> !</w:t>
      </w:r>
    </w:p>
    <w:p w14:paraId="499FD0F0" w14:textId="229711D8" w:rsidR="005A3479" w:rsidRDefault="005A3479" w:rsidP="006F1ADB">
      <w:pPr>
        <w:pStyle w:val="Titre2"/>
      </w:pPr>
      <w:bookmarkStart w:id="103" w:name="__RefHeading__105_1957917597"/>
      <w:bookmarkStart w:id="104" w:name="_Toc202369667"/>
      <w:bookmarkEnd w:id="103"/>
      <w:r>
        <w:lastRenderedPageBreak/>
        <w:t>X</w:t>
      </w:r>
      <w:bookmarkEnd w:id="104"/>
    </w:p>
    <w:p w14:paraId="46E94CBB" w14:textId="77777777" w:rsidR="006F1ADB" w:rsidRDefault="005A3479" w:rsidP="005A3479">
      <w:r>
        <w:t>Malgré lui</w:t>
      </w:r>
      <w:r w:rsidR="006F1ADB">
        <w:t xml:space="preserve">, </w:t>
      </w:r>
      <w:r>
        <w:t>Jude se rétablit un peu et reprit les travaux de son métier pendant plusieurs semaines</w:t>
      </w:r>
      <w:r w:rsidR="006F1ADB">
        <w:t xml:space="preserve">. </w:t>
      </w:r>
      <w:r>
        <w:t>Après Noël</w:t>
      </w:r>
      <w:r w:rsidR="006F1ADB">
        <w:t xml:space="preserve">, </w:t>
      </w:r>
      <w:r>
        <w:t>cependant</w:t>
      </w:r>
      <w:r w:rsidR="006F1ADB">
        <w:t xml:space="preserve">, </w:t>
      </w:r>
      <w:r>
        <w:t>il déclina de nouveau</w:t>
      </w:r>
      <w:r w:rsidR="006F1ADB">
        <w:t>.</w:t>
      </w:r>
    </w:p>
    <w:p w14:paraId="2A3AB786" w14:textId="77777777" w:rsidR="006F1ADB" w:rsidRDefault="005A3479" w:rsidP="005A3479">
      <w:r>
        <w:t>Avec l</w:t>
      </w:r>
      <w:r w:rsidR="006F1ADB">
        <w:t>’</w:t>
      </w:r>
      <w:r>
        <w:t>argent qu</w:t>
      </w:r>
      <w:r w:rsidR="006F1ADB">
        <w:t>’</w:t>
      </w:r>
      <w:r>
        <w:t>il avait gagné</w:t>
      </w:r>
      <w:r w:rsidR="006F1ADB">
        <w:t xml:space="preserve">, </w:t>
      </w:r>
      <w:r>
        <w:t>il changea son logement contre un autre situé dans un quartier plus central</w:t>
      </w:r>
      <w:r w:rsidR="006F1ADB">
        <w:t xml:space="preserve">. </w:t>
      </w:r>
      <w:r>
        <w:t xml:space="preserve">Mais </w:t>
      </w:r>
      <w:proofErr w:type="spellStart"/>
      <w:r>
        <w:t>Ar</w:t>
      </w:r>
      <w:r>
        <w:t>a</w:t>
      </w:r>
      <w:r>
        <w:t>bella</w:t>
      </w:r>
      <w:proofErr w:type="spellEnd"/>
      <w:r>
        <w:t xml:space="preserve"> voyait qu</w:t>
      </w:r>
      <w:r w:rsidR="006F1ADB">
        <w:t>’</w:t>
      </w:r>
      <w:r>
        <w:t>il ne serait pas capable de beaucoup travailler avant longtemps</w:t>
      </w:r>
      <w:r w:rsidR="006F1ADB">
        <w:t xml:space="preserve">, </w:t>
      </w:r>
      <w:r>
        <w:t>et elle s</w:t>
      </w:r>
      <w:r w:rsidR="006F1ADB">
        <w:t>’</w:t>
      </w:r>
      <w:r>
        <w:t>irritait de la tournure qu</w:t>
      </w:r>
      <w:r w:rsidR="006F1ADB">
        <w:t>’</w:t>
      </w:r>
      <w:r>
        <w:t>avaient prise leurs affaires depuis son remariage avec Jude</w:t>
      </w:r>
      <w:r w:rsidR="006F1ADB">
        <w:t>.</w:t>
      </w:r>
    </w:p>
    <w:p w14:paraId="60A34763" w14:textId="77777777" w:rsidR="006F1ADB" w:rsidRDefault="006F1ADB" w:rsidP="005A3479">
      <w:r>
        <w:t>— </w:t>
      </w:r>
      <w:r w:rsidR="005A3479">
        <w:t>Que je sois pendue</w:t>
      </w:r>
      <w:r>
        <w:t xml:space="preserve">, </w:t>
      </w:r>
      <w:r w:rsidR="005A3479">
        <w:t>si vous n</w:t>
      </w:r>
      <w:r>
        <w:t>’</w:t>
      </w:r>
      <w:r w:rsidR="005A3479">
        <w:t>avez pas été bien adroit dans cette dernière affaire</w:t>
      </w:r>
      <w:r>
        <w:t xml:space="preserve">, </w:t>
      </w:r>
      <w:r w:rsidR="005A3479">
        <w:t>en m</w:t>
      </w:r>
      <w:r>
        <w:t>’</w:t>
      </w:r>
      <w:r w:rsidR="005A3479">
        <w:t>épousant pour vous faire entr</w:t>
      </w:r>
      <w:r w:rsidR="005A3479">
        <w:t>e</w:t>
      </w:r>
      <w:r w:rsidR="005A3479">
        <w:t>tenir</w:t>
      </w:r>
      <w:r>
        <w:t>.</w:t>
      </w:r>
    </w:p>
    <w:p w14:paraId="780DDD42" w14:textId="77777777" w:rsidR="006F1ADB" w:rsidRDefault="005A3479" w:rsidP="005A3479">
      <w:r>
        <w:t>Jude était absolument indifférent à ce qu</w:t>
      </w:r>
      <w:r w:rsidR="006F1ADB">
        <w:t>’</w:t>
      </w:r>
      <w:r>
        <w:t>elle disait</w:t>
      </w:r>
      <w:r w:rsidR="006F1ADB">
        <w:t xml:space="preserve">, </w:t>
      </w:r>
      <w:r>
        <w:t>et</w:t>
      </w:r>
      <w:r w:rsidR="006F1ADB">
        <w:t xml:space="preserve">, </w:t>
      </w:r>
      <w:r>
        <w:t>souvent même</w:t>
      </w:r>
      <w:r w:rsidR="006F1ADB">
        <w:t xml:space="preserve">, </w:t>
      </w:r>
      <w:r>
        <w:t>en vérité</w:t>
      </w:r>
      <w:r w:rsidR="006F1ADB">
        <w:t xml:space="preserve">, </w:t>
      </w:r>
      <w:r>
        <w:t>il voyait sous un jour drolatique la d</w:t>
      </w:r>
      <w:r>
        <w:t>é</w:t>
      </w:r>
      <w:r>
        <w:t>ception d</w:t>
      </w:r>
      <w:r w:rsidR="006F1ADB">
        <w:t>’</w:t>
      </w:r>
      <w:proofErr w:type="spellStart"/>
      <w:r>
        <w:t>Arabella</w:t>
      </w:r>
      <w:proofErr w:type="spellEnd"/>
      <w:r w:rsidR="006F1ADB">
        <w:t xml:space="preserve">. </w:t>
      </w:r>
      <w:r>
        <w:t>Quelquefois son humeur était plus grave et</w:t>
      </w:r>
      <w:r w:rsidR="006F1ADB">
        <w:t xml:space="preserve">, </w:t>
      </w:r>
      <w:r>
        <w:t>quand il reposait</w:t>
      </w:r>
      <w:r w:rsidR="006F1ADB">
        <w:t xml:space="preserve">, </w:t>
      </w:r>
      <w:r>
        <w:t>il divaguait à propos de l</w:t>
      </w:r>
      <w:r w:rsidR="006F1ADB">
        <w:t>’</w:t>
      </w:r>
      <w:r>
        <w:t>échec de ses pr</w:t>
      </w:r>
      <w:r>
        <w:t>e</w:t>
      </w:r>
      <w:r>
        <w:t>miers projets</w:t>
      </w:r>
      <w:r w:rsidR="006F1ADB">
        <w:t>.</w:t>
      </w:r>
    </w:p>
    <w:p w14:paraId="3A988BD6" w14:textId="77777777" w:rsidR="006F1ADB" w:rsidRDefault="006F1ADB" w:rsidP="005A3479">
      <w:r>
        <w:t>— </w:t>
      </w:r>
      <w:r w:rsidR="005A3479">
        <w:t>Chaque homme a quelque petite puissance dans un sens quelconque</w:t>
      </w:r>
      <w:r>
        <w:t xml:space="preserve">, </w:t>
      </w:r>
      <w:r w:rsidR="005A3479">
        <w:t>disait-il</w:t>
      </w:r>
      <w:r>
        <w:t xml:space="preserve">. </w:t>
      </w:r>
      <w:r w:rsidR="005A3479">
        <w:t>Réellement</w:t>
      </w:r>
      <w:r>
        <w:t xml:space="preserve">, </w:t>
      </w:r>
      <w:r w:rsidR="005A3479">
        <w:t>je n</w:t>
      </w:r>
      <w:r>
        <w:t>’</w:t>
      </w:r>
      <w:r w:rsidR="005A3479">
        <w:t>ai jamais été assez r</w:t>
      </w:r>
      <w:r w:rsidR="005A3479">
        <w:t>o</w:t>
      </w:r>
      <w:r w:rsidR="005A3479">
        <w:t>buste pour le travail de la pierre</w:t>
      </w:r>
      <w:r>
        <w:t xml:space="preserve">, </w:t>
      </w:r>
      <w:r w:rsidR="005A3479">
        <w:t>particulièrement pour le tr</w:t>
      </w:r>
      <w:r w:rsidR="005A3479">
        <w:t>a</w:t>
      </w:r>
      <w:r w:rsidR="005A3479">
        <w:t>vail qui m</w:t>
      </w:r>
      <w:r>
        <w:t>’</w:t>
      </w:r>
      <w:r w:rsidR="005A3479">
        <w:t>obligeait à l</w:t>
      </w:r>
      <w:r>
        <w:t>’</w:t>
      </w:r>
      <w:r w:rsidR="005A3479">
        <w:t>immobilité</w:t>
      </w:r>
      <w:r>
        <w:t xml:space="preserve">. </w:t>
      </w:r>
      <w:r w:rsidR="005A3479">
        <w:t>Remuer des blocs m</w:t>
      </w:r>
      <w:r>
        <w:t>’</w:t>
      </w:r>
      <w:r w:rsidR="005A3479">
        <w:t>a to</w:t>
      </w:r>
      <w:r w:rsidR="005A3479">
        <w:t>u</w:t>
      </w:r>
      <w:r w:rsidR="005A3479">
        <w:t>jours exténué</w:t>
      </w:r>
      <w:r>
        <w:t xml:space="preserve">, </w:t>
      </w:r>
      <w:r w:rsidR="005A3479">
        <w:t>et quand il me fallait demeurer debout à essayer des esquisses dans les bâtiments sans fenêtre</w:t>
      </w:r>
      <w:r>
        <w:t xml:space="preserve">, </w:t>
      </w:r>
      <w:r w:rsidR="005A3479">
        <w:t>j</w:t>
      </w:r>
      <w:r>
        <w:t>’</w:t>
      </w:r>
      <w:r w:rsidR="005A3479">
        <w:t xml:space="preserve">ai toujours pris froid et je pense que </w:t>
      </w:r>
      <w:proofErr w:type="spellStart"/>
      <w:r w:rsidR="005A3479">
        <w:t>par là</w:t>
      </w:r>
      <w:proofErr w:type="spellEnd"/>
      <w:r w:rsidR="005A3479">
        <w:t xml:space="preserve"> commença mon délabrement int</w:t>
      </w:r>
      <w:r w:rsidR="005A3479">
        <w:t>é</w:t>
      </w:r>
      <w:r w:rsidR="005A3479">
        <w:t>rieur</w:t>
      </w:r>
      <w:r>
        <w:t xml:space="preserve">. </w:t>
      </w:r>
      <w:r w:rsidR="005A3479">
        <w:t>Mais je sentais que j</w:t>
      </w:r>
      <w:r>
        <w:t>’</w:t>
      </w:r>
      <w:r w:rsidR="005A3479">
        <w:t>aurais pu faire une chose</w:t>
      </w:r>
      <w:r>
        <w:t xml:space="preserve">, </w:t>
      </w:r>
      <w:r w:rsidR="005A3479">
        <w:t>si j</w:t>
      </w:r>
      <w:r>
        <w:t>’</w:t>
      </w:r>
      <w:r w:rsidR="005A3479">
        <w:t>en avais eu l</w:t>
      </w:r>
      <w:r>
        <w:t>’</w:t>
      </w:r>
      <w:r w:rsidR="005A3479">
        <w:t>opportunité</w:t>
      </w:r>
      <w:r>
        <w:t xml:space="preserve">. </w:t>
      </w:r>
      <w:r w:rsidR="005A3479">
        <w:t>Je pouvais assembler des idées et les comm</w:t>
      </w:r>
      <w:r w:rsidR="005A3479">
        <w:t>u</w:t>
      </w:r>
      <w:r w:rsidR="005A3479">
        <w:t>niquer aux autres</w:t>
      </w:r>
      <w:r>
        <w:t xml:space="preserve">. </w:t>
      </w:r>
      <w:r w:rsidR="005A3479">
        <w:t>Je me demande si les fondateurs avaient pr</w:t>
      </w:r>
      <w:r w:rsidR="005A3479">
        <w:t>é</w:t>
      </w:r>
      <w:r w:rsidR="005A3479">
        <w:t>vu l</w:t>
      </w:r>
      <w:r>
        <w:t>’</w:t>
      </w:r>
      <w:r w:rsidR="005A3479">
        <w:t>existence de gens tels que moi</w:t>
      </w:r>
      <w:r>
        <w:t xml:space="preserve">, </w:t>
      </w:r>
      <w:r w:rsidR="005A3479">
        <w:t>un garçon bon à rien sauf à cette seule chose</w:t>
      </w:r>
      <w:r>
        <w:t xml:space="preserve"> ?… </w:t>
      </w:r>
      <w:r w:rsidR="005A3479">
        <w:t>J</w:t>
      </w:r>
      <w:r>
        <w:t>’</w:t>
      </w:r>
      <w:r w:rsidR="005A3479">
        <w:t xml:space="preserve">entends dire que </w:t>
      </w:r>
      <w:r w:rsidR="005A3479">
        <w:lastRenderedPageBreak/>
        <w:t>bientôt les étudiants sans appui</w:t>
      </w:r>
      <w:r>
        <w:t xml:space="preserve">, </w:t>
      </w:r>
      <w:r w:rsidR="005A3479">
        <w:t>comme j</w:t>
      </w:r>
      <w:r>
        <w:t>’</w:t>
      </w:r>
      <w:r w:rsidR="005A3479">
        <w:t>étais</w:t>
      </w:r>
      <w:r>
        <w:t xml:space="preserve">, </w:t>
      </w:r>
      <w:r w:rsidR="005A3479">
        <w:t>trouveront des chances meilleures</w:t>
      </w:r>
      <w:r>
        <w:t xml:space="preserve">. </w:t>
      </w:r>
      <w:r w:rsidR="005A3479">
        <w:t>On cherche des systèmes pour rendre l</w:t>
      </w:r>
      <w:r>
        <w:t>’</w:t>
      </w:r>
      <w:r w:rsidR="005A3479">
        <w:t>Université moins excl</w:t>
      </w:r>
      <w:r w:rsidR="005A3479">
        <w:t>u</w:t>
      </w:r>
      <w:r w:rsidR="005A3479">
        <w:t>sive et pour étendre son influence</w:t>
      </w:r>
      <w:r>
        <w:t xml:space="preserve">. </w:t>
      </w:r>
      <w:r w:rsidR="005A3479">
        <w:t xml:space="preserve">Je ne sais pas </w:t>
      </w:r>
      <w:proofErr w:type="spellStart"/>
      <w:r w:rsidR="005A3479">
        <w:t>grand</w:t>
      </w:r>
      <w:r>
        <w:t>’</w:t>
      </w:r>
      <w:r w:rsidR="005A3479">
        <w:t>chose</w:t>
      </w:r>
      <w:proofErr w:type="spellEnd"/>
      <w:r w:rsidR="005A3479">
        <w:t xml:space="preserve"> sur tout cela</w:t>
      </w:r>
      <w:r>
        <w:t xml:space="preserve">. </w:t>
      </w:r>
      <w:r w:rsidR="005A3479">
        <w:t>Et c</w:t>
      </w:r>
      <w:r>
        <w:t>’</w:t>
      </w:r>
      <w:r w:rsidR="005A3479">
        <w:t>est trop tard</w:t>
      </w:r>
      <w:r>
        <w:t xml:space="preserve">, </w:t>
      </w:r>
      <w:r w:rsidR="005A3479">
        <w:t>trop tard pour moi</w:t>
      </w:r>
      <w:r>
        <w:t xml:space="preserve">… </w:t>
      </w:r>
      <w:r w:rsidR="005A3479">
        <w:t>Ah</w:t>
      </w:r>
      <w:r>
        <w:t xml:space="preserve"> !… </w:t>
      </w:r>
      <w:r w:rsidR="005A3479">
        <w:t>Et pour combien d</w:t>
      </w:r>
      <w:r>
        <w:t>’</w:t>
      </w:r>
      <w:r w:rsidR="005A3479">
        <w:t>autres</w:t>
      </w:r>
      <w:r>
        <w:t xml:space="preserve">, </w:t>
      </w:r>
      <w:r w:rsidR="005A3479">
        <w:t>plus dignes</w:t>
      </w:r>
      <w:r>
        <w:t xml:space="preserve">, </w:t>
      </w:r>
      <w:r w:rsidR="005A3479">
        <w:t>qui m</w:t>
      </w:r>
      <w:r>
        <w:t>’</w:t>
      </w:r>
      <w:r w:rsidR="005A3479">
        <w:t>ont précédé</w:t>
      </w:r>
      <w:r>
        <w:t> !</w:t>
      </w:r>
    </w:p>
    <w:p w14:paraId="7BA93D10" w14:textId="77777777" w:rsidR="006F1ADB" w:rsidRDefault="006F1ADB" w:rsidP="005A3479">
      <w:r>
        <w:t>— </w:t>
      </w:r>
      <w:r w:rsidR="005A3479">
        <w:t>Que marmottez-vous là</w:t>
      </w:r>
      <w:r>
        <w:t xml:space="preserve"> ? </w:t>
      </w:r>
      <w:r w:rsidR="005A3479">
        <w:t xml:space="preserve">dit </w:t>
      </w:r>
      <w:proofErr w:type="spellStart"/>
      <w:r w:rsidR="005A3479">
        <w:t>Arabella</w:t>
      </w:r>
      <w:proofErr w:type="spellEnd"/>
      <w:r>
        <w:t xml:space="preserve">. </w:t>
      </w:r>
      <w:r w:rsidR="005A3479">
        <w:t>J</w:t>
      </w:r>
      <w:r>
        <w:t>’</w:t>
      </w:r>
      <w:r w:rsidR="005A3479">
        <w:t>aurais cru qu</w:t>
      </w:r>
      <w:r>
        <w:t>’</w:t>
      </w:r>
      <w:r w:rsidR="005A3479">
        <w:t>aujourd</w:t>
      </w:r>
      <w:r>
        <w:t>’</w:t>
      </w:r>
      <w:r w:rsidR="005A3479">
        <w:t>hui toute cette folie des livres vous était sortie de l</w:t>
      </w:r>
      <w:r>
        <w:t>’</w:t>
      </w:r>
      <w:r w:rsidR="005A3479">
        <w:t>esprit</w:t>
      </w:r>
      <w:r>
        <w:t xml:space="preserve">. </w:t>
      </w:r>
      <w:r w:rsidR="005A3479">
        <w:t>Et c</w:t>
      </w:r>
      <w:r>
        <w:t>’</w:t>
      </w:r>
      <w:r w:rsidR="005A3479">
        <w:t>est ce que vous devriez faire</w:t>
      </w:r>
      <w:r>
        <w:t xml:space="preserve">. </w:t>
      </w:r>
      <w:r w:rsidR="005A3479">
        <w:t>Vous êtes aussi ma</w:t>
      </w:r>
      <w:r w:rsidR="005A3479">
        <w:t>u</w:t>
      </w:r>
      <w:r w:rsidR="005A3479">
        <w:t>vais maintenant que vous l</w:t>
      </w:r>
      <w:r>
        <w:t>’</w:t>
      </w:r>
      <w:r w:rsidR="005A3479">
        <w:t>étiez lors de notre premier mariage</w:t>
      </w:r>
      <w:r>
        <w:t>.</w:t>
      </w:r>
    </w:p>
    <w:p w14:paraId="461DB957" w14:textId="77777777" w:rsidR="006F1ADB" w:rsidRDefault="005A3479" w:rsidP="005A3479">
      <w:r>
        <w:t>Par hasard</w:t>
      </w:r>
      <w:r w:rsidR="006F1ADB">
        <w:t xml:space="preserve">, </w:t>
      </w:r>
      <w:r>
        <w:t>tandis qu</w:t>
      </w:r>
      <w:r w:rsidR="006F1ADB">
        <w:t>’</w:t>
      </w:r>
      <w:r>
        <w:t>il monologuait</w:t>
      </w:r>
      <w:r w:rsidR="006F1ADB">
        <w:t xml:space="preserve">, </w:t>
      </w:r>
      <w:r>
        <w:t>Jude l</w:t>
      </w:r>
      <w:r w:rsidR="006F1ADB">
        <w:t>’</w:t>
      </w:r>
      <w:r>
        <w:t xml:space="preserve">appela </w:t>
      </w:r>
      <w:r w:rsidR="006F1ADB">
        <w:t>« </w:t>
      </w:r>
      <w:r>
        <w:t>Sue</w:t>
      </w:r>
      <w:r w:rsidR="006F1ADB">
        <w:t> »</w:t>
      </w:r>
      <w:r>
        <w:t xml:space="preserve"> inconsciemment</w:t>
      </w:r>
      <w:r w:rsidR="006F1ADB">
        <w:t>.</w:t>
      </w:r>
    </w:p>
    <w:p w14:paraId="5136BE2E" w14:textId="77777777" w:rsidR="006F1ADB" w:rsidRDefault="006F1ADB" w:rsidP="005A3479">
      <w:r>
        <w:t>— </w:t>
      </w:r>
      <w:r w:rsidR="005A3479">
        <w:t>Je voudrais que vous fissiez attention à qui vous parlez ainsi</w:t>
      </w:r>
      <w:r>
        <w:t xml:space="preserve">, </w:t>
      </w:r>
      <w:r w:rsidR="005A3479">
        <w:t xml:space="preserve">dit </w:t>
      </w:r>
      <w:proofErr w:type="spellStart"/>
      <w:r w:rsidR="005A3479">
        <w:t>Arabella</w:t>
      </w:r>
      <w:proofErr w:type="spellEnd"/>
      <w:r w:rsidR="005A3479">
        <w:t xml:space="preserve"> avec indignation</w:t>
      </w:r>
      <w:r>
        <w:t xml:space="preserve">. </w:t>
      </w:r>
      <w:r w:rsidR="005A3479">
        <w:t>Appeler une respectable femme mariée du nom de cette</w:t>
      </w:r>
      <w:r>
        <w:t>…</w:t>
      </w:r>
    </w:p>
    <w:p w14:paraId="5121D71E" w14:textId="77777777" w:rsidR="006F1ADB" w:rsidRDefault="005A3479" w:rsidP="005A3479">
      <w:r>
        <w:t>Elle se reprit et il ne saisit pas l</w:t>
      </w:r>
      <w:r w:rsidR="006F1ADB">
        <w:t>’</w:t>
      </w:r>
      <w:r>
        <w:t>injure</w:t>
      </w:r>
      <w:r w:rsidR="006F1ADB">
        <w:t>.</w:t>
      </w:r>
    </w:p>
    <w:p w14:paraId="1B267318" w14:textId="77777777" w:rsidR="006F1ADB" w:rsidRDefault="005A3479" w:rsidP="005A3479">
      <w:r>
        <w:t>Mais</w:t>
      </w:r>
      <w:r w:rsidR="006F1ADB">
        <w:t xml:space="preserve">, </w:t>
      </w:r>
      <w:r>
        <w:t>avec le temps</w:t>
      </w:r>
      <w:r w:rsidR="006F1ADB">
        <w:t xml:space="preserve">, </w:t>
      </w:r>
      <w:r>
        <w:t>quand elle vit comment allaient les choses et combien peu elle devait craindre la rivalité de Sue</w:t>
      </w:r>
      <w:r w:rsidR="006F1ADB">
        <w:t xml:space="preserve">, </w:t>
      </w:r>
      <w:r>
        <w:t>elle eut un accès de générosité</w:t>
      </w:r>
      <w:r w:rsidR="006F1ADB">
        <w:t> :</w:t>
      </w:r>
    </w:p>
    <w:p w14:paraId="5EDD5A20" w14:textId="77777777" w:rsidR="006F1ADB" w:rsidRDefault="006F1ADB" w:rsidP="005A3479">
      <w:r>
        <w:t>— </w:t>
      </w:r>
      <w:r w:rsidR="005A3479">
        <w:t>Je suppose que vous désirez voir votre</w:t>
      </w:r>
      <w:r>
        <w:t xml:space="preserve">… </w:t>
      </w:r>
      <w:r w:rsidR="005A3479">
        <w:t>Sue</w:t>
      </w:r>
      <w:r>
        <w:t xml:space="preserve"> ? </w:t>
      </w:r>
      <w:r w:rsidR="005A3479">
        <w:t>dit-elle</w:t>
      </w:r>
      <w:r>
        <w:t xml:space="preserve">. </w:t>
      </w:r>
      <w:r w:rsidR="005A3479">
        <w:t>Eh bien</w:t>
      </w:r>
      <w:r>
        <w:t xml:space="preserve">, </w:t>
      </w:r>
      <w:r w:rsidR="005A3479">
        <w:t>sa venue ne m</w:t>
      </w:r>
      <w:r>
        <w:t>’</w:t>
      </w:r>
      <w:r w:rsidR="005A3479">
        <w:t>inquiète pas</w:t>
      </w:r>
      <w:r>
        <w:t xml:space="preserve">. </w:t>
      </w:r>
      <w:r w:rsidR="005A3479">
        <w:t>Vous pouvez la recevoir ici</w:t>
      </w:r>
      <w:r>
        <w:t xml:space="preserve">, </w:t>
      </w:r>
      <w:r w:rsidR="005A3479">
        <w:t>si cela vous plaît</w:t>
      </w:r>
      <w:r>
        <w:t>.</w:t>
      </w:r>
    </w:p>
    <w:p w14:paraId="1D123898" w14:textId="77777777" w:rsidR="006F1ADB" w:rsidRDefault="006F1ADB" w:rsidP="005A3479">
      <w:r>
        <w:t>— </w:t>
      </w:r>
      <w:r w:rsidR="005A3479">
        <w:t>Je ne souhaite pas la revoir</w:t>
      </w:r>
      <w:r>
        <w:t>.</w:t>
      </w:r>
    </w:p>
    <w:p w14:paraId="4B483744" w14:textId="77777777" w:rsidR="006F1ADB" w:rsidRDefault="006F1ADB" w:rsidP="005A3479">
      <w:r>
        <w:t>— </w:t>
      </w:r>
      <w:r w:rsidR="005A3479">
        <w:t>Oh</w:t>
      </w:r>
      <w:r>
        <w:t xml:space="preserve"> ! </w:t>
      </w:r>
      <w:r w:rsidR="005A3479">
        <w:t>c</w:t>
      </w:r>
      <w:r>
        <w:t>’</w:t>
      </w:r>
      <w:r w:rsidR="005A3479">
        <w:t>est un changement</w:t>
      </w:r>
      <w:r>
        <w:t>.</w:t>
      </w:r>
    </w:p>
    <w:p w14:paraId="5230C3D7" w14:textId="77777777" w:rsidR="006F1ADB" w:rsidRDefault="006F1ADB" w:rsidP="005A3479">
      <w:r>
        <w:t>— </w:t>
      </w:r>
      <w:r w:rsidR="005A3479">
        <w:t>Et ne lui faites rien dire sur moi</w:t>
      </w:r>
      <w:r>
        <w:t xml:space="preserve">, </w:t>
      </w:r>
      <w:r w:rsidR="005A3479">
        <w:t>ni ma maladie</w:t>
      </w:r>
      <w:r>
        <w:t xml:space="preserve">, </w:t>
      </w:r>
      <w:r w:rsidR="005A3479">
        <w:t>ni rien</w:t>
      </w:r>
      <w:r>
        <w:t xml:space="preserve">… </w:t>
      </w:r>
      <w:r w:rsidR="005A3479">
        <w:t>Elle a choisi sa voie</w:t>
      </w:r>
      <w:r>
        <w:t xml:space="preserve">. </w:t>
      </w:r>
      <w:r w:rsidR="005A3479">
        <w:t>Quelle aille où elle voudra</w:t>
      </w:r>
      <w:r>
        <w:t>.</w:t>
      </w:r>
    </w:p>
    <w:p w14:paraId="334D3B72" w14:textId="17480929" w:rsidR="006F1ADB" w:rsidRDefault="005A3479" w:rsidP="005A3479">
      <w:r>
        <w:lastRenderedPageBreak/>
        <w:t>Un jour</w:t>
      </w:r>
      <w:r w:rsidR="006F1ADB">
        <w:t xml:space="preserve">, </w:t>
      </w:r>
      <w:r>
        <w:t>il eut une surprise</w:t>
      </w:r>
      <w:r w:rsidR="006F1ADB">
        <w:t>. M</w:t>
      </w:r>
      <w:r w:rsidR="006F1ADB" w:rsidRPr="006F1ADB">
        <w:rPr>
          <w:vertAlign w:val="superscript"/>
        </w:rPr>
        <w:t>rs</w:t>
      </w:r>
      <w:r w:rsidR="006F1ADB">
        <w:t> </w:t>
      </w:r>
      <w:proofErr w:type="spellStart"/>
      <w:r>
        <w:t>Edlin</w:t>
      </w:r>
      <w:proofErr w:type="spellEnd"/>
      <w:r>
        <w:t xml:space="preserve"> vint le voir</w:t>
      </w:r>
      <w:r w:rsidR="006F1ADB">
        <w:t xml:space="preserve">, </w:t>
      </w:r>
      <w:r>
        <w:t>tout à fait de son propre mouvement</w:t>
      </w:r>
      <w:r w:rsidR="006F1ADB">
        <w:t xml:space="preserve">. </w:t>
      </w:r>
      <w:r>
        <w:t>La femme de Jude</w:t>
      </w:r>
      <w:r w:rsidR="006F1ADB">
        <w:t xml:space="preserve">, </w:t>
      </w:r>
      <w:r>
        <w:t>qui était d</w:t>
      </w:r>
      <w:r>
        <w:t>e</w:t>
      </w:r>
      <w:r>
        <w:t>venue absolument indifférente aux affections de son mari</w:t>
      </w:r>
      <w:r w:rsidR="006F1ADB">
        <w:t xml:space="preserve">, </w:t>
      </w:r>
      <w:r>
        <w:t>le laissa seul avec la vieille</w:t>
      </w:r>
      <w:r w:rsidR="006F1ADB">
        <w:t xml:space="preserve">. </w:t>
      </w:r>
      <w:r>
        <w:t>Spontanément</w:t>
      </w:r>
      <w:r w:rsidR="006F1ADB">
        <w:t xml:space="preserve">, </w:t>
      </w:r>
      <w:r>
        <w:t>il demanda comment se portait Sue</w:t>
      </w:r>
      <w:r w:rsidR="006F1ADB">
        <w:t xml:space="preserve">, </w:t>
      </w:r>
      <w:r>
        <w:t>puis</w:t>
      </w:r>
      <w:r w:rsidR="006F1ADB">
        <w:t xml:space="preserve">, </w:t>
      </w:r>
      <w:r>
        <w:t>brusquement</w:t>
      </w:r>
      <w:r w:rsidR="006F1ADB">
        <w:t xml:space="preserve">, </w:t>
      </w:r>
      <w:r>
        <w:t>se rappelant ce que Sue lui avait dit</w:t>
      </w:r>
      <w:r w:rsidR="006F1ADB">
        <w:t> :</w:t>
      </w:r>
    </w:p>
    <w:p w14:paraId="35808DDC" w14:textId="77777777" w:rsidR="006F1ADB" w:rsidRDefault="006F1ADB" w:rsidP="005A3479">
      <w:r>
        <w:t>— </w:t>
      </w:r>
      <w:r w:rsidR="005A3479">
        <w:t>Je suppose qu</w:t>
      </w:r>
      <w:r>
        <w:t>’</w:t>
      </w:r>
      <w:r w:rsidR="005A3479">
        <w:t>ils ne sont toujours mari et femme que de nom</w:t>
      </w:r>
      <w:r>
        <w:t> ?</w:t>
      </w:r>
    </w:p>
    <w:p w14:paraId="61675458" w14:textId="3D9B324B" w:rsidR="006F1ADB" w:rsidRDefault="006F1ADB" w:rsidP="005A3479">
      <w:r>
        <w:t>M</w:t>
      </w:r>
      <w:r w:rsidRPr="006F1ADB">
        <w:rPr>
          <w:vertAlign w:val="superscript"/>
        </w:rPr>
        <w:t>rs</w:t>
      </w:r>
      <w:r>
        <w:t> </w:t>
      </w:r>
      <w:proofErr w:type="spellStart"/>
      <w:r w:rsidR="005A3479">
        <w:t>Edlin</w:t>
      </w:r>
      <w:proofErr w:type="spellEnd"/>
      <w:r w:rsidR="005A3479">
        <w:t xml:space="preserve"> hésita</w:t>
      </w:r>
      <w:r>
        <w:t>.</w:t>
      </w:r>
    </w:p>
    <w:p w14:paraId="40894AF5" w14:textId="77777777" w:rsidR="006F1ADB" w:rsidRDefault="006F1ADB" w:rsidP="005A3479">
      <w:r>
        <w:t>— </w:t>
      </w:r>
      <w:r w:rsidR="005A3479">
        <w:t>Eh bien</w:t>
      </w:r>
      <w:r>
        <w:t xml:space="preserve">… </w:t>
      </w:r>
      <w:r w:rsidR="005A3479">
        <w:t>non</w:t>
      </w:r>
      <w:r>
        <w:t xml:space="preserve">… </w:t>
      </w:r>
      <w:r w:rsidR="005A3479">
        <w:t>C</w:t>
      </w:r>
      <w:r>
        <w:t>’</w:t>
      </w:r>
      <w:r w:rsidR="005A3479">
        <w:t>est différent</w:t>
      </w:r>
      <w:r>
        <w:t xml:space="preserve">, </w:t>
      </w:r>
      <w:r w:rsidR="005A3479">
        <w:t>maintenant</w:t>
      </w:r>
      <w:r>
        <w:t xml:space="preserve">. </w:t>
      </w:r>
      <w:r w:rsidR="005A3479">
        <w:t>Elle s</w:t>
      </w:r>
      <w:r>
        <w:t>’</w:t>
      </w:r>
      <w:r w:rsidR="005A3479">
        <w:t>y est résignée tout dernièrement</w:t>
      </w:r>
      <w:r>
        <w:t xml:space="preserve">… </w:t>
      </w:r>
      <w:r w:rsidR="005A3479">
        <w:t>et de sa libre volonté</w:t>
      </w:r>
      <w:r>
        <w:t>.</w:t>
      </w:r>
    </w:p>
    <w:p w14:paraId="1471A05A" w14:textId="77777777" w:rsidR="006F1ADB" w:rsidRDefault="006F1ADB" w:rsidP="005A3479">
      <w:r>
        <w:t>— </w:t>
      </w:r>
      <w:r w:rsidR="005A3479">
        <w:t>Quand cela</w:t>
      </w:r>
      <w:r>
        <w:t xml:space="preserve"> ? </w:t>
      </w:r>
      <w:r w:rsidR="005A3479">
        <w:t>demanda-t-il vite</w:t>
      </w:r>
      <w:r>
        <w:t>.</w:t>
      </w:r>
    </w:p>
    <w:p w14:paraId="27E7EFD4" w14:textId="77777777" w:rsidR="006F1ADB" w:rsidRDefault="006F1ADB" w:rsidP="005A3479">
      <w:r>
        <w:t>— </w:t>
      </w:r>
      <w:r w:rsidR="005A3479">
        <w:t>La nuit qui suivit votre visite</w:t>
      </w:r>
      <w:r>
        <w:t xml:space="preserve">… </w:t>
      </w:r>
      <w:r w:rsidR="005A3479">
        <w:t>Mais c</w:t>
      </w:r>
      <w:r>
        <w:t>’</w:t>
      </w:r>
      <w:r w:rsidR="005A3479">
        <w:t>était comme pun</w:t>
      </w:r>
      <w:r w:rsidR="005A3479">
        <w:t>i</w:t>
      </w:r>
      <w:r w:rsidR="005A3479">
        <w:t>tion pour sa pauvre petite personne</w:t>
      </w:r>
      <w:r>
        <w:t xml:space="preserve">. </w:t>
      </w:r>
      <w:r w:rsidR="005A3479">
        <w:t>Lui n</w:t>
      </w:r>
      <w:r>
        <w:t>’</w:t>
      </w:r>
      <w:r w:rsidR="005A3479">
        <w:t>y tenait pas</w:t>
      </w:r>
      <w:r>
        <w:t xml:space="preserve">, </w:t>
      </w:r>
      <w:r w:rsidR="005A3479">
        <w:t>mais elle insista</w:t>
      </w:r>
      <w:r>
        <w:t>.</w:t>
      </w:r>
    </w:p>
    <w:p w14:paraId="7A61FBDE" w14:textId="09AEA35C" w:rsidR="006F1ADB" w:rsidRDefault="006F1ADB" w:rsidP="005A3479">
      <w:r>
        <w:t>— </w:t>
      </w:r>
      <w:r w:rsidR="005A3479">
        <w:t>Sue</w:t>
      </w:r>
      <w:r>
        <w:t xml:space="preserve">, </w:t>
      </w:r>
      <w:r w:rsidR="005A3479">
        <w:t>ma Sue</w:t>
      </w:r>
      <w:r>
        <w:t xml:space="preserve"> !… </w:t>
      </w:r>
      <w:r w:rsidR="005A3479">
        <w:t>ma chère folle</w:t>
      </w:r>
      <w:r>
        <w:t xml:space="preserve"> !… </w:t>
      </w:r>
      <w:r w:rsidR="005A3479">
        <w:t>C</w:t>
      </w:r>
      <w:r>
        <w:t>’</w:t>
      </w:r>
      <w:r w:rsidR="005A3479">
        <w:t>est plus que je ne puis endurer</w:t>
      </w:r>
      <w:r>
        <w:t xml:space="preserve"> ! </w:t>
      </w:r>
      <w:proofErr w:type="spellStart"/>
      <w:r w:rsidR="005A3479">
        <w:t>Mistress</w:t>
      </w:r>
      <w:proofErr w:type="spellEnd"/>
      <w:r w:rsidR="005A3479">
        <w:t xml:space="preserve"> </w:t>
      </w:r>
      <w:proofErr w:type="spellStart"/>
      <w:r w:rsidR="005A3479">
        <w:t>Edlin</w:t>
      </w:r>
      <w:proofErr w:type="spellEnd"/>
      <w:r>
        <w:t xml:space="preserve">, </w:t>
      </w:r>
      <w:r w:rsidR="005A3479">
        <w:t>ne soyez pas effrayée de ce que je dis là</w:t>
      </w:r>
      <w:r>
        <w:t xml:space="preserve">… </w:t>
      </w:r>
      <w:r w:rsidR="005A3479">
        <w:t>J</w:t>
      </w:r>
      <w:r>
        <w:t>’</w:t>
      </w:r>
      <w:r w:rsidR="005A3479">
        <w:t>ai pris l</w:t>
      </w:r>
      <w:r>
        <w:t>’</w:t>
      </w:r>
      <w:r w:rsidR="005A3479">
        <w:t>habitude de me parler à moi-même depuis que je suis ici</w:t>
      </w:r>
      <w:r>
        <w:t xml:space="preserve">, </w:t>
      </w:r>
      <w:r w:rsidR="005A3479">
        <w:t>gisant tout seul</w:t>
      </w:r>
      <w:r>
        <w:t xml:space="preserve">, </w:t>
      </w:r>
      <w:r w:rsidR="005A3479">
        <w:t>pendant des heures</w:t>
      </w:r>
      <w:r>
        <w:t xml:space="preserve">. </w:t>
      </w:r>
      <w:r w:rsidR="005A3479">
        <w:t>Elle fut naguère une femme dont l</w:t>
      </w:r>
      <w:r>
        <w:t>’</w:t>
      </w:r>
      <w:r w:rsidR="005A3479">
        <w:t>intelligence était auprès de la mienne ce qu</w:t>
      </w:r>
      <w:r>
        <w:t>’</w:t>
      </w:r>
      <w:r w:rsidR="005A3479">
        <w:t>est une étoile auprès d</w:t>
      </w:r>
      <w:r>
        <w:t>’</w:t>
      </w:r>
      <w:r w:rsidR="005A3479">
        <w:t>une lampe à essence</w:t>
      </w:r>
      <w:r>
        <w:t xml:space="preserve"> ; </w:t>
      </w:r>
      <w:r w:rsidR="005A3479">
        <w:t>un</w:t>
      </w:r>
      <w:r w:rsidR="005A3479">
        <w:t>e femme qui voyait toutes mes superstitions comme des toiles d</w:t>
      </w:r>
      <w:r>
        <w:t>’</w:t>
      </w:r>
      <w:r w:rsidR="005A3479">
        <w:t>araignées qu</w:t>
      </w:r>
      <w:r>
        <w:t>’</w:t>
      </w:r>
      <w:r w:rsidR="005A3479">
        <w:t>elle crevait avec un mot</w:t>
      </w:r>
      <w:r>
        <w:t xml:space="preserve">. </w:t>
      </w:r>
      <w:r w:rsidR="005A3479">
        <w:t>Puis il nous arriva une amère douleur</w:t>
      </w:r>
      <w:r>
        <w:t xml:space="preserve">, </w:t>
      </w:r>
      <w:r w:rsidR="005A3479">
        <w:t>et son intelligence s</w:t>
      </w:r>
      <w:r>
        <w:t>’</w:t>
      </w:r>
      <w:r w:rsidR="005A3479">
        <w:t>écroula</w:t>
      </w:r>
      <w:r>
        <w:t xml:space="preserve">, </w:t>
      </w:r>
      <w:r w:rsidR="005A3479">
        <w:t>elle erra dans les ténèbres</w:t>
      </w:r>
      <w:r>
        <w:t xml:space="preserve">. </w:t>
      </w:r>
      <w:r w:rsidR="005A3479">
        <w:t>Étrange différence entre les sexes</w:t>
      </w:r>
      <w:r>
        <w:t xml:space="preserve">, </w:t>
      </w:r>
      <w:r w:rsidR="005A3479">
        <w:t>que le temps et les circonstances</w:t>
      </w:r>
      <w:r>
        <w:t xml:space="preserve">, </w:t>
      </w:r>
      <w:r w:rsidR="005A3479">
        <w:t>qui élargissent les vues de la plupart des hommes</w:t>
      </w:r>
      <w:r>
        <w:t xml:space="preserve">, </w:t>
      </w:r>
      <w:r w:rsidR="005A3479">
        <w:t>rétrécissent les vues des femmes presque invariabl</w:t>
      </w:r>
      <w:r w:rsidR="005A3479">
        <w:t>e</w:t>
      </w:r>
      <w:r w:rsidR="005A3479">
        <w:t>ment</w:t>
      </w:r>
      <w:r>
        <w:t xml:space="preserve">. </w:t>
      </w:r>
      <w:r w:rsidR="005A3479">
        <w:t>Et maintenant</w:t>
      </w:r>
      <w:r>
        <w:t xml:space="preserve">, </w:t>
      </w:r>
      <w:r w:rsidR="005A3479">
        <w:t>la suprême horreur s</w:t>
      </w:r>
      <w:r>
        <w:t>’</w:t>
      </w:r>
      <w:r w:rsidR="005A3479">
        <w:t>est accomplie</w:t>
      </w:r>
      <w:r>
        <w:t xml:space="preserve"> : </w:t>
      </w:r>
      <w:r w:rsidR="005A3479">
        <w:t>l</w:t>
      </w:r>
      <w:r>
        <w:t>’</w:t>
      </w:r>
      <w:r w:rsidR="005A3479">
        <w:t>abandon d</w:t>
      </w:r>
      <w:r>
        <w:t>’</w:t>
      </w:r>
      <w:r w:rsidR="005A3479">
        <w:t>elle-même à ce qu</w:t>
      </w:r>
      <w:r>
        <w:t>’</w:t>
      </w:r>
      <w:r w:rsidR="005A3479">
        <w:t>elle déteste</w:t>
      </w:r>
      <w:r>
        <w:t xml:space="preserve">, </w:t>
      </w:r>
      <w:r w:rsidR="005A3479">
        <w:t>dans sa servile so</w:t>
      </w:r>
      <w:r w:rsidR="005A3479">
        <w:t>u</w:t>
      </w:r>
      <w:r w:rsidR="005A3479">
        <w:t>mission au formalisme</w:t>
      </w:r>
      <w:r>
        <w:t xml:space="preserve">. </w:t>
      </w:r>
      <w:r w:rsidR="005A3479">
        <w:t>Elle</w:t>
      </w:r>
      <w:r>
        <w:t xml:space="preserve">, </w:t>
      </w:r>
      <w:r w:rsidR="005A3479">
        <w:t>si sensitive</w:t>
      </w:r>
      <w:r>
        <w:t xml:space="preserve">, </w:t>
      </w:r>
      <w:r w:rsidR="005A3479">
        <w:t xml:space="preserve">si </w:t>
      </w:r>
      <w:r w:rsidR="005A3479">
        <w:lastRenderedPageBreak/>
        <w:t>facilement repliée</w:t>
      </w:r>
      <w:r>
        <w:t xml:space="preserve">, </w:t>
      </w:r>
      <w:r w:rsidR="005A3479">
        <w:t>que le vent même semblait l</w:t>
      </w:r>
      <w:r>
        <w:t>’</w:t>
      </w:r>
      <w:r w:rsidR="005A3479">
        <w:t>effleurer avec une nuance de re</w:t>
      </w:r>
      <w:r w:rsidR="005A3479">
        <w:t>s</w:t>
      </w:r>
      <w:r w:rsidR="005A3479">
        <w:t>pect</w:t>
      </w:r>
      <w:r>
        <w:t xml:space="preserve">… </w:t>
      </w:r>
      <w:r w:rsidR="005A3479">
        <w:t>Pour Sue</w:t>
      </w:r>
      <w:r>
        <w:t xml:space="preserve">, </w:t>
      </w:r>
      <w:r w:rsidR="005A3479">
        <w:t>comme pour moi</w:t>
      </w:r>
      <w:r>
        <w:t xml:space="preserve">, </w:t>
      </w:r>
      <w:r w:rsidR="005A3479">
        <w:t>quand nous étions le plus heureux</w:t>
      </w:r>
      <w:r>
        <w:t xml:space="preserve">, </w:t>
      </w:r>
      <w:r w:rsidR="005A3479">
        <w:t>il y a longtemps</w:t>
      </w:r>
      <w:r>
        <w:t xml:space="preserve">, </w:t>
      </w:r>
      <w:r w:rsidR="005A3479">
        <w:t>quand nos esprits étaient clairs et notre amour de la vérité libre de crainte</w:t>
      </w:r>
      <w:r>
        <w:t xml:space="preserve">, </w:t>
      </w:r>
      <w:r w:rsidR="005A3479">
        <w:t>les temps notaient pas mûrs</w:t>
      </w:r>
      <w:r>
        <w:t xml:space="preserve">. </w:t>
      </w:r>
      <w:r w:rsidR="005A3479">
        <w:t>Nos idées avançaient de cinquante ans et ne pouvaient nous être bonnes</w:t>
      </w:r>
      <w:r>
        <w:t xml:space="preserve">. </w:t>
      </w:r>
      <w:r w:rsidR="005A3479">
        <w:t>Et la résistance qu</w:t>
      </w:r>
      <w:r>
        <w:t>’</w:t>
      </w:r>
      <w:r w:rsidR="005A3479">
        <w:t>elles rencontrèrent déte</w:t>
      </w:r>
      <w:r w:rsidR="005A3479">
        <w:t>r</w:t>
      </w:r>
      <w:r w:rsidR="005A3479">
        <w:t>mina chez Sue une réaction et me valut le mépris et la ruine</w:t>
      </w:r>
      <w:r>
        <w:t xml:space="preserve">… </w:t>
      </w:r>
      <w:r w:rsidR="005A3479">
        <w:t>Voilà</w:t>
      </w:r>
      <w:r>
        <w:t xml:space="preserve">, </w:t>
      </w:r>
      <w:proofErr w:type="spellStart"/>
      <w:r w:rsidR="005A3479">
        <w:t>mistress</w:t>
      </w:r>
      <w:proofErr w:type="spellEnd"/>
      <w:r w:rsidR="005A3479">
        <w:t xml:space="preserve"> </w:t>
      </w:r>
      <w:proofErr w:type="spellStart"/>
      <w:r w:rsidR="005A3479">
        <w:t>Edlin</w:t>
      </w:r>
      <w:proofErr w:type="spellEnd"/>
      <w:r>
        <w:t xml:space="preserve">, </w:t>
      </w:r>
      <w:r w:rsidR="005A3479">
        <w:t>ce que je me dis sans cesse</w:t>
      </w:r>
      <w:r>
        <w:t xml:space="preserve">, </w:t>
      </w:r>
      <w:r w:rsidR="005A3479">
        <w:t>quand je r</w:t>
      </w:r>
      <w:r w:rsidR="005A3479">
        <w:t>e</w:t>
      </w:r>
      <w:r w:rsidR="005A3479">
        <w:t>pose ici</w:t>
      </w:r>
      <w:r>
        <w:t xml:space="preserve">. </w:t>
      </w:r>
      <w:r w:rsidR="005A3479">
        <w:t>Je dois vous ennuyer horriblement</w:t>
      </w:r>
      <w:r>
        <w:t>.</w:t>
      </w:r>
    </w:p>
    <w:p w14:paraId="09575AB5" w14:textId="77777777" w:rsidR="006F1ADB" w:rsidRDefault="006F1ADB" w:rsidP="005A3479">
      <w:r>
        <w:t>— </w:t>
      </w:r>
      <w:r w:rsidR="005A3479">
        <w:t>Non</w:t>
      </w:r>
      <w:r>
        <w:t xml:space="preserve">, </w:t>
      </w:r>
      <w:r w:rsidR="005A3479">
        <w:t>pas du tout</w:t>
      </w:r>
      <w:r>
        <w:t xml:space="preserve">, </w:t>
      </w:r>
      <w:r w:rsidR="005A3479">
        <w:t>mon cher garçon</w:t>
      </w:r>
      <w:r>
        <w:t xml:space="preserve">. </w:t>
      </w:r>
      <w:r w:rsidR="005A3479">
        <w:t>Je vous écouterais toute la journée</w:t>
      </w:r>
      <w:r>
        <w:t>.</w:t>
      </w:r>
    </w:p>
    <w:p w14:paraId="5B57150F" w14:textId="62213C4F" w:rsidR="006F1ADB" w:rsidRDefault="005A3479" w:rsidP="005A3479">
      <w:r>
        <w:t>Jude ne pouvait détacher sa pensée de ce qu</w:t>
      </w:r>
      <w:r w:rsidR="006F1ADB">
        <w:t>’</w:t>
      </w:r>
      <w:r>
        <w:t>il venait d</w:t>
      </w:r>
      <w:r w:rsidR="006F1ADB">
        <w:t>’</w:t>
      </w:r>
      <w:r>
        <w:t>apprendre au sujet de Suzanne</w:t>
      </w:r>
      <w:r w:rsidR="006F1ADB">
        <w:t xml:space="preserve">. </w:t>
      </w:r>
      <w:r>
        <w:t>Dans une agitation d</w:t>
      </w:r>
      <w:r w:rsidR="006F1ADB">
        <w:t>’</w:t>
      </w:r>
      <w:r>
        <w:t>agonie morale</w:t>
      </w:r>
      <w:r w:rsidR="006F1ADB">
        <w:t xml:space="preserve">, </w:t>
      </w:r>
      <w:r>
        <w:t>il commença à employer un langage terriblement pr</w:t>
      </w:r>
      <w:r>
        <w:t>o</w:t>
      </w:r>
      <w:r>
        <w:t>fane contre les conventions sociales</w:t>
      </w:r>
      <w:r w:rsidR="006F1ADB">
        <w:t xml:space="preserve">, </w:t>
      </w:r>
      <w:r>
        <w:t xml:space="preserve">ce qui lui occasionna un accès de </w:t>
      </w:r>
      <w:proofErr w:type="spellStart"/>
      <w:r>
        <w:t>toux</w:t>
      </w:r>
      <w:proofErr w:type="spellEnd"/>
      <w:r w:rsidR="006F1ADB">
        <w:t xml:space="preserve">. </w:t>
      </w:r>
      <w:r>
        <w:t>À ce moment</w:t>
      </w:r>
      <w:r w:rsidR="006F1ADB">
        <w:t xml:space="preserve">, </w:t>
      </w:r>
      <w:r>
        <w:t>un coup fut frappé à la porte du rez-de-chaussée</w:t>
      </w:r>
      <w:r w:rsidR="006F1ADB">
        <w:t xml:space="preserve">. </w:t>
      </w:r>
      <w:r>
        <w:t>Comme personne ne répondait</w:t>
      </w:r>
      <w:r w:rsidR="006F1ADB">
        <w:t>, M</w:t>
      </w:r>
      <w:r w:rsidR="006F1ADB" w:rsidRPr="006F1ADB">
        <w:rPr>
          <w:vertAlign w:val="superscript"/>
        </w:rPr>
        <w:t>rs</w:t>
      </w:r>
      <w:r w:rsidR="006F1ADB">
        <w:t> </w:t>
      </w:r>
      <w:proofErr w:type="spellStart"/>
      <w:r>
        <w:t>Edlin</w:t>
      </w:r>
      <w:proofErr w:type="spellEnd"/>
      <w:r>
        <w:t xml:space="preserve"> de</w:t>
      </w:r>
      <w:r>
        <w:t>s</w:t>
      </w:r>
      <w:r>
        <w:t>cendit</w:t>
      </w:r>
      <w:r w:rsidR="006F1ADB">
        <w:t>.</w:t>
      </w:r>
    </w:p>
    <w:p w14:paraId="5EC50588" w14:textId="77777777" w:rsidR="006F1ADB" w:rsidRDefault="005A3479" w:rsidP="005A3479">
      <w:r>
        <w:t>Le visiteur dit avec grâce</w:t>
      </w:r>
      <w:r w:rsidR="006F1ADB">
        <w:t> :</w:t>
      </w:r>
    </w:p>
    <w:p w14:paraId="7CFC222D" w14:textId="77777777" w:rsidR="006F1ADB" w:rsidRDefault="006F1ADB" w:rsidP="005A3479">
      <w:r>
        <w:t>— </w:t>
      </w:r>
      <w:r w:rsidR="005A3479">
        <w:t>Le docteur</w:t>
      </w:r>
      <w:r>
        <w:t>.</w:t>
      </w:r>
    </w:p>
    <w:p w14:paraId="048CEB3B" w14:textId="69E8AE47" w:rsidR="006F1ADB" w:rsidRDefault="005A3479" w:rsidP="005A3479">
      <w:r>
        <w:t xml:space="preserve">Cette silhouette efflanquée était celle du </w:t>
      </w:r>
      <w:r w:rsidR="006F1ADB">
        <w:t>D</w:t>
      </w:r>
      <w:r w:rsidR="006F1ADB" w:rsidRPr="006F1ADB">
        <w:rPr>
          <w:vertAlign w:val="superscript"/>
        </w:rPr>
        <w:t>r</w:t>
      </w:r>
      <w:r w:rsidR="006F1ADB">
        <w:t> V</w:t>
      </w:r>
      <w:r>
        <w:t>ilbert</w:t>
      </w:r>
      <w:r w:rsidR="006F1ADB">
        <w:t xml:space="preserve">, </w:t>
      </w:r>
      <w:r>
        <w:t xml:space="preserve">qui avait été mandé par </w:t>
      </w:r>
      <w:proofErr w:type="spellStart"/>
      <w:r>
        <w:t>Arabella</w:t>
      </w:r>
      <w:proofErr w:type="spellEnd"/>
      <w:r w:rsidR="006F1ADB">
        <w:t>.</w:t>
      </w:r>
    </w:p>
    <w:p w14:paraId="17DB87B6" w14:textId="77777777" w:rsidR="006F1ADB" w:rsidRDefault="006F1ADB" w:rsidP="005A3479">
      <w:r>
        <w:t>— </w:t>
      </w:r>
      <w:r w:rsidR="005A3479">
        <w:t>Comment va mon malade</w:t>
      </w:r>
      <w:r>
        <w:t xml:space="preserve">, </w:t>
      </w:r>
      <w:r w:rsidR="005A3479">
        <w:t>à présent</w:t>
      </w:r>
      <w:r>
        <w:t xml:space="preserve"> ? </w:t>
      </w:r>
      <w:r w:rsidR="005A3479">
        <w:t>demanda le méd</w:t>
      </w:r>
      <w:r w:rsidR="005A3479">
        <w:t>e</w:t>
      </w:r>
      <w:r w:rsidR="005A3479">
        <w:t>cin</w:t>
      </w:r>
      <w:r>
        <w:t>.</w:t>
      </w:r>
    </w:p>
    <w:p w14:paraId="72C8DD4C" w14:textId="77777777" w:rsidR="006F1ADB" w:rsidRDefault="006F1ADB" w:rsidP="005A3479">
      <w:r>
        <w:t>— </w:t>
      </w:r>
      <w:r w:rsidR="005A3479">
        <w:t>Oh</w:t>
      </w:r>
      <w:r>
        <w:t xml:space="preserve"> ! </w:t>
      </w:r>
      <w:r w:rsidR="005A3479">
        <w:t>mal</w:t>
      </w:r>
      <w:r>
        <w:t xml:space="preserve">, </w:t>
      </w:r>
      <w:r w:rsidR="005A3479">
        <w:t>très mal</w:t>
      </w:r>
      <w:r>
        <w:t xml:space="preserve">. </w:t>
      </w:r>
      <w:r w:rsidR="005A3479">
        <w:t>Pauvre garçon</w:t>
      </w:r>
      <w:r>
        <w:t xml:space="preserve">, </w:t>
      </w:r>
      <w:r w:rsidR="005A3479">
        <w:t>il est devenu très exc</w:t>
      </w:r>
      <w:r w:rsidR="005A3479">
        <w:t>i</w:t>
      </w:r>
      <w:r w:rsidR="005A3479">
        <w:t>té</w:t>
      </w:r>
      <w:r>
        <w:t xml:space="preserve">, </w:t>
      </w:r>
      <w:r w:rsidR="005A3479">
        <w:t>et blasphème furieusement</w:t>
      </w:r>
      <w:r>
        <w:t xml:space="preserve">, </w:t>
      </w:r>
      <w:r w:rsidR="005A3479">
        <w:t>depuis que je lui ai rapporté</w:t>
      </w:r>
      <w:r>
        <w:t xml:space="preserve">, </w:t>
      </w:r>
      <w:r w:rsidR="005A3479">
        <w:t>par hasard</w:t>
      </w:r>
      <w:r>
        <w:t xml:space="preserve">, </w:t>
      </w:r>
      <w:r w:rsidR="005A3479">
        <w:t>quelques commérages</w:t>
      </w:r>
      <w:r>
        <w:t xml:space="preserve"> ; </w:t>
      </w:r>
      <w:r w:rsidR="005A3479">
        <w:t>c</w:t>
      </w:r>
      <w:r>
        <w:t>’</w:t>
      </w:r>
      <w:r w:rsidR="005A3479">
        <w:t xml:space="preserve">est moi qui suis à </w:t>
      </w:r>
      <w:r w:rsidR="005A3479">
        <w:lastRenderedPageBreak/>
        <w:t>blâmer</w:t>
      </w:r>
      <w:r>
        <w:t xml:space="preserve">. </w:t>
      </w:r>
      <w:r w:rsidR="005A3479">
        <w:t>Mais vous devez excuser un homme qui souffre</w:t>
      </w:r>
      <w:r>
        <w:t xml:space="preserve">, </w:t>
      </w:r>
      <w:r w:rsidR="005A3479">
        <w:t>quoi qu</w:t>
      </w:r>
      <w:r>
        <w:t>’</w:t>
      </w:r>
      <w:r w:rsidR="005A3479">
        <w:t>il dise</w:t>
      </w:r>
      <w:r>
        <w:t xml:space="preserve">, </w:t>
      </w:r>
      <w:r w:rsidR="005A3479">
        <w:t>et j</w:t>
      </w:r>
      <w:r>
        <w:t>’</w:t>
      </w:r>
      <w:r w:rsidR="005A3479">
        <w:t>espère que Dieu lui pardonnera</w:t>
      </w:r>
      <w:r>
        <w:t>.</w:t>
      </w:r>
    </w:p>
    <w:p w14:paraId="5C795D43" w14:textId="4445BE69" w:rsidR="006F1ADB" w:rsidRDefault="006F1ADB" w:rsidP="005A3479">
      <w:r>
        <w:t>— </w:t>
      </w:r>
      <w:r w:rsidR="005A3479">
        <w:t>Ah</w:t>
      </w:r>
      <w:r>
        <w:t xml:space="preserve"> ! </w:t>
      </w:r>
      <w:r w:rsidR="005A3479">
        <w:t>Je vais monter et le voir</w:t>
      </w:r>
      <w:r>
        <w:t>. M</w:t>
      </w:r>
      <w:r w:rsidRPr="006F1ADB">
        <w:rPr>
          <w:vertAlign w:val="superscript"/>
        </w:rPr>
        <w:t>rs</w:t>
      </w:r>
      <w:r>
        <w:t> </w:t>
      </w:r>
      <w:r w:rsidR="005A3479">
        <w:t>Fawley est-elle à la maison</w:t>
      </w:r>
      <w:r>
        <w:t> ?</w:t>
      </w:r>
    </w:p>
    <w:p w14:paraId="70606D2E" w14:textId="77777777" w:rsidR="006F1ADB" w:rsidRDefault="006F1ADB" w:rsidP="005A3479">
      <w:r>
        <w:t>— </w:t>
      </w:r>
      <w:r w:rsidR="005A3479">
        <w:t>Pas encore</w:t>
      </w:r>
      <w:r>
        <w:t xml:space="preserve">, </w:t>
      </w:r>
      <w:r w:rsidR="005A3479">
        <w:t>mais elle reviendra bientôt</w:t>
      </w:r>
      <w:r>
        <w:t>.</w:t>
      </w:r>
    </w:p>
    <w:p w14:paraId="255EE119" w14:textId="0BBDC97B" w:rsidR="006F1ADB" w:rsidRDefault="005A3479" w:rsidP="005A3479">
      <w:r>
        <w:t>Vilbert monta</w:t>
      </w:r>
      <w:r w:rsidR="006F1ADB">
        <w:t xml:space="preserve">. </w:t>
      </w:r>
      <w:r>
        <w:t>Mais quoique Jude eût pris jusqu</w:t>
      </w:r>
      <w:r w:rsidR="006F1ADB">
        <w:t>’</w:t>
      </w:r>
      <w:r>
        <w:t>ici</w:t>
      </w:r>
      <w:r w:rsidR="006F1ADB">
        <w:t xml:space="preserve">, </w:t>
      </w:r>
      <w:r>
        <w:t>avec la plus grande indifférence</w:t>
      </w:r>
      <w:r w:rsidR="006F1ADB">
        <w:t xml:space="preserve">, </w:t>
      </w:r>
      <w:r>
        <w:t>les remèdes de cet habile praticien</w:t>
      </w:r>
      <w:r w:rsidR="006F1ADB">
        <w:t xml:space="preserve">, </w:t>
      </w:r>
      <w:r>
        <w:t xml:space="preserve">lorsque </w:t>
      </w:r>
      <w:proofErr w:type="spellStart"/>
      <w:r>
        <w:t>Arabella</w:t>
      </w:r>
      <w:proofErr w:type="spellEnd"/>
      <w:r>
        <w:t xml:space="preserve"> les lui versait dans la gorge</w:t>
      </w:r>
      <w:r w:rsidR="006F1ADB">
        <w:t xml:space="preserve">, </w:t>
      </w:r>
      <w:r>
        <w:t>il était disposé</w:t>
      </w:r>
      <w:r w:rsidR="006F1ADB">
        <w:t xml:space="preserve">, </w:t>
      </w:r>
      <w:r>
        <w:t>par les événements</w:t>
      </w:r>
      <w:r w:rsidR="006F1ADB">
        <w:t xml:space="preserve">, </w:t>
      </w:r>
      <w:r>
        <w:t>à tenir tête au docteur</w:t>
      </w:r>
      <w:r w:rsidR="006F1ADB">
        <w:t xml:space="preserve">, </w:t>
      </w:r>
      <w:r>
        <w:t>et il lui jeta son opinion à la face</w:t>
      </w:r>
      <w:r w:rsidR="006F1ADB">
        <w:t xml:space="preserve">, </w:t>
      </w:r>
      <w:r>
        <w:t>si énergiquement</w:t>
      </w:r>
      <w:r w:rsidR="006F1ADB">
        <w:t xml:space="preserve">, </w:t>
      </w:r>
      <w:r>
        <w:t>avec de telles épithètes cinglantes</w:t>
      </w:r>
      <w:r w:rsidR="006F1ADB">
        <w:t xml:space="preserve">, </w:t>
      </w:r>
      <w:r>
        <w:t>que Vilbert dégringola bientôt l</w:t>
      </w:r>
      <w:r w:rsidR="006F1ADB">
        <w:t>’</w:t>
      </w:r>
      <w:r>
        <w:t>escalier</w:t>
      </w:r>
      <w:r w:rsidR="006F1ADB">
        <w:t xml:space="preserve">. </w:t>
      </w:r>
      <w:r>
        <w:t>À la porte</w:t>
      </w:r>
      <w:r w:rsidR="006F1ADB">
        <w:t xml:space="preserve">, </w:t>
      </w:r>
      <w:r>
        <w:t xml:space="preserve">il rencontra </w:t>
      </w:r>
      <w:proofErr w:type="spellStart"/>
      <w:r>
        <w:t>Arabella</w:t>
      </w:r>
      <w:proofErr w:type="spellEnd"/>
      <w:r w:rsidR="006F1ADB">
        <w:t>, M</w:t>
      </w:r>
      <w:r w:rsidR="006F1ADB" w:rsidRPr="006F1ADB">
        <w:rPr>
          <w:vertAlign w:val="superscript"/>
        </w:rPr>
        <w:t>rs</w:t>
      </w:r>
      <w:r w:rsidR="006F1ADB">
        <w:t> </w:t>
      </w:r>
      <w:proofErr w:type="spellStart"/>
      <w:r>
        <w:t>Edlin</w:t>
      </w:r>
      <w:proofErr w:type="spellEnd"/>
      <w:r>
        <w:t xml:space="preserve"> étant partie</w:t>
      </w:r>
      <w:r w:rsidR="006F1ADB">
        <w:t xml:space="preserve">. </w:t>
      </w:r>
      <w:proofErr w:type="spellStart"/>
      <w:r>
        <w:t>Arabella</w:t>
      </w:r>
      <w:proofErr w:type="spellEnd"/>
      <w:r>
        <w:t xml:space="preserve"> demanda comment se trouvait son mari et</w:t>
      </w:r>
      <w:r w:rsidR="006F1ADB">
        <w:t xml:space="preserve">, </w:t>
      </w:r>
      <w:r>
        <w:t>voyant que le docteur semblait bouleversé</w:t>
      </w:r>
      <w:r w:rsidR="006F1ADB">
        <w:t xml:space="preserve">, </w:t>
      </w:r>
      <w:r>
        <w:t>elle lui proposa de prendre quelque chose</w:t>
      </w:r>
      <w:r w:rsidR="006F1ADB">
        <w:t xml:space="preserve">. </w:t>
      </w:r>
      <w:r>
        <w:t>Il consentit</w:t>
      </w:r>
      <w:r w:rsidR="006F1ADB">
        <w:t>.</w:t>
      </w:r>
    </w:p>
    <w:p w14:paraId="262455C9" w14:textId="77777777" w:rsidR="006F1ADB" w:rsidRDefault="006F1ADB" w:rsidP="005A3479">
      <w:r>
        <w:t>— </w:t>
      </w:r>
      <w:r w:rsidR="005A3479">
        <w:t>Je vous apporterai cela dans le couloir</w:t>
      </w:r>
      <w:r>
        <w:t xml:space="preserve">, </w:t>
      </w:r>
      <w:r w:rsidR="005A3479">
        <w:t>dit-elle</w:t>
      </w:r>
      <w:r>
        <w:t xml:space="preserve">. </w:t>
      </w:r>
      <w:r w:rsidR="005A3479">
        <w:t>A</w:t>
      </w:r>
      <w:r w:rsidR="005A3479">
        <w:t>u</w:t>
      </w:r>
      <w:r w:rsidR="005A3479">
        <w:t>jourd</w:t>
      </w:r>
      <w:r>
        <w:t>’</w:t>
      </w:r>
      <w:r w:rsidR="005A3479">
        <w:t>hui</w:t>
      </w:r>
      <w:r>
        <w:t xml:space="preserve">, </w:t>
      </w:r>
      <w:r w:rsidR="005A3479">
        <w:t>il n</w:t>
      </w:r>
      <w:r>
        <w:t>’</w:t>
      </w:r>
      <w:r w:rsidR="005A3479">
        <w:t>y a personne à la maison</w:t>
      </w:r>
      <w:r>
        <w:t xml:space="preserve">, </w:t>
      </w:r>
      <w:r w:rsidR="005A3479">
        <w:t>excepté moi</w:t>
      </w:r>
      <w:r>
        <w:t>.</w:t>
      </w:r>
    </w:p>
    <w:p w14:paraId="0552BE9D" w14:textId="77777777" w:rsidR="006F1ADB" w:rsidRDefault="005A3479" w:rsidP="005A3479">
      <w:r>
        <w:t>Elle apporta une bouteille et un verre</w:t>
      </w:r>
      <w:r w:rsidR="006F1ADB">
        <w:t xml:space="preserve">, </w:t>
      </w:r>
      <w:r>
        <w:t>et il but</w:t>
      </w:r>
      <w:r w:rsidR="006F1ADB">
        <w:t xml:space="preserve">. </w:t>
      </w:r>
      <w:proofErr w:type="spellStart"/>
      <w:r>
        <w:t>Arabella</w:t>
      </w:r>
      <w:proofErr w:type="spellEnd"/>
      <w:r>
        <w:t xml:space="preserve"> commença à hocher la tête</w:t>
      </w:r>
      <w:r w:rsidR="006F1ADB">
        <w:t xml:space="preserve">, </w:t>
      </w:r>
      <w:r>
        <w:t>avec des rires étouffés</w:t>
      </w:r>
      <w:r w:rsidR="006F1ADB">
        <w:t>.</w:t>
      </w:r>
    </w:p>
    <w:p w14:paraId="5F114887" w14:textId="77777777" w:rsidR="006F1ADB" w:rsidRDefault="006F1ADB" w:rsidP="005A3479">
      <w:r>
        <w:t>— </w:t>
      </w:r>
      <w:r w:rsidR="005A3479">
        <w:t>Qu</w:t>
      </w:r>
      <w:r>
        <w:t>’</w:t>
      </w:r>
      <w:r w:rsidR="005A3479">
        <w:t>est-ce donc</w:t>
      </w:r>
      <w:r>
        <w:t xml:space="preserve">, </w:t>
      </w:r>
      <w:r w:rsidR="005A3479">
        <w:t>ma chère</w:t>
      </w:r>
      <w:r>
        <w:t xml:space="preserve"> ? </w:t>
      </w:r>
      <w:r w:rsidR="005A3479">
        <w:t>demanda-t-il</w:t>
      </w:r>
      <w:r>
        <w:t xml:space="preserve">, </w:t>
      </w:r>
      <w:r w:rsidR="005A3479">
        <w:t>en claquant des lèvres</w:t>
      </w:r>
      <w:r>
        <w:t>.</w:t>
      </w:r>
    </w:p>
    <w:p w14:paraId="7E4ED6FC" w14:textId="77777777" w:rsidR="006F1ADB" w:rsidRDefault="006F1ADB" w:rsidP="005A3479">
      <w:r>
        <w:t>— </w:t>
      </w:r>
      <w:r w:rsidR="005A3479">
        <w:t>Oh</w:t>
      </w:r>
      <w:r>
        <w:t xml:space="preserve"> ! </w:t>
      </w:r>
      <w:r w:rsidR="005A3479">
        <w:t>une goutte de vin et quelque chose dedans</w:t>
      </w:r>
      <w:r>
        <w:t>.</w:t>
      </w:r>
    </w:p>
    <w:p w14:paraId="0F8493AB" w14:textId="77777777" w:rsidR="006F1ADB" w:rsidRDefault="005A3479" w:rsidP="005A3479">
      <w:r>
        <w:t>Riant toujours</w:t>
      </w:r>
      <w:r w:rsidR="006F1ADB">
        <w:t xml:space="preserve">, </w:t>
      </w:r>
      <w:r>
        <w:t>elle ajouta</w:t>
      </w:r>
      <w:r w:rsidR="006F1ADB">
        <w:t> :</w:t>
      </w:r>
    </w:p>
    <w:p w14:paraId="6872C98C" w14:textId="77777777" w:rsidR="006F1ADB" w:rsidRDefault="006F1ADB" w:rsidP="005A3479">
      <w:r>
        <w:t>— </w:t>
      </w:r>
      <w:r w:rsidR="005A3479">
        <w:t>J</w:t>
      </w:r>
      <w:r>
        <w:t>’</w:t>
      </w:r>
      <w:r w:rsidR="005A3479">
        <w:t>ai mêlé à ce vin un philtre d</w:t>
      </w:r>
      <w:r>
        <w:t>’</w:t>
      </w:r>
      <w:r w:rsidR="005A3479">
        <w:t>amour que je vous ai ach</w:t>
      </w:r>
      <w:r w:rsidR="005A3479">
        <w:t>e</w:t>
      </w:r>
      <w:r w:rsidR="005A3479">
        <w:t>té</w:t>
      </w:r>
      <w:r>
        <w:t xml:space="preserve">, </w:t>
      </w:r>
      <w:r w:rsidR="005A3479">
        <w:t>autrefois</w:t>
      </w:r>
      <w:r>
        <w:t xml:space="preserve"> ; </w:t>
      </w:r>
      <w:r w:rsidR="005A3479">
        <w:t>vous en souvenez-vous</w:t>
      </w:r>
      <w:r>
        <w:t> ?</w:t>
      </w:r>
    </w:p>
    <w:p w14:paraId="393F76B6" w14:textId="77777777" w:rsidR="006F1ADB" w:rsidRDefault="006F1ADB" w:rsidP="005A3479">
      <w:r>
        <w:t>— </w:t>
      </w:r>
      <w:r w:rsidR="005A3479">
        <w:t>Oui</w:t>
      </w:r>
      <w:r>
        <w:t xml:space="preserve">, </w:t>
      </w:r>
      <w:r w:rsidR="005A3479">
        <w:t>oui</w:t>
      </w:r>
      <w:r>
        <w:t xml:space="preserve">. </w:t>
      </w:r>
      <w:r w:rsidR="005A3479">
        <w:t>Femme adroite</w:t>
      </w:r>
      <w:r>
        <w:t xml:space="preserve"> ! </w:t>
      </w:r>
      <w:r w:rsidR="005A3479">
        <w:t>Mais vous devez être prête à en subir les conséquences</w:t>
      </w:r>
      <w:r>
        <w:t>.</w:t>
      </w:r>
    </w:p>
    <w:p w14:paraId="408A9D21" w14:textId="77777777" w:rsidR="006F1ADB" w:rsidRDefault="005A3479" w:rsidP="005A3479">
      <w:r>
        <w:lastRenderedPageBreak/>
        <w:t>Entourant de son bras les épaules d</w:t>
      </w:r>
      <w:r w:rsidR="006F1ADB">
        <w:t>’</w:t>
      </w:r>
      <w:proofErr w:type="spellStart"/>
      <w:r>
        <w:t>Arabella</w:t>
      </w:r>
      <w:proofErr w:type="spellEnd"/>
      <w:r w:rsidR="006F1ADB">
        <w:t xml:space="preserve">, </w:t>
      </w:r>
      <w:r>
        <w:t>il l</w:t>
      </w:r>
      <w:r w:rsidR="006F1ADB">
        <w:t>’</w:t>
      </w:r>
      <w:r>
        <w:t>embrassa çà et là</w:t>
      </w:r>
      <w:r w:rsidR="006F1ADB">
        <w:t>.</w:t>
      </w:r>
    </w:p>
    <w:p w14:paraId="3AFC5542" w14:textId="77777777" w:rsidR="006F1ADB" w:rsidRDefault="006F1ADB" w:rsidP="005A3479">
      <w:r>
        <w:t>— </w:t>
      </w:r>
      <w:r w:rsidR="005A3479">
        <w:t>Non</w:t>
      </w:r>
      <w:r>
        <w:t xml:space="preserve">, </w:t>
      </w:r>
      <w:r w:rsidR="005A3479">
        <w:t>non</w:t>
      </w:r>
      <w:r>
        <w:t xml:space="preserve">, </w:t>
      </w:r>
      <w:r w:rsidR="005A3479">
        <w:t>murmura-t-elle</w:t>
      </w:r>
      <w:r>
        <w:t xml:space="preserve">, </w:t>
      </w:r>
      <w:r w:rsidR="005A3479">
        <w:t>riant avec bonne humeur</w:t>
      </w:r>
      <w:r>
        <w:t xml:space="preserve">. </w:t>
      </w:r>
      <w:r w:rsidR="005A3479">
        <w:t>Mon mari entendra</w:t>
      </w:r>
      <w:r>
        <w:t>.</w:t>
      </w:r>
    </w:p>
    <w:p w14:paraId="555A2C42" w14:textId="77777777" w:rsidR="006F1ADB" w:rsidRDefault="005A3479" w:rsidP="005A3479">
      <w:r>
        <w:t>Elle emmena Vilbert hors de la maison</w:t>
      </w:r>
      <w:r w:rsidR="006F1ADB">
        <w:t xml:space="preserve">, </w:t>
      </w:r>
      <w:r>
        <w:t>et</w:t>
      </w:r>
      <w:r w:rsidR="006F1ADB">
        <w:t xml:space="preserve">, </w:t>
      </w:r>
      <w:r>
        <w:t>quand elle r</w:t>
      </w:r>
      <w:r>
        <w:t>e</w:t>
      </w:r>
      <w:r>
        <w:t>vint</w:t>
      </w:r>
      <w:r w:rsidR="006F1ADB">
        <w:t xml:space="preserve">, </w:t>
      </w:r>
      <w:r>
        <w:t>elle se disait à elle-même</w:t>
      </w:r>
      <w:r w:rsidR="006F1ADB">
        <w:t> :</w:t>
      </w:r>
    </w:p>
    <w:p w14:paraId="3B836715" w14:textId="77777777" w:rsidR="006F1ADB" w:rsidRDefault="006F1ADB" w:rsidP="005A3479">
      <w:r>
        <w:t>— </w:t>
      </w:r>
      <w:r w:rsidR="005A3479">
        <w:t>Bien</w:t>
      </w:r>
      <w:r>
        <w:t xml:space="preserve"> ! </w:t>
      </w:r>
      <w:r w:rsidR="005A3479">
        <w:t>De faibles femmes doivent se prémunir pour les mauvais jours</w:t>
      </w:r>
      <w:r>
        <w:t xml:space="preserve">. – </w:t>
      </w:r>
      <w:r w:rsidR="005A3479">
        <w:t>Et si mon pauvre diable crève</w:t>
      </w:r>
      <w:r>
        <w:t xml:space="preserve"> – </w:t>
      </w:r>
      <w:r w:rsidR="005A3479">
        <w:t>ce qu</w:t>
      </w:r>
      <w:r>
        <w:t>’</w:t>
      </w:r>
      <w:r w:rsidR="005A3479">
        <w:t>il fera bientôt</w:t>
      </w:r>
      <w:r>
        <w:t xml:space="preserve">, </w:t>
      </w:r>
      <w:r w:rsidR="005A3479">
        <w:t>je suppose</w:t>
      </w:r>
      <w:r>
        <w:t xml:space="preserve"> – </w:t>
      </w:r>
      <w:r w:rsidR="005A3479">
        <w:t>il faut bien me préparer de nouvelles chances</w:t>
      </w:r>
      <w:r>
        <w:t xml:space="preserve">. </w:t>
      </w:r>
      <w:r w:rsidR="005A3479">
        <w:t>Je ne peux pas cueillir et choisir maintenant comme au temps où j</w:t>
      </w:r>
      <w:r>
        <w:t>’</w:t>
      </w:r>
      <w:r w:rsidR="005A3479">
        <w:t>étais jeune</w:t>
      </w:r>
      <w:r>
        <w:t xml:space="preserve">. </w:t>
      </w:r>
      <w:r w:rsidR="005A3479">
        <w:t>Et si l</w:t>
      </w:r>
      <w:r>
        <w:t>’</w:t>
      </w:r>
      <w:r w:rsidR="005A3479">
        <w:t>on ne peut avoir un jeune</w:t>
      </w:r>
      <w:r>
        <w:t xml:space="preserve">, </w:t>
      </w:r>
      <w:r w:rsidR="005A3479">
        <w:t>il faut accepter un vieux</w:t>
      </w:r>
      <w:r>
        <w:t>.</w:t>
      </w:r>
    </w:p>
    <w:p w14:paraId="0D17F817" w14:textId="7F60B16C" w:rsidR="005A3479" w:rsidRDefault="005A3479" w:rsidP="006F1ADB">
      <w:pPr>
        <w:pStyle w:val="Titre2"/>
      </w:pPr>
      <w:bookmarkStart w:id="105" w:name="__RefHeading__107_1957917597"/>
      <w:bookmarkStart w:id="106" w:name="_Toc202369668"/>
      <w:bookmarkEnd w:id="105"/>
      <w:r>
        <w:lastRenderedPageBreak/>
        <w:t>XI</w:t>
      </w:r>
      <w:bookmarkEnd w:id="106"/>
    </w:p>
    <w:p w14:paraId="6621CDB6" w14:textId="77777777" w:rsidR="006F1ADB" w:rsidRDefault="005A3479" w:rsidP="005A3479">
      <w:r>
        <w:t>L</w:t>
      </w:r>
      <w:r w:rsidR="006F1ADB">
        <w:t>’</w:t>
      </w:r>
      <w:r>
        <w:t>été verdoyant avait reparu</w:t>
      </w:r>
      <w:r w:rsidR="006F1ADB">
        <w:t xml:space="preserve">, </w:t>
      </w:r>
      <w:r>
        <w:t>Jude ne quittait plus sa chambre</w:t>
      </w:r>
      <w:r w:rsidR="006F1ADB">
        <w:t>.</w:t>
      </w:r>
    </w:p>
    <w:p w14:paraId="0946D261" w14:textId="77777777" w:rsidR="006F1ADB" w:rsidRDefault="005A3479" w:rsidP="005A3479">
      <w:r>
        <w:t>Il avait le visage si amaigri que ses vieux amis auraient eu peine à le reconnaître</w:t>
      </w:r>
      <w:r w:rsidR="006F1ADB">
        <w:t xml:space="preserve">. </w:t>
      </w:r>
      <w:r>
        <w:t>Cet après-midi</w:t>
      </w:r>
      <w:r w:rsidR="006F1ADB">
        <w:t xml:space="preserve">, </w:t>
      </w:r>
      <w:proofErr w:type="spellStart"/>
      <w:r>
        <w:t>Arabella</w:t>
      </w:r>
      <w:proofErr w:type="spellEnd"/>
      <w:r w:rsidR="006F1ADB">
        <w:t xml:space="preserve">, </w:t>
      </w:r>
      <w:r>
        <w:t>devant une glace</w:t>
      </w:r>
      <w:r w:rsidR="006F1ADB">
        <w:t xml:space="preserve">, </w:t>
      </w:r>
      <w:r>
        <w:t>se frisait les cheveux avec un manche de parapluie qu</w:t>
      </w:r>
      <w:r w:rsidR="006F1ADB">
        <w:t>’</w:t>
      </w:r>
      <w:r>
        <w:t>elle chauffait à la flamme d</w:t>
      </w:r>
      <w:r w:rsidR="006F1ADB">
        <w:t>’</w:t>
      </w:r>
      <w:r>
        <w:t>une bougie</w:t>
      </w:r>
      <w:r w:rsidR="006F1ADB">
        <w:t xml:space="preserve">. </w:t>
      </w:r>
      <w:r>
        <w:t>Quand elle eut fini</w:t>
      </w:r>
      <w:r w:rsidR="006F1ADB">
        <w:t xml:space="preserve">, </w:t>
      </w:r>
      <w:r>
        <w:t>elle se fit une fossette</w:t>
      </w:r>
      <w:r w:rsidR="006F1ADB">
        <w:t xml:space="preserve">, </w:t>
      </w:r>
      <w:r>
        <w:t>s</w:t>
      </w:r>
      <w:r w:rsidR="006F1ADB">
        <w:t>’</w:t>
      </w:r>
      <w:r>
        <w:t>habilla et jeta un regard vers Jude</w:t>
      </w:r>
      <w:r w:rsidR="006F1ADB">
        <w:t xml:space="preserve">. </w:t>
      </w:r>
      <w:r>
        <w:t>Il semblait dormir</w:t>
      </w:r>
      <w:r w:rsidR="006F1ADB">
        <w:t xml:space="preserve">, </w:t>
      </w:r>
      <w:r>
        <w:t>bien qu</w:t>
      </w:r>
      <w:r w:rsidR="006F1ADB">
        <w:t>’</w:t>
      </w:r>
      <w:r>
        <w:t>il fût presque assis sur son lit</w:t>
      </w:r>
      <w:r w:rsidR="006F1ADB">
        <w:t xml:space="preserve">, </w:t>
      </w:r>
      <w:r>
        <w:t>où il ne pouvait s</w:t>
      </w:r>
      <w:r w:rsidR="006F1ADB">
        <w:t>’</w:t>
      </w:r>
      <w:r>
        <w:t>étendre à cause de son mal</w:t>
      </w:r>
      <w:r w:rsidR="006F1ADB">
        <w:t>.</w:t>
      </w:r>
    </w:p>
    <w:p w14:paraId="41A7C8FA" w14:textId="77777777" w:rsidR="006F1ADB" w:rsidRDefault="005A3479" w:rsidP="005A3479">
      <w:proofErr w:type="spellStart"/>
      <w:r>
        <w:t>Arabella</w:t>
      </w:r>
      <w:proofErr w:type="spellEnd"/>
      <w:r w:rsidR="006F1ADB">
        <w:t xml:space="preserve">, </w:t>
      </w:r>
      <w:r>
        <w:t>avec son chapeau</w:t>
      </w:r>
      <w:r w:rsidR="006F1ADB">
        <w:t xml:space="preserve">, </w:t>
      </w:r>
      <w:r>
        <w:t>ses gants</w:t>
      </w:r>
      <w:r w:rsidR="006F1ADB">
        <w:t xml:space="preserve">, </w:t>
      </w:r>
      <w:r>
        <w:t>et toute prête</w:t>
      </w:r>
      <w:r w:rsidR="006F1ADB">
        <w:t xml:space="preserve">, </w:t>
      </w:r>
      <w:r>
        <w:t>s</w:t>
      </w:r>
      <w:r w:rsidR="006F1ADB">
        <w:t>’</w:t>
      </w:r>
      <w:r>
        <w:t>était assise et semblait attendre que quelqu</w:t>
      </w:r>
      <w:r w:rsidR="006F1ADB">
        <w:t>’</w:t>
      </w:r>
      <w:r>
        <w:t>un vint prendre sa place de garde-malade</w:t>
      </w:r>
      <w:r w:rsidR="006F1ADB">
        <w:t xml:space="preserve">. </w:t>
      </w:r>
      <w:r>
        <w:t>Certains bruits du dehors révélaient une ville en fête</w:t>
      </w:r>
      <w:r w:rsidR="006F1ADB">
        <w:t xml:space="preserve">, </w:t>
      </w:r>
      <w:r>
        <w:t>bien que</w:t>
      </w:r>
      <w:r w:rsidR="006F1ADB">
        <w:t xml:space="preserve">, </w:t>
      </w:r>
      <w:r>
        <w:t>de là</w:t>
      </w:r>
      <w:r w:rsidR="006F1ADB">
        <w:t xml:space="preserve">, </w:t>
      </w:r>
      <w:r>
        <w:t>on n</w:t>
      </w:r>
      <w:r w:rsidR="006F1ADB">
        <w:t>’</w:t>
      </w:r>
      <w:r>
        <w:t xml:space="preserve">en pût voir </w:t>
      </w:r>
      <w:proofErr w:type="spellStart"/>
      <w:r>
        <w:t>grand</w:t>
      </w:r>
      <w:r w:rsidR="006F1ADB">
        <w:t>’</w:t>
      </w:r>
      <w:r>
        <w:t>chose</w:t>
      </w:r>
      <w:proofErr w:type="spellEnd"/>
      <w:r w:rsidR="006F1ADB">
        <w:t xml:space="preserve">. </w:t>
      </w:r>
      <w:r>
        <w:t>Les cloches prenaient leur volée et les notes entraient dans la chambre à travers la fenêtre ouverte</w:t>
      </w:r>
      <w:r w:rsidR="006F1ADB">
        <w:t xml:space="preserve">, </w:t>
      </w:r>
      <w:r>
        <w:t>et bourdonnaient autour de la tête de Jude</w:t>
      </w:r>
      <w:r w:rsidR="006F1ADB">
        <w:t xml:space="preserve">. </w:t>
      </w:r>
      <w:proofErr w:type="spellStart"/>
      <w:r>
        <w:t>Arabella</w:t>
      </w:r>
      <w:proofErr w:type="spellEnd"/>
      <w:r>
        <w:t xml:space="preserve"> ne pouvait tenir en place</w:t>
      </w:r>
      <w:r w:rsidR="006F1ADB">
        <w:t xml:space="preserve">, </w:t>
      </w:r>
      <w:r>
        <w:t>et elle finit par se dire à elle-même</w:t>
      </w:r>
      <w:r w:rsidR="006F1ADB">
        <w:t> :</w:t>
      </w:r>
    </w:p>
    <w:p w14:paraId="1663CC12" w14:textId="77777777" w:rsidR="006F1ADB" w:rsidRDefault="006F1ADB" w:rsidP="005A3479">
      <w:r>
        <w:t>— </w:t>
      </w:r>
      <w:r w:rsidR="005A3479">
        <w:t>Pourquoi donc mon père n</w:t>
      </w:r>
      <w:r>
        <w:t>’</w:t>
      </w:r>
      <w:r w:rsidR="005A3479">
        <w:t>arrive-t-il pas</w:t>
      </w:r>
      <w:r>
        <w:t> ?</w:t>
      </w:r>
    </w:p>
    <w:p w14:paraId="3155C762" w14:textId="77777777" w:rsidR="006F1ADB" w:rsidRDefault="005A3479" w:rsidP="005A3479">
      <w:r>
        <w:t>Elle regarda de nouveau vers Jude</w:t>
      </w:r>
      <w:r w:rsidR="006F1ADB">
        <w:t xml:space="preserve">, </w:t>
      </w:r>
      <w:r>
        <w:t>sembla faire le compte des heures qu</w:t>
      </w:r>
      <w:r w:rsidR="006F1ADB">
        <w:t>’</w:t>
      </w:r>
      <w:r>
        <w:t>il lui restait à vivre</w:t>
      </w:r>
      <w:r w:rsidR="006F1ADB">
        <w:t xml:space="preserve">, </w:t>
      </w:r>
      <w:r>
        <w:t>comme elle l</w:t>
      </w:r>
      <w:r w:rsidR="006F1ADB">
        <w:t>’</w:t>
      </w:r>
      <w:r>
        <w:t>avait fait si so</w:t>
      </w:r>
      <w:r>
        <w:t>u</w:t>
      </w:r>
      <w:r>
        <w:t>vent pendant les derniers mois</w:t>
      </w:r>
      <w:r w:rsidR="006F1ADB">
        <w:t xml:space="preserve">, </w:t>
      </w:r>
      <w:r>
        <w:t>et</w:t>
      </w:r>
      <w:r w:rsidR="006F1ADB">
        <w:t xml:space="preserve">, </w:t>
      </w:r>
      <w:r>
        <w:t>jetant les yeux sur sa montre</w:t>
      </w:r>
      <w:r w:rsidR="006F1ADB">
        <w:t xml:space="preserve">, </w:t>
      </w:r>
      <w:r>
        <w:t>qu</w:t>
      </w:r>
      <w:r w:rsidR="006F1ADB">
        <w:t>’</w:t>
      </w:r>
      <w:r>
        <w:t>elle portait attachée comme un petit cartel</w:t>
      </w:r>
      <w:r w:rsidR="006F1ADB">
        <w:t xml:space="preserve">, </w:t>
      </w:r>
      <w:r>
        <w:t>se leva avec i</w:t>
      </w:r>
      <w:r>
        <w:t>m</w:t>
      </w:r>
      <w:r>
        <w:t>patience</w:t>
      </w:r>
      <w:r w:rsidR="006F1ADB">
        <w:t xml:space="preserve">. </w:t>
      </w:r>
      <w:r>
        <w:t>Il dormait encore</w:t>
      </w:r>
      <w:r w:rsidR="006F1ADB">
        <w:t xml:space="preserve">, </w:t>
      </w:r>
      <w:r>
        <w:t>et</w:t>
      </w:r>
      <w:r w:rsidR="006F1ADB">
        <w:t xml:space="preserve">, </w:t>
      </w:r>
      <w:r>
        <w:t>se décidant enfin</w:t>
      </w:r>
      <w:r w:rsidR="006F1ADB">
        <w:t xml:space="preserve">, </w:t>
      </w:r>
      <w:r>
        <w:t>elle sortit do</w:t>
      </w:r>
      <w:r>
        <w:t>u</w:t>
      </w:r>
      <w:r>
        <w:t>cement hors de la chambre</w:t>
      </w:r>
      <w:r w:rsidR="006F1ADB">
        <w:t xml:space="preserve">, </w:t>
      </w:r>
      <w:r>
        <w:t>ferma la porte sans bruit</w:t>
      </w:r>
      <w:r w:rsidR="006F1ADB">
        <w:t xml:space="preserve">, </w:t>
      </w:r>
      <w:r>
        <w:t>et de</w:t>
      </w:r>
      <w:r>
        <w:t>s</w:t>
      </w:r>
      <w:r>
        <w:t>cendit l</w:t>
      </w:r>
      <w:r w:rsidR="006F1ADB">
        <w:t>’</w:t>
      </w:r>
      <w:r>
        <w:t>escalier</w:t>
      </w:r>
      <w:r w:rsidR="006F1ADB">
        <w:t xml:space="preserve">. </w:t>
      </w:r>
      <w:r>
        <w:t>La maison était vide</w:t>
      </w:r>
      <w:r w:rsidR="006F1ADB">
        <w:t xml:space="preserve">. </w:t>
      </w:r>
      <w:r>
        <w:t>L</w:t>
      </w:r>
      <w:r w:rsidR="006F1ADB">
        <w:t>’</w:t>
      </w:r>
      <w:r>
        <w:t xml:space="preserve">attraction qui faisait sortir </w:t>
      </w:r>
      <w:proofErr w:type="spellStart"/>
      <w:r>
        <w:t>Arabella</w:t>
      </w:r>
      <w:proofErr w:type="spellEnd"/>
      <w:r>
        <w:t xml:space="preserve"> avait évidemment entraîné depuis longtemps les autres locataires</w:t>
      </w:r>
      <w:r w:rsidR="006F1ADB">
        <w:t>.</w:t>
      </w:r>
    </w:p>
    <w:p w14:paraId="0F96F451" w14:textId="77777777" w:rsidR="006F1ADB" w:rsidRDefault="005A3479" w:rsidP="005A3479">
      <w:r>
        <w:lastRenderedPageBreak/>
        <w:t>C</w:t>
      </w:r>
      <w:r w:rsidR="006F1ADB">
        <w:t>’</w:t>
      </w:r>
      <w:r>
        <w:t>était une chaude journée</w:t>
      </w:r>
      <w:r w:rsidR="006F1ADB">
        <w:t xml:space="preserve">, </w:t>
      </w:r>
      <w:r>
        <w:t>sans nuage</w:t>
      </w:r>
      <w:r w:rsidR="006F1ADB">
        <w:t xml:space="preserve">, </w:t>
      </w:r>
      <w:r>
        <w:t>et tentante</w:t>
      </w:r>
      <w:r w:rsidR="006F1ADB">
        <w:t xml:space="preserve">. </w:t>
      </w:r>
      <w:proofErr w:type="spellStart"/>
      <w:r>
        <w:t>Arabe</w:t>
      </w:r>
      <w:r>
        <w:t>l</w:t>
      </w:r>
      <w:r>
        <w:t>la</w:t>
      </w:r>
      <w:proofErr w:type="spellEnd"/>
      <w:r>
        <w:t xml:space="preserve"> ferma la grande porte d</w:t>
      </w:r>
      <w:r w:rsidR="006F1ADB">
        <w:t>’</w:t>
      </w:r>
      <w:r>
        <w:t xml:space="preserve">entrée et se hâta vers la </w:t>
      </w:r>
      <w:proofErr w:type="spellStart"/>
      <w:r>
        <w:t>Grand</w:t>
      </w:r>
      <w:r w:rsidR="006F1ADB">
        <w:t>’</w:t>
      </w:r>
      <w:r>
        <w:t>Rue</w:t>
      </w:r>
      <w:proofErr w:type="spellEnd"/>
      <w:r w:rsidR="006F1ADB">
        <w:t xml:space="preserve">. </w:t>
      </w:r>
      <w:r>
        <w:t>Quand elle fut près du théâtre</w:t>
      </w:r>
      <w:r w:rsidR="006F1ADB">
        <w:t xml:space="preserve">, </w:t>
      </w:r>
      <w:r>
        <w:t>elle put entendre les notes de l</w:t>
      </w:r>
      <w:r w:rsidR="006F1ADB">
        <w:t>’</w:t>
      </w:r>
      <w:r>
        <w:t>orgue</w:t>
      </w:r>
      <w:r w:rsidR="006F1ADB">
        <w:t xml:space="preserve"> : </w:t>
      </w:r>
      <w:r>
        <w:t>on répétait pour le concert de tout à l</w:t>
      </w:r>
      <w:r w:rsidR="006F1ADB">
        <w:t>’</w:t>
      </w:r>
      <w:r>
        <w:t>heure</w:t>
      </w:r>
      <w:r w:rsidR="006F1ADB">
        <w:t xml:space="preserve">. </w:t>
      </w:r>
      <w:r>
        <w:t xml:space="preserve">Elle entra sous le porche de </w:t>
      </w:r>
      <w:proofErr w:type="spellStart"/>
      <w:r>
        <w:t>Oldgate</w:t>
      </w:r>
      <w:proofErr w:type="spellEnd"/>
      <w:r>
        <w:t>-Collège où des ouvriers tendaient la cour carrée pour le bal du soir</w:t>
      </w:r>
      <w:r w:rsidR="006F1ADB">
        <w:t xml:space="preserve">. </w:t>
      </w:r>
      <w:r>
        <w:t>Les gens qui étaient venus de la campagne pour cette journée goûtaient sur l</w:t>
      </w:r>
      <w:r w:rsidR="006F1ADB">
        <w:t>’</w:t>
      </w:r>
      <w:r>
        <w:t xml:space="preserve">herbe et </w:t>
      </w:r>
      <w:proofErr w:type="spellStart"/>
      <w:r>
        <w:t>Arabella</w:t>
      </w:r>
      <w:proofErr w:type="spellEnd"/>
      <w:r>
        <w:t xml:space="preserve"> marchait le long des allées sablées</w:t>
      </w:r>
      <w:r w:rsidR="006F1ADB">
        <w:t xml:space="preserve">, </w:t>
      </w:r>
      <w:r>
        <w:t>sous les vieux tilleuls</w:t>
      </w:r>
      <w:r w:rsidR="006F1ADB">
        <w:t xml:space="preserve">. </w:t>
      </w:r>
      <w:r>
        <w:t>Mais</w:t>
      </w:r>
      <w:r w:rsidR="006F1ADB">
        <w:t xml:space="preserve">, </w:t>
      </w:r>
      <w:r>
        <w:t>trouvant qu</w:t>
      </w:r>
      <w:r w:rsidR="006F1ADB">
        <w:t>’</w:t>
      </w:r>
      <w:r>
        <w:t>il y avait trop de monde</w:t>
      </w:r>
      <w:r w:rsidR="006F1ADB">
        <w:t xml:space="preserve">, </w:t>
      </w:r>
      <w:r>
        <w:t>elle revint vers les rues et regarda les équipages qui se rendaient au concert</w:t>
      </w:r>
      <w:r w:rsidR="006F1ADB">
        <w:t xml:space="preserve">, </w:t>
      </w:r>
      <w:r>
        <w:t>les nombreux personnages et leurs femmes</w:t>
      </w:r>
      <w:r w:rsidR="006F1ADB">
        <w:t xml:space="preserve">, </w:t>
      </w:r>
      <w:r>
        <w:t>les étudiants en joyeuse comp</w:t>
      </w:r>
      <w:r>
        <w:t>a</w:t>
      </w:r>
      <w:r>
        <w:t>gnie féminine</w:t>
      </w:r>
      <w:r w:rsidR="006F1ADB">
        <w:t xml:space="preserve">, </w:t>
      </w:r>
      <w:r>
        <w:t>qui arrivaient en foule ainsi</w:t>
      </w:r>
      <w:r w:rsidR="006F1ADB">
        <w:t xml:space="preserve">. </w:t>
      </w:r>
      <w:r>
        <w:t>Quand on ferma les portes et que le concert commença</w:t>
      </w:r>
      <w:r w:rsidR="006F1ADB">
        <w:t xml:space="preserve">, </w:t>
      </w:r>
      <w:r>
        <w:t>elle continua sa promenade</w:t>
      </w:r>
      <w:r w:rsidR="006F1ADB">
        <w:t>.</w:t>
      </w:r>
    </w:p>
    <w:p w14:paraId="619F5F30" w14:textId="77777777" w:rsidR="006F1ADB" w:rsidRDefault="005A3479" w:rsidP="005A3479">
      <w:r>
        <w:t>Les notes puissantes de ce concert roulaient à travers les stores jaunes</w:t>
      </w:r>
      <w:r w:rsidR="006F1ADB">
        <w:t xml:space="preserve">, </w:t>
      </w:r>
      <w:r>
        <w:t>des fenêtres ouvertes</w:t>
      </w:r>
      <w:r w:rsidR="006F1ADB">
        <w:t xml:space="preserve">, </w:t>
      </w:r>
      <w:r>
        <w:t>par-dessus les toits des maisons et dans l</w:t>
      </w:r>
      <w:r w:rsidR="006F1ADB">
        <w:t>’</w:t>
      </w:r>
      <w:r>
        <w:t>air silencieux des allées</w:t>
      </w:r>
      <w:r w:rsidR="006F1ADB">
        <w:t xml:space="preserve">. </w:t>
      </w:r>
      <w:r>
        <w:t>Elles arrivèrent jusqu</w:t>
      </w:r>
      <w:r w:rsidR="006F1ADB">
        <w:t>’</w:t>
      </w:r>
      <w:r>
        <w:t>à la chambre où Jude était couché</w:t>
      </w:r>
      <w:r w:rsidR="006F1ADB">
        <w:t xml:space="preserve">. </w:t>
      </w:r>
      <w:r>
        <w:t>Sa toux venait just</w:t>
      </w:r>
      <w:r>
        <w:t>e</w:t>
      </w:r>
      <w:r>
        <w:t>ment de le reprendre et elle le réveillait</w:t>
      </w:r>
      <w:r w:rsidR="006F1ADB">
        <w:t>.</w:t>
      </w:r>
    </w:p>
    <w:p w14:paraId="1DA7700D" w14:textId="77777777" w:rsidR="006F1ADB" w:rsidRDefault="005A3479" w:rsidP="005A3479">
      <w:r>
        <w:t>Dès qu</w:t>
      </w:r>
      <w:r w:rsidR="006F1ADB">
        <w:t>’</w:t>
      </w:r>
      <w:r>
        <w:t>il put parler</w:t>
      </w:r>
      <w:r w:rsidR="006F1ADB">
        <w:t xml:space="preserve">, </w:t>
      </w:r>
      <w:r>
        <w:t>il murmura</w:t>
      </w:r>
      <w:r w:rsidR="006F1ADB">
        <w:t xml:space="preserve">, </w:t>
      </w:r>
      <w:r>
        <w:t>les yeux encore fermés</w:t>
      </w:r>
      <w:r w:rsidR="006F1ADB">
        <w:t> :</w:t>
      </w:r>
    </w:p>
    <w:p w14:paraId="136DE5FA" w14:textId="77777777" w:rsidR="006F1ADB" w:rsidRDefault="006F1ADB" w:rsidP="005A3479">
      <w:r>
        <w:t>— </w:t>
      </w:r>
      <w:r w:rsidR="005A3479">
        <w:t>Un peu d</w:t>
      </w:r>
      <w:r>
        <w:t>’</w:t>
      </w:r>
      <w:r w:rsidR="005A3479">
        <w:t>eau</w:t>
      </w:r>
      <w:r>
        <w:t xml:space="preserve">, </w:t>
      </w:r>
      <w:r w:rsidR="005A3479">
        <w:t>s</w:t>
      </w:r>
      <w:r>
        <w:t>’</w:t>
      </w:r>
      <w:r w:rsidR="005A3479">
        <w:t>il vous plaît</w:t>
      </w:r>
      <w:r>
        <w:t>.</w:t>
      </w:r>
    </w:p>
    <w:p w14:paraId="2DE438E7" w14:textId="77777777" w:rsidR="006F1ADB" w:rsidRDefault="005A3479" w:rsidP="005A3479">
      <w:r>
        <w:t>Seule</w:t>
      </w:r>
      <w:r w:rsidR="006F1ADB">
        <w:t xml:space="preserve">, </w:t>
      </w:r>
      <w:r>
        <w:t>la chambre déserte reçut cet appel</w:t>
      </w:r>
      <w:r w:rsidR="006F1ADB">
        <w:t xml:space="preserve">. </w:t>
      </w:r>
      <w:r>
        <w:t>Un nouvel accès de toux l</w:t>
      </w:r>
      <w:r w:rsidR="006F1ADB">
        <w:t>’</w:t>
      </w:r>
      <w:r>
        <w:t>épuisa</w:t>
      </w:r>
      <w:r w:rsidR="006F1ADB">
        <w:t xml:space="preserve">. </w:t>
      </w:r>
      <w:r>
        <w:t>Il dit</w:t>
      </w:r>
      <w:r w:rsidR="006F1ADB">
        <w:t xml:space="preserve">, </w:t>
      </w:r>
      <w:r>
        <w:t>d</w:t>
      </w:r>
      <w:r w:rsidR="006F1ADB">
        <w:t>’</w:t>
      </w:r>
      <w:r>
        <w:t>une voix encore plus faible</w:t>
      </w:r>
      <w:r w:rsidR="006F1ADB">
        <w:t> :</w:t>
      </w:r>
    </w:p>
    <w:p w14:paraId="51F3B5AB" w14:textId="77777777" w:rsidR="006F1ADB" w:rsidRDefault="006F1ADB" w:rsidP="005A3479">
      <w:r>
        <w:t>— </w:t>
      </w:r>
      <w:r w:rsidR="005A3479">
        <w:t>De l</w:t>
      </w:r>
      <w:r>
        <w:t>’</w:t>
      </w:r>
      <w:r w:rsidR="005A3479">
        <w:t>eau</w:t>
      </w:r>
      <w:r>
        <w:t xml:space="preserve">… </w:t>
      </w:r>
      <w:r w:rsidR="005A3479">
        <w:t>un peu d</w:t>
      </w:r>
      <w:r>
        <w:t>’</w:t>
      </w:r>
      <w:r w:rsidR="005A3479">
        <w:t>eau</w:t>
      </w:r>
      <w:r>
        <w:t xml:space="preserve">… </w:t>
      </w:r>
      <w:r w:rsidR="005A3479">
        <w:t>Sue</w:t>
      </w:r>
      <w:r>
        <w:t xml:space="preserve">… </w:t>
      </w:r>
      <w:proofErr w:type="spellStart"/>
      <w:r w:rsidR="005A3479">
        <w:t>Arabella</w:t>
      </w:r>
      <w:proofErr w:type="spellEnd"/>
      <w:r>
        <w:t> !</w:t>
      </w:r>
    </w:p>
    <w:p w14:paraId="000FEA8A" w14:textId="77777777" w:rsidR="006F1ADB" w:rsidRDefault="005A3479" w:rsidP="005A3479">
      <w:r>
        <w:t>La chambre resta silencieuse comme devant</w:t>
      </w:r>
      <w:r w:rsidR="006F1ADB">
        <w:t xml:space="preserve">. </w:t>
      </w:r>
      <w:r>
        <w:t>Il murmura encore</w:t>
      </w:r>
      <w:r w:rsidR="006F1ADB">
        <w:t xml:space="preserve">, </w:t>
      </w:r>
      <w:r>
        <w:t>haletant</w:t>
      </w:r>
      <w:r w:rsidR="006F1ADB">
        <w:t> :</w:t>
      </w:r>
    </w:p>
    <w:p w14:paraId="4EA015B0" w14:textId="77777777" w:rsidR="006F1ADB" w:rsidRDefault="006F1ADB" w:rsidP="005A3479">
      <w:r>
        <w:t>— </w:t>
      </w:r>
      <w:r w:rsidR="005A3479">
        <w:t>Gorge</w:t>
      </w:r>
      <w:r>
        <w:t xml:space="preserve">… </w:t>
      </w:r>
      <w:r w:rsidR="005A3479">
        <w:t>de l</w:t>
      </w:r>
      <w:r>
        <w:t>’</w:t>
      </w:r>
      <w:r w:rsidR="005A3479">
        <w:t>eau</w:t>
      </w:r>
      <w:r>
        <w:t xml:space="preserve">… </w:t>
      </w:r>
      <w:r w:rsidR="005A3479">
        <w:t>Sue</w:t>
      </w:r>
      <w:r>
        <w:t xml:space="preserve">… </w:t>
      </w:r>
      <w:r w:rsidR="005A3479">
        <w:t>chérie</w:t>
      </w:r>
      <w:r>
        <w:t xml:space="preserve">… </w:t>
      </w:r>
      <w:r w:rsidR="005A3479">
        <w:t>goutte d</w:t>
      </w:r>
      <w:r>
        <w:t>’</w:t>
      </w:r>
      <w:r w:rsidR="005A3479">
        <w:t>eau</w:t>
      </w:r>
      <w:r>
        <w:t xml:space="preserve">… </w:t>
      </w:r>
      <w:r w:rsidR="005A3479">
        <w:t>de grâce</w:t>
      </w:r>
      <w:r>
        <w:t xml:space="preserve">… </w:t>
      </w:r>
      <w:r w:rsidR="005A3479">
        <w:t>oh</w:t>
      </w:r>
      <w:r>
        <w:t xml:space="preserve"> ! </w:t>
      </w:r>
      <w:r w:rsidR="005A3479">
        <w:t>de grâce</w:t>
      </w:r>
      <w:r>
        <w:t> !…</w:t>
      </w:r>
    </w:p>
    <w:p w14:paraId="612E94AB" w14:textId="77777777" w:rsidR="006F1ADB" w:rsidRDefault="005A3479" w:rsidP="005A3479">
      <w:r>
        <w:lastRenderedPageBreak/>
        <w:t>Pas une goutte d</w:t>
      </w:r>
      <w:r w:rsidR="006F1ADB">
        <w:t>’</w:t>
      </w:r>
      <w:r>
        <w:t>eau ne venait</w:t>
      </w:r>
      <w:r w:rsidR="006F1ADB">
        <w:t xml:space="preserve">, </w:t>
      </w:r>
      <w:r>
        <w:t>et les notes de l</w:t>
      </w:r>
      <w:r w:rsidR="006F1ADB">
        <w:t>’</w:t>
      </w:r>
      <w:r>
        <w:t>orgue</w:t>
      </w:r>
      <w:r w:rsidR="006F1ADB">
        <w:t xml:space="preserve">, </w:t>
      </w:r>
      <w:r>
        <w:t>co</w:t>
      </w:r>
      <w:r>
        <w:t>n</w:t>
      </w:r>
      <w:r>
        <w:t>fuses</w:t>
      </w:r>
      <w:r w:rsidR="006F1ADB">
        <w:t xml:space="preserve">, </w:t>
      </w:r>
      <w:r>
        <w:t>comme un bourdonnement d</w:t>
      </w:r>
      <w:r w:rsidR="006F1ADB">
        <w:t>’</w:t>
      </w:r>
      <w:r>
        <w:t>abeilles</w:t>
      </w:r>
      <w:r w:rsidR="006F1ADB">
        <w:t xml:space="preserve">, </w:t>
      </w:r>
      <w:r>
        <w:t>roulaient toujours leurs ondes</w:t>
      </w:r>
      <w:r w:rsidR="006F1ADB">
        <w:t>.</w:t>
      </w:r>
    </w:p>
    <w:p w14:paraId="50391B84" w14:textId="77777777" w:rsidR="006F1ADB" w:rsidRDefault="005A3479" w:rsidP="005A3479">
      <w:r>
        <w:t>Tandis qu</w:t>
      </w:r>
      <w:r w:rsidR="006F1ADB">
        <w:t>’</w:t>
      </w:r>
      <w:r>
        <w:t>il demeurait là</w:t>
      </w:r>
      <w:r w:rsidR="006F1ADB">
        <w:t xml:space="preserve">, </w:t>
      </w:r>
      <w:r>
        <w:t>son visage se décomposant</w:t>
      </w:r>
      <w:r w:rsidR="006F1ADB">
        <w:t xml:space="preserve">, </w:t>
      </w:r>
      <w:r>
        <w:t>des cris et des hourras vinrent de quelque part dans la direction de la rivière</w:t>
      </w:r>
      <w:r w:rsidR="006F1ADB">
        <w:t>.</w:t>
      </w:r>
    </w:p>
    <w:p w14:paraId="170D404D" w14:textId="77777777" w:rsidR="006F1ADB" w:rsidRDefault="006F1ADB" w:rsidP="005A3479">
      <w:r>
        <w:t>— </w:t>
      </w:r>
      <w:r w:rsidR="005A3479">
        <w:t>Ah</w:t>
      </w:r>
      <w:r>
        <w:t xml:space="preserve"> ! </w:t>
      </w:r>
      <w:r w:rsidR="005A3479">
        <w:t>oui</w:t>
      </w:r>
      <w:r>
        <w:t xml:space="preserve"> ! </w:t>
      </w:r>
      <w:r w:rsidR="005A3479">
        <w:t>Les jeux commémoratifs</w:t>
      </w:r>
      <w:r>
        <w:t xml:space="preserve">, </w:t>
      </w:r>
      <w:r w:rsidR="005A3479">
        <w:t>murmura-t-il</w:t>
      </w:r>
      <w:r>
        <w:t xml:space="preserve">. </w:t>
      </w:r>
      <w:r w:rsidR="005A3479">
        <w:t>Et moi ici</w:t>
      </w:r>
      <w:r>
        <w:t xml:space="preserve">. </w:t>
      </w:r>
      <w:r w:rsidR="005A3479">
        <w:t>Et Sue partie</w:t>
      </w:r>
      <w:r>
        <w:t> !</w:t>
      </w:r>
    </w:p>
    <w:p w14:paraId="317E49F6" w14:textId="77777777" w:rsidR="006F1ADB" w:rsidRDefault="005A3479" w:rsidP="005A3479">
      <w:r>
        <w:t>Les hourras se répétèrent</w:t>
      </w:r>
      <w:r w:rsidR="006F1ADB">
        <w:t xml:space="preserve">, </w:t>
      </w:r>
      <w:r>
        <w:t>couvrant les faibles notes de l</w:t>
      </w:r>
      <w:r w:rsidR="006F1ADB">
        <w:t>’</w:t>
      </w:r>
      <w:r>
        <w:t>orgue</w:t>
      </w:r>
      <w:r w:rsidR="006F1ADB">
        <w:t xml:space="preserve">. </w:t>
      </w:r>
      <w:r>
        <w:t>Le visage de Jude changea encore</w:t>
      </w:r>
      <w:r w:rsidR="006F1ADB">
        <w:t xml:space="preserve"> ; </w:t>
      </w:r>
      <w:r>
        <w:t>il murmura lent</w:t>
      </w:r>
      <w:r>
        <w:t>e</w:t>
      </w:r>
      <w:r>
        <w:t>ment</w:t>
      </w:r>
      <w:r w:rsidR="006F1ADB">
        <w:t xml:space="preserve">, </w:t>
      </w:r>
      <w:r>
        <w:t>les lèvres remuant à peine</w:t>
      </w:r>
      <w:r w:rsidR="006F1ADB">
        <w:t> :</w:t>
      </w:r>
    </w:p>
    <w:p w14:paraId="6C940C56" w14:textId="77777777" w:rsidR="006F1ADB" w:rsidRDefault="006F1ADB" w:rsidP="005A3479">
      <w:r>
        <w:t>« </w:t>
      </w:r>
      <w:r w:rsidR="005A3479">
        <w:t>Périsse le jour où je suis né et la nuit où il a été dit</w:t>
      </w:r>
      <w:r>
        <w:t xml:space="preserve"> : </w:t>
      </w:r>
      <w:r w:rsidR="005A3479">
        <w:t>Un homme est conçu</w:t>
      </w:r>
      <w:r>
        <w:t>.</w:t>
      </w:r>
    </w:p>
    <w:p w14:paraId="4B6514C4" w14:textId="77777777" w:rsidR="006F1ADB" w:rsidRDefault="006F1ADB" w:rsidP="005A3479">
      <w:r>
        <w:t>« </w:t>
      </w:r>
      <w:r w:rsidR="005A3479">
        <w:t>Que ce jour soit ténèbres</w:t>
      </w:r>
      <w:r>
        <w:t xml:space="preserve"> ; </w:t>
      </w:r>
      <w:r w:rsidR="005A3479">
        <w:t>que Dieu ne le regarde pas d</w:t>
      </w:r>
      <w:r>
        <w:t>’</w:t>
      </w:r>
      <w:r w:rsidR="005A3479">
        <w:t>en haut</w:t>
      </w:r>
      <w:r>
        <w:t xml:space="preserve">, </w:t>
      </w:r>
      <w:r w:rsidR="005A3479">
        <w:t>et qu</w:t>
      </w:r>
      <w:r>
        <w:t>’</w:t>
      </w:r>
      <w:r w:rsidR="005A3479">
        <w:t>il ne soit point éclairé de la lumière</w:t>
      </w:r>
      <w:r>
        <w:t xml:space="preserve">. </w:t>
      </w:r>
      <w:r w:rsidR="005A3479">
        <w:t>Que cette nuit soit solitaire</w:t>
      </w:r>
      <w:r>
        <w:t xml:space="preserve">, </w:t>
      </w:r>
      <w:r w:rsidR="005A3479">
        <w:t>qu</w:t>
      </w:r>
      <w:r>
        <w:t>’</w:t>
      </w:r>
      <w:r w:rsidR="005A3479">
        <w:t>aucune voix joyeuse n</w:t>
      </w:r>
      <w:r>
        <w:t>’</w:t>
      </w:r>
      <w:r w:rsidR="005A3479">
        <w:t>y vienne jamais</w:t>
      </w:r>
      <w:r>
        <w:t>.</w:t>
      </w:r>
    </w:p>
    <w:p w14:paraId="7BDC4216" w14:textId="77777777" w:rsidR="006F1ADB" w:rsidRDefault="006F1ADB" w:rsidP="005A3479">
      <w:r>
        <w:t>« </w:t>
      </w:r>
      <w:r w:rsidR="005A3479">
        <w:t>Pourquoi ne suis-je pas mort dans le sein de ma mère</w:t>
      </w:r>
      <w:r>
        <w:t xml:space="preserve"> ? </w:t>
      </w:r>
      <w:r w:rsidR="005A3479">
        <w:t>Pourquoi n</w:t>
      </w:r>
      <w:r>
        <w:t>’</w:t>
      </w:r>
      <w:r w:rsidR="005A3479">
        <w:t>ai-je point cessé de vivre aussitôt que j</w:t>
      </w:r>
      <w:r>
        <w:t>’</w:t>
      </w:r>
      <w:r w:rsidR="005A3479">
        <w:t>en suis so</w:t>
      </w:r>
      <w:r w:rsidR="005A3479">
        <w:t>r</w:t>
      </w:r>
      <w:r w:rsidR="005A3479">
        <w:t>ti</w:t>
      </w:r>
      <w:r>
        <w:t xml:space="preserve"> ?… </w:t>
      </w:r>
      <w:r w:rsidR="005A3479">
        <w:t>Car je dormirais maintenant dans le silence et je me rep</w:t>
      </w:r>
      <w:r w:rsidR="005A3479">
        <w:t>o</w:t>
      </w:r>
      <w:r w:rsidR="005A3479">
        <w:t>serais dans mon sommeil</w:t>
      </w:r>
      <w:r>
        <w:t>.</w:t>
      </w:r>
    </w:p>
    <w:p w14:paraId="33C39994" w14:textId="7FDA7C37" w:rsidR="005A3479" w:rsidRDefault="006F1ADB" w:rsidP="005A3479">
      <w:r>
        <w:t>« </w:t>
      </w:r>
      <w:r w:rsidR="005A3479">
        <w:t>C</w:t>
      </w:r>
      <w:r>
        <w:t>’</w:t>
      </w:r>
      <w:r w:rsidR="005A3479">
        <w:t>est là que ceux qui étaient autrefois enchaînés e</w:t>
      </w:r>
      <w:r w:rsidR="005A3479">
        <w:t>n</w:t>
      </w:r>
      <w:r w:rsidR="005A3479">
        <w:t>semble ne souffrent aucun mal et qu</w:t>
      </w:r>
      <w:r>
        <w:t>’</w:t>
      </w:r>
      <w:r w:rsidR="005A3479">
        <w:t>ils n</w:t>
      </w:r>
      <w:r>
        <w:t>’</w:t>
      </w:r>
      <w:r w:rsidR="005A3479">
        <w:t>entendent plus la voix de l</w:t>
      </w:r>
      <w:r>
        <w:t>’</w:t>
      </w:r>
      <w:r w:rsidR="005A3479">
        <w:t>oppresseur</w:t>
      </w:r>
      <w:r>
        <w:t xml:space="preserve">… </w:t>
      </w:r>
      <w:r w:rsidR="005A3479">
        <w:t>Les grands et les petits s</w:t>
      </w:r>
      <w:r>
        <w:t>’</w:t>
      </w:r>
      <w:r w:rsidR="005A3479">
        <w:t>y retrouvent et l</w:t>
      </w:r>
      <w:r>
        <w:t>’</w:t>
      </w:r>
      <w:r w:rsidR="005A3479">
        <w:t>esclave est affranchi de son maître</w:t>
      </w:r>
      <w:r>
        <w:t xml:space="preserve">. </w:t>
      </w:r>
      <w:r w:rsidR="005A3479">
        <w:t>Pourquoi la lumière a-t-elle été donnée à un misérable et la vie à ceux qui sont dans l</w:t>
      </w:r>
      <w:r>
        <w:t>’</w:t>
      </w:r>
      <w:r w:rsidR="005A3479">
        <w:t>amertume du cœur</w:t>
      </w:r>
      <w:r>
        <w:t> ? »</w:t>
      </w:r>
    </w:p>
    <w:p w14:paraId="76EEB287" w14:textId="77777777" w:rsidR="006F1ADB" w:rsidRDefault="005A3479" w:rsidP="005A3479">
      <w:r>
        <w:t xml:space="preserve">Cependant </w:t>
      </w:r>
      <w:proofErr w:type="spellStart"/>
      <w:r>
        <w:t>Arabella</w:t>
      </w:r>
      <w:proofErr w:type="spellEnd"/>
      <w:r w:rsidR="006F1ADB">
        <w:t xml:space="preserve">, </w:t>
      </w:r>
      <w:r>
        <w:t>dans son voyage de découvertes</w:t>
      </w:r>
      <w:r w:rsidR="006F1ADB">
        <w:t xml:space="preserve">, </w:t>
      </w:r>
      <w:r>
        <w:t>prit un petit chemin de traverse au bas d</w:t>
      </w:r>
      <w:r w:rsidR="006F1ADB">
        <w:t>’</w:t>
      </w:r>
      <w:r>
        <w:t>une rue étroite</w:t>
      </w:r>
      <w:r w:rsidR="006F1ADB">
        <w:t xml:space="preserve">, </w:t>
      </w:r>
      <w:r>
        <w:t>traversa un coin obscur et arriva devant Cardinal</w:t>
      </w:r>
      <w:r w:rsidR="006F1ADB">
        <w:t xml:space="preserve">. </w:t>
      </w:r>
      <w:r>
        <w:t xml:space="preserve">Le collège </w:t>
      </w:r>
      <w:r>
        <w:lastRenderedPageBreak/>
        <w:t>était plein de tumulte</w:t>
      </w:r>
      <w:r w:rsidR="006F1ADB">
        <w:t xml:space="preserve"> ; </w:t>
      </w:r>
      <w:r>
        <w:t>les fleurs et tous les apprêts du bal brillaient dans le soleil couchant</w:t>
      </w:r>
      <w:r w:rsidR="006F1ADB">
        <w:t xml:space="preserve">. </w:t>
      </w:r>
      <w:r>
        <w:t>Un charpentier lui fit signe</w:t>
      </w:r>
      <w:r w:rsidR="006F1ADB">
        <w:t xml:space="preserve"> ; </w:t>
      </w:r>
      <w:r>
        <w:t>il avait travaillé avec Jude</w:t>
      </w:r>
      <w:r w:rsidR="006F1ADB">
        <w:t xml:space="preserve">. </w:t>
      </w:r>
      <w:r>
        <w:t>On construisait</w:t>
      </w:r>
      <w:r w:rsidR="006F1ADB">
        <w:t xml:space="preserve">, </w:t>
      </w:r>
      <w:r>
        <w:t>de rentrée au vestibule du palier</w:t>
      </w:r>
      <w:r w:rsidR="006F1ADB">
        <w:t xml:space="preserve">, </w:t>
      </w:r>
      <w:r>
        <w:t>un passage tendu de rouge vif et d</w:t>
      </w:r>
      <w:r w:rsidR="006F1ADB">
        <w:t>’</w:t>
      </w:r>
      <w:r>
        <w:t>étamine chamois</w:t>
      </w:r>
      <w:r w:rsidR="006F1ADB">
        <w:t xml:space="preserve">. </w:t>
      </w:r>
      <w:r>
        <w:t>Des files de caisses contenant des plantes brillantes en pleine fleur s</w:t>
      </w:r>
      <w:r w:rsidR="006F1ADB">
        <w:t>’</w:t>
      </w:r>
      <w:r>
        <w:t>alignaient tout le long et le grand escalier était couvert d</w:t>
      </w:r>
      <w:r w:rsidR="006F1ADB">
        <w:t>’</w:t>
      </w:r>
      <w:r>
        <w:t>un tapis rouge</w:t>
      </w:r>
      <w:r w:rsidR="006F1ADB">
        <w:t xml:space="preserve">, </w:t>
      </w:r>
      <w:proofErr w:type="spellStart"/>
      <w:r>
        <w:t>Arabella</w:t>
      </w:r>
      <w:proofErr w:type="spellEnd"/>
      <w:r>
        <w:t xml:space="preserve"> fit quelques signes de tête à des ouvriers de côté et d</w:t>
      </w:r>
      <w:r w:rsidR="006F1ADB">
        <w:t>’</w:t>
      </w:r>
      <w:r>
        <w:t>autre</w:t>
      </w:r>
      <w:r w:rsidR="006F1ADB">
        <w:t xml:space="preserve">, </w:t>
      </w:r>
      <w:r>
        <w:t>et</w:t>
      </w:r>
      <w:r w:rsidR="006F1ADB">
        <w:t xml:space="preserve">, </w:t>
      </w:r>
      <w:r>
        <w:t>grâce à ces relations</w:t>
      </w:r>
      <w:r w:rsidR="006F1ADB">
        <w:t xml:space="preserve">, </w:t>
      </w:r>
      <w:r>
        <w:t>monta voir le hall que l</w:t>
      </w:r>
      <w:r w:rsidR="006F1ADB">
        <w:t>’</w:t>
      </w:r>
      <w:r>
        <w:t>on parquetait à neuf et décorait pour la danse</w:t>
      </w:r>
      <w:r w:rsidR="006F1ADB">
        <w:t xml:space="preserve">. </w:t>
      </w:r>
      <w:r>
        <w:t>La cloche de la cathédrale toute proche sonnait pour l</w:t>
      </w:r>
      <w:r w:rsidR="006F1ADB">
        <w:t>’</w:t>
      </w:r>
      <w:r>
        <w:t>office de cinq heures</w:t>
      </w:r>
      <w:r w:rsidR="006F1ADB">
        <w:t>.</w:t>
      </w:r>
    </w:p>
    <w:p w14:paraId="4C1DA676" w14:textId="77777777" w:rsidR="006F1ADB" w:rsidRDefault="006F1ADB" w:rsidP="005A3479">
      <w:r>
        <w:t>— </w:t>
      </w:r>
      <w:r w:rsidR="005A3479">
        <w:t>Cela me serait égal d</w:t>
      </w:r>
      <w:r>
        <w:t>’</w:t>
      </w:r>
      <w:r w:rsidR="005A3479">
        <w:t>avoir une épine là</w:t>
      </w:r>
      <w:r>
        <w:t xml:space="preserve">, </w:t>
      </w:r>
      <w:r w:rsidR="005A3479">
        <w:t>avec le bras d</w:t>
      </w:r>
      <w:r>
        <w:t>’</w:t>
      </w:r>
      <w:r w:rsidR="005A3479">
        <w:t>un cavalier autour de ma taille</w:t>
      </w:r>
      <w:r>
        <w:t xml:space="preserve">, </w:t>
      </w:r>
      <w:r w:rsidR="005A3479">
        <w:t>dit-elle à l</w:t>
      </w:r>
      <w:r>
        <w:t>’</w:t>
      </w:r>
      <w:r w:rsidR="005A3479">
        <w:t>un des hommes</w:t>
      </w:r>
      <w:r>
        <w:t xml:space="preserve">. </w:t>
      </w:r>
      <w:r w:rsidR="005A3479">
        <w:t>Mais</w:t>
      </w:r>
      <w:r>
        <w:t xml:space="preserve">, </w:t>
      </w:r>
      <w:r w:rsidR="005A3479">
        <w:t>Seigneur</w:t>
      </w:r>
      <w:r>
        <w:t xml:space="preserve"> ! </w:t>
      </w:r>
      <w:r w:rsidR="005A3479">
        <w:t>il faut que je rentre à la maison</w:t>
      </w:r>
      <w:r>
        <w:t xml:space="preserve">. </w:t>
      </w:r>
      <w:r w:rsidR="005A3479">
        <w:t>Il y a des tas de choses à faire</w:t>
      </w:r>
      <w:r>
        <w:t xml:space="preserve">. </w:t>
      </w:r>
      <w:r w:rsidR="005A3479">
        <w:t>Point de danse pour moi</w:t>
      </w:r>
      <w:r>
        <w:t> !</w:t>
      </w:r>
    </w:p>
    <w:p w14:paraId="7DDA5435" w14:textId="77777777" w:rsidR="006F1ADB" w:rsidRDefault="005A3479" w:rsidP="005A3479">
      <w:r>
        <w:t>Comme elle arrivait à la maison</w:t>
      </w:r>
      <w:r w:rsidR="006F1ADB">
        <w:t xml:space="preserve">, </w:t>
      </w:r>
      <w:r>
        <w:t>elle rencontra à la porte Stagg et un ou doux autres des tailleurs de pierre qui travai</w:t>
      </w:r>
      <w:r>
        <w:t>l</w:t>
      </w:r>
      <w:r>
        <w:t>laient avec Jude</w:t>
      </w:r>
      <w:r w:rsidR="006F1ADB">
        <w:t>.</w:t>
      </w:r>
    </w:p>
    <w:p w14:paraId="39B93DA2" w14:textId="77777777" w:rsidR="006F1ADB" w:rsidRDefault="006F1ADB" w:rsidP="005A3479">
      <w:r>
        <w:t>— </w:t>
      </w:r>
      <w:r w:rsidR="005A3479">
        <w:t>Nous descendons justement à la rivière</w:t>
      </w:r>
      <w:r>
        <w:t xml:space="preserve">, </w:t>
      </w:r>
      <w:r w:rsidR="005A3479">
        <w:t>dit le premier</w:t>
      </w:r>
      <w:r>
        <w:t xml:space="preserve">, </w:t>
      </w:r>
      <w:r w:rsidR="005A3479">
        <w:t>pour voir les régates</w:t>
      </w:r>
      <w:r>
        <w:t xml:space="preserve">. </w:t>
      </w:r>
      <w:r w:rsidR="005A3479">
        <w:t>Mais nous sommes passés par là pour d</w:t>
      </w:r>
      <w:r w:rsidR="005A3479">
        <w:t>e</w:t>
      </w:r>
      <w:r w:rsidR="005A3479">
        <w:t>mander des nouvelles de votre mari</w:t>
      </w:r>
      <w:r>
        <w:t>.</w:t>
      </w:r>
    </w:p>
    <w:p w14:paraId="1208FB09" w14:textId="77777777" w:rsidR="006F1ADB" w:rsidRDefault="006F1ADB" w:rsidP="005A3479">
      <w:r>
        <w:t>— </w:t>
      </w:r>
      <w:r w:rsidR="005A3479">
        <w:t>Il dort tranquillement</w:t>
      </w:r>
      <w:r>
        <w:t xml:space="preserve">, </w:t>
      </w:r>
      <w:r w:rsidR="005A3479">
        <w:t>je vous remercie</w:t>
      </w:r>
      <w:r>
        <w:t xml:space="preserve">, </w:t>
      </w:r>
      <w:r w:rsidR="005A3479">
        <w:t xml:space="preserve">dit </w:t>
      </w:r>
      <w:proofErr w:type="spellStart"/>
      <w:r w:rsidR="005A3479">
        <w:t>Arabella</w:t>
      </w:r>
      <w:proofErr w:type="spellEnd"/>
      <w:r>
        <w:t>.</w:t>
      </w:r>
    </w:p>
    <w:p w14:paraId="1692A71A" w14:textId="77777777" w:rsidR="006F1ADB" w:rsidRDefault="006F1ADB" w:rsidP="005A3479">
      <w:r>
        <w:t>— </w:t>
      </w:r>
      <w:r w:rsidR="005A3479">
        <w:t>Ça va bien</w:t>
      </w:r>
      <w:r>
        <w:t xml:space="preserve">. </w:t>
      </w:r>
      <w:r w:rsidR="005A3479">
        <w:t>Ne pouvez-vous donc alors vous donner une heure de répit</w:t>
      </w:r>
      <w:r>
        <w:t xml:space="preserve">, </w:t>
      </w:r>
      <w:proofErr w:type="spellStart"/>
      <w:r w:rsidR="005A3479">
        <w:t>mistress</w:t>
      </w:r>
      <w:proofErr w:type="spellEnd"/>
      <w:r w:rsidR="005A3479">
        <w:t xml:space="preserve"> Fawley</w:t>
      </w:r>
      <w:r>
        <w:t xml:space="preserve">, </w:t>
      </w:r>
      <w:r w:rsidR="005A3479">
        <w:t>et venir avec nous</w:t>
      </w:r>
      <w:r>
        <w:t xml:space="preserve"> ? </w:t>
      </w:r>
      <w:r w:rsidR="005A3479">
        <w:t>Cela vous ferait du bien</w:t>
      </w:r>
      <w:r>
        <w:t>.</w:t>
      </w:r>
    </w:p>
    <w:p w14:paraId="7FB2F555" w14:textId="77777777" w:rsidR="006F1ADB" w:rsidRDefault="006F1ADB" w:rsidP="005A3479">
      <w:r>
        <w:t>— </w:t>
      </w:r>
      <w:r w:rsidR="005A3479">
        <w:t>J</w:t>
      </w:r>
      <w:r>
        <w:t>’</w:t>
      </w:r>
      <w:r w:rsidR="005A3479">
        <w:t>aimerais bien à y aller</w:t>
      </w:r>
      <w:r>
        <w:t xml:space="preserve">, </w:t>
      </w:r>
      <w:r w:rsidR="005A3479">
        <w:t>dit-elle</w:t>
      </w:r>
      <w:r>
        <w:t xml:space="preserve">. </w:t>
      </w:r>
      <w:r w:rsidR="005A3479">
        <w:t>Je n</w:t>
      </w:r>
      <w:r>
        <w:t>’</w:t>
      </w:r>
      <w:r w:rsidR="005A3479">
        <w:t>ai jamais vu de r</w:t>
      </w:r>
      <w:r w:rsidR="005A3479">
        <w:t>é</w:t>
      </w:r>
      <w:r w:rsidR="005A3479">
        <w:t>gates et on dit que c</w:t>
      </w:r>
      <w:r>
        <w:t>’</w:t>
      </w:r>
      <w:r w:rsidR="005A3479">
        <w:t>est si amusant</w:t>
      </w:r>
      <w:r>
        <w:t> !</w:t>
      </w:r>
    </w:p>
    <w:p w14:paraId="71C14A0C" w14:textId="77777777" w:rsidR="006F1ADB" w:rsidRDefault="006F1ADB" w:rsidP="005A3479">
      <w:r>
        <w:t>— </w:t>
      </w:r>
      <w:r w:rsidR="005A3479">
        <w:t>Venez donc</w:t>
      </w:r>
      <w:r>
        <w:t> !</w:t>
      </w:r>
    </w:p>
    <w:p w14:paraId="5A721007" w14:textId="77777777" w:rsidR="006F1ADB" w:rsidRDefault="006F1ADB" w:rsidP="005A3479">
      <w:r>
        <w:lastRenderedPageBreak/>
        <w:t>— </w:t>
      </w:r>
      <w:r w:rsidR="005A3479">
        <w:t>Oh</w:t>
      </w:r>
      <w:r>
        <w:t xml:space="preserve"> ! </w:t>
      </w:r>
      <w:r w:rsidR="005A3479">
        <w:t>je voudrais bien pouvoir</w:t>
      </w:r>
      <w:r>
        <w:t> ! (</w:t>
      </w:r>
      <w:r w:rsidR="005A3479">
        <w:t>Elle jetait vers le bas de la rue des regards d</w:t>
      </w:r>
      <w:r>
        <w:t>’</w:t>
      </w:r>
      <w:r w:rsidR="005A3479">
        <w:t>envie</w:t>
      </w:r>
      <w:r>
        <w:t xml:space="preserve">.) </w:t>
      </w:r>
      <w:r w:rsidR="005A3479">
        <w:t>Attendez une minute</w:t>
      </w:r>
      <w:r>
        <w:t xml:space="preserve">, </w:t>
      </w:r>
      <w:r w:rsidR="005A3479">
        <w:t>alors</w:t>
      </w:r>
      <w:r>
        <w:t xml:space="preserve">. </w:t>
      </w:r>
      <w:r w:rsidR="005A3479">
        <w:t>Le temps de monter au galop et de voir comment il va maintenant</w:t>
      </w:r>
      <w:r>
        <w:t xml:space="preserve">. </w:t>
      </w:r>
      <w:r w:rsidR="005A3479">
        <w:t>Mon père est avec lui</w:t>
      </w:r>
      <w:r>
        <w:t xml:space="preserve">, </w:t>
      </w:r>
      <w:r w:rsidR="005A3479">
        <w:t>je pense</w:t>
      </w:r>
      <w:r>
        <w:t xml:space="preserve">. </w:t>
      </w:r>
      <w:r w:rsidR="005A3479">
        <w:t>Alors</w:t>
      </w:r>
      <w:r>
        <w:t xml:space="preserve">, </w:t>
      </w:r>
      <w:r w:rsidR="005A3479">
        <w:t>je pourrai mieux venir</w:t>
      </w:r>
      <w:r>
        <w:t>.</w:t>
      </w:r>
    </w:p>
    <w:p w14:paraId="2C5694FC" w14:textId="77777777" w:rsidR="006F1ADB" w:rsidRDefault="005A3479" w:rsidP="005A3479">
      <w:r>
        <w:t>Ils attendirent et elle entra</w:t>
      </w:r>
      <w:r w:rsidR="006F1ADB">
        <w:t xml:space="preserve">. </w:t>
      </w:r>
      <w:r>
        <w:t>Les locataires du rez-de-chaussée n</w:t>
      </w:r>
      <w:r w:rsidR="006F1ADB">
        <w:t>’</w:t>
      </w:r>
      <w:r>
        <w:t>étaient pas rentrés</w:t>
      </w:r>
      <w:r w:rsidR="006F1ADB">
        <w:t xml:space="preserve">. </w:t>
      </w:r>
      <w:r>
        <w:t>En arrivant à la chambre</w:t>
      </w:r>
      <w:r w:rsidR="006F1ADB">
        <w:t xml:space="preserve">, </w:t>
      </w:r>
      <w:r>
        <w:t>elle vit que son père n</w:t>
      </w:r>
      <w:r w:rsidR="006F1ADB">
        <w:t>’</w:t>
      </w:r>
      <w:r>
        <w:t>était pas venu</w:t>
      </w:r>
      <w:r w:rsidR="006F1ADB">
        <w:t>.</w:t>
      </w:r>
    </w:p>
    <w:p w14:paraId="263ECDD2" w14:textId="77777777" w:rsidR="006F1ADB" w:rsidRDefault="006F1ADB" w:rsidP="005A3479">
      <w:r>
        <w:t>— </w:t>
      </w:r>
      <w:r w:rsidR="005A3479">
        <w:t>Il ne pourrait donc pas être là</w:t>
      </w:r>
      <w:r>
        <w:t xml:space="preserve"> ! </w:t>
      </w:r>
      <w:r w:rsidR="005A3479">
        <w:t>dit-elle avec impatience</w:t>
      </w:r>
      <w:r>
        <w:t xml:space="preserve">. </w:t>
      </w:r>
      <w:r w:rsidR="005A3479">
        <w:t>Il veut voir les bateaux</w:t>
      </w:r>
      <w:r>
        <w:t xml:space="preserve">, </w:t>
      </w:r>
      <w:r w:rsidR="005A3479">
        <w:t>lui aussi</w:t>
      </w:r>
      <w:r>
        <w:t xml:space="preserve">, </w:t>
      </w:r>
      <w:r w:rsidR="005A3479">
        <w:t>tout simplement</w:t>
      </w:r>
      <w:r>
        <w:t> !</w:t>
      </w:r>
    </w:p>
    <w:p w14:paraId="63C93C23" w14:textId="77777777" w:rsidR="006F1ADB" w:rsidRDefault="005A3479" w:rsidP="005A3479">
      <w:r>
        <w:t>Elle regarda vers le lit et son visage s</w:t>
      </w:r>
      <w:r w:rsidR="006F1ADB">
        <w:t>’</w:t>
      </w:r>
      <w:r>
        <w:t>éclaira</w:t>
      </w:r>
      <w:r w:rsidR="006F1ADB">
        <w:t xml:space="preserve">, </w:t>
      </w:r>
      <w:r>
        <w:t>car elle vit que Jude semblait dormir</w:t>
      </w:r>
      <w:r w:rsidR="006F1ADB">
        <w:t xml:space="preserve">, </w:t>
      </w:r>
      <w:r>
        <w:t>bien qu</w:t>
      </w:r>
      <w:r w:rsidR="006F1ADB">
        <w:t>’</w:t>
      </w:r>
      <w:r>
        <w:t>il ne fût pas</w:t>
      </w:r>
      <w:r w:rsidR="006F1ADB">
        <w:t xml:space="preserve">, </w:t>
      </w:r>
      <w:r>
        <w:t>comme à l</w:t>
      </w:r>
      <w:r w:rsidR="006F1ADB">
        <w:t>’</w:t>
      </w:r>
      <w:r>
        <w:t>ordinaire</w:t>
      </w:r>
      <w:r w:rsidR="006F1ADB">
        <w:t xml:space="preserve">, </w:t>
      </w:r>
      <w:r>
        <w:t>dans la posture à demi assise que nécessitait sa toux</w:t>
      </w:r>
      <w:r w:rsidR="006F1ADB">
        <w:t xml:space="preserve">. </w:t>
      </w:r>
      <w:r>
        <w:t>Il avait glissé</w:t>
      </w:r>
      <w:r w:rsidR="006F1ADB">
        <w:t xml:space="preserve">, </w:t>
      </w:r>
      <w:r>
        <w:t>tout de son long</w:t>
      </w:r>
      <w:r w:rsidR="006F1ADB">
        <w:t xml:space="preserve">. </w:t>
      </w:r>
      <w:r>
        <w:t>Un second regard la fit tressaillir</w:t>
      </w:r>
      <w:r w:rsidR="006F1ADB">
        <w:t xml:space="preserve">, </w:t>
      </w:r>
      <w:r>
        <w:t>et elle s</w:t>
      </w:r>
      <w:r w:rsidR="006F1ADB">
        <w:t>’</w:t>
      </w:r>
      <w:r>
        <w:t>approcha du lit</w:t>
      </w:r>
      <w:r w:rsidR="006F1ADB">
        <w:t xml:space="preserve">. </w:t>
      </w:r>
      <w:r>
        <w:t>Le visage de Jude était absolument pâle et d</w:t>
      </w:r>
      <w:r>
        <w:t>e</w:t>
      </w:r>
      <w:r>
        <w:t>venait peu à peu rigide</w:t>
      </w:r>
      <w:r w:rsidR="006F1ADB">
        <w:t xml:space="preserve">. </w:t>
      </w:r>
      <w:r>
        <w:t>Elle tourna ses doigts</w:t>
      </w:r>
      <w:r w:rsidR="006F1ADB">
        <w:t xml:space="preserve"> : </w:t>
      </w:r>
      <w:r>
        <w:t>ils étaient froids bien que son corps fut encore chaud</w:t>
      </w:r>
      <w:r w:rsidR="006F1ADB">
        <w:t xml:space="preserve">. </w:t>
      </w:r>
      <w:r>
        <w:t>Elle écouta à sa poitrine</w:t>
      </w:r>
      <w:r w:rsidR="006F1ADB">
        <w:t xml:space="preserve"> : </w:t>
      </w:r>
      <w:r>
        <w:t>rien n</w:t>
      </w:r>
      <w:r w:rsidR="006F1ADB">
        <w:t>’</w:t>
      </w:r>
      <w:r>
        <w:t>y remuait plus</w:t>
      </w:r>
      <w:r w:rsidR="006F1ADB">
        <w:t xml:space="preserve">. </w:t>
      </w:r>
      <w:r>
        <w:t>Le battement de près de trente années avait cessé</w:t>
      </w:r>
      <w:r w:rsidR="006F1ADB">
        <w:t>.</w:t>
      </w:r>
    </w:p>
    <w:p w14:paraId="4F6E434D" w14:textId="77777777" w:rsidR="006F1ADB" w:rsidRDefault="005A3479" w:rsidP="005A3479">
      <w:r>
        <w:t>Elle eut d</w:t>
      </w:r>
      <w:r w:rsidR="006F1ADB">
        <w:t>’</w:t>
      </w:r>
      <w:r>
        <w:t>abord un mouvement d</w:t>
      </w:r>
      <w:r w:rsidR="006F1ADB">
        <w:t>’</w:t>
      </w:r>
      <w:r>
        <w:t>épouvante devant le fait accompli</w:t>
      </w:r>
      <w:r w:rsidR="006F1ADB">
        <w:t xml:space="preserve">. </w:t>
      </w:r>
      <w:r>
        <w:t>Mais les notes affaiblies d</w:t>
      </w:r>
      <w:r w:rsidR="006F1ADB">
        <w:t>’</w:t>
      </w:r>
      <w:r>
        <w:t>une fanfare militaire ou autres vinrent de la rivière à oreilles</w:t>
      </w:r>
      <w:r w:rsidR="006F1ADB">
        <w:t xml:space="preserve">, </w:t>
      </w:r>
      <w:r>
        <w:t>et d</w:t>
      </w:r>
      <w:r w:rsidR="006F1ADB">
        <w:t>’</w:t>
      </w:r>
      <w:r>
        <w:t>un ton irrité elle s</w:t>
      </w:r>
      <w:r w:rsidR="006F1ADB">
        <w:t>’</w:t>
      </w:r>
      <w:r>
        <w:t>écria</w:t>
      </w:r>
      <w:r w:rsidR="006F1ADB">
        <w:t> :</w:t>
      </w:r>
    </w:p>
    <w:p w14:paraId="5222C1FC" w14:textId="77777777" w:rsidR="006F1ADB" w:rsidRDefault="006F1ADB" w:rsidP="005A3479">
      <w:r>
        <w:t>— </w:t>
      </w:r>
      <w:r w:rsidR="005A3479">
        <w:t>Il fallait qu</w:t>
      </w:r>
      <w:r>
        <w:t>’</w:t>
      </w:r>
      <w:r w:rsidR="005A3479">
        <w:t>il mourût juste aujourd</w:t>
      </w:r>
      <w:r>
        <w:t>’</w:t>
      </w:r>
      <w:r w:rsidR="005A3479">
        <w:t>hui</w:t>
      </w:r>
      <w:r>
        <w:t xml:space="preserve"> ! </w:t>
      </w:r>
      <w:r w:rsidR="005A3479">
        <w:t>Pourquoi est-il mort juste aujourd</w:t>
      </w:r>
      <w:r>
        <w:t>’</w:t>
      </w:r>
      <w:r w:rsidR="005A3479">
        <w:t>hui</w:t>
      </w:r>
      <w:r>
        <w:t> ?</w:t>
      </w:r>
    </w:p>
    <w:p w14:paraId="27D1F443" w14:textId="77777777" w:rsidR="006F1ADB" w:rsidRDefault="005A3479" w:rsidP="005A3479">
      <w:r>
        <w:t>Puis</w:t>
      </w:r>
      <w:r w:rsidR="006F1ADB">
        <w:t xml:space="preserve">, </w:t>
      </w:r>
      <w:r>
        <w:t>après une ou deux minutes de réflexion</w:t>
      </w:r>
      <w:r w:rsidR="006F1ADB">
        <w:t xml:space="preserve">, </w:t>
      </w:r>
      <w:r>
        <w:t>elle sortit de la pièce</w:t>
      </w:r>
      <w:r w:rsidR="006F1ADB">
        <w:t xml:space="preserve">, </w:t>
      </w:r>
      <w:r>
        <w:t>referma doucement la porte comme avant</w:t>
      </w:r>
      <w:r w:rsidR="006F1ADB">
        <w:t xml:space="preserve">, </w:t>
      </w:r>
      <w:r>
        <w:t>et redesce</w:t>
      </w:r>
      <w:r>
        <w:t>n</w:t>
      </w:r>
      <w:r>
        <w:t>dit les escaliers</w:t>
      </w:r>
      <w:r w:rsidR="006F1ADB">
        <w:t>.</w:t>
      </w:r>
    </w:p>
    <w:p w14:paraId="28E5C223" w14:textId="77777777" w:rsidR="006F1ADB" w:rsidRDefault="006F1ADB" w:rsidP="005A3479">
      <w:r>
        <w:lastRenderedPageBreak/>
        <w:t>— </w:t>
      </w:r>
      <w:r w:rsidR="005A3479">
        <w:t>La voici</w:t>
      </w:r>
      <w:r>
        <w:t xml:space="preserve">, </w:t>
      </w:r>
      <w:r w:rsidR="005A3479">
        <w:t>dit un des ouvriers</w:t>
      </w:r>
      <w:r>
        <w:t xml:space="preserve">. </w:t>
      </w:r>
      <w:r w:rsidR="005A3479">
        <w:t>Nous demandions si vous alliez finir par arriver</w:t>
      </w:r>
      <w:r>
        <w:t xml:space="preserve">. </w:t>
      </w:r>
      <w:r w:rsidR="005A3479">
        <w:t>Allons</w:t>
      </w:r>
      <w:r>
        <w:t xml:space="preserve"> ! </w:t>
      </w:r>
      <w:r w:rsidR="005A3479">
        <w:t>en route</w:t>
      </w:r>
      <w:r>
        <w:t xml:space="preserve"> ! </w:t>
      </w:r>
      <w:r w:rsidR="005A3479">
        <w:t>Il faut nous hâter pour avoir une bonne place</w:t>
      </w:r>
      <w:r>
        <w:t xml:space="preserve">… </w:t>
      </w:r>
      <w:r w:rsidR="005A3479">
        <w:t>Eh bien</w:t>
      </w:r>
      <w:r>
        <w:t xml:space="preserve">, </w:t>
      </w:r>
      <w:r w:rsidR="005A3479">
        <w:t>comment va-t-il</w:t>
      </w:r>
      <w:r>
        <w:t xml:space="preserve"> ? </w:t>
      </w:r>
      <w:proofErr w:type="spellStart"/>
      <w:r w:rsidR="005A3479">
        <w:t>Dort-il</w:t>
      </w:r>
      <w:proofErr w:type="spellEnd"/>
      <w:r w:rsidR="005A3479">
        <w:t xml:space="preserve"> bien tranquille</w:t>
      </w:r>
      <w:r>
        <w:t xml:space="preserve"> ? </w:t>
      </w:r>
      <w:r w:rsidR="005A3479">
        <w:t>Naturellement</w:t>
      </w:r>
      <w:r>
        <w:t xml:space="preserve">, </w:t>
      </w:r>
      <w:r w:rsidR="005A3479">
        <w:t>nous ne voulons pas vous entraîner si</w:t>
      </w:r>
      <w:r>
        <w:t>…</w:t>
      </w:r>
    </w:p>
    <w:p w14:paraId="15BCBE9F" w14:textId="77777777" w:rsidR="006F1ADB" w:rsidRDefault="006F1ADB" w:rsidP="005A3479">
      <w:r>
        <w:t>— </w:t>
      </w:r>
      <w:r w:rsidR="005A3479">
        <w:t>Oh</w:t>
      </w:r>
      <w:r>
        <w:t xml:space="preserve"> ! </w:t>
      </w:r>
      <w:r w:rsidR="005A3479">
        <w:t>oui</w:t>
      </w:r>
      <w:r>
        <w:t xml:space="preserve">… </w:t>
      </w:r>
      <w:r w:rsidR="005A3479">
        <w:t>il dort profondément</w:t>
      </w:r>
      <w:r>
        <w:t xml:space="preserve">. </w:t>
      </w:r>
      <w:r w:rsidR="005A3479">
        <w:t>Il ne s</w:t>
      </w:r>
      <w:r>
        <w:t>’</w:t>
      </w:r>
      <w:r w:rsidR="005A3479">
        <w:t>éveillera pas e</w:t>
      </w:r>
      <w:r w:rsidR="005A3479">
        <w:t>n</w:t>
      </w:r>
      <w:r w:rsidR="005A3479">
        <w:t>core</w:t>
      </w:r>
      <w:r>
        <w:t xml:space="preserve">, </w:t>
      </w:r>
      <w:r w:rsidR="005A3479">
        <w:t>dit-elle avec précipitation</w:t>
      </w:r>
      <w:r>
        <w:t>.</w:t>
      </w:r>
    </w:p>
    <w:p w14:paraId="108E3B4F" w14:textId="77777777" w:rsidR="006F1ADB" w:rsidRDefault="005A3479" w:rsidP="005A3479">
      <w:r>
        <w:t>Ils descendirent avec la foule la rue du Cardinal et arriv</w:t>
      </w:r>
      <w:r>
        <w:t>è</w:t>
      </w:r>
      <w:r>
        <w:t>rent bientôt au pont</w:t>
      </w:r>
      <w:r w:rsidR="006F1ADB">
        <w:t xml:space="preserve">. </w:t>
      </w:r>
      <w:r>
        <w:t>Les bateaux éclatants brillèrent à leurs yeux</w:t>
      </w:r>
      <w:r w:rsidR="006F1ADB">
        <w:t xml:space="preserve">. </w:t>
      </w:r>
      <w:r>
        <w:t>Un petit raidillon les mena au sentier du bord de l</w:t>
      </w:r>
      <w:r w:rsidR="006F1ADB">
        <w:t>’</w:t>
      </w:r>
      <w:r>
        <w:t>eau</w:t>
      </w:r>
      <w:r w:rsidR="006F1ADB">
        <w:t xml:space="preserve"> ; </w:t>
      </w:r>
      <w:r>
        <w:t>on s</w:t>
      </w:r>
      <w:r w:rsidR="006F1ADB">
        <w:t>’</w:t>
      </w:r>
      <w:r>
        <w:t>y écrasait dans la chaleur et la poussière</w:t>
      </w:r>
      <w:r w:rsidR="006F1ADB">
        <w:t xml:space="preserve">. </w:t>
      </w:r>
      <w:r>
        <w:t>Presque aussitôt après leur arrivée</w:t>
      </w:r>
      <w:r w:rsidR="006F1ADB">
        <w:t xml:space="preserve">, </w:t>
      </w:r>
      <w:r>
        <w:t>le grand défilé des bateaux commença</w:t>
      </w:r>
      <w:r w:rsidR="006F1ADB">
        <w:t xml:space="preserve"> ; </w:t>
      </w:r>
      <w:r>
        <w:t>les rames</w:t>
      </w:r>
      <w:r w:rsidR="006F1ADB">
        <w:t xml:space="preserve">, </w:t>
      </w:r>
      <w:r>
        <w:t>abaissées perpendiculairement</w:t>
      </w:r>
      <w:r w:rsidR="006F1ADB">
        <w:t xml:space="preserve">, </w:t>
      </w:r>
      <w:r>
        <w:t>claquaient sur l</w:t>
      </w:r>
      <w:r w:rsidR="006F1ADB">
        <w:t>’</w:t>
      </w:r>
      <w:r>
        <w:t>eau comme un baiser sonore</w:t>
      </w:r>
      <w:r w:rsidR="006F1ADB">
        <w:t>.</w:t>
      </w:r>
    </w:p>
    <w:p w14:paraId="1C5EF469" w14:textId="77777777" w:rsidR="006F1ADB" w:rsidRDefault="006F1ADB" w:rsidP="005A3479">
      <w:r>
        <w:t>— </w:t>
      </w:r>
      <w:r w:rsidR="005A3479">
        <w:t>Oh</w:t>
      </w:r>
      <w:r>
        <w:t xml:space="preserve"> ! </w:t>
      </w:r>
      <w:r w:rsidR="005A3479">
        <w:t>que c</w:t>
      </w:r>
      <w:r>
        <w:t>’</w:t>
      </w:r>
      <w:r w:rsidR="005A3479">
        <w:t>est joli</w:t>
      </w:r>
      <w:r>
        <w:t xml:space="preserve"> ! </w:t>
      </w:r>
      <w:r w:rsidR="005A3479">
        <w:t>je suis contente d</w:t>
      </w:r>
      <w:r>
        <w:t>’</w:t>
      </w:r>
      <w:r w:rsidR="005A3479">
        <w:t>être venue</w:t>
      </w:r>
      <w:r>
        <w:t xml:space="preserve"> ! </w:t>
      </w:r>
      <w:r w:rsidR="005A3479">
        <w:t xml:space="preserve">dit </w:t>
      </w:r>
      <w:proofErr w:type="spellStart"/>
      <w:r w:rsidR="005A3479">
        <w:t>Ar</w:t>
      </w:r>
      <w:r w:rsidR="005A3479">
        <w:t>a</w:t>
      </w:r>
      <w:r w:rsidR="005A3479">
        <w:t>bella</w:t>
      </w:r>
      <w:proofErr w:type="spellEnd"/>
      <w:r>
        <w:t xml:space="preserve">. </w:t>
      </w:r>
      <w:r w:rsidR="005A3479">
        <w:t>Et ça ne peut pas faire de mal à mon mari que je sois pa</w:t>
      </w:r>
      <w:r w:rsidR="005A3479">
        <w:t>r</w:t>
      </w:r>
      <w:r w:rsidR="005A3479">
        <w:t>tie</w:t>
      </w:r>
      <w:r>
        <w:t>.</w:t>
      </w:r>
    </w:p>
    <w:p w14:paraId="1E13F95A" w14:textId="77777777" w:rsidR="006F1ADB" w:rsidRDefault="005A3479" w:rsidP="005A3479">
      <w:r>
        <w:t>De l</w:t>
      </w:r>
      <w:r w:rsidR="006F1ADB">
        <w:t>’</w:t>
      </w:r>
      <w:r>
        <w:t>autre côté de la rivière</w:t>
      </w:r>
      <w:r w:rsidR="006F1ADB">
        <w:t xml:space="preserve">, </w:t>
      </w:r>
      <w:r>
        <w:t>sur des bateaux chargés de monde</w:t>
      </w:r>
      <w:r w:rsidR="006F1ADB">
        <w:t xml:space="preserve">, </w:t>
      </w:r>
      <w:r>
        <w:t>c</w:t>
      </w:r>
      <w:r w:rsidR="006F1ADB">
        <w:t>’</w:t>
      </w:r>
      <w:r>
        <w:t>étaient de splendides bouquets de beauté féminine</w:t>
      </w:r>
      <w:r w:rsidR="006F1ADB">
        <w:t xml:space="preserve">, </w:t>
      </w:r>
      <w:r>
        <w:t>d</w:t>
      </w:r>
      <w:r w:rsidR="006F1ADB">
        <w:t>’</w:t>
      </w:r>
      <w:r>
        <w:t>élégantes toilettes grises</w:t>
      </w:r>
      <w:r w:rsidR="006F1ADB">
        <w:t xml:space="preserve">, </w:t>
      </w:r>
      <w:r>
        <w:t>roses</w:t>
      </w:r>
      <w:r w:rsidR="006F1ADB">
        <w:t xml:space="preserve">, </w:t>
      </w:r>
      <w:r>
        <w:t>bleues et blanches</w:t>
      </w:r>
      <w:r w:rsidR="006F1ADB">
        <w:t xml:space="preserve">. </w:t>
      </w:r>
      <w:r>
        <w:t xml:space="preserve">Le pavillon bleu du </w:t>
      </w:r>
      <w:r>
        <w:rPr>
          <w:i/>
          <w:iCs/>
        </w:rPr>
        <w:t>B</w:t>
      </w:r>
      <w:r>
        <w:rPr>
          <w:i/>
        </w:rPr>
        <w:t xml:space="preserve">oat Club </w:t>
      </w:r>
      <w:r>
        <w:t>indiquait le centre principal de l</w:t>
      </w:r>
      <w:r w:rsidR="006F1ADB">
        <w:t>’</w:t>
      </w:r>
      <w:r>
        <w:t>intérêt</w:t>
      </w:r>
      <w:r w:rsidR="006F1ADB">
        <w:t xml:space="preserve"> ; </w:t>
      </w:r>
      <w:r>
        <w:t>au-dessous de lui</w:t>
      </w:r>
      <w:r w:rsidR="006F1ADB">
        <w:t xml:space="preserve">, </w:t>
      </w:r>
      <w:r>
        <w:t>un orchestre en uniforme rouge lançait les notes qu</w:t>
      </w:r>
      <w:r w:rsidR="006F1ADB">
        <w:t>’</w:t>
      </w:r>
      <w:proofErr w:type="spellStart"/>
      <w:r>
        <w:t>Arabella</w:t>
      </w:r>
      <w:proofErr w:type="spellEnd"/>
      <w:r>
        <w:t xml:space="preserve"> avait déjà entendues dans la chambre mortuaire</w:t>
      </w:r>
      <w:r w:rsidR="006F1ADB">
        <w:t xml:space="preserve">. </w:t>
      </w:r>
      <w:r>
        <w:t>Les étudiants des collèges</w:t>
      </w:r>
      <w:r w:rsidR="006F1ADB">
        <w:t xml:space="preserve">, </w:t>
      </w:r>
      <w:r>
        <w:t>en canots avec des dames</w:t>
      </w:r>
      <w:r w:rsidR="006F1ADB">
        <w:t xml:space="preserve">, </w:t>
      </w:r>
      <w:r>
        <w:t xml:space="preserve">suivaient avidement des yeux </w:t>
      </w:r>
      <w:r w:rsidR="006F1ADB">
        <w:t>« </w:t>
      </w:r>
      <w:r>
        <w:t>leur</w:t>
      </w:r>
      <w:r w:rsidR="006F1ADB">
        <w:t> »</w:t>
      </w:r>
      <w:r>
        <w:t xml:space="preserve"> bateau</w:t>
      </w:r>
      <w:r w:rsidR="006F1ADB">
        <w:t xml:space="preserve">. </w:t>
      </w:r>
      <w:r>
        <w:t>Pendant qu</w:t>
      </w:r>
      <w:r w:rsidR="006F1ADB">
        <w:t>’</w:t>
      </w:r>
      <w:proofErr w:type="spellStart"/>
      <w:r>
        <w:t>Arabella</w:t>
      </w:r>
      <w:proofErr w:type="spellEnd"/>
      <w:r>
        <w:t xml:space="preserve"> rega</w:t>
      </w:r>
      <w:r>
        <w:t>r</w:t>
      </w:r>
      <w:r>
        <w:t>dait ce tableau si animé</w:t>
      </w:r>
      <w:r w:rsidR="006F1ADB">
        <w:t xml:space="preserve">, </w:t>
      </w:r>
      <w:r>
        <w:t>ou lui pinça la taille</w:t>
      </w:r>
      <w:r w:rsidR="006F1ADB">
        <w:t xml:space="preserve">, </w:t>
      </w:r>
      <w:r>
        <w:t>et</w:t>
      </w:r>
      <w:r w:rsidR="006F1ADB">
        <w:t xml:space="preserve">, </w:t>
      </w:r>
      <w:r>
        <w:t>tournant les yeux</w:t>
      </w:r>
      <w:r w:rsidR="006F1ADB">
        <w:t xml:space="preserve">, </w:t>
      </w:r>
      <w:r>
        <w:t>elle aperçut Vilbert</w:t>
      </w:r>
      <w:r w:rsidR="006F1ADB">
        <w:t>.</w:t>
      </w:r>
    </w:p>
    <w:p w14:paraId="7D6DACCC" w14:textId="77777777" w:rsidR="006F1ADB" w:rsidRDefault="006F1ADB" w:rsidP="005A3479">
      <w:r>
        <w:t>— </w:t>
      </w:r>
      <w:r w:rsidR="005A3479">
        <w:t>Le philtre opère</w:t>
      </w:r>
      <w:r>
        <w:t xml:space="preserve">, </w:t>
      </w:r>
      <w:r w:rsidR="005A3479">
        <w:t>vous savez</w:t>
      </w:r>
      <w:r>
        <w:t xml:space="preserve"> ? </w:t>
      </w:r>
      <w:r w:rsidR="005A3479">
        <w:t>dit-il avec une œillade</w:t>
      </w:r>
      <w:r>
        <w:t xml:space="preserve">. </w:t>
      </w:r>
      <w:r w:rsidR="005A3479">
        <w:t>C</w:t>
      </w:r>
      <w:r>
        <w:t>’</w:t>
      </w:r>
      <w:r w:rsidR="005A3479">
        <w:t>est honteux de faire sombrer les cœurs ainsi</w:t>
      </w:r>
      <w:r>
        <w:t>.</w:t>
      </w:r>
    </w:p>
    <w:p w14:paraId="397FDB80" w14:textId="77777777" w:rsidR="006F1ADB" w:rsidRDefault="006F1ADB" w:rsidP="005A3479">
      <w:r>
        <w:t>— </w:t>
      </w:r>
      <w:r w:rsidR="005A3479">
        <w:t>Je ne parle pas d</w:t>
      </w:r>
      <w:r>
        <w:t>’</w:t>
      </w:r>
      <w:r w:rsidR="005A3479">
        <w:t>amour aujourd</w:t>
      </w:r>
      <w:r>
        <w:t>’</w:t>
      </w:r>
      <w:r w:rsidR="005A3479">
        <w:t>hui</w:t>
      </w:r>
      <w:r>
        <w:t>.</w:t>
      </w:r>
    </w:p>
    <w:p w14:paraId="22C2DB86" w14:textId="77777777" w:rsidR="006F1ADB" w:rsidRDefault="006F1ADB" w:rsidP="005A3479">
      <w:r>
        <w:lastRenderedPageBreak/>
        <w:t>— </w:t>
      </w:r>
      <w:r w:rsidR="005A3479">
        <w:t>Pourquoi pas</w:t>
      </w:r>
      <w:r>
        <w:t xml:space="preserve"> ? </w:t>
      </w:r>
      <w:r w:rsidR="005A3479">
        <w:t>C</w:t>
      </w:r>
      <w:r>
        <w:t>’</w:t>
      </w:r>
      <w:r w:rsidR="005A3479">
        <w:t>est congé général</w:t>
      </w:r>
      <w:r>
        <w:t>.</w:t>
      </w:r>
    </w:p>
    <w:p w14:paraId="64B0ADA4" w14:textId="77777777" w:rsidR="006F1ADB" w:rsidRDefault="005A3479" w:rsidP="005A3479">
      <w:r>
        <w:t>Elle ne répondit pas</w:t>
      </w:r>
      <w:r w:rsidR="006F1ADB">
        <w:t xml:space="preserve">. </w:t>
      </w:r>
      <w:r>
        <w:t>Le bras de Vilbert enlaça furtivement sa taille</w:t>
      </w:r>
      <w:r w:rsidR="006F1ADB">
        <w:t xml:space="preserve">, </w:t>
      </w:r>
      <w:r>
        <w:t>ce qui pouvait passer inaperçu dans la foule</w:t>
      </w:r>
      <w:r w:rsidR="006F1ADB">
        <w:t xml:space="preserve">. </w:t>
      </w:r>
      <w:r>
        <w:t>Une e</w:t>
      </w:r>
      <w:r>
        <w:t>x</w:t>
      </w:r>
      <w:r>
        <w:t>pression malicieuse glissa sur le visage d</w:t>
      </w:r>
      <w:r w:rsidR="006F1ADB">
        <w:t>’</w:t>
      </w:r>
      <w:proofErr w:type="spellStart"/>
      <w:r>
        <w:t>Arabella</w:t>
      </w:r>
      <w:proofErr w:type="spellEnd"/>
      <w:r>
        <w:t xml:space="preserve"> au contact du bras</w:t>
      </w:r>
      <w:r w:rsidR="006F1ADB">
        <w:t xml:space="preserve"> : </w:t>
      </w:r>
      <w:r>
        <w:t>mais elle tint ses yeux fixés sur la rivière comme si elle ne s</w:t>
      </w:r>
      <w:r w:rsidR="006F1ADB">
        <w:t>’</w:t>
      </w:r>
      <w:r>
        <w:t>apercevait pas de cette étreinte</w:t>
      </w:r>
      <w:r w:rsidR="006F1ADB">
        <w:t>.</w:t>
      </w:r>
    </w:p>
    <w:p w14:paraId="1C3F4FE7" w14:textId="77777777" w:rsidR="006F1ADB" w:rsidRDefault="005A3479" w:rsidP="005A3479">
      <w:r>
        <w:t>La foule devint houleuse</w:t>
      </w:r>
      <w:r w:rsidR="006F1ADB">
        <w:t xml:space="preserve">, </w:t>
      </w:r>
      <w:r>
        <w:t xml:space="preserve">poussant </w:t>
      </w:r>
      <w:proofErr w:type="spellStart"/>
      <w:r>
        <w:t>Arabella</w:t>
      </w:r>
      <w:proofErr w:type="spellEnd"/>
      <w:r>
        <w:t xml:space="preserve"> et ses amis parfois presque jusque dans la rivière</w:t>
      </w:r>
      <w:r w:rsidR="006F1ADB">
        <w:t xml:space="preserve">, </w:t>
      </w:r>
      <w:r>
        <w:t>et la jeune femme aurait ri de bon cœur au jeu de mains qui suivit si l</w:t>
      </w:r>
      <w:r w:rsidR="006F1ADB">
        <w:t>’</w:t>
      </w:r>
      <w:r>
        <w:t>œil de son esprit n</w:t>
      </w:r>
      <w:r w:rsidR="006F1ADB">
        <w:t>’</w:t>
      </w:r>
      <w:r>
        <w:t>avait gardé l</w:t>
      </w:r>
      <w:r w:rsidR="006F1ADB">
        <w:t>’</w:t>
      </w:r>
      <w:r>
        <w:t>empreinte d</w:t>
      </w:r>
      <w:r w:rsidR="006F1ADB">
        <w:t>’</w:t>
      </w:r>
      <w:r>
        <w:t>une pâle attitude de statue</w:t>
      </w:r>
      <w:r w:rsidR="006F1ADB">
        <w:t xml:space="preserve">, </w:t>
      </w:r>
      <w:r>
        <w:t>réce</w:t>
      </w:r>
      <w:r>
        <w:t>m</w:t>
      </w:r>
      <w:r>
        <w:t>ment contemplée et qui la dégrisait un peu</w:t>
      </w:r>
      <w:r w:rsidR="006F1ADB">
        <w:t>.</w:t>
      </w:r>
    </w:p>
    <w:p w14:paraId="5CFE6C80" w14:textId="77777777" w:rsidR="006F1ADB" w:rsidRDefault="005A3479" w:rsidP="005A3479">
      <w:r>
        <w:t>Le divertissement de l</w:t>
      </w:r>
      <w:r w:rsidR="006F1ADB">
        <w:t>’</w:t>
      </w:r>
      <w:r>
        <w:t>eau atteignait son apogée</w:t>
      </w:r>
      <w:r w:rsidR="006F1ADB">
        <w:t xml:space="preserve">. </w:t>
      </w:r>
      <w:r>
        <w:t>Ce n</w:t>
      </w:r>
      <w:r w:rsidR="006F1ADB">
        <w:t>’</w:t>
      </w:r>
      <w:r>
        <w:t>étaient que plongeons</w:t>
      </w:r>
      <w:r w:rsidR="006F1ADB">
        <w:t xml:space="preserve">, </w:t>
      </w:r>
      <w:r>
        <w:t>ce n</w:t>
      </w:r>
      <w:r w:rsidR="006F1ADB">
        <w:t>’</w:t>
      </w:r>
      <w:r>
        <w:t>étaient que cris</w:t>
      </w:r>
      <w:r w:rsidR="006F1ADB">
        <w:t xml:space="preserve"> : </w:t>
      </w:r>
      <w:r>
        <w:t>la course était perdue et gagnée</w:t>
      </w:r>
      <w:r w:rsidR="006F1ADB">
        <w:t xml:space="preserve"> ; </w:t>
      </w:r>
      <w:r>
        <w:t>les toilettes grises</w:t>
      </w:r>
      <w:r w:rsidR="006F1ADB">
        <w:t xml:space="preserve">, </w:t>
      </w:r>
      <w:r>
        <w:t>les bleues</w:t>
      </w:r>
      <w:r w:rsidR="006F1ADB">
        <w:t xml:space="preserve">, </w:t>
      </w:r>
      <w:r>
        <w:t>les jaunes</w:t>
      </w:r>
      <w:r w:rsidR="006F1ADB">
        <w:t xml:space="preserve">, </w:t>
      </w:r>
      <w:r>
        <w:t>qui</w:t>
      </w:r>
      <w:r>
        <w:t>t</w:t>
      </w:r>
      <w:r>
        <w:t>taient les bateaux et les curieux commençaient à avancer</w:t>
      </w:r>
      <w:r w:rsidR="006F1ADB">
        <w:t>.</w:t>
      </w:r>
    </w:p>
    <w:p w14:paraId="26DE3316" w14:textId="77777777" w:rsidR="006F1ADB" w:rsidRDefault="006F1ADB" w:rsidP="005A3479">
      <w:r>
        <w:t>— </w:t>
      </w:r>
      <w:r w:rsidR="005A3479">
        <w:t>Eh bien</w:t>
      </w:r>
      <w:r>
        <w:t xml:space="preserve"> ! </w:t>
      </w:r>
      <w:r w:rsidR="005A3479">
        <w:rPr>
          <w:rFonts w:eastAsia="Arial Unicode MS"/>
        </w:rPr>
        <w:t>ç</w:t>
      </w:r>
      <w:r>
        <w:t>’</w:t>
      </w:r>
      <w:r w:rsidR="005A3479">
        <w:t>a été rudement réussi</w:t>
      </w:r>
      <w:r>
        <w:t xml:space="preserve"> ! </w:t>
      </w:r>
      <w:r w:rsidR="005A3479">
        <w:t>s</w:t>
      </w:r>
      <w:r>
        <w:t>’</w:t>
      </w:r>
      <w:r w:rsidR="005A3479">
        <w:t xml:space="preserve">écria </w:t>
      </w:r>
      <w:proofErr w:type="spellStart"/>
      <w:r w:rsidR="005A3479">
        <w:t>Arabella</w:t>
      </w:r>
      <w:proofErr w:type="spellEnd"/>
      <w:r>
        <w:t xml:space="preserve">. </w:t>
      </w:r>
      <w:r w:rsidR="005A3479">
        <w:t>Mais je crois qu</w:t>
      </w:r>
      <w:r>
        <w:t>’</w:t>
      </w:r>
      <w:r w:rsidR="005A3479">
        <w:t>il faut aller retrouver mon pauvre homme</w:t>
      </w:r>
      <w:r>
        <w:t xml:space="preserve">. </w:t>
      </w:r>
      <w:r w:rsidR="005A3479">
        <w:t>Mon père y est</w:t>
      </w:r>
      <w:r>
        <w:t xml:space="preserve">, </w:t>
      </w:r>
      <w:r w:rsidR="005A3479">
        <w:t>autant que je sache</w:t>
      </w:r>
      <w:r>
        <w:t xml:space="preserve">. </w:t>
      </w:r>
      <w:r w:rsidR="005A3479">
        <w:t>Mais je ferai mieux de retourner</w:t>
      </w:r>
      <w:r>
        <w:t>.</w:t>
      </w:r>
    </w:p>
    <w:p w14:paraId="702CD580" w14:textId="77777777" w:rsidR="006F1ADB" w:rsidRDefault="006F1ADB" w:rsidP="005A3479">
      <w:r>
        <w:t>— </w:t>
      </w:r>
      <w:r w:rsidR="005A3479">
        <w:t>Qu</w:t>
      </w:r>
      <w:r>
        <w:t>’</w:t>
      </w:r>
      <w:r w:rsidR="005A3479">
        <w:t>est-ce qui vous presse</w:t>
      </w:r>
      <w:r>
        <w:t> ?</w:t>
      </w:r>
    </w:p>
    <w:p w14:paraId="51F3173A" w14:textId="77777777" w:rsidR="006F1ADB" w:rsidRDefault="006F1ADB" w:rsidP="005A3479">
      <w:r>
        <w:t>— </w:t>
      </w:r>
      <w:r w:rsidR="005A3479">
        <w:t>Il faut bien qui j</w:t>
      </w:r>
      <w:r>
        <w:t>’</w:t>
      </w:r>
      <w:r w:rsidR="005A3479">
        <w:t>y aille</w:t>
      </w:r>
      <w:r>
        <w:t xml:space="preserve">… </w:t>
      </w:r>
      <w:r w:rsidR="005A3479">
        <w:t>Cher</w:t>
      </w:r>
      <w:r>
        <w:t xml:space="preserve">, </w:t>
      </w:r>
      <w:r w:rsidR="005A3479">
        <w:t>cher</w:t>
      </w:r>
      <w:r>
        <w:t xml:space="preserve">, </w:t>
      </w:r>
      <w:r w:rsidR="005A3479">
        <w:t>c</w:t>
      </w:r>
      <w:r>
        <w:t>’</w:t>
      </w:r>
      <w:r w:rsidR="005A3479">
        <w:t>est vilain</w:t>
      </w:r>
      <w:r>
        <w:t> !</w:t>
      </w:r>
    </w:p>
    <w:p w14:paraId="1D6563AD" w14:textId="77777777" w:rsidR="006F1ADB" w:rsidRDefault="005A3479" w:rsidP="005A3479">
      <w:r>
        <w:t>À la première rampe où l</w:t>
      </w:r>
      <w:r w:rsidR="006F1ADB">
        <w:t>’</w:t>
      </w:r>
      <w:r>
        <w:t>on remontait du bord de l</w:t>
      </w:r>
      <w:r w:rsidR="006F1ADB">
        <w:t>’</w:t>
      </w:r>
      <w:r>
        <w:t>eau sur le pont</w:t>
      </w:r>
      <w:r w:rsidR="006F1ADB">
        <w:t xml:space="preserve">, </w:t>
      </w:r>
      <w:r>
        <w:t>la foule n</w:t>
      </w:r>
      <w:r w:rsidR="006F1ADB">
        <w:t>’</w:t>
      </w:r>
      <w:r>
        <w:t>était plus qu</w:t>
      </w:r>
      <w:r w:rsidR="006F1ADB">
        <w:t>’</w:t>
      </w:r>
      <w:r>
        <w:t>un bloc compact et surchauffé</w:t>
      </w:r>
      <w:r w:rsidR="006F1ADB">
        <w:t xml:space="preserve">. </w:t>
      </w:r>
      <w:proofErr w:type="spellStart"/>
      <w:r>
        <w:t>Arabella</w:t>
      </w:r>
      <w:proofErr w:type="spellEnd"/>
      <w:r>
        <w:t xml:space="preserve"> et Vilbert agglutinés au reste</w:t>
      </w:r>
      <w:r w:rsidR="006F1ADB">
        <w:t xml:space="preserve">. </w:t>
      </w:r>
      <w:r>
        <w:t>Ils restaient là</w:t>
      </w:r>
      <w:r w:rsidR="006F1ADB">
        <w:t xml:space="preserve">, </w:t>
      </w:r>
      <w:r>
        <w:t>imm</w:t>
      </w:r>
      <w:r>
        <w:t>o</w:t>
      </w:r>
      <w:r>
        <w:t>biles</w:t>
      </w:r>
      <w:r w:rsidR="006F1ADB">
        <w:t xml:space="preserve">. </w:t>
      </w:r>
      <w:proofErr w:type="spellStart"/>
      <w:r>
        <w:t>Arabella</w:t>
      </w:r>
      <w:proofErr w:type="spellEnd"/>
      <w:r>
        <w:t xml:space="preserve"> s</w:t>
      </w:r>
      <w:r w:rsidR="006F1ADB">
        <w:t>’</w:t>
      </w:r>
      <w:r>
        <w:t>écriant</w:t>
      </w:r>
      <w:r w:rsidR="006F1ADB">
        <w:t> : « </w:t>
      </w:r>
      <w:r>
        <w:t>Cher</w:t>
      </w:r>
      <w:r w:rsidR="006F1ADB">
        <w:t xml:space="preserve">, </w:t>
      </w:r>
      <w:r>
        <w:t>cher</w:t>
      </w:r>
      <w:r w:rsidR="006F1ADB">
        <w:t> ! »</w:t>
      </w:r>
      <w:r>
        <w:t xml:space="preserve"> de plus en plus imp</w:t>
      </w:r>
      <w:r>
        <w:t>a</w:t>
      </w:r>
      <w:r>
        <w:t>tiente</w:t>
      </w:r>
      <w:r w:rsidR="006F1ADB">
        <w:t xml:space="preserve"> : </w:t>
      </w:r>
      <w:r>
        <w:t>car elle venait justement de songer que si on découvrait que Jude était mort seul</w:t>
      </w:r>
      <w:r w:rsidR="006F1ADB">
        <w:t xml:space="preserve">, </w:t>
      </w:r>
      <w:r>
        <w:t>une enquête pourrait être jugé</w:t>
      </w:r>
      <w:r w:rsidR="006F1ADB">
        <w:t> »</w:t>
      </w:r>
      <w:r>
        <w:t xml:space="preserve"> n</w:t>
      </w:r>
      <w:r>
        <w:t>é</w:t>
      </w:r>
      <w:r>
        <w:t>cessaire</w:t>
      </w:r>
      <w:r w:rsidR="006F1ADB">
        <w:t>.</w:t>
      </w:r>
    </w:p>
    <w:p w14:paraId="00D50E58" w14:textId="77777777" w:rsidR="006F1ADB" w:rsidRDefault="006F1ADB" w:rsidP="005A3479">
      <w:r>
        <w:lastRenderedPageBreak/>
        <w:t>— </w:t>
      </w:r>
      <w:r w:rsidR="005A3479">
        <w:t>Quel remue-ménage vous faites</w:t>
      </w:r>
      <w:r>
        <w:t xml:space="preserve">, </w:t>
      </w:r>
      <w:r w:rsidR="005A3479">
        <w:t>mon amour</w:t>
      </w:r>
      <w:r>
        <w:t xml:space="preserve">, </w:t>
      </w:r>
      <w:r w:rsidR="005A3479">
        <w:t>dit le m</w:t>
      </w:r>
      <w:r w:rsidR="005A3479">
        <w:t>é</w:t>
      </w:r>
      <w:r w:rsidR="005A3479">
        <w:t>decin</w:t>
      </w:r>
      <w:r>
        <w:t xml:space="preserve">, </w:t>
      </w:r>
      <w:r w:rsidR="005A3479">
        <w:t>qui</w:t>
      </w:r>
      <w:r>
        <w:t xml:space="preserve">, </w:t>
      </w:r>
      <w:r w:rsidR="005A3479">
        <w:t>pressé contre elle par la cohue</w:t>
      </w:r>
      <w:r>
        <w:t xml:space="preserve">, </w:t>
      </w:r>
      <w:r w:rsidR="005A3479">
        <w:t>n</w:t>
      </w:r>
      <w:r>
        <w:t>’</w:t>
      </w:r>
      <w:r w:rsidR="005A3479">
        <w:t>avait personnell</w:t>
      </w:r>
      <w:r w:rsidR="005A3479">
        <w:t>e</w:t>
      </w:r>
      <w:r w:rsidR="005A3479">
        <w:t>ment rien à faire pour le contact</w:t>
      </w:r>
      <w:r>
        <w:t xml:space="preserve">. </w:t>
      </w:r>
      <w:r w:rsidR="005A3479">
        <w:t>Ayez donc un peu de patience</w:t>
      </w:r>
      <w:r>
        <w:t xml:space="preserve"> : </w:t>
      </w:r>
      <w:r w:rsidR="005A3479">
        <w:t>il n</w:t>
      </w:r>
      <w:r>
        <w:t>’</w:t>
      </w:r>
      <w:r w:rsidR="005A3479">
        <w:t>y a pas moyen de s</w:t>
      </w:r>
      <w:r>
        <w:t>’</w:t>
      </w:r>
      <w:r w:rsidR="005A3479">
        <w:t>échapper encore</w:t>
      </w:r>
      <w:r>
        <w:t>.</w:t>
      </w:r>
    </w:p>
    <w:p w14:paraId="2F961EEF" w14:textId="77777777" w:rsidR="006F1ADB" w:rsidRDefault="005A3479" w:rsidP="005A3479">
      <w:r>
        <w:t>Il se passa près de dix minutes avant qu</w:t>
      </w:r>
      <w:r w:rsidR="006F1ADB">
        <w:t>’</w:t>
      </w:r>
      <w:r>
        <w:t>un remous de la masse put leur livrer passage</w:t>
      </w:r>
      <w:r w:rsidR="006F1ADB">
        <w:t xml:space="preserve">. </w:t>
      </w:r>
      <w:r>
        <w:t>Aussitôt qu</w:t>
      </w:r>
      <w:r w:rsidR="006F1ADB">
        <w:t>’</w:t>
      </w:r>
      <w:r>
        <w:t>elle se trouva dans la rue</w:t>
      </w:r>
      <w:r w:rsidR="006F1ADB">
        <w:t xml:space="preserve">, </w:t>
      </w:r>
      <w:proofErr w:type="spellStart"/>
      <w:r>
        <w:t>Arabella</w:t>
      </w:r>
      <w:proofErr w:type="spellEnd"/>
      <w:r>
        <w:t xml:space="preserve"> pressa le pas</w:t>
      </w:r>
      <w:r w:rsidR="006F1ADB">
        <w:t xml:space="preserve">, </w:t>
      </w:r>
      <w:r>
        <w:t>et défendit au médecin de l</w:t>
      </w:r>
      <w:r w:rsidR="006F1ADB">
        <w:t>’</w:t>
      </w:r>
      <w:r>
        <w:t>accompagner plus loin pour aujourd</w:t>
      </w:r>
      <w:r w:rsidR="006F1ADB">
        <w:t>’</w:t>
      </w:r>
      <w:r>
        <w:t>hui</w:t>
      </w:r>
      <w:r w:rsidR="006F1ADB">
        <w:t xml:space="preserve">. </w:t>
      </w:r>
      <w:r>
        <w:t>Elle ne rentra pas tout droit chez elle</w:t>
      </w:r>
      <w:r w:rsidR="006F1ADB">
        <w:t xml:space="preserve">, </w:t>
      </w:r>
      <w:r>
        <w:t>mais passa au domicile d</w:t>
      </w:r>
      <w:r w:rsidR="006F1ADB">
        <w:t>’</w:t>
      </w:r>
      <w:r>
        <w:t>une femme qui rendait les derniers devoirs aux pauvres morts</w:t>
      </w:r>
      <w:r w:rsidR="006F1ADB">
        <w:t xml:space="preserve">. </w:t>
      </w:r>
      <w:r>
        <w:t>Elle y frappa</w:t>
      </w:r>
      <w:r w:rsidR="006F1ADB">
        <w:t>.</w:t>
      </w:r>
    </w:p>
    <w:p w14:paraId="46128284" w14:textId="77777777" w:rsidR="006F1ADB" w:rsidRDefault="006F1ADB" w:rsidP="005A3479">
      <w:r>
        <w:t>— </w:t>
      </w:r>
      <w:r w:rsidR="005A3479">
        <w:t>Mon mari vient de mourir</w:t>
      </w:r>
      <w:r>
        <w:t xml:space="preserve">, </w:t>
      </w:r>
      <w:r w:rsidR="005A3479">
        <w:t>le pauvre</w:t>
      </w:r>
      <w:r>
        <w:t xml:space="preserve"> ! </w:t>
      </w:r>
      <w:r w:rsidR="005A3479">
        <w:t>dit-elle</w:t>
      </w:r>
      <w:r>
        <w:t xml:space="preserve">. </w:t>
      </w:r>
      <w:r w:rsidR="005A3479">
        <w:t>Pouvez-vous venir et l</w:t>
      </w:r>
      <w:r>
        <w:t>’</w:t>
      </w:r>
      <w:r w:rsidR="005A3479">
        <w:t>ensevelir</w:t>
      </w:r>
      <w:r>
        <w:t> ?</w:t>
      </w:r>
    </w:p>
    <w:p w14:paraId="787DF2C3" w14:textId="77777777" w:rsidR="006F1ADB" w:rsidRDefault="005A3479" w:rsidP="005A3479">
      <w:proofErr w:type="spellStart"/>
      <w:r>
        <w:t>Arabella</w:t>
      </w:r>
      <w:proofErr w:type="spellEnd"/>
      <w:r>
        <w:t xml:space="preserve"> attendit quelques minutes</w:t>
      </w:r>
      <w:r w:rsidR="006F1ADB">
        <w:t xml:space="preserve"> : </w:t>
      </w:r>
      <w:r>
        <w:t>et les deux femmes partirent ensemble se frayant un chemin avec les coudes à tr</w:t>
      </w:r>
      <w:r>
        <w:t>a</w:t>
      </w:r>
      <w:r>
        <w:t>vers le flot des élégances qui s</w:t>
      </w:r>
      <w:r w:rsidR="006F1ADB">
        <w:t>’</w:t>
      </w:r>
      <w:r>
        <w:t>épanchaient du pré Cardinal</w:t>
      </w:r>
      <w:r w:rsidR="006F1ADB">
        <w:t xml:space="preserve">, </w:t>
      </w:r>
      <w:r>
        <w:t>et se heurtant presque aux voitures</w:t>
      </w:r>
      <w:r w:rsidR="006F1ADB">
        <w:t>.</w:t>
      </w:r>
    </w:p>
    <w:p w14:paraId="6029489B" w14:textId="77777777" w:rsidR="006F1ADB" w:rsidRDefault="006F1ADB" w:rsidP="005A3479">
      <w:r>
        <w:t>— </w:t>
      </w:r>
      <w:r w:rsidR="005A3479">
        <w:t>Il faut que je prévienne le sacristain pour la cloche aussi</w:t>
      </w:r>
      <w:r>
        <w:t xml:space="preserve">, </w:t>
      </w:r>
      <w:r w:rsidR="005A3479">
        <w:t xml:space="preserve">dit </w:t>
      </w:r>
      <w:proofErr w:type="spellStart"/>
      <w:r w:rsidR="005A3479">
        <w:t>Arabella</w:t>
      </w:r>
      <w:proofErr w:type="spellEnd"/>
      <w:r>
        <w:t xml:space="preserve">. </w:t>
      </w:r>
      <w:r w:rsidR="005A3479">
        <w:t>C</w:t>
      </w:r>
      <w:r>
        <w:t>’</w:t>
      </w:r>
      <w:r w:rsidR="005A3479">
        <w:t>est justement là</w:t>
      </w:r>
      <w:r>
        <w:t xml:space="preserve">, </w:t>
      </w:r>
      <w:r w:rsidR="005A3479">
        <w:t>n</w:t>
      </w:r>
      <w:r>
        <w:t>’</w:t>
      </w:r>
      <w:r w:rsidR="005A3479">
        <w:t>est-ce pas</w:t>
      </w:r>
      <w:r>
        <w:t xml:space="preserve"> ? </w:t>
      </w:r>
      <w:r w:rsidR="005A3479">
        <w:t>Je vous rejoindrai à ma porte</w:t>
      </w:r>
      <w:r>
        <w:t>.</w:t>
      </w:r>
    </w:p>
    <w:p w14:paraId="087A4428" w14:textId="77777777" w:rsidR="006F1ADB" w:rsidRDefault="005A3479" w:rsidP="005A3479">
      <w:r>
        <w:t>Vers dix heures</w:t>
      </w:r>
      <w:r w:rsidR="006F1ADB">
        <w:t xml:space="preserve">, </w:t>
      </w:r>
      <w:r>
        <w:t>ce soir-là</w:t>
      </w:r>
      <w:r w:rsidR="006F1ADB">
        <w:t xml:space="preserve">, </w:t>
      </w:r>
      <w:r>
        <w:t>Jude gisait sur son lit</w:t>
      </w:r>
      <w:r w:rsidR="006F1ADB">
        <w:t xml:space="preserve"> ; </w:t>
      </w:r>
      <w:r>
        <w:t>un drap recouvrait son cadavre rigide</w:t>
      </w:r>
      <w:r w:rsidR="006F1ADB">
        <w:t xml:space="preserve">. </w:t>
      </w:r>
      <w:r>
        <w:t>Par la fenêtre entr</w:t>
      </w:r>
      <w:r w:rsidR="006F1ADB">
        <w:t>’</w:t>
      </w:r>
      <w:r>
        <w:t>ouverte entrait le joyeux rythme d</w:t>
      </w:r>
      <w:r w:rsidR="006F1ADB">
        <w:t>’</w:t>
      </w:r>
      <w:r>
        <w:t>une valse</w:t>
      </w:r>
      <w:r w:rsidR="006F1ADB">
        <w:t xml:space="preserve">, </w:t>
      </w:r>
      <w:r>
        <w:t>envolé de la salle de bal de Card</w:t>
      </w:r>
      <w:r>
        <w:t>i</w:t>
      </w:r>
      <w:r>
        <w:t>nal</w:t>
      </w:r>
      <w:r w:rsidR="006F1ADB">
        <w:t>.</w:t>
      </w:r>
    </w:p>
    <w:p w14:paraId="261A580E" w14:textId="2AD35540" w:rsidR="005A3479" w:rsidRDefault="005A3479" w:rsidP="005A3479"/>
    <w:p w14:paraId="5F7A0C44" w14:textId="6335C0D7" w:rsidR="006F1ADB" w:rsidRDefault="005A3479" w:rsidP="005A3479">
      <w:r>
        <w:t>Deux jours plus tard</w:t>
      </w:r>
      <w:r w:rsidR="006F1ADB">
        <w:t xml:space="preserve">, </w:t>
      </w:r>
      <w:r>
        <w:t>le ciel était sans nuage</w:t>
      </w:r>
      <w:r w:rsidR="006F1ADB">
        <w:t xml:space="preserve">, </w:t>
      </w:r>
      <w:r>
        <w:t>l</w:t>
      </w:r>
      <w:r w:rsidR="006F1ADB">
        <w:t>’</w:t>
      </w:r>
      <w:r>
        <w:t>air calme</w:t>
      </w:r>
      <w:r w:rsidR="006F1ADB">
        <w:t xml:space="preserve"> ; </w:t>
      </w:r>
      <w:r>
        <w:t>deux personnes étaient assises près du cercueil de Jude</w:t>
      </w:r>
      <w:r w:rsidR="006F1ADB">
        <w:t xml:space="preserve">, </w:t>
      </w:r>
      <w:r>
        <w:t>dans la même petite chambre à coucher</w:t>
      </w:r>
      <w:r w:rsidR="006F1ADB">
        <w:t xml:space="preserve">. </w:t>
      </w:r>
      <w:r>
        <w:t>D</w:t>
      </w:r>
      <w:r w:rsidR="006F1ADB">
        <w:t>’</w:t>
      </w:r>
      <w:r>
        <w:t>un côté</w:t>
      </w:r>
      <w:r w:rsidR="006F1ADB">
        <w:t xml:space="preserve">, </w:t>
      </w:r>
      <w:proofErr w:type="spellStart"/>
      <w:r>
        <w:t>Arabella</w:t>
      </w:r>
      <w:proofErr w:type="spellEnd"/>
      <w:r w:rsidR="006F1ADB">
        <w:t xml:space="preserve">, </w:t>
      </w:r>
      <w:r>
        <w:t>de l</w:t>
      </w:r>
      <w:r w:rsidR="006F1ADB">
        <w:t>’</w:t>
      </w:r>
      <w:r>
        <w:t>autre</w:t>
      </w:r>
      <w:r w:rsidR="006F1ADB">
        <w:t xml:space="preserve">, </w:t>
      </w:r>
      <w:r>
        <w:t xml:space="preserve">la veuve </w:t>
      </w:r>
      <w:proofErr w:type="spellStart"/>
      <w:r>
        <w:t>Edlin</w:t>
      </w:r>
      <w:proofErr w:type="spellEnd"/>
      <w:r w:rsidR="006F1ADB">
        <w:t xml:space="preserve"> ; </w:t>
      </w:r>
      <w:r>
        <w:t xml:space="preserve">toutes les deux regardaient le visage </w:t>
      </w:r>
      <w:r>
        <w:lastRenderedPageBreak/>
        <w:t>de Jude</w:t>
      </w:r>
      <w:r w:rsidR="006F1ADB">
        <w:t xml:space="preserve">, </w:t>
      </w:r>
      <w:r>
        <w:t xml:space="preserve">et les vieilles paupières ridées de </w:t>
      </w:r>
      <w:r w:rsidR="006F1ADB">
        <w:t>M</w:t>
      </w:r>
      <w:r w:rsidR="006F1ADB" w:rsidRPr="006F1ADB">
        <w:rPr>
          <w:vertAlign w:val="superscript"/>
        </w:rPr>
        <w:t>rs</w:t>
      </w:r>
      <w:r w:rsidR="006F1ADB">
        <w:t> </w:t>
      </w:r>
      <w:proofErr w:type="spellStart"/>
      <w:r>
        <w:t>Edlin</w:t>
      </w:r>
      <w:proofErr w:type="spellEnd"/>
      <w:r>
        <w:t xml:space="preserve"> étaient rouges</w:t>
      </w:r>
      <w:r w:rsidR="006F1ADB">
        <w:t>.</w:t>
      </w:r>
    </w:p>
    <w:p w14:paraId="68BC19D7" w14:textId="77777777" w:rsidR="006F1ADB" w:rsidRDefault="006F1ADB" w:rsidP="005A3479">
      <w:r>
        <w:t>— </w:t>
      </w:r>
      <w:r w:rsidR="005A3479">
        <w:t>Comme il est beau</w:t>
      </w:r>
      <w:r>
        <w:t xml:space="preserve"> ! </w:t>
      </w:r>
      <w:r w:rsidR="005A3479">
        <w:t>dit-elle</w:t>
      </w:r>
      <w:r>
        <w:t>.</w:t>
      </w:r>
    </w:p>
    <w:p w14:paraId="6F571FC3" w14:textId="77777777" w:rsidR="006F1ADB" w:rsidRDefault="006F1ADB" w:rsidP="005A3479">
      <w:r>
        <w:t>— </w:t>
      </w:r>
      <w:r w:rsidR="005A3479">
        <w:t>Oui</w:t>
      </w:r>
      <w:r>
        <w:t xml:space="preserve">. </w:t>
      </w:r>
      <w:r w:rsidR="005A3479">
        <w:t>C</w:t>
      </w:r>
      <w:r>
        <w:t>’</w:t>
      </w:r>
      <w:r w:rsidR="005A3479">
        <w:t>est un joli cadavre</w:t>
      </w:r>
      <w:r>
        <w:t xml:space="preserve">, </w:t>
      </w:r>
      <w:r w:rsidR="005A3479">
        <w:t xml:space="preserve">dit </w:t>
      </w:r>
      <w:proofErr w:type="spellStart"/>
      <w:r w:rsidR="005A3479">
        <w:t>Arabella</w:t>
      </w:r>
      <w:proofErr w:type="spellEnd"/>
      <w:r>
        <w:t>.</w:t>
      </w:r>
    </w:p>
    <w:p w14:paraId="17BBD6A5" w14:textId="77777777" w:rsidR="006F1ADB" w:rsidRDefault="005A3479" w:rsidP="005A3479">
      <w:r>
        <w:t>La porte était encore ouverte pour aérer la chambre</w:t>
      </w:r>
      <w:r w:rsidR="006F1ADB">
        <w:t xml:space="preserve">, </w:t>
      </w:r>
      <w:r>
        <w:t>et</w:t>
      </w:r>
      <w:r w:rsidR="006F1ADB">
        <w:t xml:space="preserve">, </w:t>
      </w:r>
      <w:r>
        <w:t>vers cette heure de midi</w:t>
      </w:r>
      <w:r w:rsidR="006F1ADB">
        <w:t xml:space="preserve">, </w:t>
      </w:r>
      <w:r>
        <w:t>l</w:t>
      </w:r>
      <w:r w:rsidR="006F1ADB">
        <w:t>’</w:t>
      </w:r>
      <w:r>
        <w:t>air transparent était immobile et calme au dehors</w:t>
      </w:r>
      <w:r w:rsidR="006F1ADB">
        <w:t xml:space="preserve">. </w:t>
      </w:r>
      <w:r>
        <w:t>Au loin</w:t>
      </w:r>
      <w:r w:rsidR="006F1ADB">
        <w:t xml:space="preserve">, </w:t>
      </w:r>
      <w:r>
        <w:t>on entendait des voix et comme un bruit de trépignements</w:t>
      </w:r>
      <w:r w:rsidR="006F1ADB">
        <w:t>.</w:t>
      </w:r>
    </w:p>
    <w:p w14:paraId="02A3D3C9" w14:textId="77777777" w:rsidR="006F1ADB" w:rsidRDefault="006F1ADB" w:rsidP="005A3479">
      <w:r>
        <w:t>— </w:t>
      </w:r>
      <w:r w:rsidR="005A3479">
        <w:t>Qu</w:t>
      </w:r>
      <w:r>
        <w:t>’</w:t>
      </w:r>
      <w:r w:rsidR="005A3479">
        <w:t>est-ce donc</w:t>
      </w:r>
      <w:r>
        <w:t xml:space="preserve"> ? </w:t>
      </w:r>
      <w:r w:rsidR="005A3479">
        <w:t>dit tout bas la vieille femme</w:t>
      </w:r>
      <w:r>
        <w:t>.</w:t>
      </w:r>
    </w:p>
    <w:p w14:paraId="451427E6" w14:textId="77777777" w:rsidR="006F1ADB" w:rsidRDefault="006F1ADB" w:rsidP="005A3479">
      <w:r>
        <w:t>— </w:t>
      </w:r>
      <w:r w:rsidR="005A3479">
        <w:t>Oh</w:t>
      </w:r>
      <w:r>
        <w:t xml:space="preserve"> ! </w:t>
      </w:r>
      <w:r w:rsidR="005A3479">
        <w:t>ce sont les docteurs qui confèrent</w:t>
      </w:r>
      <w:r>
        <w:t xml:space="preserve">, </w:t>
      </w:r>
      <w:r w:rsidR="005A3479">
        <w:t>au théâtre</w:t>
      </w:r>
      <w:r>
        <w:t xml:space="preserve">, </w:t>
      </w:r>
      <w:r w:rsidR="005A3479">
        <w:t>les degrés d</w:t>
      </w:r>
      <w:r>
        <w:t>’</w:t>
      </w:r>
      <w:r w:rsidR="005A3479">
        <w:t xml:space="preserve">honneur au duc de </w:t>
      </w:r>
      <w:proofErr w:type="spellStart"/>
      <w:r w:rsidR="005A3479">
        <w:t>Hamptonshire</w:t>
      </w:r>
      <w:proofErr w:type="spellEnd"/>
      <w:r w:rsidR="005A3479">
        <w:t xml:space="preserve"> et à un tas d</w:t>
      </w:r>
      <w:r>
        <w:t>’</w:t>
      </w:r>
      <w:r w:rsidR="005A3479">
        <w:t>illustrations de cette sorte</w:t>
      </w:r>
      <w:r>
        <w:t xml:space="preserve">. </w:t>
      </w:r>
      <w:r w:rsidR="005A3479">
        <w:t>C</w:t>
      </w:r>
      <w:r>
        <w:t>’</w:t>
      </w:r>
      <w:r w:rsidR="005A3479">
        <w:t>est la semaine commémorative</w:t>
      </w:r>
      <w:r>
        <w:t xml:space="preserve">, </w:t>
      </w:r>
      <w:r w:rsidR="005A3479">
        <w:t>vous savez</w:t>
      </w:r>
      <w:r>
        <w:t xml:space="preserve">. </w:t>
      </w:r>
      <w:r w:rsidR="005A3479">
        <w:t>Les acclamations viennent des jeunes gens</w:t>
      </w:r>
      <w:r>
        <w:t>.</w:t>
      </w:r>
    </w:p>
    <w:p w14:paraId="3A65840B" w14:textId="77777777" w:rsidR="006F1ADB" w:rsidRDefault="006F1ADB" w:rsidP="005A3479">
      <w:r>
        <w:t>— </w:t>
      </w:r>
      <w:r w:rsidR="005A3479">
        <w:t>Oui</w:t>
      </w:r>
      <w:r>
        <w:t xml:space="preserve">, </w:t>
      </w:r>
      <w:r w:rsidR="005A3479">
        <w:t>jeunes et avec de forts poumons</w:t>
      </w:r>
      <w:r>
        <w:t xml:space="preserve">. </w:t>
      </w:r>
      <w:r w:rsidR="005A3479">
        <w:t>Ce n</w:t>
      </w:r>
      <w:r>
        <w:t>’</w:t>
      </w:r>
      <w:r w:rsidR="005A3479">
        <w:t>est pas comme notre pauvre garçon qui est là</w:t>
      </w:r>
      <w:r>
        <w:t>.</w:t>
      </w:r>
    </w:p>
    <w:p w14:paraId="5B5D2DFA" w14:textId="77777777" w:rsidR="006F1ADB" w:rsidRDefault="005A3479" w:rsidP="005A3479">
      <w:r>
        <w:t>Un mot en circonstance</w:t>
      </w:r>
      <w:r w:rsidR="006F1ADB">
        <w:t xml:space="preserve">, </w:t>
      </w:r>
      <w:r>
        <w:t>détaché peut-être d</w:t>
      </w:r>
      <w:r w:rsidR="006F1ADB">
        <w:t>’</w:t>
      </w:r>
      <w:r>
        <w:t>un discours</w:t>
      </w:r>
      <w:r w:rsidR="006F1ADB">
        <w:t xml:space="preserve">, </w:t>
      </w:r>
      <w:r>
        <w:t>vint des fenêtres ouvertes du théâtre jusqu</w:t>
      </w:r>
      <w:r w:rsidR="006F1ADB">
        <w:t>’</w:t>
      </w:r>
      <w:r>
        <w:t>à ce coin paisible</w:t>
      </w:r>
      <w:r w:rsidR="006F1ADB">
        <w:t xml:space="preserve"> : </w:t>
      </w:r>
      <w:r>
        <w:t>il semble que je ne sais quel sourire glissait sur les traits de marbre de Jude</w:t>
      </w:r>
      <w:r w:rsidR="006F1ADB">
        <w:t xml:space="preserve">, </w:t>
      </w:r>
      <w:r>
        <w:t xml:space="preserve">tandis que les vieilles éditions </w:t>
      </w:r>
      <w:r>
        <w:rPr>
          <w:i/>
          <w:iCs/>
        </w:rPr>
        <w:t>ad usum De</w:t>
      </w:r>
      <w:r>
        <w:rPr>
          <w:i/>
          <w:iCs/>
        </w:rPr>
        <w:t>l</w:t>
      </w:r>
      <w:r>
        <w:rPr>
          <w:i/>
          <w:iCs/>
        </w:rPr>
        <w:t>phini</w:t>
      </w:r>
      <w:r>
        <w:rPr>
          <w:i/>
          <w:iCs/>
          <w:lang w:val="la-Latn"/>
        </w:rPr>
        <w:t xml:space="preserve"> </w:t>
      </w:r>
      <w:r>
        <w:t>de Virgile et d</w:t>
      </w:r>
      <w:r w:rsidR="006F1ADB">
        <w:t>’</w:t>
      </w:r>
      <w:r>
        <w:t>Homère</w:t>
      </w:r>
      <w:r w:rsidR="006F1ADB">
        <w:t xml:space="preserve">, </w:t>
      </w:r>
      <w:r>
        <w:t>et le Testament grec sur la planche voisine et les quelques autres volumes de ce genre dont il ne se séparait pas</w:t>
      </w:r>
      <w:r w:rsidR="006F1ADB">
        <w:t xml:space="preserve">, </w:t>
      </w:r>
      <w:r>
        <w:t>rudes encore de la poussière où il les ramassait quelques minutes aux intervalles de son travail</w:t>
      </w:r>
      <w:r w:rsidR="006F1ADB">
        <w:t xml:space="preserve">, </w:t>
      </w:r>
      <w:r>
        <w:t>semblaient g</w:t>
      </w:r>
      <w:r>
        <w:t>a</w:t>
      </w:r>
      <w:r>
        <w:t>gnés d</w:t>
      </w:r>
      <w:r w:rsidR="006F1ADB">
        <w:t>’</w:t>
      </w:r>
      <w:r>
        <w:t>une pâleur maladive à ce bruit</w:t>
      </w:r>
      <w:r w:rsidR="006F1ADB">
        <w:t xml:space="preserve">. </w:t>
      </w:r>
      <w:r>
        <w:t>Les cloches carillonnaient joyeusement</w:t>
      </w:r>
      <w:r w:rsidR="006F1ADB">
        <w:t xml:space="preserve">, </w:t>
      </w:r>
      <w:r>
        <w:t xml:space="preserve">et leurs sons </w:t>
      </w:r>
      <w:r>
        <w:rPr>
          <w:rFonts w:eastAsia="Arial Unicode MS"/>
        </w:rPr>
        <w:t xml:space="preserve">se </w:t>
      </w:r>
      <w:r>
        <w:t>répercutaient à travers la chambre</w:t>
      </w:r>
      <w:r w:rsidR="006F1ADB">
        <w:t>.</w:t>
      </w:r>
    </w:p>
    <w:p w14:paraId="10B98706" w14:textId="213028AA" w:rsidR="006F1ADB" w:rsidRDefault="005A3479" w:rsidP="005A3479">
      <w:r>
        <w:t>Les yeux d</w:t>
      </w:r>
      <w:r w:rsidR="006F1ADB">
        <w:t>’</w:t>
      </w:r>
      <w:proofErr w:type="spellStart"/>
      <w:r>
        <w:t>Arabella</w:t>
      </w:r>
      <w:proofErr w:type="spellEnd"/>
      <w:r>
        <w:t xml:space="preserve"> se détournèrent de Jude vers </w:t>
      </w:r>
      <w:r w:rsidR="006F1ADB">
        <w:t>M</w:t>
      </w:r>
      <w:r w:rsidR="006F1ADB" w:rsidRPr="006F1ADB">
        <w:rPr>
          <w:vertAlign w:val="superscript"/>
        </w:rPr>
        <w:t>rs</w:t>
      </w:r>
      <w:r w:rsidR="006F1ADB">
        <w:t> </w:t>
      </w:r>
      <w:proofErr w:type="spellStart"/>
      <w:r>
        <w:t>Edlin</w:t>
      </w:r>
      <w:proofErr w:type="spellEnd"/>
      <w:r w:rsidR="006F1ADB">
        <w:t>.</w:t>
      </w:r>
    </w:p>
    <w:p w14:paraId="466D7ADA" w14:textId="77777777" w:rsidR="006F1ADB" w:rsidRDefault="006F1ADB" w:rsidP="005A3479">
      <w:r>
        <w:lastRenderedPageBreak/>
        <w:t>— </w:t>
      </w:r>
      <w:r w:rsidR="005A3479">
        <w:t>Croyez-vous qu</w:t>
      </w:r>
      <w:r>
        <w:t>’</w:t>
      </w:r>
      <w:r w:rsidR="005A3479">
        <w:rPr>
          <w:i/>
          <w:iCs/>
        </w:rPr>
        <w:t>Elle</w:t>
      </w:r>
      <w:r w:rsidR="005A3479">
        <w:t xml:space="preserve"> viendra</w:t>
      </w:r>
      <w:r>
        <w:t xml:space="preserve"> ? </w:t>
      </w:r>
      <w:r w:rsidR="005A3479">
        <w:t>demanda-t-elle</w:t>
      </w:r>
      <w:r>
        <w:t>.</w:t>
      </w:r>
    </w:p>
    <w:p w14:paraId="5FF4F61B" w14:textId="77777777" w:rsidR="006F1ADB" w:rsidRDefault="006F1ADB" w:rsidP="005A3479">
      <w:r>
        <w:t>— </w:t>
      </w:r>
      <w:r w:rsidR="005A3479">
        <w:t>Je ne saurais le dire</w:t>
      </w:r>
      <w:r>
        <w:t xml:space="preserve">. </w:t>
      </w:r>
      <w:r w:rsidR="005A3479">
        <w:t>Elle a juré de ne pas le revoir</w:t>
      </w:r>
      <w:r>
        <w:t>.</w:t>
      </w:r>
    </w:p>
    <w:p w14:paraId="2FA12D4D" w14:textId="77777777" w:rsidR="006F1ADB" w:rsidRDefault="006F1ADB" w:rsidP="005A3479">
      <w:r>
        <w:t>— </w:t>
      </w:r>
      <w:r w:rsidR="005A3479">
        <w:t>Comment est-elle</w:t>
      </w:r>
      <w:r>
        <w:t> ?</w:t>
      </w:r>
    </w:p>
    <w:p w14:paraId="087F493D" w14:textId="77777777" w:rsidR="006F1ADB" w:rsidRDefault="006F1ADB" w:rsidP="005A3479">
      <w:r>
        <w:t>— </w:t>
      </w:r>
      <w:r w:rsidR="005A3479">
        <w:t>Épuisée et misérable</w:t>
      </w:r>
      <w:r>
        <w:t xml:space="preserve">, </w:t>
      </w:r>
      <w:r w:rsidR="005A3479">
        <w:t>pauvre cœur</w:t>
      </w:r>
      <w:r>
        <w:t xml:space="preserve">. </w:t>
      </w:r>
      <w:r w:rsidR="005A3479">
        <w:t>Des années et des années plus vieille que quand vous l</w:t>
      </w:r>
      <w:r>
        <w:t>’</w:t>
      </w:r>
      <w:r w:rsidR="005A3479">
        <w:t>avez vue la dernière fois</w:t>
      </w:r>
      <w:r>
        <w:t xml:space="preserve">. </w:t>
      </w:r>
      <w:r w:rsidR="005A3479">
        <w:t>Tout à fait une femme éteinte</w:t>
      </w:r>
      <w:r>
        <w:t xml:space="preserve">, </w:t>
      </w:r>
      <w:r w:rsidR="005A3479">
        <w:t>usée aujourd</w:t>
      </w:r>
      <w:r>
        <w:t>’</w:t>
      </w:r>
      <w:r w:rsidR="005A3479">
        <w:t>hui</w:t>
      </w:r>
      <w:r>
        <w:t xml:space="preserve">. </w:t>
      </w:r>
      <w:r w:rsidR="005A3479">
        <w:t>C</w:t>
      </w:r>
      <w:r>
        <w:t>’</w:t>
      </w:r>
      <w:r w:rsidR="005A3479">
        <w:t>est le mari</w:t>
      </w:r>
      <w:r>
        <w:t xml:space="preserve">… </w:t>
      </w:r>
      <w:r w:rsidR="005A3479">
        <w:t>Elle ne peut pas le digérer</w:t>
      </w:r>
      <w:r>
        <w:t xml:space="preserve">, </w:t>
      </w:r>
      <w:r w:rsidR="005A3479">
        <w:t>même maintenant</w:t>
      </w:r>
      <w:r>
        <w:t>.</w:t>
      </w:r>
    </w:p>
    <w:p w14:paraId="4BC26BAA" w14:textId="77777777" w:rsidR="006F1ADB" w:rsidRDefault="006F1ADB" w:rsidP="005A3479">
      <w:r>
        <w:t>— </w:t>
      </w:r>
      <w:r w:rsidR="005A3479">
        <w:t>Si Jude avait été en vie pour la voir</w:t>
      </w:r>
      <w:r>
        <w:t xml:space="preserve">, </w:t>
      </w:r>
      <w:r w:rsidR="005A3479">
        <w:t>il ne se serait presque plus soucié d</w:t>
      </w:r>
      <w:r>
        <w:t>’</w:t>
      </w:r>
      <w:r w:rsidR="005A3479">
        <w:t>elle</w:t>
      </w:r>
      <w:r>
        <w:t xml:space="preserve">, </w:t>
      </w:r>
      <w:r w:rsidR="005A3479">
        <w:t>peut-être</w:t>
      </w:r>
      <w:r>
        <w:t> ?</w:t>
      </w:r>
    </w:p>
    <w:p w14:paraId="7FEA8190" w14:textId="77777777" w:rsidR="006F1ADB" w:rsidRDefault="006F1ADB" w:rsidP="005A3479">
      <w:r>
        <w:t>— </w:t>
      </w:r>
      <w:r w:rsidR="005A3479">
        <w:t>C</w:t>
      </w:r>
      <w:r>
        <w:t>’</w:t>
      </w:r>
      <w:r w:rsidR="005A3479">
        <w:t>est ce que nous ne savons pas</w:t>
      </w:r>
      <w:r>
        <w:t xml:space="preserve">… </w:t>
      </w:r>
      <w:r w:rsidR="005A3479">
        <w:t>Vous a-t-il jamais d</w:t>
      </w:r>
      <w:r w:rsidR="005A3479">
        <w:t>e</w:t>
      </w:r>
      <w:r w:rsidR="005A3479">
        <w:t>mandé de l</w:t>
      </w:r>
      <w:r>
        <w:t>’</w:t>
      </w:r>
      <w:r w:rsidR="005A3479">
        <w:t>envoyer chercher depuis qu</w:t>
      </w:r>
      <w:r>
        <w:t>’</w:t>
      </w:r>
      <w:r w:rsidR="005A3479">
        <w:t>il lui fit cette étrange v</w:t>
      </w:r>
      <w:r w:rsidR="005A3479">
        <w:t>i</w:t>
      </w:r>
      <w:r w:rsidR="005A3479">
        <w:t>site</w:t>
      </w:r>
      <w:r>
        <w:t> ?</w:t>
      </w:r>
    </w:p>
    <w:p w14:paraId="69189A48" w14:textId="77777777" w:rsidR="006F1ADB" w:rsidRDefault="006F1ADB" w:rsidP="005A3479">
      <w:r>
        <w:t>— </w:t>
      </w:r>
      <w:r w:rsidR="005A3479">
        <w:t>Non</w:t>
      </w:r>
      <w:r>
        <w:t xml:space="preserve">. </w:t>
      </w:r>
      <w:r w:rsidR="005A3479">
        <w:t>C</w:t>
      </w:r>
      <w:r>
        <w:t>’</w:t>
      </w:r>
      <w:r w:rsidR="005A3479">
        <w:t>est tout le contraire</w:t>
      </w:r>
      <w:r>
        <w:t xml:space="preserve">. </w:t>
      </w:r>
      <w:r w:rsidR="005A3479">
        <w:t>Je le lui ai offert et il m</w:t>
      </w:r>
      <w:r>
        <w:t>’</w:t>
      </w:r>
      <w:r w:rsidR="005A3479">
        <w:t>a dit que je ne lui fisse pas savoir combien il était malade</w:t>
      </w:r>
      <w:r>
        <w:t>.</w:t>
      </w:r>
    </w:p>
    <w:p w14:paraId="0DEC108A" w14:textId="77777777" w:rsidR="006F1ADB" w:rsidRDefault="006F1ADB" w:rsidP="005A3479">
      <w:r>
        <w:t>— </w:t>
      </w:r>
      <w:r w:rsidR="005A3479">
        <w:t>L</w:t>
      </w:r>
      <w:r>
        <w:t>’</w:t>
      </w:r>
      <w:r w:rsidR="005A3479">
        <w:t>a-t-il oubliée</w:t>
      </w:r>
      <w:r>
        <w:t> ?</w:t>
      </w:r>
    </w:p>
    <w:p w14:paraId="0FDBCA78" w14:textId="77777777" w:rsidR="006F1ADB" w:rsidRDefault="006F1ADB" w:rsidP="005A3479">
      <w:r>
        <w:t>— </w:t>
      </w:r>
      <w:r w:rsidR="005A3479">
        <w:t>Non</w:t>
      </w:r>
      <w:r>
        <w:t xml:space="preserve">, </w:t>
      </w:r>
      <w:r w:rsidR="005A3479">
        <w:t>que je sache</w:t>
      </w:r>
      <w:r>
        <w:t>.</w:t>
      </w:r>
    </w:p>
    <w:p w14:paraId="72302235" w14:textId="77777777" w:rsidR="006F1ADB" w:rsidRDefault="006F1ADB" w:rsidP="005A3479">
      <w:r>
        <w:t>— </w:t>
      </w:r>
      <w:r w:rsidR="005A3479">
        <w:t>Eh bien</w:t>
      </w:r>
      <w:r>
        <w:t xml:space="preserve"> ! </w:t>
      </w:r>
      <w:r w:rsidR="005A3479">
        <w:t>pauvre petite créature</w:t>
      </w:r>
      <w:r>
        <w:t xml:space="preserve">, </w:t>
      </w:r>
      <w:r w:rsidR="005A3479">
        <w:t>c</w:t>
      </w:r>
      <w:r>
        <w:t>’</w:t>
      </w:r>
      <w:r w:rsidR="005A3479">
        <w:t>est à croire qu</w:t>
      </w:r>
      <w:r>
        <w:t>’</w:t>
      </w:r>
      <w:r w:rsidR="005A3479">
        <w:t>elle a trouvé le pardon quelque part</w:t>
      </w:r>
      <w:r>
        <w:t xml:space="preserve">. </w:t>
      </w:r>
      <w:r w:rsidR="005A3479">
        <w:t>Elle dit qu</w:t>
      </w:r>
      <w:r>
        <w:t>’</w:t>
      </w:r>
      <w:r w:rsidR="005A3479">
        <w:t>elle a trouvé la paix</w:t>
      </w:r>
      <w:r>
        <w:t>.</w:t>
      </w:r>
    </w:p>
    <w:p w14:paraId="19B2B84B" w14:textId="77777777" w:rsidR="006F1ADB" w:rsidRDefault="006F1ADB" w:rsidP="005A3479">
      <w:r>
        <w:t>— </w:t>
      </w:r>
      <w:r w:rsidR="005A3479">
        <w:t>Elle peut jurer cela à genoux</w:t>
      </w:r>
      <w:r>
        <w:t xml:space="preserve">, </w:t>
      </w:r>
      <w:r w:rsidR="005A3479">
        <w:t>devant la sainte Croix</w:t>
      </w:r>
      <w:r>
        <w:t xml:space="preserve">, </w:t>
      </w:r>
      <w:r w:rsidR="005A3479">
        <w:t>mais ce n</w:t>
      </w:r>
      <w:r>
        <w:t>’</w:t>
      </w:r>
      <w:r w:rsidR="005A3479">
        <w:t>est pas vrai</w:t>
      </w:r>
      <w:r>
        <w:t xml:space="preserve">, </w:t>
      </w:r>
      <w:r w:rsidR="005A3479">
        <w:t xml:space="preserve">dit </w:t>
      </w:r>
      <w:proofErr w:type="spellStart"/>
      <w:r w:rsidR="005A3479">
        <w:t>Arabella</w:t>
      </w:r>
      <w:proofErr w:type="spellEnd"/>
      <w:r>
        <w:t xml:space="preserve">. </w:t>
      </w:r>
      <w:r w:rsidR="005A3479">
        <w:t>Elle n</w:t>
      </w:r>
      <w:r>
        <w:t>’</w:t>
      </w:r>
      <w:r w:rsidR="005A3479">
        <w:t>a jamais trouvé la paix d</w:t>
      </w:r>
      <w:r w:rsidR="005A3479">
        <w:t>e</w:t>
      </w:r>
      <w:r w:rsidR="005A3479">
        <w:t>puis qu</w:t>
      </w:r>
      <w:r>
        <w:t>’</w:t>
      </w:r>
      <w:r w:rsidR="005A3479">
        <w:t>elle est sortie de ses bras</w:t>
      </w:r>
      <w:r>
        <w:t xml:space="preserve">, </w:t>
      </w:r>
      <w:r w:rsidR="005A3479">
        <w:t>et elle ne la retrouvera jamais</w:t>
      </w:r>
      <w:r>
        <w:t xml:space="preserve">, </w:t>
      </w:r>
      <w:r w:rsidR="005A3479">
        <w:t>qu</w:t>
      </w:r>
      <w:r>
        <w:t>’</w:t>
      </w:r>
      <w:r w:rsidR="005A3479">
        <w:t>elle ne soit comme il est maintenant</w:t>
      </w:r>
      <w:r>
        <w:t>.</w:t>
      </w:r>
    </w:p>
    <w:p w14:paraId="34AEF587" w14:textId="3B9D3979" w:rsidR="00033562" w:rsidRDefault="005A3479" w:rsidP="006F1ADB">
      <w:pPr>
        <w:pStyle w:val="Centr"/>
      </w:pPr>
      <w:r>
        <w:t>FIN</w:t>
      </w:r>
    </w:p>
    <w:p w14:paraId="370E1AFA" w14:textId="77777777" w:rsidR="00033562" w:rsidRDefault="00033562">
      <w:pPr>
        <w:sectPr w:rsidR="00033562" w:rsidSect="00B85C22">
          <w:footerReference w:type="default" r:id="rId11"/>
          <w:endnotePr>
            <w:numFmt w:val="lowerLetter"/>
          </w:endnotePr>
          <w:pgSz w:w="11906" w:h="16838" w:code="9"/>
          <w:pgMar w:top="1134" w:right="1134" w:bottom="1134" w:left="1134" w:header="709" w:footer="709" w:gutter="0"/>
          <w:cols w:space="708"/>
          <w:titlePg/>
          <w:docGrid w:linePitch="360"/>
        </w:sectPr>
      </w:pPr>
    </w:p>
    <w:p w14:paraId="332DC7FB" w14:textId="77777777" w:rsidR="00033562" w:rsidRDefault="00033562" w:rsidP="00B85C22">
      <w:pPr>
        <w:pStyle w:val="Titre1"/>
        <w:spacing w:before="0" w:after="480"/>
      </w:pPr>
      <w:bookmarkStart w:id="107" w:name="_Toc202369669"/>
      <w:r>
        <w:lastRenderedPageBreak/>
        <w:t xml:space="preserve">À propos de cette </w:t>
      </w:r>
      <w:r w:rsidRPr="007C1C6B">
        <w:t>édition</w:t>
      </w:r>
      <w:r>
        <w:t xml:space="preserve"> électronique</w:t>
      </w:r>
      <w:bookmarkEnd w:id="107"/>
    </w:p>
    <w:p w14:paraId="1D494A76" w14:textId="77777777" w:rsidR="00B85C22" w:rsidRPr="00633842" w:rsidRDefault="00B85C22" w:rsidP="00B85C22">
      <w:pPr>
        <w:spacing w:before="180" w:after="180"/>
        <w:ind w:firstLine="0"/>
        <w:jc w:val="center"/>
        <w:rPr>
          <w:b/>
          <w:bCs/>
          <w:szCs w:val="32"/>
        </w:rPr>
      </w:pPr>
      <w:r w:rsidRPr="00633842">
        <w:rPr>
          <w:b/>
          <w:bCs/>
          <w:szCs w:val="32"/>
        </w:rPr>
        <w:t>Texte libre de droits.</w:t>
      </w:r>
    </w:p>
    <w:p w14:paraId="1FBA5893" w14:textId="77777777" w:rsidR="00B85C22" w:rsidRPr="00633842" w:rsidRDefault="00B85C22" w:rsidP="00B85C22">
      <w:pPr>
        <w:pStyle w:val="Centr"/>
        <w:spacing w:before="180" w:after="180"/>
      </w:pPr>
      <w:r w:rsidRPr="00633842">
        <w:t>Corrections, édition, conversion informatique et public</w:t>
      </w:r>
      <w:r w:rsidRPr="00633842">
        <w:t>a</w:t>
      </w:r>
      <w:r w:rsidRPr="00633842">
        <w:t>tion par le groupe :</w:t>
      </w:r>
    </w:p>
    <w:p w14:paraId="4AE4D2B9" w14:textId="77777777" w:rsidR="00B85C22" w:rsidRPr="00633842" w:rsidRDefault="00B85C22" w:rsidP="00B85C22">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4774DC72" w14:textId="77777777" w:rsidR="00B85C22" w:rsidRPr="00633842" w:rsidRDefault="00B85C22" w:rsidP="00B85C22">
      <w:pPr>
        <w:pStyle w:val="Centr"/>
        <w:spacing w:before="180" w:after="180"/>
      </w:pPr>
      <w:hyperlink r:id="rId12" w:history="1">
        <w:r w:rsidRPr="00F74CD6">
          <w:rPr>
            <w:rStyle w:val="Lienhypertexte"/>
          </w:rPr>
          <w:t>https://groups.google.com/g/ebooksgratuits</w:t>
        </w:r>
      </w:hyperlink>
    </w:p>
    <w:p w14:paraId="6939E810" w14:textId="3BFF9A5E" w:rsidR="00B85C22" w:rsidRPr="00633842" w:rsidRDefault="00B85C22" w:rsidP="00B85C22">
      <w:pPr>
        <w:pStyle w:val="Centr"/>
        <w:spacing w:before="180" w:after="180"/>
      </w:pPr>
      <w:r w:rsidRPr="00633842">
        <w:t>Adresse du site web du groupe :</w:t>
      </w:r>
      <w:r w:rsidRPr="00633842">
        <w:br/>
      </w:r>
      <w:hyperlink r:id="rId13" w:history="1">
        <w:r w:rsidRPr="00B85C22">
          <w:rPr>
            <w:rStyle w:val="Lienhypertexte"/>
            <w:szCs w:val="32"/>
          </w:rPr>
          <w:t>http</w:t>
        </w:r>
        <w:r w:rsidRPr="00B85C22">
          <w:rPr>
            <w:rStyle w:val="Lienhypertexte"/>
            <w:szCs w:val="32"/>
          </w:rPr>
          <w:t>s</w:t>
        </w:r>
        <w:r w:rsidRPr="00B85C22">
          <w:rPr>
            <w:rStyle w:val="Lienhypertexte"/>
            <w:szCs w:val="32"/>
          </w:rPr>
          <w:t>://www.ebooksgratuits.com/</w:t>
        </w:r>
      </w:hyperlink>
    </w:p>
    <w:p w14:paraId="6D88A82B" w14:textId="77777777" w:rsidR="00B85C22" w:rsidRPr="00633842" w:rsidRDefault="00B85C22" w:rsidP="00B85C22">
      <w:pPr>
        <w:pStyle w:val="Centr"/>
        <w:spacing w:before="180" w:after="180"/>
      </w:pPr>
      <w:r w:rsidRPr="00633842">
        <w:t>—</w:t>
      </w:r>
    </w:p>
    <w:p w14:paraId="2EA86B37" w14:textId="52FBB674" w:rsidR="00B85C22" w:rsidRPr="00633842" w:rsidRDefault="00B85C22" w:rsidP="00B85C22">
      <w:pPr>
        <w:spacing w:before="180" w:after="180"/>
        <w:ind w:firstLine="0"/>
        <w:jc w:val="center"/>
        <w:rPr>
          <w:b/>
          <w:bCs/>
          <w:szCs w:val="32"/>
        </w:rPr>
      </w:pPr>
      <w:r>
        <w:rPr>
          <w:b/>
          <w:bCs/>
          <w:szCs w:val="32"/>
        </w:rPr>
        <w:t>Jui</w:t>
      </w:r>
      <w:r>
        <w:rPr>
          <w:b/>
          <w:bCs/>
          <w:szCs w:val="32"/>
        </w:rPr>
        <w:t>llet</w:t>
      </w:r>
      <w:r>
        <w:rPr>
          <w:b/>
          <w:bCs/>
          <w:szCs w:val="32"/>
        </w:rPr>
        <w:t xml:space="preserve"> 20</w:t>
      </w:r>
      <w:r>
        <w:rPr>
          <w:b/>
          <w:bCs/>
          <w:szCs w:val="32"/>
        </w:rPr>
        <w:t>2</w:t>
      </w:r>
      <w:r>
        <w:rPr>
          <w:b/>
          <w:bCs/>
          <w:szCs w:val="32"/>
        </w:rPr>
        <w:t>5</w:t>
      </w:r>
    </w:p>
    <w:p w14:paraId="0E25DE8C" w14:textId="77777777" w:rsidR="00B85C22" w:rsidRPr="00633842" w:rsidRDefault="00B85C22" w:rsidP="00B85C22">
      <w:pPr>
        <w:pStyle w:val="Centr"/>
        <w:spacing w:before="180" w:after="180"/>
      </w:pPr>
      <w:r w:rsidRPr="00633842">
        <w:t>—</w:t>
      </w:r>
    </w:p>
    <w:p w14:paraId="5DD751DC" w14:textId="77777777" w:rsidR="00B85C22" w:rsidRPr="00633842" w:rsidRDefault="00B85C22" w:rsidP="00B85C22">
      <w:pPr>
        <w:spacing w:before="180" w:after="180"/>
      </w:pPr>
      <w:r w:rsidRPr="00633842">
        <w:t>– </w:t>
      </w:r>
      <w:r w:rsidRPr="00633842">
        <w:rPr>
          <w:b/>
        </w:rPr>
        <w:t>Élaboration de ce livre électronique</w:t>
      </w:r>
      <w:r w:rsidRPr="00633842">
        <w:t> :</w:t>
      </w:r>
    </w:p>
    <w:p w14:paraId="286C5D2F" w14:textId="5D78FCDD" w:rsidR="00B85C22" w:rsidRPr="00633842" w:rsidRDefault="00B85C22" w:rsidP="00B85C22">
      <w:pPr>
        <w:suppressAutoHyphens/>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r w:rsidRPr="00B85C22">
        <w:t xml:space="preserve">Jean-Marc, </w:t>
      </w:r>
      <w:proofErr w:type="spellStart"/>
      <w:r w:rsidRPr="00B85C22">
        <w:t>YvetteT</w:t>
      </w:r>
      <w:proofErr w:type="spellEnd"/>
      <w:r w:rsidRPr="00B85C22">
        <w:t xml:space="preserve">, </w:t>
      </w:r>
      <w:proofErr w:type="spellStart"/>
      <w:r w:rsidRPr="00B85C22">
        <w:t>AntoineR</w:t>
      </w:r>
      <w:proofErr w:type="spellEnd"/>
      <w:r>
        <w:t xml:space="preserve">, </w:t>
      </w:r>
      <w:proofErr w:type="spellStart"/>
      <w:r>
        <w:t>Coolmicro</w:t>
      </w:r>
      <w:proofErr w:type="spellEnd"/>
      <w:r>
        <w:t>.</w:t>
      </w:r>
    </w:p>
    <w:p w14:paraId="603F9C01" w14:textId="77777777" w:rsidR="00B85C22" w:rsidRPr="00633842" w:rsidRDefault="00B85C22" w:rsidP="00B85C22">
      <w:pPr>
        <w:spacing w:before="180" w:after="180"/>
      </w:pPr>
      <w:r w:rsidRPr="00633842">
        <w:t>– </w:t>
      </w:r>
      <w:r w:rsidRPr="00633842">
        <w:rPr>
          <w:b/>
        </w:rPr>
        <w:t>Dispositions</w:t>
      </w:r>
      <w:r w:rsidRPr="00633842">
        <w:t> :</w:t>
      </w:r>
    </w:p>
    <w:p w14:paraId="0350BA98" w14:textId="77777777" w:rsidR="00B85C22" w:rsidRPr="00633842" w:rsidRDefault="00B85C22" w:rsidP="00B85C22">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4B12FFBB" w14:textId="77777777" w:rsidR="00B85C22" w:rsidRPr="00633842" w:rsidRDefault="00B85C22" w:rsidP="00B85C22">
      <w:pPr>
        <w:spacing w:before="180" w:after="180"/>
      </w:pPr>
      <w:r w:rsidRPr="00633842">
        <w:t>– </w:t>
      </w:r>
      <w:r w:rsidRPr="00633842">
        <w:rPr>
          <w:b/>
        </w:rPr>
        <w:t>Qualité</w:t>
      </w:r>
      <w:r w:rsidRPr="00633842">
        <w:t> :</w:t>
      </w:r>
    </w:p>
    <w:p w14:paraId="32E990B6" w14:textId="77777777" w:rsidR="00B85C22" w:rsidRPr="00633842" w:rsidRDefault="00B85C22" w:rsidP="00B85C22">
      <w:pPr>
        <w:spacing w:before="180" w:after="18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4561768D" w14:textId="77777777" w:rsidR="00B85C22" w:rsidRPr="00633842" w:rsidRDefault="00B85C22" w:rsidP="00B85C22">
      <w:pPr>
        <w:spacing w:before="180" w:after="180"/>
        <w:ind w:firstLine="0"/>
        <w:jc w:val="center"/>
        <w:rPr>
          <w:i/>
          <w:iCs/>
          <w:szCs w:val="32"/>
        </w:rPr>
      </w:pPr>
      <w:r w:rsidRPr="00633842">
        <w:rPr>
          <w:i/>
          <w:iCs/>
          <w:szCs w:val="32"/>
        </w:rPr>
        <w:t>Votre aide est la bienvenue !</w:t>
      </w:r>
    </w:p>
    <w:p w14:paraId="36D8CB96" w14:textId="5A67AEFB" w:rsidR="00033562" w:rsidRPr="007C1C6B" w:rsidRDefault="00B85C22" w:rsidP="00B85C22">
      <w:pPr>
        <w:pStyle w:val="Centr"/>
        <w:suppressAutoHyphens/>
        <w:spacing w:before="180" w:after="180"/>
      </w:pPr>
      <w:r w:rsidRPr="00633842">
        <w:t>VOUS POUVEZ NOUS AIDER À FAIRE CONNAÎTRE CES CLASSIQUES LITTÉRAIRES.</w:t>
      </w:r>
    </w:p>
    <w:sectPr w:rsidR="00033562" w:rsidRPr="007C1C6B" w:rsidSect="00B85C22">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839D1" w14:textId="77777777" w:rsidR="00602C74" w:rsidRDefault="00602C74">
      <w:r>
        <w:separator/>
      </w:r>
    </w:p>
  </w:endnote>
  <w:endnote w:type="continuationSeparator" w:id="0">
    <w:p w14:paraId="27EF01E0" w14:textId="77777777" w:rsidR="00602C74" w:rsidRDefault="00602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Franklin Gothic Demi Cond">
    <w:panose1 w:val="020B0706030402020204"/>
    <w:charset w:val="00"/>
    <w:family w:val="swiss"/>
    <w:pitch w:val="variable"/>
    <w:sig w:usb0="00000287" w:usb1="00000000"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80000001" w:csb1="00000000"/>
  </w:font>
  <w:font w:name="Aptos">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62D3D" w14:textId="77777777" w:rsidR="00FE127A" w:rsidRDefault="00FE127A">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804E0" w14:textId="77777777" w:rsidR="00FE127A" w:rsidRDefault="00FE127A">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5A3479">
      <w:rPr>
        <w:rStyle w:val="Numrodepage"/>
        <w:noProof/>
        <w:sz w:val="30"/>
        <w:szCs w:val="30"/>
      </w:rPr>
      <w:t>286</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C5EEA9" w14:textId="77777777" w:rsidR="00602C74" w:rsidRDefault="00602C74">
      <w:r>
        <w:separator/>
      </w:r>
    </w:p>
  </w:footnote>
  <w:footnote w:type="continuationSeparator" w:id="0">
    <w:p w14:paraId="54708F26" w14:textId="77777777" w:rsidR="00602C74" w:rsidRDefault="00602C74">
      <w:r>
        <w:continuationSeparator/>
      </w:r>
    </w:p>
  </w:footnote>
  <w:footnote w:id="1">
    <w:p w14:paraId="14C0940C" w14:textId="7E0201E7" w:rsidR="005A3479" w:rsidRDefault="005A3479" w:rsidP="005A3479">
      <w:pPr>
        <w:pStyle w:val="Notedebasdepage"/>
      </w:pPr>
      <w:r>
        <w:rPr>
          <w:rStyle w:val="Caractresdenotedebasdepage"/>
        </w:rPr>
        <w:footnoteRef/>
      </w:r>
      <w:r>
        <w:t xml:space="preserve"> Héros du fameux poème</w:t>
      </w:r>
      <w:r w:rsidR="006F1ADB">
        <w:t xml:space="preserve"> : </w:t>
      </w:r>
      <w:proofErr w:type="spellStart"/>
      <w:r>
        <w:rPr>
          <w:i/>
          <w:iCs/>
        </w:rPr>
        <w:t>Pilgrim</w:t>
      </w:r>
      <w:r w:rsidR="006F1ADB">
        <w:rPr>
          <w:i/>
          <w:iCs/>
        </w:rPr>
        <w:t>’</w:t>
      </w:r>
      <w:r>
        <w:rPr>
          <w:i/>
          <w:iCs/>
        </w:rPr>
        <w:t>s</w:t>
      </w:r>
      <w:proofErr w:type="spellEnd"/>
      <w:r>
        <w:rPr>
          <w:i/>
          <w:iCs/>
        </w:rPr>
        <w:t xml:space="preserve"> Progress</w:t>
      </w:r>
      <w:r w:rsidR="006F1ADB">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27678966">
    <w:abstractNumId w:val="11"/>
  </w:num>
  <w:num w:numId="2" w16cid:durableId="640427043">
    <w:abstractNumId w:val="12"/>
  </w:num>
  <w:num w:numId="3" w16cid:durableId="36322836">
    <w:abstractNumId w:val="13"/>
  </w:num>
  <w:num w:numId="4" w16cid:durableId="1266696575">
    <w:abstractNumId w:val="14"/>
  </w:num>
  <w:num w:numId="5" w16cid:durableId="1728411637">
    <w:abstractNumId w:val="8"/>
  </w:num>
  <w:num w:numId="6" w16cid:durableId="1419054666">
    <w:abstractNumId w:val="3"/>
  </w:num>
  <w:num w:numId="7" w16cid:durableId="1894006098">
    <w:abstractNumId w:val="2"/>
  </w:num>
  <w:num w:numId="8" w16cid:durableId="1173489506">
    <w:abstractNumId w:val="1"/>
  </w:num>
  <w:num w:numId="9" w16cid:durableId="1976595866">
    <w:abstractNumId w:val="0"/>
  </w:num>
  <w:num w:numId="10" w16cid:durableId="1400054836">
    <w:abstractNumId w:val="9"/>
  </w:num>
  <w:num w:numId="11" w16cid:durableId="383022701">
    <w:abstractNumId w:val="7"/>
  </w:num>
  <w:num w:numId="12" w16cid:durableId="398938763">
    <w:abstractNumId w:val="6"/>
  </w:num>
  <w:num w:numId="13" w16cid:durableId="1397046000">
    <w:abstractNumId w:val="5"/>
  </w:num>
  <w:num w:numId="14" w16cid:durableId="1275360062">
    <w:abstractNumId w:val="4"/>
  </w:num>
  <w:num w:numId="15" w16cid:durableId="17868457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01285"/>
    <w:rsid w:val="00004CDB"/>
    <w:rsid w:val="000119AC"/>
    <w:rsid w:val="00021C38"/>
    <w:rsid w:val="00033562"/>
    <w:rsid w:val="00035C3A"/>
    <w:rsid w:val="000624DA"/>
    <w:rsid w:val="00066E2D"/>
    <w:rsid w:val="00077531"/>
    <w:rsid w:val="000F7F4B"/>
    <w:rsid w:val="0010298A"/>
    <w:rsid w:val="00110CFD"/>
    <w:rsid w:val="001635FE"/>
    <w:rsid w:val="00176FA6"/>
    <w:rsid w:val="00203135"/>
    <w:rsid w:val="00284AF2"/>
    <w:rsid w:val="002E4734"/>
    <w:rsid w:val="0032506F"/>
    <w:rsid w:val="00335365"/>
    <w:rsid w:val="00336E88"/>
    <w:rsid w:val="00367258"/>
    <w:rsid w:val="003F6FF9"/>
    <w:rsid w:val="00431C66"/>
    <w:rsid w:val="004618A4"/>
    <w:rsid w:val="00466185"/>
    <w:rsid w:val="004856F7"/>
    <w:rsid w:val="004C3D05"/>
    <w:rsid w:val="0051085B"/>
    <w:rsid w:val="00554C93"/>
    <w:rsid w:val="00576E04"/>
    <w:rsid w:val="00581B9B"/>
    <w:rsid w:val="005A3479"/>
    <w:rsid w:val="005C4D38"/>
    <w:rsid w:val="00602C74"/>
    <w:rsid w:val="0061214E"/>
    <w:rsid w:val="00640C4F"/>
    <w:rsid w:val="006F1ADB"/>
    <w:rsid w:val="00703D4D"/>
    <w:rsid w:val="00705271"/>
    <w:rsid w:val="00722EA0"/>
    <w:rsid w:val="007549CD"/>
    <w:rsid w:val="0076257B"/>
    <w:rsid w:val="0076513E"/>
    <w:rsid w:val="0078241C"/>
    <w:rsid w:val="007841D8"/>
    <w:rsid w:val="007A353A"/>
    <w:rsid w:val="007B6898"/>
    <w:rsid w:val="007C1C6B"/>
    <w:rsid w:val="007C56AC"/>
    <w:rsid w:val="007E0F7B"/>
    <w:rsid w:val="007F5860"/>
    <w:rsid w:val="00825620"/>
    <w:rsid w:val="00856DF4"/>
    <w:rsid w:val="00863B07"/>
    <w:rsid w:val="008840CC"/>
    <w:rsid w:val="008F106B"/>
    <w:rsid w:val="00930A77"/>
    <w:rsid w:val="00946EE4"/>
    <w:rsid w:val="00976893"/>
    <w:rsid w:val="009B3DDD"/>
    <w:rsid w:val="009D142E"/>
    <w:rsid w:val="00AB368D"/>
    <w:rsid w:val="00AB5337"/>
    <w:rsid w:val="00AF0A3E"/>
    <w:rsid w:val="00B1136E"/>
    <w:rsid w:val="00B241D4"/>
    <w:rsid w:val="00B85C22"/>
    <w:rsid w:val="00B909AE"/>
    <w:rsid w:val="00BA7596"/>
    <w:rsid w:val="00BD0C07"/>
    <w:rsid w:val="00BF29E4"/>
    <w:rsid w:val="00C323C1"/>
    <w:rsid w:val="00C43D20"/>
    <w:rsid w:val="00C51E70"/>
    <w:rsid w:val="00C82075"/>
    <w:rsid w:val="00C82867"/>
    <w:rsid w:val="00C877F6"/>
    <w:rsid w:val="00CA5D25"/>
    <w:rsid w:val="00D02BDE"/>
    <w:rsid w:val="00D47BCF"/>
    <w:rsid w:val="00D57E8F"/>
    <w:rsid w:val="00D80434"/>
    <w:rsid w:val="00D9756D"/>
    <w:rsid w:val="00DD7BB4"/>
    <w:rsid w:val="00DF43DD"/>
    <w:rsid w:val="00E30FAD"/>
    <w:rsid w:val="00E35EE1"/>
    <w:rsid w:val="00E847C9"/>
    <w:rsid w:val="00E90A7B"/>
    <w:rsid w:val="00F006DB"/>
    <w:rsid w:val="00F42B6E"/>
    <w:rsid w:val="00F74495"/>
    <w:rsid w:val="00FC1A0F"/>
    <w:rsid w:val="00FD5C53"/>
    <w:rsid w:val="00FD6EFE"/>
    <w:rsid w:val="00FD73E0"/>
    <w:rsid w:val="00FE12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37A2DA"/>
  <w15:chartTrackingRefBased/>
  <w15:docId w15:val="{43F159AD-45E7-4E57-91A2-71AFB8EA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C22"/>
    <w:pPr>
      <w:spacing w:before="240" w:after="240"/>
      <w:ind w:firstLine="680"/>
      <w:jc w:val="both"/>
    </w:pPr>
    <w:rPr>
      <w:rFonts w:ascii="Amasis30" w:hAnsi="Amasis30"/>
      <w:sz w:val="36"/>
      <w:szCs w:val="24"/>
    </w:rPr>
  </w:style>
  <w:style w:type="paragraph" w:styleId="Titre1">
    <w:name w:val="heading 1"/>
    <w:basedOn w:val="Normal"/>
    <w:next w:val="Normal"/>
    <w:qFormat/>
    <w:rsid w:val="006F1ADB"/>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004CDB"/>
    <w:pPr>
      <w:keepNext/>
      <w:keepLines/>
      <w:pageBreakBefore/>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6F1ADB"/>
    <w:pPr>
      <w:keepNext/>
      <w:suppressAutoHyphens/>
      <w:spacing w:before="480"/>
      <w:ind w:firstLine="0"/>
      <w:jc w:val="center"/>
      <w:outlineLvl w:val="2"/>
    </w:pPr>
    <w:rPr>
      <w:rFonts w:cs="Arial"/>
      <w:b/>
      <w:bCs/>
      <w:sz w:val="40"/>
      <w:szCs w:val="36"/>
    </w:rPr>
  </w:style>
  <w:style w:type="paragraph" w:styleId="Titre5">
    <w:name w:val="heading 5"/>
    <w:basedOn w:val="Titre10"/>
    <w:next w:val="Corpsdetexte"/>
    <w:link w:val="Titre5Car"/>
    <w:qFormat/>
    <w:rsid w:val="009D142E"/>
    <w:pPr>
      <w:numPr>
        <w:ilvl w:val="4"/>
        <w:numId w:val="1"/>
      </w:numPr>
      <w:outlineLvl w:val="4"/>
    </w:pPr>
    <w:rPr>
      <w:b/>
      <w:bCs/>
      <w:sz w:val="24"/>
      <w:szCs w:val="24"/>
    </w:rPr>
  </w:style>
  <w:style w:type="character" w:default="1" w:styleId="Policepardfaut">
    <w:name w:val="Default Paragraph Font"/>
    <w:semiHidden/>
    <w:rsid w:val="006F1ADB"/>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6F1ADB"/>
  </w:style>
  <w:style w:type="character" w:styleId="Lienhypertexte">
    <w:name w:val="Hyperlink"/>
    <w:uiPriority w:val="99"/>
    <w:rsid w:val="006F1ADB"/>
    <w:rPr>
      <w:rFonts w:ascii="Amasis30" w:hAnsi="Amasis30"/>
      <w:color w:val="004080"/>
      <w:u w:val="single"/>
    </w:rPr>
  </w:style>
  <w:style w:type="paragraph" w:styleId="Explorateurdedocuments">
    <w:name w:val="Document Map"/>
    <w:basedOn w:val="Normal"/>
    <w:semiHidden/>
    <w:pPr>
      <w:shd w:val="clear" w:color="auto" w:fill="000080"/>
    </w:pPr>
    <w:rPr>
      <w:rFonts w:ascii="Tahoma" w:hAnsi="Tahoma" w:cs="Tahoma"/>
    </w:rPr>
  </w:style>
  <w:style w:type="paragraph" w:styleId="TM1">
    <w:name w:val="toc 1"/>
    <w:basedOn w:val="Normal"/>
    <w:next w:val="Normal"/>
    <w:autoRedefine/>
    <w:uiPriority w:val="39"/>
    <w:rsid w:val="006F1ADB"/>
    <w:pPr>
      <w:tabs>
        <w:tab w:val="right" w:leader="dot" w:pos="9639"/>
      </w:tabs>
      <w:spacing w:before="180" w:after="180"/>
      <w:ind w:firstLine="0"/>
      <w:jc w:val="left"/>
    </w:pPr>
    <w:rPr>
      <w:bCs/>
      <w:iCs/>
      <w:noProof/>
      <w:color w:val="000080"/>
      <w:szCs w:val="28"/>
    </w:rPr>
  </w:style>
  <w:style w:type="paragraph" w:styleId="En-tte">
    <w:name w:val="header"/>
    <w:basedOn w:val="Normal"/>
    <w:link w:val="En-tteCar1"/>
    <w:rsid w:val="006F1ADB"/>
    <w:pPr>
      <w:tabs>
        <w:tab w:val="center" w:pos="4536"/>
        <w:tab w:val="right" w:pos="9072"/>
      </w:tabs>
    </w:pPr>
  </w:style>
  <w:style w:type="paragraph" w:styleId="Pieddepage">
    <w:name w:val="footer"/>
    <w:basedOn w:val="Normal"/>
    <w:link w:val="PieddepageCar1"/>
    <w:rsid w:val="006F1ADB"/>
    <w:pPr>
      <w:tabs>
        <w:tab w:val="center" w:pos="4536"/>
        <w:tab w:val="right" w:pos="9072"/>
      </w:tabs>
      <w:ind w:firstLine="0"/>
      <w:jc w:val="center"/>
    </w:pPr>
    <w:rPr>
      <w:sz w:val="32"/>
    </w:rPr>
  </w:style>
  <w:style w:type="character" w:styleId="Numrodepage">
    <w:name w:val="page number"/>
    <w:basedOn w:val="Policepardfaut"/>
    <w:rsid w:val="006F1ADB"/>
  </w:style>
  <w:style w:type="paragraph" w:styleId="TM2">
    <w:name w:val="toc 2"/>
    <w:basedOn w:val="Normal"/>
    <w:next w:val="Normal"/>
    <w:autoRedefine/>
    <w:uiPriority w:val="39"/>
    <w:rsid w:val="006F1ADB"/>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6F1ADB"/>
    <w:pPr>
      <w:tabs>
        <w:tab w:val="right" w:leader="dot" w:pos="9639"/>
      </w:tabs>
      <w:spacing w:before="120" w:after="120"/>
      <w:ind w:left="567" w:firstLine="0"/>
      <w:jc w:val="left"/>
    </w:pPr>
    <w:rPr>
      <w:color w:val="000080"/>
      <w:sz w:val="32"/>
    </w:rPr>
  </w:style>
  <w:style w:type="paragraph" w:styleId="TM4">
    <w:name w:val="toc 4"/>
    <w:basedOn w:val="Normal"/>
    <w:next w:val="Normal"/>
    <w:autoRedefine/>
    <w:rsid w:val="006F1ADB"/>
    <w:pPr>
      <w:ind w:left="780"/>
    </w:pPr>
  </w:style>
  <w:style w:type="paragraph" w:styleId="TM5">
    <w:name w:val="toc 5"/>
    <w:basedOn w:val="Normal"/>
    <w:next w:val="Normal"/>
    <w:autoRedefine/>
    <w:rsid w:val="006F1ADB"/>
    <w:pPr>
      <w:ind w:left="1040"/>
    </w:pPr>
  </w:style>
  <w:style w:type="paragraph" w:styleId="TM6">
    <w:name w:val="toc 6"/>
    <w:basedOn w:val="Normal"/>
    <w:next w:val="Normal"/>
    <w:autoRedefine/>
    <w:rsid w:val="006F1ADB"/>
    <w:pPr>
      <w:ind w:left="1300"/>
    </w:pPr>
  </w:style>
  <w:style w:type="paragraph" w:styleId="TM7">
    <w:name w:val="toc 7"/>
    <w:basedOn w:val="Normal"/>
    <w:next w:val="Normal"/>
    <w:autoRedefine/>
    <w:rsid w:val="006F1ADB"/>
    <w:pPr>
      <w:ind w:left="1560"/>
    </w:pPr>
  </w:style>
  <w:style w:type="paragraph" w:styleId="TM8">
    <w:name w:val="toc 8"/>
    <w:basedOn w:val="Normal"/>
    <w:next w:val="Normal"/>
    <w:autoRedefine/>
    <w:rsid w:val="006F1ADB"/>
    <w:pPr>
      <w:ind w:left="1820"/>
    </w:pPr>
  </w:style>
  <w:style w:type="paragraph" w:styleId="TM9">
    <w:name w:val="toc 9"/>
    <w:basedOn w:val="Normal"/>
    <w:next w:val="Normal"/>
    <w:autoRedefine/>
    <w:rsid w:val="006F1ADB"/>
    <w:pPr>
      <w:ind w:left="2080"/>
    </w:pPr>
  </w:style>
  <w:style w:type="character" w:styleId="Appelnotedebasdep">
    <w:name w:val="footnote reference"/>
    <w:qFormat/>
    <w:rsid w:val="006F1ADB"/>
    <w:rPr>
      <w:rFonts w:ascii="Amasis30" w:hAnsi="Amasis30"/>
      <w:b/>
      <w:sz w:val="36"/>
      <w:vertAlign w:val="superscript"/>
    </w:rPr>
  </w:style>
  <w:style w:type="paragraph" w:styleId="Notedebasdepage">
    <w:name w:val="footnote text"/>
    <w:basedOn w:val="Taille-1Normal"/>
    <w:link w:val="NotedebasdepageCar1"/>
    <w:qFormat/>
    <w:rsid w:val="006F1ADB"/>
    <w:rPr>
      <w:szCs w:val="30"/>
    </w:rPr>
  </w:style>
  <w:style w:type="paragraph" w:customStyle="1" w:styleId="Auteur">
    <w:name w:val="Auteur"/>
    <w:basedOn w:val="Normal"/>
    <w:rsid w:val="006F1ADB"/>
    <w:pPr>
      <w:spacing w:before="0" w:after="1800"/>
      <w:ind w:right="851" w:firstLine="0"/>
      <w:jc w:val="right"/>
    </w:pPr>
    <w:rPr>
      <w:sz w:val="48"/>
    </w:rPr>
  </w:style>
  <w:style w:type="paragraph" w:customStyle="1" w:styleId="Titrelivre">
    <w:name w:val="Titre_livre"/>
    <w:basedOn w:val="Normal"/>
    <w:rsid w:val="006F1ADB"/>
    <w:pPr>
      <w:spacing w:before="0" w:after="1200"/>
      <w:ind w:left="2268" w:right="851" w:firstLine="0"/>
      <w:jc w:val="right"/>
    </w:pPr>
    <w:rPr>
      <w:b/>
      <w:bCs/>
      <w:sz w:val="72"/>
    </w:rPr>
  </w:style>
  <w:style w:type="paragraph" w:customStyle="1" w:styleId="Soustitrelivre">
    <w:name w:val="Sous_titre_livre"/>
    <w:basedOn w:val="Normal"/>
    <w:rsid w:val="006F1ADB"/>
    <w:pPr>
      <w:spacing w:before="0" w:after="2160"/>
      <w:ind w:left="2268" w:right="851" w:firstLine="0"/>
      <w:jc w:val="right"/>
    </w:pPr>
    <w:rPr>
      <w:bCs/>
      <w:sz w:val="44"/>
      <w:szCs w:val="36"/>
    </w:rPr>
  </w:style>
  <w:style w:type="paragraph" w:customStyle="1" w:styleId="Photoauteur">
    <w:name w:val="Photo_auteur"/>
    <w:basedOn w:val="Normal"/>
    <w:rsid w:val="006F1ADB"/>
    <w:pPr>
      <w:spacing w:after="1080"/>
      <w:ind w:left="2268" w:firstLine="0"/>
      <w:jc w:val="center"/>
    </w:pPr>
    <w:rPr>
      <w:noProof/>
    </w:rPr>
  </w:style>
  <w:style w:type="paragraph" w:customStyle="1" w:styleId="DateSortie">
    <w:name w:val="Date_Sortie"/>
    <w:basedOn w:val="Normal"/>
    <w:rsid w:val="006F1ADB"/>
    <w:pPr>
      <w:spacing w:before="0" w:after="0"/>
      <w:ind w:right="1418" w:firstLine="0"/>
      <w:jc w:val="right"/>
    </w:pPr>
    <w:rPr>
      <w:bCs/>
      <w:sz w:val="40"/>
    </w:rPr>
  </w:style>
  <w:style w:type="paragraph" w:customStyle="1" w:styleId="Titretablematires">
    <w:name w:val="Titre table matières"/>
    <w:basedOn w:val="Normal"/>
    <w:rsid w:val="006F1ADB"/>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6F1ADB"/>
    <w:pPr>
      <w:ind w:firstLine="0"/>
      <w:jc w:val="center"/>
    </w:pPr>
    <w:rPr>
      <w:szCs w:val="20"/>
    </w:rPr>
  </w:style>
  <w:style w:type="paragraph" w:customStyle="1" w:styleId="NormalSansIndent">
    <w:name w:val="NormalSansIndent"/>
    <w:basedOn w:val="Normal"/>
    <w:rsid w:val="006F1ADB"/>
    <w:pPr>
      <w:ind w:firstLine="0"/>
    </w:pPr>
    <w:rPr>
      <w:szCs w:val="20"/>
    </w:rPr>
  </w:style>
  <w:style w:type="paragraph" w:customStyle="1" w:styleId="NormalSolidaire">
    <w:name w:val="NormalSolidaire"/>
    <w:basedOn w:val="Normal"/>
    <w:qFormat/>
    <w:rsid w:val="006F1ADB"/>
    <w:pPr>
      <w:keepNext/>
    </w:pPr>
  </w:style>
  <w:style w:type="paragraph" w:customStyle="1" w:styleId="NormalSautPageAvant">
    <w:name w:val="NormalSautPageAvant"/>
    <w:basedOn w:val="Normal"/>
    <w:qFormat/>
    <w:rsid w:val="006F1ADB"/>
    <w:pPr>
      <w:pageBreakBefore/>
    </w:pPr>
  </w:style>
  <w:style w:type="paragraph" w:customStyle="1" w:styleId="NormalEspAvtGrand">
    <w:name w:val="NormalEspAvtGrand"/>
    <w:basedOn w:val="Normal"/>
    <w:rsid w:val="006F1ADB"/>
    <w:pPr>
      <w:spacing w:before="2640"/>
    </w:pPr>
    <w:rPr>
      <w:szCs w:val="20"/>
    </w:rPr>
  </w:style>
  <w:style w:type="paragraph" w:customStyle="1" w:styleId="CentrEspAvt0">
    <w:name w:val="CentréEspAvt0"/>
    <w:basedOn w:val="Centr"/>
    <w:next w:val="CentrEspAvt0EspApr0"/>
    <w:rsid w:val="006F1ADB"/>
    <w:pPr>
      <w:spacing w:before="0"/>
    </w:pPr>
  </w:style>
  <w:style w:type="paragraph" w:customStyle="1" w:styleId="CentrEspApr0">
    <w:name w:val="CentréEspApr0"/>
    <w:basedOn w:val="Centr"/>
    <w:next w:val="Normal"/>
    <w:rsid w:val="006F1ADB"/>
    <w:pPr>
      <w:spacing w:after="0"/>
    </w:pPr>
  </w:style>
  <w:style w:type="paragraph" w:customStyle="1" w:styleId="CentrEspAvt0EspApr0">
    <w:name w:val="CentréEspAvt0EspApr0"/>
    <w:basedOn w:val="Centr"/>
    <w:rsid w:val="006F1ADB"/>
    <w:pPr>
      <w:spacing w:before="0" w:after="0"/>
    </w:pPr>
  </w:style>
  <w:style w:type="paragraph" w:customStyle="1" w:styleId="Droite">
    <w:name w:val="Droite"/>
    <w:basedOn w:val="Normal"/>
    <w:next w:val="Normal"/>
    <w:rsid w:val="006F1ADB"/>
    <w:pPr>
      <w:ind w:firstLine="0"/>
      <w:jc w:val="right"/>
    </w:pPr>
    <w:rPr>
      <w:szCs w:val="20"/>
    </w:rPr>
  </w:style>
  <w:style w:type="paragraph" w:customStyle="1" w:styleId="DroiteRetraitGauche1X">
    <w:name w:val="DroiteRetraitGauche1X"/>
    <w:basedOn w:val="Droite"/>
    <w:next w:val="Normal"/>
    <w:rsid w:val="006F1ADB"/>
    <w:pPr>
      <w:ind w:left="680"/>
    </w:pPr>
  </w:style>
  <w:style w:type="paragraph" w:customStyle="1" w:styleId="DroiteRetraitGauche2X">
    <w:name w:val="DroiteRetraitGauche2X"/>
    <w:basedOn w:val="Droite"/>
    <w:next w:val="Normal"/>
    <w:rsid w:val="006F1ADB"/>
    <w:pPr>
      <w:ind w:left="1361"/>
    </w:pPr>
  </w:style>
  <w:style w:type="paragraph" w:customStyle="1" w:styleId="DroiteRetraitGauche3X">
    <w:name w:val="DroiteRetraitGauche3X"/>
    <w:basedOn w:val="Droite"/>
    <w:next w:val="Normal"/>
    <w:rsid w:val="006F1ADB"/>
    <w:pPr>
      <w:ind w:left="2041"/>
    </w:pPr>
  </w:style>
  <w:style w:type="paragraph" w:customStyle="1" w:styleId="DroiteRetraitGauche4X">
    <w:name w:val="DroiteRetraitGauche4X"/>
    <w:basedOn w:val="Droite"/>
    <w:next w:val="Normal"/>
    <w:rsid w:val="006F1ADB"/>
    <w:pPr>
      <w:ind w:left="2722"/>
    </w:pPr>
  </w:style>
  <w:style w:type="paragraph" w:customStyle="1" w:styleId="Taille-1Normal">
    <w:name w:val="Taille-1Normal"/>
    <w:basedOn w:val="Normal"/>
    <w:rsid w:val="006F1ADB"/>
    <w:rPr>
      <w:sz w:val="32"/>
      <w:szCs w:val="28"/>
    </w:rPr>
  </w:style>
  <w:style w:type="paragraph" w:customStyle="1" w:styleId="Taille-1RetraitGauche1X">
    <w:name w:val="Taille-1RetraitGauche1X"/>
    <w:basedOn w:val="Taille-1Normal"/>
    <w:rsid w:val="006F1ADB"/>
    <w:pPr>
      <w:ind w:left="680"/>
    </w:pPr>
    <w:rPr>
      <w:szCs w:val="20"/>
    </w:rPr>
  </w:style>
  <w:style w:type="paragraph" w:customStyle="1" w:styleId="Taille-1RetraitGauche2X">
    <w:name w:val="Taille-1RetraitGauche2X"/>
    <w:basedOn w:val="Taille-1Normal"/>
    <w:rsid w:val="006F1ADB"/>
    <w:pPr>
      <w:ind w:left="1361"/>
    </w:pPr>
    <w:rPr>
      <w:szCs w:val="20"/>
    </w:rPr>
  </w:style>
  <w:style w:type="paragraph" w:customStyle="1" w:styleId="Taille-1RetraitGauche3X">
    <w:name w:val="Taille-1RetraitGauche3X"/>
    <w:basedOn w:val="Taille-1Normal"/>
    <w:rsid w:val="006F1ADB"/>
    <w:pPr>
      <w:ind w:left="2041"/>
    </w:pPr>
    <w:rPr>
      <w:szCs w:val="20"/>
    </w:rPr>
  </w:style>
  <w:style w:type="paragraph" w:customStyle="1" w:styleId="Taille-1RetraitGauche1XIndent0">
    <w:name w:val="Taille-1RetraitGauche1XIndent0"/>
    <w:basedOn w:val="Taille-1RetraitGauche1X"/>
    <w:rsid w:val="006F1ADB"/>
    <w:pPr>
      <w:ind w:firstLine="0"/>
    </w:pPr>
  </w:style>
  <w:style w:type="paragraph" w:customStyle="1" w:styleId="Taille-1RetraitGauche2XIndent0">
    <w:name w:val="Taille-1RetraitGauche2XIndent0"/>
    <w:basedOn w:val="Taille-1RetraitGauche2X"/>
    <w:rsid w:val="006F1ADB"/>
    <w:pPr>
      <w:ind w:firstLine="0"/>
    </w:pPr>
  </w:style>
  <w:style w:type="paragraph" w:customStyle="1" w:styleId="Taille-1RetraitGauche3XIndent0">
    <w:name w:val="Taille-1RetraitGauche3XIndent0"/>
    <w:basedOn w:val="Taille-1RetraitGauche3X"/>
    <w:rsid w:val="006F1ADB"/>
    <w:pPr>
      <w:ind w:firstLine="0"/>
    </w:pPr>
  </w:style>
  <w:style w:type="paragraph" w:customStyle="1" w:styleId="Taille-1RetraitGauche4XIndent0">
    <w:name w:val="Taille-1RetraitGauche4XIndent0"/>
    <w:basedOn w:val="Taille-1Normal"/>
    <w:rsid w:val="006F1ADB"/>
    <w:pPr>
      <w:ind w:left="2722" w:firstLine="0"/>
    </w:pPr>
    <w:rPr>
      <w:szCs w:val="20"/>
    </w:rPr>
  </w:style>
  <w:style w:type="paragraph" w:customStyle="1" w:styleId="NormalRetraitGauche1X">
    <w:name w:val="NormalRetraitGauche1X"/>
    <w:basedOn w:val="Normal"/>
    <w:rsid w:val="006F1ADB"/>
    <w:pPr>
      <w:ind w:left="680"/>
    </w:pPr>
    <w:rPr>
      <w:szCs w:val="20"/>
    </w:rPr>
  </w:style>
  <w:style w:type="paragraph" w:customStyle="1" w:styleId="NormalRetraitGauche2X">
    <w:name w:val="NormalRetraitGauche2X"/>
    <w:basedOn w:val="Normal"/>
    <w:rsid w:val="006F1ADB"/>
    <w:pPr>
      <w:ind w:left="1361"/>
    </w:pPr>
    <w:rPr>
      <w:szCs w:val="20"/>
    </w:rPr>
  </w:style>
  <w:style w:type="paragraph" w:customStyle="1" w:styleId="NormalRetraitGauche3X">
    <w:name w:val="NormalRetraitGauche3X"/>
    <w:basedOn w:val="Normal"/>
    <w:rsid w:val="006F1ADB"/>
    <w:pPr>
      <w:ind w:left="2041"/>
    </w:pPr>
    <w:rPr>
      <w:szCs w:val="20"/>
    </w:rPr>
  </w:style>
  <w:style w:type="paragraph" w:customStyle="1" w:styleId="NormalRetraitGauche1XIndent0">
    <w:name w:val="NormalRetraitGauche1XIndent0"/>
    <w:basedOn w:val="NormalRetraitGauche1X"/>
    <w:rsid w:val="006F1ADB"/>
    <w:pPr>
      <w:ind w:firstLine="0"/>
    </w:pPr>
  </w:style>
  <w:style w:type="paragraph" w:customStyle="1" w:styleId="NormalRetraitGauche2XIndent0">
    <w:name w:val="NormalRetraitGauche2XIndent0"/>
    <w:basedOn w:val="NormalRetraitGauche2X"/>
    <w:rsid w:val="006F1ADB"/>
    <w:pPr>
      <w:ind w:firstLine="0"/>
    </w:pPr>
  </w:style>
  <w:style w:type="paragraph" w:customStyle="1" w:styleId="NormalRetraitGauche3XIndent0">
    <w:name w:val="NormalRetraitGauche3XIndent0"/>
    <w:basedOn w:val="NormalRetraitGauche3X"/>
    <w:rsid w:val="006F1ADB"/>
    <w:pPr>
      <w:ind w:firstLine="0"/>
    </w:pPr>
  </w:style>
  <w:style w:type="paragraph" w:customStyle="1" w:styleId="NormalRetraitGauche4XIndent0">
    <w:name w:val="NormalRetraitGauche4XIndent0"/>
    <w:basedOn w:val="Normal"/>
    <w:rsid w:val="006F1ADB"/>
    <w:pPr>
      <w:ind w:left="2722" w:firstLine="0"/>
    </w:pPr>
    <w:rPr>
      <w:szCs w:val="20"/>
    </w:rPr>
  </w:style>
  <w:style w:type="paragraph" w:styleId="Notedefin">
    <w:name w:val="endnote text"/>
    <w:basedOn w:val="Taille-1Normal"/>
    <w:link w:val="NotedefinCar"/>
    <w:uiPriority w:val="99"/>
    <w:unhideWhenUsed/>
    <w:qFormat/>
    <w:rsid w:val="006F1ADB"/>
    <w:rPr>
      <w:szCs w:val="20"/>
      <w:lang w:val="x-none" w:eastAsia="x-none"/>
    </w:rPr>
  </w:style>
  <w:style w:type="character" w:customStyle="1" w:styleId="NotedefinCar1">
    <w:name w:val="Note de fin Car1"/>
    <w:rsid w:val="005C4D38"/>
    <w:rPr>
      <w:rFonts w:ascii="Georgia" w:hAnsi="Georgia"/>
      <w:sz w:val="28"/>
    </w:rPr>
  </w:style>
  <w:style w:type="character" w:styleId="Appeldenotedefin">
    <w:name w:val="endnote reference"/>
    <w:uiPriority w:val="99"/>
    <w:unhideWhenUsed/>
    <w:qFormat/>
    <w:rsid w:val="006F1ADB"/>
    <w:rPr>
      <w:rFonts w:ascii="Amasis30" w:hAnsi="Amasis30"/>
      <w:b/>
      <w:sz w:val="36"/>
      <w:vertAlign w:val="superscript"/>
    </w:rPr>
  </w:style>
  <w:style w:type="paragraph" w:customStyle="1" w:styleId="NormalSuspendu1X">
    <w:name w:val="NormalSuspendu1X"/>
    <w:basedOn w:val="Normal"/>
    <w:rsid w:val="006F1ADB"/>
    <w:pPr>
      <w:ind w:left="680" w:hanging="680"/>
    </w:pPr>
    <w:rPr>
      <w:szCs w:val="20"/>
    </w:rPr>
  </w:style>
  <w:style w:type="paragraph" w:customStyle="1" w:styleId="NormalSuspendu1XRetrait1X">
    <w:name w:val="NormalSuspendu1XRetrait1X"/>
    <w:basedOn w:val="Normal"/>
    <w:rsid w:val="006F1ADB"/>
    <w:pPr>
      <w:ind w:left="1360" w:hanging="680"/>
    </w:pPr>
  </w:style>
  <w:style w:type="paragraph" w:customStyle="1" w:styleId="NormalEspAvt0EspApr0">
    <w:name w:val="NormalEspAvt0EspApr0"/>
    <w:basedOn w:val="Normal"/>
    <w:rsid w:val="006F1ADB"/>
    <w:pPr>
      <w:spacing w:before="0" w:after="0"/>
    </w:pPr>
    <w:rPr>
      <w:szCs w:val="20"/>
    </w:rPr>
  </w:style>
  <w:style w:type="paragraph" w:customStyle="1" w:styleId="NormalSuspendu1XRetrait2X">
    <w:name w:val="NormalSuspendu1XRetrait2X"/>
    <w:basedOn w:val="Normal"/>
    <w:rsid w:val="006F1ADB"/>
    <w:pPr>
      <w:ind w:left="2041" w:hanging="680"/>
    </w:pPr>
  </w:style>
  <w:style w:type="paragraph" w:customStyle="1" w:styleId="NormalSuspendu1XRetrait3X">
    <w:name w:val="NormalSuspendu1XRetrait3X"/>
    <w:basedOn w:val="Normal"/>
    <w:rsid w:val="006F1ADB"/>
    <w:pPr>
      <w:ind w:left="2721" w:hanging="680"/>
    </w:pPr>
    <w:rPr>
      <w:szCs w:val="20"/>
    </w:rPr>
  </w:style>
  <w:style w:type="paragraph" w:customStyle="1" w:styleId="NormalSuspendu1XRetrait4X">
    <w:name w:val="NormalSuspendu1XRetrait4X"/>
    <w:basedOn w:val="Normal"/>
    <w:rsid w:val="006F1ADB"/>
    <w:pPr>
      <w:ind w:left="3402" w:hanging="680"/>
    </w:pPr>
    <w:rPr>
      <w:szCs w:val="20"/>
    </w:rPr>
  </w:style>
  <w:style w:type="character" w:customStyle="1" w:styleId="Absatz-Standardschriftart">
    <w:name w:val="Absatz-Standardschriftart"/>
    <w:rsid w:val="009D142E"/>
  </w:style>
  <w:style w:type="character" w:customStyle="1" w:styleId="WW-Absatz-Standardschriftart">
    <w:name w:val="WW-Absatz-Standardschriftart"/>
    <w:rsid w:val="009D142E"/>
  </w:style>
  <w:style w:type="character" w:customStyle="1" w:styleId="WW-Absatz-Standardschriftart1">
    <w:name w:val="WW-Absatz-Standardschriftart1"/>
    <w:rsid w:val="009D142E"/>
  </w:style>
  <w:style w:type="character" w:customStyle="1" w:styleId="WW-Absatz-Standardschriftart11">
    <w:name w:val="WW-Absatz-Standardschriftart11"/>
    <w:rsid w:val="009D142E"/>
  </w:style>
  <w:style w:type="character" w:customStyle="1" w:styleId="WW-Absatz-Standardschriftart111">
    <w:name w:val="WW-Absatz-Standardschriftart111"/>
    <w:rsid w:val="009D142E"/>
  </w:style>
  <w:style w:type="character" w:customStyle="1" w:styleId="WW-Absatz-Standardschriftart1111">
    <w:name w:val="WW-Absatz-Standardschriftart1111"/>
    <w:rsid w:val="009D142E"/>
  </w:style>
  <w:style w:type="character" w:customStyle="1" w:styleId="WW-Absatz-Standardschriftart11111">
    <w:name w:val="WW-Absatz-Standardschriftart11111"/>
    <w:rsid w:val="009D142E"/>
  </w:style>
  <w:style w:type="character" w:customStyle="1" w:styleId="WW-Absatz-Standardschriftart111111">
    <w:name w:val="WW-Absatz-Standardschriftart111111"/>
    <w:rsid w:val="009D142E"/>
  </w:style>
  <w:style w:type="character" w:customStyle="1" w:styleId="WW8Num5z0">
    <w:name w:val="WW8Num5z0"/>
    <w:rsid w:val="009D142E"/>
    <w:rPr>
      <w:rFonts w:ascii="Symbol" w:hAnsi="Symbol"/>
    </w:rPr>
  </w:style>
  <w:style w:type="character" w:customStyle="1" w:styleId="WW8Num6z0">
    <w:name w:val="WW8Num6z0"/>
    <w:rsid w:val="009D142E"/>
    <w:rPr>
      <w:rFonts w:ascii="Symbol" w:hAnsi="Symbol"/>
    </w:rPr>
  </w:style>
  <w:style w:type="character" w:customStyle="1" w:styleId="WW8Num7z0">
    <w:name w:val="WW8Num7z0"/>
    <w:rsid w:val="009D142E"/>
    <w:rPr>
      <w:rFonts w:ascii="Symbol" w:hAnsi="Symbol"/>
    </w:rPr>
  </w:style>
  <w:style w:type="character" w:customStyle="1" w:styleId="WW8Num8z0">
    <w:name w:val="WW8Num8z0"/>
    <w:rsid w:val="009D142E"/>
    <w:rPr>
      <w:rFonts w:ascii="Symbol" w:hAnsi="Symbol"/>
    </w:rPr>
  </w:style>
  <w:style w:type="character" w:customStyle="1" w:styleId="WW8Num10z0">
    <w:name w:val="WW8Num10z0"/>
    <w:rsid w:val="009D142E"/>
    <w:rPr>
      <w:rFonts w:ascii="Symbol" w:hAnsi="Symbol"/>
    </w:rPr>
  </w:style>
  <w:style w:type="character" w:customStyle="1" w:styleId="WW8Num11z0">
    <w:name w:val="WW8Num11z0"/>
    <w:rsid w:val="009D142E"/>
    <w:rPr>
      <w:rFonts w:ascii="Symbol" w:hAnsi="Symbol"/>
      <w:sz w:val="20"/>
    </w:rPr>
  </w:style>
  <w:style w:type="character" w:customStyle="1" w:styleId="WW8Num11z1">
    <w:name w:val="WW8Num11z1"/>
    <w:rsid w:val="009D142E"/>
    <w:rPr>
      <w:rFonts w:ascii="Courier New" w:hAnsi="Courier New"/>
      <w:sz w:val="20"/>
    </w:rPr>
  </w:style>
  <w:style w:type="character" w:customStyle="1" w:styleId="WW8Num11z2">
    <w:name w:val="WW8Num11z2"/>
    <w:rsid w:val="009D142E"/>
    <w:rPr>
      <w:rFonts w:ascii="Wingdings" w:hAnsi="Wingdings"/>
      <w:sz w:val="20"/>
    </w:rPr>
  </w:style>
  <w:style w:type="character" w:customStyle="1" w:styleId="WW8Num12z0">
    <w:name w:val="WW8Num12z0"/>
    <w:rsid w:val="009D142E"/>
    <w:rPr>
      <w:rFonts w:ascii="Symbol" w:hAnsi="Symbol"/>
      <w:sz w:val="20"/>
    </w:rPr>
  </w:style>
  <w:style w:type="character" w:customStyle="1" w:styleId="WW8Num12z1">
    <w:name w:val="WW8Num12z1"/>
    <w:rsid w:val="009D142E"/>
    <w:rPr>
      <w:rFonts w:ascii="Courier New" w:hAnsi="Courier New"/>
      <w:sz w:val="20"/>
    </w:rPr>
  </w:style>
  <w:style w:type="character" w:customStyle="1" w:styleId="WW8Num12z2">
    <w:name w:val="WW8Num12z2"/>
    <w:rsid w:val="009D142E"/>
    <w:rPr>
      <w:rFonts w:ascii="Wingdings" w:hAnsi="Wingdings"/>
      <w:sz w:val="20"/>
    </w:rPr>
  </w:style>
  <w:style w:type="character" w:customStyle="1" w:styleId="WW8Num13z0">
    <w:name w:val="WW8Num13z0"/>
    <w:rsid w:val="009D142E"/>
    <w:rPr>
      <w:rFonts w:ascii="Symbol" w:hAnsi="Symbol"/>
      <w:sz w:val="20"/>
    </w:rPr>
  </w:style>
  <w:style w:type="character" w:customStyle="1" w:styleId="WW8Num13z1">
    <w:name w:val="WW8Num13z1"/>
    <w:rsid w:val="009D142E"/>
    <w:rPr>
      <w:rFonts w:ascii="Courier New" w:hAnsi="Courier New"/>
      <w:sz w:val="20"/>
    </w:rPr>
  </w:style>
  <w:style w:type="character" w:customStyle="1" w:styleId="WW8Num13z2">
    <w:name w:val="WW8Num13z2"/>
    <w:rsid w:val="009D142E"/>
    <w:rPr>
      <w:rFonts w:ascii="Wingdings" w:hAnsi="Wingdings"/>
      <w:sz w:val="20"/>
    </w:rPr>
  </w:style>
  <w:style w:type="character" w:customStyle="1" w:styleId="WW8Num14z0">
    <w:name w:val="WW8Num14z0"/>
    <w:rsid w:val="009D142E"/>
    <w:rPr>
      <w:rFonts w:ascii="Symbol" w:hAnsi="Symbol"/>
      <w:sz w:val="20"/>
    </w:rPr>
  </w:style>
  <w:style w:type="character" w:customStyle="1" w:styleId="WW8Num14z1">
    <w:name w:val="WW8Num14z1"/>
    <w:rsid w:val="009D142E"/>
    <w:rPr>
      <w:rFonts w:ascii="Courier New" w:hAnsi="Courier New"/>
      <w:sz w:val="20"/>
    </w:rPr>
  </w:style>
  <w:style w:type="character" w:customStyle="1" w:styleId="WW8Num14z2">
    <w:name w:val="WW8Num14z2"/>
    <w:rsid w:val="009D142E"/>
    <w:rPr>
      <w:rFonts w:ascii="Wingdings" w:hAnsi="Wingdings"/>
      <w:sz w:val="20"/>
    </w:rPr>
  </w:style>
  <w:style w:type="character" w:customStyle="1" w:styleId="Policepardfaut1">
    <w:name w:val="Police par défaut1"/>
    <w:rsid w:val="009D142E"/>
  </w:style>
  <w:style w:type="character" w:customStyle="1" w:styleId="Caractresdenotedebasdepage">
    <w:name w:val="Caractères de note de bas de page"/>
    <w:rsid w:val="009D142E"/>
    <w:rPr>
      <w:rFonts w:ascii="Georgia" w:hAnsi="Georgia"/>
      <w:b/>
      <w:sz w:val="32"/>
      <w:vertAlign w:val="superscript"/>
    </w:rPr>
  </w:style>
  <w:style w:type="character" w:customStyle="1" w:styleId="NotedefinCar">
    <w:name w:val="Note de fin Car"/>
    <w:link w:val="Notedefin"/>
    <w:uiPriority w:val="99"/>
    <w:rsid w:val="006F1ADB"/>
    <w:rPr>
      <w:rFonts w:ascii="Amasis30" w:hAnsi="Amasis30"/>
      <w:sz w:val="32"/>
      <w:lang w:val="x-none" w:eastAsia="x-none"/>
    </w:rPr>
  </w:style>
  <w:style w:type="character" w:customStyle="1" w:styleId="Caractresdenotedefin">
    <w:name w:val="Caractères de note de fin"/>
    <w:rsid w:val="009D142E"/>
    <w:rPr>
      <w:rFonts w:ascii="Georgia" w:hAnsi="Georgia"/>
      <w:b/>
      <w:sz w:val="32"/>
      <w:vertAlign w:val="superscript"/>
    </w:rPr>
  </w:style>
  <w:style w:type="character" w:customStyle="1" w:styleId="Titre1Car">
    <w:name w:val="Titre 1 Car"/>
    <w:rsid w:val="009D142E"/>
    <w:rPr>
      <w:rFonts w:ascii="Georgia" w:hAnsi="Georgia" w:cs="Arial"/>
      <w:b/>
      <w:bCs/>
      <w:sz w:val="44"/>
      <w:szCs w:val="44"/>
    </w:rPr>
  </w:style>
  <w:style w:type="character" w:customStyle="1" w:styleId="Titre2Car">
    <w:name w:val="Titre 2 Car"/>
    <w:rsid w:val="009D142E"/>
    <w:rPr>
      <w:rFonts w:ascii="Georgia" w:hAnsi="Georgia" w:cs="Arial"/>
      <w:b/>
      <w:bCs/>
      <w:iCs/>
      <w:sz w:val="40"/>
      <w:szCs w:val="40"/>
    </w:rPr>
  </w:style>
  <w:style w:type="character" w:customStyle="1" w:styleId="Titre3Car">
    <w:name w:val="Titre 3 Car"/>
    <w:rsid w:val="009D142E"/>
    <w:rPr>
      <w:rFonts w:ascii="Georgia" w:hAnsi="Georgia" w:cs="Arial"/>
      <w:b/>
      <w:bCs/>
      <w:sz w:val="36"/>
      <w:szCs w:val="36"/>
    </w:rPr>
  </w:style>
  <w:style w:type="character" w:customStyle="1" w:styleId="FontStyle99">
    <w:name w:val="Font Style99"/>
    <w:rsid w:val="009D142E"/>
    <w:rPr>
      <w:rFonts w:ascii="Arial Unicode MS" w:eastAsia="Arial Unicode MS" w:hAnsi="Arial Unicode MS" w:cs="Arial Unicode MS"/>
      <w:sz w:val="22"/>
      <w:szCs w:val="22"/>
    </w:rPr>
  </w:style>
  <w:style w:type="character" w:customStyle="1" w:styleId="FontStyle100">
    <w:name w:val="Font Style100"/>
    <w:rsid w:val="009D142E"/>
    <w:rPr>
      <w:rFonts w:ascii="Bookman Old Style" w:hAnsi="Bookman Old Style" w:cs="Bookman Old Style"/>
      <w:b/>
      <w:bCs/>
      <w:i/>
      <w:iCs/>
      <w:sz w:val="22"/>
      <w:szCs w:val="22"/>
    </w:rPr>
  </w:style>
  <w:style w:type="character" w:customStyle="1" w:styleId="FontStyle101">
    <w:name w:val="Font Style101"/>
    <w:rsid w:val="009D142E"/>
    <w:rPr>
      <w:rFonts w:ascii="Lucida Sans Unicode" w:hAnsi="Lucida Sans Unicode" w:cs="Lucida Sans Unicode"/>
      <w:spacing w:val="-90"/>
      <w:sz w:val="92"/>
      <w:szCs w:val="92"/>
    </w:rPr>
  </w:style>
  <w:style w:type="character" w:customStyle="1" w:styleId="FontStyle102">
    <w:name w:val="Font Style102"/>
    <w:rsid w:val="009D142E"/>
    <w:rPr>
      <w:rFonts w:ascii="Arial Unicode MS" w:eastAsia="Arial Unicode MS" w:hAnsi="Arial Unicode MS" w:cs="Arial Unicode MS"/>
      <w:b/>
      <w:bCs/>
      <w:sz w:val="34"/>
      <w:szCs w:val="34"/>
    </w:rPr>
  </w:style>
  <w:style w:type="character" w:customStyle="1" w:styleId="FontStyle103">
    <w:name w:val="Font Style103"/>
    <w:rsid w:val="009D142E"/>
    <w:rPr>
      <w:rFonts w:ascii="Times New Roman" w:hAnsi="Times New Roman" w:cs="Times New Roman"/>
      <w:spacing w:val="20"/>
      <w:sz w:val="106"/>
      <w:szCs w:val="106"/>
    </w:rPr>
  </w:style>
  <w:style w:type="character" w:customStyle="1" w:styleId="FontStyle104">
    <w:name w:val="Font Style104"/>
    <w:rsid w:val="009D142E"/>
    <w:rPr>
      <w:rFonts w:ascii="Bookman Old Style" w:hAnsi="Bookman Old Style" w:cs="Bookman Old Style"/>
      <w:b/>
      <w:bCs/>
      <w:sz w:val="44"/>
      <w:szCs w:val="44"/>
    </w:rPr>
  </w:style>
  <w:style w:type="character" w:customStyle="1" w:styleId="FontStyle105">
    <w:name w:val="Font Style105"/>
    <w:rsid w:val="009D142E"/>
    <w:rPr>
      <w:rFonts w:ascii="Bookman Old Style" w:hAnsi="Bookman Old Style" w:cs="Bookman Old Style"/>
      <w:spacing w:val="30"/>
      <w:sz w:val="34"/>
      <w:szCs w:val="34"/>
    </w:rPr>
  </w:style>
  <w:style w:type="character" w:customStyle="1" w:styleId="FontStyle106">
    <w:name w:val="Font Style106"/>
    <w:rsid w:val="009D142E"/>
    <w:rPr>
      <w:rFonts w:ascii="Bookman Old Style" w:hAnsi="Bookman Old Style" w:cs="Bookman Old Style"/>
      <w:i/>
      <w:iCs/>
      <w:spacing w:val="120"/>
      <w:sz w:val="36"/>
      <w:szCs w:val="36"/>
    </w:rPr>
  </w:style>
  <w:style w:type="character" w:customStyle="1" w:styleId="FontStyle107">
    <w:name w:val="Font Style107"/>
    <w:rsid w:val="009D142E"/>
    <w:rPr>
      <w:rFonts w:ascii="Segoe UI" w:hAnsi="Segoe UI" w:cs="Segoe UI"/>
      <w:i/>
      <w:iCs/>
      <w:sz w:val="16"/>
      <w:szCs w:val="16"/>
    </w:rPr>
  </w:style>
  <w:style w:type="character" w:customStyle="1" w:styleId="FontStyle108">
    <w:name w:val="Font Style108"/>
    <w:rsid w:val="009D142E"/>
    <w:rPr>
      <w:rFonts w:ascii="Bookman Old Style" w:hAnsi="Bookman Old Style" w:cs="Bookman Old Style"/>
      <w:b/>
      <w:bCs/>
      <w:sz w:val="20"/>
      <w:szCs w:val="20"/>
    </w:rPr>
  </w:style>
  <w:style w:type="character" w:customStyle="1" w:styleId="FontStyle109">
    <w:name w:val="Font Style109"/>
    <w:rsid w:val="009D142E"/>
    <w:rPr>
      <w:rFonts w:ascii="Bookman Old Style" w:hAnsi="Bookman Old Style" w:cs="Bookman Old Style"/>
      <w:b/>
      <w:bCs/>
      <w:sz w:val="20"/>
      <w:szCs w:val="20"/>
    </w:rPr>
  </w:style>
  <w:style w:type="character" w:customStyle="1" w:styleId="FontStyle110">
    <w:name w:val="Font Style110"/>
    <w:rsid w:val="009D142E"/>
    <w:rPr>
      <w:rFonts w:ascii="Lucida Sans Unicode" w:hAnsi="Lucida Sans Unicode" w:cs="Lucida Sans Unicode"/>
      <w:sz w:val="30"/>
      <w:szCs w:val="30"/>
    </w:rPr>
  </w:style>
  <w:style w:type="character" w:customStyle="1" w:styleId="FontStyle111">
    <w:name w:val="Font Style111"/>
    <w:rsid w:val="009D142E"/>
    <w:rPr>
      <w:rFonts w:ascii="Bookman Old Style" w:hAnsi="Bookman Old Style" w:cs="Bookman Old Style"/>
      <w:b/>
      <w:bCs/>
      <w:spacing w:val="10"/>
      <w:sz w:val="62"/>
      <w:szCs w:val="62"/>
    </w:rPr>
  </w:style>
  <w:style w:type="character" w:customStyle="1" w:styleId="FontStyle112">
    <w:name w:val="Font Style112"/>
    <w:rsid w:val="009D142E"/>
    <w:rPr>
      <w:rFonts w:ascii="Bookman Old Style" w:hAnsi="Bookman Old Style" w:cs="Bookman Old Style"/>
      <w:b/>
      <w:bCs/>
      <w:sz w:val="60"/>
      <w:szCs w:val="60"/>
    </w:rPr>
  </w:style>
  <w:style w:type="character" w:customStyle="1" w:styleId="FontStyle113">
    <w:name w:val="Font Style113"/>
    <w:rsid w:val="009D142E"/>
    <w:rPr>
      <w:rFonts w:ascii="Cambria" w:hAnsi="Cambria" w:cs="Cambria"/>
      <w:spacing w:val="-10"/>
      <w:sz w:val="56"/>
      <w:szCs w:val="56"/>
    </w:rPr>
  </w:style>
  <w:style w:type="character" w:customStyle="1" w:styleId="FontStyle114">
    <w:name w:val="Font Style114"/>
    <w:rsid w:val="009D142E"/>
    <w:rPr>
      <w:rFonts w:ascii="Bookman Old Style" w:hAnsi="Bookman Old Style" w:cs="Bookman Old Style"/>
      <w:b/>
      <w:bCs/>
      <w:spacing w:val="70"/>
      <w:sz w:val="34"/>
      <w:szCs w:val="34"/>
    </w:rPr>
  </w:style>
  <w:style w:type="character" w:customStyle="1" w:styleId="FontStyle115">
    <w:name w:val="Font Style115"/>
    <w:rsid w:val="009D142E"/>
    <w:rPr>
      <w:rFonts w:ascii="Times New Roman" w:hAnsi="Times New Roman" w:cs="Times New Roman"/>
      <w:spacing w:val="20"/>
      <w:sz w:val="130"/>
      <w:szCs w:val="130"/>
    </w:rPr>
  </w:style>
  <w:style w:type="character" w:customStyle="1" w:styleId="FontStyle116">
    <w:name w:val="Font Style116"/>
    <w:rsid w:val="009D142E"/>
    <w:rPr>
      <w:rFonts w:ascii="Bookman Old Style" w:hAnsi="Bookman Old Style" w:cs="Bookman Old Style"/>
      <w:sz w:val="120"/>
      <w:szCs w:val="120"/>
    </w:rPr>
  </w:style>
  <w:style w:type="character" w:customStyle="1" w:styleId="FontStyle117">
    <w:name w:val="Font Style117"/>
    <w:rsid w:val="009D142E"/>
    <w:rPr>
      <w:rFonts w:ascii="Franklin Gothic Heavy" w:hAnsi="Franklin Gothic Heavy" w:cs="Franklin Gothic Heavy"/>
      <w:i/>
      <w:iCs/>
      <w:sz w:val="88"/>
      <w:szCs w:val="88"/>
    </w:rPr>
  </w:style>
  <w:style w:type="character" w:customStyle="1" w:styleId="FontStyle118">
    <w:name w:val="Font Style118"/>
    <w:rsid w:val="009D142E"/>
    <w:rPr>
      <w:rFonts w:ascii="Bookman Old Style" w:hAnsi="Bookman Old Style" w:cs="Bookman Old Style"/>
      <w:b/>
      <w:bCs/>
      <w:sz w:val="18"/>
      <w:szCs w:val="18"/>
    </w:rPr>
  </w:style>
  <w:style w:type="character" w:customStyle="1" w:styleId="FontStyle119">
    <w:name w:val="Font Style119"/>
    <w:rsid w:val="009D142E"/>
    <w:rPr>
      <w:rFonts w:ascii="Bookman Old Style" w:hAnsi="Bookman Old Style" w:cs="Bookman Old Style"/>
      <w:b/>
      <w:bCs/>
      <w:smallCaps/>
      <w:sz w:val="18"/>
      <w:szCs w:val="18"/>
    </w:rPr>
  </w:style>
  <w:style w:type="character" w:customStyle="1" w:styleId="FontStyle120">
    <w:name w:val="Font Style120"/>
    <w:rsid w:val="009D142E"/>
    <w:rPr>
      <w:rFonts w:ascii="Candara" w:hAnsi="Candara" w:cs="Candara"/>
      <w:i/>
      <w:iCs/>
      <w:sz w:val="36"/>
      <w:szCs w:val="36"/>
    </w:rPr>
  </w:style>
  <w:style w:type="character" w:customStyle="1" w:styleId="FontStyle121">
    <w:name w:val="Font Style121"/>
    <w:rsid w:val="009D142E"/>
    <w:rPr>
      <w:rFonts w:ascii="Bookman Old Style" w:hAnsi="Bookman Old Style" w:cs="Bookman Old Style"/>
      <w:b/>
      <w:bCs/>
      <w:smallCaps/>
      <w:spacing w:val="-10"/>
      <w:sz w:val="30"/>
      <w:szCs w:val="30"/>
    </w:rPr>
  </w:style>
  <w:style w:type="character" w:customStyle="1" w:styleId="FontStyle122">
    <w:name w:val="Font Style122"/>
    <w:rsid w:val="009D142E"/>
    <w:rPr>
      <w:rFonts w:ascii="Bookman Old Style" w:hAnsi="Bookman Old Style" w:cs="Bookman Old Style"/>
      <w:b/>
      <w:bCs/>
      <w:i/>
      <w:iCs/>
      <w:spacing w:val="-30"/>
      <w:sz w:val="26"/>
      <w:szCs w:val="26"/>
    </w:rPr>
  </w:style>
  <w:style w:type="character" w:customStyle="1" w:styleId="FontStyle123">
    <w:name w:val="Font Style123"/>
    <w:rsid w:val="009D142E"/>
    <w:rPr>
      <w:rFonts w:ascii="Bookman Old Style" w:hAnsi="Bookman Old Style" w:cs="Bookman Old Style"/>
      <w:b/>
      <w:bCs/>
      <w:smallCaps/>
      <w:spacing w:val="10"/>
      <w:sz w:val="20"/>
      <w:szCs w:val="20"/>
    </w:rPr>
  </w:style>
  <w:style w:type="character" w:customStyle="1" w:styleId="FontStyle124">
    <w:name w:val="Font Style124"/>
    <w:rsid w:val="009D142E"/>
    <w:rPr>
      <w:rFonts w:ascii="Times New Roman" w:hAnsi="Times New Roman" w:cs="Times New Roman"/>
      <w:b/>
      <w:bCs/>
      <w:smallCaps/>
      <w:sz w:val="22"/>
      <w:szCs w:val="22"/>
    </w:rPr>
  </w:style>
  <w:style w:type="character" w:customStyle="1" w:styleId="FontStyle125">
    <w:name w:val="Font Style125"/>
    <w:rsid w:val="009D142E"/>
    <w:rPr>
      <w:rFonts w:ascii="Georgia" w:hAnsi="Georgia" w:cs="Georgia"/>
      <w:spacing w:val="20"/>
      <w:sz w:val="20"/>
      <w:szCs w:val="20"/>
    </w:rPr>
  </w:style>
  <w:style w:type="character" w:customStyle="1" w:styleId="FontStyle126">
    <w:name w:val="Font Style126"/>
    <w:rsid w:val="009D142E"/>
    <w:rPr>
      <w:rFonts w:ascii="Georgia" w:hAnsi="Georgia" w:cs="Georgia"/>
      <w:b/>
      <w:bCs/>
      <w:spacing w:val="20"/>
      <w:sz w:val="20"/>
      <w:szCs w:val="20"/>
    </w:rPr>
  </w:style>
  <w:style w:type="character" w:customStyle="1" w:styleId="FontStyle127">
    <w:name w:val="Font Style127"/>
    <w:rsid w:val="009D142E"/>
    <w:rPr>
      <w:rFonts w:ascii="Bookman Old Style" w:hAnsi="Bookman Old Style" w:cs="Bookman Old Style"/>
      <w:i/>
      <w:iCs/>
      <w:sz w:val="66"/>
      <w:szCs w:val="66"/>
    </w:rPr>
  </w:style>
  <w:style w:type="character" w:customStyle="1" w:styleId="FontStyle128">
    <w:name w:val="Font Style128"/>
    <w:rsid w:val="009D142E"/>
    <w:rPr>
      <w:rFonts w:ascii="Bookman Old Style" w:hAnsi="Bookman Old Style" w:cs="Bookman Old Style"/>
      <w:b/>
      <w:bCs/>
      <w:sz w:val="32"/>
      <w:szCs w:val="32"/>
    </w:rPr>
  </w:style>
  <w:style w:type="character" w:customStyle="1" w:styleId="FontStyle129">
    <w:name w:val="Font Style129"/>
    <w:rsid w:val="009D142E"/>
    <w:rPr>
      <w:rFonts w:ascii="Bookman Old Style" w:hAnsi="Bookman Old Style" w:cs="Bookman Old Style"/>
      <w:sz w:val="20"/>
      <w:szCs w:val="20"/>
    </w:rPr>
  </w:style>
  <w:style w:type="character" w:customStyle="1" w:styleId="FontStyle130">
    <w:name w:val="Font Style130"/>
    <w:rsid w:val="009D142E"/>
    <w:rPr>
      <w:rFonts w:ascii="Bookman Old Style" w:hAnsi="Bookman Old Style" w:cs="Bookman Old Style"/>
      <w:b/>
      <w:bCs/>
      <w:i/>
      <w:iCs/>
      <w:sz w:val="26"/>
      <w:szCs w:val="26"/>
    </w:rPr>
  </w:style>
  <w:style w:type="character" w:customStyle="1" w:styleId="FontStyle131">
    <w:name w:val="Font Style131"/>
    <w:rsid w:val="009D142E"/>
    <w:rPr>
      <w:rFonts w:ascii="Bookman Old Style" w:hAnsi="Bookman Old Style" w:cs="Bookman Old Style"/>
      <w:sz w:val="28"/>
      <w:szCs w:val="28"/>
    </w:rPr>
  </w:style>
  <w:style w:type="character" w:customStyle="1" w:styleId="FontStyle132">
    <w:name w:val="Font Style132"/>
    <w:rsid w:val="009D142E"/>
    <w:rPr>
      <w:rFonts w:ascii="Bookman Old Style" w:hAnsi="Bookman Old Style" w:cs="Bookman Old Style"/>
      <w:b/>
      <w:bCs/>
      <w:spacing w:val="-10"/>
      <w:sz w:val="34"/>
      <w:szCs w:val="34"/>
    </w:rPr>
  </w:style>
  <w:style w:type="character" w:customStyle="1" w:styleId="FontStyle133">
    <w:name w:val="Font Style133"/>
    <w:rsid w:val="009D142E"/>
    <w:rPr>
      <w:rFonts w:ascii="Bookman Old Style" w:hAnsi="Bookman Old Style" w:cs="Bookman Old Style"/>
      <w:b/>
      <w:bCs/>
      <w:sz w:val="20"/>
      <w:szCs w:val="20"/>
    </w:rPr>
  </w:style>
  <w:style w:type="character" w:customStyle="1" w:styleId="FontStyle134">
    <w:name w:val="Font Style134"/>
    <w:rsid w:val="009D142E"/>
    <w:rPr>
      <w:rFonts w:ascii="Bookman Old Style" w:hAnsi="Bookman Old Style" w:cs="Bookman Old Style"/>
      <w:b/>
      <w:bCs/>
      <w:smallCaps/>
      <w:sz w:val="22"/>
      <w:szCs w:val="22"/>
    </w:rPr>
  </w:style>
  <w:style w:type="character" w:customStyle="1" w:styleId="FontStyle135">
    <w:name w:val="Font Style135"/>
    <w:rsid w:val="009D142E"/>
    <w:rPr>
      <w:rFonts w:ascii="Trebuchet MS" w:hAnsi="Trebuchet MS" w:cs="Trebuchet MS"/>
      <w:i/>
      <w:iCs/>
      <w:spacing w:val="-40"/>
      <w:sz w:val="38"/>
      <w:szCs w:val="38"/>
    </w:rPr>
  </w:style>
  <w:style w:type="character" w:customStyle="1" w:styleId="FontStyle136">
    <w:name w:val="Font Style136"/>
    <w:rsid w:val="009D142E"/>
    <w:rPr>
      <w:rFonts w:ascii="Georgia" w:hAnsi="Georgia" w:cs="Georgia"/>
      <w:b/>
      <w:bCs/>
      <w:sz w:val="12"/>
      <w:szCs w:val="12"/>
    </w:rPr>
  </w:style>
  <w:style w:type="character" w:customStyle="1" w:styleId="FontStyle137">
    <w:name w:val="Font Style137"/>
    <w:rsid w:val="009D142E"/>
    <w:rPr>
      <w:rFonts w:ascii="Times New Roman" w:hAnsi="Times New Roman" w:cs="Times New Roman"/>
      <w:b/>
      <w:bCs/>
      <w:i/>
      <w:iCs/>
      <w:sz w:val="26"/>
      <w:szCs w:val="26"/>
    </w:rPr>
  </w:style>
  <w:style w:type="character" w:customStyle="1" w:styleId="FontStyle138">
    <w:name w:val="Font Style138"/>
    <w:rsid w:val="009D142E"/>
    <w:rPr>
      <w:rFonts w:ascii="Courier New" w:hAnsi="Courier New" w:cs="Courier New"/>
      <w:sz w:val="14"/>
      <w:szCs w:val="14"/>
    </w:rPr>
  </w:style>
  <w:style w:type="character" w:customStyle="1" w:styleId="FontStyle139">
    <w:name w:val="Font Style139"/>
    <w:rsid w:val="009D142E"/>
    <w:rPr>
      <w:rFonts w:ascii="Bookman Old Style" w:hAnsi="Bookman Old Style" w:cs="Bookman Old Style"/>
      <w:b/>
      <w:bCs/>
      <w:w w:val="150"/>
      <w:sz w:val="10"/>
      <w:szCs w:val="10"/>
    </w:rPr>
  </w:style>
  <w:style w:type="character" w:customStyle="1" w:styleId="FontStyle140">
    <w:name w:val="Font Style140"/>
    <w:rsid w:val="009D142E"/>
    <w:rPr>
      <w:rFonts w:ascii="Bookman Old Style" w:hAnsi="Bookman Old Style" w:cs="Bookman Old Style"/>
      <w:b/>
      <w:bCs/>
      <w:spacing w:val="-10"/>
      <w:sz w:val="24"/>
      <w:szCs w:val="24"/>
    </w:rPr>
  </w:style>
  <w:style w:type="character" w:customStyle="1" w:styleId="FontStyle141">
    <w:name w:val="Font Style141"/>
    <w:rsid w:val="009D142E"/>
    <w:rPr>
      <w:rFonts w:ascii="Bookman Old Style" w:hAnsi="Bookman Old Style" w:cs="Bookman Old Style"/>
      <w:b/>
      <w:bCs/>
      <w:sz w:val="20"/>
      <w:szCs w:val="20"/>
    </w:rPr>
  </w:style>
  <w:style w:type="character" w:customStyle="1" w:styleId="FontStyle142">
    <w:name w:val="Font Style142"/>
    <w:rsid w:val="009D142E"/>
    <w:rPr>
      <w:rFonts w:ascii="Bookman Old Style" w:hAnsi="Bookman Old Style" w:cs="Bookman Old Style"/>
      <w:b/>
      <w:bCs/>
      <w:sz w:val="24"/>
      <w:szCs w:val="24"/>
    </w:rPr>
  </w:style>
  <w:style w:type="character" w:customStyle="1" w:styleId="FontStyle143">
    <w:name w:val="Font Style143"/>
    <w:rsid w:val="009D142E"/>
    <w:rPr>
      <w:rFonts w:ascii="Book Antiqua" w:hAnsi="Book Antiqua" w:cs="Book Antiqua"/>
      <w:b/>
      <w:bCs/>
      <w:i/>
      <w:iCs/>
      <w:spacing w:val="20"/>
      <w:sz w:val="28"/>
      <w:szCs w:val="28"/>
    </w:rPr>
  </w:style>
  <w:style w:type="character" w:customStyle="1" w:styleId="FontStyle144">
    <w:name w:val="Font Style144"/>
    <w:rsid w:val="009D142E"/>
    <w:rPr>
      <w:rFonts w:ascii="Bookman Old Style" w:hAnsi="Bookman Old Style" w:cs="Bookman Old Style"/>
      <w:b/>
      <w:bCs/>
      <w:sz w:val="10"/>
      <w:szCs w:val="10"/>
    </w:rPr>
  </w:style>
  <w:style w:type="character" w:customStyle="1" w:styleId="FontStyle145">
    <w:name w:val="Font Style145"/>
    <w:rsid w:val="009D142E"/>
    <w:rPr>
      <w:rFonts w:ascii="Bookman Old Style" w:hAnsi="Bookman Old Style" w:cs="Bookman Old Style"/>
      <w:b/>
      <w:bCs/>
      <w:i/>
      <w:iCs/>
      <w:sz w:val="24"/>
      <w:szCs w:val="24"/>
    </w:rPr>
  </w:style>
  <w:style w:type="character" w:customStyle="1" w:styleId="FontStyle146">
    <w:name w:val="Font Style146"/>
    <w:rsid w:val="009D142E"/>
    <w:rPr>
      <w:rFonts w:ascii="Bookman Old Style" w:hAnsi="Bookman Old Style" w:cs="Bookman Old Style"/>
      <w:b/>
      <w:bCs/>
      <w:i/>
      <w:iCs/>
      <w:sz w:val="22"/>
      <w:szCs w:val="22"/>
    </w:rPr>
  </w:style>
  <w:style w:type="character" w:customStyle="1" w:styleId="FontStyle147">
    <w:name w:val="Font Style147"/>
    <w:rsid w:val="009D142E"/>
    <w:rPr>
      <w:rFonts w:ascii="Bookman Old Style" w:hAnsi="Bookman Old Style" w:cs="Bookman Old Style"/>
      <w:b/>
      <w:bCs/>
      <w:sz w:val="20"/>
      <w:szCs w:val="20"/>
    </w:rPr>
  </w:style>
  <w:style w:type="character" w:customStyle="1" w:styleId="FontStyle148">
    <w:name w:val="Font Style148"/>
    <w:rsid w:val="009D142E"/>
    <w:rPr>
      <w:rFonts w:ascii="Bookman Old Style" w:hAnsi="Bookman Old Style" w:cs="Bookman Old Style"/>
      <w:b/>
      <w:bCs/>
      <w:sz w:val="20"/>
      <w:szCs w:val="20"/>
    </w:rPr>
  </w:style>
  <w:style w:type="character" w:customStyle="1" w:styleId="FontStyle149">
    <w:name w:val="Font Style149"/>
    <w:rsid w:val="009D142E"/>
    <w:rPr>
      <w:rFonts w:ascii="Bookman Old Style" w:hAnsi="Bookman Old Style" w:cs="Bookman Old Style"/>
      <w:b/>
      <w:bCs/>
      <w:sz w:val="26"/>
      <w:szCs w:val="26"/>
    </w:rPr>
  </w:style>
  <w:style w:type="character" w:customStyle="1" w:styleId="FontStyle150">
    <w:name w:val="Font Style150"/>
    <w:rsid w:val="009D142E"/>
    <w:rPr>
      <w:rFonts w:ascii="Arial Unicode MS" w:eastAsia="Arial Unicode MS" w:hAnsi="Arial Unicode MS" w:cs="Arial Unicode MS"/>
      <w:b/>
      <w:bCs/>
      <w:smallCaps/>
      <w:sz w:val="22"/>
      <w:szCs w:val="22"/>
    </w:rPr>
  </w:style>
  <w:style w:type="character" w:customStyle="1" w:styleId="FontStyle151">
    <w:name w:val="Font Style151"/>
    <w:rsid w:val="009D142E"/>
    <w:rPr>
      <w:rFonts w:ascii="Bookman Old Style" w:hAnsi="Bookman Old Style" w:cs="Bookman Old Style"/>
      <w:b/>
      <w:bCs/>
      <w:spacing w:val="-10"/>
      <w:sz w:val="24"/>
      <w:szCs w:val="24"/>
    </w:rPr>
  </w:style>
  <w:style w:type="character" w:customStyle="1" w:styleId="FontStyle152">
    <w:name w:val="Font Style152"/>
    <w:rsid w:val="009D142E"/>
    <w:rPr>
      <w:rFonts w:ascii="Bookman Old Style" w:hAnsi="Bookman Old Style" w:cs="Bookman Old Style"/>
      <w:b/>
      <w:bCs/>
      <w:sz w:val="22"/>
      <w:szCs w:val="22"/>
    </w:rPr>
  </w:style>
  <w:style w:type="character" w:customStyle="1" w:styleId="FontStyle153">
    <w:name w:val="Font Style153"/>
    <w:rsid w:val="009D142E"/>
    <w:rPr>
      <w:rFonts w:ascii="Franklin Gothic Book" w:hAnsi="Franklin Gothic Book" w:cs="Franklin Gothic Book"/>
      <w:b/>
      <w:bCs/>
      <w:spacing w:val="-20"/>
      <w:sz w:val="26"/>
      <w:szCs w:val="26"/>
    </w:rPr>
  </w:style>
  <w:style w:type="character" w:customStyle="1" w:styleId="FontStyle154">
    <w:name w:val="Font Style154"/>
    <w:rsid w:val="009D142E"/>
    <w:rPr>
      <w:rFonts w:ascii="Bookman Old Style" w:hAnsi="Bookman Old Style" w:cs="Bookman Old Style"/>
      <w:b/>
      <w:bCs/>
      <w:spacing w:val="-30"/>
      <w:sz w:val="30"/>
      <w:szCs w:val="30"/>
    </w:rPr>
  </w:style>
  <w:style w:type="character" w:customStyle="1" w:styleId="FontStyle155">
    <w:name w:val="Font Style155"/>
    <w:rsid w:val="009D142E"/>
    <w:rPr>
      <w:rFonts w:ascii="Bookman Old Style" w:hAnsi="Bookman Old Style" w:cs="Bookman Old Style"/>
      <w:b/>
      <w:bCs/>
      <w:i/>
      <w:iCs/>
      <w:spacing w:val="10"/>
      <w:sz w:val="26"/>
      <w:szCs w:val="26"/>
    </w:rPr>
  </w:style>
  <w:style w:type="character" w:customStyle="1" w:styleId="FontStyle156">
    <w:name w:val="Font Style156"/>
    <w:rsid w:val="009D142E"/>
    <w:rPr>
      <w:rFonts w:ascii="Times New Roman" w:hAnsi="Times New Roman" w:cs="Times New Roman"/>
      <w:b/>
      <w:bCs/>
      <w:i/>
      <w:iCs/>
      <w:sz w:val="26"/>
      <w:szCs w:val="26"/>
    </w:rPr>
  </w:style>
  <w:style w:type="character" w:customStyle="1" w:styleId="FontStyle157">
    <w:name w:val="Font Style157"/>
    <w:rsid w:val="009D142E"/>
    <w:rPr>
      <w:rFonts w:ascii="Garamond" w:hAnsi="Garamond" w:cs="Garamond"/>
      <w:b/>
      <w:bCs/>
      <w:i/>
      <w:iCs/>
      <w:sz w:val="26"/>
      <w:szCs w:val="26"/>
    </w:rPr>
  </w:style>
  <w:style w:type="character" w:customStyle="1" w:styleId="FontStyle158">
    <w:name w:val="Font Style158"/>
    <w:rsid w:val="009D142E"/>
    <w:rPr>
      <w:rFonts w:ascii="Bookman Old Style" w:hAnsi="Bookman Old Style" w:cs="Bookman Old Style"/>
      <w:i/>
      <w:iCs/>
      <w:sz w:val="24"/>
      <w:szCs w:val="24"/>
    </w:rPr>
  </w:style>
  <w:style w:type="character" w:customStyle="1" w:styleId="FontStyle159">
    <w:name w:val="Font Style159"/>
    <w:rsid w:val="009D142E"/>
    <w:rPr>
      <w:rFonts w:ascii="Bookman Old Style" w:hAnsi="Bookman Old Style" w:cs="Bookman Old Style"/>
      <w:b/>
      <w:bCs/>
      <w:spacing w:val="-20"/>
      <w:sz w:val="28"/>
      <w:szCs w:val="28"/>
    </w:rPr>
  </w:style>
  <w:style w:type="character" w:customStyle="1" w:styleId="FontStyle160">
    <w:name w:val="Font Style160"/>
    <w:rsid w:val="009D142E"/>
    <w:rPr>
      <w:rFonts w:ascii="Book Antiqua" w:hAnsi="Book Antiqua" w:cs="Book Antiqua"/>
      <w:b/>
      <w:bCs/>
      <w:sz w:val="28"/>
      <w:szCs w:val="28"/>
    </w:rPr>
  </w:style>
  <w:style w:type="character" w:customStyle="1" w:styleId="FontStyle161">
    <w:name w:val="Font Style161"/>
    <w:rsid w:val="009D142E"/>
    <w:rPr>
      <w:rFonts w:ascii="Bookman Old Style" w:hAnsi="Bookman Old Style" w:cs="Bookman Old Style"/>
      <w:b/>
      <w:bCs/>
      <w:sz w:val="20"/>
      <w:szCs w:val="20"/>
    </w:rPr>
  </w:style>
  <w:style w:type="character" w:customStyle="1" w:styleId="FontStyle162">
    <w:name w:val="Font Style162"/>
    <w:rsid w:val="009D142E"/>
    <w:rPr>
      <w:rFonts w:ascii="Arial Unicode MS" w:eastAsia="Arial Unicode MS" w:hAnsi="Arial Unicode MS" w:cs="Arial Unicode MS"/>
      <w:b/>
      <w:bCs/>
      <w:i/>
      <w:iCs/>
      <w:sz w:val="20"/>
      <w:szCs w:val="20"/>
    </w:rPr>
  </w:style>
  <w:style w:type="character" w:customStyle="1" w:styleId="FontStyle163">
    <w:name w:val="Font Style163"/>
    <w:rsid w:val="009D142E"/>
    <w:rPr>
      <w:rFonts w:ascii="Bookman Old Style" w:hAnsi="Bookman Old Style" w:cs="Bookman Old Style"/>
      <w:b/>
      <w:bCs/>
      <w:sz w:val="24"/>
      <w:szCs w:val="24"/>
    </w:rPr>
  </w:style>
  <w:style w:type="character" w:customStyle="1" w:styleId="FontStyle164">
    <w:name w:val="Font Style164"/>
    <w:rsid w:val="009D142E"/>
    <w:rPr>
      <w:rFonts w:ascii="Bookman Old Style" w:hAnsi="Bookman Old Style" w:cs="Bookman Old Style"/>
      <w:b/>
      <w:bCs/>
      <w:smallCaps/>
      <w:sz w:val="20"/>
      <w:szCs w:val="20"/>
    </w:rPr>
  </w:style>
  <w:style w:type="character" w:customStyle="1" w:styleId="FontStyle165">
    <w:name w:val="Font Style165"/>
    <w:rsid w:val="009D142E"/>
    <w:rPr>
      <w:rFonts w:ascii="Bookman Old Style" w:hAnsi="Bookman Old Style" w:cs="Bookman Old Style"/>
      <w:b/>
      <w:bCs/>
      <w:smallCaps/>
      <w:sz w:val="26"/>
      <w:szCs w:val="26"/>
    </w:rPr>
  </w:style>
  <w:style w:type="character" w:customStyle="1" w:styleId="FontStyle166">
    <w:name w:val="Font Style166"/>
    <w:rsid w:val="009D142E"/>
    <w:rPr>
      <w:rFonts w:ascii="Bookman Old Style" w:hAnsi="Bookman Old Style" w:cs="Bookman Old Style"/>
      <w:b/>
      <w:bCs/>
      <w:sz w:val="24"/>
      <w:szCs w:val="24"/>
    </w:rPr>
  </w:style>
  <w:style w:type="character" w:customStyle="1" w:styleId="FontStyle167">
    <w:name w:val="Font Style167"/>
    <w:rsid w:val="009D142E"/>
    <w:rPr>
      <w:rFonts w:ascii="Bookman Old Style" w:hAnsi="Bookman Old Style" w:cs="Bookman Old Style"/>
      <w:b/>
      <w:bCs/>
      <w:spacing w:val="30"/>
      <w:sz w:val="26"/>
      <w:szCs w:val="26"/>
    </w:rPr>
  </w:style>
  <w:style w:type="character" w:customStyle="1" w:styleId="FontStyle168">
    <w:name w:val="Font Style168"/>
    <w:rsid w:val="009D142E"/>
    <w:rPr>
      <w:rFonts w:ascii="Bookman Old Style" w:hAnsi="Bookman Old Style" w:cs="Bookman Old Style"/>
      <w:b/>
      <w:bCs/>
      <w:spacing w:val="30"/>
      <w:sz w:val="22"/>
      <w:szCs w:val="22"/>
    </w:rPr>
  </w:style>
  <w:style w:type="character" w:customStyle="1" w:styleId="FontStyle169">
    <w:name w:val="Font Style169"/>
    <w:rsid w:val="009D142E"/>
    <w:rPr>
      <w:rFonts w:ascii="Arial Unicode MS" w:eastAsia="Arial Unicode MS" w:hAnsi="Arial Unicode MS" w:cs="Arial Unicode MS"/>
      <w:b/>
      <w:bCs/>
      <w:spacing w:val="-10"/>
      <w:sz w:val="26"/>
      <w:szCs w:val="26"/>
    </w:rPr>
  </w:style>
  <w:style w:type="character" w:customStyle="1" w:styleId="FontStyle170">
    <w:name w:val="Font Style170"/>
    <w:rsid w:val="009D142E"/>
    <w:rPr>
      <w:rFonts w:ascii="Cambria" w:hAnsi="Cambria" w:cs="Cambria"/>
      <w:b/>
      <w:bCs/>
      <w:spacing w:val="10"/>
      <w:sz w:val="32"/>
      <w:szCs w:val="32"/>
    </w:rPr>
  </w:style>
  <w:style w:type="character" w:customStyle="1" w:styleId="FontStyle171">
    <w:name w:val="Font Style171"/>
    <w:rsid w:val="009D142E"/>
    <w:rPr>
      <w:rFonts w:ascii="Cambria" w:hAnsi="Cambria" w:cs="Cambria"/>
      <w:b/>
      <w:bCs/>
      <w:smallCaps/>
      <w:sz w:val="30"/>
      <w:szCs w:val="30"/>
    </w:rPr>
  </w:style>
  <w:style w:type="character" w:customStyle="1" w:styleId="FontStyle172">
    <w:name w:val="Font Style172"/>
    <w:rsid w:val="009D142E"/>
    <w:rPr>
      <w:rFonts w:ascii="Bookman Old Style" w:hAnsi="Bookman Old Style" w:cs="Bookman Old Style"/>
      <w:b/>
      <w:bCs/>
      <w:sz w:val="28"/>
      <w:szCs w:val="28"/>
    </w:rPr>
  </w:style>
  <w:style w:type="character" w:customStyle="1" w:styleId="FontStyle173">
    <w:name w:val="Font Style173"/>
    <w:rsid w:val="009D142E"/>
    <w:rPr>
      <w:rFonts w:ascii="Bookman Old Style" w:hAnsi="Bookman Old Style" w:cs="Bookman Old Style"/>
      <w:b/>
      <w:bCs/>
      <w:spacing w:val="-10"/>
      <w:sz w:val="26"/>
      <w:szCs w:val="26"/>
    </w:rPr>
  </w:style>
  <w:style w:type="character" w:customStyle="1" w:styleId="FontStyle174">
    <w:name w:val="Font Style174"/>
    <w:rsid w:val="009D142E"/>
    <w:rPr>
      <w:rFonts w:ascii="Bookman Old Style" w:hAnsi="Bookman Old Style" w:cs="Bookman Old Style"/>
      <w:sz w:val="20"/>
      <w:szCs w:val="20"/>
    </w:rPr>
  </w:style>
  <w:style w:type="character" w:customStyle="1" w:styleId="FontStyle175">
    <w:name w:val="Font Style175"/>
    <w:rsid w:val="009D142E"/>
    <w:rPr>
      <w:rFonts w:ascii="Georgia" w:hAnsi="Georgia" w:cs="Georgia"/>
      <w:b/>
      <w:bCs/>
      <w:smallCaps/>
      <w:spacing w:val="-10"/>
      <w:sz w:val="8"/>
      <w:szCs w:val="8"/>
    </w:rPr>
  </w:style>
  <w:style w:type="character" w:customStyle="1" w:styleId="FontStyle176">
    <w:name w:val="Font Style176"/>
    <w:rsid w:val="009D142E"/>
    <w:rPr>
      <w:rFonts w:ascii="Bookman Old Style" w:hAnsi="Bookman Old Style" w:cs="Bookman Old Style"/>
      <w:smallCaps/>
      <w:sz w:val="34"/>
      <w:szCs w:val="34"/>
    </w:rPr>
  </w:style>
  <w:style w:type="character" w:customStyle="1" w:styleId="FontStyle177">
    <w:name w:val="Font Style177"/>
    <w:rsid w:val="009D142E"/>
    <w:rPr>
      <w:rFonts w:ascii="Bookman Old Style" w:hAnsi="Bookman Old Style" w:cs="Bookman Old Style"/>
      <w:b/>
      <w:bCs/>
      <w:smallCaps/>
      <w:sz w:val="18"/>
      <w:szCs w:val="18"/>
    </w:rPr>
  </w:style>
  <w:style w:type="character" w:customStyle="1" w:styleId="FontStyle178">
    <w:name w:val="Font Style178"/>
    <w:rsid w:val="009D142E"/>
    <w:rPr>
      <w:rFonts w:ascii="Bookman Old Style" w:hAnsi="Bookman Old Style" w:cs="Bookman Old Style"/>
      <w:b/>
      <w:bCs/>
      <w:sz w:val="22"/>
      <w:szCs w:val="22"/>
    </w:rPr>
  </w:style>
  <w:style w:type="character" w:customStyle="1" w:styleId="FontStyle179">
    <w:name w:val="Font Style179"/>
    <w:rsid w:val="009D142E"/>
    <w:rPr>
      <w:rFonts w:ascii="Bookman Old Style" w:hAnsi="Bookman Old Style" w:cs="Bookman Old Style"/>
      <w:b/>
      <w:bCs/>
      <w:sz w:val="20"/>
      <w:szCs w:val="20"/>
    </w:rPr>
  </w:style>
  <w:style w:type="character" w:customStyle="1" w:styleId="FontStyle180">
    <w:name w:val="Font Style180"/>
    <w:rsid w:val="009D142E"/>
    <w:rPr>
      <w:rFonts w:ascii="Bookman Old Style" w:hAnsi="Bookman Old Style" w:cs="Bookman Old Style"/>
      <w:sz w:val="28"/>
      <w:szCs w:val="28"/>
    </w:rPr>
  </w:style>
  <w:style w:type="character" w:customStyle="1" w:styleId="FontStyle181">
    <w:name w:val="Font Style181"/>
    <w:rsid w:val="009D142E"/>
    <w:rPr>
      <w:rFonts w:ascii="Bookman Old Style" w:hAnsi="Bookman Old Style" w:cs="Bookman Old Style"/>
      <w:b/>
      <w:bCs/>
      <w:sz w:val="26"/>
      <w:szCs w:val="26"/>
    </w:rPr>
  </w:style>
  <w:style w:type="character" w:customStyle="1" w:styleId="FontStyle182">
    <w:name w:val="Font Style182"/>
    <w:rsid w:val="009D142E"/>
    <w:rPr>
      <w:rFonts w:ascii="Bookman Old Style" w:hAnsi="Bookman Old Style" w:cs="Bookman Old Style"/>
      <w:b/>
      <w:bCs/>
      <w:smallCaps/>
      <w:sz w:val="24"/>
      <w:szCs w:val="24"/>
    </w:rPr>
  </w:style>
  <w:style w:type="character" w:customStyle="1" w:styleId="FontStyle183">
    <w:name w:val="Font Style183"/>
    <w:rsid w:val="009D142E"/>
    <w:rPr>
      <w:rFonts w:ascii="Bookman Old Style" w:hAnsi="Bookman Old Style" w:cs="Bookman Old Style"/>
      <w:b/>
      <w:bCs/>
      <w:sz w:val="20"/>
      <w:szCs w:val="20"/>
    </w:rPr>
  </w:style>
  <w:style w:type="character" w:customStyle="1" w:styleId="FontStyle184">
    <w:name w:val="Font Style184"/>
    <w:rsid w:val="009D142E"/>
    <w:rPr>
      <w:rFonts w:ascii="Franklin Gothic Demi Cond" w:hAnsi="Franklin Gothic Demi Cond" w:cs="Franklin Gothic Demi Cond"/>
      <w:spacing w:val="40"/>
      <w:sz w:val="32"/>
      <w:szCs w:val="32"/>
    </w:rPr>
  </w:style>
  <w:style w:type="character" w:customStyle="1" w:styleId="FontStyle185">
    <w:name w:val="Font Style185"/>
    <w:rsid w:val="009D142E"/>
    <w:rPr>
      <w:rFonts w:ascii="Bookman Old Style" w:hAnsi="Bookman Old Style" w:cs="Bookman Old Style"/>
      <w:b/>
      <w:bCs/>
      <w:sz w:val="26"/>
      <w:szCs w:val="26"/>
    </w:rPr>
  </w:style>
  <w:style w:type="character" w:customStyle="1" w:styleId="FontStyle186">
    <w:name w:val="Font Style186"/>
    <w:rsid w:val="009D142E"/>
    <w:rPr>
      <w:rFonts w:ascii="Bookman Old Style" w:hAnsi="Bookman Old Style" w:cs="Bookman Old Style"/>
      <w:b/>
      <w:bCs/>
      <w:sz w:val="22"/>
      <w:szCs w:val="22"/>
    </w:rPr>
  </w:style>
  <w:style w:type="character" w:customStyle="1" w:styleId="FontStyle187">
    <w:name w:val="Font Style187"/>
    <w:rsid w:val="009D142E"/>
    <w:rPr>
      <w:rFonts w:ascii="Bookman Old Style" w:hAnsi="Bookman Old Style" w:cs="Bookman Old Style"/>
      <w:i/>
      <w:iCs/>
      <w:w w:val="150"/>
      <w:sz w:val="10"/>
      <w:szCs w:val="10"/>
    </w:rPr>
  </w:style>
  <w:style w:type="character" w:customStyle="1" w:styleId="FontStyle188">
    <w:name w:val="Font Style188"/>
    <w:rsid w:val="009D142E"/>
    <w:rPr>
      <w:rFonts w:ascii="Bookman Old Style" w:hAnsi="Bookman Old Style" w:cs="Bookman Old Style"/>
      <w:b/>
      <w:bCs/>
      <w:sz w:val="24"/>
      <w:szCs w:val="24"/>
    </w:rPr>
  </w:style>
  <w:style w:type="character" w:customStyle="1" w:styleId="FontStyle189">
    <w:name w:val="Font Style189"/>
    <w:rsid w:val="009D142E"/>
    <w:rPr>
      <w:rFonts w:ascii="Bookman Old Style" w:hAnsi="Bookman Old Style" w:cs="Bookman Old Style"/>
      <w:b/>
      <w:bCs/>
      <w:spacing w:val="20"/>
      <w:sz w:val="24"/>
      <w:szCs w:val="24"/>
    </w:rPr>
  </w:style>
  <w:style w:type="character" w:customStyle="1" w:styleId="FontStyle190">
    <w:name w:val="Font Style190"/>
    <w:rsid w:val="009D142E"/>
    <w:rPr>
      <w:rFonts w:ascii="Book Antiqua" w:hAnsi="Book Antiqua" w:cs="Book Antiqua"/>
      <w:sz w:val="26"/>
      <w:szCs w:val="26"/>
    </w:rPr>
  </w:style>
  <w:style w:type="character" w:customStyle="1" w:styleId="FontStyle191">
    <w:name w:val="Font Style191"/>
    <w:rsid w:val="009D142E"/>
    <w:rPr>
      <w:rFonts w:ascii="Bookman Old Style" w:hAnsi="Bookman Old Style" w:cs="Bookman Old Style"/>
      <w:b/>
      <w:bCs/>
      <w:smallCaps/>
      <w:sz w:val="26"/>
      <w:szCs w:val="26"/>
    </w:rPr>
  </w:style>
  <w:style w:type="character" w:customStyle="1" w:styleId="FontStyle192">
    <w:name w:val="Font Style192"/>
    <w:rsid w:val="009D142E"/>
    <w:rPr>
      <w:rFonts w:ascii="Bookman Old Style" w:hAnsi="Bookman Old Style" w:cs="Bookman Old Style"/>
      <w:b/>
      <w:bCs/>
      <w:sz w:val="26"/>
      <w:szCs w:val="26"/>
    </w:rPr>
  </w:style>
  <w:style w:type="character" w:customStyle="1" w:styleId="FontStyle193">
    <w:name w:val="Font Style193"/>
    <w:rsid w:val="009D142E"/>
    <w:rPr>
      <w:rFonts w:ascii="Bookman Old Style" w:hAnsi="Bookman Old Style" w:cs="Bookman Old Style"/>
      <w:b/>
      <w:bCs/>
      <w:sz w:val="22"/>
      <w:szCs w:val="22"/>
    </w:rPr>
  </w:style>
  <w:style w:type="character" w:customStyle="1" w:styleId="FontStyle194">
    <w:name w:val="Font Style194"/>
    <w:rsid w:val="009D142E"/>
    <w:rPr>
      <w:rFonts w:ascii="Bookman Old Style" w:hAnsi="Bookman Old Style" w:cs="Bookman Old Style"/>
      <w:b/>
      <w:bCs/>
      <w:w w:val="200"/>
      <w:sz w:val="10"/>
      <w:szCs w:val="10"/>
    </w:rPr>
  </w:style>
  <w:style w:type="character" w:customStyle="1" w:styleId="FontStyle195">
    <w:name w:val="Font Style195"/>
    <w:rsid w:val="009D142E"/>
    <w:rPr>
      <w:rFonts w:ascii="Bookman Old Style" w:hAnsi="Bookman Old Style" w:cs="Bookman Old Style"/>
      <w:b/>
      <w:bCs/>
      <w:spacing w:val="10"/>
      <w:sz w:val="24"/>
      <w:szCs w:val="24"/>
    </w:rPr>
  </w:style>
  <w:style w:type="character" w:customStyle="1" w:styleId="FontStyle196">
    <w:name w:val="Font Style196"/>
    <w:rsid w:val="009D142E"/>
    <w:rPr>
      <w:rFonts w:ascii="Bookman Old Style" w:hAnsi="Bookman Old Style" w:cs="Bookman Old Style"/>
      <w:sz w:val="22"/>
      <w:szCs w:val="22"/>
    </w:rPr>
  </w:style>
  <w:style w:type="character" w:customStyle="1" w:styleId="FontStyle197">
    <w:name w:val="Font Style197"/>
    <w:rsid w:val="009D142E"/>
    <w:rPr>
      <w:rFonts w:ascii="Bookman Old Style" w:hAnsi="Bookman Old Style" w:cs="Bookman Old Style"/>
      <w:b/>
      <w:bCs/>
      <w:spacing w:val="20"/>
      <w:sz w:val="22"/>
      <w:szCs w:val="22"/>
    </w:rPr>
  </w:style>
  <w:style w:type="character" w:customStyle="1" w:styleId="FontStyle198">
    <w:name w:val="Font Style198"/>
    <w:rsid w:val="009D142E"/>
    <w:rPr>
      <w:rFonts w:ascii="Bookman Old Style" w:hAnsi="Bookman Old Style" w:cs="Bookman Old Style"/>
      <w:b/>
      <w:bCs/>
      <w:smallCaps/>
      <w:sz w:val="24"/>
      <w:szCs w:val="24"/>
    </w:rPr>
  </w:style>
  <w:style w:type="character" w:customStyle="1" w:styleId="FontStyle199">
    <w:name w:val="Font Style199"/>
    <w:rsid w:val="009D142E"/>
    <w:rPr>
      <w:rFonts w:ascii="Bookman Old Style" w:hAnsi="Bookman Old Style" w:cs="Bookman Old Style"/>
      <w:b/>
      <w:bCs/>
      <w:sz w:val="24"/>
      <w:szCs w:val="24"/>
    </w:rPr>
  </w:style>
  <w:style w:type="character" w:customStyle="1" w:styleId="FontStyle200">
    <w:name w:val="Font Style200"/>
    <w:rsid w:val="009D142E"/>
    <w:rPr>
      <w:rFonts w:ascii="Bookman Old Style" w:hAnsi="Bookman Old Style" w:cs="Bookman Old Style"/>
      <w:b/>
      <w:bCs/>
      <w:spacing w:val="-20"/>
      <w:sz w:val="24"/>
      <w:szCs w:val="24"/>
    </w:rPr>
  </w:style>
  <w:style w:type="character" w:customStyle="1" w:styleId="FontStyle201">
    <w:name w:val="Font Style201"/>
    <w:rsid w:val="009D142E"/>
    <w:rPr>
      <w:rFonts w:ascii="Bookman Old Style" w:hAnsi="Bookman Old Style" w:cs="Bookman Old Style"/>
      <w:b/>
      <w:bCs/>
      <w:smallCaps/>
      <w:sz w:val="26"/>
      <w:szCs w:val="26"/>
    </w:rPr>
  </w:style>
  <w:style w:type="character" w:customStyle="1" w:styleId="FontStyle202">
    <w:name w:val="Font Style202"/>
    <w:rsid w:val="009D142E"/>
    <w:rPr>
      <w:rFonts w:ascii="Bookman Old Style" w:hAnsi="Bookman Old Style" w:cs="Bookman Old Style"/>
      <w:b/>
      <w:bCs/>
      <w:spacing w:val="10"/>
      <w:sz w:val="24"/>
      <w:szCs w:val="24"/>
    </w:rPr>
  </w:style>
  <w:style w:type="character" w:customStyle="1" w:styleId="FontStyle203">
    <w:name w:val="Font Style203"/>
    <w:rsid w:val="009D142E"/>
    <w:rPr>
      <w:rFonts w:ascii="Bookman Old Style" w:hAnsi="Bookman Old Style" w:cs="Bookman Old Style"/>
      <w:b/>
      <w:bCs/>
      <w:i/>
      <w:iCs/>
      <w:spacing w:val="20"/>
      <w:sz w:val="20"/>
      <w:szCs w:val="20"/>
    </w:rPr>
  </w:style>
  <w:style w:type="character" w:customStyle="1" w:styleId="FontStyle204">
    <w:name w:val="Font Style204"/>
    <w:rsid w:val="009D142E"/>
    <w:rPr>
      <w:rFonts w:ascii="Bookman Old Style" w:hAnsi="Bookman Old Style" w:cs="Bookman Old Style"/>
      <w:b/>
      <w:bCs/>
      <w:spacing w:val="20"/>
      <w:sz w:val="22"/>
      <w:szCs w:val="22"/>
    </w:rPr>
  </w:style>
  <w:style w:type="character" w:customStyle="1" w:styleId="FontStyle205">
    <w:name w:val="Font Style205"/>
    <w:rsid w:val="009D142E"/>
    <w:rPr>
      <w:rFonts w:ascii="Bookman Old Style" w:hAnsi="Bookman Old Style" w:cs="Bookman Old Style"/>
      <w:b/>
      <w:bCs/>
      <w:spacing w:val="10"/>
      <w:sz w:val="22"/>
      <w:szCs w:val="22"/>
    </w:rPr>
  </w:style>
  <w:style w:type="character" w:customStyle="1" w:styleId="FontStyle206">
    <w:name w:val="Font Style206"/>
    <w:rsid w:val="009D142E"/>
    <w:rPr>
      <w:rFonts w:ascii="Bookman Old Style" w:hAnsi="Bookman Old Style" w:cs="Bookman Old Style"/>
      <w:b/>
      <w:bCs/>
      <w:spacing w:val="20"/>
      <w:sz w:val="22"/>
      <w:szCs w:val="22"/>
    </w:rPr>
  </w:style>
  <w:style w:type="character" w:customStyle="1" w:styleId="FontStyle207">
    <w:name w:val="Font Style207"/>
    <w:rsid w:val="009D142E"/>
    <w:rPr>
      <w:rFonts w:ascii="Bookman Old Style" w:hAnsi="Bookman Old Style" w:cs="Bookman Old Style"/>
      <w:b/>
      <w:bCs/>
      <w:spacing w:val="20"/>
      <w:sz w:val="18"/>
      <w:szCs w:val="18"/>
    </w:rPr>
  </w:style>
  <w:style w:type="character" w:customStyle="1" w:styleId="FontStyle208">
    <w:name w:val="Font Style208"/>
    <w:rsid w:val="009D142E"/>
    <w:rPr>
      <w:rFonts w:ascii="Bookman Old Style" w:hAnsi="Bookman Old Style" w:cs="Bookman Old Style"/>
      <w:b/>
      <w:bCs/>
      <w:sz w:val="26"/>
      <w:szCs w:val="26"/>
    </w:rPr>
  </w:style>
  <w:style w:type="character" w:customStyle="1" w:styleId="FontStyle209">
    <w:name w:val="Font Style209"/>
    <w:rsid w:val="009D142E"/>
    <w:rPr>
      <w:rFonts w:ascii="Bookman Old Style" w:hAnsi="Bookman Old Style" w:cs="Bookman Old Style"/>
      <w:b/>
      <w:bCs/>
      <w:sz w:val="10"/>
      <w:szCs w:val="10"/>
    </w:rPr>
  </w:style>
  <w:style w:type="character" w:customStyle="1" w:styleId="FontStyle210">
    <w:name w:val="Font Style210"/>
    <w:rsid w:val="009D142E"/>
    <w:rPr>
      <w:rFonts w:ascii="Bookman Old Style" w:hAnsi="Bookman Old Style" w:cs="Bookman Old Style"/>
      <w:b/>
      <w:bCs/>
      <w:sz w:val="24"/>
      <w:szCs w:val="24"/>
    </w:rPr>
  </w:style>
  <w:style w:type="character" w:customStyle="1" w:styleId="FontStyle211">
    <w:name w:val="Font Style211"/>
    <w:rsid w:val="009D142E"/>
    <w:rPr>
      <w:rFonts w:ascii="Franklin Gothic Medium Cond" w:hAnsi="Franklin Gothic Medium Cond" w:cs="Franklin Gothic Medium Cond"/>
      <w:b/>
      <w:bCs/>
      <w:i/>
      <w:iCs/>
      <w:sz w:val="28"/>
      <w:szCs w:val="28"/>
    </w:rPr>
  </w:style>
  <w:style w:type="character" w:customStyle="1" w:styleId="FontStyle212">
    <w:name w:val="Font Style212"/>
    <w:rsid w:val="009D142E"/>
    <w:rPr>
      <w:rFonts w:ascii="Bookman Old Style" w:hAnsi="Bookman Old Style" w:cs="Bookman Old Style"/>
      <w:b/>
      <w:bCs/>
      <w:sz w:val="22"/>
      <w:szCs w:val="22"/>
    </w:rPr>
  </w:style>
  <w:style w:type="character" w:customStyle="1" w:styleId="FontStyle213">
    <w:name w:val="Font Style213"/>
    <w:rsid w:val="009D142E"/>
    <w:rPr>
      <w:rFonts w:ascii="Consolas" w:hAnsi="Consolas" w:cs="Consolas"/>
      <w:b/>
      <w:bCs/>
      <w:i/>
      <w:iCs/>
      <w:sz w:val="8"/>
      <w:szCs w:val="8"/>
    </w:rPr>
  </w:style>
  <w:style w:type="character" w:customStyle="1" w:styleId="FontStyle214">
    <w:name w:val="Font Style214"/>
    <w:rsid w:val="009D142E"/>
    <w:rPr>
      <w:rFonts w:ascii="Verdana" w:hAnsi="Verdana" w:cs="Verdana"/>
      <w:b/>
      <w:bCs/>
      <w:smallCaps/>
      <w:spacing w:val="-30"/>
      <w:sz w:val="28"/>
      <w:szCs w:val="28"/>
    </w:rPr>
  </w:style>
  <w:style w:type="character" w:customStyle="1" w:styleId="FontStyle215">
    <w:name w:val="Font Style215"/>
    <w:rsid w:val="009D142E"/>
    <w:rPr>
      <w:rFonts w:ascii="Bookman Old Style" w:hAnsi="Bookman Old Style" w:cs="Bookman Old Style"/>
      <w:b/>
      <w:bCs/>
      <w:w w:val="120"/>
      <w:sz w:val="8"/>
      <w:szCs w:val="8"/>
    </w:rPr>
  </w:style>
  <w:style w:type="character" w:customStyle="1" w:styleId="FontStyle216">
    <w:name w:val="Font Style216"/>
    <w:rsid w:val="009D142E"/>
    <w:rPr>
      <w:rFonts w:ascii="Bookman Old Style" w:hAnsi="Bookman Old Style" w:cs="Bookman Old Style"/>
      <w:b/>
      <w:bCs/>
      <w:i/>
      <w:iCs/>
      <w:spacing w:val="20"/>
      <w:sz w:val="20"/>
      <w:szCs w:val="20"/>
    </w:rPr>
  </w:style>
  <w:style w:type="character" w:customStyle="1" w:styleId="ExplorateurdedocumentsCar">
    <w:name w:val="Explorateur de documents Car"/>
    <w:rsid w:val="009D142E"/>
    <w:rPr>
      <w:rFonts w:ascii="Tahoma" w:hAnsi="Tahoma" w:cs="Tahoma"/>
      <w:sz w:val="32"/>
      <w:szCs w:val="24"/>
      <w:shd w:val="clear" w:color="auto" w:fill="000080"/>
    </w:rPr>
  </w:style>
  <w:style w:type="character" w:customStyle="1" w:styleId="En-tteCar">
    <w:name w:val="En-tête Car"/>
    <w:rsid w:val="009D142E"/>
    <w:rPr>
      <w:rFonts w:ascii="Georgia" w:hAnsi="Georgia"/>
      <w:sz w:val="32"/>
      <w:szCs w:val="24"/>
    </w:rPr>
  </w:style>
  <w:style w:type="character" w:customStyle="1" w:styleId="PieddepageCar">
    <w:name w:val="Pied de page Car"/>
    <w:rsid w:val="009D142E"/>
    <w:rPr>
      <w:rFonts w:ascii="Georgia" w:hAnsi="Georgia"/>
      <w:sz w:val="32"/>
      <w:szCs w:val="24"/>
    </w:rPr>
  </w:style>
  <w:style w:type="character" w:customStyle="1" w:styleId="NotedebasdepageCar">
    <w:name w:val="Note de bas de page Car"/>
    <w:rsid w:val="009D142E"/>
    <w:rPr>
      <w:rFonts w:ascii="Georgia" w:hAnsi="Georgia"/>
      <w:sz w:val="28"/>
      <w:szCs w:val="30"/>
    </w:rPr>
  </w:style>
  <w:style w:type="character" w:customStyle="1" w:styleId="Caractresdenumrotation">
    <w:name w:val="Caractères de numérotation"/>
    <w:rsid w:val="009D142E"/>
  </w:style>
  <w:style w:type="character" w:customStyle="1" w:styleId="Puces">
    <w:name w:val="Puces"/>
    <w:rsid w:val="009D142E"/>
    <w:rPr>
      <w:rFonts w:ascii="OpenSymbol" w:eastAsia="OpenSymbol" w:hAnsi="OpenSymbol" w:cs="OpenSymbol"/>
    </w:rPr>
  </w:style>
  <w:style w:type="paragraph" w:customStyle="1" w:styleId="Titre10">
    <w:name w:val="Titre1"/>
    <w:basedOn w:val="Normal"/>
    <w:next w:val="Corpsdetexte"/>
    <w:rsid w:val="009D142E"/>
    <w:pPr>
      <w:keepNext/>
      <w:spacing w:after="120"/>
    </w:pPr>
    <w:rPr>
      <w:rFonts w:ascii="Arial" w:eastAsia="Lucida Sans Unicode" w:hAnsi="Arial" w:cs="Mangal"/>
      <w:sz w:val="28"/>
      <w:szCs w:val="28"/>
    </w:rPr>
  </w:style>
  <w:style w:type="paragraph" w:styleId="Corpsdetexte">
    <w:name w:val="Body Text"/>
    <w:basedOn w:val="Normal"/>
    <w:link w:val="CorpsdetexteCar"/>
    <w:rsid w:val="009D142E"/>
    <w:pPr>
      <w:spacing w:before="0" w:after="120"/>
    </w:pPr>
  </w:style>
  <w:style w:type="paragraph" w:styleId="Liste">
    <w:name w:val="List"/>
    <w:basedOn w:val="Corpsdetexte"/>
    <w:rsid w:val="009D142E"/>
    <w:rPr>
      <w:rFonts w:cs="Mangal"/>
    </w:rPr>
  </w:style>
  <w:style w:type="paragraph" w:customStyle="1" w:styleId="Lgende1">
    <w:name w:val="Légende1"/>
    <w:basedOn w:val="Normal"/>
    <w:rsid w:val="009D142E"/>
    <w:pPr>
      <w:suppressLineNumbers/>
      <w:spacing w:before="120" w:after="120"/>
    </w:pPr>
    <w:rPr>
      <w:rFonts w:cs="Mangal"/>
      <w:i/>
      <w:iCs/>
      <w:sz w:val="24"/>
    </w:rPr>
  </w:style>
  <w:style w:type="paragraph" w:customStyle="1" w:styleId="Index">
    <w:name w:val="Index"/>
    <w:basedOn w:val="Normal"/>
    <w:rsid w:val="009D142E"/>
    <w:pPr>
      <w:suppressLineNumbers/>
    </w:pPr>
    <w:rPr>
      <w:rFonts w:cs="Mangal"/>
    </w:rPr>
  </w:style>
  <w:style w:type="paragraph" w:styleId="Explorateurdedocuments0">
    <w:name w:val="Document Map"/>
    <w:basedOn w:val="Normal"/>
    <w:rsid w:val="006F1ADB"/>
    <w:pPr>
      <w:shd w:val="clear" w:color="auto" w:fill="000080"/>
    </w:pPr>
    <w:rPr>
      <w:rFonts w:ascii="Tahoma" w:hAnsi="Tahoma" w:cs="Tahoma"/>
    </w:rPr>
  </w:style>
  <w:style w:type="paragraph" w:customStyle="1" w:styleId="Style1">
    <w:name w:val="Style1"/>
    <w:basedOn w:val="Normal"/>
    <w:rsid w:val="009D142E"/>
  </w:style>
  <w:style w:type="paragraph" w:customStyle="1" w:styleId="Style2">
    <w:name w:val="Style2"/>
    <w:basedOn w:val="Normal"/>
    <w:rsid w:val="009D142E"/>
  </w:style>
  <w:style w:type="paragraph" w:customStyle="1" w:styleId="Style3">
    <w:name w:val="Style3"/>
    <w:basedOn w:val="Normal"/>
    <w:rsid w:val="009D142E"/>
  </w:style>
  <w:style w:type="paragraph" w:customStyle="1" w:styleId="Style4">
    <w:name w:val="Style4"/>
    <w:basedOn w:val="Normal"/>
    <w:rsid w:val="009D142E"/>
  </w:style>
  <w:style w:type="paragraph" w:customStyle="1" w:styleId="Style5">
    <w:name w:val="Style5"/>
    <w:basedOn w:val="Normal"/>
    <w:rsid w:val="009D142E"/>
  </w:style>
  <w:style w:type="paragraph" w:customStyle="1" w:styleId="Style6">
    <w:name w:val="Style6"/>
    <w:basedOn w:val="Normal"/>
    <w:rsid w:val="009D142E"/>
  </w:style>
  <w:style w:type="paragraph" w:customStyle="1" w:styleId="Style7">
    <w:name w:val="Style7"/>
    <w:basedOn w:val="Normal"/>
    <w:rsid w:val="009D142E"/>
  </w:style>
  <w:style w:type="paragraph" w:customStyle="1" w:styleId="Style8">
    <w:name w:val="Style8"/>
    <w:basedOn w:val="Normal"/>
    <w:rsid w:val="009D142E"/>
  </w:style>
  <w:style w:type="paragraph" w:customStyle="1" w:styleId="Style9">
    <w:name w:val="Style9"/>
    <w:basedOn w:val="Normal"/>
    <w:rsid w:val="009D142E"/>
  </w:style>
  <w:style w:type="paragraph" w:customStyle="1" w:styleId="Style10">
    <w:name w:val="Style10"/>
    <w:basedOn w:val="Normal"/>
    <w:rsid w:val="009D142E"/>
  </w:style>
  <w:style w:type="paragraph" w:customStyle="1" w:styleId="Style11">
    <w:name w:val="Style11"/>
    <w:basedOn w:val="Normal"/>
    <w:rsid w:val="009D142E"/>
  </w:style>
  <w:style w:type="paragraph" w:customStyle="1" w:styleId="Style12">
    <w:name w:val="Style12"/>
    <w:basedOn w:val="Normal"/>
    <w:rsid w:val="009D142E"/>
  </w:style>
  <w:style w:type="paragraph" w:customStyle="1" w:styleId="Style13">
    <w:name w:val="Style13"/>
    <w:basedOn w:val="Normal"/>
    <w:rsid w:val="009D142E"/>
  </w:style>
  <w:style w:type="paragraph" w:customStyle="1" w:styleId="Style14">
    <w:name w:val="Style14"/>
    <w:basedOn w:val="Normal"/>
    <w:rsid w:val="009D142E"/>
  </w:style>
  <w:style w:type="paragraph" w:customStyle="1" w:styleId="Style15">
    <w:name w:val="Style15"/>
    <w:basedOn w:val="Normal"/>
    <w:rsid w:val="009D142E"/>
  </w:style>
  <w:style w:type="paragraph" w:customStyle="1" w:styleId="Style16">
    <w:name w:val="Style16"/>
    <w:basedOn w:val="Normal"/>
    <w:rsid w:val="009D142E"/>
  </w:style>
  <w:style w:type="paragraph" w:customStyle="1" w:styleId="Style17">
    <w:name w:val="Style17"/>
    <w:basedOn w:val="Normal"/>
    <w:rsid w:val="009D142E"/>
  </w:style>
  <w:style w:type="paragraph" w:customStyle="1" w:styleId="Style18">
    <w:name w:val="Style18"/>
    <w:basedOn w:val="Normal"/>
    <w:rsid w:val="009D142E"/>
  </w:style>
  <w:style w:type="paragraph" w:customStyle="1" w:styleId="Style19">
    <w:name w:val="Style19"/>
    <w:basedOn w:val="Normal"/>
    <w:rsid w:val="009D142E"/>
  </w:style>
  <w:style w:type="paragraph" w:customStyle="1" w:styleId="Style20">
    <w:name w:val="Style20"/>
    <w:basedOn w:val="Normal"/>
    <w:rsid w:val="009D142E"/>
  </w:style>
  <w:style w:type="paragraph" w:customStyle="1" w:styleId="Style21">
    <w:name w:val="Style21"/>
    <w:basedOn w:val="Normal"/>
    <w:rsid w:val="009D142E"/>
  </w:style>
  <w:style w:type="paragraph" w:customStyle="1" w:styleId="Style22">
    <w:name w:val="Style22"/>
    <w:basedOn w:val="Normal"/>
    <w:rsid w:val="009D142E"/>
  </w:style>
  <w:style w:type="paragraph" w:customStyle="1" w:styleId="Style23">
    <w:name w:val="Style23"/>
    <w:basedOn w:val="Normal"/>
    <w:rsid w:val="009D142E"/>
  </w:style>
  <w:style w:type="paragraph" w:customStyle="1" w:styleId="Style24">
    <w:name w:val="Style24"/>
    <w:basedOn w:val="Normal"/>
    <w:rsid w:val="009D142E"/>
  </w:style>
  <w:style w:type="paragraph" w:customStyle="1" w:styleId="Style25">
    <w:name w:val="Style25"/>
    <w:basedOn w:val="Normal"/>
    <w:rsid w:val="009D142E"/>
  </w:style>
  <w:style w:type="paragraph" w:customStyle="1" w:styleId="Style26">
    <w:name w:val="Style26"/>
    <w:basedOn w:val="Normal"/>
    <w:rsid w:val="009D142E"/>
  </w:style>
  <w:style w:type="paragraph" w:customStyle="1" w:styleId="Style27">
    <w:name w:val="Style27"/>
    <w:basedOn w:val="Normal"/>
    <w:rsid w:val="009D142E"/>
  </w:style>
  <w:style w:type="paragraph" w:customStyle="1" w:styleId="Style28">
    <w:name w:val="Style28"/>
    <w:basedOn w:val="Normal"/>
    <w:rsid w:val="009D142E"/>
  </w:style>
  <w:style w:type="paragraph" w:customStyle="1" w:styleId="Style29">
    <w:name w:val="Style29"/>
    <w:basedOn w:val="Normal"/>
    <w:rsid w:val="009D142E"/>
  </w:style>
  <w:style w:type="paragraph" w:customStyle="1" w:styleId="Style30">
    <w:name w:val="Style30"/>
    <w:basedOn w:val="Normal"/>
    <w:rsid w:val="009D142E"/>
  </w:style>
  <w:style w:type="paragraph" w:customStyle="1" w:styleId="Style31">
    <w:name w:val="Style31"/>
    <w:basedOn w:val="Normal"/>
    <w:rsid w:val="009D142E"/>
  </w:style>
  <w:style w:type="paragraph" w:customStyle="1" w:styleId="Style32">
    <w:name w:val="Style32"/>
    <w:basedOn w:val="Normal"/>
    <w:rsid w:val="009D142E"/>
  </w:style>
  <w:style w:type="paragraph" w:customStyle="1" w:styleId="Style33">
    <w:name w:val="Style33"/>
    <w:basedOn w:val="Normal"/>
    <w:rsid w:val="009D142E"/>
  </w:style>
  <w:style w:type="paragraph" w:customStyle="1" w:styleId="Style34">
    <w:name w:val="Style34"/>
    <w:basedOn w:val="Normal"/>
    <w:rsid w:val="009D142E"/>
  </w:style>
  <w:style w:type="paragraph" w:customStyle="1" w:styleId="Style35">
    <w:name w:val="Style35"/>
    <w:basedOn w:val="Normal"/>
    <w:rsid w:val="009D142E"/>
  </w:style>
  <w:style w:type="paragraph" w:customStyle="1" w:styleId="Style36">
    <w:name w:val="Style36"/>
    <w:basedOn w:val="Normal"/>
    <w:rsid w:val="009D142E"/>
  </w:style>
  <w:style w:type="paragraph" w:customStyle="1" w:styleId="Style37">
    <w:name w:val="Style37"/>
    <w:basedOn w:val="Normal"/>
    <w:rsid w:val="009D142E"/>
  </w:style>
  <w:style w:type="paragraph" w:customStyle="1" w:styleId="Style38">
    <w:name w:val="Style38"/>
    <w:basedOn w:val="Normal"/>
    <w:rsid w:val="009D142E"/>
  </w:style>
  <w:style w:type="paragraph" w:customStyle="1" w:styleId="Style39">
    <w:name w:val="Style39"/>
    <w:basedOn w:val="Normal"/>
    <w:rsid w:val="009D142E"/>
  </w:style>
  <w:style w:type="paragraph" w:customStyle="1" w:styleId="Style40">
    <w:name w:val="Style40"/>
    <w:basedOn w:val="Normal"/>
    <w:rsid w:val="009D142E"/>
  </w:style>
  <w:style w:type="paragraph" w:customStyle="1" w:styleId="Style41">
    <w:name w:val="Style41"/>
    <w:basedOn w:val="Normal"/>
    <w:rsid w:val="009D142E"/>
  </w:style>
  <w:style w:type="paragraph" w:customStyle="1" w:styleId="Style42">
    <w:name w:val="Style42"/>
    <w:basedOn w:val="Normal"/>
    <w:rsid w:val="009D142E"/>
  </w:style>
  <w:style w:type="paragraph" w:customStyle="1" w:styleId="Style43">
    <w:name w:val="Style43"/>
    <w:basedOn w:val="Normal"/>
    <w:rsid w:val="009D142E"/>
  </w:style>
  <w:style w:type="paragraph" w:customStyle="1" w:styleId="Style44">
    <w:name w:val="Style44"/>
    <w:basedOn w:val="Normal"/>
    <w:rsid w:val="009D142E"/>
  </w:style>
  <w:style w:type="paragraph" w:customStyle="1" w:styleId="Style45">
    <w:name w:val="Style45"/>
    <w:basedOn w:val="Normal"/>
    <w:rsid w:val="009D142E"/>
  </w:style>
  <w:style w:type="paragraph" w:customStyle="1" w:styleId="Style46">
    <w:name w:val="Style46"/>
    <w:basedOn w:val="Normal"/>
    <w:rsid w:val="009D142E"/>
  </w:style>
  <w:style w:type="paragraph" w:customStyle="1" w:styleId="Style47">
    <w:name w:val="Style47"/>
    <w:basedOn w:val="Normal"/>
    <w:rsid w:val="009D142E"/>
  </w:style>
  <w:style w:type="paragraph" w:customStyle="1" w:styleId="Style48">
    <w:name w:val="Style48"/>
    <w:basedOn w:val="Normal"/>
    <w:rsid w:val="009D142E"/>
  </w:style>
  <w:style w:type="paragraph" w:customStyle="1" w:styleId="Style49">
    <w:name w:val="Style49"/>
    <w:basedOn w:val="Normal"/>
    <w:rsid w:val="009D142E"/>
  </w:style>
  <w:style w:type="paragraph" w:customStyle="1" w:styleId="Style50">
    <w:name w:val="Style50"/>
    <w:basedOn w:val="Normal"/>
    <w:rsid w:val="009D142E"/>
  </w:style>
  <w:style w:type="paragraph" w:customStyle="1" w:styleId="Style51">
    <w:name w:val="Style51"/>
    <w:basedOn w:val="Normal"/>
    <w:rsid w:val="009D142E"/>
  </w:style>
  <w:style w:type="paragraph" w:customStyle="1" w:styleId="Style52">
    <w:name w:val="Style52"/>
    <w:basedOn w:val="Normal"/>
    <w:rsid w:val="009D142E"/>
  </w:style>
  <w:style w:type="paragraph" w:customStyle="1" w:styleId="Style53">
    <w:name w:val="Style53"/>
    <w:basedOn w:val="Normal"/>
    <w:rsid w:val="009D142E"/>
  </w:style>
  <w:style w:type="paragraph" w:customStyle="1" w:styleId="Style54">
    <w:name w:val="Style54"/>
    <w:basedOn w:val="Normal"/>
    <w:rsid w:val="009D142E"/>
  </w:style>
  <w:style w:type="paragraph" w:customStyle="1" w:styleId="Style55">
    <w:name w:val="Style55"/>
    <w:basedOn w:val="Normal"/>
    <w:rsid w:val="009D142E"/>
  </w:style>
  <w:style w:type="paragraph" w:customStyle="1" w:styleId="Style56">
    <w:name w:val="Style56"/>
    <w:basedOn w:val="Normal"/>
    <w:rsid w:val="009D142E"/>
  </w:style>
  <w:style w:type="paragraph" w:customStyle="1" w:styleId="Style57">
    <w:name w:val="Style57"/>
    <w:basedOn w:val="Normal"/>
    <w:rsid w:val="009D142E"/>
  </w:style>
  <w:style w:type="paragraph" w:customStyle="1" w:styleId="Style58">
    <w:name w:val="Style58"/>
    <w:basedOn w:val="Normal"/>
    <w:rsid w:val="009D142E"/>
  </w:style>
  <w:style w:type="paragraph" w:customStyle="1" w:styleId="Style59">
    <w:name w:val="Style59"/>
    <w:basedOn w:val="Normal"/>
    <w:rsid w:val="009D142E"/>
  </w:style>
  <w:style w:type="paragraph" w:customStyle="1" w:styleId="Style60">
    <w:name w:val="Style60"/>
    <w:basedOn w:val="Normal"/>
    <w:rsid w:val="009D142E"/>
  </w:style>
  <w:style w:type="paragraph" w:customStyle="1" w:styleId="Style61">
    <w:name w:val="Style61"/>
    <w:basedOn w:val="Normal"/>
    <w:rsid w:val="009D142E"/>
  </w:style>
  <w:style w:type="paragraph" w:customStyle="1" w:styleId="Style62">
    <w:name w:val="Style62"/>
    <w:basedOn w:val="Normal"/>
    <w:rsid w:val="009D142E"/>
  </w:style>
  <w:style w:type="paragraph" w:customStyle="1" w:styleId="Style63">
    <w:name w:val="Style63"/>
    <w:basedOn w:val="Normal"/>
    <w:rsid w:val="009D142E"/>
  </w:style>
  <w:style w:type="paragraph" w:customStyle="1" w:styleId="Style64">
    <w:name w:val="Style64"/>
    <w:basedOn w:val="Normal"/>
    <w:rsid w:val="009D142E"/>
  </w:style>
  <w:style w:type="paragraph" w:customStyle="1" w:styleId="Style65">
    <w:name w:val="Style65"/>
    <w:basedOn w:val="Normal"/>
    <w:rsid w:val="009D142E"/>
  </w:style>
  <w:style w:type="paragraph" w:customStyle="1" w:styleId="Style66">
    <w:name w:val="Style66"/>
    <w:basedOn w:val="Normal"/>
    <w:rsid w:val="009D142E"/>
  </w:style>
  <w:style w:type="paragraph" w:customStyle="1" w:styleId="Style67">
    <w:name w:val="Style67"/>
    <w:basedOn w:val="Normal"/>
    <w:rsid w:val="009D142E"/>
  </w:style>
  <w:style w:type="paragraph" w:customStyle="1" w:styleId="Style68">
    <w:name w:val="Style68"/>
    <w:basedOn w:val="Normal"/>
    <w:rsid w:val="009D142E"/>
  </w:style>
  <w:style w:type="paragraph" w:customStyle="1" w:styleId="Style69">
    <w:name w:val="Style69"/>
    <w:basedOn w:val="Normal"/>
    <w:rsid w:val="009D142E"/>
  </w:style>
  <w:style w:type="paragraph" w:customStyle="1" w:styleId="Style70">
    <w:name w:val="Style70"/>
    <w:basedOn w:val="Normal"/>
    <w:rsid w:val="009D142E"/>
  </w:style>
  <w:style w:type="paragraph" w:customStyle="1" w:styleId="Style71">
    <w:name w:val="Style71"/>
    <w:basedOn w:val="Normal"/>
    <w:rsid w:val="009D142E"/>
  </w:style>
  <w:style w:type="paragraph" w:customStyle="1" w:styleId="Style72">
    <w:name w:val="Style72"/>
    <w:basedOn w:val="Normal"/>
    <w:rsid w:val="009D142E"/>
  </w:style>
  <w:style w:type="paragraph" w:customStyle="1" w:styleId="Style73">
    <w:name w:val="Style73"/>
    <w:basedOn w:val="Normal"/>
    <w:rsid w:val="009D142E"/>
  </w:style>
  <w:style w:type="paragraph" w:customStyle="1" w:styleId="Style74">
    <w:name w:val="Style74"/>
    <w:basedOn w:val="Normal"/>
    <w:rsid w:val="009D142E"/>
  </w:style>
  <w:style w:type="paragraph" w:customStyle="1" w:styleId="Style75">
    <w:name w:val="Style75"/>
    <w:basedOn w:val="Normal"/>
    <w:rsid w:val="009D142E"/>
  </w:style>
  <w:style w:type="paragraph" w:customStyle="1" w:styleId="Style76">
    <w:name w:val="Style76"/>
    <w:basedOn w:val="Normal"/>
    <w:rsid w:val="009D142E"/>
  </w:style>
  <w:style w:type="paragraph" w:customStyle="1" w:styleId="Style77">
    <w:name w:val="Style77"/>
    <w:basedOn w:val="Normal"/>
    <w:rsid w:val="009D142E"/>
  </w:style>
  <w:style w:type="paragraph" w:customStyle="1" w:styleId="Style78">
    <w:name w:val="Style78"/>
    <w:basedOn w:val="Normal"/>
    <w:rsid w:val="009D142E"/>
  </w:style>
  <w:style w:type="paragraph" w:customStyle="1" w:styleId="Style79">
    <w:name w:val="Style79"/>
    <w:basedOn w:val="Normal"/>
    <w:rsid w:val="009D142E"/>
  </w:style>
  <w:style w:type="paragraph" w:customStyle="1" w:styleId="Style80">
    <w:name w:val="Style80"/>
    <w:basedOn w:val="Normal"/>
    <w:rsid w:val="009D142E"/>
  </w:style>
  <w:style w:type="paragraph" w:customStyle="1" w:styleId="Style81">
    <w:name w:val="Style81"/>
    <w:basedOn w:val="Normal"/>
    <w:rsid w:val="009D142E"/>
  </w:style>
  <w:style w:type="paragraph" w:customStyle="1" w:styleId="Style82">
    <w:name w:val="Style82"/>
    <w:basedOn w:val="Normal"/>
    <w:rsid w:val="009D142E"/>
  </w:style>
  <w:style w:type="paragraph" w:customStyle="1" w:styleId="Style83">
    <w:name w:val="Style83"/>
    <w:basedOn w:val="Normal"/>
    <w:rsid w:val="009D142E"/>
  </w:style>
  <w:style w:type="paragraph" w:customStyle="1" w:styleId="Style84">
    <w:name w:val="Style84"/>
    <w:basedOn w:val="Normal"/>
    <w:rsid w:val="009D142E"/>
  </w:style>
  <w:style w:type="paragraph" w:customStyle="1" w:styleId="Style85">
    <w:name w:val="Style85"/>
    <w:basedOn w:val="Normal"/>
    <w:rsid w:val="009D142E"/>
  </w:style>
  <w:style w:type="paragraph" w:customStyle="1" w:styleId="Style86">
    <w:name w:val="Style86"/>
    <w:basedOn w:val="Normal"/>
    <w:rsid w:val="009D142E"/>
  </w:style>
  <w:style w:type="paragraph" w:customStyle="1" w:styleId="Style87">
    <w:name w:val="Style87"/>
    <w:basedOn w:val="Normal"/>
    <w:rsid w:val="009D142E"/>
  </w:style>
  <w:style w:type="paragraph" w:customStyle="1" w:styleId="Style88">
    <w:name w:val="Style88"/>
    <w:basedOn w:val="Normal"/>
    <w:rsid w:val="009D142E"/>
  </w:style>
  <w:style w:type="paragraph" w:customStyle="1" w:styleId="Style89">
    <w:name w:val="Style89"/>
    <w:basedOn w:val="Normal"/>
    <w:rsid w:val="009D142E"/>
  </w:style>
  <w:style w:type="paragraph" w:customStyle="1" w:styleId="Style90">
    <w:name w:val="Style90"/>
    <w:basedOn w:val="Normal"/>
    <w:rsid w:val="009D142E"/>
  </w:style>
  <w:style w:type="paragraph" w:customStyle="1" w:styleId="Style91">
    <w:name w:val="Style91"/>
    <w:basedOn w:val="Normal"/>
    <w:rsid w:val="009D142E"/>
  </w:style>
  <w:style w:type="paragraph" w:customStyle="1" w:styleId="Style92">
    <w:name w:val="Style92"/>
    <w:basedOn w:val="Normal"/>
    <w:rsid w:val="009D142E"/>
  </w:style>
  <w:style w:type="paragraph" w:customStyle="1" w:styleId="Style93">
    <w:name w:val="Style93"/>
    <w:basedOn w:val="Normal"/>
    <w:rsid w:val="009D142E"/>
  </w:style>
  <w:style w:type="paragraph" w:customStyle="1" w:styleId="Style94">
    <w:name w:val="Style94"/>
    <w:basedOn w:val="Normal"/>
    <w:rsid w:val="009D142E"/>
  </w:style>
  <w:style w:type="paragraph" w:customStyle="1" w:styleId="Style95">
    <w:name w:val="Style95"/>
    <w:basedOn w:val="Normal"/>
    <w:rsid w:val="009D142E"/>
  </w:style>
  <w:style w:type="paragraph" w:customStyle="1" w:styleId="Style96">
    <w:name w:val="Style96"/>
    <w:basedOn w:val="Normal"/>
    <w:rsid w:val="009D142E"/>
  </w:style>
  <w:style w:type="paragraph" w:customStyle="1" w:styleId="Style97">
    <w:name w:val="Style97"/>
    <w:basedOn w:val="Normal"/>
    <w:rsid w:val="009D142E"/>
  </w:style>
  <w:style w:type="paragraph" w:styleId="Textedebulles">
    <w:name w:val="Balloon Text"/>
    <w:basedOn w:val="Normal"/>
    <w:link w:val="TextedebullesCar"/>
    <w:rsid w:val="009D142E"/>
    <w:rPr>
      <w:rFonts w:ascii="Tahoma" w:hAnsi="Tahoma" w:cs="Tahoma"/>
      <w:sz w:val="16"/>
      <w:szCs w:val="16"/>
    </w:rPr>
  </w:style>
  <w:style w:type="character" w:customStyle="1" w:styleId="Titre5Car">
    <w:name w:val="Titre 5 Car"/>
    <w:link w:val="Titre5"/>
    <w:rsid w:val="005A3479"/>
    <w:rPr>
      <w:rFonts w:ascii="Arial" w:eastAsia="Lucida Sans Unicode" w:hAnsi="Arial" w:cs="Mangal"/>
      <w:b/>
      <w:bCs/>
      <w:sz w:val="24"/>
      <w:szCs w:val="24"/>
    </w:rPr>
  </w:style>
  <w:style w:type="character" w:customStyle="1" w:styleId="WW8Num1z0">
    <w:name w:val="WW8Num1z0"/>
    <w:rsid w:val="005A3479"/>
    <w:rPr>
      <w:rFonts w:ascii="Symbol" w:hAnsi="Symbol"/>
      <w:sz w:val="20"/>
    </w:rPr>
  </w:style>
  <w:style w:type="character" w:customStyle="1" w:styleId="WW8Num1z1">
    <w:name w:val="WW8Num1z1"/>
    <w:rsid w:val="005A3479"/>
    <w:rPr>
      <w:rFonts w:ascii="Courier New" w:hAnsi="Courier New"/>
      <w:sz w:val="20"/>
    </w:rPr>
  </w:style>
  <w:style w:type="character" w:customStyle="1" w:styleId="WW8Num1z2">
    <w:name w:val="WW8Num1z2"/>
    <w:rsid w:val="005A3479"/>
    <w:rPr>
      <w:rFonts w:ascii="Wingdings" w:hAnsi="Wingdings"/>
      <w:sz w:val="20"/>
    </w:rPr>
  </w:style>
  <w:style w:type="character" w:customStyle="1" w:styleId="WW8Num15z0">
    <w:name w:val="WW8Num15z0"/>
    <w:rsid w:val="005A3479"/>
    <w:rPr>
      <w:rFonts w:ascii="Symbol" w:hAnsi="Symbol"/>
      <w:sz w:val="20"/>
    </w:rPr>
  </w:style>
  <w:style w:type="character" w:customStyle="1" w:styleId="WW8Num15z1">
    <w:name w:val="WW8Num15z1"/>
    <w:rsid w:val="005A3479"/>
    <w:rPr>
      <w:rFonts w:ascii="Courier New" w:hAnsi="Courier New"/>
      <w:sz w:val="20"/>
    </w:rPr>
  </w:style>
  <w:style w:type="character" w:customStyle="1" w:styleId="WW8Num15z2">
    <w:name w:val="WW8Num15z2"/>
    <w:rsid w:val="005A3479"/>
    <w:rPr>
      <w:rFonts w:ascii="Wingdings" w:hAnsi="Wingdings"/>
      <w:sz w:val="20"/>
    </w:rPr>
  </w:style>
  <w:style w:type="character" w:customStyle="1" w:styleId="Policepardfaut2">
    <w:name w:val="Police par défaut2"/>
    <w:rsid w:val="005A3479"/>
  </w:style>
  <w:style w:type="character" w:customStyle="1" w:styleId="Car">
    <w:name w:val=" Car"/>
    <w:rsid w:val="005A3479"/>
    <w:rPr>
      <w:rFonts w:ascii="Georgia" w:hAnsi="Georgia"/>
      <w:sz w:val="28"/>
    </w:rPr>
  </w:style>
  <w:style w:type="character" w:customStyle="1" w:styleId="WW-Absatz-Standardschriftart1111111">
    <w:name w:val="WW-Absatz-Standardschriftart1111111"/>
    <w:rsid w:val="005A3479"/>
  </w:style>
  <w:style w:type="character" w:customStyle="1" w:styleId="WW-Absatz-Standardschriftart11111111">
    <w:name w:val="WW-Absatz-Standardschriftart11111111"/>
    <w:rsid w:val="005A3479"/>
  </w:style>
  <w:style w:type="character" w:customStyle="1" w:styleId="WW-Absatz-Standardschriftart111111111">
    <w:name w:val="WW-Absatz-Standardschriftart111111111"/>
    <w:rsid w:val="005A3479"/>
  </w:style>
  <w:style w:type="character" w:customStyle="1" w:styleId="WW-Absatz-Standardschriftart1111111111">
    <w:name w:val="WW-Absatz-Standardschriftart1111111111"/>
    <w:rsid w:val="005A3479"/>
  </w:style>
  <w:style w:type="character" w:customStyle="1" w:styleId="WW-Absatz-Standardschriftart11111111111">
    <w:name w:val="WW-Absatz-Standardschriftart11111111111"/>
    <w:rsid w:val="005A3479"/>
  </w:style>
  <w:style w:type="character" w:customStyle="1" w:styleId="WW-Absatz-Standardschriftart111111111111">
    <w:name w:val="WW-Absatz-Standardschriftart111111111111"/>
    <w:rsid w:val="005A3479"/>
  </w:style>
  <w:style w:type="character" w:customStyle="1" w:styleId="WW-Absatz-Standardschriftart1111111111111">
    <w:name w:val="WW-Absatz-Standardschriftart1111111111111"/>
    <w:rsid w:val="005A3479"/>
  </w:style>
  <w:style w:type="character" w:customStyle="1" w:styleId="WW-Caractresdenotedebasdepage">
    <w:name w:val="WW-Caractères de note de bas de page"/>
    <w:rsid w:val="005A3479"/>
    <w:rPr>
      <w:rFonts w:ascii="Georgia" w:hAnsi="Georgia"/>
      <w:b/>
      <w:sz w:val="32"/>
      <w:vertAlign w:val="superscript"/>
    </w:rPr>
  </w:style>
  <w:style w:type="character" w:customStyle="1" w:styleId="WW-Caractresdenotedefin">
    <w:name w:val="WW-Caractères de note de fin"/>
    <w:rsid w:val="005A3479"/>
    <w:rPr>
      <w:rFonts w:ascii="Georgia" w:hAnsi="Georgia"/>
      <w:b/>
      <w:sz w:val="32"/>
      <w:vertAlign w:val="superscript"/>
    </w:rPr>
  </w:style>
  <w:style w:type="paragraph" w:customStyle="1" w:styleId="Titre20">
    <w:name w:val="Titre2"/>
    <w:basedOn w:val="Normal"/>
    <w:next w:val="Corpsdetexte"/>
    <w:rsid w:val="005A3479"/>
    <w:pPr>
      <w:keepNext/>
      <w:spacing w:after="120"/>
    </w:pPr>
    <w:rPr>
      <w:rFonts w:ascii="Times New Roman" w:eastAsia="Arial Unicode MS" w:hAnsi="Times New Roman" w:cs="Tahoma"/>
      <w:sz w:val="28"/>
      <w:szCs w:val="28"/>
      <w:lang w:eastAsia="ar-SA"/>
    </w:rPr>
  </w:style>
  <w:style w:type="character" w:customStyle="1" w:styleId="CorpsdetexteCar">
    <w:name w:val="Corps de texte Car"/>
    <w:link w:val="Corpsdetexte"/>
    <w:rsid w:val="005A3479"/>
    <w:rPr>
      <w:rFonts w:ascii="Georgia" w:hAnsi="Georgia"/>
      <w:sz w:val="32"/>
      <w:szCs w:val="24"/>
    </w:rPr>
  </w:style>
  <w:style w:type="paragraph" w:customStyle="1" w:styleId="Lgende2">
    <w:name w:val="Légende2"/>
    <w:basedOn w:val="Normal"/>
    <w:rsid w:val="005A3479"/>
    <w:pPr>
      <w:suppressLineNumbers/>
      <w:spacing w:before="120" w:after="120"/>
    </w:pPr>
    <w:rPr>
      <w:rFonts w:cs="Tahoma"/>
      <w:i/>
      <w:iCs/>
      <w:sz w:val="24"/>
      <w:lang w:eastAsia="ar-SA"/>
    </w:rPr>
  </w:style>
  <w:style w:type="paragraph" w:customStyle="1" w:styleId="Explorateurdedocument">
    <w:name w:val="Explorateur de document"/>
    <w:basedOn w:val="Normal"/>
    <w:rsid w:val="005A3479"/>
    <w:pPr>
      <w:shd w:val="clear" w:color="auto" w:fill="000080"/>
    </w:pPr>
    <w:rPr>
      <w:rFonts w:ascii="Tahoma" w:hAnsi="Tahoma" w:cs="Tahoma"/>
      <w:lang w:eastAsia="ar-SA"/>
    </w:rPr>
  </w:style>
  <w:style w:type="character" w:customStyle="1" w:styleId="En-tteCar1">
    <w:name w:val="En-tête Car1"/>
    <w:link w:val="En-tte"/>
    <w:rsid w:val="005A3479"/>
    <w:rPr>
      <w:rFonts w:ascii="Amasis30" w:hAnsi="Amasis30"/>
      <w:sz w:val="36"/>
      <w:szCs w:val="24"/>
    </w:rPr>
  </w:style>
  <w:style w:type="character" w:customStyle="1" w:styleId="PieddepageCar1">
    <w:name w:val="Pied de page Car1"/>
    <w:link w:val="Pieddepage"/>
    <w:rsid w:val="005A3479"/>
    <w:rPr>
      <w:rFonts w:ascii="Amasis30" w:hAnsi="Amasis30"/>
      <w:sz w:val="32"/>
      <w:szCs w:val="24"/>
    </w:rPr>
  </w:style>
  <w:style w:type="character" w:customStyle="1" w:styleId="NotedebasdepageCar1">
    <w:name w:val="Note de bas de page Car1"/>
    <w:link w:val="Notedebasdepage"/>
    <w:rsid w:val="005A3479"/>
    <w:rPr>
      <w:rFonts w:ascii="Amasis30" w:hAnsi="Amasis30"/>
      <w:sz w:val="32"/>
      <w:szCs w:val="30"/>
    </w:rPr>
  </w:style>
  <w:style w:type="paragraph" w:customStyle="1" w:styleId="Explorateurdedocuments1">
    <w:name w:val="Explorateur de documents1"/>
    <w:basedOn w:val="Normal"/>
    <w:rsid w:val="005A3479"/>
    <w:pPr>
      <w:shd w:val="clear" w:color="auto" w:fill="000080"/>
    </w:pPr>
    <w:rPr>
      <w:rFonts w:ascii="Tahoma" w:hAnsi="Tahoma" w:cs="Tahoma"/>
      <w:lang w:eastAsia="ar-SA"/>
    </w:rPr>
  </w:style>
  <w:style w:type="character" w:customStyle="1" w:styleId="TextedebullesCar">
    <w:name w:val="Texte de bulles Car"/>
    <w:link w:val="Textedebulles"/>
    <w:rsid w:val="005A3479"/>
    <w:rPr>
      <w:rFonts w:ascii="Tahoma" w:hAnsi="Tahoma" w:cs="Tahoma"/>
      <w:sz w:val="16"/>
      <w:szCs w:val="16"/>
    </w:rPr>
  </w:style>
  <w:style w:type="paragraph" w:customStyle="1" w:styleId="Tabledesmatiresniveau10">
    <w:name w:val="Table des matières niveau 10"/>
    <w:basedOn w:val="Index"/>
    <w:rsid w:val="005A3479"/>
    <w:pPr>
      <w:tabs>
        <w:tab w:val="right" w:leader="dot" w:pos="7091"/>
      </w:tabs>
      <w:ind w:left="2547" w:firstLine="0"/>
    </w:pPr>
    <w:rPr>
      <w:lang w:eastAsia="ar-SA"/>
    </w:rPr>
  </w:style>
  <w:style w:type="character" w:styleId="Lienhypertextesuivivisit">
    <w:name w:val="FollowedHyperlink"/>
    <w:uiPriority w:val="99"/>
    <w:semiHidden/>
    <w:unhideWhenUsed/>
    <w:rsid w:val="005A3479"/>
    <w:rPr>
      <w:color w:val="800080"/>
      <w:u w:val="single"/>
    </w:rPr>
  </w:style>
  <w:style w:type="character" w:customStyle="1" w:styleId="Taille-1Caracteres">
    <w:name w:val="Taille-1Caracteres"/>
    <w:qFormat/>
    <w:rsid w:val="006F1ADB"/>
    <w:rPr>
      <w:sz w:val="32"/>
      <w:szCs w:val="20"/>
    </w:rPr>
  </w:style>
  <w:style w:type="paragraph" w:customStyle="1" w:styleId="Etoile">
    <w:name w:val="Etoile"/>
    <w:basedOn w:val="Normal"/>
    <w:qFormat/>
    <w:rsid w:val="006F1ADB"/>
    <w:pPr>
      <w:ind w:firstLine="0"/>
      <w:jc w:val="center"/>
    </w:pPr>
    <w:rPr>
      <w:b/>
      <w:sz w:val="40"/>
      <w:szCs w:val="28"/>
    </w:rPr>
  </w:style>
  <w:style w:type="paragraph" w:customStyle="1" w:styleId="Taille-1Suspendu1XRetrait1XEsp0">
    <w:name w:val="Taille-1Suspendu1XRetrait1XEsp0"/>
    <w:basedOn w:val="Taille-1RetraitGauche1X"/>
    <w:qFormat/>
    <w:rsid w:val="006F1ADB"/>
    <w:pPr>
      <w:spacing w:before="0" w:after="0"/>
      <w:ind w:left="1360" w:hanging="680"/>
    </w:pPr>
  </w:style>
  <w:style w:type="character" w:styleId="Mentionnonrsolue">
    <w:name w:val="Unresolved Mention"/>
    <w:uiPriority w:val="99"/>
    <w:semiHidden/>
    <w:unhideWhenUsed/>
    <w:rsid w:val="006F1ADB"/>
    <w:rPr>
      <w:color w:val="605E5C"/>
      <w:shd w:val="clear" w:color="auto" w:fill="E1DFDD"/>
    </w:rPr>
  </w:style>
  <w:style w:type="paragraph" w:customStyle="1" w:styleId="Taille-1Suspendu1XRetrait2XEsp0">
    <w:name w:val="Taille-1Suspendu1XRetrait2XEsp0"/>
    <w:basedOn w:val="Taille-1RetraitGauche2X"/>
    <w:qFormat/>
    <w:rsid w:val="006F1ADB"/>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6F1ADB"/>
    <w:pPr>
      <w:spacing w:before="0" w:after="0"/>
    </w:pPr>
  </w:style>
  <w:style w:type="paragraph" w:customStyle="1" w:styleId="NormalSuspendu1XEsp0">
    <w:name w:val="NormalSuspendu1XEsp0"/>
    <w:basedOn w:val="NormalSuspendu1X"/>
    <w:qFormat/>
    <w:rsid w:val="006F1ADB"/>
    <w:pPr>
      <w:spacing w:before="0" w:after="0"/>
    </w:pPr>
  </w:style>
  <w:style w:type="paragraph" w:customStyle="1" w:styleId="NormalSuspendu1XRetrait2XEsp0">
    <w:name w:val="NormalSuspendu1XRetrait2XEsp0"/>
    <w:basedOn w:val="NormalSuspendu1XRetrait2X"/>
    <w:qFormat/>
    <w:rsid w:val="006F1ADB"/>
    <w:pPr>
      <w:spacing w:before="0" w:after="0"/>
    </w:pPr>
  </w:style>
  <w:style w:type="paragraph" w:customStyle="1" w:styleId="ParagrapheVideNormal">
    <w:name w:val="ParagrapheVideNormal"/>
    <w:basedOn w:val="Normal"/>
    <w:next w:val="Normal"/>
    <w:qFormat/>
    <w:rsid w:val="006F1ADB"/>
  </w:style>
  <w:style w:type="paragraph" w:customStyle="1" w:styleId="ParagrapheVideNormal2">
    <w:name w:val="ParagrapheVideNormal2"/>
    <w:basedOn w:val="ParagrapheVideNormal"/>
    <w:next w:val="Normal"/>
    <w:qFormat/>
    <w:rsid w:val="006F1ADB"/>
  </w:style>
  <w:style w:type="paragraph" w:customStyle="1" w:styleId="Image">
    <w:name w:val="Image"/>
    <w:basedOn w:val="Centr"/>
    <w:next w:val="Normal"/>
    <w:qFormat/>
    <w:rsid w:val="006F1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C1A59-FB61-4848-A202-E7995187E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11</TotalTime>
  <Pages>1</Pages>
  <Words>78964</Words>
  <Characters>434305</Characters>
  <Application>Microsoft Office Word</Application>
  <DocSecurity>0</DocSecurity>
  <Lines>3619</Lines>
  <Paragraphs>1024</Paragraphs>
  <ScaleCrop>false</ScaleCrop>
  <HeadingPairs>
    <vt:vector size="2" baseType="variant">
      <vt:variant>
        <vt:lpstr>Titre</vt:lpstr>
      </vt:variant>
      <vt:variant>
        <vt:i4>1</vt:i4>
      </vt:variant>
    </vt:vector>
  </HeadingPairs>
  <TitlesOfParts>
    <vt:vector size="1" baseType="lpstr">
      <vt:lpstr>Jude l'obscur</vt:lpstr>
    </vt:vector>
  </TitlesOfParts>
  <Company>Ebooks libres et gratuits</Company>
  <LinksUpToDate>false</LinksUpToDate>
  <CharactersWithSpaces>512245</CharactersWithSpaces>
  <SharedDoc>false</SharedDoc>
  <HLinks>
    <vt:vector size="342" baseType="variant">
      <vt:variant>
        <vt:i4>2293820</vt:i4>
      </vt:variant>
      <vt:variant>
        <vt:i4>336</vt:i4>
      </vt:variant>
      <vt:variant>
        <vt:i4>0</vt:i4>
      </vt:variant>
      <vt:variant>
        <vt:i4>5</vt:i4>
      </vt:variant>
      <vt:variant>
        <vt:lpwstr>http://www.ebooksgratuits.com/</vt:lpwstr>
      </vt:variant>
      <vt:variant>
        <vt:lpwstr/>
      </vt:variant>
      <vt:variant>
        <vt:i4>7929972</vt:i4>
      </vt:variant>
      <vt:variant>
        <vt:i4>333</vt:i4>
      </vt:variant>
      <vt:variant>
        <vt:i4>0</vt:i4>
      </vt:variant>
      <vt:variant>
        <vt:i4>5</vt:i4>
      </vt:variant>
      <vt:variant>
        <vt:lpwstr>http://fr.groups.yahoo.com/group/ebooksgratuits</vt:lpwstr>
      </vt:variant>
      <vt:variant>
        <vt:lpwstr/>
      </vt:variant>
      <vt:variant>
        <vt:i4>1310779</vt:i4>
      </vt:variant>
      <vt:variant>
        <vt:i4>326</vt:i4>
      </vt:variant>
      <vt:variant>
        <vt:i4>0</vt:i4>
      </vt:variant>
      <vt:variant>
        <vt:i4>5</vt:i4>
      </vt:variant>
      <vt:variant>
        <vt:lpwstr/>
      </vt:variant>
      <vt:variant>
        <vt:lpwstr>_Toc304147853</vt:lpwstr>
      </vt:variant>
      <vt:variant>
        <vt:i4>1310779</vt:i4>
      </vt:variant>
      <vt:variant>
        <vt:i4>320</vt:i4>
      </vt:variant>
      <vt:variant>
        <vt:i4>0</vt:i4>
      </vt:variant>
      <vt:variant>
        <vt:i4>5</vt:i4>
      </vt:variant>
      <vt:variant>
        <vt:lpwstr/>
      </vt:variant>
      <vt:variant>
        <vt:lpwstr>_Toc304147852</vt:lpwstr>
      </vt:variant>
      <vt:variant>
        <vt:i4>1310779</vt:i4>
      </vt:variant>
      <vt:variant>
        <vt:i4>314</vt:i4>
      </vt:variant>
      <vt:variant>
        <vt:i4>0</vt:i4>
      </vt:variant>
      <vt:variant>
        <vt:i4>5</vt:i4>
      </vt:variant>
      <vt:variant>
        <vt:lpwstr/>
      </vt:variant>
      <vt:variant>
        <vt:lpwstr>_Toc304147851</vt:lpwstr>
      </vt:variant>
      <vt:variant>
        <vt:i4>1310779</vt:i4>
      </vt:variant>
      <vt:variant>
        <vt:i4>308</vt:i4>
      </vt:variant>
      <vt:variant>
        <vt:i4>0</vt:i4>
      </vt:variant>
      <vt:variant>
        <vt:i4>5</vt:i4>
      </vt:variant>
      <vt:variant>
        <vt:lpwstr/>
      </vt:variant>
      <vt:variant>
        <vt:lpwstr>_Toc304147850</vt:lpwstr>
      </vt:variant>
      <vt:variant>
        <vt:i4>1376315</vt:i4>
      </vt:variant>
      <vt:variant>
        <vt:i4>302</vt:i4>
      </vt:variant>
      <vt:variant>
        <vt:i4>0</vt:i4>
      </vt:variant>
      <vt:variant>
        <vt:i4>5</vt:i4>
      </vt:variant>
      <vt:variant>
        <vt:lpwstr/>
      </vt:variant>
      <vt:variant>
        <vt:lpwstr>_Toc304147849</vt:lpwstr>
      </vt:variant>
      <vt:variant>
        <vt:i4>1376315</vt:i4>
      </vt:variant>
      <vt:variant>
        <vt:i4>296</vt:i4>
      </vt:variant>
      <vt:variant>
        <vt:i4>0</vt:i4>
      </vt:variant>
      <vt:variant>
        <vt:i4>5</vt:i4>
      </vt:variant>
      <vt:variant>
        <vt:lpwstr/>
      </vt:variant>
      <vt:variant>
        <vt:lpwstr>_Toc304147848</vt:lpwstr>
      </vt:variant>
      <vt:variant>
        <vt:i4>1376315</vt:i4>
      </vt:variant>
      <vt:variant>
        <vt:i4>290</vt:i4>
      </vt:variant>
      <vt:variant>
        <vt:i4>0</vt:i4>
      </vt:variant>
      <vt:variant>
        <vt:i4>5</vt:i4>
      </vt:variant>
      <vt:variant>
        <vt:lpwstr/>
      </vt:variant>
      <vt:variant>
        <vt:lpwstr>_Toc304147847</vt:lpwstr>
      </vt:variant>
      <vt:variant>
        <vt:i4>1376315</vt:i4>
      </vt:variant>
      <vt:variant>
        <vt:i4>284</vt:i4>
      </vt:variant>
      <vt:variant>
        <vt:i4>0</vt:i4>
      </vt:variant>
      <vt:variant>
        <vt:i4>5</vt:i4>
      </vt:variant>
      <vt:variant>
        <vt:lpwstr/>
      </vt:variant>
      <vt:variant>
        <vt:lpwstr>_Toc304147846</vt:lpwstr>
      </vt:variant>
      <vt:variant>
        <vt:i4>1376315</vt:i4>
      </vt:variant>
      <vt:variant>
        <vt:i4>278</vt:i4>
      </vt:variant>
      <vt:variant>
        <vt:i4>0</vt:i4>
      </vt:variant>
      <vt:variant>
        <vt:i4>5</vt:i4>
      </vt:variant>
      <vt:variant>
        <vt:lpwstr/>
      </vt:variant>
      <vt:variant>
        <vt:lpwstr>_Toc304147845</vt:lpwstr>
      </vt:variant>
      <vt:variant>
        <vt:i4>1376315</vt:i4>
      </vt:variant>
      <vt:variant>
        <vt:i4>272</vt:i4>
      </vt:variant>
      <vt:variant>
        <vt:i4>0</vt:i4>
      </vt:variant>
      <vt:variant>
        <vt:i4>5</vt:i4>
      </vt:variant>
      <vt:variant>
        <vt:lpwstr/>
      </vt:variant>
      <vt:variant>
        <vt:lpwstr>_Toc304147844</vt:lpwstr>
      </vt:variant>
      <vt:variant>
        <vt:i4>1376315</vt:i4>
      </vt:variant>
      <vt:variant>
        <vt:i4>266</vt:i4>
      </vt:variant>
      <vt:variant>
        <vt:i4>0</vt:i4>
      </vt:variant>
      <vt:variant>
        <vt:i4>5</vt:i4>
      </vt:variant>
      <vt:variant>
        <vt:lpwstr/>
      </vt:variant>
      <vt:variant>
        <vt:lpwstr>_Toc304147843</vt:lpwstr>
      </vt:variant>
      <vt:variant>
        <vt:i4>1376315</vt:i4>
      </vt:variant>
      <vt:variant>
        <vt:i4>260</vt:i4>
      </vt:variant>
      <vt:variant>
        <vt:i4>0</vt:i4>
      </vt:variant>
      <vt:variant>
        <vt:i4>5</vt:i4>
      </vt:variant>
      <vt:variant>
        <vt:lpwstr/>
      </vt:variant>
      <vt:variant>
        <vt:lpwstr>_Toc304147842</vt:lpwstr>
      </vt:variant>
      <vt:variant>
        <vt:i4>1376315</vt:i4>
      </vt:variant>
      <vt:variant>
        <vt:i4>254</vt:i4>
      </vt:variant>
      <vt:variant>
        <vt:i4>0</vt:i4>
      </vt:variant>
      <vt:variant>
        <vt:i4>5</vt:i4>
      </vt:variant>
      <vt:variant>
        <vt:lpwstr/>
      </vt:variant>
      <vt:variant>
        <vt:lpwstr>_Toc304147841</vt:lpwstr>
      </vt:variant>
      <vt:variant>
        <vt:i4>1376315</vt:i4>
      </vt:variant>
      <vt:variant>
        <vt:i4>248</vt:i4>
      </vt:variant>
      <vt:variant>
        <vt:i4>0</vt:i4>
      </vt:variant>
      <vt:variant>
        <vt:i4>5</vt:i4>
      </vt:variant>
      <vt:variant>
        <vt:lpwstr/>
      </vt:variant>
      <vt:variant>
        <vt:lpwstr>_Toc304147840</vt:lpwstr>
      </vt:variant>
      <vt:variant>
        <vt:i4>1179707</vt:i4>
      </vt:variant>
      <vt:variant>
        <vt:i4>242</vt:i4>
      </vt:variant>
      <vt:variant>
        <vt:i4>0</vt:i4>
      </vt:variant>
      <vt:variant>
        <vt:i4>5</vt:i4>
      </vt:variant>
      <vt:variant>
        <vt:lpwstr/>
      </vt:variant>
      <vt:variant>
        <vt:lpwstr>_Toc304147839</vt:lpwstr>
      </vt:variant>
      <vt:variant>
        <vt:i4>1179707</vt:i4>
      </vt:variant>
      <vt:variant>
        <vt:i4>236</vt:i4>
      </vt:variant>
      <vt:variant>
        <vt:i4>0</vt:i4>
      </vt:variant>
      <vt:variant>
        <vt:i4>5</vt:i4>
      </vt:variant>
      <vt:variant>
        <vt:lpwstr/>
      </vt:variant>
      <vt:variant>
        <vt:lpwstr>_Toc304147838</vt:lpwstr>
      </vt:variant>
      <vt:variant>
        <vt:i4>1179707</vt:i4>
      </vt:variant>
      <vt:variant>
        <vt:i4>230</vt:i4>
      </vt:variant>
      <vt:variant>
        <vt:i4>0</vt:i4>
      </vt:variant>
      <vt:variant>
        <vt:i4>5</vt:i4>
      </vt:variant>
      <vt:variant>
        <vt:lpwstr/>
      </vt:variant>
      <vt:variant>
        <vt:lpwstr>_Toc304147837</vt:lpwstr>
      </vt:variant>
      <vt:variant>
        <vt:i4>1179707</vt:i4>
      </vt:variant>
      <vt:variant>
        <vt:i4>224</vt:i4>
      </vt:variant>
      <vt:variant>
        <vt:i4>0</vt:i4>
      </vt:variant>
      <vt:variant>
        <vt:i4>5</vt:i4>
      </vt:variant>
      <vt:variant>
        <vt:lpwstr/>
      </vt:variant>
      <vt:variant>
        <vt:lpwstr>_Toc304147836</vt:lpwstr>
      </vt:variant>
      <vt:variant>
        <vt:i4>1179707</vt:i4>
      </vt:variant>
      <vt:variant>
        <vt:i4>218</vt:i4>
      </vt:variant>
      <vt:variant>
        <vt:i4>0</vt:i4>
      </vt:variant>
      <vt:variant>
        <vt:i4>5</vt:i4>
      </vt:variant>
      <vt:variant>
        <vt:lpwstr/>
      </vt:variant>
      <vt:variant>
        <vt:lpwstr>_Toc304147835</vt:lpwstr>
      </vt:variant>
      <vt:variant>
        <vt:i4>1179707</vt:i4>
      </vt:variant>
      <vt:variant>
        <vt:i4>212</vt:i4>
      </vt:variant>
      <vt:variant>
        <vt:i4>0</vt:i4>
      </vt:variant>
      <vt:variant>
        <vt:i4>5</vt:i4>
      </vt:variant>
      <vt:variant>
        <vt:lpwstr/>
      </vt:variant>
      <vt:variant>
        <vt:lpwstr>_Toc304147834</vt:lpwstr>
      </vt:variant>
      <vt:variant>
        <vt:i4>1179707</vt:i4>
      </vt:variant>
      <vt:variant>
        <vt:i4>206</vt:i4>
      </vt:variant>
      <vt:variant>
        <vt:i4>0</vt:i4>
      </vt:variant>
      <vt:variant>
        <vt:i4>5</vt:i4>
      </vt:variant>
      <vt:variant>
        <vt:lpwstr/>
      </vt:variant>
      <vt:variant>
        <vt:lpwstr>_Toc304147833</vt:lpwstr>
      </vt:variant>
      <vt:variant>
        <vt:i4>1179707</vt:i4>
      </vt:variant>
      <vt:variant>
        <vt:i4>200</vt:i4>
      </vt:variant>
      <vt:variant>
        <vt:i4>0</vt:i4>
      </vt:variant>
      <vt:variant>
        <vt:i4>5</vt:i4>
      </vt:variant>
      <vt:variant>
        <vt:lpwstr/>
      </vt:variant>
      <vt:variant>
        <vt:lpwstr>_Toc304147832</vt:lpwstr>
      </vt:variant>
      <vt:variant>
        <vt:i4>1179707</vt:i4>
      </vt:variant>
      <vt:variant>
        <vt:i4>194</vt:i4>
      </vt:variant>
      <vt:variant>
        <vt:i4>0</vt:i4>
      </vt:variant>
      <vt:variant>
        <vt:i4>5</vt:i4>
      </vt:variant>
      <vt:variant>
        <vt:lpwstr/>
      </vt:variant>
      <vt:variant>
        <vt:lpwstr>_Toc304147831</vt:lpwstr>
      </vt:variant>
      <vt:variant>
        <vt:i4>1179707</vt:i4>
      </vt:variant>
      <vt:variant>
        <vt:i4>188</vt:i4>
      </vt:variant>
      <vt:variant>
        <vt:i4>0</vt:i4>
      </vt:variant>
      <vt:variant>
        <vt:i4>5</vt:i4>
      </vt:variant>
      <vt:variant>
        <vt:lpwstr/>
      </vt:variant>
      <vt:variant>
        <vt:lpwstr>_Toc304147830</vt:lpwstr>
      </vt:variant>
      <vt:variant>
        <vt:i4>1245243</vt:i4>
      </vt:variant>
      <vt:variant>
        <vt:i4>182</vt:i4>
      </vt:variant>
      <vt:variant>
        <vt:i4>0</vt:i4>
      </vt:variant>
      <vt:variant>
        <vt:i4>5</vt:i4>
      </vt:variant>
      <vt:variant>
        <vt:lpwstr/>
      </vt:variant>
      <vt:variant>
        <vt:lpwstr>_Toc304147829</vt:lpwstr>
      </vt:variant>
      <vt:variant>
        <vt:i4>1245243</vt:i4>
      </vt:variant>
      <vt:variant>
        <vt:i4>176</vt:i4>
      </vt:variant>
      <vt:variant>
        <vt:i4>0</vt:i4>
      </vt:variant>
      <vt:variant>
        <vt:i4>5</vt:i4>
      </vt:variant>
      <vt:variant>
        <vt:lpwstr/>
      </vt:variant>
      <vt:variant>
        <vt:lpwstr>_Toc304147828</vt:lpwstr>
      </vt:variant>
      <vt:variant>
        <vt:i4>1245243</vt:i4>
      </vt:variant>
      <vt:variant>
        <vt:i4>170</vt:i4>
      </vt:variant>
      <vt:variant>
        <vt:i4>0</vt:i4>
      </vt:variant>
      <vt:variant>
        <vt:i4>5</vt:i4>
      </vt:variant>
      <vt:variant>
        <vt:lpwstr/>
      </vt:variant>
      <vt:variant>
        <vt:lpwstr>_Toc304147827</vt:lpwstr>
      </vt:variant>
      <vt:variant>
        <vt:i4>1245243</vt:i4>
      </vt:variant>
      <vt:variant>
        <vt:i4>164</vt:i4>
      </vt:variant>
      <vt:variant>
        <vt:i4>0</vt:i4>
      </vt:variant>
      <vt:variant>
        <vt:i4>5</vt:i4>
      </vt:variant>
      <vt:variant>
        <vt:lpwstr/>
      </vt:variant>
      <vt:variant>
        <vt:lpwstr>_Toc304147826</vt:lpwstr>
      </vt:variant>
      <vt:variant>
        <vt:i4>1245243</vt:i4>
      </vt:variant>
      <vt:variant>
        <vt:i4>158</vt:i4>
      </vt:variant>
      <vt:variant>
        <vt:i4>0</vt:i4>
      </vt:variant>
      <vt:variant>
        <vt:i4>5</vt:i4>
      </vt:variant>
      <vt:variant>
        <vt:lpwstr/>
      </vt:variant>
      <vt:variant>
        <vt:lpwstr>_Toc304147825</vt:lpwstr>
      </vt:variant>
      <vt:variant>
        <vt:i4>1245243</vt:i4>
      </vt:variant>
      <vt:variant>
        <vt:i4>152</vt:i4>
      </vt:variant>
      <vt:variant>
        <vt:i4>0</vt:i4>
      </vt:variant>
      <vt:variant>
        <vt:i4>5</vt:i4>
      </vt:variant>
      <vt:variant>
        <vt:lpwstr/>
      </vt:variant>
      <vt:variant>
        <vt:lpwstr>_Toc304147824</vt:lpwstr>
      </vt:variant>
      <vt:variant>
        <vt:i4>1245243</vt:i4>
      </vt:variant>
      <vt:variant>
        <vt:i4>146</vt:i4>
      </vt:variant>
      <vt:variant>
        <vt:i4>0</vt:i4>
      </vt:variant>
      <vt:variant>
        <vt:i4>5</vt:i4>
      </vt:variant>
      <vt:variant>
        <vt:lpwstr/>
      </vt:variant>
      <vt:variant>
        <vt:lpwstr>_Toc304147823</vt:lpwstr>
      </vt:variant>
      <vt:variant>
        <vt:i4>1245243</vt:i4>
      </vt:variant>
      <vt:variant>
        <vt:i4>140</vt:i4>
      </vt:variant>
      <vt:variant>
        <vt:i4>0</vt:i4>
      </vt:variant>
      <vt:variant>
        <vt:i4>5</vt:i4>
      </vt:variant>
      <vt:variant>
        <vt:lpwstr/>
      </vt:variant>
      <vt:variant>
        <vt:lpwstr>_Toc304147822</vt:lpwstr>
      </vt:variant>
      <vt:variant>
        <vt:i4>1245243</vt:i4>
      </vt:variant>
      <vt:variant>
        <vt:i4>134</vt:i4>
      </vt:variant>
      <vt:variant>
        <vt:i4>0</vt:i4>
      </vt:variant>
      <vt:variant>
        <vt:i4>5</vt:i4>
      </vt:variant>
      <vt:variant>
        <vt:lpwstr/>
      </vt:variant>
      <vt:variant>
        <vt:lpwstr>_Toc304147821</vt:lpwstr>
      </vt:variant>
      <vt:variant>
        <vt:i4>1245243</vt:i4>
      </vt:variant>
      <vt:variant>
        <vt:i4>128</vt:i4>
      </vt:variant>
      <vt:variant>
        <vt:i4>0</vt:i4>
      </vt:variant>
      <vt:variant>
        <vt:i4>5</vt:i4>
      </vt:variant>
      <vt:variant>
        <vt:lpwstr/>
      </vt:variant>
      <vt:variant>
        <vt:lpwstr>_Toc304147820</vt:lpwstr>
      </vt:variant>
      <vt:variant>
        <vt:i4>1048635</vt:i4>
      </vt:variant>
      <vt:variant>
        <vt:i4>122</vt:i4>
      </vt:variant>
      <vt:variant>
        <vt:i4>0</vt:i4>
      </vt:variant>
      <vt:variant>
        <vt:i4>5</vt:i4>
      </vt:variant>
      <vt:variant>
        <vt:lpwstr/>
      </vt:variant>
      <vt:variant>
        <vt:lpwstr>_Toc304147819</vt:lpwstr>
      </vt:variant>
      <vt:variant>
        <vt:i4>1048635</vt:i4>
      </vt:variant>
      <vt:variant>
        <vt:i4>116</vt:i4>
      </vt:variant>
      <vt:variant>
        <vt:i4>0</vt:i4>
      </vt:variant>
      <vt:variant>
        <vt:i4>5</vt:i4>
      </vt:variant>
      <vt:variant>
        <vt:lpwstr/>
      </vt:variant>
      <vt:variant>
        <vt:lpwstr>_Toc304147818</vt:lpwstr>
      </vt:variant>
      <vt:variant>
        <vt:i4>1048635</vt:i4>
      </vt:variant>
      <vt:variant>
        <vt:i4>110</vt:i4>
      </vt:variant>
      <vt:variant>
        <vt:i4>0</vt:i4>
      </vt:variant>
      <vt:variant>
        <vt:i4>5</vt:i4>
      </vt:variant>
      <vt:variant>
        <vt:lpwstr/>
      </vt:variant>
      <vt:variant>
        <vt:lpwstr>_Toc304147817</vt:lpwstr>
      </vt:variant>
      <vt:variant>
        <vt:i4>1048635</vt:i4>
      </vt:variant>
      <vt:variant>
        <vt:i4>104</vt:i4>
      </vt:variant>
      <vt:variant>
        <vt:i4>0</vt:i4>
      </vt:variant>
      <vt:variant>
        <vt:i4>5</vt:i4>
      </vt:variant>
      <vt:variant>
        <vt:lpwstr/>
      </vt:variant>
      <vt:variant>
        <vt:lpwstr>_Toc304147816</vt:lpwstr>
      </vt:variant>
      <vt:variant>
        <vt:i4>1048635</vt:i4>
      </vt:variant>
      <vt:variant>
        <vt:i4>98</vt:i4>
      </vt:variant>
      <vt:variant>
        <vt:i4>0</vt:i4>
      </vt:variant>
      <vt:variant>
        <vt:i4>5</vt:i4>
      </vt:variant>
      <vt:variant>
        <vt:lpwstr/>
      </vt:variant>
      <vt:variant>
        <vt:lpwstr>_Toc304147815</vt:lpwstr>
      </vt:variant>
      <vt:variant>
        <vt:i4>1048635</vt:i4>
      </vt:variant>
      <vt:variant>
        <vt:i4>92</vt:i4>
      </vt:variant>
      <vt:variant>
        <vt:i4>0</vt:i4>
      </vt:variant>
      <vt:variant>
        <vt:i4>5</vt:i4>
      </vt:variant>
      <vt:variant>
        <vt:lpwstr/>
      </vt:variant>
      <vt:variant>
        <vt:lpwstr>_Toc304147814</vt:lpwstr>
      </vt:variant>
      <vt:variant>
        <vt:i4>1048635</vt:i4>
      </vt:variant>
      <vt:variant>
        <vt:i4>86</vt:i4>
      </vt:variant>
      <vt:variant>
        <vt:i4>0</vt:i4>
      </vt:variant>
      <vt:variant>
        <vt:i4>5</vt:i4>
      </vt:variant>
      <vt:variant>
        <vt:lpwstr/>
      </vt:variant>
      <vt:variant>
        <vt:lpwstr>_Toc304147813</vt:lpwstr>
      </vt:variant>
      <vt:variant>
        <vt:i4>1048635</vt:i4>
      </vt:variant>
      <vt:variant>
        <vt:i4>80</vt:i4>
      </vt:variant>
      <vt:variant>
        <vt:i4>0</vt:i4>
      </vt:variant>
      <vt:variant>
        <vt:i4>5</vt:i4>
      </vt:variant>
      <vt:variant>
        <vt:lpwstr/>
      </vt:variant>
      <vt:variant>
        <vt:lpwstr>_Toc304147812</vt:lpwstr>
      </vt:variant>
      <vt:variant>
        <vt:i4>1048635</vt:i4>
      </vt:variant>
      <vt:variant>
        <vt:i4>74</vt:i4>
      </vt:variant>
      <vt:variant>
        <vt:i4>0</vt:i4>
      </vt:variant>
      <vt:variant>
        <vt:i4>5</vt:i4>
      </vt:variant>
      <vt:variant>
        <vt:lpwstr/>
      </vt:variant>
      <vt:variant>
        <vt:lpwstr>_Toc304147811</vt:lpwstr>
      </vt:variant>
      <vt:variant>
        <vt:i4>1048635</vt:i4>
      </vt:variant>
      <vt:variant>
        <vt:i4>68</vt:i4>
      </vt:variant>
      <vt:variant>
        <vt:i4>0</vt:i4>
      </vt:variant>
      <vt:variant>
        <vt:i4>5</vt:i4>
      </vt:variant>
      <vt:variant>
        <vt:lpwstr/>
      </vt:variant>
      <vt:variant>
        <vt:lpwstr>_Toc304147810</vt:lpwstr>
      </vt:variant>
      <vt:variant>
        <vt:i4>1114171</vt:i4>
      </vt:variant>
      <vt:variant>
        <vt:i4>62</vt:i4>
      </vt:variant>
      <vt:variant>
        <vt:i4>0</vt:i4>
      </vt:variant>
      <vt:variant>
        <vt:i4>5</vt:i4>
      </vt:variant>
      <vt:variant>
        <vt:lpwstr/>
      </vt:variant>
      <vt:variant>
        <vt:lpwstr>_Toc304147809</vt:lpwstr>
      </vt:variant>
      <vt:variant>
        <vt:i4>1114171</vt:i4>
      </vt:variant>
      <vt:variant>
        <vt:i4>56</vt:i4>
      </vt:variant>
      <vt:variant>
        <vt:i4>0</vt:i4>
      </vt:variant>
      <vt:variant>
        <vt:i4>5</vt:i4>
      </vt:variant>
      <vt:variant>
        <vt:lpwstr/>
      </vt:variant>
      <vt:variant>
        <vt:lpwstr>_Toc304147808</vt:lpwstr>
      </vt:variant>
      <vt:variant>
        <vt:i4>1114171</vt:i4>
      </vt:variant>
      <vt:variant>
        <vt:i4>50</vt:i4>
      </vt:variant>
      <vt:variant>
        <vt:i4>0</vt:i4>
      </vt:variant>
      <vt:variant>
        <vt:i4>5</vt:i4>
      </vt:variant>
      <vt:variant>
        <vt:lpwstr/>
      </vt:variant>
      <vt:variant>
        <vt:lpwstr>_Toc304147807</vt:lpwstr>
      </vt:variant>
      <vt:variant>
        <vt:i4>1114171</vt:i4>
      </vt:variant>
      <vt:variant>
        <vt:i4>44</vt:i4>
      </vt:variant>
      <vt:variant>
        <vt:i4>0</vt:i4>
      </vt:variant>
      <vt:variant>
        <vt:i4>5</vt:i4>
      </vt:variant>
      <vt:variant>
        <vt:lpwstr/>
      </vt:variant>
      <vt:variant>
        <vt:lpwstr>_Toc304147806</vt:lpwstr>
      </vt:variant>
      <vt:variant>
        <vt:i4>1114171</vt:i4>
      </vt:variant>
      <vt:variant>
        <vt:i4>38</vt:i4>
      </vt:variant>
      <vt:variant>
        <vt:i4>0</vt:i4>
      </vt:variant>
      <vt:variant>
        <vt:i4>5</vt:i4>
      </vt:variant>
      <vt:variant>
        <vt:lpwstr/>
      </vt:variant>
      <vt:variant>
        <vt:lpwstr>_Toc304147805</vt:lpwstr>
      </vt:variant>
      <vt:variant>
        <vt:i4>1114171</vt:i4>
      </vt:variant>
      <vt:variant>
        <vt:i4>32</vt:i4>
      </vt:variant>
      <vt:variant>
        <vt:i4>0</vt:i4>
      </vt:variant>
      <vt:variant>
        <vt:i4>5</vt:i4>
      </vt:variant>
      <vt:variant>
        <vt:lpwstr/>
      </vt:variant>
      <vt:variant>
        <vt:lpwstr>_Toc304147804</vt:lpwstr>
      </vt:variant>
      <vt:variant>
        <vt:i4>1114171</vt:i4>
      </vt:variant>
      <vt:variant>
        <vt:i4>26</vt:i4>
      </vt:variant>
      <vt:variant>
        <vt:i4>0</vt:i4>
      </vt:variant>
      <vt:variant>
        <vt:i4>5</vt:i4>
      </vt:variant>
      <vt:variant>
        <vt:lpwstr/>
      </vt:variant>
      <vt:variant>
        <vt:lpwstr>_Toc304147803</vt:lpwstr>
      </vt:variant>
      <vt:variant>
        <vt:i4>1114171</vt:i4>
      </vt:variant>
      <vt:variant>
        <vt:i4>20</vt:i4>
      </vt:variant>
      <vt:variant>
        <vt:i4>0</vt:i4>
      </vt:variant>
      <vt:variant>
        <vt:i4>5</vt:i4>
      </vt:variant>
      <vt:variant>
        <vt:lpwstr/>
      </vt:variant>
      <vt:variant>
        <vt:lpwstr>_Toc304147802</vt:lpwstr>
      </vt:variant>
      <vt:variant>
        <vt:i4>1114171</vt:i4>
      </vt:variant>
      <vt:variant>
        <vt:i4>14</vt:i4>
      </vt:variant>
      <vt:variant>
        <vt:i4>0</vt:i4>
      </vt:variant>
      <vt:variant>
        <vt:i4>5</vt:i4>
      </vt:variant>
      <vt:variant>
        <vt:lpwstr/>
      </vt:variant>
      <vt:variant>
        <vt:lpwstr>_Toc304147801</vt:lpwstr>
      </vt:variant>
      <vt:variant>
        <vt:i4>1114171</vt:i4>
      </vt:variant>
      <vt:variant>
        <vt:i4>8</vt:i4>
      </vt:variant>
      <vt:variant>
        <vt:i4>0</vt:i4>
      </vt:variant>
      <vt:variant>
        <vt:i4>5</vt:i4>
      </vt:variant>
      <vt:variant>
        <vt:lpwstr/>
      </vt:variant>
      <vt:variant>
        <vt:lpwstr>_Toc304147800</vt:lpwstr>
      </vt:variant>
      <vt:variant>
        <vt:i4>1572916</vt:i4>
      </vt:variant>
      <vt:variant>
        <vt:i4>2</vt:i4>
      </vt:variant>
      <vt:variant>
        <vt:i4>0</vt:i4>
      </vt:variant>
      <vt:variant>
        <vt:i4>5</vt:i4>
      </vt:variant>
      <vt:variant>
        <vt:lpwstr/>
      </vt:variant>
      <vt:variant>
        <vt:lpwstr>_Toc304147799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Jude l'obscur</dc:title>
  <dc:subject>Romans</dc:subject>
  <dc:creator>Thomas Hardy</dc:creator>
  <cp:keywords/>
  <dc:description>Jude, pauvre orphelin, aspire à entrer à l'Université de Christminster. Cette ville hantera toute sa vie. Il se laisse prendre au piège du mariage avec Arabella, jeune fille plutôt frivole qui ne tardera pas à l'abandonner. Puis il rencontre Sue, une cousine, intellectuelle, pour laquelle il cultive un culte passionné. Ils vivront ensemble, après leur divorces mutuels, pour finalement se séparer et retourner avec leurs premiers conjoints. Ce roman se révèle être une critique sévère du mariage et de la religion.</dc:description>
  <cp:lastModifiedBy>Cool Micro</cp:lastModifiedBy>
  <cp:revision>6</cp:revision>
  <cp:lastPrinted>2025-07-02T15:27:00Z</cp:lastPrinted>
  <dcterms:created xsi:type="dcterms:W3CDTF">2025-07-02T15:19:00Z</dcterms:created>
  <dcterms:modified xsi:type="dcterms:W3CDTF">2025-07-02T15:28:00Z</dcterms:modified>
  <cp:category>Romans</cp:category>
</cp:coreProperties>
</file>