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A3AC6F" w14:textId="3AAC7573" w:rsidR="00000000" w:rsidRDefault="004E32BB" w:rsidP="00894734">
      <w:pPr>
        <w:pStyle w:val="Photoauteur"/>
        <w:spacing w:after="840"/>
      </w:pPr>
      <w:r>
        <w:drawing>
          <wp:anchor distT="0" distB="0" distL="114300" distR="114300" simplePos="0" relativeHeight="251657728" behindDoc="0" locked="0" layoutInCell="1" allowOverlap="1" wp14:anchorId="5266ECCD" wp14:editId="25A4B47A">
            <wp:simplePos x="0" y="0"/>
            <wp:positionH relativeFrom="page">
              <wp:posOffset>0</wp:posOffset>
            </wp:positionH>
            <wp:positionV relativeFrom="page">
              <wp:posOffset>0</wp:posOffset>
            </wp:positionV>
            <wp:extent cx="1440180" cy="10692130"/>
            <wp:effectExtent l="0" t="0" r="0" b="0"/>
            <wp:wrapNone/>
            <wp:docPr id="7"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A481E">
        <w:drawing>
          <wp:inline distT="0" distB="0" distL="0" distR="0" wp14:anchorId="4E03C43E" wp14:editId="745C286B">
            <wp:extent cx="4125595" cy="5299075"/>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25595" cy="5299075"/>
                    </a:xfrm>
                    <a:prstGeom prst="rect">
                      <a:avLst/>
                    </a:prstGeom>
                    <a:noFill/>
                    <a:ln>
                      <a:noFill/>
                    </a:ln>
                  </pic:spPr>
                </pic:pic>
              </a:graphicData>
            </a:graphic>
          </wp:inline>
        </w:drawing>
      </w:r>
    </w:p>
    <w:p w14:paraId="3A1B1490" w14:textId="77777777" w:rsidR="00000000" w:rsidRDefault="00000000" w:rsidP="00634890">
      <w:pPr>
        <w:pStyle w:val="Auteur"/>
        <w:spacing w:after="1440"/>
        <w:rPr>
          <w:lang w:val="de-DE"/>
        </w:rPr>
      </w:pPr>
      <w:bookmarkStart w:id="0" w:name="bookmark0"/>
      <w:bookmarkEnd w:id="0"/>
      <w:r>
        <w:rPr>
          <w:lang w:val="de-DE"/>
        </w:rPr>
        <w:t>Dashiell Hammett</w:t>
      </w:r>
    </w:p>
    <w:p w14:paraId="3BF0A411" w14:textId="77777777" w:rsidR="00000000" w:rsidRDefault="00000000" w:rsidP="00634890">
      <w:pPr>
        <w:pStyle w:val="Titrelivre"/>
        <w:spacing w:after="960"/>
        <w:rPr>
          <w:lang w:val="de-DE"/>
        </w:rPr>
      </w:pPr>
      <w:r>
        <w:rPr>
          <w:lang w:val="de-DE"/>
        </w:rPr>
        <w:t xml:space="preserve">SANG </w:t>
      </w:r>
      <w:proofErr w:type="spellStart"/>
      <w:r>
        <w:rPr>
          <w:lang w:val="de-DE"/>
        </w:rPr>
        <w:t>MAUDIT</w:t>
      </w:r>
      <w:proofErr w:type="spellEnd"/>
    </w:p>
    <w:p w14:paraId="19D2EC28" w14:textId="77777777" w:rsidR="00000000" w:rsidRDefault="00000000" w:rsidP="00634890">
      <w:pPr>
        <w:pStyle w:val="Soustitrelivre"/>
        <w:spacing w:after="1560"/>
        <w:rPr>
          <w:i/>
          <w:lang w:val="en-GB"/>
        </w:rPr>
      </w:pPr>
      <w:r>
        <w:rPr>
          <w:i/>
          <w:lang w:val="en-GB"/>
        </w:rPr>
        <w:t>The Dain Curse</w:t>
      </w:r>
    </w:p>
    <w:p w14:paraId="7E28B189" w14:textId="05F6CB87" w:rsidR="00634890" w:rsidRDefault="00000000" w:rsidP="00634890">
      <w:pPr>
        <w:pStyle w:val="DateSortie"/>
        <w:rPr>
          <w:lang w:val="en-GB"/>
        </w:rPr>
      </w:pPr>
      <w:r>
        <w:rPr>
          <w:lang w:val="en-GB"/>
        </w:rPr>
        <w:t>1929</w:t>
      </w:r>
    </w:p>
    <w:p w14:paraId="706E64B2" w14:textId="6B173648" w:rsidR="00000000" w:rsidRDefault="00000000" w:rsidP="00634890">
      <w:pPr>
        <w:pStyle w:val="DateSortie"/>
      </w:pPr>
      <w:r>
        <w:t>Traduit de l</w:t>
      </w:r>
      <w:r w:rsidR="00894734">
        <w:t>’</w:t>
      </w:r>
      <w:r>
        <w:t xml:space="preserve">américain par Marcelle </w:t>
      </w:r>
      <w:proofErr w:type="spellStart"/>
      <w:r>
        <w:t>Gauwin</w:t>
      </w:r>
      <w:proofErr w:type="spellEnd"/>
    </w:p>
    <w:p w14:paraId="561A0104" w14:textId="77777777" w:rsidR="00000000" w:rsidRDefault="00000000">
      <w:pPr>
        <w:sectPr w:rsidR="00000000">
          <w:footerReference w:type="default" r:id="rId9"/>
          <w:pgSz w:w="11906" w:h="16838" w:code="9"/>
          <w:pgMar w:top="0" w:right="0" w:bottom="0" w:left="0" w:header="0" w:footer="0" w:gutter="0"/>
          <w:cols w:space="708"/>
          <w:titlePg/>
          <w:docGrid w:linePitch="360"/>
        </w:sectPr>
      </w:pPr>
    </w:p>
    <w:p w14:paraId="3EA5D623" w14:textId="77777777" w:rsidR="00000000" w:rsidRDefault="00000000" w:rsidP="00894734">
      <w:pPr>
        <w:pStyle w:val="Titretablematires"/>
      </w:pPr>
      <w:r>
        <w:lastRenderedPageBreak/>
        <w:t>Table des matières</w:t>
      </w:r>
    </w:p>
    <w:p w14:paraId="7B14D4D4" w14:textId="77777777" w:rsidR="00000000" w:rsidRDefault="00000000"/>
    <w:p w14:paraId="71398624" w14:textId="1439C374" w:rsidR="006C4C59" w:rsidRDefault="00000000">
      <w:pPr>
        <w:pStyle w:val="TM1"/>
        <w:rPr>
          <w:rFonts w:asciiTheme="minorHAnsi" w:eastAsiaTheme="minorEastAsia" w:hAnsiTheme="minorHAnsi" w:cstheme="minorBidi"/>
          <w:bCs w:val="0"/>
          <w:iCs w:val="0"/>
          <w:color w:val="auto"/>
          <w:kern w:val="2"/>
          <w:sz w:val="24"/>
          <w:szCs w:val="24"/>
          <w14:ligatures w14:val="standardContextual"/>
        </w:rPr>
      </w:pPr>
      <w:r>
        <w:rPr>
          <w:noProof w:val="0"/>
        </w:rPr>
        <w:fldChar w:fldCharType="begin"/>
      </w:r>
      <w:r>
        <w:rPr>
          <w:noProof w:val="0"/>
        </w:rPr>
        <w:instrText xml:space="preserve"> TOC \o "1-3" \h \z </w:instrText>
      </w:r>
      <w:r>
        <w:rPr>
          <w:noProof w:val="0"/>
        </w:rPr>
        <w:fldChar w:fldCharType="separate"/>
      </w:r>
      <w:hyperlink w:anchor="_Toc202288402" w:history="1">
        <w:r w:rsidR="006C4C59" w:rsidRPr="00BF21A8">
          <w:rPr>
            <w:rStyle w:val="Lienhypertexte"/>
          </w:rPr>
          <w:t>PREMIÈRE PARTIE  LA FAMILLE DAIN</w:t>
        </w:r>
        <w:r w:rsidR="006C4C59">
          <w:rPr>
            <w:webHidden/>
          </w:rPr>
          <w:tab/>
        </w:r>
        <w:r w:rsidR="006C4C59">
          <w:rPr>
            <w:webHidden/>
          </w:rPr>
          <w:fldChar w:fldCharType="begin"/>
        </w:r>
        <w:r w:rsidR="006C4C59">
          <w:rPr>
            <w:webHidden/>
          </w:rPr>
          <w:instrText xml:space="preserve"> PAGEREF _Toc202288402 \h </w:instrText>
        </w:r>
        <w:r w:rsidR="006C4C59">
          <w:rPr>
            <w:webHidden/>
          </w:rPr>
        </w:r>
        <w:r w:rsidR="006C4C59">
          <w:rPr>
            <w:webHidden/>
          </w:rPr>
          <w:fldChar w:fldCharType="separate"/>
        </w:r>
        <w:r w:rsidR="001577DA">
          <w:rPr>
            <w:webHidden/>
          </w:rPr>
          <w:t>4</w:t>
        </w:r>
        <w:r w:rsidR="006C4C59">
          <w:rPr>
            <w:webHidden/>
          </w:rPr>
          <w:fldChar w:fldCharType="end"/>
        </w:r>
      </w:hyperlink>
    </w:p>
    <w:p w14:paraId="46DBF95B" w14:textId="47973BEE" w:rsidR="006C4C59" w:rsidRDefault="006C4C59">
      <w:pPr>
        <w:pStyle w:val="TM2"/>
        <w:rPr>
          <w:rFonts w:asciiTheme="minorHAnsi" w:eastAsiaTheme="minorEastAsia" w:hAnsiTheme="minorHAnsi" w:cstheme="minorBidi"/>
          <w:color w:val="auto"/>
          <w:kern w:val="2"/>
          <w:sz w:val="24"/>
          <w14:ligatures w14:val="standardContextual"/>
        </w:rPr>
      </w:pPr>
      <w:hyperlink w:anchor="_Toc202288403" w:history="1">
        <w:r w:rsidRPr="00BF21A8">
          <w:rPr>
            <w:rStyle w:val="Lienhypertexte"/>
          </w:rPr>
          <w:t>CHAPITRE PREMIER  HUIT DIAMANTS VOLÉS</w:t>
        </w:r>
        <w:r>
          <w:rPr>
            <w:webHidden/>
          </w:rPr>
          <w:tab/>
        </w:r>
        <w:r>
          <w:rPr>
            <w:webHidden/>
          </w:rPr>
          <w:fldChar w:fldCharType="begin"/>
        </w:r>
        <w:r>
          <w:rPr>
            <w:webHidden/>
          </w:rPr>
          <w:instrText xml:space="preserve"> PAGEREF _Toc202288403 \h </w:instrText>
        </w:r>
        <w:r>
          <w:rPr>
            <w:webHidden/>
          </w:rPr>
        </w:r>
        <w:r>
          <w:rPr>
            <w:webHidden/>
          </w:rPr>
          <w:fldChar w:fldCharType="separate"/>
        </w:r>
        <w:r w:rsidR="001577DA">
          <w:rPr>
            <w:webHidden/>
          </w:rPr>
          <w:t>5</w:t>
        </w:r>
        <w:r>
          <w:rPr>
            <w:webHidden/>
          </w:rPr>
          <w:fldChar w:fldCharType="end"/>
        </w:r>
      </w:hyperlink>
    </w:p>
    <w:p w14:paraId="7FF9EFA5" w14:textId="107D0412" w:rsidR="006C4C59" w:rsidRDefault="006C4C59">
      <w:pPr>
        <w:pStyle w:val="TM2"/>
        <w:rPr>
          <w:rFonts w:asciiTheme="minorHAnsi" w:eastAsiaTheme="minorEastAsia" w:hAnsiTheme="minorHAnsi" w:cstheme="minorBidi"/>
          <w:color w:val="auto"/>
          <w:kern w:val="2"/>
          <w:sz w:val="24"/>
          <w14:ligatures w14:val="standardContextual"/>
        </w:rPr>
      </w:pPr>
      <w:hyperlink w:anchor="_Toc202288404" w:history="1">
        <w:r w:rsidRPr="00BF21A8">
          <w:rPr>
            <w:rStyle w:val="Lienhypertexte"/>
          </w:rPr>
          <w:t>CHAPITRE II  L’HOMME AU LONG NEZ</w:t>
        </w:r>
        <w:r>
          <w:rPr>
            <w:webHidden/>
          </w:rPr>
          <w:tab/>
        </w:r>
        <w:r>
          <w:rPr>
            <w:webHidden/>
          </w:rPr>
          <w:fldChar w:fldCharType="begin"/>
        </w:r>
        <w:r>
          <w:rPr>
            <w:webHidden/>
          </w:rPr>
          <w:instrText xml:space="preserve"> PAGEREF _Toc202288404 \h </w:instrText>
        </w:r>
        <w:r>
          <w:rPr>
            <w:webHidden/>
          </w:rPr>
        </w:r>
        <w:r>
          <w:rPr>
            <w:webHidden/>
          </w:rPr>
          <w:fldChar w:fldCharType="separate"/>
        </w:r>
        <w:r w:rsidR="001577DA">
          <w:rPr>
            <w:webHidden/>
          </w:rPr>
          <w:t>14</w:t>
        </w:r>
        <w:r>
          <w:rPr>
            <w:webHidden/>
          </w:rPr>
          <w:fldChar w:fldCharType="end"/>
        </w:r>
      </w:hyperlink>
    </w:p>
    <w:p w14:paraId="326B9A1C" w14:textId="73DFB1DF" w:rsidR="006C4C59" w:rsidRDefault="006C4C59">
      <w:pPr>
        <w:pStyle w:val="TM2"/>
        <w:rPr>
          <w:rFonts w:asciiTheme="minorHAnsi" w:eastAsiaTheme="minorEastAsia" w:hAnsiTheme="minorHAnsi" w:cstheme="minorBidi"/>
          <w:color w:val="auto"/>
          <w:kern w:val="2"/>
          <w:sz w:val="24"/>
          <w14:ligatures w14:val="standardContextual"/>
        </w:rPr>
      </w:pPr>
      <w:hyperlink w:anchor="_Toc202288405" w:history="1">
        <w:r w:rsidRPr="00BF21A8">
          <w:rPr>
            <w:rStyle w:val="Lienhypertexte"/>
          </w:rPr>
          <w:t>CHAPITRE III  LE MYSTÈRE S’ÉPAISSIT</w:t>
        </w:r>
        <w:r>
          <w:rPr>
            <w:webHidden/>
          </w:rPr>
          <w:tab/>
        </w:r>
        <w:r>
          <w:rPr>
            <w:webHidden/>
          </w:rPr>
          <w:fldChar w:fldCharType="begin"/>
        </w:r>
        <w:r>
          <w:rPr>
            <w:webHidden/>
          </w:rPr>
          <w:instrText xml:space="preserve"> PAGEREF _Toc202288405 \h </w:instrText>
        </w:r>
        <w:r>
          <w:rPr>
            <w:webHidden/>
          </w:rPr>
        </w:r>
        <w:r>
          <w:rPr>
            <w:webHidden/>
          </w:rPr>
          <w:fldChar w:fldCharType="separate"/>
        </w:r>
        <w:r w:rsidR="001577DA">
          <w:rPr>
            <w:webHidden/>
          </w:rPr>
          <w:t>21</w:t>
        </w:r>
        <w:r>
          <w:rPr>
            <w:webHidden/>
          </w:rPr>
          <w:fldChar w:fldCharType="end"/>
        </w:r>
      </w:hyperlink>
    </w:p>
    <w:p w14:paraId="6503DFBD" w14:textId="0C14DF53" w:rsidR="006C4C59" w:rsidRDefault="006C4C59">
      <w:pPr>
        <w:pStyle w:val="TM2"/>
        <w:rPr>
          <w:rFonts w:asciiTheme="minorHAnsi" w:eastAsiaTheme="minorEastAsia" w:hAnsiTheme="minorHAnsi" w:cstheme="minorBidi"/>
          <w:color w:val="auto"/>
          <w:kern w:val="2"/>
          <w:sz w:val="24"/>
          <w14:ligatures w14:val="standardContextual"/>
        </w:rPr>
      </w:pPr>
      <w:hyperlink w:anchor="_Toc202288406" w:history="1">
        <w:r w:rsidRPr="00BF21A8">
          <w:rPr>
            <w:rStyle w:val="Lienhypertexte"/>
          </w:rPr>
          <w:t>CHAPITRE IV  GABRIELLE DISPARUE</w:t>
        </w:r>
        <w:r>
          <w:rPr>
            <w:webHidden/>
          </w:rPr>
          <w:tab/>
        </w:r>
        <w:r>
          <w:rPr>
            <w:webHidden/>
          </w:rPr>
          <w:fldChar w:fldCharType="begin"/>
        </w:r>
        <w:r>
          <w:rPr>
            <w:webHidden/>
          </w:rPr>
          <w:instrText xml:space="preserve"> PAGEREF _Toc202288406 \h </w:instrText>
        </w:r>
        <w:r>
          <w:rPr>
            <w:webHidden/>
          </w:rPr>
        </w:r>
        <w:r>
          <w:rPr>
            <w:webHidden/>
          </w:rPr>
          <w:fldChar w:fldCharType="separate"/>
        </w:r>
        <w:r w:rsidR="001577DA">
          <w:rPr>
            <w:webHidden/>
          </w:rPr>
          <w:t>32</w:t>
        </w:r>
        <w:r>
          <w:rPr>
            <w:webHidden/>
          </w:rPr>
          <w:fldChar w:fldCharType="end"/>
        </w:r>
      </w:hyperlink>
    </w:p>
    <w:p w14:paraId="60AB3F02" w14:textId="72767791" w:rsidR="006C4C59" w:rsidRDefault="006C4C59">
      <w:pPr>
        <w:pStyle w:val="TM2"/>
        <w:rPr>
          <w:rFonts w:asciiTheme="minorHAnsi" w:eastAsiaTheme="minorEastAsia" w:hAnsiTheme="minorHAnsi" w:cstheme="minorBidi"/>
          <w:color w:val="auto"/>
          <w:kern w:val="2"/>
          <w:sz w:val="24"/>
          <w14:ligatures w14:val="standardContextual"/>
        </w:rPr>
      </w:pPr>
      <w:hyperlink w:anchor="_Toc202288407" w:history="1">
        <w:r w:rsidRPr="00BF21A8">
          <w:rPr>
            <w:rStyle w:val="Lienhypertexte"/>
          </w:rPr>
          <w:t>CHAPITRE V  GABRIELLE RETROUVÉE</w:t>
        </w:r>
        <w:r>
          <w:rPr>
            <w:webHidden/>
          </w:rPr>
          <w:tab/>
        </w:r>
        <w:r>
          <w:rPr>
            <w:webHidden/>
          </w:rPr>
          <w:fldChar w:fldCharType="begin"/>
        </w:r>
        <w:r>
          <w:rPr>
            <w:webHidden/>
          </w:rPr>
          <w:instrText xml:space="preserve"> PAGEREF _Toc202288407 \h </w:instrText>
        </w:r>
        <w:r>
          <w:rPr>
            <w:webHidden/>
          </w:rPr>
        </w:r>
        <w:r>
          <w:rPr>
            <w:webHidden/>
          </w:rPr>
          <w:fldChar w:fldCharType="separate"/>
        </w:r>
        <w:r w:rsidR="001577DA">
          <w:rPr>
            <w:webHidden/>
          </w:rPr>
          <w:t>38</w:t>
        </w:r>
        <w:r>
          <w:rPr>
            <w:webHidden/>
          </w:rPr>
          <w:fldChar w:fldCharType="end"/>
        </w:r>
      </w:hyperlink>
    </w:p>
    <w:p w14:paraId="249D1867" w14:textId="3902100B" w:rsidR="006C4C59" w:rsidRDefault="006C4C59">
      <w:pPr>
        <w:pStyle w:val="TM2"/>
        <w:rPr>
          <w:rFonts w:asciiTheme="minorHAnsi" w:eastAsiaTheme="minorEastAsia" w:hAnsiTheme="minorHAnsi" w:cstheme="minorBidi"/>
          <w:color w:val="auto"/>
          <w:kern w:val="2"/>
          <w:sz w:val="24"/>
          <w14:ligatures w14:val="standardContextual"/>
        </w:rPr>
      </w:pPr>
      <w:hyperlink w:anchor="_Toc202288408" w:history="1">
        <w:r w:rsidRPr="00BF21A8">
          <w:rPr>
            <w:rStyle w:val="Lienhypertexte"/>
          </w:rPr>
          <w:t>CHAPITRE VI  LEGGET N’EST PAS LEGGET</w:t>
        </w:r>
        <w:r>
          <w:rPr>
            <w:webHidden/>
          </w:rPr>
          <w:tab/>
        </w:r>
        <w:r>
          <w:rPr>
            <w:webHidden/>
          </w:rPr>
          <w:fldChar w:fldCharType="begin"/>
        </w:r>
        <w:r>
          <w:rPr>
            <w:webHidden/>
          </w:rPr>
          <w:instrText xml:space="preserve"> PAGEREF _Toc202288408 \h </w:instrText>
        </w:r>
        <w:r>
          <w:rPr>
            <w:webHidden/>
          </w:rPr>
        </w:r>
        <w:r>
          <w:rPr>
            <w:webHidden/>
          </w:rPr>
          <w:fldChar w:fldCharType="separate"/>
        </w:r>
        <w:r w:rsidR="001577DA">
          <w:rPr>
            <w:webHidden/>
          </w:rPr>
          <w:t>52</w:t>
        </w:r>
        <w:r>
          <w:rPr>
            <w:webHidden/>
          </w:rPr>
          <w:fldChar w:fldCharType="end"/>
        </w:r>
      </w:hyperlink>
    </w:p>
    <w:p w14:paraId="39BDF7BE" w14:textId="5026A5FD" w:rsidR="006C4C59" w:rsidRDefault="006C4C59">
      <w:pPr>
        <w:pStyle w:val="TM2"/>
        <w:rPr>
          <w:rFonts w:asciiTheme="minorHAnsi" w:eastAsiaTheme="minorEastAsia" w:hAnsiTheme="minorHAnsi" w:cstheme="minorBidi"/>
          <w:color w:val="auto"/>
          <w:kern w:val="2"/>
          <w:sz w:val="24"/>
          <w14:ligatures w14:val="standardContextual"/>
        </w:rPr>
      </w:pPr>
      <w:hyperlink w:anchor="_Toc202288409" w:history="1">
        <w:r w:rsidRPr="00BF21A8">
          <w:rPr>
            <w:rStyle w:val="Lienhypertexte"/>
          </w:rPr>
          <w:t>CHAPITRE VII  LA MALÉDICTION DES DAIN</w:t>
        </w:r>
        <w:r>
          <w:rPr>
            <w:webHidden/>
          </w:rPr>
          <w:tab/>
        </w:r>
        <w:r>
          <w:rPr>
            <w:webHidden/>
          </w:rPr>
          <w:fldChar w:fldCharType="begin"/>
        </w:r>
        <w:r>
          <w:rPr>
            <w:webHidden/>
          </w:rPr>
          <w:instrText xml:space="preserve"> PAGEREF _Toc202288409 \h </w:instrText>
        </w:r>
        <w:r>
          <w:rPr>
            <w:webHidden/>
          </w:rPr>
        </w:r>
        <w:r>
          <w:rPr>
            <w:webHidden/>
          </w:rPr>
          <w:fldChar w:fldCharType="separate"/>
        </w:r>
        <w:r w:rsidR="001577DA">
          <w:rPr>
            <w:webHidden/>
          </w:rPr>
          <w:t>59</w:t>
        </w:r>
        <w:r>
          <w:rPr>
            <w:webHidden/>
          </w:rPr>
          <w:fldChar w:fldCharType="end"/>
        </w:r>
      </w:hyperlink>
    </w:p>
    <w:p w14:paraId="47D60313" w14:textId="18B1C489" w:rsidR="006C4C59" w:rsidRDefault="006C4C59">
      <w:pPr>
        <w:pStyle w:val="TM1"/>
        <w:rPr>
          <w:rFonts w:asciiTheme="minorHAnsi" w:eastAsiaTheme="minorEastAsia" w:hAnsiTheme="minorHAnsi" w:cstheme="minorBidi"/>
          <w:bCs w:val="0"/>
          <w:iCs w:val="0"/>
          <w:color w:val="auto"/>
          <w:kern w:val="2"/>
          <w:sz w:val="24"/>
          <w:szCs w:val="24"/>
          <w14:ligatures w14:val="standardContextual"/>
        </w:rPr>
      </w:pPr>
      <w:hyperlink w:anchor="_Toc202288410" w:history="1">
        <w:r w:rsidRPr="00BF21A8">
          <w:rPr>
            <w:rStyle w:val="Lienhypertexte"/>
          </w:rPr>
          <w:t>DEUXIÈME PARTIE  LE TEMPLE</w:t>
        </w:r>
        <w:r>
          <w:rPr>
            <w:webHidden/>
          </w:rPr>
          <w:tab/>
        </w:r>
        <w:r>
          <w:rPr>
            <w:webHidden/>
          </w:rPr>
          <w:fldChar w:fldCharType="begin"/>
        </w:r>
        <w:r>
          <w:rPr>
            <w:webHidden/>
          </w:rPr>
          <w:instrText xml:space="preserve"> PAGEREF _Toc202288410 \h </w:instrText>
        </w:r>
        <w:r>
          <w:rPr>
            <w:webHidden/>
          </w:rPr>
        </w:r>
        <w:r>
          <w:rPr>
            <w:webHidden/>
          </w:rPr>
          <w:fldChar w:fldCharType="separate"/>
        </w:r>
        <w:r w:rsidR="001577DA">
          <w:rPr>
            <w:webHidden/>
          </w:rPr>
          <w:t>69</w:t>
        </w:r>
        <w:r>
          <w:rPr>
            <w:webHidden/>
          </w:rPr>
          <w:fldChar w:fldCharType="end"/>
        </w:r>
      </w:hyperlink>
    </w:p>
    <w:p w14:paraId="7840BB94" w14:textId="420F171C" w:rsidR="006C4C59" w:rsidRDefault="006C4C59">
      <w:pPr>
        <w:pStyle w:val="TM2"/>
        <w:rPr>
          <w:rFonts w:asciiTheme="minorHAnsi" w:eastAsiaTheme="minorEastAsia" w:hAnsiTheme="minorHAnsi" w:cstheme="minorBidi"/>
          <w:color w:val="auto"/>
          <w:kern w:val="2"/>
          <w:sz w:val="24"/>
          <w14:ligatures w14:val="standardContextual"/>
        </w:rPr>
      </w:pPr>
      <w:hyperlink w:anchor="_Toc202288411" w:history="1">
        <w:r w:rsidRPr="00BF21A8">
          <w:rPr>
            <w:rStyle w:val="Lienhypertexte"/>
          </w:rPr>
          <w:t>CHAPITRE VIII  NUIT DE SURVEILLANCE</w:t>
        </w:r>
        <w:r>
          <w:rPr>
            <w:webHidden/>
          </w:rPr>
          <w:tab/>
        </w:r>
        <w:r>
          <w:rPr>
            <w:webHidden/>
          </w:rPr>
          <w:fldChar w:fldCharType="begin"/>
        </w:r>
        <w:r>
          <w:rPr>
            <w:webHidden/>
          </w:rPr>
          <w:instrText xml:space="preserve"> PAGEREF _Toc202288411 \h </w:instrText>
        </w:r>
        <w:r>
          <w:rPr>
            <w:webHidden/>
          </w:rPr>
        </w:r>
        <w:r>
          <w:rPr>
            <w:webHidden/>
          </w:rPr>
          <w:fldChar w:fldCharType="separate"/>
        </w:r>
        <w:r w:rsidR="001577DA">
          <w:rPr>
            <w:webHidden/>
          </w:rPr>
          <w:t>70</w:t>
        </w:r>
        <w:r>
          <w:rPr>
            <w:webHidden/>
          </w:rPr>
          <w:fldChar w:fldCharType="end"/>
        </w:r>
      </w:hyperlink>
    </w:p>
    <w:p w14:paraId="66690823" w14:textId="24789D24" w:rsidR="006C4C59" w:rsidRDefault="006C4C59">
      <w:pPr>
        <w:pStyle w:val="TM2"/>
        <w:rPr>
          <w:rFonts w:asciiTheme="minorHAnsi" w:eastAsiaTheme="minorEastAsia" w:hAnsiTheme="minorHAnsi" w:cstheme="minorBidi"/>
          <w:color w:val="auto"/>
          <w:kern w:val="2"/>
          <w:sz w:val="24"/>
          <w14:ligatures w14:val="standardContextual"/>
        </w:rPr>
      </w:pPr>
      <w:hyperlink w:anchor="_Toc202288412" w:history="1">
        <w:r w:rsidRPr="00BF21A8">
          <w:rPr>
            <w:rStyle w:val="Lienhypertexte"/>
          </w:rPr>
          <w:t>CHAPITRE IX  UN PARFUM DE FLEURS MORTES</w:t>
        </w:r>
        <w:r>
          <w:rPr>
            <w:webHidden/>
          </w:rPr>
          <w:tab/>
        </w:r>
        <w:r>
          <w:rPr>
            <w:webHidden/>
          </w:rPr>
          <w:fldChar w:fldCharType="begin"/>
        </w:r>
        <w:r>
          <w:rPr>
            <w:webHidden/>
          </w:rPr>
          <w:instrText xml:space="preserve"> PAGEREF _Toc202288412 \h </w:instrText>
        </w:r>
        <w:r>
          <w:rPr>
            <w:webHidden/>
          </w:rPr>
        </w:r>
        <w:r>
          <w:rPr>
            <w:webHidden/>
          </w:rPr>
          <w:fldChar w:fldCharType="separate"/>
        </w:r>
        <w:r w:rsidR="001577DA">
          <w:rPr>
            <w:webHidden/>
          </w:rPr>
          <w:t>79</w:t>
        </w:r>
        <w:r>
          <w:rPr>
            <w:webHidden/>
          </w:rPr>
          <w:fldChar w:fldCharType="end"/>
        </w:r>
      </w:hyperlink>
    </w:p>
    <w:p w14:paraId="666A0BCB" w14:textId="74DDB3DB" w:rsidR="006C4C59" w:rsidRDefault="006C4C59">
      <w:pPr>
        <w:pStyle w:val="TM2"/>
        <w:rPr>
          <w:rFonts w:asciiTheme="minorHAnsi" w:eastAsiaTheme="minorEastAsia" w:hAnsiTheme="minorHAnsi" w:cstheme="minorBidi"/>
          <w:color w:val="auto"/>
          <w:kern w:val="2"/>
          <w:sz w:val="24"/>
          <w14:ligatures w14:val="standardContextual"/>
        </w:rPr>
      </w:pPr>
      <w:hyperlink w:anchor="_Toc202288413" w:history="1">
        <w:r w:rsidRPr="00BF21A8">
          <w:rPr>
            <w:rStyle w:val="Lienhypertexte"/>
          </w:rPr>
          <w:t>CHAPITRE X  LE DESTIN DE JOSEPH</w:t>
        </w:r>
        <w:r>
          <w:rPr>
            <w:webHidden/>
          </w:rPr>
          <w:tab/>
        </w:r>
        <w:r>
          <w:rPr>
            <w:webHidden/>
          </w:rPr>
          <w:fldChar w:fldCharType="begin"/>
        </w:r>
        <w:r>
          <w:rPr>
            <w:webHidden/>
          </w:rPr>
          <w:instrText xml:space="preserve"> PAGEREF _Toc202288413 \h </w:instrText>
        </w:r>
        <w:r>
          <w:rPr>
            <w:webHidden/>
          </w:rPr>
        </w:r>
        <w:r>
          <w:rPr>
            <w:webHidden/>
          </w:rPr>
          <w:fldChar w:fldCharType="separate"/>
        </w:r>
        <w:r w:rsidR="001577DA">
          <w:rPr>
            <w:webHidden/>
          </w:rPr>
          <w:t>90</w:t>
        </w:r>
        <w:r>
          <w:rPr>
            <w:webHidden/>
          </w:rPr>
          <w:fldChar w:fldCharType="end"/>
        </w:r>
      </w:hyperlink>
    </w:p>
    <w:p w14:paraId="0D5345DD" w14:textId="40AF2962" w:rsidR="006C4C59" w:rsidRDefault="006C4C59">
      <w:pPr>
        <w:pStyle w:val="TM2"/>
        <w:rPr>
          <w:rFonts w:asciiTheme="minorHAnsi" w:eastAsiaTheme="minorEastAsia" w:hAnsiTheme="minorHAnsi" w:cstheme="minorBidi"/>
          <w:color w:val="auto"/>
          <w:kern w:val="2"/>
          <w:sz w:val="24"/>
          <w14:ligatures w14:val="standardContextual"/>
        </w:rPr>
      </w:pPr>
      <w:hyperlink w:anchor="_Toc202288414" w:history="1">
        <w:r w:rsidRPr="00BF21A8">
          <w:rPr>
            <w:rStyle w:val="Lienhypertexte"/>
          </w:rPr>
          <w:t>CHAPITRE XI  LES VISIONS DU TEMPLE DE SAINT-GRAAL</w:t>
        </w:r>
        <w:r>
          <w:rPr>
            <w:webHidden/>
          </w:rPr>
          <w:tab/>
        </w:r>
        <w:r>
          <w:rPr>
            <w:webHidden/>
          </w:rPr>
          <w:fldChar w:fldCharType="begin"/>
        </w:r>
        <w:r>
          <w:rPr>
            <w:webHidden/>
          </w:rPr>
          <w:instrText xml:space="preserve"> PAGEREF _Toc202288414 \h </w:instrText>
        </w:r>
        <w:r>
          <w:rPr>
            <w:webHidden/>
          </w:rPr>
        </w:r>
        <w:r>
          <w:rPr>
            <w:webHidden/>
          </w:rPr>
          <w:fldChar w:fldCharType="separate"/>
        </w:r>
        <w:r w:rsidR="001577DA">
          <w:rPr>
            <w:webHidden/>
          </w:rPr>
          <w:t>97</w:t>
        </w:r>
        <w:r>
          <w:rPr>
            <w:webHidden/>
          </w:rPr>
          <w:fldChar w:fldCharType="end"/>
        </w:r>
      </w:hyperlink>
    </w:p>
    <w:p w14:paraId="4EABDDF7" w14:textId="3E8B1C57" w:rsidR="006C4C59" w:rsidRDefault="006C4C59">
      <w:pPr>
        <w:pStyle w:val="TM1"/>
        <w:rPr>
          <w:rFonts w:asciiTheme="minorHAnsi" w:eastAsiaTheme="minorEastAsia" w:hAnsiTheme="minorHAnsi" w:cstheme="minorBidi"/>
          <w:bCs w:val="0"/>
          <w:iCs w:val="0"/>
          <w:color w:val="auto"/>
          <w:kern w:val="2"/>
          <w:sz w:val="24"/>
          <w:szCs w:val="24"/>
          <w14:ligatures w14:val="standardContextual"/>
        </w:rPr>
      </w:pPr>
      <w:hyperlink w:anchor="_Toc202288415" w:history="1">
        <w:r w:rsidRPr="00BF21A8">
          <w:rPr>
            <w:rStyle w:val="Lienhypertexte"/>
          </w:rPr>
          <w:t>TROISIÈME PARTIE  GENS ET ÉVÉNEMENTS DE QUESADA</w:t>
        </w:r>
        <w:r>
          <w:rPr>
            <w:webHidden/>
          </w:rPr>
          <w:tab/>
        </w:r>
        <w:r>
          <w:rPr>
            <w:webHidden/>
          </w:rPr>
          <w:fldChar w:fldCharType="begin"/>
        </w:r>
        <w:r>
          <w:rPr>
            <w:webHidden/>
          </w:rPr>
          <w:instrText xml:space="preserve"> PAGEREF _Toc202288415 \h </w:instrText>
        </w:r>
        <w:r>
          <w:rPr>
            <w:webHidden/>
          </w:rPr>
        </w:r>
        <w:r>
          <w:rPr>
            <w:webHidden/>
          </w:rPr>
          <w:fldChar w:fldCharType="separate"/>
        </w:r>
        <w:r w:rsidR="001577DA">
          <w:rPr>
            <w:webHidden/>
          </w:rPr>
          <w:t>105</w:t>
        </w:r>
        <w:r>
          <w:rPr>
            <w:webHidden/>
          </w:rPr>
          <w:fldChar w:fldCharType="end"/>
        </w:r>
      </w:hyperlink>
    </w:p>
    <w:p w14:paraId="326F2CCA" w14:textId="7E89952B" w:rsidR="006C4C59" w:rsidRDefault="006C4C59">
      <w:pPr>
        <w:pStyle w:val="TM2"/>
        <w:rPr>
          <w:rFonts w:asciiTheme="minorHAnsi" w:eastAsiaTheme="minorEastAsia" w:hAnsiTheme="minorHAnsi" w:cstheme="minorBidi"/>
          <w:color w:val="auto"/>
          <w:kern w:val="2"/>
          <w:sz w:val="24"/>
          <w14:ligatures w14:val="standardContextual"/>
        </w:rPr>
      </w:pPr>
      <w:hyperlink w:anchor="_Toc202288416" w:history="1">
        <w:r w:rsidRPr="00BF21A8">
          <w:rPr>
            <w:rStyle w:val="Lienhypertexte"/>
          </w:rPr>
          <w:t>CHAPITRE XII  UN HOMME À LA MER</w:t>
        </w:r>
        <w:r>
          <w:rPr>
            <w:webHidden/>
          </w:rPr>
          <w:tab/>
        </w:r>
        <w:r>
          <w:rPr>
            <w:webHidden/>
          </w:rPr>
          <w:fldChar w:fldCharType="begin"/>
        </w:r>
        <w:r>
          <w:rPr>
            <w:webHidden/>
          </w:rPr>
          <w:instrText xml:space="preserve"> PAGEREF _Toc202288416 \h </w:instrText>
        </w:r>
        <w:r>
          <w:rPr>
            <w:webHidden/>
          </w:rPr>
        </w:r>
        <w:r>
          <w:rPr>
            <w:webHidden/>
          </w:rPr>
          <w:fldChar w:fldCharType="separate"/>
        </w:r>
        <w:r w:rsidR="001577DA">
          <w:rPr>
            <w:webHidden/>
          </w:rPr>
          <w:t>106</w:t>
        </w:r>
        <w:r>
          <w:rPr>
            <w:webHidden/>
          </w:rPr>
          <w:fldChar w:fldCharType="end"/>
        </w:r>
      </w:hyperlink>
    </w:p>
    <w:p w14:paraId="6E1615F9" w14:textId="6B7F809B" w:rsidR="006C4C59" w:rsidRDefault="006C4C59">
      <w:pPr>
        <w:pStyle w:val="TM2"/>
        <w:rPr>
          <w:rFonts w:asciiTheme="minorHAnsi" w:eastAsiaTheme="minorEastAsia" w:hAnsiTheme="minorHAnsi" w:cstheme="minorBidi"/>
          <w:color w:val="auto"/>
          <w:kern w:val="2"/>
          <w:sz w:val="24"/>
          <w14:ligatures w14:val="standardContextual"/>
        </w:rPr>
      </w:pPr>
      <w:hyperlink w:anchor="_Toc202288417" w:history="1">
        <w:r w:rsidRPr="00BF21A8">
          <w:rPr>
            <w:rStyle w:val="Lienhypertexte"/>
          </w:rPr>
          <w:t>CHAPITRE XIII  UNE CHRYSLER EN MORCEAUX</w:t>
        </w:r>
        <w:r>
          <w:rPr>
            <w:webHidden/>
          </w:rPr>
          <w:tab/>
        </w:r>
        <w:r>
          <w:rPr>
            <w:webHidden/>
          </w:rPr>
          <w:fldChar w:fldCharType="begin"/>
        </w:r>
        <w:r>
          <w:rPr>
            <w:webHidden/>
          </w:rPr>
          <w:instrText xml:space="preserve"> PAGEREF _Toc202288417 \h </w:instrText>
        </w:r>
        <w:r>
          <w:rPr>
            <w:webHidden/>
          </w:rPr>
        </w:r>
        <w:r>
          <w:rPr>
            <w:webHidden/>
          </w:rPr>
          <w:fldChar w:fldCharType="separate"/>
        </w:r>
        <w:r w:rsidR="001577DA">
          <w:rPr>
            <w:webHidden/>
          </w:rPr>
          <w:t>115</w:t>
        </w:r>
        <w:r>
          <w:rPr>
            <w:webHidden/>
          </w:rPr>
          <w:fldChar w:fldCharType="end"/>
        </w:r>
      </w:hyperlink>
    </w:p>
    <w:p w14:paraId="6055F46E" w14:textId="5CA431D3" w:rsidR="006C4C59" w:rsidRDefault="006C4C59">
      <w:pPr>
        <w:pStyle w:val="TM2"/>
        <w:rPr>
          <w:rFonts w:asciiTheme="minorHAnsi" w:eastAsiaTheme="minorEastAsia" w:hAnsiTheme="minorHAnsi" w:cstheme="minorBidi"/>
          <w:color w:val="auto"/>
          <w:kern w:val="2"/>
          <w:sz w:val="24"/>
          <w14:ligatures w14:val="standardContextual"/>
        </w:rPr>
      </w:pPr>
      <w:hyperlink w:anchor="_Toc202288418" w:history="1">
        <w:r w:rsidRPr="00BF21A8">
          <w:rPr>
            <w:rStyle w:val="Lienhypertexte"/>
          </w:rPr>
          <w:t>CHAPITRE XIV  C’EST MOI QUI L’AI TUÉ</w:t>
        </w:r>
        <w:r>
          <w:rPr>
            <w:webHidden/>
          </w:rPr>
          <w:tab/>
        </w:r>
        <w:r>
          <w:rPr>
            <w:webHidden/>
          </w:rPr>
          <w:fldChar w:fldCharType="begin"/>
        </w:r>
        <w:r>
          <w:rPr>
            <w:webHidden/>
          </w:rPr>
          <w:instrText xml:space="preserve"> PAGEREF _Toc202288418 \h </w:instrText>
        </w:r>
        <w:r>
          <w:rPr>
            <w:webHidden/>
          </w:rPr>
        </w:r>
        <w:r>
          <w:rPr>
            <w:webHidden/>
          </w:rPr>
          <w:fldChar w:fldCharType="separate"/>
        </w:r>
        <w:r w:rsidR="001577DA">
          <w:rPr>
            <w:webHidden/>
          </w:rPr>
          <w:t>125</w:t>
        </w:r>
        <w:r>
          <w:rPr>
            <w:webHidden/>
          </w:rPr>
          <w:fldChar w:fldCharType="end"/>
        </w:r>
      </w:hyperlink>
    </w:p>
    <w:p w14:paraId="5C8F0D48" w14:textId="18E3DC4D" w:rsidR="006C4C59" w:rsidRDefault="006C4C59">
      <w:pPr>
        <w:pStyle w:val="TM2"/>
        <w:rPr>
          <w:rFonts w:asciiTheme="minorHAnsi" w:eastAsiaTheme="minorEastAsia" w:hAnsiTheme="minorHAnsi" w:cstheme="minorBidi"/>
          <w:color w:val="auto"/>
          <w:kern w:val="2"/>
          <w:sz w:val="24"/>
          <w14:ligatures w14:val="standardContextual"/>
        </w:rPr>
      </w:pPr>
      <w:hyperlink w:anchor="_Toc202288419" w:history="1">
        <w:r w:rsidRPr="00BF21A8">
          <w:rPr>
            <w:rStyle w:val="Lienhypertexte"/>
          </w:rPr>
          <w:t>CHAPITRE XV  CHASSE NOCTURNE</w:t>
        </w:r>
        <w:r>
          <w:rPr>
            <w:webHidden/>
          </w:rPr>
          <w:tab/>
        </w:r>
        <w:r>
          <w:rPr>
            <w:webHidden/>
          </w:rPr>
          <w:fldChar w:fldCharType="begin"/>
        </w:r>
        <w:r>
          <w:rPr>
            <w:webHidden/>
          </w:rPr>
          <w:instrText xml:space="preserve"> PAGEREF _Toc202288419 \h </w:instrText>
        </w:r>
        <w:r>
          <w:rPr>
            <w:webHidden/>
          </w:rPr>
        </w:r>
        <w:r>
          <w:rPr>
            <w:webHidden/>
          </w:rPr>
          <w:fldChar w:fldCharType="separate"/>
        </w:r>
        <w:r w:rsidR="001577DA">
          <w:rPr>
            <w:webHidden/>
          </w:rPr>
          <w:t>134</w:t>
        </w:r>
        <w:r>
          <w:rPr>
            <w:webHidden/>
          </w:rPr>
          <w:fldChar w:fldCharType="end"/>
        </w:r>
      </w:hyperlink>
    </w:p>
    <w:p w14:paraId="76FD5D84" w14:textId="7592C3D5" w:rsidR="006C4C59" w:rsidRDefault="006C4C59">
      <w:pPr>
        <w:pStyle w:val="TM2"/>
        <w:rPr>
          <w:rFonts w:asciiTheme="minorHAnsi" w:eastAsiaTheme="minorEastAsia" w:hAnsiTheme="minorHAnsi" w:cstheme="minorBidi"/>
          <w:color w:val="auto"/>
          <w:kern w:val="2"/>
          <w:sz w:val="24"/>
          <w14:ligatures w14:val="standardContextual"/>
        </w:rPr>
      </w:pPr>
      <w:hyperlink w:anchor="_Toc202288420" w:history="1">
        <w:r w:rsidRPr="00BF21A8">
          <w:rPr>
            <w:rStyle w:val="Lienhypertexte"/>
          </w:rPr>
          <w:t>CHAPITRE XVI  LA GROTTE DE LA POINTE NOIRE</w:t>
        </w:r>
        <w:r>
          <w:rPr>
            <w:webHidden/>
          </w:rPr>
          <w:tab/>
        </w:r>
        <w:r>
          <w:rPr>
            <w:webHidden/>
          </w:rPr>
          <w:fldChar w:fldCharType="begin"/>
        </w:r>
        <w:r>
          <w:rPr>
            <w:webHidden/>
          </w:rPr>
          <w:instrText xml:space="preserve"> PAGEREF _Toc202288420 \h </w:instrText>
        </w:r>
        <w:r>
          <w:rPr>
            <w:webHidden/>
          </w:rPr>
        </w:r>
        <w:r>
          <w:rPr>
            <w:webHidden/>
          </w:rPr>
          <w:fldChar w:fldCharType="separate"/>
        </w:r>
        <w:r w:rsidR="001577DA">
          <w:rPr>
            <w:webHidden/>
          </w:rPr>
          <w:t>145</w:t>
        </w:r>
        <w:r>
          <w:rPr>
            <w:webHidden/>
          </w:rPr>
          <w:fldChar w:fldCharType="end"/>
        </w:r>
      </w:hyperlink>
    </w:p>
    <w:p w14:paraId="70F99367" w14:textId="4BAE29B4" w:rsidR="006C4C59" w:rsidRDefault="006C4C59">
      <w:pPr>
        <w:pStyle w:val="TM2"/>
        <w:rPr>
          <w:rFonts w:asciiTheme="minorHAnsi" w:eastAsiaTheme="minorEastAsia" w:hAnsiTheme="minorHAnsi" w:cstheme="minorBidi"/>
          <w:color w:val="auto"/>
          <w:kern w:val="2"/>
          <w:sz w:val="24"/>
          <w14:ligatures w14:val="standardContextual"/>
        </w:rPr>
      </w:pPr>
      <w:hyperlink w:anchor="_Toc202288421" w:history="1">
        <w:r w:rsidRPr="00BF21A8">
          <w:rPr>
            <w:rStyle w:val="Lienhypertexte"/>
          </w:rPr>
          <w:t>CHAPITRE XVII  UNE BOMBE</w:t>
        </w:r>
        <w:r>
          <w:rPr>
            <w:webHidden/>
          </w:rPr>
          <w:tab/>
        </w:r>
        <w:r>
          <w:rPr>
            <w:webHidden/>
          </w:rPr>
          <w:fldChar w:fldCharType="begin"/>
        </w:r>
        <w:r>
          <w:rPr>
            <w:webHidden/>
          </w:rPr>
          <w:instrText xml:space="preserve"> PAGEREF _Toc202288421 \h </w:instrText>
        </w:r>
        <w:r>
          <w:rPr>
            <w:webHidden/>
          </w:rPr>
        </w:r>
        <w:r>
          <w:rPr>
            <w:webHidden/>
          </w:rPr>
          <w:fldChar w:fldCharType="separate"/>
        </w:r>
        <w:r w:rsidR="001577DA">
          <w:rPr>
            <w:webHidden/>
          </w:rPr>
          <w:t>154</w:t>
        </w:r>
        <w:r>
          <w:rPr>
            <w:webHidden/>
          </w:rPr>
          <w:fldChar w:fldCharType="end"/>
        </w:r>
      </w:hyperlink>
    </w:p>
    <w:p w14:paraId="3198B966" w14:textId="7ACE0AFD" w:rsidR="006C4C59" w:rsidRDefault="006C4C59">
      <w:pPr>
        <w:pStyle w:val="TM2"/>
        <w:rPr>
          <w:rFonts w:asciiTheme="minorHAnsi" w:eastAsiaTheme="minorEastAsia" w:hAnsiTheme="minorHAnsi" w:cstheme="minorBidi"/>
          <w:color w:val="auto"/>
          <w:kern w:val="2"/>
          <w:sz w:val="24"/>
          <w14:ligatures w14:val="standardContextual"/>
        </w:rPr>
      </w:pPr>
      <w:hyperlink w:anchor="_Toc202288422" w:history="1">
        <w:r w:rsidRPr="00BF21A8">
          <w:rPr>
            <w:rStyle w:val="Lienhypertexte"/>
          </w:rPr>
          <w:t>CHAPITRE XVIII  UNE DÉGÉNÉRÉE</w:t>
        </w:r>
        <w:r>
          <w:rPr>
            <w:webHidden/>
          </w:rPr>
          <w:tab/>
        </w:r>
        <w:r>
          <w:rPr>
            <w:webHidden/>
          </w:rPr>
          <w:fldChar w:fldCharType="begin"/>
        </w:r>
        <w:r>
          <w:rPr>
            <w:webHidden/>
          </w:rPr>
          <w:instrText xml:space="preserve"> PAGEREF _Toc202288422 \h </w:instrText>
        </w:r>
        <w:r>
          <w:rPr>
            <w:webHidden/>
          </w:rPr>
        </w:r>
        <w:r>
          <w:rPr>
            <w:webHidden/>
          </w:rPr>
          <w:fldChar w:fldCharType="separate"/>
        </w:r>
        <w:r w:rsidR="001577DA">
          <w:rPr>
            <w:webHidden/>
          </w:rPr>
          <w:t>162</w:t>
        </w:r>
        <w:r>
          <w:rPr>
            <w:webHidden/>
          </w:rPr>
          <w:fldChar w:fldCharType="end"/>
        </w:r>
      </w:hyperlink>
    </w:p>
    <w:p w14:paraId="4B0D55F2" w14:textId="08465F60" w:rsidR="006C4C59" w:rsidRDefault="006C4C59">
      <w:pPr>
        <w:pStyle w:val="TM2"/>
        <w:rPr>
          <w:rFonts w:asciiTheme="minorHAnsi" w:eastAsiaTheme="minorEastAsia" w:hAnsiTheme="minorHAnsi" w:cstheme="minorBidi"/>
          <w:color w:val="auto"/>
          <w:kern w:val="2"/>
          <w:sz w:val="24"/>
          <w14:ligatures w14:val="standardContextual"/>
        </w:rPr>
      </w:pPr>
      <w:hyperlink w:anchor="_Toc202288423" w:history="1">
        <w:r w:rsidRPr="00BF21A8">
          <w:rPr>
            <w:rStyle w:val="Lienhypertexte"/>
          </w:rPr>
          <w:t>CHAPITRE XIX  LA VILLA DES EMBRUNS</w:t>
        </w:r>
        <w:r>
          <w:rPr>
            <w:webHidden/>
          </w:rPr>
          <w:tab/>
        </w:r>
        <w:r>
          <w:rPr>
            <w:webHidden/>
          </w:rPr>
          <w:fldChar w:fldCharType="begin"/>
        </w:r>
        <w:r>
          <w:rPr>
            <w:webHidden/>
          </w:rPr>
          <w:instrText xml:space="preserve"> PAGEREF _Toc202288423 \h </w:instrText>
        </w:r>
        <w:r>
          <w:rPr>
            <w:webHidden/>
          </w:rPr>
        </w:r>
        <w:r>
          <w:rPr>
            <w:webHidden/>
          </w:rPr>
          <w:fldChar w:fldCharType="separate"/>
        </w:r>
        <w:r w:rsidR="001577DA">
          <w:rPr>
            <w:webHidden/>
          </w:rPr>
          <w:t>173</w:t>
        </w:r>
        <w:r>
          <w:rPr>
            <w:webHidden/>
          </w:rPr>
          <w:fldChar w:fldCharType="end"/>
        </w:r>
      </w:hyperlink>
    </w:p>
    <w:p w14:paraId="59A70139" w14:textId="4DA742B8" w:rsidR="006C4C59" w:rsidRDefault="006C4C59">
      <w:pPr>
        <w:pStyle w:val="TM2"/>
        <w:rPr>
          <w:rFonts w:asciiTheme="minorHAnsi" w:eastAsiaTheme="minorEastAsia" w:hAnsiTheme="minorHAnsi" w:cstheme="minorBidi"/>
          <w:color w:val="auto"/>
          <w:kern w:val="2"/>
          <w:sz w:val="24"/>
          <w14:ligatures w14:val="standardContextual"/>
        </w:rPr>
      </w:pPr>
      <w:hyperlink w:anchor="_Toc202288424" w:history="1">
        <w:r w:rsidRPr="00BF21A8">
          <w:rPr>
            <w:rStyle w:val="Lienhypertexte"/>
            <w:lang w:val="en-GB"/>
          </w:rPr>
          <w:t>CHAPITRE XX  AARONIA HALDORN</w:t>
        </w:r>
        <w:r>
          <w:rPr>
            <w:webHidden/>
          </w:rPr>
          <w:tab/>
        </w:r>
        <w:r>
          <w:rPr>
            <w:webHidden/>
          </w:rPr>
          <w:fldChar w:fldCharType="begin"/>
        </w:r>
        <w:r>
          <w:rPr>
            <w:webHidden/>
          </w:rPr>
          <w:instrText xml:space="preserve"> PAGEREF _Toc202288424 \h </w:instrText>
        </w:r>
        <w:r>
          <w:rPr>
            <w:webHidden/>
          </w:rPr>
        </w:r>
        <w:r>
          <w:rPr>
            <w:webHidden/>
          </w:rPr>
          <w:fldChar w:fldCharType="separate"/>
        </w:r>
        <w:r w:rsidR="001577DA">
          <w:rPr>
            <w:webHidden/>
          </w:rPr>
          <w:t>184</w:t>
        </w:r>
        <w:r>
          <w:rPr>
            <w:webHidden/>
          </w:rPr>
          <w:fldChar w:fldCharType="end"/>
        </w:r>
      </w:hyperlink>
    </w:p>
    <w:p w14:paraId="76E6DF84" w14:textId="2D831B60" w:rsidR="006C4C59" w:rsidRDefault="006C4C59">
      <w:pPr>
        <w:pStyle w:val="TM2"/>
        <w:rPr>
          <w:rFonts w:asciiTheme="minorHAnsi" w:eastAsiaTheme="minorEastAsia" w:hAnsiTheme="minorHAnsi" w:cstheme="minorBidi"/>
          <w:color w:val="auto"/>
          <w:kern w:val="2"/>
          <w:sz w:val="24"/>
          <w14:ligatures w14:val="standardContextual"/>
        </w:rPr>
      </w:pPr>
      <w:hyperlink w:anchor="_Toc202288425" w:history="1">
        <w:r w:rsidRPr="00BF21A8">
          <w:rPr>
            <w:rStyle w:val="Lienhypertexte"/>
          </w:rPr>
          <w:t>CHAPITRE XXI  LA CONFESSION</w:t>
        </w:r>
        <w:r>
          <w:rPr>
            <w:webHidden/>
          </w:rPr>
          <w:tab/>
        </w:r>
        <w:r>
          <w:rPr>
            <w:webHidden/>
          </w:rPr>
          <w:fldChar w:fldCharType="begin"/>
        </w:r>
        <w:r>
          <w:rPr>
            <w:webHidden/>
          </w:rPr>
          <w:instrText xml:space="preserve"> PAGEREF _Toc202288425 \h </w:instrText>
        </w:r>
        <w:r>
          <w:rPr>
            <w:webHidden/>
          </w:rPr>
        </w:r>
        <w:r>
          <w:rPr>
            <w:webHidden/>
          </w:rPr>
          <w:fldChar w:fldCharType="separate"/>
        </w:r>
        <w:r w:rsidR="001577DA">
          <w:rPr>
            <w:webHidden/>
          </w:rPr>
          <w:t>197</w:t>
        </w:r>
        <w:r>
          <w:rPr>
            <w:webHidden/>
          </w:rPr>
          <w:fldChar w:fldCharType="end"/>
        </w:r>
      </w:hyperlink>
    </w:p>
    <w:p w14:paraId="1219B5CE" w14:textId="261453DC" w:rsidR="006C4C59" w:rsidRDefault="006C4C59">
      <w:pPr>
        <w:pStyle w:val="TM2"/>
        <w:rPr>
          <w:rFonts w:asciiTheme="minorHAnsi" w:eastAsiaTheme="minorEastAsia" w:hAnsiTheme="minorHAnsi" w:cstheme="minorBidi"/>
          <w:color w:val="auto"/>
          <w:kern w:val="2"/>
          <w:sz w:val="24"/>
          <w14:ligatures w14:val="standardContextual"/>
        </w:rPr>
      </w:pPr>
      <w:hyperlink w:anchor="_Toc202288426" w:history="1">
        <w:r w:rsidRPr="00BF21A8">
          <w:rPr>
            <w:rStyle w:val="Lienhypertexte"/>
          </w:rPr>
          <w:t>CHAPITRE XXII  LE CYCLE TRAGIQUE</w:t>
        </w:r>
        <w:r>
          <w:rPr>
            <w:webHidden/>
          </w:rPr>
          <w:tab/>
        </w:r>
        <w:r>
          <w:rPr>
            <w:webHidden/>
          </w:rPr>
          <w:fldChar w:fldCharType="begin"/>
        </w:r>
        <w:r>
          <w:rPr>
            <w:webHidden/>
          </w:rPr>
          <w:instrText xml:space="preserve"> PAGEREF _Toc202288426 \h </w:instrText>
        </w:r>
        <w:r>
          <w:rPr>
            <w:webHidden/>
          </w:rPr>
        </w:r>
        <w:r>
          <w:rPr>
            <w:webHidden/>
          </w:rPr>
          <w:fldChar w:fldCharType="separate"/>
        </w:r>
        <w:r w:rsidR="001577DA">
          <w:rPr>
            <w:webHidden/>
          </w:rPr>
          <w:t>209</w:t>
        </w:r>
        <w:r>
          <w:rPr>
            <w:webHidden/>
          </w:rPr>
          <w:fldChar w:fldCharType="end"/>
        </w:r>
      </w:hyperlink>
    </w:p>
    <w:p w14:paraId="7F605435" w14:textId="18C6E868" w:rsidR="006C4C59" w:rsidRDefault="006C4C59">
      <w:pPr>
        <w:pStyle w:val="TM1"/>
        <w:rPr>
          <w:rFonts w:asciiTheme="minorHAnsi" w:eastAsiaTheme="minorEastAsia" w:hAnsiTheme="minorHAnsi" w:cstheme="minorBidi"/>
          <w:bCs w:val="0"/>
          <w:iCs w:val="0"/>
          <w:color w:val="auto"/>
          <w:kern w:val="2"/>
          <w:sz w:val="24"/>
          <w:szCs w:val="24"/>
          <w14:ligatures w14:val="standardContextual"/>
        </w:rPr>
      </w:pPr>
      <w:hyperlink w:anchor="_Toc202288427" w:history="1">
        <w:r w:rsidRPr="00BF21A8">
          <w:rPr>
            <w:rStyle w:val="Lienhypertexte"/>
          </w:rPr>
          <w:t>À propos de cette édition électronique</w:t>
        </w:r>
        <w:r>
          <w:rPr>
            <w:webHidden/>
          </w:rPr>
          <w:tab/>
        </w:r>
        <w:r>
          <w:rPr>
            <w:webHidden/>
          </w:rPr>
          <w:fldChar w:fldCharType="begin"/>
        </w:r>
        <w:r>
          <w:rPr>
            <w:webHidden/>
          </w:rPr>
          <w:instrText xml:space="preserve"> PAGEREF _Toc202288427 \h </w:instrText>
        </w:r>
        <w:r>
          <w:rPr>
            <w:webHidden/>
          </w:rPr>
        </w:r>
        <w:r>
          <w:rPr>
            <w:webHidden/>
          </w:rPr>
          <w:fldChar w:fldCharType="separate"/>
        </w:r>
        <w:r w:rsidR="001577DA">
          <w:rPr>
            <w:webHidden/>
          </w:rPr>
          <w:t>215</w:t>
        </w:r>
        <w:r>
          <w:rPr>
            <w:webHidden/>
          </w:rPr>
          <w:fldChar w:fldCharType="end"/>
        </w:r>
      </w:hyperlink>
    </w:p>
    <w:p w14:paraId="7423E987" w14:textId="2D8B742F" w:rsidR="00000000" w:rsidRDefault="00000000">
      <w:r>
        <w:fldChar w:fldCharType="end"/>
      </w:r>
    </w:p>
    <w:p w14:paraId="20C2DE60" w14:textId="3EE05635" w:rsidR="00000000" w:rsidRDefault="00AE6611" w:rsidP="00AE6611">
      <w:pPr>
        <w:pStyle w:val="Titre1"/>
        <w:spacing w:before="240" w:after="240"/>
        <w:rPr>
          <w:sz w:val="60"/>
          <w:szCs w:val="60"/>
        </w:rPr>
      </w:pPr>
      <w:r>
        <w:rPr>
          <w:sz w:val="60"/>
          <w:szCs w:val="60"/>
        </w:rPr>
        <w:lastRenderedPageBreak/>
        <w:br/>
      </w:r>
      <w:r>
        <w:rPr>
          <w:sz w:val="60"/>
          <w:szCs w:val="60"/>
        </w:rPr>
        <w:br/>
      </w:r>
      <w:r>
        <w:rPr>
          <w:sz w:val="60"/>
          <w:szCs w:val="60"/>
        </w:rPr>
        <w:br/>
      </w:r>
      <w:bookmarkStart w:id="1" w:name="_Toc202288402"/>
      <w:r w:rsidR="00000000">
        <w:rPr>
          <w:sz w:val="60"/>
          <w:szCs w:val="60"/>
        </w:rPr>
        <w:t>PREMIÈRE PARTIE</w:t>
      </w:r>
      <w:r w:rsidR="00000000">
        <w:rPr>
          <w:sz w:val="60"/>
          <w:szCs w:val="60"/>
        </w:rPr>
        <w:br/>
      </w:r>
      <w:r w:rsidR="00000000">
        <w:rPr>
          <w:sz w:val="60"/>
          <w:szCs w:val="60"/>
        </w:rPr>
        <w:br/>
        <w:t>LA FAMILLE DAIN</w:t>
      </w:r>
      <w:bookmarkEnd w:id="1"/>
    </w:p>
    <w:p w14:paraId="6ED9C5F0" w14:textId="77777777" w:rsidR="00000000" w:rsidRDefault="00000000" w:rsidP="00894734">
      <w:pPr>
        <w:pStyle w:val="Titre2"/>
        <w:rPr>
          <w:szCs w:val="44"/>
        </w:rPr>
      </w:pPr>
      <w:bookmarkStart w:id="2" w:name="_Toc202288403"/>
      <w:r>
        <w:rPr>
          <w:szCs w:val="44"/>
        </w:rPr>
        <w:lastRenderedPageBreak/>
        <w:t>CHAPITRE PREMIER</w:t>
      </w:r>
      <w:r>
        <w:rPr>
          <w:szCs w:val="44"/>
        </w:rPr>
        <w:br/>
      </w:r>
      <w:r>
        <w:rPr>
          <w:szCs w:val="44"/>
        </w:rPr>
        <w:br/>
        <w:t>HUIT DIAMANTS VOLÉS</w:t>
      </w:r>
      <w:bookmarkEnd w:id="2"/>
    </w:p>
    <w:p w14:paraId="31E3BF1C" w14:textId="77777777" w:rsidR="00894734" w:rsidRDefault="00000000">
      <w:r>
        <w:t>C</w:t>
      </w:r>
      <w:r w:rsidR="00894734">
        <w:t>’</w:t>
      </w:r>
      <w:r>
        <w:t>était bien un diamant</w:t>
      </w:r>
      <w:r w:rsidR="00894734">
        <w:t xml:space="preserve">, </w:t>
      </w:r>
      <w:r>
        <w:t>un diamant qui brillait dans l</w:t>
      </w:r>
      <w:r w:rsidR="00894734">
        <w:t>’</w:t>
      </w:r>
      <w:r>
        <w:t>herbe</w:t>
      </w:r>
      <w:r w:rsidR="00894734">
        <w:t xml:space="preserve">, </w:t>
      </w:r>
      <w:r>
        <w:t>à quelques mètres seulement de l</w:t>
      </w:r>
      <w:r w:rsidR="00894734">
        <w:t>’</w:t>
      </w:r>
      <w:r>
        <w:t>allée</w:t>
      </w:r>
      <w:r w:rsidR="00894734">
        <w:t xml:space="preserve">. </w:t>
      </w:r>
      <w:r>
        <w:t>Il était petit</w:t>
      </w:r>
      <w:r w:rsidR="00894734">
        <w:t xml:space="preserve">. </w:t>
      </w:r>
      <w:r>
        <w:t>Il ne devait pas peser plus d</w:t>
      </w:r>
      <w:r w:rsidR="00894734">
        <w:t>’</w:t>
      </w:r>
      <w:r>
        <w:t>un quart de carat</w:t>
      </w:r>
      <w:r w:rsidR="00894734">
        <w:t xml:space="preserve">. </w:t>
      </w:r>
      <w:r>
        <w:t>Je le mis dans ma poche et commençai à inspecter la pelouse</w:t>
      </w:r>
      <w:r w:rsidR="00894734">
        <w:t>.</w:t>
      </w:r>
    </w:p>
    <w:p w14:paraId="477627CC" w14:textId="77777777" w:rsidR="00894734" w:rsidRDefault="00000000">
      <w:r>
        <w:t>Je n</w:t>
      </w:r>
      <w:r w:rsidR="00894734">
        <w:t>’</w:t>
      </w:r>
      <w:r>
        <w:t>avais pas examiné un couple de mètres carrés de g</w:t>
      </w:r>
      <w:r>
        <w:t>a</w:t>
      </w:r>
      <w:r>
        <w:t xml:space="preserve">zon quand la porte de la maison des </w:t>
      </w:r>
      <w:proofErr w:type="spellStart"/>
      <w:r>
        <w:t>Legget</w:t>
      </w:r>
      <w:proofErr w:type="spellEnd"/>
      <w:r>
        <w:t xml:space="preserve"> s</w:t>
      </w:r>
      <w:r w:rsidR="00894734">
        <w:t>’</w:t>
      </w:r>
      <w:r>
        <w:t>ouvrit</w:t>
      </w:r>
      <w:r w:rsidR="00894734">
        <w:t>.</w:t>
      </w:r>
    </w:p>
    <w:p w14:paraId="5D2EE584" w14:textId="77777777" w:rsidR="00894734" w:rsidRDefault="00000000">
      <w:r>
        <w:t>Une femme parut au haut du perron et jeta sur moi un r</w:t>
      </w:r>
      <w:r>
        <w:t>e</w:t>
      </w:r>
      <w:r>
        <w:t>gard curieux</w:t>
      </w:r>
      <w:r w:rsidR="00894734">
        <w:t xml:space="preserve">, </w:t>
      </w:r>
      <w:r>
        <w:t>mais assez bienveillant</w:t>
      </w:r>
      <w:r w:rsidR="00894734">
        <w:t xml:space="preserve">. </w:t>
      </w:r>
      <w:r>
        <w:t>C</w:t>
      </w:r>
      <w:r w:rsidR="00894734">
        <w:t>’</w:t>
      </w:r>
      <w:r>
        <w:t>était une femme d</w:t>
      </w:r>
      <w:r w:rsidR="00894734">
        <w:t>’</w:t>
      </w:r>
      <w:r>
        <w:t>environ quarante ans</w:t>
      </w:r>
      <w:r w:rsidR="00894734">
        <w:t xml:space="preserve">. </w:t>
      </w:r>
      <w:r>
        <w:t>Elle avait les cheveux blonds foncés</w:t>
      </w:r>
      <w:r w:rsidR="00894734">
        <w:t xml:space="preserve">, </w:t>
      </w:r>
      <w:r>
        <w:t>un visage placide et des joues roses</w:t>
      </w:r>
      <w:r w:rsidR="00894734">
        <w:t xml:space="preserve">. </w:t>
      </w:r>
      <w:r>
        <w:t>Elle portait une robe d</w:t>
      </w:r>
      <w:r w:rsidR="00894734">
        <w:t>’</w:t>
      </w:r>
      <w:r>
        <w:t>int</w:t>
      </w:r>
      <w:r>
        <w:t>é</w:t>
      </w:r>
      <w:r>
        <w:t>rieur blanche à fleurs bleues</w:t>
      </w:r>
      <w:r w:rsidR="00894734">
        <w:t>.</w:t>
      </w:r>
    </w:p>
    <w:p w14:paraId="71E58661" w14:textId="77777777" w:rsidR="00894734" w:rsidRDefault="00000000">
      <w:r>
        <w:t>M</w:t>
      </w:r>
      <w:r w:rsidR="00894734">
        <w:t>’</w:t>
      </w:r>
      <w:r>
        <w:t>avançant vers elle</w:t>
      </w:r>
      <w:r w:rsidR="00894734">
        <w:t> :</w:t>
      </w:r>
    </w:p>
    <w:p w14:paraId="665C3300" w14:textId="77777777" w:rsidR="00894734" w:rsidRDefault="00894734">
      <w:r>
        <w:t>— </w:t>
      </w:r>
      <w:r w:rsidR="00000000">
        <w:t>Mr</w:t>
      </w:r>
      <w:r>
        <w:t xml:space="preserve">. </w:t>
      </w:r>
      <w:proofErr w:type="spellStart"/>
      <w:r w:rsidR="00000000">
        <w:t>Legget</w:t>
      </w:r>
      <w:proofErr w:type="spellEnd"/>
      <w:r w:rsidR="00000000">
        <w:t xml:space="preserve"> est-il chez lui</w:t>
      </w:r>
      <w:r>
        <w:t xml:space="preserve">, </w:t>
      </w:r>
      <w:r w:rsidR="00000000">
        <w:t>madame</w:t>
      </w:r>
      <w:r>
        <w:t xml:space="preserve"> ? </w:t>
      </w:r>
      <w:r w:rsidR="00000000">
        <w:t>demandai-je</w:t>
      </w:r>
      <w:r>
        <w:t>.</w:t>
      </w:r>
    </w:p>
    <w:p w14:paraId="5912507C" w14:textId="77777777" w:rsidR="00894734" w:rsidRDefault="00894734">
      <w:r>
        <w:t>— </w:t>
      </w:r>
      <w:r w:rsidR="00000000">
        <w:t>Oui</w:t>
      </w:r>
      <w:r>
        <w:t xml:space="preserve">. </w:t>
      </w:r>
      <w:r w:rsidR="00000000">
        <w:t>Vous désirez le voir</w:t>
      </w:r>
      <w:r>
        <w:t> ?</w:t>
      </w:r>
    </w:p>
    <w:p w14:paraId="46AEC17F" w14:textId="77777777" w:rsidR="00894734" w:rsidRDefault="00000000">
      <w:r>
        <w:t>Sa voix était placide autant que son visage</w:t>
      </w:r>
      <w:r w:rsidR="00894734">
        <w:t xml:space="preserve">. </w:t>
      </w:r>
      <w:r>
        <w:t>Elle continua</w:t>
      </w:r>
      <w:r w:rsidR="00894734">
        <w:t> :</w:t>
      </w:r>
    </w:p>
    <w:p w14:paraId="331097CE" w14:textId="77777777" w:rsidR="00894734" w:rsidRDefault="00894734">
      <w:r>
        <w:t>— </w:t>
      </w:r>
      <w:r w:rsidR="00000000">
        <w:t>Vous êtes détective</w:t>
      </w:r>
      <w:r>
        <w:t xml:space="preserve">, </w:t>
      </w:r>
      <w:r w:rsidR="00000000">
        <w:t>sans doute</w:t>
      </w:r>
      <w:r>
        <w:t> ?</w:t>
      </w:r>
    </w:p>
    <w:p w14:paraId="7641F7E1" w14:textId="77777777" w:rsidR="00894734" w:rsidRDefault="00894734">
      <w:r>
        <w:t>— </w:t>
      </w:r>
      <w:r w:rsidR="00000000">
        <w:t>Oui</w:t>
      </w:r>
      <w:r>
        <w:t xml:space="preserve">, </w:t>
      </w:r>
      <w:r w:rsidR="00000000">
        <w:t>madame</w:t>
      </w:r>
      <w:r>
        <w:t>.</w:t>
      </w:r>
    </w:p>
    <w:p w14:paraId="41DDC943" w14:textId="77777777" w:rsidR="00894734" w:rsidRDefault="00000000">
      <w:r>
        <w:t>Elle m</w:t>
      </w:r>
      <w:r w:rsidR="00894734">
        <w:t>’</w:t>
      </w:r>
      <w:r>
        <w:t>invita à entrer dans la maison et me conduisit au deuxième étage</w:t>
      </w:r>
      <w:r w:rsidR="00894734">
        <w:t xml:space="preserve">. </w:t>
      </w:r>
      <w:r>
        <w:t>Elle me pria d</w:t>
      </w:r>
      <w:r w:rsidR="00894734">
        <w:t>’</w:t>
      </w:r>
      <w:r>
        <w:t>attendre dans une pièce peinte en orange et chocolat</w:t>
      </w:r>
      <w:r w:rsidR="00894734">
        <w:t xml:space="preserve">, </w:t>
      </w:r>
      <w:r>
        <w:t>pendant qu</w:t>
      </w:r>
      <w:r w:rsidR="00894734">
        <w:t>’</w:t>
      </w:r>
      <w:r>
        <w:t>elle allait chercher son mari</w:t>
      </w:r>
      <w:r w:rsidR="00894734">
        <w:t xml:space="preserve">, </w:t>
      </w:r>
      <w:r>
        <w:t>dans son laboratoire</w:t>
      </w:r>
      <w:r w:rsidR="00894734">
        <w:t xml:space="preserve">, </w:t>
      </w:r>
      <w:r>
        <w:t>me dit-elle</w:t>
      </w:r>
      <w:r w:rsidR="00894734">
        <w:t>.</w:t>
      </w:r>
    </w:p>
    <w:p w14:paraId="42E70557" w14:textId="77777777" w:rsidR="00894734" w:rsidRDefault="00000000">
      <w:r>
        <w:t>Un moment après</w:t>
      </w:r>
      <w:r w:rsidR="00894734">
        <w:t xml:space="preserve">, </w:t>
      </w:r>
      <w:r>
        <w:t xml:space="preserve">Edgar </w:t>
      </w:r>
      <w:proofErr w:type="spellStart"/>
      <w:r>
        <w:t>Legget</w:t>
      </w:r>
      <w:proofErr w:type="spellEnd"/>
      <w:r>
        <w:t xml:space="preserve"> entrait en disant</w:t>
      </w:r>
      <w:r w:rsidR="00894734">
        <w:t> :</w:t>
      </w:r>
    </w:p>
    <w:p w14:paraId="1DCC79C2" w14:textId="77777777" w:rsidR="00894734" w:rsidRDefault="00894734">
      <w:r>
        <w:lastRenderedPageBreak/>
        <w:t>— </w:t>
      </w:r>
      <w:r w:rsidR="00000000">
        <w:t>Désolé de vous avoir fait attendre</w:t>
      </w:r>
      <w:r>
        <w:t xml:space="preserve">, </w:t>
      </w:r>
      <w:r w:rsidR="00000000">
        <w:t>mais je suis encore bouleversé</w:t>
      </w:r>
      <w:r>
        <w:t xml:space="preserve">. </w:t>
      </w:r>
      <w:r w:rsidR="00000000">
        <w:t>Savez-vous quelque chose de nouveau</w:t>
      </w:r>
      <w:r>
        <w:t> ?</w:t>
      </w:r>
    </w:p>
    <w:p w14:paraId="51E5CCFF" w14:textId="77777777" w:rsidR="00894734" w:rsidRDefault="00000000">
      <w:r>
        <w:t>Sa voix était sèche</w:t>
      </w:r>
      <w:r w:rsidR="00894734">
        <w:t xml:space="preserve">, </w:t>
      </w:r>
      <w:r>
        <w:t>quoique ses manières fussent assez co</w:t>
      </w:r>
      <w:r>
        <w:t>r</w:t>
      </w:r>
      <w:r>
        <w:t>diales</w:t>
      </w:r>
      <w:r w:rsidR="00894734">
        <w:t xml:space="preserve">. </w:t>
      </w:r>
      <w:r>
        <w:t>C</w:t>
      </w:r>
      <w:r w:rsidR="00894734">
        <w:t>’</w:t>
      </w:r>
      <w:r>
        <w:t>était un homme de quarante-cinq ans environ</w:t>
      </w:r>
      <w:r w:rsidR="00894734">
        <w:t xml:space="preserve">, </w:t>
      </w:r>
      <w:r>
        <w:t>pui</w:t>
      </w:r>
      <w:r>
        <w:t>s</w:t>
      </w:r>
      <w:r>
        <w:t>samment musclé</w:t>
      </w:r>
      <w:r w:rsidR="00894734">
        <w:t xml:space="preserve">, </w:t>
      </w:r>
      <w:r>
        <w:t>très brun</w:t>
      </w:r>
      <w:r w:rsidR="00894734">
        <w:t xml:space="preserve">, </w:t>
      </w:r>
      <w:r>
        <w:t>de taille moyenne</w:t>
      </w:r>
      <w:r w:rsidR="00894734">
        <w:t xml:space="preserve">. </w:t>
      </w:r>
      <w:r>
        <w:t>Son visage eût été beau sans les rides qui lui barraient le front et traçaient de profonds sillons des narines aux coins de la bouche</w:t>
      </w:r>
      <w:r w:rsidR="00894734">
        <w:t xml:space="preserve">. </w:t>
      </w:r>
      <w:r>
        <w:t>Il avait d</w:t>
      </w:r>
      <w:r w:rsidR="00894734">
        <w:t>’</w:t>
      </w:r>
      <w:r>
        <w:t>abondants cheveux</w:t>
      </w:r>
      <w:r w:rsidR="00894734">
        <w:t xml:space="preserve">, </w:t>
      </w:r>
      <w:r>
        <w:t>noirs et bouclés</w:t>
      </w:r>
      <w:r w:rsidR="00894734">
        <w:t xml:space="preserve">, </w:t>
      </w:r>
      <w:r>
        <w:t>des yeux extraordina</w:t>
      </w:r>
      <w:r>
        <w:t>i</w:t>
      </w:r>
      <w:r>
        <w:t>rement brillants derrière des lunettes d</w:t>
      </w:r>
      <w:r w:rsidR="00894734">
        <w:t>’</w:t>
      </w:r>
      <w:r>
        <w:t>écaille</w:t>
      </w:r>
      <w:r w:rsidR="00894734">
        <w:t xml:space="preserve">, </w:t>
      </w:r>
      <w:r>
        <w:t>une bouche s</w:t>
      </w:r>
      <w:r>
        <w:t>e</w:t>
      </w:r>
      <w:r>
        <w:t>crète</w:t>
      </w:r>
      <w:r w:rsidR="00894734">
        <w:t xml:space="preserve">, </w:t>
      </w:r>
      <w:r>
        <w:t>aux lèvres minces</w:t>
      </w:r>
      <w:r w:rsidR="00894734">
        <w:t xml:space="preserve">. </w:t>
      </w:r>
      <w:r>
        <w:t>Ses vêtements étaient de bonne coupe</w:t>
      </w:r>
      <w:r w:rsidR="00894734">
        <w:t xml:space="preserve">, </w:t>
      </w:r>
      <w:r>
        <w:t>son linge soigné</w:t>
      </w:r>
      <w:r w:rsidR="00894734">
        <w:t>.</w:t>
      </w:r>
    </w:p>
    <w:p w14:paraId="3BFDC002" w14:textId="77777777" w:rsidR="00894734" w:rsidRDefault="00894734">
      <w:r>
        <w:t>— </w:t>
      </w:r>
      <w:r w:rsidR="00000000">
        <w:t>Rien de nouveau encore</w:t>
      </w:r>
      <w:r>
        <w:t xml:space="preserve">, </w:t>
      </w:r>
      <w:r w:rsidR="00000000">
        <w:t>répondis-je</w:t>
      </w:r>
      <w:r>
        <w:t xml:space="preserve">. </w:t>
      </w:r>
      <w:r w:rsidR="00000000">
        <w:t>D</w:t>
      </w:r>
      <w:r>
        <w:t>’</w:t>
      </w:r>
      <w:r w:rsidR="00000000">
        <w:t>abord</w:t>
      </w:r>
      <w:r>
        <w:t xml:space="preserve">, </w:t>
      </w:r>
      <w:r w:rsidR="00000000">
        <w:t>je dois vous dire que je n</w:t>
      </w:r>
      <w:r>
        <w:t>’</w:t>
      </w:r>
      <w:r w:rsidR="00000000">
        <w:t>appartiens pas à la police</w:t>
      </w:r>
      <w:r>
        <w:t xml:space="preserve">. </w:t>
      </w:r>
      <w:r w:rsidR="00000000">
        <w:t>Je suis le détective envoyé par la Compagnie d</w:t>
      </w:r>
      <w:r>
        <w:t>’</w:t>
      </w:r>
      <w:r w:rsidR="00000000">
        <w:t xml:space="preserve">assurance </w:t>
      </w:r>
      <w:r>
        <w:t>« </w:t>
      </w:r>
      <w:r w:rsidR="00000000">
        <w:t>La Continentale</w:t>
      </w:r>
      <w:r>
        <w:t> »</w:t>
      </w:r>
      <w:r w:rsidR="00000000">
        <w:t xml:space="preserve"> et je ne fais qu</w:t>
      </w:r>
      <w:r>
        <w:t>’</w:t>
      </w:r>
      <w:r w:rsidR="00000000">
        <w:t>arriver</w:t>
      </w:r>
      <w:r>
        <w:t>.</w:t>
      </w:r>
    </w:p>
    <w:p w14:paraId="11F6AC75" w14:textId="77777777" w:rsidR="00894734" w:rsidRDefault="00894734">
      <w:r>
        <w:t>— </w:t>
      </w:r>
      <w:r w:rsidR="00000000">
        <w:t>La Compagnie d</w:t>
      </w:r>
      <w:r>
        <w:t>’</w:t>
      </w:r>
      <w:r w:rsidR="00000000">
        <w:t>assurance</w:t>
      </w:r>
      <w:r>
        <w:t> ?…</w:t>
      </w:r>
    </w:p>
    <w:p w14:paraId="7DC1280B" w14:textId="77777777" w:rsidR="00894734" w:rsidRDefault="00000000">
      <w:r>
        <w:t>Il parut surpris et me jeta par-dessus ses lunettes un regard aigu</w:t>
      </w:r>
      <w:r w:rsidR="00894734">
        <w:t>.</w:t>
      </w:r>
    </w:p>
    <w:p w14:paraId="48444E6A" w14:textId="77777777" w:rsidR="00894734" w:rsidRDefault="00894734">
      <w:r>
        <w:t>— </w:t>
      </w:r>
      <w:r w:rsidR="00000000">
        <w:t>Oui</w:t>
      </w:r>
      <w:r>
        <w:t xml:space="preserve">. </w:t>
      </w:r>
      <w:r w:rsidR="00000000">
        <w:t>Cela vous surprend</w:t>
      </w:r>
      <w:r>
        <w:t xml:space="preserve"> ? </w:t>
      </w:r>
      <w:r w:rsidR="00000000">
        <w:t>Ne vous a-t-on pas averti que</w:t>
      </w:r>
      <w:r>
        <w:t>…</w:t>
      </w:r>
    </w:p>
    <w:p w14:paraId="18B78ED4" w14:textId="77777777" w:rsidR="00894734" w:rsidRDefault="00894734">
      <w:r>
        <w:t>— </w:t>
      </w:r>
      <w:r w:rsidR="00000000">
        <w:t>Mais si</w:t>
      </w:r>
      <w:r>
        <w:t xml:space="preserve">, </w:t>
      </w:r>
      <w:r w:rsidR="00000000">
        <w:t>si</w:t>
      </w:r>
      <w:r>
        <w:t xml:space="preserve">, </w:t>
      </w:r>
      <w:r w:rsidR="00000000">
        <w:t>dit-il en souriant et arrêtant ma phrase d</w:t>
      </w:r>
      <w:r>
        <w:t>’</w:t>
      </w:r>
      <w:r w:rsidR="00000000">
        <w:t>un léger geste de la main</w:t>
      </w:r>
      <w:r>
        <w:t xml:space="preserve">, </w:t>
      </w:r>
      <w:r w:rsidR="00000000">
        <w:t>une main étroite</w:t>
      </w:r>
      <w:r>
        <w:t xml:space="preserve">, </w:t>
      </w:r>
      <w:r w:rsidR="00000000">
        <w:t>osseuse</w:t>
      </w:r>
      <w:r>
        <w:t xml:space="preserve">, </w:t>
      </w:r>
      <w:r w:rsidR="00000000">
        <w:t>aux doigts pointus</w:t>
      </w:r>
      <w:r>
        <w:t xml:space="preserve">, </w:t>
      </w:r>
      <w:r w:rsidR="00000000">
        <w:t>une main inquiétante et laide</w:t>
      </w:r>
      <w:r>
        <w:t xml:space="preserve">. </w:t>
      </w:r>
      <w:r w:rsidR="00000000">
        <w:t>Mais si</w:t>
      </w:r>
      <w:r>
        <w:t xml:space="preserve">, </w:t>
      </w:r>
      <w:r w:rsidR="00000000">
        <w:t>mais si</w:t>
      </w:r>
      <w:r>
        <w:t xml:space="preserve">. </w:t>
      </w:r>
      <w:r w:rsidR="00000000">
        <w:t>Ils étaient sûrement assurés</w:t>
      </w:r>
      <w:r>
        <w:t xml:space="preserve">. </w:t>
      </w:r>
      <w:r w:rsidR="00000000">
        <w:t>Je n</w:t>
      </w:r>
      <w:r>
        <w:t>’</w:t>
      </w:r>
      <w:r w:rsidR="00000000">
        <w:t>y avais pas pensé</w:t>
      </w:r>
      <w:r>
        <w:t xml:space="preserve">. </w:t>
      </w:r>
      <w:r w:rsidR="00000000">
        <w:t xml:space="preserve">Ce </w:t>
      </w:r>
      <w:proofErr w:type="gramStart"/>
      <w:r w:rsidR="00000000">
        <w:t>n</w:t>
      </w:r>
      <w:r>
        <w:t>’</w:t>
      </w:r>
      <w:r w:rsidR="00000000">
        <w:t>était</w:t>
      </w:r>
      <w:proofErr w:type="gramEnd"/>
      <w:r w:rsidR="00000000">
        <w:t xml:space="preserve"> pas mes diamants</w:t>
      </w:r>
      <w:r>
        <w:t xml:space="preserve">, </w:t>
      </w:r>
      <w:r w:rsidR="00000000">
        <w:t>vous savez</w:t>
      </w:r>
      <w:r>
        <w:t xml:space="preserve">. </w:t>
      </w:r>
      <w:r w:rsidR="00000000">
        <w:t>Ils étaient à Halstead</w:t>
      </w:r>
      <w:r>
        <w:t>.</w:t>
      </w:r>
    </w:p>
    <w:p w14:paraId="767E163B" w14:textId="77777777" w:rsidR="00894734" w:rsidRDefault="00894734">
      <w:r>
        <w:t>— </w:t>
      </w:r>
      <w:r w:rsidR="00000000">
        <w:t>Halstead &amp; Beauchamp</w:t>
      </w:r>
      <w:r>
        <w:t xml:space="preserve"> ? </w:t>
      </w:r>
      <w:r w:rsidR="00000000">
        <w:t>Je n</w:t>
      </w:r>
      <w:r>
        <w:t>’</w:t>
      </w:r>
      <w:r w:rsidR="00000000">
        <w:t>ai pas eu de détails de la Compagnie</w:t>
      </w:r>
      <w:r>
        <w:t xml:space="preserve">. </w:t>
      </w:r>
      <w:r w:rsidR="00000000">
        <w:t>Et comment étaient-ils en votre possession</w:t>
      </w:r>
      <w:r>
        <w:t> ?</w:t>
      </w:r>
    </w:p>
    <w:p w14:paraId="3611046F" w14:textId="77777777" w:rsidR="00894734" w:rsidRDefault="00894734">
      <w:r>
        <w:t>— </w:t>
      </w:r>
      <w:r w:rsidR="00000000">
        <w:t>On me les avait confiés pour des expériences</w:t>
      </w:r>
      <w:r>
        <w:t xml:space="preserve">. </w:t>
      </w:r>
      <w:r w:rsidR="00000000">
        <w:t>Halstead connaissait mes travaux sur le verre</w:t>
      </w:r>
      <w:r>
        <w:t xml:space="preserve">, </w:t>
      </w:r>
      <w:r w:rsidR="00000000">
        <w:t xml:space="preserve">mes </w:t>
      </w:r>
      <w:r w:rsidR="00000000">
        <w:lastRenderedPageBreak/>
        <w:t>recherches couro</w:t>
      </w:r>
      <w:r w:rsidR="00000000">
        <w:t>n</w:t>
      </w:r>
      <w:r w:rsidR="00000000">
        <w:t>nées de succès sur la coloration et la teinture du verre</w:t>
      </w:r>
      <w:r>
        <w:t xml:space="preserve">, </w:t>
      </w:r>
      <w:r w:rsidR="00000000">
        <w:t>et il était curieux de savoir si les mêmes procédés pouvaient être appl</w:t>
      </w:r>
      <w:r w:rsidR="00000000">
        <w:t>i</w:t>
      </w:r>
      <w:r w:rsidR="00000000">
        <w:t>qués au diamant</w:t>
      </w:r>
      <w:r>
        <w:t xml:space="preserve">, </w:t>
      </w:r>
      <w:r w:rsidR="00000000">
        <w:t>en particulier pour les teinter en bleu</w:t>
      </w:r>
      <w:r>
        <w:t xml:space="preserve">, </w:t>
      </w:r>
      <w:r w:rsidR="00000000">
        <w:t>comme sont les diamants très rares</w:t>
      </w:r>
      <w:r>
        <w:t xml:space="preserve">. </w:t>
      </w:r>
      <w:r w:rsidR="00000000">
        <w:t>Et il m</w:t>
      </w:r>
      <w:r>
        <w:t>’</w:t>
      </w:r>
      <w:r w:rsidR="00000000">
        <w:t>avait chargé également de rechercher s</w:t>
      </w:r>
      <w:r>
        <w:t>’</w:t>
      </w:r>
      <w:r w:rsidR="00000000">
        <w:t>il était possible d</w:t>
      </w:r>
      <w:r>
        <w:t>’</w:t>
      </w:r>
      <w:r w:rsidR="00000000">
        <w:t>ôter aux diamants co</w:t>
      </w:r>
      <w:r w:rsidR="00000000">
        <w:t>m</w:t>
      </w:r>
      <w:r w:rsidR="00000000">
        <w:t>muns les taches jaunes ou brunes qui leur retirent de la valeur</w:t>
      </w:r>
      <w:r>
        <w:t xml:space="preserve">. </w:t>
      </w:r>
      <w:r w:rsidR="00000000">
        <w:t>Il y a cinq semaines qu</w:t>
      </w:r>
      <w:r>
        <w:t>’</w:t>
      </w:r>
      <w:r w:rsidR="00000000">
        <w:t>il m</w:t>
      </w:r>
      <w:r>
        <w:t>’</w:t>
      </w:r>
      <w:r w:rsidR="00000000">
        <w:t>avait confié huit diamants</w:t>
      </w:r>
      <w:r>
        <w:t xml:space="preserve">, </w:t>
      </w:r>
      <w:r w:rsidR="00000000">
        <w:t>d</w:t>
      </w:r>
      <w:r>
        <w:t>’</w:t>
      </w:r>
      <w:r w:rsidR="00000000">
        <w:t>assez peu de prix</w:t>
      </w:r>
      <w:r>
        <w:t xml:space="preserve">. </w:t>
      </w:r>
      <w:r w:rsidR="00000000">
        <w:t>Le plus gros ne pesait guère plus d</w:t>
      </w:r>
      <w:r>
        <w:t>’</w:t>
      </w:r>
      <w:r w:rsidR="00000000">
        <w:t xml:space="preserve">un </w:t>
      </w:r>
      <w:proofErr w:type="spellStart"/>
      <w:r w:rsidR="00000000">
        <w:t>demi-carat</w:t>
      </w:r>
      <w:proofErr w:type="spellEnd"/>
      <w:r>
        <w:t xml:space="preserve">, </w:t>
      </w:r>
      <w:r w:rsidR="00000000">
        <w:t>la plupart des autres seulement un quart de carat et</w:t>
      </w:r>
      <w:r>
        <w:t xml:space="preserve">, </w:t>
      </w:r>
      <w:r w:rsidR="00000000">
        <w:t>excepté deux d</w:t>
      </w:r>
      <w:r>
        <w:t>’</w:t>
      </w:r>
      <w:r w:rsidR="00000000">
        <w:t>entre eux</w:t>
      </w:r>
      <w:r>
        <w:t xml:space="preserve">, </w:t>
      </w:r>
      <w:r w:rsidR="00000000">
        <w:t>ils étaient d</w:t>
      </w:r>
      <w:r>
        <w:t>’</w:t>
      </w:r>
      <w:r w:rsidR="00000000">
        <w:t>un blanc assez pauvre</w:t>
      </w:r>
      <w:r>
        <w:t xml:space="preserve">. </w:t>
      </w:r>
      <w:r w:rsidR="00000000">
        <w:t>Ce sont ces pierres qui m</w:t>
      </w:r>
      <w:r>
        <w:t>’</w:t>
      </w:r>
      <w:r w:rsidR="00000000">
        <w:t>ont été volées</w:t>
      </w:r>
      <w:r>
        <w:t>.</w:t>
      </w:r>
    </w:p>
    <w:p w14:paraId="516AD07E" w14:textId="77777777" w:rsidR="00894734" w:rsidRDefault="00894734">
      <w:r>
        <w:t>— </w:t>
      </w:r>
      <w:r w:rsidR="00000000">
        <w:t>Et</w:t>
      </w:r>
      <w:r>
        <w:t xml:space="preserve">, </w:t>
      </w:r>
      <w:r w:rsidR="00000000">
        <w:t>demandai-je</w:t>
      </w:r>
      <w:r>
        <w:t xml:space="preserve">, </w:t>
      </w:r>
      <w:r w:rsidR="00000000">
        <w:t>aviez-vous réussi dans vos expériences</w:t>
      </w:r>
      <w:r>
        <w:t> ?</w:t>
      </w:r>
    </w:p>
    <w:p w14:paraId="26E594A9" w14:textId="77777777" w:rsidR="00894734" w:rsidRDefault="00894734">
      <w:r>
        <w:t>— </w:t>
      </w:r>
      <w:r w:rsidR="00000000">
        <w:t>Vraiment non</w:t>
      </w:r>
      <w:r>
        <w:t xml:space="preserve">. </w:t>
      </w:r>
      <w:r w:rsidR="00000000">
        <w:t>Je n</w:t>
      </w:r>
      <w:r>
        <w:t>’</w:t>
      </w:r>
      <w:r w:rsidR="00000000">
        <w:t>avais pas fait le plus léger progrès</w:t>
      </w:r>
      <w:r>
        <w:t xml:space="preserve">. </w:t>
      </w:r>
      <w:r w:rsidR="00000000">
        <w:t>C</w:t>
      </w:r>
      <w:r>
        <w:t>’</w:t>
      </w:r>
      <w:r w:rsidR="00000000">
        <w:t>est une matière plus délicate que le verre</w:t>
      </w:r>
      <w:r>
        <w:t xml:space="preserve">, </w:t>
      </w:r>
      <w:r w:rsidR="00000000">
        <w:t>vous savez</w:t>
      </w:r>
      <w:r>
        <w:t>.</w:t>
      </w:r>
    </w:p>
    <w:p w14:paraId="1672449E" w14:textId="77777777" w:rsidR="00894734" w:rsidRDefault="00894734">
      <w:r>
        <w:t>— </w:t>
      </w:r>
      <w:r w:rsidR="00000000">
        <w:t>Où les placiez-vous habituellement</w:t>
      </w:r>
      <w:r>
        <w:t> ?</w:t>
      </w:r>
    </w:p>
    <w:p w14:paraId="19E91500" w14:textId="77777777" w:rsidR="00894734" w:rsidRDefault="00894734">
      <w:r>
        <w:t>— </w:t>
      </w:r>
      <w:r w:rsidR="00000000">
        <w:t>Eh bien</w:t>
      </w:r>
      <w:r>
        <w:t xml:space="preserve"> ! </w:t>
      </w:r>
      <w:r w:rsidR="00000000">
        <w:t>toujours à portée de ma main</w:t>
      </w:r>
      <w:r>
        <w:t xml:space="preserve">, </w:t>
      </w:r>
      <w:r w:rsidR="00000000">
        <w:t>dans le labor</w:t>
      </w:r>
      <w:r w:rsidR="00000000">
        <w:t>a</w:t>
      </w:r>
      <w:r w:rsidR="00000000">
        <w:t>toire</w:t>
      </w:r>
      <w:r>
        <w:t xml:space="preserve">, </w:t>
      </w:r>
      <w:r w:rsidR="00000000">
        <w:t>naturellement</w:t>
      </w:r>
      <w:r>
        <w:t xml:space="preserve">. </w:t>
      </w:r>
      <w:r w:rsidR="00000000">
        <w:t>Mais depuis quelques jours</w:t>
      </w:r>
      <w:r>
        <w:t xml:space="preserve">, </w:t>
      </w:r>
      <w:r w:rsidR="00000000">
        <w:t>depuis ma dernière expérience sans succès</w:t>
      </w:r>
      <w:r>
        <w:t xml:space="preserve">, </w:t>
      </w:r>
      <w:r w:rsidR="00000000">
        <w:t>je les tenais enfermés dans mon secrétaire</w:t>
      </w:r>
      <w:r>
        <w:t>.</w:t>
      </w:r>
    </w:p>
    <w:p w14:paraId="6B34E272" w14:textId="77777777" w:rsidR="00894734" w:rsidRDefault="00894734">
      <w:r>
        <w:t>— </w:t>
      </w:r>
      <w:r w:rsidR="00000000">
        <w:t>Qui était au courant de vos expériences</w:t>
      </w:r>
      <w:r>
        <w:t> ?</w:t>
      </w:r>
    </w:p>
    <w:p w14:paraId="3C6DED53" w14:textId="77777777" w:rsidR="00894734" w:rsidRDefault="00894734">
      <w:r>
        <w:t>— </w:t>
      </w:r>
      <w:r w:rsidR="00000000">
        <w:t>Mais</w:t>
      </w:r>
      <w:r>
        <w:t xml:space="preserve">… </w:t>
      </w:r>
      <w:r w:rsidR="00000000">
        <w:t>n</w:t>
      </w:r>
      <w:r>
        <w:t>’</w:t>
      </w:r>
      <w:r w:rsidR="00000000">
        <w:t>importe qui</w:t>
      </w:r>
      <w:r>
        <w:t xml:space="preserve">, </w:t>
      </w:r>
      <w:r w:rsidR="00000000">
        <w:t>tout le monde</w:t>
      </w:r>
      <w:r>
        <w:t xml:space="preserve">… </w:t>
      </w:r>
      <w:r w:rsidR="00000000">
        <w:t>Il n</w:t>
      </w:r>
      <w:r>
        <w:t>’</w:t>
      </w:r>
      <w:r w:rsidR="00000000">
        <w:t>y avait aucune raison d</w:t>
      </w:r>
      <w:r>
        <w:t>’</w:t>
      </w:r>
      <w:r w:rsidR="00000000">
        <w:t>en faire un secret</w:t>
      </w:r>
      <w:r>
        <w:t>.</w:t>
      </w:r>
    </w:p>
    <w:p w14:paraId="1E4D40CE" w14:textId="77777777" w:rsidR="00894734" w:rsidRDefault="00894734">
      <w:r>
        <w:t>— </w:t>
      </w:r>
      <w:r w:rsidR="00000000">
        <w:t>Les diamants ont été volés dans le secrétaire</w:t>
      </w:r>
      <w:r>
        <w:t> ?</w:t>
      </w:r>
    </w:p>
    <w:p w14:paraId="07F850C7" w14:textId="77777777" w:rsidR="00894734" w:rsidRDefault="00894734">
      <w:r>
        <w:t>— </w:t>
      </w:r>
      <w:r w:rsidR="00000000">
        <w:t>Oui</w:t>
      </w:r>
      <w:r>
        <w:t xml:space="preserve">. </w:t>
      </w:r>
      <w:r w:rsidR="00000000">
        <w:t>Ce matin</w:t>
      </w:r>
      <w:r>
        <w:t xml:space="preserve">, </w:t>
      </w:r>
      <w:r w:rsidR="00000000">
        <w:t>nous avons trouvé la porte d</w:t>
      </w:r>
      <w:r>
        <w:t>’</w:t>
      </w:r>
      <w:r w:rsidR="00000000">
        <w:t>entrée o</w:t>
      </w:r>
      <w:r w:rsidR="00000000">
        <w:t>u</w:t>
      </w:r>
      <w:r w:rsidR="00000000">
        <w:t>verte</w:t>
      </w:r>
      <w:r>
        <w:t xml:space="preserve">, </w:t>
      </w:r>
      <w:r w:rsidR="00000000">
        <w:t>la serrure du secrétaire forcée</w:t>
      </w:r>
      <w:r>
        <w:t xml:space="preserve">. </w:t>
      </w:r>
      <w:r w:rsidR="00000000">
        <w:t>Les diamants avaient di</w:t>
      </w:r>
      <w:r w:rsidR="00000000">
        <w:t>s</w:t>
      </w:r>
      <w:r w:rsidR="00000000">
        <w:t>parus</w:t>
      </w:r>
      <w:r>
        <w:t xml:space="preserve">. </w:t>
      </w:r>
      <w:r w:rsidR="00000000">
        <w:t>Les policiers ont relevé des empreintes sur la porte de la cuisine</w:t>
      </w:r>
      <w:r>
        <w:t xml:space="preserve">. </w:t>
      </w:r>
      <w:r w:rsidR="00000000">
        <w:t xml:space="preserve">Ils prétendent que le voleur est entré par là et </w:t>
      </w:r>
      <w:r w:rsidR="00000000">
        <w:lastRenderedPageBreak/>
        <w:t>sorti par la porte du devant</w:t>
      </w:r>
      <w:r>
        <w:t xml:space="preserve">. </w:t>
      </w:r>
      <w:r w:rsidR="00000000">
        <w:t>Nous n</w:t>
      </w:r>
      <w:r>
        <w:t>’</w:t>
      </w:r>
      <w:r w:rsidR="00000000">
        <w:t>avons rien entendu cette nuit</w:t>
      </w:r>
      <w:r>
        <w:t xml:space="preserve">, </w:t>
      </w:r>
      <w:r w:rsidR="00000000">
        <w:t>et rien d</w:t>
      </w:r>
      <w:r>
        <w:t>’</w:t>
      </w:r>
      <w:r w:rsidR="00000000">
        <w:t>autre n</w:t>
      </w:r>
      <w:r>
        <w:t>’</w:t>
      </w:r>
      <w:r w:rsidR="00000000">
        <w:t>a été pris</w:t>
      </w:r>
      <w:r>
        <w:t>.</w:t>
      </w:r>
    </w:p>
    <w:p w14:paraId="0D33A5D2" w14:textId="77777777" w:rsidR="00894734" w:rsidRDefault="00894734">
      <w:r>
        <w:t>— </w:t>
      </w:r>
      <w:r w:rsidR="00000000">
        <w:t>La porte de la maison était entre-bâillée</w:t>
      </w:r>
      <w:r>
        <w:t xml:space="preserve">, </w:t>
      </w:r>
      <w:r w:rsidR="00000000">
        <w:t>quand je suis descendue ce matin</w:t>
      </w:r>
      <w:r>
        <w:t xml:space="preserve">, </w:t>
      </w:r>
      <w:r w:rsidR="00000000">
        <w:t>dit Mrs</w:t>
      </w:r>
      <w:r>
        <w:t xml:space="preserve">. </w:t>
      </w:r>
      <w:proofErr w:type="spellStart"/>
      <w:r w:rsidR="00000000">
        <w:t>Legget</w:t>
      </w:r>
      <w:proofErr w:type="spellEnd"/>
      <w:r>
        <w:t xml:space="preserve">, </w:t>
      </w:r>
      <w:r w:rsidR="00000000">
        <w:t>que je n</w:t>
      </w:r>
      <w:r>
        <w:t>’</w:t>
      </w:r>
      <w:r w:rsidR="00000000">
        <w:t>avais pas vu e</w:t>
      </w:r>
      <w:r w:rsidR="00000000">
        <w:t>n</w:t>
      </w:r>
      <w:r w:rsidR="00000000">
        <w:t>trer</w:t>
      </w:r>
      <w:r>
        <w:t xml:space="preserve">. </w:t>
      </w:r>
      <w:r w:rsidR="00000000">
        <w:t>Je suis montée et j</w:t>
      </w:r>
      <w:r>
        <w:t>’</w:t>
      </w:r>
      <w:r w:rsidR="00000000">
        <w:t>ai réveillé mon mari</w:t>
      </w:r>
      <w:r>
        <w:t xml:space="preserve">. </w:t>
      </w:r>
      <w:r w:rsidR="00000000">
        <w:t>Nous avons visité la maison et c</w:t>
      </w:r>
      <w:r>
        <w:t>’</w:t>
      </w:r>
      <w:r w:rsidR="00000000">
        <w:t>est alors que nous nous sommes aperçus de la disparition des diamants</w:t>
      </w:r>
      <w:r>
        <w:t xml:space="preserve">. </w:t>
      </w:r>
      <w:r w:rsidR="00000000">
        <w:t>La police pense que l</w:t>
      </w:r>
      <w:r>
        <w:t>’</w:t>
      </w:r>
      <w:r w:rsidR="00000000">
        <w:t>homme que j</w:t>
      </w:r>
      <w:r>
        <w:t>’</w:t>
      </w:r>
      <w:r w:rsidR="00000000">
        <w:t>ai vu pourrait bien être le voleur</w:t>
      </w:r>
      <w:r>
        <w:t>.</w:t>
      </w:r>
    </w:p>
    <w:p w14:paraId="237F2B29" w14:textId="77777777" w:rsidR="00894734" w:rsidRDefault="00000000">
      <w:r>
        <w:t>Et comme je lui demandais quel était cet homme qu</w:t>
      </w:r>
      <w:r w:rsidR="00894734">
        <w:t>’</w:t>
      </w:r>
      <w:r>
        <w:t>elle avait vu</w:t>
      </w:r>
      <w:r w:rsidR="00894734">
        <w:t> :</w:t>
      </w:r>
    </w:p>
    <w:p w14:paraId="152AD736" w14:textId="77777777" w:rsidR="00894734" w:rsidRDefault="00894734">
      <w:r>
        <w:t>— </w:t>
      </w:r>
      <w:r w:rsidR="00000000">
        <w:t>C</w:t>
      </w:r>
      <w:r>
        <w:t>’</w:t>
      </w:r>
      <w:r w:rsidR="00000000">
        <w:t>est la nuit dernière</w:t>
      </w:r>
      <w:r>
        <w:t xml:space="preserve">, </w:t>
      </w:r>
      <w:r w:rsidR="00000000">
        <w:t>vers minuit</w:t>
      </w:r>
      <w:r>
        <w:t xml:space="preserve">, </w:t>
      </w:r>
      <w:r w:rsidR="00000000">
        <w:t>quand j</w:t>
      </w:r>
      <w:r>
        <w:t>’</w:t>
      </w:r>
      <w:r w:rsidR="00000000">
        <w:t>ai ouvert les fenêtres de ma chambre avant de me coucher</w:t>
      </w:r>
      <w:r>
        <w:t xml:space="preserve">. </w:t>
      </w:r>
      <w:r w:rsidR="00000000">
        <w:t>Il y avait un homme debout au coin de l</w:t>
      </w:r>
      <w:r>
        <w:t>’</w:t>
      </w:r>
      <w:r w:rsidR="00000000">
        <w:t>allée</w:t>
      </w:r>
      <w:r>
        <w:t xml:space="preserve">. </w:t>
      </w:r>
      <w:r w:rsidR="00000000">
        <w:t>Je ne peux pas dire</w:t>
      </w:r>
      <w:r>
        <w:t xml:space="preserve">, </w:t>
      </w:r>
      <w:r w:rsidR="00000000">
        <w:t>même maintenant</w:t>
      </w:r>
      <w:r>
        <w:t xml:space="preserve">, </w:t>
      </w:r>
      <w:r w:rsidR="00000000">
        <w:t>que quelque chose le rendait suspect</w:t>
      </w:r>
      <w:r>
        <w:t xml:space="preserve">. </w:t>
      </w:r>
      <w:r w:rsidR="00000000">
        <w:t>Il se tenait là</w:t>
      </w:r>
      <w:r>
        <w:t xml:space="preserve">, </w:t>
      </w:r>
      <w:r w:rsidR="00000000">
        <w:t>plutôt comme s</w:t>
      </w:r>
      <w:r>
        <w:t>’</w:t>
      </w:r>
      <w:r w:rsidR="00000000">
        <w:t>il avait attendu quelqu</w:t>
      </w:r>
      <w:r>
        <w:t>’</w:t>
      </w:r>
      <w:r w:rsidR="00000000">
        <w:t>un</w:t>
      </w:r>
      <w:r>
        <w:t xml:space="preserve">. </w:t>
      </w:r>
      <w:r w:rsidR="00000000">
        <w:t>Il regardait bien par ici</w:t>
      </w:r>
      <w:r>
        <w:t xml:space="preserve">, </w:t>
      </w:r>
      <w:r w:rsidR="00000000">
        <w:t>mais pas d</w:t>
      </w:r>
      <w:r>
        <w:t>’</w:t>
      </w:r>
      <w:r w:rsidR="00000000">
        <w:t>une façon qui pût me faire croire qu</w:t>
      </w:r>
      <w:r>
        <w:t>’</w:t>
      </w:r>
      <w:r w:rsidR="00000000">
        <w:t>il guettait spécialement la maison</w:t>
      </w:r>
      <w:r>
        <w:t xml:space="preserve">. </w:t>
      </w:r>
      <w:r w:rsidR="00000000">
        <w:t>C</w:t>
      </w:r>
      <w:r>
        <w:t>’</w:t>
      </w:r>
      <w:r w:rsidR="00000000">
        <w:t>était</w:t>
      </w:r>
      <w:r>
        <w:t xml:space="preserve">, </w:t>
      </w:r>
      <w:r w:rsidR="00000000">
        <w:t>je crois</w:t>
      </w:r>
      <w:r>
        <w:t xml:space="preserve">, </w:t>
      </w:r>
      <w:r w:rsidR="00000000">
        <w:t>un homme d</w:t>
      </w:r>
      <w:r>
        <w:t>’</w:t>
      </w:r>
      <w:r w:rsidR="00000000">
        <w:t>une qu</w:t>
      </w:r>
      <w:r w:rsidR="00000000">
        <w:t>a</w:t>
      </w:r>
      <w:r w:rsidR="00000000">
        <w:t>rantaine d</w:t>
      </w:r>
      <w:r>
        <w:t>’</w:t>
      </w:r>
      <w:r w:rsidR="00000000">
        <w:t>années</w:t>
      </w:r>
      <w:r>
        <w:t xml:space="preserve">, </w:t>
      </w:r>
      <w:r w:rsidR="00000000">
        <w:t>assez petit et gros</w:t>
      </w:r>
      <w:r>
        <w:t xml:space="preserve">. </w:t>
      </w:r>
      <w:r w:rsidR="00000000">
        <w:t>Sa figure</w:t>
      </w:r>
      <w:r>
        <w:t xml:space="preserve">, </w:t>
      </w:r>
      <w:r w:rsidR="00000000">
        <w:t>très pâle</w:t>
      </w:r>
      <w:r>
        <w:t xml:space="preserve">, </w:t>
      </w:r>
      <w:r w:rsidR="00000000">
        <w:t>était barrée d</w:t>
      </w:r>
      <w:r>
        <w:t>’</w:t>
      </w:r>
      <w:r w:rsidR="00000000">
        <w:t>une grosse moustache brune</w:t>
      </w:r>
      <w:r>
        <w:t xml:space="preserve">. </w:t>
      </w:r>
      <w:r w:rsidR="00000000">
        <w:t>Il avait un chapeau mou et un pardessus marron</w:t>
      </w:r>
      <w:r>
        <w:t xml:space="preserve">. </w:t>
      </w:r>
      <w:r w:rsidR="00000000">
        <w:t>La police pense aussi que c</w:t>
      </w:r>
      <w:r>
        <w:t>’</w:t>
      </w:r>
      <w:r w:rsidR="00000000">
        <w:t>est le même homme que Gabrielle a vu</w:t>
      </w:r>
      <w:r>
        <w:t>.</w:t>
      </w:r>
    </w:p>
    <w:p w14:paraId="307154A4" w14:textId="77777777" w:rsidR="00894734" w:rsidRDefault="00894734">
      <w:r>
        <w:t>— </w:t>
      </w:r>
      <w:r w:rsidR="00000000">
        <w:t>Qui cela</w:t>
      </w:r>
      <w:r>
        <w:t xml:space="preserve">, </w:t>
      </w:r>
      <w:r w:rsidR="00000000">
        <w:t>Gabrielle</w:t>
      </w:r>
      <w:r>
        <w:t> ?</w:t>
      </w:r>
    </w:p>
    <w:p w14:paraId="65278FF2" w14:textId="77777777" w:rsidR="00894734" w:rsidRDefault="00894734">
      <w:r>
        <w:t>— </w:t>
      </w:r>
      <w:r w:rsidR="00000000">
        <w:t>Ma fille Gabrielle</w:t>
      </w:r>
      <w:r>
        <w:t xml:space="preserve">. </w:t>
      </w:r>
      <w:r w:rsidR="00000000">
        <w:t>Rentrant à la maison</w:t>
      </w:r>
      <w:r>
        <w:t xml:space="preserve">, </w:t>
      </w:r>
      <w:r w:rsidR="00000000">
        <w:t>dans la nuit de samedi</w:t>
      </w:r>
      <w:r>
        <w:t xml:space="preserve">, </w:t>
      </w:r>
      <w:r w:rsidR="00000000">
        <w:t>elle a vu un homme et a eu l</w:t>
      </w:r>
      <w:r>
        <w:t>’</w:t>
      </w:r>
      <w:r w:rsidR="00000000">
        <w:t>impression qu</w:t>
      </w:r>
      <w:r>
        <w:t>’</w:t>
      </w:r>
      <w:r w:rsidR="00000000">
        <w:t>il venait de descendre les marches de notre perron</w:t>
      </w:r>
      <w:r>
        <w:t xml:space="preserve"> ; </w:t>
      </w:r>
      <w:r w:rsidR="00000000">
        <w:t>mais elle n</w:t>
      </w:r>
      <w:r>
        <w:t>’</w:t>
      </w:r>
      <w:r w:rsidR="00000000">
        <w:t>en est pas sûre</w:t>
      </w:r>
      <w:r>
        <w:t>.</w:t>
      </w:r>
    </w:p>
    <w:p w14:paraId="1D862D83" w14:textId="77777777" w:rsidR="00894734" w:rsidRDefault="00894734">
      <w:r>
        <w:t>— </w:t>
      </w:r>
      <w:r w:rsidR="00000000">
        <w:t>Pourrais-je parler à votre fille</w:t>
      </w:r>
      <w:r>
        <w:t> ?</w:t>
      </w:r>
    </w:p>
    <w:p w14:paraId="16710C26" w14:textId="77777777" w:rsidR="00894734" w:rsidRDefault="00000000">
      <w:r>
        <w:t>Mrs</w:t>
      </w:r>
      <w:r w:rsidR="00894734">
        <w:t xml:space="preserve">. </w:t>
      </w:r>
      <w:proofErr w:type="spellStart"/>
      <w:r>
        <w:t>Legget</w:t>
      </w:r>
      <w:proofErr w:type="spellEnd"/>
      <w:r>
        <w:t xml:space="preserve"> sortit</w:t>
      </w:r>
      <w:r w:rsidR="00894734">
        <w:t xml:space="preserve">. </w:t>
      </w:r>
      <w:r>
        <w:t>Moins d</w:t>
      </w:r>
      <w:r w:rsidR="00894734">
        <w:t>’</w:t>
      </w:r>
      <w:r>
        <w:t>une minute après</w:t>
      </w:r>
      <w:r w:rsidR="00894734">
        <w:t xml:space="preserve">, </w:t>
      </w:r>
      <w:r>
        <w:t>une jeune fi</w:t>
      </w:r>
      <w:r>
        <w:t>l</w:t>
      </w:r>
      <w:r>
        <w:t>le de vingt ans</w:t>
      </w:r>
      <w:r w:rsidR="00894734">
        <w:t xml:space="preserve">, </w:t>
      </w:r>
      <w:r>
        <w:t>peut-être moins</w:t>
      </w:r>
      <w:r w:rsidR="00894734">
        <w:t xml:space="preserve">, </w:t>
      </w:r>
      <w:r>
        <w:t>vêtue d</w:t>
      </w:r>
      <w:r w:rsidR="00894734">
        <w:t>’</w:t>
      </w:r>
      <w:r>
        <w:t xml:space="preserve">une légère robe de </w:t>
      </w:r>
      <w:r>
        <w:lastRenderedPageBreak/>
        <w:t>soie blanche</w:t>
      </w:r>
      <w:r w:rsidR="00894734">
        <w:t xml:space="preserve">, </w:t>
      </w:r>
      <w:r>
        <w:t>entrait dans la pièce</w:t>
      </w:r>
      <w:r w:rsidR="00894734">
        <w:t xml:space="preserve">. </w:t>
      </w:r>
      <w:r>
        <w:t>Elle était de taille moyenne</w:t>
      </w:r>
      <w:r w:rsidR="00894734">
        <w:t xml:space="preserve">, </w:t>
      </w:r>
      <w:r>
        <w:t>mais élancée</w:t>
      </w:r>
      <w:r w:rsidR="00894734">
        <w:t xml:space="preserve">. </w:t>
      </w:r>
      <w:r>
        <w:t>Elle avait</w:t>
      </w:r>
      <w:r w:rsidR="00894734">
        <w:t xml:space="preserve">, </w:t>
      </w:r>
      <w:r>
        <w:t>comme son père</w:t>
      </w:r>
      <w:r w:rsidR="00894734">
        <w:t xml:space="preserve">, </w:t>
      </w:r>
      <w:r>
        <w:t>des cheveux courts et bo</w:t>
      </w:r>
      <w:r>
        <w:t>u</w:t>
      </w:r>
      <w:r>
        <w:t>clés mais d</w:t>
      </w:r>
      <w:r w:rsidR="00894734">
        <w:t>’</w:t>
      </w:r>
      <w:r>
        <w:t>un brun clair</w:t>
      </w:r>
      <w:r w:rsidR="00894734">
        <w:t xml:space="preserve">, </w:t>
      </w:r>
      <w:r>
        <w:t>un visage étroit</w:t>
      </w:r>
      <w:r w:rsidR="00894734">
        <w:t xml:space="preserve">, </w:t>
      </w:r>
      <w:r>
        <w:t>au teint très blanc</w:t>
      </w:r>
      <w:r w:rsidR="00894734">
        <w:t xml:space="preserve">, </w:t>
      </w:r>
      <w:r>
        <w:t>avec de longs yeux</w:t>
      </w:r>
      <w:r w:rsidR="00894734">
        <w:t xml:space="preserve">, </w:t>
      </w:r>
      <w:r>
        <w:t>d</w:t>
      </w:r>
      <w:r w:rsidR="00894734">
        <w:t>’</w:t>
      </w:r>
      <w:r>
        <w:t>un brun vert</w:t>
      </w:r>
      <w:r w:rsidR="00894734">
        <w:t xml:space="preserve">. </w:t>
      </w:r>
      <w:r>
        <w:t>Je me levai pour lui être pr</w:t>
      </w:r>
      <w:r>
        <w:t>é</w:t>
      </w:r>
      <w:r>
        <w:t>senté et lui demandai de me parler de cet homme qu</w:t>
      </w:r>
      <w:r w:rsidR="00894734">
        <w:t>’</w:t>
      </w:r>
      <w:r>
        <w:t>elle avait vu</w:t>
      </w:r>
      <w:r w:rsidR="00894734">
        <w:t>.</w:t>
      </w:r>
    </w:p>
    <w:p w14:paraId="3471182F" w14:textId="77777777" w:rsidR="00894734" w:rsidRDefault="00894734">
      <w:r>
        <w:t>— </w:t>
      </w:r>
      <w:r w:rsidR="00000000">
        <w:t>Je ne puis pas affirmer</w:t>
      </w:r>
      <w:r>
        <w:t xml:space="preserve">, </w:t>
      </w:r>
      <w:r w:rsidR="00000000">
        <w:t>me dit-elle</w:t>
      </w:r>
      <w:r>
        <w:t xml:space="preserve">, </w:t>
      </w:r>
      <w:r w:rsidR="00000000">
        <w:t>qu</w:t>
      </w:r>
      <w:r>
        <w:t>’</w:t>
      </w:r>
      <w:r w:rsidR="00000000">
        <w:t>il venait de la maison</w:t>
      </w:r>
      <w:r>
        <w:t xml:space="preserve">, </w:t>
      </w:r>
      <w:r w:rsidR="00000000">
        <w:t>ni même de notre pelouse</w:t>
      </w:r>
      <w:r>
        <w:t>.</w:t>
      </w:r>
    </w:p>
    <w:p w14:paraId="759DD304" w14:textId="77777777" w:rsidR="00894734" w:rsidRDefault="00000000">
      <w:r>
        <w:t>Elle avait l</w:t>
      </w:r>
      <w:r w:rsidR="00894734">
        <w:t>’</w:t>
      </w:r>
      <w:r>
        <w:t>air maussade</w:t>
      </w:r>
      <w:r w:rsidR="00894734">
        <w:t xml:space="preserve">. </w:t>
      </w:r>
      <w:r>
        <w:t>Cet interrogatoire lui était dés</w:t>
      </w:r>
      <w:r>
        <w:t>a</w:t>
      </w:r>
      <w:r>
        <w:t>gréable</w:t>
      </w:r>
      <w:r w:rsidR="00894734">
        <w:t>.</w:t>
      </w:r>
    </w:p>
    <w:p w14:paraId="3F80F324" w14:textId="77777777" w:rsidR="00894734" w:rsidRDefault="00894734">
      <w:r>
        <w:t>— </w:t>
      </w:r>
      <w:r w:rsidR="00000000">
        <w:t>Et pouvez-vous me dire</w:t>
      </w:r>
      <w:r>
        <w:t xml:space="preserve">, </w:t>
      </w:r>
      <w:r w:rsidR="00000000">
        <w:t>mademoiselle</w:t>
      </w:r>
      <w:r>
        <w:t xml:space="preserve">, </w:t>
      </w:r>
      <w:r w:rsidR="00000000">
        <w:t>quel était l</w:t>
      </w:r>
      <w:r>
        <w:t>’</w:t>
      </w:r>
      <w:r w:rsidR="00000000">
        <w:t>aspect de cet homme</w:t>
      </w:r>
      <w:r>
        <w:t> ?</w:t>
      </w:r>
    </w:p>
    <w:p w14:paraId="7FCD5B04" w14:textId="77777777" w:rsidR="00894734" w:rsidRDefault="00894734">
      <w:r>
        <w:t>— </w:t>
      </w:r>
      <w:r w:rsidR="00000000">
        <w:t>Je ne sais pas</w:t>
      </w:r>
      <w:r>
        <w:t xml:space="preserve">. </w:t>
      </w:r>
      <w:r w:rsidR="00000000">
        <w:t>Il faisait très sombre</w:t>
      </w:r>
      <w:r>
        <w:t xml:space="preserve">. </w:t>
      </w:r>
      <w:r w:rsidR="00000000">
        <w:t>J</w:t>
      </w:r>
      <w:r>
        <w:t>’</w:t>
      </w:r>
      <w:r w:rsidR="00000000">
        <w:t>étais en auto</w:t>
      </w:r>
      <w:r>
        <w:t xml:space="preserve">. </w:t>
      </w:r>
      <w:r w:rsidR="00000000">
        <w:t>Il marchait sur le trottoir</w:t>
      </w:r>
      <w:r>
        <w:t xml:space="preserve">. </w:t>
      </w:r>
      <w:r w:rsidR="00000000">
        <w:t>Je ne me suis pas attardée à l</w:t>
      </w:r>
      <w:r>
        <w:t>’</w:t>
      </w:r>
      <w:r w:rsidR="00000000">
        <w:t>examiner</w:t>
      </w:r>
      <w:r>
        <w:t xml:space="preserve">. </w:t>
      </w:r>
      <w:r w:rsidR="00000000">
        <w:t>Il était à peu près de votre taille</w:t>
      </w:r>
      <w:r>
        <w:t xml:space="preserve">, </w:t>
      </w:r>
      <w:r w:rsidR="00000000">
        <w:t>c</w:t>
      </w:r>
      <w:r>
        <w:t>’</w:t>
      </w:r>
      <w:r w:rsidR="00000000">
        <w:t>est tout ce que je puis dire</w:t>
      </w:r>
      <w:r>
        <w:t xml:space="preserve">. </w:t>
      </w:r>
      <w:r w:rsidR="00000000">
        <w:t>En somme cela aurait pu être vous</w:t>
      </w:r>
      <w:r>
        <w:t>.</w:t>
      </w:r>
    </w:p>
    <w:p w14:paraId="4F688DA2" w14:textId="77777777" w:rsidR="00894734" w:rsidRDefault="00894734">
      <w:r>
        <w:t>— </w:t>
      </w:r>
      <w:r w:rsidR="00000000">
        <w:t>Eh bien</w:t>
      </w:r>
      <w:r>
        <w:t xml:space="preserve"> ! </w:t>
      </w:r>
      <w:r w:rsidR="00000000">
        <w:t>ce n</w:t>
      </w:r>
      <w:r>
        <w:t>’</w:t>
      </w:r>
      <w:r w:rsidR="00000000">
        <w:t>était pas moi</w:t>
      </w:r>
      <w:r>
        <w:t xml:space="preserve">, </w:t>
      </w:r>
      <w:r w:rsidR="00000000">
        <w:t>dis-je</w:t>
      </w:r>
      <w:r>
        <w:t xml:space="preserve">. </w:t>
      </w:r>
      <w:r w:rsidR="00000000">
        <w:t>C</w:t>
      </w:r>
      <w:r>
        <w:t>’</w:t>
      </w:r>
      <w:r w:rsidR="00000000">
        <w:t>était samedi soir</w:t>
      </w:r>
      <w:r>
        <w:t> ?</w:t>
      </w:r>
    </w:p>
    <w:p w14:paraId="38E6B234" w14:textId="77777777" w:rsidR="00894734" w:rsidRDefault="00894734">
      <w:r>
        <w:t>— </w:t>
      </w:r>
      <w:r w:rsidR="00000000">
        <w:t>Oui</w:t>
      </w:r>
      <w:r>
        <w:t xml:space="preserve">… </w:t>
      </w:r>
      <w:r w:rsidR="00000000">
        <w:t>c</w:t>
      </w:r>
      <w:r>
        <w:t>’</w:t>
      </w:r>
      <w:r w:rsidR="00000000">
        <w:t>est-à-dire dimanche matin</w:t>
      </w:r>
      <w:r>
        <w:t>.</w:t>
      </w:r>
    </w:p>
    <w:p w14:paraId="4D21FDE6" w14:textId="77777777" w:rsidR="00894734" w:rsidRDefault="00894734">
      <w:r>
        <w:t>— </w:t>
      </w:r>
      <w:r w:rsidR="00000000">
        <w:t>À quelle heure</w:t>
      </w:r>
      <w:r>
        <w:t> ?</w:t>
      </w:r>
    </w:p>
    <w:p w14:paraId="6ECD63B4" w14:textId="77777777" w:rsidR="00894734" w:rsidRDefault="00894734">
      <w:r>
        <w:t>— </w:t>
      </w:r>
      <w:r w:rsidR="00000000">
        <w:t>Oh</w:t>
      </w:r>
      <w:r>
        <w:t xml:space="preserve"> ! </w:t>
      </w:r>
      <w:r w:rsidR="00000000">
        <w:t>peut-être trois heures</w:t>
      </w:r>
      <w:r>
        <w:t xml:space="preserve">, </w:t>
      </w:r>
      <w:r w:rsidR="00000000">
        <w:t>peut-être plus</w:t>
      </w:r>
      <w:r>
        <w:t xml:space="preserve">, </w:t>
      </w:r>
      <w:r w:rsidR="00000000">
        <w:t>dit-elle avec impatience</w:t>
      </w:r>
      <w:r>
        <w:t>.</w:t>
      </w:r>
    </w:p>
    <w:p w14:paraId="615E3DFD" w14:textId="77777777" w:rsidR="00894734" w:rsidRDefault="00894734">
      <w:r>
        <w:t>— </w:t>
      </w:r>
      <w:r w:rsidR="00000000">
        <w:t>Vous étiez seule</w:t>
      </w:r>
      <w:r>
        <w:t> ?</w:t>
      </w:r>
    </w:p>
    <w:p w14:paraId="0FCCA554" w14:textId="77777777" w:rsidR="00894734" w:rsidRDefault="00894734">
      <w:r>
        <w:t>— </w:t>
      </w:r>
      <w:r w:rsidR="00000000">
        <w:t>Presque</w:t>
      </w:r>
      <w:r>
        <w:t>…</w:t>
      </w:r>
    </w:p>
    <w:p w14:paraId="4E54E152" w14:textId="77777777" w:rsidR="00894734" w:rsidRDefault="00000000">
      <w:r>
        <w:t>Je lui demandai qui était avec elle et je finis par obtenir un nom</w:t>
      </w:r>
      <w:r w:rsidR="00894734">
        <w:t xml:space="preserve"> : </w:t>
      </w:r>
      <w:r>
        <w:t>Éric Collinson l</w:t>
      </w:r>
      <w:r w:rsidR="00894734">
        <w:t>’</w:t>
      </w:r>
      <w:r>
        <w:t>avait reconduite chez elle</w:t>
      </w:r>
      <w:r w:rsidR="00894734">
        <w:t xml:space="preserve">. </w:t>
      </w:r>
      <w:r>
        <w:t>Je lui dema</w:t>
      </w:r>
      <w:r>
        <w:t>n</w:t>
      </w:r>
      <w:r>
        <w:t>dai où je pourrais trouver Éric Collinson</w:t>
      </w:r>
      <w:r w:rsidR="00894734">
        <w:t xml:space="preserve">. </w:t>
      </w:r>
      <w:r>
        <w:t>Elle fronça les sou</w:t>
      </w:r>
      <w:r>
        <w:t>r</w:t>
      </w:r>
      <w:r>
        <w:t>cils</w:t>
      </w:r>
      <w:r w:rsidR="00894734">
        <w:t xml:space="preserve">, </w:t>
      </w:r>
      <w:r>
        <w:t>hésita</w:t>
      </w:r>
      <w:r w:rsidR="00894734">
        <w:t xml:space="preserve">, </w:t>
      </w:r>
      <w:r>
        <w:t>et enfin me dit qu</w:t>
      </w:r>
      <w:r w:rsidR="00894734">
        <w:t>’</w:t>
      </w:r>
      <w:r>
        <w:t xml:space="preserve">il était employé chez </w:t>
      </w:r>
      <w:proofErr w:type="spellStart"/>
      <w:r>
        <w:t>Spear</w:t>
      </w:r>
      <w:proofErr w:type="spellEnd"/>
      <w:r w:rsidR="00894734">
        <w:t xml:space="preserve">, </w:t>
      </w:r>
      <w:r>
        <w:lastRenderedPageBreak/>
        <w:t>Camp &amp; Duffy</w:t>
      </w:r>
      <w:r w:rsidR="00894734">
        <w:t xml:space="preserve">, </w:t>
      </w:r>
      <w:r>
        <w:t>agents de change</w:t>
      </w:r>
      <w:r w:rsidR="00894734">
        <w:t xml:space="preserve">. </w:t>
      </w:r>
      <w:r>
        <w:t>Elle me dit aussi qu</w:t>
      </w:r>
      <w:r w:rsidR="00894734">
        <w:t>’</w:t>
      </w:r>
      <w:r>
        <w:t>elle avait un vi</w:t>
      </w:r>
      <w:r>
        <w:t>o</w:t>
      </w:r>
      <w:r>
        <w:t>lent mal de tête et qu</w:t>
      </w:r>
      <w:r w:rsidR="00894734">
        <w:t>’</w:t>
      </w:r>
      <w:r>
        <w:t>elle espérait que je voudrais bien l</w:t>
      </w:r>
      <w:r w:rsidR="00894734">
        <w:t>’</w:t>
      </w:r>
      <w:r>
        <w:t>excuser</w:t>
      </w:r>
      <w:r w:rsidR="00894734">
        <w:t xml:space="preserve">, </w:t>
      </w:r>
      <w:r>
        <w:t>car elle pensait que je n</w:t>
      </w:r>
      <w:r w:rsidR="00894734">
        <w:t>’</w:t>
      </w:r>
      <w:r>
        <w:t>avais pas d</w:t>
      </w:r>
      <w:r w:rsidR="00894734">
        <w:t>’</w:t>
      </w:r>
      <w:r>
        <w:t>autre question à lui poser</w:t>
      </w:r>
      <w:r w:rsidR="00894734">
        <w:t xml:space="preserve">. </w:t>
      </w:r>
      <w:r>
        <w:t>Puis</w:t>
      </w:r>
      <w:r w:rsidR="00894734">
        <w:t xml:space="preserve">, </w:t>
      </w:r>
      <w:r>
        <w:t>sans attendre la réponse</w:t>
      </w:r>
      <w:r w:rsidR="00894734">
        <w:t xml:space="preserve">, </w:t>
      </w:r>
      <w:r>
        <w:t>elle tourna les talons et sortit</w:t>
      </w:r>
      <w:r w:rsidR="00894734">
        <w:t>.</w:t>
      </w:r>
    </w:p>
    <w:p w14:paraId="3B36EFC3" w14:textId="77777777" w:rsidR="00894734" w:rsidRDefault="00894734">
      <w:r>
        <w:t>— </w:t>
      </w:r>
      <w:r w:rsidR="00000000">
        <w:t>Et vos domestiques</w:t>
      </w:r>
      <w:r>
        <w:t xml:space="preserve"> ? </w:t>
      </w:r>
      <w:r w:rsidR="00000000">
        <w:t>demandai-je à Mrs</w:t>
      </w:r>
      <w:r>
        <w:t xml:space="preserve">. </w:t>
      </w:r>
      <w:proofErr w:type="spellStart"/>
      <w:r w:rsidR="00000000">
        <w:t>Legget</w:t>
      </w:r>
      <w:proofErr w:type="spellEnd"/>
      <w:r>
        <w:t>.</w:t>
      </w:r>
    </w:p>
    <w:p w14:paraId="1251BCAF" w14:textId="77777777" w:rsidR="00894734" w:rsidRDefault="00894734">
      <w:r>
        <w:t>— </w:t>
      </w:r>
      <w:r w:rsidR="00000000">
        <w:t>Nous n</w:t>
      </w:r>
      <w:r>
        <w:t>’</w:t>
      </w:r>
      <w:r w:rsidR="00000000">
        <w:t>en avons qu</w:t>
      </w:r>
      <w:r>
        <w:t>’</w:t>
      </w:r>
      <w:r w:rsidR="00000000">
        <w:t>une</w:t>
      </w:r>
      <w:r>
        <w:t xml:space="preserve">, </w:t>
      </w:r>
      <w:r w:rsidR="00000000">
        <w:t>Minnie Hershey</w:t>
      </w:r>
      <w:r>
        <w:t xml:space="preserve">, </w:t>
      </w:r>
      <w:r w:rsidR="00000000">
        <w:t>une femme de couleur</w:t>
      </w:r>
      <w:r>
        <w:t xml:space="preserve">. </w:t>
      </w:r>
      <w:r w:rsidR="00000000">
        <w:t>Elle ne couche pas ici</w:t>
      </w:r>
      <w:r>
        <w:t xml:space="preserve">, </w:t>
      </w:r>
      <w:r w:rsidR="00000000">
        <w:t>et je suis sûre qu</w:t>
      </w:r>
      <w:r>
        <w:t>’</w:t>
      </w:r>
      <w:r w:rsidR="00000000">
        <w:t>elle n</w:t>
      </w:r>
      <w:r>
        <w:t>’</w:t>
      </w:r>
      <w:r w:rsidR="00000000">
        <w:t>a rien à voir avec tout cela</w:t>
      </w:r>
      <w:r>
        <w:t xml:space="preserve">. </w:t>
      </w:r>
      <w:r w:rsidR="00000000">
        <w:t>Elle est avec nous depuis près de deux ans et je puis garantir sa parfaite honnêteté</w:t>
      </w:r>
      <w:r>
        <w:t>.</w:t>
      </w:r>
    </w:p>
    <w:p w14:paraId="3E95AB2B" w14:textId="77777777" w:rsidR="00894734" w:rsidRDefault="00000000">
      <w:r>
        <w:t>Je dis que j</w:t>
      </w:r>
      <w:r w:rsidR="00894734">
        <w:t>’</w:t>
      </w:r>
      <w:r>
        <w:t>aimerais parler à Minnie et Mrs</w:t>
      </w:r>
      <w:r w:rsidR="00894734">
        <w:t xml:space="preserve">. </w:t>
      </w:r>
      <w:proofErr w:type="spellStart"/>
      <w:r>
        <w:t>Legget</w:t>
      </w:r>
      <w:proofErr w:type="spellEnd"/>
      <w:r>
        <w:t xml:space="preserve"> l</w:t>
      </w:r>
      <w:r w:rsidR="00894734">
        <w:t>’</w:t>
      </w:r>
      <w:r>
        <w:t>appela</w:t>
      </w:r>
      <w:r w:rsidR="00894734">
        <w:t xml:space="preserve">. </w:t>
      </w:r>
      <w:r>
        <w:t>La servante était une petite mulâtresse au corps mince et nerveux</w:t>
      </w:r>
      <w:r w:rsidR="00894734">
        <w:t xml:space="preserve">. </w:t>
      </w:r>
      <w:r>
        <w:t>Respectueusement</w:t>
      </w:r>
      <w:r w:rsidR="00894734">
        <w:t xml:space="preserve">, </w:t>
      </w:r>
      <w:r>
        <w:t>mais avec insistance</w:t>
      </w:r>
      <w:r w:rsidR="00894734">
        <w:t xml:space="preserve">, </w:t>
      </w:r>
      <w:r>
        <w:t>elle affi</w:t>
      </w:r>
      <w:r>
        <w:t>r</w:t>
      </w:r>
      <w:r>
        <w:t>ma n</w:t>
      </w:r>
      <w:r w:rsidR="00894734">
        <w:t>’</w:t>
      </w:r>
      <w:r>
        <w:t>avoir rien à voir dans le vol</w:t>
      </w:r>
      <w:r w:rsidR="00894734">
        <w:t xml:space="preserve">, </w:t>
      </w:r>
      <w:r>
        <w:t>qu</w:t>
      </w:r>
      <w:r w:rsidR="00894734">
        <w:t>’</w:t>
      </w:r>
      <w:r>
        <w:t>elle n</w:t>
      </w:r>
      <w:r w:rsidR="00894734">
        <w:t>’</w:t>
      </w:r>
      <w:r>
        <w:t>avait d</w:t>
      </w:r>
      <w:r w:rsidR="00894734">
        <w:t>’</w:t>
      </w:r>
      <w:r>
        <w:t>ailleurs appris que ce matin</w:t>
      </w:r>
      <w:r w:rsidR="00894734">
        <w:t xml:space="preserve">, </w:t>
      </w:r>
      <w:r>
        <w:t>en arrivant à la maison de ses maîtres</w:t>
      </w:r>
      <w:r w:rsidR="00894734">
        <w:t xml:space="preserve">. </w:t>
      </w:r>
      <w:r>
        <w:t>Elle me donna son adresse</w:t>
      </w:r>
      <w:r w:rsidR="00894734">
        <w:t xml:space="preserve">, </w:t>
      </w:r>
      <w:r>
        <w:t>quelque part</w:t>
      </w:r>
      <w:r w:rsidR="00894734">
        <w:t xml:space="preserve">, </w:t>
      </w:r>
      <w:r>
        <w:t>dans le quartier nègre de San Francisco</w:t>
      </w:r>
      <w:r w:rsidR="00894734">
        <w:t>.</w:t>
      </w:r>
    </w:p>
    <w:p w14:paraId="0701F72A" w14:textId="77777777" w:rsidR="00894734" w:rsidRDefault="00000000">
      <w:proofErr w:type="spellStart"/>
      <w:r>
        <w:t>Legget</w:t>
      </w:r>
      <w:proofErr w:type="spellEnd"/>
      <w:r>
        <w:t xml:space="preserve"> et sa femme me conduisirent dans le laboratoire</w:t>
      </w:r>
      <w:r w:rsidR="00894734">
        <w:t xml:space="preserve">, </w:t>
      </w:r>
      <w:r>
        <w:t>une vaste salle qui occupait presque tout le troisième étage</w:t>
      </w:r>
      <w:r w:rsidR="00894734">
        <w:t xml:space="preserve">. </w:t>
      </w:r>
      <w:r>
        <w:t>Des cartes marines étaient accrochées au mur</w:t>
      </w:r>
      <w:r w:rsidR="00894734">
        <w:t xml:space="preserve">, </w:t>
      </w:r>
      <w:r>
        <w:t>entre les fenêtres</w:t>
      </w:r>
      <w:r w:rsidR="00894734">
        <w:t xml:space="preserve">. </w:t>
      </w:r>
      <w:r>
        <w:t>Le parquet était nu</w:t>
      </w:r>
      <w:r w:rsidR="00894734">
        <w:t xml:space="preserve">. </w:t>
      </w:r>
      <w:r>
        <w:t>Un appareil de radioscopie</w:t>
      </w:r>
      <w:r w:rsidR="00894734">
        <w:t xml:space="preserve">, </w:t>
      </w:r>
      <w:r>
        <w:t>des tables de verre et de métal</w:t>
      </w:r>
      <w:r w:rsidR="00894734">
        <w:t xml:space="preserve">, </w:t>
      </w:r>
      <w:r>
        <w:t>une forge</w:t>
      </w:r>
      <w:r w:rsidR="00894734">
        <w:t xml:space="preserve">, </w:t>
      </w:r>
      <w:r>
        <w:t>des cornues</w:t>
      </w:r>
      <w:r w:rsidR="00894734">
        <w:t xml:space="preserve">, </w:t>
      </w:r>
      <w:r>
        <w:t>d</w:t>
      </w:r>
      <w:r w:rsidR="00894734">
        <w:t>’</w:t>
      </w:r>
      <w:r>
        <w:t>autres appareils pour moi mystérieux</w:t>
      </w:r>
      <w:r w:rsidR="00894734">
        <w:t xml:space="preserve">, </w:t>
      </w:r>
      <w:r>
        <w:t>encombraient la pièce</w:t>
      </w:r>
      <w:r w:rsidR="00894734">
        <w:t>.</w:t>
      </w:r>
    </w:p>
    <w:p w14:paraId="7CFD11BF" w14:textId="77777777" w:rsidR="00894734" w:rsidRDefault="00000000">
      <w:r>
        <w:t>Le secrétaire où les diamants avaient été pris avait six t</w:t>
      </w:r>
      <w:r>
        <w:t>i</w:t>
      </w:r>
      <w:r>
        <w:t>roirs se fermant tous ensemble avec la même serrure</w:t>
      </w:r>
      <w:r w:rsidR="00894734">
        <w:t xml:space="preserve">. </w:t>
      </w:r>
      <w:r>
        <w:t>Le second tiroir</w:t>
      </w:r>
      <w:r w:rsidR="00894734">
        <w:t xml:space="preserve">, </w:t>
      </w:r>
      <w:r>
        <w:t>celui où étaient les diamants</w:t>
      </w:r>
      <w:r w:rsidR="00894734">
        <w:t xml:space="preserve">, </w:t>
      </w:r>
      <w:r>
        <w:t>était ouvert</w:t>
      </w:r>
      <w:r w:rsidR="00894734">
        <w:t xml:space="preserve">. </w:t>
      </w:r>
      <w:r>
        <w:t>Le bois</w:t>
      </w:r>
      <w:r w:rsidR="00894734">
        <w:t xml:space="preserve">, </w:t>
      </w:r>
      <w:r>
        <w:t>autour de la serrure</w:t>
      </w:r>
      <w:r w:rsidR="00894734">
        <w:t xml:space="preserve">, </w:t>
      </w:r>
      <w:r>
        <w:t>avait été découpé avec une scie légère ou un c</w:t>
      </w:r>
      <w:r>
        <w:t>i</w:t>
      </w:r>
      <w:r>
        <w:t>seau</w:t>
      </w:r>
      <w:r w:rsidR="00894734">
        <w:t xml:space="preserve">. </w:t>
      </w:r>
      <w:r>
        <w:t>Les autres tiroirs étaient encore fermés</w:t>
      </w:r>
      <w:r w:rsidR="00894734">
        <w:t>.</w:t>
      </w:r>
    </w:p>
    <w:p w14:paraId="4B8C2C17" w14:textId="77777777" w:rsidR="00894734" w:rsidRDefault="00000000">
      <w:r>
        <w:lastRenderedPageBreak/>
        <w:t>Nous descendîmes et allâmes dans la cuisine</w:t>
      </w:r>
      <w:r w:rsidR="00894734">
        <w:t xml:space="preserve">. </w:t>
      </w:r>
      <w:r>
        <w:t>La porte de derrière avait été forcée</w:t>
      </w:r>
      <w:r w:rsidR="00894734">
        <w:t xml:space="preserve">, </w:t>
      </w:r>
      <w:r>
        <w:t>apparemment avec le même outil que le secrétaire</w:t>
      </w:r>
      <w:r w:rsidR="00894734">
        <w:t>.</w:t>
      </w:r>
    </w:p>
    <w:p w14:paraId="7AE12E35" w14:textId="77777777" w:rsidR="00894734" w:rsidRDefault="00000000">
      <w:r>
        <w:t>Quand j</w:t>
      </w:r>
      <w:r w:rsidR="00894734">
        <w:t>’</w:t>
      </w:r>
      <w:r>
        <w:t>eus examiné la porte</w:t>
      </w:r>
      <w:r w:rsidR="00894734">
        <w:t xml:space="preserve">, </w:t>
      </w:r>
      <w:r>
        <w:t xml:space="preserve">je pris le diamant dans ma poche et le montrai à </w:t>
      </w:r>
      <w:proofErr w:type="spellStart"/>
      <w:r>
        <w:t>Legget</w:t>
      </w:r>
      <w:proofErr w:type="spellEnd"/>
      <w:r w:rsidR="00894734">
        <w:t xml:space="preserve">, </w:t>
      </w:r>
      <w:r>
        <w:t>lui demandant</w:t>
      </w:r>
      <w:r w:rsidR="00894734">
        <w:t> :</w:t>
      </w:r>
    </w:p>
    <w:p w14:paraId="16CD8180" w14:textId="77777777" w:rsidR="00894734" w:rsidRDefault="00894734">
      <w:r>
        <w:t>— </w:t>
      </w:r>
      <w:r w:rsidR="00000000">
        <w:t>Est-ce l</w:t>
      </w:r>
      <w:r>
        <w:t>’</w:t>
      </w:r>
      <w:r w:rsidR="00000000">
        <w:t>un d</w:t>
      </w:r>
      <w:r>
        <w:t>’</w:t>
      </w:r>
      <w:r w:rsidR="00000000">
        <w:t>eux</w:t>
      </w:r>
      <w:r>
        <w:t> ?</w:t>
      </w:r>
    </w:p>
    <w:p w14:paraId="12B84C7C" w14:textId="77777777" w:rsidR="00894734" w:rsidRDefault="00000000">
      <w:proofErr w:type="spellStart"/>
      <w:r>
        <w:t>Legget</w:t>
      </w:r>
      <w:proofErr w:type="spellEnd"/>
      <w:r>
        <w:t xml:space="preserve"> le saisit dans ma paume</w:t>
      </w:r>
      <w:r w:rsidR="00894734">
        <w:t xml:space="preserve">, </w:t>
      </w:r>
      <w:r>
        <w:t>l</w:t>
      </w:r>
      <w:r w:rsidR="00894734">
        <w:t>’</w:t>
      </w:r>
      <w:r>
        <w:t>éleva dans la lumière</w:t>
      </w:r>
      <w:r w:rsidR="00894734">
        <w:t xml:space="preserve">, </w:t>
      </w:r>
      <w:r>
        <w:t>le retourna dans tous sens</w:t>
      </w:r>
      <w:r w:rsidR="00894734">
        <w:t xml:space="preserve">, </w:t>
      </w:r>
      <w:r>
        <w:t>et dit</w:t>
      </w:r>
      <w:r w:rsidR="00894734">
        <w:t> :</w:t>
      </w:r>
    </w:p>
    <w:p w14:paraId="0F79ABD0" w14:textId="77777777" w:rsidR="00894734" w:rsidRDefault="00894734">
      <w:r>
        <w:t>— </w:t>
      </w:r>
      <w:r w:rsidR="00000000">
        <w:t>Oui</w:t>
      </w:r>
      <w:r>
        <w:t xml:space="preserve">, </w:t>
      </w:r>
      <w:r w:rsidR="00000000">
        <w:t>je le reconnais</w:t>
      </w:r>
      <w:r>
        <w:t xml:space="preserve">, </w:t>
      </w:r>
      <w:r w:rsidR="00000000">
        <w:t>il avait un crapaud</w:t>
      </w:r>
      <w:r>
        <w:t xml:space="preserve">. </w:t>
      </w:r>
      <w:r w:rsidR="00000000">
        <w:t>Où l</w:t>
      </w:r>
      <w:r>
        <w:t>’</w:t>
      </w:r>
      <w:r w:rsidR="00000000">
        <w:t>avez-vous trouvé</w:t>
      </w:r>
      <w:r>
        <w:t> ?</w:t>
      </w:r>
    </w:p>
    <w:p w14:paraId="0EB016D9" w14:textId="77777777" w:rsidR="00894734" w:rsidRDefault="00894734">
      <w:r>
        <w:t>— </w:t>
      </w:r>
      <w:r w:rsidR="00000000">
        <w:t>Devant la porte</w:t>
      </w:r>
      <w:r>
        <w:t xml:space="preserve">, </w:t>
      </w:r>
      <w:r w:rsidR="00000000">
        <w:t>dans l</w:t>
      </w:r>
      <w:r>
        <w:t>’</w:t>
      </w:r>
      <w:r w:rsidR="00000000">
        <w:t>herbe</w:t>
      </w:r>
      <w:r>
        <w:t>.</w:t>
      </w:r>
    </w:p>
    <w:p w14:paraId="237AA4B1" w14:textId="77777777" w:rsidR="00894734" w:rsidRDefault="00894734">
      <w:r>
        <w:t>— </w:t>
      </w:r>
      <w:r w:rsidR="00000000">
        <w:t>Ah</w:t>
      </w:r>
      <w:r>
        <w:t xml:space="preserve"> ! </w:t>
      </w:r>
      <w:r w:rsidR="00000000">
        <w:t>notre voleur a perdu une partie de son butin</w:t>
      </w:r>
      <w:r>
        <w:t xml:space="preserve">, </w:t>
      </w:r>
      <w:r w:rsidR="00000000">
        <w:t>dans sa hâte</w:t>
      </w:r>
      <w:r>
        <w:t>.</w:t>
      </w:r>
    </w:p>
    <w:p w14:paraId="10A615C8" w14:textId="77777777" w:rsidR="00894734" w:rsidRDefault="00000000">
      <w:r>
        <w:t>Je lui dis que j</w:t>
      </w:r>
      <w:r w:rsidR="00894734">
        <w:t>’</w:t>
      </w:r>
      <w:r>
        <w:t>en doutais</w:t>
      </w:r>
      <w:r w:rsidR="00894734">
        <w:t>.</w:t>
      </w:r>
    </w:p>
    <w:p w14:paraId="2C88A5ED" w14:textId="77777777" w:rsidR="00894734" w:rsidRDefault="00000000">
      <w:proofErr w:type="spellStart"/>
      <w:r>
        <w:t>Legget</w:t>
      </w:r>
      <w:proofErr w:type="spellEnd"/>
      <w:r>
        <w:t xml:space="preserve"> fronça les sourcils derrière ses lunettes et me rega</w:t>
      </w:r>
      <w:r>
        <w:t>r</w:t>
      </w:r>
      <w:r>
        <w:t>da durement</w:t>
      </w:r>
      <w:r w:rsidR="00894734">
        <w:t> :</w:t>
      </w:r>
    </w:p>
    <w:p w14:paraId="1C9FCAE4" w14:textId="77777777" w:rsidR="00894734" w:rsidRDefault="00894734">
      <w:r>
        <w:t>— </w:t>
      </w:r>
      <w:r w:rsidR="00000000">
        <w:t>Que voulez-vous dire</w:t>
      </w:r>
      <w:r>
        <w:t> ?</w:t>
      </w:r>
    </w:p>
    <w:p w14:paraId="178B236F" w14:textId="77777777" w:rsidR="00894734" w:rsidRDefault="00894734">
      <w:r>
        <w:t>— </w:t>
      </w:r>
      <w:r w:rsidR="00000000">
        <w:t>Je dis que le diamant a été semé là exprès</w:t>
      </w:r>
      <w:r>
        <w:t xml:space="preserve">. </w:t>
      </w:r>
      <w:r w:rsidR="00000000">
        <w:t>Votre voleur en savait trop</w:t>
      </w:r>
      <w:r>
        <w:t xml:space="preserve">. </w:t>
      </w:r>
      <w:r w:rsidR="00000000">
        <w:t>Il savait à quel tiroir aller</w:t>
      </w:r>
      <w:r>
        <w:t xml:space="preserve">. </w:t>
      </w:r>
      <w:r w:rsidR="00000000">
        <w:t>Il n</w:t>
      </w:r>
      <w:r>
        <w:t>’</w:t>
      </w:r>
      <w:r w:rsidR="00000000">
        <w:t>a pas perdu son temps ailleurs</w:t>
      </w:r>
      <w:r>
        <w:t xml:space="preserve">. </w:t>
      </w:r>
      <w:r w:rsidR="00000000">
        <w:t>Le diamant jeté devait faire partie de son plan</w:t>
      </w:r>
      <w:r>
        <w:t>…</w:t>
      </w:r>
    </w:p>
    <w:p w14:paraId="2280FAE5" w14:textId="77777777" w:rsidR="00894734" w:rsidRDefault="00000000">
      <w:r>
        <w:t>À ce moment</w:t>
      </w:r>
      <w:r w:rsidR="00894734">
        <w:t xml:space="preserve">, </w:t>
      </w:r>
      <w:r>
        <w:t>Minnie vint à la porte</w:t>
      </w:r>
      <w:r w:rsidR="00894734">
        <w:t xml:space="preserve">, </w:t>
      </w:r>
      <w:r>
        <w:t>tenant un aspirateur électrique et commença à pleurer en disant qu</w:t>
      </w:r>
      <w:r w:rsidR="00894734">
        <w:t>’</w:t>
      </w:r>
      <w:r>
        <w:t>elle était une honnête fille</w:t>
      </w:r>
      <w:r w:rsidR="00894734">
        <w:t xml:space="preserve">, </w:t>
      </w:r>
      <w:r>
        <w:t>qu</w:t>
      </w:r>
      <w:r w:rsidR="00894734">
        <w:t>’</w:t>
      </w:r>
      <w:r>
        <w:t>on n</w:t>
      </w:r>
      <w:r w:rsidR="00894734">
        <w:t>’</w:t>
      </w:r>
      <w:r>
        <w:t>avait aucune raison de l</w:t>
      </w:r>
      <w:r w:rsidR="00894734">
        <w:t>’</w:t>
      </w:r>
      <w:r>
        <w:t>accuser de quoi que ce fût</w:t>
      </w:r>
      <w:r w:rsidR="00894734">
        <w:t xml:space="preserve">, </w:t>
      </w:r>
      <w:r>
        <w:t>et qu</w:t>
      </w:r>
      <w:r w:rsidR="00894734">
        <w:t>’</w:t>
      </w:r>
      <w:r>
        <w:t>on pouvait la fouiller et fouiller sa maison si on voulait</w:t>
      </w:r>
      <w:r w:rsidR="00894734">
        <w:t xml:space="preserve">, </w:t>
      </w:r>
      <w:r>
        <w:t>et que parce qu</w:t>
      </w:r>
      <w:r w:rsidR="00894734">
        <w:t>’</w:t>
      </w:r>
      <w:r>
        <w:t>elle était une femme de couleur</w:t>
      </w:r>
      <w:r w:rsidR="00894734">
        <w:t xml:space="preserve">…, </w:t>
      </w:r>
      <w:r>
        <w:t>etc</w:t>
      </w:r>
      <w:r w:rsidR="00894734">
        <w:t xml:space="preserve">., </w:t>
      </w:r>
      <w:r>
        <w:t>etc</w:t>
      </w:r>
      <w:r w:rsidR="00894734">
        <w:t xml:space="preserve">.… </w:t>
      </w:r>
      <w:r>
        <w:t>Des larmes coulaient sur ses joues</w:t>
      </w:r>
      <w:r w:rsidR="00894734">
        <w:t>.</w:t>
      </w:r>
    </w:p>
    <w:p w14:paraId="4F5AE53E" w14:textId="77777777" w:rsidR="00894734" w:rsidRDefault="00000000">
      <w:r>
        <w:lastRenderedPageBreak/>
        <w:t>Mrs</w:t>
      </w:r>
      <w:r w:rsidR="00894734">
        <w:t xml:space="preserve">. </w:t>
      </w:r>
      <w:proofErr w:type="spellStart"/>
      <w:r>
        <w:t>Legget</w:t>
      </w:r>
      <w:proofErr w:type="spellEnd"/>
      <w:r>
        <w:t xml:space="preserve"> alla à elle</w:t>
      </w:r>
      <w:r w:rsidR="00894734">
        <w:t xml:space="preserve">, </w:t>
      </w:r>
      <w:r>
        <w:t>lui tapota l</w:t>
      </w:r>
      <w:r w:rsidR="00894734">
        <w:t>’</w:t>
      </w:r>
      <w:r>
        <w:t>épaule et dit</w:t>
      </w:r>
      <w:r w:rsidR="00894734">
        <w:t> :</w:t>
      </w:r>
    </w:p>
    <w:p w14:paraId="03A417A7" w14:textId="77777777" w:rsidR="00894734" w:rsidRDefault="00894734">
      <w:r>
        <w:t>— </w:t>
      </w:r>
      <w:r w:rsidR="00000000">
        <w:t>Là</w:t>
      </w:r>
      <w:r>
        <w:t xml:space="preserve">, </w:t>
      </w:r>
      <w:r w:rsidR="00000000">
        <w:t>là</w:t>
      </w:r>
      <w:r>
        <w:t xml:space="preserve">, </w:t>
      </w:r>
      <w:r w:rsidR="00000000">
        <w:t>ne pleurez plus</w:t>
      </w:r>
      <w:r>
        <w:t xml:space="preserve">, </w:t>
      </w:r>
      <w:r w:rsidR="00000000">
        <w:t>Minnie</w:t>
      </w:r>
      <w:r>
        <w:t xml:space="preserve">. </w:t>
      </w:r>
      <w:r w:rsidR="00000000">
        <w:t>Je sais bien</w:t>
      </w:r>
      <w:r>
        <w:t xml:space="preserve">, </w:t>
      </w:r>
      <w:r w:rsidR="00000000">
        <w:t>comme tout le monde ici</w:t>
      </w:r>
      <w:r>
        <w:t xml:space="preserve">, </w:t>
      </w:r>
      <w:r w:rsidR="00000000">
        <w:t>que vous n</w:t>
      </w:r>
      <w:r>
        <w:t>’</w:t>
      </w:r>
      <w:r w:rsidR="00000000">
        <w:t>êtes pour rien dans tout cela</w:t>
      </w:r>
      <w:r>
        <w:t xml:space="preserve">. </w:t>
      </w:r>
      <w:r w:rsidR="00000000">
        <w:t>Là</w:t>
      </w:r>
      <w:r>
        <w:t xml:space="preserve">, </w:t>
      </w:r>
      <w:r w:rsidR="00000000">
        <w:t>là</w:t>
      </w:r>
      <w:r>
        <w:t>…</w:t>
      </w:r>
    </w:p>
    <w:p w14:paraId="3DB22167" w14:textId="77777777" w:rsidR="00894734" w:rsidRDefault="00000000">
      <w:r>
        <w:t>Les larmes de la négresse tarirent et sa maîtresse la fit so</w:t>
      </w:r>
      <w:r>
        <w:t>r</w:t>
      </w:r>
      <w:r>
        <w:t>tir</w:t>
      </w:r>
      <w:r w:rsidR="00894734">
        <w:t>.</w:t>
      </w:r>
    </w:p>
    <w:p w14:paraId="3A3B1A56" w14:textId="77777777" w:rsidR="00894734" w:rsidRDefault="00000000">
      <w:proofErr w:type="spellStart"/>
      <w:r>
        <w:t>Legget</w:t>
      </w:r>
      <w:proofErr w:type="spellEnd"/>
      <w:r>
        <w:t xml:space="preserve"> s</w:t>
      </w:r>
      <w:r w:rsidR="00894734">
        <w:t>’</w:t>
      </w:r>
      <w:r>
        <w:t>assit sur un coin de la table de la cuisine</w:t>
      </w:r>
      <w:r w:rsidR="00894734">
        <w:t>.</w:t>
      </w:r>
    </w:p>
    <w:p w14:paraId="078C793C" w14:textId="77777777" w:rsidR="00894734" w:rsidRDefault="00894734">
      <w:r>
        <w:t>— </w:t>
      </w:r>
      <w:r w:rsidR="00000000">
        <w:t>Vous soupçonnez quelqu</w:t>
      </w:r>
      <w:r>
        <w:t>’</w:t>
      </w:r>
      <w:r w:rsidR="00000000">
        <w:t>un dans la maison</w:t>
      </w:r>
      <w:r>
        <w:t> ?</w:t>
      </w:r>
    </w:p>
    <w:p w14:paraId="12C4E9C7" w14:textId="77777777" w:rsidR="00894734" w:rsidRDefault="00894734">
      <w:r>
        <w:t>— </w:t>
      </w:r>
      <w:r w:rsidR="00000000">
        <w:t>Ou quelqu</w:t>
      </w:r>
      <w:r>
        <w:t>’</w:t>
      </w:r>
      <w:r w:rsidR="00000000">
        <w:t>un qui est venu ici</w:t>
      </w:r>
      <w:r>
        <w:t xml:space="preserve">, </w:t>
      </w:r>
      <w:r w:rsidR="00000000">
        <w:t>oui</w:t>
      </w:r>
      <w:r>
        <w:t>.</w:t>
      </w:r>
    </w:p>
    <w:p w14:paraId="3FF17719" w14:textId="77777777" w:rsidR="00894734" w:rsidRDefault="00894734">
      <w:r>
        <w:t>— </w:t>
      </w:r>
      <w:r w:rsidR="00000000">
        <w:t>Mais qui</w:t>
      </w:r>
      <w:r>
        <w:t> ?</w:t>
      </w:r>
    </w:p>
    <w:p w14:paraId="2716AEFB" w14:textId="77777777" w:rsidR="00894734" w:rsidRDefault="00894734">
      <w:r>
        <w:t>— </w:t>
      </w:r>
      <w:r w:rsidR="00000000">
        <w:t>Personne encore</w:t>
      </w:r>
      <w:r>
        <w:t>.</w:t>
      </w:r>
    </w:p>
    <w:p w14:paraId="37DC38AF" w14:textId="77777777" w:rsidR="00894734" w:rsidRDefault="00000000">
      <w:r>
        <w:t>Il sourit</w:t>
      </w:r>
      <w:r w:rsidR="00894734">
        <w:t xml:space="preserve">, </w:t>
      </w:r>
      <w:r>
        <w:t>montrant ses dents blanches</w:t>
      </w:r>
      <w:r w:rsidR="00894734">
        <w:t xml:space="preserve">, </w:t>
      </w:r>
      <w:r>
        <w:t>aussi petites que celles de sa fille</w:t>
      </w:r>
      <w:r w:rsidR="00894734">
        <w:t> :</w:t>
      </w:r>
    </w:p>
    <w:p w14:paraId="7ECDCE43" w14:textId="77777777" w:rsidR="00894734" w:rsidRDefault="00894734">
      <w:r>
        <w:t>— </w:t>
      </w:r>
      <w:r w:rsidR="00000000">
        <w:t>Cela veut dire tout le monde</w:t>
      </w:r>
      <w:r>
        <w:t xml:space="preserve">, </w:t>
      </w:r>
      <w:r w:rsidR="00000000">
        <w:t>chacun de nous</w:t>
      </w:r>
      <w:r>
        <w:t>.</w:t>
      </w:r>
    </w:p>
    <w:p w14:paraId="101F0C74" w14:textId="77777777" w:rsidR="00894734" w:rsidRDefault="00894734">
      <w:r>
        <w:t>— </w:t>
      </w:r>
      <w:r w:rsidR="00000000">
        <w:t>Retournons à la pelouse</w:t>
      </w:r>
      <w:r>
        <w:t xml:space="preserve">, </w:t>
      </w:r>
      <w:r w:rsidR="00000000">
        <w:t>suggérai-je</w:t>
      </w:r>
      <w:r>
        <w:t xml:space="preserve">. </w:t>
      </w:r>
      <w:r w:rsidR="00000000">
        <w:t>Si nous trouvons d</w:t>
      </w:r>
      <w:r>
        <w:t>’</w:t>
      </w:r>
      <w:r w:rsidR="00000000">
        <w:t>autres diamants</w:t>
      </w:r>
      <w:r>
        <w:t xml:space="preserve">, </w:t>
      </w:r>
      <w:r w:rsidR="00000000">
        <w:t>je dirai peut-être que je me suis trompé</w:t>
      </w:r>
      <w:r>
        <w:t>.</w:t>
      </w:r>
    </w:p>
    <w:p w14:paraId="764C9678" w14:textId="77777777" w:rsidR="00894734" w:rsidRDefault="00000000">
      <w:r>
        <w:t>Nous traversâmes la maison</w:t>
      </w:r>
      <w:r w:rsidR="00894734">
        <w:t xml:space="preserve">, </w:t>
      </w:r>
      <w:r>
        <w:t>mais avant que nous ayons atteint la porte d</w:t>
      </w:r>
      <w:r w:rsidR="00894734">
        <w:t>’</w:t>
      </w:r>
      <w:r>
        <w:t>entrée</w:t>
      </w:r>
      <w:r w:rsidR="00894734">
        <w:t xml:space="preserve">, </w:t>
      </w:r>
      <w:r>
        <w:t>nous rencontrâmes Minnie Hershey</w:t>
      </w:r>
      <w:r w:rsidR="00894734">
        <w:t xml:space="preserve">, </w:t>
      </w:r>
      <w:r>
        <w:t>dans un manteau amadou et sous un chapeau violet</w:t>
      </w:r>
      <w:r w:rsidR="00894734">
        <w:t xml:space="preserve">, </w:t>
      </w:r>
      <w:r>
        <w:t>qui venait dire au revoir à sa maîtresse</w:t>
      </w:r>
      <w:r w:rsidR="00894734">
        <w:t xml:space="preserve">. </w:t>
      </w:r>
      <w:r>
        <w:t>Elle ne voulait pas</w:t>
      </w:r>
      <w:r w:rsidR="00894734">
        <w:t xml:space="preserve">, </w:t>
      </w:r>
      <w:r>
        <w:t>dit-elle en pleurnichant</w:t>
      </w:r>
      <w:r w:rsidR="00894734">
        <w:t xml:space="preserve">, </w:t>
      </w:r>
      <w:r>
        <w:t>travailler plus longtemps dans une maison où chacun croyait qu</w:t>
      </w:r>
      <w:r w:rsidR="00894734">
        <w:t>’</w:t>
      </w:r>
      <w:r>
        <w:t>elle avait volé quelque chose</w:t>
      </w:r>
      <w:r w:rsidR="00894734">
        <w:t xml:space="preserve">. </w:t>
      </w:r>
      <w:r>
        <w:t>Elle était aussi honnête que n</w:t>
      </w:r>
      <w:r w:rsidR="00894734">
        <w:t>’</w:t>
      </w:r>
      <w:r>
        <w:t>importe qui</w:t>
      </w:r>
      <w:r w:rsidR="00894734">
        <w:t xml:space="preserve">, </w:t>
      </w:r>
      <w:r>
        <w:t>plus même</w:t>
      </w:r>
      <w:r w:rsidR="00894734">
        <w:t xml:space="preserve">. </w:t>
      </w:r>
      <w:r>
        <w:t>Une place en valait bien une autre et elle en connaissait des places où on ne voudrait pas soupçonner une pauvre fille de couleur</w:t>
      </w:r>
      <w:r w:rsidR="00894734">
        <w:t xml:space="preserve">, </w:t>
      </w:r>
      <w:r>
        <w:t>qui avait travaillé avec dévouement pendant près de deux ans</w:t>
      </w:r>
      <w:r w:rsidR="00894734">
        <w:t xml:space="preserve">, </w:t>
      </w:r>
      <w:r>
        <w:t>sans même avoir à se reprocher le vol d</w:t>
      </w:r>
      <w:r w:rsidR="00894734">
        <w:t>’</w:t>
      </w:r>
      <w:r>
        <w:t>une tartine</w:t>
      </w:r>
      <w:r w:rsidR="00894734">
        <w:t>.</w:t>
      </w:r>
    </w:p>
    <w:p w14:paraId="65D6358C" w14:textId="77777777" w:rsidR="00894734" w:rsidRDefault="00000000">
      <w:r>
        <w:lastRenderedPageBreak/>
        <w:t>Mrs</w:t>
      </w:r>
      <w:r w:rsidR="00894734">
        <w:t xml:space="preserve">. </w:t>
      </w:r>
      <w:proofErr w:type="spellStart"/>
      <w:r>
        <w:t>Legget</w:t>
      </w:r>
      <w:proofErr w:type="spellEnd"/>
      <w:r>
        <w:t xml:space="preserve"> eut beau plaider</w:t>
      </w:r>
      <w:r w:rsidR="00894734">
        <w:t xml:space="preserve">, </w:t>
      </w:r>
      <w:r>
        <w:t>raisonner</w:t>
      </w:r>
      <w:r w:rsidR="00894734">
        <w:t xml:space="preserve">, </w:t>
      </w:r>
      <w:r>
        <w:t>gourmander</w:t>
      </w:r>
      <w:r w:rsidR="00894734">
        <w:t xml:space="preserve">, </w:t>
      </w:r>
      <w:r>
        <w:t>rien n</w:t>
      </w:r>
      <w:r w:rsidR="00894734">
        <w:t>’</w:t>
      </w:r>
      <w:r>
        <w:t>y fit</w:t>
      </w:r>
      <w:r w:rsidR="00894734">
        <w:t xml:space="preserve">. </w:t>
      </w:r>
      <w:r>
        <w:t>Minnie s</w:t>
      </w:r>
      <w:r w:rsidR="00894734">
        <w:t>’</w:t>
      </w:r>
      <w:r>
        <w:t>en alla</w:t>
      </w:r>
      <w:r w:rsidR="00894734">
        <w:t>.</w:t>
      </w:r>
    </w:p>
    <w:p w14:paraId="22FAB187" w14:textId="77777777" w:rsidR="00894734" w:rsidRDefault="00000000">
      <w:r>
        <w:t>Sa maîtresse me regarda</w:t>
      </w:r>
      <w:r w:rsidR="00894734">
        <w:t xml:space="preserve">, </w:t>
      </w:r>
      <w:r>
        <w:t>donnant à son visage habituell</w:t>
      </w:r>
      <w:r>
        <w:t>e</w:t>
      </w:r>
      <w:r>
        <w:t>ment souriant une expression aussi sévère qu</w:t>
      </w:r>
      <w:r w:rsidR="00894734">
        <w:t>’</w:t>
      </w:r>
      <w:r>
        <w:t>elle le put</w:t>
      </w:r>
      <w:r w:rsidR="00894734">
        <w:t>.</w:t>
      </w:r>
    </w:p>
    <w:p w14:paraId="75405FBA" w14:textId="77777777" w:rsidR="00894734" w:rsidRDefault="00894734">
      <w:r>
        <w:t>— </w:t>
      </w:r>
      <w:r w:rsidR="00000000">
        <w:t>Voyez ce que vous avez fait maintenant</w:t>
      </w:r>
      <w:r>
        <w:t xml:space="preserve">. </w:t>
      </w:r>
      <w:r w:rsidR="00000000">
        <w:t>Me voilà sans bonne</w:t>
      </w:r>
      <w:r>
        <w:t> !</w:t>
      </w:r>
    </w:p>
    <w:p w14:paraId="7CD74532" w14:textId="77777777" w:rsidR="00894734" w:rsidRDefault="00000000">
      <w:r>
        <w:t>Je lui dis que j</w:t>
      </w:r>
      <w:r w:rsidR="00894734">
        <w:t>’</w:t>
      </w:r>
      <w:r>
        <w:t>étais désolé et nous sortîmes</w:t>
      </w:r>
      <w:r w:rsidR="00894734">
        <w:t xml:space="preserve">, </w:t>
      </w:r>
      <w:r>
        <w:t>son mari et moi</w:t>
      </w:r>
      <w:r w:rsidR="00894734">
        <w:t xml:space="preserve">, </w:t>
      </w:r>
      <w:r>
        <w:t>pour inspecter la pelouse</w:t>
      </w:r>
      <w:r w:rsidR="00894734">
        <w:t>.</w:t>
      </w:r>
    </w:p>
    <w:p w14:paraId="6A1CFC22" w14:textId="77777777" w:rsidR="00894734" w:rsidRDefault="00000000">
      <w:r>
        <w:t>Nous ne trouvâmes pas d</w:t>
      </w:r>
      <w:r w:rsidR="00894734">
        <w:t>’</w:t>
      </w:r>
      <w:r>
        <w:t>autre diamant</w:t>
      </w:r>
      <w:r w:rsidR="00894734">
        <w:t>.</w:t>
      </w:r>
    </w:p>
    <w:p w14:paraId="16DF0380" w14:textId="69868EB1" w:rsidR="00000000" w:rsidRDefault="00000000" w:rsidP="00894734">
      <w:pPr>
        <w:pStyle w:val="Titre2"/>
        <w:rPr>
          <w:szCs w:val="44"/>
        </w:rPr>
      </w:pPr>
      <w:bookmarkStart w:id="3" w:name="_Toc202288404"/>
      <w:r>
        <w:rPr>
          <w:szCs w:val="44"/>
        </w:rPr>
        <w:lastRenderedPageBreak/>
        <w:t>CHAPITRE II</w:t>
      </w:r>
      <w:r>
        <w:rPr>
          <w:szCs w:val="44"/>
        </w:rPr>
        <w:br/>
      </w:r>
      <w:r>
        <w:rPr>
          <w:szCs w:val="44"/>
        </w:rPr>
        <w:br/>
        <w:t>L</w:t>
      </w:r>
      <w:r w:rsidR="00894734">
        <w:rPr>
          <w:szCs w:val="44"/>
        </w:rPr>
        <w:t>’</w:t>
      </w:r>
      <w:r>
        <w:rPr>
          <w:szCs w:val="44"/>
        </w:rPr>
        <w:t>HOMME AU LONG NEZ</w:t>
      </w:r>
      <w:bookmarkEnd w:id="3"/>
    </w:p>
    <w:p w14:paraId="1B20AE53" w14:textId="77777777" w:rsidR="00894734" w:rsidRDefault="00000000">
      <w:r>
        <w:t>Deux heures d</w:t>
      </w:r>
      <w:r w:rsidR="00894734">
        <w:t>’</w:t>
      </w:r>
      <w:r>
        <w:t>enquête dans le voisinage ne m</w:t>
      </w:r>
      <w:r w:rsidR="00894734">
        <w:t>’</w:t>
      </w:r>
      <w:r>
        <w:t>apprirent rien sur l</w:t>
      </w:r>
      <w:r w:rsidR="00894734">
        <w:t>’</w:t>
      </w:r>
      <w:r>
        <w:t>homme que Mrs</w:t>
      </w:r>
      <w:r w:rsidR="00894734">
        <w:t xml:space="preserve">. </w:t>
      </w:r>
      <w:proofErr w:type="spellStart"/>
      <w:r>
        <w:t>Legget</w:t>
      </w:r>
      <w:proofErr w:type="spellEnd"/>
      <w:r>
        <w:t xml:space="preserve"> et sa fille avaient vu</w:t>
      </w:r>
      <w:r w:rsidR="00894734">
        <w:t xml:space="preserve">. </w:t>
      </w:r>
      <w:r>
        <w:t>Pou</w:t>
      </w:r>
      <w:r>
        <w:t>r</w:t>
      </w:r>
      <w:r>
        <w:t>tant</w:t>
      </w:r>
      <w:r w:rsidR="00894734">
        <w:t xml:space="preserve">, </w:t>
      </w:r>
      <w:r>
        <w:t>une femme à demi infirme</w:t>
      </w:r>
      <w:r w:rsidR="00894734">
        <w:t xml:space="preserve">, </w:t>
      </w:r>
      <w:r>
        <w:t>Mrs</w:t>
      </w:r>
      <w:r w:rsidR="00894734">
        <w:t xml:space="preserve">. </w:t>
      </w:r>
      <w:r>
        <w:t>Priestley</w:t>
      </w:r>
      <w:r w:rsidR="00894734">
        <w:t xml:space="preserve">, </w:t>
      </w:r>
      <w:r>
        <w:t>me donna une indication qui pouvait être intéressante</w:t>
      </w:r>
      <w:r w:rsidR="00894734">
        <w:t>.</w:t>
      </w:r>
    </w:p>
    <w:p w14:paraId="6DE203CC" w14:textId="77777777" w:rsidR="00894734" w:rsidRDefault="00000000">
      <w:r>
        <w:t>Elle me raconta que</w:t>
      </w:r>
      <w:r w:rsidR="00894734">
        <w:t xml:space="preserve">, </w:t>
      </w:r>
      <w:r>
        <w:t>se mettant souvent à</w:t>
      </w:r>
      <w:r>
        <w:rPr>
          <w:i/>
        </w:rPr>
        <w:t xml:space="preserve"> </w:t>
      </w:r>
      <w:r>
        <w:t>la fenêtre de sa chambre quand elle ne pouvait pas dormir</w:t>
      </w:r>
      <w:r w:rsidR="00894734">
        <w:t xml:space="preserve">, </w:t>
      </w:r>
      <w:r>
        <w:t>elle avait vu l</w:t>
      </w:r>
      <w:r w:rsidR="00894734">
        <w:t>’</w:t>
      </w:r>
      <w:r>
        <w:t>homme suspect deux fois</w:t>
      </w:r>
      <w:r w:rsidR="00894734">
        <w:t xml:space="preserve">, </w:t>
      </w:r>
      <w:r>
        <w:t>au cours de ces dernières nuits</w:t>
      </w:r>
      <w:r w:rsidR="00894734">
        <w:t xml:space="preserve">. </w:t>
      </w:r>
      <w:r>
        <w:t>S</w:t>
      </w:r>
      <w:r>
        <w:t>e</w:t>
      </w:r>
      <w:r>
        <w:t>lon elle</w:t>
      </w:r>
      <w:r w:rsidR="00894734">
        <w:t xml:space="preserve">, </w:t>
      </w:r>
      <w:r>
        <w:t>il était de haute taille</w:t>
      </w:r>
      <w:r w:rsidR="00894734">
        <w:t xml:space="preserve">, </w:t>
      </w:r>
      <w:r>
        <w:t>et jeune d</w:t>
      </w:r>
      <w:r w:rsidR="00894734">
        <w:t>’</w:t>
      </w:r>
      <w:r>
        <w:t>allure</w:t>
      </w:r>
      <w:r w:rsidR="00894734">
        <w:t xml:space="preserve">, </w:t>
      </w:r>
      <w:r>
        <w:t>sinon de visage</w:t>
      </w:r>
      <w:r w:rsidR="00894734">
        <w:t xml:space="preserve">, </w:t>
      </w:r>
      <w:r>
        <w:t>car il marchait la tête penchée en avant</w:t>
      </w:r>
      <w:r w:rsidR="00894734">
        <w:t xml:space="preserve">. </w:t>
      </w:r>
      <w:r>
        <w:t>Elle l</w:t>
      </w:r>
      <w:r w:rsidR="00894734">
        <w:t>’</w:t>
      </w:r>
      <w:r>
        <w:t>avait vu pour la première fois il y avait environ une semaine</w:t>
      </w:r>
      <w:r w:rsidR="00894734">
        <w:t xml:space="preserve">. </w:t>
      </w:r>
      <w:r>
        <w:t>Il passa et repassa sur l</w:t>
      </w:r>
      <w:r w:rsidR="00894734">
        <w:t>’</w:t>
      </w:r>
      <w:r>
        <w:t>autre trottoir à cinq ou six reprises</w:t>
      </w:r>
      <w:r w:rsidR="00894734">
        <w:t xml:space="preserve">, </w:t>
      </w:r>
      <w:r>
        <w:t>et à intervalles d</w:t>
      </w:r>
      <w:r w:rsidR="00894734">
        <w:t>’</w:t>
      </w:r>
      <w:r>
        <w:t>un quart d</w:t>
      </w:r>
      <w:r w:rsidR="00894734">
        <w:t>’</w:t>
      </w:r>
      <w:r>
        <w:t>heure environ</w:t>
      </w:r>
      <w:r w:rsidR="00894734">
        <w:t xml:space="preserve">. </w:t>
      </w:r>
      <w:r>
        <w:t>Sous son chapeau rabattu</w:t>
      </w:r>
      <w:r w:rsidR="00894734">
        <w:t xml:space="preserve">, </w:t>
      </w:r>
      <w:r>
        <w:t>il avait l</w:t>
      </w:r>
      <w:r w:rsidR="00894734">
        <w:t>’</w:t>
      </w:r>
      <w:r>
        <w:t>air de guetter quelque chose de l</w:t>
      </w:r>
      <w:r w:rsidR="00894734">
        <w:t>’</w:t>
      </w:r>
      <w:r>
        <w:t>autre côté de la rue</w:t>
      </w:r>
      <w:r w:rsidR="00894734">
        <w:t>.</w:t>
      </w:r>
    </w:p>
    <w:p w14:paraId="4CA3E917" w14:textId="3759B337" w:rsidR="00894734" w:rsidRDefault="00000000">
      <w:r>
        <w:t>À plusieurs nuits de là</w:t>
      </w:r>
      <w:r w:rsidR="00894734">
        <w:t xml:space="preserve">, </w:t>
      </w:r>
      <w:r>
        <w:t>le samedi soir</w:t>
      </w:r>
      <w:r w:rsidR="00894734">
        <w:t xml:space="preserve">, </w:t>
      </w:r>
      <w:r>
        <w:t>elle l</w:t>
      </w:r>
      <w:r w:rsidR="00894734">
        <w:t>’</w:t>
      </w:r>
      <w:r>
        <w:t>avait revu</w:t>
      </w:r>
      <w:r w:rsidR="00894734">
        <w:t xml:space="preserve">. </w:t>
      </w:r>
      <w:r>
        <w:t>Cette fois</w:t>
      </w:r>
      <w:r w:rsidR="00894734">
        <w:t xml:space="preserve">, </w:t>
      </w:r>
      <w:r>
        <w:t>il ne se promenait pas de long en large</w:t>
      </w:r>
      <w:r w:rsidR="00894734">
        <w:t xml:space="preserve">, </w:t>
      </w:r>
      <w:r>
        <w:t>mais se tenait debout au coi</w:t>
      </w:r>
      <w:r>
        <w:t>n</w:t>
      </w:r>
      <w:r>
        <w:t xml:space="preserve"> de la rue</w:t>
      </w:r>
      <w:r w:rsidR="00894734">
        <w:t xml:space="preserve">. </w:t>
      </w:r>
      <w:r>
        <w:t>Il était à peu près minuit</w:t>
      </w:r>
      <w:r w:rsidR="00894734">
        <w:t xml:space="preserve">. </w:t>
      </w:r>
      <w:r>
        <w:t>Il était parti après une demi-heure d</w:t>
      </w:r>
      <w:r w:rsidR="00894734">
        <w:t>’</w:t>
      </w:r>
      <w:r>
        <w:t>attente</w:t>
      </w:r>
      <w:r w:rsidR="00894734">
        <w:t xml:space="preserve">, </w:t>
      </w:r>
      <w:r>
        <w:t>et elle ne l</w:t>
      </w:r>
      <w:r w:rsidR="00894734">
        <w:t>’</w:t>
      </w:r>
      <w:r>
        <w:t>avait pas revu</w:t>
      </w:r>
      <w:r w:rsidR="00894734">
        <w:t>.</w:t>
      </w:r>
    </w:p>
    <w:p w14:paraId="64746083" w14:textId="77777777" w:rsidR="00894734" w:rsidRDefault="00000000">
      <w:r>
        <w:t>Mrs</w:t>
      </w:r>
      <w:r w:rsidR="00894734">
        <w:t xml:space="preserve">. </w:t>
      </w:r>
      <w:r>
        <w:t xml:space="preserve">Priestley ne connaissait les </w:t>
      </w:r>
      <w:proofErr w:type="spellStart"/>
      <w:r>
        <w:t>Legget</w:t>
      </w:r>
      <w:proofErr w:type="spellEnd"/>
      <w:r>
        <w:t xml:space="preserve"> que de vue et ne savait que peu de choses sur eux</w:t>
      </w:r>
      <w:r w:rsidR="00894734">
        <w:t xml:space="preserve">. </w:t>
      </w:r>
      <w:r>
        <w:t>Leur fille passait pour assez extravagante</w:t>
      </w:r>
      <w:r w:rsidR="00894734">
        <w:t xml:space="preserve">. </w:t>
      </w:r>
      <w:r>
        <w:t>Ils avaient l</w:t>
      </w:r>
      <w:r w:rsidR="00894734">
        <w:t>’</w:t>
      </w:r>
      <w:r>
        <w:t>air de braves gens</w:t>
      </w:r>
      <w:r w:rsidR="00894734">
        <w:t xml:space="preserve">, </w:t>
      </w:r>
      <w:r>
        <w:t>mais peu comm</w:t>
      </w:r>
      <w:r>
        <w:t>u</w:t>
      </w:r>
      <w:r>
        <w:t>nicatifs</w:t>
      </w:r>
      <w:r w:rsidR="00894734">
        <w:t xml:space="preserve">. </w:t>
      </w:r>
      <w:r>
        <w:t>Lui s</w:t>
      </w:r>
      <w:r w:rsidR="00894734">
        <w:t>’</w:t>
      </w:r>
      <w:r>
        <w:t>était installé dans la maison en 1921 et ce n</w:t>
      </w:r>
      <w:r w:rsidR="00894734">
        <w:t>’</w:t>
      </w:r>
      <w:r>
        <w:t>est que deux ans après que Mrs</w:t>
      </w:r>
      <w:r w:rsidR="00894734">
        <w:t xml:space="preserve">. </w:t>
      </w:r>
      <w:proofErr w:type="spellStart"/>
      <w:r>
        <w:t>Legget</w:t>
      </w:r>
      <w:proofErr w:type="spellEnd"/>
      <w:r>
        <w:t xml:space="preserve"> et Gabrielle étaient venues le rejoindre</w:t>
      </w:r>
      <w:r w:rsidR="00894734">
        <w:t>.</w:t>
      </w:r>
    </w:p>
    <w:p w14:paraId="35149DFC" w14:textId="77777777" w:rsidR="00894734" w:rsidRDefault="00000000">
      <w:r>
        <w:lastRenderedPageBreak/>
        <w:t>J</w:t>
      </w:r>
      <w:r w:rsidR="00894734">
        <w:t>’</w:t>
      </w:r>
      <w:r>
        <w:t>appris aussi quelque chose d</w:t>
      </w:r>
      <w:r w:rsidR="00894734">
        <w:t>’</w:t>
      </w:r>
      <w:r>
        <w:t>un autre habitant de la rue</w:t>
      </w:r>
      <w:r w:rsidR="00894734">
        <w:t xml:space="preserve">, </w:t>
      </w:r>
      <w:r>
        <w:t>Mr</w:t>
      </w:r>
      <w:r w:rsidR="00894734">
        <w:t xml:space="preserve">. </w:t>
      </w:r>
      <w:r>
        <w:t>Warren Daley</w:t>
      </w:r>
      <w:r w:rsidR="00894734">
        <w:t xml:space="preserve">. </w:t>
      </w:r>
      <w:r>
        <w:t>En allant fermer la porte de sa maison</w:t>
      </w:r>
      <w:r w:rsidR="00894734">
        <w:t xml:space="preserve">, </w:t>
      </w:r>
      <w:r>
        <w:t>dans la nuit du samedi au dimanche</w:t>
      </w:r>
      <w:r w:rsidR="00894734">
        <w:t xml:space="preserve">, </w:t>
      </w:r>
      <w:r>
        <w:t>il avait surpris un homme dans le vestibule d</w:t>
      </w:r>
      <w:r w:rsidR="00894734">
        <w:t>’</w:t>
      </w:r>
      <w:r>
        <w:t>entrée</w:t>
      </w:r>
      <w:r w:rsidR="00894734">
        <w:t xml:space="preserve">. </w:t>
      </w:r>
      <w:r>
        <w:t>L</w:t>
      </w:r>
      <w:r w:rsidR="00894734">
        <w:t>’</w:t>
      </w:r>
      <w:r>
        <w:t>homme s</w:t>
      </w:r>
      <w:r w:rsidR="00894734">
        <w:t>’</w:t>
      </w:r>
      <w:r>
        <w:t>était enfui</w:t>
      </w:r>
      <w:r w:rsidR="00894734">
        <w:t xml:space="preserve">, </w:t>
      </w:r>
      <w:r>
        <w:t>sans répondre à la question de Mr</w:t>
      </w:r>
      <w:r w:rsidR="00894734">
        <w:t xml:space="preserve">. </w:t>
      </w:r>
      <w:r>
        <w:t>Daley</w:t>
      </w:r>
      <w:r w:rsidR="00894734">
        <w:t> : « </w:t>
      </w:r>
      <w:r>
        <w:t>Que faites-vous ici</w:t>
      </w:r>
      <w:r w:rsidR="00894734">
        <w:t> ? »</w:t>
      </w:r>
      <w:r>
        <w:t xml:space="preserve"> Il paraissait avoir une trentaine d</w:t>
      </w:r>
      <w:r w:rsidR="00894734">
        <w:t>’</w:t>
      </w:r>
      <w:r>
        <w:t>années</w:t>
      </w:r>
      <w:r w:rsidR="00894734">
        <w:t xml:space="preserve">, </w:t>
      </w:r>
      <w:r>
        <w:t>était élégamment vêtu</w:t>
      </w:r>
      <w:r w:rsidR="00894734">
        <w:t xml:space="preserve">. </w:t>
      </w:r>
      <w:r>
        <w:t>Mr</w:t>
      </w:r>
      <w:r w:rsidR="00894734">
        <w:t xml:space="preserve">. </w:t>
      </w:r>
      <w:r>
        <w:t>Daley avait vu assez son visage pour me dire que le nez de l</w:t>
      </w:r>
      <w:r w:rsidR="00894734">
        <w:t>’</w:t>
      </w:r>
      <w:r>
        <w:t>homme était long</w:t>
      </w:r>
      <w:r w:rsidR="00894734">
        <w:t xml:space="preserve">, </w:t>
      </w:r>
      <w:r>
        <w:t>mince et très pointu</w:t>
      </w:r>
      <w:r w:rsidR="00894734">
        <w:t>.</w:t>
      </w:r>
    </w:p>
    <w:p w14:paraId="053034CF" w14:textId="77777777" w:rsidR="00894734" w:rsidRDefault="00000000">
      <w:r>
        <w:t>C</w:t>
      </w:r>
      <w:r w:rsidR="00894734">
        <w:t>’</w:t>
      </w:r>
      <w:r>
        <w:t>est tout ce que je pus recueillir comme renseignement et je décidai d</w:t>
      </w:r>
      <w:r w:rsidR="00894734">
        <w:t>’</w:t>
      </w:r>
      <w:r>
        <w:t>aller voir Éric Collinson à son bureau</w:t>
      </w:r>
      <w:r w:rsidR="00894734">
        <w:t>.</w:t>
      </w:r>
    </w:p>
    <w:p w14:paraId="6BE33289" w14:textId="77777777" w:rsidR="00894734" w:rsidRDefault="00000000">
      <w:r>
        <w:t>C</w:t>
      </w:r>
      <w:r w:rsidR="00894734">
        <w:t>’</w:t>
      </w:r>
      <w:r>
        <w:t>était un garçon jeune</w:t>
      </w:r>
      <w:r w:rsidR="00894734">
        <w:t xml:space="preserve">, </w:t>
      </w:r>
      <w:r>
        <w:t>blond</w:t>
      </w:r>
      <w:r w:rsidR="00894734">
        <w:t xml:space="preserve">, </w:t>
      </w:r>
      <w:r>
        <w:t>d</w:t>
      </w:r>
      <w:r w:rsidR="00894734">
        <w:t>’</w:t>
      </w:r>
      <w:r>
        <w:t>une taille au-dessus de la moyenne</w:t>
      </w:r>
      <w:r w:rsidR="00894734">
        <w:t xml:space="preserve">, </w:t>
      </w:r>
      <w:r>
        <w:t>aux larges épaules pour qui</w:t>
      </w:r>
      <w:r w:rsidR="00894734">
        <w:t xml:space="preserve">, </w:t>
      </w:r>
      <w:r>
        <w:t>de toute évidence</w:t>
      </w:r>
      <w:r w:rsidR="00894734">
        <w:t xml:space="preserve">, </w:t>
      </w:r>
      <w:r>
        <w:t>les sports n</w:t>
      </w:r>
      <w:r w:rsidR="00894734">
        <w:t>’</w:t>
      </w:r>
      <w:r>
        <w:t>avaient plus de secret</w:t>
      </w:r>
      <w:r w:rsidR="00894734">
        <w:t xml:space="preserve">. </w:t>
      </w:r>
      <w:r>
        <w:t>Je me présentai</w:t>
      </w:r>
      <w:r w:rsidR="00894734">
        <w:t xml:space="preserve">, </w:t>
      </w:r>
      <w:r>
        <w:t>lui racontai le vol dont avait été victime Mr</w:t>
      </w:r>
      <w:r w:rsidR="00894734">
        <w:t xml:space="preserve">. </w:t>
      </w:r>
      <w:proofErr w:type="spellStart"/>
      <w:r>
        <w:t>Legget</w:t>
      </w:r>
      <w:proofErr w:type="spellEnd"/>
      <w:r>
        <w:t xml:space="preserve"> et lui demandai de me d</w:t>
      </w:r>
      <w:r>
        <w:t>é</w:t>
      </w:r>
      <w:r>
        <w:t>crire l</w:t>
      </w:r>
      <w:r w:rsidR="00894734">
        <w:t>’</w:t>
      </w:r>
      <w:r>
        <w:t xml:space="preserve">homme que miss </w:t>
      </w:r>
      <w:proofErr w:type="spellStart"/>
      <w:r>
        <w:t>Legget</w:t>
      </w:r>
      <w:proofErr w:type="spellEnd"/>
      <w:r>
        <w:t xml:space="preserve"> et lui avaient vu dans la nuit de samedi</w:t>
      </w:r>
      <w:r w:rsidR="00894734">
        <w:t>.</w:t>
      </w:r>
    </w:p>
    <w:p w14:paraId="2DB1067C" w14:textId="77777777" w:rsidR="00894734" w:rsidRDefault="00894734">
      <w:r>
        <w:t>— </w:t>
      </w:r>
      <w:r w:rsidR="00000000">
        <w:t>Mon Dieu</w:t>
      </w:r>
      <w:r>
        <w:t xml:space="preserve">, </w:t>
      </w:r>
      <w:r w:rsidR="00000000">
        <w:t>c</w:t>
      </w:r>
      <w:r>
        <w:t>’</w:t>
      </w:r>
      <w:r w:rsidR="00000000">
        <w:t>était un bonhomme tout ordinaire</w:t>
      </w:r>
      <w:r>
        <w:t xml:space="preserve">, </w:t>
      </w:r>
      <w:r w:rsidR="00000000">
        <w:t>court et assez bedonnant</w:t>
      </w:r>
      <w:r>
        <w:t xml:space="preserve">. </w:t>
      </w:r>
      <w:r w:rsidR="00000000">
        <w:t>Il faisait tellement noir</w:t>
      </w:r>
      <w:r>
        <w:t xml:space="preserve">. </w:t>
      </w:r>
      <w:r w:rsidR="00000000">
        <w:t>Vous pensez que c</w:t>
      </w:r>
      <w:r>
        <w:t>’</w:t>
      </w:r>
      <w:r w:rsidR="00000000">
        <w:t>est lui le voleur</w:t>
      </w:r>
      <w:r>
        <w:t> ?</w:t>
      </w:r>
    </w:p>
    <w:p w14:paraId="288242DC" w14:textId="77777777" w:rsidR="00894734" w:rsidRDefault="00894734">
      <w:r>
        <w:t>— </w:t>
      </w:r>
      <w:r w:rsidR="00000000">
        <w:t>Venait-il</w:t>
      </w:r>
      <w:r>
        <w:t xml:space="preserve">, </w:t>
      </w:r>
      <w:r w:rsidR="00000000">
        <w:t>selon vous</w:t>
      </w:r>
      <w:r>
        <w:t xml:space="preserve">, </w:t>
      </w:r>
      <w:r w:rsidR="00000000">
        <w:t xml:space="preserve">de la maison des </w:t>
      </w:r>
      <w:proofErr w:type="spellStart"/>
      <w:r w:rsidR="00000000">
        <w:t>Legget</w:t>
      </w:r>
      <w:proofErr w:type="spellEnd"/>
      <w:r>
        <w:t> ?</w:t>
      </w:r>
    </w:p>
    <w:p w14:paraId="7A0C409A" w14:textId="77777777" w:rsidR="00894734" w:rsidRDefault="00894734">
      <w:r>
        <w:t>— </w:t>
      </w:r>
      <w:r w:rsidR="00000000">
        <w:t>De la pelouse</w:t>
      </w:r>
      <w:r>
        <w:t xml:space="preserve">, </w:t>
      </w:r>
      <w:r w:rsidR="00000000">
        <w:t>tout au moins</w:t>
      </w:r>
      <w:r>
        <w:t>.</w:t>
      </w:r>
    </w:p>
    <w:p w14:paraId="6F94181A" w14:textId="77777777" w:rsidR="00894734" w:rsidRDefault="00894734">
      <w:r>
        <w:t>— </w:t>
      </w:r>
      <w:r w:rsidR="00000000">
        <w:t>Quelle heure était-il</w:t>
      </w:r>
      <w:r>
        <w:t> ?</w:t>
      </w:r>
    </w:p>
    <w:p w14:paraId="4ACFE06E" w14:textId="77777777" w:rsidR="00894734" w:rsidRDefault="00894734">
      <w:r>
        <w:t>— </w:t>
      </w:r>
      <w:r w:rsidR="00000000">
        <w:t>Minuit</w:t>
      </w:r>
      <w:r>
        <w:t>.</w:t>
      </w:r>
    </w:p>
    <w:p w14:paraId="23A0FB50" w14:textId="77777777" w:rsidR="00894734" w:rsidRDefault="00894734">
      <w:r>
        <w:t>— </w:t>
      </w:r>
      <w:r w:rsidR="00000000">
        <w:t>Vous êtes sûr</w:t>
      </w:r>
      <w:r>
        <w:t> ?</w:t>
      </w:r>
    </w:p>
    <w:p w14:paraId="3751C742" w14:textId="77777777" w:rsidR="00894734" w:rsidRDefault="00894734">
      <w:r>
        <w:t>— </w:t>
      </w:r>
      <w:r w:rsidR="00000000">
        <w:t>Minuit</w:t>
      </w:r>
      <w:r>
        <w:t xml:space="preserve">, </w:t>
      </w:r>
      <w:r w:rsidR="00000000">
        <w:t>vous dis-je</w:t>
      </w:r>
      <w:r>
        <w:t xml:space="preserve">. </w:t>
      </w:r>
      <w:r w:rsidR="00000000">
        <w:t>L</w:t>
      </w:r>
      <w:r>
        <w:t>’</w:t>
      </w:r>
      <w:r w:rsidR="00000000">
        <w:t>heure à laquelle les morts sortent du tombeau</w:t>
      </w:r>
      <w:r>
        <w:t xml:space="preserve"> ! </w:t>
      </w:r>
      <w:r w:rsidR="00000000">
        <w:t>l</w:t>
      </w:r>
      <w:r>
        <w:t>’</w:t>
      </w:r>
      <w:r w:rsidR="00000000">
        <w:t>heure où les fantômes se promènent</w:t>
      </w:r>
      <w:r>
        <w:t> !</w:t>
      </w:r>
    </w:p>
    <w:p w14:paraId="1B3E045C" w14:textId="77777777" w:rsidR="00894734" w:rsidRDefault="00894734">
      <w:r>
        <w:lastRenderedPageBreak/>
        <w:t>— </w:t>
      </w:r>
      <w:r w:rsidR="00000000">
        <w:t>Eh bien</w:t>
      </w:r>
      <w:r>
        <w:t xml:space="preserve"> ! </w:t>
      </w:r>
      <w:r w:rsidR="00000000">
        <w:t xml:space="preserve">miss </w:t>
      </w:r>
      <w:proofErr w:type="spellStart"/>
      <w:r w:rsidR="00000000">
        <w:t>Legget</w:t>
      </w:r>
      <w:proofErr w:type="spellEnd"/>
      <w:r w:rsidR="00000000">
        <w:t xml:space="preserve"> m</w:t>
      </w:r>
      <w:r>
        <w:t>’</w:t>
      </w:r>
      <w:r w:rsidR="00000000">
        <w:t>a affirmé qu</w:t>
      </w:r>
      <w:r>
        <w:t>’</w:t>
      </w:r>
      <w:r w:rsidR="00000000">
        <w:t>il était trois heures passées</w:t>
      </w:r>
      <w:r>
        <w:t>.</w:t>
      </w:r>
    </w:p>
    <w:p w14:paraId="0AB33B0A" w14:textId="77777777" w:rsidR="00894734" w:rsidRDefault="00894734">
      <w:r>
        <w:t>— </w:t>
      </w:r>
      <w:r w:rsidR="00000000">
        <w:t>Vous voyez comme elle est</w:t>
      </w:r>
      <w:r>
        <w:t xml:space="preserve"> ! </w:t>
      </w:r>
      <w:r w:rsidR="00000000">
        <w:t>s</w:t>
      </w:r>
      <w:r>
        <w:t>’</w:t>
      </w:r>
      <w:r w:rsidR="00000000">
        <w:t>exclama-t-il</w:t>
      </w:r>
      <w:r>
        <w:t xml:space="preserve">. </w:t>
      </w:r>
      <w:r w:rsidR="00000000">
        <w:t>Elle est ab</w:t>
      </w:r>
      <w:r w:rsidR="00000000">
        <w:t>o</w:t>
      </w:r>
      <w:r w:rsidR="00000000">
        <w:t>minablement myope et elle ne veut pas porter de lunettes</w:t>
      </w:r>
      <w:r>
        <w:t xml:space="preserve">, </w:t>
      </w:r>
      <w:r w:rsidR="00000000">
        <w:t>par crainte de s</w:t>
      </w:r>
      <w:r>
        <w:t>’</w:t>
      </w:r>
      <w:r w:rsidR="00000000">
        <w:t>enlaidir</w:t>
      </w:r>
      <w:r>
        <w:t xml:space="preserve">. </w:t>
      </w:r>
      <w:r w:rsidR="00000000">
        <w:t>Il était probablement minuit un quart</w:t>
      </w:r>
      <w:r>
        <w:t xml:space="preserve">. </w:t>
      </w:r>
      <w:r w:rsidR="00000000">
        <w:t>À sa montre</w:t>
      </w:r>
      <w:r>
        <w:t xml:space="preserve">, </w:t>
      </w:r>
      <w:r w:rsidR="00000000">
        <w:t>elle aura confondu les deux aiguilles</w:t>
      </w:r>
      <w:r>
        <w:t xml:space="preserve">. </w:t>
      </w:r>
      <w:r w:rsidR="00000000">
        <w:t>Elle n</w:t>
      </w:r>
      <w:r>
        <w:t>’</w:t>
      </w:r>
      <w:r w:rsidR="00000000">
        <w:t>en fait j</w:t>
      </w:r>
      <w:r w:rsidR="00000000">
        <w:t>a</w:t>
      </w:r>
      <w:r w:rsidR="00000000">
        <w:t>mais d</w:t>
      </w:r>
      <w:r>
        <w:t>’</w:t>
      </w:r>
      <w:r w:rsidR="00000000">
        <w:t>autres</w:t>
      </w:r>
      <w:r>
        <w:t xml:space="preserve"> ! </w:t>
      </w:r>
      <w:r w:rsidR="00000000">
        <w:t>Si vous saviez comme elle joue mal au bridge</w:t>
      </w:r>
      <w:r>
        <w:t xml:space="preserve">. </w:t>
      </w:r>
      <w:r w:rsidR="00000000">
        <w:t>Elle prend les deux pour des as</w:t>
      </w:r>
      <w:r>
        <w:t>…</w:t>
      </w:r>
    </w:p>
    <w:p w14:paraId="4BE83D41" w14:textId="77777777" w:rsidR="00894734" w:rsidRDefault="00000000">
      <w:r>
        <w:t>Je lui dis que je trouvais cela navrant</w:t>
      </w:r>
      <w:r w:rsidR="00894734">
        <w:t xml:space="preserve">, </w:t>
      </w:r>
      <w:r>
        <w:t>le remerciai et m</w:t>
      </w:r>
      <w:r w:rsidR="00894734">
        <w:t>’</w:t>
      </w:r>
      <w:r>
        <w:t>en allai chez Halstead &amp; Beauchamp</w:t>
      </w:r>
      <w:r w:rsidR="00894734">
        <w:t>.</w:t>
      </w:r>
    </w:p>
    <w:p w14:paraId="5DA5393E" w14:textId="77777777" w:rsidR="00894734" w:rsidRDefault="00000000">
      <w:r>
        <w:t>Je fus reçu par Walter Halstead à qui je demandai co</w:t>
      </w:r>
      <w:r>
        <w:t>m</w:t>
      </w:r>
      <w:r>
        <w:t xml:space="preserve">ment il avait connu </w:t>
      </w:r>
      <w:proofErr w:type="spellStart"/>
      <w:r>
        <w:t>Legget</w:t>
      </w:r>
      <w:proofErr w:type="spellEnd"/>
      <w:r w:rsidR="00894734">
        <w:t>.</w:t>
      </w:r>
    </w:p>
    <w:p w14:paraId="472C7559" w14:textId="77777777" w:rsidR="00894734" w:rsidRDefault="00894734">
      <w:r>
        <w:t>— </w:t>
      </w:r>
      <w:r w:rsidR="00000000">
        <w:t>Je l</w:t>
      </w:r>
      <w:r>
        <w:t>’</w:t>
      </w:r>
      <w:r w:rsidR="00000000">
        <w:t>ai connu d</w:t>
      </w:r>
      <w:r>
        <w:t>’</w:t>
      </w:r>
      <w:r w:rsidR="00000000">
        <w:t>abord comme client</w:t>
      </w:r>
      <w:r>
        <w:t xml:space="preserve">, </w:t>
      </w:r>
      <w:r w:rsidR="00000000">
        <w:t>puis étant entré en relation plus suivies avec lui comme homme de science</w:t>
      </w:r>
      <w:r>
        <w:t xml:space="preserve">. </w:t>
      </w:r>
      <w:r w:rsidR="00000000">
        <w:t>Pou</w:t>
      </w:r>
      <w:r w:rsidR="00000000">
        <w:t>r</w:t>
      </w:r>
      <w:r w:rsidR="00000000">
        <w:t>quoi me demandez-vous cela</w:t>
      </w:r>
      <w:r>
        <w:t> ?</w:t>
      </w:r>
    </w:p>
    <w:p w14:paraId="58CE5653" w14:textId="77777777" w:rsidR="00894734" w:rsidRDefault="00894734">
      <w:r>
        <w:t>— </w:t>
      </w:r>
      <w:r w:rsidR="00000000">
        <w:t>À première vue</w:t>
      </w:r>
      <w:r>
        <w:t xml:space="preserve">, </w:t>
      </w:r>
      <w:r w:rsidR="00000000">
        <w:t>il y a quelque chose de suspect</w:t>
      </w:r>
      <w:r>
        <w:t xml:space="preserve">, </w:t>
      </w:r>
      <w:r w:rsidR="00000000">
        <w:t>dans ce cambriolage</w:t>
      </w:r>
      <w:r>
        <w:t>.</w:t>
      </w:r>
    </w:p>
    <w:p w14:paraId="6E7B6426" w14:textId="77777777" w:rsidR="00894734" w:rsidRDefault="00894734">
      <w:r>
        <w:t>— </w:t>
      </w:r>
      <w:r w:rsidR="00000000">
        <w:t>Oh</w:t>
      </w:r>
      <w:r>
        <w:t xml:space="preserve"> ! </w:t>
      </w:r>
      <w:r w:rsidR="00000000">
        <w:t>vous vous trompez sûrement si vous pensez qu</w:t>
      </w:r>
      <w:r>
        <w:t>’</w:t>
      </w:r>
      <w:r w:rsidR="00000000">
        <w:t>un homme de sa trempe peut y être pour quelque chose</w:t>
      </w:r>
      <w:r>
        <w:t xml:space="preserve"> ! </w:t>
      </w:r>
      <w:r w:rsidR="00000000">
        <w:t>Cela ne peut être qu</w:t>
      </w:r>
      <w:r>
        <w:t>’</w:t>
      </w:r>
      <w:r w:rsidR="00000000">
        <w:t>un domestique</w:t>
      </w:r>
      <w:r>
        <w:t xml:space="preserve">. </w:t>
      </w:r>
      <w:r w:rsidR="00000000">
        <w:t>Cela n</w:t>
      </w:r>
      <w:r>
        <w:t>’</w:t>
      </w:r>
      <w:r w:rsidR="00000000">
        <w:t>arrive-t-il pas souvent</w:t>
      </w:r>
      <w:r>
        <w:t xml:space="preserve"> ? </w:t>
      </w:r>
      <w:r w:rsidR="00000000">
        <w:t xml:space="preserve">Mais pas </w:t>
      </w:r>
      <w:proofErr w:type="spellStart"/>
      <w:r w:rsidR="00000000">
        <w:t>Legget</w:t>
      </w:r>
      <w:proofErr w:type="spellEnd"/>
      <w:r>
        <w:t xml:space="preserve"> ! </w:t>
      </w:r>
      <w:r w:rsidR="00000000">
        <w:t>C</w:t>
      </w:r>
      <w:r>
        <w:t>’</w:t>
      </w:r>
      <w:r w:rsidR="00000000">
        <w:t>est un chimiste de grande valeur</w:t>
      </w:r>
      <w:r>
        <w:t xml:space="preserve">. </w:t>
      </w:r>
      <w:r w:rsidR="00000000">
        <w:t>Vous avez entendu parler de ses travaux sur la coloration du verre</w:t>
      </w:r>
      <w:r>
        <w:t xml:space="preserve">, </w:t>
      </w:r>
      <w:r w:rsidR="00000000">
        <w:t>sans doute</w:t>
      </w:r>
      <w:r>
        <w:t xml:space="preserve">. </w:t>
      </w:r>
      <w:r w:rsidR="00000000">
        <w:t>Et</w:t>
      </w:r>
      <w:r>
        <w:t xml:space="preserve">, </w:t>
      </w:r>
      <w:r w:rsidR="00000000">
        <w:t>à moins que notre service de renseignements ait été mal informé</w:t>
      </w:r>
      <w:r>
        <w:t xml:space="preserve">, </w:t>
      </w:r>
      <w:r w:rsidR="00000000">
        <w:t>c</w:t>
      </w:r>
      <w:r>
        <w:t>’</w:t>
      </w:r>
      <w:r w:rsidR="00000000">
        <w:t>est un homme dont les moyens de fortune sont assez larges</w:t>
      </w:r>
      <w:r>
        <w:t xml:space="preserve">. </w:t>
      </w:r>
      <w:r w:rsidR="00000000">
        <w:t>Je puis vous dire confidentiellement que j</w:t>
      </w:r>
      <w:r>
        <w:t>’</w:t>
      </w:r>
      <w:r w:rsidR="00000000">
        <w:t xml:space="preserve">ai appris dernièrement que son compte à la banque </w:t>
      </w:r>
      <w:proofErr w:type="spellStart"/>
      <w:r w:rsidR="00000000">
        <w:t>Seaman</w:t>
      </w:r>
      <w:proofErr w:type="spellEnd"/>
      <w:r w:rsidR="00000000">
        <w:t xml:space="preserve"> est créditeur de dix mille dollars</w:t>
      </w:r>
      <w:r>
        <w:t xml:space="preserve">. </w:t>
      </w:r>
      <w:r w:rsidR="00000000">
        <w:t>Or</w:t>
      </w:r>
      <w:r>
        <w:t xml:space="preserve">, </w:t>
      </w:r>
      <w:r w:rsidR="00000000">
        <w:t>les huit diamants volés ne valaient pas plus d</w:t>
      </w:r>
      <w:r>
        <w:t>’</w:t>
      </w:r>
      <w:r w:rsidR="00000000">
        <w:t>un millier de dollars</w:t>
      </w:r>
      <w:r>
        <w:t>.</w:t>
      </w:r>
    </w:p>
    <w:p w14:paraId="292D612B" w14:textId="77777777" w:rsidR="00894734" w:rsidRDefault="00894734">
      <w:r>
        <w:t>— </w:t>
      </w:r>
      <w:r w:rsidR="00000000">
        <w:t>Comment avez-vous été amené à les lui confier</w:t>
      </w:r>
      <w:r>
        <w:t> ?</w:t>
      </w:r>
    </w:p>
    <w:p w14:paraId="7ECF3315" w14:textId="77777777" w:rsidR="00894734" w:rsidRDefault="00894734">
      <w:r>
        <w:lastRenderedPageBreak/>
        <w:t>— </w:t>
      </w:r>
      <w:r w:rsidR="00000000">
        <w:t>C</w:t>
      </w:r>
      <w:r>
        <w:t>’</w:t>
      </w:r>
      <w:r w:rsidR="00000000">
        <w:t>est un de nos clients</w:t>
      </w:r>
      <w:r>
        <w:t xml:space="preserve">, </w:t>
      </w:r>
      <w:r w:rsidR="00000000">
        <w:t>je vous l</w:t>
      </w:r>
      <w:r>
        <w:t>’</w:t>
      </w:r>
      <w:r w:rsidR="00000000">
        <w:t>ai dit</w:t>
      </w:r>
      <w:r>
        <w:t xml:space="preserve">. </w:t>
      </w:r>
      <w:r w:rsidR="00000000">
        <w:t>Quand j</w:t>
      </w:r>
      <w:r>
        <w:t>’</w:t>
      </w:r>
      <w:r w:rsidR="00000000">
        <w:t>appris ce qu</w:t>
      </w:r>
      <w:r>
        <w:t>’</w:t>
      </w:r>
      <w:r w:rsidR="00000000">
        <w:t>il avait pu faire avec le verre</w:t>
      </w:r>
      <w:r>
        <w:t xml:space="preserve">, </w:t>
      </w:r>
      <w:r w:rsidR="00000000">
        <w:t>je pensai que ce serait une chose merveilleuse s</w:t>
      </w:r>
      <w:r>
        <w:t>’</w:t>
      </w:r>
      <w:r w:rsidR="00000000">
        <w:t>il pouvait appliquer le même procédé au diamant</w:t>
      </w:r>
      <w:r>
        <w:t xml:space="preserve">. </w:t>
      </w:r>
      <w:proofErr w:type="spellStart"/>
      <w:r w:rsidR="00000000">
        <w:t>Fitzstephan</w:t>
      </w:r>
      <w:proofErr w:type="spellEnd"/>
      <w:r>
        <w:t xml:space="preserve"> (</w:t>
      </w:r>
      <w:r w:rsidR="00000000">
        <w:t>c</w:t>
      </w:r>
      <w:r>
        <w:t>’</w:t>
      </w:r>
      <w:r w:rsidR="00000000">
        <w:t>est surtout par lui que j</w:t>
      </w:r>
      <w:r>
        <w:t>’</w:t>
      </w:r>
      <w:r w:rsidR="00000000">
        <w:t>ai appris les tr</w:t>
      </w:r>
      <w:r w:rsidR="00000000">
        <w:t>a</w:t>
      </w:r>
      <w:r w:rsidR="00000000">
        <w:t xml:space="preserve">vaux de </w:t>
      </w:r>
      <w:proofErr w:type="spellStart"/>
      <w:r w:rsidR="00000000">
        <w:t>Legget</w:t>
      </w:r>
      <w:proofErr w:type="spellEnd"/>
      <w:r>
        <w:t xml:space="preserve">) </w:t>
      </w:r>
      <w:r w:rsidR="00000000">
        <w:t>se montra sceptique</w:t>
      </w:r>
      <w:r>
        <w:t xml:space="preserve">, </w:t>
      </w:r>
      <w:r w:rsidR="00000000">
        <w:t>mais je pensai que cela v</w:t>
      </w:r>
      <w:r w:rsidR="00000000">
        <w:t>a</w:t>
      </w:r>
      <w:r w:rsidR="00000000">
        <w:t>lait la peine d</w:t>
      </w:r>
      <w:r>
        <w:t>’</w:t>
      </w:r>
      <w:r w:rsidR="00000000">
        <w:t xml:space="preserve">essayer et je persuadai </w:t>
      </w:r>
      <w:proofErr w:type="spellStart"/>
      <w:r w:rsidR="00000000">
        <w:t>Legget</w:t>
      </w:r>
      <w:proofErr w:type="spellEnd"/>
      <w:r w:rsidR="00000000">
        <w:t xml:space="preserve"> de tenter l</w:t>
      </w:r>
      <w:r>
        <w:t>’</w:t>
      </w:r>
      <w:r w:rsidR="00000000">
        <w:t>expérience</w:t>
      </w:r>
      <w:r>
        <w:t>.</w:t>
      </w:r>
    </w:p>
    <w:p w14:paraId="6DC40331" w14:textId="77777777" w:rsidR="00894734" w:rsidRDefault="00894734">
      <w:r>
        <w:t>— </w:t>
      </w:r>
      <w:r w:rsidR="00000000">
        <w:t xml:space="preserve">De quel </w:t>
      </w:r>
      <w:proofErr w:type="spellStart"/>
      <w:r w:rsidR="00000000">
        <w:t>Fitzstephan</w:t>
      </w:r>
      <w:proofErr w:type="spellEnd"/>
      <w:r w:rsidR="00000000">
        <w:t xml:space="preserve"> voulez-vous parler</w:t>
      </w:r>
      <w:r>
        <w:t> ?</w:t>
      </w:r>
    </w:p>
    <w:p w14:paraId="17ACD5FA" w14:textId="77777777" w:rsidR="00894734" w:rsidRDefault="00894734">
      <w:r>
        <w:t>— </w:t>
      </w:r>
      <w:r w:rsidR="00000000">
        <w:t xml:space="preserve">Owen </w:t>
      </w:r>
      <w:proofErr w:type="spellStart"/>
      <w:r w:rsidR="00000000">
        <w:t>Fitzstephan</w:t>
      </w:r>
      <w:proofErr w:type="spellEnd"/>
      <w:r>
        <w:t xml:space="preserve">, </w:t>
      </w:r>
      <w:r w:rsidR="00000000">
        <w:t>l</w:t>
      </w:r>
      <w:r>
        <w:t>’</w:t>
      </w:r>
      <w:r w:rsidR="00000000">
        <w:t>écrivain</w:t>
      </w:r>
      <w:r>
        <w:t xml:space="preserve">. </w:t>
      </w:r>
      <w:r w:rsidR="00000000">
        <w:t>Vous le connaissez</w:t>
      </w:r>
      <w:r>
        <w:t> ?</w:t>
      </w:r>
    </w:p>
    <w:p w14:paraId="0A9E477B" w14:textId="77777777" w:rsidR="00894734" w:rsidRDefault="00894734">
      <w:r>
        <w:t>— </w:t>
      </w:r>
      <w:r w:rsidR="00000000">
        <w:t>Oui</w:t>
      </w:r>
      <w:r>
        <w:t xml:space="preserve">, </w:t>
      </w:r>
      <w:r w:rsidR="00000000">
        <w:t>mais je ne savais pas qu</w:t>
      </w:r>
      <w:r>
        <w:t>’</w:t>
      </w:r>
      <w:r w:rsidR="00000000">
        <w:t>il était ici</w:t>
      </w:r>
      <w:r>
        <w:t xml:space="preserve">. </w:t>
      </w:r>
      <w:r w:rsidR="00000000">
        <w:t>Nous avons vidé plus d</w:t>
      </w:r>
      <w:r>
        <w:t>’</w:t>
      </w:r>
      <w:r w:rsidR="00000000">
        <w:t>un verre ensemble</w:t>
      </w:r>
      <w:r>
        <w:t xml:space="preserve">. </w:t>
      </w:r>
      <w:r w:rsidR="00000000">
        <w:t>Connaissez-vous son adresse</w:t>
      </w:r>
      <w:r>
        <w:t> ?</w:t>
      </w:r>
    </w:p>
    <w:p w14:paraId="40275829" w14:textId="77777777" w:rsidR="00894734" w:rsidRDefault="00000000">
      <w:r>
        <w:t>Halstead me la trouva dans l</w:t>
      </w:r>
      <w:r w:rsidR="00894734">
        <w:t>’</w:t>
      </w:r>
      <w:r>
        <w:t>annuaire du téléphone et je quittai le joaillier pour aller un peu rôder dans le voisinage de la maison habitée par Minnie Hershey</w:t>
      </w:r>
      <w:r w:rsidR="00894734">
        <w:t>.</w:t>
      </w:r>
    </w:p>
    <w:p w14:paraId="530479F9" w14:textId="77777777" w:rsidR="00894734" w:rsidRDefault="00000000">
      <w:r>
        <w:t>Du bavardage intarissable d</w:t>
      </w:r>
      <w:r w:rsidR="00894734">
        <w:t>’</w:t>
      </w:r>
      <w:r>
        <w:t>une vieille négresse</w:t>
      </w:r>
      <w:r w:rsidR="00894734">
        <w:t xml:space="preserve">, </w:t>
      </w:r>
      <w:r>
        <w:t>je recuei</w:t>
      </w:r>
      <w:r>
        <w:t>l</w:t>
      </w:r>
      <w:r>
        <w:t>lis à peu près ceci</w:t>
      </w:r>
      <w:r w:rsidR="00894734">
        <w:t xml:space="preserve"> : </w:t>
      </w:r>
      <w:r>
        <w:t>la jeune fille était originaire de Winchester</w:t>
      </w:r>
      <w:r w:rsidR="00894734">
        <w:t xml:space="preserve">, </w:t>
      </w:r>
      <w:r>
        <w:t>en Virginie</w:t>
      </w:r>
      <w:r w:rsidR="00894734">
        <w:t xml:space="preserve">. </w:t>
      </w:r>
      <w:r>
        <w:t>Elle était à San Francisco depuis quatre ou cinq ans et</w:t>
      </w:r>
      <w:r w:rsidR="00894734">
        <w:t xml:space="preserve">, </w:t>
      </w:r>
      <w:r>
        <w:t>depuis six mois</w:t>
      </w:r>
      <w:r w:rsidR="00894734">
        <w:t xml:space="preserve">, </w:t>
      </w:r>
      <w:r>
        <w:t xml:space="preserve">elle vivait avec un nègre appelé Rhino </w:t>
      </w:r>
      <w:proofErr w:type="spellStart"/>
      <w:r>
        <w:t>Ti</w:t>
      </w:r>
      <w:r>
        <w:t>n</w:t>
      </w:r>
      <w:r>
        <w:t>gley</w:t>
      </w:r>
      <w:proofErr w:type="spellEnd"/>
      <w:r w:rsidR="00894734">
        <w:t xml:space="preserve">. </w:t>
      </w:r>
      <w:r>
        <w:t>Ce nègre était jeune</w:t>
      </w:r>
      <w:r w:rsidR="00894734">
        <w:t xml:space="preserve">, </w:t>
      </w:r>
      <w:r>
        <w:t>grand</w:t>
      </w:r>
      <w:r w:rsidR="00894734">
        <w:t xml:space="preserve">, </w:t>
      </w:r>
      <w:r>
        <w:t>puissant et reconnaissable à la cicatrice de son menton</w:t>
      </w:r>
      <w:r w:rsidR="00894734">
        <w:t xml:space="preserve">. </w:t>
      </w:r>
      <w:r>
        <w:t>Il tirait le plus clair de ses ressources de Minnie et des cartes</w:t>
      </w:r>
      <w:r w:rsidR="00894734">
        <w:t xml:space="preserve">. </w:t>
      </w:r>
      <w:r>
        <w:t>Il n</w:t>
      </w:r>
      <w:r w:rsidR="00894734">
        <w:t>’</w:t>
      </w:r>
      <w:r>
        <w:t>était pas méchant</w:t>
      </w:r>
      <w:r w:rsidR="00894734">
        <w:t xml:space="preserve">, </w:t>
      </w:r>
      <w:r>
        <w:t>mais s</w:t>
      </w:r>
      <w:r w:rsidR="00894734">
        <w:t>’</w:t>
      </w:r>
      <w:r>
        <w:t>emportait volontiers et tout le quartier en avait alors une sainte terreur</w:t>
      </w:r>
      <w:r w:rsidR="00894734">
        <w:t xml:space="preserve">. </w:t>
      </w:r>
      <w:r>
        <w:t>La vieille me dit que je pourrais l</w:t>
      </w:r>
      <w:r w:rsidR="00894734">
        <w:t>’</w:t>
      </w:r>
      <w:r>
        <w:t>apercevoir dans la soirée</w:t>
      </w:r>
      <w:r w:rsidR="00894734">
        <w:t xml:space="preserve">, </w:t>
      </w:r>
      <w:r>
        <w:t>dans deux ou trois bars qu</w:t>
      </w:r>
      <w:r w:rsidR="00894734">
        <w:t>’</w:t>
      </w:r>
      <w:r>
        <w:t>elle m</w:t>
      </w:r>
      <w:r w:rsidR="00894734">
        <w:t>’</w:t>
      </w:r>
      <w:r>
        <w:t>indiqua</w:t>
      </w:r>
      <w:r w:rsidR="00894734">
        <w:t>.</w:t>
      </w:r>
    </w:p>
    <w:p w14:paraId="30E13E3B" w14:textId="77777777" w:rsidR="00894734" w:rsidRDefault="00000000">
      <w:r>
        <w:t>Revenue en ville</w:t>
      </w:r>
      <w:r w:rsidR="00894734">
        <w:t xml:space="preserve">, </w:t>
      </w:r>
      <w:r>
        <w:t>au bureau central de la Police</w:t>
      </w:r>
      <w:r w:rsidR="00894734">
        <w:t xml:space="preserve">, </w:t>
      </w:r>
      <w:r>
        <w:t>je dema</w:t>
      </w:r>
      <w:r>
        <w:t>n</w:t>
      </w:r>
      <w:r>
        <w:t>dai au lieutenant Duff si personne n</w:t>
      </w:r>
      <w:r w:rsidR="00894734">
        <w:t>’</w:t>
      </w:r>
      <w:r>
        <w:t>avait encore été mis sur l</w:t>
      </w:r>
      <w:r w:rsidR="00894734">
        <w:t>’</w:t>
      </w:r>
      <w:r>
        <w:t xml:space="preserve">affaire </w:t>
      </w:r>
      <w:proofErr w:type="spellStart"/>
      <w:r>
        <w:t>Legget</w:t>
      </w:r>
      <w:proofErr w:type="spellEnd"/>
      <w:r w:rsidR="00894734">
        <w:t>.</w:t>
      </w:r>
    </w:p>
    <w:p w14:paraId="1776CEC3" w14:textId="77777777" w:rsidR="00894734" w:rsidRDefault="00894734">
      <w:r>
        <w:t>— </w:t>
      </w:r>
      <w:r w:rsidR="00000000">
        <w:t xml:space="preserve">Voyez </w:t>
      </w:r>
      <w:proofErr w:type="spellStart"/>
      <w:r w:rsidR="00000000">
        <w:t>O</w:t>
      </w:r>
      <w:r>
        <w:t>’</w:t>
      </w:r>
      <w:r w:rsidR="00000000">
        <w:t>Gar</w:t>
      </w:r>
      <w:proofErr w:type="spellEnd"/>
      <w:r>
        <w:t xml:space="preserve">, </w:t>
      </w:r>
      <w:r w:rsidR="00000000">
        <w:t>me dit-il</w:t>
      </w:r>
      <w:r>
        <w:t>.</w:t>
      </w:r>
    </w:p>
    <w:p w14:paraId="05E4B8AC" w14:textId="77777777" w:rsidR="00894734" w:rsidRDefault="00000000">
      <w:r>
        <w:lastRenderedPageBreak/>
        <w:t>J</w:t>
      </w:r>
      <w:r w:rsidR="00894734">
        <w:t>’</w:t>
      </w:r>
      <w:r>
        <w:t>entrai dans la salle de réunion</w:t>
      </w:r>
      <w:r w:rsidR="00894734">
        <w:t xml:space="preserve">, </w:t>
      </w:r>
      <w:r>
        <w:t xml:space="preserve">mais je ne trouvai ni </w:t>
      </w:r>
      <w:proofErr w:type="spellStart"/>
      <w:r>
        <w:t>O</w:t>
      </w:r>
      <w:r w:rsidR="00894734">
        <w:t>’</w:t>
      </w:r>
      <w:r>
        <w:t>Gar</w:t>
      </w:r>
      <w:proofErr w:type="spellEnd"/>
      <w:r>
        <w:t xml:space="preserve"> ni Pat Reddy</w:t>
      </w:r>
      <w:r w:rsidR="00894734">
        <w:t xml:space="preserve">, </w:t>
      </w:r>
      <w:r>
        <w:t>son compagnon ordinaire</w:t>
      </w:r>
      <w:r w:rsidR="00894734">
        <w:t xml:space="preserve">. </w:t>
      </w:r>
      <w:r>
        <w:t>Je fumai une c</w:t>
      </w:r>
      <w:r>
        <w:t>i</w:t>
      </w:r>
      <w:r>
        <w:t xml:space="preserve">garette et décidai de téléphoner à </w:t>
      </w:r>
      <w:proofErr w:type="spellStart"/>
      <w:r>
        <w:t>Legget</w:t>
      </w:r>
      <w:proofErr w:type="spellEnd"/>
      <w:r w:rsidR="00894734">
        <w:t>.</w:t>
      </w:r>
    </w:p>
    <w:p w14:paraId="7232202D" w14:textId="77777777" w:rsidR="00894734" w:rsidRDefault="00000000">
      <w:r>
        <w:t>Quand j</w:t>
      </w:r>
      <w:r w:rsidR="00894734">
        <w:t>’</w:t>
      </w:r>
      <w:r>
        <w:t>entendis sa voix aigre au bout du fil</w:t>
      </w:r>
      <w:r w:rsidR="00894734">
        <w:t xml:space="preserve">, </w:t>
      </w:r>
      <w:r>
        <w:t>je lui dema</w:t>
      </w:r>
      <w:r>
        <w:t>n</w:t>
      </w:r>
      <w:r>
        <w:t>dai si aucun détective n</w:t>
      </w:r>
      <w:r w:rsidR="00894734">
        <w:t>’</w:t>
      </w:r>
      <w:r>
        <w:t>était venu depuis ma visite</w:t>
      </w:r>
      <w:r w:rsidR="00894734">
        <w:t>.</w:t>
      </w:r>
    </w:p>
    <w:p w14:paraId="672FFEFD" w14:textId="77777777" w:rsidR="00894734" w:rsidRDefault="00894734">
      <w:r>
        <w:t>— </w:t>
      </w:r>
      <w:r w:rsidR="00000000">
        <w:t>Non</w:t>
      </w:r>
      <w:r>
        <w:t xml:space="preserve">, </w:t>
      </w:r>
      <w:r w:rsidR="00000000">
        <w:t>me répondit-il</w:t>
      </w:r>
      <w:r>
        <w:t xml:space="preserve">, </w:t>
      </w:r>
      <w:r w:rsidR="00000000">
        <w:t>mais la police a appelé</w:t>
      </w:r>
      <w:r>
        <w:t xml:space="preserve">, </w:t>
      </w:r>
      <w:r w:rsidR="00000000">
        <w:t>il y a que</w:t>
      </w:r>
      <w:r w:rsidR="00000000">
        <w:t>l</w:t>
      </w:r>
      <w:r w:rsidR="00000000">
        <w:t>ques instants</w:t>
      </w:r>
      <w:r>
        <w:t xml:space="preserve">, </w:t>
      </w:r>
      <w:r w:rsidR="00000000">
        <w:t>ma femme et ma fille</w:t>
      </w:r>
      <w:r>
        <w:t xml:space="preserve">, </w:t>
      </w:r>
      <w:r w:rsidR="00000000">
        <w:t>leur demandant de se re</w:t>
      </w:r>
      <w:r w:rsidR="00000000">
        <w:t>n</w:t>
      </w:r>
      <w:r w:rsidR="00000000">
        <w:t xml:space="preserve">dre dans un hôtel de Golden </w:t>
      </w:r>
      <w:proofErr w:type="spellStart"/>
      <w:r w:rsidR="00000000">
        <w:t>Gate</w:t>
      </w:r>
      <w:proofErr w:type="spellEnd"/>
      <w:r w:rsidR="00000000">
        <w:t xml:space="preserve"> avenue</w:t>
      </w:r>
      <w:r>
        <w:t>.</w:t>
      </w:r>
    </w:p>
    <w:p w14:paraId="7F138AA1" w14:textId="77777777" w:rsidR="00894734" w:rsidRDefault="00894734">
      <w:r>
        <w:t>— </w:t>
      </w:r>
      <w:r w:rsidR="00000000">
        <w:t>Pouvez-vous me donner l</w:t>
      </w:r>
      <w:r>
        <w:t>’</w:t>
      </w:r>
      <w:r w:rsidR="00000000">
        <w:t>adresse exacte</w:t>
      </w:r>
      <w:r>
        <w:t> ?</w:t>
      </w:r>
    </w:p>
    <w:p w14:paraId="217E0A91" w14:textId="77777777" w:rsidR="00894734" w:rsidRDefault="00894734">
      <w:r>
        <w:t>— </w:t>
      </w:r>
      <w:r w:rsidR="00000000">
        <w:t>C</w:t>
      </w:r>
      <w:r>
        <w:t>’</w:t>
      </w:r>
      <w:r w:rsidR="00000000">
        <w:t>est facile à trouver</w:t>
      </w:r>
      <w:r>
        <w:t xml:space="preserve">, </w:t>
      </w:r>
      <w:r w:rsidR="00000000">
        <w:t>paraît-il</w:t>
      </w:r>
      <w:r>
        <w:t xml:space="preserve">. </w:t>
      </w:r>
      <w:r w:rsidR="00000000">
        <w:t>Juste au coin de Van Ness avenue</w:t>
      </w:r>
      <w:r>
        <w:t>.</w:t>
      </w:r>
    </w:p>
    <w:p w14:paraId="66036E83" w14:textId="77777777" w:rsidR="00894734" w:rsidRDefault="00000000">
      <w:r>
        <w:t>Je le remerciai</w:t>
      </w:r>
      <w:r w:rsidR="00894734">
        <w:t xml:space="preserve">, </w:t>
      </w:r>
      <w:r>
        <w:t>raccrochai l</w:t>
      </w:r>
      <w:r w:rsidR="00894734">
        <w:t>’</w:t>
      </w:r>
      <w:r>
        <w:t>appareil et me précipitai d</w:t>
      </w:r>
      <w:r>
        <w:t>e</w:t>
      </w:r>
      <w:r>
        <w:t>hors</w:t>
      </w:r>
      <w:r w:rsidR="00894734">
        <w:t>.</w:t>
      </w:r>
    </w:p>
    <w:p w14:paraId="00D8D82A" w14:textId="77777777" w:rsidR="00894734" w:rsidRDefault="00000000">
      <w:r>
        <w:t>Au coin de Van Ness avenue</w:t>
      </w:r>
      <w:r w:rsidR="00894734">
        <w:t xml:space="preserve">, </w:t>
      </w:r>
      <w:r>
        <w:t>je trouvai</w:t>
      </w:r>
      <w:r w:rsidR="00894734">
        <w:t xml:space="preserve">, </w:t>
      </w:r>
      <w:r>
        <w:t>à la porte d</w:t>
      </w:r>
      <w:r w:rsidR="00894734">
        <w:t>’</w:t>
      </w:r>
      <w:r>
        <w:t>un h</w:t>
      </w:r>
      <w:r>
        <w:t>ô</w:t>
      </w:r>
      <w:r>
        <w:t>tel</w:t>
      </w:r>
      <w:r w:rsidR="00894734">
        <w:t xml:space="preserve">, </w:t>
      </w:r>
      <w:r>
        <w:t>un agent de police en uniforme</w:t>
      </w:r>
      <w:r w:rsidR="00894734">
        <w:t xml:space="preserve">. </w:t>
      </w:r>
      <w:r>
        <w:t xml:space="preserve">Je lui demandai si </w:t>
      </w:r>
      <w:proofErr w:type="spellStart"/>
      <w:r>
        <w:t>O</w:t>
      </w:r>
      <w:r w:rsidR="00894734">
        <w:t>’</w:t>
      </w:r>
      <w:r>
        <w:t>Gar</w:t>
      </w:r>
      <w:proofErr w:type="spellEnd"/>
      <w:r>
        <w:t xml:space="preserve"> était là</w:t>
      </w:r>
      <w:r w:rsidR="00894734">
        <w:t>.</w:t>
      </w:r>
    </w:p>
    <w:p w14:paraId="2B2F6AF9" w14:textId="77777777" w:rsidR="00894734" w:rsidRDefault="00894734">
      <w:r>
        <w:t>— </w:t>
      </w:r>
      <w:r w:rsidR="00000000">
        <w:t>Au troisième</w:t>
      </w:r>
      <w:r>
        <w:t xml:space="preserve">, </w:t>
      </w:r>
      <w:r w:rsidR="00000000">
        <w:t>monsieur</w:t>
      </w:r>
      <w:r>
        <w:t>.</w:t>
      </w:r>
    </w:p>
    <w:p w14:paraId="6C9851E6" w14:textId="77777777" w:rsidR="00894734" w:rsidRDefault="00000000">
      <w:r>
        <w:t>Comme je sortais de l</w:t>
      </w:r>
      <w:r w:rsidR="00894734">
        <w:t>’</w:t>
      </w:r>
      <w:r>
        <w:t>ascenseur</w:t>
      </w:r>
      <w:r w:rsidR="00894734">
        <w:t xml:space="preserve">, </w:t>
      </w:r>
      <w:r>
        <w:t>sur le palier du troisième étage</w:t>
      </w:r>
      <w:r w:rsidR="00894734">
        <w:t xml:space="preserve">, </w:t>
      </w:r>
      <w:r>
        <w:t>je me trouvai face à face avec Mrs</w:t>
      </w:r>
      <w:r w:rsidR="00894734">
        <w:t xml:space="preserve">. </w:t>
      </w:r>
      <w:proofErr w:type="spellStart"/>
      <w:r>
        <w:t>Legget</w:t>
      </w:r>
      <w:proofErr w:type="spellEnd"/>
      <w:r>
        <w:t xml:space="preserve"> et sa fille qui s</w:t>
      </w:r>
      <w:r w:rsidR="00894734">
        <w:t>’</w:t>
      </w:r>
      <w:r>
        <w:t>en allaient</w:t>
      </w:r>
      <w:r w:rsidR="00894734">
        <w:t>.</w:t>
      </w:r>
    </w:p>
    <w:p w14:paraId="29634718" w14:textId="77777777" w:rsidR="00894734" w:rsidRDefault="00894734">
      <w:r>
        <w:t>— </w:t>
      </w:r>
      <w:r w:rsidR="00000000">
        <w:t>Eh bien</w:t>
      </w:r>
      <w:r>
        <w:t xml:space="preserve"> ! </w:t>
      </w:r>
      <w:r w:rsidR="00000000">
        <w:t>j</w:t>
      </w:r>
      <w:r>
        <w:t>’</w:t>
      </w:r>
      <w:r w:rsidR="00000000">
        <w:t>espère que maintenant</w:t>
      </w:r>
      <w:r>
        <w:t xml:space="preserve">, </w:t>
      </w:r>
      <w:r w:rsidR="00000000">
        <w:t>vous êtes bien sûr que Minnie n</w:t>
      </w:r>
      <w:r>
        <w:t>’</w:t>
      </w:r>
      <w:r w:rsidR="00000000">
        <w:t>était pour rien dans tout cela</w:t>
      </w:r>
      <w:r>
        <w:t xml:space="preserve"> ? </w:t>
      </w:r>
      <w:r w:rsidR="00000000">
        <w:t>me dit Mrs</w:t>
      </w:r>
      <w:r>
        <w:t xml:space="preserve">. </w:t>
      </w:r>
      <w:proofErr w:type="spellStart"/>
      <w:r w:rsidR="00000000">
        <w:t>Legget</w:t>
      </w:r>
      <w:proofErr w:type="spellEnd"/>
      <w:r>
        <w:t xml:space="preserve">, </w:t>
      </w:r>
      <w:r w:rsidR="00000000">
        <w:t>sur un ton de gronderie assez amical</w:t>
      </w:r>
      <w:r>
        <w:t>.</w:t>
      </w:r>
    </w:p>
    <w:p w14:paraId="244B89C9" w14:textId="77777777" w:rsidR="00894734" w:rsidRDefault="00894734">
      <w:r>
        <w:t>— </w:t>
      </w:r>
      <w:r w:rsidR="00000000">
        <w:t>La police a trouvé votre homme</w:t>
      </w:r>
      <w:r>
        <w:t> ?</w:t>
      </w:r>
    </w:p>
    <w:p w14:paraId="54CB5591" w14:textId="77777777" w:rsidR="00894734" w:rsidRDefault="00894734">
      <w:r>
        <w:t>— </w:t>
      </w:r>
      <w:r w:rsidR="00000000">
        <w:t>Oui</w:t>
      </w:r>
      <w:r>
        <w:t>.</w:t>
      </w:r>
    </w:p>
    <w:p w14:paraId="37B2A7B3" w14:textId="77777777" w:rsidR="00894734" w:rsidRDefault="00000000">
      <w:r>
        <w:t>Je dis à Gabrielle</w:t>
      </w:r>
      <w:r w:rsidR="00894734">
        <w:t> :</w:t>
      </w:r>
    </w:p>
    <w:p w14:paraId="1303901A" w14:textId="77777777" w:rsidR="00894734" w:rsidRDefault="00894734">
      <w:r>
        <w:lastRenderedPageBreak/>
        <w:t>— </w:t>
      </w:r>
      <w:r w:rsidR="00000000">
        <w:t>Éric Collinson m</w:t>
      </w:r>
      <w:r>
        <w:t>’</w:t>
      </w:r>
      <w:r w:rsidR="00000000">
        <w:t>a affirmé qu</w:t>
      </w:r>
      <w:r>
        <w:t>’</w:t>
      </w:r>
      <w:r w:rsidR="00000000">
        <w:t>il était seulement minuit quand vous êtes rentrés l</w:t>
      </w:r>
      <w:r>
        <w:t>’</w:t>
      </w:r>
      <w:r w:rsidR="00000000">
        <w:t>autre samedi</w:t>
      </w:r>
      <w:r>
        <w:t>.</w:t>
      </w:r>
    </w:p>
    <w:p w14:paraId="6913D2AD" w14:textId="77777777" w:rsidR="00894734" w:rsidRDefault="00894734">
      <w:r>
        <w:t>— </w:t>
      </w:r>
      <w:r w:rsidR="00000000">
        <w:t>Éric est un âne</w:t>
      </w:r>
      <w:r>
        <w:t xml:space="preserve"> ! </w:t>
      </w:r>
      <w:r w:rsidR="00000000">
        <w:t>me répondit-elle</w:t>
      </w:r>
      <w:r>
        <w:t xml:space="preserve">, </w:t>
      </w:r>
      <w:r w:rsidR="00000000">
        <w:t>furieuse</w:t>
      </w:r>
      <w:r>
        <w:t xml:space="preserve">, </w:t>
      </w:r>
      <w:r w:rsidR="00000000">
        <w:t>en passant devant moi pour entrer dans l</w:t>
      </w:r>
      <w:r>
        <w:t>’</w:t>
      </w:r>
      <w:r w:rsidR="00000000">
        <w:t>ascenseur</w:t>
      </w:r>
      <w:r>
        <w:t>.</w:t>
      </w:r>
    </w:p>
    <w:p w14:paraId="0CFE21CC" w14:textId="77777777" w:rsidR="00894734" w:rsidRDefault="00894734">
      <w:r>
        <w:t>— </w:t>
      </w:r>
      <w:r w:rsidR="00000000">
        <w:t>Voyons</w:t>
      </w:r>
      <w:r>
        <w:t xml:space="preserve">, </w:t>
      </w:r>
      <w:r w:rsidR="00000000">
        <w:t>chérie</w:t>
      </w:r>
      <w:r>
        <w:t xml:space="preserve">… </w:t>
      </w:r>
      <w:r w:rsidR="00000000">
        <w:t>gronda doucement sa mère</w:t>
      </w:r>
      <w:r>
        <w:t>.</w:t>
      </w:r>
    </w:p>
    <w:p w14:paraId="5A3A20EB" w14:textId="77777777" w:rsidR="00894734" w:rsidRDefault="00000000">
      <w:r>
        <w:t>Je traversai le palier et aperçut Pat Reddy debout près d</w:t>
      </w:r>
      <w:r w:rsidR="00894734">
        <w:t>’</w:t>
      </w:r>
      <w:r>
        <w:t>une porte</w:t>
      </w:r>
      <w:r w:rsidR="00894734">
        <w:t xml:space="preserve">, </w:t>
      </w:r>
      <w:r>
        <w:t>causant avec des journalistes</w:t>
      </w:r>
      <w:r w:rsidR="00894734">
        <w:t xml:space="preserve">. </w:t>
      </w:r>
      <w:r>
        <w:t>Ils s</w:t>
      </w:r>
      <w:r w:rsidR="00894734">
        <w:t>’</w:t>
      </w:r>
      <w:r>
        <w:t>écartèrent pour me laisser passer et je me trouvai dans une chambre pauvr</w:t>
      </w:r>
      <w:r>
        <w:t>e</w:t>
      </w:r>
      <w:r>
        <w:t>ment meublée</w:t>
      </w:r>
      <w:r w:rsidR="00894734">
        <w:t>.</w:t>
      </w:r>
    </w:p>
    <w:p w14:paraId="3F9EF2ED" w14:textId="77777777" w:rsidR="00894734" w:rsidRDefault="00000000">
      <w:r>
        <w:t>Sur un lit</w:t>
      </w:r>
      <w:r w:rsidR="00894734">
        <w:t xml:space="preserve">, </w:t>
      </w:r>
      <w:r>
        <w:t>contre le mur</w:t>
      </w:r>
      <w:r w:rsidR="00894734">
        <w:t xml:space="preserve">, </w:t>
      </w:r>
      <w:r>
        <w:t>il y avait un cadavre</w:t>
      </w:r>
      <w:r w:rsidR="00894734">
        <w:t>.</w:t>
      </w:r>
    </w:p>
    <w:p w14:paraId="05261DEF" w14:textId="77777777" w:rsidR="00894734" w:rsidRDefault="00000000">
      <w:proofErr w:type="spellStart"/>
      <w:r>
        <w:t>Phels</w:t>
      </w:r>
      <w:proofErr w:type="spellEnd"/>
      <w:r w:rsidR="00894734">
        <w:t xml:space="preserve">, </w:t>
      </w:r>
      <w:r>
        <w:t>du Service de l</w:t>
      </w:r>
      <w:r w:rsidR="00894734">
        <w:t>’</w:t>
      </w:r>
      <w:r>
        <w:t>identité judiciaire</w:t>
      </w:r>
      <w:r w:rsidR="00894734">
        <w:t xml:space="preserve">, </w:t>
      </w:r>
      <w:r>
        <w:t>leva les yeux</w:t>
      </w:r>
      <w:r w:rsidR="00894734">
        <w:t xml:space="preserve">, </w:t>
      </w:r>
      <w:r>
        <w:t>me fit un signe et continua son examen minutieux</w:t>
      </w:r>
      <w:r w:rsidR="00894734">
        <w:t xml:space="preserve">. </w:t>
      </w:r>
      <w:r>
        <w:t xml:space="preserve">Je vis </w:t>
      </w:r>
      <w:proofErr w:type="spellStart"/>
      <w:r>
        <w:t>O</w:t>
      </w:r>
      <w:r w:rsidR="00894734">
        <w:t>’</w:t>
      </w:r>
      <w:r>
        <w:t>Gar</w:t>
      </w:r>
      <w:proofErr w:type="spellEnd"/>
      <w:r>
        <w:t xml:space="preserve"> alors</w:t>
      </w:r>
      <w:r w:rsidR="00894734">
        <w:t xml:space="preserve">, </w:t>
      </w:r>
      <w:r>
        <w:t>debout dans la fenêtre</w:t>
      </w:r>
      <w:r w:rsidR="00894734">
        <w:t xml:space="preserve">. </w:t>
      </w:r>
      <w:r>
        <w:t>C</w:t>
      </w:r>
      <w:r w:rsidR="00894734">
        <w:t>’</w:t>
      </w:r>
      <w:r>
        <w:t>était un homme solide d</w:t>
      </w:r>
      <w:r w:rsidR="00894734">
        <w:t>’</w:t>
      </w:r>
      <w:r>
        <w:t>une cinquantaine d</w:t>
      </w:r>
      <w:r w:rsidR="00894734">
        <w:t>’</w:t>
      </w:r>
      <w:r>
        <w:t>années et qui portait le large feutre noir des sh</w:t>
      </w:r>
      <w:r>
        <w:t>e</w:t>
      </w:r>
      <w:r>
        <w:t>riff de cinéma</w:t>
      </w:r>
      <w:r w:rsidR="00894734">
        <w:t xml:space="preserve">. </w:t>
      </w:r>
      <w:r>
        <w:t>Il y avait une mine de bon sens dans sa grosse t</w:t>
      </w:r>
      <w:r>
        <w:t>ê</w:t>
      </w:r>
      <w:r>
        <w:t>te ronde et il était agréable de travailler avec lui</w:t>
      </w:r>
      <w:r w:rsidR="00894734">
        <w:t>.</w:t>
      </w:r>
    </w:p>
    <w:p w14:paraId="00B47401" w14:textId="77777777" w:rsidR="00894734" w:rsidRDefault="00000000">
      <w:r>
        <w:t>Je regardai le cadavre</w:t>
      </w:r>
      <w:r w:rsidR="00894734">
        <w:t xml:space="preserve">. </w:t>
      </w:r>
      <w:r>
        <w:t>C</w:t>
      </w:r>
      <w:r w:rsidR="00894734">
        <w:t>’</w:t>
      </w:r>
      <w:r>
        <w:t>était un homme de quarante ans environ</w:t>
      </w:r>
      <w:r w:rsidR="00894734">
        <w:t xml:space="preserve">, </w:t>
      </w:r>
      <w:r>
        <w:t>au visage massif</w:t>
      </w:r>
      <w:r w:rsidR="00894734">
        <w:t xml:space="preserve">, </w:t>
      </w:r>
      <w:r>
        <w:t>aux courts cheveux grisonnants</w:t>
      </w:r>
      <w:r w:rsidR="00894734">
        <w:t xml:space="preserve">. </w:t>
      </w:r>
      <w:r>
        <w:t>Il portait une moustache noire</w:t>
      </w:r>
      <w:r w:rsidR="00894734">
        <w:t xml:space="preserve">. </w:t>
      </w:r>
      <w:r>
        <w:t>Les bras et les jambes étaient courts et trapus</w:t>
      </w:r>
      <w:r w:rsidR="00894734">
        <w:t xml:space="preserve">. </w:t>
      </w:r>
      <w:r>
        <w:t>Sur le corps</w:t>
      </w:r>
      <w:r w:rsidR="00894734">
        <w:t xml:space="preserve">, </w:t>
      </w:r>
      <w:r>
        <w:t>deux blessures apparentes</w:t>
      </w:r>
      <w:r w:rsidR="00894734">
        <w:t xml:space="preserve"> : </w:t>
      </w:r>
      <w:r>
        <w:t>une trace de balle au ventre et une autre au côté gauche de la po</w:t>
      </w:r>
      <w:r>
        <w:t>i</w:t>
      </w:r>
      <w:r>
        <w:t>trine</w:t>
      </w:r>
      <w:r w:rsidR="00894734">
        <w:t>.</w:t>
      </w:r>
    </w:p>
    <w:p w14:paraId="2739371F" w14:textId="77777777" w:rsidR="00894734" w:rsidRDefault="00894734">
      <w:r>
        <w:t>— </w:t>
      </w:r>
      <w:r w:rsidR="00000000">
        <w:t>Que sait-on de lui</w:t>
      </w:r>
      <w:r>
        <w:t xml:space="preserve"> ? </w:t>
      </w:r>
      <w:r w:rsidR="00000000">
        <w:t>demandai-je</w:t>
      </w:r>
      <w:r>
        <w:t>.</w:t>
      </w:r>
    </w:p>
    <w:p w14:paraId="18C65BF9" w14:textId="77777777" w:rsidR="00894734" w:rsidRDefault="00894734">
      <w:r>
        <w:t>— </w:t>
      </w:r>
      <w:r w:rsidR="00000000">
        <w:t>Il avait certainement un complice qui a voulu se déba</w:t>
      </w:r>
      <w:r w:rsidR="00000000">
        <w:t>r</w:t>
      </w:r>
      <w:r w:rsidR="00000000">
        <w:t>rasser de lui</w:t>
      </w:r>
      <w:r>
        <w:t xml:space="preserve">. </w:t>
      </w:r>
      <w:r w:rsidR="00000000">
        <w:t>Les enveloppes où étaient les diamants sont là</w:t>
      </w:r>
      <w:r>
        <w:t xml:space="preserve">, </w:t>
      </w:r>
      <w:r w:rsidR="00000000">
        <w:t>mais les diamants n</w:t>
      </w:r>
      <w:r>
        <w:t>’</w:t>
      </w:r>
      <w:r w:rsidR="00000000">
        <w:t>y sont plus</w:t>
      </w:r>
      <w:r>
        <w:t xml:space="preserve"> (</w:t>
      </w:r>
      <w:proofErr w:type="spellStart"/>
      <w:r w:rsidR="00000000">
        <w:t>O</w:t>
      </w:r>
      <w:r>
        <w:t>’</w:t>
      </w:r>
      <w:r w:rsidR="00000000">
        <w:t>Gar</w:t>
      </w:r>
      <w:proofErr w:type="spellEnd"/>
      <w:r w:rsidR="00000000">
        <w:t xml:space="preserve"> sortit les enveloppes de sa poche</w:t>
      </w:r>
      <w:r>
        <w:t xml:space="preserve">). </w:t>
      </w:r>
      <w:r w:rsidR="00000000">
        <w:t>L</w:t>
      </w:r>
      <w:r>
        <w:t>’</w:t>
      </w:r>
      <w:r w:rsidR="00000000">
        <w:t>homme au long nez probablement</w:t>
      </w:r>
      <w:r>
        <w:t xml:space="preserve">. </w:t>
      </w:r>
      <w:r w:rsidR="00000000">
        <w:t>Celui-ci était là depuis une semaine</w:t>
      </w:r>
      <w:r>
        <w:t xml:space="preserve">, </w:t>
      </w:r>
      <w:r w:rsidR="00000000">
        <w:t>sous le nom de Louis Upton</w:t>
      </w:r>
      <w:r>
        <w:t xml:space="preserve">, </w:t>
      </w:r>
      <w:r w:rsidR="00000000">
        <w:t>venant de New-York</w:t>
      </w:r>
      <w:r>
        <w:t xml:space="preserve">. </w:t>
      </w:r>
      <w:r w:rsidR="00000000">
        <w:t>Nous ne le connaissons pas</w:t>
      </w:r>
      <w:r>
        <w:t xml:space="preserve">. </w:t>
      </w:r>
      <w:r w:rsidR="00000000">
        <w:t xml:space="preserve">Personne </w:t>
      </w:r>
      <w:r w:rsidR="00000000">
        <w:lastRenderedPageBreak/>
        <w:t>ne peut dire l</w:t>
      </w:r>
      <w:r>
        <w:t>’</w:t>
      </w:r>
      <w:r w:rsidR="00000000">
        <w:t>avoir déjà vu</w:t>
      </w:r>
      <w:r>
        <w:t xml:space="preserve">. </w:t>
      </w:r>
      <w:r w:rsidR="00000000">
        <w:t>Et personne ne connaît non plus l</w:t>
      </w:r>
      <w:r>
        <w:t>’</w:t>
      </w:r>
      <w:r w:rsidR="00000000">
        <w:t>homme au long nez</w:t>
      </w:r>
      <w:r>
        <w:t>.</w:t>
      </w:r>
    </w:p>
    <w:p w14:paraId="3540EF66" w14:textId="77777777" w:rsidR="00894734" w:rsidRDefault="00000000">
      <w:r>
        <w:t>Pat Reddy entra</w:t>
      </w:r>
      <w:r w:rsidR="00894734">
        <w:t xml:space="preserve">. </w:t>
      </w:r>
      <w:r>
        <w:t>Il était gros</w:t>
      </w:r>
      <w:r w:rsidR="00894734">
        <w:t xml:space="preserve">, </w:t>
      </w:r>
      <w:r>
        <w:t>jovial</w:t>
      </w:r>
      <w:r w:rsidR="00894734">
        <w:t xml:space="preserve">, </w:t>
      </w:r>
      <w:r>
        <w:t>agréable dans le se</w:t>
      </w:r>
      <w:r>
        <w:t>r</w:t>
      </w:r>
      <w:r>
        <w:t>vice</w:t>
      </w:r>
      <w:r w:rsidR="00894734">
        <w:t>.</w:t>
      </w:r>
    </w:p>
    <w:p w14:paraId="31D6CFE4" w14:textId="77777777" w:rsidR="00894734" w:rsidRDefault="00894734">
      <w:r>
        <w:t>— </w:t>
      </w:r>
      <w:r w:rsidR="00000000">
        <w:t xml:space="preserve">Long-Nez et cet oiseau vont donner des insomnies à </w:t>
      </w:r>
      <w:proofErr w:type="spellStart"/>
      <w:r w:rsidR="00000000">
        <w:t>Le</w:t>
      </w:r>
      <w:r w:rsidR="00000000">
        <w:t>g</w:t>
      </w:r>
      <w:r w:rsidR="00000000">
        <w:t>get</w:t>
      </w:r>
      <w:proofErr w:type="spellEnd"/>
      <w:r>
        <w:t xml:space="preserve">, </w:t>
      </w:r>
      <w:r w:rsidR="00000000">
        <w:t>dit-il</w:t>
      </w:r>
      <w:r>
        <w:t>.</w:t>
      </w:r>
    </w:p>
    <w:p w14:paraId="1F2ECE38" w14:textId="77777777" w:rsidR="00894734" w:rsidRDefault="00894734">
      <w:r>
        <w:t>— </w:t>
      </w:r>
      <w:r w:rsidR="00000000">
        <w:t>Cela se peut</w:t>
      </w:r>
      <w:r>
        <w:t xml:space="preserve">, </w:t>
      </w:r>
      <w:r w:rsidR="00000000">
        <w:t>dis-je</w:t>
      </w:r>
      <w:r>
        <w:t xml:space="preserve">. </w:t>
      </w:r>
      <w:r w:rsidR="00000000">
        <w:t xml:space="preserve">Mais il y a encore autre chose qui ne me semble pas clair chez les </w:t>
      </w:r>
      <w:proofErr w:type="spellStart"/>
      <w:r w:rsidR="00000000">
        <w:t>Legget</w:t>
      </w:r>
      <w:proofErr w:type="spellEnd"/>
      <w:r>
        <w:t xml:space="preserve">. </w:t>
      </w:r>
      <w:r w:rsidR="00000000">
        <w:t>Combien d</w:t>
      </w:r>
      <w:r>
        <w:t>’</w:t>
      </w:r>
      <w:r w:rsidR="00000000">
        <w:t>enveloppes avez-vous ici</w:t>
      </w:r>
      <w:r>
        <w:t xml:space="preserve">, </w:t>
      </w:r>
      <w:proofErr w:type="spellStart"/>
      <w:r w:rsidR="00000000">
        <w:t>O</w:t>
      </w:r>
      <w:r>
        <w:t>’</w:t>
      </w:r>
      <w:r w:rsidR="00000000">
        <w:t>Gar</w:t>
      </w:r>
      <w:proofErr w:type="spellEnd"/>
      <w:r>
        <w:t> ?</w:t>
      </w:r>
    </w:p>
    <w:p w14:paraId="500F77B5" w14:textId="77777777" w:rsidR="00894734" w:rsidRDefault="00894734">
      <w:r>
        <w:t>— </w:t>
      </w:r>
      <w:r w:rsidR="00000000">
        <w:t>Sept</w:t>
      </w:r>
      <w:r>
        <w:t>.</w:t>
      </w:r>
    </w:p>
    <w:p w14:paraId="7B503257" w14:textId="77777777" w:rsidR="00894734" w:rsidRDefault="00894734">
      <w:r>
        <w:t>— </w:t>
      </w:r>
      <w:r w:rsidR="00000000">
        <w:t>Alors</w:t>
      </w:r>
      <w:r>
        <w:t xml:space="preserve">, </w:t>
      </w:r>
      <w:r w:rsidR="00000000">
        <w:t>celle du diamant trouvé dans l</w:t>
      </w:r>
      <w:r>
        <w:t>’</w:t>
      </w:r>
      <w:r w:rsidR="00000000">
        <w:t>herbe manque</w:t>
      </w:r>
      <w:r>
        <w:t>.</w:t>
      </w:r>
    </w:p>
    <w:p w14:paraId="23D2F53A" w14:textId="77777777" w:rsidR="00894734" w:rsidRDefault="00894734">
      <w:r>
        <w:t>— </w:t>
      </w:r>
      <w:r w:rsidR="00000000">
        <w:t>Et quoi de nouveau pour la mulâtresse</w:t>
      </w:r>
      <w:r>
        <w:t xml:space="preserve"> ? </w:t>
      </w:r>
      <w:r w:rsidR="00000000">
        <w:t>demanda Re</w:t>
      </w:r>
      <w:r w:rsidR="00000000">
        <w:t>d</w:t>
      </w:r>
      <w:r w:rsidR="00000000">
        <w:t>dy</w:t>
      </w:r>
      <w:r>
        <w:t>.</w:t>
      </w:r>
    </w:p>
    <w:p w14:paraId="4C2AFC09" w14:textId="77777777" w:rsidR="00894734" w:rsidRDefault="00894734">
      <w:r>
        <w:t>— </w:t>
      </w:r>
      <w:r w:rsidR="00000000">
        <w:t>Je vais tâcher d</w:t>
      </w:r>
      <w:r>
        <w:t>’</w:t>
      </w:r>
      <w:r w:rsidR="00000000">
        <w:t>apercevoir son homme</w:t>
      </w:r>
      <w:r>
        <w:t xml:space="preserve">, </w:t>
      </w:r>
      <w:r w:rsidR="00000000">
        <w:t>ce soir</w:t>
      </w:r>
      <w:r>
        <w:t xml:space="preserve">, </w:t>
      </w:r>
      <w:r w:rsidR="00000000">
        <w:t>dis-je</w:t>
      </w:r>
      <w:r>
        <w:t xml:space="preserve">. </w:t>
      </w:r>
      <w:r w:rsidR="00000000">
        <w:t>Essayerez-vous de savoir quelque chose de vos gens de New-York sur cet Upton</w:t>
      </w:r>
      <w:r>
        <w:t> ?</w:t>
      </w:r>
    </w:p>
    <w:p w14:paraId="198E9BB9" w14:textId="77777777" w:rsidR="00894734" w:rsidRDefault="00894734">
      <w:r>
        <w:t>— </w:t>
      </w:r>
      <w:r w:rsidR="00000000">
        <w:t>Nous allons voir</w:t>
      </w:r>
      <w:r>
        <w:t xml:space="preserve">, </w:t>
      </w:r>
      <w:r w:rsidR="00000000">
        <w:t>nous allons voir</w:t>
      </w:r>
      <w:r>
        <w:t xml:space="preserve">… </w:t>
      </w:r>
      <w:r w:rsidR="00000000">
        <w:t xml:space="preserve">dit </w:t>
      </w:r>
      <w:proofErr w:type="spellStart"/>
      <w:r w:rsidR="00000000">
        <w:t>O</w:t>
      </w:r>
      <w:r>
        <w:t>’</w:t>
      </w:r>
      <w:r w:rsidR="00000000">
        <w:t>Gar</w:t>
      </w:r>
      <w:proofErr w:type="spellEnd"/>
      <w:r>
        <w:t>.</w:t>
      </w:r>
    </w:p>
    <w:p w14:paraId="5BD57AAF" w14:textId="2813C58E" w:rsidR="00000000" w:rsidRDefault="00000000" w:rsidP="00894734">
      <w:pPr>
        <w:pStyle w:val="Titre2"/>
        <w:rPr>
          <w:szCs w:val="44"/>
        </w:rPr>
      </w:pPr>
      <w:bookmarkStart w:id="4" w:name="_Toc202288405"/>
      <w:r>
        <w:rPr>
          <w:szCs w:val="44"/>
        </w:rPr>
        <w:lastRenderedPageBreak/>
        <w:t>CHAPITRE III</w:t>
      </w:r>
      <w:r>
        <w:rPr>
          <w:szCs w:val="44"/>
        </w:rPr>
        <w:br/>
      </w:r>
      <w:r>
        <w:rPr>
          <w:szCs w:val="44"/>
        </w:rPr>
        <w:br/>
        <w:t>LE MYSTÈRE S</w:t>
      </w:r>
      <w:r w:rsidR="00894734">
        <w:rPr>
          <w:szCs w:val="44"/>
        </w:rPr>
        <w:t>’</w:t>
      </w:r>
      <w:r>
        <w:rPr>
          <w:szCs w:val="44"/>
        </w:rPr>
        <w:t>ÉPAISSIT</w:t>
      </w:r>
      <w:bookmarkEnd w:id="4"/>
    </w:p>
    <w:p w14:paraId="6B12FFFA" w14:textId="77777777" w:rsidR="00894734" w:rsidRDefault="00000000">
      <w:r>
        <w:t>À l</w:t>
      </w:r>
      <w:r w:rsidR="00894734">
        <w:t>’</w:t>
      </w:r>
      <w:r>
        <w:t>adresse que m</w:t>
      </w:r>
      <w:r w:rsidR="00894734">
        <w:t>’</w:t>
      </w:r>
      <w:r>
        <w:t>avait donnée Halstead</w:t>
      </w:r>
      <w:r w:rsidR="00894734">
        <w:t xml:space="preserve">, </w:t>
      </w:r>
      <w:r>
        <w:t>je me fis anno</w:t>
      </w:r>
      <w:r>
        <w:t>n</w:t>
      </w:r>
      <w:r>
        <w:t xml:space="preserve">cer à </w:t>
      </w:r>
      <w:proofErr w:type="spellStart"/>
      <w:r>
        <w:t>Fitzstephan</w:t>
      </w:r>
      <w:proofErr w:type="spellEnd"/>
      <w:r w:rsidR="00894734">
        <w:t xml:space="preserve">. </w:t>
      </w:r>
      <w:r>
        <w:t>Tandis que le groom emportait ma carte</w:t>
      </w:r>
      <w:r w:rsidR="00894734">
        <w:t xml:space="preserve">, </w:t>
      </w:r>
      <w:r>
        <w:t>ma mémoire me restituait l</w:t>
      </w:r>
      <w:r w:rsidR="00894734">
        <w:t>’</w:t>
      </w:r>
      <w:r>
        <w:t>image de l</w:t>
      </w:r>
      <w:r w:rsidR="00894734">
        <w:t>’</w:t>
      </w:r>
      <w:r>
        <w:t>aimable compagnon que j</w:t>
      </w:r>
      <w:r w:rsidR="00894734">
        <w:t>’</w:t>
      </w:r>
      <w:r>
        <w:t>allais revoir</w:t>
      </w:r>
      <w:r w:rsidR="00894734">
        <w:t xml:space="preserve"> : </w:t>
      </w:r>
      <w:r>
        <w:t>un long garçon maigre et brun</w:t>
      </w:r>
      <w:r w:rsidR="00894734">
        <w:t xml:space="preserve">, </w:t>
      </w:r>
      <w:r>
        <w:t>aux yeux de r</w:t>
      </w:r>
      <w:r>
        <w:t>ê</w:t>
      </w:r>
      <w:r>
        <w:t>veur</w:t>
      </w:r>
      <w:r w:rsidR="00894734">
        <w:t xml:space="preserve">, </w:t>
      </w:r>
      <w:r>
        <w:t>à la bouche railleuse</w:t>
      </w:r>
      <w:r w:rsidR="00894734">
        <w:t xml:space="preserve">, </w:t>
      </w:r>
      <w:r>
        <w:t>vêtu sans aucune recherche</w:t>
      </w:r>
      <w:r w:rsidR="00894734">
        <w:t xml:space="preserve">. </w:t>
      </w:r>
      <w:r>
        <w:t>Un homme d</w:t>
      </w:r>
      <w:r w:rsidR="00894734">
        <w:t>’</w:t>
      </w:r>
      <w:r>
        <w:t>une culture extraordinaire qui se prétendait plus p</w:t>
      </w:r>
      <w:r>
        <w:t>a</w:t>
      </w:r>
      <w:r>
        <w:t>resseux qu</w:t>
      </w:r>
      <w:r w:rsidR="00894734">
        <w:t>’</w:t>
      </w:r>
      <w:r>
        <w:t>il ne l</w:t>
      </w:r>
      <w:r w:rsidR="00894734">
        <w:t>’</w:t>
      </w:r>
      <w:r>
        <w:t>était et avait toujours une foule d</w:t>
      </w:r>
      <w:r w:rsidR="00894734">
        <w:t>’</w:t>
      </w:r>
      <w:r>
        <w:t>idées orig</w:t>
      </w:r>
      <w:r>
        <w:t>i</w:t>
      </w:r>
      <w:r>
        <w:t>nales et de solutions toutes prêtes quand un événement impr</w:t>
      </w:r>
      <w:r>
        <w:t>é</w:t>
      </w:r>
      <w:r>
        <w:t>vu surgissait</w:t>
      </w:r>
      <w:r w:rsidR="00894734">
        <w:t>.</w:t>
      </w:r>
    </w:p>
    <w:p w14:paraId="52E6CDC0" w14:textId="77777777" w:rsidR="00894734" w:rsidRDefault="00000000">
      <w:r>
        <w:t>Je l</w:t>
      </w:r>
      <w:r w:rsidR="00894734">
        <w:t>’</w:t>
      </w:r>
      <w:r>
        <w:t>avais connu à New-York</w:t>
      </w:r>
      <w:r w:rsidR="00894734">
        <w:t xml:space="preserve">, </w:t>
      </w:r>
      <w:r>
        <w:t>il y avait cinq ans de cela</w:t>
      </w:r>
      <w:r w:rsidR="00894734">
        <w:t xml:space="preserve">. </w:t>
      </w:r>
      <w:r>
        <w:t>Il devait avoir à peu près trente ans</w:t>
      </w:r>
      <w:r w:rsidR="00894734">
        <w:t xml:space="preserve">. </w:t>
      </w:r>
      <w:r>
        <w:t>Je cherchais à démêler une histoire d</w:t>
      </w:r>
      <w:r w:rsidR="00894734">
        <w:t>’</w:t>
      </w:r>
      <w:r>
        <w:t>escroquerie</w:t>
      </w:r>
      <w:r w:rsidR="00894734">
        <w:t xml:space="preserve">, </w:t>
      </w:r>
      <w:r>
        <w:t>dans laquelle une veuve crédule s</w:t>
      </w:r>
      <w:r w:rsidR="00894734">
        <w:t>’</w:t>
      </w:r>
      <w:r>
        <w:t>était laissée voler une centaine de milliers de dollars par une bande organisée de spirites</w:t>
      </w:r>
      <w:r w:rsidR="00894734">
        <w:t xml:space="preserve">. </w:t>
      </w:r>
      <w:proofErr w:type="spellStart"/>
      <w:r>
        <w:t>Fitzstephan</w:t>
      </w:r>
      <w:proofErr w:type="spellEnd"/>
      <w:r>
        <w:t xml:space="preserve"> suivait l</w:t>
      </w:r>
      <w:r w:rsidR="00894734">
        <w:t>’</w:t>
      </w:r>
      <w:r>
        <w:t>affaire</w:t>
      </w:r>
      <w:r w:rsidR="00894734">
        <w:t xml:space="preserve">, </w:t>
      </w:r>
      <w:r>
        <w:t>seulement lui</w:t>
      </w:r>
      <w:r w:rsidR="00894734">
        <w:t xml:space="preserve">, </w:t>
      </w:r>
      <w:r>
        <w:t>c</w:t>
      </w:r>
      <w:r w:rsidR="00894734">
        <w:t>’</w:t>
      </w:r>
      <w:r>
        <w:t>était pour écrire un roman</w:t>
      </w:r>
      <w:r w:rsidR="00894734">
        <w:t xml:space="preserve">. </w:t>
      </w:r>
      <w:r>
        <w:t>Nous travaillâmes ensemble et je n</w:t>
      </w:r>
      <w:r w:rsidR="00894734">
        <w:t>’</w:t>
      </w:r>
      <w:r>
        <w:t>y perdis pas</w:t>
      </w:r>
      <w:r w:rsidR="00894734">
        <w:t xml:space="preserve">, </w:t>
      </w:r>
      <w:r>
        <w:t>car</w:t>
      </w:r>
      <w:r w:rsidR="00894734">
        <w:t xml:space="preserve">, </w:t>
      </w:r>
      <w:r>
        <w:t>grâce à lui</w:t>
      </w:r>
      <w:r w:rsidR="00894734">
        <w:t xml:space="preserve">, </w:t>
      </w:r>
      <w:r>
        <w:t>je vins à bout de mon enquête en quinze jours</w:t>
      </w:r>
      <w:r w:rsidR="00894734">
        <w:t xml:space="preserve">. </w:t>
      </w:r>
      <w:r>
        <w:t>Nous fûmes inséparables après cela</w:t>
      </w:r>
      <w:r w:rsidR="00894734">
        <w:t xml:space="preserve">, </w:t>
      </w:r>
      <w:r>
        <w:t>du moins pour un mois ou deux</w:t>
      </w:r>
      <w:r w:rsidR="00894734">
        <w:t xml:space="preserve">, </w:t>
      </w:r>
      <w:r>
        <w:t>c</w:t>
      </w:r>
      <w:r w:rsidR="00894734">
        <w:t>’</w:t>
      </w:r>
      <w:r>
        <w:t>est-à-dire pendant le reste de mon s</w:t>
      </w:r>
      <w:r>
        <w:t>é</w:t>
      </w:r>
      <w:r>
        <w:t>jour à New-York</w:t>
      </w:r>
      <w:r w:rsidR="00894734">
        <w:t>.</w:t>
      </w:r>
    </w:p>
    <w:p w14:paraId="191B2B9F" w14:textId="77777777" w:rsidR="00894734" w:rsidRDefault="00000000">
      <w:r>
        <w:t>Le groom revenait</w:t>
      </w:r>
      <w:r w:rsidR="00894734">
        <w:t> :</w:t>
      </w:r>
    </w:p>
    <w:p w14:paraId="3F4A6EE2" w14:textId="5B2987D5" w:rsidR="00894734" w:rsidRDefault="00894734">
      <w:r>
        <w:t>— M. </w:t>
      </w:r>
      <w:proofErr w:type="spellStart"/>
      <w:r w:rsidR="00000000">
        <w:t>Fitzstephan</w:t>
      </w:r>
      <w:proofErr w:type="spellEnd"/>
      <w:r w:rsidR="00000000">
        <w:t xml:space="preserve"> vous fait dire de monter</w:t>
      </w:r>
      <w:r>
        <w:t xml:space="preserve">, </w:t>
      </w:r>
      <w:r w:rsidR="00000000">
        <w:t>me dit-il</w:t>
      </w:r>
      <w:r>
        <w:t>.</w:t>
      </w:r>
    </w:p>
    <w:p w14:paraId="1E9863A4" w14:textId="77777777" w:rsidR="00894734" w:rsidRDefault="00000000">
      <w:r>
        <w:t>L</w:t>
      </w:r>
      <w:r w:rsidR="00894734">
        <w:t>’</w:t>
      </w:r>
      <w:r>
        <w:t>appartement était au sixième étage</w:t>
      </w:r>
      <w:r w:rsidR="00894734">
        <w:t>.</w:t>
      </w:r>
    </w:p>
    <w:p w14:paraId="68417E52" w14:textId="77777777" w:rsidR="00894734" w:rsidRDefault="00000000">
      <w:r>
        <w:t>Fitz se tenait debout devant sa porte quand je sortis de l</w:t>
      </w:r>
      <w:r w:rsidR="00894734">
        <w:t>’</w:t>
      </w:r>
      <w:r>
        <w:t>ascenseur</w:t>
      </w:r>
      <w:r w:rsidR="00894734">
        <w:t xml:space="preserve">. </w:t>
      </w:r>
      <w:r>
        <w:t>Il me tendait sa main maigre</w:t>
      </w:r>
      <w:r w:rsidR="00894734">
        <w:t> :</w:t>
      </w:r>
    </w:p>
    <w:p w14:paraId="667490F3" w14:textId="77777777" w:rsidR="00894734" w:rsidRDefault="00894734">
      <w:r>
        <w:lastRenderedPageBreak/>
        <w:t>— </w:t>
      </w:r>
      <w:r w:rsidR="00000000">
        <w:t>C</w:t>
      </w:r>
      <w:r>
        <w:t>’</w:t>
      </w:r>
      <w:r w:rsidR="00000000">
        <w:t>est bien lui</w:t>
      </w:r>
      <w:r>
        <w:t xml:space="preserve"> ! </w:t>
      </w:r>
      <w:r w:rsidR="00000000">
        <w:t>dit-il</w:t>
      </w:r>
      <w:r>
        <w:t>.</w:t>
      </w:r>
    </w:p>
    <w:p w14:paraId="40AC9D7A" w14:textId="77777777" w:rsidR="00894734" w:rsidRDefault="00894734">
      <w:r>
        <w:t>— </w:t>
      </w:r>
      <w:r w:rsidR="00000000">
        <w:t>Pas un autre</w:t>
      </w:r>
      <w:r>
        <w:t xml:space="preserve">, </w:t>
      </w:r>
      <w:r w:rsidR="00000000">
        <w:t>mon vieux</w:t>
      </w:r>
      <w:r>
        <w:t xml:space="preserve">, </w:t>
      </w:r>
      <w:r w:rsidR="00000000">
        <w:t>moi-même en personne</w:t>
      </w:r>
      <w:r>
        <w:t>.</w:t>
      </w:r>
    </w:p>
    <w:p w14:paraId="702C0690" w14:textId="77777777" w:rsidR="00894734" w:rsidRDefault="00000000">
      <w:r>
        <w:t>Il n</w:t>
      </w:r>
      <w:r w:rsidR="00894734">
        <w:t>’</w:t>
      </w:r>
      <w:r>
        <w:t>avait pas changé</w:t>
      </w:r>
      <w:r w:rsidR="00894734">
        <w:t xml:space="preserve">. </w:t>
      </w:r>
      <w:r>
        <w:t>Nous entrâmes dans une pièce e</w:t>
      </w:r>
      <w:r>
        <w:t>n</w:t>
      </w:r>
      <w:r>
        <w:t>combrée de livres</w:t>
      </w:r>
      <w:r w:rsidR="00894734">
        <w:t xml:space="preserve">, </w:t>
      </w:r>
      <w:r>
        <w:t>de journaux et de revues</w:t>
      </w:r>
      <w:r w:rsidR="00894734">
        <w:t xml:space="preserve">, </w:t>
      </w:r>
      <w:r>
        <w:t xml:space="preserve">et où il ne restait pas </w:t>
      </w:r>
      <w:proofErr w:type="spellStart"/>
      <w:r>
        <w:t>grand</w:t>
      </w:r>
      <w:r w:rsidR="00894734">
        <w:t>’</w:t>
      </w:r>
      <w:r>
        <w:t>place</w:t>
      </w:r>
      <w:proofErr w:type="spellEnd"/>
      <w:r>
        <w:t xml:space="preserve"> pour s</w:t>
      </w:r>
      <w:r w:rsidR="00894734">
        <w:t>’</w:t>
      </w:r>
      <w:r>
        <w:t>asseoir</w:t>
      </w:r>
      <w:r w:rsidR="00894734">
        <w:t xml:space="preserve">. </w:t>
      </w:r>
      <w:r>
        <w:t>Il débarrassa une chaise d</w:t>
      </w:r>
      <w:r w:rsidR="00894734">
        <w:t>’</w:t>
      </w:r>
      <w:r>
        <w:t>une pile de paperasses et s</w:t>
      </w:r>
      <w:r w:rsidR="00894734">
        <w:t>’</w:t>
      </w:r>
      <w:r>
        <w:t>installa sur une valise</w:t>
      </w:r>
      <w:r w:rsidR="00894734">
        <w:t xml:space="preserve">. </w:t>
      </w:r>
      <w:r>
        <w:t>Il me raconta qu</w:t>
      </w:r>
      <w:r w:rsidR="00894734">
        <w:t>’</w:t>
      </w:r>
      <w:r>
        <w:t>il était à San Francisco depuis près d</w:t>
      </w:r>
      <w:r w:rsidR="00894734">
        <w:t>’</w:t>
      </w:r>
      <w:r>
        <w:t>un an</w:t>
      </w:r>
      <w:r w:rsidR="00894734">
        <w:t xml:space="preserve">, </w:t>
      </w:r>
      <w:r>
        <w:t>sauf aux fins de s</w:t>
      </w:r>
      <w:r>
        <w:t>e</w:t>
      </w:r>
      <w:r>
        <w:t>maine et pendant les deux mois d</w:t>
      </w:r>
      <w:r w:rsidR="00894734">
        <w:t>’</w:t>
      </w:r>
      <w:r>
        <w:t>été qu</w:t>
      </w:r>
      <w:r w:rsidR="00894734">
        <w:t>’</w:t>
      </w:r>
      <w:r>
        <w:t>il passait à la camp</w:t>
      </w:r>
      <w:r>
        <w:t>a</w:t>
      </w:r>
      <w:r>
        <w:t>gne</w:t>
      </w:r>
      <w:r w:rsidR="00894734">
        <w:t xml:space="preserve">. </w:t>
      </w:r>
      <w:r>
        <w:t>Il terminait un roman</w:t>
      </w:r>
      <w:r w:rsidR="00894734">
        <w:t xml:space="preserve">. </w:t>
      </w:r>
      <w:r>
        <w:t>San Francisco lui plaisait et il me déclara à brûle-pourpoint qu</w:t>
      </w:r>
      <w:r w:rsidR="00894734">
        <w:t>’</w:t>
      </w:r>
      <w:r>
        <w:t>il ne s</w:t>
      </w:r>
      <w:r w:rsidR="00894734">
        <w:t>’</w:t>
      </w:r>
      <w:r>
        <w:t>opposerait pas pourtant à ce qu</w:t>
      </w:r>
      <w:r w:rsidR="00894734">
        <w:t>’</w:t>
      </w:r>
      <w:r>
        <w:t>on rendît l</w:t>
      </w:r>
      <w:r w:rsidR="00894734">
        <w:t>’</w:t>
      </w:r>
      <w:r>
        <w:t>Ouest aux Indiens</w:t>
      </w:r>
      <w:r w:rsidR="00894734">
        <w:t>.</w:t>
      </w:r>
    </w:p>
    <w:p w14:paraId="22EF7300" w14:textId="77777777" w:rsidR="00894734" w:rsidRDefault="00894734">
      <w:r>
        <w:t>— </w:t>
      </w:r>
      <w:r w:rsidR="00000000">
        <w:t>Et comment va la littérature</w:t>
      </w:r>
      <w:r>
        <w:t xml:space="preserve"> ? </w:t>
      </w:r>
      <w:r w:rsidR="00000000">
        <w:t>demandai-je</w:t>
      </w:r>
      <w:r>
        <w:t>.</w:t>
      </w:r>
    </w:p>
    <w:p w14:paraId="552AC100" w14:textId="77777777" w:rsidR="00894734" w:rsidRDefault="00894734">
      <w:r>
        <w:t>— </w:t>
      </w:r>
      <w:r w:rsidR="00000000">
        <w:t>Seigneur</w:t>
      </w:r>
      <w:r>
        <w:t xml:space="preserve">, </w:t>
      </w:r>
      <w:r w:rsidR="00000000">
        <w:t>vous l</w:t>
      </w:r>
      <w:r>
        <w:t>’</w:t>
      </w:r>
      <w:r w:rsidR="00000000">
        <w:t>entendez</w:t>
      </w:r>
      <w:r>
        <w:t xml:space="preserve"> ! </w:t>
      </w:r>
      <w:r w:rsidR="00000000">
        <w:t>dit-il</w:t>
      </w:r>
      <w:r>
        <w:t xml:space="preserve">, </w:t>
      </w:r>
      <w:r w:rsidR="00000000">
        <w:t>avec un geste d</w:t>
      </w:r>
      <w:r>
        <w:t>’</w:t>
      </w:r>
      <w:r w:rsidR="00000000">
        <w:t>effroi comique</w:t>
      </w:r>
      <w:r>
        <w:t xml:space="preserve">. </w:t>
      </w:r>
      <w:r w:rsidR="00000000">
        <w:t>Mais</w:t>
      </w:r>
      <w:r>
        <w:t xml:space="preserve">, </w:t>
      </w:r>
      <w:r w:rsidR="00000000">
        <w:t>mon cher ami</w:t>
      </w:r>
      <w:r>
        <w:t xml:space="preserve">, </w:t>
      </w:r>
      <w:r w:rsidR="00000000">
        <w:t>vous ne me lisez donc pas</w:t>
      </w:r>
      <w:r>
        <w:t xml:space="preserve"> ? </w:t>
      </w:r>
      <w:r w:rsidR="00000000">
        <w:t>Je crois me souvenir cependant que je vous ai offert une fois la co</w:t>
      </w:r>
      <w:r w:rsidR="00000000">
        <w:t>l</w:t>
      </w:r>
      <w:r w:rsidR="00000000">
        <w:t>lection de mes œuvres complètes</w:t>
      </w:r>
      <w:r>
        <w:t> ?</w:t>
      </w:r>
    </w:p>
    <w:p w14:paraId="444A9138" w14:textId="77777777" w:rsidR="00894734" w:rsidRDefault="00894734">
      <w:r>
        <w:t>— </w:t>
      </w:r>
      <w:r w:rsidR="00000000">
        <w:t>Oui</w:t>
      </w:r>
      <w:r>
        <w:t xml:space="preserve">, </w:t>
      </w:r>
      <w:r w:rsidR="00000000">
        <w:t>mais je ne vous ai pas pris au sérieux</w:t>
      </w:r>
      <w:r>
        <w:t xml:space="preserve">. </w:t>
      </w:r>
      <w:r w:rsidR="00000000">
        <w:t>Vous étiez saoul</w:t>
      </w:r>
      <w:r>
        <w:t xml:space="preserve">, </w:t>
      </w:r>
      <w:r w:rsidR="00000000">
        <w:t>d</w:t>
      </w:r>
      <w:r>
        <w:t>’</w:t>
      </w:r>
      <w:r w:rsidR="00000000">
        <w:t>ailleurs</w:t>
      </w:r>
      <w:r>
        <w:t>.</w:t>
      </w:r>
    </w:p>
    <w:p w14:paraId="729E26FF" w14:textId="77777777" w:rsidR="00894734" w:rsidRDefault="00894734">
      <w:r>
        <w:t>— </w:t>
      </w:r>
      <w:r w:rsidR="00000000">
        <w:t>C</w:t>
      </w:r>
      <w:r>
        <w:t>’</w:t>
      </w:r>
      <w:r w:rsidR="00000000">
        <w:t>est vrai</w:t>
      </w:r>
      <w:r>
        <w:t xml:space="preserve">, </w:t>
      </w:r>
      <w:r w:rsidR="00000000">
        <w:t>j</w:t>
      </w:r>
      <w:r>
        <w:t>’</w:t>
      </w:r>
      <w:r w:rsidR="00000000">
        <w:t>avais bu tout le sherry d</w:t>
      </w:r>
      <w:r>
        <w:t>’</w:t>
      </w:r>
      <w:r w:rsidR="00000000">
        <w:t>Elsa Donne</w:t>
      </w:r>
      <w:r>
        <w:t xml:space="preserve">. </w:t>
      </w:r>
      <w:r w:rsidR="00000000">
        <w:t>Vous vous rappelez Elsa</w:t>
      </w:r>
      <w:r>
        <w:t xml:space="preserve"> ? </w:t>
      </w:r>
      <w:r w:rsidR="00000000">
        <w:t>Elle nous avait montré un tableau qu</w:t>
      </w:r>
      <w:r>
        <w:t>’</w:t>
      </w:r>
      <w:r w:rsidR="00000000">
        <w:t>elle venait d</w:t>
      </w:r>
      <w:r>
        <w:t>’</w:t>
      </w:r>
      <w:r w:rsidR="00000000">
        <w:t>achever et vous aviez déclaré que c</w:t>
      </w:r>
      <w:r>
        <w:t>’</w:t>
      </w:r>
      <w:r w:rsidR="00000000">
        <w:t xml:space="preserve">était </w:t>
      </w:r>
      <w:r w:rsidR="00000000">
        <w:rPr>
          <w:i/>
        </w:rPr>
        <w:t>charmant</w:t>
      </w:r>
      <w:r>
        <w:rPr>
          <w:i/>
        </w:rPr>
        <w:t xml:space="preserve">. </w:t>
      </w:r>
      <w:r w:rsidR="00000000">
        <w:t>Charmant</w:t>
      </w:r>
      <w:r>
        <w:t xml:space="preserve"> ! </w:t>
      </w:r>
      <w:r w:rsidR="00000000">
        <w:t>Elle qui prétendait ne peindre que des grands m</w:t>
      </w:r>
      <w:r w:rsidR="00000000">
        <w:t>a</w:t>
      </w:r>
      <w:r w:rsidR="00000000">
        <w:t>chins</w:t>
      </w:r>
      <w:r>
        <w:t xml:space="preserve"> ! </w:t>
      </w:r>
      <w:r w:rsidR="00000000">
        <w:t>Elle était furieuse</w:t>
      </w:r>
      <w:r>
        <w:t xml:space="preserve">, </w:t>
      </w:r>
      <w:r w:rsidR="00000000">
        <w:t>rappelez-vous</w:t>
      </w:r>
      <w:r>
        <w:t xml:space="preserve">. </w:t>
      </w:r>
      <w:r w:rsidR="00000000">
        <w:t>Elle nous a mis dehors</w:t>
      </w:r>
      <w:r>
        <w:t xml:space="preserve">, </w:t>
      </w:r>
      <w:r w:rsidR="00000000">
        <w:t>mais nous avions déjà bu le sherry</w:t>
      </w:r>
      <w:r>
        <w:t xml:space="preserve">. </w:t>
      </w:r>
      <w:r w:rsidR="00000000">
        <w:t>Vous</w:t>
      </w:r>
      <w:r>
        <w:t xml:space="preserve">, </w:t>
      </w:r>
      <w:r w:rsidR="00000000">
        <w:t>vous aviez encore trop de sang-froid pour accepter mes livres</w:t>
      </w:r>
      <w:r>
        <w:t>.</w:t>
      </w:r>
    </w:p>
    <w:p w14:paraId="2D3429D3" w14:textId="77777777" w:rsidR="00894734" w:rsidRDefault="00894734">
      <w:r>
        <w:t>— </w:t>
      </w:r>
      <w:proofErr w:type="gramStart"/>
      <w:r w:rsidR="00000000">
        <w:t>J</w:t>
      </w:r>
      <w:r>
        <w:t>’</w:t>
      </w:r>
      <w:r w:rsidR="00000000">
        <w:t>avais peur</w:t>
      </w:r>
      <w:proofErr w:type="gramEnd"/>
      <w:r w:rsidR="00000000">
        <w:t xml:space="preserve"> d</w:t>
      </w:r>
      <w:r>
        <w:t>’</w:t>
      </w:r>
      <w:r w:rsidR="00000000">
        <w:t>avoir à les lire et à les comprendre</w:t>
      </w:r>
      <w:r>
        <w:t>.</w:t>
      </w:r>
    </w:p>
    <w:p w14:paraId="298D30C0" w14:textId="77777777" w:rsidR="00894734" w:rsidRDefault="00000000">
      <w:r>
        <w:t>Un domestique chinois entra avec un plateau portant des fioles de couleur</w:t>
      </w:r>
      <w:r w:rsidR="00894734">
        <w:t xml:space="preserve">. </w:t>
      </w:r>
      <w:r>
        <w:t>Fitz me dit</w:t>
      </w:r>
      <w:r w:rsidR="00894734">
        <w:t> :</w:t>
      </w:r>
    </w:p>
    <w:p w14:paraId="524F4F3A" w14:textId="77777777" w:rsidR="00894734" w:rsidRDefault="00894734">
      <w:r>
        <w:lastRenderedPageBreak/>
        <w:t>— </w:t>
      </w:r>
      <w:r w:rsidR="00000000">
        <w:t>Et je suppose que vous êtes encore sur la piste de quelque infortuné malfaiteur</w:t>
      </w:r>
      <w:r>
        <w:t>.</w:t>
      </w:r>
    </w:p>
    <w:p w14:paraId="43590258" w14:textId="77777777" w:rsidR="00894734" w:rsidRDefault="00894734">
      <w:r>
        <w:t>— </w:t>
      </w:r>
      <w:r w:rsidR="00000000">
        <w:t>Oui</w:t>
      </w:r>
      <w:r>
        <w:t xml:space="preserve">, </w:t>
      </w:r>
      <w:r w:rsidR="00000000">
        <w:t>et c</w:t>
      </w:r>
      <w:r>
        <w:t>’</w:t>
      </w:r>
      <w:r w:rsidR="00000000">
        <w:t>est ce qui me vaut la joie de vous avoir retrouvé</w:t>
      </w:r>
      <w:r>
        <w:t xml:space="preserve">. </w:t>
      </w:r>
      <w:r w:rsidR="00000000">
        <w:t>Halstead</w:t>
      </w:r>
      <w:r>
        <w:t xml:space="preserve">, </w:t>
      </w:r>
      <w:r w:rsidR="00000000">
        <w:t>le diamantaire</w:t>
      </w:r>
      <w:r>
        <w:t xml:space="preserve">, </w:t>
      </w:r>
      <w:r w:rsidR="00000000">
        <w:t>m</w:t>
      </w:r>
      <w:r>
        <w:t>’</w:t>
      </w:r>
      <w:r w:rsidR="00000000">
        <w:t xml:space="preserve">a dit que vous connaissiez Edgar </w:t>
      </w:r>
      <w:proofErr w:type="spellStart"/>
      <w:r w:rsidR="00000000">
        <w:t>Legget</w:t>
      </w:r>
      <w:proofErr w:type="spellEnd"/>
      <w:r>
        <w:t>.</w:t>
      </w:r>
    </w:p>
    <w:p w14:paraId="638DADD0" w14:textId="77777777" w:rsidR="00894734" w:rsidRDefault="00000000">
      <w:r>
        <w:t>Une lueur passa dans les yeux gris</w:t>
      </w:r>
      <w:r w:rsidR="00894734">
        <w:t xml:space="preserve">, </w:t>
      </w:r>
      <w:r>
        <w:t>habituellement e</w:t>
      </w:r>
      <w:r>
        <w:t>n</w:t>
      </w:r>
      <w:r>
        <w:t>sommeillés et il se dressa un peu sur sa valise</w:t>
      </w:r>
      <w:r w:rsidR="00894734">
        <w:t xml:space="preserve">, </w:t>
      </w:r>
      <w:r>
        <w:t>me demandant</w:t>
      </w:r>
      <w:r w:rsidR="00894734">
        <w:t> :</w:t>
      </w:r>
    </w:p>
    <w:p w14:paraId="5BCD648F" w14:textId="77777777" w:rsidR="00894734" w:rsidRDefault="00894734">
      <w:r>
        <w:t>— </w:t>
      </w:r>
      <w:proofErr w:type="spellStart"/>
      <w:r w:rsidR="00000000">
        <w:t>Legget</w:t>
      </w:r>
      <w:proofErr w:type="spellEnd"/>
      <w:r w:rsidR="00000000">
        <w:t xml:space="preserve"> a une histoire</w:t>
      </w:r>
      <w:r>
        <w:t> ?</w:t>
      </w:r>
    </w:p>
    <w:p w14:paraId="6203B1C0" w14:textId="77777777" w:rsidR="00894734" w:rsidRDefault="00894734">
      <w:r>
        <w:t>— </w:t>
      </w:r>
      <w:r w:rsidR="00000000">
        <w:t>Pourquoi me dites-vous cela</w:t>
      </w:r>
      <w:r>
        <w:t> ?</w:t>
      </w:r>
    </w:p>
    <w:p w14:paraId="65272640" w14:textId="77777777" w:rsidR="00894734" w:rsidRDefault="00894734">
      <w:r>
        <w:t>— </w:t>
      </w:r>
      <w:r w:rsidR="00000000">
        <w:t>Je ne le dis pas</w:t>
      </w:r>
      <w:r>
        <w:t xml:space="preserve">, </w:t>
      </w:r>
      <w:r w:rsidR="00000000">
        <w:t>je le demande</w:t>
      </w:r>
      <w:r>
        <w:t xml:space="preserve">. </w:t>
      </w:r>
      <w:r w:rsidR="00000000">
        <w:t>Allons</w:t>
      </w:r>
      <w:r>
        <w:t xml:space="preserve">, </w:t>
      </w:r>
      <w:r w:rsidR="00000000">
        <w:t>mon garçon</w:t>
      </w:r>
      <w:r>
        <w:t xml:space="preserve">, </w:t>
      </w:r>
      <w:r w:rsidR="00000000">
        <w:t>r</w:t>
      </w:r>
      <w:r w:rsidR="00000000">
        <w:t>a</w:t>
      </w:r>
      <w:r w:rsidR="00000000">
        <w:t>contez-moi votre affaire</w:t>
      </w:r>
      <w:r>
        <w:t xml:space="preserve">. </w:t>
      </w:r>
      <w:r w:rsidR="00000000">
        <w:t>Qu</w:t>
      </w:r>
      <w:r>
        <w:t>’</w:t>
      </w:r>
      <w:r w:rsidR="00000000">
        <w:t xml:space="preserve">est-il arrivé à </w:t>
      </w:r>
      <w:proofErr w:type="spellStart"/>
      <w:r w:rsidR="00000000">
        <w:t>Legget</w:t>
      </w:r>
      <w:proofErr w:type="spellEnd"/>
      <w:r>
        <w:t> ?</w:t>
      </w:r>
    </w:p>
    <w:p w14:paraId="746EDF86" w14:textId="77777777" w:rsidR="00894734" w:rsidRDefault="00894734">
      <w:r>
        <w:t>— </w:t>
      </w:r>
      <w:r w:rsidR="00000000">
        <w:t>Un vol chez lui</w:t>
      </w:r>
      <w:r>
        <w:t xml:space="preserve">, </w:t>
      </w:r>
      <w:r w:rsidR="00000000">
        <w:t>banal en apparence</w:t>
      </w:r>
      <w:r>
        <w:t xml:space="preserve">, </w:t>
      </w:r>
      <w:r w:rsidR="00000000">
        <w:t>mais je suis presque sûr qu</w:t>
      </w:r>
      <w:r>
        <w:t>’</w:t>
      </w:r>
      <w:r w:rsidR="00000000">
        <w:t>il y a autre chose</w:t>
      </w:r>
      <w:r>
        <w:t xml:space="preserve">. </w:t>
      </w:r>
      <w:r w:rsidR="00000000">
        <w:t>Seulement pour cela</w:t>
      </w:r>
      <w:r>
        <w:t xml:space="preserve">, </w:t>
      </w:r>
      <w:r w:rsidR="00000000">
        <w:t>je ne m</w:t>
      </w:r>
      <w:r>
        <w:t>’</w:t>
      </w:r>
      <w:r w:rsidR="00000000">
        <w:t>appuie encore sur rien de certain</w:t>
      </w:r>
      <w:r>
        <w:t xml:space="preserve">, </w:t>
      </w:r>
      <w:r w:rsidR="00000000">
        <w:t>c</w:t>
      </w:r>
      <w:r>
        <w:t>’</w:t>
      </w:r>
      <w:r w:rsidR="00000000">
        <w:t>est pourquoi je vous demande de répondre à mes questions d</w:t>
      </w:r>
      <w:r>
        <w:t>’</w:t>
      </w:r>
      <w:r w:rsidR="00000000">
        <w:t>abord</w:t>
      </w:r>
      <w:r>
        <w:t xml:space="preserve">. </w:t>
      </w:r>
      <w:r w:rsidR="00000000">
        <w:t>Depuis combien de temps le connaissez-vous</w:t>
      </w:r>
      <w:r>
        <w:t> ?</w:t>
      </w:r>
    </w:p>
    <w:p w14:paraId="04769AE4" w14:textId="77777777" w:rsidR="00894734" w:rsidRDefault="00894734">
      <w:r>
        <w:t>— </w:t>
      </w:r>
      <w:r w:rsidR="00000000">
        <w:t>Je l</w:t>
      </w:r>
      <w:r>
        <w:t>’</w:t>
      </w:r>
      <w:r w:rsidR="00000000">
        <w:t>ai connu très peu de temps après mon arrivée ici</w:t>
      </w:r>
      <w:r>
        <w:t xml:space="preserve">. </w:t>
      </w:r>
      <w:r w:rsidR="00000000">
        <w:t>Il m</w:t>
      </w:r>
      <w:r>
        <w:t>’</w:t>
      </w:r>
      <w:r w:rsidR="00000000">
        <w:t>a toujours intéressé</w:t>
      </w:r>
      <w:r>
        <w:t xml:space="preserve">. </w:t>
      </w:r>
      <w:r w:rsidR="00000000">
        <w:t>Il y a en lui quelque chose de trouble</w:t>
      </w:r>
      <w:r>
        <w:t xml:space="preserve">, </w:t>
      </w:r>
      <w:r w:rsidR="00000000">
        <w:t>d</w:t>
      </w:r>
      <w:r>
        <w:t>’</w:t>
      </w:r>
      <w:r w:rsidR="00000000">
        <w:t>inexplicable</w:t>
      </w:r>
      <w:r>
        <w:t xml:space="preserve">, </w:t>
      </w:r>
      <w:r w:rsidR="00000000">
        <w:t>un côté mystérieux qui m</w:t>
      </w:r>
      <w:r>
        <w:t>’</w:t>
      </w:r>
      <w:r w:rsidR="00000000">
        <w:t>a attiré</w:t>
      </w:r>
      <w:r>
        <w:t xml:space="preserve">, </w:t>
      </w:r>
      <w:r w:rsidR="00000000">
        <w:t>naturellement</w:t>
      </w:r>
      <w:r>
        <w:t xml:space="preserve">. </w:t>
      </w:r>
      <w:r w:rsidR="00000000">
        <w:t>Il paraît qu</w:t>
      </w:r>
      <w:r>
        <w:t>’</w:t>
      </w:r>
      <w:r w:rsidR="00000000">
        <w:t>il vit comme un ascète</w:t>
      </w:r>
      <w:r>
        <w:t xml:space="preserve">, </w:t>
      </w:r>
      <w:r w:rsidR="00000000">
        <w:t>ne fumant pas</w:t>
      </w:r>
      <w:r>
        <w:t xml:space="preserve">, </w:t>
      </w:r>
      <w:r w:rsidR="00000000">
        <w:t>ne buvant que de l</w:t>
      </w:r>
      <w:r>
        <w:t>’</w:t>
      </w:r>
      <w:r w:rsidR="00000000">
        <w:t>eau</w:t>
      </w:r>
      <w:r>
        <w:t xml:space="preserve">, </w:t>
      </w:r>
      <w:r w:rsidR="00000000">
        <w:t>mangeant maigrement et ne dormant</w:t>
      </w:r>
      <w:r>
        <w:t xml:space="preserve">, </w:t>
      </w:r>
      <w:r w:rsidR="00000000">
        <w:t>m</w:t>
      </w:r>
      <w:r>
        <w:t>’</w:t>
      </w:r>
      <w:r w:rsidR="00000000">
        <w:t>a-t-on dit</w:t>
      </w:r>
      <w:r>
        <w:t xml:space="preserve">, </w:t>
      </w:r>
      <w:r w:rsidR="00000000">
        <w:t>que trois ou quatre heures par nuit</w:t>
      </w:r>
      <w:r>
        <w:t xml:space="preserve">. </w:t>
      </w:r>
      <w:r w:rsidR="00000000">
        <w:t>Pourtant</w:t>
      </w:r>
      <w:r>
        <w:t xml:space="preserve">, </w:t>
      </w:r>
      <w:r w:rsidR="00000000">
        <w:t>certains côtés de son esprit révèlent un être profondément sensuel</w:t>
      </w:r>
      <w:r>
        <w:t xml:space="preserve">. </w:t>
      </w:r>
      <w:r w:rsidR="00000000">
        <w:t>C</w:t>
      </w:r>
      <w:r>
        <w:t>’</w:t>
      </w:r>
      <w:r w:rsidR="00000000">
        <w:t>est un homme très attachant</w:t>
      </w:r>
      <w:r>
        <w:t xml:space="preserve">. </w:t>
      </w:r>
      <w:r w:rsidR="00000000">
        <w:t>Ses amis</w:t>
      </w:r>
      <w:r>
        <w:t xml:space="preserve">, – </w:t>
      </w:r>
      <w:r w:rsidR="00000000">
        <w:t>non</w:t>
      </w:r>
      <w:r>
        <w:t xml:space="preserve">, </w:t>
      </w:r>
      <w:r w:rsidR="00000000">
        <w:t>il n</w:t>
      </w:r>
      <w:r>
        <w:t>’</w:t>
      </w:r>
      <w:r w:rsidR="00000000">
        <w:t>en a pas</w:t>
      </w:r>
      <w:r>
        <w:t xml:space="preserve"> – </w:t>
      </w:r>
      <w:r w:rsidR="00000000">
        <w:t>ses co</w:t>
      </w:r>
      <w:r w:rsidR="00000000">
        <w:t>m</w:t>
      </w:r>
      <w:r w:rsidR="00000000">
        <w:t xml:space="preserve">pagnons habituels sont </w:t>
      </w:r>
      <w:proofErr w:type="gramStart"/>
      <w:r w:rsidR="00000000">
        <w:t>tous</w:t>
      </w:r>
      <w:proofErr w:type="gramEnd"/>
      <w:r w:rsidR="00000000">
        <w:t xml:space="preserve"> gens ayant évidemment des idées de l</w:t>
      </w:r>
      <w:r>
        <w:t>’</w:t>
      </w:r>
      <w:r w:rsidR="00000000">
        <w:t>autre monde</w:t>
      </w:r>
      <w:r>
        <w:t xml:space="preserve">, </w:t>
      </w:r>
      <w:r w:rsidR="00000000">
        <w:t xml:space="preserve">comme les </w:t>
      </w:r>
      <w:proofErr w:type="spellStart"/>
      <w:r w:rsidR="00000000">
        <w:t>Haldorn</w:t>
      </w:r>
      <w:proofErr w:type="spellEnd"/>
      <w:r w:rsidR="00000000">
        <w:t xml:space="preserve"> et leur secte de Saint-Graal</w:t>
      </w:r>
      <w:r>
        <w:t>…</w:t>
      </w:r>
    </w:p>
    <w:p w14:paraId="63F5D3C3" w14:textId="77777777" w:rsidR="00894734" w:rsidRDefault="00894734">
      <w:r>
        <w:t>— </w:t>
      </w:r>
      <w:r w:rsidR="00000000">
        <w:t>Et connaissez-vous Éric Collinson</w:t>
      </w:r>
      <w:r>
        <w:t> ?</w:t>
      </w:r>
    </w:p>
    <w:p w14:paraId="1E0A7834" w14:textId="77777777" w:rsidR="00894734" w:rsidRDefault="00894734">
      <w:r>
        <w:lastRenderedPageBreak/>
        <w:t>— </w:t>
      </w:r>
      <w:r w:rsidR="00000000">
        <w:t>Oui</w:t>
      </w:r>
      <w:r>
        <w:t xml:space="preserve">, </w:t>
      </w:r>
      <w:r w:rsidR="00000000">
        <w:t>je crois qu</w:t>
      </w:r>
      <w:r>
        <w:t>’</w:t>
      </w:r>
      <w:r w:rsidR="00000000">
        <w:t xml:space="preserve">il est fiancé à Gabrielle </w:t>
      </w:r>
      <w:proofErr w:type="spellStart"/>
      <w:r w:rsidR="00000000">
        <w:t>Legget</w:t>
      </w:r>
      <w:proofErr w:type="spellEnd"/>
      <w:r>
        <w:t xml:space="preserve">. </w:t>
      </w:r>
      <w:r w:rsidR="00000000">
        <w:t>Il a fait ses études à Philadelphie</w:t>
      </w:r>
      <w:r>
        <w:t xml:space="preserve">, </w:t>
      </w:r>
      <w:r w:rsidR="00000000">
        <w:t>il gagne largement sa vie dans la finance</w:t>
      </w:r>
      <w:r>
        <w:t xml:space="preserve">, </w:t>
      </w:r>
      <w:r w:rsidR="00000000">
        <w:t>il est très sportif</w:t>
      </w:r>
      <w:r>
        <w:t xml:space="preserve">, </w:t>
      </w:r>
      <w:r w:rsidR="00000000">
        <w:t>un garçon bien gentil</w:t>
      </w:r>
      <w:r>
        <w:t> !</w:t>
      </w:r>
    </w:p>
    <w:p w14:paraId="5877DEA2" w14:textId="77777777" w:rsidR="00894734" w:rsidRDefault="00894734">
      <w:r>
        <w:t>— </w:t>
      </w:r>
      <w:r w:rsidR="00000000">
        <w:t>Cela se peut</w:t>
      </w:r>
      <w:r>
        <w:t xml:space="preserve">, </w:t>
      </w:r>
      <w:r w:rsidR="00000000">
        <w:t>dis-je</w:t>
      </w:r>
      <w:r>
        <w:t xml:space="preserve">, </w:t>
      </w:r>
      <w:r w:rsidR="00000000">
        <w:t>mais il m</w:t>
      </w:r>
      <w:r>
        <w:t>’</w:t>
      </w:r>
      <w:r w:rsidR="00000000">
        <w:t>a menti</w:t>
      </w:r>
      <w:r>
        <w:t>.</w:t>
      </w:r>
    </w:p>
    <w:p w14:paraId="13EE08E1" w14:textId="77777777" w:rsidR="00894734" w:rsidRDefault="00894734">
      <w:r>
        <w:t>— </w:t>
      </w:r>
      <w:r w:rsidR="00000000">
        <w:t>Y avait-il une femme dans l</w:t>
      </w:r>
      <w:r>
        <w:t>’</w:t>
      </w:r>
      <w:r w:rsidR="00000000">
        <w:t>histoire</w:t>
      </w:r>
      <w:r>
        <w:t> ?</w:t>
      </w:r>
    </w:p>
    <w:p w14:paraId="3794E2AE" w14:textId="77777777" w:rsidR="00894734" w:rsidRDefault="00894734">
      <w:r>
        <w:t>— </w:t>
      </w:r>
      <w:r w:rsidR="00000000">
        <w:t>Oui</w:t>
      </w:r>
      <w:r>
        <w:t>.</w:t>
      </w:r>
    </w:p>
    <w:p w14:paraId="6C00B0D1" w14:textId="77777777" w:rsidR="00894734" w:rsidRDefault="00894734">
      <w:r>
        <w:t>— </w:t>
      </w:r>
      <w:r w:rsidR="00000000">
        <w:t>Alors</w:t>
      </w:r>
      <w:r>
        <w:t xml:space="preserve">, </w:t>
      </w:r>
      <w:r w:rsidR="00000000">
        <w:t>c</w:t>
      </w:r>
      <w:r>
        <w:t>’</w:t>
      </w:r>
      <w:r w:rsidR="00000000">
        <w:t>est correct</w:t>
      </w:r>
      <w:r>
        <w:t xml:space="preserve">. </w:t>
      </w:r>
      <w:r w:rsidR="00000000">
        <w:t>Je m</w:t>
      </w:r>
      <w:r>
        <w:t>’</w:t>
      </w:r>
      <w:r w:rsidR="00000000">
        <w:t>explique</w:t>
      </w:r>
      <w:r>
        <w:t xml:space="preserve">. </w:t>
      </w:r>
      <w:r w:rsidR="00000000">
        <w:t>Le chevalier Bayard ment toujours quand une femme est en cause</w:t>
      </w:r>
      <w:r>
        <w:t xml:space="preserve">, </w:t>
      </w:r>
      <w:r w:rsidR="00000000">
        <w:t>même si cela doit lui causer des ennuis</w:t>
      </w:r>
      <w:r>
        <w:t xml:space="preserve">. </w:t>
      </w:r>
      <w:r w:rsidR="00000000">
        <w:t>C</w:t>
      </w:r>
      <w:r>
        <w:t>’</w:t>
      </w:r>
      <w:r w:rsidR="00000000">
        <w:t>est une loi élémentaire de la chevalerie</w:t>
      </w:r>
      <w:r>
        <w:t xml:space="preserve">, </w:t>
      </w:r>
      <w:r w:rsidR="00000000">
        <w:t>vous savez</w:t>
      </w:r>
      <w:r>
        <w:t xml:space="preserve">. </w:t>
      </w:r>
      <w:r w:rsidR="00000000">
        <w:t>Qui est la femme</w:t>
      </w:r>
      <w:r>
        <w:t> ?</w:t>
      </w:r>
    </w:p>
    <w:p w14:paraId="280C14C6" w14:textId="77777777" w:rsidR="00894734" w:rsidRDefault="00894734">
      <w:r>
        <w:t>— </w:t>
      </w:r>
      <w:r w:rsidR="00000000">
        <w:t xml:space="preserve">Gabrielle </w:t>
      </w:r>
      <w:proofErr w:type="spellStart"/>
      <w:r w:rsidR="00000000">
        <w:t>Legget</w:t>
      </w:r>
      <w:proofErr w:type="spellEnd"/>
      <w:r>
        <w:t xml:space="preserve">, </w:t>
      </w:r>
      <w:r w:rsidR="00000000">
        <w:t>dis-je</w:t>
      </w:r>
      <w:r>
        <w:t>.</w:t>
      </w:r>
    </w:p>
    <w:p w14:paraId="11A5DBB9" w14:textId="77777777" w:rsidR="00894734" w:rsidRDefault="00000000">
      <w:r>
        <w:t>Et je racontai tout ce que je savais de l</w:t>
      </w:r>
      <w:r w:rsidR="00894734">
        <w:t>’</w:t>
      </w:r>
      <w:r>
        <w:t>histoire des di</w:t>
      </w:r>
      <w:r>
        <w:t>a</w:t>
      </w:r>
      <w:r>
        <w:t>mants volés et de l</w:t>
      </w:r>
      <w:r w:rsidR="00894734">
        <w:t>’</w:t>
      </w:r>
      <w:r>
        <w:t xml:space="preserve">homme mort de Golden </w:t>
      </w:r>
      <w:proofErr w:type="spellStart"/>
      <w:r>
        <w:t>Gate</w:t>
      </w:r>
      <w:proofErr w:type="spellEnd"/>
      <w:r>
        <w:t xml:space="preserve"> avenue</w:t>
      </w:r>
      <w:r w:rsidR="00894734">
        <w:t xml:space="preserve">. </w:t>
      </w:r>
      <w:proofErr w:type="spellStart"/>
      <w:r>
        <w:t>Fit</w:t>
      </w:r>
      <w:r>
        <w:t>z</w:t>
      </w:r>
      <w:r>
        <w:t>stephan</w:t>
      </w:r>
      <w:proofErr w:type="spellEnd"/>
      <w:r>
        <w:t xml:space="preserve"> me dit</w:t>
      </w:r>
      <w:r w:rsidR="00894734">
        <w:t> :</w:t>
      </w:r>
    </w:p>
    <w:p w14:paraId="2F021500" w14:textId="77777777" w:rsidR="00894734" w:rsidRDefault="00894734">
      <w:r>
        <w:t>— </w:t>
      </w:r>
      <w:r w:rsidR="00000000">
        <w:t>J</w:t>
      </w:r>
      <w:r>
        <w:t>’</w:t>
      </w:r>
      <w:r w:rsidR="00000000">
        <w:t>ai toujours pensé</w:t>
      </w:r>
      <w:r>
        <w:t xml:space="preserve">, </w:t>
      </w:r>
      <w:r w:rsidR="00000000">
        <w:t>je dois vous le dire</w:t>
      </w:r>
      <w:r>
        <w:t xml:space="preserve">, </w:t>
      </w:r>
      <w:r w:rsidR="00000000">
        <w:t xml:space="preserve">que </w:t>
      </w:r>
      <w:proofErr w:type="spellStart"/>
      <w:r w:rsidR="00000000">
        <w:t>Legget</w:t>
      </w:r>
      <w:proofErr w:type="spellEnd"/>
      <w:r w:rsidR="00000000">
        <w:t xml:space="preserve"> avait un passé</w:t>
      </w:r>
      <w:r>
        <w:t xml:space="preserve">. </w:t>
      </w:r>
      <w:r w:rsidR="00000000">
        <w:t>Ce passé</w:t>
      </w:r>
      <w:r>
        <w:t xml:space="preserve">, </w:t>
      </w:r>
      <w:r w:rsidR="00000000">
        <w:t>quel est-il</w:t>
      </w:r>
      <w:r>
        <w:t xml:space="preserve"> ? </w:t>
      </w:r>
      <w:r w:rsidR="00000000">
        <w:t>Ce n</w:t>
      </w:r>
      <w:r>
        <w:t>’</w:t>
      </w:r>
      <w:r w:rsidR="00000000">
        <w:t>est pas ma faute si je ne le sais pas</w:t>
      </w:r>
      <w:r>
        <w:t xml:space="preserve">, </w:t>
      </w:r>
      <w:r w:rsidR="00000000">
        <w:t>mais vous n</w:t>
      </w:r>
      <w:r>
        <w:t>’</w:t>
      </w:r>
      <w:r w:rsidR="00000000">
        <w:t>imaginez pas comme ces gens sont s</w:t>
      </w:r>
      <w:r w:rsidR="00000000">
        <w:t>e</w:t>
      </w:r>
      <w:r w:rsidR="00000000">
        <w:t>crets</w:t>
      </w:r>
      <w:r>
        <w:t> !</w:t>
      </w:r>
    </w:p>
    <w:p w14:paraId="747C1869" w14:textId="77777777" w:rsidR="00894734" w:rsidRDefault="00894734">
      <w:r>
        <w:t>— </w:t>
      </w:r>
      <w:r w:rsidR="00000000">
        <w:t>Avez-vous essayé</w:t>
      </w:r>
      <w:r>
        <w:t> ?…</w:t>
      </w:r>
    </w:p>
    <w:p w14:paraId="34B8BF26" w14:textId="77777777" w:rsidR="00894734" w:rsidRDefault="00894734">
      <w:r>
        <w:t>— </w:t>
      </w:r>
      <w:r w:rsidR="00000000">
        <w:t>Évidemment</w:t>
      </w:r>
      <w:r>
        <w:t xml:space="preserve">. </w:t>
      </w:r>
      <w:r w:rsidR="00000000">
        <w:t>Mon métier est de connaître les âmes</w:t>
      </w:r>
      <w:r>
        <w:t xml:space="preserve">. </w:t>
      </w:r>
      <w:r w:rsidR="00000000">
        <w:t>Cela me fait de la matière première</w:t>
      </w:r>
      <w:r>
        <w:t xml:space="preserve">. </w:t>
      </w:r>
      <w:r w:rsidR="00000000">
        <w:t>Il m</w:t>
      </w:r>
      <w:r>
        <w:t>’</w:t>
      </w:r>
      <w:r w:rsidR="00000000">
        <w:t>est venu un doute</w:t>
      </w:r>
      <w:r>
        <w:t xml:space="preserve">. </w:t>
      </w:r>
      <w:r w:rsidR="00000000">
        <w:t xml:space="preserve">Je crois que </w:t>
      </w:r>
      <w:proofErr w:type="spellStart"/>
      <w:r w:rsidR="00000000">
        <w:t>Legget</w:t>
      </w:r>
      <w:proofErr w:type="spellEnd"/>
      <w:r w:rsidR="00000000">
        <w:t xml:space="preserve"> n</w:t>
      </w:r>
      <w:r>
        <w:t>’</w:t>
      </w:r>
      <w:r w:rsidR="00000000">
        <w:t>est pas son nom</w:t>
      </w:r>
      <w:r>
        <w:t xml:space="preserve">. </w:t>
      </w:r>
      <w:r w:rsidR="00000000">
        <w:t>Et je crois qu</w:t>
      </w:r>
      <w:r>
        <w:t>’</w:t>
      </w:r>
      <w:r w:rsidR="00000000">
        <w:t>il est Français</w:t>
      </w:r>
      <w:r>
        <w:t xml:space="preserve">. </w:t>
      </w:r>
      <w:r w:rsidR="00000000">
        <w:t>Il m</w:t>
      </w:r>
      <w:r>
        <w:t>’</w:t>
      </w:r>
      <w:r w:rsidR="00000000">
        <w:t>a dit une fois qu</w:t>
      </w:r>
      <w:r>
        <w:t>’</w:t>
      </w:r>
      <w:r w:rsidR="00000000">
        <w:t>il était originaire d</w:t>
      </w:r>
      <w:r>
        <w:t>’</w:t>
      </w:r>
      <w:r w:rsidR="00000000">
        <w:t>Atlanta</w:t>
      </w:r>
      <w:r>
        <w:t xml:space="preserve">, </w:t>
      </w:r>
      <w:r w:rsidR="00000000">
        <w:t>mais tout dans son aspect extérieur et surtout la qualité de son esprit</w:t>
      </w:r>
      <w:r>
        <w:t xml:space="preserve">, </w:t>
      </w:r>
      <w:r w:rsidR="00000000">
        <w:t>son léger accent</w:t>
      </w:r>
      <w:r>
        <w:t xml:space="preserve">, </w:t>
      </w:r>
      <w:r w:rsidR="00000000">
        <w:t>le désigne comme un Français</w:t>
      </w:r>
      <w:r>
        <w:t>.</w:t>
      </w:r>
    </w:p>
    <w:p w14:paraId="794AC781" w14:textId="77777777" w:rsidR="00894734" w:rsidRDefault="00894734">
      <w:r>
        <w:t>— </w:t>
      </w:r>
      <w:r w:rsidR="00000000">
        <w:t>Et pour le reste de la famille</w:t>
      </w:r>
      <w:r>
        <w:t xml:space="preserve"> ? </w:t>
      </w:r>
      <w:r w:rsidR="00000000">
        <w:t>Gabrielle</w:t>
      </w:r>
      <w:r>
        <w:t xml:space="preserve"> ? </w:t>
      </w:r>
      <w:r w:rsidR="00000000">
        <w:t>Ne la croyez-vous pas un peu folle</w:t>
      </w:r>
      <w:r>
        <w:t> ?</w:t>
      </w:r>
    </w:p>
    <w:p w14:paraId="28F7016A" w14:textId="77777777" w:rsidR="00894734" w:rsidRDefault="00894734">
      <w:r>
        <w:lastRenderedPageBreak/>
        <w:t>— </w:t>
      </w:r>
      <w:r w:rsidR="00000000">
        <w:t>Oui</w:t>
      </w:r>
      <w:r>
        <w:t xml:space="preserve">, </w:t>
      </w:r>
      <w:r w:rsidR="00000000">
        <w:t>je me le suis souvent demandé</w:t>
      </w:r>
      <w:r>
        <w:t xml:space="preserve">. </w:t>
      </w:r>
      <w:r w:rsidR="00000000">
        <w:t>Elle a des yeux b</w:t>
      </w:r>
      <w:r w:rsidR="00000000">
        <w:t>i</w:t>
      </w:r>
      <w:r w:rsidR="00000000">
        <w:t>zarres</w:t>
      </w:r>
      <w:r>
        <w:t xml:space="preserve">, </w:t>
      </w:r>
      <w:r w:rsidR="00000000">
        <w:t>encore que fort beaux</w:t>
      </w:r>
      <w:r>
        <w:t xml:space="preserve">. </w:t>
      </w:r>
      <w:r w:rsidR="00000000">
        <w:t>Il y a une chose dont je suis sûr</w:t>
      </w:r>
      <w:r>
        <w:t xml:space="preserve">, </w:t>
      </w:r>
      <w:r w:rsidR="00000000">
        <w:t>c</w:t>
      </w:r>
      <w:r>
        <w:t>’</w:t>
      </w:r>
      <w:r w:rsidR="00000000">
        <w:t>est qu</w:t>
      </w:r>
      <w:r>
        <w:t>’</w:t>
      </w:r>
      <w:r w:rsidR="00000000">
        <w:t>elle a son père en haine</w:t>
      </w:r>
      <w:r>
        <w:t xml:space="preserve">. </w:t>
      </w:r>
      <w:r w:rsidR="00000000">
        <w:t>Et lui l</w:t>
      </w:r>
      <w:r>
        <w:t>’</w:t>
      </w:r>
      <w:r w:rsidR="00000000">
        <w:t>adore</w:t>
      </w:r>
      <w:r>
        <w:t>.</w:t>
      </w:r>
    </w:p>
    <w:p w14:paraId="7A6A7C2B" w14:textId="77777777" w:rsidR="00894734" w:rsidRDefault="00894734">
      <w:r>
        <w:t>— </w:t>
      </w:r>
      <w:r w:rsidR="00000000">
        <w:t>Savez-vous d</w:t>
      </w:r>
      <w:r>
        <w:t>’</w:t>
      </w:r>
      <w:r w:rsidR="00000000">
        <w:t>où peut venir cette haine</w:t>
      </w:r>
      <w:r>
        <w:t> ?</w:t>
      </w:r>
    </w:p>
    <w:p w14:paraId="1274C17A" w14:textId="77777777" w:rsidR="00894734" w:rsidRDefault="00894734">
      <w:r>
        <w:t>— </w:t>
      </w:r>
      <w:r w:rsidR="00000000">
        <w:t>Peut-être de l</w:t>
      </w:r>
      <w:r>
        <w:t>’</w:t>
      </w:r>
      <w:r w:rsidR="00000000">
        <w:t>adoration qu</w:t>
      </w:r>
      <w:r>
        <w:t>’</w:t>
      </w:r>
      <w:r w:rsidR="00000000">
        <w:t>il a pour elle</w:t>
      </w:r>
      <w:r>
        <w:t>…</w:t>
      </w:r>
    </w:p>
    <w:p w14:paraId="3C6FCBF3" w14:textId="77777777" w:rsidR="00894734" w:rsidRDefault="00894734">
      <w:pPr>
        <w:rPr>
          <w:lang w:val="en-GB"/>
        </w:rPr>
      </w:pPr>
      <w:r>
        <w:t>— </w:t>
      </w:r>
      <w:r w:rsidR="00000000">
        <w:t>Cela n</w:t>
      </w:r>
      <w:r>
        <w:t>’</w:t>
      </w:r>
      <w:r w:rsidR="00000000">
        <w:t>a pas de sens</w:t>
      </w:r>
      <w:r>
        <w:t xml:space="preserve">, </w:t>
      </w:r>
      <w:r w:rsidR="00000000">
        <w:t>vous faites de la littérature</w:t>
      </w:r>
      <w:r>
        <w:t xml:space="preserve">. </w:t>
      </w:r>
      <w:r w:rsidR="00000000">
        <w:rPr>
          <w:lang w:val="en-GB"/>
        </w:rPr>
        <w:t>Et Mrs</w:t>
      </w:r>
      <w:r>
        <w:rPr>
          <w:lang w:val="en-GB"/>
        </w:rPr>
        <w:t xml:space="preserve">. </w:t>
      </w:r>
      <w:proofErr w:type="gramStart"/>
      <w:r w:rsidR="00000000">
        <w:rPr>
          <w:lang w:val="en-GB"/>
        </w:rPr>
        <w:t>Legget</w:t>
      </w:r>
      <w:r>
        <w:rPr>
          <w:lang w:val="en-GB"/>
        </w:rPr>
        <w:t> ?</w:t>
      </w:r>
      <w:proofErr w:type="gramEnd"/>
    </w:p>
    <w:p w14:paraId="3A58EE3D" w14:textId="77777777" w:rsidR="00894734" w:rsidRDefault="00894734">
      <w:r>
        <w:rPr>
          <w:lang w:val="en-GB"/>
        </w:rPr>
        <w:t>— </w:t>
      </w:r>
      <w:r w:rsidR="00000000">
        <w:t>Vous n</w:t>
      </w:r>
      <w:r>
        <w:t>’</w:t>
      </w:r>
      <w:r w:rsidR="00000000">
        <w:t>avez jamais mangé de sa cuisine</w:t>
      </w:r>
      <w:r>
        <w:t xml:space="preserve">, </w:t>
      </w:r>
      <w:proofErr w:type="gramStart"/>
      <w:r w:rsidR="00000000">
        <w:t>hein</w:t>
      </w:r>
      <w:r>
        <w:t> ?</w:t>
      </w:r>
      <w:proofErr w:type="gramEnd"/>
      <w:r>
        <w:t xml:space="preserve"> </w:t>
      </w:r>
      <w:r w:rsidR="00000000">
        <w:t>Sans cela</w:t>
      </w:r>
      <w:r>
        <w:t xml:space="preserve">, </w:t>
      </w:r>
      <w:r w:rsidR="00000000">
        <w:t>vous ne me poseriez pas cette question</w:t>
      </w:r>
      <w:r>
        <w:t xml:space="preserve">. </w:t>
      </w:r>
      <w:r w:rsidR="00000000">
        <w:t>Il n</w:t>
      </w:r>
      <w:r>
        <w:t>’</w:t>
      </w:r>
      <w:r w:rsidR="00000000">
        <w:t>y a qu</w:t>
      </w:r>
      <w:r>
        <w:t>’</w:t>
      </w:r>
      <w:r w:rsidR="00000000">
        <w:t>une personne d</w:t>
      </w:r>
      <w:r>
        <w:t>’</w:t>
      </w:r>
      <w:r w:rsidR="00000000">
        <w:t>âme saine et sereine qui puisse arriver à une telle perfection culinaire</w:t>
      </w:r>
      <w:r>
        <w:t xml:space="preserve">. </w:t>
      </w:r>
      <w:r w:rsidR="00000000">
        <w:t>Je me suis souvent demandé ce qu</w:t>
      </w:r>
      <w:r>
        <w:t>’</w:t>
      </w:r>
      <w:r w:rsidR="00000000">
        <w:t>elle pensait des deux étranges créatures que sont sa fille et son mari</w:t>
      </w:r>
      <w:r>
        <w:t xml:space="preserve">, </w:t>
      </w:r>
      <w:r w:rsidR="00000000">
        <w:t>quoique j</w:t>
      </w:r>
      <w:r>
        <w:t>’</w:t>
      </w:r>
      <w:r w:rsidR="00000000">
        <w:t>imagine qu</w:t>
      </w:r>
      <w:r>
        <w:t>’</w:t>
      </w:r>
      <w:r w:rsidR="00000000">
        <w:t>elle les subit plutôt tels qu</w:t>
      </w:r>
      <w:r>
        <w:t>’</w:t>
      </w:r>
      <w:r w:rsidR="00000000">
        <w:t>ils sont</w:t>
      </w:r>
      <w:r>
        <w:t xml:space="preserve">, </w:t>
      </w:r>
      <w:r w:rsidR="00000000">
        <w:t>sans avoir con</w:t>
      </w:r>
      <w:r w:rsidR="00000000">
        <w:t>s</w:t>
      </w:r>
      <w:r w:rsidR="00000000">
        <w:t>cience de ce qu</w:t>
      </w:r>
      <w:r>
        <w:t>’</w:t>
      </w:r>
      <w:r w:rsidR="00000000">
        <w:t>ils peuvent avoir d</w:t>
      </w:r>
      <w:r>
        <w:t>’</w:t>
      </w:r>
      <w:r w:rsidR="00000000">
        <w:t>anormal</w:t>
      </w:r>
      <w:r>
        <w:t xml:space="preserve">. </w:t>
      </w:r>
      <w:r w:rsidR="00000000">
        <w:t xml:space="preserve">Voilà tout ce que je peux vous dire sur les </w:t>
      </w:r>
      <w:proofErr w:type="spellStart"/>
      <w:r w:rsidR="00000000">
        <w:t>Legget</w:t>
      </w:r>
      <w:proofErr w:type="spellEnd"/>
      <w:r>
        <w:t xml:space="preserve">, </w:t>
      </w:r>
      <w:r w:rsidR="00000000">
        <w:t>et pourtant j</w:t>
      </w:r>
      <w:r>
        <w:t>’</w:t>
      </w:r>
      <w:r w:rsidR="00000000">
        <w:t>ai la conviction que l</w:t>
      </w:r>
      <w:r>
        <w:t>’</w:t>
      </w:r>
      <w:r w:rsidR="00000000">
        <w:t>homme cache quelque chose et qu</w:t>
      </w:r>
      <w:r>
        <w:t>’</w:t>
      </w:r>
      <w:r w:rsidR="00000000">
        <w:t>il sait comment le cacher</w:t>
      </w:r>
      <w:r>
        <w:t>.</w:t>
      </w:r>
    </w:p>
    <w:p w14:paraId="3FE50E8F" w14:textId="77777777" w:rsidR="00894734" w:rsidRDefault="00000000">
      <w:r>
        <w:t>Je me levai</w:t>
      </w:r>
      <w:r w:rsidR="00894734">
        <w:t>.</w:t>
      </w:r>
    </w:p>
    <w:p w14:paraId="45CCC637" w14:textId="77777777" w:rsidR="00894734" w:rsidRDefault="00894734">
      <w:r>
        <w:t>— </w:t>
      </w:r>
      <w:r w:rsidR="00000000">
        <w:t>Dînons-nous ensemble demain</w:t>
      </w:r>
      <w:r>
        <w:t> ?</w:t>
      </w:r>
    </w:p>
    <w:p w14:paraId="4B5D0221" w14:textId="77777777" w:rsidR="00894734" w:rsidRDefault="00894734">
      <w:r>
        <w:t>— </w:t>
      </w:r>
      <w:r w:rsidR="00000000">
        <w:t>C</w:t>
      </w:r>
      <w:r>
        <w:t>’</w:t>
      </w:r>
      <w:r w:rsidR="00000000">
        <w:t>est mardi</w:t>
      </w:r>
      <w:r>
        <w:t xml:space="preserve"> ? </w:t>
      </w:r>
      <w:r w:rsidR="00000000">
        <w:t>Non</w:t>
      </w:r>
      <w:r>
        <w:t xml:space="preserve"> : </w:t>
      </w:r>
      <w:r w:rsidR="00000000">
        <w:t>je préfère mercredi</w:t>
      </w:r>
      <w:r>
        <w:t xml:space="preserve">, </w:t>
      </w:r>
      <w:r w:rsidR="00000000">
        <w:t>me dit-il</w:t>
      </w:r>
      <w:r>
        <w:t>.</w:t>
      </w:r>
    </w:p>
    <w:p w14:paraId="6B5C8FA1" w14:textId="77777777" w:rsidR="00894734" w:rsidRDefault="00000000">
      <w:r>
        <w:t>Je lui dis que je passerais le prendre vers sept heures et je le quittai</w:t>
      </w:r>
      <w:r w:rsidR="00894734">
        <w:t>.</w:t>
      </w:r>
    </w:p>
    <w:p w14:paraId="4CAEBE88" w14:textId="77777777" w:rsidR="00894734" w:rsidRDefault="00000000">
      <w:r>
        <w:t>Il était huit heures</w:t>
      </w:r>
      <w:r w:rsidR="00894734">
        <w:t xml:space="preserve">. </w:t>
      </w:r>
      <w:r>
        <w:t>C</w:t>
      </w:r>
      <w:r w:rsidR="00894734">
        <w:t>’</w:t>
      </w:r>
      <w:r>
        <w:t>était le moment d</w:t>
      </w:r>
      <w:r w:rsidR="00894734">
        <w:t>’</w:t>
      </w:r>
      <w:r>
        <w:t>aller dans le qua</w:t>
      </w:r>
      <w:r>
        <w:t>r</w:t>
      </w:r>
      <w:r>
        <w:t>tier nègre essayer d</w:t>
      </w:r>
      <w:r w:rsidR="00894734">
        <w:t>’</w:t>
      </w:r>
      <w:r>
        <w:t xml:space="preserve">apercevoir Rhino </w:t>
      </w:r>
      <w:proofErr w:type="spellStart"/>
      <w:r>
        <w:t>Tingley</w:t>
      </w:r>
      <w:proofErr w:type="spellEnd"/>
      <w:r w:rsidR="00894734">
        <w:t xml:space="preserve">. </w:t>
      </w:r>
      <w:r>
        <w:t>Je le trouvai dans la boutique d</w:t>
      </w:r>
      <w:r w:rsidR="00894734">
        <w:t>’</w:t>
      </w:r>
      <w:r>
        <w:t>un marchand de cigares</w:t>
      </w:r>
      <w:r w:rsidR="00894734">
        <w:t xml:space="preserve">, </w:t>
      </w:r>
      <w:r>
        <w:t>qui expliquait une partie de cartes sensationnelle à quatre nègres qui l</w:t>
      </w:r>
      <w:r w:rsidR="00894734">
        <w:t>’</w:t>
      </w:r>
      <w:r>
        <w:t>écoutaient admir</w:t>
      </w:r>
      <w:r>
        <w:t>a</w:t>
      </w:r>
      <w:r>
        <w:t>tivement</w:t>
      </w:r>
      <w:r w:rsidR="00894734">
        <w:t>.</w:t>
      </w:r>
    </w:p>
    <w:p w14:paraId="5CE590C2" w14:textId="77777777" w:rsidR="00894734" w:rsidRDefault="00000000">
      <w:r>
        <w:lastRenderedPageBreak/>
        <w:t>J</w:t>
      </w:r>
      <w:r w:rsidR="00894734">
        <w:t>’</w:t>
      </w:r>
      <w:r>
        <w:t>achetai un paquet de cigarettes et l</w:t>
      </w:r>
      <w:r w:rsidR="00894734">
        <w:t>’</w:t>
      </w:r>
      <w:r>
        <w:t>examinai tandis qu</w:t>
      </w:r>
      <w:r w:rsidR="00894734">
        <w:t>’</w:t>
      </w:r>
      <w:r>
        <w:t>il parlait</w:t>
      </w:r>
      <w:r w:rsidR="00894734">
        <w:t xml:space="preserve">. </w:t>
      </w:r>
      <w:r>
        <w:t>C</w:t>
      </w:r>
      <w:r w:rsidR="00894734">
        <w:t>’</w:t>
      </w:r>
      <w:r>
        <w:t>était un homme de trente ans à peine qui mesurait s</w:t>
      </w:r>
      <w:r>
        <w:t>û</w:t>
      </w:r>
      <w:r>
        <w:t>rement plus de six pieds et ne devait pas peser loin de cent kilos</w:t>
      </w:r>
      <w:r w:rsidR="00894734">
        <w:t xml:space="preserve">. </w:t>
      </w:r>
      <w:r>
        <w:t>Une cicatrice partait de sa grosse lèvre blême et rejoignait son col rayé de blanc et de bleu</w:t>
      </w:r>
      <w:r w:rsidR="00894734">
        <w:t xml:space="preserve">. </w:t>
      </w:r>
      <w:r>
        <w:t>Il avait une voix énorme qui faisait trembler les vitres</w:t>
      </w:r>
      <w:r w:rsidR="00894734">
        <w:t xml:space="preserve">, </w:t>
      </w:r>
      <w:r>
        <w:t>surtout quand il riait</w:t>
      </w:r>
      <w:r w:rsidR="00894734">
        <w:t>.</w:t>
      </w:r>
    </w:p>
    <w:p w14:paraId="0F7F0EDE" w14:textId="77777777" w:rsidR="00894734" w:rsidRDefault="00000000">
      <w:r>
        <w:t>Je sortis de la boutique tandis qu</w:t>
      </w:r>
      <w:r w:rsidR="00894734">
        <w:t>’</w:t>
      </w:r>
      <w:r>
        <w:t>un gros rire les secouait tous puis j</w:t>
      </w:r>
      <w:r w:rsidR="00894734">
        <w:t>’</w:t>
      </w:r>
      <w:r>
        <w:t>entendis ce rire s</w:t>
      </w:r>
      <w:r w:rsidR="00894734">
        <w:t>’</w:t>
      </w:r>
      <w:r>
        <w:t>arrêter court</w:t>
      </w:r>
      <w:r w:rsidR="00894734">
        <w:t xml:space="preserve">. </w:t>
      </w:r>
      <w:r>
        <w:t>Je résistai au désir de me retourner et me dirigeai vers la maison que lui et Minnie h</w:t>
      </w:r>
      <w:r>
        <w:t>a</w:t>
      </w:r>
      <w:r>
        <w:t>bitaient</w:t>
      </w:r>
      <w:r w:rsidR="00894734">
        <w:t xml:space="preserve">. </w:t>
      </w:r>
      <w:r>
        <w:t>Il arriva à ma hauteur comme j</w:t>
      </w:r>
      <w:r w:rsidR="00894734">
        <w:t>’</w:t>
      </w:r>
      <w:r>
        <w:t>avais fait la moitié du chemin</w:t>
      </w:r>
      <w:r w:rsidR="00894734">
        <w:t xml:space="preserve">. </w:t>
      </w:r>
      <w:r>
        <w:t>Je ne bronchai pas et nous fîmes quelques pas en s</w:t>
      </w:r>
      <w:r>
        <w:t>i</w:t>
      </w:r>
      <w:r>
        <w:t>lence</w:t>
      </w:r>
      <w:r w:rsidR="00894734">
        <w:t xml:space="preserve">, </w:t>
      </w:r>
      <w:r>
        <w:t>côte à côte</w:t>
      </w:r>
      <w:r w:rsidR="00894734">
        <w:t xml:space="preserve">. </w:t>
      </w:r>
      <w:r>
        <w:t>Enfin</w:t>
      </w:r>
      <w:r w:rsidR="00894734">
        <w:t xml:space="preserve">, </w:t>
      </w:r>
      <w:r>
        <w:t>il se décida</w:t>
      </w:r>
      <w:r w:rsidR="00894734">
        <w:t> :</w:t>
      </w:r>
    </w:p>
    <w:p w14:paraId="36C6BDA5" w14:textId="77777777" w:rsidR="00894734" w:rsidRDefault="00894734">
      <w:r>
        <w:t>— </w:t>
      </w:r>
      <w:r w:rsidR="00000000">
        <w:t>C</w:t>
      </w:r>
      <w:r>
        <w:t>’</w:t>
      </w:r>
      <w:r w:rsidR="00000000">
        <w:t>est vous</w:t>
      </w:r>
      <w:r>
        <w:t xml:space="preserve">, </w:t>
      </w:r>
      <w:r w:rsidR="00000000">
        <w:t>hein</w:t>
      </w:r>
      <w:r>
        <w:t xml:space="preserve">, </w:t>
      </w:r>
      <w:r w:rsidR="00000000">
        <w:t>qui me cherchez</w:t>
      </w:r>
      <w:r>
        <w:t> ?</w:t>
      </w:r>
    </w:p>
    <w:p w14:paraId="47CF7201" w14:textId="77777777" w:rsidR="00894734" w:rsidRDefault="00000000">
      <w:r>
        <w:t>Il empestait l</w:t>
      </w:r>
      <w:r w:rsidR="00894734">
        <w:t>’</w:t>
      </w:r>
      <w:r>
        <w:t>alcool</w:t>
      </w:r>
      <w:r w:rsidR="00894734">
        <w:t xml:space="preserve">. </w:t>
      </w:r>
      <w:r>
        <w:t>Je le regardai tranquillement et dis</w:t>
      </w:r>
      <w:r w:rsidR="00894734">
        <w:t> :</w:t>
      </w:r>
    </w:p>
    <w:p w14:paraId="73B5AB93" w14:textId="77777777" w:rsidR="00894734" w:rsidRDefault="00894734">
      <w:r>
        <w:t>— </w:t>
      </w:r>
      <w:r w:rsidR="00000000">
        <w:t>Oui</w:t>
      </w:r>
      <w:r>
        <w:t>.</w:t>
      </w:r>
    </w:p>
    <w:p w14:paraId="38315567" w14:textId="77777777" w:rsidR="00894734" w:rsidRDefault="00894734">
      <w:r>
        <w:t>— </w:t>
      </w:r>
      <w:r w:rsidR="00000000">
        <w:t>Que me voulez-vous</w:t>
      </w:r>
      <w:r>
        <w:t> ?</w:t>
      </w:r>
    </w:p>
    <w:p w14:paraId="18ADC5D2" w14:textId="77777777" w:rsidR="00894734" w:rsidRDefault="00000000">
      <w:r>
        <w:t>À ce moment</w:t>
      </w:r>
      <w:r w:rsidR="00894734">
        <w:t xml:space="preserve">, </w:t>
      </w:r>
      <w:r>
        <w:t xml:space="preserve">je vis Gabrielle </w:t>
      </w:r>
      <w:proofErr w:type="spellStart"/>
      <w:r>
        <w:t>Legget</w:t>
      </w:r>
      <w:proofErr w:type="spellEnd"/>
      <w:r>
        <w:t xml:space="preserve"> sortir de la maison de Minnie vêtue d</w:t>
      </w:r>
      <w:r w:rsidR="00894734">
        <w:t>’</w:t>
      </w:r>
      <w:r>
        <w:t>un manteau et d</w:t>
      </w:r>
      <w:r w:rsidR="00894734">
        <w:t>’</w:t>
      </w:r>
      <w:r>
        <w:t>un chapeau sombres</w:t>
      </w:r>
      <w:r w:rsidR="00894734">
        <w:t xml:space="preserve">. </w:t>
      </w:r>
      <w:r>
        <w:t>Elle s</w:t>
      </w:r>
      <w:r w:rsidR="00894734">
        <w:t>’</w:t>
      </w:r>
      <w:r>
        <w:t>éloigna sans paraître nous voir</w:t>
      </w:r>
      <w:r w:rsidR="00894734">
        <w:t xml:space="preserve">. </w:t>
      </w:r>
      <w:r>
        <w:t>Elle marchait rapidement</w:t>
      </w:r>
      <w:r w:rsidR="00894734">
        <w:t xml:space="preserve">. </w:t>
      </w:r>
      <w:r>
        <w:t>Je remarquai son visage crispé</w:t>
      </w:r>
      <w:r w:rsidR="00894734">
        <w:t>.</w:t>
      </w:r>
    </w:p>
    <w:p w14:paraId="3069C681" w14:textId="77777777" w:rsidR="00894734" w:rsidRDefault="00000000">
      <w:r>
        <w:t>Je regardai le nègre</w:t>
      </w:r>
      <w:r w:rsidR="00894734">
        <w:t xml:space="preserve">. </w:t>
      </w:r>
      <w:r>
        <w:t>Il me regardait</w:t>
      </w:r>
      <w:r w:rsidR="00894734">
        <w:t xml:space="preserve">. </w:t>
      </w:r>
      <w:r>
        <w:t>Il ne semblait pas avoir vu Gabrielle</w:t>
      </w:r>
      <w:r w:rsidR="00894734">
        <w:t xml:space="preserve">, </w:t>
      </w:r>
      <w:r>
        <w:t>et s</w:t>
      </w:r>
      <w:r w:rsidR="00894734">
        <w:t>’</w:t>
      </w:r>
      <w:r>
        <w:t>il l</w:t>
      </w:r>
      <w:r w:rsidR="00894734">
        <w:t>’</w:t>
      </w:r>
      <w:r>
        <w:t>avait vue</w:t>
      </w:r>
      <w:r w:rsidR="00894734">
        <w:t xml:space="preserve">, </w:t>
      </w:r>
      <w:r>
        <w:t>cela ne devait rien signifier pour lui</w:t>
      </w:r>
      <w:r w:rsidR="00894734">
        <w:t xml:space="preserve">, </w:t>
      </w:r>
      <w:r>
        <w:t>car pas un trait de sa figure ne bougea</w:t>
      </w:r>
      <w:r w:rsidR="00894734">
        <w:t xml:space="preserve">. </w:t>
      </w:r>
      <w:r>
        <w:t>Je lui dis</w:t>
      </w:r>
      <w:r w:rsidR="00894734">
        <w:t> :</w:t>
      </w:r>
    </w:p>
    <w:p w14:paraId="0D7A3E83" w14:textId="77777777" w:rsidR="00894734" w:rsidRDefault="00894734">
      <w:r>
        <w:t>— </w:t>
      </w:r>
      <w:r w:rsidR="00000000">
        <w:t>Vous n</w:t>
      </w:r>
      <w:r>
        <w:t>’</w:t>
      </w:r>
      <w:r w:rsidR="00000000">
        <w:t>avez rien à cacher</w:t>
      </w:r>
      <w:r>
        <w:t xml:space="preserve">, </w:t>
      </w:r>
      <w:r w:rsidR="00000000">
        <w:t>n</w:t>
      </w:r>
      <w:r>
        <w:t>’</w:t>
      </w:r>
      <w:r w:rsidR="00000000">
        <w:t>est-ce pas</w:t>
      </w:r>
      <w:r>
        <w:t xml:space="preserve"> ? </w:t>
      </w:r>
      <w:r w:rsidR="00000000">
        <w:t>Alors que cra</w:t>
      </w:r>
      <w:r w:rsidR="00000000">
        <w:t>i</w:t>
      </w:r>
      <w:r w:rsidR="00000000">
        <w:t>gnez-vous</w:t>
      </w:r>
      <w:r>
        <w:t> ?</w:t>
      </w:r>
    </w:p>
    <w:p w14:paraId="57BFDD45" w14:textId="77777777" w:rsidR="00894734" w:rsidRDefault="00894734">
      <w:r>
        <w:t>— </w:t>
      </w:r>
      <w:r w:rsidR="00000000">
        <w:t>Que vous importe</w:t>
      </w:r>
      <w:r>
        <w:t xml:space="preserve"> ? </w:t>
      </w:r>
      <w:r w:rsidR="00000000">
        <w:t>Je suis sûr que c</w:t>
      </w:r>
      <w:r>
        <w:t>’</w:t>
      </w:r>
      <w:r w:rsidR="00000000">
        <w:t>est vous le détective qui avez fait mettre Minnie à la porte</w:t>
      </w:r>
      <w:r>
        <w:t>.</w:t>
      </w:r>
    </w:p>
    <w:p w14:paraId="562A012E" w14:textId="77777777" w:rsidR="00894734" w:rsidRDefault="00894734">
      <w:r>
        <w:lastRenderedPageBreak/>
        <w:t>— </w:t>
      </w:r>
      <w:r w:rsidR="00000000">
        <w:t>Elle n</w:t>
      </w:r>
      <w:r>
        <w:t>’</w:t>
      </w:r>
      <w:r w:rsidR="00000000">
        <w:t>a pas été renvoyée</w:t>
      </w:r>
      <w:r>
        <w:t xml:space="preserve">. </w:t>
      </w:r>
      <w:r w:rsidR="00000000">
        <w:t>C</w:t>
      </w:r>
      <w:r>
        <w:t>’</w:t>
      </w:r>
      <w:r w:rsidR="00000000">
        <w:t>est elle qui a voulu partir</w:t>
      </w:r>
      <w:r>
        <w:t xml:space="preserve">. </w:t>
      </w:r>
      <w:r w:rsidR="00000000">
        <w:t>A</w:t>
      </w:r>
      <w:r w:rsidR="00000000">
        <w:t>l</w:t>
      </w:r>
      <w:r w:rsidR="00000000">
        <w:t>lons la trouver</w:t>
      </w:r>
      <w:r>
        <w:t>.</w:t>
      </w:r>
    </w:p>
    <w:p w14:paraId="49E8EE7F" w14:textId="77777777" w:rsidR="00894734" w:rsidRDefault="00000000">
      <w:r>
        <w:t>Nous traversâmes la rue</w:t>
      </w:r>
      <w:r w:rsidR="00894734">
        <w:t xml:space="preserve">. </w:t>
      </w:r>
      <w:r>
        <w:t>Il me précéda sur un perron et nous redescendîmes dans une antichambre sombre où il ouvrit une porte avec une des innombrables clefs de son trousseau</w:t>
      </w:r>
      <w:r w:rsidR="00894734">
        <w:t>.</w:t>
      </w:r>
    </w:p>
    <w:p w14:paraId="420DEBC5" w14:textId="77777777" w:rsidR="00894734" w:rsidRDefault="00000000">
      <w:r>
        <w:t>Minnie Hershey</w:t>
      </w:r>
      <w:r w:rsidR="00894734">
        <w:t xml:space="preserve">, </w:t>
      </w:r>
      <w:r>
        <w:t>dans un kimono rose bordé de plumes d</w:t>
      </w:r>
      <w:r w:rsidR="00894734">
        <w:t>’</w:t>
      </w:r>
      <w:r>
        <w:t>autruches jaunes</w:t>
      </w:r>
      <w:r w:rsidR="00894734">
        <w:t xml:space="preserve">, </w:t>
      </w:r>
      <w:r>
        <w:t>vint au-devant de nous</w:t>
      </w:r>
      <w:r w:rsidR="00894734">
        <w:t xml:space="preserve">. </w:t>
      </w:r>
      <w:r>
        <w:t>À ma vue</w:t>
      </w:r>
      <w:r w:rsidR="00894734">
        <w:t xml:space="preserve">, </w:t>
      </w:r>
      <w:r>
        <w:t>elle roula de gros yeux étonnés</w:t>
      </w:r>
      <w:r w:rsidR="00894734">
        <w:t>.</w:t>
      </w:r>
    </w:p>
    <w:p w14:paraId="3B3E3682" w14:textId="77777777" w:rsidR="00894734" w:rsidRDefault="00894734">
      <w:r>
        <w:t>— </w:t>
      </w:r>
      <w:r w:rsidR="00000000">
        <w:t>Connaissez-vous ce monsieur</w:t>
      </w:r>
      <w:r>
        <w:t xml:space="preserve">, </w:t>
      </w:r>
      <w:r w:rsidR="00000000">
        <w:t>Minnie</w:t>
      </w:r>
      <w:r>
        <w:t xml:space="preserve"> ? </w:t>
      </w:r>
      <w:r w:rsidR="00000000">
        <w:t>lui demanda Rhino</w:t>
      </w:r>
      <w:r>
        <w:t>.</w:t>
      </w:r>
    </w:p>
    <w:p w14:paraId="7B4E456F" w14:textId="77777777" w:rsidR="00894734" w:rsidRDefault="00894734">
      <w:r>
        <w:t>— </w:t>
      </w:r>
      <w:r w:rsidR="00000000">
        <w:t>O</w:t>
      </w:r>
      <w:r>
        <w:t xml:space="preserve">… </w:t>
      </w:r>
      <w:r w:rsidR="00000000">
        <w:t>Oui</w:t>
      </w:r>
      <w:r>
        <w:t xml:space="preserve">, </w:t>
      </w:r>
      <w:r w:rsidR="00000000">
        <w:t>dit-elle</w:t>
      </w:r>
      <w:r>
        <w:t xml:space="preserve">, </w:t>
      </w:r>
      <w:r w:rsidR="00000000">
        <w:t>avec un peu d</w:t>
      </w:r>
      <w:r>
        <w:t>’</w:t>
      </w:r>
      <w:r w:rsidR="00000000">
        <w:t>hésitation</w:t>
      </w:r>
      <w:r>
        <w:t>.</w:t>
      </w:r>
    </w:p>
    <w:p w14:paraId="6FAC4FE8" w14:textId="77777777" w:rsidR="00894734" w:rsidRDefault="00894734">
      <w:r>
        <w:t>— </w:t>
      </w:r>
      <w:r w:rsidR="00000000">
        <w:t xml:space="preserve">Vous ne pouvez pas quitter les </w:t>
      </w:r>
      <w:proofErr w:type="spellStart"/>
      <w:r w:rsidR="00000000">
        <w:t>Legget</w:t>
      </w:r>
      <w:proofErr w:type="spellEnd"/>
      <w:r w:rsidR="00000000">
        <w:t xml:space="preserve"> ainsi</w:t>
      </w:r>
      <w:r>
        <w:t xml:space="preserve">, </w:t>
      </w:r>
      <w:r w:rsidR="00000000">
        <w:t>lui dis-je</w:t>
      </w:r>
      <w:r>
        <w:t xml:space="preserve">. </w:t>
      </w:r>
      <w:r w:rsidR="00000000">
        <w:t>Il n</w:t>
      </w:r>
      <w:r>
        <w:t>’</w:t>
      </w:r>
      <w:r w:rsidR="00000000">
        <w:t>est jamais venu à l</w:t>
      </w:r>
      <w:r>
        <w:t>’</w:t>
      </w:r>
      <w:r w:rsidR="00000000">
        <w:t>idée de personne de vous accuser du vol des diamants</w:t>
      </w:r>
      <w:r>
        <w:t xml:space="preserve">. </w:t>
      </w:r>
      <w:r w:rsidR="00000000">
        <w:t xml:space="preserve">Et pouvez-vous me dire ce que venait faire ici miss </w:t>
      </w:r>
      <w:proofErr w:type="spellStart"/>
      <w:r w:rsidR="00000000">
        <w:t>Legget</w:t>
      </w:r>
      <w:proofErr w:type="spellEnd"/>
      <w:r>
        <w:t> ?</w:t>
      </w:r>
    </w:p>
    <w:p w14:paraId="67E10535" w14:textId="77777777" w:rsidR="00894734" w:rsidRDefault="00894734">
      <w:r>
        <w:t>— </w:t>
      </w:r>
      <w:r w:rsidR="00000000">
        <w:t xml:space="preserve">Miss </w:t>
      </w:r>
      <w:proofErr w:type="spellStart"/>
      <w:r w:rsidR="00000000">
        <w:t>Legget</w:t>
      </w:r>
      <w:proofErr w:type="spellEnd"/>
      <w:r>
        <w:t xml:space="preserve"> ? </w:t>
      </w:r>
      <w:r w:rsidR="00000000">
        <w:t>Mais elle n</w:t>
      </w:r>
      <w:r>
        <w:t>’</w:t>
      </w:r>
      <w:r w:rsidR="00000000">
        <w:t>est pas venue</w:t>
      </w:r>
      <w:r>
        <w:t xml:space="preserve">, </w:t>
      </w:r>
      <w:r w:rsidR="00000000">
        <w:t>monsieur</w:t>
      </w:r>
      <w:r>
        <w:t xml:space="preserve">. </w:t>
      </w:r>
      <w:r w:rsidR="00000000">
        <w:t>Je ne sais pas ce que vous voulez dire</w:t>
      </w:r>
      <w:r>
        <w:t>.</w:t>
      </w:r>
    </w:p>
    <w:p w14:paraId="7839FB8B" w14:textId="77777777" w:rsidR="00894734" w:rsidRDefault="00894734">
      <w:r>
        <w:t>— </w:t>
      </w:r>
      <w:r w:rsidR="00000000">
        <w:t>Allons</w:t>
      </w:r>
      <w:r>
        <w:t xml:space="preserve">, </w:t>
      </w:r>
      <w:r w:rsidR="00000000">
        <w:t>allons</w:t>
      </w:r>
      <w:r>
        <w:t xml:space="preserve">, </w:t>
      </w:r>
      <w:r w:rsidR="00000000">
        <w:t>Minnie</w:t>
      </w:r>
      <w:r>
        <w:t xml:space="preserve">, </w:t>
      </w:r>
      <w:r w:rsidR="00000000">
        <w:t>vous savez bien qu</w:t>
      </w:r>
      <w:r>
        <w:t>’</w:t>
      </w:r>
      <w:r w:rsidR="00000000">
        <w:t>elle sort d</w:t>
      </w:r>
      <w:r>
        <w:t>’</w:t>
      </w:r>
      <w:r w:rsidR="00000000">
        <w:t>ici</w:t>
      </w:r>
      <w:r>
        <w:t>.</w:t>
      </w:r>
    </w:p>
    <w:p w14:paraId="75629453" w14:textId="77777777" w:rsidR="00894734" w:rsidRDefault="00894734">
      <w:r>
        <w:t>— </w:t>
      </w:r>
      <w:r w:rsidR="00000000">
        <w:t>Oh</w:t>
      </w:r>
      <w:r>
        <w:t xml:space="preserve"> ! </w:t>
      </w:r>
      <w:r w:rsidR="00000000">
        <w:t xml:space="preserve">vous voulez dire </w:t>
      </w:r>
      <w:r w:rsidR="00000000">
        <w:rPr>
          <w:i/>
        </w:rPr>
        <w:t>miss</w:t>
      </w:r>
      <w:r w:rsidR="00000000">
        <w:t xml:space="preserve"> </w:t>
      </w:r>
      <w:proofErr w:type="spellStart"/>
      <w:r w:rsidR="00000000">
        <w:t>Legget</w:t>
      </w:r>
      <w:proofErr w:type="spellEnd"/>
      <w:r>
        <w:t xml:space="preserve"> ! </w:t>
      </w:r>
      <w:r w:rsidR="00000000">
        <w:t>J</w:t>
      </w:r>
      <w:r>
        <w:t>’</w:t>
      </w:r>
      <w:r w:rsidR="00000000">
        <w:t>avais compris que vous disiez Mrs</w:t>
      </w:r>
      <w:r>
        <w:t xml:space="preserve">. </w:t>
      </w:r>
      <w:proofErr w:type="spellStart"/>
      <w:r w:rsidR="00000000">
        <w:t>Legget</w:t>
      </w:r>
      <w:proofErr w:type="spellEnd"/>
      <w:r>
        <w:t xml:space="preserve">. </w:t>
      </w:r>
      <w:r w:rsidR="00000000">
        <w:t>Je vous demande pardon</w:t>
      </w:r>
      <w:r>
        <w:t xml:space="preserve">. </w:t>
      </w:r>
      <w:r w:rsidR="00000000">
        <w:t>Oui</w:t>
      </w:r>
      <w:r>
        <w:t xml:space="preserve">, </w:t>
      </w:r>
      <w:r w:rsidR="00000000">
        <w:t>en effet</w:t>
      </w:r>
      <w:r>
        <w:t xml:space="preserve">, </w:t>
      </w:r>
      <w:r w:rsidR="00000000">
        <w:t>monsieur</w:t>
      </w:r>
      <w:r>
        <w:t xml:space="preserve">, </w:t>
      </w:r>
      <w:r w:rsidR="00000000">
        <w:t>miss Gabrielle est venue</w:t>
      </w:r>
      <w:r>
        <w:t xml:space="preserve">. </w:t>
      </w:r>
      <w:r w:rsidR="00000000">
        <w:t>Elle venait me demander de retourner chez ses parents</w:t>
      </w:r>
      <w:r>
        <w:t xml:space="preserve">. </w:t>
      </w:r>
      <w:r w:rsidR="00000000">
        <w:t>Elle est bien bonne de s</w:t>
      </w:r>
      <w:r>
        <w:t>’</w:t>
      </w:r>
      <w:r w:rsidR="00000000">
        <w:t>être déra</w:t>
      </w:r>
      <w:r w:rsidR="00000000">
        <w:t>n</w:t>
      </w:r>
      <w:r w:rsidR="00000000">
        <w:t>gée pour une aussi pauvre fille que moi</w:t>
      </w:r>
      <w:r>
        <w:t>.</w:t>
      </w:r>
    </w:p>
    <w:p w14:paraId="16DC01CE" w14:textId="77777777" w:rsidR="00894734" w:rsidRDefault="00894734">
      <w:r>
        <w:t>— </w:t>
      </w:r>
      <w:r w:rsidR="00000000">
        <w:t>Eh bien</w:t>
      </w:r>
      <w:r>
        <w:t xml:space="preserve"> ! </w:t>
      </w:r>
      <w:r w:rsidR="00000000">
        <w:t>c</w:t>
      </w:r>
      <w:r>
        <w:t>’</w:t>
      </w:r>
      <w:r w:rsidR="00000000">
        <w:t>est ce que vous avez de mieux à faire</w:t>
      </w:r>
      <w:r>
        <w:t xml:space="preserve"> : </w:t>
      </w:r>
      <w:r w:rsidR="00000000">
        <w:t>retou</w:t>
      </w:r>
      <w:r w:rsidR="00000000">
        <w:t>r</w:t>
      </w:r>
      <w:r w:rsidR="00000000">
        <w:t xml:space="preserve">nez chez les </w:t>
      </w:r>
      <w:proofErr w:type="spellStart"/>
      <w:r w:rsidR="00000000">
        <w:t>Legget</w:t>
      </w:r>
      <w:proofErr w:type="spellEnd"/>
      <w:r>
        <w:t xml:space="preserve">. </w:t>
      </w:r>
      <w:r w:rsidR="00000000">
        <w:t>C</w:t>
      </w:r>
      <w:r>
        <w:t>’</w:t>
      </w:r>
      <w:r w:rsidR="00000000">
        <w:t>est de la folie de les avoir quittés ainsi</w:t>
      </w:r>
      <w:r>
        <w:t>.</w:t>
      </w:r>
    </w:p>
    <w:p w14:paraId="14768F2C" w14:textId="77777777" w:rsidR="00894734" w:rsidRDefault="00000000">
      <w:r>
        <w:lastRenderedPageBreak/>
        <w:t>Rhino ôta de sa bouche le cigare qu</w:t>
      </w:r>
      <w:r w:rsidR="00894734">
        <w:t>’</w:t>
      </w:r>
      <w:r>
        <w:t>il fumait et le pointa vers Minnie</w:t>
      </w:r>
      <w:r w:rsidR="00894734">
        <w:t>.</w:t>
      </w:r>
    </w:p>
    <w:p w14:paraId="17D7E772" w14:textId="77777777" w:rsidR="00894734" w:rsidRDefault="00894734">
      <w:r>
        <w:t>— </w:t>
      </w:r>
      <w:r w:rsidR="00000000">
        <w:t>Vous les avez quittés et vous resterez ici</w:t>
      </w:r>
      <w:r>
        <w:t xml:space="preserve">. </w:t>
      </w:r>
      <w:r w:rsidR="00000000">
        <w:t>Vous n</w:t>
      </w:r>
      <w:r>
        <w:t>’</w:t>
      </w:r>
      <w:r w:rsidR="00000000">
        <w:t>avez b</w:t>
      </w:r>
      <w:r w:rsidR="00000000">
        <w:t>e</w:t>
      </w:r>
      <w:r w:rsidR="00000000">
        <w:t>soin de rien</w:t>
      </w:r>
      <w:r>
        <w:t xml:space="preserve">, </w:t>
      </w:r>
      <w:r w:rsidR="00000000">
        <w:t>ni de personne</w:t>
      </w:r>
      <w:r>
        <w:t>.</w:t>
      </w:r>
    </w:p>
    <w:p w14:paraId="5C01727C" w14:textId="77777777" w:rsidR="00894734" w:rsidRDefault="00000000">
      <w:r>
        <w:t>Il mit une main dans sa poche et la ressortit tenant une liasse de billets qu</w:t>
      </w:r>
      <w:r w:rsidR="00894734">
        <w:t>’</w:t>
      </w:r>
      <w:r>
        <w:t>il étala sur la table</w:t>
      </w:r>
      <w:r w:rsidR="00894734">
        <w:t>.</w:t>
      </w:r>
    </w:p>
    <w:p w14:paraId="7DCF9BE6" w14:textId="77777777" w:rsidR="00894734" w:rsidRDefault="00894734">
      <w:r>
        <w:t>— </w:t>
      </w:r>
      <w:r w:rsidR="00000000">
        <w:t>Qu</w:t>
      </w:r>
      <w:r>
        <w:t>’</w:t>
      </w:r>
      <w:r w:rsidR="00000000">
        <w:t>avez-vous besoin de travailler pour les autres</w:t>
      </w:r>
      <w:r>
        <w:t xml:space="preserve"> ? </w:t>
      </w:r>
      <w:r w:rsidR="00000000">
        <w:t>ajo</w:t>
      </w:r>
      <w:r w:rsidR="00000000">
        <w:t>u</w:t>
      </w:r>
      <w:r w:rsidR="00000000">
        <w:t>ta-t-il</w:t>
      </w:r>
      <w:r>
        <w:t>.</w:t>
      </w:r>
    </w:p>
    <w:p w14:paraId="3898FCC6" w14:textId="77777777" w:rsidR="00894734" w:rsidRDefault="00000000">
      <w:r>
        <w:t>Il parlait à la femme</w:t>
      </w:r>
      <w:r w:rsidR="00894734">
        <w:t xml:space="preserve">, </w:t>
      </w:r>
      <w:r>
        <w:t>mais il me regardait</w:t>
      </w:r>
      <w:r w:rsidR="00894734">
        <w:t xml:space="preserve">. </w:t>
      </w:r>
      <w:r>
        <w:t>Minnie</w:t>
      </w:r>
      <w:r w:rsidR="00894734">
        <w:t xml:space="preserve">, </w:t>
      </w:r>
      <w:r>
        <w:t>elle</w:t>
      </w:r>
      <w:r w:rsidR="00894734">
        <w:t xml:space="preserve">, </w:t>
      </w:r>
      <w:r>
        <w:t>tourna vers moi sa face brune</w:t>
      </w:r>
      <w:r w:rsidR="00894734">
        <w:t xml:space="preserve">, </w:t>
      </w:r>
      <w:r>
        <w:t>anxieuse d</w:t>
      </w:r>
      <w:r w:rsidR="00894734">
        <w:t>’</w:t>
      </w:r>
      <w:r>
        <w:t>être crue</w:t>
      </w:r>
      <w:r w:rsidR="00894734">
        <w:t> :</w:t>
      </w:r>
    </w:p>
    <w:p w14:paraId="2FD220BF" w14:textId="77777777" w:rsidR="00894734" w:rsidRDefault="00894734">
      <w:r>
        <w:t>— </w:t>
      </w:r>
      <w:r w:rsidR="00000000">
        <w:t>Rhino a gagné cet argent au poker</w:t>
      </w:r>
      <w:r>
        <w:t xml:space="preserve">, </w:t>
      </w:r>
      <w:r w:rsidR="00000000">
        <w:t>monsieur</w:t>
      </w:r>
      <w:r>
        <w:t xml:space="preserve">. </w:t>
      </w:r>
      <w:r w:rsidR="00000000">
        <w:t>Que je meure à l</w:t>
      </w:r>
      <w:r>
        <w:t>’</w:t>
      </w:r>
      <w:r w:rsidR="00000000">
        <w:t>instant si ce n</w:t>
      </w:r>
      <w:r>
        <w:t>’</w:t>
      </w:r>
      <w:r w:rsidR="00000000">
        <w:t>est pas vrai</w:t>
      </w:r>
      <w:r>
        <w:t>.</w:t>
      </w:r>
    </w:p>
    <w:p w14:paraId="2F38F1ED" w14:textId="77777777" w:rsidR="00894734" w:rsidRDefault="00894734">
      <w:r>
        <w:t>— </w:t>
      </w:r>
      <w:r w:rsidR="00000000">
        <w:t>Où j</w:t>
      </w:r>
      <w:r>
        <w:t>’</w:t>
      </w:r>
      <w:r w:rsidR="00000000">
        <w:t>ai eu cet argent</w:t>
      </w:r>
      <w:r>
        <w:t xml:space="preserve">, </w:t>
      </w:r>
      <w:r w:rsidR="00000000">
        <w:t>dit Rhino</w:t>
      </w:r>
      <w:r>
        <w:t xml:space="preserve">, </w:t>
      </w:r>
      <w:r w:rsidR="00000000">
        <w:t>cela ne regarde personne</w:t>
      </w:r>
      <w:r>
        <w:t xml:space="preserve">. </w:t>
      </w:r>
      <w:r w:rsidR="00000000">
        <w:t>Je l</w:t>
      </w:r>
      <w:r>
        <w:t>’</w:t>
      </w:r>
      <w:r w:rsidR="00000000">
        <w:t>ai</w:t>
      </w:r>
      <w:r>
        <w:t xml:space="preserve">, </w:t>
      </w:r>
      <w:r w:rsidR="00000000">
        <w:t>voilà tout</w:t>
      </w:r>
      <w:r>
        <w:t xml:space="preserve">. </w:t>
      </w:r>
      <w:r w:rsidR="00000000">
        <w:t>Il y a là onze cent soixante-dix dollars</w:t>
      </w:r>
      <w:r>
        <w:t xml:space="preserve">. </w:t>
      </w:r>
      <w:r w:rsidR="00000000">
        <w:t>Que quelqu</w:t>
      </w:r>
      <w:r>
        <w:t>’</w:t>
      </w:r>
      <w:r w:rsidR="00000000">
        <w:t>un me demande où je les ai eus</w:t>
      </w:r>
      <w:r>
        <w:t xml:space="preserve">, </w:t>
      </w:r>
      <w:r w:rsidR="00000000">
        <w:t>comment je les ai eus</w:t>
      </w:r>
      <w:r>
        <w:t xml:space="preserve">, </w:t>
      </w:r>
      <w:r w:rsidR="00000000">
        <w:t>peut-être bien qu</w:t>
      </w:r>
      <w:r>
        <w:t>’</w:t>
      </w:r>
      <w:r w:rsidR="00000000">
        <w:t>il le saura</w:t>
      </w:r>
      <w:r>
        <w:t xml:space="preserve">, </w:t>
      </w:r>
      <w:r w:rsidR="00000000">
        <w:t>peut-être aussi que je ne lui dirai pas</w:t>
      </w:r>
      <w:r>
        <w:t xml:space="preserve">. </w:t>
      </w:r>
      <w:r w:rsidR="00000000">
        <w:t>Ça dépendra</w:t>
      </w:r>
      <w:r>
        <w:t>.</w:t>
      </w:r>
    </w:p>
    <w:p w14:paraId="115622DC" w14:textId="77777777" w:rsidR="00894734" w:rsidRDefault="00000000">
      <w:r>
        <w:t>Minnie dit encore</w:t>
      </w:r>
      <w:r w:rsidR="00894734">
        <w:t> :</w:t>
      </w:r>
    </w:p>
    <w:p w14:paraId="56B2AA7D" w14:textId="77777777" w:rsidR="00894734" w:rsidRDefault="00894734">
      <w:r>
        <w:t>— </w:t>
      </w:r>
      <w:r w:rsidR="00000000">
        <w:t>Il a gagné au poker</w:t>
      </w:r>
      <w:r>
        <w:t xml:space="preserve">, </w:t>
      </w:r>
      <w:r w:rsidR="00000000">
        <w:t>monsieur</w:t>
      </w:r>
      <w:r>
        <w:t xml:space="preserve">, </w:t>
      </w:r>
      <w:r w:rsidR="00000000">
        <w:t>au Club de la Belle Vie</w:t>
      </w:r>
      <w:r>
        <w:t xml:space="preserve">. </w:t>
      </w:r>
      <w:r w:rsidR="00000000">
        <w:t>Que je meure à l</w:t>
      </w:r>
      <w:r>
        <w:t>’</w:t>
      </w:r>
      <w:r w:rsidR="00000000">
        <w:t>instant si ce n</w:t>
      </w:r>
      <w:r>
        <w:t>’</w:t>
      </w:r>
      <w:r w:rsidR="00000000">
        <w:t>est pas vrai</w:t>
      </w:r>
      <w:r>
        <w:t>.</w:t>
      </w:r>
    </w:p>
    <w:p w14:paraId="77A78AB3" w14:textId="77777777" w:rsidR="00894734" w:rsidRDefault="00894734">
      <w:r>
        <w:t>— </w:t>
      </w:r>
      <w:r w:rsidR="00000000">
        <w:t>Peut-être que je l</w:t>
      </w:r>
      <w:r>
        <w:t>’</w:t>
      </w:r>
      <w:r w:rsidR="00000000">
        <w:t>ai gagné au poker</w:t>
      </w:r>
      <w:r>
        <w:t xml:space="preserve">, </w:t>
      </w:r>
      <w:r w:rsidR="00000000">
        <w:t>dit encore Rhino en me regardant férocement</w:t>
      </w:r>
      <w:r>
        <w:t xml:space="preserve">. </w:t>
      </w:r>
      <w:r w:rsidR="00000000">
        <w:t>Mais supposons que ce ne soit pas vrai</w:t>
      </w:r>
      <w:r>
        <w:t>…</w:t>
      </w:r>
    </w:p>
    <w:p w14:paraId="7B890763" w14:textId="77777777" w:rsidR="00894734" w:rsidRDefault="00894734">
      <w:r>
        <w:t>— </w:t>
      </w:r>
      <w:r w:rsidR="00000000">
        <w:t>Eh bien</w:t>
      </w:r>
      <w:r>
        <w:t xml:space="preserve"> ! </w:t>
      </w:r>
      <w:r w:rsidR="00000000">
        <w:t>lui répondis-je</w:t>
      </w:r>
      <w:r>
        <w:t xml:space="preserve">, </w:t>
      </w:r>
      <w:r w:rsidR="00000000">
        <w:t>je vous dirai que cela ne me r</w:t>
      </w:r>
      <w:r w:rsidR="00000000">
        <w:t>e</w:t>
      </w:r>
      <w:r w:rsidR="00000000">
        <w:t>garde pas et que je n</w:t>
      </w:r>
      <w:r>
        <w:t>’</w:t>
      </w:r>
      <w:r w:rsidR="00000000">
        <w:t>ai jamais su trouver la solution d</w:t>
      </w:r>
      <w:r>
        <w:t>’</w:t>
      </w:r>
      <w:r w:rsidR="00000000">
        <w:t>une dev</w:t>
      </w:r>
      <w:r w:rsidR="00000000">
        <w:t>i</w:t>
      </w:r>
      <w:r w:rsidR="00000000">
        <w:t>nette</w:t>
      </w:r>
      <w:r>
        <w:t>.</w:t>
      </w:r>
    </w:p>
    <w:p w14:paraId="762E91F4" w14:textId="77777777" w:rsidR="00894734" w:rsidRDefault="00000000">
      <w:r>
        <w:lastRenderedPageBreak/>
        <w:t>Et</w:t>
      </w:r>
      <w:r w:rsidR="00894734">
        <w:t xml:space="preserve">, </w:t>
      </w:r>
      <w:r>
        <w:t xml:space="preserve">après avoir engagé Minnie à retourner chez les </w:t>
      </w:r>
      <w:proofErr w:type="spellStart"/>
      <w:r>
        <w:t>Legget</w:t>
      </w:r>
      <w:proofErr w:type="spellEnd"/>
      <w:r w:rsidR="00894734">
        <w:t xml:space="preserve">, </w:t>
      </w:r>
      <w:r>
        <w:t>je quittai le couple</w:t>
      </w:r>
      <w:r w:rsidR="00894734">
        <w:t xml:space="preserve">. </w:t>
      </w:r>
      <w:r>
        <w:t>Quand Minnie eut refermé la porte derrière moi</w:t>
      </w:r>
      <w:r w:rsidR="00894734">
        <w:t xml:space="preserve">, </w:t>
      </w:r>
      <w:r>
        <w:t>j</w:t>
      </w:r>
      <w:r w:rsidR="00894734">
        <w:t>’</w:t>
      </w:r>
      <w:r>
        <w:t>entendis sa voix glapissante qui commençait un chapelet de récriminations</w:t>
      </w:r>
      <w:r w:rsidR="00894734">
        <w:t xml:space="preserve">, </w:t>
      </w:r>
      <w:r>
        <w:t>tandis que s</w:t>
      </w:r>
      <w:r w:rsidR="00894734">
        <w:t>’</w:t>
      </w:r>
      <w:r>
        <w:t>élevait le gros rire de Rhino</w:t>
      </w:r>
      <w:r w:rsidR="00894734">
        <w:t>.</w:t>
      </w:r>
    </w:p>
    <w:p w14:paraId="30E687E8" w14:textId="77777777" w:rsidR="00894734" w:rsidRDefault="00000000">
      <w:r>
        <w:t>J</w:t>
      </w:r>
      <w:r w:rsidR="00894734">
        <w:t>’</w:t>
      </w:r>
      <w:r>
        <w:t>avais appris par Mrs</w:t>
      </w:r>
      <w:r w:rsidR="00894734">
        <w:t xml:space="preserve">. </w:t>
      </w:r>
      <w:r>
        <w:t>Priestley que</w:t>
      </w:r>
      <w:r w:rsidR="00894734">
        <w:t xml:space="preserve">, </w:t>
      </w:r>
      <w:r>
        <w:t xml:space="preserve">pendant les deux ans que </w:t>
      </w:r>
      <w:proofErr w:type="spellStart"/>
      <w:r>
        <w:t>Legget</w:t>
      </w:r>
      <w:proofErr w:type="spellEnd"/>
      <w:r>
        <w:t xml:space="preserve"> avait habité seul</w:t>
      </w:r>
      <w:r w:rsidR="00894734">
        <w:t xml:space="preserve">, </w:t>
      </w:r>
      <w:r>
        <w:t>avant que sa femme et Gabrielle l</w:t>
      </w:r>
      <w:r w:rsidR="00894734">
        <w:t>’</w:t>
      </w:r>
      <w:r>
        <w:t>eussent rejoint à San Francisco</w:t>
      </w:r>
      <w:r w:rsidR="00894734">
        <w:t xml:space="preserve">, </w:t>
      </w:r>
      <w:r>
        <w:t>sa maison était tenue par une gouvernante</w:t>
      </w:r>
      <w:r w:rsidR="00894734">
        <w:t xml:space="preserve">. </w:t>
      </w:r>
      <w:r>
        <w:t>Elle s</w:t>
      </w:r>
      <w:r w:rsidR="00894734">
        <w:t>’</w:t>
      </w:r>
      <w:r>
        <w:t>appelait Mrs</w:t>
      </w:r>
      <w:r w:rsidR="00894734">
        <w:t xml:space="preserve">. </w:t>
      </w:r>
      <w:proofErr w:type="spellStart"/>
      <w:r>
        <w:t>Begg</w:t>
      </w:r>
      <w:proofErr w:type="spellEnd"/>
      <w:r>
        <w:t xml:space="preserve"> et elle était maintenant placée dans une famille du nom de </w:t>
      </w:r>
      <w:proofErr w:type="spellStart"/>
      <w:r>
        <w:t>Freemander</w:t>
      </w:r>
      <w:proofErr w:type="spellEnd"/>
      <w:r w:rsidR="00894734">
        <w:t xml:space="preserve">, </w:t>
      </w:r>
      <w:r>
        <w:t>à Berkeley</w:t>
      </w:r>
      <w:r w:rsidR="00894734">
        <w:t>.</w:t>
      </w:r>
    </w:p>
    <w:p w14:paraId="59917D8F" w14:textId="77777777" w:rsidR="00894734" w:rsidRDefault="00000000">
      <w:r>
        <w:t>Je cherchai sur l</w:t>
      </w:r>
      <w:r w:rsidR="00894734">
        <w:t>’</w:t>
      </w:r>
      <w:r>
        <w:t xml:space="preserve">annuaire le numéro des </w:t>
      </w:r>
      <w:proofErr w:type="spellStart"/>
      <w:r>
        <w:t>Freemander</w:t>
      </w:r>
      <w:proofErr w:type="spellEnd"/>
      <w:r>
        <w:t xml:space="preserve"> et appelai au téléphone Mrs</w:t>
      </w:r>
      <w:r w:rsidR="00894734">
        <w:t xml:space="preserve">. </w:t>
      </w:r>
      <w:proofErr w:type="spellStart"/>
      <w:r>
        <w:t>Begg</w:t>
      </w:r>
      <w:proofErr w:type="spellEnd"/>
      <w:r w:rsidR="00894734">
        <w:t xml:space="preserve">. </w:t>
      </w:r>
      <w:r>
        <w:t>J</w:t>
      </w:r>
      <w:r w:rsidR="00894734">
        <w:t>’</w:t>
      </w:r>
      <w:r>
        <w:t>eus la chance de la trouver et elle m</w:t>
      </w:r>
      <w:r w:rsidR="00894734">
        <w:t>’</w:t>
      </w:r>
      <w:r>
        <w:t>autorisa à la venir voir</w:t>
      </w:r>
      <w:r w:rsidR="00894734">
        <w:t xml:space="preserve">. </w:t>
      </w:r>
      <w:r>
        <w:t>Il y avait encore un train</w:t>
      </w:r>
      <w:r w:rsidR="00894734">
        <w:t xml:space="preserve">. </w:t>
      </w:r>
      <w:r>
        <w:t>Je sa</w:t>
      </w:r>
      <w:r>
        <w:t>u</w:t>
      </w:r>
      <w:r>
        <w:t>tai dedans</w:t>
      </w:r>
      <w:r w:rsidR="00894734">
        <w:t>.</w:t>
      </w:r>
    </w:p>
    <w:p w14:paraId="0C344C7D" w14:textId="77777777" w:rsidR="00894734" w:rsidRDefault="00000000">
      <w:r>
        <w:t>Je trouvai une petite femme replète au visage rose sous un bonnet de dentelle noire</w:t>
      </w:r>
      <w:r w:rsidR="00894734">
        <w:t xml:space="preserve">. </w:t>
      </w:r>
      <w:r>
        <w:t>Elle m</w:t>
      </w:r>
      <w:r w:rsidR="00894734">
        <w:t>’</w:t>
      </w:r>
      <w:r>
        <w:t>écouta</w:t>
      </w:r>
      <w:r w:rsidR="00894734">
        <w:t xml:space="preserve">, </w:t>
      </w:r>
      <w:r>
        <w:t>ses petits yeux gris et durs fixés sur moi</w:t>
      </w:r>
      <w:r w:rsidR="00894734">
        <w:t xml:space="preserve">, </w:t>
      </w:r>
      <w:r>
        <w:t>les deux mains laborieuses croisées sur son tablier de soie</w:t>
      </w:r>
      <w:r w:rsidR="00894734">
        <w:t>.</w:t>
      </w:r>
    </w:p>
    <w:p w14:paraId="07F95708" w14:textId="77777777" w:rsidR="00894734" w:rsidRDefault="00000000">
      <w:r>
        <w:t>Je lui parlai du cambriolage et lui dis que je pouvais être grandement aidé</w:t>
      </w:r>
      <w:r w:rsidR="00894734">
        <w:t xml:space="preserve">, </w:t>
      </w:r>
      <w:r>
        <w:t>au moins dans ma besogne d</w:t>
      </w:r>
      <w:r w:rsidR="00894734">
        <w:t>’</w:t>
      </w:r>
      <w:r>
        <w:t>information</w:t>
      </w:r>
      <w:r w:rsidR="00894734">
        <w:t xml:space="preserve">, </w:t>
      </w:r>
      <w:r>
        <w:t>par quelqu</w:t>
      </w:r>
      <w:r w:rsidR="00894734">
        <w:t>’</w:t>
      </w:r>
      <w:r>
        <w:t xml:space="preserve">un qui aurait connu les </w:t>
      </w:r>
      <w:proofErr w:type="spellStart"/>
      <w:r>
        <w:t>Legget</w:t>
      </w:r>
      <w:proofErr w:type="spellEnd"/>
      <w:r>
        <w:t xml:space="preserve"> très intimement</w:t>
      </w:r>
      <w:r w:rsidR="00894734">
        <w:t xml:space="preserve">, </w:t>
      </w:r>
      <w:r>
        <w:t>comme elle</w:t>
      </w:r>
      <w:r w:rsidR="00894734">
        <w:t>.</w:t>
      </w:r>
    </w:p>
    <w:p w14:paraId="431AFDF1" w14:textId="77777777" w:rsidR="00894734" w:rsidRDefault="00000000">
      <w:r>
        <w:t>Elle commença par me dire qu</w:t>
      </w:r>
      <w:r w:rsidR="00894734">
        <w:t>’</w:t>
      </w:r>
      <w:r>
        <w:t>elle doutait que ce qu</w:t>
      </w:r>
      <w:r w:rsidR="00894734">
        <w:t>’</w:t>
      </w:r>
      <w:r>
        <w:t>elle pourrait me dire valût mon dérangement</w:t>
      </w:r>
      <w:r w:rsidR="00894734">
        <w:t xml:space="preserve">, </w:t>
      </w:r>
      <w:r>
        <w:t>mais qu</w:t>
      </w:r>
      <w:r w:rsidR="00894734">
        <w:t>’</w:t>
      </w:r>
      <w:r>
        <w:t>elle ferait ce qu</w:t>
      </w:r>
      <w:r w:rsidR="00894734">
        <w:t>’</w:t>
      </w:r>
      <w:r>
        <w:t>elle pourrait</w:t>
      </w:r>
      <w:r w:rsidR="00894734">
        <w:t xml:space="preserve">, </w:t>
      </w:r>
      <w:r>
        <w:t>étant une honnête femme qui n</w:t>
      </w:r>
      <w:r w:rsidR="00894734">
        <w:t>’</w:t>
      </w:r>
      <w:r>
        <w:t>a rien à cacher à personne</w:t>
      </w:r>
      <w:r w:rsidR="00894734">
        <w:t xml:space="preserve">. </w:t>
      </w:r>
      <w:r>
        <w:t>Puis elle se lança dans un long bavardage</w:t>
      </w:r>
      <w:r w:rsidR="00894734">
        <w:t xml:space="preserve">, </w:t>
      </w:r>
      <w:r>
        <w:t>entrem</w:t>
      </w:r>
      <w:r>
        <w:t>ê</w:t>
      </w:r>
      <w:r>
        <w:t>lant les anecdotes sans intérêt</w:t>
      </w:r>
      <w:r w:rsidR="00894734">
        <w:t xml:space="preserve">. </w:t>
      </w:r>
      <w:r>
        <w:t>Dans tout ce fatras</w:t>
      </w:r>
      <w:r w:rsidR="00894734">
        <w:t xml:space="preserve">, </w:t>
      </w:r>
      <w:r>
        <w:t>je réussis à démêler ceci</w:t>
      </w:r>
      <w:r w:rsidR="00894734">
        <w:t> :</w:t>
      </w:r>
    </w:p>
    <w:p w14:paraId="214CA535" w14:textId="77777777" w:rsidR="00894734" w:rsidRDefault="00000000">
      <w:r>
        <w:lastRenderedPageBreak/>
        <w:t>Elle avait été engagée par Mr</w:t>
      </w:r>
      <w:r w:rsidR="00894734">
        <w:t xml:space="preserve">. </w:t>
      </w:r>
      <w:proofErr w:type="spellStart"/>
      <w:r>
        <w:t>Legget</w:t>
      </w:r>
      <w:proofErr w:type="spellEnd"/>
      <w:r>
        <w:t xml:space="preserve"> comme gouvernante</w:t>
      </w:r>
      <w:r w:rsidR="00894734">
        <w:t xml:space="preserve">, </w:t>
      </w:r>
      <w:r>
        <w:t>au printemps de 1921</w:t>
      </w:r>
      <w:r w:rsidR="00894734">
        <w:t xml:space="preserve">. </w:t>
      </w:r>
      <w:r>
        <w:t>Au début</w:t>
      </w:r>
      <w:r w:rsidR="00894734">
        <w:t xml:space="preserve">, </w:t>
      </w:r>
      <w:r>
        <w:t>elle avait une jeune fille pour l</w:t>
      </w:r>
      <w:r w:rsidR="00894734">
        <w:t>’</w:t>
      </w:r>
      <w:r>
        <w:t>aider</w:t>
      </w:r>
      <w:r w:rsidR="00894734">
        <w:t xml:space="preserve">, </w:t>
      </w:r>
      <w:r>
        <w:t>mais il n</w:t>
      </w:r>
      <w:r w:rsidR="00894734">
        <w:t>’</w:t>
      </w:r>
      <w:r>
        <w:t>y avait pas assez de travail pour deux</w:t>
      </w:r>
      <w:r w:rsidR="00894734">
        <w:t xml:space="preserve">, </w:t>
      </w:r>
      <w:r>
        <w:t xml:space="preserve">et ce fut elle qui suggéra à </w:t>
      </w:r>
      <w:proofErr w:type="spellStart"/>
      <w:r>
        <w:t>Legget</w:t>
      </w:r>
      <w:proofErr w:type="spellEnd"/>
      <w:r>
        <w:t xml:space="preserve"> de donner son congé à la jeune aide</w:t>
      </w:r>
      <w:r w:rsidR="00894734">
        <w:t xml:space="preserve">. </w:t>
      </w:r>
      <w:r>
        <w:t>Son maître était un homme de goûts simples</w:t>
      </w:r>
      <w:r w:rsidR="00894734">
        <w:t xml:space="preserve">, </w:t>
      </w:r>
      <w:r>
        <w:t>passant presque tout son temps à l</w:t>
      </w:r>
      <w:r w:rsidR="00894734">
        <w:t>’</w:t>
      </w:r>
      <w:r>
        <w:t>étage supérieur</w:t>
      </w:r>
      <w:r w:rsidR="00894734">
        <w:t xml:space="preserve">, </w:t>
      </w:r>
      <w:r>
        <w:t>dans son laboratoire</w:t>
      </w:r>
      <w:r w:rsidR="00894734">
        <w:t xml:space="preserve">. </w:t>
      </w:r>
      <w:r>
        <w:t>Il util</w:t>
      </w:r>
      <w:r>
        <w:t>i</w:t>
      </w:r>
      <w:r>
        <w:t>sait rarement le reste de la maison excepté les soirs où des amis venaient le visiter</w:t>
      </w:r>
      <w:r w:rsidR="00894734">
        <w:t xml:space="preserve">. </w:t>
      </w:r>
      <w:r>
        <w:t>Mrs</w:t>
      </w:r>
      <w:r w:rsidR="00894734">
        <w:t xml:space="preserve">. </w:t>
      </w:r>
      <w:proofErr w:type="spellStart"/>
      <w:r>
        <w:t>Begg</w:t>
      </w:r>
      <w:proofErr w:type="spellEnd"/>
      <w:r>
        <w:t xml:space="preserve"> n</w:t>
      </w:r>
      <w:r w:rsidR="00894734">
        <w:t>’</w:t>
      </w:r>
      <w:r>
        <w:t>aimait pas ces amis</w:t>
      </w:r>
      <w:r w:rsidR="00894734">
        <w:t xml:space="preserve">. </w:t>
      </w:r>
      <w:r>
        <w:t>Oh</w:t>
      </w:r>
      <w:r w:rsidR="00894734">
        <w:t xml:space="preserve"> ! </w:t>
      </w:r>
      <w:r>
        <w:t>év</w:t>
      </w:r>
      <w:r>
        <w:t>i</w:t>
      </w:r>
      <w:r>
        <w:t>demment</w:t>
      </w:r>
      <w:r w:rsidR="00894734">
        <w:t xml:space="preserve">,… </w:t>
      </w:r>
      <w:r>
        <w:t>elle n</w:t>
      </w:r>
      <w:r w:rsidR="00894734">
        <w:t>’</w:t>
      </w:r>
      <w:r>
        <w:t>avait rien à leur reprocher</w:t>
      </w:r>
      <w:r w:rsidR="00894734">
        <w:t xml:space="preserve">, </w:t>
      </w:r>
      <w:r>
        <w:t>mais voilà</w:t>
      </w:r>
      <w:r w:rsidR="00894734">
        <w:t>, « </w:t>
      </w:r>
      <w:r>
        <w:t>c</w:t>
      </w:r>
      <w:r w:rsidR="00894734">
        <w:t>’</w:t>
      </w:r>
      <w:r>
        <w:t>étaient de drôles de gens</w:t>
      </w:r>
      <w:r w:rsidR="00894734">
        <w:t> ».</w:t>
      </w:r>
    </w:p>
    <w:p w14:paraId="5BF2CB15" w14:textId="4D38C234" w:rsidR="00894734" w:rsidRDefault="00000000">
      <w:r>
        <w:t xml:space="preserve">Edgar </w:t>
      </w:r>
      <w:proofErr w:type="spellStart"/>
      <w:r>
        <w:t>Legget</w:t>
      </w:r>
      <w:proofErr w:type="spellEnd"/>
      <w:r>
        <w:t xml:space="preserve"> était très bon pour elle</w:t>
      </w:r>
      <w:r w:rsidR="00894734">
        <w:t xml:space="preserve">, </w:t>
      </w:r>
      <w:r>
        <w:t>seulement un peu s</w:t>
      </w:r>
      <w:r>
        <w:t>e</w:t>
      </w:r>
      <w:r>
        <w:t xml:space="preserve">cret pour le naturel bavard de </w:t>
      </w:r>
      <w:r w:rsidR="00894734">
        <w:t>M</w:t>
      </w:r>
      <w:r w:rsidR="00894734" w:rsidRPr="00894734">
        <w:rPr>
          <w:vertAlign w:val="superscript"/>
        </w:rPr>
        <w:t>rs</w:t>
      </w:r>
      <w:r w:rsidR="00894734">
        <w:t> </w:t>
      </w:r>
      <w:proofErr w:type="spellStart"/>
      <w:r>
        <w:t>Begg</w:t>
      </w:r>
      <w:proofErr w:type="spellEnd"/>
      <w:r w:rsidR="00894734">
        <w:t xml:space="preserve">. </w:t>
      </w:r>
      <w:r>
        <w:t>Elle n</w:t>
      </w:r>
      <w:r w:rsidR="00894734">
        <w:t>’</w:t>
      </w:r>
      <w:r>
        <w:t>avait jamais été autorisée à monter au laboratoire</w:t>
      </w:r>
      <w:r w:rsidR="00894734">
        <w:t xml:space="preserve">, </w:t>
      </w:r>
      <w:r>
        <w:t>dont la porte était toujours fermée à clef</w:t>
      </w:r>
      <w:r w:rsidR="00894734">
        <w:t xml:space="preserve">. </w:t>
      </w:r>
      <w:r>
        <w:t>Une fois par mois</w:t>
      </w:r>
      <w:r w:rsidR="00894734">
        <w:t xml:space="preserve">, </w:t>
      </w:r>
      <w:r>
        <w:t xml:space="preserve">un homme de peine venait en faire le ménage sous la surveillance de </w:t>
      </w:r>
      <w:proofErr w:type="spellStart"/>
      <w:r>
        <w:t>Legget</w:t>
      </w:r>
      <w:proofErr w:type="spellEnd"/>
      <w:r w:rsidR="00894734">
        <w:t xml:space="preserve">. </w:t>
      </w:r>
      <w:r>
        <w:t>Elle avait pensé qu</w:t>
      </w:r>
      <w:r w:rsidR="00894734">
        <w:t>’</w:t>
      </w:r>
      <w:r>
        <w:t xml:space="preserve">il y avait </w:t>
      </w:r>
      <w:proofErr w:type="spellStart"/>
      <w:r>
        <w:t>là dedans</w:t>
      </w:r>
      <w:proofErr w:type="spellEnd"/>
      <w:r>
        <w:t xml:space="preserve"> des produits chimiques dangereux au</w:t>
      </w:r>
      <w:r>
        <w:t>x</w:t>
      </w:r>
      <w:r>
        <w:t>quels il voulait que personne ne touche</w:t>
      </w:r>
      <w:r w:rsidR="00894734">
        <w:t xml:space="preserve">, </w:t>
      </w:r>
      <w:r>
        <w:t>et elle devait à la vérité de dire que cela lui avait toujours fait un peu peur</w:t>
      </w:r>
      <w:r w:rsidR="00894734">
        <w:t xml:space="preserve">. </w:t>
      </w:r>
      <w:r>
        <w:t>Elle ne connaissait rien de ses affaires de famille et savait assez garder sa place pour ne pas se permettre de lui poser une question</w:t>
      </w:r>
      <w:r w:rsidR="00894734">
        <w:t>.</w:t>
      </w:r>
    </w:p>
    <w:p w14:paraId="374B87A1" w14:textId="77777777" w:rsidR="00894734" w:rsidRDefault="00000000">
      <w:r>
        <w:t>En août 1923</w:t>
      </w:r>
      <w:r w:rsidR="00894734">
        <w:t xml:space="preserve">, </w:t>
      </w:r>
      <w:r>
        <w:t>c</w:t>
      </w:r>
      <w:r w:rsidR="00894734">
        <w:t>’</w:t>
      </w:r>
      <w:r>
        <w:t>était un matin où il pleuvait</w:t>
      </w:r>
      <w:r w:rsidR="00894734">
        <w:t xml:space="preserve">, </w:t>
      </w:r>
      <w:r>
        <w:t>se rappelait-elle</w:t>
      </w:r>
      <w:r w:rsidR="00894734">
        <w:t xml:space="preserve">, </w:t>
      </w:r>
      <w:r>
        <w:t>une femme accompagnée d</w:t>
      </w:r>
      <w:r w:rsidR="00894734">
        <w:t>’</w:t>
      </w:r>
      <w:r>
        <w:t>une fillette d</w:t>
      </w:r>
      <w:r w:rsidR="00894734">
        <w:t>’</w:t>
      </w:r>
      <w:r>
        <w:t>une quinzaine d</w:t>
      </w:r>
      <w:r w:rsidR="00894734">
        <w:t>’</w:t>
      </w:r>
      <w:r>
        <w:t>années</w:t>
      </w:r>
      <w:r w:rsidR="00894734">
        <w:t xml:space="preserve">, </w:t>
      </w:r>
      <w:r>
        <w:t>avait sonné à la porte de la maison</w:t>
      </w:r>
      <w:r w:rsidR="00894734">
        <w:t xml:space="preserve">. </w:t>
      </w:r>
      <w:r>
        <w:t>Elles étaient su</w:t>
      </w:r>
      <w:r>
        <w:t>i</w:t>
      </w:r>
      <w:r>
        <w:t>vies d</w:t>
      </w:r>
      <w:r w:rsidR="00894734">
        <w:t>’</w:t>
      </w:r>
      <w:r>
        <w:t>un bagage important</w:t>
      </w:r>
      <w:r w:rsidR="00894734">
        <w:t xml:space="preserve">. </w:t>
      </w:r>
      <w:r>
        <w:t>La femme demanda si Mr</w:t>
      </w:r>
      <w:r w:rsidR="00894734">
        <w:t xml:space="preserve">. </w:t>
      </w:r>
      <w:proofErr w:type="spellStart"/>
      <w:r>
        <w:t>Legget</w:t>
      </w:r>
      <w:proofErr w:type="spellEnd"/>
      <w:r>
        <w:t xml:space="preserve"> était chez lui</w:t>
      </w:r>
      <w:r w:rsidR="00894734">
        <w:t xml:space="preserve">. </w:t>
      </w:r>
      <w:r>
        <w:t>Mrs</w:t>
      </w:r>
      <w:r w:rsidR="00894734">
        <w:t xml:space="preserve">. </w:t>
      </w:r>
      <w:proofErr w:type="spellStart"/>
      <w:r>
        <w:t>Begg</w:t>
      </w:r>
      <w:proofErr w:type="spellEnd"/>
      <w:r>
        <w:t xml:space="preserve"> les avait fait entrer et était allé frapper à la porte du laboratoire de son maître en le priant de desce</w:t>
      </w:r>
      <w:r>
        <w:t>n</w:t>
      </w:r>
      <w:r>
        <w:t>dre</w:t>
      </w:r>
      <w:r w:rsidR="00894734">
        <w:t>.</w:t>
      </w:r>
    </w:p>
    <w:p w14:paraId="56B3E631" w14:textId="77777777" w:rsidR="00894734" w:rsidRDefault="00000000">
      <w:r>
        <w:t>Jamais</w:t>
      </w:r>
      <w:r w:rsidR="00894734">
        <w:t xml:space="preserve">, </w:t>
      </w:r>
      <w:r>
        <w:t>dans la vie</w:t>
      </w:r>
      <w:r w:rsidR="00894734">
        <w:t xml:space="preserve">, </w:t>
      </w:r>
      <w:r>
        <w:t>elle n</w:t>
      </w:r>
      <w:r w:rsidR="00894734">
        <w:t>’</w:t>
      </w:r>
      <w:r>
        <w:t xml:space="preserve">avait vu un homme aussi surpris que </w:t>
      </w:r>
      <w:proofErr w:type="spellStart"/>
      <w:r>
        <w:t>Legget</w:t>
      </w:r>
      <w:proofErr w:type="spellEnd"/>
      <w:r>
        <w:t xml:space="preserve"> quand il avait aperçu les deux femmes</w:t>
      </w:r>
      <w:r w:rsidR="00894734">
        <w:t xml:space="preserve">. </w:t>
      </w:r>
      <w:r>
        <w:t>Il devint très pâle</w:t>
      </w:r>
      <w:r w:rsidR="00894734">
        <w:t xml:space="preserve">, </w:t>
      </w:r>
      <w:r>
        <w:t>comme prêt à s</w:t>
      </w:r>
      <w:r w:rsidR="00894734">
        <w:t>’</w:t>
      </w:r>
      <w:r>
        <w:t>évanouir</w:t>
      </w:r>
      <w:r w:rsidR="00894734">
        <w:t xml:space="preserve">, </w:t>
      </w:r>
      <w:r>
        <w:t>et ils restaient là</w:t>
      </w:r>
      <w:r w:rsidR="00894734">
        <w:t xml:space="preserve">, </w:t>
      </w:r>
      <w:r>
        <w:t xml:space="preserve">tous </w:t>
      </w:r>
      <w:r>
        <w:lastRenderedPageBreak/>
        <w:t>les trois</w:t>
      </w:r>
      <w:r w:rsidR="00894734">
        <w:t xml:space="preserve">, </w:t>
      </w:r>
      <w:r>
        <w:t>sans faire un geste l</w:t>
      </w:r>
      <w:r w:rsidR="00894734">
        <w:t>’</w:t>
      </w:r>
      <w:r>
        <w:t>un vers l</w:t>
      </w:r>
      <w:r w:rsidR="00894734">
        <w:t>’</w:t>
      </w:r>
      <w:r>
        <w:t>autre</w:t>
      </w:r>
      <w:r w:rsidR="00894734">
        <w:t xml:space="preserve">. </w:t>
      </w:r>
      <w:r>
        <w:t>Ce qu</w:t>
      </w:r>
      <w:r w:rsidR="00894734">
        <w:t>’</w:t>
      </w:r>
      <w:r>
        <w:t>ils se dirent enfin</w:t>
      </w:r>
      <w:r w:rsidR="00894734">
        <w:t xml:space="preserve">, </w:t>
      </w:r>
      <w:r>
        <w:t>Mrs</w:t>
      </w:r>
      <w:r w:rsidR="00894734">
        <w:t xml:space="preserve">. </w:t>
      </w:r>
      <w:proofErr w:type="spellStart"/>
      <w:r>
        <w:t>Begg</w:t>
      </w:r>
      <w:proofErr w:type="spellEnd"/>
      <w:r>
        <w:t xml:space="preserve"> ne le sut jamais</w:t>
      </w:r>
      <w:r w:rsidR="00894734">
        <w:t xml:space="preserve">, </w:t>
      </w:r>
      <w:r>
        <w:t>car ils parlaient dans une langue étrangère</w:t>
      </w:r>
      <w:r w:rsidR="00894734">
        <w:t xml:space="preserve">, </w:t>
      </w:r>
      <w:r>
        <w:t>bien que la femme et la jeune fille</w:t>
      </w:r>
      <w:r w:rsidR="00894734">
        <w:t xml:space="preserve"> (</w:t>
      </w:r>
      <w:r>
        <w:t>Mrs</w:t>
      </w:r>
      <w:r w:rsidR="00894734">
        <w:t xml:space="preserve">. </w:t>
      </w:r>
      <w:proofErr w:type="spellStart"/>
      <w:r>
        <w:t>Begg</w:t>
      </w:r>
      <w:proofErr w:type="spellEnd"/>
      <w:r>
        <w:t xml:space="preserve"> s</w:t>
      </w:r>
      <w:r w:rsidR="00894734">
        <w:t>’</w:t>
      </w:r>
      <w:r>
        <w:t>en aperçut bientôt</w:t>
      </w:r>
      <w:r w:rsidR="00894734">
        <w:t xml:space="preserve">) </w:t>
      </w:r>
      <w:r>
        <w:t>parlassent l</w:t>
      </w:r>
      <w:r w:rsidR="00894734">
        <w:t>’</w:t>
      </w:r>
      <w:r>
        <w:t>anglais aussi bien que n</w:t>
      </w:r>
      <w:r w:rsidR="00894734">
        <w:t>’</w:t>
      </w:r>
      <w:r>
        <w:t>importe qui</w:t>
      </w:r>
      <w:r w:rsidR="00894734">
        <w:t xml:space="preserve">, </w:t>
      </w:r>
      <w:r>
        <w:t>et même mieux</w:t>
      </w:r>
      <w:r w:rsidR="00894734">
        <w:t xml:space="preserve">, </w:t>
      </w:r>
      <w:r>
        <w:t>surtout cette Gabrielle</w:t>
      </w:r>
      <w:r w:rsidR="00894734">
        <w:t xml:space="preserve">, </w:t>
      </w:r>
      <w:r>
        <w:t>quand elle était en colère</w:t>
      </w:r>
      <w:r w:rsidR="00894734">
        <w:t xml:space="preserve">. </w:t>
      </w:r>
      <w:r>
        <w:t>Elle possédait un répertoire de mots violents pas très convenables dans la bouche d</w:t>
      </w:r>
      <w:r w:rsidR="00894734">
        <w:t>’</w:t>
      </w:r>
      <w:r>
        <w:t>une jeune fille</w:t>
      </w:r>
      <w:r w:rsidR="00894734">
        <w:t>.</w:t>
      </w:r>
    </w:p>
    <w:p w14:paraId="70F0EFAD" w14:textId="77777777" w:rsidR="00894734" w:rsidRDefault="00000000">
      <w:r>
        <w:t>Plus tard</w:t>
      </w:r>
      <w:r w:rsidR="00894734">
        <w:t xml:space="preserve">, </w:t>
      </w:r>
      <w:r>
        <w:t>dans la matinée</w:t>
      </w:r>
      <w:r w:rsidR="00894734">
        <w:t xml:space="preserve">, </w:t>
      </w:r>
      <w:proofErr w:type="spellStart"/>
      <w:r>
        <w:t>Legget</w:t>
      </w:r>
      <w:proofErr w:type="spellEnd"/>
      <w:r>
        <w:t xml:space="preserve"> était venu trouver la gouvernante et lui avait dit que les deux visiteuses étaient Mrs</w:t>
      </w:r>
      <w:r w:rsidR="00894734">
        <w:t xml:space="preserve">. </w:t>
      </w:r>
      <w:r>
        <w:t>Dain</w:t>
      </w:r>
      <w:r w:rsidR="00894734">
        <w:t xml:space="preserve">, </w:t>
      </w:r>
      <w:r>
        <w:t>sa belle-sœur</w:t>
      </w:r>
      <w:r w:rsidR="00894734">
        <w:t xml:space="preserve">, </w:t>
      </w:r>
      <w:r>
        <w:t>et sa fille</w:t>
      </w:r>
      <w:r w:rsidR="00894734">
        <w:t xml:space="preserve">, </w:t>
      </w:r>
      <w:r>
        <w:t>qu</w:t>
      </w:r>
      <w:r w:rsidR="00894734">
        <w:t>’</w:t>
      </w:r>
      <w:r>
        <w:t>il n</w:t>
      </w:r>
      <w:r w:rsidR="00894734">
        <w:t>’</w:t>
      </w:r>
      <w:r>
        <w:t>avait pas vues depuis dix ans</w:t>
      </w:r>
      <w:r w:rsidR="00894734">
        <w:t xml:space="preserve">. </w:t>
      </w:r>
      <w:r>
        <w:t>Elles allaient maintenant habiter avec lui</w:t>
      </w:r>
      <w:r w:rsidR="00894734">
        <w:t xml:space="preserve">. </w:t>
      </w:r>
      <w:r>
        <w:t>Mrs</w:t>
      </w:r>
      <w:r w:rsidR="00894734">
        <w:t xml:space="preserve">. </w:t>
      </w:r>
      <w:r>
        <w:t>Dain dit plus tard à Mrs</w:t>
      </w:r>
      <w:r w:rsidR="00894734">
        <w:t xml:space="preserve">. </w:t>
      </w:r>
      <w:proofErr w:type="spellStart"/>
      <w:r>
        <w:t>Begg</w:t>
      </w:r>
      <w:proofErr w:type="spellEnd"/>
      <w:r>
        <w:t xml:space="preserve"> qu</w:t>
      </w:r>
      <w:r w:rsidR="00894734">
        <w:t>’</w:t>
      </w:r>
      <w:r>
        <w:t>elles étaient Anglaises</w:t>
      </w:r>
      <w:r w:rsidR="00894734">
        <w:t xml:space="preserve">, </w:t>
      </w:r>
      <w:r>
        <w:t>mais qu</w:t>
      </w:r>
      <w:r w:rsidR="00894734">
        <w:t>’</w:t>
      </w:r>
      <w:r>
        <w:t>elles habitaient New-York depuis plusieurs années</w:t>
      </w:r>
      <w:r w:rsidR="00894734">
        <w:t xml:space="preserve">. </w:t>
      </w:r>
      <w:r>
        <w:t>La gouvernante estimait grandement Mrs</w:t>
      </w:r>
      <w:r w:rsidR="00894734">
        <w:t xml:space="preserve">. </w:t>
      </w:r>
      <w:r>
        <w:t>Dain</w:t>
      </w:r>
      <w:r w:rsidR="00894734">
        <w:t xml:space="preserve">. </w:t>
      </w:r>
      <w:r>
        <w:t>C</w:t>
      </w:r>
      <w:r w:rsidR="00894734">
        <w:t>’</w:t>
      </w:r>
      <w:r>
        <w:t>était une femme délicate et une maîtresse de maison accomplie</w:t>
      </w:r>
      <w:r w:rsidR="00894734">
        <w:t xml:space="preserve">, </w:t>
      </w:r>
      <w:r>
        <w:t>mais cette Gabrielle était une fille d</w:t>
      </w:r>
      <w:r w:rsidR="00894734">
        <w:t>’</w:t>
      </w:r>
      <w:r>
        <w:t>enfer</w:t>
      </w:r>
      <w:r w:rsidR="00894734">
        <w:t xml:space="preserve">. </w:t>
      </w:r>
      <w:r>
        <w:t>Mrs</w:t>
      </w:r>
      <w:r w:rsidR="00894734">
        <w:t xml:space="preserve">. </w:t>
      </w:r>
      <w:proofErr w:type="spellStart"/>
      <w:r>
        <w:t>Begg</w:t>
      </w:r>
      <w:proofErr w:type="spellEnd"/>
      <w:r>
        <w:t xml:space="preserve"> ne pouvait pas la souffrir</w:t>
      </w:r>
      <w:r w:rsidR="00894734">
        <w:t xml:space="preserve">, </w:t>
      </w:r>
      <w:r>
        <w:t>elle ne parlait d</w:t>
      </w:r>
      <w:r w:rsidR="00894734">
        <w:t>’</w:t>
      </w:r>
      <w:r>
        <w:t>elle qu</w:t>
      </w:r>
      <w:r w:rsidR="00894734">
        <w:t>’</w:t>
      </w:r>
      <w:r>
        <w:t xml:space="preserve">en disant </w:t>
      </w:r>
      <w:r w:rsidR="00894734">
        <w:t>« </w:t>
      </w:r>
      <w:r>
        <w:t>cette Gabrielle</w:t>
      </w:r>
      <w:r w:rsidR="00894734">
        <w:t> ».</w:t>
      </w:r>
    </w:p>
    <w:p w14:paraId="1B92A068" w14:textId="77777777" w:rsidR="00894734" w:rsidRDefault="00000000">
      <w:r>
        <w:t>Mrs</w:t>
      </w:r>
      <w:r w:rsidR="00894734">
        <w:t xml:space="preserve">. </w:t>
      </w:r>
      <w:r>
        <w:t>Dain présente</w:t>
      </w:r>
      <w:r w:rsidR="00894734">
        <w:t xml:space="preserve">, </w:t>
      </w:r>
      <w:r>
        <w:t>il n</w:t>
      </w:r>
      <w:r w:rsidR="00894734">
        <w:t>’</w:t>
      </w:r>
      <w:r>
        <w:t>y avait plus besoin d</w:t>
      </w:r>
      <w:r w:rsidR="00894734">
        <w:t>’</w:t>
      </w:r>
      <w:r>
        <w:t>une gouve</w:t>
      </w:r>
      <w:r>
        <w:t>r</w:t>
      </w:r>
      <w:r>
        <w:t>nante dans la maison</w:t>
      </w:r>
      <w:r w:rsidR="00894734">
        <w:t xml:space="preserve">. </w:t>
      </w:r>
      <w:r>
        <w:t>Ils furent très généreux avec elle et l</w:t>
      </w:r>
      <w:r w:rsidR="00894734">
        <w:t>’</w:t>
      </w:r>
      <w:r>
        <w:t>aidèrent à trouver une autre place</w:t>
      </w:r>
      <w:r w:rsidR="00894734">
        <w:t xml:space="preserve">. </w:t>
      </w:r>
      <w:r>
        <w:t>Elle ne les avait jamais r</w:t>
      </w:r>
      <w:r>
        <w:t>e</w:t>
      </w:r>
      <w:r>
        <w:t>vus</w:t>
      </w:r>
      <w:r w:rsidR="00894734">
        <w:t xml:space="preserve">, </w:t>
      </w:r>
      <w:r>
        <w:t>mais elle avait lu à la rubrique d</w:t>
      </w:r>
      <w:r w:rsidR="00894734">
        <w:t>’</w:t>
      </w:r>
      <w:r>
        <w:t>état civil d</w:t>
      </w:r>
      <w:r w:rsidR="00894734">
        <w:t>’</w:t>
      </w:r>
      <w:r>
        <w:t>un journal</w:t>
      </w:r>
      <w:r w:rsidR="00894734">
        <w:t xml:space="preserve">, </w:t>
      </w:r>
      <w:r>
        <w:t>une semaine environ après son départ</w:t>
      </w:r>
      <w:r w:rsidR="00894734">
        <w:t xml:space="preserve">, </w:t>
      </w:r>
      <w:r>
        <w:t>l</w:t>
      </w:r>
      <w:r w:rsidR="00894734">
        <w:t>’</w:t>
      </w:r>
      <w:r>
        <w:t>annonce du mariage d</w:t>
      </w:r>
      <w:r w:rsidR="00894734">
        <w:t>’</w:t>
      </w:r>
      <w:r>
        <w:t xml:space="preserve">Edgar </w:t>
      </w:r>
      <w:proofErr w:type="spellStart"/>
      <w:r>
        <w:t>Legget</w:t>
      </w:r>
      <w:proofErr w:type="spellEnd"/>
      <w:r>
        <w:t xml:space="preserve"> et d</w:t>
      </w:r>
      <w:r w:rsidR="00894734">
        <w:t>’</w:t>
      </w:r>
      <w:r>
        <w:t>Alice Dain</w:t>
      </w:r>
      <w:r w:rsidR="00894734">
        <w:t>.</w:t>
      </w:r>
    </w:p>
    <w:p w14:paraId="6BA0749A" w14:textId="6627AFDD" w:rsidR="00000000" w:rsidRDefault="00000000" w:rsidP="00894734">
      <w:pPr>
        <w:pStyle w:val="Titre2"/>
        <w:rPr>
          <w:szCs w:val="44"/>
        </w:rPr>
      </w:pPr>
      <w:bookmarkStart w:id="5" w:name="_Toc202288406"/>
      <w:r>
        <w:rPr>
          <w:szCs w:val="44"/>
        </w:rPr>
        <w:lastRenderedPageBreak/>
        <w:t>CHAPITRE IV</w:t>
      </w:r>
      <w:r>
        <w:rPr>
          <w:szCs w:val="44"/>
        </w:rPr>
        <w:br/>
      </w:r>
      <w:r>
        <w:rPr>
          <w:szCs w:val="44"/>
        </w:rPr>
        <w:br/>
        <w:t>GABRIELLE DISPARUE</w:t>
      </w:r>
      <w:bookmarkEnd w:id="5"/>
    </w:p>
    <w:p w14:paraId="40D1CA3D" w14:textId="77777777" w:rsidR="00894734" w:rsidRDefault="00000000">
      <w:r>
        <w:t>Quand j</w:t>
      </w:r>
      <w:r w:rsidR="00894734">
        <w:t>’</w:t>
      </w:r>
      <w:r>
        <w:t>arrivai à l</w:t>
      </w:r>
      <w:r w:rsidR="00894734">
        <w:t>’</w:t>
      </w:r>
      <w:r>
        <w:t>agence le lendemain matin</w:t>
      </w:r>
      <w:r w:rsidR="00894734">
        <w:t xml:space="preserve">, </w:t>
      </w:r>
      <w:r>
        <w:t>à neuf he</w:t>
      </w:r>
      <w:r>
        <w:t>u</w:t>
      </w:r>
      <w:r>
        <w:t>res</w:t>
      </w:r>
      <w:r w:rsidR="00894734">
        <w:t xml:space="preserve">, </w:t>
      </w:r>
      <w:r>
        <w:t>je trouvai Éric Collinson dans le salon de réception</w:t>
      </w:r>
      <w:r w:rsidR="00894734">
        <w:t xml:space="preserve">. </w:t>
      </w:r>
      <w:r>
        <w:t>Sa bo</w:t>
      </w:r>
      <w:r>
        <w:t>n</w:t>
      </w:r>
      <w:r>
        <w:t>ne mine semblait s</w:t>
      </w:r>
      <w:r w:rsidR="00894734">
        <w:t>’</w:t>
      </w:r>
      <w:r>
        <w:t>en être allée et il avait oublié de laquer ses cheveux à la gomina</w:t>
      </w:r>
      <w:r w:rsidR="00894734">
        <w:t>.</w:t>
      </w:r>
    </w:p>
    <w:p w14:paraId="2FC63222" w14:textId="77777777" w:rsidR="00894734" w:rsidRDefault="00894734">
      <w:r>
        <w:t>— </w:t>
      </w:r>
      <w:r w:rsidR="00000000">
        <w:t xml:space="preserve">Savez-vous où est miss </w:t>
      </w:r>
      <w:proofErr w:type="spellStart"/>
      <w:r w:rsidR="00000000">
        <w:t>Legget</w:t>
      </w:r>
      <w:proofErr w:type="spellEnd"/>
      <w:r>
        <w:t xml:space="preserve"> ? </w:t>
      </w:r>
      <w:r w:rsidR="00000000">
        <w:t>me demanda-t-il</w:t>
      </w:r>
      <w:r>
        <w:t xml:space="preserve">, </w:t>
      </w:r>
      <w:r w:rsidR="00000000">
        <w:t>sans même me saluer</w:t>
      </w:r>
      <w:r>
        <w:t xml:space="preserve">. </w:t>
      </w:r>
      <w:r w:rsidR="00000000">
        <w:t>Elle n</w:t>
      </w:r>
      <w:r>
        <w:t>’</w:t>
      </w:r>
      <w:r w:rsidR="00000000">
        <w:t>est pas rentrée cette nuit chez elle</w:t>
      </w:r>
      <w:r>
        <w:t xml:space="preserve">, </w:t>
      </w:r>
      <w:r w:rsidR="00000000">
        <w:t>elle a disparu</w:t>
      </w:r>
      <w:r>
        <w:t xml:space="preserve">. </w:t>
      </w:r>
      <w:r w:rsidR="00000000">
        <w:t>Son père m</w:t>
      </w:r>
      <w:r>
        <w:t>’</w:t>
      </w:r>
      <w:r w:rsidR="00000000">
        <w:t>a dit qu</w:t>
      </w:r>
      <w:r>
        <w:t>’</w:t>
      </w:r>
      <w:r w:rsidR="00000000">
        <w:t>il ne savait pas où elle était</w:t>
      </w:r>
      <w:r>
        <w:t xml:space="preserve">, </w:t>
      </w:r>
      <w:r w:rsidR="00000000">
        <w:t>mais je suis sûr qu</w:t>
      </w:r>
      <w:r>
        <w:t>’</w:t>
      </w:r>
      <w:r w:rsidR="00000000">
        <w:t>il le sait</w:t>
      </w:r>
      <w:r>
        <w:t xml:space="preserve">. </w:t>
      </w:r>
      <w:r w:rsidR="00000000">
        <w:t>Il m</w:t>
      </w:r>
      <w:r>
        <w:t>’</w:t>
      </w:r>
      <w:r w:rsidR="00000000">
        <w:t>a dit de ne pas</w:t>
      </w:r>
      <w:r>
        <w:t xml:space="preserve">, </w:t>
      </w:r>
      <w:r w:rsidR="00000000">
        <w:t>m</w:t>
      </w:r>
      <w:r>
        <w:t>’</w:t>
      </w:r>
      <w:r w:rsidR="00000000">
        <w:t>inquiéter</w:t>
      </w:r>
      <w:r>
        <w:t xml:space="preserve">. </w:t>
      </w:r>
      <w:r w:rsidR="00000000">
        <w:t>C</w:t>
      </w:r>
      <w:r>
        <w:t>’</w:t>
      </w:r>
      <w:r w:rsidR="00000000">
        <w:t>est facile à dire</w:t>
      </w:r>
      <w:r>
        <w:t xml:space="preserve">. </w:t>
      </w:r>
      <w:r w:rsidR="00000000">
        <w:t>Vous ne savez rien</w:t>
      </w:r>
      <w:r>
        <w:t xml:space="preserve">, </w:t>
      </w:r>
      <w:r w:rsidR="00000000">
        <w:t>vous</w:t>
      </w:r>
      <w:r>
        <w:t> ?</w:t>
      </w:r>
    </w:p>
    <w:p w14:paraId="3DC478B5" w14:textId="77777777" w:rsidR="00894734" w:rsidRDefault="00000000">
      <w:r>
        <w:t>Je lui dis que j</w:t>
      </w:r>
      <w:r w:rsidR="00894734">
        <w:t>’</w:t>
      </w:r>
      <w:r>
        <w:t>avais vu la-jeune fille sortir de chez Minnie Hershey la veille dans la soirée</w:t>
      </w:r>
      <w:r w:rsidR="00894734">
        <w:t xml:space="preserve">, </w:t>
      </w:r>
      <w:r>
        <w:t>je lui donnai l</w:t>
      </w:r>
      <w:r w:rsidR="00894734">
        <w:t>’</w:t>
      </w:r>
      <w:r>
        <w:t>adresse de la m</w:t>
      </w:r>
      <w:r>
        <w:t>u</w:t>
      </w:r>
      <w:r>
        <w:t>lâtresse et lui suggérai d</w:t>
      </w:r>
      <w:r w:rsidR="00894734">
        <w:t>’</w:t>
      </w:r>
      <w:r>
        <w:t>y aller voir</w:t>
      </w:r>
      <w:r w:rsidR="00894734">
        <w:t xml:space="preserve">. </w:t>
      </w:r>
      <w:r>
        <w:t>Il sauta sur son chapeau et sortit</w:t>
      </w:r>
      <w:r w:rsidR="00894734">
        <w:t>.</w:t>
      </w:r>
    </w:p>
    <w:p w14:paraId="79993B7C" w14:textId="77777777" w:rsidR="00894734" w:rsidRDefault="00000000">
      <w:r>
        <w:t xml:space="preserve">Je demandai </w:t>
      </w:r>
      <w:proofErr w:type="spellStart"/>
      <w:r>
        <w:t>O</w:t>
      </w:r>
      <w:r w:rsidR="00894734">
        <w:t>’</w:t>
      </w:r>
      <w:r>
        <w:t>Gar</w:t>
      </w:r>
      <w:proofErr w:type="spellEnd"/>
      <w:r>
        <w:t xml:space="preserve"> au téléphone pour savoir s</w:t>
      </w:r>
      <w:r w:rsidR="00894734">
        <w:t>’</w:t>
      </w:r>
      <w:r>
        <w:t>il avait eu des nouvelles de New-York</w:t>
      </w:r>
      <w:r w:rsidR="00894734">
        <w:t>.</w:t>
      </w:r>
    </w:p>
    <w:p w14:paraId="442181DB" w14:textId="77777777" w:rsidR="00894734" w:rsidRDefault="00894734">
      <w:r>
        <w:t>— </w:t>
      </w:r>
      <w:r w:rsidR="00000000">
        <w:t>Oui</w:t>
      </w:r>
      <w:r>
        <w:t xml:space="preserve">, </w:t>
      </w:r>
      <w:r w:rsidR="00000000">
        <w:t>me dit-il</w:t>
      </w:r>
      <w:r>
        <w:t xml:space="preserve">. </w:t>
      </w:r>
      <w:r w:rsidR="00000000">
        <w:t>Upton</w:t>
      </w:r>
      <w:r>
        <w:t xml:space="preserve">, </w:t>
      </w:r>
      <w:r w:rsidR="00000000">
        <w:t>c</w:t>
      </w:r>
      <w:r>
        <w:t>’</w:t>
      </w:r>
      <w:r w:rsidR="00000000">
        <w:t>est son vrai nom</w:t>
      </w:r>
      <w:r>
        <w:t xml:space="preserve">, </w:t>
      </w:r>
      <w:r w:rsidR="00000000">
        <w:t>a été un déte</w:t>
      </w:r>
      <w:r w:rsidR="00000000">
        <w:t>c</w:t>
      </w:r>
      <w:r w:rsidR="00000000">
        <w:t>tive privé</w:t>
      </w:r>
      <w:r>
        <w:t xml:space="preserve">. </w:t>
      </w:r>
      <w:r w:rsidR="00000000">
        <w:t>Il a eu une agence à lui jusqu</w:t>
      </w:r>
      <w:r>
        <w:t>’</w:t>
      </w:r>
      <w:r w:rsidR="00000000">
        <w:t>en 1923</w:t>
      </w:r>
      <w:r>
        <w:t xml:space="preserve">, </w:t>
      </w:r>
      <w:r w:rsidR="00000000">
        <w:t>époque à l</w:t>
      </w:r>
      <w:r w:rsidR="00000000">
        <w:t>a</w:t>
      </w:r>
      <w:r w:rsidR="00000000">
        <w:t xml:space="preserve">quelle lui et son acolyte nommé Harry </w:t>
      </w:r>
      <w:proofErr w:type="spellStart"/>
      <w:r w:rsidR="00000000">
        <w:t>Ruppert</w:t>
      </w:r>
      <w:proofErr w:type="spellEnd"/>
      <w:r w:rsidR="00000000">
        <w:t xml:space="preserve"> ont été interdits pour faux témoignages</w:t>
      </w:r>
      <w:r>
        <w:t xml:space="preserve">. </w:t>
      </w:r>
      <w:r w:rsidR="00000000">
        <w:t>Et vous</w:t>
      </w:r>
      <w:r>
        <w:t xml:space="preserve"> ? </w:t>
      </w:r>
      <w:r w:rsidR="00000000">
        <w:t>Quelque chose de nouveau quant au moricaud</w:t>
      </w:r>
      <w:r>
        <w:t> ?</w:t>
      </w:r>
    </w:p>
    <w:p w14:paraId="3D808D21" w14:textId="77777777" w:rsidR="00894734" w:rsidRDefault="00894734">
      <w:r>
        <w:t>— </w:t>
      </w:r>
      <w:r w:rsidR="00000000">
        <w:t>Oui et non</w:t>
      </w:r>
      <w:r>
        <w:t xml:space="preserve">. </w:t>
      </w:r>
      <w:r w:rsidR="00000000">
        <w:t xml:space="preserve">Ce Rhino </w:t>
      </w:r>
      <w:proofErr w:type="spellStart"/>
      <w:r w:rsidR="00000000">
        <w:t>Tingley</w:t>
      </w:r>
      <w:proofErr w:type="spellEnd"/>
      <w:r w:rsidR="00000000">
        <w:t xml:space="preserve"> rentrait chez lui hier soir avec onze cents dollars</w:t>
      </w:r>
      <w:r>
        <w:t xml:space="preserve">. </w:t>
      </w:r>
      <w:r w:rsidR="00000000">
        <w:t>Minnie dit qu</w:t>
      </w:r>
      <w:r>
        <w:t>’</w:t>
      </w:r>
      <w:r w:rsidR="00000000">
        <w:t>il les a gagnés au poker</w:t>
      </w:r>
      <w:r>
        <w:t xml:space="preserve">, </w:t>
      </w:r>
      <w:r w:rsidR="00000000">
        <w:t>au Club de la Belle Vie</w:t>
      </w:r>
      <w:r>
        <w:t xml:space="preserve">. </w:t>
      </w:r>
      <w:r w:rsidR="00000000">
        <w:t>Pouvez-vous essayer de savoir si c</w:t>
      </w:r>
      <w:r>
        <w:t>’</w:t>
      </w:r>
      <w:r w:rsidR="00000000">
        <w:t>est vrai</w:t>
      </w:r>
      <w:r>
        <w:t> ?</w:t>
      </w:r>
    </w:p>
    <w:p w14:paraId="7A14E773" w14:textId="77777777" w:rsidR="00894734" w:rsidRDefault="00000000">
      <w:proofErr w:type="spellStart"/>
      <w:r>
        <w:lastRenderedPageBreak/>
        <w:t>O</w:t>
      </w:r>
      <w:r w:rsidR="00894734">
        <w:t>’</w:t>
      </w:r>
      <w:r>
        <w:t>Gar</w:t>
      </w:r>
      <w:proofErr w:type="spellEnd"/>
      <w:r>
        <w:t xml:space="preserve"> promit et raccrocha</w:t>
      </w:r>
      <w:r w:rsidR="00894734">
        <w:t>.</w:t>
      </w:r>
    </w:p>
    <w:p w14:paraId="15A1C8F6" w14:textId="77777777" w:rsidR="00894734" w:rsidRDefault="00000000">
      <w:r>
        <w:t>J</w:t>
      </w:r>
      <w:r w:rsidR="00894734">
        <w:t>’</w:t>
      </w:r>
      <w:r>
        <w:t>envoyai un télégramme à notre agence de New-York</w:t>
      </w:r>
      <w:r w:rsidR="00894734">
        <w:t xml:space="preserve">, </w:t>
      </w:r>
      <w:r>
        <w:t>d</w:t>
      </w:r>
      <w:r>
        <w:t>e</w:t>
      </w:r>
      <w:r>
        <w:t>mandant un supplément d</w:t>
      </w:r>
      <w:r w:rsidR="00894734">
        <w:t>’</w:t>
      </w:r>
      <w:r>
        <w:t xml:space="preserve">information sur Upton et </w:t>
      </w:r>
      <w:proofErr w:type="spellStart"/>
      <w:r>
        <w:t>Ruppert</w:t>
      </w:r>
      <w:proofErr w:type="spellEnd"/>
      <w:r>
        <w:t xml:space="preserve"> et me rendit aux bureaux de l</w:t>
      </w:r>
      <w:r w:rsidR="00894734">
        <w:t>’</w:t>
      </w:r>
      <w:r>
        <w:t>état civil pour y consulter les regi</w:t>
      </w:r>
      <w:r>
        <w:t>s</w:t>
      </w:r>
      <w:r>
        <w:t>tres de mariages d</w:t>
      </w:r>
      <w:r w:rsidR="00894734">
        <w:t>’</w:t>
      </w:r>
      <w:r>
        <w:t>août et septembre 1923</w:t>
      </w:r>
      <w:r w:rsidR="00894734">
        <w:t xml:space="preserve">. </w:t>
      </w:r>
      <w:r>
        <w:t>J</w:t>
      </w:r>
      <w:r w:rsidR="00894734">
        <w:t>’</w:t>
      </w:r>
      <w:r>
        <w:t>y trouvai rapid</w:t>
      </w:r>
      <w:r>
        <w:t>e</w:t>
      </w:r>
      <w:r>
        <w:t>ment le renseignement que je cherchais</w:t>
      </w:r>
      <w:r w:rsidR="00894734">
        <w:t> :</w:t>
      </w:r>
    </w:p>
    <w:p w14:paraId="004479B8" w14:textId="3E91CDDB" w:rsidR="00894734" w:rsidRDefault="00000000">
      <w:r>
        <w:t>Le 26-août 1923</w:t>
      </w:r>
      <w:r w:rsidR="00894734">
        <w:t xml:space="preserve">, </w:t>
      </w:r>
      <w:r>
        <w:t xml:space="preserve">Edgar </w:t>
      </w:r>
      <w:proofErr w:type="spellStart"/>
      <w:r>
        <w:t>Legget</w:t>
      </w:r>
      <w:proofErr w:type="spellEnd"/>
      <w:r w:rsidR="00894734">
        <w:t xml:space="preserve">, </w:t>
      </w:r>
      <w:r>
        <w:t>né à Georgia</w:t>
      </w:r>
      <w:r w:rsidR="00894734">
        <w:t xml:space="preserve">, </w:t>
      </w:r>
      <w:r>
        <w:t>dans l</w:t>
      </w:r>
      <w:r w:rsidR="00894734">
        <w:t>’</w:t>
      </w:r>
      <w:r>
        <w:t>État d</w:t>
      </w:r>
      <w:r w:rsidR="00894734">
        <w:t>’</w:t>
      </w:r>
      <w:r>
        <w:t>Atlanta</w:t>
      </w:r>
      <w:r w:rsidR="00894734">
        <w:t xml:space="preserve">, </w:t>
      </w:r>
      <w:r>
        <w:t xml:space="preserve">le </w:t>
      </w:r>
      <w:r w:rsidR="00894734">
        <w:t>6 mars</w:t>
      </w:r>
      <w:r>
        <w:t xml:space="preserve"> 1883</w:t>
      </w:r>
      <w:r w:rsidR="00894734">
        <w:t xml:space="preserve">, </w:t>
      </w:r>
      <w:r>
        <w:t>avait épousé Alice Dain</w:t>
      </w:r>
      <w:r w:rsidR="00894734">
        <w:t xml:space="preserve">, </w:t>
      </w:r>
      <w:r>
        <w:t>née à Lo</w:t>
      </w:r>
      <w:r>
        <w:t>n</w:t>
      </w:r>
      <w:r>
        <w:t>dres</w:t>
      </w:r>
      <w:r w:rsidR="00894734">
        <w:t xml:space="preserve">, </w:t>
      </w:r>
      <w:r>
        <w:t>le 2</w:t>
      </w:r>
      <w:r w:rsidR="00894734">
        <w:t>2 octobre</w:t>
      </w:r>
      <w:r>
        <w:t xml:space="preserve"> 1888</w:t>
      </w:r>
      <w:r w:rsidR="00894734">
        <w:t xml:space="preserve">. </w:t>
      </w:r>
      <w:r>
        <w:t>Pour lui</w:t>
      </w:r>
      <w:r w:rsidR="00894734">
        <w:t xml:space="preserve">, </w:t>
      </w:r>
      <w:r>
        <w:t>c</w:t>
      </w:r>
      <w:r w:rsidR="00894734">
        <w:t>’</w:t>
      </w:r>
      <w:r>
        <w:t>était son second mariage</w:t>
      </w:r>
      <w:r w:rsidR="00894734">
        <w:t xml:space="preserve">. </w:t>
      </w:r>
      <w:r>
        <w:t>Elle n</w:t>
      </w:r>
      <w:r w:rsidR="00894734">
        <w:t>’</w:t>
      </w:r>
      <w:r>
        <w:t xml:space="preserve">avait jamais été mariée </w:t>
      </w:r>
      <w:proofErr w:type="spellStart"/>
      <w:r>
        <w:t>jusque là</w:t>
      </w:r>
      <w:proofErr w:type="spellEnd"/>
      <w:r w:rsidR="00894734">
        <w:t>.</w:t>
      </w:r>
    </w:p>
    <w:p w14:paraId="79E9707B" w14:textId="77777777" w:rsidR="00894734" w:rsidRDefault="00000000">
      <w:r>
        <w:t>Quand je revins à l</w:t>
      </w:r>
      <w:r w:rsidR="00894734">
        <w:t>’</w:t>
      </w:r>
      <w:r>
        <w:t>agence</w:t>
      </w:r>
      <w:r w:rsidR="00894734">
        <w:t xml:space="preserve">, </w:t>
      </w:r>
      <w:r>
        <w:t>Éric Collinson</w:t>
      </w:r>
      <w:r w:rsidR="00894734">
        <w:t xml:space="preserve">, </w:t>
      </w:r>
      <w:r>
        <w:t>plus échevelé encore</w:t>
      </w:r>
      <w:r w:rsidR="00894734">
        <w:t xml:space="preserve">, </w:t>
      </w:r>
      <w:r>
        <w:t>m</w:t>
      </w:r>
      <w:r w:rsidR="00894734">
        <w:t>’</w:t>
      </w:r>
      <w:r>
        <w:t>attendait avec impatience</w:t>
      </w:r>
      <w:r w:rsidR="00894734">
        <w:t>.</w:t>
      </w:r>
    </w:p>
    <w:p w14:paraId="3F963FD5" w14:textId="77777777" w:rsidR="00894734" w:rsidRDefault="00894734">
      <w:r>
        <w:t>— </w:t>
      </w:r>
      <w:r w:rsidR="00000000">
        <w:t>J</w:t>
      </w:r>
      <w:r>
        <w:t>’</w:t>
      </w:r>
      <w:r w:rsidR="00000000">
        <w:t>ai vu Minnie</w:t>
      </w:r>
      <w:r>
        <w:t xml:space="preserve">, </w:t>
      </w:r>
      <w:r w:rsidR="00000000">
        <w:t>me dit-il en proie à la plus vive agitation</w:t>
      </w:r>
      <w:r>
        <w:t xml:space="preserve">, </w:t>
      </w:r>
      <w:r w:rsidR="00000000">
        <w:t>elle n</w:t>
      </w:r>
      <w:r>
        <w:t>’</w:t>
      </w:r>
      <w:r w:rsidR="00000000">
        <w:t>a rien pu me dire</w:t>
      </w:r>
      <w:r>
        <w:t xml:space="preserve">. </w:t>
      </w:r>
      <w:r w:rsidR="00000000">
        <w:t>Elle m</w:t>
      </w:r>
      <w:r>
        <w:t>’</w:t>
      </w:r>
      <w:r w:rsidR="00000000">
        <w:t>a répété seulement ce que vous m</w:t>
      </w:r>
      <w:r>
        <w:t>’</w:t>
      </w:r>
      <w:r w:rsidR="00000000">
        <w:t>aviez dit</w:t>
      </w:r>
      <w:r>
        <w:t xml:space="preserve">, </w:t>
      </w:r>
      <w:r w:rsidR="00000000">
        <w:t>c</w:t>
      </w:r>
      <w:r>
        <w:t>’</w:t>
      </w:r>
      <w:r w:rsidR="00000000">
        <w:t>est-à-dire que Gabrielle était venue hier soir pour lui demander de reprendre son service</w:t>
      </w:r>
      <w:r>
        <w:t xml:space="preserve">, </w:t>
      </w:r>
      <w:r w:rsidR="00000000">
        <w:t>mais c</w:t>
      </w:r>
      <w:r>
        <w:t>’</w:t>
      </w:r>
      <w:r w:rsidR="00000000">
        <w:t xml:space="preserve">est tout ce </w:t>
      </w:r>
      <w:proofErr w:type="spellStart"/>
      <w:r w:rsidR="00000000">
        <w:t>quelle</w:t>
      </w:r>
      <w:proofErr w:type="spellEnd"/>
      <w:r w:rsidR="00000000">
        <w:t xml:space="preserve"> savait</w:t>
      </w:r>
      <w:r>
        <w:t xml:space="preserve">. </w:t>
      </w:r>
      <w:r w:rsidR="00000000">
        <w:t>Seulement</w:t>
      </w:r>
      <w:r>
        <w:t xml:space="preserve">, </w:t>
      </w:r>
      <w:r w:rsidR="00000000">
        <w:t>je dois vous dire que je crois bien qu</w:t>
      </w:r>
      <w:r>
        <w:t>’</w:t>
      </w:r>
      <w:r w:rsidR="00000000">
        <w:t>elle po</w:t>
      </w:r>
      <w:r w:rsidR="00000000">
        <w:t>r</w:t>
      </w:r>
      <w:r w:rsidR="00000000">
        <w:t>tait une bague avec une émeraude qui appartient à Gabrielle</w:t>
      </w:r>
      <w:r>
        <w:t>.</w:t>
      </w:r>
    </w:p>
    <w:p w14:paraId="7B16D23E" w14:textId="77777777" w:rsidR="00894734" w:rsidRDefault="00894734">
      <w:r>
        <w:t>— </w:t>
      </w:r>
      <w:r w:rsidR="00000000">
        <w:t>Lui en avez-vous parlé</w:t>
      </w:r>
      <w:r>
        <w:t> ?</w:t>
      </w:r>
    </w:p>
    <w:p w14:paraId="6E6BDE39" w14:textId="77777777" w:rsidR="00894734" w:rsidRDefault="00894734">
      <w:r>
        <w:t>— </w:t>
      </w:r>
      <w:r w:rsidR="00000000">
        <w:t>À qui</w:t>
      </w:r>
      <w:r>
        <w:t xml:space="preserve"> ? </w:t>
      </w:r>
      <w:r w:rsidR="00000000">
        <w:t>À Minnie</w:t>
      </w:r>
      <w:r>
        <w:t xml:space="preserve"> ? </w:t>
      </w:r>
      <w:r w:rsidR="00000000">
        <w:t>Oh</w:t>
      </w:r>
      <w:r>
        <w:t xml:space="preserve"> ! </w:t>
      </w:r>
      <w:r w:rsidR="00000000">
        <w:t>non</w:t>
      </w:r>
      <w:r>
        <w:t xml:space="preserve"> ! </w:t>
      </w:r>
      <w:r w:rsidR="00000000">
        <w:t>J</w:t>
      </w:r>
      <w:r>
        <w:t>’</w:t>
      </w:r>
      <w:r w:rsidR="00000000">
        <w:t>ai dit</w:t>
      </w:r>
      <w:r>
        <w:t xml:space="preserve"> : </w:t>
      </w:r>
      <w:r w:rsidR="00000000">
        <w:t xml:space="preserve">cette bague </w:t>
      </w:r>
      <w:r w:rsidR="00000000" w:rsidRPr="0082135E">
        <w:rPr>
          <w:i/>
          <w:iCs/>
        </w:rPr>
        <w:t>po</w:t>
      </w:r>
      <w:r w:rsidR="00000000" w:rsidRPr="0082135E">
        <w:rPr>
          <w:i/>
          <w:iCs/>
        </w:rPr>
        <w:t>u</w:t>
      </w:r>
      <w:r w:rsidR="00000000" w:rsidRPr="0082135E">
        <w:rPr>
          <w:i/>
          <w:iCs/>
        </w:rPr>
        <w:t>vait</w:t>
      </w:r>
      <w:r w:rsidR="00000000">
        <w:t xml:space="preserve"> être à Gabrielle</w:t>
      </w:r>
      <w:r>
        <w:t xml:space="preserve">. </w:t>
      </w:r>
      <w:r w:rsidR="00000000">
        <w:t>Ce n</w:t>
      </w:r>
      <w:r>
        <w:t>’</w:t>
      </w:r>
      <w:r w:rsidR="00000000">
        <w:t>est qu</w:t>
      </w:r>
      <w:r>
        <w:t>’</w:t>
      </w:r>
      <w:r w:rsidR="00000000">
        <w:t>une idée</w:t>
      </w:r>
      <w:r>
        <w:t>.</w:t>
      </w:r>
    </w:p>
    <w:p w14:paraId="17A0FFD0" w14:textId="77777777" w:rsidR="00894734" w:rsidRDefault="00894734">
      <w:r>
        <w:t>— </w:t>
      </w:r>
      <w:r w:rsidR="00000000">
        <w:t>Bon</w:t>
      </w:r>
      <w:r>
        <w:t xml:space="preserve">, </w:t>
      </w:r>
      <w:r w:rsidR="00000000">
        <w:t>dis-je</w:t>
      </w:r>
      <w:r>
        <w:t>. (</w:t>
      </w:r>
      <w:r w:rsidR="00000000">
        <w:t>Et je me rappelai ce que m</w:t>
      </w:r>
      <w:r>
        <w:t>’</w:t>
      </w:r>
      <w:r w:rsidR="00000000">
        <w:t xml:space="preserve">avait dit </w:t>
      </w:r>
      <w:proofErr w:type="spellStart"/>
      <w:r w:rsidR="00000000">
        <w:t>Fitzst</w:t>
      </w:r>
      <w:r w:rsidR="00000000">
        <w:t>e</w:t>
      </w:r>
      <w:r w:rsidR="00000000">
        <w:t>phan</w:t>
      </w:r>
      <w:proofErr w:type="spellEnd"/>
      <w:r w:rsidR="00000000">
        <w:t xml:space="preserve"> à propos du chevalier Bayard</w:t>
      </w:r>
      <w:r>
        <w:t xml:space="preserve">.) </w:t>
      </w:r>
      <w:r w:rsidR="00000000">
        <w:t>Mais dites-moi</w:t>
      </w:r>
      <w:r>
        <w:t xml:space="preserve">, </w:t>
      </w:r>
      <w:r w:rsidR="00000000">
        <w:t>pourquoi m</w:t>
      </w:r>
      <w:r>
        <w:t>’</w:t>
      </w:r>
      <w:r w:rsidR="00000000">
        <w:t>avez-vous menti au sujet de l</w:t>
      </w:r>
      <w:r>
        <w:t>’</w:t>
      </w:r>
      <w:r w:rsidR="00000000">
        <w:t xml:space="preserve">heure à laquelle miss </w:t>
      </w:r>
      <w:proofErr w:type="spellStart"/>
      <w:r w:rsidR="00000000">
        <w:t>Legget</w:t>
      </w:r>
      <w:proofErr w:type="spellEnd"/>
      <w:r w:rsidR="00000000">
        <w:t xml:space="preserve"> et vous êtes rentrés l</w:t>
      </w:r>
      <w:r>
        <w:t>’</w:t>
      </w:r>
      <w:r w:rsidR="00000000">
        <w:t>autre nuit</w:t>
      </w:r>
      <w:r>
        <w:t> ?</w:t>
      </w:r>
    </w:p>
    <w:p w14:paraId="27C0AB70" w14:textId="77777777" w:rsidR="00894734" w:rsidRDefault="00894734">
      <w:r>
        <w:t>— </w:t>
      </w:r>
      <w:r w:rsidR="00000000">
        <w:t>Oui</w:t>
      </w:r>
      <w:r>
        <w:t xml:space="preserve">, </w:t>
      </w:r>
      <w:r w:rsidR="00000000">
        <w:t>avoua-t-il</w:t>
      </w:r>
      <w:r>
        <w:t xml:space="preserve">, </w:t>
      </w:r>
      <w:r w:rsidR="00000000">
        <w:t>c</w:t>
      </w:r>
      <w:r>
        <w:t>’</w:t>
      </w:r>
      <w:r w:rsidR="00000000">
        <w:t>est idiot</w:t>
      </w:r>
      <w:r>
        <w:t xml:space="preserve">. </w:t>
      </w:r>
      <w:r w:rsidR="00000000">
        <w:t>Mais</w:t>
      </w:r>
      <w:r>
        <w:t xml:space="preserve">, </w:t>
      </w:r>
      <w:r w:rsidR="00000000">
        <w:t>je pensais que vous</w:t>
      </w:r>
      <w:r>
        <w:t xml:space="preserve">… </w:t>
      </w:r>
      <w:r w:rsidR="00000000">
        <w:t>Je craignais</w:t>
      </w:r>
      <w:r>
        <w:t>…</w:t>
      </w:r>
    </w:p>
    <w:p w14:paraId="5F434597" w14:textId="77777777" w:rsidR="00894734" w:rsidRDefault="00000000">
      <w:r>
        <w:lastRenderedPageBreak/>
        <w:t>Je lui vins en aide</w:t>
      </w:r>
      <w:r w:rsidR="00894734">
        <w:t> :</w:t>
      </w:r>
    </w:p>
    <w:p w14:paraId="30136D5B" w14:textId="77777777" w:rsidR="00894734" w:rsidRDefault="00894734">
      <w:r>
        <w:t>— </w:t>
      </w:r>
      <w:r w:rsidR="00000000">
        <w:t>Vous pensiez que c</w:t>
      </w:r>
      <w:r>
        <w:t>’</w:t>
      </w:r>
      <w:r w:rsidR="00000000">
        <w:t xml:space="preserve">était une heure bien tardive pour une jeune fille et vous </w:t>
      </w:r>
      <w:proofErr w:type="gramStart"/>
      <w:r w:rsidR="00000000">
        <w:t>aviez peur</w:t>
      </w:r>
      <w:proofErr w:type="gramEnd"/>
      <w:r w:rsidR="00000000">
        <w:t xml:space="preserve"> que j</w:t>
      </w:r>
      <w:r>
        <w:t>’</w:t>
      </w:r>
      <w:r w:rsidR="00000000">
        <w:t>aie une mauvaise opinion d</w:t>
      </w:r>
      <w:r>
        <w:t>’</w:t>
      </w:r>
      <w:r w:rsidR="00000000">
        <w:t>elle</w:t>
      </w:r>
      <w:r>
        <w:t>.</w:t>
      </w:r>
    </w:p>
    <w:p w14:paraId="4CB6414D" w14:textId="77777777" w:rsidR="00894734" w:rsidRDefault="00894734">
      <w:r>
        <w:t>— </w:t>
      </w:r>
      <w:r w:rsidR="00000000">
        <w:t>Oui</w:t>
      </w:r>
      <w:r>
        <w:t xml:space="preserve">, </w:t>
      </w:r>
      <w:r w:rsidR="00000000">
        <w:t>c</w:t>
      </w:r>
      <w:r>
        <w:t>’</w:t>
      </w:r>
      <w:r w:rsidR="00000000">
        <w:t>est cela</w:t>
      </w:r>
      <w:r>
        <w:t>.</w:t>
      </w:r>
    </w:p>
    <w:p w14:paraId="5D22D6F4" w14:textId="77777777" w:rsidR="00894734" w:rsidRDefault="00000000">
      <w:r>
        <w:t>Je lui tapai amicalement sur l</w:t>
      </w:r>
      <w:r w:rsidR="00894734">
        <w:t>’</w:t>
      </w:r>
      <w:r>
        <w:t>épaule et le poussai dehors</w:t>
      </w:r>
      <w:r w:rsidR="00894734">
        <w:t xml:space="preserve">. </w:t>
      </w:r>
      <w:r>
        <w:t xml:space="preserve">Dans notre salle de réunion je trouvai Mickey </w:t>
      </w:r>
      <w:proofErr w:type="spellStart"/>
      <w:r>
        <w:t>Lineham</w:t>
      </w:r>
      <w:proofErr w:type="spellEnd"/>
      <w:r>
        <w:t xml:space="preserve"> et Al Mason</w:t>
      </w:r>
      <w:r w:rsidR="00894734">
        <w:t xml:space="preserve">. </w:t>
      </w:r>
      <w:r>
        <w:t>J</w:t>
      </w:r>
      <w:r w:rsidR="00894734">
        <w:t>’</w:t>
      </w:r>
      <w:r>
        <w:t>envoyai Al jeter un coup d</w:t>
      </w:r>
      <w:r w:rsidR="00894734">
        <w:t>’</w:t>
      </w:r>
      <w:r>
        <w:t xml:space="preserve">œil sur la maison des </w:t>
      </w:r>
      <w:proofErr w:type="spellStart"/>
      <w:r>
        <w:t>Le</w:t>
      </w:r>
      <w:r>
        <w:t>g</w:t>
      </w:r>
      <w:r>
        <w:t>get</w:t>
      </w:r>
      <w:proofErr w:type="spellEnd"/>
      <w:r>
        <w:t xml:space="preserve"> et Mickey voir ce que devenait Minnie et Rhino</w:t>
      </w:r>
      <w:r w:rsidR="00894734">
        <w:t>.</w:t>
      </w:r>
    </w:p>
    <w:p w14:paraId="55407BAE" w14:textId="77777777" w:rsidR="00894734" w:rsidRDefault="00000000">
      <w:r>
        <w:t xml:space="preserve">Quand je sonnai moi-même une heure après à la porte des </w:t>
      </w:r>
      <w:proofErr w:type="spellStart"/>
      <w:r>
        <w:t>Legget</w:t>
      </w:r>
      <w:proofErr w:type="spellEnd"/>
      <w:r w:rsidR="00894734">
        <w:t xml:space="preserve">, </w:t>
      </w:r>
      <w:r>
        <w:t>ce fut Mrs</w:t>
      </w:r>
      <w:r w:rsidR="00894734">
        <w:t xml:space="preserve">. </w:t>
      </w:r>
      <w:proofErr w:type="spellStart"/>
      <w:r>
        <w:t>Legget</w:t>
      </w:r>
      <w:proofErr w:type="spellEnd"/>
      <w:r w:rsidR="00894734">
        <w:t xml:space="preserve">, </w:t>
      </w:r>
      <w:r>
        <w:t>son aimable visage assombri</w:t>
      </w:r>
      <w:r w:rsidR="00894734">
        <w:t xml:space="preserve">, </w:t>
      </w:r>
      <w:r>
        <w:t>qui vint m</w:t>
      </w:r>
      <w:r w:rsidR="00894734">
        <w:t>’</w:t>
      </w:r>
      <w:r>
        <w:t>ouvrir</w:t>
      </w:r>
      <w:r w:rsidR="00894734">
        <w:t xml:space="preserve">. </w:t>
      </w:r>
      <w:r>
        <w:t>Nous entrâmes au salon où son mari nous rejoignit bientôt</w:t>
      </w:r>
      <w:r w:rsidR="00894734">
        <w:t xml:space="preserve">. </w:t>
      </w:r>
      <w:r>
        <w:t>Je les informai de ce que j</w:t>
      </w:r>
      <w:r w:rsidR="00894734">
        <w:t>’</w:t>
      </w:r>
      <w:r>
        <w:t>avais appris sur Upton et leur dit que j</w:t>
      </w:r>
      <w:r w:rsidR="00894734">
        <w:t>’</w:t>
      </w:r>
      <w:r>
        <w:t xml:space="preserve">avais télégraphié à New-York au sujet de </w:t>
      </w:r>
      <w:proofErr w:type="spellStart"/>
      <w:r>
        <w:t>Ruppert</w:t>
      </w:r>
      <w:proofErr w:type="spellEnd"/>
      <w:r w:rsidR="00894734">
        <w:t>.</w:t>
      </w:r>
    </w:p>
    <w:p w14:paraId="1176D1E0" w14:textId="77777777" w:rsidR="00894734" w:rsidRDefault="00894734">
      <w:r>
        <w:t>— </w:t>
      </w:r>
      <w:r w:rsidR="00000000">
        <w:t>Plusieurs de vos voisins ont vu un homme qui n</w:t>
      </w:r>
      <w:r>
        <w:t>’</w:t>
      </w:r>
      <w:r w:rsidR="00000000">
        <w:t>était pas Upton rôder aux alentours</w:t>
      </w:r>
      <w:r>
        <w:t xml:space="preserve">, </w:t>
      </w:r>
      <w:r w:rsidR="00000000">
        <w:t>dis-je</w:t>
      </w:r>
      <w:r>
        <w:t xml:space="preserve">, </w:t>
      </w:r>
      <w:r w:rsidR="00000000">
        <w:t>et un homme qui répond au même signalement a été vu</w:t>
      </w:r>
      <w:r>
        <w:t xml:space="preserve">, </w:t>
      </w:r>
      <w:r w:rsidR="00000000">
        <w:t>descendant par l</w:t>
      </w:r>
      <w:r>
        <w:t>’</w:t>
      </w:r>
      <w:r w:rsidR="00000000">
        <w:t>échelle d</w:t>
      </w:r>
      <w:r>
        <w:t>’</w:t>
      </w:r>
      <w:r w:rsidR="00000000">
        <w:t>incendie de la chambre où Upton a été tué</w:t>
      </w:r>
      <w:r>
        <w:t xml:space="preserve">. </w:t>
      </w:r>
      <w:r w:rsidR="00000000">
        <w:t xml:space="preserve">Nous verrons si ce </w:t>
      </w:r>
      <w:proofErr w:type="spellStart"/>
      <w:r w:rsidR="00000000">
        <w:t>Ruppert</w:t>
      </w:r>
      <w:proofErr w:type="spellEnd"/>
      <w:r w:rsidR="00000000">
        <w:t xml:space="preserve"> ressemble à cet homme</w:t>
      </w:r>
      <w:r>
        <w:t>.</w:t>
      </w:r>
    </w:p>
    <w:p w14:paraId="3A545FB5" w14:textId="77777777" w:rsidR="00894734" w:rsidRDefault="00000000">
      <w:r>
        <w:t>J</w:t>
      </w:r>
      <w:r w:rsidR="00894734">
        <w:t>’</w:t>
      </w:r>
      <w:r>
        <w:t xml:space="preserve">observai le visage de </w:t>
      </w:r>
      <w:proofErr w:type="spellStart"/>
      <w:r>
        <w:t>Legget</w:t>
      </w:r>
      <w:proofErr w:type="spellEnd"/>
      <w:r>
        <w:t xml:space="preserve"> tandis que je parlais</w:t>
      </w:r>
      <w:r w:rsidR="00894734">
        <w:t xml:space="preserve">. </w:t>
      </w:r>
      <w:r>
        <w:t>Il ne changea pas</w:t>
      </w:r>
      <w:r w:rsidR="00894734">
        <w:t xml:space="preserve">. </w:t>
      </w:r>
      <w:r>
        <w:t>Ses yeux bruns rouges paraissaient intéressés</w:t>
      </w:r>
      <w:r w:rsidR="00894734">
        <w:t xml:space="preserve">, </w:t>
      </w:r>
      <w:r>
        <w:t>rien de plus</w:t>
      </w:r>
      <w:r w:rsidR="00894734">
        <w:t xml:space="preserve">. </w:t>
      </w:r>
      <w:r>
        <w:t>Je demandai</w:t>
      </w:r>
      <w:r w:rsidR="00894734">
        <w:t> :</w:t>
      </w:r>
    </w:p>
    <w:p w14:paraId="5ED2A6F5" w14:textId="77777777" w:rsidR="00894734" w:rsidRDefault="00894734">
      <w:r>
        <w:t>— </w:t>
      </w:r>
      <w:r w:rsidR="00000000">
        <w:t xml:space="preserve">Pourrais-je voir miss </w:t>
      </w:r>
      <w:proofErr w:type="spellStart"/>
      <w:r w:rsidR="00000000">
        <w:t>Legget</w:t>
      </w:r>
      <w:proofErr w:type="spellEnd"/>
      <w:r>
        <w:t> ?</w:t>
      </w:r>
    </w:p>
    <w:p w14:paraId="2D916753" w14:textId="77777777" w:rsidR="00894734" w:rsidRDefault="00894734">
      <w:r>
        <w:t>— </w:t>
      </w:r>
      <w:r w:rsidR="00000000">
        <w:t>Elle n</w:t>
      </w:r>
      <w:r>
        <w:t>’</w:t>
      </w:r>
      <w:r w:rsidR="00000000">
        <w:t>est pas là</w:t>
      </w:r>
      <w:r>
        <w:t xml:space="preserve">, </w:t>
      </w:r>
      <w:r w:rsidR="00000000">
        <w:t>me dit-il</w:t>
      </w:r>
      <w:r>
        <w:t>.</w:t>
      </w:r>
    </w:p>
    <w:p w14:paraId="2E02BF39" w14:textId="77777777" w:rsidR="00894734" w:rsidRDefault="00894734">
      <w:r>
        <w:t>— </w:t>
      </w:r>
      <w:r w:rsidR="00000000">
        <w:t>Quand pourrais-je la voir</w:t>
      </w:r>
      <w:r>
        <w:t> ?</w:t>
      </w:r>
    </w:p>
    <w:p w14:paraId="437A7F1B" w14:textId="77777777" w:rsidR="00894734" w:rsidRDefault="00894734">
      <w:r>
        <w:lastRenderedPageBreak/>
        <w:t>— </w:t>
      </w:r>
      <w:r w:rsidR="00000000">
        <w:t>Probablement pas avant plusieurs jours</w:t>
      </w:r>
      <w:r>
        <w:t xml:space="preserve">. </w:t>
      </w:r>
      <w:r w:rsidR="00000000">
        <w:t>Elle est partie en voyage</w:t>
      </w:r>
      <w:r>
        <w:t>.</w:t>
      </w:r>
    </w:p>
    <w:p w14:paraId="1D68A34A" w14:textId="77777777" w:rsidR="00894734" w:rsidRDefault="00894734">
      <w:r>
        <w:t>— </w:t>
      </w:r>
      <w:r w:rsidR="00000000">
        <w:t>Où pourrais-je la joindre</w:t>
      </w:r>
      <w:r>
        <w:t xml:space="preserve"> ? </w:t>
      </w:r>
      <w:r w:rsidR="00000000">
        <w:t>demandai-je en me tournant vers Mrs</w:t>
      </w:r>
      <w:r>
        <w:t xml:space="preserve">. </w:t>
      </w:r>
      <w:proofErr w:type="spellStart"/>
      <w:r w:rsidR="00000000">
        <w:t>Legget</w:t>
      </w:r>
      <w:proofErr w:type="spellEnd"/>
      <w:r>
        <w:t xml:space="preserve">. </w:t>
      </w:r>
      <w:r w:rsidR="00000000">
        <w:t>J</w:t>
      </w:r>
      <w:r>
        <w:t>’</w:t>
      </w:r>
      <w:r w:rsidR="00000000">
        <w:t>ai plusieurs questions à lui poser</w:t>
      </w:r>
      <w:r>
        <w:t>.</w:t>
      </w:r>
    </w:p>
    <w:p w14:paraId="7361883E" w14:textId="77777777" w:rsidR="00894734" w:rsidRDefault="00000000">
      <w:r>
        <w:t>Mrs</w:t>
      </w:r>
      <w:r w:rsidR="00894734">
        <w:t xml:space="preserve">. </w:t>
      </w:r>
      <w:proofErr w:type="spellStart"/>
      <w:r>
        <w:t>Legget</w:t>
      </w:r>
      <w:proofErr w:type="spellEnd"/>
      <w:r>
        <w:t xml:space="preserve"> évita mon regard et regarda son mari</w:t>
      </w:r>
      <w:r w:rsidR="00894734">
        <w:t>.</w:t>
      </w:r>
    </w:p>
    <w:p w14:paraId="4DDE0D7F" w14:textId="77777777" w:rsidR="00894734" w:rsidRDefault="00000000">
      <w:r>
        <w:t>Ce fut lui qui me répondit</w:t>
      </w:r>
      <w:r w:rsidR="00894734">
        <w:t>.</w:t>
      </w:r>
    </w:p>
    <w:p w14:paraId="7643C451" w14:textId="77777777" w:rsidR="00894734" w:rsidRDefault="00894734">
      <w:r>
        <w:t>— </w:t>
      </w:r>
      <w:r w:rsidR="00000000">
        <w:t>Nous ne savons pas exactement</w:t>
      </w:r>
      <w:r>
        <w:t xml:space="preserve">. </w:t>
      </w:r>
      <w:r w:rsidR="00000000">
        <w:t>Des amis à elle</w:t>
      </w:r>
      <w:r>
        <w:t xml:space="preserve">, </w:t>
      </w:r>
      <w:r w:rsidR="00000000">
        <w:t>Mr</w:t>
      </w:r>
      <w:r>
        <w:t xml:space="preserve">. </w:t>
      </w:r>
      <w:r w:rsidR="00000000">
        <w:t>et Mrs</w:t>
      </w:r>
      <w:r>
        <w:t xml:space="preserve">. </w:t>
      </w:r>
      <w:r w:rsidR="00000000">
        <w:t>Harper</w:t>
      </w:r>
      <w:r>
        <w:t xml:space="preserve">, </w:t>
      </w:r>
      <w:r w:rsidR="00000000">
        <w:t>je crois que c</w:t>
      </w:r>
      <w:r>
        <w:t>’</w:t>
      </w:r>
      <w:r w:rsidR="00000000">
        <w:t>est ainsi qu</w:t>
      </w:r>
      <w:r>
        <w:t>’</w:t>
      </w:r>
      <w:r w:rsidR="00000000">
        <w:t>ils s</w:t>
      </w:r>
      <w:r>
        <w:t>’</w:t>
      </w:r>
      <w:r w:rsidR="00000000">
        <w:t>appellent</w:t>
      </w:r>
      <w:r>
        <w:t xml:space="preserve">, </w:t>
      </w:r>
      <w:r w:rsidR="00000000">
        <w:t>l</w:t>
      </w:r>
      <w:r>
        <w:t>’</w:t>
      </w:r>
      <w:r w:rsidR="00000000">
        <w:t>ont e</w:t>
      </w:r>
      <w:r w:rsidR="00000000">
        <w:t>m</w:t>
      </w:r>
      <w:r w:rsidR="00000000">
        <w:t xml:space="preserve">menée pour faire un voyage du côté de Los </w:t>
      </w:r>
      <w:proofErr w:type="spellStart"/>
      <w:r w:rsidR="00000000">
        <w:t>Angelès</w:t>
      </w:r>
      <w:proofErr w:type="spellEnd"/>
      <w:r>
        <w:t xml:space="preserve">. </w:t>
      </w:r>
      <w:r w:rsidR="00000000">
        <w:t>Nous ne s</w:t>
      </w:r>
      <w:r w:rsidR="00000000">
        <w:t>a</w:t>
      </w:r>
      <w:r w:rsidR="00000000">
        <w:t>vons pas quelle route ils ont prise et je doute qu</w:t>
      </w:r>
      <w:r>
        <w:t>’</w:t>
      </w:r>
      <w:r w:rsidR="00000000">
        <w:t>ils aient un but bien déterminé</w:t>
      </w:r>
      <w:r>
        <w:t>.</w:t>
      </w:r>
    </w:p>
    <w:p w14:paraId="4E41C326" w14:textId="1F61D60A" w:rsidR="00894734" w:rsidRDefault="00000000">
      <w:r>
        <w:t>Je posai quelques questions sur ces Harper</w:t>
      </w:r>
      <w:r w:rsidR="00894734">
        <w:t xml:space="preserve">, </w:t>
      </w:r>
      <w:r>
        <w:t xml:space="preserve">mais </w:t>
      </w:r>
      <w:proofErr w:type="spellStart"/>
      <w:r>
        <w:t>Legget</w:t>
      </w:r>
      <w:proofErr w:type="spellEnd"/>
      <w:r>
        <w:t xml:space="preserve"> et sa femme déclarèrent n</w:t>
      </w:r>
      <w:r w:rsidR="00894734">
        <w:t>’</w:t>
      </w:r>
      <w:r>
        <w:t>en savoir que peu de chose</w:t>
      </w:r>
      <w:r w:rsidR="00894734">
        <w:t xml:space="preserve">. </w:t>
      </w:r>
      <w:r>
        <w:t>On</w:t>
      </w:r>
      <w:r>
        <w:t xml:space="preserve"> </w:t>
      </w:r>
      <w:r>
        <w:t>appelait familièrement le mari Bud</w:t>
      </w:r>
      <w:r w:rsidR="00894734">
        <w:t xml:space="preserve">. </w:t>
      </w:r>
      <w:proofErr w:type="spellStart"/>
      <w:r>
        <w:t>Legget</w:t>
      </w:r>
      <w:proofErr w:type="spellEnd"/>
      <w:r>
        <w:t xml:space="preserve"> ne connaissait pas leur adresse</w:t>
      </w:r>
      <w:r w:rsidR="00894734">
        <w:t xml:space="preserve">. </w:t>
      </w:r>
      <w:r>
        <w:t>Pendant qu</w:t>
      </w:r>
      <w:r w:rsidR="00894734">
        <w:t>’</w:t>
      </w:r>
      <w:r>
        <w:t>il parlait</w:t>
      </w:r>
      <w:r w:rsidR="00894734">
        <w:t xml:space="preserve">, </w:t>
      </w:r>
      <w:r>
        <w:t>sa femme baissait les yeux et ne les leva que deux fois pour jeter un regard implorant à son-mari</w:t>
      </w:r>
      <w:r w:rsidR="00894734">
        <w:t>.</w:t>
      </w:r>
    </w:p>
    <w:p w14:paraId="2BE99374" w14:textId="77777777" w:rsidR="00894734" w:rsidRDefault="00894734">
      <w:r>
        <w:t>— </w:t>
      </w:r>
      <w:r w:rsidR="00000000">
        <w:t>Quand sont-ils partis</w:t>
      </w:r>
      <w:r>
        <w:t xml:space="preserve"> ? </w:t>
      </w:r>
      <w:r w:rsidR="00000000">
        <w:t>demandai-je</w:t>
      </w:r>
      <w:r>
        <w:t>.</w:t>
      </w:r>
    </w:p>
    <w:p w14:paraId="07E18B21" w14:textId="77777777" w:rsidR="00894734" w:rsidRDefault="00894734">
      <w:r>
        <w:t>— </w:t>
      </w:r>
      <w:r w:rsidR="00000000">
        <w:t>De bonne heure</w:t>
      </w:r>
      <w:r>
        <w:t xml:space="preserve">, </w:t>
      </w:r>
      <w:r w:rsidR="00000000">
        <w:t>ce matin</w:t>
      </w:r>
      <w:r>
        <w:t xml:space="preserve">. </w:t>
      </w:r>
      <w:r w:rsidR="00000000">
        <w:t>Gabrielle a passé la nuit à leur hôtel pour être sûre de ne pas les retarder</w:t>
      </w:r>
      <w:r>
        <w:t>.</w:t>
      </w:r>
    </w:p>
    <w:p w14:paraId="7A587CC4" w14:textId="77777777" w:rsidR="00894734" w:rsidRDefault="00000000">
      <w:r>
        <w:t>Je demandai encore</w:t>
      </w:r>
      <w:r w:rsidR="00894734">
        <w:t> :</w:t>
      </w:r>
    </w:p>
    <w:p w14:paraId="2A66C91E" w14:textId="77777777" w:rsidR="00894734" w:rsidRDefault="00894734">
      <w:r>
        <w:t>— </w:t>
      </w:r>
      <w:r w:rsidR="00000000">
        <w:t>Est-ce que l</w:t>
      </w:r>
      <w:r>
        <w:t>’</w:t>
      </w:r>
      <w:r w:rsidR="00000000">
        <w:t>un de vous a jamais entendu parler de cet Upton avant cette affaire</w:t>
      </w:r>
      <w:r>
        <w:t> ?</w:t>
      </w:r>
    </w:p>
    <w:p w14:paraId="23B3BA78" w14:textId="77777777" w:rsidR="00894734" w:rsidRDefault="00894734">
      <w:r>
        <w:t>— </w:t>
      </w:r>
      <w:r w:rsidR="00000000">
        <w:t>Non</w:t>
      </w:r>
      <w:r>
        <w:t xml:space="preserve">, </w:t>
      </w:r>
      <w:r w:rsidR="00000000">
        <w:t xml:space="preserve">dit </w:t>
      </w:r>
      <w:proofErr w:type="spellStart"/>
      <w:r w:rsidR="00000000">
        <w:t>Legget</w:t>
      </w:r>
      <w:proofErr w:type="spellEnd"/>
      <w:r>
        <w:t>.</w:t>
      </w:r>
    </w:p>
    <w:p w14:paraId="045E6188" w14:textId="77777777" w:rsidR="00894734" w:rsidRDefault="00000000">
      <w:r>
        <w:t>J</w:t>
      </w:r>
      <w:r w:rsidR="00894734">
        <w:t>’</w:t>
      </w:r>
      <w:r>
        <w:t>avais encore beaucoup d</w:t>
      </w:r>
      <w:r w:rsidR="00894734">
        <w:t>’</w:t>
      </w:r>
      <w:r>
        <w:t>autres questions à poser</w:t>
      </w:r>
      <w:r w:rsidR="00894734">
        <w:t xml:space="preserve">, </w:t>
      </w:r>
      <w:r>
        <w:t>mais je savais que les réponses qu</w:t>
      </w:r>
      <w:r w:rsidR="00894734">
        <w:t>’</w:t>
      </w:r>
      <w:r>
        <w:t>on me ferait ne m</w:t>
      </w:r>
      <w:r w:rsidR="00894734">
        <w:t>’</w:t>
      </w:r>
      <w:r>
        <w:t xml:space="preserve">apporteraient </w:t>
      </w:r>
      <w:r>
        <w:lastRenderedPageBreak/>
        <w:t>a</w:t>
      </w:r>
      <w:r>
        <w:t>u</w:t>
      </w:r>
      <w:r>
        <w:t>cune clarté</w:t>
      </w:r>
      <w:r w:rsidR="00894734">
        <w:t xml:space="preserve">. </w:t>
      </w:r>
      <w:r>
        <w:t>Je me levai pour prendre congé</w:t>
      </w:r>
      <w:r w:rsidR="00894734">
        <w:t xml:space="preserve">. </w:t>
      </w:r>
      <w:r>
        <w:t>Il se leva aussi</w:t>
      </w:r>
      <w:r w:rsidR="00894734">
        <w:t xml:space="preserve">, </w:t>
      </w:r>
      <w:r>
        <w:t>souriant poliment</w:t>
      </w:r>
      <w:r w:rsidR="00894734">
        <w:t xml:space="preserve">, </w:t>
      </w:r>
      <w:r>
        <w:t>et me dit</w:t>
      </w:r>
      <w:r w:rsidR="00894734">
        <w:t> :</w:t>
      </w:r>
    </w:p>
    <w:p w14:paraId="57FC52A1" w14:textId="77777777" w:rsidR="00894734" w:rsidRDefault="00894734">
      <w:r>
        <w:t>— </w:t>
      </w:r>
      <w:r w:rsidR="00000000">
        <w:t>Je suis désolé de donner à la Compagnie d</w:t>
      </w:r>
      <w:r>
        <w:t>’</w:t>
      </w:r>
      <w:r w:rsidR="00000000">
        <w:t>assurance tout ce dérangement</w:t>
      </w:r>
      <w:r>
        <w:t xml:space="preserve">. </w:t>
      </w:r>
      <w:r w:rsidR="00000000">
        <w:t>Ce vol n</w:t>
      </w:r>
      <w:r>
        <w:t>’</w:t>
      </w:r>
      <w:r w:rsidR="00000000">
        <w:t>est peut-être dû</w:t>
      </w:r>
      <w:r>
        <w:t xml:space="preserve">, </w:t>
      </w:r>
      <w:r w:rsidR="00000000">
        <w:t>après tout</w:t>
      </w:r>
      <w:r>
        <w:t xml:space="preserve">, </w:t>
      </w:r>
      <w:r w:rsidR="00000000">
        <w:t>qu</w:t>
      </w:r>
      <w:r>
        <w:t>’</w:t>
      </w:r>
      <w:r w:rsidR="00000000">
        <w:t>à ma négligence</w:t>
      </w:r>
      <w:r>
        <w:t xml:space="preserve">. </w:t>
      </w:r>
      <w:r w:rsidR="00000000">
        <w:t>Pensez-vous réellement que je sois responsable de la perte des diamants</w:t>
      </w:r>
      <w:r>
        <w:t> ?</w:t>
      </w:r>
    </w:p>
    <w:p w14:paraId="011C72C0" w14:textId="77777777" w:rsidR="00894734" w:rsidRDefault="00894734">
      <w:r>
        <w:t>— </w:t>
      </w:r>
      <w:r w:rsidR="00000000">
        <w:t>Mais certainement</w:t>
      </w:r>
      <w:r>
        <w:t xml:space="preserve">, </w:t>
      </w:r>
      <w:r w:rsidR="00000000">
        <w:t>répondis-je</w:t>
      </w:r>
      <w:r>
        <w:t xml:space="preserve">, </w:t>
      </w:r>
      <w:r w:rsidR="00000000">
        <w:t>mais</w:t>
      </w:r>
      <w:r>
        <w:t xml:space="preserve">, </w:t>
      </w:r>
      <w:r w:rsidR="00000000">
        <w:t>quand même vous désintéresseriez les propriétaires des joyaux</w:t>
      </w:r>
      <w:r>
        <w:t xml:space="preserve">, </w:t>
      </w:r>
      <w:r w:rsidR="00000000">
        <w:t>cela n</w:t>
      </w:r>
      <w:r>
        <w:t>’</w:t>
      </w:r>
      <w:r w:rsidR="00000000">
        <w:t>arrêterait pas les investigations</w:t>
      </w:r>
      <w:r>
        <w:t>.</w:t>
      </w:r>
    </w:p>
    <w:p w14:paraId="0F73900C" w14:textId="77777777" w:rsidR="00894734" w:rsidRDefault="00000000">
      <w:pPr>
        <w:rPr>
          <w:lang w:val="nl-NL"/>
        </w:rPr>
      </w:pPr>
      <w:r>
        <w:t>Mrs</w:t>
      </w:r>
      <w:r w:rsidR="00894734">
        <w:t xml:space="preserve">. </w:t>
      </w:r>
      <w:proofErr w:type="spellStart"/>
      <w:r>
        <w:t>Legget</w:t>
      </w:r>
      <w:proofErr w:type="spellEnd"/>
      <w:r>
        <w:t xml:space="preserve"> mit rapidement son mouchoir devant sa bo</w:t>
      </w:r>
      <w:r>
        <w:t>u</w:t>
      </w:r>
      <w:r>
        <w:t>che</w:t>
      </w:r>
      <w:r w:rsidR="00894734">
        <w:t xml:space="preserve">. </w:t>
      </w:r>
      <w:proofErr w:type="spellStart"/>
      <w:r>
        <w:rPr>
          <w:lang w:val="nl-NL"/>
        </w:rPr>
        <w:t>Legget</w:t>
      </w:r>
      <w:proofErr w:type="spellEnd"/>
      <w:r>
        <w:rPr>
          <w:lang w:val="nl-NL"/>
        </w:rPr>
        <w:t xml:space="preserve"> me </w:t>
      </w:r>
      <w:proofErr w:type="gramStart"/>
      <w:r>
        <w:rPr>
          <w:lang w:val="nl-NL"/>
        </w:rPr>
        <w:t>dit</w:t>
      </w:r>
      <w:r w:rsidR="00894734">
        <w:rPr>
          <w:lang w:val="nl-NL"/>
        </w:rPr>
        <w:t> :</w:t>
      </w:r>
      <w:proofErr w:type="gramEnd"/>
    </w:p>
    <w:p w14:paraId="7AAA4726" w14:textId="77777777" w:rsidR="00894734" w:rsidRDefault="00894734">
      <w:r>
        <w:rPr>
          <w:lang w:val="nl-NL"/>
        </w:rPr>
        <w:t>— </w:t>
      </w:r>
      <w:r w:rsidR="00000000">
        <w:t>Merci</w:t>
      </w:r>
      <w:r>
        <w:t xml:space="preserve">. </w:t>
      </w:r>
      <w:r w:rsidR="00000000">
        <w:t>J</w:t>
      </w:r>
      <w:r>
        <w:t>’</w:t>
      </w:r>
      <w:r w:rsidR="00000000">
        <w:t>avais besoin de le savoir</w:t>
      </w:r>
      <w:r>
        <w:t>.</w:t>
      </w:r>
    </w:p>
    <w:p w14:paraId="382C72C8" w14:textId="77777777" w:rsidR="00894734" w:rsidRDefault="00000000">
      <w:r>
        <w:t>Avant de retourner au bureau</w:t>
      </w:r>
      <w:r w:rsidR="00894734">
        <w:t xml:space="preserve">, </w:t>
      </w:r>
      <w:r>
        <w:t>je m</w:t>
      </w:r>
      <w:r w:rsidR="00894734">
        <w:t>’</w:t>
      </w:r>
      <w:r>
        <w:t xml:space="preserve">arrêtai une demi-heure chez mon ami </w:t>
      </w:r>
      <w:proofErr w:type="spellStart"/>
      <w:r>
        <w:t>Fitzstephan</w:t>
      </w:r>
      <w:proofErr w:type="spellEnd"/>
      <w:r w:rsidR="00894734">
        <w:t xml:space="preserve">. </w:t>
      </w:r>
      <w:r>
        <w:t xml:space="preserve">Il était en train </w:t>
      </w:r>
      <w:proofErr w:type="spellStart"/>
      <w:r>
        <w:t>décrire</w:t>
      </w:r>
      <w:proofErr w:type="spellEnd"/>
      <w:r>
        <w:t xml:space="preserve"> un article pour la </w:t>
      </w:r>
      <w:r>
        <w:rPr>
          <w:i/>
        </w:rPr>
        <w:t>Revue Psychanalytique</w:t>
      </w:r>
      <w:r w:rsidR="00894734">
        <w:t xml:space="preserve">. </w:t>
      </w:r>
      <w:r>
        <w:t>Il me développa élégamment deux ou trois paradoxes</w:t>
      </w:r>
      <w:r w:rsidR="00894734">
        <w:t xml:space="preserve">, </w:t>
      </w:r>
      <w:r>
        <w:t>puis</w:t>
      </w:r>
      <w:r w:rsidR="00894734">
        <w:t xml:space="preserve">, </w:t>
      </w:r>
      <w:r>
        <w:t>sans transition</w:t>
      </w:r>
      <w:r w:rsidR="00894734">
        <w:t xml:space="preserve">, </w:t>
      </w:r>
      <w:r>
        <w:t>selon son hab</w:t>
      </w:r>
      <w:r>
        <w:t>i</w:t>
      </w:r>
      <w:r>
        <w:t>tude</w:t>
      </w:r>
      <w:r w:rsidR="00894734">
        <w:t xml:space="preserve">, </w:t>
      </w:r>
      <w:r>
        <w:t>il me posa cette question</w:t>
      </w:r>
      <w:r w:rsidR="00894734">
        <w:t> :</w:t>
      </w:r>
    </w:p>
    <w:p w14:paraId="4DD2A6D8" w14:textId="77777777" w:rsidR="00894734" w:rsidRDefault="00894734">
      <w:r>
        <w:t>— </w:t>
      </w:r>
      <w:r w:rsidR="00000000">
        <w:t>Et les diamants envolés</w:t>
      </w:r>
      <w:r>
        <w:t> ?</w:t>
      </w:r>
    </w:p>
    <w:p w14:paraId="28E82076" w14:textId="77777777" w:rsidR="00894734" w:rsidRDefault="00000000">
      <w:r>
        <w:t>Je lui racontai rapidement tout ce qui avait été dit et fait depuis notre dernière entrevue</w:t>
      </w:r>
      <w:r w:rsidR="00894734">
        <w:t>.</w:t>
      </w:r>
    </w:p>
    <w:p w14:paraId="57AD2354" w14:textId="77777777" w:rsidR="00894734" w:rsidRDefault="00894734">
      <w:r>
        <w:t>— </w:t>
      </w:r>
      <w:r w:rsidR="00000000">
        <w:t>Je suis sûr</w:t>
      </w:r>
      <w:r>
        <w:t xml:space="preserve">, </w:t>
      </w:r>
      <w:r w:rsidR="00000000">
        <w:t>dis-je</w:t>
      </w:r>
      <w:r>
        <w:t xml:space="preserve">, </w:t>
      </w:r>
      <w:r w:rsidR="00000000">
        <w:t>que si je pouvais avoir une convers</w:t>
      </w:r>
      <w:r w:rsidR="00000000">
        <w:t>a</w:t>
      </w:r>
      <w:r w:rsidR="00000000">
        <w:t>tion de dix minutes avec Mrs</w:t>
      </w:r>
      <w:r>
        <w:t xml:space="preserve">. </w:t>
      </w:r>
      <w:proofErr w:type="spellStart"/>
      <w:r w:rsidR="00000000">
        <w:t>Legget</w:t>
      </w:r>
      <w:proofErr w:type="spellEnd"/>
      <w:r>
        <w:t xml:space="preserve">, </w:t>
      </w:r>
      <w:r w:rsidR="00000000">
        <w:t>seule</w:t>
      </w:r>
      <w:r>
        <w:t xml:space="preserve">, </w:t>
      </w:r>
      <w:r w:rsidR="00000000">
        <w:t>loin de son mari</w:t>
      </w:r>
      <w:r>
        <w:t xml:space="preserve">, </w:t>
      </w:r>
      <w:r w:rsidR="00000000">
        <w:t>mes recherches pourraient faire un grand pas</w:t>
      </w:r>
      <w:r>
        <w:t xml:space="preserve">. </w:t>
      </w:r>
      <w:r w:rsidR="00000000">
        <w:t>Devant lui</w:t>
      </w:r>
      <w:r>
        <w:t xml:space="preserve">, </w:t>
      </w:r>
      <w:r w:rsidR="00000000">
        <w:t>elle est comme paralysée et n</w:t>
      </w:r>
      <w:r>
        <w:t>’</w:t>
      </w:r>
      <w:r w:rsidR="00000000">
        <w:t>ose</w:t>
      </w:r>
      <w:r>
        <w:t xml:space="preserve">, </w:t>
      </w:r>
      <w:r w:rsidR="00000000">
        <w:t>on le sent</w:t>
      </w:r>
      <w:r>
        <w:t xml:space="preserve">, </w:t>
      </w:r>
      <w:r w:rsidR="00000000">
        <w:t>dire un mot</w:t>
      </w:r>
      <w:r>
        <w:t xml:space="preserve">. </w:t>
      </w:r>
      <w:r w:rsidR="00000000">
        <w:t>Pensez-vous que vous pourriez obtenir quelque chose d</w:t>
      </w:r>
      <w:r>
        <w:t>’</w:t>
      </w:r>
      <w:r w:rsidR="00000000">
        <w:t>elle</w:t>
      </w:r>
      <w:r>
        <w:t xml:space="preserve"> ? </w:t>
      </w:r>
      <w:r w:rsidR="00000000">
        <w:t>J</w:t>
      </w:r>
      <w:r>
        <w:t>’</w:t>
      </w:r>
      <w:r w:rsidR="00000000">
        <w:t>aimerais savoir</w:t>
      </w:r>
      <w:r>
        <w:t xml:space="preserve">, </w:t>
      </w:r>
      <w:r w:rsidR="00000000">
        <w:t>par exemple</w:t>
      </w:r>
      <w:r>
        <w:t xml:space="preserve">, </w:t>
      </w:r>
      <w:r w:rsidR="00000000">
        <w:t>pourquoi Gabrielle est partie</w:t>
      </w:r>
      <w:r>
        <w:t xml:space="preserve">, </w:t>
      </w:r>
      <w:r w:rsidR="00000000">
        <w:t>même si je ne peux pas savoir où elle est</w:t>
      </w:r>
      <w:r>
        <w:t> ?</w:t>
      </w:r>
    </w:p>
    <w:p w14:paraId="7F94AD2D" w14:textId="77777777" w:rsidR="00894734" w:rsidRDefault="00894734">
      <w:r>
        <w:lastRenderedPageBreak/>
        <w:t>— </w:t>
      </w:r>
      <w:r w:rsidR="00000000">
        <w:t>J</w:t>
      </w:r>
      <w:r>
        <w:t>’</w:t>
      </w:r>
      <w:r w:rsidR="00000000">
        <w:t>essaierai bien volontiers</w:t>
      </w:r>
      <w:r>
        <w:t xml:space="preserve">, </w:t>
      </w:r>
      <w:r w:rsidR="00000000">
        <w:t>dit-il</w:t>
      </w:r>
      <w:r>
        <w:t xml:space="preserve">. </w:t>
      </w:r>
      <w:r w:rsidR="00000000">
        <w:t>Je pourrais peut-être a</w:t>
      </w:r>
      <w:r w:rsidR="00000000">
        <w:t>l</w:t>
      </w:r>
      <w:r w:rsidR="00000000">
        <w:t>ler les voir demain après-midi</w:t>
      </w:r>
      <w:r>
        <w:t xml:space="preserve">, </w:t>
      </w:r>
      <w:r w:rsidR="00000000">
        <w:t>sous prétexte d</w:t>
      </w:r>
      <w:r>
        <w:t>’</w:t>
      </w:r>
      <w:r w:rsidR="00000000">
        <w:t>emprunter un l</w:t>
      </w:r>
      <w:r w:rsidR="00000000">
        <w:t>i</w:t>
      </w:r>
      <w:r w:rsidR="00000000">
        <w:t>vre</w:t>
      </w:r>
      <w:r>
        <w:t xml:space="preserve">. </w:t>
      </w:r>
      <w:proofErr w:type="spellStart"/>
      <w:r w:rsidR="00000000">
        <w:t>Legget</w:t>
      </w:r>
      <w:proofErr w:type="spellEnd"/>
      <w:r w:rsidR="00000000">
        <w:t xml:space="preserve"> travaillera dans son laboratoire</w:t>
      </w:r>
      <w:r>
        <w:t xml:space="preserve">. </w:t>
      </w:r>
      <w:r w:rsidR="00000000">
        <w:t>Je refuserai de le déranger et j</w:t>
      </w:r>
      <w:r>
        <w:t>’</w:t>
      </w:r>
      <w:r w:rsidR="00000000">
        <w:t>essaierai de faire parler sa femme</w:t>
      </w:r>
      <w:r>
        <w:t xml:space="preserve">. </w:t>
      </w:r>
      <w:r w:rsidR="00000000">
        <w:t>Qu</w:t>
      </w:r>
      <w:r>
        <w:t>’</w:t>
      </w:r>
      <w:r w:rsidR="00000000">
        <w:t>en dites-vous</w:t>
      </w:r>
      <w:r>
        <w:t> ?</w:t>
      </w:r>
    </w:p>
    <w:p w14:paraId="62E2835D" w14:textId="77777777" w:rsidR="00894734" w:rsidRDefault="00894734">
      <w:r>
        <w:t>— </w:t>
      </w:r>
      <w:r w:rsidR="00000000">
        <w:t>Je vous remercie</w:t>
      </w:r>
      <w:r>
        <w:t xml:space="preserve">, </w:t>
      </w:r>
      <w:r w:rsidR="00000000">
        <w:t>mon vieux</w:t>
      </w:r>
      <w:r>
        <w:t xml:space="preserve">. </w:t>
      </w:r>
      <w:r w:rsidR="00000000">
        <w:t>Je vous verrai demain soir</w:t>
      </w:r>
      <w:r>
        <w:t xml:space="preserve">, </w:t>
      </w:r>
      <w:r w:rsidR="00000000">
        <w:t>alors</w:t>
      </w:r>
      <w:r>
        <w:t>.</w:t>
      </w:r>
    </w:p>
    <w:p w14:paraId="0B5973E0" w14:textId="77777777" w:rsidR="00894734" w:rsidRDefault="00894734">
      <w:r>
        <w:t>— </w:t>
      </w:r>
      <w:r w:rsidR="00000000">
        <w:t>Entendu</w:t>
      </w:r>
      <w:r>
        <w:t xml:space="preserve">, </w:t>
      </w:r>
      <w:r w:rsidR="00000000">
        <w:t>au revoir</w:t>
      </w:r>
      <w:r>
        <w:t>.</w:t>
      </w:r>
    </w:p>
    <w:p w14:paraId="19E0143D" w14:textId="77777777" w:rsidR="00894734" w:rsidRDefault="00000000">
      <w:r>
        <w:t>Je passai le reste de la journée à rédiger un mémoire sur la marche de mon enquête</w:t>
      </w:r>
      <w:r w:rsidR="00894734">
        <w:t xml:space="preserve">. </w:t>
      </w:r>
      <w:r>
        <w:t>Éric Collinson me téléphona deux fois pour savoir si j</w:t>
      </w:r>
      <w:r w:rsidR="00894734">
        <w:t>’</w:t>
      </w:r>
      <w:r>
        <w:t>avais découvert Gabrielle</w:t>
      </w:r>
      <w:r w:rsidR="00894734">
        <w:t xml:space="preserve">. </w:t>
      </w:r>
      <w:r>
        <w:t xml:space="preserve">Ni Mickey </w:t>
      </w:r>
      <w:proofErr w:type="spellStart"/>
      <w:r>
        <w:t>Lineham</w:t>
      </w:r>
      <w:proofErr w:type="spellEnd"/>
      <w:r w:rsidR="00894734">
        <w:t xml:space="preserve">, </w:t>
      </w:r>
      <w:r>
        <w:t>ni Al Mason ne m</w:t>
      </w:r>
      <w:r w:rsidR="00894734">
        <w:t>’</w:t>
      </w:r>
      <w:r>
        <w:t>apportèrent rien de nouveau</w:t>
      </w:r>
      <w:r w:rsidR="00894734">
        <w:t xml:space="preserve">. </w:t>
      </w:r>
      <w:r>
        <w:t>À six heures</w:t>
      </w:r>
      <w:r w:rsidR="00894734">
        <w:t xml:space="preserve">, </w:t>
      </w:r>
      <w:r>
        <w:t>je me donnai congé pour la soirée</w:t>
      </w:r>
      <w:r w:rsidR="00894734">
        <w:t>.</w:t>
      </w:r>
    </w:p>
    <w:p w14:paraId="58FBA388" w14:textId="01BF1047" w:rsidR="00000000" w:rsidRDefault="00000000" w:rsidP="00894734">
      <w:pPr>
        <w:pStyle w:val="Titre2"/>
        <w:rPr>
          <w:szCs w:val="44"/>
        </w:rPr>
      </w:pPr>
      <w:bookmarkStart w:id="6" w:name="_Toc202288407"/>
      <w:r>
        <w:rPr>
          <w:szCs w:val="44"/>
        </w:rPr>
        <w:lastRenderedPageBreak/>
        <w:t>CHAPITRE V</w:t>
      </w:r>
      <w:r>
        <w:rPr>
          <w:szCs w:val="44"/>
        </w:rPr>
        <w:br/>
      </w:r>
      <w:r>
        <w:rPr>
          <w:szCs w:val="44"/>
        </w:rPr>
        <w:br/>
        <w:t>GABRIELLE RETROUVÉE</w:t>
      </w:r>
      <w:bookmarkEnd w:id="6"/>
    </w:p>
    <w:p w14:paraId="09C38D09" w14:textId="77777777" w:rsidR="00894734" w:rsidRDefault="00000000">
      <w:r>
        <w:t>Le lendemain apporta du nouveau</w:t>
      </w:r>
      <w:r w:rsidR="00894734">
        <w:t>.</w:t>
      </w:r>
    </w:p>
    <w:p w14:paraId="44D91D97" w14:textId="77777777" w:rsidR="00894734" w:rsidRDefault="00000000">
      <w:r>
        <w:t>De bonne heure le matin</w:t>
      </w:r>
      <w:r w:rsidR="00894734">
        <w:t xml:space="preserve">, </w:t>
      </w:r>
      <w:r>
        <w:t>je reçus le télégramme de notre agence de New-York</w:t>
      </w:r>
      <w:r w:rsidR="00894734">
        <w:t xml:space="preserve">. </w:t>
      </w:r>
      <w:r>
        <w:t>Il disait</w:t>
      </w:r>
      <w:r w:rsidR="00894734">
        <w:t> :</w:t>
      </w:r>
    </w:p>
    <w:p w14:paraId="35472983" w14:textId="11754C05" w:rsidR="00894734" w:rsidRDefault="00000000">
      <w:pPr>
        <w:rPr>
          <w:i/>
        </w:rPr>
      </w:pPr>
      <w:r>
        <w:rPr>
          <w:i/>
        </w:rPr>
        <w:t>Louis Upton précédemment propriétaire d</w:t>
      </w:r>
      <w:r w:rsidR="00894734">
        <w:rPr>
          <w:i/>
        </w:rPr>
        <w:t>’</w:t>
      </w:r>
      <w:r>
        <w:rPr>
          <w:i/>
        </w:rPr>
        <w:t xml:space="preserve">une agence privée de renseignements ici </w:t>
      </w:r>
      <w:r>
        <w:t xml:space="preserve">Stop </w:t>
      </w:r>
      <w:r>
        <w:rPr>
          <w:i/>
        </w:rPr>
        <w:t xml:space="preserve">Arrêté le </w:t>
      </w:r>
      <w:r w:rsidR="00894734">
        <w:rPr>
          <w:i/>
        </w:rPr>
        <w:t>1</w:t>
      </w:r>
      <w:r w:rsidR="00894734" w:rsidRPr="00894734">
        <w:rPr>
          <w:i/>
          <w:vertAlign w:val="superscript"/>
        </w:rPr>
        <w:t>er</w:t>
      </w:r>
      <w:r w:rsidR="00894734">
        <w:rPr>
          <w:i/>
        </w:rPr>
        <w:t> septembre</w:t>
      </w:r>
      <w:r>
        <w:rPr>
          <w:i/>
        </w:rPr>
        <w:t xml:space="preserve"> 1923 pour faux témoignage dans une affaire de tentative de meurtre</w:t>
      </w:r>
      <w:r>
        <w:t xml:space="preserve"> Stop </w:t>
      </w:r>
      <w:r>
        <w:rPr>
          <w:i/>
        </w:rPr>
        <w:t xml:space="preserve">A essayé de se disculper en accusant et en chargeant son employé Harry </w:t>
      </w:r>
      <w:proofErr w:type="spellStart"/>
      <w:r>
        <w:rPr>
          <w:i/>
        </w:rPr>
        <w:t>Ruppert</w:t>
      </w:r>
      <w:proofErr w:type="spellEnd"/>
      <w:r>
        <w:t xml:space="preserve"> Stop </w:t>
      </w:r>
      <w:r>
        <w:rPr>
          <w:i/>
        </w:rPr>
        <w:t xml:space="preserve">Les deux hommes condamnés </w:t>
      </w:r>
      <w:r>
        <w:t xml:space="preserve">Stop </w:t>
      </w:r>
      <w:r>
        <w:rPr>
          <w:i/>
        </w:rPr>
        <w:t xml:space="preserve">Relâchés le </w:t>
      </w:r>
      <w:r w:rsidR="00894734">
        <w:rPr>
          <w:i/>
        </w:rPr>
        <w:t>6 février</w:t>
      </w:r>
      <w:r>
        <w:rPr>
          <w:i/>
        </w:rPr>
        <w:t xml:space="preserve"> de cette année </w:t>
      </w:r>
      <w:proofErr w:type="spellStart"/>
      <w:r>
        <w:rPr>
          <w:i/>
        </w:rPr>
        <w:t>Ruppert</w:t>
      </w:r>
      <w:proofErr w:type="spellEnd"/>
      <w:r>
        <w:rPr>
          <w:i/>
        </w:rPr>
        <w:t xml:space="preserve"> a plusieurs fois menacé Upton de mort </w:t>
      </w:r>
      <w:r>
        <w:t xml:space="preserve">Stop </w:t>
      </w:r>
      <w:proofErr w:type="spellStart"/>
      <w:r>
        <w:rPr>
          <w:i/>
        </w:rPr>
        <w:t>Ruppert</w:t>
      </w:r>
      <w:proofErr w:type="spellEnd"/>
      <w:r>
        <w:rPr>
          <w:i/>
        </w:rPr>
        <w:t xml:space="preserve"> trente-deux ans cinq pieds onze pouces très maigre yeux et cheveux bruns long v</w:t>
      </w:r>
      <w:r>
        <w:rPr>
          <w:i/>
        </w:rPr>
        <w:t>i</w:t>
      </w:r>
      <w:r>
        <w:rPr>
          <w:i/>
        </w:rPr>
        <w:t>sage pâle long nez mince marche la tête penchée</w:t>
      </w:r>
      <w:r>
        <w:t xml:space="preserve"> Stop </w:t>
      </w:r>
      <w:r>
        <w:rPr>
          <w:i/>
        </w:rPr>
        <w:t>E</w:t>
      </w:r>
      <w:r>
        <w:rPr>
          <w:i/>
        </w:rPr>
        <w:t>n</w:t>
      </w:r>
      <w:r>
        <w:rPr>
          <w:i/>
        </w:rPr>
        <w:t>voyons photos</w:t>
      </w:r>
      <w:r w:rsidR="00894734">
        <w:rPr>
          <w:i/>
        </w:rPr>
        <w:t>.</w:t>
      </w:r>
    </w:p>
    <w:p w14:paraId="3BDA7E72" w14:textId="77777777" w:rsidR="00894734" w:rsidRDefault="00000000">
      <w:r>
        <w:t>Il n</w:t>
      </w:r>
      <w:r w:rsidR="00894734">
        <w:t>’</w:t>
      </w:r>
      <w:r>
        <w:t>y avait pas de doute</w:t>
      </w:r>
      <w:r w:rsidR="00894734">
        <w:t xml:space="preserve">. </w:t>
      </w:r>
      <w:proofErr w:type="spellStart"/>
      <w:r>
        <w:t>Ruppert</w:t>
      </w:r>
      <w:proofErr w:type="spellEnd"/>
      <w:r>
        <w:t xml:space="preserve"> était bien l</w:t>
      </w:r>
      <w:r w:rsidR="00894734">
        <w:t>’</w:t>
      </w:r>
      <w:r>
        <w:t>homme que Mrs</w:t>
      </w:r>
      <w:r w:rsidR="00894734">
        <w:t xml:space="preserve">. </w:t>
      </w:r>
      <w:r>
        <w:t>Priestley et Daley avaient vu plusieurs fois</w:t>
      </w:r>
      <w:r w:rsidR="00894734">
        <w:t xml:space="preserve">, </w:t>
      </w:r>
      <w:r>
        <w:t>et l</w:t>
      </w:r>
      <w:r w:rsidR="00894734">
        <w:t>’</w:t>
      </w:r>
      <w:r>
        <w:t>homme qui avait probablement tué Upton</w:t>
      </w:r>
      <w:r w:rsidR="00894734">
        <w:t>.</w:t>
      </w:r>
    </w:p>
    <w:p w14:paraId="35BE5364" w14:textId="77777777" w:rsidR="00894734" w:rsidRDefault="00000000">
      <w:proofErr w:type="spellStart"/>
      <w:r>
        <w:t>O</w:t>
      </w:r>
      <w:r w:rsidR="00894734">
        <w:t>’</w:t>
      </w:r>
      <w:r>
        <w:t>Gar</w:t>
      </w:r>
      <w:proofErr w:type="spellEnd"/>
      <w:r>
        <w:t xml:space="preserve"> m</w:t>
      </w:r>
      <w:r w:rsidR="00894734">
        <w:t>’</w:t>
      </w:r>
      <w:r>
        <w:t>appela au téléphone</w:t>
      </w:r>
      <w:r w:rsidR="00894734">
        <w:t> :</w:t>
      </w:r>
    </w:p>
    <w:p w14:paraId="362C0901" w14:textId="77777777" w:rsidR="00894734" w:rsidRDefault="00894734">
      <w:r>
        <w:t>— </w:t>
      </w:r>
      <w:r w:rsidR="00000000">
        <w:t xml:space="preserve">Notre compère Rhino </w:t>
      </w:r>
      <w:proofErr w:type="spellStart"/>
      <w:r w:rsidR="00000000">
        <w:t>Tingley</w:t>
      </w:r>
      <w:proofErr w:type="spellEnd"/>
      <w:r w:rsidR="00000000">
        <w:t xml:space="preserve"> a été surpris hier soir dans la boutique d</w:t>
      </w:r>
      <w:r>
        <w:t>’</w:t>
      </w:r>
      <w:r w:rsidR="00000000">
        <w:t>un revendeur</w:t>
      </w:r>
      <w:r>
        <w:t xml:space="preserve">, </w:t>
      </w:r>
      <w:r w:rsidR="00000000">
        <w:t>négociant des bijoux</w:t>
      </w:r>
      <w:r>
        <w:t xml:space="preserve">. </w:t>
      </w:r>
      <w:r w:rsidR="00000000">
        <w:t xml:space="preserve">Ce </w:t>
      </w:r>
      <w:proofErr w:type="gramStart"/>
      <w:r w:rsidR="00000000">
        <w:t>n</w:t>
      </w:r>
      <w:r>
        <w:t>’</w:t>
      </w:r>
      <w:r w:rsidR="00000000">
        <w:t>était</w:t>
      </w:r>
      <w:proofErr w:type="gramEnd"/>
      <w:r w:rsidR="00000000">
        <w:t xml:space="preserve"> pas les diamants volés</w:t>
      </w:r>
      <w:r>
        <w:t xml:space="preserve">. </w:t>
      </w:r>
      <w:r w:rsidR="00000000">
        <w:t>Nous n</w:t>
      </w:r>
      <w:r>
        <w:t>’</w:t>
      </w:r>
      <w:r w:rsidR="00000000">
        <w:t>avons pas pu mettre la main sur lui à temps</w:t>
      </w:r>
      <w:r>
        <w:t xml:space="preserve">. </w:t>
      </w:r>
      <w:r w:rsidR="00000000">
        <w:t>J</w:t>
      </w:r>
      <w:r>
        <w:t>’</w:t>
      </w:r>
      <w:r w:rsidR="00000000">
        <w:t>ai envoyé quelqu</w:t>
      </w:r>
      <w:r>
        <w:t>’</w:t>
      </w:r>
      <w:r w:rsidR="00000000">
        <w:t xml:space="preserve">un avec les bijoux chez les </w:t>
      </w:r>
      <w:proofErr w:type="spellStart"/>
      <w:r w:rsidR="00000000">
        <w:t>Legget</w:t>
      </w:r>
      <w:proofErr w:type="spellEnd"/>
      <w:r>
        <w:t xml:space="preserve">, </w:t>
      </w:r>
      <w:r w:rsidR="00000000">
        <w:t>pensant que cela leur appartenait</w:t>
      </w:r>
      <w:r>
        <w:t xml:space="preserve">, </w:t>
      </w:r>
      <w:r w:rsidR="00000000">
        <w:t>mais ils m</w:t>
      </w:r>
      <w:r>
        <w:t>’</w:t>
      </w:r>
      <w:r w:rsidR="00000000">
        <w:t>ont affirmé qu</w:t>
      </w:r>
      <w:r>
        <w:t>’</w:t>
      </w:r>
      <w:r w:rsidR="00000000">
        <w:t>ils voyaient ces bijoux pour la première fois</w:t>
      </w:r>
      <w:r>
        <w:t>.</w:t>
      </w:r>
    </w:p>
    <w:p w14:paraId="1E14386E" w14:textId="77777777" w:rsidR="00894734" w:rsidRDefault="00000000">
      <w:r>
        <w:t>Cela ne m</w:t>
      </w:r>
      <w:r w:rsidR="00894734">
        <w:t>’</w:t>
      </w:r>
      <w:r>
        <w:t>avançait pas beaucoup</w:t>
      </w:r>
      <w:r w:rsidR="00894734">
        <w:t xml:space="preserve">. </w:t>
      </w:r>
      <w:r>
        <w:t>Je suggérai</w:t>
      </w:r>
      <w:r w:rsidR="00894734">
        <w:t> :</w:t>
      </w:r>
    </w:p>
    <w:p w14:paraId="1CFAE496" w14:textId="77777777" w:rsidR="00894734" w:rsidRDefault="00894734">
      <w:r>
        <w:lastRenderedPageBreak/>
        <w:t>— </w:t>
      </w:r>
      <w:r w:rsidR="00000000">
        <w:t>Vous devriez aller chez Halstead &amp; Beauchamp et leur présenter les bijoux en disant que vous supposez qu</w:t>
      </w:r>
      <w:r>
        <w:t>’</w:t>
      </w:r>
      <w:r w:rsidR="00000000">
        <w:t>ils appa</w:t>
      </w:r>
      <w:r w:rsidR="00000000">
        <w:t>r</w:t>
      </w:r>
      <w:r w:rsidR="00000000">
        <w:t xml:space="preserve">tiennent aux </w:t>
      </w:r>
      <w:proofErr w:type="spellStart"/>
      <w:r w:rsidR="00000000">
        <w:t>Legget</w:t>
      </w:r>
      <w:proofErr w:type="spellEnd"/>
      <w:r>
        <w:t>.</w:t>
      </w:r>
    </w:p>
    <w:p w14:paraId="48F24201" w14:textId="77777777" w:rsidR="00894734" w:rsidRDefault="00000000">
      <w:r>
        <w:t>Une demi-heure après</w:t>
      </w:r>
      <w:r w:rsidR="00894734">
        <w:t xml:space="preserve">, </w:t>
      </w:r>
      <w:proofErr w:type="spellStart"/>
      <w:r>
        <w:t>O</w:t>
      </w:r>
      <w:r w:rsidR="00894734">
        <w:t>’</w:t>
      </w:r>
      <w:r>
        <w:t>Gar</w:t>
      </w:r>
      <w:proofErr w:type="spellEnd"/>
      <w:r>
        <w:t xml:space="preserve"> me rappelait</w:t>
      </w:r>
      <w:r w:rsidR="00894734">
        <w:t> :</w:t>
      </w:r>
    </w:p>
    <w:p w14:paraId="3C362922" w14:textId="77777777" w:rsidR="00894734" w:rsidRDefault="00894734">
      <w:r>
        <w:t>— </w:t>
      </w:r>
      <w:r w:rsidR="00000000">
        <w:t>Halstead a tout de suite reconnu ces deux pièces</w:t>
      </w:r>
      <w:r>
        <w:t xml:space="preserve">, </w:t>
      </w:r>
      <w:r w:rsidR="00000000">
        <w:t>un rang de perles et une broche avec topaze</w:t>
      </w:r>
      <w:r>
        <w:t xml:space="preserve">. </w:t>
      </w:r>
      <w:proofErr w:type="spellStart"/>
      <w:r w:rsidR="00000000">
        <w:t>Legget</w:t>
      </w:r>
      <w:proofErr w:type="spellEnd"/>
      <w:r w:rsidR="00000000">
        <w:t xml:space="preserve"> les a achetés chez eux pour sa fille</w:t>
      </w:r>
      <w:r>
        <w:t>.</w:t>
      </w:r>
    </w:p>
    <w:p w14:paraId="714DE721" w14:textId="77777777" w:rsidR="00894734" w:rsidRDefault="00894734">
      <w:r>
        <w:t>— </w:t>
      </w:r>
      <w:r w:rsidR="00000000">
        <w:t>Bien</w:t>
      </w:r>
      <w:r>
        <w:t xml:space="preserve">, </w:t>
      </w:r>
      <w:r w:rsidR="00000000">
        <w:t>dis-je</w:t>
      </w:r>
      <w:r>
        <w:t xml:space="preserve">. </w:t>
      </w:r>
      <w:r w:rsidR="00000000">
        <w:t>Maintenant</w:t>
      </w:r>
      <w:r>
        <w:t xml:space="preserve">, </w:t>
      </w:r>
      <w:r w:rsidR="00000000">
        <w:t>voulez-vous faire ceci</w:t>
      </w:r>
      <w:r>
        <w:t xml:space="preserve"> : </w:t>
      </w:r>
      <w:r w:rsidR="00000000">
        <w:t>allez à l</w:t>
      </w:r>
      <w:r>
        <w:t>’</w:t>
      </w:r>
      <w:r w:rsidR="00000000">
        <w:t>antre de Rhino et chambrez Minnie Hershey</w:t>
      </w:r>
      <w:r>
        <w:t xml:space="preserve">. </w:t>
      </w:r>
      <w:r w:rsidR="00000000">
        <w:t>Elle est facile à faire parler</w:t>
      </w:r>
      <w:r>
        <w:t xml:space="preserve">. </w:t>
      </w:r>
      <w:r w:rsidR="00000000">
        <w:t>Plus vous pourrez l</w:t>
      </w:r>
      <w:r>
        <w:t>’</w:t>
      </w:r>
      <w:r w:rsidR="00000000">
        <w:t>effrayer</w:t>
      </w:r>
      <w:r>
        <w:t xml:space="preserve">, </w:t>
      </w:r>
      <w:r w:rsidR="00000000">
        <w:t>mieux cela vaudra</w:t>
      </w:r>
      <w:r>
        <w:t xml:space="preserve">. </w:t>
      </w:r>
      <w:r w:rsidR="00000000">
        <w:t>Il se peut qu</w:t>
      </w:r>
      <w:r>
        <w:t>’</w:t>
      </w:r>
      <w:r w:rsidR="00000000">
        <w:t>elle porte au doigt une émeraude</w:t>
      </w:r>
      <w:r>
        <w:t xml:space="preserve">. </w:t>
      </w:r>
      <w:r w:rsidR="00000000">
        <w:t>Vous pouvez la lui prendre et l</w:t>
      </w:r>
      <w:r>
        <w:t>’</w:t>
      </w:r>
      <w:r w:rsidR="00000000">
        <w:t>emporter</w:t>
      </w:r>
      <w:r>
        <w:t xml:space="preserve">, </w:t>
      </w:r>
      <w:r w:rsidR="00000000">
        <w:t>comme vous pouvez faire ainsi de tout autre bijou que vous verrez chez elle</w:t>
      </w:r>
      <w:r>
        <w:t xml:space="preserve">. </w:t>
      </w:r>
      <w:r w:rsidR="00000000">
        <w:t>Mais n</w:t>
      </w:r>
      <w:r>
        <w:t>’</w:t>
      </w:r>
      <w:r w:rsidR="00000000">
        <w:t>y restez pas trop longtemps</w:t>
      </w:r>
      <w:r>
        <w:t xml:space="preserve">. </w:t>
      </w:r>
      <w:r w:rsidR="00000000">
        <w:t>Faites-lui peur et qu</w:t>
      </w:r>
      <w:r>
        <w:t>’</w:t>
      </w:r>
      <w:r w:rsidR="00000000">
        <w:t>elle se mette à table</w:t>
      </w:r>
      <w:r>
        <w:t>.</w:t>
      </w:r>
    </w:p>
    <w:p w14:paraId="6BF2C14A" w14:textId="77777777" w:rsidR="00894734" w:rsidRDefault="00894734">
      <w:r>
        <w:t>— </w:t>
      </w:r>
      <w:r w:rsidR="00000000">
        <w:t>Soyez tranquille</w:t>
      </w:r>
      <w:r>
        <w:t xml:space="preserve">. </w:t>
      </w:r>
      <w:r w:rsidR="00000000">
        <w:t>Je la ferai blanchir</w:t>
      </w:r>
      <w:r>
        <w:t xml:space="preserve">, </w:t>
      </w:r>
      <w:r w:rsidR="00000000">
        <w:t xml:space="preserve">me promit </w:t>
      </w:r>
      <w:proofErr w:type="spellStart"/>
      <w:r w:rsidR="00000000">
        <w:t>O</w:t>
      </w:r>
      <w:r>
        <w:t>’</w:t>
      </w:r>
      <w:r w:rsidR="00000000">
        <w:t>Gar</w:t>
      </w:r>
      <w:proofErr w:type="spellEnd"/>
      <w:r>
        <w:t>.</w:t>
      </w:r>
    </w:p>
    <w:p w14:paraId="7BF58854" w14:textId="77777777" w:rsidR="00894734" w:rsidRDefault="00000000">
      <w:r>
        <w:t>Pour la troisième fois</w:t>
      </w:r>
      <w:r w:rsidR="00894734">
        <w:t xml:space="preserve">, </w:t>
      </w:r>
      <w:r>
        <w:t>Éric Collinson me téléphona pour me demander des nouvelles de sa Gabrielle</w:t>
      </w:r>
      <w:r w:rsidR="00894734">
        <w:t>.</w:t>
      </w:r>
    </w:p>
    <w:p w14:paraId="5185C38D" w14:textId="77777777" w:rsidR="00894734" w:rsidRDefault="00894734">
      <w:r>
        <w:t>— </w:t>
      </w:r>
      <w:r w:rsidR="00000000">
        <w:t>Je ne peux pas encore vous rassurer</w:t>
      </w:r>
      <w:r>
        <w:t xml:space="preserve">, </w:t>
      </w:r>
      <w:r w:rsidR="00000000">
        <w:t>mais j</w:t>
      </w:r>
      <w:r>
        <w:t>’</w:t>
      </w:r>
      <w:r w:rsidR="00000000">
        <w:t>ai quelques indices</w:t>
      </w:r>
      <w:r>
        <w:t xml:space="preserve">. </w:t>
      </w:r>
      <w:r w:rsidR="00000000">
        <w:t>Si vous n</w:t>
      </w:r>
      <w:r>
        <w:t>’</w:t>
      </w:r>
      <w:r w:rsidR="00000000">
        <w:t>avez rien de mieux à faire</w:t>
      </w:r>
      <w:r>
        <w:t xml:space="preserve">, </w:t>
      </w:r>
      <w:r w:rsidR="00000000">
        <w:t>vous pouvez venir me rejoindre</w:t>
      </w:r>
      <w:r>
        <w:t xml:space="preserve">. </w:t>
      </w:r>
      <w:r w:rsidR="00000000">
        <w:t>Vous m</w:t>
      </w:r>
      <w:r>
        <w:t>’</w:t>
      </w:r>
      <w:r w:rsidR="00000000">
        <w:t>accompagnerez si j</w:t>
      </w:r>
      <w:r>
        <w:t>’</w:t>
      </w:r>
      <w:r w:rsidR="00000000">
        <w:t>ai une piste</w:t>
      </w:r>
      <w:r>
        <w:t xml:space="preserve">, </w:t>
      </w:r>
      <w:r w:rsidR="00000000">
        <w:t>ce que j</w:t>
      </w:r>
      <w:r>
        <w:t>’</w:t>
      </w:r>
      <w:r w:rsidR="00000000">
        <w:t>espère</w:t>
      </w:r>
      <w:r>
        <w:t xml:space="preserve">, </w:t>
      </w:r>
      <w:r w:rsidR="00000000">
        <w:t>à l</w:t>
      </w:r>
      <w:r>
        <w:t>’</w:t>
      </w:r>
      <w:r w:rsidR="00000000">
        <w:t>endroit où elle se cache</w:t>
      </w:r>
      <w:r>
        <w:t>.</w:t>
      </w:r>
    </w:p>
    <w:p w14:paraId="44330421" w14:textId="77777777" w:rsidR="00894734" w:rsidRDefault="00894734">
      <w:r>
        <w:t>— </w:t>
      </w:r>
      <w:r w:rsidR="00000000">
        <w:t>Attendez-moi</w:t>
      </w:r>
      <w:r>
        <w:t xml:space="preserve">. </w:t>
      </w:r>
      <w:r w:rsidR="00000000">
        <w:t>J</w:t>
      </w:r>
      <w:r>
        <w:t>’</w:t>
      </w:r>
      <w:r w:rsidR="00000000">
        <w:t>arrive</w:t>
      </w:r>
      <w:r>
        <w:t>.</w:t>
      </w:r>
    </w:p>
    <w:p w14:paraId="447FF3F1" w14:textId="77777777" w:rsidR="00894734" w:rsidRDefault="00000000">
      <w:r>
        <w:t>J</w:t>
      </w:r>
      <w:r w:rsidR="00894734">
        <w:t>’</w:t>
      </w:r>
      <w:r>
        <w:t>envoyai Mickey et un de ses camarades guetter la porte de la mulâtresse et leur donnai l</w:t>
      </w:r>
      <w:r w:rsidR="00894734">
        <w:t>’</w:t>
      </w:r>
      <w:r>
        <w:t>ordre de la suivre</w:t>
      </w:r>
      <w:r w:rsidR="00894734">
        <w:t xml:space="preserve">, </w:t>
      </w:r>
      <w:r>
        <w:t xml:space="preserve">si elle sortait après la visite de </w:t>
      </w:r>
      <w:proofErr w:type="spellStart"/>
      <w:r>
        <w:t>O</w:t>
      </w:r>
      <w:r w:rsidR="00894734">
        <w:t>’</w:t>
      </w:r>
      <w:r>
        <w:t>Gar</w:t>
      </w:r>
      <w:proofErr w:type="spellEnd"/>
      <w:r w:rsidR="00894734">
        <w:t>.</w:t>
      </w:r>
    </w:p>
    <w:p w14:paraId="4B416173" w14:textId="77777777" w:rsidR="00894734" w:rsidRDefault="00000000">
      <w:r>
        <w:t>Le téléphone sonna de nouveau</w:t>
      </w:r>
      <w:r w:rsidR="00894734">
        <w:t xml:space="preserve">. </w:t>
      </w:r>
      <w:proofErr w:type="spellStart"/>
      <w:r>
        <w:rPr>
          <w:lang w:val="en-GB"/>
        </w:rPr>
        <w:t>C</w:t>
      </w:r>
      <w:r w:rsidR="00894734">
        <w:rPr>
          <w:lang w:val="en-GB"/>
        </w:rPr>
        <w:t>’</w:t>
      </w:r>
      <w:r>
        <w:rPr>
          <w:lang w:val="en-GB"/>
        </w:rPr>
        <w:t>était</w:t>
      </w:r>
      <w:proofErr w:type="spellEnd"/>
      <w:r>
        <w:rPr>
          <w:lang w:val="en-GB"/>
        </w:rPr>
        <w:t xml:space="preserve"> Watt Halstead</w:t>
      </w:r>
      <w:r w:rsidR="00894734">
        <w:rPr>
          <w:lang w:val="en-GB"/>
        </w:rPr>
        <w:t xml:space="preserve">. </w:t>
      </w:r>
      <w:r>
        <w:t>Il me demandait de venir le voir</w:t>
      </w:r>
      <w:r w:rsidR="00894734">
        <w:t>.</w:t>
      </w:r>
    </w:p>
    <w:p w14:paraId="2713BE35" w14:textId="77777777" w:rsidR="00894734" w:rsidRDefault="00894734">
      <w:r>
        <w:lastRenderedPageBreak/>
        <w:t>— </w:t>
      </w:r>
      <w:r w:rsidR="00000000">
        <w:t>Je ne peux pas maintenant</w:t>
      </w:r>
      <w:r>
        <w:t xml:space="preserve">. </w:t>
      </w:r>
      <w:r w:rsidR="00000000">
        <w:t>Qu</w:t>
      </w:r>
      <w:r>
        <w:t>’</w:t>
      </w:r>
      <w:r w:rsidR="00000000">
        <w:t>y a-t-il</w:t>
      </w:r>
      <w:r>
        <w:t> ?</w:t>
      </w:r>
    </w:p>
    <w:p w14:paraId="0B5299B9" w14:textId="77777777" w:rsidR="00894734" w:rsidRDefault="00894734">
      <w:r>
        <w:t>— </w:t>
      </w:r>
      <w:r w:rsidR="00000000">
        <w:t>C</w:t>
      </w:r>
      <w:r>
        <w:t>’</w:t>
      </w:r>
      <w:r w:rsidR="00000000">
        <w:t xml:space="preserve">est à propos de </w:t>
      </w:r>
      <w:proofErr w:type="spellStart"/>
      <w:r w:rsidR="00000000">
        <w:t>Legget</w:t>
      </w:r>
      <w:proofErr w:type="spellEnd"/>
      <w:r>
        <w:t xml:space="preserve">. </w:t>
      </w:r>
      <w:r w:rsidR="00000000">
        <w:t>Je n</w:t>
      </w:r>
      <w:r>
        <w:t>’</w:t>
      </w:r>
      <w:r w:rsidR="00000000">
        <w:t>y comprends plus rien</w:t>
      </w:r>
      <w:r>
        <w:t xml:space="preserve">. </w:t>
      </w:r>
      <w:r w:rsidR="00000000">
        <w:t>La police est venue ce matin me présenter des bijoux que j</w:t>
      </w:r>
      <w:r>
        <w:t>’</w:t>
      </w:r>
      <w:r w:rsidR="00000000">
        <w:t>ai r</w:t>
      </w:r>
      <w:r w:rsidR="00000000">
        <w:t>e</w:t>
      </w:r>
      <w:r w:rsidR="00000000">
        <w:t xml:space="preserve">connus pour avoir été achetés chez nous par Edgar </w:t>
      </w:r>
      <w:proofErr w:type="spellStart"/>
      <w:r w:rsidR="00000000">
        <w:t>Legget</w:t>
      </w:r>
      <w:proofErr w:type="spellEnd"/>
      <w:r>
        <w:t xml:space="preserve"> : </w:t>
      </w:r>
      <w:r w:rsidR="00000000">
        <w:t>une broche au printemps de l</w:t>
      </w:r>
      <w:r>
        <w:t>’</w:t>
      </w:r>
      <w:r w:rsidR="00000000">
        <w:t>année dernière et un collier de perles pour Noël</w:t>
      </w:r>
      <w:r>
        <w:t xml:space="preserve">. </w:t>
      </w:r>
      <w:r w:rsidR="00000000">
        <w:t>Quand le policier a été parti</w:t>
      </w:r>
      <w:r>
        <w:t xml:space="preserve">, </w:t>
      </w:r>
      <w:r w:rsidR="00000000">
        <w:t>j</w:t>
      </w:r>
      <w:r>
        <w:t>’</w:t>
      </w:r>
      <w:r w:rsidR="00000000">
        <w:t>ai naturellement tél</w:t>
      </w:r>
      <w:r w:rsidR="00000000">
        <w:t>é</w:t>
      </w:r>
      <w:r w:rsidR="00000000">
        <w:t xml:space="preserve">phoné à </w:t>
      </w:r>
      <w:proofErr w:type="spellStart"/>
      <w:r w:rsidR="00000000">
        <w:t>Legget</w:t>
      </w:r>
      <w:proofErr w:type="spellEnd"/>
      <w:r>
        <w:t xml:space="preserve">. </w:t>
      </w:r>
      <w:r w:rsidR="00000000">
        <w:t>Il a pris un ton plus que bizarre et m</w:t>
      </w:r>
      <w:r>
        <w:t>’</w:t>
      </w:r>
      <w:r w:rsidR="00000000">
        <w:t>a dit fro</w:t>
      </w:r>
      <w:r w:rsidR="00000000">
        <w:t>i</w:t>
      </w:r>
      <w:r w:rsidR="00000000">
        <w:t>dement</w:t>
      </w:r>
      <w:r>
        <w:t> : « </w:t>
      </w:r>
      <w:r w:rsidR="00000000">
        <w:t>Je vous remercie vraiment beaucoup de vous o</w:t>
      </w:r>
      <w:r w:rsidR="00000000">
        <w:t>c</w:t>
      </w:r>
      <w:r w:rsidR="00000000">
        <w:t>cuper ainsi de mes affaires</w:t>
      </w:r>
      <w:r>
        <w:t xml:space="preserve"> ». </w:t>
      </w:r>
      <w:r w:rsidR="00000000">
        <w:t>Puis il a raccroché</w:t>
      </w:r>
      <w:r>
        <w:t xml:space="preserve">. </w:t>
      </w:r>
      <w:r w:rsidR="00000000">
        <w:t>Quelle mouche l</w:t>
      </w:r>
      <w:r>
        <w:t>’</w:t>
      </w:r>
      <w:r w:rsidR="00000000">
        <w:t>a piqué</w:t>
      </w:r>
      <w:r>
        <w:t xml:space="preserve"> ? </w:t>
      </w:r>
      <w:r w:rsidR="00000000">
        <w:t>Vous y comprenez quelque chose</w:t>
      </w:r>
      <w:r>
        <w:t xml:space="preserve">, </w:t>
      </w:r>
      <w:r w:rsidR="00000000">
        <w:t>vous</w:t>
      </w:r>
      <w:r>
        <w:t> ?</w:t>
      </w:r>
    </w:p>
    <w:p w14:paraId="7E3A6D6A" w14:textId="77777777" w:rsidR="00894734" w:rsidRDefault="00894734">
      <w:r>
        <w:t>— </w:t>
      </w:r>
      <w:r w:rsidR="00000000">
        <w:t>Non</w:t>
      </w:r>
      <w:r>
        <w:t xml:space="preserve">, </w:t>
      </w:r>
      <w:r w:rsidR="00000000">
        <w:t>ma foi</w:t>
      </w:r>
      <w:r>
        <w:t xml:space="preserve">. </w:t>
      </w:r>
      <w:r w:rsidR="00000000">
        <w:t>J</w:t>
      </w:r>
      <w:r>
        <w:t>’</w:t>
      </w:r>
      <w:r w:rsidR="00000000">
        <w:t>ai à sortir maintenant</w:t>
      </w:r>
      <w:r>
        <w:t xml:space="preserve">, </w:t>
      </w:r>
      <w:r w:rsidR="00000000">
        <w:t>mais je vous tie</w:t>
      </w:r>
      <w:r w:rsidR="00000000">
        <w:t>n</w:t>
      </w:r>
      <w:r w:rsidR="00000000">
        <w:t>drai au courant de ce qui peut arriver</w:t>
      </w:r>
      <w:r>
        <w:t>.</w:t>
      </w:r>
    </w:p>
    <w:p w14:paraId="513433B9" w14:textId="77777777" w:rsidR="00894734" w:rsidRDefault="00000000">
      <w:r>
        <w:t>J</w:t>
      </w:r>
      <w:r w:rsidR="00894734">
        <w:t>’</w:t>
      </w:r>
      <w:r>
        <w:t>avais à peine raccroché que le téléphone retentit encore</w:t>
      </w:r>
      <w:r w:rsidR="00894734">
        <w:t xml:space="preserve">. </w:t>
      </w:r>
      <w:r>
        <w:t>C</w:t>
      </w:r>
      <w:r w:rsidR="00894734">
        <w:t>’</w:t>
      </w:r>
      <w:r>
        <w:t xml:space="preserve">était Mickey </w:t>
      </w:r>
      <w:proofErr w:type="spellStart"/>
      <w:r>
        <w:t>Lineham</w:t>
      </w:r>
      <w:proofErr w:type="spellEnd"/>
      <w:r>
        <w:t xml:space="preserve"> qui me donna sans autre explication une adresse dans Pacific avenue</w:t>
      </w:r>
      <w:r w:rsidR="00894734">
        <w:t>.</w:t>
      </w:r>
    </w:p>
    <w:p w14:paraId="58D09E0E" w14:textId="77777777" w:rsidR="00894734" w:rsidRDefault="00000000">
      <w:r>
        <w:t>J</w:t>
      </w:r>
      <w:r w:rsidR="00894734">
        <w:t>’</w:t>
      </w:r>
      <w:r>
        <w:t xml:space="preserve">appelai </w:t>
      </w:r>
      <w:proofErr w:type="spellStart"/>
      <w:r>
        <w:t>Fitzstephan</w:t>
      </w:r>
      <w:proofErr w:type="spellEnd"/>
      <w:r>
        <w:t xml:space="preserve"> pour lui faire part de tout ce no</w:t>
      </w:r>
      <w:r>
        <w:t>u</w:t>
      </w:r>
      <w:r>
        <w:t>veau</w:t>
      </w:r>
      <w:r w:rsidR="00894734">
        <w:t xml:space="preserve">. </w:t>
      </w:r>
      <w:r>
        <w:t>J</w:t>
      </w:r>
      <w:r w:rsidR="00894734">
        <w:t>’</w:t>
      </w:r>
      <w:r>
        <w:t>entendis sa voix tranquille</w:t>
      </w:r>
      <w:r w:rsidR="00894734">
        <w:t> :</w:t>
      </w:r>
    </w:p>
    <w:p w14:paraId="4A4FAA05" w14:textId="77777777" w:rsidR="00894734" w:rsidRDefault="00894734">
      <w:r>
        <w:t>— </w:t>
      </w:r>
      <w:r w:rsidR="00000000">
        <w:t>Tout va bien</w:t>
      </w:r>
      <w:r>
        <w:t xml:space="preserve">, </w:t>
      </w:r>
      <w:r w:rsidR="00000000">
        <w:t>je reste sur la brèche</w:t>
      </w:r>
      <w:r>
        <w:t xml:space="preserve">, </w:t>
      </w:r>
      <w:r w:rsidR="00000000">
        <w:t>me dit-il</w:t>
      </w:r>
      <w:r>
        <w:t>.</w:t>
      </w:r>
    </w:p>
    <w:p w14:paraId="7220361B" w14:textId="77777777" w:rsidR="00894734" w:rsidRDefault="00000000">
      <w:r>
        <w:t>Pendant ce temps</w:t>
      </w:r>
      <w:r w:rsidR="00894734">
        <w:t xml:space="preserve">, </w:t>
      </w:r>
      <w:r>
        <w:t>Éric Collinson avait fait son entrée</w:t>
      </w:r>
      <w:r w:rsidR="00894734">
        <w:t>.</w:t>
      </w:r>
    </w:p>
    <w:p w14:paraId="2506C8A6" w14:textId="77777777" w:rsidR="00894734" w:rsidRDefault="00894734">
      <w:r>
        <w:t>— </w:t>
      </w:r>
      <w:r w:rsidR="00000000">
        <w:t>Venez</w:t>
      </w:r>
      <w:r>
        <w:t xml:space="preserve">, </w:t>
      </w:r>
      <w:r w:rsidR="00000000">
        <w:t>lui dis-je en l</w:t>
      </w:r>
      <w:r>
        <w:t>’</w:t>
      </w:r>
      <w:r w:rsidR="00000000">
        <w:t>entraînant immédiatement vers l</w:t>
      </w:r>
      <w:r>
        <w:t>’</w:t>
      </w:r>
      <w:r w:rsidR="00000000">
        <w:t>ascenseur</w:t>
      </w:r>
      <w:r>
        <w:t>.</w:t>
      </w:r>
    </w:p>
    <w:p w14:paraId="5B7DECB6" w14:textId="77777777" w:rsidR="00894734" w:rsidRDefault="00894734">
      <w:r>
        <w:t>— </w:t>
      </w:r>
      <w:r w:rsidR="00000000">
        <w:t>Où allons-nous</w:t>
      </w:r>
      <w:r>
        <w:t xml:space="preserve"> ? </w:t>
      </w:r>
      <w:r w:rsidR="00000000">
        <w:t>dit-il avec impatience</w:t>
      </w:r>
      <w:r>
        <w:t xml:space="preserve">. </w:t>
      </w:r>
      <w:r w:rsidR="00000000">
        <w:t>L</w:t>
      </w:r>
      <w:r>
        <w:t>’</w:t>
      </w:r>
      <w:r w:rsidR="00000000">
        <w:t>avez-vous trouvée</w:t>
      </w:r>
      <w:r>
        <w:t xml:space="preserve"> ? </w:t>
      </w:r>
      <w:r w:rsidR="00000000">
        <w:t>Comment est-elle</w:t>
      </w:r>
      <w:r>
        <w:t xml:space="preserve"> ? </w:t>
      </w:r>
      <w:r w:rsidR="00000000">
        <w:t>Il ne lui est rien arrivé au moins</w:t>
      </w:r>
      <w:r>
        <w:t> ?</w:t>
      </w:r>
    </w:p>
    <w:p w14:paraId="4E0EBC76" w14:textId="77777777" w:rsidR="00894734" w:rsidRDefault="00000000">
      <w:r>
        <w:t>Je lui dis que j</w:t>
      </w:r>
      <w:r w:rsidR="00894734">
        <w:t>’</w:t>
      </w:r>
      <w:r>
        <w:t>avais une seule indication</w:t>
      </w:r>
      <w:r w:rsidR="00894734">
        <w:t xml:space="preserve">, </w:t>
      </w:r>
      <w:r>
        <w:t>l</w:t>
      </w:r>
      <w:r w:rsidR="00894734">
        <w:t>’</w:t>
      </w:r>
      <w:r>
        <w:t>adresse que Mickey venait de me téléphoner</w:t>
      </w:r>
      <w:r w:rsidR="00894734">
        <w:t xml:space="preserve">, </w:t>
      </w:r>
      <w:r>
        <w:t xml:space="preserve">et que cela ne signifiait pas </w:t>
      </w:r>
      <w:proofErr w:type="spellStart"/>
      <w:r>
        <w:lastRenderedPageBreak/>
        <w:t>grand</w:t>
      </w:r>
      <w:r w:rsidR="00894734">
        <w:t>’</w:t>
      </w:r>
      <w:r>
        <w:t>chose</w:t>
      </w:r>
      <w:proofErr w:type="spellEnd"/>
      <w:r>
        <w:t xml:space="preserve"> peut-être</w:t>
      </w:r>
      <w:r w:rsidR="00894734">
        <w:t xml:space="preserve">. </w:t>
      </w:r>
      <w:r>
        <w:t>Pour Éric Collinson</w:t>
      </w:r>
      <w:r w:rsidR="00894734">
        <w:t xml:space="preserve">, </w:t>
      </w:r>
      <w:r>
        <w:t>cela signifiait que</w:t>
      </w:r>
      <w:r>
        <w:t>l</w:t>
      </w:r>
      <w:r>
        <w:t>que chose</w:t>
      </w:r>
      <w:r w:rsidR="00894734">
        <w:t xml:space="preserve">. </w:t>
      </w:r>
      <w:r>
        <w:t>Il me dit</w:t>
      </w:r>
      <w:r w:rsidR="00894734">
        <w:t> :</w:t>
      </w:r>
    </w:p>
    <w:p w14:paraId="6B9657E1" w14:textId="77777777" w:rsidR="00894734" w:rsidRDefault="00894734">
      <w:r>
        <w:t>— </w:t>
      </w:r>
      <w:r w:rsidR="00000000">
        <w:t>C</w:t>
      </w:r>
      <w:r>
        <w:t>’</w:t>
      </w:r>
      <w:r w:rsidR="00000000">
        <w:t>est l</w:t>
      </w:r>
      <w:r>
        <w:t>’</w:t>
      </w:r>
      <w:r w:rsidR="00000000">
        <w:t>adresse de Joseph</w:t>
      </w:r>
      <w:r>
        <w:t>.</w:t>
      </w:r>
    </w:p>
    <w:p w14:paraId="4AC3D76F" w14:textId="77777777" w:rsidR="00894734" w:rsidRDefault="00000000">
      <w:r>
        <w:t>Nous étions dans l</w:t>
      </w:r>
      <w:r w:rsidR="00894734">
        <w:t>’</w:t>
      </w:r>
      <w:r>
        <w:t>ascenseur avec une demi-douzaine d</w:t>
      </w:r>
      <w:r w:rsidR="00894734">
        <w:t>’</w:t>
      </w:r>
      <w:r>
        <w:t>autres personnes</w:t>
      </w:r>
      <w:r w:rsidR="00894734">
        <w:t xml:space="preserve">. </w:t>
      </w:r>
      <w:r>
        <w:t>Je murmurai seulement</w:t>
      </w:r>
      <w:r w:rsidR="00894734">
        <w:t> :</w:t>
      </w:r>
    </w:p>
    <w:p w14:paraId="0631C023" w14:textId="77777777" w:rsidR="00894734" w:rsidRDefault="00894734">
      <w:r>
        <w:t>— </w:t>
      </w:r>
      <w:r w:rsidR="00000000">
        <w:t>Oui</w:t>
      </w:r>
      <w:r>
        <w:t xml:space="preserve">, </w:t>
      </w:r>
      <w:r w:rsidR="00000000">
        <w:t>en effet</w:t>
      </w:r>
      <w:r>
        <w:t>.</w:t>
      </w:r>
    </w:p>
    <w:p w14:paraId="728E50E2" w14:textId="77777777" w:rsidR="00894734" w:rsidRDefault="00000000">
      <w:r>
        <w:t>Il avait laissé son cabriolet Chrysler au coin de la rue</w:t>
      </w:r>
      <w:r w:rsidR="00894734">
        <w:t xml:space="preserve">. </w:t>
      </w:r>
      <w:r>
        <w:t>Nous y montâmes et il prit le volant</w:t>
      </w:r>
      <w:r w:rsidR="00894734">
        <w:t xml:space="preserve">. </w:t>
      </w:r>
      <w:r>
        <w:t>Je demandai</w:t>
      </w:r>
      <w:r w:rsidR="00894734">
        <w:t> :</w:t>
      </w:r>
    </w:p>
    <w:p w14:paraId="21F442B1" w14:textId="77777777" w:rsidR="00894734" w:rsidRDefault="00894734">
      <w:r>
        <w:t>— </w:t>
      </w:r>
      <w:r w:rsidR="00000000">
        <w:t>Qui est Joseph</w:t>
      </w:r>
      <w:r>
        <w:t> ?</w:t>
      </w:r>
    </w:p>
    <w:p w14:paraId="06428C64" w14:textId="3BEF734B" w:rsidR="00894734" w:rsidRDefault="00894734">
      <w:r>
        <w:t>— </w:t>
      </w:r>
      <w:r w:rsidR="00000000">
        <w:t>Le grand maître d</w:t>
      </w:r>
      <w:r>
        <w:t>’</w:t>
      </w:r>
      <w:r w:rsidR="00000000">
        <w:t>un nouveau culte</w:t>
      </w:r>
      <w:r>
        <w:t xml:space="preserve">. </w:t>
      </w:r>
      <w:r w:rsidR="00000000">
        <w:t>Il appelle sa maison le Temple de Saint-Graal</w:t>
      </w:r>
      <w:r>
        <w:t xml:space="preserve">. </w:t>
      </w:r>
      <w:r w:rsidR="00000000">
        <w:t>Il est du meilleur ton d</w:t>
      </w:r>
      <w:r>
        <w:t>’</w:t>
      </w:r>
      <w:r w:rsidR="00000000">
        <w:t>en être en ce moment</w:t>
      </w:r>
      <w:r>
        <w:t xml:space="preserve">. </w:t>
      </w:r>
      <w:r w:rsidR="00000000">
        <w:t>Je n</w:t>
      </w:r>
      <w:r>
        <w:t>’</w:t>
      </w:r>
      <w:r w:rsidR="00000000">
        <w:t>aime pas beaucoup voir Gabrielle parmi ces gens-là quoique</w:t>
      </w:r>
      <w:r>
        <w:t xml:space="preserve">, </w:t>
      </w:r>
      <w:r w:rsidR="00000000">
        <w:t>évidemment</w:t>
      </w:r>
      <w:r>
        <w:t xml:space="preserve">, </w:t>
      </w:r>
      <w:r w:rsidR="00000000">
        <w:t>ils me paraissent être des honnêtes gens</w:t>
      </w:r>
      <w:r>
        <w:t xml:space="preserve">. </w:t>
      </w:r>
      <w:r w:rsidR="00000000">
        <w:t>Joseph est un des meilleurs amis de Mr</w:t>
      </w:r>
      <w:r>
        <w:t xml:space="preserve">. </w:t>
      </w:r>
      <w:proofErr w:type="spellStart"/>
      <w:r w:rsidR="00000000">
        <w:t>Legget</w:t>
      </w:r>
      <w:proofErr w:type="spellEnd"/>
      <w:r>
        <w:t xml:space="preserve">. </w:t>
      </w:r>
      <w:r w:rsidR="00000000">
        <w:t>Pensez-vous que nous allons la</w:t>
      </w:r>
      <w:r w:rsidR="00000000">
        <w:t xml:space="preserve"> </w:t>
      </w:r>
      <w:r w:rsidR="00000000">
        <w:t>trouver là</w:t>
      </w:r>
      <w:r>
        <w:t> ?</w:t>
      </w:r>
    </w:p>
    <w:p w14:paraId="10CA4442" w14:textId="77777777" w:rsidR="00894734" w:rsidRDefault="00894734">
      <w:r>
        <w:t>— </w:t>
      </w:r>
      <w:r w:rsidR="00000000">
        <w:t>Peut-être</w:t>
      </w:r>
      <w:r>
        <w:t xml:space="preserve">. </w:t>
      </w:r>
      <w:r w:rsidR="00000000">
        <w:t>Est-elle une adepte de ce culte</w:t>
      </w:r>
      <w:r>
        <w:t> ?</w:t>
      </w:r>
    </w:p>
    <w:p w14:paraId="0F722844" w14:textId="77777777" w:rsidR="00894734" w:rsidRDefault="00894734">
      <w:r>
        <w:t>— </w:t>
      </w:r>
      <w:r w:rsidR="00000000">
        <w:t>Elle y va</w:t>
      </w:r>
      <w:r>
        <w:t xml:space="preserve">, </w:t>
      </w:r>
      <w:r w:rsidR="00000000">
        <w:t>oui</w:t>
      </w:r>
      <w:r>
        <w:t xml:space="preserve">. </w:t>
      </w:r>
      <w:r w:rsidR="00000000">
        <w:t>J</w:t>
      </w:r>
      <w:r>
        <w:t>’</w:t>
      </w:r>
      <w:r w:rsidR="00000000">
        <w:t>y suis allé avec elle</w:t>
      </w:r>
      <w:r>
        <w:t>.</w:t>
      </w:r>
    </w:p>
    <w:p w14:paraId="1C1D6794" w14:textId="77777777" w:rsidR="00894734" w:rsidRDefault="00894734">
      <w:r>
        <w:t>— </w:t>
      </w:r>
      <w:r w:rsidR="00000000">
        <w:t>Quel genre de fidèles fréquentent ce Temple</w:t>
      </w:r>
      <w:r>
        <w:t> ?</w:t>
      </w:r>
    </w:p>
    <w:p w14:paraId="47C3FB9D" w14:textId="77777777" w:rsidR="00894734" w:rsidRDefault="00894734">
      <w:r>
        <w:t>— </w:t>
      </w:r>
      <w:r w:rsidR="00000000">
        <w:t>Oh</w:t>
      </w:r>
      <w:r>
        <w:t xml:space="preserve"> ! </w:t>
      </w:r>
      <w:r w:rsidR="00000000">
        <w:t>ils ont tous l</w:t>
      </w:r>
      <w:r>
        <w:t>’</w:t>
      </w:r>
      <w:r w:rsidR="00000000">
        <w:t>air de gens très bien</w:t>
      </w:r>
      <w:r>
        <w:t xml:space="preserve">. </w:t>
      </w:r>
      <w:r w:rsidR="00000000">
        <w:t>Des gens du mei</w:t>
      </w:r>
      <w:r w:rsidR="00000000">
        <w:t>l</w:t>
      </w:r>
      <w:r w:rsidR="00000000">
        <w:t>leur monde</w:t>
      </w:r>
      <w:r>
        <w:t xml:space="preserve"> : </w:t>
      </w:r>
      <w:r w:rsidR="00000000">
        <w:t>Mrs</w:t>
      </w:r>
      <w:r>
        <w:t xml:space="preserve">. </w:t>
      </w:r>
      <w:proofErr w:type="spellStart"/>
      <w:r w:rsidR="00000000">
        <w:t>Payson</w:t>
      </w:r>
      <w:proofErr w:type="spellEnd"/>
      <w:r w:rsidR="00000000">
        <w:t xml:space="preserve"> Laurence</w:t>
      </w:r>
      <w:r>
        <w:t xml:space="preserve">, </w:t>
      </w:r>
      <w:r w:rsidR="00000000">
        <w:t>par exemple</w:t>
      </w:r>
      <w:r>
        <w:t xml:space="preserve">, </w:t>
      </w:r>
      <w:r w:rsidR="00000000">
        <w:t>et les Ralph Coleman</w:t>
      </w:r>
      <w:r>
        <w:t xml:space="preserve">, </w:t>
      </w:r>
      <w:r w:rsidR="00000000">
        <w:t>et Mrs</w:t>
      </w:r>
      <w:r>
        <w:t xml:space="preserve">. </w:t>
      </w:r>
      <w:r w:rsidR="00000000">
        <w:t xml:space="preserve">Livingston </w:t>
      </w:r>
      <w:proofErr w:type="spellStart"/>
      <w:r w:rsidR="00000000">
        <w:t>Rodman</w:t>
      </w:r>
      <w:proofErr w:type="spellEnd"/>
      <w:r>
        <w:t xml:space="preserve">… </w:t>
      </w:r>
      <w:r w:rsidR="00000000">
        <w:t xml:space="preserve">Et les </w:t>
      </w:r>
      <w:proofErr w:type="spellStart"/>
      <w:r w:rsidR="00000000">
        <w:t>Haldorn</w:t>
      </w:r>
      <w:proofErr w:type="spellEnd"/>
      <w:r>
        <w:t xml:space="preserve">, </w:t>
      </w:r>
      <w:r w:rsidR="00000000">
        <w:t>nature</w:t>
      </w:r>
      <w:r w:rsidR="00000000">
        <w:t>l</w:t>
      </w:r>
      <w:r w:rsidR="00000000">
        <w:t>lement</w:t>
      </w:r>
      <w:r>
        <w:t xml:space="preserve">, </w:t>
      </w:r>
      <w:r w:rsidR="00000000">
        <w:t xml:space="preserve">ce Joseph et sa femme </w:t>
      </w:r>
      <w:proofErr w:type="spellStart"/>
      <w:r w:rsidR="00000000">
        <w:t>Aaronia</w:t>
      </w:r>
      <w:proofErr w:type="spellEnd"/>
      <w:r>
        <w:t xml:space="preserve">. </w:t>
      </w:r>
      <w:r w:rsidR="00000000">
        <w:t>Oui</w:t>
      </w:r>
      <w:r>
        <w:t xml:space="preserve">, </w:t>
      </w:r>
      <w:r w:rsidR="00000000">
        <w:t>tout ce monde est parfaitement honorable</w:t>
      </w:r>
      <w:r>
        <w:t xml:space="preserve">, </w:t>
      </w:r>
      <w:r w:rsidR="00000000">
        <w:t>j</w:t>
      </w:r>
      <w:r>
        <w:t>’</w:t>
      </w:r>
      <w:r w:rsidR="00000000">
        <w:t>en suis sûr</w:t>
      </w:r>
      <w:r>
        <w:t xml:space="preserve">, </w:t>
      </w:r>
      <w:r w:rsidR="00000000">
        <w:t>mais je n</w:t>
      </w:r>
      <w:r>
        <w:t>’</w:t>
      </w:r>
      <w:r w:rsidR="00000000">
        <w:t>aime pourtant pas que Gabrielle les fréquente ainsi</w:t>
      </w:r>
      <w:r>
        <w:t xml:space="preserve">. </w:t>
      </w:r>
      <w:r w:rsidR="00000000">
        <w:t>Je ne crois pas que ce soit très bon pour elle de subir leur influence</w:t>
      </w:r>
      <w:r>
        <w:t>.</w:t>
      </w:r>
    </w:p>
    <w:p w14:paraId="2D4165A0" w14:textId="77777777" w:rsidR="00894734" w:rsidRDefault="00894734">
      <w:r>
        <w:t>— </w:t>
      </w:r>
      <w:r w:rsidR="00000000">
        <w:t>Vous pensez qu</w:t>
      </w:r>
      <w:r>
        <w:t>’</w:t>
      </w:r>
      <w:r w:rsidR="00000000">
        <w:t>ils sont un peu mystificateurs</w:t>
      </w:r>
      <w:r>
        <w:t> ?</w:t>
      </w:r>
    </w:p>
    <w:p w14:paraId="160AD4BB" w14:textId="77777777" w:rsidR="00894734" w:rsidRDefault="00894734">
      <w:r>
        <w:lastRenderedPageBreak/>
        <w:t>— </w:t>
      </w:r>
      <w:r w:rsidR="00000000">
        <w:t>Oh</w:t>
      </w:r>
      <w:r>
        <w:t xml:space="preserve"> ! </w:t>
      </w:r>
      <w:r w:rsidR="00000000">
        <w:t>non</w:t>
      </w:r>
      <w:r>
        <w:t xml:space="preserve">, </w:t>
      </w:r>
      <w:r w:rsidR="00000000">
        <w:t>sûrement pas</w:t>
      </w:r>
      <w:r>
        <w:t xml:space="preserve">, </w:t>
      </w:r>
      <w:r w:rsidR="00000000">
        <w:t>reprit-il scandalisé</w:t>
      </w:r>
      <w:r>
        <w:t xml:space="preserve">. </w:t>
      </w:r>
      <w:r w:rsidR="00000000">
        <w:t>Je ne co</w:t>
      </w:r>
      <w:r w:rsidR="00000000">
        <w:t>m</w:t>
      </w:r>
      <w:r w:rsidR="00000000">
        <w:t xml:space="preserve">prends pas </w:t>
      </w:r>
      <w:proofErr w:type="spellStart"/>
      <w:r w:rsidR="00000000">
        <w:t>grand</w:t>
      </w:r>
      <w:r>
        <w:t>’</w:t>
      </w:r>
      <w:r w:rsidR="00000000">
        <w:t>chose</w:t>
      </w:r>
      <w:proofErr w:type="spellEnd"/>
      <w:r w:rsidR="00000000">
        <w:t xml:space="preserve"> à leur foi</w:t>
      </w:r>
      <w:r>
        <w:t xml:space="preserve">, </w:t>
      </w:r>
      <w:r w:rsidR="00000000">
        <w:t>mais j</w:t>
      </w:r>
      <w:r>
        <w:t>’</w:t>
      </w:r>
      <w:r w:rsidR="00000000">
        <w:t>ai été à leurs services avec Gabrielle</w:t>
      </w:r>
      <w:r>
        <w:t xml:space="preserve">. </w:t>
      </w:r>
      <w:r w:rsidR="00000000">
        <w:t>Je vous assure qu</w:t>
      </w:r>
      <w:r>
        <w:t>’</w:t>
      </w:r>
      <w:r w:rsidR="00000000">
        <w:t>ils sont absolument dignes</w:t>
      </w:r>
      <w:r>
        <w:t xml:space="preserve">. </w:t>
      </w:r>
      <w:r w:rsidR="00000000">
        <w:t>Ils se rapprochent de la pompe catholique</w:t>
      </w:r>
      <w:r>
        <w:t xml:space="preserve">. </w:t>
      </w:r>
      <w:r w:rsidR="00000000">
        <w:t>Je confesse</w:t>
      </w:r>
      <w:r>
        <w:t xml:space="preserve">, </w:t>
      </w:r>
      <w:r w:rsidR="00000000">
        <w:t>d</w:t>
      </w:r>
      <w:r>
        <w:t>’</w:t>
      </w:r>
      <w:r w:rsidR="00000000">
        <w:t>ailleurs</w:t>
      </w:r>
      <w:r>
        <w:t xml:space="preserve">, </w:t>
      </w:r>
      <w:r w:rsidR="00000000">
        <w:t xml:space="preserve">que les </w:t>
      </w:r>
      <w:proofErr w:type="spellStart"/>
      <w:r w:rsidR="00000000">
        <w:t>Haldorn</w:t>
      </w:r>
      <w:proofErr w:type="spellEnd"/>
      <w:r w:rsidR="00000000">
        <w:t xml:space="preserve"> ont une vaste culture</w:t>
      </w:r>
      <w:r>
        <w:t xml:space="preserve">, </w:t>
      </w:r>
      <w:r w:rsidR="00000000">
        <w:t>une culture autrement plus étendue que la mienne par exemple</w:t>
      </w:r>
      <w:r>
        <w:t>.</w:t>
      </w:r>
    </w:p>
    <w:p w14:paraId="7D3CD87F" w14:textId="77777777" w:rsidR="00894734" w:rsidRDefault="00894734">
      <w:r>
        <w:t>— </w:t>
      </w:r>
      <w:r w:rsidR="00000000">
        <w:t>Mais alors</w:t>
      </w:r>
      <w:r>
        <w:t xml:space="preserve">, </w:t>
      </w:r>
      <w:r w:rsidR="00000000">
        <w:t>que leur reprochez-vous</w:t>
      </w:r>
      <w:r>
        <w:t> ?</w:t>
      </w:r>
    </w:p>
    <w:p w14:paraId="1BA0E404" w14:textId="77777777" w:rsidR="00894734" w:rsidRDefault="00894734">
      <w:r>
        <w:t>— </w:t>
      </w:r>
      <w:r w:rsidR="00000000">
        <w:t>Je ne sais pas au juste</w:t>
      </w:r>
      <w:r>
        <w:t xml:space="preserve">. </w:t>
      </w:r>
      <w:r w:rsidR="00000000">
        <w:t>Mais ce que je sais</w:t>
      </w:r>
      <w:r>
        <w:t xml:space="preserve">, </w:t>
      </w:r>
      <w:r w:rsidR="00000000">
        <w:t>c</w:t>
      </w:r>
      <w:r>
        <w:t>’</w:t>
      </w:r>
      <w:r w:rsidR="00000000">
        <w:t>est que je n</w:t>
      </w:r>
      <w:r>
        <w:t>’</w:t>
      </w:r>
      <w:r w:rsidR="00000000">
        <w:t>aime pas que Gabrielle s</w:t>
      </w:r>
      <w:r>
        <w:t>’</w:t>
      </w:r>
      <w:r w:rsidR="00000000">
        <w:t>en aille ainsi sans prévenir personne</w:t>
      </w:r>
      <w:r>
        <w:t xml:space="preserve">. </w:t>
      </w:r>
      <w:r w:rsidR="00000000">
        <w:t>Pensez-vous que ses parents savent où elle est partie</w:t>
      </w:r>
      <w:r>
        <w:t> ?</w:t>
      </w:r>
    </w:p>
    <w:p w14:paraId="02B4056F" w14:textId="77777777" w:rsidR="00894734" w:rsidRDefault="00894734">
      <w:r>
        <w:t>— </w:t>
      </w:r>
      <w:r w:rsidR="00000000">
        <w:t>Non</w:t>
      </w:r>
      <w:r>
        <w:t xml:space="preserve">, </w:t>
      </w:r>
      <w:r w:rsidR="00000000">
        <w:t>je ne crois pas</w:t>
      </w:r>
      <w:r>
        <w:t>.</w:t>
      </w:r>
    </w:p>
    <w:p w14:paraId="0EE25606" w14:textId="77777777" w:rsidR="00894734" w:rsidRDefault="00894734">
      <w:r>
        <w:t>— </w:t>
      </w:r>
      <w:r w:rsidR="00000000">
        <w:t>Eh bien</w:t>
      </w:r>
      <w:r>
        <w:t xml:space="preserve"> ! </w:t>
      </w:r>
      <w:r w:rsidR="00000000">
        <w:t>je ne suis pas de votre avis</w:t>
      </w:r>
      <w:r>
        <w:t>.</w:t>
      </w:r>
    </w:p>
    <w:p w14:paraId="69503F0F" w14:textId="77777777" w:rsidR="00894734" w:rsidRDefault="00000000">
      <w:r>
        <w:t>De la rue</w:t>
      </w:r>
      <w:r w:rsidR="00894734">
        <w:t xml:space="preserve">, </w:t>
      </w:r>
      <w:r>
        <w:t>le Temple de Saint-Graal ressemblait à ce qu</w:t>
      </w:r>
      <w:r w:rsidR="00894734">
        <w:t>’</w:t>
      </w:r>
      <w:r>
        <w:t>il avait dû être à l</w:t>
      </w:r>
      <w:r w:rsidR="00894734">
        <w:t>’</w:t>
      </w:r>
      <w:r>
        <w:t>origine</w:t>
      </w:r>
      <w:r w:rsidR="00894734">
        <w:t xml:space="preserve">, </w:t>
      </w:r>
      <w:r>
        <w:t>un bâtiment de briques à six étages</w:t>
      </w:r>
      <w:r w:rsidR="00894734">
        <w:t xml:space="preserve">, </w:t>
      </w:r>
      <w:r>
        <w:t>d</w:t>
      </w:r>
      <w:r>
        <w:t>i</w:t>
      </w:r>
      <w:r>
        <w:t>visé en appartements particuliers</w:t>
      </w:r>
      <w:r w:rsidR="00894734">
        <w:t xml:space="preserve">. </w:t>
      </w:r>
      <w:r>
        <w:t xml:space="preserve">Je fis passer Collinson près du coin où </w:t>
      </w:r>
      <w:proofErr w:type="spellStart"/>
      <w:r>
        <w:t>Lineham</w:t>
      </w:r>
      <w:proofErr w:type="spellEnd"/>
      <w:r>
        <w:t xml:space="preserve"> montait la garde</w:t>
      </w:r>
      <w:r w:rsidR="00894734">
        <w:t xml:space="preserve">. </w:t>
      </w:r>
      <w:r>
        <w:t>Il s</w:t>
      </w:r>
      <w:r w:rsidR="00894734">
        <w:t>’</w:t>
      </w:r>
      <w:r>
        <w:t>avança vers nous</w:t>
      </w:r>
      <w:r w:rsidR="00894734">
        <w:t>.</w:t>
      </w:r>
    </w:p>
    <w:p w14:paraId="21BF3BA7" w14:textId="77777777" w:rsidR="00894734" w:rsidRDefault="00894734">
      <w:r>
        <w:t>— </w:t>
      </w:r>
      <w:r w:rsidR="00000000">
        <w:t>La négresse vient de sortir il y a dix minutes</w:t>
      </w:r>
      <w:r>
        <w:t xml:space="preserve">. </w:t>
      </w:r>
      <w:r w:rsidR="00000000">
        <w:t>Dick l</w:t>
      </w:r>
      <w:r>
        <w:t>’</w:t>
      </w:r>
      <w:r w:rsidR="00000000">
        <w:t>a pr</w:t>
      </w:r>
      <w:r w:rsidR="00000000">
        <w:t>i</w:t>
      </w:r>
      <w:r w:rsidR="00000000">
        <w:t>se en filature</w:t>
      </w:r>
      <w:r>
        <w:t xml:space="preserve">. </w:t>
      </w:r>
      <w:r w:rsidR="00000000">
        <w:t>Depuis personne n</w:t>
      </w:r>
      <w:r>
        <w:t>’</w:t>
      </w:r>
      <w:r w:rsidR="00000000">
        <w:t>est entré</w:t>
      </w:r>
      <w:r>
        <w:t xml:space="preserve">, </w:t>
      </w:r>
      <w:r w:rsidR="00000000">
        <w:t>personne n</w:t>
      </w:r>
      <w:r>
        <w:t>’</w:t>
      </w:r>
      <w:r w:rsidR="00000000">
        <w:t>est sorti</w:t>
      </w:r>
      <w:r>
        <w:t>.</w:t>
      </w:r>
    </w:p>
    <w:p w14:paraId="483ED243" w14:textId="77777777" w:rsidR="00894734" w:rsidRDefault="00894734">
      <w:r>
        <w:t>— </w:t>
      </w:r>
      <w:r w:rsidR="00000000">
        <w:t>Bon</w:t>
      </w:r>
      <w:r>
        <w:t xml:space="preserve">, </w:t>
      </w:r>
      <w:r w:rsidR="00000000">
        <w:t>restez ici</w:t>
      </w:r>
      <w:r>
        <w:t xml:space="preserve">, </w:t>
      </w:r>
      <w:r w:rsidR="00000000">
        <w:t>dans la voiture et surveillez la porte</w:t>
      </w:r>
      <w:r>
        <w:t xml:space="preserve">. </w:t>
      </w:r>
      <w:r w:rsidR="00000000">
        <w:t>Nous entrons</w:t>
      </w:r>
      <w:r>
        <w:t xml:space="preserve">, </w:t>
      </w:r>
      <w:r w:rsidR="00000000">
        <w:t>dis-je à Collinson</w:t>
      </w:r>
      <w:r>
        <w:t xml:space="preserve">. </w:t>
      </w:r>
      <w:r w:rsidR="00000000">
        <w:t>Et vous me laisserez parler s</w:t>
      </w:r>
      <w:r>
        <w:t>’</w:t>
      </w:r>
      <w:r w:rsidR="00000000">
        <w:t>il vous plaît</w:t>
      </w:r>
      <w:r>
        <w:t>.</w:t>
      </w:r>
    </w:p>
    <w:p w14:paraId="21FDDC59" w14:textId="77777777" w:rsidR="00894734" w:rsidRDefault="00000000">
      <w:r>
        <w:t>Je sonnai à la porte</w:t>
      </w:r>
      <w:r w:rsidR="00894734">
        <w:t xml:space="preserve">. </w:t>
      </w:r>
      <w:r>
        <w:t>Elle fut ouverte immédiatement par une femme aux larges épaules et qui mesurait sûrement plus de six pieds</w:t>
      </w:r>
      <w:r w:rsidR="00894734">
        <w:t xml:space="preserve">. </w:t>
      </w:r>
      <w:r>
        <w:t>Elle fixa sur nous deux yeux durs</w:t>
      </w:r>
      <w:r w:rsidR="00894734">
        <w:t>.</w:t>
      </w:r>
    </w:p>
    <w:p w14:paraId="148BEBA5" w14:textId="77777777" w:rsidR="00894734" w:rsidRDefault="00894734">
      <w:r>
        <w:t>— </w:t>
      </w:r>
      <w:r w:rsidR="00000000">
        <w:t xml:space="preserve">Nous voudrions voir miss </w:t>
      </w:r>
      <w:proofErr w:type="spellStart"/>
      <w:r w:rsidR="00000000">
        <w:t>Legget</w:t>
      </w:r>
      <w:proofErr w:type="spellEnd"/>
      <w:r>
        <w:t xml:space="preserve">, </w:t>
      </w:r>
      <w:r w:rsidR="00000000">
        <w:t>dis-je</w:t>
      </w:r>
      <w:r>
        <w:t>.</w:t>
      </w:r>
    </w:p>
    <w:p w14:paraId="4AADE5FD" w14:textId="77777777" w:rsidR="00894734" w:rsidRDefault="00894734">
      <w:r>
        <w:lastRenderedPageBreak/>
        <w:t>— </w:t>
      </w:r>
      <w:r w:rsidR="00000000">
        <w:t>Je ne comprends pas</w:t>
      </w:r>
      <w:r>
        <w:t xml:space="preserve">, </w:t>
      </w:r>
      <w:r w:rsidR="00000000">
        <w:t>prétendit-elle</w:t>
      </w:r>
      <w:r>
        <w:t>.</w:t>
      </w:r>
    </w:p>
    <w:p w14:paraId="6684EBA4" w14:textId="77777777" w:rsidR="00894734" w:rsidRDefault="00894734">
      <w:r>
        <w:t>— </w:t>
      </w:r>
      <w:r w:rsidR="00000000">
        <w:t xml:space="preserve">Je vous dis que nous voulons voir miss </w:t>
      </w:r>
      <w:proofErr w:type="spellStart"/>
      <w:r w:rsidR="00000000">
        <w:t>Legget</w:t>
      </w:r>
      <w:proofErr w:type="spellEnd"/>
      <w:r>
        <w:t xml:space="preserve">, </w:t>
      </w:r>
      <w:r w:rsidR="00000000">
        <w:t>répétai-je</w:t>
      </w:r>
      <w:r>
        <w:t xml:space="preserve">. </w:t>
      </w:r>
      <w:r w:rsidR="00000000">
        <w:t xml:space="preserve">Miss Gabrielle </w:t>
      </w:r>
      <w:proofErr w:type="spellStart"/>
      <w:r w:rsidR="00000000">
        <w:t>Legget</w:t>
      </w:r>
      <w:proofErr w:type="spellEnd"/>
      <w:r>
        <w:t>.</w:t>
      </w:r>
    </w:p>
    <w:p w14:paraId="7FD23C16" w14:textId="77777777" w:rsidR="00894734" w:rsidRDefault="00894734">
      <w:r>
        <w:t>— </w:t>
      </w:r>
      <w:r w:rsidR="00000000">
        <w:t>Je ne comprends</w:t>
      </w:r>
      <w:r>
        <w:t xml:space="preserve">, </w:t>
      </w:r>
      <w:r w:rsidR="00000000">
        <w:t>dit-elle d</w:t>
      </w:r>
      <w:r>
        <w:t>’</w:t>
      </w:r>
      <w:r w:rsidR="00000000">
        <w:t>une voix basse</w:t>
      </w:r>
      <w:r>
        <w:t xml:space="preserve">. </w:t>
      </w:r>
      <w:r w:rsidR="00000000">
        <w:t>Mais entrez</w:t>
      </w:r>
      <w:r>
        <w:t>.</w:t>
      </w:r>
    </w:p>
    <w:p w14:paraId="2E636D6B" w14:textId="77777777" w:rsidR="00894734" w:rsidRDefault="00000000">
      <w:r>
        <w:t>Elle nous introduisit dans un petit salon</w:t>
      </w:r>
      <w:r w:rsidR="00894734">
        <w:t xml:space="preserve">, </w:t>
      </w:r>
      <w:r>
        <w:t>nous dit d</w:t>
      </w:r>
      <w:r w:rsidR="00894734">
        <w:t>’</w:t>
      </w:r>
      <w:r>
        <w:t>attendre et disparut</w:t>
      </w:r>
      <w:r w:rsidR="00894734">
        <w:t>.</w:t>
      </w:r>
    </w:p>
    <w:p w14:paraId="60D653AA" w14:textId="77777777" w:rsidR="00894734" w:rsidRDefault="00894734">
      <w:r>
        <w:t>— </w:t>
      </w:r>
      <w:r w:rsidR="00000000">
        <w:t>Qu</w:t>
      </w:r>
      <w:r>
        <w:t>’</w:t>
      </w:r>
      <w:r w:rsidR="00000000">
        <w:t>est-ce que c</w:t>
      </w:r>
      <w:r>
        <w:t>’</w:t>
      </w:r>
      <w:r w:rsidR="00000000">
        <w:t>est que ce forgeron de village</w:t>
      </w:r>
      <w:r>
        <w:t xml:space="preserve"> ? </w:t>
      </w:r>
      <w:r w:rsidR="00000000">
        <w:t>dema</w:t>
      </w:r>
      <w:r w:rsidR="00000000">
        <w:t>n</w:t>
      </w:r>
      <w:r w:rsidR="00000000">
        <w:t>dai-je à Collinson</w:t>
      </w:r>
      <w:r>
        <w:t>.</w:t>
      </w:r>
    </w:p>
    <w:p w14:paraId="5A741FCB" w14:textId="77777777" w:rsidR="00894734" w:rsidRDefault="00000000">
      <w:r>
        <w:t>Il me dit qu</w:t>
      </w:r>
      <w:r w:rsidR="00894734">
        <w:t>’</w:t>
      </w:r>
      <w:r>
        <w:t>il ne la connaissait pas</w:t>
      </w:r>
      <w:r w:rsidR="00894734">
        <w:t xml:space="preserve">. </w:t>
      </w:r>
      <w:r>
        <w:t>Il marchait comme un lion en cage</w:t>
      </w:r>
      <w:r w:rsidR="00894734">
        <w:t xml:space="preserve">. </w:t>
      </w:r>
      <w:r>
        <w:t>Excepté le bruit de ses pas</w:t>
      </w:r>
      <w:r w:rsidR="00894734">
        <w:t xml:space="preserve">, </w:t>
      </w:r>
      <w:r>
        <w:t>on n</w:t>
      </w:r>
      <w:r w:rsidR="00894734">
        <w:t>’</w:t>
      </w:r>
      <w:r>
        <w:t>entendait rien dans la maison</w:t>
      </w:r>
      <w:r w:rsidR="00894734">
        <w:t xml:space="preserve">. </w:t>
      </w:r>
      <w:r>
        <w:t>Faisant le tour de la pièce</w:t>
      </w:r>
      <w:r w:rsidR="00894734">
        <w:t xml:space="preserve">, </w:t>
      </w:r>
      <w:r>
        <w:t>dont le mobilier était plus luxueux que sévère pour un tel lieu</w:t>
      </w:r>
      <w:r w:rsidR="00894734">
        <w:t xml:space="preserve">, </w:t>
      </w:r>
      <w:r>
        <w:t>mes regards tombèrent sur la porte et je m</w:t>
      </w:r>
      <w:r w:rsidR="00894734">
        <w:t>’</w:t>
      </w:r>
      <w:r>
        <w:t>aperçus que nous étions observés</w:t>
      </w:r>
      <w:r w:rsidR="00894734">
        <w:t xml:space="preserve">. </w:t>
      </w:r>
      <w:r>
        <w:t>Un jeune garçon de douze ou treize ans s</w:t>
      </w:r>
      <w:r w:rsidR="00894734">
        <w:t>’</w:t>
      </w:r>
      <w:r>
        <w:t>y tenait debout et nous regardait avec de larges yeux noirs qui semblaient répandre de la lumière dans la demi-obscurité où il se tenait</w:t>
      </w:r>
      <w:r w:rsidR="00894734">
        <w:t xml:space="preserve">. </w:t>
      </w:r>
      <w:r>
        <w:t>Je l</w:t>
      </w:r>
      <w:r w:rsidR="00894734">
        <w:t>’</w:t>
      </w:r>
      <w:r>
        <w:t>interpellai</w:t>
      </w:r>
      <w:r w:rsidR="00894734">
        <w:t> :</w:t>
      </w:r>
    </w:p>
    <w:p w14:paraId="49F473F6" w14:textId="77777777" w:rsidR="00894734" w:rsidRDefault="00894734">
      <w:r>
        <w:t>— </w:t>
      </w:r>
      <w:r w:rsidR="00000000">
        <w:t>Eh bien</w:t>
      </w:r>
      <w:r>
        <w:t xml:space="preserve"> ! </w:t>
      </w:r>
      <w:r w:rsidR="00000000">
        <w:t>mon garçon</w:t>
      </w:r>
      <w:r>
        <w:t>.</w:t>
      </w:r>
    </w:p>
    <w:p w14:paraId="35851905" w14:textId="77777777" w:rsidR="00894734" w:rsidRDefault="00000000">
      <w:r>
        <w:t>Collinson se retourna brusquement au son de ma voix</w:t>
      </w:r>
      <w:r w:rsidR="00894734">
        <w:t xml:space="preserve">. </w:t>
      </w:r>
      <w:r>
        <w:t>Le petit garçon ne répondit rien</w:t>
      </w:r>
      <w:r w:rsidR="00894734">
        <w:t xml:space="preserve">. </w:t>
      </w:r>
      <w:r>
        <w:t>Il me regarda encore au moins une bonne minute</w:t>
      </w:r>
      <w:r w:rsidR="00894734">
        <w:t xml:space="preserve">, </w:t>
      </w:r>
      <w:r>
        <w:t>puis nous tourna le dos et se sauva</w:t>
      </w:r>
      <w:r w:rsidR="00894734">
        <w:t xml:space="preserve">, </w:t>
      </w:r>
      <w:r>
        <w:t>ne fa</w:t>
      </w:r>
      <w:r>
        <w:t>i</w:t>
      </w:r>
      <w:r>
        <w:t>sant pas plus de bruit en s</w:t>
      </w:r>
      <w:r w:rsidR="00894734">
        <w:t>’</w:t>
      </w:r>
      <w:r>
        <w:t>en allant qu</w:t>
      </w:r>
      <w:r w:rsidR="00894734">
        <w:t>’</w:t>
      </w:r>
      <w:r>
        <w:t>il n</w:t>
      </w:r>
      <w:r w:rsidR="00894734">
        <w:t>’</w:t>
      </w:r>
      <w:r>
        <w:t>en avait fait en v</w:t>
      </w:r>
      <w:r>
        <w:t>e</w:t>
      </w:r>
      <w:r>
        <w:t>nant</w:t>
      </w:r>
      <w:r w:rsidR="00894734">
        <w:t>.</w:t>
      </w:r>
    </w:p>
    <w:p w14:paraId="6277A393" w14:textId="77777777" w:rsidR="00894734" w:rsidRDefault="00894734">
      <w:r>
        <w:t>— </w:t>
      </w:r>
      <w:r w:rsidR="00000000">
        <w:t>Qui est-ce</w:t>
      </w:r>
      <w:r>
        <w:t xml:space="preserve"> ? </w:t>
      </w:r>
      <w:r w:rsidR="00000000">
        <w:t>demandai-je encore à Collinson</w:t>
      </w:r>
      <w:r>
        <w:t>.</w:t>
      </w:r>
    </w:p>
    <w:p w14:paraId="6664DD90" w14:textId="77777777" w:rsidR="00894734" w:rsidRDefault="00894734">
      <w:r>
        <w:t>— </w:t>
      </w:r>
      <w:r w:rsidR="00000000">
        <w:t>Ce doit être Manuel</w:t>
      </w:r>
      <w:r>
        <w:t xml:space="preserve">, </w:t>
      </w:r>
      <w:r w:rsidR="00000000">
        <w:t xml:space="preserve">le fils des </w:t>
      </w:r>
      <w:proofErr w:type="spellStart"/>
      <w:r w:rsidR="00000000">
        <w:t>Haldorn</w:t>
      </w:r>
      <w:proofErr w:type="spellEnd"/>
      <w:r>
        <w:t xml:space="preserve">. </w:t>
      </w:r>
      <w:r w:rsidR="00000000">
        <w:t>Je ne l</w:t>
      </w:r>
      <w:r>
        <w:t>’</w:t>
      </w:r>
      <w:r w:rsidR="00000000">
        <w:t>avais e</w:t>
      </w:r>
      <w:r w:rsidR="00000000">
        <w:t>n</w:t>
      </w:r>
      <w:r w:rsidR="00000000">
        <w:t>core jamais vu</w:t>
      </w:r>
      <w:r>
        <w:t>.</w:t>
      </w:r>
    </w:p>
    <w:p w14:paraId="5359F84B" w14:textId="77777777" w:rsidR="00894734" w:rsidRDefault="00000000">
      <w:r>
        <w:lastRenderedPageBreak/>
        <w:t>Collinson reprit sa marche de fauve enfermé</w:t>
      </w:r>
      <w:r w:rsidR="00894734">
        <w:t xml:space="preserve">. </w:t>
      </w:r>
      <w:r>
        <w:t>Je m</w:t>
      </w:r>
      <w:r w:rsidR="00894734">
        <w:t>’</w:t>
      </w:r>
      <w:r>
        <w:t>assis et surveillai la porte</w:t>
      </w:r>
      <w:r w:rsidR="00894734">
        <w:t xml:space="preserve">. </w:t>
      </w:r>
      <w:r>
        <w:t>À ce moment</w:t>
      </w:r>
      <w:r w:rsidR="00894734">
        <w:t xml:space="preserve">, </w:t>
      </w:r>
      <w:r>
        <w:t>une femme</w:t>
      </w:r>
      <w:r w:rsidR="00894734">
        <w:t xml:space="preserve">, </w:t>
      </w:r>
      <w:r>
        <w:t>marchant sile</w:t>
      </w:r>
      <w:r>
        <w:t>n</w:t>
      </w:r>
      <w:r>
        <w:t>cieusement sur l</w:t>
      </w:r>
      <w:r w:rsidR="00894734">
        <w:t>’</w:t>
      </w:r>
      <w:r>
        <w:t>épais tapis</w:t>
      </w:r>
      <w:r w:rsidR="00894734">
        <w:t xml:space="preserve">, </w:t>
      </w:r>
      <w:r>
        <w:t>apparut et entra dans le salon</w:t>
      </w:r>
      <w:r w:rsidR="00894734">
        <w:t xml:space="preserve">. </w:t>
      </w:r>
      <w:r>
        <w:t>Elle avait</w:t>
      </w:r>
      <w:r w:rsidR="00894734">
        <w:t xml:space="preserve">, </w:t>
      </w:r>
      <w:r>
        <w:t>comme le petit garçon</w:t>
      </w:r>
      <w:r w:rsidR="00894734">
        <w:t xml:space="preserve">, </w:t>
      </w:r>
      <w:r>
        <w:t>des yeux larges</w:t>
      </w:r>
      <w:r w:rsidR="00894734">
        <w:t xml:space="preserve">, </w:t>
      </w:r>
      <w:r>
        <w:t>sombres et par</w:t>
      </w:r>
      <w:r>
        <w:t>a</w:t>
      </w:r>
      <w:r>
        <w:t>doxalement lumineux</w:t>
      </w:r>
      <w:r w:rsidR="00894734">
        <w:t>.</w:t>
      </w:r>
    </w:p>
    <w:p w14:paraId="6F3AAB07" w14:textId="77777777" w:rsidR="00894734" w:rsidRDefault="00000000">
      <w:r>
        <w:t>Je me levai</w:t>
      </w:r>
      <w:r w:rsidR="00894734">
        <w:t xml:space="preserve">. </w:t>
      </w:r>
      <w:r>
        <w:t>Elle s</w:t>
      </w:r>
      <w:r w:rsidR="00894734">
        <w:t>’</w:t>
      </w:r>
      <w:r>
        <w:t>adressa à mon compagnon</w:t>
      </w:r>
      <w:r w:rsidR="00894734">
        <w:t>.</w:t>
      </w:r>
    </w:p>
    <w:p w14:paraId="3DCB8209" w14:textId="77777777" w:rsidR="00894734" w:rsidRDefault="00894734">
      <w:r>
        <w:t>— </w:t>
      </w:r>
      <w:r w:rsidR="00000000">
        <w:t>Mais c</w:t>
      </w:r>
      <w:r>
        <w:t>’</w:t>
      </w:r>
      <w:r w:rsidR="00000000">
        <w:t>est Mr</w:t>
      </w:r>
      <w:r>
        <w:t xml:space="preserve">. </w:t>
      </w:r>
      <w:r w:rsidR="00000000">
        <w:t>Collinson</w:t>
      </w:r>
      <w:r>
        <w:t xml:space="preserve">. </w:t>
      </w:r>
      <w:r w:rsidR="00000000">
        <w:t>Comment allez-vous</w:t>
      </w:r>
      <w:r>
        <w:t> ?</w:t>
      </w:r>
    </w:p>
    <w:p w14:paraId="4C18C225" w14:textId="77777777" w:rsidR="00894734" w:rsidRDefault="00000000">
      <w:r>
        <w:t>Sa voix était la plus musicale que j</w:t>
      </w:r>
      <w:r w:rsidR="00894734">
        <w:t>’</w:t>
      </w:r>
      <w:r>
        <w:t>aie jamais entendue</w:t>
      </w:r>
      <w:r w:rsidR="00894734">
        <w:t>.</w:t>
      </w:r>
    </w:p>
    <w:p w14:paraId="72B064D5" w14:textId="77777777" w:rsidR="00894734" w:rsidRDefault="00000000">
      <w:r>
        <w:t>Collinson murmura une phrase de politesse embarrassée et me présenta à la jeune femme</w:t>
      </w:r>
      <w:r w:rsidR="00894734">
        <w:t xml:space="preserve">. </w:t>
      </w:r>
      <w:proofErr w:type="spellStart"/>
      <w:r>
        <w:rPr>
          <w:lang w:val="en-GB"/>
        </w:rPr>
        <w:t>C</w:t>
      </w:r>
      <w:r w:rsidR="00894734">
        <w:rPr>
          <w:lang w:val="en-GB"/>
        </w:rPr>
        <w:t>’</w:t>
      </w:r>
      <w:r>
        <w:rPr>
          <w:lang w:val="en-GB"/>
        </w:rPr>
        <w:t>était</w:t>
      </w:r>
      <w:proofErr w:type="spellEnd"/>
      <w:r>
        <w:rPr>
          <w:lang w:val="en-GB"/>
        </w:rPr>
        <w:t xml:space="preserve"> Mrs</w:t>
      </w:r>
      <w:r w:rsidR="00894734">
        <w:rPr>
          <w:lang w:val="en-GB"/>
        </w:rPr>
        <w:t xml:space="preserve">. </w:t>
      </w:r>
      <w:proofErr w:type="spellStart"/>
      <w:r>
        <w:rPr>
          <w:lang w:val="en-GB"/>
        </w:rPr>
        <w:t>Haldorn</w:t>
      </w:r>
      <w:proofErr w:type="spellEnd"/>
      <w:r w:rsidR="00894734">
        <w:rPr>
          <w:lang w:val="en-GB"/>
        </w:rPr>
        <w:t xml:space="preserve">. </w:t>
      </w:r>
      <w:r>
        <w:t>Elle me donna une franche et ferme poignée de main</w:t>
      </w:r>
      <w:r w:rsidR="00894734">
        <w:t xml:space="preserve">, </w:t>
      </w:r>
      <w:r>
        <w:t>s</w:t>
      </w:r>
      <w:r w:rsidR="00894734">
        <w:t>’</w:t>
      </w:r>
      <w:r>
        <w:t>assit et nous d</w:t>
      </w:r>
      <w:r>
        <w:t>é</w:t>
      </w:r>
      <w:r>
        <w:t>signa des sièges</w:t>
      </w:r>
      <w:r w:rsidR="00894734">
        <w:t>.</w:t>
      </w:r>
    </w:p>
    <w:p w14:paraId="0433B0B6" w14:textId="77777777" w:rsidR="00894734" w:rsidRDefault="00000000">
      <w:r>
        <w:t>Seuls ses yeux paraissaient vivre dans son visage olivâtre aux traits parfaitement réguliers</w:t>
      </w:r>
      <w:r w:rsidR="00894734">
        <w:t xml:space="preserve">, </w:t>
      </w:r>
      <w:r>
        <w:t>encadré par les bandeaux de ses cheveux noirs</w:t>
      </w:r>
      <w:r w:rsidR="00894734">
        <w:t xml:space="preserve">, </w:t>
      </w:r>
      <w:r>
        <w:t>non coupés</w:t>
      </w:r>
      <w:r w:rsidR="00894734">
        <w:t xml:space="preserve">, </w:t>
      </w:r>
      <w:r>
        <w:t>et qui se nouaient sur sa nuque en lourdes tresses</w:t>
      </w:r>
      <w:r w:rsidR="00894734">
        <w:t xml:space="preserve">. </w:t>
      </w:r>
      <w:r>
        <w:t>À son corps long</w:t>
      </w:r>
      <w:r w:rsidR="00894734">
        <w:t xml:space="preserve">, </w:t>
      </w:r>
      <w:r>
        <w:t>souple</w:t>
      </w:r>
      <w:r w:rsidR="00894734">
        <w:t xml:space="preserve">, </w:t>
      </w:r>
      <w:r>
        <w:t>mince</w:t>
      </w:r>
      <w:r w:rsidR="00894734">
        <w:t xml:space="preserve">, </w:t>
      </w:r>
      <w:r>
        <w:t>mais qu</w:t>
      </w:r>
      <w:r w:rsidR="00894734">
        <w:t>’</w:t>
      </w:r>
      <w:r>
        <w:t>on devinait musclé</w:t>
      </w:r>
      <w:r w:rsidR="00894734">
        <w:t xml:space="preserve">, </w:t>
      </w:r>
      <w:r>
        <w:t>collait une robe de soie noire</w:t>
      </w:r>
      <w:r w:rsidR="00894734">
        <w:t xml:space="preserve">. </w:t>
      </w:r>
      <w:r>
        <w:t>Je reposai ma question</w:t>
      </w:r>
      <w:r w:rsidR="00894734">
        <w:t> :</w:t>
      </w:r>
    </w:p>
    <w:p w14:paraId="2E9FACD2" w14:textId="77777777" w:rsidR="00894734" w:rsidRDefault="00894734">
      <w:r>
        <w:t>— </w:t>
      </w:r>
      <w:r w:rsidR="00000000">
        <w:t xml:space="preserve">Nous désirerions voir miss </w:t>
      </w:r>
      <w:proofErr w:type="spellStart"/>
      <w:r w:rsidR="00000000">
        <w:t>Legget</w:t>
      </w:r>
      <w:proofErr w:type="spellEnd"/>
      <w:r>
        <w:t xml:space="preserve">, </w:t>
      </w:r>
      <w:r w:rsidR="00000000">
        <w:t>madame</w:t>
      </w:r>
      <w:r>
        <w:t>.</w:t>
      </w:r>
    </w:p>
    <w:p w14:paraId="5E97E655" w14:textId="77777777" w:rsidR="00894734" w:rsidRDefault="00000000">
      <w:r>
        <w:t>Elle me regarda avec étonnement</w:t>
      </w:r>
      <w:r w:rsidR="00894734">
        <w:t>.</w:t>
      </w:r>
    </w:p>
    <w:p w14:paraId="46C05660" w14:textId="77777777" w:rsidR="00894734" w:rsidRDefault="00894734">
      <w:r>
        <w:t>— </w:t>
      </w:r>
      <w:r w:rsidR="00000000">
        <w:t>Pourquoi pensez-vous qu</w:t>
      </w:r>
      <w:r>
        <w:t>’</w:t>
      </w:r>
      <w:r w:rsidR="00000000">
        <w:t>elle est ici</w:t>
      </w:r>
      <w:r>
        <w:t> ?</w:t>
      </w:r>
    </w:p>
    <w:p w14:paraId="335468BA" w14:textId="77777777" w:rsidR="00894734" w:rsidRDefault="00894734">
      <w:r>
        <w:t>— </w:t>
      </w:r>
      <w:r w:rsidR="00000000">
        <w:t>Peu importe</w:t>
      </w:r>
      <w:r>
        <w:t xml:space="preserve">, </w:t>
      </w:r>
      <w:r w:rsidR="00000000">
        <w:t>dis-je vivement prévenant une phrase m</w:t>
      </w:r>
      <w:r w:rsidR="00000000">
        <w:t>a</w:t>
      </w:r>
      <w:r w:rsidR="00000000">
        <w:t>ladroite de Collinson</w:t>
      </w:r>
      <w:r>
        <w:t xml:space="preserve">, </w:t>
      </w:r>
      <w:r w:rsidR="00000000">
        <w:t>elle est ici</w:t>
      </w:r>
      <w:r>
        <w:t xml:space="preserve">. </w:t>
      </w:r>
      <w:r w:rsidR="00000000">
        <w:t>Nous voulons la voir</w:t>
      </w:r>
      <w:r>
        <w:t>.</w:t>
      </w:r>
    </w:p>
    <w:p w14:paraId="36F612A6" w14:textId="77777777" w:rsidR="00894734" w:rsidRDefault="00894734">
      <w:r>
        <w:t>— </w:t>
      </w:r>
      <w:r w:rsidR="00000000">
        <w:t>Je ne pense pas que vous le puissiez</w:t>
      </w:r>
      <w:r>
        <w:t xml:space="preserve">, </w:t>
      </w:r>
      <w:r w:rsidR="00000000">
        <w:t>dit-elle lentement</w:t>
      </w:r>
      <w:r>
        <w:t xml:space="preserve">. </w:t>
      </w:r>
      <w:r w:rsidR="00000000">
        <w:t>Elle n</w:t>
      </w:r>
      <w:r>
        <w:t>’</w:t>
      </w:r>
      <w:r w:rsidR="00000000">
        <w:t>est pas bien en ce moment</w:t>
      </w:r>
      <w:r>
        <w:t xml:space="preserve">. </w:t>
      </w:r>
      <w:r w:rsidR="00000000">
        <w:t>Elle est venue ici pour se r</w:t>
      </w:r>
      <w:r w:rsidR="00000000">
        <w:t>e</w:t>
      </w:r>
      <w:r w:rsidR="00000000">
        <w:t>poser</w:t>
      </w:r>
      <w:r>
        <w:t xml:space="preserve">, </w:t>
      </w:r>
      <w:r w:rsidR="00000000">
        <w:t>surtout pour oublier le reste du monde</w:t>
      </w:r>
      <w:r>
        <w:t xml:space="preserve">, </w:t>
      </w:r>
      <w:r w:rsidR="00000000">
        <w:t>pour un temps</w:t>
      </w:r>
      <w:r>
        <w:t>.</w:t>
      </w:r>
    </w:p>
    <w:p w14:paraId="524E4C33" w14:textId="77777777" w:rsidR="00894734" w:rsidRDefault="00894734">
      <w:r>
        <w:lastRenderedPageBreak/>
        <w:t>— </w:t>
      </w:r>
      <w:r w:rsidR="00000000">
        <w:t>Je suis désolé</w:t>
      </w:r>
      <w:r>
        <w:t xml:space="preserve">, </w:t>
      </w:r>
      <w:r w:rsidR="00000000">
        <w:t>dis-je</w:t>
      </w:r>
      <w:r>
        <w:t xml:space="preserve">, </w:t>
      </w:r>
      <w:r w:rsidR="00000000">
        <w:t>mais c</w:t>
      </w:r>
      <w:r>
        <w:t>’</w:t>
      </w:r>
      <w:r w:rsidR="00000000">
        <w:t>est un cas d</w:t>
      </w:r>
      <w:r>
        <w:t>’</w:t>
      </w:r>
      <w:r w:rsidR="00000000">
        <w:t>une gravité que vous ne soupçonnez pas</w:t>
      </w:r>
      <w:r>
        <w:t xml:space="preserve">, </w:t>
      </w:r>
      <w:r w:rsidR="00000000">
        <w:t>madame</w:t>
      </w:r>
      <w:r>
        <w:t xml:space="preserve">. </w:t>
      </w:r>
      <w:r w:rsidR="00000000">
        <w:t>Vous pensez bien que nous n</w:t>
      </w:r>
      <w:r>
        <w:t>’</w:t>
      </w:r>
      <w:r w:rsidR="00000000">
        <w:t>insisterions pas ainsi si cela n</w:t>
      </w:r>
      <w:r>
        <w:t>’</w:t>
      </w:r>
      <w:r w:rsidR="00000000">
        <w:t>était important</w:t>
      </w:r>
      <w:r>
        <w:t>.</w:t>
      </w:r>
    </w:p>
    <w:p w14:paraId="1D4C6008" w14:textId="77777777" w:rsidR="00894734" w:rsidRDefault="00000000">
      <w:r>
        <w:t>Elle hésita encore</w:t>
      </w:r>
      <w:r w:rsidR="00894734">
        <w:t xml:space="preserve">, </w:t>
      </w:r>
      <w:r>
        <w:t>puis nous dit</w:t>
      </w:r>
      <w:r w:rsidR="00894734">
        <w:t> :</w:t>
      </w:r>
    </w:p>
    <w:p w14:paraId="03F825B5" w14:textId="77777777" w:rsidR="00894734" w:rsidRDefault="00894734">
      <w:r>
        <w:t>— </w:t>
      </w:r>
      <w:r w:rsidR="00000000">
        <w:t>Excusez-moi</w:t>
      </w:r>
      <w:r>
        <w:t xml:space="preserve">, </w:t>
      </w:r>
      <w:r w:rsidR="00000000">
        <w:t>je vais voir</w:t>
      </w:r>
      <w:r>
        <w:t>.</w:t>
      </w:r>
    </w:p>
    <w:p w14:paraId="4E3EDA85" w14:textId="77777777" w:rsidR="00894734" w:rsidRDefault="00000000">
      <w:r>
        <w:t>Pendant sa courte absence</w:t>
      </w:r>
      <w:r w:rsidR="00894734">
        <w:t xml:space="preserve">, </w:t>
      </w:r>
      <w:r>
        <w:t>Collinson me dit</w:t>
      </w:r>
      <w:r w:rsidR="00894734">
        <w:t> :</w:t>
      </w:r>
    </w:p>
    <w:p w14:paraId="4F0AECCF" w14:textId="77777777" w:rsidR="00894734" w:rsidRDefault="00894734">
      <w:r>
        <w:t>— </w:t>
      </w:r>
      <w:r w:rsidR="00000000">
        <w:t>Gabrielle ne sera sûrement pas contente</w:t>
      </w:r>
      <w:r>
        <w:t>.</w:t>
      </w:r>
    </w:p>
    <w:p w14:paraId="2FBCADC2" w14:textId="77777777" w:rsidR="00894734" w:rsidRDefault="00000000">
      <w:r>
        <w:t>Je lui dis que cela n</w:t>
      </w:r>
      <w:r w:rsidR="00894734">
        <w:t>’</w:t>
      </w:r>
      <w:r>
        <w:t>avait aucune importance</w:t>
      </w:r>
      <w:r w:rsidR="00894734">
        <w:t xml:space="preserve">. </w:t>
      </w:r>
      <w:proofErr w:type="spellStart"/>
      <w:r>
        <w:t>Aaronia</w:t>
      </w:r>
      <w:proofErr w:type="spellEnd"/>
      <w:r>
        <w:t xml:space="preserve"> </w:t>
      </w:r>
      <w:proofErr w:type="spellStart"/>
      <w:r>
        <w:t>Ha</w:t>
      </w:r>
      <w:r>
        <w:t>l</w:t>
      </w:r>
      <w:r>
        <w:t>dorn</w:t>
      </w:r>
      <w:proofErr w:type="spellEnd"/>
      <w:r>
        <w:t xml:space="preserve"> revenait</w:t>
      </w:r>
      <w:r w:rsidR="00894734">
        <w:t>.</w:t>
      </w:r>
    </w:p>
    <w:p w14:paraId="076A3D74" w14:textId="77777777" w:rsidR="00894734" w:rsidRDefault="00894734">
      <w:r>
        <w:t>— </w:t>
      </w:r>
      <w:r w:rsidR="00000000">
        <w:t>Je suis désolée</w:t>
      </w:r>
      <w:r>
        <w:t xml:space="preserve">, </w:t>
      </w:r>
      <w:r w:rsidR="00000000">
        <w:t>dit-elle</w:t>
      </w:r>
      <w:r>
        <w:t xml:space="preserve">, </w:t>
      </w:r>
      <w:r w:rsidR="00000000">
        <w:t>avec un sourire poli</w:t>
      </w:r>
      <w:r>
        <w:t xml:space="preserve">, </w:t>
      </w:r>
      <w:r w:rsidR="00000000">
        <w:t xml:space="preserve">mais miss </w:t>
      </w:r>
      <w:proofErr w:type="spellStart"/>
      <w:r w:rsidR="00000000">
        <w:t>Legget</w:t>
      </w:r>
      <w:proofErr w:type="spellEnd"/>
      <w:r w:rsidR="00000000">
        <w:t xml:space="preserve"> vous fait dire qu</w:t>
      </w:r>
      <w:r>
        <w:t>’</w:t>
      </w:r>
      <w:r w:rsidR="00000000">
        <w:t>elle ne peut pas vous recevoir</w:t>
      </w:r>
      <w:r>
        <w:t>.</w:t>
      </w:r>
    </w:p>
    <w:p w14:paraId="30750724" w14:textId="77777777" w:rsidR="00894734" w:rsidRDefault="00894734">
      <w:r>
        <w:t>— </w:t>
      </w:r>
      <w:r w:rsidR="00000000">
        <w:t>Je suis désolé moi-même</w:t>
      </w:r>
      <w:r>
        <w:t xml:space="preserve">, </w:t>
      </w:r>
      <w:r w:rsidR="00000000">
        <w:t>dis-je</w:t>
      </w:r>
      <w:r>
        <w:t xml:space="preserve">, </w:t>
      </w:r>
      <w:r w:rsidR="00000000">
        <w:t>mais nous</w:t>
      </w:r>
      <w:r>
        <w:t xml:space="preserve">, </w:t>
      </w:r>
      <w:r w:rsidR="00000000">
        <w:t>nous avons absolument besoin de la voir</w:t>
      </w:r>
      <w:r>
        <w:t>.</w:t>
      </w:r>
    </w:p>
    <w:p w14:paraId="4F62E171" w14:textId="77777777" w:rsidR="00894734" w:rsidRDefault="00000000">
      <w:r>
        <w:t>Elle redressa sa fine tête et son sourire s</w:t>
      </w:r>
      <w:r w:rsidR="00894734">
        <w:t>’</w:t>
      </w:r>
      <w:r>
        <w:t>effaça</w:t>
      </w:r>
      <w:r w:rsidR="00894734">
        <w:t>.</w:t>
      </w:r>
    </w:p>
    <w:p w14:paraId="1505C6C7" w14:textId="77777777" w:rsidR="00894734" w:rsidRDefault="00894734">
      <w:r>
        <w:t>— </w:t>
      </w:r>
      <w:r w:rsidR="00000000">
        <w:t>Vous dites</w:t>
      </w:r>
      <w:r>
        <w:t> ?</w:t>
      </w:r>
    </w:p>
    <w:p w14:paraId="4A614399" w14:textId="77777777" w:rsidR="00894734" w:rsidRDefault="00894734">
      <w:r>
        <w:t>— </w:t>
      </w:r>
      <w:r w:rsidR="00000000">
        <w:t>Je dis que nous devons la voir</w:t>
      </w:r>
      <w:r>
        <w:t xml:space="preserve">. </w:t>
      </w:r>
      <w:r w:rsidR="00000000">
        <w:t>C</w:t>
      </w:r>
      <w:r>
        <w:t>’</w:t>
      </w:r>
      <w:r w:rsidR="00000000">
        <w:t>est important</w:t>
      </w:r>
      <w:r>
        <w:t xml:space="preserve">, </w:t>
      </w:r>
      <w:r w:rsidR="00000000">
        <w:t>je vous l</w:t>
      </w:r>
      <w:r>
        <w:t>’</w:t>
      </w:r>
      <w:r w:rsidR="00000000">
        <w:t>ai dit</w:t>
      </w:r>
      <w:r>
        <w:t xml:space="preserve">. </w:t>
      </w:r>
      <w:r w:rsidR="00000000">
        <w:t xml:space="preserve">Miss </w:t>
      </w:r>
      <w:proofErr w:type="spellStart"/>
      <w:r w:rsidR="00000000">
        <w:t>Legget</w:t>
      </w:r>
      <w:proofErr w:type="spellEnd"/>
      <w:r w:rsidR="00000000">
        <w:t xml:space="preserve"> est témoin dans une affaire de vol et de meurtre</w:t>
      </w:r>
      <w:r>
        <w:t xml:space="preserve">, </w:t>
      </w:r>
      <w:r w:rsidR="00000000">
        <w:t>comme vous le savez peut-être</w:t>
      </w:r>
      <w:r>
        <w:t xml:space="preserve">. </w:t>
      </w:r>
      <w:r w:rsidR="00000000">
        <w:t>Si vous préférez</w:t>
      </w:r>
      <w:r>
        <w:t xml:space="preserve">, </w:t>
      </w:r>
      <w:r w:rsidR="00000000">
        <w:t>je vais attendre ici une demi-heure</w:t>
      </w:r>
      <w:r>
        <w:t xml:space="preserve">, </w:t>
      </w:r>
      <w:r w:rsidR="00000000">
        <w:t>jusqu</w:t>
      </w:r>
      <w:r>
        <w:t>’</w:t>
      </w:r>
      <w:r w:rsidR="00000000">
        <w:t>à ce qu</w:t>
      </w:r>
      <w:r>
        <w:t>’</w:t>
      </w:r>
      <w:r w:rsidR="00000000">
        <w:t>un agent de la police</w:t>
      </w:r>
      <w:r>
        <w:t xml:space="preserve">, </w:t>
      </w:r>
      <w:r w:rsidR="00000000">
        <w:t>que Mr</w:t>
      </w:r>
      <w:r>
        <w:t xml:space="preserve">. </w:t>
      </w:r>
      <w:r w:rsidR="00000000">
        <w:t>Collinson ira quérir</w:t>
      </w:r>
      <w:r>
        <w:t xml:space="preserve">, </w:t>
      </w:r>
      <w:r w:rsidR="00000000">
        <w:t>use de son autorité pour nous o</w:t>
      </w:r>
      <w:r w:rsidR="00000000">
        <w:t>b</w:t>
      </w:r>
      <w:r w:rsidR="00000000">
        <w:t>tenir ce que vous ne voulez pas nous accorder de bonne grâce</w:t>
      </w:r>
      <w:r>
        <w:t xml:space="preserve">. </w:t>
      </w:r>
      <w:r w:rsidR="00000000">
        <w:t>J</w:t>
      </w:r>
      <w:r>
        <w:t>’</w:t>
      </w:r>
      <w:r w:rsidR="00000000">
        <w:t>en suis désolé</w:t>
      </w:r>
      <w:r>
        <w:t xml:space="preserve">, </w:t>
      </w:r>
      <w:r w:rsidR="00000000">
        <w:t>madame</w:t>
      </w:r>
      <w:r>
        <w:t xml:space="preserve">, </w:t>
      </w:r>
      <w:r w:rsidR="00000000">
        <w:t>mais ne puis partir d</w:t>
      </w:r>
      <w:r>
        <w:t>’</w:t>
      </w:r>
      <w:r w:rsidR="00000000">
        <w:t xml:space="preserve">ici sans avoir parlé à miss </w:t>
      </w:r>
      <w:proofErr w:type="spellStart"/>
      <w:r w:rsidR="00000000">
        <w:t>Legget</w:t>
      </w:r>
      <w:proofErr w:type="spellEnd"/>
      <w:r>
        <w:t>.</w:t>
      </w:r>
    </w:p>
    <w:p w14:paraId="77ABF037" w14:textId="77777777" w:rsidR="00894734" w:rsidRDefault="00000000">
      <w:proofErr w:type="spellStart"/>
      <w:r>
        <w:t>Aaronia</w:t>
      </w:r>
      <w:proofErr w:type="spellEnd"/>
      <w:r>
        <w:t xml:space="preserve"> fit le plus léger des saluts</w:t>
      </w:r>
      <w:r w:rsidR="00894734">
        <w:t>.</w:t>
      </w:r>
    </w:p>
    <w:p w14:paraId="0D96A530" w14:textId="77777777" w:rsidR="00894734" w:rsidRDefault="00894734">
      <w:r>
        <w:t>— </w:t>
      </w:r>
      <w:r w:rsidR="00000000">
        <w:t>Faites donc comme vous l</w:t>
      </w:r>
      <w:r>
        <w:t>’</w:t>
      </w:r>
      <w:r w:rsidR="00000000">
        <w:t>entendrez</w:t>
      </w:r>
      <w:r>
        <w:t xml:space="preserve">, </w:t>
      </w:r>
      <w:r w:rsidR="00000000">
        <w:t>dit-elle froidement</w:t>
      </w:r>
      <w:r>
        <w:t xml:space="preserve">. </w:t>
      </w:r>
      <w:r w:rsidR="00000000">
        <w:t xml:space="preserve">Je ne puis vous approuver de vouloir déranger miss </w:t>
      </w:r>
      <w:proofErr w:type="spellStart"/>
      <w:r w:rsidR="00000000">
        <w:lastRenderedPageBreak/>
        <w:t>Legget</w:t>
      </w:r>
      <w:proofErr w:type="spellEnd"/>
      <w:r w:rsidR="00000000">
        <w:t xml:space="preserve"> contre sa volonté</w:t>
      </w:r>
      <w:r>
        <w:t xml:space="preserve">. </w:t>
      </w:r>
      <w:r w:rsidR="00000000">
        <w:t>En tous cas</w:t>
      </w:r>
      <w:r>
        <w:t xml:space="preserve">, </w:t>
      </w:r>
      <w:r w:rsidR="00000000">
        <w:t>moi</w:t>
      </w:r>
      <w:r>
        <w:t xml:space="preserve">, </w:t>
      </w:r>
      <w:r w:rsidR="00000000">
        <w:t>je ne vous en aurai pas do</w:t>
      </w:r>
      <w:r w:rsidR="00000000">
        <w:t>n</w:t>
      </w:r>
      <w:r w:rsidR="00000000">
        <w:t>né la permission</w:t>
      </w:r>
      <w:r>
        <w:t xml:space="preserve">. </w:t>
      </w:r>
      <w:r w:rsidR="00000000">
        <w:t>S</w:t>
      </w:r>
      <w:r>
        <w:t>’</w:t>
      </w:r>
      <w:r w:rsidR="00000000">
        <w:t>il arrive malheur</w:t>
      </w:r>
      <w:r>
        <w:t xml:space="preserve">, </w:t>
      </w:r>
      <w:r w:rsidR="00000000">
        <w:t>vous en serez responsable</w:t>
      </w:r>
      <w:r>
        <w:t>.</w:t>
      </w:r>
    </w:p>
    <w:p w14:paraId="65CA079D" w14:textId="77777777" w:rsidR="00894734" w:rsidRDefault="00894734">
      <w:r>
        <w:t>— </w:t>
      </w:r>
      <w:r w:rsidR="00000000">
        <w:t>Merci</w:t>
      </w:r>
      <w:r>
        <w:t xml:space="preserve">, </w:t>
      </w:r>
      <w:r w:rsidR="00000000">
        <w:t>madame</w:t>
      </w:r>
      <w:r>
        <w:t xml:space="preserve">. </w:t>
      </w:r>
      <w:r w:rsidR="00000000">
        <w:t>Où est-elle</w:t>
      </w:r>
      <w:r>
        <w:t> ?</w:t>
      </w:r>
    </w:p>
    <w:p w14:paraId="2D55352C" w14:textId="77777777" w:rsidR="00894734" w:rsidRDefault="00894734">
      <w:r>
        <w:t>— </w:t>
      </w:r>
      <w:r w:rsidR="00000000">
        <w:t>Sa chambre est au cinquième étage</w:t>
      </w:r>
      <w:r>
        <w:t xml:space="preserve">, </w:t>
      </w:r>
      <w:r w:rsidR="00000000">
        <w:t>en haut de l</w:t>
      </w:r>
      <w:r>
        <w:t>’</w:t>
      </w:r>
      <w:r w:rsidR="00000000">
        <w:t>escalier</w:t>
      </w:r>
      <w:r>
        <w:t xml:space="preserve">, </w:t>
      </w:r>
      <w:r w:rsidR="00000000">
        <w:t>à gauche</w:t>
      </w:r>
      <w:r>
        <w:t>.</w:t>
      </w:r>
    </w:p>
    <w:p w14:paraId="5D638D55" w14:textId="77777777" w:rsidR="00894734" w:rsidRDefault="00000000">
      <w:r>
        <w:t>Elle salua légèrement encore une fois et partit</w:t>
      </w:r>
      <w:r w:rsidR="00894734">
        <w:t>.</w:t>
      </w:r>
    </w:p>
    <w:p w14:paraId="497583EA" w14:textId="77777777" w:rsidR="00894734" w:rsidRDefault="00000000">
      <w:r>
        <w:t>Collinson mit sa main sur mon bras et murmura</w:t>
      </w:r>
      <w:r w:rsidR="00894734">
        <w:t> :</w:t>
      </w:r>
    </w:p>
    <w:p w14:paraId="45070B19" w14:textId="77777777" w:rsidR="00894734" w:rsidRDefault="00894734">
      <w:r>
        <w:t>— </w:t>
      </w:r>
      <w:r w:rsidR="00000000">
        <w:t>Je me demande si nous avons bien le droit de faire cela</w:t>
      </w:r>
      <w:r>
        <w:t xml:space="preserve">. </w:t>
      </w:r>
      <w:r w:rsidR="00000000">
        <w:t>Gabrielle sera fâchée de notre manière de faire</w:t>
      </w:r>
      <w:r>
        <w:t xml:space="preserve">. </w:t>
      </w:r>
      <w:r w:rsidR="00000000">
        <w:t>Sûrement</w:t>
      </w:r>
      <w:r>
        <w:t>…</w:t>
      </w:r>
    </w:p>
    <w:p w14:paraId="0176AA06" w14:textId="77777777" w:rsidR="00894734" w:rsidRDefault="00894734">
      <w:r>
        <w:t>— </w:t>
      </w:r>
      <w:r w:rsidR="00000000">
        <w:t>La paix</w:t>
      </w:r>
      <w:r>
        <w:t xml:space="preserve">, </w:t>
      </w:r>
      <w:r w:rsidR="00000000">
        <w:t>vous</w:t>
      </w:r>
      <w:r>
        <w:t xml:space="preserve">. </w:t>
      </w:r>
      <w:r w:rsidR="00000000">
        <w:t>Et restez si vous voulez</w:t>
      </w:r>
      <w:r>
        <w:t xml:space="preserve">. </w:t>
      </w:r>
      <w:r w:rsidR="00000000">
        <w:t>Moi</w:t>
      </w:r>
      <w:r>
        <w:t xml:space="preserve">, </w:t>
      </w:r>
      <w:r w:rsidR="00000000">
        <w:t>je monte</w:t>
      </w:r>
      <w:r>
        <w:t xml:space="preserve">. </w:t>
      </w:r>
      <w:r w:rsidR="00000000">
        <w:t>Si elle n</w:t>
      </w:r>
      <w:r>
        <w:t>’</w:t>
      </w:r>
      <w:r w:rsidR="00000000">
        <w:t>est pas contente</w:t>
      </w:r>
      <w:r>
        <w:t xml:space="preserve">, </w:t>
      </w:r>
      <w:r w:rsidR="00000000">
        <w:t>elle se contentera</w:t>
      </w:r>
      <w:r>
        <w:t xml:space="preserve">, </w:t>
      </w:r>
      <w:r w:rsidR="00000000">
        <w:t>je ne supporterai j</w:t>
      </w:r>
      <w:r w:rsidR="00000000">
        <w:t>a</w:t>
      </w:r>
      <w:r w:rsidR="00000000">
        <w:t>mais que quelqu</w:t>
      </w:r>
      <w:r>
        <w:t>’</w:t>
      </w:r>
      <w:r w:rsidR="00000000">
        <w:t>un se sauve et se cache quand j</w:t>
      </w:r>
      <w:r>
        <w:t>’</w:t>
      </w:r>
      <w:r w:rsidR="00000000">
        <w:t>ai à lui poser des questions sur des diamants volés et à propos d</w:t>
      </w:r>
      <w:r>
        <w:t>’</w:t>
      </w:r>
      <w:r w:rsidR="00000000">
        <w:t>un homme assassiné</w:t>
      </w:r>
      <w:r>
        <w:t>.</w:t>
      </w:r>
    </w:p>
    <w:p w14:paraId="098E83D3" w14:textId="77777777" w:rsidR="00894734" w:rsidRDefault="00000000">
      <w:r>
        <w:t>Il fronça les sourcils</w:t>
      </w:r>
      <w:r w:rsidR="00894734">
        <w:t xml:space="preserve">, </w:t>
      </w:r>
      <w:r>
        <w:t>mais il me suivit</w:t>
      </w:r>
      <w:r w:rsidR="00894734">
        <w:t xml:space="preserve">. </w:t>
      </w:r>
      <w:r>
        <w:t>Nous trouvâmes un ascenseur qui nous déposa au cinquième étage</w:t>
      </w:r>
      <w:r w:rsidR="00894734">
        <w:t xml:space="preserve">. </w:t>
      </w:r>
      <w:r>
        <w:t>Nous suivîmes le corridor jusqu</w:t>
      </w:r>
      <w:r w:rsidR="00894734">
        <w:t>’</w:t>
      </w:r>
      <w:r>
        <w:t>en haut des marches de l</w:t>
      </w:r>
      <w:r w:rsidR="00894734">
        <w:t>’</w:t>
      </w:r>
      <w:r>
        <w:t>escalier et je frappai à la porte de gauche</w:t>
      </w:r>
      <w:r w:rsidR="00894734">
        <w:t>.</w:t>
      </w:r>
    </w:p>
    <w:p w14:paraId="00F97F6D" w14:textId="77777777" w:rsidR="00894734" w:rsidRDefault="00000000">
      <w:r>
        <w:t>Nulle réponse ne vint de l</w:t>
      </w:r>
      <w:r w:rsidR="00894734">
        <w:t>’</w:t>
      </w:r>
      <w:r>
        <w:t>intérieur</w:t>
      </w:r>
      <w:r w:rsidR="00894734">
        <w:t xml:space="preserve">. </w:t>
      </w:r>
      <w:r>
        <w:t>Je frappai plus fort</w:t>
      </w:r>
      <w:r w:rsidR="00894734">
        <w:t xml:space="preserve">. </w:t>
      </w:r>
      <w:r>
        <w:t>On entendit un son de voix dans la chambre</w:t>
      </w:r>
      <w:r w:rsidR="00894734">
        <w:t xml:space="preserve">. </w:t>
      </w:r>
      <w:r>
        <w:t>Ce pouvait être la voix de n</w:t>
      </w:r>
      <w:r w:rsidR="00894734">
        <w:t>’</w:t>
      </w:r>
      <w:r>
        <w:t>importe qui</w:t>
      </w:r>
      <w:r w:rsidR="00894734">
        <w:t xml:space="preserve">, </w:t>
      </w:r>
      <w:r>
        <w:t>mais assurément une voix de femme</w:t>
      </w:r>
      <w:r w:rsidR="00894734">
        <w:t xml:space="preserve">. </w:t>
      </w:r>
      <w:r>
        <w:t>Je pou</w:t>
      </w:r>
      <w:r>
        <w:t>s</w:t>
      </w:r>
      <w:r>
        <w:t>sai Collinson du coude et soufflai</w:t>
      </w:r>
      <w:r w:rsidR="00894734">
        <w:t> :</w:t>
      </w:r>
    </w:p>
    <w:p w14:paraId="7AFE6D8E" w14:textId="77777777" w:rsidR="00894734" w:rsidRDefault="00894734">
      <w:r>
        <w:t>— </w:t>
      </w:r>
      <w:r w:rsidR="00000000">
        <w:t>Appelez-la</w:t>
      </w:r>
      <w:r>
        <w:t xml:space="preserve">, </w:t>
      </w:r>
      <w:r w:rsidR="00000000">
        <w:t>vous</w:t>
      </w:r>
      <w:r>
        <w:t>.</w:t>
      </w:r>
    </w:p>
    <w:p w14:paraId="48E9B12E" w14:textId="77777777" w:rsidR="00894734" w:rsidRDefault="00894734">
      <w:r>
        <w:t>— </w:t>
      </w:r>
      <w:r w:rsidR="00000000">
        <w:t>Gaby</w:t>
      </w:r>
      <w:r>
        <w:t xml:space="preserve">, </w:t>
      </w:r>
      <w:r w:rsidR="00000000">
        <w:t>c</w:t>
      </w:r>
      <w:r>
        <w:t>’</w:t>
      </w:r>
      <w:r w:rsidR="00000000">
        <w:t>est Éric</w:t>
      </w:r>
      <w:r>
        <w:t xml:space="preserve">, </w:t>
      </w:r>
      <w:r w:rsidR="00000000">
        <w:t>dit-il</w:t>
      </w:r>
      <w:r>
        <w:t xml:space="preserve">, </w:t>
      </w:r>
      <w:r w:rsidR="00000000">
        <w:t>tout contre la porte</w:t>
      </w:r>
      <w:r>
        <w:t>.</w:t>
      </w:r>
    </w:p>
    <w:p w14:paraId="36FB42C4" w14:textId="77777777" w:rsidR="00894734" w:rsidRDefault="00000000">
      <w:r>
        <w:lastRenderedPageBreak/>
        <w:t>Mais nous n</w:t>
      </w:r>
      <w:r w:rsidR="00894734">
        <w:t>’</w:t>
      </w:r>
      <w:r>
        <w:t>eûmes pas davantage de réponse intelligible</w:t>
      </w:r>
      <w:r w:rsidR="00894734">
        <w:t xml:space="preserve">. </w:t>
      </w:r>
      <w:r>
        <w:t>Je frappai encore et dit</w:t>
      </w:r>
      <w:r w:rsidR="00894734">
        <w:t> :</w:t>
      </w:r>
    </w:p>
    <w:p w14:paraId="23864514" w14:textId="77777777" w:rsidR="00894734" w:rsidRDefault="00894734">
      <w:r>
        <w:t>— </w:t>
      </w:r>
      <w:r w:rsidR="00000000">
        <w:t>Ouvrez la porte</w:t>
      </w:r>
      <w:r>
        <w:t>.</w:t>
      </w:r>
    </w:p>
    <w:p w14:paraId="49C7C698" w14:textId="77777777" w:rsidR="00894734" w:rsidRDefault="00000000">
      <w:r>
        <w:t>La voix à l</w:t>
      </w:r>
      <w:r w:rsidR="00894734">
        <w:t>’</w:t>
      </w:r>
      <w:r>
        <w:t>intérieur dit encore quelque chose que je ne compris pas</w:t>
      </w:r>
      <w:r w:rsidR="00894734">
        <w:t xml:space="preserve">. </w:t>
      </w:r>
      <w:r>
        <w:t>Je répétai mon ordre</w:t>
      </w:r>
      <w:r w:rsidR="00894734">
        <w:t xml:space="preserve">. </w:t>
      </w:r>
      <w:r>
        <w:t>La voix s</w:t>
      </w:r>
      <w:r w:rsidR="00894734">
        <w:t>’</w:t>
      </w:r>
      <w:r>
        <w:t>éleva de nouveau</w:t>
      </w:r>
      <w:r w:rsidR="00894734">
        <w:t xml:space="preserve">, </w:t>
      </w:r>
      <w:r>
        <w:t>comme une plainte</w:t>
      </w:r>
      <w:r w:rsidR="00894734">
        <w:t xml:space="preserve">, </w:t>
      </w:r>
      <w:r>
        <w:t>il me sembla</w:t>
      </w:r>
      <w:r w:rsidR="00894734">
        <w:t xml:space="preserve">. </w:t>
      </w:r>
      <w:r>
        <w:t>Je ne pouvais distinguer a</w:t>
      </w:r>
      <w:r>
        <w:t>u</w:t>
      </w:r>
      <w:r>
        <w:t>cun mot</w:t>
      </w:r>
      <w:r w:rsidR="00894734">
        <w:t xml:space="preserve">. </w:t>
      </w:r>
      <w:r>
        <w:t>Je tournai le bouton de la porte</w:t>
      </w:r>
      <w:r w:rsidR="00894734">
        <w:t xml:space="preserve">. </w:t>
      </w:r>
      <w:r>
        <w:t>Elle n</w:t>
      </w:r>
      <w:r w:rsidR="00894734">
        <w:t>’</w:t>
      </w:r>
      <w:r>
        <w:t>était pas fermée à clef</w:t>
      </w:r>
      <w:r w:rsidR="00894734">
        <w:t xml:space="preserve">. </w:t>
      </w:r>
      <w:r>
        <w:t>J</w:t>
      </w:r>
      <w:r w:rsidR="00894734">
        <w:t>’</w:t>
      </w:r>
      <w:r>
        <w:t>entendis le bruit mou de deux pieds non chaussés sur le plancher</w:t>
      </w:r>
      <w:r w:rsidR="00894734">
        <w:t xml:space="preserve">. </w:t>
      </w:r>
      <w:r>
        <w:t>Je poussai la porte</w:t>
      </w:r>
      <w:r w:rsidR="00894734">
        <w:t>.</w:t>
      </w:r>
    </w:p>
    <w:p w14:paraId="65598AD8" w14:textId="77777777" w:rsidR="00894734" w:rsidRDefault="00000000">
      <w:r>
        <w:t xml:space="preserve">Gabrielle </w:t>
      </w:r>
      <w:proofErr w:type="spellStart"/>
      <w:r>
        <w:t>Legget</w:t>
      </w:r>
      <w:proofErr w:type="spellEnd"/>
      <w:r>
        <w:t xml:space="preserve"> se tenait contre le lit</w:t>
      </w:r>
      <w:r w:rsidR="00894734">
        <w:t xml:space="preserve">, </w:t>
      </w:r>
      <w:r>
        <w:t>nue</w:t>
      </w:r>
      <w:r w:rsidR="00894734">
        <w:t xml:space="preserve">, </w:t>
      </w:r>
      <w:r>
        <w:t>vacillante</w:t>
      </w:r>
      <w:r w:rsidR="00894734">
        <w:t xml:space="preserve">, </w:t>
      </w:r>
      <w:r>
        <w:t>et agrippée d</w:t>
      </w:r>
      <w:r w:rsidR="00894734">
        <w:t>’</w:t>
      </w:r>
      <w:r>
        <w:t>une main au couvre-pied blanc</w:t>
      </w:r>
      <w:r w:rsidR="00894734">
        <w:t xml:space="preserve">. </w:t>
      </w:r>
      <w:r>
        <w:t>Son visage était d</w:t>
      </w:r>
      <w:r w:rsidR="00894734">
        <w:t>’</w:t>
      </w:r>
      <w:r>
        <w:t>une pâleur extraordinaire</w:t>
      </w:r>
      <w:r w:rsidR="00894734">
        <w:t xml:space="preserve">, </w:t>
      </w:r>
      <w:r>
        <w:t>ses yeux assombris semblaient ne rien voir</w:t>
      </w:r>
      <w:r w:rsidR="00894734">
        <w:t xml:space="preserve">, </w:t>
      </w:r>
      <w:r>
        <w:t>son petit front était creusé de rides</w:t>
      </w:r>
      <w:r w:rsidR="00894734">
        <w:t xml:space="preserve">. </w:t>
      </w:r>
      <w:r>
        <w:t>Ses vêtements</w:t>
      </w:r>
      <w:r w:rsidR="00894734">
        <w:t xml:space="preserve">, </w:t>
      </w:r>
      <w:r>
        <w:t>qui étaient ceux qu</w:t>
      </w:r>
      <w:r w:rsidR="00894734">
        <w:t>’</w:t>
      </w:r>
      <w:r>
        <w:t>elle portait quand je la vis sortir de chez Minnie Hershey</w:t>
      </w:r>
      <w:r w:rsidR="00894734">
        <w:t xml:space="preserve">, </w:t>
      </w:r>
      <w:r>
        <w:t>étaient épars dans la chambre</w:t>
      </w:r>
      <w:r w:rsidR="00894734">
        <w:t>.</w:t>
      </w:r>
    </w:p>
    <w:p w14:paraId="58527459" w14:textId="77777777" w:rsidR="00894734" w:rsidRDefault="00000000">
      <w:r>
        <w:t>Tout était blanc dans cette chambre</w:t>
      </w:r>
      <w:r w:rsidR="00894734">
        <w:t xml:space="preserve"> : </w:t>
      </w:r>
      <w:r>
        <w:t>le papier des murs</w:t>
      </w:r>
      <w:r w:rsidR="00894734">
        <w:t xml:space="preserve">, </w:t>
      </w:r>
      <w:r>
        <w:t>les boiseries</w:t>
      </w:r>
      <w:r w:rsidR="00894734">
        <w:t xml:space="preserve">, </w:t>
      </w:r>
      <w:r>
        <w:t>les meubles</w:t>
      </w:r>
      <w:r w:rsidR="00894734">
        <w:t xml:space="preserve">, </w:t>
      </w:r>
      <w:r>
        <w:t>jusqu</w:t>
      </w:r>
      <w:r w:rsidR="00894734">
        <w:t>’</w:t>
      </w:r>
      <w:r>
        <w:t>au tapis du sol</w:t>
      </w:r>
      <w:r w:rsidR="00894734">
        <w:t xml:space="preserve">. </w:t>
      </w:r>
      <w:r>
        <w:t>Il y avait deux fenêtres</w:t>
      </w:r>
      <w:r w:rsidR="00894734">
        <w:t xml:space="preserve">, </w:t>
      </w:r>
      <w:r>
        <w:t>et deux portes</w:t>
      </w:r>
      <w:r w:rsidR="00894734">
        <w:t xml:space="preserve">, </w:t>
      </w:r>
      <w:r>
        <w:t>outre celle que j</w:t>
      </w:r>
      <w:r w:rsidR="00894734">
        <w:t>’</w:t>
      </w:r>
      <w:r>
        <w:t>avais ouverte</w:t>
      </w:r>
      <w:r w:rsidR="00894734">
        <w:t xml:space="preserve">. </w:t>
      </w:r>
      <w:r>
        <w:t>Une à gauche qui ouvrait dans la salle de bains et une à droite dans une petite penderie</w:t>
      </w:r>
      <w:r w:rsidR="00894734">
        <w:t>.</w:t>
      </w:r>
    </w:p>
    <w:p w14:paraId="1D6DD2C2" w14:textId="77777777" w:rsidR="00894734" w:rsidRDefault="00000000">
      <w:r>
        <w:t>Je poussai Collinson dans la chambre</w:t>
      </w:r>
      <w:r w:rsidR="00894734">
        <w:t xml:space="preserve">, </w:t>
      </w:r>
      <w:r>
        <w:t>le suivit et fermai la porte</w:t>
      </w:r>
      <w:r w:rsidR="00894734">
        <w:t xml:space="preserve">. </w:t>
      </w:r>
      <w:r>
        <w:t>Il n</w:t>
      </w:r>
      <w:r w:rsidR="00894734">
        <w:t>’</w:t>
      </w:r>
      <w:r>
        <w:t>y avait pas de clef</w:t>
      </w:r>
      <w:r w:rsidR="00894734">
        <w:t xml:space="preserve">, </w:t>
      </w:r>
      <w:r>
        <w:t>pas de serrure</w:t>
      </w:r>
      <w:r w:rsidR="00894734">
        <w:t xml:space="preserve">, </w:t>
      </w:r>
      <w:r>
        <w:t>pas de verrou</w:t>
      </w:r>
      <w:r w:rsidR="00894734">
        <w:t xml:space="preserve">. </w:t>
      </w:r>
      <w:r>
        <w:t>Co</w:t>
      </w:r>
      <w:r>
        <w:t>l</w:t>
      </w:r>
      <w:r>
        <w:t>linson se tenait devant la jeune fille</w:t>
      </w:r>
      <w:r w:rsidR="00894734">
        <w:t xml:space="preserve">, </w:t>
      </w:r>
      <w:r>
        <w:t>n</w:t>
      </w:r>
      <w:r w:rsidR="00894734">
        <w:t>’</w:t>
      </w:r>
      <w:r>
        <w:t>osant l</w:t>
      </w:r>
      <w:r w:rsidR="00894734">
        <w:t>’</w:t>
      </w:r>
      <w:r>
        <w:t>approcher</w:t>
      </w:r>
      <w:r w:rsidR="00894734">
        <w:t xml:space="preserve">, </w:t>
      </w:r>
      <w:r>
        <w:t>les yeux hagards lui aussi</w:t>
      </w:r>
      <w:r w:rsidR="00894734">
        <w:t xml:space="preserve">. </w:t>
      </w:r>
      <w:r>
        <w:t>Elle recula jusqu</w:t>
      </w:r>
      <w:r w:rsidR="00894734">
        <w:t>’</w:t>
      </w:r>
      <w:r>
        <w:t>au pied du lit</w:t>
      </w:r>
      <w:r w:rsidR="00894734">
        <w:t xml:space="preserve">. </w:t>
      </w:r>
      <w:r>
        <w:t>Ses yeux étaient toujours sans regard dans son visage angoissé</w:t>
      </w:r>
      <w:r w:rsidR="00894734">
        <w:t>.</w:t>
      </w:r>
    </w:p>
    <w:p w14:paraId="0D9A2A61" w14:textId="77777777" w:rsidR="00894734" w:rsidRDefault="00000000">
      <w:r>
        <w:t>Je la fis asseoir sur le bord du lit et dit à Collinson</w:t>
      </w:r>
      <w:r w:rsidR="00894734">
        <w:t> :</w:t>
      </w:r>
    </w:p>
    <w:p w14:paraId="55DF2EAF" w14:textId="77777777" w:rsidR="00894734" w:rsidRDefault="00894734">
      <w:r>
        <w:t>— </w:t>
      </w:r>
      <w:r w:rsidR="00000000">
        <w:t>Passez-moi ses vêtements</w:t>
      </w:r>
      <w:r>
        <w:t>.</w:t>
      </w:r>
    </w:p>
    <w:p w14:paraId="4937AED5" w14:textId="77777777" w:rsidR="00894734" w:rsidRDefault="00000000">
      <w:r>
        <w:t>Je dus lui répéter deux fois ma demande pour qu</w:t>
      </w:r>
      <w:r w:rsidR="00894734">
        <w:t>’</w:t>
      </w:r>
      <w:r>
        <w:t>il me comprît</w:t>
      </w:r>
      <w:r w:rsidR="00894734">
        <w:t xml:space="preserve">. </w:t>
      </w:r>
      <w:r>
        <w:t>Quand il me les eût donnés</w:t>
      </w:r>
      <w:r w:rsidR="00894734">
        <w:t xml:space="preserve">, </w:t>
      </w:r>
      <w:r>
        <w:t xml:space="preserve">je commençai à habiller </w:t>
      </w:r>
      <w:r>
        <w:lastRenderedPageBreak/>
        <w:t>Gabrielle</w:t>
      </w:r>
      <w:r w:rsidR="00894734">
        <w:t xml:space="preserve">. </w:t>
      </w:r>
      <w:r>
        <w:t>Il posa sa main sur mon épaule et me dit d</w:t>
      </w:r>
      <w:r w:rsidR="00894734">
        <w:t>’</w:t>
      </w:r>
      <w:r>
        <w:t>un ton scandalisé</w:t>
      </w:r>
      <w:r w:rsidR="00894734">
        <w:t> :</w:t>
      </w:r>
    </w:p>
    <w:p w14:paraId="0C0ECAA3" w14:textId="77777777" w:rsidR="00894734" w:rsidRDefault="00894734">
      <w:r>
        <w:t>— </w:t>
      </w:r>
      <w:r w:rsidR="00000000">
        <w:t>Non</w:t>
      </w:r>
      <w:r>
        <w:t xml:space="preserve">, </w:t>
      </w:r>
      <w:r w:rsidR="00000000">
        <w:t>vous ne pouvez pas</w:t>
      </w:r>
      <w:r>
        <w:t>…</w:t>
      </w:r>
    </w:p>
    <w:p w14:paraId="13958CCD" w14:textId="77777777" w:rsidR="00894734" w:rsidRDefault="00894734">
      <w:r>
        <w:t>— </w:t>
      </w:r>
      <w:r w:rsidR="00000000">
        <w:t>Quoi</w:t>
      </w:r>
      <w:r>
        <w:t xml:space="preserve"> ? </w:t>
      </w:r>
      <w:r w:rsidR="00000000">
        <w:t>Eh bien</w:t>
      </w:r>
      <w:r>
        <w:t xml:space="preserve"> ! </w:t>
      </w:r>
      <w:r w:rsidR="00000000">
        <w:t>faites-le</w:t>
      </w:r>
      <w:r>
        <w:t xml:space="preserve">, </w:t>
      </w:r>
      <w:r w:rsidR="00000000">
        <w:t>vous</w:t>
      </w:r>
      <w:r>
        <w:t xml:space="preserve">, </w:t>
      </w:r>
      <w:r w:rsidR="00000000">
        <w:t>si vous jugez que ce n</w:t>
      </w:r>
      <w:r>
        <w:t>’</w:t>
      </w:r>
      <w:r w:rsidR="00000000">
        <w:t>est pas convenable que ce soit moi</w:t>
      </w:r>
      <w:r>
        <w:t>.</w:t>
      </w:r>
    </w:p>
    <w:p w14:paraId="2C99992B" w14:textId="77777777" w:rsidR="00894734" w:rsidRDefault="00000000">
      <w:r>
        <w:t>Il dansait d</w:t>
      </w:r>
      <w:r w:rsidR="00894734">
        <w:t>’</w:t>
      </w:r>
      <w:r>
        <w:t>un pied sur l</w:t>
      </w:r>
      <w:r w:rsidR="00894734">
        <w:t>’</w:t>
      </w:r>
      <w:r>
        <w:t>autre</w:t>
      </w:r>
      <w:r w:rsidR="00894734">
        <w:t>.</w:t>
      </w:r>
    </w:p>
    <w:p w14:paraId="5F976320" w14:textId="77777777" w:rsidR="00894734" w:rsidRDefault="00894734">
      <w:r>
        <w:t>— </w:t>
      </w:r>
      <w:r w:rsidR="00000000">
        <w:t>Oh</w:t>
      </w:r>
      <w:r>
        <w:t xml:space="preserve"> ! </w:t>
      </w:r>
      <w:r w:rsidR="00000000">
        <w:t>non</w:t>
      </w:r>
      <w:r>
        <w:t xml:space="preserve">, </w:t>
      </w:r>
      <w:r w:rsidR="00000000">
        <w:t>dit-il</w:t>
      </w:r>
      <w:r>
        <w:t xml:space="preserve">, </w:t>
      </w:r>
      <w:r w:rsidR="00000000">
        <w:t>je ne pourrai pas</w:t>
      </w:r>
      <w:r>
        <w:t xml:space="preserve">, </w:t>
      </w:r>
      <w:r w:rsidR="00000000">
        <w:t>cela</w:t>
      </w:r>
      <w:r>
        <w:t>…</w:t>
      </w:r>
    </w:p>
    <w:p w14:paraId="3EC289DA" w14:textId="77777777" w:rsidR="00894734" w:rsidRDefault="00000000">
      <w:r>
        <w:t>Il s</w:t>
      </w:r>
      <w:r w:rsidR="00894734">
        <w:t>’</w:t>
      </w:r>
      <w:r>
        <w:t>interrompit et alla regarder par la fenêtre</w:t>
      </w:r>
      <w:r w:rsidR="00894734">
        <w:t>.</w:t>
      </w:r>
    </w:p>
    <w:p w14:paraId="562A301E" w14:textId="77777777" w:rsidR="00894734" w:rsidRDefault="00894734">
      <w:r>
        <w:t>— </w:t>
      </w:r>
      <w:r w:rsidR="00000000">
        <w:t>C</w:t>
      </w:r>
      <w:r>
        <w:t>’</w:t>
      </w:r>
      <w:r w:rsidR="00000000">
        <w:t>est cela</w:t>
      </w:r>
      <w:r>
        <w:t xml:space="preserve">, </w:t>
      </w:r>
      <w:r w:rsidR="00000000">
        <w:t>lui dis-je</w:t>
      </w:r>
      <w:r>
        <w:t xml:space="preserve">, </w:t>
      </w:r>
      <w:r w:rsidR="00000000">
        <w:t>ne regardez pas</w:t>
      </w:r>
      <w:r>
        <w:t xml:space="preserve">. </w:t>
      </w:r>
      <w:r w:rsidR="00000000">
        <w:t>Vous savez qu</w:t>
      </w:r>
      <w:r>
        <w:t>’</w:t>
      </w:r>
      <w:r w:rsidR="00000000">
        <w:t>elle m</w:t>
      </w:r>
      <w:r>
        <w:t>’</w:t>
      </w:r>
      <w:r w:rsidR="00000000">
        <w:t>a dit que vous étiez un âne</w:t>
      </w:r>
      <w:r>
        <w:t> ?…</w:t>
      </w:r>
    </w:p>
    <w:p w14:paraId="21467EA0" w14:textId="77777777" w:rsidR="00894734" w:rsidRDefault="00000000">
      <w:r>
        <w:t>Gabrielle ne m</w:t>
      </w:r>
      <w:r w:rsidR="00894734">
        <w:t>’</w:t>
      </w:r>
      <w:r>
        <w:t>aida nullement et ne protesta pas quand je mis à l</w:t>
      </w:r>
      <w:r w:rsidR="00894734">
        <w:t>’</w:t>
      </w:r>
      <w:r>
        <w:t>envers sa robe marron</w:t>
      </w:r>
      <w:r w:rsidR="00894734">
        <w:t xml:space="preserve">. </w:t>
      </w:r>
      <w:r>
        <w:t>Mais elle n</w:t>
      </w:r>
      <w:r w:rsidR="00894734">
        <w:t>’</w:t>
      </w:r>
      <w:r>
        <w:t>essaya pas de lutter contre ma volonté et se leva quand je l</w:t>
      </w:r>
      <w:r w:rsidR="00894734">
        <w:t>’</w:t>
      </w:r>
      <w:r>
        <w:t>eus chaussée</w:t>
      </w:r>
      <w:r w:rsidR="00894734">
        <w:t>.</w:t>
      </w:r>
    </w:p>
    <w:p w14:paraId="19F904CA" w14:textId="77777777" w:rsidR="00894734" w:rsidRDefault="00894734">
      <w:r>
        <w:t>— </w:t>
      </w:r>
      <w:r w:rsidR="00000000">
        <w:t>Mais enfin</w:t>
      </w:r>
      <w:r>
        <w:t xml:space="preserve">, </w:t>
      </w:r>
      <w:r w:rsidR="00000000">
        <w:t>que peut-elle avoir</w:t>
      </w:r>
      <w:r>
        <w:t xml:space="preserve"> ? </w:t>
      </w:r>
      <w:r w:rsidR="00000000">
        <w:t>me dit Collinson</w:t>
      </w:r>
      <w:r>
        <w:t xml:space="preserve">, </w:t>
      </w:r>
      <w:r w:rsidR="00000000">
        <w:t>rev</w:t>
      </w:r>
      <w:r w:rsidR="00000000">
        <w:t>e</w:t>
      </w:r>
      <w:r w:rsidR="00000000">
        <w:t>nant de la fenêtre quand sa fiancée fut présentable</w:t>
      </w:r>
      <w:r>
        <w:t xml:space="preserve">. </w:t>
      </w:r>
      <w:r w:rsidR="00000000">
        <w:t>Ne d</w:t>
      </w:r>
      <w:r w:rsidR="00000000">
        <w:t>e</w:t>
      </w:r>
      <w:r w:rsidR="00000000">
        <w:t>vrions-nous pas appeler un médecin</w:t>
      </w:r>
      <w:r>
        <w:t xml:space="preserve"> ? </w:t>
      </w:r>
      <w:r w:rsidR="00000000">
        <w:t>N</w:t>
      </w:r>
      <w:r>
        <w:t>’</w:t>
      </w:r>
      <w:r w:rsidR="00000000">
        <w:t>est-il pas imprudent de la faire sortir</w:t>
      </w:r>
      <w:r>
        <w:t> ?</w:t>
      </w:r>
    </w:p>
    <w:p w14:paraId="12824C10" w14:textId="77777777" w:rsidR="00894734" w:rsidRDefault="00000000">
      <w:r>
        <w:t>Il s</w:t>
      </w:r>
      <w:r w:rsidR="00894734">
        <w:t>’</w:t>
      </w:r>
      <w:r>
        <w:t>avança vers-la jeune fille</w:t>
      </w:r>
      <w:r w:rsidR="00894734">
        <w:t xml:space="preserve">, </w:t>
      </w:r>
      <w:r>
        <w:t>la souleva dans ses grands bras solides</w:t>
      </w:r>
      <w:r w:rsidR="00894734">
        <w:t xml:space="preserve">, </w:t>
      </w:r>
      <w:r>
        <w:t>lui parla comme à un bébé</w:t>
      </w:r>
      <w:r w:rsidR="00894734">
        <w:t> :</w:t>
      </w:r>
    </w:p>
    <w:p w14:paraId="1DC49D43" w14:textId="77777777" w:rsidR="00894734" w:rsidRDefault="00894734">
      <w:r>
        <w:t>— </w:t>
      </w:r>
      <w:proofErr w:type="spellStart"/>
      <w:r w:rsidR="00000000">
        <w:rPr>
          <w:lang w:val="en-GB"/>
        </w:rPr>
        <w:t>C</w:t>
      </w:r>
      <w:r>
        <w:rPr>
          <w:lang w:val="en-GB"/>
        </w:rPr>
        <w:t>’</w:t>
      </w:r>
      <w:r w:rsidR="00000000">
        <w:rPr>
          <w:lang w:val="en-GB"/>
        </w:rPr>
        <w:t>est</w:t>
      </w:r>
      <w:proofErr w:type="spellEnd"/>
      <w:r w:rsidR="00000000">
        <w:rPr>
          <w:lang w:val="en-GB"/>
        </w:rPr>
        <w:t xml:space="preserve"> Éric</w:t>
      </w:r>
      <w:r>
        <w:rPr>
          <w:lang w:val="en-GB"/>
        </w:rPr>
        <w:t xml:space="preserve">, </w:t>
      </w:r>
      <w:r w:rsidR="00000000">
        <w:rPr>
          <w:lang w:val="en-GB"/>
        </w:rPr>
        <w:t>Gaby</w:t>
      </w:r>
      <w:r>
        <w:rPr>
          <w:lang w:val="en-GB"/>
        </w:rPr>
        <w:t xml:space="preserve">. </w:t>
      </w:r>
      <w:r w:rsidR="00000000">
        <w:t>Ne me reconnaissez-vous pas</w:t>
      </w:r>
      <w:r>
        <w:t xml:space="preserve"> ? </w:t>
      </w:r>
      <w:r w:rsidR="00000000">
        <w:t>Parlez-moi</w:t>
      </w:r>
      <w:r>
        <w:t xml:space="preserve">. </w:t>
      </w:r>
      <w:r w:rsidR="00000000">
        <w:t>Qu</w:t>
      </w:r>
      <w:r>
        <w:t>’</w:t>
      </w:r>
      <w:r w:rsidR="00000000">
        <w:t>avez-vous</w:t>
      </w:r>
      <w:r>
        <w:t xml:space="preserve">, </w:t>
      </w:r>
      <w:r w:rsidR="00000000">
        <w:t>ma chérie</w:t>
      </w:r>
      <w:r>
        <w:t> ?</w:t>
      </w:r>
    </w:p>
    <w:p w14:paraId="003EB993" w14:textId="77777777" w:rsidR="00894734" w:rsidRDefault="00894734">
      <w:r>
        <w:t>— </w:t>
      </w:r>
      <w:r w:rsidR="00000000">
        <w:t>Elle a plus que son compte de drogue</w:t>
      </w:r>
      <w:r>
        <w:t xml:space="preserve">, </w:t>
      </w:r>
      <w:r w:rsidR="00000000">
        <w:t>voilà ce qu</w:t>
      </w:r>
      <w:r>
        <w:t>’</w:t>
      </w:r>
      <w:r w:rsidR="00000000">
        <w:t>elle a</w:t>
      </w:r>
      <w:r>
        <w:t xml:space="preserve">. </w:t>
      </w:r>
      <w:r w:rsidR="00000000">
        <w:t>N</w:t>
      </w:r>
      <w:r>
        <w:t>’</w:t>
      </w:r>
      <w:r w:rsidR="00000000">
        <w:t>essayez pas de la faire sortir de cet état avant qu</w:t>
      </w:r>
      <w:r>
        <w:t>’</w:t>
      </w:r>
      <w:r w:rsidR="00000000">
        <w:t>elle soit chez elle</w:t>
      </w:r>
      <w:r>
        <w:t xml:space="preserve">. </w:t>
      </w:r>
      <w:r w:rsidR="00000000">
        <w:t>Prenez ce bras</w:t>
      </w:r>
      <w:r>
        <w:t xml:space="preserve">, </w:t>
      </w:r>
      <w:r w:rsidR="00000000">
        <w:t>moi l</w:t>
      </w:r>
      <w:r>
        <w:t>’</w:t>
      </w:r>
      <w:r w:rsidR="00000000">
        <w:t>autre</w:t>
      </w:r>
      <w:r>
        <w:t xml:space="preserve">. </w:t>
      </w:r>
      <w:r w:rsidR="00000000">
        <w:t>Je pense qu</w:t>
      </w:r>
      <w:r>
        <w:t>’</w:t>
      </w:r>
      <w:r w:rsidR="00000000">
        <w:t>elle pourra ma</w:t>
      </w:r>
      <w:r w:rsidR="00000000">
        <w:t>r</w:t>
      </w:r>
      <w:r w:rsidR="00000000">
        <w:t>cher comme cela</w:t>
      </w:r>
      <w:r>
        <w:t xml:space="preserve">. </w:t>
      </w:r>
      <w:r w:rsidR="00000000">
        <w:t>Si nous rencontrons quelqu</w:t>
      </w:r>
      <w:r>
        <w:t>’</w:t>
      </w:r>
      <w:r w:rsidR="00000000">
        <w:t>un</w:t>
      </w:r>
      <w:r>
        <w:t xml:space="preserve">, </w:t>
      </w:r>
      <w:r w:rsidR="00000000">
        <w:t>continuez à avancer avec elle</w:t>
      </w:r>
      <w:r>
        <w:t xml:space="preserve">. </w:t>
      </w:r>
      <w:r w:rsidR="00000000">
        <w:t>Moi</w:t>
      </w:r>
      <w:r>
        <w:t xml:space="preserve">, </w:t>
      </w:r>
      <w:r w:rsidR="00000000">
        <w:t>je me charge du reste</w:t>
      </w:r>
      <w:r>
        <w:t xml:space="preserve">. </w:t>
      </w:r>
      <w:r w:rsidR="00000000">
        <w:t>Allons</w:t>
      </w:r>
      <w:r>
        <w:t>.</w:t>
      </w:r>
    </w:p>
    <w:p w14:paraId="269F5C71" w14:textId="77777777" w:rsidR="00894734" w:rsidRDefault="00000000">
      <w:r>
        <w:lastRenderedPageBreak/>
        <w:t>Nous ne rencontrâmes personne</w:t>
      </w:r>
      <w:r w:rsidR="00894734">
        <w:t xml:space="preserve">, </w:t>
      </w:r>
      <w:r>
        <w:t>ni dans le couloir</w:t>
      </w:r>
      <w:r w:rsidR="00894734">
        <w:t xml:space="preserve">, </w:t>
      </w:r>
      <w:r>
        <w:t>ni dans l</w:t>
      </w:r>
      <w:r w:rsidR="00894734">
        <w:t>’</w:t>
      </w:r>
      <w:r>
        <w:t>ascenseur</w:t>
      </w:r>
      <w:r w:rsidR="00894734">
        <w:t xml:space="preserve">, </w:t>
      </w:r>
      <w:r>
        <w:t>ni dans le vestibule du rez-de-chaussée</w:t>
      </w:r>
      <w:r w:rsidR="00894734">
        <w:t xml:space="preserve">. </w:t>
      </w:r>
      <w:r>
        <w:t>Quand nous eûmes gagné le coin de la rue</w:t>
      </w:r>
      <w:r w:rsidR="00894734">
        <w:t xml:space="preserve">, </w:t>
      </w:r>
      <w:r>
        <w:t>je donnai congé à Mickey qui partit</w:t>
      </w:r>
      <w:r w:rsidR="00894734">
        <w:t xml:space="preserve">. </w:t>
      </w:r>
      <w:r>
        <w:t>Nous installâmes Gabrielle entre nous et Collinson mit la voiture en marche</w:t>
      </w:r>
      <w:r w:rsidR="00894734">
        <w:t xml:space="preserve">. </w:t>
      </w:r>
      <w:r>
        <w:t>Nous roulâmes peut-être trois cents mètres</w:t>
      </w:r>
      <w:r w:rsidR="00894734">
        <w:t xml:space="preserve">. </w:t>
      </w:r>
      <w:r>
        <w:t>Collinson me dit</w:t>
      </w:r>
      <w:r w:rsidR="00894734">
        <w:t> :</w:t>
      </w:r>
    </w:p>
    <w:p w14:paraId="7C69CCB9" w14:textId="77777777" w:rsidR="00894734" w:rsidRDefault="00894734">
      <w:r>
        <w:t>— </w:t>
      </w:r>
      <w:r w:rsidR="00000000">
        <w:t>Croyez-vous que sa maison soit un endroit bien désigné pour elle en ce moment</w:t>
      </w:r>
      <w:r>
        <w:t> ?</w:t>
      </w:r>
    </w:p>
    <w:p w14:paraId="03640AF6" w14:textId="77777777" w:rsidR="00894734" w:rsidRDefault="00894734">
      <w:r>
        <w:t>— </w:t>
      </w:r>
      <w:r w:rsidR="00000000">
        <w:t>J</w:t>
      </w:r>
      <w:r>
        <w:t>’</w:t>
      </w:r>
      <w:r w:rsidR="00000000">
        <w:t>en suis sûr</w:t>
      </w:r>
      <w:r>
        <w:t>.</w:t>
      </w:r>
    </w:p>
    <w:p w14:paraId="529C0FB6" w14:textId="77777777" w:rsidR="00894734" w:rsidRDefault="00000000">
      <w:r>
        <w:t>Il ne répondit rien</w:t>
      </w:r>
      <w:r w:rsidR="00894734">
        <w:t xml:space="preserve">, </w:t>
      </w:r>
      <w:r>
        <w:t>mais</w:t>
      </w:r>
      <w:r w:rsidR="00894734">
        <w:t xml:space="preserve">, </w:t>
      </w:r>
      <w:r>
        <w:t>un peu plus loin</w:t>
      </w:r>
      <w:r w:rsidR="00894734">
        <w:t xml:space="preserve">, </w:t>
      </w:r>
      <w:r>
        <w:t>répéta</w:t>
      </w:r>
      <w:r w:rsidR="00894734">
        <w:t xml:space="preserve">, </w:t>
      </w:r>
      <w:r>
        <w:t>sa que</w:t>
      </w:r>
      <w:r>
        <w:t>s</w:t>
      </w:r>
      <w:r>
        <w:t>tion</w:t>
      </w:r>
      <w:r w:rsidR="00894734">
        <w:t xml:space="preserve">, </w:t>
      </w:r>
      <w:r>
        <w:t>ajoutant quelque chose au sujet d</w:t>
      </w:r>
      <w:r w:rsidR="00894734">
        <w:t>’</w:t>
      </w:r>
      <w:r>
        <w:t>une clinique</w:t>
      </w:r>
      <w:r w:rsidR="00894734">
        <w:t>.</w:t>
      </w:r>
    </w:p>
    <w:p w14:paraId="32F7F732" w14:textId="77777777" w:rsidR="00894734" w:rsidRDefault="00894734">
      <w:r>
        <w:t>— </w:t>
      </w:r>
      <w:r w:rsidR="00000000">
        <w:t>Pourquoi pas un journal</w:t>
      </w:r>
      <w:r>
        <w:t xml:space="preserve"> ? </w:t>
      </w:r>
      <w:r w:rsidR="00000000">
        <w:t>Pour que tout le monde soit au courant</w:t>
      </w:r>
      <w:r>
        <w:t xml:space="preserve">, </w:t>
      </w:r>
      <w:r w:rsidR="00000000">
        <w:t>hein</w:t>
      </w:r>
      <w:r>
        <w:t> ?</w:t>
      </w:r>
    </w:p>
    <w:p w14:paraId="520C0762" w14:textId="77777777" w:rsidR="00894734" w:rsidRDefault="00894734">
      <w:r>
        <w:t>— </w:t>
      </w:r>
      <w:r w:rsidR="00000000">
        <w:t>Pourtant</w:t>
      </w:r>
      <w:r>
        <w:t xml:space="preserve">, </w:t>
      </w:r>
      <w:r w:rsidR="00000000">
        <w:t>je connais un médecin qui</w:t>
      </w:r>
      <w:r>
        <w:t>…</w:t>
      </w:r>
    </w:p>
    <w:p w14:paraId="12FC631A" w14:textId="77777777" w:rsidR="00894734" w:rsidRDefault="00894734">
      <w:r>
        <w:t>— </w:t>
      </w:r>
      <w:r w:rsidR="00000000">
        <w:t>J</w:t>
      </w:r>
      <w:r>
        <w:t>’</w:t>
      </w:r>
      <w:r w:rsidR="00000000">
        <w:t>ai une tâche à mener à bien</w:t>
      </w:r>
      <w:r>
        <w:t xml:space="preserve">, </w:t>
      </w:r>
      <w:r w:rsidR="00000000">
        <w:t>dis-je</w:t>
      </w:r>
      <w:r>
        <w:t xml:space="preserve">, </w:t>
      </w:r>
      <w:r w:rsidR="00000000">
        <w:t xml:space="preserve">et miss </w:t>
      </w:r>
      <w:proofErr w:type="spellStart"/>
      <w:r w:rsidR="00000000">
        <w:t>Legget</w:t>
      </w:r>
      <w:proofErr w:type="spellEnd"/>
      <w:r>
        <w:t xml:space="preserve">, </w:t>
      </w:r>
      <w:r w:rsidR="00000000">
        <w:t>dans l</w:t>
      </w:r>
      <w:r>
        <w:t>’</w:t>
      </w:r>
      <w:r w:rsidR="00000000">
        <w:t>état où elle est maintenant</w:t>
      </w:r>
      <w:r>
        <w:t xml:space="preserve">, </w:t>
      </w:r>
      <w:r w:rsidR="00000000">
        <w:t>et chez elle</w:t>
      </w:r>
      <w:r>
        <w:t xml:space="preserve">, </w:t>
      </w:r>
      <w:r w:rsidR="00000000">
        <w:t>me sera d</w:t>
      </w:r>
      <w:r>
        <w:t>’</w:t>
      </w:r>
      <w:r w:rsidR="00000000">
        <w:t>un grand s</w:t>
      </w:r>
      <w:r w:rsidR="00000000">
        <w:t>e</w:t>
      </w:r>
      <w:r w:rsidR="00000000">
        <w:t>cours</w:t>
      </w:r>
      <w:r>
        <w:t>.</w:t>
      </w:r>
    </w:p>
    <w:p w14:paraId="015E5E88" w14:textId="77777777" w:rsidR="00894734" w:rsidRDefault="00894734">
      <w:r>
        <w:t>— </w:t>
      </w:r>
      <w:r w:rsidR="00000000">
        <w:t>Ce n</w:t>
      </w:r>
      <w:r>
        <w:t>’</w:t>
      </w:r>
      <w:r w:rsidR="00000000">
        <w:t>est pas chic de votre part</w:t>
      </w:r>
      <w:r>
        <w:t xml:space="preserve">, </w:t>
      </w:r>
      <w:r w:rsidR="00000000">
        <w:t>essaya-t-il encore de me dire</w:t>
      </w:r>
      <w:r>
        <w:t xml:space="preserve">. </w:t>
      </w:r>
      <w:r w:rsidR="00000000">
        <w:t>Vous allez l</w:t>
      </w:r>
      <w:r>
        <w:t>’</w:t>
      </w:r>
      <w:r w:rsidR="00000000">
        <w:t>humilier devant ses parents qui ne se doutent peut-être de rien</w:t>
      </w:r>
      <w:r>
        <w:t xml:space="preserve">. </w:t>
      </w:r>
      <w:r w:rsidR="00000000">
        <w:t>Sa vie sera même en danger</w:t>
      </w:r>
      <w:r>
        <w:t xml:space="preserve">, </w:t>
      </w:r>
      <w:r w:rsidR="00000000">
        <w:t>au cas où</w:t>
      </w:r>
      <w:r>
        <w:t xml:space="preserve">… </w:t>
      </w:r>
      <w:r w:rsidR="00000000">
        <w:t>Pour l</w:t>
      </w:r>
      <w:r>
        <w:t>’</w:t>
      </w:r>
      <w:r w:rsidR="00000000">
        <w:t>amour de</w:t>
      </w:r>
      <w:r>
        <w:t>…</w:t>
      </w:r>
    </w:p>
    <w:p w14:paraId="3E4FD14B" w14:textId="6390C907" w:rsidR="00894734" w:rsidRDefault="00894734">
      <w:r>
        <w:t>— </w:t>
      </w:r>
      <w:r w:rsidR="00000000">
        <w:t>Sa vie n</w:t>
      </w:r>
      <w:r>
        <w:t>’</w:t>
      </w:r>
      <w:r w:rsidR="00000000">
        <w:t>est pas plus en danger que la vôtre ou la mienne</w:t>
      </w:r>
      <w:r>
        <w:t xml:space="preserve">. </w:t>
      </w:r>
      <w:r w:rsidR="00000000">
        <w:t>Elle en a pris un peu plus simplement qu</w:t>
      </w:r>
      <w:r>
        <w:t>’</w:t>
      </w:r>
      <w:r w:rsidR="00000000">
        <w:t>elle ne peut e</w:t>
      </w:r>
      <w:r w:rsidR="00000000">
        <w:t>n</w:t>
      </w:r>
      <w:r w:rsidR="00000000">
        <w:t xml:space="preserve"> suppo</w:t>
      </w:r>
      <w:r w:rsidR="00000000">
        <w:t>r</w:t>
      </w:r>
      <w:r w:rsidR="00000000">
        <w:t>ter</w:t>
      </w:r>
      <w:r>
        <w:t xml:space="preserve">. </w:t>
      </w:r>
      <w:r w:rsidR="00000000">
        <w:t>Et ce n</w:t>
      </w:r>
      <w:r>
        <w:t>’</w:t>
      </w:r>
      <w:r w:rsidR="00000000">
        <w:t>est pas moi qui le lui ai donné</w:t>
      </w:r>
      <w:r>
        <w:t>.</w:t>
      </w:r>
    </w:p>
    <w:p w14:paraId="503995DE" w14:textId="77777777" w:rsidR="00894734" w:rsidRDefault="00000000">
      <w:r>
        <w:t>Pendant ce temps</w:t>
      </w:r>
      <w:r w:rsidR="00894734">
        <w:t xml:space="preserve">, </w:t>
      </w:r>
      <w:r>
        <w:t>Gabrielle était toujours entre nous sans vie apparente</w:t>
      </w:r>
      <w:r w:rsidR="00894734">
        <w:t xml:space="preserve">, </w:t>
      </w:r>
      <w:r>
        <w:t>les yeux néanmoins grands ouverts</w:t>
      </w:r>
      <w:r w:rsidR="00894734">
        <w:t xml:space="preserve">, </w:t>
      </w:r>
      <w:r>
        <w:t>mais ne p</w:t>
      </w:r>
      <w:r>
        <w:t>a</w:t>
      </w:r>
      <w:r>
        <w:t>raissant pas plus avoir conscience d</w:t>
      </w:r>
      <w:r w:rsidR="00894734">
        <w:t>’</w:t>
      </w:r>
      <w:r>
        <w:t>être à San Francisco qu</w:t>
      </w:r>
      <w:r w:rsidR="00894734">
        <w:t>’</w:t>
      </w:r>
      <w:r>
        <w:t>en Finlande</w:t>
      </w:r>
      <w:r w:rsidR="00894734">
        <w:t>.</w:t>
      </w:r>
    </w:p>
    <w:p w14:paraId="7FFB5F86" w14:textId="77777777" w:rsidR="00894734" w:rsidRDefault="00000000">
      <w:r>
        <w:lastRenderedPageBreak/>
        <w:t>Nous aurions dû tourner au prochain coin de rue</w:t>
      </w:r>
      <w:r w:rsidR="00894734">
        <w:t xml:space="preserve">. </w:t>
      </w:r>
      <w:r>
        <w:t>Colli</w:t>
      </w:r>
      <w:r>
        <w:t>n</w:t>
      </w:r>
      <w:r>
        <w:t>son continua tout droit</w:t>
      </w:r>
      <w:r w:rsidR="00894734">
        <w:t xml:space="preserve">, </w:t>
      </w:r>
      <w:r>
        <w:t>à une vitesse folle</w:t>
      </w:r>
      <w:r w:rsidR="00894734">
        <w:t xml:space="preserve">. </w:t>
      </w:r>
      <w:r>
        <w:t>Les gens</w:t>
      </w:r>
      <w:r w:rsidR="00894734">
        <w:t xml:space="preserve">, </w:t>
      </w:r>
      <w:r>
        <w:t>sur les tro</w:t>
      </w:r>
      <w:r>
        <w:t>t</w:t>
      </w:r>
      <w:r>
        <w:t>toirs</w:t>
      </w:r>
      <w:r w:rsidR="00894734">
        <w:t xml:space="preserve">, </w:t>
      </w:r>
      <w:r>
        <w:t>commençaient à nous regarder passer avec effroi</w:t>
      </w:r>
      <w:r w:rsidR="00894734">
        <w:t xml:space="preserve">. </w:t>
      </w:r>
      <w:r>
        <w:t>Je ne souhaitais plus que l</w:t>
      </w:r>
      <w:r w:rsidR="00894734">
        <w:t>’</w:t>
      </w:r>
      <w:r>
        <w:t>apparition d</w:t>
      </w:r>
      <w:r w:rsidR="00894734">
        <w:t>’</w:t>
      </w:r>
      <w:r>
        <w:t>un agent de la circulation</w:t>
      </w:r>
      <w:r w:rsidR="00894734">
        <w:t>.</w:t>
      </w:r>
    </w:p>
    <w:p w14:paraId="530A3B12" w14:textId="77777777" w:rsidR="00894734" w:rsidRDefault="00894734">
      <w:r>
        <w:t>— </w:t>
      </w:r>
      <w:r w:rsidR="00000000">
        <w:t>Vous prendrez le prochain tournant</w:t>
      </w:r>
      <w:r>
        <w:t xml:space="preserve">, </w:t>
      </w:r>
      <w:r w:rsidR="00000000">
        <w:t>commandai-je</w:t>
      </w:r>
      <w:r>
        <w:t>.</w:t>
      </w:r>
    </w:p>
    <w:p w14:paraId="047F65A5" w14:textId="77777777" w:rsidR="00894734" w:rsidRDefault="00894734">
      <w:r>
        <w:t>— </w:t>
      </w:r>
      <w:r w:rsidR="00000000">
        <w:t>Ça non</w:t>
      </w:r>
      <w:r>
        <w:t xml:space="preserve">, </w:t>
      </w:r>
      <w:r w:rsidR="00000000">
        <w:t>me répondit-il</w:t>
      </w:r>
      <w:r>
        <w:t xml:space="preserve">. </w:t>
      </w:r>
      <w:r w:rsidR="00000000">
        <w:t>Je l</w:t>
      </w:r>
      <w:r>
        <w:t>’</w:t>
      </w:r>
      <w:r w:rsidR="00000000">
        <w:t>emmène</w:t>
      </w:r>
      <w:r>
        <w:t xml:space="preserve">. </w:t>
      </w:r>
      <w:r w:rsidR="00000000">
        <w:t>Elle ne peut pas rentrer chez elle dans cet état</w:t>
      </w:r>
      <w:r>
        <w:t>.</w:t>
      </w:r>
    </w:p>
    <w:p w14:paraId="7907432F" w14:textId="77777777" w:rsidR="00894734" w:rsidRDefault="00000000">
      <w:r>
        <w:t>Je pointai le doigt vers le contact</w:t>
      </w:r>
      <w:r w:rsidR="00894734">
        <w:t xml:space="preserve">. </w:t>
      </w:r>
      <w:r>
        <w:t>Il maintint le volant d</w:t>
      </w:r>
      <w:r w:rsidR="00894734">
        <w:t>’</w:t>
      </w:r>
      <w:r>
        <w:t>une main et essaya d</w:t>
      </w:r>
      <w:r w:rsidR="00894734">
        <w:t>’</w:t>
      </w:r>
      <w:r>
        <w:t>écarter mon geste</w:t>
      </w:r>
      <w:r w:rsidR="00894734">
        <w:t>.</w:t>
      </w:r>
    </w:p>
    <w:p w14:paraId="48E489B8" w14:textId="77777777" w:rsidR="00894734" w:rsidRDefault="00894734">
      <w:r>
        <w:t>— </w:t>
      </w:r>
      <w:r w:rsidR="00000000">
        <w:t>Vous savez bien ce qu</w:t>
      </w:r>
      <w:r>
        <w:t>’</w:t>
      </w:r>
      <w:r w:rsidR="00000000">
        <w:t>il adviendrait de nous si vous fa</w:t>
      </w:r>
      <w:r w:rsidR="00000000">
        <w:t>i</w:t>
      </w:r>
      <w:r w:rsidR="00000000">
        <w:t>siez cela à cette vitesse</w:t>
      </w:r>
      <w:r>
        <w:t>.</w:t>
      </w:r>
    </w:p>
    <w:p w14:paraId="234505D4" w14:textId="77777777" w:rsidR="00894734" w:rsidRDefault="00000000">
      <w:r>
        <w:t>À une dizaine de kilomètres de là</w:t>
      </w:r>
      <w:r w:rsidR="00894734">
        <w:t xml:space="preserve">, </w:t>
      </w:r>
      <w:r>
        <w:t>une motocyclette débo</w:t>
      </w:r>
      <w:r>
        <w:t>u</w:t>
      </w:r>
      <w:r>
        <w:t>chant devant nous à un croisement m</w:t>
      </w:r>
      <w:r w:rsidR="00894734">
        <w:t>’</w:t>
      </w:r>
      <w:r>
        <w:t>apporta la victoire</w:t>
      </w:r>
      <w:r w:rsidR="00894734">
        <w:t xml:space="preserve">. </w:t>
      </w:r>
      <w:r>
        <w:t>Co</w:t>
      </w:r>
      <w:r>
        <w:t>l</w:t>
      </w:r>
      <w:r>
        <w:t>linson donna un violent coup de volant pour l</w:t>
      </w:r>
      <w:r w:rsidR="00894734">
        <w:t>’</w:t>
      </w:r>
      <w:r>
        <w:t>éviter</w:t>
      </w:r>
      <w:r w:rsidR="00894734">
        <w:t xml:space="preserve">. </w:t>
      </w:r>
      <w:r>
        <w:t>Il ne put redresser à temps sa voiture qui alla s</w:t>
      </w:r>
      <w:r w:rsidR="00894734">
        <w:t>’</w:t>
      </w:r>
      <w:r>
        <w:t>échouer contre un poste d</w:t>
      </w:r>
      <w:r w:rsidR="00894734">
        <w:t>’</w:t>
      </w:r>
      <w:r>
        <w:t>essence qu</w:t>
      </w:r>
      <w:r w:rsidR="00894734">
        <w:t>’</w:t>
      </w:r>
      <w:r>
        <w:t>elle renversa</w:t>
      </w:r>
      <w:r w:rsidR="00894734">
        <w:t xml:space="preserve">, </w:t>
      </w:r>
      <w:r>
        <w:t>avant de se coucher sur le côté</w:t>
      </w:r>
      <w:r w:rsidR="00894734">
        <w:t>.</w:t>
      </w:r>
    </w:p>
    <w:p w14:paraId="76831DBA" w14:textId="77777777" w:rsidR="00894734" w:rsidRDefault="00000000">
      <w:r>
        <w:t>On vint à notre aide</w:t>
      </w:r>
      <w:r w:rsidR="00894734">
        <w:t xml:space="preserve">. </w:t>
      </w:r>
      <w:r>
        <w:t>Collinson avait un côté du visage tout balafré</w:t>
      </w:r>
      <w:r w:rsidR="00894734">
        <w:t xml:space="preserve">, </w:t>
      </w:r>
      <w:r>
        <w:t>mais ce n</w:t>
      </w:r>
      <w:r w:rsidR="00894734">
        <w:t>’</w:t>
      </w:r>
      <w:r>
        <w:t>était rien</w:t>
      </w:r>
      <w:r w:rsidR="00894734">
        <w:t xml:space="preserve">, </w:t>
      </w:r>
      <w:r>
        <w:t>et il s</w:t>
      </w:r>
      <w:r w:rsidR="00894734">
        <w:t>’</w:t>
      </w:r>
      <w:r>
        <w:t>appliquait déjà à remettre sa voiture sur roues</w:t>
      </w:r>
      <w:r w:rsidR="00894734">
        <w:t xml:space="preserve">, </w:t>
      </w:r>
      <w:r>
        <w:t>en homme qui veut repartir en dépit d</w:t>
      </w:r>
      <w:r w:rsidR="00894734">
        <w:t>’</w:t>
      </w:r>
      <w:r>
        <w:t>un c</w:t>
      </w:r>
      <w:r>
        <w:t>a</w:t>
      </w:r>
      <w:r>
        <w:t>pot éventré et d</w:t>
      </w:r>
      <w:r w:rsidR="00894734">
        <w:t>’</w:t>
      </w:r>
      <w:r>
        <w:t>une direction indubitablement faussée</w:t>
      </w:r>
      <w:r w:rsidR="00894734">
        <w:t xml:space="preserve">. </w:t>
      </w:r>
      <w:r>
        <w:t>Je pa</w:t>
      </w:r>
      <w:r>
        <w:t>r</w:t>
      </w:r>
      <w:r>
        <w:t>vins à sortir de la voiture et en tirai Gabrielle</w:t>
      </w:r>
      <w:r w:rsidR="00894734">
        <w:t xml:space="preserve">. </w:t>
      </w:r>
      <w:r>
        <w:t>Elle n</w:t>
      </w:r>
      <w:r w:rsidR="00894734">
        <w:t>’</w:t>
      </w:r>
      <w:r>
        <w:t>avait aucun mal</w:t>
      </w:r>
      <w:r w:rsidR="00894734">
        <w:t xml:space="preserve">. </w:t>
      </w:r>
      <w:r>
        <w:t>Entre nous deux</w:t>
      </w:r>
      <w:r w:rsidR="00894734">
        <w:t xml:space="preserve">, </w:t>
      </w:r>
      <w:r>
        <w:t>elle était à l</w:t>
      </w:r>
      <w:r w:rsidR="00894734">
        <w:t>’</w:t>
      </w:r>
      <w:r>
        <w:t>abri et n</w:t>
      </w:r>
      <w:r w:rsidR="00894734">
        <w:t>’</w:t>
      </w:r>
      <w:r>
        <w:t>avait pas dû suppo</w:t>
      </w:r>
      <w:r>
        <w:t>r</w:t>
      </w:r>
      <w:r>
        <w:t>ter de choc violent</w:t>
      </w:r>
      <w:r w:rsidR="00894734">
        <w:t xml:space="preserve">. </w:t>
      </w:r>
      <w:r>
        <w:t>Mon épaule et mon bras droits semblaient sans vie</w:t>
      </w:r>
      <w:r w:rsidR="00894734">
        <w:t>.</w:t>
      </w:r>
    </w:p>
    <w:p w14:paraId="06AC035A" w14:textId="77777777" w:rsidR="00894734" w:rsidRDefault="00000000">
      <w:r>
        <w:t>À la vue de Gabrielle</w:t>
      </w:r>
      <w:r w:rsidR="00894734">
        <w:t xml:space="preserve">, </w:t>
      </w:r>
      <w:r>
        <w:t>Collinson parut tout de même revenir à la raison</w:t>
      </w:r>
      <w:r w:rsidR="00894734">
        <w:t xml:space="preserve">. </w:t>
      </w:r>
      <w:r>
        <w:t>Il entoura la jeune fille de ses bras et la tint serrée contre lui comme un bien précieux qu</w:t>
      </w:r>
      <w:r w:rsidR="00894734">
        <w:t>’</w:t>
      </w:r>
      <w:r>
        <w:t>on a failli perdre</w:t>
      </w:r>
      <w:r w:rsidR="00894734">
        <w:t xml:space="preserve">. </w:t>
      </w:r>
      <w:r>
        <w:lastRenderedPageBreak/>
        <w:t>Le choc semblait lui avoir rendu une demi-conscience</w:t>
      </w:r>
      <w:r w:rsidR="00894734">
        <w:t xml:space="preserve">, </w:t>
      </w:r>
      <w:r>
        <w:t>mais elle ne s</w:t>
      </w:r>
      <w:r>
        <w:t>a</w:t>
      </w:r>
      <w:r>
        <w:t>vait certainement pas que nous avions eu un accident</w:t>
      </w:r>
      <w:r w:rsidR="00894734">
        <w:t xml:space="preserve">. </w:t>
      </w:r>
      <w:r>
        <w:t>Je prof</w:t>
      </w:r>
      <w:r>
        <w:t>i</w:t>
      </w:r>
      <w:r>
        <w:t>tai de cette accalmie pour dire au jeune homme</w:t>
      </w:r>
      <w:r w:rsidR="00894734">
        <w:t> :</w:t>
      </w:r>
    </w:p>
    <w:p w14:paraId="50580502" w14:textId="77777777" w:rsidR="00894734" w:rsidRDefault="00894734">
      <w:r>
        <w:t>— </w:t>
      </w:r>
      <w:r w:rsidR="00000000">
        <w:t>Maintenant</w:t>
      </w:r>
      <w:r>
        <w:t xml:space="preserve">, </w:t>
      </w:r>
      <w:r w:rsidR="00000000">
        <w:t>nous devons la reconduire chez elle</w:t>
      </w:r>
      <w:r>
        <w:t>.</w:t>
      </w:r>
    </w:p>
    <w:p w14:paraId="2E4BE7FF" w14:textId="77777777" w:rsidR="00894734" w:rsidRDefault="00000000">
      <w:r>
        <w:t>Il me fit signe que cela lui était égal et</w:t>
      </w:r>
      <w:r w:rsidR="00894734">
        <w:t xml:space="preserve">, </w:t>
      </w:r>
      <w:r>
        <w:t>comme un homme s</w:t>
      </w:r>
      <w:r w:rsidR="00894734">
        <w:t>’</w:t>
      </w:r>
      <w:r>
        <w:t>offrait à nous prendre dans sa voiture</w:t>
      </w:r>
      <w:r w:rsidR="00894734">
        <w:t xml:space="preserve">, </w:t>
      </w:r>
      <w:r>
        <w:t>j</w:t>
      </w:r>
      <w:r w:rsidR="00894734">
        <w:t>’</w:t>
      </w:r>
      <w:r>
        <w:t>acceptai ses services</w:t>
      </w:r>
      <w:r w:rsidR="00894734">
        <w:t xml:space="preserve">. </w:t>
      </w:r>
      <w:r>
        <w:t>Nous montâmes à l</w:t>
      </w:r>
      <w:r w:rsidR="00894734">
        <w:t>’</w:t>
      </w:r>
      <w:r>
        <w:t>arrière tous les trois et je donnai à notre sauveur l</w:t>
      </w:r>
      <w:r w:rsidR="00894734">
        <w:t>’</w:t>
      </w:r>
      <w:r>
        <w:t xml:space="preserve">adresse des </w:t>
      </w:r>
      <w:proofErr w:type="spellStart"/>
      <w:r>
        <w:t>Legget</w:t>
      </w:r>
      <w:proofErr w:type="spellEnd"/>
      <w:r w:rsidR="00894734">
        <w:t xml:space="preserve">. </w:t>
      </w:r>
      <w:r>
        <w:t>Collinson était décidément trop ahuri pour protester</w:t>
      </w:r>
      <w:r w:rsidR="00894734">
        <w:t xml:space="preserve">. </w:t>
      </w:r>
      <w:r>
        <w:t>Vingt minutes après</w:t>
      </w:r>
      <w:r w:rsidR="00894734">
        <w:t xml:space="preserve">, </w:t>
      </w:r>
      <w:r>
        <w:t>nous arrivions d</w:t>
      </w:r>
      <w:r>
        <w:t>e</w:t>
      </w:r>
      <w:r>
        <w:t>vant la maison de la jeune fille</w:t>
      </w:r>
      <w:r w:rsidR="00894734">
        <w:t>.</w:t>
      </w:r>
    </w:p>
    <w:p w14:paraId="40CF6A59" w14:textId="5BC4F731" w:rsidR="00000000" w:rsidRDefault="00000000" w:rsidP="00894734">
      <w:pPr>
        <w:pStyle w:val="Titre2"/>
        <w:rPr>
          <w:szCs w:val="44"/>
        </w:rPr>
      </w:pPr>
      <w:bookmarkStart w:id="7" w:name="_Toc202288408"/>
      <w:r>
        <w:rPr>
          <w:szCs w:val="44"/>
        </w:rPr>
        <w:lastRenderedPageBreak/>
        <w:t>CHAPITRE VI</w:t>
      </w:r>
      <w:r>
        <w:rPr>
          <w:szCs w:val="44"/>
        </w:rPr>
        <w:br/>
      </w:r>
      <w:r>
        <w:rPr>
          <w:szCs w:val="44"/>
        </w:rPr>
        <w:br/>
      </w:r>
      <w:proofErr w:type="spellStart"/>
      <w:r>
        <w:rPr>
          <w:szCs w:val="44"/>
        </w:rPr>
        <w:t>LEGGET</w:t>
      </w:r>
      <w:proofErr w:type="spellEnd"/>
      <w:r>
        <w:rPr>
          <w:szCs w:val="44"/>
        </w:rPr>
        <w:t xml:space="preserve"> N</w:t>
      </w:r>
      <w:r w:rsidR="00894734">
        <w:rPr>
          <w:szCs w:val="44"/>
        </w:rPr>
        <w:t>’</w:t>
      </w:r>
      <w:r>
        <w:rPr>
          <w:szCs w:val="44"/>
        </w:rPr>
        <w:t xml:space="preserve">EST PAS </w:t>
      </w:r>
      <w:proofErr w:type="spellStart"/>
      <w:r>
        <w:rPr>
          <w:szCs w:val="44"/>
        </w:rPr>
        <w:t>LEGGET</w:t>
      </w:r>
      <w:bookmarkEnd w:id="7"/>
      <w:proofErr w:type="spellEnd"/>
    </w:p>
    <w:p w14:paraId="33B2BA8E" w14:textId="77777777" w:rsidR="00894734" w:rsidRDefault="00000000">
      <w:r>
        <w:t>Après un assez long moment</w:t>
      </w:r>
      <w:r w:rsidR="00894734">
        <w:t xml:space="preserve"> – </w:t>
      </w:r>
      <w:r>
        <w:t>j</w:t>
      </w:r>
      <w:r w:rsidR="00894734">
        <w:t>’</w:t>
      </w:r>
      <w:r>
        <w:t>avais été obligé de sonner deux fois</w:t>
      </w:r>
      <w:r w:rsidR="00894734">
        <w:t xml:space="preserve"> – </w:t>
      </w:r>
      <w:r>
        <w:t xml:space="preserve">la porte des </w:t>
      </w:r>
      <w:proofErr w:type="spellStart"/>
      <w:r>
        <w:t>Legget</w:t>
      </w:r>
      <w:proofErr w:type="spellEnd"/>
      <w:r>
        <w:t xml:space="preserve"> s</w:t>
      </w:r>
      <w:r w:rsidR="00894734">
        <w:t>’</w:t>
      </w:r>
      <w:r>
        <w:t>ouvrit et je vis apparaître</w:t>
      </w:r>
      <w:r w:rsidR="00894734">
        <w:t xml:space="preserve">, </w:t>
      </w:r>
      <w:r>
        <w:t>à ma grande surprise</w:t>
      </w:r>
      <w:r w:rsidR="00894734">
        <w:t xml:space="preserve">, </w:t>
      </w:r>
      <w:r>
        <w:t xml:space="preserve">mon vieil ami Owen </w:t>
      </w:r>
      <w:proofErr w:type="spellStart"/>
      <w:r>
        <w:t>Fitzstephan</w:t>
      </w:r>
      <w:proofErr w:type="spellEnd"/>
      <w:r w:rsidR="00894734">
        <w:t xml:space="preserve">. </w:t>
      </w:r>
      <w:r>
        <w:t>Son regard n</w:t>
      </w:r>
      <w:r w:rsidR="00894734">
        <w:t>’</w:t>
      </w:r>
      <w:r>
        <w:t>était pas ensommeillé</w:t>
      </w:r>
      <w:r w:rsidR="00894734">
        <w:t xml:space="preserve">, </w:t>
      </w:r>
      <w:r>
        <w:t>mais brillant</w:t>
      </w:r>
      <w:r w:rsidR="00894734">
        <w:t xml:space="preserve">, </w:t>
      </w:r>
      <w:r>
        <w:t>comme quand il vous a</w:t>
      </w:r>
      <w:r>
        <w:t>f</w:t>
      </w:r>
      <w:r>
        <w:t>firme que la vie vaut d</w:t>
      </w:r>
      <w:r w:rsidR="00894734">
        <w:t>’</w:t>
      </w:r>
      <w:r>
        <w:t>être vécue</w:t>
      </w:r>
      <w:r w:rsidR="00894734">
        <w:t>.</w:t>
      </w:r>
    </w:p>
    <w:p w14:paraId="5945A04D" w14:textId="77777777" w:rsidR="00894734" w:rsidRDefault="00000000">
      <w:r>
        <w:t>Nous formions un trio assez piteux d</w:t>
      </w:r>
      <w:r w:rsidR="00894734">
        <w:t>’</w:t>
      </w:r>
      <w:r>
        <w:t>aspect avec nos vêt</w:t>
      </w:r>
      <w:r>
        <w:t>e</w:t>
      </w:r>
      <w:r>
        <w:t>ments déchirés</w:t>
      </w:r>
      <w:r w:rsidR="00894734">
        <w:t xml:space="preserve">, </w:t>
      </w:r>
      <w:r>
        <w:t>Collinson et sa figure ensanglantée</w:t>
      </w:r>
      <w:r w:rsidR="00894734">
        <w:t xml:space="preserve">, </w:t>
      </w:r>
      <w:r>
        <w:t>Gabrielle et sa joue écorchée</w:t>
      </w:r>
      <w:r w:rsidR="00894734">
        <w:t>.</w:t>
      </w:r>
    </w:p>
    <w:p w14:paraId="72BDBAA0" w14:textId="77777777" w:rsidR="00894734" w:rsidRDefault="00894734">
      <w:r>
        <w:t>— </w:t>
      </w:r>
      <w:r w:rsidR="00000000">
        <w:t>Mon Dieu</w:t>
      </w:r>
      <w:r>
        <w:t xml:space="preserve"> ! </w:t>
      </w:r>
      <w:r w:rsidR="00000000">
        <w:t>que vous est-il arrivé</w:t>
      </w:r>
      <w:r>
        <w:t xml:space="preserve"> ? </w:t>
      </w:r>
      <w:r w:rsidR="00000000">
        <w:t>demanda Fitz</w:t>
      </w:r>
      <w:r>
        <w:t>.</w:t>
      </w:r>
    </w:p>
    <w:p w14:paraId="624F56E2" w14:textId="77777777" w:rsidR="00894734" w:rsidRDefault="00894734">
      <w:r>
        <w:t>— </w:t>
      </w:r>
      <w:r w:rsidR="00000000">
        <w:t>Un accident d</w:t>
      </w:r>
      <w:r>
        <w:t>’</w:t>
      </w:r>
      <w:r w:rsidR="00000000">
        <w:t>automobile</w:t>
      </w:r>
      <w:r>
        <w:t xml:space="preserve">, </w:t>
      </w:r>
      <w:r w:rsidR="00000000">
        <w:t>dis-je</w:t>
      </w:r>
      <w:r>
        <w:t xml:space="preserve">. </w:t>
      </w:r>
      <w:r w:rsidR="00000000">
        <w:t>Rien de grave</w:t>
      </w:r>
      <w:r>
        <w:t xml:space="preserve">. </w:t>
      </w:r>
      <w:r w:rsidR="00000000">
        <w:t xml:space="preserve">Où sont les </w:t>
      </w:r>
      <w:proofErr w:type="spellStart"/>
      <w:r w:rsidR="00000000">
        <w:t>Legget</w:t>
      </w:r>
      <w:proofErr w:type="spellEnd"/>
      <w:r>
        <w:t> ?</w:t>
      </w:r>
    </w:p>
    <w:p w14:paraId="5ACAC5CD" w14:textId="77777777" w:rsidR="00894734" w:rsidRDefault="00894734">
      <w:r>
        <w:t>— </w:t>
      </w:r>
      <w:r w:rsidR="00000000">
        <w:t>Tout le monde est en haut</w:t>
      </w:r>
      <w:r>
        <w:t xml:space="preserve">, </w:t>
      </w:r>
      <w:r w:rsidR="00000000">
        <w:t>dans le laboratoire</w:t>
      </w:r>
      <w:r>
        <w:t xml:space="preserve">. </w:t>
      </w:r>
      <w:r w:rsidR="00000000">
        <w:t>Montez donc</w:t>
      </w:r>
      <w:r>
        <w:t>.</w:t>
      </w:r>
    </w:p>
    <w:p w14:paraId="6D9413D0" w14:textId="77777777" w:rsidR="00894734" w:rsidRDefault="00000000">
      <w:r>
        <w:t>Je le suivis jusqu</w:t>
      </w:r>
      <w:r w:rsidR="00894734">
        <w:t>’</w:t>
      </w:r>
      <w:r>
        <w:t>au pied de l</w:t>
      </w:r>
      <w:r w:rsidR="00894734">
        <w:t>’</w:t>
      </w:r>
      <w:r>
        <w:t>escalier</w:t>
      </w:r>
      <w:r w:rsidR="00894734">
        <w:t xml:space="preserve">, </w:t>
      </w:r>
      <w:r>
        <w:t>laissant Collinson et la jeune fille contre la porte d</w:t>
      </w:r>
      <w:r w:rsidR="00894734">
        <w:t>’</w:t>
      </w:r>
      <w:r>
        <w:t>entrée</w:t>
      </w:r>
      <w:r w:rsidR="00894734">
        <w:t xml:space="preserve">. </w:t>
      </w:r>
      <w:r>
        <w:t>Fitz me dit à voix basse</w:t>
      </w:r>
      <w:r w:rsidR="00894734">
        <w:t> :</w:t>
      </w:r>
    </w:p>
    <w:p w14:paraId="0E245A82" w14:textId="77777777" w:rsidR="00894734" w:rsidRDefault="00894734">
      <w:r>
        <w:t>— </w:t>
      </w:r>
      <w:proofErr w:type="spellStart"/>
      <w:r w:rsidR="00000000">
        <w:t>Legget</w:t>
      </w:r>
      <w:proofErr w:type="spellEnd"/>
      <w:r w:rsidR="00000000">
        <w:t xml:space="preserve"> s</w:t>
      </w:r>
      <w:r>
        <w:t>’</w:t>
      </w:r>
      <w:r w:rsidR="00000000">
        <w:t>est suicidé</w:t>
      </w:r>
      <w:r>
        <w:t>.</w:t>
      </w:r>
    </w:p>
    <w:p w14:paraId="55D9B1D8" w14:textId="77777777" w:rsidR="00894734" w:rsidRDefault="00894734">
      <w:r>
        <w:t>— </w:t>
      </w:r>
      <w:r w:rsidR="00000000">
        <w:t>Chez lui</w:t>
      </w:r>
      <w:r>
        <w:t> ?</w:t>
      </w:r>
    </w:p>
    <w:p w14:paraId="5FAB56A7" w14:textId="77777777" w:rsidR="00894734" w:rsidRDefault="00894734">
      <w:r>
        <w:t>— </w:t>
      </w:r>
      <w:r w:rsidR="00000000">
        <w:t>Oui</w:t>
      </w:r>
      <w:r>
        <w:t xml:space="preserve">, </w:t>
      </w:r>
      <w:r w:rsidR="00000000">
        <w:t>là-haut</w:t>
      </w:r>
      <w:r>
        <w:t xml:space="preserve">, </w:t>
      </w:r>
      <w:r w:rsidR="00000000">
        <w:t>dans son laboratoire</w:t>
      </w:r>
      <w:r>
        <w:t xml:space="preserve">. </w:t>
      </w:r>
      <w:r w:rsidR="00000000">
        <w:t>On n</w:t>
      </w:r>
      <w:r>
        <w:t>’</w:t>
      </w:r>
      <w:r w:rsidR="00000000">
        <w:t>a rien touché e</w:t>
      </w:r>
      <w:r w:rsidR="00000000">
        <w:t>n</w:t>
      </w:r>
      <w:r w:rsidR="00000000">
        <w:t>core</w:t>
      </w:r>
      <w:r>
        <w:t xml:space="preserve">. </w:t>
      </w:r>
      <w:r w:rsidR="00000000">
        <w:t>Il y a une demi-heure au plus</w:t>
      </w:r>
      <w:r>
        <w:t xml:space="preserve">. </w:t>
      </w:r>
      <w:r w:rsidR="00000000">
        <w:t>Mrs</w:t>
      </w:r>
      <w:r>
        <w:t xml:space="preserve">. </w:t>
      </w:r>
      <w:proofErr w:type="spellStart"/>
      <w:r w:rsidR="00000000">
        <w:t>Legget</w:t>
      </w:r>
      <w:proofErr w:type="spellEnd"/>
      <w:r w:rsidR="00000000">
        <w:t xml:space="preserve"> et la police sont auprès du corps</w:t>
      </w:r>
      <w:r>
        <w:t>.</w:t>
      </w:r>
    </w:p>
    <w:p w14:paraId="615D2266" w14:textId="77777777" w:rsidR="00894734" w:rsidRDefault="00894734">
      <w:r>
        <w:t>— </w:t>
      </w:r>
      <w:r w:rsidR="00000000">
        <w:t>Montons tous</w:t>
      </w:r>
      <w:r>
        <w:t xml:space="preserve">, </w:t>
      </w:r>
      <w:r w:rsidR="00000000">
        <w:t>dis-je</w:t>
      </w:r>
      <w:r>
        <w:t>.</w:t>
      </w:r>
    </w:p>
    <w:p w14:paraId="37BAE02D" w14:textId="77777777" w:rsidR="00894734" w:rsidRDefault="00894734">
      <w:r>
        <w:lastRenderedPageBreak/>
        <w:t>— </w:t>
      </w:r>
      <w:r w:rsidR="00000000">
        <w:t>Est-ce vraiment nécessaire de faire monter Gabrielle</w:t>
      </w:r>
      <w:r>
        <w:t> ?</w:t>
      </w:r>
    </w:p>
    <w:p w14:paraId="340FAD46" w14:textId="77777777" w:rsidR="00894734" w:rsidRDefault="00894734">
      <w:r>
        <w:t>— </w:t>
      </w:r>
      <w:r w:rsidR="00000000">
        <w:t>Elle est saoule de drogue et parfaitement indifférente à ce qui se passe autour d</w:t>
      </w:r>
      <w:r>
        <w:t>’</w:t>
      </w:r>
      <w:r w:rsidR="00000000">
        <w:t>elle</w:t>
      </w:r>
      <w:r>
        <w:t xml:space="preserve">. </w:t>
      </w:r>
      <w:r w:rsidR="00000000">
        <w:t>Mais son état présent ne lui perme</w:t>
      </w:r>
      <w:r w:rsidR="00000000">
        <w:t>t</w:t>
      </w:r>
      <w:r w:rsidR="00000000">
        <w:t>tra pas de surveiller ses réactions si elle en a devant le cadavre de son père</w:t>
      </w:r>
      <w:r>
        <w:t xml:space="preserve">. </w:t>
      </w:r>
      <w:r w:rsidR="00000000">
        <w:t>Et peut-être alors apprendrons-nous quelque chose de nouveau</w:t>
      </w:r>
      <w:r>
        <w:t>…</w:t>
      </w:r>
    </w:p>
    <w:p w14:paraId="6C9B1A3B" w14:textId="77777777" w:rsidR="00894734" w:rsidRDefault="00000000">
      <w:r>
        <w:t>Je me tournai vers Collinson</w:t>
      </w:r>
      <w:r w:rsidR="00894734">
        <w:t> :</w:t>
      </w:r>
    </w:p>
    <w:p w14:paraId="5CE0F094" w14:textId="77777777" w:rsidR="00894734" w:rsidRDefault="00894734">
      <w:r>
        <w:t>— </w:t>
      </w:r>
      <w:r w:rsidR="00000000">
        <w:t>Venez</w:t>
      </w:r>
      <w:r>
        <w:t xml:space="preserve">, </w:t>
      </w:r>
      <w:r w:rsidR="00000000">
        <w:t>nous montons</w:t>
      </w:r>
      <w:r>
        <w:t> !</w:t>
      </w:r>
    </w:p>
    <w:p w14:paraId="3C2373E6" w14:textId="77777777" w:rsidR="00894734" w:rsidRDefault="00000000">
      <w:r>
        <w:t>Je le précédai</w:t>
      </w:r>
      <w:r w:rsidR="00894734">
        <w:t xml:space="preserve">, </w:t>
      </w:r>
      <w:r>
        <w:t>laissant Fitz aider Collinson à traîner la je</w:t>
      </w:r>
      <w:r>
        <w:t>u</w:t>
      </w:r>
      <w:r>
        <w:t>ne fille</w:t>
      </w:r>
      <w:r w:rsidR="00894734">
        <w:t>.</w:t>
      </w:r>
    </w:p>
    <w:p w14:paraId="2F8229B9" w14:textId="77777777" w:rsidR="00894734" w:rsidRDefault="00000000">
      <w:r>
        <w:t>Il y avait six personnes dans le laboratoire d</w:t>
      </w:r>
      <w:r w:rsidR="00894734">
        <w:t>’</w:t>
      </w:r>
      <w:r>
        <w:t xml:space="preserve">Edgar </w:t>
      </w:r>
      <w:proofErr w:type="spellStart"/>
      <w:r>
        <w:t>Legget</w:t>
      </w:r>
      <w:proofErr w:type="spellEnd"/>
      <w:r>
        <w:t xml:space="preserve"> quand j</w:t>
      </w:r>
      <w:r w:rsidR="00894734">
        <w:t>’</w:t>
      </w:r>
      <w:r>
        <w:t>y entrai</w:t>
      </w:r>
      <w:r w:rsidR="00894734">
        <w:t xml:space="preserve"> : </w:t>
      </w:r>
      <w:r>
        <w:t>un agent en uniforme devant la porte</w:t>
      </w:r>
      <w:r w:rsidR="00894734">
        <w:t xml:space="preserve">, </w:t>
      </w:r>
      <w:r>
        <w:t>Mrs</w:t>
      </w:r>
      <w:r w:rsidR="00894734">
        <w:t xml:space="preserve">. </w:t>
      </w:r>
      <w:proofErr w:type="spellStart"/>
      <w:r>
        <w:t>Legget</w:t>
      </w:r>
      <w:proofErr w:type="spellEnd"/>
      <w:r w:rsidR="00894734">
        <w:t xml:space="preserve">, </w:t>
      </w:r>
      <w:r>
        <w:t>assise sur une chaise au fond de la pièce</w:t>
      </w:r>
      <w:r w:rsidR="00894734">
        <w:t xml:space="preserve">, </w:t>
      </w:r>
      <w:r>
        <w:t>pleurant do</w:t>
      </w:r>
      <w:r>
        <w:t>u</w:t>
      </w:r>
      <w:r>
        <w:t>cement</w:t>
      </w:r>
      <w:r w:rsidR="00894734">
        <w:t xml:space="preserve">, </w:t>
      </w:r>
      <w:proofErr w:type="spellStart"/>
      <w:r>
        <w:t>O</w:t>
      </w:r>
      <w:r w:rsidR="00894734">
        <w:t>’</w:t>
      </w:r>
      <w:r>
        <w:t>Gar</w:t>
      </w:r>
      <w:proofErr w:type="spellEnd"/>
      <w:r>
        <w:t xml:space="preserve"> et Reddy</w:t>
      </w:r>
      <w:r w:rsidR="00894734">
        <w:t xml:space="preserve">, </w:t>
      </w:r>
      <w:r>
        <w:t>debout devant l</w:t>
      </w:r>
      <w:r w:rsidR="00894734">
        <w:t>’</w:t>
      </w:r>
      <w:r>
        <w:t>une des fenêtres et l</w:t>
      </w:r>
      <w:r>
        <w:t>i</w:t>
      </w:r>
      <w:r>
        <w:t>sant ensemble un papier</w:t>
      </w:r>
      <w:r w:rsidR="00894734">
        <w:t xml:space="preserve">. </w:t>
      </w:r>
      <w:r>
        <w:t>Puis un homme au visage terne</w:t>
      </w:r>
      <w:r w:rsidR="00894734">
        <w:t xml:space="preserve">, </w:t>
      </w:r>
      <w:r>
        <w:t>vêtu de noir</w:t>
      </w:r>
      <w:r w:rsidR="00894734">
        <w:t xml:space="preserve">, </w:t>
      </w:r>
      <w:r>
        <w:t>et balançant un monocle au bout d</w:t>
      </w:r>
      <w:r w:rsidR="00894734">
        <w:t>’</w:t>
      </w:r>
      <w:r>
        <w:t>un ruban de moire</w:t>
      </w:r>
      <w:r w:rsidR="00894734">
        <w:t xml:space="preserve"> ; </w:t>
      </w:r>
      <w:r>
        <w:t xml:space="preserve">enfin Edgar </w:t>
      </w:r>
      <w:proofErr w:type="spellStart"/>
      <w:r>
        <w:t>Legget</w:t>
      </w:r>
      <w:proofErr w:type="spellEnd"/>
      <w:r w:rsidR="00894734">
        <w:t xml:space="preserve">, </w:t>
      </w:r>
      <w:r>
        <w:t>assis</w:t>
      </w:r>
      <w:r w:rsidR="00894734">
        <w:t xml:space="preserve">, </w:t>
      </w:r>
      <w:r>
        <w:t>la tête et le buste couchés sur sa table de travail</w:t>
      </w:r>
      <w:r w:rsidR="00894734">
        <w:t xml:space="preserve">, </w:t>
      </w:r>
      <w:r>
        <w:t>les bras étendus</w:t>
      </w:r>
      <w:r w:rsidR="00894734">
        <w:t>.</w:t>
      </w:r>
    </w:p>
    <w:p w14:paraId="777A7F8B" w14:textId="77777777" w:rsidR="00894734" w:rsidRDefault="00000000">
      <w:proofErr w:type="spellStart"/>
      <w:r>
        <w:t>O</w:t>
      </w:r>
      <w:r w:rsidR="00894734">
        <w:t>’</w:t>
      </w:r>
      <w:r>
        <w:t>Gar</w:t>
      </w:r>
      <w:proofErr w:type="spellEnd"/>
      <w:r>
        <w:t xml:space="preserve"> et Reddy interrompirent leur lecture quand j</w:t>
      </w:r>
      <w:r w:rsidR="00894734">
        <w:t>’</w:t>
      </w:r>
      <w:r>
        <w:t>entrai</w:t>
      </w:r>
      <w:r w:rsidR="00894734">
        <w:t xml:space="preserve">. </w:t>
      </w:r>
      <w:r>
        <w:t>En passant près de la table pour les rejoindre</w:t>
      </w:r>
      <w:r w:rsidR="00894734">
        <w:t xml:space="preserve">, </w:t>
      </w:r>
      <w:r>
        <w:t>je vis du sang</w:t>
      </w:r>
      <w:r w:rsidR="00894734">
        <w:t xml:space="preserve">, </w:t>
      </w:r>
      <w:r>
        <w:t xml:space="preserve">un petit pistolet automatique dans la main crispée de </w:t>
      </w:r>
      <w:proofErr w:type="spellStart"/>
      <w:r>
        <w:t>Legget</w:t>
      </w:r>
      <w:proofErr w:type="spellEnd"/>
      <w:r>
        <w:t xml:space="preserve"> et un petit tas de diamants près de sa tête</w:t>
      </w:r>
      <w:r w:rsidR="00894734">
        <w:t>.</w:t>
      </w:r>
    </w:p>
    <w:p w14:paraId="78CF62BE" w14:textId="77777777" w:rsidR="00894734" w:rsidRDefault="00894734">
      <w:r>
        <w:t>— </w:t>
      </w:r>
      <w:r w:rsidR="00000000">
        <w:t>Jetez un coup d</w:t>
      </w:r>
      <w:r>
        <w:t>’</w:t>
      </w:r>
      <w:r w:rsidR="00000000">
        <w:t>œil à cela</w:t>
      </w:r>
      <w:r>
        <w:t xml:space="preserve">, </w:t>
      </w:r>
      <w:r w:rsidR="00000000">
        <w:t xml:space="preserve">me dit </w:t>
      </w:r>
      <w:proofErr w:type="spellStart"/>
      <w:r w:rsidR="00000000">
        <w:t>O</w:t>
      </w:r>
      <w:r>
        <w:t>’</w:t>
      </w:r>
      <w:r w:rsidR="00000000">
        <w:t>Gar</w:t>
      </w:r>
      <w:proofErr w:type="spellEnd"/>
      <w:r w:rsidR="00000000">
        <w:t xml:space="preserve"> en me tendant la première des feuilles de papier</w:t>
      </w:r>
      <w:r>
        <w:t xml:space="preserve">, </w:t>
      </w:r>
      <w:r w:rsidR="00000000">
        <w:t>couverte d</w:t>
      </w:r>
      <w:r>
        <w:t>’</w:t>
      </w:r>
      <w:r w:rsidR="00000000">
        <w:t>une petite écriture régulière</w:t>
      </w:r>
      <w:r>
        <w:t>.</w:t>
      </w:r>
    </w:p>
    <w:p w14:paraId="35DD034C" w14:textId="77777777" w:rsidR="00894734" w:rsidRDefault="00000000">
      <w:r>
        <w:t>À ce moment</w:t>
      </w:r>
      <w:r w:rsidR="00894734">
        <w:t xml:space="preserve">, </w:t>
      </w:r>
      <w:r>
        <w:t>Fitz et Collinson entraient</w:t>
      </w:r>
      <w:r w:rsidR="00894734">
        <w:t xml:space="preserve">, </w:t>
      </w:r>
      <w:r>
        <w:t>encadrant G</w:t>
      </w:r>
      <w:r>
        <w:t>a</w:t>
      </w:r>
      <w:r>
        <w:t xml:space="preserve">brielle </w:t>
      </w:r>
      <w:proofErr w:type="spellStart"/>
      <w:r>
        <w:t>Legget</w:t>
      </w:r>
      <w:proofErr w:type="spellEnd"/>
      <w:r w:rsidR="00894734">
        <w:t xml:space="preserve">. </w:t>
      </w:r>
      <w:r>
        <w:t>Collinson vit tout de suite l</w:t>
      </w:r>
      <w:r w:rsidR="00894734">
        <w:t>’</w:t>
      </w:r>
      <w:r>
        <w:t>homme mort</w:t>
      </w:r>
      <w:r w:rsidR="00894734">
        <w:t xml:space="preserve">. </w:t>
      </w:r>
      <w:r>
        <w:t>Il d</w:t>
      </w:r>
      <w:r>
        <w:t>e</w:t>
      </w:r>
      <w:r>
        <w:t>vint pâle et se jeta entre la jeune fille et le cadavre pour qu</w:t>
      </w:r>
      <w:r w:rsidR="00894734">
        <w:t>’</w:t>
      </w:r>
      <w:r>
        <w:t>elle ne le vît point</w:t>
      </w:r>
      <w:r w:rsidR="00894734">
        <w:t>.</w:t>
      </w:r>
    </w:p>
    <w:p w14:paraId="3DFDB9DB" w14:textId="77777777" w:rsidR="00894734" w:rsidRDefault="00894734">
      <w:r>
        <w:lastRenderedPageBreak/>
        <w:t>— </w:t>
      </w:r>
      <w:r w:rsidR="00000000">
        <w:t>Avancez</w:t>
      </w:r>
      <w:r>
        <w:t xml:space="preserve">, </w:t>
      </w:r>
      <w:r w:rsidR="00000000">
        <w:t>lui dis-je</w:t>
      </w:r>
      <w:r>
        <w:t>.</w:t>
      </w:r>
    </w:p>
    <w:p w14:paraId="46B83C89" w14:textId="77777777" w:rsidR="00894734" w:rsidRDefault="00894734">
      <w:r>
        <w:t>— </w:t>
      </w:r>
      <w:r w:rsidR="00000000">
        <w:t>Non</w:t>
      </w:r>
      <w:r>
        <w:t xml:space="preserve">, </w:t>
      </w:r>
      <w:r w:rsidR="00000000">
        <w:t>ce n</w:t>
      </w:r>
      <w:r>
        <w:t>’</w:t>
      </w:r>
      <w:r w:rsidR="00000000">
        <w:t xml:space="preserve">est pas ici la place de miss </w:t>
      </w:r>
      <w:proofErr w:type="spellStart"/>
      <w:r w:rsidR="00000000">
        <w:t>Legget</w:t>
      </w:r>
      <w:proofErr w:type="spellEnd"/>
      <w:r>
        <w:t xml:space="preserve">, </w:t>
      </w:r>
      <w:r w:rsidR="00000000">
        <w:t>répondit-il en essayant de l</w:t>
      </w:r>
      <w:r>
        <w:t>’</w:t>
      </w:r>
      <w:r w:rsidR="00000000">
        <w:t>entraîner hors de la pièce</w:t>
      </w:r>
      <w:r>
        <w:t>.</w:t>
      </w:r>
    </w:p>
    <w:p w14:paraId="3C71EAC1" w14:textId="77777777" w:rsidR="00894734" w:rsidRDefault="00894734">
      <w:r>
        <w:t>— </w:t>
      </w:r>
      <w:r w:rsidR="00000000">
        <w:t>Nous avons besoin de tout le monde ici</w:t>
      </w:r>
      <w:r>
        <w:t xml:space="preserve">, </w:t>
      </w:r>
      <w:r w:rsidR="00000000">
        <w:t>n</w:t>
      </w:r>
      <w:r>
        <w:t>’</w:t>
      </w:r>
      <w:r w:rsidR="00000000">
        <w:t>est-ce pas</w:t>
      </w:r>
      <w:r>
        <w:t xml:space="preserve">, </w:t>
      </w:r>
      <w:r w:rsidR="00000000">
        <w:t xml:space="preserve">dis-je à </w:t>
      </w:r>
      <w:proofErr w:type="spellStart"/>
      <w:r w:rsidR="00000000">
        <w:t>O</w:t>
      </w:r>
      <w:r>
        <w:t>’</w:t>
      </w:r>
      <w:r w:rsidR="00000000">
        <w:t>Gar</w:t>
      </w:r>
      <w:proofErr w:type="spellEnd"/>
      <w:r>
        <w:t>.</w:t>
      </w:r>
    </w:p>
    <w:p w14:paraId="5155F2BE" w14:textId="77777777" w:rsidR="00894734" w:rsidRDefault="00000000">
      <w:r>
        <w:t>Il inclina sa grosse tête vers le policier en uniforme et celui-ci barra la porte à Collinson</w:t>
      </w:r>
      <w:r w:rsidR="00894734">
        <w:t xml:space="preserve">. </w:t>
      </w:r>
      <w:r>
        <w:t>Fitz avança une chaise pour la je</w:t>
      </w:r>
      <w:r>
        <w:t>u</w:t>
      </w:r>
      <w:r>
        <w:t>ne fille</w:t>
      </w:r>
      <w:r w:rsidR="00894734">
        <w:t xml:space="preserve">. </w:t>
      </w:r>
      <w:r>
        <w:t>Elle s</w:t>
      </w:r>
      <w:r w:rsidR="00894734">
        <w:t>’</w:t>
      </w:r>
      <w:r>
        <w:t>assit et regarda autour d</w:t>
      </w:r>
      <w:r w:rsidR="00894734">
        <w:t>’</w:t>
      </w:r>
      <w:r>
        <w:t>elle</w:t>
      </w:r>
      <w:r w:rsidR="00894734">
        <w:t xml:space="preserve">, </w:t>
      </w:r>
      <w:r>
        <w:t>l</w:t>
      </w:r>
      <w:r w:rsidR="00894734">
        <w:t>’</w:t>
      </w:r>
      <w:r>
        <w:t>homme mort</w:t>
      </w:r>
      <w:r w:rsidR="00894734">
        <w:t xml:space="preserve">, </w:t>
      </w:r>
      <w:r>
        <w:t>Mrs</w:t>
      </w:r>
      <w:r w:rsidR="00894734">
        <w:t xml:space="preserve">. </w:t>
      </w:r>
      <w:proofErr w:type="spellStart"/>
      <w:r>
        <w:t>Legget</w:t>
      </w:r>
      <w:proofErr w:type="spellEnd"/>
      <w:r w:rsidR="00894734">
        <w:t xml:space="preserve">, </w:t>
      </w:r>
      <w:r>
        <w:t>chacun de nous</w:t>
      </w:r>
      <w:r w:rsidR="00894734">
        <w:t xml:space="preserve">, </w:t>
      </w:r>
      <w:r>
        <w:t>avec des yeux toujours sans vie</w:t>
      </w:r>
      <w:r w:rsidR="00894734">
        <w:t xml:space="preserve">. </w:t>
      </w:r>
      <w:r>
        <w:t>Collinson alla se placer derrière elle</w:t>
      </w:r>
      <w:r w:rsidR="00894734">
        <w:t xml:space="preserve">, </w:t>
      </w:r>
      <w:r>
        <w:t>Mrs</w:t>
      </w:r>
      <w:r w:rsidR="00894734">
        <w:t xml:space="preserve">. </w:t>
      </w:r>
      <w:proofErr w:type="spellStart"/>
      <w:r>
        <w:t>Legget</w:t>
      </w:r>
      <w:proofErr w:type="spellEnd"/>
      <w:r>
        <w:t xml:space="preserve"> pleurait to</w:t>
      </w:r>
      <w:r>
        <w:t>u</w:t>
      </w:r>
      <w:r>
        <w:t>jours dans son mouchoir</w:t>
      </w:r>
      <w:r w:rsidR="00894734">
        <w:t>.</w:t>
      </w:r>
    </w:p>
    <w:p w14:paraId="7C619AD9" w14:textId="77777777" w:rsidR="00894734" w:rsidRDefault="00000000">
      <w:r>
        <w:t xml:space="preserve">Je dis à </w:t>
      </w:r>
      <w:proofErr w:type="spellStart"/>
      <w:r>
        <w:t>O</w:t>
      </w:r>
      <w:r w:rsidR="00894734">
        <w:t>’</w:t>
      </w:r>
      <w:r>
        <w:t>Gar</w:t>
      </w:r>
      <w:proofErr w:type="spellEnd"/>
      <w:r w:rsidR="00894734">
        <w:t xml:space="preserve">, </w:t>
      </w:r>
      <w:r>
        <w:t>assez fort pour être entendu de tout le mo</w:t>
      </w:r>
      <w:r>
        <w:t>n</w:t>
      </w:r>
      <w:r>
        <w:t>de</w:t>
      </w:r>
      <w:r w:rsidR="00894734">
        <w:t> :</w:t>
      </w:r>
    </w:p>
    <w:p w14:paraId="56B847E6" w14:textId="77777777" w:rsidR="00894734" w:rsidRDefault="00894734">
      <w:r>
        <w:t>— </w:t>
      </w:r>
      <w:r w:rsidR="00000000">
        <w:t>Lisons cette lettre à voix haute</w:t>
      </w:r>
      <w:r>
        <w:t>.</w:t>
      </w:r>
    </w:p>
    <w:p w14:paraId="1F3BEB8B" w14:textId="77777777" w:rsidR="00894734" w:rsidRDefault="00000000">
      <w:r>
        <w:t>Il cligna des yeux</w:t>
      </w:r>
      <w:r w:rsidR="00894734">
        <w:t xml:space="preserve">, </w:t>
      </w:r>
      <w:r>
        <w:t>hésita</w:t>
      </w:r>
      <w:r w:rsidR="00894734">
        <w:t xml:space="preserve">, </w:t>
      </w:r>
      <w:r>
        <w:t>puis me tendit le reste du manu</w:t>
      </w:r>
      <w:r>
        <w:t>s</w:t>
      </w:r>
      <w:r>
        <w:t>crit</w:t>
      </w:r>
      <w:r w:rsidR="00894734">
        <w:t>.</w:t>
      </w:r>
    </w:p>
    <w:p w14:paraId="0BF40218" w14:textId="77777777" w:rsidR="00894734" w:rsidRDefault="00894734">
      <w:r>
        <w:t>— </w:t>
      </w:r>
      <w:r w:rsidR="00000000">
        <w:t>Faites comme vous l</w:t>
      </w:r>
      <w:r>
        <w:t>’</w:t>
      </w:r>
      <w:r w:rsidR="00000000">
        <w:t>entendrez</w:t>
      </w:r>
      <w:r>
        <w:t>.</w:t>
      </w:r>
    </w:p>
    <w:p w14:paraId="5FE1CEA6" w14:textId="77777777" w:rsidR="00894734" w:rsidRDefault="00000000">
      <w:r>
        <w:t>Je lus</w:t>
      </w:r>
      <w:r w:rsidR="00894734">
        <w:t> :</w:t>
      </w:r>
    </w:p>
    <w:p w14:paraId="407EB038" w14:textId="77777777" w:rsidR="00894734" w:rsidRDefault="00000000">
      <w:pPr>
        <w:rPr>
          <w:i/>
        </w:rPr>
      </w:pPr>
      <w:r>
        <w:rPr>
          <w:i/>
        </w:rPr>
        <w:t>À la police</w:t>
      </w:r>
      <w:r w:rsidR="00894734">
        <w:rPr>
          <w:i/>
        </w:rPr>
        <w:t> :</w:t>
      </w:r>
    </w:p>
    <w:p w14:paraId="11EF2F33" w14:textId="6C0FF7C8" w:rsidR="00894734" w:rsidRDefault="00000000">
      <w:pPr>
        <w:rPr>
          <w:i/>
        </w:rPr>
      </w:pPr>
      <w:r>
        <w:rPr>
          <w:i/>
        </w:rPr>
        <w:t>Mon vrai nom est Maurice-Pierre de Mayenne</w:t>
      </w:r>
      <w:r w:rsidR="00894734">
        <w:rPr>
          <w:i/>
        </w:rPr>
        <w:t xml:space="preserve">. </w:t>
      </w:r>
      <w:r>
        <w:rPr>
          <w:i/>
        </w:rPr>
        <w:t>Je suis né à Fécamp</w:t>
      </w:r>
      <w:r w:rsidR="00894734">
        <w:rPr>
          <w:i/>
        </w:rPr>
        <w:t xml:space="preserve">, </w:t>
      </w:r>
      <w:r>
        <w:rPr>
          <w:i/>
        </w:rPr>
        <w:t>dans la Seine-Inférieure</w:t>
      </w:r>
      <w:r w:rsidR="00894734">
        <w:rPr>
          <w:i/>
        </w:rPr>
        <w:t xml:space="preserve">, </w:t>
      </w:r>
      <w:r>
        <w:rPr>
          <w:i/>
        </w:rPr>
        <w:t>en France</w:t>
      </w:r>
      <w:r w:rsidR="00894734">
        <w:rPr>
          <w:i/>
        </w:rPr>
        <w:t xml:space="preserve">, </w:t>
      </w:r>
      <w:r>
        <w:rPr>
          <w:i/>
        </w:rPr>
        <w:t xml:space="preserve">le </w:t>
      </w:r>
      <w:r w:rsidR="00894734">
        <w:rPr>
          <w:i/>
        </w:rPr>
        <w:t>6 mars</w:t>
      </w:r>
      <w:r>
        <w:rPr>
          <w:i/>
        </w:rPr>
        <w:t xml:space="preserve"> 1883</w:t>
      </w:r>
      <w:r w:rsidR="00894734">
        <w:rPr>
          <w:i/>
        </w:rPr>
        <w:t xml:space="preserve">, </w:t>
      </w:r>
      <w:r>
        <w:rPr>
          <w:i/>
        </w:rPr>
        <w:t>mais j</w:t>
      </w:r>
      <w:r w:rsidR="00894734">
        <w:rPr>
          <w:i/>
        </w:rPr>
        <w:t>’</w:t>
      </w:r>
      <w:r>
        <w:rPr>
          <w:i/>
        </w:rPr>
        <w:t>ai été élevé en Angleterre</w:t>
      </w:r>
      <w:r w:rsidR="00894734">
        <w:rPr>
          <w:i/>
        </w:rPr>
        <w:t xml:space="preserve">. </w:t>
      </w:r>
      <w:r>
        <w:rPr>
          <w:i/>
        </w:rPr>
        <w:t>En 1903</w:t>
      </w:r>
      <w:r w:rsidR="00894734">
        <w:rPr>
          <w:i/>
        </w:rPr>
        <w:t xml:space="preserve">, </w:t>
      </w:r>
      <w:r>
        <w:rPr>
          <w:i/>
        </w:rPr>
        <w:t>je vins à Paris pour étudier la peinture</w:t>
      </w:r>
      <w:r w:rsidR="00894734">
        <w:rPr>
          <w:i/>
        </w:rPr>
        <w:t xml:space="preserve">. </w:t>
      </w:r>
      <w:r>
        <w:rPr>
          <w:i/>
        </w:rPr>
        <w:t>Quatre ans après</w:t>
      </w:r>
      <w:r w:rsidR="00894734">
        <w:rPr>
          <w:i/>
        </w:rPr>
        <w:t xml:space="preserve">, </w:t>
      </w:r>
      <w:r>
        <w:rPr>
          <w:i/>
        </w:rPr>
        <w:t>je connus Alice et Lily Bain</w:t>
      </w:r>
      <w:r w:rsidR="00894734">
        <w:rPr>
          <w:i/>
        </w:rPr>
        <w:t xml:space="preserve">, </w:t>
      </w:r>
      <w:r>
        <w:rPr>
          <w:i/>
        </w:rPr>
        <w:t>les filles orphelines d</w:t>
      </w:r>
      <w:r w:rsidR="00894734">
        <w:rPr>
          <w:i/>
        </w:rPr>
        <w:t>’</w:t>
      </w:r>
      <w:r>
        <w:rPr>
          <w:i/>
        </w:rPr>
        <w:t>un officier de la marine anglaise</w:t>
      </w:r>
      <w:r w:rsidR="00894734">
        <w:t xml:space="preserve">. </w:t>
      </w:r>
      <w:r>
        <w:t>J</w:t>
      </w:r>
      <w:r w:rsidR="00894734">
        <w:rPr>
          <w:i/>
        </w:rPr>
        <w:t>’</w:t>
      </w:r>
      <w:r>
        <w:rPr>
          <w:i/>
        </w:rPr>
        <w:t>épousai Lily l</w:t>
      </w:r>
      <w:r w:rsidR="00894734">
        <w:rPr>
          <w:i/>
        </w:rPr>
        <w:t>’</w:t>
      </w:r>
      <w:r>
        <w:rPr>
          <w:i/>
        </w:rPr>
        <w:t>année suivante et</w:t>
      </w:r>
      <w:r w:rsidR="00894734">
        <w:rPr>
          <w:i/>
        </w:rPr>
        <w:t xml:space="preserve">, </w:t>
      </w:r>
      <w:r>
        <w:rPr>
          <w:i/>
        </w:rPr>
        <w:t>en 1909</w:t>
      </w:r>
      <w:r w:rsidR="00894734">
        <w:rPr>
          <w:i/>
        </w:rPr>
        <w:t xml:space="preserve">, </w:t>
      </w:r>
      <w:r>
        <w:rPr>
          <w:i/>
        </w:rPr>
        <w:t>notre fille Gabrielle est née</w:t>
      </w:r>
      <w:r w:rsidR="00894734">
        <w:rPr>
          <w:i/>
        </w:rPr>
        <w:t>.</w:t>
      </w:r>
    </w:p>
    <w:p w14:paraId="3591EDE9" w14:textId="77777777" w:rsidR="00894734" w:rsidRDefault="00000000">
      <w:pPr>
        <w:rPr>
          <w:i/>
        </w:rPr>
      </w:pPr>
      <w:r>
        <w:rPr>
          <w:i/>
        </w:rPr>
        <w:t>Peu de temps après mon mariage</w:t>
      </w:r>
      <w:r w:rsidR="00894734">
        <w:rPr>
          <w:i/>
        </w:rPr>
        <w:t xml:space="preserve">, </w:t>
      </w:r>
      <w:r>
        <w:rPr>
          <w:i/>
        </w:rPr>
        <w:t>je m</w:t>
      </w:r>
      <w:r w:rsidR="00894734">
        <w:rPr>
          <w:i/>
        </w:rPr>
        <w:t>’</w:t>
      </w:r>
      <w:r>
        <w:rPr>
          <w:i/>
        </w:rPr>
        <w:t>aperçus que j</w:t>
      </w:r>
      <w:r w:rsidR="00894734">
        <w:rPr>
          <w:i/>
        </w:rPr>
        <w:t>’</w:t>
      </w:r>
      <w:r>
        <w:rPr>
          <w:i/>
        </w:rPr>
        <w:t>avais commis une affreuse erreur en épousant Lily</w:t>
      </w:r>
      <w:r w:rsidR="00894734">
        <w:rPr>
          <w:i/>
        </w:rPr>
        <w:t xml:space="preserve">. </w:t>
      </w:r>
      <w:r>
        <w:rPr>
          <w:i/>
        </w:rPr>
        <w:t>C</w:t>
      </w:r>
      <w:r w:rsidR="00894734">
        <w:rPr>
          <w:i/>
        </w:rPr>
        <w:t>’</w:t>
      </w:r>
      <w:r>
        <w:rPr>
          <w:i/>
        </w:rPr>
        <w:t xml:space="preserve">est en réalité Alice </w:t>
      </w:r>
      <w:r>
        <w:rPr>
          <w:i/>
        </w:rPr>
        <w:lastRenderedPageBreak/>
        <w:t>que j</w:t>
      </w:r>
      <w:r w:rsidR="00894734">
        <w:rPr>
          <w:i/>
        </w:rPr>
        <w:t>’</w:t>
      </w:r>
      <w:r>
        <w:rPr>
          <w:i/>
        </w:rPr>
        <w:t>aimais</w:t>
      </w:r>
      <w:r w:rsidR="00894734">
        <w:rPr>
          <w:i/>
        </w:rPr>
        <w:t xml:space="preserve">. </w:t>
      </w:r>
      <w:r>
        <w:rPr>
          <w:i/>
        </w:rPr>
        <w:t>Je gardai ce secret toutes les années de la petite enfance de notre fille</w:t>
      </w:r>
      <w:r w:rsidR="00894734">
        <w:rPr>
          <w:i/>
        </w:rPr>
        <w:t xml:space="preserve"> ; </w:t>
      </w:r>
      <w:r>
        <w:rPr>
          <w:i/>
        </w:rPr>
        <w:t>puis</w:t>
      </w:r>
      <w:r w:rsidR="00894734">
        <w:rPr>
          <w:i/>
        </w:rPr>
        <w:t xml:space="preserve">, </w:t>
      </w:r>
      <w:r>
        <w:rPr>
          <w:i/>
        </w:rPr>
        <w:t>quand elle eut près de cinq ans</w:t>
      </w:r>
      <w:r w:rsidR="00894734">
        <w:rPr>
          <w:i/>
        </w:rPr>
        <w:t xml:space="preserve">, </w:t>
      </w:r>
      <w:r>
        <w:rPr>
          <w:i/>
        </w:rPr>
        <w:t>je me confessai à ma femme</w:t>
      </w:r>
      <w:r w:rsidR="00894734">
        <w:rPr>
          <w:i/>
        </w:rPr>
        <w:t xml:space="preserve">, </w:t>
      </w:r>
      <w:r>
        <w:rPr>
          <w:i/>
        </w:rPr>
        <w:t>lui demandant de consentir à un divorce qui me permettrait d</w:t>
      </w:r>
      <w:r w:rsidR="00894734">
        <w:rPr>
          <w:i/>
        </w:rPr>
        <w:t>’</w:t>
      </w:r>
      <w:r>
        <w:rPr>
          <w:i/>
        </w:rPr>
        <w:t>épouser Alice</w:t>
      </w:r>
      <w:r w:rsidR="00894734">
        <w:rPr>
          <w:i/>
        </w:rPr>
        <w:t xml:space="preserve">. </w:t>
      </w:r>
      <w:r>
        <w:rPr>
          <w:i/>
        </w:rPr>
        <w:t>Elle refusa</w:t>
      </w:r>
      <w:r w:rsidR="00894734">
        <w:rPr>
          <w:i/>
        </w:rPr>
        <w:t>.</w:t>
      </w:r>
    </w:p>
    <w:p w14:paraId="3020BB1A" w14:textId="599FD5D5" w:rsidR="00894734" w:rsidRDefault="00000000">
      <w:pPr>
        <w:rPr>
          <w:i/>
        </w:rPr>
      </w:pPr>
      <w:r>
        <w:rPr>
          <w:i/>
        </w:rPr>
        <w:t xml:space="preserve">Le </w:t>
      </w:r>
      <w:r w:rsidR="00894734">
        <w:rPr>
          <w:i/>
        </w:rPr>
        <w:t>6 juin</w:t>
      </w:r>
      <w:r>
        <w:rPr>
          <w:i/>
        </w:rPr>
        <w:t xml:space="preserve"> 1913</w:t>
      </w:r>
      <w:r w:rsidR="00894734">
        <w:rPr>
          <w:i/>
        </w:rPr>
        <w:t xml:space="preserve">, </w:t>
      </w:r>
      <w:r>
        <w:rPr>
          <w:i/>
        </w:rPr>
        <w:t>je tuai Lily et m</w:t>
      </w:r>
      <w:r w:rsidR="00894734">
        <w:rPr>
          <w:i/>
        </w:rPr>
        <w:t>’</w:t>
      </w:r>
      <w:r>
        <w:rPr>
          <w:i/>
        </w:rPr>
        <w:t>enfuis avec Alice et G</w:t>
      </w:r>
      <w:r>
        <w:rPr>
          <w:i/>
        </w:rPr>
        <w:t>a</w:t>
      </w:r>
      <w:r>
        <w:rPr>
          <w:i/>
        </w:rPr>
        <w:t>brielle à Londres</w:t>
      </w:r>
      <w:r w:rsidR="00894734">
        <w:rPr>
          <w:i/>
        </w:rPr>
        <w:t xml:space="preserve">, </w:t>
      </w:r>
      <w:r>
        <w:rPr>
          <w:i/>
        </w:rPr>
        <w:t>où je fus bientôt arrêté et reconduit à Paris</w:t>
      </w:r>
      <w:r w:rsidR="00894734">
        <w:rPr>
          <w:i/>
        </w:rPr>
        <w:t xml:space="preserve">. </w:t>
      </w:r>
      <w:r>
        <w:rPr>
          <w:i/>
        </w:rPr>
        <w:t>On me jugea et je fus condamné aux travaux forcés à perpétu</w:t>
      </w:r>
      <w:r>
        <w:rPr>
          <w:i/>
        </w:rPr>
        <w:t>i</w:t>
      </w:r>
      <w:r>
        <w:rPr>
          <w:i/>
        </w:rPr>
        <w:t>té</w:t>
      </w:r>
      <w:r w:rsidR="00894734">
        <w:rPr>
          <w:i/>
        </w:rPr>
        <w:t xml:space="preserve">. </w:t>
      </w:r>
      <w:r>
        <w:rPr>
          <w:i/>
        </w:rPr>
        <w:t>Alice</w:t>
      </w:r>
      <w:r w:rsidR="00894734">
        <w:rPr>
          <w:i/>
        </w:rPr>
        <w:t xml:space="preserve">, </w:t>
      </w:r>
      <w:r>
        <w:rPr>
          <w:i/>
        </w:rPr>
        <w:t>qui n</w:t>
      </w:r>
      <w:r w:rsidR="00894734">
        <w:rPr>
          <w:i/>
        </w:rPr>
        <w:t>’</w:t>
      </w:r>
      <w:r>
        <w:rPr>
          <w:i/>
        </w:rPr>
        <w:t>avait été coupable que de fuir avec moi</w:t>
      </w:r>
      <w:r w:rsidR="00894734">
        <w:rPr>
          <w:i/>
        </w:rPr>
        <w:t xml:space="preserve">, </w:t>
      </w:r>
      <w:r>
        <w:rPr>
          <w:i/>
        </w:rPr>
        <w:t>ce qu</w:t>
      </w:r>
      <w:r w:rsidR="00894734">
        <w:rPr>
          <w:i/>
        </w:rPr>
        <w:t>’</w:t>
      </w:r>
      <w:r>
        <w:rPr>
          <w:i/>
        </w:rPr>
        <w:t>elle avait fait surtout par amour pour Gabrielle</w:t>
      </w:r>
      <w:r w:rsidR="00894734">
        <w:rPr>
          <w:i/>
        </w:rPr>
        <w:t xml:space="preserve">, </w:t>
      </w:r>
      <w:r w:rsidR="00894734">
        <w:t xml:space="preserve">– </w:t>
      </w:r>
      <w:r>
        <w:rPr>
          <w:i/>
        </w:rPr>
        <w:t>Alice fut acqui</w:t>
      </w:r>
      <w:r>
        <w:rPr>
          <w:i/>
        </w:rPr>
        <w:t>t</w:t>
      </w:r>
      <w:r>
        <w:rPr>
          <w:i/>
        </w:rPr>
        <w:t>tée</w:t>
      </w:r>
      <w:r w:rsidR="00894734">
        <w:rPr>
          <w:i/>
        </w:rPr>
        <w:t>.</w:t>
      </w:r>
    </w:p>
    <w:p w14:paraId="6212DD2D" w14:textId="77777777" w:rsidR="00894734" w:rsidRDefault="00000000">
      <w:pPr>
        <w:rPr>
          <w:i/>
        </w:rPr>
      </w:pPr>
      <w:r>
        <w:rPr>
          <w:i/>
        </w:rPr>
        <w:t>En 1918</w:t>
      </w:r>
      <w:r w:rsidR="00894734">
        <w:rPr>
          <w:i/>
        </w:rPr>
        <w:t xml:space="preserve">, </w:t>
      </w:r>
      <w:r>
        <w:rPr>
          <w:i/>
        </w:rPr>
        <w:t>je m</w:t>
      </w:r>
      <w:r w:rsidR="00894734">
        <w:rPr>
          <w:i/>
        </w:rPr>
        <w:t>’</w:t>
      </w:r>
      <w:r>
        <w:rPr>
          <w:i/>
        </w:rPr>
        <w:t xml:space="preserve">évadai du bagne avec un camarade nommé Jacques </w:t>
      </w:r>
      <w:proofErr w:type="spellStart"/>
      <w:r>
        <w:rPr>
          <w:i/>
        </w:rPr>
        <w:t>Labaud</w:t>
      </w:r>
      <w:proofErr w:type="spellEnd"/>
      <w:r>
        <w:rPr>
          <w:i/>
        </w:rPr>
        <w:t xml:space="preserve"> sur un radeau</w:t>
      </w:r>
      <w:r w:rsidR="00894734">
        <w:rPr>
          <w:i/>
        </w:rPr>
        <w:t xml:space="preserve">. </w:t>
      </w:r>
      <w:r>
        <w:rPr>
          <w:i/>
        </w:rPr>
        <w:t>Je ne sais pas</w:t>
      </w:r>
      <w:r w:rsidR="00894734">
        <w:rPr>
          <w:i/>
        </w:rPr>
        <w:t xml:space="preserve">, </w:t>
      </w:r>
      <w:r>
        <w:rPr>
          <w:i/>
        </w:rPr>
        <w:t>nous ne sûmes jamais combien de temps nous errâmes sur l</w:t>
      </w:r>
      <w:r w:rsidR="00894734">
        <w:rPr>
          <w:i/>
        </w:rPr>
        <w:t>’</w:t>
      </w:r>
      <w:r>
        <w:rPr>
          <w:i/>
        </w:rPr>
        <w:t>océan</w:t>
      </w:r>
      <w:r w:rsidR="00894734">
        <w:rPr>
          <w:i/>
        </w:rPr>
        <w:t xml:space="preserve">. </w:t>
      </w:r>
      <w:r>
        <w:rPr>
          <w:i/>
        </w:rPr>
        <w:t>Nous n</w:t>
      </w:r>
      <w:r w:rsidR="00894734">
        <w:rPr>
          <w:i/>
        </w:rPr>
        <w:t>’</w:t>
      </w:r>
      <w:r>
        <w:rPr>
          <w:i/>
        </w:rPr>
        <w:t>avions naturellement qu</w:t>
      </w:r>
      <w:r w:rsidR="00894734">
        <w:rPr>
          <w:i/>
        </w:rPr>
        <w:t>’</w:t>
      </w:r>
      <w:r>
        <w:rPr>
          <w:i/>
        </w:rPr>
        <w:t>une très petite quantité de nourr</w:t>
      </w:r>
      <w:r>
        <w:rPr>
          <w:i/>
        </w:rPr>
        <w:t>i</w:t>
      </w:r>
      <w:r>
        <w:rPr>
          <w:i/>
        </w:rPr>
        <w:t>ture et d</w:t>
      </w:r>
      <w:r w:rsidR="00894734">
        <w:rPr>
          <w:i/>
        </w:rPr>
        <w:t>’</w:t>
      </w:r>
      <w:r>
        <w:rPr>
          <w:i/>
        </w:rPr>
        <w:t>eau douce</w:t>
      </w:r>
      <w:r w:rsidR="00894734">
        <w:rPr>
          <w:i/>
        </w:rPr>
        <w:t xml:space="preserve">. </w:t>
      </w:r>
      <w:r>
        <w:rPr>
          <w:i/>
        </w:rPr>
        <w:t>Nous étions réduits à des rations infimes</w:t>
      </w:r>
      <w:r w:rsidR="00894734">
        <w:rPr>
          <w:i/>
        </w:rPr>
        <w:t xml:space="preserve">. </w:t>
      </w:r>
      <w:proofErr w:type="spellStart"/>
      <w:r>
        <w:rPr>
          <w:i/>
        </w:rPr>
        <w:t>Labaud</w:t>
      </w:r>
      <w:proofErr w:type="spellEnd"/>
      <w:r>
        <w:rPr>
          <w:i/>
        </w:rPr>
        <w:t xml:space="preserve"> ne put pas supporter cet autre bagne</w:t>
      </w:r>
      <w:r w:rsidR="00894734">
        <w:rPr>
          <w:i/>
        </w:rPr>
        <w:t xml:space="preserve"> : </w:t>
      </w:r>
      <w:r>
        <w:rPr>
          <w:i/>
        </w:rPr>
        <w:t>il mourut de privations et de fatigue</w:t>
      </w:r>
      <w:r w:rsidR="00894734">
        <w:rPr>
          <w:i/>
        </w:rPr>
        <w:t xml:space="preserve">. </w:t>
      </w:r>
      <w:r>
        <w:rPr>
          <w:i/>
        </w:rPr>
        <w:t>Je jure que je ne l</w:t>
      </w:r>
      <w:r w:rsidR="00894734">
        <w:rPr>
          <w:i/>
        </w:rPr>
        <w:t>’</w:t>
      </w:r>
      <w:r>
        <w:rPr>
          <w:i/>
        </w:rPr>
        <w:t>ai pas tué</w:t>
      </w:r>
      <w:r w:rsidR="00894734">
        <w:rPr>
          <w:i/>
        </w:rPr>
        <w:t xml:space="preserve">. </w:t>
      </w:r>
      <w:r>
        <w:rPr>
          <w:i/>
        </w:rPr>
        <w:t xml:space="preserve">Mais quand </w:t>
      </w:r>
      <w:proofErr w:type="spellStart"/>
      <w:r>
        <w:rPr>
          <w:i/>
        </w:rPr>
        <w:t>Labaud</w:t>
      </w:r>
      <w:proofErr w:type="spellEnd"/>
      <w:r>
        <w:rPr>
          <w:i/>
        </w:rPr>
        <w:t xml:space="preserve"> fut mort</w:t>
      </w:r>
      <w:r w:rsidR="00894734">
        <w:rPr>
          <w:i/>
        </w:rPr>
        <w:t xml:space="preserve">, </w:t>
      </w:r>
      <w:r>
        <w:rPr>
          <w:i/>
        </w:rPr>
        <w:t>je bénéficiai de doubles rations</w:t>
      </w:r>
      <w:r w:rsidR="00894734">
        <w:rPr>
          <w:i/>
        </w:rPr>
        <w:t xml:space="preserve">, </w:t>
      </w:r>
      <w:r>
        <w:rPr>
          <w:i/>
        </w:rPr>
        <w:t>et je vécus tant bien que mal jusqu</w:t>
      </w:r>
      <w:r w:rsidR="00894734">
        <w:rPr>
          <w:i/>
        </w:rPr>
        <w:t>’</w:t>
      </w:r>
      <w:r>
        <w:rPr>
          <w:i/>
        </w:rPr>
        <w:t>à ce que mon radeau vînt s</w:t>
      </w:r>
      <w:r w:rsidR="00894734">
        <w:rPr>
          <w:i/>
        </w:rPr>
        <w:t>’</w:t>
      </w:r>
      <w:r>
        <w:rPr>
          <w:i/>
        </w:rPr>
        <w:t>échouer sur les rives du Venezuela</w:t>
      </w:r>
      <w:r w:rsidR="00894734">
        <w:rPr>
          <w:i/>
        </w:rPr>
        <w:t>.</w:t>
      </w:r>
    </w:p>
    <w:p w14:paraId="2ED11109" w14:textId="77777777" w:rsidR="00894734" w:rsidRDefault="00000000">
      <w:pPr>
        <w:rPr>
          <w:i/>
        </w:rPr>
      </w:pPr>
      <w:r>
        <w:rPr>
          <w:i/>
        </w:rPr>
        <w:t>Je pris le nom de Walter Martin et je trouvai un emploi dans une Société anglaise d</w:t>
      </w:r>
      <w:r w:rsidR="00894734">
        <w:rPr>
          <w:i/>
        </w:rPr>
        <w:t>’</w:t>
      </w:r>
      <w:r>
        <w:rPr>
          <w:i/>
        </w:rPr>
        <w:t>exploitation de mines de cuivre</w:t>
      </w:r>
      <w:r w:rsidR="00894734">
        <w:rPr>
          <w:i/>
        </w:rPr>
        <w:t xml:space="preserve">, </w:t>
      </w:r>
      <w:r>
        <w:rPr>
          <w:i/>
        </w:rPr>
        <w:t xml:space="preserve">à </w:t>
      </w:r>
      <w:proofErr w:type="spellStart"/>
      <w:r>
        <w:rPr>
          <w:i/>
        </w:rPr>
        <w:t>Aroa</w:t>
      </w:r>
      <w:proofErr w:type="spellEnd"/>
      <w:r w:rsidR="00894734">
        <w:rPr>
          <w:i/>
        </w:rPr>
        <w:t xml:space="preserve">. </w:t>
      </w:r>
      <w:r>
        <w:rPr>
          <w:i/>
        </w:rPr>
        <w:t xml:space="preserve">Je devins rapidement le secrétaire particulier de Philip </w:t>
      </w:r>
      <w:proofErr w:type="spellStart"/>
      <w:r>
        <w:rPr>
          <w:i/>
        </w:rPr>
        <w:t>Howart</w:t>
      </w:r>
      <w:proofErr w:type="spellEnd"/>
      <w:r w:rsidR="00894734">
        <w:rPr>
          <w:i/>
        </w:rPr>
        <w:t xml:space="preserve">, </w:t>
      </w:r>
      <w:r>
        <w:rPr>
          <w:i/>
        </w:rPr>
        <w:t>le directeur de la Compagnie</w:t>
      </w:r>
      <w:r w:rsidR="00894734">
        <w:rPr>
          <w:i/>
        </w:rPr>
        <w:t xml:space="preserve">. </w:t>
      </w:r>
      <w:r>
        <w:rPr>
          <w:i/>
        </w:rPr>
        <w:t>Peu de temps après</w:t>
      </w:r>
      <w:r w:rsidR="00894734">
        <w:rPr>
          <w:i/>
        </w:rPr>
        <w:t xml:space="preserve">, </w:t>
      </w:r>
      <w:r>
        <w:rPr>
          <w:i/>
        </w:rPr>
        <w:t>un individu</w:t>
      </w:r>
      <w:r w:rsidR="00894734">
        <w:rPr>
          <w:i/>
        </w:rPr>
        <w:t xml:space="preserve">, </w:t>
      </w:r>
      <w:r>
        <w:rPr>
          <w:i/>
        </w:rPr>
        <w:t>nommé John Edge</w:t>
      </w:r>
      <w:r w:rsidR="00894734">
        <w:rPr>
          <w:i/>
        </w:rPr>
        <w:t xml:space="preserve">, </w:t>
      </w:r>
      <w:r>
        <w:rPr>
          <w:i/>
        </w:rPr>
        <w:t>que j</w:t>
      </w:r>
      <w:r w:rsidR="00894734">
        <w:rPr>
          <w:i/>
        </w:rPr>
        <w:t>’</w:t>
      </w:r>
      <w:r>
        <w:rPr>
          <w:i/>
        </w:rPr>
        <w:t>avais rencontré plusieurs fois dans un café</w:t>
      </w:r>
      <w:r w:rsidR="00894734">
        <w:rPr>
          <w:i/>
        </w:rPr>
        <w:t xml:space="preserve">, </w:t>
      </w:r>
      <w:r>
        <w:rPr>
          <w:i/>
        </w:rPr>
        <w:t>vint me soumettre un plan d</w:t>
      </w:r>
      <w:r w:rsidR="00894734">
        <w:rPr>
          <w:i/>
        </w:rPr>
        <w:t>’</w:t>
      </w:r>
      <w:r>
        <w:rPr>
          <w:i/>
        </w:rPr>
        <w:t>opérations frauduleuses qui nous aurait permis de frustrer la Compagnie d</w:t>
      </w:r>
      <w:r w:rsidR="00894734">
        <w:rPr>
          <w:i/>
        </w:rPr>
        <w:t>’</w:t>
      </w:r>
      <w:r>
        <w:rPr>
          <w:i/>
        </w:rPr>
        <w:t>une centaine de livres par mois</w:t>
      </w:r>
      <w:r w:rsidR="00894734">
        <w:rPr>
          <w:i/>
        </w:rPr>
        <w:t xml:space="preserve">. </w:t>
      </w:r>
      <w:r>
        <w:rPr>
          <w:i/>
        </w:rPr>
        <w:t>Je refusai de devenir son complice</w:t>
      </w:r>
      <w:r w:rsidR="00894734">
        <w:rPr>
          <w:i/>
        </w:rPr>
        <w:t xml:space="preserve">. </w:t>
      </w:r>
      <w:r>
        <w:rPr>
          <w:i/>
        </w:rPr>
        <w:t>C</w:t>
      </w:r>
      <w:r w:rsidR="00894734">
        <w:rPr>
          <w:i/>
        </w:rPr>
        <w:t>’</w:t>
      </w:r>
      <w:r>
        <w:rPr>
          <w:i/>
        </w:rPr>
        <w:t>est alors qu</w:t>
      </w:r>
      <w:r w:rsidR="00894734">
        <w:rPr>
          <w:i/>
        </w:rPr>
        <w:t>’</w:t>
      </w:r>
      <w:r>
        <w:rPr>
          <w:i/>
        </w:rPr>
        <w:t>il me révéla qu</w:t>
      </w:r>
      <w:r w:rsidR="00894734">
        <w:rPr>
          <w:i/>
        </w:rPr>
        <w:t>’</w:t>
      </w:r>
      <w:r>
        <w:rPr>
          <w:i/>
        </w:rPr>
        <w:t>il connaissait ma vér</w:t>
      </w:r>
      <w:r>
        <w:rPr>
          <w:i/>
        </w:rPr>
        <w:t>i</w:t>
      </w:r>
      <w:r>
        <w:rPr>
          <w:i/>
        </w:rPr>
        <w:t>table identité et me menaça de faire éclater un scandale</w:t>
      </w:r>
      <w:r w:rsidR="00894734">
        <w:rPr>
          <w:i/>
        </w:rPr>
        <w:t xml:space="preserve">. </w:t>
      </w:r>
      <w:r>
        <w:rPr>
          <w:i/>
        </w:rPr>
        <w:t>Co</w:t>
      </w:r>
      <w:r>
        <w:rPr>
          <w:i/>
        </w:rPr>
        <w:t>m</w:t>
      </w:r>
      <w:r>
        <w:rPr>
          <w:i/>
        </w:rPr>
        <w:t>me le Venezuela n</w:t>
      </w:r>
      <w:r w:rsidR="00894734">
        <w:rPr>
          <w:i/>
        </w:rPr>
        <w:t>’</w:t>
      </w:r>
      <w:r>
        <w:rPr>
          <w:i/>
        </w:rPr>
        <w:t>avait pas de traité d</w:t>
      </w:r>
      <w:r w:rsidR="00894734">
        <w:rPr>
          <w:i/>
        </w:rPr>
        <w:t>’</w:t>
      </w:r>
      <w:r>
        <w:rPr>
          <w:i/>
        </w:rPr>
        <w:t>extradition avec la France</w:t>
      </w:r>
      <w:r w:rsidR="00894734">
        <w:rPr>
          <w:i/>
        </w:rPr>
        <w:t xml:space="preserve">, </w:t>
      </w:r>
      <w:r>
        <w:rPr>
          <w:i/>
        </w:rPr>
        <w:t>j</w:t>
      </w:r>
      <w:r w:rsidR="00894734">
        <w:rPr>
          <w:i/>
        </w:rPr>
        <w:t>’</w:t>
      </w:r>
      <w:r>
        <w:rPr>
          <w:i/>
        </w:rPr>
        <w:t>étais au moins sauvé d</w:t>
      </w:r>
      <w:r w:rsidR="00894734">
        <w:rPr>
          <w:i/>
        </w:rPr>
        <w:t>’</w:t>
      </w:r>
      <w:r>
        <w:rPr>
          <w:i/>
        </w:rPr>
        <w:t>un retour en Guyane</w:t>
      </w:r>
      <w:r w:rsidR="00894734">
        <w:rPr>
          <w:i/>
        </w:rPr>
        <w:t xml:space="preserve">. </w:t>
      </w:r>
      <w:r>
        <w:rPr>
          <w:i/>
        </w:rPr>
        <w:t>Mais ce n</w:t>
      </w:r>
      <w:r w:rsidR="00894734">
        <w:rPr>
          <w:i/>
        </w:rPr>
        <w:t>’</w:t>
      </w:r>
      <w:r>
        <w:rPr>
          <w:i/>
        </w:rPr>
        <w:t>était pas le seul danger que je courais</w:t>
      </w:r>
      <w:r w:rsidR="00894734">
        <w:rPr>
          <w:i/>
        </w:rPr>
        <w:t xml:space="preserve">. </w:t>
      </w:r>
      <w:r>
        <w:rPr>
          <w:i/>
        </w:rPr>
        <w:t xml:space="preserve">Le corps de </w:t>
      </w:r>
      <w:proofErr w:type="spellStart"/>
      <w:r>
        <w:rPr>
          <w:i/>
        </w:rPr>
        <w:t>Labaud</w:t>
      </w:r>
      <w:proofErr w:type="spellEnd"/>
      <w:r>
        <w:rPr>
          <w:i/>
        </w:rPr>
        <w:t xml:space="preserve"> s</w:t>
      </w:r>
      <w:r w:rsidR="00894734">
        <w:rPr>
          <w:i/>
        </w:rPr>
        <w:t>’</w:t>
      </w:r>
      <w:r>
        <w:rPr>
          <w:i/>
        </w:rPr>
        <w:t>était échoué sur la côte</w:t>
      </w:r>
      <w:r w:rsidR="00894734">
        <w:rPr>
          <w:i/>
        </w:rPr>
        <w:t xml:space="preserve">, </w:t>
      </w:r>
      <w:r>
        <w:rPr>
          <w:i/>
        </w:rPr>
        <w:t xml:space="preserve">dans un </w:t>
      </w:r>
      <w:r>
        <w:rPr>
          <w:i/>
        </w:rPr>
        <w:lastRenderedPageBreak/>
        <w:t>état qui ne permettait pas de démontrer les causes de sa mort et j</w:t>
      </w:r>
      <w:r w:rsidR="00894734">
        <w:rPr>
          <w:i/>
        </w:rPr>
        <w:t>’</w:t>
      </w:r>
      <w:r>
        <w:rPr>
          <w:i/>
        </w:rPr>
        <w:t>aurais été dans la nécess</w:t>
      </w:r>
      <w:r>
        <w:rPr>
          <w:i/>
        </w:rPr>
        <w:t>i</w:t>
      </w:r>
      <w:r>
        <w:rPr>
          <w:i/>
        </w:rPr>
        <w:t>té de prouver aux autorités du Venezuela que je ne l</w:t>
      </w:r>
      <w:r w:rsidR="00894734">
        <w:rPr>
          <w:i/>
        </w:rPr>
        <w:t>’</w:t>
      </w:r>
      <w:r>
        <w:rPr>
          <w:i/>
        </w:rPr>
        <w:t>avais pas tué dans les eaux territoriales</w:t>
      </w:r>
      <w:r w:rsidR="00894734">
        <w:rPr>
          <w:i/>
        </w:rPr>
        <w:t>.</w:t>
      </w:r>
    </w:p>
    <w:p w14:paraId="54D82B58" w14:textId="77777777" w:rsidR="00894734" w:rsidRDefault="00000000">
      <w:pPr>
        <w:rPr>
          <w:i/>
        </w:rPr>
      </w:pPr>
      <w:r>
        <w:rPr>
          <w:i/>
        </w:rPr>
        <w:t>Je résolus d</w:t>
      </w:r>
      <w:r w:rsidR="00894734">
        <w:rPr>
          <w:i/>
        </w:rPr>
        <w:t>’</w:t>
      </w:r>
      <w:r>
        <w:rPr>
          <w:i/>
        </w:rPr>
        <w:t>échapper à Edge en fuyant</w:t>
      </w:r>
      <w:r w:rsidR="00894734">
        <w:rPr>
          <w:i/>
        </w:rPr>
        <w:t xml:space="preserve">. </w:t>
      </w:r>
      <w:r>
        <w:rPr>
          <w:i/>
        </w:rPr>
        <w:t>Mais</w:t>
      </w:r>
      <w:r w:rsidR="00894734">
        <w:rPr>
          <w:i/>
        </w:rPr>
        <w:t xml:space="preserve">, </w:t>
      </w:r>
      <w:r>
        <w:rPr>
          <w:i/>
        </w:rPr>
        <w:t>la veille de mon départ</w:t>
      </w:r>
      <w:r w:rsidR="00894734">
        <w:rPr>
          <w:i/>
        </w:rPr>
        <w:t xml:space="preserve">, </w:t>
      </w:r>
      <w:r>
        <w:rPr>
          <w:i/>
        </w:rPr>
        <w:t xml:space="preserve">on trouva le patron Philip </w:t>
      </w:r>
      <w:proofErr w:type="spellStart"/>
      <w:r>
        <w:rPr>
          <w:i/>
        </w:rPr>
        <w:t>Howart</w:t>
      </w:r>
      <w:proofErr w:type="spellEnd"/>
      <w:r>
        <w:rPr>
          <w:i/>
        </w:rPr>
        <w:t xml:space="preserve"> assassiné dans son bureau</w:t>
      </w:r>
      <w:r w:rsidR="00894734">
        <w:rPr>
          <w:i/>
        </w:rPr>
        <w:t xml:space="preserve">. </w:t>
      </w:r>
      <w:r>
        <w:rPr>
          <w:i/>
        </w:rPr>
        <w:t>Le coffre-fort avait été forcé et cambriolé</w:t>
      </w:r>
      <w:r w:rsidR="00894734">
        <w:rPr>
          <w:i/>
        </w:rPr>
        <w:t xml:space="preserve">. </w:t>
      </w:r>
      <w:r>
        <w:rPr>
          <w:i/>
        </w:rPr>
        <w:t>C</w:t>
      </w:r>
      <w:r w:rsidR="00894734">
        <w:rPr>
          <w:i/>
        </w:rPr>
        <w:t>’</w:t>
      </w:r>
      <w:r>
        <w:rPr>
          <w:i/>
        </w:rPr>
        <w:t>était Edge le coupable</w:t>
      </w:r>
      <w:r w:rsidR="00894734">
        <w:rPr>
          <w:i/>
        </w:rPr>
        <w:t xml:space="preserve">. </w:t>
      </w:r>
      <w:r>
        <w:rPr>
          <w:i/>
        </w:rPr>
        <w:t>Il vint me raconter son crime et me démo</w:t>
      </w:r>
      <w:r>
        <w:rPr>
          <w:i/>
        </w:rPr>
        <w:t>n</w:t>
      </w:r>
      <w:r>
        <w:rPr>
          <w:i/>
        </w:rPr>
        <w:t>tra que je ne pouvais faire autre chose que m</w:t>
      </w:r>
      <w:r w:rsidR="00894734">
        <w:rPr>
          <w:i/>
        </w:rPr>
        <w:t>’</w:t>
      </w:r>
      <w:r>
        <w:rPr>
          <w:i/>
        </w:rPr>
        <w:t>enfuir avec lui</w:t>
      </w:r>
      <w:r w:rsidR="00894734">
        <w:rPr>
          <w:i/>
        </w:rPr>
        <w:t xml:space="preserve">, </w:t>
      </w:r>
      <w:r>
        <w:rPr>
          <w:i/>
        </w:rPr>
        <w:t>n</w:t>
      </w:r>
      <w:r w:rsidR="00894734">
        <w:rPr>
          <w:i/>
        </w:rPr>
        <w:t>’</w:t>
      </w:r>
      <w:r>
        <w:rPr>
          <w:i/>
        </w:rPr>
        <w:t>étant pas capable de faire face aux investigations de la police qui ne manquerait pas de m</w:t>
      </w:r>
      <w:r w:rsidR="00894734">
        <w:rPr>
          <w:i/>
        </w:rPr>
        <w:t>’</w:t>
      </w:r>
      <w:r>
        <w:rPr>
          <w:i/>
        </w:rPr>
        <w:t>interroger</w:t>
      </w:r>
      <w:r w:rsidR="00894734">
        <w:rPr>
          <w:i/>
        </w:rPr>
        <w:t xml:space="preserve">, </w:t>
      </w:r>
      <w:r>
        <w:rPr>
          <w:i/>
        </w:rPr>
        <w:t>même si aucune pr</w:t>
      </w:r>
      <w:r>
        <w:rPr>
          <w:i/>
        </w:rPr>
        <w:t>é</w:t>
      </w:r>
      <w:r>
        <w:rPr>
          <w:i/>
        </w:rPr>
        <w:t>somption ne pesait sur moi</w:t>
      </w:r>
      <w:r w:rsidR="00894734">
        <w:rPr>
          <w:i/>
        </w:rPr>
        <w:t xml:space="preserve">. </w:t>
      </w:r>
      <w:r>
        <w:rPr>
          <w:i/>
        </w:rPr>
        <w:t>C</w:t>
      </w:r>
      <w:r w:rsidR="00894734">
        <w:rPr>
          <w:i/>
        </w:rPr>
        <w:t>’</w:t>
      </w:r>
      <w:r>
        <w:rPr>
          <w:i/>
        </w:rPr>
        <w:t>était malheureusement vrai</w:t>
      </w:r>
      <w:r w:rsidR="00894734">
        <w:rPr>
          <w:i/>
        </w:rPr>
        <w:t xml:space="preserve">. </w:t>
      </w:r>
      <w:r>
        <w:rPr>
          <w:i/>
        </w:rPr>
        <w:t>J</w:t>
      </w:r>
      <w:r w:rsidR="00894734">
        <w:rPr>
          <w:i/>
        </w:rPr>
        <w:t>’</w:t>
      </w:r>
      <w:r>
        <w:rPr>
          <w:i/>
        </w:rPr>
        <w:t>acceptai et nous partîmes dans la nuit</w:t>
      </w:r>
      <w:r w:rsidR="00894734">
        <w:rPr>
          <w:i/>
        </w:rPr>
        <w:t>.</w:t>
      </w:r>
    </w:p>
    <w:p w14:paraId="1CB1D064" w14:textId="77777777" w:rsidR="00894734" w:rsidRDefault="00000000">
      <w:pPr>
        <w:rPr>
          <w:i/>
        </w:rPr>
      </w:pPr>
      <w:r>
        <w:rPr>
          <w:i/>
        </w:rPr>
        <w:t>Deux mois après</w:t>
      </w:r>
      <w:r w:rsidR="00894734">
        <w:rPr>
          <w:i/>
        </w:rPr>
        <w:t xml:space="preserve">, </w:t>
      </w:r>
      <w:r>
        <w:rPr>
          <w:i/>
        </w:rPr>
        <w:t>à Mexico</w:t>
      </w:r>
      <w:r w:rsidR="00894734">
        <w:rPr>
          <w:i/>
        </w:rPr>
        <w:t xml:space="preserve">, </w:t>
      </w:r>
      <w:r>
        <w:rPr>
          <w:i/>
        </w:rPr>
        <w:t>Edge</w:t>
      </w:r>
      <w:r w:rsidR="00894734">
        <w:rPr>
          <w:i/>
        </w:rPr>
        <w:t xml:space="preserve">, </w:t>
      </w:r>
      <w:r>
        <w:rPr>
          <w:i/>
        </w:rPr>
        <w:t>qui ne m</w:t>
      </w:r>
      <w:r w:rsidR="00894734">
        <w:rPr>
          <w:i/>
        </w:rPr>
        <w:t>’</w:t>
      </w:r>
      <w:r>
        <w:rPr>
          <w:i/>
        </w:rPr>
        <w:t>avait pas lâché</w:t>
      </w:r>
      <w:r w:rsidR="00894734">
        <w:rPr>
          <w:i/>
        </w:rPr>
        <w:t xml:space="preserve"> (</w:t>
      </w:r>
      <w:r>
        <w:rPr>
          <w:i/>
        </w:rPr>
        <w:t>nous avions vécu avec l</w:t>
      </w:r>
      <w:r w:rsidR="00894734">
        <w:rPr>
          <w:i/>
        </w:rPr>
        <w:t>’</w:t>
      </w:r>
      <w:r>
        <w:rPr>
          <w:i/>
        </w:rPr>
        <w:t>argent dérobé dans le coffre-fort</w:t>
      </w:r>
      <w:r w:rsidR="00894734">
        <w:rPr>
          <w:i/>
        </w:rPr>
        <w:t xml:space="preserve">) </w:t>
      </w:r>
      <w:r>
        <w:rPr>
          <w:i/>
        </w:rPr>
        <w:t xml:space="preserve">me proposa </w:t>
      </w:r>
      <w:r w:rsidR="00894734">
        <w:t>« </w:t>
      </w:r>
      <w:r>
        <w:rPr>
          <w:i/>
        </w:rPr>
        <w:t>une affaire</w:t>
      </w:r>
      <w:r w:rsidR="00894734">
        <w:t xml:space="preserve"> ». </w:t>
      </w:r>
      <w:r>
        <w:rPr>
          <w:i/>
        </w:rPr>
        <w:t>J</w:t>
      </w:r>
      <w:r w:rsidR="00894734">
        <w:rPr>
          <w:i/>
        </w:rPr>
        <w:t>’</w:t>
      </w:r>
      <w:r>
        <w:rPr>
          <w:i/>
        </w:rPr>
        <w:t>étais bel et bien le prisonnier de cet individu pour qui je représentais le complice rêvé</w:t>
      </w:r>
      <w:r w:rsidR="00894734">
        <w:rPr>
          <w:i/>
        </w:rPr>
        <w:t xml:space="preserve">, </w:t>
      </w:r>
      <w:r>
        <w:rPr>
          <w:i/>
        </w:rPr>
        <w:t>celui qui ne pourrais le dénoncer sans se perdre</w:t>
      </w:r>
      <w:r w:rsidR="00894734">
        <w:rPr>
          <w:i/>
        </w:rPr>
        <w:t xml:space="preserve">. </w:t>
      </w:r>
      <w:r>
        <w:rPr>
          <w:i/>
        </w:rPr>
        <w:t>J</w:t>
      </w:r>
      <w:r w:rsidR="00894734">
        <w:rPr>
          <w:i/>
        </w:rPr>
        <w:t>’</w:t>
      </w:r>
      <w:r>
        <w:rPr>
          <w:i/>
        </w:rPr>
        <w:t>étais certes bien déte</w:t>
      </w:r>
      <w:r>
        <w:rPr>
          <w:i/>
        </w:rPr>
        <w:t>r</w:t>
      </w:r>
      <w:r>
        <w:rPr>
          <w:i/>
        </w:rPr>
        <w:t>miné à ne jamais retourner au bagne</w:t>
      </w:r>
      <w:r w:rsidR="00894734">
        <w:rPr>
          <w:i/>
        </w:rPr>
        <w:t xml:space="preserve">, </w:t>
      </w:r>
      <w:r>
        <w:rPr>
          <w:i/>
        </w:rPr>
        <w:t>mais ne voulais pas d</w:t>
      </w:r>
      <w:r>
        <w:rPr>
          <w:i/>
        </w:rPr>
        <w:t>e</w:t>
      </w:r>
      <w:r>
        <w:rPr>
          <w:i/>
        </w:rPr>
        <w:t>venir un assassin professionnel</w:t>
      </w:r>
      <w:r w:rsidR="00894734">
        <w:rPr>
          <w:i/>
        </w:rPr>
        <w:t xml:space="preserve">. </w:t>
      </w:r>
      <w:r>
        <w:rPr>
          <w:i/>
        </w:rPr>
        <w:t>Je tentai de perdre Edge dans Mexico</w:t>
      </w:r>
      <w:r w:rsidR="00894734">
        <w:rPr>
          <w:i/>
        </w:rPr>
        <w:t xml:space="preserve">. </w:t>
      </w:r>
      <w:r>
        <w:rPr>
          <w:i/>
        </w:rPr>
        <w:t>Il me retrouva</w:t>
      </w:r>
      <w:r w:rsidR="00894734">
        <w:rPr>
          <w:i/>
        </w:rPr>
        <w:t xml:space="preserve">. </w:t>
      </w:r>
      <w:r>
        <w:rPr>
          <w:i/>
        </w:rPr>
        <w:t>Nous nous battîmes</w:t>
      </w:r>
      <w:r w:rsidR="00894734">
        <w:rPr>
          <w:i/>
        </w:rPr>
        <w:t xml:space="preserve">. </w:t>
      </w:r>
      <w:r>
        <w:rPr>
          <w:i/>
        </w:rPr>
        <w:t>Ce fut lui qui su</w:t>
      </w:r>
      <w:r>
        <w:rPr>
          <w:i/>
        </w:rPr>
        <w:t>c</w:t>
      </w:r>
      <w:r>
        <w:rPr>
          <w:i/>
        </w:rPr>
        <w:t>comba</w:t>
      </w:r>
      <w:r w:rsidR="00894734">
        <w:rPr>
          <w:i/>
        </w:rPr>
        <w:t xml:space="preserve">. </w:t>
      </w:r>
      <w:r>
        <w:rPr>
          <w:i/>
        </w:rPr>
        <w:t>Je ne le tuai qu</w:t>
      </w:r>
      <w:r w:rsidR="00894734">
        <w:rPr>
          <w:i/>
        </w:rPr>
        <w:t>’</w:t>
      </w:r>
      <w:r>
        <w:rPr>
          <w:i/>
        </w:rPr>
        <w:t>en état de légitime défense</w:t>
      </w:r>
      <w:r w:rsidR="00894734">
        <w:rPr>
          <w:i/>
        </w:rPr>
        <w:t xml:space="preserve">. </w:t>
      </w:r>
      <w:r>
        <w:rPr>
          <w:i/>
        </w:rPr>
        <w:t>Il me frappa le premier</w:t>
      </w:r>
      <w:r w:rsidR="00894734">
        <w:rPr>
          <w:i/>
        </w:rPr>
        <w:t>.</w:t>
      </w:r>
    </w:p>
    <w:p w14:paraId="0E21565B" w14:textId="77777777" w:rsidR="00894734" w:rsidRDefault="00000000">
      <w:pPr>
        <w:rPr>
          <w:i/>
        </w:rPr>
      </w:pPr>
      <w:r>
        <w:rPr>
          <w:i/>
        </w:rPr>
        <w:t>En 1920</w:t>
      </w:r>
      <w:r w:rsidR="00894734">
        <w:rPr>
          <w:i/>
        </w:rPr>
        <w:t xml:space="preserve">, </w:t>
      </w:r>
      <w:r>
        <w:rPr>
          <w:i/>
        </w:rPr>
        <w:t>je vins aux États-Unis</w:t>
      </w:r>
      <w:r w:rsidR="00894734">
        <w:rPr>
          <w:i/>
        </w:rPr>
        <w:t xml:space="preserve">, </w:t>
      </w:r>
      <w:r>
        <w:rPr>
          <w:i/>
        </w:rPr>
        <w:t>à San Francisco</w:t>
      </w:r>
      <w:r w:rsidR="00894734">
        <w:rPr>
          <w:i/>
        </w:rPr>
        <w:t xml:space="preserve">, </w:t>
      </w:r>
      <w:r>
        <w:rPr>
          <w:i/>
        </w:rPr>
        <w:t>et cha</w:t>
      </w:r>
      <w:r>
        <w:rPr>
          <w:i/>
        </w:rPr>
        <w:t>n</w:t>
      </w:r>
      <w:r>
        <w:rPr>
          <w:i/>
        </w:rPr>
        <w:t>geai mon nom une autre fois</w:t>
      </w:r>
      <w:r w:rsidR="00894734">
        <w:rPr>
          <w:i/>
        </w:rPr>
        <w:t xml:space="preserve">. </w:t>
      </w:r>
      <w:r>
        <w:rPr>
          <w:i/>
        </w:rPr>
        <w:t>Je m</w:t>
      </w:r>
      <w:r w:rsidR="00894734">
        <w:rPr>
          <w:i/>
        </w:rPr>
        <w:t>’</w:t>
      </w:r>
      <w:r>
        <w:rPr>
          <w:i/>
        </w:rPr>
        <w:t xml:space="preserve">appelai Edgar </w:t>
      </w:r>
      <w:proofErr w:type="spellStart"/>
      <w:r>
        <w:rPr>
          <w:i/>
        </w:rPr>
        <w:t>Legget</w:t>
      </w:r>
      <w:proofErr w:type="spellEnd"/>
      <w:r>
        <w:rPr>
          <w:i/>
        </w:rPr>
        <w:t xml:space="preserve"> et r</w:t>
      </w:r>
      <w:r>
        <w:rPr>
          <w:i/>
        </w:rPr>
        <w:t>e</w:t>
      </w:r>
      <w:r>
        <w:rPr>
          <w:i/>
        </w:rPr>
        <w:t>commençai une nouvelle vie</w:t>
      </w:r>
      <w:r w:rsidR="00894734">
        <w:rPr>
          <w:i/>
        </w:rPr>
        <w:t xml:space="preserve">, </w:t>
      </w:r>
      <w:r>
        <w:rPr>
          <w:i/>
        </w:rPr>
        <w:t>m</w:t>
      </w:r>
      <w:r w:rsidR="00894734">
        <w:rPr>
          <w:i/>
        </w:rPr>
        <w:t>’</w:t>
      </w:r>
      <w:r>
        <w:rPr>
          <w:i/>
        </w:rPr>
        <w:t>attachant à des expériences de coloration du verre</w:t>
      </w:r>
      <w:r w:rsidR="00894734">
        <w:rPr>
          <w:i/>
        </w:rPr>
        <w:t xml:space="preserve">. </w:t>
      </w:r>
      <w:r>
        <w:rPr>
          <w:i/>
        </w:rPr>
        <w:t>Je devins rapidement assez connu dans les milieux industriels</w:t>
      </w:r>
      <w:r w:rsidR="00894734">
        <w:rPr>
          <w:i/>
        </w:rPr>
        <w:t>.</w:t>
      </w:r>
    </w:p>
    <w:p w14:paraId="3D26862A" w14:textId="77777777" w:rsidR="00894734" w:rsidRDefault="00000000">
      <w:pPr>
        <w:rPr>
          <w:i/>
        </w:rPr>
      </w:pPr>
      <w:r>
        <w:rPr>
          <w:i/>
        </w:rPr>
        <w:t>En 1923</w:t>
      </w:r>
      <w:r w:rsidR="00894734">
        <w:rPr>
          <w:i/>
        </w:rPr>
        <w:t xml:space="preserve">, </w:t>
      </w:r>
      <w:r>
        <w:rPr>
          <w:i/>
        </w:rPr>
        <w:t>étant persuadé qu</w:t>
      </w:r>
      <w:r w:rsidR="00894734">
        <w:rPr>
          <w:i/>
        </w:rPr>
        <w:t>’</w:t>
      </w:r>
      <w:r>
        <w:rPr>
          <w:i/>
        </w:rPr>
        <w:t xml:space="preserve">Edgar </w:t>
      </w:r>
      <w:proofErr w:type="spellStart"/>
      <w:r>
        <w:rPr>
          <w:i/>
        </w:rPr>
        <w:t>Legget</w:t>
      </w:r>
      <w:proofErr w:type="spellEnd"/>
      <w:r>
        <w:rPr>
          <w:i/>
        </w:rPr>
        <w:t xml:space="preserve"> ne pourrait j</w:t>
      </w:r>
      <w:r>
        <w:rPr>
          <w:i/>
        </w:rPr>
        <w:t>a</w:t>
      </w:r>
      <w:r>
        <w:rPr>
          <w:i/>
        </w:rPr>
        <w:t>mais être reconnu comme étant Maurice de Mayenne</w:t>
      </w:r>
      <w:r w:rsidR="00894734">
        <w:rPr>
          <w:i/>
        </w:rPr>
        <w:t xml:space="preserve">, </w:t>
      </w:r>
      <w:r>
        <w:rPr>
          <w:i/>
        </w:rPr>
        <w:t>je r</w:t>
      </w:r>
      <w:r>
        <w:rPr>
          <w:i/>
        </w:rPr>
        <w:t>e</w:t>
      </w:r>
      <w:r>
        <w:rPr>
          <w:i/>
        </w:rPr>
        <w:t>cherchai Alice et Gabrielle</w:t>
      </w:r>
      <w:r w:rsidR="00894734">
        <w:rPr>
          <w:i/>
        </w:rPr>
        <w:t xml:space="preserve">, </w:t>
      </w:r>
      <w:r>
        <w:rPr>
          <w:i/>
        </w:rPr>
        <w:t>qui vivaient alors à New-York</w:t>
      </w:r>
      <w:r w:rsidR="00894734">
        <w:rPr>
          <w:i/>
        </w:rPr>
        <w:t xml:space="preserve">. </w:t>
      </w:r>
      <w:r>
        <w:rPr>
          <w:i/>
        </w:rPr>
        <w:t>Quand nous fûmes réunis</w:t>
      </w:r>
      <w:r w:rsidR="00894734">
        <w:rPr>
          <w:i/>
        </w:rPr>
        <w:t xml:space="preserve">, </w:t>
      </w:r>
      <w:r>
        <w:rPr>
          <w:i/>
        </w:rPr>
        <w:t>j</w:t>
      </w:r>
      <w:r w:rsidR="00894734">
        <w:rPr>
          <w:i/>
        </w:rPr>
        <w:t>’</w:t>
      </w:r>
      <w:r>
        <w:rPr>
          <w:i/>
        </w:rPr>
        <w:t>épousai Alice</w:t>
      </w:r>
      <w:r w:rsidR="00894734">
        <w:rPr>
          <w:i/>
        </w:rPr>
        <w:t xml:space="preserve">. </w:t>
      </w:r>
      <w:r>
        <w:rPr>
          <w:i/>
        </w:rPr>
        <w:t>Mais le passé n</w:t>
      </w:r>
      <w:r w:rsidR="00894734">
        <w:rPr>
          <w:i/>
        </w:rPr>
        <w:t>’</w:t>
      </w:r>
      <w:r>
        <w:rPr>
          <w:i/>
        </w:rPr>
        <w:t>était pas mort</w:t>
      </w:r>
      <w:r w:rsidR="00894734">
        <w:rPr>
          <w:i/>
        </w:rPr>
        <w:t xml:space="preserve">. </w:t>
      </w:r>
      <w:r>
        <w:rPr>
          <w:i/>
        </w:rPr>
        <w:t xml:space="preserve">Le lien ne serait jamais brisé entre </w:t>
      </w:r>
      <w:proofErr w:type="spellStart"/>
      <w:r>
        <w:rPr>
          <w:i/>
        </w:rPr>
        <w:t>Legget</w:t>
      </w:r>
      <w:proofErr w:type="spellEnd"/>
      <w:r>
        <w:rPr>
          <w:i/>
        </w:rPr>
        <w:t xml:space="preserve"> et Maye</w:t>
      </w:r>
      <w:r>
        <w:rPr>
          <w:i/>
        </w:rPr>
        <w:t>n</w:t>
      </w:r>
      <w:r>
        <w:rPr>
          <w:i/>
        </w:rPr>
        <w:t>ne</w:t>
      </w:r>
      <w:r w:rsidR="00894734">
        <w:rPr>
          <w:i/>
        </w:rPr>
        <w:t>.</w:t>
      </w:r>
    </w:p>
    <w:p w14:paraId="34B08EC6" w14:textId="77777777" w:rsidR="00894734" w:rsidRDefault="00000000">
      <w:pPr>
        <w:rPr>
          <w:i/>
        </w:rPr>
      </w:pPr>
      <w:r>
        <w:rPr>
          <w:i/>
        </w:rPr>
        <w:lastRenderedPageBreak/>
        <w:t>Alice</w:t>
      </w:r>
      <w:r w:rsidR="00894734">
        <w:rPr>
          <w:i/>
        </w:rPr>
        <w:t xml:space="preserve">, </w:t>
      </w:r>
      <w:r>
        <w:rPr>
          <w:i/>
        </w:rPr>
        <w:t>qui ne savait pas ce que j</w:t>
      </w:r>
      <w:r w:rsidR="00894734">
        <w:rPr>
          <w:i/>
        </w:rPr>
        <w:t>’</w:t>
      </w:r>
      <w:r>
        <w:rPr>
          <w:i/>
        </w:rPr>
        <w:t>étais devenu depuis mon évasion</w:t>
      </w:r>
      <w:r w:rsidR="00894734">
        <w:rPr>
          <w:i/>
        </w:rPr>
        <w:t xml:space="preserve">, </w:t>
      </w:r>
      <w:r>
        <w:rPr>
          <w:i/>
        </w:rPr>
        <w:t>me fit rechercher par un détective privé</w:t>
      </w:r>
      <w:r w:rsidR="00894734">
        <w:rPr>
          <w:i/>
        </w:rPr>
        <w:t xml:space="preserve">, </w:t>
      </w:r>
      <w:r>
        <w:rPr>
          <w:i/>
        </w:rPr>
        <w:t>Louis Upton</w:t>
      </w:r>
      <w:r w:rsidR="00894734">
        <w:rPr>
          <w:i/>
        </w:rPr>
        <w:t xml:space="preserve">. </w:t>
      </w:r>
      <w:r>
        <w:rPr>
          <w:i/>
        </w:rPr>
        <w:t>Upton envoya un homme</w:t>
      </w:r>
      <w:r w:rsidR="00894734">
        <w:rPr>
          <w:i/>
        </w:rPr>
        <w:t xml:space="preserve">, </w:t>
      </w:r>
      <w:r>
        <w:rPr>
          <w:i/>
        </w:rPr>
        <w:t xml:space="preserve">nommé </w:t>
      </w:r>
      <w:proofErr w:type="spellStart"/>
      <w:r>
        <w:rPr>
          <w:i/>
        </w:rPr>
        <w:t>Ruppert</w:t>
      </w:r>
      <w:proofErr w:type="spellEnd"/>
      <w:r w:rsidR="00894734">
        <w:rPr>
          <w:i/>
        </w:rPr>
        <w:t xml:space="preserve">, </w:t>
      </w:r>
      <w:r>
        <w:rPr>
          <w:i/>
        </w:rPr>
        <w:t>en Amérique du Sud</w:t>
      </w:r>
      <w:r w:rsidR="00894734">
        <w:rPr>
          <w:i/>
        </w:rPr>
        <w:t xml:space="preserve">. </w:t>
      </w:r>
      <w:r>
        <w:rPr>
          <w:i/>
        </w:rPr>
        <w:t>Celui-ci réussit à retrouver ma trace</w:t>
      </w:r>
      <w:r w:rsidR="00894734">
        <w:rPr>
          <w:i/>
        </w:rPr>
        <w:t xml:space="preserve">, </w:t>
      </w:r>
      <w:r>
        <w:rPr>
          <w:i/>
        </w:rPr>
        <w:t>de mon arrivée au Venezuela jusqu</w:t>
      </w:r>
      <w:r w:rsidR="00894734">
        <w:rPr>
          <w:i/>
        </w:rPr>
        <w:t>’</w:t>
      </w:r>
      <w:r>
        <w:rPr>
          <w:i/>
        </w:rPr>
        <w:t>à la mort de Edge</w:t>
      </w:r>
      <w:r w:rsidR="00894734">
        <w:rPr>
          <w:i/>
        </w:rPr>
        <w:t xml:space="preserve">. </w:t>
      </w:r>
      <w:r>
        <w:rPr>
          <w:i/>
        </w:rPr>
        <w:t>Naturellement</w:t>
      </w:r>
      <w:r w:rsidR="00894734">
        <w:rPr>
          <w:i/>
        </w:rPr>
        <w:t xml:space="preserve">, </w:t>
      </w:r>
      <w:r>
        <w:rPr>
          <w:i/>
        </w:rPr>
        <w:t>il avait a</w:t>
      </w:r>
      <w:r>
        <w:rPr>
          <w:i/>
        </w:rPr>
        <w:t>p</w:t>
      </w:r>
      <w:r>
        <w:rPr>
          <w:i/>
        </w:rPr>
        <w:t>pris</w:t>
      </w:r>
      <w:r w:rsidR="00894734">
        <w:rPr>
          <w:i/>
        </w:rPr>
        <w:t xml:space="preserve">, </w:t>
      </w:r>
      <w:r>
        <w:rPr>
          <w:i/>
        </w:rPr>
        <w:t>outre cette mort</w:t>
      </w:r>
      <w:r w:rsidR="00894734">
        <w:rPr>
          <w:i/>
        </w:rPr>
        <w:t xml:space="preserve">, </w:t>
      </w:r>
      <w:r>
        <w:rPr>
          <w:i/>
        </w:rPr>
        <w:t xml:space="preserve">celles de </w:t>
      </w:r>
      <w:proofErr w:type="spellStart"/>
      <w:r>
        <w:rPr>
          <w:i/>
        </w:rPr>
        <w:t>Labaud</w:t>
      </w:r>
      <w:proofErr w:type="spellEnd"/>
      <w:r>
        <w:rPr>
          <w:i/>
        </w:rPr>
        <w:t xml:space="preserve"> et d</w:t>
      </w:r>
      <w:r w:rsidR="00894734">
        <w:rPr>
          <w:i/>
        </w:rPr>
        <w:t>’</w:t>
      </w:r>
      <w:proofErr w:type="spellStart"/>
      <w:r>
        <w:rPr>
          <w:i/>
        </w:rPr>
        <w:t>Howart</w:t>
      </w:r>
      <w:proofErr w:type="spellEnd"/>
      <w:r w:rsidR="00894734">
        <w:rPr>
          <w:i/>
        </w:rPr>
        <w:t xml:space="preserve">, </w:t>
      </w:r>
      <w:r>
        <w:rPr>
          <w:i/>
        </w:rPr>
        <w:t>cela fa</w:t>
      </w:r>
      <w:r>
        <w:rPr>
          <w:i/>
        </w:rPr>
        <w:t>i</w:t>
      </w:r>
      <w:r>
        <w:rPr>
          <w:i/>
        </w:rPr>
        <w:t>sait trois cadavres dont j</w:t>
      </w:r>
      <w:r w:rsidR="00894734">
        <w:rPr>
          <w:i/>
        </w:rPr>
        <w:t>’</w:t>
      </w:r>
      <w:r>
        <w:rPr>
          <w:i/>
        </w:rPr>
        <w:t>étais responsable</w:t>
      </w:r>
      <w:r w:rsidR="00894734">
        <w:rPr>
          <w:i/>
        </w:rPr>
        <w:t>.</w:t>
      </w:r>
    </w:p>
    <w:p w14:paraId="73711EFE" w14:textId="77777777" w:rsidR="00894734" w:rsidRDefault="00000000">
      <w:pPr>
        <w:rPr>
          <w:i/>
        </w:rPr>
      </w:pPr>
      <w:r>
        <w:rPr>
          <w:i/>
        </w:rPr>
        <w:t>Je ne sais pas comment Upton me retrouva dans San Francisco</w:t>
      </w:r>
      <w:r w:rsidR="00894734">
        <w:rPr>
          <w:i/>
        </w:rPr>
        <w:t xml:space="preserve">. </w:t>
      </w:r>
      <w:r>
        <w:rPr>
          <w:i/>
        </w:rPr>
        <w:t>Il est possible que ce soit en suivant Alice et G</w:t>
      </w:r>
      <w:r>
        <w:rPr>
          <w:i/>
        </w:rPr>
        <w:t>a</w:t>
      </w:r>
      <w:r>
        <w:rPr>
          <w:i/>
        </w:rPr>
        <w:t>brielle</w:t>
      </w:r>
      <w:r w:rsidR="00894734">
        <w:rPr>
          <w:i/>
        </w:rPr>
        <w:t xml:space="preserve">. </w:t>
      </w:r>
      <w:r>
        <w:rPr>
          <w:i/>
        </w:rPr>
        <w:t>Samedi dernier</w:t>
      </w:r>
      <w:r w:rsidR="00894734">
        <w:rPr>
          <w:i/>
        </w:rPr>
        <w:t xml:space="preserve">, </w:t>
      </w:r>
      <w:r>
        <w:rPr>
          <w:i/>
        </w:rPr>
        <w:t>tard dans la soirée</w:t>
      </w:r>
      <w:r w:rsidR="00894734">
        <w:rPr>
          <w:i/>
        </w:rPr>
        <w:t xml:space="preserve">, </w:t>
      </w:r>
      <w:r>
        <w:rPr>
          <w:i/>
        </w:rPr>
        <w:t>il me fit demander et réclama de l</w:t>
      </w:r>
      <w:r w:rsidR="00894734">
        <w:rPr>
          <w:i/>
        </w:rPr>
        <w:t>’</w:t>
      </w:r>
      <w:r>
        <w:rPr>
          <w:i/>
        </w:rPr>
        <w:t>argent pour prix de son silence</w:t>
      </w:r>
      <w:r w:rsidR="00894734">
        <w:rPr>
          <w:i/>
        </w:rPr>
        <w:t xml:space="preserve">. </w:t>
      </w:r>
      <w:r>
        <w:rPr>
          <w:i/>
        </w:rPr>
        <w:t>Comme je n</w:t>
      </w:r>
      <w:r w:rsidR="00894734">
        <w:rPr>
          <w:i/>
        </w:rPr>
        <w:t>’</w:t>
      </w:r>
      <w:r>
        <w:rPr>
          <w:i/>
        </w:rPr>
        <w:t>avais pas de somme suffisante chez moi</w:t>
      </w:r>
      <w:r w:rsidR="00894734">
        <w:rPr>
          <w:i/>
        </w:rPr>
        <w:t xml:space="preserve">, </w:t>
      </w:r>
      <w:r>
        <w:rPr>
          <w:i/>
        </w:rPr>
        <w:t>je lui dis de revenir le ma</w:t>
      </w:r>
      <w:r>
        <w:rPr>
          <w:i/>
        </w:rPr>
        <w:t>r</w:t>
      </w:r>
      <w:r>
        <w:rPr>
          <w:i/>
        </w:rPr>
        <w:t>di</w:t>
      </w:r>
      <w:r w:rsidR="00894734">
        <w:rPr>
          <w:i/>
        </w:rPr>
        <w:t xml:space="preserve">. </w:t>
      </w:r>
      <w:r>
        <w:rPr>
          <w:i/>
        </w:rPr>
        <w:t>Cette nuit-là</w:t>
      </w:r>
      <w:r w:rsidR="00894734">
        <w:rPr>
          <w:i/>
        </w:rPr>
        <w:t xml:space="preserve">, </w:t>
      </w:r>
      <w:r>
        <w:rPr>
          <w:i/>
        </w:rPr>
        <w:t>je lui remis les diamants</w:t>
      </w:r>
      <w:r w:rsidR="00894734">
        <w:rPr>
          <w:i/>
        </w:rPr>
        <w:t xml:space="preserve">. </w:t>
      </w:r>
      <w:r>
        <w:rPr>
          <w:i/>
        </w:rPr>
        <w:t>Il s</w:t>
      </w:r>
      <w:r w:rsidR="00894734">
        <w:rPr>
          <w:i/>
        </w:rPr>
        <w:t>’</w:t>
      </w:r>
      <w:r>
        <w:rPr>
          <w:i/>
        </w:rPr>
        <w:t>en alla</w:t>
      </w:r>
      <w:r w:rsidR="00894734">
        <w:rPr>
          <w:i/>
        </w:rPr>
        <w:t xml:space="preserve">, </w:t>
      </w:r>
      <w:r>
        <w:rPr>
          <w:i/>
        </w:rPr>
        <w:t>mais j</w:t>
      </w:r>
      <w:r w:rsidR="00894734">
        <w:rPr>
          <w:i/>
        </w:rPr>
        <w:t>’</w:t>
      </w:r>
      <w:r>
        <w:rPr>
          <w:i/>
        </w:rPr>
        <w:t>étais désespéré</w:t>
      </w:r>
      <w:r w:rsidR="00894734">
        <w:rPr>
          <w:i/>
        </w:rPr>
        <w:t xml:space="preserve">. </w:t>
      </w:r>
      <w:r>
        <w:rPr>
          <w:i/>
        </w:rPr>
        <w:t>Je savais</w:t>
      </w:r>
      <w:r w:rsidR="00894734">
        <w:rPr>
          <w:i/>
        </w:rPr>
        <w:t xml:space="preserve">, </w:t>
      </w:r>
      <w:r>
        <w:rPr>
          <w:i/>
        </w:rPr>
        <w:t>pour en avoir fait l</w:t>
      </w:r>
      <w:r w:rsidR="00894734">
        <w:rPr>
          <w:i/>
        </w:rPr>
        <w:t>’</w:t>
      </w:r>
      <w:r>
        <w:rPr>
          <w:i/>
        </w:rPr>
        <w:t>expérience avec Edge</w:t>
      </w:r>
      <w:r w:rsidR="00894734">
        <w:rPr>
          <w:i/>
        </w:rPr>
        <w:t xml:space="preserve">, </w:t>
      </w:r>
      <w:r>
        <w:rPr>
          <w:i/>
        </w:rPr>
        <w:t>ce qu</w:t>
      </w:r>
      <w:r w:rsidR="00894734">
        <w:rPr>
          <w:i/>
        </w:rPr>
        <w:t>’</w:t>
      </w:r>
      <w:r>
        <w:rPr>
          <w:i/>
        </w:rPr>
        <w:t>il m</w:t>
      </w:r>
      <w:r w:rsidR="00894734">
        <w:rPr>
          <w:i/>
        </w:rPr>
        <w:t>’</w:t>
      </w:r>
      <w:r>
        <w:rPr>
          <w:i/>
        </w:rPr>
        <w:t>en coûterait d</w:t>
      </w:r>
      <w:r w:rsidR="00894734">
        <w:rPr>
          <w:i/>
        </w:rPr>
        <w:t>’</w:t>
      </w:r>
      <w:r>
        <w:rPr>
          <w:i/>
        </w:rPr>
        <w:t>être à la merci d</w:t>
      </w:r>
      <w:r w:rsidR="00894734">
        <w:rPr>
          <w:i/>
        </w:rPr>
        <w:t>’</w:t>
      </w:r>
      <w:r>
        <w:rPr>
          <w:i/>
        </w:rPr>
        <w:t>Upton</w:t>
      </w:r>
      <w:r w:rsidR="00894734">
        <w:rPr>
          <w:i/>
        </w:rPr>
        <w:t xml:space="preserve">. </w:t>
      </w:r>
      <w:r>
        <w:rPr>
          <w:i/>
        </w:rPr>
        <w:t>Aussi</w:t>
      </w:r>
      <w:r w:rsidR="00894734">
        <w:rPr>
          <w:i/>
        </w:rPr>
        <w:t xml:space="preserve">, </w:t>
      </w:r>
      <w:r>
        <w:rPr>
          <w:i/>
        </w:rPr>
        <w:t>je décidai de faire disparaître ce témoin dangereux de mon passé</w:t>
      </w:r>
      <w:r w:rsidR="00894734">
        <w:rPr>
          <w:i/>
        </w:rPr>
        <w:t>.</w:t>
      </w:r>
    </w:p>
    <w:p w14:paraId="19DFF99F" w14:textId="77777777" w:rsidR="00894734" w:rsidRDefault="00000000">
      <w:pPr>
        <w:rPr>
          <w:i/>
        </w:rPr>
      </w:pPr>
      <w:r>
        <w:rPr>
          <w:i/>
        </w:rPr>
        <w:t>Rien n</w:t>
      </w:r>
      <w:r w:rsidR="00894734">
        <w:rPr>
          <w:i/>
        </w:rPr>
        <w:t>’</w:t>
      </w:r>
      <w:r>
        <w:rPr>
          <w:i/>
        </w:rPr>
        <w:t>était plus simple que de monter une histoire</w:t>
      </w:r>
      <w:r w:rsidR="00894734">
        <w:rPr>
          <w:i/>
        </w:rPr>
        <w:t xml:space="preserve">. </w:t>
      </w:r>
      <w:r>
        <w:rPr>
          <w:i/>
        </w:rPr>
        <w:t>J</w:t>
      </w:r>
      <w:r w:rsidR="00894734">
        <w:rPr>
          <w:i/>
        </w:rPr>
        <w:t>’</w:t>
      </w:r>
      <w:r>
        <w:rPr>
          <w:i/>
        </w:rPr>
        <w:t>aviserais la police que les diamants avaient été volés</w:t>
      </w:r>
      <w:r w:rsidR="00894734">
        <w:rPr>
          <w:i/>
        </w:rPr>
        <w:t xml:space="preserve">, </w:t>
      </w:r>
      <w:r>
        <w:rPr>
          <w:i/>
        </w:rPr>
        <w:t>ce que je fis</w:t>
      </w:r>
      <w:r w:rsidR="00894734">
        <w:rPr>
          <w:i/>
        </w:rPr>
        <w:t xml:space="preserve">. </w:t>
      </w:r>
      <w:r>
        <w:rPr>
          <w:i/>
        </w:rPr>
        <w:t>Puis</w:t>
      </w:r>
      <w:r w:rsidR="00894734">
        <w:t xml:space="preserve">, </w:t>
      </w:r>
      <w:r>
        <w:rPr>
          <w:i/>
        </w:rPr>
        <w:t>je résolus de faire venir Upton</w:t>
      </w:r>
      <w:r w:rsidR="00894734">
        <w:rPr>
          <w:i/>
        </w:rPr>
        <w:t xml:space="preserve">, </w:t>
      </w:r>
      <w:r>
        <w:rPr>
          <w:i/>
        </w:rPr>
        <w:t>en lui proposant de l</w:t>
      </w:r>
      <w:r w:rsidR="00894734">
        <w:rPr>
          <w:i/>
        </w:rPr>
        <w:t>’</w:t>
      </w:r>
      <w:r>
        <w:rPr>
          <w:i/>
        </w:rPr>
        <w:t>argent en échange des diamants</w:t>
      </w:r>
      <w:r w:rsidR="00894734">
        <w:t xml:space="preserve">, </w:t>
      </w:r>
      <w:r>
        <w:t xml:space="preserve">ce </w:t>
      </w:r>
      <w:r>
        <w:rPr>
          <w:i/>
        </w:rPr>
        <w:t>qu</w:t>
      </w:r>
      <w:r w:rsidR="00894734">
        <w:rPr>
          <w:i/>
        </w:rPr>
        <w:t>’</w:t>
      </w:r>
      <w:r>
        <w:rPr>
          <w:i/>
        </w:rPr>
        <w:t>il ne pouvait manquer d</w:t>
      </w:r>
      <w:r w:rsidR="00894734">
        <w:rPr>
          <w:i/>
        </w:rPr>
        <w:t>’</w:t>
      </w:r>
      <w:r>
        <w:rPr>
          <w:i/>
        </w:rPr>
        <w:t>accepter</w:t>
      </w:r>
      <w:r w:rsidR="00894734">
        <w:rPr>
          <w:i/>
        </w:rPr>
        <w:t xml:space="preserve">. </w:t>
      </w:r>
      <w:r>
        <w:rPr>
          <w:i/>
        </w:rPr>
        <w:t>Je tirerais sur lui</w:t>
      </w:r>
      <w:r w:rsidR="00894734">
        <w:rPr>
          <w:i/>
        </w:rPr>
        <w:t xml:space="preserve">, </w:t>
      </w:r>
      <w:r>
        <w:rPr>
          <w:i/>
        </w:rPr>
        <w:t>comme tout honnête homme peut tirer sur un cambrioleur</w:t>
      </w:r>
      <w:r w:rsidR="00894734">
        <w:rPr>
          <w:i/>
        </w:rPr>
        <w:t xml:space="preserve">, </w:t>
      </w:r>
      <w:r>
        <w:rPr>
          <w:i/>
        </w:rPr>
        <w:t>et l</w:t>
      </w:r>
      <w:r w:rsidR="00894734">
        <w:rPr>
          <w:i/>
        </w:rPr>
        <w:t>’</w:t>
      </w:r>
      <w:r>
        <w:rPr>
          <w:i/>
        </w:rPr>
        <w:t>affaire se terminerait d</w:t>
      </w:r>
      <w:r w:rsidR="00894734">
        <w:rPr>
          <w:i/>
        </w:rPr>
        <w:t>’</w:t>
      </w:r>
      <w:r>
        <w:rPr>
          <w:i/>
        </w:rPr>
        <w:t>elle-même</w:t>
      </w:r>
      <w:r w:rsidR="00894734">
        <w:rPr>
          <w:i/>
        </w:rPr>
        <w:t xml:space="preserve">, </w:t>
      </w:r>
      <w:r>
        <w:rPr>
          <w:i/>
        </w:rPr>
        <w:t>quand on trouverait sur lui les diamants volés</w:t>
      </w:r>
      <w:r w:rsidR="00894734">
        <w:rPr>
          <w:i/>
        </w:rPr>
        <w:t>.</w:t>
      </w:r>
    </w:p>
    <w:p w14:paraId="58B80370" w14:textId="77777777" w:rsidR="00894734" w:rsidRDefault="00000000">
      <w:pPr>
        <w:rPr>
          <w:i/>
        </w:rPr>
      </w:pPr>
      <w:r>
        <w:rPr>
          <w:i/>
        </w:rPr>
        <w:t>Mais j</w:t>
      </w:r>
      <w:r w:rsidR="00894734">
        <w:rPr>
          <w:i/>
        </w:rPr>
        <w:t>’</w:t>
      </w:r>
      <w:r>
        <w:rPr>
          <w:i/>
        </w:rPr>
        <w:t>avais compté sans le complice d</w:t>
      </w:r>
      <w:r w:rsidR="00894734">
        <w:rPr>
          <w:i/>
        </w:rPr>
        <w:t>’</w:t>
      </w:r>
      <w:r>
        <w:rPr>
          <w:i/>
        </w:rPr>
        <w:t>Upton</w:t>
      </w:r>
      <w:r w:rsidR="00894734">
        <w:rPr>
          <w:i/>
        </w:rPr>
        <w:t xml:space="preserve">, </w:t>
      </w:r>
      <w:proofErr w:type="spellStart"/>
      <w:r>
        <w:rPr>
          <w:i/>
        </w:rPr>
        <w:t>Ruppert</w:t>
      </w:r>
      <w:proofErr w:type="spellEnd"/>
      <w:r w:rsidR="00894734">
        <w:rPr>
          <w:i/>
        </w:rPr>
        <w:t xml:space="preserve">, </w:t>
      </w:r>
      <w:r>
        <w:rPr>
          <w:i/>
        </w:rPr>
        <w:t>qui avait juré de se venger de lui</w:t>
      </w:r>
      <w:r w:rsidR="00894734">
        <w:rPr>
          <w:i/>
        </w:rPr>
        <w:t xml:space="preserve">, </w:t>
      </w:r>
      <w:r>
        <w:rPr>
          <w:i/>
        </w:rPr>
        <w:t>depuis leur commune sortie de prison</w:t>
      </w:r>
      <w:r w:rsidR="00894734">
        <w:rPr>
          <w:i/>
        </w:rPr>
        <w:t xml:space="preserve">, </w:t>
      </w:r>
      <w:proofErr w:type="spellStart"/>
      <w:r>
        <w:rPr>
          <w:i/>
        </w:rPr>
        <w:t>Ruppert</w:t>
      </w:r>
      <w:proofErr w:type="spellEnd"/>
      <w:r>
        <w:rPr>
          <w:i/>
        </w:rPr>
        <w:t xml:space="preserve"> qui m</w:t>
      </w:r>
      <w:r w:rsidR="00894734">
        <w:rPr>
          <w:i/>
        </w:rPr>
        <w:t>’</w:t>
      </w:r>
      <w:r>
        <w:rPr>
          <w:i/>
        </w:rPr>
        <w:t xml:space="preserve">évita de tuer Upton en le tuant lui-même dans cet hôtel de Golden </w:t>
      </w:r>
      <w:proofErr w:type="spellStart"/>
      <w:r>
        <w:rPr>
          <w:i/>
        </w:rPr>
        <w:t>Gate</w:t>
      </w:r>
      <w:proofErr w:type="spellEnd"/>
      <w:r>
        <w:rPr>
          <w:i/>
        </w:rPr>
        <w:t xml:space="preserve"> avenue</w:t>
      </w:r>
      <w:r w:rsidR="00894734">
        <w:rPr>
          <w:i/>
        </w:rPr>
        <w:t xml:space="preserve">. </w:t>
      </w:r>
      <w:r>
        <w:rPr>
          <w:i/>
        </w:rPr>
        <w:t xml:space="preserve">Mais auparavant </w:t>
      </w:r>
      <w:proofErr w:type="spellStart"/>
      <w:r>
        <w:rPr>
          <w:i/>
        </w:rPr>
        <w:t>Ruppert</w:t>
      </w:r>
      <w:proofErr w:type="spellEnd"/>
      <w:r>
        <w:rPr>
          <w:i/>
        </w:rPr>
        <w:t xml:space="preserve"> avait dû faire parler l</w:t>
      </w:r>
      <w:r w:rsidR="00894734">
        <w:rPr>
          <w:i/>
        </w:rPr>
        <w:t>’</w:t>
      </w:r>
      <w:r>
        <w:rPr>
          <w:i/>
        </w:rPr>
        <w:t>autre</w:t>
      </w:r>
      <w:r w:rsidR="00894734">
        <w:rPr>
          <w:i/>
        </w:rPr>
        <w:t xml:space="preserve">, </w:t>
      </w:r>
      <w:r>
        <w:rPr>
          <w:i/>
        </w:rPr>
        <w:t>il avait dû apprendre que l</w:t>
      </w:r>
      <w:r w:rsidR="00894734">
        <w:rPr>
          <w:i/>
        </w:rPr>
        <w:t>’</w:t>
      </w:r>
      <w:r>
        <w:rPr>
          <w:i/>
        </w:rPr>
        <w:t>homme dont il avait suivi la trace de la Guyane à Mexico</w:t>
      </w:r>
      <w:r w:rsidR="00894734">
        <w:rPr>
          <w:i/>
        </w:rPr>
        <w:t xml:space="preserve">, </w:t>
      </w:r>
      <w:r>
        <w:rPr>
          <w:i/>
        </w:rPr>
        <w:t>était à San Francisco</w:t>
      </w:r>
      <w:r w:rsidR="00894734">
        <w:rPr>
          <w:i/>
        </w:rPr>
        <w:t xml:space="preserve">, </w:t>
      </w:r>
      <w:r>
        <w:rPr>
          <w:i/>
        </w:rPr>
        <w:t>et que celui que les milieux scientifiques honoraient sous le nom d</w:t>
      </w:r>
      <w:r w:rsidR="00894734">
        <w:rPr>
          <w:i/>
        </w:rPr>
        <w:t>’</w:t>
      </w:r>
      <w:r>
        <w:rPr>
          <w:i/>
        </w:rPr>
        <w:t xml:space="preserve">Edgar </w:t>
      </w:r>
      <w:proofErr w:type="spellStart"/>
      <w:r>
        <w:rPr>
          <w:i/>
        </w:rPr>
        <w:t>Legget</w:t>
      </w:r>
      <w:proofErr w:type="spellEnd"/>
      <w:r>
        <w:rPr>
          <w:i/>
        </w:rPr>
        <w:t xml:space="preserve"> était Maurice de Mayenne</w:t>
      </w:r>
      <w:r w:rsidR="00894734">
        <w:rPr>
          <w:i/>
        </w:rPr>
        <w:t xml:space="preserve">. </w:t>
      </w:r>
      <w:r>
        <w:rPr>
          <w:i/>
        </w:rPr>
        <w:t>Il est venu cette nuit</w:t>
      </w:r>
      <w:r w:rsidR="00894734">
        <w:rPr>
          <w:i/>
        </w:rPr>
        <w:t xml:space="preserve">, </w:t>
      </w:r>
      <w:r>
        <w:rPr>
          <w:i/>
        </w:rPr>
        <w:lastRenderedPageBreak/>
        <w:t>m</w:t>
      </w:r>
      <w:r w:rsidR="00894734">
        <w:rPr>
          <w:i/>
        </w:rPr>
        <w:t>’</w:t>
      </w:r>
      <w:r>
        <w:rPr>
          <w:i/>
        </w:rPr>
        <w:t>a rapporté les diamants qu</w:t>
      </w:r>
      <w:r w:rsidR="00894734">
        <w:rPr>
          <w:i/>
        </w:rPr>
        <w:t>’</w:t>
      </w:r>
      <w:r>
        <w:rPr>
          <w:i/>
        </w:rPr>
        <w:t>il avait jugés de peu de valeur et m</w:t>
      </w:r>
      <w:r w:rsidR="00894734">
        <w:rPr>
          <w:i/>
        </w:rPr>
        <w:t>’</w:t>
      </w:r>
      <w:r>
        <w:rPr>
          <w:i/>
        </w:rPr>
        <w:t>a réclamé de l</w:t>
      </w:r>
      <w:r w:rsidR="00894734">
        <w:rPr>
          <w:i/>
        </w:rPr>
        <w:t>’</w:t>
      </w:r>
      <w:r>
        <w:rPr>
          <w:i/>
        </w:rPr>
        <w:t>argent à la place</w:t>
      </w:r>
      <w:r w:rsidR="00894734">
        <w:rPr>
          <w:i/>
        </w:rPr>
        <w:t>.</w:t>
      </w:r>
    </w:p>
    <w:p w14:paraId="1EE97072" w14:textId="77777777" w:rsidR="00894734" w:rsidRDefault="00000000">
      <w:pPr>
        <w:rPr>
          <w:i/>
        </w:rPr>
      </w:pPr>
      <w:r>
        <w:rPr>
          <w:i/>
        </w:rPr>
        <w:t>J</w:t>
      </w:r>
      <w:r w:rsidR="00894734">
        <w:rPr>
          <w:i/>
        </w:rPr>
        <w:t>’</w:t>
      </w:r>
      <w:r>
        <w:rPr>
          <w:i/>
        </w:rPr>
        <w:t>ai ouvert le tiroir de mon secrétaire</w:t>
      </w:r>
      <w:r w:rsidR="00894734">
        <w:rPr>
          <w:i/>
        </w:rPr>
        <w:t xml:space="preserve">, </w:t>
      </w:r>
      <w:r>
        <w:rPr>
          <w:i/>
        </w:rPr>
        <w:t>mais c</w:t>
      </w:r>
      <w:r w:rsidR="00894734">
        <w:rPr>
          <w:i/>
        </w:rPr>
        <w:t>’</w:t>
      </w:r>
      <w:r>
        <w:rPr>
          <w:i/>
        </w:rPr>
        <w:t>était pour y prendre mon pistolet</w:t>
      </w:r>
      <w:r w:rsidR="00894734">
        <w:rPr>
          <w:i/>
        </w:rPr>
        <w:t xml:space="preserve">. </w:t>
      </w:r>
      <w:r>
        <w:rPr>
          <w:i/>
        </w:rPr>
        <w:t>Je suis bon tireur</w:t>
      </w:r>
      <w:r w:rsidR="00894734">
        <w:rPr>
          <w:i/>
        </w:rPr>
        <w:t xml:space="preserve">. </w:t>
      </w:r>
      <w:r>
        <w:rPr>
          <w:i/>
        </w:rPr>
        <w:t>Je ne l</w:t>
      </w:r>
      <w:r w:rsidR="00894734">
        <w:rPr>
          <w:i/>
        </w:rPr>
        <w:t>’</w:t>
      </w:r>
      <w:r>
        <w:rPr>
          <w:i/>
        </w:rPr>
        <w:t>ai pas manqué</w:t>
      </w:r>
      <w:r w:rsidR="00894734">
        <w:rPr>
          <w:i/>
        </w:rPr>
        <w:t>.</w:t>
      </w:r>
    </w:p>
    <w:p w14:paraId="0E02B07F" w14:textId="77777777" w:rsidR="00894734" w:rsidRDefault="00000000">
      <w:pPr>
        <w:rPr>
          <w:i/>
        </w:rPr>
      </w:pPr>
      <w:r>
        <w:rPr>
          <w:i/>
        </w:rPr>
        <w:t>Son cadavre est dans la cave</w:t>
      </w:r>
      <w:r w:rsidR="00894734">
        <w:rPr>
          <w:i/>
        </w:rPr>
        <w:t xml:space="preserve">. </w:t>
      </w:r>
      <w:r>
        <w:rPr>
          <w:i/>
        </w:rPr>
        <w:t>Devant ma porte</w:t>
      </w:r>
      <w:r w:rsidR="00894734">
        <w:rPr>
          <w:i/>
        </w:rPr>
        <w:t xml:space="preserve">, </w:t>
      </w:r>
      <w:r>
        <w:rPr>
          <w:i/>
        </w:rPr>
        <w:t>un pol</w:t>
      </w:r>
      <w:r>
        <w:rPr>
          <w:i/>
        </w:rPr>
        <w:t>i</w:t>
      </w:r>
      <w:r>
        <w:rPr>
          <w:i/>
        </w:rPr>
        <w:t>cier surveille ma maison</w:t>
      </w:r>
      <w:r w:rsidR="00894734">
        <w:rPr>
          <w:i/>
        </w:rPr>
        <w:t xml:space="preserve">. </w:t>
      </w:r>
      <w:r>
        <w:rPr>
          <w:i/>
        </w:rPr>
        <w:t>D</w:t>
      </w:r>
      <w:r w:rsidR="00894734">
        <w:rPr>
          <w:i/>
        </w:rPr>
        <w:t>’</w:t>
      </w:r>
      <w:r>
        <w:rPr>
          <w:i/>
        </w:rPr>
        <w:t>autres détectives sont en train de fouiller ma vie</w:t>
      </w:r>
      <w:r w:rsidR="00894734">
        <w:rPr>
          <w:i/>
        </w:rPr>
        <w:t xml:space="preserve">. </w:t>
      </w:r>
      <w:r>
        <w:rPr>
          <w:i/>
        </w:rPr>
        <w:t>Mon secret ne va plus m</w:t>
      </w:r>
      <w:r w:rsidR="00894734">
        <w:rPr>
          <w:i/>
        </w:rPr>
        <w:t>’</w:t>
      </w:r>
      <w:r>
        <w:rPr>
          <w:i/>
        </w:rPr>
        <w:t>appartenir</w:t>
      </w:r>
      <w:r w:rsidR="00894734">
        <w:rPr>
          <w:i/>
        </w:rPr>
        <w:t xml:space="preserve">. </w:t>
      </w:r>
      <w:r>
        <w:rPr>
          <w:i/>
        </w:rPr>
        <w:t>J</w:t>
      </w:r>
      <w:r w:rsidR="00894734">
        <w:rPr>
          <w:i/>
        </w:rPr>
        <w:t>’</w:t>
      </w:r>
      <w:r>
        <w:rPr>
          <w:i/>
        </w:rPr>
        <w:t>ai to</w:t>
      </w:r>
      <w:r>
        <w:rPr>
          <w:i/>
        </w:rPr>
        <w:t>u</w:t>
      </w:r>
      <w:r>
        <w:rPr>
          <w:i/>
        </w:rPr>
        <w:t>jours pensé</w:t>
      </w:r>
      <w:r w:rsidR="00894734">
        <w:rPr>
          <w:i/>
        </w:rPr>
        <w:t xml:space="preserve">, </w:t>
      </w:r>
      <w:r>
        <w:rPr>
          <w:i/>
        </w:rPr>
        <w:t>sans jamais bien vouloir l</w:t>
      </w:r>
      <w:r w:rsidR="00894734">
        <w:rPr>
          <w:i/>
        </w:rPr>
        <w:t>’</w:t>
      </w:r>
      <w:r>
        <w:rPr>
          <w:i/>
        </w:rPr>
        <w:t>admettre</w:t>
      </w:r>
      <w:r w:rsidR="00894734">
        <w:rPr>
          <w:i/>
        </w:rPr>
        <w:t xml:space="preserve">, </w:t>
      </w:r>
      <w:r>
        <w:rPr>
          <w:i/>
        </w:rPr>
        <w:t>que cela arr</w:t>
      </w:r>
      <w:r>
        <w:rPr>
          <w:i/>
        </w:rPr>
        <w:t>i</w:t>
      </w:r>
      <w:r>
        <w:rPr>
          <w:i/>
        </w:rPr>
        <w:t>verait un jour</w:t>
      </w:r>
      <w:r w:rsidR="00894734">
        <w:rPr>
          <w:i/>
        </w:rPr>
        <w:t xml:space="preserve">. </w:t>
      </w:r>
      <w:r>
        <w:rPr>
          <w:i/>
        </w:rPr>
        <w:t>Mais je ne veux pas retourner au bagne</w:t>
      </w:r>
      <w:r w:rsidR="00894734">
        <w:rPr>
          <w:i/>
        </w:rPr>
        <w:t>.</w:t>
      </w:r>
    </w:p>
    <w:p w14:paraId="75854E35" w14:textId="77777777" w:rsidR="00894734" w:rsidRDefault="00000000">
      <w:pPr>
        <w:rPr>
          <w:i/>
        </w:rPr>
      </w:pPr>
      <w:r>
        <w:rPr>
          <w:i/>
        </w:rPr>
        <w:t>Ma femme et ma fille n</w:t>
      </w:r>
      <w:r w:rsidR="00894734">
        <w:rPr>
          <w:i/>
        </w:rPr>
        <w:t>’</w:t>
      </w:r>
      <w:r>
        <w:rPr>
          <w:i/>
        </w:rPr>
        <w:t xml:space="preserve">ont eu aucune connaissance du meurtre de </w:t>
      </w:r>
      <w:proofErr w:type="spellStart"/>
      <w:r>
        <w:rPr>
          <w:i/>
        </w:rPr>
        <w:t>Ruppert</w:t>
      </w:r>
      <w:proofErr w:type="spellEnd"/>
      <w:r w:rsidR="00894734">
        <w:rPr>
          <w:i/>
        </w:rPr>
        <w:t>.</w:t>
      </w:r>
    </w:p>
    <w:p w14:paraId="6DE8BA75" w14:textId="77777777" w:rsidR="00894734" w:rsidRDefault="00000000">
      <w:pPr>
        <w:jc w:val="right"/>
      </w:pPr>
      <w:r>
        <w:t xml:space="preserve">Maurice </w:t>
      </w:r>
      <w:r>
        <w:rPr>
          <w:szCs w:val="32"/>
        </w:rPr>
        <w:t>DE MAYENNE</w:t>
      </w:r>
      <w:r w:rsidR="00894734">
        <w:t>.</w:t>
      </w:r>
    </w:p>
    <w:p w14:paraId="1D4456CD" w14:textId="16163B2C" w:rsidR="00000000" w:rsidRDefault="00000000" w:rsidP="00894734">
      <w:pPr>
        <w:pStyle w:val="Titre2"/>
        <w:rPr>
          <w:szCs w:val="44"/>
        </w:rPr>
      </w:pPr>
      <w:bookmarkStart w:id="8" w:name="_Toc202288409"/>
      <w:r>
        <w:rPr>
          <w:szCs w:val="44"/>
        </w:rPr>
        <w:lastRenderedPageBreak/>
        <w:t>CHAPITRE VII</w:t>
      </w:r>
      <w:r>
        <w:rPr>
          <w:szCs w:val="44"/>
        </w:rPr>
        <w:br/>
      </w:r>
      <w:r>
        <w:rPr>
          <w:szCs w:val="44"/>
        </w:rPr>
        <w:br/>
        <w:t>LA MALÉDICTION DES DAIN</w:t>
      </w:r>
      <w:bookmarkEnd w:id="8"/>
    </w:p>
    <w:p w14:paraId="739CCC81" w14:textId="77777777" w:rsidR="00894734" w:rsidRDefault="00000000">
      <w:r>
        <w:t>Un silence de plusieurs minutes suivit cette lecture</w:t>
      </w:r>
      <w:r w:rsidR="00894734">
        <w:t xml:space="preserve">. </w:t>
      </w:r>
      <w:r>
        <w:t>Mrs</w:t>
      </w:r>
      <w:r w:rsidR="00894734">
        <w:t xml:space="preserve">. </w:t>
      </w:r>
      <w:proofErr w:type="spellStart"/>
      <w:r>
        <w:t>Legget</w:t>
      </w:r>
      <w:proofErr w:type="spellEnd"/>
      <w:r>
        <w:t xml:space="preserve"> avait levé la tête pour écouter et laissait échapper</w:t>
      </w:r>
      <w:r w:rsidR="00894734">
        <w:t xml:space="preserve">, </w:t>
      </w:r>
      <w:r>
        <w:t>de temps en temps</w:t>
      </w:r>
      <w:r w:rsidR="00894734">
        <w:t xml:space="preserve">, </w:t>
      </w:r>
      <w:r>
        <w:t>un petit sanglot</w:t>
      </w:r>
      <w:r w:rsidR="00894734">
        <w:t xml:space="preserve">. </w:t>
      </w:r>
      <w:r>
        <w:t>Gabrielle commençait à j</w:t>
      </w:r>
      <w:r>
        <w:t>e</w:t>
      </w:r>
      <w:r>
        <w:t>ter autour d</w:t>
      </w:r>
      <w:r w:rsidR="00894734">
        <w:t>’</w:t>
      </w:r>
      <w:r>
        <w:t>elle des regards furtifs</w:t>
      </w:r>
      <w:r w:rsidR="00894734">
        <w:t xml:space="preserve">, </w:t>
      </w:r>
      <w:r>
        <w:t>où passaient quelques lueurs</w:t>
      </w:r>
      <w:r w:rsidR="00894734">
        <w:t xml:space="preserve">. </w:t>
      </w:r>
      <w:r>
        <w:t>Ses lèvres frémissaient de temps en temps</w:t>
      </w:r>
      <w:r w:rsidR="00894734">
        <w:t xml:space="preserve">, </w:t>
      </w:r>
      <w:r>
        <w:t>comme si elle e</w:t>
      </w:r>
      <w:r>
        <w:t>s</w:t>
      </w:r>
      <w:r>
        <w:t>sayait de parler</w:t>
      </w:r>
      <w:r w:rsidR="00894734">
        <w:t>.</w:t>
      </w:r>
    </w:p>
    <w:p w14:paraId="7DEB1917" w14:textId="77777777" w:rsidR="00894734" w:rsidRDefault="00000000">
      <w:r>
        <w:t>J</w:t>
      </w:r>
      <w:r w:rsidR="00894734">
        <w:t>’</w:t>
      </w:r>
      <w:r>
        <w:t>allai au cadavre</w:t>
      </w:r>
      <w:r w:rsidR="00894734">
        <w:t xml:space="preserve">, </w:t>
      </w:r>
      <w:r>
        <w:t>le redressai</w:t>
      </w:r>
      <w:r w:rsidR="00894734">
        <w:t xml:space="preserve">. </w:t>
      </w:r>
      <w:r>
        <w:t>La poche intérieure gauche du veston faisait une bosse</w:t>
      </w:r>
      <w:r w:rsidR="00894734">
        <w:t xml:space="preserve">. </w:t>
      </w:r>
      <w:r>
        <w:t>Je le déboutonnai et en retirai un portefeuille gonflé de papier-monnaie</w:t>
      </w:r>
      <w:r w:rsidR="00894734">
        <w:t xml:space="preserve">. </w:t>
      </w:r>
      <w:r>
        <w:t>Nous les comptâmes plus tard</w:t>
      </w:r>
      <w:r w:rsidR="00894734">
        <w:t xml:space="preserve">. </w:t>
      </w:r>
      <w:r>
        <w:t>Il y avait quinze mille dollars</w:t>
      </w:r>
      <w:r w:rsidR="00894734">
        <w:t>.</w:t>
      </w:r>
    </w:p>
    <w:p w14:paraId="776C66C2" w14:textId="77777777" w:rsidR="00894734" w:rsidRDefault="00000000">
      <w:r>
        <w:t>Montrant aux autres le contenu du portefeuille</w:t>
      </w:r>
      <w:r w:rsidR="00894734">
        <w:t xml:space="preserve">, </w:t>
      </w:r>
      <w:r>
        <w:t>je dema</w:t>
      </w:r>
      <w:r>
        <w:t>n</w:t>
      </w:r>
      <w:r>
        <w:t>dai</w:t>
      </w:r>
      <w:r w:rsidR="00894734">
        <w:t> :</w:t>
      </w:r>
    </w:p>
    <w:p w14:paraId="1DA5239D" w14:textId="77777777" w:rsidR="00894734" w:rsidRDefault="00894734">
      <w:r>
        <w:t>— </w:t>
      </w:r>
      <w:r w:rsidR="00000000">
        <w:t>N</w:t>
      </w:r>
      <w:r>
        <w:t>’</w:t>
      </w:r>
      <w:r w:rsidR="00000000">
        <w:t>a-t-il pas laissé d</w:t>
      </w:r>
      <w:r>
        <w:t>’</w:t>
      </w:r>
      <w:r w:rsidR="00000000">
        <w:t>autre message que celui que je viens de lire</w:t>
      </w:r>
      <w:r>
        <w:t> ?</w:t>
      </w:r>
    </w:p>
    <w:p w14:paraId="275F1503" w14:textId="77777777" w:rsidR="00894734" w:rsidRDefault="00894734">
      <w:r>
        <w:t>— </w:t>
      </w:r>
      <w:r w:rsidR="00000000">
        <w:t>On n</w:t>
      </w:r>
      <w:r>
        <w:t>’</w:t>
      </w:r>
      <w:r w:rsidR="00000000">
        <w:t>a rien trouvé</w:t>
      </w:r>
      <w:r>
        <w:t xml:space="preserve">, </w:t>
      </w:r>
      <w:r w:rsidR="00000000">
        <w:t xml:space="preserve">dit </w:t>
      </w:r>
      <w:proofErr w:type="spellStart"/>
      <w:r w:rsidR="00000000">
        <w:t>O</w:t>
      </w:r>
      <w:r>
        <w:t>’</w:t>
      </w:r>
      <w:r w:rsidR="00000000">
        <w:t>Gar</w:t>
      </w:r>
      <w:proofErr w:type="spellEnd"/>
      <w:r>
        <w:t xml:space="preserve">, </w:t>
      </w:r>
      <w:r w:rsidR="00000000">
        <w:t>pourquoi</w:t>
      </w:r>
      <w:r>
        <w:t> ?</w:t>
      </w:r>
    </w:p>
    <w:p w14:paraId="2D678CCD" w14:textId="77777777" w:rsidR="00894734" w:rsidRDefault="00894734">
      <w:r>
        <w:t>— </w:t>
      </w:r>
      <w:r w:rsidR="00000000">
        <w:t>Rien à votre connaissance</w:t>
      </w:r>
      <w:r>
        <w:t xml:space="preserve">, </w:t>
      </w:r>
      <w:r w:rsidR="00000000">
        <w:t>Mrs</w:t>
      </w:r>
      <w:r>
        <w:t xml:space="preserve">. </w:t>
      </w:r>
      <w:proofErr w:type="spellStart"/>
      <w:r w:rsidR="00000000">
        <w:t>Legget</w:t>
      </w:r>
      <w:proofErr w:type="spellEnd"/>
      <w:r>
        <w:t> ?</w:t>
      </w:r>
    </w:p>
    <w:p w14:paraId="7C397C24" w14:textId="77777777" w:rsidR="00894734" w:rsidRDefault="00000000">
      <w:r>
        <w:t>Elle secoua la tête en signe de dénégation</w:t>
      </w:r>
      <w:r w:rsidR="00894734">
        <w:t>.</w:t>
      </w:r>
    </w:p>
    <w:p w14:paraId="26310E69" w14:textId="77777777" w:rsidR="00894734" w:rsidRDefault="00894734">
      <w:r>
        <w:t>— </w:t>
      </w:r>
      <w:r w:rsidR="00000000">
        <w:t>Mais pourquoi</w:t>
      </w:r>
      <w:r>
        <w:t xml:space="preserve"> ? </w:t>
      </w:r>
      <w:r w:rsidR="00000000">
        <w:t xml:space="preserve">dit encore </w:t>
      </w:r>
      <w:proofErr w:type="spellStart"/>
      <w:r w:rsidR="00000000">
        <w:t>O</w:t>
      </w:r>
      <w:r>
        <w:t>’</w:t>
      </w:r>
      <w:r w:rsidR="00000000">
        <w:t>Gar</w:t>
      </w:r>
      <w:proofErr w:type="spellEnd"/>
      <w:r>
        <w:t>.</w:t>
      </w:r>
    </w:p>
    <w:p w14:paraId="54A74118" w14:textId="77777777" w:rsidR="00894734" w:rsidRDefault="00894734">
      <w:r>
        <w:t>— </w:t>
      </w:r>
      <w:r w:rsidR="00000000">
        <w:t>Il ne s</w:t>
      </w:r>
      <w:r>
        <w:t>’</w:t>
      </w:r>
      <w:r w:rsidR="00000000">
        <w:t>est pas suicidé</w:t>
      </w:r>
      <w:r>
        <w:t xml:space="preserve">, </w:t>
      </w:r>
      <w:r w:rsidR="00000000">
        <w:t>dis-je</w:t>
      </w:r>
      <w:r>
        <w:t xml:space="preserve">. </w:t>
      </w:r>
      <w:r w:rsidR="00000000">
        <w:t>Il a été tué</w:t>
      </w:r>
      <w:r>
        <w:t>.</w:t>
      </w:r>
    </w:p>
    <w:p w14:paraId="53DAC129" w14:textId="77777777" w:rsidR="00894734" w:rsidRDefault="00000000">
      <w:r>
        <w:t xml:space="preserve">Gabrielle </w:t>
      </w:r>
      <w:proofErr w:type="spellStart"/>
      <w:r>
        <w:t>Legget</w:t>
      </w:r>
      <w:proofErr w:type="spellEnd"/>
      <w:r>
        <w:t xml:space="preserve"> poussa un cri perçant et se dressa</w:t>
      </w:r>
      <w:r w:rsidR="00894734">
        <w:t xml:space="preserve">, </w:t>
      </w:r>
      <w:r>
        <w:t>poi</w:t>
      </w:r>
      <w:r>
        <w:t>n</w:t>
      </w:r>
      <w:r>
        <w:t>tant vers Mrs</w:t>
      </w:r>
      <w:r w:rsidR="00894734">
        <w:t xml:space="preserve">. </w:t>
      </w:r>
      <w:proofErr w:type="spellStart"/>
      <w:r>
        <w:t>Legget</w:t>
      </w:r>
      <w:proofErr w:type="spellEnd"/>
      <w:r>
        <w:t xml:space="preserve"> un doigt menaçant</w:t>
      </w:r>
      <w:r w:rsidR="00894734">
        <w:t>.</w:t>
      </w:r>
    </w:p>
    <w:p w14:paraId="1BCD8CC5" w14:textId="77777777" w:rsidR="00894734" w:rsidRDefault="00894734">
      <w:r>
        <w:lastRenderedPageBreak/>
        <w:t>— </w:t>
      </w:r>
      <w:r w:rsidR="00000000">
        <w:t>C</w:t>
      </w:r>
      <w:r>
        <w:t>’</w:t>
      </w:r>
      <w:r w:rsidR="00000000">
        <w:t>est elle qui l</w:t>
      </w:r>
      <w:r>
        <w:t>’</w:t>
      </w:r>
      <w:r w:rsidR="00000000">
        <w:t>a tué</w:t>
      </w:r>
      <w:r>
        <w:t xml:space="preserve"> ! </w:t>
      </w:r>
      <w:r w:rsidR="00000000">
        <w:t>clama-t-elle</w:t>
      </w:r>
      <w:r>
        <w:t xml:space="preserve">. </w:t>
      </w:r>
      <w:r w:rsidR="00000000">
        <w:t>Elle lui a dit</w:t>
      </w:r>
      <w:r>
        <w:t> : « </w:t>
      </w:r>
      <w:r w:rsidR="00000000">
        <w:t>Voulez-vous descendre</w:t>
      </w:r>
      <w:r>
        <w:t> ? »</w:t>
      </w:r>
      <w:r w:rsidR="00000000">
        <w:t xml:space="preserve"> et elle a tenu la porte de la cuisine ouve</w:t>
      </w:r>
      <w:r w:rsidR="00000000">
        <w:t>r</w:t>
      </w:r>
      <w:r w:rsidR="00000000">
        <w:t>te d</w:t>
      </w:r>
      <w:r>
        <w:t>’</w:t>
      </w:r>
      <w:r w:rsidR="00000000">
        <w:t>une main</w:t>
      </w:r>
      <w:r>
        <w:t xml:space="preserve">, </w:t>
      </w:r>
      <w:r w:rsidR="00000000">
        <w:t>pendant qu</w:t>
      </w:r>
      <w:r>
        <w:t>’</w:t>
      </w:r>
      <w:r w:rsidR="00000000">
        <w:t>elle tenait le couteau de l</w:t>
      </w:r>
      <w:r>
        <w:t>’</w:t>
      </w:r>
      <w:r w:rsidR="00000000">
        <w:t>autre main</w:t>
      </w:r>
      <w:r>
        <w:t xml:space="preserve">. </w:t>
      </w:r>
      <w:r w:rsidR="00000000">
        <w:t>Quand il est passé devant elle</w:t>
      </w:r>
      <w:r>
        <w:t xml:space="preserve">, </w:t>
      </w:r>
      <w:r w:rsidR="00000000">
        <w:t>elle l</w:t>
      </w:r>
      <w:r>
        <w:t>’</w:t>
      </w:r>
      <w:r w:rsidR="00000000">
        <w:t>a frappé dans le dos</w:t>
      </w:r>
      <w:r>
        <w:t xml:space="preserve">. </w:t>
      </w:r>
      <w:r w:rsidR="00000000">
        <w:t>Je l</w:t>
      </w:r>
      <w:r>
        <w:t>’</w:t>
      </w:r>
      <w:r w:rsidR="00000000">
        <w:t>ai vue</w:t>
      </w:r>
      <w:r>
        <w:t xml:space="preserve">. </w:t>
      </w:r>
      <w:r w:rsidR="00000000">
        <w:t>C</w:t>
      </w:r>
      <w:r>
        <w:t>’</w:t>
      </w:r>
      <w:r w:rsidR="00000000">
        <w:t>est elle qui l</w:t>
      </w:r>
      <w:r>
        <w:t>’</w:t>
      </w:r>
      <w:r w:rsidR="00000000">
        <w:t>a tué</w:t>
      </w:r>
      <w:r>
        <w:t xml:space="preserve">. </w:t>
      </w:r>
      <w:r w:rsidR="00000000">
        <w:t>Je n</w:t>
      </w:r>
      <w:r>
        <w:t>’</w:t>
      </w:r>
      <w:r w:rsidR="00000000">
        <w:t>étais pas habillée</w:t>
      </w:r>
      <w:r>
        <w:t xml:space="preserve">, </w:t>
      </w:r>
      <w:r w:rsidR="00000000">
        <w:t>quand je les e</w:t>
      </w:r>
      <w:r w:rsidR="00000000">
        <w:t>n</w:t>
      </w:r>
      <w:r w:rsidR="00000000">
        <w:t>tendu venir</w:t>
      </w:r>
      <w:r>
        <w:t xml:space="preserve">, </w:t>
      </w:r>
      <w:r w:rsidR="00000000">
        <w:t>je me suis cachée dans la penderie</w:t>
      </w:r>
      <w:r>
        <w:t xml:space="preserve">, </w:t>
      </w:r>
      <w:r w:rsidR="00000000">
        <w:t>et je l</w:t>
      </w:r>
      <w:r>
        <w:t>’</w:t>
      </w:r>
      <w:r w:rsidR="00000000">
        <w:t>ai vue</w:t>
      </w:r>
      <w:r>
        <w:t xml:space="preserve">. </w:t>
      </w:r>
      <w:r w:rsidR="00000000">
        <w:t>C</w:t>
      </w:r>
      <w:r>
        <w:t>’</w:t>
      </w:r>
      <w:r w:rsidR="00000000">
        <w:t>est elle qui l</w:t>
      </w:r>
      <w:r>
        <w:t>’</w:t>
      </w:r>
      <w:r w:rsidR="00000000">
        <w:t>a tué</w:t>
      </w:r>
      <w:r>
        <w:t> !</w:t>
      </w:r>
    </w:p>
    <w:p w14:paraId="47FBA8C3" w14:textId="77777777" w:rsidR="00894734" w:rsidRDefault="00000000">
      <w:r>
        <w:t>Mrs</w:t>
      </w:r>
      <w:r w:rsidR="00894734">
        <w:t xml:space="preserve">. </w:t>
      </w:r>
      <w:proofErr w:type="spellStart"/>
      <w:r>
        <w:t>Legget</w:t>
      </w:r>
      <w:proofErr w:type="spellEnd"/>
      <w:r>
        <w:t xml:space="preserve"> s</w:t>
      </w:r>
      <w:r w:rsidR="00894734">
        <w:t>’</w:t>
      </w:r>
      <w:r>
        <w:t>était dressée</w:t>
      </w:r>
      <w:r w:rsidR="00894734">
        <w:t xml:space="preserve">. </w:t>
      </w:r>
      <w:r>
        <w:t xml:space="preserve">Elle chancela et serait tombée si </w:t>
      </w:r>
      <w:proofErr w:type="spellStart"/>
      <w:r>
        <w:t>Fitzstephan</w:t>
      </w:r>
      <w:proofErr w:type="spellEnd"/>
      <w:r>
        <w:t xml:space="preserve"> n</w:t>
      </w:r>
      <w:r w:rsidR="00894734">
        <w:t>’</w:t>
      </w:r>
      <w:r>
        <w:t>avait été là pour la soutenir</w:t>
      </w:r>
      <w:r w:rsidR="00894734">
        <w:t>.</w:t>
      </w:r>
    </w:p>
    <w:p w14:paraId="5E6FC5C1" w14:textId="3C24FD48" w:rsidR="00894734" w:rsidRDefault="00000000">
      <w:r>
        <w:t>On entendit la voix froide et cassante de l</w:t>
      </w:r>
      <w:r w:rsidR="00894734">
        <w:t>’</w:t>
      </w:r>
      <w:r>
        <w:t>homme au m</w:t>
      </w:r>
      <w:r>
        <w:t>o</w:t>
      </w:r>
      <w:r>
        <w:t>nocle</w:t>
      </w:r>
      <w:r w:rsidR="00894734">
        <w:t xml:space="preserve">, </w:t>
      </w:r>
      <w:r>
        <w:t xml:space="preserve">le </w:t>
      </w:r>
      <w:r w:rsidR="00894734">
        <w:t>D</w:t>
      </w:r>
      <w:r w:rsidR="00894734" w:rsidRPr="00894734">
        <w:rPr>
          <w:vertAlign w:val="superscript"/>
        </w:rPr>
        <w:t>r</w:t>
      </w:r>
      <w:r w:rsidR="00894734">
        <w:t> </w:t>
      </w:r>
      <w:proofErr w:type="spellStart"/>
      <w:r w:rsidR="00894734">
        <w:t>R</w:t>
      </w:r>
      <w:r>
        <w:t>iese</w:t>
      </w:r>
      <w:proofErr w:type="spellEnd"/>
      <w:r w:rsidR="00894734">
        <w:t xml:space="preserve">, </w:t>
      </w:r>
      <w:r>
        <w:t>qui disait</w:t>
      </w:r>
      <w:r w:rsidR="00894734">
        <w:t> :</w:t>
      </w:r>
    </w:p>
    <w:p w14:paraId="53C5A9AE" w14:textId="77777777" w:rsidR="00894734" w:rsidRDefault="00894734">
      <w:r>
        <w:t>— </w:t>
      </w:r>
      <w:r w:rsidR="00000000">
        <w:t>Il n</w:t>
      </w:r>
      <w:r>
        <w:t>’</w:t>
      </w:r>
      <w:r w:rsidR="00000000">
        <w:t>y a pas de doute possible</w:t>
      </w:r>
      <w:r>
        <w:t xml:space="preserve">. </w:t>
      </w:r>
      <w:r w:rsidR="00000000">
        <w:t>Il est mort d</w:t>
      </w:r>
      <w:r>
        <w:t>’</w:t>
      </w:r>
      <w:r w:rsidR="00000000">
        <w:t>une balle de ce pistolet</w:t>
      </w:r>
      <w:r>
        <w:t xml:space="preserve">, </w:t>
      </w:r>
      <w:r w:rsidR="00000000">
        <w:t>tirée à bout portant et qui l</w:t>
      </w:r>
      <w:r>
        <w:t>’</w:t>
      </w:r>
      <w:r w:rsidR="00000000">
        <w:t>a tué net</w:t>
      </w:r>
      <w:r>
        <w:t xml:space="preserve">. </w:t>
      </w:r>
      <w:r w:rsidR="00000000">
        <w:t>C</w:t>
      </w:r>
      <w:r>
        <w:t>’</w:t>
      </w:r>
      <w:r w:rsidR="00000000">
        <w:t>est un suicide</w:t>
      </w:r>
      <w:r>
        <w:t xml:space="preserve">, </w:t>
      </w:r>
      <w:r w:rsidR="00000000">
        <w:t>c</w:t>
      </w:r>
      <w:r>
        <w:t>’</w:t>
      </w:r>
      <w:r w:rsidR="00000000">
        <w:t>est clair</w:t>
      </w:r>
      <w:r>
        <w:t xml:space="preserve">, </w:t>
      </w:r>
      <w:r w:rsidR="00000000">
        <w:t>je l</w:t>
      </w:r>
      <w:r>
        <w:t>’</w:t>
      </w:r>
      <w:r w:rsidR="00000000">
        <w:t>ai dit</w:t>
      </w:r>
      <w:r>
        <w:t>.</w:t>
      </w:r>
    </w:p>
    <w:p w14:paraId="0B6E6D51" w14:textId="77777777" w:rsidR="00894734" w:rsidRDefault="00000000">
      <w:r>
        <w:t>Collinson força Gabrielle à se rasseoir</w:t>
      </w:r>
      <w:r w:rsidR="00894734">
        <w:t xml:space="preserve">, </w:t>
      </w:r>
      <w:r>
        <w:t>essayant de la ca</w:t>
      </w:r>
      <w:r>
        <w:t>l</w:t>
      </w:r>
      <w:r>
        <w:t>mer</w:t>
      </w:r>
      <w:r w:rsidR="00894734">
        <w:t xml:space="preserve">. </w:t>
      </w:r>
      <w:r>
        <w:t>Elle crispait ses mains l</w:t>
      </w:r>
      <w:r w:rsidR="00894734">
        <w:t>’</w:t>
      </w:r>
      <w:r>
        <w:t>une contre l</w:t>
      </w:r>
      <w:r w:rsidR="00894734">
        <w:t>’</w:t>
      </w:r>
      <w:r>
        <w:t>autre et gémissait</w:t>
      </w:r>
      <w:r w:rsidR="00894734">
        <w:t>.</w:t>
      </w:r>
    </w:p>
    <w:p w14:paraId="7836AACA" w14:textId="77777777" w:rsidR="00894734" w:rsidRDefault="00000000">
      <w:r>
        <w:t>Je repris</w:t>
      </w:r>
      <w:r w:rsidR="00894734">
        <w:t> :</w:t>
      </w:r>
    </w:p>
    <w:p w14:paraId="7BCE887E" w14:textId="77777777" w:rsidR="00894734" w:rsidRDefault="00894734">
      <w:r>
        <w:t>— </w:t>
      </w:r>
      <w:r w:rsidR="00000000">
        <w:t>Il y a eu meurtre</w:t>
      </w:r>
      <w:r>
        <w:t xml:space="preserve">. </w:t>
      </w:r>
      <w:r w:rsidR="00000000">
        <w:t>Il avait cet argent dans sa poche</w:t>
      </w:r>
      <w:r>
        <w:t xml:space="preserve">. </w:t>
      </w:r>
      <w:r w:rsidR="00000000">
        <w:t>Il s</w:t>
      </w:r>
      <w:r>
        <w:t>’</w:t>
      </w:r>
      <w:r w:rsidR="00000000">
        <w:t>était muni d</w:t>
      </w:r>
      <w:r>
        <w:t>’</w:t>
      </w:r>
      <w:r w:rsidR="00000000">
        <w:t>une grosse somme</w:t>
      </w:r>
      <w:r>
        <w:t xml:space="preserve">, </w:t>
      </w:r>
      <w:r w:rsidR="00000000">
        <w:t>comme tout homme qui part en voyage</w:t>
      </w:r>
      <w:r>
        <w:t xml:space="preserve">. </w:t>
      </w:r>
      <w:r w:rsidR="00000000">
        <w:t>Il voulait s</w:t>
      </w:r>
      <w:r>
        <w:t>’</w:t>
      </w:r>
      <w:r w:rsidR="00000000">
        <w:t>enfuir</w:t>
      </w:r>
      <w:r>
        <w:t xml:space="preserve">. </w:t>
      </w:r>
      <w:r w:rsidR="00000000">
        <w:t>Il ne parlait pas de suicide dans cette lettre qu</w:t>
      </w:r>
      <w:r>
        <w:t>’</w:t>
      </w:r>
      <w:r w:rsidR="00000000">
        <w:t>il n</w:t>
      </w:r>
      <w:r>
        <w:t>’</w:t>
      </w:r>
      <w:r w:rsidR="00000000">
        <w:t xml:space="preserve">a </w:t>
      </w:r>
      <w:proofErr w:type="spellStart"/>
      <w:r w:rsidR="00000000">
        <w:t>écrite</w:t>
      </w:r>
      <w:proofErr w:type="spellEnd"/>
      <w:r w:rsidR="00000000">
        <w:t xml:space="preserve"> que pour décharger entièrement sa femme</w:t>
      </w:r>
      <w:r>
        <w:t xml:space="preserve">, </w:t>
      </w:r>
      <w:r w:rsidR="00000000">
        <w:t>et sa fille</w:t>
      </w:r>
      <w:r>
        <w:t xml:space="preserve">. </w:t>
      </w:r>
      <w:r w:rsidR="00000000">
        <w:t>Est-ce que</w:t>
      </w:r>
      <w:r>
        <w:t xml:space="preserve">, </w:t>
      </w:r>
      <w:r w:rsidR="00000000">
        <w:t>dis-je en m</w:t>
      </w:r>
      <w:r>
        <w:t>’</w:t>
      </w:r>
      <w:r w:rsidR="00000000">
        <w:t xml:space="preserve">adressant à </w:t>
      </w:r>
      <w:proofErr w:type="spellStart"/>
      <w:r w:rsidR="00000000">
        <w:t>O</w:t>
      </w:r>
      <w:r>
        <w:t>’</w:t>
      </w:r>
      <w:r w:rsidR="00000000">
        <w:t>Gar</w:t>
      </w:r>
      <w:proofErr w:type="spellEnd"/>
      <w:r>
        <w:t xml:space="preserve">, </w:t>
      </w:r>
      <w:r w:rsidR="00000000">
        <w:t>c</w:t>
      </w:r>
      <w:r>
        <w:t>’</w:t>
      </w:r>
      <w:r w:rsidR="00000000">
        <w:t>est là le ton de quelqu</w:t>
      </w:r>
      <w:r>
        <w:t>’</w:t>
      </w:r>
      <w:r w:rsidR="00000000">
        <w:t>un qui va se tuer et quitter pour to</w:t>
      </w:r>
      <w:r w:rsidR="00000000">
        <w:t>u</w:t>
      </w:r>
      <w:r w:rsidR="00000000">
        <w:t>jours une femme et une fille qu</w:t>
      </w:r>
      <w:r>
        <w:t>’</w:t>
      </w:r>
      <w:r w:rsidR="00000000">
        <w:t>il aime</w:t>
      </w:r>
      <w:r>
        <w:t xml:space="preserve">. </w:t>
      </w:r>
      <w:r w:rsidR="00000000">
        <w:t>Pas un mot pour elles</w:t>
      </w:r>
      <w:r>
        <w:t xml:space="preserve">. </w:t>
      </w:r>
      <w:r w:rsidR="00000000">
        <w:t>Tout est pour la police</w:t>
      </w:r>
      <w:r>
        <w:t xml:space="preserve">. </w:t>
      </w:r>
      <w:r w:rsidR="00000000">
        <w:t>Comment a-t-il été trouvé</w:t>
      </w:r>
      <w:r>
        <w:t> ?</w:t>
      </w:r>
    </w:p>
    <w:p w14:paraId="584DB289" w14:textId="77777777" w:rsidR="00894734" w:rsidRDefault="00894734">
      <w:r>
        <w:t>— </w:t>
      </w:r>
      <w:r w:rsidR="00000000">
        <w:t>J</w:t>
      </w:r>
      <w:r>
        <w:t>’</w:t>
      </w:r>
      <w:r w:rsidR="00000000">
        <w:t>ai entendu</w:t>
      </w:r>
      <w:r>
        <w:t xml:space="preserve">, </w:t>
      </w:r>
      <w:r w:rsidR="00000000">
        <w:t>dit tout bas Mrs</w:t>
      </w:r>
      <w:r>
        <w:t xml:space="preserve">. </w:t>
      </w:r>
      <w:proofErr w:type="spellStart"/>
      <w:r w:rsidR="00000000">
        <w:t>Legget</w:t>
      </w:r>
      <w:proofErr w:type="spellEnd"/>
      <w:r>
        <w:t xml:space="preserve">, </w:t>
      </w:r>
      <w:r w:rsidR="00000000">
        <w:t>j</w:t>
      </w:r>
      <w:r>
        <w:t>’</w:t>
      </w:r>
      <w:r w:rsidR="00000000">
        <w:t>ai entendu le coup partir</w:t>
      </w:r>
      <w:r>
        <w:t xml:space="preserve">. </w:t>
      </w:r>
      <w:r w:rsidR="00000000">
        <w:t>Je suis montée en courant et il</w:t>
      </w:r>
      <w:r>
        <w:t xml:space="preserve">… </w:t>
      </w:r>
      <w:r w:rsidR="00000000">
        <w:t>il était comme ça</w:t>
      </w:r>
      <w:r>
        <w:t xml:space="preserve">. </w:t>
      </w:r>
      <w:r w:rsidR="00000000">
        <w:t>Je suis redescendre au téléphone</w:t>
      </w:r>
      <w:r>
        <w:t xml:space="preserve">. </w:t>
      </w:r>
      <w:r w:rsidR="00000000">
        <w:t>On a sonné à la porte d</w:t>
      </w:r>
      <w:r>
        <w:t>’</w:t>
      </w:r>
      <w:r w:rsidR="00000000">
        <w:t>entrée</w:t>
      </w:r>
      <w:r>
        <w:t xml:space="preserve">. </w:t>
      </w:r>
      <w:proofErr w:type="spellStart"/>
      <w:r w:rsidR="00000000">
        <w:rPr>
          <w:lang w:val="en-GB"/>
        </w:rPr>
        <w:t>C</w:t>
      </w:r>
      <w:r>
        <w:rPr>
          <w:lang w:val="en-GB"/>
        </w:rPr>
        <w:t>’</w:t>
      </w:r>
      <w:r w:rsidR="00000000">
        <w:rPr>
          <w:lang w:val="en-GB"/>
        </w:rPr>
        <w:t>était</w:t>
      </w:r>
      <w:proofErr w:type="spellEnd"/>
      <w:r w:rsidR="00000000">
        <w:rPr>
          <w:lang w:val="en-GB"/>
        </w:rPr>
        <w:t xml:space="preserve"> Mr</w:t>
      </w:r>
      <w:r>
        <w:rPr>
          <w:lang w:val="en-GB"/>
        </w:rPr>
        <w:t xml:space="preserve">. </w:t>
      </w:r>
      <w:proofErr w:type="spellStart"/>
      <w:r w:rsidR="00000000">
        <w:rPr>
          <w:lang w:val="en-GB"/>
        </w:rPr>
        <w:t>Fitzstephan</w:t>
      </w:r>
      <w:proofErr w:type="spellEnd"/>
      <w:r>
        <w:rPr>
          <w:lang w:val="en-GB"/>
        </w:rPr>
        <w:t xml:space="preserve">. </w:t>
      </w:r>
      <w:r w:rsidR="00000000">
        <w:t xml:space="preserve">Je lui ai dit ce qui venait </w:t>
      </w:r>
      <w:r w:rsidR="00000000">
        <w:lastRenderedPageBreak/>
        <w:t>d</w:t>
      </w:r>
      <w:r>
        <w:t>’</w:t>
      </w:r>
      <w:r w:rsidR="00000000">
        <w:t>arriver</w:t>
      </w:r>
      <w:r>
        <w:t xml:space="preserve">. </w:t>
      </w:r>
      <w:r w:rsidR="00000000">
        <w:t>Il ne pouvait y avoir</w:t>
      </w:r>
      <w:r>
        <w:t xml:space="preserve">, </w:t>
      </w:r>
      <w:r w:rsidR="00000000">
        <w:t>il n</w:t>
      </w:r>
      <w:r>
        <w:t>’</w:t>
      </w:r>
      <w:r w:rsidR="00000000">
        <w:t>y avait personne dans la ma</w:t>
      </w:r>
      <w:r w:rsidR="00000000">
        <w:t>i</w:t>
      </w:r>
      <w:r w:rsidR="00000000">
        <w:t>son</w:t>
      </w:r>
      <w:r>
        <w:t xml:space="preserve">, </w:t>
      </w:r>
      <w:r w:rsidR="00000000">
        <w:t>qui aurait pu commettre le crime</w:t>
      </w:r>
      <w:r>
        <w:t>.</w:t>
      </w:r>
    </w:p>
    <w:p w14:paraId="6B1AC593" w14:textId="77777777" w:rsidR="00894734" w:rsidRDefault="00894734">
      <w:r>
        <w:t>— </w:t>
      </w:r>
      <w:r w:rsidR="00000000">
        <w:t>C</w:t>
      </w:r>
      <w:r>
        <w:t>’</w:t>
      </w:r>
      <w:r w:rsidR="00000000">
        <w:t>est vous qui l</w:t>
      </w:r>
      <w:r>
        <w:t>’</w:t>
      </w:r>
      <w:r w:rsidR="00000000">
        <w:t>avez tué</w:t>
      </w:r>
      <w:r>
        <w:t xml:space="preserve">, </w:t>
      </w:r>
      <w:r w:rsidR="00000000">
        <w:t>repris-je</w:t>
      </w:r>
      <w:r>
        <w:t xml:space="preserve">. </w:t>
      </w:r>
      <w:r w:rsidR="00000000">
        <w:t>Il s</w:t>
      </w:r>
      <w:r>
        <w:t>’</w:t>
      </w:r>
      <w:r w:rsidR="00000000">
        <w:t>en allait</w:t>
      </w:r>
      <w:r>
        <w:t xml:space="preserve">. </w:t>
      </w:r>
      <w:r w:rsidR="00000000">
        <w:t>Il avait écrit cette confession</w:t>
      </w:r>
      <w:r>
        <w:t xml:space="preserve">, </w:t>
      </w:r>
      <w:r w:rsidR="00000000">
        <w:t>racontant vos crimes</w:t>
      </w:r>
      <w:r>
        <w:t xml:space="preserve">. </w:t>
      </w:r>
      <w:r w:rsidR="00000000">
        <w:t xml:space="preserve">Vous avez frappé </w:t>
      </w:r>
      <w:proofErr w:type="spellStart"/>
      <w:r w:rsidR="00000000">
        <w:t>Ruppert</w:t>
      </w:r>
      <w:proofErr w:type="spellEnd"/>
      <w:r w:rsidR="00000000">
        <w:t xml:space="preserve"> en bas dans la cuisine</w:t>
      </w:r>
      <w:r>
        <w:t xml:space="preserve">, </w:t>
      </w:r>
      <w:r w:rsidR="00000000">
        <w:t>c</w:t>
      </w:r>
      <w:r>
        <w:t>’</w:t>
      </w:r>
      <w:r w:rsidR="00000000">
        <w:t>est ce qu</w:t>
      </w:r>
      <w:r>
        <w:t>’</w:t>
      </w:r>
      <w:r w:rsidR="00000000">
        <w:t>a entendu votre fille</w:t>
      </w:r>
      <w:r>
        <w:t xml:space="preserve">. </w:t>
      </w:r>
      <w:r w:rsidR="00000000">
        <w:t>La lettre de votre mari ressemblait assez à la lettre d</w:t>
      </w:r>
      <w:r>
        <w:t>’</w:t>
      </w:r>
      <w:r w:rsidR="00000000">
        <w:t>un homme qui va mourir</w:t>
      </w:r>
      <w:r>
        <w:t xml:space="preserve">, </w:t>
      </w:r>
      <w:proofErr w:type="spellStart"/>
      <w:r w:rsidR="00000000">
        <w:t>pensiez-vous</w:t>
      </w:r>
      <w:proofErr w:type="spellEnd"/>
      <w:r>
        <w:t xml:space="preserve">, </w:t>
      </w:r>
      <w:r w:rsidR="00000000">
        <w:t>et vous l</w:t>
      </w:r>
      <w:r>
        <w:t>’</w:t>
      </w:r>
      <w:r w:rsidR="00000000">
        <w:t>avez tué</w:t>
      </w:r>
      <w:r>
        <w:t xml:space="preserve">, </w:t>
      </w:r>
      <w:r w:rsidR="00000000">
        <w:t>parce que vous pensiez que cette confession et sa mort éteindraient définitiv</w:t>
      </w:r>
      <w:r w:rsidR="00000000">
        <w:t>e</w:t>
      </w:r>
      <w:r w:rsidR="00000000">
        <w:t>ment l</w:t>
      </w:r>
      <w:r>
        <w:t>’</w:t>
      </w:r>
      <w:r w:rsidR="00000000">
        <w:t>action de la justice et que</w:t>
      </w:r>
      <w:r>
        <w:t xml:space="preserve">, </w:t>
      </w:r>
      <w:r w:rsidR="00000000">
        <w:t>satisfaits des explications qui nous étaient données</w:t>
      </w:r>
      <w:r>
        <w:t xml:space="preserve">, </w:t>
      </w:r>
      <w:r w:rsidR="00000000">
        <w:t>nous arrêterions là notre enquête</w:t>
      </w:r>
      <w:r>
        <w:t xml:space="preserve">. </w:t>
      </w:r>
      <w:r w:rsidR="00000000">
        <w:t>Votre mari en fuite</w:t>
      </w:r>
      <w:r>
        <w:t xml:space="preserve">, </w:t>
      </w:r>
      <w:r w:rsidR="00000000">
        <w:t>cette enquête continuait</w:t>
      </w:r>
      <w:r>
        <w:t xml:space="preserve">. </w:t>
      </w:r>
      <w:r w:rsidR="00000000">
        <w:t>Et vous savez bien-que vous ne seriez pas sortie de là blanche comme neige</w:t>
      </w:r>
      <w:r>
        <w:t xml:space="preserve">, </w:t>
      </w:r>
      <w:r w:rsidR="00000000">
        <w:t>hein</w:t>
      </w:r>
      <w:r>
        <w:t> ?</w:t>
      </w:r>
    </w:p>
    <w:p w14:paraId="7BD6D818" w14:textId="77777777" w:rsidR="00894734" w:rsidRDefault="00000000">
      <w:r>
        <w:t>Pas un trait de son visage ne bougea</w:t>
      </w:r>
      <w:r w:rsidR="00894734">
        <w:t xml:space="preserve">. </w:t>
      </w:r>
      <w:r>
        <w:t>Je continuai</w:t>
      </w:r>
      <w:r w:rsidR="00894734">
        <w:t> :</w:t>
      </w:r>
    </w:p>
    <w:p w14:paraId="698CECDB" w14:textId="77777777" w:rsidR="00894734" w:rsidRDefault="00894734">
      <w:r>
        <w:t>— </w:t>
      </w:r>
      <w:r w:rsidR="00000000">
        <w:t>Il y a une demi-douzaine de mensonges dans la confe</w:t>
      </w:r>
      <w:r w:rsidR="00000000">
        <w:t>s</w:t>
      </w:r>
      <w:r w:rsidR="00000000">
        <w:t>sion de votre mari</w:t>
      </w:r>
      <w:r>
        <w:t xml:space="preserve">, </w:t>
      </w:r>
      <w:r w:rsidR="00000000">
        <w:t>une demi-douzaine que je découvre dès maintenant</w:t>
      </w:r>
      <w:r>
        <w:t xml:space="preserve">. </w:t>
      </w:r>
      <w:r w:rsidR="00000000">
        <w:t>Il ne vous a pas fait rechercher</w:t>
      </w:r>
      <w:r>
        <w:t xml:space="preserve">, </w:t>
      </w:r>
      <w:r w:rsidR="00000000">
        <w:t>vous et sa fille</w:t>
      </w:r>
      <w:r>
        <w:t xml:space="preserve">. </w:t>
      </w:r>
      <w:r w:rsidR="00000000">
        <w:t>C</w:t>
      </w:r>
      <w:r>
        <w:t>’</w:t>
      </w:r>
      <w:r w:rsidR="00000000">
        <w:t>est vous qui l</w:t>
      </w:r>
      <w:r>
        <w:t>’</w:t>
      </w:r>
      <w:r w:rsidR="00000000">
        <w:t>avez retrouvé</w:t>
      </w:r>
      <w:r>
        <w:t xml:space="preserve">. </w:t>
      </w:r>
      <w:r w:rsidR="00000000">
        <w:t>Mrs</w:t>
      </w:r>
      <w:r>
        <w:t xml:space="preserve">. </w:t>
      </w:r>
      <w:proofErr w:type="spellStart"/>
      <w:r w:rsidR="00000000">
        <w:t>Begg</w:t>
      </w:r>
      <w:proofErr w:type="spellEnd"/>
      <w:r w:rsidR="00000000">
        <w:t xml:space="preserve"> m</w:t>
      </w:r>
      <w:r>
        <w:t>’</w:t>
      </w:r>
      <w:r w:rsidR="00000000">
        <w:t>a dit qu</w:t>
      </w:r>
      <w:r>
        <w:t>’</w:t>
      </w:r>
      <w:r w:rsidR="00000000">
        <w:t>il s</w:t>
      </w:r>
      <w:r>
        <w:t>’</w:t>
      </w:r>
      <w:r w:rsidR="00000000">
        <w:t>était montré le plus surpris des hommes quand vous lui êtes tombées dessus un beau matin</w:t>
      </w:r>
      <w:r>
        <w:t xml:space="preserve">, </w:t>
      </w:r>
      <w:r w:rsidR="00000000">
        <w:t>un beau matin qu</w:t>
      </w:r>
      <w:r>
        <w:t>’</w:t>
      </w:r>
      <w:r w:rsidR="00000000">
        <w:t>il pleuvait</w:t>
      </w:r>
      <w:r>
        <w:t xml:space="preserve">… </w:t>
      </w:r>
      <w:r w:rsidR="00000000">
        <w:t>Il n</w:t>
      </w:r>
      <w:r>
        <w:t>’</w:t>
      </w:r>
      <w:r w:rsidR="00000000">
        <w:t>a pas donné les diamants à Upton</w:t>
      </w:r>
      <w:r>
        <w:t xml:space="preserve">. </w:t>
      </w:r>
      <w:r w:rsidR="00000000">
        <w:t>C</w:t>
      </w:r>
      <w:r>
        <w:t>’</w:t>
      </w:r>
      <w:r w:rsidR="00000000">
        <w:t>est un conte à dormir debout que toute cette histoire</w:t>
      </w:r>
      <w:r>
        <w:t xml:space="preserve">. </w:t>
      </w:r>
      <w:r w:rsidR="00000000">
        <w:t>Il n</w:t>
      </w:r>
      <w:r>
        <w:t>’</w:t>
      </w:r>
      <w:r w:rsidR="00000000">
        <w:t>avait pas la moindre intention non plus de faire revenir Upton pour le supprimer</w:t>
      </w:r>
      <w:r>
        <w:t xml:space="preserve">. </w:t>
      </w:r>
      <w:r w:rsidR="00000000">
        <w:t>Cette histoire est ce qu</w:t>
      </w:r>
      <w:r>
        <w:t>’</w:t>
      </w:r>
      <w:r w:rsidR="00000000">
        <w:t>il a trouvé de mieux et de plus simple pour prouver votre innocence</w:t>
      </w:r>
      <w:r>
        <w:t>.</w:t>
      </w:r>
    </w:p>
    <w:p w14:paraId="4401572B" w14:textId="77777777" w:rsidR="00894734" w:rsidRDefault="00894734">
      <w:r>
        <w:t>« </w:t>
      </w:r>
      <w:r w:rsidR="00000000">
        <w:t>C</w:t>
      </w:r>
      <w:r>
        <w:t>’</w:t>
      </w:r>
      <w:r w:rsidR="00000000">
        <w:t>est vous qu</w:t>
      </w:r>
      <w:r>
        <w:t>’</w:t>
      </w:r>
      <w:r w:rsidR="00000000">
        <w:t>Upton est venu voir pour obtenir de l</w:t>
      </w:r>
      <w:r>
        <w:t>’</w:t>
      </w:r>
      <w:r w:rsidR="00000000">
        <w:t>argent</w:t>
      </w:r>
      <w:r>
        <w:t xml:space="preserve">. </w:t>
      </w:r>
      <w:r w:rsidR="00000000">
        <w:t>Vous l</w:t>
      </w:r>
      <w:r>
        <w:t>’</w:t>
      </w:r>
      <w:r w:rsidR="00000000">
        <w:t xml:space="preserve">aviez chargé de retrouver </w:t>
      </w:r>
      <w:proofErr w:type="spellStart"/>
      <w:r w:rsidR="00000000">
        <w:t>Legget</w:t>
      </w:r>
      <w:proofErr w:type="spellEnd"/>
      <w:r>
        <w:t xml:space="preserve">. </w:t>
      </w:r>
      <w:r w:rsidR="00000000">
        <w:t xml:space="preserve">Avec </w:t>
      </w:r>
      <w:proofErr w:type="spellStart"/>
      <w:r w:rsidR="00000000">
        <w:t>Ruppert</w:t>
      </w:r>
      <w:proofErr w:type="spellEnd"/>
      <w:r>
        <w:t xml:space="preserve">, </w:t>
      </w:r>
      <w:r w:rsidR="00000000">
        <w:t xml:space="preserve">il avait trouvé la trace de </w:t>
      </w:r>
      <w:proofErr w:type="spellStart"/>
      <w:r w:rsidR="00000000">
        <w:t>Legget</w:t>
      </w:r>
      <w:proofErr w:type="spellEnd"/>
      <w:r>
        <w:t xml:space="preserve">, </w:t>
      </w:r>
      <w:r w:rsidR="00000000">
        <w:t>non seulement à Mexico</w:t>
      </w:r>
      <w:r>
        <w:t xml:space="preserve">, </w:t>
      </w:r>
      <w:r w:rsidR="00000000">
        <w:t>mais à Cayenne et ailleurs</w:t>
      </w:r>
      <w:r>
        <w:t xml:space="preserve">. </w:t>
      </w:r>
      <w:r w:rsidR="00000000">
        <w:t>Ils n</w:t>
      </w:r>
      <w:r>
        <w:t>’</w:t>
      </w:r>
      <w:r w:rsidR="00000000">
        <w:t>ont pas essayé de vous faire chanter plus tôt</w:t>
      </w:r>
      <w:r>
        <w:t xml:space="preserve">, </w:t>
      </w:r>
      <w:r w:rsidR="00000000">
        <w:t>parce qu</w:t>
      </w:r>
      <w:r>
        <w:t>’</w:t>
      </w:r>
      <w:r w:rsidR="00000000">
        <w:t>ils étaient en prison</w:t>
      </w:r>
      <w:r>
        <w:t xml:space="preserve">. </w:t>
      </w:r>
      <w:r w:rsidR="00000000">
        <w:t>Quand ils sont sortis</w:t>
      </w:r>
      <w:r>
        <w:t xml:space="preserve">, </w:t>
      </w:r>
      <w:r w:rsidR="00000000">
        <w:t>Upton a commencé à jouer son jeu</w:t>
      </w:r>
      <w:r>
        <w:t xml:space="preserve">. </w:t>
      </w:r>
      <w:r w:rsidR="00000000">
        <w:t xml:space="preserve">Vous avez simulé </w:t>
      </w:r>
      <w:r w:rsidR="00000000">
        <w:lastRenderedPageBreak/>
        <w:t>un ca</w:t>
      </w:r>
      <w:r w:rsidR="00000000">
        <w:t>m</w:t>
      </w:r>
      <w:r w:rsidR="00000000">
        <w:t>briolage</w:t>
      </w:r>
      <w:r>
        <w:t xml:space="preserve">. </w:t>
      </w:r>
      <w:r w:rsidR="00000000">
        <w:t>Vous avez donné les diamants à Upton et vous n</w:t>
      </w:r>
      <w:r>
        <w:t>’</w:t>
      </w:r>
      <w:r w:rsidR="00000000">
        <w:t>avez rien dit à votre mari</w:t>
      </w:r>
      <w:r>
        <w:t xml:space="preserve">. </w:t>
      </w:r>
      <w:r w:rsidR="00000000">
        <w:t>Il a cru au cambriolage</w:t>
      </w:r>
      <w:r>
        <w:t xml:space="preserve">, </w:t>
      </w:r>
      <w:r w:rsidR="00000000">
        <w:t>sans cela aurait-il</w:t>
      </w:r>
      <w:r>
        <w:t xml:space="preserve"> – </w:t>
      </w:r>
      <w:r w:rsidR="00000000">
        <w:t>un homme au passé si lourd</w:t>
      </w:r>
      <w:r>
        <w:t xml:space="preserve"> – </w:t>
      </w:r>
      <w:r w:rsidR="00000000">
        <w:t>mis la police au courant</w:t>
      </w:r>
      <w:r>
        <w:t> ?</w:t>
      </w:r>
    </w:p>
    <w:p w14:paraId="1B5CB997" w14:textId="77777777" w:rsidR="00894734" w:rsidRDefault="00894734">
      <w:r>
        <w:t>« </w:t>
      </w:r>
      <w:r w:rsidR="00000000">
        <w:t>Pourquoi ne lui avez-vous pas parlé d</w:t>
      </w:r>
      <w:r>
        <w:t>’</w:t>
      </w:r>
      <w:r w:rsidR="00000000">
        <w:t>Upton</w:t>
      </w:r>
      <w:r>
        <w:t xml:space="preserve"> ? </w:t>
      </w:r>
      <w:r w:rsidR="00000000">
        <w:t>Ne vo</w:t>
      </w:r>
      <w:r w:rsidR="00000000">
        <w:t>u</w:t>
      </w:r>
      <w:r w:rsidR="00000000">
        <w:t>liez-vous pas qu</w:t>
      </w:r>
      <w:r>
        <w:t>’</w:t>
      </w:r>
      <w:r w:rsidR="00000000">
        <w:t>il sache que vous aviez retrouvé sa trace du b</w:t>
      </w:r>
      <w:r w:rsidR="00000000">
        <w:t>a</w:t>
      </w:r>
      <w:r w:rsidR="00000000">
        <w:t>gne jusqu</w:t>
      </w:r>
      <w:r>
        <w:t>’</w:t>
      </w:r>
      <w:r w:rsidR="00000000">
        <w:t>à San Francisco</w:t>
      </w:r>
      <w:r>
        <w:t xml:space="preserve"> ? </w:t>
      </w:r>
      <w:r w:rsidR="00000000">
        <w:t>Pourquoi</w:t>
      </w:r>
      <w:r>
        <w:t xml:space="preserve"> ? </w:t>
      </w:r>
      <w:r w:rsidR="00000000">
        <w:t>Vous ne vouliez pas qu</w:t>
      </w:r>
      <w:r>
        <w:t>’</w:t>
      </w:r>
      <w:r w:rsidR="00000000">
        <w:t xml:space="preserve">il sache que vous connaissiez les affaires </w:t>
      </w:r>
      <w:proofErr w:type="spellStart"/>
      <w:r w:rsidR="00000000">
        <w:t>Labaud</w:t>
      </w:r>
      <w:proofErr w:type="spellEnd"/>
      <w:r>
        <w:t xml:space="preserve">, </w:t>
      </w:r>
      <w:proofErr w:type="spellStart"/>
      <w:r w:rsidR="00000000">
        <w:t>Howart</w:t>
      </w:r>
      <w:proofErr w:type="spellEnd"/>
      <w:r w:rsidR="00000000">
        <w:t xml:space="preserve"> et E</w:t>
      </w:r>
      <w:r w:rsidR="00000000">
        <w:t>d</w:t>
      </w:r>
      <w:r w:rsidR="00000000">
        <w:t>ge</w:t>
      </w:r>
      <w:r>
        <w:t> ?</w:t>
      </w:r>
    </w:p>
    <w:p w14:paraId="3027C3C2" w14:textId="77777777" w:rsidR="00894734" w:rsidRDefault="00000000">
      <w:r>
        <w:t>Je ne lui laissai évidemment aucune chance de répondre à toutes ces questions</w:t>
      </w:r>
      <w:r w:rsidR="00894734">
        <w:t xml:space="preserve">, </w:t>
      </w:r>
      <w:r>
        <w:t>mais je continuai</w:t>
      </w:r>
      <w:r w:rsidR="00894734">
        <w:t xml:space="preserve">, </w:t>
      </w:r>
      <w:r>
        <w:t>en élevant la voix</w:t>
      </w:r>
      <w:r w:rsidR="00894734">
        <w:t> :</w:t>
      </w:r>
    </w:p>
    <w:p w14:paraId="56D04B86" w14:textId="398B73DC" w:rsidR="00894734" w:rsidRDefault="00894734">
      <w:r>
        <w:t>— </w:t>
      </w:r>
      <w:r w:rsidR="00000000">
        <w:t xml:space="preserve">Peut-être que </w:t>
      </w:r>
      <w:proofErr w:type="spellStart"/>
      <w:r w:rsidR="00000000">
        <w:t>Ruppert</w:t>
      </w:r>
      <w:proofErr w:type="spellEnd"/>
      <w:r>
        <w:t xml:space="preserve">, </w:t>
      </w:r>
      <w:r w:rsidR="00000000">
        <w:t>suivant Upton ici</w:t>
      </w:r>
      <w:r>
        <w:t xml:space="preserve">, </w:t>
      </w:r>
      <w:r w:rsidR="00000000">
        <w:t>est entré en r</w:t>
      </w:r>
      <w:r w:rsidR="00000000">
        <w:t>e</w:t>
      </w:r>
      <w:r w:rsidR="00000000">
        <w:t>lations avec vous</w:t>
      </w:r>
      <w:r>
        <w:t xml:space="preserve">, </w:t>
      </w:r>
      <w:r w:rsidR="00000000">
        <w:t>et que vous lui avez suggéré de faire dispara</w:t>
      </w:r>
      <w:r w:rsidR="00000000">
        <w:t>î</w:t>
      </w:r>
      <w:r w:rsidR="00000000">
        <w:t>tre Upton</w:t>
      </w:r>
      <w:r>
        <w:t xml:space="preserve">, </w:t>
      </w:r>
      <w:r w:rsidR="00000000">
        <w:t>un travail qu</w:t>
      </w:r>
      <w:r>
        <w:t>’</w:t>
      </w:r>
      <w:r w:rsidR="00000000">
        <w:t>il a fait bien volontiers</w:t>
      </w:r>
      <w:r>
        <w:t xml:space="preserve">. </w:t>
      </w:r>
      <w:r w:rsidR="00000000">
        <w:t>Et c</w:t>
      </w:r>
      <w:r>
        <w:t>’</w:t>
      </w:r>
      <w:r w:rsidR="00000000">
        <w:t>est prob</w:t>
      </w:r>
      <w:r w:rsidR="00000000">
        <w:t>a</w:t>
      </w:r>
      <w:r w:rsidR="00000000">
        <w:t>blement parce qu</w:t>
      </w:r>
      <w:r>
        <w:t>’</w:t>
      </w:r>
      <w:r w:rsidR="00000000">
        <w:t>il est revenu réclamer le prix de son silence que vous avez jugé nécessaire de lui planter un couteau entre les deux épaules</w:t>
      </w:r>
      <w:r>
        <w:t xml:space="preserve">, </w:t>
      </w:r>
      <w:r w:rsidR="00000000">
        <w:t>dans votre cuisine</w:t>
      </w:r>
      <w:r>
        <w:t xml:space="preserve">. </w:t>
      </w:r>
      <w:r w:rsidR="00000000">
        <w:t xml:space="preserve">Vous ne pensiez pas que miss </w:t>
      </w:r>
      <w:proofErr w:type="spellStart"/>
      <w:r w:rsidR="00000000">
        <w:t>Legget</w:t>
      </w:r>
      <w:proofErr w:type="spellEnd"/>
      <w:r>
        <w:t xml:space="preserve">, </w:t>
      </w:r>
      <w:r w:rsidR="00000000">
        <w:t>cachée dans la penderie</w:t>
      </w:r>
      <w:r>
        <w:t xml:space="preserve">, </w:t>
      </w:r>
      <w:r w:rsidR="00000000">
        <w:t>vous voyait</w:t>
      </w:r>
      <w:r>
        <w:t xml:space="preserve">, </w:t>
      </w:r>
      <w:r w:rsidR="00000000">
        <w:t>si elle ne voyait pas votre victime</w:t>
      </w:r>
      <w:r>
        <w:t xml:space="preserve"> ; </w:t>
      </w:r>
      <w:r w:rsidR="00000000">
        <w:t>mais vous saviez que vous étiez en train de perdre pied</w:t>
      </w:r>
      <w:r>
        <w:t xml:space="preserve">. </w:t>
      </w:r>
      <w:r w:rsidR="00000000">
        <w:t>Vous saviez que vos chances d</w:t>
      </w:r>
      <w:r>
        <w:t>’</w:t>
      </w:r>
      <w:r w:rsidR="00000000">
        <w:t>en sortir avec ce nouveau meurtre étaient minces</w:t>
      </w:r>
      <w:r>
        <w:t xml:space="preserve">. </w:t>
      </w:r>
      <w:r w:rsidR="00000000">
        <w:t>Votre maison était en vue</w:t>
      </w:r>
      <w:r>
        <w:t xml:space="preserve">. </w:t>
      </w:r>
      <w:r w:rsidR="00000000">
        <w:t>Alors</w:t>
      </w:r>
      <w:r>
        <w:t xml:space="preserve">, </w:t>
      </w:r>
      <w:r w:rsidR="00000000">
        <w:t>vous avez joué votre dernière carte</w:t>
      </w:r>
      <w:r>
        <w:t xml:space="preserve">. </w:t>
      </w:r>
      <w:r w:rsidR="00000000">
        <w:t>Vous êtes mo</w:t>
      </w:r>
      <w:r w:rsidR="00000000">
        <w:t>n</w:t>
      </w:r>
      <w:r w:rsidR="00000000">
        <w:t>tée chez votre mari</w:t>
      </w:r>
      <w:r>
        <w:t xml:space="preserve">, </w:t>
      </w:r>
      <w:r w:rsidR="00000000">
        <w:t>avec cette histoire toute prête</w:t>
      </w:r>
      <w:r>
        <w:t xml:space="preserve">, </w:t>
      </w:r>
      <w:r w:rsidR="00000000">
        <w:t>et vous lui avez demandé de l</w:t>
      </w:r>
      <w:r>
        <w:t>’</w:t>
      </w:r>
      <w:r w:rsidR="00000000">
        <w:t>écrire</w:t>
      </w:r>
      <w:r>
        <w:t xml:space="preserve">. </w:t>
      </w:r>
      <w:r w:rsidR="00000000">
        <w:t>Quand il a eu fini vous avez tiré là</w:t>
      </w:r>
      <w:r>
        <w:t xml:space="preserve">, </w:t>
      </w:r>
      <w:r w:rsidR="00000000">
        <w:t>à cette table</w:t>
      </w:r>
      <w:r>
        <w:t>.</w:t>
      </w:r>
    </w:p>
    <w:p w14:paraId="3FDC3E60" w14:textId="77777777" w:rsidR="00894734" w:rsidRDefault="00894734">
      <w:r>
        <w:t>« </w:t>
      </w:r>
      <w:r w:rsidR="00000000">
        <w:t>Il a voulu vous sauver</w:t>
      </w:r>
      <w:r>
        <w:t xml:space="preserve">. </w:t>
      </w:r>
      <w:r w:rsidR="00000000">
        <w:t>Il a toujours voulu vous sauver</w:t>
      </w:r>
      <w:r>
        <w:t xml:space="preserve">. </w:t>
      </w:r>
      <w:r w:rsidR="00000000">
        <w:rPr>
          <w:i/>
        </w:rPr>
        <w:t>Vous</w:t>
      </w:r>
      <w:r w:rsidR="00000000">
        <w:t xml:space="preserve"> avez tué votre sœur Lily</w:t>
      </w:r>
      <w:r>
        <w:t xml:space="preserve">, </w:t>
      </w:r>
      <w:r w:rsidR="00000000">
        <w:t>sa première femme</w:t>
      </w:r>
      <w:r>
        <w:t xml:space="preserve">, </w:t>
      </w:r>
      <w:r w:rsidR="00000000">
        <w:t>et il a pris ce crime à son compte</w:t>
      </w:r>
      <w:r>
        <w:t xml:space="preserve">. </w:t>
      </w:r>
      <w:r w:rsidR="00000000">
        <w:rPr>
          <w:i/>
        </w:rPr>
        <w:t>Vous</w:t>
      </w:r>
      <w:r w:rsidR="00000000">
        <w:t xml:space="preserve"> êtes venue à Londres avec lui</w:t>
      </w:r>
      <w:r>
        <w:t xml:space="preserve">, </w:t>
      </w:r>
      <w:r w:rsidR="00000000">
        <w:t>après cela</w:t>
      </w:r>
      <w:r>
        <w:t xml:space="preserve">. </w:t>
      </w:r>
      <w:r w:rsidR="00000000">
        <w:t>Seriez-vous partie avec l</w:t>
      </w:r>
      <w:r>
        <w:t>’</w:t>
      </w:r>
      <w:r w:rsidR="00000000">
        <w:t>assassin de votre sœur</w:t>
      </w:r>
      <w:r>
        <w:t xml:space="preserve">, </w:t>
      </w:r>
      <w:r w:rsidR="00000000">
        <w:t>si vous aviez été innocente</w:t>
      </w:r>
      <w:r>
        <w:t xml:space="preserve"> ? </w:t>
      </w:r>
      <w:r w:rsidR="00000000">
        <w:rPr>
          <w:i/>
        </w:rPr>
        <w:t>Vous</w:t>
      </w:r>
      <w:r w:rsidR="00000000">
        <w:t xml:space="preserve"> êtes venue le harceler jusqu</w:t>
      </w:r>
      <w:r>
        <w:t>’</w:t>
      </w:r>
      <w:r w:rsidR="00000000">
        <w:t>ici et vous vous êtes fait épouser</w:t>
      </w:r>
      <w:r>
        <w:t xml:space="preserve">. </w:t>
      </w:r>
      <w:r w:rsidR="00000000">
        <w:t>C</w:t>
      </w:r>
      <w:r>
        <w:t>’</w:t>
      </w:r>
      <w:r w:rsidR="00000000">
        <w:t xml:space="preserve">est </w:t>
      </w:r>
      <w:r w:rsidR="00000000">
        <w:rPr>
          <w:i/>
        </w:rPr>
        <w:t>vous</w:t>
      </w:r>
      <w:r w:rsidR="00000000">
        <w:t xml:space="preserve"> aussi qui </w:t>
      </w:r>
      <w:r w:rsidR="00000000">
        <w:lastRenderedPageBreak/>
        <w:t>aviez décidé qu</w:t>
      </w:r>
      <w:r>
        <w:t>’</w:t>
      </w:r>
      <w:r w:rsidR="00000000">
        <w:t>il avait épousé celle qu</w:t>
      </w:r>
      <w:r>
        <w:t>’</w:t>
      </w:r>
      <w:r w:rsidR="00000000">
        <w:t>il n</w:t>
      </w:r>
      <w:r>
        <w:t>’</w:t>
      </w:r>
      <w:r w:rsidR="00000000">
        <w:t>aimait pas</w:t>
      </w:r>
      <w:r>
        <w:t xml:space="preserve">. </w:t>
      </w:r>
      <w:r w:rsidR="00000000">
        <w:t>C</w:t>
      </w:r>
      <w:r>
        <w:t>’</w:t>
      </w:r>
      <w:r w:rsidR="00000000">
        <w:t xml:space="preserve">est </w:t>
      </w:r>
      <w:r w:rsidR="00000000">
        <w:rPr>
          <w:i/>
        </w:rPr>
        <w:t>vous</w:t>
      </w:r>
      <w:r w:rsidR="00000000">
        <w:t xml:space="preserve"> qui avez tué votre sœur</w:t>
      </w:r>
      <w:r>
        <w:t>.</w:t>
      </w:r>
    </w:p>
    <w:p w14:paraId="7D1B09FF" w14:textId="77777777" w:rsidR="00894734" w:rsidRDefault="00894734">
      <w:r>
        <w:t>— </w:t>
      </w:r>
      <w:r w:rsidR="00000000">
        <w:t>Oui</w:t>
      </w:r>
      <w:r>
        <w:t xml:space="preserve">, </w:t>
      </w:r>
      <w:r w:rsidR="00000000">
        <w:t>oui</w:t>
      </w:r>
      <w:r>
        <w:t xml:space="preserve">, </w:t>
      </w:r>
      <w:r w:rsidR="00000000">
        <w:t>c</w:t>
      </w:r>
      <w:r>
        <w:t>’</w:t>
      </w:r>
      <w:r w:rsidR="00000000">
        <w:t>est elle</w:t>
      </w:r>
      <w:r>
        <w:t xml:space="preserve"> ! </w:t>
      </w:r>
      <w:r w:rsidR="00000000">
        <w:t>s</w:t>
      </w:r>
      <w:r>
        <w:t>’</w:t>
      </w:r>
      <w:r w:rsidR="00000000">
        <w:t>écria Gabrielle</w:t>
      </w:r>
      <w:r>
        <w:t xml:space="preserve">, </w:t>
      </w:r>
      <w:r w:rsidR="00000000">
        <w:t>essayant de se lever de la chaise où Collinson la tenait</w:t>
      </w:r>
      <w:r>
        <w:t xml:space="preserve">. </w:t>
      </w:r>
      <w:r w:rsidR="00000000">
        <w:t>Elle</w:t>
      </w:r>
      <w:r>
        <w:t>…</w:t>
      </w:r>
    </w:p>
    <w:p w14:paraId="7C96C544" w14:textId="77777777" w:rsidR="00894734" w:rsidRDefault="00000000">
      <w:r>
        <w:t>Mrs</w:t>
      </w:r>
      <w:r w:rsidR="00894734">
        <w:t xml:space="preserve">. </w:t>
      </w:r>
      <w:proofErr w:type="spellStart"/>
      <w:r>
        <w:t>Legget</w:t>
      </w:r>
      <w:proofErr w:type="spellEnd"/>
      <w:r>
        <w:t xml:space="preserve"> se leva</w:t>
      </w:r>
      <w:r w:rsidR="00894734">
        <w:t xml:space="preserve">, </w:t>
      </w:r>
      <w:r>
        <w:t>fit deux pas en avant dans la pièce et sourit</w:t>
      </w:r>
      <w:r w:rsidR="00894734">
        <w:t xml:space="preserve">. </w:t>
      </w:r>
      <w:r>
        <w:t>La maîtresse de maison avait reparu</w:t>
      </w:r>
      <w:r w:rsidR="00894734">
        <w:t xml:space="preserve">, </w:t>
      </w:r>
      <w:r>
        <w:t xml:space="preserve">cette maîtresse de maison dont </w:t>
      </w:r>
      <w:proofErr w:type="spellStart"/>
      <w:r>
        <w:t>Fitzstephan</w:t>
      </w:r>
      <w:proofErr w:type="spellEnd"/>
      <w:r>
        <w:t xml:space="preserve"> disait qu</w:t>
      </w:r>
      <w:r w:rsidR="00894734">
        <w:t>’</w:t>
      </w:r>
      <w:r>
        <w:t>elle ne pouvait avoir qu</w:t>
      </w:r>
      <w:r w:rsidR="00894734">
        <w:t>’</w:t>
      </w:r>
      <w:r>
        <w:t>une âme sereine</w:t>
      </w:r>
      <w:r w:rsidR="00894734">
        <w:t xml:space="preserve">. </w:t>
      </w:r>
      <w:r>
        <w:t>Je pris le pistolet sur la table et le mit dans ma p</w:t>
      </w:r>
      <w:r>
        <w:t>o</w:t>
      </w:r>
      <w:r>
        <w:t>che</w:t>
      </w:r>
      <w:r w:rsidR="00894734">
        <w:t>.</w:t>
      </w:r>
    </w:p>
    <w:p w14:paraId="7D93F55F" w14:textId="77777777" w:rsidR="00894734" w:rsidRDefault="00894734">
      <w:r>
        <w:t>— </w:t>
      </w:r>
      <w:r w:rsidR="00000000">
        <w:t>Vous voulez savoir qui a tué ma sœur</w:t>
      </w:r>
      <w:r>
        <w:t xml:space="preserve"> ? </w:t>
      </w:r>
      <w:r w:rsidR="00000000">
        <w:t>dit Mrs</w:t>
      </w:r>
      <w:r>
        <w:t xml:space="preserve">. </w:t>
      </w:r>
      <w:proofErr w:type="spellStart"/>
      <w:r w:rsidR="00000000">
        <w:t>Legget</w:t>
      </w:r>
      <w:proofErr w:type="spellEnd"/>
      <w:r>
        <w:t xml:space="preserve">, </w:t>
      </w:r>
      <w:r w:rsidR="00000000">
        <w:t>toujours souriant</w:t>
      </w:r>
      <w:r>
        <w:t xml:space="preserve">. </w:t>
      </w:r>
      <w:r w:rsidR="00000000">
        <w:t>Elle</w:t>
      </w:r>
      <w:r>
        <w:t xml:space="preserve">, </w:t>
      </w:r>
      <w:r w:rsidR="00000000">
        <w:t>ce démon ivre</w:t>
      </w:r>
      <w:r>
        <w:t xml:space="preserve">, </w:t>
      </w:r>
      <w:r w:rsidR="00000000">
        <w:t>Gabrielle</w:t>
      </w:r>
      <w:r>
        <w:t xml:space="preserve">. </w:t>
      </w:r>
      <w:r w:rsidR="00000000">
        <w:t>Elle a tué sa mère</w:t>
      </w:r>
      <w:r>
        <w:t xml:space="preserve">. </w:t>
      </w:r>
      <w:r w:rsidR="00000000">
        <w:t>C</w:t>
      </w:r>
      <w:r>
        <w:t>’</w:t>
      </w:r>
      <w:r w:rsidR="00000000">
        <w:t>est elle qu</w:t>
      </w:r>
      <w:r>
        <w:t>’</w:t>
      </w:r>
      <w:r w:rsidR="00000000">
        <w:t>il a voulu sauver</w:t>
      </w:r>
      <w:r>
        <w:t>.</w:t>
      </w:r>
    </w:p>
    <w:p w14:paraId="1DF61355" w14:textId="77777777" w:rsidR="00894734" w:rsidRDefault="00000000">
      <w:r>
        <w:t>La jeune fille poussa un long gémissement</w:t>
      </w:r>
      <w:r w:rsidR="00894734">
        <w:t>.</w:t>
      </w:r>
    </w:p>
    <w:p w14:paraId="1B2B191A" w14:textId="77777777" w:rsidR="00894734" w:rsidRDefault="00894734">
      <w:r>
        <w:t>— </w:t>
      </w:r>
      <w:r w:rsidR="00000000">
        <w:t>C</w:t>
      </w:r>
      <w:r>
        <w:t>’</w:t>
      </w:r>
      <w:r w:rsidR="00000000">
        <w:t>est idiot</w:t>
      </w:r>
      <w:r>
        <w:t xml:space="preserve">, </w:t>
      </w:r>
      <w:r w:rsidR="00000000">
        <w:t>dis-je</w:t>
      </w:r>
      <w:r>
        <w:t xml:space="preserve">. </w:t>
      </w:r>
      <w:r w:rsidR="00000000">
        <w:t>Elle n</w:t>
      </w:r>
      <w:r>
        <w:t>’</w:t>
      </w:r>
      <w:r w:rsidR="00000000">
        <w:t>était alors qu</w:t>
      </w:r>
      <w:r>
        <w:t>’</w:t>
      </w:r>
      <w:r w:rsidR="00000000">
        <w:t>un bébé</w:t>
      </w:r>
      <w:r>
        <w:t>.</w:t>
      </w:r>
    </w:p>
    <w:p w14:paraId="3529DBDD" w14:textId="77777777" w:rsidR="00894734" w:rsidRDefault="00894734">
      <w:r>
        <w:t>— </w:t>
      </w:r>
      <w:r w:rsidR="00000000">
        <w:t>C</w:t>
      </w:r>
      <w:r>
        <w:t>’</w:t>
      </w:r>
      <w:r w:rsidR="00000000">
        <w:t>était une enfant de cinq ans</w:t>
      </w:r>
      <w:r>
        <w:t xml:space="preserve">, </w:t>
      </w:r>
      <w:r w:rsidR="00000000">
        <w:t>reprit la femme</w:t>
      </w:r>
      <w:r>
        <w:t xml:space="preserve">, </w:t>
      </w:r>
      <w:r w:rsidR="00000000">
        <w:t>une e</w:t>
      </w:r>
      <w:r w:rsidR="00000000">
        <w:t>n</w:t>
      </w:r>
      <w:r w:rsidR="00000000">
        <w:t>fant jouant avec un pistolet qu</w:t>
      </w:r>
      <w:r>
        <w:t>’</w:t>
      </w:r>
      <w:r w:rsidR="00000000">
        <w:t>elle avait pris dans un tiroir pe</w:t>
      </w:r>
      <w:r w:rsidR="00000000">
        <w:t>n</w:t>
      </w:r>
      <w:r w:rsidR="00000000">
        <w:t>dant que sa mère dormait</w:t>
      </w:r>
      <w:r>
        <w:t xml:space="preserve">. </w:t>
      </w:r>
      <w:r w:rsidR="00000000">
        <w:t>Le coup partit et Lily mourut</w:t>
      </w:r>
      <w:r>
        <w:t xml:space="preserve">. </w:t>
      </w:r>
      <w:r w:rsidR="00000000">
        <w:t>Un a</w:t>
      </w:r>
      <w:r w:rsidR="00000000">
        <w:t>c</w:t>
      </w:r>
      <w:r w:rsidR="00000000">
        <w:t>cident naturellement</w:t>
      </w:r>
      <w:r>
        <w:t xml:space="preserve">, </w:t>
      </w:r>
      <w:r w:rsidR="00000000">
        <w:t>mais Maurice était trop sensible pour supporter l</w:t>
      </w:r>
      <w:r>
        <w:t>’</w:t>
      </w:r>
      <w:r w:rsidR="00000000">
        <w:t>idée que son enfant grandirait</w:t>
      </w:r>
      <w:r>
        <w:t xml:space="preserve">, </w:t>
      </w:r>
      <w:r w:rsidR="00000000">
        <w:t>portant le poids d</w:t>
      </w:r>
      <w:r>
        <w:t>’</w:t>
      </w:r>
      <w:r w:rsidR="00000000">
        <w:t>un si affreux souvenir</w:t>
      </w:r>
      <w:r>
        <w:t xml:space="preserve">. </w:t>
      </w:r>
      <w:r w:rsidR="00000000">
        <w:t>En outre</w:t>
      </w:r>
      <w:r>
        <w:t xml:space="preserve">, </w:t>
      </w:r>
      <w:r w:rsidR="00000000">
        <w:t>on ne manquerait pas quand m</w:t>
      </w:r>
      <w:r w:rsidR="00000000">
        <w:t>ê</w:t>
      </w:r>
      <w:r w:rsidR="00000000">
        <w:t>me de l</w:t>
      </w:r>
      <w:r>
        <w:t>’</w:t>
      </w:r>
      <w:r w:rsidR="00000000">
        <w:t>accuser</w:t>
      </w:r>
      <w:r>
        <w:t xml:space="preserve">, </w:t>
      </w:r>
      <w:r w:rsidR="00000000">
        <w:t>car on savait qu</w:t>
      </w:r>
      <w:r>
        <w:t>’</w:t>
      </w:r>
      <w:r w:rsidR="00000000">
        <w:t>il souhaitait divorcer et que nous étions amants</w:t>
      </w:r>
      <w:r>
        <w:t xml:space="preserve">. </w:t>
      </w:r>
      <w:r w:rsidR="00000000">
        <w:t>Mais</w:t>
      </w:r>
      <w:r>
        <w:t xml:space="preserve">, </w:t>
      </w:r>
      <w:r w:rsidR="00000000">
        <w:t>à ce moment</w:t>
      </w:r>
      <w:r>
        <w:t xml:space="preserve">, </w:t>
      </w:r>
      <w:r w:rsidR="00000000">
        <w:t>il ne pensa qu</w:t>
      </w:r>
      <w:r>
        <w:t>’</w:t>
      </w:r>
      <w:r w:rsidR="00000000">
        <w:t>au moyen de supprimer dans la mémoire de sa fille cette heure tr</w:t>
      </w:r>
      <w:r w:rsidR="00000000">
        <w:t>a</w:t>
      </w:r>
      <w:r w:rsidR="00000000">
        <w:t>gique</w:t>
      </w:r>
      <w:r>
        <w:t>.</w:t>
      </w:r>
    </w:p>
    <w:p w14:paraId="54A564E0" w14:textId="77777777" w:rsidR="00894734" w:rsidRDefault="00894734">
      <w:r>
        <w:t>« </w:t>
      </w:r>
      <w:r w:rsidR="00000000">
        <w:t>Gabrielle a toujours été</w:t>
      </w:r>
      <w:r>
        <w:t xml:space="preserve">, </w:t>
      </w:r>
      <w:r w:rsidR="00000000">
        <w:t>même avant de s</w:t>
      </w:r>
      <w:r>
        <w:t>’</w:t>
      </w:r>
      <w:r w:rsidR="00000000">
        <w:t>adonner à la drogue</w:t>
      </w:r>
      <w:r>
        <w:t xml:space="preserve">, </w:t>
      </w:r>
      <w:r w:rsidR="00000000">
        <w:t>une enfant d</w:t>
      </w:r>
      <w:r>
        <w:t>’</w:t>
      </w:r>
      <w:r w:rsidR="00000000">
        <w:t>esprit assez faible</w:t>
      </w:r>
      <w:r>
        <w:t xml:space="preserve"> ; </w:t>
      </w:r>
      <w:r w:rsidR="00000000">
        <w:t>et avant que la police de Londres ait mis la main sur nous</w:t>
      </w:r>
      <w:r>
        <w:t xml:space="preserve">, </w:t>
      </w:r>
      <w:r w:rsidR="00000000">
        <w:t>nous avions réussi à lui fa</w:t>
      </w:r>
      <w:r w:rsidR="00000000">
        <w:t>i</w:t>
      </w:r>
      <w:r w:rsidR="00000000">
        <w:t>re tout oublier</w:t>
      </w:r>
      <w:r>
        <w:t xml:space="preserve">. </w:t>
      </w:r>
      <w:r w:rsidR="00000000">
        <w:t>Voilà la vérité</w:t>
      </w:r>
      <w:r>
        <w:t xml:space="preserve"> : </w:t>
      </w:r>
      <w:r w:rsidR="00000000">
        <w:t>elle a tué sa mère</w:t>
      </w:r>
      <w:r>
        <w:t xml:space="preserve">, </w:t>
      </w:r>
      <w:r w:rsidR="00000000">
        <w:t xml:space="preserve">et son </w:t>
      </w:r>
      <w:r w:rsidR="00000000">
        <w:lastRenderedPageBreak/>
        <w:t>père</w:t>
      </w:r>
      <w:r>
        <w:t xml:space="preserve">, </w:t>
      </w:r>
      <w:r w:rsidR="00000000">
        <w:t>pour employer votre expression</w:t>
      </w:r>
      <w:r>
        <w:t xml:space="preserve">, </w:t>
      </w:r>
      <w:r w:rsidR="00000000">
        <w:t>a pris ce meurtre à son compte</w:t>
      </w:r>
      <w:r>
        <w:t>.</w:t>
      </w:r>
    </w:p>
    <w:p w14:paraId="0FB3A26B" w14:textId="77777777" w:rsidR="00894734" w:rsidRDefault="00894734">
      <w:r>
        <w:t>— </w:t>
      </w:r>
      <w:r w:rsidR="00000000">
        <w:t>Tout cela est bel et bon</w:t>
      </w:r>
      <w:r>
        <w:t xml:space="preserve">. </w:t>
      </w:r>
      <w:r w:rsidR="00000000">
        <w:t>Mais votre histoire ne tient pas debout</w:t>
      </w:r>
      <w:r>
        <w:t xml:space="preserve">. </w:t>
      </w:r>
      <w:r w:rsidR="00000000">
        <w:t xml:space="preserve">Vous avez peut-être pu la faire croire à </w:t>
      </w:r>
      <w:proofErr w:type="spellStart"/>
      <w:r w:rsidR="00000000">
        <w:t>Legget</w:t>
      </w:r>
      <w:proofErr w:type="spellEnd"/>
      <w:r>
        <w:t xml:space="preserve">, </w:t>
      </w:r>
      <w:r w:rsidR="00000000">
        <w:t>mais moi je suis moins crédule</w:t>
      </w:r>
      <w:r>
        <w:t xml:space="preserve">. </w:t>
      </w:r>
      <w:r w:rsidR="00000000">
        <w:t>Vous avez essayé d</w:t>
      </w:r>
      <w:r>
        <w:t>’</w:t>
      </w:r>
      <w:r w:rsidR="00000000">
        <w:t>effrayer votre belle-fille</w:t>
      </w:r>
      <w:r>
        <w:t xml:space="preserve">, </w:t>
      </w:r>
      <w:r w:rsidR="00000000">
        <w:t>parce qu</w:t>
      </w:r>
      <w:r>
        <w:t>’</w:t>
      </w:r>
      <w:r w:rsidR="00000000">
        <w:t>elle nous a dit vous avoir vu poignarder quelqu</w:t>
      </w:r>
      <w:r>
        <w:t>’</w:t>
      </w:r>
      <w:r w:rsidR="00000000">
        <w:t>un</w:t>
      </w:r>
      <w:r>
        <w:t xml:space="preserve"> (</w:t>
      </w:r>
      <w:r w:rsidR="00000000">
        <w:t>c</w:t>
      </w:r>
      <w:r>
        <w:t>’</w:t>
      </w:r>
      <w:r w:rsidR="00000000">
        <w:t xml:space="preserve">était </w:t>
      </w:r>
      <w:proofErr w:type="spellStart"/>
      <w:r w:rsidR="00000000">
        <w:t>Ruppert</w:t>
      </w:r>
      <w:proofErr w:type="spellEnd"/>
      <w:r>
        <w:t xml:space="preserve">, </w:t>
      </w:r>
      <w:r w:rsidR="00000000">
        <w:t>j</w:t>
      </w:r>
      <w:r>
        <w:t>’</w:t>
      </w:r>
      <w:r w:rsidR="00000000">
        <w:t>en suis sûr</w:t>
      </w:r>
      <w:r>
        <w:t>).</w:t>
      </w:r>
    </w:p>
    <w:p w14:paraId="08A0CB4F" w14:textId="77777777" w:rsidR="00894734" w:rsidRDefault="00000000">
      <w:r>
        <w:t>Elle se mordit les lèvres</w:t>
      </w:r>
      <w:r w:rsidR="00894734">
        <w:t xml:space="preserve">, </w:t>
      </w:r>
      <w:r>
        <w:t>fit encore un pas en avant</w:t>
      </w:r>
      <w:r w:rsidR="00894734">
        <w:t xml:space="preserve">, </w:t>
      </w:r>
      <w:r>
        <w:t>vers moi cette fois</w:t>
      </w:r>
      <w:r w:rsidR="00894734">
        <w:t xml:space="preserve">, </w:t>
      </w:r>
      <w:r>
        <w:t>mit ses mains sur ses hanches et se mit à rire</w:t>
      </w:r>
      <w:r w:rsidR="00894734">
        <w:t xml:space="preserve">, </w:t>
      </w:r>
      <w:r>
        <w:t>d</w:t>
      </w:r>
      <w:r w:rsidR="00894734">
        <w:t>’</w:t>
      </w:r>
      <w:r>
        <w:t>un rire insultant tandis qu</w:t>
      </w:r>
      <w:r w:rsidR="00894734">
        <w:t>’</w:t>
      </w:r>
      <w:r>
        <w:t>une mauvaise lueur s</w:t>
      </w:r>
      <w:r w:rsidR="00894734">
        <w:t>’</w:t>
      </w:r>
      <w:r>
        <w:t>allumait dans ses yeux</w:t>
      </w:r>
      <w:r w:rsidR="00894734">
        <w:t>.</w:t>
      </w:r>
    </w:p>
    <w:p w14:paraId="0ADCBAE6" w14:textId="77777777" w:rsidR="00894734" w:rsidRDefault="00894734">
      <w:r>
        <w:t>— </w:t>
      </w:r>
      <w:r w:rsidR="00000000">
        <w:t>Eh bien</w:t>
      </w:r>
      <w:r>
        <w:t xml:space="preserve"> ! </w:t>
      </w:r>
      <w:r w:rsidR="00000000">
        <w:t>oui</w:t>
      </w:r>
      <w:r>
        <w:t xml:space="preserve">, </w:t>
      </w:r>
      <w:r w:rsidR="00000000">
        <w:t>toute la vérité n</w:t>
      </w:r>
      <w:r>
        <w:t>’</w:t>
      </w:r>
      <w:r w:rsidR="00000000">
        <w:t>est pas dans ce que je viens de vous dire</w:t>
      </w:r>
      <w:r>
        <w:t xml:space="preserve">. </w:t>
      </w:r>
      <w:r w:rsidR="00000000">
        <w:t>C</w:t>
      </w:r>
      <w:r>
        <w:t>’</w:t>
      </w:r>
      <w:r w:rsidR="00000000">
        <w:t>est moi qui ai enseigné à Gabrielle à tuer</w:t>
      </w:r>
      <w:r>
        <w:t xml:space="preserve">. </w:t>
      </w:r>
      <w:r w:rsidR="00000000">
        <w:t>Co</w:t>
      </w:r>
      <w:r w:rsidR="00000000">
        <w:t>m</w:t>
      </w:r>
      <w:r w:rsidR="00000000">
        <w:t>prenez-vous cela</w:t>
      </w:r>
      <w:r>
        <w:t xml:space="preserve">, </w:t>
      </w:r>
      <w:r w:rsidR="00000000">
        <w:t>bonnes gens</w:t>
      </w:r>
      <w:r>
        <w:t xml:space="preserve"> ? </w:t>
      </w:r>
      <w:r w:rsidR="00000000">
        <w:t>Je lui ai appris</w:t>
      </w:r>
      <w:r>
        <w:t xml:space="preserve">, </w:t>
      </w:r>
      <w:r w:rsidR="00000000">
        <w:t>je l</w:t>
      </w:r>
      <w:r>
        <w:t>’</w:t>
      </w:r>
      <w:r w:rsidR="00000000">
        <w:t>ai dressée à tuer sa mère</w:t>
      </w:r>
      <w:r>
        <w:t xml:space="preserve">. </w:t>
      </w:r>
      <w:r w:rsidR="00000000">
        <w:t>Lily et moi étions des sœurs inséparables</w:t>
      </w:r>
      <w:r>
        <w:t xml:space="preserve">, </w:t>
      </w:r>
      <w:r w:rsidR="00000000">
        <w:t>mais se haïssant férocement</w:t>
      </w:r>
      <w:r>
        <w:t xml:space="preserve">. </w:t>
      </w:r>
      <w:r w:rsidR="00000000">
        <w:t>Maurice</w:t>
      </w:r>
      <w:r>
        <w:t xml:space="preserve">, </w:t>
      </w:r>
      <w:r w:rsidR="00000000">
        <w:t>bien qu</w:t>
      </w:r>
      <w:r>
        <w:t>’</w:t>
      </w:r>
      <w:r w:rsidR="00000000">
        <w:t>étant notre ami intime</w:t>
      </w:r>
      <w:r>
        <w:t xml:space="preserve">, </w:t>
      </w:r>
      <w:r w:rsidR="00000000">
        <w:t>n</w:t>
      </w:r>
      <w:r>
        <w:t>’</w:t>
      </w:r>
      <w:r w:rsidR="00000000">
        <w:t>avait l</w:t>
      </w:r>
      <w:r>
        <w:t>’</w:t>
      </w:r>
      <w:r w:rsidR="00000000">
        <w:t>intention de nous épouser ni l</w:t>
      </w:r>
      <w:r>
        <w:t>’</w:t>
      </w:r>
      <w:r w:rsidR="00000000">
        <w:t>une ni l</w:t>
      </w:r>
      <w:r>
        <w:t>’</w:t>
      </w:r>
      <w:r w:rsidR="00000000">
        <w:t>autre</w:t>
      </w:r>
      <w:r>
        <w:t xml:space="preserve">. </w:t>
      </w:r>
      <w:r w:rsidR="00000000">
        <w:t>Seul</w:t>
      </w:r>
      <w:r w:rsidR="00000000">
        <w:t>e</w:t>
      </w:r>
      <w:r w:rsidR="00000000">
        <w:t>ment</w:t>
      </w:r>
      <w:r>
        <w:t xml:space="preserve">, </w:t>
      </w:r>
      <w:r w:rsidR="00000000">
        <w:t>nous étions pauvres</w:t>
      </w:r>
      <w:r>
        <w:t xml:space="preserve">, </w:t>
      </w:r>
      <w:r w:rsidR="00000000">
        <w:t>il était riche</w:t>
      </w:r>
      <w:r>
        <w:t xml:space="preserve">. </w:t>
      </w:r>
      <w:r w:rsidR="00000000">
        <w:t>Et parce que nous en avions assez de manger de la vache enragée</w:t>
      </w:r>
      <w:r>
        <w:t xml:space="preserve">, </w:t>
      </w:r>
      <w:r w:rsidR="00000000">
        <w:t>ch</w:t>
      </w:r>
      <w:r w:rsidR="00000000">
        <w:t>a</w:t>
      </w:r>
      <w:r w:rsidR="00000000">
        <w:t>cune de nous brûlait de se faire épouser par lui</w:t>
      </w:r>
      <w:r>
        <w:t xml:space="preserve">. </w:t>
      </w:r>
      <w:r w:rsidR="00000000">
        <w:t>Ce fut Lily la plus forte</w:t>
      </w:r>
      <w:r>
        <w:t xml:space="preserve">. </w:t>
      </w:r>
      <w:r w:rsidR="00000000">
        <w:t>Elle trouva le moyen le plus simple d</w:t>
      </w:r>
      <w:r>
        <w:t>’</w:t>
      </w:r>
      <w:r w:rsidR="00000000">
        <w:t>arriver à ses fins</w:t>
      </w:r>
      <w:r>
        <w:t xml:space="preserve">. </w:t>
      </w:r>
      <w:r w:rsidR="00000000">
        <w:t>Vous aurez compris quand je vous aurai dit que Gabrielle est née six mois après leur mariage</w:t>
      </w:r>
      <w:r>
        <w:t>.</w:t>
      </w:r>
    </w:p>
    <w:p w14:paraId="3FDC1A70" w14:textId="77777777" w:rsidR="00894734" w:rsidRDefault="00894734">
      <w:r>
        <w:t>« </w:t>
      </w:r>
      <w:r w:rsidR="00000000">
        <w:t>Quelle charmante famille nous formions</w:t>
      </w:r>
      <w:r>
        <w:t xml:space="preserve"> ! </w:t>
      </w:r>
      <w:r w:rsidR="00000000">
        <w:t>J</w:t>
      </w:r>
      <w:r>
        <w:t>’</w:t>
      </w:r>
      <w:r w:rsidR="00000000">
        <w:t>habitais avec eux</w:t>
      </w:r>
      <w:r>
        <w:t xml:space="preserve"> – </w:t>
      </w:r>
      <w:r w:rsidR="00000000">
        <w:t>Lily et moi n</w:t>
      </w:r>
      <w:r>
        <w:t>’</w:t>
      </w:r>
      <w:r w:rsidR="00000000">
        <w:t>étions-nous pas inséparables</w:t>
      </w:r>
      <w:r>
        <w:t xml:space="preserve"> ? – </w:t>
      </w:r>
      <w:r w:rsidR="00000000">
        <w:t>et Gabrielle me montrait beaucoup plus d</w:t>
      </w:r>
      <w:r>
        <w:t>’</w:t>
      </w:r>
      <w:r w:rsidR="00000000">
        <w:t>attachement qu</w:t>
      </w:r>
      <w:r>
        <w:t>’</w:t>
      </w:r>
      <w:r w:rsidR="00000000">
        <w:t>à sa mère</w:t>
      </w:r>
      <w:r>
        <w:t xml:space="preserve">. </w:t>
      </w:r>
      <w:r w:rsidR="00000000">
        <w:t>Lily en était naturellement fort jalouse</w:t>
      </w:r>
      <w:r>
        <w:t xml:space="preserve">. </w:t>
      </w:r>
      <w:r w:rsidR="00000000">
        <w:t>C</w:t>
      </w:r>
      <w:r>
        <w:t>’</w:t>
      </w:r>
      <w:r w:rsidR="00000000">
        <w:t>est cette préférence que me marquait la petite fille qui m</w:t>
      </w:r>
      <w:r>
        <w:t>’</w:t>
      </w:r>
      <w:r w:rsidR="00000000">
        <w:t>amena à concevoir un plan devant me débarrasser à tout jamais de cette sœur détestée</w:t>
      </w:r>
      <w:r>
        <w:t>.</w:t>
      </w:r>
    </w:p>
    <w:p w14:paraId="64778AC4" w14:textId="77777777" w:rsidR="00894734" w:rsidRDefault="00894734">
      <w:r>
        <w:lastRenderedPageBreak/>
        <w:t>« </w:t>
      </w:r>
      <w:r w:rsidR="00000000">
        <w:t>Quand Gabrielle eut cinq ans</w:t>
      </w:r>
      <w:r>
        <w:t xml:space="preserve">, </w:t>
      </w:r>
      <w:r w:rsidR="00000000">
        <w:t>je lui appris un jeu</w:t>
      </w:r>
      <w:r>
        <w:t xml:space="preserve">. </w:t>
      </w:r>
      <w:r w:rsidR="00000000">
        <w:t>Dans un tiroir de chiffonnier</w:t>
      </w:r>
      <w:r>
        <w:t xml:space="preserve">, </w:t>
      </w:r>
      <w:r w:rsidR="00000000">
        <w:t>dans sa chambre</w:t>
      </w:r>
      <w:r>
        <w:t xml:space="preserve">, </w:t>
      </w:r>
      <w:r w:rsidR="00000000">
        <w:t>Lily gardait un petit browning</w:t>
      </w:r>
      <w:r>
        <w:t xml:space="preserve">. </w:t>
      </w:r>
      <w:r w:rsidR="00000000">
        <w:t>Je me couchais sur le lit prétendant dormir</w:t>
      </w:r>
      <w:r>
        <w:t xml:space="preserve">. </w:t>
      </w:r>
      <w:r w:rsidR="00000000">
        <w:t>La petite fille en faisant le moins de bruit possible</w:t>
      </w:r>
      <w:r>
        <w:t xml:space="preserve"> (</w:t>
      </w:r>
      <w:r w:rsidR="00000000">
        <w:t>c</w:t>
      </w:r>
      <w:r>
        <w:t>’</w:t>
      </w:r>
      <w:r w:rsidR="00000000">
        <w:t>était dans les règles du jeu</w:t>
      </w:r>
      <w:r>
        <w:t xml:space="preserve">), </w:t>
      </w:r>
      <w:r w:rsidR="00000000">
        <w:t>prenait dans le tiroir le revolver</w:t>
      </w:r>
      <w:r>
        <w:t xml:space="preserve">, </w:t>
      </w:r>
      <w:r w:rsidR="00000000">
        <w:t>que j</w:t>
      </w:r>
      <w:r>
        <w:t>’</w:t>
      </w:r>
      <w:r w:rsidR="00000000">
        <w:t>avais déchargé</w:t>
      </w:r>
      <w:r>
        <w:t xml:space="preserve">, </w:t>
      </w:r>
      <w:r w:rsidR="00000000">
        <w:t>s</w:t>
      </w:r>
      <w:r>
        <w:t>’</w:t>
      </w:r>
      <w:r w:rsidR="00000000">
        <w:t>approchait du lit à pas de loup</w:t>
      </w:r>
      <w:r>
        <w:t xml:space="preserve">, </w:t>
      </w:r>
      <w:r w:rsidR="00000000">
        <w:t>posait le canon sur ma tempe et pressait la gâchette</w:t>
      </w:r>
      <w:r>
        <w:t xml:space="preserve">. </w:t>
      </w:r>
      <w:r w:rsidR="00000000">
        <w:t>Je jouais au réveil surpris et lui disais qu</w:t>
      </w:r>
      <w:r>
        <w:t>’</w:t>
      </w:r>
      <w:r w:rsidR="00000000">
        <w:t>il ne fallait parler de ceci à personne</w:t>
      </w:r>
      <w:r>
        <w:t xml:space="preserve">, </w:t>
      </w:r>
      <w:r w:rsidR="00000000">
        <w:t>que c</w:t>
      </w:r>
      <w:r>
        <w:t>’</w:t>
      </w:r>
      <w:r w:rsidR="00000000">
        <w:t>était une surprise que nous devions faire à sa mère</w:t>
      </w:r>
      <w:r>
        <w:t xml:space="preserve">. </w:t>
      </w:r>
      <w:r w:rsidR="00000000">
        <w:t>Je vous l</w:t>
      </w:r>
      <w:r>
        <w:t>’</w:t>
      </w:r>
      <w:r w:rsidR="00000000">
        <w:t>ai dit</w:t>
      </w:r>
      <w:r>
        <w:t xml:space="preserve"> : </w:t>
      </w:r>
      <w:r w:rsidR="00000000">
        <w:t>elle n</w:t>
      </w:r>
      <w:r>
        <w:t>’</w:t>
      </w:r>
      <w:r w:rsidR="00000000">
        <w:t>est pas très intelligente</w:t>
      </w:r>
      <w:r>
        <w:t xml:space="preserve">, </w:t>
      </w:r>
      <w:r w:rsidR="00000000">
        <w:t>et facile à convaincre</w:t>
      </w:r>
      <w:r>
        <w:t>.</w:t>
      </w:r>
    </w:p>
    <w:p w14:paraId="56DD8390" w14:textId="77777777" w:rsidR="00894734" w:rsidRDefault="00894734">
      <w:r>
        <w:t>« </w:t>
      </w:r>
      <w:r w:rsidR="00000000">
        <w:t>Une après-midi</w:t>
      </w:r>
      <w:r>
        <w:t xml:space="preserve">, </w:t>
      </w:r>
      <w:r w:rsidR="00000000">
        <w:t>Lily était couchée avec une forte m</w:t>
      </w:r>
      <w:r w:rsidR="00000000">
        <w:t>i</w:t>
      </w:r>
      <w:r w:rsidR="00000000">
        <w:t>graine</w:t>
      </w:r>
      <w:r>
        <w:t xml:space="preserve">. </w:t>
      </w:r>
      <w:r w:rsidR="00000000">
        <w:t>Ayant pris plusieurs cachets calmants</w:t>
      </w:r>
      <w:r>
        <w:t xml:space="preserve">, </w:t>
      </w:r>
      <w:r w:rsidR="00000000">
        <w:t>elle s</w:t>
      </w:r>
      <w:r>
        <w:t>’</w:t>
      </w:r>
      <w:r w:rsidR="00000000">
        <w:t>était e</w:t>
      </w:r>
      <w:r w:rsidR="00000000">
        <w:t>n</w:t>
      </w:r>
      <w:r w:rsidR="00000000">
        <w:t>dormie</w:t>
      </w:r>
      <w:r>
        <w:t xml:space="preserve">. </w:t>
      </w:r>
      <w:r w:rsidR="00000000">
        <w:t>J</w:t>
      </w:r>
      <w:r>
        <w:t>’</w:t>
      </w:r>
      <w:r w:rsidR="00000000">
        <w:t>avais laissé le browning chargé</w:t>
      </w:r>
      <w:r>
        <w:t xml:space="preserve">, </w:t>
      </w:r>
      <w:r w:rsidR="00000000">
        <w:t>naturellement</w:t>
      </w:r>
      <w:r>
        <w:t xml:space="preserve">. </w:t>
      </w:r>
      <w:r w:rsidR="00000000">
        <w:t>Tout se passa comme je l</w:t>
      </w:r>
      <w:r>
        <w:t>’</w:t>
      </w:r>
      <w:r w:rsidR="00000000">
        <w:t>avais prévu</w:t>
      </w:r>
      <w:r>
        <w:t xml:space="preserve">. </w:t>
      </w:r>
      <w:r w:rsidR="00000000">
        <w:t>Gabrielle approcha du lit sur la pointe des pieds</w:t>
      </w:r>
      <w:r>
        <w:t xml:space="preserve">, </w:t>
      </w:r>
      <w:r w:rsidR="00000000">
        <w:t>appuya le canon sur la tempe de sa mère et t</w:t>
      </w:r>
      <w:r w:rsidR="00000000">
        <w:t>i</w:t>
      </w:r>
      <w:r w:rsidR="00000000">
        <w:t>ra</w:t>
      </w:r>
      <w:r>
        <w:t>.</w:t>
      </w:r>
    </w:p>
    <w:p w14:paraId="0FE71FAF" w14:textId="77777777" w:rsidR="00894734" w:rsidRDefault="00894734">
      <w:r>
        <w:t>« </w:t>
      </w:r>
      <w:r w:rsidR="00000000">
        <w:t>J</w:t>
      </w:r>
      <w:r>
        <w:t>’</w:t>
      </w:r>
      <w:r w:rsidR="00000000">
        <w:t>étais descendue pendant ce temps</w:t>
      </w:r>
      <w:r>
        <w:t xml:space="preserve">, </w:t>
      </w:r>
      <w:r w:rsidR="00000000">
        <w:t>car j</w:t>
      </w:r>
      <w:r>
        <w:t>’</w:t>
      </w:r>
      <w:r w:rsidR="00000000">
        <w:t>avais l</w:t>
      </w:r>
      <w:r>
        <w:t>’</w:t>
      </w:r>
      <w:r w:rsidR="00000000">
        <w:t>intention</w:t>
      </w:r>
      <w:r>
        <w:t xml:space="preserve">, </w:t>
      </w:r>
      <w:r w:rsidR="00000000">
        <w:t>quand j</w:t>
      </w:r>
      <w:r>
        <w:t>’</w:t>
      </w:r>
      <w:r w:rsidR="00000000">
        <w:t>entendrais le coup</w:t>
      </w:r>
      <w:r>
        <w:t xml:space="preserve">, </w:t>
      </w:r>
      <w:r w:rsidR="00000000">
        <w:t>d</w:t>
      </w:r>
      <w:r>
        <w:t>’</w:t>
      </w:r>
      <w:r w:rsidR="00000000">
        <w:t>aller prévenir Maurice que sa fille avait joué avec le revolver et tué accidentellement sa mère</w:t>
      </w:r>
      <w:r>
        <w:t xml:space="preserve">. </w:t>
      </w:r>
      <w:r w:rsidR="00000000">
        <w:t>Mais il était monté avant moi chercher quelque chose dans la chambre de sa femme</w:t>
      </w:r>
      <w:r>
        <w:t xml:space="preserve">. </w:t>
      </w:r>
      <w:r w:rsidR="00000000">
        <w:t>Il arriva juste à la porte ouverte pour voir sa fille presser la détente</w:t>
      </w:r>
      <w:r>
        <w:t xml:space="preserve">. </w:t>
      </w:r>
      <w:r w:rsidR="00000000">
        <w:t>Une seconde plus tôt</w:t>
      </w:r>
      <w:r>
        <w:t xml:space="preserve">, </w:t>
      </w:r>
      <w:r w:rsidR="00000000">
        <w:t>et c</w:t>
      </w:r>
      <w:r>
        <w:t>’</w:t>
      </w:r>
      <w:r w:rsidR="00000000">
        <w:t>en était fait de ma réussite</w:t>
      </w:r>
      <w:r>
        <w:t>.</w:t>
      </w:r>
    </w:p>
    <w:p w14:paraId="3EB0DB36" w14:textId="1B42E458" w:rsidR="00000000" w:rsidRDefault="00894734">
      <w:proofErr w:type="gramStart"/>
      <w:r>
        <w:t>« </w:t>
      </w:r>
      <w:r w:rsidR="00000000">
        <w:t>J</w:t>
      </w:r>
      <w:r>
        <w:t>’</w:t>
      </w:r>
      <w:r w:rsidR="00000000">
        <w:t>avais un peu peur</w:t>
      </w:r>
      <w:proofErr w:type="gramEnd"/>
      <w:r w:rsidR="00000000">
        <w:t xml:space="preserve"> que l</w:t>
      </w:r>
      <w:r>
        <w:t>’</w:t>
      </w:r>
      <w:r w:rsidR="00000000">
        <w:t>enfant ne nous trahisse</w:t>
      </w:r>
      <w:r>
        <w:t xml:space="preserve">. </w:t>
      </w:r>
      <w:r w:rsidR="00000000">
        <w:t>Mais je l</w:t>
      </w:r>
      <w:r>
        <w:t>’</w:t>
      </w:r>
      <w:r w:rsidR="00000000">
        <w:t xml:space="preserve">avais bien </w:t>
      </w:r>
      <w:r>
        <w:t>« </w:t>
      </w:r>
      <w:r w:rsidR="00000000">
        <w:t>en main</w:t>
      </w:r>
      <w:r>
        <w:t xml:space="preserve"> ». </w:t>
      </w:r>
      <w:r w:rsidR="00000000">
        <w:t xml:space="preserve">Elle ne parut pas comprendre </w:t>
      </w:r>
      <w:proofErr w:type="spellStart"/>
      <w:r w:rsidR="00000000">
        <w:t>grand</w:t>
      </w:r>
      <w:r>
        <w:t>’</w:t>
      </w:r>
      <w:r w:rsidR="00000000">
        <w:t>chose</w:t>
      </w:r>
      <w:proofErr w:type="spellEnd"/>
      <w:r w:rsidR="00000000">
        <w:t xml:space="preserve"> à ce qui se passa ensuite</w:t>
      </w:r>
      <w:r>
        <w:t xml:space="preserve">. </w:t>
      </w:r>
      <w:r w:rsidR="00000000">
        <w:t>Maurice me soupçonna-t-il</w:t>
      </w:r>
      <w:r>
        <w:t xml:space="preserve"> ? </w:t>
      </w:r>
      <w:r w:rsidR="00000000">
        <w:t>Il sembla n</w:t>
      </w:r>
      <w:r>
        <w:t>’</w:t>
      </w:r>
      <w:r w:rsidR="00000000">
        <w:t>avoir qu</w:t>
      </w:r>
      <w:r>
        <w:t>’</w:t>
      </w:r>
      <w:r w:rsidR="00000000">
        <w:t>une pensée</w:t>
      </w:r>
      <w:r>
        <w:t xml:space="preserve"> : </w:t>
      </w:r>
      <w:r w:rsidR="00000000">
        <w:t>assurer la tranquillité d</w:t>
      </w:r>
      <w:r>
        <w:t>’</w:t>
      </w:r>
      <w:r w:rsidR="00000000">
        <w:t>esprit de sa fille dans l</w:t>
      </w:r>
      <w:r>
        <w:t>’</w:t>
      </w:r>
      <w:r w:rsidR="00000000">
        <w:t>avenir</w:t>
      </w:r>
      <w:r>
        <w:t xml:space="preserve">. </w:t>
      </w:r>
      <w:r w:rsidR="00000000">
        <w:t>Mais à son insu</w:t>
      </w:r>
      <w:r>
        <w:t xml:space="preserve">, </w:t>
      </w:r>
      <w:r w:rsidR="00000000">
        <w:t>je cultivai avec soin la haine qu</w:t>
      </w:r>
      <w:r>
        <w:t>’</w:t>
      </w:r>
      <w:r w:rsidR="00000000">
        <w:t>elle avait pour ce père qui lui avait tué sa mère et la tendresse qu</w:t>
      </w:r>
      <w:r>
        <w:t>’</w:t>
      </w:r>
      <w:r w:rsidR="00000000">
        <w:t>elle avait pour moi</w:t>
      </w:r>
      <w:r>
        <w:t xml:space="preserve">. </w:t>
      </w:r>
      <w:r w:rsidR="00000000">
        <w:t>Quand nous fûmes réunis ici</w:t>
      </w:r>
      <w:r>
        <w:t xml:space="preserve">, </w:t>
      </w:r>
      <w:r w:rsidR="00000000">
        <w:t xml:space="preserve">je dis à Maurice que nous devrions </w:t>
      </w:r>
      <w:r w:rsidR="00000000">
        <w:lastRenderedPageBreak/>
        <w:t>essayer de reconstruire nos vies ruinées par ce drame</w:t>
      </w:r>
      <w:r>
        <w:t xml:space="preserve">. </w:t>
      </w:r>
      <w:r w:rsidR="00000000">
        <w:t>Il m</w:t>
      </w:r>
      <w:r>
        <w:t>’</w:t>
      </w:r>
      <w:r w:rsidR="00000000">
        <w:t>épousa</w:t>
      </w:r>
      <w:r>
        <w:t xml:space="preserve">. </w:t>
      </w:r>
      <w:r w:rsidR="00000000">
        <w:t>Le jour qu</w:t>
      </w:r>
      <w:r>
        <w:t>’</w:t>
      </w:r>
      <w:r w:rsidR="00000000">
        <w:t>il avait épousé ma sœur</w:t>
      </w:r>
      <w:r>
        <w:t xml:space="preserve">, </w:t>
      </w:r>
      <w:r w:rsidR="00000000">
        <w:t>j</w:t>
      </w:r>
      <w:r>
        <w:t>’</w:t>
      </w:r>
      <w:r w:rsidR="00000000">
        <w:t>avais juré de les séparer et de prendre sa place</w:t>
      </w:r>
      <w:r>
        <w:t xml:space="preserve">. </w:t>
      </w:r>
      <w:r w:rsidR="00000000">
        <w:t>Je l</w:t>
      </w:r>
      <w:r>
        <w:t>’</w:t>
      </w:r>
      <w:r w:rsidR="00000000">
        <w:t>ai fait</w:t>
      </w:r>
      <w:r>
        <w:t xml:space="preserve">. </w:t>
      </w:r>
      <w:r w:rsidR="00000000">
        <w:t>J</w:t>
      </w:r>
      <w:r>
        <w:t>’</w:t>
      </w:r>
      <w:r w:rsidR="00000000">
        <w:t>espère que cette chère petit</w:t>
      </w:r>
      <w:r w:rsidR="00AE6611">
        <w:t>e</w:t>
      </w:r>
      <w:r w:rsidR="00000000">
        <w:t xml:space="preserve"> Lily</w:t>
      </w:r>
      <w:r>
        <w:t xml:space="preserve">, </w:t>
      </w:r>
      <w:r w:rsidR="00000000">
        <w:t>là-haut</w:t>
      </w:r>
      <w:r>
        <w:t xml:space="preserve">, </w:t>
      </w:r>
      <w:r w:rsidR="00000000">
        <w:t>l</w:t>
      </w:r>
      <w:r>
        <w:t>’</w:t>
      </w:r>
      <w:r w:rsidR="00000000">
        <w:t>a vu</w:t>
      </w:r>
      <w:r>
        <w:t xml:space="preserve">. </w:t>
      </w:r>
    </w:p>
    <w:p w14:paraId="013397F2" w14:textId="77777777" w:rsidR="00894734" w:rsidRDefault="00000000">
      <w:r>
        <w:t>Elle se tourna vers la jeune fille et clama d</w:t>
      </w:r>
      <w:r w:rsidR="00894734">
        <w:t>’</w:t>
      </w:r>
      <w:r>
        <w:t>une voix trio</w:t>
      </w:r>
      <w:r>
        <w:t>m</w:t>
      </w:r>
      <w:r>
        <w:t>phante</w:t>
      </w:r>
      <w:r w:rsidR="00894734">
        <w:t> :</w:t>
      </w:r>
    </w:p>
    <w:p w14:paraId="73974076" w14:textId="77777777" w:rsidR="00894734" w:rsidRDefault="00894734">
      <w:r>
        <w:t>— </w:t>
      </w:r>
      <w:r w:rsidR="00000000">
        <w:t>Vous êtes sa fille</w:t>
      </w:r>
      <w:r>
        <w:t xml:space="preserve">, </w:t>
      </w:r>
      <w:r w:rsidR="00000000">
        <w:t>et vous êtes maudite</w:t>
      </w:r>
      <w:r>
        <w:t xml:space="preserve">, </w:t>
      </w:r>
      <w:r w:rsidR="00000000">
        <w:t>comme elle</w:t>
      </w:r>
      <w:r>
        <w:t xml:space="preserve">, </w:t>
      </w:r>
      <w:r w:rsidR="00000000">
        <w:t>et moi</w:t>
      </w:r>
      <w:r>
        <w:t xml:space="preserve">, </w:t>
      </w:r>
      <w:r w:rsidR="00000000">
        <w:t>et tous les Dain</w:t>
      </w:r>
      <w:r>
        <w:t xml:space="preserve">… </w:t>
      </w:r>
      <w:r w:rsidR="00000000">
        <w:t>Vous avez l</w:t>
      </w:r>
      <w:r>
        <w:t>’</w:t>
      </w:r>
      <w:r w:rsidR="00000000">
        <w:t>âme empoisonnée par le sang de votre mère que vous avez versé</w:t>
      </w:r>
      <w:r>
        <w:t xml:space="preserve">… </w:t>
      </w:r>
      <w:r w:rsidR="00000000">
        <w:t>Vous avez le corps empo</w:t>
      </w:r>
      <w:r w:rsidR="00000000">
        <w:t>i</w:t>
      </w:r>
      <w:r w:rsidR="00000000">
        <w:t>sonné par l</w:t>
      </w:r>
      <w:r>
        <w:t>’</w:t>
      </w:r>
      <w:r w:rsidR="00000000">
        <w:t>usage de la drogue</w:t>
      </w:r>
      <w:r>
        <w:t xml:space="preserve">, </w:t>
      </w:r>
      <w:r w:rsidR="00000000">
        <w:t>un beau cadeau que je vous ai fait</w:t>
      </w:r>
      <w:r>
        <w:t xml:space="preserve">, </w:t>
      </w:r>
      <w:r w:rsidR="00000000">
        <w:t>n</w:t>
      </w:r>
      <w:r>
        <w:t>’</w:t>
      </w:r>
      <w:r w:rsidR="00000000">
        <w:t>est-ce pas</w:t>
      </w:r>
      <w:r>
        <w:t xml:space="preserve"> ? </w:t>
      </w:r>
      <w:r w:rsidR="00000000">
        <w:t>Vous aurez la vie empoisonnée</w:t>
      </w:r>
      <w:r>
        <w:t xml:space="preserve">, </w:t>
      </w:r>
      <w:r w:rsidR="00000000">
        <w:t>comme a été empoisonnée celle de votre mère</w:t>
      </w:r>
      <w:r>
        <w:t xml:space="preserve">, </w:t>
      </w:r>
      <w:r w:rsidR="00000000">
        <w:t>et la mienne</w:t>
      </w:r>
      <w:r>
        <w:t xml:space="preserve">, </w:t>
      </w:r>
      <w:r w:rsidR="00000000">
        <w:t>et celle de tous les Dain</w:t>
      </w:r>
      <w:r>
        <w:t xml:space="preserve">, </w:t>
      </w:r>
      <w:r w:rsidR="00000000">
        <w:t>et celle de tous ceux qui</w:t>
      </w:r>
      <w:r>
        <w:t xml:space="preserve">, </w:t>
      </w:r>
      <w:r w:rsidR="00000000">
        <w:t>comme Maurice</w:t>
      </w:r>
      <w:r>
        <w:t xml:space="preserve">, </w:t>
      </w:r>
      <w:r w:rsidR="00000000">
        <w:t>nous ont approchés</w:t>
      </w:r>
      <w:r>
        <w:t xml:space="preserve">… </w:t>
      </w:r>
      <w:r w:rsidR="00000000">
        <w:t>Et tous ceux qui vous approcheront auront la vie et l</w:t>
      </w:r>
      <w:r>
        <w:t>’</w:t>
      </w:r>
      <w:r w:rsidR="00000000">
        <w:t>âme empoisonnées</w:t>
      </w:r>
      <w:r>
        <w:t xml:space="preserve">… </w:t>
      </w:r>
      <w:r w:rsidR="00000000">
        <w:t>Et votre fiancé</w:t>
      </w:r>
      <w:r>
        <w:t>…</w:t>
      </w:r>
    </w:p>
    <w:p w14:paraId="2DADB8B8" w14:textId="77777777" w:rsidR="00894734" w:rsidRDefault="00894734">
      <w:r>
        <w:t>— </w:t>
      </w:r>
      <w:r w:rsidR="00000000">
        <w:t>Assez</w:t>
      </w:r>
      <w:r>
        <w:t xml:space="preserve"> ! </w:t>
      </w:r>
      <w:r w:rsidR="00000000">
        <w:t>cria Éric Collinson</w:t>
      </w:r>
      <w:r>
        <w:t xml:space="preserve">, </w:t>
      </w:r>
      <w:r w:rsidR="00000000">
        <w:t>faites-la taire</w:t>
      </w:r>
      <w:r>
        <w:t> !</w:t>
      </w:r>
    </w:p>
    <w:p w14:paraId="5D6F7284" w14:textId="77777777" w:rsidR="00894734" w:rsidRDefault="00000000">
      <w:r>
        <w:t>Gabrielle avait posé ses deux mains sur ses oreilles</w:t>
      </w:r>
      <w:r w:rsidR="00894734">
        <w:t xml:space="preserve">. </w:t>
      </w:r>
      <w:r>
        <w:t>Elle poussa un cri affreux et s</w:t>
      </w:r>
      <w:r w:rsidR="00894734">
        <w:t>’</w:t>
      </w:r>
      <w:r>
        <w:t>écroula de sa chaise sur le parquet</w:t>
      </w:r>
      <w:r w:rsidR="00894734">
        <w:t xml:space="preserve">. </w:t>
      </w:r>
      <w:r>
        <w:t>Nous détournâmes un instant nos regards de Mrs</w:t>
      </w:r>
      <w:r w:rsidR="00894734">
        <w:t xml:space="preserve">. </w:t>
      </w:r>
      <w:proofErr w:type="spellStart"/>
      <w:r>
        <w:t>Legget</w:t>
      </w:r>
      <w:proofErr w:type="spellEnd"/>
      <w:r w:rsidR="00894734">
        <w:t xml:space="preserve">. </w:t>
      </w:r>
      <w:r>
        <w:t>Cela ne dura qu</w:t>
      </w:r>
      <w:r w:rsidR="00894734">
        <w:t>’</w:t>
      </w:r>
      <w:r>
        <w:t>une demi-seconde peut-être</w:t>
      </w:r>
      <w:r w:rsidR="00894734">
        <w:t xml:space="preserve">. </w:t>
      </w:r>
      <w:r>
        <w:t>Ce fut assez</w:t>
      </w:r>
      <w:r w:rsidR="00894734">
        <w:t xml:space="preserve">. </w:t>
      </w:r>
      <w:r>
        <w:t>Quand nous regardâmes de nouveau la femme</w:t>
      </w:r>
      <w:r w:rsidR="00894734">
        <w:t xml:space="preserve">, </w:t>
      </w:r>
      <w:r>
        <w:t>elle avait gagné la porte et tenait un revolver dans sa main</w:t>
      </w:r>
      <w:r w:rsidR="00894734">
        <w:t xml:space="preserve">. </w:t>
      </w:r>
      <w:r>
        <w:t>Elle se retourna vers nous et dit froidement</w:t>
      </w:r>
      <w:r w:rsidR="00894734">
        <w:t> :</w:t>
      </w:r>
    </w:p>
    <w:p w14:paraId="7F907CAC" w14:textId="77777777" w:rsidR="00894734" w:rsidRDefault="00894734">
      <w:r>
        <w:t>— </w:t>
      </w:r>
      <w:r w:rsidR="00000000">
        <w:t>Que pas un de vous ne bronche</w:t>
      </w:r>
      <w:r>
        <w:t> !</w:t>
      </w:r>
    </w:p>
    <w:p w14:paraId="12C96E3D" w14:textId="77777777" w:rsidR="00894734" w:rsidRDefault="00000000">
      <w:r>
        <w:t>Nous n</w:t>
      </w:r>
      <w:r w:rsidR="00894734">
        <w:t>’</w:t>
      </w:r>
      <w:r>
        <w:t>avions pas eu le temps de faire ce geste qu</w:t>
      </w:r>
      <w:r w:rsidR="00894734">
        <w:t>’</w:t>
      </w:r>
      <w:r>
        <w:t>elle nous défendait qu</w:t>
      </w:r>
      <w:r w:rsidR="00894734">
        <w:t>’</w:t>
      </w:r>
      <w:r>
        <w:t>elle dégringolait déjà l</w:t>
      </w:r>
      <w:r w:rsidR="00894734">
        <w:t>’</w:t>
      </w:r>
      <w:r>
        <w:t>escalier</w:t>
      </w:r>
      <w:r w:rsidR="00894734">
        <w:t xml:space="preserve">. </w:t>
      </w:r>
      <w:proofErr w:type="spellStart"/>
      <w:r>
        <w:t>Fitzstephan</w:t>
      </w:r>
      <w:proofErr w:type="spellEnd"/>
      <w:r>
        <w:t xml:space="preserve"> fut le premier à la poursuivre</w:t>
      </w:r>
      <w:r w:rsidR="00894734">
        <w:t xml:space="preserve">. </w:t>
      </w:r>
      <w:r>
        <w:t>Il la rattrapa sur le palier du second</w:t>
      </w:r>
      <w:r w:rsidR="00894734">
        <w:t xml:space="preserve">, </w:t>
      </w:r>
      <w:r>
        <w:t>la ceintura</w:t>
      </w:r>
      <w:r w:rsidR="00894734">
        <w:t xml:space="preserve">, </w:t>
      </w:r>
      <w:r>
        <w:t>mais ne réussit</w:t>
      </w:r>
      <w:r w:rsidR="00894734">
        <w:t xml:space="preserve">, </w:t>
      </w:r>
      <w:r>
        <w:t>qu</w:t>
      </w:r>
      <w:r w:rsidR="00894734">
        <w:t>’</w:t>
      </w:r>
      <w:r>
        <w:t>à immobiliser son bras gauche</w:t>
      </w:r>
      <w:r w:rsidR="00894734">
        <w:t xml:space="preserve">. </w:t>
      </w:r>
      <w:r>
        <w:t xml:space="preserve">La main droite qui tenait le revolver se tourna en </w:t>
      </w:r>
      <w:r>
        <w:lastRenderedPageBreak/>
        <w:t>arrière vers Fitz et tira</w:t>
      </w:r>
      <w:r w:rsidR="00894734">
        <w:t xml:space="preserve">. </w:t>
      </w:r>
      <w:r>
        <w:t>La balle effleura la joue de mon ami</w:t>
      </w:r>
      <w:r w:rsidR="00894734">
        <w:t xml:space="preserve">. </w:t>
      </w:r>
      <w:r>
        <w:t>La femme tira un second coup</w:t>
      </w:r>
      <w:r w:rsidR="00894734">
        <w:t xml:space="preserve">, </w:t>
      </w:r>
      <w:r>
        <w:t>mais Fitz</w:t>
      </w:r>
      <w:r w:rsidR="00894734">
        <w:t xml:space="preserve">, </w:t>
      </w:r>
      <w:r>
        <w:t>à ce moment</w:t>
      </w:r>
      <w:r w:rsidR="00894734">
        <w:t xml:space="preserve">, </w:t>
      </w:r>
      <w:r>
        <w:t>avait réussi à lui maint</w:t>
      </w:r>
      <w:r>
        <w:t>e</w:t>
      </w:r>
      <w:r>
        <w:t>nir le coude</w:t>
      </w:r>
      <w:r w:rsidR="00894734">
        <w:t xml:space="preserve">. </w:t>
      </w:r>
      <w:r>
        <w:t>Le coup dévia</w:t>
      </w:r>
      <w:r w:rsidR="00894734">
        <w:t xml:space="preserve">. </w:t>
      </w:r>
      <w:r>
        <w:t>Fitz sentit le corps de la femme d</w:t>
      </w:r>
      <w:r>
        <w:t>e</w:t>
      </w:r>
      <w:r>
        <w:t>venir mou</w:t>
      </w:r>
      <w:r w:rsidR="00894734">
        <w:t>.</w:t>
      </w:r>
    </w:p>
    <w:p w14:paraId="3858D804" w14:textId="77777777" w:rsidR="00894734" w:rsidRDefault="00000000">
      <w:r>
        <w:t>La balle lui avait traversé la gorge</w:t>
      </w:r>
      <w:r w:rsidR="00894734">
        <w:t>.</w:t>
      </w:r>
    </w:p>
    <w:p w14:paraId="6BD34794" w14:textId="77777777" w:rsidR="00894734" w:rsidRDefault="00000000">
      <w:r>
        <w:t>Je remontai au laboratoire</w:t>
      </w:r>
      <w:r w:rsidR="00894734">
        <w:t xml:space="preserve">. </w:t>
      </w:r>
      <w:r>
        <w:t xml:space="preserve">Gabrielle </w:t>
      </w:r>
      <w:proofErr w:type="spellStart"/>
      <w:r>
        <w:t>Legget</w:t>
      </w:r>
      <w:proofErr w:type="spellEnd"/>
      <w:r w:rsidR="00894734">
        <w:t xml:space="preserve">, </w:t>
      </w:r>
      <w:r>
        <w:t>avec le méd</w:t>
      </w:r>
      <w:r>
        <w:t>e</w:t>
      </w:r>
      <w:r>
        <w:t>cin et Collinson à genoux auprès d</w:t>
      </w:r>
      <w:r w:rsidR="00894734">
        <w:t>’</w:t>
      </w:r>
      <w:r>
        <w:t>elle</w:t>
      </w:r>
      <w:r w:rsidR="00894734">
        <w:t xml:space="preserve">, </w:t>
      </w:r>
      <w:r>
        <w:t>gisait toujours sur le sol</w:t>
      </w:r>
      <w:r w:rsidR="00894734">
        <w:t xml:space="preserve">. </w:t>
      </w:r>
      <w:r>
        <w:t>Je dis au médecin</w:t>
      </w:r>
      <w:r w:rsidR="00894734">
        <w:t> :</w:t>
      </w:r>
    </w:p>
    <w:p w14:paraId="4B5FC626" w14:textId="77777777" w:rsidR="00894734" w:rsidRDefault="00894734">
      <w:r>
        <w:t>— </w:t>
      </w:r>
      <w:r w:rsidR="00000000">
        <w:t>Allez voir Mrs</w:t>
      </w:r>
      <w:r>
        <w:t xml:space="preserve">. </w:t>
      </w:r>
      <w:proofErr w:type="spellStart"/>
      <w:r w:rsidR="00000000">
        <w:t>Legget</w:t>
      </w:r>
      <w:proofErr w:type="spellEnd"/>
      <w:r>
        <w:t xml:space="preserve">. </w:t>
      </w:r>
      <w:r w:rsidR="00000000">
        <w:t>Elle est dans l</w:t>
      </w:r>
      <w:r>
        <w:t>’</w:t>
      </w:r>
      <w:r w:rsidR="00000000">
        <w:t>escalier</w:t>
      </w:r>
      <w:r>
        <w:t xml:space="preserve">. </w:t>
      </w:r>
      <w:r w:rsidR="00000000">
        <w:t>Morte</w:t>
      </w:r>
      <w:r>
        <w:t xml:space="preserve">, </w:t>
      </w:r>
      <w:r w:rsidR="00000000">
        <w:t>je suppose</w:t>
      </w:r>
      <w:r>
        <w:t xml:space="preserve">, </w:t>
      </w:r>
      <w:r w:rsidR="00000000">
        <w:t>mais il vaut mieux que vous alliez y voir</w:t>
      </w:r>
      <w:r>
        <w:t>.</w:t>
      </w:r>
    </w:p>
    <w:p w14:paraId="51C17FA2" w14:textId="77777777" w:rsidR="00894734" w:rsidRDefault="00000000">
      <w:r>
        <w:t>Le médecin sortit</w:t>
      </w:r>
      <w:r w:rsidR="00894734">
        <w:t xml:space="preserve">. </w:t>
      </w:r>
      <w:r>
        <w:t>Collinson</w:t>
      </w:r>
      <w:r w:rsidR="00894734">
        <w:t xml:space="preserve">, </w:t>
      </w:r>
      <w:r>
        <w:t>tenant toujours les mains de la jeune fille</w:t>
      </w:r>
      <w:r w:rsidR="00894734">
        <w:t xml:space="preserve">, </w:t>
      </w:r>
      <w:r>
        <w:t>me lança un regard douloureux et me dit</w:t>
      </w:r>
      <w:r w:rsidR="00894734">
        <w:t xml:space="preserve">, </w:t>
      </w:r>
      <w:r>
        <w:t>amer</w:t>
      </w:r>
      <w:r w:rsidR="00894734">
        <w:t> :</w:t>
      </w:r>
    </w:p>
    <w:p w14:paraId="4A806787" w14:textId="77777777" w:rsidR="00894734" w:rsidRDefault="00894734">
      <w:r>
        <w:t>— </w:t>
      </w:r>
      <w:r w:rsidR="00000000">
        <w:t>Je pense que vous êtes content de vous</w:t>
      </w:r>
      <w:r>
        <w:t xml:space="preserve">. </w:t>
      </w:r>
      <w:r w:rsidR="00000000">
        <w:t>Vous avez fait du beau travail</w:t>
      </w:r>
      <w:r>
        <w:t>.</w:t>
      </w:r>
    </w:p>
    <w:p w14:paraId="045163E8" w14:textId="77777777" w:rsidR="00894734" w:rsidRDefault="00894734">
      <w:r>
        <w:t>— </w:t>
      </w:r>
      <w:r w:rsidR="00000000">
        <w:t>Je vous demande pardon</w:t>
      </w:r>
      <w:r>
        <w:t xml:space="preserve">, </w:t>
      </w:r>
      <w:r w:rsidR="00000000">
        <w:t>à vous et à elle</w:t>
      </w:r>
      <w:r>
        <w:t xml:space="preserve">, </w:t>
      </w:r>
      <w:r w:rsidR="00000000">
        <w:t>mais il le fa</w:t>
      </w:r>
      <w:r w:rsidR="00000000">
        <w:t>l</w:t>
      </w:r>
      <w:r w:rsidR="00000000">
        <w:t>lait</w:t>
      </w:r>
      <w:r>
        <w:t xml:space="preserve">, </w:t>
      </w:r>
      <w:r w:rsidR="00000000">
        <w:t>répondis-je</w:t>
      </w:r>
      <w:r>
        <w:t>.</w:t>
      </w:r>
    </w:p>
    <w:p w14:paraId="5BF65255" w14:textId="77777777" w:rsidR="00894734" w:rsidRDefault="00894734">
      <w:r>
        <w:t>— </w:t>
      </w:r>
      <w:r w:rsidR="00000000">
        <w:t>Vous ne m</w:t>
      </w:r>
      <w:r>
        <w:t>’</w:t>
      </w:r>
      <w:r w:rsidR="00000000">
        <w:t xml:space="preserve">avez pas dit où vous aviez retrouvé Gabrielle </w:t>
      </w:r>
      <w:proofErr w:type="spellStart"/>
      <w:r w:rsidR="00000000">
        <w:t>Legget</w:t>
      </w:r>
      <w:proofErr w:type="spellEnd"/>
      <w:r>
        <w:t xml:space="preserve">, </w:t>
      </w:r>
      <w:r w:rsidR="00000000">
        <w:t>me dit Fitz</w:t>
      </w:r>
      <w:r>
        <w:t xml:space="preserve">, </w:t>
      </w:r>
      <w:r w:rsidR="00000000">
        <w:t>le soir en dînant</w:t>
      </w:r>
      <w:r>
        <w:t>.</w:t>
      </w:r>
    </w:p>
    <w:p w14:paraId="7D185F78" w14:textId="77777777" w:rsidR="00894734" w:rsidRDefault="00894734">
      <w:r>
        <w:t>— </w:t>
      </w:r>
      <w:r w:rsidR="00000000">
        <w:t xml:space="preserve">Chez les </w:t>
      </w:r>
      <w:proofErr w:type="spellStart"/>
      <w:r w:rsidR="00000000">
        <w:t>Haldorn</w:t>
      </w:r>
      <w:proofErr w:type="spellEnd"/>
      <w:r>
        <w:t xml:space="preserve">. </w:t>
      </w:r>
      <w:r w:rsidR="00000000">
        <w:t>Je suppose qu</w:t>
      </w:r>
      <w:r>
        <w:t>’</w:t>
      </w:r>
      <w:r w:rsidR="00000000">
        <w:t>après avoir assisté à l</w:t>
      </w:r>
      <w:r>
        <w:t>’</w:t>
      </w:r>
      <w:r w:rsidR="00000000">
        <w:t xml:space="preserve">assassinat de </w:t>
      </w:r>
      <w:proofErr w:type="spellStart"/>
      <w:r w:rsidR="00000000">
        <w:t>Ruppert</w:t>
      </w:r>
      <w:proofErr w:type="spellEnd"/>
      <w:r>
        <w:t xml:space="preserve">, </w:t>
      </w:r>
      <w:r w:rsidR="00000000">
        <w:t xml:space="preserve">elle sera allée </w:t>
      </w:r>
      <w:r>
        <w:t>« </w:t>
      </w:r>
      <w:r w:rsidR="00000000">
        <w:t>oublier</w:t>
      </w:r>
      <w:r>
        <w:t> »</w:t>
      </w:r>
      <w:r w:rsidR="00000000">
        <w:t xml:space="preserve"> au Temple de Saint-Graal</w:t>
      </w:r>
      <w:r>
        <w:t xml:space="preserve">. </w:t>
      </w:r>
      <w:r w:rsidR="00000000">
        <w:t>Pour acheter de l</w:t>
      </w:r>
      <w:r>
        <w:t>’« </w:t>
      </w:r>
      <w:r w:rsidR="00000000">
        <w:t>oubli</w:t>
      </w:r>
      <w:r>
        <w:t xml:space="preserve"> », </w:t>
      </w:r>
      <w:r w:rsidR="00000000">
        <w:t>il lui fallait de l</w:t>
      </w:r>
      <w:r>
        <w:t>’</w:t>
      </w:r>
      <w:r w:rsidR="00000000">
        <w:t>argent</w:t>
      </w:r>
      <w:r>
        <w:t xml:space="preserve">. </w:t>
      </w:r>
      <w:r w:rsidR="00000000">
        <w:t>C</w:t>
      </w:r>
      <w:r>
        <w:t>’</w:t>
      </w:r>
      <w:r w:rsidR="00000000">
        <w:t>est sans doute cela qu</w:t>
      </w:r>
      <w:r>
        <w:t>’</w:t>
      </w:r>
      <w:r w:rsidR="00000000">
        <w:t>allait lui porter Minnie Hershey</w:t>
      </w:r>
      <w:r>
        <w:t xml:space="preserve">, </w:t>
      </w:r>
      <w:r w:rsidR="00000000">
        <w:t>quand Mickey a filé la mulâtresse</w:t>
      </w:r>
      <w:r>
        <w:t xml:space="preserve">. </w:t>
      </w:r>
      <w:r w:rsidR="00000000">
        <w:t xml:space="preserve">Je comprends pourquoi maintenant Gabrielle </w:t>
      </w:r>
      <w:proofErr w:type="spellStart"/>
      <w:r w:rsidR="00000000">
        <w:t>Legget</w:t>
      </w:r>
      <w:proofErr w:type="spellEnd"/>
      <w:r w:rsidR="00000000">
        <w:t xml:space="preserve"> confiait ses bijoux au couple de nègres et pou</w:t>
      </w:r>
      <w:r w:rsidR="00000000">
        <w:t>r</w:t>
      </w:r>
      <w:r w:rsidR="00000000">
        <w:t>quoi on voyait Rhino dans les boutiques de revendeurs</w:t>
      </w:r>
      <w:r>
        <w:t xml:space="preserve">, </w:t>
      </w:r>
      <w:r w:rsidR="00000000">
        <w:t>nég</w:t>
      </w:r>
      <w:r w:rsidR="00000000">
        <w:t>o</w:t>
      </w:r>
      <w:r w:rsidR="00000000">
        <w:t>ciant des rangs de perles</w:t>
      </w:r>
      <w:r>
        <w:t>.</w:t>
      </w:r>
    </w:p>
    <w:p w14:paraId="24CC171B" w14:textId="77777777" w:rsidR="00894734" w:rsidRDefault="00894734">
      <w:r>
        <w:t>— </w:t>
      </w:r>
      <w:r w:rsidR="00000000">
        <w:t>Pensez-vous que Gabrielle avait quitté alors la maison de ses parents pour de bon</w:t>
      </w:r>
      <w:r>
        <w:t> ?</w:t>
      </w:r>
    </w:p>
    <w:p w14:paraId="270DD0B4" w14:textId="77777777" w:rsidR="00894734" w:rsidRDefault="00894734">
      <w:r>
        <w:lastRenderedPageBreak/>
        <w:t>— </w:t>
      </w:r>
      <w:r w:rsidR="00000000">
        <w:t>C</w:t>
      </w:r>
      <w:r>
        <w:t>’</w:t>
      </w:r>
      <w:r w:rsidR="00000000">
        <w:t>est probable</w:t>
      </w:r>
      <w:r>
        <w:t xml:space="preserve">, </w:t>
      </w:r>
      <w:r w:rsidR="00000000">
        <w:t>après ce qu</w:t>
      </w:r>
      <w:r>
        <w:t>’</w:t>
      </w:r>
      <w:r w:rsidR="00000000">
        <w:t>elle avait vu</w:t>
      </w:r>
      <w:r>
        <w:t xml:space="preserve">, </w:t>
      </w:r>
      <w:r w:rsidR="00000000">
        <w:t>ou avait cru voir</w:t>
      </w:r>
      <w:r>
        <w:t>.</w:t>
      </w:r>
    </w:p>
    <w:p w14:paraId="69093C80" w14:textId="77777777" w:rsidR="00894734" w:rsidRDefault="00894734">
      <w:r>
        <w:t>— </w:t>
      </w:r>
      <w:r w:rsidR="00000000">
        <w:t>Pauvre gosse</w:t>
      </w:r>
      <w:r>
        <w:t xml:space="preserve"> ! </w:t>
      </w:r>
      <w:r w:rsidR="00000000">
        <w:t>Et son drame n</w:t>
      </w:r>
      <w:r>
        <w:t>’</w:t>
      </w:r>
      <w:r w:rsidR="00000000">
        <w:t>est sans doute pas fini</w:t>
      </w:r>
      <w:r>
        <w:t xml:space="preserve">. </w:t>
      </w:r>
      <w:r w:rsidR="00000000">
        <w:t>La drogue fera le reste</w:t>
      </w:r>
      <w:r>
        <w:t xml:space="preserve">, </w:t>
      </w:r>
      <w:r w:rsidR="00000000">
        <w:t xml:space="preserve">conclut </w:t>
      </w:r>
      <w:proofErr w:type="spellStart"/>
      <w:r w:rsidR="00000000">
        <w:t>Fitzstephan</w:t>
      </w:r>
      <w:proofErr w:type="spellEnd"/>
      <w:r>
        <w:t>.</w:t>
      </w:r>
    </w:p>
    <w:p w14:paraId="455BF510" w14:textId="77777777" w:rsidR="00894734" w:rsidRDefault="00000000">
      <w:r>
        <w:t>À l</w:t>
      </w:r>
      <w:r w:rsidR="00894734">
        <w:t>’</w:t>
      </w:r>
      <w:r>
        <w:t xml:space="preserve">affaire </w:t>
      </w:r>
      <w:proofErr w:type="spellStart"/>
      <w:r>
        <w:t>Legget-Ruppert</w:t>
      </w:r>
      <w:proofErr w:type="spellEnd"/>
      <w:r w:rsidR="00894734">
        <w:t xml:space="preserve">, </w:t>
      </w:r>
      <w:r>
        <w:t>je vis Gabrielle</w:t>
      </w:r>
      <w:r w:rsidR="00894734">
        <w:t xml:space="preserve">, </w:t>
      </w:r>
      <w:r>
        <w:t>mais je ne fus pas sûr qu</w:t>
      </w:r>
      <w:r w:rsidR="00894734">
        <w:t>’</w:t>
      </w:r>
      <w:r>
        <w:t>elle me reconnût</w:t>
      </w:r>
      <w:r w:rsidR="00894734">
        <w:t xml:space="preserve">. </w:t>
      </w:r>
      <w:r>
        <w:t>Elle était accompagnée de Madison Andrews</w:t>
      </w:r>
      <w:r w:rsidR="00894734">
        <w:t xml:space="preserve">, </w:t>
      </w:r>
      <w:r>
        <w:t>l</w:t>
      </w:r>
      <w:r w:rsidR="00894734">
        <w:t>’</w:t>
      </w:r>
      <w:r>
        <w:t xml:space="preserve">avocat de </w:t>
      </w:r>
      <w:proofErr w:type="spellStart"/>
      <w:r>
        <w:t>Legget</w:t>
      </w:r>
      <w:proofErr w:type="spellEnd"/>
      <w:r w:rsidR="00894734">
        <w:t xml:space="preserve">, </w:t>
      </w:r>
      <w:r>
        <w:t>et maintenant son exécuteur te</w:t>
      </w:r>
      <w:r>
        <w:t>s</w:t>
      </w:r>
      <w:r>
        <w:t>tamentaire</w:t>
      </w:r>
      <w:r w:rsidR="00894734">
        <w:t xml:space="preserve">. </w:t>
      </w:r>
      <w:r>
        <w:t>Éric Collinson était là aussi</w:t>
      </w:r>
      <w:r w:rsidR="00894734">
        <w:t xml:space="preserve">, </w:t>
      </w:r>
      <w:r>
        <w:t>mais il ne semblait pas être venu avec Gabrielle</w:t>
      </w:r>
      <w:r w:rsidR="00894734">
        <w:t xml:space="preserve">, </w:t>
      </w:r>
      <w:r>
        <w:t>et je ne le vis pas lui parler</w:t>
      </w:r>
      <w:r w:rsidR="00894734">
        <w:t xml:space="preserve">. </w:t>
      </w:r>
      <w:r>
        <w:t>Il me fit un salut</w:t>
      </w:r>
      <w:r w:rsidR="00894734">
        <w:t xml:space="preserve">, </w:t>
      </w:r>
      <w:r>
        <w:t>et ce fut tout</w:t>
      </w:r>
      <w:r w:rsidR="00894734">
        <w:t>.</w:t>
      </w:r>
    </w:p>
    <w:p w14:paraId="54411951" w14:textId="77777777" w:rsidR="00894734" w:rsidRDefault="00000000">
      <w:r>
        <w:t>Les journaux parlèrent de ce qui était arrivé à Paris en 1913</w:t>
      </w:r>
      <w:r w:rsidR="00894734">
        <w:t xml:space="preserve">, </w:t>
      </w:r>
      <w:r>
        <w:t>tel que Mrs</w:t>
      </w:r>
      <w:r w:rsidR="00894734">
        <w:t xml:space="preserve">. </w:t>
      </w:r>
      <w:proofErr w:type="spellStart"/>
      <w:r>
        <w:t>Legget</w:t>
      </w:r>
      <w:proofErr w:type="spellEnd"/>
      <w:r>
        <w:t xml:space="preserve"> nous l</w:t>
      </w:r>
      <w:r w:rsidR="00894734">
        <w:t>’</w:t>
      </w:r>
      <w:r>
        <w:t>avait raconté</w:t>
      </w:r>
      <w:r w:rsidR="00894734">
        <w:t xml:space="preserve">. </w:t>
      </w:r>
      <w:r>
        <w:t>Ils en firent leur provende deux jours et on l</w:t>
      </w:r>
      <w:r w:rsidR="00894734">
        <w:t>’</w:t>
      </w:r>
      <w:r>
        <w:t>oublia</w:t>
      </w:r>
      <w:r w:rsidR="00894734">
        <w:t xml:space="preserve">. </w:t>
      </w:r>
      <w:r>
        <w:t>Halstead &amp; Beauchamp ayant retrouvé leurs diamants</w:t>
      </w:r>
      <w:r w:rsidR="00894734">
        <w:t>, « </w:t>
      </w:r>
      <w:r>
        <w:t>la Continentale</w:t>
      </w:r>
      <w:r w:rsidR="00894734">
        <w:t> »</w:t>
      </w:r>
      <w:r>
        <w:t xml:space="preserve"> n</w:t>
      </w:r>
      <w:r w:rsidR="00894734">
        <w:t>’</w:t>
      </w:r>
      <w:r>
        <w:t>eut plus à s</w:t>
      </w:r>
      <w:r w:rsidR="00894734">
        <w:t>’</w:t>
      </w:r>
      <w:r>
        <w:t>en occuper</w:t>
      </w:r>
      <w:r w:rsidR="00894734">
        <w:t xml:space="preserve">. </w:t>
      </w:r>
      <w:r>
        <w:t>Nous considérâmes l</w:t>
      </w:r>
      <w:r w:rsidR="00894734">
        <w:t>’</w:t>
      </w:r>
      <w:r>
        <w:t>affaire comme terminée</w:t>
      </w:r>
      <w:r w:rsidR="00894734">
        <w:t xml:space="preserve">. </w:t>
      </w:r>
      <w:r>
        <w:t>Je fus chargé d</w:t>
      </w:r>
      <w:r w:rsidR="00894734">
        <w:t>’</w:t>
      </w:r>
      <w:r>
        <w:t>une nouvelle enquête en Californie</w:t>
      </w:r>
      <w:r w:rsidR="00894734">
        <w:t>.</w:t>
      </w:r>
    </w:p>
    <w:p w14:paraId="087DF308" w14:textId="77777777" w:rsidR="00894734" w:rsidRDefault="00000000">
      <w:r>
        <w:t>Je pensais y rester au moins un mois</w:t>
      </w:r>
      <w:r w:rsidR="00894734">
        <w:t xml:space="preserve">, </w:t>
      </w:r>
      <w:r>
        <w:t>délai raisonnable pour une affaire du genre de celle qui m</w:t>
      </w:r>
      <w:r w:rsidR="00894734">
        <w:t>’</w:t>
      </w:r>
      <w:r>
        <w:t>occupait</w:t>
      </w:r>
      <w:r w:rsidR="00894734">
        <w:t xml:space="preserve">, </w:t>
      </w:r>
      <w:r>
        <w:t>mais le soir du dixième jour</w:t>
      </w:r>
      <w:r w:rsidR="00894734">
        <w:t xml:space="preserve">, </w:t>
      </w:r>
      <w:r>
        <w:t>je reçus un télégramme de celui que nous app</w:t>
      </w:r>
      <w:r>
        <w:t>e</w:t>
      </w:r>
      <w:r>
        <w:t>lions Old Man</w:t>
      </w:r>
      <w:r w:rsidR="00894734">
        <w:t xml:space="preserve">, </w:t>
      </w:r>
      <w:r>
        <w:t>le grand patron</w:t>
      </w:r>
      <w:r w:rsidR="00894734">
        <w:t xml:space="preserve">. </w:t>
      </w:r>
      <w:r>
        <w:t>Il disait</w:t>
      </w:r>
      <w:r w:rsidR="00894734">
        <w:t> :</w:t>
      </w:r>
    </w:p>
    <w:p w14:paraId="73351EAB" w14:textId="77777777" w:rsidR="00894734" w:rsidRDefault="00000000">
      <w:pPr>
        <w:rPr>
          <w:i/>
        </w:rPr>
      </w:pPr>
      <w:r>
        <w:rPr>
          <w:i/>
        </w:rPr>
        <w:t>J</w:t>
      </w:r>
      <w:r w:rsidR="00894734">
        <w:rPr>
          <w:i/>
        </w:rPr>
        <w:t>’</w:t>
      </w:r>
      <w:r>
        <w:rPr>
          <w:i/>
        </w:rPr>
        <w:t>envoie Foley pour vous remplacer</w:t>
      </w:r>
      <w:r w:rsidR="00894734">
        <w:rPr>
          <w:i/>
        </w:rPr>
        <w:t xml:space="preserve">. </w:t>
      </w:r>
      <w:r>
        <w:rPr>
          <w:i/>
        </w:rPr>
        <w:t>Mais n</w:t>
      </w:r>
      <w:r w:rsidR="00894734">
        <w:rPr>
          <w:i/>
        </w:rPr>
        <w:t>’</w:t>
      </w:r>
      <w:r>
        <w:rPr>
          <w:i/>
        </w:rPr>
        <w:t>attendez pas son arrivée</w:t>
      </w:r>
      <w:r w:rsidR="00894734">
        <w:rPr>
          <w:i/>
        </w:rPr>
        <w:t xml:space="preserve">. </w:t>
      </w:r>
      <w:r>
        <w:rPr>
          <w:i/>
        </w:rPr>
        <w:t>Prenez le train cette nuit</w:t>
      </w:r>
      <w:r w:rsidR="00894734">
        <w:rPr>
          <w:i/>
        </w:rPr>
        <w:t xml:space="preserve">. </w:t>
      </w:r>
      <w:r>
        <w:rPr>
          <w:i/>
        </w:rPr>
        <w:t>L</w:t>
      </w:r>
      <w:r w:rsidR="00894734">
        <w:rPr>
          <w:i/>
        </w:rPr>
        <w:t>’</w:t>
      </w:r>
      <w:r>
        <w:rPr>
          <w:i/>
        </w:rPr>
        <w:t xml:space="preserve">affaire </w:t>
      </w:r>
      <w:proofErr w:type="spellStart"/>
      <w:r>
        <w:rPr>
          <w:i/>
        </w:rPr>
        <w:t>Legget</w:t>
      </w:r>
      <w:proofErr w:type="spellEnd"/>
      <w:r>
        <w:rPr>
          <w:i/>
        </w:rPr>
        <w:t xml:space="preserve"> rebo</w:t>
      </w:r>
      <w:r>
        <w:rPr>
          <w:i/>
        </w:rPr>
        <w:t>n</w:t>
      </w:r>
      <w:r>
        <w:rPr>
          <w:i/>
        </w:rPr>
        <w:t>dit</w:t>
      </w:r>
      <w:r w:rsidR="00894734">
        <w:rPr>
          <w:i/>
        </w:rPr>
        <w:t>.</w:t>
      </w:r>
    </w:p>
    <w:p w14:paraId="2AE43A4F" w14:textId="5AD0360D" w:rsidR="00000000" w:rsidRDefault="00AE6611" w:rsidP="00AE6611">
      <w:pPr>
        <w:pStyle w:val="Titre1"/>
        <w:spacing w:before="240" w:after="240"/>
        <w:rPr>
          <w:sz w:val="60"/>
          <w:szCs w:val="60"/>
        </w:rPr>
      </w:pPr>
      <w:r>
        <w:rPr>
          <w:sz w:val="60"/>
          <w:szCs w:val="60"/>
        </w:rPr>
        <w:lastRenderedPageBreak/>
        <w:br/>
      </w:r>
      <w:r>
        <w:rPr>
          <w:sz w:val="60"/>
          <w:szCs w:val="60"/>
        </w:rPr>
        <w:br/>
      </w:r>
      <w:r>
        <w:rPr>
          <w:sz w:val="60"/>
          <w:szCs w:val="60"/>
        </w:rPr>
        <w:br/>
      </w:r>
      <w:bookmarkStart w:id="9" w:name="_Toc202288410"/>
      <w:r w:rsidR="00000000">
        <w:rPr>
          <w:sz w:val="60"/>
          <w:szCs w:val="60"/>
        </w:rPr>
        <w:t>DEUXIÈME PARTIE</w:t>
      </w:r>
      <w:r w:rsidR="00000000">
        <w:rPr>
          <w:sz w:val="60"/>
          <w:szCs w:val="60"/>
        </w:rPr>
        <w:br/>
      </w:r>
      <w:r w:rsidR="00000000">
        <w:rPr>
          <w:sz w:val="60"/>
          <w:szCs w:val="60"/>
        </w:rPr>
        <w:br/>
        <w:t>LE TEMPLE</w:t>
      </w:r>
      <w:bookmarkEnd w:id="9"/>
    </w:p>
    <w:p w14:paraId="109DC05E" w14:textId="77777777" w:rsidR="00000000" w:rsidRDefault="00000000" w:rsidP="00894734">
      <w:pPr>
        <w:pStyle w:val="Titre2"/>
        <w:rPr>
          <w:szCs w:val="44"/>
        </w:rPr>
      </w:pPr>
      <w:bookmarkStart w:id="10" w:name="_Toc202288411"/>
      <w:r>
        <w:rPr>
          <w:szCs w:val="44"/>
        </w:rPr>
        <w:lastRenderedPageBreak/>
        <w:t>CHAPITRE VIII</w:t>
      </w:r>
      <w:r>
        <w:rPr>
          <w:szCs w:val="44"/>
        </w:rPr>
        <w:br/>
      </w:r>
      <w:r>
        <w:rPr>
          <w:szCs w:val="44"/>
        </w:rPr>
        <w:br/>
        <w:t>NUIT DE SURVEILLANCE</w:t>
      </w:r>
      <w:bookmarkEnd w:id="10"/>
    </w:p>
    <w:p w14:paraId="64F6046D" w14:textId="77777777" w:rsidR="00894734" w:rsidRDefault="00000000">
      <w:r>
        <w:t>Madison Andrews était un homme de soixante ans environ</w:t>
      </w:r>
      <w:r w:rsidR="00894734">
        <w:t xml:space="preserve">, </w:t>
      </w:r>
      <w:r>
        <w:t>bâti en force</w:t>
      </w:r>
      <w:r w:rsidR="00894734">
        <w:t xml:space="preserve">, </w:t>
      </w:r>
      <w:r>
        <w:t>le visage rude</w:t>
      </w:r>
      <w:r w:rsidR="00894734">
        <w:t xml:space="preserve">, </w:t>
      </w:r>
      <w:r>
        <w:t>le front haut couronné d</w:t>
      </w:r>
      <w:r w:rsidR="00894734">
        <w:t>’</w:t>
      </w:r>
      <w:r>
        <w:t>une chev</w:t>
      </w:r>
      <w:r>
        <w:t>e</w:t>
      </w:r>
      <w:r>
        <w:t>lure drue et blanche</w:t>
      </w:r>
      <w:r w:rsidR="00894734">
        <w:t xml:space="preserve">. </w:t>
      </w:r>
      <w:r>
        <w:t>Il m</w:t>
      </w:r>
      <w:r w:rsidR="00894734">
        <w:t>’</w:t>
      </w:r>
      <w:r>
        <w:t>interpella d</w:t>
      </w:r>
      <w:r w:rsidR="00894734">
        <w:t>’</w:t>
      </w:r>
      <w:r>
        <w:t>un ton bourru</w:t>
      </w:r>
      <w:r w:rsidR="00894734">
        <w:t> :</w:t>
      </w:r>
    </w:p>
    <w:p w14:paraId="2F9D4585" w14:textId="77777777" w:rsidR="00894734" w:rsidRDefault="00894734">
      <w:r>
        <w:t>— </w:t>
      </w:r>
      <w:r w:rsidR="00000000">
        <w:t>Je pense bien que le jeune Collinson vous a raconté to</w:t>
      </w:r>
      <w:r w:rsidR="00000000">
        <w:t>u</w:t>
      </w:r>
      <w:r w:rsidR="00000000">
        <w:t>tes les stupidités possibles</w:t>
      </w:r>
      <w:r>
        <w:t xml:space="preserve">. </w:t>
      </w:r>
      <w:r w:rsidR="00000000">
        <w:t>Il semble croire que je retombe en enfance</w:t>
      </w:r>
      <w:r>
        <w:t xml:space="preserve">. </w:t>
      </w:r>
      <w:r w:rsidR="00000000">
        <w:t>D</w:t>
      </w:r>
      <w:r>
        <w:t>’</w:t>
      </w:r>
      <w:r w:rsidR="00000000">
        <w:t>ailleurs</w:t>
      </w:r>
      <w:r>
        <w:t xml:space="preserve">, </w:t>
      </w:r>
      <w:r w:rsidR="00000000">
        <w:t>il me l</w:t>
      </w:r>
      <w:r>
        <w:t>’</w:t>
      </w:r>
      <w:r w:rsidR="00000000">
        <w:t>a presque dit</w:t>
      </w:r>
      <w:r>
        <w:t>.</w:t>
      </w:r>
    </w:p>
    <w:p w14:paraId="4AA22186" w14:textId="77777777" w:rsidR="00894734" w:rsidRDefault="00894734">
      <w:r>
        <w:t>— </w:t>
      </w:r>
      <w:r w:rsidR="00000000">
        <w:t>Je ne l</w:t>
      </w:r>
      <w:r>
        <w:t>’</w:t>
      </w:r>
      <w:r w:rsidR="00000000">
        <w:t>ai pas vu</w:t>
      </w:r>
      <w:r>
        <w:t xml:space="preserve">, </w:t>
      </w:r>
      <w:r w:rsidR="00000000">
        <w:t>lui dis-je</w:t>
      </w:r>
      <w:r>
        <w:t xml:space="preserve">. </w:t>
      </w:r>
      <w:r w:rsidR="00000000">
        <w:t>J</w:t>
      </w:r>
      <w:r>
        <w:t>’</w:t>
      </w:r>
      <w:r w:rsidR="00000000">
        <w:t>arrive seulement à San Francisco et j</w:t>
      </w:r>
      <w:r>
        <w:t>’</w:t>
      </w:r>
      <w:r w:rsidR="00000000">
        <w:t>ai eu juste le temps de passer au bureau avant de venir vous voir</w:t>
      </w:r>
      <w:r>
        <w:t>.</w:t>
      </w:r>
    </w:p>
    <w:p w14:paraId="47081CFA" w14:textId="22AE1548" w:rsidR="00894734" w:rsidRDefault="00894734">
      <w:r>
        <w:t>— </w:t>
      </w:r>
      <w:r w:rsidR="00000000">
        <w:t>Bon</w:t>
      </w:r>
      <w:r>
        <w:t xml:space="preserve"> ! </w:t>
      </w:r>
      <w:r w:rsidR="00000000">
        <w:t>dit-il</w:t>
      </w:r>
      <w:r>
        <w:t xml:space="preserve">. </w:t>
      </w:r>
      <w:r w:rsidR="00000000">
        <w:t>Il est son fiancé</w:t>
      </w:r>
      <w:r>
        <w:t xml:space="preserve">, </w:t>
      </w:r>
      <w:r w:rsidR="00000000">
        <w:t>mais moi</w:t>
      </w:r>
      <w:r>
        <w:t xml:space="preserve">, </w:t>
      </w:r>
      <w:r w:rsidR="00000000">
        <w:t>je suis moral</w:t>
      </w:r>
      <w:r w:rsidR="00000000">
        <w:t>e</w:t>
      </w:r>
      <w:r w:rsidR="00000000">
        <w:t>ment responsable d</w:t>
      </w:r>
      <w:r>
        <w:t>’</w:t>
      </w:r>
      <w:r w:rsidR="00000000">
        <w:t>elle et je crois qu</w:t>
      </w:r>
      <w:r>
        <w:t>’</w:t>
      </w:r>
      <w:r w:rsidR="00000000">
        <w:t xml:space="preserve">il me faut suivre le conseil du </w:t>
      </w:r>
      <w:r>
        <w:t>D</w:t>
      </w:r>
      <w:r w:rsidRPr="00894734">
        <w:rPr>
          <w:vertAlign w:val="superscript"/>
        </w:rPr>
        <w:t>r</w:t>
      </w:r>
      <w:r>
        <w:t> </w:t>
      </w:r>
      <w:proofErr w:type="spellStart"/>
      <w:r>
        <w:t>R</w:t>
      </w:r>
      <w:r w:rsidR="00000000">
        <w:t>iese</w:t>
      </w:r>
      <w:proofErr w:type="spellEnd"/>
      <w:r>
        <w:t xml:space="preserve">. </w:t>
      </w:r>
      <w:r w:rsidR="00000000">
        <w:t>Il considère qu</w:t>
      </w:r>
      <w:r>
        <w:t>’</w:t>
      </w:r>
      <w:r w:rsidR="00000000">
        <w:t>il est préférable pour elle qu</w:t>
      </w:r>
      <w:r>
        <w:t>’</w:t>
      </w:r>
      <w:r w:rsidR="00000000">
        <w:t>on la laisse retourner au Temple de temps en temps</w:t>
      </w:r>
      <w:r>
        <w:t xml:space="preserve">. </w:t>
      </w:r>
      <w:r w:rsidR="00000000">
        <w:t>Et je comprends bien que la pauvre fille a la tête trop malade pour qu</w:t>
      </w:r>
      <w:r>
        <w:t>’</w:t>
      </w:r>
      <w:r w:rsidR="00000000">
        <w:t>une ru</w:t>
      </w:r>
      <w:r w:rsidR="00000000">
        <w:t>p</w:t>
      </w:r>
      <w:r w:rsidR="00000000">
        <w:t>ture brutale de sa malheureuse habitude ne lui soit impossible</w:t>
      </w:r>
      <w:r>
        <w:t xml:space="preserve">. </w:t>
      </w:r>
      <w:r w:rsidR="00000000">
        <w:t>De plus</w:t>
      </w:r>
      <w:r>
        <w:t xml:space="preserve">, </w:t>
      </w:r>
      <w:r w:rsidR="00000000">
        <w:t xml:space="preserve">et notez bien que je ne doute pas un seul instant que ces </w:t>
      </w:r>
      <w:proofErr w:type="spellStart"/>
      <w:r w:rsidR="00000000">
        <w:t>Haldorn</w:t>
      </w:r>
      <w:proofErr w:type="spellEnd"/>
      <w:r w:rsidR="00000000">
        <w:t xml:space="preserve"> soient des charlatans</w:t>
      </w:r>
      <w:r>
        <w:t xml:space="preserve">, </w:t>
      </w:r>
      <w:r w:rsidR="00000000">
        <w:t>Gabrielle ne se confie qu</w:t>
      </w:r>
      <w:r>
        <w:t>’</w:t>
      </w:r>
      <w:r w:rsidR="00000000">
        <w:t xml:space="preserve">à Joseph </w:t>
      </w:r>
      <w:proofErr w:type="spellStart"/>
      <w:r w:rsidR="00000000">
        <w:t>Haldorn</w:t>
      </w:r>
      <w:proofErr w:type="spellEnd"/>
      <w:r>
        <w:t xml:space="preserve">. </w:t>
      </w:r>
      <w:r w:rsidR="00000000">
        <w:t>Il est le seul en la compagnie de qui elle semble trouver un peu de paix depuis la mort de ses parents</w:t>
      </w:r>
      <w:r>
        <w:t xml:space="preserve">. </w:t>
      </w:r>
      <w:r w:rsidR="00000000">
        <w:t xml:space="preserve">Ne pas la séparer maintenant des </w:t>
      </w:r>
      <w:proofErr w:type="spellStart"/>
      <w:r w:rsidR="00000000">
        <w:t>Haldorn</w:t>
      </w:r>
      <w:proofErr w:type="spellEnd"/>
      <w:r w:rsidR="00000000">
        <w:t xml:space="preserve"> est la seule chance que nous ayons de lui voir retrouver un peu de calme et de paix</w:t>
      </w:r>
      <w:r>
        <w:t>.</w:t>
      </w:r>
    </w:p>
    <w:p w14:paraId="18D32287" w14:textId="5132C2D9" w:rsidR="00894734" w:rsidRDefault="00000000">
      <w:r>
        <w:t>Donc</w:t>
      </w:r>
      <w:r w:rsidR="00894734">
        <w:t xml:space="preserve">, </w:t>
      </w:r>
      <w:r>
        <w:t>on avait laissé Gabrielle s</w:t>
      </w:r>
      <w:r w:rsidR="00894734">
        <w:t>’</w:t>
      </w:r>
      <w:r>
        <w:t xml:space="preserve">installer pour un temps chez les </w:t>
      </w:r>
      <w:proofErr w:type="spellStart"/>
      <w:r>
        <w:t>Haldorn</w:t>
      </w:r>
      <w:proofErr w:type="spellEnd"/>
      <w:r w:rsidR="00894734">
        <w:t xml:space="preserve">. </w:t>
      </w:r>
      <w:r>
        <w:t>Il y avait six jours de cela</w:t>
      </w:r>
      <w:r w:rsidR="00894734">
        <w:t xml:space="preserve">. </w:t>
      </w:r>
      <w:r>
        <w:t xml:space="preserve">Le </w:t>
      </w:r>
      <w:r w:rsidR="00894734">
        <w:t>D</w:t>
      </w:r>
      <w:r w:rsidR="00894734" w:rsidRPr="00894734">
        <w:rPr>
          <w:vertAlign w:val="superscript"/>
        </w:rPr>
        <w:t>r</w:t>
      </w:r>
      <w:r w:rsidR="00894734">
        <w:t> </w:t>
      </w:r>
      <w:proofErr w:type="spellStart"/>
      <w:r w:rsidR="00894734">
        <w:t>R</w:t>
      </w:r>
      <w:r>
        <w:t>iese</w:t>
      </w:r>
      <w:proofErr w:type="spellEnd"/>
      <w:r>
        <w:t xml:space="preserve"> allait la voir tous les jours</w:t>
      </w:r>
      <w:r w:rsidR="00894734">
        <w:t xml:space="preserve">. </w:t>
      </w:r>
      <w:r>
        <w:t>Les quatre premiers jours</w:t>
      </w:r>
      <w:r w:rsidR="00894734">
        <w:t xml:space="preserve">, </w:t>
      </w:r>
      <w:r>
        <w:t>il l</w:t>
      </w:r>
      <w:r w:rsidR="00894734">
        <w:t>’</w:t>
      </w:r>
      <w:r>
        <w:t xml:space="preserve">avait </w:t>
      </w:r>
      <w:r>
        <w:lastRenderedPageBreak/>
        <w:t>trouvée sans changement</w:t>
      </w:r>
      <w:r w:rsidR="00894734">
        <w:t xml:space="preserve">. </w:t>
      </w:r>
      <w:r>
        <w:t>Mais le cinquième jour</w:t>
      </w:r>
      <w:r w:rsidR="00894734">
        <w:t xml:space="preserve">, </w:t>
      </w:r>
      <w:r>
        <w:t>elle lui avait parue enlisée dans une torpeur plus profonde et comme sous le choc d</w:t>
      </w:r>
      <w:r w:rsidR="00894734">
        <w:t>’</w:t>
      </w:r>
      <w:r>
        <w:t>un autre événement plus brutal</w:t>
      </w:r>
      <w:r w:rsidR="00894734">
        <w:t xml:space="preserve">. </w:t>
      </w:r>
      <w:r>
        <w:t>Il n</w:t>
      </w:r>
      <w:r w:rsidR="00894734">
        <w:t>’</w:t>
      </w:r>
      <w:r>
        <w:t>avait rien pu tirer d</w:t>
      </w:r>
      <w:r w:rsidR="00894734">
        <w:t>’</w:t>
      </w:r>
      <w:r>
        <w:t>elle</w:t>
      </w:r>
      <w:r w:rsidR="00894734">
        <w:t xml:space="preserve">. </w:t>
      </w:r>
      <w:r>
        <w:t>Il n</w:t>
      </w:r>
      <w:r w:rsidR="00894734">
        <w:t>’</w:t>
      </w:r>
      <w:r>
        <w:t>avait rien pu tirer de Minnie Hershey</w:t>
      </w:r>
      <w:r w:rsidR="00894734">
        <w:t xml:space="preserve">, </w:t>
      </w:r>
      <w:r>
        <w:t>que Gabrielle avait emmenée pour lui servir de femme de chambre</w:t>
      </w:r>
      <w:r w:rsidR="00894734">
        <w:t xml:space="preserve">. </w:t>
      </w:r>
      <w:r>
        <w:t>Il n</w:t>
      </w:r>
      <w:r w:rsidR="00894734">
        <w:t>’</w:t>
      </w:r>
      <w:r>
        <w:t xml:space="preserve">avait rien pu tirer des </w:t>
      </w:r>
      <w:proofErr w:type="spellStart"/>
      <w:r>
        <w:t>Haldorn</w:t>
      </w:r>
      <w:proofErr w:type="spellEnd"/>
      <w:r w:rsidR="00894734">
        <w:t xml:space="preserve">. </w:t>
      </w:r>
      <w:r>
        <w:t>Rien n</w:t>
      </w:r>
      <w:r w:rsidR="00894734">
        <w:t>’</w:t>
      </w:r>
      <w:r>
        <w:t>avait pu lui faire découvrir l</w:t>
      </w:r>
      <w:r w:rsidR="00894734">
        <w:t>’</w:t>
      </w:r>
      <w:r>
        <w:t>événement nouveau</w:t>
      </w:r>
      <w:r w:rsidR="00894734">
        <w:t xml:space="preserve">, </w:t>
      </w:r>
      <w:r>
        <w:t>s</w:t>
      </w:r>
      <w:r w:rsidR="00894734">
        <w:t>’</w:t>
      </w:r>
      <w:r>
        <w:t>il y en avait eu un</w:t>
      </w:r>
      <w:r w:rsidR="00894734">
        <w:t>.</w:t>
      </w:r>
    </w:p>
    <w:p w14:paraId="181C6788" w14:textId="203F1B04" w:rsidR="00894734" w:rsidRDefault="00000000">
      <w:r>
        <w:t xml:space="preserve">Le </w:t>
      </w:r>
      <w:r w:rsidR="00894734">
        <w:t>D</w:t>
      </w:r>
      <w:r w:rsidR="00894734" w:rsidRPr="00894734">
        <w:rPr>
          <w:vertAlign w:val="superscript"/>
        </w:rPr>
        <w:t>r</w:t>
      </w:r>
      <w:r w:rsidR="00894734">
        <w:t> </w:t>
      </w:r>
      <w:proofErr w:type="spellStart"/>
      <w:r w:rsidR="00894734">
        <w:t>R</w:t>
      </w:r>
      <w:r>
        <w:t>iese</w:t>
      </w:r>
      <w:proofErr w:type="spellEnd"/>
      <w:r>
        <w:t xml:space="preserve"> n</w:t>
      </w:r>
      <w:r w:rsidR="00894734">
        <w:t>’</w:t>
      </w:r>
      <w:r>
        <w:t>avait pu faire autrement que prévenir Colli</w:t>
      </w:r>
      <w:r>
        <w:t>n</w:t>
      </w:r>
      <w:r>
        <w:t>son de ses observations</w:t>
      </w:r>
      <w:r w:rsidR="00894734">
        <w:t xml:space="preserve">. </w:t>
      </w:r>
      <w:r>
        <w:t>Collinson avait demandé que la jeune fille fût immédiatement enlevée du Temple</w:t>
      </w:r>
      <w:r w:rsidR="00894734">
        <w:t xml:space="preserve"> : </w:t>
      </w:r>
      <w:r>
        <w:t xml:space="preserve">les </w:t>
      </w:r>
      <w:proofErr w:type="spellStart"/>
      <w:r>
        <w:t>Haldorn</w:t>
      </w:r>
      <w:proofErr w:type="spellEnd"/>
      <w:r>
        <w:t xml:space="preserve"> prép</w:t>
      </w:r>
      <w:r>
        <w:t>a</w:t>
      </w:r>
      <w:r>
        <w:t>raient sûrement un meurtre</w:t>
      </w:r>
      <w:r w:rsidR="00894734">
        <w:t xml:space="preserve"> ! </w:t>
      </w:r>
      <w:r>
        <w:t xml:space="preserve">Andrews et </w:t>
      </w:r>
      <w:proofErr w:type="spellStart"/>
      <w:r>
        <w:t>Riese</w:t>
      </w:r>
      <w:proofErr w:type="spellEnd"/>
      <w:r>
        <w:t xml:space="preserve"> en seraient re</w:t>
      </w:r>
      <w:r>
        <w:t>s</w:t>
      </w:r>
      <w:r>
        <w:t>ponsables</w:t>
      </w:r>
      <w:r w:rsidR="00894734">
        <w:t xml:space="preserve"> ! </w:t>
      </w:r>
      <w:r>
        <w:t>Le médecin avait maintenu son opinion qu</w:t>
      </w:r>
      <w:r w:rsidR="00894734">
        <w:t>’</w:t>
      </w:r>
      <w:r>
        <w:t>il valait mieux pour Gabrielle</w:t>
      </w:r>
      <w:r w:rsidR="00894734">
        <w:t xml:space="preserve">, </w:t>
      </w:r>
      <w:r>
        <w:t>quoi qu</w:t>
      </w:r>
      <w:r w:rsidR="00894734">
        <w:t>’</w:t>
      </w:r>
      <w:r>
        <w:t>il arrive</w:t>
      </w:r>
      <w:r w:rsidR="00894734">
        <w:t xml:space="preserve">, </w:t>
      </w:r>
      <w:r>
        <w:t>la laisser là</w:t>
      </w:r>
      <w:r w:rsidR="00894734">
        <w:t xml:space="preserve">. </w:t>
      </w:r>
      <w:r>
        <w:t>Collinson avait menacé de faire éclater un scandale</w:t>
      </w:r>
      <w:r w:rsidR="00894734">
        <w:t xml:space="preserve">. </w:t>
      </w:r>
      <w:r>
        <w:t>Finalement</w:t>
      </w:r>
      <w:r w:rsidR="00894734">
        <w:t xml:space="preserve">, </w:t>
      </w:r>
      <w:r>
        <w:t>ils étaient tombés d</w:t>
      </w:r>
      <w:r w:rsidR="00894734">
        <w:t>’</w:t>
      </w:r>
      <w:r>
        <w:t>accord tous les trois pour que quelqu</w:t>
      </w:r>
      <w:r w:rsidR="00894734">
        <w:t>’</w:t>
      </w:r>
      <w:r>
        <w:t>un fût mis dans la place pour exercer sur la jeune fille et ceux qui l</w:t>
      </w:r>
      <w:r w:rsidR="00894734">
        <w:t>’</w:t>
      </w:r>
      <w:r>
        <w:t>entouraient</w:t>
      </w:r>
      <w:r w:rsidR="00894734">
        <w:t xml:space="preserve">, </w:t>
      </w:r>
      <w:r>
        <w:t>une étroite surveillance</w:t>
      </w:r>
      <w:r w:rsidR="00894734">
        <w:t>.</w:t>
      </w:r>
    </w:p>
    <w:p w14:paraId="1EAB10F7" w14:textId="77777777" w:rsidR="00894734" w:rsidRDefault="00000000">
      <w:proofErr w:type="spellStart"/>
      <w:r>
        <w:t>Riese</w:t>
      </w:r>
      <w:proofErr w:type="spellEnd"/>
      <w:r>
        <w:t xml:space="preserve"> avait pensé à moi</w:t>
      </w:r>
      <w:r w:rsidR="00894734">
        <w:t xml:space="preserve">. </w:t>
      </w:r>
      <w:r>
        <w:t>Collinson</w:t>
      </w:r>
      <w:r w:rsidR="00894734">
        <w:t xml:space="preserve">, </w:t>
      </w:r>
      <w:r>
        <w:t>qui ne m</w:t>
      </w:r>
      <w:r w:rsidR="00894734">
        <w:t>’</w:t>
      </w:r>
      <w:r>
        <w:t>aimait pas</w:t>
      </w:r>
      <w:r w:rsidR="00894734">
        <w:t xml:space="preserve">, </w:t>
      </w:r>
      <w:r>
        <w:t>avait objecté que ma brutalité</w:t>
      </w:r>
      <w:r w:rsidR="00894734">
        <w:t xml:space="preserve">, </w:t>
      </w:r>
      <w:r>
        <w:t xml:space="preserve">lors de la mort de </w:t>
      </w:r>
      <w:proofErr w:type="spellStart"/>
      <w:r>
        <w:t>Legget</w:t>
      </w:r>
      <w:proofErr w:type="spellEnd"/>
      <w:r w:rsidR="00894734">
        <w:t xml:space="preserve">, </w:t>
      </w:r>
      <w:r>
        <w:t>avait été en grande partie responsable de l</w:t>
      </w:r>
      <w:r w:rsidR="00894734">
        <w:t>’</w:t>
      </w:r>
      <w:r>
        <w:t>état présent de Gabrielle</w:t>
      </w:r>
      <w:r w:rsidR="00894734">
        <w:t xml:space="preserve">, </w:t>
      </w:r>
      <w:r>
        <w:t>mais il y consentit finalement</w:t>
      </w:r>
      <w:r w:rsidR="00894734">
        <w:t xml:space="preserve">, </w:t>
      </w:r>
      <w:r>
        <w:t>et c</w:t>
      </w:r>
      <w:r w:rsidR="00894734">
        <w:t>’</w:t>
      </w:r>
      <w:r>
        <w:t>est ainsi que l</w:t>
      </w:r>
      <w:r w:rsidR="00894734">
        <w:t>’</w:t>
      </w:r>
      <w:r>
        <w:t>on m</w:t>
      </w:r>
      <w:r w:rsidR="00894734">
        <w:t>’</w:t>
      </w:r>
      <w:r>
        <w:t>avait fait appeler</w:t>
      </w:r>
      <w:r w:rsidR="00894734">
        <w:t>.</w:t>
      </w:r>
    </w:p>
    <w:p w14:paraId="2F36ADDB" w14:textId="2AB58A0E" w:rsidR="00894734" w:rsidRDefault="00894734">
      <w:r>
        <w:t>— </w:t>
      </w:r>
      <w:r w:rsidR="00000000">
        <w:t xml:space="preserve">Les </w:t>
      </w:r>
      <w:proofErr w:type="spellStart"/>
      <w:r w:rsidR="00000000">
        <w:t>Haldorn</w:t>
      </w:r>
      <w:proofErr w:type="spellEnd"/>
      <w:r w:rsidR="00000000">
        <w:t xml:space="preserve"> savent que vous venez vous installer chez eux</w:t>
      </w:r>
      <w:r>
        <w:t xml:space="preserve">. </w:t>
      </w:r>
      <w:r w:rsidR="00000000">
        <w:t>Ce qu</w:t>
      </w:r>
      <w:r>
        <w:t>’</w:t>
      </w:r>
      <w:r w:rsidR="00000000">
        <w:t>ils en pensent</w:t>
      </w:r>
      <w:r>
        <w:t xml:space="preserve">, </w:t>
      </w:r>
      <w:r w:rsidR="00000000">
        <w:t>nous nous en fichons</w:t>
      </w:r>
      <w:r>
        <w:t xml:space="preserve">. </w:t>
      </w:r>
      <w:r w:rsidR="00000000">
        <w:t>Je leur ai si</w:t>
      </w:r>
      <w:r w:rsidR="00000000">
        <w:t>m</w:t>
      </w:r>
      <w:r w:rsidR="00000000">
        <w:t xml:space="preserve">plement dit que le </w:t>
      </w:r>
      <w:r>
        <w:t>D</w:t>
      </w:r>
      <w:r w:rsidRPr="00894734">
        <w:rPr>
          <w:vertAlign w:val="superscript"/>
        </w:rPr>
        <w:t>r</w:t>
      </w:r>
      <w:r>
        <w:t> </w:t>
      </w:r>
      <w:proofErr w:type="spellStart"/>
      <w:r>
        <w:t>R</w:t>
      </w:r>
      <w:r w:rsidR="00000000">
        <w:t>iese</w:t>
      </w:r>
      <w:proofErr w:type="spellEnd"/>
      <w:r w:rsidR="00000000">
        <w:t xml:space="preserve"> pensait qu</w:t>
      </w:r>
      <w:r>
        <w:t>’</w:t>
      </w:r>
      <w:r w:rsidR="00000000">
        <w:t>il était plus prudent</w:t>
      </w:r>
      <w:r>
        <w:t xml:space="preserve">, </w:t>
      </w:r>
      <w:r w:rsidR="00000000">
        <w:t>pour elle comme pour les autres</w:t>
      </w:r>
      <w:r>
        <w:t xml:space="preserve">, </w:t>
      </w:r>
      <w:r w:rsidR="00000000">
        <w:t>que quelqu</w:t>
      </w:r>
      <w:r>
        <w:t>’</w:t>
      </w:r>
      <w:r w:rsidR="00000000">
        <w:t>un fût toujours auprès d</w:t>
      </w:r>
      <w:r>
        <w:t>’</w:t>
      </w:r>
      <w:r w:rsidR="00000000">
        <w:t>elle jusqu</w:t>
      </w:r>
      <w:r>
        <w:t>’</w:t>
      </w:r>
      <w:r w:rsidR="00000000">
        <w:t>à ce qu</w:t>
      </w:r>
      <w:r>
        <w:t>’</w:t>
      </w:r>
      <w:r w:rsidR="00000000">
        <w:t>elle revînt à un peu plus de lucidité</w:t>
      </w:r>
      <w:r>
        <w:t xml:space="preserve">. </w:t>
      </w:r>
      <w:r w:rsidR="00000000">
        <w:t>Je n</w:t>
      </w:r>
      <w:r>
        <w:t>’</w:t>
      </w:r>
      <w:r w:rsidR="00000000">
        <w:t>ai pas besoin de vous donner des instructions</w:t>
      </w:r>
      <w:r>
        <w:t xml:space="preserve">, </w:t>
      </w:r>
      <w:r w:rsidR="00000000">
        <w:t>n</w:t>
      </w:r>
      <w:r>
        <w:t>’</w:t>
      </w:r>
      <w:r w:rsidR="00000000">
        <w:t>est-ce pas</w:t>
      </w:r>
      <w:r>
        <w:t> ?…</w:t>
      </w:r>
    </w:p>
    <w:p w14:paraId="40FBF9EC" w14:textId="77777777" w:rsidR="00894734" w:rsidRDefault="00894734">
      <w:r>
        <w:t>— </w:t>
      </w:r>
      <w:r w:rsidR="00000000">
        <w:t xml:space="preserve">Miss </w:t>
      </w:r>
      <w:proofErr w:type="spellStart"/>
      <w:r w:rsidR="00000000">
        <w:t>Legget</w:t>
      </w:r>
      <w:proofErr w:type="spellEnd"/>
      <w:r w:rsidR="00000000">
        <w:t xml:space="preserve"> </w:t>
      </w:r>
      <w:proofErr w:type="spellStart"/>
      <w:r w:rsidR="00000000">
        <w:t>sait-elle</w:t>
      </w:r>
      <w:proofErr w:type="spellEnd"/>
      <w:r w:rsidR="00000000">
        <w:t xml:space="preserve"> que je vais m</w:t>
      </w:r>
      <w:r>
        <w:t>’</w:t>
      </w:r>
      <w:r w:rsidR="00000000">
        <w:t>installer auprès d</w:t>
      </w:r>
      <w:r>
        <w:t>’</w:t>
      </w:r>
      <w:r w:rsidR="00000000">
        <w:t>elle</w:t>
      </w:r>
      <w:r>
        <w:t> ?</w:t>
      </w:r>
    </w:p>
    <w:p w14:paraId="76B8DDDE" w14:textId="77777777" w:rsidR="00894734" w:rsidRDefault="00894734">
      <w:r>
        <w:lastRenderedPageBreak/>
        <w:t>— </w:t>
      </w:r>
      <w:r w:rsidR="00000000">
        <w:t>Non</w:t>
      </w:r>
      <w:r>
        <w:t xml:space="preserve">, </w:t>
      </w:r>
      <w:r w:rsidR="00000000">
        <w:t>nous n</w:t>
      </w:r>
      <w:r>
        <w:t>’</w:t>
      </w:r>
      <w:r w:rsidR="00000000">
        <w:t>avons pas pensé qu</w:t>
      </w:r>
      <w:r>
        <w:t>’</w:t>
      </w:r>
      <w:r w:rsidR="00000000">
        <w:t>il était nécessaire de lui en parler</w:t>
      </w:r>
      <w:r>
        <w:t xml:space="preserve">. </w:t>
      </w:r>
      <w:r w:rsidR="00000000">
        <w:t>D</w:t>
      </w:r>
      <w:r>
        <w:t>’</w:t>
      </w:r>
      <w:r w:rsidR="00000000">
        <w:t>ailleurs</w:t>
      </w:r>
      <w:r>
        <w:t xml:space="preserve">, </w:t>
      </w:r>
      <w:r w:rsidR="00000000">
        <w:t>il y a de grandes chances pour qu</w:t>
      </w:r>
      <w:r>
        <w:t>’</w:t>
      </w:r>
      <w:r w:rsidR="00000000">
        <w:t>elle ne s</w:t>
      </w:r>
      <w:r>
        <w:t>’</w:t>
      </w:r>
      <w:r w:rsidR="00000000">
        <w:t>aperçoive même pas de votre présence</w:t>
      </w:r>
      <w:r>
        <w:t xml:space="preserve">. </w:t>
      </w:r>
      <w:r w:rsidR="00000000">
        <w:t>Si elle manifeste un sentiment quelconque à ce sujet</w:t>
      </w:r>
      <w:r>
        <w:t xml:space="preserve">, </w:t>
      </w:r>
      <w:r w:rsidR="00000000">
        <w:t>eh bien</w:t>
      </w:r>
      <w:r>
        <w:t xml:space="preserve"> ! </w:t>
      </w:r>
      <w:r w:rsidR="00000000">
        <w:t>nous aviserons</w:t>
      </w:r>
      <w:r>
        <w:t>…</w:t>
      </w:r>
    </w:p>
    <w:p w14:paraId="6A5224C1" w14:textId="77777777" w:rsidR="00894734" w:rsidRDefault="00000000">
      <w:r>
        <w:t xml:space="preserve">Il me donna une lettre pour </w:t>
      </w:r>
      <w:proofErr w:type="spellStart"/>
      <w:r>
        <w:t>Aaronia</w:t>
      </w:r>
      <w:proofErr w:type="spellEnd"/>
      <w:r>
        <w:t xml:space="preserve"> </w:t>
      </w:r>
      <w:proofErr w:type="spellStart"/>
      <w:r>
        <w:t>Haldorn</w:t>
      </w:r>
      <w:proofErr w:type="spellEnd"/>
      <w:r w:rsidR="00894734">
        <w:t>.</w:t>
      </w:r>
    </w:p>
    <w:p w14:paraId="2DC15159" w14:textId="77777777" w:rsidR="00894734" w:rsidRDefault="00000000">
      <w:r>
        <w:t>Une heure après</w:t>
      </w:r>
      <w:r w:rsidR="00894734">
        <w:t xml:space="preserve">, </w:t>
      </w:r>
      <w:r>
        <w:t>j</w:t>
      </w:r>
      <w:r w:rsidR="00894734">
        <w:t>’</w:t>
      </w:r>
      <w:r>
        <w:t>étais assis dans le salon de réception du Temple de Saint-Graal</w:t>
      </w:r>
      <w:r w:rsidR="00894734">
        <w:t xml:space="preserve">, </w:t>
      </w:r>
      <w:r>
        <w:t>en face d</w:t>
      </w:r>
      <w:r w:rsidR="00894734">
        <w:t>’</w:t>
      </w:r>
      <w:proofErr w:type="spellStart"/>
      <w:r>
        <w:t>Aaronia</w:t>
      </w:r>
      <w:proofErr w:type="spellEnd"/>
      <w:r>
        <w:t xml:space="preserve"> qui lisait cette lettre</w:t>
      </w:r>
      <w:r w:rsidR="00894734">
        <w:t xml:space="preserve">. </w:t>
      </w:r>
      <w:r>
        <w:t>Elle la replia posément</w:t>
      </w:r>
      <w:r w:rsidR="00894734">
        <w:t xml:space="preserve">, </w:t>
      </w:r>
      <w:r>
        <w:t>quand elle eut achevé sa lecture</w:t>
      </w:r>
      <w:r w:rsidR="00894734">
        <w:t xml:space="preserve">, </w:t>
      </w:r>
      <w:r>
        <w:t>et me dit</w:t>
      </w:r>
      <w:r w:rsidR="00894734">
        <w:t> :</w:t>
      </w:r>
    </w:p>
    <w:p w14:paraId="6A947AEE" w14:textId="77777777" w:rsidR="00894734" w:rsidRDefault="00894734">
      <w:r>
        <w:t>— </w:t>
      </w:r>
      <w:r w:rsidR="00000000">
        <w:t>Nous ferons notre possible pour vous installer confort</w:t>
      </w:r>
      <w:r w:rsidR="00000000">
        <w:t>a</w:t>
      </w:r>
      <w:r w:rsidR="00000000">
        <w:t>blement</w:t>
      </w:r>
      <w:r>
        <w:t xml:space="preserve">. </w:t>
      </w:r>
      <w:r w:rsidR="00000000">
        <w:t>Nous ne sommes pas des sauvages</w:t>
      </w:r>
      <w:r>
        <w:t xml:space="preserve">. </w:t>
      </w:r>
      <w:r w:rsidR="00000000">
        <w:t>Je vous dis cela parce que souvent les gens sont étonnés de ne point nous voir vivre comme des sauvages</w:t>
      </w:r>
      <w:r>
        <w:t xml:space="preserve">. </w:t>
      </w:r>
      <w:r w:rsidR="00000000">
        <w:t>C</w:t>
      </w:r>
      <w:r>
        <w:t>’</w:t>
      </w:r>
      <w:r w:rsidR="00000000">
        <w:t>est ici un temple</w:t>
      </w:r>
      <w:r>
        <w:t xml:space="preserve">, </w:t>
      </w:r>
      <w:r w:rsidR="00000000">
        <w:t>mais aucun de nous ne pense que les conditions nécessaires à la vie civilisée déshonorent ce lieu saint</w:t>
      </w:r>
      <w:r>
        <w:t xml:space="preserve">. </w:t>
      </w:r>
      <w:r w:rsidR="00000000">
        <w:t>Vous n</w:t>
      </w:r>
      <w:r>
        <w:t>’</w:t>
      </w:r>
      <w:r w:rsidR="00000000">
        <w:t>êtes pas des nôtres</w:t>
      </w:r>
      <w:r>
        <w:t xml:space="preserve">. </w:t>
      </w:r>
      <w:r w:rsidR="00000000">
        <w:t>Peut-être</w:t>
      </w:r>
      <w:r>
        <w:t xml:space="preserve">, </w:t>
      </w:r>
      <w:r w:rsidR="00000000">
        <w:t>je fais ce vœu</w:t>
      </w:r>
      <w:r>
        <w:t xml:space="preserve">, </w:t>
      </w:r>
      <w:r w:rsidR="00000000">
        <w:t>le deviendrez-vous</w:t>
      </w:r>
      <w:r>
        <w:t xml:space="preserve">. </w:t>
      </w:r>
      <w:r w:rsidR="00000000">
        <w:t>Quoi qu</w:t>
      </w:r>
      <w:r>
        <w:t>’</w:t>
      </w:r>
      <w:r w:rsidR="00000000">
        <w:t>il arrive</w:t>
      </w:r>
      <w:r>
        <w:t xml:space="preserve">, </w:t>
      </w:r>
      <w:r w:rsidR="00000000">
        <w:t>vous ne s</w:t>
      </w:r>
      <w:r w:rsidR="00000000">
        <w:t>e</w:t>
      </w:r>
      <w:r w:rsidR="00000000">
        <w:t>rez pas tourmenté à ce sujet</w:t>
      </w:r>
      <w:r>
        <w:t xml:space="preserve">, </w:t>
      </w:r>
      <w:r w:rsidR="00000000">
        <w:t>je vous le promets</w:t>
      </w:r>
      <w:r>
        <w:t xml:space="preserve">. </w:t>
      </w:r>
      <w:r w:rsidR="00000000">
        <w:t>Vous pouvez nous demander des services ou pas</w:t>
      </w:r>
      <w:r>
        <w:t xml:space="preserve">, </w:t>
      </w:r>
      <w:r w:rsidR="00000000">
        <w:t>comme vous le voudrez</w:t>
      </w:r>
      <w:r>
        <w:t xml:space="preserve">, </w:t>
      </w:r>
      <w:r w:rsidR="00000000">
        <w:t>vous pouvez entrer et sortir comme vous le voudrez</w:t>
      </w:r>
      <w:r>
        <w:t xml:space="preserve">, </w:t>
      </w:r>
      <w:r w:rsidR="00000000">
        <w:t>vous êtes chez vous</w:t>
      </w:r>
      <w:r>
        <w:t xml:space="preserve">. </w:t>
      </w:r>
      <w:r w:rsidR="00000000">
        <w:t>D</w:t>
      </w:r>
      <w:r>
        <w:t>’</w:t>
      </w:r>
      <w:r w:rsidR="00000000">
        <w:t>autre part</w:t>
      </w:r>
      <w:r>
        <w:t xml:space="preserve">, </w:t>
      </w:r>
      <w:r w:rsidR="00000000">
        <w:t>je suis sûre que vous ne vous occuperez de rien qui ne soit pas de nature à troubler votre</w:t>
      </w:r>
      <w:r>
        <w:t xml:space="preserve">… </w:t>
      </w:r>
      <w:r w:rsidR="00000000">
        <w:t>malade</w:t>
      </w:r>
      <w:r>
        <w:t>.</w:t>
      </w:r>
    </w:p>
    <w:p w14:paraId="06F2603A" w14:textId="77777777" w:rsidR="00894734" w:rsidRDefault="00894734">
      <w:r>
        <w:t>— </w:t>
      </w:r>
      <w:r w:rsidR="00000000">
        <w:t>Naturellement</w:t>
      </w:r>
      <w:r>
        <w:t xml:space="preserve">, </w:t>
      </w:r>
      <w:r w:rsidR="00000000">
        <w:t>lui dis-je</w:t>
      </w:r>
      <w:r>
        <w:t>.</w:t>
      </w:r>
    </w:p>
    <w:p w14:paraId="259BAD22" w14:textId="77777777" w:rsidR="00894734" w:rsidRDefault="00000000">
      <w:r>
        <w:t>Elle sourit</w:t>
      </w:r>
      <w:r w:rsidR="00894734">
        <w:t xml:space="preserve">, </w:t>
      </w:r>
      <w:r>
        <w:t>comme pour me remercier</w:t>
      </w:r>
      <w:r w:rsidR="00894734">
        <w:t xml:space="preserve">, </w:t>
      </w:r>
      <w:r>
        <w:t>et se leva</w:t>
      </w:r>
      <w:r w:rsidR="00894734">
        <w:t>.</w:t>
      </w:r>
    </w:p>
    <w:p w14:paraId="22C0F0C0" w14:textId="77777777" w:rsidR="00894734" w:rsidRDefault="00894734">
      <w:r>
        <w:t>— </w:t>
      </w:r>
      <w:r w:rsidR="00000000">
        <w:t>Je vais tous montrer votre chambre</w:t>
      </w:r>
      <w:r>
        <w:t>.</w:t>
      </w:r>
    </w:p>
    <w:p w14:paraId="70BF6E94" w14:textId="77777777" w:rsidR="00894734" w:rsidRDefault="00000000">
      <w:r>
        <w:t>Je pris mon chapeau et mon sac de voyage et la suivis dans l</w:t>
      </w:r>
      <w:r w:rsidR="00894734">
        <w:t>’</w:t>
      </w:r>
      <w:r>
        <w:t>ascenseur</w:t>
      </w:r>
      <w:r w:rsidR="00894734">
        <w:t xml:space="preserve">. </w:t>
      </w:r>
      <w:r>
        <w:t>Il s</w:t>
      </w:r>
      <w:r w:rsidR="00894734">
        <w:t>’</w:t>
      </w:r>
      <w:r>
        <w:t>arrêta au cinquième étage</w:t>
      </w:r>
      <w:r w:rsidR="00894734">
        <w:t>.</w:t>
      </w:r>
    </w:p>
    <w:p w14:paraId="1956536F" w14:textId="77777777" w:rsidR="00894734" w:rsidRDefault="00894734">
      <w:r>
        <w:lastRenderedPageBreak/>
        <w:t>— </w:t>
      </w:r>
      <w:r w:rsidR="00000000">
        <w:t xml:space="preserve">Voici la chambre de miss </w:t>
      </w:r>
      <w:proofErr w:type="spellStart"/>
      <w:r w:rsidR="00000000">
        <w:t>Legget</w:t>
      </w:r>
      <w:proofErr w:type="spellEnd"/>
      <w:r>
        <w:t xml:space="preserve">, </w:t>
      </w:r>
      <w:r w:rsidR="00000000">
        <w:t xml:space="preserve">me dit </w:t>
      </w:r>
      <w:proofErr w:type="spellStart"/>
      <w:r w:rsidR="00000000">
        <w:t>Aaronia</w:t>
      </w:r>
      <w:proofErr w:type="spellEnd"/>
      <w:r w:rsidR="00000000">
        <w:t xml:space="preserve"> </w:t>
      </w:r>
      <w:proofErr w:type="spellStart"/>
      <w:r w:rsidR="00000000">
        <w:t>Ha</w:t>
      </w:r>
      <w:r w:rsidR="00000000">
        <w:t>l</w:t>
      </w:r>
      <w:r w:rsidR="00000000">
        <w:t>dorn</w:t>
      </w:r>
      <w:proofErr w:type="spellEnd"/>
      <w:r>
        <w:t xml:space="preserve">, </w:t>
      </w:r>
      <w:r w:rsidR="00000000">
        <w:t>en me montrant la porte que nous avions ouverte deux semaines auparavant</w:t>
      </w:r>
      <w:r>
        <w:t xml:space="preserve">, </w:t>
      </w:r>
      <w:r w:rsidR="00000000">
        <w:t>Collinson et moi</w:t>
      </w:r>
      <w:r>
        <w:t xml:space="preserve">. </w:t>
      </w:r>
      <w:r w:rsidR="00000000">
        <w:t>Et voilà la vôtre</w:t>
      </w:r>
      <w:r>
        <w:t>.</w:t>
      </w:r>
    </w:p>
    <w:p w14:paraId="5DE4061B" w14:textId="77777777" w:rsidR="00894734" w:rsidRDefault="00000000">
      <w:r>
        <w:t>C</w:t>
      </w:r>
      <w:r w:rsidR="00894734">
        <w:t>’</w:t>
      </w:r>
      <w:r>
        <w:t>était la porte qui faisait face à celle de Gabrielle</w:t>
      </w:r>
      <w:r w:rsidR="00894734">
        <w:t xml:space="preserve">. </w:t>
      </w:r>
      <w:r>
        <w:t>Ma chambre était une réplique de la sienne</w:t>
      </w:r>
      <w:r w:rsidR="00894734">
        <w:t xml:space="preserve">, </w:t>
      </w:r>
      <w:r>
        <w:t>mais elle n</w:t>
      </w:r>
      <w:r w:rsidR="00894734">
        <w:t>’</w:t>
      </w:r>
      <w:r>
        <w:t>avait pas de penderie</w:t>
      </w:r>
      <w:r w:rsidR="00894734">
        <w:t xml:space="preserve">. </w:t>
      </w:r>
      <w:r>
        <w:t>Ma porte</w:t>
      </w:r>
      <w:r w:rsidR="00894734">
        <w:t xml:space="preserve">, </w:t>
      </w:r>
      <w:r>
        <w:t>comme la sienne</w:t>
      </w:r>
      <w:r w:rsidR="00894734">
        <w:t xml:space="preserve">, </w:t>
      </w:r>
      <w:r>
        <w:t>n</w:t>
      </w:r>
      <w:r w:rsidR="00894734">
        <w:t>’</w:t>
      </w:r>
      <w:r>
        <w:t>avait pas de verrou</w:t>
      </w:r>
      <w:r w:rsidR="00894734">
        <w:t>.</w:t>
      </w:r>
    </w:p>
    <w:p w14:paraId="0094ACC0" w14:textId="77777777" w:rsidR="00894734" w:rsidRDefault="00894734">
      <w:r>
        <w:t>— </w:t>
      </w:r>
      <w:r w:rsidR="00000000">
        <w:t>Où couche sa femme de chambre</w:t>
      </w:r>
      <w:r>
        <w:t xml:space="preserve"> ? </w:t>
      </w:r>
      <w:r w:rsidR="00000000">
        <w:t>demandai-je</w:t>
      </w:r>
      <w:r>
        <w:t>.</w:t>
      </w:r>
    </w:p>
    <w:p w14:paraId="2E437331" w14:textId="52D959EC" w:rsidR="00894734" w:rsidRDefault="00894734">
      <w:r>
        <w:t>— </w:t>
      </w:r>
      <w:r w:rsidR="00000000">
        <w:t>Dans l</w:t>
      </w:r>
      <w:r>
        <w:t>’</w:t>
      </w:r>
      <w:r w:rsidR="00000000">
        <w:t>une des chambres de domestiques</w:t>
      </w:r>
      <w:r>
        <w:t xml:space="preserve">, </w:t>
      </w:r>
      <w:r w:rsidR="00000000">
        <w:t>à l</w:t>
      </w:r>
      <w:r>
        <w:t>’</w:t>
      </w:r>
      <w:r w:rsidR="00000000">
        <w:t>étage au-dessus</w:t>
      </w:r>
      <w:r>
        <w:t xml:space="preserve">. </w:t>
      </w:r>
      <w:r w:rsidR="00000000">
        <w:t xml:space="preserve">Le </w:t>
      </w:r>
      <w:r>
        <w:t>D</w:t>
      </w:r>
      <w:r w:rsidRPr="00894734">
        <w:rPr>
          <w:vertAlign w:val="superscript"/>
        </w:rPr>
        <w:t>r</w:t>
      </w:r>
      <w:r>
        <w:t> </w:t>
      </w:r>
      <w:proofErr w:type="spellStart"/>
      <w:r>
        <w:t>R</w:t>
      </w:r>
      <w:r w:rsidR="00000000">
        <w:t>iese</w:t>
      </w:r>
      <w:proofErr w:type="spellEnd"/>
      <w:r w:rsidR="00000000">
        <w:t xml:space="preserve"> est avec miss </w:t>
      </w:r>
      <w:proofErr w:type="spellStart"/>
      <w:r w:rsidR="00000000">
        <w:t>Legget</w:t>
      </w:r>
      <w:proofErr w:type="spellEnd"/>
      <w:r w:rsidR="00000000">
        <w:t xml:space="preserve"> en ce moment</w:t>
      </w:r>
      <w:r>
        <w:t xml:space="preserve">. </w:t>
      </w:r>
      <w:r w:rsidR="00000000">
        <w:t>Je vais le prévenir de votre arrivée</w:t>
      </w:r>
      <w:r>
        <w:t>.</w:t>
      </w:r>
    </w:p>
    <w:p w14:paraId="59F43BE6" w14:textId="77777777" w:rsidR="00894734" w:rsidRDefault="00000000">
      <w:r>
        <w:t>Cinq minutes plus tard</w:t>
      </w:r>
      <w:r w:rsidR="00894734">
        <w:t xml:space="preserve">, </w:t>
      </w:r>
      <w:proofErr w:type="spellStart"/>
      <w:r>
        <w:t>Riese</w:t>
      </w:r>
      <w:proofErr w:type="spellEnd"/>
      <w:r>
        <w:t xml:space="preserve"> entrait dans ma chambre</w:t>
      </w:r>
      <w:r w:rsidR="00894734">
        <w:t xml:space="preserve">. </w:t>
      </w:r>
      <w:proofErr w:type="spellStart"/>
      <w:r>
        <w:t>Aaronia</w:t>
      </w:r>
      <w:proofErr w:type="spellEnd"/>
      <w:r>
        <w:t xml:space="preserve"> </w:t>
      </w:r>
      <w:proofErr w:type="spellStart"/>
      <w:r>
        <w:t>Haldorn</w:t>
      </w:r>
      <w:proofErr w:type="spellEnd"/>
      <w:r>
        <w:t xml:space="preserve"> s</w:t>
      </w:r>
      <w:r w:rsidR="00894734">
        <w:t>’</w:t>
      </w:r>
      <w:r>
        <w:t>était retirée</w:t>
      </w:r>
      <w:r w:rsidR="00894734">
        <w:t>.</w:t>
      </w:r>
    </w:p>
    <w:p w14:paraId="7938D69D" w14:textId="77777777" w:rsidR="00894734" w:rsidRDefault="00894734">
      <w:r>
        <w:t>— </w:t>
      </w:r>
      <w:r w:rsidR="00000000">
        <w:t>Oh</w:t>
      </w:r>
      <w:r>
        <w:t xml:space="preserve"> ! </w:t>
      </w:r>
      <w:r w:rsidR="00000000">
        <w:t>me dit-il en me secouant les mains chaleureus</w:t>
      </w:r>
      <w:r w:rsidR="00000000">
        <w:t>e</w:t>
      </w:r>
      <w:r w:rsidR="00000000">
        <w:t>ment</w:t>
      </w:r>
      <w:r>
        <w:t xml:space="preserve">, </w:t>
      </w:r>
      <w:r w:rsidR="00000000">
        <w:t>je suis heureux de vous voir ici</w:t>
      </w:r>
      <w:r>
        <w:t xml:space="preserve">. </w:t>
      </w:r>
      <w:r w:rsidR="00000000">
        <w:t>Oui</w:t>
      </w:r>
      <w:r>
        <w:t xml:space="preserve">, </w:t>
      </w:r>
      <w:r w:rsidR="00000000">
        <w:t>je suis heureux</w:t>
      </w:r>
      <w:r>
        <w:t xml:space="preserve">… </w:t>
      </w:r>
      <w:r w:rsidR="00000000">
        <w:t>Heu</w:t>
      </w:r>
      <w:r>
        <w:t xml:space="preserve">… </w:t>
      </w:r>
      <w:r w:rsidR="00000000">
        <w:t>Je pense que nous n</w:t>
      </w:r>
      <w:r>
        <w:t>’</w:t>
      </w:r>
      <w:r w:rsidR="00000000">
        <w:t>aurons pas besoin de vous</w:t>
      </w:r>
      <w:r>
        <w:t xml:space="preserve">, </w:t>
      </w:r>
      <w:r w:rsidR="00000000">
        <w:t>profe</w:t>
      </w:r>
      <w:r w:rsidR="00000000">
        <w:t>s</w:t>
      </w:r>
      <w:r w:rsidR="00000000">
        <w:t>sionnellement</w:t>
      </w:r>
      <w:r>
        <w:t xml:space="preserve">, </w:t>
      </w:r>
      <w:r w:rsidR="00000000">
        <w:t>mais oui</w:t>
      </w:r>
      <w:r>
        <w:t xml:space="preserve">… </w:t>
      </w:r>
      <w:r w:rsidR="00000000">
        <w:t>je suis heureux de vous voir ici</w:t>
      </w:r>
      <w:r>
        <w:t>.</w:t>
      </w:r>
    </w:p>
    <w:p w14:paraId="32A0F449" w14:textId="77777777" w:rsidR="00894734" w:rsidRDefault="00894734">
      <w:r>
        <w:t>— </w:t>
      </w:r>
      <w:r w:rsidR="00000000">
        <w:t>Qu</w:t>
      </w:r>
      <w:r>
        <w:t>’</w:t>
      </w:r>
      <w:r w:rsidR="00000000">
        <w:t>y a-t-il de cassé</w:t>
      </w:r>
      <w:r>
        <w:t xml:space="preserve"> ? </w:t>
      </w:r>
      <w:r w:rsidR="00000000">
        <w:t>demandai-je d</w:t>
      </w:r>
      <w:r>
        <w:t>’</w:t>
      </w:r>
      <w:r w:rsidR="00000000">
        <w:t>un ton qui appelait une confidence</w:t>
      </w:r>
      <w:r>
        <w:t>.</w:t>
      </w:r>
    </w:p>
    <w:p w14:paraId="1986C4E2" w14:textId="77777777" w:rsidR="00894734" w:rsidRDefault="00000000">
      <w:r>
        <w:t>Il me lança un regard aigu et dit</w:t>
      </w:r>
      <w:r w:rsidR="00894734">
        <w:t> :</w:t>
      </w:r>
    </w:p>
    <w:p w14:paraId="2C875460" w14:textId="77777777" w:rsidR="00894734" w:rsidRDefault="00894734">
      <w:r>
        <w:t>— </w:t>
      </w:r>
      <w:r w:rsidR="00000000">
        <w:t>Mais rien</w:t>
      </w:r>
      <w:r>
        <w:t xml:space="preserve">, </w:t>
      </w:r>
      <w:r w:rsidR="00000000">
        <w:t>tout au moins au point de vue du médecin</w:t>
      </w:r>
      <w:r>
        <w:t>.</w:t>
      </w:r>
    </w:p>
    <w:p w14:paraId="085FB37F" w14:textId="77777777" w:rsidR="00894734" w:rsidRDefault="00000000">
      <w:r>
        <w:t>Il secoua encore ma main</w:t>
      </w:r>
      <w:r w:rsidR="00894734">
        <w:t>.</w:t>
      </w:r>
    </w:p>
    <w:p w14:paraId="711145B7" w14:textId="77777777" w:rsidR="00894734" w:rsidRDefault="00894734">
      <w:r>
        <w:t>— </w:t>
      </w:r>
      <w:r w:rsidR="00000000">
        <w:t>Je reviendrai ce soir</w:t>
      </w:r>
      <w:r>
        <w:t>.</w:t>
      </w:r>
    </w:p>
    <w:p w14:paraId="7919A302" w14:textId="77777777" w:rsidR="00894734" w:rsidRDefault="00000000">
      <w:r>
        <w:t>Il sortit et referma la porte</w:t>
      </w:r>
      <w:r w:rsidR="00894734">
        <w:t xml:space="preserve">. </w:t>
      </w:r>
      <w:r>
        <w:t>Une minute après</w:t>
      </w:r>
      <w:r w:rsidR="00894734">
        <w:t xml:space="preserve">, </w:t>
      </w:r>
      <w:r>
        <w:t>il la rouvrit et me dit</w:t>
      </w:r>
      <w:r w:rsidR="00894734">
        <w:t> :</w:t>
      </w:r>
    </w:p>
    <w:p w14:paraId="04D6D50A" w14:textId="77777777" w:rsidR="00894734" w:rsidRDefault="00894734">
      <w:r>
        <w:t>— </w:t>
      </w:r>
      <w:r w:rsidR="00000000">
        <w:t xml:space="preserve">Miss </w:t>
      </w:r>
      <w:proofErr w:type="spellStart"/>
      <w:r w:rsidR="00000000">
        <w:t>Legget</w:t>
      </w:r>
      <w:proofErr w:type="spellEnd"/>
      <w:r w:rsidR="00000000">
        <w:t xml:space="preserve"> est réellement très malade</w:t>
      </w:r>
      <w:r>
        <w:t>.</w:t>
      </w:r>
    </w:p>
    <w:p w14:paraId="5FF5CE1B" w14:textId="77777777" w:rsidR="00894734" w:rsidRDefault="00000000">
      <w:r>
        <w:lastRenderedPageBreak/>
        <w:t>Puis il referma la porte</w:t>
      </w:r>
      <w:r w:rsidR="00894734">
        <w:t>.</w:t>
      </w:r>
    </w:p>
    <w:p w14:paraId="78DF587F" w14:textId="77777777" w:rsidR="00894734" w:rsidRDefault="00000000">
      <w:r>
        <w:t>Drôle de bonhomme</w:t>
      </w:r>
      <w:r w:rsidR="00894734">
        <w:t xml:space="preserve">. </w:t>
      </w:r>
      <w:r>
        <w:t>Je grommelai</w:t>
      </w:r>
      <w:r w:rsidR="00894734">
        <w:t> :</w:t>
      </w:r>
    </w:p>
    <w:p w14:paraId="269D8541" w14:textId="77777777" w:rsidR="00894734" w:rsidRDefault="00894734">
      <w:r>
        <w:t>— </w:t>
      </w:r>
      <w:r w:rsidR="00000000">
        <w:t>Cela nous promet une bien bonne partie de plaisir</w:t>
      </w:r>
      <w:r>
        <w:t> !</w:t>
      </w:r>
    </w:p>
    <w:p w14:paraId="24761D7F" w14:textId="77777777" w:rsidR="00894734" w:rsidRDefault="00000000">
      <w:r>
        <w:t>Puis je m</w:t>
      </w:r>
      <w:r w:rsidR="00894734">
        <w:t>’</w:t>
      </w:r>
      <w:r>
        <w:t>assis à la fenêtre et fumai une cigarette</w:t>
      </w:r>
      <w:r w:rsidR="00894734">
        <w:t xml:space="preserve">. </w:t>
      </w:r>
      <w:r>
        <w:t>Vers une heure de l</w:t>
      </w:r>
      <w:r w:rsidR="00894734">
        <w:t>’</w:t>
      </w:r>
      <w:r>
        <w:t>après-midi</w:t>
      </w:r>
      <w:r w:rsidR="00894734">
        <w:t xml:space="preserve">, </w:t>
      </w:r>
      <w:r>
        <w:t>une femme de chambre m</w:t>
      </w:r>
      <w:r w:rsidR="00894734">
        <w:t>’</w:t>
      </w:r>
      <w:r>
        <w:t>apporta mon déjeuner qui était soigné</w:t>
      </w:r>
      <w:r w:rsidR="00894734">
        <w:t xml:space="preserve">. </w:t>
      </w:r>
      <w:r>
        <w:t>Je passai l</w:t>
      </w:r>
      <w:r w:rsidR="00894734">
        <w:t>’</w:t>
      </w:r>
      <w:r>
        <w:t>après-midi dans ma cha</w:t>
      </w:r>
      <w:r>
        <w:t>m</w:t>
      </w:r>
      <w:r>
        <w:t>bre</w:t>
      </w:r>
      <w:r w:rsidR="00894734">
        <w:t xml:space="preserve">, </w:t>
      </w:r>
      <w:r>
        <w:t>l</w:t>
      </w:r>
      <w:r w:rsidR="00894734">
        <w:t>’</w:t>
      </w:r>
      <w:r>
        <w:t>oreille aux aguets</w:t>
      </w:r>
      <w:r w:rsidR="00894734">
        <w:t>.</w:t>
      </w:r>
    </w:p>
    <w:p w14:paraId="24C9533B" w14:textId="77777777" w:rsidR="00894734" w:rsidRDefault="00000000">
      <w:r>
        <w:t>Vers quatre heures</w:t>
      </w:r>
      <w:r w:rsidR="00894734">
        <w:t xml:space="preserve">, </w:t>
      </w:r>
      <w:r>
        <w:t>j</w:t>
      </w:r>
      <w:r w:rsidR="00894734">
        <w:t>’</w:t>
      </w:r>
      <w:r>
        <w:t>entendis la porte de Gabrielle se r</w:t>
      </w:r>
      <w:r>
        <w:t>e</w:t>
      </w:r>
      <w:r>
        <w:t>fermer</w:t>
      </w:r>
      <w:r w:rsidR="00894734">
        <w:t xml:space="preserve">. </w:t>
      </w:r>
      <w:r>
        <w:t>Je sortis dans le couloir</w:t>
      </w:r>
      <w:r w:rsidR="00894734">
        <w:t xml:space="preserve">. </w:t>
      </w:r>
      <w:r>
        <w:t>Minnie sortait de la chambre de sa maîtresse</w:t>
      </w:r>
      <w:r w:rsidR="00894734">
        <w:t xml:space="preserve">. </w:t>
      </w:r>
      <w:r>
        <w:t>Elle roula de gros yeux étonnés en me voyant</w:t>
      </w:r>
      <w:r w:rsidR="00894734">
        <w:t>.</w:t>
      </w:r>
    </w:p>
    <w:p w14:paraId="1A97F29D" w14:textId="3C3A05DD" w:rsidR="00894734" w:rsidRDefault="00894734">
      <w:r>
        <w:t>— </w:t>
      </w:r>
      <w:r w:rsidR="00000000">
        <w:t>Eh bien</w:t>
      </w:r>
      <w:r>
        <w:t xml:space="preserve"> ! </w:t>
      </w:r>
      <w:r w:rsidR="00000000">
        <w:t>lui dis-je</w:t>
      </w:r>
      <w:r>
        <w:t xml:space="preserve">, </w:t>
      </w:r>
      <w:r w:rsidR="00000000">
        <w:t xml:space="preserve">le </w:t>
      </w:r>
      <w:r>
        <w:t>D</w:t>
      </w:r>
      <w:r w:rsidRPr="00894734">
        <w:rPr>
          <w:vertAlign w:val="superscript"/>
        </w:rPr>
        <w:t>r</w:t>
      </w:r>
      <w:r>
        <w:t> </w:t>
      </w:r>
      <w:proofErr w:type="spellStart"/>
      <w:r>
        <w:t>R</w:t>
      </w:r>
      <w:r w:rsidR="00000000">
        <w:t>iese</w:t>
      </w:r>
      <w:proofErr w:type="spellEnd"/>
      <w:r w:rsidR="00000000">
        <w:t xml:space="preserve"> ne vous avait donc pas dit que j</w:t>
      </w:r>
      <w:r>
        <w:t>’</w:t>
      </w:r>
      <w:r w:rsidR="00000000">
        <w:t>étais ici</w:t>
      </w:r>
      <w:r>
        <w:t> ?</w:t>
      </w:r>
    </w:p>
    <w:p w14:paraId="780442EB" w14:textId="77777777" w:rsidR="00894734" w:rsidRDefault="00894734">
      <w:r>
        <w:t>— </w:t>
      </w:r>
      <w:r w:rsidR="00000000">
        <w:t>Non</w:t>
      </w:r>
      <w:r>
        <w:t xml:space="preserve">, </w:t>
      </w:r>
      <w:r w:rsidR="00000000">
        <w:t>monsieur</w:t>
      </w:r>
      <w:r>
        <w:t xml:space="preserve">. </w:t>
      </w:r>
      <w:r w:rsidR="00000000">
        <w:t>Est-ce que vous</w:t>
      </w:r>
      <w:r>
        <w:t xml:space="preserve">… </w:t>
      </w:r>
      <w:r w:rsidR="00000000">
        <w:t>Vous ne venez pas e</w:t>
      </w:r>
      <w:r w:rsidR="00000000">
        <w:t>n</w:t>
      </w:r>
      <w:r w:rsidR="00000000">
        <w:t>core tourmenter miss Gabrielle</w:t>
      </w:r>
      <w:r>
        <w:t xml:space="preserve"> ? </w:t>
      </w:r>
      <w:r w:rsidR="00000000">
        <w:t>Dites</w:t>
      </w:r>
      <w:r>
        <w:t>…</w:t>
      </w:r>
    </w:p>
    <w:p w14:paraId="40C05349" w14:textId="77777777" w:rsidR="00894734" w:rsidRDefault="00894734">
      <w:r>
        <w:t>— </w:t>
      </w:r>
      <w:r w:rsidR="00000000">
        <w:t>Non</w:t>
      </w:r>
      <w:r>
        <w:t xml:space="preserve">, </w:t>
      </w:r>
      <w:r w:rsidR="00000000">
        <w:t>juste veiller à ce qu</w:t>
      </w:r>
      <w:r>
        <w:t>’</w:t>
      </w:r>
      <w:r w:rsidR="00000000">
        <w:t>il ne lui arrive rien</w:t>
      </w:r>
      <w:r>
        <w:t xml:space="preserve">. </w:t>
      </w:r>
      <w:r w:rsidR="00000000">
        <w:t>Et si vous voulez m</w:t>
      </w:r>
      <w:r>
        <w:t>’</w:t>
      </w:r>
      <w:r w:rsidR="00000000">
        <w:t>aider</w:t>
      </w:r>
      <w:r>
        <w:t xml:space="preserve">, </w:t>
      </w:r>
      <w:r w:rsidR="00000000">
        <w:t>et lui apporter un grand secours aussi à elle</w:t>
      </w:r>
      <w:r>
        <w:t xml:space="preserve">, </w:t>
      </w:r>
      <w:r w:rsidR="00000000">
        <w:t>il faudra me dire tout ce qu</w:t>
      </w:r>
      <w:r>
        <w:t>’</w:t>
      </w:r>
      <w:r w:rsidR="00000000">
        <w:t>elle dit et fait et ce que les autres d</w:t>
      </w:r>
      <w:r w:rsidR="00000000">
        <w:t>i</w:t>
      </w:r>
      <w:r w:rsidR="00000000">
        <w:t>sent et font autour d</w:t>
      </w:r>
      <w:r>
        <w:t>’</w:t>
      </w:r>
      <w:r w:rsidR="00000000">
        <w:t>elle</w:t>
      </w:r>
      <w:r>
        <w:t xml:space="preserve">. </w:t>
      </w:r>
      <w:r w:rsidR="00000000">
        <w:t>Comme cela</w:t>
      </w:r>
      <w:r>
        <w:t xml:space="preserve">, </w:t>
      </w:r>
      <w:r w:rsidR="00000000">
        <w:t>je n</w:t>
      </w:r>
      <w:r>
        <w:t>’</w:t>
      </w:r>
      <w:r w:rsidR="00000000">
        <w:t>aurai pas besoin d</w:t>
      </w:r>
      <w:r>
        <w:t>’</w:t>
      </w:r>
      <w:r w:rsidR="00000000">
        <w:t>aller la tracasser</w:t>
      </w:r>
      <w:r>
        <w:t>.</w:t>
      </w:r>
    </w:p>
    <w:p w14:paraId="3D2B3AC6" w14:textId="77777777" w:rsidR="00894734" w:rsidRDefault="00894734">
      <w:r>
        <w:t>— </w:t>
      </w:r>
      <w:r w:rsidR="00000000">
        <w:t>Oui</w:t>
      </w:r>
      <w:r>
        <w:t xml:space="preserve">, </w:t>
      </w:r>
      <w:r w:rsidR="00000000">
        <w:t>oui</w:t>
      </w:r>
      <w:r>
        <w:t xml:space="preserve">, </w:t>
      </w:r>
      <w:r w:rsidR="00000000">
        <w:t>me dit-elle</w:t>
      </w:r>
      <w:r>
        <w:t xml:space="preserve">, </w:t>
      </w:r>
      <w:r w:rsidR="00000000">
        <w:t>assez promptement</w:t>
      </w:r>
      <w:r>
        <w:t xml:space="preserve">, </w:t>
      </w:r>
      <w:r w:rsidR="00000000">
        <w:t>mais</w:t>
      </w:r>
      <w:r>
        <w:t xml:space="preserve">, </w:t>
      </w:r>
      <w:r w:rsidR="00000000">
        <w:t>autant que je pouvais lire dans sa face brune</w:t>
      </w:r>
      <w:r>
        <w:t xml:space="preserve">, </w:t>
      </w:r>
      <w:r w:rsidR="00000000">
        <w:t>ma proposition de coll</w:t>
      </w:r>
      <w:r w:rsidR="00000000">
        <w:t>a</w:t>
      </w:r>
      <w:r w:rsidR="00000000">
        <w:t>boration ne lui souriait guère</w:t>
      </w:r>
      <w:r>
        <w:t>.</w:t>
      </w:r>
    </w:p>
    <w:p w14:paraId="7FAD1747" w14:textId="77777777" w:rsidR="00894734" w:rsidRDefault="00894734">
      <w:r>
        <w:t>— </w:t>
      </w:r>
      <w:r w:rsidR="00000000">
        <w:t>Comment est-elle cet après-midi</w:t>
      </w:r>
      <w:r>
        <w:t xml:space="preserve"> ? </w:t>
      </w:r>
      <w:r w:rsidR="00000000">
        <w:t>demandai-je</w:t>
      </w:r>
      <w:r>
        <w:t>.</w:t>
      </w:r>
    </w:p>
    <w:p w14:paraId="27E2E2B1" w14:textId="77777777" w:rsidR="00894734" w:rsidRDefault="00894734">
      <w:r>
        <w:t>— </w:t>
      </w:r>
      <w:r w:rsidR="00000000">
        <w:t>Elle est très gaie</w:t>
      </w:r>
      <w:r>
        <w:t xml:space="preserve">, </w:t>
      </w:r>
      <w:r w:rsidR="00000000">
        <w:t>cet après-midi</w:t>
      </w:r>
      <w:r>
        <w:t xml:space="preserve">, </w:t>
      </w:r>
      <w:r w:rsidR="00000000">
        <w:t>monsieur</w:t>
      </w:r>
      <w:r>
        <w:t xml:space="preserve">. </w:t>
      </w:r>
      <w:r w:rsidR="00000000">
        <w:t>Elle se plaît ici</w:t>
      </w:r>
      <w:r>
        <w:t xml:space="preserve">, </w:t>
      </w:r>
      <w:r w:rsidR="00000000">
        <w:t>vous savez</w:t>
      </w:r>
      <w:r>
        <w:t>.</w:t>
      </w:r>
    </w:p>
    <w:p w14:paraId="3E2DC4D0" w14:textId="251E44C4" w:rsidR="00894734" w:rsidRDefault="00894734">
      <w:r>
        <w:lastRenderedPageBreak/>
        <w:t>— </w:t>
      </w:r>
      <w:r w:rsidR="00000000">
        <w:t xml:space="preserve">Le </w:t>
      </w:r>
      <w:r>
        <w:t>D</w:t>
      </w:r>
      <w:r w:rsidRPr="00894734">
        <w:rPr>
          <w:vertAlign w:val="superscript"/>
        </w:rPr>
        <w:t>r</w:t>
      </w:r>
      <w:r>
        <w:t> </w:t>
      </w:r>
      <w:proofErr w:type="spellStart"/>
      <w:r>
        <w:t>R</w:t>
      </w:r>
      <w:r w:rsidR="00000000">
        <w:t>iese</w:t>
      </w:r>
      <w:proofErr w:type="spellEnd"/>
      <w:r w:rsidR="00000000">
        <w:t xml:space="preserve"> a pensé qu</w:t>
      </w:r>
      <w:r>
        <w:t>’</w:t>
      </w:r>
      <w:r w:rsidR="00000000">
        <w:t>il valait mieux qu</w:t>
      </w:r>
      <w:r>
        <w:t>’</w:t>
      </w:r>
      <w:r w:rsidR="00000000">
        <w:t>elle ignore ma présence ici</w:t>
      </w:r>
      <w:r>
        <w:t xml:space="preserve">. </w:t>
      </w:r>
      <w:r w:rsidR="00000000">
        <w:t>Alors ne lui parlez pas de moi</w:t>
      </w:r>
      <w:r>
        <w:t>.</w:t>
      </w:r>
    </w:p>
    <w:p w14:paraId="5C32C24D" w14:textId="77777777" w:rsidR="00894734" w:rsidRDefault="00894734">
      <w:r>
        <w:t>— </w:t>
      </w:r>
      <w:r w:rsidR="00000000">
        <w:t>Bien</w:t>
      </w:r>
      <w:r>
        <w:t xml:space="preserve">, </w:t>
      </w:r>
      <w:r w:rsidR="00000000">
        <w:t>monsieur</w:t>
      </w:r>
      <w:r>
        <w:t xml:space="preserve">, </w:t>
      </w:r>
      <w:r w:rsidR="00000000">
        <w:t>entendu</w:t>
      </w:r>
      <w:r>
        <w:t xml:space="preserve">, </w:t>
      </w:r>
      <w:r w:rsidR="00000000">
        <w:t>me promit-elle</w:t>
      </w:r>
      <w:r>
        <w:t xml:space="preserve">, </w:t>
      </w:r>
      <w:r w:rsidR="00000000">
        <w:t>mais son ton était plus poli que sincère</w:t>
      </w:r>
      <w:r>
        <w:t>.</w:t>
      </w:r>
    </w:p>
    <w:p w14:paraId="2FFEA182" w14:textId="77777777" w:rsidR="00894734" w:rsidRDefault="00000000">
      <w:r>
        <w:t>De bonne heure</w:t>
      </w:r>
      <w:r w:rsidR="00894734">
        <w:t xml:space="preserve">, </w:t>
      </w:r>
      <w:r>
        <w:t>dans la soirée</w:t>
      </w:r>
      <w:r w:rsidR="00894734">
        <w:t xml:space="preserve">, </w:t>
      </w:r>
      <w:proofErr w:type="spellStart"/>
      <w:r>
        <w:t>Aaronia</w:t>
      </w:r>
      <w:proofErr w:type="spellEnd"/>
      <w:r>
        <w:t xml:space="preserve"> vint m</w:t>
      </w:r>
      <w:r w:rsidR="00894734">
        <w:t>’</w:t>
      </w:r>
      <w:r>
        <w:t>inviter à dîner</w:t>
      </w:r>
      <w:r w:rsidR="00894734">
        <w:t xml:space="preserve">. </w:t>
      </w:r>
      <w:r>
        <w:t>Il y avait dix convives à table</w:t>
      </w:r>
      <w:r w:rsidR="00894734">
        <w:t>.</w:t>
      </w:r>
    </w:p>
    <w:p w14:paraId="0A390A40" w14:textId="77777777" w:rsidR="00894734" w:rsidRDefault="00000000">
      <w:r>
        <w:t xml:space="preserve">Joseph </w:t>
      </w:r>
      <w:proofErr w:type="spellStart"/>
      <w:r>
        <w:t>Haldorn</w:t>
      </w:r>
      <w:proofErr w:type="spellEnd"/>
      <w:r>
        <w:t xml:space="preserve"> était un homme grand</w:t>
      </w:r>
      <w:r w:rsidR="00894734">
        <w:t xml:space="preserve">, </w:t>
      </w:r>
      <w:r>
        <w:t>bien taillé et vêtu d</w:t>
      </w:r>
      <w:r w:rsidR="00894734">
        <w:t>’</w:t>
      </w:r>
      <w:r>
        <w:t>une tunique de soie noire</w:t>
      </w:r>
      <w:r w:rsidR="00894734">
        <w:t xml:space="preserve">. </w:t>
      </w:r>
      <w:r>
        <w:t>Il portait longs ses cheveux qui étaient blancs</w:t>
      </w:r>
      <w:r w:rsidR="00894734">
        <w:t xml:space="preserve">, </w:t>
      </w:r>
      <w:r>
        <w:t>épais et bouclés comme sa barbe</w:t>
      </w:r>
      <w:r w:rsidR="00894734">
        <w:t xml:space="preserve">. </w:t>
      </w:r>
      <w:proofErr w:type="spellStart"/>
      <w:r>
        <w:t>Aaronia</w:t>
      </w:r>
      <w:proofErr w:type="spellEnd"/>
      <w:r>
        <w:t xml:space="preserve"> me le présenta en l</w:t>
      </w:r>
      <w:r w:rsidR="00894734">
        <w:t>’</w:t>
      </w:r>
      <w:r>
        <w:t>appelant Joseph</w:t>
      </w:r>
      <w:r w:rsidR="00894734">
        <w:t xml:space="preserve">, </w:t>
      </w:r>
      <w:r>
        <w:t>comme s</w:t>
      </w:r>
      <w:r w:rsidR="00894734">
        <w:t>’</w:t>
      </w:r>
      <w:r>
        <w:t>il n</w:t>
      </w:r>
      <w:r w:rsidR="00894734">
        <w:t>’</w:t>
      </w:r>
      <w:r>
        <w:t>eût pas eu d</w:t>
      </w:r>
      <w:r w:rsidR="00894734">
        <w:t>’</w:t>
      </w:r>
      <w:r>
        <w:t>autre nom</w:t>
      </w:r>
      <w:r w:rsidR="00894734">
        <w:t xml:space="preserve">. </w:t>
      </w:r>
      <w:r>
        <w:t>Tous les autres personnages présents l</w:t>
      </w:r>
      <w:r w:rsidR="00894734">
        <w:t>’</w:t>
      </w:r>
      <w:r>
        <w:t>appelaient d</w:t>
      </w:r>
      <w:r w:rsidR="00894734">
        <w:t>’</w:t>
      </w:r>
      <w:r>
        <w:t>ailleurs ainsi</w:t>
      </w:r>
      <w:r w:rsidR="00894734">
        <w:t xml:space="preserve">. </w:t>
      </w:r>
      <w:r>
        <w:t>Il me donna une chaleureuse poignée de main et me sourit aimablement</w:t>
      </w:r>
      <w:r w:rsidR="00894734">
        <w:t xml:space="preserve">. </w:t>
      </w:r>
      <w:r>
        <w:t>Il avait un visage rose de santé</w:t>
      </w:r>
      <w:r w:rsidR="00894734">
        <w:t xml:space="preserve">, </w:t>
      </w:r>
      <w:r>
        <w:t>sans une ride</w:t>
      </w:r>
      <w:r w:rsidR="00894734">
        <w:t xml:space="preserve">, </w:t>
      </w:r>
      <w:r>
        <w:t>un visage calme</w:t>
      </w:r>
      <w:r w:rsidR="00894734">
        <w:t xml:space="preserve">, </w:t>
      </w:r>
      <w:r>
        <w:t>comme sa voix et son regard</w:t>
      </w:r>
      <w:r w:rsidR="00894734">
        <w:t xml:space="preserve">, </w:t>
      </w:r>
      <w:r>
        <w:t>le v</w:t>
      </w:r>
      <w:r>
        <w:t>i</w:t>
      </w:r>
      <w:r>
        <w:t>sage d</w:t>
      </w:r>
      <w:r w:rsidR="00894734">
        <w:t>’</w:t>
      </w:r>
      <w:r>
        <w:t>un homme parfaitement en paix avec le reste du monde</w:t>
      </w:r>
      <w:r w:rsidR="00894734">
        <w:t xml:space="preserve">. </w:t>
      </w:r>
      <w:r>
        <w:t>Je commençai à comprendre quelle bienfaisante influence il avait sur la pauvre tourmentée qu</w:t>
      </w:r>
      <w:r w:rsidR="00894734">
        <w:t>’</w:t>
      </w:r>
      <w:r>
        <w:t xml:space="preserve">était Gabrielle </w:t>
      </w:r>
      <w:proofErr w:type="spellStart"/>
      <w:r>
        <w:t>Legget</w:t>
      </w:r>
      <w:proofErr w:type="spellEnd"/>
      <w:r w:rsidR="00894734">
        <w:t>.</w:t>
      </w:r>
    </w:p>
    <w:p w14:paraId="5DA447FF" w14:textId="77777777" w:rsidR="00894734" w:rsidRDefault="00000000">
      <w:r>
        <w:t>Outre Joseph</w:t>
      </w:r>
      <w:r w:rsidR="00894734">
        <w:t xml:space="preserve">, </w:t>
      </w:r>
      <w:r>
        <w:t>sa femme et son fils</w:t>
      </w:r>
      <w:r w:rsidR="00894734">
        <w:t xml:space="preserve">, </w:t>
      </w:r>
      <w:r>
        <w:t>il y avait là Mrs</w:t>
      </w:r>
      <w:r w:rsidR="00894734">
        <w:t xml:space="preserve">. </w:t>
      </w:r>
      <w:proofErr w:type="spellStart"/>
      <w:r>
        <w:t>Rodman</w:t>
      </w:r>
      <w:proofErr w:type="spellEnd"/>
      <w:r w:rsidR="00894734">
        <w:t xml:space="preserve">, </w:t>
      </w:r>
      <w:r>
        <w:t>une femme grande et frêle</w:t>
      </w:r>
      <w:r w:rsidR="00894734">
        <w:t xml:space="preserve">, </w:t>
      </w:r>
      <w:r>
        <w:t>aux yeux tristes</w:t>
      </w:r>
      <w:r w:rsidR="00894734">
        <w:t xml:space="preserve">, </w:t>
      </w:r>
      <w:r>
        <w:t>dont la voix ne s</w:t>
      </w:r>
      <w:r w:rsidR="00894734">
        <w:t>’</w:t>
      </w:r>
      <w:r>
        <w:t>élevait jamais au-dessus du ton d</w:t>
      </w:r>
      <w:r w:rsidR="00894734">
        <w:t>’</w:t>
      </w:r>
      <w:r>
        <w:t>un murmure</w:t>
      </w:r>
      <w:r w:rsidR="00894734">
        <w:t xml:space="preserve"> ; </w:t>
      </w:r>
      <w:r>
        <w:t>un nommé Fleming</w:t>
      </w:r>
      <w:r w:rsidR="00894734">
        <w:t xml:space="preserve">, </w:t>
      </w:r>
      <w:r>
        <w:t>garçon jeune</w:t>
      </w:r>
      <w:r w:rsidR="00894734">
        <w:t xml:space="preserve">, </w:t>
      </w:r>
      <w:r>
        <w:t>court et épais</w:t>
      </w:r>
      <w:r w:rsidR="00894734">
        <w:t xml:space="preserve">, </w:t>
      </w:r>
      <w:r>
        <w:t>et qui avait l</w:t>
      </w:r>
      <w:r w:rsidR="00894734">
        <w:t>’</w:t>
      </w:r>
      <w:r>
        <w:t>air détaché des gens qui ne sont occupés que de leurs propres pensées</w:t>
      </w:r>
      <w:r w:rsidR="00894734">
        <w:t xml:space="preserve"> ; </w:t>
      </w:r>
      <w:r>
        <w:t>le major Jeffries</w:t>
      </w:r>
      <w:r w:rsidR="00894734">
        <w:t xml:space="preserve">, </w:t>
      </w:r>
      <w:r>
        <w:t>athlétique et de manières courtoises</w:t>
      </w:r>
      <w:r w:rsidR="00894734">
        <w:t xml:space="preserve">, </w:t>
      </w:r>
      <w:r>
        <w:t>et sa fe</w:t>
      </w:r>
      <w:r>
        <w:t>m</w:t>
      </w:r>
      <w:r>
        <w:t>me</w:t>
      </w:r>
      <w:r w:rsidR="00894734">
        <w:t xml:space="preserve">, </w:t>
      </w:r>
      <w:r>
        <w:t>toute ratatinée</w:t>
      </w:r>
      <w:r w:rsidR="00894734">
        <w:t xml:space="preserve">, </w:t>
      </w:r>
      <w:r>
        <w:t>qui avait dû être jolie trente ans plus tôt</w:t>
      </w:r>
      <w:r w:rsidR="00894734">
        <w:t xml:space="preserve"> ; </w:t>
      </w:r>
      <w:r>
        <w:t xml:space="preserve">miss </w:t>
      </w:r>
      <w:proofErr w:type="spellStart"/>
      <w:r>
        <w:t>Hillen</w:t>
      </w:r>
      <w:proofErr w:type="spellEnd"/>
      <w:r w:rsidR="00894734">
        <w:t xml:space="preserve">, </w:t>
      </w:r>
      <w:r>
        <w:t>aux gestes brusques</w:t>
      </w:r>
      <w:r w:rsidR="00894734">
        <w:t xml:space="preserve">, </w:t>
      </w:r>
      <w:r>
        <w:t>pointue de menton et de voix</w:t>
      </w:r>
      <w:r w:rsidR="00894734">
        <w:t xml:space="preserve"> ; </w:t>
      </w:r>
      <w:r>
        <w:t>enfin Mrs</w:t>
      </w:r>
      <w:r w:rsidR="00894734">
        <w:t xml:space="preserve">. </w:t>
      </w:r>
      <w:r>
        <w:t>Pavlov</w:t>
      </w:r>
      <w:r w:rsidR="00894734">
        <w:t xml:space="preserve">, </w:t>
      </w:r>
      <w:r>
        <w:t>qui était très jeune</w:t>
      </w:r>
      <w:r w:rsidR="00894734">
        <w:t xml:space="preserve">, </w:t>
      </w:r>
      <w:r>
        <w:t>avait une bonne grosse face brune et dévorait tout le monde des yeux</w:t>
      </w:r>
      <w:r w:rsidR="00894734">
        <w:t>.</w:t>
      </w:r>
    </w:p>
    <w:p w14:paraId="58BD65A1" w14:textId="77777777" w:rsidR="00894734" w:rsidRDefault="00000000">
      <w:r>
        <w:lastRenderedPageBreak/>
        <w:t>Le repas</w:t>
      </w:r>
      <w:r w:rsidR="00894734">
        <w:t xml:space="preserve">, </w:t>
      </w:r>
      <w:r>
        <w:t>servi par deux valets mulâtres</w:t>
      </w:r>
      <w:r w:rsidR="00894734">
        <w:t xml:space="preserve">, </w:t>
      </w:r>
      <w:r>
        <w:t>était excellent</w:t>
      </w:r>
      <w:r w:rsidR="00894734">
        <w:t xml:space="preserve">. </w:t>
      </w:r>
      <w:r>
        <w:t>La conversation ne fut pas très animée et pas un mot ne fut pr</w:t>
      </w:r>
      <w:r>
        <w:t>o</w:t>
      </w:r>
      <w:r>
        <w:t>noncé sur la religion</w:t>
      </w:r>
      <w:r w:rsidR="00894734">
        <w:t xml:space="preserve">. </w:t>
      </w:r>
      <w:r>
        <w:t>En somme</w:t>
      </w:r>
      <w:r w:rsidR="00894734">
        <w:t xml:space="preserve">, </w:t>
      </w:r>
      <w:r>
        <w:t>ce fut moins ennuyeux que je le pensais</w:t>
      </w:r>
      <w:r w:rsidR="00894734">
        <w:t>.</w:t>
      </w:r>
    </w:p>
    <w:p w14:paraId="51091142" w14:textId="5114AD4E" w:rsidR="00894734" w:rsidRDefault="00000000">
      <w:r>
        <w:t>Après le dîner</w:t>
      </w:r>
      <w:r w:rsidR="00894734">
        <w:t xml:space="preserve">, </w:t>
      </w:r>
      <w:r>
        <w:t>je remontai</w:t>
      </w:r>
      <w:r w:rsidR="00894734">
        <w:t xml:space="preserve">. </w:t>
      </w:r>
      <w:r>
        <w:t>Je collai mon oreille quelques minutes contre la porte de Gabrielle</w:t>
      </w:r>
      <w:r w:rsidR="00894734">
        <w:t xml:space="preserve">, </w:t>
      </w:r>
      <w:r>
        <w:t>mais je n</w:t>
      </w:r>
      <w:r w:rsidR="00894734">
        <w:t>’</w:t>
      </w:r>
      <w:r>
        <w:t>entendis rien</w:t>
      </w:r>
      <w:r w:rsidR="00894734">
        <w:t xml:space="preserve">. </w:t>
      </w:r>
      <w:r>
        <w:t>J</w:t>
      </w:r>
      <w:r w:rsidR="00894734">
        <w:t>’</w:t>
      </w:r>
      <w:r>
        <w:t xml:space="preserve">entrai dans ma chambre pour attendre la visite du </w:t>
      </w:r>
      <w:r w:rsidR="00894734">
        <w:t>D</w:t>
      </w:r>
      <w:r w:rsidR="00894734" w:rsidRPr="00894734">
        <w:rPr>
          <w:vertAlign w:val="superscript"/>
        </w:rPr>
        <w:t>r</w:t>
      </w:r>
      <w:r w:rsidR="00894734">
        <w:t> </w:t>
      </w:r>
      <w:proofErr w:type="spellStart"/>
      <w:r w:rsidR="00894734">
        <w:t>R</w:t>
      </w:r>
      <w:r>
        <w:t>iese</w:t>
      </w:r>
      <w:proofErr w:type="spellEnd"/>
      <w:r w:rsidR="00894734">
        <w:t xml:space="preserve">. </w:t>
      </w:r>
      <w:r>
        <w:t>Mais il ne se montra pas</w:t>
      </w:r>
      <w:r w:rsidR="00894734">
        <w:t xml:space="preserve">. </w:t>
      </w:r>
      <w:r>
        <w:t>Je supposai qu</w:t>
      </w:r>
      <w:r w:rsidR="00894734">
        <w:t>’</w:t>
      </w:r>
      <w:r>
        <w:t>il avait été appelé ai</w:t>
      </w:r>
      <w:r>
        <w:t>l</w:t>
      </w:r>
      <w:r>
        <w:t>leurs pour un cas urgent</w:t>
      </w:r>
      <w:r w:rsidR="00894734">
        <w:t xml:space="preserve">, </w:t>
      </w:r>
      <w:r>
        <w:t>mais cela m</w:t>
      </w:r>
      <w:r w:rsidR="00894734">
        <w:t>’</w:t>
      </w:r>
      <w:r>
        <w:t>irrita</w:t>
      </w:r>
      <w:r w:rsidR="00894734">
        <w:t xml:space="preserve">, </w:t>
      </w:r>
      <w:r>
        <w:t>sans que je pus bien savoir pourquoi</w:t>
      </w:r>
      <w:r w:rsidR="00894734">
        <w:t xml:space="preserve">. </w:t>
      </w:r>
      <w:r>
        <w:t>Personne n</w:t>
      </w:r>
      <w:r w:rsidR="00894734">
        <w:t>’</w:t>
      </w:r>
      <w:r>
        <w:t>entra chez Gabrielle</w:t>
      </w:r>
      <w:r w:rsidR="00894734">
        <w:t xml:space="preserve">. </w:t>
      </w:r>
      <w:r>
        <w:t>Un peu après dix heures</w:t>
      </w:r>
      <w:r w:rsidR="00894734">
        <w:t xml:space="preserve">, </w:t>
      </w:r>
      <w:r>
        <w:t>j</w:t>
      </w:r>
      <w:r w:rsidR="00894734">
        <w:t>’</w:t>
      </w:r>
      <w:r>
        <w:t>entendis les gens remonter à leur chambre</w:t>
      </w:r>
      <w:r w:rsidR="00894734">
        <w:t>.</w:t>
      </w:r>
    </w:p>
    <w:p w14:paraId="533964D2" w14:textId="77777777" w:rsidR="00894734" w:rsidRDefault="00000000">
      <w:r>
        <w:t>À onze heures cinq exactement</w:t>
      </w:r>
      <w:r w:rsidR="00894734">
        <w:t xml:space="preserve">, </w:t>
      </w:r>
      <w:r>
        <w:t>la porte de Gabrielle s</w:t>
      </w:r>
      <w:r w:rsidR="00894734">
        <w:t>’</w:t>
      </w:r>
      <w:r>
        <w:t>ouvrit</w:t>
      </w:r>
      <w:r w:rsidR="00894734">
        <w:t xml:space="preserve">. </w:t>
      </w:r>
      <w:r>
        <w:t>J</w:t>
      </w:r>
      <w:r w:rsidR="00894734">
        <w:t>’</w:t>
      </w:r>
      <w:r>
        <w:t>entr</w:t>
      </w:r>
      <w:r w:rsidR="00894734">
        <w:t>’</w:t>
      </w:r>
      <w:r>
        <w:t>ouvris la mienne</w:t>
      </w:r>
      <w:r w:rsidR="00894734">
        <w:t xml:space="preserve"> ; </w:t>
      </w:r>
      <w:r>
        <w:t>Minnie Hershey s</w:t>
      </w:r>
      <w:r w:rsidR="00894734">
        <w:t>’</w:t>
      </w:r>
      <w:r>
        <w:t>éloignait dans le couloir</w:t>
      </w:r>
      <w:r w:rsidR="00894734">
        <w:t xml:space="preserve">. </w:t>
      </w:r>
      <w:r>
        <w:t>J</w:t>
      </w:r>
      <w:r w:rsidR="00894734">
        <w:t>’</w:t>
      </w:r>
      <w:r>
        <w:t>eus la tentation de l</w:t>
      </w:r>
      <w:r w:rsidR="00894734">
        <w:t>’</w:t>
      </w:r>
      <w:r>
        <w:t>appeler</w:t>
      </w:r>
      <w:r w:rsidR="00894734">
        <w:t xml:space="preserve">, </w:t>
      </w:r>
      <w:r>
        <w:t>mais je ne le fis pas</w:t>
      </w:r>
      <w:r w:rsidR="00894734">
        <w:t xml:space="preserve">. </w:t>
      </w:r>
      <w:r>
        <w:t>Ma dernière tentative pour tirer quelque chose d</w:t>
      </w:r>
      <w:r w:rsidR="00894734">
        <w:t>’</w:t>
      </w:r>
      <w:r>
        <w:t>elle ne m</w:t>
      </w:r>
      <w:r w:rsidR="00894734">
        <w:t>’</w:t>
      </w:r>
      <w:r>
        <w:t>avait pas assez réussi pour que je récidive</w:t>
      </w:r>
      <w:r w:rsidR="00894734">
        <w:t>.</w:t>
      </w:r>
    </w:p>
    <w:p w14:paraId="6334FAE6" w14:textId="6027E627" w:rsidR="00894734" w:rsidRDefault="00000000">
      <w:r>
        <w:t>J</w:t>
      </w:r>
      <w:r w:rsidR="00894734">
        <w:t>’</w:t>
      </w:r>
      <w:r>
        <w:t xml:space="preserve">avais perdu tout espoir de voir le </w:t>
      </w:r>
      <w:r w:rsidR="00894734">
        <w:t>D</w:t>
      </w:r>
      <w:r w:rsidR="00894734" w:rsidRPr="00894734">
        <w:rPr>
          <w:vertAlign w:val="superscript"/>
        </w:rPr>
        <w:t>r</w:t>
      </w:r>
      <w:r w:rsidR="00894734">
        <w:t> </w:t>
      </w:r>
      <w:proofErr w:type="spellStart"/>
      <w:r w:rsidR="00894734">
        <w:t>R</w:t>
      </w:r>
      <w:r>
        <w:t>iese</w:t>
      </w:r>
      <w:proofErr w:type="spellEnd"/>
      <w:r>
        <w:t xml:space="preserve"> avant le le</w:t>
      </w:r>
      <w:r>
        <w:t>n</w:t>
      </w:r>
      <w:r>
        <w:t>demain</w:t>
      </w:r>
      <w:r w:rsidR="00894734">
        <w:t xml:space="preserve">. </w:t>
      </w:r>
      <w:r>
        <w:t>J</w:t>
      </w:r>
      <w:r w:rsidR="00894734">
        <w:t>’</w:t>
      </w:r>
      <w:r>
        <w:t>éteignis</w:t>
      </w:r>
      <w:r w:rsidR="00894734">
        <w:t xml:space="preserve">, </w:t>
      </w:r>
      <w:r>
        <w:t>laissai ma porte ouverte et m</w:t>
      </w:r>
      <w:r w:rsidR="00894734">
        <w:t>’</w:t>
      </w:r>
      <w:r>
        <w:t>assis dans le noir</w:t>
      </w:r>
      <w:r w:rsidR="00894734">
        <w:t xml:space="preserve">, </w:t>
      </w:r>
      <w:r>
        <w:t>ne quittant pas des yeux la porte de la jeune fille</w:t>
      </w:r>
      <w:r w:rsidR="00894734">
        <w:t xml:space="preserve">. </w:t>
      </w:r>
      <w:r>
        <w:t>Dans le couloir</w:t>
      </w:r>
      <w:r w:rsidR="00894734">
        <w:t xml:space="preserve">, </w:t>
      </w:r>
      <w:r>
        <w:t>une ampoule restait allumée</w:t>
      </w:r>
      <w:r w:rsidR="00894734">
        <w:t>.</w:t>
      </w:r>
    </w:p>
    <w:p w14:paraId="08F565EF" w14:textId="77777777" w:rsidR="00894734" w:rsidRDefault="00000000">
      <w:r>
        <w:t>Un peu avant minuit</w:t>
      </w:r>
      <w:r w:rsidR="00894734">
        <w:t xml:space="preserve">, </w:t>
      </w:r>
      <w:r>
        <w:t>Minnie Hershey</w:t>
      </w:r>
      <w:r w:rsidR="00894734">
        <w:t xml:space="preserve">, </w:t>
      </w:r>
      <w:r>
        <w:t>en chapeau et manteau</w:t>
      </w:r>
      <w:r w:rsidR="00894734">
        <w:t xml:space="preserve">, </w:t>
      </w:r>
      <w:r>
        <w:t>comme si elle venait de la rue</w:t>
      </w:r>
      <w:r w:rsidR="00894734">
        <w:t xml:space="preserve">, </w:t>
      </w:r>
      <w:r>
        <w:t>revint à la chambre de G</w:t>
      </w:r>
      <w:r>
        <w:t>a</w:t>
      </w:r>
      <w:r>
        <w:t>brielle</w:t>
      </w:r>
      <w:r w:rsidR="00894734">
        <w:t xml:space="preserve">. </w:t>
      </w:r>
      <w:r>
        <w:t>Elle y resta près d</w:t>
      </w:r>
      <w:r w:rsidR="00894734">
        <w:t>’</w:t>
      </w:r>
      <w:r>
        <w:t>une heure</w:t>
      </w:r>
      <w:r w:rsidR="00894734">
        <w:t xml:space="preserve">, </w:t>
      </w:r>
      <w:r>
        <w:t>et quand elle sortit</w:t>
      </w:r>
      <w:r w:rsidR="00894734">
        <w:t xml:space="preserve">, </w:t>
      </w:r>
      <w:r>
        <w:t>elle r</w:t>
      </w:r>
      <w:r>
        <w:t>e</w:t>
      </w:r>
      <w:r>
        <w:t>ferma la porte avec beaucoup de précautions et s</w:t>
      </w:r>
      <w:r w:rsidR="00894734">
        <w:t>’</w:t>
      </w:r>
      <w:r>
        <w:t>éloigna sur la pointe des pieds</w:t>
      </w:r>
      <w:r w:rsidR="00894734">
        <w:t xml:space="preserve">. </w:t>
      </w:r>
      <w:r>
        <w:t>Je courus après elle et la rattrapai au bas de l</w:t>
      </w:r>
      <w:r w:rsidR="00894734">
        <w:t>’</w:t>
      </w:r>
      <w:r>
        <w:t>escalier</w:t>
      </w:r>
      <w:r w:rsidR="00894734">
        <w:t xml:space="preserve">. </w:t>
      </w:r>
      <w:r>
        <w:t>Sa face brune était sans expression</w:t>
      </w:r>
      <w:r w:rsidR="00894734">
        <w:t>.</w:t>
      </w:r>
    </w:p>
    <w:p w14:paraId="414B1415" w14:textId="77777777" w:rsidR="00894734" w:rsidRDefault="00894734">
      <w:r>
        <w:t>— </w:t>
      </w:r>
      <w:r w:rsidR="00000000">
        <w:t>Comment est-elle</w:t>
      </w:r>
      <w:r>
        <w:t xml:space="preserve"> ? </w:t>
      </w:r>
      <w:r w:rsidR="00000000">
        <w:t>dis-je</w:t>
      </w:r>
      <w:r>
        <w:t>.</w:t>
      </w:r>
    </w:p>
    <w:p w14:paraId="6E50FAD3" w14:textId="77777777" w:rsidR="00894734" w:rsidRDefault="00894734">
      <w:r>
        <w:t>— </w:t>
      </w:r>
      <w:r w:rsidR="00000000">
        <w:t>Miss Gabrielle est bien</w:t>
      </w:r>
      <w:r>
        <w:t xml:space="preserve">, </w:t>
      </w:r>
      <w:r w:rsidR="00000000">
        <w:t>monsieur</w:t>
      </w:r>
      <w:r>
        <w:t xml:space="preserve">. </w:t>
      </w:r>
      <w:r w:rsidR="00000000">
        <w:t>Il faut la laisser seule</w:t>
      </w:r>
      <w:r>
        <w:t>.</w:t>
      </w:r>
    </w:p>
    <w:p w14:paraId="01180BB2" w14:textId="77777777" w:rsidR="00894734" w:rsidRDefault="00894734">
      <w:r>
        <w:lastRenderedPageBreak/>
        <w:t>— </w:t>
      </w:r>
      <w:r w:rsidR="00000000">
        <w:t>Non</w:t>
      </w:r>
      <w:r>
        <w:t xml:space="preserve">, </w:t>
      </w:r>
      <w:r w:rsidR="00000000">
        <w:t>elle n</w:t>
      </w:r>
      <w:r>
        <w:t>’</w:t>
      </w:r>
      <w:r w:rsidR="00000000">
        <w:t>est pas bien</w:t>
      </w:r>
      <w:r>
        <w:t xml:space="preserve">. </w:t>
      </w:r>
      <w:r w:rsidR="00000000">
        <w:t xml:space="preserve">Que </w:t>
      </w:r>
      <w:proofErr w:type="spellStart"/>
      <w:r w:rsidR="00000000">
        <w:t>fait-elle</w:t>
      </w:r>
      <w:proofErr w:type="spellEnd"/>
      <w:r w:rsidR="00000000">
        <w:t xml:space="preserve"> en ce moment</w:t>
      </w:r>
      <w:r>
        <w:t> ?</w:t>
      </w:r>
    </w:p>
    <w:p w14:paraId="21A8595E" w14:textId="77777777" w:rsidR="00894734" w:rsidRDefault="00894734">
      <w:r>
        <w:t>— </w:t>
      </w:r>
      <w:r w:rsidR="00000000">
        <w:t>Elle dort</w:t>
      </w:r>
      <w:r>
        <w:t>.</w:t>
      </w:r>
    </w:p>
    <w:p w14:paraId="0B666410" w14:textId="77777777" w:rsidR="00894734" w:rsidRDefault="00894734">
      <w:r>
        <w:t>— </w:t>
      </w:r>
      <w:r w:rsidR="00000000">
        <w:t>Saoule</w:t>
      </w:r>
      <w:r>
        <w:t> ?</w:t>
      </w:r>
    </w:p>
    <w:p w14:paraId="56A1C91C" w14:textId="77777777" w:rsidR="00894734" w:rsidRDefault="00000000">
      <w:r>
        <w:t>Elle leva sur moi un regard courroucé</w:t>
      </w:r>
      <w:r w:rsidR="00894734">
        <w:t xml:space="preserve">. </w:t>
      </w:r>
      <w:r>
        <w:t>Je continuai</w:t>
      </w:r>
      <w:r w:rsidR="00894734">
        <w:t> :</w:t>
      </w:r>
    </w:p>
    <w:p w14:paraId="6966443D" w14:textId="77777777" w:rsidR="00894734" w:rsidRDefault="00894734">
      <w:r>
        <w:t>— </w:t>
      </w:r>
      <w:r w:rsidR="00000000">
        <w:t>Elle vous a envoyé chercher de la drogue</w:t>
      </w:r>
      <w:r>
        <w:t> ?</w:t>
      </w:r>
    </w:p>
    <w:p w14:paraId="34403009" w14:textId="77777777" w:rsidR="00894734" w:rsidRDefault="00894734">
      <w:r>
        <w:t>— </w:t>
      </w:r>
      <w:r w:rsidR="00000000">
        <w:t>Elle m</w:t>
      </w:r>
      <w:r>
        <w:t>’</w:t>
      </w:r>
      <w:r w:rsidR="00000000">
        <w:t>a envoyé chercher un médicament</w:t>
      </w:r>
      <w:r>
        <w:t xml:space="preserve">, </w:t>
      </w:r>
      <w:r w:rsidR="00000000">
        <w:t>oui</w:t>
      </w:r>
      <w:r>
        <w:t xml:space="preserve">… </w:t>
      </w:r>
      <w:r w:rsidR="00000000">
        <w:t>mo</w:t>
      </w:r>
      <w:r w:rsidR="00000000">
        <w:t>n</w:t>
      </w:r>
      <w:r w:rsidR="00000000">
        <w:t>sieur</w:t>
      </w:r>
      <w:r>
        <w:t>.</w:t>
      </w:r>
    </w:p>
    <w:p w14:paraId="40B8E7D9" w14:textId="77777777" w:rsidR="00894734" w:rsidRDefault="00894734">
      <w:r>
        <w:t>— </w:t>
      </w:r>
      <w:r w:rsidR="00000000">
        <w:t>Et elle l</w:t>
      </w:r>
      <w:r>
        <w:t>’</w:t>
      </w:r>
      <w:r w:rsidR="00000000">
        <w:t>a pris et elle s</w:t>
      </w:r>
      <w:r>
        <w:t>’</w:t>
      </w:r>
      <w:r w:rsidR="00000000">
        <w:t>est endormie</w:t>
      </w:r>
      <w:r>
        <w:t> ?</w:t>
      </w:r>
    </w:p>
    <w:p w14:paraId="65704495" w14:textId="77777777" w:rsidR="00894734" w:rsidRDefault="00894734">
      <w:r>
        <w:t>— </w:t>
      </w:r>
      <w:r w:rsidR="00000000">
        <w:t>0</w:t>
      </w:r>
      <w:r>
        <w:t xml:space="preserve">… </w:t>
      </w:r>
      <w:r w:rsidR="00000000">
        <w:t>oui</w:t>
      </w:r>
      <w:r>
        <w:t xml:space="preserve">, </w:t>
      </w:r>
      <w:r w:rsidR="00000000">
        <w:t>monsieur</w:t>
      </w:r>
      <w:r>
        <w:t>.</w:t>
      </w:r>
    </w:p>
    <w:p w14:paraId="7653927B" w14:textId="77777777" w:rsidR="00894734" w:rsidRDefault="00894734">
      <w:r>
        <w:t>— </w:t>
      </w:r>
      <w:r w:rsidR="00000000">
        <w:t>Allons la voir</w:t>
      </w:r>
      <w:r>
        <w:t>.</w:t>
      </w:r>
    </w:p>
    <w:p w14:paraId="296F218A" w14:textId="77777777" w:rsidR="00894734" w:rsidRDefault="00000000">
      <w:r>
        <w:t>La mulâtresse essaya d</w:t>
      </w:r>
      <w:r w:rsidR="00894734">
        <w:t>’</w:t>
      </w:r>
      <w:r>
        <w:t>échapper à ma main qui la maint</w:t>
      </w:r>
      <w:r>
        <w:t>e</w:t>
      </w:r>
      <w:r>
        <w:t>nait à l</w:t>
      </w:r>
      <w:r w:rsidR="00894734">
        <w:t>’</w:t>
      </w:r>
      <w:r>
        <w:t>épaule</w:t>
      </w:r>
      <w:r w:rsidR="00894734">
        <w:t xml:space="preserve">. </w:t>
      </w:r>
      <w:r>
        <w:t>Elle me dit</w:t>
      </w:r>
      <w:r w:rsidR="00894734">
        <w:t> :</w:t>
      </w:r>
    </w:p>
    <w:p w14:paraId="20FCEDAB" w14:textId="77777777" w:rsidR="00894734" w:rsidRDefault="00894734">
      <w:r>
        <w:t>— </w:t>
      </w:r>
      <w:r w:rsidR="00000000">
        <w:t>Laissez-moi</w:t>
      </w:r>
      <w:r>
        <w:t xml:space="preserve">, </w:t>
      </w:r>
      <w:r w:rsidR="00000000">
        <w:t>monsieur</w:t>
      </w:r>
      <w:r>
        <w:t xml:space="preserve">, </w:t>
      </w:r>
      <w:r w:rsidR="00000000">
        <w:t>ou j</w:t>
      </w:r>
      <w:r>
        <w:t>’</w:t>
      </w:r>
      <w:r w:rsidR="00000000">
        <w:t>appelle</w:t>
      </w:r>
      <w:r>
        <w:t>.</w:t>
      </w:r>
    </w:p>
    <w:p w14:paraId="200A5790" w14:textId="77777777" w:rsidR="00894734" w:rsidRDefault="00894734">
      <w:r>
        <w:t>— </w:t>
      </w:r>
      <w:r w:rsidR="00000000">
        <w:t>Je vous laisserai quand nous l</w:t>
      </w:r>
      <w:r>
        <w:t>’</w:t>
      </w:r>
      <w:r w:rsidR="00000000">
        <w:t>aurons vue</w:t>
      </w:r>
      <w:r>
        <w:t xml:space="preserve">, </w:t>
      </w:r>
      <w:r w:rsidR="00000000">
        <w:t>peut-être</w:t>
      </w:r>
      <w:r>
        <w:t xml:space="preserve">. </w:t>
      </w:r>
      <w:r w:rsidR="00000000">
        <w:t>Si vous appelez</w:t>
      </w:r>
      <w:r>
        <w:t xml:space="preserve">, </w:t>
      </w:r>
      <w:r w:rsidR="00000000">
        <w:t>vous sortirez de cette maison</w:t>
      </w:r>
      <w:r>
        <w:t xml:space="preserve">, </w:t>
      </w:r>
      <w:r w:rsidR="00000000">
        <w:t>à l</w:t>
      </w:r>
      <w:r>
        <w:t>’</w:t>
      </w:r>
      <w:r w:rsidR="00000000">
        <w:t>instant</w:t>
      </w:r>
      <w:r>
        <w:t xml:space="preserve">, </w:t>
      </w:r>
      <w:r w:rsidR="00000000">
        <w:t>et pour toujours</w:t>
      </w:r>
      <w:r>
        <w:t>.</w:t>
      </w:r>
    </w:p>
    <w:p w14:paraId="42765A8D" w14:textId="77777777" w:rsidR="00894734" w:rsidRDefault="00000000">
      <w:r>
        <w:t>Elle comprit et ne m</w:t>
      </w:r>
      <w:r w:rsidR="00894734">
        <w:t>’</w:t>
      </w:r>
      <w:r>
        <w:t>obligea pas à la traîner jusqu</w:t>
      </w:r>
      <w:r w:rsidR="00894734">
        <w:t>’</w:t>
      </w:r>
      <w:r>
        <w:t>à la chambre de sa maîtresse</w:t>
      </w:r>
      <w:r w:rsidR="00894734">
        <w:t>.</w:t>
      </w:r>
    </w:p>
    <w:p w14:paraId="38BCFCD4" w14:textId="77777777" w:rsidR="00894734" w:rsidRDefault="00000000">
      <w:r>
        <w:t>Gabrielle reposait dans son lit</w:t>
      </w:r>
      <w:r w:rsidR="00894734">
        <w:t xml:space="preserve">, </w:t>
      </w:r>
      <w:r>
        <w:t>les draps sagement tirés sur sa gorge</w:t>
      </w:r>
      <w:r w:rsidR="00894734">
        <w:t xml:space="preserve">. </w:t>
      </w:r>
      <w:r>
        <w:t>Sa respiration était calme</w:t>
      </w:r>
      <w:r w:rsidR="00894734">
        <w:t xml:space="preserve">, </w:t>
      </w:r>
      <w:r>
        <w:t>et son petit visage blanc</w:t>
      </w:r>
      <w:r w:rsidR="00894734">
        <w:t xml:space="preserve">, </w:t>
      </w:r>
      <w:r>
        <w:t>détendu par le sommeil</w:t>
      </w:r>
      <w:r w:rsidR="00894734">
        <w:t xml:space="preserve">, </w:t>
      </w:r>
      <w:r>
        <w:t>noyé dans ses boucles brunes</w:t>
      </w:r>
      <w:r w:rsidR="00894734">
        <w:t xml:space="preserve">, </w:t>
      </w:r>
      <w:r>
        <w:t>était enfantin</w:t>
      </w:r>
      <w:r w:rsidR="00894734">
        <w:t>.</w:t>
      </w:r>
    </w:p>
    <w:p w14:paraId="2E50BBBC" w14:textId="77777777" w:rsidR="00894734" w:rsidRDefault="00000000">
      <w:r>
        <w:t>Je laissai Minnie partir et rentrai dans ma chambre</w:t>
      </w:r>
      <w:r w:rsidR="00894734">
        <w:t xml:space="preserve">. </w:t>
      </w:r>
      <w:r>
        <w:t>Je re</w:t>
      </w:r>
      <w:r>
        <w:t>s</w:t>
      </w:r>
      <w:r>
        <w:t>tai assis là une heure environ</w:t>
      </w:r>
      <w:r w:rsidR="00894734">
        <w:t xml:space="preserve">, </w:t>
      </w:r>
      <w:r>
        <w:t>ou plus</w:t>
      </w:r>
      <w:r w:rsidR="00894734">
        <w:t xml:space="preserve">, </w:t>
      </w:r>
      <w:r>
        <w:t>puis</w:t>
      </w:r>
      <w:r w:rsidR="00894734">
        <w:t xml:space="preserve">, </w:t>
      </w:r>
      <w:r>
        <w:t>n</w:t>
      </w:r>
      <w:r w:rsidR="00894734">
        <w:t>’</w:t>
      </w:r>
      <w:r>
        <w:t>y tenant plus</w:t>
      </w:r>
      <w:r w:rsidR="00894734">
        <w:t xml:space="preserve">, </w:t>
      </w:r>
      <w:r>
        <w:t>j</w:t>
      </w:r>
      <w:r w:rsidR="00894734">
        <w:t>’</w:t>
      </w:r>
      <w:r>
        <w:t>enlevai mes chaussures</w:t>
      </w:r>
      <w:r w:rsidR="00894734">
        <w:t xml:space="preserve">, </w:t>
      </w:r>
      <w:r>
        <w:t xml:space="preserve">choisis le fauteuil le plus </w:t>
      </w:r>
      <w:r>
        <w:lastRenderedPageBreak/>
        <w:t>confortable</w:t>
      </w:r>
      <w:r w:rsidR="00894734">
        <w:t xml:space="preserve">, </w:t>
      </w:r>
      <w:r>
        <w:t>pris une couverture</w:t>
      </w:r>
      <w:r w:rsidR="00894734">
        <w:t xml:space="preserve">, </w:t>
      </w:r>
      <w:r>
        <w:t>posai mes pieds sur une chaise et m</w:t>
      </w:r>
      <w:r w:rsidR="00894734">
        <w:t>’</w:t>
      </w:r>
      <w:r>
        <w:t>endormis</w:t>
      </w:r>
      <w:r w:rsidR="00894734">
        <w:t xml:space="preserve">, </w:t>
      </w:r>
      <w:r>
        <w:t>face à la chambre de Gabrielle</w:t>
      </w:r>
      <w:r w:rsidR="00894734">
        <w:t>.</w:t>
      </w:r>
    </w:p>
    <w:p w14:paraId="79F95933" w14:textId="453C1DD1" w:rsidR="00000000" w:rsidRDefault="00000000" w:rsidP="00894734">
      <w:pPr>
        <w:pStyle w:val="Titre2"/>
        <w:rPr>
          <w:szCs w:val="44"/>
        </w:rPr>
      </w:pPr>
      <w:bookmarkStart w:id="11" w:name="_Toc202288412"/>
      <w:r>
        <w:rPr>
          <w:szCs w:val="44"/>
        </w:rPr>
        <w:lastRenderedPageBreak/>
        <w:t>CHAPITRE IX</w:t>
      </w:r>
      <w:r>
        <w:rPr>
          <w:szCs w:val="44"/>
        </w:rPr>
        <w:br/>
      </w:r>
      <w:r>
        <w:rPr>
          <w:szCs w:val="44"/>
        </w:rPr>
        <w:br/>
        <w:t>UN PARFUM DE FLEURS MORTES</w:t>
      </w:r>
      <w:bookmarkEnd w:id="11"/>
    </w:p>
    <w:p w14:paraId="14F1BDC1" w14:textId="77777777" w:rsidR="00894734" w:rsidRDefault="00000000">
      <w:r>
        <w:t>J</w:t>
      </w:r>
      <w:r w:rsidR="00894734">
        <w:t>’</w:t>
      </w:r>
      <w:r>
        <w:t>ouvris les yeux péniblement</w:t>
      </w:r>
      <w:r w:rsidR="00894734">
        <w:t xml:space="preserve">, </w:t>
      </w:r>
      <w:r>
        <w:t>pensant que je m</w:t>
      </w:r>
      <w:r w:rsidR="00894734">
        <w:t>’</w:t>
      </w:r>
      <w:r>
        <w:t>étais a</w:t>
      </w:r>
      <w:r>
        <w:t>s</w:t>
      </w:r>
      <w:r>
        <w:t>soupi un moment</w:t>
      </w:r>
      <w:r w:rsidR="00894734">
        <w:t xml:space="preserve">, </w:t>
      </w:r>
      <w:r>
        <w:t>les refermai</w:t>
      </w:r>
      <w:r w:rsidR="00894734">
        <w:t xml:space="preserve">, </w:t>
      </w:r>
      <w:r>
        <w:t>retombai dans ma torpeur</w:t>
      </w:r>
      <w:r w:rsidR="00894734">
        <w:t xml:space="preserve">, </w:t>
      </w:r>
      <w:r>
        <w:t>puis me secouai pour essayer de m</w:t>
      </w:r>
      <w:r w:rsidR="00894734">
        <w:t>’</w:t>
      </w:r>
      <w:r>
        <w:t>éveiller tout à fait</w:t>
      </w:r>
      <w:r w:rsidR="00894734">
        <w:t xml:space="preserve">. </w:t>
      </w:r>
      <w:r>
        <w:t>Dans ma demi-inconscience</w:t>
      </w:r>
      <w:r w:rsidR="00894734">
        <w:t xml:space="preserve">, </w:t>
      </w:r>
      <w:r>
        <w:t>je sentais que quelque chose</w:t>
      </w:r>
      <w:r w:rsidR="00894734">
        <w:t xml:space="preserve">, </w:t>
      </w:r>
      <w:r>
        <w:t>je n</w:t>
      </w:r>
      <w:r w:rsidR="00894734">
        <w:t>’</w:t>
      </w:r>
      <w:r>
        <w:t>aurai pu dire quoi</w:t>
      </w:r>
      <w:r w:rsidR="00894734">
        <w:t xml:space="preserve">, </w:t>
      </w:r>
      <w:r>
        <w:t>n</w:t>
      </w:r>
      <w:r w:rsidR="00894734">
        <w:t>’</w:t>
      </w:r>
      <w:r>
        <w:t>était pas normal</w:t>
      </w:r>
      <w:r w:rsidR="00894734">
        <w:t xml:space="preserve">. </w:t>
      </w:r>
      <w:r>
        <w:t>Après quelques minutes</w:t>
      </w:r>
      <w:r w:rsidR="00894734">
        <w:t xml:space="preserve">, </w:t>
      </w:r>
      <w:r>
        <w:t>pendant le</w:t>
      </w:r>
      <w:r>
        <w:t>s</w:t>
      </w:r>
      <w:r>
        <w:t>quelles je m</w:t>
      </w:r>
      <w:r w:rsidR="00894734">
        <w:t>’</w:t>
      </w:r>
      <w:r>
        <w:t>étais forcé à tenir les yeux ouverts</w:t>
      </w:r>
      <w:r w:rsidR="00894734">
        <w:t xml:space="preserve">, </w:t>
      </w:r>
      <w:r>
        <w:t>je me rendis compte que tout était anormalement noir autour de moi</w:t>
      </w:r>
      <w:r w:rsidR="00894734">
        <w:t xml:space="preserve">, </w:t>
      </w:r>
      <w:r>
        <w:t>et su</w:t>
      </w:r>
      <w:r>
        <w:t>r</w:t>
      </w:r>
      <w:r>
        <w:t>tout en face de moi</w:t>
      </w:r>
      <w:r w:rsidR="00894734">
        <w:t xml:space="preserve">. </w:t>
      </w:r>
      <w:r>
        <w:t>Là</w:t>
      </w:r>
      <w:r w:rsidR="00894734">
        <w:t xml:space="preserve">, </w:t>
      </w:r>
      <w:r>
        <w:t>aurait dû se dessiner le rectangle pâle de la porte que j</w:t>
      </w:r>
      <w:r w:rsidR="00894734">
        <w:t>’</w:t>
      </w:r>
      <w:r>
        <w:t>avais laissée ouverte</w:t>
      </w:r>
      <w:r w:rsidR="00894734">
        <w:t xml:space="preserve">, </w:t>
      </w:r>
      <w:r>
        <w:t>et par laquelle m</w:t>
      </w:r>
      <w:r w:rsidR="00894734">
        <w:t>’</w:t>
      </w:r>
      <w:r>
        <w:t>arrivait</w:t>
      </w:r>
      <w:r w:rsidR="00894734">
        <w:t xml:space="preserve">, </w:t>
      </w:r>
      <w:r>
        <w:t>quand je m</w:t>
      </w:r>
      <w:r w:rsidR="00894734">
        <w:t>’</w:t>
      </w:r>
      <w:r>
        <w:t>étais endormi</w:t>
      </w:r>
      <w:r w:rsidR="00894734">
        <w:t xml:space="preserve">, </w:t>
      </w:r>
      <w:r>
        <w:t>la lumière de la lampe du corridor</w:t>
      </w:r>
      <w:r w:rsidR="00894734">
        <w:t xml:space="preserve">. </w:t>
      </w:r>
      <w:r>
        <w:t>Je retins ma respiration</w:t>
      </w:r>
      <w:r w:rsidR="00894734">
        <w:t xml:space="preserve">, </w:t>
      </w:r>
      <w:r>
        <w:t>regardai le cadran lumineux de ma mo</w:t>
      </w:r>
      <w:r>
        <w:t>n</w:t>
      </w:r>
      <w:r>
        <w:t>tre de poignet</w:t>
      </w:r>
      <w:r w:rsidR="00894734">
        <w:t xml:space="preserve">. </w:t>
      </w:r>
      <w:r>
        <w:t>Il était trois heures dix-sept</w:t>
      </w:r>
      <w:r w:rsidR="00894734">
        <w:t xml:space="preserve">. </w:t>
      </w:r>
      <w:r>
        <w:t>J</w:t>
      </w:r>
      <w:r w:rsidR="00894734">
        <w:t>’</w:t>
      </w:r>
      <w:r>
        <w:t>avais dormi plus longtemps que je pensais</w:t>
      </w:r>
      <w:r w:rsidR="00894734">
        <w:t>.</w:t>
      </w:r>
    </w:p>
    <w:p w14:paraId="153B0EA2" w14:textId="77777777" w:rsidR="00894734" w:rsidRDefault="00000000">
      <w:r>
        <w:t>Je sentais mon corps mou et lourd</w:t>
      </w:r>
      <w:r w:rsidR="00894734">
        <w:t xml:space="preserve">, </w:t>
      </w:r>
      <w:r>
        <w:t>ma tête dans un broui</w:t>
      </w:r>
      <w:r>
        <w:t>l</w:t>
      </w:r>
      <w:r>
        <w:t>lard et j</w:t>
      </w:r>
      <w:r w:rsidR="00894734">
        <w:t>’</w:t>
      </w:r>
      <w:r>
        <w:t>avais un mauvais goût dans la bouche</w:t>
      </w:r>
      <w:r w:rsidR="00894734">
        <w:t xml:space="preserve">. </w:t>
      </w:r>
      <w:r>
        <w:t>Je me levai p</w:t>
      </w:r>
      <w:r>
        <w:t>é</w:t>
      </w:r>
      <w:r>
        <w:t>niblement et allai à la porte de ma chambre</w:t>
      </w:r>
      <w:r w:rsidR="00894734">
        <w:t xml:space="preserve">. </w:t>
      </w:r>
      <w:r>
        <w:t>Elle avait été fe</w:t>
      </w:r>
      <w:r>
        <w:t>r</w:t>
      </w:r>
      <w:r>
        <w:t>mée</w:t>
      </w:r>
      <w:r w:rsidR="00894734">
        <w:t xml:space="preserve">. </w:t>
      </w:r>
      <w:r>
        <w:t>Quand je l</w:t>
      </w:r>
      <w:r w:rsidR="00894734">
        <w:t>’</w:t>
      </w:r>
      <w:r>
        <w:t>ouvris</w:t>
      </w:r>
      <w:r w:rsidR="00894734">
        <w:t xml:space="preserve">, </w:t>
      </w:r>
      <w:r>
        <w:t>je fus un instant ébloui par la lumière du couloir et l</w:t>
      </w:r>
      <w:r w:rsidR="00894734">
        <w:t>’</w:t>
      </w:r>
      <w:r>
        <w:t>air qui soufflait dans ce couloir me parut extraord</w:t>
      </w:r>
      <w:r>
        <w:t>i</w:t>
      </w:r>
      <w:r>
        <w:t>nairement frais et pur</w:t>
      </w:r>
      <w:r w:rsidR="00894734">
        <w:t>.</w:t>
      </w:r>
    </w:p>
    <w:p w14:paraId="2BF37135" w14:textId="77777777" w:rsidR="00894734" w:rsidRDefault="00000000">
      <w:r>
        <w:t>Je me retournai vers l</w:t>
      </w:r>
      <w:r w:rsidR="00894734">
        <w:t>’</w:t>
      </w:r>
      <w:r>
        <w:t>intérieur de ma chambre en ren</w:t>
      </w:r>
      <w:r>
        <w:t>i</w:t>
      </w:r>
      <w:r>
        <w:t>flant</w:t>
      </w:r>
      <w:r w:rsidR="00894734">
        <w:t xml:space="preserve">. </w:t>
      </w:r>
      <w:r>
        <w:t>Il en venait une odeur de fleurs</w:t>
      </w:r>
      <w:r w:rsidR="00894734">
        <w:t xml:space="preserve">, </w:t>
      </w:r>
      <w:r>
        <w:t>lourde</w:t>
      </w:r>
      <w:r w:rsidR="00894734">
        <w:t xml:space="preserve">, </w:t>
      </w:r>
      <w:r>
        <w:t>étouffante</w:t>
      </w:r>
      <w:r w:rsidR="00894734">
        <w:t xml:space="preserve">, </w:t>
      </w:r>
      <w:r>
        <w:t>plus une odeur de chambre close où se sont flétries des fleurs qu</w:t>
      </w:r>
      <w:r w:rsidR="00894734">
        <w:t>’</w:t>
      </w:r>
      <w:r>
        <w:t>une odeur de fleurs elles-mêmes</w:t>
      </w:r>
      <w:r w:rsidR="00894734">
        <w:t xml:space="preserve">. </w:t>
      </w:r>
      <w:r>
        <w:t>Je me rappelai vaguement avoir rêvé d</w:t>
      </w:r>
      <w:r w:rsidR="00894734">
        <w:t>’</w:t>
      </w:r>
      <w:r>
        <w:t>un enterrement</w:t>
      </w:r>
      <w:r w:rsidR="00894734">
        <w:t xml:space="preserve">. </w:t>
      </w:r>
      <w:r>
        <w:t>Me sentant chanceler je m</w:t>
      </w:r>
      <w:r w:rsidR="00894734">
        <w:t>’</w:t>
      </w:r>
      <w:r>
        <w:t>appuyai au mur et rencontrai le bouton électrique</w:t>
      </w:r>
      <w:r w:rsidR="00894734">
        <w:t xml:space="preserve">. </w:t>
      </w:r>
      <w:r>
        <w:t>Je le tournai</w:t>
      </w:r>
      <w:r w:rsidR="00894734">
        <w:t>.</w:t>
      </w:r>
    </w:p>
    <w:p w14:paraId="0EA51832" w14:textId="77777777" w:rsidR="00894734" w:rsidRDefault="00000000">
      <w:r>
        <w:lastRenderedPageBreak/>
        <w:t>La lumière m</w:t>
      </w:r>
      <w:r w:rsidR="00894734">
        <w:t>’</w:t>
      </w:r>
      <w:r>
        <w:t>éblouit</w:t>
      </w:r>
      <w:r w:rsidR="00894734">
        <w:t xml:space="preserve">, </w:t>
      </w:r>
      <w:r>
        <w:t>mais je reconnus les lieux et commençai à reprendre conscience tout à fait</w:t>
      </w:r>
      <w:r w:rsidR="00894734">
        <w:t xml:space="preserve">. </w:t>
      </w:r>
      <w:r>
        <w:t>J</w:t>
      </w:r>
      <w:r w:rsidR="00894734">
        <w:t>’</w:t>
      </w:r>
      <w:r>
        <w:t>allai à la salle de bains et me passai de l</w:t>
      </w:r>
      <w:r w:rsidR="00894734">
        <w:t>’</w:t>
      </w:r>
      <w:r>
        <w:t>eau froide sur les mains et le visage</w:t>
      </w:r>
      <w:r w:rsidR="00894734">
        <w:t xml:space="preserve">. </w:t>
      </w:r>
      <w:r>
        <w:t>J</w:t>
      </w:r>
      <w:r w:rsidR="00894734">
        <w:t>’</w:t>
      </w:r>
      <w:r>
        <w:t>éteignis ensuite la lumière</w:t>
      </w:r>
      <w:r w:rsidR="00894734">
        <w:t xml:space="preserve">, </w:t>
      </w:r>
      <w:r>
        <w:t>pris ma lampe de poche et entrai dans la chambre de Gabrielle</w:t>
      </w:r>
      <w:r w:rsidR="00894734">
        <w:t xml:space="preserve">. </w:t>
      </w:r>
      <w:r>
        <w:t>Le lit était vide</w:t>
      </w:r>
      <w:r w:rsidR="00894734">
        <w:t xml:space="preserve">, </w:t>
      </w:r>
      <w:r>
        <w:t>les couvertures rejetées au pied</w:t>
      </w:r>
      <w:r w:rsidR="00894734">
        <w:t xml:space="preserve">. </w:t>
      </w:r>
      <w:r>
        <w:t>Je posai la main sur la place de son corps dans le lit</w:t>
      </w:r>
      <w:r w:rsidR="00894734">
        <w:t xml:space="preserve">. </w:t>
      </w:r>
      <w:r>
        <w:t>Elle était froide</w:t>
      </w:r>
      <w:r w:rsidR="00894734">
        <w:t xml:space="preserve">. </w:t>
      </w:r>
      <w:r>
        <w:t>Il n</w:t>
      </w:r>
      <w:r w:rsidR="00894734">
        <w:t>’</w:t>
      </w:r>
      <w:r>
        <w:t>y avait personne dans la salle de bains ni dans la penderie</w:t>
      </w:r>
      <w:r w:rsidR="00894734">
        <w:t>.</w:t>
      </w:r>
    </w:p>
    <w:p w14:paraId="393BDFB8" w14:textId="77777777" w:rsidR="00894734" w:rsidRDefault="00000000">
      <w:r>
        <w:t>Je revins me chausser dans ma chambre et me mis en d</w:t>
      </w:r>
      <w:r>
        <w:t>e</w:t>
      </w:r>
      <w:r>
        <w:t>voir de fouiller la maison de fond en comble</w:t>
      </w:r>
      <w:r w:rsidR="00894734">
        <w:t xml:space="preserve">. </w:t>
      </w:r>
      <w:r>
        <w:t>J</w:t>
      </w:r>
      <w:r w:rsidR="00894734">
        <w:t>’</w:t>
      </w:r>
      <w:r>
        <w:t>étais à peu près entre le premier et le deuxième étage</w:t>
      </w:r>
      <w:r w:rsidR="00894734">
        <w:t xml:space="preserve">, </w:t>
      </w:r>
      <w:r>
        <w:t>quand il me sembla voir remuer quelque chose qui venait de la porte de la rue à l</w:t>
      </w:r>
      <w:r w:rsidR="00894734">
        <w:t>’</w:t>
      </w:r>
      <w:r>
        <w:t>intérieur de la maison</w:t>
      </w:r>
      <w:r w:rsidR="00894734">
        <w:t xml:space="preserve">. </w:t>
      </w:r>
      <w:r>
        <w:t>La rampe de l</w:t>
      </w:r>
      <w:r w:rsidR="00894734">
        <w:t>’</w:t>
      </w:r>
      <w:r>
        <w:t>escalier me cachait la porte de la rue</w:t>
      </w:r>
      <w:r w:rsidR="00894734">
        <w:t xml:space="preserve">. </w:t>
      </w:r>
      <w:r>
        <w:t>Je crus voir un visage</w:t>
      </w:r>
      <w:r w:rsidR="00894734">
        <w:t xml:space="preserve">, </w:t>
      </w:r>
      <w:r>
        <w:t>mais c</w:t>
      </w:r>
      <w:r w:rsidR="00894734">
        <w:t>’</w:t>
      </w:r>
      <w:r>
        <w:t>est ce que tout le monde aurait cru voir à ma place</w:t>
      </w:r>
      <w:r w:rsidR="00894734">
        <w:t xml:space="preserve">. </w:t>
      </w:r>
      <w:r>
        <w:t>Non</w:t>
      </w:r>
      <w:r w:rsidR="00894734">
        <w:t xml:space="preserve">, </w:t>
      </w:r>
      <w:r>
        <w:t>ce que je pouvais dire avoir vu</w:t>
      </w:r>
      <w:r w:rsidR="00894734">
        <w:t xml:space="preserve">, </w:t>
      </w:r>
      <w:r>
        <w:t>réellement</w:t>
      </w:r>
      <w:r w:rsidR="00894734">
        <w:t xml:space="preserve">, </w:t>
      </w:r>
      <w:r>
        <w:t>c</w:t>
      </w:r>
      <w:r w:rsidR="00894734">
        <w:t>’</w:t>
      </w:r>
      <w:r>
        <w:t>était comme la fuite d</w:t>
      </w:r>
      <w:r w:rsidR="00894734">
        <w:t>’</w:t>
      </w:r>
      <w:r>
        <w:t>une forme claire</w:t>
      </w:r>
      <w:r w:rsidR="00894734">
        <w:t>.</w:t>
      </w:r>
    </w:p>
    <w:p w14:paraId="7C7AEA24" w14:textId="77777777" w:rsidR="00894734" w:rsidRDefault="00000000">
      <w:r>
        <w:t>Le vestibule et ce que je pouvais voir des corridors du rez-de-chaussée étaient vides quand je fus au bas de l</w:t>
      </w:r>
      <w:r w:rsidR="00894734">
        <w:t>’</w:t>
      </w:r>
      <w:r>
        <w:t>escalier</w:t>
      </w:r>
      <w:r w:rsidR="00894734">
        <w:t xml:space="preserve">. </w:t>
      </w:r>
      <w:r>
        <w:t>Pour la première fois</w:t>
      </w:r>
      <w:r w:rsidR="00894734">
        <w:t xml:space="preserve">, </w:t>
      </w:r>
      <w:r>
        <w:t>depuis que j</w:t>
      </w:r>
      <w:r w:rsidR="00894734">
        <w:t>’</w:t>
      </w:r>
      <w:r>
        <w:t>étais sorti de mon sommeil</w:t>
      </w:r>
      <w:r w:rsidR="00894734">
        <w:t xml:space="preserve">, </w:t>
      </w:r>
      <w:r>
        <w:t>j</w:t>
      </w:r>
      <w:r w:rsidR="00894734">
        <w:t>’</w:t>
      </w:r>
      <w:r>
        <w:t>entendis un bruit que je n</w:t>
      </w:r>
      <w:r w:rsidR="00894734">
        <w:t>’</w:t>
      </w:r>
      <w:r>
        <w:t>avais pas fait</w:t>
      </w:r>
      <w:r w:rsidR="00894734">
        <w:t xml:space="preserve">. </w:t>
      </w:r>
      <w:r>
        <w:t>C</w:t>
      </w:r>
      <w:r w:rsidR="00894734">
        <w:t>’</w:t>
      </w:r>
      <w:r>
        <w:t>était un pas sur les-marches de pierre du perron de la rue</w:t>
      </w:r>
      <w:r w:rsidR="00894734">
        <w:t>.</w:t>
      </w:r>
    </w:p>
    <w:p w14:paraId="3C4A4F70" w14:textId="77777777" w:rsidR="00894734" w:rsidRDefault="00000000">
      <w:r>
        <w:t>J</w:t>
      </w:r>
      <w:r w:rsidR="00894734">
        <w:t>’</w:t>
      </w:r>
      <w:r>
        <w:t>allai à la porte et tirai le verrou</w:t>
      </w:r>
      <w:r w:rsidR="00894734">
        <w:t xml:space="preserve">. </w:t>
      </w:r>
      <w:r>
        <w:t>Je maintins la porte o</w:t>
      </w:r>
      <w:r>
        <w:t>u</w:t>
      </w:r>
      <w:r>
        <w:t>verte d</w:t>
      </w:r>
      <w:r w:rsidR="00894734">
        <w:t>’</w:t>
      </w:r>
      <w:r>
        <w:t>une main</w:t>
      </w:r>
      <w:r w:rsidR="00894734">
        <w:t xml:space="preserve">, </w:t>
      </w:r>
      <w:r>
        <w:t>l</w:t>
      </w:r>
      <w:r w:rsidR="00894734">
        <w:t>’</w:t>
      </w:r>
      <w:r>
        <w:t>autre sur la crosse de mon revolver</w:t>
      </w:r>
      <w:r w:rsidR="00894734">
        <w:t xml:space="preserve">, </w:t>
      </w:r>
      <w:r>
        <w:t>dans ma poche</w:t>
      </w:r>
      <w:r w:rsidR="00894734">
        <w:t>.</w:t>
      </w:r>
    </w:p>
    <w:p w14:paraId="001A3C85" w14:textId="77777777" w:rsidR="00894734" w:rsidRDefault="00000000">
      <w:r>
        <w:t>Éric Collinson se tenait sur la dernière marche</w:t>
      </w:r>
      <w:r w:rsidR="00894734">
        <w:t>.</w:t>
      </w:r>
    </w:p>
    <w:p w14:paraId="03190A36" w14:textId="77777777" w:rsidR="00894734" w:rsidRDefault="00894734">
      <w:r>
        <w:t>— </w:t>
      </w:r>
      <w:r w:rsidR="00000000">
        <w:t>Que diable faites-vous donc là</w:t>
      </w:r>
      <w:r>
        <w:t xml:space="preserve"> ? </w:t>
      </w:r>
      <w:r w:rsidR="00000000">
        <w:t>lui dis-je sourdement</w:t>
      </w:r>
      <w:r>
        <w:t>.</w:t>
      </w:r>
    </w:p>
    <w:p w14:paraId="67A294BA" w14:textId="77777777" w:rsidR="00894734" w:rsidRDefault="00000000">
      <w:r>
        <w:t>Il me raconta une confuse histoire qu</w:t>
      </w:r>
      <w:r w:rsidR="00894734">
        <w:t>’</w:t>
      </w:r>
      <w:r>
        <w:t>il compliquait en voulant l</w:t>
      </w:r>
      <w:r w:rsidR="00894734">
        <w:t>’</w:t>
      </w:r>
      <w:r>
        <w:t>abréger</w:t>
      </w:r>
      <w:r w:rsidR="00894734">
        <w:t xml:space="preserve">. </w:t>
      </w:r>
      <w:r>
        <w:t>Il avait l</w:t>
      </w:r>
      <w:r w:rsidR="00894734">
        <w:t>’</w:t>
      </w:r>
      <w:r>
        <w:t xml:space="preserve">habitude de téléphoner tous les soirs à </w:t>
      </w:r>
      <w:proofErr w:type="spellStart"/>
      <w:r>
        <w:t>Riese</w:t>
      </w:r>
      <w:proofErr w:type="spellEnd"/>
      <w:r>
        <w:t xml:space="preserve"> pour lui demander des nouvelles de Gabrielle</w:t>
      </w:r>
      <w:r w:rsidR="00894734">
        <w:t xml:space="preserve">. </w:t>
      </w:r>
      <w:r>
        <w:lastRenderedPageBreak/>
        <w:t>Hier soir et toute cette nuit</w:t>
      </w:r>
      <w:r w:rsidR="00894734">
        <w:t xml:space="preserve">, </w:t>
      </w:r>
      <w:r>
        <w:t>il avait essayé en vain de joindre le docteur</w:t>
      </w:r>
      <w:r w:rsidR="00894734">
        <w:t xml:space="preserve">. </w:t>
      </w:r>
      <w:r>
        <w:t>Il l</w:t>
      </w:r>
      <w:r w:rsidR="00894734">
        <w:t>’</w:t>
      </w:r>
      <w:r>
        <w:t>avait appelé jusqu</w:t>
      </w:r>
      <w:r w:rsidR="00894734">
        <w:t>’</w:t>
      </w:r>
      <w:r>
        <w:t>à deux heures du matin</w:t>
      </w:r>
      <w:r w:rsidR="00894734">
        <w:t xml:space="preserve">. </w:t>
      </w:r>
      <w:r>
        <w:t>Le docteur n</w:t>
      </w:r>
      <w:r w:rsidR="00894734">
        <w:t>’</w:t>
      </w:r>
      <w:r>
        <w:t>était pas à la maison</w:t>
      </w:r>
      <w:r w:rsidR="00894734">
        <w:t xml:space="preserve">, </w:t>
      </w:r>
      <w:r>
        <w:t>lui avait-on-dit</w:t>
      </w:r>
      <w:r w:rsidR="00894734">
        <w:t xml:space="preserve">, </w:t>
      </w:r>
      <w:r>
        <w:t xml:space="preserve">et personne ne pouvait lui dire </w:t>
      </w:r>
      <w:proofErr w:type="spellStart"/>
      <w:r>
        <w:t>ou</w:t>
      </w:r>
      <w:proofErr w:type="spellEnd"/>
      <w:r>
        <w:t xml:space="preserve"> il était</w:t>
      </w:r>
      <w:r w:rsidR="00894734">
        <w:t xml:space="preserve">, </w:t>
      </w:r>
      <w:r>
        <w:t>ni pourquoi il n</w:t>
      </w:r>
      <w:r w:rsidR="00894734">
        <w:t>’</w:t>
      </w:r>
      <w:r>
        <w:t>était pas chez lui</w:t>
      </w:r>
      <w:r w:rsidR="00894734">
        <w:t xml:space="preserve">. </w:t>
      </w:r>
      <w:r>
        <w:t>Collinson</w:t>
      </w:r>
      <w:r w:rsidR="00894734">
        <w:t xml:space="preserve">, </w:t>
      </w:r>
      <w:r>
        <w:t>inquiet parce qu</w:t>
      </w:r>
      <w:r w:rsidR="00894734">
        <w:t>’</w:t>
      </w:r>
      <w:r>
        <w:t>il craignait que l</w:t>
      </w:r>
      <w:r w:rsidR="00894734">
        <w:t>’</w:t>
      </w:r>
      <w:r>
        <w:t xml:space="preserve">état de Gabrielle ait retenu </w:t>
      </w:r>
      <w:proofErr w:type="spellStart"/>
      <w:r>
        <w:t>Riese</w:t>
      </w:r>
      <w:proofErr w:type="spellEnd"/>
      <w:r w:rsidR="00894734">
        <w:t xml:space="preserve">, </w:t>
      </w:r>
      <w:r>
        <w:t>était venu dans le voisinage du Temple</w:t>
      </w:r>
      <w:r w:rsidR="00894734">
        <w:t xml:space="preserve">, </w:t>
      </w:r>
      <w:r>
        <w:t>pensant qu</w:t>
      </w:r>
      <w:r w:rsidR="00894734">
        <w:t>’</w:t>
      </w:r>
      <w:r>
        <w:t>il aurait la chance d</w:t>
      </w:r>
      <w:r w:rsidR="00894734">
        <w:t>’</w:t>
      </w:r>
      <w:r>
        <w:t>apercevoir quelqu</w:t>
      </w:r>
      <w:r w:rsidR="00894734">
        <w:t>’</w:t>
      </w:r>
      <w:r>
        <w:t>un qui le renseignât</w:t>
      </w:r>
      <w:r w:rsidR="00894734">
        <w:t xml:space="preserve">. </w:t>
      </w:r>
      <w:r>
        <w:t>Il n</w:t>
      </w:r>
      <w:r w:rsidR="00894734">
        <w:t>’</w:t>
      </w:r>
      <w:r>
        <w:t>avait pas l</w:t>
      </w:r>
      <w:r w:rsidR="00894734">
        <w:t>’</w:t>
      </w:r>
      <w:r>
        <w:t>intention</w:t>
      </w:r>
      <w:r w:rsidR="00894734">
        <w:t xml:space="preserve">, </w:t>
      </w:r>
      <w:r>
        <w:t>me dit-il</w:t>
      </w:r>
      <w:r w:rsidR="00894734">
        <w:t xml:space="preserve">, </w:t>
      </w:r>
      <w:r>
        <w:t>de sonner à la porte et ne s</w:t>
      </w:r>
      <w:r w:rsidR="00894734">
        <w:t>’</w:t>
      </w:r>
      <w:r>
        <w:t>était avancé que quand il m</w:t>
      </w:r>
      <w:r w:rsidR="00894734">
        <w:t>’</w:t>
      </w:r>
      <w:r>
        <w:t>avait vu regarder dans la rue</w:t>
      </w:r>
      <w:r w:rsidR="00894734">
        <w:t>.</w:t>
      </w:r>
    </w:p>
    <w:p w14:paraId="5AD7024F" w14:textId="77777777" w:rsidR="00894734" w:rsidRDefault="00894734">
      <w:r>
        <w:t>— </w:t>
      </w:r>
      <w:r w:rsidR="00000000">
        <w:t>Jusqu</w:t>
      </w:r>
      <w:r>
        <w:t>’</w:t>
      </w:r>
      <w:r w:rsidR="00000000">
        <w:t>à ce que vous ayez vu qui</w:t>
      </w:r>
      <w:r>
        <w:t xml:space="preserve"> ? </w:t>
      </w:r>
      <w:r w:rsidR="00000000">
        <w:t>demandai-je ahuri</w:t>
      </w:r>
      <w:r>
        <w:t>.</w:t>
      </w:r>
    </w:p>
    <w:p w14:paraId="2CABE8FA" w14:textId="77777777" w:rsidR="00894734" w:rsidRDefault="00894734">
      <w:r>
        <w:t>— </w:t>
      </w:r>
      <w:r w:rsidR="00000000">
        <w:t>Vous</w:t>
      </w:r>
      <w:r>
        <w:t>.</w:t>
      </w:r>
    </w:p>
    <w:p w14:paraId="05E5473B" w14:textId="77777777" w:rsidR="00894734" w:rsidRDefault="00894734">
      <w:r>
        <w:t>— </w:t>
      </w:r>
      <w:r w:rsidR="00000000">
        <w:t>Quand</w:t>
      </w:r>
      <w:r>
        <w:t> ?</w:t>
      </w:r>
    </w:p>
    <w:p w14:paraId="03FA1CCE" w14:textId="77777777" w:rsidR="00894734" w:rsidRDefault="00894734">
      <w:r>
        <w:t>— </w:t>
      </w:r>
      <w:r w:rsidR="00000000">
        <w:t>Il y a une minute</w:t>
      </w:r>
      <w:r>
        <w:t xml:space="preserve">, </w:t>
      </w:r>
      <w:r w:rsidR="00000000">
        <w:t>quand vous avez regardé dehors</w:t>
      </w:r>
      <w:r>
        <w:t>.</w:t>
      </w:r>
    </w:p>
    <w:p w14:paraId="191B31F7" w14:textId="77777777" w:rsidR="00894734" w:rsidRDefault="00894734">
      <w:r>
        <w:t>— </w:t>
      </w:r>
      <w:r w:rsidR="00000000">
        <w:t>Ce n</w:t>
      </w:r>
      <w:r>
        <w:t>’</w:t>
      </w:r>
      <w:r w:rsidR="00000000">
        <w:t>est pas moi que vous avez vu</w:t>
      </w:r>
      <w:r>
        <w:t xml:space="preserve">. </w:t>
      </w:r>
      <w:r w:rsidR="00000000">
        <w:t>Qu</w:t>
      </w:r>
      <w:r>
        <w:t>’</w:t>
      </w:r>
      <w:r w:rsidR="00000000">
        <w:t>avez-vous vu au juste</w:t>
      </w:r>
      <w:r>
        <w:t> ?</w:t>
      </w:r>
    </w:p>
    <w:p w14:paraId="375BA557" w14:textId="77777777" w:rsidR="00894734" w:rsidRDefault="00894734">
      <w:r>
        <w:t>— </w:t>
      </w:r>
      <w:r w:rsidR="00000000">
        <w:t>Quelqu</w:t>
      </w:r>
      <w:r>
        <w:t>’</w:t>
      </w:r>
      <w:r w:rsidR="00000000">
        <w:t>un qui regardait dehors</w:t>
      </w:r>
      <w:r>
        <w:t xml:space="preserve">, </w:t>
      </w:r>
      <w:r w:rsidR="00000000">
        <w:t>vous dis-je</w:t>
      </w:r>
      <w:r>
        <w:t xml:space="preserve">, </w:t>
      </w:r>
      <w:r w:rsidR="00000000">
        <w:t>qui guettait les alentours</w:t>
      </w:r>
      <w:r>
        <w:t xml:space="preserve">. </w:t>
      </w:r>
      <w:r w:rsidR="00000000">
        <w:t>J</w:t>
      </w:r>
      <w:r>
        <w:t>’</w:t>
      </w:r>
      <w:r w:rsidR="00000000">
        <w:t>ai sauté de ma voiture où j</w:t>
      </w:r>
      <w:r>
        <w:t>’</w:t>
      </w:r>
      <w:r w:rsidR="00000000">
        <w:t>étais resté</w:t>
      </w:r>
      <w:r>
        <w:t xml:space="preserve">, </w:t>
      </w:r>
      <w:r w:rsidR="00000000">
        <w:t>là au coin</w:t>
      </w:r>
      <w:r>
        <w:t xml:space="preserve">, </w:t>
      </w:r>
      <w:r w:rsidR="00000000">
        <w:t>et je suis venu</w:t>
      </w:r>
      <w:r>
        <w:t xml:space="preserve">. </w:t>
      </w:r>
      <w:r w:rsidR="00000000">
        <w:t>J</w:t>
      </w:r>
      <w:r>
        <w:t>’</w:t>
      </w:r>
      <w:r w:rsidR="00000000">
        <w:t>aurais juré que c</w:t>
      </w:r>
      <w:r>
        <w:t>’</w:t>
      </w:r>
      <w:r w:rsidR="00000000">
        <w:t>était vous</w:t>
      </w:r>
      <w:r>
        <w:t xml:space="preserve">. </w:t>
      </w:r>
      <w:r w:rsidR="00000000">
        <w:t>Comment va G</w:t>
      </w:r>
      <w:r w:rsidR="00000000">
        <w:t>a</w:t>
      </w:r>
      <w:r w:rsidR="00000000">
        <w:t>brielle</w:t>
      </w:r>
      <w:r>
        <w:t> ?</w:t>
      </w:r>
    </w:p>
    <w:p w14:paraId="026AD437" w14:textId="298B94D2" w:rsidR="00894734" w:rsidRDefault="00894734">
      <w:r>
        <w:t>— </w:t>
      </w:r>
      <w:r w:rsidR="00000000">
        <w:t>Elle va bien</w:t>
      </w:r>
      <w:r>
        <w:t xml:space="preserve">, </w:t>
      </w:r>
      <w:r w:rsidR="00000000">
        <w:t>dis-je</w:t>
      </w:r>
      <w:r>
        <w:t>. (</w:t>
      </w:r>
      <w:r w:rsidR="00000000">
        <w:t>Il n</w:t>
      </w:r>
      <w:r>
        <w:t>’</w:t>
      </w:r>
      <w:r w:rsidR="00000000">
        <w:t>était pas nécessaire</w:t>
      </w:r>
      <w:r>
        <w:t xml:space="preserve">, </w:t>
      </w:r>
      <w:r w:rsidR="00000000">
        <w:t>en effet</w:t>
      </w:r>
      <w:r>
        <w:t xml:space="preserve">, </w:t>
      </w:r>
      <w:r w:rsidR="00000000">
        <w:t>de lui dire que j</w:t>
      </w:r>
      <w:r>
        <w:t>’</w:t>
      </w:r>
      <w:r w:rsidR="00000000">
        <w:t>étais en train de la chercher</w:t>
      </w:r>
      <w:r>
        <w:t xml:space="preserve">.) </w:t>
      </w:r>
      <w:r w:rsidR="00000000">
        <w:t>Ne parlez pas si fort</w:t>
      </w:r>
      <w:r>
        <w:t xml:space="preserve">. </w:t>
      </w:r>
      <w:r w:rsidR="00000000">
        <w:t xml:space="preserve">Et vous dites que chez le </w:t>
      </w:r>
      <w:r>
        <w:t>D</w:t>
      </w:r>
      <w:r w:rsidRPr="00894734">
        <w:rPr>
          <w:vertAlign w:val="superscript"/>
        </w:rPr>
        <w:t>r</w:t>
      </w:r>
      <w:r>
        <w:t> </w:t>
      </w:r>
      <w:proofErr w:type="spellStart"/>
      <w:r>
        <w:t>R</w:t>
      </w:r>
      <w:r w:rsidR="00000000">
        <w:t>iese</w:t>
      </w:r>
      <w:proofErr w:type="spellEnd"/>
      <w:r w:rsidR="00000000">
        <w:t xml:space="preserve"> on ne sait pas où il est</w:t>
      </w:r>
      <w:r>
        <w:t> ?</w:t>
      </w:r>
    </w:p>
    <w:p w14:paraId="7EBED159" w14:textId="77777777" w:rsidR="00894734" w:rsidRDefault="00894734">
      <w:r>
        <w:t>— </w:t>
      </w:r>
      <w:r w:rsidR="00000000">
        <w:t>Non</w:t>
      </w:r>
      <w:r>
        <w:t xml:space="preserve">, </w:t>
      </w:r>
      <w:r w:rsidR="00000000">
        <w:t>ils paraissent inquiets</w:t>
      </w:r>
      <w:r>
        <w:t xml:space="preserve">. </w:t>
      </w:r>
      <w:r w:rsidR="00000000">
        <w:t>Mais tout va bien</w:t>
      </w:r>
      <w:r>
        <w:t xml:space="preserve">, </w:t>
      </w:r>
      <w:r w:rsidR="00000000">
        <w:t>puisque Gabrielle va bien</w:t>
      </w:r>
      <w:r>
        <w:t>.</w:t>
      </w:r>
    </w:p>
    <w:p w14:paraId="2C45B698" w14:textId="77777777" w:rsidR="00894734" w:rsidRDefault="00000000">
      <w:r>
        <w:t>Il mit sa main sur mon bras et sa voix se fit toute humble</w:t>
      </w:r>
      <w:r w:rsidR="00894734">
        <w:t> :</w:t>
      </w:r>
    </w:p>
    <w:p w14:paraId="43290955" w14:textId="77777777" w:rsidR="00894734" w:rsidRDefault="00894734">
      <w:r>
        <w:lastRenderedPageBreak/>
        <w:t>— </w:t>
      </w:r>
      <w:r w:rsidR="00000000">
        <w:t>Est-ce que je</w:t>
      </w:r>
      <w:r>
        <w:t xml:space="preserve">… </w:t>
      </w:r>
      <w:r w:rsidR="00000000">
        <w:t>Est-ce que je pourrais la voir</w:t>
      </w:r>
      <w:r>
        <w:t xml:space="preserve"> ? </w:t>
      </w:r>
      <w:r w:rsidR="00000000">
        <w:t>Juste une minute</w:t>
      </w:r>
      <w:r>
        <w:t xml:space="preserve"> ? </w:t>
      </w:r>
      <w:r w:rsidR="00000000">
        <w:t>Je ne dirai rien</w:t>
      </w:r>
      <w:r>
        <w:t xml:space="preserve">. </w:t>
      </w:r>
      <w:r w:rsidR="00000000">
        <w:t>Elle ne saura même jamais que je l</w:t>
      </w:r>
      <w:r>
        <w:t>’</w:t>
      </w:r>
      <w:r w:rsidR="00000000">
        <w:t>ai vue</w:t>
      </w:r>
      <w:r>
        <w:t>.</w:t>
      </w:r>
    </w:p>
    <w:p w14:paraId="7B504DA3" w14:textId="77777777" w:rsidR="00894734" w:rsidRDefault="00000000">
      <w:r>
        <w:t>Ce grand gaillard</w:t>
      </w:r>
      <w:r w:rsidR="00894734">
        <w:t xml:space="preserve">, </w:t>
      </w:r>
      <w:r>
        <w:t>capable de se mettre en pièces pour l</w:t>
      </w:r>
      <w:r w:rsidR="00894734">
        <w:t>’</w:t>
      </w:r>
      <w:r>
        <w:t>amour de Gabrielle</w:t>
      </w:r>
      <w:r w:rsidR="00894734">
        <w:t xml:space="preserve">, </w:t>
      </w:r>
      <w:r>
        <w:t>m</w:t>
      </w:r>
      <w:r w:rsidR="00894734">
        <w:t>’</w:t>
      </w:r>
      <w:r>
        <w:t>embarrassait bien</w:t>
      </w:r>
      <w:r w:rsidR="00894734">
        <w:t xml:space="preserve">. </w:t>
      </w:r>
      <w:r>
        <w:t>Je lui dis</w:t>
      </w:r>
      <w:r w:rsidR="00894734">
        <w:t xml:space="preserve">, </w:t>
      </w:r>
      <w:r>
        <w:t>voulant à tout prix gagner du temps</w:t>
      </w:r>
      <w:r w:rsidR="00894734">
        <w:t> :</w:t>
      </w:r>
    </w:p>
    <w:p w14:paraId="11FCFD50" w14:textId="77777777" w:rsidR="00894734" w:rsidRDefault="00894734">
      <w:r>
        <w:t>— </w:t>
      </w:r>
      <w:r w:rsidR="00000000">
        <w:t>Allons</w:t>
      </w:r>
      <w:r>
        <w:t xml:space="preserve">, </w:t>
      </w:r>
      <w:r w:rsidR="00000000">
        <w:t>venez</w:t>
      </w:r>
      <w:r>
        <w:t xml:space="preserve">. </w:t>
      </w:r>
      <w:r w:rsidR="00000000">
        <w:t>Je suis en train de faire ma tournée d</w:t>
      </w:r>
      <w:r>
        <w:t>’</w:t>
      </w:r>
      <w:r w:rsidR="00000000">
        <w:t>inspection</w:t>
      </w:r>
      <w:r>
        <w:t xml:space="preserve">. </w:t>
      </w:r>
      <w:r w:rsidR="00000000">
        <w:t>Restez calme et</w:t>
      </w:r>
      <w:r>
        <w:t xml:space="preserve">, </w:t>
      </w:r>
      <w:r w:rsidR="00000000">
        <w:t>après</w:t>
      </w:r>
      <w:r>
        <w:t xml:space="preserve">, </w:t>
      </w:r>
      <w:r w:rsidR="00000000">
        <w:t>nous verrons ce que nous pouvons faire</w:t>
      </w:r>
      <w:r>
        <w:t>.</w:t>
      </w:r>
    </w:p>
    <w:p w14:paraId="48B31D23" w14:textId="77777777" w:rsidR="00894734" w:rsidRDefault="00000000">
      <w:r>
        <w:t>Il entra</w:t>
      </w:r>
      <w:r w:rsidR="00894734">
        <w:t xml:space="preserve">, </w:t>
      </w:r>
      <w:r>
        <w:t>me regardant comme si j</w:t>
      </w:r>
      <w:r w:rsidR="00894734">
        <w:t>’</w:t>
      </w:r>
      <w:r>
        <w:t>étais saint Pierre l</w:t>
      </w:r>
      <w:r w:rsidR="00894734">
        <w:t>’</w:t>
      </w:r>
      <w:r>
        <w:t>introduisant au paradis</w:t>
      </w:r>
      <w:r w:rsidR="00894734">
        <w:t xml:space="preserve">. </w:t>
      </w:r>
      <w:r>
        <w:t>Je fermai la porte</w:t>
      </w:r>
      <w:r w:rsidR="00894734">
        <w:t xml:space="preserve">, </w:t>
      </w:r>
      <w:r>
        <w:t>et le conduisit dans le vestibule vers un corridor</w:t>
      </w:r>
      <w:r w:rsidR="00894734">
        <w:t>.</w:t>
      </w:r>
    </w:p>
    <w:p w14:paraId="16356068" w14:textId="77777777" w:rsidR="00894734" w:rsidRDefault="00000000">
      <w:r>
        <w:t>C</w:t>
      </w:r>
      <w:r w:rsidR="00894734">
        <w:t>’</w:t>
      </w:r>
      <w:r>
        <w:t>est alors que nous apparut Gabrielle à un tournant du couloir</w:t>
      </w:r>
      <w:r w:rsidR="00894734">
        <w:t xml:space="preserve">, </w:t>
      </w:r>
      <w:r>
        <w:t>venant vers nous</w:t>
      </w:r>
      <w:r w:rsidR="00894734">
        <w:t xml:space="preserve">. </w:t>
      </w:r>
      <w:r>
        <w:t>Elle était pieds nus</w:t>
      </w:r>
      <w:r w:rsidR="00894734">
        <w:t xml:space="preserve">. </w:t>
      </w:r>
      <w:r>
        <w:t>Elle portait une chemise de nuit de soie jaune</w:t>
      </w:r>
      <w:r w:rsidR="00894734">
        <w:t xml:space="preserve">, </w:t>
      </w:r>
      <w:r>
        <w:t>qui était maculée de taches so</w:t>
      </w:r>
      <w:r>
        <w:t>m</w:t>
      </w:r>
      <w:r>
        <w:t>bres</w:t>
      </w:r>
      <w:r w:rsidR="00894734">
        <w:t xml:space="preserve">. </w:t>
      </w:r>
      <w:r>
        <w:t>De ses deux mains devant elle</w:t>
      </w:r>
      <w:r w:rsidR="00894734">
        <w:t xml:space="preserve">, </w:t>
      </w:r>
      <w:r>
        <w:t>elle tenait un large po</w:t>
      </w:r>
      <w:r>
        <w:t>i</w:t>
      </w:r>
      <w:r>
        <w:t>gnard</w:t>
      </w:r>
      <w:r w:rsidR="00894734">
        <w:t xml:space="preserve">, </w:t>
      </w:r>
      <w:r>
        <w:t>presque une épée</w:t>
      </w:r>
      <w:r w:rsidR="00894734">
        <w:t xml:space="preserve">. </w:t>
      </w:r>
      <w:r>
        <w:t>L</w:t>
      </w:r>
      <w:r w:rsidR="00894734">
        <w:t>’</w:t>
      </w:r>
      <w:r>
        <w:t>arme était rouge et les mains et les bras de Gabrielle étaient rouges</w:t>
      </w:r>
      <w:r w:rsidR="00894734">
        <w:t xml:space="preserve">. </w:t>
      </w:r>
      <w:r>
        <w:t>Il y avait une trace de sang sur une de ses joues</w:t>
      </w:r>
      <w:r w:rsidR="00894734">
        <w:t xml:space="preserve">. </w:t>
      </w:r>
      <w:r>
        <w:t>Mais ses yeux étaient clairs</w:t>
      </w:r>
      <w:r w:rsidR="00894734">
        <w:t xml:space="preserve">, </w:t>
      </w:r>
      <w:r>
        <w:t>brillants et ca</w:t>
      </w:r>
      <w:r>
        <w:t>l</w:t>
      </w:r>
      <w:r>
        <w:t>mes</w:t>
      </w:r>
      <w:r w:rsidR="00894734">
        <w:t>.</w:t>
      </w:r>
    </w:p>
    <w:p w14:paraId="1E0745A5" w14:textId="77777777" w:rsidR="00894734" w:rsidRDefault="00000000">
      <w:r>
        <w:t>Elle marcha vers moi</w:t>
      </w:r>
      <w:r w:rsidR="00894734">
        <w:t xml:space="preserve">, </w:t>
      </w:r>
      <w:r>
        <w:t>attachant son regard au mien et me dit</w:t>
      </w:r>
      <w:r w:rsidR="00894734">
        <w:t xml:space="preserve">, </w:t>
      </w:r>
      <w:r>
        <w:t>exactement comme si elle s</w:t>
      </w:r>
      <w:r w:rsidR="00894734">
        <w:t>’</w:t>
      </w:r>
      <w:r>
        <w:t>attendait à me trouver là</w:t>
      </w:r>
      <w:r w:rsidR="00894734">
        <w:t> :</w:t>
      </w:r>
    </w:p>
    <w:p w14:paraId="7338F8A7" w14:textId="77777777" w:rsidR="00894734" w:rsidRDefault="00894734">
      <w:r>
        <w:t>— </w:t>
      </w:r>
      <w:r w:rsidR="00000000">
        <w:t>Prenez cela</w:t>
      </w:r>
      <w:r>
        <w:t xml:space="preserve">. </w:t>
      </w:r>
      <w:r w:rsidR="00000000">
        <w:t>Vous voyez</w:t>
      </w:r>
      <w:r>
        <w:t xml:space="preserve">, </w:t>
      </w:r>
      <w:r w:rsidR="00000000">
        <w:t>je l</w:t>
      </w:r>
      <w:r>
        <w:t>’</w:t>
      </w:r>
      <w:r w:rsidR="00000000">
        <w:t>ai tué</w:t>
      </w:r>
      <w:r>
        <w:t>.</w:t>
      </w:r>
    </w:p>
    <w:p w14:paraId="28766836" w14:textId="77777777" w:rsidR="00894734" w:rsidRDefault="00000000">
      <w:r>
        <w:t>Et comme je ne répondais rien</w:t>
      </w:r>
      <w:r w:rsidR="00894734">
        <w:t> :</w:t>
      </w:r>
    </w:p>
    <w:p w14:paraId="51CA3702" w14:textId="77777777" w:rsidR="00894734" w:rsidRDefault="00894734">
      <w:r>
        <w:t>— </w:t>
      </w:r>
      <w:r w:rsidR="00000000">
        <w:t>Je vous dis que je l</w:t>
      </w:r>
      <w:r>
        <w:t>’</w:t>
      </w:r>
      <w:r w:rsidR="00000000">
        <w:t>ai tué</w:t>
      </w:r>
      <w:r>
        <w:t xml:space="preserve">. </w:t>
      </w:r>
      <w:r w:rsidR="00000000">
        <w:t>Vous êtes détective</w:t>
      </w:r>
      <w:r>
        <w:t xml:space="preserve">. </w:t>
      </w:r>
      <w:r w:rsidR="00000000">
        <w:t>Emmenez-moi et que l</w:t>
      </w:r>
      <w:r>
        <w:t>’</w:t>
      </w:r>
      <w:r w:rsidR="00000000">
        <w:t>on m</w:t>
      </w:r>
      <w:r>
        <w:t>’</w:t>
      </w:r>
      <w:r w:rsidR="00000000">
        <w:t>exécute</w:t>
      </w:r>
      <w:r>
        <w:t>.</w:t>
      </w:r>
    </w:p>
    <w:p w14:paraId="6E5AC46E" w14:textId="77777777" w:rsidR="00894734" w:rsidRDefault="00000000">
      <w:r>
        <w:t>Il m</w:t>
      </w:r>
      <w:r w:rsidR="00894734">
        <w:t>’</w:t>
      </w:r>
      <w:r>
        <w:t>était plus facile de remuer la main que la langue</w:t>
      </w:r>
      <w:r w:rsidR="00894734">
        <w:t xml:space="preserve">. </w:t>
      </w:r>
      <w:r>
        <w:t>Je pris machinalement le poignard sanglant qu</w:t>
      </w:r>
      <w:r w:rsidR="00894734">
        <w:t>’</w:t>
      </w:r>
      <w:r>
        <w:t>elle me tendait</w:t>
      </w:r>
      <w:r w:rsidR="00894734">
        <w:t xml:space="preserve">. </w:t>
      </w:r>
      <w:r>
        <w:lastRenderedPageBreak/>
        <w:t>Collinson me poussa</w:t>
      </w:r>
      <w:r w:rsidR="00894734">
        <w:t xml:space="preserve">, </w:t>
      </w:r>
      <w:r>
        <w:t>balbutiant des mots sans suite</w:t>
      </w:r>
      <w:r w:rsidR="00894734">
        <w:t xml:space="preserve">, </w:t>
      </w:r>
      <w:r>
        <w:t>et se pr</w:t>
      </w:r>
      <w:r>
        <w:t>é</w:t>
      </w:r>
      <w:r>
        <w:t>cipita vers la jeune fille</w:t>
      </w:r>
      <w:r w:rsidR="00894734">
        <w:t xml:space="preserve">. </w:t>
      </w:r>
      <w:r>
        <w:t>Elle recula contre le mur</w:t>
      </w:r>
      <w:r w:rsidR="00894734">
        <w:t xml:space="preserve">, </w:t>
      </w:r>
      <w:r>
        <w:t>loin de lui</w:t>
      </w:r>
      <w:r w:rsidR="00894734">
        <w:t xml:space="preserve">, </w:t>
      </w:r>
      <w:r>
        <w:t>la face empreinte de terreur</w:t>
      </w:r>
      <w:r w:rsidR="00894734">
        <w:t>.</w:t>
      </w:r>
    </w:p>
    <w:p w14:paraId="389F1337" w14:textId="77777777" w:rsidR="00894734" w:rsidRDefault="00894734">
      <w:r>
        <w:t>— </w:t>
      </w:r>
      <w:r w:rsidR="00000000">
        <w:t>Ne le laissez pas approcher</w:t>
      </w:r>
      <w:r>
        <w:t xml:space="preserve">, </w:t>
      </w:r>
      <w:r w:rsidR="00000000">
        <w:t>supplia-t-elle</w:t>
      </w:r>
      <w:r>
        <w:t>.</w:t>
      </w:r>
    </w:p>
    <w:p w14:paraId="224CDC95" w14:textId="77777777" w:rsidR="00894734" w:rsidRDefault="00894734">
      <w:r>
        <w:t>— </w:t>
      </w:r>
      <w:r w:rsidR="00000000">
        <w:t>Gabrielle</w:t>
      </w:r>
      <w:r>
        <w:t xml:space="preserve">, </w:t>
      </w:r>
      <w:r w:rsidR="00000000">
        <w:t>cria-t-il</w:t>
      </w:r>
      <w:r>
        <w:t xml:space="preserve">, </w:t>
      </w:r>
      <w:r w:rsidR="00000000">
        <w:t>essayant de l</w:t>
      </w:r>
      <w:r>
        <w:t>’</w:t>
      </w:r>
      <w:r w:rsidR="00000000">
        <w:t>atteindre</w:t>
      </w:r>
      <w:r>
        <w:t>.</w:t>
      </w:r>
    </w:p>
    <w:p w14:paraId="7AF42FBE" w14:textId="77777777" w:rsidR="00894734" w:rsidRDefault="00894734">
      <w:r>
        <w:t>— </w:t>
      </w:r>
      <w:r w:rsidR="00000000">
        <w:t>Non</w:t>
      </w:r>
      <w:r>
        <w:t xml:space="preserve">, </w:t>
      </w:r>
      <w:r w:rsidR="00000000">
        <w:t>non</w:t>
      </w:r>
      <w:r>
        <w:t xml:space="preserve">, </w:t>
      </w:r>
      <w:r w:rsidR="00000000">
        <w:t>ne m</w:t>
      </w:r>
      <w:r>
        <w:t>’</w:t>
      </w:r>
      <w:r w:rsidR="00000000">
        <w:t>approchez pas</w:t>
      </w:r>
      <w:r>
        <w:t xml:space="preserve">, </w:t>
      </w:r>
      <w:r w:rsidR="00000000">
        <w:t>dit-elle encore d</w:t>
      </w:r>
      <w:r>
        <w:t>’</w:t>
      </w:r>
      <w:r w:rsidR="00000000">
        <w:t>une voix haletante</w:t>
      </w:r>
      <w:r>
        <w:t>.</w:t>
      </w:r>
    </w:p>
    <w:p w14:paraId="0448CAA5" w14:textId="77777777" w:rsidR="00894734" w:rsidRDefault="00000000">
      <w:r>
        <w:t>Je me mis entre eux</w:t>
      </w:r>
      <w:r w:rsidR="00894734">
        <w:t xml:space="preserve">, </w:t>
      </w:r>
      <w:r>
        <w:t>face à lui</w:t>
      </w:r>
      <w:r w:rsidR="00894734">
        <w:t xml:space="preserve">, </w:t>
      </w:r>
      <w:r>
        <w:t>l</w:t>
      </w:r>
      <w:r w:rsidR="00894734">
        <w:t>’</w:t>
      </w:r>
      <w:r>
        <w:t>éloignant d</w:t>
      </w:r>
      <w:r w:rsidR="00894734">
        <w:t>’</w:t>
      </w:r>
      <w:r>
        <w:t>une main p</w:t>
      </w:r>
      <w:r>
        <w:t>o</w:t>
      </w:r>
      <w:r>
        <w:t>sée contre sa poitrine</w:t>
      </w:r>
      <w:r w:rsidR="00894734">
        <w:t xml:space="preserve">. </w:t>
      </w:r>
      <w:r>
        <w:t>Et je soufflai</w:t>
      </w:r>
      <w:r w:rsidR="00894734">
        <w:t> :</w:t>
      </w:r>
    </w:p>
    <w:p w14:paraId="588A9241" w14:textId="77777777" w:rsidR="00894734" w:rsidRDefault="00894734">
      <w:r>
        <w:t>— </w:t>
      </w:r>
      <w:r w:rsidR="00000000">
        <w:t>Vous</w:t>
      </w:r>
      <w:r>
        <w:t xml:space="preserve">, </w:t>
      </w:r>
      <w:r w:rsidR="00000000">
        <w:t>restez tranquille</w:t>
      </w:r>
      <w:r>
        <w:t>.</w:t>
      </w:r>
    </w:p>
    <w:p w14:paraId="0F30DB59" w14:textId="77777777" w:rsidR="00894734" w:rsidRDefault="00000000">
      <w:r>
        <w:t>Pitoyable</w:t>
      </w:r>
      <w:r w:rsidR="00894734">
        <w:t xml:space="preserve">, </w:t>
      </w:r>
      <w:r>
        <w:t>il recula contre le mur opposé</w:t>
      </w:r>
      <w:r w:rsidR="00894734">
        <w:t xml:space="preserve">. </w:t>
      </w:r>
      <w:r>
        <w:t>Je me tournai vers la jeune fille</w:t>
      </w:r>
      <w:r w:rsidR="00894734">
        <w:t xml:space="preserve">, </w:t>
      </w:r>
      <w:r>
        <w:t>qui était de nouveau très calme</w:t>
      </w:r>
      <w:r w:rsidR="00894734">
        <w:t xml:space="preserve">, </w:t>
      </w:r>
      <w:r>
        <w:t>et lui dema</w:t>
      </w:r>
      <w:r>
        <w:t>n</w:t>
      </w:r>
      <w:r>
        <w:t>dai doucement</w:t>
      </w:r>
      <w:r w:rsidR="00894734">
        <w:t> :</w:t>
      </w:r>
    </w:p>
    <w:p w14:paraId="35E80487" w14:textId="77777777" w:rsidR="00894734" w:rsidRDefault="00894734">
      <w:r>
        <w:t>— </w:t>
      </w:r>
      <w:r w:rsidR="00000000">
        <w:t>Voyons</w:t>
      </w:r>
      <w:r>
        <w:t xml:space="preserve">, </w:t>
      </w:r>
      <w:r w:rsidR="00000000">
        <w:t>dites-moi</w:t>
      </w:r>
      <w:r>
        <w:t xml:space="preserve">, </w:t>
      </w:r>
      <w:r w:rsidR="00000000">
        <w:t>qu</w:t>
      </w:r>
      <w:r>
        <w:t>’</w:t>
      </w:r>
      <w:r w:rsidR="00000000">
        <w:t>est-il arrivé</w:t>
      </w:r>
      <w:r>
        <w:t> ?</w:t>
      </w:r>
    </w:p>
    <w:p w14:paraId="75CEFFDD" w14:textId="77777777" w:rsidR="00894734" w:rsidRDefault="00894734">
      <w:r>
        <w:t>— </w:t>
      </w:r>
      <w:r w:rsidR="00000000">
        <w:t>Venez</w:t>
      </w:r>
      <w:r>
        <w:t xml:space="preserve">, </w:t>
      </w:r>
      <w:r w:rsidR="00000000">
        <w:t>me dit-elle</w:t>
      </w:r>
      <w:r>
        <w:t xml:space="preserve">. </w:t>
      </w:r>
      <w:r w:rsidR="00000000">
        <w:t>Je vais vous montrer</w:t>
      </w:r>
      <w:r>
        <w:t xml:space="preserve">. </w:t>
      </w:r>
      <w:r w:rsidR="00000000">
        <w:t>Mais je ne veux pas d</w:t>
      </w:r>
      <w:r>
        <w:t>’</w:t>
      </w:r>
      <w:r w:rsidR="00000000">
        <w:t>Éric</w:t>
      </w:r>
      <w:r>
        <w:t>.</w:t>
      </w:r>
    </w:p>
    <w:p w14:paraId="6207593B" w14:textId="77777777" w:rsidR="00894734" w:rsidRDefault="00000000">
      <w:r>
        <w:t>Je promis</w:t>
      </w:r>
      <w:r w:rsidR="00894734">
        <w:t> :</w:t>
      </w:r>
    </w:p>
    <w:p w14:paraId="77480B1F" w14:textId="77777777" w:rsidR="00894734" w:rsidRDefault="00894734">
      <w:r>
        <w:t>— </w:t>
      </w:r>
      <w:r w:rsidR="00000000">
        <w:t>Il ne vous tourmentera pas</w:t>
      </w:r>
      <w:r>
        <w:t xml:space="preserve">. </w:t>
      </w:r>
      <w:r w:rsidR="00000000">
        <w:t>Il ne veut pas vous faire de peine</w:t>
      </w:r>
      <w:r>
        <w:t xml:space="preserve">, </w:t>
      </w:r>
      <w:r w:rsidR="00000000">
        <w:t>voyons</w:t>
      </w:r>
      <w:r>
        <w:t>.</w:t>
      </w:r>
    </w:p>
    <w:p w14:paraId="1C089728" w14:textId="77777777" w:rsidR="00894734" w:rsidRDefault="00000000">
      <w:r>
        <w:t>Elle inclina gravement la tête et nous conduisit jusqu</w:t>
      </w:r>
      <w:r w:rsidR="00894734">
        <w:t>’</w:t>
      </w:r>
      <w:r>
        <w:t>à une porte de fer qui était restée entre-bâillée</w:t>
      </w:r>
      <w:r w:rsidR="00894734">
        <w:t xml:space="preserve">. </w:t>
      </w:r>
      <w:r>
        <w:t>Elle passa la première</w:t>
      </w:r>
      <w:r w:rsidR="00894734">
        <w:t xml:space="preserve">. </w:t>
      </w:r>
      <w:r>
        <w:t>Nous la suivîmes</w:t>
      </w:r>
      <w:r w:rsidR="00894734">
        <w:t xml:space="preserve">, </w:t>
      </w:r>
      <w:r>
        <w:t>Collinson sur mes talons</w:t>
      </w:r>
      <w:r w:rsidR="00894734">
        <w:t xml:space="preserve">… </w:t>
      </w:r>
      <w:r>
        <w:t>À la lueur qui v</w:t>
      </w:r>
      <w:r>
        <w:t>e</w:t>
      </w:r>
      <w:r>
        <w:t>nait de la porte ouverte</w:t>
      </w:r>
      <w:r w:rsidR="00894734">
        <w:t xml:space="preserve">, </w:t>
      </w:r>
      <w:r>
        <w:t>je vis que nous marchions sur un sol de marbre blanc</w:t>
      </w:r>
      <w:r w:rsidR="00894734">
        <w:t xml:space="preserve">. </w:t>
      </w:r>
      <w:r>
        <w:t>J</w:t>
      </w:r>
      <w:r w:rsidR="00894734">
        <w:t>’</w:t>
      </w:r>
      <w:r>
        <w:t>allumai ma lampe de poche</w:t>
      </w:r>
      <w:r w:rsidR="00894734">
        <w:t>.</w:t>
      </w:r>
    </w:p>
    <w:p w14:paraId="39C27FCE" w14:textId="77777777" w:rsidR="00894734" w:rsidRDefault="00000000">
      <w:r>
        <w:lastRenderedPageBreak/>
        <w:t>Marchant avec aisance sur ce sol qui devait glacer ses pieds nus</w:t>
      </w:r>
      <w:r w:rsidR="00894734">
        <w:t xml:space="preserve">, </w:t>
      </w:r>
      <w:r>
        <w:t>elle se dirigea vers quelque chose qui brillait dans l</w:t>
      </w:r>
      <w:r w:rsidR="00894734">
        <w:t>’</w:t>
      </w:r>
      <w:r>
        <w:t>ombre et nous dit simplement</w:t>
      </w:r>
      <w:r w:rsidR="00894734">
        <w:t> :</w:t>
      </w:r>
    </w:p>
    <w:p w14:paraId="29A62F76" w14:textId="77777777" w:rsidR="00894734" w:rsidRDefault="00894734">
      <w:r>
        <w:t>— </w:t>
      </w:r>
      <w:r w:rsidR="00000000">
        <w:t>Là</w:t>
      </w:r>
      <w:r>
        <w:t>.</w:t>
      </w:r>
    </w:p>
    <w:p w14:paraId="7052DACE" w14:textId="0229EEB7" w:rsidR="00894734" w:rsidRDefault="00000000">
      <w:r>
        <w:t>Je dirigeai le jet de ma lampe et le rayon glissa sur un large autel étincelant</w:t>
      </w:r>
      <w:r w:rsidR="00894734">
        <w:t xml:space="preserve">, </w:t>
      </w:r>
      <w:r>
        <w:t>comme de cristal et d</w:t>
      </w:r>
      <w:r w:rsidR="00894734">
        <w:t>’</w:t>
      </w:r>
      <w:r>
        <w:t>argent</w:t>
      </w:r>
      <w:r w:rsidR="00894734">
        <w:t xml:space="preserve">. </w:t>
      </w:r>
      <w:r>
        <w:t>Sur la dernière des trois manches de l</w:t>
      </w:r>
      <w:r w:rsidR="00894734">
        <w:t>’</w:t>
      </w:r>
      <w:r>
        <w:t>autel</w:t>
      </w:r>
      <w:r w:rsidR="00894734">
        <w:t xml:space="preserve">, </w:t>
      </w:r>
      <w:r>
        <w:t>le corps d</w:t>
      </w:r>
      <w:r>
        <w:t>u</w:t>
      </w:r>
      <w:r>
        <w:t xml:space="preserve"> </w:t>
      </w:r>
      <w:r w:rsidR="00894734">
        <w:t>D</w:t>
      </w:r>
      <w:r w:rsidR="00894734" w:rsidRPr="00894734">
        <w:rPr>
          <w:vertAlign w:val="superscript"/>
        </w:rPr>
        <w:t>r</w:t>
      </w:r>
      <w:r w:rsidR="00894734">
        <w:t> </w:t>
      </w:r>
      <w:proofErr w:type="spellStart"/>
      <w:r w:rsidR="00894734">
        <w:t>R</w:t>
      </w:r>
      <w:r>
        <w:t>iese</w:t>
      </w:r>
      <w:proofErr w:type="spellEnd"/>
      <w:r>
        <w:t xml:space="preserve"> reposait</w:t>
      </w:r>
      <w:r w:rsidR="00894734">
        <w:t xml:space="preserve">, </w:t>
      </w:r>
      <w:r>
        <w:t>couché sur le dos</w:t>
      </w:r>
      <w:r w:rsidR="00894734">
        <w:t>.</w:t>
      </w:r>
    </w:p>
    <w:p w14:paraId="7E87C4D8" w14:textId="77777777" w:rsidR="00894734" w:rsidRDefault="00000000">
      <w:r>
        <w:t>Son visage était calme</w:t>
      </w:r>
      <w:r w:rsidR="00894734">
        <w:t xml:space="preserve">, </w:t>
      </w:r>
      <w:r>
        <w:t>comme s</w:t>
      </w:r>
      <w:r w:rsidR="00894734">
        <w:t>’</w:t>
      </w:r>
      <w:r>
        <w:t>il s</w:t>
      </w:r>
      <w:r w:rsidR="00894734">
        <w:t>’</w:t>
      </w:r>
      <w:r>
        <w:t>était endormi là</w:t>
      </w:r>
      <w:r w:rsidR="00894734">
        <w:t xml:space="preserve">. </w:t>
      </w:r>
      <w:r>
        <w:t>Ses vêtements n</w:t>
      </w:r>
      <w:r w:rsidR="00894734">
        <w:t>’</w:t>
      </w:r>
      <w:r>
        <w:t>étaient pas en désordre</w:t>
      </w:r>
      <w:r w:rsidR="00894734">
        <w:t xml:space="preserve">, </w:t>
      </w:r>
      <w:r>
        <w:t>quoique son manteau et sa veste fussent déboutonnés</w:t>
      </w:r>
      <w:r w:rsidR="00894734">
        <w:t xml:space="preserve">. </w:t>
      </w:r>
      <w:r>
        <w:t>Sa chemise était rouge de sang</w:t>
      </w:r>
      <w:r w:rsidR="00894734">
        <w:t xml:space="preserve">. </w:t>
      </w:r>
      <w:r>
        <w:t>Il y avait quatre traces de coups sur cette chemise</w:t>
      </w:r>
      <w:r w:rsidR="00894734">
        <w:t xml:space="preserve">, </w:t>
      </w:r>
      <w:r>
        <w:t>toutes semblables</w:t>
      </w:r>
      <w:r w:rsidR="00894734">
        <w:t xml:space="preserve">, </w:t>
      </w:r>
      <w:r>
        <w:t>et de la taille et de la forme de la lame que la jeune fille m</w:t>
      </w:r>
      <w:r w:rsidR="00894734">
        <w:t>’</w:t>
      </w:r>
      <w:r>
        <w:t>avait donnée</w:t>
      </w:r>
      <w:r w:rsidR="00894734">
        <w:t>.</w:t>
      </w:r>
    </w:p>
    <w:p w14:paraId="043F208D" w14:textId="77777777" w:rsidR="00894734" w:rsidRDefault="00000000">
      <w:r>
        <w:t>Mais ces blessures ne saignaient pas</w:t>
      </w:r>
      <w:r w:rsidR="00894734">
        <w:t xml:space="preserve">, </w:t>
      </w:r>
      <w:r>
        <w:t>et quand je posai ma main sur son front il n</w:t>
      </w:r>
      <w:r w:rsidR="00894734">
        <w:t>’</w:t>
      </w:r>
      <w:r>
        <w:t>était pas encore froid</w:t>
      </w:r>
      <w:r w:rsidR="00894734">
        <w:t xml:space="preserve">. </w:t>
      </w:r>
      <w:r>
        <w:t>Il n</w:t>
      </w:r>
      <w:r w:rsidR="00894734">
        <w:t>’</w:t>
      </w:r>
      <w:r>
        <w:t>y avait pas de sang sur les marches de l</w:t>
      </w:r>
      <w:r w:rsidR="00894734">
        <w:t>’</w:t>
      </w:r>
      <w:r>
        <w:t>autel ni sur le sol</w:t>
      </w:r>
      <w:r w:rsidR="00894734">
        <w:t>.</w:t>
      </w:r>
    </w:p>
    <w:p w14:paraId="4D6FD94F" w14:textId="77777777" w:rsidR="00894734" w:rsidRDefault="00000000">
      <w:r>
        <w:t>Je me relevai et dirigeai la lumière sur le visage de G</w:t>
      </w:r>
      <w:r>
        <w:t>a</w:t>
      </w:r>
      <w:r>
        <w:t>brielle</w:t>
      </w:r>
      <w:r w:rsidR="00894734">
        <w:t xml:space="preserve">. </w:t>
      </w:r>
      <w:r>
        <w:t>Excepté le désagrément d</w:t>
      </w:r>
      <w:r w:rsidR="00894734">
        <w:t>’</w:t>
      </w:r>
      <w:r>
        <w:t>être éblouie par ce brusque jet</w:t>
      </w:r>
      <w:r w:rsidR="00894734">
        <w:t xml:space="preserve">, </w:t>
      </w:r>
      <w:r>
        <w:t>son visage n</w:t>
      </w:r>
      <w:r w:rsidR="00894734">
        <w:t>’</w:t>
      </w:r>
      <w:r>
        <w:t>exprima aucune stupeur</w:t>
      </w:r>
      <w:r w:rsidR="00894734">
        <w:t>.</w:t>
      </w:r>
    </w:p>
    <w:p w14:paraId="656DA339" w14:textId="77777777" w:rsidR="00894734" w:rsidRDefault="00894734">
      <w:r>
        <w:t>— </w:t>
      </w:r>
      <w:r w:rsidR="00000000">
        <w:t>C</w:t>
      </w:r>
      <w:r>
        <w:t>’</w:t>
      </w:r>
      <w:r w:rsidR="00000000">
        <w:t>est vous qui l</w:t>
      </w:r>
      <w:r>
        <w:t>’</w:t>
      </w:r>
      <w:r w:rsidR="00000000">
        <w:t>avez tué</w:t>
      </w:r>
      <w:r>
        <w:t xml:space="preserve"> ? </w:t>
      </w:r>
      <w:r w:rsidR="00000000">
        <w:t>demandai-je</w:t>
      </w:r>
      <w:r>
        <w:t>.</w:t>
      </w:r>
    </w:p>
    <w:p w14:paraId="543E8C96" w14:textId="77777777" w:rsidR="00894734" w:rsidRDefault="00000000">
      <w:r>
        <w:t>À ce moment</w:t>
      </w:r>
      <w:r w:rsidR="00894734">
        <w:t xml:space="preserve">, </w:t>
      </w:r>
      <w:r>
        <w:t>le jeune Collinson sortit de sa torpeur pour crier</w:t>
      </w:r>
      <w:r w:rsidR="00894734">
        <w:t> :</w:t>
      </w:r>
    </w:p>
    <w:p w14:paraId="7BD65EEF" w14:textId="77777777" w:rsidR="00894734" w:rsidRDefault="00894734">
      <w:r>
        <w:t>— </w:t>
      </w:r>
      <w:r w:rsidR="00000000">
        <w:t>Non</w:t>
      </w:r>
      <w:r>
        <w:t> !</w:t>
      </w:r>
    </w:p>
    <w:p w14:paraId="5D518499" w14:textId="77777777" w:rsidR="00894734" w:rsidRDefault="00894734">
      <w:r>
        <w:t>— </w:t>
      </w:r>
      <w:r w:rsidR="00000000">
        <w:t>Taisez-vous</w:t>
      </w:r>
      <w:r>
        <w:t xml:space="preserve">, </w:t>
      </w:r>
      <w:r w:rsidR="00000000">
        <w:t>dis-je en me rapprochant de la jeune fille afin qu</w:t>
      </w:r>
      <w:r>
        <w:t>’</w:t>
      </w:r>
      <w:r w:rsidR="00000000">
        <w:t>il ne pût se mettre entre nous</w:t>
      </w:r>
      <w:r>
        <w:t>.</w:t>
      </w:r>
    </w:p>
    <w:p w14:paraId="36011112" w14:textId="77777777" w:rsidR="00894734" w:rsidRDefault="00000000">
      <w:r>
        <w:t>Et je me tournai vers elle</w:t>
      </w:r>
      <w:r w:rsidR="00894734">
        <w:t> :</w:t>
      </w:r>
    </w:p>
    <w:p w14:paraId="1DAA72E3" w14:textId="77777777" w:rsidR="00894734" w:rsidRDefault="00894734">
      <w:r>
        <w:lastRenderedPageBreak/>
        <w:t>— </w:t>
      </w:r>
      <w:r w:rsidR="00000000">
        <w:t>Je vous ai demandé</w:t>
      </w:r>
      <w:r>
        <w:t xml:space="preserve"> : </w:t>
      </w:r>
      <w:r w:rsidR="00000000">
        <w:t>c</w:t>
      </w:r>
      <w:r>
        <w:t>’</w:t>
      </w:r>
      <w:r w:rsidR="00000000">
        <w:t>est vous qui l</w:t>
      </w:r>
      <w:r>
        <w:t>’</w:t>
      </w:r>
      <w:r w:rsidR="00000000">
        <w:t>avez tué</w:t>
      </w:r>
      <w:r>
        <w:t> ?</w:t>
      </w:r>
    </w:p>
    <w:p w14:paraId="1BF46DD5" w14:textId="77777777" w:rsidR="00894734" w:rsidRDefault="00894734">
      <w:r>
        <w:t>— </w:t>
      </w:r>
      <w:r w:rsidR="00000000">
        <w:t>Mais cela vous surprend</w:t>
      </w:r>
      <w:r>
        <w:t xml:space="preserve"> ? </w:t>
      </w:r>
      <w:r w:rsidR="00000000">
        <w:t>demanda-t-elle tranquill</w:t>
      </w:r>
      <w:r w:rsidR="00000000">
        <w:t>e</w:t>
      </w:r>
      <w:r w:rsidR="00000000">
        <w:t>ment</w:t>
      </w:r>
      <w:r>
        <w:t xml:space="preserve">. </w:t>
      </w:r>
      <w:r w:rsidR="00000000">
        <w:t>Vous étiez pourtant là quand ma belle-mère nous a parlé du sang maudit des Dain qui coule en moi et du destin qu</w:t>
      </w:r>
      <w:r>
        <w:t>’</w:t>
      </w:r>
      <w:r w:rsidR="00000000">
        <w:t>il me ferait</w:t>
      </w:r>
      <w:r>
        <w:t xml:space="preserve">, </w:t>
      </w:r>
      <w:r w:rsidR="00000000">
        <w:t>ce sang maudit</w:t>
      </w:r>
      <w:r>
        <w:t xml:space="preserve">, </w:t>
      </w:r>
      <w:r w:rsidR="00000000">
        <w:t>à moi et à tous ceux qui m</w:t>
      </w:r>
      <w:r>
        <w:t>’</w:t>
      </w:r>
      <w:r w:rsidR="00000000">
        <w:t>approcheraient</w:t>
      </w:r>
      <w:r>
        <w:t xml:space="preserve">. </w:t>
      </w:r>
      <w:r w:rsidR="00000000">
        <w:t>Et alors</w:t>
      </w:r>
      <w:r>
        <w:t xml:space="preserve">, </w:t>
      </w:r>
      <w:r w:rsidR="00000000">
        <w:t>maintenant</w:t>
      </w:r>
      <w:r>
        <w:t xml:space="preserve">, – </w:t>
      </w:r>
      <w:r w:rsidR="00000000">
        <w:t>et sa main désignait l</w:t>
      </w:r>
      <w:r>
        <w:t>’</w:t>
      </w:r>
      <w:r w:rsidR="00000000">
        <w:t>homme mort</w:t>
      </w:r>
      <w:r>
        <w:t xml:space="preserve">, – </w:t>
      </w:r>
      <w:r w:rsidR="00000000">
        <w:t>vous vous étonnez de cela</w:t>
      </w:r>
      <w:r>
        <w:t xml:space="preserve"> ? </w:t>
      </w:r>
      <w:r w:rsidR="00000000">
        <w:t>Vous ne vous y a</w:t>
      </w:r>
      <w:r w:rsidR="00000000">
        <w:t>t</w:t>
      </w:r>
      <w:r w:rsidR="00000000">
        <w:t>tendiez pas</w:t>
      </w:r>
      <w:r>
        <w:t> ?</w:t>
      </w:r>
    </w:p>
    <w:p w14:paraId="5880CCF5" w14:textId="77777777" w:rsidR="00894734" w:rsidRDefault="00894734">
      <w:r>
        <w:t>— </w:t>
      </w:r>
      <w:r w:rsidR="00000000">
        <w:t>Ne faites pas la sotte</w:t>
      </w:r>
      <w:r>
        <w:t xml:space="preserve">, </w:t>
      </w:r>
      <w:r w:rsidR="00000000">
        <w:t>dis-je</w:t>
      </w:r>
      <w:r>
        <w:t xml:space="preserve">, </w:t>
      </w:r>
      <w:r w:rsidR="00000000">
        <w:t>essayant de me mettre au n</w:t>
      </w:r>
      <w:r w:rsidR="00000000">
        <w:t>i</w:t>
      </w:r>
      <w:r w:rsidR="00000000">
        <w:t>veau de son calme</w:t>
      </w:r>
      <w:r>
        <w:t>.</w:t>
      </w:r>
    </w:p>
    <w:p w14:paraId="1FA3C822" w14:textId="77777777" w:rsidR="00894734" w:rsidRDefault="00000000">
      <w:r>
        <w:t>Je l</w:t>
      </w:r>
      <w:r w:rsidR="00894734">
        <w:t>’</w:t>
      </w:r>
      <w:r>
        <w:t>avais vue complètement ivre de drogue une fois</w:t>
      </w:r>
      <w:r w:rsidR="00894734">
        <w:t xml:space="preserve">, </w:t>
      </w:r>
      <w:r>
        <w:t>mais</w:t>
      </w:r>
      <w:r w:rsidR="00894734">
        <w:t xml:space="preserve">, </w:t>
      </w:r>
      <w:r>
        <w:t>aujourd</w:t>
      </w:r>
      <w:r w:rsidR="00894734">
        <w:t>’</w:t>
      </w:r>
      <w:r>
        <w:t>hui</w:t>
      </w:r>
      <w:r w:rsidR="00894734">
        <w:t xml:space="preserve">, </w:t>
      </w:r>
      <w:r>
        <w:t>c</w:t>
      </w:r>
      <w:r w:rsidR="00894734">
        <w:t>’</w:t>
      </w:r>
      <w:r>
        <w:t>était autre chose</w:t>
      </w:r>
      <w:r w:rsidR="00894734">
        <w:t xml:space="preserve">. </w:t>
      </w:r>
      <w:r>
        <w:t>Et je ne savais pas ce que c</w:t>
      </w:r>
      <w:r w:rsidR="00894734">
        <w:t>’</w:t>
      </w:r>
      <w:r>
        <w:t>était</w:t>
      </w:r>
      <w:r w:rsidR="00894734">
        <w:t xml:space="preserve">. </w:t>
      </w:r>
      <w:r>
        <w:t>Je lui dis encore</w:t>
      </w:r>
      <w:r w:rsidR="00894734">
        <w:t> :</w:t>
      </w:r>
    </w:p>
    <w:p w14:paraId="12CE121C" w14:textId="77777777" w:rsidR="00894734" w:rsidRDefault="00894734">
      <w:r>
        <w:t>— </w:t>
      </w:r>
      <w:r w:rsidR="00000000">
        <w:t>Dites-moi pourquoi vous l</w:t>
      </w:r>
      <w:r>
        <w:t>’</w:t>
      </w:r>
      <w:r w:rsidR="00000000">
        <w:t>avez tué</w:t>
      </w:r>
      <w:r>
        <w:t>.</w:t>
      </w:r>
    </w:p>
    <w:p w14:paraId="4623B313" w14:textId="77777777" w:rsidR="00894734" w:rsidRDefault="00000000">
      <w:r>
        <w:t>Collinson attrapa mon bras et me fit tourner contre lui</w:t>
      </w:r>
      <w:r w:rsidR="00894734">
        <w:t>.</w:t>
      </w:r>
    </w:p>
    <w:p w14:paraId="3CB9F3BE" w14:textId="77777777" w:rsidR="00894734" w:rsidRDefault="00894734">
      <w:r>
        <w:t>— </w:t>
      </w:r>
      <w:r w:rsidR="00000000">
        <w:t>Nous ne pouvons pas continuer à la laisser parler ainsi</w:t>
      </w:r>
      <w:r>
        <w:t xml:space="preserve">, </w:t>
      </w:r>
      <w:r w:rsidR="00000000">
        <w:t>dit-il</w:t>
      </w:r>
      <w:r>
        <w:t xml:space="preserve">. </w:t>
      </w:r>
      <w:r w:rsidR="00000000">
        <w:t>Nous devons la faire sortir</w:t>
      </w:r>
      <w:r>
        <w:t xml:space="preserve">, </w:t>
      </w:r>
      <w:r w:rsidR="00000000">
        <w:t>l</w:t>
      </w:r>
      <w:r>
        <w:t>’</w:t>
      </w:r>
      <w:r w:rsidR="00000000">
        <w:t>emmener loin d</w:t>
      </w:r>
      <w:r>
        <w:t>’</w:t>
      </w:r>
      <w:r w:rsidR="00000000">
        <w:t>ici</w:t>
      </w:r>
      <w:r>
        <w:t xml:space="preserve">. </w:t>
      </w:r>
      <w:r w:rsidR="00000000">
        <w:t>Nous d</w:t>
      </w:r>
      <w:r w:rsidR="00000000">
        <w:t>e</w:t>
      </w:r>
      <w:r w:rsidR="00000000">
        <w:t>vons cacher le corps ou le mettre en quelque lieu où on croira que quelqu</w:t>
      </w:r>
      <w:r>
        <w:t>’</w:t>
      </w:r>
      <w:r w:rsidR="00000000">
        <w:t>un d</w:t>
      </w:r>
      <w:r>
        <w:t>’</w:t>
      </w:r>
      <w:r w:rsidR="00000000">
        <w:t>autre a commis le crime</w:t>
      </w:r>
      <w:r>
        <w:t xml:space="preserve">. </w:t>
      </w:r>
      <w:r w:rsidR="00000000">
        <w:t>Vous savez comment ces choses-là se font</w:t>
      </w:r>
      <w:r>
        <w:t xml:space="preserve">, </w:t>
      </w:r>
      <w:r w:rsidR="00000000">
        <w:t>vous</w:t>
      </w:r>
      <w:r>
        <w:t xml:space="preserve">. </w:t>
      </w:r>
      <w:r w:rsidR="00000000">
        <w:t>Je vais l</w:t>
      </w:r>
      <w:r>
        <w:t>’</w:t>
      </w:r>
      <w:r w:rsidR="00000000">
        <w:t>emmener chez moi</w:t>
      </w:r>
      <w:r>
        <w:t xml:space="preserve">. </w:t>
      </w:r>
      <w:r w:rsidR="00000000">
        <w:t>Arra</w:t>
      </w:r>
      <w:r w:rsidR="00000000">
        <w:t>n</w:t>
      </w:r>
      <w:r w:rsidR="00000000">
        <w:t>gez cela</w:t>
      </w:r>
      <w:r>
        <w:t>.</w:t>
      </w:r>
    </w:p>
    <w:p w14:paraId="5CAFBCE1" w14:textId="77777777" w:rsidR="00894734" w:rsidRDefault="00894734">
      <w:r>
        <w:t>— </w:t>
      </w:r>
      <w:r w:rsidR="00000000">
        <w:t>Oui</w:t>
      </w:r>
      <w:r>
        <w:t xml:space="preserve"> ? </w:t>
      </w:r>
      <w:r w:rsidR="00000000">
        <w:t>demandai-je</w:t>
      </w:r>
      <w:r>
        <w:t xml:space="preserve">. </w:t>
      </w:r>
      <w:r w:rsidR="00000000">
        <w:t>Et que dois-je faire</w:t>
      </w:r>
      <w:r>
        <w:t xml:space="preserve"> ? </w:t>
      </w:r>
      <w:r w:rsidR="00000000">
        <w:t>Cacher le corps pour qu</w:t>
      </w:r>
      <w:r>
        <w:t>’</w:t>
      </w:r>
      <w:r w:rsidR="00000000">
        <w:t>on croie que c</w:t>
      </w:r>
      <w:r>
        <w:t>’</w:t>
      </w:r>
      <w:r w:rsidR="00000000">
        <w:t>est un des deux garçons mulâtres qui a fait le coup et pour qu</w:t>
      </w:r>
      <w:r>
        <w:t>’</w:t>
      </w:r>
      <w:r w:rsidR="00000000">
        <w:t>on l</w:t>
      </w:r>
      <w:r>
        <w:t>’</w:t>
      </w:r>
      <w:r w:rsidR="00000000">
        <w:t>assoit sur la chaise électrique à sa place</w:t>
      </w:r>
      <w:r>
        <w:t> ?</w:t>
      </w:r>
    </w:p>
    <w:p w14:paraId="314DEF68" w14:textId="77777777" w:rsidR="00894734" w:rsidRDefault="00894734">
      <w:r>
        <w:t>— </w:t>
      </w:r>
      <w:r w:rsidR="00000000">
        <w:t>Oui</w:t>
      </w:r>
      <w:r>
        <w:t xml:space="preserve">, </w:t>
      </w:r>
      <w:r w:rsidR="00000000">
        <w:t>c</w:t>
      </w:r>
      <w:r>
        <w:t>’</w:t>
      </w:r>
      <w:r w:rsidR="00000000">
        <w:t>est cela</w:t>
      </w:r>
      <w:r>
        <w:t xml:space="preserve">. </w:t>
      </w:r>
      <w:r w:rsidR="00000000">
        <w:t>Vous savez comment</w:t>
      </w:r>
      <w:r>
        <w:t>…</w:t>
      </w:r>
    </w:p>
    <w:p w14:paraId="3B6058E9" w14:textId="77777777" w:rsidR="00894734" w:rsidRDefault="00894734">
      <w:r>
        <w:t>— </w:t>
      </w:r>
      <w:r w:rsidR="00000000">
        <w:t>Mais vous avez des idées charmantes</w:t>
      </w:r>
      <w:r>
        <w:t xml:space="preserve">, </w:t>
      </w:r>
      <w:r w:rsidR="00000000">
        <w:t>mon jeune ami</w:t>
      </w:r>
      <w:r>
        <w:t>.</w:t>
      </w:r>
    </w:p>
    <w:p w14:paraId="7B0C08C2" w14:textId="77777777" w:rsidR="00894734" w:rsidRDefault="00000000">
      <w:r>
        <w:lastRenderedPageBreak/>
        <w:t>Il devint rouge et s</w:t>
      </w:r>
      <w:r w:rsidR="00894734">
        <w:t>’</w:t>
      </w:r>
      <w:r>
        <w:t>écria</w:t>
      </w:r>
      <w:r w:rsidR="00894734">
        <w:t> :</w:t>
      </w:r>
    </w:p>
    <w:p w14:paraId="2CD7C995" w14:textId="77777777" w:rsidR="00894734" w:rsidRDefault="00894734">
      <w:r>
        <w:t>— </w:t>
      </w:r>
      <w:r w:rsidR="00000000">
        <w:t>Mais vous savez bien que je veux que personne ne soit a</w:t>
      </w:r>
      <w:r w:rsidR="00000000">
        <w:t>r</w:t>
      </w:r>
      <w:r w:rsidR="00000000">
        <w:t>rêté</w:t>
      </w:r>
      <w:r>
        <w:t xml:space="preserve">. </w:t>
      </w:r>
      <w:r w:rsidR="00000000">
        <w:t>Je ne sais pas</w:t>
      </w:r>
      <w:r>
        <w:t xml:space="preserve">, </w:t>
      </w:r>
      <w:r w:rsidR="00000000">
        <w:t>moi</w:t>
      </w:r>
      <w:r>
        <w:t xml:space="preserve">… </w:t>
      </w:r>
      <w:r w:rsidR="00000000">
        <w:t>Arrangez quelque chose</w:t>
      </w:r>
      <w:r>
        <w:t>.</w:t>
      </w:r>
    </w:p>
    <w:p w14:paraId="29655DB1" w14:textId="77777777" w:rsidR="00894734" w:rsidRDefault="00894734">
      <w:r>
        <w:t>— </w:t>
      </w:r>
      <w:r w:rsidR="00000000">
        <w:t>Taisez-vous</w:t>
      </w:r>
      <w:r>
        <w:t xml:space="preserve">, </w:t>
      </w:r>
      <w:r w:rsidR="00000000">
        <w:t>vous nous faites perdre notre temps</w:t>
      </w:r>
      <w:r>
        <w:t>.</w:t>
      </w:r>
    </w:p>
    <w:p w14:paraId="0915E4CE" w14:textId="77777777" w:rsidR="00894734" w:rsidRDefault="00000000">
      <w:r>
        <w:t>Et je me tournai vers la jeune fille</w:t>
      </w:r>
      <w:r w:rsidR="00894734">
        <w:t> :</w:t>
      </w:r>
    </w:p>
    <w:p w14:paraId="5C083B1C" w14:textId="77777777" w:rsidR="00894734" w:rsidRDefault="00894734">
      <w:r>
        <w:t>— </w:t>
      </w:r>
      <w:r w:rsidR="00000000">
        <w:t>Il y avait quelqu</w:t>
      </w:r>
      <w:r>
        <w:t>’</w:t>
      </w:r>
      <w:r w:rsidR="00000000">
        <w:t>un ici</w:t>
      </w:r>
      <w:r>
        <w:t xml:space="preserve">, </w:t>
      </w:r>
      <w:r w:rsidR="00000000">
        <w:t>quand c</w:t>
      </w:r>
      <w:r>
        <w:t>’</w:t>
      </w:r>
      <w:r w:rsidR="00000000">
        <w:t>est arrivé</w:t>
      </w:r>
      <w:r>
        <w:t> ?</w:t>
      </w:r>
    </w:p>
    <w:p w14:paraId="53622FE2" w14:textId="77777777" w:rsidR="00894734" w:rsidRDefault="00894734">
      <w:r>
        <w:t>— </w:t>
      </w:r>
      <w:r w:rsidR="00000000">
        <w:t>Personne</w:t>
      </w:r>
      <w:r>
        <w:t>.</w:t>
      </w:r>
    </w:p>
    <w:p w14:paraId="6EC460BD" w14:textId="77777777" w:rsidR="00894734" w:rsidRDefault="00000000">
      <w:r>
        <w:t xml:space="preserve">Je posai le poignard contre le corps de </w:t>
      </w:r>
      <w:proofErr w:type="spellStart"/>
      <w:r>
        <w:t>Riese</w:t>
      </w:r>
      <w:proofErr w:type="spellEnd"/>
      <w:r>
        <w:t xml:space="preserve"> et dis à Colli</w:t>
      </w:r>
      <w:r>
        <w:t>n</w:t>
      </w:r>
      <w:r>
        <w:t>son</w:t>
      </w:r>
      <w:r w:rsidR="00894734">
        <w:t> :</w:t>
      </w:r>
    </w:p>
    <w:p w14:paraId="2DBFA1CB" w14:textId="77777777" w:rsidR="00894734" w:rsidRDefault="00894734">
      <w:r>
        <w:t>— </w:t>
      </w:r>
      <w:r w:rsidR="00000000">
        <w:t>Maintenant</w:t>
      </w:r>
      <w:r>
        <w:t xml:space="preserve">, </w:t>
      </w:r>
      <w:r w:rsidR="00000000">
        <w:t xml:space="preserve">nous allons reconduire miss </w:t>
      </w:r>
      <w:proofErr w:type="spellStart"/>
      <w:r w:rsidR="00000000">
        <w:t>Legget</w:t>
      </w:r>
      <w:proofErr w:type="spellEnd"/>
      <w:r w:rsidR="00000000">
        <w:t xml:space="preserve"> dans sa chambre</w:t>
      </w:r>
      <w:r>
        <w:t>.</w:t>
      </w:r>
    </w:p>
    <w:p w14:paraId="68385F83" w14:textId="77777777" w:rsidR="00894734" w:rsidRDefault="00894734">
      <w:r>
        <w:t>— </w:t>
      </w:r>
      <w:r w:rsidR="00000000">
        <w:t>Pour l</w:t>
      </w:r>
      <w:r>
        <w:t>’</w:t>
      </w:r>
      <w:r w:rsidR="00000000">
        <w:t>amour de Dieu</w:t>
      </w:r>
      <w:r>
        <w:t xml:space="preserve">, </w:t>
      </w:r>
      <w:r w:rsidR="00000000">
        <w:t>faisons-la sortir de cette maison</w:t>
      </w:r>
      <w:r>
        <w:t xml:space="preserve">, </w:t>
      </w:r>
      <w:r w:rsidR="00000000">
        <w:t>pendant qu</w:t>
      </w:r>
      <w:r>
        <w:t>’</w:t>
      </w:r>
      <w:r w:rsidR="00000000">
        <w:t>il est encore temps</w:t>
      </w:r>
      <w:r>
        <w:t>.</w:t>
      </w:r>
    </w:p>
    <w:p w14:paraId="1BD0D0CA" w14:textId="77777777" w:rsidR="00894734" w:rsidRDefault="00000000">
      <w:r>
        <w:t>Je dis qu</w:t>
      </w:r>
      <w:r w:rsidR="00894734">
        <w:t>’</w:t>
      </w:r>
      <w:r>
        <w:t>elle ne pouvait pas raisonnablement courir les rues pieds nus et avec une chemise tachée de sang</w:t>
      </w:r>
      <w:r w:rsidR="00894734">
        <w:t xml:space="preserve">. </w:t>
      </w:r>
      <w:r>
        <w:t>Éric quitta son pardessus et voulut en envelopper la jeune fille</w:t>
      </w:r>
      <w:r w:rsidR="00894734">
        <w:t>.</w:t>
      </w:r>
    </w:p>
    <w:p w14:paraId="0EB50836" w14:textId="77777777" w:rsidR="00894734" w:rsidRDefault="00894734">
      <w:r>
        <w:t>— </w:t>
      </w:r>
      <w:r w:rsidR="00000000">
        <w:t>J</w:t>
      </w:r>
      <w:r>
        <w:t>’</w:t>
      </w:r>
      <w:r w:rsidR="00000000">
        <w:t>ai laissé la voiture au coin de la rue</w:t>
      </w:r>
      <w:r>
        <w:t xml:space="preserve">, </w:t>
      </w:r>
      <w:r w:rsidR="00000000">
        <w:t>et je peux bien la porter jusque-là</w:t>
      </w:r>
      <w:r>
        <w:t xml:space="preserve">. </w:t>
      </w:r>
      <w:r w:rsidR="00000000">
        <w:t>Je l</w:t>
      </w:r>
      <w:r>
        <w:t>’</w:t>
      </w:r>
      <w:r w:rsidR="00000000">
        <w:t>ai souvent portée comme cela</w:t>
      </w:r>
      <w:r>
        <w:t xml:space="preserve">, </w:t>
      </w:r>
      <w:r w:rsidR="00000000">
        <w:t>n</w:t>
      </w:r>
      <w:r>
        <w:t>’</w:t>
      </w:r>
      <w:r w:rsidR="00000000">
        <w:t>est-ce pas</w:t>
      </w:r>
      <w:r>
        <w:t xml:space="preserve">, </w:t>
      </w:r>
      <w:r w:rsidR="00000000">
        <w:t>ma chérie</w:t>
      </w:r>
      <w:r>
        <w:t> ?…</w:t>
      </w:r>
    </w:p>
    <w:p w14:paraId="365208C8" w14:textId="77777777" w:rsidR="00894734" w:rsidRDefault="00000000">
      <w:r>
        <w:t>Elle vint se réfugier derrière moi et supplia</w:t>
      </w:r>
      <w:r w:rsidR="00894734">
        <w:t> :</w:t>
      </w:r>
    </w:p>
    <w:p w14:paraId="04A5DABE" w14:textId="77777777" w:rsidR="00894734" w:rsidRDefault="00894734">
      <w:r>
        <w:t>— </w:t>
      </w:r>
      <w:r w:rsidR="00000000">
        <w:t>Oh</w:t>
      </w:r>
      <w:r>
        <w:t xml:space="preserve"> ! </w:t>
      </w:r>
      <w:r w:rsidR="00000000">
        <w:t>ne le laissez pas m</w:t>
      </w:r>
      <w:r>
        <w:t>’</w:t>
      </w:r>
      <w:r w:rsidR="00000000">
        <w:t>approcher</w:t>
      </w:r>
      <w:r>
        <w:t>.</w:t>
      </w:r>
    </w:p>
    <w:p w14:paraId="52AD72D8" w14:textId="77777777" w:rsidR="00894734" w:rsidRDefault="00894734">
      <w:r>
        <w:t>— </w:t>
      </w:r>
      <w:r w:rsidR="00000000">
        <w:t>Mais</w:t>
      </w:r>
      <w:r>
        <w:t xml:space="preserve">, </w:t>
      </w:r>
      <w:r w:rsidR="00000000">
        <w:t>allez-vous vous tenir tranquille</w:t>
      </w:r>
      <w:r>
        <w:t xml:space="preserve"> ? </w:t>
      </w:r>
      <w:r w:rsidR="00000000">
        <w:t>dis-je à Collinson</w:t>
      </w:r>
      <w:r>
        <w:t xml:space="preserve">. </w:t>
      </w:r>
      <w:r w:rsidR="00000000">
        <w:t>Vous m</w:t>
      </w:r>
      <w:r>
        <w:t>’</w:t>
      </w:r>
      <w:r w:rsidR="00000000">
        <w:t>êtes sympathique</w:t>
      </w:r>
      <w:r>
        <w:t xml:space="preserve">, </w:t>
      </w:r>
      <w:r w:rsidR="00000000">
        <w:t>mais vous savez</w:t>
      </w:r>
      <w:r>
        <w:t xml:space="preserve">, </w:t>
      </w:r>
      <w:r w:rsidR="00000000">
        <w:t>je n</w:t>
      </w:r>
      <w:r>
        <w:t>’</w:t>
      </w:r>
      <w:r w:rsidR="00000000">
        <w:t>aime pas qu</w:t>
      </w:r>
      <w:r>
        <w:t>’</w:t>
      </w:r>
      <w:r w:rsidR="00000000">
        <w:t>on me gêne trop longtemps dans mon travail et je saurai bien vous contraindre à la raison</w:t>
      </w:r>
      <w:r>
        <w:t xml:space="preserve">. </w:t>
      </w:r>
      <w:r w:rsidR="00000000">
        <w:t>Une fois pour toutes</w:t>
      </w:r>
      <w:r>
        <w:t xml:space="preserve">, </w:t>
      </w:r>
      <w:r w:rsidR="00000000">
        <w:t>laissez-la</w:t>
      </w:r>
      <w:r>
        <w:t>.</w:t>
      </w:r>
    </w:p>
    <w:p w14:paraId="3925603B" w14:textId="77777777" w:rsidR="00894734" w:rsidRDefault="00000000">
      <w:r>
        <w:lastRenderedPageBreak/>
        <w:t>Il comprit sans doute à mon ton qu</w:t>
      </w:r>
      <w:r w:rsidR="00894734">
        <w:t>’</w:t>
      </w:r>
      <w:r>
        <w:t>il n</w:t>
      </w:r>
      <w:r w:rsidR="00894734">
        <w:t>’</w:t>
      </w:r>
      <w:r>
        <w:t>avait qu</w:t>
      </w:r>
      <w:r w:rsidR="00894734">
        <w:t>’</w:t>
      </w:r>
      <w:r>
        <w:t>à obéir</w:t>
      </w:r>
      <w:r w:rsidR="00894734">
        <w:t xml:space="preserve">, </w:t>
      </w:r>
      <w:r>
        <w:t>car il murmura</w:t>
      </w:r>
      <w:r w:rsidR="00894734">
        <w:t> :</w:t>
      </w:r>
    </w:p>
    <w:p w14:paraId="3E54D4AD" w14:textId="77777777" w:rsidR="00894734" w:rsidRDefault="00894734">
      <w:r>
        <w:t>— </w:t>
      </w:r>
      <w:r w:rsidR="00000000">
        <w:t>Faites</w:t>
      </w:r>
      <w:r>
        <w:t xml:space="preserve">, </w:t>
      </w:r>
      <w:r w:rsidR="00000000">
        <w:t>donc comme vous l</w:t>
      </w:r>
      <w:r>
        <w:t>’</w:t>
      </w:r>
      <w:r w:rsidR="00000000">
        <w:t>entendrez</w:t>
      </w:r>
      <w:r>
        <w:t>.</w:t>
      </w:r>
    </w:p>
    <w:p w14:paraId="734A3B70" w14:textId="77777777" w:rsidR="00894734" w:rsidRDefault="00894734">
      <w:r>
        <w:t>— </w:t>
      </w:r>
      <w:r w:rsidR="00000000">
        <w:t>Nous allons à votre chambre</w:t>
      </w:r>
      <w:r>
        <w:t xml:space="preserve">, </w:t>
      </w:r>
      <w:r w:rsidR="00000000">
        <w:t>dis-je à Gabrielle</w:t>
      </w:r>
      <w:r>
        <w:t>.</w:t>
      </w:r>
    </w:p>
    <w:p w14:paraId="38F532A9" w14:textId="77777777" w:rsidR="00894734" w:rsidRDefault="00894734">
      <w:r>
        <w:t>— </w:t>
      </w:r>
      <w:r w:rsidR="00000000">
        <w:t>Pas Éric</w:t>
      </w:r>
      <w:r>
        <w:t xml:space="preserve">, </w:t>
      </w:r>
      <w:r w:rsidR="00000000">
        <w:t>n</w:t>
      </w:r>
      <w:r>
        <w:t>’</w:t>
      </w:r>
      <w:r w:rsidR="00000000">
        <w:t>est-ce pas</w:t>
      </w:r>
      <w:r>
        <w:t> ?</w:t>
      </w:r>
    </w:p>
    <w:p w14:paraId="2F91DBA7" w14:textId="77777777" w:rsidR="00894734" w:rsidRDefault="00894734">
      <w:r>
        <w:t>— </w:t>
      </w:r>
      <w:r w:rsidR="00000000">
        <w:t>Je vous promets qu</w:t>
      </w:r>
      <w:r>
        <w:t>’</w:t>
      </w:r>
      <w:r w:rsidR="00000000">
        <w:t>il ne vous tourmentera pas</w:t>
      </w:r>
      <w:r>
        <w:t xml:space="preserve">. </w:t>
      </w:r>
      <w:r w:rsidR="00000000">
        <w:t>Passez devant</w:t>
      </w:r>
      <w:r>
        <w:t>.</w:t>
      </w:r>
    </w:p>
    <w:p w14:paraId="03DDE556" w14:textId="77777777" w:rsidR="00894734" w:rsidRDefault="00000000">
      <w:r>
        <w:t>Elle hésita</w:t>
      </w:r>
      <w:r w:rsidR="00894734">
        <w:t xml:space="preserve">, </w:t>
      </w:r>
      <w:r>
        <w:t>puis se dirigea vers la porte</w:t>
      </w:r>
      <w:r w:rsidR="00894734">
        <w:t xml:space="preserve">. </w:t>
      </w:r>
      <w:r>
        <w:t>Nous la suivîmes</w:t>
      </w:r>
      <w:r w:rsidR="00894734">
        <w:t xml:space="preserve">. </w:t>
      </w:r>
      <w:r>
        <w:t>Collinson avait un pauvre regard qui s</w:t>
      </w:r>
      <w:r w:rsidR="00894734">
        <w:t>’</w:t>
      </w:r>
      <w:r>
        <w:t>embuait</w:t>
      </w:r>
      <w:r w:rsidR="00894734">
        <w:t xml:space="preserve">. </w:t>
      </w:r>
      <w:r>
        <w:t>Je demandai à Gabrielle si elle avait la clef de la porte de fer</w:t>
      </w:r>
      <w:r w:rsidR="00894734">
        <w:t xml:space="preserve">. </w:t>
      </w:r>
      <w:r>
        <w:t>Elle me dit non</w:t>
      </w:r>
      <w:r w:rsidR="00894734">
        <w:t xml:space="preserve">, </w:t>
      </w:r>
      <w:r>
        <w:t>comme si elle ne savait pas ce que c</w:t>
      </w:r>
      <w:r w:rsidR="00894734">
        <w:t>’</w:t>
      </w:r>
      <w:r>
        <w:t>était qu</w:t>
      </w:r>
      <w:r w:rsidR="00894734">
        <w:t>’</w:t>
      </w:r>
      <w:r>
        <w:t>une clef</w:t>
      </w:r>
      <w:r w:rsidR="00894734">
        <w:t xml:space="preserve">. </w:t>
      </w:r>
      <w:r>
        <w:t>Nous lai</w:t>
      </w:r>
      <w:r>
        <w:t>s</w:t>
      </w:r>
      <w:r>
        <w:t>sâmes donc la porte entr</w:t>
      </w:r>
      <w:r w:rsidR="00894734">
        <w:t>’</w:t>
      </w:r>
      <w:r>
        <w:t>ouverte</w:t>
      </w:r>
      <w:r w:rsidR="00894734">
        <w:t xml:space="preserve">, </w:t>
      </w:r>
      <w:r>
        <w:t>comme nous l</w:t>
      </w:r>
      <w:r w:rsidR="00894734">
        <w:t>’</w:t>
      </w:r>
      <w:r>
        <w:t>avions trouvée</w:t>
      </w:r>
      <w:r w:rsidR="00894734">
        <w:t>.</w:t>
      </w:r>
    </w:p>
    <w:p w14:paraId="7321D09F" w14:textId="77777777" w:rsidR="00894734" w:rsidRDefault="00000000">
      <w:r>
        <w:t>Nous ne rencontrâmes personne jusqu</w:t>
      </w:r>
      <w:r w:rsidR="00894734">
        <w:t>’</w:t>
      </w:r>
      <w:r>
        <w:t>à la chambre</w:t>
      </w:r>
      <w:r w:rsidR="00894734">
        <w:t xml:space="preserve">. </w:t>
      </w:r>
      <w:r>
        <w:t>Quand j</w:t>
      </w:r>
      <w:r w:rsidR="00894734">
        <w:t>’</w:t>
      </w:r>
      <w:r>
        <w:t>eus refermé la porte je m</w:t>
      </w:r>
      <w:r w:rsidR="00894734">
        <w:t>’</w:t>
      </w:r>
      <w:r>
        <w:t>appuyai contre et dis à la je</w:t>
      </w:r>
      <w:r>
        <w:t>u</w:t>
      </w:r>
      <w:r>
        <w:t>ne fille</w:t>
      </w:r>
      <w:r w:rsidR="00894734">
        <w:t> :</w:t>
      </w:r>
    </w:p>
    <w:p w14:paraId="78156E19" w14:textId="77777777" w:rsidR="00894734" w:rsidRDefault="00894734">
      <w:r>
        <w:t>— </w:t>
      </w:r>
      <w:r w:rsidR="00000000">
        <w:t>Maintenant</w:t>
      </w:r>
      <w:r>
        <w:t xml:space="preserve">, </w:t>
      </w:r>
      <w:r w:rsidR="00000000">
        <w:t>vous allez tout me dire</w:t>
      </w:r>
      <w:r>
        <w:t>.</w:t>
      </w:r>
    </w:p>
    <w:p w14:paraId="1A25FC8B" w14:textId="77777777" w:rsidR="00894734" w:rsidRDefault="00000000">
      <w:r>
        <w:t>Elle leva les jeux sur moi et dit</w:t>
      </w:r>
      <w:r w:rsidR="00894734">
        <w:t> :</w:t>
      </w:r>
    </w:p>
    <w:p w14:paraId="0AA48277" w14:textId="77777777" w:rsidR="00894734" w:rsidRDefault="00894734">
      <w:r>
        <w:t>— </w:t>
      </w:r>
      <w:r w:rsidR="00000000">
        <w:t>Je vaudrais tant dormir maintenant</w:t>
      </w:r>
      <w:r>
        <w:t>.</w:t>
      </w:r>
    </w:p>
    <w:p w14:paraId="49D2D417" w14:textId="77777777" w:rsidR="00894734" w:rsidRDefault="00000000">
      <w:r>
        <w:t>Quelque chose</w:t>
      </w:r>
      <w:r w:rsidR="00894734">
        <w:t xml:space="preserve">, </w:t>
      </w:r>
      <w:r>
        <w:t>à cet instant</w:t>
      </w:r>
      <w:r w:rsidR="00894734">
        <w:t xml:space="preserve">, </w:t>
      </w:r>
      <w:r>
        <w:t>me frappa</w:t>
      </w:r>
      <w:r w:rsidR="00894734">
        <w:t xml:space="preserve">. </w:t>
      </w:r>
      <w:r>
        <w:t>Quand j</w:t>
      </w:r>
      <w:r w:rsidR="00894734">
        <w:t>’</w:t>
      </w:r>
      <w:r>
        <w:t>étais entré dans cette chambre tout à</w:t>
      </w:r>
      <w:r>
        <w:rPr>
          <w:i/>
        </w:rPr>
        <w:t xml:space="preserve"> </w:t>
      </w:r>
      <w:r>
        <w:t>l</w:t>
      </w:r>
      <w:r w:rsidR="00894734">
        <w:t>’</w:t>
      </w:r>
      <w:r>
        <w:t>heure</w:t>
      </w:r>
      <w:r w:rsidR="00894734">
        <w:t xml:space="preserve">, </w:t>
      </w:r>
      <w:r>
        <w:t>j</w:t>
      </w:r>
      <w:r w:rsidR="00894734">
        <w:t>’</w:t>
      </w:r>
      <w:r>
        <w:t>avais vu</w:t>
      </w:r>
      <w:r w:rsidR="00894734">
        <w:t xml:space="preserve">, </w:t>
      </w:r>
      <w:r>
        <w:t>j</w:t>
      </w:r>
      <w:r w:rsidR="00894734">
        <w:t>’</w:t>
      </w:r>
      <w:r>
        <w:t>étais sûr d</w:t>
      </w:r>
      <w:r w:rsidR="00894734">
        <w:t>’</w:t>
      </w:r>
      <w:r>
        <w:t>avoir vu</w:t>
      </w:r>
      <w:r w:rsidR="00894734">
        <w:t xml:space="preserve">, </w:t>
      </w:r>
      <w:r>
        <w:t>une robe de chambre verte sur le dossier d</w:t>
      </w:r>
      <w:r w:rsidR="00894734">
        <w:t>’</w:t>
      </w:r>
      <w:r>
        <w:t>une chaise et une paire de mules sous le lit</w:t>
      </w:r>
      <w:r w:rsidR="00894734">
        <w:t xml:space="preserve">. </w:t>
      </w:r>
      <w:r>
        <w:t>Maintenant</w:t>
      </w:r>
      <w:r w:rsidR="00894734">
        <w:t xml:space="preserve">, </w:t>
      </w:r>
      <w:r>
        <w:t>les mules étaient to</w:t>
      </w:r>
      <w:r>
        <w:t>u</w:t>
      </w:r>
      <w:r>
        <w:t>jours sous le lit</w:t>
      </w:r>
      <w:r w:rsidR="00894734">
        <w:t xml:space="preserve">, </w:t>
      </w:r>
      <w:r>
        <w:t>mais la robe de chambre avait disparu</w:t>
      </w:r>
      <w:r w:rsidR="00894734">
        <w:t xml:space="preserve">. </w:t>
      </w:r>
      <w:r>
        <w:t>Je sortis de ma stupéfaction pour entendre encore Gabrielle demander</w:t>
      </w:r>
      <w:r w:rsidR="00894734">
        <w:t> :</w:t>
      </w:r>
    </w:p>
    <w:p w14:paraId="2565738D" w14:textId="77777777" w:rsidR="00894734" w:rsidRDefault="00894734">
      <w:r>
        <w:t>— </w:t>
      </w:r>
      <w:r w:rsidR="00000000">
        <w:t>Est-ce que je ne peux pas dormir maintenant</w:t>
      </w:r>
      <w:r>
        <w:t> ?</w:t>
      </w:r>
    </w:p>
    <w:p w14:paraId="0FF89FD8" w14:textId="77777777" w:rsidR="00894734" w:rsidRDefault="00894734">
      <w:r>
        <w:lastRenderedPageBreak/>
        <w:t>— </w:t>
      </w:r>
      <w:r w:rsidR="00000000">
        <w:t>Non</w:t>
      </w:r>
      <w:r>
        <w:t xml:space="preserve">, </w:t>
      </w:r>
      <w:r w:rsidR="00000000">
        <w:t>pas maintenant</w:t>
      </w:r>
      <w:r>
        <w:t xml:space="preserve">, </w:t>
      </w:r>
      <w:r w:rsidR="00000000">
        <w:t>dis-je</w:t>
      </w:r>
      <w:r>
        <w:t xml:space="preserve">. </w:t>
      </w:r>
      <w:r w:rsidR="00000000">
        <w:t>Allez dans</w:t>
      </w:r>
      <w:r w:rsidR="00000000">
        <w:rPr>
          <w:i/>
        </w:rPr>
        <w:t xml:space="preserve"> </w:t>
      </w:r>
      <w:r w:rsidR="00000000">
        <w:t>la salle de bains</w:t>
      </w:r>
      <w:r>
        <w:t xml:space="preserve">, </w:t>
      </w:r>
      <w:r w:rsidR="00000000">
        <w:t>et lavez tout ce sang</w:t>
      </w:r>
      <w:r>
        <w:t xml:space="preserve">. </w:t>
      </w:r>
      <w:r w:rsidR="00000000">
        <w:t>Prenez vos vêtements et habillez-vous</w:t>
      </w:r>
      <w:r>
        <w:t xml:space="preserve">. </w:t>
      </w:r>
      <w:r w:rsidR="00000000">
        <w:t>Vous donnerez votre chemise de nuit à Collinson</w:t>
      </w:r>
      <w:r>
        <w:t xml:space="preserve">. </w:t>
      </w:r>
      <w:r w:rsidR="00000000">
        <w:t>Vous</w:t>
      </w:r>
      <w:r>
        <w:t xml:space="preserve">, </w:t>
      </w:r>
      <w:r w:rsidR="00000000">
        <w:t>Colli</w:t>
      </w:r>
      <w:r w:rsidR="00000000">
        <w:t>n</w:t>
      </w:r>
      <w:r w:rsidR="00000000">
        <w:t>son</w:t>
      </w:r>
      <w:r>
        <w:t xml:space="preserve">, </w:t>
      </w:r>
      <w:r w:rsidR="00000000">
        <w:t>vous la garderez dans votre poche</w:t>
      </w:r>
      <w:r>
        <w:t xml:space="preserve">. </w:t>
      </w:r>
      <w:r w:rsidR="00000000">
        <w:t>Ne sortez pas de cette chambre jusqu</w:t>
      </w:r>
      <w:r>
        <w:t>’</w:t>
      </w:r>
      <w:r w:rsidR="00000000">
        <w:t>à ce que je revienne</w:t>
      </w:r>
      <w:r>
        <w:t xml:space="preserve">. </w:t>
      </w:r>
      <w:r w:rsidR="00000000">
        <w:t>Je ne serai pas long</w:t>
      </w:r>
      <w:r>
        <w:t xml:space="preserve">. </w:t>
      </w:r>
      <w:r w:rsidR="00000000">
        <w:t>Avez-vous un browning</w:t>
      </w:r>
      <w:r>
        <w:t> ?</w:t>
      </w:r>
    </w:p>
    <w:p w14:paraId="632CBF67" w14:textId="77777777" w:rsidR="00894734" w:rsidRDefault="00894734">
      <w:r>
        <w:t>— </w:t>
      </w:r>
      <w:r w:rsidR="00000000">
        <w:t>Non</w:t>
      </w:r>
      <w:r>
        <w:t xml:space="preserve">. </w:t>
      </w:r>
      <w:r w:rsidR="00000000">
        <w:t>Mais je</w:t>
      </w:r>
      <w:r>
        <w:t>…</w:t>
      </w:r>
    </w:p>
    <w:p w14:paraId="14125B35" w14:textId="7FCDC10A" w:rsidR="00894734" w:rsidRDefault="00000000">
      <w:r>
        <w:t>La jeune fille l</w:t>
      </w:r>
      <w:r w:rsidR="00894734">
        <w:t>’</w:t>
      </w:r>
      <w:r>
        <w:t xml:space="preserve">interrompit en </w:t>
      </w:r>
      <w:r>
        <w:t>v</w:t>
      </w:r>
      <w:r>
        <w:t>enant se placer en face de moi</w:t>
      </w:r>
      <w:r w:rsidR="00894734">
        <w:t>.</w:t>
      </w:r>
    </w:p>
    <w:p w14:paraId="353D0E41" w14:textId="104C425B" w:rsidR="00894734" w:rsidRDefault="00894734">
      <w:r>
        <w:t>— </w:t>
      </w:r>
      <w:r w:rsidR="00000000">
        <w:t>Vous me pouvez pas me laisse</w:t>
      </w:r>
      <w:r w:rsidR="00000000">
        <w:t>r</w:t>
      </w:r>
      <w:r w:rsidR="00000000">
        <w:t xml:space="preserve"> seule ici avec lui</w:t>
      </w:r>
      <w:r>
        <w:t xml:space="preserve">, </w:t>
      </w:r>
      <w:r w:rsidR="00000000">
        <w:t>dit-elle fermement</w:t>
      </w:r>
      <w:r>
        <w:t xml:space="preserve">. </w:t>
      </w:r>
      <w:r w:rsidR="00000000">
        <w:t>Je ne le veux pas</w:t>
      </w:r>
      <w:r>
        <w:t xml:space="preserve">. </w:t>
      </w:r>
      <w:r w:rsidR="00000000">
        <w:t>N</w:t>
      </w:r>
      <w:r>
        <w:t>’</w:t>
      </w:r>
      <w:r w:rsidR="00000000">
        <w:t>est-ce pas assez d</w:t>
      </w:r>
      <w:r>
        <w:t>’</w:t>
      </w:r>
      <w:r w:rsidR="00000000">
        <w:t>un homme tué cette nuit</w:t>
      </w:r>
      <w:r>
        <w:t xml:space="preserve"> ? </w:t>
      </w:r>
      <w:r w:rsidR="00000000">
        <w:t>Vous voulez que j</w:t>
      </w:r>
      <w:r>
        <w:t>’</w:t>
      </w:r>
      <w:r w:rsidR="00000000">
        <w:t>en tue un autre</w:t>
      </w:r>
      <w:r>
        <w:t> ?</w:t>
      </w:r>
    </w:p>
    <w:p w14:paraId="1EEEEDB8" w14:textId="77777777" w:rsidR="00894734" w:rsidRDefault="00894734">
      <w:r>
        <w:t>— </w:t>
      </w:r>
      <w:r w:rsidR="00000000">
        <w:t>Il faut que je sorte pour un instant</w:t>
      </w:r>
      <w:r>
        <w:t xml:space="preserve">, </w:t>
      </w:r>
      <w:r w:rsidR="00000000">
        <w:t>dis-je</w:t>
      </w:r>
      <w:r>
        <w:t xml:space="preserve">. </w:t>
      </w:r>
      <w:r w:rsidR="00000000">
        <w:t>Et vous ne pouvez pas rester seule</w:t>
      </w:r>
      <w:r>
        <w:t xml:space="preserve">. </w:t>
      </w:r>
      <w:r w:rsidR="00000000">
        <w:t>Faites ce que je vous dis</w:t>
      </w:r>
      <w:r>
        <w:t>.</w:t>
      </w:r>
    </w:p>
    <w:p w14:paraId="78F12472" w14:textId="77777777" w:rsidR="00894734" w:rsidRDefault="00894734">
      <w:r>
        <w:t>— </w:t>
      </w:r>
      <w:r w:rsidR="00000000">
        <w:t>Vous ne savez pas ce que vous êtes en train de faire</w:t>
      </w:r>
      <w:r>
        <w:t xml:space="preserve">, </w:t>
      </w:r>
      <w:r w:rsidR="00000000">
        <w:t>me dit-elle d</w:t>
      </w:r>
      <w:r>
        <w:t>’</w:t>
      </w:r>
      <w:r w:rsidR="00000000">
        <w:t>une voix faible et exténuée</w:t>
      </w:r>
      <w:r>
        <w:t xml:space="preserve">. </w:t>
      </w:r>
      <w:r w:rsidR="00000000">
        <w:t>Vous ne pouvez pas savoir</w:t>
      </w:r>
      <w:r>
        <w:t xml:space="preserve">, </w:t>
      </w:r>
      <w:r w:rsidR="00000000">
        <w:t>sans cela</w:t>
      </w:r>
      <w:r>
        <w:t xml:space="preserve">, </w:t>
      </w:r>
      <w:r w:rsidR="00000000">
        <w:t>vous ne le feriez pas</w:t>
      </w:r>
      <w:r>
        <w:t>.</w:t>
      </w:r>
    </w:p>
    <w:p w14:paraId="4552E18F" w14:textId="77777777" w:rsidR="00894734" w:rsidRDefault="00000000">
      <w:r>
        <w:t>Elle tournait le dos à Collinson</w:t>
      </w:r>
      <w:r w:rsidR="00894734">
        <w:t xml:space="preserve">. </w:t>
      </w:r>
      <w:r>
        <w:t>Elle leva son visage do</w:t>
      </w:r>
      <w:r>
        <w:t>u</w:t>
      </w:r>
      <w:r>
        <w:t>loureux vers moi et je vis plutôt que je n</w:t>
      </w:r>
      <w:r w:rsidR="00894734">
        <w:t>’</w:t>
      </w:r>
      <w:r>
        <w:t>entendis ses lèvres murmurer à bout de souffle</w:t>
      </w:r>
      <w:r w:rsidR="00894734">
        <w:t> :</w:t>
      </w:r>
    </w:p>
    <w:p w14:paraId="0A7829A3" w14:textId="77777777" w:rsidR="00894734" w:rsidRDefault="00894734">
      <w:r>
        <w:t>— </w:t>
      </w:r>
      <w:r w:rsidR="00000000">
        <w:t>Pas Éric</w:t>
      </w:r>
      <w:r>
        <w:t xml:space="preserve">. </w:t>
      </w:r>
      <w:r w:rsidR="00000000">
        <w:t>Emmenez-le</w:t>
      </w:r>
      <w:r>
        <w:t>.</w:t>
      </w:r>
    </w:p>
    <w:p w14:paraId="7EE495C6" w14:textId="77777777" w:rsidR="00894734" w:rsidRDefault="00000000">
      <w:r>
        <w:t>Je lui montrai la salle de bains</w:t>
      </w:r>
      <w:r w:rsidR="00894734">
        <w:t>.</w:t>
      </w:r>
    </w:p>
    <w:p w14:paraId="5B699C22" w14:textId="77777777" w:rsidR="00894734" w:rsidRDefault="00894734">
      <w:r>
        <w:t>— </w:t>
      </w:r>
      <w:r w:rsidR="00000000">
        <w:t>Vous pouvez rester là pendant que je suis absent</w:t>
      </w:r>
      <w:r>
        <w:t xml:space="preserve">, </w:t>
      </w:r>
      <w:r w:rsidR="00000000">
        <w:t>si vous voulez</w:t>
      </w:r>
      <w:r>
        <w:t xml:space="preserve">, </w:t>
      </w:r>
      <w:r w:rsidR="00000000">
        <w:t>mais il doit rester ici</w:t>
      </w:r>
      <w:r>
        <w:t>.</w:t>
      </w:r>
    </w:p>
    <w:p w14:paraId="3D1829EA" w14:textId="77777777" w:rsidR="00894734" w:rsidRDefault="00000000">
      <w:r>
        <w:t>Elle acquiesça d</w:t>
      </w:r>
      <w:r w:rsidR="00894734">
        <w:t>’</w:t>
      </w:r>
      <w:r>
        <w:t>un geste las et alla s</w:t>
      </w:r>
      <w:r w:rsidR="00894734">
        <w:t>’</w:t>
      </w:r>
      <w:r>
        <w:t>enfermer dans la salle de bains</w:t>
      </w:r>
      <w:r w:rsidR="00894734">
        <w:t xml:space="preserve">. </w:t>
      </w:r>
      <w:r>
        <w:t>Quand elle passa auprès du jeune homme</w:t>
      </w:r>
      <w:r w:rsidR="00894734">
        <w:t xml:space="preserve">, </w:t>
      </w:r>
      <w:r>
        <w:lastRenderedPageBreak/>
        <w:t>portant ses vêtements dans ses bras</w:t>
      </w:r>
      <w:r w:rsidR="00894734">
        <w:t xml:space="preserve">, </w:t>
      </w:r>
      <w:r>
        <w:t>je vis une larme briller dans chacun de ses yeux couleur d</w:t>
      </w:r>
      <w:r w:rsidR="00894734">
        <w:t>’</w:t>
      </w:r>
      <w:r>
        <w:t>or vert</w:t>
      </w:r>
      <w:r w:rsidR="00894734">
        <w:t>.</w:t>
      </w:r>
    </w:p>
    <w:p w14:paraId="79F0F325" w14:textId="77777777" w:rsidR="00894734" w:rsidRDefault="00000000">
      <w:r>
        <w:t>Je donnai mon browning à Collinson et lui dis</w:t>
      </w:r>
      <w:r w:rsidR="00894734">
        <w:t> :</w:t>
      </w:r>
    </w:p>
    <w:p w14:paraId="1DACF1A0" w14:textId="77777777" w:rsidR="00894734" w:rsidRDefault="00894734">
      <w:r>
        <w:t>— </w:t>
      </w:r>
      <w:r w:rsidR="00000000">
        <w:t>Maintenant</w:t>
      </w:r>
      <w:r>
        <w:t xml:space="preserve">, </w:t>
      </w:r>
      <w:r w:rsidR="00000000">
        <w:t>soyez raisonnable</w:t>
      </w:r>
      <w:r>
        <w:t xml:space="preserve">. </w:t>
      </w:r>
      <w:r w:rsidR="00000000">
        <w:t>Aidez-moi au lieu de me donner du tourment</w:t>
      </w:r>
      <w:r>
        <w:t xml:space="preserve">. </w:t>
      </w:r>
      <w:r w:rsidR="00000000">
        <w:t>Personne ne doit entrer ici</w:t>
      </w:r>
      <w:r>
        <w:t xml:space="preserve">. </w:t>
      </w:r>
      <w:r w:rsidR="00000000">
        <w:t>Si vous avez à tirer</w:t>
      </w:r>
      <w:r>
        <w:t xml:space="preserve">, </w:t>
      </w:r>
      <w:r w:rsidR="00000000">
        <w:t>tirez</w:t>
      </w:r>
      <w:r>
        <w:t>.</w:t>
      </w:r>
    </w:p>
    <w:p w14:paraId="34FFFEEB" w14:textId="328250DD" w:rsidR="00894734" w:rsidRDefault="00000000">
      <w:r>
        <w:t>Il essaya de dire quelque chose</w:t>
      </w:r>
      <w:r w:rsidR="00894734">
        <w:t xml:space="preserve">, </w:t>
      </w:r>
      <w:r>
        <w:t>ne put pas et me serra se</w:t>
      </w:r>
      <w:r>
        <w:t>u</w:t>
      </w:r>
      <w:r>
        <w:t>lement la main</w:t>
      </w:r>
      <w:r w:rsidR="00894734">
        <w:t xml:space="preserve">. </w:t>
      </w:r>
      <w:r>
        <w:t>Je redescendis à l</w:t>
      </w:r>
      <w:r w:rsidR="00894734">
        <w:t>’</w:t>
      </w:r>
      <w:r>
        <w:t>endroit où j</w:t>
      </w:r>
      <w:r w:rsidR="00894734">
        <w:t>’</w:t>
      </w:r>
      <w:r>
        <w:t xml:space="preserve">avais vu le corps du </w:t>
      </w:r>
      <w:r w:rsidR="00894734">
        <w:t>D</w:t>
      </w:r>
      <w:r w:rsidR="00894734" w:rsidRPr="00894734">
        <w:rPr>
          <w:vertAlign w:val="superscript"/>
        </w:rPr>
        <w:t>r</w:t>
      </w:r>
      <w:r w:rsidR="00894734">
        <w:t> </w:t>
      </w:r>
      <w:proofErr w:type="spellStart"/>
      <w:r w:rsidR="00894734">
        <w:t>R</w:t>
      </w:r>
      <w:r>
        <w:t>iese</w:t>
      </w:r>
      <w:proofErr w:type="spellEnd"/>
      <w:r w:rsidR="00894734">
        <w:t xml:space="preserve">. </w:t>
      </w:r>
      <w:r>
        <w:t>Une nouvelle surprise m</w:t>
      </w:r>
      <w:r w:rsidR="00894734">
        <w:t>’</w:t>
      </w:r>
      <w:r>
        <w:t>attendait</w:t>
      </w:r>
      <w:r w:rsidR="00894734">
        <w:t xml:space="preserve">. </w:t>
      </w:r>
      <w:r>
        <w:t>La porte de fer par laquelle nous étions passés quelques minutes avant</w:t>
      </w:r>
      <w:r w:rsidR="00894734">
        <w:t xml:space="preserve">, </w:t>
      </w:r>
      <w:r>
        <w:t>était maintenant fermée</w:t>
      </w:r>
      <w:r w:rsidR="00894734">
        <w:t xml:space="preserve">. </w:t>
      </w:r>
      <w:r>
        <w:t>La serrure étant néanmoins assez simple</w:t>
      </w:r>
      <w:r w:rsidR="00894734">
        <w:t xml:space="preserve">, </w:t>
      </w:r>
      <w:r>
        <w:t>je pus l</w:t>
      </w:r>
      <w:r w:rsidR="00894734">
        <w:t>’</w:t>
      </w:r>
      <w:r>
        <w:t>ouvrir avec un passe</w:t>
      </w:r>
      <w:r w:rsidR="00894734">
        <w:t>.</w:t>
      </w:r>
    </w:p>
    <w:p w14:paraId="388A8756" w14:textId="77777777" w:rsidR="00894734" w:rsidRDefault="00000000">
      <w:r>
        <w:t xml:space="preserve">Le corps de </w:t>
      </w:r>
      <w:proofErr w:type="spellStart"/>
      <w:r>
        <w:t>Riese</w:t>
      </w:r>
      <w:proofErr w:type="spellEnd"/>
      <w:r>
        <w:t xml:space="preserve"> n</w:t>
      </w:r>
      <w:r w:rsidR="00894734">
        <w:t>’</w:t>
      </w:r>
      <w:r>
        <w:t>était plus sur les marches de l</w:t>
      </w:r>
      <w:r w:rsidR="00894734">
        <w:t>’</w:t>
      </w:r>
      <w:r>
        <w:t>autel</w:t>
      </w:r>
      <w:r w:rsidR="00894734">
        <w:t xml:space="preserve">. </w:t>
      </w:r>
      <w:r>
        <w:t>Le poignard avait disparu</w:t>
      </w:r>
      <w:r w:rsidR="00894734">
        <w:t xml:space="preserve">. </w:t>
      </w:r>
      <w:r>
        <w:t>Toute trace de sang avait disparu</w:t>
      </w:r>
      <w:r w:rsidR="00894734">
        <w:t xml:space="preserve">. </w:t>
      </w:r>
      <w:r>
        <w:t>Que</w:t>
      </w:r>
      <w:r>
        <w:t>l</w:t>
      </w:r>
      <w:r>
        <w:t>qu</w:t>
      </w:r>
      <w:r w:rsidR="00894734">
        <w:t>’</w:t>
      </w:r>
      <w:r>
        <w:t>un était passé par là</w:t>
      </w:r>
      <w:r w:rsidR="00894734">
        <w:t>.</w:t>
      </w:r>
    </w:p>
    <w:p w14:paraId="3F3C61F9" w14:textId="5BE342E7" w:rsidR="00000000" w:rsidRDefault="00000000" w:rsidP="00894734">
      <w:pPr>
        <w:pStyle w:val="Titre2"/>
        <w:rPr>
          <w:szCs w:val="44"/>
        </w:rPr>
      </w:pPr>
      <w:bookmarkStart w:id="12" w:name="_Toc202288413"/>
      <w:r>
        <w:rPr>
          <w:szCs w:val="44"/>
        </w:rPr>
        <w:lastRenderedPageBreak/>
        <w:t>CHAPITRE X</w:t>
      </w:r>
      <w:r>
        <w:rPr>
          <w:szCs w:val="44"/>
        </w:rPr>
        <w:br/>
      </w:r>
      <w:r>
        <w:rPr>
          <w:szCs w:val="44"/>
        </w:rPr>
        <w:br/>
        <w:t>LE DESTIN DE JOSEPH</w:t>
      </w:r>
      <w:bookmarkEnd w:id="12"/>
    </w:p>
    <w:p w14:paraId="56E7F0AC" w14:textId="77777777" w:rsidR="00894734" w:rsidRDefault="00000000">
      <w:r>
        <w:t>Je revins dans le vestibule</w:t>
      </w:r>
      <w:r w:rsidR="00894734">
        <w:t xml:space="preserve">. </w:t>
      </w:r>
      <w:r>
        <w:t>J</w:t>
      </w:r>
      <w:r w:rsidR="00894734">
        <w:t>’</w:t>
      </w:r>
      <w:r>
        <w:t>avais vu un téléphone dans un recoin</w:t>
      </w:r>
      <w:r w:rsidR="00894734">
        <w:t xml:space="preserve">. </w:t>
      </w:r>
      <w:r>
        <w:t>Mais j</w:t>
      </w:r>
      <w:r w:rsidR="00894734">
        <w:t>’</w:t>
      </w:r>
      <w:r>
        <w:t>appelai en vain</w:t>
      </w:r>
      <w:r w:rsidR="00894734">
        <w:t xml:space="preserve">. </w:t>
      </w:r>
      <w:r>
        <w:t>Le téléphone était interrompu</w:t>
      </w:r>
      <w:r w:rsidR="00894734">
        <w:t xml:space="preserve">. </w:t>
      </w:r>
      <w:r>
        <w:t>Je remontai vers le sixième étage</w:t>
      </w:r>
      <w:r w:rsidR="00894734">
        <w:t xml:space="preserve">. </w:t>
      </w:r>
      <w:r>
        <w:t>Je n</w:t>
      </w:r>
      <w:r w:rsidR="00894734">
        <w:t>’</w:t>
      </w:r>
      <w:r>
        <w:t>avais pas été très heureux dans mes négociations avec Minnie Hershey</w:t>
      </w:r>
      <w:r w:rsidR="00894734">
        <w:t xml:space="preserve">, </w:t>
      </w:r>
      <w:r>
        <w:t>mais elle était a</w:t>
      </w:r>
      <w:r>
        <w:t>p</w:t>
      </w:r>
      <w:r>
        <w:t>paremment toute dévouée à sa maîtresse</w:t>
      </w:r>
      <w:r w:rsidR="00894734">
        <w:t xml:space="preserve">, </w:t>
      </w:r>
      <w:r>
        <w:t>et puisque le tél</w:t>
      </w:r>
      <w:r>
        <w:t>é</w:t>
      </w:r>
      <w:r>
        <w:t>phone était hors d</w:t>
      </w:r>
      <w:r w:rsidR="00894734">
        <w:t>’</w:t>
      </w:r>
      <w:r>
        <w:t>usage</w:t>
      </w:r>
      <w:r w:rsidR="00894734">
        <w:t xml:space="preserve">, </w:t>
      </w:r>
      <w:r>
        <w:t>il me fallait à tout prix un messager</w:t>
      </w:r>
      <w:r w:rsidR="00894734">
        <w:t>.</w:t>
      </w:r>
    </w:p>
    <w:p w14:paraId="400C8535" w14:textId="77777777" w:rsidR="00894734" w:rsidRDefault="00000000">
      <w:r>
        <w:t>J</w:t>
      </w:r>
      <w:r w:rsidR="00894734">
        <w:t>’</w:t>
      </w:r>
      <w:r>
        <w:t>ouvris la porte de la domestique de Gabrielle</w:t>
      </w:r>
      <w:r w:rsidR="00894734">
        <w:t xml:space="preserve">. </w:t>
      </w:r>
      <w:r>
        <w:t>Elle était sans verrou</w:t>
      </w:r>
      <w:r w:rsidR="00894734">
        <w:t xml:space="preserve">, </w:t>
      </w:r>
      <w:r>
        <w:t>comme les autres</w:t>
      </w:r>
      <w:r w:rsidR="00894734">
        <w:t xml:space="preserve">. </w:t>
      </w:r>
      <w:r>
        <w:t>Je la refermai derrière moi</w:t>
      </w:r>
      <w:r w:rsidR="00894734">
        <w:t xml:space="preserve">. </w:t>
      </w:r>
      <w:r>
        <w:t>Je mis ma main devant le rayon de ma lampe de poche</w:t>
      </w:r>
      <w:r w:rsidR="00894734">
        <w:t xml:space="preserve">. </w:t>
      </w:r>
      <w:r>
        <w:t>Dans la faible lumière qui passait à travers mes doigts</w:t>
      </w:r>
      <w:r w:rsidR="00894734">
        <w:t xml:space="preserve">, </w:t>
      </w:r>
      <w:r>
        <w:t>je vis Minnie dans son lit</w:t>
      </w:r>
      <w:r w:rsidR="00894734">
        <w:t xml:space="preserve">, </w:t>
      </w:r>
      <w:r>
        <w:t>qui dormait</w:t>
      </w:r>
      <w:r w:rsidR="00894734">
        <w:t xml:space="preserve">. </w:t>
      </w:r>
      <w:r>
        <w:t>La fenêtre était fermée</w:t>
      </w:r>
      <w:r w:rsidR="00894734">
        <w:t xml:space="preserve">, </w:t>
      </w:r>
      <w:r>
        <w:t>l</w:t>
      </w:r>
      <w:r w:rsidR="00894734">
        <w:t>’</w:t>
      </w:r>
      <w:r>
        <w:t>atmosphère lourde</w:t>
      </w:r>
      <w:r w:rsidR="00894734">
        <w:t xml:space="preserve">, </w:t>
      </w:r>
      <w:r>
        <w:t>étouffante</w:t>
      </w:r>
      <w:r w:rsidR="00894734">
        <w:t xml:space="preserve">. </w:t>
      </w:r>
      <w:r>
        <w:t>Il y flottait une odeur qui n</w:t>
      </w:r>
      <w:r w:rsidR="00894734">
        <w:t>’</w:t>
      </w:r>
      <w:r>
        <w:t>était pas inco</w:t>
      </w:r>
      <w:r>
        <w:t>n</w:t>
      </w:r>
      <w:r>
        <w:t>nue pour moi</w:t>
      </w:r>
      <w:r w:rsidR="00894734">
        <w:t xml:space="preserve">, </w:t>
      </w:r>
      <w:r>
        <w:t>l</w:t>
      </w:r>
      <w:r w:rsidR="00894734">
        <w:t>’</w:t>
      </w:r>
      <w:r>
        <w:t>odeur d</w:t>
      </w:r>
      <w:r w:rsidR="00894734">
        <w:t>’</w:t>
      </w:r>
      <w:r>
        <w:t>une chambre close où sont mortes des fleurs</w:t>
      </w:r>
      <w:r w:rsidR="00894734">
        <w:t>.</w:t>
      </w:r>
    </w:p>
    <w:p w14:paraId="4A5B3B2D" w14:textId="77777777" w:rsidR="00894734" w:rsidRDefault="00000000">
      <w:r>
        <w:t>Je regardai la fille brune dormir</w:t>
      </w:r>
      <w:r w:rsidR="00894734">
        <w:t xml:space="preserve">. </w:t>
      </w:r>
      <w:r>
        <w:t>Elle paraissait absol</w:t>
      </w:r>
      <w:r>
        <w:t>u</w:t>
      </w:r>
      <w:r>
        <w:t>ment calme et voici qu</w:t>
      </w:r>
      <w:r w:rsidR="00894734">
        <w:t>’</w:t>
      </w:r>
      <w:r>
        <w:t>en la regardant</w:t>
      </w:r>
      <w:r w:rsidR="00894734">
        <w:t xml:space="preserve">, </w:t>
      </w:r>
      <w:r>
        <w:t>je me sentais moi-même glisser dans le sommeil</w:t>
      </w:r>
      <w:r w:rsidR="00894734">
        <w:t xml:space="preserve">. </w:t>
      </w:r>
      <w:r>
        <w:t>Une insupportable envie de me coucher là se mit à me tenailler tandis que je cherchais stupidement à identifier les fleurs qui certainement s</w:t>
      </w:r>
      <w:r w:rsidR="00894734">
        <w:t>’</w:t>
      </w:r>
      <w:r>
        <w:t>étaient flétries ici</w:t>
      </w:r>
      <w:r w:rsidR="00894734">
        <w:t xml:space="preserve">. </w:t>
      </w:r>
      <w:r>
        <w:t>Était-ce des lis</w:t>
      </w:r>
      <w:r w:rsidR="00894734">
        <w:t xml:space="preserve">, </w:t>
      </w:r>
      <w:r>
        <w:t>des chèvrefeuilles</w:t>
      </w:r>
      <w:r w:rsidR="00894734">
        <w:t xml:space="preserve">, </w:t>
      </w:r>
      <w:r>
        <w:t>non</w:t>
      </w:r>
      <w:r w:rsidR="00894734">
        <w:t xml:space="preserve">, </w:t>
      </w:r>
      <w:r>
        <w:t>plutôt des tubéreuses</w:t>
      </w:r>
      <w:r w:rsidR="00894734">
        <w:t xml:space="preserve"> ?… </w:t>
      </w:r>
      <w:r>
        <w:t>La lampe devenait lourde dans ma main</w:t>
      </w:r>
      <w:r w:rsidR="00894734">
        <w:t xml:space="preserve">. </w:t>
      </w:r>
      <w:r>
        <w:t>Au diable</w:t>
      </w:r>
      <w:r w:rsidR="00894734">
        <w:t xml:space="preserve"> ! </w:t>
      </w:r>
      <w:r>
        <w:t>Je la laissai tomber</w:t>
      </w:r>
      <w:r w:rsidR="00894734">
        <w:t xml:space="preserve">. </w:t>
      </w:r>
      <w:r>
        <w:t>Cela me fit mal au pied</w:t>
      </w:r>
      <w:r w:rsidR="00894734">
        <w:t xml:space="preserve">. </w:t>
      </w:r>
      <w:r>
        <w:t>Qui se permettait de me ma</w:t>
      </w:r>
      <w:r>
        <w:t>r</w:t>
      </w:r>
      <w:r>
        <w:t>cher sur le pied</w:t>
      </w:r>
      <w:r w:rsidR="00894734">
        <w:t xml:space="preserve"> ? </w:t>
      </w:r>
      <w:r>
        <w:t xml:space="preserve">Gabrielle </w:t>
      </w:r>
      <w:proofErr w:type="spellStart"/>
      <w:r>
        <w:t>Legget</w:t>
      </w:r>
      <w:proofErr w:type="spellEnd"/>
      <w:r w:rsidR="00894734">
        <w:t xml:space="preserve">, </w:t>
      </w:r>
      <w:r>
        <w:t>me suppliant de la sauver d</w:t>
      </w:r>
      <w:r w:rsidR="00894734">
        <w:t>’</w:t>
      </w:r>
      <w:r>
        <w:t>Éric Collinson</w:t>
      </w:r>
      <w:r w:rsidR="00894734">
        <w:t> ?</w:t>
      </w:r>
    </w:p>
    <w:p w14:paraId="1ABBF092" w14:textId="02A28311" w:rsidR="00894734" w:rsidRDefault="00000000">
      <w:r>
        <w:lastRenderedPageBreak/>
        <w:t>Je tournai la tête vers elle</w:t>
      </w:r>
      <w:r w:rsidR="00894734">
        <w:t xml:space="preserve">. </w:t>
      </w:r>
      <w:r>
        <w:t>Je ne vis que la fenêtre</w:t>
      </w:r>
      <w:r w:rsidR="00894734">
        <w:t xml:space="preserve">, </w:t>
      </w:r>
      <w:r>
        <w:t>à six pouces de mon visage</w:t>
      </w:r>
      <w:r w:rsidR="00894734">
        <w:t xml:space="preserve">. </w:t>
      </w:r>
      <w:r>
        <w:t>Une vague</w:t>
      </w:r>
      <w:r w:rsidR="00894734">
        <w:t xml:space="preserve">, </w:t>
      </w:r>
      <w:r>
        <w:t>très vague sensation du da</w:t>
      </w:r>
      <w:r>
        <w:t>n</w:t>
      </w:r>
      <w:r>
        <w:t>ger me revint sans doute</w:t>
      </w:r>
      <w:r w:rsidR="00894734">
        <w:t xml:space="preserve">, </w:t>
      </w:r>
      <w:r>
        <w:t>car je fis un pas vers ce rectangle pâle</w:t>
      </w:r>
      <w:r w:rsidR="00894734">
        <w:t xml:space="preserve">. </w:t>
      </w:r>
      <w:r>
        <w:t>Je cherchai la poignée</w:t>
      </w:r>
      <w:r w:rsidR="00894734">
        <w:t xml:space="preserve"> ; </w:t>
      </w:r>
      <w:r>
        <w:t>je ne saurai jamais si je l</w:t>
      </w:r>
      <w:r w:rsidR="00894734">
        <w:t>’</w:t>
      </w:r>
      <w:r>
        <w:t>ai trouvée</w:t>
      </w:r>
      <w:r w:rsidR="00894734">
        <w:t xml:space="preserve">. </w:t>
      </w:r>
      <w:r>
        <w:t>De ma main gauche ouverte</w:t>
      </w:r>
      <w:r w:rsidR="00894734">
        <w:t xml:space="preserve">, </w:t>
      </w:r>
      <w:r>
        <w:t>je brisai la glace</w:t>
      </w:r>
      <w:r w:rsidR="00894734">
        <w:t xml:space="preserve">. </w:t>
      </w:r>
      <w:r>
        <w:t>Un air piquant</w:t>
      </w:r>
      <w:r w:rsidR="00894734">
        <w:t xml:space="preserve">, </w:t>
      </w:r>
      <w:r>
        <w:t>comme chargé d</w:t>
      </w:r>
      <w:r w:rsidR="00894734">
        <w:t>’</w:t>
      </w:r>
      <w:r>
        <w:t>ammoniaque</w:t>
      </w:r>
      <w:r w:rsidR="00894734">
        <w:t xml:space="preserve">, </w:t>
      </w:r>
      <w:r>
        <w:t>vint par l</w:t>
      </w:r>
      <w:r w:rsidR="00894734">
        <w:t>’</w:t>
      </w:r>
      <w:r>
        <w:t>ouverture</w:t>
      </w:r>
      <w:r w:rsidR="00894734">
        <w:t xml:space="preserve">. </w:t>
      </w:r>
      <w:r>
        <w:t>J</w:t>
      </w:r>
      <w:r w:rsidR="00894734">
        <w:t>’</w:t>
      </w:r>
      <w:r>
        <w:t>y collai mon visage</w:t>
      </w:r>
      <w:r w:rsidR="00894734">
        <w:t xml:space="preserve">, </w:t>
      </w:r>
      <w:r>
        <w:t>l</w:t>
      </w:r>
      <w:r w:rsidR="00894734">
        <w:t>’</w:t>
      </w:r>
      <w:r>
        <w:t>aspirant par tous les pores et riant</w:t>
      </w:r>
      <w:r w:rsidR="00894734">
        <w:t xml:space="preserve">. </w:t>
      </w:r>
      <w:r>
        <w:t>Je restai là jusqu</w:t>
      </w:r>
      <w:r w:rsidR="00894734">
        <w:t>’</w:t>
      </w:r>
      <w:r>
        <w:t>à ce que j</w:t>
      </w:r>
      <w:r w:rsidR="00894734">
        <w:t>’</w:t>
      </w:r>
      <w:r>
        <w:t>ai</w:t>
      </w:r>
      <w:r w:rsidR="00AE6611">
        <w:t>e</w:t>
      </w:r>
      <w:r>
        <w:t xml:space="preserve"> repris conscience tout à fait</w:t>
      </w:r>
      <w:r w:rsidR="00894734">
        <w:t xml:space="preserve">. </w:t>
      </w:r>
      <w:r>
        <w:t>Puis je mis mon mouchoir sur ma bouche et mon nez et je me retournai vers l</w:t>
      </w:r>
      <w:r w:rsidR="00894734">
        <w:t>’</w:t>
      </w:r>
      <w:r>
        <w:t>intérieur de la chambre</w:t>
      </w:r>
      <w:r w:rsidR="00894734">
        <w:t>.</w:t>
      </w:r>
    </w:p>
    <w:p w14:paraId="6692EBAF" w14:textId="77777777" w:rsidR="00894734" w:rsidRDefault="00000000">
      <w:r>
        <w:t>À moins de trois pieds dans la chambre sombre</w:t>
      </w:r>
      <w:r w:rsidR="00894734">
        <w:t xml:space="preserve">, </w:t>
      </w:r>
      <w:r>
        <w:t>je vis une vague forme pâle</w:t>
      </w:r>
      <w:r w:rsidR="00894734">
        <w:t xml:space="preserve">, </w:t>
      </w:r>
      <w:r>
        <w:t>qui pouvait être un corps humain</w:t>
      </w:r>
      <w:r w:rsidR="00894734">
        <w:t xml:space="preserve">, </w:t>
      </w:r>
      <w:r>
        <w:t>de haute taille</w:t>
      </w:r>
      <w:r w:rsidR="00894734">
        <w:t xml:space="preserve">, </w:t>
      </w:r>
      <w:r>
        <w:t>mais flottant à un pied du sol</w:t>
      </w:r>
      <w:r w:rsidR="00894734">
        <w:t xml:space="preserve">, </w:t>
      </w:r>
      <w:r>
        <w:t>du moins c</w:t>
      </w:r>
      <w:r w:rsidR="00894734">
        <w:t>’</w:t>
      </w:r>
      <w:r>
        <w:t>est ce qu</w:t>
      </w:r>
      <w:r w:rsidR="00894734">
        <w:t>’</w:t>
      </w:r>
      <w:r>
        <w:t>il me sembla voir dans le délire qui me reprenait</w:t>
      </w:r>
      <w:r w:rsidR="00894734">
        <w:t xml:space="preserve">. </w:t>
      </w:r>
      <w:r>
        <w:t>La chose parla</w:t>
      </w:r>
      <w:r w:rsidR="00894734">
        <w:t xml:space="preserve">, </w:t>
      </w:r>
      <w:r>
        <w:t>il me sembla bien entendre des mots comme</w:t>
      </w:r>
      <w:r w:rsidR="00894734">
        <w:t> :</w:t>
      </w:r>
    </w:p>
    <w:p w14:paraId="1D24E539" w14:textId="77777777" w:rsidR="00894734" w:rsidRDefault="00894734">
      <w:r>
        <w:t>— </w:t>
      </w:r>
      <w:r w:rsidR="00000000">
        <w:t>À genoux</w:t>
      </w:r>
      <w:r>
        <w:t xml:space="preserve">, </w:t>
      </w:r>
      <w:r w:rsidR="00000000">
        <w:t>ennemi de Dieu</w:t>
      </w:r>
      <w:r>
        <w:t xml:space="preserve"> ! </w:t>
      </w:r>
      <w:r w:rsidR="00000000">
        <w:t>À genoux avant le chât</w:t>
      </w:r>
      <w:r w:rsidR="00000000">
        <w:t>i</w:t>
      </w:r>
      <w:r w:rsidR="00000000">
        <w:t>ment</w:t>
      </w:r>
      <w:r>
        <w:t> !…</w:t>
      </w:r>
    </w:p>
    <w:p w14:paraId="1480BECF" w14:textId="77777777" w:rsidR="00894734" w:rsidRDefault="00000000">
      <w:r>
        <w:t>Je me précipitai</w:t>
      </w:r>
      <w:r w:rsidR="00894734">
        <w:t xml:space="preserve">, </w:t>
      </w:r>
      <w:r>
        <w:t>mes bras en avant</w:t>
      </w:r>
      <w:r w:rsidR="00894734">
        <w:t xml:space="preserve">, </w:t>
      </w:r>
      <w:r>
        <w:t>mais ils ne rencontr</w:t>
      </w:r>
      <w:r>
        <w:t>è</w:t>
      </w:r>
      <w:r>
        <w:t>rent rien</w:t>
      </w:r>
      <w:r w:rsidR="00894734">
        <w:t xml:space="preserve">. </w:t>
      </w:r>
      <w:r>
        <w:t>Je reculai jusqu</w:t>
      </w:r>
      <w:r w:rsidR="00894734">
        <w:t>’</w:t>
      </w:r>
      <w:r>
        <w:t>à la fenêtre et l</w:t>
      </w:r>
      <w:r w:rsidR="00894734">
        <w:t>’</w:t>
      </w:r>
      <w:r>
        <w:t>air qui venait me fra</w:t>
      </w:r>
      <w:r>
        <w:t>p</w:t>
      </w:r>
      <w:r>
        <w:t>per par-dessus mon épaule me donna la force de chercher la porte</w:t>
      </w:r>
      <w:r w:rsidR="00894734">
        <w:t xml:space="preserve">. </w:t>
      </w:r>
      <w:r>
        <w:t>Je la trouvai</w:t>
      </w:r>
      <w:r w:rsidR="00894734">
        <w:t xml:space="preserve">, </w:t>
      </w:r>
      <w:r>
        <w:t>cette porte que j</w:t>
      </w:r>
      <w:r w:rsidR="00894734">
        <w:t>’</w:t>
      </w:r>
      <w:r>
        <w:t>avais soigneusement r</w:t>
      </w:r>
      <w:r>
        <w:t>e</w:t>
      </w:r>
      <w:r>
        <w:t>fermée</w:t>
      </w:r>
      <w:r w:rsidR="00894734">
        <w:t xml:space="preserve">, </w:t>
      </w:r>
      <w:r>
        <w:t>ouverte</w:t>
      </w:r>
      <w:r w:rsidR="00894734">
        <w:t xml:space="preserve">. </w:t>
      </w:r>
      <w:r>
        <w:t>Le corridor</w:t>
      </w:r>
      <w:r w:rsidR="00894734">
        <w:t xml:space="preserve">, </w:t>
      </w:r>
      <w:r>
        <w:t>qui était éclairé précédemment</w:t>
      </w:r>
      <w:r w:rsidR="00894734">
        <w:t xml:space="preserve">, </w:t>
      </w:r>
      <w:r>
        <w:t>était aussi noir que la chambre</w:t>
      </w:r>
      <w:r w:rsidR="00894734">
        <w:t xml:space="preserve">. </w:t>
      </w:r>
      <w:r>
        <w:t>Je trébuchai et tombai sur les genoux</w:t>
      </w:r>
      <w:r w:rsidR="00894734">
        <w:t xml:space="preserve">, </w:t>
      </w:r>
      <w:r>
        <w:t>sur le seuil</w:t>
      </w:r>
      <w:r w:rsidR="00894734">
        <w:t>.</w:t>
      </w:r>
    </w:p>
    <w:p w14:paraId="5E382A14" w14:textId="77777777" w:rsidR="00894734" w:rsidRDefault="00000000">
      <w:r>
        <w:t>Mais quelqu</w:t>
      </w:r>
      <w:r w:rsidR="00894734">
        <w:t>’</w:t>
      </w:r>
      <w:r>
        <w:t>un tomba avec moi</w:t>
      </w:r>
      <w:r w:rsidR="00894734">
        <w:t xml:space="preserve">, </w:t>
      </w:r>
      <w:r>
        <w:t>sur moi</w:t>
      </w:r>
      <w:r w:rsidR="00894734">
        <w:t xml:space="preserve">. </w:t>
      </w:r>
      <w:r>
        <w:t>Cette fois</w:t>
      </w:r>
      <w:r w:rsidR="00894734">
        <w:t xml:space="preserve">, </w:t>
      </w:r>
      <w:r>
        <w:t>c</w:t>
      </w:r>
      <w:r w:rsidR="00894734">
        <w:t>’</w:t>
      </w:r>
      <w:r>
        <w:t>était un corps bien humain</w:t>
      </w:r>
      <w:r w:rsidR="00894734">
        <w:t xml:space="preserve">. </w:t>
      </w:r>
      <w:r>
        <w:t>J</w:t>
      </w:r>
      <w:r w:rsidR="00894734">
        <w:t>’</w:t>
      </w:r>
      <w:r>
        <w:t>entendis une exclamation étouffée</w:t>
      </w:r>
      <w:r w:rsidR="00894734">
        <w:t xml:space="preserve">. </w:t>
      </w:r>
      <w:r>
        <w:t>Je saisis un bras fort et musclé au toucher</w:t>
      </w:r>
      <w:r w:rsidR="00894734">
        <w:t xml:space="preserve">. </w:t>
      </w:r>
      <w:r>
        <w:t>Nous roulâmes ense</w:t>
      </w:r>
      <w:r>
        <w:t>m</w:t>
      </w:r>
      <w:r>
        <w:t>ble sur le tapis du couloir</w:t>
      </w:r>
      <w:r w:rsidR="00894734">
        <w:t xml:space="preserve">. </w:t>
      </w:r>
      <w:r>
        <w:t>L</w:t>
      </w:r>
      <w:r w:rsidR="00894734">
        <w:t>’</w:t>
      </w:r>
      <w:r>
        <w:t>animal se défendait dur</w:t>
      </w:r>
      <w:r w:rsidR="00894734">
        <w:t xml:space="preserve">, </w:t>
      </w:r>
      <w:r>
        <w:t>et moi</w:t>
      </w:r>
      <w:r w:rsidR="00894734">
        <w:t xml:space="preserve">, </w:t>
      </w:r>
      <w:r>
        <w:t>dont la main gauche avait été coupée par la vitre que j</w:t>
      </w:r>
      <w:r w:rsidR="00894734">
        <w:t>’</w:t>
      </w:r>
      <w:r>
        <w:t>avais br</w:t>
      </w:r>
      <w:r>
        <w:t>i</w:t>
      </w:r>
      <w:r>
        <w:t>sée</w:t>
      </w:r>
      <w:r w:rsidR="00894734">
        <w:t xml:space="preserve">, </w:t>
      </w:r>
      <w:r>
        <w:t>je n</w:t>
      </w:r>
      <w:r w:rsidR="00894734">
        <w:t>’</w:t>
      </w:r>
      <w:r>
        <w:t>étais guère en état de lutter avec un athlète</w:t>
      </w:r>
      <w:r w:rsidR="00894734">
        <w:t>.</w:t>
      </w:r>
    </w:p>
    <w:p w14:paraId="14A1A443" w14:textId="2D90EF95" w:rsidR="00894734" w:rsidRDefault="00000000">
      <w:r>
        <w:lastRenderedPageBreak/>
        <w:t>Dans notre lutte</w:t>
      </w:r>
      <w:r w:rsidR="00894734">
        <w:t xml:space="preserve">, </w:t>
      </w:r>
      <w:r>
        <w:t>nous avions peut-être fait quelques mètres</w:t>
      </w:r>
      <w:r w:rsidR="00894734">
        <w:t xml:space="preserve">, </w:t>
      </w:r>
      <w:r>
        <w:t>car ma tête heurta du bois</w:t>
      </w:r>
      <w:r w:rsidR="00894734">
        <w:t xml:space="preserve"> : </w:t>
      </w:r>
      <w:r>
        <w:t>une porte</w:t>
      </w:r>
      <w:r w:rsidR="00894734">
        <w:t xml:space="preserve">, </w:t>
      </w:r>
      <w:r>
        <w:t>fermée cette fois</w:t>
      </w:r>
      <w:r w:rsidR="00894734">
        <w:t xml:space="preserve">. </w:t>
      </w:r>
      <w:r>
        <w:t>En même temps</w:t>
      </w:r>
      <w:r w:rsidR="00894734">
        <w:t xml:space="preserve">, </w:t>
      </w:r>
      <w:r>
        <w:t>j</w:t>
      </w:r>
      <w:r w:rsidR="00894734">
        <w:t>’</w:t>
      </w:r>
      <w:r>
        <w:t>entendis un choc métallique</w:t>
      </w:r>
      <w:r w:rsidR="00894734">
        <w:t xml:space="preserve">. </w:t>
      </w:r>
      <w:r>
        <w:t>Ma main rencontra quelque chose dont je reconnus la forme</w:t>
      </w:r>
      <w:r w:rsidR="00894734">
        <w:t xml:space="preserve">. </w:t>
      </w:r>
      <w:r>
        <w:t>C</w:t>
      </w:r>
      <w:r w:rsidR="00894734">
        <w:t>’</w:t>
      </w:r>
      <w:r>
        <w:t>était</w:t>
      </w:r>
      <w:r w:rsidR="00894734">
        <w:t xml:space="preserve">, </w:t>
      </w:r>
      <w:r>
        <w:t>à n</w:t>
      </w:r>
      <w:r w:rsidR="00894734">
        <w:t>’</w:t>
      </w:r>
      <w:r>
        <w:t>en pas do</w:t>
      </w:r>
      <w:r>
        <w:t>u</w:t>
      </w:r>
      <w:r>
        <w:t>ter</w:t>
      </w:r>
      <w:r w:rsidR="00894734">
        <w:t xml:space="preserve">, </w:t>
      </w:r>
      <w:r>
        <w:t>encore poissée de sang l</w:t>
      </w:r>
      <w:r w:rsidR="00894734">
        <w:t>’</w:t>
      </w:r>
      <w:r>
        <w:t>arme</w:t>
      </w:r>
      <w:r w:rsidR="00894734">
        <w:t xml:space="preserve">, </w:t>
      </w:r>
      <w:r>
        <w:t xml:space="preserve">le poignard qui avait tué le </w:t>
      </w:r>
      <w:r w:rsidR="00894734">
        <w:t>D</w:t>
      </w:r>
      <w:r w:rsidR="00894734" w:rsidRPr="00894734">
        <w:rPr>
          <w:vertAlign w:val="superscript"/>
        </w:rPr>
        <w:t>r</w:t>
      </w:r>
      <w:r w:rsidR="00894734">
        <w:t> </w:t>
      </w:r>
      <w:proofErr w:type="spellStart"/>
      <w:r w:rsidR="00894734">
        <w:t>R</w:t>
      </w:r>
      <w:r>
        <w:t>iese</w:t>
      </w:r>
      <w:proofErr w:type="spellEnd"/>
      <w:r w:rsidR="00894734">
        <w:t>.</w:t>
      </w:r>
    </w:p>
    <w:p w14:paraId="3AD04A30" w14:textId="77777777" w:rsidR="00894734" w:rsidRDefault="00000000">
      <w:r>
        <w:t>L</w:t>
      </w:r>
      <w:r w:rsidR="00894734">
        <w:t>’</w:t>
      </w:r>
      <w:r>
        <w:t>homme qui luttait avec moi avait perdu son arme</w:t>
      </w:r>
      <w:r w:rsidR="00894734">
        <w:t xml:space="preserve">. </w:t>
      </w:r>
      <w:r>
        <w:t>Je se</w:t>
      </w:r>
      <w:r>
        <w:t>n</w:t>
      </w:r>
      <w:r>
        <w:t>tis qu</w:t>
      </w:r>
      <w:r w:rsidR="00894734">
        <w:t>’</w:t>
      </w:r>
      <w:r>
        <w:t>il lâchait prise</w:t>
      </w:r>
      <w:r w:rsidR="00894734">
        <w:t xml:space="preserve">. </w:t>
      </w:r>
      <w:r>
        <w:t>Il mordit ma main droite qui tenait son bras et je dus desserrer mon étreinte</w:t>
      </w:r>
      <w:r w:rsidR="00894734">
        <w:t xml:space="preserve">. </w:t>
      </w:r>
      <w:r>
        <w:t>Je tournai le bouton de la porte contre quoi j</w:t>
      </w:r>
      <w:r w:rsidR="00894734">
        <w:t>’</w:t>
      </w:r>
      <w:r>
        <w:t>étais appuyé</w:t>
      </w:r>
      <w:r w:rsidR="00894734">
        <w:t xml:space="preserve">. </w:t>
      </w:r>
      <w:r>
        <w:t>J</w:t>
      </w:r>
      <w:r w:rsidR="00894734">
        <w:t>’</w:t>
      </w:r>
      <w:r>
        <w:t>entrai dans une chambre en faisant le moins de bruit possible et refermai la porte</w:t>
      </w:r>
      <w:r w:rsidR="00894734">
        <w:t xml:space="preserve">. </w:t>
      </w:r>
      <w:r>
        <w:t>Assez de lumière venait de l</w:t>
      </w:r>
      <w:r w:rsidR="00894734">
        <w:t>’</w:t>
      </w:r>
      <w:r>
        <w:t>aube grise pour que je pus distinguer une forme assise sur le lit</w:t>
      </w:r>
      <w:r w:rsidR="00894734">
        <w:t xml:space="preserve">. </w:t>
      </w:r>
      <w:r>
        <w:t>Une voix dit très doucement</w:t>
      </w:r>
      <w:r w:rsidR="00894734">
        <w:t xml:space="preserve">, </w:t>
      </w:r>
      <w:r>
        <w:t>mais très fermement</w:t>
      </w:r>
      <w:r w:rsidR="00894734">
        <w:t> :</w:t>
      </w:r>
    </w:p>
    <w:p w14:paraId="15A928E8" w14:textId="77777777" w:rsidR="00894734" w:rsidRDefault="00894734">
      <w:r>
        <w:t>— </w:t>
      </w:r>
      <w:r w:rsidR="00000000">
        <w:t>Sortez immédiatement ou je tire</w:t>
      </w:r>
      <w:r>
        <w:t>.</w:t>
      </w:r>
    </w:p>
    <w:p w14:paraId="4589CEB5" w14:textId="77777777" w:rsidR="00894734" w:rsidRDefault="00000000">
      <w:r>
        <w:t>C</w:t>
      </w:r>
      <w:r w:rsidR="00894734">
        <w:t>’</w:t>
      </w:r>
      <w:r>
        <w:t>était une des femmes de chambre</w:t>
      </w:r>
      <w:r w:rsidR="00894734">
        <w:t xml:space="preserve">, </w:t>
      </w:r>
      <w:r>
        <w:t>la blonde qui m</w:t>
      </w:r>
      <w:r w:rsidR="00894734">
        <w:t>’</w:t>
      </w:r>
      <w:r>
        <w:t>avait apporté mon déjeuner</w:t>
      </w:r>
      <w:r w:rsidR="00894734">
        <w:t xml:space="preserve">, </w:t>
      </w:r>
      <w:r>
        <w:t>qui tenait un petit browning braqué sur moi</w:t>
      </w:r>
      <w:r w:rsidR="00894734">
        <w:t xml:space="preserve">. </w:t>
      </w:r>
      <w:r>
        <w:t>Je me baissai</w:t>
      </w:r>
      <w:r w:rsidR="00894734">
        <w:t xml:space="preserve">, </w:t>
      </w:r>
      <w:r>
        <w:t>au cas où elle aurait tiré</w:t>
      </w:r>
      <w:r w:rsidR="00894734">
        <w:t xml:space="preserve">, </w:t>
      </w:r>
      <w:r>
        <w:t>et risquai un pas vers le lit</w:t>
      </w:r>
      <w:r w:rsidR="00894734">
        <w:t>.</w:t>
      </w:r>
    </w:p>
    <w:p w14:paraId="6E1900B6" w14:textId="77777777" w:rsidR="00894734" w:rsidRDefault="00894734">
      <w:r>
        <w:t>— </w:t>
      </w:r>
      <w:r w:rsidR="00000000">
        <w:t>Je ne vous veux aucun mal</w:t>
      </w:r>
      <w:r>
        <w:t xml:space="preserve">, </w:t>
      </w:r>
      <w:r w:rsidR="00000000">
        <w:t>mais ne voulez-vous pas me permettre de jeter un coup d</w:t>
      </w:r>
      <w:r>
        <w:t>’</w:t>
      </w:r>
      <w:r w:rsidR="00000000">
        <w:t>œil par votre fenêtre pour voir si je peux sortir en attachant un couple de draps de lit ensemble</w:t>
      </w:r>
      <w:r>
        <w:t> ?</w:t>
      </w:r>
    </w:p>
    <w:p w14:paraId="55A098EC" w14:textId="77777777" w:rsidR="00894734" w:rsidRDefault="00000000">
      <w:r>
        <w:t>Elle devait être habituée à tous les spectacles et à toutes les conversations dans cette maison</w:t>
      </w:r>
      <w:r w:rsidR="00894734">
        <w:t xml:space="preserve">, </w:t>
      </w:r>
      <w:r>
        <w:t>car elle ne protesta pas</w:t>
      </w:r>
      <w:r w:rsidR="00894734">
        <w:t xml:space="preserve">, </w:t>
      </w:r>
      <w:r>
        <w:t>mais ne baissa pas sa main qui tenait le revolver</w:t>
      </w:r>
      <w:r w:rsidR="00894734">
        <w:t xml:space="preserve">. </w:t>
      </w:r>
      <w:r>
        <w:t>Pendant que je pa</w:t>
      </w:r>
      <w:r>
        <w:t>r</w:t>
      </w:r>
      <w:r>
        <w:t>lais</w:t>
      </w:r>
      <w:r w:rsidR="00894734">
        <w:t xml:space="preserve">, </w:t>
      </w:r>
      <w:r>
        <w:t>j</w:t>
      </w:r>
      <w:r w:rsidR="00894734">
        <w:t>’</w:t>
      </w:r>
      <w:r>
        <w:t>avais encore fait quelques pas et j</w:t>
      </w:r>
      <w:r w:rsidR="00894734">
        <w:t>’</w:t>
      </w:r>
      <w:r>
        <w:t>étais arrivé assez près du lit pour pouvoir</w:t>
      </w:r>
      <w:r w:rsidR="00894734">
        <w:t xml:space="preserve">, </w:t>
      </w:r>
      <w:r>
        <w:t>en un bond</w:t>
      </w:r>
      <w:r w:rsidR="00894734">
        <w:t xml:space="preserve">, </w:t>
      </w:r>
      <w:r>
        <w:t>être sur elle et lui arracher son arme</w:t>
      </w:r>
      <w:r w:rsidR="00894734">
        <w:t xml:space="preserve">. </w:t>
      </w:r>
      <w:r>
        <w:t>Sans lâcher sa main</w:t>
      </w:r>
      <w:r w:rsidR="00894734">
        <w:t xml:space="preserve">, </w:t>
      </w:r>
      <w:r>
        <w:t>je me baissai pour ramasser le po</w:t>
      </w:r>
      <w:r>
        <w:t>i</w:t>
      </w:r>
      <w:r>
        <w:t>gnard que j</w:t>
      </w:r>
      <w:r w:rsidR="00894734">
        <w:t>’</w:t>
      </w:r>
      <w:r>
        <w:t>avais laissé tomber au pied du lit</w:t>
      </w:r>
      <w:r w:rsidR="00894734">
        <w:t>.</w:t>
      </w:r>
    </w:p>
    <w:p w14:paraId="597EB0C9" w14:textId="77777777" w:rsidR="00894734" w:rsidRDefault="00000000">
      <w:r>
        <w:lastRenderedPageBreak/>
        <w:t>La femme ne fit pas un mouvement ensuite</w:t>
      </w:r>
      <w:r w:rsidR="00894734">
        <w:t xml:space="preserve">. </w:t>
      </w:r>
      <w:r>
        <w:t>Je revins à la porte du couloir et écoutai</w:t>
      </w:r>
      <w:r w:rsidR="00894734">
        <w:t xml:space="preserve">. </w:t>
      </w:r>
      <w:r>
        <w:t>Je n</w:t>
      </w:r>
      <w:r w:rsidR="00894734">
        <w:t>’</w:t>
      </w:r>
      <w:r>
        <w:t>entendis rien</w:t>
      </w:r>
      <w:r w:rsidR="00894734">
        <w:t xml:space="preserve">. </w:t>
      </w:r>
      <w:r>
        <w:t>J</w:t>
      </w:r>
      <w:r w:rsidR="00894734">
        <w:t>’</w:t>
      </w:r>
      <w:r>
        <w:t>ouvris la porte</w:t>
      </w:r>
      <w:r w:rsidR="00894734">
        <w:t xml:space="preserve">, </w:t>
      </w:r>
      <w:r>
        <w:t>je ne vis rien dans la grisaille qui éclairait faiblement le couloir</w:t>
      </w:r>
      <w:r w:rsidR="00894734">
        <w:t xml:space="preserve">. </w:t>
      </w:r>
      <w:r>
        <w:t>La porte de la chambre de Minnie était restée ouverte comme je l</w:t>
      </w:r>
      <w:r w:rsidR="00894734">
        <w:t>’</w:t>
      </w:r>
      <w:r>
        <w:t>avais laissée quand j</w:t>
      </w:r>
      <w:r w:rsidR="00894734">
        <w:t>’</w:t>
      </w:r>
      <w:r>
        <w:t>étais tombé sur son seuil</w:t>
      </w:r>
      <w:r w:rsidR="00894734">
        <w:t xml:space="preserve">. </w:t>
      </w:r>
      <w:r>
        <w:t>J</w:t>
      </w:r>
      <w:r w:rsidR="00894734">
        <w:t>’</w:t>
      </w:r>
      <w:r>
        <w:t>entrai</w:t>
      </w:r>
      <w:r w:rsidR="00894734">
        <w:t xml:space="preserve">. </w:t>
      </w:r>
      <w:r>
        <w:t>La mulâtresse dormait toujours d</w:t>
      </w:r>
      <w:r w:rsidR="00894734">
        <w:t>’</w:t>
      </w:r>
      <w:r>
        <w:t>un sommeil profond</w:t>
      </w:r>
      <w:r w:rsidR="00894734">
        <w:t xml:space="preserve">. </w:t>
      </w:r>
      <w:r>
        <w:t>Je mis le revolver dans ma poche et pris dans mes bras Minnie que j</w:t>
      </w:r>
      <w:r w:rsidR="00894734">
        <w:t>’</w:t>
      </w:r>
      <w:r>
        <w:t>emportai dans la chambre de l</w:t>
      </w:r>
      <w:r w:rsidR="00894734">
        <w:t>’</w:t>
      </w:r>
      <w:r>
        <w:t>autre domestique</w:t>
      </w:r>
      <w:r w:rsidR="00894734">
        <w:t>.</w:t>
      </w:r>
    </w:p>
    <w:p w14:paraId="78DC5C40" w14:textId="77777777" w:rsidR="00894734" w:rsidRDefault="00894734">
      <w:r>
        <w:t>— </w:t>
      </w:r>
      <w:r w:rsidR="00000000">
        <w:t>Voyez si vous pouvez la faire revenir à elle et la sortir de son sommeil</w:t>
      </w:r>
      <w:r>
        <w:t>.</w:t>
      </w:r>
    </w:p>
    <w:p w14:paraId="0734394E" w14:textId="77777777" w:rsidR="00894734" w:rsidRDefault="00894734">
      <w:r>
        <w:t>— </w:t>
      </w:r>
      <w:r w:rsidR="00000000">
        <w:t>Oh</w:t>
      </w:r>
      <w:r>
        <w:t xml:space="preserve"> ! </w:t>
      </w:r>
      <w:r w:rsidR="00000000">
        <w:t>me répondit la jeune fille</w:t>
      </w:r>
      <w:r>
        <w:t xml:space="preserve">, </w:t>
      </w:r>
      <w:r w:rsidR="00000000">
        <w:t>ne vous tourmentez pas</w:t>
      </w:r>
      <w:r>
        <w:t xml:space="preserve">. </w:t>
      </w:r>
      <w:r w:rsidR="00000000">
        <w:t>Elle se réveillera dans un petit moment</w:t>
      </w:r>
      <w:r>
        <w:t xml:space="preserve">, </w:t>
      </w:r>
      <w:r w:rsidR="00000000">
        <w:t>puisqu</w:t>
      </w:r>
      <w:r>
        <w:t>’</w:t>
      </w:r>
      <w:r w:rsidR="00000000">
        <w:t>elle est sortie de sa chambre</w:t>
      </w:r>
      <w:r>
        <w:t xml:space="preserve">. </w:t>
      </w:r>
      <w:r w:rsidR="00000000">
        <w:t>Ils ne dorment jamais bien longtemps</w:t>
      </w:r>
      <w:r>
        <w:t>.</w:t>
      </w:r>
    </w:p>
    <w:p w14:paraId="4C48F255" w14:textId="77777777" w:rsidR="00894734" w:rsidRDefault="00000000">
      <w:r>
        <w:t xml:space="preserve">Je dis </w:t>
      </w:r>
      <w:r w:rsidR="00894734">
        <w:t>« </w:t>
      </w:r>
      <w:r>
        <w:t>ouï</w:t>
      </w:r>
      <w:r w:rsidR="00894734">
        <w:t> »</w:t>
      </w:r>
      <w:r>
        <w:t xml:space="preserve"> machinalement et sortis pour redescendre à l</w:t>
      </w:r>
      <w:r w:rsidR="00894734">
        <w:t>’</w:t>
      </w:r>
      <w:r>
        <w:t>étage du dessous</w:t>
      </w:r>
      <w:r w:rsidR="00894734">
        <w:t xml:space="preserve">, </w:t>
      </w:r>
      <w:r>
        <w:t>dans la chambre de Gabrielle</w:t>
      </w:r>
      <w:r w:rsidR="00894734">
        <w:t>.</w:t>
      </w:r>
    </w:p>
    <w:p w14:paraId="0E9399EA" w14:textId="77777777" w:rsidR="00894734" w:rsidRDefault="00000000">
      <w:r>
        <w:t>Mais la chambre était vide</w:t>
      </w:r>
      <w:r w:rsidR="00894734">
        <w:t xml:space="preserve">. </w:t>
      </w:r>
      <w:r>
        <w:t>Le chapeau et le pardessus de Collinson n</w:t>
      </w:r>
      <w:r w:rsidR="00894734">
        <w:t>’</w:t>
      </w:r>
      <w:r>
        <w:t>étaient plus là</w:t>
      </w:r>
      <w:r w:rsidR="00894734">
        <w:t xml:space="preserve">. </w:t>
      </w:r>
      <w:r>
        <w:t>Plus là</w:t>
      </w:r>
      <w:r w:rsidR="00894734">
        <w:t xml:space="preserve">, </w:t>
      </w:r>
      <w:r>
        <w:t>les vêtements que Gabrielle avait emportés dans la salle de bains</w:t>
      </w:r>
      <w:r w:rsidR="00894734">
        <w:t xml:space="preserve">, </w:t>
      </w:r>
      <w:r>
        <w:t>plus là</w:t>
      </w:r>
      <w:r w:rsidR="00894734">
        <w:t xml:space="preserve">, </w:t>
      </w:r>
      <w:r>
        <w:t>la chemise ensa</w:t>
      </w:r>
      <w:r>
        <w:t>n</w:t>
      </w:r>
      <w:r>
        <w:t>glantée</w:t>
      </w:r>
      <w:r w:rsidR="00894734">
        <w:t>.</w:t>
      </w:r>
    </w:p>
    <w:p w14:paraId="24722FD3" w14:textId="77777777" w:rsidR="00894734" w:rsidRDefault="00000000">
      <w:r>
        <w:t>Je poussai un juron et me précipitai dans l</w:t>
      </w:r>
      <w:r w:rsidR="00894734">
        <w:t>’</w:t>
      </w:r>
      <w:r>
        <w:t>escalier</w:t>
      </w:r>
      <w:r w:rsidR="00894734">
        <w:t xml:space="preserve">. </w:t>
      </w:r>
      <w:r>
        <w:t>Je n</w:t>
      </w:r>
      <w:r w:rsidR="00894734">
        <w:t>’</w:t>
      </w:r>
      <w:r>
        <w:t>avais pas lâché le poignard rouge ni le revolver de la femme de chambre</w:t>
      </w:r>
      <w:r w:rsidR="00894734">
        <w:t xml:space="preserve">. </w:t>
      </w:r>
      <w:r>
        <w:t>Comme j</w:t>
      </w:r>
      <w:r w:rsidR="00894734">
        <w:t>’</w:t>
      </w:r>
      <w:r>
        <w:t>atteignais le second étage</w:t>
      </w:r>
      <w:r w:rsidR="00894734">
        <w:t xml:space="preserve">, </w:t>
      </w:r>
      <w:r>
        <w:t>j</w:t>
      </w:r>
      <w:r w:rsidR="00894734">
        <w:t>’</w:t>
      </w:r>
      <w:r>
        <w:t>entendis des coups frappés à la porte de la rue</w:t>
      </w:r>
      <w:r w:rsidR="00894734">
        <w:t xml:space="preserve">. </w:t>
      </w:r>
      <w:r>
        <w:t>Espérant que j</w:t>
      </w:r>
      <w:r w:rsidR="00894734">
        <w:t>’</w:t>
      </w:r>
      <w:r>
        <w:t>allais recevoir un secours que je n</w:t>
      </w:r>
      <w:r w:rsidR="00894734">
        <w:t>’</w:t>
      </w:r>
      <w:r>
        <w:t>avais pu solliciter</w:t>
      </w:r>
      <w:r w:rsidR="00894734">
        <w:t xml:space="preserve">, </w:t>
      </w:r>
      <w:r>
        <w:t>je courus ouvrir</w:t>
      </w:r>
      <w:r w:rsidR="00894734">
        <w:t xml:space="preserve">. </w:t>
      </w:r>
      <w:r>
        <w:t>Éric Co</w:t>
      </w:r>
      <w:r>
        <w:t>l</w:t>
      </w:r>
      <w:r>
        <w:t>linson était là</w:t>
      </w:r>
      <w:r w:rsidR="00894734">
        <w:t xml:space="preserve">, </w:t>
      </w:r>
      <w:r>
        <w:t>les yeux hagards</w:t>
      </w:r>
      <w:r w:rsidR="00894734">
        <w:t xml:space="preserve">, </w:t>
      </w:r>
      <w:r>
        <w:t>le visage blanc</w:t>
      </w:r>
      <w:r w:rsidR="00894734">
        <w:t> :</w:t>
      </w:r>
    </w:p>
    <w:p w14:paraId="0A4CADAE" w14:textId="77777777" w:rsidR="00894734" w:rsidRDefault="00894734">
      <w:r>
        <w:t>— </w:t>
      </w:r>
      <w:r w:rsidR="00000000">
        <w:t>Où est Gaby</w:t>
      </w:r>
      <w:r>
        <w:t xml:space="preserve"> ? </w:t>
      </w:r>
      <w:r w:rsidR="00000000">
        <w:t>dit-il haletant</w:t>
      </w:r>
      <w:r>
        <w:t>.</w:t>
      </w:r>
    </w:p>
    <w:p w14:paraId="7FA1E831" w14:textId="77777777" w:rsidR="00894734" w:rsidRDefault="00894734">
      <w:r>
        <w:t>— </w:t>
      </w:r>
      <w:r w:rsidR="00000000">
        <w:t>Le diable vous emporte</w:t>
      </w:r>
      <w:r>
        <w:t xml:space="preserve"> ! </w:t>
      </w:r>
      <w:r w:rsidR="00000000">
        <w:t>fut toute ma réponse</w:t>
      </w:r>
      <w:r>
        <w:t>.</w:t>
      </w:r>
    </w:p>
    <w:p w14:paraId="4B0AED94" w14:textId="77777777" w:rsidR="00894734" w:rsidRDefault="00894734">
      <w:r>
        <w:t>— </w:t>
      </w:r>
      <w:r w:rsidR="00000000">
        <w:t>Où est Gaby</w:t>
      </w:r>
      <w:r>
        <w:t xml:space="preserve"> ? </w:t>
      </w:r>
      <w:r w:rsidR="00000000">
        <w:t>répéta-t-il obstinément</w:t>
      </w:r>
      <w:r>
        <w:t>.</w:t>
      </w:r>
    </w:p>
    <w:p w14:paraId="79779750" w14:textId="77777777" w:rsidR="00894734" w:rsidRDefault="00894734">
      <w:r>
        <w:lastRenderedPageBreak/>
        <w:t>— </w:t>
      </w:r>
      <w:r w:rsidR="00000000">
        <w:t>Où l</w:t>
      </w:r>
      <w:r>
        <w:t>’</w:t>
      </w:r>
      <w:r w:rsidR="00000000">
        <w:t>avez-vous laissée</w:t>
      </w:r>
      <w:r>
        <w:t> ?</w:t>
      </w:r>
    </w:p>
    <w:p w14:paraId="7936902C" w14:textId="77777777" w:rsidR="00894734" w:rsidRDefault="00894734">
      <w:r>
        <w:t>— </w:t>
      </w:r>
      <w:r w:rsidR="00000000">
        <w:t>Ici</w:t>
      </w:r>
      <w:r>
        <w:t xml:space="preserve">. </w:t>
      </w:r>
      <w:r w:rsidR="00000000">
        <w:t>Je l</w:t>
      </w:r>
      <w:r>
        <w:t>’</w:t>
      </w:r>
      <w:r w:rsidR="00000000">
        <w:t>emmenai</w:t>
      </w:r>
      <w:r>
        <w:t xml:space="preserve">. </w:t>
      </w:r>
      <w:r w:rsidR="00000000">
        <w:t>C</w:t>
      </w:r>
      <w:r>
        <w:t>’</w:t>
      </w:r>
      <w:r w:rsidR="00000000">
        <w:t>est elle qui me l</w:t>
      </w:r>
      <w:r>
        <w:t>’</w:t>
      </w:r>
      <w:r w:rsidR="00000000">
        <w:t>avait demandé</w:t>
      </w:r>
      <w:r>
        <w:t xml:space="preserve">. </w:t>
      </w:r>
      <w:r w:rsidR="00000000">
        <w:t>Elle m</w:t>
      </w:r>
      <w:r>
        <w:t>’</w:t>
      </w:r>
      <w:r w:rsidR="00000000">
        <w:t>a envoyé d</w:t>
      </w:r>
      <w:r>
        <w:t>’</w:t>
      </w:r>
      <w:r w:rsidR="00000000">
        <w:t>abord dans la rue pour voir s</w:t>
      </w:r>
      <w:r>
        <w:t>’</w:t>
      </w:r>
      <w:r w:rsidR="00000000">
        <w:t>il n</w:t>
      </w:r>
      <w:r>
        <w:t>’</w:t>
      </w:r>
      <w:r w:rsidR="00000000">
        <w:t>y avait personne</w:t>
      </w:r>
      <w:r>
        <w:t xml:space="preserve">. </w:t>
      </w:r>
      <w:r w:rsidR="00000000">
        <w:t>Et elle a refermé la porte</w:t>
      </w:r>
      <w:r>
        <w:t>.</w:t>
      </w:r>
    </w:p>
    <w:p w14:paraId="3F2B3CB3" w14:textId="77777777" w:rsidR="00894734" w:rsidRDefault="00894734">
      <w:r>
        <w:t>— </w:t>
      </w:r>
      <w:r w:rsidR="00000000">
        <w:t>Ah</w:t>
      </w:r>
      <w:r>
        <w:t xml:space="preserve"> ! </w:t>
      </w:r>
      <w:r w:rsidR="00000000">
        <w:t>vous êtes malin</w:t>
      </w:r>
      <w:r>
        <w:t xml:space="preserve">, </w:t>
      </w:r>
      <w:r w:rsidR="00000000">
        <w:t>vous</w:t>
      </w:r>
      <w:r>
        <w:t xml:space="preserve">. </w:t>
      </w:r>
      <w:r w:rsidR="00000000">
        <w:t>Vous n</w:t>
      </w:r>
      <w:r>
        <w:t>’</w:t>
      </w:r>
      <w:r w:rsidR="00000000">
        <w:t>avez donc pas encore compris</w:t>
      </w:r>
      <w:r>
        <w:t xml:space="preserve">, </w:t>
      </w:r>
      <w:r w:rsidR="00000000">
        <w:t>quand elle vous suppliait de ne pas la toucher</w:t>
      </w:r>
      <w:r>
        <w:t xml:space="preserve">, </w:t>
      </w:r>
      <w:r w:rsidR="00000000">
        <w:t>qu</w:t>
      </w:r>
      <w:r>
        <w:t>’</w:t>
      </w:r>
      <w:r w:rsidR="00000000">
        <w:t>elle voulait vous épargner le triste destin de tous ceux qui approchent une Dain</w:t>
      </w:r>
      <w:r>
        <w:t xml:space="preserve">, </w:t>
      </w:r>
      <w:r w:rsidR="00000000">
        <w:t>une maudite Dain</w:t>
      </w:r>
      <w:r>
        <w:t xml:space="preserve">. </w:t>
      </w:r>
      <w:r w:rsidR="00000000">
        <w:t>Elle a trouvé cela pour se débarrasser de vous</w:t>
      </w:r>
      <w:r>
        <w:t xml:space="preserve">. </w:t>
      </w:r>
      <w:r w:rsidR="00000000">
        <w:t>Pourquoi diable n</w:t>
      </w:r>
      <w:r>
        <w:t>’</w:t>
      </w:r>
      <w:r w:rsidR="00000000">
        <w:t>avez-vous pas fait ce que je vous avais dit</w:t>
      </w:r>
      <w:r>
        <w:t xml:space="preserve"> ? </w:t>
      </w:r>
      <w:r w:rsidR="00000000">
        <w:t>Maintenant</w:t>
      </w:r>
      <w:r>
        <w:t xml:space="preserve">, </w:t>
      </w:r>
      <w:r w:rsidR="00000000">
        <w:t>il nous faut à tout prix la r</w:t>
      </w:r>
      <w:r w:rsidR="00000000">
        <w:t>e</w:t>
      </w:r>
      <w:r w:rsidR="00000000">
        <w:t>tro</w:t>
      </w:r>
      <w:r w:rsidR="00000000">
        <w:t>u</w:t>
      </w:r>
      <w:r w:rsidR="00000000">
        <w:t>ver</w:t>
      </w:r>
      <w:r>
        <w:t xml:space="preserve">. </w:t>
      </w:r>
      <w:r w:rsidR="00000000">
        <w:t>Venez</w:t>
      </w:r>
      <w:r>
        <w:t>.</w:t>
      </w:r>
    </w:p>
    <w:p w14:paraId="2529C524" w14:textId="77777777" w:rsidR="00894734" w:rsidRDefault="00000000">
      <w:r>
        <w:t>Nous ne la trouvâmes dans aucune des pièces du rez-de-chaussée</w:t>
      </w:r>
      <w:r w:rsidR="00894734">
        <w:t xml:space="preserve">. </w:t>
      </w:r>
      <w:r>
        <w:t>Nous prîmes le couloir de service</w:t>
      </w:r>
      <w:r w:rsidR="00894734">
        <w:t xml:space="preserve">. </w:t>
      </w:r>
      <w:r>
        <w:t>À ce moment</w:t>
      </w:r>
      <w:r w:rsidR="00894734">
        <w:t xml:space="preserve">, </w:t>
      </w:r>
      <w:r>
        <w:t>une mince silhouette</w:t>
      </w:r>
      <w:r w:rsidR="00894734">
        <w:t xml:space="preserve">, </w:t>
      </w:r>
      <w:r>
        <w:t>vêtue d</w:t>
      </w:r>
      <w:r w:rsidR="00894734">
        <w:t>’</w:t>
      </w:r>
      <w:r>
        <w:t>un pyjama blanc</w:t>
      </w:r>
      <w:r w:rsidR="00894734">
        <w:t xml:space="preserve">, </w:t>
      </w:r>
      <w:r>
        <w:t>surgit d</w:t>
      </w:r>
      <w:r w:rsidR="00894734">
        <w:t>’</w:t>
      </w:r>
      <w:r>
        <w:t>une porte et tomba à genoux devant moi</w:t>
      </w:r>
      <w:r w:rsidR="00894734">
        <w:t xml:space="preserve">. </w:t>
      </w:r>
      <w:r>
        <w:t>Je la relevai et m</w:t>
      </w:r>
      <w:r w:rsidR="00894734">
        <w:t>’</w:t>
      </w:r>
      <w:r>
        <w:t>aperçus que c</w:t>
      </w:r>
      <w:r w:rsidR="00894734">
        <w:t>’</w:t>
      </w:r>
      <w:r>
        <w:t xml:space="preserve">était le jeune fils des </w:t>
      </w:r>
      <w:proofErr w:type="spellStart"/>
      <w:r>
        <w:t>Haldorn</w:t>
      </w:r>
      <w:proofErr w:type="spellEnd"/>
      <w:r w:rsidR="00894734">
        <w:t xml:space="preserve">, </w:t>
      </w:r>
      <w:r>
        <w:t>Manuel</w:t>
      </w:r>
      <w:r w:rsidR="00894734">
        <w:t>.</w:t>
      </w:r>
    </w:p>
    <w:p w14:paraId="21982635" w14:textId="77777777" w:rsidR="00894734" w:rsidRDefault="00000000">
      <w:r>
        <w:t>Il balbutiait des mots sans suite rendus encore plus ininte</w:t>
      </w:r>
      <w:r>
        <w:t>l</w:t>
      </w:r>
      <w:r>
        <w:t>ligibles par les sanglots qui le secouaient</w:t>
      </w:r>
      <w:r w:rsidR="00894734">
        <w:t>.</w:t>
      </w:r>
    </w:p>
    <w:p w14:paraId="108FC117" w14:textId="77777777" w:rsidR="00894734" w:rsidRDefault="00894734">
      <w:r>
        <w:t>— </w:t>
      </w:r>
      <w:r w:rsidR="00000000">
        <w:t>Voyons</w:t>
      </w:r>
      <w:r>
        <w:t xml:space="preserve">, </w:t>
      </w:r>
      <w:r w:rsidR="00000000">
        <w:t>mon garçon</w:t>
      </w:r>
      <w:r>
        <w:t xml:space="preserve">, </w:t>
      </w:r>
      <w:r w:rsidR="00000000">
        <w:t>calmez-vous</w:t>
      </w:r>
      <w:r>
        <w:t xml:space="preserve">, </w:t>
      </w:r>
      <w:r w:rsidR="00000000">
        <w:t>dis-je</w:t>
      </w:r>
      <w:r>
        <w:t xml:space="preserve">. </w:t>
      </w:r>
      <w:r w:rsidR="00000000">
        <w:t>Qu</w:t>
      </w:r>
      <w:r>
        <w:t>’</w:t>
      </w:r>
      <w:r w:rsidR="00000000">
        <w:t>y a-t-il</w:t>
      </w:r>
      <w:r>
        <w:t> ?</w:t>
      </w:r>
    </w:p>
    <w:p w14:paraId="7A19D20F" w14:textId="77777777" w:rsidR="00894734" w:rsidRDefault="00894734">
      <w:r>
        <w:t>— </w:t>
      </w:r>
      <w:r w:rsidR="00000000">
        <w:t>Empêchez-le de la tuer</w:t>
      </w:r>
      <w:r>
        <w:t xml:space="preserve">, </w:t>
      </w:r>
      <w:r w:rsidR="00000000">
        <w:t>hoqueta-t-il</w:t>
      </w:r>
      <w:r>
        <w:t>.</w:t>
      </w:r>
    </w:p>
    <w:p w14:paraId="50E08BD3" w14:textId="77777777" w:rsidR="00894734" w:rsidRDefault="00894734">
      <w:r>
        <w:t>— </w:t>
      </w:r>
      <w:r w:rsidR="00000000">
        <w:t>Qui veut tuer quelqu</w:t>
      </w:r>
      <w:r>
        <w:t>’</w:t>
      </w:r>
      <w:r w:rsidR="00000000">
        <w:t>un</w:t>
      </w:r>
      <w:r>
        <w:t> ?</w:t>
      </w:r>
    </w:p>
    <w:p w14:paraId="133C6955" w14:textId="77777777" w:rsidR="00894734" w:rsidRDefault="00000000">
      <w:r>
        <w:t>Les sanglots reprirent de plus belle et je distinguai les deux mots</w:t>
      </w:r>
      <w:r w:rsidR="00894734">
        <w:t xml:space="preserve"> : </w:t>
      </w:r>
      <w:r>
        <w:t>papa et maman</w:t>
      </w:r>
      <w:r w:rsidR="00894734">
        <w:t>.</w:t>
      </w:r>
    </w:p>
    <w:p w14:paraId="45D46B41" w14:textId="77777777" w:rsidR="00894734" w:rsidRDefault="00894734">
      <w:r>
        <w:t>— </w:t>
      </w:r>
      <w:r w:rsidR="00000000">
        <w:t>Votre père veut tuer votre mère</w:t>
      </w:r>
      <w:r>
        <w:t> ?</w:t>
      </w:r>
    </w:p>
    <w:p w14:paraId="4A2A9ECD" w14:textId="77777777" w:rsidR="00894734" w:rsidRDefault="00000000">
      <w:r>
        <w:t xml:space="preserve">Il fit signe </w:t>
      </w:r>
      <w:r w:rsidR="00894734">
        <w:t>« </w:t>
      </w:r>
      <w:r>
        <w:t>oui</w:t>
      </w:r>
      <w:r w:rsidR="00894734">
        <w:t> »</w:t>
      </w:r>
      <w:r>
        <w:t xml:space="preserve"> de la tête</w:t>
      </w:r>
      <w:r w:rsidR="00894734">
        <w:t>.</w:t>
      </w:r>
    </w:p>
    <w:p w14:paraId="06D74524" w14:textId="77777777" w:rsidR="00894734" w:rsidRDefault="00894734">
      <w:r>
        <w:t>— </w:t>
      </w:r>
      <w:r w:rsidR="00000000">
        <w:t>Où</w:t>
      </w:r>
      <w:r>
        <w:t xml:space="preserve"> ? </w:t>
      </w:r>
      <w:r w:rsidR="00000000">
        <w:t>demandai-je</w:t>
      </w:r>
      <w:r>
        <w:t>.</w:t>
      </w:r>
    </w:p>
    <w:p w14:paraId="67D382E9" w14:textId="77777777" w:rsidR="00894734" w:rsidRDefault="00000000">
      <w:r>
        <w:lastRenderedPageBreak/>
        <w:t>Il tendit la main vers la porte de fer</w:t>
      </w:r>
      <w:r w:rsidR="00894734">
        <w:t xml:space="preserve">, </w:t>
      </w:r>
      <w:r>
        <w:t>devant nous</w:t>
      </w:r>
      <w:r w:rsidR="00894734">
        <w:t xml:space="preserve">. </w:t>
      </w:r>
      <w:r>
        <w:t>Je me d</w:t>
      </w:r>
      <w:r>
        <w:t>i</w:t>
      </w:r>
      <w:r>
        <w:t xml:space="preserve">rigeai vers le lieu où nous avions trouvé le cadavre de </w:t>
      </w:r>
      <w:proofErr w:type="spellStart"/>
      <w:r>
        <w:t>Riese</w:t>
      </w:r>
      <w:proofErr w:type="spellEnd"/>
      <w:r w:rsidR="00894734">
        <w:t xml:space="preserve">, </w:t>
      </w:r>
      <w:r>
        <w:t>mais je me retournai vers le garçon</w:t>
      </w:r>
      <w:r w:rsidR="00894734">
        <w:t> :</w:t>
      </w:r>
    </w:p>
    <w:p w14:paraId="4187B413" w14:textId="77777777" w:rsidR="00894734" w:rsidRDefault="00894734">
      <w:r>
        <w:t>— </w:t>
      </w:r>
      <w:r w:rsidR="00000000">
        <w:t>Dites-moi</w:t>
      </w:r>
      <w:r>
        <w:t xml:space="preserve">, </w:t>
      </w:r>
      <w:r w:rsidR="00000000">
        <w:t>je veux bien porter secours à votre mère</w:t>
      </w:r>
      <w:r>
        <w:t xml:space="preserve">, </w:t>
      </w:r>
      <w:r w:rsidR="00000000">
        <w:t>mais j</w:t>
      </w:r>
      <w:r>
        <w:t>’</w:t>
      </w:r>
      <w:r w:rsidR="00000000">
        <w:t xml:space="preserve">ai besoin de savoir où est miss </w:t>
      </w:r>
      <w:proofErr w:type="spellStart"/>
      <w:r w:rsidR="00000000">
        <w:t>Legget</w:t>
      </w:r>
      <w:proofErr w:type="spellEnd"/>
      <w:r>
        <w:t xml:space="preserve">. </w:t>
      </w:r>
      <w:r w:rsidR="00000000">
        <w:t>Le savez-vous</w:t>
      </w:r>
      <w:r>
        <w:t> ?</w:t>
      </w:r>
    </w:p>
    <w:p w14:paraId="335D4CD6" w14:textId="77777777" w:rsidR="00894734" w:rsidRDefault="00894734">
      <w:r>
        <w:t>— </w:t>
      </w:r>
      <w:r w:rsidR="00000000">
        <w:t>Là</w:t>
      </w:r>
      <w:r>
        <w:t xml:space="preserve">, </w:t>
      </w:r>
      <w:r w:rsidR="00000000">
        <w:t>avec eux</w:t>
      </w:r>
      <w:r>
        <w:t xml:space="preserve">, </w:t>
      </w:r>
      <w:r w:rsidR="00000000">
        <w:t>dit-il le bras tendu</w:t>
      </w:r>
      <w:r>
        <w:t xml:space="preserve">. </w:t>
      </w:r>
      <w:r w:rsidR="00000000">
        <w:t>Oh</w:t>
      </w:r>
      <w:r>
        <w:t xml:space="preserve"> ! </w:t>
      </w:r>
      <w:r w:rsidR="00000000">
        <w:t>dépêchez-vous</w:t>
      </w:r>
      <w:r>
        <w:t xml:space="preserve"> ! </w:t>
      </w:r>
      <w:r w:rsidR="00000000">
        <w:t>dépêchez-vous</w:t>
      </w:r>
      <w:r>
        <w:t> !</w:t>
      </w:r>
    </w:p>
    <w:p w14:paraId="0B6616D3" w14:textId="77777777" w:rsidR="00894734" w:rsidRDefault="00894734">
      <w:r>
        <w:t>— </w:t>
      </w:r>
      <w:r w:rsidR="00000000">
        <w:t>Bon</w:t>
      </w:r>
      <w:r>
        <w:t xml:space="preserve">. </w:t>
      </w:r>
      <w:r w:rsidR="00000000">
        <w:t>En avant</w:t>
      </w:r>
      <w:r>
        <w:t xml:space="preserve">, </w:t>
      </w:r>
      <w:r w:rsidR="00000000">
        <w:t>Collinson</w:t>
      </w:r>
      <w:r>
        <w:t> !</w:t>
      </w:r>
    </w:p>
    <w:p w14:paraId="4D042DE6" w14:textId="77777777" w:rsidR="00894734" w:rsidRDefault="00000000">
      <w:r>
        <w:t>Je poussai la porte</w:t>
      </w:r>
      <w:r w:rsidR="00894734">
        <w:t xml:space="preserve">, </w:t>
      </w:r>
      <w:r>
        <w:t>qui n</w:t>
      </w:r>
      <w:r w:rsidR="00894734">
        <w:t>’</w:t>
      </w:r>
      <w:r>
        <w:t>était pas fermée</w:t>
      </w:r>
      <w:r w:rsidR="00894734">
        <w:t xml:space="preserve">. </w:t>
      </w:r>
      <w:r>
        <w:t>L</w:t>
      </w:r>
      <w:r w:rsidR="00894734">
        <w:t>’</w:t>
      </w:r>
      <w:r>
        <w:t>autel brillait de toute sa blancheur de cristal</w:t>
      </w:r>
      <w:r w:rsidR="00894734">
        <w:t xml:space="preserve">. </w:t>
      </w:r>
      <w:r>
        <w:t>Il était éclairé par une grosse lampe au plafond</w:t>
      </w:r>
      <w:r w:rsidR="00894734">
        <w:t>.</w:t>
      </w:r>
    </w:p>
    <w:p w14:paraId="1FA50F74" w14:textId="77777777" w:rsidR="00894734" w:rsidRDefault="00000000">
      <w:r>
        <w:t>À l</w:t>
      </w:r>
      <w:r w:rsidR="00894734">
        <w:t>’</w:t>
      </w:r>
      <w:r>
        <w:t>une des extrémités de l</w:t>
      </w:r>
      <w:r w:rsidR="00894734">
        <w:t>’</w:t>
      </w:r>
      <w:r>
        <w:t>autel</w:t>
      </w:r>
      <w:r w:rsidR="00894734">
        <w:t xml:space="preserve">, </w:t>
      </w:r>
      <w:r>
        <w:t xml:space="preserve">Gabrielle </w:t>
      </w:r>
      <w:proofErr w:type="spellStart"/>
      <w:r>
        <w:t>Legget</w:t>
      </w:r>
      <w:proofErr w:type="spellEnd"/>
      <w:r>
        <w:t xml:space="preserve"> était a</w:t>
      </w:r>
      <w:r>
        <w:t>c</w:t>
      </w:r>
      <w:r>
        <w:t>croupie</w:t>
      </w:r>
      <w:r w:rsidR="00894734">
        <w:t xml:space="preserve">, </w:t>
      </w:r>
      <w:r>
        <w:t>le visage atone</w:t>
      </w:r>
      <w:r w:rsidR="00894734">
        <w:t xml:space="preserve">. </w:t>
      </w:r>
      <w:proofErr w:type="spellStart"/>
      <w:r>
        <w:t>Aaronia</w:t>
      </w:r>
      <w:proofErr w:type="spellEnd"/>
      <w:r>
        <w:t xml:space="preserve"> était couchée à la place où nous avions vu </w:t>
      </w:r>
      <w:proofErr w:type="spellStart"/>
      <w:r>
        <w:t>Riese</w:t>
      </w:r>
      <w:proofErr w:type="spellEnd"/>
      <w:r w:rsidR="00894734">
        <w:t xml:space="preserve">, </w:t>
      </w:r>
      <w:r>
        <w:t>les mains et les pieds attachés ensemble</w:t>
      </w:r>
      <w:r w:rsidR="00894734">
        <w:t xml:space="preserve">, </w:t>
      </w:r>
      <w:r>
        <w:t>les bras étroitement liés au corps</w:t>
      </w:r>
      <w:r w:rsidR="00894734">
        <w:t xml:space="preserve">. </w:t>
      </w:r>
      <w:r>
        <w:t>Joseph</w:t>
      </w:r>
      <w:r w:rsidR="00894734">
        <w:t xml:space="preserve">, </w:t>
      </w:r>
      <w:r>
        <w:t>vêtu d</w:t>
      </w:r>
      <w:r w:rsidR="00894734">
        <w:t>’</w:t>
      </w:r>
      <w:r>
        <w:t>une longue r</w:t>
      </w:r>
      <w:r>
        <w:t>o</w:t>
      </w:r>
      <w:r>
        <w:t>be blanche</w:t>
      </w:r>
      <w:r w:rsidR="00894734">
        <w:t xml:space="preserve">, </w:t>
      </w:r>
      <w:r>
        <w:t>se tenait devant sa femme</w:t>
      </w:r>
      <w:r w:rsidR="00894734">
        <w:t xml:space="preserve">, </w:t>
      </w:r>
      <w:r>
        <w:t>les yeux levés au ciel</w:t>
      </w:r>
      <w:r w:rsidR="00894734">
        <w:t xml:space="preserve">, </w:t>
      </w:r>
      <w:r>
        <w:t>les bras étendus au-dessus d</w:t>
      </w:r>
      <w:r w:rsidR="00894734">
        <w:t>’</w:t>
      </w:r>
      <w:r>
        <w:t>elle</w:t>
      </w:r>
      <w:r w:rsidR="00894734">
        <w:t xml:space="preserve">. </w:t>
      </w:r>
      <w:r>
        <w:t>Dans sa main droite</w:t>
      </w:r>
      <w:r w:rsidR="00894734">
        <w:t xml:space="preserve">, </w:t>
      </w:r>
      <w:r>
        <w:t>il bra</w:t>
      </w:r>
      <w:r>
        <w:t>n</w:t>
      </w:r>
      <w:r>
        <w:t>dissait un long couteau à manche de corne</w:t>
      </w:r>
      <w:r w:rsidR="00894734">
        <w:t xml:space="preserve">. </w:t>
      </w:r>
      <w:r>
        <w:t>Nous ne compr</w:t>
      </w:r>
      <w:r>
        <w:t>e</w:t>
      </w:r>
      <w:r>
        <w:t>nions pas les mots rapides qu</w:t>
      </w:r>
      <w:r w:rsidR="00894734">
        <w:t>’</w:t>
      </w:r>
      <w:r>
        <w:t>il prononçait</w:t>
      </w:r>
      <w:r w:rsidR="00894734">
        <w:t xml:space="preserve">, </w:t>
      </w:r>
      <w:r>
        <w:t>car il nous tournait le dos</w:t>
      </w:r>
      <w:r w:rsidR="00894734">
        <w:t xml:space="preserve">. </w:t>
      </w:r>
      <w:r>
        <w:t>Je l</w:t>
      </w:r>
      <w:r w:rsidR="00894734">
        <w:t>’</w:t>
      </w:r>
      <w:r>
        <w:t>appelai</w:t>
      </w:r>
      <w:r w:rsidR="00894734">
        <w:t> :</w:t>
      </w:r>
    </w:p>
    <w:p w14:paraId="569EB03C" w14:textId="77777777" w:rsidR="00894734" w:rsidRDefault="00894734">
      <w:r>
        <w:t>— </w:t>
      </w:r>
      <w:r w:rsidR="00000000">
        <w:t>Joseph</w:t>
      </w:r>
      <w:r>
        <w:t> !</w:t>
      </w:r>
    </w:p>
    <w:p w14:paraId="2D102CA9" w14:textId="77777777" w:rsidR="00894734" w:rsidRDefault="00000000">
      <w:r>
        <w:t>Il se retourna</w:t>
      </w:r>
      <w:r w:rsidR="00894734">
        <w:t xml:space="preserve">. </w:t>
      </w:r>
      <w:r>
        <w:t>Je vis que l</w:t>
      </w:r>
      <w:r w:rsidR="00894734">
        <w:t>’</w:t>
      </w:r>
      <w:r>
        <w:t>arme ne portait pas encore de trace de sang</w:t>
      </w:r>
      <w:r w:rsidR="00894734">
        <w:t>.</w:t>
      </w:r>
    </w:p>
    <w:p w14:paraId="4727479C" w14:textId="77777777" w:rsidR="00894734" w:rsidRDefault="00894734">
      <w:r>
        <w:t>— </w:t>
      </w:r>
      <w:r w:rsidR="00000000">
        <w:t>Qui appelle Joseph ici</w:t>
      </w:r>
      <w:r>
        <w:t xml:space="preserve"> ? </w:t>
      </w:r>
      <w:r w:rsidR="00000000">
        <w:t>demanda-t-il</w:t>
      </w:r>
      <w:r>
        <w:t xml:space="preserve">. </w:t>
      </w:r>
      <w:r w:rsidR="00000000">
        <w:t>Il n</w:t>
      </w:r>
      <w:r>
        <w:t>’</w:t>
      </w:r>
      <w:r w:rsidR="00000000">
        <w:t>y a plus de J</w:t>
      </w:r>
      <w:r w:rsidR="00000000">
        <w:t>o</w:t>
      </w:r>
      <w:r w:rsidR="00000000">
        <w:t>seph</w:t>
      </w:r>
      <w:r>
        <w:t xml:space="preserve">. </w:t>
      </w:r>
      <w:r w:rsidR="00000000">
        <w:t>Vous devez savoir</w:t>
      </w:r>
      <w:r>
        <w:t xml:space="preserve">, </w:t>
      </w:r>
      <w:r w:rsidR="00000000">
        <w:t>comme tout le monde saura bientôt</w:t>
      </w:r>
      <w:r>
        <w:t xml:space="preserve">, </w:t>
      </w:r>
      <w:r w:rsidR="00000000">
        <w:t>que celui qui est descendu parmi vous n</w:t>
      </w:r>
      <w:r>
        <w:t>’</w:t>
      </w:r>
      <w:r w:rsidR="00000000">
        <w:t>est pas Joseph</w:t>
      </w:r>
      <w:r>
        <w:t xml:space="preserve">, </w:t>
      </w:r>
      <w:r w:rsidR="00000000">
        <w:t>mais Dieu lui-même</w:t>
      </w:r>
      <w:r>
        <w:t xml:space="preserve">. </w:t>
      </w:r>
      <w:r w:rsidR="00000000">
        <w:t>Maintenant</w:t>
      </w:r>
      <w:r>
        <w:t xml:space="preserve">, </w:t>
      </w:r>
      <w:r w:rsidR="00000000">
        <w:t>allez</w:t>
      </w:r>
      <w:r>
        <w:t>.</w:t>
      </w:r>
    </w:p>
    <w:p w14:paraId="2D808BC4" w14:textId="77777777" w:rsidR="00894734" w:rsidRDefault="00894734">
      <w:r>
        <w:lastRenderedPageBreak/>
        <w:t>— </w:t>
      </w:r>
      <w:r w:rsidR="00000000">
        <w:t>Je vous demande pardon</w:t>
      </w:r>
      <w:r>
        <w:t xml:space="preserve">, </w:t>
      </w:r>
      <w:r w:rsidR="00000000">
        <w:t>répondis-je</w:t>
      </w:r>
      <w:r>
        <w:t xml:space="preserve">, </w:t>
      </w:r>
      <w:r w:rsidR="00000000">
        <w:t>mais je dois e</w:t>
      </w:r>
      <w:r w:rsidR="00000000">
        <w:t>m</w:t>
      </w:r>
      <w:r w:rsidR="00000000">
        <w:t>mener avec moi Mrs</w:t>
      </w:r>
      <w:r>
        <w:t xml:space="preserve">. </w:t>
      </w:r>
      <w:proofErr w:type="spellStart"/>
      <w:r w:rsidR="00000000">
        <w:t>Haldorn</w:t>
      </w:r>
      <w:proofErr w:type="spellEnd"/>
      <w:r w:rsidR="00000000">
        <w:t xml:space="preserve"> et miss </w:t>
      </w:r>
      <w:proofErr w:type="spellStart"/>
      <w:r w:rsidR="00000000">
        <w:t>Legget</w:t>
      </w:r>
      <w:proofErr w:type="spellEnd"/>
      <w:r>
        <w:t>.</w:t>
      </w:r>
    </w:p>
    <w:p w14:paraId="0EE98367" w14:textId="77777777" w:rsidR="00894734" w:rsidRDefault="00000000">
      <w:r>
        <w:t>Il se redressa encore</w:t>
      </w:r>
      <w:r w:rsidR="00894734">
        <w:t xml:space="preserve">, </w:t>
      </w:r>
      <w:r>
        <w:t>le visage sévère</w:t>
      </w:r>
      <w:r w:rsidR="00894734">
        <w:t> :</w:t>
      </w:r>
    </w:p>
    <w:p w14:paraId="79431AB5" w14:textId="77777777" w:rsidR="00894734" w:rsidRDefault="00894734">
      <w:r>
        <w:t>— </w:t>
      </w:r>
      <w:r w:rsidR="00000000">
        <w:t>Je vous ai dit</w:t>
      </w:r>
      <w:r>
        <w:t xml:space="preserve"> : </w:t>
      </w:r>
      <w:r w:rsidR="00000000">
        <w:t>allez</w:t>
      </w:r>
      <w:r>
        <w:t xml:space="preserve">. </w:t>
      </w:r>
      <w:r w:rsidR="00000000">
        <w:t>Allez</w:t>
      </w:r>
      <w:r>
        <w:t xml:space="preserve">, </w:t>
      </w:r>
      <w:r w:rsidR="00000000">
        <w:t>avant que votre hérésie ne me force à vous châtier</w:t>
      </w:r>
      <w:r>
        <w:t>.</w:t>
      </w:r>
    </w:p>
    <w:p w14:paraId="0F85E0B1" w14:textId="77777777" w:rsidR="00894734" w:rsidRDefault="00000000">
      <w:r>
        <w:t>J</w:t>
      </w:r>
      <w:r w:rsidR="00894734">
        <w:t>’</w:t>
      </w:r>
      <w:r>
        <w:t>entendis la voix douce d</w:t>
      </w:r>
      <w:r w:rsidR="00894734">
        <w:t>’</w:t>
      </w:r>
      <w:proofErr w:type="spellStart"/>
      <w:r>
        <w:t>Aaronia</w:t>
      </w:r>
      <w:proofErr w:type="spellEnd"/>
      <w:r>
        <w:t xml:space="preserve"> </w:t>
      </w:r>
      <w:proofErr w:type="spellStart"/>
      <w:r>
        <w:t>Haldorn</w:t>
      </w:r>
      <w:proofErr w:type="spellEnd"/>
      <w:r w:rsidR="00894734">
        <w:t xml:space="preserve">. </w:t>
      </w:r>
      <w:r>
        <w:t>Elle s</w:t>
      </w:r>
      <w:r w:rsidR="00894734">
        <w:t>’</w:t>
      </w:r>
      <w:r>
        <w:t>adressait à moi</w:t>
      </w:r>
      <w:r w:rsidR="00894734">
        <w:t> :</w:t>
      </w:r>
    </w:p>
    <w:p w14:paraId="7068E3F4" w14:textId="77777777" w:rsidR="00894734" w:rsidRDefault="00894734">
      <w:r>
        <w:t>— </w:t>
      </w:r>
      <w:r w:rsidR="00000000">
        <w:t>Tirez</w:t>
      </w:r>
      <w:r>
        <w:t xml:space="preserve">, </w:t>
      </w:r>
      <w:r w:rsidR="00000000">
        <w:t>mais tirez donc</w:t>
      </w:r>
      <w:r>
        <w:t xml:space="preserve">, </w:t>
      </w:r>
      <w:r w:rsidR="00000000">
        <w:t>tout de suite</w:t>
      </w:r>
      <w:r>
        <w:t>.</w:t>
      </w:r>
    </w:p>
    <w:p w14:paraId="672F1340" w14:textId="77777777" w:rsidR="00894734" w:rsidRDefault="00000000">
      <w:r>
        <w:t>Je dis à l</w:t>
      </w:r>
      <w:r w:rsidR="00894734">
        <w:t>’</w:t>
      </w:r>
      <w:r>
        <w:t>homme</w:t>
      </w:r>
      <w:r w:rsidR="00894734">
        <w:t> :</w:t>
      </w:r>
    </w:p>
    <w:p w14:paraId="3B7B5631" w14:textId="77777777" w:rsidR="00894734" w:rsidRDefault="00894734">
      <w:r>
        <w:t>— </w:t>
      </w:r>
      <w:r w:rsidR="00000000">
        <w:t>Que vous soyez le Bon Dieu ou un autre</w:t>
      </w:r>
      <w:r>
        <w:t xml:space="preserve">, </w:t>
      </w:r>
      <w:r w:rsidR="00000000">
        <w:t>cela m</w:t>
      </w:r>
      <w:r>
        <w:t>’</w:t>
      </w:r>
      <w:r w:rsidR="00000000">
        <w:t>est égal</w:t>
      </w:r>
      <w:r>
        <w:t xml:space="preserve">. </w:t>
      </w:r>
      <w:r w:rsidR="00000000">
        <w:t>Mais lâchez donc votre couteau</w:t>
      </w:r>
      <w:r>
        <w:t>.</w:t>
      </w:r>
    </w:p>
    <w:p w14:paraId="5BEAC5B3" w14:textId="77777777" w:rsidR="00894734" w:rsidRDefault="00894734">
      <w:r>
        <w:t>— </w:t>
      </w:r>
      <w:r w:rsidR="00000000">
        <w:t>Impie</w:t>
      </w:r>
      <w:r>
        <w:t xml:space="preserve">, </w:t>
      </w:r>
      <w:r w:rsidR="00000000">
        <w:t>gronda-t-il</w:t>
      </w:r>
      <w:r>
        <w:t xml:space="preserve">, </w:t>
      </w:r>
      <w:r w:rsidR="00000000">
        <w:t>en avançant vers moi</w:t>
      </w:r>
      <w:r>
        <w:t xml:space="preserve">. </w:t>
      </w:r>
      <w:r w:rsidR="00000000">
        <w:t>Tu vas mourir</w:t>
      </w:r>
      <w:r>
        <w:t>.</w:t>
      </w:r>
    </w:p>
    <w:p w14:paraId="56D0F4B7" w14:textId="77777777" w:rsidR="00894734" w:rsidRDefault="00000000">
      <w:r>
        <w:t>Sans hésiter</w:t>
      </w:r>
      <w:r w:rsidR="00894734">
        <w:t xml:space="preserve">, </w:t>
      </w:r>
      <w:r>
        <w:t>je tirai</w:t>
      </w:r>
      <w:r w:rsidR="00894734">
        <w:t xml:space="preserve">. </w:t>
      </w:r>
      <w:r>
        <w:t>La balle entra dans la joue</w:t>
      </w:r>
      <w:r w:rsidR="00894734">
        <w:t xml:space="preserve">. </w:t>
      </w:r>
      <w:r>
        <w:t>Mais ce diable d</w:t>
      </w:r>
      <w:r w:rsidR="00894734">
        <w:t>’</w:t>
      </w:r>
      <w:r>
        <w:t>homme</w:t>
      </w:r>
      <w:r w:rsidR="00894734">
        <w:t xml:space="preserve">, </w:t>
      </w:r>
      <w:r>
        <w:t>qu</w:t>
      </w:r>
      <w:r w:rsidR="00894734">
        <w:t>’</w:t>
      </w:r>
      <w:r>
        <w:t>il y eut en lui quelque chose de surnaturel ou non</w:t>
      </w:r>
      <w:r w:rsidR="00894734">
        <w:t xml:space="preserve">, </w:t>
      </w:r>
      <w:r>
        <w:t>ne broncha pas</w:t>
      </w:r>
      <w:r w:rsidR="00894734">
        <w:t xml:space="preserve">. </w:t>
      </w:r>
      <w:r>
        <w:t>Avant que j</w:t>
      </w:r>
      <w:r w:rsidR="00894734">
        <w:t>’</w:t>
      </w:r>
      <w:r>
        <w:t>aie pu revenir de ma stup</w:t>
      </w:r>
      <w:r>
        <w:t>é</w:t>
      </w:r>
      <w:r>
        <w:t>faction</w:t>
      </w:r>
      <w:r w:rsidR="00894734">
        <w:t xml:space="preserve">, </w:t>
      </w:r>
      <w:r>
        <w:t>il était tout contre moi</w:t>
      </w:r>
      <w:r w:rsidR="00894734">
        <w:t xml:space="preserve">, </w:t>
      </w:r>
      <w:r>
        <w:t>élevant son couteau au-dessus de ma tête</w:t>
      </w:r>
      <w:r w:rsidR="00894734">
        <w:t xml:space="preserve">. </w:t>
      </w:r>
      <w:r>
        <w:t>Comme il l</w:t>
      </w:r>
      <w:r w:rsidR="00894734">
        <w:t>’</w:t>
      </w:r>
      <w:r>
        <w:t>abaissait</w:t>
      </w:r>
      <w:r w:rsidR="00894734">
        <w:t xml:space="preserve">, </w:t>
      </w:r>
      <w:r>
        <w:t>je saisis son poignet en le to</w:t>
      </w:r>
      <w:r>
        <w:t>r</w:t>
      </w:r>
      <w:r>
        <w:t>dant</w:t>
      </w:r>
      <w:r w:rsidR="00894734">
        <w:t xml:space="preserve">. </w:t>
      </w:r>
      <w:r>
        <w:t>L</w:t>
      </w:r>
      <w:r w:rsidR="00894734">
        <w:t>’</w:t>
      </w:r>
      <w:r>
        <w:t>arme revint sur elle-même et lui entra dans la gorge</w:t>
      </w:r>
      <w:r w:rsidR="00894734">
        <w:t xml:space="preserve">, </w:t>
      </w:r>
      <w:r>
        <w:t>jusqu</w:t>
      </w:r>
      <w:r w:rsidR="00894734">
        <w:t>’</w:t>
      </w:r>
      <w:r>
        <w:t>à la garde</w:t>
      </w:r>
      <w:r w:rsidR="00894734">
        <w:t>.</w:t>
      </w:r>
    </w:p>
    <w:p w14:paraId="6E5A918F" w14:textId="77777777" w:rsidR="00894734" w:rsidRDefault="00000000">
      <w:r>
        <w:t>Je fermai les yeux</w:t>
      </w:r>
      <w:r w:rsidR="00894734">
        <w:t xml:space="preserve">. </w:t>
      </w:r>
      <w:r>
        <w:t>Je venais de tuer un homme</w:t>
      </w:r>
      <w:r w:rsidR="00894734">
        <w:t xml:space="preserve">. </w:t>
      </w:r>
      <w:r>
        <w:t>La pr</w:t>
      </w:r>
      <w:r>
        <w:t>e</w:t>
      </w:r>
      <w:r>
        <w:t>mière chose que je vis</w:t>
      </w:r>
      <w:r w:rsidR="00894734">
        <w:t xml:space="preserve">, </w:t>
      </w:r>
      <w:r>
        <w:t>quand je les rouvris</w:t>
      </w:r>
      <w:r w:rsidR="00894734">
        <w:t xml:space="preserve">, </w:t>
      </w:r>
      <w:r>
        <w:t>fut Collinson</w:t>
      </w:r>
      <w:r w:rsidR="00894734">
        <w:t xml:space="preserve">, </w:t>
      </w:r>
      <w:r>
        <w:t>à g</w:t>
      </w:r>
      <w:r>
        <w:t>e</w:t>
      </w:r>
      <w:r>
        <w:t>noux auprès de Gabrielle</w:t>
      </w:r>
      <w:r w:rsidR="00894734">
        <w:t xml:space="preserve">, </w:t>
      </w:r>
      <w:r>
        <w:t>essayant de la relever</w:t>
      </w:r>
      <w:r w:rsidR="00894734">
        <w:t xml:space="preserve">. </w:t>
      </w:r>
      <w:r>
        <w:t>Puis</w:t>
      </w:r>
      <w:r w:rsidR="00894734">
        <w:t xml:space="preserve">, </w:t>
      </w:r>
      <w:r>
        <w:t>je m</w:t>
      </w:r>
      <w:r w:rsidR="00894734">
        <w:t>’</w:t>
      </w:r>
      <w:r>
        <w:t>aperçus qu</w:t>
      </w:r>
      <w:r w:rsidR="00894734">
        <w:t>’</w:t>
      </w:r>
      <w:proofErr w:type="spellStart"/>
      <w:r>
        <w:t>Aaronia</w:t>
      </w:r>
      <w:proofErr w:type="spellEnd"/>
      <w:r>
        <w:t xml:space="preserve"> était toujours sur le sol</w:t>
      </w:r>
      <w:r w:rsidR="00894734">
        <w:t xml:space="preserve">, </w:t>
      </w:r>
      <w:r>
        <w:t>les membres liés</w:t>
      </w:r>
      <w:r w:rsidR="00894734">
        <w:t xml:space="preserve">, </w:t>
      </w:r>
      <w:r>
        <w:t>et app</w:t>
      </w:r>
      <w:r>
        <w:t>a</w:t>
      </w:r>
      <w:r>
        <w:t>remment évanouie</w:t>
      </w:r>
      <w:r w:rsidR="00894734">
        <w:t xml:space="preserve">. </w:t>
      </w:r>
      <w:r>
        <w:t>J</w:t>
      </w:r>
      <w:r w:rsidR="00894734">
        <w:t>’</w:t>
      </w:r>
      <w:r>
        <w:t>enjambai le corps de Joseph et me hâtai de la délivrer</w:t>
      </w:r>
      <w:r w:rsidR="00894734">
        <w:t>.</w:t>
      </w:r>
    </w:p>
    <w:p w14:paraId="45105A83" w14:textId="2948F137" w:rsidR="00000000" w:rsidRDefault="00000000" w:rsidP="00894734">
      <w:pPr>
        <w:pStyle w:val="Titre2"/>
        <w:rPr>
          <w:szCs w:val="44"/>
        </w:rPr>
      </w:pPr>
      <w:bookmarkStart w:id="13" w:name="_Toc202288414"/>
      <w:r>
        <w:rPr>
          <w:szCs w:val="44"/>
        </w:rPr>
        <w:lastRenderedPageBreak/>
        <w:t>CHAPITRE XI</w:t>
      </w:r>
      <w:r>
        <w:rPr>
          <w:szCs w:val="44"/>
        </w:rPr>
        <w:br/>
      </w:r>
      <w:r>
        <w:rPr>
          <w:szCs w:val="44"/>
        </w:rPr>
        <w:br/>
        <w:t>LES VISIONS DU TEMPLE DE SAINT-GRAAL</w:t>
      </w:r>
      <w:bookmarkEnd w:id="13"/>
    </w:p>
    <w:p w14:paraId="087DB06E" w14:textId="77777777" w:rsidR="00894734" w:rsidRDefault="00000000">
      <w:r>
        <w:t xml:space="preserve">Je dînai le lendemain soir avec Owen </w:t>
      </w:r>
      <w:proofErr w:type="spellStart"/>
      <w:r>
        <w:t>Fitzstephan</w:t>
      </w:r>
      <w:proofErr w:type="spellEnd"/>
      <w:r w:rsidR="00894734">
        <w:t xml:space="preserve">. </w:t>
      </w:r>
      <w:r>
        <w:t>Mon vieil ami ne semblait pas être de très bonne humeur</w:t>
      </w:r>
      <w:r w:rsidR="00894734">
        <w:t xml:space="preserve">. </w:t>
      </w:r>
      <w:r>
        <w:t>Il me dit d</w:t>
      </w:r>
      <w:r w:rsidR="00894734">
        <w:t>’</w:t>
      </w:r>
      <w:r>
        <w:t>un ton bourru</w:t>
      </w:r>
      <w:r w:rsidR="00894734">
        <w:t xml:space="preserve">, </w:t>
      </w:r>
      <w:r>
        <w:t>même avant que le potage nous fût servi</w:t>
      </w:r>
      <w:r w:rsidR="00894734">
        <w:t> :</w:t>
      </w:r>
    </w:p>
    <w:p w14:paraId="10F1AA9C" w14:textId="36A7A39A" w:rsidR="00894734" w:rsidRDefault="00894734">
      <w:r>
        <w:t>— </w:t>
      </w:r>
      <w:r w:rsidR="00000000">
        <w:t>Vous êtes gentil</w:t>
      </w:r>
      <w:r>
        <w:t xml:space="preserve">, </w:t>
      </w:r>
      <w:r w:rsidR="00000000">
        <w:t>tous</w:t>
      </w:r>
      <w:r>
        <w:t xml:space="preserve"> ! </w:t>
      </w:r>
      <w:r w:rsidR="00000000">
        <w:t>Vous auriez tout de même bien pu me mettre au courant de ce qui se passait</w:t>
      </w:r>
      <w:r>
        <w:t xml:space="preserve">. </w:t>
      </w:r>
      <w:r w:rsidR="00000000">
        <w:t xml:space="preserve">Vous savez que je connaissais les </w:t>
      </w:r>
      <w:proofErr w:type="spellStart"/>
      <w:r w:rsidR="00000000">
        <w:t>Haldorn</w:t>
      </w:r>
      <w:proofErr w:type="spellEnd"/>
      <w:r>
        <w:t xml:space="preserve">, </w:t>
      </w:r>
      <w:r w:rsidR="00000000">
        <w:t>que</w:t>
      </w:r>
      <w:r>
        <w:t xml:space="preserve">, </w:t>
      </w:r>
      <w:r w:rsidR="00000000">
        <w:t>du moins</w:t>
      </w:r>
      <w:r>
        <w:t xml:space="preserve">, </w:t>
      </w:r>
      <w:r w:rsidR="00000000">
        <w:t>et je vous l</w:t>
      </w:r>
      <w:r>
        <w:t>’</w:t>
      </w:r>
      <w:r w:rsidR="00000000">
        <w:t>avais dit</w:t>
      </w:r>
      <w:r>
        <w:t xml:space="preserve">, </w:t>
      </w:r>
      <w:r w:rsidR="00000000">
        <w:t xml:space="preserve">je les avais rencontrés une ou deux fois chez les </w:t>
      </w:r>
      <w:proofErr w:type="spellStart"/>
      <w:r w:rsidR="00000000">
        <w:t>Legget</w:t>
      </w:r>
      <w:proofErr w:type="spellEnd"/>
      <w:r>
        <w:t xml:space="preserve">. </w:t>
      </w:r>
      <w:r w:rsidR="00000000">
        <w:t>Et puis</w:t>
      </w:r>
      <w:r>
        <w:t xml:space="preserve">, </w:t>
      </w:r>
      <w:r w:rsidR="00000000">
        <w:t>toute cette affaire m</w:t>
      </w:r>
      <w:r>
        <w:t>’</w:t>
      </w:r>
      <w:r w:rsidR="00000000">
        <w:t>intéresse énormément</w:t>
      </w:r>
      <w:r>
        <w:t xml:space="preserve">. </w:t>
      </w:r>
      <w:r w:rsidR="00000000">
        <w:t>J</w:t>
      </w:r>
      <w:r>
        <w:t>’</w:t>
      </w:r>
      <w:r w:rsidR="00000000">
        <w:t>ai tout appris par les journaux</w:t>
      </w:r>
      <w:r>
        <w:t xml:space="preserve">, </w:t>
      </w:r>
      <w:r w:rsidR="00000000">
        <w:t>tout au moins ce qu</w:t>
      </w:r>
      <w:r>
        <w:t>’</w:t>
      </w:r>
      <w:r w:rsidR="00000000">
        <w:t>ils en savent</w:t>
      </w:r>
      <w:r>
        <w:t xml:space="preserve">, </w:t>
      </w:r>
      <w:r w:rsidR="00000000">
        <w:t>et vous savez comme moi ce que ça vaut</w:t>
      </w:r>
      <w:r>
        <w:t xml:space="preserve">. </w:t>
      </w:r>
      <w:r w:rsidR="00000000">
        <w:t>Non</w:t>
      </w:r>
      <w:r>
        <w:t xml:space="preserve">, </w:t>
      </w:r>
      <w:r w:rsidR="00000000">
        <w:t>vous n</w:t>
      </w:r>
      <w:r>
        <w:t>’</w:t>
      </w:r>
      <w:r w:rsidR="00000000">
        <w:t>êtes pas chi</w:t>
      </w:r>
      <w:r w:rsidR="00000000">
        <w:t>c</w:t>
      </w:r>
      <w:r w:rsidR="00000000">
        <w:t xml:space="preserve"> de ne m</w:t>
      </w:r>
      <w:r>
        <w:t>’</w:t>
      </w:r>
      <w:r w:rsidR="00000000">
        <w:t>avoir rien dit</w:t>
      </w:r>
      <w:r>
        <w:t>.</w:t>
      </w:r>
    </w:p>
    <w:p w14:paraId="62C4C630" w14:textId="77777777" w:rsidR="00894734" w:rsidRDefault="00894734">
      <w:r>
        <w:t>— </w:t>
      </w:r>
      <w:r w:rsidR="00000000">
        <w:t>Mon vieux</w:t>
      </w:r>
      <w:r>
        <w:t xml:space="preserve">, </w:t>
      </w:r>
      <w:r w:rsidR="00000000">
        <w:t>j</w:t>
      </w:r>
      <w:r>
        <w:t>’</w:t>
      </w:r>
      <w:r w:rsidR="00000000">
        <w:t>ai eu déjà assez de tintouin avec le seul compère que je m</w:t>
      </w:r>
      <w:r>
        <w:t>’</w:t>
      </w:r>
      <w:r w:rsidR="00000000">
        <w:t>étais laissé aller à entraîner dans l</w:t>
      </w:r>
      <w:r>
        <w:t>’</w:t>
      </w:r>
      <w:r w:rsidR="00000000">
        <w:t>histoire</w:t>
      </w:r>
      <w:r>
        <w:t>.</w:t>
      </w:r>
    </w:p>
    <w:p w14:paraId="7989351F" w14:textId="77777777" w:rsidR="00894734" w:rsidRDefault="00894734">
      <w:r>
        <w:t>— </w:t>
      </w:r>
      <w:r w:rsidR="00000000">
        <w:t>Eh</w:t>
      </w:r>
      <w:r>
        <w:t xml:space="preserve"> ! </w:t>
      </w:r>
      <w:r w:rsidR="00000000">
        <w:t>c</w:t>
      </w:r>
      <w:r>
        <w:t>’</w:t>
      </w:r>
      <w:r w:rsidR="00000000">
        <w:t>est parce que vous ne savez pas choisir vos compl</w:t>
      </w:r>
      <w:r w:rsidR="00000000">
        <w:t>i</w:t>
      </w:r>
      <w:r w:rsidR="00000000">
        <w:t>ces</w:t>
      </w:r>
      <w:r>
        <w:t xml:space="preserve">. </w:t>
      </w:r>
      <w:r w:rsidR="00000000">
        <w:t>C</w:t>
      </w:r>
      <w:r>
        <w:t>’</w:t>
      </w:r>
      <w:r w:rsidR="00000000">
        <w:t>est bien fait pour vous</w:t>
      </w:r>
      <w:r>
        <w:t xml:space="preserve">. </w:t>
      </w:r>
      <w:r w:rsidR="00000000">
        <w:t>Mais</w:t>
      </w:r>
      <w:r>
        <w:t xml:space="preserve">, </w:t>
      </w:r>
      <w:r w:rsidR="00000000">
        <w:t>maintenant</w:t>
      </w:r>
      <w:r>
        <w:t xml:space="preserve">, </w:t>
      </w:r>
      <w:r w:rsidR="00000000">
        <w:t>vous allez pa</w:t>
      </w:r>
      <w:r w:rsidR="00000000">
        <w:t>r</w:t>
      </w:r>
      <w:r w:rsidR="00000000">
        <w:t>ler</w:t>
      </w:r>
      <w:r>
        <w:t xml:space="preserve">, </w:t>
      </w:r>
      <w:r w:rsidR="00000000">
        <w:t>mon garçon</w:t>
      </w:r>
      <w:r>
        <w:t>. »</w:t>
      </w:r>
      <w:r w:rsidR="00000000">
        <w:t xml:space="preserve"> Je ne vous lâcherai pas de la nuit</w:t>
      </w:r>
      <w:r>
        <w:t xml:space="preserve">, </w:t>
      </w:r>
      <w:r w:rsidR="00000000">
        <w:t>et je vous préviens que je veux savoir tout ce que les journaux n</w:t>
      </w:r>
      <w:r>
        <w:t>’</w:t>
      </w:r>
      <w:r w:rsidR="00000000">
        <w:t>ont pas dit</w:t>
      </w:r>
      <w:r>
        <w:t>.</w:t>
      </w:r>
    </w:p>
    <w:p w14:paraId="54654398" w14:textId="77777777" w:rsidR="00894734" w:rsidRDefault="00894734">
      <w:r>
        <w:t>— </w:t>
      </w:r>
      <w:r w:rsidR="00000000">
        <w:t>Eh bien</w:t>
      </w:r>
      <w:r>
        <w:t xml:space="preserve"> ! </w:t>
      </w:r>
      <w:r w:rsidR="00000000">
        <w:t>voilà</w:t>
      </w:r>
      <w:r>
        <w:t xml:space="preserve"> : </w:t>
      </w:r>
      <w:r w:rsidR="00000000">
        <w:t xml:space="preserve">les </w:t>
      </w:r>
      <w:proofErr w:type="spellStart"/>
      <w:r w:rsidR="00000000">
        <w:t>Haldorn</w:t>
      </w:r>
      <w:proofErr w:type="spellEnd"/>
      <w:r w:rsidR="00000000">
        <w:t xml:space="preserve"> étaient</w:t>
      </w:r>
      <w:r>
        <w:t xml:space="preserve">, </w:t>
      </w:r>
      <w:r w:rsidR="00000000">
        <w:t>à l</w:t>
      </w:r>
      <w:r>
        <w:t>’</w:t>
      </w:r>
      <w:r w:rsidR="00000000">
        <w:t>origine</w:t>
      </w:r>
      <w:r>
        <w:t xml:space="preserve">, </w:t>
      </w:r>
      <w:r w:rsidR="00000000">
        <w:t>des c</w:t>
      </w:r>
      <w:r w:rsidR="00000000">
        <w:t>o</w:t>
      </w:r>
      <w:r w:rsidR="00000000">
        <w:t>médiens</w:t>
      </w:r>
      <w:r>
        <w:t xml:space="preserve">. </w:t>
      </w:r>
      <w:r w:rsidR="00000000">
        <w:t>Tout ce que je pourrais vous dire</w:t>
      </w:r>
      <w:r>
        <w:t xml:space="preserve">, </w:t>
      </w:r>
      <w:r w:rsidR="00000000">
        <w:t>je le tiens surtout d</w:t>
      </w:r>
      <w:r>
        <w:t>’</w:t>
      </w:r>
      <w:r w:rsidR="00000000">
        <w:t>elle</w:t>
      </w:r>
      <w:r>
        <w:t xml:space="preserve">. </w:t>
      </w:r>
      <w:r w:rsidR="00000000">
        <w:t>Fink</w:t>
      </w:r>
      <w:r>
        <w:t xml:space="preserve">, </w:t>
      </w:r>
      <w:r w:rsidR="00000000">
        <w:t>leur principal acolyte</w:t>
      </w:r>
      <w:r>
        <w:t xml:space="preserve">, </w:t>
      </w:r>
      <w:r w:rsidR="00000000">
        <w:t>n</w:t>
      </w:r>
      <w:r>
        <w:t>’</w:t>
      </w:r>
      <w:r w:rsidR="00000000">
        <w:t>a rien voulu dire</w:t>
      </w:r>
      <w:r>
        <w:t xml:space="preserve">. </w:t>
      </w:r>
      <w:r w:rsidR="00000000">
        <w:t>Et les a</w:t>
      </w:r>
      <w:r w:rsidR="00000000">
        <w:t>u</w:t>
      </w:r>
      <w:r w:rsidR="00000000">
        <w:t>tres</w:t>
      </w:r>
      <w:r>
        <w:t xml:space="preserve">, </w:t>
      </w:r>
      <w:r w:rsidR="00000000">
        <w:t>les servantes</w:t>
      </w:r>
      <w:r>
        <w:t xml:space="preserve">, </w:t>
      </w:r>
      <w:r w:rsidR="00000000">
        <w:t>les domestiques mulâtres</w:t>
      </w:r>
      <w:r>
        <w:t xml:space="preserve">, </w:t>
      </w:r>
      <w:r w:rsidR="00000000">
        <w:t>le cuisinier chinois ne m</w:t>
      </w:r>
      <w:r>
        <w:t>’</w:t>
      </w:r>
      <w:r w:rsidR="00000000">
        <w:t xml:space="preserve">ont pas paru savoir </w:t>
      </w:r>
      <w:proofErr w:type="spellStart"/>
      <w:r w:rsidR="00000000">
        <w:t>grand</w:t>
      </w:r>
      <w:r>
        <w:t>’</w:t>
      </w:r>
      <w:r w:rsidR="00000000">
        <w:t>chose</w:t>
      </w:r>
      <w:proofErr w:type="spellEnd"/>
      <w:r>
        <w:t xml:space="preserve">. </w:t>
      </w:r>
      <w:r w:rsidR="00000000">
        <w:t>En tous cas</w:t>
      </w:r>
      <w:r>
        <w:t xml:space="preserve">, </w:t>
      </w:r>
      <w:r w:rsidR="00000000">
        <w:t>ils ne me semblent pas avoir été mêlés directement à toutes leurs mômeries</w:t>
      </w:r>
      <w:r>
        <w:t>.</w:t>
      </w:r>
    </w:p>
    <w:p w14:paraId="63DF2E62" w14:textId="1FC7F095" w:rsidR="00000000" w:rsidRDefault="00000000">
      <w:r>
        <w:lastRenderedPageBreak/>
        <w:t>Comme acteurs</w:t>
      </w:r>
      <w:r w:rsidR="00894734">
        <w:t xml:space="preserve">, </w:t>
      </w:r>
      <w:r>
        <w:t>m</w:t>
      </w:r>
      <w:r w:rsidR="00894734">
        <w:t>’</w:t>
      </w:r>
      <w:r>
        <w:t xml:space="preserve">a dit </w:t>
      </w:r>
      <w:proofErr w:type="spellStart"/>
      <w:r>
        <w:t>Aaronia</w:t>
      </w:r>
      <w:proofErr w:type="spellEnd"/>
      <w:r>
        <w:t xml:space="preserve"> </w:t>
      </w:r>
      <w:proofErr w:type="spellStart"/>
      <w:r>
        <w:t>Haldorn</w:t>
      </w:r>
      <w:proofErr w:type="spellEnd"/>
      <w:r w:rsidR="00894734">
        <w:t xml:space="preserve">, </w:t>
      </w:r>
      <w:r>
        <w:t>elle et Joseph étaient excellents</w:t>
      </w:r>
      <w:r w:rsidR="00894734">
        <w:t xml:space="preserve">, </w:t>
      </w:r>
      <w:r>
        <w:t>mais cela ne leur rapportait pas ce qu</w:t>
      </w:r>
      <w:r w:rsidR="00894734">
        <w:t>’</w:t>
      </w:r>
      <w:r>
        <w:t>ils a</w:t>
      </w:r>
      <w:r>
        <w:t>u</w:t>
      </w:r>
      <w:r>
        <w:t>raient désiré</w:t>
      </w:r>
      <w:r w:rsidR="00894734">
        <w:t xml:space="preserve">. </w:t>
      </w:r>
      <w:r>
        <w:t>Il y a un peu plus d</w:t>
      </w:r>
      <w:r w:rsidR="00894734">
        <w:t>’</w:t>
      </w:r>
      <w:r>
        <w:t>un an</w:t>
      </w:r>
      <w:r w:rsidR="00894734">
        <w:t xml:space="preserve">, </w:t>
      </w:r>
      <w:r>
        <w:t>elle rencontra une vieille connaissance</w:t>
      </w:r>
      <w:r w:rsidR="00894734">
        <w:t xml:space="preserve">, </w:t>
      </w:r>
      <w:r>
        <w:t>un ancien cabot</w:t>
      </w:r>
      <w:r w:rsidR="00894734">
        <w:t xml:space="preserve">, </w:t>
      </w:r>
      <w:r>
        <w:t>qui avait eu l</w:t>
      </w:r>
      <w:r w:rsidR="00894734">
        <w:t>’</w:t>
      </w:r>
      <w:r>
        <w:t>idée de fo</w:t>
      </w:r>
      <w:r>
        <w:t>n</w:t>
      </w:r>
      <w:r>
        <w:t>der une école d</w:t>
      </w:r>
      <w:r w:rsidR="00894734">
        <w:t>’</w:t>
      </w:r>
      <w:r>
        <w:t>orateurs</w:t>
      </w:r>
      <w:r w:rsidR="00894734">
        <w:t xml:space="preserve">, </w:t>
      </w:r>
      <w:r>
        <w:t>laquelle n</w:t>
      </w:r>
      <w:r w:rsidR="00894734">
        <w:t>’</w:t>
      </w:r>
      <w:r>
        <w:t>était naturellement qu</w:t>
      </w:r>
      <w:r w:rsidR="00894734">
        <w:t>’</w:t>
      </w:r>
      <w:r>
        <w:t>une escroquerie</w:t>
      </w:r>
      <w:r w:rsidR="00894734">
        <w:t xml:space="preserve">, </w:t>
      </w:r>
      <w:r>
        <w:t>mais qui permettait à son dirigeant de rouler en Pa</w:t>
      </w:r>
      <w:r>
        <w:t>c</w:t>
      </w:r>
      <w:r>
        <w:t>kard</w:t>
      </w:r>
      <w:r w:rsidR="00894734">
        <w:t xml:space="preserve">. </w:t>
      </w:r>
      <w:proofErr w:type="spellStart"/>
      <w:r>
        <w:t>Aaronia</w:t>
      </w:r>
      <w:proofErr w:type="spellEnd"/>
      <w:r>
        <w:t xml:space="preserve"> était envieuse comme toutes les femmes</w:t>
      </w:r>
      <w:r w:rsidR="00894734">
        <w:t xml:space="preserve">, </w:t>
      </w:r>
      <w:r>
        <w:t>et elle se dit bientôt</w:t>
      </w:r>
      <w:r w:rsidR="00894734">
        <w:t> : « </w:t>
      </w:r>
      <w:r>
        <w:t>Pourquoi lui et pas nous</w:t>
      </w:r>
      <w:r w:rsidR="00894734">
        <w:t> ? »</w:t>
      </w:r>
    </w:p>
    <w:p w14:paraId="4301D314" w14:textId="77777777" w:rsidR="00894734" w:rsidRDefault="00000000">
      <w:r>
        <w:t>À force de chercher elle eut une idée</w:t>
      </w:r>
      <w:r w:rsidR="00894734">
        <w:t xml:space="preserve">. </w:t>
      </w:r>
      <w:r>
        <w:t>Ils s</w:t>
      </w:r>
      <w:r w:rsidR="00894734">
        <w:t>’</w:t>
      </w:r>
      <w:r>
        <w:t>érigèrent en r</w:t>
      </w:r>
      <w:r>
        <w:t>é</w:t>
      </w:r>
      <w:r>
        <w:t>novateurs d</w:t>
      </w:r>
      <w:r w:rsidR="00894734">
        <w:t>’</w:t>
      </w:r>
      <w:r>
        <w:t>un culte qu</w:t>
      </w:r>
      <w:r w:rsidR="00894734">
        <w:t>’</w:t>
      </w:r>
      <w:r>
        <w:t>ils prétendaient de la vieille tradition gaélique</w:t>
      </w:r>
      <w:r w:rsidR="00894734">
        <w:t xml:space="preserve">. </w:t>
      </w:r>
      <w:r>
        <w:t>San Francisco leur parut un lieu propice pour leurs exploits et ils s</w:t>
      </w:r>
      <w:r w:rsidR="00894734">
        <w:t>’</w:t>
      </w:r>
      <w:r>
        <w:t>y installèrent</w:t>
      </w:r>
      <w:r w:rsidR="00894734">
        <w:t xml:space="preserve">. </w:t>
      </w:r>
      <w:r>
        <w:t>Ils amenèrent avec eux le petit Tom Fink</w:t>
      </w:r>
      <w:r w:rsidR="00894734">
        <w:t xml:space="preserve">, </w:t>
      </w:r>
      <w:r>
        <w:t>un vieux compagnon de tournée</w:t>
      </w:r>
      <w:r w:rsidR="00894734">
        <w:t xml:space="preserve">, </w:t>
      </w:r>
      <w:r>
        <w:t>qui avait été l</w:t>
      </w:r>
      <w:r w:rsidR="00894734">
        <w:t>’</w:t>
      </w:r>
      <w:r>
        <w:t>opérateur de plusieurs illusionnistes et sa femme</w:t>
      </w:r>
      <w:r w:rsidR="00894734">
        <w:t xml:space="preserve">, </w:t>
      </w:r>
      <w:r>
        <w:t>qui resse</w:t>
      </w:r>
      <w:r>
        <w:t>m</w:t>
      </w:r>
      <w:r>
        <w:t>ble à un forgeron de village</w:t>
      </w:r>
      <w:r w:rsidR="00894734">
        <w:t>.</w:t>
      </w:r>
    </w:p>
    <w:p w14:paraId="2DBCAC48" w14:textId="77777777" w:rsidR="00894734" w:rsidRDefault="00000000">
      <w:r>
        <w:t>Ils ne cherchèrent pas</w:t>
      </w:r>
      <w:r w:rsidR="00894734">
        <w:t xml:space="preserve">, </w:t>
      </w:r>
      <w:r>
        <w:t>évidemment</w:t>
      </w:r>
      <w:r w:rsidR="00894734">
        <w:t xml:space="preserve">, </w:t>
      </w:r>
      <w:r>
        <w:t>à évangéliser les fo</w:t>
      </w:r>
      <w:r>
        <w:t>u</w:t>
      </w:r>
      <w:r>
        <w:t>les</w:t>
      </w:r>
      <w:r w:rsidR="00894734">
        <w:t xml:space="preserve">. </w:t>
      </w:r>
      <w:r>
        <w:t>Ils voulaient des adeptes en petit nombre</w:t>
      </w:r>
      <w:r w:rsidR="00894734">
        <w:t xml:space="preserve">, </w:t>
      </w:r>
      <w:r>
        <w:t>mais choisis</w:t>
      </w:r>
      <w:r w:rsidR="00894734">
        <w:t xml:space="preserve">. </w:t>
      </w:r>
      <w:r>
        <w:t>L</w:t>
      </w:r>
      <w:r w:rsidR="00894734">
        <w:t>’</w:t>
      </w:r>
      <w:r>
        <w:t>affaire piétina jusqu</w:t>
      </w:r>
      <w:r w:rsidR="00894734">
        <w:t>’</w:t>
      </w:r>
      <w:r>
        <w:t>à ce qu</w:t>
      </w:r>
      <w:r w:rsidR="00894734">
        <w:t>’</w:t>
      </w:r>
      <w:r>
        <w:t>ils fussent tombés sur Mrs</w:t>
      </w:r>
      <w:r w:rsidR="00894734">
        <w:t xml:space="preserve">. </w:t>
      </w:r>
      <w:r>
        <w:t>Rod-man</w:t>
      </w:r>
      <w:r w:rsidR="00894734">
        <w:t xml:space="preserve">. </w:t>
      </w:r>
      <w:r>
        <w:t>Elle donna dans le panneau à fond</w:t>
      </w:r>
      <w:r w:rsidR="00894734">
        <w:t xml:space="preserve">. </w:t>
      </w:r>
      <w:r>
        <w:t>Elle était riche et cette première proie amena les autres</w:t>
      </w:r>
      <w:r w:rsidR="00894734">
        <w:t>.</w:t>
      </w:r>
    </w:p>
    <w:p w14:paraId="7B627F18" w14:textId="77777777" w:rsidR="00894734" w:rsidRDefault="00000000">
      <w:r>
        <w:t>Auparavant</w:t>
      </w:r>
      <w:r w:rsidR="00894734">
        <w:t xml:space="preserve">, </w:t>
      </w:r>
      <w:r>
        <w:t>Fink avait été chargé d</w:t>
      </w:r>
      <w:r w:rsidR="00894734">
        <w:t>’</w:t>
      </w:r>
      <w:r>
        <w:t>aménager l</w:t>
      </w:r>
      <w:r w:rsidR="00894734">
        <w:t>’</w:t>
      </w:r>
      <w:r>
        <w:t>immeuble</w:t>
      </w:r>
      <w:r w:rsidR="00894734">
        <w:t xml:space="preserve">. </w:t>
      </w:r>
      <w:r>
        <w:t>Il avait transformé les cuisines de tous les étages en cabinets fantastiques</w:t>
      </w:r>
      <w:r w:rsidR="00894734">
        <w:t xml:space="preserve">. </w:t>
      </w:r>
      <w:r>
        <w:t xml:space="preserve">Je vous emmènerai visiter ses </w:t>
      </w:r>
      <w:r w:rsidR="00894734">
        <w:t>« </w:t>
      </w:r>
      <w:r>
        <w:t>laboratoires</w:t>
      </w:r>
      <w:r w:rsidR="00894734">
        <w:t xml:space="preserve"> ». </w:t>
      </w:r>
      <w:r>
        <w:t>Vous verrez comme le bonhomme savait utiliser les conduites de gaz et d</w:t>
      </w:r>
      <w:r w:rsidR="00894734">
        <w:t>’</w:t>
      </w:r>
      <w:r>
        <w:t>eau et le réseau électrique pour ses mystifications</w:t>
      </w:r>
      <w:r w:rsidR="00894734">
        <w:t>.</w:t>
      </w:r>
    </w:p>
    <w:p w14:paraId="3C90248F" w14:textId="77777777" w:rsidR="00894734" w:rsidRDefault="00000000">
      <w:r>
        <w:t>D</w:t>
      </w:r>
      <w:r w:rsidR="00894734">
        <w:t>’</w:t>
      </w:r>
      <w:r>
        <w:t>une façon générale</w:t>
      </w:r>
      <w:r w:rsidR="00894734">
        <w:t xml:space="preserve">, </w:t>
      </w:r>
      <w:r>
        <w:t>les choses se passaient ainsi</w:t>
      </w:r>
      <w:r w:rsidR="00894734">
        <w:t xml:space="preserve">. </w:t>
      </w:r>
      <w:r>
        <w:t>Fink projetait dans la chambre de la victime</w:t>
      </w:r>
      <w:r w:rsidR="00894734">
        <w:t xml:space="preserve">, </w:t>
      </w:r>
      <w:r>
        <w:t>par les tuyaux qui reliaient chaque chambre à son cabinet</w:t>
      </w:r>
      <w:r w:rsidR="00894734">
        <w:t xml:space="preserve">, </w:t>
      </w:r>
      <w:r>
        <w:t>un nuage de fumée</w:t>
      </w:r>
      <w:r w:rsidR="00894734">
        <w:t xml:space="preserve">. </w:t>
      </w:r>
      <w:r>
        <w:t>Il lui donnait</w:t>
      </w:r>
      <w:r w:rsidR="00894734">
        <w:t xml:space="preserve">, </w:t>
      </w:r>
      <w:r>
        <w:t>par certains jeux de lumière</w:t>
      </w:r>
      <w:r w:rsidR="00894734">
        <w:t xml:space="preserve">, </w:t>
      </w:r>
      <w:r>
        <w:t>la forme d</w:t>
      </w:r>
      <w:r w:rsidR="00894734">
        <w:t>’</w:t>
      </w:r>
      <w:r>
        <w:t>un homme flottant à quelques pieds du sol</w:t>
      </w:r>
      <w:r w:rsidR="00894734">
        <w:t xml:space="preserve">. </w:t>
      </w:r>
      <w:r>
        <w:t>L</w:t>
      </w:r>
      <w:r w:rsidR="00894734">
        <w:t>’</w:t>
      </w:r>
      <w:r>
        <w:t>illusion était parfaite</w:t>
      </w:r>
      <w:r w:rsidR="00894734">
        <w:t xml:space="preserve">, </w:t>
      </w:r>
      <w:r>
        <w:t xml:space="preserve">vous </w:t>
      </w:r>
      <w:r>
        <w:lastRenderedPageBreak/>
        <w:t>po</w:t>
      </w:r>
      <w:r>
        <w:t>u</w:t>
      </w:r>
      <w:r>
        <w:t>vez me croire</w:t>
      </w:r>
      <w:r w:rsidR="00894734">
        <w:t xml:space="preserve">, </w:t>
      </w:r>
      <w:r>
        <w:t>j</w:t>
      </w:r>
      <w:r w:rsidR="00894734">
        <w:t>’</w:t>
      </w:r>
      <w:r>
        <w:t>ai vu un de ces fantômes fabriqués par Fink et il m</w:t>
      </w:r>
      <w:r w:rsidR="00894734">
        <w:t>’</w:t>
      </w:r>
      <w:r>
        <w:t>a fait vivre</w:t>
      </w:r>
      <w:r w:rsidR="00894734">
        <w:t xml:space="preserve">, </w:t>
      </w:r>
      <w:r>
        <w:t>je l</w:t>
      </w:r>
      <w:r w:rsidR="00894734">
        <w:t>’</w:t>
      </w:r>
      <w:r>
        <w:t>avoue</w:t>
      </w:r>
      <w:r w:rsidR="00894734">
        <w:t xml:space="preserve">, </w:t>
      </w:r>
      <w:r>
        <w:t>quelques minutes qui m</w:t>
      </w:r>
      <w:r w:rsidR="00894734">
        <w:t>’</w:t>
      </w:r>
      <w:r>
        <w:t>ont paru des heures</w:t>
      </w:r>
      <w:r w:rsidR="00894734">
        <w:t xml:space="preserve">. </w:t>
      </w:r>
      <w:r>
        <w:t>Il faut vous dire que</w:t>
      </w:r>
      <w:r w:rsidR="00894734">
        <w:t xml:space="preserve">, </w:t>
      </w:r>
      <w:r>
        <w:t>auparavant</w:t>
      </w:r>
      <w:r w:rsidR="00894734">
        <w:t xml:space="preserve">, </w:t>
      </w:r>
      <w:r>
        <w:t>on avait légèrement abruti le patient avec des émanations d</w:t>
      </w:r>
      <w:r w:rsidR="00894734">
        <w:t>’</w:t>
      </w:r>
      <w:r>
        <w:t>un gaz qui a une délicieuse odeur de fleurs qui se meurent</w:t>
      </w:r>
      <w:r w:rsidR="00894734">
        <w:t xml:space="preserve">. </w:t>
      </w:r>
      <w:r>
        <w:t>Dans sa demi-lucidité</w:t>
      </w:r>
      <w:r w:rsidR="00894734">
        <w:t xml:space="preserve">, </w:t>
      </w:r>
      <w:r>
        <w:t>le malheureux ne demandait pas mieux que de croire à l</w:t>
      </w:r>
      <w:r w:rsidR="00894734">
        <w:t>’</w:t>
      </w:r>
      <w:r>
        <w:t>apparition et de souscrire aux ordres qui lui étaient donnés</w:t>
      </w:r>
      <w:r w:rsidR="00894734">
        <w:t xml:space="preserve">. </w:t>
      </w:r>
      <w:r>
        <w:t>Ce devait être</w:t>
      </w:r>
      <w:r w:rsidR="00894734">
        <w:t xml:space="preserve">, </w:t>
      </w:r>
      <w:r>
        <w:t>je pense</w:t>
      </w:r>
      <w:r w:rsidR="00894734">
        <w:t xml:space="preserve">, </w:t>
      </w:r>
      <w:r>
        <w:t>de verser quelques espèces palpables dans la caisse de Saint-Graal</w:t>
      </w:r>
      <w:r w:rsidR="00894734">
        <w:t xml:space="preserve">, </w:t>
      </w:r>
      <w:r>
        <w:t>pour le rachat des péchés du monde</w:t>
      </w:r>
      <w:r w:rsidR="00894734">
        <w:t>.</w:t>
      </w:r>
    </w:p>
    <w:p w14:paraId="5F0EDB64" w14:textId="77777777" w:rsidR="00894734" w:rsidRDefault="00000000">
      <w:r>
        <w:t>L</w:t>
      </w:r>
      <w:r w:rsidR="00894734">
        <w:t>’</w:t>
      </w:r>
      <w:r>
        <w:t xml:space="preserve">habitude des </w:t>
      </w:r>
      <w:proofErr w:type="spellStart"/>
      <w:r>
        <w:t>Haldorn</w:t>
      </w:r>
      <w:proofErr w:type="spellEnd"/>
      <w:r>
        <w:t xml:space="preserve"> n</w:t>
      </w:r>
      <w:r w:rsidR="00894734">
        <w:t>’</w:t>
      </w:r>
      <w:r>
        <w:t>autorisait pas de confidence sur les nuits visitées des élus</w:t>
      </w:r>
      <w:r w:rsidR="00894734">
        <w:t xml:space="preserve">. </w:t>
      </w:r>
      <w:r>
        <w:t>Ils semblaient vouloir ignorer que Dieu avait choisi leur maison et le secret gardait aux tours de Fink leur caractère sacré</w:t>
      </w:r>
      <w:r w:rsidR="00894734">
        <w:t xml:space="preserve">. </w:t>
      </w:r>
      <w:r>
        <w:t>Là-dessus</w:t>
      </w:r>
      <w:r w:rsidR="00894734">
        <w:t xml:space="preserve">, </w:t>
      </w:r>
      <w:r>
        <w:t>on ouvrait tout grand le robinet du gaz aux fleurs et mon imbécile s</w:t>
      </w:r>
      <w:r w:rsidR="00894734">
        <w:t>’</w:t>
      </w:r>
      <w:r>
        <w:t>endormait</w:t>
      </w:r>
      <w:r w:rsidR="00894734">
        <w:t xml:space="preserve">, </w:t>
      </w:r>
      <w:r>
        <w:t>convai</w:t>
      </w:r>
      <w:r>
        <w:t>n</w:t>
      </w:r>
      <w:r>
        <w:t>cu d</w:t>
      </w:r>
      <w:r w:rsidR="00894734">
        <w:t>’</w:t>
      </w:r>
      <w:r>
        <w:t>avoir fait un grand pas vers son salut</w:t>
      </w:r>
      <w:r w:rsidR="00894734">
        <w:t>.</w:t>
      </w:r>
    </w:p>
    <w:p w14:paraId="1966308E" w14:textId="77777777" w:rsidR="00894734" w:rsidRDefault="00000000">
      <w:r>
        <w:t xml:space="preserve">Mais vous avez connu </w:t>
      </w:r>
      <w:proofErr w:type="spellStart"/>
      <w:r>
        <w:t>Haldorn</w:t>
      </w:r>
      <w:proofErr w:type="spellEnd"/>
      <w:r w:rsidR="00894734">
        <w:t xml:space="preserve">, </w:t>
      </w:r>
      <w:r>
        <w:t>vous</w:t>
      </w:r>
      <w:r w:rsidR="00894734">
        <w:t xml:space="preserve"> ? </w:t>
      </w:r>
      <w:r>
        <w:t>Quelle impression vous a-t-il fait</w:t>
      </w:r>
      <w:r w:rsidR="00894734">
        <w:t> ?</w:t>
      </w:r>
    </w:p>
    <w:p w14:paraId="379C70B9" w14:textId="77777777" w:rsidR="00894734" w:rsidRDefault="00894734">
      <w:r>
        <w:t>— </w:t>
      </w:r>
      <w:r w:rsidR="00000000">
        <w:t>Eh bien</w:t>
      </w:r>
      <w:r>
        <w:t xml:space="preserve"> ! </w:t>
      </w:r>
      <w:r w:rsidR="00000000">
        <w:t>je dois avouer</w:t>
      </w:r>
      <w:r>
        <w:t xml:space="preserve">, </w:t>
      </w:r>
      <w:r w:rsidR="00000000">
        <w:t>moi aussi</w:t>
      </w:r>
      <w:r>
        <w:t xml:space="preserve">, </w:t>
      </w:r>
      <w:r w:rsidR="00000000">
        <w:t>que je l</w:t>
      </w:r>
      <w:r>
        <w:t>’</w:t>
      </w:r>
      <w:r w:rsidR="00000000">
        <w:t>avais trouvé assez impressionnant</w:t>
      </w:r>
      <w:r>
        <w:t>.</w:t>
      </w:r>
    </w:p>
    <w:p w14:paraId="34F45C82" w14:textId="77777777" w:rsidR="00894734" w:rsidRDefault="00894734">
      <w:r>
        <w:t>— </w:t>
      </w:r>
      <w:r w:rsidR="00000000">
        <w:t>Vous lui avez parlé</w:t>
      </w:r>
      <w:r>
        <w:t> ?</w:t>
      </w:r>
    </w:p>
    <w:p w14:paraId="607F8E81" w14:textId="77777777" w:rsidR="00894734" w:rsidRDefault="00894734">
      <w:r>
        <w:t>— </w:t>
      </w:r>
      <w:r w:rsidR="00000000">
        <w:t>Oh</w:t>
      </w:r>
      <w:r>
        <w:t xml:space="preserve"> ! </w:t>
      </w:r>
      <w:r w:rsidR="00000000">
        <w:t>nos conversations n</w:t>
      </w:r>
      <w:r>
        <w:t>’</w:t>
      </w:r>
      <w:r w:rsidR="00000000">
        <w:t xml:space="preserve">ont jamais dépassé des phrases comme </w:t>
      </w:r>
      <w:r>
        <w:t>« </w:t>
      </w:r>
      <w:r w:rsidR="00000000">
        <w:t>je suis heureux de vous voir</w:t>
      </w:r>
      <w:r>
        <w:t> ».</w:t>
      </w:r>
    </w:p>
    <w:p w14:paraId="207AAA1D" w14:textId="77777777" w:rsidR="00894734" w:rsidRDefault="00894734">
      <w:r>
        <w:t>— </w:t>
      </w:r>
      <w:r w:rsidR="00000000">
        <w:t>Sa femme m</w:t>
      </w:r>
      <w:r>
        <w:t>’</w:t>
      </w:r>
      <w:r w:rsidR="00000000">
        <w:t>a dit qu</w:t>
      </w:r>
      <w:r>
        <w:t>’</w:t>
      </w:r>
      <w:r w:rsidR="00000000">
        <w:t>elle l</w:t>
      </w:r>
      <w:r>
        <w:t>’</w:t>
      </w:r>
      <w:r w:rsidR="00000000">
        <w:t>hypnotisait parce que</w:t>
      </w:r>
      <w:r>
        <w:t xml:space="preserve">, </w:t>
      </w:r>
      <w:r w:rsidR="00000000">
        <w:t>en son état de veille</w:t>
      </w:r>
      <w:r>
        <w:t xml:space="preserve">, </w:t>
      </w:r>
      <w:r w:rsidR="00000000">
        <w:t>il était absolument sans aucune action sur les gens</w:t>
      </w:r>
      <w:r>
        <w:t xml:space="preserve">. </w:t>
      </w:r>
      <w:r w:rsidR="00000000">
        <w:t>Plus tard</w:t>
      </w:r>
      <w:r>
        <w:t xml:space="preserve">, </w:t>
      </w:r>
      <w:r w:rsidR="00000000">
        <w:t>et peu à peu</w:t>
      </w:r>
      <w:r>
        <w:t xml:space="preserve">, </w:t>
      </w:r>
      <w:r w:rsidR="00000000">
        <w:t>cet état d</w:t>
      </w:r>
      <w:r>
        <w:t>’</w:t>
      </w:r>
      <w:r w:rsidR="00000000">
        <w:t>hypnose devint un état normal</w:t>
      </w:r>
      <w:r>
        <w:t xml:space="preserve">, </w:t>
      </w:r>
      <w:r w:rsidR="00000000">
        <w:t>et je crois que c</w:t>
      </w:r>
      <w:r>
        <w:t>’</w:t>
      </w:r>
      <w:r w:rsidR="00000000">
        <w:t>est là le secret de son calme étrange qui en imposait à tous</w:t>
      </w:r>
      <w:r>
        <w:t xml:space="preserve">, </w:t>
      </w:r>
      <w:r w:rsidR="00000000">
        <w:t>surtout à la malheureuse Gabrielle</w:t>
      </w:r>
      <w:r>
        <w:t>.</w:t>
      </w:r>
    </w:p>
    <w:p w14:paraId="613673F6" w14:textId="77777777" w:rsidR="00894734" w:rsidRDefault="00000000">
      <w:proofErr w:type="spellStart"/>
      <w:r>
        <w:lastRenderedPageBreak/>
        <w:t>Aaronia</w:t>
      </w:r>
      <w:proofErr w:type="spellEnd"/>
      <w:r>
        <w:t xml:space="preserve"> </w:t>
      </w:r>
      <w:proofErr w:type="spellStart"/>
      <w:r>
        <w:t>Haldorn</w:t>
      </w:r>
      <w:proofErr w:type="spellEnd"/>
      <w:r>
        <w:t xml:space="preserve"> ne devait s</w:t>
      </w:r>
      <w:r w:rsidR="00894734">
        <w:t>’</w:t>
      </w:r>
      <w:r>
        <w:t>apercevoir du penchant de Joseph pour Gabrielle que quand la jeune fille vint habiter à demeure au Temple</w:t>
      </w:r>
      <w:r w:rsidR="00894734">
        <w:t xml:space="preserve">. </w:t>
      </w:r>
      <w:proofErr w:type="spellStart"/>
      <w:r>
        <w:t>Jusque là</w:t>
      </w:r>
      <w:proofErr w:type="spellEnd"/>
      <w:r w:rsidR="00894734">
        <w:t xml:space="preserve">, </w:t>
      </w:r>
      <w:r>
        <w:t>elle avait cru que Gabrielle était pour son mari ce qu</w:t>
      </w:r>
      <w:r w:rsidR="00894734">
        <w:t>’</w:t>
      </w:r>
      <w:r>
        <w:t>elle était pour elle</w:t>
      </w:r>
      <w:r w:rsidR="00894734">
        <w:t xml:space="preserve">, </w:t>
      </w:r>
      <w:r>
        <w:t xml:space="preserve">une </w:t>
      </w:r>
      <w:r w:rsidR="00894734">
        <w:t>« </w:t>
      </w:r>
      <w:r>
        <w:t>cliente</w:t>
      </w:r>
      <w:r w:rsidR="00894734">
        <w:t xml:space="preserve"> ». </w:t>
      </w:r>
      <w:r>
        <w:t>À peine cette cliente était-elle une adepte de prédilection</w:t>
      </w:r>
      <w:r w:rsidR="00894734">
        <w:t xml:space="preserve">, </w:t>
      </w:r>
      <w:r>
        <w:t>à cause de son état mental</w:t>
      </w:r>
      <w:r w:rsidR="00894734">
        <w:t xml:space="preserve">, </w:t>
      </w:r>
      <w:r>
        <w:t>qui la rendait plus propre qu</w:t>
      </w:r>
      <w:r w:rsidR="00894734">
        <w:t>’</w:t>
      </w:r>
      <w:r>
        <w:t xml:space="preserve">aucune autre à tomber dans les filets tendus par les </w:t>
      </w:r>
      <w:proofErr w:type="spellStart"/>
      <w:r>
        <w:t>Haldorn</w:t>
      </w:r>
      <w:proofErr w:type="spellEnd"/>
      <w:r w:rsidR="00894734">
        <w:t xml:space="preserve">. </w:t>
      </w:r>
      <w:r>
        <w:t>Je ne sais pas ce qui s</w:t>
      </w:r>
      <w:r w:rsidR="00894734">
        <w:t>’</w:t>
      </w:r>
      <w:r>
        <w:t>est passé entre Joseph et Gabrielle</w:t>
      </w:r>
      <w:r w:rsidR="00894734">
        <w:t xml:space="preserve">, </w:t>
      </w:r>
      <w:r>
        <w:t>mais je suppose qu</w:t>
      </w:r>
      <w:r w:rsidR="00894734">
        <w:t>’</w:t>
      </w:r>
      <w:r>
        <w:t>il a dû jouer de sa puissance contre la fameuse malédiction des Dain pour la subjuguer</w:t>
      </w:r>
      <w:r w:rsidR="00894734">
        <w:t xml:space="preserve">. </w:t>
      </w:r>
      <w:r>
        <w:t>La fabrique d</w:t>
      </w:r>
      <w:r w:rsidR="00894734">
        <w:t>’</w:t>
      </w:r>
      <w:r>
        <w:t>apparitions a dû marcher à plein rendement</w:t>
      </w:r>
      <w:r w:rsidR="00894734">
        <w:t>.</w:t>
      </w:r>
    </w:p>
    <w:p w14:paraId="3556967D" w14:textId="3269C2CD" w:rsidR="00894734" w:rsidRDefault="00000000">
      <w:r>
        <w:t>Seulement</w:t>
      </w:r>
      <w:r w:rsidR="00894734">
        <w:t xml:space="preserve">, </w:t>
      </w:r>
      <w:r>
        <w:t xml:space="preserve">le </w:t>
      </w:r>
      <w:r w:rsidR="00894734">
        <w:t>D</w:t>
      </w:r>
      <w:r w:rsidR="00894734" w:rsidRPr="00894734">
        <w:rPr>
          <w:vertAlign w:val="superscript"/>
        </w:rPr>
        <w:t>r</w:t>
      </w:r>
      <w:r w:rsidR="00894734">
        <w:t> </w:t>
      </w:r>
      <w:proofErr w:type="spellStart"/>
      <w:r w:rsidR="00894734">
        <w:t>R</w:t>
      </w:r>
      <w:r>
        <w:t>iese</w:t>
      </w:r>
      <w:proofErr w:type="spellEnd"/>
      <w:r>
        <w:t xml:space="preserve"> menaça de troubler cette petite fête</w:t>
      </w:r>
      <w:r w:rsidR="00894734">
        <w:t xml:space="preserve">. </w:t>
      </w:r>
      <w:r>
        <w:t>Il s</w:t>
      </w:r>
      <w:r w:rsidR="00894734">
        <w:t>’</w:t>
      </w:r>
      <w:r>
        <w:t>aperçut que Gabrielle subissait certainement</w:t>
      </w:r>
      <w:r w:rsidR="00894734">
        <w:t xml:space="preserve">, </w:t>
      </w:r>
      <w:r>
        <w:t>en dehors de la drogue et de l</w:t>
      </w:r>
      <w:r w:rsidR="00894734">
        <w:t>’</w:t>
      </w:r>
      <w:r>
        <w:t>idée fixe qui la tourmentait</w:t>
      </w:r>
      <w:r w:rsidR="00894734">
        <w:t xml:space="preserve">, </w:t>
      </w:r>
      <w:r>
        <w:t>des influences extérieures qu</w:t>
      </w:r>
      <w:r w:rsidR="00894734">
        <w:t>’</w:t>
      </w:r>
      <w:r>
        <w:t>il dut se jurer de déceler</w:t>
      </w:r>
      <w:r w:rsidR="00894734">
        <w:t xml:space="preserve">. </w:t>
      </w:r>
      <w:r>
        <w:t>Hier matin</w:t>
      </w:r>
      <w:r w:rsidR="00894734">
        <w:t xml:space="preserve">, </w:t>
      </w:r>
      <w:r>
        <w:t>il me dit qu</w:t>
      </w:r>
      <w:r w:rsidR="00894734">
        <w:t>’</w:t>
      </w:r>
      <w:r>
        <w:t>il reviendrait la voir dans</w:t>
      </w:r>
      <w:r>
        <w:t xml:space="preserve"> </w:t>
      </w:r>
      <w:r>
        <w:t>la soirée</w:t>
      </w:r>
      <w:r w:rsidR="00894734">
        <w:t xml:space="preserve">. </w:t>
      </w:r>
      <w:r>
        <w:t>Il n</w:t>
      </w:r>
      <w:r w:rsidR="00894734">
        <w:t>’</w:t>
      </w:r>
      <w:r>
        <w:t>est pas venu</w:t>
      </w:r>
      <w:r w:rsidR="00894734">
        <w:t xml:space="preserve">, </w:t>
      </w:r>
      <w:r>
        <w:t>du moins je l</w:t>
      </w:r>
      <w:r w:rsidR="00894734">
        <w:t>’</w:t>
      </w:r>
      <w:r>
        <w:t>ai cru</w:t>
      </w:r>
      <w:r w:rsidR="00894734">
        <w:t xml:space="preserve">, </w:t>
      </w:r>
      <w:r>
        <w:t>il n</w:t>
      </w:r>
      <w:r w:rsidR="00894734">
        <w:t>’</w:t>
      </w:r>
      <w:r>
        <w:t>a pas vu Gabrielle</w:t>
      </w:r>
      <w:r w:rsidR="00894734">
        <w:t xml:space="preserve">, </w:t>
      </w:r>
      <w:r>
        <w:t>et moi non plus je ne l</w:t>
      </w:r>
      <w:r w:rsidR="00894734">
        <w:t>’</w:t>
      </w:r>
      <w:r>
        <w:t>ai pas vu</w:t>
      </w:r>
      <w:r w:rsidR="00894734">
        <w:t>.</w:t>
      </w:r>
    </w:p>
    <w:p w14:paraId="5DF15537" w14:textId="77777777" w:rsidR="00894734" w:rsidRDefault="00000000">
      <w:r>
        <w:t>En familier de la maison</w:t>
      </w:r>
      <w:r w:rsidR="00894734">
        <w:t xml:space="preserve">, </w:t>
      </w:r>
      <w:r>
        <w:t>il se dirigeait vers le bureau de Joseph</w:t>
      </w:r>
      <w:r w:rsidR="00894734">
        <w:t xml:space="preserve">, </w:t>
      </w:r>
      <w:r>
        <w:t>pour lui demander comment la jeune fille avait passé la journée</w:t>
      </w:r>
      <w:r w:rsidR="00894734">
        <w:t xml:space="preserve">. </w:t>
      </w:r>
      <w:r>
        <w:t>Comme il entendait un bruit de voix</w:t>
      </w:r>
      <w:r w:rsidR="00894734">
        <w:t xml:space="preserve">, </w:t>
      </w:r>
      <w:r>
        <w:t>il ne frappa pas</w:t>
      </w:r>
      <w:r w:rsidR="00894734">
        <w:t xml:space="preserve">, </w:t>
      </w:r>
      <w:r>
        <w:t>attendant que le visiteur ait fini</w:t>
      </w:r>
      <w:r w:rsidR="00894734">
        <w:t xml:space="preserve">. </w:t>
      </w:r>
      <w:r>
        <w:t>Mais bientôt il prêta une oreille attentive à ce qui se disait de l</w:t>
      </w:r>
      <w:r w:rsidR="00894734">
        <w:t>’</w:t>
      </w:r>
      <w:r>
        <w:t>autre côté de la porte</w:t>
      </w:r>
      <w:r w:rsidR="00894734">
        <w:t xml:space="preserve">. </w:t>
      </w:r>
      <w:proofErr w:type="spellStart"/>
      <w:r>
        <w:t>Haldorn</w:t>
      </w:r>
      <w:proofErr w:type="spellEnd"/>
      <w:r>
        <w:t xml:space="preserve"> était en train de donner à Fink ses instructions pour les fant</w:t>
      </w:r>
      <w:r>
        <w:t>ô</w:t>
      </w:r>
      <w:r>
        <w:t>mes de la nuit</w:t>
      </w:r>
      <w:r w:rsidR="00894734">
        <w:t xml:space="preserve">. </w:t>
      </w:r>
      <w:r>
        <w:t xml:space="preserve">Mais </w:t>
      </w:r>
      <w:proofErr w:type="spellStart"/>
      <w:r>
        <w:t>Riese</w:t>
      </w:r>
      <w:proofErr w:type="spellEnd"/>
      <w:r>
        <w:t xml:space="preserve"> fut assez fou pour se précipiter dans le bureau de Joseph et lui crier son dégoût</w:t>
      </w:r>
      <w:r w:rsidR="00894734">
        <w:t xml:space="preserve">. </w:t>
      </w:r>
      <w:r>
        <w:t>Pour parer au plus pressé</w:t>
      </w:r>
      <w:r w:rsidR="00894734">
        <w:t xml:space="preserve">, </w:t>
      </w:r>
      <w:proofErr w:type="spellStart"/>
      <w:r>
        <w:t>Haldorn</w:t>
      </w:r>
      <w:proofErr w:type="spellEnd"/>
      <w:r>
        <w:t xml:space="preserve"> le mit sous clef</w:t>
      </w:r>
      <w:r w:rsidR="00894734">
        <w:t xml:space="preserve">. </w:t>
      </w:r>
      <w:r>
        <w:t>Un jet de gaz soporifique jud</w:t>
      </w:r>
      <w:r>
        <w:t>i</w:t>
      </w:r>
      <w:r>
        <w:t>cieusement administré</w:t>
      </w:r>
      <w:r w:rsidR="00894734">
        <w:t xml:space="preserve">, </w:t>
      </w:r>
      <w:r>
        <w:t xml:space="preserve">et </w:t>
      </w:r>
      <w:proofErr w:type="spellStart"/>
      <w:r>
        <w:t>Riese</w:t>
      </w:r>
      <w:proofErr w:type="spellEnd"/>
      <w:r>
        <w:t xml:space="preserve"> tomba sans connaissance</w:t>
      </w:r>
      <w:r w:rsidR="00894734">
        <w:t xml:space="preserve">. </w:t>
      </w:r>
      <w:r>
        <w:t>C</w:t>
      </w:r>
      <w:r w:rsidR="00894734">
        <w:t>’</w:t>
      </w:r>
      <w:r>
        <w:t>est alors qu</w:t>
      </w:r>
      <w:r w:rsidR="00894734">
        <w:t>’</w:t>
      </w:r>
      <w:proofErr w:type="spellStart"/>
      <w:r>
        <w:t>Aaronia</w:t>
      </w:r>
      <w:proofErr w:type="spellEnd"/>
      <w:r>
        <w:t xml:space="preserve"> et son mari le transportèrent sur les marches de l</w:t>
      </w:r>
      <w:r w:rsidR="00894734">
        <w:t>’</w:t>
      </w:r>
      <w:r>
        <w:t>autel où je devais le découvrir</w:t>
      </w:r>
      <w:r w:rsidR="00894734">
        <w:t>.</w:t>
      </w:r>
    </w:p>
    <w:p w14:paraId="6DB5B3DD" w14:textId="6FE529BD" w:rsidR="00894734" w:rsidRDefault="00000000">
      <w:r>
        <w:lastRenderedPageBreak/>
        <w:t>Dès le début de son séjour</w:t>
      </w:r>
      <w:r w:rsidR="00894734">
        <w:t xml:space="preserve">, </w:t>
      </w:r>
      <w:r>
        <w:t>Minnie avait été aussi</w:t>
      </w:r>
      <w:r w:rsidR="00894734">
        <w:t xml:space="preserve">, </w:t>
      </w:r>
      <w:r>
        <w:t>la pauvre fille</w:t>
      </w:r>
      <w:r w:rsidR="00894734">
        <w:t xml:space="preserve">, </w:t>
      </w:r>
      <w:r>
        <w:t>le jouet de leurs mystifications</w:t>
      </w:r>
      <w:r w:rsidR="00894734">
        <w:t xml:space="preserve">. </w:t>
      </w:r>
      <w:r>
        <w:t>Cette nuit-là</w:t>
      </w:r>
      <w:r w:rsidR="00894734">
        <w:t xml:space="preserve">, </w:t>
      </w:r>
      <w:r>
        <w:t>elle vit app</w:t>
      </w:r>
      <w:r>
        <w:t>a</w:t>
      </w:r>
      <w:r>
        <w:t>raître dans sa chambre une forme fantastique</w:t>
      </w:r>
      <w:r w:rsidR="00894734">
        <w:t xml:space="preserve">, </w:t>
      </w:r>
      <w:r>
        <w:t>qui n</w:t>
      </w:r>
      <w:r w:rsidR="00894734">
        <w:t>’</w:t>
      </w:r>
      <w:r>
        <w:t>était rien moins que Dieu le Père</w:t>
      </w:r>
      <w:r w:rsidR="00894734">
        <w:t xml:space="preserve">. </w:t>
      </w:r>
      <w:r>
        <w:t>Le fantôme lui commanda d</w:t>
      </w:r>
      <w:r w:rsidR="00894734">
        <w:t>’</w:t>
      </w:r>
      <w:r>
        <w:t>aller tuer</w:t>
      </w:r>
      <w:r w:rsidR="00894734">
        <w:t xml:space="preserve">, </w:t>
      </w:r>
      <w:r>
        <w:t>avec le poignard qu</w:t>
      </w:r>
      <w:r w:rsidR="00894734">
        <w:t>’</w:t>
      </w:r>
      <w:r>
        <w:t>il venait de déposer sur sa table</w:t>
      </w:r>
      <w:r w:rsidR="00894734">
        <w:t xml:space="preserve">, </w:t>
      </w:r>
      <w:r>
        <w:t xml:space="preserve">le </w:t>
      </w:r>
      <w:r w:rsidR="00894734">
        <w:t>D</w:t>
      </w:r>
      <w:r w:rsidR="00894734" w:rsidRPr="00894734">
        <w:rPr>
          <w:vertAlign w:val="superscript"/>
        </w:rPr>
        <w:t>r</w:t>
      </w:r>
      <w:r w:rsidR="00894734">
        <w:t> </w:t>
      </w:r>
      <w:proofErr w:type="spellStart"/>
      <w:r w:rsidR="00894734">
        <w:t>R</w:t>
      </w:r>
      <w:r>
        <w:t>iese</w:t>
      </w:r>
      <w:proofErr w:type="spellEnd"/>
      <w:r w:rsidR="00894734">
        <w:t xml:space="preserve">, </w:t>
      </w:r>
      <w:r>
        <w:t>incarnation de Satan</w:t>
      </w:r>
      <w:r w:rsidR="00894734">
        <w:t xml:space="preserve">, </w:t>
      </w:r>
      <w:r>
        <w:t>qui cherchait à perdre à tout jamais miss Gabrielle</w:t>
      </w:r>
      <w:r w:rsidR="00894734">
        <w:t xml:space="preserve">. </w:t>
      </w:r>
      <w:r>
        <w:t>Et c</w:t>
      </w:r>
      <w:r w:rsidR="00894734">
        <w:t>’</w:t>
      </w:r>
      <w:r>
        <w:t>est ainsi que je trouvai</w:t>
      </w:r>
      <w:r w:rsidR="00894734">
        <w:t xml:space="preserve">, </w:t>
      </w:r>
      <w:r>
        <w:t>poignardé par la main de Minnie</w:t>
      </w:r>
      <w:r w:rsidR="00894734">
        <w:t xml:space="preserve">, </w:t>
      </w:r>
      <w:r>
        <w:t>le pauvre docteur sur les marches de l</w:t>
      </w:r>
      <w:r w:rsidR="00894734">
        <w:t>’</w:t>
      </w:r>
      <w:r>
        <w:t>autel</w:t>
      </w:r>
      <w:r w:rsidR="00894734">
        <w:t>.</w:t>
      </w:r>
    </w:p>
    <w:p w14:paraId="25004DF4" w14:textId="77777777" w:rsidR="00894734" w:rsidRDefault="00000000">
      <w:r>
        <w:t>Pour travailler en paix</w:t>
      </w:r>
      <w:r w:rsidR="00894734">
        <w:t xml:space="preserve">, </w:t>
      </w:r>
      <w:r>
        <w:t>ils avaient eu soin de m</w:t>
      </w:r>
      <w:r w:rsidR="00894734">
        <w:t>’</w:t>
      </w:r>
      <w:r>
        <w:t>endormir</w:t>
      </w:r>
      <w:r w:rsidR="00894734">
        <w:t xml:space="preserve">, </w:t>
      </w:r>
      <w:r>
        <w:t>moi aussi</w:t>
      </w:r>
      <w:r w:rsidR="00894734">
        <w:t xml:space="preserve">. </w:t>
      </w:r>
      <w:r>
        <w:t>Seulement</w:t>
      </w:r>
      <w:r w:rsidR="00894734">
        <w:t xml:space="preserve">, </w:t>
      </w:r>
      <w:r>
        <w:t>comme malgré tout</w:t>
      </w:r>
      <w:r w:rsidR="00894734">
        <w:t xml:space="preserve">, </w:t>
      </w:r>
      <w:r>
        <w:t>je n</w:t>
      </w:r>
      <w:r w:rsidR="00894734">
        <w:t>’</w:t>
      </w:r>
      <w:r>
        <w:t>étais pas absolument tranquille dans cette maison</w:t>
      </w:r>
      <w:r w:rsidR="00894734">
        <w:t xml:space="preserve">, </w:t>
      </w:r>
      <w:r>
        <w:t>je m</w:t>
      </w:r>
      <w:r w:rsidR="00894734">
        <w:t>’</w:t>
      </w:r>
      <w:r>
        <w:t>étais étendu sur un fauteuil et une chaise au milieu de la chambre</w:t>
      </w:r>
      <w:r w:rsidR="00894734">
        <w:t xml:space="preserve">, </w:t>
      </w:r>
      <w:r>
        <w:t>et non pas dans le lit</w:t>
      </w:r>
      <w:r w:rsidR="00894734">
        <w:t xml:space="preserve">, </w:t>
      </w:r>
      <w:r>
        <w:t>à la tête duquel se trouvait</w:t>
      </w:r>
      <w:r w:rsidR="00894734">
        <w:t xml:space="preserve">, </w:t>
      </w:r>
      <w:r>
        <w:t>dans toutes les chambres</w:t>
      </w:r>
      <w:r w:rsidR="00894734">
        <w:t xml:space="preserve">, </w:t>
      </w:r>
      <w:r>
        <w:t>le tuyau d</w:t>
      </w:r>
      <w:r w:rsidR="00894734">
        <w:t>’</w:t>
      </w:r>
      <w:r>
        <w:t>arrivée de leurs vapeurs</w:t>
      </w:r>
      <w:r w:rsidR="00894734">
        <w:t xml:space="preserve">. </w:t>
      </w:r>
      <w:r>
        <w:t>Et je suis sorti de mon engourdissement avant la fin de la nuit</w:t>
      </w:r>
      <w:r w:rsidR="00894734">
        <w:t>.</w:t>
      </w:r>
    </w:p>
    <w:p w14:paraId="0AD8B7E0" w14:textId="77777777" w:rsidR="00894734" w:rsidRDefault="00000000">
      <w:r>
        <w:t>Je vous ai dit qu</w:t>
      </w:r>
      <w:r w:rsidR="00894734">
        <w:t>’</w:t>
      </w:r>
      <w:proofErr w:type="spellStart"/>
      <w:r>
        <w:t>Aaronia</w:t>
      </w:r>
      <w:proofErr w:type="spellEnd"/>
      <w:r>
        <w:t xml:space="preserve"> s</w:t>
      </w:r>
      <w:r w:rsidR="00894734">
        <w:t>’</w:t>
      </w:r>
      <w:r>
        <w:t>était aperçue</w:t>
      </w:r>
      <w:r w:rsidR="00894734">
        <w:t xml:space="preserve">, </w:t>
      </w:r>
      <w:r>
        <w:t>depuis quelque temps</w:t>
      </w:r>
      <w:r w:rsidR="00894734">
        <w:t xml:space="preserve">, </w:t>
      </w:r>
      <w:r>
        <w:t>que Joseph ne portait pas à Gabrielle un intérêt pur</w:t>
      </w:r>
      <w:r>
        <w:t>e</w:t>
      </w:r>
      <w:r>
        <w:t>ment commercial</w:t>
      </w:r>
      <w:r w:rsidR="00894734">
        <w:t xml:space="preserve">. </w:t>
      </w:r>
      <w:r>
        <w:t>Elle avait aussi fait une autre découverte</w:t>
      </w:r>
      <w:r w:rsidR="00894734">
        <w:t xml:space="preserve"> : </w:t>
      </w:r>
      <w:r>
        <w:t>c</w:t>
      </w:r>
      <w:r w:rsidR="00894734">
        <w:t>’</w:t>
      </w:r>
      <w:r>
        <w:t>est que cet esprit faible était devenu</w:t>
      </w:r>
      <w:r w:rsidR="00894734">
        <w:t xml:space="preserve">, </w:t>
      </w:r>
      <w:r>
        <w:t>à force de spiritisme</w:t>
      </w:r>
      <w:r w:rsidR="00894734">
        <w:t xml:space="preserve">, </w:t>
      </w:r>
      <w:r>
        <w:t xml:space="preserve">ce que devient chaque individu </w:t>
      </w:r>
      <w:proofErr w:type="spellStart"/>
      <w:r>
        <w:t>adonné</w:t>
      </w:r>
      <w:proofErr w:type="spellEnd"/>
      <w:r>
        <w:t xml:space="preserve"> aux sciences occultes</w:t>
      </w:r>
      <w:r w:rsidR="00894734">
        <w:t xml:space="preserve">, </w:t>
      </w:r>
      <w:r>
        <w:t>un dangereux maniaque</w:t>
      </w:r>
      <w:r w:rsidR="00894734">
        <w:t xml:space="preserve">, </w:t>
      </w:r>
      <w:r>
        <w:t>un toqué qui ne voyait plus de limites à son pouvoir</w:t>
      </w:r>
      <w:r w:rsidR="00894734">
        <w:t>.</w:t>
      </w:r>
    </w:p>
    <w:p w14:paraId="67BE0430" w14:textId="0E5E8469" w:rsidR="00894734" w:rsidRDefault="00000000">
      <w:r>
        <w:t>Elle m</w:t>
      </w:r>
      <w:r w:rsidR="00894734">
        <w:t>’</w:t>
      </w:r>
      <w:r>
        <w:t>a affirmé qu</w:t>
      </w:r>
      <w:r w:rsidR="00894734">
        <w:t>’</w:t>
      </w:r>
      <w:r>
        <w:t>elle n</w:t>
      </w:r>
      <w:r w:rsidR="00894734">
        <w:t>’</w:t>
      </w:r>
      <w:r>
        <w:t xml:space="preserve">avait rien su du meurtre du </w:t>
      </w:r>
      <w:r w:rsidR="00894734">
        <w:t>D</w:t>
      </w:r>
      <w:r w:rsidR="00894734" w:rsidRPr="00894734">
        <w:rPr>
          <w:vertAlign w:val="superscript"/>
        </w:rPr>
        <w:t>r</w:t>
      </w:r>
      <w:r w:rsidR="00894734">
        <w:t> </w:t>
      </w:r>
      <w:proofErr w:type="spellStart"/>
      <w:r w:rsidR="00894734">
        <w:t>R</w:t>
      </w:r>
      <w:r>
        <w:t>iese</w:t>
      </w:r>
      <w:proofErr w:type="spellEnd"/>
      <w:r w:rsidR="00894734">
        <w:t xml:space="preserve">. </w:t>
      </w:r>
      <w:r>
        <w:t>Joseph avait envoyé à Gabrielle un fantôme lui enjo</w:t>
      </w:r>
      <w:r>
        <w:t>i</w:t>
      </w:r>
      <w:r>
        <w:t>gnant de descendre voir le cadavre sur les marches de l</w:t>
      </w:r>
      <w:r w:rsidR="00894734">
        <w:t>’</w:t>
      </w:r>
      <w:r>
        <w:t>autel</w:t>
      </w:r>
      <w:r w:rsidR="00894734">
        <w:t xml:space="preserve">. </w:t>
      </w:r>
      <w:r>
        <w:t>Elle ne douta pas un seul instant que la malédiction des Dain avait encore une fois fait son œuvre et qu</w:t>
      </w:r>
      <w:r w:rsidR="00894734">
        <w:t>’</w:t>
      </w:r>
      <w:r>
        <w:t xml:space="preserve">elle était responsable de la mort de </w:t>
      </w:r>
      <w:proofErr w:type="spellStart"/>
      <w:r>
        <w:t>Riese</w:t>
      </w:r>
      <w:proofErr w:type="spellEnd"/>
      <w:r w:rsidR="00894734">
        <w:t xml:space="preserve">. </w:t>
      </w:r>
      <w:r>
        <w:t>C</w:t>
      </w:r>
      <w:r w:rsidR="00894734">
        <w:t>’</w:t>
      </w:r>
      <w:r>
        <w:t>était pour Joseph un moyen de plus de s</w:t>
      </w:r>
      <w:r w:rsidR="00894734">
        <w:t>’</w:t>
      </w:r>
      <w:r>
        <w:t>attacher la jeune fille en lui promettant le silence</w:t>
      </w:r>
      <w:r w:rsidR="00894734">
        <w:t xml:space="preserve">. </w:t>
      </w:r>
      <w:r>
        <w:t>Quand ils entendirent la voix de Collinson et la mienne</w:t>
      </w:r>
      <w:r w:rsidR="00894734">
        <w:t xml:space="preserve">, </w:t>
      </w:r>
      <w:r>
        <w:lastRenderedPageBreak/>
        <w:t>Joseph envoya Gabrielle au-devant de nous nous dire qu</w:t>
      </w:r>
      <w:r w:rsidR="00894734">
        <w:t>’</w:t>
      </w:r>
      <w:r>
        <w:t xml:space="preserve">elle avait tué le </w:t>
      </w:r>
      <w:r w:rsidR="00894734">
        <w:t>D</w:t>
      </w:r>
      <w:r w:rsidR="00894734" w:rsidRPr="00894734">
        <w:rPr>
          <w:vertAlign w:val="superscript"/>
        </w:rPr>
        <w:t>r</w:t>
      </w:r>
      <w:r w:rsidR="00894734">
        <w:t> </w:t>
      </w:r>
      <w:proofErr w:type="spellStart"/>
      <w:r w:rsidR="00894734">
        <w:t>R</w:t>
      </w:r>
      <w:r>
        <w:t>iese</w:t>
      </w:r>
      <w:proofErr w:type="spellEnd"/>
      <w:r w:rsidR="00894734">
        <w:t xml:space="preserve">. </w:t>
      </w:r>
      <w:r>
        <w:t>Inutile de vous dire que je n</w:t>
      </w:r>
      <w:r w:rsidR="00894734">
        <w:t>’</w:t>
      </w:r>
      <w:r>
        <w:t>en crus pas un mot</w:t>
      </w:r>
      <w:r w:rsidR="00894734">
        <w:t xml:space="preserve">, </w:t>
      </w:r>
      <w:r>
        <w:t xml:space="preserve">mais </w:t>
      </w:r>
      <w:proofErr w:type="spellStart"/>
      <w:r>
        <w:t>A</w:t>
      </w:r>
      <w:r>
        <w:t>a</w:t>
      </w:r>
      <w:r>
        <w:t>ronia</w:t>
      </w:r>
      <w:proofErr w:type="spellEnd"/>
      <w:r>
        <w:t xml:space="preserve"> avait tout entendu</w:t>
      </w:r>
      <w:r w:rsidR="00894734">
        <w:t xml:space="preserve">. </w:t>
      </w:r>
      <w:r>
        <w:t>En femme jalouse</w:t>
      </w:r>
      <w:r w:rsidR="00894734">
        <w:t xml:space="preserve">, </w:t>
      </w:r>
      <w:r>
        <w:t>elle monta à la chambre de Gabrielle</w:t>
      </w:r>
      <w:r w:rsidR="00894734">
        <w:t xml:space="preserve">, </w:t>
      </w:r>
      <w:r>
        <w:t>s</w:t>
      </w:r>
      <w:r w:rsidR="00894734">
        <w:t>’</w:t>
      </w:r>
      <w:r>
        <w:t>empara d</w:t>
      </w:r>
      <w:r w:rsidR="00894734">
        <w:t>’</w:t>
      </w:r>
      <w:r>
        <w:t>une robe de chambre</w:t>
      </w:r>
      <w:r w:rsidR="00894734">
        <w:t xml:space="preserve">. </w:t>
      </w:r>
      <w:r>
        <w:t>Elle r</w:t>
      </w:r>
      <w:r>
        <w:t>e</w:t>
      </w:r>
      <w:r>
        <w:t xml:space="preserve">descendit auprès du cadavre de </w:t>
      </w:r>
      <w:proofErr w:type="spellStart"/>
      <w:r>
        <w:t>Riese</w:t>
      </w:r>
      <w:proofErr w:type="spellEnd"/>
      <w:r w:rsidR="00894734">
        <w:t xml:space="preserve">, </w:t>
      </w:r>
      <w:r>
        <w:t>essuya soigneusement</w:t>
      </w:r>
      <w:r w:rsidR="00894734">
        <w:t xml:space="preserve">, </w:t>
      </w:r>
      <w:r>
        <w:t>à ce vêtement</w:t>
      </w:r>
      <w:r w:rsidR="00894734">
        <w:t xml:space="preserve">, </w:t>
      </w:r>
      <w:r>
        <w:t>le poignard plein de sang que j</w:t>
      </w:r>
      <w:r w:rsidR="00894734">
        <w:t>’</w:t>
      </w:r>
      <w:r>
        <w:t>avais laissé tomber auprès du corps et cacha les deux objets dans un placard du ve</w:t>
      </w:r>
      <w:r>
        <w:t>s</w:t>
      </w:r>
      <w:r>
        <w:t>tibule</w:t>
      </w:r>
      <w:r w:rsidR="00894734">
        <w:t xml:space="preserve">, </w:t>
      </w:r>
      <w:r>
        <w:t>où la police les trouverait aisément</w:t>
      </w:r>
      <w:r w:rsidR="00894734">
        <w:t>.</w:t>
      </w:r>
    </w:p>
    <w:p w14:paraId="29E65640" w14:textId="77777777" w:rsidR="00894734" w:rsidRDefault="00000000">
      <w:r>
        <w:t>Pour Joseph</w:t>
      </w:r>
      <w:r w:rsidR="00894734">
        <w:t xml:space="preserve">, </w:t>
      </w:r>
      <w:r>
        <w:t>il y avait un témoin gênant dans son affaire soigneusement montée</w:t>
      </w:r>
      <w:r w:rsidR="00894734">
        <w:t xml:space="preserve">. </w:t>
      </w:r>
      <w:r>
        <w:t>C</w:t>
      </w:r>
      <w:r w:rsidR="00894734">
        <w:t>’</w:t>
      </w:r>
      <w:r>
        <w:t>était moi</w:t>
      </w:r>
      <w:r w:rsidR="00894734">
        <w:t xml:space="preserve">. </w:t>
      </w:r>
      <w:r>
        <w:t>Il était assuré du silence de cet imbécile de Collinson</w:t>
      </w:r>
      <w:r w:rsidR="00894734">
        <w:t xml:space="preserve">, </w:t>
      </w:r>
      <w:r>
        <w:t>décidé à toutes les complicités pour sauver Gabrielle</w:t>
      </w:r>
      <w:r w:rsidR="00894734">
        <w:t xml:space="preserve">. </w:t>
      </w:r>
      <w:r>
        <w:t>Mais il y avait moi</w:t>
      </w:r>
      <w:r w:rsidR="00894734">
        <w:t xml:space="preserve">. </w:t>
      </w:r>
      <w:r>
        <w:t>Eh bien</w:t>
      </w:r>
      <w:r w:rsidR="00894734">
        <w:t xml:space="preserve"> ! </w:t>
      </w:r>
      <w:r>
        <w:t>pourquoi ne pas se servir de la malheureuse Minnie une fois de plus</w:t>
      </w:r>
      <w:r w:rsidR="00894734">
        <w:t xml:space="preserve"> ? </w:t>
      </w:r>
      <w:r>
        <w:t xml:space="preserve">Elle avait tué </w:t>
      </w:r>
      <w:proofErr w:type="spellStart"/>
      <w:r>
        <w:t>Riese</w:t>
      </w:r>
      <w:proofErr w:type="spellEnd"/>
      <w:r w:rsidR="00894734">
        <w:t xml:space="preserve">. </w:t>
      </w:r>
      <w:r>
        <w:t>Pourquoi pas moi</w:t>
      </w:r>
      <w:r w:rsidR="00894734">
        <w:t xml:space="preserve"> ? </w:t>
      </w:r>
      <w:r>
        <w:t>Joseph chercha le poignard utilisé généralement dans ces petites cérémonies</w:t>
      </w:r>
      <w:r w:rsidR="00894734">
        <w:t xml:space="preserve">. </w:t>
      </w:r>
      <w:r>
        <w:t>Il venait de voir sa femme filer le long du vestibule</w:t>
      </w:r>
      <w:r w:rsidR="00894734">
        <w:t xml:space="preserve">. </w:t>
      </w:r>
      <w:r>
        <w:t>Elle venait de tourner la clef d</w:t>
      </w:r>
      <w:r w:rsidR="00894734">
        <w:t>’</w:t>
      </w:r>
      <w:r>
        <w:t>un placard</w:t>
      </w:r>
      <w:r w:rsidR="00894734">
        <w:t xml:space="preserve">, </w:t>
      </w:r>
      <w:r>
        <w:t>d</w:t>
      </w:r>
      <w:r w:rsidR="00894734">
        <w:t>’</w:t>
      </w:r>
      <w:r>
        <w:t>un geste de maîtresse de maison soigneuse qui se relève la nuit pour mettre de l</w:t>
      </w:r>
      <w:r w:rsidR="00894734">
        <w:t>’</w:t>
      </w:r>
      <w:r>
        <w:t>ordre</w:t>
      </w:r>
      <w:r w:rsidR="00894734">
        <w:t xml:space="preserve">. </w:t>
      </w:r>
      <w:r>
        <w:t>Seulement</w:t>
      </w:r>
      <w:r w:rsidR="00894734">
        <w:t xml:space="preserve">, </w:t>
      </w:r>
      <w:r>
        <w:t>dans ce placard</w:t>
      </w:r>
      <w:r w:rsidR="00894734">
        <w:t xml:space="preserve">, </w:t>
      </w:r>
      <w:r>
        <w:t>Joseph trouva justement ce qu</w:t>
      </w:r>
      <w:r w:rsidR="00894734">
        <w:t>’</w:t>
      </w:r>
      <w:r>
        <w:t>il cherchait</w:t>
      </w:r>
      <w:r w:rsidR="00894734">
        <w:t xml:space="preserve">. </w:t>
      </w:r>
      <w:r>
        <w:t>Il y trouva en plus la robe de chambre que Gabrielle ne portait pas tout à l</w:t>
      </w:r>
      <w:r w:rsidR="00894734">
        <w:t>’</w:t>
      </w:r>
      <w:r>
        <w:t>heure</w:t>
      </w:r>
      <w:r w:rsidR="00894734">
        <w:t xml:space="preserve">. </w:t>
      </w:r>
      <w:r>
        <w:t>Il commença à comprendre que sa femme jouait peut-être un double jeu</w:t>
      </w:r>
      <w:r w:rsidR="00894734">
        <w:t xml:space="preserve">. </w:t>
      </w:r>
      <w:r>
        <w:t>Il n</w:t>
      </w:r>
      <w:r w:rsidR="00894734">
        <w:t>’</w:t>
      </w:r>
      <w:r>
        <w:t>eut plus de doute quand il la surprit à l</w:t>
      </w:r>
      <w:r w:rsidR="00894734">
        <w:t>’</w:t>
      </w:r>
      <w:r>
        <w:t>étage des chambres de domestiques</w:t>
      </w:r>
      <w:r w:rsidR="00894734">
        <w:t xml:space="preserve">, </w:t>
      </w:r>
      <w:r>
        <w:t xml:space="preserve">ouvrant les robinets </w:t>
      </w:r>
      <w:r w:rsidR="00894734">
        <w:t>« </w:t>
      </w:r>
      <w:r>
        <w:t>plein gaz</w:t>
      </w:r>
      <w:r w:rsidR="00894734">
        <w:t> »</w:t>
      </w:r>
      <w:r>
        <w:t xml:space="preserve"> dans la chambre de la mulâtresse</w:t>
      </w:r>
      <w:r w:rsidR="00894734">
        <w:t xml:space="preserve">, </w:t>
      </w:r>
      <w:r>
        <w:t>de telle sorte qu</w:t>
      </w:r>
      <w:r w:rsidR="00894734">
        <w:t>’</w:t>
      </w:r>
      <w:r>
        <w:t>une douzaine de fantômes n</w:t>
      </w:r>
      <w:r w:rsidR="00894734">
        <w:t>’</w:t>
      </w:r>
      <w:r>
        <w:t>auraient pu la faire sortir de son lit</w:t>
      </w:r>
      <w:r w:rsidR="00894734">
        <w:t>.</w:t>
      </w:r>
    </w:p>
    <w:p w14:paraId="6449578B" w14:textId="77777777" w:rsidR="00894734" w:rsidRDefault="00000000">
      <w:r>
        <w:t>Encore une à supprimer</w:t>
      </w:r>
      <w:r w:rsidR="00894734">
        <w:t xml:space="preserve">, </w:t>
      </w:r>
      <w:r>
        <w:t>se dit Joseph</w:t>
      </w:r>
      <w:r w:rsidR="00894734">
        <w:t xml:space="preserve">. </w:t>
      </w:r>
      <w:r>
        <w:t xml:space="preserve">Et </w:t>
      </w:r>
      <w:proofErr w:type="spellStart"/>
      <w:r>
        <w:t>Aaronia</w:t>
      </w:r>
      <w:proofErr w:type="spellEnd"/>
      <w:r w:rsidR="00894734">
        <w:t xml:space="preserve">, </w:t>
      </w:r>
      <w:r>
        <w:t>so</w:t>
      </w:r>
      <w:r>
        <w:t>i</w:t>
      </w:r>
      <w:r>
        <w:t>gneusement ficelée</w:t>
      </w:r>
      <w:r w:rsidR="00894734">
        <w:t xml:space="preserve">, </w:t>
      </w:r>
      <w:r>
        <w:t>fut condamnée à périr sur le lieu du sacr</w:t>
      </w:r>
      <w:r>
        <w:t>i</w:t>
      </w:r>
      <w:r>
        <w:t>fice</w:t>
      </w:r>
      <w:r w:rsidR="00894734">
        <w:t xml:space="preserve">. </w:t>
      </w:r>
      <w:r>
        <w:t>Il y aurait du travail pour tous cette nuit</w:t>
      </w:r>
      <w:r w:rsidR="00894734">
        <w:t>.</w:t>
      </w:r>
    </w:p>
    <w:p w14:paraId="44615E3D" w14:textId="77777777" w:rsidR="00894734" w:rsidRDefault="00000000">
      <w:r>
        <w:lastRenderedPageBreak/>
        <w:t>C</w:t>
      </w:r>
      <w:r w:rsidR="00894734">
        <w:t>’</w:t>
      </w:r>
      <w:r>
        <w:t>est pendant ce temps que je me trouvai dans la chambre de Minnie</w:t>
      </w:r>
      <w:r w:rsidR="00894734">
        <w:t xml:space="preserve">, </w:t>
      </w:r>
      <w:r>
        <w:t>pour le moment partie dans un sommeil de plomb</w:t>
      </w:r>
      <w:r w:rsidR="00894734">
        <w:t xml:space="preserve">. </w:t>
      </w:r>
      <w:r>
        <w:t>Quand j</w:t>
      </w:r>
      <w:r w:rsidR="00894734">
        <w:t>’</w:t>
      </w:r>
      <w:r>
        <w:t>en sortis</w:t>
      </w:r>
      <w:r w:rsidR="00894734">
        <w:t xml:space="preserve">, </w:t>
      </w:r>
      <w:r>
        <w:t>les Fink</w:t>
      </w:r>
      <w:r w:rsidR="00894734">
        <w:t xml:space="preserve"> – </w:t>
      </w:r>
      <w:r>
        <w:t>je suppose</w:t>
      </w:r>
      <w:r w:rsidR="00894734">
        <w:t xml:space="preserve">, </w:t>
      </w:r>
      <w:r>
        <w:t>du moins</w:t>
      </w:r>
      <w:r w:rsidR="00894734">
        <w:t xml:space="preserve">, </w:t>
      </w:r>
      <w:r>
        <w:t>que ce sont eux</w:t>
      </w:r>
      <w:r w:rsidR="00894734">
        <w:t xml:space="preserve"> – </w:t>
      </w:r>
      <w:r>
        <w:t>m</w:t>
      </w:r>
      <w:r w:rsidR="00894734">
        <w:t>’</w:t>
      </w:r>
      <w:r>
        <w:t>ont sauté dessus</w:t>
      </w:r>
      <w:r w:rsidR="00894734">
        <w:t xml:space="preserve">. </w:t>
      </w:r>
      <w:r>
        <w:t>J</w:t>
      </w:r>
      <w:r w:rsidR="00894734">
        <w:t>’</w:t>
      </w:r>
      <w:r>
        <w:t>ai réussi à leur échapper et je me suis trouvé dans la chambre d</w:t>
      </w:r>
      <w:r w:rsidR="00894734">
        <w:t>’</w:t>
      </w:r>
      <w:r>
        <w:t>une bonne effrayée</w:t>
      </w:r>
      <w:r w:rsidR="00894734">
        <w:t xml:space="preserve">, </w:t>
      </w:r>
      <w:r>
        <w:t>à qui je volai son revolver et confiai Minnie</w:t>
      </w:r>
      <w:r w:rsidR="00894734">
        <w:t>.</w:t>
      </w:r>
    </w:p>
    <w:p w14:paraId="6A96E5AB" w14:textId="77777777" w:rsidR="00894734" w:rsidRDefault="00894734">
      <w:r>
        <w:t>— </w:t>
      </w:r>
      <w:r w:rsidR="00000000">
        <w:t>Drôle de maison où les femmes de chambre dorment avec un browning sur leur table de nuit</w:t>
      </w:r>
      <w:r>
        <w:t xml:space="preserve">, </w:t>
      </w:r>
      <w:r w:rsidR="00000000">
        <w:t>interrompit le vieux Fitz</w:t>
      </w:r>
      <w:r>
        <w:t xml:space="preserve">… </w:t>
      </w:r>
      <w:r w:rsidR="00000000">
        <w:t>Et Gabrielle</w:t>
      </w:r>
      <w:r>
        <w:t> ?</w:t>
      </w:r>
    </w:p>
    <w:p w14:paraId="265AEF9A" w14:textId="6C09656B" w:rsidR="00894734" w:rsidRDefault="00894734">
      <w:r>
        <w:t>— </w:t>
      </w:r>
      <w:r w:rsidR="00000000">
        <w:t>Eh bien</w:t>
      </w:r>
      <w:r>
        <w:t xml:space="preserve">, </w:t>
      </w:r>
      <w:r w:rsidR="00000000">
        <w:t>quand je redescendis</w:t>
      </w:r>
      <w:r>
        <w:t xml:space="preserve">, </w:t>
      </w:r>
      <w:r w:rsidR="00000000">
        <w:t>Gabrielle avait disparu de sa chambre</w:t>
      </w:r>
      <w:r>
        <w:t xml:space="preserve">, </w:t>
      </w:r>
      <w:r w:rsidR="00000000">
        <w:t>et avec elle Collinson à qui je l</w:t>
      </w:r>
      <w:r>
        <w:t>’</w:t>
      </w:r>
      <w:r w:rsidR="00000000">
        <w:t>avais donnée à garder</w:t>
      </w:r>
      <w:r>
        <w:t xml:space="preserve">. </w:t>
      </w:r>
      <w:r w:rsidR="00000000">
        <w:t>Je retrouvai ce nigaud de Collinson</w:t>
      </w:r>
      <w:r>
        <w:t xml:space="preserve">, </w:t>
      </w:r>
      <w:r w:rsidR="00000000">
        <w:t>que Gabrielle avait f</w:t>
      </w:r>
      <w:r w:rsidR="00000000">
        <w:t>i</w:t>
      </w:r>
      <w:r w:rsidR="00000000">
        <w:t>chu à la porte</w:t>
      </w:r>
      <w:r>
        <w:t xml:space="preserve">, </w:t>
      </w:r>
      <w:r w:rsidR="00000000">
        <w:t xml:space="preserve">et en même temps le petit Manuel </w:t>
      </w:r>
      <w:proofErr w:type="spellStart"/>
      <w:r w:rsidR="00000000">
        <w:t>Haldorn</w:t>
      </w:r>
      <w:proofErr w:type="spellEnd"/>
      <w:r>
        <w:t xml:space="preserve">, </w:t>
      </w:r>
      <w:r w:rsidR="00000000">
        <w:t>qui m</w:t>
      </w:r>
      <w:r>
        <w:t>’</w:t>
      </w:r>
      <w:r w:rsidR="00000000">
        <w:t>expliqua en pleurant que Papa était tout simplement en train de tuer Maman</w:t>
      </w:r>
      <w:r>
        <w:t xml:space="preserve">, </w:t>
      </w:r>
      <w:r w:rsidR="00000000">
        <w:t>et que Gabrielle était avec eux</w:t>
      </w:r>
      <w:r>
        <w:t xml:space="preserve">. </w:t>
      </w:r>
      <w:r w:rsidR="00000000">
        <w:t xml:space="preserve">Ce fut </w:t>
      </w:r>
      <w:proofErr w:type="spellStart"/>
      <w:r w:rsidR="00000000">
        <w:t>Haldorn</w:t>
      </w:r>
      <w:proofErr w:type="spellEnd"/>
      <w:r w:rsidR="00000000">
        <w:t xml:space="preserve"> qui fut tué</w:t>
      </w:r>
      <w:r>
        <w:t xml:space="preserve">, </w:t>
      </w:r>
      <w:r w:rsidR="00000000">
        <w:t>et par moi</w:t>
      </w:r>
      <w:r>
        <w:t xml:space="preserve">. </w:t>
      </w:r>
      <w:r w:rsidR="00000000">
        <w:t>Oui</w:t>
      </w:r>
      <w:r>
        <w:t xml:space="preserve">, </w:t>
      </w:r>
      <w:r w:rsidR="00000000">
        <w:t>mon cher</w:t>
      </w:r>
      <w:r>
        <w:t xml:space="preserve">, </w:t>
      </w:r>
      <w:r w:rsidR="00000000">
        <w:t>la lame qu</w:t>
      </w:r>
      <w:r>
        <w:t>’</w:t>
      </w:r>
      <w:r w:rsidR="00000000">
        <w:t>il me destinait</w:t>
      </w:r>
      <w:r>
        <w:t xml:space="preserve">, </w:t>
      </w:r>
      <w:r w:rsidR="00000000">
        <w:t>je la lui ai enfoncé</w:t>
      </w:r>
      <w:r w:rsidR="00AE6611">
        <w:t>e</w:t>
      </w:r>
      <w:r w:rsidR="00000000">
        <w:t xml:space="preserve"> dans la gorge</w:t>
      </w:r>
      <w:r>
        <w:t>.</w:t>
      </w:r>
    </w:p>
    <w:p w14:paraId="5B224901" w14:textId="77777777" w:rsidR="00894734" w:rsidRDefault="00894734">
      <w:r>
        <w:t>— </w:t>
      </w:r>
      <w:r w:rsidR="00000000">
        <w:t>Eh bien</w:t>
      </w:r>
      <w:r>
        <w:t> ?</w:t>
      </w:r>
    </w:p>
    <w:p w14:paraId="32AC2168" w14:textId="77777777" w:rsidR="00894734" w:rsidRDefault="00894734">
      <w:r>
        <w:t>— </w:t>
      </w:r>
      <w:r w:rsidR="00000000">
        <w:t>Quoi</w:t>
      </w:r>
      <w:r>
        <w:t> ?</w:t>
      </w:r>
    </w:p>
    <w:p w14:paraId="28D4E8AD" w14:textId="77777777" w:rsidR="00894734" w:rsidRDefault="00894734">
      <w:r>
        <w:t>— </w:t>
      </w:r>
      <w:r w:rsidR="00000000">
        <w:t>Après</w:t>
      </w:r>
      <w:r>
        <w:t xml:space="preserve">, </w:t>
      </w:r>
      <w:r w:rsidR="00000000">
        <w:t>qu</w:t>
      </w:r>
      <w:r>
        <w:t>’</w:t>
      </w:r>
      <w:r w:rsidR="00000000">
        <w:t>est-il arrivé</w:t>
      </w:r>
      <w:r>
        <w:t> ?</w:t>
      </w:r>
    </w:p>
    <w:p w14:paraId="1019075B" w14:textId="77777777" w:rsidR="00894734" w:rsidRDefault="00894734">
      <w:r>
        <w:t>— </w:t>
      </w:r>
      <w:r w:rsidR="00000000">
        <w:t>Mais rien</w:t>
      </w:r>
      <w:r>
        <w:t xml:space="preserve">, </w:t>
      </w:r>
      <w:r w:rsidR="00000000">
        <w:t>qui me regarde</w:t>
      </w:r>
      <w:r>
        <w:t xml:space="preserve">. </w:t>
      </w:r>
      <w:r w:rsidR="00000000">
        <w:t>Maintenant</w:t>
      </w:r>
      <w:r>
        <w:t xml:space="preserve">, </w:t>
      </w:r>
      <w:r w:rsidR="00000000">
        <w:t>c</w:t>
      </w:r>
      <w:r>
        <w:t>’</w:t>
      </w:r>
      <w:r w:rsidR="00000000">
        <w:t>est l</w:t>
      </w:r>
      <w:r>
        <w:t>’</w:t>
      </w:r>
      <w:r w:rsidR="00000000">
        <w:t>affaire de la police</w:t>
      </w:r>
      <w:r>
        <w:t xml:space="preserve">. </w:t>
      </w:r>
      <w:r w:rsidR="00000000">
        <w:t>J</w:t>
      </w:r>
      <w:r>
        <w:t>’</w:t>
      </w:r>
      <w:r w:rsidR="00000000">
        <w:t>avais été simplement prié par Andrews de la garder</w:t>
      </w:r>
      <w:r>
        <w:t xml:space="preserve">, </w:t>
      </w:r>
      <w:r w:rsidR="00000000">
        <w:t>cette petite</w:t>
      </w:r>
      <w:r>
        <w:t xml:space="preserve">, </w:t>
      </w:r>
      <w:r w:rsidR="00000000">
        <w:t>pendant qu</w:t>
      </w:r>
      <w:r>
        <w:t>’</w:t>
      </w:r>
      <w:r w:rsidR="00000000">
        <w:t>elle était dans le Temple</w:t>
      </w:r>
      <w:r>
        <w:t xml:space="preserve">. </w:t>
      </w:r>
      <w:r w:rsidR="00000000">
        <w:t>Ma tâche est terminée</w:t>
      </w:r>
      <w:r>
        <w:t xml:space="preserve">. </w:t>
      </w:r>
      <w:r w:rsidR="00000000">
        <w:t>À supposer qu</w:t>
      </w:r>
      <w:r>
        <w:t>’</w:t>
      </w:r>
      <w:r w:rsidR="00000000">
        <w:t>il faille encore la garder</w:t>
      </w:r>
      <w:r>
        <w:t xml:space="preserve">, </w:t>
      </w:r>
      <w:r w:rsidR="00000000">
        <w:t>je suppose que son mari fera bien l</w:t>
      </w:r>
      <w:r>
        <w:t>’</w:t>
      </w:r>
      <w:r w:rsidR="00000000">
        <w:t>affaire</w:t>
      </w:r>
      <w:r>
        <w:t>…</w:t>
      </w:r>
    </w:p>
    <w:p w14:paraId="31FAA572" w14:textId="77777777" w:rsidR="00894734" w:rsidRDefault="00894734">
      <w:r>
        <w:t>— </w:t>
      </w:r>
      <w:r w:rsidR="00000000">
        <w:t>Son quoi</w:t>
      </w:r>
      <w:r>
        <w:t> ?…</w:t>
      </w:r>
    </w:p>
    <w:p w14:paraId="47E253C1" w14:textId="77777777" w:rsidR="00894734" w:rsidRDefault="00894734">
      <w:r>
        <w:t>— </w:t>
      </w:r>
      <w:r w:rsidR="00000000">
        <w:t>Son mari</w:t>
      </w:r>
      <w:r>
        <w:t xml:space="preserve">, </w:t>
      </w:r>
      <w:r w:rsidR="00000000">
        <w:t>dis-je</w:t>
      </w:r>
      <w:r>
        <w:t>.</w:t>
      </w:r>
    </w:p>
    <w:p w14:paraId="23340BB1" w14:textId="77777777" w:rsidR="00894734" w:rsidRDefault="00000000">
      <w:proofErr w:type="spellStart"/>
      <w:r>
        <w:lastRenderedPageBreak/>
        <w:t>Fitzstephan</w:t>
      </w:r>
      <w:proofErr w:type="spellEnd"/>
      <w:r>
        <w:t xml:space="preserve"> donna sur la table un coup de poing qui fit sa</w:t>
      </w:r>
      <w:r>
        <w:t>u</w:t>
      </w:r>
      <w:r>
        <w:t>ter la mousse de la bière hors des chopes</w:t>
      </w:r>
      <w:r w:rsidR="00894734">
        <w:t>.</w:t>
      </w:r>
    </w:p>
    <w:p w14:paraId="12D89991" w14:textId="77777777" w:rsidR="00894734" w:rsidRDefault="00894734">
      <w:r>
        <w:t>— </w:t>
      </w:r>
      <w:r w:rsidR="00000000">
        <w:t>Voilà comme vous êtes</w:t>
      </w:r>
      <w:r>
        <w:t xml:space="preserve">, </w:t>
      </w:r>
      <w:r w:rsidR="00000000">
        <w:t>me dit-il d</w:t>
      </w:r>
      <w:r>
        <w:t>’</w:t>
      </w:r>
      <w:r w:rsidR="00000000">
        <w:t>un ton de reproche</w:t>
      </w:r>
      <w:r>
        <w:t xml:space="preserve">. </w:t>
      </w:r>
      <w:r w:rsidR="00000000">
        <w:t>Vous ne m</w:t>
      </w:r>
      <w:r>
        <w:t>’</w:t>
      </w:r>
      <w:r w:rsidR="00000000">
        <w:t>avez rien dit de ce mariage</w:t>
      </w:r>
      <w:r>
        <w:t xml:space="preserve">. </w:t>
      </w:r>
      <w:r w:rsidR="00000000">
        <w:t>Dieu seul sait combien de choses encore vous ne me direz jamais</w:t>
      </w:r>
      <w:r>
        <w:t>.</w:t>
      </w:r>
    </w:p>
    <w:p w14:paraId="714F256C" w14:textId="77777777" w:rsidR="00894734" w:rsidRDefault="00894734">
      <w:r>
        <w:t>— </w:t>
      </w:r>
      <w:r w:rsidR="00000000">
        <w:t xml:space="preserve">Je ne sais pas </w:t>
      </w:r>
      <w:proofErr w:type="spellStart"/>
      <w:r w:rsidR="00000000">
        <w:t>grand</w:t>
      </w:r>
      <w:r>
        <w:t>’</w:t>
      </w:r>
      <w:r w:rsidR="00000000">
        <w:t>chose</w:t>
      </w:r>
      <w:proofErr w:type="spellEnd"/>
      <w:r>
        <w:t xml:space="preserve">. </w:t>
      </w:r>
      <w:r w:rsidR="00000000">
        <w:t>Collinson a profité de l</w:t>
      </w:r>
      <w:r>
        <w:t>’</w:t>
      </w:r>
      <w:r w:rsidR="00000000">
        <w:t>état de confusion mentale où se trouvait Gabrielle pour l</w:t>
      </w:r>
      <w:r>
        <w:t>’</w:t>
      </w:r>
      <w:r w:rsidR="00000000">
        <w:t>emmener à Reno</w:t>
      </w:r>
      <w:r>
        <w:t xml:space="preserve">, </w:t>
      </w:r>
      <w:r w:rsidR="00000000">
        <w:t>je crois</w:t>
      </w:r>
      <w:r>
        <w:t xml:space="preserve">. </w:t>
      </w:r>
      <w:r w:rsidR="00000000">
        <w:t>Ils n</w:t>
      </w:r>
      <w:r>
        <w:t>’</w:t>
      </w:r>
      <w:r w:rsidR="00000000">
        <w:t>ont attendu leur licence de mariage que trois jours</w:t>
      </w:r>
      <w:r>
        <w:t xml:space="preserve">. </w:t>
      </w:r>
      <w:r w:rsidR="00000000">
        <w:t>Maintenant</w:t>
      </w:r>
      <w:r>
        <w:t xml:space="preserve">, </w:t>
      </w:r>
      <w:r w:rsidR="00000000">
        <w:t>ils sont mari et femme et je ne sais pas où ils sont</w:t>
      </w:r>
      <w:r>
        <w:t>.</w:t>
      </w:r>
    </w:p>
    <w:p w14:paraId="64A3574A" w14:textId="18D02EC5" w:rsidR="00000000" w:rsidRDefault="00AE6611" w:rsidP="00AE6611">
      <w:pPr>
        <w:pStyle w:val="Titre1"/>
        <w:spacing w:before="240" w:after="240"/>
        <w:rPr>
          <w:sz w:val="60"/>
          <w:szCs w:val="60"/>
        </w:rPr>
      </w:pPr>
      <w:bookmarkStart w:id="14" w:name="bookmark2"/>
      <w:r>
        <w:rPr>
          <w:sz w:val="60"/>
          <w:szCs w:val="60"/>
        </w:rPr>
        <w:lastRenderedPageBreak/>
        <w:br/>
      </w:r>
      <w:r>
        <w:rPr>
          <w:sz w:val="60"/>
          <w:szCs w:val="60"/>
        </w:rPr>
        <w:br/>
      </w:r>
      <w:r>
        <w:rPr>
          <w:sz w:val="60"/>
          <w:szCs w:val="60"/>
        </w:rPr>
        <w:br/>
      </w:r>
      <w:bookmarkStart w:id="15" w:name="_Toc202288415"/>
      <w:r w:rsidR="00000000">
        <w:rPr>
          <w:sz w:val="60"/>
          <w:szCs w:val="60"/>
        </w:rPr>
        <w:t>TROISIÈME</w:t>
      </w:r>
      <w:bookmarkEnd w:id="14"/>
      <w:r w:rsidR="00000000">
        <w:rPr>
          <w:sz w:val="60"/>
          <w:szCs w:val="60"/>
        </w:rPr>
        <w:t xml:space="preserve"> PARTIE</w:t>
      </w:r>
      <w:r w:rsidR="00000000">
        <w:rPr>
          <w:sz w:val="60"/>
          <w:szCs w:val="60"/>
        </w:rPr>
        <w:br/>
      </w:r>
      <w:r w:rsidR="00000000">
        <w:rPr>
          <w:sz w:val="60"/>
          <w:szCs w:val="60"/>
        </w:rPr>
        <w:br/>
        <w:t>GENS ET ÉVÉNEMENTS DE QUESADA</w:t>
      </w:r>
      <w:bookmarkEnd w:id="15"/>
    </w:p>
    <w:p w14:paraId="695894F0" w14:textId="77777777" w:rsidR="00000000" w:rsidRDefault="00000000" w:rsidP="00894734">
      <w:pPr>
        <w:pStyle w:val="Titre2"/>
        <w:rPr>
          <w:szCs w:val="44"/>
        </w:rPr>
      </w:pPr>
      <w:bookmarkStart w:id="16" w:name="_Toc202288416"/>
      <w:r>
        <w:rPr>
          <w:szCs w:val="44"/>
        </w:rPr>
        <w:lastRenderedPageBreak/>
        <w:t>CHAPITRE XII</w:t>
      </w:r>
      <w:r>
        <w:rPr>
          <w:szCs w:val="44"/>
        </w:rPr>
        <w:br/>
      </w:r>
      <w:r>
        <w:rPr>
          <w:szCs w:val="44"/>
        </w:rPr>
        <w:br/>
        <w:t>UN HOMME À LA MER</w:t>
      </w:r>
      <w:bookmarkEnd w:id="16"/>
    </w:p>
    <w:p w14:paraId="022D83AD" w14:textId="77777777" w:rsidR="00894734" w:rsidRDefault="00000000">
      <w:r>
        <w:t>Je reçus de Collinson le télégramme suivant</w:t>
      </w:r>
      <w:r w:rsidR="00894734">
        <w:t> :</w:t>
      </w:r>
    </w:p>
    <w:p w14:paraId="4070FB89" w14:textId="77777777" w:rsidR="00894734" w:rsidRDefault="00000000">
      <w:pPr>
        <w:rPr>
          <w:i/>
        </w:rPr>
      </w:pPr>
      <w:r>
        <w:rPr>
          <w:i/>
        </w:rPr>
        <w:t>Venez immédiatement Stop Besoin de vous Stop Danger Stop Me trouverez à hôtel Soleil-Levant Quesada Stop Rien d</w:t>
      </w:r>
      <w:r>
        <w:rPr>
          <w:i/>
        </w:rPr>
        <w:t>i</w:t>
      </w:r>
      <w:r>
        <w:rPr>
          <w:i/>
        </w:rPr>
        <w:t>re personne Stop Gabrielle doit pas savoir Stop Faites vite</w:t>
      </w:r>
      <w:r w:rsidR="00894734">
        <w:rPr>
          <w:i/>
        </w:rPr>
        <w:t>.</w:t>
      </w:r>
    </w:p>
    <w:p w14:paraId="2EE2C28C" w14:textId="77777777" w:rsidR="00894734" w:rsidRDefault="00000000">
      <w:pPr>
        <w:jc w:val="right"/>
      </w:pPr>
      <w:r>
        <w:t>Éric C</w:t>
      </w:r>
      <w:r>
        <w:rPr>
          <w:szCs w:val="32"/>
        </w:rPr>
        <w:t>ARTER</w:t>
      </w:r>
      <w:r w:rsidR="00894734">
        <w:t>.</w:t>
      </w:r>
    </w:p>
    <w:p w14:paraId="71A9EC28" w14:textId="77777777" w:rsidR="00894734" w:rsidRDefault="00000000">
      <w:r>
        <w:t>C</w:t>
      </w:r>
      <w:r w:rsidR="00894734">
        <w:t>’</w:t>
      </w:r>
      <w:r>
        <w:t>était le vendredi</w:t>
      </w:r>
      <w:r w:rsidR="00894734">
        <w:t xml:space="preserve">, </w:t>
      </w:r>
      <w:r>
        <w:t>après six heures du soir</w:t>
      </w:r>
      <w:r w:rsidR="00894734">
        <w:t xml:space="preserve">. </w:t>
      </w:r>
      <w:r>
        <w:t>Il était trop tard pour avoir un train qui m</w:t>
      </w:r>
      <w:r w:rsidR="00894734">
        <w:t>’</w:t>
      </w:r>
      <w:r>
        <w:t>aurait conduit à Quesada dans la nuit</w:t>
      </w:r>
      <w:r w:rsidR="00894734">
        <w:t xml:space="preserve">. </w:t>
      </w:r>
      <w:r>
        <w:t>Je bouclai un sac de voyage et pris ma voiture</w:t>
      </w:r>
      <w:r w:rsidR="00894734">
        <w:t>.</w:t>
      </w:r>
    </w:p>
    <w:p w14:paraId="057B51E0" w14:textId="77777777" w:rsidR="00894734" w:rsidRDefault="00000000">
      <w:r>
        <w:t>Quesada est une petite ville qui n</w:t>
      </w:r>
      <w:r w:rsidR="00894734">
        <w:t>’</w:t>
      </w:r>
      <w:r>
        <w:t>a qu</w:t>
      </w:r>
      <w:r w:rsidR="00894734">
        <w:t>’</w:t>
      </w:r>
      <w:r>
        <w:t>un hôtel</w:t>
      </w:r>
      <w:r w:rsidR="00894734">
        <w:t xml:space="preserve">, </w:t>
      </w:r>
      <w:r>
        <w:t>au flanc d</w:t>
      </w:r>
      <w:r w:rsidR="00894734">
        <w:t>’</w:t>
      </w:r>
      <w:r>
        <w:t>une petite montagne qui tombe à pic dans le Pacifique</w:t>
      </w:r>
      <w:r w:rsidR="00894734">
        <w:t xml:space="preserve">, </w:t>
      </w:r>
      <w:r>
        <w:t>à cent cinquante kilomètres de San Francisco</w:t>
      </w:r>
      <w:r w:rsidR="00894734">
        <w:t xml:space="preserve">. </w:t>
      </w:r>
      <w:r>
        <w:t>Comme elle n</w:t>
      </w:r>
      <w:r w:rsidR="00894734">
        <w:t>’</w:t>
      </w:r>
      <w:r>
        <w:t>a qu</w:t>
      </w:r>
      <w:r w:rsidR="00894734">
        <w:t>’</w:t>
      </w:r>
      <w:r>
        <w:t>une plage étroite</w:t>
      </w:r>
      <w:r w:rsidR="00894734">
        <w:t xml:space="preserve">, </w:t>
      </w:r>
      <w:r>
        <w:t>abrupte et trop dangereuse pour qu</w:t>
      </w:r>
      <w:r w:rsidR="00894734">
        <w:t>’</w:t>
      </w:r>
      <w:r>
        <w:t>on puisse s</w:t>
      </w:r>
      <w:r w:rsidR="00894734">
        <w:t>’</w:t>
      </w:r>
      <w:r>
        <w:t>y baigner</w:t>
      </w:r>
      <w:r w:rsidR="00894734">
        <w:t xml:space="preserve">, </w:t>
      </w:r>
      <w:r>
        <w:t>Quesada n</w:t>
      </w:r>
      <w:r w:rsidR="00894734">
        <w:t>’</w:t>
      </w:r>
      <w:r>
        <w:t>a jamais connu la fortune des stations fr</w:t>
      </w:r>
      <w:r>
        <w:t>é</w:t>
      </w:r>
      <w:r>
        <w:t>quentées l</w:t>
      </w:r>
      <w:r w:rsidR="00894734">
        <w:t>’</w:t>
      </w:r>
      <w:r>
        <w:t>été</w:t>
      </w:r>
      <w:r w:rsidR="00894734">
        <w:t>.</w:t>
      </w:r>
    </w:p>
    <w:p w14:paraId="22EFD022" w14:textId="77777777" w:rsidR="00894734" w:rsidRDefault="00000000">
      <w:r>
        <w:t>Il était à peu près onze heures quand j</w:t>
      </w:r>
      <w:r w:rsidR="00894734">
        <w:t>’</w:t>
      </w:r>
      <w:r>
        <w:t>arrivai sur la petite place</w:t>
      </w:r>
      <w:r w:rsidR="00894734">
        <w:t xml:space="preserve">. </w:t>
      </w:r>
      <w:r>
        <w:t>Je rangeai ma voiture devant l</w:t>
      </w:r>
      <w:r w:rsidR="00894734">
        <w:t>’</w:t>
      </w:r>
      <w:r>
        <w:t>Hôtel du Soleil-Levant et entrai</w:t>
      </w:r>
      <w:r w:rsidR="00894734">
        <w:t xml:space="preserve">. </w:t>
      </w:r>
      <w:r>
        <w:t>Le seul employé que je trouvai dans le vestibule était un jeune garçon de seize ou dix-sept ans</w:t>
      </w:r>
      <w:r w:rsidR="00894734">
        <w:t xml:space="preserve">, </w:t>
      </w:r>
      <w:r>
        <w:t>gravement occupé à se polir les ongles</w:t>
      </w:r>
      <w:r w:rsidR="00894734">
        <w:t>.</w:t>
      </w:r>
    </w:p>
    <w:p w14:paraId="43235D35" w14:textId="77777777" w:rsidR="00894734" w:rsidRDefault="00000000">
      <w:r>
        <w:t>Quand il eut lu mon nom sur le registre</w:t>
      </w:r>
      <w:r w:rsidR="00894734">
        <w:t xml:space="preserve">, </w:t>
      </w:r>
      <w:r>
        <w:t>il me tendit une enveloppe cachetée</w:t>
      </w:r>
      <w:r w:rsidR="00894734">
        <w:t xml:space="preserve">. </w:t>
      </w:r>
      <w:r>
        <w:t>Elle renfermait une feuille de papier à en-tête de l</w:t>
      </w:r>
      <w:r w:rsidR="00894734">
        <w:t>’</w:t>
      </w:r>
      <w:r>
        <w:t>hôtel sur laquelle étaient écrits ces mots</w:t>
      </w:r>
      <w:r w:rsidR="00894734">
        <w:t xml:space="preserve">, </w:t>
      </w:r>
      <w:r>
        <w:t>de l</w:t>
      </w:r>
      <w:r w:rsidR="00894734">
        <w:t>’</w:t>
      </w:r>
      <w:r>
        <w:t>écriture de Collinson</w:t>
      </w:r>
      <w:r w:rsidR="00894734">
        <w:t>.</w:t>
      </w:r>
    </w:p>
    <w:p w14:paraId="3F46B635" w14:textId="5EFDE179" w:rsidR="00894734" w:rsidRDefault="00894734">
      <w:r>
        <w:t>« </w:t>
      </w:r>
      <w:r w:rsidR="00000000">
        <w:rPr>
          <w:i/>
        </w:rPr>
        <w:t>Ne bougez pas de l</w:t>
      </w:r>
      <w:r>
        <w:rPr>
          <w:i/>
        </w:rPr>
        <w:t>’</w:t>
      </w:r>
      <w:r w:rsidR="00000000">
        <w:rPr>
          <w:i/>
        </w:rPr>
        <w:t>hôtel avant de m</w:t>
      </w:r>
      <w:r>
        <w:rPr>
          <w:i/>
        </w:rPr>
        <w:t>’</w:t>
      </w:r>
      <w:r w:rsidR="00000000">
        <w:rPr>
          <w:i/>
        </w:rPr>
        <w:t>avoir vu</w:t>
      </w:r>
      <w:r>
        <w:rPr>
          <w:i/>
        </w:rPr>
        <w:t>. »</w:t>
      </w:r>
      <w:r>
        <w:t xml:space="preserve">. – </w:t>
      </w:r>
      <w:proofErr w:type="spellStart"/>
      <w:r>
        <w:t>E.C</w:t>
      </w:r>
      <w:proofErr w:type="spellEnd"/>
      <w:r>
        <w:t>.</w:t>
      </w:r>
    </w:p>
    <w:p w14:paraId="341075FD" w14:textId="77777777" w:rsidR="00894734" w:rsidRDefault="00894734">
      <w:r>
        <w:lastRenderedPageBreak/>
        <w:t>— </w:t>
      </w:r>
      <w:r w:rsidR="00000000">
        <w:t>Il y a longtemps que cette lettre est ici</w:t>
      </w:r>
      <w:r>
        <w:t> ?</w:t>
      </w:r>
    </w:p>
    <w:p w14:paraId="54C88EBA" w14:textId="77777777" w:rsidR="00894734" w:rsidRDefault="00894734">
      <w:r>
        <w:t>— </w:t>
      </w:r>
      <w:r w:rsidR="00000000">
        <w:t>Depuis huit heures</w:t>
      </w:r>
      <w:r>
        <w:t xml:space="preserve">, </w:t>
      </w:r>
      <w:r w:rsidR="00000000">
        <w:t>à peu près</w:t>
      </w:r>
      <w:r>
        <w:t xml:space="preserve">. </w:t>
      </w:r>
      <w:r w:rsidR="00000000">
        <w:t>Mr</w:t>
      </w:r>
      <w:r>
        <w:t xml:space="preserve">. </w:t>
      </w:r>
      <w:r w:rsidR="00000000">
        <w:t>Carter vous a attendu plus d</w:t>
      </w:r>
      <w:r>
        <w:t>’</w:t>
      </w:r>
      <w:r w:rsidR="00000000">
        <w:t>une heure encore après le dernier train</w:t>
      </w:r>
      <w:r>
        <w:t>.</w:t>
      </w:r>
    </w:p>
    <w:p w14:paraId="1A7CEBDE" w14:textId="77777777" w:rsidR="00894734" w:rsidRDefault="00894734">
      <w:r>
        <w:t>— </w:t>
      </w:r>
      <w:r w:rsidR="00000000">
        <w:t>Il n</w:t>
      </w:r>
      <w:r>
        <w:t>’</w:t>
      </w:r>
      <w:r w:rsidR="00000000">
        <w:t>est pas descendu ici</w:t>
      </w:r>
      <w:r>
        <w:t> ?</w:t>
      </w:r>
    </w:p>
    <w:p w14:paraId="2B869180" w14:textId="77777777" w:rsidR="00894734" w:rsidRDefault="00894734">
      <w:r>
        <w:t>— </w:t>
      </w:r>
      <w:r w:rsidR="00000000">
        <w:t>Oh</w:t>
      </w:r>
      <w:r>
        <w:t xml:space="preserve"> ! </w:t>
      </w:r>
      <w:r w:rsidR="00000000">
        <w:t>mais non</w:t>
      </w:r>
      <w:r>
        <w:t xml:space="preserve"> ! </w:t>
      </w:r>
      <w:r w:rsidR="00000000">
        <w:t>Lui et sa femme ont loué la villa des E</w:t>
      </w:r>
      <w:r w:rsidR="00000000">
        <w:t>m</w:t>
      </w:r>
      <w:r w:rsidR="00000000">
        <w:t>bruns</w:t>
      </w:r>
      <w:r>
        <w:t xml:space="preserve">, </w:t>
      </w:r>
      <w:r w:rsidR="00000000">
        <w:t>en bas</w:t>
      </w:r>
      <w:r>
        <w:t xml:space="preserve">, </w:t>
      </w:r>
      <w:r w:rsidR="00000000">
        <w:t>dans la baie</w:t>
      </w:r>
      <w:r>
        <w:t>.</w:t>
      </w:r>
    </w:p>
    <w:p w14:paraId="6A42EC0E" w14:textId="77777777" w:rsidR="00894734" w:rsidRDefault="00894734">
      <w:r>
        <w:t>— </w:t>
      </w:r>
      <w:r w:rsidR="00000000">
        <w:t>Comment y va-t-on</w:t>
      </w:r>
      <w:r>
        <w:t> ?</w:t>
      </w:r>
    </w:p>
    <w:p w14:paraId="12DB8591" w14:textId="77777777" w:rsidR="00894734" w:rsidRDefault="00894734">
      <w:r>
        <w:t>— </w:t>
      </w:r>
      <w:r w:rsidR="00000000">
        <w:t>Oh</w:t>
      </w:r>
      <w:r>
        <w:t xml:space="preserve"> ! </w:t>
      </w:r>
      <w:r w:rsidR="00000000">
        <w:t>vous ne pourrez pas vous y reconnaître la nuit</w:t>
      </w:r>
      <w:r>
        <w:t xml:space="preserve">, </w:t>
      </w:r>
      <w:r w:rsidR="00000000">
        <w:t>à moins que vous ne fassiez le tour par la route de l</w:t>
      </w:r>
      <w:r>
        <w:t>’</w:t>
      </w:r>
      <w:r w:rsidR="00000000">
        <w:t>Est</w:t>
      </w:r>
      <w:r>
        <w:t xml:space="preserve">, </w:t>
      </w:r>
      <w:r w:rsidR="00000000">
        <w:t>et encore</w:t>
      </w:r>
      <w:r>
        <w:t xml:space="preserve">, </w:t>
      </w:r>
      <w:r w:rsidR="00000000">
        <w:t>je ne suis pas sûr que vous trouviez</w:t>
      </w:r>
      <w:r>
        <w:t xml:space="preserve">, </w:t>
      </w:r>
      <w:r w:rsidR="00000000">
        <w:t>à moins que vous ne connaissiez le pays</w:t>
      </w:r>
      <w:r>
        <w:t>.</w:t>
      </w:r>
    </w:p>
    <w:p w14:paraId="2C7DD7F7" w14:textId="77777777" w:rsidR="00894734" w:rsidRDefault="00894734">
      <w:r>
        <w:t>— </w:t>
      </w:r>
      <w:r w:rsidR="00000000">
        <w:t>Bon</w:t>
      </w:r>
      <w:r>
        <w:t xml:space="preserve">. </w:t>
      </w:r>
      <w:r w:rsidR="00000000">
        <w:t>Eh bien</w:t>
      </w:r>
      <w:r>
        <w:t xml:space="preserve"> ! </w:t>
      </w:r>
      <w:r w:rsidR="00000000">
        <w:t>quel est le chemin pour y aller dans la journée</w:t>
      </w:r>
      <w:r>
        <w:t> ?</w:t>
      </w:r>
    </w:p>
    <w:p w14:paraId="1E247DED" w14:textId="77777777" w:rsidR="00894734" w:rsidRDefault="00894734">
      <w:r>
        <w:t>— </w:t>
      </w:r>
      <w:r w:rsidR="00000000">
        <w:t>Vous descendez cette rue jusqu</w:t>
      </w:r>
      <w:r>
        <w:t>’</w:t>
      </w:r>
      <w:r w:rsidR="00000000">
        <w:t>au prochain carrefour</w:t>
      </w:r>
      <w:r>
        <w:t xml:space="preserve">. </w:t>
      </w:r>
      <w:r w:rsidR="00000000">
        <w:t>Vous prenez à droite</w:t>
      </w:r>
      <w:r>
        <w:t xml:space="preserve">, </w:t>
      </w:r>
      <w:r w:rsidR="00000000">
        <w:t>le long de l</w:t>
      </w:r>
      <w:r>
        <w:t>’</w:t>
      </w:r>
      <w:r w:rsidR="00000000">
        <w:t>océan</w:t>
      </w:r>
      <w:r>
        <w:t xml:space="preserve">. </w:t>
      </w:r>
      <w:r w:rsidR="00000000">
        <w:t>La route</w:t>
      </w:r>
      <w:r>
        <w:t xml:space="preserve">, </w:t>
      </w:r>
      <w:r w:rsidR="00000000">
        <w:t>le sentier pl</w:t>
      </w:r>
      <w:r w:rsidR="00000000">
        <w:t>u</w:t>
      </w:r>
      <w:r w:rsidR="00000000">
        <w:t>tôt</w:t>
      </w:r>
      <w:r>
        <w:t xml:space="preserve">, </w:t>
      </w:r>
      <w:r w:rsidR="00000000">
        <w:t>suit le gouffre</w:t>
      </w:r>
      <w:r>
        <w:t xml:space="preserve">. </w:t>
      </w:r>
      <w:r w:rsidR="00000000">
        <w:t>La maison est à cinq kilomètres à peu près</w:t>
      </w:r>
      <w:r>
        <w:t xml:space="preserve">, </w:t>
      </w:r>
      <w:r w:rsidR="00000000">
        <w:t>vous la reconnaîtrez facilement</w:t>
      </w:r>
      <w:r>
        <w:t xml:space="preserve">, </w:t>
      </w:r>
      <w:r w:rsidR="00000000">
        <w:t>elle est toute seule</w:t>
      </w:r>
      <w:r>
        <w:t xml:space="preserve">, </w:t>
      </w:r>
      <w:r w:rsidR="00000000">
        <w:t>une maison brune</w:t>
      </w:r>
      <w:r>
        <w:t xml:space="preserve">. </w:t>
      </w:r>
      <w:r w:rsidR="00000000">
        <w:t>C</w:t>
      </w:r>
      <w:r>
        <w:t>’</w:t>
      </w:r>
      <w:r w:rsidR="00000000">
        <w:t>est assez facile à trouver de jour</w:t>
      </w:r>
      <w:r>
        <w:t xml:space="preserve">, </w:t>
      </w:r>
      <w:r w:rsidR="00000000">
        <w:t>si vous prenez bien soin de garder toujours votre droite</w:t>
      </w:r>
      <w:r>
        <w:t xml:space="preserve">, </w:t>
      </w:r>
      <w:r w:rsidR="00000000">
        <w:t>le long de l</w:t>
      </w:r>
      <w:r>
        <w:t>’</w:t>
      </w:r>
      <w:r w:rsidR="00000000">
        <w:t>océan</w:t>
      </w:r>
      <w:r>
        <w:t xml:space="preserve">, </w:t>
      </w:r>
      <w:r w:rsidR="00000000">
        <w:t>mais maintenant</w:t>
      </w:r>
      <w:r>
        <w:t xml:space="preserve">, </w:t>
      </w:r>
      <w:r w:rsidR="00000000">
        <w:t>jamais</w:t>
      </w:r>
      <w:r>
        <w:t xml:space="preserve">, </w:t>
      </w:r>
      <w:r w:rsidR="00000000">
        <w:t>jamais</w:t>
      </w:r>
      <w:r>
        <w:t xml:space="preserve">, </w:t>
      </w:r>
      <w:r w:rsidR="00000000">
        <w:t>vous ne pourriez</w:t>
      </w:r>
      <w:r>
        <w:t xml:space="preserve">, </w:t>
      </w:r>
      <w:r w:rsidR="00000000">
        <w:t>à moins</w:t>
      </w:r>
      <w:r>
        <w:t>…</w:t>
      </w:r>
    </w:p>
    <w:p w14:paraId="04CDD5E7" w14:textId="77777777" w:rsidR="00894734" w:rsidRDefault="00894734">
      <w:r>
        <w:t>— </w:t>
      </w:r>
      <w:r w:rsidR="00000000">
        <w:t>C</w:t>
      </w:r>
      <w:r>
        <w:t>’</w:t>
      </w:r>
      <w:r w:rsidR="00000000">
        <w:t>est bon merci</w:t>
      </w:r>
      <w:r>
        <w:t xml:space="preserve">. </w:t>
      </w:r>
      <w:r w:rsidR="00000000">
        <w:t>Donnez-moi une chambre</w:t>
      </w:r>
      <w:r>
        <w:t xml:space="preserve">. </w:t>
      </w:r>
      <w:r w:rsidR="00000000">
        <w:t>Il faudra me réveiller à cinq heures demain matin</w:t>
      </w:r>
      <w:r>
        <w:t>.</w:t>
      </w:r>
    </w:p>
    <w:p w14:paraId="26E22D5E" w14:textId="77777777" w:rsidR="00894734" w:rsidRDefault="00000000">
      <w:r>
        <w:t>À minuit</w:t>
      </w:r>
      <w:r w:rsidR="00894734">
        <w:t xml:space="preserve">, </w:t>
      </w:r>
      <w:r>
        <w:t>je dormais</w:t>
      </w:r>
      <w:r w:rsidR="00894734">
        <w:t>.</w:t>
      </w:r>
    </w:p>
    <w:p w14:paraId="0619480E" w14:textId="180D214A" w:rsidR="00894734" w:rsidRDefault="00000000">
      <w:r>
        <w:t>Le matin du lendemain était noyé dans le brouillard quand je m</w:t>
      </w:r>
      <w:r w:rsidR="00894734">
        <w:t>’</w:t>
      </w:r>
      <w:r>
        <w:t>éveillai</w:t>
      </w:r>
      <w:r w:rsidR="00894734">
        <w:t xml:space="preserve">. </w:t>
      </w:r>
      <w:r>
        <w:t>Je ne mis pas longtemps à m</w:t>
      </w:r>
      <w:r w:rsidR="00894734">
        <w:t>’</w:t>
      </w:r>
      <w:r>
        <w:t>habiller et à desce</w:t>
      </w:r>
      <w:r>
        <w:t>n</w:t>
      </w:r>
      <w:r>
        <w:t>dre</w:t>
      </w:r>
      <w:r w:rsidR="00894734">
        <w:t xml:space="preserve">. </w:t>
      </w:r>
      <w:r>
        <w:t>Quand j</w:t>
      </w:r>
      <w:r w:rsidR="00894734">
        <w:t>’</w:t>
      </w:r>
      <w:r>
        <w:t>eus appris par le jeune homme</w:t>
      </w:r>
      <w:r w:rsidR="00894734">
        <w:t xml:space="preserve">, </w:t>
      </w:r>
      <w:r>
        <w:t xml:space="preserve">encore de </w:t>
      </w:r>
      <w:r>
        <w:lastRenderedPageBreak/>
        <w:t>garde</w:t>
      </w:r>
      <w:r w:rsidR="00894734">
        <w:t xml:space="preserve">, </w:t>
      </w:r>
      <w:r>
        <w:t>que je ne trouverais rien à manger dans Quesada avant sept heures du matin</w:t>
      </w:r>
      <w:r w:rsidR="00894734">
        <w:t xml:space="preserve">, </w:t>
      </w:r>
      <w:r>
        <w:t xml:space="preserve">je me mis en route pour la maison de </w:t>
      </w:r>
      <w:r w:rsidR="00894734">
        <w:t>M. </w:t>
      </w:r>
      <w:r>
        <w:t>Collinson</w:t>
      </w:r>
      <w:r w:rsidR="00894734">
        <w:t xml:space="preserve">, </w:t>
      </w:r>
      <w:r>
        <w:t>dit Carter</w:t>
      </w:r>
      <w:r w:rsidR="00894734">
        <w:t>.</w:t>
      </w:r>
    </w:p>
    <w:p w14:paraId="4F69F75C" w14:textId="77777777" w:rsidR="00894734" w:rsidRDefault="00000000">
      <w:r>
        <w:t>Je suivis la rue jusqu</w:t>
      </w:r>
      <w:r w:rsidR="00894734">
        <w:t>’</w:t>
      </w:r>
      <w:r>
        <w:t>à ce qu</w:t>
      </w:r>
      <w:r w:rsidR="00894734">
        <w:t>’</w:t>
      </w:r>
      <w:r>
        <w:t>elle devînt une route assez c</w:t>
      </w:r>
      <w:r>
        <w:t>a</w:t>
      </w:r>
      <w:r>
        <w:t>hoteuse</w:t>
      </w:r>
      <w:r w:rsidR="00894734">
        <w:t xml:space="preserve">, </w:t>
      </w:r>
      <w:r>
        <w:t>et au carrefour</w:t>
      </w:r>
      <w:r w:rsidR="00894734">
        <w:t xml:space="preserve">, </w:t>
      </w:r>
      <w:r>
        <w:t>pris à droite vers l</w:t>
      </w:r>
      <w:r w:rsidR="00894734">
        <w:t>’</w:t>
      </w:r>
      <w:r>
        <w:t>océan</w:t>
      </w:r>
      <w:r w:rsidR="00894734">
        <w:t xml:space="preserve">. </w:t>
      </w:r>
      <w:r>
        <w:t>Cela n</w:t>
      </w:r>
      <w:r w:rsidR="00894734">
        <w:t>’</w:t>
      </w:r>
      <w:r>
        <w:t>avait jamais été une route</w:t>
      </w:r>
      <w:r w:rsidR="00894734">
        <w:t xml:space="preserve">, </w:t>
      </w:r>
      <w:r>
        <w:t>ce ne fut plus bientôt qu</w:t>
      </w:r>
      <w:r w:rsidR="00894734">
        <w:t>’</w:t>
      </w:r>
      <w:r>
        <w:t>un sentier r</w:t>
      </w:r>
      <w:r>
        <w:t>o</w:t>
      </w:r>
      <w:r>
        <w:t>cheux</w:t>
      </w:r>
      <w:r w:rsidR="00894734">
        <w:t xml:space="preserve">, </w:t>
      </w:r>
      <w:r>
        <w:t>escaladant le flanc escarpé de la falaise</w:t>
      </w:r>
      <w:r w:rsidR="00894734">
        <w:t xml:space="preserve">. </w:t>
      </w:r>
      <w:r>
        <w:t>Plus loin</w:t>
      </w:r>
      <w:r w:rsidR="00894734">
        <w:t xml:space="preserve">, </w:t>
      </w:r>
      <w:r>
        <w:t>cette falaise</w:t>
      </w:r>
      <w:r w:rsidR="00894734">
        <w:t xml:space="preserve">, </w:t>
      </w:r>
      <w:r>
        <w:t>creusée en demi-cercle irrégulier</w:t>
      </w:r>
      <w:r w:rsidR="00894734">
        <w:t xml:space="preserve">, </w:t>
      </w:r>
      <w:r>
        <w:t>formait un gouffre</w:t>
      </w:r>
      <w:r w:rsidR="00894734">
        <w:t xml:space="preserve">. </w:t>
      </w:r>
      <w:r>
        <w:t>Le sentier ne fut plus alors qu</w:t>
      </w:r>
      <w:r w:rsidR="00894734">
        <w:t>’</w:t>
      </w:r>
      <w:r>
        <w:t>une série de pas</w:t>
      </w:r>
      <w:r w:rsidR="00894734">
        <w:t xml:space="preserve">, </w:t>
      </w:r>
      <w:r>
        <w:t>ménagés dans le roc et qui contournaient le précipice</w:t>
      </w:r>
      <w:r w:rsidR="00894734">
        <w:t xml:space="preserve">. </w:t>
      </w:r>
      <w:r>
        <w:t>Au-dessus</w:t>
      </w:r>
      <w:r w:rsidR="00894734">
        <w:t xml:space="preserve">, </w:t>
      </w:r>
      <w:r>
        <w:t>la falaise s</w:t>
      </w:r>
      <w:r w:rsidR="00894734">
        <w:t>’</w:t>
      </w:r>
      <w:r>
        <w:t>élevait en une muraille droite de vingt à vingt-cinq mètres de haut</w:t>
      </w:r>
      <w:r w:rsidR="00894734">
        <w:t xml:space="preserve">. </w:t>
      </w:r>
      <w:r>
        <w:t>Une forte brise d</w:t>
      </w:r>
      <w:r w:rsidR="00894734">
        <w:t>’</w:t>
      </w:r>
      <w:r>
        <w:t>ouest vous soufflait au nez un brouillard épais</w:t>
      </w:r>
      <w:r w:rsidR="00894734">
        <w:t xml:space="preserve">. </w:t>
      </w:r>
      <w:r>
        <w:t>La mer grondait</w:t>
      </w:r>
      <w:r w:rsidR="00894734">
        <w:t xml:space="preserve">, </w:t>
      </w:r>
      <w:r>
        <w:t>furieuse et grise</w:t>
      </w:r>
      <w:r w:rsidR="00894734">
        <w:t xml:space="preserve">. </w:t>
      </w:r>
      <w:r>
        <w:t>Le lieu était sinistre comme but d</w:t>
      </w:r>
      <w:r w:rsidR="00894734">
        <w:t>’</w:t>
      </w:r>
      <w:r>
        <w:t>un voyage de noces</w:t>
      </w:r>
      <w:r w:rsidR="00894734">
        <w:t>.</w:t>
      </w:r>
    </w:p>
    <w:p w14:paraId="49809F9C" w14:textId="77777777" w:rsidR="00894734" w:rsidRDefault="00000000">
      <w:r>
        <w:t>À un détour de mon difficile chemin</w:t>
      </w:r>
      <w:r w:rsidR="00894734">
        <w:t xml:space="preserve">, </w:t>
      </w:r>
      <w:r>
        <w:t>je m</w:t>
      </w:r>
      <w:r w:rsidR="00894734">
        <w:t>’</w:t>
      </w:r>
      <w:r>
        <w:t>arrêtai pour r</w:t>
      </w:r>
      <w:r>
        <w:t>e</w:t>
      </w:r>
      <w:r>
        <w:t>garder un trou qui avait été fait récemment là</w:t>
      </w:r>
      <w:r w:rsidR="00894734">
        <w:t xml:space="preserve">, </w:t>
      </w:r>
      <w:r>
        <w:t>dans la terre qui se montrait çà et là</w:t>
      </w:r>
      <w:r w:rsidR="00894734">
        <w:t xml:space="preserve">, </w:t>
      </w:r>
      <w:r>
        <w:t>parmi le roc</w:t>
      </w:r>
      <w:r w:rsidR="00894734">
        <w:t xml:space="preserve">. </w:t>
      </w:r>
      <w:r>
        <w:t>Auprès du trou</w:t>
      </w:r>
      <w:r w:rsidR="00894734">
        <w:t xml:space="preserve">, </w:t>
      </w:r>
      <w:r>
        <w:t>un petit mo</w:t>
      </w:r>
      <w:r>
        <w:t>n</w:t>
      </w:r>
      <w:r>
        <w:t>ticule de terre avait été entassé</w:t>
      </w:r>
      <w:r w:rsidR="00894734">
        <w:t xml:space="preserve">. </w:t>
      </w:r>
      <w:r>
        <w:t>Il était évident que</w:t>
      </w:r>
      <w:r w:rsidR="00894734">
        <w:t xml:space="preserve">, </w:t>
      </w:r>
      <w:r>
        <w:t>il y avait très peu de temps</w:t>
      </w:r>
      <w:r w:rsidR="00894734">
        <w:t xml:space="preserve">, </w:t>
      </w:r>
      <w:r>
        <w:t>un arbuste avait été déraciné là</w:t>
      </w:r>
      <w:r w:rsidR="00894734">
        <w:t>.</w:t>
      </w:r>
    </w:p>
    <w:p w14:paraId="26A6C0D9" w14:textId="77777777" w:rsidR="00894734" w:rsidRDefault="00000000">
      <w:r>
        <w:t>Aucun arbuste déraciné n</w:t>
      </w:r>
      <w:r w:rsidR="00894734">
        <w:t>’</w:t>
      </w:r>
      <w:r>
        <w:t>était en vue</w:t>
      </w:r>
      <w:r w:rsidR="00894734">
        <w:t xml:space="preserve">. </w:t>
      </w:r>
      <w:r>
        <w:t>Je jetai ma cigarette et m</w:t>
      </w:r>
      <w:r w:rsidR="00894734">
        <w:t>’</w:t>
      </w:r>
      <w:r>
        <w:t>aidant des pieds et des mains</w:t>
      </w:r>
      <w:r w:rsidR="00894734">
        <w:t xml:space="preserve">, </w:t>
      </w:r>
      <w:r>
        <w:t>je descendis le long de la p</w:t>
      </w:r>
      <w:r>
        <w:t>a</w:t>
      </w:r>
      <w:r>
        <w:t>roi</w:t>
      </w:r>
      <w:r w:rsidR="00894734">
        <w:t xml:space="preserve">, </w:t>
      </w:r>
      <w:r>
        <w:t>penchant ma tête pour apercevoir le fond du gouffre</w:t>
      </w:r>
      <w:r w:rsidR="00894734">
        <w:t xml:space="preserve">. </w:t>
      </w:r>
      <w:r>
        <w:t>À une dizaine de mètres au-dessous de moi</w:t>
      </w:r>
      <w:r w:rsidR="00894734">
        <w:t xml:space="preserve">, </w:t>
      </w:r>
      <w:r>
        <w:t>j</w:t>
      </w:r>
      <w:r w:rsidR="00894734">
        <w:t>’</w:t>
      </w:r>
      <w:r>
        <w:t>aperçus enfin l</w:t>
      </w:r>
      <w:r w:rsidR="00894734">
        <w:t>’</w:t>
      </w:r>
      <w:r>
        <w:t>arbuste déraciné</w:t>
      </w:r>
      <w:r w:rsidR="00894734">
        <w:t xml:space="preserve">, </w:t>
      </w:r>
      <w:r>
        <w:t>arrêté par un éperon</w:t>
      </w:r>
      <w:r w:rsidR="00894734">
        <w:t xml:space="preserve">. </w:t>
      </w:r>
      <w:r>
        <w:t>De la terre fraîche adhérait e</w:t>
      </w:r>
      <w:r>
        <w:t>n</w:t>
      </w:r>
      <w:r>
        <w:t>core à ses racines</w:t>
      </w:r>
      <w:r w:rsidR="00894734">
        <w:t xml:space="preserve">. </w:t>
      </w:r>
      <w:r>
        <w:t>La seconde chose qui accrocha ma vue fut un chapeau mou d</w:t>
      </w:r>
      <w:r w:rsidR="00894734">
        <w:t>’</w:t>
      </w:r>
      <w:r>
        <w:t>homme</w:t>
      </w:r>
      <w:r w:rsidR="00894734">
        <w:t xml:space="preserve">, </w:t>
      </w:r>
      <w:r>
        <w:t>de couleur brune</w:t>
      </w:r>
      <w:r w:rsidR="00894734">
        <w:t xml:space="preserve">, </w:t>
      </w:r>
      <w:r>
        <w:t>accroché entre deux pointes de rocs</w:t>
      </w:r>
      <w:r w:rsidR="00894734">
        <w:t xml:space="preserve">, </w:t>
      </w:r>
      <w:r>
        <w:t>à mi-chemin de la mer</w:t>
      </w:r>
      <w:r w:rsidR="00894734">
        <w:t xml:space="preserve">. </w:t>
      </w:r>
      <w:r>
        <w:t>Je regardai au fond du gouffre et je vis</w:t>
      </w:r>
      <w:r w:rsidR="00894734">
        <w:t xml:space="preserve">, </w:t>
      </w:r>
      <w:r>
        <w:t>sortant de la mer</w:t>
      </w:r>
      <w:r w:rsidR="00894734">
        <w:t xml:space="preserve">, </w:t>
      </w:r>
      <w:r>
        <w:t>des pieds et des jambes</w:t>
      </w:r>
      <w:r w:rsidR="00894734">
        <w:t>.</w:t>
      </w:r>
    </w:p>
    <w:p w14:paraId="66BEF225" w14:textId="77777777" w:rsidR="00894734" w:rsidRDefault="00000000">
      <w:r>
        <w:lastRenderedPageBreak/>
        <w:t>C</w:t>
      </w:r>
      <w:r w:rsidR="00894734">
        <w:t>’</w:t>
      </w:r>
      <w:r>
        <w:t>étaient des pieds et des jambes d</w:t>
      </w:r>
      <w:r w:rsidR="00894734">
        <w:t>’</w:t>
      </w:r>
      <w:r>
        <w:t>homme</w:t>
      </w:r>
      <w:r w:rsidR="00894734">
        <w:t xml:space="preserve">, </w:t>
      </w:r>
      <w:r>
        <w:t>chaussés de noir et vêtues de pantalons foncés</w:t>
      </w:r>
      <w:r w:rsidR="00894734">
        <w:t xml:space="preserve">. </w:t>
      </w:r>
      <w:r>
        <w:t>Au-dessus des genoux</w:t>
      </w:r>
      <w:r w:rsidR="00894734">
        <w:t xml:space="preserve">, </w:t>
      </w:r>
      <w:r>
        <w:t>le reste du corps disparaissait dans la mer</w:t>
      </w:r>
      <w:r w:rsidR="00894734">
        <w:t>.</w:t>
      </w:r>
    </w:p>
    <w:p w14:paraId="5F574372" w14:textId="77777777" w:rsidR="00894734" w:rsidRDefault="00000000">
      <w:r>
        <w:t>Il n</w:t>
      </w:r>
      <w:r w:rsidR="00894734">
        <w:t>’</w:t>
      </w:r>
      <w:r>
        <w:t>était pas question de descendre plus bas par le chemin que j</w:t>
      </w:r>
      <w:r w:rsidR="00894734">
        <w:t>’</w:t>
      </w:r>
      <w:r>
        <w:t>avais emprunté jusque-là</w:t>
      </w:r>
      <w:r w:rsidR="00894734">
        <w:t xml:space="preserve">. </w:t>
      </w:r>
      <w:r>
        <w:t>Je remontai jusqu</w:t>
      </w:r>
      <w:r w:rsidR="00894734">
        <w:t>’</w:t>
      </w:r>
      <w:r>
        <w:t>au sentier et revins en arrière à un endroit où</w:t>
      </w:r>
      <w:r w:rsidR="00894734">
        <w:t xml:space="preserve">, </w:t>
      </w:r>
      <w:r>
        <w:t>la piste s</w:t>
      </w:r>
      <w:r w:rsidR="00894734">
        <w:t>’</w:t>
      </w:r>
      <w:r>
        <w:t>inclinant</w:t>
      </w:r>
      <w:r w:rsidR="00894734">
        <w:t xml:space="preserve">, </w:t>
      </w:r>
      <w:r>
        <w:t>j</w:t>
      </w:r>
      <w:r w:rsidR="00894734">
        <w:t>’</w:t>
      </w:r>
      <w:r>
        <w:t>avais traversé une sorte de ravin</w:t>
      </w:r>
      <w:r w:rsidR="00894734">
        <w:t xml:space="preserve">. </w:t>
      </w:r>
      <w:r>
        <w:t>Au fond de cette gorge</w:t>
      </w:r>
      <w:r w:rsidR="00894734">
        <w:t xml:space="preserve">, </w:t>
      </w:r>
      <w:r>
        <w:t>je me trouvai presque au niveau de la mer</w:t>
      </w:r>
      <w:r w:rsidR="00894734">
        <w:t xml:space="preserve">. </w:t>
      </w:r>
      <w:r>
        <w:t>Glissant sur mes semelles de cuir</w:t>
      </w:r>
      <w:r w:rsidR="00894734">
        <w:t xml:space="preserve">, </w:t>
      </w:r>
      <w:r>
        <w:t>manquant de me rompre le cou à chaque pas</w:t>
      </w:r>
      <w:r w:rsidR="00894734">
        <w:t xml:space="preserve">, </w:t>
      </w:r>
      <w:r>
        <w:t>je fis ainsi le tour d</w:t>
      </w:r>
      <w:r w:rsidR="00894734">
        <w:t>’</w:t>
      </w:r>
      <w:r>
        <w:t>un promontoire</w:t>
      </w:r>
      <w:r w:rsidR="00894734">
        <w:t xml:space="preserve">. </w:t>
      </w:r>
      <w:r>
        <w:t>Après l</w:t>
      </w:r>
      <w:r w:rsidR="00894734">
        <w:t>’</w:t>
      </w:r>
      <w:r>
        <w:t>avoir doublé</w:t>
      </w:r>
      <w:r w:rsidR="00894734">
        <w:t xml:space="preserve">, </w:t>
      </w:r>
      <w:r>
        <w:t>je me trouvai à quelques pas du corps à demi immergé</w:t>
      </w:r>
      <w:r w:rsidR="00894734">
        <w:t xml:space="preserve">. </w:t>
      </w:r>
      <w:r>
        <w:t>Je m</w:t>
      </w:r>
      <w:r w:rsidR="00894734">
        <w:t>’</w:t>
      </w:r>
      <w:r>
        <w:t>en approchai et tirai à moi les deux jambes</w:t>
      </w:r>
      <w:r w:rsidR="00894734">
        <w:t>.</w:t>
      </w:r>
    </w:p>
    <w:p w14:paraId="2E7E99DA" w14:textId="77777777" w:rsidR="00894734" w:rsidRDefault="00000000">
      <w:r>
        <w:t>C</w:t>
      </w:r>
      <w:r w:rsidR="00894734">
        <w:t>’</w:t>
      </w:r>
      <w:r>
        <w:t>était le corps d</w:t>
      </w:r>
      <w:r w:rsidR="00894734">
        <w:t>’</w:t>
      </w:r>
      <w:r>
        <w:t>Éric Collinson</w:t>
      </w:r>
      <w:r w:rsidR="00894734">
        <w:t xml:space="preserve">, </w:t>
      </w:r>
      <w:r>
        <w:t>couché sur le dos</w:t>
      </w:r>
      <w:r w:rsidR="00894734">
        <w:t xml:space="preserve">. </w:t>
      </w:r>
      <w:r>
        <w:t>Je le r</w:t>
      </w:r>
      <w:r>
        <w:t>e</w:t>
      </w:r>
      <w:r>
        <w:t>tournai</w:t>
      </w:r>
      <w:r w:rsidR="00894734">
        <w:t xml:space="preserve">. </w:t>
      </w:r>
      <w:r>
        <w:t>Il portait une affreuse plaie derrière la tête et il m</w:t>
      </w:r>
      <w:r w:rsidR="00894734">
        <w:t>’</w:t>
      </w:r>
      <w:r>
        <w:t>apparut au premier examen qu</w:t>
      </w:r>
      <w:r w:rsidR="00894734">
        <w:t>’</w:t>
      </w:r>
      <w:r>
        <w:t>il avait eu également la c</w:t>
      </w:r>
      <w:r>
        <w:t>o</w:t>
      </w:r>
      <w:r>
        <w:t>lonne vertébrale brisée dans sa chute</w:t>
      </w:r>
      <w:r w:rsidR="00894734">
        <w:t xml:space="preserve">. </w:t>
      </w:r>
      <w:r>
        <w:t>Je le remontai sur un r</w:t>
      </w:r>
      <w:r>
        <w:t>o</w:t>
      </w:r>
      <w:r>
        <w:t>cher</w:t>
      </w:r>
      <w:r w:rsidR="00894734">
        <w:t xml:space="preserve">, </w:t>
      </w:r>
      <w:r>
        <w:t>au sec</w:t>
      </w:r>
      <w:r w:rsidR="00894734">
        <w:t xml:space="preserve">. </w:t>
      </w:r>
      <w:r>
        <w:t>Ses poches contenaient une centaine de dollars</w:t>
      </w:r>
      <w:r w:rsidR="00894734">
        <w:t xml:space="preserve">, </w:t>
      </w:r>
      <w:r>
        <w:t>une montre</w:t>
      </w:r>
      <w:r w:rsidR="00894734">
        <w:t xml:space="preserve">, </w:t>
      </w:r>
      <w:r>
        <w:t>un canif</w:t>
      </w:r>
      <w:r w:rsidR="00894734">
        <w:t xml:space="preserve">, </w:t>
      </w:r>
      <w:r>
        <w:t>un stylo et un porte-mine d</w:t>
      </w:r>
      <w:r w:rsidR="00894734">
        <w:t>’</w:t>
      </w:r>
      <w:r>
        <w:t>or</w:t>
      </w:r>
      <w:r w:rsidR="00894734">
        <w:t xml:space="preserve">, </w:t>
      </w:r>
      <w:r>
        <w:t>des p</w:t>
      </w:r>
      <w:r>
        <w:t>a</w:t>
      </w:r>
      <w:r>
        <w:t>piers</w:t>
      </w:r>
      <w:r w:rsidR="00894734">
        <w:t xml:space="preserve">, </w:t>
      </w:r>
      <w:r>
        <w:t>deux lettres et un agenda de poche</w:t>
      </w:r>
      <w:r w:rsidR="00894734">
        <w:t xml:space="preserve">. </w:t>
      </w:r>
      <w:r>
        <w:t>Je regardai les p</w:t>
      </w:r>
      <w:r>
        <w:t>a</w:t>
      </w:r>
      <w:r>
        <w:t>piers</w:t>
      </w:r>
      <w:r w:rsidR="00894734">
        <w:t xml:space="preserve">, </w:t>
      </w:r>
      <w:r>
        <w:t>les lettres</w:t>
      </w:r>
      <w:r w:rsidR="00894734">
        <w:t xml:space="preserve">, </w:t>
      </w:r>
      <w:r>
        <w:t>l</w:t>
      </w:r>
      <w:r w:rsidR="00894734">
        <w:t>’</w:t>
      </w:r>
      <w:r>
        <w:t>agenda</w:t>
      </w:r>
      <w:r w:rsidR="00894734">
        <w:t xml:space="preserve"> : </w:t>
      </w:r>
      <w:r>
        <w:t>ils ne m</w:t>
      </w:r>
      <w:r w:rsidR="00894734">
        <w:t>’</w:t>
      </w:r>
      <w:r>
        <w:t>apprirent rien</w:t>
      </w:r>
      <w:r w:rsidR="00894734">
        <w:t xml:space="preserve">. </w:t>
      </w:r>
      <w:r>
        <w:t>Je ne trouvai rien non plus sur lui ou près de lui qui m</w:t>
      </w:r>
      <w:r w:rsidR="00894734">
        <w:t>’</w:t>
      </w:r>
      <w:r>
        <w:t>éclairât sur cette mort</w:t>
      </w:r>
      <w:r w:rsidR="00894734">
        <w:t>.</w:t>
      </w:r>
    </w:p>
    <w:p w14:paraId="59213A6D" w14:textId="77777777" w:rsidR="00894734" w:rsidRDefault="00000000">
      <w:r>
        <w:t>Je le laissai là et retournai dans la direction du ravin</w:t>
      </w:r>
      <w:r w:rsidR="00894734">
        <w:t xml:space="preserve">, </w:t>
      </w:r>
      <w:r>
        <w:t>d</w:t>
      </w:r>
      <w:r w:rsidR="00894734">
        <w:t>’</w:t>
      </w:r>
      <w:r>
        <w:t>où je regagnai le sentier et l</w:t>
      </w:r>
      <w:r w:rsidR="00894734">
        <w:t>’</w:t>
      </w:r>
      <w:r>
        <w:t>endroit où l</w:t>
      </w:r>
      <w:r w:rsidR="00894734">
        <w:t>’</w:t>
      </w:r>
      <w:r>
        <w:t>arbuste avait été déraciné</w:t>
      </w:r>
      <w:r w:rsidR="00894734">
        <w:t xml:space="preserve">. </w:t>
      </w:r>
      <w:r>
        <w:t>Je ne pus relever aucune empreinte</w:t>
      </w:r>
      <w:r w:rsidR="00894734">
        <w:t xml:space="preserve">, </w:t>
      </w:r>
      <w:r>
        <w:t>à cause de ce roc dur où rien ne marque</w:t>
      </w:r>
      <w:r w:rsidR="00894734">
        <w:t xml:space="preserve">. </w:t>
      </w:r>
      <w:r>
        <w:t>Je continuai mon chemin</w:t>
      </w:r>
      <w:r w:rsidR="00894734">
        <w:t xml:space="preserve">. </w:t>
      </w:r>
      <w:r>
        <w:t>Le sentier descendit peu à peu au niveau de la mer</w:t>
      </w:r>
      <w:r w:rsidR="00894734">
        <w:t xml:space="preserve">. </w:t>
      </w:r>
      <w:r>
        <w:t>Il n</w:t>
      </w:r>
      <w:r w:rsidR="00894734">
        <w:t>’</w:t>
      </w:r>
      <w:r>
        <w:t>y eut plus de falaise</w:t>
      </w:r>
      <w:r w:rsidR="00894734">
        <w:t xml:space="preserve">, </w:t>
      </w:r>
      <w:r>
        <w:t>plus de gouffre</w:t>
      </w:r>
      <w:r w:rsidR="00894734">
        <w:t xml:space="preserve">. </w:t>
      </w:r>
      <w:r>
        <w:t>Puis ma route quitta l</w:t>
      </w:r>
      <w:r w:rsidR="00894734">
        <w:t>’</w:t>
      </w:r>
      <w:r>
        <w:t>océan et je me trouvai subitement devant la maison brune que le gardien de nuit de l</w:t>
      </w:r>
      <w:r w:rsidR="00894734">
        <w:t>’</w:t>
      </w:r>
      <w:r>
        <w:t>hôtel m</w:t>
      </w:r>
      <w:r w:rsidR="00894734">
        <w:t>’</w:t>
      </w:r>
      <w:r>
        <w:t>avait décrite</w:t>
      </w:r>
      <w:r w:rsidR="00894734">
        <w:t>.</w:t>
      </w:r>
    </w:p>
    <w:p w14:paraId="155D578C" w14:textId="1B5AB624" w:rsidR="00894734" w:rsidRDefault="00000000">
      <w:r>
        <w:lastRenderedPageBreak/>
        <w:t>C</w:t>
      </w:r>
      <w:r w:rsidR="00894734">
        <w:t>’</w:t>
      </w:r>
      <w:r>
        <w:t>était une grande bâtisse à deux étages qui faisait face à la mer</w:t>
      </w:r>
      <w:r w:rsidR="00894734">
        <w:t xml:space="preserve">. </w:t>
      </w:r>
      <w:r>
        <w:t>Il n</w:t>
      </w:r>
      <w:r w:rsidR="00894734">
        <w:t>’</w:t>
      </w:r>
      <w:r>
        <w:t>y avait personne e</w:t>
      </w:r>
      <w:r>
        <w:t>n</w:t>
      </w:r>
      <w:r>
        <w:t xml:space="preserve"> vue</w:t>
      </w:r>
      <w:r w:rsidR="00894734">
        <w:t xml:space="preserve">. </w:t>
      </w:r>
      <w:r>
        <w:t>Les persiennes des fenêtres du rez-de-chaussée étaient fermées</w:t>
      </w:r>
      <w:r w:rsidR="00894734">
        <w:t xml:space="preserve">. </w:t>
      </w:r>
      <w:r>
        <w:t>Je m</w:t>
      </w:r>
      <w:r w:rsidR="00894734">
        <w:t>’</w:t>
      </w:r>
      <w:r>
        <w:t>approchai</w:t>
      </w:r>
      <w:r w:rsidR="00894734">
        <w:t xml:space="preserve">, </w:t>
      </w:r>
      <w:r>
        <w:t>sonnai à la porte de la façade et n</w:t>
      </w:r>
      <w:r w:rsidR="00894734">
        <w:t>’</w:t>
      </w:r>
      <w:r>
        <w:t>obtint pas de réponse</w:t>
      </w:r>
      <w:r w:rsidR="00894734">
        <w:t xml:space="preserve">. </w:t>
      </w:r>
      <w:r>
        <w:t>Je fis le tour de la maison et frappai à la porte de la cuisine</w:t>
      </w:r>
      <w:r w:rsidR="00894734">
        <w:t xml:space="preserve">. </w:t>
      </w:r>
      <w:r>
        <w:t>La porte n</w:t>
      </w:r>
      <w:r w:rsidR="00894734">
        <w:t>’</w:t>
      </w:r>
      <w:r>
        <w:t>était que poussée et mon poing la fit s</w:t>
      </w:r>
      <w:r w:rsidR="00894734">
        <w:t>’</w:t>
      </w:r>
      <w:r>
        <w:t>entr</w:t>
      </w:r>
      <w:r w:rsidR="00894734">
        <w:t>’</w:t>
      </w:r>
      <w:r>
        <w:t>ouvrir</w:t>
      </w:r>
      <w:r w:rsidR="00894734">
        <w:t xml:space="preserve">. </w:t>
      </w:r>
      <w:r>
        <w:t>Elle donnait accès à une cuisine sombre</w:t>
      </w:r>
      <w:r w:rsidR="00894734">
        <w:t xml:space="preserve">. </w:t>
      </w:r>
      <w:r>
        <w:t>Silence absolu</w:t>
      </w:r>
      <w:r w:rsidR="00894734">
        <w:t xml:space="preserve">. </w:t>
      </w:r>
      <w:r>
        <w:t>J</w:t>
      </w:r>
      <w:r w:rsidR="00894734">
        <w:t>’</w:t>
      </w:r>
      <w:r>
        <w:t>ouvris la porte plus grande</w:t>
      </w:r>
      <w:r w:rsidR="00894734">
        <w:t xml:space="preserve">, </w:t>
      </w:r>
      <w:r>
        <w:t>appelai</w:t>
      </w:r>
      <w:r w:rsidR="00894734">
        <w:t xml:space="preserve">. </w:t>
      </w:r>
      <w:r>
        <w:t>Toujours le silence</w:t>
      </w:r>
      <w:r w:rsidR="00894734">
        <w:t xml:space="preserve">. </w:t>
      </w:r>
      <w:r>
        <w:t>Je criai</w:t>
      </w:r>
      <w:r w:rsidR="00894734">
        <w:t> :</w:t>
      </w:r>
    </w:p>
    <w:p w14:paraId="11EA14AC" w14:textId="77777777" w:rsidR="00894734" w:rsidRDefault="00894734">
      <w:r>
        <w:t>— </w:t>
      </w:r>
      <w:r w:rsidR="00000000">
        <w:t>Mrs</w:t>
      </w:r>
      <w:r>
        <w:t xml:space="preserve">. </w:t>
      </w:r>
      <w:r w:rsidR="00000000">
        <w:t>Collinson</w:t>
      </w:r>
      <w:r>
        <w:t> !</w:t>
      </w:r>
    </w:p>
    <w:p w14:paraId="7BFA14AC" w14:textId="77777777" w:rsidR="00894734" w:rsidRDefault="00000000">
      <w:r>
        <w:t>Pas de réponse</w:t>
      </w:r>
      <w:r w:rsidR="00894734">
        <w:t xml:space="preserve">. </w:t>
      </w:r>
      <w:r>
        <w:t>Je traversai la cuisine</w:t>
      </w:r>
      <w:r w:rsidR="00894734">
        <w:t xml:space="preserve">, </w:t>
      </w:r>
      <w:r>
        <w:t>une salle à manger plongée dans l</w:t>
      </w:r>
      <w:r w:rsidR="00894734">
        <w:t>’</w:t>
      </w:r>
      <w:r>
        <w:t>obscurité</w:t>
      </w:r>
      <w:r w:rsidR="00894734">
        <w:t xml:space="preserve">, </w:t>
      </w:r>
      <w:r>
        <w:t>trouvai un escalier et commençai à v</w:t>
      </w:r>
      <w:r>
        <w:t>i</w:t>
      </w:r>
      <w:r>
        <w:t>siter les chambres</w:t>
      </w:r>
      <w:r w:rsidR="00894734">
        <w:t xml:space="preserve">. </w:t>
      </w:r>
      <w:r>
        <w:t>Il n</w:t>
      </w:r>
      <w:r w:rsidR="00894734">
        <w:t>’</w:t>
      </w:r>
      <w:r>
        <w:t>y avait personne dans cette maison</w:t>
      </w:r>
      <w:r w:rsidR="00894734">
        <w:t>.</w:t>
      </w:r>
    </w:p>
    <w:p w14:paraId="1EDE46C1" w14:textId="77777777" w:rsidR="00894734" w:rsidRDefault="00000000">
      <w:r>
        <w:t>Dans une des chambres</w:t>
      </w:r>
      <w:r w:rsidR="00894734">
        <w:t xml:space="preserve">, </w:t>
      </w:r>
      <w:r>
        <w:t>je trouvai un pistolet automatique sur le parquet</w:t>
      </w:r>
      <w:r w:rsidR="00894734">
        <w:t xml:space="preserve">. </w:t>
      </w:r>
      <w:r>
        <w:t>Dans un coin du plafond</w:t>
      </w:r>
      <w:r w:rsidR="00894734">
        <w:t xml:space="preserve">, </w:t>
      </w:r>
      <w:r>
        <w:t>il y avait un trou qu</w:t>
      </w:r>
      <w:r w:rsidR="00894734">
        <w:t>’</w:t>
      </w:r>
      <w:r>
        <w:t>une des balles de ce pistolet avait bien pu faire et</w:t>
      </w:r>
      <w:r w:rsidR="00894734">
        <w:t xml:space="preserve">, </w:t>
      </w:r>
      <w:r>
        <w:t>sous ce trou</w:t>
      </w:r>
      <w:r w:rsidR="00894734">
        <w:t xml:space="preserve">, </w:t>
      </w:r>
      <w:r>
        <w:t>sur le parquet</w:t>
      </w:r>
      <w:r w:rsidR="00894734">
        <w:t xml:space="preserve">, </w:t>
      </w:r>
      <w:r>
        <w:t>du plâtre fraîchement tombé</w:t>
      </w:r>
      <w:r w:rsidR="00894734">
        <w:t xml:space="preserve">. </w:t>
      </w:r>
      <w:r>
        <w:t>Les couvert</w:t>
      </w:r>
      <w:r>
        <w:t>u</w:t>
      </w:r>
      <w:r>
        <w:t>res du lit étaient en ordre</w:t>
      </w:r>
      <w:r w:rsidR="00894734">
        <w:t xml:space="preserve">. </w:t>
      </w:r>
      <w:r>
        <w:t>Les vêtements dans la penderie</w:t>
      </w:r>
      <w:r w:rsidR="00894734">
        <w:t xml:space="preserve">, </w:t>
      </w:r>
      <w:r>
        <w:t>de menus objets sur la table et le bureau désignaient clairement cette chambre comme celle d</w:t>
      </w:r>
      <w:r w:rsidR="00894734">
        <w:t>’</w:t>
      </w:r>
      <w:r>
        <w:t>Éric Collinson</w:t>
      </w:r>
      <w:r w:rsidR="00894734">
        <w:t>.</w:t>
      </w:r>
    </w:p>
    <w:p w14:paraId="3984AF35" w14:textId="77777777" w:rsidR="00894734" w:rsidRDefault="00000000">
      <w:r>
        <w:t>Communiquant avec cette chambre</w:t>
      </w:r>
      <w:r w:rsidR="00894734">
        <w:t xml:space="preserve">, </w:t>
      </w:r>
      <w:r>
        <w:t>celle de Gabrielle</w:t>
      </w:r>
      <w:r w:rsidR="00894734">
        <w:t xml:space="preserve"> : </w:t>
      </w:r>
      <w:r>
        <w:t>le lit n</w:t>
      </w:r>
      <w:r w:rsidR="00894734">
        <w:t>’</w:t>
      </w:r>
      <w:r>
        <w:t>était pas défait</w:t>
      </w:r>
      <w:r w:rsidR="00894734">
        <w:t xml:space="preserve">. </w:t>
      </w:r>
      <w:r>
        <w:t>Par terre</w:t>
      </w:r>
      <w:r w:rsidR="00894734">
        <w:t xml:space="preserve">, </w:t>
      </w:r>
      <w:r>
        <w:t>dans la penderie</w:t>
      </w:r>
      <w:r w:rsidR="00894734">
        <w:t xml:space="preserve">, </w:t>
      </w:r>
      <w:r>
        <w:t>je trouvai une robe de satin noir</w:t>
      </w:r>
      <w:r w:rsidR="00894734">
        <w:t xml:space="preserve">, </w:t>
      </w:r>
      <w:r>
        <w:t>un mouchoir blanc taché de sang</w:t>
      </w:r>
      <w:r w:rsidR="00894734">
        <w:t xml:space="preserve">, </w:t>
      </w:r>
      <w:r>
        <w:t>des mules de daim noir souillées</w:t>
      </w:r>
      <w:r w:rsidR="00894734">
        <w:t xml:space="preserve">. </w:t>
      </w:r>
      <w:r>
        <w:t>Dans la salle de bains</w:t>
      </w:r>
      <w:r w:rsidR="00894734">
        <w:t xml:space="preserve">, </w:t>
      </w:r>
      <w:r>
        <w:t>il y avait une se</w:t>
      </w:r>
      <w:r>
        <w:t>r</w:t>
      </w:r>
      <w:r>
        <w:t>viette de toilette et un gant éponge</w:t>
      </w:r>
      <w:r w:rsidR="00894734">
        <w:t xml:space="preserve">, </w:t>
      </w:r>
      <w:r>
        <w:t>tous deux maculés de boue et de sang</w:t>
      </w:r>
      <w:r w:rsidR="00894734">
        <w:t xml:space="preserve">, </w:t>
      </w:r>
      <w:r>
        <w:t>et encore trempés</w:t>
      </w:r>
      <w:r w:rsidR="00894734">
        <w:t xml:space="preserve">. </w:t>
      </w:r>
      <w:r>
        <w:t>Sur la coiffeuse</w:t>
      </w:r>
      <w:r w:rsidR="00894734">
        <w:t xml:space="preserve">, </w:t>
      </w:r>
      <w:r>
        <w:t>un papier blanc déplié</w:t>
      </w:r>
      <w:r w:rsidR="00894734">
        <w:t xml:space="preserve">, </w:t>
      </w:r>
      <w:r>
        <w:t>sur lequel il y avait encore un peu de poudre blanche</w:t>
      </w:r>
      <w:r w:rsidR="00894734">
        <w:t xml:space="preserve">. </w:t>
      </w:r>
      <w:r>
        <w:t>J</w:t>
      </w:r>
      <w:r w:rsidR="00894734">
        <w:t>’</w:t>
      </w:r>
      <w:r>
        <w:t>y touchai du bout de la langue</w:t>
      </w:r>
      <w:r w:rsidR="00894734">
        <w:t xml:space="preserve"> : </w:t>
      </w:r>
      <w:r>
        <w:t>c</w:t>
      </w:r>
      <w:r w:rsidR="00894734">
        <w:t>’</w:t>
      </w:r>
      <w:r>
        <w:t>était de la morphine</w:t>
      </w:r>
      <w:r w:rsidR="00894734">
        <w:t>.</w:t>
      </w:r>
    </w:p>
    <w:p w14:paraId="340A13F5" w14:textId="77777777" w:rsidR="00894734" w:rsidRDefault="00000000">
      <w:r>
        <w:lastRenderedPageBreak/>
        <w:t>Je revins à Quesada</w:t>
      </w:r>
      <w:r w:rsidR="00894734">
        <w:t xml:space="preserve">, </w:t>
      </w:r>
      <w:r>
        <w:t>mis des chaussures et des vêtements secs et m</w:t>
      </w:r>
      <w:r w:rsidR="00894734">
        <w:t>’</w:t>
      </w:r>
      <w:r>
        <w:t>enquis auprès du gérant de l</w:t>
      </w:r>
      <w:r w:rsidR="00894734">
        <w:t>’</w:t>
      </w:r>
      <w:r>
        <w:t>hôtel</w:t>
      </w:r>
      <w:r w:rsidR="00894734">
        <w:t xml:space="preserve">, </w:t>
      </w:r>
      <w:r>
        <w:t>du personnage re</w:t>
      </w:r>
      <w:r>
        <w:t>s</w:t>
      </w:r>
      <w:r>
        <w:t>ponsable du bon ordre dans ce pays perdu</w:t>
      </w:r>
      <w:r w:rsidR="00894734">
        <w:t>.</w:t>
      </w:r>
    </w:p>
    <w:p w14:paraId="4DC9AA4F" w14:textId="77777777" w:rsidR="00894734" w:rsidRDefault="00894734">
      <w:r>
        <w:t>— </w:t>
      </w:r>
      <w:r w:rsidR="00000000">
        <w:t>Le major Dick Cotton</w:t>
      </w:r>
      <w:r>
        <w:t xml:space="preserve">, </w:t>
      </w:r>
      <w:r w:rsidR="00000000">
        <w:t>me répondit-il</w:t>
      </w:r>
      <w:r>
        <w:t xml:space="preserve">, </w:t>
      </w:r>
      <w:r w:rsidR="00000000">
        <w:t>mais il est parti en voyage hier soir</w:t>
      </w:r>
      <w:r>
        <w:t xml:space="preserve">. </w:t>
      </w:r>
      <w:r w:rsidR="00000000">
        <w:t>En son absence</w:t>
      </w:r>
      <w:r>
        <w:t xml:space="preserve">, </w:t>
      </w:r>
      <w:r w:rsidR="00000000">
        <w:t xml:space="preserve">vous pouvez voir Ben </w:t>
      </w:r>
      <w:proofErr w:type="spellStart"/>
      <w:r w:rsidR="00000000">
        <w:t>Rolly</w:t>
      </w:r>
      <w:proofErr w:type="spellEnd"/>
      <w:r>
        <w:t xml:space="preserve">, </w:t>
      </w:r>
      <w:r w:rsidR="00000000">
        <w:t>le député-shérif</w:t>
      </w:r>
      <w:r>
        <w:t xml:space="preserve">, </w:t>
      </w:r>
      <w:r w:rsidR="00000000">
        <w:t>à son bureau</w:t>
      </w:r>
      <w:r>
        <w:t>.</w:t>
      </w:r>
    </w:p>
    <w:p w14:paraId="685CE8F4" w14:textId="77777777" w:rsidR="00894734" w:rsidRDefault="00894734">
      <w:r>
        <w:t>— </w:t>
      </w:r>
      <w:r w:rsidR="00000000">
        <w:t>Où est-ce</w:t>
      </w:r>
      <w:r>
        <w:t> ?</w:t>
      </w:r>
    </w:p>
    <w:p w14:paraId="750587F4" w14:textId="77777777" w:rsidR="00894734" w:rsidRDefault="00894734">
      <w:r>
        <w:t>— </w:t>
      </w:r>
      <w:r w:rsidR="00000000">
        <w:t>La première porte après le garage</w:t>
      </w:r>
      <w:r>
        <w:t>.</w:t>
      </w:r>
    </w:p>
    <w:p w14:paraId="03322604" w14:textId="77777777" w:rsidR="00894734" w:rsidRDefault="00000000">
      <w:r>
        <w:t>Je trouvai facilement</w:t>
      </w:r>
      <w:r w:rsidR="00894734">
        <w:t xml:space="preserve">. </w:t>
      </w:r>
      <w:r>
        <w:t>Il y avait deux hommes</w:t>
      </w:r>
      <w:r w:rsidR="00894734">
        <w:t xml:space="preserve">, </w:t>
      </w:r>
      <w:r>
        <w:t>dans le b</w:t>
      </w:r>
      <w:r>
        <w:t>u</w:t>
      </w:r>
      <w:r>
        <w:t>reau</w:t>
      </w:r>
      <w:r w:rsidR="00894734">
        <w:t xml:space="preserve">, </w:t>
      </w:r>
      <w:r>
        <w:t>assis</w:t>
      </w:r>
      <w:r w:rsidR="00894734">
        <w:t xml:space="preserve">, </w:t>
      </w:r>
      <w:r>
        <w:t>les pieds sur la grande table qui occupait le centre de la pièce</w:t>
      </w:r>
      <w:r w:rsidR="00894734">
        <w:t xml:space="preserve">. </w:t>
      </w:r>
      <w:r>
        <w:t>L</w:t>
      </w:r>
      <w:r w:rsidR="00894734">
        <w:t>’</w:t>
      </w:r>
      <w:r>
        <w:t>un avait une bonne figure de paysan et paraissait âgé d</w:t>
      </w:r>
      <w:r w:rsidR="00894734">
        <w:t>’</w:t>
      </w:r>
      <w:r>
        <w:t>une cinquantaine d</w:t>
      </w:r>
      <w:r w:rsidR="00894734">
        <w:t>’</w:t>
      </w:r>
      <w:r>
        <w:t>années</w:t>
      </w:r>
      <w:r w:rsidR="00894734">
        <w:t xml:space="preserve">. </w:t>
      </w:r>
      <w:r>
        <w:t>L</w:t>
      </w:r>
      <w:r w:rsidR="00894734">
        <w:t>’</w:t>
      </w:r>
      <w:r>
        <w:t>autre</w:t>
      </w:r>
      <w:r w:rsidR="00894734">
        <w:t xml:space="preserve">, </w:t>
      </w:r>
      <w:r>
        <w:t>un grand gaillard</w:t>
      </w:r>
      <w:r w:rsidR="00894734">
        <w:t xml:space="preserve">, </w:t>
      </w:r>
      <w:r>
        <w:t>ne d</w:t>
      </w:r>
      <w:r>
        <w:t>e</w:t>
      </w:r>
      <w:r>
        <w:t>vait pas en avoir plus de vingt-cinq</w:t>
      </w:r>
      <w:r w:rsidR="00894734">
        <w:t xml:space="preserve">. </w:t>
      </w:r>
      <w:r>
        <w:t>Ils ne bougèrent pas</w:t>
      </w:r>
      <w:r w:rsidR="00894734">
        <w:t>.</w:t>
      </w:r>
    </w:p>
    <w:p w14:paraId="4D0553C1" w14:textId="77777777" w:rsidR="00894734" w:rsidRDefault="00894734">
      <w:r>
        <w:t>— </w:t>
      </w:r>
      <w:r w:rsidR="00000000">
        <w:t>Je voudrais voir le député-shérif</w:t>
      </w:r>
      <w:r>
        <w:t xml:space="preserve"> ? </w:t>
      </w:r>
      <w:r w:rsidR="00000000">
        <w:t>dis-je</w:t>
      </w:r>
      <w:r>
        <w:t>.</w:t>
      </w:r>
    </w:p>
    <w:p w14:paraId="7F3113E8" w14:textId="77777777" w:rsidR="00894734" w:rsidRDefault="00894734">
      <w:r>
        <w:t>— </w:t>
      </w:r>
      <w:r w:rsidR="00000000">
        <w:t>C</w:t>
      </w:r>
      <w:r>
        <w:t>’</w:t>
      </w:r>
      <w:r w:rsidR="00000000">
        <w:t>est moi</w:t>
      </w:r>
      <w:r>
        <w:t xml:space="preserve">, </w:t>
      </w:r>
      <w:r w:rsidR="00000000">
        <w:t>dit le plus jeune des deux</w:t>
      </w:r>
      <w:r>
        <w:t xml:space="preserve">. </w:t>
      </w:r>
      <w:r w:rsidR="00000000">
        <w:t>Asseyez-vous</w:t>
      </w:r>
      <w:r>
        <w:t xml:space="preserve">. </w:t>
      </w:r>
      <w:r w:rsidR="00000000">
        <w:t>Vous pouvez parler</w:t>
      </w:r>
      <w:r>
        <w:t xml:space="preserve">, </w:t>
      </w:r>
      <w:r w:rsidR="00000000">
        <w:t>c</w:t>
      </w:r>
      <w:r>
        <w:t>’</w:t>
      </w:r>
      <w:r w:rsidR="00000000">
        <w:t>est papa</w:t>
      </w:r>
      <w:r>
        <w:t xml:space="preserve">, </w:t>
      </w:r>
      <w:r w:rsidR="00000000">
        <w:t>ajouta-t-il</w:t>
      </w:r>
      <w:r>
        <w:t xml:space="preserve">, </w:t>
      </w:r>
      <w:r w:rsidR="00000000">
        <w:t>en désignant le bonhomme</w:t>
      </w:r>
      <w:r>
        <w:t>.</w:t>
      </w:r>
    </w:p>
    <w:p w14:paraId="57B62AA7" w14:textId="77777777" w:rsidR="00894734" w:rsidRDefault="00894734">
      <w:r>
        <w:t>— </w:t>
      </w:r>
      <w:r w:rsidR="00000000">
        <w:t>Vous connaissez Éric Carter</w:t>
      </w:r>
      <w:r>
        <w:t xml:space="preserve"> ? </w:t>
      </w:r>
      <w:r w:rsidR="00000000">
        <w:t>demandai-je</w:t>
      </w:r>
      <w:r>
        <w:t>.</w:t>
      </w:r>
    </w:p>
    <w:p w14:paraId="4A0BB14D" w14:textId="77777777" w:rsidR="00894734" w:rsidRDefault="00894734">
      <w:r>
        <w:t>— </w:t>
      </w:r>
      <w:r w:rsidR="00000000">
        <w:t>Le type qui passe sa lune de miel à la villa des Embruns</w:t>
      </w:r>
      <w:r>
        <w:t> ?</w:t>
      </w:r>
    </w:p>
    <w:p w14:paraId="65DCE101" w14:textId="77777777" w:rsidR="00894734" w:rsidRDefault="00894734">
      <w:r>
        <w:t>— </w:t>
      </w:r>
      <w:r w:rsidR="00000000">
        <w:t>Il est mort</w:t>
      </w:r>
      <w:r>
        <w:t xml:space="preserve">, </w:t>
      </w:r>
      <w:r w:rsidR="00000000">
        <w:t>dis-je</w:t>
      </w:r>
      <w:r>
        <w:t xml:space="preserve">. </w:t>
      </w:r>
      <w:r w:rsidR="00000000">
        <w:t>Il est tombé du sentier de la falaise la nuit dernière ou ce matin</w:t>
      </w:r>
      <w:r>
        <w:t xml:space="preserve">. </w:t>
      </w:r>
      <w:r w:rsidR="00000000">
        <w:t>Cela peut être un accident</w:t>
      </w:r>
      <w:r>
        <w:t>.</w:t>
      </w:r>
    </w:p>
    <w:p w14:paraId="48B9012A" w14:textId="77777777" w:rsidR="00894734" w:rsidRDefault="00000000">
      <w:r>
        <w:t>Le père regarda son fils avec des yeux ronds</w:t>
      </w:r>
      <w:r w:rsidR="00894734">
        <w:t xml:space="preserve">. </w:t>
      </w:r>
      <w:r>
        <w:t>Le fils me r</w:t>
      </w:r>
      <w:r>
        <w:t>e</w:t>
      </w:r>
      <w:r>
        <w:t>garda avec les mêmes yeux ronds</w:t>
      </w:r>
      <w:r w:rsidR="00894734">
        <w:t xml:space="preserve">, </w:t>
      </w:r>
      <w:r>
        <w:t>puis il dit</w:t>
      </w:r>
      <w:r w:rsidR="00894734">
        <w:t> :</w:t>
      </w:r>
    </w:p>
    <w:p w14:paraId="38703483" w14:textId="77777777" w:rsidR="00894734" w:rsidRDefault="00894734">
      <w:r>
        <w:t>— </w:t>
      </w:r>
      <w:r w:rsidR="00000000">
        <w:t>Ah</w:t>
      </w:r>
      <w:r>
        <w:t xml:space="preserve"> ! </w:t>
      </w:r>
      <w:r w:rsidR="00000000">
        <w:t>ah</w:t>
      </w:r>
      <w:r>
        <w:t xml:space="preserve"> ! </w:t>
      </w:r>
      <w:r w:rsidR="00000000">
        <w:t>ah</w:t>
      </w:r>
      <w:r>
        <w:t> !…</w:t>
      </w:r>
    </w:p>
    <w:p w14:paraId="37DFF0B5" w14:textId="77777777" w:rsidR="00894734" w:rsidRDefault="00000000">
      <w:r>
        <w:lastRenderedPageBreak/>
        <w:t>Je lui donnai ma carte</w:t>
      </w:r>
      <w:r w:rsidR="00894734">
        <w:t xml:space="preserve">. </w:t>
      </w:r>
      <w:r>
        <w:t>Il la lut attentivement</w:t>
      </w:r>
      <w:r w:rsidR="00894734">
        <w:t xml:space="preserve">, </w:t>
      </w:r>
      <w:r>
        <w:t>la retourna et la passa à son père</w:t>
      </w:r>
      <w:r w:rsidR="00894734">
        <w:t>.</w:t>
      </w:r>
    </w:p>
    <w:p w14:paraId="28805677" w14:textId="77777777" w:rsidR="00894734" w:rsidRDefault="00894734">
      <w:r>
        <w:t>— </w:t>
      </w:r>
      <w:r w:rsidR="00000000">
        <w:t>Venez avec moi auprès du cadavre</w:t>
      </w:r>
      <w:r>
        <w:t xml:space="preserve">, </w:t>
      </w:r>
      <w:r w:rsidR="00000000">
        <w:t>demandai-je</w:t>
      </w:r>
      <w:r>
        <w:t>.</w:t>
      </w:r>
    </w:p>
    <w:p w14:paraId="35FB450B" w14:textId="77777777" w:rsidR="00894734" w:rsidRDefault="00894734">
      <w:r>
        <w:t>— </w:t>
      </w:r>
      <w:r w:rsidR="00000000">
        <w:t>Mais je pense bien</w:t>
      </w:r>
      <w:r>
        <w:t xml:space="preserve">. </w:t>
      </w:r>
      <w:r w:rsidR="00000000">
        <w:t>C</w:t>
      </w:r>
      <w:r>
        <w:t>’</w:t>
      </w:r>
      <w:r w:rsidR="00000000">
        <w:t>est mon devoir et ma fonction</w:t>
      </w:r>
      <w:r>
        <w:t xml:space="preserve">, </w:t>
      </w:r>
      <w:r w:rsidR="00000000">
        <w:t>dit-il en se levant</w:t>
      </w:r>
      <w:r>
        <w:t>.</w:t>
      </w:r>
    </w:p>
    <w:p w14:paraId="75F26E7F" w14:textId="77777777" w:rsidR="00894734" w:rsidRDefault="00000000">
      <w:r>
        <w:t>Devant la maison</w:t>
      </w:r>
      <w:r w:rsidR="00894734">
        <w:t xml:space="preserve">, </w:t>
      </w:r>
      <w:r>
        <w:t>nous trouvâmes une voiture poussi</w:t>
      </w:r>
      <w:r>
        <w:t>é</w:t>
      </w:r>
      <w:r>
        <w:t>reuse</w:t>
      </w:r>
      <w:r w:rsidR="00894734">
        <w:t xml:space="preserve">. </w:t>
      </w:r>
      <w:r>
        <w:rPr>
          <w:lang w:val="de-DE"/>
        </w:rPr>
        <w:t xml:space="preserve">Rolly </w:t>
      </w:r>
      <w:proofErr w:type="spellStart"/>
      <w:r>
        <w:rPr>
          <w:lang w:val="de-DE"/>
        </w:rPr>
        <w:t>junior</w:t>
      </w:r>
      <w:proofErr w:type="spellEnd"/>
      <w:r>
        <w:rPr>
          <w:lang w:val="de-DE"/>
        </w:rPr>
        <w:t xml:space="preserve"> se mit au </w:t>
      </w:r>
      <w:proofErr w:type="spellStart"/>
      <w:r>
        <w:rPr>
          <w:lang w:val="de-DE"/>
        </w:rPr>
        <w:t>volant</w:t>
      </w:r>
      <w:proofErr w:type="spellEnd"/>
      <w:r w:rsidR="00894734">
        <w:rPr>
          <w:lang w:val="de-DE"/>
        </w:rPr>
        <w:t xml:space="preserve">. </w:t>
      </w:r>
      <w:proofErr w:type="spellStart"/>
      <w:r>
        <w:t>Rolly</w:t>
      </w:r>
      <w:proofErr w:type="spellEnd"/>
      <w:r>
        <w:t xml:space="preserve"> senior ne vint pas avec nous</w:t>
      </w:r>
      <w:r w:rsidR="00894734">
        <w:t xml:space="preserve">. </w:t>
      </w:r>
      <w:r>
        <w:t>Il gardait la boutique</w:t>
      </w:r>
      <w:r w:rsidR="00894734">
        <w:t>.</w:t>
      </w:r>
    </w:p>
    <w:p w14:paraId="5EF1278F" w14:textId="77777777" w:rsidR="00894734" w:rsidRDefault="00894734">
      <w:r>
        <w:t>— </w:t>
      </w:r>
      <w:r w:rsidR="00000000">
        <w:t>Qui vous a parlé de cet accident</w:t>
      </w:r>
      <w:r>
        <w:t xml:space="preserve"> ? </w:t>
      </w:r>
      <w:r w:rsidR="00000000">
        <w:t>demanda le député-shérif</w:t>
      </w:r>
      <w:r>
        <w:t xml:space="preserve">, </w:t>
      </w:r>
      <w:r w:rsidR="00000000">
        <w:t>quand nous fûmes en route</w:t>
      </w:r>
      <w:r>
        <w:t>.</w:t>
      </w:r>
    </w:p>
    <w:p w14:paraId="3D2E6B54" w14:textId="77777777" w:rsidR="00894734" w:rsidRDefault="00894734">
      <w:r>
        <w:t>— </w:t>
      </w:r>
      <w:r w:rsidR="00000000">
        <w:t>Personne</w:t>
      </w:r>
      <w:r>
        <w:t xml:space="preserve">. </w:t>
      </w:r>
      <w:r w:rsidR="00000000">
        <w:t>C</w:t>
      </w:r>
      <w:r>
        <w:t>’</w:t>
      </w:r>
      <w:r w:rsidR="00000000">
        <w:t>est moi qui l</w:t>
      </w:r>
      <w:r>
        <w:t>’</w:t>
      </w:r>
      <w:r w:rsidR="00000000">
        <w:t>ai trouvé</w:t>
      </w:r>
      <w:r>
        <w:t xml:space="preserve">. </w:t>
      </w:r>
      <w:r w:rsidR="00000000">
        <w:t>Vous êtes le seul au courant</w:t>
      </w:r>
      <w:r>
        <w:t xml:space="preserve">. </w:t>
      </w:r>
      <w:r w:rsidR="00000000">
        <w:t>Savez-vous qui étaient les Carter</w:t>
      </w:r>
      <w:r>
        <w:t> ?</w:t>
      </w:r>
    </w:p>
    <w:p w14:paraId="5D12EB9C" w14:textId="77777777" w:rsidR="00894734" w:rsidRDefault="00894734">
      <w:r>
        <w:t>— </w:t>
      </w:r>
      <w:r w:rsidR="00000000">
        <w:t>Non</w:t>
      </w:r>
      <w:r>
        <w:t xml:space="preserve">. </w:t>
      </w:r>
      <w:r w:rsidR="00000000">
        <w:t>Ils avaient quelque chose de particulier</w:t>
      </w:r>
      <w:r>
        <w:t> ?</w:t>
      </w:r>
    </w:p>
    <w:p w14:paraId="39757A4C" w14:textId="1290DA5B" w:rsidR="00894734" w:rsidRDefault="00894734">
      <w:r>
        <w:t>— </w:t>
      </w:r>
      <w:r w:rsidR="00000000">
        <w:t>Vous avez bien entendu parler de l</w:t>
      </w:r>
      <w:r>
        <w:t>’</w:t>
      </w:r>
      <w:r w:rsidR="00000000">
        <w:t xml:space="preserve">assassinat du </w:t>
      </w:r>
      <w:r>
        <w:t>D</w:t>
      </w:r>
      <w:r w:rsidRPr="00894734">
        <w:rPr>
          <w:vertAlign w:val="superscript"/>
        </w:rPr>
        <w:t>r</w:t>
      </w:r>
      <w:r>
        <w:t> </w:t>
      </w:r>
      <w:proofErr w:type="spellStart"/>
      <w:r>
        <w:t>R</w:t>
      </w:r>
      <w:r w:rsidR="00000000">
        <w:t>iese</w:t>
      </w:r>
      <w:proofErr w:type="spellEnd"/>
      <w:r w:rsidR="00000000">
        <w:t xml:space="preserve"> dans un temple de San Francisco</w:t>
      </w:r>
      <w:r>
        <w:t> ?</w:t>
      </w:r>
    </w:p>
    <w:p w14:paraId="66C2690E" w14:textId="77777777" w:rsidR="00894734" w:rsidRDefault="00894734">
      <w:r>
        <w:t>— </w:t>
      </w:r>
      <w:r w:rsidR="00000000">
        <w:t>Eh bien</w:t>
      </w:r>
      <w:r>
        <w:t xml:space="preserve"> ! </w:t>
      </w:r>
      <w:r w:rsidR="00000000">
        <w:t>oui</w:t>
      </w:r>
      <w:r>
        <w:t xml:space="preserve">, </w:t>
      </w:r>
      <w:r w:rsidR="00000000">
        <w:t>je lis les journaux</w:t>
      </w:r>
      <w:r>
        <w:t>.</w:t>
      </w:r>
    </w:p>
    <w:p w14:paraId="38D5812E" w14:textId="77777777" w:rsidR="00894734" w:rsidRDefault="00894734">
      <w:r>
        <w:t>— </w:t>
      </w:r>
      <w:r w:rsidR="00000000">
        <w:t xml:space="preserve">Gabrielle </w:t>
      </w:r>
      <w:proofErr w:type="spellStart"/>
      <w:r w:rsidR="00000000">
        <w:t>Legget</w:t>
      </w:r>
      <w:proofErr w:type="spellEnd"/>
      <w:r>
        <w:t xml:space="preserve">, </w:t>
      </w:r>
      <w:r w:rsidR="00000000">
        <w:t>la personne mêlée à cette histoire est le nom de jeune fille de Mrs</w:t>
      </w:r>
      <w:r>
        <w:t xml:space="preserve">. </w:t>
      </w:r>
      <w:r w:rsidR="00000000">
        <w:t>Carter et Carter n</w:t>
      </w:r>
      <w:r>
        <w:t>’</w:t>
      </w:r>
      <w:r w:rsidR="00000000">
        <w:t>est autre qu</w:t>
      </w:r>
      <w:r>
        <w:t>’</w:t>
      </w:r>
      <w:r w:rsidR="00000000">
        <w:t>Éric Collinson</w:t>
      </w:r>
      <w:r>
        <w:t>.</w:t>
      </w:r>
    </w:p>
    <w:p w14:paraId="5B4225D9" w14:textId="77777777" w:rsidR="00894734" w:rsidRDefault="00894734">
      <w:r>
        <w:t>— </w:t>
      </w:r>
      <w:r w:rsidR="00000000">
        <w:t>Ah</w:t>
      </w:r>
      <w:r>
        <w:t xml:space="preserve"> ! </w:t>
      </w:r>
      <w:r w:rsidR="00000000">
        <w:t>ah</w:t>
      </w:r>
      <w:r>
        <w:t xml:space="preserve"> ! </w:t>
      </w:r>
      <w:r w:rsidR="00000000">
        <w:t>ah</w:t>
      </w:r>
      <w:r>
        <w:t xml:space="preserve"> ! </w:t>
      </w:r>
      <w:r w:rsidR="00000000">
        <w:t>dit-il</w:t>
      </w:r>
      <w:r>
        <w:t>.</w:t>
      </w:r>
    </w:p>
    <w:p w14:paraId="4CFB54FC" w14:textId="77777777" w:rsidR="00894734" w:rsidRDefault="00894734">
      <w:r>
        <w:t>— </w:t>
      </w:r>
      <w:r w:rsidR="00000000">
        <w:t>Et le père et la belle-mère de Gabrielle étaient morts mystérieusement quinze jours avant cela</w:t>
      </w:r>
      <w:r>
        <w:t>.</w:t>
      </w:r>
    </w:p>
    <w:p w14:paraId="2B05DA8D" w14:textId="77777777" w:rsidR="00894734" w:rsidRDefault="00894734">
      <w:r>
        <w:t>— </w:t>
      </w:r>
      <w:r w:rsidR="00000000">
        <w:t>Quelle famille</w:t>
      </w:r>
      <w:r>
        <w:t> !</w:t>
      </w:r>
    </w:p>
    <w:p w14:paraId="3EF4AA5A" w14:textId="77777777" w:rsidR="00894734" w:rsidRDefault="00894734">
      <w:r>
        <w:t>— </w:t>
      </w:r>
      <w:r w:rsidR="00000000">
        <w:t>C</w:t>
      </w:r>
      <w:r>
        <w:t>’</w:t>
      </w:r>
      <w:r w:rsidR="00000000">
        <w:t>est une famille sur qui pèse une malédiction</w:t>
      </w:r>
      <w:r>
        <w:t>.</w:t>
      </w:r>
    </w:p>
    <w:p w14:paraId="3F09F45C" w14:textId="77777777" w:rsidR="00894734" w:rsidRDefault="00894734">
      <w:r>
        <w:t>— </w:t>
      </w:r>
      <w:r w:rsidR="00000000">
        <w:t>Sans blague</w:t>
      </w:r>
      <w:r>
        <w:t> ?</w:t>
      </w:r>
    </w:p>
    <w:p w14:paraId="4BDF2787" w14:textId="77777777" w:rsidR="00894734" w:rsidRDefault="00000000">
      <w:r>
        <w:lastRenderedPageBreak/>
        <w:t>Je lui racontai brièvement tout ce que je savais</w:t>
      </w:r>
      <w:r w:rsidR="00894734">
        <w:t xml:space="preserve">, </w:t>
      </w:r>
      <w:r>
        <w:t>depuis les événements de Paris en 1913</w:t>
      </w:r>
      <w:r w:rsidR="00894734">
        <w:t>.</w:t>
      </w:r>
    </w:p>
    <w:p w14:paraId="4C9876D7" w14:textId="77777777" w:rsidR="00894734" w:rsidRDefault="00894734">
      <w:r>
        <w:t>— </w:t>
      </w:r>
      <w:r w:rsidR="00000000">
        <w:t>Quand ils sont revenus de Reno</w:t>
      </w:r>
      <w:r>
        <w:t xml:space="preserve">, </w:t>
      </w:r>
      <w:r w:rsidR="00000000">
        <w:t>après leur mariage</w:t>
      </w:r>
      <w:r>
        <w:t xml:space="preserve">, </w:t>
      </w:r>
      <w:r w:rsidR="00000000">
        <w:t>Co</w:t>
      </w:r>
      <w:r w:rsidR="00000000">
        <w:t>l</w:t>
      </w:r>
      <w:r w:rsidR="00000000">
        <w:t>linson voulait</w:t>
      </w:r>
      <w:r>
        <w:t xml:space="preserve">, </w:t>
      </w:r>
      <w:r w:rsidR="00000000">
        <w:t>de toute évidence</w:t>
      </w:r>
      <w:r>
        <w:t xml:space="preserve">, </w:t>
      </w:r>
      <w:r w:rsidR="00000000">
        <w:t>tâcher de ramener le calme dans l</w:t>
      </w:r>
      <w:r>
        <w:t>’</w:t>
      </w:r>
      <w:r w:rsidR="00000000">
        <w:t>esprit de sa femme</w:t>
      </w:r>
      <w:r>
        <w:t xml:space="preserve">. </w:t>
      </w:r>
      <w:r w:rsidR="00000000">
        <w:t xml:space="preserve">Vous connaissez Owen </w:t>
      </w:r>
      <w:proofErr w:type="spellStart"/>
      <w:r w:rsidR="00000000">
        <w:t>Fitzstephan</w:t>
      </w:r>
      <w:proofErr w:type="spellEnd"/>
      <w:r>
        <w:t> ?</w:t>
      </w:r>
    </w:p>
    <w:p w14:paraId="66ACB6CF" w14:textId="77777777" w:rsidR="00894734" w:rsidRDefault="00894734">
      <w:r>
        <w:t>— </w:t>
      </w:r>
      <w:r w:rsidR="00000000">
        <w:t>L</w:t>
      </w:r>
      <w:r>
        <w:t>’</w:t>
      </w:r>
      <w:r w:rsidR="00000000">
        <w:t>écrivain</w:t>
      </w:r>
      <w:r>
        <w:t xml:space="preserve"> ? </w:t>
      </w:r>
      <w:r w:rsidR="00000000">
        <w:t>Oui</w:t>
      </w:r>
      <w:r>
        <w:t xml:space="preserve">, </w:t>
      </w:r>
      <w:r w:rsidR="00000000">
        <w:t>il a passé un mois ici</w:t>
      </w:r>
      <w:r>
        <w:t xml:space="preserve">, </w:t>
      </w:r>
      <w:r w:rsidR="00000000">
        <w:t>l</w:t>
      </w:r>
      <w:r>
        <w:t>’</w:t>
      </w:r>
      <w:r w:rsidR="00000000">
        <w:t>année dernière</w:t>
      </w:r>
      <w:r>
        <w:t>.</w:t>
      </w:r>
    </w:p>
    <w:p w14:paraId="6BB18505" w14:textId="77777777" w:rsidR="00894734" w:rsidRDefault="00894734">
      <w:r>
        <w:t>— </w:t>
      </w:r>
      <w:r w:rsidR="00000000">
        <w:t>C</w:t>
      </w:r>
      <w:r>
        <w:t>’</w:t>
      </w:r>
      <w:r w:rsidR="00000000">
        <w:t>est lui qui leur a donné le tuyau de ce pays</w:t>
      </w:r>
      <w:r>
        <w:t>.</w:t>
      </w:r>
    </w:p>
    <w:p w14:paraId="50921069" w14:textId="77777777" w:rsidR="00894734" w:rsidRDefault="00894734">
      <w:r>
        <w:t>— </w:t>
      </w:r>
      <w:r w:rsidR="00000000">
        <w:t>Mais pourquoi ont-ils pris un faux nom</w:t>
      </w:r>
      <w:r>
        <w:t> ?</w:t>
      </w:r>
    </w:p>
    <w:p w14:paraId="3B28A69B" w14:textId="77777777" w:rsidR="00894734" w:rsidRDefault="00894734">
      <w:r>
        <w:t>— </w:t>
      </w:r>
      <w:r w:rsidR="00000000">
        <w:t>Pour fuir la publicité et peut-être autre chose</w:t>
      </w:r>
      <w:r>
        <w:t>.</w:t>
      </w:r>
    </w:p>
    <w:p w14:paraId="236728EA" w14:textId="77777777" w:rsidR="00894734" w:rsidRDefault="00894734">
      <w:r>
        <w:t>— </w:t>
      </w:r>
      <w:r w:rsidR="00000000">
        <w:t>Vous croyez qu</w:t>
      </w:r>
      <w:r>
        <w:t>’</w:t>
      </w:r>
      <w:r w:rsidR="00000000">
        <w:t>ils s</w:t>
      </w:r>
      <w:r>
        <w:t>’</w:t>
      </w:r>
      <w:r w:rsidR="00000000">
        <w:t>attendaient à autre chose</w:t>
      </w:r>
      <w:r>
        <w:t> ?</w:t>
      </w:r>
    </w:p>
    <w:p w14:paraId="6450A695" w14:textId="77777777" w:rsidR="00894734" w:rsidRDefault="00894734">
      <w:r>
        <w:t>— </w:t>
      </w:r>
      <w:r w:rsidR="00000000">
        <w:t>Je pense qu</w:t>
      </w:r>
      <w:r>
        <w:t>’</w:t>
      </w:r>
      <w:r w:rsidR="00000000">
        <w:t>après tout ce qui s</w:t>
      </w:r>
      <w:r>
        <w:t>’</w:t>
      </w:r>
      <w:r w:rsidR="00000000">
        <w:t>était passé</w:t>
      </w:r>
      <w:r>
        <w:t xml:space="preserve">, </w:t>
      </w:r>
      <w:r w:rsidR="00000000">
        <w:t>ils avaient des raisons d</w:t>
      </w:r>
      <w:r>
        <w:t>’</w:t>
      </w:r>
      <w:r w:rsidR="00000000">
        <w:t>avoir des craintes</w:t>
      </w:r>
      <w:r>
        <w:t xml:space="preserve">, </w:t>
      </w:r>
      <w:r w:rsidR="00000000">
        <w:t>surtout Collinson</w:t>
      </w:r>
      <w:r>
        <w:t xml:space="preserve">, </w:t>
      </w:r>
      <w:r w:rsidR="00000000">
        <w:t>qui était un grand naïf et un grand amoureux</w:t>
      </w:r>
      <w:r>
        <w:t xml:space="preserve">. </w:t>
      </w:r>
      <w:r w:rsidR="00000000">
        <w:t>Je lui avais promis de venir à son aide s</w:t>
      </w:r>
      <w:r>
        <w:t>’</w:t>
      </w:r>
      <w:r w:rsidR="00000000">
        <w:t>il voyait quelque chose de suspect</w:t>
      </w:r>
      <w:r>
        <w:t xml:space="preserve">. </w:t>
      </w:r>
      <w:r w:rsidR="00000000">
        <w:t>Il a vu quelque chose</w:t>
      </w:r>
      <w:r>
        <w:t xml:space="preserve">. </w:t>
      </w:r>
      <w:r w:rsidR="00000000">
        <w:t>Saurons-nous jamais quoi</w:t>
      </w:r>
      <w:r>
        <w:t> ?</w:t>
      </w:r>
    </w:p>
    <w:p w14:paraId="57BE484F" w14:textId="77777777" w:rsidR="00894734" w:rsidRDefault="00000000">
      <w:r>
        <w:t>Il hocha la tête deux ou trois fois et me demanda</w:t>
      </w:r>
      <w:r w:rsidR="00894734">
        <w:t> :</w:t>
      </w:r>
    </w:p>
    <w:p w14:paraId="347A5B4C" w14:textId="77777777" w:rsidR="00894734" w:rsidRDefault="00894734">
      <w:r>
        <w:t>— </w:t>
      </w:r>
      <w:r w:rsidR="00000000">
        <w:t>Qu</w:t>
      </w:r>
      <w:r>
        <w:t>’</w:t>
      </w:r>
      <w:r w:rsidR="00000000">
        <w:t>est-ce qui peut vous faire croire que ce n</w:t>
      </w:r>
      <w:r>
        <w:t>’</w:t>
      </w:r>
      <w:r w:rsidR="00000000">
        <w:t>est pas un accident</w:t>
      </w:r>
      <w:r>
        <w:t> ?</w:t>
      </w:r>
    </w:p>
    <w:p w14:paraId="7996D0D1" w14:textId="77777777" w:rsidR="00894734" w:rsidRDefault="00894734">
      <w:r>
        <w:t>— </w:t>
      </w:r>
      <w:r w:rsidR="00000000">
        <w:t>Il y avait un événement grave puisqu</w:t>
      </w:r>
      <w:r>
        <w:t>’</w:t>
      </w:r>
      <w:r w:rsidR="00000000">
        <w:t>il m</w:t>
      </w:r>
      <w:r>
        <w:t>’</w:t>
      </w:r>
      <w:r w:rsidR="00000000">
        <w:t>a appelé</w:t>
      </w:r>
      <w:r>
        <w:t xml:space="preserve">. </w:t>
      </w:r>
      <w:r w:rsidR="00000000">
        <w:t>En dehors de cela</w:t>
      </w:r>
      <w:r>
        <w:t xml:space="preserve">, </w:t>
      </w:r>
      <w:r w:rsidR="00000000">
        <w:t>je vous l</w:t>
      </w:r>
      <w:r>
        <w:t>’</w:t>
      </w:r>
      <w:r w:rsidR="00000000">
        <w:t>ai dit</w:t>
      </w:r>
      <w:r>
        <w:t xml:space="preserve">, </w:t>
      </w:r>
      <w:r w:rsidR="00000000">
        <w:t>il y a eu trop de choses tragiques autour de sa femme</w:t>
      </w:r>
      <w:r>
        <w:t xml:space="preserve">, </w:t>
      </w:r>
      <w:r w:rsidR="00000000">
        <w:t>pour que j</w:t>
      </w:r>
      <w:r>
        <w:t>’</w:t>
      </w:r>
      <w:r w:rsidR="00000000">
        <w:t>écarte toute autre hypothèse que celle de l</w:t>
      </w:r>
      <w:r>
        <w:t>’</w:t>
      </w:r>
      <w:r w:rsidR="00000000">
        <w:t>accident</w:t>
      </w:r>
      <w:r>
        <w:t>.</w:t>
      </w:r>
    </w:p>
    <w:p w14:paraId="0DF4B64B" w14:textId="77777777" w:rsidR="00894734" w:rsidRDefault="00894734">
      <w:r>
        <w:t>— </w:t>
      </w:r>
      <w:r w:rsidR="00000000">
        <w:t>Vous voulez dire que c</w:t>
      </w:r>
      <w:r>
        <w:t>’</w:t>
      </w:r>
      <w:r w:rsidR="00000000">
        <w:t>est la malédiction</w:t>
      </w:r>
      <w:r>
        <w:t xml:space="preserve">, </w:t>
      </w:r>
      <w:r w:rsidR="00000000">
        <w:t>quoi</w:t>
      </w:r>
      <w:r>
        <w:t>…</w:t>
      </w:r>
    </w:p>
    <w:p w14:paraId="693549CD" w14:textId="77777777" w:rsidR="00894734" w:rsidRDefault="00894734">
      <w:r>
        <w:lastRenderedPageBreak/>
        <w:t>— </w:t>
      </w:r>
      <w:r w:rsidR="00000000">
        <w:t>Oui</w:t>
      </w:r>
      <w:r>
        <w:t xml:space="preserve">, </w:t>
      </w:r>
      <w:r w:rsidR="00000000">
        <w:t>et elle travaille trop bien</w:t>
      </w:r>
      <w:r>
        <w:t xml:space="preserve">, </w:t>
      </w:r>
      <w:r w:rsidR="00000000">
        <w:t>trop régulièrement</w:t>
      </w:r>
      <w:r>
        <w:t xml:space="preserve">, </w:t>
      </w:r>
      <w:r w:rsidR="00000000">
        <w:t>voilà le difficile avec elle</w:t>
      </w:r>
      <w:r>
        <w:t>.</w:t>
      </w:r>
    </w:p>
    <w:p w14:paraId="5CA17D15" w14:textId="77777777" w:rsidR="00894734" w:rsidRDefault="00000000">
      <w:r>
        <w:t>Il fronça les sourcils et arrêta sa voiture</w:t>
      </w:r>
      <w:r w:rsidR="00894734">
        <w:t>.</w:t>
      </w:r>
    </w:p>
    <w:p w14:paraId="0A23EF82" w14:textId="77777777" w:rsidR="00894734" w:rsidRDefault="00894734">
      <w:r>
        <w:t>— </w:t>
      </w:r>
      <w:r w:rsidR="00000000">
        <w:t>Il faut que nous allions à pied</w:t>
      </w:r>
      <w:r>
        <w:t xml:space="preserve">, </w:t>
      </w:r>
      <w:r w:rsidR="00000000">
        <w:t>maintenant</w:t>
      </w:r>
      <w:r>
        <w:t xml:space="preserve">. </w:t>
      </w:r>
      <w:r w:rsidR="00000000">
        <w:t>La route n</w:t>
      </w:r>
      <w:r>
        <w:t>’</w:t>
      </w:r>
      <w:r w:rsidR="00000000">
        <w:t>existe plus à partir d</w:t>
      </w:r>
      <w:r>
        <w:t>’</w:t>
      </w:r>
      <w:r w:rsidR="00000000">
        <w:t>ici</w:t>
      </w:r>
      <w:r>
        <w:t>.</w:t>
      </w:r>
    </w:p>
    <w:p w14:paraId="09288128" w14:textId="77777777" w:rsidR="00894734" w:rsidRDefault="00000000">
      <w:r>
        <w:t>Je le laissai aller en avant sur le sentier</w:t>
      </w:r>
      <w:r w:rsidR="00894734">
        <w:t xml:space="preserve">. </w:t>
      </w:r>
      <w:r>
        <w:t>Il s</w:t>
      </w:r>
      <w:r w:rsidR="00894734">
        <w:t>’</w:t>
      </w:r>
      <w:r>
        <w:t>arrêta de lui-même à l</w:t>
      </w:r>
      <w:r w:rsidR="00894734">
        <w:t>’</w:t>
      </w:r>
      <w:r>
        <w:t>endroit de l</w:t>
      </w:r>
      <w:r w:rsidR="00894734">
        <w:t>’</w:t>
      </w:r>
      <w:r>
        <w:t>arbuste déraciné</w:t>
      </w:r>
      <w:r w:rsidR="00894734">
        <w:t xml:space="preserve">, </w:t>
      </w:r>
      <w:r>
        <w:t>un détail que je ne lui avais pas mentionné</w:t>
      </w:r>
      <w:r w:rsidR="00894734">
        <w:t xml:space="preserve">. </w:t>
      </w:r>
      <w:r>
        <w:t>Il se pencha au-dessus du gouffre et je ne dis rien</w:t>
      </w:r>
      <w:r w:rsidR="00894734">
        <w:t xml:space="preserve">, </w:t>
      </w:r>
      <w:r>
        <w:t>tandis qu</w:t>
      </w:r>
      <w:r w:rsidR="00894734">
        <w:t>’</w:t>
      </w:r>
      <w:r>
        <w:t>il regardait le corps de Collinson</w:t>
      </w:r>
      <w:r w:rsidR="00894734">
        <w:t xml:space="preserve">, </w:t>
      </w:r>
      <w:r>
        <w:t>en bas</w:t>
      </w:r>
      <w:r w:rsidR="00894734">
        <w:t xml:space="preserve">. </w:t>
      </w:r>
      <w:r>
        <w:t>Il scruta</w:t>
      </w:r>
      <w:r w:rsidR="00894734">
        <w:t xml:space="preserve">, </w:t>
      </w:r>
      <w:r>
        <w:t>comme dans l</w:t>
      </w:r>
      <w:r w:rsidR="00894734">
        <w:t>’</w:t>
      </w:r>
      <w:r>
        <w:t>espoir d</w:t>
      </w:r>
      <w:r w:rsidR="00894734">
        <w:t>’</w:t>
      </w:r>
      <w:r>
        <w:t>y découvrir quelque chose</w:t>
      </w:r>
      <w:r w:rsidR="00894734">
        <w:t xml:space="preserve">, </w:t>
      </w:r>
      <w:r>
        <w:t>la p</w:t>
      </w:r>
      <w:r>
        <w:t>a</w:t>
      </w:r>
      <w:r>
        <w:t>roi rocheuse</w:t>
      </w:r>
      <w:r w:rsidR="00894734">
        <w:t xml:space="preserve">, </w:t>
      </w:r>
      <w:r>
        <w:t>de haut en bas</w:t>
      </w:r>
      <w:r w:rsidR="00894734">
        <w:t xml:space="preserve">, </w:t>
      </w:r>
      <w:r>
        <w:t>puis se mit à arpenter le sentier de long en large</w:t>
      </w:r>
      <w:r w:rsidR="00894734">
        <w:t xml:space="preserve">, </w:t>
      </w:r>
      <w:r>
        <w:t>les yeux à terre</w:t>
      </w:r>
      <w:r w:rsidR="00894734">
        <w:t xml:space="preserve">. </w:t>
      </w:r>
      <w:r>
        <w:t>Au bout de dix minutes</w:t>
      </w:r>
      <w:r w:rsidR="00894734">
        <w:t xml:space="preserve">, </w:t>
      </w:r>
      <w:r>
        <w:t>il me dit gravement</w:t>
      </w:r>
      <w:r w:rsidR="00894734">
        <w:t> :</w:t>
      </w:r>
    </w:p>
    <w:p w14:paraId="0D511CC8" w14:textId="77777777" w:rsidR="00894734" w:rsidRDefault="00894734">
      <w:r>
        <w:t>— </w:t>
      </w:r>
      <w:r w:rsidR="00000000">
        <w:t>Je ne trouve rien ici</w:t>
      </w:r>
      <w:r>
        <w:t xml:space="preserve">. </w:t>
      </w:r>
      <w:r w:rsidR="00000000">
        <w:t>Descendons</w:t>
      </w:r>
      <w:r>
        <w:t>.</w:t>
      </w:r>
    </w:p>
    <w:p w14:paraId="0C04C48A" w14:textId="77777777" w:rsidR="00894734" w:rsidRDefault="00000000">
      <w:r>
        <w:t>Je voulus revenir jusqu</w:t>
      </w:r>
      <w:r w:rsidR="00894734">
        <w:t>’</w:t>
      </w:r>
      <w:r>
        <w:t>au ravin</w:t>
      </w:r>
      <w:r w:rsidR="00894734">
        <w:t xml:space="preserve">, </w:t>
      </w:r>
      <w:r>
        <w:t>mais il me dit qu</w:t>
      </w:r>
      <w:r w:rsidR="00894734">
        <w:t>’</w:t>
      </w:r>
      <w:r>
        <w:t>il y avait un meilleur chemin plus loin</w:t>
      </w:r>
      <w:r w:rsidR="00894734">
        <w:t xml:space="preserve">. </w:t>
      </w:r>
      <w:r>
        <w:t>C</w:t>
      </w:r>
      <w:r w:rsidR="00894734">
        <w:t>’</w:t>
      </w:r>
      <w:r>
        <w:t>était vrai</w:t>
      </w:r>
      <w:r w:rsidR="00894734">
        <w:t xml:space="preserve">. </w:t>
      </w:r>
      <w:r>
        <w:t>En quelques pas</w:t>
      </w:r>
      <w:r w:rsidR="00894734">
        <w:t xml:space="preserve">, </w:t>
      </w:r>
      <w:r>
        <w:t>nous fûmes auprès du corps</w:t>
      </w:r>
      <w:r w:rsidR="00894734">
        <w:t>.</w:t>
      </w:r>
    </w:p>
    <w:p w14:paraId="1DFC323D" w14:textId="77777777" w:rsidR="00894734" w:rsidRDefault="00000000">
      <w:proofErr w:type="spellStart"/>
      <w:r>
        <w:t>Rolly</w:t>
      </w:r>
      <w:proofErr w:type="spellEnd"/>
      <w:r>
        <w:t xml:space="preserve"> porta ses yeux du cadavre au bord du gouffre au-dessus de nous et dit</w:t>
      </w:r>
      <w:r w:rsidR="00894734">
        <w:t> :</w:t>
      </w:r>
    </w:p>
    <w:p w14:paraId="3CBA3B8E" w14:textId="77777777" w:rsidR="00894734" w:rsidRDefault="00894734">
      <w:r>
        <w:t>— </w:t>
      </w:r>
      <w:r w:rsidR="00000000">
        <w:t>Je ne vois pas comment il a pu venir tomber là</w:t>
      </w:r>
      <w:r>
        <w:t>.</w:t>
      </w:r>
    </w:p>
    <w:p w14:paraId="38F3EE7A" w14:textId="77777777" w:rsidR="00894734" w:rsidRDefault="00894734">
      <w:r>
        <w:t>— </w:t>
      </w:r>
      <w:r w:rsidR="00000000">
        <w:t>Il n</w:t>
      </w:r>
      <w:r>
        <w:t>’</w:t>
      </w:r>
      <w:r w:rsidR="00000000">
        <w:t>était pas là</w:t>
      </w:r>
      <w:r>
        <w:t xml:space="preserve">. </w:t>
      </w:r>
      <w:r w:rsidR="00000000">
        <w:t>Je l</w:t>
      </w:r>
      <w:r>
        <w:t>’</w:t>
      </w:r>
      <w:r w:rsidR="00000000">
        <w:t>ai tiré de l</w:t>
      </w:r>
      <w:r>
        <w:t>’</w:t>
      </w:r>
      <w:r w:rsidR="00000000">
        <w:t>eau</w:t>
      </w:r>
      <w:r>
        <w:t xml:space="preserve">, </w:t>
      </w:r>
      <w:r w:rsidR="00000000">
        <w:t>dis-je au shérif en lui montrant la place exacte où j</w:t>
      </w:r>
      <w:r>
        <w:t>’</w:t>
      </w:r>
      <w:r w:rsidR="00000000">
        <w:t>avais trouvé le corps</w:t>
      </w:r>
      <w:r>
        <w:t>.</w:t>
      </w:r>
    </w:p>
    <w:p w14:paraId="72D88384" w14:textId="77777777" w:rsidR="00894734" w:rsidRDefault="00894734">
      <w:r>
        <w:t>— </w:t>
      </w:r>
      <w:r w:rsidR="00000000">
        <w:t>Cela pourrait être en effet plus vraisemblable</w:t>
      </w:r>
      <w:r>
        <w:t xml:space="preserve">, </w:t>
      </w:r>
      <w:r w:rsidR="00000000">
        <w:t>conclut-il</w:t>
      </w:r>
      <w:r>
        <w:t>.</w:t>
      </w:r>
    </w:p>
    <w:p w14:paraId="11E0872B" w14:textId="77777777" w:rsidR="00894734" w:rsidRDefault="00000000">
      <w:r>
        <w:t>Je m</w:t>
      </w:r>
      <w:r w:rsidR="00894734">
        <w:t>’</w:t>
      </w:r>
      <w:r>
        <w:t>assis sur un roc et fumai une cigarette</w:t>
      </w:r>
      <w:r w:rsidR="00894734">
        <w:t xml:space="preserve">, </w:t>
      </w:r>
      <w:r>
        <w:t>pendant qu</w:t>
      </w:r>
      <w:r w:rsidR="00894734">
        <w:t>’</w:t>
      </w:r>
      <w:r>
        <w:t>il retournait les pierres</w:t>
      </w:r>
      <w:r w:rsidR="00894734">
        <w:t xml:space="preserve">, </w:t>
      </w:r>
      <w:r>
        <w:t>la terre</w:t>
      </w:r>
      <w:r w:rsidR="00894734">
        <w:t xml:space="preserve">, </w:t>
      </w:r>
      <w:r>
        <w:t>le sable autour de nous</w:t>
      </w:r>
      <w:r w:rsidR="00894734">
        <w:t xml:space="preserve">. </w:t>
      </w:r>
      <w:r>
        <w:t>Il ne me parut pas avoir de chance dans ses recherches</w:t>
      </w:r>
      <w:r w:rsidR="00894734">
        <w:t>.</w:t>
      </w:r>
    </w:p>
    <w:p w14:paraId="1C6729AB" w14:textId="773A47C7" w:rsidR="00000000" w:rsidRDefault="00000000" w:rsidP="00894734">
      <w:pPr>
        <w:pStyle w:val="Titre2"/>
        <w:rPr>
          <w:szCs w:val="44"/>
        </w:rPr>
      </w:pPr>
      <w:bookmarkStart w:id="17" w:name="_Toc202288417"/>
      <w:r>
        <w:rPr>
          <w:szCs w:val="44"/>
        </w:rPr>
        <w:lastRenderedPageBreak/>
        <w:t>CHAPITRE XIII</w:t>
      </w:r>
      <w:r>
        <w:rPr>
          <w:szCs w:val="44"/>
        </w:rPr>
        <w:br/>
      </w:r>
      <w:r>
        <w:rPr>
          <w:szCs w:val="44"/>
        </w:rPr>
        <w:br/>
        <w:t>UNE CHRYSLER EN MORCEAUX</w:t>
      </w:r>
      <w:bookmarkEnd w:id="17"/>
    </w:p>
    <w:p w14:paraId="73F32E86" w14:textId="77777777" w:rsidR="00894734" w:rsidRDefault="00000000">
      <w:r>
        <w:t>Nous allâmes jusqu</w:t>
      </w:r>
      <w:r w:rsidR="00894734">
        <w:t>’</w:t>
      </w:r>
      <w:r>
        <w:t>à la maison de Collinson</w:t>
      </w:r>
      <w:r w:rsidR="00894734">
        <w:t xml:space="preserve">. </w:t>
      </w:r>
      <w:r>
        <w:t xml:space="preserve">Je montrai à Ben </w:t>
      </w:r>
      <w:proofErr w:type="spellStart"/>
      <w:r>
        <w:t>Rolly</w:t>
      </w:r>
      <w:proofErr w:type="spellEnd"/>
      <w:r>
        <w:t xml:space="preserve"> les serviettes</w:t>
      </w:r>
      <w:r w:rsidR="00894734">
        <w:t xml:space="preserve">, </w:t>
      </w:r>
      <w:r>
        <w:t>le mouchoir</w:t>
      </w:r>
      <w:r w:rsidR="00894734">
        <w:t xml:space="preserve">, </w:t>
      </w:r>
      <w:r>
        <w:t>la robe et les escarpins t</w:t>
      </w:r>
      <w:r>
        <w:t>a</w:t>
      </w:r>
      <w:r>
        <w:t>chés de sang et de boue</w:t>
      </w:r>
      <w:r w:rsidR="00894734">
        <w:t xml:space="preserve"> ; </w:t>
      </w:r>
      <w:r>
        <w:t>le papier qui avait contenu de la mo</w:t>
      </w:r>
      <w:r>
        <w:t>r</w:t>
      </w:r>
      <w:r>
        <w:t>phine</w:t>
      </w:r>
      <w:r w:rsidR="00894734">
        <w:t xml:space="preserve"> ; </w:t>
      </w:r>
      <w:r>
        <w:t>le pistolet sur le parquet de la chambre de Collinson</w:t>
      </w:r>
      <w:r w:rsidR="00894734">
        <w:t xml:space="preserve"> ; </w:t>
      </w:r>
      <w:r>
        <w:t>le trou dans le plafond et les douilles vides sur le sol</w:t>
      </w:r>
      <w:r w:rsidR="00894734">
        <w:t>.</w:t>
      </w:r>
    </w:p>
    <w:p w14:paraId="4244268A" w14:textId="77777777" w:rsidR="00894734" w:rsidRDefault="00894734">
      <w:r>
        <w:t>— </w:t>
      </w:r>
      <w:r w:rsidR="00000000">
        <w:t>Cette douille sous la chaise était bien à cette place tout à l</w:t>
      </w:r>
      <w:r>
        <w:t>’</w:t>
      </w:r>
      <w:r w:rsidR="00000000">
        <w:t>heure</w:t>
      </w:r>
      <w:r>
        <w:t xml:space="preserve">, </w:t>
      </w:r>
      <w:r w:rsidR="00000000">
        <w:t>dis-je</w:t>
      </w:r>
      <w:r>
        <w:t xml:space="preserve">, </w:t>
      </w:r>
      <w:r w:rsidR="00000000">
        <w:t>mais celle-ci qui est dans le coin était près du r</w:t>
      </w:r>
      <w:r w:rsidR="00000000">
        <w:t>e</w:t>
      </w:r>
      <w:r w:rsidR="00000000">
        <w:t>volver</w:t>
      </w:r>
      <w:r>
        <w:t>.</w:t>
      </w:r>
    </w:p>
    <w:p w14:paraId="24080B77" w14:textId="77777777" w:rsidR="00894734" w:rsidRDefault="00894734">
      <w:r>
        <w:t>— </w:t>
      </w:r>
      <w:r w:rsidR="00000000">
        <w:t>Vous pensez donc que quelqu</w:t>
      </w:r>
      <w:r>
        <w:t>’</w:t>
      </w:r>
      <w:r w:rsidR="00000000">
        <w:t>un est venu ici</w:t>
      </w:r>
      <w:r>
        <w:t xml:space="preserve">, </w:t>
      </w:r>
      <w:r w:rsidR="00000000">
        <w:t>depuis que vous avez quitté la maison</w:t>
      </w:r>
      <w:r>
        <w:t> ?</w:t>
      </w:r>
    </w:p>
    <w:p w14:paraId="6EC4C691" w14:textId="77777777" w:rsidR="00894734" w:rsidRDefault="00894734">
      <w:r>
        <w:t>— </w:t>
      </w:r>
      <w:r w:rsidR="00000000">
        <w:t>Oui</w:t>
      </w:r>
      <w:r>
        <w:t>.</w:t>
      </w:r>
    </w:p>
    <w:p w14:paraId="16213C8E" w14:textId="77777777" w:rsidR="00894734" w:rsidRDefault="00894734">
      <w:r>
        <w:t>— </w:t>
      </w:r>
      <w:r w:rsidR="00000000">
        <w:t>Mais qu</w:t>
      </w:r>
      <w:r>
        <w:t>’</w:t>
      </w:r>
      <w:r w:rsidR="00000000">
        <w:t>est-ce que ce quelqu</w:t>
      </w:r>
      <w:r>
        <w:t>’</w:t>
      </w:r>
      <w:r w:rsidR="00000000">
        <w:t>un aurait pu venir faire ici</w:t>
      </w:r>
      <w:r>
        <w:t> ?</w:t>
      </w:r>
    </w:p>
    <w:p w14:paraId="31D3828B" w14:textId="77777777" w:rsidR="00894734" w:rsidRDefault="00894734">
      <w:r>
        <w:t>— </w:t>
      </w:r>
      <w:r w:rsidR="00000000">
        <w:t>Rien que je sache</w:t>
      </w:r>
      <w:r>
        <w:t xml:space="preserve">. </w:t>
      </w:r>
      <w:r w:rsidR="00000000">
        <w:t>Mais on a touché à cette douille depuis une heure</w:t>
      </w:r>
      <w:r>
        <w:t>.</w:t>
      </w:r>
    </w:p>
    <w:p w14:paraId="371300FF" w14:textId="77777777" w:rsidR="00894734" w:rsidRDefault="00000000">
      <w:r>
        <w:t>Il parut fort intéressé</w:t>
      </w:r>
      <w:r w:rsidR="00894734">
        <w:t xml:space="preserve">. </w:t>
      </w:r>
      <w:r>
        <w:t>Il regarda le plafond en disant</w:t>
      </w:r>
      <w:r w:rsidR="00894734">
        <w:t> :</w:t>
      </w:r>
    </w:p>
    <w:p w14:paraId="55BA8CB5" w14:textId="77777777" w:rsidR="00894734" w:rsidRDefault="00894734">
      <w:r>
        <w:t>— </w:t>
      </w:r>
      <w:r w:rsidR="00000000">
        <w:t>Deux balles et un trou</w:t>
      </w:r>
      <w:r>
        <w:t xml:space="preserve">. </w:t>
      </w:r>
      <w:r w:rsidR="00000000">
        <w:t>Peut-être que l</w:t>
      </w:r>
      <w:r>
        <w:t>’</w:t>
      </w:r>
      <w:r w:rsidR="00000000">
        <w:t>autre a passé par la fenêtre</w:t>
      </w:r>
      <w:r>
        <w:t>.</w:t>
      </w:r>
    </w:p>
    <w:p w14:paraId="65DD2998" w14:textId="77777777" w:rsidR="00894734" w:rsidRDefault="00000000">
      <w:r>
        <w:t>Il revint à la chambre de Gabrielle et prit la robe de satin noir</w:t>
      </w:r>
      <w:r w:rsidR="00894734">
        <w:t xml:space="preserve">. </w:t>
      </w:r>
      <w:r>
        <w:t>Elle avait bien des déchirures dans le bas</w:t>
      </w:r>
      <w:r w:rsidR="00894734">
        <w:t xml:space="preserve">, </w:t>
      </w:r>
      <w:r>
        <w:t>mais pas de tr</w:t>
      </w:r>
      <w:r>
        <w:t>a</w:t>
      </w:r>
      <w:r>
        <w:t>ces de balles</w:t>
      </w:r>
      <w:r w:rsidR="00894734">
        <w:t xml:space="preserve">. </w:t>
      </w:r>
      <w:r>
        <w:t xml:space="preserve">Il laissa tomber la robe et prit le papier à </w:t>
      </w:r>
      <w:proofErr w:type="spellStart"/>
      <w:r>
        <w:t>là</w:t>
      </w:r>
      <w:proofErr w:type="spellEnd"/>
      <w:r>
        <w:t xml:space="preserve"> mo</w:t>
      </w:r>
      <w:r>
        <w:t>r</w:t>
      </w:r>
      <w:r>
        <w:t>phine sur la coiffeuse</w:t>
      </w:r>
      <w:r w:rsidR="00894734">
        <w:t> :</w:t>
      </w:r>
    </w:p>
    <w:p w14:paraId="1C6BA11F" w14:textId="77777777" w:rsidR="00894734" w:rsidRDefault="00894734">
      <w:r>
        <w:t>— </w:t>
      </w:r>
      <w:r w:rsidR="00000000">
        <w:t>Qu</w:t>
      </w:r>
      <w:r>
        <w:t>’</w:t>
      </w:r>
      <w:r w:rsidR="00000000">
        <w:t>est-ce que ça fait là</w:t>
      </w:r>
      <w:r>
        <w:t xml:space="preserve">, </w:t>
      </w:r>
      <w:r w:rsidR="00000000">
        <w:t>ça</w:t>
      </w:r>
      <w:r>
        <w:t> ?</w:t>
      </w:r>
    </w:p>
    <w:p w14:paraId="694C00AD" w14:textId="77777777" w:rsidR="00894734" w:rsidRDefault="00894734">
      <w:r>
        <w:lastRenderedPageBreak/>
        <w:t>— </w:t>
      </w:r>
      <w:r w:rsidR="00000000">
        <w:t>Elle en prenait</w:t>
      </w:r>
      <w:r>
        <w:t xml:space="preserve">. </w:t>
      </w:r>
      <w:r w:rsidR="00000000">
        <w:t>C</w:t>
      </w:r>
      <w:r>
        <w:t>’</w:t>
      </w:r>
      <w:r w:rsidR="00000000">
        <w:t>est un des services que lui rendit sa be</w:t>
      </w:r>
      <w:r w:rsidR="00000000">
        <w:t>l</w:t>
      </w:r>
      <w:r w:rsidR="00000000">
        <w:t>le-mère</w:t>
      </w:r>
      <w:r>
        <w:t>.</w:t>
      </w:r>
    </w:p>
    <w:p w14:paraId="02FF5798" w14:textId="77777777" w:rsidR="00894734" w:rsidRDefault="00894734">
      <w:r>
        <w:t>— </w:t>
      </w:r>
      <w:r w:rsidR="00000000">
        <w:t>Ah</w:t>
      </w:r>
      <w:r>
        <w:t xml:space="preserve"> ! </w:t>
      </w:r>
      <w:r w:rsidR="00000000">
        <w:t>mais je comprends tout</w:t>
      </w:r>
      <w:r>
        <w:t xml:space="preserve">. </w:t>
      </w:r>
      <w:r w:rsidR="00000000">
        <w:t>Avec une droguée</w:t>
      </w:r>
      <w:r>
        <w:t xml:space="preserve">, </w:t>
      </w:r>
      <w:r w:rsidR="00000000">
        <w:t>rien de drôle qu</w:t>
      </w:r>
      <w:r>
        <w:t>’</w:t>
      </w:r>
      <w:r w:rsidR="00000000">
        <w:t>il ait eu des histoires</w:t>
      </w:r>
      <w:r>
        <w:t xml:space="preserve">. </w:t>
      </w:r>
      <w:r w:rsidR="00000000">
        <w:t>Il vous a appelé et</w:t>
      </w:r>
      <w:r>
        <w:t>…</w:t>
      </w:r>
    </w:p>
    <w:p w14:paraId="03C0099E" w14:textId="77777777" w:rsidR="00894734" w:rsidRDefault="00000000">
      <w:r>
        <w:t>Il s</w:t>
      </w:r>
      <w:r w:rsidR="00894734">
        <w:t>’</w:t>
      </w:r>
      <w:r>
        <w:t>arrêta</w:t>
      </w:r>
      <w:r w:rsidR="00894734">
        <w:t xml:space="preserve">, </w:t>
      </w:r>
      <w:r>
        <w:t>plissa les lèvres</w:t>
      </w:r>
      <w:r w:rsidR="00894734">
        <w:t xml:space="preserve">, </w:t>
      </w:r>
      <w:r>
        <w:t>puis demanda</w:t>
      </w:r>
      <w:r w:rsidR="00894734">
        <w:t> :</w:t>
      </w:r>
    </w:p>
    <w:p w14:paraId="4A6DD270" w14:textId="77777777" w:rsidR="00894734" w:rsidRDefault="00894734">
      <w:r>
        <w:t>— </w:t>
      </w:r>
      <w:r w:rsidR="00000000">
        <w:t>À quelle heure pensez-vous qu</w:t>
      </w:r>
      <w:r>
        <w:t>’</w:t>
      </w:r>
      <w:r w:rsidR="00000000">
        <w:t>il a été tué</w:t>
      </w:r>
      <w:r>
        <w:t> ?</w:t>
      </w:r>
    </w:p>
    <w:p w14:paraId="0E8DB933" w14:textId="77777777" w:rsidR="00894734" w:rsidRDefault="00894734">
      <w:r>
        <w:t>— </w:t>
      </w:r>
      <w:r w:rsidR="00000000">
        <w:t>Je ne sais pas</w:t>
      </w:r>
      <w:r>
        <w:t xml:space="preserve">. </w:t>
      </w:r>
      <w:r w:rsidR="00000000">
        <w:t>Dans la nuit</w:t>
      </w:r>
      <w:r>
        <w:t xml:space="preserve">, </w:t>
      </w:r>
      <w:r w:rsidR="00000000">
        <w:t>sans doute</w:t>
      </w:r>
      <w:r>
        <w:t xml:space="preserve">. </w:t>
      </w:r>
      <w:r w:rsidR="00000000">
        <w:t>Quand il retou</w:t>
      </w:r>
      <w:r w:rsidR="00000000">
        <w:t>r</w:t>
      </w:r>
      <w:r w:rsidR="00000000">
        <w:t>nait chez lui</w:t>
      </w:r>
      <w:r>
        <w:t xml:space="preserve">, </w:t>
      </w:r>
      <w:r w:rsidR="00000000">
        <w:t>après m</w:t>
      </w:r>
      <w:r>
        <w:t>’</w:t>
      </w:r>
      <w:r w:rsidR="00000000">
        <w:t>avoir attendu</w:t>
      </w:r>
      <w:r>
        <w:t>.</w:t>
      </w:r>
    </w:p>
    <w:p w14:paraId="0CF1AA50" w14:textId="77777777" w:rsidR="00894734" w:rsidRDefault="00894734">
      <w:r>
        <w:t>— </w:t>
      </w:r>
      <w:r w:rsidR="00000000">
        <w:t>Vous êtes resté à l</w:t>
      </w:r>
      <w:r>
        <w:t>’</w:t>
      </w:r>
      <w:r w:rsidR="00000000">
        <w:t>hôtel toute la nuit</w:t>
      </w:r>
      <w:r>
        <w:t> ?</w:t>
      </w:r>
    </w:p>
    <w:p w14:paraId="09CFCEE9" w14:textId="77777777" w:rsidR="00894734" w:rsidRDefault="00894734">
      <w:r>
        <w:t>— </w:t>
      </w:r>
      <w:r w:rsidR="00000000">
        <w:t>De onze heures à cinq heures ce matin</w:t>
      </w:r>
      <w:r>
        <w:t xml:space="preserve">. </w:t>
      </w:r>
      <w:r w:rsidR="00000000">
        <w:t>Mais naturell</w:t>
      </w:r>
      <w:r w:rsidR="00000000">
        <w:t>e</w:t>
      </w:r>
      <w:r w:rsidR="00000000">
        <w:t>ment</w:t>
      </w:r>
      <w:r>
        <w:t xml:space="preserve">, </w:t>
      </w:r>
      <w:r w:rsidR="00000000">
        <w:t>entre temps</w:t>
      </w:r>
      <w:r>
        <w:t xml:space="preserve">, </w:t>
      </w:r>
      <w:r w:rsidR="00000000">
        <w:t>j</w:t>
      </w:r>
      <w:r>
        <w:t>’</w:t>
      </w:r>
      <w:r w:rsidR="00000000">
        <w:t>ai pu me glisser dehors pour un moment suffisant à commettre un meurtre</w:t>
      </w:r>
      <w:r>
        <w:t>.</w:t>
      </w:r>
    </w:p>
    <w:p w14:paraId="5C057278" w14:textId="77777777" w:rsidR="00894734" w:rsidRDefault="00894734">
      <w:r>
        <w:t>— </w:t>
      </w:r>
      <w:r w:rsidR="00000000">
        <w:t>Mais je n</w:t>
      </w:r>
      <w:r>
        <w:t>’</w:t>
      </w:r>
      <w:r w:rsidR="00000000">
        <w:t>ai jamais pensé cela</w:t>
      </w:r>
      <w:r>
        <w:t xml:space="preserve">, </w:t>
      </w:r>
      <w:r w:rsidR="00000000">
        <w:t>voyons</w:t>
      </w:r>
      <w:r>
        <w:t xml:space="preserve">. </w:t>
      </w:r>
      <w:r w:rsidR="00000000">
        <w:t>Je me renseigne</w:t>
      </w:r>
      <w:r>
        <w:t xml:space="preserve">, </w:t>
      </w:r>
      <w:r w:rsidR="00000000">
        <w:t>voilà tout</w:t>
      </w:r>
      <w:r>
        <w:t xml:space="preserve">. </w:t>
      </w:r>
      <w:r w:rsidR="00000000">
        <w:t>Je n</w:t>
      </w:r>
      <w:r>
        <w:t>’</w:t>
      </w:r>
      <w:r w:rsidR="00000000">
        <w:t>ai jamais vu Mrs</w:t>
      </w:r>
      <w:r>
        <w:t xml:space="preserve">. </w:t>
      </w:r>
      <w:r w:rsidR="00000000">
        <w:t>Collinson-Carter</w:t>
      </w:r>
      <w:r>
        <w:t xml:space="preserve">. </w:t>
      </w:r>
      <w:r w:rsidR="00000000">
        <w:t>Comment était-elle</w:t>
      </w:r>
      <w:r>
        <w:t> ?</w:t>
      </w:r>
    </w:p>
    <w:p w14:paraId="5F78B34D" w14:textId="77777777" w:rsidR="00894734" w:rsidRDefault="00894734">
      <w:r>
        <w:t>— </w:t>
      </w:r>
      <w:r w:rsidR="00000000">
        <w:t>Vingt ans à peu près</w:t>
      </w:r>
      <w:r>
        <w:t xml:space="preserve"> ; </w:t>
      </w:r>
      <w:r w:rsidR="00000000">
        <w:t>grande et mince</w:t>
      </w:r>
      <w:r>
        <w:t xml:space="preserve"> ; </w:t>
      </w:r>
      <w:r w:rsidR="00000000">
        <w:t>cheveux bruns clairs</w:t>
      </w:r>
      <w:r>
        <w:t xml:space="preserve">, </w:t>
      </w:r>
      <w:r w:rsidR="00000000">
        <w:t>courts et bouclés</w:t>
      </w:r>
      <w:r>
        <w:t xml:space="preserve"> ; </w:t>
      </w:r>
      <w:r w:rsidR="00000000">
        <w:t>grands yeux</w:t>
      </w:r>
      <w:r>
        <w:t xml:space="preserve">, </w:t>
      </w:r>
      <w:r w:rsidR="00000000">
        <w:t>tantôt bruns</w:t>
      </w:r>
      <w:r>
        <w:t xml:space="preserve">, </w:t>
      </w:r>
      <w:r w:rsidR="00000000">
        <w:t>tantôt verts</w:t>
      </w:r>
      <w:r>
        <w:t xml:space="preserve"> ; </w:t>
      </w:r>
      <w:r w:rsidR="00000000">
        <w:t>visage mince et très blanc</w:t>
      </w:r>
      <w:r>
        <w:t xml:space="preserve"> ; </w:t>
      </w:r>
      <w:r w:rsidR="00000000">
        <w:t>vient d</w:t>
      </w:r>
      <w:r>
        <w:t>’</w:t>
      </w:r>
      <w:r w:rsidR="00000000">
        <w:t>être malade deux mois et ça se voit</w:t>
      </w:r>
      <w:r>
        <w:t>.</w:t>
      </w:r>
    </w:p>
    <w:p w14:paraId="3299A8BC" w14:textId="77777777" w:rsidR="00894734" w:rsidRDefault="00894734">
      <w:r>
        <w:t>— </w:t>
      </w:r>
      <w:r w:rsidR="00000000">
        <w:t>Cela ne doit pas être difficile de la trouver</w:t>
      </w:r>
      <w:r>
        <w:t xml:space="preserve">, </w:t>
      </w:r>
      <w:r w:rsidR="00000000">
        <w:t>dit-il</w:t>
      </w:r>
      <w:r>
        <w:t xml:space="preserve">, </w:t>
      </w:r>
      <w:r w:rsidR="00000000">
        <w:t>reco</w:t>
      </w:r>
      <w:r w:rsidR="00000000">
        <w:t>m</w:t>
      </w:r>
      <w:r w:rsidR="00000000">
        <w:t>mençant à tout retourner autour de lui</w:t>
      </w:r>
      <w:r>
        <w:t>.</w:t>
      </w:r>
    </w:p>
    <w:p w14:paraId="0F7F54F3" w14:textId="77777777" w:rsidR="00894734" w:rsidRDefault="00000000">
      <w:r>
        <w:t>Je l</w:t>
      </w:r>
      <w:r w:rsidR="00894734">
        <w:t>’</w:t>
      </w:r>
      <w:r>
        <w:t>avais déjà fait</w:t>
      </w:r>
      <w:r w:rsidR="00894734">
        <w:t xml:space="preserve">. </w:t>
      </w:r>
      <w:r>
        <w:t>Il ne fut naturellement pas plus heureux que moi</w:t>
      </w:r>
      <w:r w:rsidR="00894734">
        <w:t xml:space="preserve">. </w:t>
      </w:r>
      <w:r>
        <w:t>Tout à coup</w:t>
      </w:r>
      <w:r w:rsidR="00894734">
        <w:t xml:space="preserve">, </w:t>
      </w:r>
      <w:r>
        <w:t>il se frappa le front et dit encore</w:t>
      </w:r>
      <w:r w:rsidR="00894734">
        <w:t> :</w:t>
      </w:r>
    </w:p>
    <w:p w14:paraId="1C58114A" w14:textId="77777777" w:rsidR="00894734" w:rsidRDefault="00894734">
      <w:r>
        <w:t>— </w:t>
      </w:r>
      <w:r w:rsidR="00000000">
        <w:t>Ah</w:t>
      </w:r>
      <w:r>
        <w:t xml:space="preserve"> ! </w:t>
      </w:r>
      <w:r w:rsidR="00000000">
        <w:t>mais</w:t>
      </w:r>
      <w:r>
        <w:t xml:space="preserve">, </w:t>
      </w:r>
      <w:r w:rsidR="00000000">
        <w:t>je comprends tout</w:t>
      </w:r>
      <w:r>
        <w:t xml:space="preserve">. </w:t>
      </w:r>
      <w:r w:rsidR="00000000">
        <w:t>Elle est partie avec la vo</w:t>
      </w:r>
      <w:r w:rsidR="00000000">
        <w:t>i</w:t>
      </w:r>
      <w:r w:rsidR="00000000">
        <w:t>ture</w:t>
      </w:r>
      <w:r>
        <w:t>.</w:t>
      </w:r>
    </w:p>
    <w:p w14:paraId="7355A916" w14:textId="77777777" w:rsidR="00894734" w:rsidRDefault="00894734">
      <w:r>
        <w:t>— </w:t>
      </w:r>
      <w:r w:rsidR="00000000">
        <w:t xml:space="preserve">Ils </w:t>
      </w:r>
      <w:proofErr w:type="gramStart"/>
      <w:r w:rsidR="00000000">
        <w:t>avaient</w:t>
      </w:r>
      <w:proofErr w:type="gramEnd"/>
      <w:r w:rsidR="00000000">
        <w:t xml:space="preserve"> une voiture</w:t>
      </w:r>
      <w:r>
        <w:t> ?</w:t>
      </w:r>
    </w:p>
    <w:p w14:paraId="3C0FB6C7" w14:textId="77777777" w:rsidR="00894734" w:rsidRDefault="00894734">
      <w:r>
        <w:lastRenderedPageBreak/>
        <w:t>— </w:t>
      </w:r>
      <w:r w:rsidR="00000000">
        <w:t>Lui venait à la ville dans un cabriolet Chrysler</w:t>
      </w:r>
      <w:r>
        <w:t xml:space="preserve">, </w:t>
      </w:r>
      <w:r w:rsidR="00000000">
        <w:t>quand il prenait la route de l</w:t>
      </w:r>
      <w:r>
        <w:t>’</w:t>
      </w:r>
      <w:r w:rsidR="00000000">
        <w:t>Est</w:t>
      </w:r>
      <w:r>
        <w:t xml:space="preserve">. </w:t>
      </w:r>
      <w:r w:rsidR="00000000">
        <w:t>C</w:t>
      </w:r>
      <w:r>
        <w:t>’</w:t>
      </w:r>
      <w:r w:rsidR="00000000">
        <w:t>est par là</w:t>
      </w:r>
      <w:r>
        <w:t xml:space="preserve">, </w:t>
      </w:r>
      <w:r w:rsidR="00000000">
        <w:t>seulement</w:t>
      </w:r>
      <w:r>
        <w:t xml:space="preserve">, </w:t>
      </w:r>
      <w:r w:rsidR="00000000">
        <w:t>qu</w:t>
      </w:r>
      <w:r>
        <w:t>’</w:t>
      </w:r>
      <w:r w:rsidR="00000000">
        <w:t>elle a pu partir</w:t>
      </w:r>
      <w:r>
        <w:t xml:space="preserve">. </w:t>
      </w:r>
      <w:r w:rsidR="00000000">
        <w:t>Allons voir ça</w:t>
      </w:r>
      <w:r>
        <w:t>.</w:t>
      </w:r>
    </w:p>
    <w:p w14:paraId="58D182EA" w14:textId="77777777" w:rsidR="00894734" w:rsidRDefault="00000000">
      <w:r>
        <w:t>Nous trouvâmes à deux cents mètres une route pavée et</w:t>
      </w:r>
      <w:r w:rsidR="00894734">
        <w:t xml:space="preserve">, </w:t>
      </w:r>
      <w:r>
        <w:t>un peu plus loin</w:t>
      </w:r>
      <w:r w:rsidR="00894734">
        <w:t xml:space="preserve">, </w:t>
      </w:r>
      <w:proofErr w:type="spellStart"/>
      <w:r>
        <w:t>Rolly</w:t>
      </w:r>
      <w:proofErr w:type="spellEnd"/>
      <w:r>
        <w:t xml:space="preserve"> s</w:t>
      </w:r>
      <w:r w:rsidR="00894734">
        <w:t>’</w:t>
      </w:r>
      <w:r>
        <w:t>arrêta devant une maison grise parmi des bâtiments de ferme en brique</w:t>
      </w:r>
      <w:r w:rsidR="00894734">
        <w:t xml:space="preserve">. </w:t>
      </w:r>
      <w:r>
        <w:t>Il appela</w:t>
      </w:r>
      <w:r w:rsidR="00894734">
        <w:t> :</w:t>
      </w:r>
    </w:p>
    <w:p w14:paraId="7FCD4A5F" w14:textId="77777777" w:rsidR="00894734" w:rsidRDefault="00894734">
      <w:r>
        <w:t>— </w:t>
      </w:r>
      <w:proofErr w:type="spellStart"/>
      <w:r w:rsidR="00000000">
        <w:t>Debro</w:t>
      </w:r>
      <w:proofErr w:type="spellEnd"/>
      <w:r>
        <w:t> !</w:t>
      </w:r>
    </w:p>
    <w:p w14:paraId="1C19ABFD" w14:textId="77777777" w:rsidR="00894734" w:rsidRDefault="00000000">
      <w:r>
        <w:t>Dans l</w:t>
      </w:r>
      <w:r w:rsidR="00894734">
        <w:t>’</w:t>
      </w:r>
      <w:r>
        <w:t>encadrement de la porte</w:t>
      </w:r>
      <w:r w:rsidR="00894734">
        <w:t xml:space="preserve">, </w:t>
      </w:r>
      <w:r>
        <w:t>un homme à larges épa</w:t>
      </w:r>
      <w:r>
        <w:t>u</w:t>
      </w:r>
      <w:r>
        <w:t>les apparut</w:t>
      </w:r>
      <w:r w:rsidR="00894734">
        <w:t xml:space="preserve">. </w:t>
      </w:r>
      <w:r>
        <w:t>Il porta la main à son chapeau</w:t>
      </w:r>
      <w:r w:rsidR="00894734">
        <w:t>.</w:t>
      </w:r>
    </w:p>
    <w:p w14:paraId="1BBC81E8" w14:textId="77777777" w:rsidR="00894734" w:rsidRDefault="00894734">
      <w:r>
        <w:t>— </w:t>
      </w:r>
      <w:proofErr w:type="spellStart"/>
      <w:r w:rsidR="00000000">
        <w:t>Debro</w:t>
      </w:r>
      <w:proofErr w:type="spellEnd"/>
      <w:r>
        <w:t xml:space="preserve">, </w:t>
      </w:r>
      <w:r w:rsidR="00000000">
        <w:t>avez-vous vu Mrs</w:t>
      </w:r>
      <w:r>
        <w:t xml:space="preserve">. </w:t>
      </w:r>
      <w:r w:rsidR="00000000">
        <w:t>Carter</w:t>
      </w:r>
      <w:r>
        <w:t xml:space="preserve">, </w:t>
      </w:r>
      <w:r w:rsidR="00000000">
        <w:t>ce matin</w:t>
      </w:r>
      <w:r>
        <w:t> ?</w:t>
      </w:r>
    </w:p>
    <w:p w14:paraId="37D1EDD7" w14:textId="77777777" w:rsidR="00894734" w:rsidRDefault="00894734">
      <w:r>
        <w:t>— </w:t>
      </w:r>
      <w:r w:rsidR="00000000">
        <w:t>Oui</w:t>
      </w:r>
      <w:r>
        <w:t xml:space="preserve">, </w:t>
      </w:r>
      <w:r w:rsidR="00000000">
        <w:t>Ben</w:t>
      </w:r>
      <w:r>
        <w:t xml:space="preserve">. </w:t>
      </w:r>
      <w:r w:rsidR="00000000">
        <w:t>Elle est passée ce matin</w:t>
      </w:r>
      <w:r>
        <w:t xml:space="preserve">, </w:t>
      </w:r>
      <w:r w:rsidR="00000000">
        <w:t>vers sept heures</w:t>
      </w:r>
      <w:r>
        <w:t xml:space="preserve">. </w:t>
      </w:r>
      <w:r w:rsidR="00000000">
        <w:t>Elle menait sa voiture à un train d</w:t>
      </w:r>
      <w:r>
        <w:t>’</w:t>
      </w:r>
      <w:r w:rsidR="00000000">
        <w:t>enfer</w:t>
      </w:r>
      <w:r>
        <w:t xml:space="preserve">. </w:t>
      </w:r>
      <w:r w:rsidR="00000000">
        <w:t>Elle était toute seule</w:t>
      </w:r>
      <w:r>
        <w:t>.</w:t>
      </w:r>
    </w:p>
    <w:p w14:paraId="4C3EAA78" w14:textId="77777777" w:rsidR="00894734" w:rsidRDefault="00894734">
      <w:r>
        <w:t>— </w:t>
      </w:r>
      <w:r w:rsidR="00000000">
        <w:t>Comment était-elle habillée</w:t>
      </w:r>
      <w:r>
        <w:t xml:space="preserve"> ? </w:t>
      </w:r>
      <w:r w:rsidR="00000000">
        <w:t>demandai-je</w:t>
      </w:r>
      <w:r>
        <w:t>.</w:t>
      </w:r>
    </w:p>
    <w:p w14:paraId="7DC164B8" w14:textId="77777777" w:rsidR="00894734" w:rsidRDefault="00894734">
      <w:r>
        <w:t>— </w:t>
      </w:r>
      <w:r w:rsidR="00000000">
        <w:t>Elle n</w:t>
      </w:r>
      <w:r>
        <w:t>’</w:t>
      </w:r>
      <w:r w:rsidR="00000000">
        <w:t>avait pas de chapeau et un manteau marron</w:t>
      </w:r>
      <w:r>
        <w:t>.</w:t>
      </w:r>
    </w:p>
    <w:p w14:paraId="1E7D46C8" w14:textId="77777777" w:rsidR="00894734" w:rsidRDefault="00000000">
      <w:r>
        <w:t>Je lui demandai ce qu</w:t>
      </w:r>
      <w:r w:rsidR="00894734">
        <w:t>’</w:t>
      </w:r>
      <w:r>
        <w:t>il savait sur les Carter</w:t>
      </w:r>
      <w:r w:rsidR="00894734">
        <w:t xml:space="preserve">. </w:t>
      </w:r>
      <w:r>
        <w:t>Il était leur plus proche voisin</w:t>
      </w:r>
      <w:r w:rsidR="00894734">
        <w:t xml:space="preserve">. </w:t>
      </w:r>
      <w:r>
        <w:t>Mais il les connaissait bien peu</w:t>
      </w:r>
      <w:r w:rsidR="00894734">
        <w:t xml:space="preserve">. </w:t>
      </w:r>
      <w:r>
        <w:t>Il avait parlé à Carter deux ou trois fois</w:t>
      </w:r>
      <w:r w:rsidR="00894734">
        <w:t xml:space="preserve">. </w:t>
      </w:r>
      <w:r>
        <w:t>C</w:t>
      </w:r>
      <w:r w:rsidR="00894734">
        <w:t>’</w:t>
      </w:r>
      <w:r>
        <w:t>était un homme aimable</w:t>
      </w:r>
      <w:r w:rsidR="00894734">
        <w:t xml:space="preserve">. </w:t>
      </w:r>
      <w:r>
        <w:t>Une fois</w:t>
      </w:r>
      <w:r w:rsidR="00894734">
        <w:t xml:space="preserve">, </w:t>
      </w:r>
      <w:r>
        <w:t>il avait pris la liberté de parler de Mrs</w:t>
      </w:r>
      <w:r w:rsidR="00894734">
        <w:t xml:space="preserve">. </w:t>
      </w:r>
      <w:r>
        <w:t>Carter</w:t>
      </w:r>
      <w:r w:rsidR="00894734">
        <w:t xml:space="preserve">, </w:t>
      </w:r>
      <w:r>
        <w:t>mais Carter lui avait dit qu</w:t>
      </w:r>
      <w:r w:rsidR="00894734">
        <w:t>’</w:t>
      </w:r>
      <w:r>
        <w:t>elle était souffrante et sortait peu</w:t>
      </w:r>
      <w:r w:rsidR="00894734">
        <w:t xml:space="preserve">. </w:t>
      </w:r>
      <w:r>
        <w:t xml:space="preserve">Aucun des </w:t>
      </w:r>
      <w:proofErr w:type="spellStart"/>
      <w:r>
        <w:t>Debro</w:t>
      </w:r>
      <w:proofErr w:type="spellEnd"/>
      <w:r>
        <w:t xml:space="preserve"> ne l</w:t>
      </w:r>
      <w:r w:rsidR="00894734">
        <w:t>’</w:t>
      </w:r>
      <w:r>
        <w:t>avait vue de près</w:t>
      </w:r>
      <w:r w:rsidR="00894734">
        <w:t xml:space="preserve">, </w:t>
      </w:r>
      <w:r>
        <w:t>seulement aperçue de loin</w:t>
      </w:r>
      <w:r w:rsidR="00894734">
        <w:t xml:space="preserve">, </w:t>
      </w:r>
      <w:r>
        <w:t>quand elle se promenait avec son mari</w:t>
      </w:r>
      <w:r w:rsidR="00894734">
        <w:t xml:space="preserve">, </w:t>
      </w:r>
      <w:r>
        <w:t>à pied ou en voiture</w:t>
      </w:r>
      <w:r w:rsidR="00894734">
        <w:t>.</w:t>
      </w:r>
    </w:p>
    <w:p w14:paraId="77830C3E" w14:textId="77777777" w:rsidR="00894734" w:rsidRDefault="00894734">
      <w:r>
        <w:t>— </w:t>
      </w:r>
      <w:r w:rsidR="00000000">
        <w:t>Non</w:t>
      </w:r>
      <w:r>
        <w:t xml:space="preserve">, </w:t>
      </w:r>
      <w:r w:rsidR="00000000">
        <w:t>vraiment</w:t>
      </w:r>
      <w:r>
        <w:t xml:space="preserve">, </w:t>
      </w:r>
      <w:r w:rsidR="00000000">
        <w:t>personne ici n</w:t>
      </w:r>
      <w:r>
        <w:t>’</w:t>
      </w:r>
      <w:r w:rsidR="00000000">
        <w:t>a jamais dû lui parler</w:t>
      </w:r>
      <w:r>
        <w:t xml:space="preserve">, </w:t>
      </w:r>
      <w:r w:rsidR="00000000">
        <w:t>s</w:t>
      </w:r>
      <w:r w:rsidR="00000000">
        <w:t>i</w:t>
      </w:r>
      <w:r w:rsidR="00000000">
        <w:t>non naturellement Mary Nuñez</w:t>
      </w:r>
      <w:r>
        <w:t>.</w:t>
      </w:r>
    </w:p>
    <w:p w14:paraId="4A518714" w14:textId="77777777" w:rsidR="00894734" w:rsidRDefault="00894734">
      <w:r>
        <w:t>— </w:t>
      </w:r>
      <w:r w:rsidR="00000000">
        <w:t>Mary travaillait chez eux</w:t>
      </w:r>
      <w:r>
        <w:t> ?</w:t>
      </w:r>
    </w:p>
    <w:p w14:paraId="0B834AD5" w14:textId="77777777" w:rsidR="00894734" w:rsidRDefault="00894734">
      <w:r>
        <w:t>— </w:t>
      </w:r>
      <w:r w:rsidR="00000000">
        <w:t>Oui</w:t>
      </w:r>
      <w:r>
        <w:t xml:space="preserve">. </w:t>
      </w:r>
      <w:r w:rsidR="00000000">
        <w:t>Mais qu</w:t>
      </w:r>
      <w:r>
        <w:t>’</w:t>
      </w:r>
      <w:r w:rsidR="00000000">
        <w:t>y a-t-il donc</w:t>
      </w:r>
      <w:r>
        <w:t xml:space="preserve">, </w:t>
      </w:r>
      <w:r w:rsidR="00000000">
        <w:t>Ben</w:t>
      </w:r>
      <w:r>
        <w:t xml:space="preserve"> ? </w:t>
      </w:r>
      <w:r w:rsidR="00000000">
        <w:t>Il leur est arrivé quelque chose</w:t>
      </w:r>
      <w:r>
        <w:t> ?</w:t>
      </w:r>
    </w:p>
    <w:p w14:paraId="47CD6063" w14:textId="77777777" w:rsidR="00894734" w:rsidRDefault="00894734">
      <w:r>
        <w:lastRenderedPageBreak/>
        <w:t>— </w:t>
      </w:r>
      <w:r w:rsidR="00000000">
        <w:t>Il est tombé du haut de la falaise</w:t>
      </w:r>
      <w:r>
        <w:t xml:space="preserve">, </w:t>
      </w:r>
      <w:r w:rsidR="00000000">
        <w:t>cette nuit</w:t>
      </w:r>
      <w:r>
        <w:t xml:space="preserve">. </w:t>
      </w:r>
      <w:r w:rsidR="00000000">
        <w:t>Il est mort</w:t>
      </w:r>
      <w:r>
        <w:t xml:space="preserve">. </w:t>
      </w:r>
      <w:r w:rsidR="00000000">
        <w:t>Et elle est partie sans rien dire à personne</w:t>
      </w:r>
      <w:r>
        <w:t>.</w:t>
      </w:r>
    </w:p>
    <w:p w14:paraId="2E2CBC57" w14:textId="77777777" w:rsidR="00894734" w:rsidRDefault="00000000">
      <w:proofErr w:type="spellStart"/>
      <w:r>
        <w:t>Debro</w:t>
      </w:r>
      <w:proofErr w:type="spellEnd"/>
      <w:r>
        <w:t xml:space="preserve"> fit entendre un petit sifflement</w:t>
      </w:r>
      <w:r w:rsidR="00894734">
        <w:t xml:space="preserve">. </w:t>
      </w:r>
      <w:proofErr w:type="spellStart"/>
      <w:r>
        <w:t>Rolly</w:t>
      </w:r>
      <w:proofErr w:type="spellEnd"/>
      <w:r>
        <w:t xml:space="preserve"> entra dans la maison pour téléphoner</w:t>
      </w:r>
      <w:r w:rsidR="00894734">
        <w:t xml:space="preserve">. </w:t>
      </w:r>
      <w:r>
        <w:t xml:space="preserve">Je restai dehors avec </w:t>
      </w:r>
      <w:proofErr w:type="spellStart"/>
      <w:r>
        <w:t>Debro</w:t>
      </w:r>
      <w:proofErr w:type="spellEnd"/>
      <w:r w:rsidR="00894734">
        <w:t xml:space="preserve">. </w:t>
      </w:r>
      <w:r>
        <w:t>Quand le shérif ressortit</w:t>
      </w:r>
      <w:r w:rsidR="00894734">
        <w:t xml:space="preserve">, </w:t>
      </w:r>
      <w:r>
        <w:t>il me dit</w:t>
      </w:r>
      <w:r w:rsidR="00894734">
        <w:t> :</w:t>
      </w:r>
    </w:p>
    <w:p w14:paraId="54E9D3B1" w14:textId="77777777" w:rsidR="00894734" w:rsidRDefault="00894734">
      <w:r>
        <w:t>— </w:t>
      </w:r>
      <w:r w:rsidR="00000000">
        <w:t>Il faut que nous voyions Mary</w:t>
      </w:r>
      <w:r>
        <w:t>.</w:t>
      </w:r>
    </w:p>
    <w:p w14:paraId="0B7930AF" w14:textId="77777777" w:rsidR="00894734" w:rsidRDefault="00000000">
      <w:r>
        <w:t>Nous quittâmes le fermier et prîmes à travers champs</w:t>
      </w:r>
      <w:r w:rsidR="00894734">
        <w:t xml:space="preserve">, </w:t>
      </w:r>
      <w:r>
        <w:t>vers un bouquet d</w:t>
      </w:r>
      <w:r w:rsidR="00894734">
        <w:t>’</w:t>
      </w:r>
      <w:r>
        <w:t>arbres</w:t>
      </w:r>
      <w:r w:rsidR="00894734">
        <w:t xml:space="preserve">. </w:t>
      </w:r>
      <w:r>
        <w:t>Je demandai</w:t>
      </w:r>
      <w:r w:rsidR="00894734">
        <w:t> :</w:t>
      </w:r>
    </w:p>
    <w:p w14:paraId="08DDDA12" w14:textId="77777777" w:rsidR="00894734" w:rsidRDefault="00894734">
      <w:r>
        <w:t>— </w:t>
      </w:r>
      <w:r w:rsidR="00000000">
        <w:t>Qui est cette Mary</w:t>
      </w:r>
      <w:r>
        <w:t> ?</w:t>
      </w:r>
    </w:p>
    <w:p w14:paraId="21E280FC" w14:textId="77777777" w:rsidR="00894734" w:rsidRDefault="00894734">
      <w:r>
        <w:t>— </w:t>
      </w:r>
      <w:r w:rsidR="00000000">
        <w:t>Une Mexicaine</w:t>
      </w:r>
      <w:r>
        <w:t xml:space="preserve">. </w:t>
      </w:r>
      <w:r w:rsidR="00000000">
        <w:t>Son mari</w:t>
      </w:r>
      <w:r>
        <w:t xml:space="preserve">, </w:t>
      </w:r>
      <w:r w:rsidR="00000000">
        <w:t>Pedro Nuñez est en prison</w:t>
      </w:r>
      <w:r>
        <w:t xml:space="preserve">, </w:t>
      </w:r>
      <w:r w:rsidR="00000000">
        <w:t>pour en avoir tué un autre dans une rixe</w:t>
      </w:r>
      <w:r>
        <w:t xml:space="preserve">, </w:t>
      </w:r>
      <w:r w:rsidR="00000000">
        <w:t>il y a deux ou trois ans</w:t>
      </w:r>
      <w:r>
        <w:t xml:space="preserve">. </w:t>
      </w:r>
      <w:r w:rsidR="00000000">
        <w:t>Tenez</w:t>
      </w:r>
      <w:r>
        <w:t xml:space="preserve">, </w:t>
      </w:r>
      <w:r w:rsidR="00000000">
        <w:t>justement dans la baie</w:t>
      </w:r>
      <w:r>
        <w:t xml:space="preserve">, </w:t>
      </w:r>
      <w:r w:rsidR="00000000">
        <w:t>devant la villa des Embruns</w:t>
      </w:r>
      <w:r>
        <w:t xml:space="preserve">. </w:t>
      </w:r>
      <w:r w:rsidR="00000000">
        <w:t>Ils habitent avec toute une colonie d</w:t>
      </w:r>
      <w:r>
        <w:t>’</w:t>
      </w:r>
      <w:r w:rsidR="00000000">
        <w:t>autres Mexicains dans ce p</w:t>
      </w:r>
      <w:r w:rsidR="00000000">
        <w:t>a</w:t>
      </w:r>
      <w:r w:rsidR="00000000">
        <w:t>quet de masures que vous voyez là</w:t>
      </w:r>
      <w:r>
        <w:t>.</w:t>
      </w:r>
    </w:p>
    <w:p w14:paraId="51010935" w14:textId="77777777" w:rsidR="00894734" w:rsidRDefault="00000000">
      <w:r>
        <w:t>Nous fûmes accueillis par une marmaille sale et dégueni</w:t>
      </w:r>
      <w:r>
        <w:t>l</w:t>
      </w:r>
      <w:r>
        <w:t>lée qui jouait en criaillant autour des maisons</w:t>
      </w:r>
      <w:r w:rsidR="00894734">
        <w:t xml:space="preserve">. </w:t>
      </w:r>
      <w:r>
        <w:t>Le silence se fit à notre approche et une douzaine de paires d</w:t>
      </w:r>
      <w:r w:rsidR="00894734">
        <w:t>’</w:t>
      </w:r>
      <w:r>
        <w:t>yeux noirs nous considérèrent</w:t>
      </w:r>
      <w:r w:rsidR="00894734">
        <w:t xml:space="preserve">, </w:t>
      </w:r>
      <w:r>
        <w:t>étonnés</w:t>
      </w:r>
      <w:r w:rsidR="00894734">
        <w:t xml:space="preserve">. </w:t>
      </w:r>
      <w:r>
        <w:t>Nous nous arrêtâmes devant une longue femme maigre et anguleuse qui berçait sur sa porte un bébé à peau noiraude</w:t>
      </w:r>
      <w:r w:rsidR="00894734">
        <w:t xml:space="preserve">. </w:t>
      </w:r>
      <w:r>
        <w:t>Le bébé pleurait</w:t>
      </w:r>
      <w:r w:rsidR="00894734">
        <w:t xml:space="preserve">. </w:t>
      </w:r>
      <w:r>
        <w:t>La femme fumait une courte pipe</w:t>
      </w:r>
      <w:r w:rsidR="00894734">
        <w:t>.</w:t>
      </w:r>
    </w:p>
    <w:p w14:paraId="1E7FA003" w14:textId="77777777" w:rsidR="00894734" w:rsidRDefault="00894734">
      <w:r>
        <w:t>— </w:t>
      </w:r>
      <w:r w:rsidR="00000000">
        <w:t>Eh bien</w:t>
      </w:r>
      <w:r>
        <w:t xml:space="preserve"> ! </w:t>
      </w:r>
      <w:r w:rsidR="00000000">
        <w:t xml:space="preserve">dit </w:t>
      </w:r>
      <w:proofErr w:type="spellStart"/>
      <w:r w:rsidR="00000000">
        <w:t>Rolly</w:t>
      </w:r>
      <w:proofErr w:type="spellEnd"/>
      <w:r>
        <w:t xml:space="preserve">, </w:t>
      </w:r>
      <w:r w:rsidR="00000000">
        <w:t>voilà un gaillard qui n</w:t>
      </w:r>
      <w:r>
        <w:t>’</w:t>
      </w:r>
      <w:r w:rsidR="00000000">
        <w:t>a pas l</w:t>
      </w:r>
      <w:r>
        <w:t>’</w:t>
      </w:r>
      <w:r w:rsidR="00000000">
        <w:t>air content</w:t>
      </w:r>
      <w:r>
        <w:t>.</w:t>
      </w:r>
    </w:p>
    <w:p w14:paraId="6E4F356E" w14:textId="77777777" w:rsidR="00894734" w:rsidRDefault="00000000">
      <w:r>
        <w:t>La femme tira la pipe de sa bouche et marmonna</w:t>
      </w:r>
      <w:r w:rsidR="00894734">
        <w:t> :</w:t>
      </w:r>
    </w:p>
    <w:p w14:paraId="75F8CC36" w14:textId="77777777" w:rsidR="00894734" w:rsidRDefault="00894734">
      <w:r>
        <w:t>— </w:t>
      </w:r>
      <w:r w:rsidR="00000000">
        <w:t>Il a tout le temps la colique</w:t>
      </w:r>
      <w:r>
        <w:t>.</w:t>
      </w:r>
    </w:p>
    <w:p w14:paraId="1256FD87" w14:textId="77777777" w:rsidR="00894734" w:rsidRDefault="00894734">
      <w:r>
        <w:t>— </w:t>
      </w:r>
      <w:r w:rsidR="00000000">
        <w:t>Ah</w:t>
      </w:r>
      <w:r>
        <w:t xml:space="preserve"> ! </w:t>
      </w:r>
      <w:r w:rsidR="00000000">
        <w:t>ah</w:t>
      </w:r>
      <w:r>
        <w:t xml:space="preserve"> ! </w:t>
      </w:r>
      <w:r w:rsidR="00000000">
        <w:t>ah</w:t>
      </w:r>
      <w:r>
        <w:t xml:space="preserve"> ! </w:t>
      </w:r>
      <w:r w:rsidR="00000000">
        <w:t>et dites-moi</w:t>
      </w:r>
      <w:r>
        <w:t xml:space="preserve">, </w:t>
      </w:r>
      <w:r w:rsidR="00000000">
        <w:t>où est Mary Nuñez</w:t>
      </w:r>
      <w:r>
        <w:t> ?</w:t>
      </w:r>
    </w:p>
    <w:p w14:paraId="3C35F2D7" w14:textId="77777777" w:rsidR="00894734" w:rsidRDefault="00000000">
      <w:r>
        <w:t>Elle désigna la masure la plus proche</w:t>
      </w:r>
      <w:r w:rsidR="00894734">
        <w:t>.</w:t>
      </w:r>
    </w:p>
    <w:p w14:paraId="546015F9" w14:textId="77777777" w:rsidR="00894734" w:rsidRDefault="00894734">
      <w:r>
        <w:lastRenderedPageBreak/>
        <w:t>— </w:t>
      </w:r>
      <w:r w:rsidR="00000000">
        <w:t>Mais je croyais qu</w:t>
      </w:r>
      <w:r>
        <w:t>’</w:t>
      </w:r>
      <w:r w:rsidR="00000000">
        <w:t>elle travaillait à la villa des Embruns</w:t>
      </w:r>
      <w:r>
        <w:t> ?</w:t>
      </w:r>
    </w:p>
    <w:p w14:paraId="47A47E1C" w14:textId="77777777" w:rsidR="00894734" w:rsidRDefault="00894734">
      <w:r>
        <w:t>— </w:t>
      </w:r>
      <w:r w:rsidR="00000000">
        <w:t>Quelquefois</w:t>
      </w:r>
      <w:r>
        <w:t xml:space="preserve">, </w:t>
      </w:r>
      <w:r w:rsidR="00000000">
        <w:t>dit la femme absolument indifférente</w:t>
      </w:r>
      <w:r>
        <w:t>.</w:t>
      </w:r>
    </w:p>
    <w:p w14:paraId="2C13C4AD" w14:textId="77777777" w:rsidR="00894734" w:rsidRDefault="00000000">
      <w:r>
        <w:t>Nous allâmes à la maison voisine</w:t>
      </w:r>
      <w:r w:rsidR="00894734">
        <w:t xml:space="preserve">. </w:t>
      </w:r>
      <w:r>
        <w:t>Une vieille femme vint à la porte</w:t>
      </w:r>
      <w:r w:rsidR="00894734">
        <w:t xml:space="preserve">, </w:t>
      </w:r>
      <w:r>
        <w:t>tournant un vague brouet dans un bol</w:t>
      </w:r>
      <w:r w:rsidR="00894734">
        <w:t>.</w:t>
      </w:r>
    </w:p>
    <w:p w14:paraId="269B1D7A" w14:textId="77777777" w:rsidR="00894734" w:rsidRDefault="00894734">
      <w:r>
        <w:t>— </w:t>
      </w:r>
      <w:r w:rsidR="00000000">
        <w:t>Où est Mary</w:t>
      </w:r>
      <w:r>
        <w:t xml:space="preserve"> ? </w:t>
      </w:r>
      <w:r w:rsidR="00000000">
        <w:t xml:space="preserve">demanda Ben </w:t>
      </w:r>
      <w:proofErr w:type="spellStart"/>
      <w:r w:rsidR="00000000">
        <w:t>Rolly</w:t>
      </w:r>
      <w:proofErr w:type="spellEnd"/>
      <w:r>
        <w:t>.</w:t>
      </w:r>
    </w:p>
    <w:p w14:paraId="0898F87D" w14:textId="77777777" w:rsidR="00894734" w:rsidRDefault="00894734">
      <w:r>
        <w:t>— </w:t>
      </w:r>
      <w:r w:rsidR="00000000">
        <w:t>Mary</w:t>
      </w:r>
      <w:r>
        <w:t xml:space="preserve"> ! </w:t>
      </w:r>
      <w:r w:rsidR="00000000">
        <w:t>appela la femme en se retournant vers l</w:t>
      </w:r>
      <w:r>
        <w:t>’</w:t>
      </w:r>
      <w:r w:rsidR="00000000">
        <w:t>intérieur de la masure</w:t>
      </w:r>
      <w:r>
        <w:t>.</w:t>
      </w:r>
    </w:p>
    <w:p w14:paraId="571504A7" w14:textId="77777777" w:rsidR="00894734" w:rsidRDefault="00000000">
      <w:r>
        <w:t>Une autre femme d</w:t>
      </w:r>
      <w:r w:rsidR="00894734">
        <w:t>’</w:t>
      </w:r>
      <w:r>
        <w:t>une trentaine d</w:t>
      </w:r>
      <w:r w:rsidR="00894734">
        <w:t>’</w:t>
      </w:r>
      <w:r>
        <w:t>années se montra</w:t>
      </w:r>
      <w:r w:rsidR="00894734">
        <w:t xml:space="preserve">. </w:t>
      </w:r>
      <w:r>
        <w:t>Elle était courte et solidement bâtie</w:t>
      </w:r>
      <w:r w:rsidR="00894734">
        <w:t xml:space="preserve">, </w:t>
      </w:r>
      <w:r>
        <w:t>avec des yeux intelligents dans une face large et sans couleurs</w:t>
      </w:r>
      <w:r w:rsidR="00894734">
        <w:t xml:space="preserve">. </w:t>
      </w:r>
      <w:r>
        <w:t>Elle était vêtue d</w:t>
      </w:r>
      <w:r w:rsidR="00894734">
        <w:t>’</w:t>
      </w:r>
      <w:r>
        <w:t>une couverture de lit</w:t>
      </w:r>
      <w:r w:rsidR="00894734">
        <w:t xml:space="preserve">, </w:t>
      </w:r>
      <w:r>
        <w:t>qu</w:t>
      </w:r>
      <w:r w:rsidR="00894734">
        <w:t>’</w:t>
      </w:r>
      <w:r>
        <w:t>elle tenait serrée sur sa gorge</w:t>
      </w:r>
      <w:r w:rsidR="00894734">
        <w:t xml:space="preserve">. </w:t>
      </w:r>
      <w:r>
        <w:t>À notre vue</w:t>
      </w:r>
      <w:r w:rsidR="00894734">
        <w:t xml:space="preserve">, </w:t>
      </w:r>
      <w:r>
        <w:t>elle laissa tomber la couverture sur le sol</w:t>
      </w:r>
      <w:r w:rsidR="00894734">
        <w:t>.</w:t>
      </w:r>
    </w:p>
    <w:p w14:paraId="7903B4F6" w14:textId="77777777" w:rsidR="00894734" w:rsidRDefault="00894734">
      <w:r>
        <w:t>— </w:t>
      </w:r>
      <w:r w:rsidR="00000000">
        <w:t>Eh bien</w:t>
      </w:r>
      <w:r>
        <w:t xml:space="preserve"> ! </w:t>
      </w:r>
      <w:r w:rsidR="00000000">
        <w:t>Mary</w:t>
      </w:r>
      <w:r>
        <w:t xml:space="preserve">, </w:t>
      </w:r>
      <w:r w:rsidR="00000000">
        <w:t xml:space="preserve">dit </w:t>
      </w:r>
      <w:proofErr w:type="spellStart"/>
      <w:r w:rsidR="00000000">
        <w:t>Rolly</w:t>
      </w:r>
      <w:proofErr w:type="spellEnd"/>
      <w:r w:rsidR="00000000">
        <w:t xml:space="preserve"> cordialement</w:t>
      </w:r>
      <w:r>
        <w:t xml:space="preserve"> ? </w:t>
      </w:r>
      <w:r w:rsidR="00000000">
        <w:t>Pourquoi n</w:t>
      </w:r>
      <w:r>
        <w:t>’</w:t>
      </w:r>
      <w:r w:rsidR="00000000">
        <w:t>êtes-vous pas à la villa des Embruns</w:t>
      </w:r>
      <w:r>
        <w:t xml:space="preserve">, </w:t>
      </w:r>
      <w:r w:rsidR="00000000">
        <w:t>ce matin</w:t>
      </w:r>
      <w:r>
        <w:t> ?</w:t>
      </w:r>
    </w:p>
    <w:p w14:paraId="6D9E1E02" w14:textId="77777777" w:rsidR="00894734" w:rsidRDefault="00894734">
      <w:r>
        <w:t>— </w:t>
      </w:r>
      <w:r w:rsidR="00000000">
        <w:t>Je suis malade</w:t>
      </w:r>
      <w:r>
        <w:t xml:space="preserve">, </w:t>
      </w:r>
      <w:r w:rsidR="00000000">
        <w:t xml:space="preserve">monsieur </w:t>
      </w:r>
      <w:proofErr w:type="spellStart"/>
      <w:r w:rsidR="00000000">
        <w:t>Rolly</w:t>
      </w:r>
      <w:proofErr w:type="spellEnd"/>
      <w:r>
        <w:t xml:space="preserve">. </w:t>
      </w:r>
      <w:r w:rsidR="00000000">
        <w:t>J</w:t>
      </w:r>
      <w:r>
        <w:t>’</w:t>
      </w:r>
      <w:r w:rsidR="00000000">
        <w:t>ai la fièvre</w:t>
      </w:r>
      <w:r>
        <w:t xml:space="preserve">. </w:t>
      </w:r>
      <w:r w:rsidR="00000000">
        <w:t>Aussi</w:t>
      </w:r>
      <w:r>
        <w:t xml:space="preserve">, </w:t>
      </w:r>
      <w:r w:rsidR="00000000">
        <w:t>je suis restée à la maison</w:t>
      </w:r>
      <w:r>
        <w:t>.</w:t>
      </w:r>
    </w:p>
    <w:p w14:paraId="1784870A" w14:textId="77777777" w:rsidR="00894734" w:rsidRDefault="00894734">
      <w:r>
        <w:t>— </w:t>
      </w:r>
      <w:r w:rsidR="00000000">
        <w:t>Très mauvais</w:t>
      </w:r>
      <w:r>
        <w:t xml:space="preserve">, </w:t>
      </w:r>
      <w:r w:rsidR="00000000">
        <w:t>très mauvais</w:t>
      </w:r>
      <w:r>
        <w:t xml:space="preserve">. </w:t>
      </w:r>
      <w:r w:rsidR="00000000">
        <w:t>Et avez-vous demandé le docteur</w:t>
      </w:r>
      <w:r>
        <w:t> ?</w:t>
      </w:r>
    </w:p>
    <w:p w14:paraId="16C5F8D5" w14:textId="77777777" w:rsidR="00894734" w:rsidRDefault="00000000">
      <w:r>
        <w:t>Elle dit que non</w:t>
      </w:r>
      <w:r w:rsidR="00894734">
        <w:t xml:space="preserve">. </w:t>
      </w:r>
      <w:proofErr w:type="spellStart"/>
      <w:r>
        <w:t>Rolly</w:t>
      </w:r>
      <w:proofErr w:type="spellEnd"/>
      <w:r>
        <w:t xml:space="preserve"> lui dit de l</w:t>
      </w:r>
      <w:r w:rsidR="00894734">
        <w:t>’</w:t>
      </w:r>
      <w:r>
        <w:t>appeler</w:t>
      </w:r>
      <w:r w:rsidR="00894734">
        <w:t xml:space="preserve">. </w:t>
      </w:r>
      <w:r>
        <w:t>Elle répondit qu</w:t>
      </w:r>
      <w:r w:rsidR="00894734">
        <w:t>’</w:t>
      </w:r>
      <w:r>
        <w:t>elle n</w:t>
      </w:r>
      <w:r w:rsidR="00894734">
        <w:t>’</w:t>
      </w:r>
      <w:r>
        <w:t>en avait pas besoin</w:t>
      </w:r>
      <w:r w:rsidR="00894734">
        <w:t xml:space="preserve"> : </w:t>
      </w:r>
      <w:r>
        <w:t>elle avait souvent la fièvre</w:t>
      </w:r>
      <w:r w:rsidR="00894734">
        <w:t xml:space="preserve">. </w:t>
      </w:r>
      <w:r>
        <w:t>D</w:t>
      </w:r>
      <w:r w:rsidR="00894734">
        <w:t>’</w:t>
      </w:r>
      <w:r>
        <w:t>ailleurs</w:t>
      </w:r>
      <w:r w:rsidR="00894734">
        <w:t xml:space="preserve">, </w:t>
      </w:r>
      <w:r>
        <w:t>c</w:t>
      </w:r>
      <w:r w:rsidR="00894734">
        <w:t>’</w:t>
      </w:r>
      <w:r>
        <w:t>était déjà assez ennuyeux d</w:t>
      </w:r>
      <w:r w:rsidR="00894734">
        <w:t>’</w:t>
      </w:r>
      <w:r>
        <w:t>être malade sans encore être obligée de payer le médecin</w:t>
      </w:r>
      <w:r w:rsidR="00894734">
        <w:t xml:space="preserve">, </w:t>
      </w:r>
      <w:r>
        <w:t>qui prenait cher</w:t>
      </w:r>
      <w:r w:rsidR="00894734">
        <w:t xml:space="preserve">. </w:t>
      </w:r>
      <w:r>
        <w:t>Je comme</w:t>
      </w:r>
      <w:r>
        <w:t>n</w:t>
      </w:r>
      <w:r>
        <w:t>çais à croire qu</w:t>
      </w:r>
      <w:r w:rsidR="00894734">
        <w:t>’</w:t>
      </w:r>
      <w:r>
        <w:t>ils allaient parler de cela toute la journée</w:t>
      </w:r>
      <w:r w:rsidR="00894734">
        <w:t xml:space="preserve">, </w:t>
      </w:r>
      <w:r>
        <w:t xml:space="preserve">quand </w:t>
      </w:r>
      <w:proofErr w:type="spellStart"/>
      <w:r>
        <w:t>Rolly</w:t>
      </w:r>
      <w:proofErr w:type="spellEnd"/>
      <w:r>
        <w:t xml:space="preserve"> se décida enfin à revenir aux Carter</w:t>
      </w:r>
      <w:r w:rsidR="00894734">
        <w:t xml:space="preserve">, </w:t>
      </w:r>
      <w:r>
        <w:t>demandant à la fe</w:t>
      </w:r>
      <w:r>
        <w:t>m</w:t>
      </w:r>
      <w:r>
        <w:t>me ce qu</w:t>
      </w:r>
      <w:r w:rsidR="00894734">
        <w:t>’</w:t>
      </w:r>
      <w:r>
        <w:t>elle faisait chez eux</w:t>
      </w:r>
      <w:r w:rsidR="00894734">
        <w:t>.</w:t>
      </w:r>
    </w:p>
    <w:p w14:paraId="2CF40EFF" w14:textId="77777777" w:rsidR="00894734" w:rsidRDefault="00000000">
      <w:r>
        <w:lastRenderedPageBreak/>
        <w:t>Elle dit qu</w:t>
      </w:r>
      <w:r w:rsidR="00894734">
        <w:t>’</w:t>
      </w:r>
      <w:r>
        <w:t>elle avait été engagée deux semaines auparavant</w:t>
      </w:r>
      <w:r w:rsidR="00894734">
        <w:t xml:space="preserve">, </w:t>
      </w:r>
      <w:r>
        <w:t>quand ils avaient loué la maison</w:t>
      </w:r>
      <w:r w:rsidR="00894734">
        <w:t xml:space="preserve">. </w:t>
      </w:r>
      <w:r>
        <w:t>Elle venait tous les m</w:t>
      </w:r>
      <w:r>
        <w:t>a</w:t>
      </w:r>
      <w:r>
        <w:t>tins</w:t>
      </w:r>
      <w:r w:rsidR="00894734">
        <w:t xml:space="preserve">, </w:t>
      </w:r>
      <w:r>
        <w:t>vers neuf heures</w:t>
      </w:r>
      <w:r w:rsidR="00894734">
        <w:t xml:space="preserve">. </w:t>
      </w:r>
      <w:r>
        <w:t>Ils ne se levaient jamais avant dix heures</w:t>
      </w:r>
      <w:r w:rsidR="00894734">
        <w:t xml:space="preserve">. </w:t>
      </w:r>
      <w:r>
        <w:t>Elle faisait le ménage</w:t>
      </w:r>
      <w:r w:rsidR="00894734">
        <w:t xml:space="preserve">, </w:t>
      </w:r>
      <w:r>
        <w:t>préparait les repas et ne s</w:t>
      </w:r>
      <w:r w:rsidR="00894734">
        <w:t>’</w:t>
      </w:r>
      <w:r>
        <w:t>en allait que vers sept heures et demie</w:t>
      </w:r>
      <w:r w:rsidR="00894734">
        <w:t xml:space="preserve">, </w:t>
      </w:r>
      <w:r>
        <w:t>le soir</w:t>
      </w:r>
      <w:r w:rsidR="00894734">
        <w:t xml:space="preserve">, </w:t>
      </w:r>
      <w:r>
        <w:t>la vaisselle du dîner faite</w:t>
      </w:r>
      <w:r w:rsidR="00894734">
        <w:t xml:space="preserve">. </w:t>
      </w:r>
      <w:r>
        <w:t>Elle parut surprise en apprenant que Collinson</w:t>
      </w:r>
      <w:r w:rsidR="00894734">
        <w:t xml:space="preserve"> – </w:t>
      </w:r>
      <w:r>
        <w:t>Carter pour elle</w:t>
      </w:r>
      <w:r w:rsidR="00894734">
        <w:t xml:space="preserve"> – </w:t>
      </w:r>
      <w:r>
        <w:t>avait été tué et que sa femme était en fuite</w:t>
      </w:r>
      <w:r w:rsidR="00894734">
        <w:t xml:space="preserve">. </w:t>
      </w:r>
      <w:r>
        <w:t>Elle nous dit que Collinson était sorti seul</w:t>
      </w:r>
      <w:r w:rsidR="00894734">
        <w:t xml:space="preserve">, </w:t>
      </w:r>
      <w:r>
        <w:t>pour une promenade</w:t>
      </w:r>
      <w:r w:rsidR="00894734">
        <w:t xml:space="preserve">, </w:t>
      </w:r>
      <w:r>
        <w:t>avait-il dit</w:t>
      </w:r>
      <w:r w:rsidR="00894734">
        <w:t xml:space="preserve">, </w:t>
      </w:r>
      <w:r>
        <w:t>la veille</w:t>
      </w:r>
      <w:r w:rsidR="00894734">
        <w:t xml:space="preserve">, </w:t>
      </w:r>
      <w:r>
        <w:t>dans la soirée</w:t>
      </w:r>
      <w:r w:rsidR="00894734">
        <w:t xml:space="preserve">. </w:t>
      </w:r>
      <w:r>
        <w:t>Il était à peu près six heures et demie</w:t>
      </w:r>
      <w:r w:rsidR="00894734">
        <w:t xml:space="preserve">, </w:t>
      </w:r>
      <w:r>
        <w:t>le dîner ayant été ce jour-là</w:t>
      </w:r>
      <w:r w:rsidR="00894734">
        <w:t xml:space="preserve">, </w:t>
      </w:r>
      <w:r>
        <w:t>elle ne savait pourquoi</w:t>
      </w:r>
      <w:r w:rsidR="00894734">
        <w:t xml:space="preserve">, </w:t>
      </w:r>
      <w:r>
        <w:t>avancé d</w:t>
      </w:r>
      <w:r w:rsidR="00894734">
        <w:t>’</w:t>
      </w:r>
      <w:r>
        <w:t>une demi-heure</w:t>
      </w:r>
      <w:r w:rsidR="00894734">
        <w:t xml:space="preserve">. </w:t>
      </w:r>
      <w:r>
        <w:t>Quand elle avait quitté la maison</w:t>
      </w:r>
      <w:r w:rsidR="00894734">
        <w:t xml:space="preserve">, </w:t>
      </w:r>
      <w:r>
        <w:t>quelques minutes après sept heures</w:t>
      </w:r>
      <w:r w:rsidR="00894734">
        <w:t xml:space="preserve">, </w:t>
      </w:r>
      <w:r>
        <w:t>Mrs</w:t>
      </w:r>
      <w:r w:rsidR="00894734">
        <w:t xml:space="preserve">. </w:t>
      </w:r>
      <w:r>
        <w:t>Carter lisait un livre dans sa cha</w:t>
      </w:r>
      <w:r>
        <w:t>m</w:t>
      </w:r>
      <w:r>
        <w:t>bre</w:t>
      </w:r>
      <w:r w:rsidR="00894734">
        <w:t>.</w:t>
      </w:r>
    </w:p>
    <w:p w14:paraId="7C181277" w14:textId="77777777" w:rsidR="00894734" w:rsidRDefault="00000000">
      <w:r>
        <w:t>Mary Nuñez ne put pas</w:t>
      </w:r>
      <w:r w:rsidR="00894734">
        <w:t xml:space="preserve">, </w:t>
      </w:r>
      <w:r>
        <w:t>ou ne voulut pas</w:t>
      </w:r>
      <w:r w:rsidR="00894734">
        <w:t xml:space="preserve">, </w:t>
      </w:r>
      <w:r>
        <w:t>me dire quelque chose qui pût m</w:t>
      </w:r>
      <w:r w:rsidR="00894734">
        <w:t>’</w:t>
      </w:r>
      <w:r>
        <w:t>aider à découvrir la raison pour laquelle Colli</w:t>
      </w:r>
      <w:r>
        <w:t>n</w:t>
      </w:r>
      <w:r>
        <w:t>son m</w:t>
      </w:r>
      <w:r w:rsidR="00894734">
        <w:t>’</w:t>
      </w:r>
      <w:r>
        <w:t>avait appelé</w:t>
      </w:r>
      <w:r w:rsidR="00894734">
        <w:t xml:space="preserve">. </w:t>
      </w:r>
      <w:r>
        <w:t>Elle ne pouvait rien dire</w:t>
      </w:r>
      <w:r w:rsidR="00894734">
        <w:t xml:space="preserve">, </w:t>
      </w:r>
      <w:r>
        <w:t>insista-t-elle</w:t>
      </w:r>
      <w:r w:rsidR="00894734">
        <w:t xml:space="preserve">. </w:t>
      </w:r>
      <w:r>
        <w:t>Elle ne savait rien</w:t>
      </w:r>
      <w:r w:rsidR="00894734">
        <w:t xml:space="preserve">, </w:t>
      </w:r>
      <w:r>
        <w:t>sinon que Mrs</w:t>
      </w:r>
      <w:r w:rsidR="00894734">
        <w:t xml:space="preserve">. </w:t>
      </w:r>
      <w:r>
        <w:t>Carter ne semblait pas heureuse</w:t>
      </w:r>
      <w:r w:rsidR="00894734">
        <w:t xml:space="preserve"> – </w:t>
      </w:r>
      <w:r>
        <w:t>qu</w:t>
      </w:r>
      <w:r w:rsidR="00894734">
        <w:t>’</w:t>
      </w:r>
      <w:r>
        <w:t>elle n</w:t>
      </w:r>
      <w:r w:rsidR="00894734">
        <w:t>’</w:t>
      </w:r>
      <w:r>
        <w:t>était pas heureuse</w:t>
      </w:r>
      <w:r w:rsidR="00894734">
        <w:t xml:space="preserve">. </w:t>
      </w:r>
      <w:r>
        <w:t>Mary Nuñez expliquait cela ainsi</w:t>
      </w:r>
      <w:r w:rsidR="00894734">
        <w:t xml:space="preserve"> : </w:t>
      </w:r>
      <w:r>
        <w:t>Mrs</w:t>
      </w:r>
      <w:r w:rsidR="00894734">
        <w:t xml:space="preserve">. </w:t>
      </w:r>
      <w:r>
        <w:t>Carter aimait un autre homme</w:t>
      </w:r>
      <w:r w:rsidR="00894734">
        <w:t xml:space="preserve">. </w:t>
      </w:r>
      <w:r>
        <w:t>On l</w:t>
      </w:r>
      <w:r w:rsidR="00894734">
        <w:t>’</w:t>
      </w:r>
      <w:r>
        <w:t>avait mariée à Carter</w:t>
      </w:r>
      <w:r w:rsidR="00894734">
        <w:t xml:space="preserve">, </w:t>
      </w:r>
      <w:r>
        <w:t>et naturellement Carter avait été tué par l</w:t>
      </w:r>
      <w:r w:rsidR="00894734">
        <w:t>’</w:t>
      </w:r>
      <w:r>
        <w:t>autre homme</w:t>
      </w:r>
      <w:r w:rsidR="00894734">
        <w:t xml:space="preserve">, </w:t>
      </w:r>
      <w:r>
        <w:t>avec qui Mrs</w:t>
      </w:r>
      <w:r w:rsidR="00894734">
        <w:t xml:space="preserve">. </w:t>
      </w:r>
      <w:r>
        <w:t>Carter s</w:t>
      </w:r>
      <w:r w:rsidR="00894734">
        <w:t>’</w:t>
      </w:r>
      <w:r>
        <w:t>était enfuie</w:t>
      </w:r>
      <w:r w:rsidR="00894734">
        <w:t xml:space="preserve">. </w:t>
      </w:r>
      <w:r>
        <w:t>Je ne parvins pas à lui faire dire qu</w:t>
      </w:r>
      <w:r w:rsidR="00894734">
        <w:t>’</w:t>
      </w:r>
      <w:r>
        <w:t>elle avait</w:t>
      </w:r>
      <w:r w:rsidR="00894734">
        <w:t xml:space="preserve">, </w:t>
      </w:r>
      <w:r>
        <w:t>pour affirmer cela</w:t>
      </w:r>
      <w:r w:rsidR="00894734">
        <w:t xml:space="preserve">, </w:t>
      </w:r>
      <w:r>
        <w:t>d</w:t>
      </w:r>
      <w:r w:rsidR="00894734">
        <w:t>’</w:t>
      </w:r>
      <w:r>
        <w:t>autres raisons que celles de son intuition de femme</w:t>
      </w:r>
      <w:r w:rsidR="00894734">
        <w:t xml:space="preserve">. </w:t>
      </w:r>
      <w:r>
        <w:t>Je lui demandai si les Carter recevaient des visites</w:t>
      </w:r>
      <w:r w:rsidR="00894734">
        <w:t>.</w:t>
      </w:r>
    </w:p>
    <w:p w14:paraId="2955EB90" w14:textId="77777777" w:rsidR="00894734" w:rsidRDefault="00894734">
      <w:r>
        <w:t>— </w:t>
      </w:r>
      <w:r w:rsidR="00000000">
        <w:t>Non</w:t>
      </w:r>
      <w:r>
        <w:t xml:space="preserve">, </w:t>
      </w:r>
      <w:r w:rsidR="00000000">
        <w:t>jamais</w:t>
      </w:r>
      <w:r>
        <w:t xml:space="preserve">, </w:t>
      </w:r>
      <w:r w:rsidR="00000000">
        <w:t>monsieur</w:t>
      </w:r>
      <w:r>
        <w:t>.</w:t>
      </w:r>
    </w:p>
    <w:p w14:paraId="45820087" w14:textId="77777777" w:rsidR="00894734" w:rsidRDefault="00894734">
      <w:r>
        <w:t>— </w:t>
      </w:r>
      <w:r w:rsidR="00000000">
        <w:t>Se querellaient-ils</w:t>
      </w:r>
      <w:r>
        <w:t xml:space="preserve"> ? </w:t>
      </w:r>
      <w:r w:rsidR="00000000">
        <w:t xml:space="preserve">demanda </w:t>
      </w:r>
      <w:proofErr w:type="spellStart"/>
      <w:r w:rsidR="00000000">
        <w:t>Rolly</w:t>
      </w:r>
      <w:proofErr w:type="spellEnd"/>
      <w:r>
        <w:t>.</w:t>
      </w:r>
    </w:p>
    <w:p w14:paraId="6D8D44A4" w14:textId="77777777" w:rsidR="00894734" w:rsidRDefault="00000000">
      <w:r>
        <w:t>Elle faillit dire non</w:t>
      </w:r>
      <w:r w:rsidR="00894734">
        <w:t xml:space="preserve">, </w:t>
      </w:r>
      <w:r>
        <w:t>puis se reprit vivement et dit qu</w:t>
      </w:r>
      <w:r w:rsidR="00894734">
        <w:t>’</w:t>
      </w:r>
      <w:r>
        <w:t>en e</w:t>
      </w:r>
      <w:r>
        <w:t>f</w:t>
      </w:r>
      <w:r>
        <w:t>fet ils se querellaient souvent</w:t>
      </w:r>
      <w:r w:rsidR="00894734">
        <w:t xml:space="preserve">, </w:t>
      </w:r>
      <w:r>
        <w:t>qu</w:t>
      </w:r>
      <w:r w:rsidR="00894734">
        <w:t>’</w:t>
      </w:r>
      <w:r>
        <w:t>ils n</w:t>
      </w:r>
      <w:r w:rsidR="00894734">
        <w:t>’</w:t>
      </w:r>
      <w:r>
        <w:t>avaient jamais l</w:t>
      </w:r>
      <w:r w:rsidR="00894734">
        <w:t>’</w:t>
      </w:r>
      <w:r>
        <w:t>air de s</w:t>
      </w:r>
      <w:r w:rsidR="00894734">
        <w:t>’</w:t>
      </w:r>
      <w:r>
        <w:t>entendre</w:t>
      </w:r>
      <w:r w:rsidR="00894734">
        <w:t xml:space="preserve">. </w:t>
      </w:r>
      <w:r>
        <w:t>Mrs</w:t>
      </w:r>
      <w:r w:rsidR="00894734">
        <w:t xml:space="preserve">. </w:t>
      </w:r>
      <w:r>
        <w:t>Carter n</w:t>
      </w:r>
      <w:r w:rsidR="00894734">
        <w:t>’</w:t>
      </w:r>
      <w:r>
        <w:t>aimait pas que son mari fût auprès d</w:t>
      </w:r>
      <w:r w:rsidR="00894734">
        <w:t>’</w:t>
      </w:r>
      <w:r>
        <w:t>elle et plusieurs fois</w:t>
      </w:r>
      <w:r w:rsidR="00894734">
        <w:t xml:space="preserve">, </w:t>
      </w:r>
      <w:r>
        <w:t>Mary l</w:t>
      </w:r>
      <w:r w:rsidR="00894734">
        <w:t>’</w:t>
      </w:r>
      <w:r>
        <w:t>avait entendu</w:t>
      </w:r>
      <w:r w:rsidR="00894734">
        <w:t xml:space="preserve">, </w:t>
      </w:r>
      <w:r>
        <w:t>elle</w:t>
      </w:r>
      <w:r w:rsidR="00894734">
        <w:t xml:space="preserve">, </w:t>
      </w:r>
      <w:r>
        <w:t>lui dire que s</w:t>
      </w:r>
      <w:r w:rsidR="00894734">
        <w:t>’</w:t>
      </w:r>
      <w:r>
        <w:t>il ne s</w:t>
      </w:r>
      <w:r w:rsidR="00894734">
        <w:t>’</w:t>
      </w:r>
      <w:r>
        <w:t>en allait pas pour ne plus revenir</w:t>
      </w:r>
      <w:r w:rsidR="00894734">
        <w:t xml:space="preserve">, </w:t>
      </w:r>
      <w:r>
        <w:t>elle le tuerait</w:t>
      </w:r>
      <w:r w:rsidR="00894734">
        <w:t>.</w:t>
      </w:r>
    </w:p>
    <w:p w14:paraId="136BDBE4" w14:textId="77777777" w:rsidR="00894734" w:rsidRDefault="00894734">
      <w:r>
        <w:lastRenderedPageBreak/>
        <w:t>— </w:t>
      </w:r>
      <w:r w:rsidR="00000000">
        <w:t>Quelle charmante nature</w:t>
      </w:r>
      <w:r>
        <w:t xml:space="preserve"> ! </w:t>
      </w:r>
      <w:r w:rsidR="00000000">
        <w:t xml:space="preserve">dit </w:t>
      </w:r>
      <w:proofErr w:type="spellStart"/>
      <w:r w:rsidR="00000000">
        <w:t>Rolly</w:t>
      </w:r>
      <w:proofErr w:type="spellEnd"/>
      <w:r w:rsidR="00000000">
        <w:t xml:space="preserve"> un peu plus tard</w:t>
      </w:r>
      <w:r>
        <w:t xml:space="preserve">, </w:t>
      </w:r>
      <w:r w:rsidR="00000000">
        <w:t xml:space="preserve">comme nous revenions vers la maison de </w:t>
      </w:r>
      <w:proofErr w:type="spellStart"/>
      <w:r w:rsidR="00000000">
        <w:t>Debro</w:t>
      </w:r>
      <w:proofErr w:type="spellEnd"/>
      <w:r>
        <w:t>.</w:t>
      </w:r>
    </w:p>
    <w:p w14:paraId="36E9AA11" w14:textId="77777777" w:rsidR="00894734" w:rsidRDefault="00894734">
      <w:r>
        <w:t>— </w:t>
      </w:r>
      <w:r w:rsidR="00000000">
        <w:t>De qui parlez-vous</w:t>
      </w:r>
      <w:r>
        <w:t> ?</w:t>
      </w:r>
    </w:p>
    <w:p w14:paraId="2E4658B0" w14:textId="77777777" w:rsidR="00894734" w:rsidRDefault="00894734">
      <w:r>
        <w:t>— </w:t>
      </w:r>
      <w:r w:rsidR="00000000">
        <w:t>De cette femme qui a tué son mari</w:t>
      </w:r>
      <w:r>
        <w:t>.</w:t>
      </w:r>
    </w:p>
    <w:p w14:paraId="34D1AAF6" w14:textId="77777777" w:rsidR="00894734" w:rsidRDefault="00894734">
      <w:r>
        <w:t>— </w:t>
      </w:r>
      <w:r w:rsidR="00000000">
        <w:t>Croyez-vous que ce soit elle qui l</w:t>
      </w:r>
      <w:r>
        <w:t>’</w:t>
      </w:r>
      <w:r w:rsidR="00000000">
        <w:t>ait tué</w:t>
      </w:r>
      <w:r>
        <w:t> ?</w:t>
      </w:r>
    </w:p>
    <w:p w14:paraId="7404B3BA" w14:textId="77777777" w:rsidR="00894734" w:rsidRDefault="00894734">
      <w:r>
        <w:t>— </w:t>
      </w:r>
      <w:r w:rsidR="00000000">
        <w:t>Eh bien</w:t>
      </w:r>
      <w:r>
        <w:t xml:space="preserve"> ! </w:t>
      </w:r>
      <w:r w:rsidR="00000000">
        <w:t>vous aussi</w:t>
      </w:r>
      <w:r>
        <w:t xml:space="preserve">, </w:t>
      </w:r>
      <w:r w:rsidR="00000000">
        <w:t>je pense</w:t>
      </w:r>
      <w:r>
        <w:t>.</w:t>
      </w:r>
    </w:p>
    <w:p w14:paraId="2770A631" w14:textId="77777777" w:rsidR="00894734" w:rsidRDefault="00894734">
      <w:r>
        <w:t>— </w:t>
      </w:r>
      <w:r w:rsidR="00000000">
        <w:t>Non</w:t>
      </w:r>
      <w:r>
        <w:t>.</w:t>
      </w:r>
    </w:p>
    <w:p w14:paraId="6B3A99D6" w14:textId="77777777" w:rsidR="00894734" w:rsidRDefault="00000000">
      <w:proofErr w:type="spellStart"/>
      <w:r>
        <w:t>Rolly</w:t>
      </w:r>
      <w:proofErr w:type="spellEnd"/>
      <w:r>
        <w:t xml:space="preserve"> s</w:t>
      </w:r>
      <w:r w:rsidR="00894734">
        <w:t>’</w:t>
      </w:r>
      <w:r>
        <w:t>arrêta et me regarda avec des yeux effarés</w:t>
      </w:r>
      <w:r w:rsidR="00894734">
        <w:t>.</w:t>
      </w:r>
    </w:p>
    <w:p w14:paraId="43BD3E4D" w14:textId="77777777" w:rsidR="00894734" w:rsidRDefault="00894734">
      <w:r>
        <w:t>— </w:t>
      </w:r>
      <w:r w:rsidR="00000000">
        <w:t>Comment pouvez-vous dire cela maintenant</w:t>
      </w:r>
      <w:r>
        <w:t xml:space="preserve"> ? </w:t>
      </w:r>
      <w:r w:rsidR="00000000">
        <w:t>N</w:t>
      </w:r>
      <w:r>
        <w:t>’</w:t>
      </w:r>
      <w:r w:rsidR="00000000">
        <w:t>est-elle pas une droguée et n</w:t>
      </w:r>
      <w:r>
        <w:t>’</w:t>
      </w:r>
      <w:r w:rsidR="00000000">
        <w:t>a-t-on pas tout à attendre de ces gens-là</w:t>
      </w:r>
      <w:r>
        <w:t xml:space="preserve"> ? </w:t>
      </w:r>
      <w:r w:rsidR="00000000">
        <w:t>Ne s</w:t>
      </w:r>
      <w:r>
        <w:t>’</w:t>
      </w:r>
      <w:r w:rsidR="00000000">
        <w:t>est-elle pas enfuie</w:t>
      </w:r>
      <w:r>
        <w:t xml:space="preserve"> ? </w:t>
      </w:r>
      <w:r w:rsidR="00000000">
        <w:t>Les choses qu</w:t>
      </w:r>
      <w:r>
        <w:t>’</w:t>
      </w:r>
      <w:r w:rsidR="00000000">
        <w:t>elle a laissées derrière elle ne sont-elles pas tachées de sang</w:t>
      </w:r>
      <w:r>
        <w:t xml:space="preserve"> ? </w:t>
      </w:r>
      <w:r w:rsidR="00000000">
        <w:t>Enfin</w:t>
      </w:r>
      <w:r>
        <w:t xml:space="preserve">, </w:t>
      </w:r>
      <w:r w:rsidR="00000000">
        <w:t>ne l</w:t>
      </w:r>
      <w:r>
        <w:t>’</w:t>
      </w:r>
      <w:r w:rsidR="00000000">
        <w:t>a-t-elle pas menacé au point qu</w:t>
      </w:r>
      <w:r>
        <w:t>’</w:t>
      </w:r>
      <w:r w:rsidR="00000000">
        <w:t>il a pris peur et vous a télégraphié</w:t>
      </w:r>
      <w:r>
        <w:t> ?</w:t>
      </w:r>
    </w:p>
    <w:p w14:paraId="3BCD6E73" w14:textId="77777777" w:rsidR="00894734" w:rsidRDefault="00894734">
      <w:r>
        <w:t>— </w:t>
      </w:r>
      <w:r w:rsidR="00000000">
        <w:t>Mary n</w:t>
      </w:r>
      <w:r>
        <w:t>’</w:t>
      </w:r>
      <w:r w:rsidR="00000000">
        <w:t>a pas entendu des menaces de mort</w:t>
      </w:r>
      <w:r>
        <w:t xml:space="preserve">, </w:t>
      </w:r>
      <w:r w:rsidR="00000000">
        <w:t>affirmai-je</w:t>
      </w:r>
      <w:r>
        <w:t>.</w:t>
      </w:r>
    </w:p>
    <w:p w14:paraId="1A1F3BB0" w14:textId="77777777" w:rsidR="00894734" w:rsidRDefault="00000000">
      <w:r>
        <w:t>Mrs</w:t>
      </w:r>
      <w:r w:rsidR="00894734">
        <w:t xml:space="preserve">. </w:t>
      </w:r>
      <w:r>
        <w:t>Carter était toujours hantée par la menace de cette malédiction</w:t>
      </w:r>
      <w:r w:rsidR="00894734">
        <w:t xml:space="preserve">. </w:t>
      </w:r>
      <w:r>
        <w:t>Et elle cherchait avant tout à sauver son mari en l</w:t>
      </w:r>
      <w:r w:rsidR="00894734">
        <w:t>’</w:t>
      </w:r>
      <w:r>
        <w:t>éloignant</w:t>
      </w:r>
      <w:r w:rsidR="00894734">
        <w:t xml:space="preserve">. </w:t>
      </w:r>
      <w:r>
        <w:t>C</w:t>
      </w:r>
      <w:r w:rsidR="00894734">
        <w:t>’</w:t>
      </w:r>
      <w:r>
        <w:t>est pourquoi elle refusait de l</w:t>
      </w:r>
      <w:r w:rsidR="00894734">
        <w:t>’</w:t>
      </w:r>
      <w:r>
        <w:t>épouser et elle n</w:t>
      </w:r>
      <w:r w:rsidR="00894734">
        <w:t>’</w:t>
      </w:r>
      <w:r>
        <w:t>y aurait jamais consenti s</w:t>
      </w:r>
      <w:r w:rsidR="00894734">
        <w:t>’</w:t>
      </w:r>
      <w:r>
        <w:t>il n</w:t>
      </w:r>
      <w:r w:rsidR="00894734">
        <w:t>’</w:t>
      </w:r>
      <w:r>
        <w:t>avait profité d</w:t>
      </w:r>
      <w:r w:rsidR="00894734">
        <w:t>’</w:t>
      </w:r>
      <w:r>
        <w:t>un moment où elle ne savait plus guère ce qu</w:t>
      </w:r>
      <w:r w:rsidR="00894734">
        <w:t>’</w:t>
      </w:r>
      <w:r>
        <w:t>elle faisait</w:t>
      </w:r>
      <w:r w:rsidR="00894734">
        <w:t>.</w:t>
      </w:r>
    </w:p>
    <w:p w14:paraId="5E962740" w14:textId="77777777" w:rsidR="00894734" w:rsidRDefault="00894734">
      <w:r>
        <w:t>— </w:t>
      </w:r>
      <w:r w:rsidR="00000000">
        <w:t>Mais qui pourrait être assez fou pour croire</w:t>
      </w:r>
      <w:r>
        <w:t>…</w:t>
      </w:r>
    </w:p>
    <w:p w14:paraId="026FE4B5" w14:textId="77777777" w:rsidR="00894734" w:rsidRDefault="00894734">
      <w:r>
        <w:t>— </w:t>
      </w:r>
      <w:r w:rsidR="00000000">
        <w:t>Je ne demande à personne de croire quoi que ce soit</w:t>
      </w:r>
      <w:r>
        <w:t xml:space="preserve">, </w:t>
      </w:r>
      <w:r w:rsidR="00000000">
        <w:t>grognai-je en me remettant en marche</w:t>
      </w:r>
      <w:r>
        <w:t xml:space="preserve">. </w:t>
      </w:r>
      <w:r w:rsidR="00000000">
        <w:t>Je vous dis ce que</w:t>
      </w:r>
      <w:r>
        <w:t xml:space="preserve">, </w:t>
      </w:r>
      <w:r w:rsidR="00000000">
        <w:t>moi</w:t>
      </w:r>
      <w:r>
        <w:t xml:space="preserve">, </w:t>
      </w:r>
      <w:r w:rsidR="00000000">
        <w:t>je crois</w:t>
      </w:r>
      <w:r>
        <w:t xml:space="preserve">. </w:t>
      </w:r>
      <w:r w:rsidR="00000000">
        <w:t>Et pendant que j</w:t>
      </w:r>
      <w:r>
        <w:t>’</w:t>
      </w:r>
      <w:r w:rsidR="00000000">
        <w:t>y suis</w:t>
      </w:r>
      <w:r>
        <w:t xml:space="preserve">, </w:t>
      </w:r>
      <w:r w:rsidR="00000000">
        <w:t>je vous dis que je crois que M</w:t>
      </w:r>
      <w:r w:rsidR="00000000">
        <w:t>a</w:t>
      </w:r>
      <w:r w:rsidR="00000000">
        <w:t>ry Nuñez ment quand elle dit qu</w:t>
      </w:r>
      <w:r>
        <w:t>’</w:t>
      </w:r>
      <w:r w:rsidR="00000000">
        <w:t>elle n</w:t>
      </w:r>
      <w:r>
        <w:t>’</w:t>
      </w:r>
      <w:r w:rsidR="00000000">
        <w:t>est pas allée à la villa des Embruns ce matin</w:t>
      </w:r>
      <w:r>
        <w:t xml:space="preserve">. </w:t>
      </w:r>
      <w:r w:rsidR="00000000">
        <w:t>Peut-être qu</w:t>
      </w:r>
      <w:r>
        <w:t>’</w:t>
      </w:r>
      <w:r w:rsidR="00000000">
        <w:t>elle n</w:t>
      </w:r>
      <w:r>
        <w:t>’</w:t>
      </w:r>
      <w:r w:rsidR="00000000">
        <w:t xml:space="preserve">a rien à voir </w:t>
      </w:r>
      <w:r w:rsidR="00000000">
        <w:lastRenderedPageBreak/>
        <w:t>avec la mort de Collinson</w:t>
      </w:r>
      <w:r>
        <w:t xml:space="preserve">. </w:t>
      </w:r>
      <w:r w:rsidR="00000000">
        <w:t>Je crois qu</w:t>
      </w:r>
      <w:r>
        <w:t>’</w:t>
      </w:r>
      <w:r w:rsidR="00000000">
        <w:t>elle est allée comme d</w:t>
      </w:r>
      <w:r>
        <w:t>’</w:t>
      </w:r>
      <w:r w:rsidR="00000000">
        <w:t>habitude à son travail</w:t>
      </w:r>
      <w:r>
        <w:t xml:space="preserve">, </w:t>
      </w:r>
      <w:r w:rsidR="00000000">
        <w:t>qu</w:t>
      </w:r>
      <w:r>
        <w:t>’</w:t>
      </w:r>
      <w:r w:rsidR="00000000">
        <w:t>elle a trouvé la maison vide</w:t>
      </w:r>
      <w:r>
        <w:t xml:space="preserve">, </w:t>
      </w:r>
      <w:r w:rsidR="00000000">
        <w:t>vu les vêtements sa</w:t>
      </w:r>
      <w:r w:rsidR="00000000">
        <w:t>n</w:t>
      </w:r>
      <w:r w:rsidR="00000000">
        <w:t>glants</w:t>
      </w:r>
      <w:r>
        <w:t xml:space="preserve">, </w:t>
      </w:r>
      <w:r w:rsidR="00000000">
        <w:t>et qu</w:t>
      </w:r>
      <w:r>
        <w:t>’</w:t>
      </w:r>
      <w:r w:rsidR="00000000">
        <w:t>elle s</w:t>
      </w:r>
      <w:r>
        <w:t>’</w:t>
      </w:r>
      <w:r w:rsidR="00000000">
        <w:t>en sera retournée chez elle</w:t>
      </w:r>
      <w:r>
        <w:t xml:space="preserve">, </w:t>
      </w:r>
      <w:r w:rsidR="00000000">
        <w:t>inventant cette histoire de fièvre pour qu</w:t>
      </w:r>
      <w:r>
        <w:t>’</w:t>
      </w:r>
      <w:r w:rsidR="00000000">
        <w:t>on la laissât tranquille</w:t>
      </w:r>
      <w:r>
        <w:t xml:space="preserve">. </w:t>
      </w:r>
      <w:r w:rsidR="00000000">
        <w:t>Ce serait elle qui aurait changé de place la douille vide</w:t>
      </w:r>
      <w:r>
        <w:t xml:space="preserve">. </w:t>
      </w:r>
      <w:r w:rsidR="00000000">
        <w:t>Elle a connu des e</w:t>
      </w:r>
      <w:r w:rsidR="00000000">
        <w:t>n</w:t>
      </w:r>
      <w:r w:rsidR="00000000">
        <w:t>nuis de ce genre quand son mari a été arrêté et se soucie peu de recommencer</w:t>
      </w:r>
      <w:r>
        <w:t xml:space="preserve">, </w:t>
      </w:r>
      <w:r w:rsidR="00000000">
        <w:t>sans doute</w:t>
      </w:r>
      <w:r>
        <w:t xml:space="preserve">. </w:t>
      </w:r>
      <w:r w:rsidR="00000000">
        <w:t>Dans son cas</w:t>
      </w:r>
      <w:r>
        <w:t xml:space="preserve">, </w:t>
      </w:r>
      <w:r w:rsidR="00000000">
        <w:t>neuf femmes sur dix auraient agi ainsi</w:t>
      </w:r>
      <w:r>
        <w:t xml:space="preserve">. </w:t>
      </w:r>
      <w:r w:rsidR="00000000">
        <w:t>Et avouez que cette fièvre était bien mirac</w:t>
      </w:r>
      <w:r w:rsidR="00000000">
        <w:t>u</w:t>
      </w:r>
      <w:r w:rsidR="00000000">
        <w:t>leuse</w:t>
      </w:r>
      <w:r>
        <w:t>.</w:t>
      </w:r>
    </w:p>
    <w:p w14:paraId="031033FC" w14:textId="77777777" w:rsidR="00894734" w:rsidRDefault="00000000">
      <w:r>
        <w:t>Le député-shérif ne me répondit pas</w:t>
      </w:r>
      <w:r w:rsidR="00894734">
        <w:t xml:space="preserve">. </w:t>
      </w:r>
      <w:r>
        <w:t xml:space="preserve">Nous arrivions à la maison de </w:t>
      </w:r>
      <w:proofErr w:type="spellStart"/>
      <w:r>
        <w:t>Debro</w:t>
      </w:r>
      <w:proofErr w:type="spellEnd"/>
      <w:r w:rsidR="00894734">
        <w:t xml:space="preserve">. </w:t>
      </w:r>
      <w:r>
        <w:t>Nous lui empruntâmes son vieux torpédo et nous élançâmes</w:t>
      </w:r>
      <w:r w:rsidR="00894734">
        <w:t xml:space="preserve">, </w:t>
      </w:r>
      <w:r>
        <w:t>sur la route de l</w:t>
      </w:r>
      <w:r w:rsidR="00894734">
        <w:t>’</w:t>
      </w:r>
      <w:r>
        <w:t>Est</w:t>
      </w:r>
      <w:r w:rsidR="00894734">
        <w:t xml:space="preserve">, </w:t>
      </w:r>
      <w:r>
        <w:t>à la poursuite de la jeune femme à la Chrysler</w:t>
      </w:r>
      <w:r w:rsidR="00894734">
        <w:t>.</w:t>
      </w:r>
    </w:p>
    <w:p w14:paraId="616F6041" w14:textId="77777777" w:rsidR="00894734" w:rsidRDefault="00000000">
      <w:r>
        <w:t>Notre premier arrêt fut à la maison d</w:t>
      </w:r>
      <w:r w:rsidR="00894734">
        <w:t>’</w:t>
      </w:r>
      <w:r>
        <w:t>un homme nommé Claude Baker</w:t>
      </w:r>
      <w:r w:rsidR="00894734">
        <w:t xml:space="preserve">. </w:t>
      </w:r>
      <w:r>
        <w:t>C</w:t>
      </w:r>
      <w:r w:rsidR="00894734">
        <w:t>’</w:t>
      </w:r>
      <w:r>
        <w:t>était un long bonhomme avec une barbe de huit jours</w:t>
      </w:r>
      <w:r w:rsidR="00894734">
        <w:t xml:space="preserve">. </w:t>
      </w:r>
      <w:r>
        <w:t>Sa femme était une fade créature fanée avant l</w:t>
      </w:r>
      <w:r w:rsidR="00894734">
        <w:t>’</w:t>
      </w:r>
      <w:r>
        <w:t>âge et qui avait peut-être été jolie</w:t>
      </w:r>
      <w:r w:rsidR="00894734">
        <w:t xml:space="preserve">. </w:t>
      </w:r>
      <w:r>
        <w:t>Ils avaient six enfants</w:t>
      </w:r>
      <w:r w:rsidR="00894734">
        <w:t xml:space="preserve">. </w:t>
      </w:r>
      <w:r>
        <w:t>Toute la famille vint sur la porte pour nous recevoir</w:t>
      </w:r>
      <w:r w:rsidR="00894734">
        <w:t xml:space="preserve">. </w:t>
      </w:r>
      <w:r>
        <w:t>Ils n</w:t>
      </w:r>
      <w:r w:rsidR="00894734">
        <w:t>’</w:t>
      </w:r>
      <w:r>
        <w:t>avaient rien vu</w:t>
      </w:r>
      <w:r w:rsidR="00894734">
        <w:t xml:space="preserve">, </w:t>
      </w:r>
      <w:r>
        <w:t>dirent-ils</w:t>
      </w:r>
      <w:r w:rsidR="00894734">
        <w:t xml:space="preserve">. </w:t>
      </w:r>
      <w:r>
        <w:t>Ils n</w:t>
      </w:r>
      <w:r w:rsidR="00894734">
        <w:t>’</w:t>
      </w:r>
      <w:r>
        <w:t>étaient jamais levés avant sept heures du matin</w:t>
      </w:r>
      <w:r w:rsidR="00894734">
        <w:t xml:space="preserve">. </w:t>
      </w:r>
      <w:r>
        <w:t>Ils connaissaient les Carter de vue seulement</w:t>
      </w:r>
      <w:r w:rsidR="00894734">
        <w:t xml:space="preserve">. </w:t>
      </w:r>
      <w:r>
        <w:t xml:space="preserve">Ils posèrent plus de questions que </w:t>
      </w:r>
      <w:proofErr w:type="spellStart"/>
      <w:r>
        <w:t>Rolly</w:t>
      </w:r>
      <w:proofErr w:type="spellEnd"/>
      <w:r>
        <w:t xml:space="preserve"> et moi</w:t>
      </w:r>
      <w:r w:rsidR="00894734">
        <w:t>.</w:t>
      </w:r>
    </w:p>
    <w:p w14:paraId="27FE0415" w14:textId="77777777" w:rsidR="00894734" w:rsidRDefault="00000000">
      <w:pPr>
        <w:rPr>
          <w:lang w:val="en-GB"/>
        </w:rPr>
      </w:pPr>
      <w:r>
        <w:t>Peu après</w:t>
      </w:r>
      <w:r w:rsidR="00894734">
        <w:t xml:space="preserve">, </w:t>
      </w:r>
      <w:r>
        <w:t>le sol de la route devint de l</w:t>
      </w:r>
      <w:r w:rsidR="00894734">
        <w:t>’</w:t>
      </w:r>
      <w:r>
        <w:t>asphalte</w:t>
      </w:r>
      <w:r w:rsidR="00894734">
        <w:t xml:space="preserve">. </w:t>
      </w:r>
      <w:r>
        <w:t>Ce que nous pouvions voir des traces de la Chrysler démontrait qu</w:t>
      </w:r>
      <w:r w:rsidR="00894734">
        <w:t>’</w:t>
      </w:r>
      <w:r>
        <w:t>elle était la seule voiture passée avant nous ce matin</w:t>
      </w:r>
      <w:r w:rsidR="00894734">
        <w:t xml:space="preserve">. </w:t>
      </w:r>
      <w:r>
        <w:t>Nous nous a</w:t>
      </w:r>
      <w:r>
        <w:t>r</w:t>
      </w:r>
      <w:r>
        <w:t>rêtâmes devant une jolie maison verte enfouie sous les roses</w:t>
      </w:r>
      <w:r w:rsidR="00894734">
        <w:t xml:space="preserve">. </w:t>
      </w:r>
      <w:r>
        <w:rPr>
          <w:lang w:val="en-GB"/>
        </w:rPr>
        <w:t xml:space="preserve">Rolly </w:t>
      </w:r>
      <w:proofErr w:type="spellStart"/>
      <w:proofErr w:type="gramStart"/>
      <w:r>
        <w:rPr>
          <w:lang w:val="en-GB"/>
        </w:rPr>
        <w:t>appela</w:t>
      </w:r>
      <w:proofErr w:type="spellEnd"/>
      <w:r w:rsidR="00894734">
        <w:rPr>
          <w:lang w:val="en-GB"/>
        </w:rPr>
        <w:t> :</w:t>
      </w:r>
      <w:proofErr w:type="gramEnd"/>
    </w:p>
    <w:p w14:paraId="35D831B2" w14:textId="77777777" w:rsidR="00894734" w:rsidRDefault="00894734">
      <w:r>
        <w:rPr>
          <w:lang w:val="en-GB"/>
        </w:rPr>
        <w:t>— </w:t>
      </w:r>
      <w:proofErr w:type="gramStart"/>
      <w:r w:rsidR="00000000">
        <w:rPr>
          <w:lang w:val="en-GB"/>
        </w:rPr>
        <w:t>Harve</w:t>
      </w:r>
      <w:r>
        <w:rPr>
          <w:lang w:val="en-GB"/>
        </w:rPr>
        <w:t> !</w:t>
      </w:r>
      <w:proofErr w:type="gramEnd"/>
      <w:r>
        <w:rPr>
          <w:lang w:val="en-GB"/>
        </w:rPr>
        <w:t xml:space="preserve"> </w:t>
      </w:r>
      <w:r w:rsidR="00000000">
        <w:t>Hé</w:t>
      </w:r>
      <w:r>
        <w:t xml:space="preserve"> ! </w:t>
      </w:r>
      <w:proofErr w:type="spellStart"/>
      <w:r w:rsidR="00000000">
        <w:t>Harve</w:t>
      </w:r>
      <w:proofErr w:type="spellEnd"/>
      <w:r>
        <w:t> !</w:t>
      </w:r>
    </w:p>
    <w:p w14:paraId="485F6CA1" w14:textId="77777777" w:rsidR="00894734" w:rsidRDefault="00000000">
      <w:r>
        <w:t>Un homme de trente-cinq ans environ</w:t>
      </w:r>
      <w:r w:rsidR="00894734">
        <w:t xml:space="preserve">, </w:t>
      </w:r>
      <w:r>
        <w:t>à figure réjouie</w:t>
      </w:r>
      <w:r w:rsidR="00894734">
        <w:t xml:space="preserve">, </w:t>
      </w:r>
      <w:r>
        <w:t>sortit et dit joyeusement</w:t>
      </w:r>
      <w:r w:rsidR="00894734">
        <w:t> :</w:t>
      </w:r>
    </w:p>
    <w:p w14:paraId="4FA7D68A" w14:textId="77777777" w:rsidR="00894734" w:rsidRDefault="00894734">
      <w:r>
        <w:t>— </w:t>
      </w:r>
      <w:r w:rsidR="00000000">
        <w:t>Hello</w:t>
      </w:r>
      <w:r>
        <w:t xml:space="preserve"> ! </w:t>
      </w:r>
      <w:r w:rsidR="00000000">
        <w:t>Ben</w:t>
      </w:r>
      <w:r>
        <w:t>.</w:t>
      </w:r>
    </w:p>
    <w:p w14:paraId="0E20D3C7" w14:textId="77777777" w:rsidR="00894734" w:rsidRDefault="00000000">
      <w:r>
        <w:lastRenderedPageBreak/>
        <w:t>Il vint à notre rencontre</w:t>
      </w:r>
      <w:r w:rsidR="00894734">
        <w:t xml:space="preserve">, </w:t>
      </w:r>
      <w:r>
        <w:t>entre deux haies de rosiers</w:t>
      </w:r>
      <w:r w:rsidR="00894734">
        <w:t xml:space="preserve">. </w:t>
      </w:r>
      <w:r>
        <w:t>Ses traits</w:t>
      </w:r>
      <w:r w:rsidR="00894734">
        <w:t xml:space="preserve">, </w:t>
      </w:r>
      <w:r>
        <w:t>comme sa voix</w:t>
      </w:r>
      <w:r w:rsidR="00894734">
        <w:t xml:space="preserve">, </w:t>
      </w:r>
      <w:r>
        <w:t>étaient vulgaires</w:t>
      </w:r>
      <w:r w:rsidR="00894734">
        <w:t xml:space="preserve">. </w:t>
      </w:r>
      <w:r>
        <w:t xml:space="preserve">Son nom de famille était </w:t>
      </w:r>
      <w:proofErr w:type="spellStart"/>
      <w:r>
        <w:t>Whidden</w:t>
      </w:r>
      <w:proofErr w:type="spellEnd"/>
      <w:r w:rsidR="00894734">
        <w:t xml:space="preserve">. </w:t>
      </w:r>
      <w:proofErr w:type="spellStart"/>
      <w:r>
        <w:t>Rolly</w:t>
      </w:r>
      <w:proofErr w:type="spellEnd"/>
      <w:r>
        <w:t xml:space="preserve"> lui demanda s</w:t>
      </w:r>
      <w:r w:rsidR="00894734">
        <w:t>’</w:t>
      </w:r>
      <w:r>
        <w:t>il avait vu la Chrysler</w:t>
      </w:r>
      <w:r w:rsidR="00894734">
        <w:t>.</w:t>
      </w:r>
    </w:p>
    <w:p w14:paraId="0CEF7053" w14:textId="77777777" w:rsidR="00894734" w:rsidRDefault="00894734">
      <w:r>
        <w:t>— </w:t>
      </w:r>
      <w:r w:rsidR="00000000">
        <w:t>Oui</w:t>
      </w:r>
      <w:r>
        <w:t xml:space="preserve">, </w:t>
      </w:r>
      <w:r w:rsidR="00000000">
        <w:t>Ben</w:t>
      </w:r>
      <w:r>
        <w:t xml:space="preserve">, </w:t>
      </w:r>
      <w:r w:rsidR="00000000">
        <w:t>je les ai vus</w:t>
      </w:r>
      <w:r>
        <w:t xml:space="preserve">. </w:t>
      </w:r>
      <w:r w:rsidR="00000000">
        <w:t>Ils sont passés à peu près vers sept heures un quart</w:t>
      </w:r>
      <w:r>
        <w:t xml:space="preserve">, </w:t>
      </w:r>
      <w:r w:rsidR="00000000">
        <w:t>ce matin</w:t>
      </w:r>
      <w:r>
        <w:t>.</w:t>
      </w:r>
    </w:p>
    <w:p w14:paraId="2C109A32" w14:textId="77777777" w:rsidR="00894734" w:rsidRDefault="00894734">
      <w:r>
        <w:t>— </w:t>
      </w:r>
      <w:r w:rsidR="00000000">
        <w:t>Comment</w:t>
      </w:r>
      <w:r>
        <w:t xml:space="preserve">, </w:t>
      </w:r>
      <w:r w:rsidR="00000000">
        <w:t>ils</w:t>
      </w:r>
      <w:r>
        <w:t xml:space="preserve"> ? </w:t>
      </w:r>
      <w:r w:rsidR="00000000">
        <w:t>demandai-je</w:t>
      </w:r>
      <w:r>
        <w:t>.</w:t>
      </w:r>
    </w:p>
    <w:p w14:paraId="365BA420" w14:textId="77777777" w:rsidR="00894734" w:rsidRDefault="00894734">
      <w:r>
        <w:t>— </w:t>
      </w:r>
      <w:r w:rsidR="00000000">
        <w:t>Oui</w:t>
      </w:r>
      <w:r>
        <w:t xml:space="preserve">, </w:t>
      </w:r>
      <w:r w:rsidR="00000000">
        <w:t>un homme et une femme</w:t>
      </w:r>
      <w:r>
        <w:t xml:space="preserve">, </w:t>
      </w:r>
      <w:r w:rsidR="00000000">
        <w:t>ou une jeune fille</w:t>
      </w:r>
      <w:r>
        <w:t xml:space="preserve">. </w:t>
      </w:r>
      <w:r w:rsidR="00000000">
        <w:t>Je ne les ai pas beaucoup regardés</w:t>
      </w:r>
      <w:r>
        <w:t xml:space="preserve">. </w:t>
      </w:r>
      <w:r w:rsidR="00000000">
        <w:t>C</w:t>
      </w:r>
      <w:r>
        <w:t>’</w:t>
      </w:r>
      <w:r w:rsidR="00000000">
        <w:t>est elle qui conduisait</w:t>
      </w:r>
      <w:r>
        <w:t xml:space="preserve">, </w:t>
      </w:r>
      <w:r w:rsidR="00000000">
        <w:t>une femme menue</w:t>
      </w:r>
      <w:r>
        <w:t xml:space="preserve">, </w:t>
      </w:r>
      <w:r w:rsidR="00000000">
        <w:t>brune</w:t>
      </w:r>
      <w:r>
        <w:t>.</w:t>
      </w:r>
    </w:p>
    <w:p w14:paraId="3D6A05CE" w14:textId="77777777" w:rsidR="00894734" w:rsidRDefault="00894734">
      <w:r>
        <w:t>— </w:t>
      </w:r>
      <w:r w:rsidR="00000000">
        <w:t>Comment était l</w:t>
      </w:r>
      <w:r>
        <w:t>’</w:t>
      </w:r>
      <w:r w:rsidR="00000000">
        <w:t>homme</w:t>
      </w:r>
      <w:r>
        <w:t> ?</w:t>
      </w:r>
    </w:p>
    <w:p w14:paraId="2F1C90F9" w14:textId="77777777" w:rsidR="00894734" w:rsidRDefault="00894734">
      <w:r>
        <w:t>— </w:t>
      </w:r>
      <w:r w:rsidR="00000000">
        <w:t>Quarante ans peut-être</w:t>
      </w:r>
      <w:r>
        <w:t xml:space="preserve">, </w:t>
      </w:r>
      <w:r w:rsidR="00000000">
        <w:t>le visage coloré</w:t>
      </w:r>
      <w:r>
        <w:t xml:space="preserve">. </w:t>
      </w:r>
      <w:r w:rsidR="00000000">
        <w:t>Il avait un ma</w:t>
      </w:r>
      <w:r w:rsidR="00000000">
        <w:t>n</w:t>
      </w:r>
      <w:r w:rsidR="00000000">
        <w:t>teau et un chapeau gris</w:t>
      </w:r>
      <w:r>
        <w:t>.</w:t>
      </w:r>
    </w:p>
    <w:p w14:paraId="6D767EE4" w14:textId="77777777" w:rsidR="00894734" w:rsidRDefault="00894734">
      <w:r>
        <w:t>— </w:t>
      </w:r>
      <w:r w:rsidR="00000000">
        <w:t>Avez-vous déjà vu Mrs</w:t>
      </w:r>
      <w:r>
        <w:t xml:space="preserve">. </w:t>
      </w:r>
      <w:r w:rsidR="00000000">
        <w:t>Carter</w:t>
      </w:r>
      <w:r>
        <w:t> ?</w:t>
      </w:r>
    </w:p>
    <w:p w14:paraId="65EA47F8" w14:textId="77777777" w:rsidR="00894734" w:rsidRDefault="00894734">
      <w:r>
        <w:t>— </w:t>
      </w:r>
      <w:r w:rsidR="00000000">
        <w:t>La jeune mariée de la villa des Embruns</w:t>
      </w:r>
      <w:r>
        <w:t xml:space="preserve"> ? </w:t>
      </w:r>
      <w:r w:rsidR="00000000">
        <w:t>Non</w:t>
      </w:r>
      <w:r>
        <w:t xml:space="preserve">, </w:t>
      </w:r>
      <w:r w:rsidR="00000000">
        <w:t>lui</w:t>
      </w:r>
      <w:r>
        <w:t xml:space="preserve">, </w:t>
      </w:r>
      <w:r w:rsidR="00000000">
        <w:t>je l</w:t>
      </w:r>
      <w:r>
        <w:t>’</w:t>
      </w:r>
      <w:r w:rsidR="00000000">
        <w:t>ai vu</w:t>
      </w:r>
      <w:r>
        <w:t xml:space="preserve">, </w:t>
      </w:r>
      <w:r w:rsidR="00000000">
        <w:t>mais jamais elle</w:t>
      </w:r>
      <w:r>
        <w:t xml:space="preserve">. </w:t>
      </w:r>
      <w:r w:rsidR="00000000">
        <w:t>C</w:t>
      </w:r>
      <w:r>
        <w:t>’</w:t>
      </w:r>
      <w:r w:rsidR="00000000">
        <w:t>était elle</w:t>
      </w:r>
      <w:r>
        <w:t> ?</w:t>
      </w:r>
    </w:p>
    <w:p w14:paraId="5ED3E55B" w14:textId="77777777" w:rsidR="00894734" w:rsidRDefault="00000000">
      <w:r>
        <w:t>Je lui dis que je le pensais</w:t>
      </w:r>
      <w:r w:rsidR="00894734">
        <w:t xml:space="preserve">. </w:t>
      </w:r>
      <w:r>
        <w:t>Mais il affirma</w:t>
      </w:r>
      <w:r w:rsidR="00894734">
        <w:t> :</w:t>
      </w:r>
    </w:p>
    <w:p w14:paraId="222A5C48" w14:textId="77777777" w:rsidR="00894734" w:rsidRDefault="00894734">
      <w:r>
        <w:t>— </w:t>
      </w:r>
      <w:r w:rsidR="00000000">
        <w:t>En tous cas</w:t>
      </w:r>
      <w:r>
        <w:t xml:space="preserve">, </w:t>
      </w:r>
      <w:r w:rsidR="00000000">
        <w:t>l</w:t>
      </w:r>
      <w:r>
        <w:t>’</w:t>
      </w:r>
      <w:r w:rsidR="00000000">
        <w:t>homme de ce matin n</w:t>
      </w:r>
      <w:r>
        <w:t>’</w:t>
      </w:r>
      <w:r w:rsidR="00000000">
        <w:t>était pas lui</w:t>
      </w:r>
      <w:r>
        <w:t xml:space="preserve">. </w:t>
      </w:r>
      <w:r w:rsidR="00000000">
        <w:t>C</w:t>
      </w:r>
      <w:r>
        <w:t>’</w:t>
      </w:r>
      <w:r w:rsidR="00000000">
        <w:t>est quelqu</w:t>
      </w:r>
      <w:r>
        <w:t>’</w:t>
      </w:r>
      <w:r w:rsidR="00000000">
        <w:t>un que je n</w:t>
      </w:r>
      <w:r>
        <w:t>’</w:t>
      </w:r>
      <w:r w:rsidR="00000000">
        <w:t>avais jamais vu</w:t>
      </w:r>
      <w:r>
        <w:t>.</w:t>
      </w:r>
    </w:p>
    <w:p w14:paraId="2CAED16D" w14:textId="77777777" w:rsidR="00894734" w:rsidRDefault="00894734">
      <w:r>
        <w:t>— </w:t>
      </w:r>
      <w:r w:rsidR="00000000">
        <w:t>Le reconnaîtriez-vous</w:t>
      </w:r>
      <w:r>
        <w:t> ?</w:t>
      </w:r>
    </w:p>
    <w:p w14:paraId="5980DD10" w14:textId="77777777" w:rsidR="00894734" w:rsidRDefault="00894734">
      <w:r>
        <w:t>— </w:t>
      </w:r>
      <w:r w:rsidR="00000000">
        <w:t>Je crois</w:t>
      </w:r>
      <w:r>
        <w:t xml:space="preserve">, </w:t>
      </w:r>
      <w:r w:rsidR="00000000">
        <w:t>oui</w:t>
      </w:r>
      <w:r>
        <w:t>.</w:t>
      </w:r>
    </w:p>
    <w:p w14:paraId="01D5C406" w14:textId="77777777" w:rsidR="00894734" w:rsidRDefault="00000000">
      <w:r>
        <w:t>Nous continuâmes notre route et</w:t>
      </w:r>
      <w:r w:rsidR="00894734">
        <w:t xml:space="preserve">, </w:t>
      </w:r>
      <w:r>
        <w:t>à quatre kilomètres de là</w:t>
      </w:r>
      <w:r w:rsidR="00894734">
        <w:t xml:space="preserve">, </w:t>
      </w:r>
      <w:r>
        <w:t>nous trouvâmes la Chrysler sur le côté gauche de la route</w:t>
      </w:r>
      <w:r w:rsidR="00894734">
        <w:t xml:space="preserve">, </w:t>
      </w:r>
      <w:r>
        <w:t>son radiateur en miettes contre un eucalyptus</w:t>
      </w:r>
      <w:r w:rsidR="00894734">
        <w:t xml:space="preserve">. </w:t>
      </w:r>
      <w:r>
        <w:t>Toutes les glaces étaient brisées</w:t>
      </w:r>
      <w:r w:rsidR="00894734">
        <w:t xml:space="preserve">. </w:t>
      </w:r>
      <w:r>
        <w:t>Elle était vide</w:t>
      </w:r>
      <w:r w:rsidR="00894734">
        <w:t xml:space="preserve">. </w:t>
      </w:r>
      <w:r>
        <w:t>Il n</w:t>
      </w:r>
      <w:r w:rsidR="00894734">
        <w:t>’</w:t>
      </w:r>
      <w:r>
        <w:t>y avait pas de sang sur la ca</w:t>
      </w:r>
      <w:r>
        <w:t>r</w:t>
      </w:r>
      <w:r>
        <w:t>rosserie ni sur les coussins</w:t>
      </w:r>
      <w:r w:rsidR="00894734">
        <w:t xml:space="preserve">. </w:t>
      </w:r>
      <w:r>
        <w:t xml:space="preserve">Nous revînmes à notre </w:t>
      </w:r>
      <w:r>
        <w:lastRenderedPageBreak/>
        <w:t>voiture et continuâmes notre route</w:t>
      </w:r>
      <w:r w:rsidR="00894734">
        <w:t xml:space="preserve">, </w:t>
      </w:r>
      <w:r>
        <w:t>interrogeant tout le monde</w:t>
      </w:r>
      <w:r w:rsidR="00894734">
        <w:t xml:space="preserve">. </w:t>
      </w:r>
      <w:r>
        <w:t>Partout la réponse fut la même</w:t>
      </w:r>
      <w:r w:rsidR="00894734">
        <w:t> :</w:t>
      </w:r>
    </w:p>
    <w:p w14:paraId="6F40FB44" w14:textId="77777777" w:rsidR="00894734" w:rsidRDefault="00894734">
      <w:r>
        <w:t>— </w:t>
      </w:r>
      <w:r w:rsidR="00000000">
        <w:t>Nous ne les avons pas vus</w:t>
      </w:r>
      <w:r>
        <w:t>.</w:t>
      </w:r>
    </w:p>
    <w:p w14:paraId="7CCD96F2" w14:textId="77777777" w:rsidR="00894734" w:rsidRDefault="00894734">
      <w:r>
        <w:t>— </w:t>
      </w:r>
      <w:r w:rsidR="00000000">
        <w:t>Qu</w:t>
      </w:r>
      <w:r>
        <w:t>’</w:t>
      </w:r>
      <w:r w:rsidR="00000000">
        <w:t>est-ce que c</w:t>
      </w:r>
      <w:r>
        <w:t>’</w:t>
      </w:r>
      <w:r w:rsidR="00000000">
        <w:t>est que ce Baker</w:t>
      </w:r>
      <w:r>
        <w:t xml:space="preserve"> ? </w:t>
      </w:r>
      <w:r w:rsidR="00000000">
        <w:t xml:space="preserve">demandai-je à </w:t>
      </w:r>
      <w:proofErr w:type="spellStart"/>
      <w:r w:rsidR="00000000">
        <w:t>Rolly</w:t>
      </w:r>
      <w:proofErr w:type="spellEnd"/>
      <w:r>
        <w:t xml:space="preserve">, </w:t>
      </w:r>
      <w:r w:rsidR="00000000">
        <w:t>comme nous reprenions le chemin de Quesada</w:t>
      </w:r>
      <w:r>
        <w:t xml:space="preserve">. </w:t>
      </w:r>
      <w:proofErr w:type="spellStart"/>
      <w:r w:rsidR="00000000">
        <w:t>Debro</w:t>
      </w:r>
      <w:proofErr w:type="spellEnd"/>
      <w:r w:rsidR="00000000">
        <w:t xml:space="preserve"> l</w:t>
      </w:r>
      <w:r>
        <w:t>’</w:t>
      </w:r>
      <w:r w:rsidR="00000000">
        <w:t>a vue seule</w:t>
      </w:r>
      <w:r>
        <w:t xml:space="preserve">. </w:t>
      </w:r>
      <w:r w:rsidR="00000000">
        <w:t xml:space="preserve">Il y avait un homme avec elle quand elle est passée devant chez </w:t>
      </w:r>
      <w:proofErr w:type="spellStart"/>
      <w:r w:rsidR="00000000">
        <w:t>Whidden</w:t>
      </w:r>
      <w:proofErr w:type="spellEnd"/>
      <w:r>
        <w:t xml:space="preserve">. </w:t>
      </w:r>
      <w:r w:rsidR="00000000">
        <w:t>Les Baker n</w:t>
      </w:r>
      <w:r>
        <w:t>’</w:t>
      </w:r>
      <w:r w:rsidR="00000000">
        <w:t>ont rien vu</w:t>
      </w:r>
      <w:r>
        <w:t xml:space="preserve">, </w:t>
      </w:r>
      <w:r w:rsidR="00000000">
        <w:t>et c</w:t>
      </w:r>
      <w:r>
        <w:t>’</w:t>
      </w:r>
      <w:r w:rsidR="00000000">
        <w:t>est aux environs de leur maison que l</w:t>
      </w:r>
      <w:r>
        <w:t>’</w:t>
      </w:r>
      <w:r w:rsidR="00000000">
        <w:t>homme l</w:t>
      </w:r>
      <w:r>
        <w:t>’</w:t>
      </w:r>
      <w:r w:rsidR="00000000">
        <w:t>a rejointe</w:t>
      </w:r>
      <w:r>
        <w:t xml:space="preserve">. </w:t>
      </w:r>
      <w:r w:rsidR="00000000">
        <w:t>Ce serait peut-être une bonne idée d</w:t>
      </w:r>
      <w:r>
        <w:t>’</w:t>
      </w:r>
      <w:r w:rsidR="00000000">
        <w:t>essayer de les faire parler davantage</w:t>
      </w:r>
      <w:r>
        <w:t>.</w:t>
      </w:r>
    </w:p>
    <w:p w14:paraId="78CDC65F" w14:textId="77777777" w:rsidR="00894734" w:rsidRDefault="00894734">
      <w:r>
        <w:t>— </w:t>
      </w:r>
      <w:r w:rsidR="00000000">
        <w:t>Si vous voulez</w:t>
      </w:r>
      <w:r>
        <w:t xml:space="preserve">, </w:t>
      </w:r>
      <w:r w:rsidR="00000000">
        <w:t>dit-il sans enthousiasme</w:t>
      </w:r>
      <w:r>
        <w:t xml:space="preserve">. </w:t>
      </w:r>
      <w:r w:rsidR="00000000">
        <w:t>Mais ne m</w:t>
      </w:r>
      <w:r>
        <w:t>’</w:t>
      </w:r>
      <w:r w:rsidR="00000000">
        <w:t>y m</w:t>
      </w:r>
      <w:r w:rsidR="00000000">
        <w:t>ê</w:t>
      </w:r>
      <w:r w:rsidR="00000000">
        <w:t>lez pas</w:t>
      </w:r>
      <w:r>
        <w:t xml:space="preserve">. </w:t>
      </w:r>
      <w:r w:rsidR="00000000">
        <w:t>C</w:t>
      </w:r>
      <w:r>
        <w:t>’</w:t>
      </w:r>
      <w:r w:rsidR="00000000">
        <w:t>est le frère de ma femme</w:t>
      </w:r>
      <w:r>
        <w:t>.</w:t>
      </w:r>
    </w:p>
    <w:p w14:paraId="7E31FA89" w14:textId="77777777" w:rsidR="00894734" w:rsidRDefault="00894734">
      <w:r>
        <w:t>— </w:t>
      </w:r>
      <w:r w:rsidR="00000000">
        <w:t>Quel homme est-ce</w:t>
      </w:r>
      <w:r>
        <w:t> ?</w:t>
      </w:r>
    </w:p>
    <w:p w14:paraId="6E063C22" w14:textId="77777777" w:rsidR="00894734" w:rsidRDefault="00894734">
      <w:r>
        <w:t>— </w:t>
      </w:r>
      <w:r w:rsidR="00000000">
        <w:t>C</w:t>
      </w:r>
      <w:r>
        <w:t>’</w:t>
      </w:r>
      <w:r w:rsidR="00000000">
        <w:t>est un homme pauvre</w:t>
      </w:r>
      <w:r>
        <w:t xml:space="preserve">. </w:t>
      </w:r>
      <w:r w:rsidR="00000000">
        <w:t>Il n</w:t>
      </w:r>
      <w:r>
        <w:t>’</w:t>
      </w:r>
      <w:r w:rsidR="00000000">
        <w:t>a jamais été capable que d</w:t>
      </w:r>
      <w:r>
        <w:t>’</w:t>
      </w:r>
      <w:r w:rsidR="00000000">
        <w:t>élever des chevreaux dans sa ferme</w:t>
      </w:r>
      <w:r>
        <w:t xml:space="preserve">. </w:t>
      </w:r>
      <w:r w:rsidR="00000000">
        <w:t>Mais je n</w:t>
      </w:r>
      <w:r>
        <w:t>’</w:t>
      </w:r>
      <w:r w:rsidR="00000000">
        <w:t>ai jamais ente</w:t>
      </w:r>
      <w:r w:rsidR="00000000">
        <w:t>n</w:t>
      </w:r>
      <w:r w:rsidR="00000000">
        <w:t>du dire qu</w:t>
      </w:r>
      <w:r>
        <w:t>’</w:t>
      </w:r>
      <w:r w:rsidR="00000000">
        <w:t>il ait fait du tort à quelqu</w:t>
      </w:r>
      <w:r>
        <w:t>’</w:t>
      </w:r>
      <w:r w:rsidR="00000000">
        <w:t>un</w:t>
      </w:r>
      <w:r>
        <w:t>.</w:t>
      </w:r>
    </w:p>
    <w:p w14:paraId="61450F9B" w14:textId="77777777" w:rsidR="00894734" w:rsidRDefault="00894734">
      <w:r>
        <w:t>— </w:t>
      </w:r>
      <w:r w:rsidR="00000000">
        <w:t>C</w:t>
      </w:r>
      <w:r>
        <w:t>’</w:t>
      </w:r>
      <w:r w:rsidR="00000000">
        <w:t>est bon</w:t>
      </w:r>
      <w:r>
        <w:t xml:space="preserve">. </w:t>
      </w:r>
      <w:r w:rsidR="00000000">
        <w:t>Nous ne le tourmenterons pas</w:t>
      </w:r>
      <w:r>
        <w:t>.</w:t>
      </w:r>
    </w:p>
    <w:p w14:paraId="3C5EEF32" w14:textId="003DE349" w:rsidR="00000000" w:rsidRDefault="00000000" w:rsidP="00894734">
      <w:pPr>
        <w:pStyle w:val="Titre2"/>
        <w:rPr>
          <w:szCs w:val="44"/>
        </w:rPr>
      </w:pPr>
      <w:bookmarkStart w:id="18" w:name="_Toc202288418"/>
      <w:r>
        <w:rPr>
          <w:szCs w:val="44"/>
        </w:rPr>
        <w:lastRenderedPageBreak/>
        <w:t>CHAPITRE XIV</w:t>
      </w:r>
      <w:r>
        <w:rPr>
          <w:szCs w:val="44"/>
        </w:rPr>
        <w:br/>
      </w:r>
      <w:r>
        <w:rPr>
          <w:szCs w:val="44"/>
        </w:rPr>
        <w:br/>
        <w:t>C</w:t>
      </w:r>
      <w:r w:rsidR="00894734">
        <w:rPr>
          <w:szCs w:val="44"/>
        </w:rPr>
        <w:t>’</w:t>
      </w:r>
      <w:r>
        <w:rPr>
          <w:szCs w:val="44"/>
        </w:rPr>
        <w:t>EST MOI QUI L</w:t>
      </w:r>
      <w:r w:rsidR="00894734">
        <w:rPr>
          <w:szCs w:val="44"/>
        </w:rPr>
        <w:t>’</w:t>
      </w:r>
      <w:r>
        <w:rPr>
          <w:szCs w:val="44"/>
        </w:rPr>
        <w:t>AI TUÉ</w:t>
      </w:r>
      <w:bookmarkEnd w:id="18"/>
    </w:p>
    <w:p w14:paraId="704F2A63" w14:textId="77777777" w:rsidR="00894734" w:rsidRDefault="00000000">
      <w:r>
        <w:t xml:space="preserve">Le shérif </w:t>
      </w:r>
      <w:proofErr w:type="spellStart"/>
      <w:r>
        <w:t>Feeney</w:t>
      </w:r>
      <w:proofErr w:type="spellEnd"/>
      <w:r>
        <w:t xml:space="preserve"> et l</w:t>
      </w:r>
      <w:r w:rsidR="00894734">
        <w:t>’</w:t>
      </w:r>
      <w:r>
        <w:t>attorney Vernon</w:t>
      </w:r>
      <w:r w:rsidR="00894734">
        <w:t xml:space="preserve">, </w:t>
      </w:r>
      <w:r>
        <w:t>agressif</w:t>
      </w:r>
      <w:r w:rsidR="00894734">
        <w:t xml:space="preserve">, </w:t>
      </w:r>
      <w:r>
        <w:t>friand de scandale</w:t>
      </w:r>
      <w:r w:rsidR="00894734">
        <w:t xml:space="preserve">, </w:t>
      </w:r>
      <w:r>
        <w:t>arrivèrent à Quesada</w:t>
      </w:r>
      <w:r w:rsidR="00894734">
        <w:t xml:space="preserve">. </w:t>
      </w:r>
      <w:r>
        <w:t>Ils écoutèrent nos histoires</w:t>
      </w:r>
      <w:r w:rsidR="00894734">
        <w:t xml:space="preserve">, </w:t>
      </w:r>
      <w:r>
        <w:t>inspectèrent le sol et tombèrent d</w:t>
      </w:r>
      <w:r w:rsidR="00894734">
        <w:t>’</w:t>
      </w:r>
      <w:r>
        <w:t>accord pour affirmer que G</w:t>
      </w:r>
      <w:r>
        <w:t>a</w:t>
      </w:r>
      <w:r>
        <w:t>brielle avait tué son mari</w:t>
      </w:r>
      <w:r w:rsidR="00894734">
        <w:t xml:space="preserve">. </w:t>
      </w:r>
      <w:r>
        <w:t>Quand le major Dick Cotton revint de San Francisco</w:t>
      </w:r>
      <w:r w:rsidR="00894734">
        <w:t xml:space="preserve">, </w:t>
      </w:r>
      <w:r>
        <w:t>il se rallia naturellement à leur opinion</w:t>
      </w:r>
      <w:r w:rsidR="00894734">
        <w:t>.</w:t>
      </w:r>
    </w:p>
    <w:p w14:paraId="08A2E376" w14:textId="5741A51A" w:rsidR="00894734" w:rsidRDefault="00000000">
      <w:r>
        <w:t>La mort de Collinson fut située entre huit et neuf heures</w:t>
      </w:r>
      <w:r w:rsidR="00894734">
        <w:t xml:space="preserve">, </w:t>
      </w:r>
      <w:r>
        <w:t>le vendredi soir</w:t>
      </w:r>
      <w:r w:rsidR="00894734">
        <w:t xml:space="preserve">. </w:t>
      </w:r>
      <w:r>
        <w:t>Sur lui</w:t>
      </w:r>
      <w:r w:rsidR="00894734">
        <w:t xml:space="preserve">, </w:t>
      </w:r>
      <w:r>
        <w:t>on ne releva rien qui ait pu être la cause de sa chute</w:t>
      </w:r>
      <w:r w:rsidR="00894734">
        <w:t xml:space="preserve">. </w:t>
      </w:r>
      <w:r>
        <w:t>Le pistolet trouvé dans sa chambre fut identifié</w:t>
      </w:r>
      <w:r w:rsidR="00894734">
        <w:t xml:space="preserve"> : </w:t>
      </w:r>
      <w:r>
        <w:t>c</w:t>
      </w:r>
      <w:r w:rsidR="00894734">
        <w:t>’</w:t>
      </w:r>
      <w:r>
        <w:t>était celui du mort</w:t>
      </w:r>
      <w:r w:rsidR="00894734">
        <w:t xml:space="preserve">, </w:t>
      </w:r>
      <w:r>
        <w:t>mais il ne portait nulle empreinte digitale</w:t>
      </w:r>
      <w:r w:rsidR="00894734">
        <w:t xml:space="preserve">. </w:t>
      </w:r>
      <w:r>
        <w:t>Mary Nuñez maintint son histoire de fièvre l</w:t>
      </w:r>
      <w:r w:rsidR="00894734">
        <w:t>’</w:t>
      </w:r>
      <w:r>
        <w:t>ayant empêchée de sortir</w:t>
      </w:r>
      <w:r w:rsidR="00894734">
        <w:t xml:space="preserve">. </w:t>
      </w:r>
      <w:r>
        <w:t xml:space="preserve">Je ne </w:t>
      </w:r>
      <w:proofErr w:type="spellStart"/>
      <w:r>
        <w:t>pus</w:t>
      </w:r>
      <w:proofErr w:type="spellEnd"/>
      <w:r>
        <w:t xml:space="preserve"> trouv</w:t>
      </w:r>
      <w:r w:rsidR="00AE6611">
        <w:t>er</w:t>
      </w:r>
      <w:r>
        <w:t xml:space="preserve"> aucun trou dans ce que je persistai à croire faux</w:t>
      </w:r>
      <w:r w:rsidR="00894734">
        <w:t>.</w:t>
      </w:r>
    </w:p>
    <w:p w14:paraId="60DF9779" w14:textId="77777777" w:rsidR="00894734" w:rsidRDefault="00000000">
      <w:r>
        <w:t>Nous ne trouvâmes aucune trace de l</w:t>
      </w:r>
      <w:r w:rsidR="00894734">
        <w:t>’</w:t>
      </w:r>
      <w:r>
        <w:t xml:space="preserve">homme que </w:t>
      </w:r>
      <w:proofErr w:type="spellStart"/>
      <w:r>
        <w:t>Whidden</w:t>
      </w:r>
      <w:proofErr w:type="spellEnd"/>
      <w:r>
        <w:t xml:space="preserve"> avait vu</w:t>
      </w:r>
      <w:r w:rsidR="00894734">
        <w:t xml:space="preserve">. </w:t>
      </w:r>
      <w:r>
        <w:t>J</w:t>
      </w:r>
      <w:r w:rsidR="00894734">
        <w:t>’</w:t>
      </w:r>
      <w:r>
        <w:t>interrogeai de nouveau les Baker</w:t>
      </w:r>
      <w:r w:rsidR="00894734">
        <w:t xml:space="preserve">, </w:t>
      </w:r>
      <w:r>
        <w:t>mais sans plus de succès</w:t>
      </w:r>
      <w:r w:rsidR="00894734">
        <w:t xml:space="preserve">. </w:t>
      </w:r>
      <w:r>
        <w:t>La femme du major Cotton</w:t>
      </w:r>
      <w:r w:rsidR="00894734">
        <w:t xml:space="preserve">, </w:t>
      </w:r>
      <w:r>
        <w:t>qui était employée au tél</w:t>
      </w:r>
      <w:r>
        <w:t>é</w:t>
      </w:r>
      <w:r>
        <w:t>graphe</w:t>
      </w:r>
      <w:r w:rsidR="00894734">
        <w:t xml:space="preserve">, </w:t>
      </w:r>
      <w:r>
        <w:t>dit que Collinson avait remis le télégramme qu</w:t>
      </w:r>
      <w:r w:rsidR="00894734">
        <w:t>’</w:t>
      </w:r>
      <w:r>
        <w:t>il m</w:t>
      </w:r>
      <w:r w:rsidR="00894734">
        <w:t>’</w:t>
      </w:r>
      <w:r>
        <w:t>adressait le vendredi matin</w:t>
      </w:r>
      <w:r w:rsidR="00894734">
        <w:t xml:space="preserve">. </w:t>
      </w:r>
      <w:r>
        <w:t>Il était pâle et paraissait très ne</w:t>
      </w:r>
      <w:r>
        <w:t>r</w:t>
      </w:r>
      <w:r>
        <w:t>veux</w:t>
      </w:r>
      <w:r w:rsidR="00894734">
        <w:t>.</w:t>
      </w:r>
    </w:p>
    <w:p w14:paraId="5A4C9B0E" w14:textId="77777777" w:rsidR="00894734" w:rsidRDefault="00000000">
      <w:r>
        <w:t>Le père et le frère du mort vinrent de San Francisco</w:t>
      </w:r>
      <w:r w:rsidR="00894734">
        <w:t xml:space="preserve">. </w:t>
      </w:r>
      <w:r>
        <w:t>H</w:t>
      </w:r>
      <w:r>
        <w:t>u</w:t>
      </w:r>
      <w:r>
        <w:t>bert</w:t>
      </w:r>
      <w:r w:rsidR="00894734">
        <w:t xml:space="preserve">, </w:t>
      </w:r>
      <w:r>
        <w:t>le père</w:t>
      </w:r>
      <w:r w:rsidR="00894734">
        <w:t xml:space="preserve">, </w:t>
      </w:r>
      <w:r>
        <w:t>était un grand homme calme qui semblait capable de pêcher plusieurs millions sur la côte du Pacifique pour peu qu</w:t>
      </w:r>
      <w:r w:rsidR="00894734">
        <w:t>’</w:t>
      </w:r>
      <w:r>
        <w:t>il le veuille</w:t>
      </w:r>
      <w:r w:rsidR="00894734">
        <w:t xml:space="preserve">. </w:t>
      </w:r>
      <w:r>
        <w:t>Laurence Collinson était l</w:t>
      </w:r>
      <w:r w:rsidR="00894734">
        <w:t>’</w:t>
      </w:r>
      <w:r>
        <w:t>aîné de son frère de un ou deux ans</w:t>
      </w:r>
      <w:r w:rsidR="00894734">
        <w:t xml:space="preserve">. </w:t>
      </w:r>
      <w:r>
        <w:t>Il avait la même taille</w:t>
      </w:r>
      <w:r w:rsidR="00894734">
        <w:t xml:space="preserve">, </w:t>
      </w:r>
      <w:r>
        <w:t>le même visage</w:t>
      </w:r>
      <w:r w:rsidR="00894734">
        <w:t xml:space="preserve">. </w:t>
      </w:r>
      <w:r>
        <w:t>Les Colli</w:t>
      </w:r>
      <w:r>
        <w:t>n</w:t>
      </w:r>
      <w:r>
        <w:t>son furent très prudents dans leurs déclarations</w:t>
      </w:r>
      <w:r w:rsidR="00894734">
        <w:t xml:space="preserve">. </w:t>
      </w:r>
      <w:r>
        <w:t>Ils semblaient très attachés à ne rien dire qui pût faire croire qu</w:t>
      </w:r>
      <w:r w:rsidR="00894734">
        <w:t>’</w:t>
      </w:r>
      <w:r>
        <w:t xml:space="preserve">ils tenaient Gabrielle pour entièrement responsable </w:t>
      </w:r>
      <w:r>
        <w:lastRenderedPageBreak/>
        <w:t>de la mort d</w:t>
      </w:r>
      <w:r w:rsidR="00894734">
        <w:t>’</w:t>
      </w:r>
      <w:r>
        <w:t>Éric</w:t>
      </w:r>
      <w:r w:rsidR="00894734">
        <w:t xml:space="preserve">, </w:t>
      </w:r>
      <w:r>
        <w:t>mais</w:t>
      </w:r>
      <w:r w:rsidR="00894734">
        <w:t xml:space="preserve">, </w:t>
      </w:r>
      <w:r>
        <w:t>au fond d</w:t>
      </w:r>
      <w:r w:rsidR="00894734">
        <w:t>’</w:t>
      </w:r>
      <w:r>
        <w:t>eux-mêmes</w:t>
      </w:r>
      <w:r w:rsidR="00894734">
        <w:t xml:space="preserve">, </w:t>
      </w:r>
      <w:r>
        <w:t>je crois qu</w:t>
      </w:r>
      <w:r w:rsidR="00894734">
        <w:t>’</w:t>
      </w:r>
      <w:r>
        <w:t>ils en étaient persuadés</w:t>
      </w:r>
      <w:r w:rsidR="00894734">
        <w:t>.</w:t>
      </w:r>
    </w:p>
    <w:p w14:paraId="4374D7DF" w14:textId="77777777" w:rsidR="00894734" w:rsidRDefault="00000000">
      <w:r>
        <w:t>Hubert Collinson me dit</w:t>
      </w:r>
      <w:r w:rsidR="00894734">
        <w:t> : « </w:t>
      </w:r>
      <w:r>
        <w:t>Allez de l</w:t>
      </w:r>
      <w:r w:rsidR="00894734">
        <w:t>’</w:t>
      </w:r>
      <w:r>
        <w:t>avant</w:t>
      </w:r>
      <w:r w:rsidR="00894734">
        <w:t xml:space="preserve">, </w:t>
      </w:r>
      <w:r>
        <w:t>fouillez le fond des choses</w:t>
      </w:r>
      <w:r w:rsidR="00894734">
        <w:t xml:space="preserve"> », </w:t>
      </w:r>
      <w:r>
        <w:t>et devint ainsi le quatrième client de l</w:t>
      </w:r>
      <w:r w:rsidR="00894734">
        <w:t>’</w:t>
      </w:r>
      <w:r>
        <w:t>Agence en ce qui concernait les affaires de Gabrielle</w:t>
      </w:r>
      <w:r w:rsidR="00894734">
        <w:t>.</w:t>
      </w:r>
    </w:p>
    <w:p w14:paraId="7980D767" w14:textId="77777777" w:rsidR="00894734" w:rsidRDefault="00000000">
      <w:r>
        <w:t>Madison Andrews vint aussi de San Francisco</w:t>
      </w:r>
      <w:r w:rsidR="00894734">
        <w:t xml:space="preserve">. </w:t>
      </w:r>
      <w:r>
        <w:t>Je le reçus dans ma chambre à l</w:t>
      </w:r>
      <w:r w:rsidR="00894734">
        <w:t>’</w:t>
      </w:r>
      <w:r>
        <w:t>hôtel</w:t>
      </w:r>
      <w:r w:rsidR="00894734">
        <w:t xml:space="preserve">. </w:t>
      </w:r>
      <w:r>
        <w:t>Il s</w:t>
      </w:r>
      <w:r w:rsidR="00894734">
        <w:t>’</w:t>
      </w:r>
      <w:r>
        <w:t>assit près de la fenêtre</w:t>
      </w:r>
      <w:r w:rsidR="00894734">
        <w:t xml:space="preserve">, </w:t>
      </w:r>
      <w:r>
        <w:t>se tailla une chique qu</w:t>
      </w:r>
      <w:r w:rsidR="00894734">
        <w:t>’</w:t>
      </w:r>
      <w:r>
        <w:t>il mit dans sa bouche et me déclara que Collinson s</w:t>
      </w:r>
      <w:r w:rsidR="00894734">
        <w:t>’</w:t>
      </w:r>
      <w:r>
        <w:t>était suicidé</w:t>
      </w:r>
      <w:r w:rsidR="00894734">
        <w:t>.</w:t>
      </w:r>
    </w:p>
    <w:p w14:paraId="18306608" w14:textId="77777777" w:rsidR="00894734" w:rsidRDefault="00000000">
      <w:r>
        <w:t>Je dis que je n</w:t>
      </w:r>
      <w:r w:rsidR="00894734">
        <w:t>’</w:t>
      </w:r>
      <w:r>
        <w:t>étais pas de cet avis et que Collinson n</w:t>
      </w:r>
      <w:r w:rsidR="00894734">
        <w:t>’</w:t>
      </w:r>
      <w:r>
        <w:t>avait pas besoin de déraciner l</w:t>
      </w:r>
      <w:r w:rsidR="00894734">
        <w:t>’</w:t>
      </w:r>
      <w:r>
        <w:t>arbuste s</w:t>
      </w:r>
      <w:r w:rsidR="00894734">
        <w:t>’</w:t>
      </w:r>
      <w:r>
        <w:t>il voulait se jeter par-dessus bord de bonne volonté</w:t>
      </w:r>
      <w:r w:rsidR="00894734">
        <w:t>.</w:t>
      </w:r>
    </w:p>
    <w:p w14:paraId="5599A2BE" w14:textId="77777777" w:rsidR="00894734" w:rsidRDefault="00894734">
      <w:r>
        <w:t>— </w:t>
      </w:r>
      <w:r w:rsidR="00000000">
        <w:t>Alors</w:t>
      </w:r>
      <w:r>
        <w:t xml:space="preserve">, </w:t>
      </w:r>
      <w:r w:rsidR="00000000">
        <w:t>c</w:t>
      </w:r>
      <w:r>
        <w:t>’</w:t>
      </w:r>
      <w:r w:rsidR="00000000">
        <w:t>est un accident</w:t>
      </w:r>
      <w:r>
        <w:t xml:space="preserve">, </w:t>
      </w:r>
      <w:r w:rsidR="00000000">
        <w:t>décida-t-il</w:t>
      </w:r>
      <w:r>
        <w:t xml:space="preserve">. </w:t>
      </w:r>
      <w:r w:rsidR="00000000">
        <w:t>C</w:t>
      </w:r>
      <w:r>
        <w:t>’</w:t>
      </w:r>
      <w:r w:rsidR="00000000">
        <w:t>est un chemin da</w:t>
      </w:r>
      <w:r w:rsidR="00000000">
        <w:t>n</w:t>
      </w:r>
      <w:r w:rsidR="00000000">
        <w:t>gereux pour s</w:t>
      </w:r>
      <w:r>
        <w:t>’</w:t>
      </w:r>
      <w:r w:rsidR="00000000">
        <w:t>y promener la nuit</w:t>
      </w:r>
      <w:r>
        <w:t>.</w:t>
      </w:r>
    </w:p>
    <w:p w14:paraId="1D5A37A8" w14:textId="5788A7C5" w:rsidR="00894734" w:rsidRDefault="00894734">
      <w:r>
        <w:t>— </w:t>
      </w:r>
      <w:r w:rsidR="00000000">
        <w:t>J</w:t>
      </w:r>
      <w:r>
        <w:t>’</w:t>
      </w:r>
      <w:r w:rsidR="00000000">
        <w:t>ai cessé de croire à l</w:t>
      </w:r>
      <w:r>
        <w:t>’</w:t>
      </w:r>
      <w:r w:rsidR="00000000">
        <w:t>accident</w:t>
      </w:r>
      <w:r>
        <w:t xml:space="preserve">, </w:t>
      </w:r>
      <w:r w:rsidR="00000000">
        <w:t>dis-je</w:t>
      </w:r>
      <w:r>
        <w:t xml:space="preserve">. </w:t>
      </w:r>
      <w:r w:rsidR="00000000">
        <w:t>Il m</w:t>
      </w:r>
      <w:r>
        <w:t>’</w:t>
      </w:r>
      <w:r w:rsidR="00000000">
        <w:t>avait envoyé un</w:t>
      </w:r>
      <w:r>
        <w:t xml:space="preserve"> S.O.S. </w:t>
      </w:r>
      <w:r w:rsidR="00000000">
        <w:t>Puis il y a ce revolver avec lequel on a tiré deux coups de feu dans sa chambre</w:t>
      </w:r>
      <w:r>
        <w:t>.</w:t>
      </w:r>
    </w:p>
    <w:p w14:paraId="47480AC1" w14:textId="77777777" w:rsidR="00894734" w:rsidRDefault="00894734">
      <w:r>
        <w:t>— </w:t>
      </w:r>
      <w:r w:rsidR="00000000">
        <w:t>Alors</w:t>
      </w:r>
      <w:r>
        <w:t xml:space="preserve">, </w:t>
      </w:r>
      <w:r w:rsidR="00000000">
        <w:t>vous croyez que Gabrielle</w:t>
      </w:r>
      <w:r>
        <w:t>…</w:t>
      </w:r>
    </w:p>
    <w:p w14:paraId="4976CE59" w14:textId="77777777" w:rsidR="00894734" w:rsidRDefault="00894734">
      <w:r>
        <w:t>— </w:t>
      </w:r>
      <w:r w:rsidR="00000000">
        <w:t>Je ne vais pas si loin</w:t>
      </w:r>
      <w:r>
        <w:t xml:space="preserve">, </w:t>
      </w:r>
      <w:r w:rsidR="00000000">
        <w:t>non</w:t>
      </w:r>
      <w:r>
        <w:t xml:space="preserve">. </w:t>
      </w:r>
      <w:r w:rsidR="00000000">
        <w:t>Mais il a été tué</w:t>
      </w:r>
      <w:r>
        <w:t xml:space="preserve">. </w:t>
      </w:r>
      <w:r w:rsidR="00000000">
        <w:t>Il a été tué par qui</w:t>
      </w:r>
      <w:r>
        <w:t xml:space="preserve"> ?… </w:t>
      </w:r>
      <w:r w:rsidR="00000000">
        <w:t>Je vous ai dit</w:t>
      </w:r>
      <w:r>
        <w:t xml:space="preserve">, </w:t>
      </w:r>
      <w:r w:rsidR="00000000">
        <w:t>il y a quinze jours</w:t>
      </w:r>
      <w:r>
        <w:t xml:space="preserve">, </w:t>
      </w:r>
      <w:r w:rsidR="00000000">
        <w:t>que nous n</w:t>
      </w:r>
      <w:r>
        <w:t>’</w:t>
      </w:r>
      <w:r w:rsidR="00000000">
        <w:t>en avions pas fini avec cette satanée malédiction</w:t>
      </w:r>
      <w:r>
        <w:t xml:space="preserve">, </w:t>
      </w:r>
      <w:r w:rsidR="00000000">
        <w:t>et que la seule f</w:t>
      </w:r>
      <w:r w:rsidR="00000000">
        <w:t>a</w:t>
      </w:r>
      <w:r w:rsidR="00000000">
        <w:t>çon d</w:t>
      </w:r>
      <w:r>
        <w:t>’</w:t>
      </w:r>
      <w:r w:rsidR="00000000">
        <w:t>avoir le dernier mot était de passer au crible le commerce du Temple de Saint-Graal</w:t>
      </w:r>
      <w:r>
        <w:t>.</w:t>
      </w:r>
    </w:p>
    <w:p w14:paraId="6C3461BE" w14:textId="77777777" w:rsidR="00894734" w:rsidRDefault="00894734">
      <w:r>
        <w:t>— </w:t>
      </w:r>
      <w:r w:rsidR="00000000">
        <w:t>Oui</w:t>
      </w:r>
      <w:r>
        <w:t xml:space="preserve">, </w:t>
      </w:r>
      <w:r w:rsidR="00000000">
        <w:t>je me rappelle</w:t>
      </w:r>
      <w:r>
        <w:t xml:space="preserve">, </w:t>
      </w:r>
      <w:r w:rsidR="00000000">
        <w:t>dit-il avec un léger ricanement</w:t>
      </w:r>
      <w:r>
        <w:t xml:space="preserve">. </w:t>
      </w:r>
      <w:r w:rsidR="00000000">
        <w:t>Vous avez même affirmé qu</w:t>
      </w:r>
      <w:r>
        <w:t>’</w:t>
      </w:r>
      <w:r w:rsidR="00000000">
        <w:t>il y avait un lien direct entre la mort des parents de Gabrielle et cette demi-folie qu</w:t>
      </w:r>
      <w:r>
        <w:t>’</w:t>
      </w:r>
      <w:r w:rsidR="00000000">
        <w:t xml:space="preserve">elle eut chez les </w:t>
      </w:r>
      <w:proofErr w:type="spellStart"/>
      <w:r w:rsidR="00000000">
        <w:t>Ha</w:t>
      </w:r>
      <w:r w:rsidR="00000000">
        <w:t>l</w:t>
      </w:r>
      <w:r w:rsidR="00000000">
        <w:t>dorn</w:t>
      </w:r>
      <w:proofErr w:type="spellEnd"/>
      <w:r>
        <w:t xml:space="preserve"> ; </w:t>
      </w:r>
      <w:r w:rsidR="00000000">
        <w:t>mais je vous rappelle aussi que vous n</w:t>
      </w:r>
      <w:r>
        <w:t>’</w:t>
      </w:r>
      <w:r w:rsidR="00000000">
        <w:t>aviez aucune idée de ce que pouvait être ce lien</w:t>
      </w:r>
      <w:r>
        <w:t xml:space="preserve">. </w:t>
      </w:r>
      <w:r w:rsidR="00000000">
        <w:t>Ne pensez-vous pas que votre théorie reste ainsi un peu nuageuse</w:t>
      </w:r>
      <w:r>
        <w:t> ?</w:t>
      </w:r>
    </w:p>
    <w:p w14:paraId="1D364AB9" w14:textId="77777777" w:rsidR="00894734" w:rsidRDefault="00894734">
      <w:r>
        <w:lastRenderedPageBreak/>
        <w:t>— </w:t>
      </w:r>
      <w:r w:rsidR="00000000">
        <w:t>Vous croyez</w:t>
      </w:r>
      <w:r>
        <w:t xml:space="preserve"> ? </w:t>
      </w:r>
      <w:r w:rsidR="00000000">
        <w:t>Son père</w:t>
      </w:r>
      <w:r>
        <w:t xml:space="preserve">, </w:t>
      </w:r>
      <w:r w:rsidR="00000000">
        <w:t>sa belle-mère</w:t>
      </w:r>
      <w:r>
        <w:t xml:space="preserve">, </w:t>
      </w:r>
      <w:r w:rsidR="00000000">
        <w:t>son médecin</w:t>
      </w:r>
      <w:r>
        <w:t xml:space="preserve">, </w:t>
      </w:r>
      <w:r w:rsidR="00000000">
        <w:t>son mari sont morts</w:t>
      </w:r>
      <w:r>
        <w:t xml:space="preserve">, </w:t>
      </w:r>
      <w:r w:rsidR="00000000">
        <w:t>et de quelle façon</w:t>
      </w:r>
      <w:r>
        <w:t xml:space="preserve">, </w:t>
      </w:r>
      <w:r w:rsidR="00000000">
        <w:t>l</w:t>
      </w:r>
      <w:r>
        <w:t>’</w:t>
      </w:r>
      <w:r w:rsidR="00000000">
        <w:t>un après l</w:t>
      </w:r>
      <w:r>
        <w:t>’</w:t>
      </w:r>
      <w:r w:rsidR="00000000">
        <w:t>autre</w:t>
      </w:r>
      <w:r>
        <w:t xml:space="preserve">, </w:t>
      </w:r>
      <w:r w:rsidR="00000000">
        <w:t>en moins de deux mois</w:t>
      </w:r>
      <w:r>
        <w:t xml:space="preserve">. </w:t>
      </w:r>
      <w:r w:rsidR="00000000">
        <w:t>Tous ses proches</w:t>
      </w:r>
      <w:r>
        <w:t xml:space="preserve">. </w:t>
      </w:r>
      <w:r w:rsidR="00000000">
        <w:t>Est-ce que cela ne vous semble pas être un programme bien rempli</w:t>
      </w:r>
      <w:r>
        <w:t xml:space="preserve"> ? </w:t>
      </w:r>
      <w:r w:rsidR="00000000">
        <w:t>Et</w:t>
      </w:r>
      <w:r>
        <w:t xml:space="preserve"> (</w:t>
      </w:r>
      <w:r w:rsidR="00000000">
        <w:t>en disant cela je le regardais en souriant</w:t>
      </w:r>
      <w:r>
        <w:t xml:space="preserve">) </w:t>
      </w:r>
      <w:r w:rsidR="00000000">
        <w:t>êtes-vous sûr que cela ne va pas continuer</w:t>
      </w:r>
      <w:r>
        <w:t xml:space="preserve"> ? </w:t>
      </w:r>
      <w:r w:rsidR="00000000">
        <w:t>Et</w:t>
      </w:r>
      <w:r>
        <w:t xml:space="preserve">, </w:t>
      </w:r>
      <w:r w:rsidR="00000000">
        <w:t>dans ce cas</w:t>
      </w:r>
      <w:r>
        <w:t xml:space="preserve">, </w:t>
      </w:r>
      <w:r w:rsidR="00000000">
        <w:t>n</w:t>
      </w:r>
      <w:r>
        <w:t>’</w:t>
      </w:r>
      <w:r w:rsidR="00000000">
        <w:t>êtes-vous pas la personne la plus proche d</w:t>
      </w:r>
      <w:r>
        <w:t>’</w:t>
      </w:r>
      <w:r w:rsidR="00000000">
        <w:t>elle maintenant</w:t>
      </w:r>
      <w:r>
        <w:t> ?</w:t>
      </w:r>
    </w:p>
    <w:p w14:paraId="32FB02EE" w14:textId="77777777" w:rsidR="00894734" w:rsidRDefault="00894734">
      <w:r>
        <w:t>— </w:t>
      </w:r>
      <w:r w:rsidR="00000000">
        <w:t>Complètement absurde</w:t>
      </w:r>
      <w:r>
        <w:t> ! (</w:t>
      </w:r>
      <w:r w:rsidR="00000000">
        <w:t>Il paraissait tout à fait vexé</w:t>
      </w:r>
      <w:r>
        <w:t xml:space="preserve">.) </w:t>
      </w:r>
      <w:r w:rsidR="00000000">
        <w:t>Nous savons bien qu</w:t>
      </w:r>
      <w:r>
        <w:t>’</w:t>
      </w:r>
      <w:r w:rsidR="00000000">
        <w:t>il n</w:t>
      </w:r>
      <w:r>
        <w:t>’</w:t>
      </w:r>
      <w:r w:rsidR="00000000">
        <w:t>y a rien</w:t>
      </w:r>
      <w:r>
        <w:t xml:space="preserve">, </w:t>
      </w:r>
      <w:r w:rsidR="00000000">
        <w:t xml:space="preserve">aucun lien entre la mort de ses parents et celle de </w:t>
      </w:r>
      <w:proofErr w:type="spellStart"/>
      <w:r w:rsidR="00000000">
        <w:t>Riese</w:t>
      </w:r>
      <w:proofErr w:type="spellEnd"/>
      <w:r>
        <w:t xml:space="preserve">. </w:t>
      </w:r>
      <w:r w:rsidR="00000000">
        <w:t>Nous savons bien que les responsables du meurtre de celui-ci sont maintenant ou morts ou en prison</w:t>
      </w:r>
      <w:r>
        <w:t xml:space="preserve">. </w:t>
      </w:r>
      <w:r w:rsidR="00000000">
        <w:t>Il est complètement absurde de dire qu</w:t>
      </w:r>
      <w:r>
        <w:t>’</w:t>
      </w:r>
      <w:r w:rsidR="00000000">
        <w:t>il y a un lien entre l</w:t>
      </w:r>
      <w:r>
        <w:t>’</w:t>
      </w:r>
      <w:r w:rsidR="00000000">
        <w:t>un et l</w:t>
      </w:r>
      <w:r>
        <w:t>’</w:t>
      </w:r>
      <w:r w:rsidR="00000000">
        <w:t>autre de ces crimes</w:t>
      </w:r>
      <w:r>
        <w:t xml:space="preserve">, </w:t>
      </w:r>
      <w:r w:rsidR="00000000">
        <w:t>alors que nous savons parfaitement</w:t>
      </w:r>
      <w:r>
        <w:t xml:space="preserve">, </w:t>
      </w:r>
      <w:r w:rsidR="00000000">
        <w:t>vous et moi</w:t>
      </w:r>
      <w:r>
        <w:t xml:space="preserve">, </w:t>
      </w:r>
      <w:r w:rsidR="00000000">
        <w:t>qu</w:t>
      </w:r>
      <w:r>
        <w:t>’</w:t>
      </w:r>
      <w:r w:rsidR="00000000">
        <w:t>il n</w:t>
      </w:r>
      <w:r>
        <w:t>’</w:t>
      </w:r>
      <w:r w:rsidR="00000000">
        <w:t>y en a pas</w:t>
      </w:r>
      <w:r>
        <w:t>.</w:t>
      </w:r>
    </w:p>
    <w:p w14:paraId="01556A63" w14:textId="77777777" w:rsidR="00894734" w:rsidRDefault="00894734">
      <w:r>
        <w:t>— </w:t>
      </w:r>
      <w:r w:rsidR="00000000">
        <w:t>Si</w:t>
      </w:r>
      <w:r>
        <w:t xml:space="preserve">, </w:t>
      </w:r>
      <w:r w:rsidR="00000000">
        <w:t>il y en a</w:t>
      </w:r>
      <w:r>
        <w:t xml:space="preserve">, </w:t>
      </w:r>
      <w:r w:rsidR="00000000">
        <w:t>mais nous ne les avons pas encore trouvés</w:t>
      </w:r>
      <w:r>
        <w:t xml:space="preserve">. </w:t>
      </w:r>
      <w:r w:rsidR="00000000">
        <w:t>Voyons</w:t>
      </w:r>
      <w:r>
        <w:t xml:space="preserve"> : </w:t>
      </w:r>
      <w:r w:rsidR="00000000">
        <w:t>Qui peut tirer profit</w:t>
      </w:r>
      <w:r>
        <w:t xml:space="preserve">, </w:t>
      </w:r>
      <w:r w:rsidR="00000000">
        <w:t>ou espérer tirer profit</w:t>
      </w:r>
      <w:r>
        <w:t xml:space="preserve">, </w:t>
      </w:r>
      <w:r w:rsidR="00000000">
        <w:t>de tous ces événements</w:t>
      </w:r>
      <w:r>
        <w:t> ?</w:t>
      </w:r>
    </w:p>
    <w:p w14:paraId="3AC6EB3C" w14:textId="77777777" w:rsidR="00894734" w:rsidRDefault="00894734">
      <w:r>
        <w:t>— </w:t>
      </w:r>
      <w:r w:rsidR="00000000">
        <w:t>Personne que je connaisse</w:t>
      </w:r>
      <w:r>
        <w:t>.</w:t>
      </w:r>
    </w:p>
    <w:p w14:paraId="05CBA6FA" w14:textId="77777777" w:rsidR="00894734" w:rsidRDefault="00894734">
      <w:r>
        <w:t>— </w:t>
      </w:r>
      <w:r w:rsidR="00000000">
        <w:t>Supposez qu</w:t>
      </w:r>
      <w:r>
        <w:t>’</w:t>
      </w:r>
      <w:r w:rsidR="00000000">
        <w:t>elle meure</w:t>
      </w:r>
      <w:r>
        <w:t xml:space="preserve">. </w:t>
      </w:r>
      <w:r w:rsidR="00000000">
        <w:t>Qui recueillerait l</w:t>
      </w:r>
      <w:r>
        <w:t>’</w:t>
      </w:r>
      <w:r w:rsidR="00000000">
        <w:t>héritage</w:t>
      </w:r>
      <w:r>
        <w:t> ?</w:t>
      </w:r>
    </w:p>
    <w:p w14:paraId="311D34F8" w14:textId="77777777" w:rsidR="00894734" w:rsidRDefault="00894734">
      <w:r>
        <w:t>— </w:t>
      </w:r>
      <w:r w:rsidR="00000000">
        <w:t>Je ne sais pas</w:t>
      </w:r>
      <w:r>
        <w:t xml:space="preserve">. </w:t>
      </w:r>
      <w:r w:rsidR="00000000">
        <w:t>Ils ont de lointains parents en Angleterre ou en France</w:t>
      </w:r>
      <w:r>
        <w:t xml:space="preserve">, </w:t>
      </w:r>
      <w:r w:rsidR="00000000">
        <w:t>je pense</w:t>
      </w:r>
      <w:r>
        <w:t>.</w:t>
      </w:r>
    </w:p>
    <w:p w14:paraId="52F49AF2" w14:textId="77777777" w:rsidR="00894734" w:rsidRDefault="00894734">
      <w:r>
        <w:t>— </w:t>
      </w:r>
      <w:r w:rsidR="00000000">
        <w:t>Cela ne nous mène pas très loin</w:t>
      </w:r>
      <w:r>
        <w:t xml:space="preserve">. </w:t>
      </w:r>
      <w:r w:rsidR="00000000">
        <w:t>En tous cas</w:t>
      </w:r>
      <w:r>
        <w:t xml:space="preserve">, </w:t>
      </w:r>
      <w:r w:rsidR="00000000">
        <w:t>personne n</w:t>
      </w:r>
      <w:r>
        <w:t>’</w:t>
      </w:r>
      <w:r w:rsidR="00000000">
        <w:t>a tenté de la tuer</w:t>
      </w:r>
      <w:r>
        <w:t xml:space="preserve">. </w:t>
      </w:r>
      <w:r w:rsidR="00000000">
        <w:t>Jusqu</w:t>
      </w:r>
      <w:r>
        <w:t>’</w:t>
      </w:r>
      <w:r w:rsidR="00000000">
        <w:t>à présent</w:t>
      </w:r>
      <w:r>
        <w:t xml:space="preserve">, </w:t>
      </w:r>
      <w:r w:rsidR="00000000">
        <w:t>ce sont ses amis qui reço</w:t>
      </w:r>
      <w:r w:rsidR="00000000">
        <w:t>i</w:t>
      </w:r>
      <w:r w:rsidR="00000000">
        <w:t>vent les coups</w:t>
      </w:r>
      <w:r>
        <w:t>.</w:t>
      </w:r>
    </w:p>
    <w:p w14:paraId="64F9E62E" w14:textId="77777777" w:rsidR="00894734" w:rsidRDefault="00000000">
      <w:r>
        <w:t>L</w:t>
      </w:r>
      <w:r w:rsidR="00894734">
        <w:t>’</w:t>
      </w:r>
      <w:r>
        <w:t>avocat me fit remarquer aigrement que nous ne pouvions pas dire que personne ne l</w:t>
      </w:r>
      <w:r w:rsidR="00894734">
        <w:t>’</w:t>
      </w:r>
      <w:r>
        <w:t>avait tuée</w:t>
      </w:r>
      <w:r w:rsidR="00894734">
        <w:t xml:space="preserve">, </w:t>
      </w:r>
      <w:r>
        <w:t>ni essayé de la tuer</w:t>
      </w:r>
      <w:r w:rsidR="00894734">
        <w:t xml:space="preserve">, </w:t>
      </w:r>
      <w:r>
        <w:t>ju</w:t>
      </w:r>
      <w:r>
        <w:t>s</w:t>
      </w:r>
      <w:r>
        <w:t>qu</w:t>
      </w:r>
      <w:r w:rsidR="00894734">
        <w:t>’</w:t>
      </w:r>
      <w:r>
        <w:t>à ce que nous l</w:t>
      </w:r>
      <w:r w:rsidR="00894734">
        <w:t>’</w:t>
      </w:r>
      <w:r>
        <w:t>ayons retrouvée</w:t>
      </w:r>
      <w:r w:rsidR="00894734">
        <w:t xml:space="preserve">… </w:t>
      </w:r>
      <w:r>
        <w:t>Je ne pouvais rien dire à cela</w:t>
      </w:r>
      <w:r w:rsidR="00894734">
        <w:t xml:space="preserve">. </w:t>
      </w:r>
      <w:r>
        <w:t>La piste de Gabrielle s</w:t>
      </w:r>
      <w:r w:rsidR="00894734">
        <w:t>’</w:t>
      </w:r>
      <w:r>
        <w:t xml:space="preserve">arrêtait là où </w:t>
      </w:r>
      <w:r>
        <w:lastRenderedPageBreak/>
        <w:t>l</w:t>
      </w:r>
      <w:r w:rsidR="00894734">
        <w:t>’</w:t>
      </w:r>
      <w:r>
        <w:t>eucalyptus avait arr</w:t>
      </w:r>
      <w:r>
        <w:t>ê</w:t>
      </w:r>
      <w:r>
        <w:t>té la Chrysler</w:t>
      </w:r>
      <w:r w:rsidR="00894734">
        <w:t xml:space="preserve">. </w:t>
      </w:r>
      <w:r>
        <w:t>Je me permis un dernier avis avant son départ</w:t>
      </w:r>
      <w:r w:rsidR="00894734">
        <w:t> :</w:t>
      </w:r>
    </w:p>
    <w:p w14:paraId="418E02FF" w14:textId="77777777" w:rsidR="00894734" w:rsidRDefault="00894734">
      <w:r>
        <w:t>— </w:t>
      </w:r>
      <w:r w:rsidR="00000000">
        <w:t>Quoique vous pensiez</w:t>
      </w:r>
      <w:r>
        <w:t xml:space="preserve">, </w:t>
      </w:r>
      <w:r w:rsidR="00000000">
        <w:t>je vous répète qu</w:t>
      </w:r>
      <w:r>
        <w:t>’</w:t>
      </w:r>
      <w:r w:rsidR="00000000">
        <w:t>il n</w:t>
      </w:r>
      <w:r>
        <w:t>’</w:t>
      </w:r>
      <w:r w:rsidR="00000000">
        <w:t>est pas puéril de mettre toutes les chances de votre côté</w:t>
      </w:r>
      <w:r>
        <w:t xml:space="preserve">. </w:t>
      </w:r>
      <w:r w:rsidR="00000000">
        <w:t>Rappelez-vous que cela a l</w:t>
      </w:r>
      <w:r>
        <w:t>’</w:t>
      </w:r>
      <w:r w:rsidR="00000000">
        <w:t>air d</w:t>
      </w:r>
      <w:r>
        <w:t>’</w:t>
      </w:r>
      <w:r w:rsidR="00000000">
        <w:t>un programme soigneusement exécuté</w:t>
      </w:r>
      <w:r>
        <w:t xml:space="preserve">, </w:t>
      </w:r>
      <w:r w:rsidR="00000000">
        <w:t>et que vous êtes le prochain numéro</w:t>
      </w:r>
      <w:r>
        <w:t xml:space="preserve">. </w:t>
      </w:r>
      <w:r w:rsidR="00000000">
        <w:t>Cela ne fait pas mourir de prendre des précautions</w:t>
      </w:r>
      <w:r>
        <w:t>.</w:t>
      </w:r>
    </w:p>
    <w:p w14:paraId="5FA0B502" w14:textId="77777777" w:rsidR="00894734" w:rsidRDefault="00000000">
      <w:r>
        <w:t>Il ne me remercia pas et me dit gravement que</w:t>
      </w:r>
      <w:r w:rsidR="00894734">
        <w:t xml:space="preserve">, </w:t>
      </w:r>
      <w:r>
        <w:t>dans le doute</w:t>
      </w:r>
      <w:r w:rsidR="00894734">
        <w:t xml:space="preserve">, </w:t>
      </w:r>
      <w:r>
        <w:t>il allait s</w:t>
      </w:r>
      <w:r w:rsidR="00894734">
        <w:t>’</w:t>
      </w:r>
      <w:r>
        <w:t>attacher un détective privé pour le garder</w:t>
      </w:r>
      <w:r w:rsidR="00894734">
        <w:t>.</w:t>
      </w:r>
    </w:p>
    <w:p w14:paraId="29707892" w14:textId="7543BB07" w:rsidR="00894734" w:rsidRDefault="00000000">
      <w:r>
        <w:t>Madison Andrews offrit</w:t>
      </w:r>
      <w:r w:rsidR="00894734">
        <w:t xml:space="preserve">, </w:t>
      </w:r>
      <w:r>
        <w:t>par voie de la presse</w:t>
      </w:r>
      <w:r w:rsidR="00894734">
        <w:t xml:space="preserve">, </w:t>
      </w:r>
      <w:r>
        <w:t>mille dollars à qui retrouverait la jeune femme</w:t>
      </w:r>
      <w:r w:rsidR="00894734">
        <w:t xml:space="preserve">. </w:t>
      </w:r>
      <w:r>
        <w:t>Hubert Collinson offrit qui</w:t>
      </w:r>
      <w:r>
        <w:t>n</w:t>
      </w:r>
      <w:r>
        <w:t>ze cents dollars à qui ferait découvrir l</w:t>
      </w:r>
      <w:r w:rsidR="00894734">
        <w:t>’</w:t>
      </w:r>
      <w:r>
        <w:t>assassin de son fils</w:t>
      </w:r>
      <w:r w:rsidR="00894734">
        <w:t xml:space="preserve">. </w:t>
      </w:r>
      <w:r>
        <w:t>Des photographies de Gabrielle furent distribuées et publiées par les journaux</w:t>
      </w:r>
      <w:r w:rsidR="00894734">
        <w:t xml:space="preserve">, </w:t>
      </w:r>
      <w:r>
        <w:t>de San Diego à Vancouver</w:t>
      </w:r>
      <w:r w:rsidR="00894734">
        <w:t xml:space="preserve">. </w:t>
      </w:r>
      <w:r>
        <w:t>Tous les policiers des ce</w:t>
      </w:r>
      <w:r>
        <w:t>n</w:t>
      </w:r>
      <w:r>
        <w:t xml:space="preserve">tres de San Francisco et Los </w:t>
      </w:r>
      <w:proofErr w:type="spellStart"/>
      <w:r>
        <w:t>Angelès</w:t>
      </w:r>
      <w:proofErr w:type="spellEnd"/>
      <w:r w:rsidR="00894734">
        <w:t xml:space="preserve">, </w:t>
      </w:r>
      <w:r>
        <w:t>qui n</w:t>
      </w:r>
      <w:r w:rsidR="00894734">
        <w:t>’</w:t>
      </w:r>
      <w:r>
        <w:t>étaient pas occupés à d</w:t>
      </w:r>
      <w:r w:rsidR="00894734">
        <w:t>’</w:t>
      </w:r>
      <w:r>
        <w:t>autres enquêtes</w:t>
      </w:r>
      <w:r w:rsidR="00894734">
        <w:t xml:space="preserve">, </w:t>
      </w:r>
      <w:r>
        <w:t>furent mis sur l</w:t>
      </w:r>
      <w:r w:rsidR="00894734">
        <w:t>’</w:t>
      </w:r>
      <w:r>
        <w:t>affaire de Quesada</w:t>
      </w:r>
      <w:r w:rsidR="00894734">
        <w:t xml:space="preserve">. </w:t>
      </w:r>
      <w:r>
        <w:t>Des me</w:t>
      </w:r>
      <w:r>
        <w:t>s</w:t>
      </w:r>
      <w:r>
        <w:t>sages de</w:t>
      </w:r>
      <w:r w:rsidR="00894734">
        <w:t xml:space="preserve"> T.S.F. </w:t>
      </w:r>
      <w:r>
        <w:t>furent émis dans toutes les directions</w:t>
      </w:r>
      <w:r w:rsidR="00894734">
        <w:t>.</w:t>
      </w:r>
    </w:p>
    <w:p w14:paraId="36C76500" w14:textId="77777777" w:rsidR="00894734" w:rsidRDefault="00000000">
      <w:r>
        <w:t>Et</w:t>
      </w:r>
      <w:r w:rsidR="00894734">
        <w:t xml:space="preserve">, </w:t>
      </w:r>
      <w:r>
        <w:t>le lundi</w:t>
      </w:r>
      <w:r w:rsidR="00894734">
        <w:t xml:space="preserve">, </w:t>
      </w:r>
      <w:r>
        <w:t>tout ce brouhaha ne nous avait rapporté exa</w:t>
      </w:r>
      <w:r>
        <w:t>c</w:t>
      </w:r>
      <w:r>
        <w:t>tement rien</w:t>
      </w:r>
      <w:r w:rsidR="00894734">
        <w:t xml:space="preserve">. </w:t>
      </w:r>
      <w:r>
        <w:t>Dans l</w:t>
      </w:r>
      <w:r w:rsidR="00894734">
        <w:t>’</w:t>
      </w:r>
      <w:r>
        <w:t>après-midi de ce jour</w:t>
      </w:r>
      <w:r w:rsidR="00894734">
        <w:t xml:space="preserve">, </w:t>
      </w:r>
      <w:r>
        <w:t>je retournai à San Francisco</w:t>
      </w:r>
      <w:r w:rsidR="00894734">
        <w:t xml:space="preserve">. </w:t>
      </w:r>
      <w:r>
        <w:t xml:space="preserve">Le patron me dit que </w:t>
      </w:r>
      <w:proofErr w:type="spellStart"/>
      <w:r>
        <w:t>Fitzstephan</w:t>
      </w:r>
      <w:proofErr w:type="spellEnd"/>
      <w:r>
        <w:t xml:space="preserve"> m</w:t>
      </w:r>
      <w:r w:rsidR="00894734">
        <w:t>’</w:t>
      </w:r>
      <w:r>
        <w:t>avait téléphoné et qu</w:t>
      </w:r>
      <w:r w:rsidR="00894734">
        <w:t>’</w:t>
      </w:r>
      <w:r>
        <w:t>il avait parlé même de me rejoindre à Quesada</w:t>
      </w:r>
      <w:r w:rsidR="00894734">
        <w:t xml:space="preserve">, </w:t>
      </w:r>
      <w:r>
        <w:t>si on ne lui avait dit que je rentrais le jour même</w:t>
      </w:r>
      <w:r w:rsidR="00894734">
        <w:t xml:space="preserve">. </w:t>
      </w:r>
      <w:r>
        <w:t>J</w:t>
      </w:r>
      <w:r w:rsidR="00894734">
        <w:t>’</w:t>
      </w:r>
      <w:r>
        <w:t>appelai le numéro de Fitz</w:t>
      </w:r>
      <w:r w:rsidR="00894734">
        <w:t>.</w:t>
      </w:r>
    </w:p>
    <w:p w14:paraId="67DD066B" w14:textId="77777777" w:rsidR="00894734" w:rsidRDefault="00894734">
      <w:r>
        <w:t>— </w:t>
      </w:r>
      <w:r w:rsidR="00000000">
        <w:t>Venez tout de suite</w:t>
      </w:r>
      <w:r>
        <w:t xml:space="preserve">, </w:t>
      </w:r>
      <w:r w:rsidR="00000000">
        <w:t>me dit-il</w:t>
      </w:r>
      <w:r>
        <w:t xml:space="preserve">. </w:t>
      </w:r>
      <w:r w:rsidR="00000000">
        <w:t>J</w:t>
      </w:r>
      <w:r>
        <w:t>’</w:t>
      </w:r>
      <w:r w:rsidR="00000000">
        <w:t>ai du nouveau</w:t>
      </w:r>
      <w:r>
        <w:t>.</w:t>
      </w:r>
    </w:p>
    <w:p w14:paraId="72D66007" w14:textId="77777777" w:rsidR="00894734" w:rsidRDefault="00000000">
      <w:r>
        <w:t>Moins d</w:t>
      </w:r>
      <w:r w:rsidR="00894734">
        <w:t>’</w:t>
      </w:r>
      <w:r>
        <w:t>un quart d</w:t>
      </w:r>
      <w:r w:rsidR="00894734">
        <w:t>’</w:t>
      </w:r>
      <w:r>
        <w:t>heure après</w:t>
      </w:r>
      <w:r w:rsidR="00894734">
        <w:t xml:space="preserve">, </w:t>
      </w:r>
      <w:r>
        <w:t>j</w:t>
      </w:r>
      <w:r w:rsidR="00894734">
        <w:t>’</w:t>
      </w:r>
      <w:r>
        <w:t>étais chez lui</w:t>
      </w:r>
      <w:r w:rsidR="00894734">
        <w:t>.</w:t>
      </w:r>
    </w:p>
    <w:p w14:paraId="119C8B66" w14:textId="77777777" w:rsidR="00894734" w:rsidRDefault="00894734">
      <w:r>
        <w:t>— </w:t>
      </w:r>
      <w:r w:rsidR="00000000">
        <w:t>A-t-on retrouvé Gabrielle</w:t>
      </w:r>
      <w:r>
        <w:t xml:space="preserve"> ? </w:t>
      </w:r>
      <w:r w:rsidR="00000000">
        <w:t>me demanda-t-il tout d</w:t>
      </w:r>
      <w:r>
        <w:t>’</w:t>
      </w:r>
      <w:r w:rsidR="00000000">
        <w:t>abord</w:t>
      </w:r>
      <w:r>
        <w:t>.</w:t>
      </w:r>
    </w:p>
    <w:p w14:paraId="38FF2DC6" w14:textId="77777777" w:rsidR="00894734" w:rsidRDefault="00894734">
      <w:r>
        <w:t>— </w:t>
      </w:r>
      <w:r w:rsidR="00000000">
        <w:t>Non</w:t>
      </w:r>
      <w:r>
        <w:t xml:space="preserve">, </w:t>
      </w:r>
      <w:r w:rsidR="00000000">
        <w:t>mais</w:t>
      </w:r>
      <w:r>
        <w:t xml:space="preserve">, </w:t>
      </w:r>
      <w:r w:rsidR="00000000">
        <w:t>au fait</w:t>
      </w:r>
      <w:r>
        <w:t xml:space="preserve">, </w:t>
      </w:r>
      <w:r w:rsidR="00000000">
        <w:t>qu</w:t>
      </w:r>
      <w:r>
        <w:t>’</w:t>
      </w:r>
      <w:r w:rsidR="00000000">
        <w:t>y a-t-il</w:t>
      </w:r>
      <w:r>
        <w:t xml:space="preserve">, </w:t>
      </w:r>
      <w:r w:rsidR="00000000">
        <w:t>mon vieux</w:t>
      </w:r>
      <w:r>
        <w:t> ?</w:t>
      </w:r>
    </w:p>
    <w:p w14:paraId="01A31518" w14:textId="77777777" w:rsidR="00894734" w:rsidRDefault="00894734">
      <w:r>
        <w:lastRenderedPageBreak/>
        <w:t>— </w:t>
      </w:r>
      <w:r w:rsidR="00000000">
        <w:t>Eh bien</w:t>
      </w:r>
      <w:r>
        <w:t xml:space="preserve"> ! </w:t>
      </w:r>
      <w:r w:rsidR="00000000">
        <w:t>voilà</w:t>
      </w:r>
      <w:r>
        <w:t xml:space="preserve">. </w:t>
      </w:r>
      <w:r w:rsidR="00000000">
        <w:t>Dans la nuit de vendredi à samedi</w:t>
      </w:r>
      <w:r>
        <w:t xml:space="preserve">, </w:t>
      </w:r>
      <w:r w:rsidR="00000000">
        <w:t>vers une heure et demie du matin</w:t>
      </w:r>
      <w:r>
        <w:t xml:space="preserve">, </w:t>
      </w:r>
      <w:r w:rsidR="00000000">
        <w:t>on m</w:t>
      </w:r>
      <w:r>
        <w:t>’</w:t>
      </w:r>
      <w:r w:rsidR="00000000">
        <w:t>appela au téléphone</w:t>
      </w:r>
      <w:r>
        <w:t xml:space="preserve">. </w:t>
      </w:r>
      <w:r w:rsidR="00000000">
        <w:t>C</w:t>
      </w:r>
      <w:r>
        <w:t>’</w:t>
      </w:r>
      <w:r w:rsidR="00000000">
        <w:t>était une voix d</w:t>
      </w:r>
      <w:r>
        <w:t>’</w:t>
      </w:r>
      <w:r w:rsidR="00000000">
        <w:t>homme</w:t>
      </w:r>
      <w:r>
        <w:t xml:space="preserve">. </w:t>
      </w:r>
      <w:r w:rsidR="00000000">
        <w:t>On demanda</w:t>
      </w:r>
      <w:r>
        <w:t> : « </w:t>
      </w:r>
      <w:r w:rsidR="00000000">
        <w:t>C</w:t>
      </w:r>
      <w:r>
        <w:t>’</w:t>
      </w:r>
      <w:r w:rsidR="00000000">
        <w:t xml:space="preserve">est </w:t>
      </w:r>
      <w:proofErr w:type="spellStart"/>
      <w:r w:rsidR="00000000">
        <w:t>Fitzstephan</w:t>
      </w:r>
      <w:proofErr w:type="spellEnd"/>
      <w:r>
        <w:t> ? »</w:t>
      </w:r>
      <w:r w:rsidR="00000000">
        <w:t xml:space="preserve"> Je répondis</w:t>
      </w:r>
      <w:r>
        <w:t> : « </w:t>
      </w:r>
      <w:r w:rsidR="00000000">
        <w:t>Oui</w:t>
      </w:r>
      <w:r>
        <w:t xml:space="preserve"> ». </w:t>
      </w:r>
      <w:r w:rsidR="00000000">
        <w:t>Et la voix dit</w:t>
      </w:r>
      <w:r>
        <w:t> : « </w:t>
      </w:r>
      <w:r w:rsidR="00000000">
        <w:t>Eh bien</w:t>
      </w:r>
      <w:r>
        <w:t xml:space="preserve"> ! </w:t>
      </w:r>
      <w:r w:rsidR="00000000">
        <w:t>je l</w:t>
      </w:r>
      <w:r>
        <w:t>’</w:t>
      </w:r>
      <w:r w:rsidR="00000000">
        <w:t>ai tué</w:t>
      </w:r>
      <w:r>
        <w:t xml:space="preserve"> ». </w:t>
      </w:r>
      <w:r w:rsidR="00000000">
        <w:t>Comme cela simplement</w:t>
      </w:r>
      <w:r>
        <w:t xml:space="preserve">. </w:t>
      </w:r>
      <w:r w:rsidR="00000000">
        <w:t>Je suis sûr des mots</w:t>
      </w:r>
      <w:r>
        <w:t xml:space="preserve">, </w:t>
      </w:r>
      <w:r w:rsidR="00000000">
        <w:t>quoique la voix n</w:t>
      </w:r>
      <w:r>
        <w:t>’</w:t>
      </w:r>
      <w:r w:rsidR="00000000">
        <w:t>était pas très claire</w:t>
      </w:r>
      <w:r>
        <w:t xml:space="preserve">. </w:t>
      </w:r>
      <w:r w:rsidR="00000000">
        <w:t>Il y avait des bruits sur la ligne et la voix semblait parler à une longue distance d</w:t>
      </w:r>
      <w:r>
        <w:t>’</w:t>
      </w:r>
      <w:r w:rsidR="00000000">
        <w:t>ici</w:t>
      </w:r>
      <w:r>
        <w:t xml:space="preserve">. </w:t>
      </w:r>
      <w:r w:rsidR="00000000">
        <w:t>Je demande encore</w:t>
      </w:r>
      <w:r>
        <w:t> : « </w:t>
      </w:r>
      <w:r w:rsidR="00000000">
        <w:t>Tué qui</w:t>
      </w:r>
      <w:r>
        <w:t xml:space="preserve"> ? </w:t>
      </w:r>
      <w:r w:rsidR="00000000">
        <w:t>Qui est à l</w:t>
      </w:r>
      <w:r>
        <w:t>’</w:t>
      </w:r>
      <w:r w:rsidR="00000000">
        <w:t>appareil</w:t>
      </w:r>
      <w:r>
        <w:t> ? »</w:t>
      </w:r>
      <w:r w:rsidR="00000000">
        <w:t xml:space="preserve"> Je ne </w:t>
      </w:r>
      <w:proofErr w:type="spellStart"/>
      <w:r w:rsidR="00000000">
        <w:t>pus</w:t>
      </w:r>
      <w:proofErr w:type="spellEnd"/>
      <w:r w:rsidR="00000000">
        <w:t xml:space="preserve"> rien comprendre de la r</w:t>
      </w:r>
      <w:r w:rsidR="00000000">
        <w:t>é</w:t>
      </w:r>
      <w:r w:rsidR="00000000">
        <w:t>ponse</w:t>
      </w:r>
      <w:r>
        <w:t xml:space="preserve">, </w:t>
      </w:r>
      <w:r w:rsidR="00000000">
        <w:t xml:space="preserve">excepté le mot </w:t>
      </w:r>
      <w:r>
        <w:t>« </w:t>
      </w:r>
      <w:r w:rsidR="00000000">
        <w:t>argent</w:t>
      </w:r>
      <w:r>
        <w:t xml:space="preserve"> ». </w:t>
      </w:r>
      <w:r w:rsidR="00000000">
        <w:t>Il dit quelque chose à pr</w:t>
      </w:r>
      <w:r w:rsidR="00000000">
        <w:t>o</w:t>
      </w:r>
      <w:r w:rsidR="00000000">
        <w:t>pos d</w:t>
      </w:r>
      <w:r>
        <w:t>’</w:t>
      </w:r>
      <w:r w:rsidR="00000000">
        <w:t>argent</w:t>
      </w:r>
      <w:r>
        <w:t xml:space="preserve">, </w:t>
      </w:r>
      <w:r w:rsidR="00000000">
        <w:t>le répétant même plusieurs fois</w:t>
      </w:r>
      <w:r>
        <w:t xml:space="preserve">, </w:t>
      </w:r>
      <w:r w:rsidR="00000000">
        <w:t>mais je ne pus comprendre absolument que ce mot</w:t>
      </w:r>
      <w:r>
        <w:t xml:space="preserve">. </w:t>
      </w:r>
      <w:r w:rsidR="00000000">
        <w:t>Il y avait du monde chez moi</w:t>
      </w:r>
      <w:r>
        <w:t xml:space="preserve"> : </w:t>
      </w:r>
      <w:r w:rsidR="00000000">
        <w:t>les Marquard</w:t>
      </w:r>
      <w:r>
        <w:t xml:space="preserve"> ; </w:t>
      </w:r>
      <w:r w:rsidR="00000000">
        <w:t xml:space="preserve">Laura </w:t>
      </w:r>
      <w:proofErr w:type="spellStart"/>
      <w:r w:rsidR="00000000">
        <w:t>Joines</w:t>
      </w:r>
      <w:proofErr w:type="spellEnd"/>
      <w:r w:rsidR="00000000">
        <w:t xml:space="preserve"> avec un garçon qu</w:t>
      </w:r>
      <w:r>
        <w:t>’</w:t>
      </w:r>
      <w:r w:rsidR="00000000">
        <w:t>elle avait amené et dont je ne me rappelle pas le nom</w:t>
      </w:r>
      <w:r>
        <w:t xml:space="preserve">, </w:t>
      </w:r>
      <w:r w:rsidR="00000000">
        <w:t>Ted et Sue Van Slack</w:t>
      </w:r>
      <w:r>
        <w:t xml:space="preserve">. </w:t>
      </w:r>
      <w:r w:rsidR="00000000">
        <w:t>J</w:t>
      </w:r>
      <w:r>
        <w:t>’</w:t>
      </w:r>
      <w:r w:rsidR="00000000">
        <w:t>étais complètement abasourdi</w:t>
      </w:r>
      <w:r>
        <w:t xml:space="preserve">. </w:t>
      </w:r>
      <w:r w:rsidR="00000000">
        <w:t>Quand la voix se tut</w:t>
      </w:r>
      <w:r>
        <w:t xml:space="preserve">, </w:t>
      </w:r>
      <w:r w:rsidR="00000000">
        <w:t>je raccr</w:t>
      </w:r>
      <w:r w:rsidR="00000000">
        <w:t>o</w:t>
      </w:r>
      <w:r w:rsidR="00000000">
        <w:t>chai et rejoignis mes invités</w:t>
      </w:r>
      <w:r>
        <w:t>.</w:t>
      </w:r>
    </w:p>
    <w:p w14:paraId="37193A39" w14:textId="77777777" w:rsidR="00894734" w:rsidRDefault="00000000">
      <w:r>
        <w:t>Il ne me serait jamais venu à l</w:t>
      </w:r>
      <w:r w:rsidR="00894734">
        <w:t>’</w:t>
      </w:r>
      <w:r>
        <w:t>idée que cela fût autre chose qu</w:t>
      </w:r>
      <w:r w:rsidR="00894734">
        <w:t>’</w:t>
      </w:r>
      <w:r>
        <w:t>une plaisanterie jusqu</w:t>
      </w:r>
      <w:r w:rsidR="00894734">
        <w:t>’</w:t>
      </w:r>
      <w:r>
        <w:t>à hier matin</w:t>
      </w:r>
      <w:r w:rsidR="00894734">
        <w:t xml:space="preserve">, </w:t>
      </w:r>
      <w:r>
        <w:t>quand j</w:t>
      </w:r>
      <w:r w:rsidR="00894734">
        <w:t>’</w:t>
      </w:r>
      <w:r>
        <w:t>ai su</w:t>
      </w:r>
      <w:r w:rsidR="00894734">
        <w:t xml:space="preserve">, </w:t>
      </w:r>
      <w:r>
        <w:t>par les journaux</w:t>
      </w:r>
      <w:r w:rsidR="00894734">
        <w:t xml:space="preserve">, </w:t>
      </w:r>
      <w:r>
        <w:t>la mort de Collinson</w:t>
      </w:r>
      <w:r w:rsidR="00894734">
        <w:t xml:space="preserve">. </w:t>
      </w:r>
      <w:r>
        <w:t>J</w:t>
      </w:r>
      <w:r w:rsidR="00894734">
        <w:t>’</w:t>
      </w:r>
      <w:r>
        <w:t>étais chez les Coleman</w:t>
      </w:r>
      <w:r w:rsidR="00894734">
        <w:t xml:space="preserve">, </w:t>
      </w:r>
      <w:r>
        <w:t>à leur maison de campagne pour le week-end</w:t>
      </w:r>
      <w:r w:rsidR="00894734">
        <w:t xml:space="preserve">. </w:t>
      </w:r>
      <w:r>
        <w:t>J</w:t>
      </w:r>
      <w:r w:rsidR="00894734">
        <w:t>’</w:t>
      </w:r>
      <w:r>
        <w:t>étais parti samedi m</w:t>
      </w:r>
      <w:r>
        <w:t>a</w:t>
      </w:r>
      <w:r>
        <w:t>tin</w:t>
      </w:r>
      <w:r w:rsidR="00894734">
        <w:t xml:space="preserve">. </w:t>
      </w:r>
      <w:r>
        <w:t>J</w:t>
      </w:r>
      <w:r w:rsidR="00894734">
        <w:t>’</w:t>
      </w:r>
      <w:r>
        <w:t>avais bien l</w:t>
      </w:r>
      <w:r w:rsidR="00894734">
        <w:t>’</w:t>
      </w:r>
      <w:r>
        <w:t>intention de vous en parler naturellement</w:t>
      </w:r>
      <w:r w:rsidR="00894734">
        <w:t xml:space="preserve">, </w:t>
      </w:r>
      <w:r>
        <w:t>mais voyez</w:t>
      </w:r>
      <w:r w:rsidR="00894734">
        <w:t xml:space="preserve">, </w:t>
      </w:r>
      <w:r>
        <w:t>maintenant</w:t>
      </w:r>
      <w:r w:rsidR="00894734">
        <w:t xml:space="preserve">, </w:t>
      </w:r>
      <w:r>
        <w:t>ce que j</w:t>
      </w:r>
      <w:r w:rsidR="00894734">
        <w:t>’</w:t>
      </w:r>
      <w:r>
        <w:t>ai trouvé dans mon courrier en rentrant ce matin</w:t>
      </w:r>
      <w:r w:rsidR="00894734">
        <w:t>.</w:t>
      </w:r>
    </w:p>
    <w:p w14:paraId="483A20B4" w14:textId="77777777" w:rsidR="00894734" w:rsidRDefault="00000000">
      <w:r>
        <w:t>Il me tendit une enveloppe</w:t>
      </w:r>
      <w:r w:rsidR="00894734">
        <w:t xml:space="preserve">. </w:t>
      </w:r>
      <w:r>
        <w:t>Elle était blanche</w:t>
      </w:r>
      <w:r w:rsidR="00894734">
        <w:t xml:space="preserve">, </w:t>
      </w:r>
      <w:r>
        <w:t>de format courant</w:t>
      </w:r>
      <w:r w:rsidR="00894734">
        <w:t xml:space="preserve">, </w:t>
      </w:r>
      <w:r>
        <w:t>mais les coins en étaient noircis et repliés</w:t>
      </w:r>
      <w:r w:rsidR="00894734">
        <w:t xml:space="preserve">, </w:t>
      </w:r>
      <w:r>
        <w:t>comme si e</w:t>
      </w:r>
      <w:r>
        <w:t>l</w:t>
      </w:r>
      <w:r>
        <w:t>le avait traîné longtemps dans une poche</w:t>
      </w:r>
      <w:r w:rsidR="00894734">
        <w:t xml:space="preserve">. </w:t>
      </w:r>
      <w:r>
        <w:t>Le nom et l</w:t>
      </w:r>
      <w:r w:rsidR="00894734">
        <w:t>’</w:t>
      </w:r>
      <w:r>
        <w:t xml:space="preserve">adresse de </w:t>
      </w:r>
      <w:proofErr w:type="spellStart"/>
      <w:r>
        <w:t>Fitzstephan</w:t>
      </w:r>
      <w:proofErr w:type="spellEnd"/>
      <w:r>
        <w:t xml:space="preserve"> étaient écrits dessus d</w:t>
      </w:r>
      <w:r w:rsidR="00894734">
        <w:t>’</w:t>
      </w:r>
      <w:r>
        <w:t>une écriture maladroite</w:t>
      </w:r>
      <w:r w:rsidR="00894734">
        <w:t xml:space="preserve">. </w:t>
      </w:r>
      <w:r>
        <w:t>Elle avait été mise à la poste à San Francisco le samedi matin à neuf heures</w:t>
      </w:r>
      <w:r w:rsidR="00894734">
        <w:t xml:space="preserve">. </w:t>
      </w:r>
      <w:r>
        <w:t>À l</w:t>
      </w:r>
      <w:r w:rsidR="00894734">
        <w:t>’</w:t>
      </w:r>
      <w:r>
        <w:t>intérieur</w:t>
      </w:r>
      <w:r w:rsidR="00894734">
        <w:t xml:space="preserve">, </w:t>
      </w:r>
      <w:r>
        <w:t>il y avait une feuille de mauvais p</w:t>
      </w:r>
      <w:r>
        <w:t>a</w:t>
      </w:r>
      <w:r>
        <w:t>pier</w:t>
      </w:r>
      <w:r w:rsidR="00894734">
        <w:t xml:space="preserve">, </w:t>
      </w:r>
      <w:r>
        <w:t>portant une seule phrase</w:t>
      </w:r>
      <w:r w:rsidR="00894734">
        <w:t xml:space="preserve">, </w:t>
      </w:r>
      <w:r>
        <w:t>aussi maladroitement écrite que l</w:t>
      </w:r>
      <w:r w:rsidR="00894734">
        <w:t>’</w:t>
      </w:r>
      <w:r>
        <w:t>enveloppe</w:t>
      </w:r>
      <w:r w:rsidR="00894734">
        <w:t> :</w:t>
      </w:r>
    </w:p>
    <w:p w14:paraId="1D527B9C" w14:textId="5DDB7C3D" w:rsidR="00000000" w:rsidRDefault="00894734">
      <w:r>
        <w:lastRenderedPageBreak/>
        <w:t>« </w:t>
      </w:r>
      <w:r w:rsidR="00000000">
        <w:t>Mrs</w:t>
      </w:r>
      <w:r>
        <w:t xml:space="preserve">. </w:t>
      </w:r>
      <w:r w:rsidR="00000000">
        <w:t>Carter sera rendue contre dix mille dollars</w:t>
      </w:r>
      <w:r>
        <w:t>. »</w:t>
      </w:r>
    </w:p>
    <w:p w14:paraId="601FBBBE" w14:textId="77777777" w:rsidR="00894734" w:rsidRDefault="00000000">
      <w:r>
        <w:t>Il n</w:t>
      </w:r>
      <w:r w:rsidR="00894734">
        <w:t>’</w:t>
      </w:r>
      <w:r>
        <w:t>y avait pas de date</w:t>
      </w:r>
      <w:r w:rsidR="00894734">
        <w:t>.</w:t>
      </w:r>
    </w:p>
    <w:p w14:paraId="0A1B6182" w14:textId="77777777" w:rsidR="00894734" w:rsidRDefault="00894734">
      <w:r>
        <w:t>— </w:t>
      </w:r>
      <w:r w:rsidR="00000000">
        <w:t>On l</w:t>
      </w:r>
      <w:r>
        <w:t>’</w:t>
      </w:r>
      <w:r w:rsidR="00000000">
        <w:t>a vue s</w:t>
      </w:r>
      <w:r>
        <w:t>’</w:t>
      </w:r>
      <w:r w:rsidR="00000000">
        <w:t>en aller seule en voiture</w:t>
      </w:r>
      <w:r>
        <w:t xml:space="preserve">, </w:t>
      </w:r>
      <w:r w:rsidR="00000000">
        <w:t>samedi matin</w:t>
      </w:r>
      <w:r>
        <w:t xml:space="preserve">, </w:t>
      </w:r>
      <w:r w:rsidR="00000000">
        <w:t>vers sept heures</w:t>
      </w:r>
      <w:r>
        <w:t xml:space="preserve">, </w:t>
      </w:r>
      <w:r w:rsidR="00000000">
        <w:t>dis-je</w:t>
      </w:r>
      <w:r>
        <w:t xml:space="preserve">. </w:t>
      </w:r>
      <w:r w:rsidR="00000000">
        <w:t>Cette lettre est venue ici</w:t>
      </w:r>
      <w:r>
        <w:t xml:space="preserve">, </w:t>
      </w:r>
      <w:r w:rsidR="00000000">
        <w:t>à plus de cent ci</w:t>
      </w:r>
      <w:r w:rsidR="00000000">
        <w:t>n</w:t>
      </w:r>
      <w:r w:rsidR="00000000">
        <w:t>quante kilomètres</w:t>
      </w:r>
      <w:r>
        <w:t xml:space="preserve">, </w:t>
      </w:r>
      <w:r w:rsidR="00000000">
        <w:t>assez à temps pour être mise à la poste à neuf heures et être distribuée au premier courrier</w:t>
      </w:r>
      <w:r>
        <w:t xml:space="preserve">. </w:t>
      </w:r>
      <w:r w:rsidR="00000000">
        <w:t>C</w:t>
      </w:r>
      <w:r>
        <w:t>’</w:t>
      </w:r>
      <w:r w:rsidR="00000000">
        <w:t>est</w:t>
      </w:r>
      <w:r>
        <w:t xml:space="preserve">, </w:t>
      </w:r>
      <w:r w:rsidR="00000000">
        <w:t>sans nul doute</w:t>
      </w:r>
      <w:r>
        <w:t xml:space="preserve">, </w:t>
      </w:r>
      <w:r w:rsidR="00000000">
        <w:t>pour brouiller les cartes</w:t>
      </w:r>
      <w:r>
        <w:t xml:space="preserve">. </w:t>
      </w:r>
      <w:r w:rsidR="00000000">
        <w:t>Et n</w:t>
      </w:r>
      <w:r>
        <w:t>’</w:t>
      </w:r>
      <w:r w:rsidR="00000000">
        <w:t>est-ce pas étrange que cela ait été adressé à vous plutôt qu</w:t>
      </w:r>
      <w:r>
        <w:t>’</w:t>
      </w:r>
      <w:r w:rsidR="00000000">
        <w:t>à Andrews ou à son beau-père</w:t>
      </w:r>
      <w:r>
        <w:t xml:space="preserve">, </w:t>
      </w:r>
      <w:r w:rsidR="00000000">
        <w:t>par exemple</w:t>
      </w:r>
      <w:r>
        <w:t> ?</w:t>
      </w:r>
    </w:p>
    <w:p w14:paraId="412D710C" w14:textId="77777777" w:rsidR="00894734" w:rsidRDefault="00894734">
      <w:r>
        <w:t>— </w:t>
      </w:r>
      <w:r w:rsidR="00000000">
        <w:t>Ce n</w:t>
      </w:r>
      <w:r>
        <w:t>’</w:t>
      </w:r>
      <w:r w:rsidR="00000000">
        <w:t>est pas si étrange que cela</w:t>
      </w:r>
      <w:r>
        <w:t xml:space="preserve">, </w:t>
      </w:r>
      <w:r w:rsidR="00000000">
        <w:t>répliqua Fitz</w:t>
      </w:r>
      <w:r>
        <w:t xml:space="preserve">. </w:t>
      </w:r>
      <w:r w:rsidR="00000000">
        <w:t>Vous savez que c</w:t>
      </w:r>
      <w:r>
        <w:t>’</w:t>
      </w:r>
      <w:r w:rsidR="00000000">
        <w:t>est moi qui avais recommandé Quesada à Collinson</w:t>
      </w:r>
      <w:r>
        <w:t xml:space="preserve">. </w:t>
      </w:r>
      <w:r w:rsidR="00000000">
        <w:t>Je lui avais donné une carte pour le père du député shérif</w:t>
      </w:r>
      <w:r>
        <w:t xml:space="preserve">, </w:t>
      </w:r>
      <w:r w:rsidR="00000000">
        <w:t xml:space="preserve">un nommé </w:t>
      </w:r>
      <w:proofErr w:type="spellStart"/>
      <w:r w:rsidR="00000000">
        <w:t>Rolly</w:t>
      </w:r>
      <w:proofErr w:type="spellEnd"/>
      <w:r>
        <w:t xml:space="preserve">, </w:t>
      </w:r>
      <w:r w:rsidR="00000000">
        <w:t>le présentant à lui sous le nom d</w:t>
      </w:r>
      <w:r>
        <w:t>’</w:t>
      </w:r>
      <w:r w:rsidR="00000000">
        <w:t>Éric Carter</w:t>
      </w:r>
      <w:r>
        <w:t xml:space="preserve">. </w:t>
      </w:r>
      <w:r w:rsidR="00000000">
        <w:t>Un natif de Quesada ne pouvait pas savoir qu</w:t>
      </w:r>
      <w:r>
        <w:t>’</w:t>
      </w:r>
      <w:r w:rsidR="00000000">
        <w:t>elle était Gabrielle Collinson</w:t>
      </w:r>
      <w:r>
        <w:t xml:space="preserve">, </w:t>
      </w:r>
      <w:r w:rsidR="00000000">
        <w:t xml:space="preserve">née </w:t>
      </w:r>
      <w:proofErr w:type="spellStart"/>
      <w:r w:rsidR="00000000">
        <w:t>Legget</w:t>
      </w:r>
      <w:proofErr w:type="spellEnd"/>
      <w:r>
        <w:t xml:space="preserve">. </w:t>
      </w:r>
      <w:r w:rsidR="00000000">
        <w:t>Dans ce cas</w:t>
      </w:r>
      <w:r>
        <w:t xml:space="preserve">, </w:t>
      </w:r>
      <w:r w:rsidR="00000000">
        <w:t>on ne pouvait pas savoir comment a</w:t>
      </w:r>
      <w:r w:rsidR="00000000">
        <w:t>t</w:t>
      </w:r>
      <w:r w:rsidR="00000000">
        <w:t>teindre les gens ayant intérêt à la tirer de là</w:t>
      </w:r>
      <w:r>
        <w:t xml:space="preserve">. </w:t>
      </w:r>
      <w:r w:rsidR="00000000">
        <w:t>On ne connaissait que moi</w:t>
      </w:r>
      <w:r>
        <w:t xml:space="preserve">, </w:t>
      </w:r>
      <w:r w:rsidR="00000000">
        <w:t>qui les avais envoyés là</w:t>
      </w:r>
      <w:r>
        <w:t xml:space="preserve">. </w:t>
      </w:r>
      <w:r w:rsidR="00000000">
        <w:t>Aussi la lettre m</w:t>
      </w:r>
      <w:r>
        <w:t>’</w:t>
      </w:r>
      <w:r w:rsidR="00000000">
        <w:t>a été envoyée</w:t>
      </w:r>
      <w:r>
        <w:t xml:space="preserve">, </w:t>
      </w:r>
      <w:r w:rsidR="00000000">
        <w:t>avec la prière sous-entendue de faire parvenir à qui de droit</w:t>
      </w:r>
      <w:r>
        <w:t>.</w:t>
      </w:r>
    </w:p>
    <w:p w14:paraId="22EF0B2B" w14:textId="77777777" w:rsidR="00894734" w:rsidRDefault="00894734">
      <w:r>
        <w:t>— </w:t>
      </w:r>
      <w:r w:rsidR="00000000">
        <w:t>Quelqu</w:t>
      </w:r>
      <w:r>
        <w:t>’</w:t>
      </w:r>
      <w:r w:rsidR="00000000">
        <w:t>un de Quesada a pu faire cela</w:t>
      </w:r>
      <w:r>
        <w:t xml:space="preserve">, </w:t>
      </w:r>
      <w:r w:rsidR="00000000">
        <w:t>dis-je lentement</w:t>
      </w:r>
      <w:r>
        <w:t xml:space="preserve">, </w:t>
      </w:r>
      <w:r w:rsidR="00000000">
        <w:t>ou quelqu</w:t>
      </w:r>
      <w:r>
        <w:t>’</w:t>
      </w:r>
      <w:r w:rsidR="00000000">
        <w:t>un qui voulait faire croire qu</w:t>
      </w:r>
      <w:r>
        <w:t>’</w:t>
      </w:r>
      <w:r w:rsidR="00000000">
        <w:t>il était de Quesada</w:t>
      </w:r>
      <w:r>
        <w:t xml:space="preserve">, </w:t>
      </w:r>
      <w:r w:rsidR="00000000">
        <w:t>qui ne voulait pas que nous pensions qu</w:t>
      </w:r>
      <w:r>
        <w:t>’</w:t>
      </w:r>
      <w:r w:rsidR="00000000">
        <w:t>il connaissait les Collinson</w:t>
      </w:r>
      <w:r>
        <w:t>.</w:t>
      </w:r>
    </w:p>
    <w:p w14:paraId="69B5BDB2" w14:textId="77777777" w:rsidR="00894734" w:rsidRDefault="00894734">
      <w:r>
        <w:t>— </w:t>
      </w:r>
      <w:r w:rsidR="00000000">
        <w:t>Oui</w:t>
      </w:r>
      <w:r>
        <w:t xml:space="preserve">, </w:t>
      </w:r>
      <w:r w:rsidR="00000000">
        <w:t>dit rêveusement Fitz</w:t>
      </w:r>
      <w:r>
        <w:t xml:space="preserve">. </w:t>
      </w:r>
      <w:r w:rsidR="00000000">
        <w:t>D</w:t>
      </w:r>
      <w:r>
        <w:t>’</w:t>
      </w:r>
      <w:r w:rsidR="00000000">
        <w:t>ailleurs</w:t>
      </w:r>
      <w:r>
        <w:t xml:space="preserve">, </w:t>
      </w:r>
      <w:r w:rsidR="00000000">
        <w:t>personne de Qu</w:t>
      </w:r>
      <w:r w:rsidR="00000000">
        <w:t>e</w:t>
      </w:r>
      <w:r w:rsidR="00000000">
        <w:t>sada</w:t>
      </w:r>
      <w:r>
        <w:t xml:space="preserve">, </w:t>
      </w:r>
      <w:r w:rsidR="00000000">
        <w:t>que je sache</w:t>
      </w:r>
      <w:r>
        <w:t xml:space="preserve">, </w:t>
      </w:r>
      <w:r w:rsidR="00000000">
        <w:t>ne connaissait mon adresse ici</w:t>
      </w:r>
      <w:r>
        <w:t>.</w:t>
      </w:r>
    </w:p>
    <w:p w14:paraId="08BF1554" w14:textId="77777777" w:rsidR="00894734" w:rsidRDefault="00894734">
      <w:r>
        <w:t>— </w:t>
      </w:r>
      <w:r w:rsidR="00000000">
        <w:t xml:space="preserve">Excepté </w:t>
      </w:r>
      <w:proofErr w:type="spellStart"/>
      <w:r w:rsidR="00000000">
        <w:t>Rolly</w:t>
      </w:r>
      <w:proofErr w:type="spellEnd"/>
      <w:r>
        <w:t> ?</w:t>
      </w:r>
    </w:p>
    <w:p w14:paraId="4F4269A3" w14:textId="77777777" w:rsidR="00894734" w:rsidRDefault="00894734">
      <w:r>
        <w:t>— </w:t>
      </w:r>
      <w:r w:rsidR="00000000">
        <w:t>Non</w:t>
      </w:r>
      <w:r>
        <w:t xml:space="preserve">, </w:t>
      </w:r>
      <w:r w:rsidR="00000000">
        <w:t>à moins que Collinson ne la lui ait donnée</w:t>
      </w:r>
      <w:r>
        <w:t xml:space="preserve">. </w:t>
      </w:r>
      <w:r w:rsidR="00000000">
        <w:t>J</w:t>
      </w:r>
      <w:r>
        <w:t>’</w:t>
      </w:r>
      <w:r w:rsidR="00000000">
        <w:t>avais inscrit mon mot d</w:t>
      </w:r>
      <w:r>
        <w:t>’</w:t>
      </w:r>
      <w:r w:rsidR="00000000">
        <w:t>introduction au bas d</w:t>
      </w:r>
      <w:r>
        <w:t>’</w:t>
      </w:r>
      <w:r w:rsidR="00000000">
        <w:t>une carte sans adresse</w:t>
      </w:r>
      <w:r>
        <w:t>.</w:t>
      </w:r>
    </w:p>
    <w:p w14:paraId="182979A4" w14:textId="77777777" w:rsidR="00894734" w:rsidRDefault="00894734">
      <w:r>
        <w:lastRenderedPageBreak/>
        <w:t>— </w:t>
      </w:r>
      <w:r w:rsidR="00000000">
        <w:t>Avez-vous parlé à qui que ce soit du coup de téléphone et de cette lettre</w:t>
      </w:r>
      <w:r>
        <w:t> ?</w:t>
      </w:r>
    </w:p>
    <w:p w14:paraId="61E58A45" w14:textId="77777777" w:rsidR="00894734" w:rsidRDefault="00894734">
      <w:r>
        <w:t>— </w:t>
      </w:r>
      <w:r w:rsidR="00000000">
        <w:t>J</w:t>
      </w:r>
      <w:r>
        <w:t>’</w:t>
      </w:r>
      <w:r w:rsidR="00000000">
        <w:t>ai parlé du coup de téléphone aux gens qui étaient chez moi</w:t>
      </w:r>
      <w:r>
        <w:t xml:space="preserve">, </w:t>
      </w:r>
      <w:r w:rsidR="00000000">
        <w:t>l</w:t>
      </w:r>
      <w:r>
        <w:t>’</w:t>
      </w:r>
      <w:r w:rsidR="00000000">
        <w:t>autre soir</w:t>
      </w:r>
      <w:r>
        <w:t xml:space="preserve">, </w:t>
      </w:r>
      <w:r w:rsidR="00000000">
        <w:t>quand je pensais que c</w:t>
      </w:r>
      <w:r>
        <w:t>’</w:t>
      </w:r>
      <w:r w:rsidR="00000000">
        <w:t>était une plaisanterie de mauvais goût</w:t>
      </w:r>
      <w:r>
        <w:t xml:space="preserve">. </w:t>
      </w:r>
      <w:r w:rsidR="00000000">
        <w:t>Mais je n</w:t>
      </w:r>
      <w:r>
        <w:t>’</w:t>
      </w:r>
      <w:r w:rsidR="00000000">
        <w:t>ai montré ce papier à personne</w:t>
      </w:r>
      <w:r>
        <w:t>.</w:t>
      </w:r>
    </w:p>
    <w:p w14:paraId="2E0B1DA0" w14:textId="77777777" w:rsidR="00894734" w:rsidRDefault="00894734">
      <w:r>
        <w:t>— </w:t>
      </w:r>
      <w:r w:rsidR="00000000">
        <w:t>Bon</w:t>
      </w:r>
      <w:r>
        <w:t xml:space="preserve"> ! </w:t>
      </w:r>
      <w:r w:rsidR="00000000">
        <w:t>Le mieux que vous ayez à faire est de venir à Qu</w:t>
      </w:r>
      <w:r w:rsidR="00000000">
        <w:t>e</w:t>
      </w:r>
      <w:r w:rsidR="00000000">
        <w:t>sada raconter cela à la police</w:t>
      </w:r>
      <w:r>
        <w:t xml:space="preserve">. </w:t>
      </w:r>
      <w:r w:rsidR="00000000">
        <w:t>Je repars ce soir</w:t>
      </w:r>
      <w:r>
        <w:t xml:space="preserve">. </w:t>
      </w:r>
      <w:r w:rsidR="00000000">
        <w:t>Retrouvons-nous demain matin à l</w:t>
      </w:r>
      <w:r>
        <w:t>’</w:t>
      </w:r>
      <w:r w:rsidR="00000000">
        <w:t>hôtel du Soleil-Levant</w:t>
      </w:r>
      <w:r>
        <w:t>.</w:t>
      </w:r>
    </w:p>
    <w:p w14:paraId="6D57BDC7" w14:textId="77777777" w:rsidR="00894734" w:rsidRDefault="00000000">
      <w:r>
        <w:t>Je revins à l</w:t>
      </w:r>
      <w:r w:rsidR="00894734">
        <w:t>’</w:t>
      </w:r>
      <w:r>
        <w:t>agence et téléphonai à Quesada</w:t>
      </w:r>
      <w:r w:rsidR="00894734">
        <w:t xml:space="preserve">. </w:t>
      </w:r>
      <w:r>
        <w:t>Je ne pus joindre ni Vernon</w:t>
      </w:r>
      <w:r w:rsidR="00894734">
        <w:t xml:space="preserve">, </w:t>
      </w:r>
      <w:r>
        <w:t>ni le shérif</w:t>
      </w:r>
      <w:r w:rsidR="00894734">
        <w:t xml:space="preserve">. </w:t>
      </w:r>
      <w:r>
        <w:t>Mais le major Cotton me répo</w:t>
      </w:r>
      <w:r>
        <w:t>n</w:t>
      </w:r>
      <w:r>
        <w:t>dit</w:t>
      </w:r>
      <w:r w:rsidR="00894734">
        <w:t xml:space="preserve">. </w:t>
      </w:r>
      <w:r>
        <w:t>Je l</w:t>
      </w:r>
      <w:r w:rsidR="00894734">
        <w:t>’</w:t>
      </w:r>
      <w:r>
        <w:t>avisai de ce que j</w:t>
      </w:r>
      <w:r w:rsidR="00894734">
        <w:t>’</w:t>
      </w:r>
      <w:r>
        <w:t>avais appris par Fitz et lui promit de lui amener l</w:t>
      </w:r>
      <w:r w:rsidR="00894734">
        <w:t>’</w:t>
      </w:r>
      <w:r>
        <w:t>écrivain le lendemain matin</w:t>
      </w:r>
      <w:r w:rsidR="00894734">
        <w:t xml:space="preserve">. </w:t>
      </w:r>
      <w:r>
        <w:t>Le major m</w:t>
      </w:r>
      <w:r w:rsidR="00894734">
        <w:t>’</w:t>
      </w:r>
      <w:r>
        <w:t>informa que Gabrielle avait été retrouvée</w:t>
      </w:r>
      <w:r w:rsidR="00894734">
        <w:t xml:space="preserve">, </w:t>
      </w:r>
      <w:r>
        <w:t>naturellement</w:t>
      </w:r>
      <w:r w:rsidR="00894734">
        <w:t xml:space="preserve">, </w:t>
      </w:r>
      <w:r>
        <w:t>dans quinze endroits à la fois</w:t>
      </w:r>
      <w:r w:rsidR="00894734">
        <w:t xml:space="preserve">, </w:t>
      </w:r>
      <w:r>
        <w:t>ce qui était trop</w:t>
      </w:r>
      <w:r w:rsidR="00894734">
        <w:t>.</w:t>
      </w:r>
    </w:p>
    <w:p w14:paraId="782F89EA" w14:textId="77777777" w:rsidR="00894734" w:rsidRDefault="00000000">
      <w:r>
        <w:t>Au Central téléphonique</w:t>
      </w:r>
      <w:r w:rsidR="00894734">
        <w:t xml:space="preserve">, </w:t>
      </w:r>
      <w:r>
        <w:t>on put me dire que l</w:t>
      </w:r>
      <w:r w:rsidR="00894734">
        <w:t>’</w:t>
      </w:r>
      <w:r>
        <w:t>appel</w:t>
      </w:r>
      <w:r w:rsidR="00894734">
        <w:t xml:space="preserve">, </w:t>
      </w:r>
      <w:r>
        <w:t>qu</w:t>
      </w:r>
      <w:r w:rsidR="00894734">
        <w:t>’</w:t>
      </w:r>
      <w:r>
        <w:t>avait reçu Fitz dans la nuit du vendredi au samedi</w:t>
      </w:r>
      <w:r w:rsidR="00894734">
        <w:t xml:space="preserve">, </w:t>
      </w:r>
      <w:r>
        <w:t>n</w:t>
      </w:r>
      <w:r w:rsidR="00894734">
        <w:t>’</w:t>
      </w:r>
      <w:r>
        <w:t>avait pas été donné de loin et que personne à Quesada n</w:t>
      </w:r>
      <w:r w:rsidR="00894734">
        <w:t>’</w:t>
      </w:r>
      <w:r>
        <w:t>avait d</w:t>
      </w:r>
      <w:r>
        <w:t>e</w:t>
      </w:r>
      <w:r>
        <w:t>mandé un numéro de San Francisco ni vendredi</w:t>
      </w:r>
      <w:r w:rsidR="00894734">
        <w:t xml:space="preserve">, </w:t>
      </w:r>
      <w:r>
        <w:t>ni samedi</w:t>
      </w:r>
      <w:r w:rsidR="00894734">
        <w:t>.</w:t>
      </w:r>
    </w:p>
    <w:p w14:paraId="4AB3C580" w14:textId="77777777" w:rsidR="00894734" w:rsidRDefault="00000000">
      <w:r>
        <w:t>J</w:t>
      </w:r>
      <w:r w:rsidR="00894734">
        <w:t>’</w:t>
      </w:r>
      <w:r>
        <w:t>allai ensuite au bureau de Madison Andrews</w:t>
      </w:r>
      <w:r w:rsidR="00894734">
        <w:t xml:space="preserve">. </w:t>
      </w:r>
      <w:r>
        <w:t xml:space="preserve">Quand je lui eus raconté les histoires arrivées à </w:t>
      </w:r>
      <w:proofErr w:type="spellStart"/>
      <w:r>
        <w:t>Fitzstephan</w:t>
      </w:r>
      <w:proofErr w:type="spellEnd"/>
      <w:r w:rsidR="00894734">
        <w:t xml:space="preserve">, </w:t>
      </w:r>
      <w:r>
        <w:t>l</w:t>
      </w:r>
      <w:r w:rsidR="00894734">
        <w:t>’</w:t>
      </w:r>
      <w:r>
        <w:t>avocat hocha sa lourde tête</w:t>
      </w:r>
      <w:r w:rsidR="00894734">
        <w:t> :</w:t>
      </w:r>
    </w:p>
    <w:p w14:paraId="1005217B" w14:textId="77777777" w:rsidR="00894734" w:rsidRDefault="00894734">
      <w:r>
        <w:t>— </w:t>
      </w:r>
      <w:r w:rsidR="00000000">
        <w:t>Que cela signifie ce que vous voudrez</w:t>
      </w:r>
      <w:r>
        <w:t xml:space="preserve">, </w:t>
      </w:r>
      <w:r w:rsidR="00000000">
        <w:t>la police sera bien obligée d</w:t>
      </w:r>
      <w:r>
        <w:t>’</w:t>
      </w:r>
      <w:r w:rsidR="00000000">
        <w:t>abandonner cette absurde idée que c</w:t>
      </w:r>
      <w:r>
        <w:t>’</w:t>
      </w:r>
      <w:r w:rsidR="00000000">
        <w:t>est elle qui a tué son mari</w:t>
      </w:r>
      <w:r>
        <w:t>.</w:t>
      </w:r>
    </w:p>
    <w:p w14:paraId="126A6735" w14:textId="77777777" w:rsidR="00894734" w:rsidRDefault="00000000">
      <w:r>
        <w:t>Je secouai la tête</w:t>
      </w:r>
      <w:r w:rsidR="00894734">
        <w:t>.</w:t>
      </w:r>
    </w:p>
    <w:p w14:paraId="5D0F5C31" w14:textId="77777777" w:rsidR="00894734" w:rsidRDefault="00894734">
      <w:r>
        <w:t>— </w:t>
      </w:r>
      <w:r w:rsidR="00000000">
        <w:t>Quoi encore</w:t>
      </w:r>
      <w:r>
        <w:t xml:space="preserve">, </w:t>
      </w:r>
      <w:r w:rsidR="00000000">
        <w:t>me dit-il furieux</w:t>
      </w:r>
      <w:r>
        <w:t xml:space="preserve">. </w:t>
      </w:r>
      <w:r w:rsidR="00000000">
        <w:t>Cela ne vous suffit pas</w:t>
      </w:r>
      <w:r>
        <w:t> ?</w:t>
      </w:r>
    </w:p>
    <w:p w14:paraId="002C06AE" w14:textId="77777777" w:rsidR="00894734" w:rsidRDefault="00894734">
      <w:r>
        <w:lastRenderedPageBreak/>
        <w:t>— </w:t>
      </w:r>
      <w:r w:rsidR="00000000">
        <w:t>La police pensera que ces messages ont été envoyés pour la disculper et transformer une criminelle en victime</w:t>
      </w:r>
      <w:r>
        <w:t>.</w:t>
      </w:r>
    </w:p>
    <w:p w14:paraId="574C4DDA" w14:textId="77777777" w:rsidR="00894734" w:rsidRDefault="00894734">
      <w:r>
        <w:t>— </w:t>
      </w:r>
      <w:r w:rsidR="00000000">
        <w:t>C</w:t>
      </w:r>
      <w:r>
        <w:t>’</w:t>
      </w:r>
      <w:r w:rsidR="00000000">
        <w:t>est ce que vous croyez</w:t>
      </w:r>
      <w:r>
        <w:t xml:space="preserve">, </w:t>
      </w:r>
      <w:r w:rsidR="00000000">
        <w:t>vous</w:t>
      </w:r>
      <w:r>
        <w:t> ?</w:t>
      </w:r>
    </w:p>
    <w:p w14:paraId="0E9E3660" w14:textId="77777777" w:rsidR="00894734" w:rsidRDefault="00894734">
      <w:r>
        <w:t>— </w:t>
      </w:r>
      <w:r w:rsidR="00000000">
        <w:t>Non</w:t>
      </w:r>
      <w:r>
        <w:t xml:space="preserve">, </w:t>
      </w:r>
      <w:r w:rsidR="00000000">
        <w:t>mais c</w:t>
      </w:r>
      <w:r>
        <w:t>’</w:t>
      </w:r>
      <w:r w:rsidR="00000000">
        <w:t>est ce que l</w:t>
      </w:r>
      <w:r>
        <w:t>’</w:t>
      </w:r>
      <w:r w:rsidR="00000000">
        <w:t>on croira</w:t>
      </w:r>
      <w:r>
        <w:t xml:space="preserve">, </w:t>
      </w:r>
      <w:r w:rsidR="00000000">
        <w:t>vous dis-je</w:t>
      </w:r>
      <w:r>
        <w:t xml:space="preserve">. </w:t>
      </w:r>
      <w:r w:rsidR="00000000">
        <w:t>En tous cas</w:t>
      </w:r>
      <w:r>
        <w:t xml:space="preserve">, </w:t>
      </w:r>
      <w:r w:rsidR="00000000">
        <w:t>si c</w:t>
      </w:r>
      <w:r>
        <w:t>’</w:t>
      </w:r>
      <w:r w:rsidR="00000000">
        <w:t>est une manœuvre</w:t>
      </w:r>
      <w:r>
        <w:t xml:space="preserve">, </w:t>
      </w:r>
      <w:r w:rsidR="00000000">
        <w:t>elle est bien puérile</w:t>
      </w:r>
      <w:r>
        <w:t>.</w:t>
      </w:r>
    </w:p>
    <w:p w14:paraId="0E2B9143" w14:textId="77777777" w:rsidR="00894734" w:rsidRDefault="00894734">
      <w:r>
        <w:t>— </w:t>
      </w:r>
      <w:r w:rsidR="00000000">
        <w:t>Je ne vous comprends pas</w:t>
      </w:r>
      <w:r>
        <w:t xml:space="preserve">, </w:t>
      </w:r>
      <w:r w:rsidR="00000000">
        <w:t>dit-il aigrement</w:t>
      </w:r>
      <w:r>
        <w:t xml:space="preserve">. </w:t>
      </w:r>
      <w:r w:rsidR="00000000">
        <w:t>Tout à l</w:t>
      </w:r>
      <w:r>
        <w:t>’</w:t>
      </w:r>
      <w:r w:rsidR="00000000">
        <w:t>heure</w:t>
      </w:r>
      <w:r>
        <w:t xml:space="preserve">, </w:t>
      </w:r>
      <w:r w:rsidR="00000000">
        <w:t>vous parliez comme si vous croyiez à son innocence</w:t>
      </w:r>
      <w:r>
        <w:t xml:space="preserve">, </w:t>
      </w:r>
      <w:r w:rsidR="00000000">
        <w:t>maintenant</w:t>
      </w:r>
      <w:r>
        <w:t xml:space="preserve">, </w:t>
      </w:r>
      <w:r w:rsidR="00000000">
        <w:t>on croirait que vous êtes persuadé qu</w:t>
      </w:r>
      <w:r>
        <w:t>’</w:t>
      </w:r>
      <w:r w:rsidR="00000000">
        <w:t>elle est co</w:t>
      </w:r>
      <w:r w:rsidR="00000000">
        <w:t>u</w:t>
      </w:r>
      <w:r w:rsidR="00000000">
        <w:t>pable</w:t>
      </w:r>
      <w:r>
        <w:t xml:space="preserve">. </w:t>
      </w:r>
      <w:r w:rsidR="00000000">
        <w:t>Que pensez-vous au juste</w:t>
      </w:r>
      <w:r>
        <w:t> ?</w:t>
      </w:r>
    </w:p>
    <w:p w14:paraId="4E8D4544" w14:textId="77777777" w:rsidR="00894734" w:rsidRDefault="00894734">
      <w:r>
        <w:t>— </w:t>
      </w:r>
      <w:r w:rsidR="00000000">
        <w:t>Les deux peuvent être vrais</w:t>
      </w:r>
      <w:r>
        <w:t xml:space="preserve">, </w:t>
      </w:r>
      <w:r w:rsidR="00000000">
        <w:t>dis-je</w:t>
      </w:r>
      <w:r>
        <w:t xml:space="preserve">, </w:t>
      </w:r>
      <w:r w:rsidR="00000000">
        <w:t>moi aussi aigrement</w:t>
      </w:r>
      <w:r>
        <w:t xml:space="preserve">. </w:t>
      </w:r>
      <w:r w:rsidR="00000000">
        <w:t>Et quelle différence cela fait-il</w:t>
      </w:r>
      <w:r>
        <w:t xml:space="preserve">, </w:t>
      </w:r>
      <w:r w:rsidR="00000000">
        <w:t>ce que je pense</w:t>
      </w:r>
      <w:r>
        <w:t xml:space="preserve"> ? </w:t>
      </w:r>
      <w:r w:rsidR="00000000">
        <w:t>C</w:t>
      </w:r>
      <w:r>
        <w:t>’</w:t>
      </w:r>
      <w:r w:rsidR="00000000">
        <w:t>est l</w:t>
      </w:r>
      <w:r>
        <w:t>’</w:t>
      </w:r>
      <w:r w:rsidR="00000000">
        <w:t>affaire de la justice</w:t>
      </w:r>
      <w:r>
        <w:t xml:space="preserve">. </w:t>
      </w:r>
      <w:r w:rsidR="00000000">
        <w:t>Mais la question n</w:t>
      </w:r>
      <w:r>
        <w:t>’</w:t>
      </w:r>
      <w:r w:rsidR="00000000">
        <w:t>est pas là pour l</w:t>
      </w:r>
      <w:r>
        <w:t>’</w:t>
      </w:r>
      <w:r w:rsidR="00000000">
        <w:t>instant</w:t>
      </w:r>
      <w:r>
        <w:t xml:space="preserve"> : </w:t>
      </w:r>
      <w:r w:rsidR="00000000">
        <w:t>qu</w:t>
      </w:r>
      <w:r>
        <w:t>’</w:t>
      </w:r>
      <w:r w:rsidR="00000000">
        <w:t>allez-vous faire quant aux dix mille dollars qui sont réclamés</w:t>
      </w:r>
      <w:r>
        <w:t> ?</w:t>
      </w:r>
    </w:p>
    <w:p w14:paraId="529BEC5F" w14:textId="77777777" w:rsidR="00894734" w:rsidRDefault="00894734">
      <w:r>
        <w:t>— </w:t>
      </w:r>
      <w:r w:rsidR="00000000">
        <w:t>Je vais augmenter la récompense pour qui nous la fera retrouver</w:t>
      </w:r>
      <w:r>
        <w:t xml:space="preserve">, </w:t>
      </w:r>
      <w:r w:rsidR="00000000">
        <w:t>et j</w:t>
      </w:r>
      <w:r>
        <w:t>’</w:t>
      </w:r>
      <w:r w:rsidR="00000000">
        <w:t>ajouterai encore une autre récompense à qui fera arrêter son ravisseur</w:t>
      </w:r>
      <w:r>
        <w:t>.</w:t>
      </w:r>
    </w:p>
    <w:p w14:paraId="0ACBAB1B" w14:textId="77777777" w:rsidR="00894734" w:rsidRDefault="00894734">
      <w:r>
        <w:t>— </w:t>
      </w:r>
      <w:r w:rsidR="00000000">
        <w:t>C</w:t>
      </w:r>
      <w:r>
        <w:t>’</w:t>
      </w:r>
      <w:r w:rsidR="00000000">
        <w:t>est de la mauvaise politique</w:t>
      </w:r>
      <w:r>
        <w:t xml:space="preserve">, </w:t>
      </w:r>
      <w:r w:rsidR="00000000">
        <w:t>dis-je</w:t>
      </w:r>
      <w:r>
        <w:t xml:space="preserve">. </w:t>
      </w:r>
      <w:r w:rsidR="00000000">
        <w:t>Je trouve qu</w:t>
      </w:r>
      <w:r>
        <w:t>’</w:t>
      </w:r>
      <w:r w:rsidR="00000000">
        <w:t>on réclame assez d</w:t>
      </w:r>
      <w:r>
        <w:t>’</w:t>
      </w:r>
      <w:r w:rsidR="00000000">
        <w:t>argent comme cela</w:t>
      </w:r>
      <w:r>
        <w:t xml:space="preserve">. </w:t>
      </w:r>
      <w:r w:rsidR="00000000">
        <w:t>Et</w:t>
      </w:r>
      <w:r>
        <w:t xml:space="preserve">, </w:t>
      </w:r>
      <w:r w:rsidR="00000000">
        <w:t>si vous menacez son ravi</w:t>
      </w:r>
      <w:r w:rsidR="00000000">
        <w:t>s</w:t>
      </w:r>
      <w:r w:rsidR="00000000">
        <w:t>seur</w:t>
      </w:r>
      <w:r>
        <w:t xml:space="preserve">, </w:t>
      </w:r>
      <w:r w:rsidR="00000000">
        <w:t>vous pouvez le transformer en criminel</w:t>
      </w:r>
      <w:r>
        <w:t xml:space="preserve">. </w:t>
      </w:r>
      <w:r w:rsidR="00000000">
        <w:t>Achetez la femme d</w:t>
      </w:r>
      <w:r>
        <w:t>’</w:t>
      </w:r>
      <w:r w:rsidR="00000000">
        <w:t>abord</w:t>
      </w:r>
      <w:r>
        <w:t xml:space="preserve">, </w:t>
      </w:r>
      <w:r w:rsidR="00000000">
        <w:t>après vous ferez ce que vous voudrez</w:t>
      </w:r>
      <w:r>
        <w:t xml:space="preserve">. </w:t>
      </w:r>
      <w:r w:rsidR="00000000">
        <w:t>Payez ce qu</w:t>
      </w:r>
      <w:r>
        <w:t>’</w:t>
      </w:r>
      <w:r w:rsidR="00000000">
        <w:t>on demande quand on le demande</w:t>
      </w:r>
      <w:r>
        <w:t>.</w:t>
      </w:r>
    </w:p>
    <w:p w14:paraId="5AEE4E53" w14:textId="77777777" w:rsidR="00894734" w:rsidRDefault="00894734">
      <w:r>
        <w:t>— </w:t>
      </w:r>
      <w:r w:rsidR="00000000">
        <w:t>Eh bien</w:t>
      </w:r>
      <w:r>
        <w:t xml:space="preserve"> ! </w:t>
      </w:r>
      <w:r w:rsidR="00000000">
        <w:t>que le diable m</w:t>
      </w:r>
      <w:r>
        <w:t>’</w:t>
      </w:r>
      <w:r w:rsidR="00000000">
        <w:t>emporte si je mets les pouces</w:t>
      </w:r>
      <w:r>
        <w:t xml:space="preserve"> ! </w:t>
      </w:r>
      <w:r w:rsidR="00000000">
        <w:t>dit-il</w:t>
      </w:r>
      <w:r>
        <w:t>.</w:t>
      </w:r>
    </w:p>
    <w:p w14:paraId="3DCF4394" w14:textId="77777777" w:rsidR="00894734" w:rsidRDefault="00894734">
      <w:r>
        <w:t>— </w:t>
      </w:r>
      <w:r w:rsidR="00000000">
        <w:t>C</w:t>
      </w:r>
      <w:r>
        <w:t>’</w:t>
      </w:r>
      <w:r w:rsidR="00000000">
        <w:t>est votre affaire</w:t>
      </w:r>
      <w:r>
        <w:t xml:space="preserve">. </w:t>
      </w:r>
      <w:r w:rsidR="00000000">
        <w:t>La mienne est de trouver l</w:t>
      </w:r>
      <w:r>
        <w:t>’</w:t>
      </w:r>
      <w:r w:rsidR="00000000">
        <w:t>assassin de Collinson</w:t>
      </w:r>
      <w:r>
        <w:t>.</w:t>
      </w:r>
    </w:p>
    <w:p w14:paraId="34ACB6E1" w14:textId="77777777" w:rsidR="00894734" w:rsidRDefault="00000000">
      <w:r>
        <w:t>J</w:t>
      </w:r>
      <w:r w:rsidR="00894734">
        <w:t>’</w:t>
      </w:r>
      <w:r>
        <w:t>allai prendre mon chapeau</w:t>
      </w:r>
      <w:r w:rsidR="00894734">
        <w:t xml:space="preserve">. </w:t>
      </w:r>
      <w:r>
        <w:t>Il ne me salua même pas</w:t>
      </w:r>
      <w:r w:rsidR="00894734">
        <w:t>.</w:t>
      </w:r>
    </w:p>
    <w:p w14:paraId="0AE60574" w14:textId="77777777" w:rsidR="00894734" w:rsidRDefault="00000000">
      <w:r>
        <w:lastRenderedPageBreak/>
        <w:t>Je ne trouvai pas Hubert Collinson à son bureau</w:t>
      </w:r>
      <w:r w:rsidR="00894734">
        <w:t xml:space="preserve">. </w:t>
      </w:r>
      <w:r>
        <w:t>Je r</w:t>
      </w:r>
      <w:r>
        <w:t>a</w:t>
      </w:r>
      <w:r>
        <w:t>contai mon histoire à Laurence</w:t>
      </w:r>
      <w:r w:rsidR="00894734">
        <w:t>.</w:t>
      </w:r>
    </w:p>
    <w:p w14:paraId="06363BB0" w14:textId="77777777" w:rsidR="00894734" w:rsidRDefault="00894734">
      <w:r>
        <w:t>— </w:t>
      </w:r>
      <w:r w:rsidR="00000000">
        <w:t>Et voulez-vous dire à votre père de tenir l</w:t>
      </w:r>
      <w:r>
        <w:t>’</w:t>
      </w:r>
      <w:r w:rsidR="00000000">
        <w:t>argent à la di</w:t>
      </w:r>
      <w:r w:rsidR="00000000">
        <w:t>s</w:t>
      </w:r>
      <w:r w:rsidR="00000000">
        <w:t>position du ravisseur</w:t>
      </w:r>
      <w:r>
        <w:t xml:space="preserve">, </w:t>
      </w:r>
      <w:r w:rsidR="00000000">
        <w:t>aussitôt que ce monsieur nous fera pa</w:t>
      </w:r>
      <w:r w:rsidR="00000000">
        <w:t>r</w:t>
      </w:r>
      <w:r w:rsidR="00000000">
        <w:t>venir ses instructions</w:t>
      </w:r>
      <w:r>
        <w:t>.</w:t>
      </w:r>
    </w:p>
    <w:p w14:paraId="34FEC5C6" w14:textId="77777777" w:rsidR="00894734" w:rsidRDefault="00894734">
      <w:r>
        <w:t>— </w:t>
      </w:r>
      <w:r w:rsidR="00000000">
        <w:t>Soyez tranquille</w:t>
      </w:r>
      <w:r>
        <w:t xml:space="preserve">. </w:t>
      </w:r>
      <w:r w:rsidR="00000000">
        <w:t>Naturellement</w:t>
      </w:r>
      <w:r>
        <w:t xml:space="preserve">, </w:t>
      </w:r>
      <w:r w:rsidR="00000000">
        <w:t>nous paierons tout ce qu</w:t>
      </w:r>
      <w:r>
        <w:t>’</w:t>
      </w:r>
      <w:r w:rsidR="00000000">
        <w:t>il faudra pour la tenir saine et sauve</w:t>
      </w:r>
      <w:r>
        <w:t>.</w:t>
      </w:r>
    </w:p>
    <w:p w14:paraId="3A816FEF" w14:textId="699C8748" w:rsidR="00000000" w:rsidRDefault="00000000" w:rsidP="00894734">
      <w:pPr>
        <w:pStyle w:val="Titre2"/>
        <w:rPr>
          <w:szCs w:val="44"/>
        </w:rPr>
      </w:pPr>
      <w:bookmarkStart w:id="19" w:name="_Toc202288419"/>
      <w:r>
        <w:rPr>
          <w:szCs w:val="44"/>
        </w:rPr>
        <w:lastRenderedPageBreak/>
        <w:t>CHAPITRE XV</w:t>
      </w:r>
      <w:r>
        <w:rPr>
          <w:szCs w:val="44"/>
        </w:rPr>
        <w:br/>
      </w:r>
      <w:r>
        <w:rPr>
          <w:szCs w:val="44"/>
        </w:rPr>
        <w:br/>
        <w:t>CHASSE NOCTURNE</w:t>
      </w:r>
      <w:bookmarkEnd w:id="19"/>
    </w:p>
    <w:p w14:paraId="0E035DFB" w14:textId="77777777" w:rsidR="00894734" w:rsidRDefault="00000000">
      <w:r>
        <w:t>Je pris le train de cinq heures vingt-cinq</w:t>
      </w:r>
      <w:r w:rsidR="00894734">
        <w:t xml:space="preserve">. </w:t>
      </w:r>
      <w:r>
        <w:t>J</w:t>
      </w:r>
      <w:r w:rsidR="00894734">
        <w:t>’</w:t>
      </w:r>
      <w:r>
        <w:t xml:space="preserve">arrivai à </w:t>
      </w:r>
      <w:proofErr w:type="spellStart"/>
      <w:r>
        <w:t>Poston</w:t>
      </w:r>
      <w:proofErr w:type="spellEnd"/>
      <w:r w:rsidR="00894734">
        <w:t xml:space="preserve">, </w:t>
      </w:r>
      <w:r>
        <w:t>une petite ville poussiéreuse</w:t>
      </w:r>
      <w:r w:rsidR="00894734">
        <w:t xml:space="preserve">, </w:t>
      </w:r>
      <w:r>
        <w:t>distante de Quesada de deux kil</w:t>
      </w:r>
      <w:r>
        <w:t>o</w:t>
      </w:r>
      <w:r>
        <w:t>mètres</w:t>
      </w:r>
      <w:r w:rsidR="00894734">
        <w:t xml:space="preserve">. </w:t>
      </w:r>
      <w:r>
        <w:t>Un autobus</w:t>
      </w:r>
      <w:r w:rsidR="00894734">
        <w:t xml:space="preserve">, </w:t>
      </w:r>
      <w:r>
        <w:t>dont j</w:t>
      </w:r>
      <w:r w:rsidR="00894734">
        <w:t>’</w:t>
      </w:r>
      <w:r>
        <w:t>étais l</w:t>
      </w:r>
      <w:r w:rsidR="00894734">
        <w:t>’</w:t>
      </w:r>
      <w:r>
        <w:t>unique voyageur</w:t>
      </w:r>
      <w:r w:rsidR="00894734">
        <w:t xml:space="preserve">, </w:t>
      </w:r>
      <w:r>
        <w:t>m</w:t>
      </w:r>
      <w:r w:rsidR="00894734">
        <w:t>’</w:t>
      </w:r>
      <w:r>
        <w:t>amena à destination une demi-heure après</w:t>
      </w:r>
      <w:r w:rsidR="00894734">
        <w:t xml:space="preserve">. </w:t>
      </w:r>
      <w:r>
        <w:t>La pluie commençait à to</w:t>
      </w:r>
      <w:r>
        <w:t>m</w:t>
      </w:r>
      <w:r>
        <w:t>ber</w:t>
      </w:r>
      <w:r w:rsidR="00894734">
        <w:t xml:space="preserve">. </w:t>
      </w:r>
      <w:r>
        <w:t>La petite place déserte</w:t>
      </w:r>
      <w:r w:rsidR="00894734">
        <w:t xml:space="preserve">, </w:t>
      </w:r>
      <w:r>
        <w:t>devant l</w:t>
      </w:r>
      <w:r w:rsidR="00894734">
        <w:t>’</w:t>
      </w:r>
      <w:r>
        <w:t>hôtel</w:t>
      </w:r>
      <w:r w:rsidR="00894734">
        <w:t xml:space="preserve">, </w:t>
      </w:r>
      <w:r>
        <w:t>était sinistre</w:t>
      </w:r>
      <w:r w:rsidR="00894734">
        <w:t>.</w:t>
      </w:r>
    </w:p>
    <w:p w14:paraId="5294A5D6" w14:textId="77777777" w:rsidR="00894734" w:rsidRDefault="00000000">
      <w:r>
        <w:t>Jack Santos</w:t>
      </w:r>
      <w:r w:rsidR="00894734">
        <w:t xml:space="preserve">, </w:t>
      </w:r>
      <w:r>
        <w:t>un journaliste de San Francisco</w:t>
      </w:r>
      <w:r w:rsidR="00894734">
        <w:t xml:space="preserve">, </w:t>
      </w:r>
      <w:r>
        <w:t>sortit du b</w:t>
      </w:r>
      <w:r>
        <w:t>u</w:t>
      </w:r>
      <w:r>
        <w:t>reau du télégraphe et me cria</w:t>
      </w:r>
      <w:r w:rsidR="00894734">
        <w:t> :</w:t>
      </w:r>
    </w:p>
    <w:p w14:paraId="53814173" w14:textId="77777777" w:rsidR="00894734" w:rsidRDefault="00894734">
      <w:r>
        <w:t>— </w:t>
      </w:r>
      <w:r w:rsidR="00000000">
        <w:t>Eh bien</w:t>
      </w:r>
      <w:r>
        <w:t xml:space="preserve"> ! </w:t>
      </w:r>
      <w:r w:rsidR="00000000">
        <w:t>du nouveau</w:t>
      </w:r>
      <w:r>
        <w:t> ?</w:t>
      </w:r>
    </w:p>
    <w:p w14:paraId="689509F9" w14:textId="77777777" w:rsidR="00894734" w:rsidRDefault="00894734">
      <w:r>
        <w:t>— </w:t>
      </w:r>
      <w:r w:rsidR="00000000">
        <w:t>Peut-être</w:t>
      </w:r>
      <w:r>
        <w:t xml:space="preserve">, </w:t>
      </w:r>
      <w:r w:rsidR="00000000">
        <w:t>mais il faut que je donne ce nouveau à Vernon</w:t>
      </w:r>
      <w:r>
        <w:t xml:space="preserve">, </w:t>
      </w:r>
      <w:r w:rsidR="00000000">
        <w:t>d</w:t>
      </w:r>
      <w:r>
        <w:t>’</w:t>
      </w:r>
      <w:r w:rsidR="00000000">
        <w:t>abord</w:t>
      </w:r>
      <w:r>
        <w:t>.</w:t>
      </w:r>
    </w:p>
    <w:p w14:paraId="4E77F744" w14:textId="77777777" w:rsidR="00894734" w:rsidRDefault="00894734">
      <w:r>
        <w:t>— </w:t>
      </w:r>
      <w:r w:rsidR="00000000">
        <w:t>Il est dans sa chambre</w:t>
      </w:r>
      <w:r>
        <w:t xml:space="preserve">. </w:t>
      </w:r>
      <w:r w:rsidR="00000000">
        <w:t>Tout au moins il y était il y a dix minutes</w:t>
      </w:r>
      <w:r>
        <w:t xml:space="preserve">. </w:t>
      </w:r>
      <w:r w:rsidR="00000000">
        <w:t>Vous voulez parler de la lettre de la rançon</w:t>
      </w:r>
      <w:r>
        <w:t> ?</w:t>
      </w:r>
    </w:p>
    <w:p w14:paraId="561D84EF" w14:textId="77777777" w:rsidR="00894734" w:rsidRDefault="00894734">
      <w:r>
        <w:t>— </w:t>
      </w:r>
      <w:r w:rsidR="00000000">
        <w:t>Oui</w:t>
      </w:r>
      <w:r>
        <w:t xml:space="preserve">. </w:t>
      </w:r>
      <w:r w:rsidR="00000000">
        <w:t>Vernon vous a déjà mis au courant</w:t>
      </w:r>
      <w:r>
        <w:t> ?</w:t>
      </w:r>
    </w:p>
    <w:p w14:paraId="17CABBC7" w14:textId="77777777" w:rsidR="00894734" w:rsidRDefault="00894734">
      <w:r>
        <w:t>— </w:t>
      </w:r>
      <w:r w:rsidR="00000000">
        <w:t>C</w:t>
      </w:r>
      <w:r>
        <w:t>’</w:t>
      </w:r>
      <w:r w:rsidR="00000000">
        <w:t>est Cotton qui a commencé</w:t>
      </w:r>
      <w:r>
        <w:t xml:space="preserve">. </w:t>
      </w:r>
      <w:r w:rsidR="00000000">
        <w:t>Mais Vernon l</w:t>
      </w:r>
      <w:r>
        <w:t>’</w:t>
      </w:r>
      <w:r w:rsidR="00000000">
        <w:t>a devancé</w:t>
      </w:r>
      <w:r>
        <w:t xml:space="preserve">, </w:t>
      </w:r>
      <w:r w:rsidR="00000000">
        <w:t>nous priant de laisser cela tranquille</w:t>
      </w:r>
      <w:r>
        <w:t>.</w:t>
      </w:r>
    </w:p>
    <w:p w14:paraId="2BEF14B3" w14:textId="77777777" w:rsidR="00894734" w:rsidRDefault="00894734">
      <w:r>
        <w:t>— </w:t>
      </w:r>
      <w:r w:rsidR="00000000">
        <w:t>Pourquoi</w:t>
      </w:r>
      <w:r>
        <w:t> ?</w:t>
      </w:r>
    </w:p>
    <w:p w14:paraId="4877C7DF" w14:textId="77777777" w:rsidR="00894734" w:rsidRDefault="00894734">
      <w:r>
        <w:t>— </w:t>
      </w:r>
      <w:r w:rsidR="00000000">
        <w:t>Sans doute tout simplement parce que c</w:t>
      </w:r>
      <w:r>
        <w:t>’</w:t>
      </w:r>
      <w:r w:rsidR="00000000">
        <w:t>était Cotton qui en parlait</w:t>
      </w:r>
      <w:r>
        <w:t xml:space="preserve">. </w:t>
      </w:r>
      <w:r w:rsidR="00000000">
        <w:t>Vous comprenez</w:t>
      </w:r>
      <w:r>
        <w:t xml:space="preserve">, </w:t>
      </w:r>
      <w:r w:rsidR="00000000">
        <w:t>ils sont trois</w:t>
      </w:r>
      <w:r>
        <w:t xml:space="preserve">, </w:t>
      </w:r>
      <w:r w:rsidR="00000000">
        <w:t>Vernon</w:t>
      </w:r>
      <w:r>
        <w:t xml:space="preserve">, </w:t>
      </w:r>
      <w:proofErr w:type="spellStart"/>
      <w:r w:rsidR="00000000">
        <w:t>Feeney</w:t>
      </w:r>
      <w:proofErr w:type="spellEnd"/>
      <w:r w:rsidR="00000000">
        <w:t xml:space="preserve"> et Cotton qui se disputent l</w:t>
      </w:r>
      <w:r>
        <w:t>’</w:t>
      </w:r>
      <w:r w:rsidR="00000000">
        <w:t>honneur d</w:t>
      </w:r>
      <w:r>
        <w:t>’</w:t>
      </w:r>
      <w:r w:rsidR="00000000">
        <w:t>être cités et d</w:t>
      </w:r>
      <w:r>
        <w:t>’</w:t>
      </w:r>
      <w:r w:rsidR="00000000">
        <w:t>avoir leur photographie le plus grand nombre de fois dans nos articles</w:t>
      </w:r>
      <w:r>
        <w:t>.</w:t>
      </w:r>
    </w:p>
    <w:p w14:paraId="27A29D81" w14:textId="77777777" w:rsidR="00894734" w:rsidRDefault="00894734">
      <w:r>
        <w:t>— </w:t>
      </w:r>
      <w:r w:rsidR="00000000">
        <w:t>Alors</w:t>
      </w:r>
      <w:r>
        <w:t xml:space="preserve">, </w:t>
      </w:r>
      <w:r w:rsidR="00000000">
        <w:t>c</w:t>
      </w:r>
      <w:r>
        <w:t>’</w:t>
      </w:r>
      <w:r w:rsidR="00000000">
        <w:t>est tout ce qu</w:t>
      </w:r>
      <w:r>
        <w:t>’</w:t>
      </w:r>
      <w:r w:rsidR="00000000">
        <w:t>ils ont fait</w:t>
      </w:r>
      <w:r>
        <w:t> ?</w:t>
      </w:r>
    </w:p>
    <w:p w14:paraId="0ABBD7A8" w14:textId="77777777" w:rsidR="00894734" w:rsidRDefault="00894734">
      <w:r>
        <w:lastRenderedPageBreak/>
        <w:t>— </w:t>
      </w:r>
      <w:r w:rsidR="00000000">
        <w:t>Comment</w:t>
      </w:r>
      <w:r>
        <w:t xml:space="preserve"> ! </w:t>
      </w:r>
      <w:r w:rsidR="00000000">
        <w:t>qu</w:t>
      </w:r>
      <w:r>
        <w:t>’</w:t>
      </w:r>
      <w:r w:rsidR="00000000">
        <w:t>auraient-ils fait</w:t>
      </w:r>
      <w:r>
        <w:t xml:space="preserve"> ? </w:t>
      </w:r>
      <w:r w:rsidR="00000000">
        <w:t>Ils ont</w:t>
      </w:r>
      <w:r>
        <w:t xml:space="preserve"> : </w:t>
      </w:r>
      <w:r w:rsidR="00000000">
        <w:t>passé dix heures à nous fabriquer une première page d</w:t>
      </w:r>
      <w:r>
        <w:t>’</w:t>
      </w:r>
      <w:r w:rsidR="00000000">
        <w:t>informations</w:t>
      </w:r>
      <w:r>
        <w:t xml:space="preserve">, </w:t>
      </w:r>
      <w:r w:rsidR="00000000">
        <w:t>dix autres à essayer de garder chacune des autres pour leur affaire</w:t>
      </w:r>
      <w:r>
        <w:t xml:space="preserve">, </w:t>
      </w:r>
      <w:r w:rsidR="00000000">
        <w:t>et il a bien fallu qu</w:t>
      </w:r>
      <w:r>
        <w:t>’</w:t>
      </w:r>
      <w:r w:rsidR="00000000">
        <w:t>ils dorment</w:t>
      </w:r>
      <w:r>
        <w:t>.</w:t>
      </w:r>
    </w:p>
    <w:p w14:paraId="1909568B" w14:textId="77777777" w:rsidR="00894734" w:rsidRDefault="00000000">
      <w:r>
        <w:t>Dans le hall de l</w:t>
      </w:r>
      <w:r w:rsidR="00894734">
        <w:t>’</w:t>
      </w:r>
      <w:r>
        <w:t>hôtel</w:t>
      </w:r>
      <w:r w:rsidR="00894734">
        <w:t xml:space="preserve">, </w:t>
      </w:r>
      <w:r>
        <w:t xml:space="preserve">je répondis uniformément </w:t>
      </w:r>
      <w:r w:rsidR="00894734">
        <w:t>« </w:t>
      </w:r>
      <w:r>
        <w:t>aucune nouvelle</w:t>
      </w:r>
      <w:r w:rsidR="00894734">
        <w:t> »</w:t>
      </w:r>
      <w:r>
        <w:t xml:space="preserve"> à toutes les questions des autres reporters</w:t>
      </w:r>
      <w:r w:rsidR="00894734">
        <w:t xml:space="preserve">, </w:t>
      </w:r>
      <w:r>
        <w:t>je laissai mon sac dans ma chambre et frappai à la porte de Vernon</w:t>
      </w:r>
      <w:r w:rsidR="00894734">
        <w:t xml:space="preserve">. </w:t>
      </w:r>
      <w:r>
        <w:t>Il était seul dans sa chambre grise de fumée de tabac</w:t>
      </w:r>
      <w:r w:rsidR="00894734">
        <w:t xml:space="preserve">. </w:t>
      </w:r>
      <w:r>
        <w:t>Il me secoua la main</w:t>
      </w:r>
      <w:r w:rsidR="00894734">
        <w:t> :</w:t>
      </w:r>
    </w:p>
    <w:p w14:paraId="27E92B5F" w14:textId="77777777" w:rsidR="00894734" w:rsidRDefault="00894734">
      <w:r>
        <w:t>— </w:t>
      </w:r>
      <w:r w:rsidR="00000000">
        <w:t>Je suis heureux que vous soyez de retour</w:t>
      </w:r>
      <w:r>
        <w:t xml:space="preserve">. </w:t>
      </w:r>
      <w:r w:rsidR="00000000">
        <w:t>Asseyez-vous</w:t>
      </w:r>
      <w:r>
        <w:t xml:space="preserve">. </w:t>
      </w:r>
      <w:r w:rsidR="00000000">
        <w:t>Qu</w:t>
      </w:r>
      <w:r>
        <w:t>’</w:t>
      </w:r>
      <w:r w:rsidR="00000000">
        <w:t>apportez-vous de neuf</w:t>
      </w:r>
      <w:r>
        <w:t> ?</w:t>
      </w:r>
    </w:p>
    <w:p w14:paraId="06666DA2" w14:textId="77777777" w:rsidR="00894734" w:rsidRDefault="00894734">
      <w:r>
        <w:t>— </w:t>
      </w:r>
      <w:r w:rsidR="00000000">
        <w:t>Cotton vous a fait part de ma communication</w:t>
      </w:r>
      <w:r>
        <w:t> ?</w:t>
      </w:r>
    </w:p>
    <w:p w14:paraId="6D40C6E8" w14:textId="77777777" w:rsidR="00894734" w:rsidRDefault="00894734">
      <w:r>
        <w:t>— </w:t>
      </w:r>
      <w:r w:rsidR="00000000">
        <w:t>Oui</w:t>
      </w:r>
      <w:r>
        <w:t>.</w:t>
      </w:r>
    </w:p>
    <w:p w14:paraId="6741C94A" w14:textId="77777777" w:rsidR="00894734" w:rsidRDefault="00000000">
      <w:r>
        <w:t>Il vint se poster devant moi</w:t>
      </w:r>
      <w:r w:rsidR="00894734">
        <w:t xml:space="preserve">, </w:t>
      </w:r>
      <w:r>
        <w:t>les mains dans les poches</w:t>
      </w:r>
      <w:r w:rsidR="00894734">
        <w:t xml:space="preserve">, </w:t>
      </w:r>
      <w:r>
        <w:t>les pieds écartés</w:t>
      </w:r>
      <w:r w:rsidR="00894734">
        <w:t xml:space="preserve">, </w:t>
      </w:r>
      <w:r>
        <w:t>conscient de son rôle</w:t>
      </w:r>
      <w:r w:rsidR="00894734">
        <w:t> :</w:t>
      </w:r>
    </w:p>
    <w:p w14:paraId="20ED2DAD" w14:textId="77777777" w:rsidR="00894734" w:rsidRDefault="00894734">
      <w:r>
        <w:t>— </w:t>
      </w:r>
      <w:r w:rsidR="00000000">
        <w:t>Quelle importance attachez-vous à cela</w:t>
      </w:r>
      <w:r>
        <w:t> ?</w:t>
      </w:r>
    </w:p>
    <w:p w14:paraId="3D2741BF" w14:textId="77777777" w:rsidR="00894734" w:rsidRDefault="00894734">
      <w:r>
        <w:t>— </w:t>
      </w:r>
      <w:r w:rsidR="00000000">
        <w:t>J</w:t>
      </w:r>
      <w:r>
        <w:t>’</w:t>
      </w:r>
      <w:r w:rsidR="00000000">
        <w:t>ai avisé Andrews</w:t>
      </w:r>
      <w:r>
        <w:t xml:space="preserve">, </w:t>
      </w:r>
      <w:r w:rsidR="00000000">
        <w:t>lui demandant de tenir l</w:t>
      </w:r>
      <w:r>
        <w:t>’</w:t>
      </w:r>
      <w:r w:rsidR="00000000">
        <w:t>argent prêt</w:t>
      </w:r>
      <w:r>
        <w:t xml:space="preserve">. </w:t>
      </w:r>
      <w:r w:rsidR="00000000">
        <w:t>Il a refusé</w:t>
      </w:r>
      <w:r>
        <w:t xml:space="preserve">. </w:t>
      </w:r>
      <w:r w:rsidR="00000000">
        <w:t>Les Collinson</w:t>
      </w:r>
      <w:r>
        <w:t xml:space="preserve">, </w:t>
      </w:r>
      <w:r w:rsidR="00000000">
        <w:t>eux</w:t>
      </w:r>
      <w:r>
        <w:t xml:space="preserve">, </w:t>
      </w:r>
      <w:r w:rsidR="00000000">
        <w:t>ont accepté</w:t>
      </w:r>
      <w:r>
        <w:t>.</w:t>
      </w:r>
    </w:p>
    <w:p w14:paraId="1BEC0346" w14:textId="77777777" w:rsidR="00894734" w:rsidRDefault="00894734">
      <w:r>
        <w:t>— </w:t>
      </w:r>
      <w:r w:rsidR="00000000">
        <w:t>Ils ont accepté</w:t>
      </w:r>
      <w:r>
        <w:t xml:space="preserve">, </w:t>
      </w:r>
      <w:r w:rsidR="00000000">
        <w:t>dit-il en hochant la tête avec importance et comme s</w:t>
      </w:r>
      <w:r>
        <w:t>’</w:t>
      </w:r>
      <w:r w:rsidR="00000000">
        <w:t>il confirmait une suggestion que je venais de lui soumettre</w:t>
      </w:r>
      <w:r>
        <w:t>.</w:t>
      </w:r>
    </w:p>
    <w:p w14:paraId="4F1B5498" w14:textId="77777777" w:rsidR="00894734" w:rsidRDefault="00894734">
      <w:r>
        <w:t>— </w:t>
      </w:r>
      <w:r w:rsidR="00000000">
        <w:t>Voici la lettre</w:t>
      </w:r>
      <w:r>
        <w:t xml:space="preserve">, </w:t>
      </w:r>
      <w:r w:rsidR="00000000">
        <w:t>dis-je en la lui tendant</w:t>
      </w:r>
      <w:r>
        <w:t xml:space="preserve">. </w:t>
      </w:r>
      <w:proofErr w:type="spellStart"/>
      <w:r w:rsidR="00000000">
        <w:t>Fitzstephan</w:t>
      </w:r>
      <w:proofErr w:type="spellEnd"/>
      <w:r w:rsidR="00000000">
        <w:t xml:space="preserve"> sera là dans la matinée de demain</w:t>
      </w:r>
      <w:r>
        <w:t>.</w:t>
      </w:r>
    </w:p>
    <w:p w14:paraId="373158AE" w14:textId="77777777" w:rsidR="00894734" w:rsidRDefault="00000000">
      <w:r>
        <w:t>Il hocha encore la tête</w:t>
      </w:r>
      <w:r w:rsidR="00894734">
        <w:t xml:space="preserve">, </w:t>
      </w:r>
      <w:r>
        <w:t>apporta la lettre sous la lampe</w:t>
      </w:r>
      <w:r w:rsidR="00894734">
        <w:t xml:space="preserve">, </w:t>
      </w:r>
      <w:r>
        <w:t>examina la feuille et l</w:t>
      </w:r>
      <w:r w:rsidR="00894734">
        <w:t>’</w:t>
      </w:r>
      <w:r>
        <w:t>enveloppe minutieusement</w:t>
      </w:r>
      <w:r w:rsidR="00894734">
        <w:t xml:space="preserve">, </w:t>
      </w:r>
      <w:r>
        <w:t>la reposa sur la table et la contempla longuement</w:t>
      </w:r>
      <w:r w:rsidR="00894734">
        <w:t>.</w:t>
      </w:r>
    </w:p>
    <w:p w14:paraId="2BEE8BB2" w14:textId="77777777" w:rsidR="00894734" w:rsidRDefault="00894734">
      <w:r>
        <w:lastRenderedPageBreak/>
        <w:t>— </w:t>
      </w:r>
      <w:r w:rsidR="00000000">
        <w:t>C</w:t>
      </w:r>
      <w:r>
        <w:t>’</w:t>
      </w:r>
      <w:r w:rsidR="00000000">
        <w:t>est un faux</w:t>
      </w:r>
      <w:r>
        <w:t xml:space="preserve">, </w:t>
      </w:r>
      <w:r w:rsidR="00000000">
        <w:t>il n</w:t>
      </w:r>
      <w:r>
        <w:t>’</w:t>
      </w:r>
      <w:r w:rsidR="00000000">
        <w:t>y a pas de doute</w:t>
      </w:r>
      <w:r>
        <w:t xml:space="preserve">, </w:t>
      </w:r>
      <w:r w:rsidR="00000000">
        <w:t>finit-il par dire</w:t>
      </w:r>
      <w:r>
        <w:t xml:space="preserve"> ? </w:t>
      </w:r>
      <w:r w:rsidR="00000000">
        <w:t>Mais</w:t>
      </w:r>
      <w:r>
        <w:t xml:space="preserve">, </w:t>
      </w:r>
      <w:r w:rsidR="00000000">
        <w:t>dites-moi</w:t>
      </w:r>
      <w:r>
        <w:t xml:space="preserve">, </w:t>
      </w:r>
      <w:r w:rsidR="00000000">
        <w:t>quelle est au juste l</w:t>
      </w:r>
      <w:r>
        <w:t>’</w:t>
      </w:r>
      <w:r w:rsidR="00000000">
        <w:t>histoire de ce</w:t>
      </w:r>
      <w:r>
        <w:t xml:space="preserve"> – </w:t>
      </w:r>
      <w:r w:rsidR="00000000">
        <w:t>comment l</w:t>
      </w:r>
      <w:r>
        <w:t>’</w:t>
      </w:r>
      <w:r w:rsidR="00000000">
        <w:t>appelez-vous</w:t>
      </w:r>
      <w:r>
        <w:t xml:space="preserve"> ? – </w:t>
      </w:r>
      <w:r w:rsidR="00000000">
        <w:t>Fitz</w:t>
      </w:r>
      <w:r>
        <w:t xml:space="preserve">, </w:t>
      </w:r>
      <w:r w:rsidR="00000000">
        <w:t>Fich</w:t>
      </w:r>
      <w:r>
        <w:t>…</w:t>
      </w:r>
    </w:p>
    <w:p w14:paraId="25E83BEF" w14:textId="77777777" w:rsidR="00894734" w:rsidRDefault="00000000">
      <w:r>
        <w:t>Je lui répétai mot par mot cette histoire</w:t>
      </w:r>
      <w:r w:rsidR="00894734">
        <w:t xml:space="preserve">. </w:t>
      </w:r>
      <w:r>
        <w:t>Quand j</w:t>
      </w:r>
      <w:r w:rsidR="00894734">
        <w:t>’</w:t>
      </w:r>
      <w:r>
        <w:t>eus fini</w:t>
      </w:r>
      <w:r w:rsidR="00894734">
        <w:t xml:space="preserve">, </w:t>
      </w:r>
      <w:r>
        <w:t>il se dirigea vers le téléphone et pria qu</w:t>
      </w:r>
      <w:r w:rsidR="00894734">
        <w:t>’</w:t>
      </w:r>
      <w:r>
        <w:t xml:space="preserve">on dise à </w:t>
      </w:r>
      <w:proofErr w:type="spellStart"/>
      <w:r>
        <w:t>Feeney</w:t>
      </w:r>
      <w:proofErr w:type="spellEnd"/>
      <w:r>
        <w:t xml:space="preserve"> que lui</w:t>
      </w:r>
      <w:r w:rsidR="00894734">
        <w:t xml:space="preserve">, </w:t>
      </w:r>
      <w:r>
        <w:t>Mr</w:t>
      </w:r>
      <w:r w:rsidR="00894734">
        <w:t xml:space="preserve">. </w:t>
      </w:r>
      <w:r>
        <w:t>Vernon</w:t>
      </w:r>
      <w:r w:rsidR="00894734">
        <w:t xml:space="preserve">, </w:t>
      </w:r>
      <w:r>
        <w:t>attorney du district</w:t>
      </w:r>
      <w:r w:rsidR="00894734">
        <w:t xml:space="preserve">, </w:t>
      </w:r>
      <w:r>
        <w:t>désirait le voir immédiat</w:t>
      </w:r>
      <w:r>
        <w:t>e</w:t>
      </w:r>
      <w:r>
        <w:t>ment</w:t>
      </w:r>
      <w:r w:rsidR="00894734">
        <w:t xml:space="preserve">. </w:t>
      </w:r>
      <w:r>
        <w:t>Dix minutes après</w:t>
      </w:r>
      <w:r w:rsidR="00894734">
        <w:t xml:space="preserve">, </w:t>
      </w:r>
      <w:r>
        <w:t>le shérif entra</w:t>
      </w:r>
      <w:r w:rsidR="00894734">
        <w:t xml:space="preserve">, </w:t>
      </w:r>
      <w:r>
        <w:t>ruisselant d</w:t>
      </w:r>
      <w:r w:rsidR="00894734">
        <w:t>’</w:t>
      </w:r>
      <w:r>
        <w:t>eau</w:t>
      </w:r>
      <w:r w:rsidR="00894734">
        <w:t xml:space="preserve">, </w:t>
      </w:r>
      <w:r>
        <w:t>de sa grosse moustache à ses bottes</w:t>
      </w:r>
      <w:r w:rsidR="00894734">
        <w:t>.</w:t>
      </w:r>
    </w:p>
    <w:p w14:paraId="6EE47839" w14:textId="77777777" w:rsidR="00894734" w:rsidRDefault="00000000">
      <w:r>
        <w:t>Vernon me demanda de recommencer mon histoire pour lui</w:t>
      </w:r>
      <w:r w:rsidR="00894734">
        <w:t xml:space="preserve"> ; </w:t>
      </w:r>
      <w:r>
        <w:t>je recommençai</w:t>
      </w:r>
      <w:r w:rsidR="00894734">
        <w:t xml:space="preserve">. </w:t>
      </w:r>
      <w:r>
        <w:t>Le shérif m</w:t>
      </w:r>
      <w:r w:rsidR="00894734">
        <w:t>’</w:t>
      </w:r>
      <w:r>
        <w:t>écouta avec une attention qui faisait tourner son teint fleuri au violet</w:t>
      </w:r>
      <w:r w:rsidR="00894734">
        <w:t xml:space="preserve">. </w:t>
      </w:r>
      <w:r>
        <w:t>Au dernier mot</w:t>
      </w:r>
      <w:r w:rsidR="00894734">
        <w:t xml:space="preserve">, </w:t>
      </w:r>
      <w:r>
        <w:t>Vernon fit craquer ses doigts et dit</w:t>
      </w:r>
      <w:r w:rsidR="00894734">
        <w:t> :</w:t>
      </w:r>
    </w:p>
    <w:p w14:paraId="690EE6AF" w14:textId="77777777" w:rsidR="00894734" w:rsidRDefault="00894734">
      <w:r>
        <w:t>— </w:t>
      </w:r>
      <w:r w:rsidR="00000000">
        <w:t>Très bien</w:t>
      </w:r>
      <w:r>
        <w:t xml:space="preserve">. </w:t>
      </w:r>
      <w:r w:rsidR="00000000">
        <w:t>Il déclare qu</w:t>
      </w:r>
      <w:r>
        <w:t>’</w:t>
      </w:r>
      <w:r w:rsidR="00000000">
        <w:t>il y avait du monde dans son a</w:t>
      </w:r>
      <w:r w:rsidR="00000000">
        <w:t>p</w:t>
      </w:r>
      <w:r w:rsidR="00000000">
        <w:t>partement quand le téléphone a sonné</w:t>
      </w:r>
      <w:r>
        <w:t xml:space="preserve">. </w:t>
      </w:r>
      <w:r w:rsidR="00000000">
        <w:t>Prenez note des noms</w:t>
      </w:r>
      <w:r>
        <w:t xml:space="preserve">. </w:t>
      </w:r>
      <w:r w:rsidR="00000000">
        <w:t>Il déclare qu</w:t>
      </w:r>
      <w:r>
        <w:t>’</w:t>
      </w:r>
      <w:r w:rsidR="00000000">
        <w:t>il a passé le week-end chez un ami</w:t>
      </w:r>
      <w:r>
        <w:t xml:space="preserve">. </w:t>
      </w:r>
      <w:r w:rsidR="00000000">
        <w:t>Notez le nom de l</w:t>
      </w:r>
      <w:r>
        <w:t>’</w:t>
      </w:r>
      <w:r w:rsidR="00000000">
        <w:t>ami</w:t>
      </w:r>
      <w:r>
        <w:t xml:space="preserve">, </w:t>
      </w:r>
      <w:r w:rsidR="00000000">
        <w:t>shérif</w:t>
      </w:r>
      <w:r>
        <w:t xml:space="preserve">. </w:t>
      </w:r>
      <w:r w:rsidR="00000000">
        <w:t>Nous verrons ce qu</w:t>
      </w:r>
      <w:r>
        <w:t>’</w:t>
      </w:r>
      <w:r w:rsidR="00000000">
        <w:t>il y a de vrai dans tout cela</w:t>
      </w:r>
      <w:r>
        <w:t>.</w:t>
      </w:r>
    </w:p>
    <w:p w14:paraId="5FAEE27E" w14:textId="77777777" w:rsidR="00894734" w:rsidRDefault="00000000">
      <w:r>
        <w:t xml:space="preserve">Je donnai à </w:t>
      </w:r>
      <w:proofErr w:type="spellStart"/>
      <w:r>
        <w:t>Feeney</w:t>
      </w:r>
      <w:proofErr w:type="spellEnd"/>
      <w:r>
        <w:t xml:space="preserve"> les noms et adresses que Fitz m</w:t>
      </w:r>
      <w:r w:rsidR="00894734">
        <w:t>’</w:t>
      </w:r>
      <w:r>
        <w:t>avait donnés</w:t>
      </w:r>
      <w:r w:rsidR="00894734">
        <w:t xml:space="preserve">. </w:t>
      </w:r>
      <w:r>
        <w:t>Il les écrivit au bas d</w:t>
      </w:r>
      <w:r w:rsidR="00894734">
        <w:t>’</w:t>
      </w:r>
      <w:r>
        <w:t>une liste déjà longue et sortit pour mettre en route</w:t>
      </w:r>
      <w:r w:rsidR="00894734">
        <w:t xml:space="preserve">, </w:t>
      </w:r>
      <w:r>
        <w:t>sans plus tarder</w:t>
      </w:r>
      <w:r w:rsidR="00894734">
        <w:t xml:space="preserve">, </w:t>
      </w:r>
      <w:r>
        <w:t>les services de renseign</w:t>
      </w:r>
      <w:r>
        <w:t>e</w:t>
      </w:r>
      <w:r>
        <w:t>ments de la police</w:t>
      </w:r>
      <w:r w:rsidR="00894734">
        <w:t>.</w:t>
      </w:r>
    </w:p>
    <w:p w14:paraId="07CD2BBE" w14:textId="77777777" w:rsidR="00894734" w:rsidRDefault="00000000">
      <w:r>
        <w:t>Vernon n</w:t>
      </w:r>
      <w:r w:rsidR="00894734">
        <w:t>’</w:t>
      </w:r>
      <w:r>
        <w:t>avait rien de plus à me dire</w:t>
      </w:r>
      <w:r w:rsidR="00894734">
        <w:t xml:space="preserve">. </w:t>
      </w:r>
      <w:r>
        <w:t>Je le laissai à ses journaux et descendis</w:t>
      </w:r>
      <w:r w:rsidR="00894734">
        <w:t xml:space="preserve">. </w:t>
      </w:r>
      <w:r>
        <w:t>Le garçon de nuit efféminé aux ongles roses me dit</w:t>
      </w:r>
      <w:r w:rsidR="00894734">
        <w:t> :</w:t>
      </w:r>
    </w:p>
    <w:p w14:paraId="45ABE591" w14:textId="77777777" w:rsidR="00894734" w:rsidRDefault="00894734">
      <w:r>
        <w:t>— </w:t>
      </w:r>
      <w:r w:rsidR="00000000">
        <w:t>Mr</w:t>
      </w:r>
      <w:r>
        <w:t xml:space="preserve">. </w:t>
      </w:r>
      <w:r w:rsidR="00000000">
        <w:t>Santos vous fait dire que les services d</w:t>
      </w:r>
      <w:r>
        <w:t>’</w:t>
      </w:r>
      <w:r w:rsidR="00000000">
        <w:t>informations se tiennent dans sa chambre cette nuit</w:t>
      </w:r>
      <w:r>
        <w:t>.</w:t>
      </w:r>
    </w:p>
    <w:p w14:paraId="0E123D40" w14:textId="77777777" w:rsidR="00894734" w:rsidRDefault="00000000">
      <w:r>
        <w:t>Je savais ce que cela voulait dire</w:t>
      </w:r>
      <w:r w:rsidR="00894734">
        <w:t xml:space="preserve">. </w:t>
      </w:r>
      <w:r>
        <w:t>Je trouvai dans la cha</w:t>
      </w:r>
      <w:r>
        <w:t>m</w:t>
      </w:r>
      <w:r>
        <w:t>bre du journaliste trois de ses confrères et un photographe</w:t>
      </w:r>
      <w:r w:rsidR="00894734">
        <w:t xml:space="preserve">. </w:t>
      </w:r>
      <w:r>
        <w:t>La partie fut chaude</w:t>
      </w:r>
      <w:r w:rsidR="00894734">
        <w:t xml:space="preserve">. </w:t>
      </w:r>
      <w:r>
        <w:t>J</w:t>
      </w:r>
      <w:r w:rsidR="00894734">
        <w:t>’</w:t>
      </w:r>
      <w:r>
        <w:t xml:space="preserve">avais gagné soixante dollars </w:t>
      </w:r>
      <w:r>
        <w:lastRenderedPageBreak/>
        <w:t>vers minuit</w:t>
      </w:r>
      <w:r w:rsidR="00894734">
        <w:t xml:space="preserve">, </w:t>
      </w:r>
      <w:r>
        <w:t>quand je fus appelé au téléphone</w:t>
      </w:r>
      <w:r w:rsidR="00894734">
        <w:t xml:space="preserve">. </w:t>
      </w:r>
      <w:r>
        <w:t>C</w:t>
      </w:r>
      <w:r w:rsidR="00894734">
        <w:t>’</w:t>
      </w:r>
      <w:r>
        <w:t>était la voix agressive de l</w:t>
      </w:r>
      <w:r w:rsidR="00894734">
        <w:t>’</w:t>
      </w:r>
      <w:r>
        <w:t>attorney</w:t>
      </w:r>
      <w:r w:rsidR="00894734">
        <w:t>.</w:t>
      </w:r>
    </w:p>
    <w:p w14:paraId="4A3ED9B9" w14:textId="77777777" w:rsidR="00894734" w:rsidRDefault="00894734">
      <w:r>
        <w:t>— </w:t>
      </w:r>
      <w:r w:rsidR="00000000">
        <w:t>Voulez-vous venir tout de suite</w:t>
      </w:r>
      <w:r>
        <w:t> ?</w:t>
      </w:r>
    </w:p>
    <w:p w14:paraId="151A7DD5" w14:textId="77777777" w:rsidR="00894734" w:rsidRDefault="00000000">
      <w:r>
        <w:t>Cotton</w:t>
      </w:r>
      <w:r w:rsidR="00894734">
        <w:t xml:space="preserve">, </w:t>
      </w:r>
      <w:proofErr w:type="spellStart"/>
      <w:r>
        <w:t>Feeney</w:t>
      </w:r>
      <w:proofErr w:type="spellEnd"/>
      <w:r>
        <w:t xml:space="preserve"> et </w:t>
      </w:r>
      <w:proofErr w:type="spellStart"/>
      <w:r>
        <w:t>Rolly</w:t>
      </w:r>
      <w:proofErr w:type="spellEnd"/>
      <w:r>
        <w:t xml:space="preserve"> étaient avec l</w:t>
      </w:r>
      <w:r w:rsidR="00894734">
        <w:t>’</w:t>
      </w:r>
      <w:r>
        <w:t>attorney quand j</w:t>
      </w:r>
      <w:r w:rsidR="00894734">
        <w:t>’</w:t>
      </w:r>
      <w:r>
        <w:t>entrai</w:t>
      </w:r>
      <w:r w:rsidR="00894734">
        <w:t xml:space="preserve">. </w:t>
      </w:r>
      <w:r>
        <w:t>Cotton était trempé de pluie</w:t>
      </w:r>
      <w:r w:rsidR="00894734">
        <w:t xml:space="preserve">. </w:t>
      </w:r>
      <w:r>
        <w:t>Il se tenait debout</w:t>
      </w:r>
      <w:r w:rsidR="00894734">
        <w:t xml:space="preserve">, </w:t>
      </w:r>
      <w:r>
        <w:t>dans le milieu de la chambre</w:t>
      </w:r>
      <w:r w:rsidR="00894734">
        <w:t xml:space="preserve">, </w:t>
      </w:r>
      <w:r>
        <w:t>les yeux baissés</w:t>
      </w:r>
      <w:r w:rsidR="00894734">
        <w:t xml:space="preserve">, </w:t>
      </w:r>
      <w:r>
        <w:t>comme s</w:t>
      </w:r>
      <w:r w:rsidR="00894734">
        <w:t>’</w:t>
      </w:r>
      <w:r>
        <w:t>il craignait de laisser voir ses pensées</w:t>
      </w:r>
      <w:r w:rsidR="00894734">
        <w:t xml:space="preserve">. </w:t>
      </w:r>
      <w:proofErr w:type="spellStart"/>
      <w:r>
        <w:t>Feeney</w:t>
      </w:r>
      <w:proofErr w:type="spellEnd"/>
      <w:r w:rsidR="00894734">
        <w:t xml:space="preserve">, </w:t>
      </w:r>
      <w:r>
        <w:t>assis sur une chaise</w:t>
      </w:r>
      <w:r w:rsidR="00894734">
        <w:t xml:space="preserve">, </w:t>
      </w:r>
      <w:r>
        <w:t>tortillait sa moustache</w:t>
      </w:r>
      <w:r w:rsidR="00894734">
        <w:t xml:space="preserve"> ; </w:t>
      </w:r>
      <w:proofErr w:type="spellStart"/>
      <w:r>
        <w:t>Rolly</w:t>
      </w:r>
      <w:proofErr w:type="spellEnd"/>
      <w:r w:rsidR="00894734">
        <w:t xml:space="preserve">, </w:t>
      </w:r>
      <w:r>
        <w:t>debout derrière lui</w:t>
      </w:r>
      <w:r w:rsidR="00894734">
        <w:t xml:space="preserve">, </w:t>
      </w:r>
      <w:r>
        <w:t>roulait une cigarette</w:t>
      </w:r>
      <w:r w:rsidR="00894734">
        <w:t xml:space="preserve">, </w:t>
      </w:r>
      <w:r>
        <w:t>indifférent</w:t>
      </w:r>
      <w:r w:rsidR="00894734">
        <w:t>.</w:t>
      </w:r>
    </w:p>
    <w:p w14:paraId="7B81FE86" w14:textId="77777777" w:rsidR="00894734" w:rsidRDefault="00000000">
      <w:r>
        <w:t>Vernon ferma la porte derrière moi et dit</w:t>
      </w:r>
      <w:r w:rsidR="00894734">
        <w:t xml:space="preserve">, </w:t>
      </w:r>
      <w:r>
        <w:t>d</w:t>
      </w:r>
      <w:r w:rsidR="00894734">
        <w:t>’</w:t>
      </w:r>
      <w:r>
        <w:t>un ton qui me parut irrité</w:t>
      </w:r>
      <w:r w:rsidR="00894734">
        <w:t> :</w:t>
      </w:r>
    </w:p>
    <w:p w14:paraId="50040167" w14:textId="77777777" w:rsidR="00894734" w:rsidRDefault="00894734">
      <w:r>
        <w:t>— </w:t>
      </w:r>
      <w:r w:rsidR="00000000">
        <w:t>Cotton suppose qu</w:t>
      </w:r>
      <w:r>
        <w:t>’</w:t>
      </w:r>
      <w:r w:rsidR="00000000">
        <w:t>il a trouvé quelque chose</w:t>
      </w:r>
      <w:r>
        <w:t>…</w:t>
      </w:r>
    </w:p>
    <w:p w14:paraId="30458A6E" w14:textId="77777777" w:rsidR="00894734" w:rsidRDefault="00894734">
      <w:r>
        <w:t>— </w:t>
      </w:r>
      <w:r w:rsidR="00000000">
        <w:t>Je ne suppose pas</w:t>
      </w:r>
      <w:r>
        <w:t xml:space="preserve">, </w:t>
      </w:r>
      <w:r w:rsidR="00000000">
        <w:t>je suis sûr</w:t>
      </w:r>
      <w:r>
        <w:t>.</w:t>
      </w:r>
    </w:p>
    <w:p w14:paraId="0329226F" w14:textId="77777777" w:rsidR="00894734" w:rsidRDefault="00894734">
      <w:r>
        <w:t>— </w:t>
      </w:r>
      <w:r w:rsidR="00000000">
        <w:t>Ça n</w:t>
      </w:r>
      <w:r>
        <w:t>’</w:t>
      </w:r>
      <w:r w:rsidR="00000000">
        <w:t>a pas d</w:t>
      </w:r>
      <w:r>
        <w:t>’</w:t>
      </w:r>
      <w:r w:rsidR="00000000">
        <w:t>importance</w:t>
      </w:r>
      <w:r>
        <w:t xml:space="preserve">. </w:t>
      </w:r>
      <w:r w:rsidR="00000000">
        <w:t>Sortons et allons voir</w:t>
      </w:r>
      <w:r>
        <w:t>.</w:t>
      </w:r>
    </w:p>
    <w:p w14:paraId="05502EBD" w14:textId="77777777" w:rsidR="00894734" w:rsidRDefault="00000000">
      <w:r>
        <w:t>Je m</w:t>
      </w:r>
      <w:r w:rsidR="00894734">
        <w:t>’</w:t>
      </w:r>
      <w:r>
        <w:t>arrêtai à ma chambre pour prendre mon manteau de pluie</w:t>
      </w:r>
      <w:r w:rsidR="00894734">
        <w:t xml:space="preserve">, </w:t>
      </w:r>
      <w:r>
        <w:t>mon browning et ma lampe de poche</w:t>
      </w:r>
      <w:r w:rsidR="00894734">
        <w:t xml:space="preserve">. </w:t>
      </w:r>
      <w:r>
        <w:t>Nous descendîmes et montâmes dans un vieux torpédo</w:t>
      </w:r>
      <w:r w:rsidR="00894734">
        <w:t xml:space="preserve">, </w:t>
      </w:r>
      <w:r>
        <w:t>dont la capote relevée ne me paraissait pas présenter toute garantie contre</w:t>
      </w:r>
      <w:r w:rsidR="00894734">
        <w:t xml:space="preserve">, </w:t>
      </w:r>
      <w:r>
        <w:t>les intempéries</w:t>
      </w:r>
      <w:r w:rsidR="00894734">
        <w:t xml:space="preserve">. </w:t>
      </w:r>
      <w:r>
        <w:t>Cotton se mit au volant</w:t>
      </w:r>
      <w:r w:rsidR="00894734">
        <w:t xml:space="preserve">. </w:t>
      </w:r>
      <w:r>
        <w:t>Vernon à côté de lui</w:t>
      </w:r>
      <w:r w:rsidR="00894734">
        <w:t xml:space="preserve">. </w:t>
      </w:r>
      <w:r>
        <w:t>Les autres derrière</w:t>
      </w:r>
      <w:r w:rsidR="00894734">
        <w:t xml:space="preserve">. </w:t>
      </w:r>
      <w:r>
        <w:t>La pluie giclait sur nous à travers les trous de la bâche</w:t>
      </w:r>
      <w:r w:rsidR="00894734">
        <w:t xml:space="preserve">, </w:t>
      </w:r>
      <w:r>
        <w:t>comme je l</w:t>
      </w:r>
      <w:r w:rsidR="00894734">
        <w:t>’</w:t>
      </w:r>
      <w:r>
        <w:t>avais prévu</w:t>
      </w:r>
      <w:r w:rsidR="00894734">
        <w:t>.</w:t>
      </w:r>
    </w:p>
    <w:p w14:paraId="40E9AF53" w14:textId="77777777" w:rsidR="00894734" w:rsidRDefault="00894734">
      <w:r>
        <w:t>— </w:t>
      </w:r>
      <w:r w:rsidR="00000000">
        <w:t>Une diable de nuit pour aller à la chasse</w:t>
      </w:r>
      <w:r>
        <w:t xml:space="preserve">, </w:t>
      </w:r>
      <w:r w:rsidR="00000000">
        <w:t>grogna le shérif</w:t>
      </w:r>
      <w:r>
        <w:t>.</w:t>
      </w:r>
    </w:p>
    <w:p w14:paraId="43B4C4A2" w14:textId="77777777" w:rsidR="00894734" w:rsidRDefault="00000000">
      <w:r>
        <w:t>Je demandai</w:t>
      </w:r>
      <w:r w:rsidR="00894734">
        <w:t> :</w:t>
      </w:r>
    </w:p>
    <w:p w14:paraId="557B8B29" w14:textId="77777777" w:rsidR="00894734" w:rsidRDefault="00894734">
      <w:r>
        <w:t>— </w:t>
      </w:r>
      <w:r w:rsidR="00000000">
        <w:t>Mais enfin</w:t>
      </w:r>
      <w:r>
        <w:t xml:space="preserve">, </w:t>
      </w:r>
      <w:r w:rsidR="00000000">
        <w:t>qu</w:t>
      </w:r>
      <w:r>
        <w:t>’</w:t>
      </w:r>
      <w:r w:rsidR="00000000">
        <w:t>a-t-il trouvé</w:t>
      </w:r>
      <w:r>
        <w:t> ?</w:t>
      </w:r>
    </w:p>
    <w:p w14:paraId="4B84E56B" w14:textId="77777777" w:rsidR="00894734" w:rsidRDefault="00894734">
      <w:r>
        <w:t>— </w:t>
      </w:r>
      <w:r w:rsidR="00000000">
        <w:t>Rien</w:t>
      </w:r>
      <w:r>
        <w:t xml:space="preserve">, </w:t>
      </w:r>
      <w:r w:rsidR="00000000">
        <w:t>me dit le shérif</w:t>
      </w:r>
      <w:r>
        <w:t xml:space="preserve">, </w:t>
      </w:r>
      <w:r w:rsidR="00000000">
        <w:t>rien</w:t>
      </w:r>
      <w:r>
        <w:t xml:space="preserve">, </w:t>
      </w:r>
      <w:r w:rsidR="00000000">
        <w:t>vous verrez</w:t>
      </w:r>
      <w:r>
        <w:t xml:space="preserve">. </w:t>
      </w:r>
      <w:r w:rsidR="00000000">
        <w:t>Je ne sais pas pourquoi Vernon fait attention à ce qu</w:t>
      </w:r>
      <w:r>
        <w:t>’</w:t>
      </w:r>
      <w:r w:rsidR="00000000">
        <w:t>il dit</w:t>
      </w:r>
      <w:r>
        <w:t>.</w:t>
      </w:r>
    </w:p>
    <w:p w14:paraId="7FE61271" w14:textId="77777777" w:rsidR="00894734" w:rsidRDefault="00000000">
      <w:r>
        <w:lastRenderedPageBreak/>
        <w:t>Cela ne m</w:t>
      </w:r>
      <w:r w:rsidR="00894734">
        <w:t>’</w:t>
      </w:r>
      <w:r>
        <w:t>avançait guère</w:t>
      </w:r>
      <w:r w:rsidR="00894734">
        <w:t xml:space="preserve">. </w:t>
      </w:r>
      <w:r>
        <w:t>J</w:t>
      </w:r>
      <w:r w:rsidR="00894734">
        <w:t>’</w:t>
      </w:r>
      <w:r>
        <w:t>essayai de voir au dehors</w:t>
      </w:r>
      <w:r w:rsidR="00894734">
        <w:t xml:space="preserve">. </w:t>
      </w:r>
      <w:r>
        <w:t>La nuit et la pluie m</w:t>
      </w:r>
      <w:r w:rsidR="00894734">
        <w:t>’</w:t>
      </w:r>
      <w:r>
        <w:t>en empêchèrent</w:t>
      </w:r>
      <w:r w:rsidR="00894734">
        <w:t xml:space="preserve">. </w:t>
      </w:r>
      <w:r>
        <w:t>Mais j</w:t>
      </w:r>
      <w:r w:rsidR="00894734">
        <w:t>’</w:t>
      </w:r>
      <w:r>
        <w:t>avais l</w:t>
      </w:r>
      <w:r w:rsidR="00894734">
        <w:t>’</w:t>
      </w:r>
      <w:r>
        <w:t>impression que nous nous dirigions vers la route de l</w:t>
      </w:r>
      <w:r w:rsidR="00894734">
        <w:t>’</w:t>
      </w:r>
      <w:r>
        <w:t>Est</w:t>
      </w:r>
      <w:r w:rsidR="00894734">
        <w:t>.</w:t>
      </w:r>
    </w:p>
    <w:p w14:paraId="1D302F69" w14:textId="77777777" w:rsidR="00894734" w:rsidRDefault="00000000">
      <w:r>
        <w:t>Enfin</w:t>
      </w:r>
      <w:r w:rsidR="00894734">
        <w:t xml:space="preserve">, </w:t>
      </w:r>
      <w:r>
        <w:t>nous nous arrêtâmes</w:t>
      </w:r>
      <w:r w:rsidR="00894734">
        <w:t xml:space="preserve">. </w:t>
      </w:r>
      <w:r>
        <w:t>Cotton éteignit les phares et sortit de la voiture</w:t>
      </w:r>
      <w:r w:rsidR="00894734">
        <w:t xml:space="preserve">. </w:t>
      </w:r>
      <w:r>
        <w:t>Nous le suivîmes</w:t>
      </w:r>
      <w:r w:rsidR="00894734">
        <w:t xml:space="preserve">, </w:t>
      </w:r>
      <w:r>
        <w:t>pataugeant dans les fl</w:t>
      </w:r>
      <w:r>
        <w:t>a</w:t>
      </w:r>
      <w:r>
        <w:t>ques d</w:t>
      </w:r>
      <w:r w:rsidR="00894734">
        <w:t>’</w:t>
      </w:r>
      <w:r>
        <w:t>eau</w:t>
      </w:r>
      <w:r w:rsidR="00894734">
        <w:t>.</w:t>
      </w:r>
    </w:p>
    <w:p w14:paraId="3FE48C9C" w14:textId="77777777" w:rsidR="00894734" w:rsidRDefault="00894734">
      <w:r>
        <w:t>— </w:t>
      </w:r>
      <w:r w:rsidR="00000000">
        <w:t>Ah</w:t>
      </w:r>
      <w:r>
        <w:t xml:space="preserve"> ! </w:t>
      </w:r>
      <w:r w:rsidR="00000000">
        <w:t>c</w:t>
      </w:r>
      <w:r>
        <w:t>’</w:t>
      </w:r>
      <w:r w:rsidR="00000000">
        <w:t>est gai</w:t>
      </w:r>
      <w:r>
        <w:t xml:space="preserve"> ! </w:t>
      </w:r>
      <w:r w:rsidR="00000000">
        <w:t>se plaignit encore le shérif</w:t>
      </w:r>
      <w:r>
        <w:t>.</w:t>
      </w:r>
    </w:p>
    <w:p w14:paraId="30632065" w14:textId="77777777" w:rsidR="00894734" w:rsidRDefault="00000000">
      <w:r>
        <w:t>Vernon allait dire quelque chose</w:t>
      </w:r>
      <w:r w:rsidR="00894734">
        <w:t xml:space="preserve">, </w:t>
      </w:r>
      <w:r>
        <w:t>mais le major s</w:t>
      </w:r>
      <w:r w:rsidR="00894734">
        <w:t>’</w:t>
      </w:r>
      <w:r>
        <w:t>éloignait déjà sur la route</w:t>
      </w:r>
      <w:r w:rsidR="00894734">
        <w:t xml:space="preserve">. </w:t>
      </w:r>
      <w:r>
        <w:t>Nous prîmes la file</w:t>
      </w:r>
      <w:r w:rsidR="00894734">
        <w:t xml:space="preserve">, </w:t>
      </w:r>
      <w:r>
        <w:t>nous guidant davantage au bruit de ses pas</w:t>
      </w:r>
      <w:r w:rsidR="00894734">
        <w:t xml:space="preserve">, </w:t>
      </w:r>
      <w:r>
        <w:t>clapotant dans la boue</w:t>
      </w:r>
      <w:r w:rsidR="00894734">
        <w:t xml:space="preserve">, </w:t>
      </w:r>
      <w:r>
        <w:t>qu</w:t>
      </w:r>
      <w:r w:rsidR="00894734">
        <w:t>’</w:t>
      </w:r>
      <w:r>
        <w:t>à sa silhouette inv</w:t>
      </w:r>
      <w:r>
        <w:t>i</w:t>
      </w:r>
      <w:r>
        <w:t>sible</w:t>
      </w:r>
      <w:r w:rsidR="00894734">
        <w:t>.</w:t>
      </w:r>
    </w:p>
    <w:p w14:paraId="259B5C70" w14:textId="77777777" w:rsidR="00894734" w:rsidRDefault="00000000">
      <w:r>
        <w:t>Cotton nous fit quitter la route</w:t>
      </w:r>
      <w:r w:rsidR="00894734">
        <w:t xml:space="preserve">. </w:t>
      </w:r>
      <w:r>
        <w:t>Nous ne marchions plus sur de la boue</w:t>
      </w:r>
      <w:r w:rsidR="00894734">
        <w:t xml:space="preserve">, </w:t>
      </w:r>
      <w:r>
        <w:t>mais sur l</w:t>
      </w:r>
      <w:r w:rsidR="00894734">
        <w:t>’</w:t>
      </w:r>
      <w:r>
        <w:t>herbe</w:t>
      </w:r>
      <w:r w:rsidR="00894734">
        <w:t xml:space="preserve">. </w:t>
      </w:r>
      <w:r>
        <w:t>Nous grimpâmes une côte et redescendîmes de l</w:t>
      </w:r>
      <w:r w:rsidR="00894734">
        <w:t>’</w:t>
      </w:r>
      <w:r>
        <w:t>autre côté</w:t>
      </w:r>
      <w:r w:rsidR="00894734">
        <w:t xml:space="preserve">. </w:t>
      </w:r>
      <w:r>
        <w:t>Nous devions aller vers la mer</w:t>
      </w:r>
      <w:r w:rsidR="00894734">
        <w:t xml:space="preserve">, </w:t>
      </w:r>
      <w:r>
        <w:t>car on commençait à percevoir le bruit des vagues</w:t>
      </w:r>
      <w:r w:rsidR="00894734">
        <w:t xml:space="preserve">. </w:t>
      </w:r>
      <w:r>
        <w:t>Nous tou</w:t>
      </w:r>
      <w:r>
        <w:t>r</w:t>
      </w:r>
      <w:r>
        <w:t>nâmes vers la gauche</w:t>
      </w:r>
      <w:r w:rsidR="00894734">
        <w:t xml:space="preserve">. </w:t>
      </w:r>
      <w:r>
        <w:t>Nous devions suivre le rivage</w:t>
      </w:r>
      <w:r w:rsidR="00894734">
        <w:t xml:space="preserve">. </w:t>
      </w:r>
      <w:r>
        <w:t>Puis nous nous en éloignâmes et notre guide s</w:t>
      </w:r>
      <w:r w:rsidR="00894734">
        <w:t>’</w:t>
      </w:r>
      <w:r>
        <w:t>arrêta devant un vaste ha</w:t>
      </w:r>
      <w:r>
        <w:t>n</w:t>
      </w:r>
      <w:r>
        <w:t>gar</w:t>
      </w:r>
      <w:r w:rsidR="00894734">
        <w:t xml:space="preserve">, </w:t>
      </w:r>
      <w:r>
        <w:t>un toit de bois sur une douzaine de poteaux dressés</w:t>
      </w:r>
      <w:r w:rsidR="00894734">
        <w:t xml:space="preserve">. </w:t>
      </w:r>
      <w:r>
        <w:t>Cotton souffla</w:t>
      </w:r>
      <w:r w:rsidR="00894734">
        <w:t> :</w:t>
      </w:r>
    </w:p>
    <w:p w14:paraId="353D6C3B" w14:textId="77777777" w:rsidR="00894734" w:rsidRDefault="00894734">
      <w:r>
        <w:t>— </w:t>
      </w:r>
      <w:r w:rsidR="00000000">
        <w:t>Attendez-moi ici</w:t>
      </w:r>
      <w:r>
        <w:t xml:space="preserve">. </w:t>
      </w:r>
      <w:r w:rsidR="00000000">
        <w:t>Je vais voir si sa voiture est là</w:t>
      </w:r>
      <w:r>
        <w:t>.</w:t>
      </w:r>
    </w:p>
    <w:p w14:paraId="61296B26" w14:textId="77777777" w:rsidR="00894734" w:rsidRDefault="00000000">
      <w:r>
        <w:t>Il s</w:t>
      </w:r>
      <w:r w:rsidR="00894734">
        <w:t>’</w:t>
      </w:r>
      <w:r>
        <w:t>en alla</w:t>
      </w:r>
      <w:r w:rsidR="00894734">
        <w:t xml:space="preserve">. </w:t>
      </w:r>
      <w:r>
        <w:t>Le shérif grognait toujours</w:t>
      </w:r>
      <w:r w:rsidR="00894734">
        <w:t xml:space="preserve">. </w:t>
      </w:r>
      <w:proofErr w:type="spellStart"/>
      <w:r>
        <w:t>Rolly</w:t>
      </w:r>
      <w:proofErr w:type="spellEnd"/>
      <w:r>
        <w:t xml:space="preserve"> soupira</w:t>
      </w:r>
      <w:r w:rsidR="00894734">
        <w:t>.</w:t>
      </w:r>
    </w:p>
    <w:p w14:paraId="649AA704" w14:textId="77777777" w:rsidR="00894734" w:rsidRDefault="00894734">
      <w:r>
        <w:t>— </w:t>
      </w:r>
      <w:r w:rsidR="00000000">
        <w:t>La voiture n</w:t>
      </w:r>
      <w:r>
        <w:t>’</w:t>
      </w:r>
      <w:r w:rsidR="00000000">
        <w:t>est pas là</w:t>
      </w:r>
      <w:r>
        <w:t xml:space="preserve">, </w:t>
      </w:r>
      <w:r w:rsidR="00000000">
        <w:t>revint dire Cotton</w:t>
      </w:r>
      <w:r>
        <w:t xml:space="preserve">. </w:t>
      </w:r>
      <w:r w:rsidR="00000000">
        <w:t>Donc</w:t>
      </w:r>
      <w:r>
        <w:t xml:space="preserve">, </w:t>
      </w:r>
      <w:r w:rsidR="00000000">
        <w:t>il n</w:t>
      </w:r>
      <w:r>
        <w:t>’</w:t>
      </w:r>
      <w:r w:rsidR="00000000">
        <w:t>y est pas non plus</w:t>
      </w:r>
      <w:r>
        <w:t>.</w:t>
      </w:r>
    </w:p>
    <w:p w14:paraId="34B3332A" w14:textId="77777777" w:rsidR="00894734" w:rsidRDefault="00000000">
      <w:r>
        <w:t>Nous le suivîmes</w:t>
      </w:r>
      <w:r w:rsidR="00894734">
        <w:t xml:space="preserve">, </w:t>
      </w:r>
      <w:r>
        <w:t>sur un sentier boueux</w:t>
      </w:r>
      <w:r w:rsidR="00894734">
        <w:t xml:space="preserve">, </w:t>
      </w:r>
      <w:r>
        <w:t>entre des arbu</w:t>
      </w:r>
      <w:r>
        <w:t>s</w:t>
      </w:r>
      <w:r>
        <w:t>tes</w:t>
      </w:r>
      <w:r w:rsidR="00894734">
        <w:t xml:space="preserve">, </w:t>
      </w:r>
      <w:r>
        <w:t>jusqu</w:t>
      </w:r>
      <w:r w:rsidR="00894734">
        <w:t>’</w:t>
      </w:r>
      <w:r>
        <w:t>à une maison sombre</w:t>
      </w:r>
      <w:r w:rsidR="00894734">
        <w:t xml:space="preserve">. </w:t>
      </w:r>
      <w:r>
        <w:t>Il alla donner un coup d</w:t>
      </w:r>
      <w:r w:rsidR="00894734">
        <w:t>’</w:t>
      </w:r>
      <w:r>
        <w:t>œil par une fenêtre ouverte</w:t>
      </w:r>
      <w:r w:rsidR="00894734">
        <w:t xml:space="preserve">, </w:t>
      </w:r>
      <w:r>
        <w:t>puis vint nous ouvrir la porte</w:t>
      </w:r>
      <w:r w:rsidR="00894734">
        <w:t xml:space="preserve">. </w:t>
      </w:r>
      <w:r>
        <w:t>Nos lampes de poche</w:t>
      </w:r>
      <w:r w:rsidR="00894734">
        <w:t xml:space="preserve">, </w:t>
      </w:r>
      <w:r>
        <w:t>utilisées pour la première fois ce soir</w:t>
      </w:r>
      <w:r w:rsidR="00894734">
        <w:t xml:space="preserve">, </w:t>
      </w:r>
      <w:r>
        <w:t>nous montr</w:t>
      </w:r>
      <w:r>
        <w:t>è</w:t>
      </w:r>
      <w:r>
        <w:t>rent une petite cuisine bien tenue</w:t>
      </w:r>
      <w:r w:rsidR="00894734">
        <w:t xml:space="preserve">. </w:t>
      </w:r>
      <w:r>
        <w:t>Nous entrâmes</w:t>
      </w:r>
      <w:r w:rsidR="00894734">
        <w:t>.</w:t>
      </w:r>
    </w:p>
    <w:p w14:paraId="02952FFE" w14:textId="77777777" w:rsidR="00894734" w:rsidRDefault="00000000">
      <w:r>
        <w:lastRenderedPageBreak/>
        <w:t>Cotton était le seul membre de l</w:t>
      </w:r>
      <w:r w:rsidR="00894734">
        <w:t>’</w:t>
      </w:r>
      <w:r>
        <w:t>expédition qui semblait content</w:t>
      </w:r>
      <w:r w:rsidR="00894734">
        <w:t xml:space="preserve">. </w:t>
      </w:r>
      <w:r>
        <w:t>Il avait l</w:t>
      </w:r>
      <w:r w:rsidR="00894734">
        <w:t>’</w:t>
      </w:r>
      <w:r>
        <w:t>air d</w:t>
      </w:r>
      <w:r w:rsidR="00894734">
        <w:t>’</w:t>
      </w:r>
      <w:r>
        <w:t>un maître des cérémonies conduisant ses invités vers une agréable surprise</w:t>
      </w:r>
      <w:r w:rsidR="00894734">
        <w:t xml:space="preserve">. </w:t>
      </w:r>
      <w:r>
        <w:t>Il m</w:t>
      </w:r>
      <w:r w:rsidR="00894734">
        <w:t>’</w:t>
      </w:r>
      <w:r>
        <w:t>apparaissait que nous étions là pour fouiller la maison</w:t>
      </w:r>
      <w:r w:rsidR="00894734">
        <w:t xml:space="preserve">. </w:t>
      </w:r>
      <w:r>
        <w:t>C</w:t>
      </w:r>
      <w:r w:rsidR="00894734">
        <w:t>’</w:t>
      </w:r>
      <w:r>
        <w:t>est ce que nous fîmes</w:t>
      </w:r>
      <w:r w:rsidR="00894734">
        <w:t xml:space="preserve">, </w:t>
      </w:r>
      <w:r>
        <w:t>ou plutôt Cotton le fit et nous le regardions faire</w:t>
      </w:r>
      <w:r w:rsidR="00894734">
        <w:t xml:space="preserve">. </w:t>
      </w:r>
      <w:r>
        <w:t>La maison était petite</w:t>
      </w:r>
      <w:r w:rsidR="00894734">
        <w:t xml:space="preserve">. </w:t>
      </w:r>
      <w:r>
        <w:t>Il y avait seulement une pièce au rez-de-chaussée</w:t>
      </w:r>
      <w:r w:rsidR="00894734">
        <w:t xml:space="preserve">, </w:t>
      </w:r>
      <w:r>
        <w:t>à côté de la cuisine</w:t>
      </w:r>
      <w:r w:rsidR="00894734">
        <w:t xml:space="preserve">, </w:t>
      </w:r>
      <w:r>
        <w:t>et une immense chambre à coucher au premier étage</w:t>
      </w:r>
      <w:r w:rsidR="00894734">
        <w:t>.</w:t>
      </w:r>
    </w:p>
    <w:p w14:paraId="3F814B06" w14:textId="640732F0" w:rsidR="00894734" w:rsidRDefault="00000000">
      <w:r>
        <w:t>Dans cette pièce</w:t>
      </w:r>
      <w:r w:rsidR="00894734">
        <w:t xml:space="preserve">, </w:t>
      </w:r>
      <w:proofErr w:type="spellStart"/>
      <w:r>
        <w:t>Rolly</w:t>
      </w:r>
      <w:proofErr w:type="spellEnd"/>
      <w:r>
        <w:t xml:space="preserve"> tira quelque chose d</w:t>
      </w:r>
      <w:r w:rsidR="00894734">
        <w:t>’</w:t>
      </w:r>
      <w:r>
        <w:t>entre le matelas et le sommier</w:t>
      </w:r>
      <w:r w:rsidR="00894734">
        <w:t xml:space="preserve">. </w:t>
      </w:r>
      <w:r>
        <w:t>C</w:t>
      </w:r>
      <w:r w:rsidR="00894734">
        <w:t>’</w:t>
      </w:r>
      <w:r>
        <w:t>était un petit paquet roulé dans une serviette de toile blanche</w:t>
      </w:r>
      <w:r w:rsidR="00894734">
        <w:t xml:space="preserve">. </w:t>
      </w:r>
      <w:r>
        <w:t>Cotton laissa retomber le matelas qu</w:t>
      </w:r>
      <w:r w:rsidR="00894734">
        <w:t>’</w:t>
      </w:r>
      <w:r>
        <w:t>il avait tenu levé pour que le député-shérif puisse y fouiller</w:t>
      </w:r>
      <w:r w:rsidR="00894734">
        <w:t xml:space="preserve">. </w:t>
      </w:r>
      <w:r>
        <w:t>Vernon prit le paquet et le déplia sur le lit</w:t>
      </w:r>
      <w:r w:rsidR="00894734">
        <w:t xml:space="preserve">. </w:t>
      </w:r>
      <w:r>
        <w:t>Il y avait dedans un mouchoir bordé de dentelles</w:t>
      </w:r>
      <w:r w:rsidR="00894734">
        <w:t xml:space="preserve">, </w:t>
      </w:r>
      <w:r>
        <w:t>une brosse à cheveux d</w:t>
      </w:r>
      <w:r w:rsidR="00894734">
        <w:t>’</w:t>
      </w:r>
      <w:r>
        <w:t>argent et un peigne</w:t>
      </w:r>
      <w:r w:rsidR="00894734">
        <w:t xml:space="preserve">, </w:t>
      </w:r>
      <w:r>
        <w:t>gravés aux initiales</w:t>
      </w:r>
      <w:r w:rsidR="00894734">
        <w:t xml:space="preserve"> : </w:t>
      </w:r>
      <w:proofErr w:type="spellStart"/>
      <w:r w:rsidR="00894734">
        <w:t>G.D.L</w:t>
      </w:r>
      <w:proofErr w:type="spellEnd"/>
      <w:r w:rsidR="00894734">
        <w:t xml:space="preserve">., </w:t>
      </w:r>
      <w:r>
        <w:t>une paire de gants féminins en chevreau noir</w:t>
      </w:r>
      <w:r w:rsidR="00894734">
        <w:t>.</w:t>
      </w:r>
    </w:p>
    <w:p w14:paraId="3CB793C9" w14:textId="77777777" w:rsidR="00894734" w:rsidRDefault="00000000">
      <w:r>
        <w:t>Je n</w:t>
      </w:r>
      <w:r w:rsidR="00894734">
        <w:t>’</w:t>
      </w:r>
      <w:r>
        <w:t>étais pas le moins surpris de la bande</w:t>
      </w:r>
      <w:r w:rsidR="00894734">
        <w:t>.</w:t>
      </w:r>
    </w:p>
    <w:p w14:paraId="3B2C4DA1" w14:textId="1F1E0F8F" w:rsidR="00894734" w:rsidRDefault="00894734">
      <w:r>
        <w:t>— </w:t>
      </w:r>
      <w:proofErr w:type="spellStart"/>
      <w:r>
        <w:t>G.D.L</w:t>
      </w:r>
      <w:proofErr w:type="spellEnd"/>
      <w:r>
        <w:t xml:space="preserve">., </w:t>
      </w:r>
      <w:r w:rsidR="00000000">
        <w:t>murmurai-je</w:t>
      </w:r>
      <w:r>
        <w:t xml:space="preserve">, </w:t>
      </w:r>
      <w:r w:rsidR="00000000">
        <w:t xml:space="preserve">Gabrielle Dain </w:t>
      </w:r>
      <w:proofErr w:type="spellStart"/>
      <w:r w:rsidR="00000000">
        <w:t>Legget</w:t>
      </w:r>
      <w:proofErr w:type="spellEnd"/>
      <w:r>
        <w:t xml:space="preserve">, </w:t>
      </w:r>
      <w:r w:rsidR="00000000">
        <w:t>le nom de Mrs</w:t>
      </w:r>
      <w:r>
        <w:t xml:space="preserve">. </w:t>
      </w:r>
      <w:r w:rsidR="00000000">
        <w:t>Collinson avant qu</w:t>
      </w:r>
      <w:r>
        <w:t>’</w:t>
      </w:r>
      <w:r w:rsidR="00000000">
        <w:t>elle soit mariée</w:t>
      </w:r>
      <w:r>
        <w:t>.</w:t>
      </w:r>
    </w:p>
    <w:p w14:paraId="11657947" w14:textId="77777777" w:rsidR="00894734" w:rsidRDefault="00894734">
      <w:r>
        <w:t>— </w:t>
      </w:r>
      <w:r w:rsidR="00000000">
        <w:t>Ainsi</w:t>
      </w:r>
      <w:r>
        <w:t xml:space="preserve">, </w:t>
      </w:r>
      <w:r w:rsidR="00000000">
        <w:t>dit Cotton triomphant</w:t>
      </w:r>
      <w:r>
        <w:t xml:space="preserve">, </w:t>
      </w:r>
      <w:r w:rsidR="00000000">
        <w:t>vous admettez que cela peut être</w:t>
      </w:r>
      <w:r>
        <w:t>…</w:t>
      </w:r>
    </w:p>
    <w:p w14:paraId="45992C6D" w14:textId="77777777" w:rsidR="00894734" w:rsidRDefault="00000000">
      <w:r>
        <w:t>Une voix forte nous parvint de la porte</w:t>
      </w:r>
      <w:r w:rsidR="00894734">
        <w:t> :</w:t>
      </w:r>
    </w:p>
    <w:p w14:paraId="574646CF" w14:textId="77777777" w:rsidR="00894734" w:rsidRDefault="00894734">
      <w:r>
        <w:t>— </w:t>
      </w:r>
      <w:r w:rsidR="00000000">
        <w:t>Que faites-vous tous chez moi</w:t>
      </w:r>
      <w:r>
        <w:t xml:space="preserve"> ? </w:t>
      </w:r>
      <w:r w:rsidR="00000000">
        <w:t>Avez-vous un droit de perquisition</w:t>
      </w:r>
      <w:r>
        <w:t> ?</w:t>
      </w:r>
    </w:p>
    <w:p w14:paraId="1FDEFFB4" w14:textId="77777777" w:rsidR="00894734" w:rsidRDefault="00000000">
      <w:r>
        <w:t xml:space="preserve">Harvey </w:t>
      </w:r>
      <w:proofErr w:type="spellStart"/>
      <w:r>
        <w:t>Whidden</w:t>
      </w:r>
      <w:proofErr w:type="spellEnd"/>
      <w:r>
        <w:t xml:space="preserve"> était devant nous</w:t>
      </w:r>
      <w:r w:rsidR="00894734">
        <w:t xml:space="preserve">, </w:t>
      </w:r>
      <w:r>
        <w:t xml:space="preserve">Harvey </w:t>
      </w:r>
      <w:proofErr w:type="spellStart"/>
      <w:r>
        <w:t>Whidden</w:t>
      </w:r>
      <w:proofErr w:type="spellEnd"/>
      <w:r w:rsidR="00894734">
        <w:t xml:space="preserve">, </w:t>
      </w:r>
      <w:r>
        <w:t>l</w:t>
      </w:r>
      <w:r w:rsidR="00894734">
        <w:t>’</w:t>
      </w:r>
      <w:r>
        <w:t>homme qui nous avait dit avoir vu un étranger avec Gabrielle dans la Chrysler</w:t>
      </w:r>
      <w:r w:rsidR="00894734">
        <w:t>.</w:t>
      </w:r>
    </w:p>
    <w:p w14:paraId="46813D6C" w14:textId="77777777" w:rsidR="00894734" w:rsidRDefault="00000000">
      <w:r>
        <w:t>Vernon commença</w:t>
      </w:r>
      <w:r w:rsidR="00894734">
        <w:t> :</w:t>
      </w:r>
    </w:p>
    <w:p w14:paraId="0D0F0D98" w14:textId="77777777" w:rsidR="00894734" w:rsidRDefault="00894734">
      <w:r>
        <w:lastRenderedPageBreak/>
        <w:t>— </w:t>
      </w:r>
      <w:proofErr w:type="spellStart"/>
      <w:r w:rsidR="00000000">
        <w:t>Whidden</w:t>
      </w:r>
      <w:proofErr w:type="spellEnd"/>
      <w:r>
        <w:t xml:space="preserve">, </w:t>
      </w:r>
      <w:r w:rsidR="00000000">
        <w:t>je</w:t>
      </w:r>
      <w:r>
        <w:t>…</w:t>
      </w:r>
    </w:p>
    <w:p w14:paraId="4CA4F8EC" w14:textId="77777777" w:rsidR="00894734" w:rsidRDefault="00894734">
      <w:r>
        <w:t>— </w:t>
      </w:r>
      <w:r w:rsidR="00000000">
        <w:t>C</w:t>
      </w:r>
      <w:r>
        <w:t>’</w:t>
      </w:r>
      <w:r w:rsidR="00000000">
        <w:t>est lui</w:t>
      </w:r>
      <w:r>
        <w:t xml:space="preserve">, </w:t>
      </w:r>
      <w:r w:rsidR="00000000">
        <w:t>s</w:t>
      </w:r>
      <w:r>
        <w:t>’</w:t>
      </w:r>
      <w:r w:rsidR="00000000">
        <w:t>exclama le major</w:t>
      </w:r>
      <w:r>
        <w:t xml:space="preserve">, </w:t>
      </w:r>
      <w:r w:rsidR="00000000">
        <w:t>et il tira un revolver de sous son manteau</w:t>
      </w:r>
      <w:r>
        <w:t>.</w:t>
      </w:r>
    </w:p>
    <w:p w14:paraId="2292618B" w14:textId="77777777" w:rsidR="00894734" w:rsidRDefault="00000000">
      <w:r>
        <w:t>Je donnai un violent coup sur son bras au moment où il faisait feu</w:t>
      </w:r>
      <w:r w:rsidR="00894734">
        <w:t xml:space="preserve">. </w:t>
      </w:r>
      <w:r>
        <w:t>La balle alla s</w:t>
      </w:r>
      <w:r w:rsidR="00894734">
        <w:t>’</w:t>
      </w:r>
      <w:r>
        <w:t>écraser contre le mur</w:t>
      </w:r>
      <w:r w:rsidR="00894734">
        <w:t>.</w:t>
      </w:r>
    </w:p>
    <w:p w14:paraId="0AAC9FD1" w14:textId="77777777" w:rsidR="00894734" w:rsidRDefault="00000000">
      <w:proofErr w:type="spellStart"/>
      <w:r>
        <w:t>Whidden</w:t>
      </w:r>
      <w:proofErr w:type="spellEnd"/>
      <w:r>
        <w:t xml:space="preserve"> fit un saut en arrière et descendit en courant l</w:t>
      </w:r>
      <w:r w:rsidR="00894734">
        <w:t>’</w:t>
      </w:r>
      <w:r>
        <w:t>escalier</w:t>
      </w:r>
      <w:r w:rsidR="00894734">
        <w:t xml:space="preserve">, </w:t>
      </w:r>
      <w:r>
        <w:t>Cotton s</w:t>
      </w:r>
      <w:r w:rsidR="00894734">
        <w:t>’</w:t>
      </w:r>
      <w:r>
        <w:t>élança à sa poursuite</w:t>
      </w:r>
      <w:r w:rsidR="00894734">
        <w:t xml:space="preserve">. </w:t>
      </w:r>
      <w:r>
        <w:t>Les autres et moi re</w:t>
      </w:r>
      <w:r>
        <w:t>s</w:t>
      </w:r>
      <w:r>
        <w:t>tâmes cloués sur place</w:t>
      </w:r>
      <w:r w:rsidR="00894734">
        <w:t xml:space="preserve">. </w:t>
      </w:r>
      <w:r>
        <w:t>Je dis</w:t>
      </w:r>
      <w:r w:rsidR="00894734">
        <w:t> :</w:t>
      </w:r>
    </w:p>
    <w:p w14:paraId="7606319F" w14:textId="619A96C1" w:rsidR="00894734" w:rsidRDefault="00894734">
      <w:r>
        <w:t>— </w:t>
      </w:r>
      <w:r w:rsidR="00000000">
        <w:t>Voilà de l</w:t>
      </w:r>
      <w:r>
        <w:t>’</w:t>
      </w:r>
      <w:r w:rsidR="00000000">
        <w:t>excellent sport</w:t>
      </w:r>
      <w:r>
        <w:t xml:space="preserve">, </w:t>
      </w:r>
      <w:r w:rsidR="00000000">
        <w:t>mais qu</w:t>
      </w:r>
      <w:r>
        <w:t>’</w:t>
      </w:r>
      <w:r w:rsidR="00000000">
        <w:t>est-ce que tout cela s</w:t>
      </w:r>
      <w:r w:rsidR="00000000">
        <w:t>i</w:t>
      </w:r>
      <w:r w:rsidR="00000000">
        <w:t>gnifie à la fin</w:t>
      </w:r>
      <w:r>
        <w:t xml:space="preserve"> ? </w:t>
      </w:r>
      <w:r w:rsidR="00000000">
        <w:t xml:space="preserve">Ce peigne et cette brosse étaient sur la coiffeuse de </w:t>
      </w:r>
      <w:r>
        <w:t>M</w:t>
      </w:r>
      <w:r w:rsidRPr="00894734">
        <w:rPr>
          <w:vertAlign w:val="superscript"/>
        </w:rPr>
        <w:t>rs</w:t>
      </w:r>
      <w:r>
        <w:t> </w:t>
      </w:r>
      <w:r w:rsidR="00000000">
        <w:t>Collinson</w:t>
      </w:r>
      <w:r>
        <w:t xml:space="preserve">, </w:t>
      </w:r>
      <w:r w:rsidR="00000000">
        <w:t>l</w:t>
      </w:r>
      <w:r>
        <w:t>’</w:t>
      </w:r>
      <w:r w:rsidR="00000000">
        <w:t>autre matin</w:t>
      </w:r>
      <w:r>
        <w:t xml:space="preserve">, </w:t>
      </w:r>
      <w:proofErr w:type="spellStart"/>
      <w:r w:rsidR="00000000">
        <w:t>Rolly</w:t>
      </w:r>
      <w:proofErr w:type="spellEnd"/>
      <w:r>
        <w:t xml:space="preserve">, </w:t>
      </w:r>
      <w:r w:rsidR="00000000">
        <w:t>n</w:t>
      </w:r>
      <w:r>
        <w:t>’</w:t>
      </w:r>
      <w:r w:rsidR="00000000">
        <w:t>est-ce pas</w:t>
      </w:r>
      <w:r>
        <w:t> ?</w:t>
      </w:r>
    </w:p>
    <w:p w14:paraId="3B60F04E" w14:textId="77777777" w:rsidR="00894734" w:rsidRDefault="00000000">
      <w:r>
        <w:t>Il acquiesça vaguement</w:t>
      </w:r>
      <w:r w:rsidR="00894734">
        <w:t xml:space="preserve">, </w:t>
      </w:r>
      <w:r>
        <w:t>regardant toujours la porte</w:t>
      </w:r>
      <w:r w:rsidR="00894734">
        <w:t xml:space="preserve">. </w:t>
      </w:r>
      <w:r>
        <w:t>Nul bruit ne venait du dehors</w:t>
      </w:r>
      <w:r w:rsidR="00894734">
        <w:t xml:space="preserve">. </w:t>
      </w:r>
      <w:r>
        <w:t>Je demandai</w:t>
      </w:r>
      <w:r w:rsidR="00894734">
        <w:t> :</w:t>
      </w:r>
    </w:p>
    <w:p w14:paraId="570B4A6D" w14:textId="77777777" w:rsidR="00894734" w:rsidRDefault="00894734">
      <w:r>
        <w:t>— </w:t>
      </w:r>
      <w:r w:rsidR="00000000">
        <w:t>Est-ce que Cotton a des raisons spéciales d</w:t>
      </w:r>
      <w:r>
        <w:t>’</w:t>
      </w:r>
      <w:r w:rsidR="00000000">
        <w:t xml:space="preserve">en vouloir à </w:t>
      </w:r>
      <w:proofErr w:type="spellStart"/>
      <w:r w:rsidR="00000000">
        <w:t>Whidden</w:t>
      </w:r>
      <w:proofErr w:type="spellEnd"/>
      <w:r>
        <w:t> ?</w:t>
      </w:r>
    </w:p>
    <w:p w14:paraId="2D05A94D" w14:textId="77777777" w:rsidR="00894734" w:rsidRDefault="00894734">
      <w:r>
        <w:t>— </w:t>
      </w:r>
      <w:r w:rsidR="00000000">
        <w:t>Ils ne sont pas très bons amis</w:t>
      </w:r>
      <w:r>
        <w:t xml:space="preserve">, </w:t>
      </w:r>
      <w:r w:rsidR="00000000">
        <w:t>dit le shérif</w:t>
      </w:r>
      <w:r>
        <w:t>. (</w:t>
      </w:r>
      <w:r w:rsidR="00000000">
        <w:t>Je m</w:t>
      </w:r>
      <w:r>
        <w:t>’</w:t>
      </w:r>
      <w:r w:rsidR="00000000">
        <w:t>en étais aperçu</w:t>
      </w:r>
      <w:r>
        <w:t xml:space="preserve">.) </w:t>
      </w:r>
      <w:r w:rsidR="00000000">
        <w:t>Qu</w:t>
      </w:r>
      <w:r>
        <w:t>’</w:t>
      </w:r>
      <w:r w:rsidR="00000000">
        <w:t>en pensez-vous</w:t>
      </w:r>
      <w:r>
        <w:t xml:space="preserve">, </w:t>
      </w:r>
      <w:r w:rsidR="00000000">
        <w:t>Vern</w:t>
      </w:r>
      <w:r>
        <w:t> ?</w:t>
      </w:r>
    </w:p>
    <w:p w14:paraId="2DA35FBF" w14:textId="77777777" w:rsidR="00894734" w:rsidRDefault="00000000">
      <w:r>
        <w:t>L</w:t>
      </w:r>
      <w:r w:rsidR="00894734">
        <w:t>’</w:t>
      </w:r>
      <w:r>
        <w:t>attorney regarda aussi la porte</w:t>
      </w:r>
      <w:r w:rsidR="00894734">
        <w:t xml:space="preserve">, </w:t>
      </w:r>
      <w:r>
        <w:t>roula les choses trouvées dans la serviette et mit le tout dans sa poche</w:t>
      </w:r>
      <w:r w:rsidR="00894734">
        <w:t>.</w:t>
      </w:r>
    </w:p>
    <w:p w14:paraId="74936E18" w14:textId="77777777" w:rsidR="00894734" w:rsidRDefault="00894734">
      <w:r>
        <w:t>— </w:t>
      </w:r>
      <w:r w:rsidR="00000000">
        <w:t>Venez</w:t>
      </w:r>
      <w:r>
        <w:t xml:space="preserve">, </w:t>
      </w:r>
      <w:r w:rsidR="00000000">
        <w:t>dit-il</w:t>
      </w:r>
      <w:r>
        <w:t>.</w:t>
      </w:r>
    </w:p>
    <w:p w14:paraId="5599E9B1" w14:textId="55AA0EE7" w:rsidR="00894734" w:rsidRDefault="00000000">
      <w:r>
        <w:t>La porte du devant était ouverte</w:t>
      </w:r>
      <w:r w:rsidR="00894734">
        <w:t xml:space="preserve">. </w:t>
      </w:r>
      <w:r>
        <w:t>Nous ne vîmes</w:t>
      </w:r>
      <w:r w:rsidR="00894734">
        <w:t xml:space="preserve">, </w:t>
      </w:r>
      <w:r>
        <w:t>n</w:t>
      </w:r>
      <w:r w:rsidR="00894734">
        <w:t>’</w:t>
      </w:r>
      <w:r>
        <w:t>entendîmes rien</w:t>
      </w:r>
      <w:r w:rsidR="00894734">
        <w:t xml:space="preserve">. </w:t>
      </w:r>
      <w:r>
        <w:t>Une Ford</w:t>
      </w:r>
      <w:r w:rsidR="00894734">
        <w:t xml:space="preserve">, </w:t>
      </w:r>
      <w:r>
        <w:t xml:space="preserve">celle de </w:t>
      </w:r>
      <w:proofErr w:type="spellStart"/>
      <w:r>
        <w:t>Whidden</w:t>
      </w:r>
      <w:proofErr w:type="spellEnd"/>
      <w:r w:rsidR="00894734">
        <w:t xml:space="preserve">, </w:t>
      </w:r>
      <w:r>
        <w:t>était arrêtée devant la façade</w:t>
      </w:r>
      <w:r w:rsidR="00894734">
        <w:t xml:space="preserve">. </w:t>
      </w:r>
      <w:r>
        <w:t>Nous montâmes dedans</w:t>
      </w:r>
      <w:r w:rsidR="00894734">
        <w:t xml:space="preserve">, </w:t>
      </w:r>
      <w:r>
        <w:t>Vernon au volant</w:t>
      </w:r>
      <w:r w:rsidR="00894734">
        <w:t xml:space="preserve">. </w:t>
      </w:r>
      <w:r>
        <w:t>Il nous conduisit à la villa des Embruns</w:t>
      </w:r>
      <w:r w:rsidR="00894734">
        <w:t xml:space="preserve">. </w:t>
      </w:r>
      <w:r>
        <w:t>La porte nous fut ouverte par un vieux bonhomme placé là comme gardien depuis l</w:t>
      </w:r>
      <w:r w:rsidR="00894734">
        <w:t>’</w:t>
      </w:r>
      <w:r>
        <w:t>affaire</w:t>
      </w:r>
      <w:r w:rsidR="00894734">
        <w:t>.</w:t>
      </w:r>
    </w:p>
    <w:p w14:paraId="7FEA1752" w14:textId="77777777" w:rsidR="00894734" w:rsidRDefault="00000000">
      <w:r>
        <w:t>L</w:t>
      </w:r>
      <w:r w:rsidR="00894734">
        <w:t>’</w:t>
      </w:r>
      <w:r>
        <w:t>homme nous dit qu</w:t>
      </w:r>
      <w:r w:rsidR="00894734">
        <w:t>’</w:t>
      </w:r>
      <w:r>
        <w:t>il avait vu Cotton venir vers huit he</w:t>
      </w:r>
      <w:r>
        <w:t>u</w:t>
      </w:r>
      <w:r>
        <w:t>res ce soir</w:t>
      </w:r>
      <w:r w:rsidR="00894734">
        <w:t xml:space="preserve">, </w:t>
      </w:r>
      <w:r>
        <w:t>juste pour jeter un coup d</w:t>
      </w:r>
      <w:r w:rsidR="00894734">
        <w:t>’</w:t>
      </w:r>
      <w:r>
        <w:t>œil</w:t>
      </w:r>
      <w:r w:rsidR="00894734">
        <w:t xml:space="preserve">, </w:t>
      </w:r>
      <w:r>
        <w:t>lui avait-il dit</w:t>
      </w:r>
      <w:r w:rsidR="00894734">
        <w:t xml:space="preserve">. </w:t>
      </w:r>
      <w:r>
        <w:lastRenderedPageBreak/>
        <w:t>D</w:t>
      </w:r>
      <w:r w:rsidR="00894734">
        <w:t>’</w:t>
      </w:r>
      <w:r>
        <w:t>ailleurs</w:t>
      </w:r>
      <w:r w:rsidR="00894734">
        <w:t xml:space="preserve">, </w:t>
      </w:r>
      <w:r>
        <w:t>le major avait tous les droits de venir dans la maison et il ne l</w:t>
      </w:r>
      <w:r w:rsidR="00894734">
        <w:t>’</w:t>
      </w:r>
      <w:r>
        <w:t>avait pas surveillé</w:t>
      </w:r>
      <w:r w:rsidR="00894734">
        <w:t xml:space="preserve">, </w:t>
      </w:r>
      <w:r>
        <w:t>le laissant faire ce qu</w:t>
      </w:r>
      <w:r w:rsidR="00894734">
        <w:t>’</w:t>
      </w:r>
      <w:r>
        <w:t>il voulait</w:t>
      </w:r>
      <w:r w:rsidR="00894734">
        <w:t xml:space="preserve">. </w:t>
      </w:r>
      <w:r>
        <w:t>Il ne pensait pas que le major avait emporté quelque chose</w:t>
      </w:r>
      <w:r w:rsidR="00894734">
        <w:t xml:space="preserve">, </w:t>
      </w:r>
      <w:r>
        <w:t>du moins ne s</w:t>
      </w:r>
      <w:r w:rsidR="00894734">
        <w:t>’</w:t>
      </w:r>
      <w:r>
        <w:t>en était-il pas aperçu</w:t>
      </w:r>
      <w:r w:rsidR="00894734">
        <w:t>.</w:t>
      </w:r>
    </w:p>
    <w:p w14:paraId="20FC3F0F" w14:textId="77777777" w:rsidR="00894734" w:rsidRDefault="00000000">
      <w:r>
        <w:t>Nous revînmes vers Quesada</w:t>
      </w:r>
      <w:r w:rsidR="00894734">
        <w:t xml:space="preserve">, </w:t>
      </w:r>
      <w:r>
        <w:t>mais Vernon nous arrêta e</w:t>
      </w:r>
      <w:r>
        <w:t>n</w:t>
      </w:r>
      <w:r>
        <w:t>core</w:t>
      </w:r>
      <w:r w:rsidR="00894734">
        <w:t xml:space="preserve">, </w:t>
      </w:r>
      <w:r>
        <w:t>à l</w:t>
      </w:r>
      <w:r w:rsidR="00894734">
        <w:t>’</w:t>
      </w:r>
      <w:r>
        <w:t>entrée de la ville</w:t>
      </w:r>
      <w:r w:rsidR="00894734">
        <w:t xml:space="preserve">, </w:t>
      </w:r>
      <w:r>
        <w:t>cette fois</w:t>
      </w:r>
      <w:r w:rsidR="00894734">
        <w:t xml:space="preserve">, </w:t>
      </w:r>
      <w:r>
        <w:t>au coin d</w:t>
      </w:r>
      <w:r w:rsidR="00894734">
        <w:t>’</w:t>
      </w:r>
      <w:r>
        <w:t>une rue sombre</w:t>
      </w:r>
      <w:r w:rsidR="00894734">
        <w:t xml:space="preserve">, </w:t>
      </w:r>
      <w:r>
        <w:t>devant une jolie villa</w:t>
      </w:r>
      <w:r w:rsidR="00894734">
        <w:t xml:space="preserve">. </w:t>
      </w:r>
      <w:r>
        <w:t>Après notre coup de sonnette</w:t>
      </w:r>
      <w:r w:rsidR="00894734">
        <w:t xml:space="preserve">, </w:t>
      </w:r>
      <w:r>
        <w:t>une voix de femme</w:t>
      </w:r>
      <w:r w:rsidR="00894734">
        <w:t xml:space="preserve">, </w:t>
      </w:r>
      <w:r>
        <w:t>venant de l</w:t>
      </w:r>
      <w:r w:rsidR="00894734">
        <w:t>’</w:t>
      </w:r>
      <w:r>
        <w:t>étage</w:t>
      </w:r>
      <w:r w:rsidR="00894734">
        <w:t xml:space="preserve">, </w:t>
      </w:r>
      <w:r>
        <w:t>demanda</w:t>
      </w:r>
      <w:r w:rsidR="00894734">
        <w:t> :</w:t>
      </w:r>
    </w:p>
    <w:p w14:paraId="48F55873" w14:textId="77777777" w:rsidR="00894734" w:rsidRDefault="00894734">
      <w:r>
        <w:t>— </w:t>
      </w:r>
      <w:r w:rsidR="00000000">
        <w:t>Qui est là</w:t>
      </w:r>
      <w:r>
        <w:t> ?</w:t>
      </w:r>
    </w:p>
    <w:p w14:paraId="01007E99" w14:textId="77777777" w:rsidR="00894734" w:rsidRDefault="00000000">
      <w:pPr>
        <w:rPr>
          <w:lang w:val="en-GB"/>
        </w:rPr>
      </w:pPr>
      <w:proofErr w:type="spellStart"/>
      <w:r>
        <w:rPr>
          <w:lang w:val="en-GB"/>
        </w:rPr>
        <w:t>C</w:t>
      </w:r>
      <w:r w:rsidR="00894734">
        <w:rPr>
          <w:lang w:val="en-GB"/>
        </w:rPr>
        <w:t>’</w:t>
      </w:r>
      <w:r>
        <w:rPr>
          <w:lang w:val="en-GB"/>
        </w:rPr>
        <w:t>était</w:t>
      </w:r>
      <w:proofErr w:type="spellEnd"/>
      <w:r>
        <w:rPr>
          <w:lang w:val="en-GB"/>
        </w:rPr>
        <w:t xml:space="preserve"> Mrs</w:t>
      </w:r>
      <w:r w:rsidR="00894734">
        <w:rPr>
          <w:lang w:val="en-GB"/>
        </w:rPr>
        <w:t xml:space="preserve">. </w:t>
      </w:r>
      <w:r>
        <w:rPr>
          <w:lang w:val="en-GB"/>
        </w:rPr>
        <w:t>Cotton</w:t>
      </w:r>
      <w:r w:rsidR="00894734">
        <w:rPr>
          <w:lang w:val="en-GB"/>
        </w:rPr>
        <w:t>.</w:t>
      </w:r>
    </w:p>
    <w:p w14:paraId="684FA7A1" w14:textId="77777777" w:rsidR="00894734" w:rsidRDefault="00894734">
      <w:r>
        <w:rPr>
          <w:lang w:val="en-GB"/>
        </w:rPr>
        <w:t>— </w:t>
      </w:r>
      <w:r w:rsidR="00000000">
        <w:t>Est-ce que Dick est là</w:t>
      </w:r>
      <w:r>
        <w:t xml:space="preserve">, </w:t>
      </w:r>
      <w:r w:rsidR="00000000">
        <w:t>demanda Vernon</w:t>
      </w:r>
      <w:r>
        <w:t>.</w:t>
      </w:r>
    </w:p>
    <w:p w14:paraId="475A50F5" w14:textId="77777777" w:rsidR="00894734" w:rsidRDefault="00894734">
      <w:r>
        <w:t>— </w:t>
      </w:r>
      <w:r w:rsidR="00000000">
        <w:t>Non</w:t>
      </w:r>
      <w:r>
        <w:t xml:space="preserve">, </w:t>
      </w:r>
      <w:r w:rsidR="00000000">
        <w:t>monsieur Vernon</w:t>
      </w:r>
      <w:r>
        <w:t xml:space="preserve">. </w:t>
      </w:r>
      <w:r w:rsidR="00000000">
        <w:t>Je m</w:t>
      </w:r>
      <w:r>
        <w:t>’</w:t>
      </w:r>
      <w:r w:rsidR="00000000">
        <w:t>inquiétais</w:t>
      </w:r>
      <w:r>
        <w:t xml:space="preserve">, </w:t>
      </w:r>
      <w:r w:rsidR="00000000">
        <w:t>justement</w:t>
      </w:r>
      <w:r>
        <w:t xml:space="preserve">. </w:t>
      </w:r>
      <w:r w:rsidR="00000000">
        <w:t>Attendez une minute</w:t>
      </w:r>
      <w:r>
        <w:t xml:space="preserve">, </w:t>
      </w:r>
      <w:r w:rsidR="00000000">
        <w:t>je descends</w:t>
      </w:r>
      <w:r>
        <w:t>.</w:t>
      </w:r>
    </w:p>
    <w:p w14:paraId="3BCF0166" w14:textId="77777777" w:rsidR="00894734" w:rsidRDefault="00894734">
      <w:r>
        <w:t>— </w:t>
      </w:r>
      <w:r w:rsidR="00000000">
        <w:t>Ne vous donnez pas la peine</w:t>
      </w:r>
      <w:r>
        <w:t xml:space="preserve">. </w:t>
      </w:r>
      <w:r w:rsidR="00000000">
        <w:t>Nous ne voulons pas l</w:t>
      </w:r>
      <w:r>
        <w:t>’</w:t>
      </w:r>
      <w:r w:rsidR="00000000">
        <w:t>attendre</w:t>
      </w:r>
      <w:r>
        <w:t xml:space="preserve">, </w:t>
      </w:r>
      <w:r w:rsidR="00000000">
        <w:t>je le verrai demain matin</w:t>
      </w:r>
      <w:r>
        <w:t>.</w:t>
      </w:r>
    </w:p>
    <w:p w14:paraId="283CD6F0" w14:textId="77777777" w:rsidR="00894734" w:rsidRDefault="00894734">
      <w:r>
        <w:t>— </w:t>
      </w:r>
      <w:r w:rsidR="00000000">
        <w:t>Non</w:t>
      </w:r>
      <w:r>
        <w:t xml:space="preserve">, </w:t>
      </w:r>
      <w:r w:rsidR="00000000">
        <w:t>je vous en prie</w:t>
      </w:r>
      <w:r>
        <w:t xml:space="preserve">, </w:t>
      </w:r>
      <w:r w:rsidR="00000000">
        <w:t>attendez</w:t>
      </w:r>
      <w:r>
        <w:t xml:space="preserve">, </w:t>
      </w:r>
      <w:r w:rsidR="00000000">
        <w:t>demanda-t-elle</w:t>
      </w:r>
      <w:r>
        <w:t>.</w:t>
      </w:r>
    </w:p>
    <w:p w14:paraId="61C9484E" w14:textId="77777777" w:rsidR="00894734" w:rsidRDefault="00000000">
      <w:r>
        <w:t>Un moment après</w:t>
      </w:r>
      <w:r w:rsidR="00894734">
        <w:t xml:space="preserve">, </w:t>
      </w:r>
      <w:r>
        <w:t>elle nous ouvrait la porte</w:t>
      </w:r>
      <w:r w:rsidR="00894734">
        <w:t xml:space="preserve">, </w:t>
      </w:r>
      <w:r>
        <w:t>seulement v</w:t>
      </w:r>
      <w:r>
        <w:t>ê</w:t>
      </w:r>
      <w:r>
        <w:t>tue d</w:t>
      </w:r>
      <w:r w:rsidR="00894734">
        <w:t>’</w:t>
      </w:r>
      <w:r>
        <w:t>un peignoir rose</w:t>
      </w:r>
      <w:r w:rsidR="00894734">
        <w:t xml:space="preserve">. </w:t>
      </w:r>
      <w:r>
        <w:t>Ses yeux bleus étaient brillants de fièvre</w:t>
      </w:r>
      <w:r w:rsidR="00894734">
        <w:t>.</w:t>
      </w:r>
    </w:p>
    <w:p w14:paraId="34FB085C" w14:textId="77777777" w:rsidR="00894734" w:rsidRDefault="00894734">
      <w:r>
        <w:t>— </w:t>
      </w:r>
      <w:r w:rsidR="00000000">
        <w:t>Vous n</w:t>
      </w:r>
      <w:r>
        <w:t>’</w:t>
      </w:r>
      <w:r w:rsidR="00000000">
        <w:t>avez pas besoin de vous inquiéter</w:t>
      </w:r>
      <w:r>
        <w:t xml:space="preserve">, </w:t>
      </w:r>
      <w:r w:rsidR="00000000">
        <w:t>dit Vernon</w:t>
      </w:r>
      <w:r>
        <w:t xml:space="preserve">. </w:t>
      </w:r>
      <w:r w:rsidR="00000000">
        <w:t>Il n</w:t>
      </w:r>
      <w:r>
        <w:t>’</w:t>
      </w:r>
      <w:r w:rsidR="00000000">
        <w:t>est rien arrivé</w:t>
      </w:r>
      <w:r>
        <w:t xml:space="preserve">. </w:t>
      </w:r>
      <w:r w:rsidR="00000000">
        <w:t>Nous l</w:t>
      </w:r>
      <w:r>
        <w:t>’</w:t>
      </w:r>
      <w:r w:rsidR="00000000">
        <w:t>avons quitté il y a un petit instant</w:t>
      </w:r>
      <w:r>
        <w:t xml:space="preserve">, </w:t>
      </w:r>
      <w:r w:rsidR="00000000">
        <w:t>et je pensais qu</w:t>
      </w:r>
      <w:r>
        <w:t>’</w:t>
      </w:r>
      <w:r w:rsidR="00000000">
        <w:t>il était déjà rentré</w:t>
      </w:r>
      <w:r>
        <w:t>.</w:t>
      </w:r>
    </w:p>
    <w:p w14:paraId="4C764358" w14:textId="77777777" w:rsidR="00894734" w:rsidRDefault="00894734">
      <w:r>
        <w:t>— </w:t>
      </w:r>
      <w:r w:rsidR="00000000">
        <w:t>Est-ce que</w:t>
      </w:r>
      <w:r>
        <w:t>… (</w:t>
      </w:r>
      <w:r w:rsidR="00000000">
        <w:t>Elle ramenait sur sa frêle poitrine les pans de son peignoir</w:t>
      </w:r>
      <w:r>
        <w:t xml:space="preserve">.) </w:t>
      </w:r>
      <w:r w:rsidR="00000000">
        <w:t>Est-ce qu</w:t>
      </w:r>
      <w:r>
        <w:t>’</w:t>
      </w:r>
      <w:r w:rsidR="00000000">
        <w:t>il n</w:t>
      </w:r>
      <w:r>
        <w:t>’</w:t>
      </w:r>
      <w:r w:rsidR="00000000">
        <w:t>était pas</w:t>
      </w:r>
      <w:r>
        <w:t xml:space="preserve">… </w:t>
      </w:r>
      <w:r w:rsidR="00000000">
        <w:t>chez Harvey</w:t>
      </w:r>
      <w:r>
        <w:t xml:space="preserve">… </w:t>
      </w:r>
      <w:r w:rsidR="00000000">
        <w:t xml:space="preserve">Harvey </w:t>
      </w:r>
      <w:proofErr w:type="spellStart"/>
      <w:r w:rsidR="00000000">
        <w:t>Whidden</w:t>
      </w:r>
      <w:proofErr w:type="spellEnd"/>
      <w:r>
        <w:t> ?</w:t>
      </w:r>
    </w:p>
    <w:p w14:paraId="27204D2C" w14:textId="77777777" w:rsidR="00894734" w:rsidRDefault="00000000">
      <w:r>
        <w:t>Vernon ne la regarda pas</w:t>
      </w:r>
      <w:r w:rsidR="00894734">
        <w:t xml:space="preserve">, </w:t>
      </w:r>
      <w:r>
        <w:t>quand il dit</w:t>
      </w:r>
      <w:r w:rsidR="00894734">
        <w:t> :</w:t>
      </w:r>
    </w:p>
    <w:p w14:paraId="57D636B8" w14:textId="77777777" w:rsidR="00894734" w:rsidRDefault="00894734">
      <w:r>
        <w:lastRenderedPageBreak/>
        <w:t>— </w:t>
      </w:r>
      <w:r w:rsidR="00000000">
        <w:t>Si</w:t>
      </w:r>
      <w:r>
        <w:t>.</w:t>
      </w:r>
    </w:p>
    <w:p w14:paraId="639B82D3" w14:textId="77777777" w:rsidR="00894734" w:rsidRDefault="00000000">
      <w:proofErr w:type="spellStart"/>
      <w:r>
        <w:t>Feeney</w:t>
      </w:r>
      <w:proofErr w:type="spellEnd"/>
      <w:r>
        <w:t xml:space="preserve"> et </w:t>
      </w:r>
      <w:proofErr w:type="spellStart"/>
      <w:r>
        <w:t>Rolly</w:t>
      </w:r>
      <w:proofErr w:type="spellEnd"/>
      <w:r>
        <w:t xml:space="preserve"> paraissaient aussi gênés que Vernon</w:t>
      </w:r>
      <w:r w:rsidR="00894734">
        <w:t xml:space="preserve">. </w:t>
      </w:r>
      <w:r>
        <w:t>Le v</w:t>
      </w:r>
      <w:r>
        <w:t>i</w:t>
      </w:r>
      <w:r>
        <w:t>sage de Mrs</w:t>
      </w:r>
      <w:r w:rsidR="00894734">
        <w:t xml:space="preserve">. </w:t>
      </w:r>
      <w:r>
        <w:t>Cotton devint pâle</w:t>
      </w:r>
      <w:r w:rsidR="00894734">
        <w:t xml:space="preserve">. </w:t>
      </w:r>
      <w:r>
        <w:t>Ses lèvres tremblaient</w:t>
      </w:r>
      <w:r w:rsidR="00894734">
        <w:t xml:space="preserve">, </w:t>
      </w:r>
      <w:r>
        <w:t>hachant les mots</w:t>
      </w:r>
      <w:r w:rsidR="00894734">
        <w:t> :</w:t>
      </w:r>
    </w:p>
    <w:p w14:paraId="1A7FEB87" w14:textId="77777777" w:rsidR="00894734" w:rsidRDefault="00894734">
      <w:r>
        <w:t>— </w:t>
      </w:r>
      <w:r w:rsidR="00000000">
        <w:t>Ne croyez pas ce qu</w:t>
      </w:r>
      <w:r>
        <w:t>’</w:t>
      </w:r>
      <w:r w:rsidR="00000000">
        <w:t>il vous dira</w:t>
      </w:r>
      <w:r>
        <w:t xml:space="preserve">, </w:t>
      </w:r>
      <w:r w:rsidR="00000000">
        <w:t>monsieur Vernon</w:t>
      </w:r>
      <w:r>
        <w:t xml:space="preserve">. </w:t>
      </w:r>
      <w:r w:rsidR="00000000">
        <w:t>N</w:t>
      </w:r>
      <w:r>
        <w:t>’</w:t>
      </w:r>
      <w:r w:rsidR="00000000">
        <w:t>en croyez pas un mot</w:t>
      </w:r>
      <w:r>
        <w:t xml:space="preserve">. </w:t>
      </w:r>
      <w:r w:rsidR="00000000">
        <w:t>Harvey n</w:t>
      </w:r>
      <w:r>
        <w:t>’</w:t>
      </w:r>
      <w:r w:rsidR="00000000">
        <w:t>a jamais rien eu de commun avec ces Collinson</w:t>
      </w:r>
      <w:r>
        <w:t xml:space="preserve">. </w:t>
      </w:r>
      <w:r w:rsidR="00000000">
        <w:t>Que Dick ne dise pas cela</w:t>
      </w:r>
      <w:r>
        <w:t xml:space="preserve">, </w:t>
      </w:r>
      <w:r w:rsidR="00000000">
        <w:t>ce n</w:t>
      </w:r>
      <w:r>
        <w:t>’</w:t>
      </w:r>
      <w:r w:rsidR="00000000">
        <w:t>est pas vrai</w:t>
      </w:r>
      <w:r>
        <w:t>.</w:t>
      </w:r>
    </w:p>
    <w:p w14:paraId="705C1654" w14:textId="77777777" w:rsidR="00894734" w:rsidRDefault="00000000">
      <w:r>
        <w:t>Vernon regardait le bout de ses semelles et ne dit rien</w:t>
      </w:r>
      <w:r w:rsidR="00894734">
        <w:t xml:space="preserve">. </w:t>
      </w:r>
      <w:proofErr w:type="spellStart"/>
      <w:r>
        <w:t>Ro</w:t>
      </w:r>
      <w:r>
        <w:t>l</w:t>
      </w:r>
      <w:r>
        <w:t>ly</w:t>
      </w:r>
      <w:proofErr w:type="spellEnd"/>
      <w:r>
        <w:t xml:space="preserve"> et </w:t>
      </w:r>
      <w:proofErr w:type="spellStart"/>
      <w:r>
        <w:t>Feeney</w:t>
      </w:r>
      <w:proofErr w:type="spellEnd"/>
      <w:r>
        <w:t xml:space="preserve"> regardaient attentivement tomber la pluie par la porte ouverte</w:t>
      </w:r>
      <w:r w:rsidR="00894734">
        <w:t xml:space="preserve">. </w:t>
      </w:r>
      <w:r>
        <w:t>Personne n</w:t>
      </w:r>
      <w:r w:rsidR="00894734">
        <w:t>’</w:t>
      </w:r>
      <w:r>
        <w:t>avait l</w:t>
      </w:r>
      <w:r w:rsidR="00894734">
        <w:t>’</w:t>
      </w:r>
      <w:r>
        <w:t>air d</w:t>
      </w:r>
      <w:r w:rsidR="00894734">
        <w:t>’</w:t>
      </w:r>
      <w:r>
        <w:t>avoir l</w:t>
      </w:r>
      <w:r w:rsidR="00894734">
        <w:t>’</w:t>
      </w:r>
      <w:r>
        <w:t>intention de parler</w:t>
      </w:r>
      <w:r w:rsidR="00894734">
        <w:t xml:space="preserve">. </w:t>
      </w:r>
      <w:r>
        <w:t>Mrs</w:t>
      </w:r>
      <w:r w:rsidR="00894734">
        <w:t xml:space="preserve">. </w:t>
      </w:r>
      <w:r>
        <w:t>Cotton reprit en pleurant</w:t>
      </w:r>
      <w:r w:rsidR="00894734">
        <w:t> :</w:t>
      </w:r>
    </w:p>
    <w:p w14:paraId="59A89D9D" w14:textId="77777777" w:rsidR="00894734" w:rsidRDefault="00894734">
      <w:r>
        <w:t>— </w:t>
      </w:r>
      <w:r w:rsidR="00000000">
        <w:t>Non</w:t>
      </w:r>
      <w:r>
        <w:t xml:space="preserve">, </w:t>
      </w:r>
      <w:r w:rsidR="00000000">
        <w:t>c</w:t>
      </w:r>
      <w:r>
        <w:t>’</w:t>
      </w:r>
      <w:r w:rsidR="00000000">
        <w:t>était impossible</w:t>
      </w:r>
      <w:r>
        <w:t xml:space="preserve">. </w:t>
      </w:r>
      <w:r w:rsidR="00000000">
        <w:t>Cette nuit-là</w:t>
      </w:r>
      <w:r>
        <w:t xml:space="preserve">, </w:t>
      </w:r>
      <w:r w:rsidR="00000000">
        <w:t>Harvey était ici</w:t>
      </w:r>
      <w:r>
        <w:t xml:space="preserve">. </w:t>
      </w:r>
      <w:r w:rsidR="00000000">
        <w:t>Il y est resté toute la nuit</w:t>
      </w:r>
      <w:r>
        <w:t xml:space="preserve">, </w:t>
      </w:r>
      <w:r w:rsidR="00000000">
        <w:t>de sept heures du soir au jour</w:t>
      </w:r>
      <w:r>
        <w:t>.</w:t>
      </w:r>
    </w:p>
    <w:p w14:paraId="632AD9F3" w14:textId="77777777" w:rsidR="00894734" w:rsidRDefault="00894734">
      <w:r>
        <w:t>— </w:t>
      </w:r>
      <w:r w:rsidR="00000000">
        <w:t>Où était votre mari</w:t>
      </w:r>
      <w:r>
        <w:t xml:space="preserve"> ? </w:t>
      </w:r>
      <w:r w:rsidR="00000000">
        <w:t>demandai-je</w:t>
      </w:r>
      <w:r>
        <w:t>.</w:t>
      </w:r>
    </w:p>
    <w:p w14:paraId="33837314" w14:textId="77777777" w:rsidR="00894734" w:rsidRDefault="00894734">
      <w:r>
        <w:t>— </w:t>
      </w:r>
      <w:r w:rsidR="00000000">
        <w:t>À San Francisco</w:t>
      </w:r>
      <w:r>
        <w:t xml:space="preserve">, </w:t>
      </w:r>
      <w:r w:rsidR="00000000">
        <w:t>chez sa mère</w:t>
      </w:r>
      <w:r>
        <w:t>.</w:t>
      </w:r>
    </w:p>
    <w:p w14:paraId="1302D60E" w14:textId="77777777" w:rsidR="00894734" w:rsidRDefault="00894734">
      <w:r>
        <w:t>— </w:t>
      </w:r>
      <w:r w:rsidR="00000000">
        <w:t>Quelle est son adresse</w:t>
      </w:r>
      <w:r>
        <w:t> ?</w:t>
      </w:r>
    </w:p>
    <w:p w14:paraId="534CED9A" w14:textId="77777777" w:rsidR="00894734" w:rsidRDefault="00000000">
      <w:r>
        <w:t xml:space="preserve">Elle me donna un numéro dans </w:t>
      </w:r>
      <w:proofErr w:type="spellStart"/>
      <w:r>
        <w:t>N</w:t>
      </w:r>
      <w:r w:rsidR="004E32BB">
        <w:t>œ</w:t>
      </w:r>
      <w:proofErr w:type="spellEnd"/>
      <w:r>
        <w:t xml:space="preserve"> Street</w:t>
      </w:r>
      <w:r w:rsidR="00894734">
        <w:t>.</w:t>
      </w:r>
    </w:p>
    <w:p w14:paraId="52381984" w14:textId="77777777" w:rsidR="00894734" w:rsidRDefault="00894734">
      <w:r>
        <w:t>— </w:t>
      </w:r>
      <w:r w:rsidR="00000000">
        <w:t>Est-ce que personne d</w:t>
      </w:r>
      <w:r>
        <w:t>’</w:t>
      </w:r>
      <w:r w:rsidR="00000000">
        <w:t>autre</w:t>
      </w:r>
      <w:r>
        <w:t>…</w:t>
      </w:r>
    </w:p>
    <w:p w14:paraId="7165EDA2" w14:textId="77777777" w:rsidR="00894734" w:rsidRDefault="00894734">
      <w:r>
        <w:t>— </w:t>
      </w:r>
      <w:r w:rsidR="00000000">
        <w:t>Ah</w:t>
      </w:r>
      <w:r>
        <w:t xml:space="preserve"> ! </w:t>
      </w:r>
      <w:r w:rsidR="00000000">
        <w:t>venez</w:t>
      </w:r>
      <w:r>
        <w:t xml:space="preserve">, </w:t>
      </w:r>
      <w:r w:rsidR="00000000">
        <w:t>dit encore le shérif</w:t>
      </w:r>
      <w:r>
        <w:t xml:space="preserve">. </w:t>
      </w:r>
      <w:r w:rsidR="00000000">
        <w:t>N</w:t>
      </w:r>
      <w:r>
        <w:t>’</w:t>
      </w:r>
      <w:r w:rsidR="00000000">
        <w:t>en savez-vous pas a</w:t>
      </w:r>
      <w:r w:rsidR="00000000">
        <w:t>s</w:t>
      </w:r>
      <w:r w:rsidR="00000000">
        <w:t>sez</w:t>
      </w:r>
      <w:r>
        <w:t> ?</w:t>
      </w:r>
    </w:p>
    <w:p w14:paraId="1BEA4D6C" w14:textId="77777777" w:rsidR="00894734" w:rsidRDefault="00000000">
      <w:r>
        <w:t>Mrs</w:t>
      </w:r>
      <w:r w:rsidR="00894734">
        <w:t xml:space="preserve">. </w:t>
      </w:r>
      <w:r>
        <w:t>Cotton se tourna vers l</w:t>
      </w:r>
      <w:r w:rsidR="00894734">
        <w:t>’</w:t>
      </w:r>
      <w:r>
        <w:t>attorney</w:t>
      </w:r>
      <w:r w:rsidR="00894734">
        <w:t xml:space="preserve">, </w:t>
      </w:r>
      <w:r>
        <w:t>lui prit le bras</w:t>
      </w:r>
      <w:r w:rsidR="00894734">
        <w:t> :</w:t>
      </w:r>
    </w:p>
    <w:p w14:paraId="18D91195" w14:textId="77777777" w:rsidR="00894734" w:rsidRDefault="00894734">
      <w:r>
        <w:t>— </w:t>
      </w:r>
      <w:r w:rsidR="00000000">
        <w:t>Ne me mettez pas en cause</w:t>
      </w:r>
      <w:r>
        <w:t xml:space="preserve">, </w:t>
      </w:r>
      <w:r w:rsidR="00000000">
        <w:t>monsieur Vernon</w:t>
      </w:r>
      <w:r>
        <w:t xml:space="preserve">, </w:t>
      </w:r>
      <w:r w:rsidR="00000000">
        <w:t>supplia-t-elle</w:t>
      </w:r>
      <w:r>
        <w:t xml:space="preserve">. </w:t>
      </w:r>
      <w:r w:rsidR="00000000">
        <w:t>Il fallait que je vous dise cela</w:t>
      </w:r>
      <w:r>
        <w:t xml:space="preserve">, </w:t>
      </w:r>
      <w:r w:rsidR="00000000">
        <w:t>mais</w:t>
      </w:r>
      <w:r>
        <w:t xml:space="preserve">, </w:t>
      </w:r>
      <w:r w:rsidR="00000000">
        <w:t>s</w:t>
      </w:r>
      <w:r>
        <w:t>’</w:t>
      </w:r>
      <w:r w:rsidR="00000000">
        <w:t>il vous plaît</w:t>
      </w:r>
      <w:r>
        <w:t xml:space="preserve">, </w:t>
      </w:r>
      <w:r w:rsidR="00000000">
        <w:t>n</w:t>
      </w:r>
      <w:r>
        <w:t>’</w:t>
      </w:r>
      <w:r w:rsidR="00000000">
        <w:t>en pa</w:t>
      </w:r>
      <w:r w:rsidR="00000000">
        <w:t>r</w:t>
      </w:r>
      <w:r w:rsidR="00000000">
        <w:t>lez à personne</w:t>
      </w:r>
      <w:r>
        <w:t>.</w:t>
      </w:r>
    </w:p>
    <w:p w14:paraId="1F051769" w14:textId="77777777" w:rsidR="00894734" w:rsidRDefault="00000000">
      <w:r>
        <w:lastRenderedPageBreak/>
        <w:t>L</w:t>
      </w:r>
      <w:r w:rsidR="00894734">
        <w:t>’</w:t>
      </w:r>
      <w:r>
        <w:t>attorney l</w:t>
      </w:r>
      <w:r w:rsidR="00894734">
        <w:t>’</w:t>
      </w:r>
      <w:r>
        <w:t>assura que ni lui ni aucun de nous ne parlerait de ce qu</w:t>
      </w:r>
      <w:r w:rsidR="00894734">
        <w:t>’</w:t>
      </w:r>
      <w:r>
        <w:t>elle venait de nous dire</w:t>
      </w:r>
      <w:r w:rsidR="00894734">
        <w:t>.</w:t>
      </w:r>
    </w:p>
    <w:p w14:paraId="763FE126" w14:textId="153C6392" w:rsidR="00894734" w:rsidRDefault="00000000">
      <w:r>
        <w:t>Nous remontâmes dans la Ford</w:t>
      </w:r>
      <w:r w:rsidR="00894734">
        <w:t xml:space="preserve">. </w:t>
      </w:r>
      <w:r>
        <w:t>Au bout de quelques m</w:t>
      </w:r>
      <w:r>
        <w:t>i</w:t>
      </w:r>
      <w:r>
        <w:t>nutes</w:t>
      </w:r>
      <w:r w:rsidR="00894734">
        <w:t xml:space="preserve">, </w:t>
      </w:r>
      <w:r>
        <w:t>mes compagnons avaient repris leur assiette</w:t>
      </w:r>
      <w:r w:rsidR="00894734">
        <w:t xml:space="preserve">. </w:t>
      </w:r>
      <w:r>
        <w:t>Ils décid</w:t>
      </w:r>
      <w:r>
        <w:t>è</w:t>
      </w:r>
      <w:r>
        <w:t>rent que Cotton au lieu d</w:t>
      </w:r>
      <w:r w:rsidR="00894734">
        <w:t>’</w:t>
      </w:r>
      <w:r>
        <w:t>aller à San Francisco voir sa mère le vendredi dans la nuit</w:t>
      </w:r>
      <w:r w:rsidR="00894734">
        <w:t xml:space="preserve">, </w:t>
      </w:r>
      <w:r>
        <w:t>était resté à Quesada</w:t>
      </w:r>
      <w:r w:rsidR="00894734">
        <w:t xml:space="preserve">, </w:t>
      </w:r>
      <w:r>
        <w:t>avait tué Collinson</w:t>
      </w:r>
      <w:r w:rsidR="00894734">
        <w:t xml:space="preserve">, </w:t>
      </w:r>
      <w:r>
        <w:t xml:space="preserve">téléphoné à </w:t>
      </w:r>
      <w:proofErr w:type="spellStart"/>
      <w:r>
        <w:t>Fitzstephan</w:t>
      </w:r>
      <w:proofErr w:type="spellEnd"/>
      <w:r w:rsidR="00894734">
        <w:t xml:space="preserve">, </w:t>
      </w:r>
      <w:r>
        <w:t xml:space="preserve">mis la lettre à la poste et était retourné à Quesada pour enlever </w:t>
      </w:r>
      <w:r w:rsidR="00894734">
        <w:t>M</w:t>
      </w:r>
      <w:r w:rsidR="00894734" w:rsidRPr="00894734">
        <w:rPr>
          <w:vertAlign w:val="superscript"/>
        </w:rPr>
        <w:t>rs</w:t>
      </w:r>
      <w:r w:rsidR="00894734">
        <w:t> </w:t>
      </w:r>
      <w:r>
        <w:t>Collinson</w:t>
      </w:r>
      <w:r w:rsidR="00894734">
        <w:t xml:space="preserve"> ; </w:t>
      </w:r>
      <w:r>
        <w:t>et qu</w:t>
      </w:r>
      <w:r w:rsidR="00894734">
        <w:t>’</w:t>
      </w:r>
      <w:r>
        <w:t xml:space="preserve">il avait accumulé les charges contre </w:t>
      </w:r>
      <w:proofErr w:type="spellStart"/>
      <w:r>
        <w:t>Whidden</w:t>
      </w:r>
      <w:proofErr w:type="spellEnd"/>
      <w:r w:rsidR="00894734">
        <w:t xml:space="preserve">, </w:t>
      </w:r>
      <w:r>
        <w:t>avec qui il n</w:t>
      </w:r>
      <w:r w:rsidR="00894734">
        <w:t>’</w:t>
      </w:r>
      <w:r>
        <w:t>était pas en bons te</w:t>
      </w:r>
      <w:r>
        <w:t>r</w:t>
      </w:r>
      <w:r>
        <w:t>mes depuis longtemps</w:t>
      </w:r>
      <w:r w:rsidR="00894734">
        <w:t xml:space="preserve">, </w:t>
      </w:r>
      <w:r>
        <w:t>ayant toujours soupçonné</w:t>
      </w:r>
      <w:r w:rsidR="00894734">
        <w:t xml:space="preserve">, </w:t>
      </w:r>
      <w:r>
        <w:t>ce que tout le monde maintenant savait</w:t>
      </w:r>
      <w:r w:rsidR="00894734">
        <w:t xml:space="preserve">, </w:t>
      </w:r>
      <w:r>
        <w:t xml:space="preserve">que </w:t>
      </w:r>
      <w:proofErr w:type="spellStart"/>
      <w:r>
        <w:t>Whidden</w:t>
      </w:r>
      <w:proofErr w:type="spellEnd"/>
      <w:r>
        <w:t xml:space="preserve"> était l</w:t>
      </w:r>
      <w:r w:rsidR="00894734">
        <w:t>’</w:t>
      </w:r>
      <w:r>
        <w:t>amant de Mrs</w:t>
      </w:r>
      <w:r w:rsidR="00894734">
        <w:t xml:space="preserve">. </w:t>
      </w:r>
      <w:r>
        <w:t>Cotton</w:t>
      </w:r>
      <w:r w:rsidR="00894734">
        <w:t>.</w:t>
      </w:r>
    </w:p>
    <w:p w14:paraId="18A224CD" w14:textId="77777777" w:rsidR="00894734" w:rsidRDefault="00000000">
      <w:r>
        <w:t>Dans ma chambre</w:t>
      </w:r>
      <w:r w:rsidR="00894734">
        <w:t xml:space="preserve">, </w:t>
      </w:r>
      <w:r>
        <w:t>j</w:t>
      </w:r>
      <w:r w:rsidR="00894734">
        <w:t>’</w:t>
      </w:r>
      <w:r>
        <w:t>appelai au téléphone notre agence de San Francisco</w:t>
      </w:r>
      <w:r w:rsidR="00894734">
        <w:t xml:space="preserve">. </w:t>
      </w:r>
      <w:r>
        <w:t>Pendant que j</w:t>
      </w:r>
      <w:r w:rsidR="00894734">
        <w:t>’</w:t>
      </w:r>
      <w:r>
        <w:t>attendais la communication</w:t>
      </w:r>
      <w:r w:rsidR="00894734">
        <w:t xml:space="preserve">, </w:t>
      </w:r>
      <w:r>
        <w:t>on frappa à ma porte</w:t>
      </w:r>
      <w:r w:rsidR="00894734">
        <w:t xml:space="preserve">. </w:t>
      </w:r>
      <w:r>
        <w:t>C</w:t>
      </w:r>
      <w:r w:rsidR="00894734">
        <w:t>’</w:t>
      </w:r>
      <w:r>
        <w:t>était Jack Santos</w:t>
      </w:r>
      <w:r w:rsidR="00894734">
        <w:t>.</w:t>
      </w:r>
    </w:p>
    <w:p w14:paraId="576D1466" w14:textId="77777777" w:rsidR="00894734" w:rsidRDefault="00894734">
      <w:r>
        <w:t>— </w:t>
      </w:r>
      <w:r w:rsidR="00000000">
        <w:t>Vous avez fait une bonne promenade</w:t>
      </w:r>
      <w:r>
        <w:t> ?</w:t>
      </w:r>
    </w:p>
    <w:p w14:paraId="3D93A60F" w14:textId="77777777" w:rsidR="00894734" w:rsidRDefault="00894734">
      <w:r>
        <w:t>— </w:t>
      </w:r>
      <w:r w:rsidR="00000000">
        <w:t>Très bonne</w:t>
      </w:r>
      <w:r>
        <w:t>.</w:t>
      </w:r>
    </w:p>
    <w:p w14:paraId="5E80D930" w14:textId="77777777" w:rsidR="00894734" w:rsidRDefault="00894734">
      <w:r>
        <w:t>— </w:t>
      </w:r>
      <w:r w:rsidR="00000000">
        <w:t>Du nouveau</w:t>
      </w:r>
      <w:r>
        <w:t> ?</w:t>
      </w:r>
    </w:p>
    <w:p w14:paraId="26CDE50B" w14:textId="77777777" w:rsidR="00894734" w:rsidRDefault="00894734">
      <w:r>
        <w:t>— </w:t>
      </w:r>
      <w:r w:rsidR="00000000">
        <w:t>Pas pour les journaux</w:t>
      </w:r>
      <w:r>
        <w:t xml:space="preserve">. </w:t>
      </w:r>
      <w:r w:rsidR="00000000">
        <w:t>Mais apprenez que la nouvelle h</w:t>
      </w:r>
      <w:r w:rsidR="00000000">
        <w:t>y</w:t>
      </w:r>
      <w:r w:rsidR="00000000">
        <w:t>pothèse est que le major Cotton a tout fait lui-même</w:t>
      </w:r>
      <w:r>
        <w:t xml:space="preserve">, </w:t>
      </w:r>
      <w:r w:rsidR="00000000">
        <w:t>qu</w:t>
      </w:r>
      <w:r>
        <w:t>’</w:t>
      </w:r>
      <w:r w:rsidR="00000000">
        <w:t>il a tué le mari et enlevé la femme</w:t>
      </w:r>
      <w:r>
        <w:t xml:space="preserve">, </w:t>
      </w:r>
      <w:r w:rsidR="00000000">
        <w:t>et qu</w:t>
      </w:r>
      <w:r>
        <w:t>’</w:t>
      </w:r>
      <w:r w:rsidR="00000000">
        <w:t>il accumule les preuves contre l</w:t>
      </w:r>
      <w:r>
        <w:t>’</w:t>
      </w:r>
      <w:r w:rsidR="00000000">
        <w:t>amant de sa femme à lui</w:t>
      </w:r>
      <w:r>
        <w:t>.</w:t>
      </w:r>
    </w:p>
    <w:p w14:paraId="6741DEBC" w14:textId="77777777" w:rsidR="00894734" w:rsidRDefault="00894734">
      <w:r>
        <w:t>— </w:t>
      </w:r>
      <w:r w:rsidR="00000000">
        <w:t>Eh bien</w:t>
      </w:r>
      <w:r>
        <w:t xml:space="preserve"> ! </w:t>
      </w:r>
      <w:r w:rsidR="00000000">
        <w:t>mais il est sûr de la première page ainsi</w:t>
      </w:r>
      <w:r>
        <w:t xml:space="preserve">. </w:t>
      </w:r>
      <w:r w:rsidR="00000000">
        <w:t>Savez-vous ce que je viens d</w:t>
      </w:r>
      <w:r>
        <w:t>’</w:t>
      </w:r>
      <w:r w:rsidR="00000000">
        <w:t>apprendre</w:t>
      </w:r>
      <w:r>
        <w:t xml:space="preserve"> ? </w:t>
      </w:r>
      <w:r w:rsidR="00000000">
        <w:t>c</w:t>
      </w:r>
      <w:r>
        <w:t>’</w:t>
      </w:r>
      <w:r w:rsidR="00000000">
        <w:t xml:space="preserve">est que </w:t>
      </w:r>
      <w:proofErr w:type="spellStart"/>
      <w:r w:rsidR="00000000">
        <w:t>Feeney</w:t>
      </w:r>
      <w:proofErr w:type="spellEnd"/>
      <w:r w:rsidR="00000000">
        <w:t xml:space="preserve"> et Cotton ont été rivaux dans le cœur de Mrs</w:t>
      </w:r>
      <w:r>
        <w:t xml:space="preserve">. </w:t>
      </w:r>
      <w:r w:rsidR="00000000">
        <w:t>Cotton</w:t>
      </w:r>
      <w:r>
        <w:t xml:space="preserve">, </w:t>
      </w:r>
      <w:r w:rsidR="00000000">
        <w:t>avant que celle-ci se décidât à épouser le major</w:t>
      </w:r>
      <w:r>
        <w:t>.</w:t>
      </w:r>
    </w:p>
    <w:p w14:paraId="6B14EBDA" w14:textId="77777777" w:rsidR="00894734" w:rsidRDefault="00894734">
      <w:r>
        <w:t>— </w:t>
      </w:r>
      <w:r w:rsidR="00000000">
        <w:t>Non</w:t>
      </w:r>
      <w:r>
        <w:t xml:space="preserve"> ? </w:t>
      </w:r>
      <w:r w:rsidR="00000000">
        <w:t>Il y a longtemps</w:t>
      </w:r>
      <w:r>
        <w:t> ?</w:t>
      </w:r>
    </w:p>
    <w:p w14:paraId="18774578" w14:textId="77777777" w:rsidR="00894734" w:rsidRDefault="00894734">
      <w:r>
        <w:t>— </w:t>
      </w:r>
      <w:r w:rsidR="00000000">
        <w:t>Deux ans</w:t>
      </w:r>
      <w:r>
        <w:t xml:space="preserve">, </w:t>
      </w:r>
      <w:r w:rsidR="00000000">
        <w:t>il paraît</w:t>
      </w:r>
      <w:r>
        <w:t>.</w:t>
      </w:r>
    </w:p>
    <w:p w14:paraId="40C56FB9" w14:textId="77777777" w:rsidR="00894734" w:rsidRDefault="00000000">
      <w:r>
        <w:lastRenderedPageBreak/>
        <w:t>On me sonna de San Francisco</w:t>
      </w:r>
      <w:r w:rsidR="00894734">
        <w:t xml:space="preserve">. </w:t>
      </w:r>
      <w:r>
        <w:t>Je priai qu</w:t>
      </w:r>
      <w:r w:rsidR="00894734">
        <w:t>’</w:t>
      </w:r>
      <w:r>
        <w:t>on me contrôla la visite du major chez sa mère</w:t>
      </w:r>
      <w:r w:rsidR="00894734">
        <w:t xml:space="preserve">. </w:t>
      </w:r>
      <w:r>
        <w:t>Jack bâillait et sortit pendant que je parlais</w:t>
      </w:r>
      <w:r w:rsidR="00894734">
        <w:t xml:space="preserve">. </w:t>
      </w:r>
      <w:r>
        <w:t>J</w:t>
      </w:r>
      <w:r w:rsidR="00894734">
        <w:t>’</w:t>
      </w:r>
      <w:r>
        <w:t>allai dormir</w:t>
      </w:r>
      <w:r w:rsidR="00894734">
        <w:t>.</w:t>
      </w:r>
    </w:p>
    <w:p w14:paraId="74C278E5" w14:textId="32B0B967" w:rsidR="00000000" w:rsidRDefault="00000000" w:rsidP="00894734">
      <w:pPr>
        <w:pStyle w:val="Titre2"/>
        <w:rPr>
          <w:szCs w:val="44"/>
        </w:rPr>
      </w:pPr>
      <w:bookmarkStart w:id="20" w:name="_Toc202288420"/>
      <w:r>
        <w:rPr>
          <w:szCs w:val="44"/>
        </w:rPr>
        <w:lastRenderedPageBreak/>
        <w:t>CHAPITRE XVI</w:t>
      </w:r>
      <w:r>
        <w:rPr>
          <w:szCs w:val="44"/>
        </w:rPr>
        <w:br/>
      </w:r>
      <w:r>
        <w:rPr>
          <w:szCs w:val="44"/>
        </w:rPr>
        <w:br/>
        <w:t>LA GROTTE DE LA POINTE NOIRE</w:t>
      </w:r>
      <w:bookmarkEnd w:id="20"/>
    </w:p>
    <w:p w14:paraId="51D518D2" w14:textId="77777777" w:rsidR="00894734" w:rsidRDefault="00000000">
      <w:r>
        <w:t>La sonnerie du téléphone me réveilla un peu avant dix he</w:t>
      </w:r>
      <w:r>
        <w:t>u</w:t>
      </w:r>
      <w:r>
        <w:t>res</w:t>
      </w:r>
      <w:r w:rsidR="00894734">
        <w:t xml:space="preserve">, </w:t>
      </w:r>
      <w:r>
        <w:t>le lendemain matin</w:t>
      </w:r>
      <w:r w:rsidR="00894734">
        <w:t xml:space="preserve">. </w:t>
      </w:r>
      <w:r>
        <w:t xml:space="preserve">Mickey </w:t>
      </w:r>
      <w:proofErr w:type="spellStart"/>
      <w:r>
        <w:t>Lineham</w:t>
      </w:r>
      <w:proofErr w:type="spellEnd"/>
      <w:r w:rsidR="00894734">
        <w:t xml:space="preserve">, </w:t>
      </w:r>
      <w:r>
        <w:t>m</w:t>
      </w:r>
      <w:r w:rsidR="00894734">
        <w:t>’</w:t>
      </w:r>
      <w:r>
        <w:t>appelant de San Francisco</w:t>
      </w:r>
      <w:r w:rsidR="00894734">
        <w:t xml:space="preserve">, </w:t>
      </w:r>
      <w:r>
        <w:t>me dit que Cotton était arrivé chez sa mère entre sept et sept heures et demie du matin</w:t>
      </w:r>
      <w:r w:rsidR="00894734">
        <w:t xml:space="preserve">, </w:t>
      </w:r>
      <w:r>
        <w:t>le samedi</w:t>
      </w:r>
      <w:r w:rsidR="00894734">
        <w:t xml:space="preserve">. </w:t>
      </w:r>
      <w:r>
        <w:t>Il s</w:t>
      </w:r>
      <w:r w:rsidR="00894734">
        <w:t>’</w:t>
      </w:r>
      <w:r>
        <w:t>était couché et avait dormi cinq ou six heures</w:t>
      </w:r>
      <w:r w:rsidR="00894734">
        <w:t xml:space="preserve">, </w:t>
      </w:r>
      <w:r>
        <w:t>disant à sa mère qu</w:t>
      </w:r>
      <w:r w:rsidR="00894734">
        <w:t>’</w:t>
      </w:r>
      <w:r>
        <w:t>il avait veillé toute la nuit pour une affaire de cambriolage</w:t>
      </w:r>
      <w:r w:rsidR="00894734">
        <w:t xml:space="preserve">, </w:t>
      </w:r>
      <w:r>
        <w:t>et il était reparti chez lui vers six heures</w:t>
      </w:r>
      <w:r w:rsidR="00894734">
        <w:t xml:space="preserve">, </w:t>
      </w:r>
      <w:r>
        <w:t>dans la soirée du même jour</w:t>
      </w:r>
      <w:r w:rsidR="00894734">
        <w:t>.</w:t>
      </w:r>
    </w:p>
    <w:p w14:paraId="0859DCE6" w14:textId="77777777" w:rsidR="00894734" w:rsidRDefault="00000000">
      <w:r>
        <w:t>Quand j</w:t>
      </w:r>
      <w:r w:rsidR="00894734">
        <w:t>’</w:t>
      </w:r>
      <w:r>
        <w:t>arrivai dans le hall</w:t>
      </w:r>
      <w:r w:rsidR="00894734">
        <w:t xml:space="preserve">, </w:t>
      </w:r>
      <w:r>
        <w:t>je vis Cotton qui entrait just</w:t>
      </w:r>
      <w:r>
        <w:t>e</w:t>
      </w:r>
      <w:r>
        <w:t>ment</w:t>
      </w:r>
      <w:r w:rsidR="00894734">
        <w:t>.</w:t>
      </w:r>
    </w:p>
    <w:p w14:paraId="02FCFD12" w14:textId="77777777" w:rsidR="00894734" w:rsidRDefault="00894734">
      <w:r>
        <w:t>— </w:t>
      </w:r>
      <w:r w:rsidR="00000000">
        <w:t xml:space="preserve">Vous avez retrouvé </w:t>
      </w:r>
      <w:proofErr w:type="spellStart"/>
      <w:r w:rsidR="00000000">
        <w:t>Whidden</w:t>
      </w:r>
      <w:proofErr w:type="spellEnd"/>
      <w:r>
        <w:t xml:space="preserve"> ? </w:t>
      </w:r>
      <w:r w:rsidR="00000000">
        <w:t>lui demandai-je</w:t>
      </w:r>
      <w:r>
        <w:t>.</w:t>
      </w:r>
    </w:p>
    <w:p w14:paraId="183E4046" w14:textId="77777777" w:rsidR="00894734" w:rsidRDefault="00894734">
      <w:r>
        <w:t>— </w:t>
      </w:r>
      <w:r w:rsidR="00000000">
        <w:t>Non</w:t>
      </w:r>
      <w:r>
        <w:t xml:space="preserve">, </w:t>
      </w:r>
      <w:r w:rsidR="00000000">
        <w:t>mais je le retrouverai</w:t>
      </w:r>
      <w:r>
        <w:t xml:space="preserve">. </w:t>
      </w:r>
      <w:r w:rsidR="00000000">
        <w:t>Vous savez</w:t>
      </w:r>
      <w:r>
        <w:t xml:space="preserve">, </w:t>
      </w:r>
      <w:r w:rsidR="00000000">
        <w:t>je suis tout de même heureux que vous ayez arrêté mon bras</w:t>
      </w:r>
      <w:r>
        <w:t xml:space="preserve">, </w:t>
      </w:r>
      <w:r w:rsidR="00000000">
        <w:t>même si cela lui a permis de se sauver</w:t>
      </w:r>
      <w:r>
        <w:t xml:space="preserve">. </w:t>
      </w:r>
      <w:r w:rsidR="00000000">
        <w:t>Il ne faut</w:t>
      </w:r>
      <w:r>
        <w:t xml:space="preserve">, </w:t>
      </w:r>
      <w:r w:rsidR="00000000">
        <w:t>somme toute</w:t>
      </w:r>
      <w:r>
        <w:t xml:space="preserve">, </w:t>
      </w:r>
      <w:r w:rsidR="00000000">
        <w:t>pas faire de zèle</w:t>
      </w:r>
      <w:r>
        <w:t>.</w:t>
      </w:r>
    </w:p>
    <w:p w14:paraId="218EA972" w14:textId="77777777" w:rsidR="00894734" w:rsidRDefault="00894734">
      <w:r>
        <w:t>— </w:t>
      </w:r>
      <w:r w:rsidR="00000000">
        <w:t>Oui</w:t>
      </w:r>
      <w:r>
        <w:t xml:space="preserve">. </w:t>
      </w:r>
      <w:r w:rsidR="00000000">
        <w:t>Nous sommes passés chez vous en revenant</w:t>
      </w:r>
      <w:r>
        <w:t xml:space="preserve">, </w:t>
      </w:r>
      <w:r w:rsidR="00000000">
        <w:t>pour savoir ce que vous étiez devenu</w:t>
      </w:r>
      <w:r>
        <w:t>.</w:t>
      </w:r>
    </w:p>
    <w:p w14:paraId="28943AA9" w14:textId="77777777" w:rsidR="00894734" w:rsidRDefault="00894734">
      <w:r>
        <w:t>— </w:t>
      </w:r>
      <w:r w:rsidR="00000000">
        <w:t>Je ne suis pas encore retourné chez moi</w:t>
      </w:r>
      <w:r>
        <w:t xml:space="preserve">. </w:t>
      </w:r>
      <w:r w:rsidR="00000000">
        <w:t>J</w:t>
      </w:r>
      <w:r>
        <w:t>’</w:t>
      </w:r>
      <w:r w:rsidR="00000000">
        <w:t>ai perdu toute ma nuit à courir après l</w:t>
      </w:r>
      <w:r>
        <w:t>’</w:t>
      </w:r>
      <w:r w:rsidR="00000000">
        <w:t>individu</w:t>
      </w:r>
      <w:r>
        <w:t xml:space="preserve">. </w:t>
      </w:r>
      <w:r w:rsidR="00000000">
        <w:t xml:space="preserve">Où sont Vern et </w:t>
      </w:r>
      <w:proofErr w:type="spellStart"/>
      <w:r w:rsidR="00000000">
        <w:t>Feeney</w:t>
      </w:r>
      <w:proofErr w:type="spellEnd"/>
      <w:r>
        <w:t> ?</w:t>
      </w:r>
    </w:p>
    <w:p w14:paraId="2EBCAD2F" w14:textId="77777777" w:rsidR="00894734" w:rsidRDefault="00894734">
      <w:r>
        <w:t>— </w:t>
      </w:r>
      <w:r w:rsidR="00000000">
        <w:t>Ils dorment et vous feriez mieux d</w:t>
      </w:r>
      <w:r>
        <w:t>’</w:t>
      </w:r>
      <w:r w:rsidR="00000000">
        <w:t>aller dormir vous au</w:t>
      </w:r>
      <w:r w:rsidR="00000000">
        <w:t>s</w:t>
      </w:r>
      <w:r w:rsidR="00000000">
        <w:t>si</w:t>
      </w:r>
      <w:r>
        <w:t xml:space="preserve">, </w:t>
      </w:r>
      <w:r w:rsidR="00000000">
        <w:t>dis-je</w:t>
      </w:r>
      <w:r>
        <w:t xml:space="preserve">. </w:t>
      </w:r>
      <w:r w:rsidR="00000000">
        <w:t>Je vous ferai chercher s</w:t>
      </w:r>
      <w:r>
        <w:t>’</w:t>
      </w:r>
      <w:r w:rsidR="00000000">
        <w:t>il y a quelque chose</w:t>
      </w:r>
      <w:r>
        <w:t>.</w:t>
      </w:r>
    </w:p>
    <w:p w14:paraId="74BA1BB7" w14:textId="77777777" w:rsidR="00894734" w:rsidRDefault="00000000">
      <w:r>
        <w:t>Il me quitta</w:t>
      </w:r>
      <w:r w:rsidR="00894734">
        <w:t xml:space="preserve">. </w:t>
      </w:r>
      <w:r>
        <w:t>J</w:t>
      </w:r>
      <w:r w:rsidR="00894734">
        <w:t>’</w:t>
      </w:r>
      <w:r>
        <w:t>étais au milieu de mon petit déjeuner</w:t>
      </w:r>
      <w:r w:rsidR="00894734">
        <w:t xml:space="preserve">, </w:t>
      </w:r>
      <w:r>
        <w:t>quand Vernon vint me rejoindre</w:t>
      </w:r>
      <w:r w:rsidR="00894734">
        <w:t xml:space="preserve">. </w:t>
      </w:r>
      <w:r>
        <w:t xml:space="preserve">Il avait des télégrammes de </w:t>
      </w:r>
      <w:r>
        <w:lastRenderedPageBreak/>
        <w:t>San Francisco</w:t>
      </w:r>
      <w:r w:rsidR="00894734">
        <w:t xml:space="preserve">, </w:t>
      </w:r>
      <w:r>
        <w:t xml:space="preserve">confirmant les déclarations de </w:t>
      </w:r>
      <w:proofErr w:type="spellStart"/>
      <w:r>
        <w:t>Fitzstephan</w:t>
      </w:r>
      <w:proofErr w:type="spellEnd"/>
      <w:r w:rsidR="00894734">
        <w:t xml:space="preserve">. </w:t>
      </w:r>
      <w:r>
        <w:t>Je lui dis ce qu</w:t>
      </w:r>
      <w:r w:rsidR="00894734">
        <w:t>’</w:t>
      </w:r>
      <w:r>
        <w:t>on m</w:t>
      </w:r>
      <w:r w:rsidR="00894734">
        <w:t>’</w:t>
      </w:r>
      <w:r>
        <w:t>avait rapporté sur Cotton</w:t>
      </w:r>
      <w:r w:rsidR="00894734">
        <w:t>.</w:t>
      </w:r>
    </w:p>
    <w:p w14:paraId="25F2E81B" w14:textId="77777777" w:rsidR="00894734" w:rsidRDefault="00894734">
      <w:r>
        <w:t>— </w:t>
      </w:r>
      <w:r w:rsidR="00000000">
        <w:t>Comment</w:t>
      </w:r>
      <w:r>
        <w:t xml:space="preserve">, </w:t>
      </w:r>
      <w:r w:rsidR="00000000">
        <w:t>dit Vernon</w:t>
      </w:r>
      <w:r>
        <w:t xml:space="preserve">, </w:t>
      </w:r>
      <w:r w:rsidR="00000000">
        <w:t>vous dites qu</w:t>
      </w:r>
      <w:r>
        <w:t>’</w:t>
      </w:r>
      <w:r w:rsidR="00000000">
        <w:t>il est arrivé chez sa mère vers sept heures samedi matin</w:t>
      </w:r>
      <w:r>
        <w:t> ?</w:t>
      </w:r>
    </w:p>
    <w:p w14:paraId="26A9A022" w14:textId="77777777" w:rsidR="00894734" w:rsidRDefault="00000000">
      <w:r>
        <w:t>Vernon n</w:t>
      </w:r>
      <w:r w:rsidR="00894734">
        <w:t>’</w:t>
      </w:r>
      <w:r>
        <w:t>aimait pas cela</w:t>
      </w:r>
      <w:r w:rsidR="00894734">
        <w:t xml:space="preserve">. </w:t>
      </w:r>
      <w:r>
        <w:t>Si le major était à San Francisco à cette heure-là</w:t>
      </w:r>
      <w:r w:rsidR="00894734">
        <w:t xml:space="preserve">, </w:t>
      </w:r>
      <w:r>
        <w:t>il lui devenait impossible d</w:t>
      </w:r>
      <w:r w:rsidR="00894734">
        <w:t>’</w:t>
      </w:r>
      <w:r>
        <w:t>avoir enlevé G</w:t>
      </w:r>
      <w:r>
        <w:t>a</w:t>
      </w:r>
      <w:r>
        <w:t>brielle</w:t>
      </w:r>
      <w:r w:rsidR="00894734">
        <w:t>.</w:t>
      </w:r>
    </w:p>
    <w:p w14:paraId="0BE2EC61" w14:textId="77777777" w:rsidR="00894734" w:rsidRDefault="00000000">
      <w:r>
        <w:t>À ce moment</w:t>
      </w:r>
      <w:r w:rsidR="00894734">
        <w:t xml:space="preserve">, </w:t>
      </w:r>
      <w:r>
        <w:t>j</w:t>
      </w:r>
      <w:r w:rsidR="00894734">
        <w:t>’</w:t>
      </w:r>
      <w:r>
        <w:t xml:space="preserve">aperçus </w:t>
      </w:r>
      <w:proofErr w:type="spellStart"/>
      <w:r>
        <w:t>Fitzstephan</w:t>
      </w:r>
      <w:proofErr w:type="spellEnd"/>
      <w:r>
        <w:t xml:space="preserve"> qui interrogeait le ga</w:t>
      </w:r>
      <w:r>
        <w:t>r</w:t>
      </w:r>
      <w:r>
        <w:t>çon de l</w:t>
      </w:r>
      <w:r w:rsidR="00894734">
        <w:t>’</w:t>
      </w:r>
      <w:r>
        <w:t>hôtel</w:t>
      </w:r>
      <w:r w:rsidR="00894734">
        <w:t xml:space="preserve">. </w:t>
      </w:r>
      <w:r>
        <w:t>J</w:t>
      </w:r>
      <w:r w:rsidR="00894734">
        <w:t>’</w:t>
      </w:r>
      <w:r>
        <w:t>allai le chercher et le présentai à Vernon</w:t>
      </w:r>
      <w:r w:rsidR="00894734">
        <w:t xml:space="preserve">. </w:t>
      </w:r>
      <w:r>
        <w:t>L</w:t>
      </w:r>
      <w:r w:rsidR="00894734">
        <w:t>’</w:t>
      </w:r>
      <w:r>
        <w:t>attorney étant trop occupé par la pensée de Cotton</w:t>
      </w:r>
      <w:r w:rsidR="00894734">
        <w:t xml:space="preserve">, </w:t>
      </w:r>
      <w:r>
        <w:t>ne faisait pas exactement ce qu</w:t>
      </w:r>
      <w:r w:rsidR="00894734">
        <w:t>’</w:t>
      </w:r>
      <w:r>
        <w:t>il avait si bien imaginé pour poser aucune question au romancier</w:t>
      </w:r>
      <w:r w:rsidR="00894734">
        <w:t xml:space="preserve">. </w:t>
      </w:r>
      <w:r>
        <w:t>Fitz commandait une tasse de café quand je fus appelé au téléphone</w:t>
      </w:r>
      <w:r w:rsidR="00894734">
        <w:t xml:space="preserve">. </w:t>
      </w:r>
      <w:r>
        <w:t>C</w:t>
      </w:r>
      <w:r w:rsidR="00894734">
        <w:t>’</w:t>
      </w:r>
      <w:r>
        <w:t>était la voix de Cotton</w:t>
      </w:r>
      <w:r w:rsidR="00894734">
        <w:t xml:space="preserve">, </w:t>
      </w:r>
      <w:r>
        <w:t>mais une voix que je ne reconnus que quand il se fut nommé</w:t>
      </w:r>
      <w:r w:rsidR="00894734">
        <w:t xml:space="preserve">, </w:t>
      </w:r>
      <w:r>
        <w:t>car elle était étranglée et méconnaissable</w:t>
      </w:r>
      <w:r w:rsidR="00894734">
        <w:t>.</w:t>
      </w:r>
    </w:p>
    <w:p w14:paraId="71D20556" w14:textId="77777777" w:rsidR="00894734" w:rsidRDefault="00894734">
      <w:r>
        <w:t>— </w:t>
      </w:r>
      <w:r w:rsidR="00000000">
        <w:t>Pour l</w:t>
      </w:r>
      <w:r>
        <w:t>’</w:t>
      </w:r>
      <w:r w:rsidR="00000000">
        <w:t>amour du ciel</w:t>
      </w:r>
      <w:r>
        <w:t xml:space="preserve">, </w:t>
      </w:r>
      <w:r w:rsidR="00000000">
        <w:t>disait-il</w:t>
      </w:r>
      <w:r>
        <w:t xml:space="preserve">, </w:t>
      </w:r>
      <w:r w:rsidR="00000000">
        <w:t xml:space="preserve">venez tout de suite avec Vernon et </w:t>
      </w:r>
      <w:proofErr w:type="spellStart"/>
      <w:r w:rsidR="00000000">
        <w:t>Feeney</w:t>
      </w:r>
      <w:proofErr w:type="spellEnd"/>
      <w:r>
        <w:t>.</w:t>
      </w:r>
    </w:p>
    <w:p w14:paraId="71F0C99B" w14:textId="77777777" w:rsidR="00894734" w:rsidRDefault="00894734">
      <w:r>
        <w:t>— </w:t>
      </w:r>
      <w:r w:rsidR="00000000">
        <w:t>Qu</w:t>
      </w:r>
      <w:r>
        <w:t>’</w:t>
      </w:r>
      <w:r w:rsidR="00000000">
        <w:t>y a-t-il</w:t>
      </w:r>
      <w:r>
        <w:t> ?</w:t>
      </w:r>
    </w:p>
    <w:p w14:paraId="08A8FE4E" w14:textId="77777777" w:rsidR="00894734" w:rsidRDefault="00894734">
      <w:r>
        <w:t>— </w:t>
      </w:r>
      <w:r w:rsidR="00000000">
        <w:t>Faites vite</w:t>
      </w:r>
      <w:r>
        <w:t xml:space="preserve">, </w:t>
      </w:r>
      <w:r w:rsidR="00000000">
        <w:t>je vous en supplie</w:t>
      </w:r>
      <w:r>
        <w:t xml:space="preserve">. </w:t>
      </w:r>
      <w:r w:rsidR="00000000">
        <w:t>Quelque chose d</w:t>
      </w:r>
      <w:r>
        <w:t>’</w:t>
      </w:r>
      <w:r w:rsidR="00000000">
        <w:t>affreux est arrivé</w:t>
      </w:r>
      <w:r>
        <w:t xml:space="preserve">. </w:t>
      </w:r>
      <w:r w:rsidR="00000000">
        <w:t>Pour Dieu</w:t>
      </w:r>
      <w:r>
        <w:t xml:space="preserve">, </w:t>
      </w:r>
      <w:r w:rsidR="00000000">
        <w:t>faites vite</w:t>
      </w:r>
      <w:r>
        <w:t>.</w:t>
      </w:r>
    </w:p>
    <w:p w14:paraId="23628893" w14:textId="77777777" w:rsidR="00894734" w:rsidRDefault="00000000">
      <w:r>
        <w:t>Il raccrocha</w:t>
      </w:r>
      <w:r w:rsidR="00894734">
        <w:t xml:space="preserve">. </w:t>
      </w:r>
      <w:r>
        <w:t>Je revins à la table et dis cela à Vernon</w:t>
      </w:r>
      <w:r w:rsidR="00894734">
        <w:t xml:space="preserve">. </w:t>
      </w:r>
      <w:r>
        <w:t>Il se leva brusquement</w:t>
      </w:r>
      <w:r w:rsidR="00894734">
        <w:t xml:space="preserve">, </w:t>
      </w:r>
      <w:r>
        <w:t>renversant le café de Fitz</w:t>
      </w:r>
      <w:r w:rsidR="00894734">
        <w:t xml:space="preserve">. </w:t>
      </w:r>
      <w:r>
        <w:t>Celui-ci se leva aussi mais hésita en me regardant</w:t>
      </w:r>
      <w:r w:rsidR="00894734">
        <w:t xml:space="preserve">. </w:t>
      </w:r>
      <w:r>
        <w:t>Je lui dis</w:t>
      </w:r>
      <w:r w:rsidR="00894734">
        <w:t> :</w:t>
      </w:r>
    </w:p>
    <w:p w14:paraId="1E9FB2BB" w14:textId="77777777" w:rsidR="00894734" w:rsidRDefault="00894734">
      <w:r>
        <w:t>— </w:t>
      </w:r>
      <w:r w:rsidR="00000000">
        <w:t>Venez donc</w:t>
      </w:r>
      <w:r>
        <w:t xml:space="preserve">, </w:t>
      </w:r>
      <w:r w:rsidR="00000000">
        <w:t>vous en mourez d</w:t>
      </w:r>
      <w:r>
        <w:t>’</w:t>
      </w:r>
      <w:r w:rsidR="00000000">
        <w:t>envie</w:t>
      </w:r>
      <w:r>
        <w:t xml:space="preserve">. </w:t>
      </w:r>
      <w:r w:rsidR="00000000">
        <w:t>Et peut-être trouv</w:t>
      </w:r>
      <w:r w:rsidR="00000000">
        <w:t>e</w:t>
      </w:r>
      <w:r w:rsidR="00000000">
        <w:t>rez-vous là-bas des choses qui vous plaisent</w:t>
      </w:r>
      <w:r>
        <w:t>.</w:t>
      </w:r>
    </w:p>
    <w:p w14:paraId="44EB1C27" w14:textId="4C89D008" w:rsidR="00894734" w:rsidRDefault="00000000">
      <w:r>
        <w:t>Nous prîmes la voiture de Fitz devant l</w:t>
      </w:r>
      <w:r w:rsidR="00894734">
        <w:t>’</w:t>
      </w:r>
      <w:r>
        <w:t>hôtel</w:t>
      </w:r>
      <w:r w:rsidR="00894734">
        <w:t xml:space="preserve">. </w:t>
      </w:r>
      <w:r>
        <w:t>La maison de Cotton n</w:t>
      </w:r>
      <w:r w:rsidR="00894734">
        <w:t>’</w:t>
      </w:r>
      <w:r>
        <w:t>était qu</w:t>
      </w:r>
      <w:r w:rsidR="00894734">
        <w:t>’</w:t>
      </w:r>
      <w:r>
        <w:t>à deux cents mètres</w:t>
      </w:r>
      <w:r w:rsidR="00894734">
        <w:t xml:space="preserve">. </w:t>
      </w:r>
      <w:r>
        <w:t>La porte d</w:t>
      </w:r>
      <w:r w:rsidR="00894734">
        <w:t>’</w:t>
      </w:r>
      <w:r>
        <w:t>entrée était ouverte</w:t>
      </w:r>
      <w:r w:rsidR="00894734">
        <w:t xml:space="preserve">. </w:t>
      </w:r>
      <w:r>
        <w:t xml:space="preserve">Vernon frappa mais nous entrâmes sans </w:t>
      </w:r>
      <w:r>
        <w:lastRenderedPageBreak/>
        <w:t>attendre de réponse</w:t>
      </w:r>
      <w:r w:rsidR="00894734">
        <w:t xml:space="preserve">. </w:t>
      </w:r>
      <w:r>
        <w:t>Cotton vint au-devant de nous dans le vestibule</w:t>
      </w:r>
      <w:r w:rsidR="00894734">
        <w:t xml:space="preserve">, </w:t>
      </w:r>
      <w:r>
        <w:t>les yeux agrandis et injectés de sang</w:t>
      </w:r>
      <w:r w:rsidR="00894734">
        <w:t xml:space="preserve">, </w:t>
      </w:r>
      <w:r>
        <w:t>dans une face blanche</w:t>
      </w:r>
      <w:r w:rsidR="00894734">
        <w:t xml:space="preserve">, </w:t>
      </w:r>
      <w:r>
        <w:t>aux traits figés</w:t>
      </w:r>
      <w:r w:rsidR="00894734">
        <w:t xml:space="preserve">. </w:t>
      </w:r>
      <w:r>
        <w:t>Il essaya de dire quelque chose</w:t>
      </w:r>
      <w:r w:rsidR="00894734">
        <w:t xml:space="preserve">, </w:t>
      </w:r>
      <w:r>
        <w:t>mais les mots ne pouvaient sortir de sa bouche qu</w:t>
      </w:r>
      <w:r w:rsidR="00894734">
        <w:t>’</w:t>
      </w:r>
      <w:r>
        <w:t>un tremblement agitait</w:t>
      </w:r>
      <w:r w:rsidR="00894734">
        <w:t xml:space="preserve">. </w:t>
      </w:r>
      <w:r>
        <w:t>Il fit un geste vers la porte ouverte derrière lui</w:t>
      </w:r>
      <w:r w:rsidR="00894734">
        <w:t xml:space="preserve">. </w:t>
      </w:r>
      <w:r>
        <w:t>Par cette porte</w:t>
      </w:r>
      <w:r w:rsidR="00894734">
        <w:t xml:space="preserve">, </w:t>
      </w:r>
      <w:r>
        <w:t>nous vîmes Mrs</w:t>
      </w:r>
      <w:r w:rsidR="00894734">
        <w:t xml:space="preserve">. </w:t>
      </w:r>
      <w:r>
        <w:t>Cotton</w:t>
      </w:r>
      <w:r w:rsidR="00894734">
        <w:t xml:space="preserve">. </w:t>
      </w:r>
      <w:r>
        <w:t>Elle était étendue sur le tapis du sol</w:t>
      </w:r>
      <w:r w:rsidR="00894734">
        <w:t xml:space="preserve">, </w:t>
      </w:r>
      <w:r>
        <w:t>vêtue d</w:t>
      </w:r>
      <w:r w:rsidR="00894734">
        <w:t>’</w:t>
      </w:r>
      <w:r>
        <w:t>une robe bleu pâle</w:t>
      </w:r>
      <w:r w:rsidR="00894734">
        <w:t xml:space="preserve">. </w:t>
      </w:r>
      <w:r>
        <w:t>Son cou était couvert de trac</w:t>
      </w:r>
      <w:r>
        <w:t>e</w:t>
      </w:r>
      <w:r>
        <w:t>s brunes</w:t>
      </w:r>
      <w:r w:rsidR="00894734">
        <w:t xml:space="preserve">. </w:t>
      </w:r>
      <w:r>
        <w:t>La langue</w:t>
      </w:r>
      <w:r w:rsidR="00894734">
        <w:t xml:space="preserve">, </w:t>
      </w:r>
      <w:r>
        <w:t>pendant hors de la bouche</w:t>
      </w:r>
      <w:r w:rsidR="00894734">
        <w:t xml:space="preserve">, </w:t>
      </w:r>
      <w:r>
        <w:t>était encore plus brune et les lèvres étaient gonflées et violettes</w:t>
      </w:r>
      <w:r w:rsidR="00894734">
        <w:t xml:space="preserve">. </w:t>
      </w:r>
      <w:r>
        <w:t>Les yeux étaient ouverts et fixes</w:t>
      </w:r>
      <w:r w:rsidR="00894734">
        <w:t xml:space="preserve">. </w:t>
      </w:r>
      <w:r>
        <w:t>Sa main</w:t>
      </w:r>
      <w:r w:rsidR="00894734">
        <w:t xml:space="preserve">, </w:t>
      </w:r>
      <w:r>
        <w:t>quand je la touchai</w:t>
      </w:r>
      <w:r w:rsidR="00894734">
        <w:t xml:space="preserve">, </w:t>
      </w:r>
      <w:r>
        <w:t>était encore chaude</w:t>
      </w:r>
      <w:r w:rsidR="00894734">
        <w:t>.</w:t>
      </w:r>
    </w:p>
    <w:p w14:paraId="4A58121B" w14:textId="510304D0" w:rsidR="00894734" w:rsidRDefault="00000000">
      <w:r>
        <w:t>Cotton nous suivit dans la chambre</w:t>
      </w:r>
      <w:r w:rsidR="00894734">
        <w:t xml:space="preserve">. </w:t>
      </w:r>
      <w:r>
        <w:t>Il tenait un morceau de papier jaune à la main</w:t>
      </w:r>
      <w:r w:rsidR="00894734">
        <w:t xml:space="preserve">. </w:t>
      </w:r>
      <w:r>
        <w:t>Ce n</w:t>
      </w:r>
      <w:r w:rsidR="00894734">
        <w:t>’</w:t>
      </w:r>
      <w:r>
        <w:t>était qu</w:t>
      </w:r>
      <w:r w:rsidR="00894734">
        <w:t>’</w:t>
      </w:r>
      <w:r>
        <w:t>un chiffon de papier</w:t>
      </w:r>
      <w:r w:rsidR="00894734">
        <w:t xml:space="preserve">, </w:t>
      </w:r>
      <w:r>
        <w:t>couvert des deux côtés d</w:t>
      </w:r>
      <w:r w:rsidR="00894734">
        <w:t>’</w:t>
      </w:r>
      <w:r>
        <w:t>une écriture irrégulière et nerveuse</w:t>
      </w:r>
      <w:r w:rsidR="00894734">
        <w:t xml:space="preserve">, </w:t>
      </w:r>
      <w:r>
        <w:t>hâtivement tracée</w:t>
      </w:r>
      <w:r w:rsidR="00894734">
        <w:t xml:space="preserve">. </w:t>
      </w:r>
      <w:r>
        <w:t>C</w:t>
      </w:r>
      <w:r w:rsidR="00894734">
        <w:t>’</w:t>
      </w:r>
      <w:proofErr w:type="spellStart"/>
      <w:r>
        <w:t>étai</w:t>
      </w:r>
      <w:r w:rsidR="00A57D82">
        <w:t>s</w:t>
      </w:r>
      <w:proofErr w:type="spellEnd"/>
      <w:r>
        <w:t xml:space="preserve"> moi qui était le plus près de Cotton</w:t>
      </w:r>
      <w:r w:rsidR="00894734">
        <w:t xml:space="preserve">. </w:t>
      </w:r>
      <w:r>
        <w:t>Je pris le papier et le parcourus rapidement</w:t>
      </w:r>
      <w:r w:rsidR="00894734">
        <w:t xml:space="preserve">, </w:t>
      </w:r>
      <w:r>
        <w:t>sautant des mots illisibles</w:t>
      </w:r>
      <w:r w:rsidR="00894734">
        <w:t xml:space="preserve">. </w:t>
      </w:r>
      <w:r>
        <w:t>Il disait à peu près ceci</w:t>
      </w:r>
      <w:r w:rsidR="00894734">
        <w:t> :</w:t>
      </w:r>
    </w:p>
    <w:p w14:paraId="46DEEC25" w14:textId="302A0648" w:rsidR="00894734" w:rsidRDefault="00000000">
      <w:proofErr w:type="spellStart"/>
      <w:r>
        <w:rPr>
          <w:i/>
        </w:rPr>
        <w:t>Whidden</w:t>
      </w:r>
      <w:proofErr w:type="spellEnd"/>
      <w:r>
        <w:rPr>
          <w:i/>
        </w:rPr>
        <w:t xml:space="preserve"> est venu la nuit dernière</w:t>
      </w:r>
      <w:r w:rsidR="00894734">
        <w:rPr>
          <w:i/>
        </w:rPr>
        <w:t xml:space="preserve">… </w:t>
      </w:r>
      <w:r>
        <w:rPr>
          <w:i/>
        </w:rPr>
        <w:t>dit que mon mari le cherchait</w:t>
      </w:r>
      <w:r w:rsidR="00894734">
        <w:rPr>
          <w:i/>
        </w:rPr>
        <w:t xml:space="preserve">… </w:t>
      </w:r>
      <w:r>
        <w:rPr>
          <w:i/>
        </w:rPr>
        <w:t>affaire Collinson</w:t>
      </w:r>
      <w:r w:rsidR="00894734">
        <w:rPr>
          <w:i/>
        </w:rPr>
        <w:t xml:space="preserve">… </w:t>
      </w:r>
      <w:r>
        <w:rPr>
          <w:i/>
        </w:rPr>
        <w:t>je l</w:t>
      </w:r>
      <w:r w:rsidR="00894734">
        <w:rPr>
          <w:i/>
        </w:rPr>
        <w:t>’</w:t>
      </w:r>
      <w:r>
        <w:rPr>
          <w:i/>
        </w:rPr>
        <w:t>ai caché dans la mansarde</w:t>
      </w:r>
      <w:r w:rsidR="00894734">
        <w:rPr>
          <w:i/>
        </w:rPr>
        <w:t xml:space="preserve">… </w:t>
      </w:r>
      <w:r>
        <w:rPr>
          <w:i/>
        </w:rPr>
        <w:t>la seule façon de le sauver était de dire qu</w:t>
      </w:r>
      <w:r w:rsidR="00894734">
        <w:rPr>
          <w:i/>
        </w:rPr>
        <w:t>’</w:t>
      </w:r>
      <w:r>
        <w:rPr>
          <w:i/>
        </w:rPr>
        <w:t>il avait passé la nuit de vendredi ici</w:t>
      </w:r>
      <w:r w:rsidR="00894734">
        <w:rPr>
          <w:i/>
        </w:rPr>
        <w:t xml:space="preserve">… </w:t>
      </w:r>
      <w:r>
        <w:rPr>
          <w:i/>
        </w:rPr>
        <w:t xml:space="preserve">quand </w:t>
      </w:r>
      <w:r w:rsidR="00894734">
        <w:rPr>
          <w:i/>
        </w:rPr>
        <w:t>M. </w:t>
      </w:r>
      <w:r>
        <w:rPr>
          <w:i/>
        </w:rPr>
        <w:t>Vernon est venu</w:t>
      </w:r>
      <w:r w:rsidR="00894734">
        <w:rPr>
          <w:i/>
        </w:rPr>
        <w:t xml:space="preserve">, </w:t>
      </w:r>
      <w:r>
        <w:rPr>
          <w:i/>
        </w:rPr>
        <w:t>Harvey a dit qu</w:t>
      </w:r>
      <w:r w:rsidR="00894734">
        <w:rPr>
          <w:i/>
        </w:rPr>
        <w:t>’</w:t>
      </w:r>
      <w:r>
        <w:rPr>
          <w:i/>
        </w:rPr>
        <w:t>il me tuerait si je ne disais pas cela</w:t>
      </w:r>
      <w:r w:rsidR="00894734">
        <w:rPr>
          <w:i/>
        </w:rPr>
        <w:t xml:space="preserve">… </w:t>
      </w:r>
      <w:r>
        <w:rPr>
          <w:i/>
        </w:rPr>
        <w:t>mais il n</w:t>
      </w:r>
      <w:r w:rsidR="00894734">
        <w:rPr>
          <w:i/>
        </w:rPr>
        <w:t>’</w:t>
      </w:r>
      <w:r>
        <w:rPr>
          <w:i/>
        </w:rPr>
        <w:t>était pas là cette nuit-là</w:t>
      </w:r>
      <w:r w:rsidR="00894734">
        <w:rPr>
          <w:i/>
        </w:rPr>
        <w:t xml:space="preserve">… </w:t>
      </w:r>
      <w:r>
        <w:rPr>
          <w:i/>
        </w:rPr>
        <w:t>je ne savais pas encore qu</w:t>
      </w:r>
      <w:r w:rsidR="00894734">
        <w:rPr>
          <w:i/>
        </w:rPr>
        <w:t>’</w:t>
      </w:r>
      <w:r>
        <w:rPr>
          <w:i/>
        </w:rPr>
        <w:t>il était coupable</w:t>
      </w:r>
      <w:r w:rsidR="00894734">
        <w:rPr>
          <w:i/>
        </w:rPr>
        <w:t xml:space="preserve">… </w:t>
      </w:r>
      <w:r>
        <w:rPr>
          <w:i/>
        </w:rPr>
        <w:t>il m</w:t>
      </w:r>
      <w:r w:rsidR="00894734">
        <w:rPr>
          <w:i/>
        </w:rPr>
        <w:t>’</w:t>
      </w:r>
      <w:r>
        <w:rPr>
          <w:i/>
        </w:rPr>
        <w:t>a dit après</w:t>
      </w:r>
      <w:r w:rsidR="00894734">
        <w:rPr>
          <w:i/>
        </w:rPr>
        <w:t xml:space="preserve">… </w:t>
      </w:r>
      <w:r>
        <w:rPr>
          <w:i/>
        </w:rPr>
        <w:t>il a essayé de l</w:t>
      </w:r>
      <w:r w:rsidR="00894734">
        <w:rPr>
          <w:i/>
        </w:rPr>
        <w:t>’</w:t>
      </w:r>
      <w:r>
        <w:rPr>
          <w:i/>
        </w:rPr>
        <w:t>enlever dans la nuit de jeudi</w:t>
      </w:r>
      <w:r w:rsidR="00894734">
        <w:rPr>
          <w:i/>
        </w:rPr>
        <w:t xml:space="preserve">… </w:t>
      </w:r>
      <w:r>
        <w:rPr>
          <w:i/>
        </w:rPr>
        <w:t>mais su</w:t>
      </w:r>
      <w:r>
        <w:rPr>
          <w:i/>
        </w:rPr>
        <w:t>r</w:t>
      </w:r>
      <w:r>
        <w:rPr>
          <w:i/>
        </w:rPr>
        <w:t>pris par le mari</w:t>
      </w:r>
      <w:r w:rsidR="00894734">
        <w:rPr>
          <w:i/>
        </w:rPr>
        <w:t xml:space="preserve">… </w:t>
      </w:r>
      <w:r>
        <w:rPr>
          <w:i/>
        </w:rPr>
        <w:t>il a vu Collinson venir au télégramme</w:t>
      </w:r>
      <w:r w:rsidR="00894734">
        <w:rPr>
          <w:i/>
        </w:rPr>
        <w:t xml:space="preserve">, </w:t>
      </w:r>
      <w:r>
        <w:rPr>
          <w:i/>
        </w:rPr>
        <w:t>l</w:t>
      </w:r>
      <w:r w:rsidR="00894734">
        <w:rPr>
          <w:i/>
        </w:rPr>
        <w:t>’</w:t>
      </w:r>
      <w:r>
        <w:rPr>
          <w:i/>
        </w:rPr>
        <w:t>a suivi</w:t>
      </w:r>
      <w:r w:rsidR="00894734">
        <w:rPr>
          <w:i/>
        </w:rPr>
        <w:t xml:space="preserve">, </w:t>
      </w:r>
      <w:r>
        <w:rPr>
          <w:i/>
        </w:rPr>
        <w:t>l</w:t>
      </w:r>
      <w:r w:rsidR="00894734">
        <w:rPr>
          <w:i/>
        </w:rPr>
        <w:t>’</w:t>
      </w:r>
      <w:r>
        <w:rPr>
          <w:i/>
        </w:rPr>
        <w:t>a tué</w:t>
      </w:r>
      <w:r w:rsidR="00894734">
        <w:rPr>
          <w:i/>
        </w:rPr>
        <w:t xml:space="preserve">… </w:t>
      </w:r>
      <w:r>
        <w:rPr>
          <w:i/>
        </w:rPr>
        <w:t>allé à San Francisco</w:t>
      </w:r>
      <w:r w:rsidR="00894734">
        <w:rPr>
          <w:i/>
        </w:rPr>
        <w:t xml:space="preserve">… </w:t>
      </w:r>
      <w:r>
        <w:rPr>
          <w:i/>
        </w:rPr>
        <w:t>mais il avait trop bu de whisky pour pouvoir bien parler au téléphone</w:t>
      </w:r>
      <w:r w:rsidR="00894734">
        <w:rPr>
          <w:i/>
        </w:rPr>
        <w:t xml:space="preserve">… </w:t>
      </w:r>
      <w:r>
        <w:rPr>
          <w:i/>
        </w:rPr>
        <w:t>il voulait s</w:t>
      </w:r>
      <w:r>
        <w:rPr>
          <w:i/>
        </w:rPr>
        <w:t>a</w:t>
      </w:r>
      <w:r>
        <w:rPr>
          <w:i/>
        </w:rPr>
        <w:t>voir à qui réclamer de l</w:t>
      </w:r>
      <w:r w:rsidR="00894734">
        <w:rPr>
          <w:i/>
        </w:rPr>
        <w:t>’</w:t>
      </w:r>
      <w:r>
        <w:rPr>
          <w:i/>
        </w:rPr>
        <w:t>argent</w:t>
      </w:r>
      <w:r w:rsidR="00894734">
        <w:rPr>
          <w:i/>
        </w:rPr>
        <w:t xml:space="preserve">… </w:t>
      </w:r>
      <w:r>
        <w:rPr>
          <w:i/>
        </w:rPr>
        <w:t>il a écrit la lettre et est rev</w:t>
      </w:r>
      <w:r>
        <w:rPr>
          <w:i/>
        </w:rPr>
        <w:t>e</w:t>
      </w:r>
      <w:r>
        <w:rPr>
          <w:i/>
        </w:rPr>
        <w:t>nu</w:t>
      </w:r>
      <w:r w:rsidR="00894734">
        <w:rPr>
          <w:i/>
        </w:rPr>
        <w:t xml:space="preserve">… </w:t>
      </w:r>
      <w:r>
        <w:rPr>
          <w:i/>
        </w:rPr>
        <w:t>il l</w:t>
      </w:r>
      <w:r w:rsidR="00894734">
        <w:rPr>
          <w:i/>
        </w:rPr>
        <w:t>’</w:t>
      </w:r>
      <w:r>
        <w:rPr>
          <w:i/>
        </w:rPr>
        <w:t>a emmenée sur la route</w:t>
      </w:r>
      <w:r w:rsidR="00894734">
        <w:rPr>
          <w:i/>
        </w:rPr>
        <w:t xml:space="preserve">… </w:t>
      </w:r>
      <w:r>
        <w:rPr>
          <w:i/>
        </w:rPr>
        <w:t>il l</w:t>
      </w:r>
      <w:r w:rsidR="00894734">
        <w:rPr>
          <w:i/>
        </w:rPr>
        <w:t>’</w:t>
      </w:r>
      <w:r>
        <w:rPr>
          <w:i/>
        </w:rPr>
        <w:t>a cachée à la grotte des contrebandiers</w:t>
      </w:r>
      <w:r w:rsidR="00894734">
        <w:rPr>
          <w:i/>
        </w:rPr>
        <w:t xml:space="preserve">, </w:t>
      </w:r>
      <w:r>
        <w:rPr>
          <w:i/>
        </w:rPr>
        <w:t>quelque part</w:t>
      </w:r>
      <w:r w:rsidR="00894734">
        <w:rPr>
          <w:i/>
        </w:rPr>
        <w:t xml:space="preserve">, </w:t>
      </w:r>
      <w:r>
        <w:rPr>
          <w:i/>
        </w:rPr>
        <w:t>du côté de la Pointe Noire</w:t>
      </w:r>
      <w:r w:rsidR="00894734">
        <w:rPr>
          <w:i/>
        </w:rPr>
        <w:t xml:space="preserve">… </w:t>
      </w:r>
      <w:r>
        <w:rPr>
          <w:i/>
        </w:rPr>
        <w:t>il est parti en bateau</w:t>
      </w:r>
      <w:r w:rsidR="00894734">
        <w:rPr>
          <w:i/>
        </w:rPr>
        <w:t xml:space="preserve">… </w:t>
      </w:r>
      <w:r>
        <w:rPr>
          <w:i/>
        </w:rPr>
        <w:t>il est en bas en train de manger pendant que j</w:t>
      </w:r>
      <w:r w:rsidR="00894734">
        <w:rPr>
          <w:i/>
        </w:rPr>
        <w:t>’</w:t>
      </w:r>
      <w:r>
        <w:rPr>
          <w:i/>
        </w:rPr>
        <w:t>écris</w:t>
      </w:r>
      <w:r w:rsidR="00894734">
        <w:rPr>
          <w:i/>
        </w:rPr>
        <w:t xml:space="preserve">… </w:t>
      </w:r>
      <w:r>
        <w:rPr>
          <w:i/>
        </w:rPr>
        <w:t>tuée</w:t>
      </w:r>
      <w:r w:rsidR="00894734">
        <w:rPr>
          <w:i/>
        </w:rPr>
        <w:t xml:space="preserve">… </w:t>
      </w:r>
      <w:r>
        <w:rPr>
          <w:i/>
        </w:rPr>
        <w:t>je ne veux pas être sa complice</w:t>
      </w:r>
      <w:r w:rsidR="00894734">
        <w:rPr>
          <w:i/>
        </w:rPr>
        <w:t xml:space="preserve">… </w:t>
      </w:r>
      <w:r w:rsidR="00894734">
        <w:t xml:space="preserve">– </w:t>
      </w:r>
      <w:r>
        <w:t>Daisy C</w:t>
      </w:r>
      <w:r>
        <w:rPr>
          <w:szCs w:val="32"/>
        </w:rPr>
        <w:t>O</w:t>
      </w:r>
      <w:r>
        <w:rPr>
          <w:szCs w:val="32"/>
        </w:rPr>
        <w:t>T</w:t>
      </w:r>
      <w:r>
        <w:rPr>
          <w:szCs w:val="32"/>
        </w:rPr>
        <w:t>TON</w:t>
      </w:r>
      <w:r w:rsidR="00894734">
        <w:t>.</w:t>
      </w:r>
    </w:p>
    <w:p w14:paraId="7B1E40C5" w14:textId="77777777" w:rsidR="00894734" w:rsidRDefault="00000000">
      <w:r>
        <w:lastRenderedPageBreak/>
        <w:t xml:space="preserve">Le shérif et </w:t>
      </w:r>
      <w:proofErr w:type="spellStart"/>
      <w:r>
        <w:t>Rolly</w:t>
      </w:r>
      <w:proofErr w:type="spellEnd"/>
      <w:r>
        <w:t xml:space="preserve"> étaient arrivés pendant que je lisais</w:t>
      </w:r>
      <w:r w:rsidR="00894734">
        <w:t xml:space="preserve">. </w:t>
      </w:r>
      <w:r>
        <w:t xml:space="preserve">Le visage de </w:t>
      </w:r>
      <w:proofErr w:type="spellStart"/>
      <w:r>
        <w:t>Feeney</w:t>
      </w:r>
      <w:proofErr w:type="spellEnd"/>
      <w:r>
        <w:t xml:space="preserve"> était aussi pâle que celui de Cotton</w:t>
      </w:r>
      <w:r w:rsidR="00894734">
        <w:t xml:space="preserve">. </w:t>
      </w:r>
      <w:r>
        <w:t>Vernon dit au major</w:t>
      </w:r>
      <w:r w:rsidR="00894734">
        <w:t> :</w:t>
      </w:r>
    </w:p>
    <w:p w14:paraId="096667CD" w14:textId="77777777" w:rsidR="00894734" w:rsidRDefault="00894734">
      <w:r>
        <w:t>— </w:t>
      </w:r>
      <w:r w:rsidR="00000000">
        <w:t>C</w:t>
      </w:r>
      <w:r>
        <w:t>’</w:t>
      </w:r>
      <w:r w:rsidR="00000000">
        <w:t>est vous qui avez écrit cela</w:t>
      </w:r>
      <w:r>
        <w:t> ?</w:t>
      </w:r>
    </w:p>
    <w:p w14:paraId="3ECCAB26" w14:textId="77777777" w:rsidR="00894734" w:rsidRDefault="00000000">
      <w:proofErr w:type="spellStart"/>
      <w:r>
        <w:t>Feeney</w:t>
      </w:r>
      <w:proofErr w:type="spellEnd"/>
      <w:r>
        <w:t xml:space="preserve"> prit le papier de mes mains</w:t>
      </w:r>
      <w:r w:rsidR="00894734">
        <w:t xml:space="preserve">, </w:t>
      </w:r>
      <w:r>
        <w:t>le regarda</w:t>
      </w:r>
      <w:r w:rsidR="00894734">
        <w:t xml:space="preserve">, </w:t>
      </w:r>
      <w:r>
        <w:t>secoua la tête et dit d</w:t>
      </w:r>
      <w:r w:rsidR="00894734">
        <w:t>’</w:t>
      </w:r>
      <w:r>
        <w:t>une voix rauque</w:t>
      </w:r>
      <w:r w:rsidR="00894734">
        <w:t> :</w:t>
      </w:r>
    </w:p>
    <w:p w14:paraId="310A9B61" w14:textId="77777777" w:rsidR="00894734" w:rsidRDefault="00894734">
      <w:r>
        <w:t>— </w:t>
      </w:r>
      <w:r w:rsidR="00000000">
        <w:t>Non</w:t>
      </w:r>
      <w:r>
        <w:t xml:space="preserve">, </w:t>
      </w:r>
      <w:r w:rsidR="00000000">
        <w:t>c</w:t>
      </w:r>
      <w:r>
        <w:t>’</w:t>
      </w:r>
      <w:r w:rsidR="00000000">
        <w:t>est son écriture à elle</w:t>
      </w:r>
      <w:r>
        <w:t>.</w:t>
      </w:r>
    </w:p>
    <w:p w14:paraId="7E8EA569" w14:textId="77777777" w:rsidR="00894734" w:rsidRDefault="00000000">
      <w:r>
        <w:t>Cotton bégaya</w:t>
      </w:r>
      <w:r w:rsidR="00894734">
        <w:t> :</w:t>
      </w:r>
    </w:p>
    <w:p w14:paraId="7F7CD582" w14:textId="77777777" w:rsidR="00894734" w:rsidRDefault="00894734">
      <w:r>
        <w:t>— </w:t>
      </w:r>
      <w:r w:rsidR="00000000">
        <w:t>Non</w:t>
      </w:r>
      <w:r>
        <w:t xml:space="preserve">, </w:t>
      </w:r>
      <w:r w:rsidR="00000000">
        <w:t>je jure devant Dieu que ce n</w:t>
      </w:r>
      <w:r>
        <w:t>’</w:t>
      </w:r>
      <w:r w:rsidR="00000000">
        <w:t>est pas moi</w:t>
      </w:r>
      <w:r>
        <w:t xml:space="preserve">. </w:t>
      </w:r>
      <w:r w:rsidR="00000000">
        <w:t>J</w:t>
      </w:r>
      <w:r>
        <w:t>’</w:t>
      </w:r>
      <w:r w:rsidR="00000000">
        <w:t>ai caché le paquet chez lui</w:t>
      </w:r>
      <w:r>
        <w:t xml:space="preserve">, </w:t>
      </w:r>
      <w:r w:rsidR="00000000">
        <w:t>je le reconnais</w:t>
      </w:r>
      <w:r>
        <w:t xml:space="preserve">, </w:t>
      </w:r>
      <w:r w:rsidR="00000000">
        <w:t>mais c</w:t>
      </w:r>
      <w:r>
        <w:t>’</w:t>
      </w:r>
      <w:r w:rsidR="00000000">
        <w:t>est tout</w:t>
      </w:r>
      <w:r>
        <w:t xml:space="preserve">. </w:t>
      </w:r>
      <w:r w:rsidR="00000000">
        <w:t>Je suis revenu à la maison et j</w:t>
      </w:r>
      <w:r>
        <w:t>’</w:t>
      </w:r>
      <w:r w:rsidR="00000000">
        <w:t>ai trouvé ma femme comme cela</w:t>
      </w:r>
      <w:r>
        <w:t xml:space="preserve">. </w:t>
      </w:r>
      <w:r w:rsidR="00000000">
        <w:t>Je le jure</w:t>
      </w:r>
      <w:r>
        <w:t>.</w:t>
      </w:r>
    </w:p>
    <w:p w14:paraId="76421030" w14:textId="77777777" w:rsidR="00894734" w:rsidRDefault="00894734">
      <w:r>
        <w:t>— </w:t>
      </w:r>
      <w:r w:rsidR="00000000">
        <w:t>Où étiez-vous la nuit de vendredi</w:t>
      </w:r>
      <w:r>
        <w:t xml:space="preserve"> ? </w:t>
      </w:r>
      <w:r w:rsidR="00000000">
        <w:t>demanda Vernon</w:t>
      </w:r>
      <w:r>
        <w:t>.</w:t>
      </w:r>
    </w:p>
    <w:p w14:paraId="014A3880" w14:textId="77777777" w:rsidR="00894734" w:rsidRDefault="00894734">
      <w:r>
        <w:t>— </w:t>
      </w:r>
      <w:r w:rsidR="00000000">
        <w:t>Dehors</w:t>
      </w:r>
      <w:r>
        <w:t xml:space="preserve">, </w:t>
      </w:r>
      <w:r w:rsidR="00000000">
        <w:t>guettant ma maison</w:t>
      </w:r>
      <w:r>
        <w:t xml:space="preserve">. </w:t>
      </w:r>
      <w:r w:rsidR="00000000">
        <w:t>Je pensais</w:t>
      </w:r>
      <w:r>
        <w:t xml:space="preserve">, </w:t>
      </w:r>
      <w:r w:rsidR="00000000">
        <w:t>je pensais bien qu</w:t>
      </w:r>
      <w:r>
        <w:t>’</w:t>
      </w:r>
      <w:r w:rsidR="00000000">
        <w:t>il pouvait</w:t>
      </w:r>
      <w:r>
        <w:t xml:space="preserve">… </w:t>
      </w:r>
      <w:r w:rsidR="00000000">
        <w:t>Mais il n</w:t>
      </w:r>
      <w:r>
        <w:t>’</w:t>
      </w:r>
      <w:r w:rsidR="00000000">
        <w:t>est pas venu cette nuit-là</w:t>
      </w:r>
      <w:r>
        <w:t xml:space="preserve">. </w:t>
      </w:r>
      <w:r w:rsidR="00000000">
        <w:t>J</w:t>
      </w:r>
      <w:r>
        <w:t>’</w:t>
      </w:r>
      <w:r w:rsidR="00000000">
        <w:t>ai guetté jusqu</w:t>
      </w:r>
      <w:r>
        <w:t>’</w:t>
      </w:r>
      <w:r w:rsidR="00000000">
        <w:t>à l</w:t>
      </w:r>
      <w:r>
        <w:t>’</w:t>
      </w:r>
      <w:r w:rsidR="00000000">
        <w:t>aube et puis je suis parti à San Francisco</w:t>
      </w:r>
      <w:r>
        <w:t xml:space="preserve">. </w:t>
      </w:r>
      <w:r w:rsidR="00000000">
        <w:t>Je n</w:t>
      </w:r>
      <w:r>
        <w:t>’</w:t>
      </w:r>
      <w:r w:rsidR="00000000">
        <w:t>ai pas</w:t>
      </w:r>
      <w:r>
        <w:t>…</w:t>
      </w:r>
    </w:p>
    <w:p w14:paraId="47D39D1B" w14:textId="77777777" w:rsidR="00894734" w:rsidRDefault="00000000">
      <w:r>
        <w:t>Un véritable rugissement du shérif nous empêcha d</w:t>
      </w:r>
      <w:r w:rsidR="00894734">
        <w:t>’</w:t>
      </w:r>
      <w:r>
        <w:t>entendre les derniers mots</w:t>
      </w:r>
      <w:r w:rsidR="00894734">
        <w:t xml:space="preserve">. </w:t>
      </w:r>
      <w:proofErr w:type="spellStart"/>
      <w:r>
        <w:t>Feeney</w:t>
      </w:r>
      <w:proofErr w:type="spellEnd"/>
      <w:r>
        <w:t xml:space="preserve"> brandissait la lettre de la femme morte</w:t>
      </w:r>
      <w:r w:rsidR="00894734">
        <w:t xml:space="preserve">. </w:t>
      </w:r>
      <w:r>
        <w:t>Il cria</w:t>
      </w:r>
      <w:r w:rsidR="00894734">
        <w:t> :</w:t>
      </w:r>
    </w:p>
    <w:p w14:paraId="3523DA34" w14:textId="77777777" w:rsidR="00894734" w:rsidRDefault="00894734">
      <w:r>
        <w:t>— </w:t>
      </w:r>
      <w:r w:rsidR="00000000">
        <w:t>Du côté de la Pointe Noire</w:t>
      </w:r>
      <w:r>
        <w:t xml:space="preserve">, </w:t>
      </w:r>
      <w:r w:rsidR="00000000">
        <w:t>qu</w:t>
      </w:r>
      <w:r>
        <w:t>’</w:t>
      </w:r>
      <w:r w:rsidR="00000000">
        <w:t>est-ce que nous faisons ici</w:t>
      </w:r>
      <w:r>
        <w:t> ?</w:t>
      </w:r>
    </w:p>
    <w:p w14:paraId="57D0E459" w14:textId="77777777" w:rsidR="00894734" w:rsidRDefault="00000000">
      <w:r>
        <w:t>Il se précipita hors de la maison</w:t>
      </w:r>
      <w:r w:rsidR="00894734">
        <w:t xml:space="preserve">. </w:t>
      </w:r>
      <w:r>
        <w:t>Nous le suivîmes</w:t>
      </w:r>
      <w:r w:rsidR="00894734">
        <w:t xml:space="preserve">. </w:t>
      </w:r>
      <w:proofErr w:type="spellStart"/>
      <w:r>
        <w:t>Rolly</w:t>
      </w:r>
      <w:proofErr w:type="spellEnd"/>
      <w:r>
        <w:t xml:space="preserve"> prit Cotton dans sa voiture</w:t>
      </w:r>
      <w:r w:rsidR="00894734">
        <w:t xml:space="preserve">. </w:t>
      </w:r>
      <w:r>
        <w:t>Vernon</w:t>
      </w:r>
      <w:r w:rsidR="00894734">
        <w:t xml:space="preserve">, </w:t>
      </w:r>
      <w:r>
        <w:t xml:space="preserve">le shérif et moi partîmes avec </w:t>
      </w:r>
      <w:proofErr w:type="spellStart"/>
      <w:r>
        <w:t>Fitzstephan</w:t>
      </w:r>
      <w:proofErr w:type="spellEnd"/>
      <w:r w:rsidR="00894734">
        <w:t xml:space="preserve">. </w:t>
      </w:r>
      <w:r>
        <w:t>Le shérif nous indiqua le chemin le plus court vers la mer</w:t>
      </w:r>
      <w:r w:rsidR="00894734">
        <w:t xml:space="preserve">. </w:t>
      </w:r>
      <w:r>
        <w:t>En tournant la tête vers lui</w:t>
      </w:r>
      <w:r w:rsidR="00894734">
        <w:t xml:space="preserve">, </w:t>
      </w:r>
      <w:r>
        <w:t>à un moment</w:t>
      </w:r>
      <w:r w:rsidR="00894734">
        <w:t xml:space="preserve">, </w:t>
      </w:r>
      <w:r>
        <w:t>je vis une larme tomber sur le pistolet qui était sur ses genoux</w:t>
      </w:r>
      <w:r w:rsidR="00894734">
        <w:t>.</w:t>
      </w:r>
    </w:p>
    <w:p w14:paraId="1F66CE24" w14:textId="77777777" w:rsidR="00894734" w:rsidRDefault="00000000">
      <w:r>
        <w:lastRenderedPageBreak/>
        <w:t>Quand nous fûmes arrivés à la mer</w:t>
      </w:r>
      <w:r w:rsidR="00894734">
        <w:t xml:space="preserve">, </w:t>
      </w:r>
      <w:r>
        <w:t>nous prîmes un canot automobile conduit par un jeune homme nommé Tim</w:t>
      </w:r>
      <w:r w:rsidR="00894734">
        <w:t xml:space="preserve">. </w:t>
      </w:r>
      <w:r>
        <w:t>Il nous dit qu</w:t>
      </w:r>
      <w:r w:rsidR="00894734">
        <w:t>’</w:t>
      </w:r>
      <w:r>
        <w:t>il ne connaissait pas de cachette de contrebandier sur la côte</w:t>
      </w:r>
      <w:r w:rsidR="00894734">
        <w:t xml:space="preserve">, </w:t>
      </w:r>
      <w:r>
        <w:t>mais que</w:t>
      </w:r>
      <w:r w:rsidR="00894734">
        <w:t xml:space="preserve">, </w:t>
      </w:r>
      <w:r>
        <w:t>puisque nous lui assurions qu</w:t>
      </w:r>
      <w:r w:rsidR="00894734">
        <w:t>’</w:t>
      </w:r>
      <w:r>
        <w:t>il y en avait une</w:t>
      </w:r>
      <w:r w:rsidR="00894734">
        <w:t xml:space="preserve">, </w:t>
      </w:r>
      <w:r>
        <w:t>il saurait bien la trouver</w:t>
      </w:r>
      <w:r w:rsidR="00894734">
        <w:t>.</w:t>
      </w:r>
    </w:p>
    <w:p w14:paraId="60A248CA" w14:textId="77777777" w:rsidR="00894734" w:rsidRDefault="00000000">
      <w:r>
        <w:t>Le bateau atteignit en une demi-heure le promontoire que les autres appelaient la Pointe Noire</w:t>
      </w:r>
      <w:r w:rsidR="00894734">
        <w:t xml:space="preserve">. </w:t>
      </w:r>
      <w:r>
        <w:t>Tim vira pour approcher le plus près possible des rochers qui s</w:t>
      </w:r>
      <w:r w:rsidR="00894734">
        <w:t>’</w:t>
      </w:r>
      <w:r>
        <w:t>élevaient très haut en muraille abrupte au-dessus de l</w:t>
      </w:r>
      <w:r w:rsidR="00894734">
        <w:t>’</w:t>
      </w:r>
      <w:r>
        <w:t>eau</w:t>
      </w:r>
      <w:r w:rsidR="00894734">
        <w:t xml:space="preserve">. </w:t>
      </w:r>
      <w:r>
        <w:t>Nous scrutions la paroi grise</w:t>
      </w:r>
      <w:r w:rsidR="00894734">
        <w:t xml:space="preserve">. </w:t>
      </w:r>
      <w:r>
        <w:t>Deux fois</w:t>
      </w:r>
      <w:r w:rsidR="00894734">
        <w:t xml:space="preserve">, </w:t>
      </w:r>
      <w:r>
        <w:t>nous avions vu des anfractuosités dans le mur de roc</w:t>
      </w:r>
      <w:r w:rsidR="00894734">
        <w:t xml:space="preserve">, </w:t>
      </w:r>
      <w:r>
        <w:t>mais en nous approchant</w:t>
      </w:r>
      <w:r w:rsidR="00894734">
        <w:t xml:space="preserve">, </w:t>
      </w:r>
      <w:r>
        <w:t>nous voyions qu</w:t>
      </w:r>
      <w:r w:rsidR="00894734">
        <w:t>’</w:t>
      </w:r>
      <w:r>
        <w:t>elles n</w:t>
      </w:r>
      <w:r w:rsidR="00894734">
        <w:t>’</w:t>
      </w:r>
      <w:r>
        <w:t>étaient que des failles insignifiantes</w:t>
      </w:r>
      <w:r w:rsidR="00894734">
        <w:t xml:space="preserve">, </w:t>
      </w:r>
      <w:r>
        <w:t>peu profondes</w:t>
      </w:r>
      <w:r w:rsidR="00894734">
        <w:t xml:space="preserve">, </w:t>
      </w:r>
      <w:r>
        <w:t>et bien impropres à c</w:t>
      </w:r>
      <w:r>
        <w:t>a</w:t>
      </w:r>
      <w:r>
        <w:t>cher quoi que ce fût</w:t>
      </w:r>
      <w:r w:rsidR="00894734">
        <w:t xml:space="preserve">. </w:t>
      </w:r>
      <w:r>
        <w:t>La troisième ouverture ne nous semblait pas être davantage ce que nous cherchions quand Cotton s</w:t>
      </w:r>
      <w:r w:rsidR="00894734">
        <w:t>’</w:t>
      </w:r>
      <w:r>
        <w:t>écria d</w:t>
      </w:r>
      <w:r w:rsidR="00894734">
        <w:t>’</w:t>
      </w:r>
      <w:r>
        <w:t>une voix forte</w:t>
      </w:r>
      <w:r w:rsidR="00894734">
        <w:t> :</w:t>
      </w:r>
    </w:p>
    <w:p w14:paraId="4A787E83" w14:textId="77777777" w:rsidR="00894734" w:rsidRDefault="00894734">
      <w:r>
        <w:t>— </w:t>
      </w:r>
      <w:r w:rsidR="00000000">
        <w:t>C</w:t>
      </w:r>
      <w:r>
        <w:t>’</w:t>
      </w:r>
      <w:r w:rsidR="00000000">
        <w:t>est ici</w:t>
      </w:r>
      <w:r>
        <w:t>.</w:t>
      </w:r>
    </w:p>
    <w:p w14:paraId="380C27CA" w14:textId="77777777" w:rsidR="00894734" w:rsidRDefault="00000000">
      <w:r>
        <w:t>Tous</w:t>
      </w:r>
      <w:r w:rsidR="00894734">
        <w:t xml:space="preserve">, </w:t>
      </w:r>
      <w:r>
        <w:t>nous le regardâmes</w:t>
      </w:r>
      <w:r w:rsidR="00894734">
        <w:t xml:space="preserve">. </w:t>
      </w:r>
      <w:r>
        <w:t>Il pointait son pistolet vers l</w:t>
      </w:r>
      <w:r w:rsidR="00894734">
        <w:t>’</w:t>
      </w:r>
      <w:r>
        <w:t>entrée de la fissure qui n</w:t>
      </w:r>
      <w:r w:rsidR="00894734">
        <w:t>’</w:t>
      </w:r>
      <w:r>
        <w:t>avait guère plus de trois à quatre m</w:t>
      </w:r>
      <w:r>
        <w:t>è</w:t>
      </w:r>
      <w:r>
        <w:t>tres de large</w:t>
      </w:r>
      <w:r w:rsidR="00894734">
        <w:t xml:space="preserve">. </w:t>
      </w:r>
      <w:r>
        <w:t>Tim fit machine en arrière</w:t>
      </w:r>
      <w:r w:rsidR="00894734">
        <w:t xml:space="preserve">. </w:t>
      </w:r>
      <w:r>
        <w:t>Chacun de nous tendit le cou</w:t>
      </w:r>
      <w:r w:rsidR="00894734">
        <w:t xml:space="preserve">. </w:t>
      </w:r>
      <w:r>
        <w:t>C</w:t>
      </w:r>
      <w:r w:rsidR="00894734">
        <w:t>’</w:t>
      </w:r>
      <w:r>
        <w:t>était en effet l</w:t>
      </w:r>
      <w:r w:rsidR="00894734">
        <w:t>’</w:t>
      </w:r>
      <w:r>
        <w:t>entrée d</w:t>
      </w:r>
      <w:r w:rsidR="00894734">
        <w:t>’</w:t>
      </w:r>
      <w:r>
        <w:t>une grotte profonde</w:t>
      </w:r>
      <w:r w:rsidR="00894734">
        <w:t xml:space="preserve">, </w:t>
      </w:r>
      <w:r>
        <w:t>étroite</w:t>
      </w:r>
      <w:r w:rsidR="00894734">
        <w:t xml:space="preserve">. </w:t>
      </w:r>
      <w:r>
        <w:t>La mer s</w:t>
      </w:r>
      <w:r w:rsidR="00894734">
        <w:t>’</w:t>
      </w:r>
      <w:r>
        <w:t>y engouffrait</w:t>
      </w:r>
      <w:r w:rsidR="00894734">
        <w:t>.</w:t>
      </w:r>
    </w:p>
    <w:p w14:paraId="71875735" w14:textId="77777777" w:rsidR="00894734" w:rsidRDefault="00894734">
      <w:r>
        <w:t>— </w:t>
      </w:r>
      <w:r w:rsidR="00000000">
        <w:t>Entrons</w:t>
      </w:r>
      <w:r>
        <w:t xml:space="preserve"> ! </w:t>
      </w:r>
      <w:r w:rsidR="00000000">
        <w:t xml:space="preserve">ordonna </w:t>
      </w:r>
      <w:proofErr w:type="spellStart"/>
      <w:r w:rsidR="00000000">
        <w:t>Feeney</w:t>
      </w:r>
      <w:proofErr w:type="spellEnd"/>
      <w:r>
        <w:t>.</w:t>
      </w:r>
    </w:p>
    <w:p w14:paraId="02C50FDC" w14:textId="77777777" w:rsidR="00894734" w:rsidRDefault="00000000">
      <w:r>
        <w:t>Tim fronça les sourcils</w:t>
      </w:r>
      <w:r w:rsidR="00894734">
        <w:t xml:space="preserve">, </w:t>
      </w:r>
      <w:r>
        <w:t>hésita</w:t>
      </w:r>
      <w:r w:rsidR="00894734">
        <w:t> :</w:t>
      </w:r>
    </w:p>
    <w:p w14:paraId="1E6AA381" w14:textId="77777777" w:rsidR="00894734" w:rsidRDefault="00894734">
      <w:r>
        <w:t>— </w:t>
      </w:r>
      <w:r w:rsidR="00000000">
        <w:t>Je ne crois pas que la barque y passe</w:t>
      </w:r>
      <w:r>
        <w:t>.</w:t>
      </w:r>
    </w:p>
    <w:p w14:paraId="71C6C9B6" w14:textId="77777777" w:rsidR="00894734" w:rsidRDefault="00894734">
      <w:r>
        <w:t>— </w:t>
      </w:r>
      <w:r w:rsidR="00000000">
        <w:t>Entrons</w:t>
      </w:r>
      <w:r>
        <w:t xml:space="preserve"> ! </w:t>
      </w:r>
      <w:r w:rsidR="00000000">
        <w:t xml:space="preserve">hurla </w:t>
      </w:r>
      <w:proofErr w:type="spellStart"/>
      <w:r w:rsidR="00000000">
        <w:t>Feeney</w:t>
      </w:r>
      <w:proofErr w:type="spellEnd"/>
      <w:r>
        <w:t>.</w:t>
      </w:r>
    </w:p>
    <w:p w14:paraId="0113207D" w14:textId="77777777" w:rsidR="00894734" w:rsidRDefault="00000000">
      <w:r>
        <w:t>Tim jeta un regard sur le visage du shérif</w:t>
      </w:r>
      <w:r w:rsidR="00894734">
        <w:t xml:space="preserve">. </w:t>
      </w:r>
      <w:r>
        <w:t>Il entra</w:t>
      </w:r>
      <w:r w:rsidR="00894734">
        <w:t xml:space="preserve">. </w:t>
      </w:r>
      <w:r>
        <w:t>Le b</w:t>
      </w:r>
      <w:r>
        <w:t>a</w:t>
      </w:r>
      <w:r>
        <w:t>teau sembla se dérober sous nos pieds</w:t>
      </w:r>
      <w:r w:rsidR="00894734">
        <w:t xml:space="preserve">. </w:t>
      </w:r>
      <w:r>
        <w:t>Nous tombâmes quelque peu les uns sur les autres</w:t>
      </w:r>
      <w:r w:rsidR="00894734">
        <w:t xml:space="preserve">. </w:t>
      </w:r>
      <w:r>
        <w:t>La mer se déchaînait entre les deux parois et faisait un bruit d</w:t>
      </w:r>
      <w:r w:rsidR="00894734">
        <w:t>’</w:t>
      </w:r>
      <w:r>
        <w:t>enfer</w:t>
      </w:r>
      <w:r w:rsidR="00894734">
        <w:t xml:space="preserve">. </w:t>
      </w:r>
      <w:r>
        <w:t xml:space="preserve">Mais au bout de </w:t>
      </w:r>
      <w:r>
        <w:lastRenderedPageBreak/>
        <w:t>quelques m</w:t>
      </w:r>
      <w:r>
        <w:t>è</w:t>
      </w:r>
      <w:r>
        <w:t>tres</w:t>
      </w:r>
      <w:r w:rsidR="00894734">
        <w:t xml:space="preserve">, </w:t>
      </w:r>
      <w:r>
        <w:t>le passage s</w:t>
      </w:r>
      <w:r w:rsidR="00894734">
        <w:t>’</w:t>
      </w:r>
      <w:r>
        <w:t>élargit</w:t>
      </w:r>
      <w:r w:rsidR="00894734">
        <w:t xml:space="preserve">. </w:t>
      </w:r>
      <w:r>
        <w:t>Nous nous trouvions dans une espèce de poche en forme de V</w:t>
      </w:r>
      <w:r w:rsidR="00894734">
        <w:t xml:space="preserve">, </w:t>
      </w:r>
      <w:r>
        <w:t>de vaste proportion et dont le sol s</w:t>
      </w:r>
      <w:r w:rsidR="00894734">
        <w:t>’</w:t>
      </w:r>
      <w:r>
        <w:t>élevait progressivement</w:t>
      </w:r>
      <w:r w:rsidR="00894734">
        <w:t xml:space="preserve">. </w:t>
      </w:r>
      <w:r>
        <w:t>Même à marée haute</w:t>
      </w:r>
      <w:r w:rsidR="00894734">
        <w:t xml:space="preserve">, </w:t>
      </w:r>
      <w:r>
        <w:t>le fond devait rester sec</w:t>
      </w:r>
      <w:r w:rsidR="00894734">
        <w:t xml:space="preserve">, </w:t>
      </w:r>
      <w:r>
        <w:t>mais la grotte n</w:t>
      </w:r>
      <w:r w:rsidR="00894734">
        <w:t>’</w:t>
      </w:r>
      <w:r>
        <w:t>était accessible que par mer</w:t>
      </w:r>
      <w:r w:rsidR="00894734">
        <w:t xml:space="preserve">, </w:t>
      </w:r>
      <w:r>
        <w:t>comme nous étions venus</w:t>
      </w:r>
      <w:r w:rsidR="00894734">
        <w:t xml:space="preserve">. </w:t>
      </w:r>
      <w:r>
        <w:t>Quand le bateau de Tim aborda</w:t>
      </w:r>
      <w:r w:rsidR="00894734">
        <w:t xml:space="preserve">, </w:t>
      </w:r>
      <w:r>
        <w:t>il se rangea à côté d</w:t>
      </w:r>
      <w:r w:rsidR="00894734">
        <w:t>’</w:t>
      </w:r>
      <w:r>
        <w:t>un autre plus petit peint en blanc et vert</w:t>
      </w:r>
      <w:r w:rsidR="00894734">
        <w:t xml:space="preserve">. </w:t>
      </w:r>
      <w:r>
        <w:t>Il était vide</w:t>
      </w:r>
      <w:r w:rsidR="00894734">
        <w:t xml:space="preserve">. </w:t>
      </w:r>
      <w:r>
        <w:t>Personne n</w:t>
      </w:r>
      <w:r w:rsidR="00894734">
        <w:t>’</w:t>
      </w:r>
      <w:r>
        <w:t>était en vue</w:t>
      </w:r>
      <w:r w:rsidR="00894734">
        <w:t xml:space="preserve">. </w:t>
      </w:r>
      <w:r>
        <w:t>Mais il y avait des marques de pas sur le sable sec</w:t>
      </w:r>
      <w:r w:rsidR="00894734">
        <w:t xml:space="preserve">. </w:t>
      </w:r>
      <w:r>
        <w:t>Des grandes et des petites</w:t>
      </w:r>
      <w:r w:rsidR="00894734">
        <w:t xml:space="preserve">. </w:t>
      </w:r>
      <w:r>
        <w:t>Deux gamelles vides étaient posées à même le sol et on voyait les restes d</w:t>
      </w:r>
      <w:r w:rsidR="00894734">
        <w:t>’</w:t>
      </w:r>
      <w:r>
        <w:t>un feu</w:t>
      </w:r>
      <w:r w:rsidR="00894734">
        <w:t>.</w:t>
      </w:r>
    </w:p>
    <w:p w14:paraId="7738A4A2" w14:textId="77777777" w:rsidR="00894734" w:rsidRDefault="00894734">
      <w:r>
        <w:t>— </w:t>
      </w:r>
      <w:r w:rsidR="00000000">
        <w:t>C</w:t>
      </w:r>
      <w:r>
        <w:t>’</w:t>
      </w:r>
      <w:r w:rsidR="00000000">
        <w:t>est celui de Harvey</w:t>
      </w:r>
      <w:r>
        <w:t xml:space="preserve">, </w:t>
      </w:r>
      <w:r w:rsidR="00000000">
        <w:t xml:space="preserve">dit </w:t>
      </w:r>
      <w:proofErr w:type="spellStart"/>
      <w:r w:rsidR="00000000">
        <w:t>Rolly</w:t>
      </w:r>
      <w:proofErr w:type="spellEnd"/>
      <w:r w:rsidR="00000000">
        <w:t xml:space="preserve"> en désignant le bateau</w:t>
      </w:r>
      <w:r>
        <w:t>.</w:t>
      </w:r>
    </w:p>
    <w:p w14:paraId="4903D602" w14:textId="77777777" w:rsidR="00894734" w:rsidRDefault="00000000">
      <w:r>
        <w:t>Aussi soudainement qu</w:t>
      </w:r>
      <w:r w:rsidR="00894734">
        <w:t>’</w:t>
      </w:r>
      <w:r>
        <w:t>une apparition</w:t>
      </w:r>
      <w:r w:rsidR="00894734">
        <w:t xml:space="preserve">, </w:t>
      </w:r>
      <w:r>
        <w:t>Harvey apparut dans le fond de la grotte</w:t>
      </w:r>
      <w:r w:rsidR="00894734">
        <w:t xml:space="preserve">. </w:t>
      </w:r>
      <w:r>
        <w:t>La colère et la stupéfaction étaient peintes sur sa face massive et dans sa voix quand il s</w:t>
      </w:r>
      <w:r w:rsidR="00894734">
        <w:t>’</w:t>
      </w:r>
      <w:r>
        <w:t>écria</w:t>
      </w:r>
      <w:r w:rsidR="00894734">
        <w:t> :</w:t>
      </w:r>
    </w:p>
    <w:p w14:paraId="34D388C1" w14:textId="77777777" w:rsidR="00894734" w:rsidRDefault="00894734">
      <w:r>
        <w:t>— </w:t>
      </w:r>
      <w:r w:rsidR="00000000">
        <w:t>Ah</w:t>
      </w:r>
      <w:r>
        <w:t xml:space="preserve"> ! </w:t>
      </w:r>
      <w:r w:rsidR="00000000">
        <w:t>vous jouez le double jeu</w:t>
      </w:r>
      <w:r>
        <w:t> !</w:t>
      </w:r>
    </w:p>
    <w:p w14:paraId="49EE9D41" w14:textId="77777777" w:rsidR="00894734" w:rsidRDefault="00894734">
      <w:r>
        <w:t>— </w:t>
      </w:r>
      <w:r w:rsidR="00000000">
        <w:t>Écoutez</w:t>
      </w:r>
      <w:r>
        <w:t xml:space="preserve">, </w:t>
      </w:r>
      <w:proofErr w:type="spellStart"/>
      <w:r w:rsidR="00000000">
        <w:t>Whidden</w:t>
      </w:r>
      <w:proofErr w:type="spellEnd"/>
      <w:r>
        <w:t xml:space="preserve">, </w:t>
      </w:r>
      <w:r w:rsidR="00000000">
        <w:t>dit Vernon</w:t>
      </w:r>
      <w:r>
        <w:t>…</w:t>
      </w:r>
    </w:p>
    <w:p w14:paraId="23B20E54" w14:textId="77777777" w:rsidR="00894734" w:rsidRDefault="00000000">
      <w:r>
        <w:t>Il n</w:t>
      </w:r>
      <w:r w:rsidR="00894734">
        <w:t>’</w:t>
      </w:r>
      <w:r>
        <w:t>eut pas le temps d</w:t>
      </w:r>
      <w:r w:rsidR="00894734">
        <w:t>’</w:t>
      </w:r>
      <w:r>
        <w:t>achever sa phrase</w:t>
      </w:r>
      <w:r w:rsidR="00894734">
        <w:t xml:space="preserve">. </w:t>
      </w:r>
      <w:r>
        <w:t xml:space="preserve">La balle tirée par le fusil de </w:t>
      </w:r>
      <w:proofErr w:type="spellStart"/>
      <w:r>
        <w:t>Whidden</w:t>
      </w:r>
      <w:proofErr w:type="spellEnd"/>
      <w:r>
        <w:t xml:space="preserve"> effleura l</w:t>
      </w:r>
      <w:r w:rsidR="00894734">
        <w:t>’</w:t>
      </w:r>
      <w:r>
        <w:t>oreille de Cotton qui se trouvait en avant</w:t>
      </w:r>
      <w:r w:rsidR="00894734">
        <w:t xml:space="preserve">. </w:t>
      </w:r>
      <w:r>
        <w:t>Elle passa entre Fitz et moi et alla s</w:t>
      </w:r>
      <w:r w:rsidR="00894734">
        <w:t>’</w:t>
      </w:r>
      <w:r>
        <w:t>écraser sur la paroi rocheuse</w:t>
      </w:r>
      <w:r w:rsidR="00894734">
        <w:t xml:space="preserve">. </w:t>
      </w:r>
      <w:r>
        <w:t>Quatre détonations répondirent</w:t>
      </w:r>
      <w:r w:rsidR="00894734">
        <w:t xml:space="preserve">. </w:t>
      </w:r>
      <w:proofErr w:type="spellStart"/>
      <w:r>
        <w:t>Whidden</w:t>
      </w:r>
      <w:proofErr w:type="spellEnd"/>
      <w:r>
        <w:t xml:space="preserve"> ne fit qu</w:t>
      </w:r>
      <w:r w:rsidR="00894734">
        <w:t>’</w:t>
      </w:r>
      <w:r>
        <w:t>un pas en arrière</w:t>
      </w:r>
      <w:r w:rsidR="00894734">
        <w:t>.</w:t>
      </w:r>
    </w:p>
    <w:p w14:paraId="2169C44D" w14:textId="77777777" w:rsidR="00894734" w:rsidRDefault="00000000">
      <w:r>
        <w:t>Il était mort quand nous nous approchâmes</w:t>
      </w:r>
      <w:r w:rsidR="00894734">
        <w:t xml:space="preserve">, </w:t>
      </w:r>
      <w:r>
        <w:t>trois balles dans la poitrine</w:t>
      </w:r>
      <w:r w:rsidR="00894734">
        <w:t xml:space="preserve">, </w:t>
      </w:r>
      <w:r>
        <w:t>une dans la tête</w:t>
      </w:r>
      <w:r w:rsidR="00894734">
        <w:t>.</w:t>
      </w:r>
    </w:p>
    <w:p w14:paraId="1C512814" w14:textId="77777777" w:rsidR="00894734" w:rsidRDefault="00000000">
      <w:r>
        <w:t>Nous trouvâmes Gabrielle Collinson blottie dans un creux du rocher</w:t>
      </w:r>
      <w:r w:rsidR="00894734">
        <w:t xml:space="preserve">. </w:t>
      </w:r>
      <w:r>
        <w:t>Il y avait là un paquet de goémon sec</w:t>
      </w:r>
      <w:r w:rsidR="00894734">
        <w:t xml:space="preserve">, </w:t>
      </w:r>
      <w:r>
        <w:t>les restes d</w:t>
      </w:r>
      <w:r w:rsidR="00894734">
        <w:t>’</w:t>
      </w:r>
      <w:r>
        <w:t>un repas</w:t>
      </w:r>
      <w:r w:rsidR="00894734">
        <w:t xml:space="preserve">, </w:t>
      </w:r>
      <w:r>
        <w:t>une lanterne et un autre fusil</w:t>
      </w:r>
      <w:r w:rsidR="00894734">
        <w:t>.</w:t>
      </w:r>
    </w:p>
    <w:p w14:paraId="45BF77B5" w14:textId="77777777" w:rsidR="00894734" w:rsidRDefault="00000000">
      <w:r>
        <w:t>La figure de la jeune femme était amaigrie et fiévreuse</w:t>
      </w:r>
      <w:r w:rsidR="00894734">
        <w:t xml:space="preserve">, </w:t>
      </w:r>
      <w:r>
        <w:t>sa voix rauque et oppressée</w:t>
      </w:r>
      <w:r w:rsidR="00894734">
        <w:t xml:space="preserve">. </w:t>
      </w:r>
      <w:r>
        <w:t>Elle se montra tout d</w:t>
      </w:r>
      <w:r w:rsidR="00894734">
        <w:t>’</w:t>
      </w:r>
      <w:r>
        <w:t>abord trop e</w:t>
      </w:r>
      <w:r>
        <w:t>f</w:t>
      </w:r>
      <w:r>
        <w:t>frayée pour nous parler et des mots sans suite s</w:t>
      </w:r>
      <w:r w:rsidR="00894734">
        <w:t>’</w:t>
      </w:r>
      <w:r>
        <w:t xml:space="preserve">échappaient </w:t>
      </w:r>
      <w:r>
        <w:lastRenderedPageBreak/>
        <w:t>de ses lèvres tandis que nous avions du mal à lui faire comprendre qu</w:t>
      </w:r>
      <w:r w:rsidR="00894734">
        <w:t>’</w:t>
      </w:r>
      <w:r>
        <w:t>elle se trouvait maintenant avec des amis</w:t>
      </w:r>
      <w:r w:rsidR="00894734">
        <w:t xml:space="preserve">. </w:t>
      </w:r>
      <w:r>
        <w:t xml:space="preserve">Elle ne paraissait même pas nous reconnaître ni </w:t>
      </w:r>
      <w:proofErr w:type="spellStart"/>
      <w:r>
        <w:t>Fitzstephan</w:t>
      </w:r>
      <w:proofErr w:type="spellEnd"/>
      <w:r>
        <w:t xml:space="preserve"> ni moi</w:t>
      </w:r>
      <w:r w:rsidR="00894734">
        <w:t>.</w:t>
      </w:r>
    </w:p>
    <w:p w14:paraId="50556B4D" w14:textId="77777777" w:rsidR="00894734" w:rsidRDefault="00000000">
      <w:r>
        <w:t>Notre bateau avait reçu une large entaille sur les rochers</w:t>
      </w:r>
      <w:r w:rsidR="00894734">
        <w:t xml:space="preserve">. </w:t>
      </w:r>
      <w:r>
        <w:t xml:space="preserve">Celui de </w:t>
      </w:r>
      <w:proofErr w:type="spellStart"/>
      <w:r>
        <w:t>Whidden</w:t>
      </w:r>
      <w:proofErr w:type="spellEnd"/>
      <w:r>
        <w:t xml:space="preserve"> ne pouvait transporter plus de deux ou trois personnes</w:t>
      </w:r>
      <w:r w:rsidR="00894734">
        <w:t xml:space="preserve">. </w:t>
      </w:r>
      <w:r>
        <w:t xml:space="preserve">Tim et </w:t>
      </w:r>
      <w:proofErr w:type="spellStart"/>
      <w:r>
        <w:t>Rolly</w:t>
      </w:r>
      <w:proofErr w:type="spellEnd"/>
      <w:r>
        <w:t xml:space="preserve"> le prirent pour aller à Quesada chercher du secours</w:t>
      </w:r>
      <w:r w:rsidR="00894734">
        <w:t xml:space="preserve">. </w:t>
      </w:r>
      <w:r>
        <w:t>Pendant ce temps</w:t>
      </w:r>
      <w:r w:rsidR="00894734">
        <w:t xml:space="preserve">, </w:t>
      </w:r>
      <w:r>
        <w:t>nous nous employâmes à rass</w:t>
      </w:r>
      <w:r>
        <w:t>u</w:t>
      </w:r>
      <w:r>
        <w:t>rer Gabrielle qui</w:t>
      </w:r>
      <w:r w:rsidR="00894734">
        <w:t xml:space="preserve">, </w:t>
      </w:r>
      <w:r>
        <w:t>peu à peu</w:t>
      </w:r>
      <w:r w:rsidR="00894734">
        <w:t xml:space="preserve">, </w:t>
      </w:r>
      <w:r>
        <w:t>se calma</w:t>
      </w:r>
      <w:r w:rsidR="00894734">
        <w:t xml:space="preserve">. </w:t>
      </w:r>
      <w:r>
        <w:t>Ses yeux cessèrent d</w:t>
      </w:r>
      <w:r w:rsidR="00894734">
        <w:t>’</w:t>
      </w:r>
      <w:r>
        <w:t>être hagards</w:t>
      </w:r>
      <w:r w:rsidR="00894734">
        <w:t xml:space="preserve">, </w:t>
      </w:r>
      <w:r>
        <w:t>sa voix devint moins saccadée</w:t>
      </w:r>
      <w:r w:rsidR="00894734">
        <w:t xml:space="preserve">, </w:t>
      </w:r>
      <w:r>
        <w:t>elle put bientôt répo</w:t>
      </w:r>
      <w:r>
        <w:t>n</w:t>
      </w:r>
      <w:r>
        <w:t>dre à nos questions</w:t>
      </w:r>
      <w:r w:rsidR="00894734">
        <w:t>.</w:t>
      </w:r>
    </w:p>
    <w:p w14:paraId="0BF79E26" w14:textId="77777777" w:rsidR="00894734" w:rsidRDefault="00000000">
      <w:r>
        <w:t>Elle nous raconta qu</w:t>
      </w:r>
      <w:r w:rsidR="00894734">
        <w:t>’</w:t>
      </w:r>
      <w:r>
        <w:t>elle n</w:t>
      </w:r>
      <w:r w:rsidR="00894734">
        <w:t>’</w:t>
      </w:r>
      <w:r>
        <w:t>avait rien su de la tentative d</w:t>
      </w:r>
      <w:r w:rsidR="00894734">
        <w:t>’</w:t>
      </w:r>
      <w:r>
        <w:t xml:space="preserve">enlèvement de </w:t>
      </w:r>
      <w:proofErr w:type="spellStart"/>
      <w:r>
        <w:t>Whidden</w:t>
      </w:r>
      <w:proofErr w:type="spellEnd"/>
      <w:r w:rsidR="00894734">
        <w:t xml:space="preserve">, </w:t>
      </w:r>
      <w:r>
        <w:t>dans la nuit du jeudi</w:t>
      </w:r>
      <w:r w:rsidR="00894734">
        <w:t xml:space="preserve">, </w:t>
      </w:r>
      <w:r>
        <w:t>rien du télégramme qu</w:t>
      </w:r>
      <w:r w:rsidR="00894734">
        <w:t>’</w:t>
      </w:r>
      <w:r>
        <w:t>Éric m</w:t>
      </w:r>
      <w:r w:rsidR="00894734">
        <w:t>’</w:t>
      </w:r>
      <w:r>
        <w:t>avait envoyé</w:t>
      </w:r>
      <w:r w:rsidR="00894734">
        <w:t xml:space="preserve">. </w:t>
      </w:r>
      <w:r>
        <w:t>Elle était restée debout toute la nuit du vendredi</w:t>
      </w:r>
      <w:r w:rsidR="00894734">
        <w:t xml:space="preserve">, </w:t>
      </w:r>
      <w:r>
        <w:t>attendant que son mari revînt de sa prom</w:t>
      </w:r>
      <w:r>
        <w:t>e</w:t>
      </w:r>
      <w:r>
        <w:t>nade et à l</w:t>
      </w:r>
      <w:r w:rsidR="00894734">
        <w:t>’</w:t>
      </w:r>
      <w:r>
        <w:t>aube</w:t>
      </w:r>
      <w:r w:rsidR="00894734">
        <w:t xml:space="preserve">, </w:t>
      </w:r>
      <w:r>
        <w:t>elle était partie à sa recherche</w:t>
      </w:r>
      <w:r w:rsidR="00894734">
        <w:t xml:space="preserve">. </w:t>
      </w:r>
      <w:r>
        <w:t>Elle l</w:t>
      </w:r>
      <w:r w:rsidR="00894734">
        <w:t>’</w:t>
      </w:r>
      <w:r>
        <w:t>avait tro</w:t>
      </w:r>
      <w:r>
        <w:t>u</w:t>
      </w:r>
      <w:r>
        <w:t>vé</w:t>
      </w:r>
      <w:r w:rsidR="00894734">
        <w:t xml:space="preserve">, </w:t>
      </w:r>
      <w:r>
        <w:t>comme je l</w:t>
      </w:r>
      <w:r w:rsidR="00894734">
        <w:t>’</w:t>
      </w:r>
      <w:r>
        <w:t>avais trouvé moi-même</w:t>
      </w:r>
      <w:r w:rsidR="00894734">
        <w:t xml:space="preserve">, </w:t>
      </w:r>
      <w:r>
        <w:t>mort au fond du gouffre</w:t>
      </w:r>
      <w:r w:rsidR="00894734">
        <w:t xml:space="preserve">. </w:t>
      </w:r>
      <w:r>
        <w:t>Alors elle était retournée chez elle et avait tenté de mettre fin</w:t>
      </w:r>
      <w:r w:rsidR="00894734">
        <w:t xml:space="preserve">, </w:t>
      </w:r>
      <w:r>
        <w:t>une fois pour toutes</w:t>
      </w:r>
      <w:r w:rsidR="00894734">
        <w:t xml:space="preserve">, </w:t>
      </w:r>
      <w:r>
        <w:t>à son destin maudit</w:t>
      </w:r>
      <w:r w:rsidR="00894734">
        <w:t>.</w:t>
      </w:r>
    </w:p>
    <w:p w14:paraId="43AFD100" w14:textId="77777777" w:rsidR="00894734" w:rsidRDefault="00894734">
      <w:r>
        <w:t>— </w:t>
      </w:r>
      <w:r w:rsidR="00000000">
        <w:t>J</w:t>
      </w:r>
      <w:r>
        <w:t>’</w:t>
      </w:r>
      <w:r w:rsidR="00000000">
        <w:t>ai essayé trois fois</w:t>
      </w:r>
      <w:r>
        <w:t xml:space="preserve">, </w:t>
      </w:r>
      <w:r w:rsidR="00000000">
        <w:t>sanglota-t-elle</w:t>
      </w:r>
      <w:r>
        <w:t xml:space="preserve">. </w:t>
      </w:r>
      <w:r w:rsidR="00000000">
        <w:t>J</w:t>
      </w:r>
      <w:r>
        <w:t>’</w:t>
      </w:r>
      <w:r w:rsidR="00000000">
        <w:t>ai essayé trois fois</w:t>
      </w:r>
      <w:r>
        <w:t xml:space="preserve">, </w:t>
      </w:r>
      <w:r w:rsidR="00000000">
        <w:t>je n</w:t>
      </w:r>
      <w:r>
        <w:t>’</w:t>
      </w:r>
      <w:r w:rsidR="00000000">
        <w:t>ai pas pu</w:t>
      </w:r>
      <w:r>
        <w:t xml:space="preserve">, </w:t>
      </w:r>
      <w:r w:rsidR="00000000">
        <w:t>je n</w:t>
      </w:r>
      <w:r>
        <w:t>’</w:t>
      </w:r>
      <w:r w:rsidR="00000000">
        <w:t>ai pas pu</w:t>
      </w:r>
      <w:r>
        <w:t xml:space="preserve">. </w:t>
      </w:r>
      <w:r w:rsidR="00000000">
        <w:t>Je suis trop lâche</w:t>
      </w:r>
      <w:r>
        <w:t xml:space="preserve">. </w:t>
      </w:r>
      <w:r w:rsidR="00000000">
        <w:t>Au moment où je tire</w:t>
      </w:r>
      <w:r>
        <w:t xml:space="preserve">, </w:t>
      </w:r>
      <w:r w:rsidR="00000000">
        <w:t>je ne peux pas tenir le pistolet dirigé contre moi</w:t>
      </w:r>
      <w:r>
        <w:t xml:space="preserve">. </w:t>
      </w:r>
      <w:r w:rsidR="00000000">
        <w:t>J</w:t>
      </w:r>
      <w:r>
        <w:t>’</w:t>
      </w:r>
      <w:r w:rsidR="00000000">
        <w:t xml:space="preserve">ai essayé la première fois chez les </w:t>
      </w:r>
      <w:proofErr w:type="spellStart"/>
      <w:r w:rsidR="00000000">
        <w:t>Haldorn</w:t>
      </w:r>
      <w:proofErr w:type="spellEnd"/>
      <w:r>
        <w:t xml:space="preserve">, </w:t>
      </w:r>
      <w:r w:rsidR="00000000">
        <w:t>je n</w:t>
      </w:r>
      <w:r>
        <w:t>’</w:t>
      </w:r>
      <w:r w:rsidR="00000000">
        <w:t>ai pas pu</w:t>
      </w:r>
      <w:r>
        <w:t xml:space="preserve">, </w:t>
      </w:r>
      <w:r w:rsidR="00000000">
        <w:t>je suis trop l</w:t>
      </w:r>
      <w:r w:rsidR="00000000">
        <w:t>â</w:t>
      </w:r>
      <w:r w:rsidR="00000000">
        <w:t>che</w:t>
      </w:r>
      <w:r>
        <w:t xml:space="preserve">. </w:t>
      </w:r>
      <w:r w:rsidR="00000000">
        <w:t>Maintenant</w:t>
      </w:r>
      <w:r>
        <w:t xml:space="preserve">, </w:t>
      </w:r>
      <w:r w:rsidR="00000000">
        <w:t>je n</w:t>
      </w:r>
      <w:r>
        <w:t>’</w:t>
      </w:r>
      <w:r w:rsidR="00000000">
        <w:t>aurai jamais plus le courage d</w:t>
      </w:r>
      <w:r>
        <w:t>’</w:t>
      </w:r>
      <w:r w:rsidR="00000000">
        <w:t>essayer</w:t>
      </w:r>
      <w:r>
        <w:t>.</w:t>
      </w:r>
    </w:p>
    <w:p w14:paraId="3763436B" w14:textId="77777777" w:rsidR="00894734" w:rsidRDefault="00000000">
      <w:r>
        <w:t>Elle avait changé de vêtement et avait pris la voiture</w:t>
      </w:r>
      <w:r w:rsidR="00894734">
        <w:t xml:space="preserve">. </w:t>
      </w:r>
      <w:r>
        <w:t>Elle n</w:t>
      </w:r>
      <w:r w:rsidR="00894734">
        <w:t>’</w:t>
      </w:r>
      <w:r>
        <w:t>aurait su dire où elle allait exactement</w:t>
      </w:r>
      <w:r w:rsidR="00894734">
        <w:t xml:space="preserve">. </w:t>
      </w:r>
      <w:r>
        <w:t>Elle se sauvait</w:t>
      </w:r>
      <w:r w:rsidR="00894734">
        <w:t xml:space="preserve">, </w:t>
      </w:r>
      <w:r>
        <w:t>voilà tout</w:t>
      </w:r>
      <w:r w:rsidR="00894734">
        <w:t xml:space="preserve">. </w:t>
      </w:r>
      <w:r>
        <w:t>Elle n</w:t>
      </w:r>
      <w:r w:rsidR="00894734">
        <w:t>’</w:t>
      </w:r>
      <w:r>
        <w:t>avait pas parcouru une longue distance</w:t>
      </w:r>
      <w:r w:rsidR="00894734">
        <w:t xml:space="preserve">, </w:t>
      </w:r>
      <w:r>
        <w:t>quand elle avait vu une autre voiture venir vers elle</w:t>
      </w:r>
      <w:r w:rsidR="00894734">
        <w:t xml:space="preserve">, </w:t>
      </w:r>
      <w:r>
        <w:t>conduite par l</w:t>
      </w:r>
      <w:r w:rsidR="00894734">
        <w:t>’</w:t>
      </w:r>
      <w:r>
        <w:t>homme qui l</w:t>
      </w:r>
      <w:r w:rsidR="00894734">
        <w:t>’</w:t>
      </w:r>
      <w:r>
        <w:t>avait amenée ici</w:t>
      </w:r>
      <w:r w:rsidR="00894734">
        <w:t xml:space="preserve">. </w:t>
      </w:r>
      <w:r>
        <w:t>Il avait donné un coup de volant pour mettre sa voiture en travers de la route et lui barrer le chemin</w:t>
      </w:r>
      <w:r w:rsidR="00894734">
        <w:t xml:space="preserve">. </w:t>
      </w:r>
      <w:r>
        <w:t xml:space="preserve">Elle avait voulu passer quand même et était entrée </w:t>
      </w:r>
      <w:r>
        <w:lastRenderedPageBreak/>
        <w:t>dans un a</w:t>
      </w:r>
      <w:r>
        <w:t>r</w:t>
      </w:r>
      <w:r>
        <w:t>bre</w:t>
      </w:r>
      <w:r w:rsidR="00894734">
        <w:t xml:space="preserve">. </w:t>
      </w:r>
      <w:r>
        <w:t>Elle ne se souvenait plus de rien jusqu</w:t>
      </w:r>
      <w:r w:rsidR="00894734">
        <w:t>’</w:t>
      </w:r>
      <w:r>
        <w:t>à ce qu</w:t>
      </w:r>
      <w:r w:rsidR="00894734">
        <w:t>’</w:t>
      </w:r>
      <w:r>
        <w:t>elle fût rev</w:t>
      </w:r>
      <w:r>
        <w:t>e</w:t>
      </w:r>
      <w:r>
        <w:t>nue de son évanouissement ici</w:t>
      </w:r>
      <w:r w:rsidR="00894734">
        <w:t xml:space="preserve">, </w:t>
      </w:r>
      <w:r>
        <w:t>dans cette cachette</w:t>
      </w:r>
      <w:r w:rsidR="00894734">
        <w:t xml:space="preserve">. </w:t>
      </w:r>
      <w:r>
        <w:t>Depuis ce temps</w:t>
      </w:r>
      <w:r w:rsidR="00894734">
        <w:t xml:space="preserve">, </w:t>
      </w:r>
      <w:r>
        <w:t>elle était restée là</w:t>
      </w:r>
      <w:r w:rsidR="00894734">
        <w:t xml:space="preserve">. </w:t>
      </w:r>
      <w:r>
        <w:t>L</w:t>
      </w:r>
      <w:r w:rsidR="00894734">
        <w:t>’</w:t>
      </w:r>
      <w:r>
        <w:t>homme l</w:t>
      </w:r>
      <w:r w:rsidR="00894734">
        <w:t>’</w:t>
      </w:r>
      <w:r>
        <w:t>avait laissée seule la pl</w:t>
      </w:r>
      <w:r>
        <w:t>u</w:t>
      </w:r>
      <w:r>
        <w:t>part du temps</w:t>
      </w:r>
      <w:r w:rsidR="00894734">
        <w:t xml:space="preserve">. </w:t>
      </w:r>
      <w:r>
        <w:t>Elle n</w:t>
      </w:r>
      <w:r w:rsidR="00894734">
        <w:t>’</w:t>
      </w:r>
      <w:r>
        <w:t>avait ni assez de force ni assez de courage pour essayer de s</w:t>
      </w:r>
      <w:r w:rsidR="00894734">
        <w:t>’</w:t>
      </w:r>
      <w:r>
        <w:t>évader en nageant</w:t>
      </w:r>
      <w:r w:rsidR="00894734">
        <w:t xml:space="preserve">, </w:t>
      </w:r>
      <w:r>
        <w:t>et il n</w:t>
      </w:r>
      <w:r w:rsidR="00894734">
        <w:t>’</w:t>
      </w:r>
      <w:r>
        <w:t>y avait pas d</w:t>
      </w:r>
      <w:r w:rsidR="00894734">
        <w:t>’</w:t>
      </w:r>
      <w:r>
        <w:t>autre moyen de s</w:t>
      </w:r>
      <w:r w:rsidR="00894734">
        <w:t>’</w:t>
      </w:r>
      <w:r>
        <w:t>échapper</w:t>
      </w:r>
      <w:r w:rsidR="00894734">
        <w:t>.</w:t>
      </w:r>
    </w:p>
    <w:p w14:paraId="7E9EE38C" w14:textId="77777777" w:rsidR="00894734" w:rsidRDefault="00000000">
      <w:r>
        <w:t>L</w:t>
      </w:r>
      <w:r w:rsidR="00894734">
        <w:t>’</w:t>
      </w:r>
      <w:r>
        <w:t>homme ne lui avait rien dit</w:t>
      </w:r>
      <w:r w:rsidR="00894734">
        <w:t xml:space="preserve">, </w:t>
      </w:r>
      <w:r>
        <w:t>rien demandé</w:t>
      </w:r>
      <w:r w:rsidR="00894734">
        <w:t xml:space="preserve">, </w:t>
      </w:r>
      <w:r>
        <w:t>ne lui avait adressé la parole que pour lui dire</w:t>
      </w:r>
      <w:r w:rsidR="00894734">
        <w:t> : « </w:t>
      </w:r>
      <w:r>
        <w:t>Voilà à manger</w:t>
      </w:r>
      <w:r w:rsidR="00894734">
        <w:t> »</w:t>
      </w:r>
      <w:r>
        <w:t xml:space="preserve"> ou </w:t>
      </w:r>
      <w:r w:rsidR="00894734">
        <w:t>« </w:t>
      </w:r>
      <w:r>
        <w:t>Jusqu</w:t>
      </w:r>
      <w:r w:rsidR="00894734">
        <w:t>’</w:t>
      </w:r>
      <w:r>
        <w:t>à ce que je vous porte à boire</w:t>
      </w:r>
      <w:r w:rsidR="00894734">
        <w:t xml:space="preserve">, </w:t>
      </w:r>
      <w:r>
        <w:t>vous n</w:t>
      </w:r>
      <w:r w:rsidR="00894734">
        <w:t>’</w:t>
      </w:r>
      <w:r>
        <w:t>aurez qu</w:t>
      </w:r>
      <w:r w:rsidR="00894734">
        <w:t>’</w:t>
      </w:r>
      <w:r>
        <w:t>à boire le jus de ces tomates en conserves si vous avez soif</w:t>
      </w:r>
      <w:r w:rsidR="00894734">
        <w:t xml:space="preserve"> », </w:t>
      </w:r>
      <w:r>
        <w:t>ou d</w:t>
      </w:r>
      <w:r w:rsidR="00894734">
        <w:t>’</w:t>
      </w:r>
      <w:r>
        <w:t>autres choses de ce genre</w:t>
      </w:r>
      <w:r w:rsidR="00894734">
        <w:t xml:space="preserve">. </w:t>
      </w:r>
      <w:r>
        <w:t>Elle ne se rappelait pas l</w:t>
      </w:r>
      <w:r w:rsidR="00894734">
        <w:t>’</w:t>
      </w:r>
      <w:r>
        <w:t>avoir jamais vu avant</w:t>
      </w:r>
      <w:r w:rsidR="00894734">
        <w:t xml:space="preserve">. </w:t>
      </w:r>
      <w:r>
        <w:t>Elle ne savait pas son nom</w:t>
      </w:r>
      <w:r w:rsidR="00894734">
        <w:t xml:space="preserve">. </w:t>
      </w:r>
      <w:r>
        <w:t>Il était le seul homme qu</w:t>
      </w:r>
      <w:r w:rsidR="00894734">
        <w:t>’</w:t>
      </w:r>
      <w:r>
        <w:t>elle ait vu depuis la mort de son mari</w:t>
      </w:r>
      <w:r w:rsidR="00894734">
        <w:t>.</w:t>
      </w:r>
    </w:p>
    <w:p w14:paraId="166B2849" w14:textId="77777777" w:rsidR="00894734" w:rsidRDefault="00894734">
      <w:r>
        <w:t>— </w:t>
      </w:r>
      <w:r w:rsidR="00000000">
        <w:t>Comment vous appelait-il</w:t>
      </w:r>
      <w:r>
        <w:t xml:space="preserve"> ? </w:t>
      </w:r>
      <w:r w:rsidR="00000000">
        <w:t>Mrs</w:t>
      </w:r>
      <w:r>
        <w:t xml:space="preserve">. </w:t>
      </w:r>
      <w:r w:rsidR="00000000">
        <w:t>Carter</w:t>
      </w:r>
      <w:r>
        <w:t xml:space="preserve">, </w:t>
      </w:r>
      <w:r w:rsidR="00000000">
        <w:t>dis-je</w:t>
      </w:r>
      <w:r>
        <w:t xml:space="preserve">, </w:t>
      </w:r>
      <w:r w:rsidR="00000000">
        <w:t>ou Mrs</w:t>
      </w:r>
      <w:r>
        <w:t xml:space="preserve">. </w:t>
      </w:r>
      <w:r w:rsidR="00000000">
        <w:t>Collinson</w:t>
      </w:r>
      <w:r>
        <w:t>.</w:t>
      </w:r>
    </w:p>
    <w:p w14:paraId="07FE1543" w14:textId="77777777" w:rsidR="00894734" w:rsidRDefault="00000000">
      <w:r>
        <w:t>Elle fronça les sourcils</w:t>
      </w:r>
      <w:r w:rsidR="00894734">
        <w:t xml:space="preserve">, </w:t>
      </w:r>
      <w:r>
        <w:t>puis secoua la tête en disant</w:t>
      </w:r>
      <w:r w:rsidR="00894734">
        <w:t> :</w:t>
      </w:r>
    </w:p>
    <w:p w14:paraId="5BE08E0D" w14:textId="77777777" w:rsidR="00894734" w:rsidRDefault="00894734">
      <w:r>
        <w:t>— </w:t>
      </w:r>
      <w:r w:rsidR="00000000">
        <w:t>Je ne crois pas qu</w:t>
      </w:r>
      <w:r>
        <w:t>’</w:t>
      </w:r>
      <w:r w:rsidR="00000000">
        <w:t>il m</w:t>
      </w:r>
      <w:r>
        <w:t>’</w:t>
      </w:r>
      <w:r w:rsidR="00000000">
        <w:t>ait jamais appelé par mon nom</w:t>
      </w:r>
      <w:r>
        <w:t xml:space="preserve">. </w:t>
      </w:r>
      <w:r w:rsidR="00000000">
        <w:t>Il ne parlait jamais que quand c</w:t>
      </w:r>
      <w:r>
        <w:t>’</w:t>
      </w:r>
      <w:r w:rsidR="00000000">
        <w:t>était tout à fait indispensable et il n</w:t>
      </w:r>
      <w:r>
        <w:t>’</w:t>
      </w:r>
      <w:r w:rsidR="00000000">
        <w:t>était presque jamais là</w:t>
      </w:r>
      <w:r>
        <w:t xml:space="preserve">. </w:t>
      </w:r>
      <w:r w:rsidR="00000000">
        <w:t>J</w:t>
      </w:r>
      <w:r>
        <w:t>’</w:t>
      </w:r>
      <w:r w:rsidR="00000000">
        <w:t>étais toujours toute seule</w:t>
      </w:r>
      <w:r>
        <w:t>.</w:t>
      </w:r>
    </w:p>
    <w:p w14:paraId="008E18E0" w14:textId="77777777" w:rsidR="00894734" w:rsidRDefault="00894734">
      <w:r>
        <w:t>— </w:t>
      </w:r>
      <w:r w:rsidR="00000000">
        <w:t>Aujourd</w:t>
      </w:r>
      <w:r>
        <w:t>’</w:t>
      </w:r>
      <w:r w:rsidR="00000000">
        <w:t>hui</w:t>
      </w:r>
      <w:r>
        <w:t xml:space="preserve">, </w:t>
      </w:r>
      <w:r w:rsidR="00000000">
        <w:t>depuis combien de temps était-il ici</w:t>
      </w:r>
      <w:r>
        <w:t> ?</w:t>
      </w:r>
    </w:p>
    <w:p w14:paraId="18D2E392" w14:textId="77777777" w:rsidR="00894734" w:rsidRDefault="00894734">
      <w:r>
        <w:t>— </w:t>
      </w:r>
      <w:r w:rsidR="00000000">
        <w:t>Depuis avant le jour</w:t>
      </w:r>
      <w:r>
        <w:t xml:space="preserve">. </w:t>
      </w:r>
      <w:r w:rsidR="00000000">
        <w:t>C</w:t>
      </w:r>
      <w:r>
        <w:t>’</w:t>
      </w:r>
      <w:r w:rsidR="00000000">
        <w:t>est le bruit de son bateau qui m</w:t>
      </w:r>
      <w:r>
        <w:t>’</w:t>
      </w:r>
      <w:r w:rsidR="00000000">
        <w:t>a réveillée</w:t>
      </w:r>
      <w:r>
        <w:t>.</w:t>
      </w:r>
    </w:p>
    <w:p w14:paraId="24272063" w14:textId="77777777" w:rsidR="00894734" w:rsidRDefault="00894734">
      <w:r>
        <w:t>— </w:t>
      </w:r>
      <w:r w:rsidR="00000000">
        <w:t>Rappelez-vous bien</w:t>
      </w:r>
      <w:r>
        <w:t xml:space="preserve">. </w:t>
      </w:r>
      <w:r w:rsidR="00000000">
        <w:t>C</w:t>
      </w:r>
      <w:r>
        <w:t>’</w:t>
      </w:r>
      <w:r w:rsidR="00000000">
        <w:t>est très important</w:t>
      </w:r>
      <w:r>
        <w:t xml:space="preserve">. </w:t>
      </w:r>
      <w:r w:rsidR="00000000">
        <w:t>Vous êtes sûre qu</w:t>
      </w:r>
      <w:r>
        <w:t>’</w:t>
      </w:r>
      <w:r w:rsidR="00000000">
        <w:t>il était là à l</w:t>
      </w:r>
      <w:r>
        <w:t>’</w:t>
      </w:r>
      <w:r w:rsidR="00000000">
        <w:t>aube</w:t>
      </w:r>
      <w:r>
        <w:t> ?</w:t>
      </w:r>
    </w:p>
    <w:p w14:paraId="325088C1" w14:textId="77777777" w:rsidR="00894734" w:rsidRDefault="00894734">
      <w:r>
        <w:t>— </w:t>
      </w:r>
      <w:r w:rsidR="00000000">
        <w:t>Oui</w:t>
      </w:r>
      <w:r>
        <w:t>.</w:t>
      </w:r>
    </w:p>
    <w:p w14:paraId="19D1803B" w14:textId="77777777" w:rsidR="00894734" w:rsidRDefault="00000000">
      <w:r>
        <w:t>J</w:t>
      </w:r>
      <w:r w:rsidR="00894734">
        <w:t>’</w:t>
      </w:r>
      <w:r>
        <w:t>étais assis sur mes talons devant la jeune femme</w:t>
      </w:r>
      <w:r w:rsidR="00894734">
        <w:t xml:space="preserve">. </w:t>
      </w:r>
      <w:r>
        <w:t>Cotton était à ma gauche</w:t>
      </w:r>
      <w:r w:rsidR="00894734">
        <w:t xml:space="preserve">, </w:t>
      </w:r>
      <w:r>
        <w:t>derrière le shérif</w:t>
      </w:r>
      <w:r w:rsidR="00894734">
        <w:t xml:space="preserve">. </w:t>
      </w:r>
      <w:r>
        <w:t>Je levai les yeux vers le m</w:t>
      </w:r>
      <w:r>
        <w:t>a</w:t>
      </w:r>
      <w:r>
        <w:t>jor et dis</w:t>
      </w:r>
      <w:r w:rsidR="00894734">
        <w:t> :</w:t>
      </w:r>
    </w:p>
    <w:p w14:paraId="15E3D9AA" w14:textId="77777777" w:rsidR="00894734" w:rsidRDefault="00894734">
      <w:r>
        <w:lastRenderedPageBreak/>
        <w:t>— </w:t>
      </w:r>
      <w:r w:rsidR="00000000">
        <w:t>Que dites-vous de cela</w:t>
      </w:r>
      <w:r>
        <w:t xml:space="preserve">, </w:t>
      </w:r>
      <w:r w:rsidR="00000000">
        <w:t>Cotton</w:t>
      </w:r>
      <w:r>
        <w:t xml:space="preserve"> ? </w:t>
      </w:r>
      <w:r w:rsidR="00000000">
        <w:t>Votre femme était e</w:t>
      </w:r>
      <w:r w:rsidR="00000000">
        <w:t>n</w:t>
      </w:r>
      <w:r w:rsidR="00000000">
        <w:t>core chaude quand nous sommes venus à plus de onze heures</w:t>
      </w:r>
      <w:r>
        <w:t>.</w:t>
      </w:r>
    </w:p>
    <w:p w14:paraId="716EC173" w14:textId="77777777" w:rsidR="00894734" w:rsidRDefault="00894734">
      <w:r>
        <w:t>— </w:t>
      </w:r>
      <w:proofErr w:type="spellStart"/>
      <w:r w:rsidR="00000000">
        <w:t>Qu</w:t>
      </w:r>
      <w:proofErr w:type="spellEnd"/>
      <w:r>
        <w:t xml:space="preserve">… </w:t>
      </w:r>
      <w:r w:rsidR="00000000">
        <w:t>Quoi</w:t>
      </w:r>
      <w:r>
        <w:t xml:space="preserve">… </w:t>
      </w:r>
      <w:r w:rsidR="00000000">
        <w:t>Qu</w:t>
      </w:r>
      <w:r>
        <w:t>’</w:t>
      </w:r>
      <w:r w:rsidR="00000000">
        <w:t>est-ce que vous dites</w:t>
      </w:r>
      <w:r>
        <w:t xml:space="preserve"> ? </w:t>
      </w:r>
      <w:r w:rsidR="00000000">
        <w:t>bégaya-t-il</w:t>
      </w:r>
      <w:r>
        <w:t>.</w:t>
      </w:r>
    </w:p>
    <w:p w14:paraId="4185936B" w14:textId="77777777" w:rsidR="00894734" w:rsidRDefault="00894734">
      <w:r>
        <w:t>— </w:t>
      </w:r>
      <w:r w:rsidR="00000000">
        <w:t xml:space="preserve">Je dis que votre femme avait peur de </w:t>
      </w:r>
      <w:proofErr w:type="spellStart"/>
      <w:r w:rsidR="00000000">
        <w:t>Whidden</w:t>
      </w:r>
      <w:proofErr w:type="spellEnd"/>
      <w:r w:rsidR="00000000">
        <w:t xml:space="preserve"> et avait écrit cette lettre</w:t>
      </w:r>
      <w:r>
        <w:t xml:space="preserve">. </w:t>
      </w:r>
      <w:r w:rsidR="00000000">
        <w:t>Mais il ne l</w:t>
      </w:r>
      <w:r>
        <w:t>’</w:t>
      </w:r>
      <w:r w:rsidR="00000000">
        <w:t>a pas tuée</w:t>
      </w:r>
      <w:r>
        <w:t xml:space="preserve">. </w:t>
      </w:r>
      <w:r w:rsidR="00000000">
        <w:t>Il était ici depuis la poi</w:t>
      </w:r>
      <w:r w:rsidR="00000000">
        <w:t>n</w:t>
      </w:r>
      <w:r w:rsidR="00000000">
        <w:t>te du jour</w:t>
      </w:r>
      <w:r>
        <w:t xml:space="preserve">. </w:t>
      </w:r>
      <w:r w:rsidR="00000000">
        <w:t>Vous avez trouvé la lettre</w:t>
      </w:r>
      <w:r>
        <w:t xml:space="preserve">, </w:t>
      </w:r>
      <w:r w:rsidR="00000000">
        <w:t>découvert ce que vous soupçonniez</w:t>
      </w:r>
      <w:r>
        <w:t xml:space="preserve">, </w:t>
      </w:r>
      <w:r w:rsidR="00000000">
        <w:t>qu</w:t>
      </w:r>
      <w:r>
        <w:t>’</w:t>
      </w:r>
      <w:r w:rsidR="00000000">
        <w:t>ils étaient de trop bons amis</w:t>
      </w:r>
      <w:r>
        <w:t xml:space="preserve">. </w:t>
      </w:r>
      <w:r w:rsidR="00000000">
        <w:t>Eh bien</w:t>
      </w:r>
      <w:r>
        <w:t xml:space="preserve"> ! </w:t>
      </w:r>
      <w:r w:rsidR="00000000">
        <w:t>qu</w:t>
      </w:r>
      <w:r>
        <w:t>’</w:t>
      </w:r>
      <w:r w:rsidR="00000000">
        <w:t>avez-vous fait alors</w:t>
      </w:r>
      <w:r>
        <w:t> ?</w:t>
      </w:r>
    </w:p>
    <w:p w14:paraId="7B4EB4A3" w14:textId="77777777" w:rsidR="00894734" w:rsidRDefault="00894734">
      <w:r>
        <w:t>— </w:t>
      </w:r>
      <w:r w:rsidR="00000000">
        <w:t>C</w:t>
      </w:r>
      <w:r>
        <w:t>’</w:t>
      </w:r>
      <w:r w:rsidR="00000000">
        <w:t>est un mensonge</w:t>
      </w:r>
      <w:r>
        <w:t xml:space="preserve"> ! </w:t>
      </w:r>
      <w:r w:rsidR="00000000">
        <w:t>cria-t-il</w:t>
      </w:r>
      <w:r>
        <w:t xml:space="preserve">. </w:t>
      </w:r>
      <w:r w:rsidR="00000000">
        <w:t>Il n</w:t>
      </w:r>
      <w:r>
        <w:t>’</w:t>
      </w:r>
      <w:r w:rsidR="00000000">
        <w:t>y a pas un mot de vrai dans cela</w:t>
      </w:r>
      <w:r>
        <w:t xml:space="preserve">. </w:t>
      </w:r>
      <w:r w:rsidR="00000000">
        <w:t>Elle était morte quand je l</w:t>
      </w:r>
      <w:r>
        <w:t>’</w:t>
      </w:r>
      <w:r w:rsidR="00000000">
        <w:t>ai trouvée</w:t>
      </w:r>
      <w:r>
        <w:t xml:space="preserve">. </w:t>
      </w:r>
      <w:r w:rsidR="00000000">
        <w:t>Je n</w:t>
      </w:r>
      <w:r>
        <w:t>’</w:t>
      </w:r>
      <w:r w:rsidR="00000000">
        <w:t>ai jamais</w:t>
      </w:r>
      <w:r>
        <w:t>…</w:t>
      </w:r>
    </w:p>
    <w:p w14:paraId="3ED798EE" w14:textId="77777777" w:rsidR="00894734" w:rsidRDefault="00894734">
      <w:r>
        <w:t>— </w:t>
      </w:r>
      <w:r w:rsidR="00000000">
        <w:t>Vous l</w:t>
      </w:r>
      <w:r>
        <w:t>’</w:t>
      </w:r>
      <w:r w:rsidR="00000000">
        <w:t>avez tuée</w:t>
      </w:r>
      <w:r>
        <w:t xml:space="preserve">, </w:t>
      </w:r>
      <w:r w:rsidR="00000000">
        <w:t>laissa tomber Vernon</w:t>
      </w:r>
      <w:r>
        <w:t xml:space="preserve">. </w:t>
      </w:r>
      <w:r w:rsidR="00000000">
        <w:t>Vous l</w:t>
      </w:r>
      <w:r>
        <w:t>’</w:t>
      </w:r>
      <w:r w:rsidR="00000000">
        <w:t>avez étranglée</w:t>
      </w:r>
      <w:r>
        <w:t xml:space="preserve">, </w:t>
      </w:r>
      <w:r w:rsidR="00000000">
        <w:t>comptant sur cette lettre pour faire porter les sou</w:t>
      </w:r>
      <w:r w:rsidR="00000000">
        <w:t>p</w:t>
      </w:r>
      <w:r w:rsidR="00000000">
        <w:t xml:space="preserve">çons sur </w:t>
      </w:r>
      <w:proofErr w:type="spellStart"/>
      <w:r w:rsidR="00000000">
        <w:t>Whidden</w:t>
      </w:r>
      <w:proofErr w:type="spellEnd"/>
      <w:r>
        <w:t>.</w:t>
      </w:r>
    </w:p>
    <w:p w14:paraId="18F1519B" w14:textId="77777777" w:rsidR="00894734" w:rsidRDefault="00894734">
      <w:r>
        <w:t>— </w:t>
      </w:r>
      <w:r w:rsidR="00000000">
        <w:t>C</w:t>
      </w:r>
      <w:r>
        <w:t>’</w:t>
      </w:r>
      <w:r w:rsidR="00000000">
        <w:t>est un mensonge</w:t>
      </w:r>
      <w:r>
        <w:t xml:space="preserve">, </w:t>
      </w:r>
      <w:r w:rsidR="00000000">
        <w:t>répéta avec véhémence le major qui commit la faute de braquer son revolver</w:t>
      </w:r>
      <w:r>
        <w:t>.</w:t>
      </w:r>
    </w:p>
    <w:p w14:paraId="7B2CD15C" w14:textId="77777777" w:rsidR="00894734" w:rsidRDefault="00000000">
      <w:proofErr w:type="spellStart"/>
      <w:r>
        <w:t>Feeney</w:t>
      </w:r>
      <w:proofErr w:type="spellEnd"/>
      <w:r>
        <w:t xml:space="preserve"> le ceintura</w:t>
      </w:r>
      <w:r w:rsidR="00894734">
        <w:t xml:space="preserve">, </w:t>
      </w:r>
      <w:r>
        <w:t>le fit tomber et le désarma en un clin d</w:t>
      </w:r>
      <w:r w:rsidR="00894734">
        <w:t>’</w:t>
      </w:r>
      <w:r>
        <w:t>œil</w:t>
      </w:r>
      <w:r w:rsidR="00894734">
        <w:t>.</w:t>
      </w:r>
    </w:p>
    <w:p w14:paraId="3D937E7F" w14:textId="7CD464D2" w:rsidR="00894734" w:rsidRDefault="00000000" w:rsidP="00894734">
      <w:pPr>
        <w:pStyle w:val="Titre2"/>
        <w:rPr>
          <w:szCs w:val="44"/>
        </w:rPr>
      </w:pPr>
      <w:bookmarkStart w:id="21" w:name="_Toc202288421"/>
      <w:r>
        <w:rPr>
          <w:szCs w:val="44"/>
        </w:rPr>
        <w:lastRenderedPageBreak/>
        <w:t>CHAPITRE XVII</w:t>
      </w:r>
      <w:r>
        <w:rPr>
          <w:szCs w:val="44"/>
        </w:rPr>
        <w:br/>
      </w:r>
      <w:r>
        <w:rPr>
          <w:szCs w:val="44"/>
        </w:rPr>
        <w:br/>
        <w:t>UNE BOMBE</w:t>
      </w:r>
      <w:bookmarkEnd w:id="21"/>
    </w:p>
    <w:p w14:paraId="24ED8037" w14:textId="77777777" w:rsidR="00894734" w:rsidRDefault="00894734">
      <w:r>
        <w:rPr>
          <w:szCs w:val="44"/>
        </w:rPr>
        <w:t>— </w:t>
      </w:r>
      <w:r w:rsidR="00000000">
        <w:t>Cela perd absolument tout sens commun</w:t>
      </w:r>
      <w:r>
        <w:t xml:space="preserve">, </w:t>
      </w:r>
      <w:r w:rsidR="00000000">
        <w:t xml:space="preserve">disais-je à </w:t>
      </w:r>
      <w:proofErr w:type="spellStart"/>
      <w:r w:rsidR="00000000">
        <w:t>Fit</w:t>
      </w:r>
      <w:r w:rsidR="00000000">
        <w:t>z</w:t>
      </w:r>
      <w:r w:rsidR="00000000">
        <w:t>stephan</w:t>
      </w:r>
      <w:proofErr w:type="spellEnd"/>
      <w:r>
        <w:t xml:space="preserve">, </w:t>
      </w:r>
      <w:r w:rsidR="00000000">
        <w:t>le lendemain</w:t>
      </w:r>
      <w:r>
        <w:t xml:space="preserve">. </w:t>
      </w:r>
      <w:r w:rsidR="00000000">
        <w:t>Je me demande si le véritable acteur dans cette histoire n</w:t>
      </w:r>
      <w:r>
        <w:t>’</w:t>
      </w:r>
      <w:r w:rsidR="00000000">
        <w:t>est pas un fou qui tire ses ficelles de que</w:t>
      </w:r>
      <w:r w:rsidR="00000000">
        <w:t>l</w:t>
      </w:r>
      <w:r w:rsidR="00000000">
        <w:t>que coin que nous ne soupçonnons pas</w:t>
      </w:r>
      <w:r>
        <w:t> !</w:t>
      </w:r>
    </w:p>
    <w:p w14:paraId="66CF20C4" w14:textId="77777777" w:rsidR="00894734" w:rsidRDefault="00894734">
      <w:r>
        <w:t>— </w:t>
      </w:r>
      <w:r w:rsidR="00000000">
        <w:t>Ainsi</w:t>
      </w:r>
      <w:r>
        <w:t xml:space="preserve">, </w:t>
      </w:r>
      <w:r w:rsidR="00000000">
        <w:t>voilà comme vous êtes</w:t>
      </w:r>
      <w:r>
        <w:t xml:space="preserve">, </w:t>
      </w:r>
      <w:r w:rsidR="00000000">
        <w:t xml:space="preserve">dit Owen </w:t>
      </w:r>
      <w:proofErr w:type="spellStart"/>
      <w:r w:rsidR="00000000">
        <w:t>Fitzstephan</w:t>
      </w:r>
      <w:proofErr w:type="spellEnd"/>
      <w:r>
        <w:t xml:space="preserve">. </w:t>
      </w:r>
      <w:r w:rsidR="00000000">
        <w:t>Vous êtes comme tous les détectives</w:t>
      </w:r>
      <w:r>
        <w:t xml:space="preserve">. </w:t>
      </w:r>
      <w:r w:rsidR="00000000">
        <w:t>Vous vous vantez de tout d</w:t>
      </w:r>
      <w:r w:rsidR="00000000">
        <w:t>é</w:t>
      </w:r>
      <w:r w:rsidR="00000000">
        <w:t>brouiller</w:t>
      </w:r>
      <w:r>
        <w:t xml:space="preserve">, </w:t>
      </w:r>
      <w:r w:rsidR="00000000">
        <w:t>vous plastronnez devant les supposés responsables</w:t>
      </w:r>
      <w:r>
        <w:t xml:space="preserve">. </w:t>
      </w:r>
      <w:r w:rsidR="00000000">
        <w:t>Admettrez-vous jamais que vous avez trouvé votre maître</w:t>
      </w:r>
      <w:r>
        <w:t xml:space="preserve">, </w:t>
      </w:r>
      <w:r w:rsidR="00000000">
        <w:t>que vous avez mis le nez dans une affaire de trop grande envergure pour vous</w:t>
      </w:r>
      <w:r>
        <w:t xml:space="preserve"> ? </w:t>
      </w:r>
      <w:r w:rsidR="00000000">
        <w:t>Ah</w:t>
      </w:r>
      <w:r>
        <w:t xml:space="preserve"> ! </w:t>
      </w:r>
      <w:r w:rsidR="00000000">
        <w:t>non</w:t>
      </w:r>
      <w:r>
        <w:t xml:space="preserve">. </w:t>
      </w:r>
      <w:r w:rsidR="00000000">
        <w:t>Que quelqu</w:t>
      </w:r>
      <w:r>
        <w:t>’</w:t>
      </w:r>
      <w:r w:rsidR="00000000">
        <w:t>un vous dépasse</w:t>
      </w:r>
      <w:r>
        <w:t xml:space="preserve"> : </w:t>
      </w:r>
      <w:r w:rsidR="00000000">
        <w:t>immédi</w:t>
      </w:r>
      <w:r w:rsidR="00000000">
        <w:t>a</w:t>
      </w:r>
      <w:r w:rsidR="00000000">
        <w:t>tement</w:t>
      </w:r>
      <w:r>
        <w:t xml:space="preserve">, </w:t>
      </w:r>
      <w:r w:rsidR="00000000">
        <w:t>c</w:t>
      </w:r>
      <w:r>
        <w:t>’</w:t>
      </w:r>
      <w:r w:rsidR="00000000">
        <w:t>est un idiot ou un maniaque</w:t>
      </w:r>
      <w:r>
        <w:t xml:space="preserve">. </w:t>
      </w:r>
      <w:r w:rsidR="00000000">
        <w:t>L</w:t>
      </w:r>
      <w:r>
        <w:t>’</w:t>
      </w:r>
      <w:r w:rsidR="00000000">
        <w:t>assassin est plus fort que vous tous</w:t>
      </w:r>
      <w:r>
        <w:t xml:space="preserve">, </w:t>
      </w:r>
      <w:r w:rsidR="00000000">
        <w:t>allez</w:t>
      </w:r>
      <w:r>
        <w:t xml:space="preserve">, </w:t>
      </w:r>
      <w:r w:rsidR="00000000">
        <w:t>voilà sa folie</w:t>
      </w:r>
      <w:r>
        <w:t>…</w:t>
      </w:r>
    </w:p>
    <w:p w14:paraId="4196E71B" w14:textId="77777777" w:rsidR="00894734" w:rsidRDefault="00894734">
      <w:r>
        <w:t>— </w:t>
      </w:r>
      <w:r w:rsidR="00000000">
        <w:t>Pourtant</w:t>
      </w:r>
      <w:r>
        <w:t xml:space="preserve">, </w:t>
      </w:r>
      <w:r w:rsidR="00000000">
        <w:t>insistai-je</w:t>
      </w:r>
      <w:r>
        <w:t xml:space="preserve">, </w:t>
      </w:r>
      <w:r w:rsidR="00000000">
        <w:t>cela devient hallucinant</w:t>
      </w:r>
      <w:r>
        <w:t xml:space="preserve">. </w:t>
      </w:r>
      <w:r w:rsidR="00000000">
        <w:t>Écoutez</w:t>
      </w:r>
      <w:r>
        <w:t xml:space="preserve"> : </w:t>
      </w:r>
      <w:r w:rsidR="00000000">
        <w:t>Mayenne épouse</w:t>
      </w:r>
      <w:r>
        <w:t>…</w:t>
      </w:r>
    </w:p>
    <w:p w14:paraId="356C8989" w14:textId="77777777" w:rsidR="00894734" w:rsidRDefault="00894734">
      <w:r>
        <w:t>— </w:t>
      </w:r>
      <w:r w:rsidR="00000000">
        <w:t>Ah</w:t>
      </w:r>
      <w:r>
        <w:t xml:space="preserve"> ! </w:t>
      </w:r>
      <w:r w:rsidR="00000000">
        <w:t>non</w:t>
      </w:r>
      <w:r>
        <w:t xml:space="preserve">, </w:t>
      </w:r>
      <w:r w:rsidR="00000000">
        <w:t>vous n</w:t>
      </w:r>
      <w:r>
        <w:t>’</w:t>
      </w:r>
      <w:r w:rsidR="00000000">
        <w:t>allez pas recommencer</w:t>
      </w:r>
      <w:r>
        <w:t xml:space="preserve">, </w:t>
      </w:r>
      <w:r w:rsidR="00000000">
        <w:t>hein</w:t>
      </w:r>
      <w:r>
        <w:t xml:space="preserve"> ? </w:t>
      </w:r>
      <w:r w:rsidR="00000000">
        <w:t>Vous avez raconté l</w:t>
      </w:r>
      <w:r>
        <w:t>’</w:t>
      </w:r>
      <w:r w:rsidR="00000000">
        <w:t>histoire Mayenne-</w:t>
      </w:r>
      <w:proofErr w:type="spellStart"/>
      <w:r w:rsidR="00000000">
        <w:t>Legget</w:t>
      </w:r>
      <w:proofErr w:type="spellEnd"/>
      <w:r w:rsidR="00000000">
        <w:t>-Collinson</w:t>
      </w:r>
      <w:r>
        <w:t xml:space="preserve">, </w:t>
      </w:r>
      <w:r w:rsidR="00000000">
        <w:t>point par point</w:t>
      </w:r>
      <w:r>
        <w:t xml:space="preserve">, </w:t>
      </w:r>
      <w:r w:rsidR="00000000">
        <w:t>au moins une douzaine de fois</w:t>
      </w:r>
      <w:r>
        <w:t xml:space="preserve">, </w:t>
      </w:r>
      <w:r w:rsidR="00000000">
        <w:t>la nuit dernière</w:t>
      </w:r>
      <w:r>
        <w:t xml:space="preserve">. </w:t>
      </w:r>
      <w:r w:rsidR="00000000">
        <w:t>Je la connais</w:t>
      </w:r>
      <w:r>
        <w:t xml:space="preserve">, </w:t>
      </w:r>
      <w:r w:rsidR="00000000">
        <w:t>vous savez</w:t>
      </w:r>
      <w:r>
        <w:t>.</w:t>
      </w:r>
    </w:p>
    <w:p w14:paraId="3338352B" w14:textId="77777777" w:rsidR="00894734" w:rsidRDefault="00894734">
      <w:r>
        <w:t>— </w:t>
      </w:r>
      <w:r w:rsidR="00000000">
        <w:t>Oui</w:t>
      </w:r>
      <w:r>
        <w:t xml:space="preserve">, </w:t>
      </w:r>
      <w:r w:rsidR="00000000">
        <w:t>et quand vous avez été parti</w:t>
      </w:r>
      <w:r>
        <w:t xml:space="preserve">, </w:t>
      </w:r>
      <w:r w:rsidR="00000000">
        <w:t>je me la suis racontée encore à moi-même</w:t>
      </w:r>
      <w:r>
        <w:t xml:space="preserve">. </w:t>
      </w:r>
      <w:r w:rsidR="00000000">
        <w:t xml:space="preserve">Vernon et </w:t>
      </w:r>
      <w:proofErr w:type="spellStart"/>
      <w:r w:rsidR="00000000">
        <w:t>Feeney</w:t>
      </w:r>
      <w:proofErr w:type="spellEnd"/>
      <w:r w:rsidR="00000000">
        <w:t xml:space="preserve"> ont tort quand ils pensent que Cotton et </w:t>
      </w:r>
      <w:proofErr w:type="spellStart"/>
      <w:r w:rsidR="00000000">
        <w:t>Whidden</w:t>
      </w:r>
      <w:proofErr w:type="spellEnd"/>
      <w:r w:rsidR="00000000">
        <w:t xml:space="preserve"> étaient complices dans l</w:t>
      </w:r>
      <w:r>
        <w:t>’</w:t>
      </w:r>
      <w:r w:rsidR="00000000">
        <w:t>affaire de l</w:t>
      </w:r>
      <w:r>
        <w:t>’</w:t>
      </w:r>
      <w:r w:rsidR="00000000">
        <w:t xml:space="preserve">enlèvement et que Cotton a joué avec </w:t>
      </w:r>
      <w:proofErr w:type="spellStart"/>
      <w:r w:rsidR="00000000">
        <w:t>Whidden</w:t>
      </w:r>
      <w:proofErr w:type="spellEnd"/>
      <w:r w:rsidR="00000000">
        <w:t xml:space="preserve"> un double jeu</w:t>
      </w:r>
      <w:r>
        <w:t xml:space="preserve">. </w:t>
      </w:r>
      <w:r w:rsidR="00000000">
        <w:t>Je suis d</w:t>
      </w:r>
      <w:r>
        <w:t>’</w:t>
      </w:r>
      <w:r w:rsidR="00000000">
        <w:t xml:space="preserve">accord toutefois avec eux quand ils disent que Cotton élabora un plan et persuada </w:t>
      </w:r>
      <w:proofErr w:type="spellStart"/>
      <w:r w:rsidR="00000000">
        <w:t>Whidden</w:t>
      </w:r>
      <w:proofErr w:type="spellEnd"/>
      <w:r w:rsidR="00000000">
        <w:t xml:space="preserve"> de cacher le paquet de choses appartenant à Gabrielle</w:t>
      </w:r>
      <w:r>
        <w:t xml:space="preserve">, </w:t>
      </w:r>
      <w:r w:rsidR="00000000">
        <w:t xml:space="preserve">pendant </w:t>
      </w:r>
      <w:r w:rsidR="00000000">
        <w:lastRenderedPageBreak/>
        <w:t>que le major userait de sa position officielle pour le couvrir</w:t>
      </w:r>
      <w:r>
        <w:t xml:space="preserve">. </w:t>
      </w:r>
      <w:r w:rsidR="00000000">
        <w:t>Mais</w:t>
      </w:r>
      <w:r>
        <w:t xml:space="preserve">, </w:t>
      </w:r>
      <w:proofErr w:type="spellStart"/>
      <w:r w:rsidR="00000000">
        <w:t>entre temps</w:t>
      </w:r>
      <w:proofErr w:type="spellEnd"/>
      <w:r>
        <w:t xml:space="preserve">, </w:t>
      </w:r>
      <w:r w:rsidR="00000000">
        <w:t>Colli</w:t>
      </w:r>
      <w:r w:rsidR="00000000">
        <w:t>n</w:t>
      </w:r>
      <w:r w:rsidR="00000000">
        <w:t>son fut tué pour avoir sans doute éventé la mèche</w:t>
      </w:r>
      <w:r>
        <w:t xml:space="preserve">. </w:t>
      </w:r>
      <w:r w:rsidR="00000000">
        <w:t>Alors Cotton fit écrire à sa femme cette lettre</w:t>
      </w:r>
      <w:r>
        <w:t xml:space="preserve"> – </w:t>
      </w:r>
      <w:r w:rsidR="00000000">
        <w:t>c</w:t>
      </w:r>
      <w:r>
        <w:t>’</w:t>
      </w:r>
      <w:r w:rsidR="00000000">
        <w:t>est clair</w:t>
      </w:r>
      <w:r>
        <w:t xml:space="preserve">, </w:t>
      </w:r>
      <w:r w:rsidR="00000000">
        <w:t>c</w:t>
      </w:r>
      <w:r>
        <w:t>’</w:t>
      </w:r>
      <w:r w:rsidR="00000000">
        <w:t>est une lettre dictée</w:t>
      </w:r>
      <w:r>
        <w:t xml:space="preserve"> – </w:t>
      </w:r>
      <w:r w:rsidR="00000000">
        <w:t>l</w:t>
      </w:r>
      <w:r>
        <w:t>’</w:t>
      </w:r>
      <w:r w:rsidR="00000000">
        <w:t xml:space="preserve">a tuée et nous conduisit vers </w:t>
      </w:r>
      <w:proofErr w:type="spellStart"/>
      <w:r w:rsidR="00000000">
        <w:t>Whidden</w:t>
      </w:r>
      <w:proofErr w:type="spellEnd"/>
      <w:r>
        <w:t xml:space="preserve">. </w:t>
      </w:r>
      <w:r w:rsidR="00000000">
        <w:t>Avez-vous remarqué que Cotton a été le premier à sauter du bateau quand nous sommes arrivés à la grotte de la Pointe Noire</w:t>
      </w:r>
      <w:r>
        <w:t xml:space="preserve">, </w:t>
      </w:r>
      <w:r w:rsidR="00000000">
        <w:t xml:space="preserve">pour être sûr que </w:t>
      </w:r>
      <w:proofErr w:type="spellStart"/>
      <w:r w:rsidR="00000000">
        <w:t>Whidden</w:t>
      </w:r>
      <w:proofErr w:type="spellEnd"/>
      <w:r w:rsidR="00000000">
        <w:t xml:space="preserve"> serait tué en cas de résistance</w:t>
      </w:r>
      <w:r>
        <w:t xml:space="preserve">, </w:t>
      </w:r>
      <w:r w:rsidR="00000000">
        <w:t>avant de pouvoir pa</w:t>
      </w:r>
      <w:r w:rsidR="00000000">
        <w:t>r</w:t>
      </w:r>
      <w:r w:rsidR="00000000">
        <w:t>ler</w:t>
      </w:r>
      <w:r>
        <w:t>.</w:t>
      </w:r>
    </w:p>
    <w:p w14:paraId="0B666C01" w14:textId="77777777" w:rsidR="00894734" w:rsidRDefault="00000000">
      <w:r>
        <w:t>Fitz passa ses longs doigts dans sa chevelure en broussaille et dit</w:t>
      </w:r>
      <w:r w:rsidR="00894734">
        <w:t> :</w:t>
      </w:r>
    </w:p>
    <w:p w14:paraId="7E932F7C" w14:textId="77777777" w:rsidR="00894734" w:rsidRDefault="00894734">
      <w:r>
        <w:t>— </w:t>
      </w:r>
      <w:r w:rsidR="00000000">
        <w:t>Ne pensez-vous pas que ce geste de Cotton n</w:t>
      </w:r>
      <w:r>
        <w:t>’</w:t>
      </w:r>
      <w:r w:rsidR="00000000">
        <w:t>était pas dicté seulement par une jalousie de mari trompé</w:t>
      </w:r>
      <w:r>
        <w:t> ?</w:t>
      </w:r>
    </w:p>
    <w:p w14:paraId="43CD9B87" w14:textId="77777777" w:rsidR="00894734" w:rsidRDefault="00894734">
      <w:r>
        <w:t>— </w:t>
      </w:r>
      <w:r w:rsidR="00000000">
        <w:t>Peut-être</w:t>
      </w:r>
      <w:r>
        <w:t xml:space="preserve">. </w:t>
      </w:r>
      <w:r w:rsidR="00000000">
        <w:t xml:space="preserve">Mais quel motif avait </w:t>
      </w:r>
      <w:proofErr w:type="spellStart"/>
      <w:r w:rsidR="00000000">
        <w:t>Whidden</w:t>
      </w:r>
      <w:proofErr w:type="spellEnd"/>
      <w:r w:rsidR="00000000">
        <w:t xml:space="preserve"> de se mettre entre les mains de Cotton</w:t>
      </w:r>
      <w:r>
        <w:t xml:space="preserve"> ? </w:t>
      </w:r>
      <w:r w:rsidR="00000000">
        <w:t>Et puis qu</w:t>
      </w:r>
      <w:r>
        <w:t>’</w:t>
      </w:r>
      <w:r w:rsidR="00000000">
        <w:t>est-ce que cela a à faire avec l</w:t>
      </w:r>
      <w:r>
        <w:t>’</w:t>
      </w:r>
      <w:r w:rsidR="00000000">
        <w:t>affaire du temple de Saint-Graal</w:t>
      </w:r>
      <w:r>
        <w:t> ?</w:t>
      </w:r>
    </w:p>
    <w:p w14:paraId="0DFCD046" w14:textId="77777777" w:rsidR="00894734" w:rsidRDefault="00894734">
      <w:r>
        <w:t>— </w:t>
      </w:r>
      <w:r w:rsidR="00000000">
        <w:t>Êtes-vous sûr</w:t>
      </w:r>
      <w:r>
        <w:t xml:space="preserve">, </w:t>
      </w:r>
      <w:r w:rsidR="00000000">
        <w:t>absolument sûr</w:t>
      </w:r>
      <w:r>
        <w:t xml:space="preserve">, </w:t>
      </w:r>
      <w:r w:rsidR="00000000">
        <w:t>qu</w:t>
      </w:r>
      <w:r>
        <w:t>’</w:t>
      </w:r>
      <w:r w:rsidR="00000000">
        <w:t>il y a corrélation entre les deux choses</w:t>
      </w:r>
      <w:r>
        <w:t> ?</w:t>
      </w:r>
    </w:p>
    <w:p w14:paraId="3680424C" w14:textId="77777777" w:rsidR="00894734" w:rsidRDefault="00894734">
      <w:r>
        <w:t>— </w:t>
      </w:r>
      <w:r w:rsidR="00000000">
        <w:t>Oui</w:t>
      </w:r>
      <w:r>
        <w:t xml:space="preserve">, </w:t>
      </w:r>
      <w:r w:rsidR="00000000">
        <w:t>je suis sûr que tout se tient</w:t>
      </w:r>
      <w:r>
        <w:t xml:space="preserve">, </w:t>
      </w:r>
      <w:r w:rsidR="00000000">
        <w:t>depuis ce qui s</w:t>
      </w:r>
      <w:r>
        <w:t>’</w:t>
      </w:r>
      <w:r w:rsidR="00000000">
        <w:t>est passé à Paris autrefois</w:t>
      </w:r>
      <w:r>
        <w:t xml:space="preserve">, </w:t>
      </w:r>
      <w:r w:rsidR="00000000">
        <w:t>dans la maison de Maurice de Mayenne</w:t>
      </w:r>
      <w:r>
        <w:t xml:space="preserve">, </w:t>
      </w:r>
      <w:r w:rsidR="00000000">
        <w:t>ju</w:t>
      </w:r>
      <w:r w:rsidR="00000000">
        <w:t>s</w:t>
      </w:r>
      <w:r w:rsidR="00000000">
        <w:t>qu</w:t>
      </w:r>
      <w:r>
        <w:t>’</w:t>
      </w:r>
      <w:r w:rsidR="00000000">
        <w:t>à la mort de Mrs</w:t>
      </w:r>
      <w:r>
        <w:t xml:space="preserve">. </w:t>
      </w:r>
      <w:r w:rsidR="00000000">
        <w:t>Cotton</w:t>
      </w:r>
      <w:r>
        <w:t>.</w:t>
      </w:r>
    </w:p>
    <w:p w14:paraId="4373DEF4" w14:textId="77777777" w:rsidR="00894734" w:rsidRDefault="00894734">
      <w:r>
        <w:t>— </w:t>
      </w:r>
      <w:r w:rsidR="00000000">
        <w:t>Oui</w:t>
      </w:r>
      <w:r>
        <w:t xml:space="preserve">, </w:t>
      </w:r>
      <w:r w:rsidR="00000000">
        <w:t>dit rêveusement Fitz</w:t>
      </w:r>
      <w:r>
        <w:t xml:space="preserve">. </w:t>
      </w:r>
      <w:r w:rsidR="00000000">
        <w:t>Vous avez peut-être raison</w:t>
      </w:r>
      <w:r>
        <w:t xml:space="preserve">. </w:t>
      </w:r>
      <w:r w:rsidR="00000000">
        <w:t>Tout cela a bien l</w:t>
      </w:r>
      <w:r>
        <w:t>’</w:t>
      </w:r>
      <w:r w:rsidR="00000000">
        <w:t>air d</w:t>
      </w:r>
      <w:r>
        <w:t>’</w:t>
      </w:r>
      <w:r w:rsidR="00000000">
        <w:t>être exécuté par une seule et même v</w:t>
      </w:r>
      <w:r w:rsidR="00000000">
        <w:t>o</w:t>
      </w:r>
      <w:r w:rsidR="00000000">
        <w:t>lonté</w:t>
      </w:r>
      <w:r>
        <w:t xml:space="preserve">. </w:t>
      </w:r>
      <w:r w:rsidR="00000000">
        <w:t>Tout au moins pour les événements d</w:t>
      </w:r>
      <w:r>
        <w:t>’</w:t>
      </w:r>
      <w:r w:rsidR="00000000">
        <w:t>Amérique</w:t>
      </w:r>
      <w:r>
        <w:t>.</w:t>
      </w:r>
    </w:p>
    <w:p w14:paraId="72D6A590" w14:textId="77777777" w:rsidR="00894734" w:rsidRDefault="00894734">
      <w:r>
        <w:t>— </w:t>
      </w:r>
      <w:r w:rsidR="00000000">
        <w:t>Je vous dis que c</w:t>
      </w:r>
      <w:r>
        <w:t>’</w:t>
      </w:r>
      <w:r w:rsidR="00000000">
        <w:t>est un maniaque</w:t>
      </w:r>
      <w:r>
        <w:t>.</w:t>
      </w:r>
    </w:p>
    <w:p w14:paraId="53BC44D3" w14:textId="77777777" w:rsidR="00894734" w:rsidRDefault="00894734">
      <w:r>
        <w:t>— </w:t>
      </w:r>
      <w:r w:rsidR="00000000">
        <w:t>Ah</w:t>
      </w:r>
      <w:r>
        <w:t xml:space="preserve"> ! </w:t>
      </w:r>
      <w:r w:rsidR="00000000">
        <w:t>vous y tenez</w:t>
      </w:r>
      <w:r>
        <w:t xml:space="preserve">. </w:t>
      </w:r>
      <w:r w:rsidR="00000000">
        <w:t>Mais même votre fou a un motif</w:t>
      </w:r>
      <w:r>
        <w:t>.</w:t>
      </w:r>
    </w:p>
    <w:p w14:paraId="0C5C181D" w14:textId="77777777" w:rsidR="00894734" w:rsidRDefault="00894734">
      <w:r>
        <w:t>— </w:t>
      </w:r>
      <w:r w:rsidR="00000000">
        <w:t>Pourquoi</w:t>
      </w:r>
      <w:r>
        <w:t> ?</w:t>
      </w:r>
    </w:p>
    <w:p w14:paraId="13216C59" w14:textId="77777777" w:rsidR="00894734" w:rsidRDefault="00894734">
      <w:r>
        <w:lastRenderedPageBreak/>
        <w:t>— </w:t>
      </w:r>
      <w:r w:rsidR="00000000">
        <w:t>Mais vous êtes tombé sur la tête</w:t>
      </w:r>
      <w:r>
        <w:t xml:space="preserve">, </w:t>
      </w:r>
      <w:r w:rsidR="00000000">
        <w:t>mon pauvre ami</w:t>
      </w:r>
      <w:r>
        <w:t xml:space="preserve"> ! </w:t>
      </w:r>
      <w:r w:rsidR="00000000">
        <w:t>Voyons</w:t>
      </w:r>
      <w:r>
        <w:t xml:space="preserve">, </w:t>
      </w:r>
      <w:r w:rsidR="00000000">
        <w:t>si votre toqué n</w:t>
      </w:r>
      <w:r>
        <w:t>’</w:t>
      </w:r>
      <w:r w:rsidR="00000000">
        <w:t>avait pas de raison d</w:t>
      </w:r>
      <w:r>
        <w:t>’</w:t>
      </w:r>
      <w:r w:rsidR="00000000">
        <w:t>en vouloir à G</w:t>
      </w:r>
      <w:r w:rsidR="00000000">
        <w:t>a</w:t>
      </w:r>
      <w:r w:rsidR="00000000">
        <w:t>brielle</w:t>
      </w:r>
      <w:r>
        <w:t xml:space="preserve">, </w:t>
      </w:r>
      <w:r w:rsidR="00000000">
        <w:t>pourquoi tous ses crimes auraient-ils un très proche rapport avec elle</w:t>
      </w:r>
      <w:r>
        <w:t> ?</w:t>
      </w:r>
    </w:p>
    <w:p w14:paraId="1AD37B20" w14:textId="77777777" w:rsidR="00894734" w:rsidRDefault="00894734">
      <w:r>
        <w:t>— </w:t>
      </w:r>
      <w:r w:rsidR="00000000">
        <w:t xml:space="preserve">Nous ne savons pas si </w:t>
      </w:r>
      <w:r w:rsidR="00000000">
        <w:rPr>
          <w:i/>
        </w:rPr>
        <w:t>tous</w:t>
      </w:r>
      <w:r w:rsidR="00000000">
        <w:t xml:space="preserve"> ses crimes ont un rapport avec elle</w:t>
      </w:r>
      <w:r>
        <w:t xml:space="preserve">, </w:t>
      </w:r>
      <w:r w:rsidR="00000000">
        <w:t>nous connaissons ceux qui ont un rapport avec elle</w:t>
      </w:r>
      <w:r>
        <w:t>.</w:t>
      </w:r>
    </w:p>
    <w:p w14:paraId="04D7B6CE" w14:textId="77777777" w:rsidR="00894734" w:rsidRDefault="00000000">
      <w:r>
        <w:t>Fitz laissa flotter son regard pâle vers des choses vagues</w:t>
      </w:r>
      <w:r w:rsidR="00894734">
        <w:t xml:space="preserve">, </w:t>
      </w:r>
      <w:r>
        <w:t>puis il les ramena vers la porte fermée entre ma chambre et celle de Gabrielle</w:t>
      </w:r>
      <w:r w:rsidR="00894734">
        <w:t>.</w:t>
      </w:r>
    </w:p>
    <w:p w14:paraId="49970745" w14:textId="77777777" w:rsidR="00894734" w:rsidRDefault="00894734">
      <w:r>
        <w:t>— </w:t>
      </w:r>
      <w:r w:rsidR="00000000">
        <w:t>Supposez</w:t>
      </w:r>
      <w:r>
        <w:t xml:space="preserve">, </w:t>
      </w:r>
      <w:r w:rsidR="00000000">
        <w:t>commençai-je</w:t>
      </w:r>
      <w:r>
        <w:t>…</w:t>
      </w:r>
    </w:p>
    <w:p w14:paraId="64EE7FC7" w14:textId="77777777" w:rsidR="00894734" w:rsidRDefault="00000000">
      <w:r>
        <w:t>Mais je fus interrompu par un faible coup frappé à ma po</w:t>
      </w:r>
      <w:r>
        <w:t>r</w:t>
      </w:r>
      <w:r>
        <w:t>te</w:t>
      </w:r>
      <w:r w:rsidR="00894734">
        <w:t xml:space="preserve">. </w:t>
      </w:r>
      <w:r>
        <w:t>J</w:t>
      </w:r>
      <w:r w:rsidR="00894734">
        <w:t>’</w:t>
      </w:r>
      <w:r>
        <w:t>allai ouvrir</w:t>
      </w:r>
      <w:r w:rsidR="00894734">
        <w:t>.</w:t>
      </w:r>
    </w:p>
    <w:p w14:paraId="6718AF3D" w14:textId="77777777" w:rsidR="00894734" w:rsidRDefault="00000000">
      <w:r>
        <w:t>Debout dans le corridor se tenait un homme mince</w:t>
      </w:r>
      <w:r w:rsidR="00894734">
        <w:t xml:space="preserve">, </w:t>
      </w:r>
      <w:r>
        <w:t>hu</w:t>
      </w:r>
      <w:r>
        <w:t>m</w:t>
      </w:r>
      <w:r>
        <w:t>blement vêtu</w:t>
      </w:r>
      <w:r w:rsidR="00894734">
        <w:t xml:space="preserve">. </w:t>
      </w:r>
      <w:r>
        <w:t>Il semblait haletant</w:t>
      </w:r>
      <w:r w:rsidR="00894734">
        <w:t xml:space="preserve">. </w:t>
      </w:r>
      <w:r>
        <w:t>Ses petits yeux bruns avaient un regard timide</w:t>
      </w:r>
      <w:r w:rsidR="00894734">
        <w:t>.</w:t>
      </w:r>
    </w:p>
    <w:p w14:paraId="77D8BF0A" w14:textId="77777777" w:rsidR="00894734" w:rsidRDefault="00894734">
      <w:r>
        <w:t>— </w:t>
      </w:r>
      <w:r w:rsidR="00000000">
        <w:t>Vous ne me reconnaissez pas</w:t>
      </w:r>
      <w:r>
        <w:t xml:space="preserve">, </w:t>
      </w:r>
      <w:r w:rsidR="00000000">
        <w:t>monsieur</w:t>
      </w:r>
      <w:r>
        <w:t xml:space="preserve">, </w:t>
      </w:r>
      <w:r w:rsidR="00000000">
        <w:t>me dit-il</w:t>
      </w:r>
      <w:r>
        <w:t>.</w:t>
      </w:r>
    </w:p>
    <w:p w14:paraId="36453470" w14:textId="77777777" w:rsidR="00894734" w:rsidRDefault="00894734">
      <w:r>
        <w:t>— </w:t>
      </w:r>
      <w:r w:rsidR="00000000">
        <w:t>Si</w:t>
      </w:r>
      <w:r>
        <w:t xml:space="preserve">. </w:t>
      </w:r>
      <w:r w:rsidR="00000000">
        <w:t>Entrez</w:t>
      </w:r>
      <w:r>
        <w:t>.</w:t>
      </w:r>
    </w:p>
    <w:p w14:paraId="58A831DD" w14:textId="77777777" w:rsidR="00894734" w:rsidRDefault="00000000">
      <w:r>
        <w:t xml:space="preserve">Je le présentai à </w:t>
      </w:r>
      <w:proofErr w:type="spellStart"/>
      <w:r>
        <w:t>Fitzstephan</w:t>
      </w:r>
      <w:proofErr w:type="spellEnd"/>
      <w:r w:rsidR="00894734">
        <w:t>.</w:t>
      </w:r>
    </w:p>
    <w:p w14:paraId="260F3FF2" w14:textId="77777777" w:rsidR="00894734" w:rsidRDefault="00894734">
      <w:r>
        <w:t>— </w:t>
      </w:r>
      <w:r w:rsidR="00000000">
        <w:t>Tom Fink</w:t>
      </w:r>
      <w:r>
        <w:t xml:space="preserve">, </w:t>
      </w:r>
      <w:r w:rsidR="00000000">
        <w:t xml:space="preserve">qui était un des aides de </w:t>
      </w:r>
      <w:proofErr w:type="spellStart"/>
      <w:r w:rsidR="00000000">
        <w:t>Haldorn</w:t>
      </w:r>
      <w:proofErr w:type="spellEnd"/>
      <w:r>
        <w:t xml:space="preserve">, </w:t>
      </w:r>
      <w:r w:rsidR="00000000">
        <w:t>dans le Temple de Saint-Graal</w:t>
      </w:r>
      <w:r>
        <w:t>.</w:t>
      </w:r>
    </w:p>
    <w:p w14:paraId="6569DBBB" w14:textId="77777777" w:rsidR="00894734" w:rsidRDefault="00000000">
      <w:r>
        <w:t>Fink me lança un regard de timide reproche</w:t>
      </w:r>
      <w:r w:rsidR="00894734">
        <w:t xml:space="preserve">, </w:t>
      </w:r>
      <w:r>
        <w:t>ôta son ch</w:t>
      </w:r>
      <w:r>
        <w:t>a</w:t>
      </w:r>
      <w:r>
        <w:t>peau et traversa la chambre pour aller secouer la main de Fitz</w:t>
      </w:r>
      <w:r w:rsidR="00894734">
        <w:t xml:space="preserve">. </w:t>
      </w:r>
      <w:r>
        <w:t>Puis il revint vers moi et me dit de sa voix sifflante</w:t>
      </w:r>
      <w:r w:rsidR="00894734">
        <w:t> :</w:t>
      </w:r>
    </w:p>
    <w:p w14:paraId="3875F63F" w14:textId="77777777" w:rsidR="00894734" w:rsidRDefault="00894734">
      <w:r>
        <w:t>— </w:t>
      </w:r>
      <w:r w:rsidR="00000000">
        <w:t>Je suis venu pour vous dire quelque chose</w:t>
      </w:r>
      <w:r>
        <w:t>.</w:t>
      </w:r>
    </w:p>
    <w:p w14:paraId="3432337F" w14:textId="77777777" w:rsidR="00894734" w:rsidRDefault="00894734">
      <w:r>
        <w:t>— </w:t>
      </w:r>
      <w:r w:rsidR="00000000">
        <w:t>Vraiment</w:t>
      </w:r>
      <w:r>
        <w:t> ?</w:t>
      </w:r>
    </w:p>
    <w:p w14:paraId="48103E12" w14:textId="77777777" w:rsidR="00894734" w:rsidRDefault="00000000">
      <w:r>
        <w:lastRenderedPageBreak/>
        <w:t>Il tournait et retournait son chapeau entre ses doigts</w:t>
      </w:r>
      <w:r w:rsidR="00894734">
        <w:t xml:space="preserve">. </w:t>
      </w:r>
      <w:r>
        <w:t xml:space="preserve">Je fis un signe à </w:t>
      </w:r>
      <w:proofErr w:type="spellStart"/>
      <w:r>
        <w:t>Fitzstephan</w:t>
      </w:r>
      <w:proofErr w:type="spellEnd"/>
      <w:r>
        <w:t xml:space="preserve"> et sortis avec Fink</w:t>
      </w:r>
      <w:r w:rsidR="00894734">
        <w:t xml:space="preserve">. </w:t>
      </w:r>
      <w:r>
        <w:t>Dans le couloir</w:t>
      </w:r>
      <w:r w:rsidR="00894734">
        <w:t xml:space="preserve">, </w:t>
      </w:r>
      <w:r>
        <w:t>je fermai la porte</w:t>
      </w:r>
      <w:r w:rsidR="00894734">
        <w:t xml:space="preserve">, </w:t>
      </w:r>
      <w:r>
        <w:t>m</w:t>
      </w:r>
      <w:r w:rsidR="00894734">
        <w:t>’</w:t>
      </w:r>
      <w:r>
        <w:t>arrêtai et dit</w:t>
      </w:r>
      <w:r w:rsidR="00894734">
        <w:t> :</w:t>
      </w:r>
    </w:p>
    <w:p w14:paraId="1499B332" w14:textId="77777777" w:rsidR="00894734" w:rsidRDefault="00894734">
      <w:r>
        <w:t>— </w:t>
      </w:r>
      <w:r w:rsidR="00000000">
        <w:t>Alors</w:t>
      </w:r>
      <w:r>
        <w:t> ?</w:t>
      </w:r>
    </w:p>
    <w:p w14:paraId="25254B47" w14:textId="77777777" w:rsidR="00894734" w:rsidRDefault="00000000">
      <w:r>
        <w:t>Fink passa la langue sur ses lèvres puis dit</w:t>
      </w:r>
      <w:r w:rsidR="00894734">
        <w:t xml:space="preserve">, </w:t>
      </w:r>
      <w:r>
        <w:t>toujours dans un demi-sifflement</w:t>
      </w:r>
      <w:r w:rsidR="00894734">
        <w:t> :</w:t>
      </w:r>
    </w:p>
    <w:p w14:paraId="117602FE" w14:textId="77777777" w:rsidR="00894734" w:rsidRDefault="00894734">
      <w:r>
        <w:t>— </w:t>
      </w:r>
      <w:r w:rsidR="00000000">
        <w:t>Je suis venu pour vous dire quelque chose qu</w:t>
      </w:r>
      <w:r>
        <w:t>’</w:t>
      </w:r>
      <w:r w:rsidR="00000000">
        <w:t>il faut que vous sachiez</w:t>
      </w:r>
      <w:r>
        <w:t>.</w:t>
      </w:r>
    </w:p>
    <w:p w14:paraId="57F328D4" w14:textId="77777777" w:rsidR="00894734" w:rsidRDefault="00894734">
      <w:r>
        <w:t>— </w:t>
      </w:r>
      <w:r w:rsidR="00000000">
        <w:t>Oui</w:t>
      </w:r>
      <w:r>
        <w:t> ?</w:t>
      </w:r>
    </w:p>
    <w:p w14:paraId="0421330C" w14:textId="77777777" w:rsidR="00894734" w:rsidRDefault="00894734">
      <w:r>
        <w:t>— </w:t>
      </w:r>
      <w:r w:rsidR="00000000">
        <w:t>C</w:t>
      </w:r>
      <w:r>
        <w:t>’</w:t>
      </w:r>
      <w:r w:rsidR="00000000">
        <w:t xml:space="preserve">est à propos de ce </w:t>
      </w:r>
      <w:proofErr w:type="spellStart"/>
      <w:r w:rsidR="00000000">
        <w:t>Whidden</w:t>
      </w:r>
      <w:proofErr w:type="spellEnd"/>
      <w:r w:rsidR="00000000">
        <w:t xml:space="preserve"> qui a été tué</w:t>
      </w:r>
      <w:r>
        <w:t>.</w:t>
      </w:r>
    </w:p>
    <w:p w14:paraId="6117B309" w14:textId="77777777" w:rsidR="00894734" w:rsidRDefault="00894734">
      <w:r>
        <w:t>— </w:t>
      </w:r>
      <w:r w:rsidR="00000000">
        <w:t>Et alors</w:t>
      </w:r>
      <w:r>
        <w:t> ?</w:t>
      </w:r>
    </w:p>
    <w:p w14:paraId="57D5190F" w14:textId="77777777" w:rsidR="00894734" w:rsidRDefault="00894734">
      <w:r>
        <w:t>— </w:t>
      </w:r>
      <w:r w:rsidR="00000000">
        <w:t>Il était</w:t>
      </w:r>
      <w:r>
        <w:t>…</w:t>
      </w:r>
    </w:p>
    <w:p w14:paraId="20EF7D73" w14:textId="77777777" w:rsidR="00894734" w:rsidRDefault="00000000">
      <w:r>
        <w:t>La porte de ma chambre s</w:t>
      </w:r>
      <w:r w:rsidR="00894734">
        <w:t>’</w:t>
      </w:r>
      <w:r>
        <w:t>ouvrit brusquement</w:t>
      </w:r>
      <w:r w:rsidR="00894734">
        <w:t xml:space="preserve">. </w:t>
      </w:r>
      <w:r>
        <w:t>Le pla</w:t>
      </w:r>
      <w:r>
        <w:t>n</w:t>
      </w:r>
      <w:r>
        <w:t>cher</w:t>
      </w:r>
      <w:r w:rsidR="00894734">
        <w:t xml:space="preserve">, </w:t>
      </w:r>
      <w:r>
        <w:t>les murs</w:t>
      </w:r>
      <w:r w:rsidR="00894734">
        <w:t xml:space="preserve">, </w:t>
      </w:r>
      <w:r>
        <w:t>le plafond vacillèrent et semblèrent se renverser</w:t>
      </w:r>
      <w:r w:rsidR="00894734">
        <w:t xml:space="preserve">. </w:t>
      </w:r>
      <w:r>
        <w:t>Il y eut tout à coup un bruit immense</w:t>
      </w:r>
      <w:r w:rsidR="00894734">
        <w:t xml:space="preserve">, </w:t>
      </w:r>
      <w:r>
        <w:t>un rugissement qu</w:t>
      </w:r>
      <w:r w:rsidR="00894734">
        <w:t>’</w:t>
      </w:r>
      <w:r>
        <w:t>on sentait retentir jusque dans son corps</w:t>
      </w:r>
      <w:r w:rsidR="00894734">
        <w:t xml:space="preserve">. </w:t>
      </w:r>
      <w:r>
        <w:t>Tom Fink fut projeté loin de moi</w:t>
      </w:r>
      <w:r w:rsidR="00894734">
        <w:t xml:space="preserve">. </w:t>
      </w:r>
      <w:r>
        <w:t>J</w:t>
      </w:r>
      <w:r w:rsidR="00894734">
        <w:t>’</w:t>
      </w:r>
      <w:r>
        <w:t>eus la présence d</w:t>
      </w:r>
      <w:r w:rsidR="00894734">
        <w:t>’</w:t>
      </w:r>
      <w:r>
        <w:t>esprit de me jeter à terre</w:t>
      </w:r>
      <w:r w:rsidR="00894734">
        <w:t xml:space="preserve">. </w:t>
      </w:r>
      <w:r>
        <w:t>Fink heu</w:t>
      </w:r>
      <w:r>
        <w:t>r</w:t>
      </w:r>
      <w:r>
        <w:t>ta de la tête une porte au fond du couloir</w:t>
      </w:r>
      <w:r w:rsidR="00894734">
        <w:t xml:space="preserve">. </w:t>
      </w:r>
      <w:r>
        <w:t>Il revint tomber en avant</w:t>
      </w:r>
      <w:r w:rsidR="00894734">
        <w:t xml:space="preserve">, </w:t>
      </w:r>
      <w:r>
        <w:t>le crâne ruisselant de sang</w:t>
      </w:r>
      <w:r w:rsidR="00894734">
        <w:t>.</w:t>
      </w:r>
    </w:p>
    <w:p w14:paraId="579126F4" w14:textId="77777777" w:rsidR="00894734" w:rsidRDefault="00000000">
      <w:r>
        <w:t>Je cherchai ma chambre</w:t>
      </w:r>
      <w:r w:rsidR="00894734">
        <w:t xml:space="preserve">. </w:t>
      </w:r>
      <w:r>
        <w:t>Au milieu</w:t>
      </w:r>
      <w:r w:rsidR="00894734">
        <w:t xml:space="preserve">, </w:t>
      </w:r>
      <w:r>
        <w:t>sur le parquet</w:t>
      </w:r>
      <w:r w:rsidR="00894734">
        <w:t xml:space="preserve">, </w:t>
      </w:r>
      <w:proofErr w:type="spellStart"/>
      <w:r>
        <w:t>Fitzst</w:t>
      </w:r>
      <w:r>
        <w:t>e</w:t>
      </w:r>
      <w:r>
        <w:t>phan</w:t>
      </w:r>
      <w:proofErr w:type="spellEnd"/>
      <w:r>
        <w:t xml:space="preserve"> n</w:t>
      </w:r>
      <w:r w:rsidR="00894734">
        <w:t>’</w:t>
      </w:r>
      <w:r>
        <w:t>était plus qu</w:t>
      </w:r>
      <w:r w:rsidR="00894734">
        <w:t>’</w:t>
      </w:r>
      <w:r>
        <w:t>un amas pantelant de chair</w:t>
      </w:r>
      <w:r w:rsidR="00894734">
        <w:t xml:space="preserve">, </w:t>
      </w:r>
      <w:r>
        <w:t>de sang et de vêtements</w:t>
      </w:r>
      <w:r w:rsidR="00894734">
        <w:t xml:space="preserve">. </w:t>
      </w:r>
      <w:r>
        <w:t>Mon lit brûlait</w:t>
      </w:r>
      <w:r w:rsidR="00894734">
        <w:t xml:space="preserve">. </w:t>
      </w:r>
      <w:r>
        <w:t>J</w:t>
      </w:r>
      <w:r w:rsidR="00894734">
        <w:t>’</w:t>
      </w:r>
      <w:r>
        <w:t>allai machinalement jusqu</w:t>
      </w:r>
      <w:r w:rsidR="00894734">
        <w:t>’</w:t>
      </w:r>
      <w:r>
        <w:t>à la chambre de Gabrielle</w:t>
      </w:r>
      <w:r w:rsidR="00894734">
        <w:t xml:space="preserve">. </w:t>
      </w:r>
      <w:r>
        <w:t>La porte de communication était ouverte</w:t>
      </w:r>
      <w:r w:rsidR="00894734">
        <w:t>.</w:t>
      </w:r>
    </w:p>
    <w:p w14:paraId="16970F90" w14:textId="77777777" w:rsidR="00894734" w:rsidRDefault="00000000">
      <w:r>
        <w:t>Elle était tapie à la tête de son lit</w:t>
      </w:r>
      <w:r w:rsidR="00894734">
        <w:t xml:space="preserve">, </w:t>
      </w:r>
      <w:r>
        <w:t>les pieds sur les oreillers</w:t>
      </w:r>
      <w:r w:rsidR="00894734">
        <w:t xml:space="preserve">. </w:t>
      </w:r>
      <w:r>
        <w:t>Sa chemise de nuit était déchirée sur une épaule</w:t>
      </w:r>
      <w:r w:rsidR="00894734">
        <w:t xml:space="preserve">. </w:t>
      </w:r>
      <w:r>
        <w:t>Sous ses bo</w:t>
      </w:r>
      <w:r>
        <w:t>u</w:t>
      </w:r>
      <w:r>
        <w:t>cles brunes retombées sur son front</w:t>
      </w:r>
      <w:r w:rsidR="00894734">
        <w:t xml:space="preserve">, </w:t>
      </w:r>
      <w:r>
        <w:t xml:space="preserve">ses yeux bruns </w:t>
      </w:r>
      <w:r>
        <w:lastRenderedPageBreak/>
        <w:t>verts étaient ceux d</w:t>
      </w:r>
      <w:r w:rsidR="00894734">
        <w:t>’</w:t>
      </w:r>
      <w:r>
        <w:t>un animal traqué</w:t>
      </w:r>
      <w:r w:rsidR="00894734">
        <w:t xml:space="preserve">. </w:t>
      </w:r>
      <w:r>
        <w:t>Il n</w:t>
      </w:r>
      <w:r w:rsidR="00894734">
        <w:t>’</w:t>
      </w:r>
      <w:r>
        <w:t>y avait personne dans la chambre</w:t>
      </w:r>
      <w:r w:rsidR="00894734">
        <w:t>.</w:t>
      </w:r>
    </w:p>
    <w:p w14:paraId="04CA7B89" w14:textId="77777777" w:rsidR="00894734" w:rsidRDefault="00894734">
      <w:r>
        <w:t>— </w:t>
      </w:r>
      <w:r w:rsidR="00000000">
        <w:t>Où est l</w:t>
      </w:r>
      <w:r>
        <w:t>’</w:t>
      </w:r>
      <w:r w:rsidR="00000000">
        <w:t>infirmière</w:t>
      </w:r>
      <w:r>
        <w:t> ?</w:t>
      </w:r>
    </w:p>
    <w:p w14:paraId="6AB6F8EB" w14:textId="77777777" w:rsidR="00894734" w:rsidRDefault="00000000">
      <w:r>
        <w:t>Elle ne me répondit pas</w:t>
      </w:r>
      <w:r w:rsidR="00894734">
        <w:t xml:space="preserve">. </w:t>
      </w:r>
      <w:r>
        <w:t>Elle attachait sur moi ses yeux te</w:t>
      </w:r>
      <w:r>
        <w:t>r</w:t>
      </w:r>
      <w:r>
        <w:t>rifiés</w:t>
      </w:r>
      <w:r w:rsidR="00894734">
        <w:t xml:space="preserve">. </w:t>
      </w:r>
      <w:r>
        <w:t>J</w:t>
      </w:r>
      <w:r w:rsidR="00894734">
        <w:t>’</w:t>
      </w:r>
      <w:r>
        <w:t>ordonnai</w:t>
      </w:r>
      <w:r w:rsidR="00894734">
        <w:t> :</w:t>
      </w:r>
    </w:p>
    <w:p w14:paraId="06A93915" w14:textId="77777777" w:rsidR="00894734" w:rsidRDefault="00894734">
      <w:r>
        <w:t>— </w:t>
      </w:r>
      <w:r w:rsidR="00000000">
        <w:t>Rentrez sous les couvertures</w:t>
      </w:r>
      <w:r>
        <w:t xml:space="preserve">, </w:t>
      </w:r>
      <w:r w:rsidR="00000000">
        <w:t>vous allez prendre mal</w:t>
      </w:r>
      <w:r>
        <w:t>.</w:t>
      </w:r>
    </w:p>
    <w:p w14:paraId="7D1D9AE8" w14:textId="77777777" w:rsidR="00894734" w:rsidRDefault="00000000">
      <w:r>
        <w:t>Elle ne bougea pas</w:t>
      </w:r>
      <w:r w:rsidR="00894734">
        <w:t xml:space="preserve">. </w:t>
      </w:r>
      <w:r>
        <w:t>Je voulus remonter les couvertures jusqu</w:t>
      </w:r>
      <w:r w:rsidR="00894734">
        <w:t>’</w:t>
      </w:r>
      <w:r>
        <w:t>à son cou</w:t>
      </w:r>
      <w:r w:rsidR="00894734">
        <w:t xml:space="preserve">. </w:t>
      </w:r>
      <w:r>
        <w:t>Elle fit entendre un petit gémissement</w:t>
      </w:r>
      <w:r w:rsidR="00894734">
        <w:t xml:space="preserve">, </w:t>
      </w:r>
      <w:r>
        <w:t>laissa tomber sa tête et planta ses dents pointues sur le dos de ma main</w:t>
      </w:r>
      <w:r w:rsidR="00894734">
        <w:t xml:space="preserve">. </w:t>
      </w:r>
      <w:r>
        <w:t>Cela me fit mal et</w:t>
      </w:r>
      <w:r w:rsidR="00894734">
        <w:t xml:space="preserve">, </w:t>
      </w:r>
      <w:r>
        <w:t>furieux</w:t>
      </w:r>
      <w:r w:rsidR="00894734">
        <w:t xml:space="preserve">, </w:t>
      </w:r>
      <w:r>
        <w:t xml:space="preserve">je la </w:t>
      </w:r>
      <w:proofErr w:type="spellStart"/>
      <w:r>
        <w:t>mis</w:t>
      </w:r>
      <w:proofErr w:type="spellEnd"/>
      <w:r>
        <w:t xml:space="preserve"> de force sous ses couvertures</w:t>
      </w:r>
      <w:r w:rsidR="00894734">
        <w:t xml:space="preserve">. </w:t>
      </w:r>
      <w:r>
        <w:t>Je retournai à ma chambre et je jetai mon matelas en feu par la fenêtre</w:t>
      </w:r>
      <w:r w:rsidR="00894734">
        <w:t xml:space="preserve">. </w:t>
      </w:r>
      <w:r>
        <w:t>Je vis arriver les premières personnes attirées par la détonation</w:t>
      </w:r>
      <w:r w:rsidR="00894734">
        <w:t>.</w:t>
      </w:r>
    </w:p>
    <w:p w14:paraId="0D14A0BB" w14:textId="77777777" w:rsidR="00894734" w:rsidRDefault="00894734">
      <w:r>
        <w:t>— </w:t>
      </w:r>
      <w:r w:rsidR="00000000">
        <w:t>Allez chercher tout de suite un médecin</w:t>
      </w:r>
      <w:r>
        <w:t xml:space="preserve">, </w:t>
      </w:r>
      <w:r w:rsidR="00000000">
        <w:t>criai-je au pr</w:t>
      </w:r>
      <w:r w:rsidR="00000000">
        <w:t>e</w:t>
      </w:r>
      <w:r w:rsidR="00000000">
        <w:t>mier d</w:t>
      </w:r>
      <w:r>
        <w:t>’</w:t>
      </w:r>
      <w:r w:rsidR="00000000">
        <w:t>entre eux</w:t>
      </w:r>
      <w:r>
        <w:t xml:space="preserve">. </w:t>
      </w:r>
      <w:r w:rsidR="00000000">
        <w:t>Et restez dehors</w:t>
      </w:r>
      <w:r>
        <w:t>.</w:t>
      </w:r>
    </w:p>
    <w:p w14:paraId="65D749FC" w14:textId="77777777" w:rsidR="00894734" w:rsidRDefault="00000000">
      <w:r>
        <w:t>Je venais de me débarrasser de mon matelas</w:t>
      </w:r>
      <w:r w:rsidR="00894734">
        <w:t xml:space="preserve">, </w:t>
      </w:r>
      <w:r>
        <w:t xml:space="preserve">Mickey </w:t>
      </w:r>
      <w:proofErr w:type="spellStart"/>
      <w:r>
        <w:t>Lin</w:t>
      </w:r>
      <w:r>
        <w:t>e</w:t>
      </w:r>
      <w:r>
        <w:t>ham</w:t>
      </w:r>
      <w:proofErr w:type="spellEnd"/>
      <w:r>
        <w:t xml:space="preserve"> arrivait</w:t>
      </w:r>
      <w:r w:rsidR="00894734">
        <w:t xml:space="preserve">, </w:t>
      </w:r>
      <w:r>
        <w:t>fendant la foule du personnel et des pensionnaires qui</w:t>
      </w:r>
      <w:r w:rsidR="00894734">
        <w:t xml:space="preserve">, </w:t>
      </w:r>
      <w:r>
        <w:t>maintenant</w:t>
      </w:r>
      <w:r w:rsidR="00894734">
        <w:t xml:space="preserve">, </w:t>
      </w:r>
      <w:r>
        <w:t>encombrait le corridor</w:t>
      </w:r>
      <w:r w:rsidR="00894734">
        <w:t xml:space="preserve">. </w:t>
      </w:r>
      <w:r>
        <w:t>Il jeta un coup d</w:t>
      </w:r>
      <w:r w:rsidR="00894734">
        <w:t>’</w:t>
      </w:r>
      <w:r>
        <w:t xml:space="preserve">œil à ce qui restait de </w:t>
      </w:r>
      <w:proofErr w:type="spellStart"/>
      <w:r>
        <w:t>Fitzstephan</w:t>
      </w:r>
      <w:proofErr w:type="spellEnd"/>
      <w:r>
        <w:t xml:space="preserve"> et demanda</w:t>
      </w:r>
      <w:r w:rsidR="00894734">
        <w:t> :</w:t>
      </w:r>
    </w:p>
    <w:p w14:paraId="5FD66952" w14:textId="77777777" w:rsidR="00894734" w:rsidRDefault="00894734">
      <w:r>
        <w:t>— </w:t>
      </w:r>
      <w:r w:rsidR="00000000">
        <w:t>Qu</w:t>
      </w:r>
      <w:r>
        <w:t>’</w:t>
      </w:r>
      <w:r w:rsidR="00000000">
        <w:t>est-il arrivé</w:t>
      </w:r>
      <w:r>
        <w:t> ?</w:t>
      </w:r>
    </w:p>
    <w:p w14:paraId="14E525A8" w14:textId="77777777" w:rsidR="00894734" w:rsidRDefault="00000000">
      <w:r>
        <w:t xml:space="preserve">Ben </w:t>
      </w:r>
      <w:proofErr w:type="spellStart"/>
      <w:r>
        <w:t>Rolly</w:t>
      </w:r>
      <w:proofErr w:type="spellEnd"/>
      <w:r>
        <w:t xml:space="preserve"> entrait à ce moment</w:t>
      </w:r>
      <w:r w:rsidR="00894734">
        <w:t xml:space="preserve"> ; </w:t>
      </w:r>
      <w:r>
        <w:t>il fit</w:t>
      </w:r>
      <w:r w:rsidR="00894734">
        <w:t> :</w:t>
      </w:r>
    </w:p>
    <w:p w14:paraId="4885A111" w14:textId="77777777" w:rsidR="00894734" w:rsidRDefault="00894734">
      <w:r>
        <w:t>— </w:t>
      </w:r>
      <w:r w:rsidR="00000000">
        <w:t>Ah</w:t>
      </w:r>
      <w:r>
        <w:t xml:space="preserve"> ! </w:t>
      </w:r>
      <w:r w:rsidR="00000000">
        <w:t>ah</w:t>
      </w:r>
      <w:r>
        <w:t xml:space="preserve"> ! </w:t>
      </w:r>
      <w:r w:rsidR="00000000">
        <w:t>ah</w:t>
      </w:r>
      <w:r>
        <w:t xml:space="preserve"> ! </w:t>
      </w:r>
      <w:r w:rsidR="00000000">
        <w:t>qu</w:t>
      </w:r>
      <w:r>
        <w:t>’</w:t>
      </w:r>
      <w:r w:rsidR="00000000">
        <w:t>est-il arrivé</w:t>
      </w:r>
      <w:r>
        <w:t> ?</w:t>
      </w:r>
    </w:p>
    <w:p w14:paraId="72A88A11" w14:textId="77777777" w:rsidR="00894734" w:rsidRDefault="00894734">
      <w:r>
        <w:t>— </w:t>
      </w:r>
      <w:r w:rsidR="00000000">
        <w:t>Une bombe</w:t>
      </w:r>
      <w:r>
        <w:t xml:space="preserve">, </w:t>
      </w:r>
      <w:r w:rsidR="00000000">
        <w:t>dis-je</w:t>
      </w:r>
      <w:r>
        <w:t>.</w:t>
      </w:r>
    </w:p>
    <w:p w14:paraId="28CB1078" w14:textId="77777777" w:rsidR="00894734" w:rsidRDefault="00894734">
      <w:r>
        <w:t>— </w:t>
      </w:r>
      <w:r w:rsidR="00000000">
        <w:t>Ah</w:t>
      </w:r>
      <w:r>
        <w:t xml:space="preserve"> ! </w:t>
      </w:r>
      <w:r w:rsidR="00000000">
        <w:t>ah</w:t>
      </w:r>
      <w:r>
        <w:t xml:space="preserve"> ! </w:t>
      </w:r>
      <w:r w:rsidR="00000000">
        <w:t>ah</w:t>
      </w:r>
      <w:r>
        <w:t> !</w:t>
      </w:r>
    </w:p>
    <w:p w14:paraId="69B01632" w14:textId="28EF97A2" w:rsidR="00894734" w:rsidRDefault="00000000">
      <w:r>
        <w:t xml:space="preserve">Le </w:t>
      </w:r>
      <w:r w:rsidR="00894734">
        <w:t>D</w:t>
      </w:r>
      <w:r w:rsidR="00894734" w:rsidRPr="00894734">
        <w:rPr>
          <w:vertAlign w:val="superscript"/>
        </w:rPr>
        <w:t>r</w:t>
      </w:r>
      <w:r w:rsidR="00894734">
        <w:t> G</w:t>
      </w:r>
      <w:r>
        <w:t>eorge entra et s</w:t>
      </w:r>
      <w:r w:rsidR="00894734">
        <w:t>’</w:t>
      </w:r>
      <w:r>
        <w:t xml:space="preserve">agenouilla auprès des restes de </w:t>
      </w:r>
      <w:proofErr w:type="spellStart"/>
      <w:r>
        <w:t>Fitzstephan</w:t>
      </w:r>
      <w:proofErr w:type="spellEnd"/>
      <w:r w:rsidR="00894734">
        <w:t xml:space="preserve">. </w:t>
      </w:r>
      <w:r>
        <w:t>C</w:t>
      </w:r>
      <w:r w:rsidR="00894734">
        <w:t>’</w:t>
      </w:r>
      <w:r>
        <w:t>était le médecin qui avait visité Gabrielle</w:t>
      </w:r>
      <w:r w:rsidR="00894734">
        <w:t xml:space="preserve">, </w:t>
      </w:r>
      <w:r>
        <w:lastRenderedPageBreak/>
        <w:t>quand nous l</w:t>
      </w:r>
      <w:r w:rsidR="00894734">
        <w:t>’</w:t>
      </w:r>
      <w:r>
        <w:t>avions ramenée de la cachette de la Pointe Noire</w:t>
      </w:r>
      <w:r w:rsidR="00894734">
        <w:t xml:space="preserve">, </w:t>
      </w:r>
      <w:r>
        <w:t>la vei</w:t>
      </w:r>
      <w:r>
        <w:t>l</w:t>
      </w:r>
      <w:r>
        <w:t>le</w:t>
      </w:r>
      <w:r w:rsidR="00894734">
        <w:t xml:space="preserve">. </w:t>
      </w:r>
      <w:r>
        <w:t>Il agita ses mains velues au-dessus du malheureux</w:t>
      </w:r>
      <w:r w:rsidR="00894734">
        <w:t>.</w:t>
      </w:r>
    </w:p>
    <w:p w14:paraId="5D9583CC" w14:textId="77777777" w:rsidR="00894734" w:rsidRDefault="00894734">
      <w:r>
        <w:t>— </w:t>
      </w:r>
      <w:r w:rsidR="00000000">
        <w:t>Savez-vous ce qu</w:t>
      </w:r>
      <w:r>
        <w:t>’</w:t>
      </w:r>
      <w:r w:rsidR="00000000">
        <w:t>est venu faire ici Fink</w:t>
      </w:r>
      <w:r>
        <w:t xml:space="preserve"> ? </w:t>
      </w:r>
      <w:r w:rsidR="00000000">
        <w:t>demandai-je à Mickey</w:t>
      </w:r>
      <w:r>
        <w:t>.</w:t>
      </w:r>
    </w:p>
    <w:p w14:paraId="09CADE37" w14:textId="77777777" w:rsidR="00894734" w:rsidRDefault="00894734">
      <w:r>
        <w:t>— </w:t>
      </w:r>
      <w:r w:rsidR="00000000">
        <w:t>Non</w:t>
      </w:r>
      <w:r>
        <w:t xml:space="preserve">, </w:t>
      </w:r>
      <w:r w:rsidR="00000000">
        <w:t>je ne sais pas trop</w:t>
      </w:r>
      <w:r>
        <w:t xml:space="preserve">. </w:t>
      </w:r>
      <w:r w:rsidR="00000000">
        <w:t>Je l</w:t>
      </w:r>
      <w:r>
        <w:t>’</w:t>
      </w:r>
      <w:r w:rsidR="00000000">
        <w:t>ai pris en filature</w:t>
      </w:r>
      <w:r>
        <w:t xml:space="preserve">, </w:t>
      </w:r>
      <w:r w:rsidR="00000000">
        <w:t>hier</w:t>
      </w:r>
      <w:r>
        <w:t xml:space="preserve">, </w:t>
      </w:r>
      <w:r w:rsidR="00000000">
        <w:t>quand ils l</w:t>
      </w:r>
      <w:r>
        <w:t>’</w:t>
      </w:r>
      <w:r w:rsidR="00000000">
        <w:t>ont relâché</w:t>
      </w:r>
      <w:r>
        <w:t xml:space="preserve">. </w:t>
      </w:r>
      <w:r w:rsidR="00000000">
        <w:t xml:space="preserve">Il est venu dans un hôtel de </w:t>
      </w:r>
      <w:proofErr w:type="spellStart"/>
      <w:r w:rsidR="00000000">
        <w:t>Keany</w:t>
      </w:r>
      <w:proofErr w:type="spellEnd"/>
      <w:r w:rsidR="00000000">
        <w:t xml:space="preserve"> </w:t>
      </w:r>
      <w:proofErr w:type="spellStart"/>
      <w:r w:rsidR="00000000">
        <w:t>street</w:t>
      </w:r>
      <w:proofErr w:type="spellEnd"/>
      <w:r w:rsidR="00000000">
        <w:t xml:space="preserve"> et a pris une chambre</w:t>
      </w:r>
      <w:r>
        <w:t xml:space="preserve">. </w:t>
      </w:r>
      <w:r w:rsidR="00000000">
        <w:t>Il a passé la plus grande partie de l</w:t>
      </w:r>
      <w:r>
        <w:t>’</w:t>
      </w:r>
      <w:r w:rsidR="00000000">
        <w:t>après-midi dans un café</w:t>
      </w:r>
      <w:r>
        <w:t xml:space="preserve">, </w:t>
      </w:r>
      <w:r w:rsidR="00000000">
        <w:t>lisant les journaux</w:t>
      </w:r>
      <w:r>
        <w:t xml:space="preserve">, </w:t>
      </w:r>
      <w:r w:rsidR="00000000">
        <w:t>et rien que ce qui conce</w:t>
      </w:r>
      <w:r w:rsidR="00000000">
        <w:t>r</w:t>
      </w:r>
      <w:r w:rsidR="00000000">
        <w:t>nait l</w:t>
      </w:r>
      <w:r>
        <w:t>’</w:t>
      </w:r>
      <w:r w:rsidR="00000000">
        <w:t>affaire de Quesada</w:t>
      </w:r>
      <w:r>
        <w:t xml:space="preserve">. </w:t>
      </w:r>
      <w:r w:rsidR="00000000">
        <w:t>Il est allé dîner et est rentré à l</w:t>
      </w:r>
      <w:r>
        <w:t>’</w:t>
      </w:r>
      <w:r w:rsidR="00000000">
        <w:t>hôtel</w:t>
      </w:r>
      <w:r>
        <w:t xml:space="preserve">. </w:t>
      </w:r>
      <w:r w:rsidR="00000000">
        <w:t>Il s</w:t>
      </w:r>
      <w:r>
        <w:t>’</w:t>
      </w:r>
      <w:r w:rsidR="00000000">
        <w:t>est levé à sept heures</w:t>
      </w:r>
      <w:r>
        <w:t xml:space="preserve">, </w:t>
      </w:r>
      <w:r w:rsidR="00000000">
        <w:t xml:space="preserve">a déjeuné et a pris le train de </w:t>
      </w:r>
      <w:proofErr w:type="spellStart"/>
      <w:r w:rsidR="00000000">
        <w:t>Poston</w:t>
      </w:r>
      <w:proofErr w:type="spellEnd"/>
      <w:r>
        <w:t xml:space="preserve">. </w:t>
      </w:r>
      <w:r w:rsidR="00000000">
        <w:t>Là</w:t>
      </w:r>
      <w:r>
        <w:t xml:space="preserve">, </w:t>
      </w:r>
      <w:r w:rsidR="00000000">
        <w:t>il a pria l</w:t>
      </w:r>
      <w:r>
        <w:t>’</w:t>
      </w:r>
      <w:r w:rsidR="00000000">
        <w:t>autobus</w:t>
      </w:r>
      <w:r>
        <w:t xml:space="preserve">, </w:t>
      </w:r>
      <w:r w:rsidR="00000000">
        <w:t>est venu directement ici et vous a demandé</w:t>
      </w:r>
      <w:r>
        <w:t>.</w:t>
      </w:r>
    </w:p>
    <w:p w14:paraId="23E529BE" w14:textId="77777777" w:rsidR="00894734" w:rsidRDefault="00894734">
      <w:r>
        <w:t>— </w:t>
      </w:r>
      <w:r w:rsidR="00000000">
        <w:t>Nom d</w:t>
      </w:r>
      <w:r>
        <w:t>’</w:t>
      </w:r>
      <w:r w:rsidR="00000000">
        <w:t>un chien</w:t>
      </w:r>
      <w:r>
        <w:t xml:space="preserve"> ! </w:t>
      </w:r>
      <w:r w:rsidR="00000000">
        <w:t>s</w:t>
      </w:r>
      <w:r>
        <w:t>’</w:t>
      </w:r>
      <w:r w:rsidR="00000000">
        <w:t>exclama à ce moment le docteur</w:t>
      </w:r>
      <w:r>
        <w:t xml:space="preserve">, </w:t>
      </w:r>
      <w:r w:rsidR="00000000">
        <w:t>toujours à genoux</w:t>
      </w:r>
      <w:r>
        <w:t xml:space="preserve">. </w:t>
      </w:r>
      <w:r w:rsidR="00000000">
        <w:t>L</w:t>
      </w:r>
      <w:r>
        <w:t>’</w:t>
      </w:r>
      <w:r w:rsidR="00000000">
        <w:t>homme n</w:t>
      </w:r>
      <w:r>
        <w:t>’</w:t>
      </w:r>
      <w:r w:rsidR="00000000">
        <w:t>est pas mort</w:t>
      </w:r>
      <w:r>
        <w:t>.</w:t>
      </w:r>
    </w:p>
    <w:p w14:paraId="0B33C8A6" w14:textId="77777777" w:rsidR="00894734" w:rsidRDefault="00000000">
      <w:r>
        <w:t>Je ne le crus pas</w:t>
      </w:r>
      <w:r w:rsidR="00894734">
        <w:t xml:space="preserve">. </w:t>
      </w:r>
      <w:r>
        <w:t xml:space="preserve">Le bras et la jambe gauche de </w:t>
      </w:r>
      <w:proofErr w:type="spellStart"/>
      <w:r>
        <w:t>Fitzstephan</w:t>
      </w:r>
      <w:proofErr w:type="spellEnd"/>
      <w:r>
        <w:t xml:space="preserve"> étaient arrachés</w:t>
      </w:r>
      <w:r w:rsidR="00894734">
        <w:t xml:space="preserve">. </w:t>
      </w:r>
      <w:r>
        <w:t>Le reste du corps était trop en bouillie pour qu</w:t>
      </w:r>
      <w:r w:rsidR="00894734">
        <w:t>’</w:t>
      </w:r>
      <w:r>
        <w:t>on pût distinguer ce qu</w:t>
      </w:r>
      <w:r w:rsidR="00894734">
        <w:t>’</w:t>
      </w:r>
      <w:r>
        <w:t>il en restait</w:t>
      </w:r>
      <w:r w:rsidR="00894734">
        <w:t xml:space="preserve">. </w:t>
      </w:r>
      <w:r>
        <w:t>Quant au visage</w:t>
      </w:r>
      <w:r w:rsidR="00894734">
        <w:t xml:space="preserve">, </w:t>
      </w:r>
      <w:r>
        <w:t>il n</w:t>
      </w:r>
      <w:r w:rsidR="00894734">
        <w:t>’</w:t>
      </w:r>
      <w:r>
        <w:t>en subsistait que la moitié</w:t>
      </w:r>
      <w:r w:rsidR="00894734">
        <w:t xml:space="preserve">. </w:t>
      </w:r>
      <w:r>
        <w:t>Je dis</w:t>
      </w:r>
      <w:r w:rsidR="00894734">
        <w:t> :</w:t>
      </w:r>
    </w:p>
    <w:p w14:paraId="4B438A32" w14:textId="77777777" w:rsidR="00894734" w:rsidRDefault="00894734">
      <w:r>
        <w:t>— </w:t>
      </w:r>
      <w:r w:rsidR="00000000">
        <w:t>Il y en a un autre dans le corridor qui est blessé à la tête</w:t>
      </w:r>
      <w:r>
        <w:t>.</w:t>
      </w:r>
    </w:p>
    <w:p w14:paraId="63D44E3A" w14:textId="77777777" w:rsidR="00894734" w:rsidRDefault="00894734">
      <w:r>
        <w:t>— </w:t>
      </w:r>
      <w:r w:rsidR="00000000">
        <w:t>Oh</w:t>
      </w:r>
      <w:r>
        <w:t xml:space="preserve"> ! </w:t>
      </w:r>
      <w:r w:rsidR="00000000">
        <w:t>celui-là</w:t>
      </w:r>
      <w:r>
        <w:t xml:space="preserve">, </w:t>
      </w:r>
      <w:r w:rsidR="00000000">
        <w:t>ça va bien</w:t>
      </w:r>
      <w:r>
        <w:t xml:space="preserve">, </w:t>
      </w:r>
      <w:r w:rsidR="00000000">
        <w:t>dit le médecin</w:t>
      </w:r>
      <w:r>
        <w:t xml:space="preserve">, </w:t>
      </w:r>
      <w:r w:rsidR="00000000">
        <w:t>sans même lever les yeux</w:t>
      </w:r>
      <w:r>
        <w:t xml:space="preserve">, </w:t>
      </w:r>
      <w:r w:rsidR="00000000">
        <w:t>mais celui-ci</w:t>
      </w:r>
      <w:r>
        <w:t xml:space="preserve"> ! </w:t>
      </w:r>
      <w:r w:rsidR="00000000">
        <w:t>Ah</w:t>
      </w:r>
      <w:r>
        <w:t xml:space="preserve"> ! </w:t>
      </w:r>
      <w:r w:rsidR="00000000">
        <w:t>nom d</w:t>
      </w:r>
      <w:r>
        <w:t>’</w:t>
      </w:r>
      <w:r w:rsidR="00000000">
        <w:t>un chien</w:t>
      </w:r>
      <w:r>
        <w:t> !</w:t>
      </w:r>
    </w:p>
    <w:p w14:paraId="7AEAA115" w14:textId="77777777" w:rsidR="00894734" w:rsidRDefault="00000000">
      <w:r>
        <w:t>Il se releva et commença à donner des ordres</w:t>
      </w:r>
      <w:r w:rsidR="00894734">
        <w:t xml:space="preserve">. </w:t>
      </w:r>
      <w:r>
        <w:t>Deux ho</w:t>
      </w:r>
      <w:r>
        <w:t>m</w:t>
      </w:r>
      <w:r>
        <w:t>mes entrèrent</w:t>
      </w:r>
      <w:r w:rsidR="00894734">
        <w:t xml:space="preserve">. </w:t>
      </w:r>
      <w:r>
        <w:t>La femme qui avait été engagée pour soigner Gabrielle Collinson</w:t>
      </w:r>
      <w:r w:rsidR="00894734">
        <w:t xml:space="preserve">, </w:t>
      </w:r>
      <w:r>
        <w:t>Mrs</w:t>
      </w:r>
      <w:r w:rsidR="00894734">
        <w:t xml:space="preserve">. </w:t>
      </w:r>
      <w:r>
        <w:t>Hermann</w:t>
      </w:r>
      <w:r w:rsidR="00894734">
        <w:t xml:space="preserve">, </w:t>
      </w:r>
      <w:r>
        <w:t>les accompagnait</w:t>
      </w:r>
      <w:r w:rsidR="00894734">
        <w:t xml:space="preserve">. </w:t>
      </w:r>
      <w:r>
        <w:t>L</w:t>
      </w:r>
      <w:r w:rsidR="00894734">
        <w:t>’</w:t>
      </w:r>
      <w:r>
        <w:t>un des hommes portaient une couverture</w:t>
      </w:r>
      <w:r w:rsidR="00894734">
        <w:t xml:space="preserve">. </w:t>
      </w:r>
      <w:r>
        <w:t xml:space="preserve">Ils emportèrent </w:t>
      </w:r>
      <w:proofErr w:type="spellStart"/>
      <w:r>
        <w:t>Fitzstephan</w:t>
      </w:r>
      <w:proofErr w:type="spellEnd"/>
      <w:r w:rsidR="00894734">
        <w:t>.</w:t>
      </w:r>
    </w:p>
    <w:p w14:paraId="2E672518" w14:textId="77777777" w:rsidR="00894734" w:rsidRDefault="00894734">
      <w:r>
        <w:t>— </w:t>
      </w:r>
      <w:r w:rsidR="00000000">
        <w:t>Cet homme qui est dehors</w:t>
      </w:r>
      <w:r>
        <w:t xml:space="preserve"> ? </w:t>
      </w:r>
      <w:r w:rsidR="00000000">
        <w:t xml:space="preserve">demanda </w:t>
      </w:r>
      <w:proofErr w:type="spellStart"/>
      <w:r w:rsidR="00000000">
        <w:t>Rolly</w:t>
      </w:r>
      <w:proofErr w:type="spellEnd"/>
      <w:r>
        <w:t>.</w:t>
      </w:r>
    </w:p>
    <w:p w14:paraId="100465C1" w14:textId="77777777" w:rsidR="00894734" w:rsidRDefault="00000000">
      <w:r>
        <w:lastRenderedPageBreak/>
        <w:t>Je lui dis ce que Fink m</w:t>
      </w:r>
      <w:r w:rsidR="00894734">
        <w:t>’</w:t>
      </w:r>
      <w:r>
        <w:t>avait dit</w:t>
      </w:r>
      <w:r w:rsidR="00894734">
        <w:t xml:space="preserve">, </w:t>
      </w:r>
      <w:r>
        <w:t>ajoutant</w:t>
      </w:r>
      <w:r w:rsidR="00894734">
        <w:t> :</w:t>
      </w:r>
    </w:p>
    <w:p w14:paraId="5713BDAB" w14:textId="77777777" w:rsidR="00894734" w:rsidRDefault="00894734">
      <w:r>
        <w:t>— </w:t>
      </w:r>
      <w:r w:rsidR="00000000">
        <w:t>Il n</w:t>
      </w:r>
      <w:r>
        <w:t>’</w:t>
      </w:r>
      <w:r w:rsidR="00000000">
        <w:t>avait pas fini quand la détonation s</w:t>
      </w:r>
      <w:r>
        <w:t>’</w:t>
      </w:r>
      <w:r w:rsidR="00000000">
        <w:t>est produite</w:t>
      </w:r>
      <w:r>
        <w:t>.</w:t>
      </w:r>
    </w:p>
    <w:p w14:paraId="244F1057" w14:textId="77777777" w:rsidR="00894734" w:rsidRDefault="00894734">
      <w:r>
        <w:t>— </w:t>
      </w:r>
      <w:r w:rsidR="00000000">
        <w:t>La bombe a peut-être été lancée pour lui</w:t>
      </w:r>
      <w:r>
        <w:t xml:space="preserve">, </w:t>
      </w:r>
      <w:r w:rsidR="00000000">
        <w:t>pour l</w:t>
      </w:r>
      <w:r>
        <w:t>’</w:t>
      </w:r>
      <w:r w:rsidR="00000000">
        <w:t>empêcher de finir sa phrase</w:t>
      </w:r>
      <w:r>
        <w:t>.</w:t>
      </w:r>
    </w:p>
    <w:p w14:paraId="190FF123" w14:textId="77777777" w:rsidR="00894734" w:rsidRDefault="00894734">
      <w:r>
        <w:t>— </w:t>
      </w:r>
      <w:r w:rsidR="00000000">
        <w:t>Personne</w:t>
      </w:r>
      <w:r>
        <w:t xml:space="preserve">, </w:t>
      </w:r>
      <w:r w:rsidR="00000000">
        <w:t>dit Mickey</w:t>
      </w:r>
      <w:r>
        <w:t xml:space="preserve">, </w:t>
      </w:r>
      <w:r w:rsidR="00000000">
        <w:t>ne l</w:t>
      </w:r>
      <w:r>
        <w:t>’</w:t>
      </w:r>
      <w:r w:rsidR="00000000">
        <w:t>a suivi ici</w:t>
      </w:r>
      <w:r>
        <w:t xml:space="preserve">, </w:t>
      </w:r>
      <w:r w:rsidR="00000000">
        <w:t>de la ville</w:t>
      </w:r>
      <w:r>
        <w:t xml:space="preserve">, </w:t>
      </w:r>
      <w:r w:rsidR="00000000">
        <w:t>personne</w:t>
      </w:r>
      <w:r>
        <w:t xml:space="preserve">, </w:t>
      </w:r>
      <w:r w:rsidR="00000000">
        <w:t>excepté moi</w:t>
      </w:r>
      <w:r>
        <w:t>.</w:t>
      </w:r>
    </w:p>
    <w:p w14:paraId="5C88E5E0" w14:textId="77777777" w:rsidR="00894734" w:rsidRDefault="00894734">
      <w:r>
        <w:t>— </w:t>
      </w:r>
      <w:r w:rsidR="00000000">
        <w:t>Allez donc voir ce qu</w:t>
      </w:r>
      <w:r>
        <w:t>’</w:t>
      </w:r>
      <w:r w:rsidR="00000000">
        <w:t>il devient</w:t>
      </w:r>
      <w:r>
        <w:t xml:space="preserve">, </w:t>
      </w:r>
      <w:r w:rsidR="00000000">
        <w:t>Mick</w:t>
      </w:r>
      <w:r>
        <w:t xml:space="preserve">, </w:t>
      </w:r>
      <w:r w:rsidR="00000000">
        <w:t>dis-je</w:t>
      </w:r>
      <w:r>
        <w:t>.</w:t>
      </w:r>
    </w:p>
    <w:p w14:paraId="754EF9E5" w14:textId="77777777" w:rsidR="00894734" w:rsidRDefault="00000000">
      <w:r>
        <w:t>Mickey sortit</w:t>
      </w:r>
      <w:r w:rsidR="00894734">
        <w:t>.</w:t>
      </w:r>
    </w:p>
    <w:p w14:paraId="30E105BF" w14:textId="77777777" w:rsidR="00894734" w:rsidRDefault="00894734">
      <w:r>
        <w:t>— </w:t>
      </w:r>
      <w:r w:rsidR="00000000">
        <w:t>Cette fenêtre était fermée</w:t>
      </w:r>
      <w:r>
        <w:t xml:space="preserve">, </w:t>
      </w:r>
      <w:r w:rsidR="00000000">
        <w:t xml:space="preserve">dis-je à Ben </w:t>
      </w:r>
      <w:proofErr w:type="spellStart"/>
      <w:r w:rsidR="00000000">
        <w:t>Rolly</w:t>
      </w:r>
      <w:proofErr w:type="spellEnd"/>
      <w:r>
        <w:t xml:space="preserve">. </w:t>
      </w:r>
      <w:r w:rsidR="00000000">
        <w:t>Il n</w:t>
      </w:r>
      <w:r>
        <w:t>’</w:t>
      </w:r>
      <w:r w:rsidR="00000000">
        <w:t>y a pas eu le bruit de quelque chose traversant le verre avant l</w:t>
      </w:r>
      <w:r>
        <w:t>’</w:t>
      </w:r>
      <w:r w:rsidR="00000000">
        <w:t>explosion</w:t>
      </w:r>
      <w:r>
        <w:t xml:space="preserve">. </w:t>
      </w:r>
      <w:r w:rsidR="00000000">
        <w:t>D</w:t>
      </w:r>
      <w:r>
        <w:t>’</w:t>
      </w:r>
      <w:r w:rsidR="00000000">
        <w:t>ailleurs</w:t>
      </w:r>
      <w:r>
        <w:t xml:space="preserve">, </w:t>
      </w:r>
      <w:r w:rsidR="00000000">
        <w:t>les vitres n</w:t>
      </w:r>
      <w:r>
        <w:t>’</w:t>
      </w:r>
      <w:r w:rsidR="00000000">
        <w:t>ont pas été brisées</w:t>
      </w:r>
      <w:r>
        <w:t xml:space="preserve">. </w:t>
      </w:r>
      <w:r w:rsidR="00000000">
        <w:t>Donc</w:t>
      </w:r>
      <w:r>
        <w:t xml:space="preserve">, </w:t>
      </w:r>
      <w:r w:rsidR="00000000">
        <w:t>nous pouvons dire que la bombe n</w:t>
      </w:r>
      <w:r>
        <w:t>’</w:t>
      </w:r>
      <w:r w:rsidR="00000000">
        <w:t>a pas été lancée du dehors par la fenêtre</w:t>
      </w:r>
      <w:r>
        <w:t>.</w:t>
      </w:r>
    </w:p>
    <w:p w14:paraId="5DB3E227" w14:textId="77777777" w:rsidR="00894734" w:rsidRDefault="00000000">
      <w:proofErr w:type="spellStart"/>
      <w:r>
        <w:t>Rolly</w:t>
      </w:r>
      <w:proofErr w:type="spellEnd"/>
      <w:r>
        <w:t xml:space="preserve"> approuva vaguement de la tête</w:t>
      </w:r>
      <w:r w:rsidR="00894734">
        <w:t xml:space="preserve">, </w:t>
      </w:r>
      <w:r>
        <w:t>en regardant la porte de la chambre de Gabrielle</w:t>
      </w:r>
      <w:r w:rsidR="00894734">
        <w:t>.</w:t>
      </w:r>
    </w:p>
    <w:p w14:paraId="3A2E42CA" w14:textId="77777777" w:rsidR="00894734" w:rsidRDefault="00894734">
      <w:r>
        <w:t>— </w:t>
      </w:r>
      <w:r w:rsidR="00000000">
        <w:t>Fink et moi parlions dans le corridor</w:t>
      </w:r>
      <w:r>
        <w:t xml:space="preserve">, </w:t>
      </w:r>
      <w:r w:rsidR="00000000">
        <w:t>continuai-je</w:t>
      </w:r>
      <w:r>
        <w:t xml:space="preserve">. </w:t>
      </w:r>
      <w:r w:rsidR="00000000">
        <w:t>Je suis revenu précipitamment ici et j</w:t>
      </w:r>
      <w:r>
        <w:t>’</w:t>
      </w:r>
      <w:r w:rsidR="00000000">
        <w:t>ai traversé cette pièce pour aller à sa chambre</w:t>
      </w:r>
      <w:r>
        <w:t xml:space="preserve">. </w:t>
      </w:r>
      <w:r w:rsidR="00000000">
        <w:t>Nul n</w:t>
      </w:r>
      <w:r>
        <w:t>’</w:t>
      </w:r>
      <w:r w:rsidR="00000000">
        <w:t>aurait pu en sortir en échappant à ma vue</w:t>
      </w:r>
      <w:r>
        <w:t xml:space="preserve">. </w:t>
      </w:r>
      <w:r w:rsidR="00000000">
        <w:t>Le volet intérieur</w:t>
      </w:r>
      <w:r>
        <w:t xml:space="preserve">, </w:t>
      </w:r>
      <w:r w:rsidR="00000000">
        <w:t>devant sa fenêtre</w:t>
      </w:r>
      <w:r>
        <w:t xml:space="preserve">, </w:t>
      </w:r>
      <w:r w:rsidR="00000000">
        <w:t>était encore baissé</w:t>
      </w:r>
      <w:r>
        <w:t>.</w:t>
      </w:r>
    </w:p>
    <w:p w14:paraId="723A7ED3" w14:textId="77777777" w:rsidR="00894734" w:rsidRDefault="00894734">
      <w:r>
        <w:t>— </w:t>
      </w:r>
      <w:r w:rsidR="00000000">
        <w:t>Mrs</w:t>
      </w:r>
      <w:r>
        <w:t xml:space="preserve">. </w:t>
      </w:r>
      <w:r w:rsidR="00000000">
        <w:t>Herman n</w:t>
      </w:r>
      <w:r>
        <w:t>’</w:t>
      </w:r>
      <w:r w:rsidR="00000000">
        <w:t>était donc pas là</w:t>
      </w:r>
      <w:r>
        <w:t> ?</w:t>
      </w:r>
    </w:p>
    <w:p w14:paraId="7BB5ACB3" w14:textId="77777777" w:rsidR="00894734" w:rsidRDefault="00894734">
      <w:r>
        <w:t>— </w:t>
      </w:r>
      <w:r w:rsidR="00000000">
        <w:t>Non</w:t>
      </w:r>
      <w:r>
        <w:t xml:space="preserve">, </w:t>
      </w:r>
      <w:r w:rsidR="00000000">
        <w:t>elle aurait dû y être</w:t>
      </w:r>
      <w:r>
        <w:t xml:space="preserve">, </w:t>
      </w:r>
      <w:r w:rsidR="00000000">
        <w:t>mais elle n</w:t>
      </w:r>
      <w:r>
        <w:t>’</w:t>
      </w:r>
      <w:r w:rsidR="00000000">
        <w:t>y était pas</w:t>
      </w:r>
      <w:r>
        <w:t xml:space="preserve">. </w:t>
      </w:r>
      <w:r w:rsidR="00000000">
        <w:t>Nous éclaircirons cela</w:t>
      </w:r>
      <w:r>
        <w:t xml:space="preserve">. </w:t>
      </w:r>
      <w:r w:rsidR="00000000">
        <w:t>Il n</w:t>
      </w:r>
      <w:r>
        <w:t>’</w:t>
      </w:r>
      <w:r w:rsidR="00000000">
        <w:t>est pas possible de penser que c</w:t>
      </w:r>
      <w:r>
        <w:t>’</w:t>
      </w:r>
      <w:r w:rsidR="00000000">
        <w:t>est Mrs</w:t>
      </w:r>
      <w:r>
        <w:t xml:space="preserve">. </w:t>
      </w:r>
      <w:r w:rsidR="00000000">
        <w:t>Collinson qui a lancé la bombe</w:t>
      </w:r>
      <w:r>
        <w:t xml:space="preserve">. </w:t>
      </w:r>
      <w:r w:rsidR="00000000">
        <w:t>Elle n</w:t>
      </w:r>
      <w:r>
        <w:t>’</w:t>
      </w:r>
      <w:r w:rsidR="00000000">
        <w:t>a pas quitté le lit depuis que nous l</w:t>
      </w:r>
      <w:r>
        <w:t>’</w:t>
      </w:r>
      <w:r w:rsidR="00000000">
        <w:t>avons ramenée de la Pointe Noire</w:t>
      </w:r>
      <w:r>
        <w:t xml:space="preserve">, </w:t>
      </w:r>
      <w:r w:rsidR="00000000">
        <w:t>hier</w:t>
      </w:r>
      <w:r>
        <w:t xml:space="preserve">. </w:t>
      </w:r>
      <w:r w:rsidR="00000000">
        <w:t>Perso</w:t>
      </w:r>
      <w:r w:rsidR="00000000">
        <w:t>n</w:t>
      </w:r>
      <w:r w:rsidR="00000000">
        <w:t>ne n</w:t>
      </w:r>
      <w:r>
        <w:t>’</w:t>
      </w:r>
      <w:r w:rsidR="00000000">
        <w:t>est venu ici</w:t>
      </w:r>
      <w:r>
        <w:t xml:space="preserve">, </w:t>
      </w:r>
      <w:r w:rsidR="00000000">
        <w:t>excepté vous</w:t>
      </w:r>
      <w:r>
        <w:t xml:space="preserve">, </w:t>
      </w:r>
      <w:r w:rsidR="00000000">
        <w:t>Vernon</w:t>
      </w:r>
      <w:r>
        <w:t xml:space="preserve">, </w:t>
      </w:r>
      <w:proofErr w:type="spellStart"/>
      <w:r w:rsidR="00000000">
        <w:t>Feeney</w:t>
      </w:r>
      <w:proofErr w:type="spellEnd"/>
      <w:r>
        <w:t xml:space="preserve">, </w:t>
      </w:r>
      <w:r w:rsidR="00000000">
        <w:t>le docteur</w:t>
      </w:r>
      <w:r>
        <w:t xml:space="preserve">, </w:t>
      </w:r>
      <w:r w:rsidR="00000000">
        <w:t>l</w:t>
      </w:r>
      <w:r>
        <w:t>’</w:t>
      </w:r>
      <w:r w:rsidR="00000000">
        <w:t>infirmière et moi</w:t>
      </w:r>
      <w:r>
        <w:t>.</w:t>
      </w:r>
    </w:p>
    <w:p w14:paraId="73D36664" w14:textId="77777777" w:rsidR="00894734" w:rsidRDefault="00894734">
      <w:r>
        <w:lastRenderedPageBreak/>
        <w:t>— </w:t>
      </w:r>
      <w:r w:rsidR="00000000">
        <w:t>Et qu</w:t>
      </w:r>
      <w:r>
        <w:t>’</w:t>
      </w:r>
      <w:r w:rsidR="00000000">
        <w:t>a dit Mrs</w:t>
      </w:r>
      <w:r>
        <w:t xml:space="preserve">. </w:t>
      </w:r>
      <w:r w:rsidR="00000000">
        <w:t>Collinson</w:t>
      </w:r>
      <w:r>
        <w:t> ?</w:t>
      </w:r>
    </w:p>
    <w:p w14:paraId="39A66D99" w14:textId="77777777" w:rsidR="00894734" w:rsidRDefault="00894734">
      <w:r>
        <w:t>— </w:t>
      </w:r>
      <w:r w:rsidR="00000000">
        <w:t>Rien</w:t>
      </w:r>
      <w:r>
        <w:t xml:space="preserve">. </w:t>
      </w:r>
      <w:r w:rsidR="00000000">
        <w:t>Nous allons essayer maintenant de la faire parler</w:t>
      </w:r>
      <w:r>
        <w:t xml:space="preserve">, </w:t>
      </w:r>
      <w:r w:rsidR="00000000">
        <w:t>mais je doute que cela donne quelque chose</w:t>
      </w:r>
      <w:r>
        <w:t>.</w:t>
      </w:r>
    </w:p>
    <w:p w14:paraId="3BDF0000" w14:textId="77777777" w:rsidR="00894734" w:rsidRDefault="00000000">
      <w:r>
        <w:t>Gabrielle était étendue au milieu du lit</w:t>
      </w:r>
      <w:r w:rsidR="00894734">
        <w:t xml:space="preserve">. </w:t>
      </w:r>
      <w:r>
        <w:t>À toutes mes que</w:t>
      </w:r>
      <w:r>
        <w:t>s</w:t>
      </w:r>
      <w:r>
        <w:t>tions</w:t>
      </w:r>
      <w:r w:rsidR="00894734">
        <w:t xml:space="preserve">, </w:t>
      </w:r>
      <w:r>
        <w:t>elle secoua la tête en signe de dénégation</w:t>
      </w:r>
      <w:r w:rsidR="00894734">
        <w:t xml:space="preserve">. </w:t>
      </w:r>
      <w:r>
        <w:t>Nous ne pûmes rien en tirer</w:t>
      </w:r>
      <w:r w:rsidR="00894734">
        <w:t>.</w:t>
      </w:r>
    </w:p>
    <w:p w14:paraId="7D80AF20" w14:textId="77777777" w:rsidR="00894734" w:rsidRDefault="00000000">
      <w:r>
        <w:t>L</w:t>
      </w:r>
      <w:r w:rsidR="00894734">
        <w:t>’</w:t>
      </w:r>
      <w:r>
        <w:t>infirmière entra</w:t>
      </w:r>
      <w:r w:rsidR="00894734">
        <w:t xml:space="preserve">. </w:t>
      </w:r>
      <w:r>
        <w:t>C</w:t>
      </w:r>
      <w:r w:rsidR="00894734">
        <w:t>’</w:t>
      </w:r>
      <w:r>
        <w:t>était une femme aux cheveux roux</w:t>
      </w:r>
      <w:r w:rsidR="00894734">
        <w:t xml:space="preserve">, </w:t>
      </w:r>
      <w:r>
        <w:t>d</w:t>
      </w:r>
      <w:r w:rsidR="00894734">
        <w:t>’</w:t>
      </w:r>
      <w:r>
        <w:t>une quarantaine d</w:t>
      </w:r>
      <w:r w:rsidR="00894734">
        <w:t>’</w:t>
      </w:r>
      <w:r>
        <w:t>années et dont le visage paraissait honnête</w:t>
      </w:r>
      <w:r w:rsidR="00894734">
        <w:t xml:space="preserve">. </w:t>
      </w:r>
      <w:r>
        <w:t>Elle jura sur la Bible qu</w:t>
      </w:r>
      <w:r w:rsidR="00894734">
        <w:t>’</w:t>
      </w:r>
      <w:r>
        <w:t>elle était sortie de la chambre pour moins de cinq minutes</w:t>
      </w:r>
      <w:r w:rsidR="00894734">
        <w:t xml:space="preserve">, </w:t>
      </w:r>
      <w:r>
        <w:t>pendant que la malade dormait</w:t>
      </w:r>
      <w:r w:rsidR="00894734">
        <w:t xml:space="preserve">, </w:t>
      </w:r>
      <w:r>
        <w:t>pour écrire à son neveu</w:t>
      </w:r>
      <w:r w:rsidR="00894734">
        <w:t xml:space="preserve">. </w:t>
      </w:r>
      <w:r>
        <w:t>C</w:t>
      </w:r>
      <w:r w:rsidR="00894734">
        <w:t>’</w:t>
      </w:r>
      <w:r>
        <w:t>est le seul moment où elle avait quitté la chambre de tout le jour</w:t>
      </w:r>
      <w:r w:rsidR="00894734">
        <w:t xml:space="preserve">. </w:t>
      </w:r>
      <w:r>
        <w:t>Elle n</w:t>
      </w:r>
      <w:r w:rsidR="00894734">
        <w:t>’</w:t>
      </w:r>
      <w:r>
        <w:t>avait rencontré personne dans le couloir</w:t>
      </w:r>
      <w:r w:rsidR="00894734">
        <w:t>.</w:t>
      </w:r>
    </w:p>
    <w:p w14:paraId="30F63D48" w14:textId="77777777" w:rsidR="00894734" w:rsidRDefault="00894734">
      <w:r>
        <w:t>— </w:t>
      </w:r>
      <w:r w:rsidR="00000000">
        <w:t>Vous n</w:t>
      </w:r>
      <w:r>
        <w:t>’</w:t>
      </w:r>
      <w:r w:rsidR="00000000">
        <w:t>aviez pas fermé la porte à clef</w:t>
      </w:r>
      <w:r>
        <w:t> ?</w:t>
      </w:r>
    </w:p>
    <w:p w14:paraId="320CDED2" w14:textId="77777777" w:rsidR="00894734" w:rsidRDefault="00894734">
      <w:r>
        <w:t>— </w:t>
      </w:r>
      <w:r w:rsidR="00000000">
        <w:t>Non</w:t>
      </w:r>
      <w:r>
        <w:t xml:space="preserve">, </w:t>
      </w:r>
      <w:r w:rsidR="00000000">
        <w:t>pour être sûre de ne pas la réveiller quand je r</w:t>
      </w:r>
      <w:r w:rsidR="00000000">
        <w:t>e</w:t>
      </w:r>
      <w:r w:rsidR="00000000">
        <w:t>viendrais</w:t>
      </w:r>
      <w:r>
        <w:t xml:space="preserve">. </w:t>
      </w:r>
      <w:r w:rsidR="00000000">
        <w:t>J</w:t>
      </w:r>
      <w:r>
        <w:t>’</w:t>
      </w:r>
      <w:r w:rsidR="00000000">
        <w:t>ai entendu le bruit de la détonation et je suis rev</w:t>
      </w:r>
      <w:r w:rsidR="00000000">
        <w:t>e</w:t>
      </w:r>
      <w:r w:rsidR="00000000">
        <w:t>nue tout de suite</w:t>
      </w:r>
      <w:r>
        <w:t>.</w:t>
      </w:r>
    </w:p>
    <w:p w14:paraId="7C691AE1" w14:textId="77777777" w:rsidR="00894734" w:rsidRDefault="00000000">
      <w:r>
        <w:t>Quelque chose qui ressemblait à de la peur apparut sur son visage</w:t>
      </w:r>
      <w:r w:rsidR="00894734">
        <w:t xml:space="preserve">. </w:t>
      </w:r>
      <w:r>
        <w:t>Elle bégaya</w:t>
      </w:r>
      <w:r w:rsidR="00894734">
        <w:t> :</w:t>
      </w:r>
    </w:p>
    <w:p w14:paraId="1904BD8A" w14:textId="77777777" w:rsidR="00894734" w:rsidRDefault="00894734">
      <w:r>
        <w:t>— </w:t>
      </w:r>
      <w:r w:rsidR="00000000">
        <w:t>Vous ne pensez tout de même pas</w:t>
      </w:r>
      <w:r>
        <w:t>…</w:t>
      </w:r>
    </w:p>
    <w:p w14:paraId="136FE2E3" w14:textId="77777777" w:rsidR="00894734" w:rsidRDefault="00894734">
      <w:r>
        <w:t>— </w:t>
      </w:r>
      <w:r w:rsidR="00000000">
        <w:t>Occupez-vous de Mrs</w:t>
      </w:r>
      <w:r>
        <w:t xml:space="preserve">. </w:t>
      </w:r>
      <w:r w:rsidR="00000000">
        <w:t>Collinson</w:t>
      </w:r>
      <w:r>
        <w:t xml:space="preserve">, </w:t>
      </w:r>
      <w:r w:rsidR="00000000">
        <w:t>dis-je rudement</w:t>
      </w:r>
      <w:r>
        <w:t>.</w:t>
      </w:r>
    </w:p>
    <w:p w14:paraId="43B0D4AE" w14:textId="65E814B9" w:rsidR="00000000" w:rsidRDefault="00000000" w:rsidP="00894734">
      <w:pPr>
        <w:pStyle w:val="Titre2"/>
        <w:rPr>
          <w:szCs w:val="44"/>
        </w:rPr>
      </w:pPr>
      <w:bookmarkStart w:id="22" w:name="_Toc202288422"/>
      <w:r>
        <w:rPr>
          <w:szCs w:val="44"/>
        </w:rPr>
        <w:lastRenderedPageBreak/>
        <w:t>CHAPITRE XVIII</w:t>
      </w:r>
      <w:r>
        <w:rPr>
          <w:szCs w:val="44"/>
        </w:rPr>
        <w:br/>
      </w:r>
      <w:r>
        <w:rPr>
          <w:szCs w:val="44"/>
        </w:rPr>
        <w:br/>
        <w:t>UNE DÉGÉNÉRÉE</w:t>
      </w:r>
      <w:bookmarkEnd w:id="22"/>
    </w:p>
    <w:p w14:paraId="308640B2" w14:textId="77777777" w:rsidR="00894734" w:rsidRDefault="00000000">
      <w:proofErr w:type="spellStart"/>
      <w:r>
        <w:t>Rolly</w:t>
      </w:r>
      <w:proofErr w:type="spellEnd"/>
      <w:r>
        <w:t xml:space="preserve"> et moi revînmes à ma chambre</w:t>
      </w:r>
      <w:r w:rsidR="00894734">
        <w:t xml:space="preserve">, </w:t>
      </w:r>
      <w:r>
        <w:t>fermant la porte de communication</w:t>
      </w:r>
      <w:r w:rsidR="00894734">
        <w:t xml:space="preserve">. </w:t>
      </w:r>
      <w:r>
        <w:t>Il dit</w:t>
      </w:r>
      <w:r w:rsidR="00894734">
        <w:t> :</w:t>
      </w:r>
    </w:p>
    <w:p w14:paraId="48A1473B" w14:textId="77777777" w:rsidR="00894734" w:rsidRDefault="00894734">
      <w:r>
        <w:t>— </w:t>
      </w:r>
      <w:r w:rsidR="00000000">
        <w:t>Ah</w:t>
      </w:r>
      <w:r>
        <w:t xml:space="preserve"> ! </w:t>
      </w:r>
      <w:r w:rsidR="00000000">
        <w:t>ah</w:t>
      </w:r>
      <w:r>
        <w:t xml:space="preserve"> ! </w:t>
      </w:r>
      <w:r w:rsidR="00000000">
        <w:t>ah</w:t>
      </w:r>
      <w:r>
        <w:t xml:space="preserve"> ! </w:t>
      </w:r>
      <w:r w:rsidR="00000000">
        <w:t>vraiment</w:t>
      </w:r>
      <w:r>
        <w:t xml:space="preserve">, </w:t>
      </w:r>
      <w:r w:rsidR="00000000">
        <w:t>Mrs</w:t>
      </w:r>
      <w:r>
        <w:t xml:space="preserve">. </w:t>
      </w:r>
      <w:r w:rsidR="00000000">
        <w:t>Herman est la dernière pe</w:t>
      </w:r>
      <w:r w:rsidR="00000000">
        <w:t>r</w:t>
      </w:r>
      <w:r w:rsidR="00000000">
        <w:t>sonne que j</w:t>
      </w:r>
      <w:r>
        <w:t>’</w:t>
      </w:r>
      <w:r w:rsidR="00000000">
        <w:t>aurais pensé capable</w:t>
      </w:r>
      <w:r>
        <w:t>…</w:t>
      </w:r>
    </w:p>
    <w:p w14:paraId="3BDA14A3" w14:textId="77777777" w:rsidR="00894734" w:rsidRDefault="00894734">
      <w:r>
        <w:t>— </w:t>
      </w:r>
      <w:r w:rsidR="00000000">
        <w:t>Taisez-vous donc</w:t>
      </w:r>
      <w:r>
        <w:t xml:space="preserve">. </w:t>
      </w:r>
      <w:r w:rsidR="00000000">
        <w:t>D</w:t>
      </w:r>
      <w:r>
        <w:t>’</w:t>
      </w:r>
      <w:r w:rsidR="00000000">
        <w:t>ailleurs</w:t>
      </w:r>
      <w:r>
        <w:t xml:space="preserve">, </w:t>
      </w:r>
      <w:r w:rsidR="00000000">
        <w:t>c</w:t>
      </w:r>
      <w:r>
        <w:t>’</w:t>
      </w:r>
      <w:r w:rsidR="00000000">
        <w:t>est vous qui me l</w:t>
      </w:r>
      <w:r>
        <w:t>’</w:t>
      </w:r>
      <w:r w:rsidR="00000000">
        <w:t>avez r</w:t>
      </w:r>
      <w:r w:rsidR="00000000">
        <w:t>e</w:t>
      </w:r>
      <w:r w:rsidR="00000000">
        <w:t>commandée</w:t>
      </w:r>
      <w:r>
        <w:t xml:space="preserve">. </w:t>
      </w:r>
      <w:r w:rsidR="00000000">
        <w:t>Qu</w:t>
      </w:r>
      <w:r>
        <w:t>’</w:t>
      </w:r>
      <w:r w:rsidR="00000000">
        <w:t>est-ce que c</w:t>
      </w:r>
      <w:r>
        <w:t>’</w:t>
      </w:r>
      <w:r w:rsidR="00000000">
        <w:t>est que cette femme-là</w:t>
      </w:r>
      <w:r>
        <w:t> ?</w:t>
      </w:r>
    </w:p>
    <w:p w14:paraId="68EE031A" w14:textId="77777777" w:rsidR="00894734" w:rsidRDefault="00894734">
      <w:r>
        <w:t>— </w:t>
      </w:r>
      <w:r w:rsidR="00000000">
        <w:t>C</w:t>
      </w:r>
      <w:r>
        <w:t>’</w:t>
      </w:r>
      <w:r w:rsidR="00000000">
        <w:t>est la femme de Tod Herman</w:t>
      </w:r>
      <w:r>
        <w:t xml:space="preserve">. </w:t>
      </w:r>
      <w:r w:rsidR="00000000">
        <w:t>Il tient le garage</w:t>
      </w:r>
      <w:r>
        <w:t xml:space="preserve">. </w:t>
      </w:r>
      <w:r w:rsidR="00000000">
        <w:t>Elle était infirmière avant d</w:t>
      </w:r>
      <w:r>
        <w:t>’</w:t>
      </w:r>
      <w:r w:rsidR="00000000">
        <w:t>épouser Tod</w:t>
      </w:r>
      <w:r>
        <w:t>.</w:t>
      </w:r>
    </w:p>
    <w:p w14:paraId="4A9D7B22" w14:textId="77777777" w:rsidR="00894734" w:rsidRDefault="00894734">
      <w:r>
        <w:t>— </w:t>
      </w:r>
      <w:r w:rsidR="00000000">
        <w:t>Elle a vraiment un neveu à Vallejo</w:t>
      </w:r>
      <w:r>
        <w:t> ?</w:t>
      </w:r>
    </w:p>
    <w:p w14:paraId="36D1BF4E" w14:textId="77777777" w:rsidR="00894734" w:rsidRDefault="00894734">
      <w:r>
        <w:t>— </w:t>
      </w:r>
      <w:r w:rsidR="00000000">
        <w:t>Ah</w:t>
      </w:r>
      <w:r>
        <w:t xml:space="preserve"> ! </w:t>
      </w:r>
      <w:r w:rsidR="00000000">
        <w:t>ah</w:t>
      </w:r>
      <w:r>
        <w:t xml:space="preserve"> ! </w:t>
      </w:r>
      <w:r w:rsidR="00000000">
        <w:t>ah</w:t>
      </w:r>
      <w:r>
        <w:t xml:space="preserve"> ! </w:t>
      </w:r>
      <w:r w:rsidR="00000000">
        <w:t>ça doit être le petit Schultz qui travaille à Mare Island</w:t>
      </w:r>
      <w:r>
        <w:t>.</w:t>
      </w:r>
    </w:p>
    <w:p w14:paraId="7AF2829F" w14:textId="77777777" w:rsidR="00894734" w:rsidRDefault="00894734">
      <w:r>
        <w:t>— </w:t>
      </w:r>
      <w:r w:rsidR="00000000">
        <w:t>Mettez quelqu</w:t>
      </w:r>
      <w:r>
        <w:t>’</w:t>
      </w:r>
      <w:r w:rsidR="00000000">
        <w:t>un dehors pour empêcher d</w:t>
      </w:r>
      <w:r>
        <w:t>’</w:t>
      </w:r>
      <w:r w:rsidR="00000000">
        <w:t>entrer jusqu</w:t>
      </w:r>
      <w:r>
        <w:t>’</w:t>
      </w:r>
      <w:r w:rsidR="00000000">
        <w:t>à ce que nous ayons fait venir de San Francisco un expert pour examiner cette bombe</w:t>
      </w:r>
      <w:r>
        <w:t>.</w:t>
      </w:r>
    </w:p>
    <w:p w14:paraId="00C1FD69" w14:textId="77777777" w:rsidR="00894734" w:rsidRDefault="00000000">
      <w:r>
        <w:t>Le shérif-député appela un de ses hommes et nous le lai</w:t>
      </w:r>
      <w:r>
        <w:t>s</w:t>
      </w:r>
      <w:r>
        <w:t>sâmes faire l</w:t>
      </w:r>
      <w:r w:rsidR="00894734">
        <w:t>’</w:t>
      </w:r>
      <w:r>
        <w:t>important devant le seuil de ma chambre</w:t>
      </w:r>
      <w:r w:rsidR="00894734">
        <w:t xml:space="preserve">. </w:t>
      </w:r>
      <w:r>
        <w:t>Mickey était dans le vestibule du rez-de-chaussée quand nous desce</w:t>
      </w:r>
      <w:r>
        <w:t>n</w:t>
      </w:r>
      <w:r>
        <w:t>dîmes</w:t>
      </w:r>
      <w:r w:rsidR="00894734">
        <w:t>.</w:t>
      </w:r>
    </w:p>
    <w:p w14:paraId="3FFD3E15" w14:textId="77777777" w:rsidR="00894734" w:rsidRDefault="00894734">
      <w:r>
        <w:t>— </w:t>
      </w:r>
      <w:r w:rsidR="00000000">
        <w:t>Fink</w:t>
      </w:r>
      <w:r>
        <w:t xml:space="preserve">, </w:t>
      </w:r>
      <w:r w:rsidR="00000000">
        <w:t>m</w:t>
      </w:r>
      <w:r>
        <w:t>’</w:t>
      </w:r>
      <w:r w:rsidR="00000000">
        <w:t>annonça-t-il</w:t>
      </w:r>
      <w:r>
        <w:t xml:space="preserve">, </w:t>
      </w:r>
      <w:r w:rsidR="00000000">
        <w:t>a le crâne abîmé</w:t>
      </w:r>
      <w:r>
        <w:t xml:space="preserve">. </w:t>
      </w:r>
      <w:r w:rsidR="00000000">
        <w:t>Il est en route pour l</w:t>
      </w:r>
      <w:r>
        <w:t>’</w:t>
      </w:r>
      <w:r w:rsidR="00000000">
        <w:t>hôpital avec l</w:t>
      </w:r>
      <w:r>
        <w:t>’</w:t>
      </w:r>
      <w:r w:rsidR="00000000">
        <w:t>autre malade</w:t>
      </w:r>
      <w:r>
        <w:t>.</w:t>
      </w:r>
    </w:p>
    <w:p w14:paraId="4562D9CE" w14:textId="77777777" w:rsidR="00894734" w:rsidRDefault="00894734">
      <w:r>
        <w:t>— </w:t>
      </w:r>
      <w:proofErr w:type="spellStart"/>
      <w:r w:rsidR="00000000">
        <w:t>Fitzstephan</w:t>
      </w:r>
      <w:proofErr w:type="spellEnd"/>
      <w:r w:rsidR="00000000">
        <w:t xml:space="preserve"> n</w:t>
      </w:r>
      <w:r>
        <w:t>’</w:t>
      </w:r>
      <w:r w:rsidR="00000000">
        <w:t>est donc pas mort</w:t>
      </w:r>
      <w:r>
        <w:t> ?</w:t>
      </w:r>
    </w:p>
    <w:p w14:paraId="50611797" w14:textId="77777777" w:rsidR="00894734" w:rsidRDefault="00894734">
      <w:r>
        <w:lastRenderedPageBreak/>
        <w:t>— </w:t>
      </w:r>
      <w:r w:rsidR="00000000">
        <w:t>Mais non</w:t>
      </w:r>
      <w:r>
        <w:t xml:space="preserve">, </w:t>
      </w:r>
      <w:r w:rsidR="00000000">
        <w:t>en dépit des apparences</w:t>
      </w:r>
      <w:r>
        <w:t xml:space="preserve">, </w:t>
      </w:r>
      <w:r w:rsidR="00000000">
        <w:t>et même le docteur pense que</w:t>
      </w:r>
      <w:r>
        <w:t xml:space="preserve">, </w:t>
      </w:r>
      <w:r w:rsidR="00000000">
        <w:t>dans la clinique</w:t>
      </w:r>
      <w:r>
        <w:t xml:space="preserve">, </w:t>
      </w:r>
      <w:r w:rsidR="00000000">
        <w:t>avec tout ce qu</w:t>
      </w:r>
      <w:r>
        <w:t>’</w:t>
      </w:r>
      <w:r w:rsidR="00000000">
        <w:t>il faut sous la main</w:t>
      </w:r>
      <w:r>
        <w:t xml:space="preserve">, </w:t>
      </w:r>
      <w:r w:rsidR="00000000">
        <w:t>il a quelque chance de le tirer de là</w:t>
      </w:r>
      <w:r>
        <w:t xml:space="preserve">. </w:t>
      </w:r>
      <w:r w:rsidR="00000000">
        <w:t>Dieu sait pourquoi</w:t>
      </w:r>
      <w:r>
        <w:t xml:space="preserve">, </w:t>
      </w:r>
      <w:r w:rsidR="00000000">
        <w:t>d</w:t>
      </w:r>
      <w:r>
        <w:t>’</w:t>
      </w:r>
      <w:r w:rsidR="00000000">
        <w:t>ailleurs</w:t>
      </w:r>
      <w:r>
        <w:t xml:space="preserve">, </w:t>
      </w:r>
      <w:r w:rsidR="00000000">
        <w:t>car dans l</w:t>
      </w:r>
      <w:r>
        <w:t>’</w:t>
      </w:r>
      <w:r w:rsidR="00000000">
        <w:t>état où il est</w:t>
      </w:r>
      <w:r>
        <w:t>…</w:t>
      </w:r>
    </w:p>
    <w:p w14:paraId="3200356F" w14:textId="77777777" w:rsidR="00894734" w:rsidRDefault="00894734">
      <w:r>
        <w:t>— </w:t>
      </w:r>
      <w:r w:rsidR="00000000">
        <w:t>Est-ce qu</w:t>
      </w:r>
      <w:r>
        <w:t>’</w:t>
      </w:r>
      <w:proofErr w:type="spellStart"/>
      <w:r w:rsidR="00000000">
        <w:t>Aaronia</w:t>
      </w:r>
      <w:proofErr w:type="spellEnd"/>
      <w:r w:rsidR="00000000">
        <w:t xml:space="preserve"> </w:t>
      </w:r>
      <w:proofErr w:type="spellStart"/>
      <w:r w:rsidR="00000000">
        <w:t>Haldorn</w:t>
      </w:r>
      <w:proofErr w:type="spellEnd"/>
      <w:r w:rsidR="00000000">
        <w:t xml:space="preserve"> a été relâchée avec Fink</w:t>
      </w:r>
      <w:r>
        <w:t xml:space="preserve"> ? </w:t>
      </w:r>
      <w:r w:rsidR="00000000">
        <w:t>demandai-je</w:t>
      </w:r>
      <w:r>
        <w:t>.</w:t>
      </w:r>
    </w:p>
    <w:p w14:paraId="4A89F9C6" w14:textId="77777777" w:rsidR="00894734" w:rsidRDefault="00894734">
      <w:r>
        <w:t>— </w:t>
      </w:r>
      <w:r w:rsidR="00000000">
        <w:t>Oui</w:t>
      </w:r>
      <w:r>
        <w:t xml:space="preserve">. </w:t>
      </w:r>
      <w:r w:rsidR="00000000">
        <w:t>Al Mason la file</w:t>
      </w:r>
      <w:r>
        <w:t>.</w:t>
      </w:r>
    </w:p>
    <w:p w14:paraId="72E3307A" w14:textId="77777777" w:rsidR="00894734" w:rsidRDefault="00894734">
      <w:r>
        <w:t>— </w:t>
      </w:r>
      <w:r w:rsidR="00000000">
        <w:t>Téléphonez donc au patron pour demander le rapport de Al sur elle et pour savoir s</w:t>
      </w:r>
      <w:r>
        <w:t>’</w:t>
      </w:r>
      <w:r w:rsidR="00000000">
        <w:t>ils ont trouvé Andrews</w:t>
      </w:r>
      <w:r>
        <w:t>.</w:t>
      </w:r>
    </w:p>
    <w:p w14:paraId="59047E2B" w14:textId="77777777" w:rsidR="00894734" w:rsidRDefault="00894734">
      <w:r>
        <w:t>— </w:t>
      </w:r>
      <w:r w:rsidR="00000000">
        <w:t>Andrews</w:t>
      </w:r>
      <w:r>
        <w:t xml:space="preserve"> ? </w:t>
      </w:r>
      <w:r w:rsidR="00000000">
        <w:t xml:space="preserve">demanda </w:t>
      </w:r>
      <w:proofErr w:type="spellStart"/>
      <w:r w:rsidR="00000000">
        <w:t>Rolly</w:t>
      </w:r>
      <w:proofErr w:type="spellEnd"/>
      <w:r>
        <w:t xml:space="preserve">, </w:t>
      </w:r>
      <w:r w:rsidR="00000000">
        <w:t>comme Mickey s</w:t>
      </w:r>
      <w:r>
        <w:t>’</w:t>
      </w:r>
      <w:r w:rsidR="00000000">
        <w:t>éloignait vers le téléphone</w:t>
      </w:r>
      <w:r>
        <w:t xml:space="preserve">. </w:t>
      </w:r>
      <w:r w:rsidR="00000000">
        <w:t>Qu</w:t>
      </w:r>
      <w:r>
        <w:t>’</w:t>
      </w:r>
      <w:r w:rsidR="00000000">
        <w:t>est-ce qui lui est arrivé</w:t>
      </w:r>
      <w:r>
        <w:t> ?</w:t>
      </w:r>
    </w:p>
    <w:p w14:paraId="058D9084" w14:textId="77777777" w:rsidR="00894734" w:rsidRDefault="00894734">
      <w:r>
        <w:t>— </w:t>
      </w:r>
      <w:r w:rsidR="00000000">
        <w:t>Rien que je sache</w:t>
      </w:r>
      <w:r>
        <w:t xml:space="preserve">. </w:t>
      </w:r>
      <w:r w:rsidR="00000000">
        <w:t>Seulement</w:t>
      </w:r>
      <w:r>
        <w:t xml:space="preserve">, </w:t>
      </w:r>
      <w:r w:rsidR="00000000">
        <w:t>nous n</w:t>
      </w:r>
      <w:r>
        <w:t>’</w:t>
      </w:r>
      <w:r w:rsidR="00000000">
        <w:t>avons pas pu me</w:t>
      </w:r>
      <w:r w:rsidR="00000000">
        <w:t>t</w:t>
      </w:r>
      <w:r w:rsidR="00000000">
        <w:t>tre la main sur lui pour l</w:t>
      </w:r>
      <w:r>
        <w:t>’</w:t>
      </w:r>
      <w:r w:rsidR="00000000">
        <w:t>avertir que Mrs</w:t>
      </w:r>
      <w:r>
        <w:t xml:space="preserve">. </w:t>
      </w:r>
      <w:r w:rsidR="00000000">
        <w:t>Collinson était saine et sauve</w:t>
      </w:r>
      <w:r>
        <w:t xml:space="preserve">. </w:t>
      </w:r>
      <w:r w:rsidR="00000000">
        <w:t>On ne l</w:t>
      </w:r>
      <w:r>
        <w:t>’</w:t>
      </w:r>
      <w:r w:rsidR="00000000">
        <w:t>a pas vu à son bureau depuis hier matin et pe</w:t>
      </w:r>
      <w:r w:rsidR="00000000">
        <w:t>r</w:t>
      </w:r>
      <w:r w:rsidR="00000000">
        <w:t>sonne ne sait où il est</w:t>
      </w:r>
      <w:r>
        <w:t>.</w:t>
      </w:r>
    </w:p>
    <w:p w14:paraId="1A458E3E" w14:textId="77777777" w:rsidR="00894734" w:rsidRDefault="00894734">
      <w:r>
        <w:t>— </w:t>
      </w:r>
      <w:r w:rsidR="00000000">
        <w:t>Ah</w:t>
      </w:r>
      <w:r>
        <w:t xml:space="preserve"> ! </w:t>
      </w:r>
      <w:r w:rsidR="00000000">
        <w:t>ah</w:t>
      </w:r>
      <w:r>
        <w:t xml:space="preserve"> ! </w:t>
      </w:r>
      <w:r w:rsidR="00000000">
        <w:t>ah</w:t>
      </w:r>
      <w:r>
        <w:t xml:space="preserve"> ! </w:t>
      </w:r>
      <w:r w:rsidR="00000000">
        <w:t>et pourquoi vouliez-vous l</w:t>
      </w:r>
      <w:r>
        <w:t>’</w:t>
      </w:r>
      <w:r w:rsidR="00000000">
        <w:t>avertir absol</w:t>
      </w:r>
      <w:r w:rsidR="00000000">
        <w:t>u</w:t>
      </w:r>
      <w:r w:rsidR="00000000">
        <w:t>ment</w:t>
      </w:r>
      <w:r>
        <w:t> ?</w:t>
      </w:r>
    </w:p>
    <w:p w14:paraId="2677C467" w14:textId="77777777" w:rsidR="00894734" w:rsidRDefault="00894734">
      <w:r>
        <w:t>— </w:t>
      </w:r>
      <w:r w:rsidR="00000000">
        <w:t>Mais je ne vais pas la garder sur les bras le reste de ma vie</w:t>
      </w:r>
      <w:r>
        <w:t xml:space="preserve">. </w:t>
      </w:r>
      <w:r w:rsidR="00000000">
        <w:t>Il est chargé de ses affaires</w:t>
      </w:r>
      <w:r>
        <w:t xml:space="preserve">. </w:t>
      </w:r>
      <w:r w:rsidR="00000000">
        <w:t>Il est responsable d</w:t>
      </w:r>
      <w:r>
        <w:t>’</w:t>
      </w:r>
      <w:r w:rsidR="00000000">
        <w:t>elle et j</w:t>
      </w:r>
      <w:r>
        <w:t>’</w:t>
      </w:r>
      <w:r w:rsidR="00000000">
        <w:t>ai hâte de la remettre entre ses mains</w:t>
      </w:r>
      <w:r>
        <w:t>.</w:t>
      </w:r>
    </w:p>
    <w:p w14:paraId="7D8C5CB9" w14:textId="77777777" w:rsidR="00894734" w:rsidRDefault="00000000">
      <w:proofErr w:type="spellStart"/>
      <w:r>
        <w:t>Rolly</w:t>
      </w:r>
      <w:proofErr w:type="spellEnd"/>
      <w:r w:rsidR="00894734">
        <w:t xml:space="preserve">, </w:t>
      </w:r>
      <w:r>
        <w:t>comme toujours</w:t>
      </w:r>
      <w:r w:rsidR="00894734">
        <w:t xml:space="preserve">, </w:t>
      </w:r>
      <w:r>
        <w:t>acquiesça vaguement</w:t>
      </w:r>
      <w:r w:rsidR="00894734">
        <w:t>.</w:t>
      </w:r>
    </w:p>
    <w:p w14:paraId="58E8DCA3" w14:textId="77777777" w:rsidR="00894734" w:rsidRDefault="00000000">
      <w:r>
        <w:t>De la première enquête à laquelle je me livrai</w:t>
      </w:r>
      <w:r w:rsidR="00894734">
        <w:t xml:space="preserve">, </w:t>
      </w:r>
      <w:r>
        <w:t>il ressortit que personne n</w:t>
      </w:r>
      <w:r w:rsidR="00894734">
        <w:t>’</w:t>
      </w:r>
      <w:r>
        <w:t>avait rien vu du dehors immédiatement avant et au moment de l</w:t>
      </w:r>
      <w:r w:rsidR="00894734">
        <w:t>’</w:t>
      </w:r>
      <w:r>
        <w:t>explosion</w:t>
      </w:r>
      <w:r w:rsidR="00894734">
        <w:t xml:space="preserve">. </w:t>
      </w:r>
      <w:r>
        <w:t>Les gens présents dans la rue avaient entendu un bruit terrible</w:t>
      </w:r>
      <w:r w:rsidR="00894734">
        <w:t xml:space="preserve">, </w:t>
      </w:r>
      <w:r>
        <w:t>c</w:t>
      </w:r>
      <w:r w:rsidR="00894734">
        <w:t>’</w:t>
      </w:r>
      <w:r>
        <w:t>est tout</w:t>
      </w:r>
      <w:r w:rsidR="00894734">
        <w:t>.</w:t>
      </w:r>
    </w:p>
    <w:p w14:paraId="5CAF59E7" w14:textId="77777777" w:rsidR="00894734" w:rsidRDefault="00000000">
      <w:r>
        <w:lastRenderedPageBreak/>
        <w:t>Mickey revint du téléphone</w:t>
      </w:r>
      <w:r w:rsidR="00894734">
        <w:t xml:space="preserve">, </w:t>
      </w:r>
      <w:r>
        <w:t>disant qu</w:t>
      </w:r>
      <w:r w:rsidR="00894734">
        <w:t>’</w:t>
      </w:r>
      <w:proofErr w:type="spellStart"/>
      <w:r>
        <w:t>Aaronia</w:t>
      </w:r>
      <w:proofErr w:type="spellEnd"/>
      <w:r>
        <w:t xml:space="preserve"> </w:t>
      </w:r>
      <w:proofErr w:type="spellStart"/>
      <w:r>
        <w:t>Haldorn</w:t>
      </w:r>
      <w:proofErr w:type="spellEnd"/>
      <w:r w:rsidR="00894734">
        <w:t xml:space="preserve">, </w:t>
      </w:r>
      <w:r>
        <w:t>dès son élargissement</w:t>
      </w:r>
      <w:r w:rsidR="00894734">
        <w:t xml:space="preserve">, </w:t>
      </w:r>
      <w:r>
        <w:t>était partie dans une famille amie</w:t>
      </w:r>
      <w:r w:rsidR="00894734">
        <w:t xml:space="preserve">, </w:t>
      </w:r>
      <w:r>
        <w:t>les Jeffries de San Mateo</w:t>
      </w:r>
      <w:r w:rsidR="00894734">
        <w:t xml:space="preserve">, </w:t>
      </w:r>
      <w:r>
        <w:t>et qu</w:t>
      </w:r>
      <w:r w:rsidR="00894734">
        <w:t>’</w:t>
      </w:r>
      <w:r>
        <w:t>elle n</w:t>
      </w:r>
      <w:r w:rsidR="00894734">
        <w:t>’</w:t>
      </w:r>
      <w:r>
        <w:t>en avait pas bougé</w:t>
      </w:r>
      <w:r w:rsidR="00894734">
        <w:t>.</w:t>
      </w:r>
    </w:p>
    <w:p w14:paraId="2CCF4DF9" w14:textId="77777777" w:rsidR="00894734" w:rsidRDefault="00000000">
      <w:r>
        <w:t>J</w:t>
      </w:r>
      <w:r w:rsidR="00894734">
        <w:t>’</w:t>
      </w:r>
      <w:r>
        <w:t>avais fait changer Gabrielle de chambre et avait posté Mickey dans la chambre voisine</w:t>
      </w:r>
      <w:r w:rsidR="00894734">
        <w:t xml:space="preserve">. </w:t>
      </w:r>
      <w:r>
        <w:t>Gabrielle</w:t>
      </w:r>
      <w:r w:rsidR="00894734">
        <w:t xml:space="preserve">, </w:t>
      </w:r>
      <w:r>
        <w:t>revenue de sa frayeur</w:t>
      </w:r>
      <w:r w:rsidR="00894734">
        <w:t xml:space="preserve">, </w:t>
      </w:r>
      <w:r>
        <w:t>parlait maintenant</w:t>
      </w:r>
      <w:r w:rsidR="00894734">
        <w:t xml:space="preserve">, </w:t>
      </w:r>
      <w:r>
        <w:t xml:space="preserve">mais elle ne nous apprit pas </w:t>
      </w:r>
      <w:proofErr w:type="spellStart"/>
      <w:r>
        <w:t>grand</w:t>
      </w:r>
      <w:r w:rsidR="00894734">
        <w:t>’</w:t>
      </w:r>
      <w:r>
        <w:t>chose</w:t>
      </w:r>
      <w:proofErr w:type="spellEnd"/>
      <w:r w:rsidR="00894734">
        <w:t xml:space="preserve">. </w:t>
      </w:r>
      <w:r>
        <w:t>Elle dormait</w:t>
      </w:r>
      <w:r w:rsidR="00894734">
        <w:t xml:space="preserve">, </w:t>
      </w:r>
      <w:r>
        <w:t>nous dit-elle</w:t>
      </w:r>
      <w:r w:rsidR="00894734">
        <w:t xml:space="preserve">, </w:t>
      </w:r>
      <w:r>
        <w:t>quand elle avait été r</w:t>
      </w:r>
      <w:r>
        <w:t>é</w:t>
      </w:r>
      <w:r>
        <w:t>veillée par un bruit terrible et une violente secousse de son lit</w:t>
      </w:r>
      <w:r w:rsidR="00894734">
        <w:t xml:space="preserve">. </w:t>
      </w:r>
      <w:r>
        <w:t>Puis j</w:t>
      </w:r>
      <w:r w:rsidR="00894734">
        <w:t>’</w:t>
      </w:r>
      <w:r>
        <w:t>étais entré</w:t>
      </w:r>
      <w:r w:rsidR="00894734">
        <w:t xml:space="preserve"> : </w:t>
      </w:r>
      <w:r>
        <w:t>c</w:t>
      </w:r>
      <w:r w:rsidR="00894734">
        <w:t>’</w:t>
      </w:r>
      <w:r>
        <w:t>est tout ce qu</w:t>
      </w:r>
      <w:r w:rsidR="00894734">
        <w:t>’</w:t>
      </w:r>
      <w:r>
        <w:t>elle savait</w:t>
      </w:r>
      <w:r w:rsidR="00894734">
        <w:t>.</w:t>
      </w:r>
    </w:p>
    <w:p w14:paraId="18305A11" w14:textId="77777777" w:rsidR="00894734" w:rsidRDefault="00000000">
      <w:r>
        <w:t>Tard dans l</w:t>
      </w:r>
      <w:r w:rsidR="00894734">
        <w:t>’</w:t>
      </w:r>
      <w:r>
        <w:t>après-midi</w:t>
      </w:r>
      <w:r w:rsidR="00894734">
        <w:t xml:space="preserve">, </w:t>
      </w:r>
      <w:r>
        <w:t xml:space="preserve">Mac </w:t>
      </w:r>
      <w:proofErr w:type="spellStart"/>
      <w:r>
        <w:t>Craken</w:t>
      </w:r>
      <w:proofErr w:type="spellEnd"/>
      <w:r w:rsidR="00894734">
        <w:t xml:space="preserve">, </w:t>
      </w:r>
      <w:r>
        <w:t>l</w:t>
      </w:r>
      <w:r w:rsidR="00894734">
        <w:t>’</w:t>
      </w:r>
      <w:r>
        <w:t>expert de la police</w:t>
      </w:r>
      <w:r w:rsidR="00894734">
        <w:t xml:space="preserve">, </w:t>
      </w:r>
      <w:r>
        <w:t>arriva de San Francisco</w:t>
      </w:r>
      <w:r w:rsidR="00894734">
        <w:t xml:space="preserve">. </w:t>
      </w:r>
      <w:r>
        <w:t>Après avoir examiné ce qu</w:t>
      </w:r>
      <w:r w:rsidR="00894734">
        <w:t>’</w:t>
      </w:r>
      <w:r>
        <w:t>il put réunir de fragments</w:t>
      </w:r>
      <w:r w:rsidR="00894734">
        <w:t xml:space="preserve">, </w:t>
      </w:r>
      <w:r>
        <w:t>il déclara que c</w:t>
      </w:r>
      <w:r w:rsidR="00894734">
        <w:t>’</w:t>
      </w:r>
      <w:r>
        <w:t>était une bombe de petite taille</w:t>
      </w:r>
      <w:r w:rsidR="00894734">
        <w:t xml:space="preserve">, </w:t>
      </w:r>
      <w:r>
        <w:t>en aluminium</w:t>
      </w:r>
      <w:r w:rsidR="00894734">
        <w:t xml:space="preserve">, </w:t>
      </w:r>
      <w:r>
        <w:t xml:space="preserve">chargée de </w:t>
      </w:r>
      <w:proofErr w:type="spellStart"/>
      <w:r>
        <w:t>nitro-glycérine</w:t>
      </w:r>
      <w:proofErr w:type="spellEnd"/>
      <w:r w:rsidR="00894734">
        <w:t>.</w:t>
      </w:r>
    </w:p>
    <w:p w14:paraId="0989644F" w14:textId="77777777" w:rsidR="00894734" w:rsidRDefault="00894734">
      <w:r>
        <w:t>— </w:t>
      </w:r>
      <w:r w:rsidR="00000000">
        <w:t>C</w:t>
      </w:r>
      <w:r>
        <w:t>’</w:t>
      </w:r>
      <w:r w:rsidR="00000000">
        <w:t>est du travail de professionnel ou d</w:t>
      </w:r>
      <w:r>
        <w:t>’</w:t>
      </w:r>
      <w:r w:rsidR="00000000">
        <w:t>amateur</w:t>
      </w:r>
      <w:r>
        <w:t xml:space="preserve"> ? </w:t>
      </w:r>
      <w:r w:rsidR="00000000">
        <w:t>dema</w:t>
      </w:r>
      <w:r w:rsidR="00000000">
        <w:t>n</w:t>
      </w:r>
      <w:r w:rsidR="00000000">
        <w:t>dai-je</w:t>
      </w:r>
      <w:r>
        <w:t>.</w:t>
      </w:r>
    </w:p>
    <w:p w14:paraId="1FEAED7C" w14:textId="77777777" w:rsidR="00894734" w:rsidRDefault="00894734">
      <w:r>
        <w:t>— </w:t>
      </w:r>
      <w:r w:rsidR="00000000">
        <w:t>C</w:t>
      </w:r>
      <w:r>
        <w:t>’</w:t>
      </w:r>
      <w:r w:rsidR="00000000">
        <w:t>est fait par quelqu</w:t>
      </w:r>
      <w:r>
        <w:t>’</w:t>
      </w:r>
      <w:r w:rsidR="00000000">
        <w:t>un qui connaissait bien son affaire</w:t>
      </w:r>
      <w:r>
        <w:t xml:space="preserve">, </w:t>
      </w:r>
      <w:r w:rsidR="00000000">
        <w:t>mais obligé de travailler avec ce qu</w:t>
      </w:r>
      <w:r>
        <w:t>’</w:t>
      </w:r>
      <w:r w:rsidR="00000000">
        <w:t>il avait sous la main</w:t>
      </w:r>
      <w:r>
        <w:t>.</w:t>
      </w:r>
    </w:p>
    <w:p w14:paraId="72C567DC" w14:textId="10FC2371" w:rsidR="00894734" w:rsidRDefault="00000000">
      <w:r>
        <w:t xml:space="preserve">Le </w:t>
      </w:r>
      <w:r w:rsidR="00894734">
        <w:t>D</w:t>
      </w:r>
      <w:r w:rsidR="00894734" w:rsidRPr="00894734">
        <w:rPr>
          <w:vertAlign w:val="superscript"/>
        </w:rPr>
        <w:t>r</w:t>
      </w:r>
      <w:r w:rsidR="00894734">
        <w:t> G</w:t>
      </w:r>
      <w:r>
        <w:t>eorge revenait de la clinique</w:t>
      </w:r>
      <w:r w:rsidR="00894734">
        <w:t xml:space="preserve">. </w:t>
      </w:r>
      <w:r>
        <w:t xml:space="preserve">Il avait laissé </w:t>
      </w:r>
      <w:proofErr w:type="spellStart"/>
      <w:r>
        <w:t>Fitzst</w:t>
      </w:r>
      <w:r>
        <w:t>e</w:t>
      </w:r>
      <w:r>
        <w:t>phan</w:t>
      </w:r>
      <w:proofErr w:type="spellEnd"/>
      <w:r>
        <w:t xml:space="preserve"> respirant encore</w:t>
      </w:r>
      <w:r w:rsidR="00894734">
        <w:t xml:space="preserve">. </w:t>
      </w:r>
      <w:r>
        <w:t>Je lui demandai des nouvelles de Fink et ce qu</w:t>
      </w:r>
      <w:r w:rsidR="00894734">
        <w:t>’</w:t>
      </w:r>
      <w:r>
        <w:t>il pensait de Gabrielle</w:t>
      </w:r>
      <w:r w:rsidR="00894734">
        <w:t xml:space="preserve">. </w:t>
      </w:r>
      <w:r>
        <w:t>Il me dit que la vie de Fink n</w:t>
      </w:r>
      <w:r w:rsidR="00894734">
        <w:t>’</w:t>
      </w:r>
      <w:r>
        <w:t>était pas en danger et que Gabrielle pouvait se lever si elle le voulait</w:t>
      </w:r>
      <w:r w:rsidR="00894734">
        <w:t xml:space="preserve">. </w:t>
      </w:r>
      <w:r>
        <w:t>J</w:t>
      </w:r>
      <w:r w:rsidR="00894734">
        <w:t>’</w:t>
      </w:r>
      <w:r>
        <w:t>objectai que peut-être ses nerfs</w:t>
      </w:r>
      <w:r w:rsidR="00894734">
        <w:t xml:space="preserve">… </w:t>
      </w:r>
      <w:r>
        <w:t xml:space="preserve">Mais il était trop pressé de retourner auprès de </w:t>
      </w:r>
      <w:proofErr w:type="spellStart"/>
      <w:r>
        <w:t>Fitzstephan</w:t>
      </w:r>
      <w:proofErr w:type="spellEnd"/>
      <w:r w:rsidR="00894734">
        <w:t>.</w:t>
      </w:r>
    </w:p>
    <w:p w14:paraId="7E2AF090" w14:textId="77777777" w:rsidR="00894734" w:rsidRDefault="00894734">
      <w:r>
        <w:t>— </w:t>
      </w:r>
      <w:r w:rsidR="00000000">
        <w:t>Oui</w:t>
      </w:r>
      <w:r>
        <w:t xml:space="preserve">, </w:t>
      </w:r>
      <w:r w:rsidR="00000000">
        <w:t>oui</w:t>
      </w:r>
      <w:r>
        <w:t xml:space="preserve">, </w:t>
      </w:r>
      <w:r w:rsidR="00000000">
        <w:t>certainement</w:t>
      </w:r>
      <w:r>
        <w:t xml:space="preserve">, </w:t>
      </w:r>
      <w:r w:rsidR="00000000">
        <w:t>de la tranquillité</w:t>
      </w:r>
      <w:r>
        <w:t xml:space="preserve">, </w:t>
      </w:r>
      <w:r w:rsidR="00000000">
        <w:t>du repos</w:t>
      </w:r>
      <w:r>
        <w:t xml:space="preserve">, </w:t>
      </w:r>
      <w:r w:rsidR="00000000">
        <w:t>qu</w:t>
      </w:r>
      <w:r>
        <w:t>’</w:t>
      </w:r>
      <w:r w:rsidR="00000000">
        <w:t>elle se garde de toute émotion</w:t>
      </w:r>
      <w:r>
        <w:t xml:space="preserve">, </w:t>
      </w:r>
      <w:r w:rsidR="00000000">
        <w:t>et il s</w:t>
      </w:r>
      <w:r>
        <w:t>’</w:t>
      </w:r>
      <w:r w:rsidR="00000000">
        <w:t>en fut</w:t>
      </w:r>
      <w:r>
        <w:t>.</w:t>
      </w:r>
    </w:p>
    <w:p w14:paraId="693048E9" w14:textId="77777777" w:rsidR="00894734" w:rsidRDefault="00000000">
      <w:r>
        <w:t xml:space="preserve">Je dînai ce soir-là avec Vernon et </w:t>
      </w:r>
      <w:proofErr w:type="spellStart"/>
      <w:r>
        <w:t>Feeney</w:t>
      </w:r>
      <w:proofErr w:type="spellEnd"/>
      <w:r w:rsidR="00894734">
        <w:t xml:space="preserve">. </w:t>
      </w:r>
      <w:r>
        <w:t>Ils me soupço</w:t>
      </w:r>
      <w:r>
        <w:t>n</w:t>
      </w:r>
      <w:r>
        <w:t>naient de ne pas leur avoir tout dit au sujet de la bombe et ils se tinrent sur une certaine réserve pendant le dîner</w:t>
      </w:r>
      <w:r w:rsidR="00894734">
        <w:t>.</w:t>
      </w:r>
    </w:p>
    <w:p w14:paraId="0A651766" w14:textId="77777777" w:rsidR="00894734" w:rsidRDefault="00000000">
      <w:r>
        <w:lastRenderedPageBreak/>
        <w:t>Quand je montai à ma chambre</w:t>
      </w:r>
      <w:r w:rsidR="00894734">
        <w:t xml:space="preserve">, </w:t>
      </w:r>
      <w:r>
        <w:t>je trouvai Mickey étendu sur le lit</w:t>
      </w:r>
      <w:r w:rsidR="00894734">
        <w:t xml:space="preserve">, </w:t>
      </w:r>
      <w:r>
        <w:t>lisant un journal</w:t>
      </w:r>
      <w:r w:rsidR="00894734">
        <w:t>.</w:t>
      </w:r>
    </w:p>
    <w:p w14:paraId="10138DD3" w14:textId="77777777" w:rsidR="00894734" w:rsidRDefault="00894734">
      <w:r>
        <w:t>— </w:t>
      </w:r>
      <w:r w:rsidR="00000000">
        <w:t>Allez dîner</w:t>
      </w:r>
      <w:r>
        <w:t xml:space="preserve">, </w:t>
      </w:r>
      <w:r w:rsidR="00000000">
        <w:t>dis-je</w:t>
      </w:r>
      <w:r>
        <w:t xml:space="preserve">. </w:t>
      </w:r>
      <w:r w:rsidR="00000000">
        <w:t>Comment va notre bébé</w:t>
      </w:r>
      <w:r>
        <w:t> ?</w:t>
      </w:r>
    </w:p>
    <w:p w14:paraId="33DDFA62" w14:textId="77777777" w:rsidR="00A57D82" w:rsidRDefault="00894734">
      <w:r>
        <w:t>— </w:t>
      </w:r>
      <w:r w:rsidR="00000000">
        <w:t>Elle est debout</w:t>
      </w:r>
      <w:r>
        <w:t xml:space="preserve">. </w:t>
      </w:r>
      <w:r w:rsidR="00000000">
        <w:t>Je crois qu</w:t>
      </w:r>
      <w:r>
        <w:t>’</w:t>
      </w:r>
      <w:r w:rsidR="00000000">
        <w:t>elle ne fait rien</w:t>
      </w:r>
      <w:r>
        <w:t xml:space="preserve">. </w:t>
      </w:r>
      <w:r w:rsidR="00000000">
        <w:t>À tout à l</w:t>
      </w:r>
      <w:r>
        <w:t>’</w:t>
      </w:r>
      <w:r w:rsidR="00000000">
        <w:t>heure</w:t>
      </w:r>
      <w:r>
        <w:t>.</w:t>
      </w:r>
    </w:p>
    <w:p w14:paraId="4E7CD1A9" w14:textId="7497E53B" w:rsidR="00894734" w:rsidRDefault="00000000">
      <w:r>
        <w:t>J</w:t>
      </w:r>
      <w:r w:rsidR="00894734">
        <w:t>’</w:t>
      </w:r>
      <w:r>
        <w:t>écoutai un instant à la porte de la chambre voisine</w:t>
      </w:r>
      <w:r w:rsidR="00894734">
        <w:t xml:space="preserve">, </w:t>
      </w:r>
      <w:r>
        <w:t>puis je frappai</w:t>
      </w:r>
      <w:r w:rsidR="00894734">
        <w:t xml:space="preserve">. </w:t>
      </w:r>
      <w:r>
        <w:t>La voix de Mrs</w:t>
      </w:r>
      <w:r w:rsidR="00894734">
        <w:t xml:space="preserve">. </w:t>
      </w:r>
      <w:r>
        <w:t>Herman dit</w:t>
      </w:r>
      <w:r w:rsidR="00894734">
        <w:t> : « </w:t>
      </w:r>
      <w:r>
        <w:t>Entrez</w:t>
      </w:r>
      <w:r w:rsidR="00894734">
        <w:t> ! »</w:t>
      </w:r>
      <w:r w:rsidR="00A57D82">
        <w:t xml:space="preserve"> </w:t>
      </w:r>
      <w:r>
        <w:t>Celle-ci brodait des papillons sur une serviette à thé</w:t>
      </w:r>
      <w:r w:rsidR="00894734">
        <w:t xml:space="preserve">. </w:t>
      </w:r>
      <w:r>
        <w:t>G</w:t>
      </w:r>
      <w:r>
        <w:t>a</w:t>
      </w:r>
      <w:r>
        <w:t>brielle était assise sur un fauteuil près de la fenêtre</w:t>
      </w:r>
      <w:r w:rsidR="00894734">
        <w:t xml:space="preserve">. </w:t>
      </w:r>
      <w:r>
        <w:t>Elle portait les vêtements de sport dans lesquels nous l</w:t>
      </w:r>
      <w:r w:rsidR="00894734">
        <w:t>’</w:t>
      </w:r>
      <w:r>
        <w:t>avions retrouvée</w:t>
      </w:r>
      <w:r w:rsidR="00894734">
        <w:t xml:space="preserve">. </w:t>
      </w:r>
      <w:r>
        <w:t>E</w:t>
      </w:r>
      <w:r>
        <w:t>l</w:t>
      </w:r>
      <w:r>
        <w:t>le ne leva pas les yeux quand j</w:t>
      </w:r>
      <w:r w:rsidR="00894734">
        <w:t>’</w:t>
      </w:r>
      <w:r>
        <w:t>entrai</w:t>
      </w:r>
      <w:r w:rsidR="00894734">
        <w:t xml:space="preserve">. </w:t>
      </w:r>
      <w:r>
        <w:t>L</w:t>
      </w:r>
      <w:r w:rsidR="00894734">
        <w:t>’</w:t>
      </w:r>
      <w:r>
        <w:t>infirmière découvrit ses deux mâchoires dans un sourire contraint</w:t>
      </w:r>
      <w:r w:rsidR="00894734">
        <w:t>.</w:t>
      </w:r>
    </w:p>
    <w:p w14:paraId="5A8463B9" w14:textId="77777777" w:rsidR="00894734" w:rsidRDefault="00894734">
      <w:r>
        <w:t>— </w:t>
      </w:r>
      <w:r w:rsidR="00000000">
        <w:t>Bonsoir</w:t>
      </w:r>
      <w:r>
        <w:t xml:space="preserve">, </w:t>
      </w:r>
      <w:r w:rsidR="00000000">
        <w:t>dis-je gaiement</w:t>
      </w:r>
      <w:r>
        <w:t xml:space="preserve">. </w:t>
      </w:r>
      <w:r w:rsidR="00000000">
        <w:t>Eh bien</w:t>
      </w:r>
      <w:r>
        <w:t xml:space="preserve"> ! </w:t>
      </w:r>
      <w:r w:rsidR="00000000">
        <w:t>nous voilà sur pied</w:t>
      </w:r>
      <w:r>
        <w:t> !</w:t>
      </w:r>
    </w:p>
    <w:p w14:paraId="2C44AD69" w14:textId="77777777" w:rsidR="00894734" w:rsidRDefault="00000000">
      <w:r>
        <w:t>Gabrielle ne répondit pas mais l</w:t>
      </w:r>
      <w:r w:rsidR="00894734">
        <w:t>’</w:t>
      </w:r>
      <w:r>
        <w:t>infirmière s</w:t>
      </w:r>
      <w:r w:rsidR="00894734">
        <w:t>’</w:t>
      </w:r>
      <w:r>
        <w:t>écria</w:t>
      </w:r>
      <w:r w:rsidR="00894734">
        <w:t xml:space="preserve">, </w:t>
      </w:r>
      <w:r>
        <w:t>exag</w:t>
      </w:r>
      <w:r>
        <w:t>é</w:t>
      </w:r>
      <w:r>
        <w:t>rément enthousiasme</w:t>
      </w:r>
      <w:r w:rsidR="00894734">
        <w:t> :</w:t>
      </w:r>
    </w:p>
    <w:p w14:paraId="38946B09" w14:textId="77777777" w:rsidR="00894734" w:rsidRDefault="00894734">
      <w:r>
        <w:t>— </w:t>
      </w:r>
      <w:r w:rsidR="00000000">
        <w:t>Oh</w:t>
      </w:r>
      <w:r>
        <w:t xml:space="preserve"> ! </w:t>
      </w:r>
      <w:r w:rsidR="00000000">
        <w:t>mais nous ne pouvons plus dire que Mrs</w:t>
      </w:r>
      <w:r>
        <w:t xml:space="preserve">. </w:t>
      </w:r>
      <w:r w:rsidR="00000000">
        <w:t>Collinson est malade maintenant</w:t>
      </w:r>
      <w:r>
        <w:t xml:space="preserve">, </w:t>
      </w:r>
      <w:r w:rsidR="00000000">
        <w:t>et j</w:t>
      </w:r>
      <w:r>
        <w:t>’</w:t>
      </w:r>
      <w:r w:rsidR="00000000">
        <w:t>en suis désolée</w:t>
      </w:r>
      <w:r>
        <w:t xml:space="preserve">, </w:t>
      </w:r>
      <w:r w:rsidR="00000000">
        <w:t>car je n</w:t>
      </w:r>
      <w:r>
        <w:t>’</w:t>
      </w:r>
      <w:r w:rsidR="00000000">
        <w:t>ai jamais eu une malade aussi aimable</w:t>
      </w:r>
      <w:r>
        <w:t xml:space="preserve">. </w:t>
      </w:r>
      <w:r w:rsidR="00000000">
        <w:t>Et pourtant</w:t>
      </w:r>
      <w:r>
        <w:t xml:space="preserve">, </w:t>
      </w:r>
      <w:r w:rsidR="00000000">
        <w:t>j</w:t>
      </w:r>
      <w:r>
        <w:t>’</w:t>
      </w:r>
      <w:r w:rsidR="00000000">
        <w:t>en ai connu des jeunes femmes malades à l</w:t>
      </w:r>
      <w:r>
        <w:t>’</w:t>
      </w:r>
      <w:r w:rsidR="00000000">
        <w:t>hôpital</w:t>
      </w:r>
      <w:r>
        <w:t xml:space="preserve">. </w:t>
      </w:r>
      <w:r w:rsidR="00000000">
        <w:t>Les plus gentilles</w:t>
      </w:r>
      <w:r>
        <w:t xml:space="preserve">, </w:t>
      </w:r>
      <w:r w:rsidR="00000000">
        <w:t>quand venait l</w:t>
      </w:r>
      <w:r>
        <w:t>’</w:t>
      </w:r>
      <w:r w:rsidR="00000000">
        <w:t>heure de la visite</w:t>
      </w:r>
      <w:r>
        <w:t>…</w:t>
      </w:r>
    </w:p>
    <w:p w14:paraId="5BF434A4" w14:textId="77777777" w:rsidR="00894734" w:rsidRDefault="00000000">
      <w:r>
        <w:t>Je l</w:t>
      </w:r>
      <w:r w:rsidR="00894734">
        <w:t>’</w:t>
      </w:r>
      <w:r>
        <w:t>interrompis en lui désignant simplement la porte du regard</w:t>
      </w:r>
      <w:r w:rsidR="00894734">
        <w:t xml:space="preserve">. </w:t>
      </w:r>
      <w:r>
        <w:t>Elle comprit et nous laissa seuls</w:t>
      </w:r>
      <w:r w:rsidR="00894734">
        <w:t xml:space="preserve">. </w:t>
      </w:r>
      <w:r>
        <w:t>Quand la porte fut fermée</w:t>
      </w:r>
      <w:r w:rsidR="00894734">
        <w:t xml:space="preserve">, </w:t>
      </w:r>
      <w:r>
        <w:t>Gabrielle</w:t>
      </w:r>
      <w:r w:rsidR="00894734">
        <w:t xml:space="preserve">, </w:t>
      </w:r>
      <w:r>
        <w:t>qui avait jusqu</w:t>
      </w:r>
      <w:r w:rsidR="00894734">
        <w:t>’</w:t>
      </w:r>
      <w:r>
        <w:t>ici fixé ses mains avec obstin</w:t>
      </w:r>
      <w:r>
        <w:t>a</w:t>
      </w:r>
      <w:r>
        <w:t>tion</w:t>
      </w:r>
      <w:r w:rsidR="00894734">
        <w:t xml:space="preserve">, </w:t>
      </w:r>
      <w:r>
        <w:t>leva les yeux et dit</w:t>
      </w:r>
      <w:r w:rsidR="00894734">
        <w:t> :</w:t>
      </w:r>
    </w:p>
    <w:p w14:paraId="50407951" w14:textId="77777777" w:rsidR="00894734" w:rsidRDefault="00894734">
      <w:r>
        <w:t>— </w:t>
      </w:r>
      <w:r w:rsidR="00000000">
        <w:t>Owen est mort</w:t>
      </w:r>
      <w:r>
        <w:t>.</w:t>
      </w:r>
    </w:p>
    <w:p w14:paraId="0CA9E0FF" w14:textId="77777777" w:rsidR="00894734" w:rsidRDefault="00000000">
      <w:r>
        <w:t>Elle ne le demandait pas</w:t>
      </w:r>
      <w:r w:rsidR="00894734">
        <w:t xml:space="preserve">, </w:t>
      </w:r>
      <w:r>
        <w:t>elle le disait</w:t>
      </w:r>
      <w:r w:rsidR="00894734">
        <w:t>.</w:t>
      </w:r>
    </w:p>
    <w:p w14:paraId="0A20A8C6" w14:textId="77777777" w:rsidR="00894734" w:rsidRDefault="00894734">
      <w:r>
        <w:t>— </w:t>
      </w:r>
      <w:r w:rsidR="00000000">
        <w:t>Non</w:t>
      </w:r>
      <w:r>
        <w:t xml:space="preserve">, </w:t>
      </w:r>
      <w:r w:rsidR="00000000">
        <w:t>dis-je</w:t>
      </w:r>
      <w:r>
        <w:t xml:space="preserve">, </w:t>
      </w:r>
      <w:r w:rsidR="00000000">
        <w:t>il est vivant</w:t>
      </w:r>
      <w:r>
        <w:t>.</w:t>
      </w:r>
    </w:p>
    <w:p w14:paraId="2E772DBA" w14:textId="77777777" w:rsidR="00894734" w:rsidRDefault="00894734">
      <w:r>
        <w:lastRenderedPageBreak/>
        <w:t>— </w:t>
      </w:r>
      <w:r w:rsidR="00000000">
        <w:t>Vivra-t-il</w:t>
      </w:r>
      <w:r>
        <w:t> ?</w:t>
      </w:r>
    </w:p>
    <w:p w14:paraId="0C2C7A38" w14:textId="77777777" w:rsidR="00894734" w:rsidRDefault="00894734">
      <w:r>
        <w:t>— </w:t>
      </w:r>
      <w:r w:rsidR="00000000">
        <w:t>Le docteur le pense</w:t>
      </w:r>
      <w:r>
        <w:t xml:space="preserve">, </w:t>
      </w:r>
      <w:r w:rsidR="00000000">
        <w:t>dis-je en mentant un peu</w:t>
      </w:r>
      <w:r>
        <w:t>.</w:t>
      </w:r>
    </w:p>
    <w:p w14:paraId="017949B8" w14:textId="77777777" w:rsidR="00894734" w:rsidRDefault="00894734">
      <w:r>
        <w:t>— </w:t>
      </w:r>
      <w:r w:rsidR="00000000">
        <w:t>S</w:t>
      </w:r>
      <w:r>
        <w:t>’</w:t>
      </w:r>
      <w:r w:rsidR="00000000">
        <w:t>il vit</w:t>
      </w:r>
      <w:r>
        <w:t xml:space="preserve">, </w:t>
      </w:r>
      <w:r w:rsidR="00000000">
        <w:t>est-ce qu</w:t>
      </w:r>
      <w:r>
        <w:t>’</w:t>
      </w:r>
      <w:r w:rsidR="00000000">
        <w:t>il</w:t>
      </w:r>
      <w:r>
        <w:t>…</w:t>
      </w:r>
    </w:p>
    <w:p w14:paraId="1D88971A" w14:textId="77777777" w:rsidR="00894734" w:rsidRDefault="00000000">
      <w:r>
        <w:t>Elle laissa sa phrase inachevée</w:t>
      </w:r>
      <w:r w:rsidR="00894734">
        <w:t xml:space="preserve">. </w:t>
      </w:r>
      <w:r>
        <w:t>Elle parlait d</w:t>
      </w:r>
      <w:r w:rsidR="00894734">
        <w:t>’</w:t>
      </w:r>
      <w:r>
        <w:t>une voix ne</w:t>
      </w:r>
      <w:r>
        <w:t>u</w:t>
      </w:r>
      <w:r>
        <w:t>tre et plus pour elle-même que pour moi</w:t>
      </w:r>
      <w:r w:rsidR="00894734">
        <w:t>.</w:t>
      </w:r>
    </w:p>
    <w:p w14:paraId="1A59A5A0" w14:textId="77777777" w:rsidR="00894734" w:rsidRDefault="00894734">
      <w:r>
        <w:t>— </w:t>
      </w:r>
      <w:r w:rsidR="00000000">
        <w:t>Il sera fameusement estropié</w:t>
      </w:r>
      <w:r>
        <w:t xml:space="preserve">. </w:t>
      </w:r>
      <w:r w:rsidR="00000000">
        <w:t>Et ça</w:t>
      </w:r>
      <w:r>
        <w:t xml:space="preserve">, </w:t>
      </w:r>
      <w:r w:rsidR="00000000">
        <w:t>ce sera encore mieux</w:t>
      </w:r>
      <w:r>
        <w:t> !</w:t>
      </w:r>
    </w:p>
    <w:p w14:paraId="64D24A9C" w14:textId="77777777" w:rsidR="00894734" w:rsidRDefault="00000000">
      <w:r>
        <w:t>Je ne pus m</w:t>
      </w:r>
      <w:r w:rsidR="00894734">
        <w:t>’</w:t>
      </w:r>
      <w:r>
        <w:t>empêcher de sourire</w:t>
      </w:r>
      <w:r w:rsidR="00894734">
        <w:t>.</w:t>
      </w:r>
    </w:p>
    <w:p w14:paraId="79BA4734" w14:textId="77777777" w:rsidR="00894734" w:rsidRDefault="00894734">
      <w:r>
        <w:t>— </w:t>
      </w:r>
      <w:r w:rsidR="00000000">
        <w:t>Riez</w:t>
      </w:r>
      <w:r>
        <w:t xml:space="preserve">, </w:t>
      </w:r>
      <w:r w:rsidR="00000000">
        <w:t>dit-elle</w:t>
      </w:r>
      <w:r>
        <w:t xml:space="preserve">, </w:t>
      </w:r>
      <w:r w:rsidR="00000000">
        <w:t>riez</w:t>
      </w:r>
      <w:r>
        <w:t xml:space="preserve">, </w:t>
      </w:r>
      <w:r w:rsidR="00000000">
        <w:t>je souhaite que vous puissiez rire lon</w:t>
      </w:r>
      <w:r w:rsidR="00000000">
        <w:t>g</w:t>
      </w:r>
      <w:r w:rsidR="00000000">
        <w:t>temps</w:t>
      </w:r>
      <w:r>
        <w:t xml:space="preserve">, </w:t>
      </w:r>
      <w:r w:rsidR="00000000">
        <w:t>mais vous ne pourrez pas</w:t>
      </w:r>
      <w:r>
        <w:t xml:space="preserve">. </w:t>
      </w:r>
      <w:r w:rsidR="00000000">
        <w:t>C</w:t>
      </w:r>
      <w:r>
        <w:t>’</w:t>
      </w:r>
      <w:r w:rsidR="00000000">
        <w:t>est ainsi</w:t>
      </w:r>
      <w:r>
        <w:t xml:space="preserve">. </w:t>
      </w:r>
      <w:r w:rsidR="00000000">
        <w:t>Ce sera toujours ainsi</w:t>
      </w:r>
      <w:r>
        <w:t>.</w:t>
      </w:r>
    </w:p>
    <w:p w14:paraId="1A7867F3" w14:textId="77777777" w:rsidR="00894734" w:rsidRDefault="00000000">
      <w:r>
        <w:t>Elle baissa les yeux sur ses mains et murmura</w:t>
      </w:r>
      <w:r w:rsidR="00894734">
        <w:t> :</w:t>
      </w:r>
    </w:p>
    <w:p w14:paraId="502774A4" w14:textId="77777777" w:rsidR="00894734" w:rsidRDefault="00894734">
      <w:r>
        <w:t>— </w:t>
      </w:r>
      <w:r w:rsidR="00000000">
        <w:t>Elles sont maudites</w:t>
      </w:r>
      <w:r>
        <w:t>.</w:t>
      </w:r>
    </w:p>
    <w:p w14:paraId="2278BC6C" w14:textId="77777777" w:rsidR="00894734" w:rsidRDefault="00000000">
      <w:r>
        <w:t>Elle ne disait pas cela sur un ton tragique</w:t>
      </w:r>
      <w:r w:rsidR="00894734">
        <w:t xml:space="preserve">, </w:t>
      </w:r>
      <w:r>
        <w:t>mais comme une chose qu</w:t>
      </w:r>
      <w:r w:rsidR="00894734">
        <w:t>’</w:t>
      </w:r>
      <w:r>
        <w:t>on a pris l</w:t>
      </w:r>
      <w:r w:rsidR="00894734">
        <w:t>’</w:t>
      </w:r>
      <w:r>
        <w:t>habitude de constater</w:t>
      </w:r>
      <w:r w:rsidR="00894734">
        <w:t xml:space="preserve">. </w:t>
      </w:r>
      <w:r>
        <w:t>Je l</w:t>
      </w:r>
      <w:r w:rsidR="00894734">
        <w:t>’</w:t>
      </w:r>
      <w:r>
        <w:t>imaginais co</w:t>
      </w:r>
      <w:r>
        <w:t>u</w:t>
      </w:r>
      <w:r>
        <w:t>chée dans son lit</w:t>
      </w:r>
      <w:r w:rsidR="00894734">
        <w:t xml:space="preserve">, </w:t>
      </w:r>
      <w:r>
        <w:t>dans le noir</w:t>
      </w:r>
      <w:r w:rsidR="00894734">
        <w:t xml:space="preserve">, </w:t>
      </w:r>
      <w:r>
        <w:t>et se répétant cela heure après heure</w:t>
      </w:r>
      <w:r w:rsidR="00894734">
        <w:t xml:space="preserve">, </w:t>
      </w:r>
      <w:r>
        <w:t>le murmurant à son corps</w:t>
      </w:r>
      <w:r w:rsidR="00894734">
        <w:t xml:space="preserve">, </w:t>
      </w:r>
      <w:r>
        <w:t>quand elle s</w:t>
      </w:r>
      <w:r w:rsidR="00894734">
        <w:t>’</w:t>
      </w:r>
      <w:r>
        <w:t>habillait</w:t>
      </w:r>
      <w:r w:rsidR="00894734">
        <w:t xml:space="preserve">, </w:t>
      </w:r>
      <w:r>
        <w:t>à son visage</w:t>
      </w:r>
      <w:r w:rsidR="00894734">
        <w:t xml:space="preserve">, </w:t>
      </w:r>
      <w:r>
        <w:t>dans le miroir jour après jour</w:t>
      </w:r>
      <w:r w:rsidR="00894734">
        <w:t xml:space="preserve">. </w:t>
      </w:r>
      <w:r>
        <w:t>J</w:t>
      </w:r>
      <w:r w:rsidR="00894734">
        <w:t>’</w:t>
      </w:r>
      <w:r>
        <w:t>essayai de la rassurer</w:t>
      </w:r>
      <w:r w:rsidR="00894734">
        <w:t> :</w:t>
      </w:r>
    </w:p>
    <w:p w14:paraId="3A199C21" w14:textId="77777777" w:rsidR="00894734" w:rsidRDefault="00894734">
      <w:r>
        <w:t>— </w:t>
      </w:r>
      <w:r w:rsidR="00000000">
        <w:t>Voyons</w:t>
      </w:r>
      <w:r>
        <w:t xml:space="preserve">, </w:t>
      </w:r>
      <w:r w:rsidR="00000000">
        <w:t>finissez</w:t>
      </w:r>
      <w:r>
        <w:t xml:space="preserve">. </w:t>
      </w:r>
      <w:r w:rsidR="00000000">
        <w:t>Tout cela parce qu</w:t>
      </w:r>
      <w:r>
        <w:t>’</w:t>
      </w:r>
      <w:r w:rsidR="00000000">
        <w:t>une mauvaise femme a</w:t>
      </w:r>
      <w:r>
        <w:t xml:space="preserve">, </w:t>
      </w:r>
      <w:r w:rsidR="00000000">
        <w:t>dans un accès de rare</w:t>
      </w:r>
      <w:r>
        <w:t>…</w:t>
      </w:r>
    </w:p>
    <w:p w14:paraId="7D8BA304" w14:textId="77777777" w:rsidR="00894734" w:rsidRDefault="00894734">
      <w:r>
        <w:t>— </w:t>
      </w:r>
      <w:r w:rsidR="00000000">
        <w:t>Non</w:t>
      </w:r>
      <w:r>
        <w:t xml:space="preserve">, </w:t>
      </w:r>
      <w:r w:rsidR="00000000">
        <w:t>non</w:t>
      </w:r>
      <w:r>
        <w:t xml:space="preserve">. </w:t>
      </w:r>
      <w:r w:rsidR="00000000">
        <w:t>Ma belle-mère a mis dans ses paroles ce que j</w:t>
      </w:r>
      <w:r>
        <w:t>’</w:t>
      </w:r>
      <w:r w:rsidR="00000000">
        <w:t>avais toujours su</w:t>
      </w:r>
      <w:r>
        <w:t xml:space="preserve">. </w:t>
      </w:r>
      <w:r w:rsidR="00000000">
        <w:t>Je ne savais pas que c</w:t>
      </w:r>
      <w:r>
        <w:t>’</w:t>
      </w:r>
      <w:r w:rsidR="00000000">
        <w:t>était dans le sang des Dain</w:t>
      </w:r>
      <w:r>
        <w:t xml:space="preserve">, </w:t>
      </w:r>
      <w:r w:rsidR="00000000">
        <w:t>mais je savais que c</w:t>
      </w:r>
      <w:r>
        <w:t>’</w:t>
      </w:r>
      <w:r w:rsidR="00000000">
        <w:t>était dans le mien</w:t>
      </w:r>
      <w:r>
        <w:t xml:space="preserve">. </w:t>
      </w:r>
      <w:r w:rsidR="00000000">
        <w:t>Comment pouvais-je l</w:t>
      </w:r>
      <w:r>
        <w:t>’</w:t>
      </w:r>
      <w:r w:rsidR="00000000">
        <w:t>ignorer</w:t>
      </w:r>
      <w:r>
        <w:t> ?</w:t>
      </w:r>
    </w:p>
    <w:p w14:paraId="373A37A5" w14:textId="77777777" w:rsidR="00894734" w:rsidRDefault="00000000">
      <w:r>
        <w:t>Elle traversa la chambre et vint se planter devant moi</w:t>
      </w:r>
      <w:r w:rsidR="00894734">
        <w:t> :</w:t>
      </w:r>
    </w:p>
    <w:p w14:paraId="6C9FD891" w14:textId="77777777" w:rsidR="00894734" w:rsidRDefault="00894734">
      <w:r>
        <w:lastRenderedPageBreak/>
        <w:t>— </w:t>
      </w:r>
      <w:r w:rsidR="00000000">
        <w:t>Regardez</w:t>
      </w:r>
      <w:r>
        <w:t xml:space="preserve"> : </w:t>
      </w:r>
      <w:r w:rsidR="00000000">
        <w:t>n</w:t>
      </w:r>
      <w:r>
        <w:t>’</w:t>
      </w:r>
      <w:r w:rsidR="00000000">
        <w:t>ai-je pas tous les signes de la dégénére</w:t>
      </w:r>
      <w:r w:rsidR="00000000">
        <w:t>s</w:t>
      </w:r>
      <w:r w:rsidR="00000000">
        <w:t>cence</w:t>
      </w:r>
      <w:r>
        <w:t xml:space="preserve"> ? </w:t>
      </w:r>
      <w:r w:rsidR="00000000">
        <w:t>Regardez mes oreilles</w:t>
      </w:r>
      <w:r>
        <w:t xml:space="preserve">, </w:t>
      </w:r>
      <w:r w:rsidR="00000000">
        <w:t>pointues</w:t>
      </w:r>
      <w:r>
        <w:t xml:space="preserve">, </w:t>
      </w:r>
      <w:r w:rsidR="00000000">
        <w:t>sans lobes</w:t>
      </w:r>
      <w:r>
        <w:t xml:space="preserve">. </w:t>
      </w:r>
      <w:r w:rsidR="00000000">
        <w:t>Ce ne sont pas des oreilles d</w:t>
      </w:r>
      <w:r>
        <w:t>’</w:t>
      </w:r>
      <w:r w:rsidR="00000000">
        <w:t>humain</w:t>
      </w:r>
      <w:r>
        <w:t xml:space="preserve">. </w:t>
      </w:r>
      <w:r w:rsidR="00000000">
        <w:t>Ce sont des oreilles de bête</w:t>
      </w:r>
      <w:r>
        <w:t xml:space="preserve">. </w:t>
      </w:r>
      <w:r w:rsidR="00000000">
        <w:t>Mon front</w:t>
      </w:r>
      <w:r>
        <w:t xml:space="preserve">, </w:t>
      </w:r>
      <w:r w:rsidR="00000000">
        <w:t>sa petitesse</w:t>
      </w:r>
      <w:r>
        <w:t xml:space="preserve">, </w:t>
      </w:r>
      <w:r w:rsidR="00000000">
        <w:t>sa forme étroite</w:t>
      </w:r>
      <w:r>
        <w:t xml:space="preserve">, </w:t>
      </w:r>
      <w:r w:rsidR="00000000">
        <w:t>c</w:t>
      </w:r>
      <w:r>
        <w:t>’</w:t>
      </w:r>
      <w:r w:rsidR="00000000">
        <w:t>est un front de bête</w:t>
      </w:r>
      <w:r>
        <w:t xml:space="preserve">. </w:t>
      </w:r>
      <w:r w:rsidR="00000000">
        <w:t>R</w:t>
      </w:r>
      <w:r w:rsidR="00000000">
        <w:t>e</w:t>
      </w:r>
      <w:r w:rsidR="00000000">
        <w:t>gardez mes dents pointues</w:t>
      </w:r>
      <w:r>
        <w:t xml:space="preserve">, </w:t>
      </w:r>
      <w:r w:rsidR="00000000">
        <w:t>ce sont des dents de bête</w:t>
      </w:r>
      <w:r>
        <w:t xml:space="preserve">. </w:t>
      </w:r>
      <w:r w:rsidR="00000000">
        <w:t>Et la forme de mon v</w:t>
      </w:r>
      <w:r w:rsidR="00000000">
        <w:t>i</w:t>
      </w:r>
      <w:r w:rsidR="00000000">
        <w:t>sage</w:t>
      </w:r>
      <w:r>
        <w:t>…</w:t>
      </w:r>
    </w:p>
    <w:p w14:paraId="0FC011C0" w14:textId="77777777" w:rsidR="00894734" w:rsidRDefault="00000000">
      <w:r>
        <w:t>Elle descendait ses mains le long de ses joues</w:t>
      </w:r>
      <w:r w:rsidR="00894734">
        <w:t xml:space="preserve">, </w:t>
      </w:r>
      <w:r>
        <w:t>les rejo</w:t>
      </w:r>
      <w:r>
        <w:t>i</w:t>
      </w:r>
      <w:r>
        <w:t>gnant sous son petit menton pointu</w:t>
      </w:r>
      <w:r w:rsidR="00894734">
        <w:t>.</w:t>
      </w:r>
    </w:p>
    <w:p w14:paraId="7C3A1C6F" w14:textId="77777777" w:rsidR="00894734" w:rsidRDefault="00894734">
      <w:r>
        <w:t>— </w:t>
      </w:r>
      <w:r w:rsidR="00000000">
        <w:t>Est-ce tout</w:t>
      </w:r>
      <w:r>
        <w:t xml:space="preserve"> ? </w:t>
      </w:r>
      <w:r w:rsidR="00000000">
        <w:t>demandai-je</w:t>
      </w:r>
      <w:r>
        <w:t xml:space="preserve">. </w:t>
      </w:r>
      <w:r w:rsidR="00000000">
        <w:t>Et n</w:t>
      </w:r>
      <w:r>
        <w:t>’</w:t>
      </w:r>
      <w:r w:rsidR="00000000">
        <w:t>avez-vous pas les pieds fourchus</w:t>
      </w:r>
      <w:r>
        <w:t xml:space="preserve"> ? </w:t>
      </w:r>
      <w:r w:rsidR="00000000">
        <w:t>Bon</w:t>
      </w:r>
      <w:r>
        <w:t xml:space="preserve">. </w:t>
      </w:r>
      <w:r w:rsidR="00000000">
        <w:t>Votre belle-mère était une Dain</w:t>
      </w:r>
      <w:r>
        <w:t xml:space="preserve">, </w:t>
      </w:r>
      <w:r w:rsidR="00000000">
        <w:t>et où étaient les marques de la dégénérescence chez elle</w:t>
      </w:r>
      <w:r>
        <w:t xml:space="preserve">, </w:t>
      </w:r>
      <w:r w:rsidR="00000000">
        <w:t>dites-moi</w:t>
      </w:r>
      <w:r>
        <w:t>.</w:t>
      </w:r>
    </w:p>
    <w:p w14:paraId="2FF1FAB8" w14:textId="77777777" w:rsidR="00894734" w:rsidRDefault="00894734">
      <w:r>
        <w:t>— </w:t>
      </w:r>
      <w:r w:rsidR="00000000">
        <w:t>Ce n</w:t>
      </w:r>
      <w:r>
        <w:t>’</w:t>
      </w:r>
      <w:r w:rsidR="00000000">
        <w:t>est pas une réponse</w:t>
      </w:r>
      <w:r>
        <w:t xml:space="preserve">, </w:t>
      </w:r>
      <w:r w:rsidR="00000000">
        <w:t>dit-elle</w:t>
      </w:r>
      <w:r>
        <w:t xml:space="preserve">. </w:t>
      </w:r>
      <w:r w:rsidR="00000000">
        <w:t>Elle n</w:t>
      </w:r>
      <w:r>
        <w:t>’</w:t>
      </w:r>
      <w:r w:rsidR="00000000">
        <w:t>avait pas les marques physiques peut-être</w:t>
      </w:r>
      <w:r>
        <w:t xml:space="preserve">. </w:t>
      </w:r>
      <w:r w:rsidR="00000000">
        <w:t>Moi</w:t>
      </w:r>
      <w:r>
        <w:t xml:space="preserve">, </w:t>
      </w:r>
      <w:r w:rsidR="00000000">
        <w:t>je les ai</w:t>
      </w:r>
      <w:r>
        <w:t xml:space="preserve">, </w:t>
      </w:r>
      <w:r w:rsidR="00000000">
        <w:t>et les tares morales aussi</w:t>
      </w:r>
      <w:r>
        <w:t>.</w:t>
      </w:r>
    </w:p>
    <w:p w14:paraId="47094CCB" w14:textId="77777777" w:rsidR="00894734" w:rsidRDefault="00000000">
      <w:r>
        <w:t>Elle s</w:t>
      </w:r>
      <w:r w:rsidR="00894734">
        <w:t>’</w:t>
      </w:r>
      <w:r>
        <w:t>assit sur le bord de son lit</w:t>
      </w:r>
      <w:r w:rsidR="00894734">
        <w:t xml:space="preserve">, </w:t>
      </w:r>
      <w:r>
        <w:t>les coudes</w:t>
      </w:r>
      <w:r w:rsidR="00894734">
        <w:t xml:space="preserve">, </w:t>
      </w:r>
      <w:r>
        <w:t>aux genoux</w:t>
      </w:r>
      <w:r w:rsidR="00894734">
        <w:t xml:space="preserve">, </w:t>
      </w:r>
      <w:r>
        <w:t>son petit visage blanc torturé entre ses mains</w:t>
      </w:r>
      <w:r w:rsidR="00894734">
        <w:t>.</w:t>
      </w:r>
    </w:p>
    <w:p w14:paraId="3CC451B3" w14:textId="77777777" w:rsidR="00894734" w:rsidRDefault="00894734">
      <w:r>
        <w:t>— </w:t>
      </w:r>
      <w:r w:rsidR="00000000">
        <w:t>Je n</w:t>
      </w:r>
      <w:r>
        <w:t>’</w:t>
      </w:r>
      <w:r w:rsidR="00000000">
        <w:t>ai jamais été capable de penser clairement</w:t>
      </w:r>
      <w:r>
        <w:t xml:space="preserve">, </w:t>
      </w:r>
      <w:r w:rsidR="00000000">
        <w:t>comme les autres</w:t>
      </w:r>
      <w:r>
        <w:t xml:space="preserve">, </w:t>
      </w:r>
      <w:r w:rsidR="00000000">
        <w:t>même les plus simples</w:t>
      </w:r>
      <w:r>
        <w:t xml:space="preserve">, </w:t>
      </w:r>
      <w:r w:rsidR="00000000">
        <w:t>peuvent le faire</w:t>
      </w:r>
      <w:r>
        <w:t xml:space="preserve">. </w:t>
      </w:r>
      <w:r w:rsidR="00000000">
        <w:t>Tout a to</w:t>
      </w:r>
      <w:r w:rsidR="00000000">
        <w:t>u</w:t>
      </w:r>
      <w:r w:rsidR="00000000">
        <w:t>jours été confus dans mon esprit</w:t>
      </w:r>
      <w:r>
        <w:t xml:space="preserve">. </w:t>
      </w:r>
      <w:r w:rsidR="00000000">
        <w:t>Quelle que soit la chose sur laquelle j</w:t>
      </w:r>
      <w:r>
        <w:t>’</w:t>
      </w:r>
      <w:r w:rsidR="00000000">
        <w:t>aie voulu forcer mon attention</w:t>
      </w:r>
      <w:r>
        <w:t xml:space="preserve">, </w:t>
      </w:r>
      <w:r w:rsidR="00000000">
        <w:t>il y a toujours eu un brouillard entre moi et la chose</w:t>
      </w:r>
      <w:r>
        <w:t xml:space="preserve">, </w:t>
      </w:r>
      <w:r w:rsidR="00000000">
        <w:t>et d</w:t>
      </w:r>
      <w:r>
        <w:t>’</w:t>
      </w:r>
      <w:r w:rsidR="00000000">
        <w:t>autres pensées qui venaient s</w:t>
      </w:r>
      <w:r>
        <w:t>’</w:t>
      </w:r>
      <w:r w:rsidR="00000000">
        <w:t>interposer</w:t>
      </w:r>
      <w:r>
        <w:t xml:space="preserve">. </w:t>
      </w:r>
      <w:r w:rsidR="00000000">
        <w:t>Aussi</w:t>
      </w:r>
      <w:r>
        <w:t xml:space="preserve">, </w:t>
      </w:r>
      <w:r w:rsidR="00000000">
        <w:t>j</w:t>
      </w:r>
      <w:r>
        <w:t>’</w:t>
      </w:r>
      <w:r w:rsidR="00000000">
        <w:t>ai toujours cherché dans le brouillard</w:t>
      </w:r>
      <w:r>
        <w:t xml:space="preserve">. </w:t>
      </w:r>
      <w:r w:rsidR="00000000">
        <w:t>Pouvez-vous comprendre cette chose horrible</w:t>
      </w:r>
      <w:r>
        <w:t xml:space="preserve"> : </w:t>
      </w:r>
      <w:r w:rsidR="00000000">
        <w:t>s</w:t>
      </w:r>
      <w:r>
        <w:t>’</w:t>
      </w:r>
      <w:r w:rsidR="00000000">
        <w:t>en aller dans la vie comme dans le brouillard et penser que ce sera toujours ai</w:t>
      </w:r>
      <w:r w:rsidR="00000000">
        <w:t>n</w:t>
      </w:r>
      <w:r w:rsidR="00000000">
        <w:t>si</w:t>
      </w:r>
      <w:r>
        <w:t xml:space="preserve">, </w:t>
      </w:r>
      <w:r w:rsidR="00000000">
        <w:t>ou pire</w:t>
      </w:r>
      <w:r>
        <w:t>.</w:t>
      </w:r>
    </w:p>
    <w:p w14:paraId="71832625" w14:textId="77777777" w:rsidR="00894734" w:rsidRDefault="00894734">
      <w:r>
        <w:t>— </w:t>
      </w:r>
      <w:r w:rsidR="00000000">
        <w:t>Vous exagérez</w:t>
      </w:r>
      <w:r>
        <w:t xml:space="preserve">, </w:t>
      </w:r>
      <w:r w:rsidR="00000000">
        <w:t>Gabrielle</w:t>
      </w:r>
      <w:r>
        <w:t xml:space="preserve">. </w:t>
      </w:r>
      <w:r w:rsidR="00000000">
        <w:t>Je crois que votre mal est su</w:t>
      </w:r>
      <w:r w:rsidR="00000000">
        <w:t>r</w:t>
      </w:r>
      <w:r w:rsidR="00000000">
        <w:t>tout d</w:t>
      </w:r>
      <w:r>
        <w:t>’</w:t>
      </w:r>
      <w:r w:rsidR="00000000">
        <w:t>avoir eu un mauvais départ</w:t>
      </w:r>
      <w:r>
        <w:t xml:space="preserve">. </w:t>
      </w:r>
      <w:r w:rsidR="00000000">
        <w:t>Vous êtes tombée dans de mauvaises mains pour commencer</w:t>
      </w:r>
      <w:r>
        <w:t xml:space="preserve">. </w:t>
      </w:r>
      <w:r w:rsidR="00000000">
        <w:t>Votre belle-mère vous haï</w:t>
      </w:r>
      <w:r w:rsidR="00000000">
        <w:t>s</w:t>
      </w:r>
      <w:r w:rsidR="00000000">
        <w:t>sait</w:t>
      </w:r>
      <w:r>
        <w:t xml:space="preserve">, </w:t>
      </w:r>
      <w:r w:rsidR="00000000">
        <w:t>c</w:t>
      </w:r>
      <w:r>
        <w:t>’</w:t>
      </w:r>
      <w:r w:rsidR="00000000">
        <w:t>est clair</w:t>
      </w:r>
      <w:r>
        <w:t xml:space="preserve">, </w:t>
      </w:r>
      <w:r w:rsidR="00000000">
        <w:t>et elle a fait tout ce qu</w:t>
      </w:r>
      <w:r>
        <w:t>’</w:t>
      </w:r>
      <w:r w:rsidR="00000000">
        <w:t>elle a pu pour ruiner votre être physique et moral</w:t>
      </w:r>
      <w:r>
        <w:t xml:space="preserve">. </w:t>
      </w:r>
      <w:r w:rsidR="00000000">
        <w:t xml:space="preserve">Pour achever de vous faire </w:t>
      </w:r>
      <w:r w:rsidR="00000000">
        <w:lastRenderedPageBreak/>
        <w:t>sombrer</w:t>
      </w:r>
      <w:r>
        <w:t xml:space="preserve">, </w:t>
      </w:r>
      <w:r w:rsidR="00000000">
        <w:t>elle vous a convaincue que vous étiez le dernier rejeton d</w:t>
      </w:r>
      <w:r>
        <w:t>’</w:t>
      </w:r>
      <w:r w:rsidR="00000000">
        <w:t>une famille maudite</w:t>
      </w:r>
      <w:r>
        <w:t xml:space="preserve">. </w:t>
      </w:r>
      <w:r w:rsidR="00000000">
        <w:t>Cessez un peu de penser toujours à ce fameux sang des Dain et songez un peu à celui des Mayenne</w:t>
      </w:r>
      <w:r>
        <w:t xml:space="preserve">. </w:t>
      </w:r>
      <w:r w:rsidR="00000000">
        <w:t>D</w:t>
      </w:r>
      <w:r>
        <w:t>’</w:t>
      </w:r>
      <w:r w:rsidR="00000000">
        <w:t>où supposez-vous que vous tenez votre froideur</w:t>
      </w:r>
      <w:r>
        <w:t xml:space="preserve">, </w:t>
      </w:r>
      <w:r w:rsidR="00000000">
        <w:t>votre rudesse</w:t>
      </w:r>
      <w:r>
        <w:t xml:space="preserve">, </w:t>
      </w:r>
      <w:r w:rsidR="00000000">
        <w:t>votre dureté</w:t>
      </w:r>
      <w:r>
        <w:t xml:space="preserve">, </w:t>
      </w:r>
      <w:r w:rsidR="00000000">
        <w:t>sinon de lui</w:t>
      </w:r>
      <w:r>
        <w:t xml:space="preserve"> ? </w:t>
      </w:r>
      <w:r w:rsidR="00000000">
        <w:t>C</w:t>
      </w:r>
      <w:r>
        <w:t>’</w:t>
      </w:r>
      <w:r w:rsidR="00000000">
        <w:t>est le sang des Mayenne qui a permis à votre père de tenir jusqu</w:t>
      </w:r>
      <w:r>
        <w:t>’</w:t>
      </w:r>
      <w:r w:rsidR="00000000">
        <w:t>à la fin</w:t>
      </w:r>
      <w:r>
        <w:t xml:space="preserve">, </w:t>
      </w:r>
      <w:r w:rsidR="00000000">
        <w:t>à travers les aventures du bagne</w:t>
      </w:r>
      <w:r>
        <w:t xml:space="preserve">, </w:t>
      </w:r>
      <w:r w:rsidR="00000000">
        <w:t>de l</w:t>
      </w:r>
      <w:r>
        <w:t>’</w:t>
      </w:r>
      <w:r w:rsidR="00000000">
        <w:t>Amérique Centrale</w:t>
      </w:r>
      <w:r>
        <w:t xml:space="preserve">, </w:t>
      </w:r>
      <w:r w:rsidR="00000000">
        <w:t>de Mexico</w:t>
      </w:r>
      <w:r>
        <w:t xml:space="preserve">. </w:t>
      </w:r>
      <w:r w:rsidR="00000000">
        <w:t>Vous êtes bien plus semblable à lui qu</w:t>
      </w:r>
      <w:r>
        <w:t>’</w:t>
      </w:r>
      <w:r w:rsidR="00000000">
        <w:t>aux Dain</w:t>
      </w:r>
      <w:r>
        <w:t xml:space="preserve">, </w:t>
      </w:r>
      <w:r w:rsidR="00000000">
        <w:t>si j</w:t>
      </w:r>
      <w:r>
        <w:t>’</w:t>
      </w:r>
      <w:r w:rsidR="00000000">
        <w:t>en juge par le spécimen que j</w:t>
      </w:r>
      <w:r>
        <w:t>’</w:t>
      </w:r>
      <w:r w:rsidR="00000000">
        <w:t>ai vu</w:t>
      </w:r>
      <w:r>
        <w:t xml:space="preserve">. </w:t>
      </w:r>
      <w:r w:rsidR="00000000">
        <w:t>Phys</w:t>
      </w:r>
      <w:r w:rsidR="00000000">
        <w:t>i</w:t>
      </w:r>
      <w:r w:rsidR="00000000">
        <w:t>quement</w:t>
      </w:r>
      <w:r>
        <w:t xml:space="preserve">, </w:t>
      </w:r>
      <w:r w:rsidR="00000000">
        <w:t>d</w:t>
      </w:r>
      <w:r>
        <w:t>’</w:t>
      </w:r>
      <w:r w:rsidR="00000000">
        <w:t>abord</w:t>
      </w:r>
      <w:r>
        <w:t xml:space="preserve">, </w:t>
      </w:r>
      <w:r w:rsidR="00000000">
        <w:t>vous tenez tous vos traits de votre père</w:t>
      </w:r>
      <w:r>
        <w:t xml:space="preserve">, </w:t>
      </w:r>
      <w:r w:rsidR="00000000">
        <w:t>et si vous avez des signes de dégénérescence</w:t>
      </w:r>
      <w:r>
        <w:t xml:space="preserve">, </w:t>
      </w:r>
      <w:r w:rsidR="00000000">
        <w:t>c</w:t>
      </w:r>
      <w:r>
        <w:t>’</w:t>
      </w:r>
      <w:r w:rsidR="00000000">
        <w:t>est à lui que vous les devez</w:t>
      </w:r>
      <w:r>
        <w:t>.</w:t>
      </w:r>
    </w:p>
    <w:p w14:paraId="7CC4B51E" w14:textId="77777777" w:rsidR="00894734" w:rsidRDefault="00000000">
      <w:r>
        <w:t>Son visage s</w:t>
      </w:r>
      <w:r w:rsidR="00894734">
        <w:t>’</w:t>
      </w:r>
      <w:r>
        <w:t>était éclairé pendant que je parlais et ses yeux perdaient leur sombre éclat</w:t>
      </w:r>
      <w:r w:rsidR="00894734">
        <w:t xml:space="preserve">. </w:t>
      </w:r>
      <w:r>
        <w:t>Elle me dit</w:t>
      </w:r>
      <w:r w:rsidR="00894734">
        <w:t xml:space="preserve">, </w:t>
      </w:r>
      <w:r>
        <w:t>pendant que j</w:t>
      </w:r>
      <w:r w:rsidR="00894734">
        <w:t>’</w:t>
      </w:r>
      <w:r>
        <w:t>allumais une cigarette</w:t>
      </w:r>
      <w:r w:rsidR="00894734">
        <w:t> :</w:t>
      </w:r>
    </w:p>
    <w:p w14:paraId="452ACDAD" w14:textId="77777777" w:rsidR="00894734" w:rsidRDefault="00894734">
      <w:r>
        <w:t>— </w:t>
      </w:r>
      <w:r w:rsidR="00000000">
        <w:t>Je vous remercie d</w:t>
      </w:r>
      <w:r>
        <w:t>’</w:t>
      </w:r>
      <w:r w:rsidR="00000000">
        <w:t>avoir parlé ainsi</w:t>
      </w:r>
      <w:r>
        <w:t xml:space="preserve">, </w:t>
      </w:r>
      <w:r w:rsidR="00000000">
        <w:t>même si vous ne le pensez pas absolument</w:t>
      </w:r>
      <w:r>
        <w:t xml:space="preserve">. </w:t>
      </w:r>
      <w:r w:rsidR="00000000">
        <w:t>Cela me rend un peu d</w:t>
      </w:r>
      <w:r>
        <w:t>’</w:t>
      </w:r>
      <w:r w:rsidR="00000000">
        <w:t>espoir</w:t>
      </w:r>
      <w:r>
        <w:t xml:space="preserve">. </w:t>
      </w:r>
      <w:r w:rsidR="00000000">
        <w:t>Mais tout de même</w:t>
      </w:r>
      <w:r>
        <w:t xml:space="preserve">, </w:t>
      </w:r>
      <w:r w:rsidR="00000000">
        <w:t>quoi que je sois</w:t>
      </w:r>
      <w:r>
        <w:t xml:space="preserve">, </w:t>
      </w:r>
      <w:r w:rsidR="00000000">
        <w:t>vous ne pouvez pas dire qu</w:t>
      </w:r>
      <w:r>
        <w:t>’</w:t>
      </w:r>
      <w:r w:rsidR="00000000">
        <w:rPr>
          <w:i/>
        </w:rPr>
        <w:t>elle</w:t>
      </w:r>
      <w:r w:rsidR="00000000">
        <w:t xml:space="preserve"> n</w:t>
      </w:r>
      <w:r>
        <w:t>’</w:t>
      </w:r>
      <w:r w:rsidR="00000000">
        <w:t>a pas eu raison</w:t>
      </w:r>
      <w:r>
        <w:t xml:space="preserve">. </w:t>
      </w:r>
      <w:r w:rsidR="00000000">
        <w:t>Vous ne pouvez pas nier que ma vie a été ma</w:t>
      </w:r>
      <w:r w:rsidR="00000000">
        <w:t>u</w:t>
      </w:r>
      <w:r w:rsidR="00000000">
        <w:t>dite</w:t>
      </w:r>
      <w:r>
        <w:t xml:space="preserve">, </w:t>
      </w:r>
      <w:r w:rsidR="00000000">
        <w:t>assombrie</w:t>
      </w:r>
      <w:r>
        <w:t xml:space="preserve">, </w:t>
      </w:r>
      <w:r w:rsidR="00000000">
        <w:t>dévastée</w:t>
      </w:r>
      <w:r>
        <w:t xml:space="preserve">, </w:t>
      </w:r>
      <w:r w:rsidR="00000000">
        <w:t>de même que toutes les vies de ceux qui me touchaient de près ou de loin</w:t>
      </w:r>
      <w:r>
        <w:t>.</w:t>
      </w:r>
    </w:p>
    <w:p w14:paraId="156CAAEA" w14:textId="77777777" w:rsidR="00894734" w:rsidRDefault="00894734">
      <w:r>
        <w:t>— </w:t>
      </w:r>
      <w:r w:rsidR="00000000">
        <w:t>Permettez</w:t>
      </w:r>
      <w:r>
        <w:t xml:space="preserve">. </w:t>
      </w:r>
      <w:r w:rsidR="00000000">
        <w:t>Et moi</w:t>
      </w:r>
      <w:r>
        <w:t xml:space="preserve">, </w:t>
      </w:r>
      <w:r w:rsidR="00000000">
        <w:t>que faites-vous de moi</w:t>
      </w:r>
      <w:r>
        <w:t xml:space="preserve"> ? </w:t>
      </w:r>
      <w:r w:rsidR="00000000">
        <w:t>Je suis un démenti à cette malédiction</w:t>
      </w:r>
      <w:r>
        <w:t xml:space="preserve">. </w:t>
      </w:r>
      <w:r w:rsidR="00000000">
        <w:t>Depuis un certain temps</w:t>
      </w:r>
      <w:r>
        <w:t xml:space="preserve">, </w:t>
      </w:r>
      <w:r w:rsidR="00000000">
        <w:t>je ne vous quitte guère</w:t>
      </w:r>
      <w:r>
        <w:t xml:space="preserve">, </w:t>
      </w:r>
      <w:r w:rsidR="00000000">
        <w:t>je m</w:t>
      </w:r>
      <w:r>
        <w:t>’</w:t>
      </w:r>
      <w:r w:rsidR="00000000">
        <w:t>occupe de vos affaires</w:t>
      </w:r>
      <w:r>
        <w:t xml:space="preserve">, </w:t>
      </w:r>
      <w:r w:rsidR="00000000">
        <w:t>et il ne m</w:t>
      </w:r>
      <w:r>
        <w:t>’</w:t>
      </w:r>
      <w:r w:rsidR="00000000">
        <w:t>est rien arrivé encore</w:t>
      </w:r>
      <w:r>
        <w:t xml:space="preserve">, </w:t>
      </w:r>
      <w:r w:rsidR="00000000">
        <w:t>que je sache</w:t>
      </w:r>
      <w:r>
        <w:t>.</w:t>
      </w:r>
    </w:p>
    <w:p w14:paraId="7400793E" w14:textId="77777777" w:rsidR="00894734" w:rsidRDefault="00894734">
      <w:r>
        <w:t>— </w:t>
      </w:r>
      <w:r w:rsidR="00000000">
        <w:t>Vous</w:t>
      </w:r>
      <w:r>
        <w:t xml:space="preserve">, </w:t>
      </w:r>
      <w:r w:rsidR="00000000">
        <w:t>ce n</w:t>
      </w:r>
      <w:r>
        <w:t>’</w:t>
      </w:r>
      <w:r w:rsidR="00000000">
        <w:t>est pas la même chose</w:t>
      </w:r>
      <w:r>
        <w:t xml:space="preserve">, </w:t>
      </w:r>
      <w:r w:rsidR="00000000">
        <w:t>vous êtes en relations avec moi</w:t>
      </w:r>
      <w:r>
        <w:t xml:space="preserve">, </w:t>
      </w:r>
      <w:r w:rsidR="00000000">
        <w:t>professionnellement</w:t>
      </w:r>
      <w:r>
        <w:t xml:space="preserve">, </w:t>
      </w:r>
      <w:r w:rsidR="00000000">
        <w:t>si je puis dire</w:t>
      </w:r>
      <w:r>
        <w:t>.</w:t>
      </w:r>
    </w:p>
    <w:p w14:paraId="747EC512" w14:textId="77777777" w:rsidR="00894734" w:rsidRDefault="00894734">
      <w:r>
        <w:t>— </w:t>
      </w:r>
      <w:r w:rsidR="00000000">
        <w:t>Eh bien</w:t>
      </w:r>
      <w:r>
        <w:t xml:space="preserve"> ! </w:t>
      </w:r>
      <w:r w:rsidR="00000000">
        <w:t xml:space="preserve">et </w:t>
      </w:r>
      <w:proofErr w:type="spellStart"/>
      <w:r w:rsidR="00000000">
        <w:t>Fitzstephan</w:t>
      </w:r>
      <w:proofErr w:type="spellEnd"/>
      <w:r>
        <w:t xml:space="preserve"> ? </w:t>
      </w:r>
      <w:r w:rsidR="00000000">
        <w:t>Il connaissait votre famille</w:t>
      </w:r>
      <w:r>
        <w:t xml:space="preserve">, </w:t>
      </w:r>
      <w:r w:rsidR="00000000">
        <w:t>c</w:t>
      </w:r>
      <w:r>
        <w:t>’</w:t>
      </w:r>
      <w:r w:rsidR="00000000">
        <w:t>est évident</w:t>
      </w:r>
      <w:r>
        <w:t xml:space="preserve">, </w:t>
      </w:r>
      <w:r w:rsidR="00000000">
        <w:t>mais il est venu ici à cause de moi</w:t>
      </w:r>
      <w:r>
        <w:t xml:space="preserve">. </w:t>
      </w:r>
      <w:r w:rsidR="00000000">
        <w:t>Il était plus loin de vous que moi</w:t>
      </w:r>
      <w:r>
        <w:t xml:space="preserve">. </w:t>
      </w:r>
      <w:r w:rsidR="00000000">
        <w:t>Pourquoi n</w:t>
      </w:r>
      <w:r>
        <w:t>’</w:t>
      </w:r>
      <w:r w:rsidR="00000000">
        <w:t>est-ce pas moi qui ai été touché le premier</w:t>
      </w:r>
      <w:r>
        <w:t xml:space="preserve">. </w:t>
      </w:r>
      <w:r w:rsidR="00000000">
        <w:t xml:space="preserve">Peut-être que la bombe a été apportée pour </w:t>
      </w:r>
      <w:r w:rsidR="00000000">
        <w:lastRenderedPageBreak/>
        <w:t>moi</w:t>
      </w:r>
      <w:r>
        <w:t xml:space="preserve">. </w:t>
      </w:r>
      <w:r w:rsidR="00000000">
        <w:t>Peut-être</w:t>
      </w:r>
      <w:r>
        <w:t xml:space="preserve">. </w:t>
      </w:r>
      <w:r w:rsidR="00000000">
        <w:t>En tous cas cela a été apporté par une main humaine et non par votre infaillible mauvais sort</w:t>
      </w:r>
      <w:r>
        <w:t xml:space="preserve">. </w:t>
      </w:r>
      <w:r w:rsidR="00000000">
        <w:t>Et c</w:t>
      </w:r>
      <w:r>
        <w:t>’</w:t>
      </w:r>
      <w:r w:rsidR="00000000">
        <w:t xml:space="preserve">est </w:t>
      </w:r>
      <w:proofErr w:type="spellStart"/>
      <w:r w:rsidR="00000000">
        <w:t>Fitzstephan</w:t>
      </w:r>
      <w:proofErr w:type="spellEnd"/>
      <w:r>
        <w:t xml:space="preserve">, </w:t>
      </w:r>
      <w:r w:rsidR="00000000">
        <w:t>un vague comparse</w:t>
      </w:r>
      <w:r>
        <w:t xml:space="preserve">, </w:t>
      </w:r>
      <w:r w:rsidR="00000000">
        <w:t>qui ne vous était rien</w:t>
      </w:r>
      <w:r>
        <w:t xml:space="preserve">, </w:t>
      </w:r>
      <w:r w:rsidR="00000000">
        <w:t>qui a été tué</w:t>
      </w:r>
      <w:r>
        <w:t>.</w:t>
      </w:r>
    </w:p>
    <w:p w14:paraId="4F763402" w14:textId="77777777" w:rsidR="00894734" w:rsidRDefault="00894734">
      <w:r>
        <w:t>— </w:t>
      </w:r>
      <w:r w:rsidR="00000000">
        <w:t>Vous vous trompez</w:t>
      </w:r>
      <w:r>
        <w:t xml:space="preserve">, </w:t>
      </w:r>
      <w:r w:rsidR="00000000">
        <w:t>dit-elle</w:t>
      </w:r>
      <w:r>
        <w:t xml:space="preserve">, </w:t>
      </w:r>
      <w:r w:rsidR="00000000">
        <w:t>les yeux fixés à terre</w:t>
      </w:r>
      <w:r>
        <w:t xml:space="preserve">, </w:t>
      </w:r>
      <w:r w:rsidR="00000000">
        <w:t>Owen m</w:t>
      </w:r>
      <w:r>
        <w:t>’</w:t>
      </w:r>
      <w:r w:rsidR="00000000">
        <w:t>aimait</w:t>
      </w:r>
      <w:r>
        <w:t>.</w:t>
      </w:r>
    </w:p>
    <w:p w14:paraId="55EE57CA" w14:textId="77777777" w:rsidR="00894734" w:rsidRDefault="00000000">
      <w:r>
        <w:t>Je pensai qu</w:t>
      </w:r>
      <w:r w:rsidR="00894734">
        <w:t>’</w:t>
      </w:r>
      <w:r>
        <w:t>il valait mieux ne pas paraître surpris et je demandai</w:t>
      </w:r>
      <w:r w:rsidR="00894734">
        <w:t> :</w:t>
      </w:r>
    </w:p>
    <w:p w14:paraId="36BCD9A2" w14:textId="77777777" w:rsidR="00894734" w:rsidRDefault="00894734">
      <w:r>
        <w:t>— </w:t>
      </w:r>
      <w:r w:rsidR="00000000">
        <w:t>Avez-vous</w:t>
      </w:r>
      <w:r>
        <w:t> ?…</w:t>
      </w:r>
    </w:p>
    <w:p w14:paraId="440B2513" w14:textId="77777777" w:rsidR="00894734" w:rsidRDefault="00894734">
      <w:r>
        <w:t>— </w:t>
      </w:r>
      <w:r w:rsidR="00000000">
        <w:t>Non</w:t>
      </w:r>
      <w:r>
        <w:t xml:space="preserve">, </w:t>
      </w:r>
      <w:r w:rsidR="00000000">
        <w:t>je vous en prie</w:t>
      </w:r>
      <w:r>
        <w:t xml:space="preserve">, </w:t>
      </w:r>
      <w:r w:rsidR="00000000">
        <w:t>ne me parlez pas de cela maint</w:t>
      </w:r>
      <w:r w:rsidR="00000000">
        <w:t>e</w:t>
      </w:r>
      <w:r w:rsidR="00000000">
        <w:t>nant</w:t>
      </w:r>
      <w:r>
        <w:t xml:space="preserve">. </w:t>
      </w:r>
      <w:r w:rsidR="00000000">
        <w:t>Pas après ce qui s</w:t>
      </w:r>
      <w:r>
        <w:t>’</w:t>
      </w:r>
      <w:r w:rsidR="00000000">
        <w:t>est passé ce matin</w:t>
      </w:r>
      <w:r>
        <w:t>.</w:t>
      </w:r>
    </w:p>
    <w:p w14:paraId="04297AEB" w14:textId="77777777" w:rsidR="00894734" w:rsidRDefault="00000000">
      <w:r>
        <w:t>Elle remonta ses frêles épaules et fut soudain plus mince encore</w:t>
      </w:r>
      <w:r w:rsidR="00894734">
        <w:t xml:space="preserve">. </w:t>
      </w:r>
      <w:r>
        <w:t>Elle dit d</w:t>
      </w:r>
      <w:r w:rsidR="00894734">
        <w:t>’</w:t>
      </w:r>
      <w:r>
        <w:t>une voix morne</w:t>
      </w:r>
      <w:r w:rsidR="00894734">
        <w:t> :</w:t>
      </w:r>
    </w:p>
    <w:p w14:paraId="019826A5" w14:textId="77777777" w:rsidR="00894734" w:rsidRDefault="00894734">
      <w:r>
        <w:t>— </w:t>
      </w:r>
      <w:r w:rsidR="00000000">
        <w:t>J</w:t>
      </w:r>
      <w:r>
        <w:t>’</w:t>
      </w:r>
      <w:r w:rsidR="00000000">
        <w:t>aimais Éric parce qu</w:t>
      </w:r>
      <w:r>
        <w:t>’</w:t>
      </w:r>
      <w:r w:rsidR="00000000">
        <w:t>il me paraissait sûr</w:t>
      </w:r>
      <w:r>
        <w:t xml:space="preserve">, </w:t>
      </w:r>
      <w:r w:rsidR="00000000">
        <w:t>net et sain</w:t>
      </w:r>
      <w:r>
        <w:t xml:space="preserve">. </w:t>
      </w:r>
      <w:r w:rsidR="00000000">
        <w:t>Vous l</w:t>
      </w:r>
      <w:r>
        <w:t>’</w:t>
      </w:r>
      <w:r w:rsidR="00000000">
        <w:t>avez connu assez pour savoir qu</w:t>
      </w:r>
      <w:r>
        <w:t>’</w:t>
      </w:r>
      <w:r w:rsidR="00000000">
        <w:t>il était tout cela</w:t>
      </w:r>
      <w:r>
        <w:t xml:space="preserve">, </w:t>
      </w:r>
      <w:r w:rsidR="00000000">
        <w:t>n</w:t>
      </w:r>
      <w:r>
        <w:t>’</w:t>
      </w:r>
      <w:r w:rsidR="00000000">
        <w:t>est-ce pas</w:t>
      </w:r>
      <w:r>
        <w:t xml:space="preserve"> ? </w:t>
      </w:r>
      <w:r w:rsidR="00000000">
        <w:t>Je me sentais en sécurité près de lui</w:t>
      </w:r>
      <w:r>
        <w:t xml:space="preserve">. </w:t>
      </w:r>
      <w:r w:rsidR="00000000">
        <w:t>Oui</w:t>
      </w:r>
      <w:r>
        <w:t xml:space="preserve">, </w:t>
      </w:r>
      <w:r w:rsidR="00000000">
        <w:t>je crois que je l</w:t>
      </w:r>
      <w:r>
        <w:t>’</w:t>
      </w:r>
      <w:r w:rsidR="00000000">
        <w:t>aimais pour cela</w:t>
      </w:r>
      <w:r>
        <w:t xml:space="preserve">. </w:t>
      </w:r>
      <w:r w:rsidR="00000000">
        <w:t>Et quand nous avons été mariés</w:t>
      </w:r>
      <w:r>
        <w:t>…</w:t>
      </w:r>
    </w:p>
    <w:p w14:paraId="76D9ED59" w14:textId="77777777" w:rsidR="00894734" w:rsidRDefault="00000000">
      <w:r>
        <w:t>Elle soupira et me tendit ses deux mains qui étaient sèches et brûlantes</w:t>
      </w:r>
      <w:r w:rsidR="00894734">
        <w:t xml:space="preserve">. </w:t>
      </w:r>
      <w:r>
        <w:t>Je demandai</w:t>
      </w:r>
      <w:r w:rsidR="00894734">
        <w:t> :</w:t>
      </w:r>
    </w:p>
    <w:p w14:paraId="63CA151B" w14:textId="77777777" w:rsidR="00894734" w:rsidRDefault="00894734">
      <w:r>
        <w:t>— </w:t>
      </w:r>
      <w:r w:rsidR="00000000">
        <w:t>Vous étiez vierge quand vous l</w:t>
      </w:r>
      <w:r>
        <w:t>’</w:t>
      </w:r>
      <w:r w:rsidR="00000000">
        <w:t>avez épousé</w:t>
      </w:r>
      <w:r>
        <w:t> ?</w:t>
      </w:r>
    </w:p>
    <w:p w14:paraId="298373B1" w14:textId="77777777" w:rsidR="00894734" w:rsidRDefault="00894734">
      <w:r>
        <w:t>— </w:t>
      </w:r>
      <w:r w:rsidR="00000000">
        <w:t>Oui</w:t>
      </w:r>
      <w:r>
        <w:t xml:space="preserve">, </w:t>
      </w:r>
      <w:r w:rsidR="00000000">
        <w:t>je l</w:t>
      </w:r>
      <w:r>
        <w:t>’</w:t>
      </w:r>
      <w:r w:rsidR="00000000">
        <w:t>étais</w:t>
      </w:r>
      <w:r>
        <w:t xml:space="preserve">. </w:t>
      </w:r>
      <w:r w:rsidR="00000000">
        <w:t>Je suis</w:t>
      </w:r>
      <w:r>
        <w:t xml:space="preserve">… </w:t>
      </w:r>
      <w:r w:rsidR="00000000">
        <w:t>je</w:t>
      </w:r>
      <w:r>
        <w:t>…</w:t>
      </w:r>
    </w:p>
    <w:p w14:paraId="407D501B" w14:textId="77777777" w:rsidR="00894734" w:rsidRDefault="00894734">
      <w:r>
        <w:t>— </w:t>
      </w:r>
      <w:r w:rsidR="00000000">
        <w:t>Bon</w:t>
      </w:r>
      <w:r>
        <w:t xml:space="preserve">, </w:t>
      </w:r>
      <w:r w:rsidR="00000000">
        <w:t>dis-je</w:t>
      </w:r>
      <w:r>
        <w:t xml:space="preserve">. </w:t>
      </w:r>
      <w:r w:rsidR="00000000">
        <w:t>Il n</w:t>
      </w:r>
      <w:r>
        <w:t>’</w:t>
      </w:r>
      <w:r w:rsidR="00000000">
        <w:t>y a pas là de quoi se frapper</w:t>
      </w:r>
      <w:r>
        <w:t xml:space="preserve">. </w:t>
      </w:r>
      <w:r w:rsidR="00000000">
        <w:t>Vous êtes comme beaucoup de jeunes filles</w:t>
      </w:r>
      <w:r>
        <w:t xml:space="preserve">. </w:t>
      </w:r>
      <w:r w:rsidR="00000000">
        <w:t>Et vous</w:t>
      </w:r>
      <w:r>
        <w:t xml:space="preserve">, </w:t>
      </w:r>
      <w:r w:rsidR="00000000">
        <w:t>en plus de cela</w:t>
      </w:r>
      <w:r>
        <w:t xml:space="preserve">, </w:t>
      </w:r>
      <w:r w:rsidR="00000000">
        <w:t>vous avez usé de la drogue</w:t>
      </w:r>
      <w:r>
        <w:t xml:space="preserve">, </w:t>
      </w:r>
      <w:r w:rsidR="00000000">
        <w:t>n</w:t>
      </w:r>
      <w:r>
        <w:t>’</w:t>
      </w:r>
      <w:r w:rsidR="00000000">
        <w:t>est-ce pas</w:t>
      </w:r>
      <w:r>
        <w:t> ?</w:t>
      </w:r>
    </w:p>
    <w:p w14:paraId="483958CC" w14:textId="77777777" w:rsidR="00894734" w:rsidRDefault="00000000">
      <w:r>
        <w:t>Elle fit signe que oui</w:t>
      </w:r>
      <w:r w:rsidR="00894734">
        <w:t xml:space="preserve">. </w:t>
      </w:r>
      <w:r>
        <w:t>Je continuai</w:t>
      </w:r>
      <w:r w:rsidR="00894734">
        <w:t> :</w:t>
      </w:r>
    </w:p>
    <w:p w14:paraId="1DD19EB8" w14:textId="77777777" w:rsidR="00894734" w:rsidRDefault="00894734">
      <w:r>
        <w:lastRenderedPageBreak/>
        <w:t>— </w:t>
      </w:r>
      <w:r w:rsidR="00000000">
        <w:t>Éric était trop jeune</w:t>
      </w:r>
      <w:r>
        <w:t xml:space="preserve">, </w:t>
      </w:r>
      <w:r w:rsidR="00000000">
        <w:t>peut-être trop inexpérimenté</w:t>
      </w:r>
      <w:r>
        <w:t xml:space="preserve">. </w:t>
      </w:r>
      <w:r w:rsidR="00000000">
        <w:t>Il était trop aveuglé aussi par un amour immense pour se garder de certaines maladresses</w:t>
      </w:r>
      <w:r>
        <w:t xml:space="preserve">. </w:t>
      </w:r>
      <w:r w:rsidR="00000000">
        <w:t>Il était un être normal</w:t>
      </w:r>
      <w:r>
        <w:t xml:space="preserve">, </w:t>
      </w:r>
      <w:r w:rsidR="00000000">
        <w:t>plein de vie et amoureux en face d</w:t>
      </w:r>
      <w:r>
        <w:t>’</w:t>
      </w:r>
      <w:r w:rsidR="00000000">
        <w:t>une femme rendue absolument anormale par l</w:t>
      </w:r>
      <w:r>
        <w:t>’</w:t>
      </w:r>
      <w:r w:rsidR="00000000">
        <w:t>usage de la drogue</w:t>
      </w:r>
      <w:r>
        <w:t xml:space="preserve">. </w:t>
      </w:r>
      <w:r w:rsidR="00000000">
        <w:t>Rien d</w:t>
      </w:r>
      <w:r>
        <w:t>’</w:t>
      </w:r>
      <w:r w:rsidR="00000000">
        <w:t>étonnant que cela vous parût si horrible</w:t>
      </w:r>
      <w:r>
        <w:t xml:space="preserve">. </w:t>
      </w:r>
      <w:r w:rsidR="00000000">
        <w:t>Mais il n</w:t>
      </w:r>
      <w:r>
        <w:t>’</w:t>
      </w:r>
      <w:r w:rsidR="00000000">
        <w:t>y a pas de quoi en faire un drame</w:t>
      </w:r>
      <w:r>
        <w:t xml:space="preserve">, </w:t>
      </w:r>
      <w:r w:rsidR="00000000">
        <w:t>je vous a</w:t>
      </w:r>
      <w:r w:rsidR="00000000">
        <w:t>s</w:t>
      </w:r>
      <w:r w:rsidR="00000000">
        <w:t>sure</w:t>
      </w:r>
      <w:r>
        <w:t>…</w:t>
      </w:r>
    </w:p>
    <w:p w14:paraId="04BD84E6" w14:textId="77777777" w:rsidR="00894734" w:rsidRDefault="00894734">
      <w:r>
        <w:t>— </w:t>
      </w:r>
      <w:r w:rsidR="00000000">
        <w:t>Vous croyez</w:t>
      </w:r>
      <w:r>
        <w:t> ?</w:t>
      </w:r>
    </w:p>
    <w:p w14:paraId="1ABF287C" w14:textId="77777777" w:rsidR="00894734" w:rsidRDefault="00894734">
      <w:r>
        <w:t>— </w:t>
      </w:r>
      <w:r w:rsidR="00000000">
        <w:t>Oui</w:t>
      </w:r>
      <w:r>
        <w:t xml:space="preserve">, </w:t>
      </w:r>
      <w:r w:rsidR="00000000">
        <w:t>vous pouvez me croire</w:t>
      </w:r>
      <w:r>
        <w:t xml:space="preserve">. </w:t>
      </w:r>
      <w:r w:rsidR="00000000">
        <w:t>Et je vous démontrerai que votre mauvais sort n</w:t>
      </w:r>
      <w:r>
        <w:t>’</w:t>
      </w:r>
      <w:r w:rsidR="00000000">
        <w:t>est qu</w:t>
      </w:r>
      <w:r>
        <w:t>’</w:t>
      </w:r>
      <w:r w:rsidR="00000000">
        <w:t>une fumisterie</w:t>
      </w:r>
      <w:r>
        <w:t xml:space="preserve">. </w:t>
      </w:r>
      <w:r w:rsidR="00000000">
        <w:t>Mais cela va me d</w:t>
      </w:r>
      <w:r w:rsidR="00000000">
        <w:t>e</w:t>
      </w:r>
      <w:r w:rsidR="00000000">
        <w:t>mander encore deux semaines peut-être</w:t>
      </w:r>
      <w:r>
        <w:t xml:space="preserve">. </w:t>
      </w:r>
      <w:r w:rsidR="00000000">
        <w:t>Pouvez-vous atte</w:t>
      </w:r>
      <w:r w:rsidR="00000000">
        <w:t>n</w:t>
      </w:r>
      <w:r w:rsidR="00000000">
        <w:t>dre</w:t>
      </w:r>
      <w:r>
        <w:t> ?</w:t>
      </w:r>
    </w:p>
    <w:p w14:paraId="1710C536" w14:textId="77777777" w:rsidR="00894734" w:rsidRDefault="00894734">
      <w:r>
        <w:t>— </w:t>
      </w:r>
      <w:r w:rsidR="00000000">
        <w:t>Je</w:t>
      </w:r>
      <w:r>
        <w:t xml:space="preserve">… </w:t>
      </w:r>
      <w:r w:rsidR="00000000">
        <w:t>Je ne sais pas</w:t>
      </w:r>
      <w:r>
        <w:t xml:space="preserve">… </w:t>
      </w:r>
      <w:r w:rsidR="00000000">
        <w:t>Croyez-vous sincèrement ce que vous dites</w:t>
      </w:r>
      <w:r>
        <w:t xml:space="preserve"> ? </w:t>
      </w:r>
      <w:r w:rsidR="00000000">
        <w:t>Pensez-vous que ce cauchemar pourra finir un jour</w:t>
      </w:r>
      <w:r>
        <w:t> ?</w:t>
      </w:r>
    </w:p>
    <w:p w14:paraId="01530B46" w14:textId="77777777" w:rsidR="00894734" w:rsidRDefault="00894734">
      <w:r>
        <w:t>— </w:t>
      </w:r>
      <w:r w:rsidR="00000000">
        <w:t>Oui</w:t>
      </w:r>
      <w:r>
        <w:t xml:space="preserve">. </w:t>
      </w:r>
      <w:r w:rsidR="00000000">
        <w:t>Aurez-vous le courage de retourner à la villa des Embruns pour un temps</w:t>
      </w:r>
      <w:r>
        <w:t xml:space="preserve"> ? </w:t>
      </w:r>
      <w:r w:rsidR="00000000">
        <w:t>Cela nous avancerait beaucoup et vous y seriez en sûreté</w:t>
      </w:r>
      <w:r>
        <w:t xml:space="preserve">. </w:t>
      </w:r>
      <w:r w:rsidR="00000000">
        <w:t>Vous pourriez prendre Mrs</w:t>
      </w:r>
      <w:r>
        <w:t xml:space="preserve">. </w:t>
      </w:r>
      <w:r w:rsidR="00000000">
        <w:t>Herman avec vous</w:t>
      </w:r>
      <w:r>
        <w:t>…</w:t>
      </w:r>
    </w:p>
    <w:p w14:paraId="709EB981" w14:textId="77777777" w:rsidR="00894734" w:rsidRDefault="00894734">
      <w:r>
        <w:t>— </w:t>
      </w:r>
      <w:r w:rsidR="00000000">
        <w:t>J</w:t>
      </w:r>
      <w:r>
        <w:t>’</w:t>
      </w:r>
      <w:r w:rsidR="00000000">
        <w:t>irai</w:t>
      </w:r>
      <w:r>
        <w:t xml:space="preserve">, </w:t>
      </w:r>
      <w:r w:rsidR="00000000">
        <w:t>dit-elle</w:t>
      </w:r>
      <w:r>
        <w:t>.</w:t>
      </w:r>
    </w:p>
    <w:p w14:paraId="64D71D8A" w14:textId="77777777" w:rsidR="00894734" w:rsidRDefault="00000000">
      <w:r>
        <w:t>Je regardai ma montre</w:t>
      </w:r>
      <w:r w:rsidR="00894734">
        <w:t>.</w:t>
      </w:r>
    </w:p>
    <w:p w14:paraId="1281FD92" w14:textId="77777777" w:rsidR="00894734" w:rsidRDefault="00894734">
      <w:r>
        <w:t>— </w:t>
      </w:r>
      <w:r w:rsidR="00000000">
        <w:t>Il est temps d</w:t>
      </w:r>
      <w:r>
        <w:t>’</w:t>
      </w:r>
      <w:r w:rsidR="00000000">
        <w:t>aller dormir</w:t>
      </w:r>
      <w:r>
        <w:t xml:space="preserve">. </w:t>
      </w:r>
      <w:r w:rsidR="00000000">
        <w:t>Nous irons nous installer d</w:t>
      </w:r>
      <w:r w:rsidR="00000000">
        <w:t>e</w:t>
      </w:r>
      <w:r w:rsidR="00000000">
        <w:t>main matin</w:t>
      </w:r>
      <w:r>
        <w:t xml:space="preserve">. </w:t>
      </w:r>
      <w:r w:rsidR="00000000">
        <w:t>Bonne nuit</w:t>
      </w:r>
      <w:r>
        <w:t>.</w:t>
      </w:r>
    </w:p>
    <w:p w14:paraId="5AF9E8B4" w14:textId="77777777" w:rsidR="00894734" w:rsidRDefault="00000000">
      <w:r>
        <w:t>Elle remua les lèvres</w:t>
      </w:r>
      <w:r w:rsidR="00894734">
        <w:t xml:space="preserve">, </w:t>
      </w:r>
      <w:r>
        <w:t>hésita</w:t>
      </w:r>
      <w:r w:rsidR="00894734">
        <w:t xml:space="preserve">, </w:t>
      </w:r>
      <w:r>
        <w:t>puis se décida</w:t>
      </w:r>
      <w:r w:rsidR="00894734">
        <w:t> :</w:t>
      </w:r>
    </w:p>
    <w:p w14:paraId="689515A5" w14:textId="77777777" w:rsidR="00894734" w:rsidRDefault="00894734">
      <w:r>
        <w:t>— </w:t>
      </w:r>
      <w:r w:rsidR="00000000">
        <w:t>Il me faudrait de la morphine</w:t>
      </w:r>
      <w:r>
        <w:t xml:space="preserve">, </w:t>
      </w:r>
      <w:r w:rsidR="00000000">
        <w:t>là-bas</w:t>
      </w:r>
      <w:r>
        <w:t>.</w:t>
      </w:r>
    </w:p>
    <w:p w14:paraId="69A3CF9A" w14:textId="77777777" w:rsidR="00894734" w:rsidRDefault="00894734">
      <w:r>
        <w:t>— </w:t>
      </w:r>
      <w:r w:rsidR="00000000">
        <w:t>Bien</w:t>
      </w:r>
      <w:r>
        <w:t xml:space="preserve">. </w:t>
      </w:r>
      <w:r w:rsidR="00000000">
        <w:t>Quelle est votre ration par jour</w:t>
      </w:r>
      <w:r>
        <w:t> ?</w:t>
      </w:r>
    </w:p>
    <w:p w14:paraId="23F275DA" w14:textId="77777777" w:rsidR="00894734" w:rsidRDefault="00894734">
      <w:r>
        <w:t>— </w:t>
      </w:r>
      <w:r w:rsidR="00000000">
        <w:t>Quarante</w:t>
      </w:r>
      <w:r>
        <w:t xml:space="preserve">, </w:t>
      </w:r>
      <w:r w:rsidR="00000000">
        <w:t>cinquante</w:t>
      </w:r>
      <w:r>
        <w:t xml:space="preserve">, </w:t>
      </w:r>
      <w:r w:rsidR="00000000">
        <w:t>soixante centigrammes</w:t>
      </w:r>
      <w:r>
        <w:t>.</w:t>
      </w:r>
    </w:p>
    <w:p w14:paraId="3BF873C9" w14:textId="77777777" w:rsidR="00894734" w:rsidRDefault="00894734">
      <w:r>
        <w:lastRenderedPageBreak/>
        <w:t>— </w:t>
      </w:r>
      <w:r w:rsidR="00000000">
        <w:t>C</w:t>
      </w:r>
      <w:r>
        <w:t>’</w:t>
      </w:r>
      <w:r w:rsidR="00000000">
        <w:t>est raisonnable</w:t>
      </w:r>
      <w:r>
        <w:t xml:space="preserve">. </w:t>
      </w:r>
      <w:r w:rsidR="00000000">
        <w:t>Dites-moi</w:t>
      </w:r>
      <w:r>
        <w:t xml:space="preserve">, </w:t>
      </w:r>
      <w:r w:rsidR="00000000">
        <w:t>croyez-vous que vous pou</w:t>
      </w:r>
      <w:r w:rsidR="00000000">
        <w:t>r</w:t>
      </w:r>
      <w:r w:rsidR="00000000">
        <w:t>rez jamais vous en passer</w:t>
      </w:r>
      <w:r>
        <w:t> ?</w:t>
      </w:r>
    </w:p>
    <w:p w14:paraId="29CCD585" w14:textId="77777777" w:rsidR="00894734" w:rsidRDefault="00894734">
      <w:r>
        <w:t>— </w:t>
      </w:r>
      <w:proofErr w:type="gramStart"/>
      <w:r w:rsidR="00000000">
        <w:t>J</w:t>
      </w:r>
      <w:r>
        <w:t>’</w:t>
      </w:r>
      <w:r w:rsidR="00000000">
        <w:t>ai peur</w:t>
      </w:r>
      <w:proofErr w:type="gramEnd"/>
      <w:r w:rsidR="00000000">
        <w:t xml:space="preserve"> qu</w:t>
      </w:r>
      <w:r>
        <w:t>’</w:t>
      </w:r>
      <w:r w:rsidR="00000000">
        <w:t>il soit bien tard</w:t>
      </w:r>
      <w:r>
        <w:t>.</w:t>
      </w:r>
    </w:p>
    <w:p w14:paraId="464D3CE8" w14:textId="77777777" w:rsidR="00894734" w:rsidRDefault="00894734">
      <w:r>
        <w:t>— </w:t>
      </w:r>
      <w:r w:rsidR="00000000">
        <w:t>Tout de même</w:t>
      </w:r>
      <w:r>
        <w:t xml:space="preserve"> ! </w:t>
      </w:r>
      <w:r w:rsidR="00000000">
        <w:t>Nous avons un certain temps à vivre dans la villa des Embruns</w:t>
      </w:r>
      <w:r>
        <w:t xml:space="preserve">, </w:t>
      </w:r>
      <w:r w:rsidR="00000000">
        <w:t>est-ce que nous ne pouvons pas e</w:t>
      </w:r>
      <w:r w:rsidR="00000000">
        <w:t>s</w:t>
      </w:r>
      <w:r w:rsidR="00000000">
        <w:t>sayer</w:t>
      </w:r>
      <w:r>
        <w:t xml:space="preserve"> ? </w:t>
      </w:r>
      <w:r w:rsidR="00000000">
        <w:t>Ce n</w:t>
      </w:r>
      <w:r>
        <w:t>’</w:t>
      </w:r>
      <w:r w:rsidR="00000000">
        <w:t>est pas si dur</w:t>
      </w:r>
      <w:r>
        <w:t>.</w:t>
      </w:r>
    </w:p>
    <w:p w14:paraId="08911B23" w14:textId="77777777" w:rsidR="00894734" w:rsidRDefault="00000000">
      <w:r>
        <w:t>Elle se mit à rire par saccades</w:t>
      </w:r>
      <w:r w:rsidR="00894734">
        <w:t>.</w:t>
      </w:r>
    </w:p>
    <w:p w14:paraId="195132C3" w14:textId="77777777" w:rsidR="00894734" w:rsidRDefault="00894734">
      <w:r>
        <w:t>— </w:t>
      </w:r>
      <w:r w:rsidR="00000000">
        <w:t>Allez-vous-en</w:t>
      </w:r>
      <w:r>
        <w:t xml:space="preserve"> ! </w:t>
      </w:r>
      <w:r w:rsidR="00000000">
        <w:t>cria-t-elle</w:t>
      </w:r>
      <w:r>
        <w:t xml:space="preserve">. </w:t>
      </w:r>
      <w:r w:rsidR="00000000">
        <w:t>Ne me faites</w:t>
      </w:r>
      <w:r>
        <w:t xml:space="preserve">, </w:t>
      </w:r>
      <w:r w:rsidR="00000000">
        <w:t>plus de propos</w:t>
      </w:r>
      <w:r w:rsidR="00000000">
        <w:t>i</w:t>
      </w:r>
      <w:r w:rsidR="00000000">
        <w:t>tions</w:t>
      </w:r>
      <w:r>
        <w:t xml:space="preserve">, </w:t>
      </w:r>
      <w:r w:rsidR="00000000">
        <w:t>s</w:t>
      </w:r>
      <w:r>
        <w:t>’</w:t>
      </w:r>
      <w:r w:rsidR="00000000">
        <w:t>il vous plaît</w:t>
      </w:r>
      <w:r>
        <w:t xml:space="preserve">. </w:t>
      </w:r>
      <w:r w:rsidR="00000000">
        <w:t>Je ne peux pas en entendre davantage ce soir</w:t>
      </w:r>
      <w:r>
        <w:t xml:space="preserve">. </w:t>
      </w:r>
      <w:r w:rsidR="00000000">
        <w:t>Vous savez bien que je vais m</w:t>
      </w:r>
      <w:r>
        <w:t>’</w:t>
      </w:r>
      <w:r w:rsidR="00000000">
        <w:t>en saouler</w:t>
      </w:r>
      <w:r>
        <w:t xml:space="preserve">, </w:t>
      </w:r>
      <w:r w:rsidR="00000000">
        <w:t>tout à l</w:t>
      </w:r>
      <w:r>
        <w:t>’</w:t>
      </w:r>
      <w:r w:rsidR="00000000">
        <w:t>heure</w:t>
      </w:r>
      <w:r>
        <w:t xml:space="preserve">. </w:t>
      </w:r>
      <w:r w:rsidR="00000000">
        <w:t>Alors</w:t>
      </w:r>
      <w:r>
        <w:t xml:space="preserve">, </w:t>
      </w:r>
      <w:r w:rsidR="00000000">
        <w:t>allez-vous-en</w:t>
      </w:r>
      <w:r>
        <w:t> !</w:t>
      </w:r>
    </w:p>
    <w:p w14:paraId="5422864B" w14:textId="77777777" w:rsidR="00894734" w:rsidRDefault="00894734">
      <w:r>
        <w:t>— </w:t>
      </w:r>
      <w:r w:rsidR="00000000">
        <w:t>C</w:t>
      </w:r>
      <w:r>
        <w:t>’</w:t>
      </w:r>
      <w:r w:rsidR="00000000">
        <w:t>est bon</w:t>
      </w:r>
      <w:r>
        <w:t xml:space="preserve"> ! </w:t>
      </w:r>
      <w:r w:rsidR="00000000">
        <w:t>Bonsoir</w:t>
      </w:r>
      <w:r>
        <w:t> !</w:t>
      </w:r>
    </w:p>
    <w:p w14:paraId="0E4BF742" w14:textId="77777777" w:rsidR="00894734" w:rsidRDefault="00894734">
      <w:r>
        <w:t>— </w:t>
      </w:r>
      <w:r w:rsidR="00000000">
        <w:t>Bonsoir et merci</w:t>
      </w:r>
      <w:r>
        <w:t>.</w:t>
      </w:r>
    </w:p>
    <w:p w14:paraId="67DEF9BA" w14:textId="77777777" w:rsidR="00894734" w:rsidRDefault="00000000">
      <w:r>
        <w:t>Je rentrai dans ma chambre</w:t>
      </w:r>
      <w:r w:rsidR="00894734">
        <w:t xml:space="preserve">. </w:t>
      </w:r>
      <w:r>
        <w:t>Mickey regardait attentiv</w:t>
      </w:r>
      <w:r>
        <w:t>e</w:t>
      </w:r>
      <w:r>
        <w:t>ment une fiole</w:t>
      </w:r>
      <w:r w:rsidR="00894734">
        <w:t xml:space="preserve">. </w:t>
      </w:r>
      <w:r>
        <w:t>Les genoux de son pantalon étaient poussiéreux</w:t>
      </w:r>
      <w:r w:rsidR="00894734">
        <w:t xml:space="preserve">. </w:t>
      </w:r>
      <w:r>
        <w:t>Il tourna vers moi son ricanement et dit</w:t>
      </w:r>
      <w:r w:rsidR="00894734">
        <w:t> :</w:t>
      </w:r>
    </w:p>
    <w:p w14:paraId="7D1DE06F" w14:textId="77777777" w:rsidR="00894734" w:rsidRDefault="00894734">
      <w:r>
        <w:t>— </w:t>
      </w:r>
      <w:r w:rsidR="00000000">
        <w:t>Qu</w:t>
      </w:r>
      <w:r>
        <w:t>’</w:t>
      </w:r>
      <w:r w:rsidR="00000000">
        <w:t>est-ce que vous essayez de faire</w:t>
      </w:r>
      <w:r>
        <w:t> ?</w:t>
      </w:r>
    </w:p>
    <w:p w14:paraId="45E8453D" w14:textId="77777777" w:rsidR="00894734" w:rsidRDefault="00894734">
      <w:r>
        <w:t>— </w:t>
      </w:r>
      <w:r w:rsidR="00000000">
        <w:t>Chut</w:t>
      </w:r>
      <w:r>
        <w:t xml:space="preserve"> ! </w:t>
      </w:r>
      <w:r w:rsidR="00000000">
        <w:t>Quoi de nouveau</w:t>
      </w:r>
      <w:r>
        <w:t> ?</w:t>
      </w:r>
    </w:p>
    <w:p w14:paraId="0E60CC6F" w14:textId="77777777" w:rsidR="00894734" w:rsidRDefault="00894734">
      <w:r>
        <w:t>— </w:t>
      </w:r>
      <w:r w:rsidR="00000000">
        <w:t>Les autorités intelligentes et compétentes se sont réunies en conseil</w:t>
      </w:r>
      <w:r>
        <w:t xml:space="preserve">. </w:t>
      </w:r>
      <w:r w:rsidR="00000000">
        <w:t>L</w:t>
      </w:r>
      <w:r>
        <w:t>’</w:t>
      </w:r>
      <w:r w:rsidR="00000000">
        <w:t>infirmière aux cheveux rouges était en train de r</w:t>
      </w:r>
      <w:r w:rsidR="00000000">
        <w:t>e</w:t>
      </w:r>
      <w:r w:rsidR="00000000">
        <w:t>garder par le trou de la serrure quand je suis revenu de dîner</w:t>
      </w:r>
      <w:r>
        <w:t xml:space="preserve">. </w:t>
      </w:r>
      <w:r w:rsidR="00000000">
        <w:t>Je l</w:t>
      </w:r>
      <w:r>
        <w:t>’</w:t>
      </w:r>
      <w:r w:rsidR="00000000">
        <w:t>ai chassée</w:t>
      </w:r>
      <w:r>
        <w:t>.</w:t>
      </w:r>
    </w:p>
    <w:p w14:paraId="46917A2D" w14:textId="77777777" w:rsidR="00894734" w:rsidRDefault="00894734">
      <w:r>
        <w:t>— </w:t>
      </w:r>
      <w:r w:rsidR="00000000">
        <w:t>Et vous avez pris sa place</w:t>
      </w:r>
      <w:r>
        <w:t xml:space="preserve"> ? </w:t>
      </w:r>
      <w:r w:rsidR="00000000">
        <w:t>dis-je en désignant ses g</w:t>
      </w:r>
      <w:r w:rsidR="00000000">
        <w:t>e</w:t>
      </w:r>
      <w:r w:rsidR="00000000">
        <w:t>noux salis</w:t>
      </w:r>
      <w:r>
        <w:t>.</w:t>
      </w:r>
    </w:p>
    <w:p w14:paraId="2E9FCA06" w14:textId="77777777" w:rsidR="00894734" w:rsidRDefault="00000000">
      <w:r>
        <w:t>Mais on ne prenait pas si facilement Mickey</w:t>
      </w:r>
      <w:r w:rsidR="00894734">
        <w:t>.</w:t>
      </w:r>
    </w:p>
    <w:p w14:paraId="438B66D5" w14:textId="77777777" w:rsidR="00894734" w:rsidRDefault="00894734">
      <w:r>
        <w:lastRenderedPageBreak/>
        <w:t>— </w:t>
      </w:r>
      <w:r w:rsidR="00000000">
        <w:t>Diable</w:t>
      </w:r>
      <w:r>
        <w:t xml:space="preserve"> ! </w:t>
      </w:r>
      <w:r w:rsidR="00000000">
        <w:t>non</w:t>
      </w:r>
      <w:r>
        <w:t xml:space="preserve">. </w:t>
      </w:r>
      <w:r w:rsidR="00000000">
        <w:t>Elle était à l</w:t>
      </w:r>
      <w:r>
        <w:t>’</w:t>
      </w:r>
      <w:r w:rsidR="00000000">
        <w:t>autre porte</w:t>
      </w:r>
      <w:r>
        <w:t xml:space="preserve">, </w:t>
      </w:r>
      <w:r w:rsidR="00000000">
        <w:t>dans le vestibule</w:t>
      </w:r>
      <w:r>
        <w:t>.</w:t>
      </w:r>
    </w:p>
    <w:p w14:paraId="5669316C" w14:textId="431624B7" w:rsidR="00000000" w:rsidRDefault="00000000" w:rsidP="00894734">
      <w:pPr>
        <w:pStyle w:val="Titre2"/>
        <w:rPr>
          <w:szCs w:val="44"/>
        </w:rPr>
      </w:pPr>
      <w:bookmarkStart w:id="23" w:name="_Toc202288423"/>
      <w:r>
        <w:rPr>
          <w:szCs w:val="44"/>
        </w:rPr>
        <w:lastRenderedPageBreak/>
        <w:t>CHAPITRE XIX</w:t>
      </w:r>
      <w:r>
        <w:rPr>
          <w:szCs w:val="44"/>
        </w:rPr>
        <w:br/>
      </w:r>
      <w:r>
        <w:rPr>
          <w:szCs w:val="44"/>
        </w:rPr>
        <w:br/>
        <w:t>LA VILLA DES EMBRUNS</w:t>
      </w:r>
      <w:bookmarkEnd w:id="23"/>
    </w:p>
    <w:p w14:paraId="0CFA93CB" w14:textId="77777777" w:rsidR="00894734" w:rsidRDefault="00000000">
      <w:r>
        <w:t xml:space="preserve">Je pris la voiture de </w:t>
      </w:r>
      <w:proofErr w:type="spellStart"/>
      <w:r>
        <w:t>Fitzstephan</w:t>
      </w:r>
      <w:proofErr w:type="spellEnd"/>
      <w:r w:rsidR="00894734">
        <w:t xml:space="preserve">, </w:t>
      </w:r>
      <w:r>
        <w:t>le lendemain matin</w:t>
      </w:r>
      <w:r w:rsidR="00894734">
        <w:t xml:space="preserve">, </w:t>
      </w:r>
      <w:r>
        <w:t>pour emmener Gabrielle et Mrs</w:t>
      </w:r>
      <w:r w:rsidR="00894734">
        <w:t xml:space="preserve">. </w:t>
      </w:r>
      <w:r>
        <w:t>Herman à la villa des Embruns</w:t>
      </w:r>
      <w:r w:rsidR="00894734">
        <w:t xml:space="preserve">. </w:t>
      </w:r>
      <w:r>
        <w:t>La jeune femme était sombre et ne dit pas un mot pendant le trajet</w:t>
      </w:r>
      <w:r w:rsidR="00894734">
        <w:t xml:space="preserve">. </w:t>
      </w:r>
      <w:r>
        <w:t>Je pensai qu</w:t>
      </w:r>
      <w:r w:rsidR="00894734">
        <w:t>’</w:t>
      </w:r>
      <w:r>
        <w:t>elle était émue de retourner dans cette maison</w:t>
      </w:r>
      <w:r w:rsidR="00894734">
        <w:t xml:space="preserve">, </w:t>
      </w:r>
      <w:r>
        <w:t>mais quand nous arrivâmes</w:t>
      </w:r>
      <w:r w:rsidR="00894734">
        <w:t xml:space="preserve">, </w:t>
      </w:r>
      <w:r>
        <w:t>elle entra sans apparente répulsion et s</w:t>
      </w:r>
      <w:r w:rsidR="00894734">
        <w:t>’</w:t>
      </w:r>
      <w:r>
        <w:t>installa assez naturellement</w:t>
      </w:r>
      <w:r w:rsidR="00894734">
        <w:t>.</w:t>
      </w:r>
    </w:p>
    <w:p w14:paraId="3C984AA3" w14:textId="77777777" w:rsidR="00894734" w:rsidRDefault="00000000">
      <w:r>
        <w:t>Après le déjeuner</w:t>
      </w:r>
      <w:r w:rsidR="00894734">
        <w:t xml:space="preserve">, </w:t>
      </w:r>
      <w:r>
        <w:t>où Mrs</w:t>
      </w:r>
      <w:r w:rsidR="00894734">
        <w:t xml:space="preserve">. </w:t>
      </w:r>
      <w:r>
        <w:t>Herman se révéla une bonne cuisinière</w:t>
      </w:r>
      <w:r w:rsidR="00894734">
        <w:t xml:space="preserve"> – </w:t>
      </w:r>
      <w:r>
        <w:t>Gabrielle décida de sortir et nous allâmes jusqu</w:t>
      </w:r>
      <w:r w:rsidR="00894734">
        <w:t>’</w:t>
      </w:r>
      <w:r>
        <w:t>au camp des Mexicains pour voir Marie Nuñez</w:t>
      </w:r>
      <w:r w:rsidR="00894734">
        <w:t xml:space="preserve">. </w:t>
      </w:r>
      <w:r>
        <w:t>La Mexicaine pr</w:t>
      </w:r>
      <w:r>
        <w:t>o</w:t>
      </w:r>
      <w:r>
        <w:t>mit de reprendre son service le lendemain</w:t>
      </w:r>
      <w:r w:rsidR="00894734">
        <w:t>.</w:t>
      </w:r>
    </w:p>
    <w:p w14:paraId="3982C24F" w14:textId="77777777" w:rsidR="00894734" w:rsidRDefault="00000000">
      <w:r>
        <w:t>Nous retournâmes à la maison par la côte</w:t>
      </w:r>
      <w:r w:rsidR="00894734">
        <w:t xml:space="preserve">, </w:t>
      </w:r>
      <w:r>
        <w:t>prenant le se</w:t>
      </w:r>
      <w:r>
        <w:t>n</w:t>
      </w:r>
      <w:r>
        <w:t>tier entre les rochers</w:t>
      </w:r>
      <w:r w:rsidR="00894734">
        <w:t xml:space="preserve">. </w:t>
      </w:r>
      <w:r>
        <w:t>Nous ne parlions ni l</w:t>
      </w:r>
      <w:r w:rsidR="00894734">
        <w:t>’</w:t>
      </w:r>
      <w:r>
        <w:t>un ni l</w:t>
      </w:r>
      <w:r w:rsidR="00894734">
        <w:t>’</w:t>
      </w:r>
      <w:r>
        <w:t>autre</w:t>
      </w:r>
      <w:r w:rsidR="00894734">
        <w:t xml:space="preserve">. </w:t>
      </w:r>
      <w:r>
        <w:t>Le front de Gabrielle était barré de rides soucieuses</w:t>
      </w:r>
      <w:r w:rsidR="00894734">
        <w:t xml:space="preserve">. </w:t>
      </w:r>
      <w:r>
        <w:t>À deux cents mètres de la maison</w:t>
      </w:r>
      <w:r w:rsidR="00894734">
        <w:t xml:space="preserve">, </w:t>
      </w:r>
      <w:r>
        <w:t>elle s</w:t>
      </w:r>
      <w:r w:rsidR="00894734">
        <w:t>’</w:t>
      </w:r>
      <w:r>
        <w:t>assit sur une roche au soleil</w:t>
      </w:r>
      <w:r w:rsidR="00894734">
        <w:t>.</w:t>
      </w:r>
    </w:p>
    <w:p w14:paraId="0B0F8DF7" w14:textId="77777777" w:rsidR="00894734" w:rsidRDefault="00894734">
      <w:r>
        <w:t>— </w:t>
      </w:r>
      <w:r w:rsidR="00000000">
        <w:t>Pouvez-vous vous rappeler ce que vous m</w:t>
      </w:r>
      <w:r>
        <w:t>’</w:t>
      </w:r>
      <w:r w:rsidR="00000000">
        <w:t>avez dit cette nuit</w:t>
      </w:r>
      <w:r>
        <w:t xml:space="preserve"> ? </w:t>
      </w:r>
      <w:r w:rsidR="00000000">
        <w:t>me demanda-t-elle</w:t>
      </w:r>
      <w:r>
        <w:t>.</w:t>
      </w:r>
    </w:p>
    <w:p w14:paraId="3B1B6D3C" w14:textId="77777777" w:rsidR="00894734" w:rsidRDefault="00894734">
      <w:r>
        <w:t>— </w:t>
      </w:r>
      <w:r w:rsidR="00000000">
        <w:t>Mais oui</w:t>
      </w:r>
      <w:r>
        <w:t xml:space="preserve">, </w:t>
      </w:r>
      <w:r w:rsidR="00000000">
        <w:t>pourquoi</w:t>
      </w:r>
      <w:r>
        <w:t> ?</w:t>
      </w:r>
    </w:p>
    <w:p w14:paraId="2C86DD4D" w14:textId="77777777" w:rsidR="00894734" w:rsidRDefault="00894734">
      <w:r>
        <w:t>— </w:t>
      </w:r>
      <w:r w:rsidR="00000000">
        <w:t>Pouvez-vous me le répéter</w:t>
      </w:r>
      <w:r>
        <w:t xml:space="preserve"> ? </w:t>
      </w:r>
      <w:r w:rsidR="00000000">
        <w:t>supplia-t-elle</w:t>
      </w:r>
      <w:r>
        <w:t xml:space="preserve">. </w:t>
      </w:r>
      <w:r w:rsidR="00000000">
        <w:t>J</w:t>
      </w:r>
      <w:r>
        <w:t>’</w:t>
      </w:r>
      <w:r w:rsidR="00000000">
        <w:t>ai tant b</w:t>
      </w:r>
      <w:r w:rsidR="00000000">
        <w:t>e</w:t>
      </w:r>
      <w:r w:rsidR="00000000">
        <w:t>soin de vous croire</w:t>
      </w:r>
      <w:r>
        <w:t xml:space="preserve">. </w:t>
      </w:r>
      <w:r w:rsidR="00000000">
        <w:t>Asseyez-vous là</w:t>
      </w:r>
      <w:r>
        <w:t xml:space="preserve">. </w:t>
      </w:r>
      <w:r w:rsidR="00000000">
        <w:t>Dites-le-moi encore</w:t>
      </w:r>
      <w:r>
        <w:t xml:space="preserve"> – </w:t>
      </w:r>
      <w:r w:rsidR="00000000">
        <w:t>tout ce que vous m</w:t>
      </w:r>
      <w:r>
        <w:t>’</w:t>
      </w:r>
      <w:r w:rsidR="00000000">
        <w:t>avez dit</w:t>
      </w:r>
      <w:r>
        <w:t>.</w:t>
      </w:r>
    </w:p>
    <w:p w14:paraId="7834625B" w14:textId="77777777" w:rsidR="00894734" w:rsidRDefault="00000000">
      <w:r>
        <w:t>Je ne pouvais que céder à ce désir d</w:t>
      </w:r>
      <w:r w:rsidR="00894734">
        <w:t>’</w:t>
      </w:r>
      <w:r>
        <w:t>enfant effrayée</w:t>
      </w:r>
      <w:r w:rsidR="00894734">
        <w:t xml:space="preserve">. </w:t>
      </w:r>
      <w:r>
        <w:t>Je pa</w:t>
      </w:r>
      <w:r>
        <w:t>s</w:t>
      </w:r>
      <w:r>
        <w:t>sai trois quarts d</w:t>
      </w:r>
      <w:r w:rsidR="00894734">
        <w:t>’</w:t>
      </w:r>
      <w:r>
        <w:t>heure à la rassurer</w:t>
      </w:r>
      <w:r w:rsidR="00894734">
        <w:t>.</w:t>
      </w:r>
    </w:p>
    <w:p w14:paraId="144B7B43" w14:textId="77777777" w:rsidR="00894734" w:rsidRDefault="00894734">
      <w:r>
        <w:t>— </w:t>
      </w:r>
      <w:r w:rsidR="00000000">
        <w:t>Merci</w:t>
      </w:r>
      <w:r>
        <w:t xml:space="preserve">, </w:t>
      </w:r>
      <w:r w:rsidR="00000000">
        <w:t>me dit-elle</w:t>
      </w:r>
      <w:r>
        <w:t xml:space="preserve">. </w:t>
      </w:r>
      <w:r w:rsidR="00000000">
        <w:t>Oh</w:t>
      </w:r>
      <w:r>
        <w:t xml:space="preserve"> ! </w:t>
      </w:r>
      <w:r w:rsidR="00000000">
        <w:t>je vous en prie</w:t>
      </w:r>
      <w:r>
        <w:t xml:space="preserve">, </w:t>
      </w:r>
      <w:r w:rsidR="00000000">
        <w:t>faites que je ne cesse jamais de vous croire</w:t>
      </w:r>
      <w:r>
        <w:t xml:space="preserve">, </w:t>
      </w:r>
      <w:r w:rsidR="00000000">
        <w:t>même si</w:t>
      </w:r>
      <w:r>
        <w:t xml:space="preserve">… </w:t>
      </w:r>
      <w:r w:rsidR="00000000">
        <w:t>Mais non</w:t>
      </w:r>
      <w:r>
        <w:t xml:space="preserve">, </w:t>
      </w:r>
      <w:r w:rsidR="00000000">
        <w:t>c</w:t>
      </w:r>
      <w:r>
        <w:t>’</w:t>
      </w:r>
      <w:r w:rsidR="00000000">
        <w:t>est vrai</w:t>
      </w:r>
      <w:r>
        <w:t xml:space="preserve">. </w:t>
      </w:r>
      <w:r w:rsidR="00000000">
        <w:lastRenderedPageBreak/>
        <w:t>Je veux que ce soit vrai</w:t>
      </w:r>
      <w:r>
        <w:t xml:space="preserve">. </w:t>
      </w:r>
      <w:r w:rsidR="00000000">
        <w:t>Ce sera vrai</w:t>
      </w:r>
      <w:r>
        <w:t xml:space="preserve">, </w:t>
      </w:r>
      <w:r w:rsidR="00000000">
        <w:t>toujours</w:t>
      </w:r>
      <w:r>
        <w:t xml:space="preserve">, </w:t>
      </w:r>
      <w:r w:rsidR="00000000">
        <w:t>n</w:t>
      </w:r>
      <w:r>
        <w:t>’</w:t>
      </w:r>
      <w:r w:rsidR="00000000">
        <w:t>est-ce pas</w:t>
      </w:r>
      <w:r>
        <w:t xml:space="preserve"> ? </w:t>
      </w:r>
      <w:r w:rsidR="00000000">
        <w:t>Venez</w:t>
      </w:r>
      <w:r>
        <w:t xml:space="preserve">. </w:t>
      </w:r>
      <w:r w:rsidR="00000000">
        <w:t>Rentrons</w:t>
      </w:r>
      <w:r>
        <w:t>.</w:t>
      </w:r>
    </w:p>
    <w:p w14:paraId="4097FF36" w14:textId="77777777" w:rsidR="00894734" w:rsidRDefault="00000000">
      <w:r>
        <w:t>Sur le seuil</w:t>
      </w:r>
      <w:r w:rsidR="00894734">
        <w:t xml:space="preserve">, </w:t>
      </w:r>
      <w:r>
        <w:t xml:space="preserve">Mickey </w:t>
      </w:r>
      <w:proofErr w:type="spellStart"/>
      <w:r>
        <w:t>Lineham</w:t>
      </w:r>
      <w:proofErr w:type="spellEnd"/>
      <w:r>
        <w:t xml:space="preserve"> nous attendait</w:t>
      </w:r>
      <w:r w:rsidR="00894734">
        <w:t xml:space="preserve">. </w:t>
      </w:r>
      <w:r>
        <w:t>Je m</w:t>
      </w:r>
      <w:r w:rsidR="00894734">
        <w:t>’</w:t>
      </w:r>
      <w:r>
        <w:t>arrêtai auprès de lui pendant que la jeune femme entrait</w:t>
      </w:r>
      <w:r w:rsidR="00894734">
        <w:t>.</w:t>
      </w:r>
    </w:p>
    <w:p w14:paraId="3B2E944B" w14:textId="77777777" w:rsidR="00894734" w:rsidRDefault="00894734">
      <w:r>
        <w:t>— </w:t>
      </w:r>
      <w:r w:rsidR="00000000">
        <w:t>Vous apportez des nouvelles du village</w:t>
      </w:r>
      <w:r>
        <w:t> ?</w:t>
      </w:r>
    </w:p>
    <w:p w14:paraId="495EF736" w14:textId="77777777" w:rsidR="00894734" w:rsidRDefault="00894734">
      <w:r>
        <w:t>— </w:t>
      </w:r>
      <w:r w:rsidR="00000000">
        <w:t>Andrews est retrouvé</w:t>
      </w:r>
      <w:r>
        <w:t xml:space="preserve">. </w:t>
      </w:r>
      <w:r w:rsidR="00000000">
        <w:t>Il était chez les Jeffries</w:t>
      </w:r>
      <w:r>
        <w:t xml:space="preserve">, </w:t>
      </w:r>
      <w:r w:rsidR="00000000">
        <w:t>à San M</w:t>
      </w:r>
      <w:r w:rsidR="00000000">
        <w:t>a</w:t>
      </w:r>
      <w:r w:rsidR="00000000">
        <w:t>teo</w:t>
      </w:r>
      <w:r>
        <w:t xml:space="preserve">, </w:t>
      </w:r>
      <w:r w:rsidR="00000000">
        <w:t xml:space="preserve">où est </w:t>
      </w:r>
      <w:proofErr w:type="spellStart"/>
      <w:r w:rsidR="00000000">
        <w:t>Aaronia</w:t>
      </w:r>
      <w:proofErr w:type="spellEnd"/>
      <w:r w:rsidR="00000000">
        <w:t xml:space="preserve"> </w:t>
      </w:r>
      <w:proofErr w:type="spellStart"/>
      <w:r w:rsidR="00000000">
        <w:t>Haldorn</w:t>
      </w:r>
      <w:proofErr w:type="spellEnd"/>
      <w:r>
        <w:t xml:space="preserve">. </w:t>
      </w:r>
      <w:r w:rsidR="00000000">
        <w:t>Elle y est encore</w:t>
      </w:r>
      <w:r>
        <w:t xml:space="preserve">. </w:t>
      </w:r>
      <w:r w:rsidR="00000000">
        <w:t>Andrews y est resté de mardi après-midi jusqu</w:t>
      </w:r>
      <w:r>
        <w:t>’</w:t>
      </w:r>
      <w:r w:rsidR="00000000">
        <w:t>à hier soir</w:t>
      </w:r>
      <w:r>
        <w:t xml:space="preserve">. </w:t>
      </w:r>
      <w:r w:rsidR="00000000">
        <w:t>Al Mason a surveillé la maison</w:t>
      </w:r>
      <w:r>
        <w:t xml:space="preserve">. </w:t>
      </w:r>
      <w:r w:rsidR="00000000">
        <w:t>Il l</w:t>
      </w:r>
      <w:r>
        <w:t>’</w:t>
      </w:r>
      <w:r w:rsidR="00000000">
        <w:t>a vu entrer</w:t>
      </w:r>
      <w:r>
        <w:t xml:space="preserve">, </w:t>
      </w:r>
      <w:r w:rsidR="00000000">
        <w:t>mais ne l</w:t>
      </w:r>
      <w:r>
        <w:t>’</w:t>
      </w:r>
      <w:r w:rsidR="00000000">
        <w:t>a pas aperçu jusqu</w:t>
      </w:r>
      <w:r>
        <w:t>’</w:t>
      </w:r>
      <w:r w:rsidR="00000000">
        <w:t>à ce qu</w:t>
      </w:r>
      <w:r>
        <w:t>’</w:t>
      </w:r>
      <w:r w:rsidR="00000000">
        <w:t>il s</w:t>
      </w:r>
      <w:r>
        <w:t>’</w:t>
      </w:r>
      <w:r w:rsidR="00000000">
        <w:t>en aille</w:t>
      </w:r>
      <w:r>
        <w:t xml:space="preserve">. </w:t>
      </w:r>
      <w:r w:rsidR="00000000">
        <w:t>Les Jeffries ne sont pas là</w:t>
      </w:r>
      <w:r>
        <w:t xml:space="preserve"> ; </w:t>
      </w:r>
      <w:r w:rsidR="00000000">
        <w:t>ils sont à San Diego</w:t>
      </w:r>
      <w:r>
        <w:t xml:space="preserve">. </w:t>
      </w:r>
      <w:r w:rsidR="00000000">
        <w:t>C</w:t>
      </w:r>
      <w:r>
        <w:t>’</w:t>
      </w:r>
      <w:r w:rsidR="00000000">
        <w:t>est Dick qui file Andrews maintenant</w:t>
      </w:r>
      <w:r>
        <w:t xml:space="preserve">. </w:t>
      </w:r>
      <w:r w:rsidR="00000000">
        <w:t>Al dit que Mrs</w:t>
      </w:r>
      <w:r>
        <w:t xml:space="preserve">. </w:t>
      </w:r>
      <w:proofErr w:type="spellStart"/>
      <w:r w:rsidR="00000000">
        <w:t>Haldorn</w:t>
      </w:r>
      <w:proofErr w:type="spellEnd"/>
      <w:r w:rsidR="00000000">
        <w:t xml:space="preserve"> ne sort pas de la maison</w:t>
      </w:r>
      <w:r>
        <w:t xml:space="preserve">. </w:t>
      </w:r>
      <w:proofErr w:type="spellStart"/>
      <w:r w:rsidR="00000000">
        <w:t>Rolly</w:t>
      </w:r>
      <w:proofErr w:type="spellEnd"/>
      <w:r w:rsidR="00000000">
        <w:t xml:space="preserve"> m</w:t>
      </w:r>
      <w:r>
        <w:t>’</w:t>
      </w:r>
      <w:r w:rsidR="00000000">
        <w:t>a dit que Fink était revenu à lui</w:t>
      </w:r>
      <w:r>
        <w:t xml:space="preserve">, </w:t>
      </w:r>
      <w:r w:rsidR="00000000">
        <w:t>mais qu</w:t>
      </w:r>
      <w:r>
        <w:t>’</w:t>
      </w:r>
      <w:r w:rsidR="00000000">
        <w:t>il ne sait rien naturellement au sujet de la bombe</w:t>
      </w:r>
      <w:r>
        <w:t xml:space="preserve">. </w:t>
      </w:r>
      <w:proofErr w:type="spellStart"/>
      <w:r w:rsidR="00000000">
        <w:t>Fit</w:t>
      </w:r>
      <w:r w:rsidR="00000000">
        <w:t>z</w:t>
      </w:r>
      <w:r w:rsidR="00000000">
        <w:t>stephan</w:t>
      </w:r>
      <w:proofErr w:type="spellEnd"/>
      <w:r w:rsidR="00000000">
        <w:t xml:space="preserve"> se cramponne encore à la vie</w:t>
      </w:r>
      <w:r>
        <w:t>.</w:t>
      </w:r>
    </w:p>
    <w:p w14:paraId="1050A053" w14:textId="77777777" w:rsidR="00894734" w:rsidRDefault="00894734">
      <w:r>
        <w:t>— </w:t>
      </w:r>
      <w:r w:rsidR="00000000">
        <w:t>Je vais aller voir Fink dans la soirée</w:t>
      </w:r>
      <w:r>
        <w:t xml:space="preserve">, </w:t>
      </w:r>
      <w:r w:rsidR="00000000">
        <w:t>dis-je</w:t>
      </w:r>
      <w:r>
        <w:t xml:space="preserve">. </w:t>
      </w:r>
      <w:r w:rsidR="00000000">
        <w:t>Restez aux alentours</w:t>
      </w:r>
      <w:r>
        <w:t>.</w:t>
      </w:r>
    </w:p>
    <w:p w14:paraId="62F1F427" w14:textId="77777777" w:rsidR="00894734" w:rsidRDefault="00000000">
      <w:r>
        <w:t>Fink était assis dans son lit</w:t>
      </w:r>
      <w:r w:rsidR="00894734">
        <w:t xml:space="preserve">, </w:t>
      </w:r>
      <w:r>
        <w:t>la tête entourée de bandages</w:t>
      </w:r>
      <w:r w:rsidR="00894734">
        <w:t xml:space="preserve">. </w:t>
      </w:r>
      <w:r>
        <w:t>Il insista pour me dire encore qu</w:t>
      </w:r>
      <w:r w:rsidR="00894734">
        <w:t>’</w:t>
      </w:r>
      <w:r>
        <w:t>il ne savait rien au sujet de la bombe</w:t>
      </w:r>
      <w:r w:rsidR="00894734">
        <w:t xml:space="preserve">, </w:t>
      </w:r>
      <w:r>
        <w:t>et que tout ce qu</w:t>
      </w:r>
      <w:r w:rsidR="00894734">
        <w:t>’</w:t>
      </w:r>
      <w:r>
        <w:t xml:space="preserve">il était venu me dire était que Harvey </w:t>
      </w:r>
      <w:proofErr w:type="spellStart"/>
      <w:r>
        <w:t>Whidden</w:t>
      </w:r>
      <w:proofErr w:type="spellEnd"/>
      <w:r>
        <w:t xml:space="preserve"> était son beau-fils</w:t>
      </w:r>
      <w:r w:rsidR="00894734">
        <w:t xml:space="preserve">. </w:t>
      </w:r>
      <w:r>
        <w:t>Un fils que le forgeron de village avait eu d</w:t>
      </w:r>
      <w:r w:rsidR="00894734">
        <w:t>’</w:t>
      </w:r>
      <w:r>
        <w:t>un premier mariage</w:t>
      </w:r>
      <w:r w:rsidR="00894734">
        <w:t>.</w:t>
      </w:r>
    </w:p>
    <w:p w14:paraId="150FC2E6" w14:textId="77777777" w:rsidR="00894734" w:rsidRDefault="00894734">
      <w:r>
        <w:t>— </w:t>
      </w:r>
      <w:r w:rsidR="00000000">
        <w:t>Et quel rapport</w:t>
      </w:r>
      <w:r>
        <w:t xml:space="preserve"> ? </w:t>
      </w:r>
      <w:r w:rsidR="00000000">
        <w:t>dis-je</w:t>
      </w:r>
      <w:r>
        <w:t>.</w:t>
      </w:r>
    </w:p>
    <w:p w14:paraId="66F7E0E2" w14:textId="77777777" w:rsidR="00894734" w:rsidRDefault="00894734">
      <w:r>
        <w:t>— </w:t>
      </w:r>
      <w:r w:rsidR="00000000">
        <w:t>Je ne sais pas quel rapport</w:t>
      </w:r>
      <w:r>
        <w:t xml:space="preserve">, </w:t>
      </w:r>
      <w:r w:rsidR="00000000">
        <w:t>mais je sais ce qu</w:t>
      </w:r>
      <w:r>
        <w:t>’</w:t>
      </w:r>
      <w:r w:rsidR="00000000">
        <w:t>il était et j</w:t>
      </w:r>
      <w:r>
        <w:t>’</w:t>
      </w:r>
      <w:r w:rsidR="00000000">
        <w:t>ai pensé qu</w:t>
      </w:r>
      <w:r>
        <w:t>’</w:t>
      </w:r>
      <w:r w:rsidR="00000000">
        <w:t>il fallait que vous le sachiez</w:t>
      </w:r>
      <w:r>
        <w:t>.</w:t>
      </w:r>
    </w:p>
    <w:p w14:paraId="67ECD532" w14:textId="77777777" w:rsidR="00894734" w:rsidRDefault="00894734">
      <w:r>
        <w:t>— </w:t>
      </w:r>
      <w:r w:rsidR="00000000">
        <w:t>Pourquoi</w:t>
      </w:r>
      <w:r>
        <w:t> ?</w:t>
      </w:r>
    </w:p>
    <w:p w14:paraId="59246E71" w14:textId="77777777" w:rsidR="00894734" w:rsidRDefault="00894734">
      <w:r>
        <w:t>— </w:t>
      </w:r>
      <w:r w:rsidR="00000000">
        <w:t>Mon Dieu</w:t>
      </w:r>
      <w:r>
        <w:t xml:space="preserve">, </w:t>
      </w:r>
      <w:r w:rsidR="00000000">
        <w:t>les journaux ont assez dit qu</w:t>
      </w:r>
      <w:r>
        <w:t>’</w:t>
      </w:r>
      <w:r w:rsidR="00000000">
        <w:t>il y avait relation entre ce qui est arrivé ici et ce qui est arrivé ailleurs</w:t>
      </w:r>
      <w:r>
        <w:t xml:space="preserve">. </w:t>
      </w:r>
      <w:r w:rsidR="00000000">
        <w:t>Et on m</w:t>
      </w:r>
      <w:r>
        <w:t>’</w:t>
      </w:r>
      <w:r w:rsidR="00000000">
        <w:t>a assez reproché de ne pas dire tout ce que je savais</w:t>
      </w:r>
      <w:r>
        <w:t xml:space="preserve">. </w:t>
      </w:r>
      <w:r w:rsidR="00000000">
        <w:t xml:space="preserve">Et </w:t>
      </w:r>
      <w:r w:rsidR="00000000">
        <w:lastRenderedPageBreak/>
        <w:t>comme je ne tiens pas à avoir d</w:t>
      </w:r>
      <w:r>
        <w:t>’</w:t>
      </w:r>
      <w:r w:rsidR="00000000">
        <w:t>autres embêtements</w:t>
      </w:r>
      <w:r>
        <w:t xml:space="preserve">, </w:t>
      </w:r>
      <w:r w:rsidR="00000000">
        <w:t>j</w:t>
      </w:r>
      <w:r>
        <w:t>’</w:t>
      </w:r>
      <w:r w:rsidR="00000000">
        <w:t>ai pensé qu</w:t>
      </w:r>
      <w:r>
        <w:t>’</w:t>
      </w:r>
      <w:r w:rsidR="00000000">
        <w:t>il valait mieux venir vous dire cela</w:t>
      </w:r>
      <w:r>
        <w:t xml:space="preserve">, </w:t>
      </w:r>
      <w:r w:rsidR="00000000">
        <w:t>pour que vous ne puissiez pas me reprocher de vous cacher quelque chose</w:t>
      </w:r>
      <w:r>
        <w:t>.</w:t>
      </w:r>
    </w:p>
    <w:p w14:paraId="557B42C2" w14:textId="77777777" w:rsidR="00894734" w:rsidRDefault="00894734">
      <w:r>
        <w:t>— </w:t>
      </w:r>
      <w:r w:rsidR="00000000">
        <w:t>Bon</w:t>
      </w:r>
      <w:r>
        <w:t xml:space="preserve">. </w:t>
      </w:r>
      <w:r w:rsidR="00000000">
        <w:t>Dites-moi donc ce que vous savez de Madison A</w:t>
      </w:r>
      <w:r w:rsidR="00000000">
        <w:t>n</w:t>
      </w:r>
      <w:r w:rsidR="00000000">
        <w:t>drews</w:t>
      </w:r>
      <w:r>
        <w:t> ?</w:t>
      </w:r>
    </w:p>
    <w:p w14:paraId="0F0775A7" w14:textId="77777777" w:rsidR="00894734" w:rsidRDefault="00894734">
      <w:r>
        <w:t>— </w:t>
      </w:r>
      <w:r w:rsidR="00000000">
        <w:t>Je ne le connais pas</w:t>
      </w:r>
      <w:r>
        <w:t xml:space="preserve">. </w:t>
      </w:r>
      <w:r w:rsidR="00000000">
        <w:t>Il est son tuteur</w:t>
      </w:r>
      <w:r>
        <w:t xml:space="preserve">, </w:t>
      </w:r>
      <w:r w:rsidR="00000000">
        <w:t>ou quelque chose comme cela</w:t>
      </w:r>
      <w:r>
        <w:t xml:space="preserve">, </w:t>
      </w:r>
      <w:r w:rsidR="00000000">
        <w:t>n</w:t>
      </w:r>
      <w:r>
        <w:t>’</w:t>
      </w:r>
      <w:r w:rsidR="00000000">
        <w:t>est-ce pas</w:t>
      </w:r>
      <w:r>
        <w:t xml:space="preserve"> ? </w:t>
      </w:r>
      <w:r w:rsidR="00000000">
        <w:t>Je l</w:t>
      </w:r>
      <w:r>
        <w:t>’</w:t>
      </w:r>
      <w:r w:rsidR="00000000">
        <w:t>ai lu dans les journaux</w:t>
      </w:r>
      <w:r>
        <w:t xml:space="preserve">. </w:t>
      </w:r>
      <w:r w:rsidR="00000000">
        <w:t>Mais je ne le connais pas</w:t>
      </w:r>
      <w:r>
        <w:t>.</w:t>
      </w:r>
    </w:p>
    <w:p w14:paraId="29965803" w14:textId="77777777" w:rsidR="00894734" w:rsidRDefault="00894734">
      <w:r>
        <w:t>— </w:t>
      </w:r>
      <w:proofErr w:type="spellStart"/>
      <w:r w:rsidR="00000000">
        <w:t>Aaronia</w:t>
      </w:r>
      <w:proofErr w:type="spellEnd"/>
      <w:r w:rsidR="00000000">
        <w:t xml:space="preserve"> </w:t>
      </w:r>
      <w:proofErr w:type="spellStart"/>
      <w:r w:rsidR="00000000">
        <w:t>Haldorn</w:t>
      </w:r>
      <w:proofErr w:type="spellEnd"/>
      <w:r w:rsidR="00000000">
        <w:t xml:space="preserve"> le connaît</w:t>
      </w:r>
      <w:r>
        <w:t xml:space="preserve">, </w:t>
      </w:r>
      <w:r w:rsidR="00000000">
        <w:t>elle</w:t>
      </w:r>
      <w:r>
        <w:t> ?</w:t>
      </w:r>
    </w:p>
    <w:p w14:paraId="359278AB" w14:textId="77777777" w:rsidR="00894734" w:rsidRDefault="00894734">
      <w:r>
        <w:t>— </w:t>
      </w:r>
      <w:r w:rsidR="00000000">
        <w:t>Peut-être</w:t>
      </w:r>
      <w:r>
        <w:t xml:space="preserve">, </w:t>
      </w:r>
      <w:r w:rsidR="00000000">
        <w:t>monsieur</w:t>
      </w:r>
      <w:r>
        <w:t xml:space="preserve">, </w:t>
      </w:r>
      <w:r w:rsidR="00000000">
        <w:t>mais pas moi</w:t>
      </w:r>
      <w:r>
        <w:t xml:space="preserve">. </w:t>
      </w:r>
      <w:r w:rsidR="00000000">
        <w:t>Je travaillais seul</w:t>
      </w:r>
      <w:r w:rsidR="00000000">
        <w:t>e</w:t>
      </w:r>
      <w:r w:rsidR="00000000">
        <w:t xml:space="preserve">ment pour les </w:t>
      </w:r>
      <w:proofErr w:type="spellStart"/>
      <w:r w:rsidR="00000000">
        <w:t>Haldorn</w:t>
      </w:r>
      <w:proofErr w:type="spellEnd"/>
      <w:r w:rsidR="00000000">
        <w:t xml:space="preserve"> rien de plus</w:t>
      </w:r>
      <w:r>
        <w:t xml:space="preserve">. </w:t>
      </w:r>
      <w:r w:rsidR="00000000">
        <w:t>Un moyen de gagner ma vie</w:t>
      </w:r>
      <w:r>
        <w:t xml:space="preserve">, </w:t>
      </w:r>
      <w:r w:rsidR="00000000">
        <w:t>monsieur</w:t>
      </w:r>
      <w:r>
        <w:t xml:space="preserve">, </w:t>
      </w:r>
      <w:r w:rsidR="00000000">
        <w:t>rien de plus</w:t>
      </w:r>
      <w:r>
        <w:t>.</w:t>
      </w:r>
    </w:p>
    <w:p w14:paraId="692CD6DD" w14:textId="77777777" w:rsidR="00894734" w:rsidRDefault="00894734">
      <w:r>
        <w:t>— </w:t>
      </w:r>
      <w:r w:rsidR="00000000">
        <w:t>Et votre femme</w:t>
      </w:r>
      <w:r>
        <w:t> ?</w:t>
      </w:r>
    </w:p>
    <w:p w14:paraId="29C04D84" w14:textId="77777777" w:rsidR="00894734" w:rsidRDefault="00894734">
      <w:r>
        <w:t>— </w:t>
      </w:r>
      <w:r w:rsidR="00000000">
        <w:t>La même chose</w:t>
      </w:r>
      <w:r>
        <w:t xml:space="preserve">, </w:t>
      </w:r>
      <w:r w:rsidR="00000000">
        <w:t>monsieur</w:t>
      </w:r>
      <w:r>
        <w:t xml:space="preserve">, </w:t>
      </w:r>
      <w:r w:rsidR="00000000">
        <w:t>un travail</w:t>
      </w:r>
      <w:r>
        <w:t>.</w:t>
      </w:r>
    </w:p>
    <w:p w14:paraId="0187B202" w14:textId="77777777" w:rsidR="00894734" w:rsidRDefault="00894734">
      <w:r>
        <w:t>— </w:t>
      </w:r>
      <w:r w:rsidR="00000000">
        <w:t>Où est-elle</w:t>
      </w:r>
      <w:r>
        <w:t> ?</w:t>
      </w:r>
    </w:p>
    <w:p w14:paraId="0D8B9584" w14:textId="77777777" w:rsidR="00894734" w:rsidRDefault="00894734">
      <w:r>
        <w:t>— </w:t>
      </w:r>
      <w:r w:rsidR="00000000">
        <w:t>Je ne sais pas</w:t>
      </w:r>
      <w:r>
        <w:t>.</w:t>
      </w:r>
    </w:p>
    <w:p w14:paraId="216EE906" w14:textId="77777777" w:rsidR="00894734" w:rsidRDefault="00894734">
      <w:r>
        <w:t>— </w:t>
      </w:r>
      <w:r w:rsidR="00000000">
        <w:t>Pourquoi s</w:t>
      </w:r>
      <w:r>
        <w:t>’</w:t>
      </w:r>
      <w:r w:rsidR="00000000">
        <w:t>est-elle sauvée du Temple</w:t>
      </w:r>
      <w:r>
        <w:t> ?</w:t>
      </w:r>
    </w:p>
    <w:p w14:paraId="7155F19E" w14:textId="77777777" w:rsidR="00894734" w:rsidRDefault="00894734">
      <w:r>
        <w:t>— </w:t>
      </w:r>
      <w:r w:rsidR="00000000">
        <w:t>Je viens de vous le dire</w:t>
      </w:r>
      <w:r>
        <w:t xml:space="preserve">, </w:t>
      </w:r>
      <w:r w:rsidR="00000000">
        <w:t>je ne sais pas</w:t>
      </w:r>
      <w:r>
        <w:t>.</w:t>
      </w:r>
    </w:p>
    <w:p w14:paraId="24FF74FA" w14:textId="77777777" w:rsidR="00894734" w:rsidRDefault="00000000">
      <w:r>
        <w:t>Une infirmière entra</w:t>
      </w:r>
      <w:r w:rsidR="00894734">
        <w:t xml:space="preserve">. </w:t>
      </w:r>
      <w:r>
        <w:t>Je quittai Fink et m</w:t>
      </w:r>
      <w:r w:rsidR="00894734">
        <w:t>’</w:t>
      </w:r>
      <w:r>
        <w:t>en allai vers le bureau de l</w:t>
      </w:r>
      <w:r w:rsidR="00894734">
        <w:t>’</w:t>
      </w:r>
      <w:r>
        <w:t>attorney</w:t>
      </w:r>
      <w:r w:rsidR="00894734">
        <w:t xml:space="preserve">. </w:t>
      </w:r>
      <w:r>
        <w:t>Vernon m</w:t>
      </w:r>
      <w:r w:rsidR="00894734">
        <w:t>’</w:t>
      </w:r>
      <w:r>
        <w:t>accueillit aimablement</w:t>
      </w:r>
      <w:r w:rsidR="00894734">
        <w:t>.</w:t>
      </w:r>
    </w:p>
    <w:p w14:paraId="21E89295" w14:textId="77777777" w:rsidR="00894734" w:rsidRDefault="00894734">
      <w:r>
        <w:t>— </w:t>
      </w:r>
      <w:r w:rsidR="00000000">
        <w:t>Je viens de parler à Fink</w:t>
      </w:r>
      <w:r>
        <w:t xml:space="preserve">. </w:t>
      </w:r>
      <w:r w:rsidR="00000000">
        <w:t>Je n</w:t>
      </w:r>
      <w:r>
        <w:t>’</w:t>
      </w:r>
      <w:r w:rsidR="00000000">
        <w:t>ai rien pu tirer de lui</w:t>
      </w:r>
      <w:r>
        <w:t xml:space="preserve">, </w:t>
      </w:r>
      <w:r w:rsidR="00000000">
        <w:t>mais il est entre nos mains</w:t>
      </w:r>
      <w:r>
        <w:t xml:space="preserve">. </w:t>
      </w:r>
      <w:r w:rsidR="00000000">
        <w:t>La bombe n</w:t>
      </w:r>
      <w:r>
        <w:t>’</w:t>
      </w:r>
      <w:r w:rsidR="00000000">
        <w:t>a pu être apportée que par lui</w:t>
      </w:r>
      <w:r>
        <w:t>.</w:t>
      </w:r>
    </w:p>
    <w:p w14:paraId="6E03D9AE" w14:textId="77777777" w:rsidR="00894734" w:rsidRDefault="00000000">
      <w:r>
        <w:t>Vernon fronça les sourcils</w:t>
      </w:r>
      <w:r w:rsidR="00894734">
        <w:t>.</w:t>
      </w:r>
    </w:p>
    <w:p w14:paraId="644F7CC5" w14:textId="77777777" w:rsidR="00894734" w:rsidRDefault="00894734">
      <w:r>
        <w:lastRenderedPageBreak/>
        <w:t>— </w:t>
      </w:r>
      <w:r w:rsidR="00000000">
        <w:t>Pourquoi aurait-il fait cela</w:t>
      </w:r>
      <w:r>
        <w:t xml:space="preserve"> ? </w:t>
      </w:r>
      <w:r w:rsidR="00000000">
        <w:t>Et vous m</w:t>
      </w:r>
      <w:r>
        <w:t>’</w:t>
      </w:r>
      <w:r w:rsidR="00000000">
        <w:t>avez dit vous-même que vous ne l</w:t>
      </w:r>
      <w:r>
        <w:t>’</w:t>
      </w:r>
      <w:r w:rsidR="00000000">
        <w:t>aviez pas quitté des yeux tout le temps qu</w:t>
      </w:r>
      <w:r>
        <w:t>’</w:t>
      </w:r>
      <w:r w:rsidR="00000000">
        <w:t>il était dans la chambre</w:t>
      </w:r>
      <w:r>
        <w:t xml:space="preserve">, </w:t>
      </w:r>
      <w:r w:rsidR="00000000">
        <w:t>et que vous n</w:t>
      </w:r>
      <w:r>
        <w:t>’</w:t>
      </w:r>
      <w:r w:rsidR="00000000">
        <w:t>avez rien vu</w:t>
      </w:r>
      <w:r>
        <w:t>.</w:t>
      </w:r>
    </w:p>
    <w:p w14:paraId="3C01BEC0" w14:textId="77777777" w:rsidR="00894734" w:rsidRDefault="00894734">
      <w:r>
        <w:t>— </w:t>
      </w:r>
      <w:r w:rsidR="00000000">
        <w:t>Sans doute</w:t>
      </w:r>
      <w:r>
        <w:t xml:space="preserve">, </w:t>
      </w:r>
      <w:r w:rsidR="00000000">
        <w:t>mais il a très bien pu la déposer sans que je m</w:t>
      </w:r>
      <w:r>
        <w:t>’</w:t>
      </w:r>
      <w:r w:rsidR="00000000">
        <w:t>en aperçoive</w:t>
      </w:r>
      <w:r>
        <w:t xml:space="preserve">. </w:t>
      </w:r>
      <w:r w:rsidR="00000000">
        <w:t>Rappelez-vous qu</w:t>
      </w:r>
      <w:r>
        <w:t>’</w:t>
      </w:r>
      <w:r w:rsidR="00000000">
        <w:t>il est à la fois chimiste et escamoteur</w:t>
      </w:r>
      <w:r>
        <w:t xml:space="preserve">. </w:t>
      </w:r>
      <w:r w:rsidR="00000000">
        <w:t>Il sait comment fabriquer une bombe et la déposer sans être vu</w:t>
      </w:r>
      <w:r>
        <w:t xml:space="preserve">. </w:t>
      </w:r>
      <w:r w:rsidR="00000000">
        <w:t>C</w:t>
      </w:r>
      <w:r>
        <w:t>’</w:t>
      </w:r>
      <w:r w:rsidR="00000000">
        <w:t>est son métier</w:t>
      </w:r>
      <w:r>
        <w:t xml:space="preserve">. </w:t>
      </w:r>
      <w:r w:rsidR="00000000">
        <w:t xml:space="preserve">Nous ne savons pas ce que </w:t>
      </w:r>
      <w:proofErr w:type="spellStart"/>
      <w:r w:rsidR="00000000">
        <w:t>Fitzstephan</w:t>
      </w:r>
      <w:proofErr w:type="spellEnd"/>
      <w:r w:rsidR="00000000">
        <w:t xml:space="preserve"> a vu</w:t>
      </w:r>
      <w:r>
        <w:t xml:space="preserve">. </w:t>
      </w:r>
      <w:r w:rsidR="00000000">
        <w:t>Ils m</w:t>
      </w:r>
      <w:r>
        <w:t>’</w:t>
      </w:r>
      <w:r w:rsidR="00000000">
        <w:t>ont dit qu</w:t>
      </w:r>
      <w:r>
        <w:t>’</w:t>
      </w:r>
      <w:r w:rsidR="00000000">
        <w:t>il pourrait s</w:t>
      </w:r>
      <w:r>
        <w:t>’</w:t>
      </w:r>
      <w:r w:rsidR="00000000">
        <w:t>en sortir</w:t>
      </w:r>
      <w:r>
        <w:t xml:space="preserve">. </w:t>
      </w:r>
      <w:r w:rsidR="00000000">
        <w:t>En attendant</w:t>
      </w:r>
      <w:r>
        <w:t xml:space="preserve">, </w:t>
      </w:r>
      <w:r w:rsidR="00000000">
        <w:t>gardons Fink</w:t>
      </w:r>
      <w:r>
        <w:t>.</w:t>
      </w:r>
    </w:p>
    <w:p w14:paraId="4F8EC2E1" w14:textId="77777777" w:rsidR="00894734" w:rsidRDefault="00894734">
      <w:r>
        <w:t>— </w:t>
      </w:r>
      <w:r w:rsidR="00000000">
        <w:t>Très bien</w:t>
      </w:r>
      <w:r>
        <w:t xml:space="preserve">, </w:t>
      </w:r>
      <w:r w:rsidR="00000000">
        <w:t>dit Vernon</w:t>
      </w:r>
      <w:r>
        <w:t xml:space="preserve">, </w:t>
      </w:r>
      <w:r w:rsidR="00000000">
        <w:t>nous le garderons</w:t>
      </w:r>
      <w:r>
        <w:t xml:space="preserve">. </w:t>
      </w:r>
      <w:r w:rsidR="00000000">
        <w:t>À propos</w:t>
      </w:r>
      <w:r>
        <w:t xml:space="preserve">, </w:t>
      </w:r>
      <w:r w:rsidR="00000000">
        <w:t>vous savez que Dick Cotton a demandé à vous parler</w:t>
      </w:r>
      <w:r>
        <w:t xml:space="preserve">. </w:t>
      </w:r>
      <w:r w:rsidR="00000000">
        <w:t>Voulez-vous que je vous</w:t>
      </w:r>
      <w:r>
        <w:t xml:space="preserve">, </w:t>
      </w:r>
      <w:r w:rsidR="00000000">
        <w:t>fasse conduire à sa cellule</w:t>
      </w:r>
      <w:r>
        <w:t> ?</w:t>
      </w:r>
    </w:p>
    <w:p w14:paraId="017C0091" w14:textId="77777777" w:rsidR="00894734" w:rsidRDefault="00000000">
      <w:r>
        <w:t>Quelques minutes après</w:t>
      </w:r>
      <w:r w:rsidR="00894734">
        <w:t xml:space="preserve">, </w:t>
      </w:r>
      <w:r>
        <w:t>on me laissait seul avec le major</w:t>
      </w:r>
      <w:r w:rsidR="00894734">
        <w:t xml:space="preserve">, </w:t>
      </w:r>
      <w:r>
        <w:t>dans une étroite chambre nue</w:t>
      </w:r>
      <w:r w:rsidR="00894734">
        <w:t xml:space="preserve">. </w:t>
      </w:r>
      <w:r>
        <w:t>Deux jours de détention n</w:t>
      </w:r>
      <w:r w:rsidR="00894734">
        <w:t>’</w:t>
      </w:r>
      <w:r>
        <w:t>avait pas fait de bien au major de Quesada</w:t>
      </w:r>
      <w:r w:rsidR="00894734">
        <w:t xml:space="preserve">. </w:t>
      </w:r>
      <w:r>
        <w:t>Sa face grise et pas rasée se creusait de rides et ses lèvres tremblaient quand il voulait parler</w:t>
      </w:r>
      <w:r w:rsidR="00894734">
        <w:t xml:space="preserve">. </w:t>
      </w:r>
      <w:r>
        <w:t>En fait</w:t>
      </w:r>
      <w:r w:rsidR="00894734">
        <w:t xml:space="preserve">, </w:t>
      </w:r>
      <w:r>
        <w:t>il n</w:t>
      </w:r>
      <w:r w:rsidR="00894734">
        <w:t>’</w:t>
      </w:r>
      <w:r>
        <w:t>avait rien à me dire</w:t>
      </w:r>
      <w:r w:rsidR="00894734">
        <w:t xml:space="preserve">, </w:t>
      </w:r>
      <w:r>
        <w:t>sinon qu</w:t>
      </w:r>
      <w:r w:rsidR="00894734">
        <w:t>’</w:t>
      </w:r>
      <w:r>
        <w:t>il était inn</w:t>
      </w:r>
      <w:r>
        <w:t>o</w:t>
      </w:r>
      <w:r>
        <w:t>cent</w:t>
      </w:r>
      <w:r w:rsidR="00894734">
        <w:t>.</w:t>
      </w:r>
    </w:p>
    <w:p w14:paraId="4A447455" w14:textId="77777777" w:rsidR="00894734" w:rsidRDefault="00894734">
      <w:r>
        <w:t>— </w:t>
      </w:r>
      <w:r w:rsidR="00000000">
        <w:t>Cela se peut</w:t>
      </w:r>
      <w:r>
        <w:t xml:space="preserve">, </w:t>
      </w:r>
      <w:r w:rsidR="00000000">
        <w:t>lui dis-je</w:t>
      </w:r>
      <w:r>
        <w:t xml:space="preserve">, </w:t>
      </w:r>
      <w:r w:rsidR="00000000">
        <w:t>mais toutes les apparences sont contre vous</w:t>
      </w:r>
      <w:r>
        <w:t xml:space="preserve">. </w:t>
      </w:r>
      <w:r w:rsidR="00000000">
        <w:t>C</w:t>
      </w:r>
      <w:r>
        <w:t>’</w:t>
      </w:r>
      <w:r w:rsidR="00000000">
        <w:t>est l</w:t>
      </w:r>
      <w:r>
        <w:t>’</w:t>
      </w:r>
      <w:r w:rsidR="00000000">
        <w:t>affaire de votre avocat de démontrer le contraire</w:t>
      </w:r>
      <w:r>
        <w:t>.</w:t>
      </w:r>
    </w:p>
    <w:p w14:paraId="2389F885" w14:textId="77777777" w:rsidR="00894734" w:rsidRDefault="00000000">
      <w:r>
        <w:t>Je quittai la prison et me rendis au téléphone</w:t>
      </w:r>
      <w:r w:rsidR="00894734">
        <w:t xml:space="preserve">. </w:t>
      </w:r>
      <w:r>
        <w:t>J</w:t>
      </w:r>
      <w:r w:rsidR="00894734">
        <w:t>’</w:t>
      </w:r>
      <w:r>
        <w:t>appelai un pharmacien de San Francisco</w:t>
      </w:r>
      <w:r w:rsidR="00894734">
        <w:t xml:space="preserve">, </w:t>
      </w:r>
      <w:r>
        <w:t>que je connaissais</w:t>
      </w:r>
      <w:r w:rsidR="00894734">
        <w:t> :</w:t>
      </w:r>
    </w:p>
    <w:p w14:paraId="1E6AB7F7" w14:textId="77777777" w:rsidR="00894734" w:rsidRDefault="00894734">
      <w:r>
        <w:t>— </w:t>
      </w:r>
      <w:r w:rsidR="00000000">
        <w:t>Allo</w:t>
      </w:r>
      <w:r>
        <w:t xml:space="preserve">, </w:t>
      </w:r>
      <w:r w:rsidR="00000000">
        <w:t>Vic</w:t>
      </w:r>
      <w:r>
        <w:t xml:space="preserve">, </w:t>
      </w:r>
      <w:r w:rsidR="00000000">
        <w:t>il me faudrait dix grammes de M</w:t>
      </w:r>
      <w:r>
        <w:t xml:space="preserve">… </w:t>
      </w:r>
      <w:r w:rsidR="00000000">
        <w:t>et huit d</w:t>
      </w:r>
      <w:r>
        <w:t>’</w:t>
      </w:r>
      <w:r w:rsidR="00000000">
        <w:t>un mélange d</w:t>
      </w:r>
      <w:r>
        <w:t>’</w:t>
      </w:r>
      <w:r w:rsidR="00000000">
        <w:t>ipéca</w:t>
      </w:r>
      <w:r>
        <w:t xml:space="preserve">, </w:t>
      </w:r>
      <w:r w:rsidR="00000000">
        <w:t>calomel</w:t>
      </w:r>
      <w:r>
        <w:t xml:space="preserve">, </w:t>
      </w:r>
      <w:r w:rsidR="00000000">
        <w:t>atropine et strychnine</w:t>
      </w:r>
      <w:r>
        <w:t xml:space="preserve">. </w:t>
      </w:r>
      <w:r w:rsidR="00000000">
        <w:t>Quelqu</w:t>
      </w:r>
      <w:r>
        <w:t>’</w:t>
      </w:r>
      <w:r w:rsidR="00000000">
        <w:t>un de l</w:t>
      </w:r>
      <w:r>
        <w:t>’</w:t>
      </w:r>
      <w:r w:rsidR="00000000">
        <w:t>Agence le prendra ce soir ou demain matin</w:t>
      </w:r>
      <w:r>
        <w:t xml:space="preserve">. </w:t>
      </w:r>
      <w:r w:rsidR="00000000">
        <w:t>Ça va</w:t>
      </w:r>
      <w:r>
        <w:t> ?</w:t>
      </w:r>
    </w:p>
    <w:p w14:paraId="13B6CFF6" w14:textId="77777777" w:rsidR="00894734" w:rsidRDefault="00894734">
      <w:r>
        <w:t>— </w:t>
      </w:r>
      <w:r w:rsidR="00000000">
        <w:t>Ça va</w:t>
      </w:r>
      <w:r>
        <w:t>.</w:t>
      </w:r>
    </w:p>
    <w:p w14:paraId="39828BCC" w14:textId="77777777" w:rsidR="00894734" w:rsidRDefault="00000000">
      <w:r>
        <w:t>J</w:t>
      </w:r>
      <w:r w:rsidR="00894734">
        <w:t>’</w:t>
      </w:r>
      <w:r>
        <w:t>appelai ensuite le patron</w:t>
      </w:r>
      <w:r w:rsidR="00894734">
        <w:t> :</w:t>
      </w:r>
    </w:p>
    <w:p w14:paraId="28228785" w14:textId="77777777" w:rsidR="00894734" w:rsidRDefault="00894734">
      <w:r>
        <w:lastRenderedPageBreak/>
        <w:t>— </w:t>
      </w:r>
      <w:r w:rsidR="00000000">
        <w:t>Pouvez-vous m</w:t>
      </w:r>
      <w:r>
        <w:t>’</w:t>
      </w:r>
      <w:r w:rsidR="00000000">
        <w:t>envoyer un autre homme</w:t>
      </w:r>
      <w:r>
        <w:t> ?</w:t>
      </w:r>
    </w:p>
    <w:p w14:paraId="0D167B58" w14:textId="77777777" w:rsidR="00894734" w:rsidRDefault="00894734">
      <w:r>
        <w:t>— </w:t>
      </w:r>
      <w:r w:rsidR="00000000">
        <w:t>Mac Nan est libre</w:t>
      </w:r>
      <w:r>
        <w:t xml:space="preserve">, </w:t>
      </w:r>
      <w:r w:rsidR="00000000">
        <w:t>ou bien Drake</w:t>
      </w:r>
      <w:r>
        <w:t xml:space="preserve">. </w:t>
      </w:r>
      <w:r w:rsidR="00000000">
        <w:t>Lequel préférez-vous</w:t>
      </w:r>
      <w:r>
        <w:t> ?</w:t>
      </w:r>
    </w:p>
    <w:p w14:paraId="721F94E4" w14:textId="77777777" w:rsidR="00894734" w:rsidRDefault="00894734">
      <w:r>
        <w:t>— </w:t>
      </w:r>
      <w:r w:rsidR="00000000">
        <w:t>Mac Nan fera l</w:t>
      </w:r>
      <w:r>
        <w:t>’</w:t>
      </w:r>
      <w:r w:rsidR="00000000">
        <w:t>affaire</w:t>
      </w:r>
      <w:r>
        <w:t xml:space="preserve">. </w:t>
      </w:r>
      <w:r w:rsidR="00000000">
        <w:t>Dites-lui qu</w:t>
      </w:r>
      <w:r>
        <w:t>’</w:t>
      </w:r>
      <w:r w:rsidR="00000000">
        <w:t>il passe chez le pha</w:t>
      </w:r>
      <w:r w:rsidR="00000000">
        <w:t>r</w:t>
      </w:r>
      <w:r w:rsidR="00000000">
        <w:t>macien que vous savez prendre un paquet qu</w:t>
      </w:r>
      <w:r>
        <w:t>’</w:t>
      </w:r>
      <w:r w:rsidR="00000000">
        <w:t>il doit me rappo</w:t>
      </w:r>
      <w:r w:rsidR="00000000">
        <w:t>r</w:t>
      </w:r>
      <w:r w:rsidR="00000000">
        <w:t>ter</w:t>
      </w:r>
      <w:r>
        <w:t xml:space="preserve">. </w:t>
      </w:r>
      <w:r w:rsidR="00000000">
        <w:t>On sait ce que c</w:t>
      </w:r>
      <w:r>
        <w:t>’</w:t>
      </w:r>
      <w:r w:rsidR="00000000">
        <w:t>est à la boutique</w:t>
      </w:r>
      <w:r>
        <w:t>.</w:t>
      </w:r>
    </w:p>
    <w:p w14:paraId="5029741B" w14:textId="77777777" w:rsidR="00894734" w:rsidRDefault="00000000">
      <w:r>
        <w:t>Le patron me dit encore qu</w:t>
      </w:r>
      <w:r w:rsidR="00894734">
        <w:t>’</w:t>
      </w:r>
      <w:r>
        <w:t>il n</w:t>
      </w:r>
      <w:r w:rsidR="00894734">
        <w:t>’</w:t>
      </w:r>
      <w:r>
        <w:t>avait pas d</w:t>
      </w:r>
      <w:r w:rsidR="00894734">
        <w:t>’</w:t>
      </w:r>
      <w:r>
        <w:t>autre nouvelle d</w:t>
      </w:r>
      <w:r w:rsidR="00894734">
        <w:t>’</w:t>
      </w:r>
      <w:proofErr w:type="spellStart"/>
      <w:r>
        <w:t>Aaronia</w:t>
      </w:r>
      <w:proofErr w:type="spellEnd"/>
      <w:r>
        <w:t xml:space="preserve"> ni d</w:t>
      </w:r>
      <w:r w:rsidR="00894734">
        <w:t>’</w:t>
      </w:r>
      <w:r>
        <w:t>Andrews</w:t>
      </w:r>
      <w:r w:rsidR="00894734">
        <w:t>.</w:t>
      </w:r>
    </w:p>
    <w:p w14:paraId="0854A40B" w14:textId="77777777" w:rsidR="00894734" w:rsidRDefault="00000000">
      <w:r>
        <w:t>Je revins à la villa des Embruns</w:t>
      </w:r>
      <w:r w:rsidR="00894734">
        <w:t xml:space="preserve">. </w:t>
      </w:r>
      <w:r>
        <w:t>Nous avions de la visite</w:t>
      </w:r>
      <w:r w:rsidR="00894734">
        <w:t xml:space="preserve">. </w:t>
      </w:r>
      <w:r>
        <w:t>Trois automobiles stationnaient sur la route et une demi-douzaine de journalistes entouraient Mickey sous la véranda</w:t>
      </w:r>
      <w:r w:rsidR="00894734">
        <w:t xml:space="preserve">. </w:t>
      </w:r>
      <w:r>
        <w:t>Ils se retournèrent vers moi pour me questionner</w:t>
      </w:r>
      <w:r w:rsidR="00894734">
        <w:t>.</w:t>
      </w:r>
    </w:p>
    <w:p w14:paraId="7325775C" w14:textId="77777777" w:rsidR="00894734" w:rsidRDefault="00894734">
      <w:r>
        <w:t>— </w:t>
      </w:r>
      <w:r w:rsidR="00000000">
        <w:t>Mrs</w:t>
      </w:r>
      <w:r>
        <w:t xml:space="preserve">. </w:t>
      </w:r>
      <w:r w:rsidR="00000000">
        <w:t>Collinson est ici pour se reposer</w:t>
      </w:r>
      <w:r>
        <w:t xml:space="preserve">, </w:t>
      </w:r>
      <w:r w:rsidR="00000000">
        <w:t>dis-je</w:t>
      </w:r>
      <w:r>
        <w:t xml:space="preserve">. </w:t>
      </w:r>
      <w:r w:rsidR="00000000">
        <w:t>Je ne veux pas d</w:t>
      </w:r>
      <w:r>
        <w:t>’</w:t>
      </w:r>
      <w:r w:rsidR="00000000">
        <w:t>interviews</w:t>
      </w:r>
      <w:r>
        <w:t xml:space="preserve">, </w:t>
      </w:r>
      <w:r w:rsidR="00000000">
        <w:t>encore moins de photographies</w:t>
      </w:r>
      <w:r>
        <w:t xml:space="preserve">. </w:t>
      </w:r>
      <w:r w:rsidR="00000000">
        <w:t>Laissez-la tranquille</w:t>
      </w:r>
      <w:r>
        <w:t xml:space="preserve">. </w:t>
      </w:r>
      <w:r w:rsidR="00000000">
        <w:t>Je vous tiendrai au courant</w:t>
      </w:r>
      <w:r>
        <w:t xml:space="preserve">, </w:t>
      </w:r>
      <w:r w:rsidR="00000000">
        <w:t>je vous le promets</w:t>
      </w:r>
      <w:r>
        <w:t xml:space="preserve">, </w:t>
      </w:r>
      <w:r w:rsidR="00000000">
        <w:t>mais seulement ceux d</w:t>
      </w:r>
      <w:r>
        <w:t>’</w:t>
      </w:r>
      <w:r w:rsidR="00000000">
        <w:t>entre vous qui nous auront fichu la paix</w:t>
      </w:r>
      <w:r>
        <w:t xml:space="preserve">. </w:t>
      </w:r>
      <w:r w:rsidR="00000000">
        <w:t>Tout ce que je puis vous dire</w:t>
      </w:r>
      <w:r>
        <w:t xml:space="preserve">, </w:t>
      </w:r>
      <w:r w:rsidR="00000000">
        <w:t>c</w:t>
      </w:r>
      <w:r>
        <w:t>’</w:t>
      </w:r>
      <w:r w:rsidR="00000000">
        <w:t>est que Fink est inculpé dans l</w:t>
      </w:r>
      <w:r>
        <w:t>’</w:t>
      </w:r>
      <w:r w:rsidR="00000000">
        <w:t>histoire de la bombe</w:t>
      </w:r>
      <w:r>
        <w:t>.</w:t>
      </w:r>
    </w:p>
    <w:p w14:paraId="476E6649" w14:textId="77777777" w:rsidR="00894734" w:rsidRDefault="00894734">
      <w:r>
        <w:t>— </w:t>
      </w:r>
      <w:r w:rsidR="00000000">
        <w:t>Et qu</w:t>
      </w:r>
      <w:r>
        <w:t>’</w:t>
      </w:r>
      <w:r w:rsidR="00000000">
        <w:t>est-ce qu</w:t>
      </w:r>
      <w:r>
        <w:t>’</w:t>
      </w:r>
      <w:r w:rsidR="00000000">
        <w:t>Andrews est venu faire ici</w:t>
      </w:r>
      <w:r>
        <w:t xml:space="preserve"> ? </w:t>
      </w:r>
      <w:r w:rsidR="00000000">
        <w:t>demanda Jack Santos</w:t>
      </w:r>
      <w:r>
        <w:t>.</w:t>
      </w:r>
    </w:p>
    <w:p w14:paraId="2983AC71" w14:textId="77777777" w:rsidR="00894734" w:rsidRDefault="00000000">
      <w:r>
        <w:t>Ce ne fut pas une surprise pour moi d</w:t>
      </w:r>
      <w:r w:rsidR="00894734">
        <w:t>’</w:t>
      </w:r>
      <w:r>
        <w:t>apprendre qu</w:t>
      </w:r>
      <w:r w:rsidR="00894734">
        <w:t>’</w:t>
      </w:r>
      <w:r>
        <w:t>il était là</w:t>
      </w:r>
      <w:r w:rsidR="00894734">
        <w:t xml:space="preserve">, </w:t>
      </w:r>
      <w:r>
        <w:t>car je m</w:t>
      </w:r>
      <w:r w:rsidR="00894734">
        <w:t>’</w:t>
      </w:r>
      <w:r>
        <w:t>attendais bien à le voir apparaître</w:t>
      </w:r>
      <w:r w:rsidR="00894734">
        <w:t>.</w:t>
      </w:r>
    </w:p>
    <w:p w14:paraId="0353AD66" w14:textId="77777777" w:rsidR="00894734" w:rsidRDefault="00894734">
      <w:r>
        <w:t>— </w:t>
      </w:r>
      <w:r w:rsidR="00000000">
        <w:t>Il faudra le lui demander vous-même</w:t>
      </w:r>
      <w:r>
        <w:t xml:space="preserve">. </w:t>
      </w:r>
      <w:r w:rsidR="00000000">
        <w:t>Il est chargé des intérêts de Mrs</w:t>
      </w:r>
      <w:r>
        <w:t xml:space="preserve">. </w:t>
      </w:r>
      <w:r w:rsidR="00000000">
        <w:t>Collinson</w:t>
      </w:r>
      <w:r>
        <w:t xml:space="preserve">, </w:t>
      </w:r>
      <w:r w:rsidR="00000000">
        <w:t>cela ne doit pas vous étonner outre mesure qu</w:t>
      </w:r>
      <w:r>
        <w:t>’</w:t>
      </w:r>
      <w:r w:rsidR="00000000">
        <w:t>il soit venu la voir</w:t>
      </w:r>
      <w:r>
        <w:t>.</w:t>
      </w:r>
    </w:p>
    <w:p w14:paraId="147B38ED" w14:textId="77777777" w:rsidR="00894734" w:rsidRDefault="00894734">
      <w:r>
        <w:t>— </w:t>
      </w:r>
      <w:r w:rsidR="00000000">
        <w:t>Est-ce vrai qu</w:t>
      </w:r>
      <w:r>
        <w:t>’</w:t>
      </w:r>
      <w:r w:rsidR="00000000">
        <w:t>ils ne sont plus très bien ensemble</w:t>
      </w:r>
      <w:r>
        <w:t> ?</w:t>
      </w:r>
    </w:p>
    <w:p w14:paraId="7912EA22" w14:textId="77777777" w:rsidR="00894734" w:rsidRDefault="00894734">
      <w:r>
        <w:t>— </w:t>
      </w:r>
      <w:r w:rsidR="00000000">
        <w:t>Non</w:t>
      </w:r>
      <w:r>
        <w:t xml:space="preserve">, </w:t>
      </w:r>
      <w:r w:rsidR="00000000">
        <w:t>ce n</w:t>
      </w:r>
      <w:r>
        <w:t>’</w:t>
      </w:r>
      <w:r w:rsidR="00000000">
        <w:t>est pas vrai</w:t>
      </w:r>
      <w:r>
        <w:t>.</w:t>
      </w:r>
    </w:p>
    <w:p w14:paraId="394B9483" w14:textId="77777777" w:rsidR="00894734" w:rsidRDefault="00894734">
      <w:r>
        <w:lastRenderedPageBreak/>
        <w:t>— </w:t>
      </w:r>
      <w:r w:rsidR="00000000">
        <w:t>Eh bien</w:t>
      </w:r>
      <w:r>
        <w:t xml:space="preserve"> ! </w:t>
      </w:r>
      <w:r w:rsidR="00000000">
        <w:t>comment se fait-il qu</w:t>
      </w:r>
      <w:r>
        <w:t>’</w:t>
      </w:r>
      <w:r w:rsidR="00000000">
        <w:t>on ne l</w:t>
      </w:r>
      <w:r>
        <w:t>’</w:t>
      </w:r>
      <w:r w:rsidR="00000000">
        <w:t>ait pas encore vu ici</w:t>
      </w:r>
      <w:r>
        <w:t xml:space="preserve">, </w:t>
      </w:r>
      <w:r w:rsidR="00000000">
        <w:t>où il me semble bien pourtant qu</w:t>
      </w:r>
      <w:r>
        <w:t>’</w:t>
      </w:r>
      <w:r w:rsidR="00000000">
        <w:t>il a sa place</w:t>
      </w:r>
      <w:r>
        <w:t xml:space="preserve">, </w:t>
      </w:r>
      <w:r w:rsidR="00000000">
        <w:t>après les r</w:t>
      </w:r>
      <w:r w:rsidR="00000000">
        <w:t>é</w:t>
      </w:r>
      <w:r w:rsidR="00000000">
        <w:t>cents événements</w:t>
      </w:r>
      <w:r>
        <w:t> ?</w:t>
      </w:r>
    </w:p>
    <w:p w14:paraId="7E3FBFB0" w14:textId="77777777" w:rsidR="00894734" w:rsidRDefault="00894734">
      <w:r>
        <w:t>— </w:t>
      </w:r>
      <w:r w:rsidR="00000000">
        <w:t>Encore une chose à lui demander</w:t>
      </w:r>
      <w:r>
        <w:t xml:space="preserve">, </w:t>
      </w:r>
      <w:r w:rsidR="00000000">
        <w:t>mon vieux</w:t>
      </w:r>
      <w:r>
        <w:t>.</w:t>
      </w:r>
    </w:p>
    <w:p w14:paraId="01347351" w14:textId="77777777" w:rsidR="00894734" w:rsidRDefault="00894734">
      <w:r>
        <w:t>— </w:t>
      </w:r>
      <w:r w:rsidR="00000000">
        <w:t>Est-il vrai qu</w:t>
      </w:r>
      <w:r>
        <w:t>’</w:t>
      </w:r>
      <w:r w:rsidR="00000000">
        <w:t>Andrews était cousu de dettes quand la su</w:t>
      </w:r>
      <w:r w:rsidR="00000000">
        <w:t>c</w:t>
      </w:r>
      <w:r w:rsidR="00000000">
        <w:t xml:space="preserve">cession de </w:t>
      </w:r>
      <w:proofErr w:type="spellStart"/>
      <w:r w:rsidR="00000000">
        <w:t>Legget</w:t>
      </w:r>
      <w:proofErr w:type="spellEnd"/>
      <w:r w:rsidR="00000000">
        <w:t xml:space="preserve"> est tombée entre ses mains</w:t>
      </w:r>
      <w:r>
        <w:t> ?</w:t>
      </w:r>
    </w:p>
    <w:p w14:paraId="18CF9275" w14:textId="77777777" w:rsidR="00894734" w:rsidRDefault="00894734">
      <w:r>
        <w:t>— </w:t>
      </w:r>
      <w:r w:rsidR="00000000">
        <w:t>Demandez-lui</w:t>
      </w:r>
      <w:r>
        <w:t xml:space="preserve">, </w:t>
      </w:r>
      <w:r w:rsidR="00000000">
        <w:t>mon vieux</w:t>
      </w:r>
      <w:r>
        <w:t>.</w:t>
      </w:r>
    </w:p>
    <w:p w14:paraId="1E22ECC6" w14:textId="77777777" w:rsidR="00894734" w:rsidRDefault="00000000">
      <w:r>
        <w:t>Santos sourit</w:t>
      </w:r>
      <w:r w:rsidR="00894734">
        <w:t>.</w:t>
      </w:r>
    </w:p>
    <w:p w14:paraId="4C785177" w14:textId="77777777" w:rsidR="00894734" w:rsidRDefault="00894734">
      <w:r>
        <w:t>— </w:t>
      </w:r>
      <w:r w:rsidR="00000000">
        <w:t>Est-il vrai que</w:t>
      </w:r>
      <w:r>
        <w:t xml:space="preserve">, </w:t>
      </w:r>
      <w:r w:rsidR="00000000">
        <w:t>deux jours avant sa mort</w:t>
      </w:r>
      <w:r>
        <w:t xml:space="preserve">, </w:t>
      </w:r>
      <w:r w:rsidR="00000000">
        <w:t>Collinson a qu</w:t>
      </w:r>
      <w:r w:rsidR="00000000">
        <w:t>e</w:t>
      </w:r>
      <w:r w:rsidR="00000000">
        <w:t>rellé sa femme parce qu</w:t>
      </w:r>
      <w:r>
        <w:t>’</w:t>
      </w:r>
      <w:r w:rsidR="00000000">
        <w:t xml:space="preserve">elle était trop amie avec </w:t>
      </w:r>
      <w:proofErr w:type="spellStart"/>
      <w:r w:rsidR="00000000">
        <w:t>Whidden</w:t>
      </w:r>
      <w:proofErr w:type="spellEnd"/>
      <w:r>
        <w:t> ?</w:t>
      </w:r>
    </w:p>
    <w:p w14:paraId="51FA9E9F" w14:textId="77777777" w:rsidR="00894734" w:rsidRDefault="00894734">
      <w:r>
        <w:t>— </w:t>
      </w:r>
      <w:r w:rsidR="00000000">
        <w:t>Ah</w:t>
      </w:r>
      <w:r>
        <w:t xml:space="preserve"> ! </w:t>
      </w:r>
      <w:r w:rsidR="00000000">
        <w:t>vous me cuisinez</w:t>
      </w:r>
      <w:r>
        <w:t xml:space="preserve">, </w:t>
      </w:r>
      <w:r w:rsidR="00000000">
        <w:t>Jack</w:t>
      </w:r>
      <w:r>
        <w:t xml:space="preserve">. </w:t>
      </w:r>
      <w:r w:rsidR="00000000">
        <w:t>Vous sortez de vos attrib</w:t>
      </w:r>
      <w:r w:rsidR="00000000">
        <w:t>u</w:t>
      </w:r>
      <w:r w:rsidR="00000000">
        <w:t>tions</w:t>
      </w:r>
      <w:r>
        <w:t xml:space="preserve">, </w:t>
      </w:r>
      <w:r w:rsidR="00000000">
        <w:t>mon cher</w:t>
      </w:r>
      <w:r>
        <w:t xml:space="preserve">, </w:t>
      </w:r>
      <w:r w:rsidR="00000000">
        <w:t>dis-je</w:t>
      </w:r>
      <w:r>
        <w:t xml:space="preserve">. </w:t>
      </w:r>
      <w:r w:rsidR="00000000">
        <w:t>Est-ce qu</w:t>
      </w:r>
      <w:r>
        <w:t>’</w:t>
      </w:r>
      <w:r w:rsidR="00000000">
        <w:t>Andrews est toujours là</w:t>
      </w:r>
      <w:r>
        <w:t> ?</w:t>
      </w:r>
    </w:p>
    <w:p w14:paraId="31BE7387" w14:textId="77777777" w:rsidR="00894734" w:rsidRDefault="00894734">
      <w:r>
        <w:t>— </w:t>
      </w:r>
      <w:r w:rsidR="00000000">
        <w:t>Oui</w:t>
      </w:r>
      <w:r>
        <w:t>.</w:t>
      </w:r>
    </w:p>
    <w:p w14:paraId="5674B4F2" w14:textId="77777777" w:rsidR="00894734" w:rsidRDefault="00000000">
      <w:r>
        <w:t>J</w:t>
      </w:r>
      <w:r w:rsidR="00894734">
        <w:t>’</w:t>
      </w:r>
      <w:r>
        <w:t>entrai et appelai Mickey à l</w:t>
      </w:r>
      <w:r w:rsidR="00894734">
        <w:t>’</w:t>
      </w:r>
      <w:r>
        <w:t>intérieur de la maison</w:t>
      </w:r>
      <w:r w:rsidR="00894734">
        <w:t>.</w:t>
      </w:r>
    </w:p>
    <w:p w14:paraId="1BD7A62B" w14:textId="77777777" w:rsidR="00894734" w:rsidRDefault="00894734">
      <w:r>
        <w:t>— </w:t>
      </w:r>
      <w:r w:rsidR="00000000">
        <w:t>Avez-vous vu Dick</w:t>
      </w:r>
      <w:r>
        <w:t> ?</w:t>
      </w:r>
    </w:p>
    <w:p w14:paraId="36EBFA87" w14:textId="77777777" w:rsidR="00894734" w:rsidRDefault="00894734">
      <w:r>
        <w:t>— </w:t>
      </w:r>
      <w:r w:rsidR="00000000">
        <w:t>Il est arrivé deux minutes après Andrews</w:t>
      </w:r>
      <w:r>
        <w:t>.</w:t>
      </w:r>
    </w:p>
    <w:p w14:paraId="3A5AD0EA" w14:textId="77777777" w:rsidR="00894734" w:rsidRDefault="00894734">
      <w:r>
        <w:t>— </w:t>
      </w:r>
      <w:r w:rsidR="00000000">
        <w:t>Bon</w:t>
      </w:r>
      <w:r>
        <w:t xml:space="preserve">, </w:t>
      </w:r>
      <w:r w:rsidR="00000000">
        <w:t>qu</w:t>
      </w:r>
      <w:r>
        <w:t>’</w:t>
      </w:r>
      <w:r w:rsidR="00000000">
        <w:t>il ne le quitte pas de l</w:t>
      </w:r>
      <w:r>
        <w:t>’</w:t>
      </w:r>
      <w:r w:rsidR="00000000">
        <w:t>œil</w:t>
      </w:r>
      <w:r>
        <w:t>.</w:t>
      </w:r>
    </w:p>
    <w:p w14:paraId="2487F002" w14:textId="77777777" w:rsidR="00894734" w:rsidRDefault="00000000">
      <w:r>
        <w:t>Mrs</w:t>
      </w:r>
      <w:r w:rsidR="00894734">
        <w:t xml:space="preserve">. </w:t>
      </w:r>
      <w:r>
        <w:t>Herman arrivait</w:t>
      </w:r>
      <w:r w:rsidR="00894734">
        <w:t xml:space="preserve">, </w:t>
      </w:r>
      <w:r>
        <w:t>avec son plus gracieux sourire</w:t>
      </w:r>
      <w:r w:rsidR="00894734">
        <w:t>.</w:t>
      </w:r>
    </w:p>
    <w:p w14:paraId="78FAFE13" w14:textId="77777777" w:rsidR="00894734" w:rsidRDefault="00894734">
      <w:r>
        <w:t>— </w:t>
      </w:r>
      <w:r w:rsidR="00000000">
        <w:t>Où est Mr</w:t>
      </w:r>
      <w:r>
        <w:t xml:space="preserve">. </w:t>
      </w:r>
      <w:r w:rsidR="00000000">
        <w:t>Andrews</w:t>
      </w:r>
      <w:r>
        <w:t> ?</w:t>
      </w:r>
    </w:p>
    <w:p w14:paraId="1660E367" w14:textId="77777777" w:rsidR="00894734" w:rsidRDefault="00894734">
      <w:r>
        <w:t>— </w:t>
      </w:r>
      <w:r w:rsidR="00000000">
        <w:t>Là-haut</w:t>
      </w:r>
      <w:r>
        <w:t xml:space="preserve">, </w:t>
      </w:r>
      <w:r w:rsidR="00000000">
        <w:t>avec Madame</w:t>
      </w:r>
      <w:r>
        <w:t>.</w:t>
      </w:r>
    </w:p>
    <w:p w14:paraId="1B2D748F" w14:textId="77777777" w:rsidR="00894734" w:rsidRDefault="00000000">
      <w:r>
        <w:t>Je montai et j</w:t>
      </w:r>
      <w:r w:rsidR="00894734">
        <w:t>’</w:t>
      </w:r>
      <w:r>
        <w:t>entrai sans frapper</w:t>
      </w:r>
      <w:r w:rsidR="00894734">
        <w:t xml:space="preserve">. </w:t>
      </w:r>
      <w:r>
        <w:t>Gabrielle</w:t>
      </w:r>
      <w:r w:rsidR="00894734">
        <w:t xml:space="preserve">, </w:t>
      </w:r>
      <w:r>
        <w:t>dans une lo</w:t>
      </w:r>
      <w:r>
        <w:t>n</w:t>
      </w:r>
      <w:r>
        <w:t>gue robe de soie noire</w:t>
      </w:r>
      <w:r w:rsidR="00894734">
        <w:t xml:space="preserve">, </w:t>
      </w:r>
      <w:r>
        <w:t>était assise droite sur le bras d</w:t>
      </w:r>
      <w:r w:rsidR="00894734">
        <w:t>’</w:t>
      </w:r>
      <w:r>
        <w:t>un fa</w:t>
      </w:r>
      <w:r>
        <w:t>u</w:t>
      </w:r>
      <w:r>
        <w:t>teuil</w:t>
      </w:r>
      <w:r w:rsidR="00894734">
        <w:t xml:space="preserve">. </w:t>
      </w:r>
      <w:r>
        <w:t>Elle était pâle et regardait le mouchoir qu</w:t>
      </w:r>
      <w:r w:rsidR="00894734">
        <w:t>’</w:t>
      </w:r>
      <w:r>
        <w:t>elle froissait e</w:t>
      </w:r>
      <w:r>
        <w:t>n</w:t>
      </w:r>
      <w:r>
        <w:t>tre ses deux mains</w:t>
      </w:r>
      <w:r w:rsidR="00894734">
        <w:t xml:space="preserve">. </w:t>
      </w:r>
      <w:r>
        <w:t xml:space="preserve">Elle leva les yeux vers moi comme </w:t>
      </w:r>
      <w:r>
        <w:lastRenderedPageBreak/>
        <w:t>si elle était heureuse de me voir entrer</w:t>
      </w:r>
      <w:r w:rsidR="00894734">
        <w:t xml:space="preserve">. </w:t>
      </w:r>
      <w:r>
        <w:t>L</w:t>
      </w:r>
      <w:r w:rsidR="00894734">
        <w:t>’</w:t>
      </w:r>
      <w:r>
        <w:t>avocat se tenait debout contre la cheminée</w:t>
      </w:r>
      <w:r w:rsidR="00894734">
        <w:t xml:space="preserve">. </w:t>
      </w:r>
      <w:r>
        <w:t>Lui n</w:t>
      </w:r>
      <w:r w:rsidR="00894734">
        <w:t>’</w:t>
      </w:r>
      <w:r>
        <w:t>eut pas l</w:t>
      </w:r>
      <w:r w:rsidR="00894734">
        <w:t>’</w:t>
      </w:r>
      <w:r>
        <w:t>air content de me voir</w:t>
      </w:r>
      <w:r w:rsidR="00894734">
        <w:t>.</w:t>
      </w:r>
    </w:p>
    <w:p w14:paraId="7C8BAC6D" w14:textId="77777777" w:rsidR="00894734" w:rsidRDefault="00894734">
      <w:r>
        <w:t>— </w:t>
      </w:r>
      <w:r w:rsidR="00000000">
        <w:t>Hello</w:t>
      </w:r>
      <w:r>
        <w:t xml:space="preserve">, </w:t>
      </w:r>
      <w:r w:rsidR="00000000">
        <w:t>dis-je cordialement</w:t>
      </w:r>
      <w:r>
        <w:t xml:space="preserve">, </w:t>
      </w:r>
      <w:r w:rsidR="00000000">
        <w:t>en m</w:t>
      </w:r>
      <w:r>
        <w:t>’</w:t>
      </w:r>
      <w:r w:rsidR="00000000">
        <w:t>installant sur le coin de la table</w:t>
      </w:r>
      <w:r>
        <w:t>.</w:t>
      </w:r>
    </w:p>
    <w:p w14:paraId="08A1F378" w14:textId="77777777" w:rsidR="00894734" w:rsidRDefault="00894734">
      <w:r>
        <w:t>— </w:t>
      </w:r>
      <w:r w:rsidR="00000000">
        <w:t>Je suis venu chercher Mrs</w:t>
      </w:r>
      <w:r>
        <w:t xml:space="preserve">. </w:t>
      </w:r>
      <w:r w:rsidR="00000000">
        <w:t>Collinson pour la reconduire à San Francisco</w:t>
      </w:r>
      <w:r>
        <w:t xml:space="preserve">, </w:t>
      </w:r>
      <w:r w:rsidR="00000000">
        <w:t>me dit-il</w:t>
      </w:r>
      <w:r>
        <w:t>.</w:t>
      </w:r>
    </w:p>
    <w:p w14:paraId="2AB1E033" w14:textId="77777777" w:rsidR="00894734" w:rsidRDefault="00000000">
      <w:r>
        <w:t>Elle ne dit pas un mot</w:t>
      </w:r>
      <w:r w:rsidR="00894734">
        <w:t xml:space="preserve">. </w:t>
      </w:r>
      <w:r>
        <w:t>Je demandai</w:t>
      </w:r>
      <w:r w:rsidR="00894734">
        <w:t> :</w:t>
      </w:r>
    </w:p>
    <w:p w14:paraId="72C57F47" w14:textId="77777777" w:rsidR="00894734" w:rsidRDefault="00894734">
      <w:r>
        <w:t>— </w:t>
      </w:r>
      <w:r w:rsidR="00000000">
        <w:t>Pas à San Mateo</w:t>
      </w:r>
      <w:r>
        <w:t> ?</w:t>
      </w:r>
    </w:p>
    <w:p w14:paraId="1EE0B837" w14:textId="77777777" w:rsidR="00894734" w:rsidRDefault="00894734">
      <w:r>
        <w:t>— </w:t>
      </w:r>
      <w:r w:rsidR="00000000">
        <w:t>Que voulez-vous dire</w:t>
      </w:r>
      <w:r>
        <w:t> ?</w:t>
      </w:r>
    </w:p>
    <w:p w14:paraId="7E046570" w14:textId="77777777" w:rsidR="00894734" w:rsidRDefault="00000000">
      <w:r>
        <w:t>Puis plus lentement</w:t>
      </w:r>
      <w:r w:rsidR="00894734">
        <w:t> :</w:t>
      </w:r>
    </w:p>
    <w:p w14:paraId="6978EB3C" w14:textId="77777777" w:rsidR="00894734" w:rsidRDefault="00894734">
      <w:r>
        <w:t>— </w:t>
      </w:r>
      <w:r w:rsidR="00000000">
        <w:t>Je suis allé voir Mrs</w:t>
      </w:r>
      <w:r>
        <w:t xml:space="preserve">. </w:t>
      </w:r>
      <w:proofErr w:type="spellStart"/>
      <w:r w:rsidR="00000000">
        <w:t>Haldorn</w:t>
      </w:r>
      <w:proofErr w:type="spellEnd"/>
      <w:r w:rsidR="00000000">
        <w:t xml:space="preserve"> professionnellement</w:t>
      </w:r>
      <w:r>
        <w:t xml:space="preserve">. </w:t>
      </w:r>
      <w:r w:rsidR="00000000">
        <w:t>Elle a besoin d</w:t>
      </w:r>
      <w:r>
        <w:t>’</w:t>
      </w:r>
      <w:r w:rsidR="00000000">
        <w:t>un avocat</w:t>
      </w:r>
      <w:r>
        <w:t xml:space="preserve">. </w:t>
      </w:r>
      <w:r w:rsidR="00000000">
        <w:t>Ce n</w:t>
      </w:r>
      <w:r>
        <w:t>’</w:t>
      </w:r>
      <w:r w:rsidR="00000000">
        <w:t xml:space="preserve">est pas vous qui </w:t>
      </w:r>
      <w:proofErr w:type="spellStart"/>
      <w:r w:rsidR="00000000">
        <w:t>pourrez vous</w:t>
      </w:r>
      <w:proofErr w:type="spellEnd"/>
      <w:r w:rsidR="00000000">
        <w:t xml:space="preserve"> en étonner</w:t>
      </w:r>
      <w:r>
        <w:t>.</w:t>
      </w:r>
    </w:p>
    <w:p w14:paraId="1C8764B5" w14:textId="77777777" w:rsidR="00894734" w:rsidRDefault="00894734">
      <w:r>
        <w:t>— </w:t>
      </w:r>
      <w:r w:rsidR="00000000">
        <w:t>Mais je n</w:t>
      </w:r>
      <w:r>
        <w:t>’</w:t>
      </w:r>
      <w:r w:rsidR="00000000">
        <w:t>y vois aucun inconvénient</w:t>
      </w:r>
      <w:r>
        <w:t xml:space="preserve">, </w:t>
      </w:r>
      <w:r w:rsidR="00000000">
        <w:t>dis-je</w:t>
      </w:r>
      <w:r>
        <w:t xml:space="preserve">, </w:t>
      </w:r>
      <w:r w:rsidR="00000000">
        <w:t>même si elle a eu besoin de trente heures pour vous expliquer ce qu</w:t>
      </w:r>
      <w:r>
        <w:t>’</w:t>
      </w:r>
      <w:r w:rsidR="00000000">
        <w:t>elle a</w:t>
      </w:r>
      <w:r w:rsidR="00000000">
        <w:t>t</w:t>
      </w:r>
      <w:r w:rsidR="00000000">
        <w:t>tendait de vous</w:t>
      </w:r>
      <w:r>
        <w:t xml:space="preserve">. </w:t>
      </w:r>
      <w:r w:rsidR="00000000">
        <w:t>C</w:t>
      </w:r>
      <w:r>
        <w:t>’</w:t>
      </w:r>
      <w:r w:rsidR="00000000">
        <w:t>est votre affaire à tous deux</w:t>
      </w:r>
      <w:r>
        <w:t xml:space="preserve">, </w:t>
      </w:r>
      <w:r w:rsidR="00000000">
        <w:t>n</w:t>
      </w:r>
      <w:r>
        <w:t>’</w:t>
      </w:r>
      <w:r w:rsidR="00000000">
        <w:t>est-ce pas</w:t>
      </w:r>
      <w:r>
        <w:t> ?</w:t>
      </w:r>
    </w:p>
    <w:p w14:paraId="586E3AB3" w14:textId="77777777" w:rsidR="00894734" w:rsidRDefault="00894734">
      <w:r>
        <w:t>— </w:t>
      </w:r>
      <w:r w:rsidR="00000000">
        <w:t>J</w:t>
      </w:r>
      <w:r>
        <w:t>’</w:t>
      </w:r>
      <w:r w:rsidR="00000000">
        <w:t>allais vous le dire</w:t>
      </w:r>
      <w:r>
        <w:t>.</w:t>
      </w:r>
    </w:p>
    <w:p w14:paraId="742C1D69" w14:textId="77777777" w:rsidR="00894734" w:rsidRDefault="00894734">
      <w:r>
        <w:t>— </w:t>
      </w:r>
      <w:r w:rsidR="00000000">
        <w:t>Seulement</w:t>
      </w:r>
      <w:r>
        <w:t xml:space="preserve">, </w:t>
      </w:r>
      <w:r w:rsidR="00000000">
        <w:t>voilà</w:t>
      </w:r>
      <w:r>
        <w:t xml:space="preserve">, </w:t>
      </w:r>
      <w:r w:rsidR="00000000">
        <w:t>repris-je</w:t>
      </w:r>
      <w:r>
        <w:t xml:space="preserve">, </w:t>
      </w:r>
      <w:r w:rsidR="00000000">
        <w:t>qu</w:t>
      </w:r>
      <w:r>
        <w:t>’</w:t>
      </w:r>
      <w:r w:rsidR="00000000">
        <w:t>est-ce que je vais dire aux journalistes qui m</w:t>
      </w:r>
      <w:r>
        <w:t>’</w:t>
      </w:r>
      <w:r w:rsidR="00000000">
        <w:t>attendent en bas et qui vous ont vu entrer</w:t>
      </w:r>
      <w:r>
        <w:t> ?</w:t>
      </w:r>
    </w:p>
    <w:p w14:paraId="1F8D4666" w14:textId="77777777" w:rsidR="00894734" w:rsidRDefault="00000000">
      <w:r>
        <w:t>J</w:t>
      </w:r>
      <w:r w:rsidR="00894734">
        <w:t>’</w:t>
      </w:r>
      <w:r>
        <w:t>eus l</w:t>
      </w:r>
      <w:r w:rsidR="00894734">
        <w:t>’</w:t>
      </w:r>
      <w:r>
        <w:t>impression qu</w:t>
      </w:r>
      <w:r w:rsidR="00894734">
        <w:t>’</w:t>
      </w:r>
      <w:r>
        <w:t>il retenait une injure</w:t>
      </w:r>
      <w:r w:rsidR="00894734">
        <w:t xml:space="preserve">. </w:t>
      </w:r>
      <w:r>
        <w:t>Excédé</w:t>
      </w:r>
      <w:r w:rsidR="00894734">
        <w:t xml:space="preserve">, </w:t>
      </w:r>
      <w:r>
        <w:t>il se r</w:t>
      </w:r>
      <w:r>
        <w:t>e</w:t>
      </w:r>
      <w:r>
        <w:t>tourna vers Gabrielle</w:t>
      </w:r>
      <w:r w:rsidR="00894734">
        <w:t> :</w:t>
      </w:r>
    </w:p>
    <w:p w14:paraId="6C4A272A" w14:textId="77777777" w:rsidR="00894734" w:rsidRDefault="00894734">
      <w:r>
        <w:t>— </w:t>
      </w:r>
      <w:r w:rsidR="00000000">
        <w:t>Alors</w:t>
      </w:r>
      <w:r>
        <w:t xml:space="preserve">, </w:t>
      </w:r>
      <w:r w:rsidR="00000000">
        <w:t>Gabrielle</w:t>
      </w:r>
      <w:r>
        <w:t xml:space="preserve">, </w:t>
      </w:r>
      <w:r w:rsidR="00000000">
        <w:t>que décidez-vous</w:t>
      </w:r>
      <w:r>
        <w:t xml:space="preserve"> ? </w:t>
      </w:r>
      <w:r w:rsidR="00000000">
        <w:t>Vous venez avec moi</w:t>
      </w:r>
      <w:r>
        <w:t> ?</w:t>
      </w:r>
    </w:p>
    <w:p w14:paraId="2B6EC83D" w14:textId="77777777" w:rsidR="00894734" w:rsidRDefault="00894734">
      <w:r>
        <w:lastRenderedPageBreak/>
        <w:t>— </w:t>
      </w:r>
      <w:r w:rsidR="00000000">
        <w:t>Que dois-je faire</w:t>
      </w:r>
      <w:r>
        <w:t xml:space="preserve"> ? </w:t>
      </w:r>
      <w:r w:rsidR="00000000">
        <w:t>me demanda-t-elle</w:t>
      </w:r>
      <w:r>
        <w:t>.</w:t>
      </w:r>
    </w:p>
    <w:p w14:paraId="51A61C91" w14:textId="77777777" w:rsidR="00894734" w:rsidRDefault="00894734">
      <w:r>
        <w:t>— </w:t>
      </w:r>
      <w:r w:rsidR="00000000">
        <w:t>Rien que ce que vous voudrez</w:t>
      </w:r>
      <w:r>
        <w:t> »</w:t>
      </w:r>
      <w:r w:rsidR="00000000">
        <w:t xml:space="preserve"> dis-je</w:t>
      </w:r>
      <w:r>
        <w:t xml:space="preserve">. </w:t>
      </w:r>
      <w:r w:rsidR="00000000">
        <w:t>Allez</w:t>
      </w:r>
      <w:r>
        <w:t xml:space="preserve">, </w:t>
      </w:r>
      <w:r w:rsidR="00000000">
        <w:t>si vous vo</w:t>
      </w:r>
      <w:r w:rsidR="00000000">
        <w:t>u</w:t>
      </w:r>
      <w:r w:rsidR="00000000">
        <w:t>lez</w:t>
      </w:r>
      <w:r>
        <w:t>.</w:t>
      </w:r>
    </w:p>
    <w:p w14:paraId="3D1BFE78" w14:textId="77777777" w:rsidR="00894734" w:rsidRDefault="00894734">
      <w:r>
        <w:t>— </w:t>
      </w:r>
      <w:r w:rsidR="00000000">
        <w:t>Eh bien</w:t>
      </w:r>
      <w:r>
        <w:t xml:space="preserve"> ! </w:t>
      </w:r>
      <w:r w:rsidR="00000000">
        <w:t>je ne veux pas</w:t>
      </w:r>
      <w:r>
        <w:t>.</w:t>
      </w:r>
    </w:p>
    <w:p w14:paraId="2D27E8C3" w14:textId="77777777" w:rsidR="00894734" w:rsidRDefault="00894734">
      <w:r>
        <w:t>— </w:t>
      </w:r>
      <w:r w:rsidR="00000000">
        <w:t>Bon</w:t>
      </w:r>
      <w:r>
        <w:t xml:space="preserve">, </w:t>
      </w:r>
      <w:r w:rsidR="00000000">
        <w:t>voilà qui est clair</w:t>
      </w:r>
      <w:r>
        <w:t xml:space="preserve">, </w:t>
      </w:r>
      <w:r w:rsidR="00000000">
        <w:t>dis-je en me tournant vers A</w:t>
      </w:r>
      <w:r w:rsidR="00000000">
        <w:t>n</w:t>
      </w:r>
      <w:r w:rsidR="00000000">
        <w:t>drews</w:t>
      </w:r>
      <w:r>
        <w:t>.</w:t>
      </w:r>
    </w:p>
    <w:p w14:paraId="3709C14D" w14:textId="77777777" w:rsidR="00894734" w:rsidRDefault="00000000">
      <w:r>
        <w:t>Il me salua et s</w:t>
      </w:r>
      <w:r w:rsidR="00894734">
        <w:t>’</w:t>
      </w:r>
      <w:r>
        <w:t>avança pour prendre la main de Gabrielle</w:t>
      </w:r>
      <w:r w:rsidR="00894734">
        <w:t>.</w:t>
      </w:r>
    </w:p>
    <w:p w14:paraId="7C2CEE3B" w14:textId="77777777" w:rsidR="00894734" w:rsidRDefault="00894734">
      <w:r>
        <w:t>— </w:t>
      </w:r>
      <w:r w:rsidR="00000000">
        <w:t>Je suis désolé</w:t>
      </w:r>
      <w:r>
        <w:t xml:space="preserve">, </w:t>
      </w:r>
      <w:r w:rsidR="00000000">
        <w:t>chère amie</w:t>
      </w:r>
      <w:r>
        <w:t xml:space="preserve">, </w:t>
      </w:r>
      <w:r w:rsidR="00000000">
        <w:t>mais il faut que je parte mai</w:t>
      </w:r>
      <w:r w:rsidR="00000000">
        <w:t>n</w:t>
      </w:r>
      <w:r w:rsidR="00000000">
        <w:t>tenant</w:t>
      </w:r>
      <w:r>
        <w:t xml:space="preserve">. </w:t>
      </w:r>
      <w:r w:rsidR="00000000">
        <w:t>Un coup de téléphone</w:t>
      </w:r>
      <w:r>
        <w:t xml:space="preserve">, </w:t>
      </w:r>
      <w:r w:rsidR="00000000">
        <w:t>n</w:t>
      </w:r>
      <w:r>
        <w:t>’</w:t>
      </w:r>
      <w:r w:rsidR="00000000">
        <w:t>est-ce pas</w:t>
      </w:r>
      <w:r>
        <w:t xml:space="preserve"> ? </w:t>
      </w:r>
      <w:r w:rsidR="00000000">
        <w:t>si vous avez besoin de moi</w:t>
      </w:r>
      <w:r>
        <w:t>.</w:t>
      </w:r>
    </w:p>
    <w:p w14:paraId="6A439742" w14:textId="77777777" w:rsidR="00894734" w:rsidRDefault="00000000">
      <w:r>
        <w:t>Il déclina l</w:t>
      </w:r>
      <w:r w:rsidR="00894734">
        <w:t>’</w:t>
      </w:r>
      <w:r>
        <w:t>invitation de Gabrielle de rester à dîner avec nous et me dit bonsoir d</w:t>
      </w:r>
      <w:r w:rsidR="00894734">
        <w:t>’</w:t>
      </w:r>
      <w:r>
        <w:t>un ton assez rogue</w:t>
      </w:r>
      <w:r w:rsidR="00894734">
        <w:t xml:space="preserve">. </w:t>
      </w:r>
      <w:r>
        <w:t>De la fenêtre je le vis se précipiter dans sa voiture</w:t>
      </w:r>
      <w:r w:rsidR="00894734">
        <w:t xml:space="preserve">, </w:t>
      </w:r>
      <w:r>
        <w:t>feignant de ne pas voir les journalistes qui se pressaient autour de lui</w:t>
      </w:r>
      <w:r w:rsidR="00894734">
        <w:t>.</w:t>
      </w:r>
    </w:p>
    <w:p w14:paraId="51FDB09B" w14:textId="77777777" w:rsidR="00894734" w:rsidRDefault="00000000">
      <w:r>
        <w:t>Quand je me retournai</w:t>
      </w:r>
      <w:r w:rsidR="00894734">
        <w:t xml:space="preserve">, </w:t>
      </w:r>
      <w:r>
        <w:t>Gabrielle me regardait fixement</w:t>
      </w:r>
      <w:r w:rsidR="00894734">
        <w:t>.</w:t>
      </w:r>
    </w:p>
    <w:p w14:paraId="4C7320EB" w14:textId="77777777" w:rsidR="00894734" w:rsidRDefault="00894734">
      <w:r>
        <w:t>— </w:t>
      </w:r>
      <w:r w:rsidR="00000000">
        <w:t>Que vouliez-vous dire quand vous lui avez parlé de San Mateo</w:t>
      </w:r>
      <w:r>
        <w:t> ?</w:t>
      </w:r>
    </w:p>
    <w:p w14:paraId="021B218B" w14:textId="77777777" w:rsidR="00894734" w:rsidRDefault="00894734">
      <w:r>
        <w:t>— </w:t>
      </w:r>
      <w:r w:rsidR="00000000">
        <w:t xml:space="preserve">Pouvez-vous me dire à quel point </w:t>
      </w:r>
      <w:proofErr w:type="spellStart"/>
      <w:r w:rsidR="00000000">
        <w:t>Aaronia</w:t>
      </w:r>
      <w:proofErr w:type="spellEnd"/>
      <w:r w:rsidR="00000000">
        <w:t xml:space="preserve"> </w:t>
      </w:r>
      <w:proofErr w:type="spellStart"/>
      <w:r w:rsidR="00000000">
        <w:t>Haldorn</w:t>
      </w:r>
      <w:proofErr w:type="spellEnd"/>
      <w:r w:rsidR="00000000">
        <w:t xml:space="preserve"> et lui sont amis</w:t>
      </w:r>
      <w:r>
        <w:t> ?</w:t>
      </w:r>
    </w:p>
    <w:p w14:paraId="40027FE3" w14:textId="77777777" w:rsidR="00894734" w:rsidRDefault="00894734">
      <w:r>
        <w:t>— </w:t>
      </w:r>
      <w:r w:rsidR="00000000">
        <w:t>Je n</w:t>
      </w:r>
      <w:r>
        <w:t>’</w:t>
      </w:r>
      <w:r w:rsidR="00000000">
        <w:t>en ai aucune idée</w:t>
      </w:r>
      <w:r>
        <w:t xml:space="preserve">, </w:t>
      </w:r>
      <w:r w:rsidR="00000000">
        <w:t>mais dites</w:t>
      </w:r>
      <w:r>
        <w:t xml:space="preserve">, </w:t>
      </w:r>
      <w:r w:rsidR="00000000">
        <w:t>pourquoi lui avez-vous parlé de San Mateo</w:t>
      </w:r>
      <w:r>
        <w:t> ?</w:t>
      </w:r>
    </w:p>
    <w:p w14:paraId="4B6FB7A3" w14:textId="77777777" w:rsidR="00894734" w:rsidRDefault="00894734">
      <w:r>
        <w:t>— </w:t>
      </w:r>
      <w:r w:rsidR="00000000">
        <w:t>Travail de détective</w:t>
      </w:r>
      <w:r>
        <w:t xml:space="preserve">. </w:t>
      </w:r>
      <w:r w:rsidR="00000000">
        <w:t>Je dois vous dire qu</w:t>
      </w:r>
      <w:r>
        <w:t>’</w:t>
      </w:r>
      <w:r w:rsidR="00000000">
        <w:t>il y a une r</w:t>
      </w:r>
      <w:r w:rsidR="00000000">
        <w:t>u</w:t>
      </w:r>
      <w:r w:rsidR="00000000">
        <w:t>meur</w:t>
      </w:r>
      <w:r>
        <w:t xml:space="preserve">, </w:t>
      </w:r>
      <w:r w:rsidR="00000000">
        <w:t>chuchotant que le règlement de la succession de votre père est venu à propos entre les mains d</w:t>
      </w:r>
      <w:r>
        <w:t>’</w:t>
      </w:r>
      <w:r w:rsidR="00000000">
        <w:t>Andrews pour tirer c</w:t>
      </w:r>
      <w:r w:rsidR="00000000">
        <w:t>e</w:t>
      </w:r>
      <w:r w:rsidR="00000000">
        <w:t>lui-ci d</w:t>
      </w:r>
      <w:r>
        <w:t>’</w:t>
      </w:r>
      <w:r w:rsidR="00000000">
        <w:t>un mauvais pas</w:t>
      </w:r>
      <w:r>
        <w:t xml:space="preserve">. </w:t>
      </w:r>
      <w:r w:rsidR="00000000">
        <w:t>Peut-être n</w:t>
      </w:r>
      <w:r>
        <w:t>’</w:t>
      </w:r>
      <w:r w:rsidR="00000000">
        <w:t>y a-t-il rien de vrai dans tout cela</w:t>
      </w:r>
      <w:r>
        <w:t xml:space="preserve">, </w:t>
      </w:r>
      <w:r w:rsidR="00000000">
        <w:t>mais cela ne gâtera rien de l</w:t>
      </w:r>
      <w:r>
        <w:t>’</w:t>
      </w:r>
      <w:r w:rsidR="00000000">
        <w:t>avoir à l</w:t>
      </w:r>
      <w:r>
        <w:t>’</w:t>
      </w:r>
      <w:r w:rsidR="00000000">
        <w:t>œil</w:t>
      </w:r>
      <w:r>
        <w:t>.</w:t>
      </w:r>
    </w:p>
    <w:p w14:paraId="3D2F0DAF" w14:textId="77777777" w:rsidR="00894734" w:rsidRDefault="00000000">
      <w:r>
        <w:lastRenderedPageBreak/>
        <w:t>Mrs</w:t>
      </w:r>
      <w:r w:rsidR="00894734">
        <w:t xml:space="preserve">. </w:t>
      </w:r>
      <w:r>
        <w:t>Herman nous appelant pour le dîner arrêta là notre conversation</w:t>
      </w:r>
      <w:r w:rsidR="00894734">
        <w:t xml:space="preserve">. </w:t>
      </w:r>
      <w:r>
        <w:t>Gabrielle mangea très peu</w:t>
      </w:r>
      <w:r w:rsidR="00894734">
        <w:t xml:space="preserve">. </w:t>
      </w:r>
      <w:r>
        <w:t>J</w:t>
      </w:r>
      <w:r w:rsidR="00894734">
        <w:t>’</w:t>
      </w:r>
      <w:r>
        <w:t>étais moi-même très préoccupé</w:t>
      </w:r>
      <w:r w:rsidR="00894734">
        <w:t xml:space="preserve">. </w:t>
      </w:r>
      <w:r>
        <w:t>Seul Mickey fit vraiment honneur à la cuisine de l</w:t>
      </w:r>
      <w:r w:rsidR="00894734">
        <w:t>’</w:t>
      </w:r>
      <w:r>
        <w:t>infirmière aux cheveux rouges</w:t>
      </w:r>
      <w:r w:rsidR="00894734">
        <w:t>.</w:t>
      </w:r>
    </w:p>
    <w:p w14:paraId="3B3857E2" w14:textId="77777777" w:rsidR="00894734" w:rsidRDefault="00000000">
      <w:r>
        <w:t>Après le repas</w:t>
      </w:r>
      <w:r w:rsidR="00894734">
        <w:t xml:space="preserve">, </w:t>
      </w:r>
      <w:r>
        <w:t>nous sortîmes</w:t>
      </w:r>
      <w:r w:rsidR="00894734">
        <w:t xml:space="preserve">, </w:t>
      </w:r>
      <w:r>
        <w:t>lui et moi</w:t>
      </w:r>
      <w:r w:rsidR="00894734">
        <w:t xml:space="preserve">, </w:t>
      </w:r>
      <w:r>
        <w:t>pour inspecter les alentours de la maison</w:t>
      </w:r>
      <w:r w:rsidR="00894734">
        <w:t xml:space="preserve">. </w:t>
      </w:r>
      <w:r>
        <w:t>La nuit de printemps était claire</w:t>
      </w:r>
      <w:r w:rsidR="00894734">
        <w:t>.</w:t>
      </w:r>
    </w:p>
    <w:p w14:paraId="6A99DB6B" w14:textId="77777777" w:rsidR="00894734" w:rsidRDefault="00894734">
      <w:r>
        <w:t>— </w:t>
      </w:r>
      <w:r w:rsidR="00000000">
        <w:t>Mac Man sera là demain matin</w:t>
      </w:r>
      <w:r>
        <w:t xml:space="preserve">, </w:t>
      </w:r>
      <w:r w:rsidR="00000000">
        <w:t>lui dis-je</w:t>
      </w:r>
      <w:r>
        <w:t xml:space="preserve">. </w:t>
      </w:r>
      <w:r w:rsidR="00000000">
        <w:t>Vous ferez avec lui les chiens de garde</w:t>
      </w:r>
      <w:r>
        <w:t xml:space="preserve">. </w:t>
      </w:r>
      <w:r w:rsidR="00000000">
        <w:t>Partagez-vous la besogne</w:t>
      </w:r>
      <w:r>
        <w:t xml:space="preserve">, </w:t>
      </w:r>
      <w:r w:rsidR="00000000">
        <w:t>comme vous l</w:t>
      </w:r>
      <w:r>
        <w:t>’</w:t>
      </w:r>
      <w:r w:rsidR="00000000">
        <w:t>entendrez</w:t>
      </w:r>
      <w:r>
        <w:t>.</w:t>
      </w:r>
    </w:p>
    <w:p w14:paraId="715FAEBA" w14:textId="77777777" w:rsidR="00894734" w:rsidRDefault="00894734">
      <w:r>
        <w:t>— </w:t>
      </w:r>
      <w:r w:rsidR="00000000">
        <w:t>Vous craignez quelque chose</w:t>
      </w:r>
      <w:r>
        <w:t> ?</w:t>
      </w:r>
    </w:p>
    <w:p w14:paraId="043198FD" w14:textId="77777777" w:rsidR="00894734" w:rsidRDefault="00894734">
      <w:r>
        <w:t>— </w:t>
      </w:r>
      <w:r w:rsidR="00000000">
        <w:t>Peut-être</w:t>
      </w:r>
      <w:r>
        <w:t xml:space="preserve">… </w:t>
      </w:r>
      <w:r w:rsidR="00000000">
        <w:t>Pas de nouvelles de Dick</w:t>
      </w:r>
      <w:r>
        <w:t> ?</w:t>
      </w:r>
    </w:p>
    <w:p w14:paraId="52846B26" w14:textId="77777777" w:rsidR="00894734" w:rsidRDefault="00894734">
      <w:r>
        <w:t>— </w:t>
      </w:r>
      <w:r w:rsidR="00000000">
        <w:t>Andrews est rentré chez lui très tranquillement</w:t>
      </w:r>
      <w:r>
        <w:t>.</w:t>
      </w:r>
    </w:p>
    <w:p w14:paraId="165AEC82" w14:textId="77777777" w:rsidR="00894734" w:rsidRDefault="00000000">
      <w:r>
        <w:t>La porte de la maison s</w:t>
      </w:r>
      <w:r w:rsidR="00894734">
        <w:t>’</w:t>
      </w:r>
      <w:r>
        <w:t>ouvrit</w:t>
      </w:r>
      <w:r w:rsidR="00894734">
        <w:t xml:space="preserve">, </w:t>
      </w:r>
      <w:r>
        <w:t>et Gabrielle</w:t>
      </w:r>
      <w:r w:rsidR="00894734">
        <w:t xml:space="preserve">, </w:t>
      </w:r>
      <w:r>
        <w:t>vêtue d</w:t>
      </w:r>
      <w:r w:rsidR="00894734">
        <w:t>’</w:t>
      </w:r>
      <w:r>
        <w:t>une c</w:t>
      </w:r>
      <w:r>
        <w:t>a</w:t>
      </w:r>
      <w:r>
        <w:t>pe sombre</w:t>
      </w:r>
      <w:r w:rsidR="00894734">
        <w:t xml:space="preserve">, </w:t>
      </w:r>
      <w:r>
        <w:t>sortit et descendit à notre rencontre</w:t>
      </w:r>
      <w:r w:rsidR="00894734">
        <w:t>.</w:t>
      </w:r>
    </w:p>
    <w:p w14:paraId="011A6CBC" w14:textId="77777777" w:rsidR="00894734" w:rsidRDefault="00894734">
      <w:r>
        <w:t>— </w:t>
      </w:r>
      <w:r w:rsidR="00000000">
        <w:t>Faites un somme maintenant si vous voulez</w:t>
      </w:r>
      <w:r>
        <w:t xml:space="preserve">, </w:t>
      </w:r>
      <w:r w:rsidR="00000000">
        <w:t>dis-je à Mickey</w:t>
      </w:r>
      <w:r>
        <w:t xml:space="preserve">. </w:t>
      </w:r>
      <w:r w:rsidR="00000000">
        <w:t>Je vous réveillerai quand j</w:t>
      </w:r>
      <w:r>
        <w:t>’</w:t>
      </w:r>
      <w:r w:rsidR="00000000">
        <w:t>irai me coucher</w:t>
      </w:r>
      <w:r>
        <w:t xml:space="preserve">. </w:t>
      </w:r>
      <w:r w:rsidR="00000000">
        <w:t>Vous êtes de garde jusqu</w:t>
      </w:r>
      <w:r>
        <w:t>’</w:t>
      </w:r>
      <w:r w:rsidR="00000000">
        <w:t>à demain matin</w:t>
      </w:r>
      <w:r>
        <w:t>.</w:t>
      </w:r>
    </w:p>
    <w:p w14:paraId="7E5BC3CE" w14:textId="77777777" w:rsidR="00894734" w:rsidRDefault="00894734">
      <w:r>
        <w:t>— </w:t>
      </w:r>
      <w:r w:rsidR="00000000">
        <w:t>Vous êtes un bourreau</w:t>
      </w:r>
      <w:r>
        <w:t xml:space="preserve">, </w:t>
      </w:r>
      <w:r w:rsidR="00000000">
        <w:t>dit-il en s</w:t>
      </w:r>
      <w:r>
        <w:t>’</w:t>
      </w:r>
      <w:r w:rsidR="00000000">
        <w:t>éloignant et en riant</w:t>
      </w:r>
      <w:r>
        <w:t xml:space="preserve">, </w:t>
      </w:r>
      <w:r w:rsidR="00000000">
        <w:t>un vrai bourreau</w:t>
      </w:r>
      <w:r>
        <w:t xml:space="preserve">, </w:t>
      </w:r>
      <w:r w:rsidR="00000000">
        <w:t>chef</w:t>
      </w:r>
      <w:r>
        <w:t>.</w:t>
      </w:r>
    </w:p>
    <w:p w14:paraId="6F047069" w14:textId="77777777" w:rsidR="00894734" w:rsidRDefault="00894734">
      <w:r>
        <w:t>— </w:t>
      </w:r>
      <w:r w:rsidR="00000000">
        <w:t>Il y a un flacon de gin dans la voiture</w:t>
      </w:r>
      <w:r>
        <w:t>.</w:t>
      </w:r>
    </w:p>
    <w:p w14:paraId="39C98237" w14:textId="77777777" w:rsidR="00894734" w:rsidRDefault="00894734">
      <w:r>
        <w:t>— </w:t>
      </w:r>
      <w:r w:rsidR="00000000">
        <w:t>Nom d</w:t>
      </w:r>
      <w:r>
        <w:t>’</w:t>
      </w:r>
      <w:r w:rsidR="00000000">
        <w:t>un chien</w:t>
      </w:r>
      <w:r>
        <w:t xml:space="preserve">, </w:t>
      </w:r>
      <w:r w:rsidR="00000000">
        <w:t>pourquoi ne m</w:t>
      </w:r>
      <w:r>
        <w:t>’</w:t>
      </w:r>
      <w:r w:rsidR="00000000">
        <w:t>avez-vous pas dit ça plus tôt</w:t>
      </w:r>
      <w:r>
        <w:t xml:space="preserve">, </w:t>
      </w:r>
      <w:r w:rsidR="00000000">
        <w:t>au lieu de me faire perdre mon temps à bavarder</w:t>
      </w:r>
      <w:r>
        <w:t>.</w:t>
      </w:r>
    </w:p>
    <w:p w14:paraId="33F2682A" w14:textId="77777777" w:rsidR="00894734" w:rsidRDefault="00000000">
      <w:r>
        <w:t>Il s</w:t>
      </w:r>
      <w:r w:rsidR="00894734">
        <w:t>’</w:t>
      </w:r>
      <w:r>
        <w:t>éloigna et j</w:t>
      </w:r>
      <w:r w:rsidR="00894734">
        <w:t>’</w:t>
      </w:r>
      <w:r>
        <w:t>allai à la rencontre de Gabrielle</w:t>
      </w:r>
      <w:r w:rsidR="00894734">
        <w:t>.</w:t>
      </w:r>
    </w:p>
    <w:p w14:paraId="1C7450BD" w14:textId="77777777" w:rsidR="00894734" w:rsidRDefault="00894734">
      <w:r>
        <w:t>— </w:t>
      </w:r>
      <w:r w:rsidR="00000000">
        <w:t>Quelle belle nuit</w:t>
      </w:r>
      <w:r>
        <w:t xml:space="preserve"> ! </w:t>
      </w:r>
      <w:r w:rsidR="00000000">
        <w:t>me dit-elle</w:t>
      </w:r>
      <w:r>
        <w:t>.</w:t>
      </w:r>
    </w:p>
    <w:p w14:paraId="79C0E609" w14:textId="77777777" w:rsidR="00894734" w:rsidRDefault="00894734">
      <w:r>
        <w:lastRenderedPageBreak/>
        <w:t>— </w:t>
      </w:r>
      <w:r w:rsidR="00000000">
        <w:t>Oui</w:t>
      </w:r>
      <w:r>
        <w:t xml:space="preserve">, </w:t>
      </w:r>
      <w:r w:rsidR="00000000">
        <w:t>mais vous ne supposez pas que je vais vous laisser vous promener seule dans le noir</w:t>
      </w:r>
      <w:r>
        <w:t xml:space="preserve">, </w:t>
      </w:r>
      <w:r w:rsidR="00000000">
        <w:t>même si les pensées mauva</w:t>
      </w:r>
      <w:r w:rsidR="00000000">
        <w:t>i</w:t>
      </w:r>
      <w:r w:rsidR="00000000">
        <w:t>ses sont parties ce soir</w:t>
      </w:r>
      <w:r>
        <w:t>.</w:t>
      </w:r>
    </w:p>
    <w:p w14:paraId="29C5C1A0" w14:textId="77777777" w:rsidR="00894734" w:rsidRDefault="00894734">
      <w:r>
        <w:t>— </w:t>
      </w:r>
      <w:r w:rsidR="00000000">
        <w:t>Mais je n</w:t>
      </w:r>
      <w:r>
        <w:t>’</w:t>
      </w:r>
      <w:r w:rsidR="00000000">
        <w:t>en avais pas l</w:t>
      </w:r>
      <w:r>
        <w:t>’</w:t>
      </w:r>
      <w:r w:rsidR="00000000">
        <w:t>intention</w:t>
      </w:r>
      <w:r>
        <w:t xml:space="preserve">, </w:t>
      </w:r>
      <w:r w:rsidR="00000000">
        <w:t>dit-elle gaiement en prenant mon bras</w:t>
      </w:r>
      <w:r>
        <w:t>.</w:t>
      </w:r>
    </w:p>
    <w:p w14:paraId="34E8FBFB" w14:textId="77777777" w:rsidR="00894734" w:rsidRDefault="00000000">
      <w:r>
        <w:t>Au bout de quelques pas</w:t>
      </w:r>
      <w:r w:rsidR="00894734">
        <w:t xml:space="preserve">, </w:t>
      </w:r>
      <w:r>
        <w:t>elle me dit timidement</w:t>
      </w:r>
      <w:r w:rsidR="00894734">
        <w:t> :</w:t>
      </w:r>
    </w:p>
    <w:p w14:paraId="4760B2DB" w14:textId="77777777" w:rsidR="00894734" w:rsidRDefault="00894734">
      <w:r>
        <w:t>— </w:t>
      </w:r>
      <w:r w:rsidR="00000000">
        <w:t>Vous savez que j</w:t>
      </w:r>
      <w:r>
        <w:t>’</w:t>
      </w:r>
      <w:r w:rsidR="00000000">
        <w:t>ai juste ce qu</w:t>
      </w:r>
      <w:r>
        <w:t>’</w:t>
      </w:r>
      <w:r w:rsidR="00000000">
        <w:t>il me faut pour ce soir</w:t>
      </w:r>
      <w:r>
        <w:t xml:space="preserve">. </w:t>
      </w:r>
      <w:r w:rsidR="00000000">
        <w:t>Vous m</w:t>
      </w:r>
      <w:r>
        <w:t>’</w:t>
      </w:r>
      <w:r w:rsidR="00000000">
        <w:t>avez promis</w:t>
      </w:r>
      <w:r>
        <w:t>…</w:t>
      </w:r>
    </w:p>
    <w:p w14:paraId="008D2329" w14:textId="77777777" w:rsidR="00894734" w:rsidRDefault="00894734">
      <w:r>
        <w:t>— </w:t>
      </w:r>
      <w:r w:rsidR="00000000">
        <w:t>J</w:t>
      </w:r>
      <w:r>
        <w:t>’</w:t>
      </w:r>
      <w:r w:rsidR="00000000">
        <w:t>en aurai dix grammes demain matin</w:t>
      </w:r>
      <w:r>
        <w:t>.</w:t>
      </w:r>
    </w:p>
    <w:p w14:paraId="793E1D1E" w14:textId="77777777" w:rsidR="00894734" w:rsidRDefault="00894734">
      <w:r>
        <w:t>— </w:t>
      </w:r>
      <w:r w:rsidR="00000000">
        <w:t>Vous m</w:t>
      </w:r>
      <w:r>
        <w:t>’</w:t>
      </w:r>
      <w:r w:rsidR="00000000">
        <w:t>avez dit que ce serait dur de me guérir</w:t>
      </w:r>
      <w:r>
        <w:t>.</w:t>
      </w:r>
    </w:p>
    <w:p w14:paraId="36856106" w14:textId="77777777" w:rsidR="00894734" w:rsidRDefault="00894734">
      <w:r>
        <w:t>— </w:t>
      </w:r>
      <w:r w:rsidR="00000000">
        <w:t>Oui</w:t>
      </w:r>
      <w:r>
        <w:t xml:space="preserve">, </w:t>
      </w:r>
      <w:r w:rsidR="00000000">
        <w:t>cela se peut</w:t>
      </w:r>
      <w:r>
        <w:t>.</w:t>
      </w:r>
    </w:p>
    <w:p w14:paraId="1C5EC2F8" w14:textId="77777777" w:rsidR="00894734" w:rsidRDefault="00894734">
      <w:r>
        <w:t>— </w:t>
      </w:r>
      <w:r w:rsidR="00000000">
        <w:t>Vous avez dit</w:t>
      </w:r>
      <w:r>
        <w:t xml:space="preserve"> : </w:t>
      </w:r>
      <w:r w:rsidR="00000000">
        <w:t>peut-être</w:t>
      </w:r>
      <w:r>
        <w:t>…</w:t>
      </w:r>
    </w:p>
    <w:p w14:paraId="6032053B" w14:textId="77777777" w:rsidR="00894734" w:rsidRDefault="00894734">
      <w:r>
        <w:t>— </w:t>
      </w:r>
      <w:r w:rsidR="00000000">
        <w:t>Nous allons essayer pendant que nous sommes ici</w:t>
      </w:r>
      <w:r>
        <w:t>.</w:t>
      </w:r>
    </w:p>
    <w:p w14:paraId="5C51F0C9" w14:textId="77777777" w:rsidR="00894734" w:rsidRDefault="00894734">
      <w:r>
        <w:t>— </w:t>
      </w:r>
      <w:r w:rsidR="00000000">
        <w:t>Oui</w:t>
      </w:r>
      <w:r>
        <w:t>.</w:t>
      </w:r>
    </w:p>
    <w:p w14:paraId="69B41CD4" w14:textId="77777777" w:rsidR="00894734" w:rsidRDefault="00894734">
      <w:r>
        <w:t>— </w:t>
      </w:r>
      <w:r w:rsidR="00000000">
        <w:t>Mais le désirez-vous vraiment</w:t>
      </w:r>
      <w:r>
        <w:t xml:space="preserve">, </w:t>
      </w:r>
      <w:r w:rsidR="00000000">
        <w:t>Gabrielle</w:t>
      </w:r>
      <w:r>
        <w:t xml:space="preserve"> ? </w:t>
      </w:r>
      <w:r w:rsidR="00000000">
        <w:t>Cela ne servira à rien si vous ne le voulez pas vraiment</w:t>
      </w:r>
      <w:r>
        <w:t>.</w:t>
      </w:r>
    </w:p>
    <w:p w14:paraId="75D8BA9F" w14:textId="77777777" w:rsidR="00894734" w:rsidRDefault="00894734">
      <w:r>
        <w:t>— </w:t>
      </w:r>
      <w:r w:rsidR="00000000">
        <w:t>Est-ce que je le veux vraiment</w:t>
      </w:r>
      <w:r>
        <w:t xml:space="preserve"> ? </w:t>
      </w:r>
      <w:r w:rsidR="00000000">
        <w:t>Et est-ce qu</w:t>
      </w:r>
      <w:r>
        <w:t>’</w:t>
      </w:r>
      <w:r w:rsidR="00000000">
        <w:t>il n</w:t>
      </w:r>
      <w:r>
        <w:t>’</w:t>
      </w:r>
      <w:r w:rsidR="00000000">
        <w:t>est pas trop tard</w:t>
      </w:r>
      <w:r>
        <w:t xml:space="preserve"> ? </w:t>
      </w:r>
      <w:r w:rsidR="00000000">
        <w:t>Combien cela demande-t-il de temps</w:t>
      </w:r>
      <w:r>
        <w:t> ?</w:t>
      </w:r>
    </w:p>
    <w:p w14:paraId="3E68FA94" w14:textId="77777777" w:rsidR="00894734" w:rsidRDefault="00894734">
      <w:r>
        <w:t>— </w:t>
      </w:r>
      <w:r w:rsidR="00000000">
        <w:t>Disons une semaine pour être sûr</w:t>
      </w:r>
      <w:r>
        <w:t xml:space="preserve">. </w:t>
      </w:r>
      <w:r w:rsidR="00000000">
        <w:t>Peut-être moins</w:t>
      </w:r>
      <w:r>
        <w:t>.</w:t>
      </w:r>
    </w:p>
    <w:p w14:paraId="328C6DF8" w14:textId="77777777" w:rsidR="00894734" w:rsidRDefault="00894734">
      <w:r>
        <w:t>— </w:t>
      </w:r>
      <w:r w:rsidR="00000000">
        <w:t>Pas plus longtemps que cela</w:t>
      </w:r>
      <w:r>
        <w:t> ?</w:t>
      </w:r>
    </w:p>
    <w:p w14:paraId="19AAA170" w14:textId="77777777" w:rsidR="00894734" w:rsidRDefault="00894734">
      <w:r>
        <w:t>— </w:t>
      </w:r>
      <w:r w:rsidR="00000000">
        <w:t>Le plus mauvais moment</w:t>
      </w:r>
      <w:r>
        <w:t xml:space="preserve">, </w:t>
      </w:r>
      <w:r w:rsidR="00000000">
        <w:t>oui</w:t>
      </w:r>
      <w:r>
        <w:t xml:space="preserve">. </w:t>
      </w:r>
      <w:r w:rsidR="00000000">
        <w:t>Mais</w:t>
      </w:r>
      <w:r>
        <w:t xml:space="preserve">, </w:t>
      </w:r>
      <w:r w:rsidR="00000000">
        <w:t>après</w:t>
      </w:r>
      <w:r>
        <w:t xml:space="preserve">, </w:t>
      </w:r>
      <w:r w:rsidR="00000000">
        <w:t>il faudra vous-même être raisonnable et continuer la cure dont la plus dure partie sera faite</w:t>
      </w:r>
      <w:r>
        <w:t>.</w:t>
      </w:r>
    </w:p>
    <w:p w14:paraId="14D2A8C0" w14:textId="77777777" w:rsidR="00894734" w:rsidRDefault="00894734">
      <w:r>
        <w:t>— </w:t>
      </w:r>
      <w:r w:rsidR="00000000">
        <w:t>Est-ce que je souffrirai</w:t>
      </w:r>
      <w:r>
        <w:t> ?</w:t>
      </w:r>
    </w:p>
    <w:p w14:paraId="5A9E27D1" w14:textId="77777777" w:rsidR="00894734" w:rsidRDefault="00894734">
      <w:r>
        <w:lastRenderedPageBreak/>
        <w:t>— </w:t>
      </w:r>
      <w:r w:rsidR="00000000">
        <w:t>Il y aura deux ou trois mauvais jours</w:t>
      </w:r>
      <w:r>
        <w:t xml:space="preserve">, </w:t>
      </w:r>
      <w:r w:rsidR="00000000">
        <w:t>mais pas si mauvais que vous pensez</w:t>
      </w:r>
      <w:r>
        <w:t xml:space="preserve">, </w:t>
      </w:r>
      <w:r w:rsidR="00000000">
        <w:t>et j</w:t>
      </w:r>
      <w:r>
        <w:t>’</w:t>
      </w:r>
      <w:r w:rsidR="00000000">
        <w:t>ai confiance en votre volonté pour vaincre</w:t>
      </w:r>
      <w:r>
        <w:t>.</w:t>
      </w:r>
    </w:p>
    <w:p w14:paraId="0B3BE71E" w14:textId="77777777" w:rsidR="00894734" w:rsidRDefault="00894734">
      <w:r>
        <w:t>— </w:t>
      </w:r>
      <w:r w:rsidR="00000000">
        <w:t>Et si</w:t>
      </w:r>
      <w:r>
        <w:t xml:space="preserve">, </w:t>
      </w:r>
      <w:r w:rsidR="00000000">
        <w:t>me dit-elle plus lentement</w:t>
      </w:r>
      <w:r>
        <w:t xml:space="preserve">, </w:t>
      </w:r>
      <w:r w:rsidR="00000000">
        <w:t>si je suis à bout de rési</w:t>
      </w:r>
      <w:r w:rsidR="00000000">
        <w:t>s</w:t>
      </w:r>
      <w:r w:rsidR="00000000">
        <w:t>tance avant la fin</w:t>
      </w:r>
      <w:r>
        <w:t xml:space="preserve">, </w:t>
      </w:r>
      <w:r w:rsidR="00000000">
        <w:t>est-ce que je pourrai</w:t>
      </w:r>
      <w:r>
        <w:t>…</w:t>
      </w:r>
    </w:p>
    <w:p w14:paraId="6578E518" w14:textId="77777777" w:rsidR="00894734" w:rsidRDefault="00894734">
      <w:r>
        <w:t>— </w:t>
      </w:r>
      <w:r w:rsidR="00000000">
        <w:t>Il n</w:t>
      </w:r>
      <w:r>
        <w:t>’</w:t>
      </w:r>
      <w:r w:rsidR="00000000">
        <w:t>est rien que vous ne puissiez faire</w:t>
      </w:r>
      <w:r>
        <w:t xml:space="preserve">, </w:t>
      </w:r>
      <w:r w:rsidR="00000000">
        <w:t>je vous assure</w:t>
      </w:r>
      <w:r>
        <w:t xml:space="preserve">. </w:t>
      </w:r>
      <w:r w:rsidR="00000000">
        <w:t>Vous verrez que nous allons réussir</w:t>
      </w:r>
      <w:r>
        <w:t>.</w:t>
      </w:r>
    </w:p>
    <w:p w14:paraId="2BEE651A" w14:textId="77777777" w:rsidR="00894734" w:rsidRDefault="00894734">
      <w:r>
        <w:t>— </w:t>
      </w:r>
      <w:r w:rsidR="00000000">
        <w:t>Quand commençons-nous</w:t>
      </w:r>
      <w:r>
        <w:t> ?</w:t>
      </w:r>
    </w:p>
    <w:p w14:paraId="41B0A6F5" w14:textId="77777777" w:rsidR="00894734" w:rsidRDefault="00894734">
      <w:r>
        <w:t>— </w:t>
      </w:r>
      <w:r w:rsidR="00000000">
        <w:t>Après-demain</w:t>
      </w:r>
      <w:r>
        <w:t xml:space="preserve">. </w:t>
      </w:r>
      <w:r w:rsidR="00000000">
        <w:t>Prenez demain encore votre dose hab</w:t>
      </w:r>
      <w:r w:rsidR="00000000">
        <w:t>i</w:t>
      </w:r>
      <w:r w:rsidR="00000000">
        <w:t>tuelle</w:t>
      </w:r>
      <w:r>
        <w:t xml:space="preserve">, </w:t>
      </w:r>
      <w:r w:rsidR="00000000">
        <w:t>mais n</w:t>
      </w:r>
      <w:r>
        <w:t>’</w:t>
      </w:r>
      <w:r w:rsidR="00000000">
        <w:t>essayez pas d</w:t>
      </w:r>
      <w:r>
        <w:t>’</w:t>
      </w:r>
      <w:r w:rsidR="00000000">
        <w:t>en mettre de côté pour les jours à venir</w:t>
      </w:r>
      <w:r>
        <w:t xml:space="preserve">. </w:t>
      </w:r>
      <w:r w:rsidR="00000000">
        <w:t>Et ne vous inquiétez de rien</w:t>
      </w:r>
      <w:r>
        <w:t xml:space="preserve">. </w:t>
      </w:r>
      <w:r w:rsidR="00000000">
        <w:t>Ce sera plus difficile pour moi que pour vous</w:t>
      </w:r>
      <w:r>
        <w:t>.</w:t>
      </w:r>
    </w:p>
    <w:p w14:paraId="2EC6620A" w14:textId="1EAF5829" w:rsidR="00894734" w:rsidRDefault="00894734">
      <w:r>
        <w:t>— </w:t>
      </w:r>
      <w:r w:rsidR="00000000">
        <w:t>Et ne pouvez-vous pas renvoyer Mrs</w:t>
      </w:r>
      <w:r>
        <w:t xml:space="preserve">. </w:t>
      </w:r>
      <w:r w:rsidR="00000000">
        <w:t>Herman pendant ce temps</w:t>
      </w:r>
      <w:r>
        <w:t xml:space="preserve"> ? </w:t>
      </w:r>
      <w:r w:rsidR="00000000">
        <w:t>Je ne veux pas qu</w:t>
      </w:r>
      <w:r>
        <w:t>’</w:t>
      </w:r>
      <w:r w:rsidR="00000000">
        <w:t>elle me voi</w:t>
      </w:r>
      <w:r w:rsidR="00A57D82">
        <w:t>e</w:t>
      </w:r>
      <w:r>
        <w:t>.</w:t>
      </w:r>
    </w:p>
    <w:p w14:paraId="5DEA832A" w14:textId="77777777" w:rsidR="00894734" w:rsidRDefault="00894734">
      <w:r>
        <w:t>— </w:t>
      </w:r>
      <w:r w:rsidR="00000000">
        <w:t>Je lui donnerai son congé demain matin</w:t>
      </w:r>
      <w:r>
        <w:t>.</w:t>
      </w:r>
    </w:p>
    <w:p w14:paraId="65CDD794" w14:textId="77777777" w:rsidR="00894734" w:rsidRDefault="00000000">
      <w:r>
        <w:t>Elle rit soudainement et me demanda</w:t>
      </w:r>
      <w:r w:rsidR="00894734">
        <w:t> :</w:t>
      </w:r>
    </w:p>
    <w:p w14:paraId="7D39F832" w14:textId="77777777" w:rsidR="00894734" w:rsidRDefault="00894734">
      <w:r>
        <w:t>— </w:t>
      </w:r>
      <w:r w:rsidR="00000000">
        <w:t>Est-ce que vous me battrez si je suis méchante</w:t>
      </w:r>
      <w:r>
        <w:t> ?</w:t>
      </w:r>
    </w:p>
    <w:p w14:paraId="4F408FCC" w14:textId="24D43D22" w:rsidR="00000000" w:rsidRDefault="00000000" w:rsidP="00894734">
      <w:pPr>
        <w:pStyle w:val="Titre2"/>
        <w:rPr>
          <w:szCs w:val="44"/>
          <w:lang w:val="en-GB"/>
        </w:rPr>
      </w:pPr>
      <w:bookmarkStart w:id="24" w:name="_Toc202288424"/>
      <w:proofErr w:type="spellStart"/>
      <w:r>
        <w:rPr>
          <w:szCs w:val="44"/>
          <w:lang w:val="en-GB"/>
        </w:rPr>
        <w:lastRenderedPageBreak/>
        <w:t>CHAPITRE</w:t>
      </w:r>
      <w:proofErr w:type="spellEnd"/>
      <w:r>
        <w:rPr>
          <w:szCs w:val="44"/>
          <w:lang w:val="en-GB"/>
        </w:rPr>
        <w:t xml:space="preserve"> XX</w:t>
      </w:r>
      <w:r>
        <w:rPr>
          <w:szCs w:val="44"/>
          <w:lang w:val="en-GB"/>
        </w:rPr>
        <w:br/>
      </w:r>
      <w:r>
        <w:rPr>
          <w:szCs w:val="44"/>
          <w:lang w:val="en-GB"/>
        </w:rPr>
        <w:br/>
      </w:r>
      <w:proofErr w:type="spellStart"/>
      <w:r>
        <w:rPr>
          <w:szCs w:val="44"/>
          <w:lang w:val="en-GB"/>
        </w:rPr>
        <w:t>AARONIA</w:t>
      </w:r>
      <w:proofErr w:type="spellEnd"/>
      <w:r>
        <w:rPr>
          <w:szCs w:val="44"/>
          <w:lang w:val="en-GB"/>
        </w:rPr>
        <w:t xml:space="preserve"> </w:t>
      </w:r>
      <w:proofErr w:type="spellStart"/>
      <w:r>
        <w:rPr>
          <w:szCs w:val="44"/>
          <w:lang w:val="en-GB"/>
        </w:rPr>
        <w:t>HALDORN</w:t>
      </w:r>
      <w:bookmarkEnd w:id="24"/>
      <w:proofErr w:type="spellEnd"/>
    </w:p>
    <w:p w14:paraId="48D2CF45" w14:textId="77777777" w:rsidR="00894734" w:rsidRDefault="00000000">
      <w:r>
        <w:t>Mary Nuñez arriva à sept heures et demie le lendemain matin</w:t>
      </w:r>
      <w:r w:rsidR="00894734">
        <w:t xml:space="preserve">. </w:t>
      </w:r>
      <w:r>
        <w:t>Mickey reconduisit Mrs</w:t>
      </w:r>
      <w:r w:rsidR="00894734">
        <w:t xml:space="preserve">. </w:t>
      </w:r>
      <w:r>
        <w:t>Herman à Quesada et ramena Mac Man</w:t>
      </w:r>
      <w:r w:rsidR="00894734">
        <w:t xml:space="preserve">, </w:t>
      </w:r>
      <w:r>
        <w:t>porteur d</w:t>
      </w:r>
      <w:r w:rsidR="00894734">
        <w:t>’</w:t>
      </w:r>
      <w:r>
        <w:t>un paquet de pharmacie</w:t>
      </w:r>
      <w:r w:rsidR="00894734">
        <w:t>.</w:t>
      </w:r>
    </w:p>
    <w:p w14:paraId="232DC2D0" w14:textId="77777777" w:rsidR="00894734" w:rsidRDefault="00000000">
      <w:r>
        <w:t>Mac Man était un ancien soldat d</w:t>
      </w:r>
      <w:r w:rsidR="00894734">
        <w:t>’</w:t>
      </w:r>
      <w:r>
        <w:t>une carrure imposante</w:t>
      </w:r>
      <w:r w:rsidR="00894734">
        <w:t xml:space="preserve">. </w:t>
      </w:r>
      <w:r>
        <w:t>Dix ans de quasi-solitude aux îles avaient cousu sa bouche et tanné son visage</w:t>
      </w:r>
      <w:r w:rsidR="00894734">
        <w:t xml:space="preserve">. </w:t>
      </w:r>
      <w:r>
        <w:t>C</w:t>
      </w:r>
      <w:r w:rsidR="00894734">
        <w:t>’</w:t>
      </w:r>
      <w:r>
        <w:t>était un soldat modèle</w:t>
      </w:r>
      <w:r w:rsidR="00894734">
        <w:t xml:space="preserve">. </w:t>
      </w:r>
      <w:r>
        <w:t>Il allait où vous lui disiez d</w:t>
      </w:r>
      <w:r w:rsidR="00894734">
        <w:t>’</w:t>
      </w:r>
      <w:r>
        <w:t>aller</w:t>
      </w:r>
      <w:r w:rsidR="00894734">
        <w:t xml:space="preserve">, </w:t>
      </w:r>
      <w:r>
        <w:t>il restait où vous l</w:t>
      </w:r>
      <w:r w:rsidR="00894734">
        <w:t>’</w:t>
      </w:r>
      <w:r>
        <w:t>installiez</w:t>
      </w:r>
      <w:r w:rsidR="00894734">
        <w:t xml:space="preserve">, </w:t>
      </w:r>
      <w:r>
        <w:t>et aucune idée pe</w:t>
      </w:r>
      <w:r>
        <w:t>r</w:t>
      </w:r>
      <w:r>
        <w:t>sonnelle ne venait contrecarrer ce que vous lui aviez dit de faire</w:t>
      </w:r>
      <w:r w:rsidR="00894734">
        <w:t>.</w:t>
      </w:r>
    </w:p>
    <w:p w14:paraId="23117CDE" w14:textId="77777777" w:rsidR="00894734" w:rsidRDefault="00000000">
      <w:r>
        <w:t>Il me donna le paquet du pharmacien</w:t>
      </w:r>
      <w:r w:rsidR="00894734">
        <w:t xml:space="preserve">. </w:t>
      </w:r>
      <w:r>
        <w:t>Je pris soixante ce</w:t>
      </w:r>
      <w:r>
        <w:t>n</w:t>
      </w:r>
      <w:r>
        <w:t>tigrammes de morphine et montai voir Gabrielle</w:t>
      </w:r>
      <w:r w:rsidR="00894734">
        <w:t xml:space="preserve">. </w:t>
      </w:r>
      <w:r>
        <w:t>Elle prenait son petit déjeuner</w:t>
      </w:r>
      <w:r w:rsidR="00894734">
        <w:t xml:space="preserve">. </w:t>
      </w:r>
      <w:r>
        <w:t>Quand elle vit les petits paquets dans ma main</w:t>
      </w:r>
      <w:r w:rsidR="00894734">
        <w:t xml:space="preserve">, </w:t>
      </w:r>
      <w:r>
        <w:t>elle posa son plateau à côté d</w:t>
      </w:r>
      <w:r w:rsidR="00894734">
        <w:t>’</w:t>
      </w:r>
      <w:r>
        <w:t>elle et tendit ses deux mains</w:t>
      </w:r>
      <w:r w:rsidR="00894734">
        <w:t xml:space="preserve">. </w:t>
      </w:r>
      <w:r>
        <w:t>Je vis trembler ses épaules</w:t>
      </w:r>
      <w:r w:rsidR="00894734">
        <w:t>.</w:t>
      </w:r>
    </w:p>
    <w:p w14:paraId="43B2A799" w14:textId="77777777" w:rsidR="00894734" w:rsidRDefault="00894734">
      <w:r>
        <w:t>— </w:t>
      </w:r>
      <w:r w:rsidR="00000000">
        <w:t>Revenez dans cinq minutes</w:t>
      </w:r>
      <w:r>
        <w:t xml:space="preserve">, </w:t>
      </w:r>
      <w:r w:rsidR="00000000">
        <w:t>me dit-elle</w:t>
      </w:r>
      <w:r>
        <w:t>.</w:t>
      </w:r>
    </w:p>
    <w:p w14:paraId="6BD4AF4D" w14:textId="77777777" w:rsidR="00894734" w:rsidRDefault="00894734">
      <w:r>
        <w:t>— </w:t>
      </w:r>
      <w:r w:rsidR="00000000">
        <w:t>Vous pouvez bien la prendre devant moi</w:t>
      </w:r>
      <w:r>
        <w:t xml:space="preserve">. </w:t>
      </w:r>
      <w:r w:rsidR="00000000">
        <w:t>Je ne rougirai pas</w:t>
      </w:r>
      <w:r>
        <w:t>.</w:t>
      </w:r>
    </w:p>
    <w:p w14:paraId="559930E4" w14:textId="77777777" w:rsidR="00894734" w:rsidRDefault="00894734">
      <w:r>
        <w:t>— </w:t>
      </w:r>
      <w:r w:rsidR="00000000">
        <w:t>Oui</w:t>
      </w:r>
      <w:r>
        <w:t xml:space="preserve">, </w:t>
      </w:r>
      <w:r w:rsidR="00000000">
        <w:t>mais moi je rougirais</w:t>
      </w:r>
      <w:r>
        <w:t>.</w:t>
      </w:r>
    </w:p>
    <w:p w14:paraId="132ABA10" w14:textId="77777777" w:rsidR="00894734" w:rsidRDefault="00000000">
      <w:r>
        <w:t>Je sortis et restai contre la porte</w:t>
      </w:r>
      <w:r w:rsidR="00894734">
        <w:t xml:space="preserve">. </w:t>
      </w:r>
      <w:r>
        <w:t>J</w:t>
      </w:r>
      <w:r w:rsidR="00894734">
        <w:t>’</w:t>
      </w:r>
      <w:r>
        <w:t>entendis le bruit du p</w:t>
      </w:r>
      <w:r>
        <w:t>a</w:t>
      </w:r>
      <w:r>
        <w:t>pier qu</w:t>
      </w:r>
      <w:r w:rsidR="00894734">
        <w:t>’</w:t>
      </w:r>
      <w:r>
        <w:t>on déplie et le choc de la cuiller dans le verre d</w:t>
      </w:r>
      <w:r w:rsidR="00894734">
        <w:t>’</w:t>
      </w:r>
      <w:r>
        <w:t>eau</w:t>
      </w:r>
      <w:r w:rsidR="00894734">
        <w:t xml:space="preserve">. </w:t>
      </w:r>
      <w:r>
        <w:t>Elle appela</w:t>
      </w:r>
      <w:r w:rsidR="00894734">
        <w:t> :</w:t>
      </w:r>
    </w:p>
    <w:p w14:paraId="0E3BA41F" w14:textId="77777777" w:rsidR="00894734" w:rsidRDefault="00894734">
      <w:r>
        <w:t>— </w:t>
      </w:r>
      <w:r w:rsidR="00000000">
        <w:t>C</w:t>
      </w:r>
      <w:r>
        <w:t>’</w:t>
      </w:r>
      <w:r w:rsidR="00000000">
        <w:t>est fait</w:t>
      </w:r>
      <w:r>
        <w:t>.</w:t>
      </w:r>
    </w:p>
    <w:p w14:paraId="179E3B9B" w14:textId="77777777" w:rsidR="00894734" w:rsidRDefault="00000000">
      <w:r>
        <w:lastRenderedPageBreak/>
        <w:t>Je rentrai</w:t>
      </w:r>
      <w:r w:rsidR="00894734">
        <w:t xml:space="preserve">. </w:t>
      </w:r>
      <w:r>
        <w:t>Une petite boule de papier blanc froissé dans le plateau était tout ce qui restait du paquet</w:t>
      </w:r>
      <w:r w:rsidR="00894734">
        <w:t xml:space="preserve">. </w:t>
      </w:r>
      <w:r>
        <w:t>Elle remonta ses oreillers</w:t>
      </w:r>
      <w:r w:rsidR="00894734">
        <w:t xml:space="preserve">, </w:t>
      </w:r>
      <w:r>
        <w:t>les yeux mi-clos</w:t>
      </w:r>
      <w:r w:rsidR="00894734">
        <w:t xml:space="preserve">, </w:t>
      </w:r>
      <w:r>
        <w:t>et me dit</w:t>
      </w:r>
      <w:r w:rsidR="00894734">
        <w:t> :</w:t>
      </w:r>
    </w:p>
    <w:p w14:paraId="30F47CE1" w14:textId="77777777" w:rsidR="00894734" w:rsidRDefault="00894734">
      <w:r>
        <w:t>— </w:t>
      </w:r>
      <w:r w:rsidR="00000000">
        <w:t>Vous êtes gentil</w:t>
      </w:r>
      <w:r>
        <w:t xml:space="preserve">. </w:t>
      </w:r>
      <w:r w:rsidR="00000000">
        <w:t>Savez-vous ce que j</w:t>
      </w:r>
      <w:r>
        <w:t>’</w:t>
      </w:r>
      <w:r w:rsidR="00000000">
        <w:t>aimerais faire a</w:t>
      </w:r>
      <w:r w:rsidR="00000000">
        <w:t>u</w:t>
      </w:r>
      <w:r w:rsidR="00000000">
        <w:t>jourd</w:t>
      </w:r>
      <w:r>
        <w:t>’</w:t>
      </w:r>
      <w:r w:rsidR="00000000">
        <w:t>hui</w:t>
      </w:r>
      <w:r>
        <w:t xml:space="preserve"> ? </w:t>
      </w:r>
      <w:r w:rsidR="00000000">
        <w:t>Prendre mon déjeuner et sortir en mer</w:t>
      </w:r>
      <w:r>
        <w:t xml:space="preserve">. </w:t>
      </w:r>
      <w:r w:rsidR="00000000">
        <w:t>Passer toute la journée sur l</w:t>
      </w:r>
      <w:r>
        <w:t>’</w:t>
      </w:r>
      <w:r w:rsidR="00000000">
        <w:t>eau</w:t>
      </w:r>
      <w:r>
        <w:t>.</w:t>
      </w:r>
    </w:p>
    <w:p w14:paraId="55912568" w14:textId="77777777" w:rsidR="00894734" w:rsidRDefault="00894734">
      <w:r>
        <w:t>— </w:t>
      </w:r>
      <w:r w:rsidR="00000000">
        <w:t>Mais rien de plus simple</w:t>
      </w:r>
      <w:r>
        <w:t xml:space="preserve">. </w:t>
      </w:r>
      <w:r w:rsidR="00000000">
        <w:t>Prenez Mickey ou Mac avec vous</w:t>
      </w:r>
      <w:r>
        <w:t xml:space="preserve">, </w:t>
      </w:r>
      <w:r w:rsidR="00000000">
        <w:t>par exemple</w:t>
      </w:r>
      <w:r>
        <w:t xml:space="preserve">. </w:t>
      </w:r>
      <w:r w:rsidR="00000000">
        <w:t>Vous ne pouvez pas aller seule</w:t>
      </w:r>
      <w:r>
        <w:t>.</w:t>
      </w:r>
    </w:p>
    <w:p w14:paraId="1F84C213" w14:textId="77777777" w:rsidR="00894734" w:rsidRDefault="00894734">
      <w:r>
        <w:t>— </w:t>
      </w:r>
      <w:r w:rsidR="00000000">
        <w:t>Et vous</w:t>
      </w:r>
      <w:r>
        <w:t xml:space="preserve">, </w:t>
      </w:r>
      <w:r w:rsidR="00000000">
        <w:t>qu</w:t>
      </w:r>
      <w:r>
        <w:t>’</w:t>
      </w:r>
      <w:r w:rsidR="00000000">
        <w:t>allez-vous faire</w:t>
      </w:r>
      <w:r>
        <w:t> ?</w:t>
      </w:r>
    </w:p>
    <w:p w14:paraId="401EFBFA" w14:textId="77777777" w:rsidR="00894734" w:rsidRDefault="00894734">
      <w:r>
        <w:t>— </w:t>
      </w:r>
      <w:r w:rsidR="00000000">
        <w:t>Aller à Quesada aux nouvelles et peut-être jusqu</w:t>
      </w:r>
      <w:r>
        <w:t>’</w:t>
      </w:r>
      <w:r w:rsidR="00000000">
        <w:t>à San Francisco</w:t>
      </w:r>
      <w:r>
        <w:t>.</w:t>
      </w:r>
    </w:p>
    <w:p w14:paraId="725977C5" w14:textId="77777777" w:rsidR="00894734" w:rsidRDefault="00894734">
      <w:r>
        <w:t>— </w:t>
      </w:r>
      <w:r w:rsidR="00000000">
        <w:t>Je ne peux pas aller avec vous</w:t>
      </w:r>
      <w:r>
        <w:t> ?</w:t>
      </w:r>
    </w:p>
    <w:p w14:paraId="644F3B86" w14:textId="77777777" w:rsidR="00894734" w:rsidRDefault="00894734">
      <w:r>
        <w:t>— </w:t>
      </w:r>
      <w:r w:rsidR="00000000">
        <w:t>Non</w:t>
      </w:r>
      <w:r>
        <w:t xml:space="preserve">, </w:t>
      </w:r>
      <w:r w:rsidR="00000000">
        <w:t>j</w:t>
      </w:r>
      <w:r>
        <w:t>’</w:t>
      </w:r>
      <w:r w:rsidR="00000000">
        <w:t>ai du travail</w:t>
      </w:r>
      <w:r>
        <w:t xml:space="preserve">, </w:t>
      </w:r>
      <w:r w:rsidR="00000000">
        <w:t>et vous devez vous reposer</w:t>
      </w:r>
      <w:r>
        <w:t>.</w:t>
      </w:r>
    </w:p>
    <w:p w14:paraId="209F7870" w14:textId="77777777" w:rsidR="00894734" w:rsidRDefault="00000000">
      <w:r>
        <w:t>Elle trempa ses lèvres dans sa tasse de café</w:t>
      </w:r>
      <w:r w:rsidR="00894734">
        <w:t xml:space="preserve">, </w:t>
      </w:r>
      <w:r>
        <w:t>et</w:t>
      </w:r>
      <w:r w:rsidR="00894734">
        <w:t xml:space="preserve">, </w:t>
      </w:r>
      <w:r>
        <w:t>comme je m</w:t>
      </w:r>
      <w:r w:rsidR="00894734">
        <w:t>’</w:t>
      </w:r>
      <w:r>
        <w:t>en allais vers la porte</w:t>
      </w:r>
      <w:r w:rsidR="00894734">
        <w:t> :</w:t>
      </w:r>
    </w:p>
    <w:p w14:paraId="375D1127" w14:textId="77777777" w:rsidR="00894734" w:rsidRDefault="00894734">
      <w:r>
        <w:t>— </w:t>
      </w:r>
      <w:r w:rsidR="00000000">
        <w:t>Le reste de la morphine</w:t>
      </w:r>
      <w:r>
        <w:t xml:space="preserve">, </w:t>
      </w:r>
      <w:r w:rsidR="00000000">
        <w:t>me dit-elle</w:t>
      </w:r>
      <w:r>
        <w:t xml:space="preserve">, </w:t>
      </w:r>
      <w:r w:rsidR="00000000">
        <w:t>vous l</w:t>
      </w:r>
      <w:r>
        <w:t>’</w:t>
      </w:r>
      <w:r w:rsidR="00000000">
        <w:t>avez mis en lieu sûr</w:t>
      </w:r>
      <w:r>
        <w:t xml:space="preserve">. </w:t>
      </w:r>
      <w:r w:rsidR="00000000">
        <w:t>Personne ne pourra la trouver</w:t>
      </w:r>
      <w:r>
        <w:t> ?</w:t>
      </w:r>
    </w:p>
    <w:p w14:paraId="1336A929" w14:textId="77777777" w:rsidR="00894734" w:rsidRDefault="00894734">
      <w:r>
        <w:t>— </w:t>
      </w:r>
      <w:r w:rsidR="00000000">
        <w:t>Oui</w:t>
      </w:r>
      <w:r>
        <w:t xml:space="preserve">, </w:t>
      </w:r>
      <w:r w:rsidR="00000000">
        <w:t>dis-je en tapant sur la poche de mon veston</w:t>
      </w:r>
      <w:r>
        <w:t>.</w:t>
      </w:r>
    </w:p>
    <w:p w14:paraId="47315A79" w14:textId="77777777" w:rsidR="00894734" w:rsidRDefault="00000000">
      <w:r>
        <w:t>À Quesada</w:t>
      </w:r>
      <w:r w:rsidR="00894734">
        <w:t xml:space="preserve">, </w:t>
      </w:r>
      <w:r>
        <w:t xml:space="preserve">je passai une demi-heure à bavarder avec </w:t>
      </w:r>
      <w:proofErr w:type="spellStart"/>
      <w:r>
        <w:t>Rolly</w:t>
      </w:r>
      <w:proofErr w:type="spellEnd"/>
      <w:r>
        <w:t xml:space="preserve"> et à lire les journaux</w:t>
      </w:r>
      <w:r w:rsidR="00894734">
        <w:t xml:space="preserve">. </w:t>
      </w:r>
      <w:r>
        <w:t>Je téléphonai à l</w:t>
      </w:r>
      <w:r w:rsidR="00894734">
        <w:t>’</w:t>
      </w:r>
      <w:r>
        <w:t>Agence et j</w:t>
      </w:r>
      <w:r w:rsidR="00894734">
        <w:t>’</w:t>
      </w:r>
      <w:r>
        <w:t>eus le patron au bout du fil</w:t>
      </w:r>
      <w:r w:rsidR="00894734">
        <w:t xml:space="preserve">. </w:t>
      </w:r>
      <w:r>
        <w:t>Il me dit qu</w:t>
      </w:r>
      <w:r w:rsidR="00894734">
        <w:t>’</w:t>
      </w:r>
      <w:r>
        <w:t>Hubert Collinson lui avait exprimé sa surprise de nous voir continuer nos recherches</w:t>
      </w:r>
      <w:r w:rsidR="00894734">
        <w:t xml:space="preserve">, </w:t>
      </w:r>
      <w:r>
        <w:t xml:space="preserve">car il supposait que la mort de </w:t>
      </w:r>
      <w:proofErr w:type="spellStart"/>
      <w:r>
        <w:t>Whidden</w:t>
      </w:r>
      <w:proofErr w:type="spellEnd"/>
      <w:r>
        <w:t xml:space="preserve"> avait suffisamment éclairé le mystère de la mort de son fils</w:t>
      </w:r>
      <w:r w:rsidR="00894734">
        <w:t>.</w:t>
      </w:r>
    </w:p>
    <w:p w14:paraId="0AAF3379" w14:textId="77777777" w:rsidR="00894734" w:rsidRDefault="00894734">
      <w:r>
        <w:t>— </w:t>
      </w:r>
      <w:r w:rsidR="00000000">
        <w:t>Dites-lui qu</w:t>
      </w:r>
      <w:r>
        <w:t>’</w:t>
      </w:r>
      <w:r w:rsidR="00000000">
        <w:t>il n</w:t>
      </w:r>
      <w:r>
        <w:t>’</w:t>
      </w:r>
      <w:r w:rsidR="00000000">
        <w:t>en est rien</w:t>
      </w:r>
      <w:r>
        <w:t xml:space="preserve">, </w:t>
      </w:r>
      <w:r w:rsidR="00000000">
        <w:t>dis-je</w:t>
      </w:r>
      <w:r>
        <w:t xml:space="preserve">. </w:t>
      </w:r>
      <w:r w:rsidR="00000000">
        <w:t>La mort d</w:t>
      </w:r>
      <w:r>
        <w:t>’</w:t>
      </w:r>
      <w:r w:rsidR="00000000">
        <w:t xml:space="preserve">Éric est liée intimement au drame de Gabrielle et nous ne pouvons </w:t>
      </w:r>
      <w:r w:rsidR="00000000">
        <w:lastRenderedPageBreak/>
        <w:t>aller au fond de l</w:t>
      </w:r>
      <w:r>
        <w:t>’</w:t>
      </w:r>
      <w:r w:rsidR="00000000">
        <w:t>un qu</w:t>
      </w:r>
      <w:r>
        <w:t>’</w:t>
      </w:r>
      <w:r w:rsidR="00000000">
        <w:t>à travers l</w:t>
      </w:r>
      <w:r>
        <w:t>’</w:t>
      </w:r>
      <w:r w:rsidR="00000000">
        <w:t>autre</w:t>
      </w:r>
      <w:r>
        <w:t xml:space="preserve">. </w:t>
      </w:r>
      <w:r w:rsidR="00000000">
        <w:t>Cela va nous demander encore une semaine</w:t>
      </w:r>
      <w:r>
        <w:t xml:space="preserve">, </w:t>
      </w:r>
      <w:r w:rsidR="00000000">
        <w:t>je crois</w:t>
      </w:r>
      <w:r>
        <w:t>.</w:t>
      </w:r>
    </w:p>
    <w:p w14:paraId="539A8F2F" w14:textId="77777777" w:rsidR="00894734" w:rsidRDefault="00000000">
      <w:r>
        <w:t>Je pris la route de San Francisco</w:t>
      </w:r>
      <w:r w:rsidR="00894734">
        <w:t xml:space="preserve">. </w:t>
      </w:r>
      <w:r>
        <w:t>J</w:t>
      </w:r>
      <w:r w:rsidR="00894734">
        <w:t>’</w:t>
      </w:r>
      <w:r>
        <w:t>avais besoin de linge et de vêtements</w:t>
      </w:r>
      <w:r w:rsidR="00894734">
        <w:t xml:space="preserve">. </w:t>
      </w:r>
      <w:r>
        <w:t>Je passai chez moi</w:t>
      </w:r>
      <w:r w:rsidR="00894734">
        <w:t xml:space="preserve">. </w:t>
      </w:r>
      <w:r>
        <w:t>J</w:t>
      </w:r>
      <w:r w:rsidR="00894734">
        <w:t>’</w:t>
      </w:r>
      <w:r>
        <w:t>étais de retour à la villa des Embruns vers minuit</w:t>
      </w:r>
      <w:r w:rsidR="00894734">
        <w:t>.</w:t>
      </w:r>
    </w:p>
    <w:p w14:paraId="56517C20" w14:textId="77777777" w:rsidR="00894734" w:rsidRDefault="00000000">
      <w:r>
        <w:t>Mac Man sortit comme je remisais la voiture</w:t>
      </w:r>
      <w:r w:rsidR="00894734">
        <w:t xml:space="preserve"> (</w:t>
      </w:r>
      <w:r>
        <w:t>nous util</w:t>
      </w:r>
      <w:r>
        <w:t>i</w:t>
      </w:r>
      <w:r>
        <w:t xml:space="preserve">sions toujours celle de </w:t>
      </w:r>
      <w:proofErr w:type="spellStart"/>
      <w:r>
        <w:t>Fitzstephan</w:t>
      </w:r>
      <w:proofErr w:type="spellEnd"/>
      <w:r w:rsidR="00894734">
        <w:t xml:space="preserve">) </w:t>
      </w:r>
      <w:r>
        <w:t>sous le hangar</w:t>
      </w:r>
      <w:r w:rsidR="00894734">
        <w:t xml:space="preserve">. </w:t>
      </w:r>
      <w:r>
        <w:t>Rien ne s</w:t>
      </w:r>
      <w:r w:rsidR="00894734">
        <w:t>’</w:t>
      </w:r>
      <w:r>
        <w:t>était passé pendant mon absence</w:t>
      </w:r>
      <w:r w:rsidR="00894734">
        <w:t xml:space="preserve">. </w:t>
      </w:r>
      <w:r>
        <w:t>Nous entrâmes ensemble dans la maison</w:t>
      </w:r>
      <w:r w:rsidR="00894734">
        <w:t xml:space="preserve">. </w:t>
      </w:r>
      <w:r>
        <w:t>Mickey s</w:t>
      </w:r>
      <w:r w:rsidR="00894734">
        <w:t>’</w:t>
      </w:r>
      <w:r>
        <w:t>y préparait un breuvage soigné</w:t>
      </w:r>
      <w:r w:rsidR="00894734">
        <w:t>.</w:t>
      </w:r>
    </w:p>
    <w:p w14:paraId="0596C559" w14:textId="77777777" w:rsidR="00894734" w:rsidRDefault="00894734">
      <w:r>
        <w:t>— </w:t>
      </w:r>
      <w:r w:rsidR="00000000">
        <w:t>Mrs</w:t>
      </w:r>
      <w:r>
        <w:t xml:space="preserve">. </w:t>
      </w:r>
      <w:r w:rsidR="00000000">
        <w:t>Collinson est couchée</w:t>
      </w:r>
      <w:r>
        <w:t xml:space="preserve"> ? </w:t>
      </w:r>
      <w:r w:rsidR="00000000">
        <w:t>demandai-je</w:t>
      </w:r>
      <w:r>
        <w:t>.</w:t>
      </w:r>
    </w:p>
    <w:p w14:paraId="009A73ED" w14:textId="77777777" w:rsidR="00894734" w:rsidRDefault="00894734">
      <w:r>
        <w:t>— </w:t>
      </w:r>
      <w:r w:rsidR="00000000">
        <w:t>Oui</w:t>
      </w:r>
      <w:r>
        <w:t xml:space="preserve">, </w:t>
      </w:r>
      <w:r w:rsidR="00000000">
        <w:t>il y a encore de la lumière chez elle</w:t>
      </w:r>
      <w:r>
        <w:t xml:space="preserve">. </w:t>
      </w:r>
      <w:r w:rsidR="00000000">
        <w:t>Elle est restée dans sa chambre toute la journée</w:t>
      </w:r>
      <w:r>
        <w:t>.</w:t>
      </w:r>
    </w:p>
    <w:p w14:paraId="6E9ABA7D" w14:textId="77777777" w:rsidR="00894734" w:rsidRDefault="00000000">
      <w:r>
        <w:t>Le cocktail de Mickey avait une couleur sympathique</w:t>
      </w:r>
      <w:r w:rsidR="00894734">
        <w:t xml:space="preserve">. </w:t>
      </w:r>
      <w:r>
        <w:t>Nous choquâmes nos verres</w:t>
      </w:r>
      <w:r w:rsidR="00894734">
        <w:t xml:space="preserve">. </w:t>
      </w:r>
      <w:r>
        <w:t>Je montai frapper à la porte de G</w:t>
      </w:r>
      <w:r>
        <w:t>a</w:t>
      </w:r>
      <w:r>
        <w:t>brielle</w:t>
      </w:r>
      <w:r w:rsidR="00894734">
        <w:t>.</w:t>
      </w:r>
    </w:p>
    <w:p w14:paraId="04946DDA" w14:textId="77777777" w:rsidR="00894734" w:rsidRDefault="00894734">
      <w:r>
        <w:t>— </w:t>
      </w:r>
      <w:r w:rsidR="00000000">
        <w:t>Qui est là</w:t>
      </w:r>
      <w:r>
        <w:t> ?</w:t>
      </w:r>
    </w:p>
    <w:p w14:paraId="36B7F1BC" w14:textId="77777777" w:rsidR="00894734" w:rsidRDefault="00000000">
      <w:r>
        <w:t>Je me nommai</w:t>
      </w:r>
      <w:r w:rsidR="00894734">
        <w:t>.</w:t>
      </w:r>
    </w:p>
    <w:p w14:paraId="2119E431" w14:textId="77777777" w:rsidR="00894734" w:rsidRDefault="00894734">
      <w:r>
        <w:t>— </w:t>
      </w:r>
      <w:r w:rsidR="00000000">
        <w:t>Entrez</w:t>
      </w:r>
      <w:r>
        <w:t xml:space="preserve">, </w:t>
      </w:r>
      <w:r w:rsidR="00000000">
        <w:t>dit-elle</w:t>
      </w:r>
      <w:r>
        <w:t xml:space="preserve">, </w:t>
      </w:r>
      <w:r w:rsidR="00000000">
        <w:t>en venant elle-même ouvrir la porte</w:t>
      </w:r>
      <w:r>
        <w:t>.</w:t>
      </w:r>
    </w:p>
    <w:p w14:paraId="253E6F36" w14:textId="77777777" w:rsidR="00894734" w:rsidRDefault="00000000">
      <w:r>
        <w:t>Elle souriait et tenait un livre à la main</w:t>
      </w:r>
      <w:r w:rsidR="00894734">
        <w:t>.</w:t>
      </w:r>
    </w:p>
    <w:p w14:paraId="32DFE08B" w14:textId="77777777" w:rsidR="00894734" w:rsidRDefault="00894734">
      <w:r>
        <w:t>— </w:t>
      </w:r>
      <w:r w:rsidR="00000000">
        <w:t>Avez-vous fait bon voyage</w:t>
      </w:r>
      <w:r>
        <w:t> ?</w:t>
      </w:r>
    </w:p>
    <w:p w14:paraId="4BF57D18" w14:textId="77777777" w:rsidR="00894734" w:rsidRDefault="00894734">
      <w:r>
        <w:t>— </w:t>
      </w:r>
      <w:r w:rsidR="00000000">
        <w:t>Très bon</w:t>
      </w:r>
      <w:r>
        <w:t xml:space="preserve">, </w:t>
      </w:r>
      <w:r w:rsidR="00000000">
        <w:t>dis-je</w:t>
      </w:r>
      <w:r>
        <w:t xml:space="preserve">, </w:t>
      </w:r>
      <w:r w:rsidR="00000000">
        <w:t>prenant le reste de la morphine dans ma poche et le lui tendant</w:t>
      </w:r>
      <w:r>
        <w:t>.</w:t>
      </w:r>
    </w:p>
    <w:p w14:paraId="0327249C" w14:textId="77777777" w:rsidR="00894734" w:rsidRDefault="00000000">
      <w:r>
        <w:t>Elle ne le prit pas et me rit au visage nerveusement</w:t>
      </w:r>
      <w:r w:rsidR="00894734">
        <w:t>.</w:t>
      </w:r>
    </w:p>
    <w:p w14:paraId="0EE4FAEE" w14:textId="77777777" w:rsidR="00894734" w:rsidRDefault="00894734">
      <w:r>
        <w:t>— </w:t>
      </w:r>
      <w:r w:rsidR="00000000">
        <w:t>Vous savez que vous êtes une brute</w:t>
      </w:r>
      <w:r>
        <w:t>…</w:t>
      </w:r>
    </w:p>
    <w:p w14:paraId="6CFC4697" w14:textId="77777777" w:rsidR="00894734" w:rsidRDefault="00894734">
      <w:r>
        <w:lastRenderedPageBreak/>
        <w:t>— </w:t>
      </w:r>
      <w:r w:rsidR="00000000">
        <w:t>À votre aise</w:t>
      </w:r>
      <w:r>
        <w:t xml:space="preserve">, </w:t>
      </w:r>
      <w:r w:rsidR="00000000">
        <w:t>ce n</w:t>
      </w:r>
      <w:r>
        <w:t>’</w:t>
      </w:r>
      <w:r w:rsidR="00000000">
        <w:t>est pas moi qu</w:t>
      </w:r>
      <w:r>
        <w:t>’</w:t>
      </w:r>
      <w:r w:rsidR="00000000">
        <w:t>on désintoxique</w:t>
      </w:r>
      <w:r>
        <w:t xml:space="preserve">, </w:t>
      </w:r>
      <w:r w:rsidR="00000000">
        <w:t>c</w:t>
      </w:r>
      <w:r>
        <w:t>’</w:t>
      </w:r>
      <w:r w:rsidR="00000000">
        <w:t>est vous</w:t>
      </w:r>
      <w:r>
        <w:t>.</w:t>
      </w:r>
    </w:p>
    <w:p w14:paraId="4C1AB5FF" w14:textId="77777777" w:rsidR="00894734" w:rsidRDefault="00000000">
      <w:r>
        <w:t>Je remis la drogue dans ma poche</w:t>
      </w:r>
      <w:r w:rsidR="00894734">
        <w:t>.</w:t>
      </w:r>
    </w:p>
    <w:p w14:paraId="15EF981F" w14:textId="77777777" w:rsidR="00894734" w:rsidRDefault="00894734">
      <w:r>
        <w:t>— </w:t>
      </w:r>
      <w:r w:rsidR="00000000">
        <w:t>Si vous</w:t>
      </w:r>
      <w:r>
        <w:t>…</w:t>
      </w:r>
    </w:p>
    <w:p w14:paraId="0B82AA4E" w14:textId="77777777" w:rsidR="00894734" w:rsidRDefault="00000000">
      <w:r>
        <w:t>Je m</w:t>
      </w:r>
      <w:r w:rsidR="00894734">
        <w:t>’</w:t>
      </w:r>
      <w:r>
        <w:t>interrompis pour prêter l</w:t>
      </w:r>
      <w:r w:rsidR="00894734">
        <w:t>’</w:t>
      </w:r>
      <w:r>
        <w:t>oreille</w:t>
      </w:r>
      <w:r w:rsidR="00894734">
        <w:t xml:space="preserve">. </w:t>
      </w:r>
      <w:r>
        <w:t>Une marche avait craqué dans l</w:t>
      </w:r>
      <w:r w:rsidR="00894734">
        <w:t>’</w:t>
      </w:r>
      <w:r>
        <w:t>escalier et j</w:t>
      </w:r>
      <w:r w:rsidR="00894734">
        <w:t>’</w:t>
      </w:r>
      <w:r>
        <w:t>entendais un bruit mou</w:t>
      </w:r>
      <w:r w:rsidR="00894734">
        <w:t xml:space="preserve">, </w:t>
      </w:r>
      <w:r>
        <w:t>comme celui que font des pieds nus appuyés avec précaution sur le parquet</w:t>
      </w:r>
      <w:r w:rsidR="00894734">
        <w:t>.</w:t>
      </w:r>
    </w:p>
    <w:p w14:paraId="69438930" w14:textId="77777777" w:rsidR="00894734" w:rsidRDefault="00894734">
      <w:r>
        <w:t>— </w:t>
      </w:r>
      <w:r w:rsidR="00000000">
        <w:t>C</w:t>
      </w:r>
      <w:r>
        <w:t>’</w:t>
      </w:r>
      <w:r w:rsidR="00000000">
        <w:t>est Mary qui veille sur moi</w:t>
      </w:r>
      <w:r>
        <w:t xml:space="preserve">, </w:t>
      </w:r>
      <w:r w:rsidR="00000000">
        <w:t>dit Gabrielle en étouffant un rire</w:t>
      </w:r>
      <w:r>
        <w:t xml:space="preserve">. </w:t>
      </w:r>
      <w:r w:rsidR="00000000">
        <w:t>Elle a fait un lit dans la penderie</w:t>
      </w:r>
      <w:r>
        <w:t xml:space="preserve">. </w:t>
      </w:r>
      <w:r w:rsidR="00000000">
        <w:t>Elle dit que je ne suis pas en sûreté avec vous et vos amis</w:t>
      </w:r>
      <w:r>
        <w:t xml:space="preserve">. </w:t>
      </w:r>
      <w:r w:rsidR="00000000">
        <w:t>Elle vous appelle</w:t>
      </w:r>
      <w:r>
        <w:t xml:space="preserve">, – </w:t>
      </w:r>
      <w:r w:rsidR="00000000">
        <w:t>je ne sais plus comment</w:t>
      </w:r>
      <w:r>
        <w:t xml:space="preserve">, </w:t>
      </w:r>
      <w:r w:rsidR="00000000">
        <w:t>ah</w:t>
      </w:r>
      <w:r>
        <w:t xml:space="preserve"> ! </w:t>
      </w:r>
      <w:r w:rsidR="00000000">
        <w:t>si</w:t>
      </w:r>
      <w:r>
        <w:t xml:space="preserve">, – </w:t>
      </w:r>
      <w:r w:rsidR="00000000">
        <w:t>elle vous appelle les loups</w:t>
      </w:r>
      <w:r>
        <w:t>.</w:t>
      </w:r>
    </w:p>
    <w:p w14:paraId="28C4B093" w14:textId="77777777" w:rsidR="00894734" w:rsidRDefault="00894734">
      <w:r>
        <w:t>— </w:t>
      </w:r>
      <w:r w:rsidR="00000000">
        <w:t>Drôle de fille</w:t>
      </w:r>
      <w:r>
        <w:t xml:space="preserve"> ! </w:t>
      </w:r>
      <w:r w:rsidR="00000000">
        <w:t>Je vous laisse dormir</w:t>
      </w:r>
      <w:r>
        <w:t xml:space="preserve">. </w:t>
      </w:r>
      <w:r w:rsidR="00000000">
        <w:t>Et n</w:t>
      </w:r>
      <w:r>
        <w:t>’</w:t>
      </w:r>
      <w:r w:rsidR="00000000">
        <w:t>oubliez pas</w:t>
      </w:r>
      <w:r>
        <w:t xml:space="preserve"> : </w:t>
      </w:r>
      <w:r w:rsidR="00000000">
        <w:t>pas de déjeuner demain matin</w:t>
      </w:r>
      <w:r>
        <w:t>.</w:t>
      </w:r>
    </w:p>
    <w:p w14:paraId="2713E7EC" w14:textId="77777777" w:rsidR="00894734" w:rsidRDefault="00000000">
      <w:r>
        <w:t>L</w:t>
      </w:r>
      <w:r w:rsidR="00894734">
        <w:t>’</w:t>
      </w:r>
      <w:r>
        <w:t>après-midi du lendemain</w:t>
      </w:r>
      <w:r w:rsidR="00894734">
        <w:t xml:space="preserve">, </w:t>
      </w:r>
      <w:r>
        <w:t>je lui donnai la première dose de la mixture préparée par le pharmacien</w:t>
      </w:r>
      <w:r w:rsidR="00894734">
        <w:t xml:space="preserve">, </w:t>
      </w:r>
      <w:r>
        <w:t>puis</w:t>
      </w:r>
      <w:r w:rsidR="00894734">
        <w:t xml:space="preserve">, </w:t>
      </w:r>
      <w:r>
        <w:t>à deux heures d</w:t>
      </w:r>
      <w:r w:rsidR="00894734">
        <w:t>’</w:t>
      </w:r>
      <w:r>
        <w:t>intervalle</w:t>
      </w:r>
      <w:r w:rsidR="00894734">
        <w:t xml:space="preserve">, </w:t>
      </w:r>
      <w:r>
        <w:t>je recommençai trois fois</w:t>
      </w:r>
      <w:r w:rsidR="00894734">
        <w:t xml:space="preserve">. </w:t>
      </w:r>
      <w:r>
        <w:t>Elle passa tout le jour dans sa chambre</w:t>
      </w:r>
      <w:r w:rsidR="00894734">
        <w:t xml:space="preserve">. </w:t>
      </w:r>
      <w:r>
        <w:t>C</w:t>
      </w:r>
      <w:r w:rsidR="00894734">
        <w:t>’</w:t>
      </w:r>
      <w:r>
        <w:t>était le samedi</w:t>
      </w:r>
      <w:r w:rsidR="00894734">
        <w:t xml:space="preserve">. </w:t>
      </w:r>
      <w:r>
        <w:t>Le lendemain dimanche</w:t>
      </w:r>
      <w:r w:rsidR="00894734">
        <w:t xml:space="preserve">, </w:t>
      </w:r>
      <w:r>
        <w:t>je lui accordai soixante centigrammes de morphine</w:t>
      </w:r>
      <w:r w:rsidR="00894734">
        <w:t xml:space="preserve">. </w:t>
      </w:r>
      <w:r>
        <w:t>Elle fut de très bonne humeur et me dit plusieurs fois dans la journée qu</w:t>
      </w:r>
      <w:r w:rsidR="00894734">
        <w:t>’</w:t>
      </w:r>
      <w:r>
        <w:t>elle était sûre maintenant de guérir</w:t>
      </w:r>
      <w:r w:rsidR="00894734">
        <w:t xml:space="preserve">. </w:t>
      </w:r>
      <w:r>
        <w:t>Le lundi</w:t>
      </w:r>
      <w:r w:rsidR="00894734">
        <w:t xml:space="preserve">, </w:t>
      </w:r>
      <w:r>
        <w:t>elle prit le reste du mélange du pharmacien et la journée se passa aussi bien que le samedi</w:t>
      </w:r>
      <w:r w:rsidR="00894734">
        <w:t xml:space="preserve">. </w:t>
      </w:r>
      <w:r>
        <w:t xml:space="preserve">Mickey revint de Quesada en disant que </w:t>
      </w:r>
      <w:proofErr w:type="spellStart"/>
      <w:r>
        <w:t>Fitzstephan</w:t>
      </w:r>
      <w:proofErr w:type="spellEnd"/>
      <w:r>
        <w:t xml:space="preserve"> avait maintenant tout à fait repris conscience</w:t>
      </w:r>
      <w:r w:rsidR="00894734">
        <w:t xml:space="preserve">, </w:t>
      </w:r>
      <w:r>
        <w:t>mais qu</w:t>
      </w:r>
      <w:r w:rsidR="00894734">
        <w:t>’</w:t>
      </w:r>
      <w:r>
        <w:t>il était encore trop abattu pour être interrogé</w:t>
      </w:r>
      <w:r w:rsidR="00894734">
        <w:t xml:space="preserve">. </w:t>
      </w:r>
      <w:r>
        <w:t>Il avait appris qu</w:t>
      </w:r>
      <w:r w:rsidR="00894734">
        <w:t>’</w:t>
      </w:r>
      <w:r>
        <w:t xml:space="preserve">Andrews était retourné à San Mateo voir </w:t>
      </w:r>
      <w:proofErr w:type="spellStart"/>
      <w:r>
        <w:t>Aaronia</w:t>
      </w:r>
      <w:proofErr w:type="spellEnd"/>
      <w:r>
        <w:t xml:space="preserve"> </w:t>
      </w:r>
      <w:proofErr w:type="spellStart"/>
      <w:r>
        <w:t>Haldorn</w:t>
      </w:r>
      <w:proofErr w:type="spellEnd"/>
      <w:r>
        <w:t xml:space="preserve"> et que celle-ci était venue à Quesada pour voir Fink</w:t>
      </w:r>
      <w:r w:rsidR="00894734">
        <w:t xml:space="preserve">, </w:t>
      </w:r>
      <w:r>
        <w:t>mais le shérif lui avait refusé la permission de communiquer avec lui</w:t>
      </w:r>
      <w:r w:rsidR="00894734">
        <w:t>.</w:t>
      </w:r>
    </w:p>
    <w:p w14:paraId="57BDCF78" w14:textId="77777777" w:rsidR="00894734" w:rsidRDefault="00000000">
      <w:r>
        <w:lastRenderedPageBreak/>
        <w:t>Le mardi fut moins calme</w:t>
      </w:r>
      <w:r w:rsidR="00894734">
        <w:t>.</w:t>
      </w:r>
    </w:p>
    <w:p w14:paraId="00AC71C9" w14:textId="77777777" w:rsidR="00894734" w:rsidRDefault="00000000">
      <w:r>
        <w:t>Gabrielle était debout et habillée quand j</w:t>
      </w:r>
      <w:r w:rsidR="00894734">
        <w:t>’</w:t>
      </w:r>
      <w:r>
        <w:t>entrai dans sa chambre le matin</w:t>
      </w:r>
      <w:r w:rsidR="00894734">
        <w:t xml:space="preserve">, </w:t>
      </w:r>
      <w:r>
        <w:t>pour lui apporter le jus d</w:t>
      </w:r>
      <w:r w:rsidR="00894734">
        <w:t>’</w:t>
      </w:r>
      <w:r>
        <w:t>orange qui const</w:t>
      </w:r>
      <w:r>
        <w:t>i</w:t>
      </w:r>
      <w:r>
        <w:t>tuait son premier déjeuner</w:t>
      </w:r>
      <w:r w:rsidR="00894734">
        <w:t xml:space="preserve">. </w:t>
      </w:r>
      <w:r>
        <w:t>Elle paraissait agitée</w:t>
      </w:r>
      <w:r w:rsidR="00894734">
        <w:t xml:space="preserve">, </w:t>
      </w:r>
      <w:r>
        <w:t>parlait à tort et à travers</w:t>
      </w:r>
      <w:r w:rsidR="00894734">
        <w:t xml:space="preserve">, </w:t>
      </w:r>
      <w:r>
        <w:t>riait à tous propos</w:t>
      </w:r>
      <w:r w:rsidR="00894734">
        <w:t xml:space="preserve">. </w:t>
      </w:r>
      <w:r>
        <w:t>Ses yeux étaient fiévreux</w:t>
      </w:r>
      <w:r w:rsidR="00894734">
        <w:t xml:space="preserve">. </w:t>
      </w:r>
      <w:r>
        <w:t>Je lui dis négligemment qu</w:t>
      </w:r>
      <w:r w:rsidR="00894734">
        <w:t>’</w:t>
      </w:r>
      <w:r>
        <w:t>elle n</w:t>
      </w:r>
      <w:r w:rsidR="00894734">
        <w:t>’</w:t>
      </w:r>
      <w:r>
        <w:t>aurait plus de morphine maintenant</w:t>
      </w:r>
      <w:r w:rsidR="00894734">
        <w:t>.</w:t>
      </w:r>
    </w:p>
    <w:p w14:paraId="77CEDDC9" w14:textId="77777777" w:rsidR="00894734" w:rsidRDefault="00894734">
      <w:r>
        <w:t>— </w:t>
      </w:r>
      <w:r w:rsidR="00000000">
        <w:t>Jamais</w:t>
      </w:r>
      <w:r>
        <w:t xml:space="preserve">, </w:t>
      </w:r>
      <w:r w:rsidR="00000000">
        <w:t>vous voulez dire jamais</w:t>
      </w:r>
      <w:r>
        <w:t> ?</w:t>
      </w:r>
    </w:p>
    <w:p w14:paraId="0C1C7968" w14:textId="77777777" w:rsidR="00894734" w:rsidRDefault="00000000">
      <w:r>
        <w:t>Sa voix et son visage révélaient la panique</w:t>
      </w:r>
      <w:r w:rsidR="00894734">
        <w:t>.</w:t>
      </w:r>
    </w:p>
    <w:p w14:paraId="792D75C1" w14:textId="77777777" w:rsidR="00894734" w:rsidRDefault="00894734">
      <w:r>
        <w:t>— </w:t>
      </w:r>
      <w:r w:rsidR="00000000">
        <w:t>Non</w:t>
      </w:r>
      <w:r>
        <w:t xml:space="preserve">, </w:t>
      </w:r>
      <w:r w:rsidR="00000000">
        <w:t>n</w:t>
      </w:r>
      <w:r>
        <w:t>’</w:t>
      </w:r>
      <w:r w:rsidR="00000000">
        <w:t>est-ce pas</w:t>
      </w:r>
      <w:r>
        <w:t xml:space="preserve"> ? </w:t>
      </w:r>
      <w:r w:rsidR="00000000">
        <w:t>ce n</w:t>
      </w:r>
      <w:r>
        <w:t>’</w:t>
      </w:r>
      <w:r w:rsidR="00000000">
        <w:t>est pas ce que vous avez voulu d</w:t>
      </w:r>
      <w:r w:rsidR="00000000">
        <w:t>i</w:t>
      </w:r>
      <w:r w:rsidR="00000000">
        <w:t>re</w:t>
      </w:r>
      <w:r>
        <w:t> ?</w:t>
      </w:r>
    </w:p>
    <w:p w14:paraId="2EA1CE73" w14:textId="77777777" w:rsidR="00894734" w:rsidRDefault="00894734">
      <w:r>
        <w:t>— </w:t>
      </w:r>
      <w:r w:rsidR="00000000">
        <w:t>Si</w:t>
      </w:r>
      <w:r>
        <w:t>.</w:t>
      </w:r>
    </w:p>
    <w:p w14:paraId="30E3777A" w14:textId="77777777" w:rsidR="00894734" w:rsidRDefault="00894734">
      <w:r>
        <w:t>— </w:t>
      </w:r>
      <w:r w:rsidR="00000000">
        <w:t>Mais je vais en mourir</w:t>
      </w:r>
      <w:r>
        <w:t>.</w:t>
      </w:r>
    </w:p>
    <w:p w14:paraId="2C104007" w14:textId="77777777" w:rsidR="00894734" w:rsidRDefault="00000000">
      <w:r>
        <w:t>Des larmes lentes glissèrent le long de ses joues pâles</w:t>
      </w:r>
      <w:r w:rsidR="00894734">
        <w:t xml:space="preserve">. </w:t>
      </w:r>
      <w:r>
        <w:t>Elle joignit les mains</w:t>
      </w:r>
      <w:r w:rsidR="00894734">
        <w:t>.</w:t>
      </w:r>
    </w:p>
    <w:p w14:paraId="57067281" w14:textId="77777777" w:rsidR="00894734" w:rsidRDefault="00894734">
      <w:r>
        <w:t>— </w:t>
      </w:r>
      <w:r w:rsidR="00000000">
        <w:t>Vous savez</w:t>
      </w:r>
      <w:r>
        <w:t xml:space="preserve">, </w:t>
      </w:r>
      <w:r w:rsidR="00000000">
        <w:t>me supplia-t-elle</w:t>
      </w:r>
      <w:r>
        <w:t xml:space="preserve">, </w:t>
      </w:r>
      <w:r w:rsidR="00000000">
        <w:t>que ce n</w:t>
      </w:r>
      <w:r>
        <w:t>’</w:t>
      </w:r>
      <w:r w:rsidR="00000000">
        <w:t>est pas ainsi qu</w:t>
      </w:r>
      <w:r>
        <w:t>’</w:t>
      </w:r>
      <w:r w:rsidR="00000000">
        <w:t>on doit faire</w:t>
      </w:r>
      <w:r>
        <w:t xml:space="preserve">. </w:t>
      </w:r>
      <w:r w:rsidR="00000000">
        <w:t>Je sais que je dois en prendre de moins en moins chaque jour</w:t>
      </w:r>
      <w:r>
        <w:t xml:space="preserve">, </w:t>
      </w:r>
      <w:r w:rsidR="00000000">
        <w:t>mais vous ne pouvez pas m</w:t>
      </w:r>
      <w:r>
        <w:t>’</w:t>
      </w:r>
      <w:r w:rsidR="00000000">
        <w:t>en priver comme cela tout d</w:t>
      </w:r>
      <w:r>
        <w:t>’</w:t>
      </w:r>
      <w:r w:rsidR="00000000">
        <w:t>un coup</w:t>
      </w:r>
      <w:r>
        <w:t xml:space="preserve">. </w:t>
      </w:r>
      <w:r w:rsidR="00000000">
        <w:t>Vous voulez vous moquer de moi</w:t>
      </w:r>
      <w:r>
        <w:t xml:space="preserve">, </w:t>
      </w:r>
      <w:r w:rsidR="00000000">
        <w:t>mais vous s</w:t>
      </w:r>
      <w:r w:rsidR="00000000">
        <w:t>a</w:t>
      </w:r>
      <w:r w:rsidR="00000000">
        <w:t>vez bien que cela me tuerait</w:t>
      </w:r>
      <w:r>
        <w:t>.</w:t>
      </w:r>
    </w:p>
    <w:p w14:paraId="64C5B671" w14:textId="77777777" w:rsidR="00894734" w:rsidRDefault="00000000">
      <w:r>
        <w:t>Elle me faisait pitié</w:t>
      </w:r>
      <w:r w:rsidR="00894734">
        <w:t xml:space="preserve">, </w:t>
      </w:r>
      <w:r>
        <w:t>mais je me forçai à sourire</w:t>
      </w:r>
      <w:r w:rsidR="00894734">
        <w:t>.</w:t>
      </w:r>
    </w:p>
    <w:p w14:paraId="469FED12" w14:textId="77777777" w:rsidR="00894734" w:rsidRDefault="00894734">
      <w:r>
        <w:t>— </w:t>
      </w:r>
      <w:r w:rsidR="00000000">
        <w:t>Ne faites pas l</w:t>
      </w:r>
      <w:r>
        <w:t>’</w:t>
      </w:r>
      <w:r w:rsidR="00000000">
        <w:t>enfant</w:t>
      </w:r>
      <w:r>
        <w:t xml:space="preserve">, </w:t>
      </w:r>
      <w:r w:rsidR="00000000">
        <w:t>voyons</w:t>
      </w:r>
      <w:r>
        <w:t xml:space="preserve">. </w:t>
      </w:r>
      <w:r w:rsidR="00000000">
        <w:t>Vous allez vers la fin de vos tourments</w:t>
      </w:r>
      <w:r>
        <w:t xml:space="preserve">. </w:t>
      </w:r>
      <w:r w:rsidR="00000000">
        <w:t>Encore deux jours de patience et je vous pr</w:t>
      </w:r>
      <w:r w:rsidR="00000000">
        <w:t>o</w:t>
      </w:r>
      <w:r w:rsidR="00000000">
        <w:t>mets que vous commencerez à vous sentir d</w:t>
      </w:r>
      <w:r>
        <w:t>’</w:t>
      </w:r>
      <w:r w:rsidR="00000000">
        <w:t>aplomb</w:t>
      </w:r>
      <w:r>
        <w:t>.</w:t>
      </w:r>
    </w:p>
    <w:p w14:paraId="16DCAE5F" w14:textId="77777777" w:rsidR="00894734" w:rsidRDefault="00000000">
      <w:r>
        <w:t>Elle esquissa un faible sourire et me tendit ses deux mains</w:t>
      </w:r>
      <w:r w:rsidR="00894734">
        <w:t>.</w:t>
      </w:r>
    </w:p>
    <w:p w14:paraId="255B5903" w14:textId="77777777" w:rsidR="00894734" w:rsidRDefault="00894734">
      <w:r>
        <w:lastRenderedPageBreak/>
        <w:t>— </w:t>
      </w:r>
      <w:r w:rsidR="00000000">
        <w:t>Oh</w:t>
      </w:r>
      <w:r>
        <w:t xml:space="preserve"> ! </w:t>
      </w:r>
      <w:r w:rsidR="00000000">
        <w:t>je vous crois</w:t>
      </w:r>
      <w:r>
        <w:t xml:space="preserve">, </w:t>
      </w:r>
      <w:r w:rsidR="00000000">
        <w:t>j</w:t>
      </w:r>
      <w:r>
        <w:t>’</w:t>
      </w:r>
      <w:r w:rsidR="00000000">
        <w:t>ai tant besoin de vous croire</w:t>
      </w:r>
      <w:r>
        <w:t>.</w:t>
      </w:r>
    </w:p>
    <w:p w14:paraId="119BDD17" w14:textId="77777777" w:rsidR="00894734" w:rsidRDefault="00000000">
      <w:r>
        <w:t xml:space="preserve">Je </w:t>
      </w:r>
      <w:proofErr w:type="spellStart"/>
      <w:r>
        <w:t>serrai</w:t>
      </w:r>
      <w:proofErr w:type="spellEnd"/>
      <w:r>
        <w:t xml:space="preserve"> ses deux mains brûlantes</w:t>
      </w:r>
      <w:r w:rsidR="00894734">
        <w:t>.</w:t>
      </w:r>
    </w:p>
    <w:p w14:paraId="1D373CE2" w14:textId="77777777" w:rsidR="00894734" w:rsidRDefault="00894734">
      <w:r>
        <w:t>— </w:t>
      </w:r>
      <w:r w:rsidR="00000000">
        <w:t>Voilà qui est raisonnable</w:t>
      </w:r>
      <w:r>
        <w:t xml:space="preserve">. </w:t>
      </w:r>
      <w:r w:rsidR="00000000">
        <w:t>Maintenant</w:t>
      </w:r>
      <w:r>
        <w:t xml:space="preserve">, </w:t>
      </w:r>
      <w:r w:rsidR="00000000">
        <w:t>remettez-vous dans votre lit</w:t>
      </w:r>
      <w:r>
        <w:t xml:space="preserve">. </w:t>
      </w:r>
      <w:r w:rsidR="00000000">
        <w:t>Soyez tranquille</w:t>
      </w:r>
      <w:r>
        <w:t xml:space="preserve">, </w:t>
      </w:r>
      <w:r w:rsidR="00000000">
        <w:t>je veillerai à tout</w:t>
      </w:r>
      <w:r>
        <w:t xml:space="preserve">. </w:t>
      </w:r>
      <w:r w:rsidR="00000000">
        <w:t>Si vous avez besoin de quoi que ce soit</w:t>
      </w:r>
      <w:r>
        <w:t xml:space="preserve">, </w:t>
      </w:r>
      <w:r w:rsidR="00000000">
        <w:t>appelez-moi</w:t>
      </w:r>
      <w:r>
        <w:t>.</w:t>
      </w:r>
    </w:p>
    <w:p w14:paraId="611DFE59" w14:textId="77777777" w:rsidR="00894734" w:rsidRDefault="00894734">
      <w:r>
        <w:t>— </w:t>
      </w:r>
      <w:r w:rsidR="00000000">
        <w:t>Vous ne sortez pas</w:t>
      </w:r>
      <w:r>
        <w:t xml:space="preserve">, </w:t>
      </w:r>
      <w:r w:rsidR="00000000">
        <w:t>dites</w:t>
      </w:r>
      <w:r>
        <w:t xml:space="preserve">, </w:t>
      </w:r>
      <w:r w:rsidR="00000000">
        <w:t>aujourd</w:t>
      </w:r>
      <w:r>
        <w:t>’</w:t>
      </w:r>
      <w:r w:rsidR="00000000">
        <w:t>hui</w:t>
      </w:r>
      <w:r>
        <w:t> ?</w:t>
      </w:r>
    </w:p>
    <w:p w14:paraId="414A1F4F" w14:textId="77777777" w:rsidR="00894734" w:rsidRDefault="00000000">
      <w:r>
        <w:t>Je promis que non</w:t>
      </w:r>
      <w:r w:rsidR="00894734">
        <w:t>.</w:t>
      </w:r>
    </w:p>
    <w:p w14:paraId="3746A9B9" w14:textId="77777777" w:rsidR="00894734" w:rsidRDefault="00000000">
      <w:r>
        <w:t>Elle fut très courageuse tout l</w:t>
      </w:r>
      <w:r w:rsidR="00894734">
        <w:t>’</w:t>
      </w:r>
      <w:r>
        <w:t>après-midi et n</w:t>
      </w:r>
      <w:r w:rsidR="00894734">
        <w:t>’</w:t>
      </w:r>
      <w:r>
        <w:t>eut que que</w:t>
      </w:r>
      <w:r>
        <w:t>l</w:t>
      </w:r>
      <w:r>
        <w:t>ques brèves crises</w:t>
      </w:r>
      <w:r w:rsidR="00894734">
        <w:t xml:space="preserve">, </w:t>
      </w:r>
      <w:r>
        <w:t>desquelles elle se forçait à rire quand elle était revenue à elle</w:t>
      </w:r>
      <w:r w:rsidR="00894734">
        <w:t>.</w:t>
      </w:r>
    </w:p>
    <w:p w14:paraId="26D2368D" w14:textId="77777777" w:rsidR="00894734" w:rsidRDefault="00000000">
      <w:r>
        <w:t>Nous eûmes vers cinq heures et demie la visite de Madison Andrews</w:t>
      </w:r>
      <w:r w:rsidR="00894734">
        <w:t xml:space="preserve">. </w:t>
      </w:r>
      <w:r>
        <w:t>Je l</w:t>
      </w:r>
      <w:r w:rsidR="00894734">
        <w:t>’</w:t>
      </w:r>
      <w:r>
        <w:t>avais vu arriver et je vins au-devant de lui</w:t>
      </w:r>
      <w:r w:rsidR="00894734">
        <w:t xml:space="preserve">. </w:t>
      </w:r>
      <w:r>
        <w:t>Son visage habituellement rose tournait au jaune</w:t>
      </w:r>
      <w:r w:rsidR="00894734">
        <w:t>.</w:t>
      </w:r>
    </w:p>
    <w:p w14:paraId="753B3305" w14:textId="77777777" w:rsidR="00894734" w:rsidRDefault="00894734">
      <w:r>
        <w:t>— </w:t>
      </w:r>
      <w:r w:rsidR="00000000">
        <w:t>Bonsoir</w:t>
      </w:r>
      <w:r>
        <w:t xml:space="preserve">, </w:t>
      </w:r>
      <w:r w:rsidR="00000000">
        <w:t>me dit-il presque humblement</w:t>
      </w:r>
      <w:r>
        <w:t xml:space="preserve">. </w:t>
      </w:r>
      <w:r w:rsidR="00000000">
        <w:t>Je voudrais voir Mrs</w:t>
      </w:r>
      <w:r>
        <w:t xml:space="preserve">. </w:t>
      </w:r>
      <w:r w:rsidR="00000000">
        <w:t>Collinson</w:t>
      </w:r>
      <w:r>
        <w:t>.</w:t>
      </w:r>
    </w:p>
    <w:p w14:paraId="46AE5C90" w14:textId="77777777" w:rsidR="00894734" w:rsidRDefault="00894734">
      <w:r>
        <w:t>— </w:t>
      </w:r>
      <w:r w:rsidR="00000000">
        <w:t>Avez-vous quelque chose à lui faire dire</w:t>
      </w:r>
      <w:r>
        <w:t xml:space="preserve"> ? </w:t>
      </w:r>
      <w:r w:rsidR="00000000">
        <w:t>Je suis à votre disposition</w:t>
      </w:r>
      <w:r>
        <w:t>.</w:t>
      </w:r>
    </w:p>
    <w:p w14:paraId="70B7D075" w14:textId="77777777" w:rsidR="00894734" w:rsidRDefault="00000000">
      <w:r>
        <w:t>Il baissa les yeux</w:t>
      </w:r>
      <w:r w:rsidR="00894734">
        <w:t xml:space="preserve">. </w:t>
      </w:r>
      <w:r>
        <w:t>Ce qui pouvait rester de rudesse dans sa voix avait disparu</w:t>
      </w:r>
      <w:r w:rsidR="00894734">
        <w:t> :</w:t>
      </w:r>
    </w:p>
    <w:p w14:paraId="5FA58847" w14:textId="77777777" w:rsidR="00894734" w:rsidRDefault="00894734">
      <w:r>
        <w:t>— </w:t>
      </w:r>
      <w:r w:rsidR="00000000">
        <w:t>Je voudrais la voir</w:t>
      </w:r>
      <w:r>
        <w:t>.</w:t>
      </w:r>
    </w:p>
    <w:p w14:paraId="39D6F8C5" w14:textId="77777777" w:rsidR="00894734" w:rsidRDefault="00894734">
      <w:r>
        <w:t>— </w:t>
      </w:r>
      <w:r w:rsidR="00000000">
        <w:t>J</w:t>
      </w:r>
      <w:r>
        <w:t>’</w:t>
      </w:r>
      <w:r w:rsidR="00000000">
        <w:t>ai bien compris</w:t>
      </w:r>
      <w:r>
        <w:t xml:space="preserve">, </w:t>
      </w:r>
      <w:r w:rsidR="00000000">
        <w:t>mais elle ne le veut pas</w:t>
      </w:r>
      <w:r>
        <w:t xml:space="preserve">. </w:t>
      </w:r>
      <w:r w:rsidR="00000000">
        <w:t>Je puis lui fa</w:t>
      </w:r>
      <w:r w:rsidR="00000000">
        <w:t>i</w:t>
      </w:r>
      <w:r w:rsidR="00000000">
        <w:t>re part de ce que vous voudrez lui dire</w:t>
      </w:r>
      <w:r>
        <w:t>.</w:t>
      </w:r>
    </w:p>
    <w:p w14:paraId="67904413" w14:textId="77777777" w:rsidR="00894734" w:rsidRDefault="00000000">
      <w:r>
        <w:t>Il rappela à lui son autorité coutumière</w:t>
      </w:r>
      <w:r w:rsidR="00894734">
        <w:t> :</w:t>
      </w:r>
    </w:p>
    <w:p w14:paraId="58095BE9" w14:textId="77777777" w:rsidR="00894734" w:rsidRDefault="00894734">
      <w:r>
        <w:t>— </w:t>
      </w:r>
      <w:r w:rsidR="00000000">
        <w:t>Mrs</w:t>
      </w:r>
      <w:r>
        <w:t xml:space="preserve">. </w:t>
      </w:r>
      <w:r w:rsidR="00000000">
        <w:t>Collinson doit retourner à San Francisco avec moi</w:t>
      </w:r>
      <w:r>
        <w:t xml:space="preserve">. </w:t>
      </w:r>
      <w:r w:rsidR="00000000">
        <w:t>Elle ne peut pas rester ici</w:t>
      </w:r>
      <w:r>
        <w:t xml:space="preserve">. </w:t>
      </w:r>
      <w:r w:rsidR="00000000">
        <w:t>C</w:t>
      </w:r>
      <w:r>
        <w:t>’</w:t>
      </w:r>
      <w:r w:rsidR="00000000">
        <w:t>est une organisation invraisembl</w:t>
      </w:r>
      <w:r w:rsidR="00000000">
        <w:t>a</w:t>
      </w:r>
      <w:r w:rsidR="00000000">
        <w:t>ble</w:t>
      </w:r>
      <w:r>
        <w:t>.</w:t>
      </w:r>
    </w:p>
    <w:p w14:paraId="01F8EC9E" w14:textId="77777777" w:rsidR="00894734" w:rsidRDefault="00894734">
      <w:r>
        <w:lastRenderedPageBreak/>
        <w:t>— </w:t>
      </w:r>
      <w:r w:rsidR="00000000">
        <w:t>Elle n</w:t>
      </w:r>
      <w:r>
        <w:t>’</w:t>
      </w:r>
      <w:r w:rsidR="00000000">
        <w:t>ira pas à San Francisco</w:t>
      </w:r>
      <w:r>
        <w:t xml:space="preserve">, </w:t>
      </w:r>
      <w:r w:rsidR="00000000">
        <w:t>dis-je</w:t>
      </w:r>
      <w:r>
        <w:t xml:space="preserve">. </w:t>
      </w:r>
      <w:r w:rsidR="00000000">
        <w:t>Si c</w:t>
      </w:r>
      <w:r>
        <w:t>’</w:t>
      </w:r>
      <w:r w:rsidR="00000000">
        <w:t>est nécessaire</w:t>
      </w:r>
      <w:r>
        <w:t xml:space="preserve">, </w:t>
      </w:r>
      <w:r w:rsidR="00000000">
        <w:t>l</w:t>
      </w:r>
      <w:r>
        <w:t>’</w:t>
      </w:r>
      <w:r w:rsidR="00000000">
        <w:t>attorney la retiendra ici comme témoin indispensable</w:t>
      </w:r>
      <w:r>
        <w:t xml:space="preserve">. </w:t>
      </w:r>
      <w:r w:rsidR="00000000">
        <w:t>Si vous insistez</w:t>
      </w:r>
      <w:r>
        <w:t xml:space="preserve">, </w:t>
      </w:r>
      <w:r w:rsidR="00000000">
        <w:t>nous prouverons qu</w:t>
      </w:r>
      <w:r>
        <w:t>’</w:t>
      </w:r>
      <w:r w:rsidR="00000000">
        <w:t>il y a danger pour elle à vous su</w:t>
      </w:r>
      <w:r w:rsidR="00000000">
        <w:t>i</w:t>
      </w:r>
      <w:r w:rsidR="00000000">
        <w:t>vre</w:t>
      </w:r>
      <w:r>
        <w:t xml:space="preserve">. </w:t>
      </w:r>
      <w:r w:rsidR="00000000">
        <w:t>Voulez-vous que nous disions que la succession d</w:t>
      </w:r>
      <w:r>
        <w:t>’</w:t>
      </w:r>
      <w:r w:rsidR="00000000">
        <w:t xml:space="preserve">Edgar </w:t>
      </w:r>
      <w:proofErr w:type="spellStart"/>
      <w:r w:rsidR="00000000">
        <w:t>Legget</w:t>
      </w:r>
      <w:proofErr w:type="spellEnd"/>
      <w:r w:rsidR="00000000">
        <w:t xml:space="preserve"> est tombée à point entre vos mains pour vous tirer d</w:t>
      </w:r>
      <w:r>
        <w:t>’</w:t>
      </w:r>
      <w:r w:rsidR="00000000">
        <w:t>affaire</w:t>
      </w:r>
      <w:r>
        <w:t xml:space="preserve"> ? </w:t>
      </w:r>
      <w:r w:rsidR="00000000">
        <w:t>Comme cela serait commode</w:t>
      </w:r>
      <w:r>
        <w:t xml:space="preserve">, </w:t>
      </w:r>
      <w:r w:rsidR="00000000">
        <w:t>n</w:t>
      </w:r>
      <w:r>
        <w:t>’</w:t>
      </w:r>
      <w:r w:rsidR="00000000">
        <w:t>est-ce pas</w:t>
      </w:r>
      <w:r>
        <w:t xml:space="preserve"> ? </w:t>
      </w:r>
      <w:r w:rsidR="00000000">
        <w:t>de prof</w:t>
      </w:r>
      <w:r w:rsidR="00000000">
        <w:t>i</w:t>
      </w:r>
      <w:r w:rsidR="00000000">
        <w:t>ter de sa présente condition de déséquilibrée pour la faire inte</w:t>
      </w:r>
      <w:r w:rsidR="00000000">
        <w:t>r</w:t>
      </w:r>
      <w:r w:rsidR="00000000">
        <w:t xml:space="preserve">ner et garder les biens de la fille de </w:t>
      </w:r>
      <w:proofErr w:type="spellStart"/>
      <w:r w:rsidR="00000000">
        <w:t>Legget</w:t>
      </w:r>
      <w:proofErr w:type="spellEnd"/>
      <w:r w:rsidR="00000000">
        <w:t xml:space="preserve"> sous votre contrôle</w:t>
      </w:r>
      <w:r>
        <w:t> !</w:t>
      </w:r>
    </w:p>
    <w:p w14:paraId="416730AD" w14:textId="77777777" w:rsidR="00894734" w:rsidRDefault="00000000">
      <w:r>
        <w:t>Il ne broncha pas</w:t>
      </w:r>
      <w:r w:rsidR="00894734">
        <w:t xml:space="preserve">, </w:t>
      </w:r>
      <w:r>
        <w:t>mais ses yeux cillèrent et il respira pr</w:t>
      </w:r>
      <w:r>
        <w:t>o</w:t>
      </w:r>
      <w:r>
        <w:t>fondément</w:t>
      </w:r>
      <w:r w:rsidR="00894734">
        <w:t xml:space="preserve">, </w:t>
      </w:r>
      <w:r>
        <w:t>avant de pouvoir demander</w:t>
      </w:r>
      <w:r w:rsidR="00894734">
        <w:t> :</w:t>
      </w:r>
    </w:p>
    <w:p w14:paraId="0F4FCF8E" w14:textId="77777777" w:rsidR="00894734" w:rsidRDefault="00894734">
      <w:r>
        <w:t>— </w:t>
      </w:r>
      <w:r w:rsidR="00000000">
        <w:t>Est-ce que Gabrielle croit cela</w:t>
      </w:r>
      <w:r>
        <w:t> ?</w:t>
      </w:r>
    </w:p>
    <w:p w14:paraId="67256AF4" w14:textId="77777777" w:rsidR="00894734" w:rsidRDefault="00894734">
      <w:r>
        <w:t>— </w:t>
      </w:r>
      <w:r w:rsidR="00000000">
        <w:t>Qui a dit que quelqu</w:t>
      </w:r>
      <w:r>
        <w:t>’</w:t>
      </w:r>
      <w:r w:rsidR="00000000">
        <w:t>un le croyait</w:t>
      </w:r>
      <w:r>
        <w:t xml:space="preserve"> ? </w:t>
      </w:r>
      <w:r w:rsidR="00000000">
        <w:t>essayai-je de plaisanter</w:t>
      </w:r>
      <w:r>
        <w:t xml:space="preserve">. </w:t>
      </w:r>
      <w:r w:rsidR="00000000">
        <w:t>Vous êtes avocat</w:t>
      </w:r>
      <w:r>
        <w:t xml:space="preserve">, </w:t>
      </w:r>
      <w:r w:rsidR="00000000">
        <w:t>vous savez qu</w:t>
      </w:r>
      <w:r>
        <w:t>’</w:t>
      </w:r>
      <w:r w:rsidR="00000000">
        <w:t>il n</w:t>
      </w:r>
      <w:r>
        <w:t>’</w:t>
      </w:r>
      <w:r w:rsidR="00000000">
        <w:t>est pas besoin d</w:t>
      </w:r>
      <w:r>
        <w:t>’</w:t>
      </w:r>
      <w:r w:rsidR="00000000">
        <w:t>une r</w:t>
      </w:r>
      <w:r w:rsidR="00000000">
        <w:t>e</w:t>
      </w:r>
      <w:r w:rsidR="00000000">
        <w:t>lation directe entre ce qui est vrai et ce que vous plaidez</w:t>
      </w:r>
      <w:r>
        <w:t xml:space="preserve">. </w:t>
      </w:r>
      <w:r w:rsidR="00000000">
        <w:t>Moi je vous dis simplement ce que nous plaiderons contre vous si vous insistez</w:t>
      </w:r>
      <w:r>
        <w:t>.</w:t>
      </w:r>
    </w:p>
    <w:p w14:paraId="0534480E" w14:textId="77777777" w:rsidR="00894734" w:rsidRDefault="00894734">
      <w:r>
        <w:t>— </w:t>
      </w:r>
      <w:r w:rsidR="00000000">
        <w:t>Eh bien</w:t>
      </w:r>
      <w:r>
        <w:t xml:space="preserve"> ! </w:t>
      </w:r>
      <w:r w:rsidR="00000000">
        <w:t>dit-il lentement</w:t>
      </w:r>
      <w:r>
        <w:t xml:space="preserve">, </w:t>
      </w:r>
      <w:r w:rsidR="00000000">
        <w:t>vous pourrez annoncer à Mrs</w:t>
      </w:r>
      <w:r>
        <w:t xml:space="preserve">. </w:t>
      </w:r>
      <w:r w:rsidR="00000000">
        <w:t>Collinson que j</w:t>
      </w:r>
      <w:r>
        <w:t>’</w:t>
      </w:r>
      <w:r w:rsidR="00000000">
        <w:t>ai demandé cette semaine à être relevé de ma charge d</w:t>
      </w:r>
      <w:r>
        <w:t>’</w:t>
      </w:r>
      <w:r w:rsidR="00000000">
        <w:t>exécuteur testamentaire de son père</w:t>
      </w:r>
      <w:r>
        <w:t>.</w:t>
      </w:r>
    </w:p>
    <w:p w14:paraId="09B421D7" w14:textId="77777777" w:rsidR="00894734" w:rsidRDefault="00000000">
      <w:r>
        <w:t>Et il s</w:t>
      </w:r>
      <w:r w:rsidR="00894734">
        <w:t>’</w:t>
      </w:r>
      <w:r>
        <w:t>en fut</w:t>
      </w:r>
      <w:r w:rsidR="00894734">
        <w:t xml:space="preserve">, </w:t>
      </w:r>
      <w:r>
        <w:t>simplement</w:t>
      </w:r>
      <w:r w:rsidR="00894734">
        <w:t xml:space="preserve">, </w:t>
      </w:r>
      <w:r>
        <w:t>sans me saluer</w:t>
      </w:r>
      <w:r w:rsidR="00894734">
        <w:t xml:space="preserve">. </w:t>
      </w:r>
      <w:r>
        <w:t>Je ne fis pas part de sa visite à Gabrielle</w:t>
      </w:r>
      <w:r w:rsidR="00894734">
        <w:t xml:space="preserve">. </w:t>
      </w:r>
      <w:r>
        <w:t>Elle était en train de pleurer dans son lit et se lamentait</w:t>
      </w:r>
      <w:r w:rsidR="00894734">
        <w:t> :</w:t>
      </w:r>
    </w:p>
    <w:p w14:paraId="60663F2F" w14:textId="77777777" w:rsidR="00894734" w:rsidRDefault="00894734">
      <w:r>
        <w:t>— </w:t>
      </w:r>
      <w:r w:rsidR="00000000">
        <w:t>Est-ce que cela va devenir pire encore</w:t>
      </w:r>
      <w:r>
        <w:t> ?</w:t>
      </w:r>
    </w:p>
    <w:p w14:paraId="17EE956D" w14:textId="77777777" w:rsidR="00894734" w:rsidRDefault="00894734">
      <w:r>
        <w:t>— </w:t>
      </w:r>
      <w:r w:rsidR="00000000">
        <w:t>Pas plus</w:t>
      </w:r>
      <w:r>
        <w:t xml:space="preserve">. </w:t>
      </w:r>
      <w:r w:rsidR="00000000">
        <w:t>Il n</w:t>
      </w:r>
      <w:r>
        <w:t>’</w:t>
      </w:r>
      <w:r w:rsidR="00000000">
        <w:t>y aura rien que vous ne puissiez supporter</w:t>
      </w:r>
      <w:r>
        <w:t>.</w:t>
      </w:r>
    </w:p>
    <w:p w14:paraId="5EC43B5F" w14:textId="77777777" w:rsidR="00894734" w:rsidRDefault="00000000">
      <w:r>
        <w:t xml:space="preserve">Mickey </w:t>
      </w:r>
      <w:proofErr w:type="spellStart"/>
      <w:r>
        <w:t>Lineham</w:t>
      </w:r>
      <w:proofErr w:type="spellEnd"/>
      <w:r>
        <w:t xml:space="preserve"> m</w:t>
      </w:r>
      <w:r w:rsidR="00894734">
        <w:t>’</w:t>
      </w:r>
      <w:r>
        <w:t>attendait en bas</w:t>
      </w:r>
      <w:r w:rsidR="00894734">
        <w:t>.</w:t>
      </w:r>
    </w:p>
    <w:p w14:paraId="49DE90F0" w14:textId="77777777" w:rsidR="00894734" w:rsidRDefault="00894734">
      <w:r>
        <w:lastRenderedPageBreak/>
        <w:t>— </w:t>
      </w:r>
      <w:r w:rsidR="00000000">
        <w:t>Savez-vous</w:t>
      </w:r>
      <w:r>
        <w:t xml:space="preserve">, </w:t>
      </w:r>
      <w:r w:rsidR="00000000">
        <w:t>me dit-il</w:t>
      </w:r>
      <w:r>
        <w:t xml:space="preserve">, </w:t>
      </w:r>
      <w:r w:rsidR="00000000">
        <w:t>que Pain d</w:t>
      </w:r>
      <w:r>
        <w:t>’</w:t>
      </w:r>
      <w:r w:rsidR="00000000">
        <w:t>Épices</w:t>
      </w:r>
      <w:r>
        <w:t xml:space="preserve"> (</w:t>
      </w:r>
      <w:r w:rsidR="00000000">
        <w:t>c</w:t>
      </w:r>
      <w:r>
        <w:t>’</w:t>
      </w:r>
      <w:r w:rsidR="00000000">
        <w:t>est ainsi qu</w:t>
      </w:r>
      <w:r>
        <w:t>’</w:t>
      </w:r>
      <w:r w:rsidR="00000000">
        <w:t>il appelait Mary Nuñez</w:t>
      </w:r>
      <w:r>
        <w:t xml:space="preserve">) </w:t>
      </w:r>
      <w:r w:rsidR="00000000">
        <w:t>porte un grand couteau sur elle</w:t>
      </w:r>
      <w:r>
        <w:t> ?</w:t>
      </w:r>
    </w:p>
    <w:p w14:paraId="7D4E9F26" w14:textId="77777777" w:rsidR="00894734" w:rsidRDefault="00894734">
      <w:r>
        <w:t>— </w:t>
      </w:r>
      <w:r w:rsidR="00000000">
        <w:t>Oui</w:t>
      </w:r>
      <w:r>
        <w:t> ?</w:t>
      </w:r>
    </w:p>
    <w:p w14:paraId="448A34AF" w14:textId="77777777" w:rsidR="00894734" w:rsidRDefault="00894734">
      <w:r>
        <w:t>— </w:t>
      </w:r>
      <w:r w:rsidR="00000000">
        <w:t>Oui</w:t>
      </w:r>
      <w:r>
        <w:t xml:space="preserve">. </w:t>
      </w:r>
      <w:r w:rsidR="00000000">
        <w:t>Elle m</w:t>
      </w:r>
      <w:r>
        <w:t>’</w:t>
      </w:r>
      <w:r w:rsidR="00000000">
        <w:t>a chipé le couteau avec lequel je coupais les citrons que je suis obligé de presser dans votre gin</w:t>
      </w:r>
      <w:r>
        <w:t xml:space="preserve">, </w:t>
      </w:r>
      <w:r w:rsidR="00000000">
        <w:t>sans quoi il ne serait pas buvable</w:t>
      </w:r>
      <w:r>
        <w:t xml:space="preserve">. </w:t>
      </w:r>
      <w:r w:rsidR="00000000">
        <w:t>C</w:t>
      </w:r>
      <w:r>
        <w:t>’</w:t>
      </w:r>
      <w:r w:rsidR="00000000">
        <w:t>est un couteau de cuisine à forte lame d</w:t>
      </w:r>
      <w:r>
        <w:t>’</w:t>
      </w:r>
      <w:r w:rsidR="00000000">
        <w:t>acier</w:t>
      </w:r>
      <w:r>
        <w:t xml:space="preserve">. </w:t>
      </w:r>
      <w:r w:rsidR="00000000">
        <w:t>Je n</w:t>
      </w:r>
      <w:r>
        <w:t>’</w:t>
      </w:r>
      <w:r w:rsidR="00000000">
        <w:t>ai pas pu le retrouver et je lui ai demandé si elle l</w:t>
      </w:r>
      <w:r>
        <w:t>’</w:t>
      </w:r>
      <w:r w:rsidR="00000000">
        <w:t>avait vu</w:t>
      </w:r>
      <w:r>
        <w:t xml:space="preserve">. </w:t>
      </w:r>
      <w:r w:rsidR="00000000">
        <w:t>Elle m</w:t>
      </w:r>
      <w:r>
        <w:t>’</w:t>
      </w:r>
      <w:r w:rsidR="00000000">
        <w:t>a répondu</w:t>
      </w:r>
      <w:r>
        <w:t xml:space="preserve">, </w:t>
      </w:r>
      <w:r w:rsidR="00000000">
        <w:t>sans me regarder</w:t>
      </w:r>
      <w:r>
        <w:t xml:space="preserve">, </w:t>
      </w:r>
      <w:r w:rsidR="00000000">
        <w:t>qu</w:t>
      </w:r>
      <w:r>
        <w:t>’</w:t>
      </w:r>
      <w:r w:rsidR="00000000">
        <w:t>elle ne savait pas de quel couteau je voulais parler</w:t>
      </w:r>
      <w:r>
        <w:t xml:space="preserve">. </w:t>
      </w:r>
      <w:r w:rsidR="00000000">
        <w:t>Aussi</w:t>
      </w:r>
      <w:r>
        <w:t xml:space="preserve">, </w:t>
      </w:r>
      <w:r w:rsidR="00000000">
        <w:t>je suis sûr que c</w:t>
      </w:r>
      <w:r>
        <w:t>’</w:t>
      </w:r>
      <w:r w:rsidR="00000000">
        <w:t>est elle qui me l</w:t>
      </w:r>
      <w:r>
        <w:t>’</w:t>
      </w:r>
      <w:r w:rsidR="00000000">
        <w:t>a chipé</w:t>
      </w:r>
      <w:r>
        <w:t>.</w:t>
      </w:r>
    </w:p>
    <w:p w14:paraId="68CE1D46" w14:textId="77777777" w:rsidR="00894734" w:rsidRDefault="00894734">
      <w:r>
        <w:t>— </w:t>
      </w:r>
      <w:r w:rsidR="00000000">
        <w:t>Tenez-la à l</w:t>
      </w:r>
      <w:r>
        <w:t>’</w:t>
      </w:r>
      <w:r w:rsidR="00000000">
        <w:t>œil</w:t>
      </w:r>
      <w:r>
        <w:t xml:space="preserve">. </w:t>
      </w:r>
      <w:r w:rsidR="00000000">
        <w:t>Elle ne nous aime pas beaucoup</w:t>
      </w:r>
      <w:r>
        <w:t>.</w:t>
      </w:r>
    </w:p>
    <w:p w14:paraId="05BBBA93" w14:textId="77777777" w:rsidR="00894734" w:rsidRDefault="00894734">
      <w:r>
        <w:t>— </w:t>
      </w:r>
      <w:r w:rsidR="00000000">
        <w:t>Oh</w:t>
      </w:r>
      <w:r>
        <w:t xml:space="preserve"> ! </w:t>
      </w:r>
      <w:r w:rsidR="00000000">
        <w:t>c</w:t>
      </w:r>
      <w:r>
        <w:t>’</w:t>
      </w:r>
      <w:r w:rsidR="00000000">
        <w:t>est surtout vous qu</w:t>
      </w:r>
      <w:r>
        <w:t>’</w:t>
      </w:r>
      <w:r w:rsidR="00000000">
        <w:t>elle n</w:t>
      </w:r>
      <w:r>
        <w:t>’</w:t>
      </w:r>
      <w:r w:rsidR="00000000">
        <w:t>aime pas</w:t>
      </w:r>
      <w:r>
        <w:t xml:space="preserve">. </w:t>
      </w:r>
      <w:r w:rsidR="00000000">
        <w:t>Je ne sais pas ce que vous lui avez fait</w:t>
      </w:r>
      <w:r>
        <w:t xml:space="preserve">. </w:t>
      </w:r>
      <w:r w:rsidR="00000000">
        <w:t>Une histoire d</w:t>
      </w:r>
      <w:r>
        <w:t>’</w:t>
      </w:r>
      <w:r w:rsidR="00000000">
        <w:t>amour</w:t>
      </w:r>
      <w:r>
        <w:t> ?</w:t>
      </w:r>
    </w:p>
    <w:p w14:paraId="7B0B5D55" w14:textId="77777777" w:rsidR="00894734" w:rsidRDefault="00894734">
      <w:r>
        <w:t>— </w:t>
      </w:r>
      <w:r w:rsidR="00000000">
        <w:t>Idiot</w:t>
      </w:r>
      <w:r>
        <w:t> !</w:t>
      </w:r>
    </w:p>
    <w:p w14:paraId="27408E7C" w14:textId="77777777" w:rsidR="00894734" w:rsidRDefault="00000000">
      <w:r>
        <w:t>Et c</w:t>
      </w:r>
      <w:r w:rsidR="00894734">
        <w:t>’</w:t>
      </w:r>
      <w:r>
        <w:t>est à ce moment-là</w:t>
      </w:r>
      <w:r w:rsidR="00894734">
        <w:t xml:space="preserve">, </w:t>
      </w:r>
      <w:r>
        <w:t>juste avant la nuit</w:t>
      </w:r>
      <w:r w:rsidR="00894734">
        <w:t xml:space="preserve">, </w:t>
      </w:r>
      <w:r>
        <w:t xml:space="preserve">que nous vîmes arriver </w:t>
      </w:r>
      <w:proofErr w:type="spellStart"/>
      <w:r>
        <w:t>Aaronia</w:t>
      </w:r>
      <w:proofErr w:type="spellEnd"/>
      <w:r>
        <w:t xml:space="preserve"> </w:t>
      </w:r>
      <w:proofErr w:type="spellStart"/>
      <w:r>
        <w:t>Haldorn</w:t>
      </w:r>
      <w:proofErr w:type="spellEnd"/>
      <w:r w:rsidR="00894734">
        <w:t xml:space="preserve">, </w:t>
      </w:r>
      <w:r>
        <w:t>dans une limousine Lincoln</w:t>
      </w:r>
      <w:r w:rsidR="00894734">
        <w:t xml:space="preserve">, </w:t>
      </w:r>
      <w:r>
        <w:t>conduite par un chauffeur nègre</w:t>
      </w:r>
      <w:r w:rsidR="00894734">
        <w:t xml:space="preserve">. </w:t>
      </w:r>
      <w:r>
        <w:t>J</w:t>
      </w:r>
      <w:r w:rsidR="00894734">
        <w:t>’</w:t>
      </w:r>
      <w:r>
        <w:t>ouvris la porte et</w:t>
      </w:r>
      <w:r w:rsidR="00894734">
        <w:t xml:space="preserve">, </w:t>
      </w:r>
      <w:r>
        <w:t>dans le rayon de lumière du vestibule</w:t>
      </w:r>
      <w:r w:rsidR="00894734">
        <w:t xml:space="preserve">, </w:t>
      </w:r>
      <w:r>
        <w:t>nous la vîmes descendre avec aisance de sa voiture</w:t>
      </w:r>
      <w:r w:rsidR="00894734">
        <w:t xml:space="preserve">, </w:t>
      </w:r>
      <w:r>
        <w:t>coiffée d</w:t>
      </w:r>
      <w:r w:rsidR="00894734">
        <w:t>’</w:t>
      </w:r>
      <w:r>
        <w:t>un petit chapeau noir et revêtue d</w:t>
      </w:r>
      <w:r w:rsidR="00894734">
        <w:t>’</w:t>
      </w:r>
      <w:r>
        <w:t>un manteau de fourrure sombre</w:t>
      </w:r>
      <w:r w:rsidR="00894734">
        <w:t xml:space="preserve">. </w:t>
      </w:r>
      <w:r>
        <w:t>Elle s</w:t>
      </w:r>
      <w:r w:rsidR="00894734">
        <w:t>’</w:t>
      </w:r>
      <w:r>
        <w:t>avança vers moi et me tendit la main</w:t>
      </w:r>
      <w:r w:rsidR="00894734">
        <w:t> :</w:t>
      </w:r>
    </w:p>
    <w:p w14:paraId="0A3FE37D" w14:textId="77777777" w:rsidR="00894734" w:rsidRDefault="00894734">
      <w:r>
        <w:t>— </w:t>
      </w:r>
      <w:r w:rsidR="00000000">
        <w:t>Comment allez-vous</w:t>
      </w:r>
      <w:r>
        <w:t xml:space="preserve"> ? </w:t>
      </w:r>
      <w:r w:rsidR="00000000">
        <w:t>Je suis heureuse pour Gabrielle que vous soyez auprès d</w:t>
      </w:r>
      <w:r>
        <w:t>’</w:t>
      </w:r>
      <w:r w:rsidR="00000000">
        <w:t>elle</w:t>
      </w:r>
      <w:r>
        <w:t xml:space="preserve">. </w:t>
      </w:r>
      <w:r w:rsidR="00000000">
        <w:t>Elle et moi avons d</w:t>
      </w:r>
      <w:r>
        <w:t>’</w:t>
      </w:r>
      <w:r w:rsidR="00000000">
        <w:t>excellentes ra</w:t>
      </w:r>
      <w:r w:rsidR="00000000">
        <w:t>i</w:t>
      </w:r>
      <w:r w:rsidR="00000000">
        <w:t>sons d</w:t>
      </w:r>
      <w:r>
        <w:t>’</w:t>
      </w:r>
      <w:r w:rsidR="00000000">
        <w:t>avoir toute confiance en votre protection</w:t>
      </w:r>
      <w:r>
        <w:t xml:space="preserve">. </w:t>
      </w:r>
      <w:r w:rsidR="00000000">
        <w:t>Vous nous avez sauvé la vie à toutes deux</w:t>
      </w:r>
      <w:r>
        <w:t>.</w:t>
      </w:r>
    </w:p>
    <w:p w14:paraId="33F30409" w14:textId="77777777" w:rsidR="00894734" w:rsidRDefault="00000000">
      <w:r>
        <w:t>C</w:t>
      </w:r>
      <w:r w:rsidR="00894734">
        <w:t>’</w:t>
      </w:r>
      <w:r>
        <w:t>était très bien</w:t>
      </w:r>
      <w:r w:rsidR="00894734">
        <w:t xml:space="preserve">, </w:t>
      </w:r>
      <w:r>
        <w:t>mais cela avait été déjà dit</w:t>
      </w:r>
      <w:r w:rsidR="00894734">
        <w:t xml:space="preserve">. </w:t>
      </w:r>
      <w:r>
        <w:t>J</w:t>
      </w:r>
      <w:r w:rsidR="00894734">
        <w:t>’</w:t>
      </w:r>
      <w:r>
        <w:t>attaquai tout de suite</w:t>
      </w:r>
      <w:r w:rsidR="00894734">
        <w:t> :</w:t>
      </w:r>
    </w:p>
    <w:p w14:paraId="372995E7" w14:textId="77777777" w:rsidR="00894734" w:rsidRDefault="00894734">
      <w:r>
        <w:lastRenderedPageBreak/>
        <w:t>— </w:t>
      </w:r>
      <w:r w:rsidR="00000000">
        <w:t>Je suis désolé qu</w:t>
      </w:r>
      <w:r>
        <w:t>’</w:t>
      </w:r>
      <w:r w:rsidR="00000000">
        <w:t>elle ne puisse pas vous recevoir</w:t>
      </w:r>
      <w:r>
        <w:t xml:space="preserve">, </w:t>
      </w:r>
      <w:r w:rsidR="00000000">
        <w:t>mais elle n</w:t>
      </w:r>
      <w:r>
        <w:t>’</w:t>
      </w:r>
      <w:r w:rsidR="00000000">
        <w:t>est pas bien</w:t>
      </w:r>
      <w:r>
        <w:t>.</w:t>
      </w:r>
    </w:p>
    <w:p w14:paraId="3171C1EA" w14:textId="77777777" w:rsidR="00894734" w:rsidRDefault="00894734">
      <w:r>
        <w:t>— </w:t>
      </w:r>
      <w:r w:rsidR="00000000">
        <w:t>Oh</w:t>
      </w:r>
      <w:r>
        <w:t xml:space="preserve"> ! </w:t>
      </w:r>
      <w:r w:rsidR="00000000">
        <w:t>vraiment</w:t>
      </w:r>
      <w:r>
        <w:t xml:space="preserve"> ? </w:t>
      </w:r>
      <w:r w:rsidR="00000000">
        <w:t>J</w:t>
      </w:r>
      <w:r>
        <w:t>’</w:t>
      </w:r>
      <w:r w:rsidR="00000000">
        <w:t>aurais tant voulu la voir</w:t>
      </w:r>
      <w:r>
        <w:t xml:space="preserve">, </w:t>
      </w:r>
      <w:r w:rsidR="00000000">
        <w:t>seulement un petit moment</w:t>
      </w:r>
      <w:r>
        <w:t xml:space="preserve">. </w:t>
      </w:r>
      <w:r w:rsidR="00000000">
        <w:t>Croyez-vous que vraiment cela ne lui ferait pas plaisir</w:t>
      </w:r>
      <w:r>
        <w:t> ?</w:t>
      </w:r>
    </w:p>
    <w:p w14:paraId="616A4C2E" w14:textId="77777777" w:rsidR="00894734" w:rsidRDefault="00000000">
      <w:r>
        <w:t>Je dis que c</w:t>
      </w:r>
      <w:r w:rsidR="00894734">
        <w:t>’</w:t>
      </w:r>
      <w:r>
        <w:t>était impossible</w:t>
      </w:r>
      <w:r w:rsidR="00894734">
        <w:t xml:space="preserve">. </w:t>
      </w:r>
      <w:r>
        <w:t>Elle parut se résigner</w:t>
      </w:r>
      <w:r w:rsidR="00894734">
        <w:t xml:space="preserve">, </w:t>
      </w:r>
      <w:r>
        <w:t>mais insista encore</w:t>
      </w:r>
      <w:r w:rsidR="00894734">
        <w:t> :</w:t>
      </w:r>
    </w:p>
    <w:p w14:paraId="0C9787EE" w14:textId="77777777" w:rsidR="00894734" w:rsidRDefault="00894734">
      <w:r>
        <w:t>— </w:t>
      </w:r>
      <w:r w:rsidR="00000000">
        <w:t xml:space="preserve">Et moi qui suis venue exprès de </w:t>
      </w:r>
      <w:proofErr w:type="spellStart"/>
      <w:r w:rsidR="00000000">
        <w:t>Frisco</w:t>
      </w:r>
      <w:proofErr w:type="spellEnd"/>
      <w:r w:rsidR="00000000">
        <w:t xml:space="preserve"> pour la voir</w:t>
      </w:r>
      <w:r>
        <w:t>.</w:t>
      </w:r>
    </w:p>
    <w:p w14:paraId="23C755C7" w14:textId="77777777" w:rsidR="00894734" w:rsidRDefault="00894734">
      <w:r>
        <w:t>— </w:t>
      </w:r>
      <w:r w:rsidR="00000000">
        <w:t>Mais Andrews ne vous a donc pas dit</w:t>
      </w:r>
      <w:r>
        <w:t>…</w:t>
      </w:r>
    </w:p>
    <w:p w14:paraId="7604E094" w14:textId="77777777" w:rsidR="00894734" w:rsidRDefault="00000000">
      <w:r>
        <w:t>Elle parut ne pas m</w:t>
      </w:r>
      <w:r w:rsidR="00894734">
        <w:t>’</w:t>
      </w:r>
      <w:r>
        <w:t>entendre</w:t>
      </w:r>
      <w:r w:rsidR="00894734">
        <w:t xml:space="preserve">. </w:t>
      </w:r>
      <w:r>
        <w:t>Elle allait de long en large sur la pelouse</w:t>
      </w:r>
      <w:r w:rsidR="00894734">
        <w:t xml:space="preserve">. </w:t>
      </w:r>
      <w:r>
        <w:t>Je me mis à marcher à côté d</w:t>
      </w:r>
      <w:r w:rsidR="00894734">
        <w:t>’</w:t>
      </w:r>
      <w:r>
        <w:t>elle</w:t>
      </w:r>
      <w:r w:rsidR="00894734">
        <w:t xml:space="preserve">. </w:t>
      </w:r>
      <w:r>
        <w:t>Alors elle s</w:t>
      </w:r>
      <w:r w:rsidR="00894734">
        <w:t>’</w:t>
      </w:r>
      <w:r>
        <w:t>éloigna et</w:t>
      </w:r>
      <w:r w:rsidR="00894734">
        <w:t xml:space="preserve">, </w:t>
      </w:r>
      <w:r>
        <w:t>quand nous fûmes à quelques mètres de sa voiture</w:t>
      </w:r>
      <w:r w:rsidR="00894734">
        <w:t xml:space="preserve">, </w:t>
      </w:r>
      <w:r>
        <w:t>elle me dit</w:t>
      </w:r>
      <w:r w:rsidR="00894734">
        <w:t> :</w:t>
      </w:r>
    </w:p>
    <w:p w14:paraId="138D6CD3" w14:textId="77777777" w:rsidR="00894734" w:rsidRDefault="00894734">
      <w:r>
        <w:t>— </w:t>
      </w:r>
      <w:r w:rsidR="00000000">
        <w:t>Mr</w:t>
      </w:r>
      <w:r>
        <w:t xml:space="preserve">. </w:t>
      </w:r>
      <w:r w:rsidR="00000000">
        <w:t>Andrews m</w:t>
      </w:r>
      <w:r>
        <w:t>’</w:t>
      </w:r>
      <w:r w:rsidR="00000000">
        <w:t>a dit que vous le soupçonniez d</w:t>
      </w:r>
      <w:r>
        <w:t>’</w:t>
      </w:r>
      <w:r w:rsidR="00000000">
        <w:t xml:space="preserve">indélicatesse dans cette affaire du testament de </w:t>
      </w:r>
      <w:proofErr w:type="spellStart"/>
      <w:r w:rsidR="00000000">
        <w:t>Legget</w:t>
      </w:r>
      <w:proofErr w:type="spellEnd"/>
      <w:r>
        <w:t>.</w:t>
      </w:r>
    </w:p>
    <w:p w14:paraId="680B97E7" w14:textId="77777777" w:rsidR="00894734" w:rsidRDefault="00894734">
      <w:r>
        <w:t>— </w:t>
      </w:r>
      <w:r w:rsidR="00000000">
        <w:t>Il a dit vrai</w:t>
      </w:r>
      <w:r>
        <w:t>.</w:t>
      </w:r>
    </w:p>
    <w:p w14:paraId="751E8F2A" w14:textId="77777777" w:rsidR="00894734" w:rsidRDefault="00894734">
      <w:r>
        <w:t>— </w:t>
      </w:r>
      <w:r w:rsidR="00000000">
        <w:t>Mais de quoi le soupçonnez-vous</w:t>
      </w:r>
      <w:r>
        <w:t> ?</w:t>
      </w:r>
    </w:p>
    <w:p w14:paraId="01F3FC24" w14:textId="77777777" w:rsidR="00894734" w:rsidRDefault="00894734">
      <w:r>
        <w:t>— </w:t>
      </w:r>
      <w:r w:rsidR="00000000">
        <w:t>D</w:t>
      </w:r>
      <w:r>
        <w:t>’</w:t>
      </w:r>
      <w:r w:rsidR="00000000">
        <w:t>avoir falsifié le testament</w:t>
      </w:r>
      <w:r>
        <w:t xml:space="preserve">, </w:t>
      </w:r>
      <w:r w:rsidR="00000000">
        <w:t>tout simplement</w:t>
      </w:r>
      <w:r>
        <w:t xml:space="preserve">. </w:t>
      </w:r>
      <w:r w:rsidR="00000000">
        <w:t>Je n</w:t>
      </w:r>
      <w:r>
        <w:t>’</w:t>
      </w:r>
      <w:r w:rsidR="00000000">
        <w:t>en ai pas la preuve</w:t>
      </w:r>
      <w:r>
        <w:t xml:space="preserve">, </w:t>
      </w:r>
      <w:r w:rsidR="00000000">
        <w:t>mais je le soupçonne fortement en effet</w:t>
      </w:r>
      <w:r>
        <w:t xml:space="preserve">. </w:t>
      </w:r>
      <w:r w:rsidR="00000000">
        <w:t>De cela et pas d</w:t>
      </w:r>
      <w:r>
        <w:t>’</w:t>
      </w:r>
      <w:r w:rsidR="00000000">
        <w:t>autre chose</w:t>
      </w:r>
      <w:r>
        <w:t>.</w:t>
      </w:r>
    </w:p>
    <w:p w14:paraId="4D77520B" w14:textId="77777777" w:rsidR="00894734" w:rsidRDefault="00894734">
      <w:r>
        <w:t>— </w:t>
      </w:r>
      <w:r w:rsidR="00000000">
        <w:t>Oh</w:t>
      </w:r>
      <w:r>
        <w:t xml:space="preserve"> ! </w:t>
      </w:r>
      <w:r w:rsidR="00000000">
        <w:t>c</w:t>
      </w:r>
      <w:r>
        <w:t>’</w:t>
      </w:r>
      <w:r w:rsidR="00000000">
        <w:t>est assez comme cela</w:t>
      </w:r>
      <w:r>
        <w:t>.</w:t>
      </w:r>
    </w:p>
    <w:p w14:paraId="31BFE728" w14:textId="77777777" w:rsidR="00894734" w:rsidRDefault="00894734">
      <w:r>
        <w:t>— </w:t>
      </w:r>
      <w:r w:rsidR="00000000">
        <w:t>Pour moi</w:t>
      </w:r>
      <w:r>
        <w:t xml:space="preserve">, </w:t>
      </w:r>
      <w:r w:rsidR="00000000">
        <w:t>oui</w:t>
      </w:r>
      <w:r>
        <w:t xml:space="preserve">. </w:t>
      </w:r>
      <w:r w:rsidR="00000000">
        <w:t>Sans doute pas pour vous</w:t>
      </w:r>
      <w:r>
        <w:t>.</w:t>
      </w:r>
    </w:p>
    <w:p w14:paraId="533AE52F" w14:textId="77777777" w:rsidR="00894734" w:rsidRDefault="00894734">
      <w:r>
        <w:t>— </w:t>
      </w:r>
      <w:r w:rsidR="00000000">
        <w:t>Plaît-il</w:t>
      </w:r>
      <w:r>
        <w:t> ?</w:t>
      </w:r>
    </w:p>
    <w:p w14:paraId="147F4475" w14:textId="77777777" w:rsidR="00894734" w:rsidRDefault="00000000">
      <w:r>
        <w:t>Je m</w:t>
      </w:r>
      <w:r w:rsidR="00894734">
        <w:t>’</w:t>
      </w:r>
      <w:r>
        <w:t>arrêtai et me plantai devant elle</w:t>
      </w:r>
      <w:r w:rsidR="00894734">
        <w:t>.</w:t>
      </w:r>
    </w:p>
    <w:p w14:paraId="3EB397F4" w14:textId="77777777" w:rsidR="00894734" w:rsidRDefault="00894734">
      <w:r>
        <w:lastRenderedPageBreak/>
        <w:t>— </w:t>
      </w:r>
      <w:r w:rsidR="00000000">
        <w:t>Quand vous êtes sortie de prison</w:t>
      </w:r>
      <w:r>
        <w:t xml:space="preserve">, </w:t>
      </w:r>
      <w:r w:rsidR="00000000">
        <w:t>Mrs</w:t>
      </w:r>
      <w:r>
        <w:t xml:space="preserve">. </w:t>
      </w:r>
      <w:proofErr w:type="spellStart"/>
      <w:r w:rsidR="00000000">
        <w:t>Haldorn</w:t>
      </w:r>
      <w:proofErr w:type="spellEnd"/>
      <w:r>
        <w:t xml:space="preserve">, </w:t>
      </w:r>
      <w:r w:rsidR="00000000">
        <w:t>vous avez appelé Andrews</w:t>
      </w:r>
      <w:r>
        <w:t xml:space="preserve">. </w:t>
      </w:r>
      <w:r w:rsidR="00000000">
        <w:t>Vous l</w:t>
      </w:r>
      <w:r>
        <w:t>’</w:t>
      </w:r>
      <w:r w:rsidR="00000000">
        <w:t>avez cuisiné</w:t>
      </w:r>
      <w:r>
        <w:t xml:space="preserve">. </w:t>
      </w:r>
      <w:r w:rsidR="00000000">
        <w:t>Quand vous avez su qu</w:t>
      </w:r>
      <w:r>
        <w:t>’</w:t>
      </w:r>
      <w:r w:rsidR="00000000">
        <w:t>il faisait valser les deniers de Gabrielle</w:t>
      </w:r>
      <w:r>
        <w:t xml:space="preserve">, </w:t>
      </w:r>
      <w:r w:rsidR="00000000">
        <w:t>vous avez vu luire une chance</w:t>
      </w:r>
      <w:r>
        <w:t xml:space="preserve">. </w:t>
      </w:r>
      <w:r w:rsidR="00000000">
        <w:t>Celle de brouiller les cartes en vous arrangeant à faire reporter les soupçons sur lui</w:t>
      </w:r>
      <w:r>
        <w:t xml:space="preserve">. </w:t>
      </w:r>
      <w:r w:rsidR="00000000">
        <w:t>Il n</w:t>
      </w:r>
      <w:r>
        <w:t>’</w:t>
      </w:r>
      <w:r w:rsidR="00000000">
        <w:t>était qu</w:t>
      </w:r>
      <w:r>
        <w:t>’</w:t>
      </w:r>
      <w:r w:rsidR="00000000">
        <w:t>un jouet entre les mains d</w:t>
      </w:r>
      <w:r>
        <w:t>’</w:t>
      </w:r>
      <w:r w:rsidR="00000000">
        <w:t>une femme comme vous</w:t>
      </w:r>
      <w:r>
        <w:t xml:space="preserve">, </w:t>
      </w:r>
      <w:r w:rsidR="00000000">
        <w:t>une mauvaise femme</w:t>
      </w:r>
      <w:r>
        <w:t xml:space="preserve">, </w:t>
      </w:r>
      <w:r w:rsidR="00000000">
        <w:t>Mrs</w:t>
      </w:r>
      <w:r>
        <w:t xml:space="preserve">. </w:t>
      </w:r>
      <w:proofErr w:type="spellStart"/>
      <w:r w:rsidR="00000000">
        <w:t>Haldorn</w:t>
      </w:r>
      <w:proofErr w:type="spellEnd"/>
      <w:r>
        <w:t xml:space="preserve">. </w:t>
      </w:r>
      <w:r w:rsidR="00000000">
        <w:t>Il faut cesser ce jeu</w:t>
      </w:r>
      <w:r>
        <w:t xml:space="preserve">. </w:t>
      </w:r>
      <w:r w:rsidR="00000000">
        <w:t>Il faut laisser votre jouet tra</w:t>
      </w:r>
      <w:r w:rsidR="00000000">
        <w:t>n</w:t>
      </w:r>
      <w:r w:rsidR="00000000">
        <w:t>quille</w:t>
      </w:r>
      <w:r>
        <w:t xml:space="preserve">. </w:t>
      </w:r>
      <w:r w:rsidR="00000000">
        <w:t>Andrews vient de me donner sa parole que les comptes de Gabrielle lui seraient rendus</w:t>
      </w:r>
      <w:r>
        <w:t xml:space="preserve">, </w:t>
      </w:r>
      <w:r w:rsidR="00000000">
        <w:t>et qu</w:t>
      </w:r>
      <w:r>
        <w:t>’</w:t>
      </w:r>
      <w:r w:rsidR="00000000">
        <w:t>ils seraient nets</w:t>
      </w:r>
      <w:r>
        <w:t xml:space="preserve">. </w:t>
      </w:r>
      <w:r w:rsidR="00000000">
        <w:t>Il faut lui laisser cette chance de rester un honnête homme</w:t>
      </w:r>
      <w:r>
        <w:t>.</w:t>
      </w:r>
    </w:p>
    <w:p w14:paraId="4D5F44F1" w14:textId="77777777" w:rsidR="00894734" w:rsidRDefault="00000000">
      <w:r>
        <w:t>Nous fîmes quelques pas pendant lesquels elle ne souffla mot</w:t>
      </w:r>
      <w:r w:rsidR="00894734">
        <w:t xml:space="preserve">. </w:t>
      </w:r>
      <w:r>
        <w:t>Nous nous engagions maintenant dans le sentier de la gr</w:t>
      </w:r>
      <w:r>
        <w:t>è</w:t>
      </w:r>
      <w:r>
        <w:t>ve</w:t>
      </w:r>
      <w:r w:rsidR="00894734">
        <w:t xml:space="preserve">. </w:t>
      </w:r>
      <w:r>
        <w:t>Je lui dis</w:t>
      </w:r>
      <w:r w:rsidR="00894734">
        <w:t> :</w:t>
      </w:r>
    </w:p>
    <w:p w14:paraId="0FB2C279" w14:textId="77777777" w:rsidR="00894734" w:rsidRDefault="00894734">
      <w:r>
        <w:t>— </w:t>
      </w:r>
      <w:r w:rsidR="00000000">
        <w:t>C</w:t>
      </w:r>
      <w:r>
        <w:t>’</w:t>
      </w:r>
      <w:r w:rsidR="00000000">
        <w:t>est le chemin du ravin</w:t>
      </w:r>
      <w:r>
        <w:t xml:space="preserve">. </w:t>
      </w:r>
      <w:r w:rsidR="00000000">
        <w:t>C</w:t>
      </w:r>
      <w:r>
        <w:t>’</w:t>
      </w:r>
      <w:r w:rsidR="00000000">
        <w:t>est de là</w:t>
      </w:r>
      <w:r>
        <w:t xml:space="preserve">, </w:t>
      </w:r>
      <w:r w:rsidR="00000000">
        <w:t>un peu plus loin qu</w:t>
      </w:r>
      <w:r>
        <w:t>’</w:t>
      </w:r>
      <w:r w:rsidR="00000000">
        <w:t>Éric Collinson a été précipité</w:t>
      </w:r>
      <w:r>
        <w:t xml:space="preserve">. </w:t>
      </w:r>
      <w:r w:rsidR="00000000">
        <w:t>Vous le saviez</w:t>
      </w:r>
      <w:r>
        <w:t> ?</w:t>
      </w:r>
    </w:p>
    <w:p w14:paraId="127AB2E6" w14:textId="77777777" w:rsidR="00894734" w:rsidRDefault="00000000">
      <w:r>
        <w:t>Elle respira profondément</w:t>
      </w:r>
      <w:r w:rsidR="00894734">
        <w:t xml:space="preserve">, </w:t>
      </w:r>
      <w:r>
        <w:t>avec même un petit râle dans la gorge</w:t>
      </w:r>
      <w:r w:rsidR="00894734">
        <w:t xml:space="preserve">. </w:t>
      </w:r>
      <w:r>
        <w:t>Mais sa voix était toujours aussi musicale quand elle r</w:t>
      </w:r>
      <w:r>
        <w:t>é</w:t>
      </w:r>
      <w:r>
        <w:t>pliqua</w:t>
      </w:r>
      <w:r w:rsidR="00894734">
        <w:t> :</w:t>
      </w:r>
    </w:p>
    <w:p w14:paraId="6094AE1D" w14:textId="77777777" w:rsidR="00894734" w:rsidRDefault="00894734">
      <w:r>
        <w:t>— </w:t>
      </w:r>
      <w:r w:rsidR="00000000">
        <w:t>Vous savez bien que je le sais</w:t>
      </w:r>
      <w:r>
        <w:t xml:space="preserve">. </w:t>
      </w:r>
      <w:r w:rsidR="00000000">
        <w:t>Pourquoi me demandez-vous cela</w:t>
      </w:r>
      <w:r>
        <w:t> ?</w:t>
      </w:r>
    </w:p>
    <w:p w14:paraId="696BF75F" w14:textId="77777777" w:rsidR="00894734" w:rsidRDefault="00894734">
      <w:r>
        <w:t>— </w:t>
      </w:r>
      <w:r w:rsidR="00000000">
        <w:t>Les détectives aiment poser des questions dont ils connaissent les réponses</w:t>
      </w:r>
      <w:r>
        <w:t xml:space="preserve">. </w:t>
      </w:r>
      <w:r w:rsidR="00000000">
        <w:t>Pourquoi êtes-vous venue ici</w:t>
      </w:r>
      <w:r>
        <w:t xml:space="preserve">, </w:t>
      </w:r>
      <w:r w:rsidR="00000000">
        <w:t>Mrs</w:t>
      </w:r>
      <w:r>
        <w:t xml:space="preserve">. </w:t>
      </w:r>
      <w:proofErr w:type="spellStart"/>
      <w:r w:rsidR="00000000">
        <w:t>Haldorn</w:t>
      </w:r>
      <w:proofErr w:type="spellEnd"/>
      <w:r>
        <w:t> ?</w:t>
      </w:r>
    </w:p>
    <w:p w14:paraId="414ECD96" w14:textId="77777777" w:rsidR="00894734" w:rsidRDefault="00894734">
      <w:r>
        <w:t>— </w:t>
      </w:r>
      <w:r w:rsidR="00000000">
        <w:t>Est-ce une autre question dont vous connaissez la r</w:t>
      </w:r>
      <w:r w:rsidR="00000000">
        <w:t>é</w:t>
      </w:r>
      <w:r w:rsidR="00000000">
        <w:t>ponse</w:t>
      </w:r>
      <w:r>
        <w:t> ?</w:t>
      </w:r>
    </w:p>
    <w:p w14:paraId="1C658A24" w14:textId="77777777" w:rsidR="00894734" w:rsidRDefault="00894734">
      <w:r>
        <w:t>— </w:t>
      </w:r>
      <w:r w:rsidR="00000000">
        <w:t>Je sais que vous êtes venue ici pour une et même deux raisons</w:t>
      </w:r>
      <w:r>
        <w:t>.</w:t>
      </w:r>
    </w:p>
    <w:p w14:paraId="59A96234" w14:textId="77777777" w:rsidR="00894734" w:rsidRDefault="00894734">
      <w:r>
        <w:t>— </w:t>
      </w:r>
      <w:r w:rsidR="00000000">
        <w:t>Vraiment</w:t>
      </w:r>
      <w:r>
        <w:t> ?</w:t>
      </w:r>
    </w:p>
    <w:p w14:paraId="160A3E92" w14:textId="77777777" w:rsidR="00894734" w:rsidRDefault="00894734">
      <w:r>
        <w:lastRenderedPageBreak/>
        <w:t>— </w:t>
      </w:r>
      <w:r w:rsidR="00000000">
        <w:t>D</w:t>
      </w:r>
      <w:r>
        <w:t>’</w:t>
      </w:r>
      <w:r w:rsidR="00000000">
        <w:t>abord</w:t>
      </w:r>
      <w:r>
        <w:t xml:space="preserve">, </w:t>
      </w:r>
      <w:r w:rsidR="00000000">
        <w:t>pour savoir où nous en étions de notre enquête</w:t>
      </w:r>
      <w:r>
        <w:t>.</w:t>
      </w:r>
    </w:p>
    <w:p w14:paraId="39A9BDEB" w14:textId="77777777" w:rsidR="00894734" w:rsidRDefault="00894734">
      <w:r>
        <w:t>— </w:t>
      </w:r>
      <w:r w:rsidR="00000000">
        <w:t>Les femmes sont toujours curieuses</w:t>
      </w:r>
      <w:r>
        <w:t xml:space="preserve">, </w:t>
      </w:r>
      <w:r w:rsidR="00000000">
        <w:t>cher monsieur</w:t>
      </w:r>
      <w:r>
        <w:t>.</w:t>
      </w:r>
    </w:p>
    <w:p w14:paraId="359515AC" w14:textId="77777777" w:rsidR="00894734" w:rsidRDefault="00894734">
      <w:r>
        <w:t>— </w:t>
      </w:r>
      <w:r w:rsidR="00000000">
        <w:t>Ne comptez pas sur moi pour que votre démarche ait du succès</w:t>
      </w:r>
      <w:r>
        <w:t>.</w:t>
      </w:r>
    </w:p>
    <w:p w14:paraId="00E0254B" w14:textId="77777777" w:rsidR="00894734" w:rsidRDefault="00000000">
      <w:r>
        <w:t>Elle s</w:t>
      </w:r>
      <w:r w:rsidR="00894734">
        <w:t>’</w:t>
      </w:r>
      <w:r>
        <w:t>arrêta dans le sentier</w:t>
      </w:r>
      <w:r w:rsidR="00894734">
        <w:t xml:space="preserve">, </w:t>
      </w:r>
      <w:r>
        <w:t>en face de moi</w:t>
      </w:r>
      <w:r w:rsidR="00894734">
        <w:t xml:space="preserve">. </w:t>
      </w:r>
      <w:r>
        <w:t>Ses yeux étaient phosphorescents comme ceux d</w:t>
      </w:r>
      <w:r w:rsidR="00894734">
        <w:t>’</w:t>
      </w:r>
      <w:r>
        <w:t>un félin</w:t>
      </w:r>
      <w:r w:rsidR="00894734">
        <w:t xml:space="preserve">. </w:t>
      </w:r>
      <w:r>
        <w:t>Elle mit une main sur mon épaule</w:t>
      </w:r>
      <w:r w:rsidR="00894734">
        <w:t xml:space="preserve">. </w:t>
      </w:r>
      <w:r>
        <w:t>Elle était plus grande que moi</w:t>
      </w:r>
      <w:r w:rsidR="00894734">
        <w:t xml:space="preserve">. </w:t>
      </w:r>
      <w:r>
        <w:t>L</w:t>
      </w:r>
      <w:r w:rsidR="00894734">
        <w:t>’</w:t>
      </w:r>
      <w:r>
        <w:t>autre main était dans la poche de son manteau</w:t>
      </w:r>
      <w:r w:rsidR="00894734">
        <w:t xml:space="preserve">. </w:t>
      </w:r>
      <w:r>
        <w:t>Elle rapprocha son v</w:t>
      </w:r>
      <w:r>
        <w:t>i</w:t>
      </w:r>
      <w:r>
        <w:t>sage du mien</w:t>
      </w:r>
      <w:r w:rsidR="00894734">
        <w:t xml:space="preserve">, </w:t>
      </w:r>
      <w:r>
        <w:t>parla très lentement</w:t>
      </w:r>
      <w:r w:rsidR="00894734">
        <w:t xml:space="preserve">, </w:t>
      </w:r>
      <w:r>
        <w:t>comme si elle craignait de ne pas être comprise</w:t>
      </w:r>
      <w:r w:rsidR="00894734">
        <w:t>.</w:t>
      </w:r>
    </w:p>
    <w:p w14:paraId="48D9B015" w14:textId="77777777" w:rsidR="00894734" w:rsidRDefault="00894734">
      <w:r>
        <w:t>— </w:t>
      </w:r>
      <w:r w:rsidR="00000000">
        <w:t>Parlez-moi franchement</w:t>
      </w:r>
      <w:r>
        <w:t xml:space="preserve">. </w:t>
      </w:r>
      <w:r w:rsidR="00000000">
        <w:t>Pas de feinte</w:t>
      </w:r>
      <w:r>
        <w:t xml:space="preserve">. </w:t>
      </w:r>
      <w:r w:rsidR="00000000">
        <w:t>Je ne veux pas agir sans nécessité</w:t>
      </w:r>
      <w:r>
        <w:t xml:space="preserve">. </w:t>
      </w:r>
      <w:r w:rsidR="00000000">
        <w:t>Ne vous pressez pas</w:t>
      </w:r>
      <w:r>
        <w:t xml:space="preserve">, </w:t>
      </w:r>
      <w:r w:rsidR="00000000">
        <w:t>réfléchissez avant de parler et croyez-moi quand je dis que ce n</w:t>
      </w:r>
      <w:r>
        <w:t>’</w:t>
      </w:r>
      <w:r w:rsidR="00000000">
        <w:t>est pas le moment des feintes</w:t>
      </w:r>
      <w:r>
        <w:t xml:space="preserve">, </w:t>
      </w:r>
      <w:r w:rsidR="00000000">
        <w:t>des mensonges</w:t>
      </w:r>
      <w:r>
        <w:t xml:space="preserve">, </w:t>
      </w:r>
      <w:r w:rsidR="00000000">
        <w:t>du bluff</w:t>
      </w:r>
      <w:r>
        <w:t xml:space="preserve">. </w:t>
      </w:r>
      <w:r w:rsidR="00000000">
        <w:t>Maintenant</w:t>
      </w:r>
      <w:r>
        <w:t xml:space="preserve">, </w:t>
      </w:r>
      <w:r w:rsidR="00000000">
        <w:t>dites-moi la vér</w:t>
      </w:r>
      <w:r w:rsidR="00000000">
        <w:t>i</w:t>
      </w:r>
      <w:r w:rsidR="00000000">
        <w:t>té</w:t>
      </w:r>
      <w:r>
        <w:t xml:space="preserve"> : </w:t>
      </w:r>
      <w:r w:rsidR="00000000">
        <w:t>connaissez-vous la deuxième raison</w:t>
      </w:r>
      <w:r>
        <w:t> ?</w:t>
      </w:r>
    </w:p>
    <w:p w14:paraId="0CA48DB6" w14:textId="77777777" w:rsidR="00894734" w:rsidRDefault="00894734">
      <w:r>
        <w:t>— </w:t>
      </w:r>
      <w:r w:rsidR="00000000">
        <w:t>Oui</w:t>
      </w:r>
      <w:r>
        <w:t>.</w:t>
      </w:r>
    </w:p>
    <w:p w14:paraId="05E4AC22" w14:textId="77777777" w:rsidR="00894734" w:rsidRDefault="00000000">
      <w:r>
        <w:t>Elle sourit haineusement</w:t>
      </w:r>
      <w:r w:rsidR="00894734">
        <w:t xml:space="preserve">, </w:t>
      </w:r>
      <w:r>
        <w:t>ôta sa main de mon épaule</w:t>
      </w:r>
      <w:r w:rsidR="00894734">
        <w:t>.</w:t>
      </w:r>
    </w:p>
    <w:p w14:paraId="5CC51C41" w14:textId="77777777" w:rsidR="00894734" w:rsidRDefault="00894734">
      <w:r>
        <w:t>— </w:t>
      </w:r>
      <w:r w:rsidR="00000000">
        <w:t>Alors</w:t>
      </w:r>
      <w:r>
        <w:t xml:space="preserve">, </w:t>
      </w:r>
      <w:r w:rsidR="00000000">
        <w:t>inutile de croiser encore le fer</w:t>
      </w:r>
      <w:r>
        <w:t>.</w:t>
      </w:r>
    </w:p>
    <w:p w14:paraId="0FE96B43" w14:textId="77777777" w:rsidR="00894734" w:rsidRDefault="00000000">
      <w:r>
        <w:t>Je fis un bond vers elle</w:t>
      </w:r>
      <w:r w:rsidR="00894734">
        <w:t xml:space="preserve">. </w:t>
      </w:r>
      <w:r>
        <w:t>Si elle avait tiré de sa poche</w:t>
      </w:r>
      <w:r w:rsidR="00894734">
        <w:t xml:space="preserve">, </w:t>
      </w:r>
      <w:r>
        <w:t>elle m</w:t>
      </w:r>
      <w:r w:rsidR="00894734">
        <w:t>’</w:t>
      </w:r>
      <w:r>
        <w:t>aurait certainement atteint</w:t>
      </w:r>
      <w:r w:rsidR="00894734">
        <w:t xml:space="preserve">. </w:t>
      </w:r>
      <w:r>
        <w:t>Mais elle essaya de sortir son revolver</w:t>
      </w:r>
      <w:r w:rsidR="00894734">
        <w:t xml:space="preserve">. </w:t>
      </w:r>
      <w:r>
        <w:t>Pendant ce geste</w:t>
      </w:r>
      <w:r w:rsidR="00894734">
        <w:t xml:space="preserve">, </w:t>
      </w:r>
      <w:r>
        <w:t>je lui saisis le poignet</w:t>
      </w:r>
      <w:r w:rsidR="00894734">
        <w:t xml:space="preserve">. </w:t>
      </w:r>
      <w:r>
        <w:t>La balle s</w:t>
      </w:r>
      <w:r w:rsidR="00894734">
        <w:t>’</w:t>
      </w:r>
      <w:r>
        <w:t>enfonça dans le sol</w:t>
      </w:r>
      <w:r w:rsidR="00894734">
        <w:t xml:space="preserve">, </w:t>
      </w:r>
      <w:r>
        <w:t>entre nos pieds</w:t>
      </w:r>
      <w:r w:rsidR="00894734">
        <w:t xml:space="preserve">. </w:t>
      </w:r>
      <w:r>
        <w:t>Les ongles de sa main libre tracèrent trois sillons rouges sur ma joue</w:t>
      </w:r>
      <w:r w:rsidR="00894734">
        <w:t xml:space="preserve">. </w:t>
      </w:r>
      <w:r>
        <w:t>Je l</w:t>
      </w:r>
      <w:r w:rsidR="00894734">
        <w:t>’</w:t>
      </w:r>
      <w:r>
        <w:t>enlaçai d</w:t>
      </w:r>
      <w:r w:rsidR="00894734">
        <w:t>’</w:t>
      </w:r>
      <w:r>
        <w:t>un bras et maintint derrière elle la main qui tenait le revolver en tordant son poignet</w:t>
      </w:r>
      <w:r w:rsidR="00894734">
        <w:t xml:space="preserve">. </w:t>
      </w:r>
      <w:r>
        <w:t>Elle perdit l</w:t>
      </w:r>
      <w:r w:rsidR="00894734">
        <w:t>’</w:t>
      </w:r>
      <w:r>
        <w:t>équilibre et m</w:t>
      </w:r>
      <w:r w:rsidR="00894734">
        <w:t>’</w:t>
      </w:r>
      <w:r>
        <w:t>entraîna dans sa chute</w:t>
      </w:r>
      <w:r w:rsidR="00894734">
        <w:t xml:space="preserve">. </w:t>
      </w:r>
      <w:r>
        <w:t>J</w:t>
      </w:r>
      <w:r w:rsidR="00894734">
        <w:t>’</w:t>
      </w:r>
      <w:r>
        <w:t>entendis l</w:t>
      </w:r>
      <w:r w:rsidR="00894734">
        <w:t>’</w:t>
      </w:r>
      <w:r>
        <w:t>arme tomber</w:t>
      </w:r>
      <w:r w:rsidR="00894734">
        <w:t xml:space="preserve">. </w:t>
      </w:r>
      <w:r>
        <w:t>Je maintins la femme à terre jusqu</w:t>
      </w:r>
      <w:r w:rsidR="00894734">
        <w:t>’</w:t>
      </w:r>
      <w:r>
        <w:t>à ce qui j</w:t>
      </w:r>
      <w:r w:rsidR="00894734">
        <w:t>’</w:t>
      </w:r>
      <w:r>
        <w:t>aie trouvé le pistolet</w:t>
      </w:r>
      <w:r w:rsidR="00894734">
        <w:t xml:space="preserve">. </w:t>
      </w:r>
      <w:r>
        <w:t>Je me relevais quand Mac Man arriva</w:t>
      </w:r>
      <w:r w:rsidR="00894734">
        <w:t>.</w:t>
      </w:r>
    </w:p>
    <w:p w14:paraId="78791E56" w14:textId="77777777" w:rsidR="00894734" w:rsidRDefault="00894734">
      <w:r>
        <w:lastRenderedPageBreak/>
        <w:t>— </w:t>
      </w:r>
      <w:r w:rsidR="00000000">
        <w:t>Est-ce qu</w:t>
      </w:r>
      <w:r>
        <w:t>’</w:t>
      </w:r>
      <w:r w:rsidR="00000000">
        <w:t>il faut l</w:t>
      </w:r>
      <w:r>
        <w:t>’</w:t>
      </w:r>
      <w:r w:rsidR="00000000">
        <w:t>enterrer</w:t>
      </w:r>
      <w:r>
        <w:t xml:space="preserve"> ? </w:t>
      </w:r>
      <w:r w:rsidR="00000000">
        <w:t>dit-il goguenard</w:t>
      </w:r>
      <w:r>
        <w:t>.</w:t>
      </w:r>
    </w:p>
    <w:p w14:paraId="30CEDCA5" w14:textId="77777777" w:rsidR="00894734" w:rsidRDefault="00894734">
      <w:r>
        <w:t>— </w:t>
      </w:r>
      <w:r w:rsidR="00000000">
        <w:t>Non</w:t>
      </w:r>
      <w:r>
        <w:t xml:space="preserve">, </w:t>
      </w:r>
      <w:r w:rsidR="00000000">
        <w:t>elle va bien</w:t>
      </w:r>
      <w:r>
        <w:t xml:space="preserve">. </w:t>
      </w:r>
      <w:r w:rsidR="00000000">
        <w:t>Voyez ce que le chauffeur devient</w:t>
      </w:r>
      <w:r>
        <w:t>.</w:t>
      </w:r>
    </w:p>
    <w:p w14:paraId="36553D0D" w14:textId="77777777" w:rsidR="00894734" w:rsidRDefault="00000000">
      <w:r>
        <w:rPr>
          <w:lang w:val="de-DE"/>
        </w:rPr>
        <w:t xml:space="preserve">Mac Man </w:t>
      </w:r>
      <w:proofErr w:type="spellStart"/>
      <w:r>
        <w:rPr>
          <w:lang w:val="de-DE"/>
        </w:rPr>
        <w:t>s</w:t>
      </w:r>
      <w:r w:rsidR="00894734">
        <w:rPr>
          <w:lang w:val="de-DE"/>
        </w:rPr>
        <w:t>’</w:t>
      </w:r>
      <w:r>
        <w:rPr>
          <w:lang w:val="de-DE"/>
        </w:rPr>
        <w:t>en</w:t>
      </w:r>
      <w:proofErr w:type="spellEnd"/>
      <w:r>
        <w:rPr>
          <w:lang w:val="de-DE"/>
        </w:rPr>
        <w:t xml:space="preserve"> alla</w:t>
      </w:r>
      <w:r w:rsidR="00894734">
        <w:rPr>
          <w:lang w:val="de-DE"/>
        </w:rPr>
        <w:t xml:space="preserve">. </w:t>
      </w:r>
      <w:proofErr w:type="spellStart"/>
      <w:r>
        <w:t>Aaronia</w:t>
      </w:r>
      <w:proofErr w:type="spellEnd"/>
      <w:r>
        <w:t xml:space="preserve"> </w:t>
      </w:r>
      <w:proofErr w:type="spellStart"/>
      <w:r>
        <w:t>Haldorn</w:t>
      </w:r>
      <w:proofErr w:type="spellEnd"/>
      <w:r>
        <w:t xml:space="preserve"> s</w:t>
      </w:r>
      <w:r w:rsidR="00894734">
        <w:t>’</w:t>
      </w:r>
      <w:r>
        <w:t>assit et frotta son poignet</w:t>
      </w:r>
      <w:r w:rsidR="00894734">
        <w:t xml:space="preserve">. </w:t>
      </w:r>
      <w:r>
        <w:t>Je lui dis</w:t>
      </w:r>
      <w:r w:rsidR="00894734">
        <w:t> :</w:t>
      </w:r>
    </w:p>
    <w:p w14:paraId="399B5FB0" w14:textId="77777777" w:rsidR="00894734" w:rsidRDefault="00894734">
      <w:r>
        <w:t>— </w:t>
      </w:r>
      <w:r w:rsidR="00000000">
        <w:t>Voilà la seconde raison de votre visite</w:t>
      </w:r>
      <w:r>
        <w:t xml:space="preserve">, </w:t>
      </w:r>
      <w:r w:rsidR="00000000">
        <w:t>quoique je serais plutôt porté à croire que ce petit cadeau était réservé à Mrs</w:t>
      </w:r>
      <w:r>
        <w:t xml:space="preserve">. </w:t>
      </w:r>
      <w:r w:rsidR="00000000">
        <w:t>Co</w:t>
      </w:r>
      <w:r w:rsidR="00000000">
        <w:t>l</w:t>
      </w:r>
      <w:r w:rsidR="00000000">
        <w:t>linson</w:t>
      </w:r>
      <w:r>
        <w:t>.</w:t>
      </w:r>
    </w:p>
    <w:p w14:paraId="192C908F" w14:textId="77777777" w:rsidR="00894734" w:rsidRDefault="00000000">
      <w:r>
        <w:t>Elle se releva sans mot dire</w:t>
      </w:r>
      <w:r w:rsidR="00894734">
        <w:t xml:space="preserve">. </w:t>
      </w:r>
      <w:r>
        <w:t>Je proposai</w:t>
      </w:r>
      <w:r w:rsidR="00894734">
        <w:t> :</w:t>
      </w:r>
    </w:p>
    <w:p w14:paraId="220C7064" w14:textId="77777777" w:rsidR="00894734" w:rsidRDefault="00894734">
      <w:r>
        <w:t>— </w:t>
      </w:r>
      <w:r w:rsidR="00000000">
        <w:t>Si nous parlions un peu maintenant</w:t>
      </w:r>
      <w:r>
        <w:t> ?</w:t>
      </w:r>
    </w:p>
    <w:p w14:paraId="0F0F00D1" w14:textId="77777777" w:rsidR="00894734" w:rsidRDefault="00894734">
      <w:r>
        <w:t>— </w:t>
      </w:r>
      <w:r w:rsidR="00000000">
        <w:t>Je ne pense pas que ce soit nécessaire</w:t>
      </w:r>
      <w:r>
        <w:t xml:space="preserve">, </w:t>
      </w:r>
      <w:r w:rsidR="00000000">
        <w:t>dit-elle en reme</w:t>
      </w:r>
      <w:r w:rsidR="00000000">
        <w:t>t</w:t>
      </w:r>
      <w:r w:rsidR="00000000">
        <w:t>tant son chapeau d</w:t>
      </w:r>
      <w:r>
        <w:t>’</w:t>
      </w:r>
      <w:r w:rsidR="00000000">
        <w:t>aplomb</w:t>
      </w:r>
      <w:r>
        <w:t xml:space="preserve">. </w:t>
      </w:r>
      <w:r w:rsidR="00000000">
        <w:t>Puisque vous savez tout</w:t>
      </w:r>
      <w:r>
        <w:t xml:space="preserve">. </w:t>
      </w:r>
      <w:r w:rsidR="00000000">
        <w:t>Alors</w:t>
      </w:r>
      <w:r>
        <w:t>…</w:t>
      </w:r>
    </w:p>
    <w:p w14:paraId="67ECDA1B" w14:textId="77777777" w:rsidR="00894734" w:rsidRDefault="00894734">
      <w:r>
        <w:t>— </w:t>
      </w:r>
      <w:r w:rsidR="00000000">
        <w:t>Tout de même tout n</w:t>
      </w:r>
      <w:r>
        <w:t>’</w:t>
      </w:r>
      <w:r w:rsidR="00000000">
        <w:t>est pas fini</w:t>
      </w:r>
      <w:r>
        <w:t xml:space="preserve">. </w:t>
      </w:r>
      <w:r w:rsidR="00000000">
        <w:t>Ces sortes d</w:t>
      </w:r>
      <w:r>
        <w:t>’</w:t>
      </w:r>
      <w:r w:rsidR="00000000">
        <w:t>histoires se déroulent</w:t>
      </w:r>
      <w:r>
        <w:t xml:space="preserve">, </w:t>
      </w:r>
      <w:r w:rsidR="00000000">
        <w:t>comme vous savez</w:t>
      </w:r>
      <w:r>
        <w:t xml:space="preserve">, </w:t>
      </w:r>
      <w:r w:rsidR="00000000">
        <w:t>en trois parties</w:t>
      </w:r>
      <w:r>
        <w:t xml:space="preserve">. </w:t>
      </w:r>
      <w:r w:rsidR="00000000">
        <w:t>Être arrêtée</w:t>
      </w:r>
      <w:r>
        <w:t xml:space="preserve">, </w:t>
      </w:r>
      <w:r w:rsidR="00000000">
        <w:t>être reconnue coupable</w:t>
      </w:r>
      <w:r>
        <w:t xml:space="preserve">, </w:t>
      </w:r>
      <w:r w:rsidR="00000000">
        <w:t>être punie</w:t>
      </w:r>
      <w:r>
        <w:t xml:space="preserve">. </w:t>
      </w:r>
      <w:r w:rsidR="00000000">
        <w:t>Admettons qu</w:t>
      </w:r>
      <w:r>
        <w:t>’</w:t>
      </w:r>
      <w:r w:rsidR="00000000">
        <w:t>il soit trop tard pour procéder à la première formalité</w:t>
      </w:r>
      <w:r>
        <w:t>…</w:t>
      </w:r>
    </w:p>
    <w:p w14:paraId="11EA620B" w14:textId="77777777" w:rsidR="00894734" w:rsidRDefault="00000000">
      <w:r>
        <w:t>Elle me regarda curieusement et me demanda</w:t>
      </w:r>
      <w:r w:rsidR="00894734">
        <w:t> :</w:t>
      </w:r>
    </w:p>
    <w:p w14:paraId="4BC96529" w14:textId="77777777" w:rsidR="00894734" w:rsidRDefault="00894734">
      <w:r>
        <w:t>— </w:t>
      </w:r>
      <w:r w:rsidR="00000000">
        <w:t>Pourquoi me parlez-vous ainsi</w:t>
      </w:r>
      <w:r>
        <w:t> ?</w:t>
      </w:r>
    </w:p>
    <w:p w14:paraId="4F5A869F" w14:textId="77777777" w:rsidR="00894734" w:rsidRDefault="00894734">
      <w:r>
        <w:t>— </w:t>
      </w:r>
      <w:r w:rsidR="00000000">
        <w:t>Parce que cela me gênerait dans mon travail que vous soyez mêlée à mes affaires en ce moment</w:t>
      </w:r>
      <w:r>
        <w:t xml:space="preserve">. </w:t>
      </w:r>
      <w:r w:rsidR="00000000">
        <w:t>Retournez chez vous et restez tranquille</w:t>
      </w:r>
      <w:r>
        <w:t xml:space="preserve">. </w:t>
      </w:r>
      <w:r w:rsidR="00000000">
        <w:t>Vous savez ce que j</w:t>
      </w:r>
      <w:r>
        <w:t>’</w:t>
      </w:r>
      <w:r w:rsidR="00000000">
        <w:t>entends par là</w:t>
      </w:r>
      <w:r>
        <w:t xml:space="preserve">, </w:t>
      </w:r>
      <w:r w:rsidR="00000000">
        <w:t>n</w:t>
      </w:r>
      <w:r>
        <w:t>’</w:t>
      </w:r>
      <w:r w:rsidR="00000000">
        <w:t>est-ce pas</w:t>
      </w:r>
      <w:r>
        <w:t> ?</w:t>
      </w:r>
    </w:p>
    <w:p w14:paraId="086A9A7F" w14:textId="77777777" w:rsidR="00894734" w:rsidRDefault="00000000">
      <w:r>
        <w:t>Nous nous taisions en revenant à la Lincoln</w:t>
      </w:r>
      <w:r w:rsidR="00894734">
        <w:t xml:space="preserve">. </w:t>
      </w:r>
      <w:r>
        <w:t>La main sur la poignée de la portière</w:t>
      </w:r>
      <w:r w:rsidR="00894734">
        <w:t xml:space="preserve">, </w:t>
      </w:r>
      <w:r>
        <w:t>elle se retourna vers moi</w:t>
      </w:r>
      <w:r w:rsidR="00894734">
        <w:t> :</w:t>
      </w:r>
    </w:p>
    <w:p w14:paraId="627B9E91" w14:textId="77777777" w:rsidR="00894734" w:rsidRDefault="00894734">
      <w:r>
        <w:t>— </w:t>
      </w:r>
      <w:r w:rsidR="00000000">
        <w:t>Je crois que</w:t>
      </w:r>
      <w:r>
        <w:t xml:space="preserve">, </w:t>
      </w:r>
      <w:r w:rsidR="00000000">
        <w:t>maintenant</w:t>
      </w:r>
      <w:r>
        <w:t xml:space="preserve">, </w:t>
      </w:r>
      <w:r w:rsidR="00000000">
        <w:t>je vous dois encore beaucoup plus qu</w:t>
      </w:r>
      <w:r>
        <w:t>’</w:t>
      </w:r>
      <w:r w:rsidR="00000000">
        <w:t>avant</w:t>
      </w:r>
      <w:r>
        <w:t>.</w:t>
      </w:r>
    </w:p>
    <w:p w14:paraId="11E7656C" w14:textId="77777777" w:rsidR="00894734" w:rsidRDefault="00000000">
      <w:r>
        <w:lastRenderedPageBreak/>
        <w:t>Je ne répondis rien et ne pris pas sa main tendue</w:t>
      </w:r>
      <w:r w:rsidR="00894734">
        <w:t xml:space="preserve">. </w:t>
      </w:r>
      <w:r>
        <w:t>Elle d</w:t>
      </w:r>
      <w:r>
        <w:t>e</w:t>
      </w:r>
      <w:r>
        <w:t>manda encore</w:t>
      </w:r>
      <w:r w:rsidR="00894734">
        <w:t> :</w:t>
      </w:r>
    </w:p>
    <w:p w14:paraId="7C7A49E8" w14:textId="77777777" w:rsidR="00894734" w:rsidRDefault="00894734">
      <w:r>
        <w:t>— </w:t>
      </w:r>
      <w:r w:rsidR="00000000">
        <w:t>Voulez-vous me rendre mon browning maintenant</w:t>
      </w:r>
      <w:r>
        <w:t> ?</w:t>
      </w:r>
    </w:p>
    <w:p w14:paraId="0EC75CCC" w14:textId="77777777" w:rsidR="00894734" w:rsidRDefault="00894734">
      <w:r>
        <w:t>— </w:t>
      </w:r>
      <w:r w:rsidR="00000000">
        <w:t>Non</w:t>
      </w:r>
      <w:r>
        <w:t>.</w:t>
      </w:r>
    </w:p>
    <w:p w14:paraId="51E32C4E" w14:textId="77777777" w:rsidR="00894734" w:rsidRDefault="00894734">
      <w:r>
        <w:t>— </w:t>
      </w:r>
      <w:r w:rsidR="00000000">
        <w:t>Voulez-vous faire mes amitiés à Mrs</w:t>
      </w:r>
      <w:r>
        <w:t xml:space="preserve">. </w:t>
      </w:r>
      <w:r w:rsidR="00000000">
        <w:t>Collinson et lui dire combien je suis désolée de ne pas l</w:t>
      </w:r>
      <w:r>
        <w:t>’</w:t>
      </w:r>
      <w:r w:rsidR="00000000">
        <w:t>avoir vue</w:t>
      </w:r>
      <w:r>
        <w:t> ?</w:t>
      </w:r>
    </w:p>
    <w:p w14:paraId="6DAC8585" w14:textId="77777777" w:rsidR="00894734" w:rsidRDefault="00894734">
      <w:r>
        <w:t>— </w:t>
      </w:r>
      <w:r w:rsidR="00000000">
        <w:t>Oui</w:t>
      </w:r>
      <w:r>
        <w:t>.</w:t>
      </w:r>
    </w:p>
    <w:p w14:paraId="0A92D6CC" w14:textId="77777777" w:rsidR="00894734" w:rsidRDefault="00000000">
      <w:r>
        <w:t xml:space="preserve">Elle dit encore </w:t>
      </w:r>
      <w:r w:rsidR="00894734">
        <w:t>« </w:t>
      </w:r>
      <w:r>
        <w:t>Au revoir</w:t>
      </w:r>
      <w:r w:rsidR="00894734">
        <w:t> »</w:t>
      </w:r>
      <w:r>
        <w:t xml:space="preserve"> et entra dans sa voiture</w:t>
      </w:r>
      <w:r w:rsidR="00894734">
        <w:t xml:space="preserve">. </w:t>
      </w:r>
      <w:r>
        <w:t>J</w:t>
      </w:r>
      <w:r w:rsidR="00894734">
        <w:t>’</w:t>
      </w:r>
      <w:r>
        <w:t>ôtai mon chapeau</w:t>
      </w:r>
      <w:r w:rsidR="00894734">
        <w:t xml:space="preserve">. </w:t>
      </w:r>
      <w:r>
        <w:t>La voiture s</w:t>
      </w:r>
      <w:r w:rsidR="00894734">
        <w:t>’</w:t>
      </w:r>
      <w:r>
        <w:t>éloigna</w:t>
      </w:r>
      <w:r w:rsidR="00894734">
        <w:t>.</w:t>
      </w:r>
    </w:p>
    <w:p w14:paraId="1A35E003" w14:textId="0E8B218D" w:rsidR="00000000" w:rsidRDefault="00000000" w:rsidP="00894734">
      <w:pPr>
        <w:pStyle w:val="Titre2"/>
        <w:rPr>
          <w:szCs w:val="44"/>
        </w:rPr>
      </w:pPr>
      <w:bookmarkStart w:id="25" w:name="_Toc202288425"/>
      <w:r>
        <w:rPr>
          <w:szCs w:val="44"/>
        </w:rPr>
        <w:lastRenderedPageBreak/>
        <w:t>CHAPITRE XXI</w:t>
      </w:r>
      <w:r>
        <w:rPr>
          <w:szCs w:val="44"/>
        </w:rPr>
        <w:br/>
      </w:r>
      <w:r>
        <w:rPr>
          <w:szCs w:val="44"/>
        </w:rPr>
        <w:br/>
        <w:t>LA CONFESSION</w:t>
      </w:r>
      <w:bookmarkEnd w:id="25"/>
    </w:p>
    <w:p w14:paraId="460CFD61" w14:textId="77777777" w:rsidR="00894734" w:rsidRDefault="00000000">
      <w:r>
        <w:t xml:space="preserve">Mickey </w:t>
      </w:r>
      <w:proofErr w:type="spellStart"/>
      <w:r>
        <w:t>Lineham</w:t>
      </w:r>
      <w:proofErr w:type="spellEnd"/>
      <w:r>
        <w:t xml:space="preserve"> vint m</w:t>
      </w:r>
      <w:r w:rsidR="00894734">
        <w:t>’</w:t>
      </w:r>
      <w:r>
        <w:t>ouvrir la porte</w:t>
      </w:r>
      <w:r w:rsidR="00894734">
        <w:t xml:space="preserve">. </w:t>
      </w:r>
      <w:r>
        <w:t>Il rit de ma figure égratignée</w:t>
      </w:r>
      <w:r w:rsidR="00894734">
        <w:t> :</w:t>
      </w:r>
    </w:p>
    <w:p w14:paraId="5EC48C08" w14:textId="77777777" w:rsidR="00894734" w:rsidRDefault="00894734">
      <w:r>
        <w:t>— </w:t>
      </w:r>
      <w:r w:rsidR="00000000">
        <w:t>Encore une histoire de femme</w:t>
      </w:r>
      <w:r>
        <w:t xml:space="preserve">. </w:t>
      </w:r>
      <w:r w:rsidR="00000000">
        <w:t>Cette fois</w:t>
      </w:r>
      <w:r>
        <w:t xml:space="preserve">, </w:t>
      </w:r>
      <w:r w:rsidR="00000000">
        <w:t>vous y avez laissé de votre peau</w:t>
      </w:r>
      <w:r>
        <w:t xml:space="preserve">, </w:t>
      </w:r>
      <w:r w:rsidR="00000000">
        <w:t>hein</w:t>
      </w:r>
      <w:r>
        <w:t> ?</w:t>
      </w:r>
    </w:p>
    <w:p w14:paraId="7E186947" w14:textId="77777777" w:rsidR="00894734" w:rsidRDefault="00000000">
      <w:r>
        <w:t>Il montra du doigt le plafond</w:t>
      </w:r>
      <w:r w:rsidR="00894734">
        <w:t> :</w:t>
      </w:r>
    </w:p>
    <w:p w14:paraId="51FE3824" w14:textId="77777777" w:rsidR="00894734" w:rsidRDefault="00894734">
      <w:r>
        <w:t>— </w:t>
      </w:r>
      <w:r w:rsidR="00000000">
        <w:t>Montez donc vous arranger avec celle-là maintenant</w:t>
      </w:r>
      <w:r>
        <w:t xml:space="preserve">. </w:t>
      </w:r>
      <w:r w:rsidR="00000000">
        <w:t>Elle mène une vie d</w:t>
      </w:r>
      <w:r>
        <w:t>’</w:t>
      </w:r>
      <w:r w:rsidR="00000000">
        <w:t>enfer</w:t>
      </w:r>
      <w:r>
        <w:t xml:space="preserve">, </w:t>
      </w:r>
      <w:r w:rsidR="00000000">
        <w:t>là-haut</w:t>
      </w:r>
      <w:r>
        <w:t>.</w:t>
      </w:r>
    </w:p>
    <w:p w14:paraId="017FFE4F" w14:textId="77777777" w:rsidR="00894734" w:rsidRDefault="00000000">
      <w:r>
        <w:t>Je montai à la chambre de Gabrielle</w:t>
      </w:r>
      <w:r w:rsidR="00894734">
        <w:t xml:space="preserve">. </w:t>
      </w:r>
      <w:r>
        <w:t>Elle était assise au m</w:t>
      </w:r>
      <w:r>
        <w:t>i</w:t>
      </w:r>
      <w:r>
        <w:t>lieu de son lit ravagé</w:t>
      </w:r>
      <w:r w:rsidR="00894734">
        <w:t xml:space="preserve">, </w:t>
      </w:r>
      <w:r>
        <w:t>les mains crispées dans sa chevelure</w:t>
      </w:r>
      <w:r w:rsidR="00894734">
        <w:t xml:space="preserve">. </w:t>
      </w:r>
      <w:r>
        <w:t>Son visage terrifié paraissait quarante ans</w:t>
      </w:r>
      <w:r w:rsidR="00894734">
        <w:t xml:space="preserve">. </w:t>
      </w:r>
      <w:r>
        <w:t>Je l</w:t>
      </w:r>
      <w:r w:rsidR="00894734">
        <w:t>’</w:t>
      </w:r>
      <w:r>
        <w:t>interpellai de la po</w:t>
      </w:r>
      <w:r>
        <w:t>r</w:t>
      </w:r>
      <w:r>
        <w:t>te</w:t>
      </w:r>
      <w:r w:rsidR="00894734">
        <w:t> :</w:t>
      </w:r>
    </w:p>
    <w:p w14:paraId="465B7610" w14:textId="77777777" w:rsidR="00894734" w:rsidRDefault="00894734">
      <w:r>
        <w:t>— </w:t>
      </w:r>
      <w:r w:rsidR="00000000">
        <w:t>Voyons</w:t>
      </w:r>
      <w:r>
        <w:t xml:space="preserve">, </w:t>
      </w:r>
      <w:r w:rsidR="00000000">
        <w:t>Gabrielle</w:t>
      </w:r>
      <w:r>
        <w:t xml:space="preserve">, </w:t>
      </w:r>
      <w:r w:rsidR="00000000">
        <w:t>qu</w:t>
      </w:r>
      <w:r>
        <w:t>’</w:t>
      </w:r>
      <w:r w:rsidR="00000000">
        <w:t>avez-vous</w:t>
      </w:r>
      <w:r>
        <w:t> ?</w:t>
      </w:r>
    </w:p>
    <w:p w14:paraId="010FD035" w14:textId="77777777" w:rsidR="00894734" w:rsidRDefault="00894734">
      <w:r>
        <w:t>— </w:t>
      </w:r>
      <w:r w:rsidR="00000000">
        <w:t>Je ne veux pas mourir</w:t>
      </w:r>
      <w:r>
        <w:t>.</w:t>
      </w:r>
    </w:p>
    <w:p w14:paraId="33E3BCA4" w14:textId="77777777" w:rsidR="00894734" w:rsidRDefault="00894734">
      <w:r>
        <w:t>— </w:t>
      </w:r>
      <w:r w:rsidR="00000000">
        <w:t>Mais vous n</w:t>
      </w:r>
      <w:r>
        <w:t>’</w:t>
      </w:r>
      <w:r w:rsidR="00000000">
        <w:t>avez aucune chance de mourir</w:t>
      </w:r>
      <w:r>
        <w:t xml:space="preserve">, </w:t>
      </w:r>
      <w:r w:rsidR="00000000">
        <w:t>petite fille</w:t>
      </w:r>
      <w:r>
        <w:t>.</w:t>
      </w:r>
    </w:p>
    <w:p w14:paraId="2A55A5D8" w14:textId="77777777" w:rsidR="00894734" w:rsidRDefault="00000000">
      <w:r>
        <w:t>Elle se calma et retomba sur ses oreillers</w:t>
      </w:r>
      <w:r w:rsidR="00894734">
        <w:t xml:space="preserve">. </w:t>
      </w:r>
      <w:r>
        <w:t>Elle se plaignit</w:t>
      </w:r>
      <w:r w:rsidR="00894734">
        <w:t xml:space="preserve">. </w:t>
      </w:r>
      <w:r>
        <w:t>Elle avait dans la gorge quelque chose qui l</w:t>
      </w:r>
      <w:r w:rsidR="00894734">
        <w:t>’</w:t>
      </w:r>
      <w:r>
        <w:t>étranglait</w:t>
      </w:r>
      <w:r w:rsidR="00894734">
        <w:t xml:space="preserve">. </w:t>
      </w:r>
      <w:r>
        <w:t>On lui t</w:t>
      </w:r>
      <w:r>
        <w:t>e</w:t>
      </w:r>
      <w:r>
        <w:t>naillait les jarrets</w:t>
      </w:r>
      <w:r w:rsidR="00894734">
        <w:t>.</w:t>
      </w:r>
    </w:p>
    <w:p w14:paraId="4380F1E6" w14:textId="77777777" w:rsidR="00894734" w:rsidRDefault="00894734">
      <w:r>
        <w:t>— </w:t>
      </w:r>
      <w:r w:rsidR="00000000">
        <w:t>Ce sont des symptômes tout à fait normaux</w:t>
      </w:r>
      <w:r>
        <w:t xml:space="preserve">. </w:t>
      </w:r>
      <w:r w:rsidR="00000000">
        <w:t>Ils ne vous tourmenteront plus longtemps</w:t>
      </w:r>
      <w:r>
        <w:t xml:space="preserve">, </w:t>
      </w:r>
      <w:r w:rsidR="00000000">
        <w:t>allez</w:t>
      </w:r>
      <w:r>
        <w:t>.</w:t>
      </w:r>
    </w:p>
    <w:p w14:paraId="0109CB0D" w14:textId="77777777" w:rsidR="00894734" w:rsidRDefault="00000000">
      <w:r>
        <w:t>On frappa à la porte</w:t>
      </w:r>
      <w:r w:rsidR="00894734">
        <w:t xml:space="preserve">. </w:t>
      </w:r>
      <w:r>
        <w:t>Gabrielle me supplia</w:t>
      </w:r>
      <w:r w:rsidR="00894734">
        <w:t> :</w:t>
      </w:r>
    </w:p>
    <w:p w14:paraId="1BB7116B" w14:textId="77777777" w:rsidR="00894734" w:rsidRDefault="00894734">
      <w:r>
        <w:t>— </w:t>
      </w:r>
      <w:r w:rsidR="00000000">
        <w:t>Oh</w:t>
      </w:r>
      <w:r>
        <w:t xml:space="preserve"> ! </w:t>
      </w:r>
      <w:r w:rsidR="00000000">
        <w:t>vous n</w:t>
      </w:r>
      <w:r>
        <w:t>’</w:t>
      </w:r>
      <w:r w:rsidR="00000000">
        <w:t>allez pas encore me quitter</w:t>
      </w:r>
      <w:r>
        <w:t> !</w:t>
      </w:r>
    </w:p>
    <w:p w14:paraId="5633D988" w14:textId="77777777" w:rsidR="00894734" w:rsidRDefault="00894734">
      <w:r>
        <w:lastRenderedPageBreak/>
        <w:t>— </w:t>
      </w:r>
      <w:r w:rsidR="00000000">
        <w:t>Je ne vais pas plus loin que le seuil</w:t>
      </w:r>
      <w:r>
        <w:t>.</w:t>
      </w:r>
    </w:p>
    <w:p w14:paraId="432E030A" w14:textId="77777777" w:rsidR="00894734" w:rsidRDefault="00000000">
      <w:r>
        <w:t>C</w:t>
      </w:r>
      <w:r w:rsidR="00894734">
        <w:t>’</w:t>
      </w:r>
      <w:r>
        <w:t>était Mac Man</w:t>
      </w:r>
      <w:r w:rsidR="00894734">
        <w:t>.</w:t>
      </w:r>
    </w:p>
    <w:p w14:paraId="05725D2B" w14:textId="77777777" w:rsidR="00894734" w:rsidRDefault="00894734">
      <w:r>
        <w:t>— </w:t>
      </w:r>
      <w:r w:rsidR="00000000">
        <w:t>Pain d</w:t>
      </w:r>
      <w:r>
        <w:t>’</w:t>
      </w:r>
      <w:r w:rsidR="00000000">
        <w:t>Épices fait des siennes</w:t>
      </w:r>
      <w:r>
        <w:t xml:space="preserve">, </w:t>
      </w:r>
      <w:r w:rsidR="00000000">
        <w:t>me dit-il</w:t>
      </w:r>
      <w:r>
        <w:t xml:space="preserve">. </w:t>
      </w:r>
      <w:r w:rsidR="00000000">
        <w:t>Elle vous gue</w:t>
      </w:r>
      <w:r w:rsidR="00000000">
        <w:t>t</w:t>
      </w:r>
      <w:r w:rsidR="00000000">
        <w:t>tait</w:t>
      </w:r>
      <w:r>
        <w:t xml:space="preserve">, </w:t>
      </w:r>
      <w:r w:rsidR="00000000">
        <w:t>l</w:t>
      </w:r>
      <w:r>
        <w:t>’</w:t>
      </w:r>
      <w:r w:rsidR="00000000">
        <w:t>oiselle et vous</w:t>
      </w:r>
      <w:r>
        <w:t xml:space="preserve">, </w:t>
      </w:r>
      <w:r w:rsidR="00000000">
        <w:t>pendant que vous parliez devant la voiture</w:t>
      </w:r>
      <w:r>
        <w:t xml:space="preserve">. </w:t>
      </w:r>
      <w:r w:rsidR="00000000">
        <w:t>Elle est partie en avant</w:t>
      </w:r>
      <w:r>
        <w:t xml:space="preserve">. </w:t>
      </w:r>
      <w:r w:rsidR="00000000">
        <w:t>Je l</w:t>
      </w:r>
      <w:r>
        <w:t>’</w:t>
      </w:r>
      <w:r w:rsidR="00000000">
        <w:t>ai suivie</w:t>
      </w:r>
      <w:r>
        <w:t xml:space="preserve">. </w:t>
      </w:r>
      <w:r w:rsidR="00000000">
        <w:t>Elle a arrêté l</w:t>
      </w:r>
      <w:r>
        <w:t>’</w:t>
      </w:r>
      <w:r w:rsidR="00000000">
        <w:t>automobile et a parlé avec la femme cinq à dix minutes</w:t>
      </w:r>
      <w:r>
        <w:t xml:space="preserve">. </w:t>
      </w:r>
      <w:r w:rsidR="00000000">
        <w:t>Je n</w:t>
      </w:r>
      <w:r>
        <w:t>’</w:t>
      </w:r>
      <w:r w:rsidR="00000000">
        <w:t>ai pas pu a</w:t>
      </w:r>
      <w:r w:rsidR="00000000">
        <w:t>p</w:t>
      </w:r>
      <w:r w:rsidR="00000000">
        <w:t>procher assez pour entendre ce qu</w:t>
      </w:r>
      <w:r>
        <w:t>’</w:t>
      </w:r>
      <w:r w:rsidR="00000000">
        <w:t>elles disaient</w:t>
      </w:r>
      <w:r>
        <w:t>.</w:t>
      </w:r>
    </w:p>
    <w:p w14:paraId="5EC3A01A" w14:textId="77777777" w:rsidR="00894734" w:rsidRDefault="00894734">
      <w:r>
        <w:t>— </w:t>
      </w:r>
      <w:r w:rsidR="00000000">
        <w:t>Où est-elle maintenant</w:t>
      </w:r>
      <w:r>
        <w:t> ?</w:t>
      </w:r>
    </w:p>
    <w:p w14:paraId="217F0259" w14:textId="77777777" w:rsidR="00894734" w:rsidRDefault="00894734">
      <w:r>
        <w:t>— </w:t>
      </w:r>
      <w:r w:rsidR="00000000">
        <w:t>Dans la cuisine</w:t>
      </w:r>
      <w:r>
        <w:t xml:space="preserve">. </w:t>
      </w:r>
      <w:r w:rsidR="00000000">
        <w:t>Elle est revenue</w:t>
      </w:r>
      <w:r>
        <w:t>.</w:t>
      </w:r>
    </w:p>
    <w:p w14:paraId="63C1847C" w14:textId="77777777" w:rsidR="00894734" w:rsidRDefault="00894734">
      <w:r>
        <w:t>— </w:t>
      </w:r>
      <w:r w:rsidR="00000000">
        <w:t>Tout ce que nous pouvons faire</w:t>
      </w:r>
      <w:r>
        <w:t xml:space="preserve">, </w:t>
      </w:r>
      <w:r w:rsidR="00000000">
        <w:t>c</w:t>
      </w:r>
      <w:r>
        <w:t>’</w:t>
      </w:r>
      <w:r w:rsidR="00000000">
        <w:t>est de la surveiller</w:t>
      </w:r>
      <w:r>
        <w:t xml:space="preserve">. </w:t>
      </w:r>
      <w:r w:rsidR="00000000">
        <w:t>En tout cas</w:t>
      </w:r>
      <w:r>
        <w:t xml:space="preserve">, </w:t>
      </w:r>
      <w:r w:rsidR="00000000">
        <w:t>il nous faut un cuisinier</w:t>
      </w:r>
      <w:r>
        <w:t xml:space="preserve">. </w:t>
      </w:r>
      <w:r w:rsidR="00000000">
        <w:t>Elle ne nous aime pas assez pour que nous lui laissions la liberté de nous préparer nos r</w:t>
      </w:r>
      <w:r w:rsidR="00000000">
        <w:t>e</w:t>
      </w:r>
      <w:r w:rsidR="00000000">
        <w:t>pas</w:t>
      </w:r>
      <w:r>
        <w:t>.</w:t>
      </w:r>
    </w:p>
    <w:p w14:paraId="50D90787" w14:textId="77777777" w:rsidR="00894734" w:rsidRDefault="00000000">
      <w:r>
        <w:t>Je rentrai dans la chambre de Gabrielle</w:t>
      </w:r>
      <w:r w:rsidR="00894734">
        <w:t xml:space="preserve">. </w:t>
      </w:r>
      <w:r>
        <w:t>Elle me dit qu</w:t>
      </w:r>
      <w:r w:rsidR="00894734">
        <w:t>’</w:t>
      </w:r>
      <w:r>
        <w:t>elle avait entendu un coup de feu et me demanda ce que signifiait ma figure balafrée</w:t>
      </w:r>
      <w:r w:rsidR="00894734">
        <w:t xml:space="preserve">. </w:t>
      </w:r>
      <w:r>
        <w:t>Je ne crus pas devoir lui cacher la vérité</w:t>
      </w:r>
      <w:r w:rsidR="00894734">
        <w:t>.</w:t>
      </w:r>
    </w:p>
    <w:p w14:paraId="4E37E1B4" w14:textId="77777777" w:rsidR="00894734" w:rsidRDefault="00894734">
      <w:r>
        <w:t>— </w:t>
      </w:r>
      <w:r w:rsidR="00000000">
        <w:t>C</w:t>
      </w:r>
      <w:r>
        <w:t>’</w:t>
      </w:r>
      <w:r w:rsidR="00000000">
        <w:t xml:space="preserve">est </w:t>
      </w:r>
      <w:proofErr w:type="spellStart"/>
      <w:r w:rsidR="00000000">
        <w:t>Aaronia</w:t>
      </w:r>
      <w:proofErr w:type="spellEnd"/>
      <w:r w:rsidR="00000000">
        <w:t xml:space="preserve"> </w:t>
      </w:r>
      <w:proofErr w:type="spellStart"/>
      <w:r w:rsidR="00000000">
        <w:t>Haldorn</w:t>
      </w:r>
      <w:proofErr w:type="spellEnd"/>
      <w:r>
        <w:t xml:space="preserve">. </w:t>
      </w:r>
      <w:r w:rsidR="00000000">
        <w:t>Elle avait perdu la tête</w:t>
      </w:r>
      <w:r>
        <w:t xml:space="preserve">. </w:t>
      </w:r>
      <w:r w:rsidR="00000000">
        <w:t>Mais il n</w:t>
      </w:r>
      <w:r>
        <w:t>’</w:t>
      </w:r>
      <w:r w:rsidR="00000000">
        <w:t>y a pas eu de mal</w:t>
      </w:r>
      <w:r>
        <w:t xml:space="preserve">. </w:t>
      </w:r>
      <w:r w:rsidR="00000000">
        <w:t>Elle est partie</w:t>
      </w:r>
      <w:r>
        <w:t xml:space="preserve">, </w:t>
      </w:r>
      <w:r w:rsidR="00000000">
        <w:t>maintenant</w:t>
      </w:r>
      <w:r>
        <w:t>.</w:t>
      </w:r>
    </w:p>
    <w:p w14:paraId="6AC245C7" w14:textId="77777777" w:rsidR="00894734" w:rsidRDefault="00894734">
      <w:r>
        <w:t>— </w:t>
      </w:r>
      <w:r w:rsidR="00000000">
        <w:t>Elle est venue pour me tuer</w:t>
      </w:r>
      <w:r>
        <w:t xml:space="preserve">, </w:t>
      </w:r>
      <w:r w:rsidR="00000000">
        <w:t>dit la jeune femme sur un ton de certitude calme</w:t>
      </w:r>
      <w:r>
        <w:t>.</w:t>
      </w:r>
    </w:p>
    <w:p w14:paraId="0C8A70E3" w14:textId="77777777" w:rsidR="00894734" w:rsidRDefault="00894734">
      <w:r>
        <w:t>— </w:t>
      </w:r>
      <w:r w:rsidR="00000000">
        <w:t>Pourquoi aurait-elle voulu vous tuer</w:t>
      </w:r>
      <w:r>
        <w:t> ?</w:t>
      </w:r>
    </w:p>
    <w:p w14:paraId="059332CC" w14:textId="77777777" w:rsidR="00894734" w:rsidRDefault="00000000">
      <w:r>
        <w:t>Je n</w:t>
      </w:r>
      <w:r w:rsidR="00894734">
        <w:t>’</w:t>
      </w:r>
      <w:r>
        <w:t>obtins pas de réponse</w:t>
      </w:r>
      <w:r w:rsidR="00894734">
        <w:t>.</w:t>
      </w:r>
    </w:p>
    <w:p w14:paraId="42E004C8" w14:textId="77777777" w:rsidR="00894734" w:rsidRDefault="00000000">
      <w:r>
        <w:t>Ce fut une longue et mauvaise nuit</w:t>
      </w:r>
      <w:r w:rsidR="00894734">
        <w:t xml:space="preserve">. </w:t>
      </w:r>
      <w:r>
        <w:t>Gabrielle ne cessa de se plaindre et ne dormit guère plus d</w:t>
      </w:r>
      <w:r w:rsidR="00894734">
        <w:t>’</w:t>
      </w:r>
      <w:r>
        <w:t>une heure</w:t>
      </w:r>
      <w:r w:rsidR="00894734">
        <w:t xml:space="preserve">. </w:t>
      </w:r>
      <w:r>
        <w:t>De temps en temps</w:t>
      </w:r>
      <w:r w:rsidR="00894734">
        <w:t xml:space="preserve">, </w:t>
      </w:r>
      <w:r>
        <w:t>j</w:t>
      </w:r>
      <w:r w:rsidR="00894734">
        <w:t>’</w:t>
      </w:r>
      <w:r>
        <w:t>entendais des pas furtifs dans le vestibule</w:t>
      </w:r>
      <w:r w:rsidR="00894734">
        <w:t xml:space="preserve"> : </w:t>
      </w:r>
      <w:r>
        <w:t>Mary N</w:t>
      </w:r>
      <w:r>
        <w:t>u</w:t>
      </w:r>
      <w:r>
        <w:t>ñez</w:t>
      </w:r>
      <w:r w:rsidR="00894734">
        <w:t xml:space="preserve">, </w:t>
      </w:r>
      <w:r>
        <w:t>sans aucun doute</w:t>
      </w:r>
      <w:r w:rsidR="00894734">
        <w:t xml:space="preserve">, </w:t>
      </w:r>
      <w:r>
        <w:t>veillant sur sa maîtresse</w:t>
      </w:r>
      <w:r w:rsidR="00894734">
        <w:t>.</w:t>
      </w:r>
    </w:p>
    <w:p w14:paraId="362442A3" w14:textId="77777777" w:rsidR="00894734" w:rsidRDefault="00000000">
      <w:r>
        <w:lastRenderedPageBreak/>
        <w:t>La journée du jeudi fut pire encore et me parut interminable</w:t>
      </w:r>
      <w:r w:rsidR="00894734">
        <w:t xml:space="preserve">. </w:t>
      </w:r>
      <w:r>
        <w:t>Gabrielle ne se calma pas un instant</w:t>
      </w:r>
      <w:r w:rsidR="00894734">
        <w:t xml:space="preserve">. </w:t>
      </w:r>
      <w:r>
        <w:t>Le poids de sa chemise de nuit de satin</w:t>
      </w:r>
      <w:r w:rsidR="00894734">
        <w:t xml:space="preserve">, </w:t>
      </w:r>
      <w:r>
        <w:t>le frottement des draps la mettaient au su</w:t>
      </w:r>
      <w:r>
        <w:t>p</w:t>
      </w:r>
      <w:r>
        <w:t>plice</w:t>
      </w:r>
      <w:r w:rsidR="00894734">
        <w:t xml:space="preserve">. </w:t>
      </w:r>
      <w:r>
        <w:t>Tout son corps</w:t>
      </w:r>
      <w:r w:rsidR="00894734">
        <w:t xml:space="preserve">, </w:t>
      </w:r>
      <w:r>
        <w:t>nerfs et chair</w:t>
      </w:r>
      <w:r w:rsidR="00894734">
        <w:t xml:space="preserve">, </w:t>
      </w:r>
      <w:r>
        <w:t>la torturait</w:t>
      </w:r>
      <w:r w:rsidR="00894734">
        <w:t xml:space="preserve">. </w:t>
      </w:r>
      <w:r>
        <w:t>L</w:t>
      </w:r>
      <w:r w:rsidR="00894734">
        <w:t>’</w:t>
      </w:r>
      <w:r>
        <w:t>assurance qu</w:t>
      </w:r>
      <w:r w:rsidR="00894734">
        <w:t>’</w:t>
      </w:r>
      <w:r>
        <w:t>elle n</w:t>
      </w:r>
      <w:r w:rsidR="00894734">
        <w:t>’</w:t>
      </w:r>
      <w:r>
        <w:t>allait pas mourir ne lui était plus d</w:t>
      </w:r>
      <w:r w:rsidR="00894734">
        <w:t>’</w:t>
      </w:r>
      <w:r>
        <w:t>aucun secours</w:t>
      </w:r>
      <w:r w:rsidR="00894734">
        <w:t xml:space="preserve"> : </w:t>
      </w:r>
      <w:r>
        <w:t>la vie ne lui paraissait pas meilleure</w:t>
      </w:r>
      <w:r w:rsidR="00894734">
        <w:t xml:space="preserve">, </w:t>
      </w:r>
      <w:r>
        <w:t>évidemment</w:t>
      </w:r>
      <w:r w:rsidR="00894734">
        <w:t>.</w:t>
      </w:r>
    </w:p>
    <w:p w14:paraId="038F5C32" w14:textId="77777777" w:rsidR="00894734" w:rsidRDefault="00894734">
      <w:r>
        <w:t>— </w:t>
      </w:r>
      <w:r w:rsidR="00000000">
        <w:t>Cessez un peu de vous débattre</w:t>
      </w:r>
      <w:r>
        <w:t xml:space="preserve">, </w:t>
      </w:r>
      <w:r w:rsidR="00000000">
        <w:t>si vous pouvez</w:t>
      </w:r>
      <w:r>
        <w:t xml:space="preserve">, </w:t>
      </w:r>
      <w:r w:rsidR="00000000">
        <w:t>lui dis-je</w:t>
      </w:r>
      <w:r>
        <w:t xml:space="preserve">. </w:t>
      </w:r>
      <w:r w:rsidR="00000000">
        <w:t>Laissez-vous aller</w:t>
      </w:r>
      <w:r>
        <w:t xml:space="preserve">. </w:t>
      </w:r>
      <w:r w:rsidR="00000000">
        <w:t>Vous savez que je veille sur vous</w:t>
      </w:r>
      <w:r>
        <w:t>.</w:t>
      </w:r>
    </w:p>
    <w:p w14:paraId="3702F0D6" w14:textId="77777777" w:rsidR="00894734" w:rsidRDefault="00000000">
      <w:r>
        <w:t>Un cri plus perçant que les autres amena Mary Nuñez à la porte de la chambre</w:t>
      </w:r>
      <w:r w:rsidR="00894734">
        <w:t xml:space="preserve">. </w:t>
      </w:r>
      <w:r>
        <w:t>Elle m</w:t>
      </w:r>
      <w:r w:rsidR="00894734">
        <w:t>’</w:t>
      </w:r>
      <w:r>
        <w:t>injuria dans son jargon natal</w:t>
      </w:r>
      <w:r w:rsidR="00894734">
        <w:t xml:space="preserve">. </w:t>
      </w:r>
      <w:r>
        <w:t>Je maintenais Gabrielle par les épaules</w:t>
      </w:r>
      <w:r w:rsidR="00894734">
        <w:t>.</w:t>
      </w:r>
    </w:p>
    <w:p w14:paraId="129E2BC0" w14:textId="77777777" w:rsidR="00894734" w:rsidRDefault="00894734">
      <w:r>
        <w:t>— </w:t>
      </w:r>
      <w:r w:rsidR="00000000">
        <w:t>Sortez</w:t>
      </w:r>
      <w:r>
        <w:t xml:space="preserve">, </w:t>
      </w:r>
      <w:r w:rsidR="00000000">
        <w:t>dis-je à la Mexicaine</w:t>
      </w:r>
      <w:r>
        <w:t>.</w:t>
      </w:r>
    </w:p>
    <w:p w14:paraId="1CBD1BB5" w14:textId="77777777" w:rsidR="00894734" w:rsidRDefault="00000000">
      <w:r>
        <w:t>Au lieu me d</w:t>
      </w:r>
      <w:r w:rsidR="00894734">
        <w:t>’</w:t>
      </w:r>
      <w:r>
        <w:t>obéir</w:t>
      </w:r>
      <w:r w:rsidR="00894734">
        <w:t xml:space="preserve">, </w:t>
      </w:r>
      <w:r>
        <w:t>elle mit une main brune dans son co</w:t>
      </w:r>
      <w:r>
        <w:t>r</w:t>
      </w:r>
      <w:r>
        <w:t>sage et fit un pas en avant dans la chambre</w:t>
      </w:r>
      <w:r w:rsidR="00894734">
        <w:t xml:space="preserve">. </w:t>
      </w:r>
      <w:r>
        <w:t>Heureusement</w:t>
      </w:r>
      <w:r w:rsidR="00894734">
        <w:t xml:space="preserve">, </w:t>
      </w:r>
      <w:r>
        <w:t xml:space="preserve">Mickey </w:t>
      </w:r>
      <w:proofErr w:type="spellStart"/>
      <w:r>
        <w:t>Lineham</w:t>
      </w:r>
      <w:proofErr w:type="spellEnd"/>
      <w:r w:rsidR="00894734">
        <w:t xml:space="preserve">, </w:t>
      </w:r>
      <w:r>
        <w:t>qui ne la quittait pas d</w:t>
      </w:r>
      <w:r w:rsidR="00894734">
        <w:t>’</w:t>
      </w:r>
      <w:r>
        <w:t>une semelle</w:t>
      </w:r>
      <w:r w:rsidR="00894734">
        <w:t xml:space="preserve">, </w:t>
      </w:r>
      <w:r>
        <w:t xml:space="preserve">était entré derrière elle et lui fit </w:t>
      </w:r>
      <w:proofErr w:type="gramStart"/>
      <w:r>
        <w:t>faire</w:t>
      </w:r>
      <w:proofErr w:type="gramEnd"/>
      <w:r>
        <w:t xml:space="preserve"> demi-tour rapidement</w:t>
      </w:r>
      <w:r w:rsidR="00894734">
        <w:t>.</w:t>
      </w:r>
    </w:p>
    <w:p w14:paraId="35793566" w14:textId="77777777" w:rsidR="00894734" w:rsidRDefault="00000000">
      <w:r>
        <w:t xml:space="preserve">Un peu plus tard </w:t>
      </w:r>
      <w:proofErr w:type="spellStart"/>
      <w:r>
        <w:t>Rolly</w:t>
      </w:r>
      <w:proofErr w:type="spellEnd"/>
      <w:r>
        <w:t xml:space="preserve"> arriva de Quesada</w:t>
      </w:r>
      <w:r w:rsidR="00894734">
        <w:t xml:space="preserve">, </w:t>
      </w:r>
      <w:r>
        <w:t xml:space="preserve">disant que </w:t>
      </w:r>
      <w:proofErr w:type="spellStart"/>
      <w:r>
        <w:t>Fit</w:t>
      </w:r>
      <w:r>
        <w:t>z</w:t>
      </w:r>
      <w:r>
        <w:t>stephan</w:t>
      </w:r>
      <w:proofErr w:type="spellEnd"/>
      <w:r>
        <w:t xml:space="preserve"> était en état d</w:t>
      </w:r>
      <w:r w:rsidR="00894734">
        <w:t>’</w:t>
      </w:r>
      <w:r>
        <w:t>être interrogé par Vernon</w:t>
      </w:r>
      <w:r w:rsidR="00894734">
        <w:t xml:space="preserve">. </w:t>
      </w:r>
      <w:r>
        <w:t>Fitz avait d</w:t>
      </w:r>
      <w:r>
        <w:t>é</w:t>
      </w:r>
      <w:r>
        <w:t>claré à l</w:t>
      </w:r>
      <w:r w:rsidR="00894734">
        <w:t>’</w:t>
      </w:r>
      <w:r>
        <w:t>attorney qu</w:t>
      </w:r>
      <w:r w:rsidR="00894734">
        <w:t>’</w:t>
      </w:r>
      <w:r>
        <w:t>il n</w:t>
      </w:r>
      <w:r w:rsidR="00894734">
        <w:t>’</w:t>
      </w:r>
      <w:r>
        <w:t>avait aucune idée de la façon dont la bombe avait pu être lancée dans la chambre</w:t>
      </w:r>
      <w:r w:rsidR="00894734">
        <w:t xml:space="preserve">, </w:t>
      </w:r>
      <w:r>
        <w:t>qu</w:t>
      </w:r>
      <w:r w:rsidR="00894734">
        <w:t>’</w:t>
      </w:r>
      <w:r>
        <w:t>il n</w:t>
      </w:r>
      <w:r w:rsidR="00894734">
        <w:t>’</w:t>
      </w:r>
      <w:r>
        <w:t>avait eu le temps de rien voir</w:t>
      </w:r>
      <w:r w:rsidR="00894734">
        <w:t xml:space="preserve">. </w:t>
      </w:r>
      <w:r>
        <w:t>Il avait le souvenir très confus d</w:t>
      </w:r>
      <w:r w:rsidR="00894734">
        <w:t>’</w:t>
      </w:r>
      <w:r>
        <w:t>un bruit formidable de verre brisé</w:t>
      </w:r>
      <w:r w:rsidR="00894734">
        <w:t xml:space="preserve">, </w:t>
      </w:r>
      <w:r>
        <w:t>du parquet qui lui avait semblé s</w:t>
      </w:r>
      <w:r w:rsidR="00894734">
        <w:t>’</w:t>
      </w:r>
      <w:r>
        <w:t>ouvrir sous lui</w:t>
      </w:r>
      <w:r w:rsidR="00894734">
        <w:t xml:space="preserve">, </w:t>
      </w:r>
      <w:r>
        <w:t>immédiatement après que Fink et moi avions quitté la chambre</w:t>
      </w:r>
      <w:r w:rsidR="00894734">
        <w:t>.</w:t>
      </w:r>
    </w:p>
    <w:p w14:paraId="2274B43F" w14:textId="77777777" w:rsidR="00894734" w:rsidRDefault="00000000">
      <w:r>
        <w:t xml:space="preserve">Je dis à </w:t>
      </w:r>
      <w:proofErr w:type="spellStart"/>
      <w:r>
        <w:t>Rolly</w:t>
      </w:r>
      <w:proofErr w:type="spellEnd"/>
      <w:r>
        <w:t xml:space="preserve"> que j</w:t>
      </w:r>
      <w:r w:rsidR="00894734">
        <w:t>’</w:t>
      </w:r>
      <w:r>
        <w:t>essaierais de descendre à Quesada pour voir Fitz le lendemain et interroger encore Fink</w:t>
      </w:r>
      <w:r w:rsidR="00894734">
        <w:t>.</w:t>
      </w:r>
    </w:p>
    <w:p w14:paraId="43332DB5" w14:textId="77777777" w:rsidR="00894734" w:rsidRDefault="00000000">
      <w:r>
        <w:t>Quand je rentrai dans la maison</w:t>
      </w:r>
      <w:r w:rsidR="00894734">
        <w:t xml:space="preserve">, </w:t>
      </w:r>
      <w:r>
        <w:t>Mary Nuñez</w:t>
      </w:r>
      <w:r w:rsidR="00894734">
        <w:t xml:space="preserve">, </w:t>
      </w:r>
      <w:r>
        <w:t>descendant du premier</w:t>
      </w:r>
      <w:r w:rsidR="00894734">
        <w:t xml:space="preserve">, </w:t>
      </w:r>
      <w:r>
        <w:t xml:space="preserve">se précipita dans sa cuisine en </w:t>
      </w:r>
      <w:r>
        <w:lastRenderedPageBreak/>
        <w:t>m</w:t>
      </w:r>
      <w:r w:rsidR="00894734">
        <w:t>’</w:t>
      </w:r>
      <w:r>
        <w:t>apercevant</w:t>
      </w:r>
      <w:r w:rsidR="00894734">
        <w:t xml:space="preserve">. </w:t>
      </w:r>
      <w:r>
        <w:t>G</w:t>
      </w:r>
      <w:r>
        <w:t>a</w:t>
      </w:r>
      <w:r>
        <w:t>brielle passa le reste de l</w:t>
      </w:r>
      <w:r w:rsidR="00894734">
        <w:t>’</w:t>
      </w:r>
      <w:r>
        <w:t>après-midi à se débattre</w:t>
      </w:r>
      <w:r w:rsidR="00894734">
        <w:t xml:space="preserve">, </w:t>
      </w:r>
      <w:r>
        <w:t>à supplier</w:t>
      </w:r>
      <w:r w:rsidR="00894734">
        <w:t xml:space="preserve">, </w:t>
      </w:r>
      <w:r>
        <w:t>à réclamer de la morphine</w:t>
      </w:r>
      <w:r w:rsidR="00894734">
        <w:t>.</w:t>
      </w:r>
    </w:p>
    <w:p w14:paraId="08174B19" w14:textId="77777777" w:rsidR="00894734" w:rsidRDefault="00000000">
      <w:r>
        <w:t>Dans la soirée</w:t>
      </w:r>
      <w:r w:rsidR="00894734">
        <w:t xml:space="preserve">, </w:t>
      </w:r>
      <w:r>
        <w:t>elle me fit cette confession inattendue</w:t>
      </w:r>
      <w:r w:rsidR="00894734">
        <w:t xml:space="preserve">, </w:t>
      </w:r>
      <w:r>
        <w:t>dans un moment d</w:t>
      </w:r>
      <w:r w:rsidR="00894734">
        <w:t>’</w:t>
      </w:r>
      <w:r>
        <w:t>accalmie</w:t>
      </w:r>
      <w:r w:rsidR="00894734">
        <w:t> :</w:t>
      </w:r>
    </w:p>
    <w:p w14:paraId="63F83DE0" w14:textId="77777777" w:rsidR="00894734" w:rsidRDefault="00894734">
      <w:r>
        <w:t>— </w:t>
      </w:r>
      <w:r w:rsidR="00000000">
        <w:t>Je vous ai toujours menti</w:t>
      </w:r>
      <w:r>
        <w:t xml:space="preserve">. </w:t>
      </w:r>
      <w:r w:rsidR="00000000">
        <w:t>Pour tout ce que je vais vous dire</w:t>
      </w:r>
      <w:r>
        <w:t xml:space="preserve">, </w:t>
      </w:r>
      <w:r w:rsidR="00000000">
        <w:t>peu m</w:t>
      </w:r>
      <w:r>
        <w:t>’</w:t>
      </w:r>
      <w:r w:rsidR="00000000">
        <w:t>importe ce qu</w:t>
      </w:r>
      <w:r>
        <w:t>’</w:t>
      </w:r>
      <w:r w:rsidR="00000000">
        <w:t>on fera de moi</w:t>
      </w:r>
      <w:r>
        <w:t xml:space="preserve">. </w:t>
      </w:r>
      <w:r w:rsidR="00000000">
        <w:t>Une seule chose m</w:t>
      </w:r>
      <w:r>
        <w:t>’</w:t>
      </w:r>
      <w:r w:rsidR="00000000">
        <w:t>intéresserait</w:t>
      </w:r>
      <w:r>
        <w:t xml:space="preserve">, </w:t>
      </w:r>
      <w:r w:rsidR="00000000">
        <w:t>c</w:t>
      </w:r>
      <w:r>
        <w:t>’</w:t>
      </w:r>
      <w:r w:rsidR="00000000">
        <w:t>est la morphine</w:t>
      </w:r>
      <w:r>
        <w:t xml:space="preserve">. </w:t>
      </w:r>
      <w:r w:rsidR="00000000">
        <w:t>Alors</w:t>
      </w:r>
      <w:r>
        <w:t xml:space="preserve">, </w:t>
      </w:r>
      <w:r w:rsidR="00000000">
        <w:t>pourquoi ne vous dirais-je pas la vérité enfin</w:t>
      </w:r>
      <w:r>
        <w:t xml:space="preserve"> ? </w:t>
      </w:r>
      <w:r w:rsidR="00000000">
        <w:t>Je suis lasse de mentir</w:t>
      </w:r>
      <w:r>
        <w:t xml:space="preserve">. </w:t>
      </w:r>
      <w:r w:rsidR="00000000">
        <w:t>Sans morphine</w:t>
      </w:r>
      <w:r>
        <w:t xml:space="preserve">, </w:t>
      </w:r>
      <w:r w:rsidR="00000000">
        <w:t>je ne puis plus mentir</w:t>
      </w:r>
      <w:r>
        <w:t xml:space="preserve">. </w:t>
      </w:r>
      <w:r w:rsidR="00000000">
        <w:t>Ah</w:t>
      </w:r>
      <w:r>
        <w:t xml:space="preserve"> ! </w:t>
      </w:r>
      <w:r w:rsidR="00000000">
        <w:t>vous avez bien su jouer avec moi</w:t>
      </w:r>
      <w:r>
        <w:t xml:space="preserve">. </w:t>
      </w:r>
      <w:r w:rsidR="00000000">
        <w:t>Vous avez voulu m</w:t>
      </w:r>
      <w:r>
        <w:t>’</w:t>
      </w:r>
      <w:r w:rsidR="00000000">
        <w:t>avoir</w:t>
      </w:r>
      <w:r>
        <w:t xml:space="preserve">, </w:t>
      </w:r>
      <w:r w:rsidR="00000000">
        <w:t>comme vous dites</w:t>
      </w:r>
      <w:r>
        <w:t xml:space="preserve">. </w:t>
      </w:r>
      <w:r w:rsidR="00000000">
        <w:t>Eh bien</w:t>
      </w:r>
      <w:r>
        <w:t xml:space="preserve"> ! </w:t>
      </w:r>
      <w:r w:rsidR="00000000">
        <w:t>me voilà</w:t>
      </w:r>
      <w:r>
        <w:t xml:space="preserve">. </w:t>
      </w:r>
      <w:r w:rsidR="00000000">
        <w:t>Soyez content</w:t>
      </w:r>
      <w:r>
        <w:t> !</w:t>
      </w:r>
    </w:p>
    <w:p w14:paraId="29092DF9" w14:textId="61BC398C" w:rsidR="00894734" w:rsidRDefault="00894734">
      <w:r>
        <w:t>« </w:t>
      </w:r>
      <w:r w:rsidR="00000000">
        <w:t>C</w:t>
      </w:r>
      <w:r>
        <w:t>’</w:t>
      </w:r>
      <w:r w:rsidR="00000000">
        <w:t xml:space="preserve">est moi qui ai tué le </w:t>
      </w:r>
      <w:r>
        <w:t>D</w:t>
      </w:r>
      <w:r w:rsidRPr="00894734">
        <w:rPr>
          <w:vertAlign w:val="superscript"/>
        </w:rPr>
        <w:t>r</w:t>
      </w:r>
      <w:r>
        <w:t> </w:t>
      </w:r>
      <w:proofErr w:type="spellStart"/>
      <w:r>
        <w:t>R</w:t>
      </w:r>
      <w:r w:rsidR="00000000">
        <w:t>iese</w:t>
      </w:r>
      <w:proofErr w:type="spellEnd"/>
      <w:r>
        <w:t xml:space="preserve">. </w:t>
      </w:r>
      <w:r w:rsidR="00000000">
        <w:t xml:space="preserve">Le </w:t>
      </w:r>
      <w:r>
        <w:t>D</w:t>
      </w:r>
      <w:r w:rsidRPr="00894734">
        <w:rPr>
          <w:vertAlign w:val="superscript"/>
        </w:rPr>
        <w:t>r</w:t>
      </w:r>
      <w:r>
        <w:t> </w:t>
      </w:r>
      <w:proofErr w:type="spellStart"/>
      <w:r>
        <w:t>R</w:t>
      </w:r>
      <w:r w:rsidR="00000000">
        <w:t>iese</w:t>
      </w:r>
      <w:proofErr w:type="spellEnd"/>
      <w:r w:rsidR="00000000">
        <w:t xml:space="preserve"> avait vu clair dans la maison de Joseph</w:t>
      </w:r>
      <w:r>
        <w:t xml:space="preserve">. </w:t>
      </w:r>
      <w:r w:rsidR="00000000">
        <w:t>Il voulait nous empêcher de faire ce que nous voulions</w:t>
      </w:r>
      <w:r>
        <w:t xml:space="preserve">. </w:t>
      </w:r>
      <w:r w:rsidR="00000000">
        <w:t>Joseph lui a envoyé par Fink de quoi dormir une bonne heure</w:t>
      </w:r>
      <w:r>
        <w:t xml:space="preserve">. </w:t>
      </w:r>
      <w:r w:rsidR="00000000">
        <w:t>Comme c</w:t>
      </w:r>
      <w:r>
        <w:t>’</w:t>
      </w:r>
      <w:r w:rsidR="00000000">
        <w:t>était facile de tuer un homme e</w:t>
      </w:r>
      <w:r w:rsidR="00000000">
        <w:t>n</w:t>
      </w:r>
      <w:r w:rsidR="00000000">
        <w:t>dormi</w:t>
      </w:r>
      <w:r>
        <w:t xml:space="preserve"> ! </w:t>
      </w:r>
      <w:r w:rsidR="00000000">
        <w:t>Et puis j</w:t>
      </w:r>
      <w:r>
        <w:t>’</w:t>
      </w:r>
      <w:r w:rsidR="00000000">
        <w:t>avais une bonne dague</w:t>
      </w:r>
      <w:r>
        <w:t xml:space="preserve">. </w:t>
      </w:r>
      <w:proofErr w:type="gramStart"/>
      <w:r w:rsidR="00000000">
        <w:t>Après</w:t>
      </w:r>
      <w:proofErr w:type="gramEnd"/>
      <w:r>
        <w:t xml:space="preserve">, </w:t>
      </w:r>
      <w:r w:rsidR="00000000">
        <w:t>j</w:t>
      </w:r>
      <w:r>
        <w:t>’</w:t>
      </w:r>
      <w:r w:rsidR="00000000">
        <w:t>ai persuadé Minnie que c</w:t>
      </w:r>
      <w:r>
        <w:t>’</w:t>
      </w:r>
      <w:r w:rsidR="00000000">
        <w:t>était elle qui l</w:t>
      </w:r>
      <w:r>
        <w:t>’</w:t>
      </w:r>
      <w:r w:rsidR="00000000">
        <w:t>avait tué</w:t>
      </w:r>
      <w:r>
        <w:t xml:space="preserve">. </w:t>
      </w:r>
      <w:r w:rsidR="00000000">
        <w:t>J</w:t>
      </w:r>
      <w:r>
        <w:t>’</w:t>
      </w:r>
      <w:r w:rsidR="00000000">
        <w:t xml:space="preserve">aurais voulu aussi que Joseph tuât </w:t>
      </w:r>
      <w:proofErr w:type="spellStart"/>
      <w:r w:rsidR="00000000">
        <w:t>Aaronia</w:t>
      </w:r>
      <w:proofErr w:type="spellEnd"/>
      <w:r w:rsidR="00000000">
        <w:t xml:space="preserve"> et il l</w:t>
      </w:r>
      <w:r>
        <w:t>’</w:t>
      </w:r>
      <w:r w:rsidR="00000000">
        <w:t>aurait certainement fait</w:t>
      </w:r>
      <w:r>
        <w:t xml:space="preserve">, </w:t>
      </w:r>
      <w:r w:rsidR="00000000">
        <w:t>il aurait fait tout ce que je lui aurais demandé</w:t>
      </w:r>
      <w:r>
        <w:t xml:space="preserve">, </w:t>
      </w:r>
      <w:r w:rsidR="00000000">
        <w:t>mais vous êtes intervenu</w:t>
      </w:r>
      <w:r>
        <w:t xml:space="preserve">. </w:t>
      </w:r>
      <w:r w:rsidR="00000000">
        <w:t>Vous avez tué mon maître</w:t>
      </w:r>
      <w:r>
        <w:t xml:space="preserve">, </w:t>
      </w:r>
      <w:r w:rsidR="00000000">
        <w:t>le seul qui m</w:t>
      </w:r>
      <w:r>
        <w:t>’</w:t>
      </w:r>
      <w:r w:rsidR="00000000">
        <w:t>ait comprise</w:t>
      </w:r>
      <w:r>
        <w:t xml:space="preserve">. </w:t>
      </w:r>
      <w:r w:rsidR="00000000">
        <w:t>Pourquoi n</w:t>
      </w:r>
      <w:r>
        <w:t>’</w:t>
      </w:r>
      <w:r w:rsidR="00000000">
        <w:t>ai-je pas essayé de vous faire du mal</w:t>
      </w:r>
      <w:r>
        <w:t xml:space="preserve">, </w:t>
      </w:r>
      <w:r w:rsidR="00000000">
        <w:t>je ne sais trop</w:t>
      </w:r>
      <w:r>
        <w:t xml:space="preserve">. </w:t>
      </w:r>
      <w:r w:rsidR="00000000">
        <w:t>Mais a</w:t>
      </w:r>
      <w:r w:rsidR="00000000">
        <w:t>u</w:t>
      </w:r>
      <w:r w:rsidR="00000000">
        <w:t>jourd</w:t>
      </w:r>
      <w:r>
        <w:t>’</w:t>
      </w:r>
      <w:r w:rsidR="00000000">
        <w:t>hui je ne vous en veux pas</w:t>
      </w:r>
      <w:r>
        <w:t xml:space="preserve">. </w:t>
      </w:r>
      <w:r w:rsidR="00000000">
        <w:t>Je ne veux que de la morphine</w:t>
      </w:r>
      <w:r>
        <w:t>.</w:t>
      </w:r>
    </w:p>
    <w:p w14:paraId="7FBE6EFE" w14:textId="77777777" w:rsidR="00894734" w:rsidRDefault="00894734">
      <w:r>
        <w:t>« </w:t>
      </w:r>
      <w:r w:rsidR="00000000">
        <w:t>Et Éric</w:t>
      </w:r>
      <w:r>
        <w:t xml:space="preserve">, </w:t>
      </w:r>
      <w:r w:rsidR="00000000">
        <w:t>ah</w:t>
      </w:r>
      <w:r>
        <w:t xml:space="preserve"> ! </w:t>
      </w:r>
      <w:r w:rsidR="00000000">
        <w:t>Éric</w:t>
      </w:r>
      <w:r>
        <w:t> ! (</w:t>
      </w:r>
      <w:r w:rsidR="00000000">
        <w:t>Elle rit méchamment</w:t>
      </w:r>
      <w:r>
        <w:t xml:space="preserve">.) </w:t>
      </w:r>
      <w:r w:rsidR="00000000">
        <w:t>Éric était un brave garçon qui s</w:t>
      </w:r>
      <w:r>
        <w:t>’</w:t>
      </w:r>
      <w:r w:rsidR="00000000">
        <w:t>entêtait à faire de moi une femme raisonn</w:t>
      </w:r>
      <w:r w:rsidR="00000000">
        <w:t>a</w:t>
      </w:r>
      <w:r w:rsidR="00000000">
        <w:t>ble et honnête</w:t>
      </w:r>
      <w:r>
        <w:t xml:space="preserve">. </w:t>
      </w:r>
      <w:r w:rsidR="00000000">
        <w:t>Il est mort parce qu</w:t>
      </w:r>
      <w:r>
        <w:t>’</w:t>
      </w:r>
      <w:r w:rsidR="00000000">
        <w:t>il était trop bête et aussi</w:t>
      </w:r>
      <w:r>
        <w:t xml:space="preserve"> – </w:t>
      </w:r>
      <w:r w:rsidR="00000000">
        <w:t>ne l</w:t>
      </w:r>
      <w:r>
        <w:t>’</w:t>
      </w:r>
      <w:r w:rsidR="00000000">
        <w:t>oubliez pas</w:t>
      </w:r>
      <w:r>
        <w:t xml:space="preserve"> – </w:t>
      </w:r>
      <w:r w:rsidR="00000000">
        <w:t>parce que tout le monde doit mourir autour de moi</w:t>
      </w:r>
      <w:r>
        <w:t xml:space="preserve">. </w:t>
      </w:r>
      <w:r w:rsidR="00000000">
        <w:t>J</w:t>
      </w:r>
      <w:r>
        <w:t>’</w:t>
      </w:r>
      <w:r w:rsidR="00000000">
        <w:t xml:space="preserve">ai commandé à Harvey </w:t>
      </w:r>
      <w:proofErr w:type="spellStart"/>
      <w:r w:rsidR="00000000">
        <w:t>Whidden</w:t>
      </w:r>
      <w:proofErr w:type="spellEnd"/>
      <w:r w:rsidR="00000000">
        <w:t xml:space="preserve"> la mort d</w:t>
      </w:r>
      <w:r>
        <w:t>’</w:t>
      </w:r>
      <w:r w:rsidR="00000000">
        <w:t>Éric Colli</w:t>
      </w:r>
      <w:r w:rsidR="00000000">
        <w:t>n</w:t>
      </w:r>
      <w:r w:rsidR="00000000">
        <w:t>son</w:t>
      </w:r>
      <w:r>
        <w:t xml:space="preserve">. </w:t>
      </w:r>
      <w:r w:rsidR="00000000">
        <w:t>Mais Harvey et moi avions besoin d</w:t>
      </w:r>
      <w:r>
        <w:t>’</w:t>
      </w:r>
      <w:r w:rsidR="00000000">
        <w:t>argent</w:t>
      </w:r>
      <w:r>
        <w:t xml:space="preserve">. </w:t>
      </w:r>
      <w:proofErr w:type="gramStart"/>
      <w:r w:rsidR="00000000">
        <w:t>J</w:t>
      </w:r>
      <w:r>
        <w:t>’</w:t>
      </w:r>
      <w:r w:rsidR="00000000">
        <w:t>avais peur</w:t>
      </w:r>
      <w:proofErr w:type="gramEnd"/>
      <w:r w:rsidR="00000000">
        <w:t xml:space="preserve"> qu</w:t>
      </w:r>
      <w:r>
        <w:t>’</w:t>
      </w:r>
      <w:r w:rsidR="00000000">
        <w:t>on soupçonnât quelque chose si je réclamais à Andrews de trop grosses sommes</w:t>
      </w:r>
      <w:r>
        <w:t xml:space="preserve">. </w:t>
      </w:r>
      <w:r w:rsidR="00000000">
        <w:t>Alors</w:t>
      </w:r>
      <w:r>
        <w:t xml:space="preserve">, </w:t>
      </w:r>
      <w:r w:rsidR="00000000">
        <w:t xml:space="preserve">nous avons décidé de </w:t>
      </w:r>
      <w:r w:rsidR="00000000">
        <w:lastRenderedPageBreak/>
        <w:t>simuler un enlèvement et de réclamer une rançon</w:t>
      </w:r>
      <w:r>
        <w:t xml:space="preserve">. </w:t>
      </w:r>
      <w:r w:rsidR="00000000">
        <w:t>C</w:t>
      </w:r>
      <w:r>
        <w:t>’</w:t>
      </w:r>
      <w:r w:rsidR="00000000">
        <w:t>est une honte d</w:t>
      </w:r>
      <w:r>
        <w:t>’</w:t>
      </w:r>
      <w:r w:rsidR="00000000">
        <w:t>avoir tué Harvey</w:t>
      </w:r>
      <w:r>
        <w:t xml:space="preserve">, </w:t>
      </w:r>
      <w:r w:rsidR="00000000">
        <w:t>un splendide animal si dévoué</w:t>
      </w:r>
      <w:r>
        <w:t>.</w:t>
      </w:r>
    </w:p>
    <w:p w14:paraId="082D97D5" w14:textId="77777777" w:rsidR="00894734" w:rsidRDefault="00894734">
      <w:r>
        <w:t>« </w:t>
      </w:r>
      <w:r w:rsidR="00000000">
        <w:t>Et c</w:t>
      </w:r>
      <w:r>
        <w:t>’</w:t>
      </w:r>
      <w:r w:rsidR="00000000">
        <w:t>est moi qui ai lancé la bombe</w:t>
      </w:r>
      <w:r>
        <w:t xml:space="preserve">. </w:t>
      </w:r>
      <w:r w:rsidR="00000000">
        <w:t>Je l</w:t>
      </w:r>
      <w:r>
        <w:t>’</w:t>
      </w:r>
      <w:r w:rsidR="00000000">
        <w:t>avais depuis plusieurs mois</w:t>
      </w:r>
      <w:r>
        <w:t xml:space="preserve">. </w:t>
      </w:r>
      <w:r w:rsidR="00000000">
        <w:t>Je l</w:t>
      </w:r>
      <w:r>
        <w:t>’</w:t>
      </w:r>
      <w:r w:rsidR="00000000">
        <w:t>avais prise dans le laboratoire de mon père</w:t>
      </w:r>
      <w:r>
        <w:t xml:space="preserve">. </w:t>
      </w:r>
      <w:r w:rsidR="00000000">
        <w:t>E</w:t>
      </w:r>
      <w:r w:rsidR="00000000">
        <w:t>l</w:t>
      </w:r>
      <w:r w:rsidR="00000000">
        <w:t>le était petite</w:t>
      </w:r>
      <w:r>
        <w:t xml:space="preserve">, </w:t>
      </w:r>
      <w:r w:rsidR="00000000">
        <w:t>facile à cacher</w:t>
      </w:r>
      <w:r>
        <w:t xml:space="preserve">. </w:t>
      </w:r>
      <w:r w:rsidR="00000000">
        <w:t>Je l</w:t>
      </w:r>
      <w:r>
        <w:t>’</w:t>
      </w:r>
      <w:r w:rsidR="00000000">
        <w:t>avais apportée</w:t>
      </w:r>
      <w:r>
        <w:t xml:space="preserve">, </w:t>
      </w:r>
      <w:r w:rsidR="00000000">
        <w:t>pour vous</w:t>
      </w:r>
      <w:r>
        <w:t xml:space="preserve">, </w:t>
      </w:r>
      <w:r w:rsidR="00000000">
        <w:t>dans la chambre de l</w:t>
      </w:r>
      <w:r>
        <w:t>’</w:t>
      </w:r>
      <w:r w:rsidR="00000000">
        <w:t>hôtel</w:t>
      </w:r>
      <w:r>
        <w:t xml:space="preserve">. </w:t>
      </w:r>
      <w:r w:rsidR="00000000">
        <w:t>Il n</w:t>
      </w:r>
      <w:r>
        <w:t>’</w:t>
      </w:r>
      <w:r w:rsidR="00000000">
        <w:t xml:space="preserve">y a jamais rien eu entre Owen </w:t>
      </w:r>
      <w:proofErr w:type="spellStart"/>
      <w:r w:rsidR="00000000">
        <w:t>Fitzstephan</w:t>
      </w:r>
      <w:proofErr w:type="spellEnd"/>
      <w:r w:rsidR="00000000">
        <w:t xml:space="preserve"> et moi</w:t>
      </w:r>
      <w:r>
        <w:t xml:space="preserve">. </w:t>
      </w:r>
      <w:r w:rsidR="00000000">
        <w:t>Il ne m</w:t>
      </w:r>
      <w:r>
        <w:t>’</w:t>
      </w:r>
      <w:r w:rsidR="00000000">
        <w:t>a jamais aimée</w:t>
      </w:r>
      <w:r>
        <w:t xml:space="preserve">, </w:t>
      </w:r>
      <w:r w:rsidR="00000000">
        <w:t>vous pensez bien</w:t>
      </w:r>
      <w:r>
        <w:t xml:space="preserve">. </w:t>
      </w:r>
      <w:r w:rsidR="00000000">
        <w:t>Vous</w:t>
      </w:r>
      <w:r>
        <w:t xml:space="preserve">, </w:t>
      </w:r>
      <w:proofErr w:type="gramStart"/>
      <w:r w:rsidR="00000000">
        <w:t>j</w:t>
      </w:r>
      <w:r>
        <w:t>’</w:t>
      </w:r>
      <w:r w:rsidR="00000000">
        <w:t>avais peur</w:t>
      </w:r>
      <w:proofErr w:type="gramEnd"/>
      <w:r w:rsidR="00000000">
        <w:t xml:space="preserve"> que vous finissiez par découvrir la vérité</w:t>
      </w:r>
      <w:r>
        <w:t xml:space="preserve">. </w:t>
      </w:r>
      <w:r w:rsidR="00000000">
        <w:t>J</w:t>
      </w:r>
      <w:r>
        <w:t>’</w:t>
      </w:r>
      <w:r w:rsidR="00000000">
        <w:t>avais la fièvre</w:t>
      </w:r>
      <w:r>
        <w:t xml:space="preserve">, </w:t>
      </w:r>
      <w:r w:rsidR="00000000">
        <w:t>souvenez-vous</w:t>
      </w:r>
      <w:r>
        <w:t xml:space="preserve">. </w:t>
      </w:r>
      <w:r w:rsidR="00000000">
        <w:t>Quand j</w:t>
      </w:r>
      <w:r>
        <w:t>’</w:t>
      </w:r>
      <w:r w:rsidR="00000000">
        <w:t>ai entendu deux hommes sortir de votre chambre et l</w:t>
      </w:r>
      <w:r>
        <w:t>’</w:t>
      </w:r>
      <w:r w:rsidR="00000000">
        <w:t>un des trois rester</w:t>
      </w:r>
      <w:r>
        <w:t xml:space="preserve">, </w:t>
      </w:r>
      <w:r w:rsidR="00000000">
        <w:t>j</w:t>
      </w:r>
      <w:r>
        <w:t>’</w:t>
      </w:r>
      <w:r w:rsidR="00000000">
        <w:t>ai pensé que celui-là ne pouvait être que vous</w:t>
      </w:r>
      <w:r>
        <w:t xml:space="preserve">. </w:t>
      </w:r>
      <w:r w:rsidR="00000000">
        <w:t>Je ne me suis aperçue que c</w:t>
      </w:r>
      <w:r>
        <w:t>’</w:t>
      </w:r>
      <w:r w:rsidR="00000000">
        <w:t>était Owen que trop tard</w:t>
      </w:r>
      <w:r>
        <w:t xml:space="preserve">, </w:t>
      </w:r>
      <w:r w:rsidR="00000000">
        <w:t>quand j</w:t>
      </w:r>
      <w:r>
        <w:t>’</w:t>
      </w:r>
      <w:r w:rsidR="00000000">
        <w:t>ai eu entr</w:t>
      </w:r>
      <w:r>
        <w:t>’</w:t>
      </w:r>
      <w:r w:rsidR="00000000">
        <w:t>ouvert la porte et lancé la bombe</w:t>
      </w:r>
      <w:r>
        <w:t xml:space="preserve">. </w:t>
      </w:r>
      <w:r w:rsidR="00000000">
        <w:t>Maintenant</w:t>
      </w:r>
      <w:r>
        <w:t xml:space="preserve">, </w:t>
      </w:r>
      <w:r w:rsidR="00000000">
        <w:t>vous savez ce que vous vouliez savoir</w:t>
      </w:r>
      <w:r>
        <w:t xml:space="preserve">. </w:t>
      </w:r>
      <w:r w:rsidR="00000000">
        <w:t>Donnez-moi de la morphine</w:t>
      </w:r>
      <w:r>
        <w:t xml:space="preserve">. </w:t>
      </w:r>
      <w:r w:rsidR="00000000">
        <w:t>Il n</w:t>
      </w:r>
      <w:r>
        <w:t>’</w:t>
      </w:r>
      <w:r w:rsidR="00000000">
        <w:t>y a pas de ra</w:t>
      </w:r>
      <w:r w:rsidR="00000000">
        <w:t>i</w:t>
      </w:r>
      <w:r w:rsidR="00000000">
        <w:t>son pour que vous vous jouiez de moi plus longtemps</w:t>
      </w:r>
      <w:r>
        <w:t xml:space="preserve">. </w:t>
      </w:r>
      <w:r w:rsidR="00000000">
        <w:t>Donnez-moi de la morphine</w:t>
      </w:r>
      <w:r>
        <w:t xml:space="preserve">. </w:t>
      </w:r>
      <w:r w:rsidR="00000000">
        <w:t>Vous avez réussi</w:t>
      </w:r>
      <w:r>
        <w:t xml:space="preserve">. </w:t>
      </w:r>
      <w:r w:rsidR="00000000">
        <w:t>Écrivez ce que je viens de vous dire</w:t>
      </w:r>
      <w:r>
        <w:t xml:space="preserve"> : </w:t>
      </w:r>
      <w:r w:rsidR="00000000">
        <w:t>je le signerai</w:t>
      </w:r>
      <w:r>
        <w:t xml:space="preserve">. </w:t>
      </w:r>
      <w:r w:rsidR="00000000">
        <w:t>Vous ne pouvez plus prétendre mai</w:t>
      </w:r>
      <w:r w:rsidR="00000000">
        <w:t>n</w:t>
      </w:r>
      <w:r w:rsidR="00000000">
        <w:t>tenant qu</w:t>
      </w:r>
      <w:r>
        <w:t>’</w:t>
      </w:r>
      <w:r w:rsidR="00000000">
        <w:t>on peut me guérir</w:t>
      </w:r>
      <w:r>
        <w:t xml:space="preserve">, </w:t>
      </w:r>
      <w:r w:rsidR="00000000">
        <w:t>me sauver</w:t>
      </w:r>
      <w:r>
        <w:t xml:space="preserve">. </w:t>
      </w:r>
      <w:r w:rsidR="00000000">
        <w:t>Donnez-moi de la mo</w:t>
      </w:r>
      <w:r w:rsidR="00000000">
        <w:t>r</w:t>
      </w:r>
      <w:r w:rsidR="00000000">
        <w:t>phine</w:t>
      </w:r>
      <w:r>
        <w:t>.</w:t>
      </w:r>
    </w:p>
    <w:p w14:paraId="5496D554" w14:textId="77777777" w:rsidR="00894734" w:rsidRDefault="00000000">
      <w:r>
        <w:t>Ce fut à mon tour d</w:t>
      </w:r>
      <w:r w:rsidR="00894734">
        <w:t>’</w:t>
      </w:r>
      <w:r>
        <w:t>éclater de rire</w:t>
      </w:r>
      <w:r w:rsidR="00894734">
        <w:t xml:space="preserve">, </w:t>
      </w:r>
      <w:r>
        <w:t>en demandant</w:t>
      </w:r>
      <w:r w:rsidR="00894734">
        <w:t> :</w:t>
      </w:r>
    </w:p>
    <w:p w14:paraId="6B8F3741" w14:textId="77777777" w:rsidR="00894734" w:rsidRDefault="00894734">
      <w:r>
        <w:t>— </w:t>
      </w:r>
      <w:r w:rsidR="00000000">
        <w:t>Est-ce que vous n</w:t>
      </w:r>
      <w:r>
        <w:t>’</w:t>
      </w:r>
      <w:r w:rsidR="00000000">
        <w:t>allez pas me dire maintenant que vous avez enlevé le Président de la République des États-Unis et mis le feu au port de New-York</w:t>
      </w:r>
      <w:r>
        <w:t> ?</w:t>
      </w:r>
    </w:p>
    <w:p w14:paraId="0670CAF5" w14:textId="77777777" w:rsidR="00894734" w:rsidRDefault="00000000">
      <w:r>
        <w:t>J</w:t>
      </w:r>
      <w:r w:rsidR="00894734">
        <w:t>’</w:t>
      </w:r>
      <w:r>
        <w:t>eus un mal fou</w:t>
      </w:r>
      <w:r w:rsidR="00894734">
        <w:t xml:space="preserve">, </w:t>
      </w:r>
      <w:r>
        <w:t>et cela dura une grande heure</w:t>
      </w:r>
      <w:r w:rsidR="00894734">
        <w:t xml:space="preserve">, </w:t>
      </w:r>
      <w:r>
        <w:t>à la faire sortir de son exaltation</w:t>
      </w:r>
      <w:r w:rsidR="00894734">
        <w:t xml:space="preserve">. </w:t>
      </w:r>
      <w:r>
        <w:t>La nuit se traîna</w:t>
      </w:r>
      <w:r w:rsidR="00894734">
        <w:t xml:space="preserve">. </w:t>
      </w:r>
      <w:r>
        <w:t>Elle dormit à peu près deux heures</w:t>
      </w:r>
      <w:r w:rsidR="00894734">
        <w:t xml:space="preserve">, </w:t>
      </w:r>
      <w:r>
        <w:t>une demi-heure de gagnée sur la nuit précédente</w:t>
      </w:r>
      <w:r w:rsidR="00894734">
        <w:t xml:space="preserve">. </w:t>
      </w:r>
      <w:r>
        <w:t>Je me reposai sur une chaise</w:t>
      </w:r>
      <w:r w:rsidR="00894734">
        <w:t xml:space="preserve">, </w:t>
      </w:r>
      <w:r>
        <w:t>comme je pus</w:t>
      </w:r>
      <w:r w:rsidR="00894734">
        <w:t xml:space="preserve">, </w:t>
      </w:r>
      <w:r>
        <w:t>et somnolai de temps en temps</w:t>
      </w:r>
      <w:r w:rsidR="00894734">
        <w:t>.</w:t>
      </w:r>
    </w:p>
    <w:p w14:paraId="58FB7953" w14:textId="77777777" w:rsidR="00894734" w:rsidRDefault="00000000">
      <w:r>
        <w:t>Un peu avant l</w:t>
      </w:r>
      <w:r w:rsidR="00894734">
        <w:t>’</w:t>
      </w:r>
      <w:r>
        <w:t>aube</w:t>
      </w:r>
      <w:r w:rsidR="00894734">
        <w:t xml:space="preserve">, </w:t>
      </w:r>
      <w:r>
        <w:t>pendant une de ces somnolences</w:t>
      </w:r>
      <w:r w:rsidR="00894734">
        <w:t xml:space="preserve">, </w:t>
      </w:r>
      <w:r>
        <w:t>je sentis une main qui frôlait mon vêtement</w:t>
      </w:r>
      <w:r w:rsidR="00894734">
        <w:t xml:space="preserve">. </w:t>
      </w:r>
      <w:r>
        <w:t xml:space="preserve">Gardant une </w:t>
      </w:r>
      <w:r>
        <w:lastRenderedPageBreak/>
        <w:t>respir</w:t>
      </w:r>
      <w:r>
        <w:t>a</w:t>
      </w:r>
      <w:r>
        <w:t>tion régulière</w:t>
      </w:r>
      <w:r w:rsidR="00894734">
        <w:t xml:space="preserve">, </w:t>
      </w:r>
      <w:r>
        <w:t>j</w:t>
      </w:r>
      <w:r w:rsidR="00894734">
        <w:t>’</w:t>
      </w:r>
      <w:r>
        <w:t>entr</w:t>
      </w:r>
      <w:r w:rsidR="00894734">
        <w:t>’</w:t>
      </w:r>
      <w:r>
        <w:t>ouvris les yeux</w:t>
      </w:r>
      <w:r w:rsidR="00894734">
        <w:t xml:space="preserve">. </w:t>
      </w:r>
      <w:r>
        <w:t>Il n</w:t>
      </w:r>
      <w:r w:rsidR="00894734">
        <w:t>’</w:t>
      </w:r>
      <w:r>
        <w:t>y avait qu</w:t>
      </w:r>
      <w:r w:rsidR="00894734">
        <w:t>’</w:t>
      </w:r>
      <w:r>
        <w:t>une très v</w:t>
      </w:r>
      <w:r>
        <w:t>a</w:t>
      </w:r>
      <w:r>
        <w:t>gue lumière dans la chambre mais je supposai que Gabrielle était dans son lit</w:t>
      </w:r>
      <w:r w:rsidR="00894734">
        <w:t xml:space="preserve">, </w:t>
      </w:r>
      <w:r>
        <w:t>quoique je ne pus pas me rendre compte si elle dormait ou si elle était éveillée</w:t>
      </w:r>
      <w:r w:rsidR="00894734">
        <w:t xml:space="preserve">. </w:t>
      </w:r>
      <w:r>
        <w:t>Je sentis ma tête immobilisée contre le dossier de la chaise</w:t>
      </w:r>
      <w:r w:rsidR="00894734">
        <w:t xml:space="preserve">. </w:t>
      </w:r>
      <w:r>
        <w:t>Je ne pouvais pas voir la main qui explorait maintenant la poche intérieure de mon veston</w:t>
      </w:r>
      <w:r w:rsidR="00894734">
        <w:t xml:space="preserve">, </w:t>
      </w:r>
      <w:r>
        <w:t>ni le bras qui maintenait mes épaules</w:t>
      </w:r>
      <w:r w:rsidR="00894734">
        <w:t xml:space="preserve">. </w:t>
      </w:r>
      <w:r>
        <w:t>Mais</w:t>
      </w:r>
      <w:r w:rsidR="00894734">
        <w:t xml:space="preserve">, </w:t>
      </w:r>
      <w:r>
        <w:t>à une odeur de cuisine</w:t>
      </w:r>
      <w:r w:rsidR="00894734">
        <w:t xml:space="preserve">, </w:t>
      </w:r>
      <w:r>
        <w:t>je devinai Pain d</w:t>
      </w:r>
      <w:r w:rsidR="00894734">
        <w:t>’</w:t>
      </w:r>
      <w:r>
        <w:t>Épices</w:t>
      </w:r>
      <w:r w:rsidR="00894734">
        <w:t>.</w:t>
      </w:r>
    </w:p>
    <w:p w14:paraId="014A2496" w14:textId="77777777" w:rsidR="00894734" w:rsidRDefault="00000000">
      <w:r>
        <w:t>La Mexicaine était debout derrière moi</w:t>
      </w:r>
      <w:r w:rsidR="00894734">
        <w:t xml:space="preserve">. </w:t>
      </w:r>
      <w:r>
        <w:t>Mickey m</w:t>
      </w:r>
      <w:r w:rsidR="00894734">
        <w:t>’</w:t>
      </w:r>
      <w:r>
        <w:t>avait dit qu</w:t>
      </w:r>
      <w:r w:rsidR="00894734">
        <w:t>’</w:t>
      </w:r>
      <w:r>
        <w:t>elle avait un couteau</w:t>
      </w:r>
      <w:r w:rsidR="00894734">
        <w:t xml:space="preserve">. </w:t>
      </w:r>
      <w:r>
        <w:t>Il valait mieux la laisser faire</w:t>
      </w:r>
      <w:r w:rsidR="00894734">
        <w:t xml:space="preserve">. </w:t>
      </w:r>
      <w:r>
        <w:t>Je r</w:t>
      </w:r>
      <w:r>
        <w:t>e</w:t>
      </w:r>
      <w:r>
        <w:t>fermai les yeux</w:t>
      </w:r>
      <w:r w:rsidR="00894734">
        <w:t xml:space="preserve">. </w:t>
      </w:r>
      <w:r>
        <w:t>J</w:t>
      </w:r>
      <w:r w:rsidR="00894734">
        <w:t>’</w:t>
      </w:r>
      <w:r>
        <w:t>entendis un froissement de papier</w:t>
      </w:r>
      <w:r w:rsidR="00894734">
        <w:t xml:space="preserve">. </w:t>
      </w:r>
      <w:r>
        <w:t>Sa main quitta ma poche</w:t>
      </w:r>
      <w:r w:rsidR="00894734">
        <w:t>.</w:t>
      </w:r>
    </w:p>
    <w:p w14:paraId="4C910BD5" w14:textId="77777777" w:rsidR="00894734" w:rsidRDefault="00000000">
      <w:r>
        <w:t>Quand la porte se fut refermée avec précaution derrière moi</w:t>
      </w:r>
      <w:r w:rsidR="00894734">
        <w:t xml:space="preserve">, </w:t>
      </w:r>
      <w:r>
        <w:t>je me levai</w:t>
      </w:r>
      <w:r w:rsidR="00894734">
        <w:t xml:space="preserve">. </w:t>
      </w:r>
      <w:r>
        <w:t>Gabrielle dormait dans son lit</w:t>
      </w:r>
      <w:r w:rsidR="00894734">
        <w:t xml:space="preserve">. </w:t>
      </w:r>
      <w:r>
        <w:t>Je comptai les paquets dans ma poche</w:t>
      </w:r>
      <w:r w:rsidR="00894734">
        <w:t xml:space="preserve">. </w:t>
      </w:r>
      <w:r>
        <w:t>On en avait pris huit</w:t>
      </w:r>
      <w:r w:rsidR="00894734">
        <w:t>.</w:t>
      </w:r>
    </w:p>
    <w:p w14:paraId="0ABAD5E9" w14:textId="77777777" w:rsidR="00894734" w:rsidRDefault="00000000">
      <w:r>
        <w:t>À ce moment</w:t>
      </w:r>
      <w:r w:rsidR="00894734">
        <w:t xml:space="preserve">, </w:t>
      </w:r>
      <w:r>
        <w:t>Gabrielle ouvrit les yeux</w:t>
      </w:r>
      <w:r w:rsidR="00894734">
        <w:t xml:space="preserve">. </w:t>
      </w:r>
      <w:r>
        <w:t>C</w:t>
      </w:r>
      <w:r w:rsidR="00894734">
        <w:t>’</w:t>
      </w:r>
      <w:r>
        <w:t>était la première fois</w:t>
      </w:r>
      <w:r w:rsidR="00894734">
        <w:t xml:space="preserve">, </w:t>
      </w:r>
      <w:r>
        <w:t>depuis le commencement de sa cure qu</w:t>
      </w:r>
      <w:r w:rsidR="00894734">
        <w:t>’</w:t>
      </w:r>
      <w:r>
        <w:t>elle s</w:t>
      </w:r>
      <w:r w:rsidR="00894734">
        <w:t>’</w:t>
      </w:r>
      <w:r>
        <w:t>éveillait dans le calme</w:t>
      </w:r>
      <w:r w:rsidR="00894734">
        <w:t xml:space="preserve">. </w:t>
      </w:r>
      <w:r>
        <w:t>Elle regarda la fenêtre et me demanda</w:t>
      </w:r>
      <w:r w:rsidR="00894734">
        <w:t> :</w:t>
      </w:r>
    </w:p>
    <w:p w14:paraId="54149650" w14:textId="77777777" w:rsidR="00894734" w:rsidRDefault="00894734">
      <w:r>
        <w:t>— </w:t>
      </w:r>
      <w:r w:rsidR="00000000">
        <w:t>Est-ce que ce n</w:t>
      </w:r>
      <w:r>
        <w:t>’</w:t>
      </w:r>
      <w:r w:rsidR="00000000">
        <w:t>est pas bientôt le jour</w:t>
      </w:r>
      <w:r>
        <w:t> ?</w:t>
      </w:r>
    </w:p>
    <w:p w14:paraId="43C434E2" w14:textId="77777777" w:rsidR="00894734" w:rsidRDefault="00894734">
      <w:r>
        <w:t>— </w:t>
      </w:r>
      <w:r w:rsidR="00000000">
        <w:t>Si</w:t>
      </w:r>
      <w:r>
        <w:t xml:space="preserve">, </w:t>
      </w:r>
      <w:r w:rsidR="00000000">
        <w:t>bientôt</w:t>
      </w:r>
      <w:r>
        <w:t>.</w:t>
      </w:r>
    </w:p>
    <w:p w14:paraId="46203A16" w14:textId="77777777" w:rsidR="00894734" w:rsidRDefault="00000000">
      <w:r>
        <w:t>Je lui donnai un jus d</w:t>
      </w:r>
      <w:r w:rsidR="00894734">
        <w:t>’</w:t>
      </w:r>
      <w:r>
        <w:t>orange</w:t>
      </w:r>
      <w:r w:rsidR="00894734">
        <w:t>.</w:t>
      </w:r>
    </w:p>
    <w:p w14:paraId="731295CB" w14:textId="77777777" w:rsidR="00894734" w:rsidRDefault="00894734">
      <w:r>
        <w:t>— </w:t>
      </w:r>
      <w:r w:rsidR="00000000">
        <w:t>Aujourd</w:t>
      </w:r>
      <w:r>
        <w:t>’</w:t>
      </w:r>
      <w:r w:rsidR="00000000">
        <w:t>hui</w:t>
      </w:r>
      <w:r>
        <w:t xml:space="preserve">, </w:t>
      </w:r>
      <w:r w:rsidR="00000000">
        <w:t>on va vous donner quelque chose d</w:t>
      </w:r>
      <w:r>
        <w:t>’</w:t>
      </w:r>
      <w:r w:rsidR="00000000">
        <w:t>un peu plus substantiel à manger</w:t>
      </w:r>
      <w:r>
        <w:t>.</w:t>
      </w:r>
    </w:p>
    <w:p w14:paraId="26B0AC33" w14:textId="77777777" w:rsidR="00894734" w:rsidRDefault="00894734">
      <w:r>
        <w:t>— </w:t>
      </w:r>
      <w:r w:rsidR="00000000">
        <w:t>Je ne veux pas manger</w:t>
      </w:r>
      <w:r>
        <w:t xml:space="preserve">. </w:t>
      </w:r>
      <w:r w:rsidR="00000000">
        <w:t>Je veux de la morphine</w:t>
      </w:r>
      <w:r>
        <w:t>.</w:t>
      </w:r>
    </w:p>
    <w:p w14:paraId="1F895E9C" w14:textId="77777777" w:rsidR="00894734" w:rsidRDefault="00894734">
      <w:r>
        <w:t>— </w:t>
      </w:r>
      <w:r w:rsidR="00000000">
        <w:t>Ne faites pas la sotte</w:t>
      </w:r>
      <w:r>
        <w:t xml:space="preserve">. </w:t>
      </w:r>
      <w:r w:rsidR="00000000">
        <w:t>Vous mangerez et vous n</w:t>
      </w:r>
      <w:r>
        <w:t>’</w:t>
      </w:r>
      <w:r w:rsidR="00000000">
        <w:t>aurez pas de morphine</w:t>
      </w:r>
      <w:r>
        <w:t xml:space="preserve">. </w:t>
      </w:r>
      <w:r w:rsidR="00000000">
        <w:t>Aujourd</w:t>
      </w:r>
      <w:r>
        <w:t>’</w:t>
      </w:r>
      <w:r w:rsidR="00000000">
        <w:t>hui ne sera pas comme hier</w:t>
      </w:r>
      <w:r>
        <w:t xml:space="preserve">. </w:t>
      </w:r>
      <w:r w:rsidR="00000000">
        <w:t>Vous avez passé le plus dur</w:t>
      </w:r>
      <w:r>
        <w:t>.</w:t>
      </w:r>
    </w:p>
    <w:p w14:paraId="212FF7F0" w14:textId="77777777" w:rsidR="00894734" w:rsidRDefault="00894734">
      <w:r>
        <w:lastRenderedPageBreak/>
        <w:t>— </w:t>
      </w:r>
      <w:r w:rsidR="00000000">
        <w:t>Vous croyez</w:t>
      </w:r>
      <w:r>
        <w:t> ?</w:t>
      </w:r>
    </w:p>
    <w:p w14:paraId="7641FA5C" w14:textId="77777777" w:rsidR="00894734" w:rsidRDefault="00894734">
      <w:r>
        <w:t>— </w:t>
      </w:r>
      <w:r w:rsidR="00000000">
        <w:t>Vous savez bien que vous devez me croire</w:t>
      </w:r>
      <w:r>
        <w:t>.</w:t>
      </w:r>
    </w:p>
    <w:p w14:paraId="7EE20B3C" w14:textId="77777777" w:rsidR="00894734" w:rsidRDefault="00000000">
      <w:r>
        <w:t>Elle fut relativement calme toute la matinée</w:t>
      </w:r>
      <w:r w:rsidR="00894734">
        <w:t xml:space="preserve">. </w:t>
      </w:r>
      <w:r>
        <w:t>Quand Mary apporta un déjeuner léger</w:t>
      </w:r>
      <w:r w:rsidR="00894734">
        <w:t xml:space="preserve">, </w:t>
      </w:r>
      <w:r>
        <w:t>je les laissai ensemble et descendis déjeuner moi-même</w:t>
      </w:r>
      <w:r w:rsidR="00894734">
        <w:t>.</w:t>
      </w:r>
    </w:p>
    <w:p w14:paraId="6E5483C7" w14:textId="77777777" w:rsidR="00894734" w:rsidRDefault="00000000">
      <w:r>
        <w:t>Quand je remontai</w:t>
      </w:r>
      <w:r w:rsidR="00894734">
        <w:t xml:space="preserve">, </w:t>
      </w:r>
      <w:r>
        <w:t>Gabrielle</w:t>
      </w:r>
      <w:r w:rsidR="00894734">
        <w:t xml:space="preserve">, </w:t>
      </w:r>
      <w:r>
        <w:t>vêtue d</w:t>
      </w:r>
      <w:r w:rsidR="00894734">
        <w:t>’</w:t>
      </w:r>
      <w:r>
        <w:t>un élégant déshabillé vert</w:t>
      </w:r>
      <w:r w:rsidR="00894734">
        <w:t xml:space="preserve">, </w:t>
      </w:r>
      <w:r>
        <w:t>était assise dans un fauteuil</w:t>
      </w:r>
      <w:r w:rsidR="00894734">
        <w:t xml:space="preserve">. </w:t>
      </w:r>
      <w:r>
        <w:t>Elle avait brossé ses cheveux et poudré son visage</w:t>
      </w:r>
      <w:r w:rsidR="00894734">
        <w:t xml:space="preserve">. </w:t>
      </w:r>
      <w:r>
        <w:t>Ses yeux étaient de leur vert le plus lum</w:t>
      </w:r>
      <w:r>
        <w:t>i</w:t>
      </w:r>
      <w:r>
        <w:t>neux</w:t>
      </w:r>
      <w:r w:rsidR="00894734">
        <w:t xml:space="preserve">. </w:t>
      </w:r>
      <w:r>
        <w:t>Elle me parla d</w:t>
      </w:r>
      <w:r w:rsidR="00894734">
        <w:t>’</w:t>
      </w:r>
      <w:r>
        <w:t>un ton ironiquement solennel</w:t>
      </w:r>
      <w:r w:rsidR="00894734">
        <w:t> :</w:t>
      </w:r>
    </w:p>
    <w:p w14:paraId="16C6A0A4" w14:textId="77777777" w:rsidR="00894734" w:rsidRDefault="00894734">
      <w:r>
        <w:t>— </w:t>
      </w:r>
      <w:r w:rsidR="00000000">
        <w:t>Asseyez-vous</w:t>
      </w:r>
      <w:r>
        <w:t xml:space="preserve">. </w:t>
      </w:r>
      <w:r w:rsidR="00000000">
        <w:t>J</w:t>
      </w:r>
      <w:r>
        <w:t>’</w:t>
      </w:r>
      <w:r w:rsidR="00000000">
        <w:t>ai à vous parler sérieusement</w:t>
      </w:r>
      <w:r>
        <w:t xml:space="preserve">, </w:t>
      </w:r>
      <w:r w:rsidR="00000000">
        <w:t>cette fois</w:t>
      </w:r>
      <w:r>
        <w:t>.</w:t>
      </w:r>
    </w:p>
    <w:p w14:paraId="6A844439" w14:textId="77777777" w:rsidR="00894734" w:rsidRDefault="00000000">
      <w:r>
        <w:t>Quand je fus assis</w:t>
      </w:r>
      <w:r w:rsidR="00894734">
        <w:t xml:space="preserve">, </w:t>
      </w:r>
      <w:r>
        <w:t>elle prit un ton plus sérieux</w:t>
      </w:r>
      <w:r w:rsidR="00894734">
        <w:t> :</w:t>
      </w:r>
    </w:p>
    <w:p w14:paraId="27A92C89" w14:textId="77777777" w:rsidR="00894734" w:rsidRDefault="00894734">
      <w:r>
        <w:t>— </w:t>
      </w:r>
      <w:r w:rsidR="00000000">
        <w:t>Pourquoi avez-vous fait tout cela pour moi</w:t>
      </w:r>
      <w:r>
        <w:t xml:space="preserve"> ? </w:t>
      </w:r>
      <w:r w:rsidR="00000000">
        <w:t>Vous n</w:t>
      </w:r>
      <w:r>
        <w:t>’</w:t>
      </w:r>
      <w:r w:rsidR="00000000">
        <w:t>étiez pas obligé de le faire</w:t>
      </w:r>
      <w:r>
        <w:t xml:space="preserve">, </w:t>
      </w:r>
      <w:r w:rsidR="00000000">
        <w:t>et ce n</w:t>
      </w:r>
      <w:r>
        <w:t>’</w:t>
      </w:r>
      <w:r w:rsidR="00000000">
        <w:t>était pas très agréable</w:t>
      </w:r>
      <w:r>
        <w:t xml:space="preserve">, </w:t>
      </w:r>
      <w:r w:rsidR="00000000">
        <w:t>je suppose</w:t>
      </w:r>
      <w:r>
        <w:t xml:space="preserve">. </w:t>
      </w:r>
      <w:r w:rsidR="00000000">
        <w:t>J</w:t>
      </w:r>
      <w:r>
        <w:t>’</w:t>
      </w:r>
      <w:r w:rsidR="00000000">
        <w:t>ai été</w:t>
      </w:r>
      <w:r>
        <w:t xml:space="preserve">, </w:t>
      </w:r>
      <w:r w:rsidR="00000000">
        <w:t>je ne saurais sans doute jamais à quel point</w:t>
      </w:r>
      <w:r>
        <w:t xml:space="preserve">, </w:t>
      </w:r>
      <w:r w:rsidR="00000000">
        <w:t>j</w:t>
      </w:r>
      <w:r>
        <w:t>’</w:t>
      </w:r>
      <w:r w:rsidR="00000000">
        <w:t>ai été i</w:t>
      </w:r>
      <w:r w:rsidR="00000000">
        <w:t>n</w:t>
      </w:r>
      <w:r w:rsidR="00000000">
        <w:t>supportable</w:t>
      </w:r>
      <w:r>
        <w:t>. (</w:t>
      </w:r>
      <w:r w:rsidR="00000000">
        <w:t>Elle rougit</w:t>
      </w:r>
      <w:r>
        <w:t xml:space="preserve">.) </w:t>
      </w:r>
      <w:r w:rsidR="00000000">
        <w:t>Qu</w:t>
      </w:r>
      <w:r>
        <w:t>’</w:t>
      </w:r>
      <w:r w:rsidR="00000000">
        <w:t>avez-vous dû penser de moi</w:t>
      </w:r>
      <w:r>
        <w:t xml:space="preserve"> ? </w:t>
      </w:r>
      <w:r w:rsidR="00000000">
        <w:t>Alors</w:t>
      </w:r>
      <w:r>
        <w:t xml:space="preserve">, </w:t>
      </w:r>
      <w:r w:rsidR="00000000">
        <w:t>dites-moi</w:t>
      </w:r>
      <w:r>
        <w:t xml:space="preserve">, </w:t>
      </w:r>
      <w:r w:rsidR="00000000">
        <w:t>pourquoi</w:t>
      </w:r>
      <w:r>
        <w:t xml:space="preserve">, </w:t>
      </w:r>
      <w:r w:rsidR="00000000">
        <w:t>pourquoi avez-vous fait tout cela</w:t>
      </w:r>
      <w:r>
        <w:t> ?</w:t>
      </w:r>
    </w:p>
    <w:p w14:paraId="44F79E01" w14:textId="77777777" w:rsidR="00894734" w:rsidRDefault="00894734">
      <w:r>
        <w:t>— </w:t>
      </w:r>
      <w:r w:rsidR="00000000">
        <w:t>J</w:t>
      </w:r>
      <w:r>
        <w:t>’</w:t>
      </w:r>
      <w:r w:rsidR="00000000">
        <w:t>ai deux fois votre âge</w:t>
      </w:r>
      <w:r>
        <w:t xml:space="preserve">, </w:t>
      </w:r>
      <w:r w:rsidR="00000000">
        <w:t>ma jeune amie</w:t>
      </w:r>
      <w:r>
        <w:t xml:space="preserve">, </w:t>
      </w:r>
      <w:r w:rsidR="00000000">
        <w:t>dis-je</w:t>
      </w:r>
      <w:r>
        <w:t xml:space="preserve">. </w:t>
      </w:r>
      <w:r w:rsidR="00000000">
        <w:t>Je veux bien être pendu si je me rends ridicule en vous disant pourquoi je l</w:t>
      </w:r>
      <w:r>
        <w:t>’</w:t>
      </w:r>
      <w:r w:rsidR="00000000">
        <w:t>ai fait</w:t>
      </w:r>
      <w:r>
        <w:t xml:space="preserve">, </w:t>
      </w:r>
      <w:r w:rsidR="00000000">
        <w:t>pourquoi je suis prêt à recommencer et serai heureux de réussir</w:t>
      </w:r>
      <w:r>
        <w:t>.</w:t>
      </w:r>
    </w:p>
    <w:p w14:paraId="3396F94F" w14:textId="77777777" w:rsidR="00894734" w:rsidRDefault="00000000">
      <w:r>
        <w:t>Elle se leva de son fauteuil</w:t>
      </w:r>
      <w:r w:rsidR="00894734">
        <w:t xml:space="preserve">, </w:t>
      </w:r>
      <w:r>
        <w:t>les yeux agrandis et sombres</w:t>
      </w:r>
      <w:r w:rsidR="00894734">
        <w:t xml:space="preserve">, </w:t>
      </w:r>
      <w:r>
        <w:t>les lèvres tremblantes</w:t>
      </w:r>
      <w:r w:rsidR="00894734">
        <w:t>.</w:t>
      </w:r>
    </w:p>
    <w:p w14:paraId="57312380" w14:textId="77777777" w:rsidR="00894734" w:rsidRDefault="00894734">
      <w:r>
        <w:t>— </w:t>
      </w:r>
      <w:r w:rsidR="00000000">
        <w:t>Voulez-vous dire que</w:t>
      </w:r>
      <w:r>
        <w:t>…</w:t>
      </w:r>
    </w:p>
    <w:p w14:paraId="10E7F7D0" w14:textId="77777777" w:rsidR="00894734" w:rsidRDefault="00894734">
      <w:r>
        <w:lastRenderedPageBreak/>
        <w:t>— </w:t>
      </w:r>
      <w:r w:rsidR="00000000">
        <w:t>Je ne veux dire que ceci</w:t>
      </w:r>
      <w:r>
        <w:t xml:space="preserve"> : </w:t>
      </w:r>
      <w:r w:rsidR="00000000">
        <w:t>si vous continuez à faire la roue dans cette robe légère et décolletée</w:t>
      </w:r>
      <w:r>
        <w:t xml:space="preserve">, </w:t>
      </w:r>
      <w:r w:rsidR="00000000">
        <w:t>vous allez attraper une bronchite</w:t>
      </w:r>
      <w:r>
        <w:t>.</w:t>
      </w:r>
    </w:p>
    <w:p w14:paraId="51209A70" w14:textId="77777777" w:rsidR="00894734" w:rsidRDefault="00000000">
      <w:r>
        <w:t>Elle se rassit</w:t>
      </w:r>
      <w:r w:rsidR="00894734">
        <w:t xml:space="preserve">, </w:t>
      </w:r>
      <w:r>
        <w:t>mit ses mains sur son visage et commença à pleurer</w:t>
      </w:r>
      <w:r w:rsidR="00894734">
        <w:t xml:space="preserve">. </w:t>
      </w:r>
      <w:r>
        <w:t>Elle me demanda à travers ses larmes</w:t>
      </w:r>
      <w:r w:rsidR="00894734">
        <w:t> :</w:t>
      </w:r>
    </w:p>
    <w:p w14:paraId="057B0DE0" w14:textId="77777777" w:rsidR="00894734" w:rsidRDefault="00894734">
      <w:r>
        <w:t>— </w:t>
      </w:r>
      <w:r w:rsidR="00000000">
        <w:t>Voulez-vous me laisser seule tout cet après-midi</w:t>
      </w:r>
      <w:r>
        <w:t> ?</w:t>
      </w:r>
    </w:p>
    <w:p w14:paraId="30227EB3" w14:textId="77777777" w:rsidR="00894734" w:rsidRDefault="00894734">
      <w:r>
        <w:t>— </w:t>
      </w:r>
      <w:r w:rsidR="00000000">
        <w:t>Oui</w:t>
      </w:r>
      <w:r>
        <w:t xml:space="preserve">, </w:t>
      </w:r>
      <w:r w:rsidR="00000000">
        <w:t>si vous promettez de rester au chaud</w:t>
      </w:r>
      <w:r>
        <w:t>.</w:t>
      </w:r>
    </w:p>
    <w:p w14:paraId="1E0159EE" w14:textId="77777777" w:rsidR="00894734" w:rsidRDefault="00000000">
      <w:r>
        <w:t>J</w:t>
      </w:r>
      <w:r w:rsidR="00894734">
        <w:t>’</w:t>
      </w:r>
      <w:r>
        <w:t>allai tout droit à l</w:t>
      </w:r>
      <w:r w:rsidR="00894734">
        <w:t>’</w:t>
      </w:r>
      <w:r>
        <w:t>hôpital et priai qu</w:t>
      </w:r>
      <w:r w:rsidR="00894734">
        <w:t>’</w:t>
      </w:r>
      <w:r>
        <w:t xml:space="preserve">on me laissât seul avec </w:t>
      </w:r>
      <w:proofErr w:type="spellStart"/>
      <w:r>
        <w:t>Fitzstephan</w:t>
      </w:r>
      <w:proofErr w:type="spellEnd"/>
      <w:r w:rsidR="00894734">
        <w:t>.</w:t>
      </w:r>
    </w:p>
    <w:p w14:paraId="1FCFE1CA" w14:textId="77777777" w:rsidR="00894734" w:rsidRDefault="00000000">
      <w:r>
        <w:t>Il disparaissait sous les pansements</w:t>
      </w:r>
      <w:r w:rsidR="00894734">
        <w:t xml:space="preserve">. </w:t>
      </w:r>
      <w:r>
        <w:t>On ne voyait de lui qu</w:t>
      </w:r>
      <w:r w:rsidR="00894734">
        <w:t>’</w:t>
      </w:r>
      <w:r>
        <w:t>un œil</w:t>
      </w:r>
      <w:r w:rsidR="00894734">
        <w:t xml:space="preserve">, </w:t>
      </w:r>
      <w:r>
        <w:t>une oreille</w:t>
      </w:r>
      <w:r w:rsidR="00894734">
        <w:t xml:space="preserve">, </w:t>
      </w:r>
      <w:r>
        <w:t>et une partie de la bouche</w:t>
      </w:r>
      <w:r w:rsidR="00894734">
        <w:t xml:space="preserve">. </w:t>
      </w:r>
      <w:r>
        <w:t>Mais cette face mutilée me sourit et la voix qui en sortit était calme</w:t>
      </w:r>
      <w:r w:rsidR="00894734">
        <w:t xml:space="preserve">, </w:t>
      </w:r>
      <w:r>
        <w:t>ferme</w:t>
      </w:r>
      <w:r w:rsidR="00894734">
        <w:t xml:space="preserve">, </w:t>
      </w:r>
      <w:r>
        <w:t>la voix d</w:t>
      </w:r>
      <w:r w:rsidR="00894734">
        <w:t>’</w:t>
      </w:r>
      <w:r>
        <w:t>un homme bien vivant</w:t>
      </w:r>
      <w:r w:rsidR="00894734">
        <w:t xml:space="preserve">, </w:t>
      </w:r>
      <w:r>
        <w:t>et assuré de vivre</w:t>
      </w:r>
      <w:r w:rsidR="00894734">
        <w:t xml:space="preserve">. </w:t>
      </w:r>
      <w:r>
        <w:t>Il me parla comme si nous nous étions quittés la veille</w:t>
      </w:r>
      <w:r w:rsidR="00894734">
        <w:t xml:space="preserve">, </w:t>
      </w:r>
      <w:r>
        <w:t>prenant tout de su</w:t>
      </w:r>
      <w:r>
        <w:t>i</w:t>
      </w:r>
      <w:r>
        <w:t>te le ton de ses conversations favorites</w:t>
      </w:r>
      <w:r w:rsidR="00894734">
        <w:t> :</w:t>
      </w:r>
    </w:p>
    <w:p w14:paraId="3194950E" w14:textId="77777777" w:rsidR="00894734" w:rsidRDefault="00894734">
      <w:r>
        <w:t>— </w:t>
      </w:r>
      <w:r w:rsidR="00000000">
        <w:t>Il n</w:t>
      </w:r>
      <w:r>
        <w:t>’</w:t>
      </w:r>
      <w:r w:rsidR="00000000">
        <w:t>y a pas d</w:t>
      </w:r>
      <w:r>
        <w:t>’</w:t>
      </w:r>
      <w:r w:rsidR="00000000">
        <w:t>autre chambre dans votre hôtel pour moi</w:t>
      </w:r>
      <w:r>
        <w:t> ?</w:t>
      </w:r>
    </w:p>
    <w:p w14:paraId="6F6B5CD7" w14:textId="77777777" w:rsidR="00894734" w:rsidRDefault="00894734">
      <w:r>
        <w:t>— </w:t>
      </w:r>
      <w:r w:rsidR="00000000">
        <w:t>Vous sentez-vous assez bien pour que nous causions</w:t>
      </w:r>
      <w:r>
        <w:t xml:space="preserve">, </w:t>
      </w:r>
      <w:r w:rsidR="00000000">
        <w:t>ou devons-nous attendre un jour ou deux encore</w:t>
      </w:r>
      <w:r>
        <w:t> ?</w:t>
      </w:r>
    </w:p>
    <w:p w14:paraId="10EB1505" w14:textId="77777777" w:rsidR="00894734" w:rsidRDefault="00894734">
      <w:r>
        <w:t>— </w:t>
      </w:r>
      <w:r w:rsidR="00000000">
        <w:t>Mais je suis en parfait état</w:t>
      </w:r>
      <w:r>
        <w:t xml:space="preserve">, </w:t>
      </w:r>
      <w:r w:rsidR="00000000">
        <w:t>mon vieux</w:t>
      </w:r>
      <w:r>
        <w:t>.</w:t>
      </w:r>
    </w:p>
    <w:p w14:paraId="73770C81" w14:textId="77777777" w:rsidR="00894734" w:rsidRDefault="00894734">
      <w:r>
        <w:t>— </w:t>
      </w:r>
      <w:r w:rsidR="00000000">
        <w:t>Bon</w:t>
      </w:r>
      <w:r>
        <w:t xml:space="preserve">, </w:t>
      </w:r>
      <w:r w:rsidR="00000000">
        <w:t>Fixons un premier point tout de suite</w:t>
      </w:r>
      <w:r>
        <w:t xml:space="preserve">. </w:t>
      </w:r>
      <w:r w:rsidR="00000000">
        <w:t>Fink vous a donné la bombe quand il est allé vous serrer la main</w:t>
      </w:r>
      <w:r>
        <w:t xml:space="preserve">. </w:t>
      </w:r>
      <w:r w:rsidR="00000000">
        <w:t>C</w:t>
      </w:r>
      <w:r>
        <w:t>’</w:t>
      </w:r>
      <w:r w:rsidR="00000000">
        <w:t>est la seule façon dont elle a pu être apportée sans que je voie</w:t>
      </w:r>
      <w:r>
        <w:t xml:space="preserve">. </w:t>
      </w:r>
      <w:r w:rsidR="00000000">
        <w:t>Il me tournait le dos à ce moment</w:t>
      </w:r>
      <w:r>
        <w:t xml:space="preserve">. </w:t>
      </w:r>
      <w:r w:rsidR="00000000">
        <w:t>Vous ne saviez peut-être pas ce qu</w:t>
      </w:r>
      <w:r>
        <w:t>’</w:t>
      </w:r>
      <w:r w:rsidR="00000000">
        <w:t>il vous donnait</w:t>
      </w:r>
      <w:r>
        <w:t xml:space="preserve">. </w:t>
      </w:r>
      <w:r w:rsidR="00000000">
        <w:t>Mais vous n</w:t>
      </w:r>
      <w:r>
        <w:t>’</w:t>
      </w:r>
      <w:r w:rsidR="00000000">
        <w:t>étiez pas pour lui un inconnu</w:t>
      </w:r>
      <w:r>
        <w:t xml:space="preserve">. </w:t>
      </w:r>
      <w:r w:rsidR="00000000">
        <w:t>Vous étiez plus ou moins lié avec la bande de Saint-Graal</w:t>
      </w:r>
      <w:r>
        <w:t xml:space="preserve">. </w:t>
      </w:r>
      <w:r w:rsidR="00000000">
        <w:t>Il v</w:t>
      </w:r>
      <w:r w:rsidR="00000000">
        <w:t>a</w:t>
      </w:r>
      <w:r w:rsidR="00000000">
        <w:t>lait mieux ne rien dire devant moi</w:t>
      </w:r>
      <w:r>
        <w:t xml:space="preserve">, </w:t>
      </w:r>
      <w:r w:rsidR="00000000">
        <w:t>n</w:t>
      </w:r>
      <w:r>
        <w:t>’</w:t>
      </w:r>
      <w:r w:rsidR="00000000">
        <w:t>est-ce pas</w:t>
      </w:r>
      <w:r>
        <w:t> ?</w:t>
      </w:r>
    </w:p>
    <w:p w14:paraId="433C4570" w14:textId="77777777" w:rsidR="00894734" w:rsidRDefault="00894734">
      <w:r>
        <w:lastRenderedPageBreak/>
        <w:t>— </w:t>
      </w:r>
      <w:r w:rsidR="00000000">
        <w:t>Vous dites des choses remarquables</w:t>
      </w:r>
      <w:r>
        <w:t xml:space="preserve">, </w:t>
      </w:r>
      <w:r w:rsidR="00000000">
        <w:t>vieux frère</w:t>
      </w:r>
      <w:r>
        <w:t>.</w:t>
      </w:r>
    </w:p>
    <w:p w14:paraId="1DAA456F" w14:textId="77777777" w:rsidR="00894734" w:rsidRDefault="00894734">
      <w:r>
        <w:t>— </w:t>
      </w:r>
      <w:r w:rsidR="00000000">
        <w:t>C</w:t>
      </w:r>
      <w:r>
        <w:t>’</w:t>
      </w:r>
      <w:r w:rsidR="00000000">
        <w:t>est vous qui avez pris l</w:t>
      </w:r>
      <w:r>
        <w:t>’</w:t>
      </w:r>
      <w:r w:rsidR="00000000">
        <w:t xml:space="preserve">initiative du meurtre de </w:t>
      </w:r>
      <w:proofErr w:type="spellStart"/>
      <w:r w:rsidR="00000000">
        <w:t>Riese</w:t>
      </w:r>
      <w:proofErr w:type="spellEnd"/>
      <w:r>
        <w:t xml:space="preserve">. </w:t>
      </w:r>
      <w:r w:rsidR="00000000">
        <w:t>Les autres n</w:t>
      </w:r>
      <w:r>
        <w:t>’</w:t>
      </w:r>
      <w:r w:rsidR="00000000">
        <w:t>ont été que vos complices</w:t>
      </w:r>
      <w:r>
        <w:t xml:space="preserve">. </w:t>
      </w:r>
      <w:r w:rsidR="00000000">
        <w:t>Quand Joseph a été mort</w:t>
      </w:r>
      <w:r>
        <w:t xml:space="preserve">, </w:t>
      </w:r>
      <w:r w:rsidR="00000000">
        <w:t>on l</w:t>
      </w:r>
      <w:r>
        <w:t>’</w:t>
      </w:r>
      <w:r w:rsidR="00000000">
        <w:t>a chargé de tout</w:t>
      </w:r>
      <w:r>
        <w:t xml:space="preserve">. </w:t>
      </w:r>
      <w:r w:rsidR="00000000">
        <w:t>C</w:t>
      </w:r>
      <w:r>
        <w:t>’</w:t>
      </w:r>
      <w:r w:rsidR="00000000">
        <w:t>était assez pour mettre tout le monde hors de cause</w:t>
      </w:r>
      <w:r>
        <w:t xml:space="preserve">. </w:t>
      </w:r>
      <w:r w:rsidR="00000000">
        <w:t>Mais</w:t>
      </w:r>
      <w:r>
        <w:t xml:space="preserve">, </w:t>
      </w:r>
      <w:r w:rsidR="00000000">
        <w:t>ici</w:t>
      </w:r>
      <w:r>
        <w:t xml:space="preserve">, </w:t>
      </w:r>
      <w:r w:rsidR="00000000">
        <w:t>vous avez tué Collinson</w:t>
      </w:r>
      <w:r>
        <w:t xml:space="preserve">, </w:t>
      </w:r>
      <w:r w:rsidR="00000000">
        <w:t>et Dieu sait qui vous aviez l</w:t>
      </w:r>
      <w:r>
        <w:t>’</w:t>
      </w:r>
      <w:r w:rsidR="00000000">
        <w:t>intention de supprimer encore</w:t>
      </w:r>
      <w:r>
        <w:t xml:space="preserve">. </w:t>
      </w:r>
      <w:r w:rsidR="00000000">
        <w:t>Fink</w:t>
      </w:r>
      <w:r>
        <w:t xml:space="preserve">, </w:t>
      </w:r>
      <w:r w:rsidR="00000000">
        <w:t>voyant ce que vous faisiez de vos complices</w:t>
      </w:r>
      <w:r>
        <w:t xml:space="preserve">, </w:t>
      </w:r>
      <w:r w:rsidR="00000000">
        <w:t>a voulu vous arrêter</w:t>
      </w:r>
      <w:r>
        <w:t>.</w:t>
      </w:r>
    </w:p>
    <w:p w14:paraId="4E232954" w14:textId="77777777" w:rsidR="00894734" w:rsidRDefault="00894734">
      <w:r>
        <w:t>— </w:t>
      </w:r>
      <w:r w:rsidR="00000000">
        <w:t>De mieux en mieux</w:t>
      </w:r>
      <w:r>
        <w:t xml:space="preserve">. </w:t>
      </w:r>
      <w:r w:rsidR="00000000">
        <w:t>Ainsi</w:t>
      </w:r>
      <w:r>
        <w:t xml:space="preserve">, </w:t>
      </w:r>
      <w:r w:rsidR="00000000">
        <w:t>j</w:t>
      </w:r>
      <w:r>
        <w:t>’</w:t>
      </w:r>
      <w:r w:rsidR="00000000">
        <w:t>ai tué Collinson</w:t>
      </w:r>
      <w:r>
        <w:t>.</w:t>
      </w:r>
    </w:p>
    <w:p w14:paraId="206DCF02" w14:textId="77777777" w:rsidR="00894734" w:rsidRDefault="00894734">
      <w:r>
        <w:t>— </w:t>
      </w:r>
      <w:r w:rsidR="00000000">
        <w:t>Vous l</w:t>
      </w:r>
      <w:r>
        <w:t>’</w:t>
      </w:r>
      <w:r w:rsidR="00000000">
        <w:t xml:space="preserve">avez fait tuer par </w:t>
      </w:r>
      <w:proofErr w:type="spellStart"/>
      <w:r w:rsidR="00000000">
        <w:t>Whidden</w:t>
      </w:r>
      <w:proofErr w:type="spellEnd"/>
      <w:r>
        <w:t xml:space="preserve">. </w:t>
      </w:r>
      <w:r w:rsidR="00000000">
        <w:t>Seulement</w:t>
      </w:r>
      <w:r>
        <w:t xml:space="preserve">, </w:t>
      </w:r>
      <w:r w:rsidR="00000000">
        <w:t>vous n</w:t>
      </w:r>
      <w:r>
        <w:t>’</w:t>
      </w:r>
      <w:r w:rsidR="00000000">
        <w:t xml:space="preserve">avez pas payé </w:t>
      </w:r>
      <w:proofErr w:type="spellStart"/>
      <w:r w:rsidR="00000000">
        <w:t>Whidden</w:t>
      </w:r>
      <w:proofErr w:type="spellEnd"/>
      <w:r>
        <w:t xml:space="preserve">. </w:t>
      </w:r>
      <w:r w:rsidR="00000000">
        <w:t>Alors il a enlevé la femme</w:t>
      </w:r>
      <w:r>
        <w:t xml:space="preserve">, </w:t>
      </w:r>
      <w:r w:rsidR="00000000">
        <w:t>sachant ce qu</w:t>
      </w:r>
      <w:r>
        <w:t>’</w:t>
      </w:r>
      <w:r w:rsidR="00000000">
        <w:t>elle était pour vous</w:t>
      </w:r>
      <w:r>
        <w:t xml:space="preserve">, </w:t>
      </w:r>
      <w:r w:rsidR="00000000">
        <w:t>et il vous réclamait une rançon</w:t>
      </w:r>
      <w:r>
        <w:t xml:space="preserve">. </w:t>
      </w:r>
      <w:r w:rsidR="00000000">
        <w:t>C</w:t>
      </w:r>
      <w:r>
        <w:t>’</w:t>
      </w:r>
      <w:r w:rsidR="00000000">
        <w:t>est la balle de votre pistolet qui est partie la première quand nous l</w:t>
      </w:r>
      <w:r>
        <w:t>’</w:t>
      </w:r>
      <w:r w:rsidR="00000000">
        <w:t>avons déniché</w:t>
      </w:r>
      <w:r>
        <w:t>.</w:t>
      </w:r>
    </w:p>
    <w:p w14:paraId="582848EC" w14:textId="77777777" w:rsidR="00894734" w:rsidRDefault="00894734">
      <w:r>
        <w:t>— </w:t>
      </w:r>
      <w:r w:rsidR="00000000">
        <w:t>Quel dommage que je ne puisse pas pousser d</w:t>
      </w:r>
      <w:r>
        <w:t>’</w:t>
      </w:r>
      <w:r w:rsidR="00000000">
        <w:t>exclamation</w:t>
      </w:r>
      <w:r>
        <w:t xml:space="preserve"> ! </w:t>
      </w:r>
      <w:r w:rsidR="00000000">
        <w:t>Ainsi</w:t>
      </w:r>
      <w:r>
        <w:t xml:space="preserve">, </w:t>
      </w:r>
      <w:r w:rsidR="00000000">
        <w:t>je tenais à elle</w:t>
      </w:r>
      <w:r>
        <w:t xml:space="preserve">. </w:t>
      </w:r>
      <w:r w:rsidR="00000000">
        <w:t>Je serais bien content de savoir pourquoi</w:t>
      </w:r>
      <w:r>
        <w:t>.</w:t>
      </w:r>
    </w:p>
    <w:p w14:paraId="4FCA6563" w14:textId="77777777" w:rsidR="00894734" w:rsidRDefault="00894734">
      <w:r>
        <w:t>— </w:t>
      </w:r>
      <w:r w:rsidR="00000000">
        <w:t>Vous avez dû être un amoureux parfait pour elle</w:t>
      </w:r>
      <w:r>
        <w:t xml:space="preserve">. </w:t>
      </w:r>
      <w:r w:rsidR="00000000">
        <w:t>Ça n</w:t>
      </w:r>
      <w:r>
        <w:t>’</w:t>
      </w:r>
      <w:r w:rsidR="00000000">
        <w:t>a pas marché avec Éric et elle ne craignait pas de le dire</w:t>
      </w:r>
      <w:r>
        <w:t xml:space="preserve">, </w:t>
      </w:r>
      <w:r w:rsidR="00000000">
        <w:t>mais</w:t>
      </w:r>
      <w:r>
        <w:t xml:space="preserve">, </w:t>
      </w:r>
      <w:r w:rsidR="00000000">
        <w:t>quand j</w:t>
      </w:r>
      <w:r>
        <w:t>’</w:t>
      </w:r>
      <w:r w:rsidR="00000000">
        <w:t>ai essayé de savoir ce qui s</w:t>
      </w:r>
      <w:r>
        <w:t>’</w:t>
      </w:r>
      <w:r w:rsidR="00000000">
        <w:t>était passé avec vous</w:t>
      </w:r>
      <w:r>
        <w:t xml:space="preserve">, </w:t>
      </w:r>
      <w:r w:rsidR="00000000">
        <w:t>elle n</w:t>
      </w:r>
      <w:r>
        <w:t>’</w:t>
      </w:r>
      <w:r w:rsidR="00000000">
        <w:t>a rien voulu dire</w:t>
      </w:r>
      <w:r>
        <w:t xml:space="preserve">. </w:t>
      </w:r>
      <w:r w:rsidR="00000000">
        <w:t>Vous étiez auprès de Mrs</w:t>
      </w:r>
      <w:r>
        <w:t xml:space="preserve">. </w:t>
      </w:r>
      <w:proofErr w:type="spellStart"/>
      <w:r w:rsidR="00000000">
        <w:t>Legget</w:t>
      </w:r>
      <w:proofErr w:type="spellEnd"/>
      <w:r>
        <w:t xml:space="preserve">, </w:t>
      </w:r>
      <w:r w:rsidR="00000000">
        <w:t>quand elle sortit ce revolver</w:t>
      </w:r>
      <w:r>
        <w:t xml:space="preserve">. </w:t>
      </w:r>
      <w:r w:rsidR="00000000">
        <w:t>Où l</w:t>
      </w:r>
      <w:r>
        <w:t>’</w:t>
      </w:r>
      <w:r w:rsidR="00000000">
        <w:t>aurait-elle pris</w:t>
      </w:r>
      <w:r>
        <w:t xml:space="preserve"> ? </w:t>
      </w:r>
      <w:r w:rsidR="00000000">
        <w:t>Et c</w:t>
      </w:r>
      <w:r>
        <w:t>’</w:t>
      </w:r>
      <w:r w:rsidR="00000000">
        <w:t>est encore vous qui essayiez de la désarmer quand la balle traversa son cou</w:t>
      </w:r>
      <w:r>
        <w:t xml:space="preserve">. </w:t>
      </w:r>
      <w:r w:rsidR="00000000">
        <w:t>Croyez-vous que je sois sourd et aveugle</w:t>
      </w:r>
      <w:r>
        <w:t xml:space="preserve"> ? </w:t>
      </w:r>
      <w:r w:rsidR="00000000">
        <w:t>Il y avait</w:t>
      </w:r>
      <w:r>
        <w:t xml:space="preserve">, </w:t>
      </w:r>
      <w:r w:rsidR="00000000">
        <w:t>comme vous le disiez</w:t>
      </w:r>
      <w:r>
        <w:t xml:space="preserve">, </w:t>
      </w:r>
      <w:r w:rsidR="00000000">
        <w:t>une volonté unique et tenace qui présidait à tous les malheurs de Gabrielle</w:t>
      </w:r>
      <w:r>
        <w:t xml:space="preserve">. </w:t>
      </w:r>
      <w:r w:rsidR="00000000">
        <w:t>Vous êtes la seule personne qui possédiez cette sorte de volonté</w:t>
      </w:r>
      <w:r>
        <w:t xml:space="preserve">, </w:t>
      </w:r>
      <w:r w:rsidR="00000000">
        <w:t>et dont je puisse voir la main dans tous les épisodes de l</w:t>
      </w:r>
      <w:r>
        <w:t>’</w:t>
      </w:r>
      <w:r w:rsidR="00000000">
        <w:t>aventure</w:t>
      </w:r>
      <w:r>
        <w:t xml:space="preserve">. </w:t>
      </w:r>
      <w:r w:rsidR="00000000">
        <w:t>J</w:t>
      </w:r>
      <w:r>
        <w:t>’</w:t>
      </w:r>
      <w:r w:rsidR="00000000">
        <w:t>en ai été sûr quand j</w:t>
      </w:r>
      <w:r>
        <w:t>’</w:t>
      </w:r>
      <w:r w:rsidR="00000000">
        <w:t>ai interrogé Gabrielle après l</w:t>
      </w:r>
      <w:r>
        <w:t>’</w:t>
      </w:r>
      <w:r w:rsidR="00000000">
        <w:t>explosion</w:t>
      </w:r>
      <w:r>
        <w:t xml:space="preserve">. </w:t>
      </w:r>
      <w:r w:rsidR="00000000">
        <w:lastRenderedPageBreak/>
        <w:t>Le plus difficile pour moi était de vous relier à l</w:t>
      </w:r>
      <w:r>
        <w:t>’</w:t>
      </w:r>
      <w:r w:rsidR="00000000">
        <w:t>histoire du Temple</w:t>
      </w:r>
      <w:r>
        <w:t xml:space="preserve">, </w:t>
      </w:r>
      <w:r w:rsidR="00000000">
        <w:t xml:space="preserve">mais </w:t>
      </w:r>
      <w:proofErr w:type="spellStart"/>
      <w:r w:rsidR="00000000">
        <w:t>Aaronia</w:t>
      </w:r>
      <w:proofErr w:type="spellEnd"/>
      <w:r w:rsidR="00000000">
        <w:t xml:space="preserve"> </w:t>
      </w:r>
      <w:proofErr w:type="spellStart"/>
      <w:r w:rsidR="00000000">
        <w:t>Haldorn</w:t>
      </w:r>
      <w:proofErr w:type="spellEnd"/>
      <w:r w:rsidR="00000000">
        <w:t xml:space="preserve"> et Fink l</w:t>
      </w:r>
      <w:r>
        <w:t>’</w:t>
      </w:r>
      <w:r w:rsidR="00000000">
        <w:t>ont fait pour moi</w:t>
      </w:r>
      <w:r>
        <w:t>.</w:t>
      </w:r>
    </w:p>
    <w:p w14:paraId="7C1662DE" w14:textId="77777777" w:rsidR="00894734" w:rsidRDefault="00894734">
      <w:r>
        <w:t>— </w:t>
      </w:r>
      <w:proofErr w:type="spellStart"/>
      <w:r w:rsidR="00000000">
        <w:t>Aaronia</w:t>
      </w:r>
      <w:proofErr w:type="spellEnd"/>
      <w:r>
        <w:t xml:space="preserve"> ? </w:t>
      </w:r>
      <w:r w:rsidR="00000000">
        <w:t>Et qu</w:t>
      </w:r>
      <w:r>
        <w:t>’</w:t>
      </w:r>
      <w:r w:rsidR="00000000">
        <w:t>est-ce qu</w:t>
      </w:r>
      <w:r>
        <w:t>’</w:t>
      </w:r>
      <w:r w:rsidR="00000000">
        <w:t>elle a fait</w:t>
      </w:r>
      <w:r>
        <w:t xml:space="preserve">, </w:t>
      </w:r>
      <w:proofErr w:type="spellStart"/>
      <w:r w:rsidR="00000000">
        <w:t>Aaronia</w:t>
      </w:r>
      <w:proofErr w:type="spellEnd"/>
      <w:r>
        <w:t xml:space="preserve"> ? </w:t>
      </w:r>
      <w:r w:rsidR="00000000">
        <w:t>dit-il d</w:t>
      </w:r>
      <w:r>
        <w:t>’</w:t>
      </w:r>
      <w:r w:rsidR="00000000">
        <w:t>un ton qui commençait à perdre son ironie et devenait celui d</w:t>
      </w:r>
      <w:r>
        <w:t>’</w:t>
      </w:r>
      <w:r w:rsidR="00000000">
        <w:t>un homme qui n</w:t>
      </w:r>
      <w:r>
        <w:t>’</w:t>
      </w:r>
      <w:r w:rsidR="00000000">
        <w:t>aurait pas été tout à fait là</w:t>
      </w:r>
      <w:r>
        <w:t>.</w:t>
      </w:r>
    </w:p>
    <w:p w14:paraId="6C6592E7" w14:textId="77777777" w:rsidR="00894734" w:rsidRDefault="00894734">
      <w:r>
        <w:t>— </w:t>
      </w:r>
      <w:r w:rsidR="00000000">
        <w:t>Elle a fait de son mieux pour vous couvrir en brouillant les cartes</w:t>
      </w:r>
      <w:r>
        <w:t xml:space="preserve">, </w:t>
      </w:r>
      <w:r w:rsidR="00000000">
        <w:t>en créant la confusion</w:t>
      </w:r>
      <w:r>
        <w:t xml:space="preserve">, </w:t>
      </w:r>
      <w:r w:rsidR="00000000">
        <w:t>en nous dirigeant vers le ma</w:t>
      </w:r>
      <w:r w:rsidR="00000000">
        <w:t>l</w:t>
      </w:r>
      <w:r w:rsidR="00000000">
        <w:t>heureux Andrews</w:t>
      </w:r>
      <w:r>
        <w:t xml:space="preserve">, </w:t>
      </w:r>
      <w:r w:rsidR="00000000">
        <w:t>et même en essayant de me tuer</w:t>
      </w:r>
      <w:r>
        <w:t xml:space="preserve">, </w:t>
      </w:r>
      <w:r w:rsidR="00000000">
        <w:t>après que je lui eus dit que je ne considérais pas la piste Andrews comme bonne</w:t>
      </w:r>
      <w:r>
        <w:t xml:space="preserve">. </w:t>
      </w:r>
      <w:r w:rsidR="00000000">
        <w:t>Elle me plaît</w:t>
      </w:r>
      <w:r>
        <w:t xml:space="preserve"> : </w:t>
      </w:r>
      <w:r w:rsidR="00000000">
        <w:t>elle ne manque pas de ressources</w:t>
      </w:r>
      <w:r>
        <w:t>.</w:t>
      </w:r>
    </w:p>
    <w:p w14:paraId="127E3FF9" w14:textId="77777777" w:rsidR="00894734" w:rsidRDefault="00894734">
      <w:r>
        <w:t>— </w:t>
      </w:r>
      <w:r w:rsidR="00000000">
        <w:t>Oui</w:t>
      </w:r>
      <w:r>
        <w:t xml:space="preserve">, </w:t>
      </w:r>
      <w:r w:rsidR="00000000">
        <w:t>dit Fitz</w:t>
      </w:r>
      <w:r>
        <w:t xml:space="preserve">, </w:t>
      </w:r>
      <w:r w:rsidR="00000000">
        <w:t>elle a de la tête</w:t>
      </w:r>
      <w:r>
        <w:t>.</w:t>
      </w:r>
    </w:p>
    <w:p w14:paraId="249E02EB" w14:textId="77777777" w:rsidR="00894734" w:rsidRDefault="00000000">
      <w:r>
        <w:t>Sa voix était légère</w:t>
      </w:r>
      <w:r w:rsidR="00894734">
        <w:t xml:space="preserve">, </w:t>
      </w:r>
      <w:r>
        <w:t>détachée</w:t>
      </w:r>
      <w:r w:rsidR="00894734">
        <w:t xml:space="preserve">, </w:t>
      </w:r>
      <w:r>
        <w:t>comme s</w:t>
      </w:r>
      <w:r w:rsidR="00894734">
        <w:t>’</w:t>
      </w:r>
      <w:r>
        <w:t>il n</w:t>
      </w:r>
      <w:r w:rsidR="00894734">
        <w:t>’</w:t>
      </w:r>
      <w:r>
        <w:t>avait pas ente</w:t>
      </w:r>
      <w:r>
        <w:t>n</w:t>
      </w:r>
      <w:r>
        <w:t>du la moitié de ce que je lui disais</w:t>
      </w:r>
      <w:r w:rsidR="00894734">
        <w:t xml:space="preserve">, </w:t>
      </w:r>
      <w:r>
        <w:t>occupé qu</w:t>
      </w:r>
      <w:r w:rsidR="00894734">
        <w:t>’</w:t>
      </w:r>
      <w:r>
        <w:t>il était par ses propres pensées</w:t>
      </w:r>
      <w:r w:rsidR="00894734">
        <w:t xml:space="preserve">. </w:t>
      </w:r>
      <w:r>
        <w:t>Il tourna sa tête sur ses oreillers et regarda le plafond</w:t>
      </w:r>
      <w:r w:rsidR="00894734">
        <w:t xml:space="preserve">. </w:t>
      </w:r>
      <w:r>
        <w:t>Je dis</w:t>
      </w:r>
      <w:r w:rsidR="00894734">
        <w:t> :</w:t>
      </w:r>
    </w:p>
    <w:p w14:paraId="01EE5B90" w14:textId="77777777" w:rsidR="00894734" w:rsidRDefault="00894734">
      <w:r>
        <w:t>— </w:t>
      </w:r>
      <w:r w:rsidR="00000000">
        <w:t>Ainsi finit la grande malédiction des Dain</w:t>
      </w:r>
      <w:r>
        <w:t>.</w:t>
      </w:r>
    </w:p>
    <w:p w14:paraId="6F74B571" w14:textId="77777777" w:rsidR="00894734" w:rsidRDefault="00000000">
      <w:r>
        <w:t>Alors il se mit à rire</w:t>
      </w:r>
      <w:r w:rsidR="00894734">
        <w:t xml:space="preserve">, </w:t>
      </w:r>
      <w:r>
        <w:t>autant qu</w:t>
      </w:r>
      <w:r w:rsidR="00894734">
        <w:t>’</w:t>
      </w:r>
      <w:r>
        <w:t>il pouvait rire de cette bo</w:t>
      </w:r>
      <w:r>
        <w:t>u</w:t>
      </w:r>
      <w:r>
        <w:t>che tordue et à demi-cachée</w:t>
      </w:r>
      <w:r w:rsidR="00894734">
        <w:t xml:space="preserve">, </w:t>
      </w:r>
      <w:r>
        <w:t>et il me dit</w:t>
      </w:r>
      <w:r w:rsidR="00894734">
        <w:t> :</w:t>
      </w:r>
    </w:p>
    <w:p w14:paraId="1D2F4550" w14:textId="77777777" w:rsidR="00894734" w:rsidRDefault="00894734">
      <w:r>
        <w:t>— </w:t>
      </w:r>
      <w:r w:rsidR="00000000">
        <w:t>J</w:t>
      </w:r>
      <w:r>
        <w:t>’</w:t>
      </w:r>
      <w:r w:rsidR="00000000">
        <w:t>allais justement vous dire</w:t>
      </w:r>
      <w:r>
        <w:t xml:space="preserve">, </w:t>
      </w:r>
      <w:r w:rsidR="00000000">
        <w:t>mon vieux</w:t>
      </w:r>
      <w:r>
        <w:t xml:space="preserve">, </w:t>
      </w:r>
      <w:r w:rsidR="00000000">
        <w:t>que je suis un Dain</w:t>
      </w:r>
      <w:r>
        <w:t xml:space="preserve">, </w:t>
      </w:r>
      <w:r w:rsidR="00000000">
        <w:t>moi-même</w:t>
      </w:r>
      <w:r>
        <w:t>.</w:t>
      </w:r>
    </w:p>
    <w:p w14:paraId="68EE554D" w14:textId="77777777" w:rsidR="00894734" w:rsidRDefault="00894734">
      <w:r>
        <w:t>— </w:t>
      </w:r>
      <w:r w:rsidR="00000000">
        <w:t>Quoi</w:t>
      </w:r>
      <w:r>
        <w:t> ?</w:t>
      </w:r>
    </w:p>
    <w:p w14:paraId="58F6FF0E" w14:textId="77777777" w:rsidR="00894734" w:rsidRDefault="00894734">
      <w:r>
        <w:t>— </w:t>
      </w:r>
      <w:r w:rsidR="00000000">
        <w:t>Oui</w:t>
      </w:r>
      <w:r>
        <w:t xml:space="preserve">. </w:t>
      </w:r>
      <w:r w:rsidR="00000000">
        <w:t>Ma mère et le grand-père maternel de Gabrielle étaient frère et sœur</w:t>
      </w:r>
      <w:r>
        <w:t xml:space="preserve">. </w:t>
      </w:r>
      <w:r w:rsidR="00000000">
        <w:t>Vous vous en irez après</w:t>
      </w:r>
      <w:r>
        <w:t xml:space="preserve">, </w:t>
      </w:r>
      <w:r w:rsidR="00000000">
        <w:t>hein</w:t>
      </w:r>
      <w:r>
        <w:t xml:space="preserve"> ! </w:t>
      </w:r>
      <w:r w:rsidR="00000000">
        <w:t>et vous me ficherez la paix</w:t>
      </w:r>
      <w:r>
        <w:t xml:space="preserve">. </w:t>
      </w:r>
      <w:r w:rsidR="00000000">
        <w:t>Je ne sais pas encore ce que je ferai</w:t>
      </w:r>
      <w:r>
        <w:t xml:space="preserve">. </w:t>
      </w:r>
      <w:r w:rsidR="00000000">
        <w:t>Mais je vais courir la chance d</w:t>
      </w:r>
      <w:r>
        <w:t>’</w:t>
      </w:r>
      <w:r w:rsidR="00000000">
        <w:t>insister sur ce sang maudit</w:t>
      </w:r>
      <w:r>
        <w:t xml:space="preserve">. </w:t>
      </w:r>
      <w:r w:rsidR="00000000">
        <w:t>Je suis un Dain</w:t>
      </w:r>
      <w:r>
        <w:t xml:space="preserve">, </w:t>
      </w:r>
      <w:r w:rsidR="00000000">
        <w:t>quoi d</w:t>
      </w:r>
      <w:r>
        <w:t>’</w:t>
      </w:r>
      <w:r w:rsidR="00000000">
        <w:t>étonnant que j</w:t>
      </w:r>
      <w:r>
        <w:t>’</w:t>
      </w:r>
      <w:r w:rsidR="00000000">
        <w:t>aie commis tant de crimes</w:t>
      </w:r>
      <w:r>
        <w:t xml:space="preserve">, </w:t>
      </w:r>
      <w:r w:rsidR="00000000">
        <w:t>tué tant de gens</w:t>
      </w:r>
      <w:r>
        <w:t xml:space="preserve"> ? </w:t>
      </w:r>
      <w:r w:rsidR="00000000">
        <w:t>Plus j</w:t>
      </w:r>
      <w:r>
        <w:t>’</w:t>
      </w:r>
      <w:r w:rsidR="00000000">
        <w:t>en aurai commis de ces meurtres</w:t>
      </w:r>
      <w:r>
        <w:t xml:space="preserve">, </w:t>
      </w:r>
      <w:r w:rsidR="00000000">
        <w:t xml:space="preserve">plus </w:t>
      </w:r>
      <w:r w:rsidR="00000000">
        <w:lastRenderedPageBreak/>
        <w:t>j</w:t>
      </w:r>
      <w:r>
        <w:t>’</w:t>
      </w:r>
      <w:r w:rsidR="00000000">
        <w:t>aurai l</w:t>
      </w:r>
      <w:r>
        <w:t>’</w:t>
      </w:r>
      <w:r w:rsidR="00000000">
        <w:t>air d</w:t>
      </w:r>
      <w:r>
        <w:t>’</w:t>
      </w:r>
      <w:r w:rsidR="00000000">
        <w:t>être le jouet d</w:t>
      </w:r>
      <w:r>
        <w:t>’</w:t>
      </w:r>
      <w:r w:rsidR="00000000">
        <w:t>un destin maudit</w:t>
      </w:r>
      <w:r>
        <w:t xml:space="preserve">. </w:t>
      </w:r>
      <w:r w:rsidR="00000000">
        <w:t>Et j</w:t>
      </w:r>
      <w:r>
        <w:t>’</w:t>
      </w:r>
      <w:r w:rsidR="00000000">
        <w:t>accumulerai les crimes</w:t>
      </w:r>
      <w:r>
        <w:t xml:space="preserve">, </w:t>
      </w:r>
      <w:r w:rsidR="00000000">
        <w:t>depuis l</w:t>
      </w:r>
      <w:r>
        <w:t>’</w:t>
      </w:r>
      <w:r w:rsidR="00000000">
        <w:t>âge du berceau</w:t>
      </w:r>
      <w:r>
        <w:t xml:space="preserve">. </w:t>
      </w:r>
      <w:r w:rsidR="00000000">
        <w:t>Même la littérature m</w:t>
      </w:r>
      <w:r>
        <w:t>’</w:t>
      </w:r>
      <w:r w:rsidR="00000000">
        <w:t>aidera</w:t>
      </w:r>
      <w:r>
        <w:t xml:space="preserve">. </w:t>
      </w:r>
      <w:r w:rsidR="00000000">
        <w:t>Tous les critiques seront d</w:t>
      </w:r>
      <w:r>
        <w:t>’</w:t>
      </w:r>
      <w:r w:rsidR="00000000">
        <w:t>accord pour reconnaître que l</w:t>
      </w:r>
      <w:r>
        <w:t>’</w:t>
      </w:r>
      <w:r w:rsidR="00000000">
        <w:t>auteur de tous mes romans ne peut être qu</w:t>
      </w:r>
      <w:r>
        <w:t>’</w:t>
      </w:r>
      <w:r w:rsidR="00000000">
        <w:t>un dégénéré</w:t>
      </w:r>
      <w:r>
        <w:t xml:space="preserve">. </w:t>
      </w:r>
      <w:r w:rsidR="00000000">
        <w:t>Je n</w:t>
      </w:r>
      <w:r>
        <w:t>’</w:t>
      </w:r>
      <w:r w:rsidR="00000000">
        <w:t>irai pas sur la chaise</w:t>
      </w:r>
      <w:r>
        <w:t xml:space="preserve">, </w:t>
      </w:r>
      <w:r w:rsidR="00000000">
        <w:t>mon vieux</w:t>
      </w:r>
      <w:r>
        <w:t xml:space="preserve">, </w:t>
      </w:r>
      <w:r w:rsidR="00000000">
        <w:t>c</w:t>
      </w:r>
      <w:r>
        <w:t>’</w:t>
      </w:r>
      <w:r w:rsidR="00000000">
        <w:t>est moi qui vous le dis</w:t>
      </w:r>
      <w:r>
        <w:t xml:space="preserve">. </w:t>
      </w:r>
      <w:r w:rsidR="00000000">
        <w:t>Et je leur apporterai mon corps mutilé</w:t>
      </w:r>
      <w:r>
        <w:t xml:space="preserve">, </w:t>
      </w:r>
      <w:r w:rsidR="00000000">
        <w:t>un bras et une jambe enlevés</w:t>
      </w:r>
      <w:r>
        <w:t xml:space="preserve">, </w:t>
      </w:r>
      <w:r w:rsidR="00000000">
        <w:t>et ce qu</w:t>
      </w:r>
      <w:r>
        <w:t>’</w:t>
      </w:r>
      <w:r w:rsidR="00000000">
        <w:t>il me reste de torse et de visage</w:t>
      </w:r>
      <w:r>
        <w:t xml:space="preserve">, </w:t>
      </w:r>
      <w:r w:rsidR="00000000">
        <w:t>une ruine d</w:t>
      </w:r>
      <w:r>
        <w:t>’</w:t>
      </w:r>
      <w:r w:rsidR="00000000">
        <w:t>homme que le ciel aura suffisamment puni ainsi de ses crimes</w:t>
      </w:r>
      <w:r>
        <w:t xml:space="preserve"> ! </w:t>
      </w:r>
      <w:r w:rsidR="00000000">
        <w:t>Peut-être deviendrai-je un modèle de piété</w:t>
      </w:r>
      <w:r>
        <w:t xml:space="preserve"> ? </w:t>
      </w:r>
      <w:r w:rsidR="00000000">
        <w:t>Quel cycle splendide et tragique</w:t>
      </w:r>
      <w:r>
        <w:t xml:space="preserve"> ! </w:t>
      </w:r>
      <w:r w:rsidR="00000000">
        <w:t>Cela me tente</w:t>
      </w:r>
      <w:r>
        <w:t xml:space="preserve">. </w:t>
      </w:r>
      <w:r w:rsidR="00000000">
        <w:t>Mais il faut que j</w:t>
      </w:r>
      <w:r>
        <w:t>’</w:t>
      </w:r>
      <w:r w:rsidR="00000000">
        <w:t>y pense sérieusement avant de me constituer prisonnier</w:t>
      </w:r>
      <w:r>
        <w:t>.</w:t>
      </w:r>
    </w:p>
    <w:p w14:paraId="1E81A257" w14:textId="77777777" w:rsidR="00894734" w:rsidRDefault="00000000">
      <w:r>
        <w:t>Il fixait sur moi son unique œil triomphant</w:t>
      </w:r>
      <w:r w:rsidR="00894734">
        <w:t xml:space="preserve">. </w:t>
      </w:r>
      <w:r>
        <w:t>Je le quittai navré</w:t>
      </w:r>
      <w:r w:rsidR="00894734">
        <w:t>.</w:t>
      </w:r>
    </w:p>
    <w:p w14:paraId="4BF0D144" w14:textId="77777777" w:rsidR="00894734" w:rsidRDefault="00000000">
      <w:r>
        <w:t>Quand je fus de retour</w:t>
      </w:r>
      <w:r w:rsidR="00894734">
        <w:t xml:space="preserve">, </w:t>
      </w:r>
      <w:r>
        <w:t>Mickey me dit</w:t>
      </w:r>
      <w:r w:rsidR="00894734">
        <w:t> :</w:t>
      </w:r>
    </w:p>
    <w:p w14:paraId="3820D860" w14:textId="77777777" w:rsidR="00894734" w:rsidRDefault="00894734">
      <w:r>
        <w:t>— </w:t>
      </w:r>
      <w:r w:rsidR="00000000">
        <w:t>Votre doux-cœur vous réclame</w:t>
      </w:r>
      <w:r>
        <w:t>.</w:t>
      </w:r>
    </w:p>
    <w:p w14:paraId="766AB6D7" w14:textId="77777777" w:rsidR="00894734" w:rsidRDefault="00000000">
      <w:r>
        <w:t>Gabrielle était assise dans son lit contre ses oreillers</w:t>
      </w:r>
      <w:r w:rsidR="00894734">
        <w:t xml:space="preserve">. </w:t>
      </w:r>
      <w:r>
        <w:t>Elle avait le visage gai</w:t>
      </w:r>
      <w:r w:rsidR="00894734">
        <w:t>.</w:t>
      </w:r>
    </w:p>
    <w:p w14:paraId="3DFF9ACF" w14:textId="77777777" w:rsidR="00894734" w:rsidRDefault="00894734">
      <w:r>
        <w:t>— </w:t>
      </w:r>
      <w:r w:rsidR="00000000">
        <w:t>Je ne vous avais pas</w:t>
      </w:r>
      <w:r>
        <w:t xml:space="preserve">, </w:t>
      </w:r>
      <w:r w:rsidR="00000000">
        <w:t>dit de vous en aller-pour toujours</w:t>
      </w:r>
      <w:r>
        <w:t xml:space="preserve">, </w:t>
      </w:r>
      <w:r w:rsidR="00000000">
        <w:t>dit-elle</w:t>
      </w:r>
      <w:r>
        <w:t xml:space="preserve">. </w:t>
      </w:r>
      <w:r w:rsidR="00000000">
        <w:t>Vous n</w:t>
      </w:r>
      <w:r>
        <w:t>’</w:t>
      </w:r>
      <w:r w:rsidR="00000000">
        <w:t>êtes pas gentil</w:t>
      </w:r>
      <w:r>
        <w:t xml:space="preserve">. </w:t>
      </w:r>
      <w:r w:rsidR="00000000">
        <w:t>J</w:t>
      </w:r>
      <w:r>
        <w:t>’</w:t>
      </w:r>
      <w:r w:rsidR="00000000">
        <w:t>ai une surprise pour vous</w:t>
      </w:r>
      <w:r>
        <w:t>.</w:t>
      </w:r>
    </w:p>
    <w:p w14:paraId="42A01F27" w14:textId="77777777" w:rsidR="00894734" w:rsidRDefault="00894734">
      <w:r>
        <w:t>— </w:t>
      </w:r>
      <w:r w:rsidR="00000000">
        <w:t>Eh bien</w:t>
      </w:r>
      <w:r>
        <w:t xml:space="preserve"> ! </w:t>
      </w:r>
      <w:r w:rsidR="00000000">
        <w:t>me voilà</w:t>
      </w:r>
      <w:r>
        <w:t xml:space="preserve"> : </w:t>
      </w:r>
      <w:r w:rsidR="00000000">
        <w:t>qu</w:t>
      </w:r>
      <w:r>
        <w:t>’</w:t>
      </w:r>
      <w:r w:rsidR="00000000">
        <w:t>est-ce que c</w:t>
      </w:r>
      <w:r>
        <w:t>’</w:t>
      </w:r>
      <w:r w:rsidR="00000000">
        <w:t>est</w:t>
      </w:r>
      <w:r>
        <w:t> ?</w:t>
      </w:r>
    </w:p>
    <w:p w14:paraId="60718D4B" w14:textId="77777777" w:rsidR="00894734" w:rsidRDefault="00894734">
      <w:r>
        <w:t>— </w:t>
      </w:r>
      <w:r w:rsidR="00000000">
        <w:t>Fermez les yeux</w:t>
      </w:r>
      <w:r>
        <w:t xml:space="preserve">. </w:t>
      </w:r>
      <w:r w:rsidR="00000000">
        <w:t>Là</w:t>
      </w:r>
      <w:r>
        <w:t xml:space="preserve">. </w:t>
      </w:r>
      <w:r w:rsidR="00000000">
        <w:t>Ouvrez-les maintenant</w:t>
      </w:r>
      <w:r>
        <w:t>.</w:t>
      </w:r>
    </w:p>
    <w:p w14:paraId="47307107" w14:textId="77777777" w:rsidR="00894734" w:rsidRDefault="00000000">
      <w:r>
        <w:t>Elle tenait à la main les huit paquets que Mary Nuñez m</w:t>
      </w:r>
      <w:r w:rsidR="00894734">
        <w:t>’</w:t>
      </w:r>
      <w:r>
        <w:t>avait volés</w:t>
      </w:r>
      <w:r w:rsidR="00894734">
        <w:t>.</w:t>
      </w:r>
    </w:p>
    <w:p w14:paraId="757FD6C1" w14:textId="77777777" w:rsidR="00894734" w:rsidRDefault="00894734">
      <w:r>
        <w:t>— </w:t>
      </w:r>
      <w:r w:rsidR="00000000">
        <w:t>Je les ai eus tout l</w:t>
      </w:r>
      <w:r>
        <w:t>’</w:t>
      </w:r>
      <w:r w:rsidR="00000000">
        <w:t>après-midi</w:t>
      </w:r>
      <w:r>
        <w:t xml:space="preserve">, </w:t>
      </w:r>
      <w:r w:rsidR="00000000">
        <w:t>me dit-elle fièrement</w:t>
      </w:r>
      <w:r>
        <w:t xml:space="preserve">. </w:t>
      </w:r>
      <w:r w:rsidR="00000000">
        <w:t>Ils portent des marques de doigts et de larmes</w:t>
      </w:r>
      <w:r>
        <w:t xml:space="preserve">, </w:t>
      </w:r>
      <w:r w:rsidR="00000000">
        <w:t>mais aucun d</w:t>
      </w:r>
      <w:r>
        <w:t>’</w:t>
      </w:r>
      <w:r w:rsidR="00000000">
        <w:t>eux n</w:t>
      </w:r>
      <w:r>
        <w:t>’</w:t>
      </w:r>
      <w:r w:rsidR="00000000">
        <w:t>a été ouvert</w:t>
      </w:r>
      <w:r>
        <w:t xml:space="preserve">, </w:t>
      </w:r>
      <w:r w:rsidR="00000000">
        <w:t>comme vous pouvez voir</w:t>
      </w:r>
      <w:r>
        <w:t>.</w:t>
      </w:r>
    </w:p>
    <w:p w14:paraId="7ED575E0" w14:textId="77777777" w:rsidR="00894734" w:rsidRDefault="00894734">
      <w:r>
        <w:lastRenderedPageBreak/>
        <w:t>— </w:t>
      </w:r>
      <w:r w:rsidR="00000000">
        <w:t>Je savais que vous ne le feriez pas</w:t>
      </w:r>
      <w:r>
        <w:t xml:space="preserve">, </w:t>
      </w:r>
      <w:r w:rsidR="00000000">
        <w:t>dis-je</w:t>
      </w:r>
      <w:r>
        <w:t xml:space="preserve">. </w:t>
      </w:r>
      <w:r w:rsidR="00000000">
        <w:t>C</w:t>
      </w:r>
      <w:r>
        <w:t>’</w:t>
      </w:r>
      <w:r w:rsidR="00000000">
        <w:t>est pour cela que je ne me suis pas donné la peine de les reprendre à Mary</w:t>
      </w:r>
      <w:r>
        <w:t>.</w:t>
      </w:r>
    </w:p>
    <w:p w14:paraId="5D1A6319" w14:textId="77777777" w:rsidR="00894734" w:rsidRDefault="00894734">
      <w:r>
        <w:t>— </w:t>
      </w:r>
      <w:r w:rsidR="00000000">
        <w:t>Vous saviez</w:t>
      </w:r>
      <w:r>
        <w:t xml:space="preserve"> ? </w:t>
      </w:r>
      <w:r w:rsidR="00000000">
        <w:t>Vous avez cru suffisamment en moi pour vous en aller et me laisser seule</w:t>
      </w:r>
      <w:r>
        <w:t> ?</w:t>
      </w:r>
    </w:p>
    <w:p w14:paraId="5CC0926D" w14:textId="77777777" w:rsidR="00894734" w:rsidRDefault="00000000">
      <w:r>
        <w:t>Évidemment</w:t>
      </w:r>
      <w:r w:rsidR="00894734">
        <w:t xml:space="preserve">, </w:t>
      </w:r>
      <w:r>
        <w:t>je me gardai bien de lui dire qu</w:t>
      </w:r>
      <w:r w:rsidR="00894734">
        <w:t>’</w:t>
      </w:r>
      <w:r>
        <w:t>il n</w:t>
      </w:r>
      <w:r w:rsidR="00894734">
        <w:t>’</w:t>
      </w:r>
      <w:r>
        <w:t>y avait plus dans ces paquets que du sucre en poudre</w:t>
      </w:r>
      <w:r w:rsidR="00894734">
        <w:t>.</w:t>
      </w:r>
    </w:p>
    <w:p w14:paraId="27662B55" w14:textId="5858ABB8" w:rsidR="00000000" w:rsidRDefault="00000000" w:rsidP="00894734">
      <w:pPr>
        <w:pStyle w:val="Titre2"/>
        <w:rPr>
          <w:szCs w:val="44"/>
        </w:rPr>
      </w:pPr>
      <w:bookmarkStart w:id="26" w:name="_Toc202288426"/>
      <w:r>
        <w:rPr>
          <w:szCs w:val="44"/>
        </w:rPr>
        <w:lastRenderedPageBreak/>
        <w:t>CHAPITRE XXII</w:t>
      </w:r>
      <w:r>
        <w:rPr>
          <w:szCs w:val="44"/>
        </w:rPr>
        <w:br/>
      </w:r>
      <w:r>
        <w:rPr>
          <w:szCs w:val="44"/>
        </w:rPr>
        <w:br/>
        <w:t>LE CYCLE TRAGIQUE</w:t>
      </w:r>
      <w:bookmarkEnd w:id="26"/>
    </w:p>
    <w:p w14:paraId="77556A3C" w14:textId="77777777" w:rsidR="00894734" w:rsidRDefault="00000000">
      <w:r>
        <w:t xml:space="preserve">Owen </w:t>
      </w:r>
      <w:proofErr w:type="spellStart"/>
      <w:r>
        <w:t>Fitzstephan</w:t>
      </w:r>
      <w:proofErr w:type="spellEnd"/>
      <w:r>
        <w:t xml:space="preserve"> refusa désormais de me voir</w:t>
      </w:r>
      <w:r w:rsidR="00894734">
        <w:t xml:space="preserve">. </w:t>
      </w:r>
      <w:r>
        <w:t>Nous ne devions plus jamais échanger une parole</w:t>
      </w:r>
      <w:r w:rsidR="00894734">
        <w:t>.</w:t>
      </w:r>
    </w:p>
    <w:p w14:paraId="0A80EF3D" w14:textId="77777777" w:rsidR="00894734" w:rsidRDefault="00000000">
      <w:r>
        <w:t>Son procès</w:t>
      </w:r>
      <w:r w:rsidR="00894734">
        <w:t xml:space="preserve">, </w:t>
      </w:r>
      <w:r>
        <w:t>quand il fut en état de paraître devant ses j</w:t>
      </w:r>
      <w:r>
        <w:t>u</w:t>
      </w:r>
      <w:r>
        <w:t>ges</w:t>
      </w:r>
      <w:r w:rsidR="00894734">
        <w:t xml:space="preserve">, </w:t>
      </w:r>
      <w:r>
        <w:t xml:space="preserve">retraça la longue série des épisodes de ce </w:t>
      </w:r>
      <w:r w:rsidR="00894734">
        <w:t>« </w:t>
      </w:r>
      <w:r>
        <w:t>cycle sple</w:t>
      </w:r>
      <w:r>
        <w:t>n</w:t>
      </w:r>
      <w:r>
        <w:t>dide</w:t>
      </w:r>
      <w:r w:rsidR="00894734">
        <w:t> »</w:t>
      </w:r>
      <w:r>
        <w:t xml:space="preserve"> dont il parlait avec un orgueil de déséquilibré</w:t>
      </w:r>
      <w:r w:rsidR="00894734">
        <w:t xml:space="preserve">. </w:t>
      </w:r>
      <w:r>
        <w:t>Il fut aussi convaincu du meurtre de Mrs</w:t>
      </w:r>
      <w:r w:rsidR="00894734">
        <w:t xml:space="preserve">. </w:t>
      </w:r>
      <w:r>
        <w:t>Cotton</w:t>
      </w:r>
      <w:r w:rsidR="00894734">
        <w:t xml:space="preserve">, </w:t>
      </w:r>
      <w:r>
        <w:t>deux témoins l</w:t>
      </w:r>
      <w:r w:rsidR="00894734">
        <w:t>’</w:t>
      </w:r>
      <w:r>
        <w:t>ayant vu sortir par la porte du jardin de la maison de Cotton</w:t>
      </w:r>
      <w:r w:rsidR="00894734">
        <w:t xml:space="preserve">, </w:t>
      </w:r>
      <w:r>
        <w:t>le matin du crime</w:t>
      </w:r>
      <w:r w:rsidR="00894734">
        <w:t xml:space="preserve">, </w:t>
      </w:r>
      <w:r>
        <w:t>et un troisième ayant parfaitement reconnu sa voiture stationnant non loin de là</w:t>
      </w:r>
      <w:r w:rsidR="00894734">
        <w:t xml:space="preserve">. </w:t>
      </w:r>
      <w:r>
        <w:t>Soumis à l</w:t>
      </w:r>
      <w:r w:rsidR="00894734">
        <w:t>’</w:t>
      </w:r>
      <w:r>
        <w:t>examen des aliénistes</w:t>
      </w:r>
      <w:r w:rsidR="00894734">
        <w:t xml:space="preserve">, </w:t>
      </w:r>
      <w:r>
        <w:t>il fut naturellement reconnu irresponsable</w:t>
      </w:r>
      <w:r w:rsidR="00894734">
        <w:t>.</w:t>
      </w:r>
    </w:p>
    <w:p w14:paraId="6EBBB742" w14:textId="77777777" w:rsidR="00894734" w:rsidRDefault="00000000">
      <w:r>
        <w:t>Il avait connu Alice Dain</w:t>
      </w:r>
      <w:r w:rsidR="00894734">
        <w:t xml:space="preserve">, </w:t>
      </w:r>
      <w:r>
        <w:t>sa cousine</w:t>
      </w:r>
      <w:r w:rsidR="00894734">
        <w:t xml:space="preserve">, </w:t>
      </w:r>
      <w:r>
        <w:t>à New-York</w:t>
      </w:r>
      <w:r w:rsidR="00894734">
        <w:t xml:space="preserve">, </w:t>
      </w:r>
      <w:r>
        <w:t>quand elle et Gabrielle</w:t>
      </w:r>
      <w:r w:rsidR="00894734">
        <w:t xml:space="preserve">, </w:t>
      </w:r>
      <w:r>
        <w:t>alors une toute jeune enfant</w:t>
      </w:r>
      <w:r w:rsidR="00894734">
        <w:t xml:space="preserve">, </w:t>
      </w:r>
      <w:r>
        <w:t>y habitaient</w:t>
      </w:r>
      <w:r w:rsidR="00894734">
        <w:t xml:space="preserve">. </w:t>
      </w:r>
      <w:r>
        <w:t>G</w:t>
      </w:r>
      <w:r>
        <w:t>a</w:t>
      </w:r>
      <w:r>
        <w:t>brielle ne put le confirmer</w:t>
      </w:r>
      <w:r w:rsidR="00894734">
        <w:t xml:space="preserve">, </w:t>
      </w:r>
      <w:r>
        <w:t>mais je suppose que ce pouvait bien être la vérité</w:t>
      </w:r>
      <w:r w:rsidR="00894734">
        <w:t xml:space="preserve">. </w:t>
      </w:r>
      <w:r>
        <w:t>Ils décidèrent de cacher leurs relations et leur p</w:t>
      </w:r>
      <w:r>
        <w:t>a</w:t>
      </w:r>
      <w:r>
        <w:t>renté aux yeux du monde</w:t>
      </w:r>
      <w:r w:rsidR="00894734">
        <w:t xml:space="preserve">, </w:t>
      </w:r>
      <w:r>
        <w:t>car Alice ne voulait pas que le père de Gabrielle</w:t>
      </w:r>
      <w:r w:rsidR="00894734">
        <w:t xml:space="preserve">, </w:t>
      </w:r>
      <w:r>
        <w:t>qu</w:t>
      </w:r>
      <w:r w:rsidR="00894734">
        <w:t>’</w:t>
      </w:r>
      <w:r>
        <w:t>elle faisait rechercher alors</w:t>
      </w:r>
      <w:r w:rsidR="00894734">
        <w:t xml:space="preserve">, </w:t>
      </w:r>
      <w:r>
        <w:t>sût qu</w:t>
      </w:r>
      <w:r w:rsidR="00894734">
        <w:t>’</w:t>
      </w:r>
      <w:r>
        <w:t>elle amenait avec elle des témoins de son dangereux passé</w:t>
      </w:r>
      <w:r w:rsidR="00894734">
        <w:t xml:space="preserve">. </w:t>
      </w:r>
      <w:r>
        <w:t>Alice était dev</w:t>
      </w:r>
      <w:r>
        <w:t>e</w:t>
      </w:r>
      <w:r>
        <w:t>nue sa maîtresse</w:t>
      </w:r>
      <w:r w:rsidR="00894734">
        <w:t xml:space="preserve">, </w:t>
      </w:r>
      <w:r>
        <w:t xml:space="preserve">dit </w:t>
      </w:r>
      <w:proofErr w:type="spellStart"/>
      <w:r>
        <w:t>Fitzstephan</w:t>
      </w:r>
      <w:proofErr w:type="spellEnd"/>
      <w:r w:rsidR="00894734">
        <w:t xml:space="preserve">. </w:t>
      </w:r>
      <w:r>
        <w:t>Cela pouvait être vrai</w:t>
      </w:r>
      <w:r w:rsidR="00894734">
        <w:t>.</w:t>
      </w:r>
    </w:p>
    <w:p w14:paraId="6644B5B4" w14:textId="77777777" w:rsidR="00894734" w:rsidRDefault="00000000">
      <w:r>
        <w:t>Quand Alice et Gabrielle eurent quitté New-York pour San Francisco</w:t>
      </w:r>
      <w:r w:rsidR="00894734">
        <w:t xml:space="preserve">, </w:t>
      </w:r>
      <w:r>
        <w:t>Owen et Alice continuèrent à correspondre</w:t>
      </w:r>
      <w:r w:rsidR="00894734">
        <w:t xml:space="preserve">. </w:t>
      </w:r>
      <w:r>
        <w:t>C</w:t>
      </w:r>
      <w:r w:rsidR="00894734">
        <w:t>’</w:t>
      </w:r>
      <w:r>
        <w:t>est à ce moment-là qu</w:t>
      </w:r>
      <w:r w:rsidR="00894734">
        <w:t>’</w:t>
      </w:r>
      <w:r>
        <w:t xml:space="preserve">il rencontra les </w:t>
      </w:r>
      <w:proofErr w:type="spellStart"/>
      <w:r>
        <w:t>Haldorn</w:t>
      </w:r>
      <w:proofErr w:type="spellEnd"/>
      <w:r w:rsidR="00894734">
        <w:t xml:space="preserve">. </w:t>
      </w:r>
      <w:r>
        <w:t>Il avait toujours eu le goût des sciences occultes</w:t>
      </w:r>
      <w:r w:rsidR="00894734">
        <w:t xml:space="preserve">, </w:t>
      </w:r>
      <w:r>
        <w:t>comme tous les maniaques</w:t>
      </w:r>
      <w:r w:rsidR="00894734">
        <w:t xml:space="preserve">. </w:t>
      </w:r>
      <w:r>
        <w:t>Il aimait aussi la mystification</w:t>
      </w:r>
      <w:r w:rsidR="00894734">
        <w:t xml:space="preserve">. </w:t>
      </w:r>
      <w:r>
        <w:t>Les beaux yeux d</w:t>
      </w:r>
      <w:r w:rsidR="00894734">
        <w:t>’</w:t>
      </w:r>
      <w:proofErr w:type="spellStart"/>
      <w:r>
        <w:t>Aaronia</w:t>
      </w:r>
      <w:proofErr w:type="spellEnd"/>
      <w:r>
        <w:t xml:space="preserve"> </w:t>
      </w:r>
      <w:proofErr w:type="spellStart"/>
      <w:r>
        <w:t>Haldorn</w:t>
      </w:r>
      <w:proofErr w:type="spellEnd"/>
      <w:r>
        <w:t xml:space="preserve"> n</w:t>
      </w:r>
      <w:r w:rsidR="00894734">
        <w:t>’</w:t>
      </w:r>
      <w:r>
        <w:t>eurent point besoin de beaucoup de regards éloquents pour le convaincre</w:t>
      </w:r>
      <w:r w:rsidR="00894734">
        <w:t xml:space="preserve">. </w:t>
      </w:r>
      <w:r>
        <w:t xml:space="preserve">Les </w:t>
      </w:r>
      <w:proofErr w:type="spellStart"/>
      <w:r>
        <w:t>Haldorn</w:t>
      </w:r>
      <w:proofErr w:type="spellEnd"/>
      <w:r>
        <w:t xml:space="preserve"> trouvèrent en </w:t>
      </w:r>
      <w:r>
        <w:lastRenderedPageBreak/>
        <w:t>Owen un associé de premier ordre qui leur apporta ses idées originales</w:t>
      </w:r>
      <w:r w:rsidR="00894734">
        <w:t xml:space="preserve">, </w:t>
      </w:r>
      <w:r>
        <w:t>ses qualités d</w:t>
      </w:r>
      <w:r w:rsidR="00894734">
        <w:t>’</w:t>
      </w:r>
      <w:r>
        <w:t>organisation et</w:t>
      </w:r>
      <w:r w:rsidR="00894734">
        <w:t xml:space="preserve">, </w:t>
      </w:r>
      <w:r>
        <w:t>ce qui ne gâte rien</w:t>
      </w:r>
      <w:r w:rsidR="00894734">
        <w:t xml:space="preserve">, </w:t>
      </w:r>
      <w:r>
        <w:t>beaucoup d</w:t>
      </w:r>
      <w:r w:rsidR="00894734">
        <w:t>’</w:t>
      </w:r>
      <w:r>
        <w:t>argent</w:t>
      </w:r>
      <w:r w:rsidR="00894734">
        <w:t xml:space="preserve">. </w:t>
      </w:r>
      <w:r>
        <w:t xml:space="preserve">Il les installa à </w:t>
      </w:r>
      <w:proofErr w:type="spellStart"/>
      <w:r>
        <w:t>Frisco</w:t>
      </w:r>
      <w:proofErr w:type="spellEnd"/>
      <w:r w:rsidR="00894734">
        <w:t xml:space="preserve">, </w:t>
      </w:r>
      <w:r>
        <w:t>mais se garda bien de s</w:t>
      </w:r>
      <w:r w:rsidR="00894734">
        <w:t>’</w:t>
      </w:r>
      <w:r>
        <w:t>afficher comme adepte du culte qu</w:t>
      </w:r>
      <w:r w:rsidR="00894734">
        <w:t>’</w:t>
      </w:r>
      <w:r>
        <w:t>il finançait</w:t>
      </w:r>
      <w:r w:rsidR="00894734">
        <w:t xml:space="preserve">, </w:t>
      </w:r>
      <w:r>
        <w:t>s</w:t>
      </w:r>
      <w:r w:rsidR="00894734">
        <w:t>’</w:t>
      </w:r>
      <w:r>
        <w:t>attachant au contraire à répandre partout la légende de son scepticisme</w:t>
      </w:r>
      <w:r w:rsidR="00894734">
        <w:t>.</w:t>
      </w:r>
    </w:p>
    <w:p w14:paraId="75666B17" w14:textId="77777777" w:rsidR="00894734" w:rsidRDefault="00000000">
      <w:proofErr w:type="spellStart"/>
      <w:r>
        <w:t>Aaronia</w:t>
      </w:r>
      <w:proofErr w:type="spellEnd"/>
      <w:r>
        <w:t>-aux-beaux-yeux devint vite sa maîtresse</w:t>
      </w:r>
      <w:r w:rsidR="00894734">
        <w:t xml:space="preserve">. </w:t>
      </w:r>
      <w:r>
        <w:t>Joseph ne fut qu</w:t>
      </w:r>
      <w:r w:rsidR="00894734">
        <w:t>’</w:t>
      </w:r>
      <w:r>
        <w:t>un pantin dans la grande famille du Temple</w:t>
      </w:r>
      <w:r w:rsidR="00894734">
        <w:t>.</w:t>
      </w:r>
    </w:p>
    <w:p w14:paraId="7EEF7E06" w14:textId="77777777" w:rsidR="00894734" w:rsidRDefault="00000000">
      <w:r>
        <w:t>À San Francisco</w:t>
      </w:r>
      <w:r w:rsidR="00894734">
        <w:t xml:space="preserve">, </w:t>
      </w:r>
      <w:r>
        <w:t xml:space="preserve">Fitz retrouva les </w:t>
      </w:r>
      <w:proofErr w:type="spellStart"/>
      <w:r>
        <w:t>Legget</w:t>
      </w:r>
      <w:proofErr w:type="spellEnd"/>
      <w:r w:rsidR="00894734">
        <w:t xml:space="preserve">, </w:t>
      </w:r>
      <w:r>
        <w:t>et Alice s</w:t>
      </w:r>
      <w:r w:rsidR="00894734">
        <w:t>’</w:t>
      </w:r>
      <w:r>
        <w:t>arrangea pour qu</w:t>
      </w:r>
      <w:r w:rsidR="00894734">
        <w:t>’</w:t>
      </w:r>
      <w:r>
        <w:t>il fût présenté à son mari par des amis co</w:t>
      </w:r>
      <w:r>
        <w:t>m</w:t>
      </w:r>
      <w:r>
        <w:t>muns</w:t>
      </w:r>
      <w:r w:rsidR="00894734">
        <w:t xml:space="preserve">. </w:t>
      </w:r>
      <w:r>
        <w:t>Gabrielle était alors une jeune fille</w:t>
      </w:r>
      <w:r w:rsidR="00894734">
        <w:t xml:space="preserve">. </w:t>
      </w:r>
      <w:r>
        <w:t xml:space="preserve">Owen </w:t>
      </w:r>
      <w:proofErr w:type="spellStart"/>
      <w:r>
        <w:t>Fitzstephan</w:t>
      </w:r>
      <w:proofErr w:type="spellEnd"/>
      <w:r>
        <w:t xml:space="preserve"> fut fasciné</w:t>
      </w:r>
      <w:r w:rsidR="00894734">
        <w:t xml:space="preserve">. </w:t>
      </w:r>
      <w:r>
        <w:t>Tout ce qu</w:t>
      </w:r>
      <w:r w:rsidR="00894734">
        <w:t>’</w:t>
      </w:r>
      <w:r>
        <w:t>elle avait d</w:t>
      </w:r>
      <w:r w:rsidR="00894734">
        <w:t>’</w:t>
      </w:r>
      <w:r>
        <w:t>étrange exerça un irrésistible a</w:t>
      </w:r>
      <w:r>
        <w:t>t</w:t>
      </w:r>
      <w:r>
        <w:t>trait sur ce déséquilibré</w:t>
      </w:r>
      <w:r w:rsidR="00894734">
        <w:t xml:space="preserve">. </w:t>
      </w:r>
      <w:r>
        <w:t>Il tenta de la conquérir</w:t>
      </w:r>
      <w:r w:rsidR="00894734">
        <w:t xml:space="preserve">, </w:t>
      </w:r>
      <w:r>
        <w:t>mais ne re</w:t>
      </w:r>
      <w:r>
        <w:t>n</w:t>
      </w:r>
      <w:r>
        <w:t>contra qu</w:t>
      </w:r>
      <w:r w:rsidR="00894734">
        <w:t>’</w:t>
      </w:r>
      <w:r>
        <w:t>indifférence</w:t>
      </w:r>
      <w:r w:rsidR="00894734">
        <w:t xml:space="preserve">. </w:t>
      </w:r>
      <w:r>
        <w:t>Rien n</w:t>
      </w:r>
      <w:r w:rsidR="00894734">
        <w:t>’</w:t>
      </w:r>
      <w:r>
        <w:t>intéressait déjà plus Gabrielle</w:t>
      </w:r>
      <w:r w:rsidR="00894734">
        <w:t xml:space="preserve">, </w:t>
      </w:r>
      <w:r>
        <w:t>en dehors de la drogue</w:t>
      </w:r>
      <w:r w:rsidR="00894734">
        <w:t xml:space="preserve">. </w:t>
      </w:r>
      <w:r>
        <w:t>Mais cet échec ne fit qu</w:t>
      </w:r>
      <w:r w:rsidR="00894734">
        <w:t>’</w:t>
      </w:r>
      <w:r>
        <w:t xml:space="preserve">exaspérer le désir de </w:t>
      </w:r>
      <w:proofErr w:type="spellStart"/>
      <w:r>
        <w:t>Fitzstephan</w:t>
      </w:r>
      <w:proofErr w:type="spellEnd"/>
      <w:r w:rsidR="00894734">
        <w:t xml:space="preserve">. </w:t>
      </w:r>
      <w:r>
        <w:t>Il se jura que Gabrielle serait à lui et rencontra en Alice une alliée</w:t>
      </w:r>
      <w:r w:rsidR="00894734">
        <w:t xml:space="preserve">. </w:t>
      </w:r>
      <w:r>
        <w:t>Sagement</w:t>
      </w:r>
      <w:r w:rsidR="00894734">
        <w:t xml:space="preserve">, </w:t>
      </w:r>
      <w:r>
        <w:t>il attendit son heure</w:t>
      </w:r>
      <w:r w:rsidR="00894734">
        <w:t>.</w:t>
      </w:r>
    </w:p>
    <w:p w14:paraId="78DDDA0E" w14:textId="77777777" w:rsidR="00894734" w:rsidRDefault="00000000">
      <w:r>
        <w:t>Cette heure vint</w:t>
      </w:r>
      <w:r w:rsidR="00894734">
        <w:t xml:space="preserve">, </w:t>
      </w:r>
      <w:r>
        <w:t>quand Upton arriva</w:t>
      </w:r>
      <w:r w:rsidR="00894734">
        <w:t xml:space="preserve">, </w:t>
      </w:r>
      <w:r>
        <w:t>exigeant le prix de son silence</w:t>
      </w:r>
      <w:r w:rsidR="00894734">
        <w:t xml:space="preserve">. </w:t>
      </w:r>
      <w:r>
        <w:t xml:space="preserve">Alice demanda son avis à </w:t>
      </w:r>
      <w:proofErr w:type="spellStart"/>
      <w:r>
        <w:t>Fitzstephan</w:t>
      </w:r>
      <w:proofErr w:type="spellEnd"/>
      <w:r w:rsidR="00894734">
        <w:t xml:space="preserve">. </w:t>
      </w:r>
      <w:r>
        <w:t>Il lui consei</w:t>
      </w:r>
      <w:r>
        <w:t>l</w:t>
      </w:r>
      <w:r>
        <w:t>la de donner les diamants à Upton et de simuler un cambri</w:t>
      </w:r>
      <w:r>
        <w:t>o</w:t>
      </w:r>
      <w:r>
        <w:t>lage</w:t>
      </w:r>
      <w:r w:rsidR="00894734">
        <w:t xml:space="preserve">. </w:t>
      </w:r>
      <w:r>
        <w:t>Ce qu</w:t>
      </w:r>
      <w:r w:rsidR="00894734">
        <w:t>’</w:t>
      </w:r>
      <w:r>
        <w:t>Alice ne devinait pas</w:t>
      </w:r>
      <w:r w:rsidR="00894734">
        <w:t xml:space="preserve">, </w:t>
      </w:r>
      <w:r>
        <w:t>c</w:t>
      </w:r>
      <w:r w:rsidR="00894734">
        <w:t>’</w:t>
      </w:r>
      <w:r>
        <w:t>est que son ancien amant f</w:t>
      </w:r>
      <w:r>
        <w:t>e</w:t>
      </w:r>
      <w:r>
        <w:t>rait bon marché d</w:t>
      </w:r>
      <w:r w:rsidR="00894734">
        <w:t>’</w:t>
      </w:r>
      <w:r>
        <w:t>elle</w:t>
      </w:r>
      <w:r w:rsidR="00894734">
        <w:t xml:space="preserve">, </w:t>
      </w:r>
      <w:r>
        <w:t>quand il le faudrait</w:t>
      </w:r>
      <w:r w:rsidR="00894734">
        <w:t xml:space="preserve">, </w:t>
      </w:r>
      <w:r>
        <w:t>pour avoir Gabrielle</w:t>
      </w:r>
      <w:r w:rsidR="00894734">
        <w:t>.</w:t>
      </w:r>
    </w:p>
    <w:p w14:paraId="03860665" w14:textId="77777777" w:rsidR="00894734" w:rsidRDefault="00000000">
      <w:r>
        <w:t>Et il le lui fit bien voir</w:t>
      </w:r>
      <w:r w:rsidR="00894734">
        <w:t xml:space="preserve">, </w:t>
      </w:r>
      <w:r>
        <w:t>quand</w:t>
      </w:r>
      <w:r w:rsidR="00894734">
        <w:t xml:space="preserve">, </w:t>
      </w:r>
      <w:r>
        <w:t>dans le laboratoire</w:t>
      </w:r>
      <w:r w:rsidR="00894734">
        <w:t xml:space="preserve">, </w:t>
      </w:r>
      <w:r>
        <w:t>il lui glissa dans la main</w:t>
      </w:r>
      <w:r w:rsidR="00894734">
        <w:t xml:space="preserve">, </w:t>
      </w:r>
      <w:r>
        <w:t>ce revolver qui devait la tuer</w:t>
      </w:r>
      <w:r w:rsidR="00894734">
        <w:t xml:space="preserve">. </w:t>
      </w:r>
      <w:r>
        <w:t>Fitz pensait que c</w:t>
      </w:r>
      <w:r w:rsidR="00894734">
        <w:t>’</w:t>
      </w:r>
      <w:r>
        <w:t>était encore la meilleure manière de clore la bouche des complices trop encombrants</w:t>
      </w:r>
      <w:r w:rsidR="00894734">
        <w:t>.</w:t>
      </w:r>
    </w:p>
    <w:p w14:paraId="46BF35BE" w14:textId="77777777" w:rsidR="00894734" w:rsidRDefault="00000000">
      <w:r>
        <w:t>Il s</w:t>
      </w:r>
      <w:r w:rsidR="00894734">
        <w:t>’</w:t>
      </w:r>
      <w:r>
        <w:t xml:space="preserve">accusa encore du meurtre de </w:t>
      </w:r>
      <w:proofErr w:type="spellStart"/>
      <w:r>
        <w:t>Legget</w:t>
      </w:r>
      <w:proofErr w:type="spellEnd"/>
      <w:r w:rsidR="00894734">
        <w:t xml:space="preserve">. </w:t>
      </w:r>
      <w:r>
        <w:t>Quand Gabrielle avait quitté la mission</w:t>
      </w:r>
      <w:r w:rsidR="00894734">
        <w:t xml:space="preserve">, </w:t>
      </w:r>
      <w:r>
        <w:t>après avoir assisté à l</w:t>
      </w:r>
      <w:r w:rsidR="00894734">
        <w:t>’</w:t>
      </w:r>
      <w:r>
        <w:t xml:space="preserve">assassinat de </w:t>
      </w:r>
      <w:proofErr w:type="spellStart"/>
      <w:r>
        <w:lastRenderedPageBreak/>
        <w:t>Ru</w:t>
      </w:r>
      <w:r>
        <w:t>p</w:t>
      </w:r>
      <w:r>
        <w:t>pert</w:t>
      </w:r>
      <w:proofErr w:type="spellEnd"/>
      <w:r w:rsidR="00894734">
        <w:t xml:space="preserve">, </w:t>
      </w:r>
      <w:r>
        <w:t>elle avait laissé un mot disant qu</w:t>
      </w:r>
      <w:r w:rsidR="00894734">
        <w:t>’</w:t>
      </w:r>
      <w:r>
        <w:t>elle partait pour toujours</w:t>
      </w:r>
      <w:r w:rsidR="00894734">
        <w:t xml:space="preserve">. </w:t>
      </w:r>
      <w:proofErr w:type="spellStart"/>
      <w:r>
        <w:t>Legget</w:t>
      </w:r>
      <w:proofErr w:type="spellEnd"/>
      <w:r w:rsidR="00894734">
        <w:t xml:space="preserve">, </w:t>
      </w:r>
      <w:r>
        <w:t>désespérée dit à sa femme qu</w:t>
      </w:r>
      <w:r w:rsidR="00894734">
        <w:t>’</w:t>
      </w:r>
      <w:r>
        <w:t>il allait partir et lui offrit de laisser une lettre dans laquelle il s</w:t>
      </w:r>
      <w:r w:rsidR="00894734">
        <w:t>’</w:t>
      </w:r>
      <w:r>
        <w:t>accuserait de ses fautes à elle</w:t>
      </w:r>
      <w:r w:rsidR="00894734">
        <w:t xml:space="preserve">. </w:t>
      </w:r>
      <w:proofErr w:type="spellStart"/>
      <w:r>
        <w:t>Fitzstephan</w:t>
      </w:r>
      <w:proofErr w:type="spellEnd"/>
      <w:r>
        <w:t xml:space="preserve"> essaya</w:t>
      </w:r>
      <w:r w:rsidR="00894734">
        <w:t xml:space="preserve">, </w:t>
      </w:r>
      <w:r>
        <w:t>de persuader Alice de supprimer pur</w:t>
      </w:r>
      <w:r>
        <w:t>e</w:t>
      </w:r>
      <w:r>
        <w:t>ment et simplement ce mari magnanime</w:t>
      </w:r>
      <w:r w:rsidR="00894734">
        <w:t xml:space="preserve">, </w:t>
      </w:r>
      <w:r>
        <w:t>mais elle refusa</w:t>
      </w:r>
      <w:r w:rsidR="00894734">
        <w:t xml:space="preserve">. </w:t>
      </w:r>
      <w:r>
        <w:t>Alors</w:t>
      </w:r>
      <w:r w:rsidR="00894734">
        <w:t xml:space="preserve">, </w:t>
      </w:r>
      <w:r>
        <w:t>il s</w:t>
      </w:r>
      <w:r w:rsidR="00894734">
        <w:t>’</w:t>
      </w:r>
      <w:r>
        <w:t>en chargea</w:t>
      </w:r>
      <w:r w:rsidR="00894734">
        <w:t>.</w:t>
      </w:r>
    </w:p>
    <w:p w14:paraId="5AE3AADF" w14:textId="42D395EC" w:rsidR="00894734" w:rsidRDefault="00000000">
      <w:r>
        <w:t>Ces deux meurtres si parfaitement réussis l</w:t>
      </w:r>
      <w:r w:rsidR="00894734">
        <w:t>’</w:t>
      </w:r>
      <w:r>
        <w:t>encouragèrent</w:t>
      </w:r>
      <w:r w:rsidR="00894734">
        <w:t xml:space="preserve">. </w:t>
      </w:r>
      <w:r>
        <w:t xml:space="preserve">Les </w:t>
      </w:r>
      <w:proofErr w:type="spellStart"/>
      <w:r>
        <w:t>Haldorn</w:t>
      </w:r>
      <w:proofErr w:type="spellEnd"/>
      <w:r>
        <w:t xml:space="preserve"> étaient entrés dans les relations des </w:t>
      </w:r>
      <w:proofErr w:type="spellStart"/>
      <w:r>
        <w:t>Legget</w:t>
      </w:r>
      <w:proofErr w:type="spellEnd"/>
      <w:r>
        <w:t xml:space="preserve"> depuis plusieurs mois</w:t>
      </w:r>
      <w:r w:rsidR="00894734">
        <w:t xml:space="preserve">. </w:t>
      </w:r>
      <w:r>
        <w:t>Le cerveau embrumé de Gabrielle devait se lai</w:t>
      </w:r>
      <w:r>
        <w:t>s</w:t>
      </w:r>
      <w:r>
        <w:t>ser séduire par ces maîtres magiciens</w:t>
      </w:r>
      <w:r w:rsidR="00894734">
        <w:t xml:space="preserve">. </w:t>
      </w:r>
      <w:r>
        <w:t>Quand elle s</w:t>
      </w:r>
      <w:r w:rsidR="00894734">
        <w:t>’</w:t>
      </w:r>
      <w:r>
        <w:t>enfuit de sa maison</w:t>
      </w:r>
      <w:r w:rsidR="00894734">
        <w:t xml:space="preserve">, </w:t>
      </w:r>
      <w:r>
        <w:t>ce fut chez eux qu</w:t>
      </w:r>
      <w:r w:rsidR="00894734">
        <w:t>’</w:t>
      </w:r>
      <w:r>
        <w:t>elle alla</w:t>
      </w:r>
      <w:r w:rsidR="00894734">
        <w:t xml:space="preserve">. </w:t>
      </w:r>
      <w:r>
        <w:t xml:space="preserve">Les </w:t>
      </w:r>
      <w:proofErr w:type="spellStart"/>
      <w:r>
        <w:t>Haldorn</w:t>
      </w:r>
      <w:proofErr w:type="spellEnd"/>
      <w:r>
        <w:t xml:space="preserve"> ne savaient pas le but réel poursuivi par l</w:t>
      </w:r>
      <w:r w:rsidR="00894734">
        <w:t>’</w:t>
      </w:r>
      <w:r>
        <w:t>écrivain</w:t>
      </w:r>
      <w:r w:rsidR="00894734">
        <w:t xml:space="preserve">. </w:t>
      </w:r>
      <w:r>
        <w:t>Ils pensaient que Gabrielle n</w:t>
      </w:r>
      <w:r w:rsidR="00894734">
        <w:t>’</w:t>
      </w:r>
      <w:r>
        <w:t>était qu</w:t>
      </w:r>
      <w:r w:rsidR="00894734">
        <w:t>’</w:t>
      </w:r>
      <w:r>
        <w:t>une cliente</w:t>
      </w:r>
      <w:r w:rsidR="00894734">
        <w:t xml:space="preserve">, </w:t>
      </w:r>
      <w:r>
        <w:t>comme les nombreuses autres qu</w:t>
      </w:r>
      <w:r w:rsidR="00894734">
        <w:t>’</w:t>
      </w:r>
      <w:r>
        <w:t>il leur avait déjà amenées</w:t>
      </w:r>
      <w:r w:rsidR="00894734">
        <w:t xml:space="preserve">. </w:t>
      </w:r>
      <w:r>
        <w:t xml:space="preserve">Mais le </w:t>
      </w:r>
      <w:r w:rsidR="00894734">
        <w:t>D</w:t>
      </w:r>
      <w:r w:rsidR="00894734" w:rsidRPr="00894734">
        <w:rPr>
          <w:vertAlign w:val="superscript"/>
        </w:rPr>
        <w:t>r</w:t>
      </w:r>
      <w:r w:rsidR="00894734">
        <w:t> </w:t>
      </w:r>
      <w:proofErr w:type="spellStart"/>
      <w:r w:rsidR="00894734">
        <w:t>R</w:t>
      </w:r>
      <w:r>
        <w:t>iese</w:t>
      </w:r>
      <w:proofErr w:type="spellEnd"/>
      <w:r w:rsidR="00894734">
        <w:t xml:space="preserve">, </w:t>
      </w:r>
      <w:r>
        <w:t>cherchant Joseph dans le Temple</w:t>
      </w:r>
      <w:r w:rsidR="00894734">
        <w:t xml:space="preserve">, </w:t>
      </w:r>
      <w:r>
        <w:t>le jour que je m</w:t>
      </w:r>
      <w:r w:rsidR="00894734">
        <w:t>’</w:t>
      </w:r>
      <w:r>
        <w:t>y étais installé</w:t>
      </w:r>
      <w:r w:rsidR="00894734">
        <w:t xml:space="preserve">, </w:t>
      </w:r>
      <w:r>
        <w:t>ouvrit une porte qui a</w:t>
      </w:r>
      <w:r>
        <w:t>u</w:t>
      </w:r>
      <w:r>
        <w:t>rait dû être verrouillée</w:t>
      </w:r>
      <w:r w:rsidR="00894734">
        <w:t xml:space="preserve">, </w:t>
      </w:r>
      <w:r>
        <w:t xml:space="preserve">et surprit les </w:t>
      </w:r>
      <w:proofErr w:type="spellStart"/>
      <w:r>
        <w:t>Haldorn</w:t>
      </w:r>
      <w:proofErr w:type="spellEnd"/>
      <w:r>
        <w:t xml:space="preserve"> et </w:t>
      </w:r>
      <w:proofErr w:type="spellStart"/>
      <w:r>
        <w:t>Fitzstephan</w:t>
      </w:r>
      <w:proofErr w:type="spellEnd"/>
      <w:r>
        <w:t xml:space="preserve"> en conférence</w:t>
      </w:r>
      <w:r w:rsidR="00894734">
        <w:t>.</w:t>
      </w:r>
    </w:p>
    <w:p w14:paraId="236487B1" w14:textId="5B6E35E6" w:rsidR="00894734" w:rsidRDefault="00000000">
      <w:r>
        <w:t>Le jeu devenait dangereux</w:t>
      </w:r>
      <w:r w:rsidR="00894734">
        <w:t xml:space="preserve">. </w:t>
      </w:r>
      <w:proofErr w:type="spellStart"/>
      <w:r>
        <w:t>Riese</w:t>
      </w:r>
      <w:proofErr w:type="spellEnd"/>
      <w:r>
        <w:t xml:space="preserve"> ne se tairait pas</w:t>
      </w:r>
      <w:r w:rsidR="00894734">
        <w:t xml:space="preserve">. </w:t>
      </w:r>
      <w:r>
        <w:t>Heureusement qu</w:t>
      </w:r>
      <w:r w:rsidR="00894734">
        <w:t>’</w:t>
      </w:r>
      <w:r>
        <w:t>on avait deux bons instruments sous la main</w:t>
      </w:r>
      <w:r w:rsidR="00894734">
        <w:t xml:space="preserve"> : </w:t>
      </w:r>
      <w:r>
        <w:t>J</w:t>
      </w:r>
      <w:r>
        <w:t>o</w:t>
      </w:r>
      <w:r>
        <w:t>seph et Minnie</w:t>
      </w:r>
      <w:r w:rsidR="00894734">
        <w:t xml:space="preserve">. </w:t>
      </w:r>
      <w:r>
        <w:t xml:space="preserve">Convaincue soigneusement que </w:t>
      </w:r>
      <w:proofErr w:type="spellStart"/>
      <w:r>
        <w:t>Riese</w:t>
      </w:r>
      <w:proofErr w:type="spellEnd"/>
      <w:r>
        <w:t xml:space="preserve"> était le démon tourmenteur de sa maîtresse</w:t>
      </w:r>
      <w:r w:rsidR="00894734">
        <w:t xml:space="preserve">, </w:t>
      </w:r>
      <w:r>
        <w:t>Minnie l</w:t>
      </w:r>
      <w:r w:rsidR="00894734">
        <w:t>’</w:t>
      </w:r>
      <w:r>
        <w:t>exécuta froid</w:t>
      </w:r>
      <w:r>
        <w:t>e</w:t>
      </w:r>
      <w:r>
        <w:t>ment</w:t>
      </w:r>
      <w:r w:rsidR="00894734">
        <w:t xml:space="preserve">. </w:t>
      </w:r>
      <w:r>
        <w:t>Mais cela avait éveillé la jalousie d</w:t>
      </w:r>
      <w:r w:rsidR="00894734">
        <w:t>’</w:t>
      </w:r>
      <w:proofErr w:type="spellStart"/>
      <w:r>
        <w:t>Aaronia</w:t>
      </w:r>
      <w:proofErr w:type="spellEnd"/>
      <w:r w:rsidR="00894734">
        <w:t xml:space="preserve">. </w:t>
      </w:r>
      <w:r>
        <w:t>Elle comprit subitement la nature de l</w:t>
      </w:r>
      <w:r w:rsidR="00894734">
        <w:t>’</w:t>
      </w:r>
      <w:r>
        <w:t xml:space="preserve">intérêt que </w:t>
      </w:r>
      <w:proofErr w:type="spellStart"/>
      <w:r>
        <w:t>Fitzstephan</w:t>
      </w:r>
      <w:proofErr w:type="spellEnd"/>
      <w:r>
        <w:t xml:space="preserve"> portait à G</w:t>
      </w:r>
      <w:r>
        <w:t>a</w:t>
      </w:r>
      <w:r>
        <w:t>brielle</w:t>
      </w:r>
      <w:r w:rsidR="00894734">
        <w:t xml:space="preserve">. </w:t>
      </w:r>
      <w:r>
        <w:t>Seulement</w:t>
      </w:r>
      <w:r w:rsidR="00894734">
        <w:t xml:space="preserve">, </w:t>
      </w:r>
      <w:r>
        <w:t>elle eut une faiblesse bien féminine</w:t>
      </w:r>
      <w:r w:rsidR="00894734">
        <w:t xml:space="preserve"> : </w:t>
      </w:r>
      <w:r>
        <w:t>cette j</w:t>
      </w:r>
      <w:r>
        <w:t>a</w:t>
      </w:r>
      <w:r>
        <w:t>lousie</w:t>
      </w:r>
      <w:r w:rsidR="00894734">
        <w:t xml:space="preserve">, </w:t>
      </w:r>
      <w:r>
        <w:t>elle la fit voir</w:t>
      </w:r>
      <w:r w:rsidR="00894734">
        <w:t xml:space="preserve">. </w:t>
      </w:r>
      <w:r>
        <w:t>Elle pouvait perdre</w:t>
      </w:r>
      <w:r>
        <w:t xml:space="preserve"> </w:t>
      </w:r>
      <w:r>
        <w:t>son amant</w:t>
      </w:r>
      <w:r w:rsidR="00894734">
        <w:t xml:space="preserve">. </w:t>
      </w:r>
      <w:r>
        <w:t>Celui-ci persuada Joseph qu</w:t>
      </w:r>
      <w:r w:rsidR="00894734">
        <w:t>’</w:t>
      </w:r>
      <w:r>
        <w:t>aucun d</w:t>
      </w:r>
      <w:r w:rsidR="00894734">
        <w:t>’</w:t>
      </w:r>
      <w:r>
        <w:t>eux ne serait sauvé</w:t>
      </w:r>
      <w:r w:rsidR="00894734">
        <w:t xml:space="preserve">, </w:t>
      </w:r>
      <w:r>
        <w:t>tant qu</w:t>
      </w:r>
      <w:r w:rsidR="00894734">
        <w:t>’</w:t>
      </w:r>
      <w:proofErr w:type="spellStart"/>
      <w:r>
        <w:t>Aaronia</w:t>
      </w:r>
      <w:proofErr w:type="spellEnd"/>
      <w:r>
        <w:t xml:space="preserve"> serait vivante</w:t>
      </w:r>
      <w:r w:rsidR="00894734">
        <w:t xml:space="preserve">. </w:t>
      </w:r>
      <w:r>
        <w:t>Quand je la sauvai d</w:t>
      </w:r>
      <w:r w:rsidR="00894734">
        <w:t>’</w:t>
      </w:r>
      <w:r>
        <w:t>une mort ce</w:t>
      </w:r>
      <w:r>
        <w:t>r</w:t>
      </w:r>
      <w:r>
        <w:t>taine</w:t>
      </w:r>
      <w:r w:rsidR="00894734">
        <w:t xml:space="preserve">, </w:t>
      </w:r>
      <w:r>
        <w:t xml:space="preserve">je sauvai aussi pour un temps </w:t>
      </w:r>
      <w:proofErr w:type="spellStart"/>
      <w:r>
        <w:t>Fitzstephan</w:t>
      </w:r>
      <w:proofErr w:type="spellEnd"/>
      <w:r w:rsidR="00894734">
        <w:t xml:space="preserve"> : </w:t>
      </w:r>
      <w:proofErr w:type="spellStart"/>
      <w:r>
        <w:t>Aaronia</w:t>
      </w:r>
      <w:proofErr w:type="spellEnd"/>
      <w:r>
        <w:t xml:space="preserve"> et Fink ne pouvaient que se taire sur la mort de </w:t>
      </w:r>
      <w:proofErr w:type="spellStart"/>
      <w:r>
        <w:t>Riese</w:t>
      </w:r>
      <w:proofErr w:type="spellEnd"/>
      <w:r w:rsidR="00894734">
        <w:t xml:space="preserve">, </w:t>
      </w:r>
      <w:r>
        <w:t>sous peine d</w:t>
      </w:r>
      <w:r w:rsidR="00894734">
        <w:t>’</w:t>
      </w:r>
      <w:r>
        <w:t>être accusés de complicité</w:t>
      </w:r>
      <w:r w:rsidR="00894734">
        <w:t>.</w:t>
      </w:r>
    </w:p>
    <w:p w14:paraId="09EBA4C1" w14:textId="77777777" w:rsidR="00894734" w:rsidRDefault="00000000">
      <w:proofErr w:type="spellStart"/>
      <w:r>
        <w:lastRenderedPageBreak/>
        <w:t>Fitzstephan</w:t>
      </w:r>
      <w:proofErr w:type="spellEnd"/>
      <w:r>
        <w:t xml:space="preserve"> croyait bien toucher au but</w:t>
      </w:r>
      <w:r w:rsidR="00894734">
        <w:t xml:space="preserve">. </w:t>
      </w:r>
      <w:r>
        <w:t>Il considérait déjà Gabrielle comme sa propriété</w:t>
      </w:r>
      <w:r w:rsidR="00894734">
        <w:t xml:space="preserve">. </w:t>
      </w:r>
      <w:r>
        <w:t>Chaque mort</w:t>
      </w:r>
      <w:r w:rsidR="00894734">
        <w:t xml:space="preserve">, </w:t>
      </w:r>
      <w:r>
        <w:t>dont elle était la cause involontaire</w:t>
      </w:r>
      <w:r w:rsidR="00894734">
        <w:t xml:space="preserve">, </w:t>
      </w:r>
      <w:r>
        <w:t>lui donnait plus de prix à ses yeux</w:t>
      </w:r>
      <w:r w:rsidR="00894734">
        <w:t xml:space="preserve">. </w:t>
      </w:r>
      <w:r>
        <w:t>Aussi</w:t>
      </w:r>
      <w:r w:rsidR="00894734">
        <w:t xml:space="preserve">, </w:t>
      </w:r>
      <w:r>
        <w:t>quand Éric enleva Gabrielle et l</w:t>
      </w:r>
      <w:r w:rsidR="00894734">
        <w:t>’</w:t>
      </w:r>
      <w:r>
        <w:t>épousa</w:t>
      </w:r>
      <w:r w:rsidR="00894734">
        <w:t xml:space="preserve">, </w:t>
      </w:r>
      <w:proofErr w:type="spellStart"/>
      <w:r>
        <w:t>Fitzstephan</w:t>
      </w:r>
      <w:proofErr w:type="spellEnd"/>
      <w:r>
        <w:t xml:space="preserve"> n</w:t>
      </w:r>
      <w:r w:rsidR="00894734">
        <w:t>’</w:t>
      </w:r>
      <w:r>
        <w:t>hésita pas</w:t>
      </w:r>
      <w:r w:rsidR="00894734">
        <w:t xml:space="preserve">. </w:t>
      </w:r>
      <w:r>
        <w:t>Éric devait mourir</w:t>
      </w:r>
      <w:r w:rsidR="00894734">
        <w:t>.</w:t>
      </w:r>
    </w:p>
    <w:p w14:paraId="47891BC8" w14:textId="77777777" w:rsidR="00894734" w:rsidRDefault="00000000">
      <w:r>
        <w:t>Un an avant</w:t>
      </w:r>
      <w:r w:rsidR="00894734">
        <w:t xml:space="preserve">, </w:t>
      </w:r>
      <w:r>
        <w:t>Mrs</w:t>
      </w:r>
      <w:r w:rsidR="00894734">
        <w:t xml:space="preserve">. </w:t>
      </w:r>
      <w:r>
        <w:t>Fink</w:t>
      </w:r>
      <w:r w:rsidR="00894734">
        <w:t xml:space="preserve">, </w:t>
      </w:r>
      <w:r>
        <w:t>le forgeron de village</w:t>
      </w:r>
      <w:r w:rsidR="00894734">
        <w:t xml:space="preserve">, </w:t>
      </w:r>
      <w:r>
        <w:t>lui avait r</w:t>
      </w:r>
      <w:r>
        <w:t>e</w:t>
      </w:r>
      <w:r>
        <w:t>commandé</w:t>
      </w:r>
      <w:r w:rsidR="00894734">
        <w:t xml:space="preserve">, </w:t>
      </w:r>
      <w:r>
        <w:t>comme lieu de repos</w:t>
      </w:r>
      <w:r w:rsidR="00894734">
        <w:t xml:space="preserve">, </w:t>
      </w:r>
      <w:r>
        <w:t>Quesada</w:t>
      </w:r>
      <w:r w:rsidR="00894734">
        <w:t xml:space="preserve">, </w:t>
      </w:r>
      <w:r>
        <w:t>le village où vivait encore son cher Harvey</w:t>
      </w:r>
      <w:r w:rsidR="00894734">
        <w:t xml:space="preserve">, </w:t>
      </w:r>
      <w:r>
        <w:t>le fils qu</w:t>
      </w:r>
      <w:r w:rsidR="00894734">
        <w:t>’</w:t>
      </w:r>
      <w:r>
        <w:t>elle avait eu d</w:t>
      </w:r>
      <w:r w:rsidR="00894734">
        <w:t>’</w:t>
      </w:r>
      <w:r>
        <w:t>un premier m</w:t>
      </w:r>
      <w:r>
        <w:t>a</w:t>
      </w:r>
      <w:r>
        <w:t>riage</w:t>
      </w:r>
      <w:r w:rsidR="00894734">
        <w:t xml:space="preserve">. </w:t>
      </w:r>
      <w:r>
        <w:t>Fitz et Harvey s</w:t>
      </w:r>
      <w:r w:rsidR="00894734">
        <w:t>’</w:t>
      </w:r>
      <w:r>
        <w:t>étaient liés pendant les vacances du r</w:t>
      </w:r>
      <w:r>
        <w:t>o</w:t>
      </w:r>
      <w:r>
        <w:t>mancier</w:t>
      </w:r>
      <w:r w:rsidR="00894734">
        <w:t>.</w:t>
      </w:r>
    </w:p>
    <w:p w14:paraId="5F0D442F" w14:textId="77777777" w:rsidR="00894734" w:rsidRDefault="00000000">
      <w:r>
        <w:t>Aussi</w:t>
      </w:r>
      <w:r w:rsidR="00894734">
        <w:t xml:space="preserve">, </w:t>
      </w:r>
      <w:r>
        <w:t xml:space="preserve">quand Collinson dit à </w:t>
      </w:r>
      <w:proofErr w:type="spellStart"/>
      <w:r>
        <w:t>Fitzstephan</w:t>
      </w:r>
      <w:proofErr w:type="spellEnd"/>
      <w:r>
        <w:t xml:space="preserve"> qu</w:t>
      </w:r>
      <w:r w:rsidR="00894734">
        <w:t>’</w:t>
      </w:r>
      <w:r>
        <w:t>il cherchait un coin tranquille pour que sa femme pût s</w:t>
      </w:r>
      <w:r w:rsidR="00894734">
        <w:t>’</w:t>
      </w:r>
      <w:r>
        <w:t>y reposer</w:t>
      </w:r>
      <w:r w:rsidR="00894734">
        <w:t xml:space="preserve">, </w:t>
      </w:r>
      <w:r>
        <w:t>celui-ci</w:t>
      </w:r>
      <w:r w:rsidR="00894734">
        <w:t xml:space="preserve">, </w:t>
      </w:r>
      <w:r>
        <w:t>qui avait bien compris tout ce qu</w:t>
      </w:r>
      <w:r w:rsidR="00894734">
        <w:t>’</w:t>
      </w:r>
      <w:r>
        <w:t xml:space="preserve">on pouvait demander à un Harvey </w:t>
      </w:r>
      <w:proofErr w:type="spellStart"/>
      <w:r>
        <w:t>Whidden</w:t>
      </w:r>
      <w:proofErr w:type="spellEnd"/>
      <w:r w:rsidR="00894734">
        <w:t xml:space="preserve">, </w:t>
      </w:r>
      <w:r>
        <w:t>recommanda Quesada à Collinson</w:t>
      </w:r>
      <w:r w:rsidR="00894734">
        <w:t xml:space="preserve">. </w:t>
      </w:r>
      <w:r>
        <w:t>Et Fitz traita avec Harvey pour mille dollars</w:t>
      </w:r>
      <w:r w:rsidR="00894734">
        <w:t>.</w:t>
      </w:r>
    </w:p>
    <w:p w14:paraId="10E27806" w14:textId="77777777" w:rsidR="00894734" w:rsidRDefault="00000000">
      <w:r>
        <w:t>Après s</w:t>
      </w:r>
      <w:r w:rsidR="00894734">
        <w:t>’</w:t>
      </w:r>
      <w:r>
        <w:t>être soigneusement dopé au whisky</w:t>
      </w:r>
      <w:r w:rsidR="00894734">
        <w:t xml:space="preserve">, </w:t>
      </w:r>
      <w:proofErr w:type="spellStart"/>
      <w:r>
        <w:t>Whidden</w:t>
      </w:r>
      <w:proofErr w:type="spellEnd"/>
      <w:r>
        <w:t xml:space="preserve"> a</w:t>
      </w:r>
      <w:r>
        <w:t>c</w:t>
      </w:r>
      <w:r>
        <w:t>complit sa besogne</w:t>
      </w:r>
      <w:r w:rsidR="00894734">
        <w:t xml:space="preserve">. </w:t>
      </w:r>
      <w:r>
        <w:t>Collinson au fond du ravin</w:t>
      </w:r>
      <w:r w:rsidR="00894734">
        <w:t xml:space="preserve">, </w:t>
      </w:r>
      <w:proofErr w:type="spellStart"/>
      <w:r>
        <w:t>Whidden</w:t>
      </w:r>
      <w:proofErr w:type="spellEnd"/>
      <w:r>
        <w:t xml:space="preserve"> eut quelque dégoût qu</w:t>
      </w:r>
      <w:r w:rsidR="00894734">
        <w:t>’</w:t>
      </w:r>
      <w:r>
        <w:t>il s</w:t>
      </w:r>
      <w:r w:rsidR="00894734">
        <w:t>’</w:t>
      </w:r>
      <w:r>
        <w:t>empressa d</w:t>
      </w:r>
      <w:r w:rsidR="00894734">
        <w:t>’</w:t>
      </w:r>
      <w:r>
        <w:t>aller noyer au fond d</w:t>
      </w:r>
      <w:r w:rsidR="00894734">
        <w:t>’</w:t>
      </w:r>
      <w:r>
        <w:t>autres nombreux verres</w:t>
      </w:r>
      <w:r w:rsidR="00894734">
        <w:t xml:space="preserve">. </w:t>
      </w:r>
      <w:r>
        <w:t xml:space="preserve">Puis il prit le dernier train pour </w:t>
      </w:r>
      <w:proofErr w:type="spellStart"/>
      <w:r>
        <w:t>Frisco</w:t>
      </w:r>
      <w:proofErr w:type="spellEnd"/>
      <w:r w:rsidR="00894734">
        <w:t xml:space="preserve">. </w:t>
      </w:r>
      <w:r>
        <w:t>Là</w:t>
      </w:r>
      <w:r w:rsidR="00894734">
        <w:t xml:space="preserve">, </w:t>
      </w:r>
      <w:r>
        <w:t>il téléphona à son patron pour réclamer le prix de l</w:t>
      </w:r>
      <w:r w:rsidR="00894734">
        <w:t>’</w:t>
      </w:r>
      <w:r>
        <w:t>assassinat</w:t>
      </w:r>
      <w:r w:rsidR="00894734">
        <w:t xml:space="preserve">. </w:t>
      </w:r>
      <w:r>
        <w:t>Ce coup de téléphone n</w:t>
      </w:r>
      <w:r w:rsidR="00894734">
        <w:t>’</w:t>
      </w:r>
      <w:r>
        <w:t>était pas prévu</w:t>
      </w:r>
      <w:r w:rsidR="00894734">
        <w:t xml:space="preserve">. </w:t>
      </w:r>
      <w:r>
        <w:t xml:space="preserve">La communication avait été passée à </w:t>
      </w:r>
      <w:proofErr w:type="spellStart"/>
      <w:r>
        <w:t>Fitzstephan</w:t>
      </w:r>
      <w:proofErr w:type="spellEnd"/>
      <w:r>
        <w:t xml:space="preserve"> par le portier</w:t>
      </w:r>
      <w:r w:rsidR="00894734">
        <w:t xml:space="preserve">. </w:t>
      </w:r>
      <w:r>
        <w:t xml:space="preserve">Le romancier eut soudain peur que les mots bégayés par </w:t>
      </w:r>
      <w:proofErr w:type="spellStart"/>
      <w:r>
        <w:t>Whidden</w:t>
      </w:r>
      <w:proofErr w:type="spellEnd"/>
      <w:r w:rsidR="00894734">
        <w:t> : « </w:t>
      </w:r>
      <w:r>
        <w:t>Je l</w:t>
      </w:r>
      <w:r w:rsidR="00894734">
        <w:t>’</w:t>
      </w:r>
      <w:r>
        <w:t>ai tué</w:t>
      </w:r>
      <w:r w:rsidR="00894734">
        <w:t xml:space="preserve">… </w:t>
      </w:r>
      <w:r>
        <w:t>mon a</w:t>
      </w:r>
      <w:r>
        <w:t>r</w:t>
      </w:r>
      <w:r>
        <w:t>gent</w:t>
      </w:r>
      <w:r w:rsidR="00894734">
        <w:t> »</w:t>
      </w:r>
      <w:r>
        <w:t xml:space="preserve"> aient été entendus par des oreilles indiscrètes</w:t>
      </w:r>
      <w:r w:rsidR="00894734">
        <w:t xml:space="preserve">, </w:t>
      </w:r>
      <w:r>
        <w:t>et il décl</w:t>
      </w:r>
      <w:r>
        <w:t>a</w:t>
      </w:r>
      <w:r>
        <w:t>ra qu</w:t>
      </w:r>
      <w:r w:rsidR="00894734">
        <w:t>’</w:t>
      </w:r>
      <w:r>
        <w:t>il ne comprenait rien à tout cela</w:t>
      </w:r>
      <w:r w:rsidR="00894734">
        <w:t xml:space="preserve">, </w:t>
      </w:r>
      <w:r>
        <w:t>que ce ne pouvait être qu</w:t>
      </w:r>
      <w:r w:rsidR="00894734">
        <w:t>’</w:t>
      </w:r>
      <w:r>
        <w:t>une mauvaise plaisanterie</w:t>
      </w:r>
      <w:r w:rsidR="00894734">
        <w:t>.</w:t>
      </w:r>
    </w:p>
    <w:p w14:paraId="7159FE82" w14:textId="77777777" w:rsidR="00894734" w:rsidRDefault="00000000">
      <w:r>
        <w:t>Furieux</w:t>
      </w:r>
      <w:r w:rsidR="00894734">
        <w:t xml:space="preserve">, </w:t>
      </w:r>
      <w:r>
        <w:t>et pensant que Fitz jouait avec lui un double jeu</w:t>
      </w:r>
      <w:r w:rsidR="00894734">
        <w:t xml:space="preserve">, </w:t>
      </w:r>
      <w:proofErr w:type="spellStart"/>
      <w:r>
        <w:t>Whidden</w:t>
      </w:r>
      <w:proofErr w:type="spellEnd"/>
      <w:r w:rsidR="00894734">
        <w:t xml:space="preserve">, </w:t>
      </w:r>
      <w:r>
        <w:t>qui avait bien compris ce que Gabrielle représentait pour son complice</w:t>
      </w:r>
      <w:r w:rsidR="00894734">
        <w:t xml:space="preserve">, </w:t>
      </w:r>
      <w:r>
        <w:t>enleva la jeune femme</w:t>
      </w:r>
      <w:r w:rsidR="00894734">
        <w:t xml:space="preserve">, </w:t>
      </w:r>
      <w:r>
        <w:t>envoyant ce billet où il réclamait</w:t>
      </w:r>
      <w:r w:rsidR="00894734">
        <w:t xml:space="preserve">, </w:t>
      </w:r>
      <w:r>
        <w:t>pour la rendre</w:t>
      </w:r>
      <w:r w:rsidR="00894734">
        <w:t xml:space="preserve">, </w:t>
      </w:r>
      <w:r>
        <w:t>non pas mille</w:t>
      </w:r>
      <w:r w:rsidR="00894734">
        <w:t xml:space="preserve">, </w:t>
      </w:r>
      <w:r>
        <w:t>mais dix mille do</w:t>
      </w:r>
      <w:r>
        <w:t>l</w:t>
      </w:r>
      <w:r>
        <w:t>lars</w:t>
      </w:r>
      <w:r w:rsidR="00894734">
        <w:t>.</w:t>
      </w:r>
    </w:p>
    <w:p w14:paraId="3A8868A4" w14:textId="77777777" w:rsidR="00894734" w:rsidRDefault="00000000">
      <w:r>
        <w:lastRenderedPageBreak/>
        <w:t>Fitz continua le jeu et me montra la lettre</w:t>
      </w:r>
      <w:r w:rsidR="00894734">
        <w:t xml:space="preserve">. </w:t>
      </w:r>
      <w:r>
        <w:t>Il avait déso</w:t>
      </w:r>
      <w:r>
        <w:t>r</w:t>
      </w:r>
      <w:r>
        <w:t>mais une raison pour venir à Quesada</w:t>
      </w:r>
      <w:r w:rsidR="00894734">
        <w:t xml:space="preserve">. </w:t>
      </w:r>
      <w:r>
        <w:t>Mais il y vint en avance</w:t>
      </w:r>
      <w:r w:rsidR="00894734">
        <w:t xml:space="preserve">, </w:t>
      </w:r>
      <w:r>
        <w:t>pendant la nuit</w:t>
      </w:r>
      <w:r w:rsidR="00894734">
        <w:t xml:space="preserve">, </w:t>
      </w:r>
      <w:r>
        <w:t>et fila tout droit à la maison du major pour d</w:t>
      </w:r>
      <w:r>
        <w:t>e</w:t>
      </w:r>
      <w:r>
        <w:t>mander à Mrs</w:t>
      </w:r>
      <w:r w:rsidR="00894734">
        <w:t xml:space="preserve">. </w:t>
      </w:r>
      <w:r>
        <w:t>Cotton</w:t>
      </w:r>
      <w:r w:rsidR="00894734">
        <w:t xml:space="preserve">, </w:t>
      </w:r>
      <w:r>
        <w:t xml:space="preserve">dont il connaissait la liaison avec </w:t>
      </w:r>
      <w:proofErr w:type="spellStart"/>
      <w:r>
        <w:t>Whi</w:t>
      </w:r>
      <w:r>
        <w:t>d</w:t>
      </w:r>
      <w:r>
        <w:t>den</w:t>
      </w:r>
      <w:proofErr w:type="spellEnd"/>
      <w:r w:rsidR="00894734">
        <w:t xml:space="preserve">, </w:t>
      </w:r>
      <w:r>
        <w:t>où il pourrait trouver son homme</w:t>
      </w:r>
      <w:r w:rsidR="00894734">
        <w:t xml:space="preserve">. </w:t>
      </w:r>
      <w:proofErr w:type="spellStart"/>
      <w:r>
        <w:t>Whidden</w:t>
      </w:r>
      <w:proofErr w:type="spellEnd"/>
      <w:r>
        <w:t xml:space="preserve"> était là</w:t>
      </w:r>
      <w:r w:rsidR="00894734">
        <w:t xml:space="preserve">. </w:t>
      </w:r>
      <w:r>
        <w:t>Fitz n</w:t>
      </w:r>
      <w:r w:rsidR="00894734">
        <w:t>’</w:t>
      </w:r>
      <w:r>
        <w:t>eut pas de mal à lui faire comprendre que son imprudence imbécile d</w:t>
      </w:r>
      <w:r w:rsidR="00894734">
        <w:t>’</w:t>
      </w:r>
      <w:r>
        <w:t>un soir d</w:t>
      </w:r>
      <w:r w:rsidR="00894734">
        <w:t>’</w:t>
      </w:r>
      <w:r>
        <w:t>ivresse l</w:t>
      </w:r>
      <w:r w:rsidR="00894734">
        <w:t>’</w:t>
      </w:r>
      <w:r>
        <w:t>avait obligé à faire l</w:t>
      </w:r>
      <w:r w:rsidR="00894734">
        <w:t>’</w:t>
      </w:r>
      <w:r>
        <w:t>ignorant et à divulguer le coup de téléphone et la lettre</w:t>
      </w:r>
      <w:r w:rsidR="00894734">
        <w:t xml:space="preserve">. </w:t>
      </w:r>
      <w:proofErr w:type="spellStart"/>
      <w:r>
        <w:t>Whidden</w:t>
      </w:r>
      <w:proofErr w:type="spellEnd"/>
      <w:r>
        <w:t xml:space="preserve"> partit et Fitz resta avec Mrs</w:t>
      </w:r>
      <w:r w:rsidR="00894734">
        <w:t xml:space="preserve">. </w:t>
      </w:r>
      <w:r>
        <w:t>Cotton</w:t>
      </w:r>
      <w:r w:rsidR="00894734">
        <w:t xml:space="preserve">. </w:t>
      </w:r>
      <w:r>
        <w:t>Elle en savait trop</w:t>
      </w:r>
      <w:r w:rsidR="00894734">
        <w:t xml:space="preserve">, </w:t>
      </w:r>
      <w:r>
        <w:t>elle était condamnée</w:t>
      </w:r>
      <w:r w:rsidR="00894734">
        <w:t xml:space="preserve">. </w:t>
      </w:r>
      <w:r>
        <w:t xml:space="preserve">La récente expérience du cas </w:t>
      </w:r>
      <w:proofErr w:type="spellStart"/>
      <w:r>
        <w:t>Legget</w:t>
      </w:r>
      <w:proofErr w:type="spellEnd"/>
      <w:r w:rsidR="00894734">
        <w:t xml:space="preserve">, </w:t>
      </w:r>
      <w:r>
        <w:t>suggéra à Fitz l</w:t>
      </w:r>
      <w:r w:rsidR="00894734">
        <w:t>’</w:t>
      </w:r>
      <w:r>
        <w:t>idée de lui faire écrire une lettre</w:t>
      </w:r>
      <w:r w:rsidR="00894734">
        <w:t xml:space="preserve">, </w:t>
      </w:r>
      <w:r>
        <w:t>précisant à son avantage quelques points mystérieux</w:t>
      </w:r>
      <w:r w:rsidR="00894734">
        <w:t xml:space="preserve">. </w:t>
      </w:r>
      <w:r>
        <w:t>Puis il l</w:t>
      </w:r>
      <w:r w:rsidR="00894734">
        <w:t>’</w:t>
      </w:r>
      <w:r>
        <w:t>étrangla</w:t>
      </w:r>
      <w:r w:rsidR="00894734">
        <w:t>.</w:t>
      </w:r>
    </w:p>
    <w:p w14:paraId="449D5FE2" w14:textId="77777777" w:rsidR="00894734" w:rsidRDefault="00000000">
      <w:r>
        <w:t xml:space="preserve">Il y avait encore </w:t>
      </w:r>
      <w:proofErr w:type="spellStart"/>
      <w:r>
        <w:t>Whidden</w:t>
      </w:r>
      <w:proofErr w:type="spellEnd"/>
      <w:r w:rsidR="00894734">
        <w:t xml:space="preserve">. </w:t>
      </w:r>
      <w:r>
        <w:t>On a vu que c</w:t>
      </w:r>
      <w:r w:rsidR="00894734">
        <w:t>’</w:t>
      </w:r>
      <w:r>
        <w:t>était facile</w:t>
      </w:r>
      <w:r w:rsidR="00894734">
        <w:t>.</w:t>
      </w:r>
    </w:p>
    <w:p w14:paraId="5B05D5B6" w14:textId="77777777" w:rsidR="00894734" w:rsidRDefault="00000000">
      <w:proofErr w:type="spellStart"/>
      <w:r>
        <w:t>Fitzstephan</w:t>
      </w:r>
      <w:proofErr w:type="spellEnd"/>
      <w:r>
        <w:t xml:space="preserve"> fut interné dans un asile d</w:t>
      </w:r>
      <w:r w:rsidR="00894734">
        <w:t>’</w:t>
      </w:r>
      <w:r>
        <w:t>aliénés</w:t>
      </w:r>
      <w:r w:rsidR="00894734">
        <w:t xml:space="preserve">. </w:t>
      </w:r>
      <w:r>
        <w:t>Un an après</w:t>
      </w:r>
      <w:r w:rsidR="00894734">
        <w:t xml:space="preserve">, </w:t>
      </w:r>
      <w:r>
        <w:t>on le relâcha</w:t>
      </w:r>
      <w:r w:rsidR="00894734">
        <w:t xml:space="preserve">. </w:t>
      </w:r>
      <w:r>
        <w:t>Je ne pense pas que les psychiatres l</w:t>
      </w:r>
      <w:r w:rsidR="00894734">
        <w:t>’</w:t>
      </w:r>
      <w:r>
        <w:t>ont pu croire guéri</w:t>
      </w:r>
      <w:r w:rsidR="00894734">
        <w:t xml:space="preserve">, </w:t>
      </w:r>
      <w:r>
        <w:t>mais</w:t>
      </w:r>
      <w:r w:rsidR="00894734">
        <w:t xml:space="preserve">, </w:t>
      </w:r>
      <w:r>
        <w:t>sans doute</w:t>
      </w:r>
      <w:r w:rsidR="00894734">
        <w:t xml:space="preserve">, </w:t>
      </w:r>
      <w:r>
        <w:t>mutilé</w:t>
      </w:r>
      <w:r w:rsidR="00894734">
        <w:t xml:space="preserve">, </w:t>
      </w:r>
      <w:r>
        <w:t>comme il l</w:t>
      </w:r>
      <w:r w:rsidR="00894734">
        <w:t>’</w:t>
      </w:r>
      <w:r>
        <w:t>est</w:t>
      </w:r>
      <w:r w:rsidR="00894734">
        <w:t xml:space="preserve">, </w:t>
      </w:r>
      <w:r>
        <w:t>l</w:t>
      </w:r>
      <w:r w:rsidR="00894734">
        <w:t>’</w:t>
      </w:r>
      <w:r>
        <w:t>a-t-on j</w:t>
      </w:r>
      <w:r>
        <w:t>u</w:t>
      </w:r>
      <w:r>
        <w:t>gé hors d</w:t>
      </w:r>
      <w:r w:rsidR="00894734">
        <w:t>’</w:t>
      </w:r>
      <w:r>
        <w:t>état de nuire</w:t>
      </w:r>
      <w:r w:rsidR="00894734">
        <w:t xml:space="preserve">. </w:t>
      </w:r>
      <w:proofErr w:type="spellStart"/>
      <w:r>
        <w:t>Aaronia</w:t>
      </w:r>
      <w:proofErr w:type="spellEnd"/>
      <w:r>
        <w:t xml:space="preserve"> </w:t>
      </w:r>
      <w:proofErr w:type="spellStart"/>
      <w:r>
        <w:t>Haldorn</w:t>
      </w:r>
      <w:proofErr w:type="spellEnd"/>
      <w:r>
        <w:t xml:space="preserve"> ne l</w:t>
      </w:r>
      <w:r w:rsidR="00894734">
        <w:t>’</w:t>
      </w:r>
      <w:r>
        <w:t>a pas abandonné</w:t>
      </w:r>
      <w:r w:rsidR="00894734">
        <w:t xml:space="preserve">. </w:t>
      </w:r>
      <w:r>
        <w:t>Ils se sont exilés ensemble</w:t>
      </w:r>
      <w:r w:rsidR="00894734">
        <w:t>.</w:t>
      </w:r>
    </w:p>
    <w:p w14:paraId="20A98C5B" w14:textId="77777777" w:rsidR="00894734" w:rsidRDefault="00000000">
      <w:r>
        <w:t>Nous n</w:t>
      </w:r>
      <w:r w:rsidR="00894734">
        <w:t>’</w:t>
      </w:r>
      <w:r>
        <w:t>avons jamais su ce qu</w:t>
      </w:r>
      <w:r w:rsidR="00894734">
        <w:t>’</w:t>
      </w:r>
      <w:r>
        <w:t xml:space="preserve">était devenu </w:t>
      </w:r>
      <w:r w:rsidR="00894734">
        <w:t>« </w:t>
      </w:r>
      <w:r>
        <w:t>le forgeron de village</w:t>
      </w:r>
      <w:r w:rsidR="00894734">
        <w:t> ».</w:t>
      </w:r>
    </w:p>
    <w:p w14:paraId="249AC4CB" w14:textId="77777777" w:rsidR="00894734" w:rsidRDefault="00000000">
      <w:r>
        <w:t>Fink ramassa quinze ans de détention pour l</w:t>
      </w:r>
      <w:r w:rsidR="00894734">
        <w:t>’</w:t>
      </w:r>
      <w:r>
        <w:t>histoire de la bombe</w:t>
      </w:r>
      <w:r w:rsidR="00894734">
        <w:t xml:space="preserve">, </w:t>
      </w:r>
      <w:r>
        <w:t>cette bombe que Fitz avait prise sans méfiance</w:t>
      </w:r>
      <w:r w:rsidR="00894734">
        <w:t xml:space="preserve">, </w:t>
      </w:r>
      <w:r>
        <w:t>pensant que c</w:t>
      </w:r>
      <w:r w:rsidR="00894734">
        <w:t>’</w:t>
      </w:r>
      <w:r>
        <w:t>était quelque chose que lui envoyait sa maîtresse</w:t>
      </w:r>
      <w:r w:rsidR="00894734">
        <w:t>.</w:t>
      </w:r>
    </w:p>
    <w:p w14:paraId="1F9C8055" w14:textId="77777777" w:rsidR="00894734" w:rsidRDefault="00000000">
      <w:r>
        <w:t>Fitz déclara encore qu</w:t>
      </w:r>
      <w:r w:rsidR="00894734">
        <w:t>’</w:t>
      </w:r>
      <w:r>
        <w:t xml:space="preserve">Alice </w:t>
      </w:r>
      <w:proofErr w:type="spellStart"/>
      <w:r>
        <w:t>Legget</w:t>
      </w:r>
      <w:proofErr w:type="spellEnd"/>
      <w:r>
        <w:t xml:space="preserve"> lui avait avoué en son temps que c</w:t>
      </w:r>
      <w:r w:rsidR="00894734">
        <w:t>’</w:t>
      </w:r>
      <w:r>
        <w:t>était elle-même qui avait tué sa sœur</w:t>
      </w:r>
      <w:r w:rsidR="00894734">
        <w:t xml:space="preserve">. </w:t>
      </w:r>
      <w:r>
        <w:t>Et Gabrielle ne demanda pas mieux que de croire à la fin de ce cauchemar</w:t>
      </w:r>
      <w:r w:rsidR="00894734">
        <w:t xml:space="preserve">. </w:t>
      </w:r>
      <w:r>
        <w:t>Je fus un instant tenté d</w:t>
      </w:r>
      <w:r w:rsidR="00894734">
        <w:t>’</w:t>
      </w:r>
      <w:r>
        <w:t xml:space="preserve">écrire à notre correspondant de Paris pour lui demander des renseignements </w:t>
      </w:r>
      <w:r>
        <w:lastRenderedPageBreak/>
        <w:t>complémentaires sur cette affaire</w:t>
      </w:r>
      <w:r w:rsidR="00894734">
        <w:t xml:space="preserve">, </w:t>
      </w:r>
      <w:r>
        <w:t>mais je pensai que cela ne regardait plus personne</w:t>
      </w:r>
      <w:r w:rsidR="00894734">
        <w:t xml:space="preserve">, </w:t>
      </w:r>
      <w:r>
        <w:t>excepté Gabrielle</w:t>
      </w:r>
      <w:r w:rsidR="00894734">
        <w:t xml:space="preserve">, </w:t>
      </w:r>
      <w:r>
        <w:t>et elle se montre maintenant si parfaitement heureuse que j</w:t>
      </w:r>
      <w:r w:rsidR="00894734">
        <w:t>’</w:t>
      </w:r>
      <w:r>
        <w:t>aurais scrupule à troubler cette quiétude si ch</w:t>
      </w:r>
      <w:r>
        <w:t>è</w:t>
      </w:r>
      <w:r>
        <w:t>rement acquise</w:t>
      </w:r>
      <w:r w:rsidR="00894734">
        <w:t>.</w:t>
      </w:r>
    </w:p>
    <w:p w14:paraId="1B634AAA" w14:textId="77777777" w:rsidR="00894734" w:rsidRDefault="00000000">
      <w:r>
        <w:t>Et c</w:t>
      </w:r>
      <w:r w:rsidR="00894734">
        <w:t>’</w:t>
      </w:r>
      <w:r>
        <w:t>est comme cela que prit fin la fameuse malédiction des Dain</w:t>
      </w:r>
      <w:r w:rsidR="00894734">
        <w:t>.</w:t>
      </w:r>
    </w:p>
    <w:p w14:paraId="1744CAE7" w14:textId="51F411FF" w:rsidR="00000000" w:rsidRDefault="00000000" w:rsidP="00894734">
      <w:pPr>
        <w:pStyle w:val="Centr"/>
      </w:pPr>
      <w:r>
        <w:t>FIN</w:t>
      </w:r>
    </w:p>
    <w:p w14:paraId="4528B292" w14:textId="77777777" w:rsidR="00000000" w:rsidRDefault="00000000">
      <w:pPr>
        <w:sectPr w:rsidR="00000000" w:rsidSect="004E32BB">
          <w:footerReference w:type="default" r:id="rId10"/>
          <w:pgSz w:w="11906" w:h="16838" w:code="9"/>
          <w:pgMar w:top="1134" w:right="1134" w:bottom="1134" w:left="1134" w:header="709" w:footer="709" w:gutter="0"/>
          <w:cols w:space="708"/>
          <w:titlePg/>
          <w:docGrid w:linePitch="360"/>
        </w:sectPr>
      </w:pPr>
    </w:p>
    <w:p w14:paraId="45575CC9" w14:textId="77777777" w:rsidR="00000000" w:rsidRDefault="00000000" w:rsidP="00894734">
      <w:pPr>
        <w:pStyle w:val="Titre1"/>
        <w:spacing w:before="0" w:after="480"/>
      </w:pPr>
      <w:bookmarkStart w:id="27" w:name="_Toc202288427"/>
      <w:r>
        <w:lastRenderedPageBreak/>
        <w:t>À propos de cette édition électronique</w:t>
      </w:r>
      <w:bookmarkEnd w:id="27"/>
    </w:p>
    <w:p w14:paraId="67CC1253" w14:textId="77777777" w:rsidR="00AE6611" w:rsidRPr="00633842" w:rsidRDefault="00AE6611" w:rsidP="00AE6611">
      <w:pPr>
        <w:spacing w:before="180" w:after="180"/>
        <w:ind w:firstLine="0"/>
        <w:jc w:val="center"/>
        <w:rPr>
          <w:b/>
          <w:bCs/>
          <w:szCs w:val="32"/>
        </w:rPr>
      </w:pPr>
      <w:r w:rsidRPr="00633842">
        <w:rPr>
          <w:b/>
          <w:bCs/>
          <w:szCs w:val="32"/>
        </w:rPr>
        <w:t>Texte libre de droits.</w:t>
      </w:r>
    </w:p>
    <w:p w14:paraId="1AE7EFCB" w14:textId="77777777" w:rsidR="00AE6611" w:rsidRPr="00633842" w:rsidRDefault="00AE6611" w:rsidP="00AE6611">
      <w:pPr>
        <w:pStyle w:val="Centr"/>
        <w:spacing w:before="180" w:after="180"/>
      </w:pPr>
      <w:r w:rsidRPr="00633842">
        <w:t>Corrections, édition, conversion informatique et public</w:t>
      </w:r>
      <w:r w:rsidRPr="00633842">
        <w:t>a</w:t>
      </w:r>
      <w:r w:rsidRPr="00633842">
        <w:t>tion par le groupe :</w:t>
      </w:r>
    </w:p>
    <w:p w14:paraId="4EE6F8F7" w14:textId="77777777" w:rsidR="00AE6611" w:rsidRPr="00633842" w:rsidRDefault="00AE6611" w:rsidP="00AE6611">
      <w:pPr>
        <w:spacing w:before="180" w:after="180"/>
        <w:ind w:firstLine="0"/>
        <w:jc w:val="center"/>
        <w:rPr>
          <w:b/>
          <w:bCs/>
          <w:i/>
          <w:iCs/>
          <w:szCs w:val="32"/>
        </w:rPr>
      </w:pPr>
      <w:proofErr w:type="gramStart"/>
      <w:r w:rsidRPr="00633842">
        <w:rPr>
          <w:b/>
          <w:bCs/>
          <w:i/>
          <w:iCs/>
          <w:szCs w:val="32"/>
        </w:rPr>
        <w:t>Ebooks</w:t>
      </w:r>
      <w:proofErr w:type="gramEnd"/>
      <w:r w:rsidRPr="00633842">
        <w:rPr>
          <w:b/>
          <w:bCs/>
          <w:i/>
          <w:iCs/>
          <w:szCs w:val="32"/>
        </w:rPr>
        <w:t xml:space="preserve"> libres et gratuits</w:t>
      </w:r>
    </w:p>
    <w:p w14:paraId="0DE9FABE" w14:textId="77777777" w:rsidR="00AE6611" w:rsidRPr="00633842" w:rsidRDefault="00AE6611" w:rsidP="00AE6611">
      <w:pPr>
        <w:pStyle w:val="Centr"/>
        <w:spacing w:before="180" w:after="180"/>
      </w:pPr>
      <w:hyperlink r:id="rId11" w:history="1">
        <w:r w:rsidRPr="00F74CD6">
          <w:rPr>
            <w:rStyle w:val="Lienhypertexte"/>
          </w:rPr>
          <w:t>https://groups.google.com/g/ebooksgratuits</w:t>
        </w:r>
      </w:hyperlink>
    </w:p>
    <w:p w14:paraId="64450AC9" w14:textId="32861BFB" w:rsidR="00AE6611" w:rsidRPr="00633842" w:rsidRDefault="00AE6611" w:rsidP="00AE6611">
      <w:pPr>
        <w:pStyle w:val="Centr"/>
        <w:spacing w:before="180" w:after="180"/>
      </w:pPr>
      <w:r w:rsidRPr="00633842">
        <w:t>Adresse du site web du groupe :</w:t>
      </w:r>
      <w:r w:rsidRPr="00633842">
        <w:br/>
      </w:r>
      <w:hyperlink r:id="rId12" w:history="1">
        <w:r w:rsidRPr="00AE6611">
          <w:rPr>
            <w:rStyle w:val="Lienhypertexte"/>
            <w:szCs w:val="32"/>
          </w:rPr>
          <w:t>http</w:t>
        </w:r>
        <w:r w:rsidRPr="00AE6611">
          <w:rPr>
            <w:rStyle w:val="Lienhypertexte"/>
            <w:szCs w:val="32"/>
          </w:rPr>
          <w:t>s</w:t>
        </w:r>
        <w:r w:rsidRPr="00AE6611">
          <w:rPr>
            <w:rStyle w:val="Lienhypertexte"/>
            <w:szCs w:val="32"/>
          </w:rPr>
          <w:t>://www.ebooksgratuits.com/</w:t>
        </w:r>
      </w:hyperlink>
    </w:p>
    <w:p w14:paraId="47BBB0F6" w14:textId="77777777" w:rsidR="00AE6611" w:rsidRPr="00633842" w:rsidRDefault="00AE6611" w:rsidP="00AE6611">
      <w:pPr>
        <w:pStyle w:val="Centr"/>
        <w:spacing w:before="180" w:after="180"/>
      </w:pPr>
      <w:r w:rsidRPr="00633842">
        <w:t>—</w:t>
      </w:r>
    </w:p>
    <w:p w14:paraId="0680B572" w14:textId="388F4F46" w:rsidR="00AE6611" w:rsidRPr="00633842" w:rsidRDefault="00AE6611" w:rsidP="00AE6611">
      <w:pPr>
        <w:spacing w:before="180" w:after="180"/>
        <w:ind w:firstLine="0"/>
        <w:jc w:val="center"/>
        <w:rPr>
          <w:b/>
          <w:bCs/>
          <w:szCs w:val="32"/>
        </w:rPr>
      </w:pPr>
      <w:r>
        <w:rPr>
          <w:b/>
          <w:bCs/>
          <w:szCs w:val="32"/>
        </w:rPr>
        <w:t>Jui</w:t>
      </w:r>
      <w:r>
        <w:rPr>
          <w:b/>
          <w:bCs/>
          <w:szCs w:val="32"/>
        </w:rPr>
        <w:t>llet</w:t>
      </w:r>
      <w:r>
        <w:rPr>
          <w:b/>
          <w:bCs/>
          <w:szCs w:val="32"/>
        </w:rPr>
        <w:t xml:space="preserve"> 20</w:t>
      </w:r>
      <w:r>
        <w:rPr>
          <w:b/>
          <w:bCs/>
          <w:szCs w:val="32"/>
        </w:rPr>
        <w:t>2</w:t>
      </w:r>
      <w:r>
        <w:rPr>
          <w:b/>
          <w:bCs/>
          <w:szCs w:val="32"/>
        </w:rPr>
        <w:t>5</w:t>
      </w:r>
    </w:p>
    <w:p w14:paraId="12BD955B" w14:textId="77777777" w:rsidR="00AE6611" w:rsidRPr="00633842" w:rsidRDefault="00AE6611" w:rsidP="00AE6611">
      <w:pPr>
        <w:pStyle w:val="Centr"/>
        <w:spacing w:before="180" w:after="180"/>
      </w:pPr>
      <w:r w:rsidRPr="00633842">
        <w:t>—</w:t>
      </w:r>
    </w:p>
    <w:p w14:paraId="0E178DB7" w14:textId="77777777" w:rsidR="00AE6611" w:rsidRPr="00633842" w:rsidRDefault="00AE6611" w:rsidP="00AE6611">
      <w:pPr>
        <w:spacing w:before="180" w:after="180"/>
      </w:pPr>
      <w:r w:rsidRPr="00633842">
        <w:t>– </w:t>
      </w:r>
      <w:r w:rsidRPr="00633842">
        <w:rPr>
          <w:b/>
        </w:rPr>
        <w:t>Élaboration de ce livre électronique</w:t>
      </w:r>
      <w:r w:rsidRPr="00633842">
        <w:t> :</w:t>
      </w:r>
    </w:p>
    <w:p w14:paraId="38A46E29" w14:textId="5DB0FF69" w:rsidR="00AE6611" w:rsidRPr="00633842" w:rsidRDefault="00AE6611" w:rsidP="00AE6611">
      <w:pPr>
        <w:spacing w:before="180" w:after="180"/>
      </w:pPr>
      <w:r w:rsidRPr="00633842">
        <w:t xml:space="preserve">Les membres de </w:t>
      </w:r>
      <w:proofErr w:type="gramStart"/>
      <w:r w:rsidRPr="00633842">
        <w:rPr>
          <w:i/>
        </w:rPr>
        <w:t>Ebooks</w:t>
      </w:r>
      <w:proofErr w:type="gramEnd"/>
      <w:r w:rsidRPr="00633842">
        <w:rPr>
          <w:i/>
        </w:rPr>
        <w:t xml:space="preserve"> libres et gratuits</w:t>
      </w:r>
      <w:r w:rsidRPr="00633842">
        <w:t xml:space="preserve"> qui ont participé à l’élaboration de ce livre, sont :</w:t>
      </w:r>
      <w:r>
        <w:t xml:space="preserve"> </w:t>
      </w:r>
      <w:proofErr w:type="spellStart"/>
      <w:r w:rsidRPr="00AE6611">
        <w:t>YvetteT</w:t>
      </w:r>
      <w:proofErr w:type="spellEnd"/>
      <w:r w:rsidRPr="00AE6611">
        <w:t xml:space="preserve">, Jean-Marc, </w:t>
      </w:r>
      <w:proofErr w:type="spellStart"/>
      <w:r w:rsidRPr="00AE6611">
        <w:t>GilbertC</w:t>
      </w:r>
      <w:proofErr w:type="spellEnd"/>
      <w:r>
        <w:t xml:space="preserve">, </w:t>
      </w:r>
      <w:proofErr w:type="spellStart"/>
      <w:r>
        <w:t>Coolmicro</w:t>
      </w:r>
      <w:proofErr w:type="spellEnd"/>
      <w:r>
        <w:t>.</w:t>
      </w:r>
    </w:p>
    <w:p w14:paraId="1722FC14" w14:textId="77777777" w:rsidR="00AE6611" w:rsidRPr="00633842" w:rsidRDefault="00AE6611" w:rsidP="00AE6611">
      <w:pPr>
        <w:spacing w:before="180" w:after="180"/>
      </w:pPr>
      <w:r w:rsidRPr="00633842">
        <w:t>– </w:t>
      </w:r>
      <w:r w:rsidRPr="00633842">
        <w:rPr>
          <w:b/>
        </w:rPr>
        <w:t>Dispositions</w:t>
      </w:r>
      <w:r w:rsidRPr="00633842">
        <w:t> :</w:t>
      </w:r>
    </w:p>
    <w:p w14:paraId="342D554C" w14:textId="77777777" w:rsidR="00AE6611" w:rsidRPr="00633842" w:rsidRDefault="00AE6611" w:rsidP="00AE6611">
      <w:pPr>
        <w:spacing w:before="180" w:after="180"/>
      </w:pPr>
      <w:r w:rsidRPr="00633842">
        <w:t xml:space="preserve">Les livres que nous mettons à votre disposition, sont des textes libres de droits, que vous pouvez utiliser librement, </w:t>
      </w:r>
      <w:r w:rsidRPr="00633842">
        <w:rPr>
          <w:u w:val="single"/>
        </w:rPr>
        <w:t>à une fin non commerciale et non professionnelle</w:t>
      </w:r>
      <w:r w:rsidRPr="00633842">
        <w:t>. Tout lien vers notre site est bienvenu…</w:t>
      </w:r>
    </w:p>
    <w:p w14:paraId="4A2E09C5" w14:textId="77777777" w:rsidR="00AE6611" w:rsidRPr="00633842" w:rsidRDefault="00AE6611" w:rsidP="00AE6611">
      <w:pPr>
        <w:spacing w:before="180" w:after="180"/>
      </w:pPr>
      <w:r w:rsidRPr="00633842">
        <w:t>– </w:t>
      </w:r>
      <w:r w:rsidRPr="00633842">
        <w:rPr>
          <w:b/>
        </w:rPr>
        <w:t>Qualité</w:t>
      </w:r>
      <w:r w:rsidRPr="00633842">
        <w:t> :</w:t>
      </w:r>
    </w:p>
    <w:p w14:paraId="63399724" w14:textId="77777777" w:rsidR="00AE6611" w:rsidRPr="00633842" w:rsidRDefault="00AE6611" w:rsidP="00AE6611">
      <w:pPr>
        <w:spacing w:before="180" w:after="180"/>
      </w:pPr>
      <w:r w:rsidRPr="00633842">
        <w:t>Les textes sont livrés tels quels sans garantie de leur int</w:t>
      </w:r>
      <w:r w:rsidRPr="00633842">
        <w:t>é</w:t>
      </w:r>
      <w:r w:rsidRPr="00633842">
        <w:t>grité parfaite par rapport à l'original. Nous rappelons que c'est un travail d'amateurs non rétribués et que nous essayons de promouvoir la culture littéraire avec de maigres moyens.</w:t>
      </w:r>
    </w:p>
    <w:p w14:paraId="33683258" w14:textId="77777777" w:rsidR="00AE6611" w:rsidRPr="00633842" w:rsidRDefault="00AE6611" w:rsidP="00AE6611">
      <w:pPr>
        <w:spacing w:before="180" w:after="180"/>
        <w:ind w:firstLine="0"/>
        <w:jc w:val="center"/>
        <w:rPr>
          <w:i/>
          <w:iCs/>
          <w:szCs w:val="32"/>
        </w:rPr>
      </w:pPr>
      <w:r w:rsidRPr="00633842">
        <w:rPr>
          <w:i/>
          <w:iCs/>
          <w:szCs w:val="32"/>
        </w:rPr>
        <w:t>Votre aide est la bienvenue !</w:t>
      </w:r>
    </w:p>
    <w:p w14:paraId="3470472A" w14:textId="25FBBC74" w:rsidR="006E76FE" w:rsidRDefault="00AE6611" w:rsidP="00AE6611">
      <w:pPr>
        <w:pStyle w:val="Centr"/>
        <w:suppressAutoHyphens/>
        <w:spacing w:before="180" w:after="180"/>
      </w:pPr>
      <w:r w:rsidRPr="00633842">
        <w:t>VOUS POUVEZ NOUS AIDER À FAIRE CONNAÎTRE CES CLASSIQUES LITTÉRAIRES.</w:t>
      </w:r>
    </w:p>
    <w:sectPr w:rsidR="006E76FE" w:rsidSect="00894734">
      <w:pgSz w:w="11906" w:h="16838" w:code="9"/>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A770E3" w14:textId="77777777" w:rsidR="006E76FE" w:rsidRDefault="006E76FE">
      <w:r>
        <w:separator/>
      </w:r>
    </w:p>
  </w:endnote>
  <w:endnote w:type="continuationSeparator" w:id="0">
    <w:p w14:paraId="2BE22C97" w14:textId="77777777" w:rsidR="006E76FE" w:rsidRDefault="006E7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9B962C" w14:textId="77777777" w:rsidR="00000000" w:rsidRDefault="00000000">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98589" w14:textId="77777777" w:rsidR="00000000" w:rsidRDefault="00000000">
    <w:pPr>
      <w:pStyle w:val="Pieddepage"/>
      <w:rPr>
        <w:sz w:val="30"/>
        <w:szCs w:val="30"/>
      </w:rPr>
    </w:pPr>
    <w:r>
      <w:rPr>
        <w:sz w:val="30"/>
        <w:szCs w:val="30"/>
      </w:rPr>
      <w:t xml:space="preserve">– </w:t>
    </w:r>
    <w:r>
      <w:rPr>
        <w:rStyle w:val="Numrodepage"/>
        <w:sz w:val="30"/>
        <w:szCs w:val="30"/>
      </w:rPr>
      <w:fldChar w:fldCharType="begin"/>
    </w:r>
    <w:r>
      <w:rPr>
        <w:rStyle w:val="Numrodepage"/>
        <w:sz w:val="30"/>
        <w:szCs w:val="30"/>
      </w:rPr>
      <w:instrText xml:space="preserve"> PAGE </w:instrText>
    </w:r>
    <w:r>
      <w:rPr>
        <w:rStyle w:val="Numrodepage"/>
        <w:sz w:val="30"/>
        <w:szCs w:val="30"/>
      </w:rPr>
      <w:fldChar w:fldCharType="separate"/>
    </w:r>
    <w:r>
      <w:rPr>
        <w:rStyle w:val="Numrodepage"/>
        <w:noProof/>
        <w:sz w:val="30"/>
        <w:szCs w:val="30"/>
      </w:rPr>
      <w:t>197</w:t>
    </w:r>
    <w:r>
      <w:rPr>
        <w:rStyle w:val="Numrodepage"/>
        <w:sz w:val="30"/>
        <w:szCs w:val="30"/>
      </w:rPr>
      <w:fldChar w:fldCharType="end"/>
    </w:r>
    <w:r>
      <w:rPr>
        <w:rStyle w:val="Numrodepage"/>
        <w:sz w:val="30"/>
        <w:szCs w:val="3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161664" w14:textId="77777777" w:rsidR="006E76FE" w:rsidRDefault="006E76FE">
      <w:r>
        <w:separator/>
      </w:r>
    </w:p>
  </w:footnote>
  <w:footnote w:type="continuationSeparator" w:id="0">
    <w:p w14:paraId="0D21CBF4" w14:textId="77777777" w:rsidR="006E76FE" w:rsidRDefault="006E76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10000"/>
    <w:multiLevelType w:val="multilevel"/>
    <w:tmpl w:val="00000000"/>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1" w15:restartNumberingAfterBreak="0">
    <w:nsid w:val="00010001"/>
    <w:multiLevelType w:val="multilevel"/>
    <w:tmpl w:val="00000000"/>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2"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850879826">
    <w:abstractNumId w:val="12"/>
  </w:num>
  <w:num w:numId="2" w16cid:durableId="1409814050">
    <w:abstractNumId w:val="13"/>
  </w:num>
  <w:num w:numId="3" w16cid:durableId="1848598337">
    <w:abstractNumId w:val="14"/>
  </w:num>
  <w:num w:numId="4" w16cid:durableId="31225422">
    <w:abstractNumId w:val="15"/>
  </w:num>
  <w:num w:numId="5" w16cid:durableId="1689024505">
    <w:abstractNumId w:val="8"/>
  </w:num>
  <w:num w:numId="6" w16cid:durableId="1310595644">
    <w:abstractNumId w:val="3"/>
  </w:num>
  <w:num w:numId="7" w16cid:durableId="660429191">
    <w:abstractNumId w:val="2"/>
  </w:num>
  <w:num w:numId="8" w16cid:durableId="1602179031">
    <w:abstractNumId w:val="1"/>
  </w:num>
  <w:num w:numId="9" w16cid:durableId="995646914">
    <w:abstractNumId w:val="0"/>
  </w:num>
  <w:num w:numId="10" w16cid:durableId="792017267">
    <w:abstractNumId w:val="9"/>
  </w:num>
  <w:num w:numId="11" w16cid:durableId="597104542">
    <w:abstractNumId w:val="7"/>
  </w:num>
  <w:num w:numId="12" w16cid:durableId="1145976878">
    <w:abstractNumId w:val="6"/>
  </w:num>
  <w:num w:numId="13" w16cid:durableId="1849518389">
    <w:abstractNumId w:val="5"/>
  </w:num>
  <w:num w:numId="14" w16cid:durableId="1806267478">
    <w:abstractNumId w:val="4"/>
  </w:num>
  <w:num w:numId="15" w16cid:durableId="1520698576">
    <w:abstractNumId w:val="10"/>
  </w:num>
  <w:num w:numId="16" w16cid:durableId="130685978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09"/>
  <w:autoHyphenation/>
  <w:hyphenationZone w:val="284"/>
  <w:doNotHyphenateCaps/>
  <w:noPunctuationKerning/>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942"/>
    <w:rsid w:val="00104942"/>
    <w:rsid w:val="001577DA"/>
    <w:rsid w:val="002A55C8"/>
    <w:rsid w:val="004E32BB"/>
    <w:rsid w:val="00634890"/>
    <w:rsid w:val="006C4C59"/>
    <w:rsid w:val="006E76FE"/>
    <w:rsid w:val="0082135E"/>
    <w:rsid w:val="00894734"/>
    <w:rsid w:val="00A20850"/>
    <w:rsid w:val="00A57D82"/>
    <w:rsid w:val="00AE66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4D4A8B"/>
  <w15:chartTrackingRefBased/>
  <w15:docId w15:val="{A5412774-C73B-4FAE-B8F6-64E33A1DC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6611"/>
    <w:pPr>
      <w:spacing w:before="240" w:after="240"/>
      <w:ind w:firstLine="680"/>
      <w:jc w:val="both"/>
    </w:pPr>
    <w:rPr>
      <w:rFonts w:ascii="Amasis30" w:hAnsi="Amasis30"/>
      <w:sz w:val="36"/>
      <w:szCs w:val="24"/>
    </w:rPr>
  </w:style>
  <w:style w:type="paragraph" w:styleId="Titre1">
    <w:name w:val="heading 1"/>
    <w:basedOn w:val="Normal"/>
    <w:next w:val="Normal"/>
    <w:qFormat/>
    <w:rsid w:val="00634890"/>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AE6611"/>
    <w:pPr>
      <w:keepNext/>
      <w:keepLines/>
      <w:pageBreakBefore/>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634890"/>
    <w:pPr>
      <w:keepNext/>
      <w:suppressAutoHyphens/>
      <w:spacing w:before="480"/>
      <w:ind w:firstLine="0"/>
      <w:jc w:val="center"/>
      <w:outlineLvl w:val="2"/>
    </w:pPr>
    <w:rPr>
      <w:rFonts w:cs="Arial"/>
      <w:b/>
      <w:bCs/>
      <w:sz w:val="40"/>
      <w:szCs w:val="36"/>
    </w:rPr>
  </w:style>
  <w:style w:type="character" w:default="1" w:styleId="Policepardfaut">
    <w:name w:val="Default Paragraph Font"/>
    <w:semiHidden/>
    <w:rsid w:val="00634890"/>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semiHidden/>
    <w:rsid w:val="00634890"/>
  </w:style>
  <w:style w:type="character" w:styleId="Lienhypertexte">
    <w:name w:val="Hyperlink"/>
    <w:uiPriority w:val="99"/>
    <w:rsid w:val="00634890"/>
    <w:rPr>
      <w:rFonts w:ascii="Amasis30" w:hAnsi="Amasis30"/>
      <w:color w:val="004080"/>
      <w:u w:val="single"/>
    </w:rPr>
  </w:style>
  <w:style w:type="paragraph" w:styleId="Explorateurdedocuments">
    <w:name w:val="Document Map"/>
    <w:basedOn w:val="Normal"/>
    <w:semiHidden/>
    <w:pPr>
      <w:shd w:val="clear" w:color="auto" w:fill="000080"/>
    </w:pPr>
    <w:rPr>
      <w:rFonts w:ascii="Tahoma" w:hAnsi="Tahoma" w:cs="Tahoma"/>
    </w:rPr>
  </w:style>
  <w:style w:type="paragraph" w:styleId="TM1">
    <w:name w:val="toc 1"/>
    <w:basedOn w:val="Normal"/>
    <w:next w:val="Normal"/>
    <w:autoRedefine/>
    <w:uiPriority w:val="39"/>
    <w:rsid w:val="00634890"/>
    <w:pPr>
      <w:tabs>
        <w:tab w:val="right" w:leader="dot" w:pos="9639"/>
      </w:tabs>
      <w:spacing w:before="180" w:after="180"/>
      <w:ind w:firstLine="0"/>
      <w:jc w:val="left"/>
    </w:pPr>
    <w:rPr>
      <w:bCs/>
      <w:iCs/>
      <w:noProof/>
      <w:color w:val="000080"/>
      <w:szCs w:val="28"/>
    </w:rPr>
  </w:style>
  <w:style w:type="paragraph" w:styleId="En-tte">
    <w:name w:val="header"/>
    <w:basedOn w:val="Normal"/>
    <w:rsid w:val="00634890"/>
    <w:pPr>
      <w:tabs>
        <w:tab w:val="center" w:pos="4536"/>
        <w:tab w:val="right" w:pos="9072"/>
      </w:tabs>
    </w:pPr>
  </w:style>
  <w:style w:type="paragraph" w:styleId="Pieddepage">
    <w:name w:val="footer"/>
    <w:basedOn w:val="Normal"/>
    <w:rsid w:val="00634890"/>
    <w:pPr>
      <w:tabs>
        <w:tab w:val="center" w:pos="4536"/>
        <w:tab w:val="right" w:pos="9072"/>
      </w:tabs>
      <w:ind w:firstLine="0"/>
      <w:jc w:val="center"/>
    </w:pPr>
    <w:rPr>
      <w:sz w:val="32"/>
    </w:rPr>
  </w:style>
  <w:style w:type="character" w:styleId="Numrodepage">
    <w:name w:val="page number"/>
    <w:basedOn w:val="Policepardfaut"/>
    <w:rsid w:val="00634890"/>
  </w:style>
  <w:style w:type="paragraph" w:styleId="TM2">
    <w:name w:val="toc 2"/>
    <w:basedOn w:val="Normal"/>
    <w:next w:val="Normal"/>
    <w:autoRedefine/>
    <w:uiPriority w:val="39"/>
    <w:rsid w:val="00634890"/>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634890"/>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634890"/>
    <w:pPr>
      <w:ind w:left="780"/>
    </w:pPr>
  </w:style>
  <w:style w:type="paragraph" w:styleId="TM5">
    <w:name w:val="toc 5"/>
    <w:basedOn w:val="Normal"/>
    <w:next w:val="Normal"/>
    <w:autoRedefine/>
    <w:semiHidden/>
    <w:rsid w:val="00634890"/>
    <w:pPr>
      <w:ind w:left="1040"/>
    </w:pPr>
  </w:style>
  <w:style w:type="paragraph" w:styleId="TM6">
    <w:name w:val="toc 6"/>
    <w:basedOn w:val="Normal"/>
    <w:next w:val="Normal"/>
    <w:autoRedefine/>
    <w:semiHidden/>
    <w:rsid w:val="00634890"/>
    <w:pPr>
      <w:ind w:left="1300"/>
    </w:pPr>
  </w:style>
  <w:style w:type="paragraph" w:styleId="TM7">
    <w:name w:val="toc 7"/>
    <w:basedOn w:val="Normal"/>
    <w:next w:val="Normal"/>
    <w:autoRedefine/>
    <w:semiHidden/>
    <w:rsid w:val="00634890"/>
    <w:pPr>
      <w:ind w:left="1560"/>
    </w:pPr>
  </w:style>
  <w:style w:type="paragraph" w:styleId="TM8">
    <w:name w:val="toc 8"/>
    <w:basedOn w:val="Normal"/>
    <w:next w:val="Normal"/>
    <w:autoRedefine/>
    <w:semiHidden/>
    <w:rsid w:val="00634890"/>
    <w:pPr>
      <w:ind w:left="1820"/>
    </w:pPr>
  </w:style>
  <w:style w:type="paragraph" w:styleId="TM9">
    <w:name w:val="toc 9"/>
    <w:basedOn w:val="Normal"/>
    <w:next w:val="Normal"/>
    <w:autoRedefine/>
    <w:semiHidden/>
    <w:rsid w:val="00634890"/>
    <w:pPr>
      <w:ind w:left="2080"/>
    </w:pPr>
  </w:style>
  <w:style w:type="character" w:styleId="Appelnotedebasdep">
    <w:name w:val="footnote reference"/>
    <w:qFormat/>
    <w:rsid w:val="00634890"/>
    <w:rPr>
      <w:rFonts w:ascii="Amasis30" w:hAnsi="Amasis30"/>
      <w:b/>
      <w:sz w:val="36"/>
      <w:vertAlign w:val="superscript"/>
    </w:rPr>
  </w:style>
  <w:style w:type="paragraph" w:styleId="Notedebasdepage">
    <w:name w:val="footnote text"/>
    <w:basedOn w:val="Taille-1Normal"/>
    <w:qFormat/>
    <w:rsid w:val="00634890"/>
    <w:rPr>
      <w:szCs w:val="30"/>
    </w:rPr>
  </w:style>
  <w:style w:type="paragraph" w:customStyle="1" w:styleId="Taille-1Normal">
    <w:name w:val="Taille-1Normal"/>
    <w:basedOn w:val="Normal"/>
    <w:rsid w:val="00634890"/>
    <w:rPr>
      <w:sz w:val="32"/>
      <w:szCs w:val="28"/>
    </w:rPr>
  </w:style>
  <w:style w:type="paragraph" w:customStyle="1" w:styleId="Auteur">
    <w:name w:val="Auteur"/>
    <w:basedOn w:val="Normal"/>
    <w:rsid w:val="00634890"/>
    <w:pPr>
      <w:spacing w:before="0" w:after="1800"/>
      <w:ind w:right="851" w:firstLine="0"/>
      <w:jc w:val="right"/>
    </w:pPr>
    <w:rPr>
      <w:sz w:val="48"/>
    </w:rPr>
  </w:style>
  <w:style w:type="paragraph" w:customStyle="1" w:styleId="Titrelivre">
    <w:name w:val="Titre_livre"/>
    <w:basedOn w:val="Normal"/>
    <w:rsid w:val="00634890"/>
    <w:pPr>
      <w:spacing w:before="0" w:after="1200"/>
      <w:ind w:left="2268" w:right="851" w:firstLine="0"/>
      <w:jc w:val="right"/>
    </w:pPr>
    <w:rPr>
      <w:b/>
      <w:bCs/>
      <w:sz w:val="72"/>
    </w:rPr>
  </w:style>
  <w:style w:type="paragraph" w:customStyle="1" w:styleId="Soustitrelivre">
    <w:name w:val="Sous_titre_livre"/>
    <w:basedOn w:val="Normal"/>
    <w:rsid w:val="00634890"/>
    <w:pPr>
      <w:spacing w:before="0" w:after="2160"/>
      <w:ind w:left="2268" w:right="851" w:firstLine="0"/>
      <w:jc w:val="right"/>
    </w:pPr>
    <w:rPr>
      <w:bCs/>
      <w:sz w:val="44"/>
      <w:szCs w:val="36"/>
    </w:rPr>
  </w:style>
  <w:style w:type="paragraph" w:customStyle="1" w:styleId="Photoauteur">
    <w:name w:val="Photo_auteur"/>
    <w:basedOn w:val="Normal"/>
    <w:rsid w:val="00634890"/>
    <w:pPr>
      <w:spacing w:after="1080"/>
      <w:ind w:left="2268" w:firstLine="0"/>
      <w:jc w:val="center"/>
    </w:pPr>
    <w:rPr>
      <w:noProof/>
    </w:rPr>
  </w:style>
  <w:style w:type="paragraph" w:customStyle="1" w:styleId="DateSortie">
    <w:name w:val="Date_Sortie"/>
    <w:basedOn w:val="Normal"/>
    <w:rsid w:val="00634890"/>
    <w:pPr>
      <w:spacing w:before="0" w:after="0"/>
      <w:ind w:right="1418" w:firstLine="0"/>
      <w:jc w:val="right"/>
    </w:pPr>
    <w:rPr>
      <w:bCs/>
      <w:sz w:val="40"/>
    </w:rPr>
  </w:style>
  <w:style w:type="paragraph" w:customStyle="1" w:styleId="Titretablematires">
    <w:name w:val="Titre table matières"/>
    <w:basedOn w:val="Normal"/>
    <w:rsid w:val="00634890"/>
    <w:pPr>
      <w:pBdr>
        <w:top w:val="single" w:sz="8" w:space="1" w:color="auto"/>
        <w:bottom w:val="single" w:sz="8" w:space="1" w:color="auto"/>
      </w:pBdr>
      <w:ind w:left="2552" w:right="2552" w:firstLine="0"/>
      <w:jc w:val="center"/>
    </w:pPr>
    <w:rPr>
      <w:bCs/>
    </w:rPr>
  </w:style>
  <w:style w:type="paragraph" w:customStyle="1" w:styleId="Centr">
    <w:name w:val="Centré"/>
    <w:basedOn w:val="Normal"/>
    <w:rsid w:val="00634890"/>
    <w:pPr>
      <w:ind w:firstLine="0"/>
      <w:jc w:val="center"/>
    </w:pPr>
    <w:rPr>
      <w:szCs w:val="20"/>
    </w:rPr>
  </w:style>
  <w:style w:type="paragraph" w:customStyle="1" w:styleId="NormalSansIndent">
    <w:name w:val="NormalSansIndent"/>
    <w:basedOn w:val="Normal"/>
    <w:rsid w:val="00634890"/>
    <w:pPr>
      <w:ind w:firstLine="0"/>
    </w:pPr>
    <w:rPr>
      <w:szCs w:val="20"/>
    </w:rPr>
  </w:style>
  <w:style w:type="paragraph" w:customStyle="1" w:styleId="NormalSolidaire">
    <w:name w:val="NormalSolidaire"/>
    <w:basedOn w:val="Normal"/>
    <w:qFormat/>
    <w:rsid w:val="00634890"/>
    <w:pPr>
      <w:keepNext/>
    </w:pPr>
  </w:style>
  <w:style w:type="paragraph" w:customStyle="1" w:styleId="NormalSautPageAvant">
    <w:name w:val="NormalSautPageAvant"/>
    <w:basedOn w:val="Normal"/>
    <w:qFormat/>
    <w:rsid w:val="00634890"/>
    <w:pPr>
      <w:pageBreakBefore/>
    </w:pPr>
  </w:style>
  <w:style w:type="paragraph" w:customStyle="1" w:styleId="NormalEspAvtGrand">
    <w:name w:val="NormalEspAvtGrand"/>
    <w:basedOn w:val="Normal"/>
    <w:rsid w:val="00634890"/>
    <w:pPr>
      <w:spacing w:before="2640"/>
    </w:pPr>
    <w:rPr>
      <w:szCs w:val="20"/>
    </w:rPr>
  </w:style>
  <w:style w:type="paragraph" w:customStyle="1" w:styleId="CentrEspAvt0">
    <w:name w:val="CentréEspAvt0"/>
    <w:basedOn w:val="Centr"/>
    <w:next w:val="CentrEspAvt0EspApr0"/>
    <w:rsid w:val="00634890"/>
    <w:pPr>
      <w:spacing w:before="0"/>
    </w:pPr>
  </w:style>
  <w:style w:type="paragraph" w:customStyle="1" w:styleId="CentrEspAvt0EspApr0">
    <w:name w:val="CentréEspAvt0EspApr0"/>
    <w:basedOn w:val="Centr"/>
    <w:rsid w:val="00634890"/>
    <w:pPr>
      <w:spacing w:before="0" w:after="0"/>
    </w:pPr>
  </w:style>
  <w:style w:type="paragraph" w:customStyle="1" w:styleId="CentrEspApr0">
    <w:name w:val="CentréEspApr0"/>
    <w:basedOn w:val="Centr"/>
    <w:next w:val="Normal"/>
    <w:rsid w:val="00634890"/>
    <w:pPr>
      <w:spacing w:after="0"/>
    </w:pPr>
  </w:style>
  <w:style w:type="paragraph" w:customStyle="1" w:styleId="Droite">
    <w:name w:val="Droite"/>
    <w:basedOn w:val="Normal"/>
    <w:next w:val="Normal"/>
    <w:rsid w:val="00634890"/>
    <w:pPr>
      <w:ind w:firstLine="0"/>
      <w:jc w:val="right"/>
    </w:pPr>
    <w:rPr>
      <w:szCs w:val="20"/>
    </w:rPr>
  </w:style>
  <w:style w:type="paragraph" w:customStyle="1" w:styleId="DroiteRetraitGauche1X">
    <w:name w:val="DroiteRetraitGauche1X"/>
    <w:basedOn w:val="Droite"/>
    <w:next w:val="Normal"/>
    <w:rsid w:val="00634890"/>
    <w:pPr>
      <w:ind w:left="680"/>
    </w:pPr>
  </w:style>
  <w:style w:type="paragraph" w:customStyle="1" w:styleId="DroiteRetraitGauche2X">
    <w:name w:val="DroiteRetraitGauche2X"/>
    <w:basedOn w:val="Droite"/>
    <w:next w:val="Normal"/>
    <w:rsid w:val="00634890"/>
    <w:pPr>
      <w:ind w:left="1361"/>
    </w:pPr>
  </w:style>
  <w:style w:type="paragraph" w:customStyle="1" w:styleId="DroiteRetraitGauche3X">
    <w:name w:val="DroiteRetraitGauche3X"/>
    <w:basedOn w:val="Droite"/>
    <w:next w:val="Normal"/>
    <w:rsid w:val="00634890"/>
    <w:pPr>
      <w:ind w:left="2041"/>
    </w:pPr>
  </w:style>
  <w:style w:type="paragraph" w:customStyle="1" w:styleId="DroiteRetraitGauche4X">
    <w:name w:val="DroiteRetraitGauche4X"/>
    <w:basedOn w:val="Droite"/>
    <w:next w:val="Normal"/>
    <w:rsid w:val="00634890"/>
    <w:pPr>
      <w:ind w:left="2722"/>
    </w:pPr>
  </w:style>
  <w:style w:type="paragraph" w:customStyle="1" w:styleId="Taille-1RetraitGauche1X">
    <w:name w:val="Taille-1RetraitGauche1X"/>
    <w:basedOn w:val="Taille-1Normal"/>
    <w:rsid w:val="00634890"/>
    <w:pPr>
      <w:ind w:left="680"/>
    </w:pPr>
    <w:rPr>
      <w:szCs w:val="20"/>
    </w:rPr>
  </w:style>
  <w:style w:type="paragraph" w:customStyle="1" w:styleId="Taille-1RetraitGauche2X">
    <w:name w:val="Taille-1RetraitGauche2X"/>
    <w:basedOn w:val="Taille-1Normal"/>
    <w:rsid w:val="00634890"/>
    <w:pPr>
      <w:ind w:left="1361"/>
    </w:pPr>
    <w:rPr>
      <w:szCs w:val="20"/>
    </w:rPr>
  </w:style>
  <w:style w:type="paragraph" w:customStyle="1" w:styleId="Taille-1RetraitGauche3X">
    <w:name w:val="Taille-1RetraitGauche3X"/>
    <w:basedOn w:val="Taille-1Normal"/>
    <w:rsid w:val="00634890"/>
    <w:pPr>
      <w:ind w:left="2041"/>
    </w:pPr>
    <w:rPr>
      <w:szCs w:val="20"/>
    </w:rPr>
  </w:style>
  <w:style w:type="paragraph" w:customStyle="1" w:styleId="Taille-1RetraitGauche1XIndent0">
    <w:name w:val="Taille-1RetraitGauche1XIndent0"/>
    <w:basedOn w:val="Taille-1RetraitGauche1X"/>
    <w:rsid w:val="00634890"/>
    <w:pPr>
      <w:ind w:firstLine="0"/>
    </w:pPr>
  </w:style>
  <w:style w:type="paragraph" w:customStyle="1" w:styleId="Taille-1RetraitGauche2XIndent0">
    <w:name w:val="Taille-1RetraitGauche2XIndent0"/>
    <w:basedOn w:val="Taille-1RetraitGauche2X"/>
    <w:rsid w:val="00634890"/>
    <w:pPr>
      <w:ind w:firstLine="0"/>
    </w:pPr>
  </w:style>
  <w:style w:type="paragraph" w:customStyle="1" w:styleId="Taille-1RetraitGauche3XIndent0">
    <w:name w:val="Taille-1RetraitGauche3XIndent0"/>
    <w:basedOn w:val="Taille-1RetraitGauche3X"/>
    <w:rsid w:val="00634890"/>
    <w:pPr>
      <w:ind w:firstLine="0"/>
    </w:pPr>
  </w:style>
  <w:style w:type="paragraph" w:customStyle="1" w:styleId="Taille-1RetraitGauche4XIndent0">
    <w:name w:val="Taille-1RetraitGauche4XIndent0"/>
    <w:basedOn w:val="Taille-1Normal"/>
    <w:rsid w:val="00634890"/>
    <w:pPr>
      <w:ind w:left="2722" w:firstLine="0"/>
    </w:pPr>
    <w:rPr>
      <w:szCs w:val="20"/>
    </w:rPr>
  </w:style>
  <w:style w:type="paragraph" w:customStyle="1" w:styleId="NormalRetraitGauche1X">
    <w:name w:val="NormalRetraitGauche1X"/>
    <w:basedOn w:val="Normal"/>
    <w:rsid w:val="00634890"/>
    <w:pPr>
      <w:ind w:left="680"/>
    </w:pPr>
    <w:rPr>
      <w:szCs w:val="20"/>
    </w:rPr>
  </w:style>
  <w:style w:type="paragraph" w:customStyle="1" w:styleId="NormalRetraitGauche2X">
    <w:name w:val="NormalRetraitGauche2X"/>
    <w:basedOn w:val="Normal"/>
    <w:rsid w:val="00634890"/>
    <w:pPr>
      <w:ind w:left="1361"/>
    </w:pPr>
    <w:rPr>
      <w:szCs w:val="20"/>
    </w:rPr>
  </w:style>
  <w:style w:type="paragraph" w:customStyle="1" w:styleId="NormalRetraitGauche3X">
    <w:name w:val="NormalRetraitGauche3X"/>
    <w:basedOn w:val="Normal"/>
    <w:rsid w:val="00634890"/>
    <w:pPr>
      <w:ind w:left="2041"/>
    </w:pPr>
    <w:rPr>
      <w:szCs w:val="20"/>
    </w:rPr>
  </w:style>
  <w:style w:type="paragraph" w:customStyle="1" w:styleId="NormalRetraitGauche1XIndent0">
    <w:name w:val="NormalRetraitGauche1XIndent0"/>
    <w:basedOn w:val="NormalRetraitGauche1X"/>
    <w:rsid w:val="00634890"/>
    <w:pPr>
      <w:ind w:firstLine="0"/>
    </w:pPr>
  </w:style>
  <w:style w:type="paragraph" w:customStyle="1" w:styleId="NormalRetraitGauche2XIndent0">
    <w:name w:val="NormalRetraitGauche2XIndent0"/>
    <w:basedOn w:val="NormalRetraitGauche2X"/>
    <w:rsid w:val="00634890"/>
    <w:pPr>
      <w:ind w:firstLine="0"/>
    </w:pPr>
  </w:style>
  <w:style w:type="paragraph" w:customStyle="1" w:styleId="NormalRetraitGauche3XIndent0">
    <w:name w:val="NormalRetraitGauche3XIndent0"/>
    <w:basedOn w:val="NormalRetraitGauche3X"/>
    <w:rsid w:val="00634890"/>
    <w:pPr>
      <w:ind w:firstLine="0"/>
    </w:pPr>
  </w:style>
  <w:style w:type="paragraph" w:customStyle="1" w:styleId="NormalRetraitGauche4XIndent0">
    <w:name w:val="NormalRetraitGauche4XIndent0"/>
    <w:basedOn w:val="Normal"/>
    <w:rsid w:val="00634890"/>
    <w:pPr>
      <w:ind w:left="2722" w:firstLine="0"/>
    </w:pPr>
    <w:rPr>
      <w:szCs w:val="20"/>
    </w:rPr>
  </w:style>
  <w:style w:type="paragraph" w:styleId="Notedefin">
    <w:name w:val="endnote text"/>
    <w:basedOn w:val="Taille-1Normal"/>
    <w:link w:val="NotedefinCar"/>
    <w:uiPriority w:val="99"/>
    <w:semiHidden/>
    <w:unhideWhenUsed/>
    <w:qFormat/>
    <w:rsid w:val="00634890"/>
    <w:rPr>
      <w:szCs w:val="20"/>
      <w:lang w:val="x-none" w:eastAsia="x-none"/>
    </w:rPr>
  </w:style>
  <w:style w:type="character" w:customStyle="1" w:styleId="Car">
    <w:name w:val=" Car"/>
    <w:semiHidden/>
    <w:rPr>
      <w:rFonts w:ascii="Georgia" w:hAnsi="Georgia"/>
      <w:sz w:val="28"/>
    </w:rPr>
  </w:style>
  <w:style w:type="character" w:styleId="Appeldenotedefin">
    <w:name w:val="endnote reference"/>
    <w:uiPriority w:val="99"/>
    <w:unhideWhenUsed/>
    <w:qFormat/>
    <w:rsid w:val="00634890"/>
    <w:rPr>
      <w:rFonts w:ascii="Amasis30" w:hAnsi="Amasis30"/>
      <w:b/>
      <w:sz w:val="36"/>
      <w:vertAlign w:val="superscript"/>
    </w:rPr>
  </w:style>
  <w:style w:type="paragraph" w:customStyle="1" w:styleId="NormalSuspendu1X">
    <w:name w:val="NormalSuspendu1X"/>
    <w:basedOn w:val="Normal"/>
    <w:rsid w:val="00634890"/>
    <w:pPr>
      <w:ind w:left="680" w:hanging="680"/>
    </w:pPr>
    <w:rPr>
      <w:szCs w:val="20"/>
    </w:rPr>
  </w:style>
  <w:style w:type="paragraph" w:customStyle="1" w:styleId="NormalSuspendu1XRetrait1X">
    <w:name w:val="NormalSuspendu1XRetrait1X"/>
    <w:basedOn w:val="Normal"/>
    <w:rsid w:val="00634890"/>
    <w:pPr>
      <w:ind w:left="1360" w:hanging="680"/>
    </w:pPr>
  </w:style>
  <w:style w:type="paragraph" w:customStyle="1" w:styleId="NormalEspAvt0EspApr0">
    <w:name w:val="NormalEspAvt0EspApr0"/>
    <w:basedOn w:val="Normal"/>
    <w:rsid w:val="00634890"/>
    <w:pPr>
      <w:spacing w:before="0" w:after="0"/>
    </w:pPr>
    <w:rPr>
      <w:szCs w:val="20"/>
    </w:rPr>
  </w:style>
  <w:style w:type="paragraph" w:customStyle="1" w:styleId="NormalSuspendu1XRetrait2X">
    <w:name w:val="NormalSuspendu1XRetrait2X"/>
    <w:basedOn w:val="Normal"/>
    <w:rsid w:val="00634890"/>
    <w:pPr>
      <w:ind w:left="2041" w:hanging="680"/>
    </w:pPr>
  </w:style>
  <w:style w:type="paragraph" w:customStyle="1" w:styleId="NormalSuspendu1XRetrait3X">
    <w:name w:val="NormalSuspendu1XRetrait3X"/>
    <w:basedOn w:val="Normal"/>
    <w:rsid w:val="00634890"/>
    <w:pPr>
      <w:ind w:left="2721" w:hanging="680"/>
    </w:pPr>
    <w:rPr>
      <w:szCs w:val="20"/>
    </w:rPr>
  </w:style>
  <w:style w:type="paragraph" w:customStyle="1" w:styleId="NormalSuspendu1XRetrait4X">
    <w:name w:val="NormalSuspendu1XRetrait4X"/>
    <w:basedOn w:val="Normal"/>
    <w:rsid w:val="00634890"/>
    <w:pPr>
      <w:ind w:left="3402" w:hanging="680"/>
    </w:pPr>
    <w:rPr>
      <w:szCs w:val="20"/>
    </w:rPr>
  </w:style>
  <w:style w:type="paragraph" w:styleId="Titre">
    <w:name w:val="Title"/>
    <w:basedOn w:val="Normal"/>
    <w:next w:val="Corpsdetexte"/>
    <w:qFormat/>
    <w:pPr>
      <w:keepNext/>
      <w:spacing w:after="120"/>
    </w:pPr>
    <w:rPr>
      <w:rFonts w:ascii="Arial" w:hAnsi="Arial"/>
      <w:sz w:val="28"/>
    </w:rPr>
  </w:style>
  <w:style w:type="paragraph" w:styleId="Corpsdetexte">
    <w:name w:val="Body Text"/>
    <w:basedOn w:val="Normal"/>
    <w:semiHidden/>
    <w:pPr>
      <w:spacing w:before="0" w:after="120"/>
    </w:pPr>
  </w:style>
  <w:style w:type="paragraph" w:styleId="Liste">
    <w:name w:val="List"/>
    <w:basedOn w:val="Corpsdetexte"/>
    <w:semiHidden/>
  </w:style>
  <w:style w:type="paragraph" w:styleId="Lgende">
    <w:name w:val="caption"/>
    <w:basedOn w:val="Normal"/>
    <w:qFormat/>
    <w:pPr>
      <w:spacing w:before="120" w:after="120"/>
    </w:pPr>
    <w:rPr>
      <w:i/>
      <w:sz w:val="24"/>
    </w:rPr>
  </w:style>
  <w:style w:type="paragraph" w:customStyle="1" w:styleId="Index">
    <w:name w:val="Index"/>
    <w:basedOn w:val="Normal"/>
  </w:style>
  <w:style w:type="paragraph" w:styleId="Explorateurdedocuments0">
    <w:name w:val="Document Map"/>
    <w:basedOn w:val="Normal"/>
    <w:rsid w:val="00634890"/>
    <w:pPr>
      <w:shd w:val="clear" w:color="auto" w:fill="000080"/>
    </w:pPr>
    <w:rPr>
      <w:rFonts w:ascii="Tahoma" w:hAnsi="Tahoma" w:cs="Tahoma"/>
    </w:rPr>
  </w:style>
  <w:style w:type="paragraph" w:customStyle="1" w:styleId="NormalWeb1">
    <w:name w:val="Normal (Web)1"/>
    <w:basedOn w:val="Normal"/>
    <w:pPr>
      <w:spacing w:before="280" w:after="280"/>
      <w:ind w:firstLine="0"/>
      <w:jc w:val="left"/>
    </w:pPr>
    <w:rPr>
      <w:rFonts w:ascii="Times New Roman" w:hAnsi="Times New Roman"/>
      <w:sz w:val="24"/>
    </w:rPr>
  </w:style>
  <w:style w:type="paragraph" w:styleId="Retrait1religne">
    <w:name w:val="Body Text First Indent"/>
    <w:basedOn w:val="Corpsdetexte"/>
    <w:semiHidden/>
    <w:pPr>
      <w:ind w:firstLine="283"/>
    </w:pPr>
  </w:style>
  <w:style w:type="character" w:styleId="Marquedecommentaire">
    <w:name w:val="annotation reference"/>
    <w:basedOn w:val="Policepardfaut"/>
    <w:semiHidden/>
    <w:rPr>
      <w:sz w:val="16"/>
      <w:szCs w:val="16"/>
    </w:rPr>
  </w:style>
  <w:style w:type="paragraph" w:styleId="Commentaire">
    <w:name w:val="annotation text"/>
    <w:basedOn w:val="Normal"/>
    <w:semiHidden/>
    <w:rPr>
      <w:sz w:val="20"/>
      <w:szCs w:val="20"/>
    </w:rPr>
  </w:style>
  <w:style w:type="paragraph" w:styleId="Textedebulles">
    <w:name w:val="Balloon Text"/>
    <w:basedOn w:val="Normal"/>
    <w:semiHidden/>
    <w:rPr>
      <w:rFonts w:ascii="Tahoma" w:hAnsi="Tahoma" w:cs="Tahoma"/>
      <w:sz w:val="16"/>
      <w:szCs w:val="16"/>
    </w:rPr>
  </w:style>
  <w:style w:type="paragraph" w:styleId="Rvision">
    <w:name w:val="Revision"/>
    <w:hidden/>
    <w:uiPriority w:val="99"/>
    <w:semiHidden/>
    <w:rsid w:val="00634890"/>
    <w:rPr>
      <w:rFonts w:ascii="Georgia" w:hAnsi="Georgia"/>
      <w:sz w:val="32"/>
      <w:szCs w:val="24"/>
    </w:rPr>
  </w:style>
  <w:style w:type="character" w:customStyle="1" w:styleId="NotedefinCar">
    <w:name w:val="Note de fin Car"/>
    <w:link w:val="Notedefin"/>
    <w:uiPriority w:val="99"/>
    <w:semiHidden/>
    <w:rsid w:val="00634890"/>
    <w:rPr>
      <w:rFonts w:ascii="Amasis30" w:hAnsi="Amasis30"/>
      <w:sz w:val="32"/>
      <w:lang w:val="x-none" w:eastAsia="x-none"/>
    </w:rPr>
  </w:style>
  <w:style w:type="character" w:customStyle="1" w:styleId="Taille-1Caracteres">
    <w:name w:val="Taille-1Caracteres"/>
    <w:qFormat/>
    <w:rsid w:val="00634890"/>
    <w:rPr>
      <w:sz w:val="32"/>
      <w:szCs w:val="20"/>
    </w:rPr>
  </w:style>
  <w:style w:type="paragraph" w:customStyle="1" w:styleId="Etoile">
    <w:name w:val="Etoile"/>
    <w:basedOn w:val="Normal"/>
    <w:qFormat/>
    <w:rsid w:val="00634890"/>
    <w:pPr>
      <w:ind w:firstLine="0"/>
      <w:jc w:val="center"/>
    </w:pPr>
    <w:rPr>
      <w:b/>
      <w:sz w:val="40"/>
      <w:szCs w:val="28"/>
    </w:rPr>
  </w:style>
  <w:style w:type="paragraph" w:customStyle="1" w:styleId="Taille-1Suspendu1XRetrait1XEsp0">
    <w:name w:val="Taille-1Suspendu1XRetrait1XEsp0"/>
    <w:basedOn w:val="Taille-1RetraitGauche1X"/>
    <w:qFormat/>
    <w:rsid w:val="00634890"/>
    <w:pPr>
      <w:spacing w:before="0" w:after="0"/>
      <w:ind w:left="1360" w:hanging="680"/>
    </w:pPr>
  </w:style>
  <w:style w:type="character" w:styleId="Mentionnonrsolue">
    <w:name w:val="Unresolved Mention"/>
    <w:uiPriority w:val="99"/>
    <w:semiHidden/>
    <w:unhideWhenUsed/>
    <w:rsid w:val="00634890"/>
    <w:rPr>
      <w:color w:val="605E5C"/>
      <w:shd w:val="clear" w:color="auto" w:fill="E1DFDD"/>
    </w:rPr>
  </w:style>
  <w:style w:type="paragraph" w:customStyle="1" w:styleId="Taille-1Suspendu1XRetrait2XEsp0">
    <w:name w:val="Taille-1Suspendu1XRetrait2XEsp0"/>
    <w:basedOn w:val="Taille-1RetraitGauche2X"/>
    <w:qFormat/>
    <w:rsid w:val="00634890"/>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634890"/>
    <w:pPr>
      <w:spacing w:before="0" w:after="0"/>
    </w:pPr>
  </w:style>
  <w:style w:type="paragraph" w:customStyle="1" w:styleId="NormalSuspendu1XEsp0">
    <w:name w:val="NormalSuspendu1XEsp0"/>
    <w:basedOn w:val="NormalSuspendu1X"/>
    <w:qFormat/>
    <w:rsid w:val="00634890"/>
    <w:pPr>
      <w:spacing w:before="0" w:after="0"/>
    </w:pPr>
  </w:style>
  <w:style w:type="paragraph" w:customStyle="1" w:styleId="NormalSuspendu1XRetrait2XEsp0">
    <w:name w:val="NormalSuspendu1XRetrait2XEsp0"/>
    <w:basedOn w:val="NormalSuspendu1XRetrait2X"/>
    <w:qFormat/>
    <w:rsid w:val="00634890"/>
    <w:pPr>
      <w:spacing w:before="0" w:after="0"/>
    </w:pPr>
  </w:style>
  <w:style w:type="paragraph" w:customStyle="1" w:styleId="ParagrapheVideNormal">
    <w:name w:val="ParagrapheVideNormal"/>
    <w:basedOn w:val="Normal"/>
    <w:next w:val="Normal"/>
    <w:qFormat/>
    <w:rsid w:val="00634890"/>
  </w:style>
  <w:style w:type="paragraph" w:customStyle="1" w:styleId="ParagrapheVideNormal2">
    <w:name w:val="ParagrapheVideNormal2"/>
    <w:basedOn w:val="ParagrapheVideNormal"/>
    <w:next w:val="Normal"/>
    <w:qFormat/>
    <w:rsid w:val="00634890"/>
  </w:style>
  <w:style w:type="paragraph" w:customStyle="1" w:styleId="Image">
    <w:name w:val="Image"/>
    <w:basedOn w:val="Centr"/>
    <w:next w:val="Normal"/>
    <w:qFormat/>
    <w:rsid w:val="006348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ebooksgratuit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roups.google.com/g/ebooksgratuits"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livres.dot</Template>
  <TotalTime>31</TotalTime>
  <Pages>1</Pages>
  <Words>42853</Words>
  <Characters>235697</Characters>
  <Application>Microsoft Office Word</Application>
  <DocSecurity>0</DocSecurity>
  <Lines>1964</Lines>
  <Paragraphs>555</Paragraphs>
  <ScaleCrop>false</ScaleCrop>
  <HeadingPairs>
    <vt:vector size="2" baseType="variant">
      <vt:variant>
        <vt:lpstr>Titre</vt:lpstr>
      </vt:variant>
      <vt:variant>
        <vt:i4>1</vt:i4>
      </vt:variant>
    </vt:vector>
  </HeadingPairs>
  <TitlesOfParts>
    <vt:vector size="1" baseType="lpstr">
      <vt:lpstr>SANG MAUDIT</vt:lpstr>
    </vt:vector>
  </TitlesOfParts>
  <Company>Ebooks libres et gratuits</Company>
  <LinksUpToDate>false</LinksUpToDate>
  <CharactersWithSpaces>277995</CharactersWithSpaces>
  <SharedDoc>false</SharedDoc>
  <HLinks>
    <vt:vector size="168" baseType="variant">
      <vt:variant>
        <vt:i4>2293820</vt:i4>
      </vt:variant>
      <vt:variant>
        <vt:i4>162</vt:i4>
      </vt:variant>
      <vt:variant>
        <vt:i4>0</vt:i4>
      </vt:variant>
      <vt:variant>
        <vt:i4>5</vt:i4>
      </vt:variant>
      <vt:variant>
        <vt:lpwstr>http://www.ebooksgratuits.com/</vt:lpwstr>
      </vt:variant>
      <vt:variant>
        <vt:lpwstr/>
      </vt:variant>
      <vt:variant>
        <vt:i4>7929972</vt:i4>
      </vt:variant>
      <vt:variant>
        <vt:i4>159</vt:i4>
      </vt:variant>
      <vt:variant>
        <vt:i4>0</vt:i4>
      </vt:variant>
      <vt:variant>
        <vt:i4>5</vt:i4>
      </vt:variant>
      <vt:variant>
        <vt:lpwstr>http://fr.groups.yahoo.com/group/ebooksgratuits</vt:lpwstr>
      </vt:variant>
      <vt:variant>
        <vt:lpwstr/>
      </vt:variant>
      <vt:variant>
        <vt:i4>1245234</vt:i4>
      </vt:variant>
      <vt:variant>
        <vt:i4>152</vt:i4>
      </vt:variant>
      <vt:variant>
        <vt:i4>0</vt:i4>
      </vt:variant>
      <vt:variant>
        <vt:i4>5</vt:i4>
      </vt:variant>
      <vt:variant>
        <vt:lpwstr/>
      </vt:variant>
      <vt:variant>
        <vt:lpwstr>_Toc311377714</vt:lpwstr>
      </vt:variant>
      <vt:variant>
        <vt:i4>1245234</vt:i4>
      </vt:variant>
      <vt:variant>
        <vt:i4>146</vt:i4>
      </vt:variant>
      <vt:variant>
        <vt:i4>0</vt:i4>
      </vt:variant>
      <vt:variant>
        <vt:i4>5</vt:i4>
      </vt:variant>
      <vt:variant>
        <vt:lpwstr/>
      </vt:variant>
      <vt:variant>
        <vt:lpwstr>_Toc311377713</vt:lpwstr>
      </vt:variant>
      <vt:variant>
        <vt:i4>1245234</vt:i4>
      </vt:variant>
      <vt:variant>
        <vt:i4>140</vt:i4>
      </vt:variant>
      <vt:variant>
        <vt:i4>0</vt:i4>
      </vt:variant>
      <vt:variant>
        <vt:i4>5</vt:i4>
      </vt:variant>
      <vt:variant>
        <vt:lpwstr/>
      </vt:variant>
      <vt:variant>
        <vt:lpwstr>_Toc311377712</vt:lpwstr>
      </vt:variant>
      <vt:variant>
        <vt:i4>1245234</vt:i4>
      </vt:variant>
      <vt:variant>
        <vt:i4>134</vt:i4>
      </vt:variant>
      <vt:variant>
        <vt:i4>0</vt:i4>
      </vt:variant>
      <vt:variant>
        <vt:i4>5</vt:i4>
      </vt:variant>
      <vt:variant>
        <vt:lpwstr/>
      </vt:variant>
      <vt:variant>
        <vt:lpwstr>_Toc311377711</vt:lpwstr>
      </vt:variant>
      <vt:variant>
        <vt:i4>1245234</vt:i4>
      </vt:variant>
      <vt:variant>
        <vt:i4>128</vt:i4>
      </vt:variant>
      <vt:variant>
        <vt:i4>0</vt:i4>
      </vt:variant>
      <vt:variant>
        <vt:i4>5</vt:i4>
      </vt:variant>
      <vt:variant>
        <vt:lpwstr/>
      </vt:variant>
      <vt:variant>
        <vt:lpwstr>_Toc311377710</vt:lpwstr>
      </vt:variant>
      <vt:variant>
        <vt:i4>1179698</vt:i4>
      </vt:variant>
      <vt:variant>
        <vt:i4>122</vt:i4>
      </vt:variant>
      <vt:variant>
        <vt:i4>0</vt:i4>
      </vt:variant>
      <vt:variant>
        <vt:i4>5</vt:i4>
      </vt:variant>
      <vt:variant>
        <vt:lpwstr/>
      </vt:variant>
      <vt:variant>
        <vt:lpwstr>_Toc311377709</vt:lpwstr>
      </vt:variant>
      <vt:variant>
        <vt:i4>1179698</vt:i4>
      </vt:variant>
      <vt:variant>
        <vt:i4>116</vt:i4>
      </vt:variant>
      <vt:variant>
        <vt:i4>0</vt:i4>
      </vt:variant>
      <vt:variant>
        <vt:i4>5</vt:i4>
      </vt:variant>
      <vt:variant>
        <vt:lpwstr/>
      </vt:variant>
      <vt:variant>
        <vt:lpwstr>_Toc311377708</vt:lpwstr>
      </vt:variant>
      <vt:variant>
        <vt:i4>1179698</vt:i4>
      </vt:variant>
      <vt:variant>
        <vt:i4>110</vt:i4>
      </vt:variant>
      <vt:variant>
        <vt:i4>0</vt:i4>
      </vt:variant>
      <vt:variant>
        <vt:i4>5</vt:i4>
      </vt:variant>
      <vt:variant>
        <vt:lpwstr/>
      </vt:variant>
      <vt:variant>
        <vt:lpwstr>_Toc311377707</vt:lpwstr>
      </vt:variant>
      <vt:variant>
        <vt:i4>1179698</vt:i4>
      </vt:variant>
      <vt:variant>
        <vt:i4>104</vt:i4>
      </vt:variant>
      <vt:variant>
        <vt:i4>0</vt:i4>
      </vt:variant>
      <vt:variant>
        <vt:i4>5</vt:i4>
      </vt:variant>
      <vt:variant>
        <vt:lpwstr/>
      </vt:variant>
      <vt:variant>
        <vt:lpwstr>_Toc311377706</vt:lpwstr>
      </vt:variant>
      <vt:variant>
        <vt:i4>1179698</vt:i4>
      </vt:variant>
      <vt:variant>
        <vt:i4>98</vt:i4>
      </vt:variant>
      <vt:variant>
        <vt:i4>0</vt:i4>
      </vt:variant>
      <vt:variant>
        <vt:i4>5</vt:i4>
      </vt:variant>
      <vt:variant>
        <vt:lpwstr/>
      </vt:variant>
      <vt:variant>
        <vt:lpwstr>_Toc311377705</vt:lpwstr>
      </vt:variant>
      <vt:variant>
        <vt:i4>1179698</vt:i4>
      </vt:variant>
      <vt:variant>
        <vt:i4>92</vt:i4>
      </vt:variant>
      <vt:variant>
        <vt:i4>0</vt:i4>
      </vt:variant>
      <vt:variant>
        <vt:i4>5</vt:i4>
      </vt:variant>
      <vt:variant>
        <vt:lpwstr/>
      </vt:variant>
      <vt:variant>
        <vt:lpwstr>_Toc311377704</vt:lpwstr>
      </vt:variant>
      <vt:variant>
        <vt:i4>1179698</vt:i4>
      </vt:variant>
      <vt:variant>
        <vt:i4>86</vt:i4>
      </vt:variant>
      <vt:variant>
        <vt:i4>0</vt:i4>
      </vt:variant>
      <vt:variant>
        <vt:i4>5</vt:i4>
      </vt:variant>
      <vt:variant>
        <vt:lpwstr/>
      </vt:variant>
      <vt:variant>
        <vt:lpwstr>_Toc311377703</vt:lpwstr>
      </vt:variant>
      <vt:variant>
        <vt:i4>1179698</vt:i4>
      </vt:variant>
      <vt:variant>
        <vt:i4>80</vt:i4>
      </vt:variant>
      <vt:variant>
        <vt:i4>0</vt:i4>
      </vt:variant>
      <vt:variant>
        <vt:i4>5</vt:i4>
      </vt:variant>
      <vt:variant>
        <vt:lpwstr/>
      </vt:variant>
      <vt:variant>
        <vt:lpwstr>_Toc311377702</vt:lpwstr>
      </vt:variant>
      <vt:variant>
        <vt:i4>1179698</vt:i4>
      </vt:variant>
      <vt:variant>
        <vt:i4>74</vt:i4>
      </vt:variant>
      <vt:variant>
        <vt:i4>0</vt:i4>
      </vt:variant>
      <vt:variant>
        <vt:i4>5</vt:i4>
      </vt:variant>
      <vt:variant>
        <vt:lpwstr/>
      </vt:variant>
      <vt:variant>
        <vt:lpwstr>_Toc311377701</vt:lpwstr>
      </vt:variant>
      <vt:variant>
        <vt:i4>1179698</vt:i4>
      </vt:variant>
      <vt:variant>
        <vt:i4>68</vt:i4>
      </vt:variant>
      <vt:variant>
        <vt:i4>0</vt:i4>
      </vt:variant>
      <vt:variant>
        <vt:i4>5</vt:i4>
      </vt:variant>
      <vt:variant>
        <vt:lpwstr/>
      </vt:variant>
      <vt:variant>
        <vt:lpwstr>_Toc311377700</vt:lpwstr>
      </vt:variant>
      <vt:variant>
        <vt:i4>1769523</vt:i4>
      </vt:variant>
      <vt:variant>
        <vt:i4>62</vt:i4>
      </vt:variant>
      <vt:variant>
        <vt:i4>0</vt:i4>
      </vt:variant>
      <vt:variant>
        <vt:i4>5</vt:i4>
      </vt:variant>
      <vt:variant>
        <vt:lpwstr/>
      </vt:variant>
      <vt:variant>
        <vt:lpwstr>_Toc311377699</vt:lpwstr>
      </vt:variant>
      <vt:variant>
        <vt:i4>1769523</vt:i4>
      </vt:variant>
      <vt:variant>
        <vt:i4>56</vt:i4>
      </vt:variant>
      <vt:variant>
        <vt:i4>0</vt:i4>
      </vt:variant>
      <vt:variant>
        <vt:i4>5</vt:i4>
      </vt:variant>
      <vt:variant>
        <vt:lpwstr/>
      </vt:variant>
      <vt:variant>
        <vt:lpwstr>_Toc311377698</vt:lpwstr>
      </vt:variant>
      <vt:variant>
        <vt:i4>1769523</vt:i4>
      </vt:variant>
      <vt:variant>
        <vt:i4>50</vt:i4>
      </vt:variant>
      <vt:variant>
        <vt:i4>0</vt:i4>
      </vt:variant>
      <vt:variant>
        <vt:i4>5</vt:i4>
      </vt:variant>
      <vt:variant>
        <vt:lpwstr/>
      </vt:variant>
      <vt:variant>
        <vt:lpwstr>_Toc311377697</vt:lpwstr>
      </vt:variant>
      <vt:variant>
        <vt:i4>1769523</vt:i4>
      </vt:variant>
      <vt:variant>
        <vt:i4>44</vt:i4>
      </vt:variant>
      <vt:variant>
        <vt:i4>0</vt:i4>
      </vt:variant>
      <vt:variant>
        <vt:i4>5</vt:i4>
      </vt:variant>
      <vt:variant>
        <vt:lpwstr/>
      </vt:variant>
      <vt:variant>
        <vt:lpwstr>_Toc311377696</vt:lpwstr>
      </vt:variant>
      <vt:variant>
        <vt:i4>1769523</vt:i4>
      </vt:variant>
      <vt:variant>
        <vt:i4>38</vt:i4>
      </vt:variant>
      <vt:variant>
        <vt:i4>0</vt:i4>
      </vt:variant>
      <vt:variant>
        <vt:i4>5</vt:i4>
      </vt:variant>
      <vt:variant>
        <vt:lpwstr/>
      </vt:variant>
      <vt:variant>
        <vt:lpwstr>_Toc311377695</vt:lpwstr>
      </vt:variant>
      <vt:variant>
        <vt:i4>1769523</vt:i4>
      </vt:variant>
      <vt:variant>
        <vt:i4>32</vt:i4>
      </vt:variant>
      <vt:variant>
        <vt:i4>0</vt:i4>
      </vt:variant>
      <vt:variant>
        <vt:i4>5</vt:i4>
      </vt:variant>
      <vt:variant>
        <vt:lpwstr/>
      </vt:variant>
      <vt:variant>
        <vt:lpwstr>_Toc311377694</vt:lpwstr>
      </vt:variant>
      <vt:variant>
        <vt:i4>1769523</vt:i4>
      </vt:variant>
      <vt:variant>
        <vt:i4>26</vt:i4>
      </vt:variant>
      <vt:variant>
        <vt:i4>0</vt:i4>
      </vt:variant>
      <vt:variant>
        <vt:i4>5</vt:i4>
      </vt:variant>
      <vt:variant>
        <vt:lpwstr/>
      </vt:variant>
      <vt:variant>
        <vt:lpwstr>_Toc311377693</vt:lpwstr>
      </vt:variant>
      <vt:variant>
        <vt:i4>1769523</vt:i4>
      </vt:variant>
      <vt:variant>
        <vt:i4>20</vt:i4>
      </vt:variant>
      <vt:variant>
        <vt:i4>0</vt:i4>
      </vt:variant>
      <vt:variant>
        <vt:i4>5</vt:i4>
      </vt:variant>
      <vt:variant>
        <vt:lpwstr/>
      </vt:variant>
      <vt:variant>
        <vt:lpwstr>_Toc311377692</vt:lpwstr>
      </vt:variant>
      <vt:variant>
        <vt:i4>1769523</vt:i4>
      </vt:variant>
      <vt:variant>
        <vt:i4>14</vt:i4>
      </vt:variant>
      <vt:variant>
        <vt:i4>0</vt:i4>
      </vt:variant>
      <vt:variant>
        <vt:i4>5</vt:i4>
      </vt:variant>
      <vt:variant>
        <vt:lpwstr/>
      </vt:variant>
      <vt:variant>
        <vt:lpwstr>_Toc311377691</vt:lpwstr>
      </vt:variant>
      <vt:variant>
        <vt:i4>1769523</vt:i4>
      </vt:variant>
      <vt:variant>
        <vt:i4>8</vt:i4>
      </vt:variant>
      <vt:variant>
        <vt:i4>0</vt:i4>
      </vt:variant>
      <vt:variant>
        <vt:i4>5</vt:i4>
      </vt:variant>
      <vt:variant>
        <vt:lpwstr/>
      </vt:variant>
      <vt:variant>
        <vt:lpwstr>_Toc311377690</vt:lpwstr>
      </vt:variant>
      <vt:variant>
        <vt:i4>1703987</vt:i4>
      </vt:variant>
      <vt:variant>
        <vt:i4>2</vt:i4>
      </vt:variant>
      <vt:variant>
        <vt:i4>0</vt:i4>
      </vt:variant>
      <vt:variant>
        <vt:i4>5</vt:i4>
      </vt:variant>
      <vt:variant>
        <vt:lpwstr/>
      </vt:variant>
      <vt:variant>
        <vt:lpwstr>_Toc311377689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Sang maudit</dc:title>
  <dc:subject>Romans - Policier &amp; Mystère</dc:subject>
  <dc:creator>Dashiell Hammett</dc:creator>
  <cp:keywords/>
  <dc:description>San Francisco, Edgar Legget est un ingénieur réputé pour ses travaux couronnées de succès sur la coloration et la teinture du verre. La compagnie Halstead &amp; Beauchamp lui confie huit diamants pour qu'il étudie la possibilité d'appliquer ses travaux à l'obtention de diamants colorés. Un matin, il trouve la porte d'entrée de sa maison ouverte, et la serrure du secrétaire de son laboratoire forcée. Les diamants ont disparus. Sa fille et des voisins ont aperçu un rôdeur les jours précédents. celui-ci est très vite retrouvé mort.
La Compagnie d'assurance «La Continentale» envoie son détective vedette pour éclaircir l'affaire. Celui-ci décèle en Legget quelque chose de trouble, d'inexplicable, de mystérieux.
Et les morts vont se succéder à un rythme infernal, semblant confirmer qu'une malédiction pèse sur Legget et se perpétue avec sa fille...</dc:description>
  <cp:lastModifiedBy>Cool Micro</cp:lastModifiedBy>
  <cp:revision>9</cp:revision>
  <cp:lastPrinted>2025-07-01T17:01:00Z</cp:lastPrinted>
  <dcterms:created xsi:type="dcterms:W3CDTF">2025-07-01T16:38:00Z</dcterms:created>
  <dcterms:modified xsi:type="dcterms:W3CDTF">2025-07-01T17:02:00Z</dcterms:modified>
  <cp:category>Romans - Policier &amp; Mystère</cp:category>
</cp:coreProperties>
</file>